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4CA23" w14:textId="00EA9280" w:rsidR="00FB41C0" w:rsidRPr="00EF2F0E" w:rsidRDefault="00FB41C0" w:rsidP="00FB41C0">
      <w:pPr>
        <w:pStyle w:val="ZA"/>
        <w:framePr w:wrap="notBeside"/>
        <w:rPr>
          <w:noProof w:val="0"/>
        </w:rPr>
      </w:pPr>
      <w:bookmarkStart w:id="0" w:name="page1"/>
      <w:r w:rsidRPr="00EF2F0E">
        <w:rPr>
          <w:noProof w:val="0"/>
          <w:sz w:val="64"/>
        </w:rPr>
        <w:t xml:space="preserve">3GPP TS </w:t>
      </w:r>
      <w:r w:rsidRPr="00EF2F0E">
        <w:rPr>
          <w:noProof w:val="0"/>
          <w:sz w:val="64"/>
          <w:lang w:eastAsia="zh-CN"/>
        </w:rPr>
        <w:t>37</w:t>
      </w:r>
      <w:r w:rsidRPr="00EF2F0E">
        <w:rPr>
          <w:noProof w:val="0"/>
          <w:sz w:val="64"/>
        </w:rPr>
        <w:t>.</w:t>
      </w:r>
      <w:r w:rsidRPr="00EF2F0E">
        <w:rPr>
          <w:noProof w:val="0"/>
          <w:sz w:val="64"/>
          <w:lang w:eastAsia="zh-CN"/>
        </w:rPr>
        <w:t>105</w:t>
      </w:r>
      <w:r w:rsidRPr="00EF2F0E">
        <w:rPr>
          <w:noProof w:val="0"/>
          <w:sz w:val="64"/>
        </w:rPr>
        <w:t xml:space="preserve"> </w:t>
      </w:r>
      <w:r w:rsidRPr="00EF2F0E">
        <w:rPr>
          <w:noProof w:val="0"/>
        </w:rPr>
        <w:t>V15.</w:t>
      </w:r>
      <w:r w:rsidR="002D2C38" w:rsidRPr="00EF2F0E">
        <w:rPr>
          <w:noProof w:val="0"/>
        </w:rPr>
        <w:t>1</w:t>
      </w:r>
      <w:r w:rsidR="002D2C38">
        <w:rPr>
          <w:noProof w:val="0"/>
        </w:rPr>
        <w:t>7</w:t>
      </w:r>
      <w:r w:rsidRPr="00EF2F0E">
        <w:rPr>
          <w:noProof w:val="0"/>
        </w:rPr>
        <w:t>.</w:t>
      </w:r>
      <w:r w:rsidRPr="00EF2F0E">
        <w:rPr>
          <w:noProof w:val="0"/>
          <w:lang w:eastAsia="zh-CN"/>
        </w:rPr>
        <w:t>0</w:t>
      </w:r>
      <w:r w:rsidRPr="00EF2F0E">
        <w:rPr>
          <w:noProof w:val="0"/>
        </w:rPr>
        <w:t xml:space="preserve"> </w:t>
      </w:r>
      <w:r w:rsidRPr="00EF2F0E">
        <w:rPr>
          <w:noProof w:val="0"/>
          <w:sz w:val="32"/>
        </w:rPr>
        <w:t>(</w:t>
      </w:r>
      <w:r w:rsidR="001462A7" w:rsidRPr="00EF2F0E">
        <w:rPr>
          <w:noProof w:val="0"/>
          <w:sz w:val="32"/>
          <w:lang w:eastAsia="zh-CN"/>
        </w:rPr>
        <w:t>202</w:t>
      </w:r>
      <w:r w:rsidR="001462A7">
        <w:rPr>
          <w:noProof w:val="0"/>
          <w:sz w:val="32"/>
          <w:lang w:eastAsia="zh-CN"/>
        </w:rPr>
        <w:t>2</w:t>
      </w:r>
      <w:r w:rsidRPr="00EF2F0E">
        <w:rPr>
          <w:noProof w:val="0"/>
          <w:sz w:val="32"/>
          <w:lang w:eastAsia="zh-CN"/>
        </w:rPr>
        <w:t>-</w:t>
      </w:r>
      <w:r w:rsidR="002D2C38">
        <w:rPr>
          <w:noProof w:val="0"/>
          <w:sz w:val="32"/>
          <w:lang w:eastAsia="zh-CN"/>
        </w:rPr>
        <w:t>06</w:t>
      </w:r>
      <w:r w:rsidRPr="00EF2F0E">
        <w:rPr>
          <w:noProof w:val="0"/>
          <w:sz w:val="32"/>
        </w:rPr>
        <w:t>)</w:t>
      </w:r>
    </w:p>
    <w:p w14:paraId="0984CA24" w14:textId="77777777" w:rsidR="00FB41C0" w:rsidRPr="00EF2F0E" w:rsidRDefault="00FB41C0" w:rsidP="00FB41C0">
      <w:pPr>
        <w:pStyle w:val="ZB"/>
        <w:framePr w:wrap="notBeside"/>
        <w:rPr>
          <w:noProof w:val="0"/>
        </w:rPr>
      </w:pPr>
      <w:r w:rsidRPr="00EF2F0E">
        <w:rPr>
          <w:noProof w:val="0"/>
        </w:rPr>
        <w:t>Technical Specification</w:t>
      </w:r>
    </w:p>
    <w:p w14:paraId="0984CA25" w14:textId="77777777" w:rsidR="00FB41C0" w:rsidRPr="00EF2F0E" w:rsidRDefault="00FB41C0" w:rsidP="00FB41C0">
      <w:pPr>
        <w:pStyle w:val="ZT"/>
        <w:framePr w:wrap="notBeside"/>
      </w:pPr>
      <w:r w:rsidRPr="00EF2F0E">
        <w:t>3rd Generation Partnership Project;</w:t>
      </w:r>
    </w:p>
    <w:p w14:paraId="0984CA26" w14:textId="77777777" w:rsidR="00FB41C0" w:rsidRPr="00EF2F0E" w:rsidRDefault="00FB41C0" w:rsidP="00FB41C0">
      <w:pPr>
        <w:pStyle w:val="ZT"/>
        <w:framePr w:wrap="notBeside"/>
        <w:rPr>
          <w:lang w:eastAsia="zh-CN"/>
        </w:rPr>
      </w:pPr>
      <w:r w:rsidRPr="00EF2F0E">
        <w:t xml:space="preserve">Technical Specification Group </w:t>
      </w:r>
      <w:r w:rsidRPr="00EF2F0E">
        <w:rPr>
          <w:rFonts w:cs="v5.0.0"/>
        </w:rPr>
        <w:t>Radio Access Network</w:t>
      </w:r>
      <w:r w:rsidRPr="00EF2F0E">
        <w:t>;</w:t>
      </w:r>
    </w:p>
    <w:p w14:paraId="0984CA27" w14:textId="77777777" w:rsidR="00FB41C0" w:rsidRPr="00EF2F0E" w:rsidRDefault="00FB41C0" w:rsidP="00FB41C0">
      <w:pPr>
        <w:pStyle w:val="ZT"/>
        <w:framePr w:wrap="notBeside"/>
      </w:pPr>
      <w:r w:rsidRPr="00EF2F0E">
        <w:t>Active Antenna System (AAS) Base Station (BS) transmission and reception</w:t>
      </w:r>
    </w:p>
    <w:p w14:paraId="0984CA28" w14:textId="77777777" w:rsidR="00FB41C0" w:rsidRPr="00EF2F0E" w:rsidRDefault="00FB41C0" w:rsidP="00FB41C0">
      <w:pPr>
        <w:pStyle w:val="ZT"/>
        <w:framePr w:wrap="notBeside"/>
        <w:rPr>
          <w:i/>
          <w:sz w:val="28"/>
        </w:rPr>
      </w:pPr>
      <w:r w:rsidRPr="00EF2F0E">
        <w:t>(</w:t>
      </w:r>
      <w:r w:rsidRPr="00EF2F0E">
        <w:rPr>
          <w:rStyle w:val="ZGSM"/>
        </w:rPr>
        <w:t>Release 15</w:t>
      </w:r>
      <w:r w:rsidRPr="00EF2F0E">
        <w:t>)</w:t>
      </w:r>
    </w:p>
    <w:p w14:paraId="0984CA29" w14:textId="77777777" w:rsidR="00FB41C0" w:rsidRPr="00EF2F0E" w:rsidRDefault="00FB41C0" w:rsidP="00FB41C0">
      <w:pPr>
        <w:pStyle w:val="ZU"/>
        <w:framePr w:h="7856" w:hRule="exact" w:wrap="notBeside"/>
        <w:tabs>
          <w:tab w:val="right" w:pos="10206"/>
        </w:tabs>
        <w:jc w:val="left"/>
        <w:rPr>
          <w:noProof w:val="0"/>
        </w:rPr>
      </w:pPr>
      <w:r w:rsidRPr="00EF2F0E">
        <w:rPr>
          <w:noProof w:val="0"/>
        </w:rPr>
        <w:tab/>
      </w:r>
    </w:p>
    <w:p w14:paraId="0984CA2A" w14:textId="77777777" w:rsidR="00FB41C0" w:rsidRPr="00EF2F0E" w:rsidRDefault="00DD381D" w:rsidP="00FB41C0">
      <w:pPr>
        <w:pStyle w:val="ZU"/>
        <w:framePr w:h="7856" w:hRule="exact" w:wrap="notBeside"/>
        <w:tabs>
          <w:tab w:val="right" w:pos="10206"/>
        </w:tabs>
        <w:jc w:val="left"/>
      </w:pPr>
      <w:r w:rsidRPr="00EF2F0E">
        <w:rPr>
          <w:i/>
          <w:lang w:val="en-US" w:eastAsia="ko-KR"/>
        </w:rPr>
        <w:drawing>
          <wp:inline distT="0" distB="0" distL="0" distR="0" wp14:anchorId="0985118C" wp14:editId="0985118D">
            <wp:extent cx="1207770" cy="845185"/>
            <wp:effectExtent l="1905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cstate="print"/>
                    <a:srcRect/>
                    <a:stretch>
                      <a:fillRect/>
                    </a:stretch>
                  </pic:blipFill>
                  <pic:spPr bwMode="auto">
                    <a:xfrm>
                      <a:off x="0" y="0"/>
                      <a:ext cx="1207770" cy="845185"/>
                    </a:xfrm>
                    <a:prstGeom prst="rect">
                      <a:avLst/>
                    </a:prstGeom>
                    <a:noFill/>
                    <a:ln w="9525">
                      <a:noFill/>
                      <a:miter lim="800000"/>
                      <a:headEnd/>
                      <a:tailEnd/>
                    </a:ln>
                  </pic:spPr>
                </pic:pic>
              </a:graphicData>
            </a:graphic>
          </wp:inline>
        </w:drawing>
      </w:r>
      <w:r w:rsidR="00FB41C0" w:rsidRPr="00EF2F0E">
        <w:tab/>
      </w:r>
      <w:r w:rsidRPr="00EF2F0E">
        <w:rPr>
          <w:lang w:val="en-US" w:eastAsia="ko-KR"/>
        </w:rPr>
        <w:drawing>
          <wp:inline distT="0" distB="0" distL="0" distR="0" wp14:anchorId="0985118E" wp14:editId="0985118F">
            <wp:extent cx="1621790" cy="957580"/>
            <wp:effectExtent l="1905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cstate="print"/>
                    <a:srcRect/>
                    <a:stretch>
                      <a:fillRect/>
                    </a:stretch>
                  </pic:blipFill>
                  <pic:spPr bwMode="auto">
                    <a:xfrm>
                      <a:off x="0" y="0"/>
                      <a:ext cx="1621790" cy="957580"/>
                    </a:xfrm>
                    <a:prstGeom prst="rect">
                      <a:avLst/>
                    </a:prstGeom>
                    <a:noFill/>
                    <a:ln w="9525">
                      <a:noFill/>
                      <a:miter lim="800000"/>
                      <a:headEnd/>
                      <a:tailEnd/>
                    </a:ln>
                  </pic:spPr>
                </pic:pic>
              </a:graphicData>
            </a:graphic>
          </wp:inline>
        </w:drawing>
      </w:r>
    </w:p>
    <w:p w14:paraId="0984CA2B" w14:textId="77777777" w:rsidR="00FB41C0" w:rsidRPr="00EF2F0E" w:rsidRDefault="00FB41C0" w:rsidP="00FB41C0">
      <w:pPr>
        <w:pStyle w:val="ZU"/>
        <w:framePr w:h="7856" w:hRule="exact" w:wrap="notBeside"/>
        <w:tabs>
          <w:tab w:val="right" w:pos="10206"/>
        </w:tabs>
        <w:jc w:val="left"/>
        <w:rPr>
          <w:noProof w:val="0"/>
        </w:rPr>
      </w:pPr>
    </w:p>
    <w:p w14:paraId="0984CA2C" w14:textId="77777777" w:rsidR="00FB41C0" w:rsidRPr="00EF2F0E" w:rsidRDefault="00FB41C0" w:rsidP="00FB41C0">
      <w:pPr>
        <w:framePr w:h="1377" w:hRule="exact" w:wrap="notBeside" w:vAnchor="page" w:hAnchor="margin" w:y="15305"/>
        <w:rPr>
          <w:sz w:val="16"/>
        </w:rPr>
      </w:pPr>
      <w:r w:rsidRPr="00EF2F0E">
        <w:rPr>
          <w:sz w:val="16"/>
        </w:rPr>
        <w:t>The present document has been developed within the 3</w:t>
      </w:r>
      <w:r w:rsidRPr="00EF2F0E">
        <w:rPr>
          <w:sz w:val="16"/>
          <w:vertAlign w:val="superscript"/>
        </w:rPr>
        <w:t>rd</w:t>
      </w:r>
      <w:r w:rsidRPr="00EF2F0E">
        <w:rPr>
          <w:sz w:val="16"/>
        </w:rPr>
        <w:t xml:space="preserve"> Generation Partnership Project (3GPP</w:t>
      </w:r>
      <w:r w:rsidRPr="00EF2F0E">
        <w:rPr>
          <w:sz w:val="16"/>
          <w:vertAlign w:val="superscript"/>
        </w:rPr>
        <w:t xml:space="preserve"> TM</w:t>
      </w:r>
      <w:r w:rsidRPr="00EF2F0E">
        <w:rPr>
          <w:sz w:val="16"/>
        </w:rPr>
        <w:t>) and may be further elaborated for the purposes of 3GPP.</w:t>
      </w:r>
      <w:r w:rsidRPr="00EF2F0E">
        <w:rPr>
          <w:sz w:val="16"/>
        </w:rPr>
        <w:br/>
        <w:t>The present document has not been subject to any approval process by the 3GPP</w:t>
      </w:r>
      <w:r w:rsidRPr="00EF2F0E">
        <w:rPr>
          <w:sz w:val="16"/>
          <w:vertAlign w:val="superscript"/>
        </w:rPr>
        <w:t xml:space="preserve"> </w:t>
      </w:r>
      <w:r w:rsidRPr="00EF2F0E">
        <w:rPr>
          <w:sz w:val="16"/>
        </w:rPr>
        <w:t>Organizational Partners and shall not be implemented.</w:t>
      </w:r>
      <w:r w:rsidRPr="00EF2F0E">
        <w:rPr>
          <w:sz w:val="16"/>
        </w:rPr>
        <w:br/>
        <w:t>This Specification is provided for future development work within 3GPP</w:t>
      </w:r>
      <w:r w:rsidRPr="00EF2F0E">
        <w:rPr>
          <w:sz w:val="16"/>
          <w:vertAlign w:val="superscript"/>
        </w:rPr>
        <w:t xml:space="preserve"> </w:t>
      </w:r>
      <w:r w:rsidRPr="00EF2F0E">
        <w:rPr>
          <w:sz w:val="16"/>
        </w:rPr>
        <w:t>only. The Organizational Partners accept no liability for any use of this Specification.</w:t>
      </w:r>
      <w:r w:rsidRPr="00EF2F0E">
        <w:rPr>
          <w:sz w:val="16"/>
        </w:rPr>
        <w:br/>
        <w:t>Specifications and Reports for implementation of the 3GPP</w:t>
      </w:r>
      <w:r w:rsidRPr="00EF2F0E">
        <w:rPr>
          <w:sz w:val="16"/>
          <w:vertAlign w:val="superscript"/>
        </w:rPr>
        <w:t xml:space="preserve"> TM</w:t>
      </w:r>
      <w:r w:rsidRPr="00EF2F0E">
        <w:rPr>
          <w:sz w:val="16"/>
        </w:rPr>
        <w:t xml:space="preserve"> system should be obtained via the 3GPP Organizational Partners' Publications Offices.</w:t>
      </w:r>
    </w:p>
    <w:p w14:paraId="0984CA2D" w14:textId="77777777" w:rsidR="00FB41C0" w:rsidRPr="00EF2F0E" w:rsidRDefault="00FB41C0" w:rsidP="00FB41C0">
      <w:pPr>
        <w:pStyle w:val="ZV"/>
        <w:framePr w:wrap="notBeside"/>
        <w:rPr>
          <w:noProof w:val="0"/>
        </w:rPr>
      </w:pPr>
    </w:p>
    <w:p w14:paraId="0984CA2E" w14:textId="77777777" w:rsidR="00FB41C0" w:rsidRPr="00EF2F0E" w:rsidRDefault="00FB41C0" w:rsidP="00FB41C0"/>
    <w:bookmarkEnd w:id="0"/>
    <w:p w14:paraId="0984CA2F" w14:textId="77777777" w:rsidR="00FB41C0" w:rsidRPr="00EF2F0E" w:rsidRDefault="00FB41C0" w:rsidP="00FB41C0">
      <w:pPr>
        <w:sectPr w:rsidR="00FB41C0" w:rsidRPr="00EF2F0E">
          <w:headerReference w:type="even" r:id="rId11"/>
          <w:footnotePr>
            <w:numRestart w:val="eachSect"/>
          </w:footnotePr>
          <w:pgSz w:w="11907" w:h="16840"/>
          <w:pgMar w:top="2268" w:right="851" w:bottom="10773" w:left="851" w:header="0" w:footer="0" w:gutter="0"/>
          <w:cols w:space="720"/>
        </w:sectPr>
      </w:pPr>
      <w:r w:rsidRPr="00EF2F0E">
        <w:tab/>
      </w:r>
    </w:p>
    <w:p w14:paraId="0984CA30" w14:textId="77777777" w:rsidR="00FB41C0" w:rsidRPr="00EF2F0E" w:rsidRDefault="00FB41C0" w:rsidP="00FB41C0">
      <w:bookmarkStart w:id="1" w:name="page2"/>
    </w:p>
    <w:p w14:paraId="0984CA31" w14:textId="77777777" w:rsidR="00FB41C0" w:rsidRPr="00EF2F0E" w:rsidRDefault="00FB41C0" w:rsidP="00FB41C0"/>
    <w:p w14:paraId="0984CA32" w14:textId="77777777" w:rsidR="00FB41C0" w:rsidRPr="00EF2F0E" w:rsidRDefault="00FB41C0" w:rsidP="00FB41C0"/>
    <w:p w14:paraId="0984CA33" w14:textId="77777777" w:rsidR="00FB41C0" w:rsidRPr="00EF2F0E" w:rsidRDefault="00FB41C0" w:rsidP="00FB41C0">
      <w:pPr>
        <w:pStyle w:val="FP"/>
        <w:framePr w:wrap="notBeside" w:hAnchor="margin" w:yAlign="center"/>
        <w:spacing w:after="240"/>
        <w:ind w:left="2835" w:right="2835"/>
        <w:jc w:val="center"/>
        <w:rPr>
          <w:rFonts w:ascii="Arial" w:hAnsi="Arial"/>
          <w:b/>
          <w:i/>
        </w:rPr>
      </w:pPr>
      <w:r w:rsidRPr="00EF2F0E">
        <w:rPr>
          <w:rFonts w:ascii="Arial" w:hAnsi="Arial"/>
          <w:b/>
          <w:i/>
        </w:rPr>
        <w:t>3GPP</w:t>
      </w:r>
    </w:p>
    <w:p w14:paraId="0984CA34" w14:textId="77777777" w:rsidR="00FB41C0" w:rsidRPr="00EF2F0E" w:rsidRDefault="00FB41C0" w:rsidP="00FB41C0">
      <w:pPr>
        <w:pStyle w:val="FP"/>
        <w:framePr w:wrap="notBeside" w:hAnchor="margin" w:yAlign="center"/>
        <w:pBdr>
          <w:bottom w:val="single" w:sz="6" w:space="1" w:color="auto"/>
        </w:pBdr>
        <w:ind w:left="2835" w:right="2835"/>
        <w:jc w:val="center"/>
      </w:pPr>
      <w:r w:rsidRPr="00EF2F0E">
        <w:t>Postal address</w:t>
      </w:r>
    </w:p>
    <w:p w14:paraId="0984CA35" w14:textId="77777777" w:rsidR="00FB41C0" w:rsidRPr="00EF2F0E" w:rsidRDefault="00FB41C0" w:rsidP="00FB41C0">
      <w:pPr>
        <w:pStyle w:val="FP"/>
        <w:framePr w:wrap="notBeside" w:hAnchor="margin" w:yAlign="center"/>
        <w:ind w:left="2835" w:right="2835"/>
        <w:jc w:val="center"/>
        <w:rPr>
          <w:rFonts w:ascii="Arial" w:hAnsi="Arial"/>
          <w:sz w:val="18"/>
        </w:rPr>
      </w:pPr>
    </w:p>
    <w:p w14:paraId="0984CA36" w14:textId="77777777" w:rsidR="00FB41C0" w:rsidRPr="00EF2F0E" w:rsidRDefault="00FB41C0" w:rsidP="00FB41C0">
      <w:pPr>
        <w:pStyle w:val="FP"/>
        <w:framePr w:wrap="notBeside" w:hAnchor="margin" w:yAlign="center"/>
        <w:pBdr>
          <w:bottom w:val="single" w:sz="6" w:space="1" w:color="auto"/>
        </w:pBdr>
        <w:spacing w:before="240"/>
        <w:ind w:left="2835" w:right="2835"/>
        <w:jc w:val="center"/>
      </w:pPr>
      <w:r w:rsidRPr="00EF2F0E">
        <w:t>3GPP support office address</w:t>
      </w:r>
    </w:p>
    <w:p w14:paraId="0984CA37" w14:textId="77777777" w:rsidR="00FB41C0" w:rsidRPr="004E1AFF" w:rsidRDefault="00FB41C0" w:rsidP="00FB41C0">
      <w:pPr>
        <w:pStyle w:val="FP"/>
        <w:framePr w:wrap="notBeside" w:hAnchor="margin" w:yAlign="center"/>
        <w:ind w:left="2835" w:right="2835"/>
        <w:jc w:val="center"/>
        <w:rPr>
          <w:rFonts w:ascii="Arial" w:hAnsi="Arial"/>
          <w:sz w:val="18"/>
          <w:lang w:val="fr-FR"/>
        </w:rPr>
      </w:pPr>
      <w:r w:rsidRPr="004E1AFF">
        <w:rPr>
          <w:rFonts w:ascii="Arial" w:hAnsi="Arial"/>
          <w:sz w:val="18"/>
          <w:lang w:val="fr-FR"/>
        </w:rPr>
        <w:t>650 Route des Lucioles - Sophia Antipolis</w:t>
      </w:r>
    </w:p>
    <w:p w14:paraId="0984CA38" w14:textId="77777777" w:rsidR="00FB41C0" w:rsidRPr="004E1AFF" w:rsidRDefault="00FB41C0" w:rsidP="00FB41C0">
      <w:pPr>
        <w:pStyle w:val="FP"/>
        <w:framePr w:wrap="notBeside" w:hAnchor="margin" w:yAlign="center"/>
        <w:ind w:left="2835" w:right="2835"/>
        <w:jc w:val="center"/>
        <w:rPr>
          <w:rFonts w:ascii="Arial" w:hAnsi="Arial"/>
          <w:sz w:val="18"/>
          <w:lang w:val="fr-FR"/>
        </w:rPr>
      </w:pPr>
      <w:r w:rsidRPr="004E1AFF">
        <w:rPr>
          <w:rFonts w:ascii="Arial" w:hAnsi="Arial"/>
          <w:sz w:val="18"/>
          <w:lang w:val="fr-FR"/>
        </w:rPr>
        <w:t>Valbonne - FRANCE</w:t>
      </w:r>
    </w:p>
    <w:p w14:paraId="0984CA39" w14:textId="77777777" w:rsidR="00FB41C0" w:rsidRPr="00EF2F0E" w:rsidRDefault="00FB41C0" w:rsidP="00FB41C0">
      <w:pPr>
        <w:pStyle w:val="FP"/>
        <w:framePr w:wrap="notBeside" w:hAnchor="margin" w:yAlign="center"/>
        <w:spacing w:after="20"/>
        <w:ind w:left="2835" w:right="2835"/>
        <w:jc w:val="center"/>
        <w:rPr>
          <w:rFonts w:ascii="Arial" w:hAnsi="Arial"/>
          <w:sz w:val="18"/>
        </w:rPr>
      </w:pPr>
      <w:r w:rsidRPr="00EF2F0E">
        <w:rPr>
          <w:rFonts w:ascii="Arial" w:hAnsi="Arial"/>
          <w:sz w:val="18"/>
        </w:rPr>
        <w:t>Tel.: +33 4 92 94 42 00 Fax: +33 4 93 65 47 16</w:t>
      </w:r>
    </w:p>
    <w:p w14:paraId="0984CA3A" w14:textId="77777777" w:rsidR="00FB41C0" w:rsidRPr="00EF2F0E" w:rsidRDefault="00FB41C0" w:rsidP="00FB41C0">
      <w:pPr>
        <w:pStyle w:val="FP"/>
        <w:framePr w:wrap="notBeside" w:hAnchor="margin" w:yAlign="center"/>
        <w:pBdr>
          <w:bottom w:val="single" w:sz="6" w:space="1" w:color="auto"/>
        </w:pBdr>
        <w:spacing w:before="240"/>
        <w:ind w:left="2835" w:right="2835"/>
        <w:jc w:val="center"/>
      </w:pPr>
      <w:r w:rsidRPr="00EF2F0E">
        <w:t>Internet</w:t>
      </w:r>
    </w:p>
    <w:p w14:paraId="0984CA3B" w14:textId="77777777" w:rsidR="00FB41C0" w:rsidRPr="00EF2F0E" w:rsidRDefault="00FB41C0" w:rsidP="00FB41C0">
      <w:pPr>
        <w:pStyle w:val="FP"/>
        <w:framePr w:wrap="notBeside" w:hAnchor="margin" w:yAlign="center"/>
        <w:ind w:left="2835" w:right="2835"/>
        <w:jc w:val="center"/>
        <w:rPr>
          <w:rFonts w:ascii="Arial" w:hAnsi="Arial"/>
          <w:sz w:val="18"/>
        </w:rPr>
      </w:pPr>
      <w:r w:rsidRPr="00EF2F0E">
        <w:rPr>
          <w:rFonts w:ascii="Arial" w:hAnsi="Arial"/>
          <w:sz w:val="18"/>
        </w:rPr>
        <w:t>http://www.3gpp.org</w:t>
      </w:r>
    </w:p>
    <w:p w14:paraId="0984CA3C" w14:textId="77777777" w:rsidR="00FB41C0" w:rsidRPr="00EF2F0E" w:rsidRDefault="00FB41C0" w:rsidP="00FB41C0"/>
    <w:p w14:paraId="0984CA3D" w14:textId="77777777" w:rsidR="00FB41C0" w:rsidRPr="00EF2F0E" w:rsidRDefault="00FB41C0" w:rsidP="00FB41C0">
      <w:pPr>
        <w:pStyle w:val="FP"/>
        <w:framePr w:h="3057" w:hRule="exact" w:wrap="notBeside" w:vAnchor="page" w:hAnchor="margin" w:y="12605"/>
        <w:pBdr>
          <w:bottom w:val="single" w:sz="6" w:space="1" w:color="auto"/>
        </w:pBdr>
        <w:spacing w:after="240"/>
        <w:jc w:val="center"/>
        <w:rPr>
          <w:rFonts w:ascii="Arial" w:hAnsi="Arial"/>
          <w:b/>
          <w:i/>
        </w:rPr>
      </w:pPr>
      <w:r w:rsidRPr="00EF2F0E">
        <w:rPr>
          <w:rFonts w:ascii="Arial" w:hAnsi="Arial"/>
          <w:b/>
          <w:i/>
        </w:rPr>
        <w:t>Copyright Notification</w:t>
      </w:r>
    </w:p>
    <w:p w14:paraId="0984CA3E" w14:textId="77777777" w:rsidR="00FB41C0" w:rsidRPr="00EF2F0E" w:rsidRDefault="00FB41C0" w:rsidP="00FB41C0">
      <w:pPr>
        <w:pStyle w:val="FP"/>
        <w:framePr w:h="3057" w:hRule="exact" w:wrap="notBeside" w:vAnchor="page" w:hAnchor="margin" w:y="12605"/>
        <w:jc w:val="center"/>
      </w:pPr>
      <w:r w:rsidRPr="00EF2F0E">
        <w:t>No part may be reproduced except as authorized by written permission.</w:t>
      </w:r>
      <w:r w:rsidRPr="00EF2F0E">
        <w:br/>
        <w:t>The copyright and the foregoing restriction extend to reproduction in all media.</w:t>
      </w:r>
    </w:p>
    <w:p w14:paraId="0984CA3F" w14:textId="77777777" w:rsidR="00FB41C0" w:rsidRPr="00EF2F0E" w:rsidRDefault="00FB41C0" w:rsidP="00FB41C0">
      <w:pPr>
        <w:pStyle w:val="FP"/>
        <w:framePr w:h="3057" w:hRule="exact" w:wrap="notBeside" w:vAnchor="page" w:hAnchor="margin" w:y="12605"/>
        <w:jc w:val="center"/>
      </w:pPr>
    </w:p>
    <w:p w14:paraId="0984CA40" w14:textId="70366236" w:rsidR="00FB41C0" w:rsidRPr="00EF2F0E" w:rsidRDefault="00FB41C0" w:rsidP="00FB41C0">
      <w:pPr>
        <w:pStyle w:val="FP"/>
        <w:framePr w:h="3057" w:hRule="exact" w:wrap="notBeside" w:vAnchor="page" w:hAnchor="margin" w:y="12605"/>
        <w:jc w:val="center"/>
        <w:rPr>
          <w:sz w:val="18"/>
        </w:rPr>
      </w:pPr>
      <w:r w:rsidRPr="00EF2F0E">
        <w:rPr>
          <w:sz w:val="18"/>
        </w:rPr>
        <w:t xml:space="preserve">© </w:t>
      </w:r>
      <w:r w:rsidR="00527C38" w:rsidRPr="00EF2F0E">
        <w:rPr>
          <w:sz w:val="18"/>
        </w:rPr>
        <w:t>202</w:t>
      </w:r>
      <w:r w:rsidR="001462A7">
        <w:rPr>
          <w:sz w:val="18"/>
        </w:rPr>
        <w:t>2</w:t>
      </w:r>
      <w:r w:rsidRPr="00EF2F0E">
        <w:rPr>
          <w:sz w:val="18"/>
        </w:rPr>
        <w:t>, 3GPP Organizational Partners (ARIB, ATIS, CCSA, ETSI, TSDSI, TTA, TTC).</w:t>
      </w:r>
      <w:bookmarkStart w:id="2" w:name="copyrightaddon"/>
      <w:bookmarkEnd w:id="2"/>
    </w:p>
    <w:p w14:paraId="0984CA41" w14:textId="77777777" w:rsidR="00FB41C0" w:rsidRPr="00EF2F0E" w:rsidRDefault="00FB41C0" w:rsidP="00FB41C0">
      <w:pPr>
        <w:pStyle w:val="FP"/>
        <w:framePr w:h="3057" w:hRule="exact" w:wrap="notBeside" w:vAnchor="page" w:hAnchor="margin" w:y="12605"/>
        <w:jc w:val="center"/>
        <w:rPr>
          <w:sz w:val="18"/>
        </w:rPr>
      </w:pPr>
      <w:r w:rsidRPr="00EF2F0E">
        <w:rPr>
          <w:sz w:val="18"/>
        </w:rPr>
        <w:t>All rights reserved.</w:t>
      </w:r>
    </w:p>
    <w:p w14:paraId="0984CA42" w14:textId="77777777" w:rsidR="00FB41C0" w:rsidRPr="00EF2F0E" w:rsidRDefault="00FB41C0" w:rsidP="00FB41C0">
      <w:pPr>
        <w:pStyle w:val="FP"/>
        <w:framePr w:h="3057" w:hRule="exact" w:wrap="notBeside" w:vAnchor="page" w:hAnchor="margin" w:y="12605"/>
        <w:rPr>
          <w:sz w:val="18"/>
        </w:rPr>
      </w:pPr>
    </w:p>
    <w:p w14:paraId="0984CA43" w14:textId="77777777" w:rsidR="00FB41C0" w:rsidRPr="00EF2F0E" w:rsidRDefault="00FB41C0" w:rsidP="00FB41C0">
      <w:pPr>
        <w:pStyle w:val="FP"/>
        <w:framePr w:h="3057" w:hRule="exact" w:wrap="notBeside" w:vAnchor="page" w:hAnchor="margin" w:y="12605"/>
        <w:rPr>
          <w:sz w:val="18"/>
        </w:rPr>
      </w:pPr>
      <w:r w:rsidRPr="00EF2F0E">
        <w:rPr>
          <w:sz w:val="18"/>
        </w:rPr>
        <w:t>UMTS™ is a Trade Mark of ETSI registered for the benefit of its members</w:t>
      </w:r>
    </w:p>
    <w:p w14:paraId="0984CA44" w14:textId="77777777" w:rsidR="00FB41C0" w:rsidRPr="00EF2F0E" w:rsidRDefault="00FB41C0" w:rsidP="00FB41C0">
      <w:pPr>
        <w:pStyle w:val="FP"/>
        <w:framePr w:h="3057" w:hRule="exact" w:wrap="notBeside" w:vAnchor="page" w:hAnchor="margin" w:y="12605"/>
        <w:rPr>
          <w:sz w:val="18"/>
        </w:rPr>
      </w:pPr>
      <w:r w:rsidRPr="00EF2F0E">
        <w:rPr>
          <w:sz w:val="18"/>
        </w:rPr>
        <w:t>3GPP™ is a Trade Mark of ETSI registered for the benefit of its Members and of the 3GPP Organizational Partners</w:t>
      </w:r>
      <w:r w:rsidRPr="00EF2F0E">
        <w:rPr>
          <w:sz w:val="18"/>
        </w:rPr>
        <w:br/>
        <w:t>LTE™ is a Trade Mark of ETSI registered for the benefit of its Members and of the 3GPP Organizational Partners</w:t>
      </w:r>
    </w:p>
    <w:p w14:paraId="0984CA45" w14:textId="77777777" w:rsidR="00FB41C0" w:rsidRPr="00EF2F0E" w:rsidRDefault="00FB41C0" w:rsidP="00FB41C0">
      <w:pPr>
        <w:pStyle w:val="FP"/>
        <w:framePr w:h="3057" w:hRule="exact" w:wrap="notBeside" w:vAnchor="page" w:hAnchor="margin" w:y="12605"/>
        <w:rPr>
          <w:sz w:val="18"/>
        </w:rPr>
      </w:pPr>
      <w:r w:rsidRPr="00EF2F0E">
        <w:rPr>
          <w:sz w:val="18"/>
        </w:rPr>
        <w:t>GSM® and the GSM logo are registered and owned by the GSM Association</w:t>
      </w:r>
    </w:p>
    <w:bookmarkEnd w:id="1"/>
    <w:p w14:paraId="0984CA46" w14:textId="77777777" w:rsidR="00FB41C0" w:rsidRPr="00EF2F0E" w:rsidRDefault="00FB41C0" w:rsidP="00FB41C0">
      <w:pPr>
        <w:pStyle w:val="TT"/>
        <w:outlineLvl w:val="0"/>
      </w:pPr>
      <w:r w:rsidRPr="00EF2F0E">
        <w:br w:type="page"/>
      </w:r>
      <w:r w:rsidRPr="00EF2F0E">
        <w:lastRenderedPageBreak/>
        <w:t>Contents</w:t>
      </w:r>
    </w:p>
    <w:p w14:paraId="7B4B1F90" w14:textId="1AC5B06E" w:rsidR="00D403B8" w:rsidRDefault="00D403B8">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_Toc98676016 \h </w:instrText>
      </w:r>
      <w:r>
        <w:fldChar w:fldCharType="separate"/>
      </w:r>
      <w:r>
        <w:t>11</w:t>
      </w:r>
      <w:r>
        <w:fldChar w:fldCharType="end"/>
      </w:r>
    </w:p>
    <w:p w14:paraId="0C06D917" w14:textId="768D7069" w:rsidR="00D403B8" w:rsidRDefault="00D403B8">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_Toc98676017 \h </w:instrText>
      </w:r>
      <w:r>
        <w:fldChar w:fldCharType="separate"/>
      </w:r>
      <w:r>
        <w:t>12</w:t>
      </w:r>
      <w:r>
        <w:fldChar w:fldCharType="end"/>
      </w:r>
    </w:p>
    <w:p w14:paraId="7DC311E8" w14:textId="4626FD69" w:rsidR="00D403B8" w:rsidRDefault="00D403B8">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_Toc98676018 \h </w:instrText>
      </w:r>
      <w:r>
        <w:fldChar w:fldCharType="separate"/>
      </w:r>
      <w:r>
        <w:t>12</w:t>
      </w:r>
      <w:r>
        <w:fldChar w:fldCharType="end"/>
      </w:r>
    </w:p>
    <w:p w14:paraId="3F92E738" w14:textId="174CD157" w:rsidR="00D403B8" w:rsidRDefault="00D403B8">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_Toc98676019 \h </w:instrText>
      </w:r>
      <w:r>
        <w:fldChar w:fldCharType="separate"/>
      </w:r>
      <w:r>
        <w:t>13</w:t>
      </w:r>
      <w:r>
        <w:fldChar w:fldCharType="end"/>
      </w:r>
    </w:p>
    <w:p w14:paraId="01BD2597" w14:textId="601A825A" w:rsidR="00D403B8" w:rsidRDefault="00D403B8">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_Toc98676020 \h </w:instrText>
      </w:r>
      <w:r>
        <w:fldChar w:fldCharType="separate"/>
      </w:r>
      <w:r>
        <w:t>13</w:t>
      </w:r>
      <w:r>
        <w:fldChar w:fldCharType="end"/>
      </w:r>
    </w:p>
    <w:p w14:paraId="5057C7F4" w14:textId="2963A9EC" w:rsidR="00D403B8" w:rsidRDefault="00D403B8">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_Toc98676021 \h </w:instrText>
      </w:r>
      <w:r>
        <w:fldChar w:fldCharType="separate"/>
      </w:r>
      <w:r>
        <w:t>18</w:t>
      </w:r>
      <w:r>
        <w:fldChar w:fldCharType="end"/>
      </w:r>
    </w:p>
    <w:p w14:paraId="529EBB07" w14:textId="4E7EAC19" w:rsidR="00D403B8" w:rsidRDefault="00D403B8">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_Toc98676022 \h </w:instrText>
      </w:r>
      <w:r>
        <w:fldChar w:fldCharType="separate"/>
      </w:r>
      <w:r>
        <w:t>19</w:t>
      </w:r>
      <w:r>
        <w:fldChar w:fldCharType="end"/>
      </w:r>
    </w:p>
    <w:p w14:paraId="2E79CECA" w14:textId="4D14A4B6" w:rsidR="00D403B8" w:rsidRDefault="00D403B8">
      <w:pPr>
        <w:pStyle w:val="TOC1"/>
        <w:rPr>
          <w:rFonts w:asciiTheme="minorHAnsi" w:eastAsiaTheme="minorEastAsia" w:hAnsiTheme="minorHAnsi" w:cstheme="minorBidi"/>
          <w:szCs w:val="22"/>
          <w:lang w:eastAsia="en-GB"/>
        </w:rPr>
      </w:pPr>
      <w:r>
        <w:rPr>
          <w:lang w:eastAsia="zh-CN"/>
        </w:rPr>
        <w:t>4</w:t>
      </w:r>
      <w:r>
        <w:rPr>
          <w:rFonts w:asciiTheme="minorHAnsi" w:eastAsiaTheme="minorEastAsia" w:hAnsiTheme="minorHAnsi" w:cstheme="minorBidi"/>
          <w:szCs w:val="22"/>
          <w:lang w:eastAsia="en-GB"/>
        </w:rPr>
        <w:tab/>
      </w:r>
      <w:r>
        <w:rPr>
          <w:lang w:eastAsia="zh-CN"/>
        </w:rPr>
        <w:t>General</w:t>
      </w:r>
      <w:r>
        <w:tab/>
      </w:r>
      <w:r>
        <w:fldChar w:fldCharType="begin"/>
      </w:r>
      <w:r>
        <w:instrText xml:space="preserve"> PAGEREF _Toc98676023 \h </w:instrText>
      </w:r>
      <w:r>
        <w:fldChar w:fldCharType="separate"/>
      </w:r>
      <w:r>
        <w:t>20</w:t>
      </w:r>
      <w:r>
        <w:fldChar w:fldCharType="end"/>
      </w:r>
    </w:p>
    <w:p w14:paraId="11FEEDA8" w14:textId="57ACE449" w:rsidR="00D403B8" w:rsidRDefault="00D403B8">
      <w:pPr>
        <w:pStyle w:val="TOC2"/>
        <w:rPr>
          <w:rFonts w:asciiTheme="minorHAnsi" w:eastAsiaTheme="minorEastAsia" w:hAnsiTheme="minorHAnsi" w:cstheme="minorBidi"/>
          <w:sz w:val="22"/>
          <w:szCs w:val="22"/>
          <w:lang w:eastAsia="en-GB"/>
        </w:rPr>
      </w:pPr>
      <w:r>
        <w:rPr>
          <w:lang w:eastAsia="zh-CN"/>
        </w:rPr>
        <w:t>4.1</w:t>
      </w:r>
      <w:r>
        <w:rPr>
          <w:rFonts w:asciiTheme="minorHAnsi" w:eastAsiaTheme="minorEastAsia" w:hAnsiTheme="minorHAnsi" w:cstheme="minorBidi"/>
          <w:sz w:val="22"/>
          <w:szCs w:val="22"/>
          <w:lang w:eastAsia="en-GB"/>
        </w:rPr>
        <w:tab/>
      </w:r>
      <w:r>
        <w:rPr>
          <w:lang w:eastAsia="zh-CN"/>
        </w:rPr>
        <w:t>Relationship between the AAS BS specification and non</w:t>
      </w:r>
      <w:r>
        <w:rPr>
          <w:lang w:eastAsia="zh-CN"/>
        </w:rPr>
        <w:noBreakHyphen/>
        <w:t>AAS BS single RAT &amp; MSR specifications</w:t>
      </w:r>
      <w:r>
        <w:tab/>
      </w:r>
      <w:r>
        <w:fldChar w:fldCharType="begin"/>
      </w:r>
      <w:r>
        <w:instrText xml:space="preserve"> PAGEREF _Toc98676024 \h </w:instrText>
      </w:r>
      <w:r>
        <w:fldChar w:fldCharType="separate"/>
      </w:r>
      <w:r>
        <w:t>20</w:t>
      </w:r>
      <w:r>
        <w:fldChar w:fldCharType="end"/>
      </w:r>
    </w:p>
    <w:p w14:paraId="7BF00A70" w14:textId="098C894C" w:rsidR="00D403B8" w:rsidRDefault="00D403B8">
      <w:pPr>
        <w:pStyle w:val="TOC2"/>
        <w:rPr>
          <w:rFonts w:asciiTheme="minorHAnsi" w:eastAsiaTheme="minorEastAsia" w:hAnsiTheme="minorHAnsi" w:cstheme="minorBidi"/>
          <w:sz w:val="22"/>
          <w:szCs w:val="22"/>
          <w:lang w:eastAsia="en-GB"/>
        </w:rPr>
      </w:pPr>
      <w:r w:rsidRPr="00AE544B">
        <w:rPr>
          <w:snapToGrid w:val="0"/>
        </w:rPr>
        <w:t>4.2</w:t>
      </w:r>
      <w:r>
        <w:rPr>
          <w:rFonts w:asciiTheme="minorHAnsi" w:eastAsiaTheme="minorEastAsia" w:hAnsiTheme="minorHAnsi" w:cstheme="minorBidi"/>
          <w:sz w:val="22"/>
          <w:szCs w:val="22"/>
          <w:lang w:eastAsia="en-GB"/>
        </w:rPr>
        <w:tab/>
      </w:r>
      <w:r w:rsidRPr="00AE544B">
        <w:rPr>
          <w:snapToGrid w:val="0"/>
        </w:rPr>
        <w:t>Relationship between minimum requirements and test requirements</w:t>
      </w:r>
      <w:r>
        <w:tab/>
      </w:r>
      <w:r>
        <w:fldChar w:fldCharType="begin"/>
      </w:r>
      <w:r>
        <w:instrText xml:space="preserve"> PAGEREF _Toc98676025 \h </w:instrText>
      </w:r>
      <w:r>
        <w:fldChar w:fldCharType="separate"/>
      </w:r>
      <w:r>
        <w:t>21</w:t>
      </w:r>
      <w:r>
        <w:fldChar w:fldCharType="end"/>
      </w:r>
    </w:p>
    <w:p w14:paraId="42CD64AC" w14:textId="26AAE620" w:rsidR="00D403B8" w:rsidRDefault="00D403B8">
      <w:pPr>
        <w:pStyle w:val="TOC2"/>
        <w:rPr>
          <w:rFonts w:asciiTheme="minorHAnsi" w:eastAsiaTheme="minorEastAsia" w:hAnsiTheme="minorHAnsi" w:cstheme="minorBidi"/>
          <w:sz w:val="22"/>
          <w:szCs w:val="22"/>
          <w:lang w:eastAsia="en-GB"/>
        </w:rPr>
      </w:pPr>
      <w:r>
        <w:rPr>
          <w:lang w:eastAsia="zh-CN"/>
        </w:rPr>
        <w:t>4.3</w:t>
      </w:r>
      <w:r>
        <w:rPr>
          <w:rFonts w:asciiTheme="minorHAnsi" w:eastAsiaTheme="minorEastAsia" w:hAnsiTheme="minorHAnsi" w:cstheme="minorBidi"/>
          <w:sz w:val="22"/>
          <w:szCs w:val="22"/>
          <w:lang w:eastAsia="en-GB"/>
        </w:rPr>
        <w:tab/>
      </w:r>
      <w:r>
        <w:rPr>
          <w:lang w:eastAsia="zh-CN"/>
        </w:rPr>
        <w:t>Conducted and radiated requirement reference points</w:t>
      </w:r>
      <w:r>
        <w:tab/>
      </w:r>
      <w:r>
        <w:fldChar w:fldCharType="begin"/>
      </w:r>
      <w:r>
        <w:instrText xml:space="preserve"> PAGEREF _Toc98676026 \h </w:instrText>
      </w:r>
      <w:r>
        <w:fldChar w:fldCharType="separate"/>
      </w:r>
      <w:r>
        <w:t>21</w:t>
      </w:r>
      <w:r>
        <w:fldChar w:fldCharType="end"/>
      </w:r>
    </w:p>
    <w:p w14:paraId="5C9BE93C" w14:textId="694994AD" w:rsidR="00D403B8" w:rsidRDefault="00D403B8">
      <w:pPr>
        <w:pStyle w:val="TOC2"/>
        <w:rPr>
          <w:rFonts w:asciiTheme="minorHAnsi" w:eastAsiaTheme="minorEastAsia" w:hAnsiTheme="minorHAnsi" w:cstheme="minorBidi"/>
          <w:sz w:val="22"/>
          <w:szCs w:val="22"/>
          <w:lang w:eastAsia="en-GB"/>
        </w:rPr>
      </w:pPr>
      <w:r>
        <w:rPr>
          <w:lang w:eastAsia="zh-CN"/>
        </w:rPr>
        <w:t>4.4</w:t>
      </w:r>
      <w:r>
        <w:rPr>
          <w:rFonts w:asciiTheme="minorHAnsi" w:eastAsiaTheme="minorEastAsia" w:hAnsiTheme="minorHAnsi" w:cstheme="minorBidi"/>
          <w:sz w:val="22"/>
          <w:szCs w:val="22"/>
          <w:lang w:eastAsia="en-GB"/>
        </w:rPr>
        <w:tab/>
      </w:r>
      <w:r>
        <w:rPr>
          <w:lang w:eastAsia="zh-CN"/>
        </w:rPr>
        <w:t>Base station classes</w:t>
      </w:r>
      <w:r>
        <w:t xml:space="preserve"> for AAS BS</w:t>
      </w:r>
      <w:r>
        <w:tab/>
      </w:r>
      <w:r>
        <w:fldChar w:fldCharType="begin"/>
      </w:r>
      <w:r>
        <w:instrText xml:space="preserve"> PAGEREF _Toc98676027 \h </w:instrText>
      </w:r>
      <w:r>
        <w:fldChar w:fldCharType="separate"/>
      </w:r>
      <w:r>
        <w:t>22</w:t>
      </w:r>
      <w:r>
        <w:fldChar w:fldCharType="end"/>
      </w:r>
    </w:p>
    <w:p w14:paraId="644F78F6" w14:textId="2412C389" w:rsidR="00D403B8" w:rsidRDefault="00D403B8">
      <w:pPr>
        <w:pStyle w:val="TOC2"/>
        <w:rPr>
          <w:rFonts w:asciiTheme="minorHAnsi" w:eastAsiaTheme="minorEastAsia" w:hAnsiTheme="minorHAnsi" w:cstheme="minorBidi"/>
          <w:sz w:val="22"/>
          <w:szCs w:val="22"/>
          <w:lang w:eastAsia="en-GB"/>
        </w:rPr>
      </w:pPr>
      <w:r>
        <w:rPr>
          <w:lang w:eastAsia="zh-CN"/>
        </w:rPr>
        <w:t>4.5</w:t>
      </w:r>
      <w:r>
        <w:rPr>
          <w:rFonts w:asciiTheme="minorHAnsi" w:eastAsiaTheme="minorEastAsia" w:hAnsiTheme="minorHAnsi" w:cstheme="minorBidi"/>
          <w:sz w:val="22"/>
          <w:szCs w:val="22"/>
          <w:lang w:eastAsia="en-GB"/>
        </w:rPr>
        <w:tab/>
      </w:r>
      <w:r>
        <w:rPr>
          <w:lang w:eastAsia="zh-CN"/>
        </w:rPr>
        <w:t>Regional requirements</w:t>
      </w:r>
      <w:r>
        <w:tab/>
      </w:r>
      <w:r>
        <w:fldChar w:fldCharType="begin"/>
      </w:r>
      <w:r>
        <w:instrText xml:space="preserve"> PAGEREF _Toc98676028 \h </w:instrText>
      </w:r>
      <w:r>
        <w:fldChar w:fldCharType="separate"/>
      </w:r>
      <w:r>
        <w:t>22</w:t>
      </w:r>
      <w:r>
        <w:fldChar w:fldCharType="end"/>
      </w:r>
    </w:p>
    <w:p w14:paraId="57E07139" w14:textId="7EC32EFF" w:rsidR="00D403B8" w:rsidRDefault="00D403B8">
      <w:pPr>
        <w:pStyle w:val="TOC2"/>
        <w:rPr>
          <w:rFonts w:asciiTheme="minorHAnsi" w:eastAsiaTheme="minorEastAsia" w:hAnsiTheme="minorHAnsi" w:cstheme="minorBidi"/>
          <w:sz w:val="22"/>
          <w:szCs w:val="22"/>
          <w:lang w:eastAsia="en-GB"/>
        </w:rPr>
      </w:pPr>
      <w:r>
        <w:rPr>
          <w:lang w:eastAsia="zh-CN"/>
        </w:rPr>
        <w:t>4.6</w:t>
      </w:r>
      <w:r>
        <w:rPr>
          <w:rFonts w:asciiTheme="minorHAnsi" w:eastAsiaTheme="minorEastAsia" w:hAnsiTheme="minorHAnsi" w:cstheme="minorBidi"/>
          <w:sz w:val="22"/>
          <w:szCs w:val="22"/>
          <w:lang w:eastAsia="en-GB"/>
        </w:rPr>
        <w:tab/>
      </w:r>
      <w:r>
        <w:rPr>
          <w:lang w:eastAsia="zh-CN"/>
        </w:rPr>
        <w:t>Operating Bands and Band Categories</w:t>
      </w:r>
      <w:r>
        <w:tab/>
      </w:r>
      <w:r>
        <w:fldChar w:fldCharType="begin"/>
      </w:r>
      <w:r>
        <w:instrText xml:space="preserve"> PAGEREF _Toc98676029 \h </w:instrText>
      </w:r>
      <w:r>
        <w:fldChar w:fldCharType="separate"/>
      </w:r>
      <w:r>
        <w:t>24</w:t>
      </w:r>
      <w:r>
        <w:fldChar w:fldCharType="end"/>
      </w:r>
    </w:p>
    <w:p w14:paraId="58647B36" w14:textId="36EEC118" w:rsidR="00D403B8" w:rsidRDefault="00D403B8">
      <w:pPr>
        <w:pStyle w:val="TOC2"/>
        <w:rPr>
          <w:rFonts w:asciiTheme="minorHAnsi" w:eastAsiaTheme="minorEastAsia" w:hAnsiTheme="minorHAnsi" w:cstheme="minorBidi"/>
          <w:sz w:val="22"/>
          <w:szCs w:val="22"/>
          <w:lang w:eastAsia="en-GB"/>
        </w:rPr>
      </w:pPr>
      <w:r>
        <w:rPr>
          <w:lang w:eastAsia="zh-CN"/>
        </w:rPr>
        <w:t>4.7</w:t>
      </w:r>
      <w:r>
        <w:rPr>
          <w:rFonts w:asciiTheme="minorHAnsi" w:eastAsiaTheme="minorEastAsia" w:hAnsiTheme="minorHAnsi" w:cstheme="minorBidi"/>
          <w:sz w:val="22"/>
          <w:szCs w:val="22"/>
          <w:lang w:eastAsia="en-GB"/>
        </w:rPr>
        <w:tab/>
      </w:r>
      <w:r>
        <w:rPr>
          <w:lang w:eastAsia="zh-CN"/>
        </w:rPr>
        <w:t>Channel arrangements</w:t>
      </w:r>
      <w:r>
        <w:tab/>
      </w:r>
      <w:r>
        <w:fldChar w:fldCharType="begin"/>
      </w:r>
      <w:r>
        <w:instrText xml:space="preserve"> PAGEREF _Toc98676030 \h </w:instrText>
      </w:r>
      <w:r>
        <w:fldChar w:fldCharType="separate"/>
      </w:r>
      <w:r>
        <w:t>24</w:t>
      </w:r>
      <w:r>
        <w:fldChar w:fldCharType="end"/>
      </w:r>
    </w:p>
    <w:p w14:paraId="21D7A8DA" w14:textId="2E80D97F" w:rsidR="00D403B8" w:rsidRDefault="00D403B8">
      <w:pPr>
        <w:pStyle w:val="TOC2"/>
        <w:rPr>
          <w:rFonts w:asciiTheme="minorHAnsi" w:eastAsiaTheme="minorEastAsia" w:hAnsiTheme="minorHAnsi" w:cstheme="minorBidi"/>
          <w:sz w:val="22"/>
          <w:szCs w:val="22"/>
          <w:lang w:eastAsia="en-GB"/>
        </w:rPr>
      </w:pPr>
      <w:r>
        <w:rPr>
          <w:lang w:eastAsia="zh-CN"/>
        </w:rPr>
        <w:t>4.8</w:t>
      </w:r>
      <w:r>
        <w:rPr>
          <w:rFonts w:asciiTheme="minorHAnsi" w:eastAsiaTheme="minorEastAsia" w:hAnsiTheme="minorHAnsi" w:cstheme="minorBidi"/>
          <w:sz w:val="22"/>
          <w:szCs w:val="22"/>
          <w:lang w:eastAsia="en-GB"/>
        </w:rPr>
        <w:tab/>
      </w:r>
      <w:r>
        <w:rPr>
          <w:lang w:eastAsia="zh-CN"/>
        </w:rPr>
        <w:t>Requirements for contiguous and non-contiguous spectrum</w:t>
      </w:r>
      <w:r>
        <w:tab/>
      </w:r>
      <w:r>
        <w:fldChar w:fldCharType="begin"/>
      </w:r>
      <w:r>
        <w:instrText xml:space="preserve"> PAGEREF _Toc98676031 \h </w:instrText>
      </w:r>
      <w:r>
        <w:fldChar w:fldCharType="separate"/>
      </w:r>
      <w:r>
        <w:t>24</w:t>
      </w:r>
      <w:r>
        <w:fldChar w:fldCharType="end"/>
      </w:r>
    </w:p>
    <w:p w14:paraId="69756BB0" w14:textId="4BF40117" w:rsidR="00D403B8" w:rsidRDefault="00D403B8">
      <w:pPr>
        <w:pStyle w:val="TOC2"/>
        <w:rPr>
          <w:rFonts w:asciiTheme="minorHAnsi" w:eastAsiaTheme="minorEastAsia" w:hAnsiTheme="minorHAnsi" w:cstheme="minorBidi"/>
          <w:sz w:val="22"/>
          <w:szCs w:val="22"/>
          <w:lang w:eastAsia="en-GB"/>
        </w:rPr>
      </w:pPr>
      <w:r>
        <w:rPr>
          <w:lang w:eastAsia="zh-CN"/>
        </w:rPr>
        <w:t>4.9</w:t>
      </w:r>
      <w:r>
        <w:rPr>
          <w:rFonts w:asciiTheme="minorHAnsi" w:eastAsiaTheme="minorEastAsia" w:hAnsiTheme="minorHAnsi" w:cstheme="minorBidi"/>
          <w:sz w:val="22"/>
          <w:szCs w:val="22"/>
          <w:lang w:eastAsia="en-GB"/>
        </w:rPr>
        <w:tab/>
      </w:r>
      <w:r>
        <w:rPr>
          <w:lang w:eastAsia="zh-CN"/>
        </w:rPr>
        <w:t>Requirements for AAS BS capable of operation in multiple operating bands</w:t>
      </w:r>
      <w:r>
        <w:tab/>
      </w:r>
      <w:r>
        <w:fldChar w:fldCharType="begin"/>
      </w:r>
      <w:r>
        <w:instrText xml:space="preserve"> PAGEREF _Toc98676032 \h </w:instrText>
      </w:r>
      <w:r>
        <w:fldChar w:fldCharType="separate"/>
      </w:r>
      <w:r>
        <w:t>24</w:t>
      </w:r>
      <w:r>
        <w:fldChar w:fldCharType="end"/>
      </w:r>
    </w:p>
    <w:p w14:paraId="58B13D7D" w14:textId="5900A1D8" w:rsidR="00D403B8" w:rsidRDefault="00D403B8">
      <w:pPr>
        <w:pStyle w:val="TOC2"/>
        <w:rPr>
          <w:rFonts w:asciiTheme="minorHAnsi" w:eastAsiaTheme="minorEastAsia" w:hAnsiTheme="minorHAnsi" w:cstheme="minorBidi"/>
          <w:sz w:val="22"/>
          <w:szCs w:val="22"/>
          <w:lang w:eastAsia="en-GB"/>
        </w:rPr>
      </w:pPr>
      <w:r>
        <w:t>4.10</w:t>
      </w:r>
      <w:r>
        <w:rPr>
          <w:rFonts w:asciiTheme="minorHAnsi" w:eastAsiaTheme="minorEastAsia" w:hAnsiTheme="minorHAnsi" w:cstheme="minorBidi"/>
          <w:sz w:val="22"/>
          <w:szCs w:val="22"/>
          <w:lang w:eastAsia="en-GB"/>
        </w:rPr>
        <w:tab/>
      </w:r>
      <w:r>
        <w:t>OTA Co-location with other base stations</w:t>
      </w:r>
      <w:r>
        <w:tab/>
      </w:r>
      <w:r>
        <w:fldChar w:fldCharType="begin"/>
      </w:r>
      <w:r>
        <w:instrText xml:space="preserve"> PAGEREF _Toc98676033 \h </w:instrText>
      </w:r>
      <w:r>
        <w:fldChar w:fldCharType="separate"/>
      </w:r>
      <w:r>
        <w:t>25</w:t>
      </w:r>
      <w:r>
        <w:fldChar w:fldCharType="end"/>
      </w:r>
    </w:p>
    <w:p w14:paraId="2290DC99" w14:textId="3BC4FAE3" w:rsidR="00D403B8" w:rsidRDefault="00D403B8">
      <w:pPr>
        <w:pStyle w:val="TOC1"/>
        <w:rPr>
          <w:rFonts w:asciiTheme="minorHAnsi" w:eastAsiaTheme="minorEastAsia" w:hAnsiTheme="minorHAnsi" w:cstheme="minorBidi"/>
          <w:szCs w:val="22"/>
          <w:lang w:eastAsia="en-GB"/>
        </w:rPr>
      </w:pPr>
      <w:r>
        <w:rPr>
          <w:lang w:eastAsia="zh-CN"/>
        </w:rPr>
        <w:t>5</w:t>
      </w:r>
      <w:r>
        <w:rPr>
          <w:rFonts w:asciiTheme="minorHAnsi" w:eastAsiaTheme="minorEastAsia" w:hAnsiTheme="minorHAnsi" w:cstheme="minorBidi"/>
          <w:szCs w:val="22"/>
          <w:lang w:eastAsia="en-GB"/>
        </w:rPr>
        <w:tab/>
      </w:r>
      <w:r>
        <w:rPr>
          <w:lang w:eastAsia="zh-CN"/>
        </w:rPr>
        <w:t>Applicability of Requirements</w:t>
      </w:r>
      <w:r>
        <w:tab/>
      </w:r>
      <w:r>
        <w:fldChar w:fldCharType="begin"/>
      </w:r>
      <w:r>
        <w:instrText xml:space="preserve"> PAGEREF _Toc98676034 \h </w:instrText>
      </w:r>
      <w:r>
        <w:fldChar w:fldCharType="separate"/>
      </w:r>
      <w:r>
        <w:t>26</w:t>
      </w:r>
      <w:r>
        <w:fldChar w:fldCharType="end"/>
      </w:r>
    </w:p>
    <w:p w14:paraId="2A6B9A8C" w14:textId="771D32FE" w:rsidR="00D403B8" w:rsidRDefault="00D403B8">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_Toc98676035 \h </w:instrText>
      </w:r>
      <w:r>
        <w:fldChar w:fldCharType="separate"/>
      </w:r>
      <w:r>
        <w:t>26</w:t>
      </w:r>
      <w:r>
        <w:fldChar w:fldCharType="end"/>
      </w:r>
    </w:p>
    <w:p w14:paraId="7D14B2D7" w14:textId="0D50D1FE" w:rsidR="00D403B8" w:rsidRDefault="00D403B8">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Band category 1 (BC1) and band category 2 (BC2)</w:t>
      </w:r>
      <w:r>
        <w:tab/>
      </w:r>
      <w:r>
        <w:fldChar w:fldCharType="begin"/>
      </w:r>
      <w:r>
        <w:instrText xml:space="preserve"> PAGEREF _Toc98676036 \h </w:instrText>
      </w:r>
      <w:r>
        <w:fldChar w:fldCharType="separate"/>
      </w:r>
      <w:r>
        <w:t>27</w:t>
      </w:r>
      <w:r>
        <w:fldChar w:fldCharType="end"/>
      </w:r>
    </w:p>
    <w:p w14:paraId="1E1DD4F9" w14:textId="76EB0126" w:rsidR="00D403B8" w:rsidRDefault="00D403B8">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Band category 3 (BC3)</w:t>
      </w:r>
      <w:r>
        <w:tab/>
      </w:r>
      <w:r>
        <w:fldChar w:fldCharType="begin"/>
      </w:r>
      <w:r>
        <w:instrText xml:space="preserve"> PAGEREF _Toc98676037 \h </w:instrText>
      </w:r>
      <w:r>
        <w:fldChar w:fldCharType="separate"/>
      </w:r>
      <w:r>
        <w:t>30</w:t>
      </w:r>
      <w:r>
        <w:fldChar w:fldCharType="end"/>
      </w:r>
    </w:p>
    <w:p w14:paraId="79801976" w14:textId="7B853CA7" w:rsidR="00D403B8" w:rsidRDefault="00D403B8">
      <w:pPr>
        <w:pStyle w:val="TOC1"/>
        <w:rPr>
          <w:rFonts w:asciiTheme="minorHAnsi" w:eastAsiaTheme="minorEastAsia" w:hAnsiTheme="minorHAnsi" w:cstheme="minorBidi"/>
          <w:szCs w:val="22"/>
          <w:lang w:eastAsia="en-GB"/>
        </w:rPr>
      </w:pPr>
      <w:r>
        <w:rPr>
          <w:lang w:eastAsia="zh-CN"/>
        </w:rPr>
        <w:t>6</w:t>
      </w:r>
      <w:r>
        <w:rPr>
          <w:rFonts w:asciiTheme="minorHAnsi" w:eastAsiaTheme="minorEastAsia" w:hAnsiTheme="minorHAnsi" w:cstheme="minorBidi"/>
          <w:szCs w:val="22"/>
          <w:lang w:eastAsia="en-GB"/>
        </w:rPr>
        <w:tab/>
      </w:r>
      <w:r>
        <w:rPr>
          <w:lang w:eastAsia="zh-CN"/>
        </w:rPr>
        <w:t>Conducted transmitter characteristics</w:t>
      </w:r>
      <w:r>
        <w:tab/>
      </w:r>
      <w:r>
        <w:fldChar w:fldCharType="begin"/>
      </w:r>
      <w:r>
        <w:instrText xml:space="preserve"> PAGEREF _Toc98676038 \h </w:instrText>
      </w:r>
      <w:r>
        <w:fldChar w:fldCharType="separate"/>
      </w:r>
      <w:r>
        <w:t>32</w:t>
      </w:r>
      <w:r>
        <w:fldChar w:fldCharType="end"/>
      </w:r>
    </w:p>
    <w:p w14:paraId="425DCF3C" w14:textId="2F93873E" w:rsidR="00D403B8" w:rsidRDefault="00D403B8">
      <w:pPr>
        <w:pStyle w:val="TOC2"/>
        <w:rPr>
          <w:rFonts w:asciiTheme="minorHAnsi" w:eastAsiaTheme="minorEastAsia" w:hAnsiTheme="minorHAnsi" w:cstheme="minorBidi"/>
          <w:sz w:val="22"/>
          <w:szCs w:val="22"/>
          <w:lang w:eastAsia="en-GB"/>
        </w:rPr>
      </w:pPr>
      <w:r>
        <w:rPr>
          <w:lang w:eastAsia="zh-CN"/>
        </w:rPr>
        <w:t>6.1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_Toc98676039 \h </w:instrText>
      </w:r>
      <w:r>
        <w:fldChar w:fldCharType="separate"/>
      </w:r>
      <w:r>
        <w:t>32</w:t>
      </w:r>
      <w:r>
        <w:fldChar w:fldCharType="end"/>
      </w:r>
    </w:p>
    <w:p w14:paraId="23E404F2" w14:textId="01C808E3" w:rsidR="00D403B8" w:rsidRDefault="00D403B8">
      <w:pPr>
        <w:pStyle w:val="TOC2"/>
        <w:rPr>
          <w:rFonts w:asciiTheme="minorHAnsi" w:eastAsiaTheme="minorEastAsia" w:hAnsiTheme="minorHAnsi" w:cstheme="minorBidi"/>
          <w:sz w:val="22"/>
          <w:szCs w:val="22"/>
          <w:lang w:eastAsia="en-GB"/>
        </w:rPr>
      </w:pPr>
      <w:r>
        <w:rPr>
          <w:lang w:eastAsia="zh-CN"/>
        </w:rPr>
        <w:t>6.2</w:t>
      </w:r>
      <w:r>
        <w:rPr>
          <w:rFonts w:asciiTheme="minorHAnsi" w:eastAsiaTheme="minorEastAsia" w:hAnsiTheme="minorHAnsi" w:cstheme="minorBidi"/>
          <w:sz w:val="22"/>
          <w:szCs w:val="22"/>
          <w:lang w:eastAsia="en-GB"/>
        </w:rPr>
        <w:tab/>
      </w:r>
      <w:r>
        <w:rPr>
          <w:lang w:eastAsia="zh-CN"/>
        </w:rPr>
        <w:t>Base station output power</w:t>
      </w:r>
      <w:r>
        <w:tab/>
      </w:r>
      <w:r>
        <w:fldChar w:fldCharType="begin"/>
      </w:r>
      <w:r>
        <w:instrText xml:space="preserve"> PAGEREF _Toc98676040 \h </w:instrText>
      </w:r>
      <w:r>
        <w:fldChar w:fldCharType="separate"/>
      </w:r>
      <w:r>
        <w:t>33</w:t>
      </w:r>
      <w:r>
        <w:fldChar w:fldCharType="end"/>
      </w:r>
    </w:p>
    <w:p w14:paraId="7D9E6AB6" w14:textId="2E0A8F0C" w:rsidR="00D403B8" w:rsidRDefault="00D403B8">
      <w:pPr>
        <w:pStyle w:val="TOC3"/>
        <w:rPr>
          <w:rFonts w:asciiTheme="minorHAnsi" w:eastAsiaTheme="minorEastAsia" w:hAnsiTheme="minorHAnsi" w:cstheme="minorBidi"/>
          <w:sz w:val="22"/>
          <w:szCs w:val="22"/>
          <w:lang w:eastAsia="en-GB"/>
        </w:rPr>
      </w:pPr>
      <w:r>
        <w:t>6.2.1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_Toc98676041 \h </w:instrText>
      </w:r>
      <w:r>
        <w:fldChar w:fldCharType="separate"/>
      </w:r>
      <w:r>
        <w:t>33</w:t>
      </w:r>
      <w:r>
        <w:fldChar w:fldCharType="end"/>
      </w:r>
    </w:p>
    <w:p w14:paraId="4170CE2A" w14:textId="5BD75EBF" w:rsidR="00D403B8" w:rsidRDefault="00D403B8">
      <w:pPr>
        <w:pStyle w:val="TOC3"/>
        <w:rPr>
          <w:rFonts w:asciiTheme="minorHAnsi" w:eastAsiaTheme="minorEastAsia" w:hAnsiTheme="minorHAnsi" w:cstheme="minorBidi"/>
          <w:sz w:val="22"/>
          <w:szCs w:val="22"/>
          <w:lang w:eastAsia="en-GB"/>
        </w:rPr>
      </w:pPr>
      <w:r>
        <w:rPr>
          <w:lang w:eastAsia="zh-CN"/>
        </w:rPr>
        <w:t>6.2.2</w:t>
      </w:r>
      <w:r>
        <w:rPr>
          <w:rFonts w:asciiTheme="minorHAnsi" w:eastAsiaTheme="minorEastAsia" w:hAnsiTheme="minorHAnsi" w:cstheme="minorBidi"/>
          <w:sz w:val="22"/>
          <w:szCs w:val="22"/>
          <w:lang w:eastAsia="en-GB"/>
        </w:rPr>
        <w:tab/>
      </w:r>
      <w:r>
        <w:rPr>
          <w:lang w:eastAsia="zh-CN"/>
        </w:rPr>
        <w:t>Maximum output power</w:t>
      </w:r>
      <w:r>
        <w:tab/>
      </w:r>
      <w:r>
        <w:fldChar w:fldCharType="begin"/>
      </w:r>
      <w:r>
        <w:instrText xml:space="preserve"> PAGEREF _Toc98676042 \h </w:instrText>
      </w:r>
      <w:r>
        <w:fldChar w:fldCharType="separate"/>
      </w:r>
      <w:r>
        <w:t>33</w:t>
      </w:r>
      <w:r>
        <w:fldChar w:fldCharType="end"/>
      </w:r>
    </w:p>
    <w:p w14:paraId="1FA1F973" w14:textId="19A4CFAB" w:rsidR="00D403B8" w:rsidRDefault="00D403B8">
      <w:pPr>
        <w:pStyle w:val="TOC4"/>
        <w:rPr>
          <w:rFonts w:asciiTheme="minorHAnsi" w:eastAsiaTheme="minorEastAsia" w:hAnsiTheme="minorHAnsi" w:cstheme="minorBidi"/>
          <w:sz w:val="22"/>
          <w:szCs w:val="22"/>
          <w:lang w:eastAsia="en-GB"/>
        </w:rPr>
      </w:pPr>
      <w:r>
        <w:t>6.2.2.1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_Toc98676043 \h </w:instrText>
      </w:r>
      <w:r>
        <w:fldChar w:fldCharType="separate"/>
      </w:r>
      <w:r>
        <w:t>33</w:t>
      </w:r>
      <w:r>
        <w:fldChar w:fldCharType="end"/>
      </w:r>
    </w:p>
    <w:p w14:paraId="23EB829A" w14:textId="7E04DFA6" w:rsidR="00D403B8" w:rsidRDefault="00D403B8">
      <w:pPr>
        <w:pStyle w:val="TOC4"/>
        <w:rPr>
          <w:rFonts w:asciiTheme="minorHAnsi" w:eastAsiaTheme="minorEastAsia" w:hAnsiTheme="minorHAnsi" w:cstheme="minorBidi"/>
          <w:sz w:val="22"/>
          <w:szCs w:val="22"/>
          <w:lang w:eastAsia="en-GB"/>
        </w:rPr>
      </w:pPr>
      <w:r>
        <w:t>6.2.2.2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_Toc98676044 \h </w:instrText>
      </w:r>
      <w:r>
        <w:fldChar w:fldCharType="separate"/>
      </w:r>
      <w:r>
        <w:t>33</w:t>
      </w:r>
      <w:r>
        <w:fldChar w:fldCharType="end"/>
      </w:r>
    </w:p>
    <w:p w14:paraId="1CFE0EE9" w14:textId="49569CC1" w:rsidR="00D403B8" w:rsidRDefault="00D403B8">
      <w:pPr>
        <w:pStyle w:val="TOC5"/>
        <w:rPr>
          <w:rFonts w:asciiTheme="minorHAnsi" w:eastAsiaTheme="minorEastAsia" w:hAnsiTheme="minorHAnsi" w:cstheme="minorBidi"/>
          <w:sz w:val="22"/>
          <w:szCs w:val="22"/>
          <w:lang w:eastAsia="en-GB"/>
        </w:rPr>
      </w:pPr>
      <w:r w:rsidRPr="00AE544B">
        <w:rPr>
          <w:rFonts w:cs="Arial"/>
        </w:rPr>
        <w:t>6.2.2.2.1</w:t>
      </w:r>
      <w:r>
        <w:rPr>
          <w:rFonts w:asciiTheme="minorHAnsi" w:eastAsiaTheme="minorEastAsia" w:hAnsiTheme="minorHAnsi" w:cstheme="minorBidi"/>
          <w:sz w:val="22"/>
          <w:szCs w:val="22"/>
          <w:lang w:eastAsia="en-GB"/>
        </w:rPr>
        <w:tab/>
      </w:r>
      <w:r w:rsidRPr="00AE544B">
        <w:rPr>
          <w:rFonts w:cs="Arial"/>
        </w:rPr>
        <w:t>General</w:t>
      </w:r>
      <w:r>
        <w:tab/>
      </w:r>
      <w:r>
        <w:fldChar w:fldCharType="begin"/>
      </w:r>
      <w:r>
        <w:instrText xml:space="preserve"> PAGEREF _Toc98676045 \h </w:instrText>
      </w:r>
      <w:r>
        <w:fldChar w:fldCharType="separate"/>
      </w:r>
      <w:r>
        <w:t>33</w:t>
      </w:r>
      <w:r>
        <w:fldChar w:fldCharType="end"/>
      </w:r>
    </w:p>
    <w:p w14:paraId="598EC6A0" w14:textId="7E94AD66" w:rsidR="00D403B8" w:rsidRDefault="00D403B8">
      <w:pPr>
        <w:pStyle w:val="TOC5"/>
        <w:rPr>
          <w:rFonts w:asciiTheme="minorHAnsi" w:eastAsiaTheme="minorEastAsia" w:hAnsiTheme="minorHAnsi" w:cstheme="minorBidi"/>
          <w:sz w:val="22"/>
          <w:szCs w:val="22"/>
          <w:lang w:eastAsia="en-GB"/>
        </w:rPr>
      </w:pPr>
      <w:r w:rsidRPr="00AE544B">
        <w:rPr>
          <w:rFonts w:cs="Arial"/>
        </w:rPr>
        <w:t>6.2.2.2.2</w:t>
      </w:r>
      <w:r>
        <w:rPr>
          <w:rFonts w:asciiTheme="minorHAnsi" w:eastAsiaTheme="minorEastAsia" w:hAnsiTheme="minorHAnsi" w:cstheme="minorBidi"/>
          <w:sz w:val="22"/>
          <w:szCs w:val="22"/>
          <w:lang w:eastAsia="en-GB"/>
        </w:rPr>
        <w:tab/>
      </w:r>
      <w:r w:rsidRPr="00AE544B">
        <w:rPr>
          <w:rFonts w:cs="Arial"/>
        </w:rPr>
        <w:t>Additional requirements (regional)</w:t>
      </w:r>
      <w:r>
        <w:tab/>
      </w:r>
      <w:r>
        <w:fldChar w:fldCharType="begin"/>
      </w:r>
      <w:r>
        <w:instrText xml:space="preserve"> PAGEREF _Toc98676046 \h </w:instrText>
      </w:r>
      <w:r>
        <w:fldChar w:fldCharType="separate"/>
      </w:r>
      <w:r>
        <w:t>34</w:t>
      </w:r>
      <w:r>
        <w:fldChar w:fldCharType="end"/>
      </w:r>
    </w:p>
    <w:p w14:paraId="5566DAFD" w14:textId="6B637E98" w:rsidR="00D403B8" w:rsidRDefault="00D403B8">
      <w:pPr>
        <w:pStyle w:val="TOC4"/>
        <w:rPr>
          <w:rFonts w:asciiTheme="minorHAnsi" w:eastAsiaTheme="minorEastAsia" w:hAnsiTheme="minorHAnsi" w:cstheme="minorBidi"/>
          <w:sz w:val="22"/>
          <w:szCs w:val="22"/>
          <w:lang w:eastAsia="en-GB"/>
        </w:rPr>
      </w:pPr>
      <w:r>
        <w:rPr>
          <w:lang w:eastAsia="zh-CN"/>
        </w:rPr>
        <w:t>6.2.2.3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_Toc98676047 \h </w:instrText>
      </w:r>
      <w:r>
        <w:fldChar w:fldCharType="separate"/>
      </w:r>
      <w:r>
        <w:t>34</w:t>
      </w:r>
      <w:r>
        <w:fldChar w:fldCharType="end"/>
      </w:r>
    </w:p>
    <w:p w14:paraId="65EC0735" w14:textId="711D8FA9" w:rsidR="00D403B8" w:rsidRDefault="00D403B8">
      <w:pPr>
        <w:pStyle w:val="TOC4"/>
        <w:rPr>
          <w:rFonts w:asciiTheme="minorHAnsi" w:eastAsiaTheme="minorEastAsia" w:hAnsiTheme="minorHAnsi" w:cstheme="minorBidi"/>
          <w:sz w:val="22"/>
          <w:szCs w:val="22"/>
          <w:lang w:eastAsia="en-GB"/>
        </w:rPr>
      </w:pPr>
      <w:r>
        <w:rPr>
          <w:lang w:eastAsia="zh-CN"/>
        </w:rPr>
        <w:t>6.2.2.4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_Toc98676048 \h </w:instrText>
      </w:r>
      <w:r>
        <w:fldChar w:fldCharType="separate"/>
      </w:r>
      <w:r>
        <w:t>34</w:t>
      </w:r>
      <w:r>
        <w:fldChar w:fldCharType="end"/>
      </w:r>
    </w:p>
    <w:p w14:paraId="2ADD5A4A" w14:textId="1B228C75" w:rsidR="00D403B8" w:rsidRDefault="00D403B8">
      <w:pPr>
        <w:pStyle w:val="TOC5"/>
        <w:rPr>
          <w:rFonts w:asciiTheme="minorHAnsi" w:eastAsiaTheme="minorEastAsia" w:hAnsiTheme="minorHAnsi" w:cstheme="minorBidi"/>
          <w:sz w:val="22"/>
          <w:szCs w:val="22"/>
          <w:lang w:eastAsia="en-GB"/>
        </w:rPr>
      </w:pPr>
      <w:r w:rsidRPr="00AE544B">
        <w:rPr>
          <w:rFonts w:cs="Arial"/>
        </w:rPr>
        <w:t>6.2.2.4.1</w:t>
      </w:r>
      <w:r>
        <w:rPr>
          <w:rFonts w:asciiTheme="minorHAnsi" w:eastAsiaTheme="minorEastAsia" w:hAnsiTheme="minorHAnsi" w:cstheme="minorBidi"/>
          <w:sz w:val="22"/>
          <w:szCs w:val="22"/>
          <w:lang w:eastAsia="en-GB"/>
        </w:rPr>
        <w:tab/>
      </w:r>
      <w:r w:rsidRPr="00AE544B">
        <w:rPr>
          <w:rFonts w:cs="Arial"/>
        </w:rPr>
        <w:t>General</w:t>
      </w:r>
      <w:r>
        <w:tab/>
      </w:r>
      <w:r>
        <w:fldChar w:fldCharType="begin"/>
      </w:r>
      <w:r>
        <w:instrText xml:space="preserve"> PAGEREF _Toc98676049 \h </w:instrText>
      </w:r>
      <w:r>
        <w:fldChar w:fldCharType="separate"/>
      </w:r>
      <w:r>
        <w:t>34</w:t>
      </w:r>
      <w:r>
        <w:fldChar w:fldCharType="end"/>
      </w:r>
    </w:p>
    <w:p w14:paraId="08DDA127" w14:textId="6AE3A1E6" w:rsidR="00D403B8" w:rsidRDefault="00D403B8">
      <w:pPr>
        <w:pStyle w:val="TOC5"/>
        <w:rPr>
          <w:rFonts w:asciiTheme="minorHAnsi" w:eastAsiaTheme="minorEastAsia" w:hAnsiTheme="minorHAnsi" w:cstheme="minorBidi"/>
          <w:sz w:val="22"/>
          <w:szCs w:val="22"/>
          <w:lang w:eastAsia="en-GB"/>
        </w:rPr>
      </w:pPr>
      <w:r w:rsidRPr="00AE544B">
        <w:rPr>
          <w:rFonts w:cs="Arial"/>
        </w:rPr>
        <w:t>6.2.2.4.2</w:t>
      </w:r>
      <w:r>
        <w:rPr>
          <w:rFonts w:asciiTheme="minorHAnsi" w:eastAsiaTheme="minorEastAsia" w:hAnsiTheme="minorHAnsi" w:cstheme="minorBidi"/>
          <w:sz w:val="22"/>
          <w:szCs w:val="22"/>
          <w:lang w:eastAsia="en-GB"/>
        </w:rPr>
        <w:tab/>
      </w:r>
      <w:r w:rsidRPr="00AE544B">
        <w:rPr>
          <w:rFonts w:cs="Arial"/>
        </w:rPr>
        <w:t>Additional requirements (regional)</w:t>
      </w:r>
      <w:r>
        <w:tab/>
      </w:r>
      <w:r>
        <w:fldChar w:fldCharType="begin"/>
      </w:r>
      <w:r>
        <w:instrText xml:space="preserve"> PAGEREF _Toc98676050 \h </w:instrText>
      </w:r>
      <w:r>
        <w:fldChar w:fldCharType="separate"/>
      </w:r>
      <w:r>
        <w:t>34</w:t>
      </w:r>
      <w:r>
        <w:fldChar w:fldCharType="end"/>
      </w:r>
    </w:p>
    <w:p w14:paraId="397C0798" w14:textId="0B226FD2" w:rsidR="00D403B8" w:rsidRDefault="00D403B8">
      <w:pPr>
        <w:pStyle w:val="TOC3"/>
        <w:rPr>
          <w:rFonts w:asciiTheme="minorHAnsi" w:eastAsiaTheme="minorEastAsia" w:hAnsiTheme="minorHAnsi" w:cstheme="minorBidi"/>
          <w:sz w:val="22"/>
          <w:szCs w:val="22"/>
          <w:lang w:eastAsia="en-GB"/>
        </w:rPr>
      </w:pPr>
      <w:r>
        <w:rPr>
          <w:lang w:eastAsia="zh-CN"/>
        </w:rPr>
        <w:t>6.2.3</w:t>
      </w:r>
      <w:r>
        <w:rPr>
          <w:rFonts w:asciiTheme="minorHAnsi" w:eastAsiaTheme="minorEastAsia" w:hAnsiTheme="minorHAnsi" w:cstheme="minorBidi"/>
          <w:sz w:val="22"/>
          <w:szCs w:val="22"/>
          <w:lang w:eastAsia="en-GB"/>
        </w:rPr>
        <w:tab/>
      </w:r>
      <w:r>
        <w:t>UTRA FDD primary CPICH power</w:t>
      </w:r>
      <w:r>
        <w:tab/>
      </w:r>
      <w:r>
        <w:fldChar w:fldCharType="begin"/>
      </w:r>
      <w:r>
        <w:instrText xml:space="preserve"> PAGEREF _Toc98676051 \h </w:instrText>
      </w:r>
      <w:r>
        <w:fldChar w:fldCharType="separate"/>
      </w:r>
      <w:r>
        <w:t>34</w:t>
      </w:r>
      <w:r>
        <w:fldChar w:fldCharType="end"/>
      </w:r>
    </w:p>
    <w:p w14:paraId="663C356C" w14:textId="233402ED" w:rsidR="00D403B8" w:rsidRDefault="00D403B8">
      <w:pPr>
        <w:pStyle w:val="TOC4"/>
        <w:rPr>
          <w:rFonts w:asciiTheme="minorHAnsi" w:eastAsiaTheme="minorEastAsia" w:hAnsiTheme="minorHAnsi" w:cstheme="minorBidi"/>
          <w:sz w:val="22"/>
          <w:szCs w:val="22"/>
          <w:lang w:eastAsia="en-GB"/>
        </w:rPr>
      </w:pPr>
      <w:r>
        <w:t>6.2.3.1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_Toc98676052 \h </w:instrText>
      </w:r>
      <w:r>
        <w:fldChar w:fldCharType="separate"/>
      </w:r>
      <w:r>
        <w:t>34</w:t>
      </w:r>
      <w:r>
        <w:fldChar w:fldCharType="end"/>
      </w:r>
    </w:p>
    <w:p w14:paraId="2EDA5CF5" w14:textId="281CC60A" w:rsidR="00D403B8" w:rsidRDefault="00D403B8">
      <w:pPr>
        <w:pStyle w:val="TOC4"/>
        <w:rPr>
          <w:rFonts w:asciiTheme="minorHAnsi" w:eastAsiaTheme="minorEastAsia" w:hAnsiTheme="minorHAnsi" w:cstheme="minorBidi"/>
          <w:sz w:val="22"/>
          <w:szCs w:val="22"/>
          <w:lang w:eastAsia="en-GB"/>
        </w:rPr>
      </w:pPr>
      <w:r>
        <w:t>6.2.3.2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_Toc98676053 \h </w:instrText>
      </w:r>
      <w:r>
        <w:fldChar w:fldCharType="separate"/>
      </w:r>
      <w:r>
        <w:t>34</w:t>
      </w:r>
      <w:r>
        <w:fldChar w:fldCharType="end"/>
      </w:r>
    </w:p>
    <w:p w14:paraId="0A2CEBFD" w14:textId="3444A7A5" w:rsidR="00D403B8" w:rsidRDefault="00D403B8">
      <w:pPr>
        <w:pStyle w:val="TOC4"/>
        <w:rPr>
          <w:rFonts w:asciiTheme="minorHAnsi" w:eastAsiaTheme="minorEastAsia" w:hAnsiTheme="minorHAnsi" w:cstheme="minorBidi"/>
          <w:sz w:val="22"/>
          <w:szCs w:val="22"/>
          <w:lang w:eastAsia="en-GB"/>
        </w:rPr>
      </w:pPr>
      <w:r>
        <w:rPr>
          <w:lang w:eastAsia="zh-CN"/>
        </w:rPr>
        <w:t>6.2.3.3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_Toc98676054 \h </w:instrText>
      </w:r>
      <w:r>
        <w:fldChar w:fldCharType="separate"/>
      </w:r>
      <w:r>
        <w:t>34</w:t>
      </w:r>
      <w:r>
        <w:fldChar w:fldCharType="end"/>
      </w:r>
    </w:p>
    <w:p w14:paraId="7865F93C" w14:textId="169728A4" w:rsidR="00D403B8" w:rsidRDefault="00D403B8">
      <w:pPr>
        <w:pStyle w:val="TOC4"/>
        <w:rPr>
          <w:rFonts w:asciiTheme="minorHAnsi" w:eastAsiaTheme="minorEastAsia" w:hAnsiTheme="minorHAnsi" w:cstheme="minorBidi"/>
          <w:sz w:val="22"/>
          <w:szCs w:val="22"/>
          <w:lang w:eastAsia="en-GB"/>
        </w:rPr>
      </w:pPr>
      <w:r>
        <w:rPr>
          <w:lang w:eastAsia="zh-CN"/>
        </w:rPr>
        <w:t>6.2.3.4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_Toc98676055 \h </w:instrText>
      </w:r>
      <w:r>
        <w:fldChar w:fldCharType="separate"/>
      </w:r>
      <w:r>
        <w:t>34</w:t>
      </w:r>
      <w:r>
        <w:fldChar w:fldCharType="end"/>
      </w:r>
    </w:p>
    <w:p w14:paraId="7B177911" w14:textId="65046B7F" w:rsidR="00D403B8" w:rsidRDefault="00D403B8">
      <w:pPr>
        <w:pStyle w:val="TOC3"/>
        <w:rPr>
          <w:rFonts w:asciiTheme="minorHAnsi" w:eastAsiaTheme="minorEastAsia" w:hAnsiTheme="minorHAnsi" w:cstheme="minorBidi"/>
          <w:sz w:val="22"/>
          <w:szCs w:val="22"/>
          <w:lang w:eastAsia="en-GB"/>
        </w:rPr>
      </w:pPr>
      <w:r>
        <w:rPr>
          <w:lang w:eastAsia="zh-CN"/>
        </w:rPr>
        <w:t>6.2.4</w:t>
      </w:r>
      <w:r>
        <w:rPr>
          <w:rFonts w:asciiTheme="minorHAnsi" w:eastAsiaTheme="minorEastAsia" w:hAnsiTheme="minorHAnsi" w:cstheme="minorBidi"/>
          <w:sz w:val="22"/>
          <w:szCs w:val="22"/>
          <w:lang w:eastAsia="en-GB"/>
        </w:rPr>
        <w:tab/>
      </w:r>
      <w:r>
        <w:t>UTRA TDD primary CCPCH power</w:t>
      </w:r>
      <w:r>
        <w:tab/>
      </w:r>
      <w:r>
        <w:fldChar w:fldCharType="begin"/>
      </w:r>
      <w:r>
        <w:instrText xml:space="preserve"> PAGEREF _Toc98676056 \h </w:instrText>
      </w:r>
      <w:r>
        <w:fldChar w:fldCharType="separate"/>
      </w:r>
      <w:r>
        <w:t>34</w:t>
      </w:r>
      <w:r>
        <w:fldChar w:fldCharType="end"/>
      </w:r>
    </w:p>
    <w:p w14:paraId="4E8C6E32" w14:textId="22808F56" w:rsidR="00D403B8" w:rsidRDefault="00D403B8">
      <w:pPr>
        <w:pStyle w:val="TOC4"/>
        <w:rPr>
          <w:rFonts w:asciiTheme="minorHAnsi" w:eastAsiaTheme="minorEastAsia" w:hAnsiTheme="minorHAnsi" w:cstheme="minorBidi"/>
          <w:sz w:val="22"/>
          <w:szCs w:val="22"/>
          <w:lang w:eastAsia="en-GB"/>
        </w:rPr>
      </w:pPr>
      <w:r>
        <w:t>6.2.4.1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_Toc98676057 \h </w:instrText>
      </w:r>
      <w:r>
        <w:fldChar w:fldCharType="separate"/>
      </w:r>
      <w:r>
        <w:t>34</w:t>
      </w:r>
      <w:r>
        <w:fldChar w:fldCharType="end"/>
      </w:r>
    </w:p>
    <w:p w14:paraId="7C6C5917" w14:textId="71595D86" w:rsidR="00D403B8" w:rsidRDefault="00D403B8">
      <w:pPr>
        <w:pStyle w:val="TOC4"/>
        <w:rPr>
          <w:rFonts w:asciiTheme="minorHAnsi" w:eastAsiaTheme="minorEastAsia" w:hAnsiTheme="minorHAnsi" w:cstheme="minorBidi"/>
          <w:sz w:val="22"/>
          <w:szCs w:val="22"/>
          <w:lang w:eastAsia="en-GB"/>
        </w:rPr>
      </w:pPr>
      <w:r>
        <w:t>6.2.4.2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_Toc98676058 \h </w:instrText>
      </w:r>
      <w:r>
        <w:fldChar w:fldCharType="separate"/>
      </w:r>
      <w:r>
        <w:t>35</w:t>
      </w:r>
      <w:r>
        <w:fldChar w:fldCharType="end"/>
      </w:r>
    </w:p>
    <w:p w14:paraId="63A2BAE5" w14:textId="6B5B3C01" w:rsidR="00D403B8" w:rsidRDefault="00D403B8">
      <w:pPr>
        <w:pStyle w:val="TOC4"/>
        <w:rPr>
          <w:rFonts w:asciiTheme="minorHAnsi" w:eastAsiaTheme="minorEastAsia" w:hAnsiTheme="minorHAnsi" w:cstheme="minorBidi"/>
          <w:sz w:val="22"/>
          <w:szCs w:val="22"/>
          <w:lang w:eastAsia="en-GB"/>
        </w:rPr>
      </w:pPr>
      <w:r>
        <w:rPr>
          <w:lang w:eastAsia="zh-CN"/>
        </w:rPr>
        <w:t>6.2.4.3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_Toc98676059 \h </w:instrText>
      </w:r>
      <w:r>
        <w:fldChar w:fldCharType="separate"/>
      </w:r>
      <w:r>
        <w:t>35</w:t>
      </w:r>
      <w:r>
        <w:fldChar w:fldCharType="end"/>
      </w:r>
    </w:p>
    <w:p w14:paraId="74E8C0A0" w14:textId="206A029D" w:rsidR="00D403B8" w:rsidRDefault="00D403B8">
      <w:pPr>
        <w:pStyle w:val="TOC4"/>
        <w:rPr>
          <w:rFonts w:asciiTheme="minorHAnsi" w:eastAsiaTheme="minorEastAsia" w:hAnsiTheme="minorHAnsi" w:cstheme="minorBidi"/>
          <w:sz w:val="22"/>
          <w:szCs w:val="22"/>
          <w:lang w:eastAsia="en-GB"/>
        </w:rPr>
      </w:pPr>
      <w:r>
        <w:rPr>
          <w:lang w:eastAsia="zh-CN"/>
        </w:rPr>
        <w:t>6.2.4.4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_Toc98676060 \h </w:instrText>
      </w:r>
      <w:r>
        <w:fldChar w:fldCharType="separate"/>
      </w:r>
      <w:r>
        <w:t>35</w:t>
      </w:r>
      <w:r>
        <w:fldChar w:fldCharType="end"/>
      </w:r>
    </w:p>
    <w:p w14:paraId="2032A75F" w14:textId="7F0FEADD" w:rsidR="00D403B8" w:rsidRDefault="00D403B8">
      <w:pPr>
        <w:pStyle w:val="TOC3"/>
        <w:rPr>
          <w:rFonts w:asciiTheme="minorHAnsi" w:eastAsiaTheme="minorEastAsia" w:hAnsiTheme="minorHAnsi" w:cstheme="minorBidi"/>
          <w:sz w:val="22"/>
          <w:szCs w:val="22"/>
          <w:lang w:eastAsia="en-GB"/>
        </w:rPr>
      </w:pPr>
      <w:r>
        <w:rPr>
          <w:lang w:eastAsia="zh-CN"/>
        </w:rPr>
        <w:t>6.2.5</w:t>
      </w:r>
      <w:r>
        <w:rPr>
          <w:rFonts w:asciiTheme="minorHAnsi" w:eastAsiaTheme="minorEastAsia" w:hAnsiTheme="minorHAnsi" w:cstheme="minorBidi"/>
          <w:sz w:val="22"/>
          <w:szCs w:val="22"/>
          <w:lang w:eastAsia="en-GB"/>
        </w:rPr>
        <w:tab/>
      </w:r>
      <w:r>
        <w:t xml:space="preserve">UTRA FDD additional CPICH power for MIMO </w:t>
      </w:r>
      <w:r w:rsidRPr="00AE544B">
        <w:rPr>
          <w:rFonts w:cs="v4.2.0"/>
        </w:rPr>
        <w:t>mode</w:t>
      </w:r>
      <w:r>
        <w:tab/>
      </w:r>
      <w:r>
        <w:fldChar w:fldCharType="begin"/>
      </w:r>
      <w:r>
        <w:instrText xml:space="preserve"> PAGEREF _Toc98676061 \h </w:instrText>
      </w:r>
      <w:r>
        <w:fldChar w:fldCharType="separate"/>
      </w:r>
      <w:r>
        <w:t>35</w:t>
      </w:r>
      <w:r>
        <w:fldChar w:fldCharType="end"/>
      </w:r>
    </w:p>
    <w:p w14:paraId="524BBB0E" w14:textId="39E83F98" w:rsidR="00D403B8" w:rsidRDefault="00D403B8">
      <w:pPr>
        <w:pStyle w:val="TOC4"/>
        <w:rPr>
          <w:rFonts w:asciiTheme="minorHAnsi" w:eastAsiaTheme="minorEastAsia" w:hAnsiTheme="minorHAnsi" w:cstheme="minorBidi"/>
          <w:sz w:val="22"/>
          <w:szCs w:val="22"/>
          <w:lang w:eastAsia="en-GB"/>
        </w:rPr>
      </w:pPr>
      <w:r>
        <w:t>6.2.5.1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_Toc98676062 \h </w:instrText>
      </w:r>
      <w:r>
        <w:fldChar w:fldCharType="separate"/>
      </w:r>
      <w:r>
        <w:t>35</w:t>
      </w:r>
      <w:r>
        <w:fldChar w:fldCharType="end"/>
      </w:r>
    </w:p>
    <w:p w14:paraId="3E53F63B" w14:textId="34435448" w:rsidR="00D403B8" w:rsidRDefault="00D403B8">
      <w:pPr>
        <w:pStyle w:val="TOC4"/>
        <w:rPr>
          <w:rFonts w:asciiTheme="minorHAnsi" w:eastAsiaTheme="minorEastAsia" w:hAnsiTheme="minorHAnsi" w:cstheme="minorBidi"/>
          <w:sz w:val="22"/>
          <w:szCs w:val="22"/>
          <w:lang w:eastAsia="en-GB"/>
        </w:rPr>
      </w:pPr>
      <w:r>
        <w:t>6.2.5.2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_Toc98676063 \h </w:instrText>
      </w:r>
      <w:r>
        <w:fldChar w:fldCharType="separate"/>
      </w:r>
      <w:r>
        <w:t>36</w:t>
      </w:r>
      <w:r>
        <w:fldChar w:fldCharType="end"/>
      </w:r>
    </w:p>
    <w:p w14:paraId="361A0FB9" w14:textId="6E3A6929" w:rsidR="00D403B8" w:rsidRDefault="00D403B8">
      <w:pPr>
        <w:pStyle w:val="TOC4"/>
        <w:rPr>
          <w:rFonts w:asciiTheme="minorHAnsi" w:eastAsiaTheme="minorEastAsia" w:hAnsiTheme="minorHAnsi" w:cstheme="minorBidi"/>
          <w:sz w:val="22"/>
          <w:szCs w:val="22"/>
          <w:lang w:eastAsia="en-GB"/>
        </w:rPr>
      </w:pPr>
      <w:r>
        <w:rPr>
          <w:lang w:eastAsia="zh-CN"/>
        </w:rPr>
        <w:t>6.2.5.3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_Toc98676064 \h </w:instrText>
      </w:r>
      <w:r>
        <w:fldChar w:fldCharType="separate"/>
      </w:r>
      <w:r>
        <w:t>36</w:t>
      </w:r>
      <w:r>
        <w:fldChar w:fldCharType="end"/>
      </w:r>
    </w:p>
    <w:p w14:paraId="20DA0154" w14:textId="651DB4B3" w:rsidR="00D403B8" w:rsidRDefault="00D403B8">
      <w:pPr>
        <w:pStyle w:val="TOC4"/>
        <w:rPr>
          <w:rFonts w:asciiTheme="minorHAnsi" w:eastAsiaTheme="minorEastAsia" w:hAnsiTheme="minorHAnsi" w:cstheme="minorBidi"/>
          <w:sz w:val="22"/>
          <w:szCs w:val="22"/>
          <w:lang w:eastAsia="en-GB"/>
        </w:rPr>
      </w:pPr>
      <w:r>
        <w:rPr>
          <w:lang w:eastAsia="zh-CN"/>
        </w:rPr>
        <w:t>6.2.5.4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_Toc98676065 \h </w:instrText>
      </w:r>
      <w:r>
        <w:fldChar w:fldCharType="separate"/>
      </w:r>
      <w:r>
        <w:t>37</w:t>
      </w:r>
      <w:r>
        <w:fldChar w:fldCharType="end"/>
      </w:r>
    </w:p>
    <w:p w14:paraId="6671B42D" w14:textId="72F7F6E1" w:rsidR="00D403B8" w:rsidRDefault="00D403B8">
      <w:pPr>
        <w:pStyle w:val="TOC3"/>
        <w:rPr>
          <w:rFonts w:asciiTheme="minorHAnsi" w:eastAsiaTheme="minorEastAsia" w:hAnsiTheme="minorHAnsi" w:cstheme="minorBidi"/>
          <w:sz w:val="22"/>
          <w:szCs w:val="22"/>
          <w:lang w:eastAsia="en-GB"/>
        </w:rPr>
      </w:pPr>
      <w:r>
        <w:t>6.2.6</w:t>
      </w:r>
      <w:r>
        <w:rPr>
          <w:rFonts w:asciiTheme="minorHAnsi" w:eastAsiaTheme="minorEastAsia" w:hAnsiTheme="minorHAnsi" w:cstheme="minorBidi"/>
          <w:sz w:val="22"/>
          <w:szCs w:val="22"/>
          <w:lang w:eastAsia="en-GB"/>
        </w:rPr>
        <w:tab/>
      </w:r>
      <w:r>
        <w:t xml:space="preserve">E-UTRA </w:t>
      </w:r>
      <w:r>
        <w:rPr>
          <w:lang w:eastAsia="zh-CN"/>
        </w:rPr>
        <w:t>DL RS power</w:t>
      </w:r>
      <w:r>
        <w:tab/>
      </w:r>
      <w:r>
        <w:fldChar w:fldCharType="begin"/>
      </w:r>
      <w:r>
        <w:instrText xml:space="preserve"> PAGEREF _Toc98676066 \h </w:instrText>
      </w:r>
      <w:r>
        <w:fldChar w:fldCharType="separate"/>
      </w:r>
      <w:r>
        <w:t>37</w:t>
      </w:r>
      <w:r>
        <w:fldChar w:fldCharType="end"/>
      </w:r>
    </w:p>
    <w:p w14:paraId="331A192F" w14:textId="0D1E1D41" w:rsidR="00D403B8" w:rsidRDefault="00D403B8">
      <w:pPr>
        <w:pStyle w:val="TOC4"/>
        <w:rPr>
          <w:rFonts w:asciiTheme="minorHAnsi" w:eastAsiaTheme="minorEastAsia" w:hAnsiTheme="minorHAnsi" w:cstheme="minorBidi"/>
          <w:sz w:val="22"/>
          <w:szCs w:val="22"/>
          <w:lang w:eastAsia="en-GB"/>
        </w:rPr>
      </w:pPr>
      <w:r>
        <w:t>6.2.6.1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_Toc98676067 \h </w:instrText>
      </w:r>
      <w:r>
        <w:fldChar w:fldCharType="separate"/>
      </w:r>
      <w:r>
        <w:t>37</w:t>
      </w:r>
      <w:r>
        <w:fldChar w:fldCharType="end"/>
      </w:r>
    </w:p>
    <w:p w14:paraId="0B44FD10" w14:textId="4B5CB551" w:rsidR="00D403B8" w:rsidRDefault="00D403B8">
      <w:pPr>
        <w:pStyle w:val="TOC4"/>
        <w:rPr>
          <w:rFonts w:asciiTheme="minorHAnsi" w:eastAsiaTheme="minorEastAsia" w:hAnsiTheme="minorHAnsi" w:cstheme="minorBidi"/>
          <w:sz w:val="22"/>
          <w:szCs w:val="22"/>
          <w:lang w:eastAsia="en-GB"/>
        </w:rPr>
      </w:pPr>
      <w:r>
        <w:t>6.2.6.2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_Toc98676068 \h </w:instrText>
      </w:r>
      <w:r>
        <w:fldChar w:fldCharType="separate"/>
      </w:r>
      <w:r>
        <w:t>37</w:t>
      </w:r>
      <w:r>
        <w:fldChar w:fldCharType="end"/>
      </w:r>
    </w:p>
    <w:p w14:paraId="70AD123F" w14:textId="0F71F7FF" w:rsidR="00D403B8" w:rsidRDefault="00D403B8">
      <w:pPr>
        <w:pStyle w:val="TOC4"/>
        <w:rPr>
          <w:rFonts w:asciiTheme="minorHAnsi" w:eastAsiaTheme="minorEastAsia" w:hAnsiTheme="minorHAnsi" w:cstheme="minorBidi"/>
          <w:sz w:val="22"/>
          <w:szCs w:val="22"/>
          <w:lang w:eastAsia="en-GB"/>
        </w:rPr>
      </w:pPr>
      <w:r>
        <w:rPr>
          <w:lang w:eastAsia="zh-CN"/>
        </w:rPr>
        <w:t>6.2.6.3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_Toc98676069 \h </w:instrText>
      </w:r>
      <w:r>
        <w:fldChar w:fldCharType="separate"/>
      </w:r>
      <w:r>
        <w:t>37</w:t>
      </w:r>
      <w:r>
        <w:fldChar w:fldCharType="end"/>
      </w:r>
    </w:p>
    <w:p w14:paraId="3AA1E702" w14:textId="36800F30" w:rsidR="00D403B8" w:rsidRDefault="00D403B8">
      <w:pPr>
        <w:pStyle w:val="TOC4"/>
        <w:rPr>
          <w:rFonts w:asciiTheme="minorHAnsi" w:eastAsiaTheme="minorEastAsia" w:hAnsiTheme="minorHAnsi" w:cstheme="minorBidi"/>
          <w:sz w:val="22"/>
          <w:szCs w:val="22"/>
          <w:lang w:eastAsia="en-GB"/>
        </w:rPr>
      </w:pPr>
      <w:r>
        <w:rPr>
          <w:lang w:eastAsia="zh-CN"/>
        </w:rPr>
        <w:t>6.2.6.4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_Toc98676070 \h </w:instrText>
      </w:r>
      <w:r>
        <w:fldChar w:fldCharType="separate"/>
      </w:r>
      <w:r>
        <w:t>38</w:t>
      </w:r>
      <w:r>
        <w:fldChar w:fldCharType="end"/>
      </w:r>
    </w:p>
    <w:p w14:paraId="702815C2" w14:textId="5663144F" w:rsidR="00D403B8" w:rsidRDefault="00D403B8">
      <w:pPr>
        <w:pStyle w:val="TOC2"/>
        <w:rPr>
          <w:rFonts w:asciiTheme="minorHAnsi" w:eastAsiaTheme="minorEastAsia" w:hAnsiTheme="minorHAnsi" w:cstheme="minorBidi"/>
          <w:sz w:val="22"/>
          <w:szCs w:val="22"/>
          <w:lang w:eastAsia="en-GB"/>
        </w:rPr>
      </w:pPr>
      <w:r>
        <w:rPr>
          <w:lang w:eastAsia="zh-CN"/>
        </w:rPr>
        <w:t>6.3</w:t>
      </w:r>
      <w:r>
        <w:rPr>
          <w:rFonts w:asciiTheme="minorHAnsi" w:eastAsiaTheme="minorEastAsia" w:hAnsiTheme="minorHAnsi" w:cstheme="minorBidi"/>
          <w:sz w:val="22"/>
          <w:szCs w:val="22"/>
          <w:lang w:eastAsia="en-GB"/>
        </w:rPr>
        <w:tab/>
      </w:r>
      <w:r>
        <w:rPr>
          <w:lang w:eastAsia="zh-CN"/>
        </w:rPr>
        <w:t>Output power dynamics</w:t>
      </w:r>
      <w:r>
        <w:tab/>
      </w:r>
      <w:r>
        <w:fldChar w:fldCharType="begin"/>
      </w:r>
      <w:r>
        <w:instrText xml:space="preserve"> PAGEREF _Toc98676071 \h </w:instrText>
      </w:r>
      <w:r>
        <w:fldChar w:fldCharType="separate"/>
      </w:r>
      <w:r>
        <w:t>38</w:t>
      </w:r>
      <w:r>
        <w:fldChar w:fldCharType="end"/>
      </w:r>
    </w:p>
    <w:p w14:paraId="4CD7B21B" w14:textId="55378D81" w:rsidR="00D403B8" w:rsidRDefault="00D403B8">
      <w:pPr>
        <w:pStyle w:val="TOC3"/>
        <w:rPr>
          <w:rFonts w:asciiTheme="minorHAnsi" w:eastAsiaTheme="minorEastAsia" w:hAnsiTheme="minorHAnsi" w:cstheme="minorBidi"/>
          <w:sz w:val="22"/>
          <w:szCs w:val="22"/>
          <w:lang w:eastAsia="en-GB"/>
        </w:rPr>
      </w:pPr>
      <w:r>
        <w:t>6.3.1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_Toc98676072 \h </w:instrText>
      </w:r>
      <w:r>
        <w:fldChar w:fldCharType="separate"/>
      </w:r>
      <w:r>
        <w:t>38</w:t>
      </w:r>
      <w:r>
        <w:fldChar w:fldCharType="end"/>
      </w:r>
    </w:p>
    <w:p w14:paraId="09D88EC1" w14:textId="5E7B97DA" w:rsidR="00D403B8" w:rsidRDefault="00D403B8">
      <w:pPr>
        <w:pStyle w:val="TOC3"/>
        <w:rPr>
          <w:rFonts w:asciiTheme="minorHAnsi" w:eastAsiaTheme="minorEastAsia" w:hAnsiTheme="minorHAnsi" w:cstheme="minorBidi"/>
          <w:sz w:val="22"/>
          <w:szCs w:val="22"/>
          <w:lang w:eastAsia="en-GB"/>
        </w:rPr>
      </w:pPr>
      <w:r>
        <w:rPr>
          <w:lang w:eastAsia="zh-CN"/>
        </w:rPr>
        <w:t>6.3.2</w:t>
      </w:r>
      <w:r>
        <w:rPr>
          <w:rFonts w:asciiTheme="minorHAnsi" w:eastAsiaTheme="minorEastAsia" w:hAnsiTheme="minorHAnsi" w:cstheme="minorBidi"/>
          <w:sz w:val="22"/>
          <w:szCs w:val="22"/>
          <w:lang w:eastAsia="en-GB"/>
        </w:rPr>
        <w:tab/>
      </w:r>
      <w:r>
        <w:rPr>
          <w:lang w:eastAsia="zh-CN"/>
        </w:rPr>
        <w:t>UTRA Inner loop power control in the downlink</w:t>
      </w:r>
      <w:r>
        <w:tab/>
      </w:r>
      <w:r>
        <w:fldChar w:fldCharType="begin"/>
      </w:r>
      <w:r>
        <w:instrText xml:space="preserve"> PAGEREF _Toc98676073 \h </w:instrText>
      </w:r>
      <w:r>
        <w:fldChar w:fldCharType="separate"/>
      </w:r>
      <w:r>
        <w:t>38</w:t>
      </w:r>
      <w:r>
        <w:fldChar w:fldCharType="end"/>
      </w:r>
    </w:p>
    <w:p w14:paraId="53E92687" w14:textId="4286E480" w:rsidR="00D403B8" w:rsidRDefault="00D403B8">
      <w:pPr>
        <w:pStyle w:val="TOC4"/>
        <w:rPr>
          <w:rFonts w:asciiTheme="minorHAnsi" w:eastAsiaTheme="minorEastAsia" w:hAnsiTheme="minorHAnsi" w:cstheme="minorBidi"/>
          <w:sz w:val="22"/>
          <w:szCs w:val="22"/>
          <w:lang w:eastAsia="en-GB"/>
        </w:rPr>
      </w:pPr>
      <w:r>
        <w:t>6.3.2.1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_Toc98676074 \h </w:instrText>
      </w:r>
      <w:r>
        <w:fldChar w:fldCharType="separate"/>
      </w:r>
      <w:r>
        <w:t>38</w:t>
      </w:r>
      <w:r>
        <w:fldChar w:fldCharType="end"/>
      </w:r>
    </w:p>
    <w:p w14:paraId="3277ED86" w14:textId="56E6CCDD" w:rsidR="00D403B8" w:rsidRDefault="00D403B8">
      <w:pPr>
        <w:pStyle w:val="TOC4"/>
        <w:rPr>
          <w:rFonts w:asciiTheme="minorHAnsi" w:eastAsiaTheme="minorEastAsia" w:hAnsiTheme="minorHAnsi" w:cstheme="minorBidi"/>
          <w:sz w:val="22"/>
          <w:szCs w:val="22"/>
          <w:lang w:eastAsia="en-GB"/>
        </w:rPr>
      </w:pPr>
      <w:r>
        <w:t>6.3.2.2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_Toc98676075 \h </w:instrText>
      </w:r>
      <w:r>
        <w:fldChar w:fldCharType="separate"/>
      </w:r>
      <w:r>
        <w:t>38</w:t>
      </w:r>
      <w:r>
        <w:fldChar w:fldCharType="end"/>
      </w:r>
    </w:p>
    <w:p w14:paraId="3DDFF769" w14:textId="005B847B" w:rsidR="00D403B8" w:rsidRDefault="00D403B8">
      <w:pPr>
        <w:pStyle w:val="TOC4"/>
        <w:rPr>
          <w:rFonts w:asciiTheme="minorHAnsi" w:eastAsiaTheme="minorEastAsia" w:hAnsiTheme="minorHAnsi" w:cstheme="minorBidi"/>
          <w:sz w:val="22"/>
          <w:szCs w:val="22"/>
          <w:lang w:eastAsia="en-GB"/>
        </w:rPr>
      </w:pPr>
      <w:r>
        <w:rPr>
          <w:lang w:eastAsia="zh-CN"/>
        </w:rPr>
        <w:t>6.3.2.3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_Toc98676076 \h </w:instrText>
      </w:r>
      <w:r>
        <w:fldChar w:fldCharType="separate"/>
      </w:r>
      <w:r>
        <w:t>38</w:t>
      </w:r>
      <w:r>
        <w:fldChar w:fldCharType="end"/>
      </w:r>
    </w:p>
    <w:p w14:paraId="542346CB" w14:textId="4BE9FD2E" w:rsidR="00D403B8" w:rsidRDefault="00D403B8">
      <w:pPr>
        <w:pStyle w:val="TOC4"/>
        <w:rPr>
          <w:rFonts w:asciiTheme="minorHAnsi" w:eastAsiaTheme="minorEastAsia" w:hAnsiTheme="minorHAnsi" w:cstheme="minorBidi"/>
          <w:sz w:val="22"/>
          <w:szCs w:val="22"/>
          <w:lang w:eastAsia="en-GB"/>
        </w:rPr>
      </w:pPr>
      <w:r>
        <w:rPr>
          <w:lang w:eastAsia="zh-CN"/>
        </w:rPr>
        <w:t>6.3.2.4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_Toc98676077 \h </w:instrText>
      </w:r>
      <w:r>
        <w:fldChar w:fldCharType="separate"/>
      </w:r>
      <w:r>
        <w:t>39</w:t>
      </w:r>
      <w:r>
        <w:fldChar w:fldCharType="end"/>
      </w:r>
    </w:p>
    <w:p w14:paraId="685FB6CE" w14:textId="2370BF36" w:rsidR="00D403B8" w:rsidRDefault="00D403B8">
      <w:pPr>
        <w:pStyle w:val="TOC3"/>
        <w:rPr>
          <w:rFonts w:asciiTheme="minorHAnsi" w:eastAsiaTheme="minorEastAsia" w:hAnsiTheme="minorHAnsi" w:cstheme="minorBidi"/>
          <w:sz w:val="22"/>
          <w:szCs w:val="22"/>
          <w:lang w:eastAsia="en-GB"/>
        </w:rPr>
      </w:pPr>
      <w:r>
        <w:rPr>
          <w:lang w:eastAsia="zh-CN"/>
        </w:rPr>
        <w:t>6.3.3</w:t>
      </w:r>
      <w:r>
        <w:rPr>
          <w:rFonts w:asciiTheme="minorHAnsi" w:eastAsiaTheme="minorEastAsia" w:hAnsiTheme="minorHAnsi" w:cstheme="minorBidi"/>
          <w:sz w:val="22"/>
          <w:szCs w:val="22"/>
          <w:lang w:eastAsia="en-GB"/>
        </w:rPr>
        <w:tab/>
      </w:r>
      <w:r>
        <w:rPr>
          <w:lang w:eastAsia="zh-CN"/>
        </w:rPr>
        <w:t>Power control dynamic range</w:t>
      </w:r>
      <w:r>
        <w:tab/>
      </w:r>
      <w:r>
        <w:fldChar w:fldCharType="begin"/>
      </w:r>
      <w:r>
        <w:instrText xml:space="preserve"> PAGEREF _Toc98676078 \h </w:instrText>
      </w:r>
      <w:r>
        <w:fldChar w:fldCharType="separate"/>
      </w:r>
      <w:r>
        <w:t>39</w:t>
      </w:r>
      <w:r>
        <w:fldChar w:fldCharType="end"/>
      </w:r>
    </w:p>
    <w:p w14:paraId="3AF4ED9B" w14:textId="76137CAF" w:rsidR="00D403B8" w:rsidRDefault="00D403B8">
      <w:pPr>
        <w:pStyle w:val="TOC4"/>
        <w:rPr>
          <w:rFonts w:asciiTheme="minorHAnsi" w:eastAsiaTheme="minorEastAsia" w:hAnsiTheme="minorHAnsi" w:cstheme="minorBidi"/>
          <w:sz w:val="22"/>
          <w:szCs w:val="22"/>
          <w:lang w:eastAsia="en-GB"/>
        </w:rPr>
      </w:pPr>
      <w:r>
        <w:t>6.3.3.1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_Toc98676079 \h </w:instrText>
      </w:r>
      <w:r>
        <w:fldChar w:fldCharType="separate"/>
      </w:r>
      <w:r>
        <w:t>39</w:t>
      </w:r>
      <w:r>
        <w:fldChar w:fldCharType="end"/>
      </w:r>
    </w:p>
    <w:p w14:paraId="614C14F2" w14:textId="25AA06AA" w:rsidR="00D403B8" w:rsidRDefault="00D403B8">
      <w:pPr>
        <w:pStyle w:val="TOC4"/>
        <w:rPr>
          <w:rFonts w:asciiTheme="minorHAnsi" w:eastAsiaTheme="minorEastAsia" w:hAnsiTheme="minorHAnsi" w:cstheme="minorBidi"/>
          <w:sz w:val="22"/>
          <w:szCs w:val="22"/>
          <w:lang w:eastAsia="en-GB"/>
        </w:rPr>
      </w:pPr>
      <w:r>
        <w:t>6.3.3.2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_Toc98676080 \h </w:instrText>
      </w:r>
      <w:r>
        <w:fldChar w:fldCharType="separate"/>
      </w:r>
      <w:r>
        <w:t>39</w:t>
      </w:r>
      <w:r>
        <w:fldChar w:fldCharType="end"/>
      </w:r>
    </w:p>
    <w:p w14:paraId="3ECC6640" w14:textId="273AFAF5" w:rsidR="00D403B8" w:rsidRDefault="00D403B8">
      <w:pPr>
        <w:pStyle w:val="TOC4"/>
        <w:rPr>
          <w:rFonts w:asciiTheme="minorHAnsi" w:eastAsiaTheme="minorEastAsia" w:hAnsiTheme="minorHAnsi" w:cstheme="minorBidi"/>
          <w:sz w:val="22"/>
          <w:szCs w:val="22"/>
          <w:lang w:eastAsia="en-GB"/>
        </w:rPr>
      </w:pPr>
      <w:r>
        <w:rPr>
          <w:lang w:eastAsia="zh-CN"/>
        </w:rPr>
        <w:t>6.3.3.3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_Toc98676081 \h </w:instrText>
      </w:r>
      <w:r>
        <w:fldChar w:fldCharType="separate"/>
      </w:r>
      <w:r>
        <w:t>39</w:t>
      </w:r>
      <w:r>
        <w:fldChar w:fldCharType="end"/>
      </w:r>
    </w:p>
    <w:p w14:paraId="427B7307" w14:textId="101F3B43" w:rsidR="00D403B8" w:rsidRDefault="00D403B8">
      <w:pPr>
        <w:pStyle w:val="TOC4"/>
        <w:rPr>
          <w:rFonts w:asciiTheme="minorHAnsi" w:eastAsiaTheme="minorEastAsia" w:hAnsiTheme="minorHAnsi" w:cstheme="minorBidi"/>
          <w:sz w:val="22"/>
          <w:szCs w:val="22"/>
          <w:lang w:eastAsia="en-GB"/>
        </w:rPr>
      </w:pPr>
      <w:r>
        <w:rPr>
          <w:lang w:eastAsia="zh-CN"/>
        </w:rPr>
        <w:t>6.3.3.4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_Toc98676082 \h </w:instrText>
      </w:r>
      <w:r>
        <w:fldChar w:fldCharType="separate"/>
      </w:r>
      <w:r>
        <w:t>39</w:t>
      </w:r>
      <w:r>
        <w:fldChar w:fldCharType="end"/>
      </w:r>
    </w:p>
    <w:p w14:paraId="14F89BDA" w14:textId="469382EB" w:rsidR="00D403B8" w:rsidRDefault="00D403B8">
      <w:pPr>
        <w:pStyle w:val="TOC3"/>
        <w:rPr>
          <w:rFonts w:asciiTheme="minorHAnsi" w:eastAsiaTheme="minorEastAsia" w:hAnsiTheme="minorHAnsi" w:cstheme="minorBidi"/>
          <w:sz w:val="22"/>
          <w:szCs w:val="22"/>
          <w:lang w:eastAsia="en-GB"/>
        </w:rPr>
      </w:pPr>
      <w:r>
        <w:rPr>
          <w:lang w:eastAsia="zh-CN"/>
        </w:rPr>
        <w:t>6.3.4</w:t>
      </w:r>
      <w:r>
        <w:rPr>
          <w:rFonts w:asciiTheme="minorHAnsi" w:eastAsiaTheme="minorEastAsia" w:hAnsiTheme="minorHAnsi" w:cstheme="minorBidi"/>
          <w:sz w:val="22"/>
          <w:szCs w:val="22"/>
          <w:lang w:eastAsia="en-GB"/>
        </w:rPr>
        <w:tab/>
      </w:r>
      <w:r>
        <w:rPr>
          <w:lang w:eastAsia="zh-CN"/>
        </w:rPr>
        <w:t>Total power dynamic range</w:t>
      </w:r>
      <w:r>
        <w:tab/>
      </w:r>
      <w:r>
        <w:fldChar w:fldCharType="begin"/>
      </w:r>
      <w:r>
        <w:instrText xml:space="preserve"> PAGEREF _Toc98676083 \h </w:instrText>
      </w:r>
      <w:r>
        <w:fldChar w:fldCharType="separate"/>
      </w:r>
      <w:r>
        <w:t>39</w:t>
      </w:r>
      <w:r>
        <w:fldChar w:fldCharType="end"/>
      </w:r>
    </w:p>
    <w:p w14:paraId="207FB88A" w14:textId="254C27ED" w:rsidR="00D403B8" w:rsidRDefault="00D403B8">
      <w:pPr>
        <w:pStyle w:val="TOC4"/>
        <w:rPr>
          <w:rFonts w:asciiTheme="minorHAnsi" w:eastAsiaTheme="minorEastAsia" w:hAnsiTheme="minorHAnsi" w:cstheme="minorBidi"/>
          <w:sz w:val="22"/>
          <w:szCs w:val="22"/>
          <w:lang w:eastAsia="en-GB"/>
        </w:rPr>
      </w:pPr>
      <w:r>
        <w:t>6.3.4.1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_Toc98676084 \h </w:instrText>
      </w:r>
      <w:r>
        <w:fldChar w:fldCharType="separate"/>
      </w:r>
      <w:r>
        <w:t>39</w:t>
      </w:r>
      <w:r>
        <w:fldChar w:fldCharType="end"/>
      </w:r>
    </w:p>
    <w:p w14:paraId="5ED73E67" w14:textId="0B0D0E62" w:rsidR="00D403B8" w:rsidRDefault="00D403B8">
      <w:pPr>
        <w:pStyle w:val="TOC4"/>
        <w:rPr>
          <w:rFonts w:asciiTheme="minorHAnsi" w:eastAsiaTheme="minorEastAsia" w:hAnsiTheme="minorHAnsi" w:cstheme="minorBidi"/>
          <w:sz w:val="22"/>
          <w:szCs w:val="22"/>
          <w:lang w:eastAsia="en-GB"/>
        </w:rPr>
      </w:pPr>
      <w:r>
        <w:t>6.3.4.2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_Toc98676085 \h </w:instrText>
      </w:r>
      <w:r>
        <w:fldChar w:fldCharType="separate"/>
      </w:r>
      <w:r>
        <w:t>40</w:t>
      </w:r>
      <w:r>
        <w:fldChar w:fldCharType="end"/>
      </w:r>
    </w:p>
    <w:p w14:paraId="0281DF12" w14:textId="43A11CE1" w:rsidR="00D403B8" w:rsidRDefault="00D403B8">
      <w:pPr>
        <w:pStyle w:val="TOC4"/>
        <w:rPr>
          <w:rFonts w:asciiTheme="minorHAnsi" w:eastAsiaTheme="minorEastAsia" w:hAnsiTheme="minorHAnsi" w:cstheme="minorBidi"/>
          <w:sz w:val="22"/>
          <w:szCs w:val="22"/>
          <w:lang w:eastAsia="en-GB"/>
        </w:rPr>
      </w:pPr>
      <w:r>
        <w:rPr>
          <w:lang w:eastAsia="zh-CN"/>
        </w:rPr>
        <w:t>6.3.4.3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_Toc98676086 \h </w:instrText>
      </w:r>
      <w:r>
        <w:fldChar w:fldCharType="separate"/>
      </w:r>
      <w:r>
        <w:t>40</w:t>
      </w:r>
      <w:r>
        <w:fldChar w:fldCharType="end"/>
      </w:r>
    </w:p>
    <w:p w14:paraId="4B576D5C" w14:textId="50066D85" w:rsidR="00D403B8" w:rsidRDefault="00D403B8">
      <w:pPr>
        <w:pStyle w:val="TOC3"/>
        <w:rPr>
          <w:rFonts w:asciiTheme="minorHAnsi" w:eastAsiaTheme="minorEastAsia" w:hAnsiTheme="minorHAnsi" w:cstheme="minorBidi"/>
          <w:sz w:val="22"/>
          <w:szCs w:val="22"/>
          <w:lang w:eastAsia="en-GB"/>
        </w:rPr>
      </w:pPr>
      <w:r>
        <w:rPr>
          <w:lang w:eastAsia="zh-CN"/>
        </w:rPr>
        <w:t>6.3.4.4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_Toc98676087 \h </w:instrText>
      </w:r>
      <w:r>
        <w:fldChar w:fldCharType="separate"/>
      </w:r>
      <w:r>
        <w:t>40</w:t>
      </w:r>
      <w:r>
        <w:fldChar w:fldCharType="end"/>
      </w:r>
    </w:p>
    <w:p w14:paraId="740B48A0" w14:textId="798E496E" w:rsidR="00D403B8" w:rsidRDefault="00D403B8">
      <w:pPr>
        <w:pStyle w:val="TOC3"/>
        <w:rPr>
          <w:rFonts w:asciiTheme="minorHAnsi" w:eastAsiaTheme="minorEastAsia" w:hAnsiTheme="minorHAnsi" w:cstheme="minorBidi"/>
          <w:sz w:val="22"/>
          <w:szCs w:val="22"/>
          <w:lang w:eastAsia="en-GB"/>
        </w:rPr>
      </w:pPr>
      <w:r>
        <w:rPr>
          <w:lang w:eastAsia="zh-CN"/>
        </w:rPr>
        <w:t>6.3.5</w:t>
      </w:r>
      <w:r>
        <w:rPr>
          <w:rFonts w:asciiTheme="minorHAnsi" w:eastAsiaTheme="minorEastAsia" w:hAnsiTheme="minorHAnsi" w:cstheme="minorBidi"/>
          <w:sz w:val="22"/>
          <w:szCs w:val="22"/>
          <w:lang w:eastAsia="en-GB"/>
        </w:rPr>
        <w:tab/>
      </w:r>
      <w:r>
        <w:rPr>
          <w:lang w:eastAsia="zh-CN"/>
        </w:rPr>
        <w:t>IPDL time mask</w:t>
      </w:r>
      <w:r>
        <w:tab/>
      </w:r>
      <w:r>
        <w:fldChar w:fldCharType="begin"/>
      </w:r>
      <w:r>
        <w:instrText xml:space="preserve"> PAGEREF _Toc98676088 \h </w:instrText>
      </w:r>
      <w:r>
        <w:fldChar w:fldCharType="separate"/>
      </w:r>
      <w:r>
        <w:t>40</w:t>
      </w:r>
      <w:r>
        <w:fldChar w:fldCharType="end"/>
      </w:r>
    </w:p>
    <w:p w14:paraId="6FEE09AC" w14:textId="2023805E" w:rsidR="00D403B8" w:rsidRDefault="00D403B8">
      <w:pPr>
        <w:pStyle w:val="TOC4"/>
        <w:rPr>
          <w:rFonts w:asciiTheme="minorHAnsi" w:eastAsiaTheme="minorEastAsia" w:hAnsiTheme="minorHAnsi" w:cstheme="minorBidi"/>
          <w:sz w:val="22"/>
          <w:szCs w:val="22"/>
          <w:lang w:eastAsia="en-GB"/>
        </w:rPr>
      </w:pPr>
      <w:r>
        <w:t>6.3.5.1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_Toc98676089 \h </w:instrText>
      </w:r>
      <w:r>
        <w:fldChar w:fldCharType="separate"/>
      </w:r>
      <w:r>
        <w:t>40</w:t>
      </w:r>
      <w:r>
        <w:fldChar w:fldCharType="end"/>
      </w:r>
    </w:p>
    <w:p w14:paraId="19F60CE3" w14:textId="68FF84C1" w:rsidR="00D403B8" w:rsidRDefault="00D403B8">
      <w:pPr>
        <w:pStyle w:val="TOC4"/>
        <w:rPr>
          <w:rFonts w:asciiTheme="minorHAnsi" w:eastAsiaTheme="minorEastAsia" w:hAnsiTheme="minorHAnsi" w:cstheme="minorBidi"/>
          <w:sz w:val="22"/>
          <w:szCs w:val="22"/>
          <w:lang w:eastAsia="en-GB"/>
        </w:rPr>
      </w:pPr>
      <w:r>
        <w:t>6.3.5.2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_Toc98676090 \h </w:instrText>
      </w:r>
      <w:r>
        <w:fldChar w:fldCharType="separate"/>
      </w:r>
      <w:r>
        <w:t>40</w:t>
      </w:r>
      <w:r>
        <w:fldChar w:fldCharType="end"/>
      </w:r>
    </w:p>
    <w:p w14:paraId="0F592E9E" w14:textId="1A87FAAC" w:rsidR="00D403B8" w:rsidRDefault="00D403B8">
      <w:pPr>
        <w:pStyle w:val="TOC4"/>
        <w:rPr>
          <w:rFonts w:asciiTheme="minorHAnsi" w:eastAsiaTheme="minorEastAsia" w:hAnsiTheme="minorHAnsi" w:cstheme="minorBidi"/>
          <w:sz w:val="22"/>
          <w:szCs w:val="22"/>
          <w:lang w:eastAsia="en-GB"/>
        </w:rPr>
      </w:pPr>
      <w:r>
        <w:rPr>
          <w:lang w:eastAsia="zh-CN"/>
        </w:rPr>
        <w:t>6.3.5.3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_Toc98676091 \h </w:instrText>
      </w:r>
      <w:r>
        <w:fldChar w:fldCharType="separate"/>
      </w:r>
      <w:r>
        <w:t>40</w:t>
      </w:r>
      <w:r>
        <w:fldChar w:fldCharType="end"/>
      </w:r>
    </w:p>
    <w:p w14:paraId="6B5E282E" w14:textId="1D72C800" w:rsidR="00D403B8" w:rsidRDefault="00D403B8">
      <w:pPr>
        <w:pStyle w:val="TOC4"/>
        <w:rPr>
          <w:rFonts w:asciiTheme="minorHAnsi" w:eastAsiaTheme="minorEastAsia" w:hAnsiTheme="minorHAnsi" w:cstheme="minorBidi"/>
          <w:sz w:val="22"/>
          <w:szCs w:val="22"/>
          <w:lang w:eastAsia="en-GB"/>
        </w:rPr>
      </w:pPr>
      <w:r>
        <w:rPr>
          <w:lang w:eastAsia="zh-CN"/>
        </w:rPr>
        <w:t>6.3.5.4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_Toc98676092 \h </w:instrText>
      </w:r>
      <w:r>
        <w:fldChar w:fldCharType="separate"/>
      </w:r>
      <w:r>
        <w:t>40</w:t>
      </w:r>
      <w:r>
        <w:fldChar w:fldCharType="end"/>
      </w:r>
    </w:p>
    <w:p w14:paraId="1638632D" w14:textId="34EED35C" w:rsidR="00D403B8" w:rsidRDefault="00D403B8">
      <w:pPr>
        <w:pStyle w:val="TOC3"/>
        <w:rPr>
          <w:rFonts w:asciiTheme="minorHAnsi" w:eastAsiaTheme="minorEastAsia" w:hAnsiTheme="minorHAnsi" w:cstheme="minorBidi"/>
          <w:sz w:val="22"/>
          <w:szCs w:val="22"/>
          <w:lang w:eastAsia="en-GB"/>
        </w:rPr>
      </w:pPr>
      <w:r>
        <w:rPr>
          <w:lang w:eastAsia="zh-CN"/>
        </w:rPr>
        <w:t>6.3.6</w:t>
      </w:r>
      <w:r>
        <w:rPr>
          <w:rFonts w:asciiTheme="minorHAnsi" w:eastAsiaTheme="minorEastAsia" w:hAnsiTheme="minorHAnsi" w:cstheme="minorBidi"/>
          <w:sz w:val="22"/>
          <w:szCs w:val="22"/>
          <w:lang w:eastAsia="en-GB"/>
        </w:rPr>
        <w:tab/>
      </w:r>
      <w:r>
        <w:rPr>
          <w:lang w:eastAsia="zh-CN"/>
        </w:rPr>
        <w:t>RE Power control dynamic range</w:t>
      </w:r>
      <w:r>
        <w:tab/>
      </w:r>
      <w:r>
        <w:fldChar w:fldCharType="begin"/>
      </w:r>
      <w:r>
        <w:instrText xml:space="preserve"> PAGEREF _Toc98676093 \h </w:instrText>
      </w:r>
      <w:r>
        <w:fldChar w:fldCharType="separate"/>
      </w:r>
      <w:r>
        <w:t>41</w:t>
      </w:r>
      <w:r>
        <w:fldChar w:fldCharType="end"/>
      </w:r>
    </w:p>
    <w:p w14:paraId="0C416F92" w14:textId="6F0A8DDC" w:rsidR="00D403B8" w:rsidRDefault="00D403B8">
      <w:pPr>
        <w:pStyle w:val="TOC4"/>
        <w:rPr>
          <w:rFonts w:asciiTheme="minorHAnsi" w:eastAsiaTheme="minorEastAsia" w:hAnsiTheme="minorHAnsi" w:cstheme="minorBidi"/>
          <w:sz w:val="22"/>
          <w:szCs w:val="22"/>
          <w:lang w:eastAsia="en-GB"/>
        </w:rPr>
      </w:pPr>
      <w:r>
        <w:t>6.3.6.1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_Toc98676094 \h </w:instrText>
      </w:r>
      <w:r>
        <w:fldChar w:fldCharType="separate"/>
      </w:r>
      <w:r>
        <w:t>41</w:t>
      </w:r>
      <w:r>
        <w:fldChar w:fldCharType="end"/>
      </w:r>
    </w:p>
    <w:p w14:paraId="4561ECAF" w14:textId="5DB63AC8" w:rsidR="00D403B8" w:rsidRDefault="00D403B8">
      <w:pPr>
        <w:pStyle w:val="TOC4"/>
        <w:rPr>
          <w:rFonts w:asciiTheme="minorHAnsi" w:eastAsiaTheme="minorEastAsia" w:hAnsiTheme="minorHAnsi" w:cstheme="minorBidi"/>
          <w:sz w:val="22"/>
          <w:szCs w:val="22"/>
          <w:lang w:eastAsia="en-GB"/>
        </w:rPr>
      </w:pPr>
      <w:r>
        <w:t>6.3.6.2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_Toc98676095 \h </w:instrText>
      </w:r>
      <w:r>
        <w:fldChar w:fldCharType="separate"/>
      </w:r>
      <w:r>
        <w:t>41</w:t>
      </w:r>
      <w:r>
        <w:fldChar w:fldCharType="end"/>
      </w:r>
    </w:p>
    <w:p w14:paraId="58C1DBB3" w14:textId="5B618466" w:rsidR="00D403B8" w:rsidRDefault="00D403B8">
      <w:pPr>
        <w:pStyle w:val="TOC4"/>
        <w:rPr>
          <w:rFonts w:asciiTheme="minorHAnsi" w:eastAsiaTheme="minorEastAsia" w:hAnsiTheme="minorHAnsi" w:cstheme="minorBidi"/>
          <w:sz w:val="22"/>
          <w:szCs w:val="22"/>
          <w:lang w:eastAsia="en-GB"/>
        </w:rPr>
      </w:pPr>
      <w:r>
        <w:rPr>
          <w:lang w:eastAsia="zh-CN"/>
        </w:rPr>
        <w:t>6.3.6.3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_Toc98676096 \h </w:instrText>
      </w:r>
      <w:r>
        <w:fldChar w:fldCharType="separate"/>
      </w:r>
      <w:r>
        <w:t>41</w:t>
      </w:r>
      <w:r>
        <w:fldChar w:fldCharType="end"/>
      </w:r>
    </w:p>
    <w:p w14:paraId="201651F9" w14:textId="2E4042B2" w:rsidR="00D403B8" w:rsidRDefault="00D403B8">
      <w:pPr>
        <w:pStyle w:val="TOC4"/>
        <w:rPr>
          <w:rFonts w:asciiTheme="minorHAnsi" w:eastAsiaTheme="minorEastAsia" w:hAnsiTheme="minorHAnsi" w:cstheme="minorBidi"/>
          <w:sz w:val="22"/>
          <w:szCs w:val="22"/>
          <w:lang w:eastAsia="en-GB"/>
        </w:rPr>
      </w:pPr>
      <w:r>
        <w:rPr>
          <w:lang w:eastAsia="zh-CN"/>
        </w:rPr>
        <w:t>6.3.6.4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_Toc98676097 \h </w:instrText>
      </w:r>
      <w:r>
        <w:fldChar w:fldCharType="separate"/>
      </w:r>
      <w:r>
        <w:t>41</w:t>
      </w:r>
      <w:r>
        <w:fldChar w:fldCharType="end"/>
      </w:r>
    </w:p>
    <w:p w14:paraId="13537F2C" w14:textId="772E2130" w:rsidR="00D403B8" w:rsidRDefault="00D403B8">
      <w:pPr>
        <w:pStyle w:val="TOC2"/>
        <w:rPr>
          <w:rFonts w:asciiTheme="minorHAnsi" w:eastAsiaTheme="minorEastAsia" w:hAnsiTheme="minorHAnsi" w:cstheme="minorBidi"/>
          <w:sz w:val="22"/>
          <w:szCs w:val="22"/>
          <w:lang w:eastAsia="en-GB"/>
        </w:rPr>
      </w:pPr>
      <w:r>
        <w:rPr>
          <w:lang w:eastAsia="zh-CN"/>
        </w:rPr>
        <w:t>6.4</w:t>
      </w:r>
      <w:r>
        <w:rPr>
          <w:rFonts w:asciiTheme="minorHAnsi" w:eastAsiaTheme="minorEastAsia" w:hAnsiTheme="minorHAnsi" w:cstheme="minorBidi"/>
          <w:sz w:val="22"/>
          <w:szCs w:val="22"/>
          <w:lang w:eastAsia="en-GB"/>
        </w:rPr>
        <w:tab/>
      </w:r>
      <w:r>
        <w:rPr>
          <w:lang w:eastAsia="zh-CN"/>
        </w:rPr>
        <w:t>Transmit ON/OFF power</w:t>
      </w:r>
      <w:r>
        <w:tab/>
      </w:r>
      <w:r>
        <w:fldChar w:fldCharType="begin"/>
      </w:r>
      <w:r>
        <w:instrText xml:space="preserve"> PAGEREF _Toc98676098 \h </w:instrText>
      </w:r>
      <w:r>
        <w:fldChar w:fldCharType="separate"/>
      </w:r>
      <w:r>
        <w:t>41</w:t>
      </w:r>
      <w:r>
        <w:fldChar w:fldCharType="end"/>
      </w:r>
    </w:p>
    <w:p w14:paraId="054279EE" w14:textId="4F851C7D" w:rsidR="00D403B8" w:rsidRDefault="00D403B8">
      <w:pPr>
        <w:pStyle w:val="TOC3"/>
        <w:rPr>
          <w:rFonts w:asciiTheme="minorHAnsi" w:eastAsiaTheme="minorEastAsia" w:hAnsiTheme="minorHAnsi" w:cstheme="minorBidi"/>
          <w:sz w:val="22"/>
          <w:szCs w:val="22"/>
          <w:lang w:eastAsia="en-GB"/>
        </w:rPr>
      </w:pPr>
      <w:r>
        <w:t>6.4.1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_Toc98676099 \h </w:instrText>
      </w:r>
      <w:r>
        <w:fldChar w:fldCharType="separate"/>
      </w:r>
      <w:r>
        <w:t>41</w:t>
      </w:r>
      <w:r>
        <w:fldChar w:fldCharType="end"/>
      </w:r>
    </w:p>
    <w:p w14:paraId="624C42C0" w14:textId="139644A8" w:rsidR="00D403B8" w:rsidRDefault="00D403B8">
      <w:pPr>
        <w:pStyle w:val="TOC3"/>
        <w:rPr>
          <w:rFonts w:asciiTheme="minorHAnsi" w:eastAsiaTheme="minorEastAsia" w:hAnsiTheme="minorHAnsi" w:cstheme="minorBidi"/>
          <w:sz w:val="22"/>
          <w:szCs w:val="22"/>
          <w:lang w:eastAsia="en-GB"/>
        </w:rPr>
      </w:pPr>
      <w:r>
        <w:t>6.4.2</w:t>
      </w:r>
      <w:r>
        <w:rPr>
          <w:rFonts w:asciiTheme="minorHAnsi" w:eastAsiaTheme="minorEastAsia" w:hAnsiTheme="minorHAnsi" w:cstheme="minorBidi"/>
          <w:sz w:val="22"/>
          <w:szCs w:val="22"/>
          <w:lang w:eastAsia="en-GB"/>
        </w:rPr>
        <w:tab/>
      </w:r>
      <w:r>
        <w:t>Transmitter OFF power</w:t>
      </w:r>
      <w:r>
        <w:tab/>
      </w:r>
      <w:r>
        <w:fldChar w:fldCharType="begin"/>
      </w:r>
      <w:r>
        <w:instrText xml:space="preserve"> PAGEREF _Toc98676100 \h </w:instrText>
      </w:r>
      <w:r>
        <w:fldChar w:fldCharType="separate"/>
      </w:r>
      <w:r>
        <w:t>41</w:t>
      </w:r>
      <w:r>
        <w:fldChar w:fldCharType="end"/>
      </w:r>
    </w:p>
    <w:p w14:paraId="22A9AECC" w14:textId="444B7A8D" w:rsidR="00D403B8" w:rsidRDefault="00D403B8">
      <w:pPr>
        <w:pStyle w:val="TOC4"/>
        <w:rPr>
          <w:rFonts w:asciiTheme="minorHAnsi" w:eastAsiaTheme="minorEastAsia" w:hAnsiTheme="minorHAnsi" w:cstheme="minorBidi"/>
          <w:sz w:val="22"/>
          <w:szCs w:val="22"/>
          <w:lang w:eastAsia="en-GB"/>
        </w:rPr>
      </w:pPr>
      <w:r>
        <w:t>6.4.2.1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_Toc98676101 \h </w:instrText>
      </w:r>
      <w:r>
        <w:fldChar w:fldCharType="separate"/>
      </w:r>
      <w:r>
        <w:t>41</w:t>
      </w:r>
      <w:r>
        <w:fldChar w:fldCharType="end"/>
      </w:r>
    </w:p>
    <w:p w14:paraId="62A382ED" w14:textId="6A664971" w:rsidR="00D403B8" w:rsidRDefault="00D403B8">
      <w:pPr>
        <w:pStyle w:val="TOC4"/>
        <w:rPr>
          <w:rFonts w:asciiTheme="minorHAnsi" w:eastAsiaTheme="minorEastAsia" w:hAnsiTheme="minorHAnsi" w:cstheme="minorBidi"/>
          <w:sz w:val="22"/>
          <w:szCs w:val="22"/>
          <w:lang w:eastAsia="en-GB"/>
        </w:rPr>
      </w:pPr>
      <w:r>
        <w:t>6.4.2.2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_Toc98676102 \h </w:instrText>
      </w:r>
      <w:r>
        <w:fldChar w:fldCharType="separate"/>
      </w:r>
      <w:r>
        <w:t>41</w:t>
      </w:r>
      <w:r>
        <w:fldChar w:fldCharType="end"/>
      </w:r>
    </w:p>
    <w:p w14:paraId="35E2AE7E" w14:textId="52423AEE" w:rsidR="00D403B8" w:rsidRDefault="00D403B8">
      <w:pPr>
        <w:pStyle w:val="TOC4"/>
        <w:rPr>
          <w:rFonts w:asciiTheme="minorHAnsi" w:eastAsiaTheme="minorEastAsia" w:hAnsiTheme="minorHAnsi" w:cstheme="minorBidi"/>
          <w:sz w:val="22"/>
          <w:szCs w:val="22"/>
          <w:lang w:eastAsia="en-GB"/>
        </w:rPr>
      </w:pPr>
      <w:r>
        <w:rPr>
          <w:lang w:eastAsia="zh-CN"/>
        </w:rPr>
        <w:t>6.4.2.3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_Toc98676103 \h </w:instrText>
      </w:r>
      <w:r>
        <w:fldChar w:fldCharType="separate"/>
      </w:r>
      <w:r>
        <w:t>41</w:t>
      </w:r>
      <w:r>
        <w:fldChar w:fldCharType="end"/>
      </w:r>
    </w:p>
    <w:p w14:paraId="544CDCEE" w14:textId="131264E0" w:rsidR="00D403B8" w:rsidRDefault="00D403B8">
      <w:pPr>
        <w:pStyle w:val="TOC4"/>
        <w:rPr>
          <w:rFonts w:asciiTheme="minorHAnsi" w:eastAsiaTheme="minorEastAsia" w:hAnsiTheme="minorHAnsi" w:cstheme="minorBidi"/>
          <w:sz w:val="22"/>
          <w:szCs w:val="22"/>
          <w:lang w:eastAsia="en-GB"/>
        </w:rPr>
      </w:pPr>
      <w:r>
        <w:rPr>
          <w:lang w:eastAsia="zh-CN"/>
        </w:rPr>
        <w:t>6.4.2.4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_Toc98676104 \h </w:instrText>
      </w:r>
      <w:r>
        <w:fldChar w:fldCharType="separate"/>
      </w:r>
      <w:r>
        <w:t>42</w:t>
      </w:r>
      <w:r>
        <w:fldChar w:fldCharType="end"/>
      </w:r>
    </w:p>
    <w:p w14:paraId="23C48967" w14:textId="003BE3BD" w:rsidR="00D403B8" w:rsidRDefault="00D403B8">
      <w:pPr>
        <w:pStyle w:val="TOC3"/>
        <w:rPr>
          <w:rFonts w:asciiTheme="minorHAnsi" w:eastAsiaTheme="minorEastAsia" w:hAnsiTheme="minorHAnsi" w:cstheme="minorBidi"/>
          <w:sz w:val="22"/>
          <w:szCs w:val="22"/>
          <w:lang w:eastAsia="en-GB"/>
        </w:rPr>
      </w:pPr>
      <w:r>
        <w:t>6.4.3</w:t>
      </w:r>
      <w:r>
        <w:rPr>
          <w:rFonts w:asciiTheme="minorHAnsi" w:eastAsiaTheme="minorEastAsia" w:hAnsiTheme="minorHAnsi" w:cstheme="minorBidi"/>
          <w:sz w:val="22"/>
          <w:szCs w:val="22"/>
          <w:lang w:eastAsia="en-GB"/>
        </w:rPr>
        <w:tab/>
      </w:r>
      <w:r>
        <w:t>Transmitter transient period</w:t>
      </w:r>
      <w:r>
        <w:tab/>
      </w:r>
      <w:r>
        <w:fldChar w:fldCharType="begin"/>
      </w:r>
      <w:r>
        <w:instrText xml:space="preserve"> PAGEREF _Toc98676105 \h </w:instrText>
      </w:r>
      <w:r>
        <w:fldChar w:fldCharType="separate"/>
      </w:r>
      <w:r>
        <w:t>42</w:t>
      </w:r>
      <w:r>
        <w:fldChar w:fldCharType="end"/>
      </w:r>
    </w:p>
    <w:p w14:paraId="45D80052" w14:textId="1B76EE1C" w:rsidR="00D403B8" w:rsidRDefault="00D403B8">
      <w:pPr>
        <w:pStyle w:val="TOC4"/>
        <w:rPr>
          <w:rFonts w:asciiTheme="minorHAnsi" w:eastAsiaTheme="minorEastAsia" w:hAnsiTheme="minorHAnsi" w:cstheme="minorBidi"/>
          <w:sz w:val="22"/>
          <w:szCs w:val="22"/>
          <w:lang w:eastAsia="en-GB"/>
        </w:rPr>
      </w:pPr>
      <w:r>
        <w:t>6.4.3.1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_Toc98676106 \h </w:instrText>
      </w:r>
      <w:r>
        <w:fldChar w:fldCharType="separate"/>
      </w:r>
      <w:r>
        <w:t>42</w:t>
      </w:r>
      <w:r>
        <w:fldChar w:fldCharType="end"/>
      </w:r>
    </w:p>
    <w:p w14:paraId="0A9123B5" w14:textId="4B62A1A3" w:rsidR="00D403B8" w:rsidRDefault="00D403B8">
      <w:pPr>
        <w:pStyle w:val="TOC4"/>
        <w:rPr>
          <w:rFonts w:asciiTheme="minorHAnsi" w:eastAsiaTheme="minorEastAsia" w:hAnsiTheme="minorHAnsi" w:cstheme="minorBidi"/>
          <w:sz w:val="22"/>
          <w:szCs w:val="22"/>
          <w:lang w:eastAsia="en-GB"/>
        </w:rPr>
      </w:pPr>
      <w:r>
        <w:t>6.4.3.2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_Toc98676107 \h </w:instrText>
      </w:r>
      <w:r>
        <w:fldChar w:fldCharType="separate"/>
      </w:r>
      <w:r>
        <w:t>42</w:t>
      </w:r>
      <w:r>
        <w:fldChar w:fldCharType="end"/>
      </w:r>
    </w:p>
    <w:p w14:paraId="7D138907" w14:textId="0D67C3EE" w:rsidR="00D403B8" w:rsidRDefault="00D403B8">
      <w:pPr>
        <w:pStyle w:val="TOC4"/>
        <w:rPr>
          <w:rFonts w:asciiTheme="minorHAnsi" w:eastAsiaTheme="minorEastAsia" w:hAnsiTheme="minorHAnsi" w:cstheme="minorBidi"/>
          <w:sz w:val="22"/>
          <w:szCs w:val="22"/>
          <w:lang w:eastAsia="en-GB"/>
        </w:rPr>
      </w:pPr>
      <w:r>
        <w:rPr>
          <w:lang w:eastAsia="zh-CN"/>
        </w:rPr>
        <w:t>6.4.3.3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_Toc98676108 \h </w:instrText>
      </w:r>
      <w:r>
        <w:fldChar w:fldCharType="separate"/>
      </w:r>
      <w:r>
        <w:t>42</w:t>
      </w:r>
      <w:r>
        <w:fldChar w:fldCharType="end"/>
      </w:r>
    </w:p>
    <w:p w14:paraId="717CCD2C" w14:textId="5842B292" w:rsidR="00D403B8" w:rsidRDefault="00D403B8">
      <w:pPr>
        <w:pStyle w:val="TOC4"/>
        <w:rPr>
          <w:rFonts w:asciiTheme="minorHAnsi" w:eastAsiaTheme="minorEastAsia" w:hAnsiTheme="minorHAnsi" w:cstheme="minorBidi"/>
          <w:sz w:val="22"/>
          <w:szCs w:val="22"/>
          <w:lang w:eastAsia="en-GB"/>
        </w:rPr>
      </w:pPr>
      <w:r>
        <w:rPr>
          <w:lang w:eastAsia="zh-CN"/>
        </w:rPr>
        <w:t>6.4.3.4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_Toc98676109 \h </w:instrText>
      </w:r>
      <w:r>
        <w:fldChar w:fldCharType="separate"/>
      </w:r>
      <w:r>
        <w:t>42</w:t>
      </w:r>
      <w:r>
        <w:fldChar w:fldCharType="end"/>
      </w:r>
    </w:p>
    <w:p w14:paraId="5BD80619" w14:textId="22AC4BD5" w:rsidR="00D403B8" w:rsidRDefault="00D403B8">
      <w:pPr>
        <w:pStyle w:val="TOC2"/>
        <w:rPr>
          <w:rFonts w:asciiTheme="minorHAnsi" w:eastAsiaTheme="minorEastAsia" w:hAnsiTheme="minorHAnsi" w:cstheme="minorBidi"/>
          <w:sz w:val="22"/>
          <w:szCs w:val="22"/>
          <w:lang w:eastAsia="en-GB"/>
        </w:rPr>
      </w:pPr>
      <w:r>
        <w:rPr>
          <w:lang w:eastAsia="zh-CN"/>
        </w:rPr>
        <w:t>6.5</w:t>
      </w:r>
      <w:r>
        <w:rPr>
          <w:rFonts w:asciiTheme="minorHAnsi" w:eastAsiaTheme="minorEastAsia" w:hAnsiTheme="minorHAnsi" w:cstheme="minorBidi"/>
          <w:sz w:val="22"/>
          <w:szCs w:val="22"/>
          <w:lang w:eastAsia="en-GB"/>
        </w:rPr>
        <w:tab/>
      </w:r>
      <w:r>
        <w:rPr>
          <w:lang w:eastAsia="zh-CN"/>
        </w:rPr>
        <w:t>Transmitted signal quality</w:t>
      </w:r>
      <w:r>
        <w:tab/>
      </w:r>
      <w:r>
        <w:fldChar w:fldCharType="begin"/>
      </w:r>
      <w:r>
        <w:instrText xml:space="preserve"> PAGEREF _Toc98676110 \h </w:instrText>
      </w:r>
      <w:r>
        <w:fldChar w:fldCharType="separate"/>
      </w:r>
      <w:r>
        <w:t>42</w:t>
      </w:r>
      <w:r>
        <w:fldChar w:fldCharType="end"/>
      </w:r>
    </w:p>
    <w:p w14:paraId="096EC354" w14:textId="78808413" w:rsidR="00D403B8" w:rsidRDefault="00D403B8">
      <w:pPr>
        <w:pStyle w:val="TOC3"/>
        <w:rPr>
          <w:rFonts w:asciiTheme="minorHAnsi" w:eastAsiaTheme="minorEastAsia" w:hAnsiTheme="minorHAnsi" w:cstheme="minorBidi"/>
          <w:sz w:val="22"/>
          <w:szCs w:val="22"/>
          <w:lang w:eastAsia="en-GB"/>
        </w:rPr>
      </w:pPr>
      <w:r>
        <w:t>6.5.1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_Toc98676111 \h </w:instrText>
      </w:r>
      <w:r>
        <w:fldChar w:fldCharType="separate"/>
      </w:r>
      <w:r>
        <w:t>42</w:t>
      </w:r>
      <w:r>
        <w:fldChar w:fldCharType="end"/>
      </w:r>
    </w:p>
    <w:p w14:paraId="7948239C" w14:textId="432F5F1A" w:rsidR="00D403B8" w:rsidRDefault="00D403B8">
      <w:pPr>
        <w:pStyle w:val="TOC3"/>
        <w:rPr>
          <w:rFonts w:asciiTheme="minorHAnsi" w:eastAsiaTheme="minorEastAsia" w:hAnsiTheme="minorHAnsi" w:cstheme="minorBidi"/>
          <w:sz w:val="22"/>
          <w:szCs w:val="22"/>
          <w:lang w:eastAsia="en-GB"/>
        </w:rPr>
      </w:pPr>
      <w:r>
        <w:t>6.5.2</w:t>
      </w:r>
      <w:r>
        <w:rPr>
          <w:rFonts w:asciiTheme="minorHAnsi" w:eastAsiaTheme="minorEastAsia" w:hAnsiTheme="minorHAnsi" w:cstheme="minorBidi"/>
          <w:sz w:val="22"/>
          <w:szCs w:val="22"/>
          <w:lang w:eastAsia="en-GB"/>
        </w:rPr>
        <w:tab/>
      </w:r>
      <w:r>
        <w:t>Frequency Error</w:t>
      </w:r>
      <w:r>
        <w:tab/>
      </w:r>
      <w:r>
        <w:fldChar w:fldCharType="begin"/>
      </w:r>
      <w:r>
        <w:instrText xml:space="preserve"> PAGEREF _Toc98676112 \h </w:instrText>
      </w:r>
      <w:r>
        <w:fldChar w:fldCharType="separate"/>
      </w:r>
      <w:r>
        <w:t>42</w:t>
      </w:r>
      <w:r>
        <w:fldChar w:fldCharType="end"/>
      </w:r>
    </w:p>
    <w:p w14:paraId="5F8B1D6B" w14:textId="0D4A4D76" w:rsidR="00D403B8" w:rsidRDefault="00D403B8">
      <w:pPr>
        <w:pStyle w:val="TOC4"/>
        <w:rPr>
          <w:rFonts w:asciiTheme="minorHAnsi" w:eastAsiaTheme="minorEastAsia" w:hAnsiTheme="minorHAnsi" w:cstheme="minorBidi"/>
          <w:sz w:val="22"/>
          <w:szCs w:val="22"/>
          <w:lang w:eastAsia="en-GB"/>
        </w:rPr>
      </w:pPr>
      <w:r>
        <w:t>6.5.2.1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_Toc98676113 \h </w:instrText>
      </w:r>
      <w:r>
        <w:fldChar w:fldCharType="separate"/>
      </w:r>
      <w:r>
        <w:t>42</w:t>
      </w:r>
      <w:r>
        <w:fldChar w:fldCharType="end"/>
      </w:r>
    </w:p>
    <w:p w14:paraId="76F4748C" w14:textId="58523142" w:rsidR="00D403B8" w:rsidRDefault="00D403B8">
      <w:pPr>
        <w:pStyle w:val="TOC4"/>
        <w:rPr>
          <w:rFonts w:asciiTheme="minorHAnsi" w:eastAsiaTheme="minorEastAsia" w:hAnsiTheme="minorHAnsi" w:cstheme="minorBidi"/>
          <w:sz w:val="22"/>
          <w:szCs w:val="22"/>
          <w:lang w:eastAsia="en-GB"/>
        </w:rPr>
      </w:pPr>
      <w:r>
        <w:t>6.5.2.2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_Toc98676114 \h </w:instrText>
      </w:r>
      <w:r>
        <w:fldChar w:fldCharType="separate"/>
      </w:r>
      <w:r>
        <w:t>43</w:t>
      </w:r>
      <w:r>
        <w:fldChar w:fldCharType="end"/>
      </w:r>
    </w:p>
    <w:p w14:paraId="1B282788" w14:textId="282EF058" w:rsidR="00D403B8" w:rsidRDefault="00D403B8">
      <w:pPr>
        <w:pStyle w:val="TOC4"/>
        <w:rPr>
          <w:rFonts w:asciiTheme="minorHAnsi" w:eastAsiaTheme="minorEastAsia" w:hAnsiTheme="minorHAnsi" w:cstheme="minorBidi"/>
          <w:sz w:val="22"/>
          <w:szCs w:val="22"/>
          <w:lang w:eastAsia="en-GB"/>
        </w:rPr>
      </w:pPr>
      <w:r>
        <w:rPr>
          <w:lang w:eastAsia="zh-CN"/>
        </w:rPr>
        <w:t>6.5.2.3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_Toc98676115 \h </w:instrText>
      </w:r>
      <w:r>
        <w:fldChar w:fldCharType="separate"/>
      </w:r>
      <w:r>
        <w:t>43</w:t>
      </w:r>
      <w:r>
        <w:fldChar w:fldCharType="end"/>
      </w:r>
    </w:p>
    <w:p w14:paraId="6E814BDE" w14:textId="3AF4C824" w:rsidR="00D403B8" w:rsidRDefault="00D403B8">
      <w:pPr>
        <w:pStyle w:val="TOC4"/>
        <w:rPr>
          <w:rFonts w:asciiTheme="minorHAnsi" w:eastAsiaTheme="minorEastAsia" w:hAnsiTheme="minorHAnsi" w:cstheme="minorBidi"/>
          <w:sz w:val="22"/>
          <w:szCs w:val="22"/>
          <w:lang w:eastAsia="en-GB"/>
        </w:rPr>
      </w:pPr>
      <w:r>
        <w:rPr>
          <w:lang w:eastAsia="zh-CN"/>
        </w:rPr>
        <w:t>6.5.2.4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_Toc98676116 \h </w:instrText>
      </w:r>
      <w:r>
        <w:fldChar w:fldCharType="separate"/>
      </w:r>
      <w:r>
        <w:t>43</w:t>
      </w:r>
      <w:r>
        <w:fldChar w:fldCharType="end"/>
      </w:r>
    </w:p>
    <w:p w14:paraId="71487E14" w14:textId="06BAAD15" w:rsidR="00D403B8" w:rsidRDefault="00D403B8">
      <w:pPr>
        <w:pStyle w:val="TOC3"/>
        <w:rPr>
          <w:rFonts w:asciiTheme="minorHAnsi" w:eastAsiaTheme="minorEastAsia" w:hAnsiTheme="minorHAnsi" w:cstheme="minorBidi"/>
          <w:sz w:val="22"/>
          <w:szCs w:val="22"/>
          <w:lang w:eastAsia="en-GB"/>
        </w:rPr>
      </w:pPr>
      <w:r>
        <w:t>6.5.3</w:t>
      </w:r>
      <w:r>
        <w:rPr>
          <w:rFonts w:asciiTheme="minorHAnsi" w:eastAsiaTheme="minorEastAsia" w:hAnsiTheme="minorHAnsi" w:cstheme="minorBidi"/>
          <w:sz w:val="22"/>
          <w:szCs w:val="22"/>
          <w:lang w:eastAsia="en-GB"/>
        </w:rPr>
        <w:tab/>
      </w:r>
      <w:r>
        <w:t>Time alignment error</w:t>
      </w:r>
      <w:r>
        <w:tab/>
      </w:r>
      <w:r>
        <w:fldChar w:fldCharType="begin"/>
      </w:r>
      <w:r>
        <w:instrText xml:space="preserve"> PAGEREF _Toc98676117 \h </w:instrText>
      </w:r>
      <w:r>
        <w:fldChar w:fldCharType="separate"/>
      </w:r>
      <w:r>
        <w:t>43</w:t>
      </w:r>
      <w:r>
        <w:fldChar w:fldCharType="end"/>
      </w:r>
    </w:p>
    <w:p w14:paraId="0519BDFB" w14:textId="3F262B8A" w:rsidR="00D403B8" w:rsidRDefault="00D403B8">
      <w:pPr>
        <w:pStyle w:val="TOC4"/>
        <w:rPr>
          <w:rFonts w:asciiTheme="minorHAnsi" w:eastAsiaTheme="minorEastAsia" w:hAnsiTheme="minorHAnsi" w:cstheme="minorBidi"/>
          <w:sz w:val="22"/>
          <w:szCs w:val="22"/>
          <w:lang w:eastAsia="en-GB"/>
        </w:rPr>
      </w:pPr>
      <w:r>
        <w:t>6.5.3.1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_Toc98676118 \h </w:instrText>
      </w:r>
      <w:r>
        <w:fldChar w:fldCharType="separate"/>
      </w:r>
      <w:r>
        <w:t>43</w:t>
      </w:r>
      <w:r>
        <w:fldChar w:fldCharType="end"/>
      </w:r>
    </w:p>
    <w:p w14:paraId="4799EB46" w14:textId="60594A8E" w:rsidR="00D403B8" w:rsidRDefault="00D403B8">
      <w:pPr>
        <w:pStyle w:val="TOC4"/>
        <w:rPr>
          <w:rFonts w:asciiTheme="minorHAnsi" w:eastAsiaTheme="minorEastAsia" w:hAnsiTheme="minorHAnsi" w:cstheme="minorBidi"/>
          <w:sz w:val="22"/>
          <w:szCs w:val="22"/>
          <w:lang w:eastAsia="en-GB"/>
        </w:rPr>
      </w:pPr>
      <w:r>
        <w:t>6.5.3.2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_Toc98676119 \h </w:instrText>
      </w:r>
      <w:r>
        <w:fldChar w:fldCharType="separate"/>
      </w:r>
      <w:r>
        <w:t>44</w:t>
      </w:r>
      <w:r>
        <w:fldChar w:fldCharType="end"/>
      </w:r>
    </w:p>
    <w:p w14:paraId="76E3B2E5" w14:textId="4F7A7D5C" w:rsidR="00D403B8" w:rsidRDefault="00D403B8">
      <w:pPr>
        <w:pStyle w:val="TOC4"/>
        <w:rPr>
          <w:rFonts w:asciiTheme="minorHAnsi" w:eastAsiaTheme="minorEastAsia" w:hAnsiTheme="minorHAnsi" w:cstheme="minorBidi"/>
          <w:sz w:val="22"/>
          <w:szCs w:val="22"/>
          <w:lang w:eastAsia="en-GB"/>
        </w:rPr>
      </w:pPr>
      <w:r>
        <w:rPr>
          <w:lang w:eastAsia="zh-CN"/>
        </w:rPr>
        <w:t>6.5.3.3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_Toc98676120 \h </w:instrText>
      </w:r>
      <w:r>
        <w:fldChar w:fldCharType="separate"/>
      </w:r>
      <w:r>
        <w:t>44</w:t>
      </w:r>
      <w:r>
        <w:fldChar w:fldCharType="end"/>
      </w:r>
    </w:p>
    <w:p w14:paraId="1852EC90" w14:textId="20A911E2" w:rsidR="00D403B8" w:rsidRDefault="00D403B8">
      <w:pPr>
        <w:pStyle w:val="TOC4"/>
        <w:rPr>
          <w:rFonts w:asciiTheme="minorHAnsi" w:eastAsiaTheme="minorEastAsia" w:hAnsiTheme="minorHAnsi" w:cstheme="minorBidi"/>
          <w:sz w:val="22"/>
          <w:szCs w:val="22"/>
          <w:lang w:eastAsia="en-GB"/>
        </w:rPr>
      </w:pPr>
      <w:r>
        <w:rPr>
          <w:lang w:eastAsia="zh-CN"/>
        </w:rPr>
        <w:t>6.5.3.4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_Toc98676121 \h </w:instrText>
      </w:r>
      <w:r>
        <w:fldChar w:fldCharType="separate"/>
      </w:r>
      <w:r>
        <w:t>44</w:t>
      </w:r>
      <w:r>
        <w:fldChar w:fldCharType="end"/>
      </w:r>
    </w:p>
    <w:p w14:paraId="4049FD0C" w14:textId="54E672F8" w:rsidR="00D403B8" w:rsidRDefault="00D403B8">
      <w:pPr>
        <w:pStyle w:val="TOC3"/>
        <w:rPr>
          <w:rFonts w:asciiTheme="minorHAnsi" w:eastAsiaTheme="minorEastAsia" w:hAnsiTheme="minorHAnsi" w:cstheme="minorBidi"/>
          <w:sz w:val="22"/>
          <w:szCs w:val="22"/>
          <w:lang w:eastAsia="en-GB"/>
        </w:rPr>
      </w:pPr>
      <w:r>
        <w:t>6.5.4</w:t>
      </w:r>
      <w:r>
        <w:rPr>
          <w:rFonts w:asciiTheme="minorHAnsi" w:eastAsiaTheme="minorEastAsia" w:hAnsiTheme="minorHAnsi" w:cstheme="minorBidi"/>
          <w:sz w:val="22"/>
          <w:szCs w:val="22"/>
          <w:lang w:eastAsia="en-GB"/>
        </w:rPr>
        <w:tab/>
      </w:r>
      <w:r>
        <w:t>Modulation quality</w:t>
      </w:r>
      <w:r>
        <w:tab/>
      </w:r>
      <w:r>
        <w:fldChar w:fldCharType="begin"/>
      </w:r>
      <w:r>
        <w:instrText xml:space="preserve"> PAGEREF _Toc98676122 \h </w:instrText>
      </w:r>
      <w:r>
        <w:fldChar w:fldCharType="separate"/>
      </w:r>
      <w:r>
        <w:t>44</w:t>
      </w:r>
      <w:r>
        <w:fldChar w:fldCharType="end"/>
      </w:r>
    </w:p>
    <w:p w14:paraId="717D79B1" w14:textId="140F12DB" w:rsidR="00D403B8" w:rsidRDefault="00D403B8">
      <w:pPr>
        <w:pStyle w:val="TOC4"/>
        <w:rPr>
          <w:rFonts w:asciiTheme="minorHAnsi" w:eastAsiaTheme="minorEastAsia" w:hAnsiTheme="minorHAnsi" w:cstheme="minorBidi"/>
          <w:sz w:val="22"/>
          <w:szCs w:val="22"/>
          <w:lang w:eastAsia="en-GB"/>
        </w:rPr>
      </w:pPr>
      <w:r>
        <w:t>6.5.4.1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_Toc98676123 \h </w:instrText>
      </w:r>
      <w:r>
        <w:fldChar w:fldCharType="separate"/>
      </w:r>
      <w:r>
        <w:t>44</w:t>
      </w:r>
      <w:r>
        <w:fldChar w:fldCharType="end"/>
      </w:r>
    </w:p>
    <w:p w14:paraId="75B26E50" w14:textId="08ED768D" w:rsidR="00D403B8" w:rsidRDefault="00D403B8">
      <w:pPr>
        <w:pStyle w:val="TOC4"/>
        <w:rPr>
          <w:rFonts w:asciiTheme="minorHAnsi" w:eastAsiaTheme="minorEastAsia" w:hAnsiTheme="minorHAnsi" w:cstheme="minorBidi"/>
          <w:sz w:val="22"/>
          <w:szCs w:val="22"/>
          <w:lang w:eastAsia="en-GB"/>
        </w:rPr>
      </w:pPr>
      <w:r>
        <w:t>6.5.4.2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_Toc98676124 \h </w:instrText>
      </w:r>
      <w:r>
        <w:fldChar w:fldCharType="separate"/>
      </w:r>
      <w:r>
        <w:t>44</w:t>
      </w:r>
      <w:r>
        <w:fldChar w:fldCharType="end"/>
      </w:r>
    </w:p>
    <w:p w14:paraId="593EEC5F" w14:textId="7006DE56" w:rsidR="00D403B8" w:rsidRDefault="00D403B8">
      <w:pPr>
        <w:pStyle w:val="TOC4"/>
        <w:rPr>
          <w:rFonts w:asciiTheme="minorHAnsi" w:eastAsiaTheme="minorEastAsia" w:hAnsiTheme="minorHAnsi" w:cstheme="minorBidi"/>
          <w:sz w:val="22"/>
          <w:szCs w:val="22"/>
          <w:lang w:eastAsia="en-GB"/>
        </w:rPr>
      </w:pPr>
      <w:r>
        <w:rPr>
          <w:lang w:eastAsia="zh-CN"/>
        </w:rPr>
        <w:t>6.5.4.3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_Toc98676125 \h </w:instrText>
      </w:r>
      <w:r>
        <w:fldChar w:fldCharType="separate"/>
      </w:r>
      <w:r>
        <w:t>44</w:t>
      </w:r>
      <w:r>
        <w:fldChar w:fldCharType="end"/>
      </w:r>
    </w:p>
    <w:p w14:paraId="5DFED559" w14:textId="5535AFD0" w:rsidR="00D403B8" w:rsidRDefault="00D403B8">
      <w:pPr>
        <w:pStyle w:val="TOC4"/>
        <w:rPr>
          <w:rFonts w:asciiTheme="minorHAnsi" w:eastAsiaTheme="minorEastAsia" w:hAnsiTheme="minorHAnsi" w:cstheme="minorBidi"/>
          <w:sz w:val="22"/>
          <w:szCs w:val="22"/>
          <w:lang w:eastAsia="en-GB"/>
        </w:rPr>
      </w:pPr>
      <w:r>
        <w:rPr>
          <w:lang w:eastAsia="zh-CN"/>
        </w:rPr>
        <w:t>6.5.4.4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_Toc98676126 \h </w:instrText>
      </w:r>
      <w:r>
        <w:fldChar w:fldCharType="separate"/>
      </w:r>
      <w:r>
        <w:t>45</w:t>
      </w:r>
      <w:r>
        <w:fldChar w:fldCharType="end"/>
      </w:r>
    </w:p>
    <w:p w14:paraId="144B9332" w14:textId="4718E84F" w:rsidR="00D403B8" w:rsidRDefault="00D403B8">
      <w:pPr>
        <w:pStyle w:val="TOC3"/>
        <w:rPr>
          <w:rFonts w:asciiTheme="minorHAnsi" w:eastAsiaTheme="minorEastAsia" w:hAnsiTheme="minorHAnsi" w:cstheme="minorBidi"/>
          <w:sz w:val="22"/>
          <w:szCs w:val="22"/>
          <w:lang w:eastAsia="en-GB"/>
        </w:rPr>
      </w:pPr>
      <w:r>
        <w:t>6.5.5</w:t>
      </w:r>
      <w:r>
        <w:rPr>
          <w:rFonts w:asciiTheme="minorHAnsi" w:eastAsiaTheme="minorEastAsia" w:hAnsiTheme="minorHAnsi" w:cstheme="minorBidi"/>
          <w:sz w:val="22"/>
          <w:szCs w:val="22"/>
          <w:lang w:eastAsia="en-GB"/>
        </w:rPr>
        <w:tab/>
      </w:r>
      <w:r>
        <w:t>Transmit pulse shape filter</w:t>
      </w:r>
      <w:r>
        <w:tab/>
      </w:r>
      <w:r>
        <w:fldChar w:fldCharType="begin"/>
      </w:r>
      <w:r>
        <w:instrText xml:space="preserve"> PAGEREF _Toc98676127 \h </w:instrText>
      </w:r>
      <w:r>
        <w:fldChar w:fldCharType="separate"/>
      </w:r>
      <w:r>
        <w:t>45</w:t>
      </w:r>
      <w:r>
        <w:fldChar w:fldCharType="end"/>
      </w:r>
    </w:p>
    <w:p w14:paraId="325AB32A" w14:textId="291DBBFD" w:rsidR="00D403B8" w:rsidRDefault="00D403B8">
      <w:pPr>
        <w:pStyle w:val="TOC4"/>
        <w:rPr>
          <w:rFonts w:asciiTheme="minorHAnsi" w:eastAsiaTheme="minorEastAsia" w:hAnsiTheme="minorHAnsi" w:cstheme="minorBidi"/>
          <w:sz w:val="22"/>
          <w:szCs w:val="22"/>
          <w:lang w:eastAsia="en-GB"/>
        </w:rPr>
      </w:pPr>
      <w:r>
        <w:t>6.5.5.1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_Toc98676128 \h </w:instrText>
      </w:r>
      <w:r>
        <w:fldChar w:fldCharType="separate"/>
      </w:r>
      <w:r>
        <w:t>45</w:t>
      </w:r>
      <w:r>
        <w:fldChar w:fldCharType="end"/>
      </w:r>
    </w:p>
    <w:p w14:paraId="5C982F78" w14:textId="24AA1C65" w:rsidR="00D403B8" w:rsidRDefault="00D403B8">
      <w:pPr>
        <w:pStyle w:val="TOC4"/>
        <w:rPr>
          <w:rFonts w:asciiTheme="minorHAnsi" w:eastAsiaTheme="minorEastAsia" w:hAnsiTheme="minorHAnsi" w:cstheme="minorBidi"/>
          <w:sz w:val="22"/>
          <w:szCs w:val="22"/>
          <w:lang w:eastAsia="en-GB"/>
        </w:rPr>
      </w:pPr>
      <w:r>
        <w:t>6.5.5.2</w:t>
      </w:r>
      <w:r>
        <w:rPr>
          <w:rFonts w:asciiTheme="minorHAnsi" w:eastAsiaTheme="minorEastAsia" w:hAnsiTheme="minorHAnsi" w:cstheme="minorBidi"/>
          <w:sz w:val="22"/>
          <w:szCs w:val="22"/>
          <w:lang w:eastAsia="en-GB"/>
        </w:rPr>
        <w:tab/>
      </w:r>
      <w:r>
        <w:rPr>
          <w:lang w:eastAsia="zh-CN"/>
        </w:rPr>
        <w:t>Void</w:t>
      </w:r>
      <w:r>
        <w:tab/>
      </w:r>
      <w:r>
        <w:fldChar w:fldCharType="begin"/>
      </w:r>
      <w:r>
        <w:instrText xml:space="preserve"> PAGEREF _Toc98676129 \h </w:instrText>
      </w:r>
      <w:r>
        <w:fldChar w:fldCharType="separate"/>
      </w:r>
      <w:r>
        <w:t>45</w:t>
      </w:r>
      <w:r>
        <w:fldChar w:fldCharType="end"/>
      </w:r>
    </w:p>
    <w:p w14:paraId="5561E6EF" w14:textId="036C5483" w:rsidR="00D403B8" w:rsidRDefault="00D403B8">
      <w:pPr>
        <w:pStyle w:val="TOC4"/>
        <w:rPr>
          <w:rFonts w:asciiTheme="minorHAnsi" w:eastAsiaTheme="minorEastAsia" w:hAnsiTheme="minorHAnsi" w:cstheme="minorBidi"/>
          <w:sz w:val="22"/>
          <w:szCs w:val="22"/>
          <w:lang w:eastAsia="en-GB"/>
        </w:rPr>
      </w:pPr>
      <w:r>
        <w:rPr>
          <w:lang w:eastAsia="zh-CN"/>
        </w:rPr>
        <w:t>6.5.5.3</w:t>
      </w:r>
      <w:r>
        <w:rPr>
          <w:rFonts w:asciiTheme="minorHAnsi" w:eastAsiaTheme="minorEastAsia" w:hAnsiTheme="minorHAnsi" w:cstheme="minorBidi"/>
          <w:sz w:val="22"/>
          <w:szCs w:val="22"/>
          <w:lang w:eastAsia="en-GB"/>
        </w:rPr>
        <w:tab/>
      </w:r>
      <w:r>
        <w:rPr>
          <w:lang w:eastAsia="zh-CN"/>
        </w:rPr>
        <w:t>Void</w:t>
      </w:r>
      <w:r>
        <w:tab/>
      </w:r>
      <w:r>
        <w:fldChar w:fldCharType="begin"/>
      </w:r>
      <w:r>
        <w:instrText xml:space="preserve"> PAGEREF _Toc98676130 \h </w:instrText>
      </w:r>
      <w:r>
        <w:fldChar w:fldCharType="separate"/>
      </w:r>
      <w:r>
        <w:t>45</w:t>
      </w:r>
      <w:r>
        <w:fldChar w:fldCharType="end"/>
      </w:r>
    </w:p>
    <w:p w14:paraId="27E53E96" w14:textId="6C08BB9D" w:rsidR="00D403B8" w:rsidRDefault="00D403B8">
      <w:pPr>
        <w:pStyle w:val="TOC4"/>
        <w:rPr>
          <w:rFonts w:asciiTheme="minorHAnsi" w:eastAsiaTheme="minorEastAsia" w:hAnsiTheme="minorHAnsi" w:cstheme="minorBidi"/>
          <w:sz w:val="22"/>
          <w:szCs w:val="22"/>
          <w:lang w:eastAsia="en-GB"/>
        </w:rPr>
      </w:pPr>
      <w:r>
        <w:rPr>
          <w:lang w:eastAsia="zh-CN"/>
        </w:rPr>
        <w:t>6.5.5.4</w:t>
      </w:r>
      <w:r>
        <w:rPr>
          <w:rFonts w:asciiTheme="minorHAnsi" w:eastAsiaTheme="minorEastAsia" w:hAnsiTheme="minorHAnsi" w:cstheme="minorBidi"/>
          <w:sz w:val="22"/>
          <w:szCs w:val="22"/>
          <w:lang w:eastAsia="en-GB"/>
        </w:rPr>
        <w:tab/>
      </w:r>
      <w:r>
        <w:rPr>
          <w:lang w:eastAsia="zh-CN"/>
        </w:rPr>
        <w:t>Void</w:t>
      </w:r>
      <w:r>
        <w:tab/>
      </w:r>
      <w:r>
        <w:fldChar w:fldCharType="begin"/>
      </w:r>
      <w:r>
        <w:instrText xml:space="preserve"> PAGEREF _Toc98676131 \h </w:instrText>
      </w:r>
      <w:r>
        <w:fldChar w:fldCharType="separate"/>
      </w:r>
      <w:r>
        <w:t>45</w:t>
      </w:r>
      <w:r>
        <w:fldChar w:fldCharType="end"/>
      </w:r>
    </w:p>
    <w:p w14:paraId="209EB937" w14:textId="1975C65C" w:rsidR="00D403B8" w:rsidRDefault="00D403B8">
      <w:pPr>
        <w:pStyle w:val="TOC2"/>
        <w:rPr>
          <w:rFonts w:asciiTheme="minorHAnsi" w:eastAsiaTheme="minorEastAsia" w:hAnsiTheme="minorHAnsi" w:cstheme="minorBidi"/>
          <w:sz w:val="22"/>
          <w:szCs w:val="22"/>
          <w:lang w:eastAsia="en-GB"/>
        </w:rPr>
      </w:pPr>
      <w:r>
        <w:rPr>
          <w:lang w:eastAsia="zh-CN"/>
        </w:rPr>
        <w:t>6.6</w:t>
      </w:r>
      <w:r>
        <w:rPr>
          <w:rFonts w:asciiTheme="minorHAnsi" w:eastAsiaTheme="minorEastAsia" w:hAnsiTheme="minorHAnsi" w:cstheme="minorBidi"/>
          <w:sz w:val="22"/>
          <w:szCs w:val="22"/>
          <w:lang w:eastAsia="en-GB"/>
        </w:rPr>
        <w:tab/>
      </w:r>
      <w:r>
        <w:rPr>
          <w:lang w:eastAsia="zh-CN"/>
        </w:rPr>
        <w:t>Unwanted Emissions</w:t>
      </w:r>
      <w:r>
        <w:tab/>
      </w:r>
      <w:r>
        <w:fldChar w:fldCharType="begin"/>
      </w:r>
      <w:r>
        <w:instrText xml:space="preserve"> PAGEREF _Toc98676132 \h </w:instrText>
      </w:r>
      <w:r>
        <w:fldChar w:fldCharType="separate"/>
      </w:r>
      <w:r>
        <w:t>45</w:t>
      </w:r>
      <w:r>
        <w:fldChar w:fldCharType="end"/>
      </w:r>
    </w:p>
    <w:p w14:paraId="043439B7" w14:textId="4461D2BF" w:rsidR="00D403B8" w:rsidRDefault="00D403B8">
      <w:pPr>
        <w:pStyle w:val="TOC3"/>
        <w:rPr>
          <w:rFonts w:asciiTheme="minorHAnsi" w:eastAsiaTheme="minorEastAsia" w:hAnsiTheme="minorHAnsi" w:cstheme="minorBidi"/>
          <w:sz w:val="22"/>
          <w:szCs w:val="22"/>
          <w:lang w:eastAsia="en-GB"/>
        </w:rPr>
      </w:pPr>
      <w:r>
        <w:t>6.6.1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_Toc98676133 \h </w:instrText>
      </w:r>
      <w:r>
        <w:fldChar w:fldCharType="separate"/>
      </w:r>
      <w:r>
        <w:t>45</w:t>
      </w:r>
      <w:r>
        <w:fldChar w:fldCharType="end"/>
      </w:r>
    </w:p>
    <w:p w14:paraId="6296E6F0" w14:textId="757470D6" w:rsidR="00D403B8" w:rsidRDefault="00D403B8">
      <w:pPr>
        <w:pStyle w:val="TOC3"/>
        <w:rPr>
          <w:rFonts w:asciiTheme="minorHAnsi" w:eastAsiaTheme="minorEastAsia" w:hAnsiTheme="minorHAnsi" w:cstheme="minorBidi"/>
          <w:sz w:val="22"/>
          <w:szCs w:val="22"/>
          <w:lang w:eastAsia="en-GB"/>
        </w:rPr>
      </w:pPr>
      <w:r>
        <w:rPr>
          <w:lang w:eastAsia="zh-CN"/>
        </w:rPr>
        <w:t>6.6.2</w:t>
      </w:r>
      <w:r>
        <w:rPr>
          <w:rFonts w:asciiTheme="minorHAnsi" w:eastAsiaTheme="minorEastAsia" w:hAnsiTheme="minorHAnsi" w:cstheme="minorBidi"/>
          <w:sz w:val="22"/>
          <w:szCs w:val="22"/>
          <w:lang w:eastAsia="en-GB"/>
        </w:rPr>
        <w:tab/>
      </w:r>
      <w:r>
        <w:rPr>
          <w:lang w:eastAsia="zh-CN"/>
        </w:rPr>
        <w:t>Occupied bandwidth</w:t>
      </w:r>
      <w:r>
        <w:tab/>
      </w:r>
      <w:r>
        <w:fldChar w:fldCharType="begin"/>
      </w:r>
      <w:r>
        <w:instrText xml:space="preserve"> PAGEREF _Toc98676134 \h </w:instrText>
      </w:r>
      <w:r>
        <w:fldChar w:fldCharType="separate"/>
      </w:r>
      <w:r>
        <w:t>46</w:t>
      </w:r>
      <w:r>
        <w:fldChar w:fldCharType="end"/>
      </w:r>
    </w:p>
    <w:p w14:paraId="52266DA3" w14:textId="4DF95776" w:rsidR="00D403B8" w:rsidRDefault="00D403B8">
      <w:pPr>
        <w:pStyle w:val="TOC4"/>
        <w:rPr>
          <w:rFonts w:asciiTheme="minorHAnsi" w:eastAsiaTheme="minorEastAsia" w:hAnsiTheme="minorHAnsi" w:cstheme="minorBidi"/>
          <w:sz w:val="22"/>
          <w:szCs w:val="22"/>
          <w:lang w:eastAsia="en-GB"/>
        </w:rPr>
      </w:pPr>
      <w:r>
        <w:t>6.6.2.1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_Toc98676135 \h </w:instrText>
      </w:r>
      <w:r>
        <w:fldChar w:fldCharType="separate"/>
      </w:r>
      <w:r>
        <w:t>46</w:t>
      </w:r>
      <w:r>
        <w:fldChar w:fldCharType="end"/>
      </w:r>
    </w:p>
    <w:p w14:paraId="2748E800" w14:textId="2A6D2DC6" w:rsidR="00D403B8" w:rsidRDefault="00D403B8">
      <w:pPr>
        <w:pStyle w:val="TOC4"/>
        <w:rPr>
          <w:rFonts w:asciiTheme="minorHAnsi" w:eastAsiaTheme="minorEastAsia" w:hAnsiTheme="minorHAnsi" w:cstheme="minorBidi"/>
          <w:sz w:val="22"/>
          <w:szCs w:val="22"/>
          <w:lang w:eastAsia="en-GB"/>
        </w:rPr>
      </w:pPr>
      <w:r>
        <w:t>6.6.2.2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_Toc98676136 \h </w:instrText>
      </w:r>
      <w:r>
        <w:fldChar w:fldCharType="separate"/>
      </w:r>
      <w:r>
        <w:t>46</w:t>
      </w:r>
      <w:r>
        <w:fldChar w:fldCharType="end"/>
      </w:r>
    </w:p>
    <w:p w14:paraId="32F8FD0D" w14:textId="4F5A3245" w:rsidR="00D403B8" w:rsidRDefault="00D403B8">
      <w:pPr>
        <w:pStyle w:val="TOC4"/>
        <w:rPr>
          <w:rFonts w:asciiTheme="minorHAnsi" w:eastAsiaTheme="minorEastAsia" w:hAnsiTheme="minorHAnsi" w:cstheme="minorBidi"/>
          <w:sz w:val="22"/>
          <w:szCs w:val="22"/>
          <w:lang w:eastAsia="en-GB"/>
        </w:rPr>
      </w:pPr>
      <w:r>
        <w:rPr>
          <w:lang w:eastAsia="zh-CN"/>
        </w:rPr>
        <w:t>6.6.2.3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_Toc98676137 \h </w:instrText>
      </w:r>
      <w:r>
        <w:fldChar w:fldCharType="separate"/>
      </w:r>
      <w:r>
        <w:t>46</w:t>
      </w:r>
      <w:r>
        <w:fldChar w:fldCharType="end"/>
      </w:r>
    </w:p>
    <w:p w14:paraId="1510A647" w14:textId="5745B2A9" w:rsidR="00D403B8" w:rsidRDefault="00D403B8">
      <w:pPr>
        <w:pStyle w:val="TOC4"/>
        <w:rPr>
          <w:rFonts w:asciiTheme="minorHAnsi" w:eastAsiaTheme="minorEastAsia" w:hAnsiTheme="minorHAnsi" w:cstheme="minorBidi"/>
          <w:sz w:val="22"/>
          <w:szCs w:val="22"/>
          <w:lang w:eastAsia="en-GB"/>
        </w:rPr>
      </w:pPr>
      <w:r>
        <w:rPr>
          <w:lang w:eastAsia="zh-CN"/>
        </w:rPr>
        <w:t>6.6.2.4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_Toc98676138 \h </w:instrText>
      </w:r>
      <w:r>
        <w:fldChar w:fldCharType="separate"/>
      </w:r>
      <w:r>
        <w:t>46</w:t>
      </w:r>
      <w:r>
        <w:fldChar w:fldCharType="end"/>
      </w:r>
    </w:p>
    <w:p w14:paraId="3AC7C15E" w14:textId="24F96612" w:rsidR="00D403B8" w:rsidRDefault="00D403B8">
      <w:pPr>
        <w:pStyle w:val="TOC3"/>
        <w:rPr>
          <w:rFonts w:asciiTheme="minorHAnsi" w:eastAsiaTheme="minorEastAsia" w:hAnsiTheme="minorHAnsi" w:cstheme="minorBidi"/>
          <w:sz w:val="22"/>
          <w:szCs w:val="22"/>
          <w:lang w:eastAsia="en-GB"/>
        </w:rPr>
      </w:pPr>
      <w:r>
        <w:rPr>
          <w:lang w:eastAsia="zh-CN"/>
        </w:rPr>
        <w:t>6.6.3</w:t>
      </w:r>
      <w:r>
        <w:rPr>
          <w:rFonts w:asciiTheme="minorHAnsi" w:eastAsiaTheme="minorEastAsia" w:hAnsiTheme="minorHAnsi" w:cstheme="minorBidi"/>
          <w:sz w:val="22"/>
          <w:szCs w:val="22"/>
          <w:lang w:eastAsia="en-GB"/>
        </w:rPr>
        <w:tab/>
      </w:r>
      <w:r>
        <w:rPr>
          <w:lang w:eastAsia="zh-CN"/>
        </w:rPr>
        <w:t>Adjacent Channel Leakage power Ratio</w:t>
      </w:r>
      <w:r>
        <w:tab/>
      </w:r>
      <w:r>
        <w:fldChar w:fldCharType="begin"/>
      </w:r>
      <w:r>
        <w:instrText xml:space="preserve"> PAGEREF _Toc98676139 \h </w:instrText>
      </w:r>
      <w:r>
        <w:fldChar w:fldCharType="separate"/>
      </w:r>
      <w:r>
        <w:t>47</w:t>
      </w:r>
      <w:r>
        <w:fldChar w:fldCharType="end"/>
      </w:r>
    </w:p>
    <w:p w14:paraId="1C52093E" w14:textId="6DCA5225" w:rsidR="00D403B8" w:rsidRDefault="00D403B8">
      <w:pPr>
        <w:pStyle w:val="TOC4"/>
        <w:rPr>
          <w:rFonts w:asciiTheme="minorHAnsi" w:eastAsiaTheme="minorEastAsia" w:hAnsiTheme="minorHAnsi" w:cstheme="minorBidi"/>
          <w:sz w:val="22"/>
          <w:szCs w:val="22"/>
          <w:lang w:eastAsia="en-GB"/>
        </w:rPr>
      </w:pPr>
      <w:r>
        <w:t>6.6.3.1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_Toc98676140 \h </w:instrText>
      </w:r>
      <w:r>
        <w:fldChar w:fldCharType="separate"/>
      </w:r>
      <w:r>
        <w:t>47</w:t>
      </w:r>
      <w:r>
        <w:fldChar w:fldCharType="end"/>
      </w:r>
    </w:p>
    <w:p w14:paraId="12395E0D" w14:textId="4FA8DBC2" w:rsidR="00D403B8" w:rsidRDefault="00D403B8">
      <w:pPr>
        <w:pStyle w:val="TOC4"/>
        <w:rPr>
          <w:rFonts w:asciiTheme="minorHAnsi" w:eastAsiaTheme="minorEastAsia" w:hAnsiTheme="minorHAnsi" w:cstheme="minorBidi"/>
          <w:sz w:val="22"/>
          <w:szCs w:val="22"/>
          <w:lang w:eastAsia="en-GB"/>
        </w:rPr>
      </w:pPr>
      <w:r>
        <w:t>6.6.3.2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_Toc98676141 \h </w:instrText>
      </w:r>
      <w:r>
        <w:fldChar w:fldCharType="separate"/>
      </w:r>
      <w:r>
        <w:t>47</w:t>
      </w:r>
      <w:r>
        <w:fldChar w:fldCharType="end"/>
      </w:r>
    </w:p>
    <w:p w14:paraId="3DD9D9FC" w14:textId="4022BCC8" w:rsidR="00D403B8" w:rsidRDefault="00D403B8">
      <w:pPr>
        <w:pStyle w:val="TOC4"/>
        <w:rPr>
          <w:rFonts w:asciiTheme="minorHAnsi" w:eastAsiaTheme="minorEastAsia" w:hAnsiTheme="minorHAnsi" w:cstheme="minorBidi"/>
          <w:sz w:val="22"/>
          <w:szCs w:val="22"/>
          <w:lang w:eastAsia="en-GB"/>
        </w:rPr>
      </w:pPr>
      <w:r>
        <w:rPr>
          <w:lang w:eastAsia="zh-CN"/>
        </w:rPr>
        <w:t>6.6.3.3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_Toc98676142 \h </w:instrText>
      </w:r>
      <w:r>
        <w:fldChar w:fldCharType="separate"/>
      </w:r>
      <w:r>
        <w:t>48</w:t>
      </w:r>
      <w:r>
        <w:fldChar w:fldCharType="end"/>
      </w:r>
    </w:p>
    <w:p w14:paraId="698C7A67" w14:textId="3ED6BE1B" w:rsidR="00D403B8" w:rsidRDefault="00D403B8">
      <w:pPr>
        <w:pStyle w:val="TOC4"/>
        <w:rPr>
          <w:rFonts w:asciiTheme="minorHAnsi" w:eastAsiaTheme="minorEastAsia" w:hAnsiTheme="minorHAnsi" w:cstheme="minorBidi"/>
          <w:sz w:val="22"/>
          <w:szCs w:val="22"/>
          <w:lang w:eastAsia="en-GB"/>
        </w:rPr>
      </w:pPr>
      <w:r>
        <w:rPr>
          <w:lang w:eastAsia="zh-CN"/>
        </w:rPr>
        <w:t>6.6.3.4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_Toc98676143 \h </w:instrText>
      </w:r>
      <w:r>
        <w:fldChar w:fldCharType="separate"/>
      </w:r>
      <w:r>
        <w:t>48</w:t>
      </w:r>
      <w:r>
        <w:fldChar w:fldCharType="end"/>
      </w:r>
    </w:p>
    <w:p w14:paraId="4D40A3CC" w14:textId="6EDC71BA" w:rsidR="00D403B8" w:rsidRDefault="00D403B8">
      <w:pPr>
        <w:pStyle w:val="TOC3"/>
        <w:rPr>
          <w:rFonts w:asciiTheme="minorHAnsi" w:eastAsiaTheme="minorEastAsia" w:hAnsiTheme="minorHAnsi" w:cstheme="minorBidi"/>
          <w:sz w:val="22"/>
          <w:szCs w:val="22"/>
          <w:lang w:eastAsia="en-GB"/>
        </w:rPr>
      </w:pPr>
      <w:r>
        <w:rPr>
          <w:lang w:eastAsia="zh-CN"/>
        </w:rPr>
        <w:t>6.6.4</w:t>
      </w:r>
      <w:r>
        <w:rPr>
          <w:rFonts w:asciiTheme="minorHAnsi" w:eastAsiaTheme="minorEastAsia" w:hAnsiTheme="minorHAnsi" w:cstheme="minorBidi"/>
          <w:sz w:val="22"/>
          <w:szCs w:val="22"/>
          <w:lang w:eastAsia="en-GB"/>
        </w:rPr>
        <w:tab/>
      </w:r>
      <w:r>
        <w:rPr>
          <w:lang w:eastAsia="zh-CN"/>
        </w:rPr>
        <w:t>Spectrum emission mask</w:t>
      </w:r>
      <w:r>
        <w:tab/>
      </w:r>
      <w:r>
        <w:fldChar w:fldCharType="begin"/>
      </w:r>
      <w:r>
        <w:instrText xml:space="preserve"> PAGEREF _Toc98676144 \h </w:instrText>
      </w:r>
      <w:r>
        <w:fldChar w:fldCharType="separate"/>
      </w:r>
      <w:r>
        <w:t>48</w:t>
      </w:r>
      <w:r>
        <w:fldChar w:fldCharType="end"/>
      </w:r>
    </w:p>
    <w:p w14:paraId="43D8B5E8" w14:textId="08FE34B1" w:rsidR="00D403B8" w:rsidRDefault="00D403B8">
      <w:pPr>
        <w:pStyle w:val="TOC4"/>
        <w:rPr>
          <w:rFonts w:asciiTheme="minorHAnsi" w:eastAsiaTheme="minorEastAsia" w:hAnsiTheme="minorHAnsi" w:cstheme="minorBidi"/>
          <w:sz w:val="22"/>
          <w:szCs w:val="22"/>
          <w:lang w:eastAsia="en-GB"/>
        </w:rPr>
      </w:pPr>
      <w:r>
        <w:t>6.6.4.1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_Toc98676145 \h </w:instrText>
      </w:r>
      <w:r>
        <w:fldChar w:fldCharType="separate"/>
      </w:r>
      <w:r>
        <w:t>48</w:t>
      </w:r>
      <w:r>
        <w:fldChar w:fldCharType="end"/>
      </w:r>
    </w:p>
    <w:p w14:paraId="6BC7553A" w14:textId="5B175925" w:rsidR="00D403B8" w:rsidRDefault="00D403B8">
      <w:pPr>
        <w:pStyle w:val="TOC4"/>
        <w:rPr>
          <w:rFonts w:asciiTheme="minorHAnsi" w:eastAsiaTheme="minorEastAsia" w:hAnsiTheme="minorHAnsi" w:cstheme="minorBidi"/>
          <w:sz w:val="22"/>
          <w:szCs w:val="22"/>
          <w:lang w:eastAsia="en-GB"/>
        </w:rPr>
      </w:pPr>
      <w:r>
        <w:t>6.6.4.2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_Toc98676146 \h </w:instrText>
      </w:r>
      <w:r>
        <w:fldChar w:fldCharType="separate"/>
      </w:r>
      <w:r>
        <w:t>48</w:t>
      </w:r>
      <w:r>
        <w:fldChar w:fldCharType="end"/>
      </w:r>
    </w:p>
    <w:p w14:paraId="591D8B01" w14:textId="6E7EEA86" w:rsidR="00D403B8" w:rsidRDefault="00D403B8">
      <w:pPr>
        <w:pStyle w:val="TOC4"/>
        <w:rPr>
          <w:rFonts w:asciiTheme="minorHAnsi" w:eastAsiaTheme="minorEastAsia" w:hAnsiTheme="minorHAnsi" w:cstheme="minorBidi"/>
          <w:sz w:val="22"/>
          <w:szCs w:val="22"/>
          <w:lang w:eastAsia="en-GB"/>
        </w:rPr>
      </w:pPr>
      <w:r>
        <w:rPr>
          <w:lang w:eastAsia="zh-CN"/>
        </w:rPr>
        <w:t>6.6.4.3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_Toc98676147 \h </w:instrText>
      </w:r>
      <w:r>
        <w:fldChar w:fldCharType="separate"/>
      </w:r>
      <w:r>
        <w:t>48</w:t>
      </w:r>
      <w:r>
        <w:fldChar w:fldCharType="end"/>
      </w:r>
    </w:p>
    <w:p w14:paraId="5D6A85CB" w14:textId="60BC88AF" w:rsidR="00D403B8" w:rsidRDefault="00D403B8">
      <w:pPr>
        <w:pStyle w:val="TOC5"/>
        <w:rPr>
          <w:rFonts w:asciiTheme="minorHAnsi" w:eastAsiaTheme="minorEastAsia" w:hAnsiTheme="minorHAnsi" w:cstheme="minorBidi"/>
          <w:sz w:val="22"/>
          <w:szCs w:val="22"/>
          <w:lang w:eastAsia="en-GB"/>
        </w:rPr>
      </w:pPr>
      <w:r>
        <w:t>6.6.4.3.1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_Toc98676148 \h </w:instrText>
      </w:r>
      <w:r>
        <w:fldChar w:fldCharType="separate"/>
      </w:r>
      <w:r>
        <w:t>48</w:t>
      </w:r>
      <w:r>
        <w:fldChar w:fldCharType="end"/>
      </w:r>
    </w:p>
    <w:p w14:paraId="5A9BB42E" w14:textId="34BADC95" w:rsidR="00D403B8" w:rsidRDefault="00D403B8">
      <w:pPr>
        <w:pStyle w:val="TOC5"/>
        <w:rPr>
          <w:rFonts w:asciiTheme="minorHAnsi" w:eastAsiaTheme="minorEastAsia" w:hAnsiTheme="minorHAnsi" w:cstheme="minorBidi"/>
          <w:sz w:val="22"/>
          <w:szCs w:val="22"/>
          <w:lang w:eastAsia="en-GB"/>
        </w:rPr>
      </w:pPr>
      <w:r>
        <w:t>6.6.4.3.2</w:t>
      </w:r>
      <w:r>
        <w:rPr>
          <w:rFonts w:asciiTheme="minorHAnsi" w:eastAsiaTheme="minorEastAsia" w:hAnsiTheme="minorHAnsi" w:cstheme="minorBidi"/>
          <w:sz w:val="22"/>
          <w:szCs w:val="22"/>
          <w:lang w:eastAsia="en-GB"/>
        </w:rPr>
        <w:tab/>
      </w:r>
      <w:r>
        <w:t>Basic limits for single RAT UTRA FDD operation</w:t>
      </w:r>
      <w:r>
        <w:tab/>
      </w:r>
      <w:r>
        <w:fldChar w:fldCharType="begin"/>
      </w:r>
      <w:r>
        <w:instrText xml:space="preserve"> PAGEREF _Toc98676149 \h </w:instrText>
      </w:r>
      <w:r>
        <w:fldChar w:fldCharType="separate"/>
      </w:r>
      <w:r>
        <w:t>48</w:t>
      </w:r>
      <w:r>
        <w:fldChar w:fldCharType="end"/>
      </w:r>
    </w:p>
    <w:p w14:paraId="225C3715" w14:textId="0D2B58F8" w:rsidR="00D403B8" w:rsidRDefault="00D403B8">
      <w:pPr>
        <w:pStyle w:val="TOC5"/>
        <w:rPr>
          <w:rFonts w:asciiTheme="minorHAnsi" w:eastAsiaTheme="minorEastAsia" w:hAnsiTheme="minorHAnsi" w:cstheme="minorBidi"/>
          <w:sz w:val="22"/>
          <w:szCs w:val="22"/>
          <w:lang w:eastAsia="en-GB"/>
        </w:rPr>
      </w:pPr>
      <w:r>
        <w:t>6.6.4.3.3</w:t>
      </w:r>
      <w:r>
        <w:rPr>
          <w:rFonts w:asciiTheme="minorHAnsi" w:eastAsiaTheme="minorEastAsia" w:hAnsiTheme="minorHAnsi" w:cstheme="minorBidi"/>
          <w:sz w:val="22"/>
          <w:szCs w:val="22"/>
          <w:lang w:eastAsia="en-GB"/>
        </w:rPr>
        <w:tab/>
      </w:r>
      <w:r w:rsidRPr="00AE544B">
        <w:rPr>
          <w:iCs/>
        </w:rPr>
        <w:t>Basic limits</w:t>
      </w:r>
      <w:r>
        <w:t xml:space="preserve"> for single RAT UTRA TDD 1,28Mcps operation</w:t>
      </w:r>
      <w:r>
        <w:tab/>
      </w:r>
      <w:r>
        <w:fldChar w:fldCharType="begin"/>
      </w:r>
      <w:r>
        <w:instrText xml:space="preserve"> PAGEREF _Toc98676150 \h </w:instrText>
      </w:r>
      <w:r>
        <w:fldChar w:fldCharType="separate"/>
      </w:r>
      <w:r>
        <w:t>54</w:t>
      </w:r>
      <w:r>
        <w:fldChar w:fldCharType="end"/>
      </w:r>
    </w:p>
    <w:p w14:paraId="46B9E976" w14:textId="6127F2C4" w:rsidR="00D403B8" w:rsidRDefault="00D403B8">
      <w:pPr>
        <w:pStyle w:val="TOC4"/>
        <w:rPr>
          <w:rFonts w:asciiTheme="minorHAnsi" w:eastAsiaTheme="minorEastAsia" w:hAnsiTheme="minorHAnsi" w:cstheme="minorBidi"/>
          <w:sz w:val="22"/>
          <w:szCs w:val="22"/>
          <w:lang w:eastAsia="en-GB"/>
        </w:rPr>
      </w:pPr>
      <w:r>
        <w:rPr>
          <w:lang w:eastAsia="zh-CN"/>
        </w:rPr>
        <w:t>6.6.4.4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_Toc98676151 \h </w:instrText>
      </w:r>
      <w:r>
        <w:fldChar w:fldCharType="separate"/>
      </w:r>
      <w:r>
        <w:t>56</w:t>
      </w:r>
      <w:r>
        <w:fldChar w:fldCharType="end"/>
      </w:r>
    </w:p>
    <w:p w14:paraId="653E1C9F" w14:textId="527F3FCB" w:rsidR="00D403B8" w:rsidRDefault="00D403B8">
      <w:pPr>
        <w:pStyle w:val="TOC3"/>
        <w:rPr>
          <w:rFonts w:asciiTheme="minorHAnsi" w:eastAsiaTheme="minorEastAsia" w:hAnsiTheme="minorHAnsi" w:cstheme="minorBidi"/>
          <w:sz w:val="22"/>
          <w:szCs w:val="22"/>
          <w:lang w:eastAsia="en-GB"/>
        </w:rPr>
      </w:pPr>
      <w:r>
        <w:rPr>
          <w:lang w:eastAsia="zh-CN"/>
        </w:rPr>
        <w:t>6.6.5</w:t>
      </w:r>
      <w:r>
        <w:rPr>
          <w:rFonts w:asciiTheme="minorHAnsi" w:eastAsiaTheme="minorEastAsia" w:hAnsiTheme="minorHAnsi" w:cstheme="minorBidi"/>
          <w:sz w:val="22"/>
          <w:szCs w:val="22"/>
          <w:lang w:eastAsia="en-GB"/>
        </w:rPr>
        <w:tab/>
      </w:r>
      <w:r>
        <w:rPr>
          <w:lang w:eastAsia="zh-CN"/>
        </w:rPr>
        <w:t>Operating band unwanted emission</w:t>
      </w:r>
      <w:r>
        <w:tab/>
      </w:r>
      <w:r>
        <w:fldChar w:fldCharType="begin"/>
      </w:r>
      <w:r>
        <w:instrText xml:space="preserve"> PAGEREF _Toc98676152 \h </w:instrText>
      </w:r>
      <w:r>
        <w:fldChar w:fldCharType="separate"/>
      </w:r>
      <w:r>
        <w:t>56</w:t>
      </w:r>
      <w:r>
        <w:fldChar w:fldCharType="end"/>
      </w:r>
    </w:p>
    <w:p w14:paraId="1ADCE7EA" w14:textId="5EEC5D15" w:rsidR="00D403B8" w:rsidRDefault="00D403B8">
      <w:pPr>
        <w:pStyle w:val="TOC4"/>
        <w:rPr>
          <w:rFonts w:asciiTheme="minorHAnsi" w:eastAsiaTheme="minorEastAsia" w:hAnsiTheme="minorHAnsi" w:cstheme="minorBidi"/>
          <w:sz w:val="22"/>
          <w:szCs w:val="22"/>
          <w:lang w:eastAsia="en-GB"/>
        </w:rPr>
      </w:pPr>
      <w:r>
        <w:t>6.6.5.1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_Toc98676153 \h </w:instrText>
      </w:r>
      <w:r>
        <w:fldChar w:fldCharType="separate"/>
      </w:r>
      <w:r>
        <w:t>56</w:t>
      </w:r>
      <w:r>
        <w:fldChar w:fldCharType="end"/>
      </w:r>
    </w:p>
    <w:p w14:paraId="27B9C1EB" w14:textId="1B60EBAC" w:rsidR="00D403B8" w:rsidRDefault="00D403B8">
      <w:pPr>
        <w:pStyle w:val="TOC4"/>
        <w:rPr>
          <w:rFonts w:asciiTheme="minorHAnsi" w:eastAsiaTheme="minorEastAsia" w:hAnsiTheme="minorHAnsi" w:cstheme="minorBidi"/>
          <w:sz w:val="22"/>
          <w:szCs w:val="22"/>
          <w:lang w:eastAsia="en-GB"/>
        </w:rPr>
      </w:pPr>
      <w:r>
        <w:t>6.6.5.2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_Toc98676154 \h </w:instrText>
      </w:r>
      <w:r>
        <w:fldChar w:fldCharType="separate"/>
      </w:r>
      <w:r>
        <w:t>57</w:t>
      </w:r>
      <w:r>
        <w:fldChar w:fldCharType="end"/>
      </w:r>
    </w:p>
    <w:p w14:paraId="1C5119E8" w14:textId="152E11E3" w:rsidR="00D403B8" w:rsidRDefault="00D403B8">
      <w:pPr>
        <w:pStyle w:val="TOC5"/>
        <w:rPr>
          <w:rFonts w:asciiTheme="minorHAnsi" w:eastAsiaTheme="minorEastAsia" w:hAnsiTheme="minorHAnsi" w:cstheme="minorBidi"/>
          <w:sz w:val="22"/>
          <w:szCs w:val="22"/>
          <w:lang w:eastAsia="en-GB"/>
        </w:rPr>
      </w:pPr>
      <w:r>
        <w:rPr>
          <w:lang w:eastAsia="zh-CN"/>
        </w:rPr>
        <w:t>6.6.5.2.1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_Toc98676155 \h </w:instrText>
      </w:r>
      <w:r>
        <w:fldChar w:fldCharType="separate"/>
      </w:r>
      <w:r>
        <w:t>57</w:t>
      </w:r>
      <w:r>
        <w:fldChar w:fldCharType="end"/>
      </w:r>
    </w:p>
    <w:p w14:paraId="6E5BA255" w14:textId="77B8C343" w:rsidR="00D403B8" w:rsidRDefault="00D403B8">
      <w:pPr>
        <w:pStyle w:val="TOC5"/>
        <w:rPr>
          <w:rFonts w:asciiTheme="minorHAnsi" w:eastAsiaTheme="minorEastAsia" w:hAnsiTheme="minorHAnsi" w:cstheme="minorBidi"/>
          <w:sz w:val="22"/>
          <w:szCs w:val="22"/>
          <w:lang w:eastAsia="en-GB"/>
        </w:rPr>
      </w:pPr>
      <w:r>
        <w:t>6.6.5.2.2</w:t>
      </w:r>
      <w:r>
        <w:rPr>
          <w:rFonts w:asciiTheme="minorHAnsi" w:eastAsiaTheme="minorEastAsia" w:hAnsiTheme="minorHAnsi" w:cstheme="minorBidi"/>
          <w:sz w:val="22"/>
          <w:szCs w:val="22"/>
          <w:lang w:eastAsia="en-GB"/>
        </w:rPr>
        <w:tab/>
      </w:r>
      <w:r w:rsidRPr="00AE544B">
        <w:rPr>
          <w:i/>
        </w:rPr>
        <w:t>Basic limits</w:t>
      </w:r>
      <w:r>
        <w:t xml:space="preserve"> for Band Categories 1 and 3</w:t>
      </w:r>
      <w:r>
        <w:tab/>
      </w:r>
      <w:r>
        <w:fldChar w:fldCharType="begin"/>
      </w:r>
      <w:r>
        <w:instrText xml:space="preserve"> PAGEREF _Toc98676156 \h </w:instrText>
      </w:r>
      <w:r>
        <w:fldChar w:fldCharType="separate"/>
      </w:r>
      <w:r>
        <w:t>57</w:t>
      </w:r>
      <w:r>
        <w:fldChar w:fldCharType="end"/>
      </w:r>
    </w:p>
    <w:p w14:paraId="4C6F9AE7" w14:textId="14AB75B1" w:rsidR="00D403B8" w:rsidRDefault="00D403B8">
      <w:pPr>
        <w:pStyle w:val="TOC5"/>
        <w:rPr>
          <w:rFonts w:asciiTheme="minorHAnsi" w:eastAsiaTheme="minorEastAsia" w:hAnsiTheme="minorHAnsi" w:cstheme="minorBidi"/>
          <w:sz w:val="22"/>
          <w:szCs w:val="22"/>
          <w:lang w:eastAsia="en-GB"/>
        </w:rPr>
      </w:pPr>
      <w:r>
        <w:t>6.6.5.2.3</w:t>
      </w:r>
      <w:r>
        <w:rPr>
          <w:rFonts w:asciiTheme="minorHAnsi" w:eastAsiaTheme="minorEastAsia" w:hAnsiTheme="minorHAnsi" w:cstheme="minorBidi"/>
          <w:sz w:val="22"/>
          <w:szCs w:val="22"/>
          <w:lang w:eastAsia="en-GB"/>
        </w:rPr>
        <w:tab/>
      </w:r>
      <w:r w:rsidRPr="00AE544B">
        <w:rPr>
          <w:i/>
        </w:rPr>
        <w:t>Basic limit</w:t>
      </w:r>
      <w:r>
        <w:t xml:space="preserve"> for Band Category 2</w:t>
      </w:r>
      <w:r>
        <w:tab/>
      </w:r>
      <w:r>
        <w:fldChar w:fldCharType="begin"/>
      </w:r>
      <w:r>
        <w:instrText xml:space="preserve"> PAGEREF _Toc98676157 \h </w:instrText>
      </w:r>
      <w:r>
        <w:fldChar w:fldCharType="separate"/>
      </w:r>
      <w:r>
        <w:t>63</w:t>
      </w:r>
      <w:r>
        <w:fldChar w:fldCharType="end"/>
      </w:r>
    </w:p>
    <w:p w14:paraId="70966BDA" w14:textId="6CE07429" w:rsidR="00D403B8" w:rsidRDefault="00D403B8">
      <w:pPr>
        <w:pStyle w:val="TOC5"/>
        <w:rPr>
          <w:rFonts w:asciiTheme="minorHAnsi" w:eastAsiaTheme="minorEastAsia" w:hAnsiTheme="minorHAnsi" w:cstheme="minorBidi"/>
          <w:sz w:val="22"/>
          <w:szCs w:val="22"/>
          <w:lang w:eastAsia="en-GB"/>
        </w:rPr>
      </w:pPr>
      <w:r>
        <w:t>6.6.5.2.4</w:t>
      </w:r>
      <w:r>
        <w:rPr>
          <w:rFonts w:asciiTheme="minorHAnsi" w:eastAsiaTheme="minorEastAsia" w:hAnsiTheme="minorHAnsi" w:cstheme="minorBidi"/>
          <w:sz w:val="22"/>
          <w:szCs w:val="22"/>
          <w:lang w:eastAsia="en-GB"/>
        </w:rPr>
        <w:tab/>
      </w:r>
      <w:r>
        <w:t>Additional requirements</w:t>
      </w:r>
      <w:r>
        <w:tab/>
      </w:r>
      <w:r>
        <w:fldChar w:fldCharType="begin"/>
      </w:r>
      <w:r>
        <w:instrText xml:space="preserve"> PAGEREF _Toc98676158 \h </w:instrText>
      </w:r>
      <w:r>
        <w:fldChar w:fldCharType="separate"/>
      </w:r>
      <w:r>
        <w:t>70</w:t>
      </w:r>
      <w:r>
        <w:fldChar w:fldCharType="end"/>
      </w:r>
    </w:p>
    <w:p w14:paraId="55B48587" w14:textId="35A45F6B" w:rsidR="00D403B8" w:rsidRDefault="00D403B8">
      <w:pPr>
        <w:pStyle w:val="TOC4"/>
        <w:rPr>
          <w:rFonts w:asciiTheme="minorHAnsi" w:eastAsiaTheme="minorEastAsia" w:hAnsiTheme="minorHAnsi" w:cstheme="minorBidi"/>
          <w:sz w:val="22"/>
          <w:szCs w:val="22"/>
          <w:lang w:eastAsia="en-GB"/>
        </w:rPr>
      </w:pPr>
      <w:r>
        <w:rPr>
          <w:lang w:eastAsia="zh-CN"/>
        </w:rPr>
        <w:t>6.6.5.3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_Toc98676159 \h </w:instrText>
      </w:r>
      <w:r>
        <w:fldChar w:fldCharType="separate"/>
      </w:r>
      <w:r>
        <w:t>70</w:t>
      </w:r>
      <w:r>
        <w:fldChar w:fldCharType="end"/>
      </w:r>
    </w:p>
    <w:p w14:paraId="09736549" w14:textId="1D438F6C" w:rsidR="00D403B8" w:rsidRDefault="00D403B8">
      <w:pPr>
        <w:pStyle w:val="TOC4"/>
        <w:rPr>
          <w:rFonts w:asciiTheme="minorHAnsi" w:eastAsiaTheme="minorEastAsia" w:hAnsiTheme="minorHAnsi" w:cstheme="minorBidi"/>
          <w:sz w:val="22"/>
          <w:szCs w:val="22"/>
          <w:lang w:eastAsia="en-GB"/>
        </w:rPr>
      </w:pPr>
      <w:r>
        <w:rPr>
          <w:lang w:eastAsia="zh-CN"/>
        </w:rPr>
        <w:t>6.6.5.4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_Toc98676160 \h </w:instrText>
      </w:r>
      <w:r>
        <w:fldChar w:fldCharType="separate"/>
      </w:r>
      <w:r>
        <w:t>70</w:t>
      </w:r>
      <w:r>
        <w:fldChar w:fldCharType="end"/>
      </w:r>
    </w:p>
    <w:p w14:paraId="2B0161CF" w14:textId="6B261053" w:rsidR="00D403B8" w:rsidRDefault="00D403B8">
      <w:pPr>
        <w:pStyle w:val="TOC5"/>
        <w:rPr>
          <w:rFonts w:asciiTheme="minorHAnsi" w:eastAsiaTheme="minorEastAsia" w:hAnsiTheme="minorHAnsi" w:cstheme="minorBidi"/>
          <w:sz w:val="22"/>
          <w:szCs w:val="22"/>
          <w:lang w:eastAsia="en-GB"/>
        </w:rPr>
      </w:pPr>
      <w:r>
        <w:rPr>
          <w:lang w:eastAsia="zh-CN"/>
        </w:rPr>
        <w:t>6.6.5.4.1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_Toc98676161 \h </w:instrText>
      </w:r>
      <w:r>
        <w:fldChar w:fldCharType="separate"/>
      </w:r>
      <w:r>
        <w:t>70</w:t>
      </w:r>
      <w:r>
        <w:fldChar w:fldCharType="end"/>
      </w:r>
    </w:p>
    <w:p w14:paraId="6F121631" w14:textId="68CA35DF" w:rsidR="00D403B8" w:rsidRDefault="00D403B8">
      <w:pPr>
        <w:pStyle w:val="TOC5"/>
        <w:rPr>
          <w:rFonts w:asciiTheme="minorHAnsi" w:eastAsiaTheme="minorEastAsia" w:hAnsiTheme="minorHAnsi" w:cstheme="minorBidi"/>
          <w:sz w:val="22"/>
          <w:szCs w:val="22"/>
          <w:lang w:eastAsia="en-GB"/>
        </w:rPr>
      </w:pPr>
      <w:r>
        <w:t>6.6.5.4.2</w:t>
      </w:r>
      <w:r>
        <w:rPr>
          <w:rFonts w:asciiTheme="minorHAnsi" w:eastAsiaTheme="minorEastAsia" w:hAnsiTheme="minorHAnsi" w:cstheme="minorBidi"/>
          <w:sz w:val="22"/>
          <w:szCs w:val="22"/>
          <w:lang w:eastAsia="en-GB"/>
        </w:rPr>
        <w:tab/>
      </w:r>
      <w:r>
        <w:t xml:space="preserve">Basic limits </w:t>
      </w:r>
      <w:r>
        <w:rPr>
          <w:lang w:eastAsia="zh-CN"/>
        </w:rPr>
        <w:t xml:space="preserve">for Wide Area BS </w:t>
      </w:r>
      <w:r>
        <w:t>(Category A)</w:t>
      </w:r>
      <w:r>
        <w:tab/>
      </w:r>
      <w:r>
        <w:fldChar w:fldCharType="begin"/>
      </w:r>
      <w:r>
        <w:instrText xml:space="preserve"> PAGEREF _Toc98676162 \h </w:instrText>
      </w:r>
      <w:r>
        <w:fldChar w:fldCharType="separate"/>
      </w:r>
      <w:r>
        <w:t>72</w:t>
      </w:r>
      <w:r>
        <w:fldChar w:fldCharType="end"/>
      </w:r>
    </w:p>
    <w:p w14:paraId="23EA4765" w14:textId="54266F73" w:rsidR="00D403B8" w:rsidRDefault="00D403B8">
      <w:pPr>
        <w:pStyle w:val="TOC5"/>
        <w:rPr>
          <w:rFonts w:asciiTheme="minorHAnsi" w:eastAsiaTheme="minorEastAsia" w:hAnsiTheme="minorHAnsi" w:cstheme="minorBidi"/>
          <w:sz w:val="22"/>
          <w:szCs w:val="22"/>
          <w:lang w:eastAsia="en-GB"/>
        </w:rPr>
      </w:pPr>
      <w:r>
        <w:t>6.6.5.4.3</w:t>
      </w:r>
      <w:r>
        <w:rPr>
          <w:rFonts w:asciiTheme="minorHAnsi" w:eastAsiaTheme="minorEastAsia" w:hAnsiTheme="minorHAnsi" w:cstheme="minorBidi"/>
          <w:sz w:val="22"/>
          <w:szCs w:val="22"/>
          <w:lang w:eastAsia="en-GB"/>
        </w:rPr>
        <w:tab/>
      </w:r>
      <w:r>
        <w:t>B</w:t>
      </w:r>
      <w:r w:rsidRPr="00AE544B">
        <w:rPr>
          <w:rFonts w:cs="Arial"/>
        </w:rPr>
        <w:t>asic limit</w:t>
      </w:r>
      <w:r>
        <w:t xml:space="preserve">s </w:t>
      </w:r>
      <w:r>
        <w:rPr>
          <w:lang w:eastAsia="zh-CN"/>
        </w:rPr>
        <w:t>for Wide Area BS</w:t>
      </w:r>
      <w:r>
        <w:t xml:space="preserve"> (Category B)</w:t>
      </w:r>
      <w:r>
        <w:tab/>
      </w:r>
      <w:r>
        <w:fldChar w:fldCharType="begin"/>
      </w:r>
      <w:r>
        <w:instrText xml:space="preserve"> PAGEREF _Toc98676163 \h </w:instrText>
      </w:r>
      <w:r>
        <w:fldChar w:fldCharType="separate"/>
      </w:r>
      <w:r>
        <w:t>75</w:t>
      </w:r>
      <w:r>
        <w:fldChar w:fldCharType="end"/>
      </w:r>
    </w:p>
    <w:p w14:paraId="6DC1AF40" w14:textId="205B15CD" w:rsidR="00D403B8" w:rsidRDefault="00D403B8">
      <w:pPr>
        <w:pStyle w:val="TOC6"/>
        <w:rPr>
          <w:rFonts w:asciiTheme="minorHAnsi" w:eastAsiaTheme="minorEastAsia" w:hAnsiTheme="minorHAnsi" w:cstheme="minorBidi"/>
          <w:sz w:val="22"/>
          <w:szCs w:val="22"/>
          <w:lang w:eastAsia="en-GB"/>
        </w:rPr>
      </w:pPr>
      <w:r>
        <w:t>6.6.5.4.3.1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_Toc98676164 \h </w:instrText>
      </w:r>
      <w:r>
        <w:fldChar w:fldCharType="separate"/>
      </w:r>
      <w:r>
        <w:t>75</w:t>
      </w:r>
      <w:r>
        <w:fldChar w:fldCharType="end"/>
      </w:r>
    </w:p>
    <w:p w14:paraId="3A6D27FB" w14:textId="06174C02" w:rsidR="00D403B8" w:rsidRDefault="00D403B8">
      <w:pPr>
        <w:pStyle w:val="TOC6"/>
        <w:rPr>
          <w:rFonts w:asciiTheme="minorHAnsi" w:eastAsiaTheme="minorEastAsia" w:hAnsiTheme="minorHAnsi" w:cstheme="minorBidi"/>
          <w:sz w:val="22"/>
          <w:szCs w:val="22"/>
          <w:lang w:eastAsia="en-GB"/>
        </w:rPr>
      </w:pPr>
      <w:r>
        <w:t>6.6.5.4.3.2</w:t>
      </w:r>
      <w:r>
        <w:rPr>
          <w:rFonts w:asciiTheme="minorHAnsi" w:eastAsiaTheme="minorEastAsia" w:hAnsiTheme="minorHAnsi" w:cstheme="minorBidi"/>
          <w:sz w:val="22"/>
          <w:szCs w:val="22"/>
          <w:lang w:eastAsia="en-GB"/>
        </w:rPr>
        <w:tab/>
      </w:r>
      <w:r>
        <w:t>Category B</w:t>
      </w:r>
      <w:r>
        <w:rPr>
          <w:lang w:eastAsia="zh-CN"/>
        </w:rPr>
        <w:t xml:space="preserve"> requirements (Option 1)</w:t>
      </w:r>
      <w:r>
        <w:tab/>
      </w:r>
      <w:r>
        <w:fldChar w:fldCharType="begin"/>
      </w:r>
      <w:r>
        <w:instrText xml:space="preserve"> PAGEREF _Toc98676165 \h </w:instrText>
      </w:r>
      <w:r>
        <w:fldChar w:fldCharType="separate"/>
      </w:r>
      <w:r>
        <w:t>75</w:t>
      </w:r>
      <w:r>
        <w:fldChar w:fldCharType="end"/>
      </w:r>
    </w:p>
    <w:p w14:paraId="08A39A3C" w14:textId="0073CB4A" w:rsidR="00D403B8" w:rsidRDefault="00D403B8">
      <w:pPr>
        <w:pStyle w:val="TOC6"/>
        <w:rPr>
          <w:rFonts w:asciiTheme="minorHAnsi" w:eastAsiaTheme="minorEastAsia" w:hAnsiTheme="minorHAnsi" w:cstheme="minorBidi"/>
          <w:sz w:val="22"/>
          <w:szCs w:val="22"/>
          <w:lang w:eastAsia="en-GB"/>
        </w:rPr>
      </w:pPr>
      <w:r>
        <w:t>6.6.5.4.3.3</w:t>
      </w:r>
      <w:r>
        <w:rPr>
          <w:rFonts w:asciiTheme="minorHAnsi" w:eastAsiaTheme="minorEastAsia" w:hAnsiTheme="minorHAnsi" w:cstheme="minorBidi"/>
          <w:sz w:val="22"/>
          <w:szCs w:val="22"/>
          <w:lang w:eastAsia="en-GB"/>
        </w:rPr>
        <w:tab/>
      </w:r>
      <w:r>
        <w:t>Category B (Option 2)</w:t>
      </w:r>
      <w:r>
        <w:tab/>
      </w:r>
      <w:r>
        <w:fldChar w:fldCharType="begin"/>
      </w:r>
      <w:r>
        <w:instrText xml:space="preserve"> PAGEREF _Toc98676166 \h </w:instrText>
      </w:r>
      <w:r>
        <w:fldChar w:fldCharType="separate"/>
      </w:r>
      <w:r>
        <w:t>78</w:t>
      </w:r>
      <w:r>
        <w:fldChar w:fldCharType="end"/>
      </w:r>
    </w:p>
    <w:p w14:paraId="07609F4E" w14:textId="2070A4A7" w:rsidR="00D403B8" w:rsidRDefault="00D403B8">
      <w:pPr>
        <w:pStyle w:val="TOC5"/>
        <w:rPr>
          <w:rFonts w:asciiTheme="minorHAnsi" w:eastAsiaTheme="minorEastAsia" w:hAnsiTheme="minorHAnsi" w:cstheme="minorBidi"/>
          <w:sz w:val="22"/>
          <w:szCs w:val="22"/>
          <w:lang w:eastAsia="en-GB"/>
        </w:rPr>
      </w:pPr>
      <w:r>
        <w:t>6.6.5.4.4</w:t>
      </w:r>
      <w:r>
        <w:rPr>
          <w:rFonts w:asciiTheme="minorHAnsi" w:eastAsiaTheme="minorEastAsia" w:hAnsiTheme="minorHAnsi" w:cstheme="minorBidi"/>
          <w:sz w:val="22"/>
          <w:szCs w:val="22"/>
          <w:lang w:eastAsia="en-GB"/>
        </w:rPr>
        <w:tab/>
      </w:r>
      <w:r w:rsidRPr="00AE544B">
        <w:rPr>
          <w:rFonts w:cs="Arial"/>
        </w:rPr>
        <w:t>Basic limit</w:t>
      </w:r>
      <w:r>
        <w:t xml:space="preserve">s </w:t>
      </w:r>
      <w:r>
        <w:rPr>
          <w:lang w:eastAsia="zh-CN"/>
        </w:rPr>
        <w:t>for Local Area BS (Category A and B)</w:t>
      </w:r>
      <w:r>
        <w:tab/>
      </w:r>
      <w:r>
        <w:fldChar w:fldCharType="begin"/>
      </w:r>
      <w:r>
        <w:instrText xml:space="preserve"> PAGEREF _Toc98676167 \h </w:instrText>
      </w:r>
      <w:r>
        <w:fldChar w:fldCharType="separate"/>
      </w:r>
      <w:r>
        <w:t>79</w:t>
      </w:r>
      <w:r>
        <w:fldChar w:fldCharType="end"/>
      </w:r>
    </w:p>
    <w:p w14:paraId="20CC2CF5" w14:textId="144263DE" w:rsidR="00D403B8" w:rsidRDefault="00D403B8">
      <w:pPr>
        <w:pStyle w:val="TOC5"/>
        <w:rPr>
          <w:rFonts w:asciiTheme="minorHAnsi" w:eastAsiaTheme="minorEastAsia" w:hAnsiTheme="minorHAnsi" w:cstheme="minorBidi"/>
          <w:sz w:val="22"/>
          <w:szCs w:val="22"/>
          <w:lang w:eastAsia="en-GB"/>
        </w:rPr>
      </w:pPr>
      <w:r>
        <w:t>6.6.5.4.5</w:t>
      </w:r>
      <w:r>
        <w:rPr>
          <w:rFonts w:asciiTheme="minorHAnsi" w:eastAsiaTheme="minorEastAsia" w:hAnsiTheme="minorHAnsi" w:cstheme="minorBidi"/>
          <w:sz w:val="22"/>
          <w:szCs w:val="22"/>
          <w:lang w:eastAsia="en-GB"/>
        </w:rPr>
        <w:tab/>
      </w:r>
      <w:r w:rsidRPr="00AE544B">
        <w:rPr>
          <w:rFonts w:cs="Arial"/>
        </w:rPr>
        <w:t>Basic limit</w:t>
      </w:r>
      <w:r>
        <w:t>s for Medium Range BS (Category A and B)</w:t>
      </w:r>
      <w:r>
        <w:tab/>
      </w:r>
      <w:r>
        <w:fldChar w:fldCharType="begin"/>
      </w:r>
      <w:r>
        <w:instrText xml:space="preserve"> PAGEREF _Toc98676168 \h </w:instrText>
      </w:r>
      <w:r>
        <w:fldChar w:fldCharType="separate"/>
      </w:r>
      <w:r>
        <w:t>80</w:t>
      </w:r>
      <w:r>
        <w:fldChar w:fldCharType="end"/>
      </w:r>
    </w:p>
    <w:p w14:paraId="53E580A1" w14:textId="14EE8692" w:rsidR="00D403B8" w:rsidRDefault="00D403B8">
      <w:pPr>
        <w:pStyle w:val="TOC5"/>
        <w:rPr>
          <w:rFonts w:asciiTheme="minorHAnsi" w:eastAsiaTheme="minorEastAsia" w:hAnsiTheme="minorHAnsi" w:cstheme="minorBidi"/>
          <w:sz w:val="22"/>
          <w:szCs w:val="22"/>
          <w:lang w:eastAsia="en-GB"/>
        </w:rPr>
      </w:pPr>
      <w:r>
        <w:t>6.6.5.4.7</w:t>
      </w:r>
      <w:r>
        <w:rPr>
          <w:rFonts w:asciiTheme="minorHAnsi" w:eastAsiaTheme="minorEastAsia" w:hAnsiTheme="minorHAnsi" w:cstheme="minorBidi"/>
          <w:sz w:val="22"/>
          <w:szCs w:val="22"/>
          <w:lang w:eastAsia="en-GB"/>
        </w:rPr>
        <w:tab/>
      </w:r>
      <w:r>
        <w:t>Additional requirements</w:t>
      </w:r>
      <w:r>
        <w:tab/>
      </w:r>
      <w:r>
        <w:fldChar w:fldCharType="begin"/>
      </w:r>
      <w:r>
        <w:instrText xml:space="preserve"> PAGEREF _Toc98676169 \h </w:instrText>
      </w:r>
      <w:r>
        <w:fldChar w:fldCharType="separate"/>
      </w:r>
      <w:r>
        <w:t>82</w:t>
      </w:r>
      <w:r>
        <w:fldChar w:fldCharType="end"/>
      </w:r>
    </w:p>
    <w:p w14:paraId="26848139" w14:textId="3D885548" w:rsidR="00D403B8" w:rsidRDefault="00D403B8">
      <w:pPr>
        <w:pStyle w:val="TOC3"/>
        <w:rPr>
          <w:rFonts w:asciiTheme="minorHAnsi" w:eastAsiaTheme="minorEastAsia" w:hAnsiTheme="minorHAnsi" w:cstheme="minorBidi"/>
          <w:sz w:val="22"/>
          <w:szCs w:val="22"/>
          <w:lang w:eastAsia="en-GB"/>
        </w:rPr>
      </w:pPr>
      <w:r>
        <w:rPr>
          <w:lang w:eastAsia="zh-CN"/>
        </w:rPr>
        <w:t>6.6.6</w:t>
      </w:r>
      <w:r>
        <w:rPr>
          <w:rFonts w:asciiTheme="minorHAnsi" w:eastAsiaTheme="minorEastAsia" w:hAnsiTheme="minorHAnsi" w:cstheme="minorBidi"/>
          <w:sz w:val="22"/>
          <w:szCs w:val="22"/>
          <w:lang w:eastAsia="en-GB"/>
        </w:rPr>
        <w:tab/>
      </w:r>
      <w:r>
        <w:rPr>
          <w:lang w:eastAsia="zh-CN"/>
        </w:rPr>
        <w:t>Spurious emission</w:t>
      </w:r>
      <w:r>
        <w:tab/>
      </w:r>
      <w:r>
        <w:fldChar w:fldCharType="begin"/>
      </w:r>
      <w:r>
        <w:instrText xml:space="preserve"> PAGEREF _Toc98676170 \h </w:instrText>
      </w:r>
      <w:r>
        <w:fldChar w:fldCharType="separate"/>
      </w:r>
      <w:r>
        <w:t>82</w:t>
      </w:r>
      <w:r>
        <w:fldChar w:fldCharType="end"/>
      </w:r>
    </w:p>
    <w:p w14:paraId="445E2E4A" w14:textId="5287A4DD" w:rsidR="00D403B8" w:rsidRDefault="00D403B8">
      <w:pPr>
        <w:pStyle w:val="TOC4"/>
        <w:rPr>
          <w:rFonts w:asciiTheme="minorHAnsi" w:eastAsiaTheme="minorEastAsia" w:hAnsiTheme="minorHAnsi" w:cstheme="minorBidi"/>
          <w:sz w:val="22"/>
          <w:szCs w:val="22"/>
          <w:lang w:eastAsia="en-GB"/>
        </w:rPr>
      </w:pPr>
      <w:r>
        <w:t>6.6.6.1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_Toc98676171 \h </w:instrText>
      </w:r>
      <w:r>
        <w:fldChar w:fldCharType="separate"/>
      </w:r>
      <w:r>
        <w:t>82</w:t>
      </w:r>
      <w:r>
        <w:fldChar w:fldCharType="end"/>
      </w:r>
    </w:p>
    <w:p w14:paraId="6C22AAC4" w14:textId="397AB0DB" w:rsidR="00D403B8" w:rsidRDefault="00D403B8">
      <w:pPr>
        <w:pStyle w:val="TOC4"/>
        <w:rPr>
          <w:rFonts w:asciiTheme="minorHAnsi" w:eastAsiaTheme="minorEastAsia" w:hAnsiTheme="minorHAnsi" w:cstheme="minorBidi"/>
          <w:sz w:val="22"/>
          <w:szCs w:val="22"/>
          <w:lang w:eastAsia="en-GB"/>
        </w:rPr>
      </w:pPr>
      <w:r>
        <w:t>6.6.6.2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_Toc98676172 \h </w:instrText>
      </w:r>
      <w:r>
        <w:fldChar w:fldCharType="separate"/>
      </w:r>
      <w:r>
        <w:t>83</w:t>
      </w:r>
      <w:r>
        <w:fldChar w:fldCharType="end"/>
      </w:r>
    </w:p>
    <w:p w14:paraId="08FE11E6" w14:textId="1F060336" w:rsidR="00D403B8" w:rsidRDefault="00D403B8">
      <w:pPr>
        <w:pStyle w:val="TOC4"/>
        <w:rPr>
          <w:rFonts w:asciiTheme="minorHAnsi" w:eastAsiaTheme="minorEastAsia" w:hAnsiTheme="minorHAnsi" w:cstheme="minorBidi"/>
          <w:sz w:val="22"/>
          <w:szCs w:val="22"/>
          <w:lang w:eastAsia="en-GB"/>
        </w:rPr>
      </w:pPr>
      <w:r>
        <w:rPr>
          <w:lang w:eastAsia="zh-CN"/>
        </w:rPr>
        <w:t>6.6.6.3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_Toc98676173 \h </w:instrText>
      </w:r>
      <w:r>
        <w:fldChar w:fldCharType="separate"/>
      </w:r>
      <w:r>
        <w:t>83</w:t>
      </w:r>
      <w:r>
        <w:fldChar w:fldCharType="end"/>
      </w:r>
    </w:p>
    <w:p w14:paraId="16015F3A" w14:textId="1EA52EED" w:rsidR="00D403B8" w:rsidRDefault="00D403B8">
      <w:pPr>
        <w:pStyle w:val="TOC4"/>
        <w:rPr>
          <w:rFonts w:asciiTheme="minorHAnsi" w:eastAsiaTheme="minorEastAsia" w:hAnsiTheme="minorHAnsi" w:cstheme="minorBidi"/>
          <w:sz w:val="22"/>
          <w:szCs w:val="22"/>
          <w:lang w:eastAsia="en-GB"/>
        </w:rPr>
      </w:pPr>
      <w:r>
        <w:rPr>
          <w:lang w:eastAsia="zh-CN"/>
        </w:rPr>
        <w:t>6.6.6.4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_Toc98676174 \h </w:instrText>
      </w:r>
      <w:r>
        <w:fldChar w:fldCharType="separate"/>
      </w:r>
      <w:r>
        <w:t>84</w:t>
      </w:r>
      <w:r>
        <w:fldChar w:fldCharType="end"/>
      </w:r>
    </w:p>
    <w:p w14:paraId="4DAEF02A" w14:textId="66D47946" w:rsidR="00D403B8" w:rsidRDefault="00D403B8">
      <w:pPr>
        <w:pStyle w:val="TOC2"/>
        <w:rPr>
          <w:rFonts w:asciiTheme="minorHAnsi" w:eastAsiaTheme="minorEastAsia" w:hAnsiTheme="minorHAnsi" w:cstheme="minorBidi"/>
          <w:sz w:val="22"/>
          <w:szCs w:val="22"/>
          <w:lang w:eastAsia="en-GB"/>
        </w:rPr>
      </w:pPr>
      <w:r>
        <w:rPr>
          <w:lang w:eastAsia="zh-CN"/>
        </w:rPr>
        <w:t>6.7</w:t>
      </w:r>
      <w:r>
        <w:rPr>
          <w:rFonts w:asciiTheme="minorHAnsi" w:eastAsiaTheme="minorEastAsia" w:hAnsiTheme="minorHAnsi" w:cstheme="minorBidi"/>
          <w:sz w:val="22"/>
          <w:szCs w:val="22"/>
          <w:lang w:eastAsia="en-GB"/>
        </w:rPr>
        <w:tab/>
      </w:r>
      <w:r>
        <w:rPr>
          <w:lang w:eastAsia="zh-CN"/>
        </w:rPr>
        <w:t>Transmitter intermodulation</w:t>
      </w:r>
      <w:r>
        <w:tab/>
      </w:r>
      <w:r>
        <w:fldChar w:fldCharType="begin"/>
      </w:r>
      <w:r>
        <w:instrText xml:space="preserve"> PAGEREF _Toc98676175 \h </w:instrText>
      </w:r>
      <w:r>
        <w:fldChar w:fldCharType="separate"/>
      </w:r>
      <w:r>
        <w:t>84</w:t>
      </w:r>
      <w:r>
        <w:fldChar w:fldCharType="end"/>
      </w:r>
    </w:p>
    <w:p w14:paraId="4B4048A9" w14:textId="2E45A5C2" w:rsidR="00D403B8" w:rsidRDefault="00D403B8">
      <w:pPr>
        <w:pStyle w:val="TOC3"/>
        <w:rPr>
          <w:rFonts w:asciiTheme="minorHAnsi" w:eastAsiaTheme="minorEastAsia" w:hAnsiTheme="minorHAnsi" w:cstheme="minorBidi"/>
          <w:sz w:val="22"/>
          <w:szCs w:val="22"/>
          <w:lang w:eastAsia="en-GB"/>
        </w:rPr>
      </w:pPr>
      <w:r>
        <w:t>6.7.1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_Toc98676176 \h </w:instrText>
      </w:r>
      <w:r>
        <w:fldChar w:fldCharType="separate"/>
      </w:r>
      <w:r>
        <w:t>84</w:t>
      </w:r>
      <w:r>
        <w:fldChar w:fldCharType="end"/>
      </w:r>
    </w:p>
    <w:p w14:paraId="7C304738" w14:textId="4293E0DB" w:rsidR="00D403B8" w:rsidRDefault="00D403B8">
      <w:pPr>
        <w:pStyle w:val="TOC3"/>
        <w:rPr>
          <w:rFonts w:asciiTheme="minorHAnsi" w:eastAsiaTheme="minorEastAsia" w:hAnsiTheme="minorHAnsi" w:cstheme="minorBidi"/>
          <w:sz w:val="22"/>
          <w:szCs w:val="22"/>
          <w:lang w:eastAsia="en-GB"/>
        </w:rPr>
      </w:pPr>
      <w:r>
        <w:rPr>
          <w:lang w:eastAsia="zh-CN"/>
        </w:rPr>
        <w:t>6.7.2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_Toc98676177 \h </w:instrText>
      </w:r>
      <w:r>
        <w:fldChar w:fldCharType="separate"/>
      </w:r>
      <w:r>
        <w:t>85</w:t>
      </w:r>
      <w:r>
        <w:fldChar w:fldCharType="end"/>
      </w:r>
    </w:p>
    <w:p w14:paraId="632928A7" w14:textId="3F8E0CDB" w:rsidR="00D403B8" w:rsidRDefault="00D403B8">
      <w:pPr>
        <w:pStyle w:val="TOC4"/>
        <w:rPr>
          <w:rFonts w:asciiTheme="minorHAnsi" w:eastAsiaTheme="minorEastAsia" w:hAnsiTheme="minorHAnsi" w:cstheme="minorBidi"/>
          <w:sz w:val="22"/>
          <w:szCs w:val="22"/>
          <w:lang w:eastAsia="en-GB"/>
        </w:rPr>
      </w:pPr>
      <w:r>
        <w:t>6.7.2.1</w:t>
      </w:r>
      <w:r>
        <w:rPr>
          <w:rFonts w:asciiTheme="minorHAnsi" w:eastAsiaTheme="minorEastAsia" w:hAnsiTheme="minorHAnsi" w:cstheme="minorBidi"/>
          <w:sz w:val="22"/>
          <w:szCs w:val="22"/>
          <w:lang w:eastAsia="en-GB"/>
        </w:rPr>
        <w:tab/>
      </w:r>
      <w:r>
        <w:t>General co-location minimum requirement</w:t>
      </w:r>
      <w:r>
        <w:tab/>
      </w:r>
      <w:r>
        <w:fldChar w:fldCharType="begin"/>
      </w:r>
      <w:r>
        <w:instrText xml:space="preserve"> PAGEREF _Toc98676178 \h </w:instrText>
      </w:r>
      <w:r>
        <w:fldChar w:fldCharType="separate"/>
      </w:r>
      <w:r>
        <w:t>85</w:t>
      </w:r>
      <w:r>
        <w:fldChar w:fldCharType="end"/>
      </w:r>
    </w:p>
    <w:p w14:paraId="3D096B81" w14:textId="6A031F73" w:rsidR="00D403B8" w:rsidRDefault="00D403B8">
      <w:pPr>
        <w:pStyle w:val="TOC4"/>
        <w:rPr>
          <w:rFonts w:asciiTheme="minorHAnsi" w:eastAsiaTheme="minorEastAsia" w:hAnsiTheme="minorHAnsi" w:cstheme="minorBidi"/>
          <w:sz w:val="22"/>
          <w:szCs w:val="22"/>
          <w:lang w:eastAsia="en-GB"/>
        </w:rPr>
      </w:pPr>
      <w:r>
        <w:t>6.7.2.2</w:t>
      </w:r>
      <w:r>
        <w:rPr>
          <w:rFonts w:asciiTheme="minorHAnsi" w:eastAsiaTheme="minorEastAsia" w:hAnsiTheme="minorHAnsi" w:cstheme="minorBidi"/>
          <w:sz w:val="22"/>
          <w:szCs w:val="22"/>
          <w:lang w:eastAsia="en-GB"/>
        </w:rPr>
        <w:tab/>
      </w:r>
      <w:r>
        <w:t>Additional co-location minimum requirement (BC1 and BC2)</w:t>
      </w:r>
      <w:r>
        <w:tab/>
      </w:r>
      <w:r>
        <w:fldChar w:fldCharType="begin"/>
      </w:r>
      <w:r>
        <w:instrText xml:space="preserve"> PAGEREF _Toc98676179 \h </w:instrText>
      </w:r>
      <w:r>
        <w:fldChar w:fldCharType="separate"/>
      </w:r>
      <w:r>
        <w:t>85</w:t>
      </w:r>
      <w:r>
        <w:fldChar w:fldCharType="end"/>
      </w:r>
    </w:p>
    <w:p w14:paraId="2D6E0FBA" w14:textId="04C72D50" w:rsidR="00D403B8" w:rsidRDefault="00D403B8">
      <w:pPr>
        <w:pStyle w:val="TOC4"/>
        <w:rPr>
          <w:rFonts w:asciiTheme="minorHAnsi" w:eastAsiaTheme="minorEastAsia" w:hAnsiTheme="minorHAnsi" w:cstheme="minorBidi"/>
          <w:sz w:val="22"/>
          <w:szCs w:val="22"/>
          <w:lang w:eastAsia="en-GB"/>
        </w:rPr>
      </w:pPr>
      <w:r>
        <w:t>6.7.2.3</w:t>
      </w:r>
      <w:r>
        <w:rPr>
          <w:rFonts w:asciiTheme="minorHAnsi" w:eastAsiaTheme="minorEastAsia" w:hAnsiTheme="minorHAnsi" w:cstheme="minorBidi"/>
          <w:sz w:val="22"/>
          <w:szCs w:val="22"/>
          <w:lang w:eastAsia="en-GB"/>
        </w:rPr>
        <w:tab/>
      </w:r>
      <w:r>
        <w:t>Additional co-location minimum requirement (BC3)</w:t>
      </w:r>
      <w:r>
        <w:tab/>
      </w:r>
      <w:r>
        <w:fldChar w:fldCharType="begin"/>
      </w:r>
      <w:r>
        <w:instrText xml:space="preserve"> PAGEREF _Toc98676180 \h </w:instrText>
      </w:r>
      <w:r>
        <w:fldChar w:fldCharType="separate"/>
      </w:r>
      <w:r>
        <w:t>86</w:t>
      </w:r>
      <w:r>
        <w:fldChar w:fldCharType="end"/>
      </w:r>
    </w:p>
    <w:p w14:paraId="725E2091" w14:textId="411F070C" w:rsidR="00D403B8" w:rsidRDefault="00D403B8">
      <w:pPr>
        <w:pStyle w:val="TOC4"/>
        <w:rPr>
          <w:rFonts w:asciiTheme="minorHAnsi" w:eastAsiaTheme="minorEastAsia" w:hAnsiTheme="minorHAnsi" w:cstheme="minorBidi"/>
          <w:sz w:val="22"/>
          <w:szCs w:val="22"/>
          <w:lang w:eastAsia="en-GB"/>
        </w:rPr>
      </w:pPr>
      <w:r>
        <w:t>6.7.2.4</w:t>
      </w:r>
      <w:r>
        <w:rPr>
          <w:rFonts w:asciiTheme="minorHAnsi" w:eastAsiaTheme="minorEastAsia" w:hAnsiTheme="minorHAnsi" w:cstheme="minorBidi"/>
          <w:sz w:val="22"/>
          <w:szCs w:val="22"/>
          <w:lang w:eastAsia="en-GB"/>
        </w:rPr>
        <w:tab/>
      </w:r>
      <w:r>
        <w:t>Additional co-location minimum requirements</w:t>
      </w:r>
      <w:r>
        <w:tab/>
      </w:r>
      <w:r>
        <w:fldChar w:fldCharType="begin"/>
      </w:r>
      <w:r>
        <w:instrText xml:space="preserve"> PAGEREF _Toc98676181 \h </w:instrText>
      </w:r>
      <w:r>
        <w:fldChar w:fldCharType="separate"/>
      </w:r>
      <w:r>
        <w:t>86</w:t>
      </w:r>
      <w:r>
        <w:fldChar w:fldCharType="end"/>
      </w:r>
    </w:p>
    <w:p w14:paraId="20145E41" w14:textId="738BA1C7" w:rsidR="00D403B8" w:rsidRDefault="00D403B8">
      <w:pPr>
        <w:pStyle w:val="TOC4"/>
        <w:rPr>
          <w:rFonts w:asciiTheme="minorHAnsi" w:eastAsiaTheme="minorEastAsia" w:hAnsiTheme="minorHAnsi" w:cstheme="minorBidi"/>
          <w:sz w:val="22"/>
          <w:szCs w:val="22"/>
          <w:lang w:eastAsia="en-GB"/>
        </w:rPr>
      </w:pPr>
      <w:r>
        <w:t>6.7.2.5</w:t>
      </w:r>
      <w:r>
        <w:rPr>
          <w:rFonts w:asciiTheme="minorHAnsi" w:eastAsiaTheme="minorEastAsia" w:hAnsiTheme="minorHAnsi" w:cstheme="minorBidi"/>
          <w:sz w:val="22"/>
          <w:szCs w:val="22"/>
          <w:lang w:eastAsia="en-GB"/>
        </w:rPr>
        <w:tab/>
      </w:r>
      <w:r>
        <w:t>Intra-system minimum requirement</w:t>
      </w:r>
      <w:r>
        <w:tab/>
      </w:r>
      <w:r>
        <w:fldChar w:fldCharType="begin"/>
      </w:r>
      <w:r>
        <w:instrText xml:space="preserve"> PAGEREF _Toc98676182 \h </w:instrText>
      </w:r>
      <w:r>
        <w:fldChar w:fldCharType="separate"/>
      </w:r>
      <w:r>
        <w:t>86</w:t>
      </w:r>
      <w:r>
        <w:fldChar w:fldCharType="end"/>
      </w:r>
    </w:p>
    <w:p w14:paraId="48709597" w14:textId="20E5F5EC" w:rsidR="00D403B8" w:rsidRDefault="00D403B8">
      <w:pPr>
        <w:pStyle w:val="TOC3"/>
        <w:rPr>
          <w:rFonts w:asciiTheme="minorHAnsi" w:eastAsiaTheme="minorEastAsia" w:hAnsiTheme="minorHAnsi" w:cstheme="minorBidi"/>
          <w:sz w:val="22"/>
          <w:szCs w:val="22"/>
          <w:lang w:eastAsia="en-GB"/>
        </w:rPr>
      </w:pPr>
      <w:r>
        <w:rPr>
          <w:lang w:eastAsia="zh-CN"/>
        </w:rPr>
        <w:t>6.7.3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_Toc98676183 \h </w:instrText>
      </w:r>
      <w:r>
        <w:fldChar w:fldCharType="separate"/>
      </w:r>
      <w:r>
        <w:t>87</w:t>
      </w:r>
      <w:r>
        <w:fldChar w:fldCharType="end"/>
      </w:r>
    </w:p>
    <w:p w14:paraId="2227A19E" w14:textId="68B8C2DF" w:rsidR="00D403B8" w:rsidRDefault="00D403B8">
      <w:pPr>
        <w:pStyle w:val="TOC4"/>
        <w:rPr>
          <w:rFonts w:asciiTheme="minorHAnsi" w:eastAsiaTheme="minorEastAsia" w:hAnsiTheme="minorHAnsi" w:cstheme="minorBidi"/>
          <w:sz w:val="22"/>
          <w:szCs w:val="22"/>
          <w:lang w:eastAsia="en-GB"/>
        </w:rPr>
      </w:pPr>
      <w:r>
        <w:t>6.7.3.1</w:t>
      </w:r>
      <w:r>
        <w:rPr>
          <w:rFonts w:asciiTheme="minorHAnsi" w:eastAsiaTheme="minorEastAsia" w:hAnsiTheme="minorHAnsi" w:cstheme="minorBidi"/>
          <w:sz w:val="22"/>
          <w:szCs w:val="22"/>
          <w:lang w:eastAsia="en-GB"/>
        </w:rPr>
        <w:tab/>
      </w:r>
      <w:r>
        <w:t>General co-location minimum requirement for FDD UTRA</w:t>
      </w:r>
      <w:r>
        <w:tab/>
      </w:r>
      <w:r>
        <w:fldChar w:fldCharType="begin"/>
      </w:r>
      <w:r>
        <w:instrText xml:space="preserve"> PAGEREF _Toc98676184 \h </w:instrText>
      </w:r>
      <w:r>
        <w:fldChar w:fldCharType="separate"/>
      </w:r>
      <w:r>
        <w:t>87</w:t>
      </w:r>
      <w:r>
        <w:fldChar w:fldCharType="end"/>
      </w:r>
    </w:p>
    <w:p w14:paraId="656FE31E" w14:textId="00A3ACF8" w:rsidR="00D403B8" w:rsidRDefault="00D403B8">
      <w:pPr>
        <w:pStyle w:val="TOC4"/>
        <w:rPr>
          <w:rFonts w:asciiTheme="minorHAnsi" w:eastAsiaTheme="minorEastAsia" w:hAnsiTheme="minorHAnsi" w:cstheme="minorBidi"/>
          <w:sz w:val="22"/>
          <w:szCs w:val="22"/>
          <w:lang w:eastAsia="en-GB"/>
        </w:rPr>
      </w:pPr>
      <w:r>
        <w:t>6.7.3.2</w:t>
      </w:r>
      <w:r>
        <w:rPr>
          <w:rFonts w:asciiTheme="minorHAnsi" w:eastAsiaTheme="minorEastAsia" w:hAnsiTheme="minorHAnsi" w:cstheme="minorBidi"/>
          <w:sz w:val="22"/>
          <w:szCs w:val="22"/>
          <w:lang w:eastAsia="en-GB"/>
        </w:rPr>
        <w:tab/>
      </w:r>
      <w:r>
        <w:t>General co-location minimum requirement for 1,28 Mcps TDD UTRA</w:t>
      </w:r>
      <w:r>
        <w:tab/>
      </w:r>
      <w:r>
        <w:fldChar w:fldCharType="begin"/>
      </w:r>
      <w:r>
        <w:instrText xml:space="preserve"> PAGEREF _Toc98676185 \h </w:instrText>
      </w:r>
      <w:r>
        <w:fldChar w:fldCharType="separate"/>
      </w:r>
      <w:r>
        <w:t>87</w:t>
      </w:r>
      <w:r>
        <w:fldChar w:fldCharType="end"/>
      </w:r>
    </w:p>
    <w:p w14:paraId="1068E2FF" w14:textId="42C07990" w:rsidR="00D403B8" w:rsidRDefault="00D403B8">
      <w:pPr>
        <w:pStyle w:val="TOC4"/>
        <w:rPr>
          <w:rFonts w:asciiTheme="minorHAnsi" w:eastAsiaTheme="minorEastAsia" w:hAnsiTheme="minorHAnsi" w:cstheme="minorBidi"/>
          <w:sz w:val="22"/>
          <w:szCs w:val="22"/>
          <w:lang w:eastAsia="en-GB"/>
        </w:rPr>
      </w:pPr>
      <w:r>
        <w:t>6.7.3.3</w:t>
      </w:r>
      <w:r>
        <w:rPr>
          <w:rFonts w:asciiTheme="minorHAnsi" w:eastAsiaTheme="minorEastAsia" w:hAnsiTheme="minorHAnsi" w:cstheme="minorBidi"/>
          <w:sz w:val="22"/>
          <w:szCs w:val="22"/>
          <w:lang w:eastAsia="en-GB"/>
        </w:rPr>
        <w:tab/>
      </w:r>
      <w:r>
        <w:t>Intra-system minimum requirement</w:t>
      </w:r>
      <w:r>
        <w:tab/>
      </w:r>
      <w:r>
        <w:fldChar w:fldCharType="begin"/>
      </w:r>
      <w:r>
        <w:instrText xml:space="preserve"> PAGEREF _Toc98676186 \h </w:instrText>
      </w:r>
      <w:r>
        <w:fldChar w:fldCharType="separate"/>
      </w:r>
      <w:r>
        <w:t>88</w:t>
      </w:r>
      <w:r>
        <w:fldChar w:fldCharType="end"/>
      </w:r>
    </w:p>
    <w:p w14:paraId="22D91619" w14:textId="31CBE3F0" w:rsidR="00D403B8" w:rsidRDefault="00D403B8">
      <w:pPr>
        <w:pStyle w:val="TOC3"/>
        <w:rPr>
          <w:rFonts w:asciiTheme="minorHAnsi" w:eastAsiaTheme="minorEastAsia" w:hAnsiTheme="minorHAnsi" w:cstheme="minorBidi"/>
          <w:sz w:val="22"/>
          <w:szCs w:val="22"/>
          <w:lang w:eastAsia="en-GB"/>
        </w:rPr>
      </w:pPr>
      <w:r>
        <w:rPr>
          <w:lang w:eastAsia="zh-CN"/>
        </w:rPr>
        <w:t>6.7.4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_Toc98676187 \h </w:instrText>
      </w:r>
      <w:r>
        <w:fldChar w:fldCharType="separate"/>
      </w:r>
      <w:r>
        <w:t>88</w:t>
      </w:r>
      <w:r>
        <w:fldChar w:fldCharType="end"/>
      </w:r>
    </w:p>
    <w:p w14:paraId="7D317F2A" w14:textId="0155E04C" w:rsidR="00D403B8" w:rsidRDefault="00D403B8">
      <w:pPr>
        <w:pStyle w:val="TOC4"/>
        <w:rPr>
          <w:rFonts w:asciiTheme="minorHAnsi" w:eastAsiaTheme="minorEastAsia" w:hAnsiTheme="minorHAnsi" w:cstheme="minorBidi"/>
          <w:sz w:val="22"/>
          <w:szCs w:val="22"/>
          <w:lang w:eastAsia="en-GB"/>
        </w:rPr>
      </w:pPr>
      <w:r>
        <w:t>6.7.4.1</w:t>
      </w:r>
      <w:r>
        <w:rPr>
          <w:rFonts w:asciiTheme="minorHAnsi" w:eastAsiaTheme="minorEastAsia" w:hAnsiTheme="minorHAnsi" w:cstheme="minorBidi"/>
          <w:sz w:val="22"/>
          <w:szCs w:val="22"/>
          <w:lang w:eastAsia="en-GB"/>
        </w:rPr>
        <w:tab/>
      </w:r>
      <w:r>
        <w:t>General co-location minimum requirement</w:t>
      </w:r>
      <w:r>
        <w:tab/>
      </w:r>
      <w:r>
        <w:fldChar w:fldCharType="begin"/>
      </w:r>
      <w:r>
        <w:instrText xml:space="preserve"> PAGEREF _Toc98676188 \h </w:instrText>
      </w:r>
      <w:r>
        <w:fldChar w:fldCharType="separate"/>
      </w:r>
      <w:r>
        <w:t>88</w:t>
      </w:r>
      <w:r>
        <w:fldChar w:fldCharType="end"/>
      </w:r>
    </w:p>
    <w:p w14:paraId="6EE87666" w14:textId="65D80FAE" w:rsidR="00D403B8" w:rsidRDefault="00D403B8">
      <w:pPr>
        <w:pStyle w:val="TOC4"/>
        <w:rPr>
          <w:rFonts w:asciiTheme="minorHAnsi" w:eastAsiaTheme="minorEastAsia" w:hAnsiTheme="minorHAnsi" w:cstheme="minorBidi"/>
          <w:sz w:val="22"/>
          <w:szCs w:val="22"/>
          <w:lang w:eastAsia="en-GB"/>
        </w:rPr>
      </w:pPr>
      <w:r>
        <w:t>6.7.4.2</w:t>
      </w:r>
      <w:r>
        <w:rPr>
          <w:rFonts w:asciiTheme="minorHAnsi" w:eastAsiaTheme="minorEastAsia" w:hAnsiTheme="minorHAnsi" w:cstheme="minorBidi"/>
          <w:sz w:val="22"/>
          <w:szCs w:val="22"/>
          <w:lang w:eastAsia="en-GB"/>
        </w:rPr>
        <w:tab/>
      </w:r>
      <w:r>
        <w:t>Void</w:t>
      </w:r>
      <w:r>
        <w:tab/>
      </w:r>
      <w:r>
        <w:fldChar w:fldCharType="begin"/>
      </w:r>
      <w:r>
        <w:instrText xml:space="preserve"> PAGEREF _Toc98676189 \h </w:instrText>
      </w:r>
      <w:r>
        <w:fldChar w:fldCharType="separate"/>
      </w:r>
      <w:r>
        <w:t>89</w:t>
      </w:r>
      <w:r>
        <w:fldChar w:fldCharType="end"/>
      </w:r>
    </w:p>
    <w:p w14:paraId="671328E7" w14:textId="7E472622" w:rsidR="00D403B8" w:rsidRDefault="00D403B8">
      <w:pPr>
        <w:pStyle w:val="TOC4"/>
        <w:rPr>
          <w:rFonts w:asciiTheme="minorHAnsi" w:eastAsiaTheme="minorEastAsia" w:hAnsiTheme="minorHAnsi" w:cstheme="minorBidi"/>
          <w:sz w:val="22"/>
          <w:szCs w:val="22"/>
          <w:lang w:eastAsia="en-GB"/>
        </w:rPr>
      </w:pPr>
      <w:r>
        <w:t>6.7.4.3</w:t>
      </w:r>
      <w:r>
        <w:rPr>
          <w:rFonts w:asciiTheme="minorHAnsi" w:eastAsiaTheme="minorEastAsia" w:hAnsiTheme="minorHAnsi" w:cstheme="minorBidi"/>
          <w:sz w:val="22"/>
          <w:szCs w:val="22"/>
          <w:lang w:eastAsia="en-GB"/>
        </w:rPr>
        <w:tab/>
      </w:r>
      <w:r>
        <w:t>Intra-system minimum requirement</w:t>
      </w:r>
      <w:r>
        <w:tab/>
      </w:r>
      <w:r>
        <w:fldChar w:fldCharType="begin"/>
      </w:r>
      <w:r>
        <w:instrText xml:space="preserve"> PAGEREF _Toc98676190 \h </w:instrText>
      </w:r>
      <w:r>
        <w:fldChar w:fldCharType="separate"/>
      </w:r>
      <w:r>
        <w:t>89</w:t>
      </w:r>
      <w:r>
        <w:fldChar w:fldCharType="end"/>
      </w:r>
    </w:p>
    <w:p w14:paraId="65151DE0" w14:textId="3B18896C" w:rsidR="00D403B8" w:rsidRDefault="00D403B8">
      <w:pPr>
        <w:pStyle w:val="TOC1"/>
        <w:rPr>
          <w:rFonts w:asciiTheme="minorHAnsi" w:eastAsiaTheme="minorEastAsia" w:hAnsiTheme="minorHAnsi" w:cstheme="minorBidi"/>
          <w:szCs w:val="22"/>
          <w:lang w:eastAsia="en-GB"/>
        </w:rPr>
      </w:pPr>
      <w:r>
        <w:rPr>
          <w:lang w:eastAsia="zh-CN"/>
        </w:rPr>
        <w:t>7</w:t>
      </w:r>
      <w:r>
        <w:rPr>
          <w:rFonts w:asciiTheme="minorHAnsi" w:eastAsiaTheme="minorEastAsia" w:hAnsiTheme="minorHAnsi" w:cstheme="minorBidi"/>
          <w:szCs w:val="22"/>
          <w:lang w:eastAsia="en-GB"/>
        </w:rPr>
        <w:tab/>
      </w:r>
      <w:r>
        <w:rPr>
          <w:lang w:eastAsia="zh-CN"/>
        </w:rPr>
        <w:t>Conducted receiver characteristics</w:t>
      </w:r>
      <w:r>
        <w:tab/>
      </w:r>
      <w:r>
        <w:fldChar w:fldCharType="begin"/>
      </w:r>
      <w:r>
        <w:instrText xml:space="preserve"> PAGEREF _Toc98676191 \h </w:instrText>
      </w:r>
      <w:r>
        <w:fldChar w:fldCharType="separate"/>
      </w:r>
      <w:r>
        <w:t>90</w:t>
      </w:r>
      <w:r>
        <w:fldChar w:fldCharType="end"/>
      </w:r>
    </w:p>
    <w:p w14:paraId="76281328" w14:textId="1C8E91B2" w:rsidR="00D403B8" w:rsidRDefault="00D403B8">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_Toc98676192 \h </w:instrText>
      </w:r>
      <w:r>
        <w:fldChar w:fldCharType="separate"/>
      </w:r>
      <w:r>
        <w:t>90</w:t>
      </w:r>
      <w:r>
        <w:fldChar w:fldCharType="end"/>
      </w:r>
    </w:p>
    <w:p w14:paraId="7A73DE3D" w14:textId="38AA4387" w:rsidR="00D403B8" w:rsidRDefault="00D403B8">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Reference sensitivity level</w:t>
      </w:r>
      <w:r>
        <w:tab/>
      </w:r>
      <w:r>
        <w:fldChar w:fldCharType="begin"/>
      </w:r>
      <w:r>
        <w:instrText xml:space="preserve"> PAGEREF _Toc98676193 \h </w:instrText>
      </w:r>
      <w:r>
        <w:fldChar w:fldCharType="separate"/>
      </w:r>
      <w:r>
        <w:t>90</w:t>
      </w:r>
      <w:r>
        <w:fldChar w:fldCharType="end"/>
      </w:r>
    </w:p>
    <w:p w14:paraId="4A21BBFA" w14:textId="0C77BD37" w:rsidR="00D403B8" w:rsidRDefault="00D403B8">
      <w:pPr>
        <w:pStyle w:val="TOC3"/>
        <w:rPr>
          <w:rFonts w:asciiTheme="minorHAnsi" w:eastAsiaTheme="minorEastAsia" w:hAnsiTheme="minorHAnsi" w:cstheme="minorBidi"/>
          <w:sz w:val="22"/>
          <w:szCs w:val="22"/>
          <w:lang w:eastAsia="en-GB"/>
        </w:rPr>
      </w:pPr>
      <w:r>
        <w:t>7.2.1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_Toc98676194 \h </w:instrText>
      </w:r>
      <w:r>
        <w:fldChar w:fldCharType="separate"/>
      </w:r>
      <w:r>
        <w:t>90</w:t>
      </w:r>
      <w:r>
        <w:fldChar w:fldCharType="end"/>
      </w:r>
    </w:p>
    <w:p w14:paraId="0B353C5E" w14:textId="3F0D0FA9" w:rsidR="00D403B8" w:rsidRDefault="00D403B8">
      <w:pPr>
        <w:pStyle w:val="TOC3"/>
        <w:rPr>
          <w:rFonts w:asciiTheme="minorHAnsi" w:eastAsiaTheme="minorEastAsia" w:hAnsiTheme="minorHAnsi" w:cstheme="minorBidi"/>
          <w:sz w:val="22"/>
          <w:szCs w:val="22"/>
          <w:lang w:eastAsia="en-GB"/>
        </w:rPr>
      </w:pPr>
      <w:r>
        <w:rPr>
          <w:lang w:eastAsia="zh-CN"/>
        </w:rPr>
        <w:t>7.2.2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_Toc98676195 \h </w:instrText>
      </w:r>
      <w:r>
        <w:fldChar w:fldCharType="separate"/>
      </w:r>
      <w:r>
        <w:t>90</w:t>
      </w:r>
      <w:r>
        <w:fldChar w:fldCharType="end"/>
      </w:r>
    </w:p>
    <w:p w14:paraId="14598DC2" w14:textId="356FD6B2" w:rsidR="00D403B8" w:rsidRDefault="00D403B8">
      <w:pPr>
        <w:pStyle w:val="TOC3"/>
        <w:rPr>
          <w:rFonts w:asciiTheme="minorHAnsi" w:eastAsiaTheme="minorEastAsia" w:hAnsiTheme="minorHAnsi" w:cstheme="minorBidi"/>
          <w:sz w:val="22"/>
          <w:szCs w:val="22"/>
          <w:lang w:eastAsia="en-GB"/>
        </w:rPr>
      </w:pPr>
      <w:r>
        <w:rPr>
          <w:lang w:eastAsia="zh-CN"/>
        </w:rPr>
        <w:t>7.2.3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_Toc98676196 \h </w:instrText>
      </w:r>
      <w:r>
        <w:fldChar w:fldCharType="separate"/>
      </w:r>
      <w:r>
        <w:t>91</w:t>
      </w:r>
      <w:r>
        <w:fldChar w:fldCharType="end"/>
      </w:r>
    </w:p>
    <w:p w14:paraId="4AA01A60" w14:textId="1011B877" w:rsidR="00D403B8" w:rsidRDefault="00D403B8">
      <w:pPr>
        <w:pStyle w:val="TOC3"/>
        <w:rPr>
          <w:rFonts w:asciiTheme="minorHAnsi" w:eastAsiaTheme="minorEastAsia" w:hAnsiTheme="minorHAnsi" w:cstheme="minorBidi"/>
          <w:sz w:val="22"/>
          <w:szCs w:val="22"/>
          <w:lang w:eastAsia="en-GB"/>
        </w:rPr>
      </w:pPr>
      <w:r>
        <w:rPr>
          <w:lang w:eastAsia="zh-CN"/>
        </w:rPr>
        <w:t>7.2.4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_Toc98676197 \h </w:instrText>
      </w:r>
      <w:r>
        <w:fldChar w:fldCharType="separate"/>
      </w:r>
      <w:r>
        <w:t>91</w:t>
      </w:r>
      <w:r>
        <w:fldChar w:fldCharType="end"/>
      </w:r>
    </w:p>
    <w:p w14:paraId="7B20B8FA" w14:textId="309889CD" w:rsidR="00D403B8" w:rsidRDefault="00D403B8">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Dynamic range</w:t>
      </w:r>
      <w:r>
        <w:tab/>
      </w:r>
      <w:r>
        <w:fldChar w:fldCharType="begin"/>
      </w:r>
      <w:r>
        <w:instrText xml:space="preserve"> PAGEREF _Toc98676198 \h </w:instrText>
      </w:r>
      <w:r>
        <w:fldChar w:fldCharType="separate"/>
      </w:r>
      <w:r>
        <w:t>91</w:t>
      </w:r>
      <w:r>
        <w:fldChar w:fldCharType="end"/>
      </w:r>
    </w:p>
    <w:p w14:paraId="31654270" w14:textId="4DCFCFE8" w:rsidR="00D403B8" w:rsidRDefault="00D403B8">
      <w:pPr>
        <w:pStyle w:val="TOC3"/>
        <w:rPr>
          <w:rFonts w:asciiTheme="minorHAnsi" w:eastAsiaTheme="minorEastAsia" w:hAnsiTheme="minorHAnsi" w:cstheme="minorBidi"/>
          <w:sz w:val="22"/>
          <w:szCs w:val="22"/>
          <w:lang w:eastAsia="en-GB"/>
        </w:rPr>
      </w:pPr>
      <w:r>
        <w:t>7.3.1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_Toc98676199 \h </w:instrText>
      </w:r>
      <w:r>
        <w:fldChar w:fldCharType="separate"/>
      </w:r>
      <w:r>
        <w:t>91</w:t>
      </w:r>
      <w:r>
        <w:fldChar w:fldCharType="end"/>
      </w:r>
    </w:p>
    <w:p w14:paraId="14B280A8" w14:textId="18C52829" w:rsidR="00D403B8" w:rsidRDefault="00D403B8">
      <w:pPr>
        <w:pStyle w:val="TOC3"/>
        <w:rPr>
          <w:rFonts w:asciiTheme="minorHAnsi" w:eastAsiaTheme="minorEastAsia" w:hAnsiTheme="minorHAnsi" w:cstheme="minorBidi"/>
          <w:sz w:val="22"/>
          <w:szCs w:val="22"/>
          <w:lang w:eastAsia="en-GB"/>
        </w:rPr>
      </w:pPr>
      <w:r>
        <w:rPr>
          <w:lang w:eastAsia="zh-CN"/>
        </w:rPr>
        <w:t>7.3.2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_Toc98676200 \h </w:instrText>
      </w:r>
      <w:r>
        <w:fldChar w:fldCharType="separate"/>
      </w:r>
      <w:r>
        <w:t>91</w:t>
      </w:r>
      <w:r>
        <w:fldChar w:fldCharType="end"/>
      </w:r>
    </w:p>
    <w:p w14:paraId="1EFE68D4" w14:textId="736E181B" w:rsidR="00D403B8" w:rsidRDefault="00D403B8">
      <w:pPr>
        <w:pStyle w:val="TOC3"/>
        <w:rPr>
          <w:rFonts w:asciiTheme="minorHAnsi" w:eastAsiaTheme="minorEastAsia" w:hAnsiTheme="minorHAnsi" w:cstheme="minorBidi"/>
          <w:sz w:val="22"/>
          <w:szCs w:val="22"/>
          <w:lang w:eastAsia="en-GB"/>
        </w:rPr>
      </w:pPr>
      <w:r>
        <w:rPr>
          <w:lang w:eastAsia="zh-CN"/>
        </w:rPr>
        <w:t>7.3.3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_Toc98676201 \h </w:instrText>
      </w:r>
      <w:r>
        <w:fldChar w:fldCharType="separate"/>
      </w:r>
      <w:r>
        <w:t>91</w:t>
      </w:r>
      <w:r>
        <w:fldChar w:fldCharType="end"/>
      </w:r>
    </w:p>
    <w:p w14:paraId="21083E8C" w14:textId="4D2D5940" w:rsidR="00D403B8" w:rsidRDefault="00D403B8">
      <w:pPr>
        <w:pStyle w:val="TOC3"/>
        <w:rPr>
          <w:rFonts w:asciiTheme="minorHAnsi" w:eastAsiaTheme="minorEastAsia" w:hAnsiTheme="minorHAnsi" w:cstheme="minorBidi"/>
          <w:sz w:val="22"/>
          <w:szCs w:val="22"/>
          <w:lang w:eastAsia="en-GB"/>
        </w:rPr>
      </w:pPr>
      <w:r>
        <w:rPr>
          <w:lang w:eastAsia="zh-CN"/>
        </w:rPr>
        <w:t>7.3.4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_Toc98676202 \h </w:instrText>
      </w:r>
      <w:r>
        <w:fldChar w:fldCharType="separate"/>
      </w:r>
      <w:r>
        <w:t>92</w:t>
      </w:r>
      <w:r>
        <w:fldChar w:fldCharType="end"/>
      </w:r>
    </w:p>
    <w:p w14:paraId="545436CF" w14:textId="3D22CEB2" w:rsidR="00D403B8" w:rsidRDefault="00D403B8">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Adjacent channel selectivity, general blocking, and narrowband blocking</w:t>
      </w:r>
      <w:r>
        <w:tab/>
      </w:r>
      <w:r>
        <w:fldChar w:fldCharType="begin"/>
      </w:r>
      <w:r>
        <w:instrText xml:space="preserve"> PAGEREF _Toc98676203 \h </w:instrText>
      </w:r>
      <w:r>
        <w:fldChar w:fldCharType="separate"/>
      </w:r>
      <w:r>
        <w:t>92</w:t>
      </w:r>
      <w:r>
        <w:fldChar w:fldCharType="end"/>
      </w:r>
    </w:p>
    <w:p w14:paraId="3DC774A6" w14:textId="38FEAFEE" w:rsidR="00D403B8" w:rsidRDefault="00D403B8">
      <w:pPr>
        <w:pStyle w:val="TOC3"/>
        <w:rPr>
          <w:rFonts w:asciiTheme="minorHAnsi" w:eastAsiaTheme="minorEastAsia" w:hAnsiTheme="minorHAnsi" w:cstheme="minorBidi"/>
          <w:sz w:val="22"/>
          <w:szCs w:val="22"/>
          <w:lang w:eastAsia="en-GB"/>
        </w:rPr>
      </w:pPr>
      <w:r>
        <w:t>7.4.1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_Toc98676204 \h </w:instrText>
      </w:r>
      <w:r>
        <w:fldChar w:fldCharType="separate"/>
      </w:r>
      <w:r>
        <w:t>92</w:t>
      </w:r>
      <w:r>
        <w:fldChar w:fldCharType="end"/>
      </w:r>
    </w:p>
    <w:p w14:paraId="27D2C8CA" w14:textId="212BF3A2" w:rsidR="00D403B8" w:rsidRDefault="00D403B8">
      <w:pPr>
        <w:pStyle w:val="TOC3"/>
        <w:rPr>
          <w:rFonts w:asciiTheme="minorHAnsi" w:eastAsiaTheme="minorEastAsia" w:hAnsiTheme="minorHAnsi" w:cstheme="minorBidi"/>
          <w:sz w:val="22"/>
          <w:szCs w:val="22"/>
          <w:lang w:eastAsia="en-GB"/>
        </w:rPr>
      </w:pPr>
      <w:r>
        <w:rPr>
          <w:lang w:eastAsia="zh-CN"/>
        </w:rPr>
        <w:t>7.4.2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_Toc98676205 \h </w:instrText>
      </w:r>
      <w:r>
        <w:fldChar w:fldCharType="separate"/>
      </w:r>
      <w:r>
        <w:t>92</w:t>
      </w:r>
      <w:r>
        <w:fldChar w:fldCharType="end"/>
      </w:r>
    </w:p>
    <w:p w14:paraId="5C6DC7F8" w14:textId="50920A47" w:rsidR="00D403B8" w:rsidRDefault="00D403B8">
      <w:pPr>
        <w:pStyle w:val="TOC4"/>
        <w:rPr>
          <w:rFonts w:asciiTheme="minorHAnsi" w:eastAsiaTheme="minorEastAsia" w:hAnsiTheme="minorHAnsi" w:cstheme="minorBidi"/>
          <w:sz w:val="22"/>
          <w:szCs w:val="22"/>
          <w:lang w:eastAsia="en-GB"/>
        </w:rPr>
      </w:pPr>
      <w:r>
        <w:t>7.4.2.1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_Toc98676206 \h </w:instrText>
      </w:r>
      <w:r>
        <w:fldChar w:fldCharType="separate"/>
      </w:r>
      <w:r>
        <w:t>92</w:t>
      </w:r>
      <w:r>
        <w:fldChar w:fldCharType="end"/>
      </w:r>
    </w:p>
    <w:p w14:paraId="7A9D6615" w14:textId="490B7038" w:rsidR="00D403B8" w:rsidRDefault="00D403B8">
      <w:pPr>
        <w:pStyle w:val="TOC4"/>
        <w:rPr>
          <w:rFonts w:asciiTheme="minorHAnsi" w:eastAsiaTheme="minorEastAsia" w:hAnsiTheme="minorHAnsi" w:cstheme="minorBidi"/>
          <w:sz w:val="22"/>
          <w:szCs w:val="22"/>
          <w:lang w:eastAsia="en-GB"/>
        </w:rPr>
      </w:pPr>
      <w:r>
        <w:t>7.4.2.2</w:t>
      </w:r>
      <w:r>
        <w:rPr>
          <w:rFonts w:asciiTheme="minorHAnsi" w:eastAsiaTheme="minorEastAsia" w:hAnsiTheme="minorHAnsi" w:cstheme="minorBidi"/>
          <w:sz w:val="22"/>
          <w:szCs w:val="22"/>
          <w:lang w:eastAsia="en-GB"/>
        </w:rPr>
        <w:tab/>
      </w:r>
      <w:r>
        <w:t>General narrowband blocking minimum requirement</w:t>
      </w:r>
      <w:r>
        <w:tab/>
      </w:r>
      <w:r>
        <w:fldChar w:fldCharType="begin"/>
      </w:r>
      <w:r>
        <w:instrText xml:space="preserve"> PAGEREF _Toc98676207 \h </w:instrText>
      </w:r>
      <w:r>
        <w:fldChar w:fldCharType="separate"/>
      </w:r>
      <w:r>
        <w:t>93</w:t>
      </w:r>
      <w:r>
        <w:fldChar w:fldCharType="end"/>
      </w:r>
    </w:p>
    <w:p w14:paraId="0362308A" w14:textId="68E6A935" w:rsidR="00D403B8" w:rsidRDefault="00D403B8">
      <w:pPr>
        <w:pStyle w:val="TOC4"/>
        <w:rPr>
          <w:rFonts w:asciiTheme="minorHAnsi" w:eastAsiaTheme="minorEastAsia" w:hAnsiTheme="minorHAnsi" w:cstheme="minorBidi"/>
          <w:sz w:val="22"/>
          <w:szCs w:val="22"/>
          <w:lang w:eastAsia="en-GB"/>
        </w:rPr>
      </w:pPr>
      <w:r>
        <w:t>7.4.2.3</w:t>
      </w:r>
      <w:r>
        <w:rPr>
          <w:rFonts w:asciiTheme="minorHAnsi" w:eastAsiaTheme="minorEastAsia" w:hAnsiTheme="minorHAnsi" w:cstheme="minorBidi"/>
          <w:sz w:val="22"/>
          <w:szCs w:val="22"/>
          <w:lang w:eastAsia="en-GB"/>
        </w:rPr>
        <w:tab/>
      </w:r>
      <w:r>
        <w:t>Additional BC3 blocking minimum requirement</w:t>
      </w:r>
      <w:r>
        <w:tab/>
      </w:r>
      <w:r>
        <w:fldChar w:fldCharType="begin"/>
      </w:r>
      <w:r>
        <w:instrText xml:space="preserve"> PAGEREF _Toc98676208 \h </w:instrText>
      </w:r>
      <w:r>
        <w:fldChar w:fldCharType="separate"/>
      </w:r>
      <w:r>
        <w:t>94</w:t>
      </w:r>
      <w:r>
        <w:fldChar w:fldCharType="end"/>
      </w:r>
    </w:p>
    <w:p w14:paraId="68ECC9D0" w14:textId="734CE4C1" w:rsidR="00D403B8" w:rsidRDefault="00D403B8">
      <w:pPr>
        <w:pStyle w:val="TOC3"/>
        <w:rPr>
          <w:rFonts w:asciiTheme="minorHAnsi" w:eastAsiaTheme="minorEastAsia" w:hAnsiTheme="minorHAnsi" w:cstheme="minorBidi"/>
          <w:sz w:val="22"/>
          <w:szCs w:val="22"/>
          <w:lang w:eastAsia="en-GB"/>
        </w:rPr>
      </w:pPr>
      <w:r>
        <w:rPr>
          <w:lang w:eastAsia="zh-CN"/>
        </w:rPr>
        <w:t>7.4.3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_Toc98676209 \h </w:instrText>
      </w:r>
      <w:r>
        <w:fldChar w:fldCharType="separate"/>
      </w:r>
      <w:r>
        <w:t>95</w:t>
      </w:r>
      <w:r>
        <w:fldChar w:fldCharType="end"/>
      </w:r>
    </w:p>
    <w:p w14:paraId="5F072CCB" w14:textId="2FD0BD52" w:rsidR="00D403B8" w:rsidRDefault="00D403B8">
      <w:pPr>
        <w:pStyle w:val="TOC3"/>
        <w:rPr>
          <w:rFonts w:asciiTheme="minorHAnsi" w:eastAsiaTheme="minorEastAsia" w:hAnsiTheme="minorHAnsi" w:cstheme="minorBidi"/>
          <w:sz w:val="22"/>
          <w:szCs w:val="22"/>
          <w:lang w:eastAsia="en-GB"/>
        </w:rPr>
      </w:pPr>
      <w:r>
        <w:rPr>
          <w:lang w:eastAsia="zh-CN"/>
        </w:rPr>
        <w:t>7.4.4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_Toc98676210 \h </w:instrText>
      </w:r>
      <w:r>
        <w:fldChar w:fldCharType="separate"/>
      </w:r>
      <w:r>
        <w:t>95</w:t>
      </w:r>
      <w:r>
        <w:fldChar w:fldCharType="end"/>
      </w:r>
    </w:p>
    <w:p w14:paraId="314E47BB" w14:textId="3E4173CD" w:rsidR="00D403B8" w:rsidRDefault="00D403B8">
      <w:pPr>
        <w:pStyle w:val="TOC2"/>
        <w:rPr>
          <w:rFonts w:asciiTheme="minorHAnsi" w:eastAsiaTheme="minorEastAsia" w:hAnsiTheme="minorHAnsi" w:cstheme="minorBidi"/>
          <w:sz w:val="22"/>
          <w:szCs w:val="22"/>
          <w:lang w:eastAsia="en-GB"/>
        </w:rPr>
      </w:pPr>
      <w:r>
        <w:t>7.5</w:t>
      </w:r>
      <w:r>
        <w:rPr>
          <w:rFonts w:asciiTheme="minorHAnsi" w:eastAsiaTheme="minorEastAsia" w:hAnsiTheme="minorHAnsi" w:cstheme="minorBidi"/>
          <w:sz w:val="22"/>
          <w:szCs w:val="22"/>
          <w:lang w:eastAsia="en-GB"/>
        </w:rPr>
        <w:tab/>
      </w:r>
      <w:r>
        <w:t>Blocking</w:t>
      </w:r>
      <w:r>
        <w:tab/>
      </w:r>
      <w:r>
        <w:fldChar w:fldCharType="begin"/>
      </w:r>
      <w:r>
        <w:instrText xml:space="preserve"> PAGEREF _Toc98676211 \h </w:instrText>
      </w:r>
      <w:r>
        <w:fldChar w:fldCharType="separate"/>
      </w:r>
      <w:r>
        <w:t>95</w:t>
      </w:r>
      <w:r>
        <w:fldChar w:fldCharType="end"/>
      </w:r>
    </w:p>
    <w:p w14:paraId="23229E90" w14:textId="69309D5D" w:rsidR="00D403B8" w:rsidRDefault="00D403B8">
      <w:pPr>
        <w:pStyle w:val="TOC3"/>
        <w:rPr>
          <w:rFonts w:asciiTheme="minorHAnsi" w:eastAsiaTheme="minorEastAsia" w:hAnsiTheme="minorHAnsi" w:cstheme="minorBidi"/>
          <w:sz w:val="22"/>
          <w:szCs w:val="22"/>
          <w:lang w:eastAsia="en-GB"/>
        </w:rPr>
      </w:pPr>
      <w:r>
        <w:t>7.5.1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_Toc98676212 \h </w:instrText>
      </w:r>
      <w:r>
        <w:fldChar w:fldCharType="separate"/>
      </w:r>
      <w:r>
        <w:t>95</w:t>
      </w:r>
      <w:r>
        <w:fldChar w:fldCharType="end"/>
      </w:r>
    </w:p>
    <w:p w14:paraId="0229B4B0" w14:textId="4A2CC43C" w:rsidR="00D403B8" w:rsidRDefault="00D403B8">
      <w:pPr>
        <w:pStyle w:val="TOC3"/>
        <w:rPr>
          <w:rFonts w:asciiTheme="minorHAnsi" w:eastAsiaTheme="minorEastAsia" w:hAnsiTheme="minorHAnsi" w:cstheme="minorBidi"/>
          <w:sz w:val="22"/>
          <w:szCs w:val="22"/>
          <w:lang w:eastAsia="en-GB"/>
        </w:rPr>
      </w:pPr>
      <w:r>
        <w:rPr>
          <w:lang w:eastAsia="zh-CN"/>
        </w:rPr>
        <w:t>7.5.2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_Toc98676213 \h </w:instrText>
      </w:r>
      <w:r>
        <w:fldChar w:fldCharType="separate"/>
      </w:r>
      <w:r>
        <w:t>95</w:t>
      </w:r>
      <w:r>
        <w:fldChar w:fldCharType="end"/>
      </w:r>
    </w:p>
    <w:p w14:paraId="15056429" w14:textId="513A6068" w:rsidR="00D403B8" w:rsidRDefault="00D403B8">
      <w:pPr>
        <w:pStyle w:val="TOC4"/>
        <w:rPr>
          <w:rFonts w:asciiTheme="minorHAnsi" w:eastAsiaTheme="minorEastAsia" w:hAnsiTheme="minorHAnsi" w:cstheme="minorBidi"/>
          <w:sz w:val="22"/>
          <w:szCs w:val="22"/>
          <w:lang w:eastAsia="en-GB"/>
        </w:rPr>
      </w:pPr>
      <w:r>
        <w:t>7.5.2.1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_Toc98676214 \h </w:instrText>
      </w:r>
      <w:r>
        <w:fldChar w:fldCharType="separate"/>
      </w:r>
      <w:r>
        <w:t>95</w:t>
      </w:r>
      <w:r>
        <w:fldChar w:fldCharType="end"/>
      </w:r>
    </w:p>
    <w:p w14:paraId="0AE0306C" w14:textId="430C4E69" w:rsidR="00D403B8" w:rsidRDefault="00D403B8">
      <w:pPr>
        <w:pStyle w:val="TOC4"/>
        <w:rPr>
          <w:rFonts w:asciiTheme="minorHAnsi" w:eastAsiaTheme="minorEastAsia" w:hAnsiTheme="minorHAnsi" w:cstheme="minorBidi"/>
          <w:sz w:val="22"/>
          <w:szCs w:val="22"/>
          <w:lang w:eastAsia="en-GB"/>
        </w:rPr>
      </w:pPr>
      <w:r>
        <w:t>7.5.2.2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_Toc98676215 \h </w:instrText>
      </w:r>
      <w:r>
        <w:fldChar w:fldCharType="separate"/>
      </w:r>
      <w:r>
        <w:t>96</w:t>
      </w:r>
      <w:r>
        <w:fldChar w:fldCharType="end"/>
      </w:r>
    </w:p>
    <w:p w14:paraId="55AE5A34" w14:textId="1D7B7A22" w:rsidR="00D403B8" w:rsidRDefault="00D403B8">
      <w:pPr>
        <w:pStyle w:val="TOC3"/>
        <w:rPr>
          <w:rFonts w:asciiTheme="minorHAnsi" w:eastAsiaTheme="minorEastAsia" w:hAnsiTheme="minorHAnsi" w:cstheme="minorBidi"/>
          <w:sz w:val="22"/>
          <w:szCs w:val="22"/>
          <w:lang w:eastAsia="en-GB"/>
        </w:rPr>
      </w:pPr>
      <w:r>
        <w:rPr>
          <w:lang w:eastAsia="zh-CN"/>
        </w:rPr>
        <w:t>7.5.3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_Toc98676216 \h </w:instrText>
      </w:r>
      <w:r>
        <w:fldChar w:fldCharType="separate"/>
      </w:r>
      <w:r>
        <w:t>100</w:t>
      </w:r>
      <w:r>
        <w:fldChar w:fldCharType="end"/>
      </w:r>
    </w:p>
    <w:p w14:paraId="1CC754DC" w14:textId="7C23913C" w:rsidR="00D403B8" w:rsidRDefault="00D403B8">
      <w:pPr>
        <w:pStyle w:val="TOC4"/>
        <w:rPr>
          <w:rFonts w:asciiTheme="minorHAnsi" w:eastAsiaTheme="minorEastAsia" w:hAnsiTheme="minorHAnsi" w:cstheme="minorBidi"/>
          <w:sz w:val="22"/>
          <w:szCs w:val="22"/>
          <w:lang w:eastAsia="en-GB"/>
        </w:rPr>
      </w:pPr>
      <w:r>
        <w:t>7.5.3.1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_Toc98676217 \h </w:instrText>
      </w:r>
      <w:r>
        <w:fldChar w:fldCharType="separate"/>
      </w:r>
      <w:r>
        <w:t>100</w:t>
      </w:r>
      <w:r>
        <w:fldChar w:fldCharType="end"/>
      </w:r>
    </w:p>
    <w:p w14:paraId="260F38D7" w14:textId="68359D31" w:rsidR="00D403B8" w:rsidRDefault="00D403B8">
      <w:pPr>
        <w:pStyle w:val="TOC4"/>
        <w:rPr>
          <w:rFonts w:asciiTheme="minorHAnsi" w:eastAsiaTheme="minorEastAsia" w:hAnsiTheme="minorHAnsi" w:cstheme="minorBidi"/>
          <w:sz w:val="22"/>
          <w:szCs w:val="22"/>
          <w:lang w:eastAsia="en-GB"/>
        </w:rPr>
      </w:pPr>
      <w:r>
        <w:t>7.5.3.2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_Toc98676218 \h </w:instrText>
      </w:r>
      <w:r>
        <w:fldChar w:fldCharType="separate"/>
      </w:r>
      <w:r>
        <w:t>101</w:t>
      </w:r>
      <w:r>
        <w:fldChar w:fldCharType="end"/>
      </w:r>
    </w:p>
    <w:p w14:paraId="31045D6F" w14:textId="690CB167" w:rsidR="00D403B8" w:rsidRDefault="00D403B8">
      <w:pPr>
        <w:pStyle w:val="TOC3"/>
        <w:rPr>
          <w:rFonts w:asciiTheme="minorHAnsi" w:eastAsiaTheme="minorEastAsia" w:hAnsiTheme="minorHAnsi" w:cstheme="minorBidi"/>
          <w:sz w:val="22"/>
          <w:szCs w:val="22"/>
          <w:lang w:eastAsia="en-GB"/>
        </w:rPr>
      </w:pPr>
      <w:r>
        <w:rPr>
          <w:lang w:eastAsia="zh-CN"/>
        </w:rPr>
        <w:t>7.5.4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_Toc98676219 \h </w:instrText>
      </w:r>
      <w:r>
        <w:fldChar w:fldCharType="separate"/>
      </w:r>
      <w:r>
        <w:t>101</w:t>
      </w:r>
      <w:r>
        <w:fldChar w:fldCharType="end"/>
      </w:r>
    </w:p>
    <w:p w14:paraId="0F813030" w14:textId="1D836411" w:rsidR="00D403B8" w:rsidRDefault="00D403B8">
      <w:pPr>
        <w:pStyle w:val="TOC4"/>
        <w:rPr>
          <w:rFonts w:asciiTheme="minorHAnsi" w:eastAsiaTheme="minorEastAsia" w:hAnsiTheme="minorHAnsi" w:cstheme="minorBidi"/>
          <w:sz w:val="22"/>
          <w:szCs w:val="22"/>
          <w:lang w:eastAsia="en-GB"/>
        </w:rPr>
      </w:pPr>
      <w:r>
        <w:t>7.5.4.1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_Toc98676220 \h </w:instrText>
      </w:r>
      <w:r>
        <w:fldChar w:fldCharType="separate"/>
      </w:r>
      <w:r>
        <w:t>101</w:t>
      </w:r>
      <w:r>
        <w:fldChar w:fldCharType="end"/>
      </w:r>
    </w:p>
    <w:p w14:paraId="6A225223" w14:textId="4821C70F" w:rsidR="00D403B8" w:rsidRDefault="00D403B8">
      <w:pPr>
        <w:pStyle w:val="TOC4"/>
        <w:rPr>
          <w:rFonts w:asciiTheme="minorHAnsi" w:eastAsiaTheme="minorEastAsia" w:hAnsiTheme="minorHAnsi" w:cstheme="minorBidi"/>
          <w:sz w:val="22"/>
          <w:szCs w:val="22"/>
          <w:lang w:eastAsia="en-GB"/>
        </w:rPr>
      </w:pPr>
      <w:r>
        <w:t>7.5.4.2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_Toc98676221 \h </w:instrText>
      </w:r>
      <w:r>
        <w:fldChar w:fldCharType="separate"/>
      </w:r>
      <w:r>
        <w:t>106</w:t>
      </w:r>
      <w:r>
        <w:fldChar w:fldCharType="end"/>
      </w:r>
    </w:p>
    <w:p w14:paraId="41B60B77" w14:textId="1CB4815F" w:rsidR="00D403B8" w:rsidRDefault="00D403B8">
      <w:pPr>
        <w:pStyle w:val="TOC2"/>
        <w:rPr>
          <w:rFonts w:asciiTheme="minorHAnsi" w:eastAsiaTheme="minorEastAsia" w:hAnsiTheme="minorHAnsi" w:cstheme="minorBidi"/>
          <w:sz w:val="22"/>
          <w:szCs w:val="22"/>
          <w:lang w:eastAsia="en-GB"/>
        </w:rPr>
      </w:pPr>
      <w:r>
        <w:t>7.6</w:t>
      </w:r>
      <w:r>
        <w:rPr>
          <w:rFonts w:asciiTheme="minorHAnsi" w:eastAsiaTheme="minorEastAsia" w:hAnsiTheme="minorHAnsi" w:cstheme="minorBidi"/>
          <w:sz w:val="22"/>
          <w:szCs w:val="22"/>
          <w:lang w:eastAsia="en-GB"/>
        </w:rPr>
        <w:tab/>
      </w:r>
      <w:r>
        <w:t>Receiver spurious emissions</w:t>
      </w:r>
      <w:r>
        <w:tab/>
      </w:r>
      <w:r>
        <w:fldChar w:fldCharType="begin"/>
      </w:r>
      <w:r>
        <w:instrText xml:space="preserve"> PAGEREF _Toc98676222 \h </w:instrText>
      </w:r>
      <w:r>
        <w:fldChar w:fldCharType="separate"/>
      </w:r>
      <w:r>
        <w:t>106</w:t>
      </w:r>
      <w:r>
        <w:fldChar w:fldCharType="end"/>
      </w:r>
    </w:p>
    <w:p w14:paraId="7FE2ACA4" w14:textId="76332ED0" w:rsidR="00D403B8" w:rsidRDefault="00D403B8">
      <w:pPr>
        <w:pStyle w:val="TOC3"/>
        <w:rPr>
          <w:rFonts w:asciiTheme="minorHAnsi" w:eastAsiaTheme="minorEastAsia" w:hAnsiTheme="minorHAnsi" w:cstheme="minorBidi"/>
          <w:sz w:val="22"/>
          <w:szCs w:val="22"/>
          <w:lang w:eastAsia="en-GB"/>
        </w:rPr>
      </w:pPr>
      <w:r>
        <w:t>7.6.1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_Toc98676223 \h </w:instrText>
      </w:r>
      <w:r>
        <w:fldChar w:fldCharType="separate"/>
      </w:r>
      <w:r>
        <w:t>106</w:t>
      </w:r>
      <w:r>
        <w:fldChar w:fldCharType="end"/>
      </w:r>
    </w:p>
    <w:p w14:paraId="36061CAB" w14:textId="4AEF85DC" w:rsidR="00D403B8" w:rsidRDefault="00D403B8">
      <w:pPr>
        <w:pStyle w:val="TOC3"/>
        <w:rPr>
          <w:rFonts w:asciiTheme="minorHAnsi" w:eastAsiaTheme="minorEastAsia" w:hAnsiTheme="minorHAnsi" w:cstheme="minorBidi"/>
          <w:sz w:val="22"/>
          <w:szCs w:val="22"/>
          <w:lang w:eastAsia="en-GB"/>
        </w:rPr>
      </w:pPr>
      <w:r>
        <w:rPr>
          <w:lang w:eastAsia="zh-CN"/>
        </w:rPr>
        <w:t>7.6.2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_Toc98676224 \h </w:instrText>
      </w:r>
      <w:r>
        <w:fldChar w:fldCharType="separate"/>
      </w:r>
      <w:r>
        <w:t>106</w:t>
      </w:r>
      <w:r>
        <w:fldChar w:fldCharType="end"/>
      </w:r>
    </w:p>
    <w:p w14:paraId="2386A729" w14:textId="73A6E18C" w:rsidR="00D403B8" w:rsidRDefault="00D403B8">
      <w:pPr>
        <w:pStyle w:val="TOC4"/>
        <w:rPr>
          <w:rFonts w:asciiTheme="minorHAnsi" w:eastAsiaTheme="minorEastAsia" w:hAnsiTheme="minorHAnsi" w:cstheme="minorBidi"/>
          <w:sz w:val="22"/>
          <w:szCs w:val="22"/>
          <w:lang w:eastAsia="en-GB"/>
        </w:rPr>
      </w:pPr>
      <w:r>
        <w:t>7.6.2.1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_Toc98676225 \h </w:instrText>
      </w:r>
      <w:r>
        <w:fldChar w:fldCharType="separate"/>
      </w:r>
      <w:r>
        <w:t>106</w:t>
      </w:r>
      <w:r>
        <w:fldChar w:fldCharType="end"/>
      </w:r>
    </w:p>
    <w:p w14:paraId="7FC79DF7" w14:textId="371B9132" w:rsidR="00D403B8" w:rsidRDefault="00D403B8">
      <w:pPr>
        <w:pStyle w:val="TOC3"/>
        <w:rPr>
          <w:rFonts w:asciiTheme="minorHAnsi" w:eastAsiaTheme="minorEastAsia" w:hAnsiTheme="minorHAnsi" w:cstheme="minorBidi"/>
          <w:sz w:val="22"/>
          <w:szCs w:val="22"/>
          <w:lang w:eastAsia="en-GB"/>
        </w:rPr>
      </w:pPr>
      <w:r>
        <w:rPr>
          <w:lang w:eastAsia="zh-CN"/>
        </w:rPr>
        <w:t>7.6.3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_Toc98676226 \h </w:instrText>
      </w:r>
      <w:r>
        <w:fldChar w:fldCharType="separate"/>
      </w:r>
      <w:r>
        <w:t>107</w:t>
      </w:r>
      <w:r>
        <w:fldChar w:fldCharType="end"/>
      </w:r>
    </w:p>
    <w:p w14:paraId="28041746" w14:textId="24AF1970" w:rsidR="00D403B8" w:rsidRDefault="00D403B8">
      <w:pPr>
        <w:pStyle w:val="TOC3"/>
        <w:rPr>
          <w:rFonts w:asciiTheme="minorHAnsi" w:eastAsiaTheme="minorEastAsia" w:hAnsiTheme="minorHAnsi" w:cstheme="minorBidi"/>
          <w:sz w:val="22"/>
          <w:szCs w:val="22"/>
          <w:lang w:eastAsia="en-GB"/>
        </w:rPr>
      </w:pPr>
      <w:r>
        <w:rPr>
          <w:lang w:eastAsia="zh-CN"/>
        </w:rPr>
        <w:t>7.6.4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_Toc98676227 \h </w:instrText>
      </w:r>
      <w:r>
        <w:fldChar w:fldCharType="separate"/>
      </w:r>
      <w:r>
        <w:t>108</w:t>
      </w:r>
      <w:r>
        <w:fldChar w:fldCharType="end"/>
      </w:r>
    </w:p>
    <w:p w14:paraId="3FFDACB9" w14:textId="6BAC64CB" w:rsidR="00D403B8" w:rsidRDefault="00D403B8">
      <w:pPr>
        <w:pStyle w:val="TOC2"/>
        <w:rPr>
          <w:rFonts w:asciiTheme="minorHAnsi" w:eastAsiaTheme="minorEastAsia" w:hAnsiTheme="minorHAnsi" w:cstheme="minorBidi"/>
          <w:sz w:val="22"/>
          <w:szCs w:val="22"/>
          <w:lang w:eastAsia="en-GB"/>
        </w:rPr>
      </w:pPr>
      <w:r>
        <w:t>7.7</w:t>
      </w:r>
      <w:r>
        <w:rPr>
          <w:rFonts w:asciiTheme="minorHAnsi" w:eastAsiaTheme="minorEastAsia" w:hAnsiTheme="minorHAnsi" w:cstheme="minorBidi"/>
          <w:sz w:val="22"/>
          <w:szCs w:val="22"/>
          <w:lang w:eastAsia="en-GB"/>
        </w:rPr>
        <w:tab/>
      </w:r>
      <w:r>
        <w:t>Receiver intermodulation</w:t>
      </w:r>
      <w:r>
        <w:tab/>
      </w:r>
      <w:r>
        <w:fldChar w:fldCharType="begin"/>
      </w:r>
      <w:r>
        <w:instrText xml:space="preserve"> PAGEREF _Toc98676228 \h </w:instrText>
      </w:r>
      <w:r>
        <w:fldChar w:fldCharType="separate"/>
      </w:r>
      <w:r>
        <w:t>108</w:t>
      </w:r>
      <w:r>
        <w:fldChar w:fldCharType="end"/>
      </w:r>
    </w:p>
    <w:p w14:paraId="01D81C50" w14:textId="1E90F7BB" w:rsidR="00D403B8" w:rsidRDefault="00D403B8">
      <w:pPr>
        <w:pStyle w:val="TOC3"/>
        <w:rPr>
          <w:rFonts w:asciiTheme="minorHAnsi" w:eastAsiaTheme="minorEastAsia" w:hAnsiTheme="minorHAnsi" w:cstheme="minorBidi"/>
          <w:sz w:val="22"/>
          <w:szCs w:val="22"/>
          <w:lang w:eastAsia="en-GB"/>
        </w:rPr>
      </w:pPr>
      <w:r>
        <w:t>7.7.1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_Toc98676229 \h </w:instrText>
      </w:r>
      <w:r>
        <w:fldChar w:fldCharType="separate"/>
      </w:r>
      <w:r>
        <w:t>108</w:t>
      </w:r>
      <w:r>
        <w:fldChar w:fldCharType="end"/>
      </w:r>
    </w:p>
    <w:p w14:paraId="5AC2DA24" w14:textId="0A19C9AD" w:rsidR="00D403B8" w:rsidRDefault="00D403B8">
      <w:pPr>
        <w:pStyle w:val="TOC3"/>
        <w:rPr>
          <w:rFonts w:asciiTheme="minorHAnsi" w:eastAsiaTheme="minorEastAsia" w:hAnsiTheme="minorHAnsi" w:cstheme="minorBidi"/>
          <w:sz w:val="22"/>
          <w:szCs w:val="22"/>
          <w:lang w:eastAsia="en-GB"/>
        </w:rPr>
      </w:pPr>
      <w:r>
        <w:rPr>
          <w:lang w:eastAsia="zh-CN"/>
        </w:rPr>
        <w:t>7.7.2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_Toc98676230 \h </w:instrText>
      </w:r>
      <w:r>
        <w:fldChar w:fldCharType="separate"/>
      </w:r>
      <w:r>
        <w:t>108</w:t>
      </w:r>
      <w:r>
        <w:fldChar w:fldCharType="end"/>
      </w:r>
    </w:p>
    <w:p w14:paraId="00376FF3" w14:textId="7C38C3B8" w:rsidR="00D403B8" w:rsidRDefault="00D403B8">
      <w:pPr>
        <w:pStyle w:val="TOC4"/>
        <w:rPr>
          <w:rFonts w:asciiTheme="minorHAnsi" w:eastAsiaTheme="minorEastAsia" w:hAnsiTheme="minorHAnsi" w:cstheme="minorBidi"/>
          <w:sz w:val="22"/>
          <w:szCs w:val="22"/>
          <w:lang w:eastAsia="en-GB"/>
        </w:rPr>
      </w:pPr>
      <w:r>
        <w:t>7.7.2.1</w:t>
      </w:r>
      <w:r>
        <w:rPr>
          <w:rFonts w:asciiTheme="minorHAnsi" w:eastAsiaTheme="minorEastAsia" w:hAnsiTheme="minorHAnsi" w:cstheme="minorBidi"/>
          <w:sz w:val="22"/>
          <w:szCs w:val="22"/>
          <w:lang w:eastAsia="en-GB"/>
        </w:rPr>
        <w:tab/>
      </w:r>
      <w:r>
        <w:t>General intermodulation minimum requirement</w:t>
      </w:r>
      <w:r>
        <w:tab/>
      </w:r>
      <w:r>
        <w:fldChar w:fldCharType="begin"/>
      </w:r>
      <w:r>
        <w:instrText xml:space="preserve"> PAGEREF _Toc98676231 \h </w:instrText>
      </w:r>
      <w:r>
        <w:fldChar w:fldCharType="separate"/>
      </w:r>
      <w:r>
        <w:t>108</w:t>
      </w:r>
      <w:r>
        <w:fldChar w:fldCharType="end"/>
      </w:r>
    </w:p>
    <w:p w14:paraId="69CE71BA" w14:textId="0592877D" w:rsidR="00D403B8" w:rsidRDefault="00D403B8">
      <w:pPr>
        <w:pStyle w:val="TOC4"/>
        <w:rPr>
          <w:rFonts w:asciiTheme="minorHAnsi" w:eastAsiaTheme="minorEastAsia" w:hAnsiTheme="minorHAnsi" w:cstheme="minorBidi"/>
          <w:sz w:val="22"/>
          <w:szCs w:val="22"/>
          <w:lang w:eastAsia="en-GB"/>
        </w:rPr>
      </w:pPr>
      <w:r>
        <w:t>7.7.2.2</w:t>
      </w:r>
      <w:r>
        <w:rPr>
          <w:rFonts w:asciiTheme="minorHAnsi" w:eastAsiaTheme="minorEastAsia" w:hAnsiTheme="minorHAnsi" w:cstheme="minorBidi"/>
          <w:sz w:val="22"/>
          <w:szCs w:val="22"/>
          <w:lang w:eastAsia="en-GB"/>
        </w:rPr>
        <w:tab/>
      </w:r>
      <w:r>
        <w:t>General narrowband intermodulation minimum requirement</w:t>
      </w:r>
      <w:r>
        <w:tab/>
      </w:r>
      <w:r>
        <w:fldChar w:fldCharType="begin"/>
      </w:r>
      <w:r>
        <w:instrText xml:space="preserve"> PAGEREF _Toc98676232 \h </w:instrText>
      </w:r>
      <w:r>
        <w:fldChar w:fldCharType="separate"/>
      </w:r>
      <w:r>
        <w:t>110</w:t>
      </w:r>
      <w:r>
        <w:fldChar w:fldCharType="end"/>
      </w:r>
    </w:p>
    <w:p w14:paraId="2FEDCC1B" w14:textId="0C8FEE6A" w:rsidR="00D403B8" w:rsidRDefault="00D403B8">
      <w:pPr>
        <w:pStyle w:val="TOC3"/>
        <w:rPr>
          <w:rFonts w:asciiTheme="minorHAnsi" w:eastAsiaTheme="minorEastAsia" w:hAnsiTheme="minorHAnsi" w:cstheme="minorBidi"/>
          <w:sz w:val="22"/>
          <w:szCs w:val="22"/>
          <w:lang w:eastAsia="en-GB"/>
        </w:rPr>
      </w:pPr>
      <w:r>
        <w:rPr>
          <w:lang w:eastAsia="zh-CN"/>
        </w:rPr>
        <w:t>7.7.3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_Toc98676233 \h </w:instrText>
      </w:r>
      <w:r>
        <w:fldChar w:fldCharType="separate"/>
      </w:r>
      <w:r>
        <w:t>114</w:t>
      </w:r>
      <w:r>
        <w:fldChar w:fldCharType="end"/>
      </w:r>
    </w:p>
    <w:p w14:paraId="50BC0060" w14:textId="3440E942" w:rsidR="00D403B8" w:rsidRDefault="00D403B8">
      <w:pPr>
        <w:pStyle w:val="TOC3"/>
        <w:rPr>
          <w:rFonts w:asciiTheme="minorHAnsi" w:eastAsiaTheme="minorEastAsia" w:hAnsiTheme="minorHAnsi" w:cstheme="minorBidi"/>
          <w:sz w:val="22"/>
          <w:szCs w:val="22"/>
          <w:lang w:eastAsia="en-GB"/>
        </w:rPr>
      </w:pPr>
      <w:r>
        <w:rPr>
          <w:lang w:eastAsia="zh-CN"/>
        </w:rPr>
        <w:t>7.7.4</w:t>
      </w:r>
      <w:r>
        <w:rPr>
          <w:rFonts w:asciiTheme="minorHAnsi" w:eastAsiaTheme="minorEastAsia" w:hAnsiTheme="minorHAnsi" w:cstheme="minorBidi"/>
          <w:sz w:val="22"/>
          <w:szCs w:val="22"/>
          <w:lang w:eastAsia="en-GB"/>
        </w:rPr>
        <w:tab/>
      </w:r>
      <w:r>
        <w:rPr>
          <w:lang w:eastAsia="zh-CN"/>
        </w:rPr>
        <w:t>Minimum requirement for single RAT E- UTRA operation</w:t>
      </w:r>
      <w:r>
        <w:tab/>
      </w:r>
      <w:r>
        <w:fldChar w:fldCharType="begin"/>
      </w:r>
      <w:r>
        <w:instrText xml:space="preserve"> PAGEREF _Toc98676234 \h </w:instrText>
      </w:r>
      <w:r>
        <w:fldChar w:fldCharType="separate"/>
      </w:r>
      <w:r>
        <w:t>114</w:t>
      </w:r>
      <w:r>
        <w:fldChar w:fldCharType="end"/>
      </w:r>
    </w:p>
    <w:p w14:paraId="5767312D" w14:textId="7F30487D" w:rsidR="00D403B8" w:rsidRDefault="00D403B8">
      <w:pPr>
        <w:pStyle w:val="TOC2"/>
        <w:rPr>
          <w:rFonts w:asciiTheme="minorHAnsi" w:eastAsiaTheme="minorEastAsia" w:hAnsiTheme="minorHAnsi" w:cstheme="minorBidi"/>
          <w:sz w:val="22"/>
          <w:szCs w:val="22"/>
          <w:lang w:eastAsia="en-GB"/>
        </w:rPr>
      </w:pPr>
      <w:r>
        <w:t>7.8</w:t>
      </w:r>
      <w:r>
        <w:rPr>
          <w:rFonts w:asciiTheme="minorHAnsi" w:eastAsiaTheme="minorEastAsia" w:hAnsiTheme="minorHAnsi" w:cstheme="minorBidi"/>
          <w:sz w:val="22"/>
          <w:szCs w:val="22"/>
          <w:lang w:eastAsia="en-GB"/>
        </w:rPr>
        <w:tab/>
      </w:r>
      <w:r>
        <w:t>In-channel selectivity</w:t>
      </w:r>
      <w:r>
        <w:tab/>
      </w:r>
      <w:r>
        <w:fldChar w:fldCharType="begin"/>
      </w:r>
      <w:r>
        <w:instrText xml:space="preserve"> PAGEREF _Toc98676235 \h </w:instrText>
      </w:r>
      <w:r>
        <w:fldChar w:fldCharType="separate"/>
      </w:r>
      <w:r>
        <w:t>114</w:t>
      </w:r>
      <w:r>
        <w:fldChar w:fldCharType="end"/>
      </w:r>
    </w:p>
    <w:p w14:paraId="2CD65E12" w14:textId="291E618F" w:rsidR="00D403B8" w:rsidRDefault="00D403B8">
      <w:pPr>
        <w:pStyle w:val="TOC3"/>
        <w:rPr>
          <w:rFonts w:asciiTheme="minorHAnsi" w:eastAsiaTheme="minorEastAsia" w:hAnsiTheme="minorHAnsi" w:cstheme="minorBidi"/>
          <w:sz w:val="22"/>
          <w:szCs w:val="22"/>
          <w:lang w:eastAsia="en-GB"/>
        </w:rPr>
      </w:pPr>
      <w:r>
        <w:t>7.8.1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_Toc98676236 \h </w:instrText>
      </w:r>
      <w:r>
        <w:fldChar w:fldCharType="separate"/>
      </w:r>
      <w:r>
        <w:t>114</w:t>
      </w:r>
      <w:r>
        <w:fldChar w:fldCharType="end"/>
      </w:r>
    </w:p>
    <w:p w14:paraId="36E3A065" w14:textId="0C8D7056" w:rsidR="00D403B8" w:rsidRDefault="00D403B8">
      <w:pPr>
        <w:pStyle w:val="TOC3"/>
        <w:rPr>
          <w:rFonts w:asciiTheme="minorHAnsi" w:eastAsiaTheme="minorEastAsia" w:hAnsiTheme="minorHAnsi" w:cstheme="minorBidi"/>
          <w:sz w:val="22"/>
          <w:szCs w:val="22"/>
          <w:lang w:eastAsia="en-GB"/>
        </w:rPr>
      </w:pPr>
      <w:r>
        <w:rPr>
          <w:lang w:eastAsia="zh-CN"/>
        </w:rPr>
        <w:t>7.8.2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_Toc98676237 \h </w:instrText>
      </w:r>
      <w:r>
        <w:fldChar w:fldCharType="separate"/>
      </w:r>
      <w:r>
        <w:t>114</w:t>
      </w:r>
      <w:r>
        <w:fldChar w:fldCharType="end"/>
      </w:r>
    </w:p>
    <w:p w14:paraId="558D23F3" w14:textId="6D891097" w:rsidR="00D403B8" w:rsidRDefault="00D403B8">
      <w:pPr>
        <w:pStyle w:val="TOC3"/>
        <w:rPr>
          <w:rFonts w:asciiTheme="minorHAnsi" w:eastAsiaTheme="minorEastAsia" w:hAnsiTheme="minorHAnsi" w:cstheme="minorBidi"/>
          <w:sz w:val="22"/>
          <w:szCs w:val="22"/>
          <w:lang w:eastAsia="en-GB"/>
        </w:rPr>
      </w:pPr>
      <w:r>
        <w:rPr>
          <w:lang w:eastAsia="zh-CN"/>
        </w:rPr>
        <w:t>7.8.3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_Toc98676238 \h </w:instrText>
      </w:r>
      <w:r>
        <w:fldChar w:fldCharType="separate"/>
      </w:r>
      <w:r>
        <w:t>114</w:t>
      </w:r>
      <w:r>
        <w:fldChar w:fldCharType="end"/>
      </w:r>
    </w:p>
    <w:p w14:paraId="22A8F247" w14:textId="296F01D7" w:rsidR="00D403B8" w:rsidRDefault="00D403B8">
      <w:pPr>
        <w:pStyle w:val="TOC3"/>
        <w:rPr>
          <w:rFonts w:asciiTheme="minorHAnsi" w:eastAsiaTheme="minorEastAsia" w:hAnsiTheme="minorHAnsi" w:cstheme="minorBidi"/>
          <w:sz w:val="22"/>
          <w:szCs w:val="22"/>
          <w:lang w:eastAsia="en-GB"/>
        </w:rPr>
      </w:pPr>
      <w:r>
        <w:rPr>
          <w:lang w:eastAsia="zh-CN"/>
        </w:rPr>
        <w:t>7.8.4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_Toc98676239 \h </w:instrText>
      </w:r>
      <w:r>
        <w:fldChar w:fldCharType="separate"/>
      </w:r>
      <w:r>
        <w:t>114</w:t>
      </w:r>
      <w:r>
        <w:fldChar w:fldCharType="end"/>
      </w:r>
    </w:p>
    <w:p w14:paraId="46634ED5" w14:textId="186A67DA" w:rsidR="00D403B8" w:rsidRDefault="00D403B8">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Performance requirements</w:t>
      </w:r>
      <w:r>
        <w:tab/>
      </w:r>
      <w:r>
        <w:fldChar w:fldCharType="begin"/>
      </w:r>
      <w:r>
        <w:instrText xml:space="preserve"> PAGEREF _Toc98676240 \h </w:instrText>
      </w:r>
      <w:r>
        <w:fldChar w:fldCharType="separate"/>
      </w:r>
      <w:r>
        <w:t>115</w:t>
      </w:r>
      <w:r>
        <w:fldChar w:fldCharType="end"/>
      </w:r>
    </w:p>
    <w:p w14:paraId="6AD40E54" w14:textId="54A4F4B7" w:rsidR="00D403B8" w:rsidRDefault="00D403B8">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_Toc98676241 \h </w:instrText>
      </w:r>
      <w:r>
        <w:fldChar w:fldCharType="separate"/>
      </w:r>
      <w:r>
        <w:t>115</w:t>
      </w:r>
      <w:r>
        <w:fldChar w:fldCharType="end"/>
      </w:r>
    </w:p>
    <w:p w14:paraId="64369B42" w14:textId="38B31F33" w:rsidR="00D403B8" w:rsidRDefault="00D403B8">
      <w:pPr>
        <w:pStyle w:val="TOC3"/>
        <w:rPr>
          <w:rFonts w:asciiTheme="minorHAnsi" w:eastAsiaTheme="minorEastAsia" w:hAnsiTheme="minorHAnsi" w:cstheme="minorBidi"/>
          <w:sz w:val="22"/>
          <w:szCs w:val="22"/>
          <w:lang w:eastAsia="en-GB"/>
        </w:rPr>
      </w:pPr>
      <w:r>
        <w:t>8.1.1</w:t>
      </w:r>
      <w:r>
        <w:rPr>
          <w:rFonts w:asciiTheme="minorHAnsi" w:eastAsiaTheme="minorEastAsia" w:hAnsiTheme="minorHAnsi" w:cstheme="minorBidi"/>
          <w:sz w:val="22"/>
          <w:szCs w:val="22"/>
          <w:lang w:eastAsia="en-GB"/>
        </w:rPr>
        <w:tab/>
      </w:r>
      <w:r>
        <w:t>UTRA operation</w:t>
      </w:r>
      <w:r>
        <w:tab/>
      </w:r>
      <w:r>
        <w:fldChar w:fldCharType="begin"/>
      </w:r>
      <w:r>
        <w:instrText xml:space="preserve"> PAGEREF _Toc98676242 \h </w:instrText>
      </w:r>
      <w:r>
        <w:fldChar w:fldCharType="separate"/>
      </w:r>
      <w:r>
        <w:t>115</w:t>
      </w:r>
      <w:r>
        <w:fldChar w:fldCharType="end"/>
      </w:r>
    </w:p>
    <w:p w14:paraId="1DEF1ECD" w14:textId="46212650" w:rsidR="00D403B8" w:rsidRDefault="00D403B8">
      <w:pPr>
        <w:pStyle w:val="TOC3"/>
        <w:rPr>
          <w:rFonts w:asciiTheme="minorHAnsi" w:eastAsiaTheme="minorEastAsia" w:hAnsiTheme="minorHAnsi" w:cstheme="minorBidi"/>
          <w:sz w:val="22"/>
          <w:szCs w:val="22"/>
          <w:lang w:eastAsia="en-GB"/>
        </w:rPr>
      </w:pPr>
      <w:r>
        <w:t>8.1.2</w:t>
      </w:r>
      <w:r>
        <w:rPr>
          <w:rFonts w:asciiTheme="minorHAnsi" w:eastAsiaTheme="minorEastAsia" w:hAnsiTheme="minorHAnsi" w:cstheme="minorBidi"/>
          <w:sz w:val="22"/>
          <w:szCs w:val="22"/>
          <w:lang w:eastAsia="en-GB"/>
        </w:rPr>
        <w:tab/>
      </w:r>
      <w:r>
        <w:t>E-UTRA operation</w:t>
      </w:r>
      <w:r>
        <w:tab/>
      </w:r>
      <w:r>
        <w:fldChar w:fldCharType="begin"/>
      </w:r>
      <w:r>
        <w:instrText xml:space="preserve"> PAGEREF _Toc98676243 \h </w:instrText>
      </w:r>
      <w:r>
        <w:fldChar w:fldCharType="separate"/>
      </w:r>
      <w:r>
        <w:t>116</w:t>
      </w:r>
      <w:r>
        <w:fldChar w:fldCharType="end"/>
      </w:r>
    </w:p>
    <w:p w14:paraId="797D608E" w14:textId="6103E765" w:rsidR="00D403B8" w:rsidRDefault="00D403B8">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lang w:eastAsia="en-GB"/>
        </w:rPr>
        <w:tab/>
      </w:r>
      <w:r>
        <w:t>Minimum requirements for UTRA operation</w:t>
      </w:r>
      <w:r>
        <w:tab/>
      </w:r>
      <w:r>
        <w:fldChar w:fldCharType="begin"/>
      </w:r>
      <w:r>
        <w:instrText xml:space="preserve"> PAGEREF _Toc98676244 \h </w:instrText>
      </w:r>
      <w:r>
        <w:fldChar w:fldCharType="separate"/>
      </w:r>
      <w:r>
        <w:t>117</w:t>
      </w:r>
      <w:r>
        <w:fldChar w:fldCharType="end"/>
      </w:r>
    </w:p>
    <w:p w14:paraId="59EE2FBB" w14:textId="1550DE07" w:rsidR="00D403B8" w:rsidRDefault="00D403B8">
      <w:pPr>
        <w:pStyle w:val="TOC2"/>
        <w:rPr>
          <w:rFonts w:asciiTheme="minorHAnsi" w:eastAsiaTheme="minorEastAsia" w:hAnsiTheme="minorHAnsi" w:cstheme="minorBidi"/>
          <w:sz w:val="22"/>
          <w:szCs w:val="22"/>
          <w:lang w:eastAsia="en-GB"/>
        </w:rPr>
      </w:pPr>
      <w:r>
        <w:t>8.4</w:t>
      </w:r>
      <w:r>
        <w:rPr>
          <w:rFonts w:asciiTheme="minorHAnsi" w:eastAsiaTheme="minorEastAsia" w:hAnsiTheme="minorHAnsi" w:cstheme="minorBidi"/>
          <w:sz w:val="22"/>
          <w:szCs w:val="22"/>
          <w:lang w:eastAsia="en-GB"/>
        </w:rPr>
        <w:tab/>
      </w:r>
      <w:r>
        <w:t>Minimum requirements for E-UTRA operation</w:t>
      </w:r>
      <w:r>
        <w:tab/>
      </w:r>
      <w:r>
        <w:fldChar w:fldCharType="begin"/>
      </w:r>
      <w:r>
        <w:instrText xml:space="preserve"> PAGEREF _Toc98676245 \h </w:instrText>
      </w:r>
      <w:r>
        <w:fldChar w:fldCharType="separate"/>
      </w:r>
      <w:r>
        <w:t>117</w:t>
      </w:r>
      <w:r>
        <w:fldChar w:fldCharType="end"/>
      </w:r>
    </w:p>
    <w:p w14:paraId="21A9F46C" w14:textId="69F7ACB9" w:rsidR="00D403B8" w:rsidRDefault="00D403B8">
      <w:pPr>
        <w:pStyle w:val="TOC1"/>
        <w:rPr>
          <w:rFonts w:asciiTheme="minorHAnsi" w:eastAsiaTheme="minorEastAsia" w:hAnsiTheme="minorHAnsi" w:cstheme="minorBidi"/>
          <w:szCs w:val="22"/>
          <w:lang w:eastAsia="en-GB"/>
        </w:rPr>
      </w:pPr>
      <w:r>
        <w:rPr>
          <w:lang w:eastAsia="zh-CN"/>
        </w:rPr>
        <w:t>9</w:t>
      </w:r>
      <w:r>
        <w:rPr>
          <w:rFonts w:asciiTheme="minorHAnsi" w:eastAsiaTheme="minorEastAsia" w:hAnsiTheme="minorHAnsi" w:cstheme="minorBidi"/>
          <w:szCs w:val="22"/>
          <w:lang w:eastAsia="en-GB"/>
        </w:rPr>
        <w:tab/>
      </w:r>
      <w:r>
        <w:rPr>
          <w:lang w:eastAsia="zh-CN"/>
        </w:rPr>
        <w:t>Radiated transmitter characteristics</w:t>
      </w:r>
      <w:r>
        <w:tab/>
      </w:r>
      <w:r>
        <w:fldChar w:fldCharType="begin"/>
      </w:r>
      <w:r>
        <w:instrText xml:space="preserve"> PAGEREF _Toc98676246 \h </w:instrText>
      </w:r>
      <w:r>
        <w:fldChar w:fldCharType="separate"/>
      </w:r>
      <w:r>
        <w:t>117</w:t>
      </w:r>
      <w:r>
        <w:fldChar w:fldCharType="end"/>
      </w:r>
    </w:p>
    <w:p w14:paraId="1012A4C2" w14:textId="62EDC4DE" w:rsidR="00D403B8" w:rsidRDefault="00D403B8">
      <w:pPr>
        <w:pStyle w:val="TOC2"/>
        <w:rPr>
          <w:rFonts w:asciiTheme="minorHAnsi" w:eastAsiaTheme="minorEastAsia" w:hAnsiTheme="minorHAnsi" w:cstheme="minorBidi"/>
          <w:sz w:val="22"/>
          <w:szCs w:val="22"/>
          <w:lang w:eastAsia="en-GB"/>
        </w:rPr>
      </w:pPr>
      <w:r>
        <w:rPr>
          <w:lang w:eastAsia="zh-CN"/>
        </w:rPr>
        <w:t>9.1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_Toc98676247 \h </w:instrText>
      </w:r>
      <w:r>
        <w:fldChar w:fldCharType="separate"/>
      </w:r>
      <w:r>
        <w:t>117</w:t>
      </w:r>
      <w:r>
        <w:fldChar w:fldCharType="end"/>
      </w:r>
    </w:p>
    <w:p w14:paraId="364771EE" w14:textId="44DCA6CA" w:rsidR="00D403B8" w:rsidRDefault="00D403B8">
      <w:pPr>
        <w:pStyle w:val="TOC2"/>
        <w:rPr>
          <w:rFonts w:asciiTheme="minorHAnsi" w:eastAsiaTheme="minorEastAsia" w:hAnsiTheme="minorHAnsi" w:cstheme="minorBidi"/>
          <w:sz w:val="22"/>
          <w:szCs w:val="22"/>
          <w:lang w:eastAsia="en-GB"/>
        </w:rPr>
      </w:pPr>
      <w:r>
        <w:rPr>
          <w:lang w:eastAsia="zh-CN"/>
        </w:rPr>
        <w:t>9.2</w:t>
      </w:r>
      <w:r>
        <w:rPr>
          <w:rFonts w:asciiTheme="minorHAnsi" w:eastAsiaTheme="minorEastAsia" w:hAnsiTheme="minorHAnsi" w:cstheme="minorBidi"/>
          <w:sz w:val="22"/>
          <w:szCs w:val="22"/>
          <w:lang w:eastAsia="en-GB"/>
        </w:rPr>
        <w:tab/>
      </w:r>
      <w:r>
        <w:rPr>
          <w:lang w:eastAsia="zh-CN"/>
        </w:rPr>
        <w:t>Radiated transmit power</w:t>
      </w:r>
      <w:r>
        <w:tab/>
      </w:r>
      <w:r>
        <w:fldChar w:fldCharType="begin"/>
      </w:r>
      <w:r>
        <w:instrText xml:space="preserve"> PAGEREF _Toc98676248 \h </w:instrText>
      </w:r>
      <w:r>
        <w:fldChar w:fldCharType="separate"/>
      </w:r>
      <w:r>
        <w:t>117</w:t>
      </w:r>
      <w:r>
        <w:fldChar w:fldCharType="end"/>
      </w:r>
    </w:p>
    <w:p w14:paraId="6DEA8DED" w14:textId="4035BE68" w:rsidR="00D403B8" w:rsidRDefault="00D403B8">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_Toc98676249 \h </w:instrText>
      </w:r>
      <w:r>
        <w:fldChar w:fldCharType="separate"/>
      </w:r>
      <w:r>
        <w:t>117</w:t>
      </w:r>
      <w:r>
        <w:fldChar w:fldCharType="end"/>
      </w:r>
    </w:p>
    <w:p w14:paraId="5A53AE76" w14:textId="169BBA94" w:rsidR="00D403B8" w:rsidRDefault="00D403B8">
      <w:pPr>
        <w:pStyle w:val="TOC3"/>
        <w:rPr>
          <w:rFonts w:asciiTheme="minorHAnsi" w:eastAsiaTheme="minorEastAsia" w:hAnsiTheme="minorHAnsi" w:cstheme="minorBidi"/>
          <w:sz w:val="22"/>
          <w:szCs w:val="22"/>
          <w:lang w:eastAsia="en-GB"/>
        </w:rPr>
      </w:pPr>
      <w:r>
        <w:rPr>
          <w:lang w:eastAsia="zh-CN"/>
        </w:rPr>
        <w:t>9.2.2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_Toc98676250 \h </w:instrText>
      </w:r>
      <w:r>
        <w:fldChar w:fldCharType="separate"/>
      </w:r>
      <w:r>
        <w:t>118</w:t>
      </w:r>
      <w:r>
        <w:fldChar w:fldCharType="end"/>
      </w:r>
    </w:p>
    <w:p w14:paraId="5758DE53" w14:textId="061FE5F6" w:rsidR="00D403B8" w:rsidRDefault="00D403B8">
      <w:pPr>
        <w:pStyle w:val="TOC3"/>
        <w:rPr>
          <w:rFonts w:asciiTheme="minorHAnsi" w:eastAsiaTheme="minorEastAsia" w:hAnsiTheme="minorHAnsi" w:cstheme="minorBidi"/>
          <w:sz w:val="22"/>
          <w:szCs w:val="22"/>
          <w:lang w:eastAsia="en-GB"/>
        </w:rPr>
      </w:pPr>
      <w:r>
        <w:rPr>
          <w:lang w:eastAsia="zh-CN"/>
        </w:rPr>
        <w:t>9.2.3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_Toc98676251 \h </w:instrText>
      </w:r>
      <w:r>
        <w:fldChar w:fldCharType="separate"/>
      </w:r>
      <w:r>
        <w:t>118</w:t>
      </w:r>
      <w:r>
        <w:fldChar w:fldCharType="end"/>
      </w:r>
    </w:p>
    <w:p w14:paraId="075600DB" w14:textId="7516B652" w:rsidR="00D403B8" w:rsidRDefault="00D403B8">
      <w:pPr>
        <w:pStyle w:val="TOC3"/>
        <w:rPr>
          <w:rFonts w:asciiTheme="minorHAnsi" w:eastAsiaTheme="minorEastAsia" w:hAnsiTheme="minorHAnsi" w:cstheme="minorBidi"/>
          <w:sz w:val="22"/>
          <w:szCs w:val="22"/>
          <w:lang w:eastAsia="en-GB"/>
        </w:rPr>
      </w:pPr>
      <w:r>
        <w:rPr>
          <w:lang w:eastAsia="zh-CN"/>
        </w:rPr>
        <w:t>9.2.4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_Toc98676252 \h </w:instrText>
      </w:r>
      <w:r>
        <w:fldChar w:fldCharType="separate"/>
      </w:r>
      <w:r>
        <w:t>118</w:t>
      </w:r>
      <w:r>
        <w:fldChar w:fldCharType="end"/>
      </w:r>
    </w:p>
    <w:p w14:paraId="096B77DA" w14:textId="4F42BE6C" w:rsidR="00D403B8" w:rsidRDefault="00D403B8">
      <w:pPr>
        <w:pStyle w:val="TOC2"/>
        <w:rPr>
          <w:rFonts w:asciiTheme="minorHAnsi" w:eastAsiaTheme="minorEastAsia" w:hAnsiTheme="minorHAnsi" w:cstheme="minorBidi"/>
          <w:sz w:val="22"/>
          <w:szCs w:val="22"/>
          <w:lang w:eastAsia="en-GB"/>
        </w:rPr>
      </w:pPr>
      <w:r>
        <w:t>9.3</w:t>
      </w:r>
      <w:r>
        <w:rPr>
          <w:rFonts w:asciiTheme="minorHAnsi" w:eastAsiaTheme="minorEastAsia" w:hAnsiTheme="minorHAnsi" w:cstheme="minorBidi"/>
          <w:sz w:val="22"/>
          <w:szCs w:val="22"/>
          <w:lang w:eastAsia="en-GB"/>
        </w:rPr>
        <w:tab/>
      </w:r>
      <w:r>
        <w:t>OTA Base Station output power</w:t>
      </w:r>
      <w:r>
        <w:tab/>
      </w:r>
      <w:r>
        <w:fldChar w:fldCharType="begin"/>
      </w:r>
      <w:r>
        <w:instrText xml:space="preserve"> PAGEREF _Toc98676253 \h </w:instrText>
      </w:r>
      <w:r>
        <w:fldChar w:fldCharType="separate"/>
      </w:r>
      <w:r>
        <w:t>118</w:t>
      </w:r>
      <w:r>
        <w:fldChar w:fldCharType="end"/>
      </w:r>
    </w:p>
    <w:p w14:paraId="7AE192B3" w14:textId="334C0F04" w:rsidR="00D403B8" w:rsidRDefault="00D403B8">
      <w:pPr>
        <w:pStyle w:val="TOC3"/>
        <w:rPr>
          <w:rFonts w:asciiTheme="minorHAnsi" w:eastAsiaTheme="minorEastAsia" w:hAnsiTheme="minorHAnsi" w:cstheme="minorBidi"/>
          <w:sz w:val="22"/>
          <w:szCs w:val="22"/>
          <w:lang w:eastAsia="en-GB"/>
        </w:rPr>
      </w:pPr>
      <w:r>
        <w:t>9.3.1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_Toc98676254 \h </w:instrText>
      </w:r>
      <w:r>
        <w:fldChar w:fldCharType="separate"/>
      </w:r>
      <w:r>
        <w:t>118</w:t>
      </w:r>
      <w:r>
        <w:fldChar w:fldCharType="end"/>
      </w:r>
    </w:p>
    <w:p w14:paraId="3AC5D92F" w14:textId="7E7A11CA" w:rsidR="00D403B8" w:rsidRDefault="00D403B8">
      <w:pPr>
        <w:pStyle w:val="TOC3"/>
        <w:rPr>
          <w:rFonts w:asciiTheme="minorHAnsi" w:eastAsiaTheme="minorEastAsia" w:hAnsiTheme="minorHAnsi" w:cstheme="minorBidi"/>
          <w:sz w:val="22"/>
          <w:szCs w:val="22"/>
          <w:lang w:eastAsia="en-GB"/>
        </w:rPr>
      </w:pPr>
      <w:r>
        <w:t>9.3.2</w:t>
      </w:r>
      <w:r>
        <w:rPr>
          <w:rFonts w:asciiTheme="minorHAnsi" w:eastAsiaTheme="minorEastAsia" w:hAnsiTheme="minorHAnsi" w:cstheme="minorBidi"/>
          <w:sz w:val="22"/>
          <w:szCs w:val="22"/>
          <w:lang w:eastAsia="en-GB"/>
        </w:rPr>
        <w:tab/>
      </w:r>
      <w:r>
        <w:t>OTA Maximum output power</w:t>
      </w:r>
      <w:r>
        <w:tab/>
      </w:r>
      <w:r>
        <w:fldChar w:fldCharType="begin"/>
      </w:r>
      <w:r>
        <w:instrText xml:space="preserve"> PAGEREF _Toc98676255 \h </w:instrText>
      </w:r>
      <w:r>
        <w:fldChar w:fldCharType="separate"/>
      </w:r>
      <w:r>
        <w:t>118</w:t>
      </w:r>
      <w:r>
        <w:fldChar w:fldCharType="end"/>
      </w:r>
    </w:p>
    <w:p w14:paraId="5329B92A" w14:textId="5479CEB5" w:rsidR="00D403B8" w:rsidRDefault="00D403B8">
      <w:pPr>
        <w:pStyle w:val="TOC4"/>
        <w:rPr>
          <w:rFonts w:asciiTheme="minorHAnsi" w:eastAsiaTheme="minorEastAsia" w:hAnsiTheme="minorHAnsi" w:cstheme="minorBidi"/>
          <w:sz w:val="22"/>
          <w:szCs w:val="22"/>
          <w:lang w:eastAsia="en-GB"/>
        </w:rPr>
      </w:pPr>
      <w:r>
        <w:t>9.3.2.1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_Toc98676256 \h </w:instrText>
      </w:r>
      <w:r>
        <w:fldChar w:fldCharType="separate"/>
      </w:r>
      <w:r>
        <w:t>118</w:t>
      </w:r>
      <w:r>
        <w:fldChar w:fldCharType="end"/>
      </w:r>
    </w:p>
    <w:p w14:paraId="02B158FA" w14:textId="1F6CBB70" w:rsidR="00D403B8" w:rsidRDefault="00D403B8">
      <w:pPr>
        <w:pStyle w:val="TOC4"/>
        <w:rPr>
          <w:rFonts w:asciiTheme="minorHAnsi" w:eastAsiaTheme="minorEastAsia" w:hAnsiTheme="minorHAnsi" w:cstheme="minorBidi"/>
          <w:sz w:val="22"/>
          <w:szCs w:val="22"/>
          <w:lang w:eastAsia="en-GB"/>
        </w:rPr>
      </w:pPr>
      <w:r>
        <w:t>9.3.2.2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_Toc98676257 \h </w:instrText>
      </w:r>
      <w:r>
        <w:fldChar w:fldCharType="separate"/>
      </w:r>
      <w:r>
        <w:t>119</w:t>
      </w:r>
      <w:r>
        <w:fldChar w:fldCharType="end"/>
      </w:r>
    </w:p>
    <w:p w14:paraId="68AF24B1" w14:textId="1DF34A22" w:rsidR="00D403B8" w:rsidRDefault="00D403B8">
      <w:pPr>
        <w:pStyle w:val="TOC5"/>
        <w:rPr>
          <w:rFonts w:asciiTheme="minorHAnsi" w:eastAsiaTheme="minorEastAsia" w:hAnsiTheme="minorHAnsi" w:cstheme="minorBidi"/>
          <w:sz w:val="22"/>
          <w:szCs w:val="22"/>
          <w:lang w:eastAsia="en-GB"/>
        </w:rPr>
      </w:pPr>
      <w:r>
        <w:t>9.3.2.2.1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_Toc98676258 \h </w:instrText>
      </w:r>
      <w:r>
        <w:fldChar w:fldCharType="separate"/>
      </w:r>
      <w:r>
        <w:t>119</w:t>
      </w:r>
      <w:r>
        <w:fldChar w:fldCharType="end"/>
      </w:r>
    </w:p>
    <w:p w14:paraId="221F8B26" w14:textId="41F52BB2" w:rsidR="00D403B8" w:rsidRDefault="00D403B8">
      <w:pPr>
        <w:pStyle w:val="TOC5"/>
        <w:rPr>
          <w:rFonts w:asciiTheme="minorHAnsi" w:eastAsiaTheme="minorEastAsia" w:hAnsiTheme="minorHAnsi" w:cstheme="minorBidi"/>
          <w:sz w:val="22"/>
          <w:szCs w:val="22"/>
          <w:lang w:eastAsia="en-GB"/>
        </w:rPr>
      </w:pPr>
      <w:r>
        <w:t>9.3.2.2.2</w:t>
      </w:r>
      <w:r>
        <w:rPr>
          <w:rFonts w:asciiTheme="minorHAnsi" w:eastAsiaTheme="minorEastAsia" w:hAnsiTheme="minorHAnsi" w:cstheme="minorBidi"/>
          <w:sz w:val="22"/>
          <w:szCs w:val="22"/>
          <w:lang w:eastAsia="en-GB"/>
        </w:rPr>
        <w:tab/>
      </w:r>
      <w:r>
        <w:t>Additional requirements (regional)</w:t>
      </w:r>
      <w:r>
        <w:tab/>
      </w:r>
      <w:r>
        <w:fldChar w:fldCharType="begin"/>
      </w:r>
      <w:r>
        <w:instrText xml:space="preserve"> PAGEREF _Toc98676259 \h </w:instrText>
      </w:r>
      <w:r>
        <w:fldChar w:fldCharType="separate"/>
      </w:r>
      <w:r>
        <w:t>119</w:t>
      </w:r>
      <w:r>
        <w:fldChar w:fldCharType="end"/>
      </w:r>
    </w:p>
    <w:p w14:paraId="2F29EA0D" w14:textId="722FAC0D" w:rsidR="00D403B8" w:rsidRDefault="00D403B8">
      <w:pPr>
        <w:pStyle w:val="TOC4"/>
        <w:rPr>
          <w:rFonts w:asciiTheme="minorHAnsi" w:eastAsiaTheme="minorEastAsia" w:hAnsiTheme="minorHAnsi" w:cstheme="minorBidi"/>
          <w:sz w:val="22"/>
          <w:szCs w:val="22"/>
          <w:lang w:eastAsia="en-GB"/>
        </w:rPr>
      </w:pPr>
      <w:r>
        <w:t>9.3.2.3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_Toc98676260 \h </w:instrText>
      </w:r>
      <w:r>
        <w:fldChar w:fldCharType="separate"/>
      </w:r>
      <w:r>
        <w:t>119</w:t>
      </w:r>
      <w:r>
        <w:fldChar w:fldCharType="end"/>
      </w:r>
    </w:p>
    <w:p w14:paraId="7604C5DE" w14:textId="7C62270C" w:rsidR="00D403B8" w:rsidRDefault="00D403B8">
      <w:pPr>
        <w:pStyle w:val="TOC4"/>
        <w:rPr>
          <w:rFonts w:asciiTheme="minorHAnsi" w:eastAsiaTheme="minorEastAsia" w:hAnsiTheme="minorHAnsi" w:cstheme="minorBidi"/>
          <w:sz w:val="22"/>
          <w:szCs w:val="22"/>
          <w:lang w:eastAsia="en-GB"/>
        </w:rPr>
      </w:pPr>
      <w:r>
        <w:t>9.3.2.4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_Toc98676261 \h </w:instrText>
      </w:r>
      <w:r>
        <w:fldChar w:fldCharType="separate"/>
      </w:r>
      <w:r>
        <w:t>119</w:t>
      </w:r>
      <w:r>
        <w:fldChar w:fldCharType="end"/>
      </w:r>
    </w:p>
    <w:p w14:paraId="3027CAFD" w14:textId="6BA6FE95" w:rsidR="00D403B8" w:rsidRDefault="00D403B8">
      <w:pPr>
        <w:pStyle w:val="TOC5"/>
        <w:rPr>
          <w:rFonts w:asciiTheme="minorHAnsi" w:eastAsiaTheme="minorEastAsia" w:hAnsiTheme="minorHAnsi" w:cstheme="minorBidi"/>
          <w:sz w:val="22"/>
          <w:szCs w:val="22"/>
          <w:lang w:eastAsia="en-GB"/>
        </w:rPr>
      </w:pPr>
      <w:r>
        <w:t>9.3.2.4.1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_Toc98676262 \h </w:instrText>
      </w:r>
      <w:r>
        <w:fldChar w:fldCharType="separate"/>
      </w:r>
      <w:r>
        <w:t>119</w:t>
      </w:r>
      <w:r>
        <w:fldChar w:fldCharType="end"/>
      </w:r>
    </w:p>
    <w:p w14:paraId="01A310C6" w14:textId="6EBDAE58" w:rsidR="00D403B8" w:rsidRDefault="00D403B8">
      <w:pPr>
        <w:pStyle w:val="TOC5"/>
        <w:rPr>
          <w:rFonts w:asciiTheme="minorHAnsi" w:eastAsiaTheme="minorEastAsia" w:hAnsiTheme="minorHAnsi" w:cstheme="minorBidi"/>
          <w:sz w:val="22"/>
          <w:szCs w:val="22"/>
          <w:lang w:eastAsia="en-GB"/>
        </w:rPr>
      </w:pPr>
      <w:r>
        <w:t>9.3.2.4.2</w:t>
      </w:r>
      <w:r>
        <w:rPr>
          <w:rFonts w:asciiTheme="minorHAnsi" w:eastAsiaTheme="minorEastAsia" w:hAnsiTheme="minorHAnsi" w:cstheme="minorBidi"/>
          <w:sz w:val="22"/>
          <w:szCs w:val="22"/>
          <w:lang w:eastAsia="en-GB"/>
        </w:rPr>
        <w:tab/>
      </w:r>
      <w:r>
        <w:t>Additional requirements (regional)</w:t>
      </w:r>
      <w:r>
        <w:tab/>
      </w:r>
      <w:r>
        <w:fldChar w:fldCharType="begin"/>
      </w:r>
      <w:r>
        <w:instrText xml:space="preserve"> PAGEREF _Toc98676263 \h </w:instrText>
      </w:r>
      <w:r>
        <w:fldChar w:fldCharType="separate"/>
      </w:r>
      <w:r>
        <w:t>119</w:t>
      </w:r>
      <w:r>
        <w:fldChar w:fldCharType="end"/>
      </w:r>
    </w:p>
    <w:p w14:paraId="67C72CA2" w14:textId="59673D41" w:rsidR="00D403B8" w:rsidRDefault="00D403B8">
      <w:pPr>
        <w:pStyle w:val="TOC3"/>
        <w:rPr>
          <w:rFonts w:asciiTheme="minorHAnsi" w:eastAsiaTheme="minorEastAsia" w:hAnsiTheme="minorHAnsi" w:cstheme="minorBidi"/>
          <w:sz w:val="22"/>
          <w:szCs w:val="22"/>
          <w:lang w:eastAsia="en-GB"/>
        </w:rPr>
      </w:pPr>
      <w:r w:rsidRPr="00AE544B">
        <w:rPr>
          <w:lang w:val="sv-SE"/>
        </w:rPr>
        <w:t>9.3.3</w:t>
      </w:r>
      <w:r>
        <w:rPr>
          <w:rFonts w:asciiTheme="minorHAnsi" w:eastAsiaTheme="minorEastAsia" w:hAnsiTheme="minorHAnsi" w:cstheme="minorBidi"/>
          <w:sz w:val="22"/>
          <w:szCs w:val="22"/>
          <w:lang w:eastAsia="en-GB"/>
        </w:rPr>
        <w:tab/>
      </w:r>
      <w:r w:rsidRPr="00AE544B">
        <w:rPr>
          <w:lang w:val="sv-SE"/>
        </w:rPr>
        <w:t>OTA E-UTRA DL RS power</w:t>
      </w:r>
      <w:r>
        <w:tab/>
      </w:r>
      <w:r>
        <w:fldChar w:fldCharType="begin"/>
      </w:r>
      <w:r>
        <w:instrText xml:space="preserve"> PAGEREF _Toc98676264 \h </w:instrText>
      </w:r>
      <w:r>
        <w:fldChar w:fldCharType="separate"/>
      </w:r>
      <w:r>
        <w:t>119</w:t>
      </w:r>
      <w:r>
        <w:fldChar w:fldCharType="end"/>
      </w:r>
    </w:p>
    <w:p w14:paraId="5F081F3D" w14:textId="3124EFF3" w:rsidR="00D403B8" w:rsidRDefault="00D403B8">
      <w:pPr>
        <w:pStyle w:val="TOC4"/>
        <w:rPr>
          <w:rFonts w:asciiTheme="minorHAnsi" w:eastAsiaTheme="minorEastAsia" w:hAnsiTheme="minorHAnsi" w:cstheme="minorBidi"/>
          <w:sz w:val="22"/>
          <w:szCs w:val="22"/>
          <w:lang w:eastAsia="en-GB"/>
        </w:rPr>
      </w:pPr>
      <w:r>
        <w:t>9.3.3.1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_Toc98676265 \h </w:instrText>
      </w:r>
      <w:r>
        <w:fldChar w:fldCharType="separate"/>
      </w:r>
      <w:r>
        <w:t>119</w:t>
      </w:r>
      <w:r>
        <w:fldChar w:fldCharType="end"/>
      </w:r>
    </w:p>
    <w:p w14:paraId="55A34B0A" w14:textId="2F379873" w:rsidR="00D403B8" w:rsidRDefault="00D403B8">
      <w:pPr>
        <w:pStyle w:val="TOC4"/>
        <w:rPr>
          <w:rFonts w:asciiTheme="minorHAnsi" w:eastAsiaTheme="minorEastAsia" w:hAnsiTheme="minorHAnsi" w:cstheme="minorBidi"/>
          <w:sz w:val="22"/>
          <w:szCs w:val="22"/>
          <w:lang w:eastAsia="en-GB"/>
        </w:rPr>
      </w:pPr>
      <w:r>
        <w:t>9.3.3.2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_Toc98676266 \h </w:instrText>
      </w:r>
      <w:r>
        <w:fldChar w:fldCharType="separate"/>
      </w:r>
      <w:r>
        <w:t>119</w:t>
      </w:r>
      <w:r>
        <w:fldChar w:fldCharType="end"/>
      </w:r>
    </w:p>
    <w:p w14:paraId="74829D57" w14:textId="1AB8E2CE" w:rsidR="00D403B8" w:rsidRDefault="00D403B8">
      <w:pPr>
        <w:pStyle w:val="TOC4"/>
        <w:rPr>
          <w:rFonts w:asciiTheme="minorHAnsi" w:eastAsiaTheme="minorEastAsia" w:hAnsiTheme="minorHAnsi" w:cstheme="minorBidi"/>
          <w:sz w:val="22"/>
          <w:szCs w:val="22"/>
          <w:lang w:eastAsia="en-GB"/>
        </w:rPr>
      </w:pPr>
      <w:r>
        <w:t>9.3.3.3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_Toc98676267 \h </w:instrText>
      </w:r>
      <w:r>
        <w:fldChar w:fldCharType="separate"/>
      </w:r>
      <w:r>
        <w:t>119</w:t>
      </w:r>
      <w:r>
        <w:fldChar w:fldCharType="end"/>
      </w:r>
    </w:p>
    <w:p w14:paraId="51DB0339" w14:textId="6785496F" w:rsidR="00D403B8" w:rsidRDefault="00D403B8">
      <w:pPr>
        <w:pStyle w:val="TOC4"/>
        <w:rPr>
          <w:rFonts w:asciiTheme="minorHAnsi" w:eastAsiaTheme="minorEastAsia" w:hAnsiTheme="minorHAnsi" w:cstheme="minorBidi"/>
          <w:sz w:val="22"/>
          <w:szCs w:val="22"/>
          <w:lang w:eastAsia="en-GB"/>
        </w:rPr>
      </w:pPr>
      <w:r>
        <w:t>9.3.3.4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_Toc98676268 \h </w:instrText>
      </w:r>
      <w:r>
        <w:fldChar w:fldCharType="separate"/>
      </w:r>
      <w:r>
        <w:t>119</w:t>
      </w:r>
      <w:r>
        <w:fldChar w:fldCharType="end"/>
      </w:r>
    </w:p>
    <w:p w14:paraId="5A177BD8" w14:textId="7DCF0CA3" w:rsidR="00D403B8" w:rsidRDefault="00D403B8">
      <w:pPr>
        <w:pStyle w:val="TOC2"/>
        <w:rPr>
          <w:rFonts w:asciiTheme="minorHAnsi" w:eastAsiaTheme="minorEastAsia" w:hAnsiTheme="minorHAnsi" w:cstheme="minorBidi"/>
          <w:sz w:val="22"/>
          <w:szCs w:val="22"/>
          <w:lang w:eastAsia="en-GB"/>
        </w:rPr>
      </w:pPr>
      <w:r>
        <w:t>9.4</w:t>
      </w:r>
      <w:r>
        <w:rPr>
          <w:rFonts w:asciiTheme="minorHAnsi" w:eastAsiaTheme="minorEastAsia" w:hAnsiTheme="minorHAnsi" w:cstheme="minorBidi"/>
          <w:sz w:val="22"/>
          <w:szCs w:val="22"/>
          <w:lang w:eastAsia="en-GB"/>
        </w:rPr>
        <w:tab/>
      </w:r>
      <w:r>
        <w:t>OTA Output power dynamics</w:t>
      </w:r>
      <w:r>
        <w:tab/>
      </w:r>
      <w:r>
        <w:fldChar w:fldCharType="begin"/>
      </w:r>
      <w:r>
        <w:instrText xml:space="preserve"> PAGEREF _Toc98676269 \h </w:instrText>
      </w:r>
      <w:r>
        <w:fldChar w:fldCharType="separate"/>
      </w:r>
      <w:r>
        <w:t>120</w:t>
      </w:r>
      <w:r>
        <w:fldChar w:fldCharType="end"/>
      </w:r>
    </w:p>
    <w:p w14:paraId="51F6FB03" w14:textId="49F2DFEF" w:rsidR="00D403B8" w:rsidRDefault="00D403B8">
      <w:pPr>
        <w:pStyle w:val="TOC3"/>
        <w:rPr>
          <w:rFonts w:asciiTheme="minorHAnsi" w:eastAsiaTheme="minorEastAsia" w:hAnsiTheme="minorHAnsi" w:cstheme="minorBidi"/>
          <w:sz w:val="22"/>
          <w:szCs w:val="22"/>
          <w:lang w:eastAsia="en-GB"/>
        </w:rPr>
      </w:pPr>
      <w:r>
        <w:t>9.4.1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_Toc98676270 \h </w:instrText>
      </w:r>
      <w:r>
        <w:fldChar w:fldCharType="separate"/>
      </w:r>
      <w:r>
        <w:t>120</w:t>
      </w:r>
      <w:r>
        <w:fldChar w:fldCharType="end"/>
      </w:r>
    </w:p>
    <w:p w14:paraId="0B08915D" w14:textId="56007044" w:rsidR="00D403B8" w:rsidRDefault="00D403B8">
      <w:pPr>
        <w:pStyle w:val="TOC3"/>
        <w:rPr>
          <w:rFonts w:asciiTheme="minorHAnsi" w:eastAsiaTheme="minorEastAsia" w:hAnsiTheme="minorHAnsi" w:cstheme="minorBidi"/>
          <w:sz w:val="22"/>
          <w:szCs w:val="22"/>
          <w:lang w:eastAsia="en-GB"/>
        </w:rPr>
      </w:pPr>
      <w:r>
        <w:t>9.4.2</w:t>
      </w:r>
      <w:r>
        <w:rPr>
          <w:rFonts w:asciiTheme="minorHAnsi" w:eastAsiaTheme="minorEastAsia" w:hAnsiTheme="minorHAnsi" w:cstheme="minorBidi"/>
          <w:sz w:val="22"/>
          <w:szCs w:val="22"/>
          <w:lang w:eastAsia="en-GB"/>
        </w:rPr>
        <w:tab/>
      </w:r>
      <w:r>
        <w:t>OTA UTRA Inner loop power control in the downlink</w:t>
      </w:r>
      <w:r>
        <w:tab/>
      </w:r>
      <w:r>
        <w:fldChar w:fldCharType="begin"/>
      </w:r>
      <w:r>
        <w:instrText xml:space="preserve"> PAGEREF _Toc98676271 \h </w:instrText>
      </w:r>
      <w:r>
        <w:fldChar w:fldCharType="separate"/>
      </w:r>
      <w:r>
        <w:t>120</w:t>
      </w:r>
      <w:r>
        <w:fldChar w:fldCharType="end"/>
      </w:r>
    </w:p>
    <w:p w14:paraId="62BD4625" w14:textId="01BA8265" w:rsidR="00D403B8" w:rsidRDefault="00D403B8">
      <w:pPr>
        <w:pStyle w:val="TOC4"/>
        <w:rPr>
          <w:rFonts w:asciiTheme="minorHAnsi" w:eastAsiaTheme="minorEastAsia" w:hAnsiTheme="minorHAnsi" w:cstheme="minorBidi"/>
          <w:sz w:val="22"/>
          <w:szCs w:val="22"/>
          <w:lang w:eastAsia="en-GB"/>
        </w:rPr>
      </w:pPr>
      <w:r>
        <w:t>9.4.2.1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_Toc98676272 \h </w:instrText>
      </w:r>
      <w:r>
        <w:fldChar w:fldCharType="separate"/>
      </w:r>
      <w:r>
        <w:t>120</w:t>
      </w:r>
      <w:r>
        <w:fldChar w:fldCharType="end"/>
      </w:r>
    </w:p>
    <w:p w14:paraId="1238DD79" w14:textId="40AB8C78" w:rsidR="00D403B8" w:rsidRDefault="00D403B8">
      <w:pPr>
        <w:pStyle w:val="TOC4"/>
        <w:rPr>
          <w:rFonts w:asciiTheme="minorHAnsi" w:eastAsiaTheme="minorEastAsia" w:hAnsiTheme="minorHAnsi" w:cstheme="minorBidi"/>
          <w:sz w:val="22"/>
          <w:szCs w:val="22"/>
          <w:lang w:eastAsia="en-GB"/>
        </w:rPr>
      </w:pPr>
      <w:r>
        <w:t>9.4.2.2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_Toc98676273 \h </w:instrText>
      </w:r>
      <w:r>
        <w:fldChar w:fldCharType="separate"/>
      </w:r>
      <w:r>
        <w:t>120</w:t>
      </w:r>
      <w:r>
        <w:fldChar w:fldCharType="end"/>
      </w:r>
    </w:p>
    <w:p w14:paraId="2A95313E" w14:textId="6423FD5C" w:rsidR="00D403B8" w:rsidRDefault="00D403B8">
      <w:pPr>
        <w:pStyle w:val="TOC4"/>
        <w:rPr>
          <w:rFonts w:asciiTheme="minorHAnsi" w:eastAsiaTheme="minorEastAsia" w:hAnsiTheme="minorHAnsi" w:cstheme="minorBidi"/>
          <w:sz w:val="22"/>
          <w:szCs w:val="22"/>
          <w:lang w:eastAsia="en-GB"/>
        </w:rPr>
      </w:pPr>
      <w:r>
        <w:t>9.4.2.3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_Toc98676274 \h </w:instrText>
      </w:r>
      <w:r>
        <w:fldChar w:fldCharType="separate"/>
      </w:r>
      <w:r>
        <w:t>120</w:t>
      </w:r>
      <w:r>
        <w:fldChar w:fldCharType="end"/>
      </w:r>
    </w:p>
    <w:p w14:paraId="388ED989" w14:textId="1CA3F5DE" w:rsidR="00D403B8" w:rsidRDefault="00D403B8">
      <w:pPr>
        <w:pStyle w:val="TOC4"/>
        <w:rPr>
          <w:rFonts w:asciiTheme="minorHAnsi" w:eastAsiaTheme="minorEastAsia" w:hAnsiTheme="minorHAnsi" w:cstheme="minorBidi"/>
          <w:sz w:val="22"/>
          <w:szCs w:val="22"/>
          <w:lang w:eastAsia="en-GB"/>
        </w:rPr>
      </w:pPr>
      <w:r>
        <w:t>9.4.2.4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_Toc98676275 \h </w:instrText>
      </w:r>
      <w:r>
        <w:fldChar w:fldCharType="separate"/>
      </w:r>
      <w:r>
        <w:t>120</w:t>
      </w:r>
      <w:r>
        <w:fldChar w:fldCharType="end"/>
      </w:r>
    </w:p>
    <w:p w14:paraId="5B3C3795" w14:textId="256130D6" w:rsidR="00D403B8" w:rsidRDefault="00D403B8">
      <w:pPr>
        <w:pStyle w:val="TOC3"/>
        <w:rPr>
          <w:rFonts w:asciiTheme="minorHAnsi" w:eastAsiaTheme="minorEastAsia" w:hAnsiTheme="minorHAnsi" w:cstheme="minorBidi"/>
          <w:sz w:val="22"/>
          <w:szCs w:val="22"/>
          <w:lang w:eastAsia="en-GB"/>
        </w:rPr>
      </w:pPr>
      <w:r>
        <w:t>9.4.3</w:t>
      </w:r>
      <w:r>
        <w:rPr>
          <w:rFonts w:asciiTheme="minorHAnsi" w:eastAsiaTheme="minorEastAsia" w:hAnsiTheme="minorHAnsi" w:cstheme="minorBidi"/>
          <w:sz w:val="22"/>
          <w:szCs w:val="22"/>
          <w:lang w:eastAsia="en-GB"/>
        </w:rPr>
        <w:tab/>
      </w:r>
      <w:r>
        <w:t>OTA Power control dynamic range</w:t>
      </w:r>
      <w:r>
        <w:tab/>
      </w:r>
      <w:r>
        <w:fldChar w:fldCharType="begin"/>
      </w:r>
      <w:r>
        <w:instrText xml:space="preserve"> PAGEREF _Toc98676276 \h </w:instrText>
      </w:r>
      <w:r>
        <w:fldChar w:fldCharType="separate"/>
      </w:r>
      <w:r>
        <w:t>121</w:t>
      </w:r>
      <w:r>
        <w:fldChar w:fldCharType="end"/>
      </w:r>
    </w:p>
    <w:p w14:paraId="302D2EAA" w14:textId="5B3CD9F4" w:rsidR="00D403B8" w:rsidRDefault="00D403B8">
      <w:pPr>
        <w:pStyle w:val="TOC4"/>
        <w:rPr>
          <w:rFonts w:asciiTheme="minorHAnsi" w:eastAsiaTheme="minorEastAsia" w:hAnsiTheme="minorHAnsi" w:cstheme="minorBidi"/>
          <w:sz w:val="22"/>
          <w:szCs w:val="22"/>
          <w:lang w:eastAsia="en-GB"/>
        </w:rPr>
      </w:pPr>
      <w:r>
        <w:t>9.4.3.1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_Toc98676277 \h </w:instrText>
      </w:r>
      <w:r>
        <w:fldChar w:fldCharType="separate"/>
      </w:r>
      <w:r>
        <w:t>121</w:t>
      </w:r>
      <w:r>
        <w:fldChar w:fldCharType="end"/>
      </w:r>
    </w:p>
    <w:p w14:paraId="5063F9F0" w14:textId="1727D2DF" w:rsidR="00D403B8" w:rsidRDefault="00D403B8">
      <w:pPr>
        <w:pStyle w:val="TOC4"/>
        <w:rPr>
          <w:rFonts w:asciiTheme="minorHAnsi" w:eastAsiaTheme="minorEastAsia" w:hAnsiTheme="minorHAnsi" w:cstheme="minorBidi"/>
          <w:sz w:val="22"/>
          <w:szCs w:val="22"/>
          <w:lang w:eastAsia="en-GB"/>
        </w:rPr>
      </w:pPr>
      <w:r>
        <w:t>9.4.3.2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_Toc98676278 \h </w:instrText>
      </w:r>
      <w:r>
        <w:fldChar w:fldCharType="separate"/>
      </w:r>
      <w:r>
        <w:t>121</w:t>
      </w:r>
      <w:r>
        <w:fldChar w:fldCharType="end"/>
      </w:r>
    </w:p>
    <w:p w14:paraId="26783F49" w14:textId="57F7A83E" w:rsidR="00D403B8" w:rsidRDefault="00D403B8">
      <w:pPr>
        <w:pStyle w:val="TOC4"/>
        <w:rPr>
          <w:rFonts w:asciiTheme="minorHAnsi" w:eastAsiaTheme="minorEastAsia" w:hAnsiTheme="minorHAnsi" w:cstheme="minorBidi"/>
          <w:sz w:val="22"/>
          <w:szCs w:val="22"/>
          <w:lang w:eastAsia="en-GB"/>
        </w:rPr>
      </w:pPr>
      <w:r>
        <w:t>9.4.3.3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_Toc98676279 \h </w:instrText>
      </w:r>
      <w:r>
        <w:fldChar w:fldCharType="separate"/>
      </w:r>
      <w:r>
        <w:t>121</w:t>
      </w:r>
      <w:r>
        <w:fldChar w:fldCharType="end"/>
      </w:r>
    </w:p>
    <w:p w14:paraId="6E2097DA" w14:textId="2E286DD1" w:rsidR="00D403B8" w:rsidRDefault="00D403B8">
      <w:pPr>
        <w:pStyle w:val="TOC4"/>
        <w:rPr>
          <w:rFonts w:asciiTheme="minorHAnsi" w:eastAsiaTheme="minorEastAsia" w:hAnsiTheme="minorHAnsi" w:cstheme="minorBidi"/>
          <w:sz w:val="22"/>
          <w:szCs w:val="22"/>
          <w:lang w:eastAsia="en-GB"/>
        </w:rPr>
      </w:pPr>
      <w:r>
        <w:t>9.4.3.4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_Toc98676280 \h </w:instrText>
      </w:r>
      <w:r>
        <w:fldChar w:fldCharType="separate"/>
      </w:r>
      <w:r>
        <w:t>121</w:t>
      </w:r>
      <w:r>
        <w:fldChar w:fldCharType="end"/>
      </w:r>
    </w:p>
    <w:p w14:paraId="736E7935" w14:textId="657B904F" w:rsidR="00D403B8" w:rsidRDefault="00D403B8">
      <w:pPr>
        <w:pStyle w:val="TOC3"/>
        <w:rPr>
          <w:rFonts w:asciiTheme="minorHAnsi" w:eastAsiaTheme="minorEastAsia" w:hAnsiTheme="minorHAnsi" w:cstheme="minorBidi"/>
          <w:sz w:val="22"/>
          <w:szCs w:val="22"/>
          <w:lang w:eastAsia="en-GB"/>
        </w:rPr>
      </w:pPr>
      <w:r>
        <w:t>9.4.4</w:t>
      </w:r>
      <w:r>
        <w:rPr>
          <w:rFonts w:asciiTheme="minorHAnsi" w:eastAsiaTheme="minorEastAsia" w:hAnsiTheme="minorHAnsi" w:cstheme="minorBidi"/>
          <w:sz w:val="22"/>
          <w:szCs w:val="22"/>
          <w:lang w:eastAsia="en-GB"/>
        </w:rPr>
        <w:tab/>
      </w:r>
      <w:r>
        <w:t>OTA Total power dynamic range</w:t>
      </w:r>
      <w:r>
        <w:tab/>
      </w:r>
      <w:r>
        <w:fldChar w:fldCharType="begin"/>
      </w:r>
      <w:r>
        <w:instrText xml:space="preserve"> PAGEREF _Toc98676281 \h </w:instrText>
      </w:r>
      <w:r>
        <w:fldChar w:fldCharType="separate"/>
      </w:r>
      <w:r>
        <w:t>121</w:t>
      </w:r>
      <w:r>
        <w:fldChar w:fldCharType="end"/>
      </w:r>
    </w:p>
    <w:p w14:paraId="702CDF8F" w14:textId="6A9A27E6" w:rsidR="00D403B8" w:rsidRDefault="00D403B8">
      <w:pPr>
        <w:pStyle w:val="TOC4"/>
        <w:rPr>
          <w:rFonts w:asciiTheme="minorHAnsi" w:eastAsiaTheme="minorEastAsia" w:hAnsiTheme="minorHAnsi" w:cstheme="minorBidi"/>
          <w:sz w:val="22"/>
          <w:szCs w:val="22"/>
          <w:lang w:eastAsia="en-GB"/>
        </w:rPr>
      </w:pPr>
      <w:r>
        <w:t>9.4.4.1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_Toc98676282 \h </w:instrText>
      </w:r>
      <w:r>
        <w:fldChar w:fldCharType="separate"/>
      </w:r>
      <w:r>
        <w:t>121</w:t>
      </w:r>
      <w:r>
        <w:fldChar w:fldCharType="end"/>
      </w:r>
    </w:p>
    <w:p w14:paraId="04897427" w14:textId="43207550" w:rsidR="00D403B8" w:rsidRDefault="00D403B8">
      <w:pPr>
        <w:pStyle w:val="TOC4"/>
        <w:rPr>
          <w:rFonts w:asciiTheme="minorHAnsi" w:eastAsiaTheme="minorEastAsia" w:hAnsiTheme="minorHAnsi" w:cstheme="minorBidi"/>
          <w:sz w:val="22"/>
          <w:szCs w:val="22"/>
          <w:lang w:eastAsia="en-GB"/>
        </w:rPr>
      </w:pPr>
      <w:r>
        <w:t>9.4.4.2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_Toc98676283 \h </w:instrText>
      </w:r>
      <w:r>
        <w:fldChar w:fldCharType="separate"/>
      </w:r>
      <w:r>
        <w:t>121</w:t>
      </w:r>
      <w:r>
        <w:fldChar w:fldCharType="end"/>
      </w:r>
    </w:p>
    <w:p w14:paraId="2839B1BE" w14:textId="6E5A03D2" w:rsidR="00D403B8" w:rsidRDefault="00D403B8">
      <w:pPr>
        <w:pStyle w:val="TOC4"/>
        <w:rPr>
          <w:rFonts w:asciiTheme="minorHAnsi" w:eastAsiaTheme="minorEastAsia" w:hAnsiTheme="minorHAnsi" w:cstheme="minorBidi"/>
          <w:sz w:val="22"/>
          <w:szCs w:val="22"/>
          <w:lang w:eastAsia="en-GB"/>
        </w:rPr>
      </w:pPr>
      <w:r>
        <w:t>9.4.4.3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_Toc98676284 \h </w:instrText>
      </w:r>
      <w:r>
        <w:fldChar w:fldCharType="separate"/>
      </w:r>
      <w:r>
        <w:t>122</w:t>
      </w:r>
      <w:r>
        <w:fldChar w:fldCharType="end"/>
      </w:r>
    </w:p>
    <w:p w14:paraId="48649AFE" w14:textId="330D8581" w:rsidR="00D403B8" w:rsidRDefault="00D403B8">
      <w:pPr>
        <w:pStyle w:val="TOC4"/>
        <w:rPr>
          <w:rFonts w:asciiTheme="minorHAnsi" w:eastAsiaTheme="minorEastAsia" w:hAnsiTheme="minorHAnsi" w:cstheme="minorBidi"/>
          <w:sz w:val="22"/>
          <w:szCs w:val="22"/>
          <w:lang w:eastAsia="en-GB"/>
        </w:rPr>
      </w:pPr>
      <w:r>
        <w:t>9.4.4.4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_Toc98676285 \h </w:instrText>
      </w:r>
      <w:r>
        <w:fldChar w:fldCharType="separate"/>
      </w:r>
      <w:r>
        <w:t>122</w:t>
      </w:r>
      <w:r>
        <w:fldChar w:fldCharType="end"/>
      </w:r>
    </w:p>
    <w:p w14:paraId="569ADB5D" w14:textId="1CBC0462" w:rsidR="00D403B8" w:rsidRDefault="00D403B8">
      <w:pPr>
        <w:pStyle w:val="TOC3"/>
        <w:rPr>
          <w:rFonts w:asciiTheme="minorHAnsi" w:eastAsiaTheme="minorEastAsia" w:hAnsiTheme="minorHAnsi" w:cstheme="minorBidi"/>
          <w:sz w:val="22"/>
          <w:szCs w:val="22"/>
          <w:lang w:eastAsia="en-GB"/>
        </w:rPr>
      </w:pPr>
      <w:r>
        <w:t>9.4.5</w:t>
      </w:r>
      <w:r>
        <w:rPr>
          <w:rFonts w:asciiTheme="minorHAnsi" w:eastAsiaTheme="minorEastAsia" w:hAnsiTheme="minorHAnsi" w:cstheme="minorBidi"/>
          <w:sz w:val="22"/>
          <w:szCs w:val="22"/>
          <w:lang w:eastAsia="en-GB"/>
        </w:rPr>
        <w:tab/>
      </w:r>
      <w:r>
        <w:t>OTA IPDL time mask</w:t>
      </w:r>
      <w:r>
        <w:tab/>
      </w:r>
      <w:r>
        <w:fldChar w:fldCharType="begin"/>
      </w:r>
      <w:r>
        <w:instrText xml:space="preserve"> PAGEREF _Toc98676286 \h </w:instrText>
      </w:r>
      <w:r>
        <w:fldChar w:fldCharType="separate"/>
      </w:r>
      <w:r>
        <w:t>122</w:t>
      </w:r>
      <w:r>
        <w:fldChar w:fldCharType="end"/>
      </w:r>
    </w:p>
    <w:p w14:paraId="0DDE5781" w14:textId="2B7DF68E" w:rsidR="00D403B8" w:rsidRDefault="00D403B8">
      <w:pPr>
        <w:pStyle w:val="TOC4"/>
        <w:rPr>
          <w:rFonts w:asciiTheme="minorHAnsi" w:eastAsiaTheme="minorEastAsia" w:hAnsiTheme="minorHAnsi" w:cstheme="minorBidi"/>
          <w:sz w:val="22"/>
          <w:szCs w:val="22"/>
          <w:lang w:eastAsia="en-GB"/>
        </w:rPr>
      </w:pPr>
      <w:r>
        <w:t>9.4.5.1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_Toc98676287 \h </w:instrText>
      </w:r>
      <w:r>
        <w:fldChar w:fldCharType="separate"/>
      </w:r>
      <w:r>
        <w:t>122</w:t>
      </w:r>
      <w:r>
        <w:fldChar w:fldCharType="end"/>
      </w:r>
    </w:p>
    <w:p w14:paraId="25CFA5BD" w14:textId="6F33F7B0" w:rsidR="00D403B8" w:rsidRDefault="00D403B8">
      <w:pPr>
        <w:pStyle w:val="TOC4"/>
        <w:rPr>
          <w:rFonts w:asciiTheme="minorHAnsi" w:eastAsiaTheme="minorEastAsia" w:hAnsiTheme="minorHAnsi" w:cstheme="minorBidi"/>
          <w:sz w:val="22"/>
          <w:szCs w:val="22"/>
          <w:lang w:eastAsia="en-GB"/>
        </w:rPr>
      </w:pPr>
      <w:r>
        <w:t>9.4.5.2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_Toc98676288 \h </w:instrText>
      </w:r>
      <w:r>
        <w:fldChar w:fldCharType="separate"/>
      </w:r>
      <w:r>
        <w:t>122</w:t>
      </w:r>
      <w:r>
        <w:fldChar w:fldCharType="end"/>
      </w:r>
    </w:p>
    <w:p w14:paraId="2A160E24" w14:textId="5192AD21" w:rsidR="00D403B8" w:rsidRDefault="00D403B8">
      <w:pPr>
        <w:pStyle w:val="TOC4"/>
        <w:rPr>
          <w:rFonts w:asciiTheme="minorHAnsi" w:eastAsiaTheme="minorEastAsia" w:hAnsiTheme="minorHAnsi" w:cstheme="minorBidi"/>
          <w:sz w:val="22"/>
          <w:szCs w:val="22"/>
          <w:lang w:eastAsia="en-GB"/>
        </w:rPr>
      </w:pPr>
      <w:r>
        <w:t>9.4.5.3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_Toc98676289 \h </w:instrText>
      </w:r>
      <w:r>
        <w:fldChar w:fldCharType="separate"/>
      </w:r>
      <w:r>
        <w:t>122</w:t>
      </w:r>
      <w:r>
        <w:fldChar w:fldCharType="end"/>
      </w:r>
    </w:p>
    <w:p w14:paraId="2B2943AF" w14:textId="6656FFEE" w:rsidR="00D403B8" w:rsidRDefault="00D403B8">
      <w:pPr>
        <w:pStyle w:val="TOC4"/>
        <w:rPr>
          <w:rFonts w:asciiTheme="minorHAnsi" w:eastAsiaTheme="minorEastAsia" w:hAnsiTheme="minorHAnsi" w:cstheme="minorBidi"/>
          <w:sz w:val="22"/>
          <w:szCs w:val="22"/>
          <w:lang w:eastAsia="en-GB"/>
        </w:rPr>
      </w:pPr>
      <w:r>
        <w:t>9.4.5.4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_Toc98676290 \h </w:instrText>
      </w:r>
      <w:r>
        <w:fldChar w:fldCharType="separate"/>
      </w:r>
      <w:r>
        <w:t>123</w:t>
      </w:r>
      <w:r>
        <w:fldChar w:fldCharType="end"/>
      </w:r>
    </w:p>
    <w:p w14:paraId="69166AC9" w14:textId="1D23C721" w:rsidR="00D403B8" w:rsidRDefault="00D403B8">
      <w:pPr>
        <w:pStyle w:val="TOC3"/>
        <w:rPr>
          <w:rFonts w:asciiTheme="minorHAnsi" w:eastAsiaTheme="minorEastAsia" w:hAnsiTheme="minorHAnsi" w:cstheme="minorBidi"/>
          <w:sz w:val="22"/>
          <w:szCs w:val="22"/>
          <w:lang w:eastAsia="en-GB"/>
        </w:rPr>
      </w:pPr>
      <w:r>
        <w:t>9.4.6</w:t>
      </w:r>
      <w:r>
        <w:rPr>
          <w:rFonts w:asciiTheme="minorHAnsi" w:eastAsiaTheme="minorEastAsia" w:hAnsiTheme="minorHAnsi" w:cstheme="minorBidi"/>
          <w:sz w:val="22"/>
          <w:szCs w:val="22"/>
          <w:lang w:eastAsia="en-GB"/>
        </w:rPr>
        <w:tab/>
      </w:r>
      <w:r>
        <w:t>OTA RE Power control dynamic range</w:t>
      </w:r>
      <w:r>
        <w:tab/>
      </w:r>
      <w:r>
        <w:fldChar w:fldCharType="begin"/>
      </w:r>
      <w:r>
        <w:instrText xml:space="preserve"> PAGEREF _Toc98676291 \h </w:instrText>
      </w:r>
      <w:r>
        <w:fldChar w:fldCharType="separate"/>
      </w:r>
      <w:r>
        <w:t>123</w:t>
      </w:r>
      <w:r>
        <w:fldChar w:fldCharType="end"/>
      </w:r>
    </w:p>
    <w:p w14:paraId="1C0B9589" w14:textId="2FDEC473" w:rsidR="00D403B8" w:rsidRDefault="00D403B8">
      <w:pPr>
        <w:pStyle w:val="TOC4"/>
        <w:rPr>
          <w:rFonts w:asciiTheme="minorHAnsi" w:eastAsiaTheme="minorEastAsia" w:hAnsiTheme="minorHAnsi" w:cstheme="minorBidi"/>
          <w:sz w:val="22"/>
          <w:szCs w:val="22"/>
          <w:lang w:eastAsia="en-GB"/>
        </w:rPr>
      </w:pPr>
      <w:r>
        <w:t>9.4.6.1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_Toc98676292 \h </w:instrText>
      </w:r>
      <w:r>
        <w:fldChar w:fldCharType="separate"/>
      </w:r>
      <w:r>
        <w:t>123</w:t>
      </w:r>
      <w:r>
        <w:fldChar w:fldCharType="end"/>
      </w:r>
    </w:p>
    <w:p w14:paraId="03746D8F" w14:textId="7A94F7D7" w:rsidR="00D403B8" w:rsidRDefault="00D403B8">
      <w:pPr>
        <w:pStyle w:val="TOC4"/>
        <w:rPr>
          <w:rFonts w:asciiTheme="minorHAnsi" w:eastAsiaTheme="minorEastAsia" w:hAnsiTheme="minorHAnsi" w:cstheme="minorBidi"/>
          <w:sz w:val="22"/>
          <w:szCs w:val="22"/>
          <w:lang w:eastAsia="en-GB"/>
        </w:rPr>
      </w:pPr>
      <w:r>
        <w:t>9.4.6.2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_Toc98676293 \h </w:instrText>
      </w:r>
      <w:r>
        <w:fldChar w:fldCharType="separate"/>
      </w:r>
      <w:r>
        <w:t>123</w:t>
      </w:r>
      <w:r>
        <w:fldChar w:fldCharType="end"/>
      </w:r>
    </w:p>
    <w:p w14:paraId="249BB0B0" w14:textId="58D21352" w:rsidR="00D403B8" w:rsidRDefault="00D403B8">
      <w:pPr>
        <w:pStyle w:val="TOC4"/>
        <w:rPr>
          <w:rFonts w:asciiTheme="minorHAnsi" w:eastAsiaTheme="minorEastAsia" w:hAnsiTheme="minorHAnsi" w:cstheme="minorBidi"/>
          <w:sz w:val="22"/>
          <w:szCs w:val="22"/>
          <w:lang w:eastAsia="en-GB"/>
        </w:rPr>
      </w:pPr>
      <w:r>
        <w:t>9.4.6.3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_Toc98676294 \h </w:instrText>
      </w:r>
      <w:r>
        <w:fldChar w:fldCharType="separate"/>
      </w:r>
      <w:r>
        <w:t>123</w:t>
      </w:r>
      <w:r>
        <w:fldChar w:fldCharType="end"/>
      </w:r>
    </w:p>
    <w:p w14:paraId="03D60A16" w14:textId="0CE77A14" w:rsidR="00D403B8" w:rsidRDefault="00D403B8">
      <w:pPr>
        <w:pStyle w:val="TOC4"/>
        <w:rPr>
          <w:rFonts w:asciiTheme="minorHAnsi" w:eastAsiaTheme="minorEastAsia" w:hAnsiTheme="minorHAnsi" w:cstheme="minorBidi"/>
          <w:sz w:val="22"/>
          <w:szCs w:val="22"/>
          <w:lang w:eastAsia="en-GB"/>
        </w:rPr>
      </w:pPr>
      <w:r>
        <w:t>9.4.6.4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_Toc98676295 \h </w:instrText>
      </w:r>
      <w:r>
        <w:fldChar w:fldCharType="separate"/>
      </w:r>
      <w:r>
        <w:t>123</w:t>
      </w:r>
      <w:r>
        <w:fldChar w:fldCharType="end"/>
      </w:r>
    </w:p>
    <w:p w14:paraId="454D9FAB" w14:textId="343D75EB" w:rsidR="00D403B8" w:rsidRDefault="00D403B8">
      <w:pPr>
        <w:pStyle w:val="TOC2"/>
        <w:rPr>
          <w:rFonts w:asciiTheme="minorHAnsi" w:eastAsiaTheme="minorEastAsia" w:hAnsiTheme="minorHAnsi" w:cstheme="minorBidi"/>
          <w:sz w:val="22"/>
          <w:szCs w:val="22"/>
          <w:lang w:eastAsia="en-GB"/>
        </w:rPr>
      </w:pPr>
      <w:r>
        <w:t>9.5</w:t>
      </w:r>
      <w:r>
        <w:rPr>
          <w:rFonts w:asciiTheme="minorHAnsi" w:eastAsiaTheme="minorEastAsia" w:hAnsiTheme="minorHAnsi" w:cstheme="minorBidi"/>
          <w:sz w:val="22"/>
          <w:szCs w:val="22"/>
          <w:lang w:eastAsia="en-GB"/>
        </w:rPr>
        <w:tab/>
      </w:r>
      <w:r>
        <w:t>OTA Transmit ON/OFF power</w:t>
      </w:r>
      <w:r>
        <w:tab/>
      </w:r>
      <w:r>
        <w:fldChar w:fldCharType="begin"/>
      </w:r>
      <w:r>
        <w:instrText xml:space="preserve"> PAGEREF _Toc98676296 \h </w:instrText>
      </w:r>
      <w:r>
        <w:fldChar w:fldCharType="separate"/>
      </w:r>
      <w:r>
        <w:t>123</w:t>
      </w:r>
      <w:r>
        <w:fldChar w:fldCharType="end"/>
      </w:r>
    </w:p>
    <w:p w14:paraId="4DF34D5E" w14:textId="495DE385" w:rsidR="00D403B8" w:rsidRDefault="00D403B8">
      <w:pPr>
        <w:pStyle w:val="TOC3"/>
        <w:rPr>
          <w:rFonts w:asciiTheme="minorHAnsi" w:eastAsiaTheme="minorEastAsia" w:hAnsiTheme="minorHAnsi" w:cstheme="minorBidi"/>
          <w:sz w:val="22"/>
          <w:szCs w:val="22"/>
          <w:lang w:eastAsia="en-GB"/>
        </w:rPr>
      </w:pPr>
      <w:r>
        <w:t>9.5.1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_Toc98676297 \h </w:instrText>
      </w:r>
      <w:r>
        <w:fldChar w:fldCharType="separate"/>
      </w:r>
      <w:r>
        <w:t>123</w:t>
      </w:r>
      <w:r>
        <w:fldChar w:fldCharType="end"/>
      </w:r>
    </w:p>
    <w:p w14:paraId="09EBFEB8" w14:textId="6386B379" w:rsidR="00D403B8" w:rsidRDefault="00D403B8">
      <w:pPr>
        <w:pStyle w:val="TOC3"/>
        <w:rPr>
          <w:rFonts w:asciiTheme="minorHAnsi" w:eastAsiaTheme="minorEastAsia" w:hAnsiTheme="minorHAnsi" w:cstheme="minorBidi"/>
          <w:sz w:val="22"/>
          <w:szCs w:val="22"/>
          <w:lang w:eastAsia="en-GB"/>
        </w:rPr>
      </w:pPr>
      <w:r>
        <w:t>9.5.2</w:t>
      </w:r>
      <w:r>
        <w:rPr>
          <w:rFonts w:asciiTheme="minorHAnsi" w:eastAsiaTheme="minorEastAsia" w:hAnsiTheme="minorHAnsi" w:cstheme="minorBidi"/>
          <w:sz w:val="22"/>
          <w:szCs w:val="22"/>
          <w:lang w:eastAsia="en-GB"/>
        </w:rPr>
        <w:tab/>
      </w:r>
      <w:r>
        <w:t>OTA Transmitter OFF power</w:t>
      </w:r>
      <w:r>
        <w:tab/>
      </w:r>
      <w:r>
        <w:fldChar w:fldCharType="begin"/>
      </w:r>
      <w:r>
        <w:instrText xml:space="preserve"> PAGEREF _Toc98676298 \h </w:instrText>
      </w:r>
      <w:r>
        <w:fldChar w:fldCharType="separate"/>
      </w:r>
      <w:r>
        <w:t>124</w:t>
      </w:r>
      <w:r>
        <w:fldChar w:fldCharType="end"/>
      </w:r>
    </w:p>
    <w:p w14:paraId="3D979E14" w14:textId="3966BF07" w:rsidR="00D403B8" w:rsidRDefault="00D403B8">
      <w:pPr>
        <w:pStyle w:val="TOC4"/>
        <w:rPr>
          <w:rFonts w:asciiTheme="minorHAnsi" w:eastAsiaTheme="minorEastAsia" w:hAnsiTheme="minorHAnsi" w:cstheme="minorBidi"/>
          <w:sz w:val="22"/>
          <w:szCs w:val="22"/>
          <w:lang w:eastAsia="en-GB"/>
        </w:rPr>
      </w:pPr>
      <w:r>
        <w:t>9.5.2.1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_Toc98676299 \h </w:instrText>
      </w:r>
      <w:r>
        <w:fldChar w:fldCharType="separate"/>
      </w:r>
      <w:r>
        <w:t>124</w:t>
      </w:r>
      <w:r>
        <w:fldChar w:fldCharType="end"/>
      </w:r>
    </w:p>
    <w:p w14:paraId="7C9838CF" w14:textId="5568039F" w:rsidR="00D403B8" w:rsidRDefault="00D403B8">
      <w:pPr>
        <w:pStyle w:val="TOC4"/>
        <w:rPr>
          <w:rFonts w:asciiTheme="minorHAnsi" w:eastAsiaTheme="minorEastAsia" w:hAnsiTheme="minorHAnsi" w:cstheme="minorBidi"/>
          <w:sz w:val="22"/>
          <w:szCs w:val="22"/>
          <w:lang w:eastAsia="en-GB"/>
        </w:rPr>
      </w:pPr>
      <w:r>
        <w:t>9.5.2.2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_Toc98676300 \h </w:instrText>
      </w:r>
      <w:r>
        <w:fldChar w:fldCharType="separate"/>
      </w:r>
      <w:r>
        <w:t>124</w:t>
      </w:r>
      <w:r>
        <w:fldChar w:fldCharType="end"/>
      </w:r>
    </w:p>
    <w:p w14:paraId="76C84B57" w14:textId="37C530BA" w:rsidR="00D403B8" w:rsidRDefault="00D403B8">
      <w:pPr>
        <w:pStyle w:val="TOC4"/>
        <w:rPr>
          <w:rFonts w:asciiTheme="minorHAnsi" w:eastAsiaTheme="minorEastAsia" w:hAnsiTheme="minorHAnsi" w:cstheme="minorBidi"/>
          <w:sz w:val="22"/>
          <w:szCs w:val="22"/>
          <w:lang w:eastAsia="en-GB"/>
        </w:rPr>
      </w:pPr>
      <w:r>
        <w:t>9.5.2.3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_Toc98676301 \h </w:instrText>
      </w:r>
      <w:r>
        <w:fldChar w:fldCharType="separate"/>
      </w:r>
      <w:r>
        <w:t>124</w:t>
      </w:r>
      <w:r>
        <w:fldChar w:fldCharType="end"/>
      </w:r>
    </w:p>
    <w:p w14:paraId="7CFF4967" w14:textId="4887CAD9" w:rsidR="00D403B8" w:rsidRDefault="00D403B8">
      <w:pPr>
        <w:pStyle w:val="TOC4"/>
        <w:rPr>
          <w:rFonts w:asciiTheme="minorHAnsi" w:eastAsiaTheme="minorEastAsia" w:hAnsiTheme="minorHAnsi" w:cstheme="minorBidi"/>
          <w:sz w:val="22"/>
          <w:szCs w:val="22"/>
          <w:lang w:eastAsia="en-GB"/>
        </w:rPr>
      </w:pPr>
      <w:r>
        <w:t>9.5.2.4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_Toc98676302 \h </w:instrText>
      </w:r>
      <w:r>
        <w:fldChar w:fldCharType="separate"/>
      </w:r>
      <w:r>
        <w:t>124</w:t>
      </w:r>
      <w:r>
        <w:fldChar w:fldCharType="end"/>
      </w:r>
    </w:p>
    <w:p w14:paraId="68AFFDE9" w14:textId="3C40BE86" w:rsidR="00D403B8" w:rsidRDefault="00D403B8">
      <w:pPr>
        <w:pStyle w:val="TOC3"/>
        <w:rPr>
          <w:rFonts w:asciiTheme="minorHAnsi" w:eastAsiaTheme="minorEastAsia" w:hAnsiTheme="minorHAnsi" w:cstheme="minorBidi"/>
          <w:sz w:val="22"/>
          <w:szCs w:val="22"/>
          <w:lang w:eastAsia="en-GB"/>
        </w:rPr>
      </w:pPr>
      <w:r>
        <w:t>9.5.3</w:t>
      </w:r>
      <w:r>
        <w:rPr>
          <w:rFonts w:asciiTheme="minorHAnsi" w:eastAsiaTheme="minorEastAsia" w:hAnsiTheme="minorHAnsi" w:cstheme="minorBidi"/>
          <w:sz w:val="22"/>
          <w:szCs w:val="22"/>
          <w:lang w:eastAsia="en-GB"/>
        </w:rPr>
        <w:tab/>
      </w:r>
      <w:r>
        <w:t>OTA Transmitter transient period</w:t>
      </w:r>
      <w:r>
        <w:tab/>
      </w:r>
      <w:r>
        <w:fldChar w:fldCharType="begin"/>
      </w:r>
      <w:r>
        <w:instrText xml:space="preserve"> PAGEREF _Toc98676303 \h </w:instrText>
      </w:r>
      <w:r>
        <w:fldChar w:fldCharType="separate"/>
      </w:r>
      <w:r>
        <w:t>124</w:t>
      </w:r>
      <w:r>
        <w:fldChar w:fldCharType="end"/>
      </w:r>
    </w:p>
    <w:p w14:paraId="42ACB979" w14:textId="164CD64B" w:rsidR="00D403B8" w:rsidRDefault="00D403B8">
      <w:pPr>
        <w:pStyle w:val="TOC4"/>
        <w:rPr>
          <w:rFonts w:asciiTheme="minorHAnsi" w:eastAsiaTheme="minorEastAsia" w:hAnsiTheme="minorHAnsi" w:cstheme="minorBidi"/>
          <w:sz w:val="22"/>
          <w:szCs w:val="22"/>
          <w:lang w:eastAsia="en-GB"/>
        </w:rPr>
      </w:pPr>
      <w:r>
        <w:t>9.5.3.1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_Toc98676304 \h </w:instrText>
      </w:r>
      <w:r>
        <w:fldChar w:fldCharType="separate"/>
      </w:r>
      <w:r>
        <w:t>124</w:t>
      </w:r>
      <w:r>
        <w:fldChar w:fldCharType="end"/>
      </w:r>
    </w:p>
    <w:p w14:paraId="77542B06" w14:textId="59D81815" w:rsidR="00D403B8" w:rsidRDefault="00D403B8">
      <w:pPr>
        <w:pStyle w:val="TOC4"/>
        <w:rPr>
          <w:rFonts w:asciiTheme="minorHAnsi" w:eastAsiaTheme="minorEastAsia" w:hAnsiTheme="minorHAnsi" w:cstheme="minorBidi"/>
          <w:sz w:val="22"/>
          <w:szCs w:val="22"/>
          <w:lang w:eastAsia="en-GB"/>
        </w:rPr>
      </w:pPr>
      <w:r>
        <w:t>9.5.3.2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_Toc98676305 \h </w:instrText>
      </w:r>
      <w:r>
        <w:fldChar w:fldCharType="separate"/>
      </w:r>
      <w:r>
        <w:t>125</w:t>
      </w:r>
      <w:r>
        <w:fldChar w:fldCharType="end"/>
      </w:r>
    </w:p>
    <w:p w14:paraId="73037DBD" w14:textId="77C4F7D2" w:rsidR="00D403B8" w:rsidRDefault="00D403B8">
      <w:pPr>
        <w:pStyle w:val="TOC4"/>
        <w:rPr>
          <w:rFonts w:asciiTheme="minorHAnsi" w:eastAsiaTheme="minorEastAsia" w:hAnsiTheme="minorHAnsi" w:cstheme="minorBidi"/>
          <w:sz w:val="22"/>
          <w:szCs w:val="22"/>
          <w:lang w:eastAsia="en-GB"/>
        </w:rPr>
      </w:pPr>
      <w:r>
        <w:t>9.5.3.3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_Toc98676306 \h </w:instrText>
      </w:r>
      <w:r>
        <w:fldChar w:fldCharType="separate"/>
      </w:r>
      <w:r>
        <w:t>125</w:t>
      </w:r>
      <w:r>
        <w:fldChar w:fldCharType="end"/>
      </w:r>
    </w:p>
    <w:p w14:paraId="67FB9F8A" w14:textId="13C72819" w:rsidR="00D403B8" w:rsidRDefault="00D403B8">
      <w:pPr>
        <w:pStyle w:val="TOC4"/>
        <w:rPr>
          <w:rFonts w:asciiTheme="minorHAnsi" w:eastAsiaTheme="minorEastAsia" w:hAnsiTheme="minorHAnsi" w:cstheme="minorBidi"/>
          <w:sz w:val="22"/>
          <w:szCs w:val="22"/>
          <w:lang w:eastAsia="en-GB"/>
        </w:rPr>
      </w:pPr>
      <w:r>
        <w:t>9.5.3.4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_Toc98676307 \h </w:instrText>
      </w:r>
      <w:r>
        <w:fldChar w:fldCharType="separate"/>
      </w:r>
      <w:r>
        <w:t>125</w:t>
      </w:r>
      <w:r>
        <w:fldChar w:fldCharType="end"/>
      </w:r>
    </w:p>
    <w:p w14:paraId="3B244FEB" w14:textId="5C6742DF" w:rsidR="00D403B8" w:rsidRDefault="00D403B8">
      <w:pPr>
        <w:pStyle w:val="TOC2"/>
        <w:rPr>
          <w:rFonts w:asciiTheme="minorHAnsi" w:eastAsiaTheme="minorEastAsia" w:hAnsiTheme="minorHAnsi" w:cstheme="minorBidi"/>
          <w:sz w:val="22"/>
          <w:szCs w:val="22"/>
          <w:lang w:eastAsia="en-GB"/>
        </w:rPr>
      </w:pPr>
      <w:r>
        <w:t>9.6</w:t>
      </w:r>
      <w:r>
        <w:rPr>
          <w:rFonts w:asciiTheme="minorHAnsi" w:eastAsiaTheme="minorEastAsia" w:hAnsiTheme="minorHAnsi" w:cstheme="minorBidi"/>
          <w:sz w:val="22"/>
          <w:szCs w:val="22"/>
          <w:lang w:eastAsia="en-GB"/>
        </w:rPr>
        <w:tab/>
      </w:r>
      <w:r>
        <w:t>OTA Transmitted signal quality</w:t>
      </w:r>
      <w:r>
        <w:tab/>
      </w:r>
      <w:r>
        <w:fldChar w:fldCharType="begin"/>
      </w:r>
      <w:r>
        <w:instrText xml:space="preserve"> PAGEREF _Toc98676308 \h </w:instrText>
      </w:r>
      <w:r>
        <w:fldChar w:fldCharType="separate"/>
      </w:r>
      <w:r>
        <w:t>125</w:t>
      </w:r>
      <w:r>
        <w:fldChar w:fldCharType="end"/>
      </w:r>
    </w:p>
    <w:p w14:paraId="7B1ABB97" w14:textId="2ED7C696" w:rsidR="00D403B8" w:rsidRDefault="00D403B8">
      <w:pPr>
        <w:pStyle w:val="TOC3"/>
        <w:rPr>
          <w:rFonts w:asciiTheme="minorHAnsi" w:eastAsiaTheme="minorEastAsia" w:hAnsiTheme="minorHAnsi" w:cstheme="minorBidi"/>
          <w:sz w:val="22"/>
          <w:szCs w:val="22"/>
          <w:lang w:eastAsia="en-GB"/>
        </w:rPr>
      </w:pPr>
      <w:r>
        <w:t>9.6.1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_Toc98676309 \h </w:instrText>
      </w:r>
      <w:r>
        <w:fldChar w:fldCharType="separate"/>
      </w:r>
      <w:r>
        <w:t>125</w:t>
      </w:r>
      <w:r>
        <w:fldChar w:fldCharType="end"/>
      </w:r>
    </w:p>
    <w:p w14:paraId="4B9B8C29" w14:textId="5BB93790" w:rsidR="00D403B8" w:rsidRDefault="00D403B8">
      <w:pPr>
        <w:pStyle w:val="TOC3"/>
        <w:rPr>
          <w:rFonts w:asciiTheme="minorHAnsi" w:eastAsiaTheme="minorEastAsia" w:hAnsiTheme="minorHAnsi" w:cstheme="minorBidi"/>
          <w:sz w:val="22"/>
          <w:szCs w:val="22"/>
          <w:lang w:eastAsia="en-GB"/>
        </w:rPr>
      </w:pPr>
      <w:r>
        <w:t>9.6.2</w:t>
      </w:r>
      <w:r>
        <w:rPr>
          <w:rFonts w:asciiTheme="minorHAnsi" w:eastAsiaTheme="minorEastAsia" w:hAnsiTheme="minorHAnsi" w:cstheme="minorBidi"/>
          <w:sz w:val="22"/>
          <w:szCs w:val="22"/>
          <w:lang w:eastAsia="en-GB"/>
        </w:rPr>
        <w:tab/>
      </w:r>
      <w:r>
        <w:t>OTA Frequency Error</w:t>
      </w:r>
      <w:r>
        <w:tab/>
      </w:r>
      <w:r>
        <w:fldChar w:fldCharType="begin"/>
      </w:r>
      <w:r>
        <w:instrText xml:space="preserve"> PAGEREF _Toc98676310 \h </w:instrText>
      </w:r>
      <w:r>
        <w:fldChar w:fldCharType="separate"/>
      </w:r>
      <w:r>
        <w:t>126</w:t>
      </w:r>
      <w:r>
        <w:fldChar w:fldCharType="end"/>
      </w:r>
    </w:p>
    <w:p w14:paraId="295CE7EC" w14:textId="74EEBB38" w:rsidR="00D403B8" w:rsidRDefault="00D403B8">
      <w:pPr>
        <w:pStyle w:val="TOC4"/>
        <w:rPr>
          <w:rFonts w:asciiTheme="minorHAnsi" w:eastAsiaTheme="minorEastAsia" w:hAnsiTheme="minorHAnsi" w:cstheme="minorBidi"/>
          <w:sz w:val="22"/>
          <w:szCs w:val="22"/>
          <w:lang w:eastAsia="en-GB"/>
        </w:rPr>
      </w:pPr>
      <w:r>
        <w:t>9.6.2.1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_Toc98676311 \h </w:instrText>
      </w:r>
      <w:r>
        <w:fldChar w:fldCharType="separate"/>
      </w:r>
      <w:r>
        <w:t>126</w:t>
      </w:r>
      <w:r>
        <w:fldChar w:fldCharType="end"/>
      </w:r>
    </w:p>
    <w:p w14:paraId="6C3A1934" w14:textId="581CB715" w:rsidR="00D403B8" w:rsidRDefault="00D403B8">
      <w:pPr>
        <w:pStyle w:val="TOC4"/>
        <w:rPr>
          <w:rFonts w:asciiTheme="minorHAnsi" w:eastAsiaTheme="minorEastAsia" w:hAnsiTheme="minorHAnsi" w:cstheme="minorBidi"/>
          <w:sz w:val="22"/>
          <w:szCs w:val="22"/>
          <w:lang w:eastAsia="en-GB"/>
        </w:rPr>
      </w:pPr>
      <w:r>
        <w:t>9.6.2.2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_Toc98676312 \h </w:instrText>
      </w:r>
      <w:r>
        <w:fldChar w:fldCharType="separate"/>
      </w:r>
      <w:r>
        <w:t>126</w:t>
      </w:r>
      <w:r>
        <w:fldChar w:fldCharType="end"/>
      </w:r>
    </w:p>
    <w:p w14:paraId="0BE5E33E" w14:textId="1D1AC3CF" w:rsidR="00D403B8" w:rsidRDefault="00D403B8">
      <w:pPr>
        <w:pStyle w:val="TOC4"/>
        <w:rPr>
          <w:rFonts w:asciiTheme="minorHAnsi" w:eastAsiaTheme="minorEastAsia" w:hAnsiTheme="minorHAnsi" w:cstheme="minorBidi"/>
          <w:sz w:val="22"/>
          <w:szCs w:val="22"/>
          <w:lang w:eastAsia="en-GB"/>
        </w:rPr>
      </w:pPr>
      <w:r>
        <w:t>9.6.2.3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_Toc98676313 \h </w:instrText>
      </w:r>
      <w:r>
        <w:fldChar w:fldCharType="separate"/>
      </w:r>
      <w:r>
        <w:t>126</w:t>
      </w:r>
      <w:r>
        <w:fldChar w:fldCharType="end"/>
      </w:r>
    </w:p>
    <w:p w14:paraId="0D4B850A" w14:textId="11AFD945" w:rsidR="00D403B8" w:rsidRDefault="00D403B8">
      <w:pPr>
        <w:pStyle w:val="TOC4"/>
        <w:rPr>
          <w:rFonts w:asciiTheme="minorHAnsi" w:eastAsiaTheme="minorEastAsia" w:hAnsiTheme="minorHAnsi" w:cstheme="minorBidi"/>
          <w:sz w:val="22"/>
          <w:szCs w:val="22"/>
          <w:lang w:eastAsia="en-GB"/>
        </w:rPr>
      </w:pPr>
      <w:r>
        <w:t>9.6.2.4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_Toc98676314 \h </w:instrText>
      </w:r>
      <w:r>
        <w:fldChar w:fldCharType="separate"/>
      </w:r>
      <w:r>
        <w:t>126</w:t>
      </w:r>
      <w:r>
        <w:fldChar w:fldCharType="end"/>
      </w:r>
    </w:p>
    <w:p w14:paraId="253B7700" w14:textId="277D11B5" w:rsidR="00D403B8" w:rsidRDefault="00D403B8">
      <w:pPr>
        <w:pStyle w:val="TOC3"/>
        <w:rPr>
          <w:rFonts w:asciiTheme="minorHAnsi" w:eastAsiaTheme="minorEastAsia" w:hAnsiTheme="minorHAnsi" w:cstheme="minorBidi"/>
          <w:sz w:val="22"/>
          <w:szCs w:val="22"/>
          <w:lang w:eastAsia="en-GB"/>
        </w:rPr>
      </w:pPr>
      <w:r>
        <w:t>9.6.3</w:t>
      </w:r>
      <w:r>
        <w:rPr>
          <w:rFonts w:asciiTheme="minorHAnsi" w:eastAsiaTheme="minorEastAsia" w:hAnsiTheme="minorHAnsi" w:cstheme="minorBidi"/>
          <w:sz w:val="22"/>
          <w:szCs w:val="22"/>
          <w:lang w:eastAsia="en-GB"/>
        </w:rPr>
        <w:tab/>
      </w:r>
      <w:r>
        <w:t>OTA Time alignment error</w:t>
      </w:r>
      <w:r>
        <w:tab/>
      </w:r>
      <w:r>
        <w:fldChar w:fldCharType="begin"/>
      </w:r>
      <w:r>
        <w:instrText xml:space="preserve"> PAGEREF _Toc98676315 \h </w:instrText>
      </w:r>
      <w:r>
        <w:fldChar w:fldCharType="separate"/>
      </w:r>
      <w:r>
        <w:t>126</w:t>
      </w:r>
      <w:r>
        <w:fldChar w:fldCharType="end"/>
      </w:r>
    </w:p>
    <w:p w14:paraId="7550EE79" w14:textId="4A28B77E" w:rsidR="00D403B8" w:rsidRDefault="00D403B8">
      <w:pPr>
        <w:pStyle w:val="TOC4"/>
        <w:rPr>
          <w:rFonts w:asciiTheme="minorHAnsi" w:eastAsiaTheme="minorEastAsia" w:hAnsiTheme="minorHAnsi" w:cstheme="minorBidi"/>
          <w:sz w:val="22"/>
          <w:szCs w:val="22"/>
          <w:lang w:eastAsia="en-GB"/>
        </w:rPr>
      </w:pPr>
      <w:r>
        <w:t>9.6.3.1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_Toc98676316 \h </w:instrText>
      </w:r>
      <w:r>
        <w:fldChar w:fldCharType="separate"/>
      </w:r>
      <w:r>
        <w:t>126</w:t>
      </w:r>
      <w:r>
        <w:fldChar w:fldCharType="end"/>
      </w:r>
    </w:p>
    <w:p w14:paraId="3CD98FFE" w14:textId="27296E66" w:rsidR="00D403B8" w:rsidRDefault="00D403B8">
      <w:pPr>
        <w:pStyle w:val="TOC4"/>
        <w:rPr>
          <w:rFonts w:asciiTheme="minorHAnsi" w:eastAsiaTheme="minorEastAsia" w:hAnsiTheme="minorHAnsi" w:cstheme="minorBidi"/>
          <w:sz w:val="22"/>
          <w:szCs w:val="22"/>
          <w:lang w:eastAsia="en-GB"/>
        </w:rPr>
      </w:pPr>
      <w:r>
        <w:t>9.6.3.2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_Toc98676317 \h </w:instrText>
      </w:r>
      <w:r>
        <w:fldChar w:fldCharType="separate"/>
      </w:r>
      <w:r>
        <w:t>127</w:t>
      </w:r>
      <w:r>
        <w:fldChar w:fldCharType="end"/>
      </w:r>
    </w:p>
    <w:p w14:paraId="0175DCD1" w14:textId="1D1F22C3" w:rsidR="00D403B8" w:rsidRDefault="00D403B8">
      <w:pPr>
        <w:pStyle w:val="TOC4"/>
        <w:rPr>
          <w:rFonts w:asciiTheme="minorHAnsi" w:eastAsiaTheme="minorEastAsia" w:hAnsiTheme="minorHAnsi" w:cstheme="minorBidi"/>
          <w:sz w:val="22"/>
          <w:szCs w:val="22"/>
          <w:lang w:eastAsia="en-GB"/>
        </w:rPr>
      </w:pPr>
      <w:r>
        <w:t>9.6.3.3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_Toc98676318 \h </w:instrText>
      </w:r>
      <w:r>
        <w:fldChar w:fldCharType="separate"/>
      </w:r>
      <w:r>
        <w:t>127</w:t>
      </w:r>
      <w:r>
        <w:fldChar w:fldCharType="end"/>
      </w:r>
    </w:p>
    <w:p w14:paraId="21A4F3BA" w14:textId="64D8A7E5" w:rsidR="00D403B8" w:rsidRDefault="00D403B8">
      <w:pPr>
        <w:pStyle w:val="TOC4"/>
        <w:rPr>
          <w:rFonts w:asciiTheme="minorHAnsi" w:eastAsiaTheme="minorEastAsia" w:hAnsiTheme="minorHAnsi" w:cstheme="minorBidi"/>
          <w:sz w:val="22"/>
          <w:szCs w:val="22"/>
          <w:lang w:eastAsia="en-GB"/>
        </w:rPr>
      </w:pPr>
      <w:r>
        <w:t>9.6.3.4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_Toc98676319 \h </w:instrText>
      </w:r>
      <w:r>
        <w:fldChar w:fldCharType="separate"/>
      </w:r>
      <w:r>
        <w:t>127</w:t>
      </w:r>
      <w:r>
        <w:fldChar w:fldCharType="end"/>
      </w:r>
    </w:p>
    <w:p w14:paraId="5026EA15" w14:textId="36CEDE39" w:rsidR="00D403B8" w:rsidRDefault="00D403B8">
      <w:pPr>
        <w:pStyle w:val="TOC3"/>
        <w:rPr>
          <w:rFonts w:asciiTheme="minorHAnsi" w:eastAsiaTheme="minorEastAsia" w:hAnsiTheme="minorHAnsi" w:cstheme="minorBidi"/>
          <w:sz w:val="22"/>
          <w:szCs w:val="22"/>
          <w:lang w:eastAsia="en-GB"/>
        </w:rPr>
      </w:pPr>
      <w:r>
        <w:t>9.6.4</w:t>
      </w:r>
      <w:r>
        <w:rPr>
          <w:rFonts w:asciiTheme="minorHAnsi" w:eastAsiaTheme="minorEastAsia" w:hAnsiTheme="minorHAnsi" w:cstheme="minorBidi"/>
          <w:sz w:val="22"/>
          <w:szCs w:val="22"/>
          <w:lang w:eastAsia="en-GB"/>
        </w:rPr>
        <w:tab/>
      </w:r>
      <w:r>
        <w:t>OTA Modulation quality</w:t>
      </w:r>
      <w:r>
        <w:tab/>
      </w:r>
      <w:r>
        <w:fldChar w:fldCharType="begin"/>
      </w:r>
      <w:r>
        <w:instrText xml:space="preserve"> PAGEREF _Toc98676320 \h </w:instrText>
      </w:r>
      <w:r>
        <w:fldChar w:fldCharType="separate"/>
      </w:r>
      <w:r>
        <w:t>127</w:t>
      </w:r>
      <w:r>
        <w:fldChar w:fldCharType="end"/>
      </w:r>
    </w:p>
    <w:p w14:paraId="7FEEFFDA" w14:textId="5EDB1D0E" w:rsidR="00D403B8" w:rsidRDefault="00D403B8">
      <w:pPr>
        <w:pStyle w:val="TOC4"/>
        <w:rPr>
          <w:rFonts w:asciiTheme="minorHAnsi" w:eastAsiaTheme="minorEastAsia" w:hAnsiTheme="minorHAnsi" w:cstheme="minorBidi"/>
          <w:sz w:val="22"/>
          <w:szCs w:val="22"/>
          <w:lang w:eastAsia="en-GB"/>
        </w:rPr>
      </w:pPr>
      <w:r>
        <w:t>9.6.4.1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_Toc98676321 \h </w:instrText>
      </w:r>
      <w:r>
        <w:fldChar w:fldCharType="separate"/>
      </w:r>
      <w:r>
        <w:t>127</w:t>
      </w:r>
      <w:r>
        <w:fldChar w:fldCharType="end"/>
      </w:r>
    </w:p>
    <w:p w14:paraId="0EDA5D03" w14:textId="14BEAF74" w:rsidR="00D403B8" w:rsidRDefault="00D403B8">
      <w:pPr>
        <w:pStyle w:val="TOC4"/>
        <w:rPr>
          <w:rFonts w:asciiTheme="minorHAnsi" w:eastAsiaTheme="minorEastAsia" w:hAnsiTheme="minorHAnsi" w:cstheme="minorBidi"/>
          <w:sz w:val="22"/>
          <w:szCs w:val="22"/>
          <w:lang w:eastAsia="en-GB"/>
        </w:rPr>
      </w:pPr>
      <w:r>
        <w:t>9.6.4.2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_Toc98676322 \h </w:instrText>
      </w:r>
      <w:r>
        <w:fldChar w:fldCharType="separate"/>
      </w:r>
      <w:r>
        <w:t>127</w:t>
      </w:r>
      <w:r>
        <w:fldChar w:fldCharType="end"/>
      </w:r>
    </w:p>
    <w:p w14:paraId="6A2EF7A8" w14:textId="1E5A55D8" w:rsidR="00D403B8" w:rsidRDefault="00D403B8">
      <w:pPr>
        <w:pStyle w:val="TOC4"/>
        <w:rPr>
          <w:rFonts w:asciiTheme="minorHAnsi" w:eastAsiaTheme="minorEastAsia" w:hAnsiTheme="minorHAnsi" w:cstheme="minorBidi"/>
          <w:sz w:val="22"/>
          <w:szCs w:val="22"/>
          <w:lang w:eastAsia="en-GB"/>
        </w:rPr>
      </w:pPr>
      <w:r>
        <w:t>9.6.4.3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_Toc98676323 \h </w:instrText>
      </w:r>
      <w:r>
        <w:fldChar w:fldCharType="separate"/>
      </w:r>
      <w:r>
        <w:t>127</w:t>
      </w:r>
      <w:r>
        <w:fldChar w:fldCharType="end"/>
      </w:r>
    </w:p>
    <w:p w14:paraId="26DFD162" w14:textId="3F512B3E" w:rsidR="00D403B8" w:rsidRDefault="00D403B8">
      <w:pPr>
        <w:pStyle w:val="TOC4"/>
        <w:rPr>
          <w:rFonts w:asciiTheme="minorHAnsi" w:eastAsiaTheme="minorEastAsia" w:hAnsiTheme="minorHAnsi" w:cstheme="minorBidi"/>
          <w:sz w:val="22"/>
          <w:szCs w:val="22"/>
          <w:lang w:eastAsia="en-GB"/>
        </w:rPr>
      </w:pPr>
      <w:r>
        <w:t>9.6.4.4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_Toc98676324 \h </w:instrText>
      </w:r>
      <w:r>
        <w:fldChar w:fldCharType="separate"/>
      </w:r>
      <w:r>
        <w:t>128</w:t>
      </w:r>
      <w:r>
        <w:fldChar w:fldCharType="end"/>
      </w:r>
    </w:p>
    <w:p w14:paraId="73705EE9" w14:textId="069F82A5" w:rsidR="00D403B8" w:rsidRDefault="00D403B8">
      <w:pPr>
        <w:pStyle w:val="TOC3"/>
        <w:rPr>
          <w:rFonts w:asciiTheme="minorHAnsi" w:eastAsiaTheme="minorEastAsia" w:hAnsiTheme="minorHAnsi" w:cstheme="minorBidi"/>
          <w:sz w:val="22"/>
          <w:szCs w:val="22"/>
          <w:lang w:eastAsia="en-GB"/>
        </w:rPr>
      </w:pPr>
      <w:r>
        <w:t>9.6.5</w:t>
      </w:r>
      <w:r>
        <w:rPr>
          <w:rFonts w:asciiTheme="minorHAnsi" w:eastAsiaTheme="minorEastAsia" w:hAnsiTheme="minorHAnsi" w:cstheme="minorBidi"/>
          <w:sz w:val="22"/>
          <w:szCs w:val="22"/>
          <w:lang w:eastAsia="en-GB"/>
        </w:rPr>
        <w:tab/>
      </w:r>
      <w:r>
        <w:t>OTA Transmit pulse shape filter</w:t>
      </w:r>
      <w:r>
        <w:tab/>
      </w:r>
      <w:r>
        <w:fldChar w:fldCharType="begin"/>
      </w:r>
      <w:r>
        <w:instrText xml:space="preserve"> PAGEREF _Toc98676325 \h </w:instrText>
      </w:r>
      <w:r>
        <w:fldChar w:fldCharType="separate"/>
      </w:r>
      <w:r>
        <w:t>128</w:t>
      </w:r>
      <w:r>
        <w:fldChar w:fldCharType="end"/>
      </w:r>
    </w:p>
    <w:p w14:paraId="38F60755" w14:textId="4EF49F7A" w:rsidR="00D403B8" w:rsidRDefault="00D403B8">
      <w:pPr>
        <w:pStyle w:val="TOC4"/>
        <w:rPr>
          <w:rFonts w:asciiTheme="minorHAnsi" w:eastAsiaTheme="minorEastAsia" w:hAnsiTheme="minorHAnsi" w:cstheme="minorBidi"/>
          <w:sz w:val="22"/>
          <w:szCs w:val="22"/>
          <w:lang w:eastAsia="en-GB"/>
        </w:rPr>
      </w:pPr>
      <w:r>
        <w:t>9.6.5.1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_Toc98676326 \h </w:instrText>
      </w:r>
      <w:r>
        <w:fldChar w:fldCharType="separate"/>
      </w:r>
      <w:r>
        <w:t>128</w:t>
      </w:r>
      <w:r>
        <w:fldChar w:fldCharType="end"/>
      </w:r>
    </w:p>
    <w:p w14:paraId="518416ED" w14:textId="5BC9F6E2" w:rsidR="00D403B8" w:rsidRDefault="00D403B8">
      <w:pPr>
        <w:pStyle w:val="TOC2"/>
        <w:rPr>
          <w:rFonts w:asciiTheme="minorHAnsi" w:eastAsiaTheme="minorEastAsia" w:hAnsiTheme="minorHAnsi" w:cstheme="minorBidi"/>
          <w:sz w:val="22"/>
          <w:szCs w:val="22"/>
          <w:lang w:eastAsia="en-GB"/>
        </w:rPr>
      </w:pPr>
      <w:r>
        <w:t>9.7</w:t>
      </w:r>
      <w:r>
        <w:rPr>
          <w:rFonts w:asciiTheme="minorHAnsi" w:eastAsiaTheme="minorEastAsia" w:hAnsiTheme="minorHAnsi" w:cstheme="minorBidi"/>
          <w:sz w:val="22"/>
          <w:szCs w:val="22"/>
          <w:lang w:eastAsia="en-GB"/>
        </w:rPr>
        <w:tab/>
      </w:r>
      <w:r>
        <w:t>OTA Unwanted Emissions</w:t>
      </w:r>
      <w:r>
        <w:tab/>
      </w:r>
      <w:r>
        <w:fldChar w:fldCharType="begin"/>
      </w:r>
      <w:r>
        <w:instrText xml:space="preserve"> PAGEREF _Toc98676327 \h </w:instrText>
      </w:r>
      <w:r>
        <w:fldChar w:fldCharType="separate"/>
      </w:r>
      <w:r>
        <w:t>128</w:t>
      </w:r>
      <w:r>
        <w:fldChar w:fldCharType="end"/>
      </w:r>
    </w:p>
    <w:p w14:paraId="53707423" w14:textId="6454E630" w:rsidR="00D403B8" w:rsidRDefault="00D403B8">
      <w:pPr>
        <w:pStyle w:val="TOC3"/>
        <w:rPr>
          <w:rFonts w:asciiTheme="minorHAnsi" w:eastAsiaTheme="minorEastAsia" w:hAnsiTheme="minorHAnsi" w:cstheme="minorBidi"/>
          <w:sz w:val="22"/>
          <w:szCs w:val="22"/>
          <w:lang w:eastAsia="en-GB"/>
        </w:rPr>
      </w:pPr>
      <w:r>
        <w:t>9.7.1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_Toc98676328 \h </w:instrText>
      </w:r>
      <w:r>
        <w:fldChar w:fldCharType="separate"/>
      </w:r>
      <w:r>
        <w:t>128</w:t>
      </w:r>
      <w:r>
        <w:fldChar w:fldCharType="end"/>
      </w:r>
    </w:p>
    <w:p w14:paraId="1C244E17" w14:textId="128DA57E" w:rsidR="00D403B8" w:rsidRDefault="00D403B8">
      <w:pPr>
        <w:pStyle w:val="TOC3"/>
        <w:rPr>
          <w:rFonts w:asciiTheme="minorHAnsi" w:eastAsiaTheme="minorEastAsia" w:hAnsiTheme="minorHAnsi" w:cstheme="minorBidi"/>
          <w:sz w:val="22"/>
          <w:szCs w:val="22"/>
          <w:lang w:eastAsia="en-GB"/>
        </w:rPr>
      </w:pPr>
      <w:r>
        <w:t>9.7.2</w:t>
      </w:r>
      <w:r>
        <w:rPr>
          <w:rFonts w:asciiTheme="minorHAnsi" w:eastAsiaTheme="minorEastAsia" w:hAnsiTheme="minorHAnsi" w:cstheme="minorBidi"/>
          <w:sz w:val="22"/>
          <w:szCs w:val="22"/>
          <w:lang w:eastAsia="en-GB"/>
        </w:rPr>
        <w:tab/>
      </w:r>
      <w:r>
        <w:t>OTA occupied bandwidth</w:t>
      </w:r>
      <w:r>
        <w:tab/>
      </w:r>
      <w:r>
        <w:fldChar w:fldCharType="begin"/>
      </w:r>
      <w:r>
        <w:instrText xml:space="preserve"> PAGEREF _Toc98676329 \h </w:instrText>
      </w:r>
      <w:r>
        <w:fldChar w:fldCharType="separate"/>
      </w:r>
      <w:r>
        <w:t>129</w:t>
      </w:r>
      <w:r>
        <w:fldChar w:fldCharType="end"/>
      </w:r>
    </w:p>
    <w:p w14:paraId="37D486FF" w14:textId="4EA83063" w:rsidR="00D403B8" w:rsidRDefault="00D403B8">
      <w:pPr>
        <w:pStyle w:val="TOC4"/>
        <w:rPr>
          <w:rFonts w:asciiTheme="minorHAnsi" w:eastAsiaTheme="minorEastAsia" w:hAnsiTheme="minorHAnsi" w:cstheme="minorBidi"/>
          <w:sz w:val="22"/>
          <w:szCs w:val="22"/>
          <w:lang w:eastAsia="en-GB"/>
        </w:rPr>
      </w:pPr>
      <w:r>
        <w:t>9.7.2.1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_Toc98676330 \h </w:instrText>
      </w:r>
      <w:r>
        <w:fldChar w:fldCharType="separate"/>
      </w:r>
      <w:r>
        <w:t>129</w:t>
      </w:r>
      <w:r>
        <w:fldChar w:fldCharType="end"/>
      </w:r>
    </w:p>
    <w:p w14:paraId="6F4BB8C7" w14:textId="01D10ED3" w:rsidR="00D403B8" w:rsidRDefault="00D403B8">
      <w:pPr>
        <w:pStyle w:val="TOC4"/>
        <w:rPr>
          <w:rFonts w:asciiTheme="minorHAnsi" w:eastAsiaTheme="minorEastAsia" w:hAnsiTheme="minorHAnsi" w:cstheme="minorBidi"/>
          <w:sz w:val="22"/>
          <w:szCs w:val="22"/>
          <w:lang w:eastAsia="en-GB"/>
        </w:rPr>
      </w:pPr>
      <w:r>
        <w:t>9.7.2.2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_Toc98676331 \h </w:instrText>
      </w:r>
      <w:r>
        <w:fldChar w:fldCharType="separate"/>
      </w:r>
      <w:r>
        <w:t>129</w:t>
      </w:r>
      <w:r>
        <w:fldChar w:fldCharType="end"/>
      </w:r>
    </w:p>
    <w:p w14:paraId="46FCA9D2" w14:textId="4024E5BF" w:rsidR="00D403B8" w:rsidRDefault="00D403B8">
      <w:pPr>
        <w:pStyle w:val="TOC4"/>
        <w:rPr>
          <w:rFonts w:asciiTheme="minorHAnsi" w:eastAsiaTheme="minorEastAsia" w:hAnsiTheme="minorHAnsi" w:cstheme="minorBidi"/>
          <w:sz w:val="22"/>
          <w:szCs w:val="22"/>
          <w:lang w:eastAsia="en-GB"/>
        </w:rPr>
      </w:pPr>
      <w:r>
        <w:t>9.7.2.3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_Toc98676332 \h </w:instrText>
      </w:r>
      <w:r>
        <w:fldChar w:fldCharType="separate"/>
      </w:r>
      <w:r>
        <w:t>129</w:t>
      </w:r>
      <w:r>
        <w:fldChar w:fldCharType="end"/>
      </w:r>
    </w:p>
    <w:p w14:paraId="660BBD1F" w14:textId="248DE374" w:rsidR="00D403B8" w:rsidRDefault="00D403B8">
      <w:pPr>
        <w:pStyle w:val="TOC4"/>
        <w:rPr>
          <w:rFonts w:asciiTheme="minorHAnsi" w:eastAsiaTheme="minorEastAsia" w:hAnsiTheme="minorHAnsi" w:cstheme="minorBidi"/>
          <w:sz w:val="22"/>
          <w:szCs w:val="22"/>
          <w:lang w:eastAsia="en-GB"/>
        </w:rPr>
      </w:pPr>
      <w:r>
        <w:t>9.7.2.4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_Toc98676333 \h </w:instrText>
      </w:r>
      <w:r>
        <w:fldChar w:fldCharType="separate"/>
      </w:r>
      <w:r>
        <w:t>129</w:t>
      </w:r>
      <w:r>
        <w:fldChar w:fldCharType="end"/>
      </w:r>
    </w:p>
    <w:p w14:paraId="6B633450" w14:textId="31C10721" w:rsidR="00D403B8" w:rsidRDefault="00D403B8">
      <w:pPr>
        <w:pStyle w:val="TOC3"/>
        <w:rPr>
          <w:rFonts w:asciiTheme="minorHAnsi" w:eastAsiaTheme="minorEastAsia" w:hAnsiTheme="minorHAnsi" w:cstheme="minorBidi"/>
          <w:sz w:val="22"/>
          <w:szCs w:val="22"/>
          <w:lang w:eastAsia="en-GB"/>
        </w:rPr>
      </w:pPr>
      <w:r>
        <w:t>9.7.3</w:t>
      </w:r>
      <w:r>
        <w:rPr>
          <w:rFonts w:asciiTheme="minorHAnsi" w:eastAsiaTheme="minorEastAsia" w:hAnsiTheme="minorHAnsi" w:cstheme="minorBidi"/>
          <w:sz w:val="22"/>
          <w:szCs w:val="22"/>
          <w:lang w:eastAsia="en-GB"/>
        </w:rPr>
        <w:tab/>
      </w:r>
      <w:r>
        <w:t>OTA Adjacent Channel Leakage power Ratio</w:t>
      </w:r>
      <w:r>
        <w:tab/>
      </w:r>
      <w:r>
        <w:fldChar w:fldCharType="begin"/>
      </w:r>
      <w:r>
        <w:instrText xml:space="preserve"> PAGEREF _Toc98676334 \h </w:instrText>
      </w:r>
      <w:r>
        <w:fldChar w:fldCharType="separate"/>
      </w:r>
      <w:r>
        <w:t>129</w:t>
      </w:r>
      <w:r>
        <w:fldChar w:fldCharType="end"/>
      </w:r>
    </w:p>
    <w:p w14:paraId="57DACA09" w14:textId="7D0F94A5" w:rsidR="00D403B8" w:rsidRDefault="00D403B8">
      <w:pPr>
        <w:pStyle w:val="TOC4"/>
        <w:rPr>
          <w:rFonts w:asciiTheme="minorHAnsi" w:eastAsiaTheme="minorEastAsia" w:hAnsiTheme="minorHAnsi" w:cstheme="minorBidi"/>
          <w:sz w:val="22"/>
          <w:szCs w:val="22"/>
          <w:lang w:eastAsia="en-GB"/>
        </w:rPr>
      </w:pPr>
      <w:r>
        <w:t>9.7.3.1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_Toc98676335 \h </w:instrText>
      </w:r>
      <w:r>
        <w:fldChar w:fldCharType="separate"/>
      </w:r>
      <w:r>
        <w:t>129</w:t>
      </w:r>
      <w:r>
        <w:fldChar w:fldCharType="end"/>
      </w:r>
    </w:p>
    <w:p w14:paraId="7F85A78A" w14:textId="0B44F063" w:rsidR="00D403B8" w:rsidRDefault="00D403B8">
      <w:pPr>
        <w:pStyle w:val="TOC4"/>
        <w:rPr>
          <w:rFonts w:asciiTheme="minorHAnsi" w:eastAsiaTheme="minorEastAsia" w:hAnsiTheme="minorHAnsi" w:cstheme="minorBidi"/>
          <w:sz w:val="22"/>
          <w:szCs w:val="22"/>
          <w:lang w:eastAsia="en-GB"/>
        </w:rPr>
      </w:pPr>
      <w:r>
        <w:t>9.7.3.2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_Toc98676336 \h </w:instrText>
      </w:r>
      <w:r>
        <w:fldChar w:fldCharType="separate"/>
      </w:r>
      <w:r>
        <w:t>129</w:t>
      </w:r>
      <w:r>
        <w:fldChar w:fldCharType="end"/>
      </w:r>
    </w:p>
    <w:p w14:paraId="45794508" w14:textId="6D310CB1" w:rsidR="00D403B8" w:rsidRDefault="00D403B8">
      <w:pPr>
        <w:pStyle w:val="TOC4"/>
        <w:rPr>
          <w:rFonts w:asciiTheme="minorHAnsi" w:eastAsiaTheme="minorEastAsia" w:hAnsiTheme="minorHAnsi" w:cstheme="minorBidi"/>
          <w:sz w:val="22"/>
          <w:szCs w:val="22"/>
          <w:lang w:eastAsia="en-GB"/>
        </w:rPr>
      </w:pPr>
      <w:r>
        <w:t>9.7.3.3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_Toc98676337 \h </w:instrText>
      </w:r>
      <w:r>
        <w:fldChar w:fldCharType="separate"/>
      </w:r>
      <w:r>
        <w:t>130</w:t>
      </w:r>
      <w:r>
        <w:fldChar w:fldCharType="end"/>
      </w:r>
    </w:p>
    <w:p w14:paraId="585A0CF6" w14:textId="6F633831" w:rsidR="00D403B8" w:rsidRDefault="00D403B8">
      <w:pPr>
        <w:pStyle w:val="TOC4"/>
        <w:rPr>
          <w:rFonts w:asciiTheme="minorHAnsi" w:eastAsiaTheme="minorEastAsia" w:hAnsiTheme="minorHAnsi" w:cstheme="minorBidi"/>
          <w:sz w:val="22"/>
          <w:szCs w:val="22"/>
          <w:lang w:eastAsia="en-GB"/>
        </w:rPr>
      </w:pPr>
      <w:r>
        <w:t>9.7.3.4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_Toc98676338 \h </w:instrText>
      </w:r>
      <w:r>
        <w:fldChar w:fldCharType="separate"/>
      </w:r>
      <w:r>
        <w:t>130</w:t>
      </w:r>
      <w:r>
        <w:fldChar w:fldCharType="end"/>
      </w:r>
    </w:p>
    <w:p w14:paraId="11B01708" w14:textId="7742B9FD" w:rsidR="00D403B8" w:rsidRDefault="00D403B8">
      <w:pPr>
        <w:pStyle w:val="TOC3"/>
        <w:rPr>
          <w:rFonts w:asciiTheme="minorHAnsi" w:eastAsiaTheme="minorEastAsia" w:hAnsiTheme="minorHAnsi" w:cstheme="minorBidi"/>
          <w:sz w:val="22"/>
          <w:szCs w:val="22"/>
          <w:lang w:eastAsia="en-GB"/>
        </w:rPr>
      </w:pPr>
      <w:r w:rsidRPr="00AE544B">
        <w:rPr>
          <w:rFonts w:eastAsia="SimSun"/>
        </w:rPr>
        <w:t>9.7.4</w:t>
      </w:r>
      <w:r>
        <w:rPr>
          <w:rFonts w:asciiTheme="minorHAnsi" w:eastAsiaTheme="minorEastAsia" w:hAnsiTheme="minorHAnsi" w:cstheme="minorBidi"/>
          <w:sz w:val="22"/>
          <w:szCs w:val="22"/>
          <w:lang w:eastAsia="en-GB"/>
        </w:rPr>
        <w:tab/>
      </w:r>
      <w:r w:rsidRPr="00AE544B">
        <w:rPr>
          <w:rFonts w:eastAsia="SimSun"/>
        </w:rPr>
        <w:t>OTA Spectrum emission mask</w:t>
      </w:r>
      <w:r>
        <w:tab/>
      </w:r>
      <w:r>
        <w:fldChar w:fldCharType="begin"/>
      </w:r>
      <w:r>
        <w:instrText xml:space="preserve"> PAGEREF _Toc98676339 \h </w:instrText>
      </w:r>
      <w:r>
        <w:fldChar w:fldCharType="separate"/>
      </w:r>
      <w:r>
        <w:t>131</w:t>
      </w:r>
      <w:r>
        <w:fldChar w:fldCharType="end"/>
      </w:r>
    </w:p>
    <w:p w14:paraId="2B704355" w14:textId="3739D3D3" w:rsidR="00D403B8" w:rsidRDefault="00D403B8">
      <w:pPr>
        <w:pStyle w:val="TOC4"/>
        <w:rPr>
          <w:rFonts w:asciiTheme="minorHAnsi" w:eastAsiaTheme="minorEastAsia" w:hAnsiTheme="minorHAnsi" w:cstheme="minorBidi"/>
          <w:sz w:val="22"/>
          <w:szCs w:val="22"/>
          <w:lang w:eastAsia="en-GB"/>
        </w:rPr>
      </w:pPr>
      <w:r w:rsidRPr="00AE544B">
        <w:rPr>
          <w:rFonts w:eastAsia="SimSun"/>
        </w:rPr>
        <w:t>9.7.4.1</w:t>
      </w:r>
      <w:r>
        <w:rPr>
          <w:rFonts w:asciiTheme="minorHAnsi" w:eastAsiaTheme="minorEastAsia" w:hAnsiTheme="minorHAnsi" w:cstheme="minorBidi"/>
          <w:sz w:val="22"/>
          <w:szCs w:val="22"/>
          <w:lang w:eastAsia="en-GB"/>
        </w:rPr>
        <w:tab/>
      </w:r>
      <w:r w:rsidRPr="00AE544B">
        <w:rPr>
          <w:rFonts w:eastAsia="SimSun"/>
        </w:rPr>
        <w:t>General</w:t>
      </w:r>
      <w:r>
        <w:tab/>
      </w:r>
      <w:r>
        <w:fldChar w:fldCharType="begin"/>
      </w:r>
      <w:r>
        <w:instrText xml:space="preserve"> PAGEREF _Toc98676340 \h </w:instrText>
      </w:r>
      <w:r>
        <w:fldChar w:fldCharType="separate"/>
      </w:r>
      <w:r>
        <w:t>131</w:t>
      </w:r>
      <w:r>
        <w:fldChar w:fldCharType="end"/>
      </w:r>
    </w:p>
    <w:p w14:paraId="0CD3DAEA" w14:textId="49C7DD1D" w:rsidR="00D403B8" w:rsidRDefault="00D403B8">
      <w:pPr>
        <w:pStyle w:val="TOC4"/>
        <w:rPr>
          <w:rFonts w:asciiTheme="minorHAnsi" w:eastAsiaTheme="minorEastAsia" w:hAnsiTheme="minorHAnsi" w:cstheme="minorBidi"/>
          <w:sz w:val="22"/>
          <w:szCs w:val="22"/>
          <w:lang w:eastAsia="en-GB"/>
        </w:rPr>
      </w:pPr>
      <w:r w:rsidRPr="00AE544B">
        <w:rPr>
          <w:rFonts w:eastAsia="SimSun"/>
        </w:rPr>
        <w:t>9.7.4.2</w:t>
      </w:r>
      <w:r>
        <w:rPr>
          <w:rFonts w:asciiTheme="minorHAnsi" w:eastAsiaTheme="minorEastAsia" w:hAnsiTheme="minorHAnsi" w:cstheme="minorBidi"/>
          <w:sz w:val="22"/>
          <w:szCs w:val="22"/>
          <w:lang w:eastAsia="en-GB"/>
        </w:rPr>
        <w:tab/>
      </w:r>
      <w:r w:rsidRPr="00AE544B">
        <w:rPr>
          <w:rFonts w:eastAsia="SimSun"/>
        </w:rPr>
        <w:t>Minimum requirement for MSR operation</w:t>
      </w:r>
      <w:r>
        <w:tab/>
      </w:r>
      <w:r>
        <w:fldChar w:fldCharType="begin"/>
      </w:r>
      <w:r>
        <w:instrText xml:space="preserve"> PAGEREF _Toc98676341 \h </w:instrText>
      </w:r>
      <w:r>
        <w:fldChar w:fldCharType="separate"/>
      </w:r>
      <w:r>
        <w:t>131</w:t>
      </w:r>
      <w:r>
        <w:fldChar w:fldCharType="end"/>
      </w:r>
    </w:p>
    <w:p w14:paraId="3681FDFA" w14:textId="1261C7C4" w:rsidR="00D403B8" w:rsidRDefault="00D403B8">
      <w:pPr>
        <w:pStyle w:val="TOC4"/>
        <w:rPr>
          <w:rFonts w:asciiTheme="minorHAnsi" w:eastAsiaTheme="minorEastAsia" w:hAnsiTheme="minorHAnsi" w:cstheme="minorBidi"/>
          <w:sz w:val="22"/>
          <w:szCs w:val="22"/>
          <w:lang w:eastAsia="en-GB"/>
        </w:rPr>
      </w:pPr>
      <w:r w:rsidRPr="00AE544B">
        <w:rPr>
          <w:rFonts w:eastAsia="SimSun"/>
        </w:rPr>
        <w:t>9.7.4.3</w:t>
      </w:r>
      <w:r>
        <w:rPr>
          <w:rFonts w:asciiTheme="minorHAnsi" w:eastAsiaTheme="minorEastAsia" w:hAnsiTheme="minorHAnsi" w:cstheme="minorBidi"/>
          <w:sz w:val="22"/>
          <w:szCs w:val="22"/>
          <w:lang w:eastAsia="en-GB"/>
        </w:rPr>
        <w:tab/>
      </w:r>
      <w:r w:rsidRPr="00AE544B">
        <w:rPr>
          <w:rFonts w:eastAsia="SimSun"/>
        </w:rPr>
        <w:t>Minimum requirement for single RAT UTRA operation</w:t>
      </w:r>
      <w:r>
        <w:tab/>
      </w:r>
      <w:r>
        <w:fldChar w:fldCharType="begin"/>
      </w:r>
      <w:r>
        <w:instrText xml:space="preserve"> PAGEREF _Toc98676342 \h </w:instrText>
      </w:r>
      <w:r>
        <w:fldChar w:fldCharType="separate"/>
      </w:r>
      <w:r>
        <w:t>131</w:t>
      </w:r>
      <w:r>
        <w:fldChar w:fldCharType="end"/>
      </w:r>
    </w:p>
    <w:p w14:paraId="33F937CA" w14:textId="126AAA09" w:rsidR="00D403B8" w:rsidRDefault="00D403B8">
      <w:pPr>
        <w:pStyle w:val="TOC5"/>
        <w:rPr>
          <w:rFonts w:asciiTheme="minorHAnsi" w:eastAsiaTheme="minorEastAsia" w:hAnsiTheme="minorHAnsi" w:cstheme="minorBidi"/>
          <w:sz w:val="22"/>
          <w:szCs w:val="22"/>
          <w:lang w:eastAsia="en-GB"/>
        </w:rPr>
      </w:pPr>
      <w:r w:rsidRPr="00AE544B">
        <w:rPr>
          <w:rFonts w:eastAsia="SimSun"/>
        </w:rPr>
        <w:t>9.7.4.3.1</w:t>
      </w:r>
      <w:r>
        <w:rPr>
          <w:rFonts w:asciiTheme="minorHAnsi" w:eastAsiaTheme="minorEastAsia" w:hAnsiTheme="minorHAnsi" w:cstheme="minorBidi"/>
          <w:sz w:val="22"/>
          <w:szCs w:val="22"/>
          <w:lang w:eastAsia="en-GB"/>
        </w:rPr>
        <w:tab/>
      </w:r>
      <w:r w:rsidRPr="00AE544B">
        <w:rPr>
          <w:rFonts w:eastAsia="SimSun"/>
        </w:rPr>
        <w:t>General</w:t>
      </w:r>
      <w:r>
        <w:tab/>
      </w:r>
      <w:r>
        <w:fldChar w:fldCharType="begin"/>
      </w:r>
      <w:r>
        <w:instrText xml:space="preserve"> PAGEREF _Toc98676343 \h </w:instrText>
      </w:r>
      <w:r>
        <w:fldChar w:fldCharType="separate"/>
      </w:r>
      <w:r>
        <w:t>131</w:t>
      </w:r>
      <w:r>
        <w:fldChar w:fldCharType="end"/>
      </w:r>
    </w:p>
    <w:p w14:paraId="7ADDFD4C" w14:textId="5A32B673" w:rsidR="00D403B8" w:rsidRDefault="00D403B8">
      <w:pPr>
        <w:pStyle w:val="TOC5"/>
        <w:rPr>
          <w:rFonts w:asciiTheme="minorHAnsi" w:eastAsiaTheme="minorEastAsia" w:hAnsiTheme="minorHAnsi" w:cstheme="minorBidi"/>
          <w:sz w:val="22"/>
          <w:szCs w:val="22"/>
          <w:lang w:eastAsia="en-GB"/>
        </w:rPr>
      </w:pPr>
      <w:r w:rsidRPr="00AE544B">
        <w:rPr>
          <w:rFonts w:eastAsia="SimSun"/>
        </w:rPr>
        <w:t>9.7.4.3.2</w:t>
      </w:r>
      <w:r>
        <w:rPr>
          <w:rFonts w:asciiTheme="minorHAnsi" w:eastAsiaTheme="minorEastAsia" w:hAnsiTheme="minorHAnsi" w:cstheme="minorBidi"/>
          <w:sz w:val="22"/>
          <w:szCs w:val="22"/>
          <w:lang w:eastAsia="en-GB"/>
        </w:rPr>
        <w:tab/>
      </w:r>
      <w:r w:rsidRPr="00AE544B">
        <w:rPr>
          <w:rFonts w:eastAsia="SimSun"/>
        </w:rPr>
        <w:t>Minimum requirements for single RAT UTRA FDD operation</w:t>
      </w:r>
      <w:r>
        <w:tab/>
      </w:r>
      <w:r>
        <w:fldChar w:fldCharType="begin"/>
      </w:r>
      <w:r>
        <w:instrText xml:space="preserve"> PAGEREF _Toc98676344 \h </w:instrText>
      </w:r>
      <w:r>
        <w:fldChar w:fldCharType="separate"/>
      </w:r>
      <w:r>
        <w:t>131</w:t>
      </w:r>
      <w:r>
        <w:fldChar w:fldCharType="end"/>
      </w:r>
    </w:p>
    <w:p w14:paraId="314B404D" w14:textId="7078B9ED" w:rsidR="00D403B8" w:rsidRDefault="00D403B8">
      <w:pPr>
        <w:pStyle w:val="TOC4"/>
        <w:rPr>
          <w:rFonts w:asciiTheme="minorHAnsi" w:eastAsiaTheme="minorEastAsia" w:hAnsiTheme="minorHAnsi" w:cstheme="minorBidi"/>
          <w:sz w:val="22"/>
          <w:szCs w:val="22"/>
          <w:lang w:eastAsia="en-GB"/>
        </w:rPr>
      </w:pPr>
      <w:r>
        <w:t>9.7.4.4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_Toc98676345 \h </w:instrText>
      </w:r>
      <w:r>
        <w:fldChar w:fldCharType="separate"/>
      </w:r>
      <w:r>
        <w:t>136</w:t>
      </w:r>
      <w:r>
        <w:fldChar w:fldCharType="end"/>
      </w:r>
    </w:p>
    <w:p w14:paraId="2EEE8ED5" w14:textId="5E97100A" w:rsidR="00D403B8" w:rsidRDefault="00D403B8">
      <w:pPr>
        <w:pStyle w:val="TOC3"/>
        <w:rPr>
          <w:rFonts w:asciiTheme="minorHAnsi" w:eastAsiaTheme="minorEastAsia" w:hAnsiTheme="minorHAnsi" w:cstheme="minorBidi"/>
          <w:sz w:val="22"/>
          <w:szCs w:val="22"/>
          <w:lang w:eastAsia="en-GB"/>
        </w:rPr>
      </w:pPr>
      <w:r>
        <w:t>9.7.5</w:t>
      </w:r>
      <w:r>
        <w:rPr>
          <w:rFonts w:asciiTheme="minorHAnsi" w:eastAsiaTheme="minorEastAsia" w:hAnsiTheme="minorHAnsi" w:cstheme="minorBidi"/>
          <w:sz w:val="22"/>
          <w:szCs w:val="22"/>
          <w:lang w:eastAsia="en-GB"/>
        </w:rPr>
        <w:tab/>
      </w:r>
      <w:r>
        <w:t>OTA Operating band unwanted emission</w:t>
      </w:r>
      <w:r>
        <w:tab/>
      </w:r>
      <w:r>
        <w:fldChar w:fldCharType="begin"/>
      </w:r>
      <w:r>
        <w:instrText xml:space="preserve"> PAGEREF _Toc98676346 \h </w:instrText>
      </w:r>
      <w:r>
        <w:fldChar w:fldCharType="separate"/>
      </w:r>
      <w:r>
        <w:t>137</w:t>
      </w:r>
      <w:r>
        <w:fldChar w:fldCharType="end"/>
      </w:r>
    </w:p>
    <w:p w14:paraId="10EA5873" w14:textId="4BFBA511" w:rsidR="00D403B8" w:rsidRDefault="00D403B8">
      <w:pPr>
        <w:pStyle w:val="TOC4"/>
        <w:rPr>
          <w:rFonts w:asciiTheme="minorHAnsi" w:eastAsiaTheme="minorEastAsia" w:hAnsiTheme="minorHAnsi" w:cstheme="minorBidi"/>
          <w:sz w:val="22"/>
          <w:szCs w:val="22"/>
          <w:lang w:eastAsia="en-GB"/>
        </w:rPr>
      </w:pPr>
      <w:r>
        <w:t>9.7.5.1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_Toc98676347 \h </w:instrText>
      </w:r>
      <w:r>
        <w:fldChar w:fldCharType="separate"/>
      </w:r>
      <w:r>
        <w:t>137</w:t>
      </w:r>
      <w:r>
        <w:fldChar w:fldCharType="end"/>
      </w:r>
    </w:p>
    <w:p w14:paraId="094FE9CE" w14:textId="37EBB5E9" w:rsidR="00D403B8" w:rsidRDefault="00D403B8">
      <w:pPr>
        <w:pStyle w:val="TOC4"/>
        <w:rPr>
          <w:rFonts w:asciiTheme="minorHAnsi" w:eastAsiaTheme="minorEastAsia" w:hAnsiTheme="minorHAnsi" w:cstheme="minorBidi"/>
          <w:sz w:val="22"/>
          <w:szCs w:val="22"/>
          <w:lang w:eastAsia="en-GB"/>
        </w:rPr>
      </w:pPr>
      <w:r w:rsidRPr="00AE544B">
        <w:rPr>
          <w:rFonts w:eastAsia="SimSun"/>
        </w:rPr>
        <w:t>9.7.5.2</w:t>
      </w:r>
      <w:r>
        <w:rPr>
          <w:rFonts w:asciiTheme="minorHAnsi" w:eastAsiaTheme="minorEastAsia" w:hAnsiTheme="minorHAnsi" w:cstheme="minorBidi"/>
          <w:sz w:val="22"/>
          <w:szCs w:val="22"/>
          <w:lang w:eastAsia="en-GB"/>
        </w:rPr>
        <w:tab/>
      </w:r>
      <w:r w:rsidRPr="00AE544B">
        <w:rPr>
          <w:rFonts w:eastAsia="SimSun"/>
        </w:rPr>
        <w:t>Minimum requirement for MSR operation</w:t>
      </w:r>
      <w:r>
        <w:tab/>
      </w:r>
      <w:r>
        <w:fldChar w:fldCharType="begin"/>
      </w:r>
      <w:r>
        <w:instrText xml:space="preserve"> PAGEREF _Toc98676348 \h </w:instrText>
      </w:r>
      <w:r>
        <w:fldChar w:fldCharType="separate"/>
      </w:r>
      <w:r>
        <w:t>138</w:t>
      </w:r>
      <w:r>
        <w:fldChar w:fldCharType="end"/>
      </w:r>
    </w:p>
    <w:p w14:paraId="59C935E3" w14:textId="10DA70A1" w:rsidR="00D403B8" w:rsidRDefault="00D403B8">
      <w:pPr>
        <w:pStyle w:val="TOC5"/>
        <w:rPr>
          <w:rFonts w:asciiTheme="minorHAnsi" w:eastAsiaTheme="minorEastAsia" w:hAnsiTheme="minorHAnsi" w:cstheme="minorBidi"/>
          <w:sz w:val="22"/>
          <w:szCs w:val="22"/>
          <w:lang w:eastAsia="en-GB"/>
        </w:rPr>
      </w:pPr>
      <w:r w:rsidRPr="00AE544B">
        <w:rPr>
          <w:rFonts w:eastAsia="SimSun"/>
        </w:rPr>
        <w:t>9.7.5.2.1</w:t>
      </w:r>
      <w:r>
        <w:rPr>
          <w:rFonts w:asciiTheme="minorHAnsi" w:eastAsiaTheme="minorEastAsia" w:hAnsiTheme="minorHAnsi" w:cstheme="minorBidi"/>
          <w:sz w:val="22"/>
          <w:szCs w:val="22"/>
          <w:lang w:eastAsia="en-GB"/>
        </w:rPr>
        <w:tab/>
      </w:r>
      <w:r w:rsidRPr="00AE544B">
        <w:rPr>
          <w:rFonts w:eastAsia="SimSun"/>
        </w:rPr>
        <w:t>General</w:t>
      </w:r>
      <w:r>
        <w:tab/>
      </w:r>
      <w:r>
        <w:fldChar w:fldCharType="begin"/>
      </w:r>
      <w:r>
        <w:instrText xml:space="preserve"> PAGEREF _Toc98676349 \h </w:instrText>
      </w:r>
      <w:r>
        <w:fldChar w:fldCharType="separate"/>
      </w:r>
      <w:r>
        <w:t>138</w:t>
      </w:r>
      <w:r>
        <w:fldChar w:fldCharType="end"/>
      </w:r>
    </w:p>
    <w:p w14:paraId="17252C32" w14:textId="6E9F36CC" w:rsidR="00D403B8" w:rsidRDefault="00D403B8">
      <w:pPr>
        <w:pStyle w:val="TOC5"/>
        <w:rPr>
          <w:rFonts w:asciiTheme="minorHAnsi" w:eastAsiaTheme="minorEastAsia" w:hAnsiTheme="minorHAnsi" w:cstheme="minorBidi"/>
          <w:sz w:val="22"/>
          <w:szCs w:val="22"/>
          <w:lang w:eastAsia="en-GB"/>
        </w:rPr>
      </w:pPr>
      <w:r w:rsidRPr="00AE544B">
        <w:rPr>
          <w:rFonts w:eastAsia="SimSun"/>
        </w:rPr>
        <w:t>9.7.5.2.2</w:t>
      </w:r>
      <w:r>
        <w:rPr>
          <w:rFonts w:asciiTheme="minorHAnsi" w:eastAsiaTheme="minorEastAsia" w:hAnsiTheme="minorHAnsi" w:cstheme="minorBidi"/>
          <w:sz w:val="22"/>
          <w:szCs w:val="22"/>
          <w:lang w:eastAsia="en-GB"/>
        </w:rPr>
        <w:tab/>
      </w:r>
      <w:r w:rsidRPr="00AE544B">
        <w:rPr>
          <w:rFonts w:eastAsia="SimSun"/>
        </w:rPr>
        <w:t>Minimum requirements for Band Categories 1 and 3</w:t>
      </w:r>
      <w:r>
        <w:tab/>
      </w:r>
      <w:r>
        <w:fldChar w:fldCharType="begin"/>
      </w:r>
      <w:r>
        <w:instrText xml:space="preserve"> PAGEREF _Toc98676350 \h </w:instrText>
      </w:r>
      <w:r>
        <w:fldChar w:fldCharType="separate"/>
      </w:r>
      <w:r>
        <w:t>138</w:t>
      </w:r>
      <w:r>
        <w:fldChar w:fldCharType="end"/>
      </w:r>
    </w:p>
    <w:p w14:paraId="081D2EC4" w14:textId="662BE494" w:rsidR="00D403B8" w:rsidRDefault="00D403B8">
      <w:pPr>
        <w:pStyle w:val="TOC5"/>
        <w:rPr>
          <w:rFonts w:asciiTheme="minorHAnsi" w:eastAsiaTheme="minorEastAsia" w:hAnsiTheme="minorHAnsi" w:cstheme="minorBidi"/>
          <w:sz w:val="22"/>
          <w:szCs w:val="22"/>
          <w:lang w:eastAsia="en-GB"/>
        </w:rPr>
      </w:pPr>
      <w:r>
        <w:t>9.7.5.2.3</w:t>
      </w:r>
      <w:r>
        <w:rPr>
          <w:rFonts w:asciiTheme="minorHAnsi" w:eastAsiaTheme="minorEastAsia" w:hAnsiTheme="minorHAnsi" w:cstheme="minorBidi"/>
          <w:sz w:val="22"/>
          <w:szCs w:val="22"/>
          <w:lang w:eastAsia="en-GB"/>
        </w:rPr>
        <w:tab/>
      </w:r>
      <w:r w:rsidRPr="00AE544B">
        <w:rPr>
          <w:i/>
        </w:rPr>
        <w:t>Minimum requirement</w:t>
      </w:r>
      <w:r>
        <w:t xml:space="preserve"> for Band Category 2</w:t>
      </w:r>
      <w:r>
        <w:tab/>
      </w:r>
      <w:r>
        <w:fldChar w:fldCharType="begin"/>
      </w:r>
      <w:r>
        <w:instrText xml:space="preserve"> PAGEREF _Toc98676351 \h </w:instrText>
      </w:r>
      <w:r>
        <w:fldChar w:fldCharType="separate"/>
      </w:r>
      <w:r>
        <w:t>142</w:t>
      </w:r>
      <w:r>
        <w:fldChar w:fldCharType="end"/>
      </w:r>
    </w:p>
    <w:p w14:paraId="6297DC4F" w14:textId="5B2B262A" w:rsidR="00D403B8" w:rsidRDefault="00D403B8">
      <w:pPr>
        <w:pStyle w:val="TOC5"/>
        <w:rPr>
          <w:rFonts w:asciiTheme="minorHAnsi" w:eastAsiaTheme="minorEastAsia" w:hAnsiTheme="minorHAnsi" w:cstheme="minorBidi"/>
          <w:sz w:val="22"/>
          <w:szCs w:val="22"/>
          <w:lang w:eastAsia="en-GB"/>
        </w:rPr>
      </w:pPr>
      <w:r w:rsidRPr="00AE544B">
        <w:rPr>
          <w:rFonts w:eastAsia="SimSun"/>
        </w:rPr>
        <w:t>9.7.5.2.4</w:t>
      </w:r>
      <w:r>
        <w:rPr>
          <w:rFonts w:asciiTheme="minorHAnsi" w:eastAsiaTheme="minorEastAsia" w:hAnsiTheme="minorHAnsi" w:cstheme="minorBidi"/>
          <w:sz w:val="22"/>
          <w:szCs w:val="22"/>
          <w:lang w:eastAsia="en-GB"/>
        </w:rPr>
        <w:tab/>
      </w:r>
      <w:r w:rsidRPr="00AE544B">
        <w:rPr>
          <w:rFonts w:eastAsia="SimSun"/>
        </w:rPr>
        <w:t>Additional requirements</w:t>
      </w:r>
      <w:r>
        <w:tab/>
      </w:r>
      <w:r>
        <w:fldChar w:fldCharType="begin"/>
      </w:r>
      <w:r>
        <w:instrText xml:space="preserve"> PAGEREF _Toc98676352 \h </w:instrText>
      </w:r>
      <w:r>
        <w:fldChar w:fldCharType="separate"/>
      </w:r>
      <w:r>
        <w:t>149</w:t>
      </w:r>
      <w:r>
        <w:fldChar w:fldCharType="end"/>
      </w:r>
    </w:p>
    <w:p w14:paraId="76EBAAFF" w14:textId="01481F5A" w:rsidR="00D403B8" w:rsidRDefault="00D403B8">
      <w:pPr>
        <w:pStyle w:val="TOC6"/>
        <w:rPr>
          <w:rFonts w:asciiTheme="minorHAnsi" w:eastAsiaTheme="minorEastAsia" w:hAnsiTheme="minorHAnsi" w:cstheme="minorBidi"/>
          <w:sz w:val="22"/>
          <w:szCs w:val="22"/>
          <w:lang w:eastAsia="en-GB"/>
        </w:rPr>
      </w:pPr>
      <w:r>
        <w:t>9.7.5.2.4.1</w:t>
      </w:r>
      <w:r>
        <w:rPr>
          <w:rFonts w:asciiTheme="minorHAnsi" w:eastAsiaTheme="minorEastAsia" w:hAnsiTheme="minorHAnsi" w:cstheme="minorBidi"/>
          <w:sz w:val="22"/>
          <w:szCs w:val="22"/>
          <w:lang w:eastAsia="en-GB"/>
        </w:rPr>
        <w:tab/>
      </w:r>
      <w:r>
        <w:t>Limits in FCC Title 47</w:t>
      </w:r>
      <w:r>
        <w:tab/>
      </w:r>
      <w:r>
        <w:fldChar w:fldCharType="begin"/>
      </w:r>
      <w:r>
        <w:instrText xml:space="preserve"> PAGEREF _Toc98676353 \h </w:instrText>
      </w:r>
      <w:r>
        <w:fldChar w:fldCharType="separate"/>
      </w:r>
      <w:r>
        <w:t>149</w:t>
      </w:r>
      <w:r>
        <w:fldChar w:fldCharType="end"/>
      </w:r>
    </w:p>
    <w:p w14:paraId="4A0BF2D8" w14:textId="67059F0B" w:rsidR="00D403B8" w:rsidRDefault="00D403B8">
      <w:pPr>
        <w:pStyle w:val="TOC6"/>
        <w:rPr>
          <w:rFonts w:asciiTheme="minorHAnsi" w:eastAsiaTheme="minorEastAsia" w:hAnsiTheme="minorHAnsi" w:cstheme="minorBidi"/>
          <w:sz w:val="22"/>
          <w:szCs w:val="22"/>
          <w:lang w:eastAsia="en-GB"/>
        </w:rPr>
      </w:pPr>
      <w:r>
        <w:t>9.7.5.2.4.2</w:t>
      </w:r>
      <w:r>
        <w:rPr>
          <w:rFonts w:asciiTheme="minorHAnsi" w:eastAsiaTheme="minorEastAsia" w:hAnsiTheme="minorHAnsi" w:cstheme="minorBidi"/>
          <w:sz w:val="22"/>
          <w:szCs w:val="22"/>
          <w:lang w:eastAsia="en-GB"/>
        </w:rPr>
        <w:tab/>
      </w:r>
      <w:r>
        <w:t>Unsynchronized operation for BC3</w:t>
      </w:r>
      <w:r>
        <w:tab/>
      </w:r>
      <w:r>
        <w:fldChar w:fldCharType="begin"/>
      </w:r>
      <w:r>
        <w:instrText xml:space="preserve"> PAGEREF _Toc98676354 \h </w:instrText>
      </w:r>
      <w:r>
        <w:fldChar w:fldCharType="separate"/>
      </w:r>
      <w:r>
        <w:t>149</w:t>
      </w:r>
      <w:r>
        <w:fldChar w:fldCharType="end"/>
      </w:r>
    </w:p>
    <w:p w14:paraId="47702C33" w14:textId="4CE1576D" w:rsidR="00D403B8" w:rsidRDefault="00D403B8">
      <w:pPr>
        <w:pStyle w:val="TOC6"/>
        <w:rPr>
          <w:rFonts w:asciiTheme="minorHAnsi" w:eastAsiaTheme="minorEastAsia" w:hAnsiTheme="minorHAnsi" w:cstheme="minorBidi"/>
          <w:sz w:val="22"/>
          <w:szCs w:val="22"/>
          <w:lang w:eastAsia="en-GB"/>
        </w:rPr>
      </w:pPr>
      <w:r>
        <w:t>9.7.5.2.4.3</w:t>
      </w:r>
      <w:r>
        <w:rPr>
          <w:rFonts w:asciiTheme="minorHAnsi" w:eastAsiaTheme="minorEastAsia" w:hAnsiTheme="minorHAnsi" w:cstheme="minorBidi"/>
          <w:sz w:val="22"/>
          <w:szCs w:val="22"/>
          <w:lang w:eastAsia="en-GB"/>
        </w:rPr>
        <w:tab/>
      </w:r>
      <w:r>
        <w:t>Protection of DTT</w:t>
      </w:r>
      <w:r>
        <w:tab/>
      </w:r>
      <w:r>
        <w:fldChar w:fldCharType="begin"/>
      </w:r>
      <w:r>
        <w:instrText xml:space="preserve"> PAGEREF _Toc98676355 \h </w:instrText>
      </w:r>
      <w:r>
        <w:fldChar w:fldCharType="separate"/>
      </w:r>
      <w:r>
        <w:t>150</w:t>
      </w:r>
      <w:r>
        <w:fldChar w:fldCharType="end"/>
      </w:r>
    </w:p>
    <w:p w14:paraId="355C714D" w14:textId="1D0E5659" w:rsidR="00D403B8" w:rsidRDefault="00D403B8">
      <w:pPr>
        <w:pStyle w:val="TOC6"/>
        <w:rPr>
          <w:rFonts w:asciiTheme="minorHAnsi" w:eastAsiaTheme="minorEastAsia" w:hAnsiTheme="minorHAnsi" w:cstheme="minorBidi"/>
          <w:sz w:val="22"/>
          <w:szCs w:val="22"/>
          <w:lang w:eastAsia="en-GB"/>
        </w:rPr>
      </w:pPr>
      <w:r>
        <w:t>9.7.5.2.4.4</w:t>
      </w:r>
      <w:r>
        <w:rPr>
          <w:rFonts w:asciiTheme="minorHAnsi" w:eastAsiaTheme="minorEastAsia" w:hAnsiTheme="minorHAnsi" w:cstheme="minorBidi"/>
          <w:sz w:val="22"/>
          <w:szCs w:val="22"/>
          <w:lang w:eastAsia="en-GB"/>
        </w:rPr>
        <w:tab/>
      </w:r>
      <w:r>
        <w:t>Void</w:t>
      </w:r>
      <w:r>
        <w:tab/>
      </w:r>
      <w:r>
        <w:fldChar w:fldCharType="begin"/>
      </w:r>
      <w:r>
        <w:instrText xml:space="preserve"> PAGEREF _Toc98676356 \h </w:instrText>
      </w:r>
      <w:r>
        <w:fldChar w:fldCharType="separate"/>
      </w:r>
      <w:r>
        <w:t>150</w:t>
      </w:r>
      <w:r>
        <w:fldChar w:fldCharType="end"/>
      </w:r>
    </w:p>
    <w:p w14:paraId="36736978" w14:textId="0BD8D3EC" w:rsidR="00D403B8" w:rsidRDefault="00D403B8">
      <w:pPr>
        <w:pStyle w:val="TOC6"/>
        <w:rPr>
          <w:rFonts w:asciiTheme="minorHAnsi" w:eastAsiaTheme="minorEastAsia" w:hAnsiTheme="minorHAnsi" w:cstheme="minorBidi"/>
          <w:sz w:val="22"/>
          <w:szCs w:val="22"/>
          <w:lang w:eastAsia="en-GB"/>
        </w:rPr>
      </w:pPr>
      <w:r>
        <w:t>9.7.5.2.4.5</w:t>
      </w:r>
      <w:r>
        <w:rPr>
          <w:rFonts w:asciiTheme="minorHAnsi" w:eastAsiaTheme="minorEastAsia" w:hAnsiTheme="minorHAnsi" w:cstheme="minorBidi"/>
          <w:sz w:val="22"/>
          <w:szCs w:val="22"/>
          <w:lang w:eastAsia="en-GB"/>
        </w:rPr>
        <w:tab/>
      </w:r>
      <w:r>
        <w:t>Co-existence with RNSS/GPS services in North America</w:t>
      </w:r>
      <w:r>
        <w:tab/>
      </w:r>
      <w:r>
        <w:fldChar w:fldCharType="begin"/>
      </w:r>
      <w:r>
        <w:instrText xml:space="preserve"> PAGEREF _Toc98676357 \h </w:instrText>
      </w:r>
      <w:r>
        <w:fldChar w:fldCharType="separate"/>
      </w:r>
      <w:r>
        <w:t>150</w:t>
      </w:r>
      <w:r>
        <w:fldChar w:fldCharType="end"/>
      </w:r>
    </w:p>
    <w:p w14:paraId="04A1F9EA" w14:textId="1DD02CB9" w:rsidR="00D403B8" w:rsidRDefault="00D403B8">
      <w:pPr>
        <w:pStyle w:val="TOC6"/>
        <w:rPr>
          <w:rFonts w:asciiTheme="minorHAnsi" w:eastAsiaTheme="minorEastAsia" w:hAnsiTheme="minorHAnsi" w:cstheme="minorBidi"/>
          <w:sz w:val="22"/>
          <w:szCs w:val="22"/>
          <w:lang w:eastAsia="en-GB"/>
        </w:rPr>
      </w:pPr>
      <w:r>
        <w:t>9.7.5.2.4.6</w:t>
      </w:r>
      <w:r>
        <w:rPr>
          <w:rFonts w:asciiTheme="minorHAnsi" w:eastAsiaTheme="minorEastAsia" w:hAnsiTheme="minorHAnsi" w:cstheme="minorBidi"/>
          <w:sz w:val="22"/>
          <w:szCs w:val="22"/>
          <w:lang w:eastAsia="en-GB"/>
        </w:rPr>
        <w:tab/>
      </w:r>
      <w:r>
        <w:t>Void</w:t>
      </w:r>
      <w:r>
        <w:tab/>
      </w:r>
      <w:r>
        <w:fldChar w:fldCharType="begin"/>
      </w:r>
      <w:r>
        <w:instrText xml:space="preserve"> PAGEREF _Toc98676358 \h </w:instrText>
      </w:r>
      <w:r>
        <w:fldChar w:fldCharType="separate"/>
      </w:r>
      <w:r>
        <w:t>151</w:t>
      </w:r>
      <w:r>
        <w:fldChar w:fldCharType="end"/>
      </w:r>
    </w:p>
    <w:p w14:paraId="54FD26E6" w14:textId="67AE0181" w:rsidR="00D403B8" w:rsidRDefault="00D403B8">
      <w:pPr>
        <w:pStyle w:val="TOC6"/>
        <w:rPr>
          <w:rFonts w:asciiTheme="minorHAnsi" w:eastAsiaTheme="minorEastAsia" w:hAnsiTheme="minorHAnsi" w:cstheme="minorBidi"/>
          <w:sz w:val="22"/>
          <w:szCs w:val="22"/>
          <w:lang w:eastAsia="en-GB"/>
        </w:rPr>
      </w:pPr>
      <w:r>
        <w:t>9.7.5.2.4.7</w:t>
      </w:r>
      <w:r>
        <w:rPr>
          <w:rFonts w:asciiTheme="minorHAnsi" w:eastAsiaTheme="minorEastAsia" w:hAnsiTheme="minorHAnsi" w:cstheme="minorBidi"/>
          <w:sz w:val="22"/>
          <w:szCs w:val="22"/>
          <w:lang w:eastAsia="en-GB"/>
        </w:rPr>
        <w:tab/>
      </w:r>
      <w:r>
        <w:t>Additional band 32, 50, 51, 74, 75 and 76 unwanted emissions</w:t>
      </w:r>
      <w:r>
        <w:tab/>
      </w:r>
      <w:r>
        <w:fldChar w:fldCharType="begin"/>
      </w:r>
      <w:r>
        <w:instrText xml:space="preserve"> PAGEREF _Toc98676359 \h </w:instrText>
      </w:r>
      <w:r>
        <w:fldChar w:fldCharType="separate"/>
      </w:r>
      <w:r>
        <w:t>151</w:t>
      </w:r>
      <w:r>
        <w:fldChar w:fldCharType="end"/>
      </w:r>
    </w:p>
    <w:p w14:paraId="0ECA3BCB" w14:textId="3E15C541" w:rsidR="00D403B8" w:rsidRDefault="00D403B8">
      <w:pPr>
        <w:pStyle w:val="TOC6"/>
        <w:rPr>
          <w:rFonts w:asciiTheme="minorHAnsi" w:eastAsiaTheme="minorEastAsia" w:hAnsiTheme="minorHAnsi" w:cstheme="minorBidi"/>
          <w:sz w:val="22"/>
          <w:szCs w:val="22"/>
          <w:lang w:eastAsia="en-GB"/>
        </w:rPr>
      </w:pPr>
      <w:r>
        <w:t xml:space="preserve">9.7.5.2.4.8 </w:t>
      </w:r>
      <w:r>
        <w:rPr>
          <w:rFonts w:asciiTheme="minorHAnsi" w:eastAsiaTheme="minorEastAsia" w:hAnsiTheme="minorHAnsi" w:cstheme="minorBidi"/>
          <w:sz w:val="22"/>
          <w:szCs w:val="22"/>
          <w:lang w:eastAsia="en-GB"/>
        </w:rPr>
        <w:tab/>
      </w:r>
      <w:r>
        <w:t>Additional requirements for band 45</w:t>
      </w:r>
      <w:r>
        <w:tab/>
      </w:r>
      <w:r>
        <w:fldChar w:fldCharType="begin"/>
      </w:r>
      <w:r>
        <w:instrText xml:space="preserve"> PAGEREF _Toc98676360 \h </w:instrText>
      </w:r>
      <w:r>
        <w:fldChar w:fldCharType="separate"/>
      </w:r>
      <w:r>
        <w:t>152</w:t>
      </w:r>
      <w:r>
        <w:fldChar w:fldCharType="end"/>
      </w:r>
    </w:p>
    <w:p w14:paraId="7F64A658" w14:textId="50F34321" w:rsidR="00D403B8" w:rsidRDefault="00D403B8">
      <w:pPr>
        <w:pStyle w:val="TOC6"/>
        <w:rPr>
          <w:rFonts w:asciiTheme="minorHAnsi" w:eastAsiaTheme="minorEastAsia" w:hAnsiTheme="minorHAnsi" w:cstheme="minorBidi"/>
          <w:sz w:val="22"/>
          <w:szCs w:val="22"/>
          <w:lang w:eastAsia="en-GB"/>
        </w:rPr>
      </w:pPr>
      <w:r>
        <w:t xml:space="preserve">9.7.5.2.4.9 </w:t>
      </w:r>
      <w:r>
        <w:rPr>
          <w:rFonts w:asciiTheme="minorHAnsi" w:eastAsiaTheme="minorEastAsia" w:hAnsiTheme="minorHAnsi" w:cstheme="minorBidi"/>
          <w:sz w:val="22"/>
          <w:szCs w:val="22"/>
          <w:lang w:eastAsia="en-GB"/>
        </w:rPr>
        <w:tab/>
      </w:r>
      <w:r>
        <w:t>Additional requirements for band 48</w:t>
      </w:r>
      <w:r>
        <w:tab/>
      </w:r>
      <w:r>
        <w:fldChar w:fldCharType="begin"/>
      </w:r>
      <w:r>
        <w:instrText xml:space="preserve"> PAGEREF _Toc98676361 \h </w:instrText>
      </w:r>
      <w:r>
        <w:fldChar w:fldCharType="separate"/>
      </w:r>
      <w:r>
        <w:t>152</w:t>
      </w:r>
      <w:r>
        <w:fldChar w:fldCharType="end"/>
      </w:r>
    </w:p>
    <w:p w14:paraId="534E88BC" w14:textId="11D8303C" w:rsidR="00D403B8" w:rsidRDefault="00D403B8">
      <w:pPr>
        <w:pStyle w:val="TOC4"/>
        <w:rPr>
          <w:rFonts w:asciiTheme="minorHAnsi" w:eastAsiaTheme="minorEastAsia" w:hAnsiTheme="minorHAnsi" w:cstheme="minorBidi"/>
          <w:sz w:val="22"/>
          <w:szCs w:val="22"/>
          <w:lang w:eastAsia="en-GB"/>
        </w:rPr>
      </w:pPr>
      <w:r w:rsidRPr="00AE544B">
        <w:rPr>
          <w:rFonts w:eastAsia="SimSun"/>
        </w:rPr>
        <w:t>9.7.5.3</w:t>
      </w:r>
      <w:r>
        <w:rPr>
          <w:rFonts w:asciiTheme="minorHAnsi" w:eastAsiaTheme="minorEastAsia" w:hAnsiTheme="minorHAnsi" w:cstheme="minorBidi"/>
          <w:sz w:val="22"/>
          <w:szCs w:val="22"/>
          <w:lang w:eastAsia="en-GB"/>
        </w:rPr>
        <w:tab/>
      </w:r>
      <w:r w:rsidRPr="00AE544B">
        <w:rPr>
          <w:rFonts w:eastAsia="SimSun"/>
        </w:rPr>
        <w:t>Minimum requirement for single RAT UTRA operation</w:t>
      </w:r>
      <w:r>
        <w:tab/>
      </w:r>
      <w:r>
        <w:fldChar w:fldCharType="begin"/>
      </w:r>
      <w:r>
        <w:instrText xml:space="preserve"> PAGEREF _Toc98676362 \h </w:instrText>
      </w:r>
      <w:r>
        <w:fldChar w:fldCharType="separate"/>
      </w:r>
      <w:r>
        <w:t>153</w:t>
      </w:r>
      <w:r>
        <w:fldChar w:fldCharType="end"/>
      </w:r>
    </w:p>
    <w:p w14:paraId="06E07D6D" w14:textId="0208C83E" w:rsidR="00D403B8" w:rsidRDefault="00D403B8">
      <w:pPr>
        <w:pStyle w:val="TOC4"/>
        <w:rPr>
          <w:rFonts w:asciiTheme="minorHAnsi" w:eastAsiaTheme="minorEastAsia" w:hAnsiTheme="minorHAnsi" w:cstheme="minorBidi"/>
          <w:sz w:val="22"/>
          <w:szCs w:val="22"/>
          <w:lang w:eastAsia="en-GB"/>
        </w:rPr>
      </w:pPr>
      <w:r w:rsidRPr="00AE544B">
        <w:rPr>
          <w:rFonts w:eastAsia="SimSun"/>
        </w:rPr>
        <w:t>9.7.5.4</w:t>
      </w:r>
      <w:r>
        <w:rPr>
          <w:rFonts w:asciiTheme="minorHAnsi" w:eastAsiaTheme="minorEastAsia" w:hAnsiTheme="minorHAnsi" w:cstheme="minorBidi"/>
          <w:sz w:val="22"/>
          <w:szCs w:val="22"/>
          <w:lang w:eastAsia="en-GB"/>
        </w:rPr>
        <w:tab/>
      </w:r>
      <w:r w:rsidRPr="00AE544B">
        <w:rPr>
          <w:rFonts w:eastAsia="SimSun"/>
        </w:rPr>
        <w:t>Minimum requirement for single RAT E-UTRA operation</w:t>
      </w:r>
      <w:r>
        <w:tab/>
      </w:r>
      <w:r>
        <w:fldChar w:fldCharType="begin"/>
      </w:r>
      <w:r>
        <w:instrText xml:space="preserve"> PAGEREF _Toc98676363 \h </w:instrText>
      </w:r>
      <w:r>
        <w:fldChar w:fldCharType="separate"/>
      </w:r>
      <w:r>
        <w:t>153</w:t>
      </w:r>
      <w:r>
        <w:fldChar w:fldCharType="end"/>
      </w:r>
    </w:p>
    <w:p w14:paraId="6D386C00" w14:textId="24F6C7DC" w:rsidR="00D403B8" w:rsidRDefault="00D403B8">
      <w:pPr>
        <w:pStyle w:val="TOC5"/>
        <w:rPr>
          <w:rFonts w:asciiTheme="minorHAnsi" w:eastAsiaTheme="minorEastAsia" w:hAnsiTheme="minorHAnsi" w:cstheme="minorBidi"/>
          <w:sz w:val="22"/>
          <w:szCs w:val="22"/>
          <w:lang w:eastAsia="en-GB"/>
        </w:rPr>
      </w:pPr>
      <w:r>
        <w:t>9.7.5.4.1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_Toc98676364 \h </w:instrText>
      </w:r>
      <w:r>
        <w:fldChar w:fldCharType="separate"/>
      </w:r>
      <w:r>
        <w:t>153</w:t>
      </w:r>
      <w:r>
        <w:fldChar w:fldCharType="end"/>
      </w:r>
    </w:p>
    <w:p w14:paraId="28943F0D" w14:textId="49AFF93B" w:rsidR="00D403B8" w:rsidRDefault="00D403B8">
      <w:pPr>
        <w:pStyle w:val="TOC5"/>
        <w:rPr>
          <w:rFonts w:asciiTheme="minorHAnsi" w:eastAsiaTheme="minorEastAsia" w:hAnsiTheme="minorHAnsi" w:cstheme="minorBidi"/>
          <w:sz w:val="22"/>
          <w:szCs w:val="22"/>
          <w:lang w:eastAsia="en-GB"/>
        </w:rPr>
      </w:pPr>
      <w:r>
        <w:t>9.7.5.4.2</w:t>
      </w:r>
      <w:r>
        <w:rPr>
          <w:rFonts w:asciiTheme="minorHAnsi" w:eastAsiaTheme="minorEastAsia" w:hAnsiTheme="minorHAnsi" w:cstheme="minorBidi"/>
          <w:sz w:val="22"/>
          <w:szCs w:val="22"/>
          <w:lang w:eastAsia="en-GB"/>
        </w:rPr>
        <w:tab/>
      </w:r>
      <w:r>
        <w:t xml:space="preserve">Minimum requirements </w:t>
      </w:r>
      <w:r>
        <w:rPr>
          <w:lang w:eastAsia="zh-CN"/>
        </w:rPr>
        <w:t xml:space="preserve">for Wide Area BS </w:t>
      </w:r>
      <w:r>
        <w:t>(Category A)</w:t>
      </w:r>
      <w:r>
        <w:tab/>
      </w:r>
      <w:r>
        <w:fldChar w:fldCharType="begin"/>
      </w:r>
      <w:r>
        <w:instrText xml:space="preserve"> PAGEREF _Toc98676365 \h </w:instrText>
      </w:r>
      <w:r>
        <w:fldChar w:fldCharType="separate"/>
      </w:r>
      <w:r>
        <w:t>153</w:t>
      </w:r>
      <w:r>
        <w:fldChar w:fldCharType="end"/>
      </w:r>
    </w:p>
    <w:p w14:paraId="5A43A3B9" w14:textId="78326AAF" w:rsidR="00D403B8" w:rsidRDefault="00D403B8">
      <w:pPr>
        <w:pStyle w:val="TOC4"/>
        <w:rPr>
          <w:rFonts w:asciiTheme="minorHAnsi" w:eastAsiaTheme="minorEastAsia" w:hAnsiTheme="minorHAnsi" w:cstheme="minorBidi"/>
          <w:sz w:val="22"/>
          <w:szCs w:val="22"/>
          <w:lang w:eastAsia="en-GB"/>
        </w:rPr>
      </w:pPr>
      <w:r>
        <w:t>9.7.5.4.3</w:t>
      </w:r>
      <w:r>
        <w:rPr>
          <w:rFonts w:asciiTheme="minorHAnsi" w:eastAsiaTheme="minorEastAsia" w:hAnsiTheme="minorHAnsi" w:cstheme="minorBidi"/>
          <w:sz w:val="22"/>
          <w:szCs w:val="22"/>
          <w:lang w:eastAsia="en-GB"/>
        </w:rPr>
        <w:tab/>
      </w:r>
      <w:r>
        <w:t xml:space="preserve">Minimum requirements </w:t>
      </w:r>
      <w:r>
        <w:rPr>
          <w:lang w:eastAsia="zh-CN"/>
        </w:rPr>
        <w:t>for Wide Area BS</w:t>
      </w:r>
      <w:r>
        <w:t xml:space="preserve"> (Category B)</w:t>
      </w:r>
      <w:r>
        <w:tab/>
      </w:r>
      <w:r>
        <w:fldChar w:fldCharType="begin"/>
      </w:r>
      <w:r>
        <w:instrText xml:space="preserve"> PAGEREF _Toc98676366 \h </w:instrText>
      </w:r>
      <w:r>
        <w:fldChar w:fldCharType="separate"/>
      </w:r>
      <w:r>
        <w:t>156</w:t>
      </w:r>
      <w:r>
        <w:fldChar w:fldCharType="end"/>
      </w:r>
    </w:p>
    <w:p w14:paraId="6FECCD6A" w14:textId="3799A808" w:rsidR="00D403B8" w:rsidRDefault="00D403B8">
      <w:pPr>
        <w:pStyle w:val="TOC6"/>
        <w:rPr>
          <w:rFonts w:asciiTheme="minorHAnsi" w:eastAsiaTheme="minorEastAsia" w:hAnsiTheme="minorHAnsi" w:cstheme="minorBidi"/>
          <w:sz w:val="22"/>
          <w:szCs w:val="22"/>
          <w:lang w:eastAsia="en-GB"/>
        </w:rPr>
      </w:pPr>
      <w:r>
        <w:t>9.7.5.4.3.1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_Toc98676367 \h </w:instrText>
      </w:r>
      <w:r>
        <w:fldChar w:fldCharType="separate"/>
      </w:r>
      <w:r>
        <w:t>156</w:t>
      </w:r>
      <w:r>
        <w:fldChar w:fldCharType="end"/>
      </w:r>
    </w:p>
    <w:p w14:paraId="6A915A36" w14:textId="16A1DE78" w:rsidR="00D403B8" w:rsidRDefault="00D403B8">
      <w:pPr>
        <w:pStyle w:val="TOC6"/>
        <w:rPr>
          <w:rFonts w:asciiTheme="minorHAnsi" w:eastAsiaTheme="minorEastAsia" w:hAnsiTheme="minorHAnsi" w:cstheme="minorBidi"/>
          <w:sz w:val="22"/>
          <w:szCs w:val="22"/>
          <w:lang w:eastAsia="en-GB"/>
        </w:rPr>
      </w:pPr>
      <w:r>
        <w:t>9.7.5.4.3.2</w:t>
      </w:r>
      <w:r>
        <w:rPr>
          <w:rFonts w:asciiTheme="minorHAnsi" w:eastAsiaTheme="minorEastAsia" w:hAnsiTheme="minorHAnsi" w:cstheme="minorBidi"/>
          <w:sz w:val="22"/>
          <w:szCs w:val="22"/>
          <w:lang w:eastAsia="en-GB"/>
        </w:rPr>
        <w:tab/>
      </w:r>
      <w:r>
        <w:t>Category B requirements (Option 1)</w:t>
      </w:r>
      <w:r>
        <w:tab/>
      </w:r>
      <w:r>
        <w:fldChar w:fldCharType="begin"/>
      </w:r>
      <w:r>
        <w:instrText xml:space="preserve"> PAGEREF _Toc98676368 \h </w:instrText>
      </w:r>
      <w:r>
        <w:fldChar w:fldCharType="separate"/>
      </w:r>
      <w:r>
        <w:t>156</w:t>
      </w:r>
      <w:r>
        <w:fldChar w:fldCharType="end"/>
      </w:r>
    </w:p>
    <w:p w14:paraId="653EA973" w14:textId="49DF05FD" w:rsidR="00D403B8" w:rsidRDefault="00D403B8">
      <w:pPr>
        <w:pStyle w:val="TOC6"/>
        <w:rPr>
          <w:rFonts w:asciiTheme="minorHAnsi" w:eastAsiaTheme="minorEastAsia" w:hAnsiTheme="minorHAnsi" w:cstheme="minorBidi"/>
          <w:sz w:val="22"/>
          <w:szCs w:val="22"/>
          <w:lang w:eastAsia="en-GB"/>
        </w:rPr>
      </w:pPr>
      <w:r>
        <w:t>9.7.5.4.3.3</w:t>
      </w:r>
      <w:r>
        <w:rPr>
          <w:rFonts w:asciiTheme="minorHAnsi" w:eastAsiaTheme="minorEastAsia" w:hAnsiTheme="minorHAnsi" w:cstheme="minorBidi"/>
          <w:sz w:val="22"/>
          <w:szCs w:val="22"/>
          <w:lang w:eastAsia="en-GB"/>
        </w:rPr>
        <w:tab/>
      </w:r>
      <w:r>
        <w:t>Category B requirements (Option 2)</w:t>
      </w:r>
      <w:r>
        <w:tab/>
      </w:r>
      <w:r>
        <w:fldChar w:fldCharType="begin"/>
      </w:r>
      <w:r>
        <w:instrText xml:space="preserve"> PAGEREF _Toc98676369 \h </w:instrText>
      </w:r>
      <w:r>
        <w:fldChar w:fldCharType="separate"/>
      </w:r>
      <w:r>
        <w:t>159</w:t>
      </w:r>
      <w:r>
        <w:fldChar w:fldCharType="end"/>
      </w:r>
    </w:p>
    <w:p w14:paraId="2FF786D5" w14:textId="123A0052" w:rsidR="00D403B8" w:rsidRDefault="00D403B8">
      <w:pPr>
        <w:pStyle w:val="TOC5"/>
        <w:rPr>
          <w:rFonts w:asciiTheme="minorHAnsi" w:eastAsiaTheme="minorEastAsia" w:hAnsiTheme="minorHAnsi" w:cstheme="minorBidi"/>
          <w:sz w:val="22"/>
          <w:szCs w:val="22"/>
          <w:lang w:eastAsia="en-GB"/>
        </w:rPr>
      </w:pPr>
      <w:r>
        <w:t>9.7.5.4.4</w:t>
      </w:r>
      <w:r>
        <w:rPr>
          <w:rFonts w:asciiTheme="minorHAnsi" w:eastAsiaTheme="minorEastAsia" w:hAnsiTheme="minorHAnsi" w:cstheme="minorBidi"/>
          <w:sz w:val="22"/>
          <w:szCs w:val="22"/>
          <w:lang w:eastAsia="en-GB"/>
        </w:rPr>
        <w:tab/>
      </w:r>
      <w:r w:rsidRPr="00AE544B">
        <w:rPr>
          <w:rFonts w:cs="Arial"/>
        </w:rPr>
        <w:t>Minimum requirement</w:t>
      </w:r>
      <w:r>
        <w:t>s for Local Area BS (Category A and B)</w:t>
      </w:r>
      <w:r>
        <w:tab/>
      </w:r>
      <w:r>
        <w:fldChar w:fldCharType="begin"/>
      </w:r>
      <w:r>
        <w:instrText xml:space="preserve"> PAGEREF _Toc98676370 \h </w:instrText>
      </w:r>
      <w:r>
        <w:fldChar w:fldCharType="separate"/>
      </w:r>
      <w:r>
        <w:t>161</w:t>
      </w:r>
      <w:r>
        <w:fldChar w:fldCharType="end"/>
      </w:r>
    </w:p>
    <w:p w14:paraId="45FC5BFD" w14:textId="3B6041A8" w:rsidR="00D403B8" w:rsidRDefault="00D403B8">
      <w:pPr>
        <w:pStyle w:val="TOC5"/>
        <w:rPr>
          <w:rFonts w:asciiTheme="minorHAnsi" w:eastAsiaTheme="minorEastAsia" w:hAnsiTheme="minorHAnsi" w:cstheme="minorBidi"/>
          <w:sz w:val="22"/>
          <w:szCs w:val="22"/>
          <w:lang w:eastAsia="en-GB"/>
        </w:rPr>
      </w:pPr>
      <w:r>
        <w:t>9.7.5.4.5</w:t>
      </w:r>
      <w:r>
        <w:rPr>
          <w:rFonts w:asciiTheme="minorHAnsi" w:eastAsiaTheme="minorEastAsia" w:hAnsiTheme="minorHAnsi" w:cstheme="minorBidi"/>
          <w:sz w:val="22"/>
          <w:szCs w:val="22"/>
          <w:lang w:eastAsia="en-GB"/>
        </w:rPr>
        <w:tab/>
      </w:r>
      <w:r w:rsidRPr="00AE544B">
        <w:rPr>
          <w:rFonts w:cs="Arial"/>
        </w:rPr>
        <w:t>Minimum requirement</w:t>
      </w:r>
      <w:r>
        <w:t>s for Medium Range BS (Category A and B)</w:t>
      </w:r>
      <w:r>
        <w:tab/>
      </w:r>
      <w:r>
        <w:fldChar w:fldCharType="begin"/>
      </w:r>
      <w:r>
        <w:instrText xml:space="preserve"> PAGEREF _Toc98676371 \h </w:instrText>
      </w:r>
      <w:r>
        <w:fldChar w:fldCharType="separate"/>
      </w:r>
      <w:r>
        <w:t>163</w:t>
      </w:r>
      <w:r>
        <w:fldChar w:fldCharType="end"/>
      </w:r>
    </w:p>
    <w:p w14:paraId="7D61E51A" w14:textId="728CFCDE" w:rsidR="00D403B8" w:rsidRDefault="00D403B8">
      <w:pPr>
        <w:pStyle w:val="TOC5"/>
        <w:rPr>
          <w:rFonts w:asciiTheme="minorHAnsi" w:eastAsiaTheme="minorEastAsia" w:hAnsiTheme="minorHAnsi" w:cstheme="minorBidi"/>
          <w:sz w:val="22"/>
          <w:szCs w:val="22"/>
          <w:lang w:eastAsia="en-GB"/>
        </w:rPr>
      </w:pPr>
      <w:r>
        <w:t>9.7.5.4.6</w:t>
      </w:r>
      <w:r>
        <w:rPr>
          <w:rFonts w:asciiTheme="minorHAnsi" w:eastAsiaTheme="minorEastAsia" w:hAnsiTheme="minorHAnsi" w:cstheme="minorBidi"/>
          <w:sz w:val="22"/>
          <w:szCs w:val="22"/>
          <w:lang w:eastAsia="en-GB"/>
        </w:rPr>
        <w:tab/>
      </w:r>
      <w:r>
        <w:t>Additional requirements</w:t>
      </w:r>
      <w:r>
        <w:tab/>
      </w:r>
      <w:r>
        <w:fldChar w:fldCharType="begin"/>
      </w:r>
      <w:r>
        <w:instrText xml:space="preserve"> PAGEREF _Toc98676372 \h </w:instrText>
      </w:r>
      <w:r>
        <w:fldChar w:fldCharType="separate"/>
      </w:r>
      <w:r>
        <w:t>165</w:t>
      </w:r>
      <w:r>
        <w:fldChar w:fldCharType="end"/>
      </w:r>
    </w:p>
    <w:p w14:paraId="2F9F21BD" w14:textId="5168CB42" w:rsidR="00D403B8" w:rsidRDefault="00D403B8">
      <w:pPr>
        <w:pStyle w:val="TOC6"/>
        <w:rPr>
          <w:rFonts w:asciiTheme="minorHAnsi" w:eastAsiaTheme="minorEastAsia" w:hAnsiTheme="minorHAnsi" w:cstheme="minorBidi"/>
          <w:sz w:val="22"/>
          <w:szCs w:val="22"/>
          <w:lang w:eastAsia="en-GB"/>
        </w:rPr>
      </w:pPr>
      <w:r>
        <w:t>9.7.5.4.6.1 Additional operating band unwanted emission limits for E-UTRA bands</w:t>
      </w:r>
      <w:r>
        <w:tab/>
      </w:r>
      <w:r>
        <w:fldChar w:fldCharType="begin"/>
      </w:r>
      <w:r>
        <w:instrText xml:space="preserve"> PAGEREF _Toc98676373 \h </w:instrText>
      </w:r>
      <w:r>
        <w:fldChar w:fldCharType="separate"/>
      </w:r>
      <w:r>
        <w:t>165</w:t>
      </w:r>
      <w:r>
        <w:fldChar w:fldCharType="end"/>
      </w:r>
    </w:p>
    <w:p w14:paraId="06DE1CEA" w14:textId="2BC2A463" w:rsidR="00D403B8" w:rsidRDefault="00D403B8">
      <w:pPr>
        <w:pStyle w:val="TOC6"/>
        <w:rPr>
          <w:rFonts w:asciiTheme="minorHAnsi" w:eastAsiaTheme="minorEastAsia" w:hAnsiTheme="minorHAnsi" w:cstheme="minorBidi"/>
          <w:sz w:val="22"/>
          <w:szCs w:val="22"/>
          <w:lang w:eastAsia="en-GB"/>
        </w:rPr>
      </w:pPr>
      <w:r>
        <w:t>9.7.5.4.6.2</w:t>
      </w:r>
      <w:r>
        <w:rPr>
          <w:rFonts w:asciiTheme="minorHAnsi" w:eastAsiaTheme="minorEastAsia" w:hAnsiTheme="minorHAnsi" w:cstheme="minorBidi"/>
          <w:sz w:val="22"/>
          <w:szCs w:val="22"/>
          <w:lang w:eastAsia="en-GB"/>
        </w:rPr>
        <w:tab/>
      </w:r>
      <w:r>
        <w:t>Protection of DTT</w:t>
      </w:r>
      <w:r>
        <w:tab/>
      </w:r>
      <w:r>
        <w:fldChar w:fldCharType="begin"/>
      </w:r>
      <w:r>
        <w:instrText xml:space="preserve"> PAGEREF _Toc98676374 \h </w:instrText>
      </w:r>
      <w:r>
        <w:fldChar w:fldCharType="separate"/>
      </w:r>
      <w:r>
        <w:t>166</w:t>
      </w:r>
      <w:r>
        <w:fldChar w:fldCharType="end"/>
      </w:r>
    </w:p>
    <w:p w14:paraId="1207FAE7" w14:textId="76822699" w:rsidR="00D403B8" w:rsidRDefault="00D403B8">
      <w:pPr>
        <w:pStyle w:val="TOC6"/>
        <w:rPr>
          <w:rFonts w:asciiTheme="minorHAnsi" w:eastAsiaTheme="minorEastAsia" w:hAnsiTheme="minorHAnsi" w:cstheme="minorBidi"/>
          <w:sz w:val="22"/>
          <w:szCs w:val="22"/>
          <w:lang w:eastAsia="en-GB"/>
        </w:rPr>
      </w:pPr>
      <w:r>
        <w:t>9.7.5.4.6.3</w:t>
      </w:r>
      <w:r>
        <w:rPr>
          <w:rFonts w:asciiTheme="minorHAnsi" w:eastAsiaTheme="minorEastAsia" w:hAnsiTheme="minorHAnsi" w:cstheme="minorBidi"/>
          <w:sz w:val="22"/>
          <w:szCs w:val="22"/>
          <w:lang w:eastAsia="en-GB"/>
        </w:rPr>
        <w:tab/>
      </w:r>
      <w:r>
        <w:t>Co-existence with RNSS/GPS services in North America</w:t>
      </w:r>
      <w:r>
        <w:tab/>
      </w:r>
      <w:r>
        <w:fldChar w:fldCharType="begin"/>
      </w:r>
      <w:r>
        <w:instrText xml:space="preserve"> PAGEREF _Toc98676375 \h </w:instrText>
      </w:r>
      <w:r>
        <w:fldChar w:fldCharType="separate"/>
      </w:r>
      <w:r>
        <w:t>166</w:t>
      </w:r>
      <w:r>
        <w:fldChar w:fldCharType="end"/>
      </w:r>
    </w:p>
    <w:p w14:paraId="573124BE" w14:textId="2AC98881" w:rsidR="00D403B8" w:rsidRDefault="00D403B8">
      <w:pPr>
        <w:pStyle w:val="TOC6"/>
        <w:rPr>
          <w:rFonts w:asciiTheme="minorHAnsi" w:eastAsiaTheme="minorEastAsia" w:hAnsiTheme="minorHAnsi" w:cstheme="minorBidi"/>
          <w:sz w:val="22"/>
          <w:szCs w:val="22"/>
          <w:lang w:eastAsia="en-GB"/>
        </w:rPr>
      </w:pPr>
      <w:r>
        <w:t>9.7.5.4.6.4</w:t>
      </w:r>
      <w:r>
        <w:rPr>
          <w:rFonts w:asciiTheme="minorHAnsi" w:eastAsiaTheme="minorEastAsia" w:hAnsiTheme="minorHAnsi" w:cstheme="minorBidi"/>
          <w:sz w:val="22"/>
          <w:szCs w:val="22"/>
          <w:lang w:eastAsia="en-GB"/>
        </w:rPr>
        <w:tab/>
      </w:r>
      <w:r>
        <w:t>Void</w:t>
      </w:r>
      <w:r>
        <w:tab/>
      </w:r>
      <w:r>
        <w:fldChar w:fldCharType="begin"/>
      </w:r>
      <w:r>
        <w:instrText xml:space="preserve"> PAGEREF _Toc98676376 \h </w:instrText>
      </w:r>
      <w:r>
        <w:fldChar w:fldCharType="separate"/>
      </w:r>
      <w:r>
        <w:t>167</w:t>
      </w:r>
      <w:r>
        <w:fldChar w:fldCharType="end"/>
      </w:r>
    </w:p>
    <w:p w14:paraId="135B690A" w14:textId="117B4C60" w:rsidR="00D403B8" w:rsidRDefault="00D403B8">
      <w:pPr>
        <w:pStyle w:val="TOC6"/>
        <w:rPr>
          <w:rFonts w:asciiTheme="minorHAnsi" w:eastAsiaTheme="minorEastAsia" w:hAnsiTheme="minorHAnsi" w:cstheme="minorBidi"/>
          <w:sz w:val="22"/>
          <w:szCs w:val="22"/>
          <w:lang w:eastAsia="en-GB"/>
        </w:rPr>
      </w:pPr>
      <w:r>
        <w:t>9.7.5.4.6.5</w:t>
      </w:r>
      <w:r>
        <w:rPr>
          <w:rFonts w:asciiTheme="minorHAnsi" w:eastAsiaTheme="minorEastAsia" w:hAnsiTheme="minorHAnsi" w:cstheme="minorBidi"/>
          <w:sz w:val="22"/>
          <w:szCs w:val="22"/>
          <w:lang w:eastAsia="en-GB"/>
        </w:rPr>
        <w:tab/>
      </w:r>
      <w:r>
        <w:t>Additional band 32, 50, 51, 74, 75 and 76 unwanted emissions</w:t>
      </w:r>
      <w:r>
        <w:tab/>
      </w:r>
      <w:r>
        <w:fldChar w:fldCharType="begin"/>
      </w:r>
      <w:r>
        <w:instrText xml:space="preserve"> PAGEREF _Toc98676377 \h </w:instrText>
      </w:r>
      <w:r>
        <w:fldChar w:fldCharType="separate"/>
      </w:r>
      <w:r>
        <w:t>167</w:t>
      </w:r>
      <w:r>
        <w:fldChar w:fldCharType="end"/>
      </w:r>
    </w:p>
    <w:p w14:paraId="34D95A35" w14:textId="55D35B58" w:rsidR="00D403B8" w:rsidRDefault="00D403B8">
      <w:pPr>
        <w:pStyle w:val="TOC6"/>
        <w:rPr>
          <w:rFonts w:asciiTheme="minorHAnsi" w:eastAsiaTheme="minorEastAsia" w:hAnsiTheme="minorHAnsi" w:cstheme="minorBidi"/>
          <w:sz w:val="22"/>
          <w:szCs w:val="22"/>
          <w:lang w:eastAsia="en-GB"/>
        </w:rPr>
      </w:pPr>
      <w:r>
        <w:t xml:space="preserve">9.7.5.4.6.6 </w:t>
      </w:r>
      <w:r>
        <w:rPr>
          <w:rFonts w:asciiTheme="minorHAnsi" w:eastAsiaTheme="minorEastAsia" w:hAnsiTheme="minorHAnsi" w:cstheme="minorBidi"/>
          <w:sz w:val="22"/>
          <w:szCs w:val="22"/>
          <w:lang w:eastAsia="en-GB"/>
        </w:rPr>
        <w:tab/>
      </w:r>
      <w:r>
        <w:t>Additional requirements for band 45</w:t>
      </w:r>
      <w:r>
        <w:tab/>
      </w:r>
      <w:r>
        <w:fldChar w:fldCharType="begin"/>
      </w:r>
      <w:r>
        <w:instrText xml:space="preserve"> PAGEREF _Toc98676378 \h </w:instrText>
      </w:r>
      <w:r>
        <w:fldChar w:fldCharType="separate"/>
      </w:r>
      <w:r>
        <w:t>168</w:t>
      </w:r>
      <w:r>
        <w:fldChar w:fldCharType="end"/>
      </w:r>
    </w:p>
    <w:p w14:paraId="1166783A" w14:textId="26F25A52" w:rsidR="00D403B8" w:rsidRDefault="00D403B8">
      <w:pPr>
        <w:pStyle w:val="TOC6"/>
        <w:rPr>
          <w:rFonts w:asciiTheme="minorHAnsi" w:eastAsiaTheme="minorEastAsia" w:hAnsiTheme="minorHAnsi" w:cstheme="minorBidi"/>
          <w:sz w:val="22"/>
          <w:szCs w:val="22"/>
          <w:lang w:eastAsia="en-GB"/>
        </w:rPr>
      </w:pPr>
      <w:r>
        <w:t xml:space="preserve">9.7.5.4.6.7 </w:t>
      </w:r>
      <w:r>
        <w:rPr>
          <w:rFonts w:asciiTheme="minorHAnsi" w:eastAsiaTheme="minorEastAsia" w:hAnsiTheme="minorHAnsi" w:cstheme="minorBidi"/>
          <w:sz w:val="22"/>
          <w:szCs w:val="22"/>
          <w:lang w:eastAsia="en-GB"/>
        </w:rPr>
        <w:tab/>
      </w:r>
      <w:r>
        <w:t>Additional requirements for band 48</w:t>
      </w:r>
      <w:r>
        <w:tab/>
      </w:r>
      <w:r>
        <w:fldChar w:fldCharType="begin"/>
      </w:r>
      <w:r>
        <w:instrText xml:space="preserve"> PAGEREF _Toc98676379 \h </w:instrText>
      </w:r>
      <w:r>
        <w:fldChar w:fldCharType="separate"/>
      </w:r>
      <w:r>
        <w:t>169</w:t>
      </w:r>
      <w:r>
        <w:fldChar w:fldCharType="end"/>
      </w:r>
    </w:p>
    <w:p w14:paraId="231EFBCD" w14:textId="03C32FC5" w:rsidR="00D403B8" w:rsidRDefault="00D403B8">
      <w:pPr>
        <w:pStyle w:val="TOC3"/>
        <w:rPr>
          <w:rFonts w:asciiTheme="minorHAnsi" w:eastAsiaTheme="minorEastAsia" w:hAnsiTheme="minorHAnsi" w:cstheme="minorBidi"/>
          <w:sz w:val="22"/>
          <w:szCs w:val="22"/>
          <w:lang w:eastAsia="en-GB"/>
        </w:rPr>
      </w:pPr>
      <w:r>
        <w:t>9.7.6</w:t>
      </w:r>
      <w:r>
        <w:rPr>
          <w:rFonts w:asciiTheme="minorHAnsi" w:eastAsiaTheme="minorEastAsia" w:hAnsiTheme="minorHAnsi" w:cstheme="minorBidi"/>
          <w:sz w:val="22"/>
          <w:szCs w:val="22"/>
          <w:lang w:eastAsia="en-GB"/>
        </w:rPr>
        <w:tab/>
      </w:r>
      <w:r>
        <w:t>OTA Spurious emission</w:t>
      </w:r>
      <w:r>
        <w:tab/>
      </w:r>
      <w:r>
        <w:fldChar w:fldCharType="begin"/>
      </w:r>
      <w:r>
        <w:instrText xml:space="preserve"> PAGEREF _Toc98676380 \h </w:instrText>
      </w:r>
      <w:r>
        <w:fldChar w:fldCharType="separate"/>
      </w:r>
      <w:r>
        <w:t>169</w:t>
      </w:r>
      <w:r>
        <w:fldChar w:fldCharType="end"/>
      </w:r>
    </w:p>
    <w:p w14:paraId="76AE99D2" w14:textId="62A4400A" w:rsidR="00D403B8" w:rsidRDefault="00D403B8">
      <w:pPr>
        <w:pStyle w:val="TOC4"/>
        <w:rPr>
          <w:rFonts w:asciiTheme="minorHAnsi" w:eastAsiaTheme="minorEastAsia" w:hAnsiTheme="minorHAnsi" w:cstheme="minorBidi"/>
          <w:sz w:val="22"/>
          <w:szCs w:val="22"/>
          <w:lang w:eastAsia="en-GB"/>
        </w:rPr>
      </w:pPr>
      <w:r>
        <w:t>9.7.6.1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_Toc98676381 \h </w:instrText>
      </w:r>
      <w:r>
        <w:fldChar w:fldCharType="separate"/>
      </w:r>
      <w:r>
        <w:t>169</w:t>
      </w:r>
      <w:r>
        <w:fldChar w:fldCharType="end"/>
      </w:r>
    </w:p>
    <w:p w14:paraId="23500FE4" w14:textId="7860C95F" w:rsidR="00D403B8" w:rsidRDefault="00D403B8">
      <w:pPr>
        <w:pStyle w:val="TOC4"/>
        <w:rPr>
          <w:rFonts w:asciiTheme="minorHAnsi" w:eastAsiaTheme="minorEastAsia" w:hAnsiTheme="minorHAnsi" w:cstheme="minorBidi"/>
          <w:sz w:val="22"/>
          <w:szCs w:val="22"/>
          <w:lang w:eastAsia="en-GB"/>
        </w:rPr>
      </w:pPr>
      <w:r>
        <w:t>9.7.6.2</w:t>
      </w:r>
      <w:r>
        <w:rPr>
          <w:rFonts w:asciiTheme="minorHAnsi" w:eastAsiaTheme="minorEastAsia" w:hAnsiTheme="minorHAnsi" w:cstheme="minorBidi"/>
          <w:sz w:val="22"/>
          <w:szCs w:val="22"/>
          <w:lang w:eastAsia="en-GB"/>
        </w:rPr>
        <w:tab/>
      </w:r>
      <w:r>
        <w:t>MSR operation</w:t>
      </w:r>
      <w:r>
        <w:tab/>
      </w:r>
      <w:r>
        <w:fldChar w:fldCharType="begin"/>
      </w:r>
      <w:r>
        <w:instrText xml:space="preserve"> PAGEREF _Toc98676382 \h </w:instrText>
      </w:r>
      <w:r>
        <w:fldChar w:fldCharType="separate"/>
      </w:r>
      <w:r>
        <w:t>170</w:t>
      </w:r>
      <w:r>
        <w:fldChar w:fldCharType="end"/>
      </w:r>
    </w:p>
    <w:p w14:paraId="517E6862" w14:textId="3A17B0CB" w:rsidR="00D403B8" w:rsidRDefault="00D403B8">
      <w:pPr>
        <w:pStyle w:val="TOC5"/>
        <w:rPr>
          <w:rFonts w:asciiTheme="minorHAnsi" w:eastAsiaTheme="minorEastAsia" w:hAnsiTheme="minorHAnsi" w:cstheme="minorBidi"/>
          <w:sz w:val="22"/>
          <w:szCs w:val="22"/>
          <w:lang w:eastAsia="en-GB"/>
        </w:rPr>
      </w:pPr>
      <w:r>
        <w:t>9.7.6.2.1</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_Toc98676383 \h </w:instrText>
      </w:r>
      <w:r>
        <w:fldChar w:fldCharType="separate"/>
      </w:r>
      <w:r>
        <w:t>170</w:t>
      </w:r>
      <w:r>
        <w:fldChar w:fldCharType="end"/>
      </w:r>
    </w:p>
    <w:p w14:paraId="7977472C" w14:textId="303F7E45" w:rsidR="00D403B8" w:rsidRDefault="00D403B8">
      <w:pPr>
        <w:pStyle w:val="TOC6"/>
        <w:rPr>
          <w:rFonts w:asciiTheme="minorHAnsi" w:eastAsiaTheme="minorEastAsia" w:hAnsiTheme="minorHAnsi" w:cstheme="minorBidi"/>
          <w:sz w:val="22"/>
          <w:szCs w:val="22"/>
          <w:lang w:eastAsia="en-GB"/>
        </w:rPr>
      </w:pPr>
      <w:r>
        <w:t>9.7.6.2.1.1</w:t>
      </w:r>
      <w:r>
        <w:rPr>
          <w:rFonts w:asciiTheme="minorHAnsi" w:eastAsiaTheme="minorEastAsia" w:hAnsiTheme="minorHAnsi" w:cstheme="minorBidi"/>
          <w:sz w:val="22"/>
          <w:szCs w:val="22"/>
          <w:lang w:eastAsia="en-GB"/>
        </w:rPr>
        <w:tab/>
      </w:r>
      <w:r>
        <w:t>Minimum requirement (Category A)</w:t>
      </w:r>
      <w:r>
        <w:tab/>
      </w:r>
      <w:r>
        <w:fldChar w:fldCharType="begin"/>
      </w:r>
      <w:r>
        <w:instrText xml:space="preserve"> PAGEREF _Toc98676384 \h </w:instrText>
      </w:r>
      <w:r>
        <w:fldChar w:fldCharType="separate"/>
      </w:r>
      <w:r>
        <w:t>170</w:t>
      </w:r>
      <w:r>
        <w:fldChar w:fldCharType="end"/>
      </w:r>
    </w:p>
    <w:p w14:paraId="6FF25F70" w14:textId="0C11FF19" w:rsidR="00D403B8" w:rsidRDefault="00D403B8">
      <w:pPr>
        <w:pStyle w:val="TOC6"/>
        <w:rPr>
          <w:rFonts w:asciiTheme="minorHAnsi" w:eastAsiaTheme="minorEastAsia" w:hAnsiTheme="minorHAnsi" w:cstheme="minorBidi"/>
          <w:sz w:val="22"/>
          <w:szCs w:val="22"/>
          <w:lang w:eastAsia="en-GB"/>
        </w:rPr>
      </w:pPr>
      <w:r>
        <w:t>9.7.6.2.1.2</w:t>
      </w:r>
      <w:r>
        <w:rPr>
          <w:rFonts w:asciiTheme="minorHAnsi" w:eastAsiaTheme="minorEastAsia" w:hAnsiTheme="minorHAnsi" w:cstheme="minorBidi"/>
          <w:sz w:val="22"/>
          <w:szCs w:val="22"/>
          <w:lang w:eastAsia="en-GB"/>
        </w:rPr>
        <w:tab/>
      </w:r>
      <w:r>
        <w:t>Minimum requirement (Category B)</w:t>
      </w:r>
      <w:r>
        <w:tab/>
      </w:r>
      <w:r>
        <w:fldChar w:fldCharType="begin"/>
      </w:r>
      <w:r>
        <w:instrText xml:space="preserve"> PAGEREF _Toc98676385 \h </w:instrText>
      </w:r>
      <w:r>
        <w:fldChar w:fldCharType="separate"/>
      </w:r>
      <w:r>
        <w:t>170</w:t>
      </w:r>
      <w:r>
        <w:fldChar w:fldCharType="end"/>
      </w:r>
    </w:p>
    <w:p w14:paraId="404440A7" w14:textId="6906967D" w:rsidR="00D403B8" w:rsidRDefault="00D403B8">
      <w:pPr>
        <w:pStyle w:val="TOC6"/>
        <w:rPr>
          <w:rFonts w:asciiTheme="minorHAnsi" w:eastAsiaTheme="minorEastAsia" w:hAnsiTheme="minorHAnsi" w:cstheme="minorBidi"/>
          <w:sz w:val="22"/>
          <w:szCs w:val="22"/>
          <w:lang w:eastAsia="en-GB"/>
        </w:rPr>
      </w:pPr>
      <w:r>
        <w:t>9.7.6.2.1.3</w:t>
      </w:r>
      <w:r>
        <w:rPr>
          <w:rFonts w:asciiTheme="minorHAnsi" w:eastAsiaTheme="minorEastAsia" w:hAnsiTheme="minorHAnsi" w:cstheme="minorBidi"/>
          <w:sz w:val="22"/>
          <w:szCs w:val="22"/>
          <w:lang w:eastAsia="en-GB"/>
        </w:rPr>
        <w:tab/>
      </w:r>
      <w:r>
        <w:t>(void)</w:t>
      </w:r>
      <w:r>
        <w:tab/>
      </w:r>
      <w:r>
        <w:fldChar w:fldCharType="begin"/>
      </w:r>
      <w:r>
        <w:instrText xml:space="preserve"> PAGEREF _Toc98676386 \h </w:instrText>
      </w:r>
      <w:r>
        <w:fldChar w:fldCharType="separate"/>
      </w:r>
      <w:r>
        <w:t>170</w:t>
      </w:r>
      <w:r>
        <w:fldChar w:fldCharType="end"/>
      </w:r>
    </w:p>
    <w:p w14:paraId="15710EFA" w14:textId="731F0BCE" w:rsidR="00D403B8" w:rsidRDefault="00D403B8">
      <w:pPr>
        <w:pStyle w:val="TOC5"/>
        <w:rPr>
          <w:rFonts w:asciiTheme="minorHAnsi" w:eastAsiaTheme="minorEastAsia" w:hAnsiTheme="minorHAnsi" w:cstheme="minorBidi"/>
          <w:sz w:val="22"/>
          <w:szCs w:val="22"/>
          <w:lang w:eastAsia="en-GB"/>
        </w:rPr>
      </w:pPr>
      <w:r>
        <w:t>9.7.6.2.2</w:t>
      </w:r>
      <w:r>
        <w:rPr>
          <w:rFonts w:asciiTheme="minorHAnsi" w:eastAsiaTheme="minorEastAsia" w:hAnsiTheme="minorHAnsi" w:cstheme="minorBidi"/>
          <w:sz w:val="22"/>
          <w:szCs w:val="22"/>
          <w:lang w:eastAsia="en-GB"/>
        </w:rPr>
        <w:tab/>
      </w:r>
      <w:r>
        <w:t>Protection of the BS receiver of own or different BS</w:t>
      </w:r>
      <w:r>
        <w:tab/>
      </w:r>
      <w:r>
        <w:fldChar w:fldCharType="begin"/>
      </w:r>
      <w:r>
        <w:instrText xml:space="preserve"> PAGEREF _Toc98676387 \h </w:instrText>
      </w:r>
      <w:r>
        <w:fldChar w:fldCharType="separate"/>
      </w:r>
      <w:r>
        <w:t>170</w:t>
      </w:r>
      <w:r>
        <w:fldChar w:fldCharType="end"/>
      </w:r>
    </w:p>
    <w:p w14:paraId="2D584B2A" w14:textId="25B157E5" w:rsidR="00D403B8" w:rsidRDefault="00D403B8">
      <w:pPr>
        <w:pStyle w:val="TOC5"/>
        <w:rPr>
          <w:rFonts w:asciiTheme="minorHAnsi" w:eastAsiaTheme="minorEastAsia" w:hAnsiTheme="minorHAnsi" w:cstheme="minorBidi"/>
          <w:sz w:val="22"/>
          <w:szCs w:val="22"/>
          <w:lang w:eastAsia="en-GB"/>
        </w:rPr>
      </w:pPr>
      <w:r>
        <w:t>9.7.6.2.3</w:t>
      </w:r>
      <w:r>
        <w:rPr>
          <w:rFonts w:asciiTheme="minorHAnsi" w:eastAsiaTheme="minorEastAsia" w:hAnsiTheme="minorHAnsi" w:cstheme="minorBidi"/>
          <w:sz w:val="22"/>
          <w:szCs w:val="22"/>
          <w:lang w:eastAsia="en-GB"/>
        </w:rPr>
        <w:tab/>
      </w:r>
      <w:r>
        <w:t>Additional spurious emissions requirements</w:t>
      </w:r>
      <w:r>
        <w:tab/>
      </w:r>
      <w:r>
        <w:fldChar w:fldCharType="begin"/>
      </w:r>
      <w:r>
        <w:instrText xml:space="preserve"> PAGEREF _Toc98676388 \h </w:instrText>
      </w:r>
      <w:r>
        <w:fldChar w:fldCharType="separate"/>
      </w:r>
      <w:r>
        <w:t>171</w:t>
      </w:r>
      <w:r>
        <w:fldChar w:fldCharType="end"/>
      </w:r>
    </w:p>
    <w:p w14:paraId="2F484288" w14:textId="72870876" w:rsidR="00D403B8" w:rsidRDefault="00D403B8">
      <w:pPr>
        <w:pStyle w:val="TOC5"/>
        <w:rPr>
          <w:rFonts w:asciiTheme="minorHAnsi" w:eastAsiaTheme="minorEastAsia" w:hAnsiTheme="minorHAnsi" w:cstheme="minorBidi"/>
          <w:sz w:val="22"/>
          <w:szCs w:val="22"/>
          <w:lang w:eastAsia="en-GB"/>
        </w:rPr>
      </w:pPr>
      <w:r>
        <w:t>9.7.6.2.4</w:t>
      </w:r>
      <w:r>
        <w:rPr>
          <w:rFonts w:asciiTheme="minorHAnsi" w:eastAsiaTheme="minorEastAsia" w:hAnsiTheme="minorHAnsi" w:cstheme="minorBidi"/>
          <w:sz w:val="22"/>
          <w:szCs w:val="22"/>
          <w:lang w:eastAsia="en-GB"/>
        </w:rPr>
        <w:tab/>
      </w:r>
      <w:r>
        <w:t>Co-location with other base stations</w:t>
      </w:r>
      <w:r>
        <w:tab/>
      </w:r>
      <w:r>
        <w:fldChar w:fldCharType="begin"/>
      </w:r>
      <w:r>
        <w:instrText xml:space="preserve"> PAGEREF _Toc98676389 \h </w:instrText>
      </w:r>
      <w:r>
        <w:fldChar w:fldCharType="separate"/>
      </w:r>
      <w:r>
        <w:t>171</w:t>
      </w:r>
      <w:r>
        <w:fldChar w:fldCharType="end"/>
      </w:r>
    </w:p>
    <w:p w14:paraId="022D1EB2" w14:textId="53259382" w:rsidR="00D403B8" w:rsidRDefault="00D403B8">
      <w:pPr>
        <w:pStyle w:val="TOC4"/>
        <w:rPr>
          <w:rFonts w:asciiTheme="minorHAnsi" w:eastAsiaTheme="minorEastAsia" w:hAnsiTheme="minorHAnsi" w:cstheme="minorBidi"/>
          <w:sz w:val="22"/>
          <w:szCs w:val="22"/>
          <w:lang w:eastAsia="en-GB"/>
        </w:rPr>
      </w:pPr>
      <w:r>
        <w:t>9.7.6.3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_Toc98676390 \h </w:instrText>
      </w:r>
      <w:r>
        <w:fldChar w:fldCharType="separate"/>
      </w:r>
      <w:r>
        <w:t>171</w:t>
      </w:r>
      <w:r>
        <w:fldChar w:fldCharType="end"/>
      </w:r>
    </w:p>
    <w:p w14:paraId="17FF4A7D" w14:textId="1E3D63C3" w:rsidR="00D403B8" w:rsidRDefault="00D403B8">
      <w:pPr>
        <w:pStyle w:val="TOC5"/>
        <w:rPr>
          <w:rFonts w:asciiTheme="minorHAnsi" w:eastAsiaTheme="minorEastAsia" w:hAnsiTheme="minorHAnsi" w:cstheme="minorBidi"/>
          <w:sz w:val="22"/>
          <w:szCs w:val="22"/>
          <w:lang w:eastAsia="en-GB"/>
        </w:rPr>
      </w:pPr>
      <w:r>
        <w:t>9.7.6.3.1</w:t>
      </w:r>
      <w:r>
        <w:rPr>
          <w:rFonts w:asciiTheme="minorHAnsi" w:eastAsiaTheme="minorEastAsia" w:hAnsiTheme="minorHAnsi" w:cstheme="minorBidi"/>
          <w:sz w:val="22"/>
          <w:szCs w:val="22"/>
          <w:lang w:eastAsia="en-GB"/>
        </w:rPr>
        <w:tab/>
      </w:r>
      <w:r>
        <w:t>Mandatory Requirements</w:t>
      </w:r>
      <w:r>
        <w:tab/>
      </w:r>
      <w:r>
        <w:fldChar w:fldCharType="begin"/>
      </w:r>
      <w:r>
        <w:instrText xml:space="preserve"> PAGEREF _Toc98676391 \h </w:instrText>
      </w:r>
      <w:r>
        <w:fldChar w:fldCharType="separate"/>
      </w:r>
      <w:r>
        <w:t>171</w:t>
      </w:r>
      <w:r>
        <w:fldChar w:fldCharType="end"/>
      </w:r>
    </w:p>
    <w:p w14:paraId="37D95D41" w14:textId="25CD7BFB" w:rsidR="00D403B8" w:rsidRDefault="00D403B8">
      <w:pPr>
        <w:pStyle w:val="TOC6"/>
        <w:rPr>
          <w:rFonts w:asciiTheme="minorHAnsi" w:eastAsiaTheme="minorEastAsia" w:hAnsiTheme="minorHAnsi" w:cstheme="minorBidi"/>
          <w:sz w:val="22"/>
          <w:szCs w:val="22"/>
          <w:lang w:eastAsia="en-GB"/>
        </w:rPr>
      </w:pPr>
      <w:r>
        <w:t>9.7.6.3.1.1</w:t>
      </w:r>
      <w:r>
        <w:rPr>
          <w:rFonts w:asciiTheme="minorHAnsi" w:eastAsiaTheme="minorEastAsia" w:hAnsiTheme="minorHAnsi" w:cstheme="minorBidi"/>
          <w:sz w:val="22"/>
          <w:szCs w:val="22"/>
          <w:lang w:eastAsia="en-GB"/>
        </w:rPr>
        <w:tab/>
      </w:r>
      <w:r>
        <w:t>Minimum requirement (Category A)</w:t>
      </w:r>
      <w:r>
        <w:tab/>
      </w:r>
      <w:r>
        <w:fldChar w:fldCharType="begin"/>
      </w:r>
      <w:r>
        <w:instrText xml:space="preserve"> PAGEREF _Toc98676392 \h </w:instrText>
      </w:r>
      <w:r>
        <w:fldChar w:fldCharType="separate"/>
      </w:r>
      <w:r>
        <w:t>171</w:t>
      </w:r>
      <w:r>
        <w:fldChar w:fldCharType="end"/>
      </w:r>
    </w:p>
    <w:p w14:paraId="28DB47CD" w14:textId="19AE6E0A" w:rsidR="00D403B8" w:rsidRDefault="00D403B8">
      <w:pPr>
        <w:pStyle w:val="TOC6"/>
        <w:rPr>
          <w:rFonts w:asciiTheme="minorHAnsi" w:eastAsiaTheme="minorEastAsia" w:hAnsiTheme="minorHAnsi" w:cstheme="minorBidi"/>
          <w:sz w:val="22"/>
          <w:szCs w:val="22"/>
          <w:lang w:eastAsia="en-GB"/>
        </w:rPr>
      </w:pPr>
      <w:r>
        <w:t>9.7.6.3.1.2</w:t>
      </w:r>
      <w:r>
        <w:rPr>
          <w:rFonts w:asciiTheme="minorHAnsi" w:eastAsiaTheme="minorEastAsia" w:hAnsiTheme="minorHAnsi" w:cstheme="minorBidi"/>
          <w:sz w:val="22"/>
          <w:szCs w:val="22"/>
          <w:lang w:eastAsia="en-GB"/>
        </w:rPr>
        <w:tab/>
      </w:r>
      <w:r>
        <w:t>Minimum requirement (Category B)</w:t>
      </w:r>
      <w:r>
        <w:tab/>
      </w:r>
      <w:r>
        <w:fldChar w:fldCharType="begin"/>
      </w:r>
      <w:r>
        <w:instrText xml:space="preserve"> PAGEREF _Toc98676393 \h </w:instrText>
      </w:r>
      <w:r>
        <w:fldChar w:fldCharType="separate"/>
      </w:r>
      <w:r>
        <w:t>171</w:t>
      </w:r>
      <w:r>
        <w:fldChar w:fldCharType="end"/>
      </w:r>
    </w:p>
    <w:p w14:paraId="7F5E5E5B" w14:textId="63002514" w:rsidR="00D403B8" w:rsidRDefault="00D403B8">
      <w:pPr>
        <w:pStyle w:val="TOC5"/>
        <w:rPr>
          <w:rFonts w:asciiTheme="minorHAnsi" w:eastAsiaTheme="minorEastAsia" w:hAnsiTheme="minorHAnsi" w:cstheme="minorBidi"/>
          <w:sz w:val="22"/>
          <w:szCs w:val="22"/>
          <w:lang w:eastAsia="en-GB"/>
        </w:rPr>
      </w:pPr>
      <w:r>
        <w:t>9.7.6.3.2</w:t>
      </w:r>
      <w:r>
        <w:rPr>
          <w:rFonts w:asciiTheme="minorHAnsi" w:eastAsiaTheme="minorEastAsia" w:hAnsiTheme="minorHAnsi" w:cstheme="minorBidi"/>
          <w:sz w:val="22"/>
          <w:szCs w:val="22"/>
          <w:lang w:eastAsia="en-GB"/>
        </w:rPr>
        <w:tab/>
      </w:r>
      <w:r>
        <w:t>Protection of the BS receiver</w:t>
      </w:r>
      <w:r w:rsidRPr="00AE544B">
        <w:rPr>
          <w:rFonts w:cs="v3.8.0"/>
        </w:rPr>
        <w:t xml:space="preserve"> of own or different BS</w:t>
      </w:r>
      <w:r>
        <w:tab/>
      </w:r>
      <w:r>
        <w:fldChar w:fldCharType="begin"/>
      </w:r>
      <w:r>
        <w:instrText xml:space="preserve"> PAGEREF _Toc98676394 \h </w:instrText>
      </w:r>
      <w:r>
        <w:fldChar w:fldCharType="separate"/>
      </w:r>
      <w:r>
        <w:t>172</w:t>
      </w:r>
      <w:r>
        <w:fldChar w:fldCharType="end"/>
      </w:r>
    </w:p>
    <w:p w14:paraId="6256D5EC" w14:textId="1A3EC821" w:rsidR="00D403B8" w:rsidRDefault="00D403B8">
      <w:pPr>
        <w:pStyle w:val="TOC5"/>
        <w:rPr>
          <w:rFonts w:asciiTheme="minorHAnsi" w:eastAsiaTheme="minorEastAsia" w:hAnsiTheme="minorHAnsi" w:cstheme="minorBidi"/>
          <w:sz w:val="22"/>
          <w:szCs w:val="22"/>
          <w:lang w:eastAsia="en-GB"/>
        </w:rPr>
      </w:pPr>
      <w:r>
        <w:t>9.7.6.3.3</w:t>
      </w:r>
      <w:r>
        <w:rPr>
          <w:rFonts w:asciiTheme="minorHAnsi" w:eastAsiaTheme="minorEastAsia" w:hAnsiTheme="minorHAnsi" w:cstheme="minorBidi"/>
          <w:sz w:val="22"/>
          <w:szCs w:val="22"/>
          <w:lang w:eastAsia="en-GB"/>
        </w:rPr>
        <w:tab/>
      </w:r>
      <w:r>
        <w:t>Additional spurious emissions requirements</w:t>
      </w:r>
      <w:r>
        <w:tab/>
      </w:r>
      <w:r>
        <w:fldChar w:fldCharType="begin"/>
      </w:r>
      <w:r>
        <w:instrText xml:space="preserve"> PAGEREF _Toc98676395 \h </w:instrText>
      </w:r>
      <w:r>
        <w:fldChar w:fldCharType="separate"/>
      </w:r>
      <w:r>
        <w:t>173</w:t>
      </w:r>
      <w:r>
        <w:fldChar w:fldCharType="end"/>
      </w:r>
    </w:p>
    <w:p w14:paraId="3859AB28" w14:textId="51CFE6A6" w:rsidR="00D403B8" w:rsidRDefault="00D403B8">
      <w:pPr>
        <w:pStyle w:val="TOC5"/>
        <w:rPr>
          <w:rFonts w:asciiTheme="minorHAnsi" w:eastAsiaTheme="minorEastAsia" w:hAnsiTheme="minorHAnsi" w:cstheme="minorBidi"/>
          <w:sz w:val="22"/>
          <w:szCs w:val="22"/>
          <w:lang w:eastAsia="en-GB"/>
        </w:rPr>
      </w:pPr>
      <w:r>
        <w:t>9.7.6.3.4</w:t>
      </w:r>
      <w:r>
        <w:rPr>
          <w:rFonts w:asciiTheme="minorHAnsi" w:eastAsiaTheme="minorEastAsia" w:hAnsiTheme="minorHAnsi" w:cstheme="minorBidi"/>
          <w:sz w:val="22"/>
          <w:szCs w:val="22"/>
          <w:lang w:eastAsia="en-GB"/>
        </w:rPr>
        <w:tab/>
      </w:r>
      <w:r>
        <w:t>Co-location with other base stations</w:t>
      </w:r>
      <w:r>
        <w:tab/>
      </w:r>
      <w:r>
        <w:fldChar w:fldCharType="begin"/>
      </w:r>
      <w:r>
        <w:instrText xml:space="preserve"> PAGEREF _Toc98676396 \h </w:instrText>
      </w:r>
      <w:r>
        <w:fldChar w:fldCharType="separate"/>
      </w:r>
      <w:r>
        <w:t>180</w:t>
      </w:r>
      <w:r>
        <w:fldChar w:fldCharType="end"/>
      </w:r>
    </w:p>
    <w:p w14:paraId="6307F100" w14:textId="1C75EA7A" w:rsidR="00D403B8" w:rsidRDefault="00D403B8">
      <w:pPr>
        <w:pStyle w:val="TOC6"/>
        <w:rPr>
          <w:rFonts w:asciiTheme="minorHAnsi" w:eastAsiaTheme="minorEastAsia" w:hAnsiTheme="minorHAnsi" w:cstheme="minorBidi"/>
          <w:sz w:val="22"/>
          <w:szCs w:val="22"/>
          <w:lang w:eastAsia="en-GB"/>
        </w:rPr>
      </w:pPr>
      <w:r>
        <w:t>9.7.6.3.4.1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_Toc98676397 \h </w:instrText>
      </w:r>
      <w:r>
        <w:fldChar w:fldCharType="separate"/>
      </w:r>
      <w:r>
        <w:t>180</w:t>
      </w:r>
      <w:r>
        <w:fldChar w:fldCharType="end"/>
      </w:r>
    </w:p>
    <w:p w14:paraId="42B5742D" w14:textId="33E156E4" w:rsidR="00D403B8" w:rsidRDefault="00D403B8">
      <w:pPr>
        <w:pStyle w:val="TOC6"/>
        <w:rPr>
          <w:rFonts w:asciiTheme="minorHAnsi" w:eastAsiaTheme="minorEastAsia" w:hAnsiTheme="minorHAnsi" w:cstheme="minorBidi"/>
          <w:sz w:val="22"/>
          <w:szCs w:val="22"/>
          <w:lang w:eastAsia="en-GB"/>
        </w:rPr>
      </w:pPr>
      <w:r>
        <w:t>9.7.6.3.4.2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_Toc98676398 \h </w:instrText>
      </w:r>
      <w:r>
        <w:fldChar w:fldCharType="separate"/>
      </w:r>
      <w:r>
        <w:t>180</w:t>
      </w:r>
      <w:r>
        <w:fldChar w:fldCharType="end"/>
      </w:r>
    </w:p>
    <w:p w14:paraId="4636C0C2" w14:textId="70C5F22B" w:rsidR="00D403B8" w:rsidRDefault="00D403B8">
      <w:pPr>
        <w:pStyle w:val="TOC4"/>
        <w:rPr>
          <w:rFonts w:asciiTheme="minorHAnsi" w:eastAsiaTheme="minorEastAsia" w:hAnsiTheme="minorHAnsi" w:cstheme="minorBidi"/>
          <w:sz w:val="22"/>
          <w:szCs w:val="22"/>
          <w:lang w:eastAsia="en-GB"/>
        </w:rPr>
      </w:pPr>
      <w:r>
        <w:t>9.7.6.4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_Toc98676399 \h </w:instrText>
      </w:r>
      <w:r>
        <w:fldChar w:fldCharType="separate"/>
      </w:r>
      <w:r>
        <w:t>186</w:t>
      </w:r>
      <w:r>
        <w:fldChar w:fldCharType="end"/>
      </w:r>
    </w:p>
    <w:p w14:paraId="3D8DA739" w14:textId="1E648DAD" w:rsidR="00D403B8" w:rsidRDefault="00D403B8">
      <w:pPr>
        <w:pStyle w:val="TOC5"/>
        <w:rPr>
          <w:rFonts w:asciiTheme="minorHAnsi" w:eastAsiaTheme="minorEastAsia" w:hAnsiTheme="minorHAnsi" w:cstheme="minorBidi"/>
          <w:sz w:val="22"/>
          <w:szCs w:val="22"/>
          <w:lang w:eastAsia="en-GB"/>
        </w:rPr>
      </w:pPr>
      <w:r>
        <w:t>9.7.6.4.1</w:t>
      </w:r>
      <w:r>
        <w:rPr>
          <w:rFonts w:asciiTheme="minorHAnsi" w:eastAsiaTheme="minorEastAsia" w:hAnsiTheme="minorHAnsi" w:cstheme="minorBidi"/>
          <w:sz w:val="22"/>
          <w:szCs w:val="22"/>
          <w:lang w:eastAsia="en-GB"/>
        </w:rPr>
        <w:tab/>
      </w:r>
      <w:r>
        <w:t>Mandatory Requirements</w:t>
      </w:r>
      <w:r>
        <w:tab/>
      </w:r>
      <w:r>
        <w:fldChar w:fldCharType="begin"/>
      </w:r>
      <w:r>
        <w:instrText xml:space="preserve"> PAGEREF _Toc98676400 \h </w:instrText>
      </w:r>
      <w:r>
        <w:fldChar w:fldCharType="separate"/>
      </w:r>
      <w:r>
        <w:t>186</w:t>
      </w:r>
      <w:r>
        <w:fldChar w:fldCharType="end"/>
      </w:r>
    </w:p>
    <w:p w14:paraId="7E54F9E3" w14:textId="00B11EC8" w:rsidR="00D403B8" w:rsidRDefault="00D403B8">
      <w:pPr>
        <w:pStyle w:val="TOC6"/>
        <w:rPr>
          <w:rFonts w:asciiTheme="minorHAnsi" w:eastAsiaTheme="minorEastAsia" w:hAnsiTheme="minorHAnsi" w:cstheme="minorBidi"/>
          <w:sz w:val="22"/>
          <w:szCs w:val="22"/>
          <w:lang w:eastAsia="en-GB"/>
        </w:rPr>
      </w:pPr>
      <w:r>
        <w:t>9.7.6.4.1.1</w:t>
      </w:r>
      <w:r>
        <w:rPr>
          <w:rFonts w:asciiTheme="minorHAnsi" w:eastAsiaTheme="minorEastAsia" w:hAnsiTheme="minorHAnsi" w:cstheme="minorBidi"/>
          <w:sz w:val="22"/>
          <w:szCs w:val="22"/>
          <w:lang w:eastAsia="en-GB"/>
        </w:rPr>
        <w:tab/>
      </w:r>
      <w:r>
        <w:t>Minimum requirement (Category A)</w:t>
      </w:r>
      <w:r>
        <w:tab/>
      </w:r>
      <w:r>
        <w:fldChar w:fldCharType="begin"/>
      </w:r>
      <w:r>
        <w:instrText xml:space="preserve"> PAGEREF _Toc98676401 \h </w:instrText>
      </w:r>
      <w:r>
        <w:fldChar w:fldCharType="separate"/>
      </w:r>
      <w:r>
        <w:t>186</w:t>
      </w:r>
      <w:r>
        <w:fldChar w:fldCharType="end"/>
      </w:r>
    </w:p>
    <w:p w14:paraId="1D0384E9" w14:textId="42AA9DAF" w:rsidR="00D403B8" w:rsidRDefault="00D403B8">
      <w:pPr>
        <w:pStyle w:val="TOC6"/>
        <w:rPr>
          <w:rFonts w:asciiTheme="minorHAnsi" w:eastAsiaTheme="minorEastAsia" w:hAnsiTheme="minorHAnsi" w:cstheme="minorBidi"/>
          <w:sz w:val="22"/>
          <w:szCs w:val="22"/>
          <w:lang w:eastAsia="en-GB"/>
        </w:rPr>
      </w:pPr>
      <w:r>
        <w:t>9.7.6.4.1.2</w:t>
      </w:r>
      <w:r>
        <w:rPr>
          <w:rFonts w:asciiTheme="minorHAnsi" w:eastAsiaTheme="minorEastAsia" w:hAnsiTheme="minorHAnsi" w:cstheme="minorBidi"/>
          <w:sz w:val="22"/>
          <w:szCs w:val="22"/>
          <w:lang w:eastAsia="en-GB"/>
        </w:rPr>
        <w:tab/>
      </w:r>
      <w:r>
        <w:t>Minimum Requirement (Category B)</w:t>
      </w:r>
      <w:r>
        <w:tab/>
      </w:r>
      <w:r>
        <w:fldChar w:fldCharType="begin"/>
      </w:r>
      <w:r>
        <w:instrText xml:space="preserve"> PAGEREF _Toc98676402 \h </w:instrText>
      </w:r>
      <w:r>
        <w:fldChar w:fldCharType="separate"/>
      </w:r>
      <w:r>
        <w:t>186</w:t>
      </w:r>
      <w:r>
        <w:fldChar w:fldCharType="end"/>
      </w:r>
    </w:p>
    <w:p w14:paraId="2B0E9378" w14:textId="3AE0BEA4" w:rsidR="00D403B8" w:rsidRDefault="00D403B8">
      <w:pPr>
        <w:pStyle w:val="TOC5"/>
        <w:rPr>
          <w:rFonts w:asciiTheme="minorHAnsi" w:eastAsiaTheme="minorEastAsia" w:hAnsiTheme="minorHAnsi" w:cstheme="minorBidi"/>
          <w:sz w:val="22"/>
          <w:szCs w:val="22"/>
          <w:lang w:eastAsia="en-GB"/>
        </w:rPr>
      </w:pPr>
      <w:r>
        <w:t>9.7.6.4.2</w:t>
      </w:r>
      <w:r>
        <w:rPr>
          <w:rFonts w:asciiTheme="minorHAnsi" w:eastAsiaTheme="minorEastAsia" w:hAnsiTheme="minorHAnsi" w:cstheme="minorBidi"/>
          <w:sz w:val="22"/>
          <w:szCs w:val="22"/>
          <w:lang w:eastAsia="en-GB"/>
        </w:rPr>
        <w:tab/>
      </w:r>
      <w:r>
        <w:t>Protection of the BS receiver of own or different BS</w:t>
      </w:r>
      <w:r>
        <w:tab/>
      </w:r>
      <w:r>
        <w:fldChar w:fldCharType="begin"/>
      </w:r>
      <w:r>
        <w:instrText xml:space="preserve"> PAGEREF _Toc98676403 \h </w:instrText>
      </w:r>
      <w:r>
        <w:fldChar w:fldCharType="separate"/>
      </w:r>
      <w:r>
        <w:t>186</w:t>
      </w:r>
      <w:r>
        <w:fldChar w:fldCharType="end"/>
      </w:r>
    </w:p>
    <w:p w14:paraId="693C3E9A" w14:textId="592AA07C" w:rsidR="00D403B8" w:rsidRDefault="00D403B8">
      <w:pPr>
        <w:pStyle w:val="TOC5"/>
        <w:rPr>
          <w:rFonts w:asciiTheme="minorHAnsi" w:eastAsiaTheme="minorEastAsia" w:hAnsiTheme="minorHAnsi" w:cstheme="minorBidi"/>
          <w:sz w:val="22"/>
          <w:szCs w:val="22"/>
          <w:lang w:eastAsia="en-GB"/>
        </w:rPr>
      </w:pPr>
      <w:r>
        <w:t>9.7.6.4.3</w:t>
      </w:r>
      <w:r>
        <w:rPr>
          <w:rFonts w:asciiTheme="minorHAnsi" w:eastAsiaTheme="minorEastAsia" w:hAnsiTheme="minorHAnsi" w:cstheme="minorBidi"/>
          <w:sz w:val="22"/>
          <w:szCs w:val="22"/>
          <w:lang w:eastAsia="en-GB"/>
        </w:rPr>
        <w:tab/>
      </w:r>
      <w:r>
        <w:t>Additional spurious emissions requirements</w:t>
      </w:r>
      <w:r>
        <w:tab/>
      </w:r>
      <w:r>
        <w:fldChar w:fldCharType="begin"/>
      </w:r>
      <w:r>
        <w:instrText xml:space="preserve"> PAGEREF _Toc98676404 \h </w:instrText>
      </w:r>
      <w:r>
        <w:fldChar w:fldCharType="separate"/>
      </w:r>
      <w:r>
        <w:t>186</w:t>
      </w:r>
      <w:r>
        <w:fldChar w:fldCharType="end"/>
      </w:r>
    </w:p>
    <w:p w14:paraId="473A9C3F" w14:textId="59F7DB1A" w:rsidR="00D403B8" w:rsidRDefault="00D403B8">
      <w:pPr>
        <w:pStyle w:val="TOC6"/>
        <w:rPr>
          <w:rFonts w:asciiTheme="minorHAnsi" w:eastAsiaTheme="minorEastAsia" w:hAnsiTheme="minorHAnsi" w:cstheme="minorBidi"/>
          <w:sz w:val="22"/>
          <w:szCs w:val="22"/>
          <w:lang w:eastAsia="en-GB"/>
        </w:rPr>
      </w:pPr>
      <w:r>
        <w:t>9.7.6.4.3.1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_Toc98676405 \h </w:instrText>
      </w:r>
      <w:r>
        <w:fldChar w:fldCharType="separate"/>
      </w:r>
      <w:r>
        <w:t>186</w:t>
      </w:r>
      <w:r>
        <w:fldChar w:fldCharType="end"/>
      </w:r>
    </w:p>
    <w:p w14:paraId="2E88F1DB" w14:textId="5C0DA109" w:rsidR="00D403B8" w:rsidRDefault="00D403B8">
      <w:pPr>
        <w:pStyle w:val="TOC6"/>
        <w:rPr>
          <w:rFonts w:asciiTheme="minorHAnsi" w:eastAsiaTheme="minorEastAsia" w:hAnsiTheme="minorHAnsi" w:cstheme="minorBidi"/>
          <w:sz w:val="22"/>
          <w:szCs w:val="22"/>
          <w:lang w:eastAsia="en-GB"/>
        </w:rPr>
      </w:pPr>
      <w:r>
        <w:t>9.7.6.4.3.2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_Toc98676406 \h </w:instrText>
      </w:r>
      <w:r>
        <w:fldChar w:fldCharType="separate"/>
      </w:r>
      <w:r>
        <w:t>187</w:t>
      </w:r>
      <w:r>
        <w:fldChar w:fldCharType="end"/>
      </w:r>
    </w:p>
    <w:p w14:paraId="56B337A6" w14:textId="648D62EC" w:rsidR="00D403B8" w:rsidRDefault="00D403B8">
      <w:pPr>
        <w:pStyle w:val="TOC5"/>
        <w:rPr>
          <w:rFonts w:asciiTheme="minorHAnsi" w:eastAsiaTheme="minorEastAsia" w:hAnsiTheme="minorHAnsi" w:cstheme="minorBidi"/>
          <w:sz w:val="22"/>
          <w:szCs w:val="22"/>
          <w:lang w:eastAsia="en-GB"/>
        </w:rPr>
      </w:pPr>
      <w:r>
        <w:t>9.7.6.4.4</w:t>
      </w:r>
      <w:r>
        <w:rPr>
          <w:rFonts w:asciiTheme="minorHAnsi" w:eastAsiaTheme="minorEastAsia" w:hAnsiTheme="minorHAnsi" w:cstheme="minorBidi"/>
          <w:sz w:val="22"/>
          <w:szCs w:val="22"/>
          <w:lang w:eastAsia="en-GB"/>
        </w:rPr>
        <w:tab/>
      </w:r>
      <w:r>
        <w:t>Co-location with other base stations</w:t>
      </w:r>
      <w:r>
        <w:tab/>
      </w:r>
      <w:r>
        <w:fldChar w:fldCharType="begin"/>
      </w:r>
      <w:r>
        <w:instrText xml:space="preserve"> PAGEREF _Toc98676407 \h </w:instrText>
      </w:r>
      <w:r>
        <w:fldChar w:fldCharType="separate"/>
      </w:r>
      <w:r>
        <w:t>197</w:t>
      </w:r>
      <w:r>
        <w:fldChar w:fldCharType="end"/>
      </w:r>
    </w:p>
    <w:p w14:paraId="346AB405" w14:textId="154FC3C6" w:rsidR="00D403B8" w:rsidRDefault="00D403B8">
      <w:pPr>
        <w:pStyle w:val="TOC6"/>
        <w:rPr>
          <w:rFonts w:asciiTheme="minorHAnsi" w:eastAsiaTheme="minorEastAsia" w:hAnsiTheme="minorHAnsi" w:cstheme="minorBidi"/>
          <w:sz w:val="22"/>
          <w:szCs w:val="22"/>
          <w:lang w:eastAsia="en-GB"/>
        </w:rPr>
      </w:pPr>
      <w:r>
        <w:t>9.7.6.4.4.1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_Toc98676408 \h </w:instrText>
      </w:r>
      <w:r>
        <w:fldChar w:fldCharType="separate"/>
      </w:r>
      <w:r>
        <w:t>197</w:t>
      </w:r>
      <w:r>
        <w:fldChar w:fldCharType="end"/>
      </w:r>
    </w:p>
    <w:p w14:paraId="7C89000D" w14:textId="2E452E37" w:rsidR="00D403B8" w:rsidRDefault="00D403B8">
      <w:pPr>
        <w:pStyle w:val="TOC6"/>
        <w:rPr>
          <w:rFonts w:asciiTheme="minorHAnsi" w:eastAsiaTheme="minorEastAsia" w:hAnsiTheme="minorHAnsi" w:cstheme="minorBidi"/>
          <w:sz w:val="22"/>
          <w:szCs w:val="22"/>
          <w:lang w:eastAsia="en-GB"/>
        </w:rPr>
      </w:pPr>
      <w:r>
        <w:t>9.7.6.4.4.2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_Toc98676409 \h </w:instrText>
      </w:r>
      <w:r>
        <w:fldChar w:fldCharType="separate"/>
      </w:r>
      <w:r>
        <w:t>197</w:t>
      </w:r>
      <w:r>
        <w:fldChar w:fldCharType="end"/>
      </w:r>
    </w:p>
    <w:p w14:paraId="2ED3E391" w14:textId="5406640E" w:rsidR="00D403B8" w:rsidRDefault="00D403B8">
      <w:pPr>
        <w:pStyle w:val="TOC2"/>
        <w:rPr>
          <w:rFonts w:asciiTheme="minorHAnsi" w:eastAsiaTheme="minorEastAsia" w:hAnsiTheme="minorHAnsi" w:cstheme="minorBidi"/>
          <w:sz w:val="22"/>
          <w:szCs w:val="22"/>
          <w:lang w:eastAsia="en-GB"/>
        </w:rPr>
      </w:pPr>
      <w:r>
        <w:t>9.8</w:t>
      </w:r>
      <w:r>
        <w:rPr>
          <w:rFonts w:asciiTheme="minorHAnsi" w:eastAsiaTheme="minorEastAsia" w:hAnsiTheme="minorHAnsi" w:cstheme="minorBidi"/>
          <w:sz w:val="22"/>
          <w:szCs w:val="22"/>
          <w:lang w:eastAsia="en-GB"/>
        </w:rPr>
        <w:tab/>
      </w:r>
      <w:r>
        <w:t>OTA Transmitter intermodulation</w:t>
      </w:r>
      <w:r>
        <w:tab/>
      </w:r>
      <w:r>
        <w:fldChar w:fldCharType="begin"/>
      </w:r>
      <w:r>
        <w:instrText xml:space="preserve"> PAGEREF _Toc98676410 \h </w:instrText>
      </w:r>
      <w:r>
        <w:fldChar w:fldCharType="separate"/>
      </w:r>
      <w:r>
        <w:t>203</w:t>
      </w:r>
      <w:r>
        <w:fldChar w:fldCharType="end"/>
      </w:r>
    </w:p>
    <w:p w14:paraId="11CDFA6F" w14:textId="120F3979" w:rsidR="00D403B8" w:rsidRDefault="00D403B8">
      <w:pPr>
        <w:pStyle w:val="TOC3"/>
        <w:rPr>
          <w:rFonts w:asciiTheme="minorHAnsi" w:eastAsiaTheme="minorEastAsia" w:hAnsiTheme="minorHAnsi" w:cstheme="minorBidi"/>
          <w:sz w:val="22"/>
          <w:szCs w:val="22"/>
          <w:lang w:eastAsia="en-GB"/>
        </w:rPr>
      </w:pPr>
      <w:r>
        <w:t>9.8.1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_Toc98676411 \h </w:instrText>
      </w:r>
      <w:r>
        <w:fldChar w:fldCharType="separate"/>
      </w:r>
      <w:r>
        <w:t>203</w:t>
      </w:r>
      <w:r>
        <w:fldChar w:fldCharType="end"/>
      </w:r>
    </w:p>
    <w:p w14:paraId="260D361D" w14:textId="4A5AC17C" w:rsidR="00D403B8" w:rsidRDefault="00D403B8">
      <w:pPr>
        <w:pStyle w:val="TOC3"/>
        <w:rPr>
          <w:rFonts w:asciiTheme="minorHAnsi" w:eastAsiaTheme="minorEastAsia" w:hAnsiTheme="minorHAnsi" w:cstheme="minorBidi"/>
          <w:sz w:val="22"/>
          <w:szCs w:val="22"/>
          <w:lang w:eastAsia="en-GB"/>
        </w:rPr>
      </w:pPr>
      <w:r>
        <w:t>9.8.2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_Toc98676412 \h </w:instrText>
      </w:r>
      <w:r>
        <w:fldChar w:fldCharType="separate"/>
      </w:r>
      <w:r>
        <w:t>203</w:t>
      </w:r>
      <w:r>
        <w:fldChar w:fldCharType="end"/>
      </w:r>
    </w:p>
    <w:p w14:paraId="63E1BC71" w14:textId="1366CF2D" w:rsidR="00D403B8" w:rsidRDefault="00D403B8">
      <w:pPr>
        <w:pStyle w:val="TOC4"/>
        <w:rPr>
          <w:rFonts w:asciiTheme="minorHAnsi" w:eastAsiaTheme="minorEastAsia" w:hAnsiTheme="minorHAnsi" w:cstheme="minorBidi"/>
          <w:sz w:val="22"/>
          <w:szCs w:val="22"/>
          <w:lang w:eastAsia="en-GB"/>
        </w:rPr>
      </w:pPr>
      <w:r>
        <w:t>9.8.2.1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_Toc98676413 \h </w:instrText>
      </w:r>
      <w:r>
        <w:fldChar w:fldCharType="separate"/>
      </w:r>
      <w:r>
        <w:t>203</w:t>
      </w:r>
      <w:r>
        <w:fldChar w:fldCharType="end"/>
      </w:r>
    </w:p>
    <w:p w14:paraId="660726F2" w14:textId="39D07F1C" w:rsidR="00D403B8" w:rsidRDefault="00D403B8">
      <w:pPr>
        <w:pStyle w:val="TOC4"/>
        <w:rPr>
          <w:rFonts w:asciiTheme="minorHAnsi" w:eastAsiaTheme="minorEastAsia" w:hAnsiTheme="minorHAnsi" w:cstheme="minorBidi"/>
          <w:sz w:val="22"/>
          <w:szCs w:val="22"/>
          <w:lang w:eastAsia="en-GB"/>
        </w:rPr>
      </w:pPr>
      <w:r>
        <w:t>9.8.2.2</w:t>
      </w:r>
      <w:r>
        <w:rPr>
          <w:rFonts w:asciiTheme="minorHAnsi" w:eastAsiaTheme="minorEastAsia" w:hAnsiTheme="minorHAnsi" w:cstheme="minorBidi"/>
          <w:sz w:val="22"/>
          <w:szCs w:val="22"/>
          <w:lang w:eastAsia="en-GB"/>
        </w:rPr>
        <w:tab/>
      </w:r>
      <w:r>
        <w:t>Additional minimum requirement (BC1 and BC2)</w:t>
      </w:r>
      <w:r>
        <w:tab/>
      </w:r>
      <w:r>
        <w:fldChar w:fldCharType="begin"/>
      </w:r>
      <w:r>
        <w:instrText xml:space="preserve"> PAGEREF _Toc98676414 \h </w:instrText>
      </w:r>
      <w:r>
        <w:fldChar w:fldCharType="separate"/>
      </w:r>
      <w:r>
        <w:t>204</w:t>
      </w:r>
      <w:r>
        <w:fldChar w:fldCharType="end"/>
      </w:r>
    </w:p>
    <w:p w14:paraId="3B6E0155" w14:textId="5697C34F" w:rsidR="00D403B8" w:rsidRDefault="00D403B8">
      <w:pPr>
        <w:pStyle w:val="TOC4"/>
        <w:rPr>
          <w:rFonts w:asciiTheme="minorHAnsi" w:eastAsiaTheme="minorEastAsia" w:hAnsiTheme="minorHAnsi" w:cstheme="minorBidi"/>
          <w:sz w:val="22"/>
          <w:szCs w:val="22"/>
          <w:lang w:eastAsia="en-GB"/>
        </w:rPr>
      </w:pPr>
      <w:r>
        <w:t>9.8.2.3</w:t>
      </w:r>
      <w:r>
        <w:rPr>
          <w:rFonts w:asciiTheme="minorHAnsi" w:eastAsiaTheme="minorEastAsia" w:hAnsiTheme="minorHAnsi" w:cstheme="minorBidi"/>
          <w:sz w:val="22"/>
          <w:szCs w:val="22"/>
          <w:lang w:eastAsia="en-GB"/>
        </w:rPr>
        <w:tab/>
      </w:r>
      <w:r>
        <w:t>Additional minimum requirement (BC3)</w:t>
      </w:r>
      <w:r>
        <w:tab/>
      </w:r>
      <w:r>
        <w:fldChar w:fldCharType="begin"/>
      </w:r>
      <w:r>
        <w:instrText xml:space="preserve"> PAGEREF _Toc98676415 \h </w:instrText>
      </w:r>
      <w:r>
        <w:fldChar w:fldCharType="separate"/>
      </w:r>
      <w:r>
        <w:t>204</w:t>
      </w:r>
      <w:r>
        <w:fldChar w:fldCharType="end"/>
      </w:r>
    </w:p>
    <w:p w14:paraId="0635F78B" w14:textId="39172B96" w:rsidR="00D403B8" w:rsidRDefault="00D403B8">
      <w:pPr>
        <w:pStyle w:val="TOC4"/>
        <w:rPr>
          <w:rFonts w:asciiTheme="minorHAnsi" w:eastAsiaTheme="minorEastAsia" w:hAnsiTheme="minorHAnsi" w:cstheme="minorBidi"/>
          <w:sz w:val="22"/>
          <w:szCs w:val="22"/>
          <w:lang w:eastAsia="en-GB"/>
        </w:rPr>
      </w:pPr>
      <w:r>
        <w:t>9.8.2.4</w:t>
      </w:r>
      <w:r>
        <w:rPr>
          <w:rFonts w:asciiTheme="minorHAnsi" w:eastAsiaTheme="minorEastAsia" w:hAnsiTheme="minorHAnsi" w:cstheme="minorBidi"/>
          <w:sz w:val="22"/>
          <w:szCs w:val="22"/>
          <w:lang w:eastAsia="en-GB"/>
        </w:rPr>
        <w:tab/>
      </w:r>
      <w:r>
        <w:t>Additional minimum requirements</w:t>
      </w:r>
      <w:r>
        <w:tab/>
      </w:r>
      <w:r>
        <w:fldChar w:fldCharType="begin"/>
      </w:r>
      <w:r>
        <w:instrText xml:space="preserve"> PAGEREF _Toc98676416 \h </w:instrText>
      </w:r>
      <w:r>
        <w:fldChar w:fldCharType="separate"/>
      </w:r>
      <w:r>
        <w:t>205</w:t>
      </w:r>
      <w:r>
        <w:fldChar w:fldCharType="end"/>
      </w:r>
    </w:p>
    <w:p w14:paraId="5F6644EB" w14:textId="7AB4B545" w:rsidR="00D403B8" w:rsidRDefault="00D403B8">
      <w:pPr>
        <w:pStyle w:val="TOC3"/>
        <w:rPr>
          <w:rFonts w:asciiTheme="minorHAnsi" w:eastAsiaTheme="minorEastAsia" w:hAnsiTheme="minorHAnsi" w:cstheme="minorBidi"/>
          <w:sz w:val="22"/>
          <w:szCs w:val="22"/>
          <w:lang w:eastAsia="en-GB"/>
        </w:rPr>
      </w:pPr>
      <w:r>
        <w:t>9.8.3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_Toc98676417 \h </w:instrText>
      </w:r>
      <w:r>
        <w:fldChar w:fldCharType="separate"/>
      </w:r>
      <w:r>
        <w:t>205</w:t>
      </w:r>
      <w:r>
        <w:fldChar w:fldCharType="end"/>
      </w:r>
    </w:p>
    <w:p w14:paraId="716ED8C4" w14:textId="05EB673E" w:rsidR="00D403B8" w:rsidRDefault="00D403B8">
      <w:pPr>
        <w:pStyle w:val="TOC4"/>
        <w:rPr>
          <w:rFonts w:asciiTheme="minorHAnsi" w:eastAsiaTheme="minorEastAsia" w:hAnsiTheme="minorHAnsi" w:cstheme="minorBidi"/>
          <w:sz w:val="22"/>
          <w:szCs w:val="22"/>
          <w:lang w:eastAsia="en-GB"/>
        </w:rPr>
      </w:pPr>
      <w:r>
        <w:t>9.8.3.1</w:t>
      </w:r>
      <w:r>
        <w:rPr>
          <w:rFonts w:asciiTheme="minorHAnsi" w:eastAsiaTheme="minorEastAsia" w:hAnsiTheme="minorHAnsi" w:cstheme="minorBidi"/>
          <w:sz w:val="22"/>
          <w:szCs w:val="22"/>
          <w:lang w:eastAsia="en-GB"/>
        </w:rPr>
        <w:tab/>
      </w:r>
      <w:r>
        <w:t>General minimum requirement for FDD UTRA</w:t>
      </w:r>
      <w:r>
        <w:tab/>
      </w:r>
      <w:r>
        <w:fldChar w:fldCharType="begin"/>
      </w:r>
      <w:r>
        <w:instrText xml:space="preserve"> PAGEREF _Toc98676418 \h </w:instrText>
      </w:r>
      <w:r>
        <w:fldChar w:fldCharType="separate"/>
      </w:r>
      <w:r>
        <w:t>205</w:t>
      </w:r>
      <w:r>
        <w:fldChar w:fldCharType="end"/>
      </w:r>
    </w:p>
    <w:p w14:paraId="447EB889" w14:textId="00B68AAD" w:rsidR="00D403B8" w:rsidRDefault="00D403B8">
      <w:pPr>
        <w:pStyle w:val="TOC3"/>
        <w:rPr>
          <w:rFonts w:asciiTheme="minorHAnsi" w:eastAsiaTheme="minorEastAsia" w:hAnsiTheme="minorHAnsi" w:cstheme="minorBidi"/>
          <w:sz w:val="22"/>
          <w:szCs w:val="22"/>
          <w:lang w:eastAsia="en-GB"/>
        </w:rPr>
      </w:pPr>
      <w:r>
        <w:t>9.8.4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_Toc98676419 \h </w:instrText>
      </w:r>
      <w:r>
        <w:fldChar w:fldCharType="separate"/>
      </w:r>
      <w:r>
        <w:t>206</w:t>
      </w:r>
      <w:r>
        <w:fldChar w:fldCharType="end"/>
      </w:r>
    </w:p>
    <w:p w14:paraId="4C7A37CF" w14:textId="32521584" w:rsidR="00D403B8" w:rsidRDefault="00D403B8">
      <w:pPr>
        <w:pStyle w:val="TOC4"/>
        <w:rPr>
          <w:rFonts w:asciiTheme="minorHAnsi" w:eastAsiaTheme="minorEastAsia" w:hAnsiTheme="minorHAnsi" w:cstheme="minorBidi"/>
          <w:sz w:val="22"/>
          <w:szCs w:val="22"/>
          <w:lang w:eastAsia="en-GB"/>
        </w:rPr>
      </w:pPr>
      <w:r>
        <w:t>9.8.4.1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_Toc98676420 \h </w:instrText>
      </w:r>
      <w:r>
        <w:fldChar w:fldCharType="separate"/>
      </w:r>
      <w:r>
        <w:t>206</w:t>
      </w:r>
      <w:r>
        <w:fldChar w:fldCharType="end"/>
      </w:r>
    </w:p>
    <w:p w14:paraId="07BBEA74" w14:textId="1F755652" w:rsidR="00D403B8" w:rsidRDefault="00D403B8">
      <w:pPr>
        <w:pStyle w:val="TOC4"/>
        <w:rPr>
          <w:rFonts w:asciiTheme="minorHAnsi" w:eastAsiaTheme="minorEastAsia" w:hAnsiTheme="minorHAnsi" w:cstheme="minorBidi"/>
          <w:sz w:val="22"/>
          <w:szCs w:val="22"/>
          <w:lang w:eastAsia="en-GB"/>
        </w:rPr>
      </w:pPr>
      <w:r>
        <w:t>9.8.4.2</w:t>
      </w:r>
      <w:r>
        <w:rPr>
          <w:rFonts w:asciiTheme="minorHAnsi" w:eastAsiaTheme="minorEastAsia" w:hAnsiTheme="minorHAnsi" w:cstheme="minorBidi"/>
          <w:sz w:val="22"/>
          <w:szCs w:val="22"/>
          <w:lang w:eastAsia="en-GB"/>
        </w:rPr>
        <w:tab/>
      </w:r>
      <w:r>
        <w:t>Void</w:t>
      </w:r>
      <w:r>
        <w:tab/>
      </w:r>
      <w:r>
        <w:fldChar w:fldCharType="begin"/>
      </w:r>
      <w:r>
        <w:instrText xml:space="preserve"> PAGEREF _Toc98676421 \h </w:instrText>
      </w:r>
      <w:r>
        <w:fldChar w:fldCharType="separate"/>
      </w:r>
      <w:r>
        <w:t>206</w:t>
      </w:r>
      <w:r>
        <w:fldChar w:fldCharType="end"/>
      </w:r>
    </w:p>
    <w:p w14:paraId="4F1E06FB" w14:textId="5A20199B" w:rsidR="00D403B8" w:rsidRDefault="00D403B8">
      <w:pPr>
        <w:pStyle w:val="TOC1"/>
        <w:rPr>
          <w:rFonts w:asciiTheme="minorHAnsi" w:eastAsiaTheme="minorEastAsia" w:hAnsiTheme="minorHAnsi" w:cstheme="minorBidi"/>
          <w:szCs w:val="22"/>
          <w:lang w:eastAsia="en-GB"/>
        </w:rPr>
      </w:pPr>
      <w:r>
        <w:rPr>
          <w:lang w:eastAsia="zh-CN"/>
        </w:rPr>
        <w:t>10</w:t>
      </w:r>
      <w:r>
        <w:rPr>
          <w:rFonts w:asciiTheme="minorHAnsi" w:eastAsiaTheme="minorEastAsia" w:hAnsiTheme="minorHAnsi" w:cstheme="minorBidi"/>
          <w:szCs w:val="22"/>
          <w:lang w:eastAsia="en-GB"/>
        </w:rPr>
        <w:tab/>
      </w:r>
      <w:r>
        <w:rPr>
          <w:lang w:eastAsia="zh-CN"/>
        </w:rPr>
        <w:t>Radiated receiver characteristics</w:t>
      </w:r>
      <w:r>
        <w:tab/>
      </w:r>
      <w:r>
        <w:fldChar w:fldCharType="begin"/>
      </w:r>
      <w:r>
        <w:instrText xml:space="preserve"> PAGEREF _Toc98676422 \h </w:instrText>
      </w:r>
      <w:r>
        <w:fldChar w:fldCharType="separate"/>
      </w:r>
      <w:r>
        <w:t>206</w:t>
      </w:r>
      <w:r>
        <w:fldChar w:fldCharType="end"/>
      </w:r>
    </w:p>
    <w:p w14:paraId="4DFEB6C8" w14:textId="7AE355D5" w:rsidR="00D403B8" w:rsidRDefault="00D403B8">
      <w:pPr>
        <w:pStyle w:val="TOC2"/>
        <w:rPr>
          <w:rFonts w:asciiTheme="minorHAnsi" w:eastAsiaTheme="minorEastAsia" w:hAnsiTheme="minorHAnsi" w:cstheme="minorBidi"/>
          <w:sz w:val="22"/>
          <w:szCs w:val="22"/>
          <w:lang w:eastAsia="en-GB"/>
        </w:rPr>
      </w:pPr>
      <w:r>
        <w:rPr>
          <w:lang w:eastAsia="zh-CN"/>
        </w:rPr>
        <w:t>10.1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_Toc98676423 \h </w:instrText>
      </w:r>
      <w:r>
        <w:fldChar w:fldCharType="separate"/>
      </w:r>
      <w:r>
        <w:t>206</w:t>
      </w:r>
      <w:r>
        <w:fldChar w:fldCharType="end"/>
      </w:r>
    </w:p>
    <w:p w14:paraId="3FB6EA34" w14:textId="03D5EE4D" w:rsidR="00D403B8" w:rsidRDefault="00D403B8">
      <w:pPr>
        <w:pStyle w:val="TOC2"/>
        <w:rPr>
          <w:rFonts w:asciiTheme="minorHAnsi" w:eastAsiaTheme="minorEastAsia" w:hAnsiTheme="minorHAnsi" w:cstheme="minorBidi"/>
          <w:sz w:val="22"/>
          <w:szCs w:val="22"/>
          <w:lang w:eastAsia="en-GB"/>
        </w:rPr>
      </w:pPr>
      <w:r w:rsidRPr="00AE544B">
        <w:rPr>
          <w:lang w:val="sv-FI" w:eastAsia="zh-CN"/>
        </w:rPr>
        <w:t>10.2</w:t>
      </w:r>
      <w:r>
        <w:rPr>
          <w:rFonts w:asciiTheme="minorHAnsi" w:eastAsiaTheme="minorEastAsia" w:hAnsiTheme="minorHAnsi" w:cstheme="minorBidi"/>
          <w:sz w:val="22"/>
          <w:szCs w:val="22"/>
          <w:lang w:eastAsia="en-GB"/>
        </w:rPr>
        <w:tab/>
      </w:r>
      <w:r w:rsidRPr="00AE544B">
        <w:rPr>
          <w:lang w:val="sv-FI" w:eastAsia="zh-CN"/>
        </w:rPr>
        <w:t>OTA sensitivity</w:t>
      </w:r>
      <w:r>
        <w:tab/>
      </w:r>
      <w:r>
        <w:fldChar w:fldCharType="begin"/>
      </w:r>
      <w:r>
        <w:instrText xml:space="preserve"> PAGEREF _Toc98676424 \h </w:instrText>
      </w:r>
      <w:r>
        <w:fldChar w:fldCharType="separate"/>
      </w:r>
      <w:r>
        <w:t>207</w:t>
      </w:r>
      <w:r>
        <w:fldChar w:fldCharType="end"/>
      </w:r>
    </w:p>
    <w:p w14:paraId="674394AB" w14:textId="6C5EA976" w:rsidR="00D403B8" w:rsidRDefault="00D403B8">
      <w:pPr>
        <w:pStyle w:val="TOC3"/>
        <w:rPr>
          <w:rFonts w:asciiTheme="minorHAnsi" w:eastAsiaTheme="minorEastAsia" w:hAnsiTheme="minorHAnsi" w:cstheme="minorBidi"/>
          <w:sz w:val="22"/>
          <w:szCs w:val="22"/>
          <w:lang w:eastAsia="en-GB"/>
        </w:rPr>
      </w:pPr>
      <w:r>
        <w:t>10.2.1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_Toc98676425 \h </w:instrText>
      </w:r>
      <w:r>
        <w:fldChar w:fldCharType="separate"/>
      </w:r>
      <w:r>
        <w:t>207</w:t>
      </w:r>
      <w:r>
        <w:fldChar w:fldCharType="end"/>
      </w:r>
    </w:p>
    <w:p w14:paraId="26AB64C6" w14:textId="1DFAED4F" w:rsidR="00D403B8" w:rsidRDefault="00D403B8">
      <w:pPr>
        <w:pStyle w:val="TOC3"/>
        <w:rPr>
          <w:rFonts w:asciiTheme="minorHAnsi" w:eastAsiaTheme="minorEastAsia" w:hAnsiTheme="minorHAnsi" w:cstheme="minorBidi"/>
          <w:sz w:val="22"/>
          <w:szCs w:val="22"/>
          <w:lang w:eastAsia="en-GB"/>
        </w:rPr>
      </w:pPr>
      <w:r>
        <w:rPr>
          <w:lang w:eastAsia="zh-CN"/>
        </w:rPr>
        <w:t>10.2.2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_Toc98676426 \h </w:instrText>
      </w:r>
      <w:r>
        <w:fldChar w:fldCharType="separate"/>
      </w:r>
      <w:r>
        <w:t>208</w:t>
      </w:r>
      <w:r>
        <w:fldChar w:fldCharType="end"/>
      </w:r>
    </w:p>
    <w:p w14:paraId="1845D50D" w14:textId="5BE4A55D" w:rsidR="00D403B8" w:rsidRDefault="00D403B8">
      <w:pPr>
        <w:pStyle w:val="TOC3"/>
        <w:rPr>
          <w:rFonts w:asciiTheme="minorHAnsi" w:eastAsiaTheme="minorEastAsia" w:hAnsiTheme="minorHAnsi" w:cstheme="minorBidi"/>
          <w:sz w:val="22"/>
          <w:szCs w:val="22"/>
          <w:lang w:eastAsia="en-GB"/>
        </w:rPr>
      </w:pPr>
      <w:r>
        <w:rPr>
          <w:lang w:eastAsia="zh-CN"/>
        </w:rPr>
        <w:t>10.2.3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_Toc98676427 \h </w:instrText>
      </w:r>
      <w:r>
        <w:fldChar w:fldCharType="separate"/>
      </w:r>
      <w:r>
        <w:t>208</w:t>
      </w:r>
      <w:r>
        <w:fldChar w:fldCharType="end"/>
      </w:r>
    </w:p>
    <w:p w14:paraId="4A0B1463" w14:textId="1996DD4F" w:rsidR="00D403B8" w:rsidRDefault="00D403B8">
      <w:pPr>
        <w:pStyle w:val="TOC3"/>
        <w:rPr>
          <w:rFonts w:asciiTheme="minorHAnsi" w:eastAsiaTheme="minorEastAsia" w:hAnsiTheme="minorHAnsi" w:cstheme="minorBidi"/>
          <w:sz w:val="22"/>
          <w:szCs w:val="22"/>
          <w:lang w:eastAsia="en-GB"/>
        </w:rPr>
      </w:pPr>
      <w:r>
        <w:rPr>
          <w:lang w:eastAsia="zh-CN"/>
        </w:rPr>
        <w:t>10.2.4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_Toc98676428 \h </w:instrText>
      </w:r>
      <w:r>
        <w:fldChar w:fldCharType="separate"/>
      </w:r>
      <w:r>
        <w:t>208</w:t>
      </w:r>
      <w:r>
        <w:fldChar w:fldCharType="end"/>
      </w:r>
    </w:p>
    <w:p w14:paraId="2619EA71" w14:textId="23F46C90" w:rsidR="00D403B8" w:rsidRDefault="00D403B8">
      <w:pPr>
        <w:pStyle w:val="TOC2"/>
        <w:rPr>
          <w:rFonts w:asciiTheme="minorHAnsi" w:eastAsiaTheme="minorEastAsia" w:hAnsiTheme="minorHAnsi" w:cstheme="minorBidi"/>
          <w:sz w:val="22"/>
          <w:szCs w:val="22"/>
          <w:lang w:eastAsia="en-GB"/>
        </w:rPr>
      </w:pPr>
      <w:r>
        <w:t>10.3</w:t>
      </w:r>
      <w:r>
        <w:rPr>
          <w:rFonts w:asciiTheme="minorHAnsi" w:eastAsiaTheme="minorEastAsia" w:hAnsiTheme="minorHAnsi" w:cstheme="minorBidi"/>
          <w:sz w:val="22"/>
          <w:szCs w:val="22"/>
          <w:lang w:eastAsia="en-GB"/>
        </w:rPr>
        <w:tab/>
      </w:r>
      <w:r>
        <w:t>OTA Reference sensitivity level</w:t>
      </w:r>
      <w:r>
        <w:tab/>
      </w:r>
      <w:r>
        <w:fldChar w:fldCharType="begin"/>
      </w:r>
      <w:r>
        <w:instrText xml:space="preserve"> PAGEREF _Toc98676429 \h </w:instrText>
      </w:r>
      <w:r>
        <w:fldChar w:fldCharType="separate"/>
      </w:r>
      <w:r>
        <w:t>208</w:t>
      </w:r>
      <w:r>
        <w:fldChar w:fldCharType="end"/>
      </w:r>
    </w:p>
    <w:p w14:paraId="4B43A7AC" w14:textId="54EE1F34" w:rsidR="00D403B8" w:rsidRDefault="00D403B8">
      <w:pPr>
        <w:pStyle w:val="TOC3"/>
        <w:rPr>
          <w:rFonts w:asciiTheme="minorHAnsi" w:eastAsiaTheme="minorEastAsia" w:hAnsiTheme="minorHAnsi" w:cstheme="minorBidi"/>
          <w:sz w:val="22"/>
          <w:szCs w:val="22"/>
          <w:lang w:eastAsia="en-GB"/>
        </w:rPr>
      </w:pPr>
      <w:r>
        <w:t>10.3.1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_Toc98676430 \h </w:instrText>
      </w:r>
      <w:r>
        <w:fldChar w:fldCharType="separate"/>
      </w:r>
      <w:r>
        <w:t>208</w:t>
      </w:r>
      <w:r>
        <w:fldChar w:fldCharType="end"/>
      </w:r>
    </w:p>
    <w:p w14:paraId="7D845B48" w14:textId="4FE21121" w:rsidR="00D403B8" w:rsidRDefault="00D403B8">
      <w:pPr>
        <w:pStyle w:val="TOC3"/>
        <w:rPr>
          <w:rFonts w:asciiTheme="minorHAnsi" w:eastAsiaTheme="minorEastAsia" w:hAnsiTheme="minorHAnsi" w:cstheme="minorBidi"/>
          <w:sz w:val="22"/>
          <w:szCs w:val="22"/>
          <w:lang w:eastAsia="en-GB"/>
        </w:rPr>
      </w:pPr>
      <w:r>
        <w:t>10.3.2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_Toc98676431 \h </w:instrText>
      </w:r>
      <w:r>
        <w:fldChar w:fldCharType="separate"/>
      </w:r>
      <w:r>
        <w:t>209</w:t>
      </w:r>
      <w:r>
        <w:fldChar w:fldCharType="end"/>
      </w:r>
    </w:p>
    <w:p w14:paraId="59AEC547" w14:textId="230E5365" w:rsidR="00D403B8" w:rsidRDefault="00D403B8">
      <w:pPr>
        <w:pStyle w:val="TOC3"/>
        <w:rPr>
          <w:rFonts w:asciiTheme="minorHAnsi" w:eastAsiaTheme="minorEastAsia" w:hAnsiTheme="minorHAnsi" w:cstheme="minorBidi"/>
          <w:sz w:val="22"/>
          <w:szCs w:val="22"/>
          <w:lang w:eastAsia="en-GB"/>
        </w:rPr>
      </w:pPr>
      <w:r>
        <w:t>10.3.3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_Toc98676432 \h </w:instrText>
      </w:r>
      <w:r>
        <w:fldChar w:fldCharType="separate"/>
      </w:r>
      <w:r>
        <w:t>209</w:t>
      </w:r>
      <w:r>
        <w:fldChar w:fldCharType="end"/>
      </w:r>
    </w:p>
    <w:p w14:paraId="20D312D5" w14:textId="5AE269FA" w:rsidR="00D403B8" w:rsidRDefault="00D403B8">
      <w:pPr>
        <w:pStyle w:val="TOC3"/>
        <w:rPr>
          <w:rFonts w:asciiTheme="minorHAnsi" w:eastAsiaTheme="minorEastAsia" w:hAnsiTheme="minorHAnsi" w:cstheme="minorBidi"/>
          <w:sz w:val="22"/>
          <w:szCs w:val="22"/>
          <w:lang w:eastAsia="en-GB"/>
        </w:rPr>
      </w:pPr>
      <w:r>
        <w:t>10.3.4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_Toc98676433 \h </w:instrText>
      </w:r>
      <w:r>
        <w:fldChar w:fldCharType="separate"/>
      </w:r>
      <w:r>
        <w:t>209</w:t>
      </w:r>
      <w:r>
        <w:fldChar w:fldCharType="end"/>
      </w:r>
    </w:p>
    <w:p w14:paraId="5C862748" w14:textId="27C1C2AE" w:rsidR="00D403B8" w:rsidRDefault="00D403B8">
      <w:pPr>
        <w:pStyle w:val="TOC2"/>
        <w:rPr>
          <w:rFonts w:asciiTheme="minorHAnsi" w:eastAsiaTheme="minorEastAsia" w:hAnsiTheme="minorHAnsi" w:cstheme="minorBidi"/>
          <w:sz w:val="22"/>
          <w:szCs w:val="22"/>
          <w:lang w:eastAsia="en-GB"/>
        </w:rPr>
      </w:pPr>
      <w:r>
        <w:t>10.4</w:t>
      </w:r>
      <w:r>
        <w:rPr>
          <w:rFonts w:asciiTheme="minorHAnsi" w:eastAsiaTheme="minorEastAsia" w:hAnsiTheme="minorHAnsi" w:cstheme="minorBidi"/>
          <w:sz w:val="22"/>
          <w:szCs w:val="22"/>
          <w:lang w:eastAsia="en-GB"/>
        </w:rPr>
        <w:tab/>
      </w:r>
      <w:r>
        <w:t>OTA Dynamic range</w:t>
      </w:r>
      <w:r>
        <w:tab/>
      </w:r>
      <w:r>
        <w:fldChar w:fldCharType="begin"/>
      </w:r>
      <w:r>
        <w:instrText xml:space="preserve"> PAGEREF _Toc98676434 \h </w:instrText>
      </w:r>
      <w:r>
        <w:fldChar w:fldCharType="separate"/>
      </w:r>
      <w:r>
        <w:t>210</w:t>
      </w:r>
      <w:r>
        <w:fldChar w:fldCharType="end"/>
      </w:r>
    </w:p>
    <w:p w14:paraId="219DCDF3" w14:textId="6DA17591" w:rsidR="00D403B8" w:rsidRDefault="00D403B8">
      <w:pPr>
        <w:pStyle w:val="TOC4"/>
        <w:rPr>
          <w:rFonts w:asciiTheme="minorHAnsi" w:eastAsiaTheme="minorEastAsia" w:hAnsiTheme="minorHAnsi" w:cstheme="minorBidi"/>
          <w:sz w:val="22"/>
          <w:szCs w:val="22"/>
          <w:lang w:eastAsia="en-GB"/>
        </w:rPr>
      </w:pPr>
      <w:r>
        <w:t>10.4.1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_Toc98676435 \h </w:instrText>
      </w:r>
      <w:r>
        <w:fldChar w:fldCharType="separate"/>
      </w:r>
      <w:r>
        <w:t>210</w:t>
      </w:r>
      <w:r>
        <w:fldChar w:fldCharType="end"/>
      </w:r>
    </w:p>
    <w:p w14:paraId="3DF2A01F" w14:textId="0F40E8FA" w:rsidR="00D403B8" w:rsidRDefault="00D403B8">
      <w:pPr>
        <w:pStyle w:val="TOC4"/>
        <w:rPr>
          <w:rFonts w:asciiTheme="minorHAnsi" w:eastAsiaTheme="minorEastAsia" w:hAnsiTheme="minorHAnsi" w:cstheme="minorBidi"/>
          <w:sz w:val="22"/>
          <w:szCs w:val="22"/>
          <w:lang w:eastAsia="en-GB"/>
        </w:rPr>
      </w:pPr>
      <w:r>
        <w:t>10.4.2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_Toc98676436 \h </w:instrText>
      </w:r>
      <w:r>
        <w:fldChar w:fldCharType="separate"/>
      </w:r>
      <w:r>
        <w:t>210</w:t>
      </w:r>
      <w:r>
        <w:fldChar w:fldCharType="end"/>
      </w:r>
    </w:p>
    <w:p w14:paraId="1FF58B9F" w14:textId="211D92C4" w:rsidR="00D403B8" w:rsidRDefault="00D403B8">
      <w:pPr>
        <w:pStyle w:val="TOC4"/>
        <w:rPr>
          <w:rFonts w:asciiTheme="minorHAnsi" w:eastAsiaTheme="minorEastAsia" w:hAnsiTheme="minorHAnsi" w:cstheme="minorBidi"/>
          <w:sz w:val="22"/>
          <w:szCs w:val="22"/>
          <w:lang w:eastAsia="en-GB"/>
        </w:rPr>
      </w:pPr>
      <w:r>
        <w:t>10.4.3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_Toc98676437 \h </w:instrText>
      </w:r>
      <w:r>
        <w:fldChar w:fldCharType="separate"/>
      </w:r>
      <w:r>
        <w:t>211</w:t>
      </w:r>
      <w:r>
        <w:fldChar w:fldCharType="end"/>
      </w:r>
    </w:p>
    <w:p w14:paraId="29FA1BBE" w14:textId="0CD57972" w:rsidR="00D403B8" w:rsidRDefault="00D403B8">
      <w:pPr>
        <w:pStyle w:val="TOC4"/>
        <w:rPr>
          <w:rFonts w:asciiTheme="minorHAnsi" w:eastAsiaTheme="minorEastAsia" w:hAnsiTheme="minorHAnsi" w:cstheme="minorBidi"/>
          <w:sz w:val="22"/>
          <w:szCs w:val="22"/>
          <w:lang w:eastAsia="en-GB"/>
        </w:rPr>
      </w:pPr>
      <w:r>
        <w:t>10.4.4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_Toc98676438 \h </w:instrText>
      </w:r>
      <w:r>
        <w:fldChar w:fldCharType="separate"/>
      </w:r>
      <w:r>
        <w:t>211</w:t>
      </w:r>
      <w:r>
        <w:fldChar w:fldCharType="end"/>
      </w:r>
    </w:p>
    <w:p w14:paraId="7B071EB6" w14:textId="3F17A76C" w:rsidR="00D403B8" w:rsidRDefault="00D403B8">
      <w:pPr>
        <w:pStyle w:val="TOC2"/>
        <w:rPr>
          <w:rFonts w:asciiTheme="minorHAnsi" w:eastAsiaTheme="minorEastAsia" w:hAnsiTheme="minorHAnsi" w:cstheme="minorBidi"/>
          <w:sz w:val="22"/>
          <w:szCs w:val="22"/>
          <w:lang w:eastAsia="en-GB"/>
        </w:rPr>
      </w:pPr>
      <w:r>
        <w:t>10.5</w:t>
      </w:r>
      <w:r>
        <w:rPr>
          <w:rFonts w:asciiTheme="minorHAnsi" w:eastAsiaTheme="minorEastAsia" w:hAnsiTheme="minorHAnsi" w:cstheme="minorBidi"/>
          <w:sz w:val="22"/>
          <w:szCs w:val="22"/>
          <w:lang w:eastAsia="en-GB"/>
        </w:rPr>
        <w:tab/>
      </w:r>
      <w:r>
        <w:t>OTA Adjacent channel selectivity, general blocking, and narrowband blocking</w:t>
      </w:r>
      <w:r>
        <w:tab/>
      </w:r>
      <w:r>
        <w:fldChar w:fldCharType="begin"/>
      </w:r>
      <w:r>
        <w:instrText xml:space="preserve"> PAGEREF _Toc98676439 \h </w:instrText>
      </w:r>
      <w:r>
        <w:fldChar w:fldCharType="separate"/>
      </w:r>
      <w:r>
        <w:t>213</w:t>
      </w:r>
      <w:r>
        <w:fldChar w:fldCharType="end"/>
      </w:r>
    </w:p>
    <w:p w14:paraId="5B323263" w14:textId="7A904267" w:rsidR="00D403B8" w:rsidRDefault="00D403B8">
      <w:pPr>
        <w:pStyle w:val="TOC3"/>
        <w:rPr>
          <w:rFonts w:asciiTheme="minorHAnsi" w:eastAsiaTheme="minorEastAsia" w:hAnsiTheme="minorHAnsi" w:cstheme="minorBidi"/>
          <w:sz w:val="22"/>
          <w:szCs w:val="22"/>
          <w:lang w:eastAsia="en-GB"/>
        </w:rPr>
      </w:pPr>
      <w:r>
        <w:t>10.5.1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_Toc98676440 \h </w:instrText>
      </w:r>
      <w:r>
        <w:fldChar w:fldCharType="separate"/>
      </w:r>
      <w:r>
        <w:t>213</w:t>
      </w:r>
      <w:r>
        <w:fldChar w:fldCharType="end"/>
      </w:r>
    </w:p>
    <w:p w14:paraId="2FC3ECFD" w14:textId="49C65294" w:rsidR="00D403B8" w:rsidRDefault="00D403B8">
      <w:pPr>
        <w:pStyle w:val="TOC3"/>
        <w:rPr>
          <w:rFonts w:asciiTheme="minorHAnsi" w:eastAsiaTheme="minorEastAsia" w:hAnsiTheme="minorHAnsi" w:cstheme="minorBidi"/>
          <w:sz w:val="22"/>
          <w:szCs w:val="22"/>
          <w:lang w:eastAsia="en-GB"/>
        </w:rPr>
      </w:pPr>
      <w:r>
        <w:t>10.5.2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_Toc98676441 \h </w:instrText>
      </w:r>
      <w:r>
        <w:fldChar w:fldCharType="separate"/>
      </w:r>
      <w:r>
        <w:t>214</w:t>
      </w:r>
      <w:r>
        <w:fldChar w:fldCharType="end"/>
      </w:r>
    </w:p>
    <w:p w14:paraId="0A676467" w14:textId="475F2A89" w:rsidR="00D403B8" w:rsidRDefault="00D403B8">
      <w:pPr>
        <w:pStyle w:val="TOC4"/>
        <w:rPr>
          <w:rFonts w:asciiTheme="minorHAnsi" w:eastAsiaTheme="minorEastAsia" w:hAnsiTheme="minorHAnsi" w:cstheme="minorBidi"/>
          <w:sz w:val="22"/>
          <w:szCs w:val="22"/>
          <w:lang w:eastAsia="en-GB"/>
        </w:rPr>
      </w:pPr>
      <w:r>
        <w:t>10.5.2.1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_Toc98676442 \h </w:instrText>
      </w:r>
      <w:r>
        <w:fldChar w:fldCharType="separate"/>
      </w:r>
      <w:r>
        <w:t>214</w:t>
      </w:r>
      <w:r>
        <w:fldChar w:fldCharType="end"/>
      </w:r>
    </w:p>
    <w:p w14:paraId="3B8389A0" w14:textId="6365AD29" w:rsidR="00D403B8" w:rsidRDefault="00D403B8">
      <w:pPr>
        <w:pStyle w:val="TOC4"/>
        <w:rPr>
          <w:rFonts w:asciiTheme="minorHAnsi" w:eastAsiaTheme="minorEastAsia" w:hAnsiTheme="minorHAnsi" w:cstheme="minorBidi"/>
          <w:sz w:val="22"/>
          <w:szCs w:val="22"/>
          <w:lang w:eastAsia="en-GB"/>
        </w:rPr>
      </w:pPr>
      <w:r>
        <w:t>10.5.2.2</w:t>
      </w:r>
      <w:r>
        <w:rPr>
          <w:rFonts w:asciiTheme="minorHAnsi" w:eastAsiaTheme="minorEastAsia" w:hAnsiTheme="minorHAnsi" w:cstheme="minorBidi"/>
          <w:sz w:val="22"/>
          <w:szCs w:val="22"/>
          <w:lang w:eastAsia="en-GB"/>
        </w:rPr>
        <w:tab/>
      </w:r>
      <w:r>
        <w:t>General narrowband blocking minimum requirement</w:t>
      </w:r>
      <w:r>
        <w:tab/>
      </w:r>
      <w:r>
        <w:fldChar w:fldCharType="begin"/>
      </w:r>
      <w:r>
        <w:instrText xml:space="preserve"> PAGEREF _Toc98676443 \h </w:instrText>
      </w:r>
      <w:r>
        <w:fldChar w:fldCharType="separate"/>
      </w:r>
      <w:r>
        <w:t>215</w:t>
      </w:r>
      <w:r>
        <w:fldChar w:fldCharType="end"/>
      </w:r>
    </w:p>
    <w:p w14:paraId="4043A088" w14:textId="5EEB506C" w:rsidR="00D403B8" w:rsidRDefault="00D403B8">
      <w:pPr>
        <w:pStyle w:val="TOC4"/>
        <w:rPr>
          <w:rFonts w:asciiTheme="minorHAnsi" w:eastAsiaTheme="minorEastAsia" w:hAnsiTheme="minorHAnsi" w:cstheme="minorBidi"/>
          <w:sz w:val="22"/>
          <w:szCs w:val="22"/>
          <w:lang w:eastAsia="en-GB"/>
        </w:rPr>
      </w:pPr>
      <w:r>
        <w:t>10.5.2.3</w:t>
      </w:r>
      <w:r>
        <w:rPr>
          <w:rFonts w:asciiTheme="minorHAnsi" w:eastAsiaTheme="minorEastAsia" w:hAnsiTheme="minorHAnsi" w:cstheme="minorBidi"/>
          <w:sz w:val="22"/>
          <w:szCs w:val="22"/>
          <w:lang w:eastAsia="en-GB"/>
        </w:rPr>
        <w:tab/>
      </w:r>
      <w:r>
        <w:t>Additional BC3 blocking minimum requirement</w:t>
      </w:r>
      <w:r>
        <w:tab/>
      </w:r>
      <w:r>
        <w:fldChar w:fldCharType="begin"/>
      </w:r>
      <w:r>
        <w:instrText xml:space="preserve"> PAGEREF _Toc98676444 \h </w:instrText>
      </w:r>
      <w:r>
        <w:fldChar w:fldCharType="separate"/>
      </w:r>
      <w:r>
        <w:t>216</w:t>
      </w:r>
      <w:r>
        <w:fldChar w:fldCharType="end"/>
      </w:r>
    </w:p>
    <w:p w14:paraId="7D726056" w14:textId="4CBF7952" w:rsidR="00D403B8" w:rsidRDefault="00D403B8">
      <w:pPr>
        <w:pStyle w:val="TOC3"/>
        <w:rPr>
          <w:rFonts w:asciiTheme="minorHAnsi" w:eastAsiaTheme="minorEastAsia" w:hAnsiTheme="minorHAnsi" w:cstheme="minorBidi"/>
          <w:sz w:val="22"/>
          <w:szCs w:val="22"/>
          <w:lang w:eastAsia="en-GB"/>
        </w:rPr>
      </w:pPr>
      <w:r>
        <w:t>10.5.3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_Toc98676445 \h </w:instrText>
      </w:r>
      <w:r>
        <w:fldChar w:fldCharType="separate"/>
      </w:r>
      <w:r>
        <w:t>217</w:t>
      </w:r>
      <w:r>
        <w:fldChar w:fldCharType="end"/>
      </w:r>
    </w:p>
    <w:p w14:paraId="27E6C8C4" w14:textId="583476E7" w:rsidR="00D403B8" w:rsidRDefault="00D403B8">
      <w:pPr>
        <w:pStyle w:val="TOC4"/>
        <w:rPr>
          <w:rFonts w:asciiTheme="minorHAnsi" w:eastAsiaTheme="minorEastAsia" w:hAnsiTheme="minorHAnsi" w:cstheme="minorBidi"/>
          <w:sz w:val="22"/>
          <w:szCs w:val="22"/>
          <w:lang w:eastAsia="en-GB"/>
        </w:rPr>
      </w:pPr>
      <w:r>
        <w:t>10.5.3.1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_Toc98676446 \h </w:instrText>
      </w:r>
      <w:r>
        <w:fldChar w:fldCharType="separate"/>
      </w:r>
      <w:r>
        <w:t>217</w:t>
      </w:r>
      <w:r>
        <w:fldChar w:fldCharType="end"/>
      </w:r>
    </w:p>
    <w:p w14:paraId="5BB0D50D" w14:textId="1AE2005B" w:rsidR="00D403B8" w:rsidRDefault="00D403B8">
      <w:pPr>
        <w:pStyle w:val="TOC4"/>
        <w:rPr>
          <w:rFonts w:asciiTheme="minorHAnsi" w:eastAsiaTheme="minorEastAsia" w:hAnsiTheme="minorHAnsi" w:cstheme="minorBidi"/>
          <w:sz w:val="22"/>
          <w:szCs w:val="22"/>
          <w:lang w:eastAsia="en-GB"/>
        </w:rPr>
      </w:pPr>
      <w:r>
        <w:t>10.5.3.2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_Toc98676447 \h </w:instrText>
      </w:r>
      <w:r>
        <w:fldChar w:fldCharType="separate"/>
      </w:r>
      <w:r>
        <w:t>217</w:t>
      </w:r>
      <w:r>
        <w:fldChar w:fldCharType="end"/>
      </w:r>
    </w:p>
    <w:p w14:paraId="29EA495D" w14:textId="03F75A24" w:rsidR="00D403B8" w:rsidRDefault="00D403B8">
      <w:pPr>
        <w:pStyle w:val="TOC4"/>
        <w:rPr>
          <w:rFonts w:asciiTheme="minorHAnsi" w:eastAsiaTheme="minorEastAsia" w:hAnsiTheme="minorHAnsi" w:cstheme="minorBidi"/>
          <w:sz w:val="22"/>
          <w:szCs w:val="22"/>
          <w:lang w:eastAsia="en-GB"/>
        </w:rPr>
      </w:pPr>
      <w:r>
        <w:t>10.5.3.3</w:t>
      </w:r>
      <w:r>
        <w:rPr>
          <w:rFonts w:asciiTheme="minorHAnsi" w:eastAsiaTheme="minorEastAsia" w:hAnsiTheme="minorHAnsi" w:cstheme="minorBidi"/>
          <w:sz w:val="22"/>
          <w:szCs w:val="22"/>
          <w:lang w:eastAsia="en-GB"/>
        </w:rPr>
        <w:tab/>
      </w:r>
      <w:r>
        <w:t>Minimum requirement - Co-location with UTRA-TDD</w:t>
      </w:r>
      <w:r>
        <w:tab/>
      </w:r>
      <w:r>
        <w:fldChar w:fldCharType="begin"/>
      </w:r>
      <w:r>
        <w:instrText xml:space="preserve"> PAGEREF _Toc98676448 \h </w:instrText>
      </w:r>
      <w:r>
        <w:fldChar w:fldCharType="separate"/>
      </w:r>
      <w:r>
        <w:t>217</w:t>
      </w:r>
      <w:r>
        <w:fldChar w:fldCharType="end"/>
      </w:r>
    </w:p>
    <w:p w14:paraId="1C0D2F02" w14:textId="546C0030" w:rsidR="00D403B8" w:rsidRDefault="00D403B8">
      <w:pPr>
        <w:pStyle w:val="TOC3"/>
        <w:rPr>
          <w:rFonts w:asciiTheme="minorHAnsi" w:eastAsiaTheme="minorEastAsia" w:hAnsiTheme="minorHAnsi" w:cstheme="minorBidi"/>
          <w:sz w:val="22"/>
          <w:szCs w:val="22"/>
          <w:lang w:eastAsia="en-GB"/>
        </w:rPr>
      </w:pPr>
      <w:r>
        <w:t>10.5.4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_Toc98676449 \h </w:instrText>
      </w:r>
      <w:r>
        <w:fldChar w:fldCharType="separate"/>
      </w:r>
      <w:r>
        <w:t>218</w:t>
      </w:r>
      <w:r>
        <w:fldChar w:fldCharType="end"/>
      </w:r>
    </w:p>
    <w:p w14:paraId="40D1185F" w14:textId="5760FC7F" w:rsidR="00D403B8" w:rsidRDefault="00D403B8">
      <w:pPr>
        <w:pStyle w:val="TOC4"/>
        <w:rPr>
          <w:rFonts w:asciiTheme="minorHAnsi" w:eastAsiaTheme="minorEastAsia" w:hAnsiTheme="minorHAnsi" w:cstheme="minorBidi"/>
          <w:sz w:val="22"/>
          <w:szCs w:val="22"/>
          <w:lang w:eastAsia="en-GB"/>
        </w:rPr>
      </w:pPr>
      <w:r>
        <w:t>10.5.4.1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_Toc98676450 \h </w:instrText>
      </w:r>
      <w:r>
        <w:fldChar w:fldCharType="separate"/>
      </w:r>
      <w:r>
        <w:t>218</w:t>
      </w:r>
      <w:r>
        <w:fldChar w:fldCharType="end"/>
      </w:r>
    </w:p>
    <w:p w14:paraId="30A0DAA4" w14:textId="1BA59664" w:rsidR="00D403B8" w:rsidRDefault="00D403B8">
      <w:pPr>
        <w:pStyle w:val="TOC4"/>
        <w:rPr>
          <w:rFonts w:asciiTheme="minorHAnsi" w:eastAsiaTheme="minorEastAsia" w:hAnsiTheme="minorHAnsi" w:cstheme="minorBidi"/>
          <w:sz w:val="22"/>
          <w:szCs w:val="22"/>
          <w:lang w:eastAsia="en-GB"/>
        </w:rPr>
      </w:pPr>
      <w:r>
        <w:t>10.5.4.2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_Toc98676451 \h </w:instrText>
      </w:r>
      <w:r>
        <w:fldChar w:fldCharType="separate"/>
      </w:r>
      <w:r>
        <w:t>218</w:t>
      </w:r>
      <w:r>
        <w:fldChar w:fldCharType="end"/>
      </w:r>
    </w:p>
    <w:p w14:paraId="25F08F29" w14:textId="4793B58D" w:rsidR="00D403B8" w:rsidRDefault="00D403B8">
      <w:pPr>
        <w:pStyle w:val="TOC2"/>
        <w:rPr>
          <w:rFonts w:asciiTheme="minorHAnsi" w:eastAsiaTheme="minorEastAsia" w:hAnsiTheme="minorHAnsi" w:cstheme="minorBidi"/>
          <w:sz w:val="22"/>
          <w:szCs w:val="22"/>
          <w:lang w:eastAsia="en-GB"/>
        </w:rPr>
      </w:pPr>
      <w:r>
        <w:t>10.6</w:t>
      </w:r>
      <w:r>
        <w:rPr>
          <w:rFonts w:asciiTheme="minorHAnsi" w:eastAsiaTheme="minorEastAsia" w:hAnsiTheme="minorHAnsi" w:cstheme="minorBidi"/>
          <w:sz w:val="22"/>
          <w:szCs w:val="22"/>
          <w:lang w:eastAsia="en-GB"/>
        </w:rPr>
        <w:tab/>
      </w:r>
      <w:r>
        <w:t>OTA Blocking</w:t>
      </w:r>
      <w:r>
        <w:tab/>
      </w:r>
      <w:r>
        <w:fldChar w:fldCharType="begin"/>
      </w:r>
      <w:r>
        <w:instrText xml:space="preserve"> PAGEREF _Toc98676452 \h </w:instrText>
      </w:r>
      <w:r>
        <w:fldChar w:fldCharType="separate"/>
      </w:r>
      <w:r>
        <w:t>220</w:t>
      </w:r>
      <w:r>
        <w:fldChar w:fldCharType="end"/>
      </w:r>
    </w:p>
    <w:p w14:paraId="18B0D99C" w14:textId="020DA5FA" w:rsidR="00D403B8" w:rsidRDefault="00D403B8">
      <w:pPr>
        <w:pStyle w:val="TOC3"/>
        <w:rPr>
          <w:rFonts w:asciiTheme="minorHAnsi" w:eastAsiaTheme="minorEastAsia" w:hAnsiTheme="minorHAnsi" w:cstheme="minorBidi"/>
          <w:sz w:val="22"/>
          <w:szCs w:val="22"/>
          <w:lang w:eastAsia="en-GB"/>
        </w:rPr>
      </w:pPr>
      <w:r>
        <w:t>10.6.1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_Toc98676453 \h </w:instrText>
      </w:r>
      <w:r>
        <w:fldChar w:fldCharType="separate"/>
      </w:r>
      <w:r>
        <w:t>220</w:t>
      </w:r>
      <w:r>
        <w:fldChar w:fldCharType="end"/>
      </w:r>
    </w:p>
    <w:p w14:paraId="5398F49C" w14:textId="05A86C2C" w:rsidR="00D403B8" w:rsidRDefault="00D403B8">
      <w:pPr>
        <w:pStyle w:val="TOC3"/>
        <w:rPr>
          <w:rFonts w:asciiTheme="minorHAnsi" w:eastAsiaTheme="minorEastAsia" w:hAnsiTheme="minorHAnsi" w:cstheme="minorBidi"/>
          <w:sz w:val="22"/>
          <w:szCs w:val="22"/>
          <w:lang w:eastAsia="en-GB"/>
        </w:rPr>
      </w:pPr>
      <w:r>
        <w:t>10.6.2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_Toc98676454 \h </w:instrText>
      </w:r>
      <w:r>
        <w:fldChar w:fldCharType="separate"/>
      </w:r>
      <w:r>
        <w:t>221</w:t>
      </w:r>
      <w:r>
        <w:fldChar w:fldCharType="end"/>
      </w:r>
    </w:p>
    <w:p w14:paraId="2DECF4B1" w14:textId="758280BF" w:rsidR="00D403B8" w:rsidRDefault="00D403B8">
      <w:pPr>
        <w:pStyle w:val="TOC4"/>
        <w:rPr>
          <w:rFonts w:asciiTheme="minorHAnsi" w:eastAsiaTheme="minorEastAsia" w:hAnsiTheme="minorHAnsi" w:cstheme="minorBidi"/>
          <w:sz w:val="22"/>
          <w:szCs w:val="22"/>
          <w:lang w:eastAsia="en-GB"/>
        </w:rPr>
      </w:pPr>
      <w:r>
        <w:t>10.6.2.1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_Toc98676455 \h </w:instrText>
      </w:r>
      <w:r>
        <w:fldChar w:fldCharType="separate"/>
      </w:r>
      <w:r>
        <w:t>221</w:t>
      </w:r>
      <w:r>
        <w:fldChar w:fldCharType="end"/>
      </w:r>
    </w:p>
    <w:p w14:paraId="7673F2FA" w14:textId="09268B6E" w:rsidR="00D403B8" w:rsidRDefault="00D403B8">
      <w:pPr>
        <w:pStyle w:val="TOC4"/>
        <w:rPr>
          <w:rFonts w:asciiTheme="minorHAnsi" w:eastAsiaTheme="minorEastAsia" w:hAnsiTheme="minorHAnsi" w:cstheme="minorBidi"/>
          <w:sz w:val="22"/>
          <w:szCs w:val="22"/>
          <w:lang w:eastAsia="en-GB"/>
        </w:rPr>
      </w:pPr>
      <w:r>
        <w:t>10.6.2.2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_Toc98676456 \h </w:instrText>
      </w:r>
      <w:r>
        <w:fldChar w:fldCharType="separate"/>
      </w:r>
      <w:r>
        <w:t>221</w:t>
      </w:r>
      <w:r>
        <w:fldChar w:fldCharType="end"/>
      </w:r>
    </w:p>
    <w:p w14:paraId="593D685D" w14:textId="15BA4C69" w:rsidR="00D403B8" w:rsidRDefault="00D403B8">
      <w:pPr>
        <w:pStyle w:val="TOC3"/>
        <w:rPr>
          <w:rFonts w:asciiTheme="minorHAnsi" w:eastAsiaTheme="minorEastAsia" w:hAnsiTheme="minorHAnsi" w:cstheme="minorBidi"/>
          <w:sz w:val="22"/>
          <w:szCs w:val="22"/>
          <w:lang w:eastAsia="en-GB"/>
        </w:rPr>
      </w:pPr>
      <w:r>
        <w:t>10.6.3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_Toc98676457 \h </w:instrText>
      </w:r>
      <w:r>
        <w:fldChar w:fldCharType="separate"/>
      </w:r>
      <w:r>
        <w:t>225</w:t>
      </w:r>
      <w:r>
        <w:fldChar w:fldCharType="end"/>
      </w:r>
    </w:p>
    <w:p w14:paraId="23D9A841" w14:textId="39D472A2" w:rsidR="00D403B8" w:rsidRDefault="00D403B8">
      <w:pPr>
        <w:pStyle w:val="TOC4"/>
        <w:rPr>
          <w:rFonts w:asciiTheme="minorHAnsi" w:eastAsiaTheme="minorEastAsia" w:hAnsiTheme="minorHAnsi" w:cstheme="minorBidi"/>
          <w:sz w:val="22"/>
          <w:szCs w:val="22"/>
          <w:lang w:eastAsia="en-GB"/>
        </w:rPr>
      </w:pPr>
      <w:r>
        <w:t>10.6.3.1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_Toc98676458 \h </w:instrText>
      </w:r>
      <w:r>
        <w:fldChar w:fldCharType="separate"/>
      </w:r>
      <w:r>
        <w:t>225</w:t>
      </w:r>
      <w:r>
        <w:fldChar w:fldCharType="end"/>
      </w:r>
    </w:p>
    <w:p w14:paraId="701891BD" w14:textId="54B1B86A" w:rsidR="00D403B8" w:rsidRDefault="00D403B8">
      <w:pPr>
        <w:pStyle w:val="TOC4"/>
        <w:rPr>
          <w:rFonts w:asciiTheme="minorHAnsi" w:eastAsiaTheme="minorEastAsia" w:hAnsiTheme="minorHAnsi" w:cstheme="minorBidi"/>
          <w:sz w:val="22"/>
          <w:szCs w:val="22"/>
          <w:lang w:eastAsia="en-GB"/>
        </w:rPr>
      </w:pPr>
      <w:r>
        <w:t>10.6.3.2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_Toc98676459 \h </w:instrText>
      </w:r>
      <w:r>
        <w:fldChar w:fldCharType="separate"/>
      </w:r>
      <w:r>
        <w:t>227</w:t>
      </w:r>
      <w:r>
        <w:fldChar w:fldCharType="end"/>
      </w:r>
    </w:p>
    <w:p w14:paraId="799BEE7A" w14:textId="3D24D685" w:rsidR="00D403B8" w:rsidRDefault="00D403B8">
      <w:pPr>
        <w:pStyle w:val="TOC3"/>
        <w:rPr>
          <w:rFonts w:asciiTheme="minorHAnsi" w:eastAsiaTheme="minorEastAsia" w:hAnsiTheme="minorHAnsi" w:cstheme="minorBidi"/>
          <w:sz w:val="22"/>
          <w:szCs w:val="22"/>
          <w:lang w:eastAsia="en-GB"/>
        </w:rPr>
      </w:pPr>
      <w:r>
        <w:t>10.6.4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_Toc98676460 \h </w:instrText>
      </w:r>
      <w:r>
        <w:fldChar w:fldCharType="separate"/>
      </w:r>
      <w:r>
        <w:t>231</w:t>
      </w:r>
      <w:r>
        <w:fldChar w:fldCharType="end"/>
      </w:r>
    </w:p>
    <w:p w14:paraId="6E18B108" w14:textId="76D4D30D" w:rsidR="00D403B8" w:rsidRDefault="00D403B8">
      <w:pPr>
        <w:pStyle w:val="TOC4"/>
        <w:rPr>
          <w:rFonts w:asciiTheme="minorHAnsi" w:eastAsiaTheme="minorEastAsia" w:hAnsiTheme="minorHAnsi" w:cstheme="minorBidi"/>
          <w:sz w:val="22"/>
          <w:szCs w:val="22"/>
          <w:lang w:eastAsia="en-GB"/>
        </w:rPr>
      </w:pPr>
      <w:r>
        <w:t>10.6.4.1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_Toc98676461 \h </w:instrText>
      </w:r>
      <w:r>
        <w:fldChar w:fldCharType="separate"/>
      </w:r>
      <w:r>
        <w:t>231</w:t>
      </w:r>
      <w:r>
        <w:fldChar w:fldCharType="end"/>
      </w:r>
    </w:p>
    <w:p w14:paraId="444C83B5" w14:textId="197B9F8E" w:rsidR="00D403B8" w:rsidRDefault="00D403B8">
      <w:pPr>
        <w:pStyle w:val="TOC4"/>
        <w:rPr>
          <w:rFonts w:asciiTheme="minorHAnsi" w:eastAsiaTheme="minorEastAsia" w:hAnsiTheme="minorHAnsi" w:cstheme="minorBidi"/>
          <w:sz w:val="22"/>
          <w:szCs w:val="22"/>
          <w:lang w:eastAsia="en-GB"/>
        </w:rPr>
      </w:pPr>
      <w:r>
        <w:t>10.6.4.2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_Toc98676462 \h </w:instrText>
      </w:r>
      <w:r>
        <w:fldChar w:fldCharType="separate"/>
      </w:r>
      <w:r>
        <w:t>233</w:t>
      </w:r>
      <w:r>
        <w:fldChar w:fldCharType="end"/>
      </w:r>
    </w:p>
    <w:p w14:paraId="46657DB6" w14:textId="7A8740D7" w:rsidR="00D403B8" w:rsidRDefault="00D403B8">
      <w:pPr>
        <w:pStyle w:val="TOC2"/>
        <w:rPr>
          <w:rFonts w:asciiTheme="minorHAnsi" w:eastAsiaTheme="minorEastAsia" w:hAnsiTheme="minorHAnsi" w:cstheme="minorBidi"/>
          <w:sz w:val="22"/>
          <w:szCs w:val="22"/>
          <w:lang w:eastAsia="en-GB"/>
        </w:rPr>
      </w:pPr>
      <w:r>
        <w:t>10.7</w:t>
      </w:r>
      <w:r>
        <w:rPr>
          <w:rFonts w:asciiTheme="minorHAnsi" w:eastAsiaTheme="minorEastAsia" w:hAnsiTheme="minorHAnsi" w:cstheme="minorBidi"/>
          <w:sz w:val="22"/>
          <w:szCs w:val="22"/>
          <w:lang w:eastAsia="en-GB"/>
        </w:rPr>
        <w:tab/>
      </w:r>
      <w:r>
        <w:t>OTA Receiver spurious emissions</w:t>
      </w:r>
      <w:r>
        <w:tab/>
      </w:r>
      <w:r>
        <w:fldChar w:fldCharType="begin"/>
      </w:r>
      <w:r>
        <w:instrText xml:space="preserve"> PAGEREF _Toc98676463 \h </w:instrText>
      </w:r>
      <w:r>
        <w:fldChar w:fldCharType="separate"/>
      </w:r>
      <w:r>
        <w:t>237</w:t>
      </w:r>
      <w:r>
        <w:fldChar w:fldCharType="end"/>
      </w:r>
    </w:p>
    <w:p w14:paraId="3E94897B" w14:textId="6016DD63" w:rsidR="00D403B8" w:rsidRDefault="00D403B8">
      <w:pPr>
        <w:pStyle w:val="TOC3"/>
        <w:rPr>
          <w:rFonts w:asciiTheme="minorHAnsi" w:eastAsiaTheme="minorEastAsia" w:hAnsiTheme="minorHAnsi" w:cstheme="minorBidi"/>
          <w:sz w:val="22"/>
          <w:szCs w:val="22"/>
          <w:lang w:eastAsia="en-GB"/>
        </w:rPr>
      </w:pPr>
      <w:r>
        <w:t>10.7.1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_Toc98676464 \h </w:instrText>
      </w:r>
      <w:r>
        <w:fldChar w:fldCharType="separate"/>
      </w:r>
      <w:r>
        <w:t>237</w:t>
      </w:r>
      <w:r>
        <w:fldChar w:fldCharType="end"/>
      </w:r>
    </w:p>
    <w:p w14:paraId="636B0FC5" w14:textId="785F917F" w:rsidR="00D403B8" w:rsidRDefault="00D403B8">
      <w:pPr>
        <w:pStyle w:val="TOC3"/>
        <w:rPr>
          <w:rFonts w:asciiTheme="minorHAnsi" w:eastAsiaTheme="minorEastAsia" w:hAnsiTheme="minorHAnsi" w:cstheme="minorBidi"/>
          <w:sz w:val="22"/>
          <w:szCs w:val="22"/>
          <w:lang w:eastAsia="en-GB"/>
        </w:rPr>
      </w:pPr>
      <w:r>
        <w:t>10.7.2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_Toc98676465 \h </w:instrText>
      </w:r>
      <w:r>
        <w:fldChar w:fldCharType="separate"/>
      </w:r>
      <w:r>
        <w:t>238</w:t>
      </w:r>
      <w:r>
        <w:fldChar w:fldCharType="end"/>
      </w:r>
    </w:p>
    <w:p w14:paraId="1D48DB79" w14:textId="00F96484" w:rsidR="00D403B8" w:rsidRDefault="00D403B8">
      <w:pPr>
        <w:pStyle w:val="TOC3"/>
        <w:rPr>
          <w:rFonts w:asciiTheme="minorHAnsi" w:eastAsiaTheme="minorEastAsia" w:hAnsiTheme="minorHAnsi" w:cstheme="minorBidi"/>
          <w:sz w:val="22"/>
          <w:szCs w:val="22"/>
          <w:lang w:eastAsia="en-GB"/>
        </w:rPr>
      </w:pPr>
      <w:r>
        <w:t>10.7.2.1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_Toc98676466 \h </w:instrText>
      </w:r>
      <w:r>
        <w:fldChar w:fldCharType="separate"/>
      </w:r>
      <w:r>
        <w:t>238</w:t>
      </w:r>
      <w:r>
        <w:fldChar w:fldCharType="end"/>
      </w:r>
    </w:p>
    <w:p w14:paraId="0F1881CF" w14:textId="1B558B2A" w:rsidR="00D403B8" w:rsidRDefault="00D403B8">
      <w:pPr>
        <w:pStyle w:val="TOC3"/>
        <w:rPr>
          <w:rFonts w:asciiTheme="minorHAnsi" w:eastAsiaTheme="minorEastAsia" w:hAnsiTheme="minorHAnsi" w:cstheme="minorBidi"/>
          <w:sz w:val="22"/>
          <w:szCs w:val="22"/>
          <w:lang w:eastAsia="en-GB"/>
        </w:rPr>
      </w:pPr>
      <w:r>
        <w:t>10.7.3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_Toc98676467 \h </w:instrText>
      </w:r>
      <w:r>
        <w:fldChar w:fldCharType="separate"/>
      </w:r>
      <w:r>
        <w:t>238</w:t>
      </w:r>
      <w:r>
        <w:fldChar w:fldCharType="end"/>
      </w:r>
    </w:p>
    <w:p w14:paraId="3A38954D" w14:textId="4E11BED8" w:rsidR="00D403B8" w:rsidRDefault="00D403B8">
      <w:pPr>
        <w:pStyle w:val="TOC3"/>
        <w:rPr>
          <w:rFonts w:asciiTheme="minorHAnsi" w:eastAsiaTheme="minorEastAsia" w:hAnsiTheme="minorHAnsi" w:cstheme="minorBidi"/>
          <w:sz w:val="22"/>
          <w:szCs w:val="22"/>
          <w:lang w:eastAsia="en-GB"/>
        </w:rPr>
      </w:pPr>
      <w:r>
        <w:t>10.7.4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_Toc98676468 \h </w:instrText>
      </w:r>
      <w:r>
        <w:fldChar w:fldCharType="separate"/>
      </w:r>
      <w:r>
        <w:t>238</w:t>
      </w:r>
      <w:r>
        <w:fldChar w:fldCharType="end"/>
      </w:r>
    </w:p>
    <w:p w14:paraId="27C4802B" w14:textId="7BA511A8" w:rsidR="00D403B8" w:rsidRDefault="00D403B8">
      <w:pPr>
        <w:pStyle w:val="TOC2"/>
        <w:rPr>
          <w:rFonts w:asciiTheme="minorHAnsi" w:eastAsiaTheme="minorEastAsia" w:hAnsiTheme="minorHAnsi" w:cstheme="minorBidi"/>
          <w:sz w:val="22"/>
          <w:szCs w:val="22"/>
          <w:lang w:eastAsia="en-GB"/>
        </w:rPr>
      </w:pPr>
      <w:r>
        <w:t>10.8</w:t>
      </w:r>
      <w:r>
        <w:rPr>
          <w:rFonts w:asciiTheme="minorHAnsi" w:eastAsiaTheme="minorEastAsia" w:hAnsiTheme="minorHAnsi" w:cstheme="minorBidi"/>
          <w:sz w:val="22"/>
          <w:szCs w:val="22"/>
          <w:lang w:eastAsia="en-GB"/>
        </w:rPr>
        <w:tab/>
      </w:r>
      <w:r>
        <w:t>OTA Receiver intermodulation</w:t>
      </w:r>
      <w:r>
        <w:tab/>
      </w:r>
      <w:r>
        <w:fldChar w:fldCharType="begin"/>
      </w:r>
      <w:r>
        <w:instrText xml:space="preserve"> PAGEREF _Toc98676469 \h </w:instrText>
      </w:r>
      <w:r>
        <w:fldChar w:fldCharType="separate"/>
      </w:r>
      <w:r>
        <w:t>239</w:t>
      </w:r>
      <w:r>
        <w:fldChar w:fldCharType="end"/>
      </w:r>
    </w:p>
    <w:p w14:paraId="3875B941" w14:textId="303F61B0" w:rsidR="00D403B8" w:rsidRDefault="00D403B8">
      <w:pPr>
        <w:pStyle w:val="TOC3"/>
        <w:rPr>
          <w:rFonts w:asciiTheme="minorHAnsi" w:eastAsiaTheme="minorEastAsia" w:hAnsiTheme="minorHAnsi" w:cstheme="minorBidi"/>
          <w:sz w:val="22"/>
          <w:szCs w:val="22"/>
          <w:lang w:eastAsia="en-GB"/>
        </w:rPr>
      </w:pPr>
      <w:r>
        <w:t>10.8.1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_Toc98676470 \h </w:instrText>
      </w:r>
      <w:r>
        <w:fldChar w:fldCharType="separate"/>
      </w:r>
      <w:r>
        <w:t>239</w:t>
      </w:r>
      <w:r>
        <w:fldChar w:fldCharType="end"/>
      </w:r>
    </w:p>
    <w:p w14:paraId="1750BEF8" w14:textId="7A060B95" w:rsidR="00D403B8" w:rsidRDefault="00D403B8">
      <w:pPr>
        <w:pStyle w:val="TOC3"/>
        <w:rPr>
          <w:rFonts w:asciiTheme="minorHAnsi" w:eastAsiaTheme="minorEastAsia" w:hAnsiTheme="minorHAnsi" w:cstheme="minorBidi"/>
          <w:sz w:val="22"/>
          <w:szCs w:val="22"/>
          <w:lang w:eastAsia="en-GB"/>
        </w:rPr>
      </w:pPr>
      <w:r>
        <w:t>10.8.2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_Toc98676471 \h </w:instrText>
      </w:r>
      <w:r>
        <w:fldChar w:fldCharType="separate"/>
      </w:r>
      <w:r>
        <w:t>239</w:t>
      </w:r>
      <w:r>
        <w:fldChar w:fldCharType="end"/>
      </w:r>
    </w:p>
    <w:p w14:paraId="0FBAE718" w14:textId="1169BDA8" w:rsidR="00D403B8" w:rsidRDefault="00D403B8">
      <w:pPr>
        <w:pStyle w:val="TOC4"/>
        <w:rPr>
          <w:rFonts w:asciiTheme="minorHAnsi" w:eastAsiaTheme="minorEastAsia" w:hAnsiTheme="minorHAnsi" w:cstheme="minorBidi"/>
          <w:sz w:val="22"/>
          <w:szCs w:val="22"/>
          <w:lang w:eastAsia="en-GB"/>
        </w:rPr>
      </w:pPr>
      <w:r>
        <w:t>10.8.2.1</w:t>
      </w:r>
      <w:r>
        <w:rPr>
          <w:rFonts w:asciiTheme="minorHAnsi" w:eastAsiaTheme="minorEastAsia" w:hAnsiTheme="minorHAnsi" w:cstheme="minorBidi"/>
          <w:sz w:val="22"/>
          <w:szCs w:val="22"/>
          <w:lang w:eastAsia="en-GB"/>
        </w:rPr>
        <w:tab/>
      </w:r>
      <w:r>
        <w:t>General intermodulation minimum requirement</w:t>
      </w:r>
      <w:r>
        <w:tab/>
      </w:r>
      <w:r>
        <w:fldChar w:fldCharType="begin"/>
      </w:r>
      <w:r>
        <w:instrText xml:space="preserve"> PAGEREF _Toc98676472 \h </w:instrText>
      </w:r>
      <w:r>
        <w:fldChar w:fldCharType="separate"/>
      </w:r>
      <w:r>
        <w:t>239</w:t>
      </w:r>
      <w:r>
        <w:fldChar w:fldCharType="end"/>
      </w:r>
    </w:p>
    <w:p w14:paraId="104043A3" w14:textId="304C2C6D" w:rsidR="00D403B8" w:rsidRDefault="00D403B8">
      <w:pPr>
        <w:pStyle w:val="TOC4"/>
        <w:rPr>
          <w:rFonts w:asciiTheme="minorHAnsi" w:eastAsiaTheme="minorEastAsia" w:hAnsiTheme="minorHAnsi" w:cstheme="minorBidi"/>
          <w:sz w:val="22"/>
          <w:szCs w:val="22"/>
          <w:lang w:eastAsia="en-GB"/>
        </w:rPr>
      </w:pPr>
      <w:r>
        <w:t>10.8.2.2</w:t>
      </w:r>
      <w:r>
        <w:rPr>
          <w:rFonts w:asciiTheme="minorHAnsi" w:eastAsiaTheme="minorEastAsia" w:hAnsiTheme="minorHAnsi" w:cstheme="minorBidi"/>
          <w:sz w:val="22"/>
          <w:szCs w:val="22"/>
          <w:lang w:eastAsia="en-GB"/>
        </w:rPr>
        <w:tab/>
      </w:r>
      <w:r>
        <w:t>General narrowband intermodulation minimum requirement</w:t>
      </w:r>
      <w:r>
        <w:tab/>
      </w:r>
      <w:r>
        <w:fldChar w:fldCharType="begin"/>
      </w:r>
      <w:r>
        <w:instrText xml:space="preserve"> PAGEREF _Toc98676473 \h </w:instrText>
      </w:r>
      <w:r>
        <w:fldChar w:fldCharType="separate"/>
      </w:r>
      <w:r>
        <w:t>241</w:t>
      </w:r>
      <w:r>
        <w:fldChar w:fldCharType="end"/>
      </w:r>
    </w:p>
    <w:p w14:paraId="0C6F755F" w14:textId="14664B2C" w:rsidR="00D403B8" w:rsidRDefault="00D403B8">
      <w:pPr>
        <w:pStyle w:val="TOC3"/>
        <w:rPr>
          <w:rFonts w:asciiTheme="minorHAnsi" w:eastAsiaTheme="minorEastAsia" w:hAnsiTheme="minorHAnsi" w:cstheme="minorBidi"/>
          <w:sz w:val="22"/>
          <w:szCs w:val="22"/>
          <w:lang w:eastAsia="en-GB"/>
        </w:rPr>
      </w:pPr>
      <w:r>
        <w:t>10.8.3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_Toc98676474 \h </w:instrText>
      </w:r>
      <w:r>
        <w:fldChar w:fldCharType="separate"/>
      </w:r>
      <w:r>
        <w:t>244</w:t>
      </w:r>
      <w:r>
        <w:fldChar w:fldCharType="end"/>
      </w:r>
    </w:p>
    <w:p w14:paraId="2AF676FC" w14:textId="1E9C9CCD" w:rsidR="00D403B8" w:rsidRDefault="00D403B8">
      <w:pPr>
        <w:pStyle w:val="TOC3"/>
        <w:rPr>
          <w:rFonts w:asciiTheme="minorHAnsi" w:eastAsiaTheme="minorEastAsia" w:hAnsiTheme="minorHAnsi" w:cstheme="minorBidi"/>
          <w:sz w:val="22"/>
          <w:szCs w:val="22"/>
          <w:lang w:eastAsia="en-GB"/>
        </w:rPr>
      </w:pPr>
      <w:r>
        <w:t>10.8.4</w:t>
      </w:r>
      <w:r>
        <w:rPr>
          <w:rFonts w:asciiTheme="minorHAnsi" w:eastAsiaTheme="minorEastAsia" w:hAnsiTheme="minorHAnsi" w:cstheme="minorBidi"/>
          <w:sz w:val="22"/>
          <w:szCs w:val="22"/>
          <w:lang w:eastAsia="en-GB"/>
        </w:rPr>
        <w:tab/>
      </w:r>
      <w:r>
        <w:t>Minimum requirement for single RAT E- UTRA operation</w:t>
      </w:r>
      <w:r>
        <w:tab/>
      </w:r>
      <w:r>
        <w:fldChar w:fldCharType="begin"/>
      </w:r>
      <w:r>
        <w:instrText xml:space="preserve"> PAGEREF _Toc98676475 \h </w:instrText>
      </w:r>
      <w:r>
        <w:fldChar w:fldCharType="separate"/>
      </w:r>
      <w:r>
        <w:t>245</w:t>
      </w:r>
      <w:r>
        <w:fldChar w:fldCharType="end"/>
      </w:r>
    </w:p>
    <w:p w14:paraId="4C3F613C" w14:textId="64043CF4" w:rsidR="00D403B8" w:rsidRDefault="00D403B8">
      <w:pPr>
        <w:pStyle w:val="TOC2"/>
        <w:rPr>
          <w:rFonts w:asciiTheme="minorHAnsi" w:eastAsiaTheme="minorEastAsia" w:hAnsiTheme="minorHAnsi" w:cstheme="minorBidi"/>
          <w:sz w:val="22"/>
          <w:szCs w:val="22"/>
          <w:lang w:eastAsia="en-GB"/>
        </w:rPr>
      </w:pPr>
      <w:r>
        <w:t>10.9</w:t>
      </w:r>
      <w:r>
        <w:rPr>
          <w:rFonts w:asciiTheme="minorHAnsi" w:eastAsiaTheme="minorEastAsia" w:hAnsiTheme="minorHAnsi" w:cstheme="minorBidi"/>
          <w:sz w:val="22"/>
          <w:szCs w:val="22"/>
          <w:lang w:eastAsia="en-GB"/>
        </w:rPr>
        <w:tab/>
      </w:r>
      <w:r>
        <w:t>OTA In-channel selectivity</w:t>
      </w:r>
      <w:r>
        <w:tab/>
      </w:r>
      <w:r>
        <w:fldChar w:fldCharType="begin"/>
      </w:r>
      <w:r>
        <w:instrText xml:space="preserve"> PAGEREF _Toc98676476 \h </w:instrText>
      </w:r>
      <w:r>
        <w:fldChar w:fldCharType="separate"/>
      </w:r>
      <w:r>
        <w:t>249</w:t>
      </w:r>
      <w:r>
        <w:fldChar w:fldCharType="end"/>
      </w:r>
    </w:p>
    <w:p w14:paraId="368223C6" w14:textId="1A980FB8" w:rsidR="00D403B8" w:rsidRDefault="00D403B8">
      <w:pPr>
        <w:pStyle w:val="TOC3"/>
        <w:rPr>
          <w:rFonts w:asciiTheme="minorHAnsi" w:eastAsiaTheme="minorEastAsia" w:hAnsiTheme="minorHAnsi" w:cstheme="minorBidi"/>
          <w:sz w:val="22"/>
          <w:szCs w:val="22"/>
          <w:lang w:eastAsia="en-GB"/>
        </w:rPr>
      </w:pPr>
      <w:r>
        <w:t>10.9.1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_Toc98676477 \h </w:instrText>
      </w:r>
      <w:r>
        <w:fldChar w:fldCharType="separate"/>
      </w:r>
      <w:r>
        <w:t>249</w:t>
      </w:r>
      <w:r>
        <w:fldChar w:fldCharType="end"/>
      </w:r>
    </w:p>
    <w:p w14:paraId="39A328C3" w14:textId="096AFD78" w:rsidR="00D403B8" w:rsidRDefault="00D403B8">
      <w:pPr>
        <w:pStyle w:val="TOC3"/>
        <w:rPr>
          <w:rFonts w:asciiTheme="minorHAnsi" w:eastAsiaTheme="minorEastAsia" w:hAnsiTheme="minorHAnsi" w:cstheme="minorBidi"/>
          <w:sz w:val="22"/>
          <w:szCs w:val="22"/>
          <w:lang w:eastAsia="en-GB"/>
        </w:rPr>
      </w:pPr>
      <w:r>
        <w:t>10.9.2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_Toc98676478 \h </w:instrText>
      </w:r>
      <w:r>
        <w:fldChar w:fldCharType="separate"/>
      </w:r>
      <w:r>
        <w:t>249</w:t>
      </w:r>
      <w:r>
        <w:fldChar w:fldCharType="end"/>
      </w:r>
    </w:p>
    <w:p w14:paraId="435FA5C5" w14:textId="39CB51F9" w:rsidR="00D403B8" w:rsidRDefault="00D403B8">
      <w:pPr>
        <w:pStyle w:val="TOC3"/>
        <w:rPr>
          <w:rFonts w:asciiTheme="minorHAnsi" w:eastAsiaTheme="minorEastAsia" w:hAnsiTheme="minorHAnsi" w:cstheme="minorBidi"/>
          <w:sz w:val="22"/>
          <w:szCs w:val="22"/>
          <w:lang w:eastAsia="en-GB"/>
        </w:rPr>
      </w:pPr>
      <w:r>
        <w:t>10.9.3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_Toc98676479 \h </w:instrText>
      </w:r>
      <w:r>
        <w:fldChar w:fldCharType="separate"/>
      </w:r>
      <w:r>
        <w:t>250</w:t>
      </w:r>
      <w:r>
        <w:fldChar w:fldCharType="end"/>
      </w:r>
    </w:p>
    <w:p w14:paraId="476743BE" w14:textId="2AD28758" w:rsidR="00D403B8" w:rsidRDefault="00D403B8">
      <w:pPr>
        <w:pStyle w:val="TOC3"/>
        <w:rPr>
          <w:rFonts w:asciiTheme="minorHAnsi" w:eastAsiaTheme="minorEastAsia" w:hAnsiTheme="minorHAnsi" w:cstheme="minorBidi"/>
          <w:sz w:val="22"/>
          <w:szCs w:val="22"/>
          <w:lang w:eastAsia="en-GB"/>
        </w:rPr>
      </w:pPr>
      <w:r>
        <w:t>10.9.4</w:t>
      </w:r>
      <w:r>
        <w:rPr>
          <w:rFonts w:asciiTheme="minorHAnsi" w:eastAsiaTheme="minorEastAsia" w:hAnsiTheme="minorHAnsi" w:cstheme="minorBidi"/>
          <w:sz w:val="22"/>
          <w:szCs w:val="22"/>
          <w:lang w:eastAsia="en-GB"/>
        </w:rPr>
        <w:tab/>
      </w:r>
      <w:r>
        <w:t>Minimum requirement for single RAT E- UTRA operation</w:t>
      </w:r>
      <w:r>
        <w:tab/>
      </w:r>
      <w:r>
        <w:fldChar w:fldCharType="begin"/>
      </w:r>
      <w:r>
        <w:instrText xml:space="preserve"> PAGEREF _Toc98676480 \h </w:instrText>
      </w:r>
      <w:r>
        <w:fldChar w:fldCharType="separate"/>
      </w:r>
      <w:r>
        <w:t>250</w:t>
      </w:r>
      <w:r>
        <w:fldChar w:fldCharType="end"/>
      </w:r>
    </w:p>
    <w:p w14:paraId="5F9EAD4F" w14:textId="5C03FC52" w:rsidR="00D403B8" w:rsidRDefault="00D403B8">
      <w:pPr>
        <w:pStyle w:val="TOC1"/>
        <w:rPr>
          <w:rFonts w:asciiTheme="minorHAnsi" w:eastAsiaTheme="minorEastAsia" w:hAnsiTheme="minorHAnsi" w:cstheme="minorBidi"/>
          <w:szCs w:val="22"/>
          <w:lang w:eastAsia="en-GB"/>
        </w:rPr>
      </w:pPr>
      <w:r>
        <w:t>11</w:t>
      </w:r>
      <w:r>
        <w:rPr>
          <w:rFonts w:asciiTheme="minorHAnsi" w:eastAsiaTheme="minorEastAsia" w:hAnsiTheme="minorHAnsi" w:cstheme="minorBidi"/>
          <w:szCs w:val="22"/>
          <w:lang w:eastAsia="en-GB"/>
        </w:rPr>
        <w:tab/>
      </w:r>
      <w:r>
        <w:t>Radiated performance requirements</w:t>
      </w:r>
      <w:r>
        <w:tab/>
      </w:r>
      <w:r>
        <w:fldChar w:fldCharType="begin"/>
      </w:r>
      <w:r>
        <w:instrText xml:space="preserve"> PAGEREF _Toc98676481 \h </w:instrText>
      </w:r>
      <w:r>
        <w:fldChar w:fldCharType="separate"/>
      </w:r>
      <w:r>
        <w:t>251</w:t>
      </w:r>
      <w:r>
        <w:fldChar w:fldCharType="end"/>
      </w:r>
    </w:p>
    <w:p w14:paraId="656B8F02" w14:textId="64D677EF" w:rsidR="00D403B8" w:rsidRDefault="00D403B8">
      <w:pPr>
        <w:pStyle w:val="TOC2"/>
        <w:rPr>
          <w:rFonts w:asciiTheme="minorHAnsi" w:eastAsiaTheme="minorEastAsia" w:hAnsiTheme="minorHAnsi" w:cstheme="minorBidi"/>
          <w:sz w:val="22"/>
          <w:szCs w:val="22"/>
          <w:lang w:eastAsia="en-GB"/>
        </w:rPr>
      </w:pPr>
      <w:r>
        <w:t>11.1</w:t>
      </w:r>
      <w:r>
        <w:rPr>
          <w:rFonts w:asciiTheme="minorHAnsi" w:eastAsiaTheme="minorEastAsia" w:hAnsiTheme="minorHAnsi" w:cstheme="minorBidi"/>
          <w:sz w:val="22"/>
          <w:szCs w:val="22"/>
          <w:lang w:eastAsia="en-GB"/>
        </w:rPr>
        <w:tab/>
      </w:r>
      <w:r>
        <w:t>General</w:t>
      </w:r>
      <w:r>
        <w:tab/>
      </w:r>
      <w:r>
        <w:fldChar w:fldCharType="begin"/>
      </w:r>
      <w:r>
        <w:instrText xml:space="preserve"> PAGEREF _Toc98676482 \h </w:instrText>
      </w:r>
      <w:r>
        <w:fldChar w:fldCharType="separate"/>
      </w:r>
      <w:r>
        <w:t>251</w:t>
      </w:r>
      <w:r>
        <w:fldChar w:fldCharType="end"/>
      </w:r>
    </w:p>
    <w:p w14:paraId="6A5A1B5D" w14:textId="69337F85" w:rsidR="00D403B8" w:rsidRDefault="00D403B8">
      <w:pPr>
        <w:pStyle w:val="TOC3"/>
        <w:rPr>
          <w:rFonts w:asciiTheme="minorHAnsi" w:eastAsiaTheme="minorEastAsia" w:hAnsiTheme="minorHAnsi" w:cstheme="minorBidi"/>
          <w:sz w:val="22"/>
          <w:szCs w:val="22"/>
          <w:lang w:eastAsia="en-GB"/>
        </w:rPr>
      </w:pPr>
      <w:r>
        <w:t>11.1.1</w:t>
      </w:r>
      <w:r>
        <w:rPr>
          <w:rFonts w:asciiTheme="minorHAnsi" w:eastAsiaTheme="minorEastAsia" w:hAnsiTheme="minorHAnsi" w:cstheme="minorBidi"/>
          <w:sz w:val="22"/>
          <w:szCs w:val="22"/>
          <w:lang w:eastAsia="en-GB"/>
        </w:rPr>
        <w:tab/>
      </w:r>
      <w:r>
        <w:t>OTA demodulation branches</w:t>
      </w:r>
      <w:r>
        <w:tab/>
      </w:r>
      <w:r>
        <w:fldChar w:fldCharType="begin"/>
      </w:r>
      <w:r>
        <w:instrText xml:space="preserve"> PAGEREF _Toc98676483 \h </w:instrText>
      </w:r>
      <w:r>
        <w:fldChar w:fldCharType="separate"/>
      </w:r>
      <w:r>
        <w:t>251</w:t>
      </w:r>
      <w:r>
        <w:fldChar w:fldCharType="end"/>
      </w:r>
    </w:p>
    <w:p w14:paraId="1DD89E3F" w14:textId="3722D917" w:rsidR="00D403B8" w:rsidRDefault="00D403B8">
      <w:pPr>
        <w:pStyle w:val="TOC3"/>
        <w:rPr>
          <w:rFonts w:asciiTheme="minorHAnsi" w:eastAsiaTheme="minorEastAsia" w:hAnsiTheme="minorHAnsi" w:cstheme="minorBidi"/>
          <w:sz w:val="22"/>
          <w:szCs w:val="22"/>
          <w:lang w:eastAsia="en-GB"/>
        </w:rPr>
      </w:pPr>
      <w:r>
        <w:t>11.1.2</w:t>
      </w:r>
      <w:r>
        <w:rPr>
          <w:rFonts w:asciiTheme="minorHAnsi" w:eastAsiaTheme="minorEastAsia" w:hAnsiTheme="minorHAnsi" w:cstheme="minorBidi"/>
          <w:sz w:val="22"/>
          <w:szCs w:val="22"/>
          <w:lang w:eastAsia="en-GB"/>
        </w:rPr>
        <w:tab/>
      </w:r>
      <w:r>
        <w:t>UTRA operation</w:t>
      </w:r>
      <w:r>
        <w:tab/>
      </w:r>
      <w:r>
        <w:fldChar w:fldCharType="begin"/>
      </w:r>
      <w:r>
        <w:instrText xml:space="preserve"> PAGEREF _Toc98676484 \h </w:instrText>
      </w:r>
      <w:r>
        <w:fldChar w:fldCharType="separate"/>
      </w:r>
      <w:r>
        <w:t>251</w:t>
      </w:r>
      <w:r>
        <w:fldChar w:fldCharType="end"/>
      </w:r>
    </w:p>
    <w:p w14:paraId="1A3B9A1A" w14:textId="63FA8A97" w:rsidR="00D403B8" w:rsidRDefault="00D403B8">
      <w:pPr>
        <w:pStyle w:val="TOC3"/>
        <w:rPr>
          <w:rFonts w:asciiTheme="minorHAnsi" w:eastAsiaTheme="minorEastAsia" w:hAnsiTheme="minorHAnsi" w:cstheme="minorBidi"/>
          <w:sz w:val="22"/>
          <w:szCs w:val="22"/>
          <w:lang w:eastAsia="en-GB"/>
        </w:rPr>
      </w:pPr>
      <w:r>
        <w:t>11.1.3</w:t>
      </w:r>
      <w:r>
        <w:rPr>
          <w:rFonts w:asciiTheme="minorHAnsi" w:eastAsiaTheme="minorEastAsia" w:hAnsiTheme="minorHAnsi" w:cstheme="minorBidi"/>
          <w:sz w:val="22"/>
          <w:szCs w:val="22"/>
          <w:lang w:eastAsia="en-GB"/>
        </w:rPr>
        <w:tab/>
      </w:r>
      <w:r>
        <w:t>E-UTRA operation</w:t>
      </w:r>
      <w:r>
        <w:tab/>
      </w:r>
      <w:r>
        <w:fldChar w:fldCharType="begin"/>
      </w:r>
      <w:r>
        <w:instrText xml:space="preserve"> PAGEREF _Toc98676485 \h </w:instrText>
      </w:r>
      <w:r>
        <w:fldChar w:fldCharType="separate"/>
      </w:r>
      <w:r>
        <w:t>252</w:t>
      </w:r>
      <w:r>
        <w:fldChar w:fldCharType="end"/>
      </w:r>
    </w:p>
    <w:p w14:paraId="7B93884C" w14:textId="6C3B2AD9" w:rsidR="00D403B8" w:rsidRDefault="00D403B8">
      <w:pPr>
        <w:pStyle w:val="TOC2"/>
        <w:rPr>
          <w:rFonts w:asciiTheme="minorHAnsi" w:eastAsiaTheme="minorEastAsia" w:hAnsiTheme="minorHAnsi" w:cstheme="minorBidi"/>
          <w:sz w:val="22"/>
          <w:szCs w:val="22"/>
          <w:lang w:eastAsia="en-GB"/>
        </w:rPr>
      </w:pPr>
      <w:r>
        <w:t>11.2</w:t>
      </w:r>
      <w:r>
        <w:rPr>
          <w:rFonts w:asciiTheme="minorHAnsi" w:eastAsiaTheme="minorEastAsia" w:hAnsiTheme="minorHAnsi" w:cstheme="minorBidi"/>
          <w:sz w:val="22"/>
          <w:szCs w:val="22"/>
          <w:lang w:eastAsia="en-GB"/>
        </w:rPr>
        <w:tab/>
      </w:r>
      <w:r>
        <w:t>Minimum requirements for MSR operation</w:t>
      </w:r>
      <w:r>
        <w:tab/>
      </w:r>
      <w:r>
        <w:fldChar w:fldCharType="begin"/>
      </w:r>
      <w:r>
        <w:instrText xml:space="preserve"> PAGEREF _Toc98676486 \h </w:instrText>
      </w:r>
      <w:r>
        <w:fldChar w:fldCharType="separate"/>
      </w:r>
      <w:r>
        <w:t>253</w:t>
      </w:r>
      <w:r>
        <w:fldChar w:fldCharType="end"/>
      </w:r>
    </w:p>
    <w:p w14:paraId="65E0B5EE" w14:textId="171BF7BA" w:rsidR="00D403B8" w:rsidRDefault="00D403B8">
      <w:pPr>
        <w:pStyle w:val="TOC2"/>
        <w:rPr>
          <w:rFonts w:asciiTheme="minorHAnsi" w:eastAsiaTheme="minorEastAsia" w:hAnsiTheme="minorHAnsi" w:cstheme="minorBidi"/>
          <w:sz w:val="22"/>
          <w:szCs w:val="22"/>
          <w:lang w:eastAsia="en-GB"/>
        </w:rPr>
      </w:pPr>
      <w:r>
        <w:t>11.3</w:t>
      </w:r>
      <w:r>
        <w:rPr>
          <w:rFonts w:asciiTheme="minorHAnsi" w:eastAsiaTheme="minorEastAsia" w:hAnsiTheme="minorHAnsi" w:cstheme="minorBidi"/>
          <w:sz w:val="22"/>
          <w:szCs w:val="22"/>
          <w:lang w:eastAsia="en-GB"/>
        </w:rPr>
        <w:tab/>
      </w:r>
      <w:r>
        <w:t>Minimum requirements for UTRA operation</w:t>
      </w:r>
      <w:r>
        <w:tab/>
      </w:r>
      <w:r>
        <w:fldChar w:fldCharType="begin"/>
      </w:r>
      <w:r>
        <w:instrText xml:space="preserve"> PAGEREF _Toc98676487 \h </w:instrText>
      </w:r>
      <w:r>
        <w:fldChar w:fldCharType="separate"/>
      </w:r>
      <w:r>
        <w:t>253</w:t>
      </w:r>
      <w:r>
        <w:fldChar w:fldCharType="end"/>
      </w:r>
    </w:p>
    <w:p w14:paraId="78B06212" w14:textId="02906384" w:rsidR="00D403B8" w:rsidRDefault="00D403B8">
      <w:pPr>
        <w:pStyle w:val="TOC2"/>
        <w:rPr>
          <w:rFonts w:asciiTheme="minorHAnsi" w:eastAsiaTheme="minorEastAsia" w:hAnsiTheme="minorHAnsi" w:cstheme="minorBidi"/>
          <w:sz w:val="22"/>
          <w:szCs w:val="22"/>
          <w:lang w:eastAsia="en-GB"/>
        </w:rPr>
      </w:pPr>
      <w:r>
        <w:t>11.4</w:t>
      </w:r>
      <w:r>
        <w:rPr>
          <w:rFonts w:asciiTheme="minorHAnsi" w:eastAsiaTheme="minorEastAsia" w:hAnsiTheme="minorHAnsi" w:cstheme="minorBidi"/>
          <w:sz w:val="22"/>
          <w:szCs w:val="22"/>
          <w:lang w:eastAsia="en-GB"/>
        </w:rPr>
        <w:tab/>
      </w:r>
      <w:r>
        <w:t>Minimum requirements for E-UTRA operation</w:t>
      </w:r>
      <w:r>
        <w:tab/>
      </w:r>
      <w:r>
        <w:fldChar w:fldCharType="begin"/>
      </w:r>
      <w:r>
        <w:instrText xml:space="preserve"> PAGEREF _Toc98676488 \h </w:instrText>
      </w:r>
      <w:r>
        <w:fldChar w:fldCharType="separate"/>
      </w:r>
      <w:r>
        <w:t>253</w:t>
      </w:r>
      <w:r>
        <w:fldChar w:fldCharType="end"/>
      </w:r>
    </w:p>
    <w:p w14:paraId="21AF3AFC" w14:textId="6F1EDD4A" w:rsidR="00D403B8" w:rsidRDefault="00D403B8">
      <w:pPr>
        <w:pStyle w:val="TOC8"/>
        <w:rPr>
          <w:rFonts w:asciiTheme="minorHAnsi" w:eastAsiaTheme="minorEastAsia" w:hAnsiTheme="minorHAnsi" w:cstheme="minorBidi"/>
          <w:b w:val="0"/>
          <w:szCs w:val="22"/>
          <w:lang w:eastAsia="en-GB"/>
        </w:rPr>
      </w:pPr>
      <w:r>
        <w:t>Annex A (normative): Environmental requirements for the BS equipment</w:t>
      </w:r>
      <w:r>
        <w:tab/>
      </w:r>
      <w:r>
        <w:fldChar w:fldCharType="begin"/>
      </w:r>
      <w:r>
        <w:instrText xml:space="preserve"> PAGEREF _Toc98676489 \h </w:instrText>
      </w:r>
      <w:r>
        <w:fldChar w:fldCharType="separate"/>
      </w:r>
      <w:r>
        <w:t>254</w:t>
      </w:r>
      <w:r>
        <w:fldChar w:fldCharType="end"/>
      </w:r>
    </w:p>
    <w:p w14:paraId="5A76A57E" w14:textId="3EB3A94E" w:rsidR="00D403B8" w:rsidRDefault="00D403B8">
      <w:pPr>
        <w:pStyle w:val="TOC8"/>
        <w:rPr>
          <w:rFonts w:asciiTheme="minorHAnsi" w:eastAsiaTheme="minorEastAsia" w:hAnsiTheme="minorHAnsi" w:cstheme="minorBidi"/>
          <w:b w:val="0"/>
          <w:szCs w:val="22"/>
          <w:lang w:eastAsia="en-GB"/>
        </w:rPr>
      </w:pPr>
      <w:r>
        <w:t>Annex B (Informative):  Calculation of EIRP based on fixed assumption of passive antenna gain</w:t>
      </w:r>
      <w:r>
        <w:tab/>
      </w:r>
      <w:r>
        <w:fldChar w:fldCharType="begin"/>
      </w:r>
      <w:r>
        <w:instrText xml:space="preserve"> PAGEREF _Toc98676490 \h </w:instrText>
      </w:r>
      <w:r>
        <w:fldChar w:fldCharType="separate"/>
      </w:r>
      <w:r>
        <w:t>254</w:t>
      </w:r>
      <w:r>
        <w:fldChar w:fldCharType="end"/>
      </w:r>
    </w:p>
    <w:p w14:paraId="14B7CBB6" w14:textId="32A0BA16" w:rsidR="00D403B8" w:rsidRDefault="00D403B8">
      <w:pPr>
        <w:pStyle w:val="TOC2"/>
        <w:rPr>
          <w:rFonts w:asciiTheme="minorHAnsi" w:eastAsiaTheme="minorEastAsia" w:hAnsiTheme="minorHAnsi" w:cstheme="minorBidi"/>
          <w:sz w:val="22"/>
          <w:szCs w:val="22"/>
          <w:lang w:eastAsia="en-GB"/>
        </w:rPr>
      </w:pPr>
      <w:r>
        <w:t>B.1</w:t>
      </w:r>
      <w:r>
        <w:rPr>
          <w:rFonts w:asciiTheme="minorHAnsi" w:eastAsiaTheme="minorEastAsia" w:hAnsiTheme="minorHAnsi" w:cstheme="minorBidi"/>
          <w:sz w:val="22"/>
          <w:szCs w:val="22"/>
          <w:lang w:eastAsia="en-GB"/>
        </w:rPr>
        <w:tab/>
      </w:r>
      <w:r>
        <w:t>Calculation of EIRP based on fixed assumption of passive antenna gain</w:t>
      </w:r>
      <w:r>
        <w:tab/>
      </w:r>
      <w:r>
        <w:fldChar w:fldCharType="begin"/>
      </w:r>
      <w:r>
        <w:instrText xml:space="preserve"> PAGEREF _Toc98676491 \h </w:instrText>
      </w:r>
      <w:r>
        <w:fldChar w:fldCharType="separate"/>
      </w:r>
      <w:r>
        <w:t>254</w:t>
      </w:r>
      <w:r>
        <w:fldChar w:fldCharType="end"/>
      </w:r>
    </w:p>
    <w:p w14:paraId="6A0EBF09" w14:textId="0C5D106E" w:rsidR="00D403B8" w:rsidRDefault="00D403B8">
      <w:pPr>
        <w:pStyle w:val="TOC8"/>
        <w:rPr>
          <w:rFonts w:asciiTheme="minorHAnsi" w:eastAsiaTheme="minorEastAsia" w:hAnsiTheme="minorHAnsi" w:cstheme="minorBidi"/>
          <w:b w:val="0"/>
          <w:szCs w:val="22"/>
          <w:lang w:eastAsia="en-GB"/>
        </w:rPr>
      </w:pPr>
      <w:r>
        <w:t>Annex C (informative): Change history</w:t>
      </w:r>
      <w:r>
        <w:tab/>
      </w:r>
      <w:r>
        <w:fldChar w:fldCharType="begin"/>
      </w:r>
      <w:r>
        <w:instrText xml:space="preserve"> PAGEREF _Toc98676492 \h </w:instrText>
      </w:r>
      <w:r>
        <w:fldChar w:fldCharType="separate"/>
      </w:r>
      <w:r>
        <w:t>255</w:t>
      </w:r>
      <w:r>
        <w:fldChar w:fldCharType="end"/>
      </w:r>
    </w:p>
    <w:p w14:paraId="0984CC24" w14:textId="273A9C52" w:rsidR="00FB41C0" w:rsidRPr="00EF2F0E" w:rsidRDefault="00D403B8" w:rsidP="00FB41C0">
      <w:r>
        <w:fldChar w:fldCharType="end"/>
      </w:r>
    </w:p>
    <w:p w14:paraId="0984CC25" w14:textId="77777777" w:rsidR="00FB41C0" w:rsidRPr="00EF2F0E" w:rsidRDefault="00FB41C0" w:rsidP="00FB41C0">
      <w:pPr>
        <w:pStyle w:val="Heading1"/>
      </w:pPr>
      <w:r w:rsidRPr="00EF2F0E">
        <w:br w:type="page"/>
      </w:r>
      <w:bookmarkStart w:id="3" w:name="_Toc21095739"/>
      <w:bookmarkStart w:id="4" w:name="_Toc29762938"/>
      <w:bookmarkStart w:id="5" w:name="_Toc45869223"/>
      <w:bookmarkStart w:id="6" w:name="_Toc52554471"/>
      <w:bookmarkStart w:id="7" w:name="_Toc52554941"/>
      <w:bookmarkStart w:id="8" w:name="_Toc61112166"/>
      <w:bookmarkStart w:id="9" w:name="_Toc67911318"/>
      <w:bookmarkStart w:id="10" w:name="_Toc74842793"/>
      <w:bookmarkStart w:id="11" w:name="_Toc76503176"/>
      <w:bookmarkStart w:id="12" w:name="_Toc83040619"/>
      <w:bookmarkStart w:id="13" w:name="_Toc89851662"/>
      <w:bookmarkStart w:id="14" w:name="_Toc98676016"/>
      <w:r w:rsidRPr="00EF2F0E">
        <w:t>Foreword</w:t>
      </w:r>
      <w:bookmarkEnd w:id="3"/>
      <w:bookmarkEnd w:id="4"/>
      <w:bookmarkEnd w:id="5"/>
      <w:bookmarkEnd w:id="6"/>
      <w:bookmarkEnd w:id="7"/>
      <w:bookmarkEnd w:id="8"/>
      <w:bookmarkEnd w:id="9"/>
      <w:bookmarkEnd w:id="10"/>
      <w:bookmarkEnd w:id="11"/>
      <w:bookmarkEnd w:id="12"/>
      <w:bookmarkEnd w:id="13"/>
      <w:bookmarkEnd w:id="14"/>
    </w:p>
    <w:p w14:paraId="0984CC26" w14:textId="77777777" w:rsidR="00FB41C0" w:rsidRPr="00EF2F0E" w:rsidRDefault="00FB41C0" w:rsidP="00FB41C0">
      <w:r w:rsidRPr="00EF2F0E">
        <w:t>This Technical Specification has been produced by the 3</w:t>
      </w:r>
      <w:r w:rsidRPr="00EF2F0E">
        <w:rPr>
          <w:vertAlign w:val="superscript"/>
        </w:rPr>
        <w:t>rd</w:t>
      </w:r>
      <w:r w:rsidRPr="00EF2F0E">
        <w:t xml:space="preserve"> Generation Partnership Project (3GPP) Technical Specification Group (TSG) Radio Access Networks (RAN).</w:t>
      </w:r>
    </w:p>
    <w:p w14:paraId="0984CC27" w14:textId="77777777" w:rsidR="00FB41C0" w:rsidRPr="00EF2F0E" w:rsidRDefault="00FB41C0" w:rsidP="00FB41C0">
      <w:r w:rsidRPr="00EF2F0E">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984CC28" w14:textId="77777777" w:rsidR="00FB41C0" w:rsidRPr="00EF2F0E" w:rsidRDefault="00FB41C0" w:rsidP="00FB41C0">
      <w:pPr>
        <w:pStyle w:val="B10"/>
      </w:pPr>
      <w:r w:rsidRPr="00EF2F0E">
        <w:t>Version x.y.z</w:t>
      </w:r>
    </w:p>
    <w:p w14:paraId="0984CC29" w14:textId="77777777" w:rsidR="00FB41C0" w:rsidRPr="00EF2F0E" w:rsidRDefault="00FB41C0" w:rsidP="00FB41C0">
      <w:pPr>
        <w:pStyle w:val="B10"/>
      </w:pPr>
      <w:r w:rsidRPr="00EF2F0E">
        <w:t>where:</w:t>
      </w:r>
    </w:p>
    <w:p w14:paraId="0984CC2A" w14:textId="77777777" w:rsidR="00FB41C0" w:rsidRPr="00EF2F0E" w:rsidRDefault="00FB41C0" w:rsidP="00FB41C0">
      <w:pPr>
        <w:pStyle w:val="B2"/>
      </w:pPr>
      <w:r w:rsidRPr="00EF2F0E">
        <w:t>x</w:t>
      </w:r>
      <w:r w:rsidRPr="00EF2F0E">
        <w:tab/>
        <w:t>the first digit:</w:t>
      </w:r>
    </w:p>
    <w:p w14:paraId="0984CC2B" w14:textId="77777777" w:rsidR="00FB41C0" w:rsidRPr="00EF2F0E" w:rsidRDefault="00FB41C0" w:rsidP="00FB41C0">
      <w:pPr>
        <w:pStyle w:val="B3"/>
      </w:pPr>
      <w:r w:rsidRPr="00EF2F0E">
        <w:t>1</w:t>
      </w:r>
      <w:r w:rsidRPr="00EF2F0E">
        <w:tab/>
        <w:t>presented to TSG for information;</w:t>
      </w:r>
    </w:p>
    <w:p w14:paraId="0984CC2C" w14:textId="77777777" w:rsidR="00FB41C0" w:rsidRPr="00EF2F0E" w:rsidRDefault="00FB41C0" w:rsidP="00FB41C0">
      <w:pPr>
        <w:pStyle w:val="B3"/>
      </w:pPr>
      <w:r w:rsidRPr="00EF2F0E">
        <w:t>2</w:t>
      </w:r>
      <w:r w:rsidRPr="00EF2F0E">
        <w:tab/>
        <w:t>presented to TSG for approval;</w:t>
      </w:r>
    </w:p>
    <w:p w14:paraId="0984CC2D" w14:textId="77777777" w:rsidR="00FB41C0" w:rsidRPr="00EF2F0E" w:rsidRDefault="00FB41C0" w:rsidP="00FB41C0">
      <w:pPr>
        <w:pStyle w:val="B3"/>
      </w:pPr>
      <w:r w:rsidRPr="00EF2F0E">
        <w:t>3</w:t>
      </w:r>
      <w:r w:rsidRPr="00EF2F0E">
        <w:tab/>
        <w:t>or greater indicates TSG approved document under change control.</w:t>
      </w:r>
    </w:p>
    <w:p w14:paraId="0984CC2E" w14:textId="77777777" w:rsidR="00FB41C0" w:rsidRPr="00EF2F0E" w:rsidRDefault="00FB41C0" w:rsidP="00FB41C0">
      <w:pPr>
        <w:pStyle w:val="B2"/>
      </w:pPr>
      <w:r w:rsidRPr="00EF2F0E">
        <w:t>y</w:t>
      </w:r>
      <w:r w:rsidRPr="00EF2F0E">
        <w:tab/>
        <w:t>the second digit is incremented for all changes of substance, i.e. technical enhancements, corrections, updates, etc.</w:t>
      </w:r>
    </w:p>
    <w:p w14:paraId="0984CC2F" w14:textId="77777777" w:rsidR="00FB41C0" w:rsidRPr="00EF2F0E" w:rsidRDefault="00FB41C0" w:rsidP="00FB41C0">
      <w:pPr>
        <w:pStyle w:val="B2"/>
      </w:pPr>
      <w:r w:rsidRPr="00EF2F0E">
        <w:t>z</w:t>
      </w:r>
      <w:r w:rsidRPr="00EF2F0E">
        <w:tab/>
        <w:t>the third digit is incremented when editorial only changes have been incorporated in the document.</w:t>
      </w:r>
    </w:p>
    <w:p w14:paraId="0984CC30" w14:textId="77777777" w:rsidR="00FB41C0" w:rsidRPr="00EF2F0E" w:rsidRDefault="00FB41C0" w:rsidP="00FB41C0">
      <w:pPr>
        <w:pStyle w:val="Heading1"/>
      </w:pPr>
      <w:r w:rsidRPr="00EF2F0E">
        <w:br w:type="page"/>
      </w:r>
      <w:bookmarkStart w:id="15" w:name="_Toc21095740"/>
      <w:bookmarkStart w:id="16" w:name="_Toc29762939"/>
      <w:bookmarkStart w:id="17" w:name="_Toc45869224"/>
      <w:bookmarkStart w:id="18" w:name="_Toc52554472"/>
      <w:bookmarkStart w:id="19" w:name="_Toc52554942"/>
      <w:bookmarkStart w:id="20" w:name="_Toc61112167"/>
      <w:bookmarkStart w:id="21" w:name="_Toc67911319"/>
      <w:bookmarkStart w:id="22" w:name="_Toc74842794"/>
      <w:bookmarkStart w:id="23" w:name="_Toc76503177"/>
      <w:bookmarkStart w:id="24" w:name="_Toc83040620"/>
      <w:bookmarkStart w:id="25" w:name="_Toc89851663"/>
      <w:bookmarkStart w:id="26" w:name="_Toc98676017"/>
      <w:r w:rsidRPr="00EF2F0E">
        <w:t>1</w:t>
      </w:r>
      <w:r w:rsidRPr="00EF2F0E">
        <w:tab/>
        <w:t>Scope</w:t>
      </w:r>
      <w:bookmarkEnd w:id="15"/>
      <w:bookmarkEnd w:id="16"/>
      <w:bookmarkEnd w:id="17"/>
      <w:bookmarkEnd w:id="18"/>
      <w:bookmarkEnd w:id="19"/>
      <w:bookmarkEnd w:id="20"/>
      <w:bookmarkEnd w:id="21"/>
      <w:bookmarkEnd w:id="22"/>
      <w:bookmarkEnd w:id="23"/>
      <w:bookmarkEnd w:id="24"/>
      <w:bookmarkEnd w:id="25"/>
      <w:bookmarkEnd w:id="26"/>
    </w:p>
    <w:p w14:paraId="0984CC31" w14:textId="77777777" w:rsidR="005C1B04" w:rsidRPr="00EF2F0E" w:rsidRDefault="005C1B04" w:rsidP="00A40339">
      <w:r w:rsidRPr="00EF2F0E">
        <w:t xml:space="preserve">The present document establishes 2 sets of minimum requirements and minimum performance requirements; </w:t>
      </w:r>
      <w:r w:rsidRPr="00EF2F0E">
        <w:rPr>
          <w:i/>
        </w:rPr>
        <w:t>hybrid requirements set</w:t>
      </w:r>
      <w:r w:rsidRPr="00EF2F0E">
        <w:t xml:space="preserve"> which specify requirements for a </w:t>
      </w:r>
      <w:r w:rsidRPr="00EF2F0E">
        <w:rPr>
          <w:i/>
        </w:rPr>
        <w:t>hybrid AAS BS</w:t>
      </w:r>
      <w:r w:rsidRPr="00EF2F0E">
        <w:t xml:space="preserve"> with both a conducted and a radiated interface and</w:t>
      </w:r>
      <w:r w:rsidRPr="00EF2F0E">
        <w:rPr>
          <w:i/>
        </w:rPr>
        <w:t xml:space="preserve"> OTA requirements set</w:t>
      </w:r>
      <w:r w:rsidRPr="00EF2F0E">
        <w:t xml:space="preserve"> which specify requirements for an </w:t>
      </w:r>
      <w:r w:rsidRPr="00EF2F0E">
        <w:rPr>
          <w:i/>
        </w:rPr>
        <w:t>OTA AAS BS</w:t>
      </w:r>
      <w:r w:rsidRPr="00EF2F0E">
        <w:t xml:space="preserve"> which has a radiated interface only. </w:t>
      </w:r>
    </w:p>
    <w:p w14:paraId="0984CC32" w14:textId="5764FCAE" w:rsidR="005C1B04" w:rsidRPr="00EF2F0E" w:rsidRDefault="005C1B04" w:rsidP="00A40339">
      <w:pPr>
        <w:rPr>
          <w:rFonts w:cs="v5.0.0"/>
        </w:rPr>
      </w:pPr>
      <w:r w:rsidRPr="00EF2F0E">
        <w:t xml:space="preserve">The </w:t>
      </w:r>
      <w:r w:rsidRPr="00EF2F0E">
        <w:rPr>
          <w:i/>
        </w:rPr>
        <w:t>hybrid AAS BS</w:t>
      </w:r>
      <w:r w:rsidRPr="00EF2F0E">
        <w:t xml:space="preserve"> requirements are specified for E-UTRA AAS Base Station (BS), the FDD mode of UTRA AAS Base Station (BS), the 1,28 Mcps TDD mode of UTRA AAS Base Station (BS) in single RAT and any MSR AAS Base Station (BS) implementation of these RATs (including </w:t>
      </w:r>
      <w:r w:rsidR="00D626E8" w:rsidRPr="00EF2F0E">
        <w:t>NR</w:t>
      </w:r>
      <w:r w:rsidR="00E23727" w:rsidRPr="00EF2F0E">
        <w:t xml:space="preserve"> BS type 1-H</w:t>
      </w:r>
      <w:r w:rsidR="00D626E8" w:rsidRPr="00EF2F0E">
        <w:t xml:space="preserve"> </w:t>
      </w:r>
      <w:r w:rsidRPr="00EF2F0E">
        <w:t>MSR configurations)</w:t>
      </w:r>
      <w:r w:rsidR="00045B8B">
        <w:t>, but excluding</w:t>
      </w:r>
      <w:r w:rsidR="00045B8B" w:rsidRPr="0026613B">
        <w:t xml:space="preserve"> UTRA </w:t>
      </w:r>
      <w:r w:rsidR="00045B8B">
        <w:t xml:space="preserve">FDD/TDD </w:t>
      </w:r>
      <w:r w:rsidR="00045B8B" w:rsidRPr="0026613B">
        <w:t xml:space="preserve">operation in combination with </w:t>
      </w:r>
      <w:r w:rsidR="00045B8B">
        <w:t>NR</w:t>
      </w:r>
      <w:r w:rsidRPr="00EF2F0E">
        <w:rPr>
          <w:rFonts w:cs="v5.0.0"/>
        </w:rPr>
        <w:t>.</w:t>
      </w:r>
    </w:p>
    <w:p w14:paraId="0984CC33" w14:textId="58D2013A" w:rsidR="005C1B04" w:rsidRPr="00EF2F0E" w:rsidRDefault="005C1B04" w:rsidP="00A40339">
      <w:pPr>
        <w:rPr>
          <w:rFonts w:cs="v5.0.0"/>
        </w:rPr>
      </w:pPr>
      <w:r w:rsidRPr="00EF2F0E">
        <w:t xml:space="preserve">The </w:t>
      </w:r>
      <w:r w:rsidRPr="00EF2F0E">
        <w:rPr>
          <w:i/>
        </w:rPr>
        <w:t>OTA AAS BS</w:t>
      </w:r>
      <w:r w:rsidRPr="00EF2F0E">
        <w:t xml:space="preserve"> requirements are specified for E-UTRA AAS Base Station (BS), the FDD mode of UTRA AAS Base Station (BS), in single RAT and any MSR AAS Base Station (BS) implementation of these RATs</w:t>
      </w:r>
      <w:r w:rsidR="00FD3559" w:rsidRPr="00EF2F0E">
        <w:t xml:space="preserve"> (including </w:t>
      </w:r>
      <w:r w:rsidR="00D626E8" w:rsidRPr="00EF2F0E">
        <w:t xml:space="preserve">NR </w:t>
      </w:r>
      <w:r w:rsidR="00E23727" w:rsidRPr="00EF2F0E">
        <w:t xml:space="preserve">BS type 1-O </w:t>
      </w:r>
      <w:r w:rsidR="00FD3559" w:rsidRPr="00EF2F0E">
        <w:t>MSR configurations)</w:t>
      </w:r>
      <w:r w:rsidR="00F53187">
        <w:t>, but excluding</w:t>
      </w:r>
      <w:r w:rsidR="00F53187" w:rsidRPr="0026613B">
        <w:t xml:space="preserve"> UTRA </w:t>
      </w:r>
      <w:r w:rsidR="00F53187">
        <w:t xml:space="preserve">FDD </w:t>
      </w:r>
      <w:r w:rsidR="00F53187" w:rsidRPr="0026613B">
        <w:t xml:space="preserve">operation in combination with </w:t>
      </w:r>
      <w:r w:rsidR="00F53187">
        <w:t>NR</w:t>
      </w:r>
      <w:r w:rsidRPr="00EF2F0E">
        <w:rPr>
          <w:rFonts w:cs="v5.0.0"/>
        </w:rPr>
        <w:t>.</w:t>
      </w:r>
    </w:p>
    <w:p w14:paraId="0984CC34" w14:textId="77777777" w:rsidR="00625570" w:rsidRPr="00EF2F0E" w:rsidRDefault="00625570" w:rsidP="00EF2F0E">
      <w:pPr>
        <w:pStyle w:val="NO"/>
      </w:pPr>
      <w:bookmarkStart w:id="27" w:name="_Toc21095741"/>
      <w:bookmarkStart w:id="28" w:name="_Toc29762940"/>
      <w:bookmarkStart w:id="29" w:name="_Toc45869225"/>
      <w:r w:rsidRPr="00EF2F0E">
        <w:t>NOTE 1:</w:t>
      </w:r>
      <w:r w:rsidRPr="00EF2F0E">
        <w:tab/>
        <w:t xml:space="preserve">The present document does not establish minimum RF characteristics or minimum performance requirements for </w:t>
      </w:r>
      <w:r w:rsidRPr="00EF2F0E">
        <w:rPr>
          <w:noProof/>
        </w:rPr>
        <w:t>Narrow-Band Internet of Things (NB-IoT)</w:t>
      </w:r>
      <w:r w:rsidRPr="00EF2F0E">
        <w:t xml:space="preserve"> </w:t>
      </w:r>
      <w:r w:rsidRPr="00EF2F0E">
        <w:rPr>
          <w:lang w:eastAsia="zh-CN"/>
        </w:rPr>
        <w:t>in band, NB-IoT guard band</w:t>
      </w:r>
      <w:r w:rsidRPr="00EF2F0E">
        <w:t xml:space="preserve">, or standalone NB-IoT operation, for AAS BS in </w:t>
      </w:r>
      <w:r w:rsidRPr="00EF2F0E">
        <w:rPr>
          <w:i/>
        </w:rPr>
        <w:t>single RAT E-UTRA operation</w:t>
      </w:r>
      <w:r w:rsidRPr="00EF2F0E">
        <w:t xml:space="preserve"> or in </w:t>
      </w:r>
      <w:r w:rsidRPr="00EF2F0E">
        <w:rPr>
          <w:i/>
        </w:rPr>
        <w:t>MSR operation</w:t>
      </w:r>
      <w:r w:rsidRPr="00EF2F0E">
        <w:t xml:space="preserve"> using E-UTRA.</w:t>
      </w:r>
    </w:p>
    <w:p w14:paraId="0984CC35" w14:textId="77777777" w:rsidR="00625570" w:rsidRPr="00EF2F0E" w:rsidRDefault="00625570" w:rsidP="00EF2F0E">
      <w:pPr>
        <w:pStyle w:val="NO"/>
      </w:pPr>
      <w:r w:rsidRPr="00EF2F0E">
        <w:t>NOTE 2:</w:t>
      </w:r>
      <w:r w:rsidRPr="00EF2F0E">
        <w:tab/>
        <w:t xml:space="preserve">The present document does not establish minimum RF characteristics for MBMS for AAS BS in </w:t>
      </w:r>
      <w:r w:rsidRPr="00EF2F0E">
        <w:rPr>
          <w:i/>
        </w:rPr>
        <w:t>single RAT E-UTRA operation</w:t>
      </w:r>
      <w:r w:rsidRPr="00EF2F0E">
        <w:t>.</w:t>
      </w:r>
    </w:p>
    <w:p w14:paraId="0984CC36" w14:textId="77777777" w:rsidR="005C1B04" w:rsidRPr="00EF2F0E" w:rsidRDefault="005C1B04" w:rsidP="00A40339">
      <w:pPr>
        <w:pStyle w:val="Heading1"/>
      </w:pPr>
      <w:bookmarkStart w:id="30" w:name="_Toc52554473"/>
      <w:bookmarkStart w:id="31" w:name="_Toc52554943"/>
      <w:bookmarkStart w:id="32" w:name="_Toc61112168"/>
      <w:bookmarkStart w:id="33" w:name="_Toc67911320"/>
      <w:bookmarkStart w:id="34" w:name="_Toc74842795"/>
      <w:bookmarkStart w:id="35" w:name="_Toc76503178"/>
      <w:bookmarkStart w:id="36" w:name="_Toc83040621"/>
      <w:bookmarkStart w:id="37" w:name="_Toc89851664"/>
      <w:bookmarkStart w:id="38" w:name="_Toc98676018"/>
      <w:r w:rsidRPr="00EF2F0E">
        <w:t>2</w:t>
      </w:r>
      <w:r w:rsidRPr="00EF2F0E">
        <w:tab/>
        <w:t>References</w:t>
      </w:r>
      <w:bookmarkEnd w:id="27"/>
      <w:bookmarkEnd w:id="28"/>
      <w:bookmarkEnd w:id="29"/>
      <w:bookmarkEnd w:id="30"/>
      <w:bookmarkEnd w:id="31"/>
      <w:bookmarkEnd w:id="32"/>
      <w:bookmarkEnd w:id="33"/>
      <w:bookmarkEnd w:id="34"/>
      <w:bookmarkEnd w:id="35"/>
      <w:bookmarkEnd w:id="36"/>
      <w:bookmarkEnd w:id="37"/>
      <w:bookmarkEnd w:id="38"/>
    </w:p>
    <w:p w14:paraId="0984CC37" w14:textId="77777777" w:rsidR="005C1B04" w:rsidRPr="00EF2F0E" w:rsidRDefault="005C1B04" w:rsidP="00A40339">
      <w:r w:rsidRPr="00EF2F0E">
        <w:t>The following documents contain provisions which, through reference in this text, constitute provisions of the present document.</w:t>
      </w:r>
    </w:p>
    <w:p w14:paraId="0984CC38" w14:textId="77777777" w:rsidR="005C1B04" w:rsidRPr="00EF2F0E" w:rsidRDefault="005C1B04" w:rsidP="00A40339">
      <w:pPr>
        <w:pStyle w:val="B10"/>
      </w:pPr>
      <w:r w:rsidRPr="00EF2F0E">
        <w:t>-</w:t>
      </w:r>
      <w:r w:rsidRPr="00EF2F0E">
        <w:tab/>
        <w:t>References are either specific (identified by date of publication, edition number, version number, etc.) or non</w:t>
      </w:r>
      <w:r w:rsidRPr="00EF2F0E">
        <w:noBreakHyphen/>
        <w:t>specific.</w:t>
      </w:r>
    </w:p>
    <w:p w14:paraId="0984CC39" w14:textId="77777777" w:rsidR="005C1B04" w:rsidRPr="00EF2F0E" w:rsidRDefault="005C1B04" w:rsidP="00A40339">
      <w:pPr>
        <w:pStyle w:val="B10"/>
      </w:pPr>
      <w:r w:rsidRPr="00EF2F0E">
        <w:t>-</w:t>
      </w:r>
      <w:r w:rsidRPr="00EF2F0E">
        <w:tab/>
        <w:t>For a specific reference, subsequent revisions do not apply.</w:t>
      </w:r>
    </w:p>
    <w:p w14:paraId="0984CC3A" w14:textId="77777777" w:rsidR="005C1B04" w:rsidRPr="00EF2F0E" w:rsidRDefault="005C1B04" w:rsidP="00A40339">
      <w:pPr>
        <w:pStyle w:val="B10"/>
      </w:pPr>
      <w:r w:rsidRPr="00EF2F0E">
        <w:t>-</w:t>
      </w:r>
      <w:r w:rsidRPr="00EF2F0E">
        <w:tab/>
        <w:t>For a non-specific reference, the latest version applies. In the case of a reference to a 3GPP document (including a GSM document), a non-specific reference implicitly refers to the latest version of that document</w:t>
      </w:r>
      <w:r w:rsidRPr="00EF2F0E">
        <w:rPr>
          <w:i/>
        </w:rPr>
        <w:t xml:space="preserve"> in the same Release as the present document</w:t>
      </w:r>
      <w:r w:rsidRPr="00EF2F0E">
        <w:t>.</w:t>
      </w:r>
    </w:p>
    <w:p w14:paraId="0984CC3B" w14:textId="77777777" w:rsidR="005C1B04" w:rsidRPr="00EF2F0E" w:rsidRDefault="005C1B04" w:rsidP="00A40339">
      <w:pPr>
        <w:pStyle w:val="EX"/>
        <w:rPr>
          <w:lang w:eastAsia="zh-CN"/>
        </w:rPr>
      </w:pPr>
      <w:r w:rsidRPr="00EF2F0E">
        <w:t>[1]</w:t>
      </w:r>
      <w:r w:rsidRPr="00EF2F0E">
        <w:tab/>
        <w:t>3GPP TR 21.905: "Vocabulary for 3GPP Specifications".</w:t>
      </w:r>
    </w:p>
    <w:p w14:paraId="0984CC3C" w14:textId="77777777" w:rsidR="005C1B04" w:rsidRPr="00EF2F0E" w:rsidRDefault="005C1B04" w:rsidP="00A40339">
      <w:pPr>
        <w:pStyle w:val="EX"/>
        <w:rPr>
          <w:lang w:eastAsia="zh-CN"/>
        </w:rPr>
      </w:pPr>
      <w:r w:rsidRPr="00EF2F0E">
        <w:rPr>
          <w:lang w:eastAsia="zh-CN"/>
        </w:rPr>
        <w:t>[2]</w:t>
      </w:r>
      <w:r w:rsidRPr="00EF2F0E">
        <w:rPr>
          <w:lang w:eastAsia="zh-CN"/>
        </w:rPr>
        <w:tab/>
        <w:t>3GPP TS 25.104: "Base Station (BS) radio transmission and reception (FDD)".</w:t>
      </w:r>
    </w:p>
    <w:p w14:paraId="0984CC3D" w14:textId="77777777" w:rsidR="005C1B04" w:rsidRPr="00EF2F0E" w:rsidRDefault="005C1B04" w:rsidP="00A40339">
      <w:pPr>
        <w:pStyle w:val="EX"/>
        <w:rPr>
          <w:lang w:eastAsia="zh-CN"/>
        </w:rPr>
      </w:pPr>
      <w:r w:rsidRPr="00EF2F0E">
        <w:rPr>
          <w:lang w:eastAsia="zh-CN"/>
        </w:rPr>
        <w:t>[3]</w:t>
      </w:r>
      <w:r w:rsidRPr="00EF2F0E">
        <w:rPr>
          <w:lang w:eastAsia="zh-CN"/>
        </w:rPr>
        <w:tab/>
        <w:t>3GPP TS 25.105: "Base Station (BS) radio transmission and reception (TDD)".</w:t>
      </w:r>
    </w:p>
    <w:p w14:paraId="0984CC3E" w14:textId="77777777" w:rsidR="005C1B04" w:rsidRPr="00EF2F0E" w:rsidRDefault="005C1B04" w:rsidP="00A40339">
      <w:pPr>
        <w:pStyle w:val="EX"/>
        <w:rPr>
          <w:lang w:eastAsia="zh-CN"/>
        </w:rPr>
      </w:pPr>
      <w:r w:rsidRPr="00EF2F0E">
        <w:rPr>
          <w:lang w:eastAsia="zh-CN"/>
        </w:rPr>
        <w:t>[4]</w:t>
      </w:r>
      <w:r w:rsidRPr="00EF2F0E">
        <w:rPr>
          <w:lang w:eastAsia="zh-CN"/>
        </w:rPr>
        <w:tab/>
        <w:t>3GPP TS 36.104: "Evolved Universal Terrestrial Radio Access (E-UTRA); Base Station (BS) radio transmission and reception".</w:t>
      </w:r>
    </w:p>
    <w:p w14:paraId="0984CC3F" w14:textId="77777777" w:rsidR="005C1B04" w:rsidRPr="00EF2F0E" w:rsidRDefault="005C1B04" w:rsidP="00A40339">
      <w:pPr>
        <w:pStyle w:val="EX"/>
        <w:rPr>
          <w:lang w:eastAsia="zh-CN"/>
        </w:rPr>
      </w:pPr>
      <w:r w:rsidRPr="00EF2F0E">
        <w:rPr>
          <w:lang w:eastAsia="zh-CN"/>
        </w:rPr>
        <w:t>[5]</w:t>
      </w:r>
      <w:r w:rsidRPr="00EF2F0E">
        <w:rPr>
          <w:lang w:eastAsia="zh-CN"/>
        </w:rPr>
        <w:tab/>
        <w:t>3GPP TS 37.104: "</w:t>
      </w:r>
      <w:r w:rsidR="001E08D1" w:rsidRPr="00EF2F0E">
        <w:rPr>
          <w:lang w:eastAsia="zh-CN"/>
        </w:rPr>
        <w:t xml:space="preserve">NR, </w:t>
      </w:r>
      <w:r w:rsidRPr="00EF2F0E">
        <w:rPr>
          <w:lang w:eastAsia="zh-CN"/>
        </w:rPr>
        <w:t>E-UTRA, UTRA and GSM/EDGE Multi-Standard Radio (MSR) Base Station (BS) radio transmission and reception".</w:t>
      </w:r>
    </w:p>
    <w:p w14:paraId="0984CC40" w14:textId="77777777" w:rsidR="005C1B04" w:rsidRPr="00EF2F0E" w:rsidRDefault="005C1B04" w:rsidP="00A40339">
      <w:pPr>
        <w:pStyle w:val="EX"/>
        <w:rPr>
          <w:lang w:eastAsia="zh-CN"/>
        </w:rPr>
      </w:pPr>
      <w:r w:rsidRPr="00EF2F0E">
        <w:rPr>
          <w:lang w:eastAsia="zh-CN"/>
        </w:rPr>
        <w:t>[6]</w:t>
      </w:r>
      <w:r w:rsidRPr="00EF2F0E">
        <w:rPr>
          <w:lang w:eastAsia="zh-CN"/>
        </w:rPr>
        <w:tab/>
        <w:t>3GPP TS 25.104 (V</w:t>
      </w:r>
      <w:r w:rsidR="00BB326E">
        <w:rPr>
          <w:lang w:eastAsia="zh-CN"/>
        </w:rPr>
        <w:t>15.5.0</w:t>
      </w:r>
      <w:r w:rsidRPr="00EF2F0E">
        <w:rPr>
          <w:lang w:eastAsia="zh-CN"/>
        </w:rPr>
        <w:t xml:space="preserve">): "Base Station (BS) radio transmission and reception (FDD) (Release </w:t>
      </w:r>
      <w:r w:rsidR="00BB326E">
        <w:rPr>
          <w:lang w:eastAsia="zh-CN"/>
        </w:rPr>
        <w:t>15</w:t>
      </w:r>
      <w:r w:rsidRPr="00EF2F0E">
        <w:rPr>
          <w:lang w:eastAsia="zh-CN"/>
        </w:rPr>
        <w:t>)".</w:t>
      </w:r>
    </w:p>
    <w:p w14:paraId="0984CC41" w14:textId="77777777" w:rsidR="005C1B04" w:rsidRPr="00EF2F0E" w:rsidRDefault="005C1B04" w:rsidP="00A40339">
      <w:pPr>
        <w:pStyle w:val="EX"/>
        <w:rPr>
          <w:lang w:eastAsia="zh-CN"/>
        </w:rPr>
      </w:pPr>
      <w:r w:rsidRPr="00EF2F0E">
        <w:rPr>
          <w:lang w:eastAsia="zh-CN"/>
        </w:rPr>
        <w:t>[7]</w:t>
      </w:r>
      <w:r w:rsidRPr="00EF2F0E">
        <w:rPr>
          <w:lang w:eastAsia="zh-CN"/>
        </w:rPr>
        <w:tab/>
        <w:t>3GPP TS 25.105 (V</w:t>
      </w:r>
      <w:r w:rsidR="00BB326E">
        <w:rPr>
          <w:lang w:eastAsia="zh-CN"/>
        </w:rPr>
        <w:t>15.0.0</w:t>
      </w:r>
      <w:r w:rsidRPr="00EF2F0E">
        <w:rPr>
          <w:lang w:eastAsia="zh-CN"/>
        </w:rPr>
        <w:t xml:space="preserve">): "Base Station (BS) radio transmission and reception (TDD) (Release </w:t>
      </w:r>
      <w:r w:rsidR="00BB326E">
        <w:rPr>
          <w:lang w:eastAsia="zh-CN"/>
        </w:rPr>
        <w:t>15</w:t>
      </w:r>
      <w:r w:rsidRPr="00EF2F0E">
        <w:rPr>
          <w:lang w:eastAsia="zh-CN"/>
        </w:rPr>
        <w:t>)".</w:t>
      </w:r>
    </w:p>
    <w:p w14:paraId="0984CC42" w14:textId="77777777" w:rsidR="005C1B04" w:rsidRPr="00EF2F0E" w:rsidRDefault="005C1B04" w:rsidP="00A40339">
      <w:pPr>
        <w:pStyle w:val="EX"/>
        <w:rPr>
          <w:lang w:eastAsia="zh-CN"/>
        </w:rPr>
      </w:pPr>
      <w:r w:rsidRPr="00EF2F0E">
        <w:rPr>
          <w:lang w:eastAsia="zh-CN"/>
        </w:rPr>
        <w:t>[8]</w:t>
      </w:r>
      <w:r w:rsidRPr="00EF2F0E">
        <w:rPr>
          <w:lang w:eastAsia="zh-CN"/>
        </w:rPr>
        <w:tab/>
        <w:t>3GPP TS 36.104 (V</w:t>
      </w:r>
      <w:r w:rsidR="00BB326E">
        <w:rPr>
          <w:lang w:eastAsia="zh-CN"/>
        </w:rPr>
        <w:t>15.9.0</w:t>
      </w:r>
      <w:r w:rsidRPr="00EF2F0E">
        <w:rPr>
          <w:lang w:eastAsia="zh-CN"/>
        </w:rPr>
        <w:t xml:space="preserve">): "Evolved Universal Terrestrial Radio Access (E-UTRA); Base Station (BS) radio transmission and reception (Release </w:t>
      </w:r>
      <w:r w:rsidR="00BB326E">
        <w:rPr>
          <w:lang w:eastAsia="zh-CN"/>
        </w:rPr>
        <w:t>15</w:t>
      </w:r>
      <w:r w:rsidRPr="00EF2F0E">
        <w:rPr>
          <w:lang w:eastAsia="zh-CN"/>
        </w:rPr>
        <w:t>)".</w:t>
      </w:r>
    </w:p>
    <w:p w14:paraId="0984CC43" w14:textId="77777777" w:rsidR="005C1B04" w:rsidRPr="00EF2F0E" w:rsidRDefault="005C1B04" w:rsidP="00A40339">
      <w:pPr>
        <w:pStyle w:val="EX"/>
        <w:rPr>
          <w:lang w:eastAsia="zh-CN"/>
        </w:rPr>
      </w:pPr>
      <w:r w:rsidRPr="00EF2F0E">
        <w:rPr>
          <w:lang w:eastAsia="zh-CN"/>
        </w:rPr>
        <w:t>[9]</w:t>
      </w:r>
      <w:r w:rsidRPr="00EF2F0E">
        <w:rPr>
          <w:lang w:eastAsia="zh-CN"/>
        </w:rPr>
        <w:tab/>
        <w:t>3GPP TS 37.104 (V</w:t>
      </w:r>
      <w:r w:rsidR="00BB326E">
        <w:rPr>
          <w:lang w:eastAsia="zh-CN"/>
        </w:rPr>
        <w:t>15.12.0</w:t>
      </w:r>
      <w:r w:rsidRPr="00EF2F0E">
        <w:rPr>
          <w:lang w:eastAsia="zh-CN"/>
        </w:rPr>
        <w:t xml:space="preserve">): "E-UTRA, UTRA and GSM/EDGE Multi-Standard Radio (MSR) Base Station (BS) radio transmission and reception (Release </w:t>
      </w:r>
      <w:r w:rsidR="00BB326E">
        <w:rPr>
          <w:lang w:eastAsia="zh-CN"/>
        </w:rPr>
        <w:t>15</w:t>
      </w:r>
      <w:r w:rsidRPr="00EF2F0E">
        <w:rPr>
          <w:lang w:eastAsia="zh-CN"/>
        </w:rPr>
        <w:t>)".</w:t>
      </w:r>
    </w:p>
    <w:p w14:paraId="0984CC44" w14:textId="77777777" w:rsidR="005C1B04" w:rsidRPr="00EF2F0E" w:rsidRDefault="005C1B04" w:rsidP="00A40339">
      <w:pPr>
        <w:pStyle w:val="EX"/>
        <w:rPr>
          <w:lang w:eastAsia="zh-CN"/>
        </w:rPr>
      </w:pPr>
      <w:r w:rsidRPr="00EF2F0E">
        <w:rPr>
          <w:lang w:eastAsia="zh-CN"/>
        </w:rPr>
        <w:t>[10]</w:t>
      </w:r>
      <w:r w:rsidRPr="00EF2F0E">
        <w:rPr>
          <w:lang w:eastAsia="zh-CN"/>
        </w:rPr>
        <w:tab/>
        <w:t>3GPP TS 25.142 (V</w:t>
      </w:r>
      <w:r w:rsidR="00BB326E">
        <w:rPr>
          <w:lang w:eastAsia="zh-CN"/>
        </w:rPr>
        <w:t>15.0.1</w:t>
      </w:r>
      <w:r w:rsidRPr="00EF2F0E">
        <w:rPr>
          <w:lang w:eastAsia="zh-CN"/>
        </w:rPr>
        <w:t xml:space="preserve">): "Base Station (BS) conformance testing (TDD) (Release </w:t>
      </w:r>
      <w:r w:rsidR="00BB326E">
        <w:rPr>
          <w:lang w:eastAsia="zh-CN"/>
        </w:rPr>
        <w:t>15</w:t>
      </w:r>
      <w:r w:rsidRPr="00EF2F0E">
        <w:rPr>
          <w:lang w:eastAsia="zh-CN"/>
        </w:rPr>
        <w:t>)".</w:t>
      </w:r>
    </w:p>
    <w:p w14:paraId="0984CC45" w14:textId="77777777" w:rsidR="005C1B04" w:rsidRPr="00EF2F0E" w:rsidRDefault="005C1B04" w:rsidP="00A40339">
      <w:pPr>
        <w:pStyle w:val="EX"/>
      </w:pPr>
      <w:r w:rsidRPr="00EF2F0E">
        <w:rPr>
          <w:lang w:eastAsia="zh-CN"/>
        </w:rPr>
        <w:t>[11]</w:t>
      </w:r>
      <w:r w:rsidRPr="00EF2F0E">
        <w:rPr>
          <w:lang w:eastAsia="zh-CN"/>
        </w:rPr>
        <w:tab/>
      </w:r>
      <w:r w:rsidRPr="00EF2F0E">
        <w:t>Recommendation ITU-R M.1545: "Measurement uncertainty as it applies to test limits for the terrestrial component of International Mobile Telecommunications-2000".</w:t>
      </w:r>
    </w:p>
    <w:p w14:paraId="0984CC46" w14:textId="77777777" w:rsidR="005C1B04" w:rsidRPr="00EF2F0E" w:rsidRDefault="005C1B04" w:rsidP="00A40339">
      <w:pPr>
        <w:pStyle w:val="EX"/>
        <w:rPr>
          <w:lang w:eastAsia="zh-CN"/>
        </w:rPr>
      </w:pPr>
      <w:r w:rsidRPr="00EF2F0E">
        <w:t>[12]</w:t>
      </w:r>
      <w:r w:rsidRPr="00EF2F0E">
        <w:tab/>
      </w:r>
      <w:r w:rsidRPr="00EF2F0E">
        <w:rPr>
          <w:lang w:eastAsia="zh-CN"/>
        </w:rPr>
        <w:t>3GPP TS 25.942: "Radio Frequency (RF) system scenarios".</w:t>
      </w:r>
    </w:p>
    <w:p w14:paraId="0984CC47" w14:textId="77777777" w:rsidR="005C1B04" w:rsidRPr="00EF2F0E" w:rsidRDefault="005C1B04" w:rsidP="00A40339">
      <w:pPr>
        <w:pStyle w:val="EX"/>
        <w:rPr>
          <w:lang w:eastAsia="zh-CN"/>
        </w:rPr>
      </w:pPr>
      <w:r w:rsidRPr="00EF2F0E">
        <w:rPr>
          <w:lang w:eastAsia="zh-CN"/>
        </w:rPr>
        <w:t>[13]</w:t>
      </w:r>
      <w:r w:rsidRPr="00EF2F0E">
        <w:rPr>
          <w:lang w:eastAsia="zh-CN"/>
        </w:rPr>
        <w:tab/>
      </w:r>
      <w:r w:rsidR="0073247C" w:rsidRPr="00EF2F0E">
        <w:rPr>
          <w:lang w:eastAsia="zh-CN"/>
        </w:rPr>
        <w:t>Void</w:t>
      </w:r>
    </w:p>
    <w:p w14:paraId="0984CC48" w14:textId="77777777" w:rsidR="005C1B04" w:rsidRPr="00EF2F0E" w:rsidRDefault="005C1B04" w:rsidP="00A40339">
      <w:pPr>
        <w:pStyle w:val="EX"/>
      </w:pPr>
      <w:r w:rsidRPr="00EF2F0E">
        <w:rPr>
          <w:lang w:eastAsia="zh-CN"/>
        </w:rPr>
        <w:t>[14]</w:t>
      </w:r>
      <w:r w:rsidRPr="00EF2F0E">
        <w:rPr>
          <w:lang w:eastAsia="zh-CN"/>
        </w:rPr>
        <w:tab/>
      </w:r>
      <w:r w:rsidRPr="00EF2F0E">
        <w:t>Recommendation ITU-R SM.329-10: "Unwanted emissions in the spurious domain".</w:t>
      </w:r>
    </w:p>
    <w:p w14:paraId="0984CC49" w14:textId="77777777" w:rsidR="005C1B04" w:rsidRPr="00EF2F0E" w:rsidRDefault="005C1B04" w:rsidP="00A40339">
      <w:pPr>
        <w:pStyle w:val="EX"/>
      </w:pPr>
      <w:r w:rsidRPr="00EF2F0E">
        <w:rPr>
          <w:lang w:eastAsia="zh-CN"/>
        </w:rPr>
        <w:t>[15]</w:t>
      </w:r>
      <w:r w:rsidRPr="00EF2F0E">
        <w:rPr>
          <w:lang w:eastAsia="zh-CN"/>
        </w:rPr>
        <w:tab/>
      </w:r>
      <w:r w:rsidRPr="00EF2F0E">
        <w:t>"Title 47 of the Code of Federal Regulations (CFR)", Federal Communications Commission.</w:t>
      </w:r>
    </w:p>
    <w:p w14:paraId="0984CC4A" w14:textId="77777777" w:rsidR="005C1B04" w:rsidRPr="00EF2F0E" w:rsidRDefault="005C1B04" w:rsidP="00A40339">
      <w:pPr>
        <w:pStyle w:val="EX"/>
      </w:pPr>
      <w:r w:rsidRPr="00EF2F0E">
        <w:rPr>
          <w:lang w:eastAsia="zh-CN"/>
        </w:rPr>
        <w:t>[16]</w:t>
      </w:r>
      <w:r w:rsidRPr="00EF2F0E">
        <w:rPr>
          <w:lang w:eastAsia="zh-CN"/>
        </w:rPr>
        <w:tab/>
        <w:t xml:space="preserve">3GPP </w:t>
      </w:r>
      <w:r w:rsidRPr="00EF2F0E">
        <w:t>TS 25.331 (V14.3.0): "Radio Resource Control (RRC); Protocol specification (Release 14)".</w:t>
      </w:r>
    </w:p>
    <w:p w14:paraId="0984CC4B" w14:textId="77777777" w:rsidR="005C1B04" w:rsidRPr="00EF2F0E" w:rsidRDefault="005C1B04" w:rsidP="00A40339">
      <w:pPr>
        <w:pStyle w:val="EX"/>
      </w:pPr>
      <w:r w:rsidRPr="00EF2F0E">
        <w:t>[17]</w:t>
      </w:r>
      <w:r w:rsidRPr="00EF2F0E">
        <w:tab/>
        <w:t>Recommendation ITU-R SM.328-11: "Spectra and bandwidth of emissions".</w:t>
      </w:r>
    </w:p>
    <w:p w14:paraId="0984CC4C" w14:textId="77777777" w:rsidR="005C1B04" w:rsidRPr="00EF2F0E" w:rsidRDefault="005C1B04" w:rsidP="00A40339">
      <w:pPr>
        <w:pStyle w:val="EX"/>
      </w:pPr>
      <w:r w:rsidRPr="00EF2F0E">
        <w:t>[18]</w:t>
      </w:r>
      <w:r w:rsidRPr="00EF2F0E">
        <w:tab/>
        <w:t>FCC publication number 662911: "Emissions Testing of Transmitters with Multiple Outputs in the Same Band".</w:t>
      </w:r>
    </w:p>
    <w:p w14:paraId="0984CC4D" w14:textId="77777777" w:rsidR="005C1B04" w:rsidRPr="00EF2F0E" w:rsidRDefault="005C1B04" w:rsidP="00A40339">
      <w:pPr>
        <w:pStyle w:val="EX"/>
        <w:rPr>
          <w:lang w:eastAsia="zh-CN"/>
        </w:rPr>
      </w:pPr>
      <w:r w:rsidRPr="00EF2F0E">
        <w:rPr>
          <w:lang w:eastAsia="zh-CN"/>
        </w:rPr>
        <w:t>[19]</w:t>
      </w:r>
      <w:r w:rsidRPr="00EF2F0E">
        <w:rPr>
          <w:lang w:eastAsia="zh-CN"/>
        </w:rPr>
        <w:tab/>
        <w:t>3GPP TS 37.141: "</w:t>
      </w:r>
      <w:r w:rsidR="001E08D1" w:rsidRPr="00EF2F0E">
        <w:rPr>
          <w:lang w:eastAsia="zh-CN"/>
        </w:rPr>
        <w:t xml:space="preserve">NR, </w:t>
      </w:r>
      <w:r w:rsidRPr="00EF2F0E">
        <w:rPr>
          <w:lang w:eastAsia="zh-CN"/>
        </w:rPr>
        <w:t>E-UTRA, UTRA and GSM/EDGE; Multi-Standard Radio (MSR) Base Station (BS) conformance testing".</w:t>
      </w:r>
    </w:p>
    <w:p w14:paraId="0984CC4E" w14:textId="77777777" w:rsidR="005C1B04" w:rsidRPr="00EF2F0E" w:rsidRDefault="005C1B04" w:rsidP="00A40339">
      <w:pPr>
        <w:pStyle w:val="EX"/>
        <w:rPr>
          <w:lang w:eastAsia="zh-CN"/>
        </w:rPr>
      </w:pPr>
      <w:r w:rsidRPr="00EF2F0E">
        <w:rPr>
          <w:lang w:eastAsia="zh-CN"/>
        </w:rPr>
        <w:t>[20]</w:t>
      </w:r>
      <w:r w:rsidRPr="00EF2F0E">
        <w:rPr>
          <w:lang w:eastAsia="zh-CN"/>
        </w:rPr>
        <w:tab/>
        <w:t>3GPP TS 36.141: "Evolved Universal Terrestrial Radio Access (E-UTRA); Base Station (BS) conformance testing".</w:t>
      </w:r>
    </w:p>
    <w:p w14:paraId="0984CC4F" w14:textId="77777777" w:rsidR="005C1B04" w:rsidRPr="00EF2F0E" w:rsidRDefault="005C1B04" w:rsidP="00A40339">
      <w:pPr>
        <w:pStyle w:val="EX"/>
      </w:pPr>
      <w:r w:rsidRPr="00EF2F0E">
        <w:t>[21]</w:t>
      </w:r>
      <w:r w:rsidRPr="00EF2F0E">
        <w:tab/>
        <w:t>IEC 60721-3-3: "Classification of environmental conditions - Part 3-3: Classification of groups of environmental parameters and their severities - Stationary use at weather protected locations".</w:t>
      </w:r>
    </w:p>
    <w:p w14:paraId="0984CC50" w14:textId="77777777" w:rsidR="005C1B04" w:rsidRPr="00EF2F0E" w:rsidRDefault="005C1B04" w:rsidP="00A40339">
      <w:pPr>
        <w:pStyle w:val="EX"/>
      </w:pPr>
      <w:r w:rsidRPr="00EF2F0E">
        <w:t>[22]</w:t>
      </w:r>
      <w:r w:rsidRPr="00EF2F0E">
        <w:tab/>
        <w:t>IEC 60721-3-4: "Classification of environmental conditions - Part 3: Classification of groups of environmental parameters and their severities - Section 4: Stationary use at non-weather protected locations".</w:t>
      </w:r>
    </w:p>
    <w:p w14:paraId="0984CC51" w14:textId="77777777" w:rsidR="005C1B04" w:rsidRPr="00EF2F0E" w:rsidRDefault="005C1B04" w:rsidP="00A40339">
      <w:pPr>
        <w:pStyle w:val="EX"/>
      </w:pPr>
      <w:r w:rsidRPr="00EF2F0E">
        <w:t>[23]</w:t>
      </w:r>
      <w:r w:rsidRPr="00EF2F0E">
        <w:tab/>
        <w:t>ETSI EN 300 019-1-3: "Environmental Engineering (EE); Environmental conditions and environmental tests for telecommunications equipment; Part 1-3: Classification of environmental conditions; Stationary use at weather protected locations".</w:t>
      </w:r>
    </w:p>
    <w:p w14:paraId="0984CC52" w14:textId="77777777" w:rsidR="005C1B04" w:rsidRPr="00EF2F0E" w:rsidRDefault="005C1B04" w:rsidP="00A40339">
      <w:pPr>
        <w:pStyle w:val="EX"/>
      </w:pPr>
      <w:r w:rsidRPr="00EF2F0E">
        <w:t>[24]</w:t>
      </w:r>
      <w:r w:rsidRPr="00EF2F0E">
        <w:tab/>
        <w:t>ETSI EN 300 019-1-4: "Environmental Engineering (EE); Environmental conditions and environmental tests for telecommunications equipment; Part 1-4: Classification of environmental conditions; Stationary use at non-weather protected locations".</w:t>
      </w:r>
    </w:p>
    <w:p w14:paraId="0984CC53" w14:textId="77777777" w:rsidR="005C1B04" w:rsidRPr="00EF2F0E" w:rsidRDefault="006E5225" w:rsidP="00A40339">
      <w:pPr>
        <w:pStyle w:val="EX"/>
      </w:pPr>
      <w:r w:rsidRPr="00EF2F0E">
        <w:t>[25]</w:t>
      </w:r>
      <w:r w:rsidRPr="00EF2F0E">
        <w:tab/>
        <w:t xml:space="preserve">CEPT ECC Decision (13)03, </w:t>
      </w:r>
      <w:r w:rsidRPr="00EF2F0E">
        <w:rPr>
          <w:rFonts w:cs="v5.0.0"/>
          <w:snapToGrid w:val="0"/>
        </w:rPr>
        <w:t>"</w:t>
      </w:r>
      <w:r w:rsidR="005C1B04" w:rsidRPr="00EF2F0E">
        <w:t>The harmonised use of the frequency band 1452-1492 MHz for Mobile/Fixed Communications Networks Supplemental Downlink (MFCN SDL)</w:t>
      </w:r>
      <w:r w:rsidRPr="00EF2F0E">
        <w:rPr>
          <w:rFonts w:cs="v5.0.0"/>
          <w:snapToGrid w:val="0"/>
        </w:rPr>
        <w:t>"</w:t>
      </w:r>
      <w:r w:rsidR="005C1B04" w:rsidRPr="00EF2F0E">
        <w:t>.</w:t>
      </w:r>
    </w:p>
    <w:p w14:paraId="0984CC54" w14:textId="77777777" w:rsidR="005C1B04" w:rsidRPr="00EF2F0E" w:rsidRDefault="005C1B04" w:rsidP="00A40339">
      <w:pPr>
        <w:pStyle w:val="EX"/>
        <w:rPr>
          <w:rFonts w:cs="v5.0.0"/>
          <w:snapToGrid w:val="0"/>
        </w:rPr>
      </w:pPr>
      <w:r w:rsidRPr="00EF2F0E">
        <w:t>[26]</w:t>
      </w:r>
      <w:r w:rsidRPr="00EF2F0E">
        <w:tab/>
      </w:r>
      <w:r w:rsidRPr="00EF2F0E">
        <w:rPr>
          <w:rFonts w:cs="v5.0.0"/>
          <w:snapToGrid w:val="0"/>
        </w:rPr>
        <w:t>3GPP TS 45.004: "Digital cellular telecommunications system (Phase 2+); Modulation".</w:t>
      </w:r>
    </w:p>
    <w:p w14:paraId="0984CC55" w14:textId="77777777" w:rsidR="005C1B04" w:rsidRPr="00EF2F0E" w:rsidRDefault="006E5225" w:rsidP="00A40339">
      <w:pPr>
        <w:pStyle w:val="EX"/>
        <w:rPr>
          <w:lang w:eastAsia="zh-CN"/>
        </w:rPr>
      </w:pPr>
      <w:r w:rsidRPr="00EF2F0E">
        <w:rPr>
          <w:lang w:eastAsia="zh-CN"/>
        </w:rPr>
        <w:t>[27]</w:t>
      </w:r>
      <w:r w:rsidRPr="00EF2F0E">
        <w:rPr>
          <w:lang w:eastAsia="zh-CN"/>
        </w:rPr>
        <w:tab/>
        <w:t xml:space="preserve">3GPP TS 38.104: </w:t>
      </w:r>
      <w:r w:rsidRPr="00EF2F0E">
        <w:rPr>
          <w:rFonts w:cs="v5.0.0"/>
          <w:snapToGrid w:val="0"/>
        </w:rPr>
        <w:t>"</w:t>
      </w:r>
      <w:r w:rsidR="005C1B04" w:rsidRPr="00EF2F0E">
        <w:rPr>
          <w:lang w:eastAsia="zh-CN"/>
        </w:rPr>
        <w:t>NR; Base Station (BS) radio transmission and reception</w:t>
      </w:r>
      <w:r w:rsidRPr="00EF2F0E">
        <w:rPr>
          <w:rFonts w:cs="v5.0.0"/>
          <w:snapToGrid w:val="0"/>
        </w:rPr>
        <w:t>"</w:t>
      </w:r>
    </w:p>
    <w:p w14:paraId="0984CC56" w14:textId="77777777" w:rsidR="00025CAC" w:rsidRPr="00EF2F0E" w:rsidRDefault="006E5225" w:rsidP="00A40339">
      <w:pPr>
        <w:pStyle w:val="EX"/>
        <w:rPr>
          <w:rFonts w:cs="v5.0.0"/>
          <w:snapToGrid w:val="0"/>
        </w:rPr>
      </w:pPr>
      <w:r w:rsidRPr="00EF2F0E">
        <w:rPr>
          <w:lang w:eastAsia="zh-CN"/>
        </w:rPr>
        <w:t>[28]</w:t>
      </w:r>
      <w:r w:rsidRPr="00EF2F0E">
        <w:rPr>
          <w:lang w:eastAsia="zh-CN"/>
        </w:rPr>
        <w:tab/>
        <w:t xml:space="preserve">3GPP TS 38.104 (V15.1.0): </w:t>
      </w:r>
      <w:r w:rsidRPr="00EF2F0E">
        <w:rPr>
          <w:rFonts w:cs="v5.0.0"/>
          <w:snapToGrid w:val="0"/>
        </w:rPr>
        <w:t>"</w:t>
      </w:r>
      <w:r w:rsidR="00025CAC" w:rsidRPr="00EF2F0E">
        <w:rPr>
          <w:lang w:eastAsia="zh-CN"/>
        </w:rPr>
        <w:t>NR; Base Station (BS) radio transmission and reception (Release 15)</w:t>
      </w:r>
      <w:r w:rsidRPr="00EF2F0E">
        <w:rPr>
          <w:rFonts w:cs="v5.0.0"/>
          <w:snapToGrid w:val="0"/>
        </w:rPr>
        <w:t>"</w:t>
      </w:r>
    </w:p>
    <w:p w14:paraId="0984CC57" w14:textId="77777777" w:rsidR="0073247C" w:rsidRPr="00EF2F0E" w:rsidRDefault="0073247C" w:rsidP="0073247C">
      <w:pPr>
        <w:pStyle w:val="EX"/>
      </w:pPr>
      <w:r w:rsidRPr="00EF2F0E">
        <w:t>[29]</w:t>
      </w:r>
      <w:r w:rsidRPr="00EF2F0E">
        <w:tab/>
        <w:t xml:space="preserve">3GPP TS 37.145-1: </w:t>
      </w:r>
      <w:r w:rsidR="00396016" w:rsidRPr="00EF2F0E">
        <w:rPr>
          <w:rFonts w:cs="v5.0.0"/>
          <w:snapToGrid w:val="0"/>
        </w:rPr>
        <w:t>"</w:t>
      </w:r>
      <w:r w:rsidRPr="00EF2F0E">
        <w:t>Active Antenna System (AAS) Base Station (BS) conformance testing; Part 1: Conducted conformance testing</w:t>
      </w:r>
      <w:r w:rsidR="00396016" w:rsidRPr="00EF2F0E">
        <w:rPr>
          <w:rFonts w:cs="v5.0.0"/>
          <w:snapToGrid w:val="0"/>
        </w:rPr>
        <w:t>"</w:t>
      </w:r>
    </w:p>
    <w:p w14:paraId="0984CC58" w14:textId="77777777" w:rsidR="00396016" w:rsidRPr="00EF2F0E" w:rsidRDefault="0073247C" w:rsidP="00396016">
      <w:pPr>
        <w:pStyle w:val="EX"/>
      </w:pPr>
      <w:r w:rsidRPr="00EF2F0E">
        <w:t>[30]</w:t>
      </w:r>
      <w:r w:rsidRPr="00EF2F0E">
        <w:tab/>
        <w:t xml:space="preserve">3GPP TS 37.145-2: </w:t>
      </w:r>
      <w:r w:rsidR="00396016" w:rsidRPr="00EF2F0E">
        <w:rPr>
          <w:rFonts w:cs="v5.0.0"/>
          <w:snapToGrid w:val="0"/>
        </w:rPr>
        <w:t>"</w:t>
      </w:r>
      <w:r w:rsidRPr="00EF2F0E">
        <w:t>Active Antenna System (AAS) Base Station (BS) conformance testing; Part 2: radiated conformance testing</w:t>
      </w:r>
      <w:r w:rsidR="00396016" w:rsidRPr="00EF2F0E">
        <w:rPr>
          <w:rFonts w:cs="v5.0.0"/>
          <w:snapToGrid w:val="0"/>
        </w:rPr>
        <w:t>"</w:t>
      </w:r>
    </w:p>
    <w:p w14:paraId="0984CC59" w14:textId="77777777" w:rsidR="00396016" w:rsidRPr="00EF2F0E" w:rsidRDefault="00396016" w:rsidP="0073247C">
      <w:pPr>
        <w:pStyle w:val="EX"/>
        <w:rPr>
          <w:lang w:eastAsia="zh-CN"/>
        </w:rPr>
      </w:pPr>
      <w:r w:rsidRPr="00EF2F0E">
        <w:t>[31]</w:t>
      </w:r>
      <w:r w:rsidRPr="00EF2F0E">
        <w:tab/>
        <w:t xml:space="preserve">3GPP TS 36.211: </w:t>
      </w:r>
      <w:r w:rsidRPr="00EF2F0E">
        <w:rPr>
          <w:rFonts w:cs="v5.0.0"/>
          <w:snapToGrid w:val="0"/>
        </w:rPr>
        <w:t>"</w:t>
      </w:r>
      <w:r w:rsidRPr="00EF2F0E">
        <w:t>Evolved Universal Terrestrial Radio Access (E-UTRA); Physical channels and modulation</w:t>
      </w:r>
      <w:r w:rsidRPr="00EF2F0E">
        <w:rPr>
          <w:rFonts w:cs="v5.0.0"/>
          <w:snapToGrid w:val="0"/>
        </w:rPr>
        <w:t>"</w:t>
      </w:r>
    </w:p>
    <w:p w14:paraId="0984CC5A" w14:textId="77777777" w:rsidR="00025CAC" w:rsidRPr="00EF2F0E" w:rsidRDefault="00025CAC" w:rsidP="00A40339">
      <w:pPr>
        <w:pStyle w:val="EX"/>
        <w:rPr>
          <w:lang w:eastAsia="zh-CN"/>
        </w:rPr>
      </w:pPr>
    </w:p>
    <w:p w14:paraId="0984CC5B" w14:textId="77777777" w:rsidR="005C1B04" w:rsidRPr="00EF2F0E" w:rsidRDefault="005C1B04" w:rsidP="00A40339">
      <w:pPr>
        <w:pStyle w:val="Heading1"/>
      </w:pPr>
      <w:bookmarkStart w:id="39" w:name="_Toc21095742"/>
      <w:bookmarkStart w:id="40" w:name="_Toc29762941"/>
      <w:bookmarkStart w:id="41" w:name="_Toc45869226"/>
      <w:bookmarkStart w:id="42" w:name="_Toc52554474"/>
      <w:bookmarkStart w:id="43" w:name="_Toc52554944"/>
      <w:bookmarkStart w:id="44" w:name="_Toc61112169"/>
      <w:bookmarkStart w:id="45" w:name="_Toc67911321"/>
      <w:bookmarkStart w:id="46" w:name="_Toc74842796"/>
      <w:bookmarkStart w:id="47" w:name="_Toc76503179"/>
      <w:bookmarkStart w:id="48" w:name="_Toc83040622"/>
      <w:bookmarkStart w:id="49" w:name="_Toc89851665"/>
      <w:bookmarkStart w:id="50" w:name="_Toc98676019"/>
      <w:r w:rsidRPr="00EF2F0E">
        <w:t>3</w:t>
      </w:r>
      <w:r w:rsidRPr="00EF2F0E">
        <w:tab/>
        <w:t>Definitions, symbols and abbreviations</w:t>
      </w:r>
      <w:bookmarkEnd w:id="39"/>
      <w:bookmarkEnd w:id="40"/>
      <w:bookmarkEnd w:id="41"/>
      <w:bookmarkEnd w:id="42"/>
      <w:bookmarkEnd w:id="43"/>
      <w:bookmarkEnd w:id="44"/>
      <w:bookmarkEnd w:id="45"/>
      <w:bookmarkEnd w:id="46"/>
      <w:bookmarkEnd w:id="47"/>
      <w:bookmarkEnd w:id="48"/>
      <w:bookmarkEnd w:id="49"/>
      <w:bookmarkEnd w:id="50"/>
    </w:p>
    <w:p w14:paraId="0984CC5C" w14:textId="77777777" w:rsidR="005C1B04" w:rsidRPr="00EF2F0E" w:rsidRDefault="005C1B04" w:rsidP="00A40339">
      <w:pPr>
        <w:pStyle w:val="Heading2"/>
      </w:pPr>
      <w:bookmarkStart w:id="51" w:name="_Toc21095743"/>
      <w:bookmarkStart w:id="52" w:name="_Toc29762942"/>
      <w:bookmarkStart w:id="53" w:name="_Toc45869227"/>
      <w:bookmarkStart w:id="54" w:name="_Toc52554475"/>
      <w:bookmarkStart w:id="55" w:name="_Toc52554945"/>
      <w:bookmarkStart w:id="56" w:name="_Toc61112170"/>
      <w:bookmarkStart w:id="57" w:name="_Toc67911322"/>
      <w:bookmarkStart w:id="58" w:name="_Toc74842797"/>
      <w:bookmarkStart w:id="59" w:name="_Toc76503180"/>
      <w:bookmarkStart w:id="60" w:name="_Toc83040623"/>
      <w:bookmarkStart w:id="61" w:name="_Toc89851666"/>
      <w:bookmarkStart w:id="62" w:name="_Toc98676020"/>
      <w:r w:rsidRPr="00EF2F0E">
        <w:t>3.1</w:t>
      </w:r>
      <w:r w:rsidRPr="00EF2F0E">
        <w:tab/>
        <w:t>Definitions</w:t>
      </w:r>
      <w:bookmarkEnd w:id="51"/>
      <w:bookmarkEnd w:id="52"/>
      <w:bookmarkEnd w:id="53"/>
      <w:bookmarkEnd w:id="54"/>
      <w:bookmarkEnd w:id="55"/>
      <w:bookmarkEnd w:id="56"/>
      <w:bookmarkEnd w:id="57"/>
      <w:bookmarkEnd w:id="58"/>
      <w:bookmarkEnd w:id="59"/>
      <w:bookmarkEnd w:id="60"/>
      <w:bookmarkEnd w:id="61"/>
      <w:bookmarkEnd w:id="62"/>
    </w:p>
    <w:p w14:paraId="0984CC5D" w14:textId="77777777" w:rsidR="005C1B04" w:rsidRPr="00EF2F0E" w:rsidRDefault="005C1B04" w:rsidP="00A40339">
      <w:r w:rsidRPr="00EF2F0E">
        <w:t xml:space="preserve">For the purposes of the present document, the terms and definitions given in </w:t>
      </w:r>
      <w:bookmarkStart w:id="63" w:name="OLE_LINK6"/>
      <w:bookmarkStart w:id="64" w:name="OLE_LINK7"/>
      <w:bookmarkStart w:id="65" w:name="OLE_LINK8"/>
      <w:r w:rsidRPr="00EF2F0E">
        <w:t xml:space="preserve">3GPP </w:t>
      </w:r>
      <w:bookmarkEnd w:id="63"/>
      <w:bookmarkEnd w:id="64"/>
      <w:bookmarkEnd w:id="65"/>
      <w:r w:rsidRPr="00EF2F0E">
        <w:t>TR 21.905 [1] and the following apply. A term defined in the present document takes precedence over the definition of the same term, if any, in 3GPP TR 21.905 [1].</w:t>
      </w:r>
    </w:p>
    <w:p w14:paraId="0984CC5E" w14:textId="77777777" w:rsidR="005C1B04" w:rsidRPr="00EF2F0E" w:rsidRDefault="005C1B04" w:rsidP="00A40339">
      <w:pPr>
        <w:ind w:left="1134" w:hanging="850"/>
      </w:pPr>
      <w:r w:rsidRPr="00EF2F0E">
        <w:t>NOTE:</w:t>
      </w:r>
      <w:r w:rsidRPr="00EF2F0E">
        <w:tab/>
        <w:t>Multi-word definitions are treated as linguistic expressions and printed in italic font throughout this requirement specification. Linguistic expressions may not be split and are to be printed in their entirety.</w:t>
      </w:r>
    </w:p>
    <w:p w14:paraId="0984CC5F" w14:textId="77777777" w:rsidR="005C1B04" w:rsidRPr="00EF2F0E" w:rsidRDefault="005C1B04" w:rsidP="00A40339">
      <w:pPr>
        <w:rPr>
          <w:bCs/>
        </w:rPr>
      </w:pPr>
      <w:r w:rsidRPr="00EF2F0E">
        <w:rPr>
          <w:b/>
          <w:bCs/>
        </w:rPr>
        <w:t xml:space="preserve">AAS BS receiver: </w:t>
      </w:r>
      <w:r w:rsidRPr="00EF2F0E">
        <w:rPr>
          <w:bCs/>
        </w:rPr>
        <w:t xml:space="preserve">composite receiver function of an AAS BS receiving in an </w:t>
      </w:r>
      <w:r w:rsidRPr="00EF2F0E">
        <w:rPr>
          <w:bCs/>
          <w:i/>
        </w:rPr>
        <w:t>uplink operating band</w:t>
      </w:r>
    </w:p>
    <w:p w14:paraId="0984CC60" w14:textId="77777777" w:rsidR="005C1B04" w:rsidRPr="00EF2F0E" w:rsidRDefault="005C1B04" w:rsidP="00A40339">
      <w:pPr>
        <w:rPr>
          <w:lang w:eastAsia="zh-CN"/>
        </w:rPr>
      </w:pPr>
      <w:r w:rsidRPr="00EF2F0E">
        <w:rPr>
          <w:b/>
          <w:bCs/>
        </w:rPr>
        <w:t>active antenna system base station:</w:t>
      </w:r>
      <w:r w:rsidRPr="00EF2F0E">
        <w:rPr>
          <w:b/>
          <w:bCs/>
          <w:lang w:eastAsia="zh-CN"/>
        </w:rPr>
        <w:t xml:space="preserve"> </w:t>
      </w:r>
      <w:r w:rsidRPr="00EF2F0E">
        <w:rPr>
          <w:lang w:eastAsia="zh-CN"/>
        </w:rPr>
        <w:t xml:space="preserve">base station system which combines an antenna array with a transceiver unit array and a </w:t>
      </w:r>
      <w:r w:rsidRPr="00EF2F0E">
        <w:rPr>
          <w:i/>
          <w:lang w:eastAsia="zh-CN"/>
        </w:rPr>
        <w:t>radio distribution network</w:t>
      </w:r>
    </w:p>
    <w:p w14:paraId="0984CC61" w14:textId="77777777" w:rsidR="005C1B04" w:rsidRPr="00EF2F0E" w:rsidRDefault="005C1B04" w:rsidP="00A40339">
      <w:r w:rsidRPr="00EF2F0E">
        <w:rPr>
          <w:b/>
        </w:rPr>
        <w:t xml:space="preserve">active transmitter unit: </w:t>
      </w:r>
      <w:r w:rsidRPr="00EF2F0E">
        <w:t xml:space="preserve">transmitter unit which is ON, and has the ability to send modulated data streams that are parallel and distinct to those sent from other transmitter units to one or more </w:t>
      </w:r>
      <w:r w:rsidRPr="00EF2F0E">
        <w:rPr>
          <w:i/>
        </w:rPr>
        <w:t>TAB connectors</w:t>
      </w:r>
      <w:r w:rsidRPr="00EF2F0E">
        <w:t xml:space="preserve"> at the </w:t>
      </w:r>
      <w:r w:rsidRPr="00EF2F0E">
        <w:rPr>
          <w:i/>
        </w:rPr>
        <w:t>transceiver array boundary</w:t>
      </w:r>
    </w:p>
    <w:p w14:paraId="0984CC62" w14:textId="77777777" w:rsidR="005C1B04" w:rsidRPr="00EF2F0E" w:rsidRDefault="005C1B04" w:rsidP="00A40339">
      <w:r w:rsidRPr="00EF2F0E">
        <w:rPr>
          <w:b/>
        </w:rPr>
        <w:t>band category:</w:t>
      </w:r>
      <w:r w:rsidRPr="00EF2F0E">
        <w:t xml:space="preserve"> group of </w:t>
      </w:r>
      <w:r w:rsidRPr="00EF2F0E">
        <w:rPr>
          <w:i/>
          <w:iCs/>
        </w:rPr>
        <w:t>operating bands</w:t>
      </w:r>
      <w:r w:rsidRPr="00EF2F0E">
        <w:t xml:space="preserve"> for which the same MSR scenarios apply</w:t>
      </w:r>
    </w:p>
    <w:p w14:paraId="0984CC63" w14:textId="77777777" w:rsidR="005C1B04" w:rsidRPr="00EF2F0E" w:rsidRDefault="005C1B04" w:rsidP="00A40339">
      <w:r w:rsidRPr="00EF2F0E">
        <w:rPr>
          <w:b/>
          <w:bCs/>
        </w:rPr>
        <w:t>Base Station RF Bandwidth:</w:t>
      </w:r>
      <w:r w:rsidRPr="00EF2F0E">
        <w:t xml:space="preserve"> bandwidth in which a base station transmits and/or receives single or multiple carrier(s) and/or RATs simultaneously within </w:t>
      </w:r>
      <w:r w:rsidRPr="00EF2F0E">
        <w:rPr>
          <w:lang w:eastAsia="zh-CN"/>
        </w:rPr>
        <w:t>a</w:t>
      </w:r>
      <w:r w:rsidRPr="00EF2F0E">
        <w:t xml:space="preserve"> supported </w:t>
      </w:r>
      <w:r w:rsidRPr="00EF2F0E">
        <w:rPr>
          <w:i/>
          <w:iCs/>
        </w:rPr>
        <w:t>operating band</w:t>
      </w:r>
    </w:p>
    <w:p w14:paraId="0984CC64" w14:textId="77777777" w:rsidR="005C1B04" w:rsidRPr="00EF2F0E" w:rsidRDefault="005C1B04" w:rsidP="00A40339">
      <w:pPr>
        <w:pStyle w:val="NO"/>
      </w:pPr>
      <w:bookmarkStart w:id="66" w:name="OLE_LINK44"/>
      <w:bookmarkStart w:id="67" w:name="OLE_LINK45"/>
      <w:r w:rsidRPr="00EF2F0E">
        <w:t>NOTE:</w:t>
      </w:r>
      <w:r w:rsidRPr="00EF2F0E">
        <w:tab/>
        <w:t xml:space="preserve">In single carrier operation, the </w:t>
      </w:r>
      <w:r w:rsidRPr="00EF2F0E">
        <w:rPr>
          <w:i/>
        </w:rPr>
        <w:t>Base Station RF Bandwidth</w:t>
      </w:r>
      <w:r w:rsidRPr="00EF2F0E">
        <w:t xml:space="preserve"> is equal to the </w:t>
      </w:r>
      <w:r w:rsidRPr="00EF2F0E">
        <w:rPr>
          <w:i/>
        </w:rPr>
        <w:t>channel bandwidth</w:t>
      </w:r>
      <w:r w:rsidRPr="00EF2F0E">
        <w:t>.</w:t>
      </w:r>
      <w:bookmarkEnd w:id="66"/>
      <w:bookmarkEnd w:id="67"/>
    </w:p>
    <w:p w14:paraId="0984CC65" w14:textId="77777777" w:rsidR="005C1B04" w:rsidRPr="00EF2F0E" w:rsidRDefault="005C1B04" w:rsidP="00A40339">
      <w:pPr>
        <w:spacing w:after="120"/>
        <w:rPr>
          <w:i/>
        </w:rPr>
      </w:pPr>
      <w:r w:rsidRPr="00EF2F0E">
        <w:rPr>
          <w:b/>
        </w:rPr>
        <w:t xml:space="preserve">Base Station RF Bandwidth edge: </w:t>
      </w:r>
      <w:r w:rsidRPr="00EF2F0E">
        <w:t xml:space="preserve">frequency of one of the edges of the </w:t>
      </w:r>
      <w:r w:rsidRPr="00EF2F0E">
        <w:rPr>
          <w:i/>
        </w:rPr>
        <w:t>Base Station RF Bandwidth</w:t>
      </w:r>
    </w:p>
    <w:p w14:paraId="0984CC66" w14:textId="77777777" w:rsidR="005C1B04" w:rsidRPr="00EF2F0E" w:rsidRDefault="005C1B04" w:rsidP="00A40339">
      <w:r w:rsidRPr="00EF2F0E">
        <w:rPr>
          <w:b/>
        </w:rPr>
        <w:t xml:space="preserve">basic limit: </w:t>
      </w:r>
      <w:r w:rsidRPr="00EF2F0E">
        <w:t xml:space="preserve">emissions limit taken from the </w:t>
      </w:r>
      <w:r w:rsidRPr="00EF2F0E">
        <w:rPr>
          <w:i/>
        </w:rPr>
        <w:t>non-AAS BS</w:t>
      </w:r>
      <w:r w:rsidRPr="00EF2F0E">
        <w:t xml:space="preserve"> specifications that is converted into a per </w:t>
      </w:r>
      <w:r w:rsidRPr="00EF2F0E">
        <w:rPr>
          <w:i/>
        </w:rPr>
        <w:t>TAB connector TX min cell group</w:t>
      </w:r>
      <w:r w:rsidRPr="00EF2F0E">
        <w:t xml:space="preserve"> AAS BS emissions limit, or into a per </w:t>
      </w:r>
      <w:r w:rsidRPr="00EF2F0E">
        <w:rPr>
          <w:i/>
        </w:rPr>
        <w:t>TAB connector RX min cell group</w:t>
      </w:r>
      <w:r w:rsidRPr="00EF2F0E">
        <w:t xml:space="preserve"> AAS BS emissions limit by scaling, depending on the context</w:t>
      </w:r>
    </w:p>
    <w:p w14:paraId="0984CC67" w14:textId="77777777" w:rsidR="005C1B04" w:rsidRPr="00EF2F0E" w:rsidRDefault="005C1B04" w:rsidP="00A40339">
      <w:pPr>
        <w:spacing w:after="120"/>
        <w:rPr>
          <w:lang w:eastAsia="zh-CN"/>
        </w:rPr>
      </w:pPr>
      <w:r w:rsidRPr="00EF2F0E">
        <w:rPr>
          <w:b/>
          <w:lang w:eastAsia="zh-CN"/>
        </w:rPr>
        <w:t>beam:</w:t>
      </w:r>
      <w:r w:rsidRPr="00EF2F0E">
        <w:rPr>
          <w:lang w:eastAsia="zh-CN"/>
        </w:rPr>
        <w:t xml:space="preserve"> main lobe of a </w:t>
      </w:r>
      <w:r w:rsidRPr="00EF2F0E">
        <w:t>radiat</w:t>
      </w:r>
      <w:r w:rsidRPr="00EF2F0E">
        <w:rPr>
          <w:lang w:eastAsia="zh-CN"/>
        </w:rPr>
        <w:t>ion pattern from an AAS BS</w:t>
      </w:r>
    </w:p>
    <w:p w14:paraId="0984CC68" w14:textId="77777777" w:rsidR="005C1B04" w:rsidRPr="00EF2F0E" w:rsidRDefault="005C1B04" w:rsidP="00A40339">
      <w:pPr>
        <w:pStyle w:val="NO"/>
        <w:rPr>
          <w:lang w:eastAsia="zh-CN"/>
        </w:rPr>
      </w:pPr>
      <w:r w:rsidRPr="00EF2F0E">
        <w:rPr>
          <w:lang w:eastAsia="zh-CN"/>
        </w:rPr>
        <w:t>NOTE:</w:t>
      </w:r>
      <w:r w:rsidRPr="00EF2F0E">
        <w:rPr>
          <w:lang w:eastAsia="zh-CN"/>
        </w:rPr>
        <w:tab/>
        <w:t>For certain AAS BS antenna array, there may be more than one beam.</w:t>
      </w:r>
    </w:p>
    <w:p w14:paraId="0984CC69" w14:textId="77777777" w:rsidR="005C1B04" w:rsidRPr="00EF2F0E" w:rsidRDefault="005C1B04" w:rsidP="00A40339">
      <w:r w:rsidRPr="00EF2F0E">
        <w:rPr>
          <w:b/>
          <w:lang w:eastAsia="zh-CN"/>
        </w:rPr>
        <w:t>beam centre direction:</w:t>
      </w:r>
      <w:r w:rsidRPr="00EF2F0E">
        <w:rPr>
          <w:lang w:eastAsia="zh-CN"/>
        </w:rPr>
        <w:t xml:space="preserve"> </w:t>
      </w:r>
      <w:r w:rsidRPr="00EF2F0E">
        <w:t>direction equal to the geometric centre of the half-power EIRP contour of the beam</w:t>
      </w:r>
    </w:p>
    <w:p w14:paraId="0984CC6A" w14:textId="77777777" w:rsidR="005C1B04" w:rsidRPr="00EF2F0E" w:rsidRDefault="005C1B04" w:rsidP="00A40339">
      <w:r w:rsidRPr="00EF2F0E">
        <w:rPr>
          <w:b/>
          <w:lang w:eastAsia="zh-CN"/>
        </w:rPr>
        <w:t>beam direction pair:</w:t>
      </w:r>
      <w:r w:rsidRPr="00EF2F0E">
        <w:rPr>
          <w:lang w:eastAsia="zh-CN"/>
        </w:rPr>
        <w:t xml:space="preserve"> data set consisting of </w:t>
      </w:r>
      <w:r w:rsidRPr="00EF2F0E">
        <w:t xml:space="preserve"> the</w:t>
      </w:r>
      <w:r w:rsidRPr="00EF2F0E">
        <w:rPr>
          <w:i/>
        </w:rPr>
        <w:t xml:space="preserve"> beam centre direction </w:t>
      </w:r>
      <w:r w:rsidRPr="00EF2F0E">
        <w:t xml:space="preserve">and the related </w:t>
      </w:r>
      <w:r w:rsidRPr="00EF2F0E">
        <w:rPr>
          <w:i/>
        </w:rPr>
        <w:t>beam peak direction</w:t>
      </w:r>
    </w:p>
    <w:p w14:paraId="0984CC6B" w14:textId="77777777" w:rsidR="005C1B04" w:rsidRPr="00EF2F0E" w:rsidRDefault="005C1B04" w:rsidP="00A40339">
      <w:r w:rsidRPr="00EF2F0E">
        <w:rPr>
          <w:b/>
        </w:rPr>
        <w:t>beam peak direction:</w:t>
      </w:r>
      <w:r w:rsidRPr="00EF2F0E">
        <w:t xml:space="preserve"> direction where the maximum EIRP is supposed to be found</w:t>
      </w:r>
    </w:p>
    <w:p w14:paraId="0984CC6C" w14:textId="77777777" w:rsidR="005C1B04" w:rsidRPr="00EF2F0E" w:rsidRDefault="005C1B04" w:rsidP="00A40339">
      <w:r w:rsidRPr="00EF2F0E">
        <w:rPr>
          <w:b/>
          <w:lang w:eastAsia="zh-CN"/>
        </w:rPr>
        <w:t xml:space="preserve">beamwidth: </w:t>
      </w:r>
      <w:r w:rsidRPr="00EF2F0E">
        <w:t>angles describing the major and minor axes of an ellipsoid closest fit to an essentially elliptic half-power EIRP contour of the beam</w:t>
      </w:r>
    </w:p>
    <w:p w14:paraId="0984CC6D" w14:textId="77777777" w:rsidR="005C1B04" w:rsidRPr="00EF2F0E" w:rsidRDefault="005C1B04" w:rsidP="00A40339">
      <w:pPr>
        <w:rPr>
          <w:bCs/>
        </w:rPr>
      </w:pPr>
      <w:r w:rsidRPr="00EF2F0E">
        <w:rPr>
          <w:b/>
        </w:rPr>
        <w:t xml:space="preserve">carrier: </w:t>
      </w:r>
      <w:r w:rsidRPr="00EF2F0E">
        <w:rPr>
          <w:bCs/>
        </w:rPr>
        <w:t xml:space="preserve">modulated waveform conveying the </w:t>
      </w:r>
      <w:r w:rsidRPr="00EF2F0E">
        <w:t xml:space="preserve">E-UTRA or UTRA </w:t>
      </w:r>
      <w:r w:rsidRPr="00EF2F0E">
        <w:rPr>
          <w:bCs/>
        </w:rPr>
        <w:t>physical channels</w:t>
      </w:r>
    </w:p>
    <w:p w14:paraId="0984CC6E" w14:textId="77777777" w:rsidR="005C1B04" w:rsidRPr="00EF2F0E" w:rsidRDefault="005C1B04" w:rsidP="00A40339">
      <w:pPr>
        <w:rPr>
          <w:b/>
          <w:bCs/>
        </w:rPr>
      </w:pPr>
      <w:r w:rsidRPr="00EF2F0E">
        <w:rPr>
          <w:b/>
          <w:bCs/>
        </w:rPr>
        <w:t xml:space="preserve">carrier aggregation: </w:t>
      </w:r>
      <w:r w:rsidRPr="00EF2F0E">
        <w:rPr>
          <w:bCs/>
        </w:rPr>
        <w:t xml:space="preserve">aggregation of two or more </w:t>
      </w:r>
      <w:r w:rsidR="00E0065E" w:rsidRPr="00EF2F0E">
        <w:rPr>
          <w:bCs/>
        </w:rPr>
        <w:t xml:space="preserve">NR or </w:t>
      </w:r>
      <w:r w:rsidRPr="00EF2F0E">
        <w:rPr>
          <w:bCs/>
          <w:lang w:eastAsia="zh-CN"/>
        </w:rPr>
        <w:t xml:space="preserve">E-UTRA </w:t>
      </w:r>
      <w:r w:rsidRPr="00EF2F0E">
        <w:rPr>
          <w:bCs/>
        </w:rPr>
        <w:t xml:space="preserve">component carriers in order to support wider </w:t>
      </w:r>
      <w:r w:rsidRPr="00EF2F0E">
        <w:rPr>
          <w:bCs/>
          <w:i/>
        </w:rPr>
        <w:t>transmission bandwidth</w:t>
      </w:r>
      <w:r w:rsidRPr="00EF2F0E">
        <w:rPr>
          <w:bCs/>
        </w:rPr>
        <w:t>s</w:t>
      </w:r>
    </w:p>
    <w:p w14:paraId="0984CC6F" w14:textId="77777777" w:rsidR="005C1B04" w:rsidRPr="00EF2F0E" w:rsidRDefault="005C1B04" w:rsidP="00A40339">
      <w:r w:rsidRPr="00EF2F0E">
        <w:rPr>
          <w:b/>
        </w:rPr>
        <w:t>channel bandwidth:</w:t>
      </w:r>
      <w:r w:rsidRPr="00EF2F0E">
        <w:t xml:space="preserve"> RF bandwidth supporting a single RF carrier with the </w:t>
      </w:r>
      <w:r w:rsidRPr="00EF2F0E">
        <w:rPr>
          <w:i/>
        </w:rPr>
        <w:t xml:space="preserve">transmission bandwidth </w:t>
      </w:r>
      <w:r w:rsidRPr="00EF2F0E">
        <w:t>configured in the uplink or downlink of a cell</w:t>
      </w:r>
    </w:p>
    <w:p w14:paraId="0984CC70" w14:textId="77777777" w:rsidR="005C1B04" w:rsidRPr="00EF2F0E" w:rsidRDefault="005C1B04" w:rsidP="00A40339">
      <w:pPr>
        <w:pStyle w:val="NO"/>
      </w:pPr>
      <w:r w:rsidRPr="00EF2F0E">
        <w:t>NOTE 1:</w:t>
      </w:r>
      <w:r w:rsidRPr="00EF2F0E">
        <w:tab/>
        <w:t xml:space="preserve">The </w:t>
      </w:r>
      <w:r w:rsidRPr="00EF2F0E">
        <w:rPr>
          <w:i/>
        </w:rPr>
        <w:t>channel</w:t>
      </w:r>
      <w:r w:rsidRPr="00EF2F0E">
        <w:t xml:space="preserve"> </w:t>
      </w:r>
      <w:r w:rsidRPr="00EF2F0E">
        <w:rPr>
          <w:i/>
        </w:rPr>
        <w:t>bandwidth</w:t>
      </w:r>
      <w:r w:rsidRPr="00EF2F0E">
        <w:t xml:space="preserve"> is measured in MHz and is used as a reference for transmitter and receiver RF requirements.</w:t>
      </w:r>
    </w:p>
    <w:p w14:paraId="0984CC71" w14:textId="77777777" w:rsidR="005C1B04" w:rsidRPr="00EF2F0E" w:rsidRDefault="005C1B04" w:rsidP="00A40339">
      <w:pPr>
        <w:pStyle w:val="NO"/>
      </w:pPr>
      <w:r w:rsidRPr="00EF2F0E">
        <w:t>NOTE 2:</w:t>
      </w:r>
      <w:r w:rsidRPr="00EF2F0E">
        <w:tab/>
        <w:t xml:space="preserve">For UTRA FDD, the </w:t>
      </w:r>
      <w:r w:rsidRPr="00EF2F0E">
        <w:rPr>
          <w:i/>
        </w:rPr>
        <w:t>channel</w:t>
      </w:r>
      <w:r w:rsidRPr="00EF2F0E" w:rsidDel="00D636E8">
        <w:t xml:space="preserve"> </w:t>
      </w:r>
      <w:r w:rsidRPr="00EF2F0E">
        <w:rPr>
          <w:i/>
        </w:rPr>
        <w:t>bandwidth</w:t>
      </w:r>
      <w:r w:rsidRPr="00EF2F0E">
        <w:t xml:space="preserve"> is the nominal channel spacing specified in 3GPP TS 25.104 [2], For UTRA TDD 1,28 Mcps, the </w:t>
      </w:r>
      <w:r w:rsidRPr="00EF2F0E">
        <w:rPr>
          <w:i/>
        </w:rPr>
        <w:t>channel</w:t>
      </w:r>
      <w:r w:rsidRPr="00EF2F0E">
        <w:t xml:space="preserve"> </w:t>
      </w:r>
      <w:r w:rsidRPr="00EF2F0E">
        <w:rPr>
          <w:i/>
        </w:rPr>
        <w:t>bandwidth</w:t>
      </w:r>
      <w:r w:rsidRPr="00EF2F0E">
        <w:t xml:space="preserve"> is the nominal channel spacing specified in 3GPP TS 25.105 [3].</w:t>
      </w:r>
    </w:p>
    <w:p w14:paraId="0984CC72" w14:textId="77777777" w:rsidR="00E0065E" w:rsidRPr="00EF2F0E" w:rsidRDefault="005C1B04" w:rsidP="00E0065E">
      <w:pPr>
        <w:pStyle w:val="NO"/>
      </w:pPr>
      <w:r w:rsidRPr="00EF2F0E">
        <w:t>NOTE 3:</w:t>
      </w:r>
      <w:r w:rsidRPr="00EF2F0E">
        <w:tab/>
        <w:t xml:space="preserve">For E-UTRA, the </w:t>
      </w:r>
      <w:r w:rsidRPr="00EF2F0E">
        <w:rPr>
          <w:i/>
        </w:rPr>
        <w:t>channel</w:t>
      </w:r>
      <w:r w:rsidRPr="00EF2F0E" w:rsidDel="00D636E8">
        <w:t xml:space="preserve"> </w:t>
      </w:r>
      <w:r w:rsidRPr="00EF2F0E">
        <w:rPr>
          <w:i/>
        </w:rPr>
        <w:t>bandwidths</w:t>
      </w:r>
      <w:r w:rsidRPr="00EF2F0E">
        <w:t xml:space="preserve"> are specified in 3GPP TS 36.104 [4]. Standalone NB-IoT </w:t>
      </w:r>
      <w:r w:rsidRPr="00EF2F0E">
        <w:rPr>
          <w:i/>
        </w:rPr>
        <w:t>channel bandwidths</w:t>
      </w:r>
      <w:r w:rsidRPr="00EF2F0E">
        <w:t xml:space="preserve"> specified in 3GPP TS 36.104 [4] are not applicable to AAS BS.</w:t>
      </w:r>
    </w:p>
    <w:p w14:paraId="0984CC73" w14:textId="77777777" w:rsidR="005C1B04" w:rsidRPr="00EF2F0E" w:rsidRDefault="00E0065E" w:rsidP="00E0065E">
      <w:pPr>
        <w:pStyle w:val="NO"/>
        <w:rPr>
          <w:lang w:eastAsia="zh-CN"/>
        </w:rPr>
      </w:pPr>
      <w:r w:rsidRPr="00EF2F0E">
        <w:t>NOTE 4:</w:t>
      </w:r>
      <w:r w:rsidRPr="00EF2F0E">
        <w:tab/>
        <w:t xml:space="preserve">In TS 38.104 [28] for NR, </w:t>
      </w:r>
      <w:r w:rsidRPr="00EF2F0E">
        <w:rPr>
          <w:i/>
        </w:rPr>
        <w:t>channel bandwidths</w:t>
      </w:r>
      <w:r w:rsidRPr="00EF2F0E">
        <w:t xml:space="preserve"> are referred to as BS channel bandwidths, since for NR BS and UE channel bandwidths may differ.</w:t>
      </w:r>
    </w:p>
    <w:p w14:paraId="0984CC74" w14:textId="77777777" w:rsidR="005C1B04" w:rsidRPr="00EF2F0E" w:rsidRDefault="005C1B04" w:rsidP="00A40339">
      <w:r w:rsidRPr="00EF2F0E">
        <w:rPr>
          <w:b/>
          <w:bCs/>
        </w:rPr>
        <w:t>code domain power:</w:t>
      </w:r>
      <w:r w:rsidRPr="00EF2F0E">
        <w:t xml:space="preserve"> part of the mean power which correlates with a particular (OVSF) code channel in a UTRA signal</w:t>
      </w:r>
    </w:p>
    <w:p w14:paraId="0984CC75" w14:textId="77777777" w:rsidR="005C1B04" w:rsidRPr="00EF2F0E" w:rsidRDefault="005C1B04" w:rsidP="00A40339">
      <w:pPr>
        <w:pStyle w:val="NO"/>
      </w:pPr>
      <w:r w:rsidRPr="00EF2F0E">
        <w:t>NOTE:</w:t>
      </w:r>
      <w:r w:rsidRPr="00EF2F0E">
        <w:tab/>
        <w:t>The sum of all powers in the code domain equals the mean power in a bandwidth of (1+</w:t>
      </w:r>
      <w:r w:rsidRPr="00EF2F0E">
        <w:rPr>
          <w:rFonts w:ascii="Symbol" w:hAnsi="Symbol"/>
        </w:rPr>
        <w:t></w:t>
      </w:r>
      <w:r w:rsidRPr="00EF2F0E">
        <w:t>) times the chip rate of the radio access mode.</w:t>
      </w:r>
    </w:p>
    <w:p w14:paraId="0984CC76" w14:textId="77777777" w:rsidR="005C1B04" w:rsidRPr="00EF2F0E" w:rsidRDefault="005C1B04" w:rsidP="00A40339">
      <w:pPr>
        <w:spacing w:after="0"/>
      </w:pPr>
      <w:r w:rsidRPr="00EF2F0E">
        <w:rPr>
          <w:b/>
          <w:lang w:val="en-US" w:eastAsia="zh-CN"/>
        </w:rPr>
        <w:t>co-location reference antenna</w:t>
      </w:r>
      <w:r w:rsidRPr="00EF2F0E">
        <w:rPr>
          <w:lang w:val="en-US" w:eastAsia="zh-CN"/>
        </w:rPr>
        <w:t xml:space="preserve">: </w:t>
      </w:r>
      <w:r w:rsidRPr="00EF2F0E">
        <w:t>a passive antenna used as reference for base station to base station co-location requirements.</w:t>
      </w:r>
    </w:p>
    <w:p w14:paraId="0984CC77" w14:textId="77777777" w:rsidR="005C1B04" w:rsidRPr="00EF2F0E" w:rsidRDefault="005C1B04" w:rsidP="00A40339">
      <w:pPr>
        <w:spacing w:after="0"/>
      </w:pPr>
    </w:p>
    <w:p w14:paraId="0984CC78" w14:textId="77777777" w:rsidR="005C1B04" w:rsidRPr="00EF2F0E" w:rsidRDefault="005C1B04" w:rsidP="00A40339">
      <w:r w:rsidRPr="00EF2F0E">
        <w:rPr>
          <w:b/>
          <w:bCs/>
        </w:rPr>
        <w:t>demodulation branch</w:t>
      </w:r>
      <w:r w:rsidRPr="00EF2F0E">
        <w:rPr>
          <w:b/>
        </w:rPr>
        <w:t>:</w:t>
      </w:r>
      <w:r w:rsidRPr="00EF2F0E">
        <w:t xml:space="preserve"> single input of the </w:t>
      </w:r>
      <w:r w:rsidRPr="00EF2F0E">
        <w:rPr>
          <w:i/>
        </w:rPr>
        <w:t>AAS BS receiver</w:t>
      </w:r>
      <w:r w:rsidRPr="00EF2F0E">
        <w:t xml:space="preserve"> to the demodulation algorithms. </w:t>
      </w:r>
    </w:p>
    <w:p w14:paraId="0984CC79" w14:textId="77777777" w:rsidR="005C1B04" w:rsidRPr="00EF2F0E" w:rsidRDefault="005C1B04" w:rsidP="00A40339">
      <w:pPr>
        <w:ind w:left="1134" w:hanging="850"/>
      </w:pPr>
      <w:r w:rsidRPr="00EF2F0E">
        <w:t>NOTE 1:</w:t>
      </w:r>
      <w:r w:rsidRPr="00EF2F0E">
        <w:tab/>
        <w:t>For UTRA</w:t>
      </w:r>
      <w:r w:rsidRPr="00EF2F0E">
        <w:rPr>
          <w:i/>
        </w:rPr>
        <w:t xml:space="preserve"> non-AAS BS</w:t>
      </w:r>
      <w:r w:rsidRPr="00EF2F0E">
        <w:t xml:space="preserve"> a </w:t>
      </w:r>
      <w:r w:rsidRPr="00EF2F0E">
        <w:rPr>
          <w:i/>
          <w:iCs/>
        </w:rPr>
        <w:t>demodulation branch</w:t>
      </w:r>
      <w:r w:rsidRPr="00EF2F0E">
        <w:t xml:space="preserve"> is referred to as a receive diversity branch or an UL MIMO branch. For E-UTRA </w:t>
      </w:r>
      <w:r w:rsidRPr="00EF2F0E">
        <w:rPr>
          <w:i/>
        </w:rPr>
        <w:t>non-AAS BS</w:t>
      </w:r>
      <w:r w:rsidRPr="00EF2F0E">
        <w:t xml:space="preserve"> a </w:t>
      </w:r>
      <w:r w:rsidRPr="00EF2F0E">
        <w:rPr>
          <w:i/>
          <w:iCs/>
        </w:rPr>
        <w:t>demodulation branch</w:t>
      </w:r>
      <w:r w:rsidRPr="00EF2F0E">
        <w:t xml:space="preserve"> is referred to as an RX antenna in the performance requirement tables.</w:t>
      </w:r>
    </w:p>
    <w:p w14:paraId="0984CC7A" w14:textId="77777777" w:rsidR="005C1B04" w:rsidRPr="00EF2F0E" w:rsidRDefault="005C1B04" w:rsidP="00A40339">
      <w:pPr>
        <w:pStyle w:val="NO"/>
      </w:pPr>
      <w:r w:rsidRPr="00EF2F0E">
        <w:t>NOTE 2:</w:t>
      </w:r>
      <w:r w:rsidRPr="00EF2F0E">
        <w:tab/>
        <w:t>The term "RX antenna" in chapter 8 (i.e. Performance requirements) of the E-UTRA specification 3GPP TS 36.104 [4] does not refer to physical receiver antennas.</w:t>
      </w:r>
    </w:p>
    <w:p w14:paraId="0984CC7B" w14:textId="77777777" w:rsidR="005C1B04" w:rsidRPr="00EF2F0E" w:rsidRDefault="005C1B04" w:rsidP="00A40339">
      <w:pPr>
        <w:rPr>
          <w:rFonts w:cs="v5.0.0"/>
        </w:rPr>
      </w:pPr>
      <w:r w:rsidRPr="00EF2F0E">
        <w:rPr>
          <w:rFonts w:cs="v5.0.0"/>
          <w:b/>
          <w:bCs/>
        </w:rPr>
        <w:t xml:space="preserve">downlink operating band: </w:t>
      </w:r>
      <w:r w:rsidRPr="00EF2F0E">
        <w:rPr>
          <w:rFonts w:cs="v5.0.0"/>
        </w:rPr>
        <w:t xml:space="preserve">part of the (FDD) </w:t>
      </w:r>
      <w:r w:rsidRPr="00EF2F0E">
        <w:rPr>
          <w:rFonts w:cs="v5.0.0"/>
          <w:i/>
          <w:iCs/>
        </w:rPr>
        <w:t>operating band</w:t>
      </w:r>
      <w:r w:rsidRPr="00EF2F0E">
        <w:rPr>
          <w:rFonts w:cs="v5.0.0"/>
        </w:rPr>
        <w:t xml:space="preserve"> designated for downlink transmission</w:t>
      </w:r>
    </w:p>
    <w:p w14:paraId="0984CC7C" w14:textId="77777777" w:rsidR="005C15CF" w:rsidRPr="00EF2F0E" w:rsidRDefault="005C15CF" w:rsidP="005C15CF">
      <w:pPr>
        <w:overflowPunct w:val="0"/>
        <w:autoSpaceDE w:val="0"/>
        <w:autoSpaceDN w:val="0"/>
        <w:adjustRightInd w:val="0"/>
        <w:textAlignment w:val="baseline"/>
        <w:rPr>
          <w:rFonts w:cs="v5.0.0"/>
          <w:lang w:eastAsia="zh-CN"/>
        </w:rPr>
      </w:pPr>
      <w:r w:rsidRPr="00EF2F0E">
        <w:rPr>
          <w:rFonts w:eastAsia="Times New Roman" w:cs="v5.0.0"/>
          <w:b/>
          <w:lang w:eastAsia="ko-KR"/>
        </w:rPr>
        <w:t>enhanced performance requirements type A</w:t>
      </w:r>
      <w:r w:rsidRPr="00EF2F0E">
        <w:rPr>
          <w:rFonts w:eastAsia="Times New Roman" w:cs="v5.0.0"/>
          <w:lang w:eastAsia="ko-KR"/>
        </w:rPr>
        <w:t>: This defines performance requirements assuming baseline receiver as demodulation reference signal based linear minimum mean square error interference rejection combining</w:t>
      </w:r>
    </w:p>
    <w:p w14:paraId="0984CC7D" w14:textId="77777777" w:rsidR="005C15CF" w:rsidRPr="00EF2F0E" w:rsidRDefault="005C15CF" w:rsidP="005C15CF">
      <w:pPr>
        <w:overflowPunct w:val="0"/>
        <w:autoSpaceDE w:val="0"/>
        <w:autoSpaceDN w:val="0"/>
        <w:adjustRightInd w:val="0"/>
        <w:textAlignment w:val="baseline"/>
      </w:pPr>
      <w:r w:rsidRPr="00EF2F0E">
        <w:rPr>
          <w:rFonts w:eastAsia="Times New Roman" w:cs="v5.0.0"/>
          <w:b/>
          <w:lang w:eastAsia="ko-KR"/>
        </w:rPr>
        <w:t xml:space="preserve">enhanced performance requirements type </w:t>
      </w:r>
      <w:r w:rsidRPr="00EF2F0E">
        <w:rPr>
          <w:rFonts w:cs="v5.0.0" w:hint="eastAsia"/>
          <w:b/>
          <w:lang w:eastAsia="zh-CN"/>
        </w:rPr>
        <w:t>B</w:t>
      </w:r>
      <w:r w:rsidRPr="00EF2F0E">
        <w:rPr>
          <w:rFonts w:eastAsia="Times New Roman" w:cs="v5.0.0"/>
          <w:lang w:eastAsia="ko-KR"/>
        </w:rPr>
        <w:t xml:space="preserve">: This defines performance requirements assuming baseline receiver as </w:t>
      </w:r>
      <w:r w:rsidRPr="00EF2F0E">
        <w:rPr>
          <w:rFonts w:hint="eastAsia"/>
          <w:bCs/>
          <w:lang w:eastAsia="zh-CN"/>
        </w:rPr>
        <w:t>code word</w:t>
      </w:r>
      <w:r w:rsidRPr="00EF2F0E">
        <w:rPr>
          <w:bCs/>
        </w:rPr>
        <w:t xml:space="preserve"> </w:t>
      </w:r>
      <w:r w:rsidRPr="00EF2F0E">
        <w:t xml:space="preserve">level </w:t>
      </w:r>
      <w:r w:rsidRPr="00EF2F0E">
        <w:rPr>
          <w:bCs/>
        </w:rPr>
        <w:t>interference cancellation</w:t>
      </w:r>
      <w:r w:rsidRPr="00EF2F0E">
        <w:rPr>
          <w:rFonts w:hint="eastAsia"/>
          <w:bCs/>
          <w:lang w:eastAsia="zh-CN"/>
        </w:rPr>
        <w:t xml:space="preserve"> for </w:t>
      </w:r>
      <w:r w:rsidRPr="00EF2F0E">
        <w:rPr>
          <w:lang w:val="en-US" w:eastAsia="zh-CN"/>
        </w:rPr>
        <w:t xml:space="preserve">intra-cell </w:t>
      </w:r>
      <w:r w:rsidRPr="00EF2F0E">
        <w:rPr>
          <w:bCs/>
        </w:rPr>
        <w:t>inter-</w:t>
      </w:r>
      <w:r w:rsidRPr="00EF2F0E">
        <w:rPr>
          <w:rFonts w:hint="eastAsia"/>
          <w:bCs/>
          <w:lang w:eastAsia="zh-CN"/>
        </w:rPr>
        <w:t xml:space="preserve">user </w:t>
      </w:r>
      <w:r w:rsidRPr="00EF2F0E">
        <w:rPr>
          <w:lang w:val="en-US" w:eastAsia="zh-CN"/>
        </w:rPr>
        <w:t xml:space="preserve">interference </w:t>
      </w:r>
      <w:r w:rsidRPr="00EF2F0E">
        <w:rPr>
          <w:rFonts w:hint="eastAsia"/>
          <w:lang w:val="en-US" w:eastAsia="zh-CN"/>
        </w:rPr>
        <w:t>plus</w:t>
      </w:r>
      <w:r w:rsidRPr="00EF2F0E">
        <w:rPr>
          <w:rFonts w:eastAsia="Times New Roman" w:cs="v5.0.0"/>
          <w:lang w:eastAsia="ko-KR"/>
        </w:rPr>
        <w:t xml:space="preserve"> demodulation reference signal based linear minimum mean square error interference rejection combining</w:t>
      </w:r>
      <w:r w:rsidRPr="00EF2F0E">
        <w:rPr>
          <w:rFonts w:cs="v5.0.0" w:hint="eastAsia"/>
          <w:lang w:eastAsia="zh-CN"/>
        </w:rPr>
        <w:t xml:space="preserve"> for</w:t>
      </w:r>
      <w:r w:rsidRPr="00EF2F0E">
        <w:rPr>
          <w:rFonts w:hint="eastAsia"/>
          <w:lang w:val="en-US" w:eastAsia="zh-CN"/>
        </w:rPr>
        <w:t xml:space="preserve"> </w:t>
      </w:r>
      <w:r w:rsidRPr="00EF2F0E">
        <w:t>inter-cell interference</w:t>
      </w:r>
    </w:p>
    <w:p w14:paraId="0984CC7E" w14:textId="77777777" w:rsidR="005C1B04" w:rsidRPr="00EF2F0E" w:rsidRDefault="005C1B04" w:rsidP="00A40339">
      <w:r w:rsidRPr="00EF2F0E">
        <w:rPr>
          <w:b/>
          <w:bCs/>
        </w:rPr>
        <w:t xml:space="preserve">equivalent isotropic radiated power: </w:t>
      </w:r>
      <w:r w:rsidRPr="00EF2F0E">
        <w:t>equivalent power radiated from an isotropic directivity device producing the same field intensity at a point of observation as the field intensity radiated in the direction of the same point of observation by the discussed device</w:t>
      </w:r>
    </w:p>
    <w:p w14:paraId="0984CC7F" w14:textId="77777777" w:rsidR="005C1B04" w:rsidRPr="00EF2F0E" w:rsidRDefault="005C1B04" w:rsidP="00A40339">
      <w:pPr>
        <w:pStyle w:val="NO"/>
      </w:pPr>
      <w:r w:rsidRPr="00EF2F0E">
        <w:t>NOTE:</w:t>
      </w:r>
      <w:r w:rsidRPr="00EF2F0E">
        <w:tab/>
        <w:t>Isotropic directivity is equal in all directions (i.e. 0 dBi).</w:t>
      </w:r>
    </w:p>
    <w:p w14:paraId="0984CC80" w14:textId="77777777" w:rsidR="005C1B04" w:rsidRPr="00EF2F0E" w:rsidRDefault="005C1B04" w:rsidP="00A40339">
      <w:r w:rsidRPr="00EF2F0E">
        <w:rPr>
          <w:b/>
        </w:rPr>
        <w:t>equivalent isotropic sensitivity:</w:t>
      </w:r>
      <w:r w:rsidRPr="00EF2F0E">
        <w:t xml:space="preserve"> sensitivity for an isotropic directivity device equivalent to the sensitivity of the discussed device exposed to an incoming wave from a defined AoA</w:t>
      </w:r>
    </w:p>
    <w:p w14:paraId="0984CC81" w14:textId="77777777" w:rsidR="005C1B04" w:rsidRPr="00EF2F0E" w:rsidRDefault="005C1B04" w:rsidP="00A40339">
      <w:pPr>
        <w:pStyle w:val="NO"/>
      </w:pPr>
      <w:r w:rsidRPr="00EF2F0E">
        <w:t>NOTE 1:</w:t>
      </w:r>
      <w:r w:rsidRPr="00EF2F0E">
        <w:tab/>
        <w:t>The sensitivity is the minimum received power level at which a RAT specific requirement is met.</w:t>
      </w:r>
    </w:p>
    <w:p w14:paraId="0984CC82" w14:textId="77777777" w:rsidR="005C1B04" w:rsidRPr="00EF2F0E" w:rsidRDefault="005C1B04" w:rsidP="00A40339">
      <w:pPr>
        <w:pStyle w:val="NO"/>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6374"/>
        </w:tabs>
      </w:pPr>
      <w:r w:rsidRPr="00EF2F0E">
        <w:t>NOTE 2:</w:t>
      </w:r>
      <w:r w:rsidRPr="00EF2F0E">
        <w:tab/>
        <w:t>Isotropic directivity is equal in all directions (i.e. 0 dBi).</w:t>
      </w:r>
    </w:p>
    <w:p w14:paraId="0984CC83" w14:textId="77777777" w:rsidR="005C1B04" w:rsidRPr="00EF2F0E" w:rsidRDefault="005C1B04" w:rsidP="00A40339">
      <w:pPr>
        <w:rPr>
          <w:i/>
          <w:lang w:val="en-US" w:eastAsia="zh-CN"/>
        </w:rPr>
      </w:pPr>
      <w:r w:rsidRPr="00EF2F0E">
        <w:rPr>
          <w:b/>
          <w:lang w:val="en-US" w:eastAsia="zh-CN"/>
        </w:rPr>
        <w:t>hybrid AAS BS</w:t>
      </w:r>
      <w:r w:rsidRPr="00EF2F0E">
        <w:rPr>
          <w:lang w:val="en-US" w:eastAsia="zh-CN"/>
        </w:rPr>
        <w:t>:</w:t>
      </w:r>
      <w:r w:rsidRPr="00EF2F0E">
        <w:rPr>
          <w:lang w:val="en-US" w:eastAsia="zh-CN"/>
        </w:rPr>
        <w:tab/>
        <w:t xml:space="preserve">AAS BS which has both a conducted RF interface and a radiated RF interface in the far field and conforms to a </w:t>
      </w:r>
      <w:r w:rsidRPr="00EF2F0E">
        <w:rPr>
          <w:i/>
          <w:lang w:val="en-US" w:eastAsia="zh-CN"/>
        </w:rPr>
        <w:t>hybrid requirements set</w:t>
      </w:r>
    </w:p>
    <w:p w14:paraId="0984CC84" w14:textId="77777777" w:rsidR="005C1B04" w:rsidRPr="00EF2F0E" w:rsidRDefault="005C1B04" w:rsidP="00A40339">
      <w:pPr>
        <w:rPr>
          <w:lang w:val="en-US" w:eastAsia="zh-CN"/>
        </w:rPr>
      </w:pPr>
      <w:r w:rsidRPr="00EF2F0E">
        <w:rPr>
          <w:b/>
          <w:lang w:val="en-US" w:eastAsia="zh-CN"/>
        </w:rPr>
        <w:t>hybrid requirements set</w:t>
      </w:r>
      <w:r w:rsidRPr="00EF2F0E">
        <w:rPr>
          <w:lang w:val="en-US" w:eastAsia="zh-CN"/>
        </w:rPr>
        <w:t xml:space="preserve">: complete set of requirements applied to a </w:t>
      </w:r>
      <w:r w:rsidRPr="00EF2F0E">
        <w:rPr>
          <w:i/>
          <w:lang w:val="en-US" w:eastAsia="zh-CN"/>
        </w:rPr>
        <w:t>hybrid AAS BS</w:t>
      </w:r>
      <w:r w:rsidRPr="00EF2F0E">
        <w:rPr>
          <w:lang w:val="en-US" w:eastAsia="zh-CN"/>
        </w:rPr>
        <w:t xml:space="preserve"> with both conducted and radiated  requirements</w:t>
      </w:r>
    </w:p>
    <w:p w14:paraId="0984CC85" w14:textId="77777777" w:rsidR="005C1B04" w:rsidRPr="00EF2F0E" w:rsidRDefault="005C1B04" w:rsidP="00A40339">
      <w:r w:rsidRPr="00EF2F0E">
        <w:rPr>
          <w:b/>
        </w:rPr>
        <w:t xml:space="preserve">inter-band gap: </w:t>
      </w:r>
      <w:r w:rsidRPr="00EF2F0E">
        <w:t>frequency gap between two supported consecutive operating bands</w:t>
      </w:r>
    </w:p>
    <w:p w14:paraId="0984CC86" w14:textId="77777777" w:rsidR="005C1B04" w:rsidRPr="00EF2F0E" w:rsidRDefault="005C1B04" w:rsidP="00A40339">
      <w:pPr>
        <w:rPr>
          <w:rFonts w:cs="v5.0.0"/>
        </w:rPr>
      </w:pPr>
      <w:r w:rsidRPr="00EF2F0E">
        <w:rPr>
          <w:rFonts w:cs="v5.0.0"/>
          <w:b/>
        </w:rPr>
        <w:t>Inter RF Bandwidth gap:</w:t>
      </w:r>
      <w:r w:rsidRPr="00EF2F0E">
        <w:rPr>
          <w:rFonts w:cs="v5.0.0"/>
        </w:rPr>
        <w:t xml:space="preserve"> frequency gap between two consecutive </w:t>
      </w:r>
      <w:r w:rsidRPr="00EF2F0E">
        <w:rPr>
          <w:rFonts w:cs="v5.0.0"/>
          <w:i/>
        </w:rPr>
        <w:t>Base Station RF Bandwidth</w:t>
      </w:r>
      <w:r w:rsidRPr="00EF2F0E">
        <w:rPr>
          <w:rFonts w:cs="v5.0.0"/>
        </w:rPr>
        <w:t>s that are placed within</w:t>
      </w:r>
      <w:r w:rsidRPr="00EF2F0E" w:rsidDel="00BC1ABC">
        <w:rPr>
          <w:rFonts w:cs="v5.0.0"/>
        </w:rPr>
        <w:t xml:space="preserve"> </w:t>
      </w:r>
      <w:r w:rsidRPr="00EF2F0E">
        <w:rPr>
          <w:rFonts w:cs="v5.0.0"/>
        </w:rPr>
        <w:t xml:space="preserve">two supported </w:t>
      </w:r>
      <w:r w:rsidRPr="00EF2F0E">
        <w:rPr>
          <w:rFonts w:cs="v5.0.0"/>
          <w:i/>
          <w:iCs/>
        </w:rPr>
        <w:t>operating bands</w:t>
      </w:r>
    </w:p>
    <w:p w14:paraId="0984CC87" w14:textId="77777777" w:rsidR="005C1B04" w:rsidRPr="00EF2F0E" w:rsidRDefault="005C1B04" w:rsidP="00A40339">
      <w:r w:rsidRPr="00EF2F0E">
        <w:rPr>
          <w:b/>
        </w:rPr>
        <w:t xml:space="preserve">maximum carrier output power per TAB connector: </w:t>
      </w:r>
      <w:r w:rsidRPr="00EF2F0E">
        <w:t xml:space="preserve">mean power level measured on a particular carrier at the </w:t>
      </w:r>
      <w:r w:rsidRPr="00EF2F0E">
        <w:rPr>
          <w:i/>
        </w:rPr>
        <w:t xml:space="preserve">TAB </w:t>
      </w:r>
      <w:r w:rsidRPr="00EF2F0E">
        <w:rPr>
          <w:i/>
          <w:iCs/>
        </w:rPr>
        <w:t>connector(s)</w:t>
      </w:r>
      <w:r w:rsidRPr="00EF2F0E">
        <w:t xml:space="preserve">, during the </w:t>
      </w:r>
      <w:r w:rsidRPr="00EF2F0E">
        <w:rPr>
          <w:i/>
          <w:iCs/>
        </w:rPr>
        <w:t>transmitter ON period</w:t>
      </w:r>
      <w:r w:rsidRPr="00EF2F0E">
        <w:t xml:space="preserve"> in a specified reference condition</w:t>
      </w:r>
    </w:p>
    <w:p w14:paraId="0984CC88" w14:textId="77777777" w:rsidR="005C1B04" w:rsidRPr="00EF2F0E" w:rsidRDefault="005C1B04" w:rsidP="00A40339">
      <w:pPr>
        <w:tabs>
          <w:tab w:val="left" w:pos="3765"/>
        </w:tabs>
        <w:rPr>
          <w:bCs/>
        </w:rPr>
      </w:pPr>
      <w:r w:rsidRPr="00EF2F0E">
        <w:rPr>
          <w:b/>
        </w:rPr>
        <w:t xml:space="preserve">maximum throughput: </w:t>
      </w:r>
      <w:r w:rsidRPr="00EF2F0E">
        <w:rPr>
          <w:bCs/>
        </w:rPr>
        <w:t>maximum achievable throughput for a reference measurement channel</w:t>
      </w:r>
    </w:p>
    <w:p w14:paraId="0984CC89" w14:textId="77777777" w:rsidR="005C1B04" w:rsidRPr="00EF2F0E" w:rsidRDefault="005C1B04" w:rsidP="00A40339">
      <w:r w:rsidRPr="00EF2F0E">
        <w:rPr>
          <w:b/>
        </w:rPr>
        <w:t>minSENS RoAoA</w:t>
      </w:r>
      <w:r w:rsidRPr="00EF2F0E">
        <w:t xml:space="preserve">: the </w:t>
      </w:r>
      <w:r w:rsidRPr="00EF2F0E">
        <w:rPr>
          <w:i/>
        </w:rPr>
        <w:t>reference RoAoA</w:t>
      </w:r>
      <w:r w:rsidRPr="00EF2F0E">
        <w:t xml:space="preserve"> associated with the OSDD with the lowest declared EIS value.</w:t>
      </w:r>
    </w:p>
    <w:p w14:paraId="0984CC8A" w14:textId="77777777" w:rsidR="005C1B04" w:rsidRPr="00EF2F0E" w:rsidRDefault="005C1B04" w:rsidP="00A40339">
      <w:r w:rsidRPr="00EF2F0E">
        <w:rPr>
          <w:b/>
        </w:rPr>
        <w:t>MSR operation:</w:t>
      </w:r>
      <w:r w:rsidRPr="00EF2F0E">
        <w:t xml:space="preserve"> operation of AAS BS declared to be MSR in particular </w:t>
      </w:r>
      <w:r w:rsidRPr="00EF2F0E">
        <w:rPr>
          <w:i/>
          <w:iCs/>
        </w:rPr>
        <w:t>operating band(s)</w:t>
      </w:r>
      <w:r w:rsidR="006306DA" w:rsidRPr="00EF2F0E">
        <w:rPr>
          <w:i/>
          <w:iCs/>
        </w:rPr>
        <w:t xml:space="preserve"> </w:t>
      </w:r>
      <w:r w:rsidR="006306DA" w:rsidRPr="00EF2F0E">
        <w:rPr>
          <w:iCs/>
        </w:rPr>
        <w:t>(</w:t>
      </w:r>
      <w:r w:rsidR="00D626E8" w:rsidRPr="00EF2F0E">
        <w:rPr>
          <w:iCs/>
        </w:rPr>
        <w:t>including</w:t>
      </w:r>
      <w:r w:rsidR="006306DA" w:rsidRPr="00EF2F0E">
        <w:rPr>
          <w:iCs/>
        </w:rPr>
        <w:t xml:space="preserve"> </w:t>
      </w:r>
      <w:r w:rsidR="00D626E8" w:rsidRPr="00EF2F0E">
        <w:rPr>
          <w:iCs/>
        </w:rPr>
        <w:t xml:space="preserve">any of </w:t>
      </w:r>
      <w:r w:rsidR="006306DA" w:rsidRPr="00EF2F0E">
        <w:rPr>
          <w:iCs/>
        </w:rPr>
        <w:t xml:space="preserve">UTRA, E-UTRA </w:t>
      </w:r>
      <w:r w:rsidR="00D626E8" w:rsidRPr="00EF2F0E">
        <w:rPr>
          <w:iCs/>
        </w:rPr>
        <w:t>and/or</w:t>
      </w:r>
      <w:r w:rsidR="006306DA" w:rsidRPr="00EF2F0E">
        <w:rPr>
          <w:iCs/>
        </w:rPr>
        <w:t xml:space="preserve"> NR </w:t>
      </w:r>
      <w:r w:rsidR="00D626E8" w:rsidRPr="00EF2F0E">
        <w:rPr>
          <w:iCs/>
        </w:rPr>
        <w:t xml:space="preserve">operation </w:t>
      </w:r>
      <w:r w:rsidR="006306DA" w:rsidRPr="00EF2F0E">
        <w:rPr>
          <w:iCs/>
        </w:rPr>
        <w:t>as SR or multi-RAT based on 37.104)</w:t>
      </w:r>
    </w:p>
    <w:p w14:paraId="0984CC8B" w14:textId="77777777" w:rsidR="005C1B04" w:rsidRPr="00EF2F0E" w:rsidRDefault="005C1B04" w:rsidP="00A40339">
      <w:r w:rsidRPr="00EF2F0E">
        <w:rPr>
          <w:b/>
        </w:rPr>
        <w:t xml:space="preserve">multi-band requirements: </w:t>
      </w:r>
      <w:r w:rsidRPr="00EF2F0E">
        <w:t xml:space="preserve"> requirements applying per one single </w:t>
      </w:r>
      <w:r w:rsidRPr="00EF2F0E">
        <w:rPr>
          <w:i/>
          <w:iCs/>
        </w:rPr>
        <w:t>operating band</w:t>
      </w:r>
      <w:r w:rsidRPr="00EF2F0E">
        <w:t xml:space="preserve"> with exclusion bands or other multi-band provisions as defined for each requirement</w:t>
      </w:r>
    </w:p>
    <w:p w14:paraId="0984CC8C" w14:textId="77777777" w:rsidR="005C1B04" w:rsidRPr="00EF2F0E" w:rsidRDefault="005C1B04" w:rsidP="00A40339">
      <w:bookmarkStart w:id="68" w:name="_Hlk514092497"/>
      <w:r w:rsidRPr="00EF2F0E">
        <w:rPr>
          <w:b/>
        </w:rPr>
        <w:t>multi-band RIB:</w:t>
      </w:r>
      <w:r w:rsidRPr="00EF2F0E">
        <w:t xml:space="preserve"> operating band specific RIB </w:t>
      </w:r>
      <w:r w:rsidR="00025CAC" w:rsidRPr="00EF2F0E">
        <w:rPr>
          <w:lang w:val="en-US"/>
        </w:rPr>
        <w:t>associated with a transmitter or receiver that is characterized by the ability to process two or more carriers in common active RF components simultaneously, where at least one carrier is configured at a different operating band than the other carrier(s) and where this different operating band is not a sub-band or superseding-band of another supported operating band</w:t>
      </w:r>
      <w:r w:rsidR="00F15F30" w:rsidRPr="00EF2F0E">
        <w:rPr>
          <w:lang w:val="en-US"/>
        </w:rPr>
        <w:t xml:space="preserve"> in which the same RAT is operated</w:t>
      </w:r>
      <w:r w:rsidR="00025CAC" w:rsidRPr="00EF2F0E">
        <w:rPr>
          <w:lang w:val="en-US"/>
        </w:rPr>
        <w:t>.</w:t>
      </w:r>
    </w:p>
    <w:p w14:paraId="0984CC8D" w14:textId="77777777" w:rsidR="007B0AA0" w:rsidRPr="00EF2F0E" w:rsidRDefault="005C1B04" w:rsidP="00A40339">
      <w:pPr>
        <w:rPr>
          <w:lang w:val="en-US"/>
        </w:rPr>
      </w:pPr>
      <w:r w:rsidRPr="00EF2F0E">
        <w:rPr>
          <w:b/>
        </w:rPr>
        <w:t>multi-band TAB connector:</w:t>
      </w:r>
      <w:r w:rsidRPr="00EF2F0E">
        <w:t xml:space="preserve"> </w:t>
      </w:r>
      <w:r w:rsidRPr="00EF2F0E">
        <w:rPr>
          <w:i/>
          <w:iCs/>
        </w:rPr>
        <w:t>TAB connector</w:t>
      </w:r>
      <w:r w:rsidRPr="00EF2F0E">
        <w:t xml:space="preserve"> </w:t>
      </w:r>
      <w:r w:rsidR="00025CAC" w:rsidRPr="00EF2F0E">
        <w:rPr>
          <w:lang w:val="en-US"/>
        </w:rPr>
        <w:t>associated with a transmitter or receiver that is characterized by the ability to process two or more carriers in common active RF components simultaneously, where at least one carrier is configured at a different operating band than the other carrier(s) and where this different operating band is not a sub-band or superseding-band of another supported operating band</w:t>
      </w:r>
      <w:r w:rsidR="00F15F30" w:rsidRPr="00EF2F0E">
        <w:rPr>
          <w:lang w:val="en-US"/>
        </w:rPr>
        <w:t xml:space="preserve"> in which the same RAT is operated</w:t>
      </w:r>
      <w:r w:rsidR="00025CAC" w:rsidRPr="00EF2F0E">
        <w:rPr>
          <w:lang w:val="en-US"/>
        </w:rPr>
        <w:t>.</w:t>
      </w:r>
      <w:bookmarkEnd w:id="68"/>
    </w:p>
    <w:p w14:paraId="0984CC8E" w14:textId="77777777" w:rsidR="005C1B04" w:rsidRPr="00EF2F0E" w:rsidRDefault="005C1B04" w:rsidP="00A40339">
      <w:r w:rsidRPr="00EF2F0E">
        <w:rPr>
          <w:b/>
        </w:rPr>
        <w:t xml:space="preserve">non-AAS BS: </w:t>
      </w:r>
      <w:r w:rsidRPr="00EF2F0E">
        <w:t>BS conforming to one of the specifications in 3GPP TS 25.104 [2], 3GPP TS 25.105 [3], 3GPP TS 36.104 [4] or 3GPP TS 37.104 [5]</w:t>
      </w:r>
    </w:p>
    <w:p w14:paraId="0984CC8F" w14:textId="77777777" w:rsidR="005C1B04" w:rsidRPr="00EF2F0E" w:rsidRDefault="005C1B04" w:rsidP="00A40339">
      <w:pPr>
        <w:ind w:left="1138" w:hanging="852"/>
        <w:rPr>
          <w:b/>
        </w:rPr>
      </w:pPr>
      <w:r w:rsidRPr="00EF2F0E">
        <w:t>NOTE:</w:t>
      </w:r>
      <w:r w:rsidR="006E5225" w:rsidRPr="00EF2F0E">
        <w:tab/>
      </w:r>
      <w:r w:rsidRPr="00EF2F0E">
        <w:t xml:space="preserve">For </w:t>
      </w:r>
      <w:r w:rsidRPr="00EF2F0E">
        <w:rPr>
          <w:rFonts w:cs="v5.0.0"/>
        </w:rPr>
        <w:t xml:space="preserve">AAS BS in </w:t>
      </w:r>
      <w:r w:rsidRPr="00EF2F0E">
        <w:rPr>
          <w:rFonts w:cs="v5.0.0"/>
          <w:i/>
        </w:rPr>
        <w:t>single RAT E-UTRA operation</w:t>
      </w:r>
      <w:r w:rsidRPr="00EF2F0E">
        <w:rPr>
          <w:rFonts w:cs="v5.0.0"/>
        </w:rPr>
        <w:t xml:space="preserve"> or in </w:t>
      </w:r>
      <w:r w:rsidRPr="00EF2F0E">
        <w:rPr>
          <w:rFonts w:cs="v5.0.0"/>
          <w:i/>
        </w:rPr>
        <w:t>MSR operation</w:t>
      </w:r>
      <w:r w:rsidRPr="00EF2F0E">
        <w:rPr>
          <w:rFonts w:cs="v5.0.0"/>
        </w:rPr>
        <w:t xml:space="preserve"> using E-UTRA</w:t>
      </w:r>
      <w:r w:rsidRPr="00EF2F0E">
        <w:t xml:space="preserve">, the NB-IoT operation (including in-band, guard band and standalone operation) is excluded from the consideration in the performance comparison among AAS BS and </w:t>
      </w:r>
      <w:r w:rsidRPr="00EF2F0E">
        <w:rPr>
          <w:i/>
        </w:rPr>
        <w:t>non-AAS BS</w:t>
      </w:r>
      <w:r w:rsidRPr="00EF2F0E">
        <w:t xml:space="preserve"> in this specification.</w:t>
      </w:r>
    </w:p>
    <w:p w14:paraId="0984CC90" w14:textId="77777777" w:rsidR="005C1B04" w:rsidRPr="00EF2F0E" w:rsidRDefault="005C1B04" w:rsidP="00A40339">
      <w:r w:rsidRPr="00EF2F0E">
        <w:rPr>
          <w:b/>
        </w:rPr>
        <w:t>non-contiguous spectrum:</w:t>
      </w:r>
      <w:r w:rsidRPr="00EF2F0E">
        <w:t xml:space="preserve"> spectrum consisting of two or more </w:t>
      </w:r>
      <w:r w:rsidRPr="00EF2F0E">
        <w:rPr>
          <w:i/>
          <w:iCs/>
        </w:rPr>
        <w:t>sub-blocks</w:t>
      </w:r>
      <w:r w:rsidRPr="00EF2F0E">
        <w:t xml:space="preserve"> separated by </w:t>
      </w:r>
      <w:r w:rsidRPr="00EF2F0E">
        <w:rPr>
          <w:i/>
          <w:iCs/>
        </w:rPr>
        <w:t>sub-block gap(s)</w:t>
      </w:r>
    </w:p>
    <w:p w14:paraId="0984CC91" w14:textId="77777777" w:rsidR="005C1B04" w:rsidRPr="00EF2F0E" w:rsidRDefault="005C1B04" w:rsidP="00A40339">
      <w:pPr>
        <w:rPr>
          <w:i/>
          <w:lang w:val="en-US" w:eastAsia="zh-CN"/>
        </w:rPr>
      </w:pPr>
      <w:r w:rsidRPr="00EF2F0E">
        <w:rPr>
          <w:b/>
          <w:lang w:val="en-US" w:eastAsia="zh-CN"/>
        </w:rPr>
        <w:t>OTA AAS BS:</w:t>
      </w:r>
      <w:r w:rsidRPr="00EF2F0E">
        <w:rPr>
          <w:lang w:val="en-US" w:eastAsia="zh-CN"/>
        </w:rPr>
        <w:t xml:space="preserve"> AAS BS which has ≥8 </w:t>
      </w:r>
      <w:r w:rsidRPr="00EF2F0E">
        <w:rPr>
          <w:i/>
          <w:lang w:val="en-US" w:eastAsia="zh-CN"/>
        </w:rPr>
        <w:t>transceiver units</w:t>
      </w:r>
      <w:r w:rsidRPr="00EF2F0E">
        <w:rPr>
          <w:lang w:val="en-US" w:eastAsia="zh-CN"/>
        </w:rPr>
        <w:t xml:space="preserve"> for E-UTRA or MSR and ≥4 </w:t>
      </w:r>
      <w:r w:rsidRPr="00EF2F0E">
        <w:rPr>
          <w:i/>
          <w:lang w:val="en-US" w:eastAsia="zh-CN"/>
        </w:rPr>
        <w:t>transceiver units</w:t>
      </w:r>
      <w:r w:rsidRPr="00EF2F0E">
        <w:rPr>
          <w:lang w:val="en-US" w:eastAsia="zh-CN"/>
        </w:rPr>
        <w:t xml:space="preserve"> for UTRA per cell and has a radiated RF interface only and conforms to the </w:t>
      </w:r>
      <w:r w:rsidRPr="00EF2F0E">
        <w:rPr>
          <w:i/>
          <w:lang w:val="en-US" w:eastAsia="zh-CN"/>
        </w:rPr>
        <w:t>OTA requirements set.</w:t>
      </w:r>
    </w:p>
    <w:p w14:paraId="0984CC92" w14:textId="77777777" w:rsidR="007B0AA0" w:rsidRPr="00EF2F0E" w:rsidRDefault="00152241" w:rsidP="00152241">
      <w:r w:rsidRPr="00EF2F0E">
        <w:rPr>
          <w:b/>
        </w:rPr>
        <w:t>OTA coverage range</w:t>
      </w:r>
      <w:r w:rsidRPr="00EF2F0E">
        <w:t xml:space="preserve">: a common range of directions within which TX OTA requirements that are neither specified in the </w:t>
      </w:r>
      <w:r w:rsidRPr="00EF2F0E">
        <w:rPr>
          <w:i/>
        </w:rPr>
        <w:t>OTA peak directions sets</w:t>
      </w:r>
      <w:r w:rsidRPr="00EF2F0E">
        <w:t xml:space="preserve"> nor as TRP requirement are intended to be met</w:t>
      </w:r>
    </w:p>
    <w:p w14:paraId="0984CC93" w14:textId="77777777" w:rsidR="00152241" w:rsidRPr="00EF2F0E" w:rsidRDefault="00152241" w:rsidP="00152241">
      <w:r w:rsidRPr="00EF2F0E">
        <w:rPr>
          <w:b/>
        </w:rPr>
        <w:t>OTA peak directions set</w:t>
      </w:r>
      <w:r w:rsidRPr="00EF2F0E">
        <w:t xml:space="preserve">: set(s) of </w:t>
      </w:r>
      <w:r w:rsidRPr="00EF2F0E">
        <w:rPr>
          <w:i/>
        </w:rPr>
        <w:t>beam peak directions</w:t>
      </w:r>
      <w:r w:rsidRPr="00EF2F0E">
        <w:t xml:space="preserve"> within which certain TX OTA requirements are intended to be met, where all </w:t>
      </w:r>
      <w:r w:rsidRPr="00EF2F0E">
        <w:rPr>
          <w:i/>
        </w:rPr>
        <w:t>OTA peak directions set(s)</w:t>
      </w:r>
      <w:r w:rsidRPr="00EF2F0E">
        <w:t xml:space="preserve"> are subsets of the </w:t>
      </w:r>
      <w:r w:rsidRPr="00EF2F0E">
        <w:rPr>
          <w:i/>
        </w:rPr>
        <w:t>OTA coverage range</w:t>
      </w:r>
    </w:p>
    <w:p w14:paraId="0984CC94" w14:textId="77777777" w:rsidR="00152241" w:rsidRPr="00EF2F0E" w:rsidRDefault="00152241" w:rsidP="00152241">
      <w:pPr>
        <w:pStyle w:val="NO"/>
      </w:pPr>
      <w:r w:rsidRPr="00EF2F0E">
        <w:t>NOTE 1:</w:t>
      </w:r>
      <w:r w:rsidRPr="00EF2F0E">
        <w:tab/>
        <w:t xml:space="preserve">The </w:t>
      </w:r>
      <w:r w:rsidRPr="00EF2F0E">
        <w:rPr>
          <w:i/>
        </w:rPr>
        <w:t>beam peak directions</w:t>
      </w:r>
      <w:r w:rsidRPr="00EF2F0E">
        <w:t xml:space="preserve"> are related to a corresponding contiguous range or discrete list of </w:t>
      </w:r>
      <w:r w:rsidRPr="00EF2F0E">
        <w:rPr>
          <w:i/>
        </w:rPr>
        <w:t>beam centre directions</w:t>
      </w:r>
      <w:r w:rsidRPr="00EF2F0E">
        <w:t xml:space="preserve"> by the </w:t>
      </w:r>
      <w:r w:rsidRPr="00EF2F0E">
        <w:rPr>
          <w:i/>
        </w:rPr>
        <w:t>beam direction pairs</w:t>
      </w:r>
      <w:r w:rsidRPr="00EF2F0E">
        <w:t xml:space="preserve"> included in the set.</w:t>
      </w:r>
    </w:p>
    <w:p w14:paraId="0984CC95" w14:textId="77777777" w:rsidR="00152241" w:rsidRPr="00EF2F0E" w:rsidRDefault="00152241" w:rsidP="000A7FEB">
      <w:pPr>
        <w:pStyle w:val="NO"/>
        <w:rPr>
          <w:lang w:val="en-US" w:eastAsia="zh-CN"/>
        </w:rPr>
      </w:pPr>
      <w:r w:rsidRPr="00EF2F0E">
        <w:t>NOTE 2:</w:t>
      </w:r>
      <w:r w:rsidRPr="00EF2F0E">
        <w:tab/>
      </w:r>
      <w:r w:rsidRPr="00EF2F0E">
        <w:rPr>
          <w:i/>
        </w:rPr>
        <w:t>OTA peak directions set</w:t>
      </w:r>
      <w:r w:rsidRPr="00EF2F0E">
        <w:t xml:space="preserve"> definition (applicabile to multiple </w:t>
      </w:r>
      <w:r w:rsidRPr="00EF2F0E">
        <w:rPr>
          <w:i/>
        </w:rPr>
        <w:t>directional requirements</w:t>
      </w:r>
      <w:r w:rsidRPr="00EF2F0E">
        <w:t>) is replacing the Rel</w:t>
      </w:r>
      <w:r w:rsidRPr="00EF2F0E">
        <w:noBreakHyphen/>
        <w:t xml:space="preserve">13/14 </w:t>
      </w:r>
      <w:r w:rsidRPr="00EF2F0E">
        <w:rPr>
          <w:i/>
        </w:rPr>
        <w:t>EIRP accuracy directions set</w:t>
      </w:r>
      <w:r w:rsidRPr="00EF2F0E">
        <w:t xml:space="preserve"> definition (which was applicable to EIRP requirement only).</w:t>
      </w:r>
    </w:p>
    <w:p w14:paraId="0984CC96" w14:textId="77777777" w:rsidR="005C1B04" w:rsidRPr="00EF2F0E" w:rsidRDefault="005C1B04" w:rsidP="00A40339">
      <w:r w:rsidRPr="00EF2F0E">
        <w:rPr>
          <w:b/>
        </w:rPr>
        <w:t>OTA REFSENS RoAoA</w:t>
      </w:r>
      <w:r w:rsidRPr="00EF2F0E">
        <w:t>: Is the RoAoA determined by the contour defined by the points at which the achieved EIS is 3dB higher than the achieved EIS in the reference direction</w:t>
      </w:r>
      <w:r w:rsidR="002F6580" w:rsidRPr="00EF2F0E">
        <w:t xml:space="preserve"> assuming that for any AoA, the receiver gain is optimized for that AoA</w:t>
      </w:r>
      <w:r w:rsidRPr="00EF2F0E">
        <w:t>.</w:t>
      </w:r>
    </w:p>
    <w:p w14:paraId="0984CC97" w14:textId="77777777" w:rsidR="005C1B04" w:rsidRPr="00EF2F0E" w:rsidRDefault="005C1B04" w:rsidP="00A40339">
      <w:pPr>
        <w:pStyle w:val="NO"/>
      </w:pPr>
      <w:r w:rsidRPr="00EF2F0E">
        <w:t xml:space="preserve">NOTE: This contour will be related to the average </w:t>
      </w:r>
      <w:r w:rsidRPr="00EF2F0E">
        <w:rPr>
          <w:lang w:eastAsia="zh-CN"/>
        </w:rPr>
        <w:t>element</w:t>
      </w:r>
      <w:r w:rsidRPr="00EF2F0E">
        <w:t>/sub-array radiation pattern 3dB beam width.</w:t>
      </w:r>
    </w:p>
    <w:p w14:paraId="0984CC98" w14:textId="77777777" w:rsidR="005C1B04" w:rsidRPr="00EF2F0E" w:rsidRDefault="005C1B04" w:rsidP="00A40339">
      <w:pPr>
        <w:rPr>
          <w:lang w:val="en-US" w:eastAsia="zh-CN"/>
        </w:rPr>
      </w:pPr>
      <w:r w:rsidRPr="00EF2F0E">
        <w:rPr>
          <w:b/>
          <w:lang w:val="en-US" w:eastAsia="zh-CN"/>
        </w:rPr>
        <w:t>OTA requirements set:</w:t>
      </w:r>
      <w:r w:rsidR="006E5225" w:rsidRPr="00EF2F0E">
        <w:rPr>
          <w:lang w:val="en-US" w:eastAsia="zh-CN"/>
        </w:rPr>
        <w:tab/>
      </w:r>
      <w:r w:rsidRPr="00EF2F0E">
        <w:rPr>
          <w:lang w:val="en-US" w:eastAsia="zh-CN"/>
        </w:rPr>
        <w:t xml:space="preserve">complete set of OTA requirements applied to an </w:t>
      </w:r>
      <w:r w:rsidRPr="00EF2F0E">
        <w:rPr>
          <w:i/>
          <w:lang w:val="en-US" w:eastAsia="zh-CN"/>
        </w:rPr>
        <w:t>OTA AAS BS</w:t>
      </w:r>
      <w:r w:rsidRPr="00EF2F0E">
        <w:rPr>
          <w:lang w:val="en-US" w:eastAsia="zh-CN"/>
        </w:rPr>
        <w:t>.</w:t>
      </w:r>
    </w:p>
    <w:p w14:paraId="0984CC99" w14:textId="77777777" w:rsidR="005C1B04" w:rsidRPr="00EF2F0E" w:rsidRDefault="005C1B04" w:rsidP="00A40339">
      <w:pPr>
        <w:rPr>
          <w:lang w:eastAsia="zh-CN"/>
        </w:rPr>
      </w:pPr>
      <w:r w:rsidRPr="00EF2F0E">
        <w:rPr>
          <w:b/>
          <w:lang w:eastAsia="zh-CN"/>
        </w:rPr>
        <w:t>OTA sensitivity directions declaration:</w:t>
      </w:r>
      <w:r w:rsidRPr="00EF2F0E">
        <w:rPr>
          <w:lang w:eastAsia="zh-CN"/>
        </w:rPr>
        <w:t xml:space="preserve"> set of manufacturer declarations comprising at least one set of declared minimum EIS </w:t>
      </w:r>
      <w:r w:rsidRPr="00EF2F0E">
        <w:t xml:space="preserve">values (with related RAT and </w:t>
      </w:r>
      <w:r w:rsidRPr="00EF2F0E">
        <w:rPr>
          <w:i/>
        </w:rPr>
        <w:t>channel bandwidth</w:t>
      </w:r>
      <w:r w:rsidRPr="00EF2F0E">
        <w:t xml:space="preserve">), </w:t>
      </w:r>
      <w:r w:rsidRPr="00EF2F0E">
        <w:rPr>
          <w:lang w:eastAsia="zh-CN"/>
        </w:rPr>
        <w:t>and related directions over which the EIS applies</w:t>
      </w:r>
    </w:p>
    <w:p w14:paraId="0984CC9A" w14:textId="77777777" w:rsidR="005C1B04" w:rsidRPr="00EF2F0E" w:rsidRDefault="005C1B04" w:rsidP="00A40339">
      <w:pPr>
        <w:pStyle w:val="NO"/>
        <w:rPr>
          <w:lang w:eastAsia="zh-CN"/>
        </w:rPr>
      </w:pPr>
      <w:r w:rsidRPr="00EF2F0E">
        <w:rPr>
          <w:lang w:eastAsia="zh-CN"/>
        </w:rPr>
        <w:t>NOTE:</w:t>
      </w:r>
      <w:r w:rsidRPr="00EF2F0E">
        <w:rPr>
          <w:lang w:eastAsia="zh-CN"/>
        </w:rPr>
        <w:tab/>
        <w:t>All the directions apply to all the EIS values in an OSDD.</w:t>
      </w:r>
    </w:p>
    <w:p w14:paraId="0984CC9B" w14:textId="77777777" w:rsidR="005C1B04" w:rsidRPr="00EF2F0E" w:rsidRDefault="005C1B04" w:rsidP="00A40339">
      <w:pPr>
        <w:rPr>
          <w:lang w:eastAsia="zh-CN"/>
        </w:rPr>
      </w:pPr>
      <w:r w:rsidRPr="00EF2F0E">
        <w:rPr>
          <w:b/>
        </w:rPr>
        <w:t>output power at a TAB connector:</w:t>
      </w:r>
      <w:r w:rsidRPr="00EF2F0E">
        <w:t xml:space="preserve"> mean power delivered to a load with resistance equal to the nominal load impedance of the </w:t>
      </w:r>
      <w:r w:rsidRPr="00EF2F0E">
        <w:rPr>
          <w:i/>
        </w:rPr>
        <w:t>TAB connector</w:t>
      </w:r>
    </w:p>
    <w:p w14:paraId="0984CC9C" w14:textId="77777777" w:rsidR="005C1B04" w:rsidRPr="00EF2F0E" w:rsidRDefault="005C1B04" w:rsidP="00A40339">
      <w:pPr>
        <w:rPr>
          <w:lang w:eastAsia="sv-SE"/>
        </w:rPr>
      </w:pPr>
      <w:r w:rsidRPr="00EF2F0E">
        <w:rPr>
          <w:b/>
          <w:bCs/>
          <w:lang w:eastAsia="sv-SE"/>
        </w:rPr>
        <w:t xml:space="preserve">polarization match: </w:t>
      </w:r>
      <w:r w:rsidRPr="00EF2F0E">
        <w:rPr>
          <w:lang w:eastAsia="sv-SE"/>
        </w:rPr>
        <w:t>condition that exists when a plane wave, incident upon an antenna from a given direction, has a polarization that is the same as the receiving polarization of the antenna in that direction</w:t>
      </w:r>
    </w:p>
    <w:p w14:paraId="0984CC9D" w14:textId="77777777" w:rsidR="005C1B04" w:rsidRPr="00EF2F0E" w:rsidRDefault="005C1B04" w:rsidP="00A40339">
      <w:pPr>
        <w:rPr>
          <w:lang w:eastAsia="sv-SE"/>
        </w:rPr>
      </w:pPr>
      <w:r w:rsidRPr="00EF2F0E">
        <w:rPr>
          <w:b/>
          <w:lang w:eastAsia="sv-SE"/>
        </w:rPr>
        <w:t>radiated interface boundary</w:t>
      </w:r>
      <w:r w:rsidRPr="00EF2F0E">
        <w:rPr>
          <w:lang w:eastAsia="sv-SE"/>
        </w:rPr>
        <w:t>: operating band specific radiated requirements reference where the radiated requirements apply.</w:t>
      </w:r>
    </w:p>
    <w:p w14:paraId="0984CC9E" w14:textId="77777777" w:rsidR="005C1B04" w:rsidRPr="00EF2F0E" w:rsidRDefault="005C1B04" w:rsidP="00A40339">
      <w:pPr>
        <w:pStyle w:val="NO"/>
        <w:rPr>
          <w:lang w:eastAsia="sv-SE"/>
        </w:rPr>
      </w:pPr>
      <w:bookmarkStart w:id="69" w:name="_Hlk498091053"/>
      <w:r w:rsidRPr="00EF2F0E">
        <w:rPr>
          <w:lang w:eastAsia="sv-SE"/>
        </w:rPr>
        <w:t>NOTE:</w:t>
      </w:r>
      <w:r w:rsidRPr="00EF2F0E">
        <w:rPr>
          <w:lang w:eastAsia="sv-SE"/>
        </w:rPr>
        <w:tab/>
        <w:t xml:space="preserve">For requirements based on EIRP/EIS, the </w:t>
      </w:r>
      <w:r w:rsidRPr="00EF2F0E">
        <w:rPr>
          <w:i/>
          <w:lang w:eastAsia="sv-SE"/>
        </w:rPr>
        <w:t>radiated interface boundary</w:t>
      </w:r>
      <w:r w:rsidRPr="00EF2F0E">
        <w:rPr>
          <w:lang w:eastAsia="sv-SE"/>
        </w:rPr>
        <w:t xml:space="preserve"> is associated to the far-field region</w:t>
      </w:r>
      <w:bookmarkEnd w:id="69"/>
      <w:r w:rsidRPr="00EF2F0E">
        <w:rPr>
          <w:lang w:eastAsia="sv-SE"/>
        </w:rPr>
        <w:t>.</w:t>
      </w:r>
    </w:p>
    <w:p w14:paraId="0984CC9F" w14:textId="77777777" w:rsidR="005C1B04" w:rsidRPr="00EF2F0E" w:rsidRDefault="005C1B04" w:rsidP="00A40339">
      <w:r w:rsidRPr="00EF2F0E">
        <w:rPr>
          <w:b/>
          <w:lang w:eastAsia="zh-CN"/>
        </w:rPr>
        <w:t>Radio Bandwidth</w:t>
      </w:r>
      <w:r w:rsidRPr="00EF2F0E">
        <w:rPr>
          <w:b/>
        </w:rPr>
        <w:t>:</w:t>
      </w:r>
      <w:r w:rsidRPr="00EF2F0E">
        <w:rPr>
          <w:lang w:eastAsia="zh-CN"/>
        </w:rPr>
        <w:t xml:space="preserve"> </w:t>
      </w:r>
      <w:r w:rsidRPr="00EF2F0E">
        <w:t>frequency difference between the upper edge of the highest used carrier and the lower edge of the lowest used carrier</w:t>
      </w:r>
    </w:p>
    <w:p w14:paraId="0984CCA0" w14:textId="77777777" w:rsidR="005C1B04" w:rsidRPr="00EF2F0E" w:rsidRDefault="005C1B04" w:rsidP="00A40339">
      <w:r w:rsidRPr="00EF2F0E">
        <w:rPr>
          <w:b/>
        </w:rPr>
        <w:t>radio distribution network:</w:t>
      </w:r>
      <w:r w:rsidRPr="00EF2F0E">
        <w:t xml:space="preserve"> linear passive network which distributes the RF power generated by the transceiver unit array to the antenna array, and/or distributes the radio signals collected by the antenna array to the transceiver unit array</w:t>
      </w:r>
    </w:p>
    <w:p w14:paraId="0984CCA1" w14:textId="77777777" w:rsidR="005C1B04" w:rsidRPr="00EF2F0E" w:rsidRDefault="005C1B04" w:rsidP="00A40339">
      <w:pPr>
        <w:pStyle w:val="NO"/>
        <w:rPr>
          <w:lang w:eastAsia="zh-CN"/>
        </w:rPr>
      </w:pPr>
      <w:r w:rsidRPr="00EF2F0E">
        <w:rPr>
          <w:lang w:eastAsia="zh-CN"/>
        </w:rPr>
        <w:t>NOTE:</w:t>
      </w:r>
      <w:r w:rsidRPr="00EF2F0E">
        <w:rPr>
          <w:lang w:eastAsia="zh-CN"/>
        </w:rPr>
        <w:tab/>
        <w:t xml:space="preserve">In the case when the active transceiver units are physically integrated with the array elements of the antenna array, the </w:t>
      </w:r>
      <w:r w:rsidRPr="00EF2F0E">
        <w:rPr>
          <w:i/>
          <w:iCs/>
          <w:lang w:eastAsia="zh-CN"/>
        </w:rPr>
        <w:t>radio distribution network</w:t>
      </w:r>
      <w:r w:rsidRPr="00EF2F0E">
        <w:rPr>
          <w:lang w:eastAsia="zh-CN"/>
        </w:rPr>
        <w:t xml:space="preserve"> is a one-to-one mapping.</w:t>
      </w:r>
    </w:p>
    <w:p w14:paraId="0984CCA2" w14:textId="77777777" w:rsidR="005C1B04" w:rsidRPr="00EF2F0E" w:rsidRDefault="005C1B04" w:rsidP="00A40339">
      <w:r w:rsidRPr="00EF2F0E">
        <w:rPr>
          <w:b/>
        </w:rPr>
        <w:t>rated beam EIRP:</w:t>
      </w:r>
      <w:r w:rsidRPr="00EF2F0E">
        <w:t xml:space="preserve"> EIRP that is declared as being achieved in the </w:t>
      </w:r>
      <w:r w:rsidRPr="00EF2F0E">
        <w:rPr>
          <w:i/>
        </w:rPr>
        <w:t>beam peak direction</w:t>
      </w:r>
      <w:r w:rsidRPr="00EF2F0E">
        <w:t xml:space="preserve"> associated with a particular</w:t>
      </w:r>
      <w:r w:rsidRPr="00EF2F0E">
        <w:rPr>
          <w:i/>
        </w:rPr>
        <w:t xml:space="preserve"> beam direction pair</w:t>
      </w:r>
    </w:p>
    <w:p w14:paraId="0984CCA3" w14:textId="77777777" w:rsidR="005C1B04" w:rsidRPr="00EF2F0E" w:rsidRDefault="005C1B04" w:rsidP="00A40339">
      <w:r w:rsidRPr="00EF2F0E">
        <w:rPr>
          <w:b/>
        </w:rPr>
        <w:t>rated carrier output power per TAB connector</w:t>
      </w:r>
      <w:r w:rsidRPr="00EF2F0E">
        <w:rPr>
          <w:b/>
          <w:lang w:eastAsia="zh-CN"/>
        </w:rPr>
        <w:t xml:space="preserve">: </w:t>
      </w:r>
      <w:r w:rsidRPr="00EF2F0E">
        <w:t xml:space="preserve">mean power level associated with a particular carrier the manufacturer has declared to be available at the </w:t>
      </w:r>
      <w:r w:rsidRPr="00EF2F0E">
        <w:rPr>
          <w:i/>
        </w:rPr>
        <w:t>TAB connector</w:t>
      </w:r>
      <w:r w:rsidRPr="00EF2F0E">
        <w:t xml:space="preserve">, during the </w:t>
      </w:r>
      <w:r w:rsidRPr="00EF2F0E">
        <w:rPr>
          <w:i/>
        </w:rPr>
        <w:t>transmitter ON period</w:t>
      </w:r>
      <w:r w:rsidRPr="00EF2F0E">
        <w:t xml:space="preserve"> in a specified reference condition</w:t>
      </w:r>
    </w:p>
    <w:p w14:paraId="0984CCA4" w14:textId="77777777" w:rsidR="005C1B04" w:rsidRPr="00EF2F0E" w:rsidRDefault="005C1B04" w:rsidP="00A40339">
      <w:r w:rsidRPr="00EF2F0E">
        <w:rPr>
          <w:b/>
        </w:rPr>
        <w:t>rated total output power per TAB connector:</w:t>
      </w:r>
      <w:r w:rsidRPr="00EF2F0E">
        <w:t xml:space="preserve"> mean power level associated with a particular </w:t>
      </w:r>
      <w:r w:rsidRPr="00EF2F0E">
        <w:rPr>
          <w:i/>
          <w:iCs/>
        </w:rPr>
        <w:t>operating band</w:t>
      </w:r>
      <w:r w:rsidRPr="00EF2F0E">
        <w:t xml:space="preserve"> the manufacturer has declared to be available at the </w:t>
      </w:r>
      <w:r w:rsidRPr="00EF2F0E">
        <w:rPr>
          <w:i/>
        </w:rPr>
        <w:t>TAB connector</w:t>
      </w:r>
      <w:r w:rsidRPr="00EF2F0E">
        <w:t xml:space="preserve">, during the </w:t>
      </w:r>
      <w:r w:rsidRPr="00EF2F0E">
        <w:rPr>
          <w:i/>
        </w:rPr>
        <w:t>transmitter ON period</w:t>
      </w:r>
      <w:r w:rsidRPr="00EF2F0E">
        <w:t xml:space="preserve"> in a specified reference condition</w:t>
      </w:r>
    </w:p>
    <w:p w14:paraId="0984CCA5" w14:textId="77777777" w:rsidR="005C1B04" w:rsidRPr="00EF2F0E" w:rsidRDefault="005C1B04" w:rsidP="00A40339">
      <w:pPr>
        <w:rPr>
          <w:lang w:eastAsia="zh-CN"/>
        </w:rPr>
      </w:pPr>
      <w:r w:rsidRPr="00EF2F0E">
        <w:rPr>
          <w:b/>
          <w:lang w:eastAsia="zh-CN"/>
        </w:rPr>
        <w:t xml:space="preserve">receive period: </w:t>
      </w:r>
      <w:r w:rsidRPr="00EF2F0E">
        <w:t>time during which the AAS BS is receiving data sub-frames (or UpPTS in case of E-UTRA frame Type2) on a (TDD) carrier</w:t>
      </w:r>
    </w:p>
    <w:p w14:paraId="0984CCA6" w14:textId="77777777" w:rsidR="005C1B04" w:rsidRPr="00EF2F0E" w:rsidRDefault="005C1B04" w:rsidP="00A40339">
      <w:r w:rsidRPr="00EF2F0E">
        <w:rPr>
          <w:b/>
        </w:rPr>
        <w:t>receiver target:</w:t>
      </w:r>
      <w:r w:rsidRPr="00EF2F0E">
        <w:t xml:space="preserve"> AoA in which reception is performed</w:t>
      </w:r>
      <w:r w:rsidRPr="00EF2F0E">
        <w:rPr>
          <w:i/>
        </w:rPr>
        <w:t xml:space="preserve"> </w:t>
      </w:r>
      <w:r w:rsidRPr="00EF2F0E">
        <w:t>by AAS BS</w:t>
      </w:r>
    </w:p>
    <w:p w14:paraId="0984CCA7" w14:textId="77777777" w:rsidR="005C1B04" w:rsidRPr="00EF2F0E" w:rsidRDefault="005C1B04" w:rsidP="00A40339">
      <w:r w:rsidRPr="00EF2F0E">
        <w:rPr>
          <w:b/>
          <w:bCs/>
          <w:lang w:eastAsia="zh-CN"/>
        </w:rPr>
        <w:t>receiver target redirection range:</w:t>
      </w:r>
      <w:r w:rsidRPr="00EF2F0E">
        <w:t xml:space="preserve"> union of all the</w:t>
      </w:r>
      <w:r w:rsidRPr="00EF2F0E">
        <w:rPr>
          <w:i/>
        </w:rPr>
        <w:t xml:space="preserve"> sensitivity RoAoA</w:t>
      </w:r>
      <w:r w:rsidRPr="00EF2F0E">
        <w:t xml:space="preserve"> achievable through redirecting the </w:t>
      </w:r>
      <w:r w:rsidRPr="00EF2F0E">
        <w:rPr>
          <w:i/>
        </w:rPr>
        <w:t>receiver target</w:t>
      </w:r>
      <w:r w:rsidRPr="00EF2F0E">
        <w:t xml:space="preserve"> related to particular OSDD</w:t>
      </w:r>
    </w:p>
    <w:p w14:paraId="0984CCA8" w14:textId="77777777" w:rsidR="005C1B04" w:rsidRPr="00EF2F0E" w:rsidRDefault="005C1B04" w:rsidP="00A40339">
      <w:pPr>
        <w:rPr>
          <w:bCs/>
          <w:lang w:eastAsia="zh-CN"/>
        </w:rPr>
      </w:pPr>
      <w:r w:rsidRPr="00EF2F0E">
        <w:rPr>
          <w:b/>
          <w:bCs/>
          <w:lang w:eastAsia="zh-CN"/>
        </w:rPr>
        <w:t>receiver target reference direction:</w:t>
      </w:r>
      <w:r w:rsidRPr="00EF2F0E">
        <w:rPr>
          <w:bCs/>
          <w:lang w:eastAsia="zh-CN"/>
        </w:rPr>
        <w:t xml:space="preserve"> direction inside the </w:t>
      </w:r>
      <w:r w:rsidRPr="00EF2F0E">
        <w:rPr>
          <w:bCs/>
          <w:i/>
          <w:lang w:eastAsia="zh-CN"/>
        </w:rPr>
        <w:t>OTA sensitivity directions declaration</w:t>
      </w:r>
      <w:r w:rsidRPr="00EF2F0E" w:rsidDel="00EA63E7">
        <w:rPr>
          <w:bCs/>
          <w:i/>
          <w:lang w:eastAsia="zh-CN"/>
        </w:rPr>
        <w:t xml:space="preserve"> </w:t>
      </w:r>
      <w:r w:rsidRPr="00EF2F0E">
        <w:rPr>
          <w:bCs/>
          <w:lang w:eastAsia="zh-CN"/>
        </w:rPr>
        <w:t xml:space="preserve">declared by the manufacturer for conformance testing. For an OSDD without </w:t>
      </w:r>
      <w:r w:rsidRPr="00EF2F0E">
        <w:rPr>
          <w:bCs/>
          <w:i/>
          <w:lang w:eastAsia="zh-CN"/>
        </w:rPr>
        <w:t>receiver target redirection range</w:t>
      </w:r>
      <w:r w:rsidRPr="00EF2F0E">
        <w:rPr>
          <w:bCs/>
          <w:lang w:eastAsia="zh-CN"/>
        </w:rPr>
        <w:t xml:space="preserve">, this is a direction inside the </w:t>
      </w:r>
      <w:r w:rsidRPr="00EF2F0E">
        <w:rPr>
          <w:bCs/>
          <w:i/>
          <w:lang w:eastAsia="zh-CN"/>
        </w:rPr>
        <w:t>sensitivity RoAoA</w:t>
      </w:r>
    </w:p>
    <w:p w14:paraId="0984CCA9" w14:textId="77777777" w:rsidR="005C1B04" w:rsidRPr="00EF2F0E" w:rsidRDefault="005C1B04" w:rsidP="00A40339">
      <w:pPr>
        <w:rPr>
          <w:bCs/>
          <w:lang w:eastAsia="zh-CN"/>
        </w:rPr>
      </w:pPr>
      <w:r w:rsidRPr="00EF2F0E">
        <w:rPr>
          <w:b/>
          <w:bCs/>
          <w:lang w:eastAsia="zh-CN"/>
        </w:rPr>
        <w:t xml:space="preserve">reference beam direction pair: </w:t>
      </w:r>
      <w:r w:rsidRPr="00EF2F0E">
        <w:rPr>
          <w:bCs/>
          <w:lang w:eastAsia="zh-CN"/>
        </w:rPr>
        <w:t xml:space="preserve">declared </w:t>
      </w:r>
      <w:r w:rsidRPr="00EF2F0E">
        <w:rPr>
          <w:bCs/>
          <w:i/>
          <w:lang w:eastAsia="zh-CN"/>
        </w:rPr>
        <w:t>beam direction pair</w:t>
      </w:r>
      <w:r w:rsidRPr="00EF2F0E">
        <w:rPr>
          <w:bCs/>
          <w:lang w:eastAsia="zh-CN"/>
        </w:rPr>
        <w:t xml:space="preserve">, including reference </w:t>
      </w:r>
      <w:r w:rsidRPr="00EF2F0E">
        <w:rPr>
          <w:bCs/>
          <w:i/>
          <w:lang w:eastAsia="zh-CN"/>
        </w:rPr>
        <w:t>beam centre direction</w:t>
      </w:r>
      <w:r w:rsidRPr="00EF2F0E">
        <w:rPr>
          <w:bCs/>
          <w:lang w:eastAsia="zh-CN"/>
        </w:rPr>
        <w:t xml:space="preserve"> and reference </w:t>
      </w:r>
      <w:r w:rsidRPr="00EF2F0E">
        <w:rPr>
          <w:bCs/>
          <w:i/>
          <w:lang w:eastAsia="zh-CN"/>
        </w:rPr>
        <w:t>beam peak direction</w:t>
      </w:r>
      <w:r w:rsidRPr="00EF2F0E">
        <w:rPr>
          <w:bCs/>
          <w:lang w:eastAsia="zh-CN"/>
        </w:rPr>
        <w:t xml:space="preserve"> where the reference </w:t>
      </w:r>
      <w:r w:rsidRPr="00EF2F0E">
        <w:rPr>
          <w:bCs/>
          <w:i/>
          <w:lang w:eastAsia="zh-CN"/>
        </w:rPr>
        <w:t>beam peak direction</w:t>
      </w:r>
      <w:r w:rsidRPr="00EF2F0E">
        <w:rPr>
          <w:bCs/>
          <w:lang w:eastAsia="zh-CN"/>
        </w:rPr>
        <w:t xml:space="preserve"> is the direction for the intended maximum EIRP within the </w:t>
      </w:r>
      <w:r w:rsidR="00152241" w:rsidRPr="00EF2F0E">
        <w:rPr>
          <w:bCs/>
          <w:i/>
          <w:iCs/>
          <w:lang w:eastAsia="zh-CN"/>
        </w:rPr>
        <w:t>OTA peak</w:t>
      </w:r>
      <w:r w:rsidRPr="00EF2F0E">
        <w:rPr>
          <w:bCs/>
          <w:lang w:eastAsia="zh-CN"/>
        </w:rPr>
        <w:t xml:space="preserve"> </w:t>
      </w:r>
      <w:r w:rsidRPr="00EF2F0E">
        <w:rPr>
          <w:bCs/>
          <w:i/>
          <w:iCs/>
          <w:lang w:eastAsia="zh-CN"/>
        </w:rPr>
        <w:t>directions set</w:t>
      </w:r>
    </w:p>
    <w:p w14:paraId="0984CCAA" w14:textId="77777777" w:rsidR="005C1B04" w:rsidRPr="00EF2F0E" w:rsidRDefault="005C1B04" w:rsidP="00A40339">
      <w:pPr>
        <w:rPr>
          <w:rFonts w:cs="Arial"/>
          <w:szCs w:val="18"/>
          <w:lang w:eastAsia="ja-JP"/>
        </w:rPr>
      </w:pPr>
      <w:r w:rsidRPr="00EF2F0E">
        <w:rPr>
          <w:rFonts w:cs="Arial"/>
          <w:b/>
          <w:szCs w:val="18"/>
        </w:rPr>
        <w:t>reference RoAoA</w:t>
      </w:r>
      <w:r w:rsidRPr="00EF2F0E">
        <w:rPr>
          <w:rFonts w:cs="Arial"/>
          <w:szCs w:val="18"/>
        </w:rPr>
        <w:t xml:space="preserve">: the </w:t>
      </w:r>
      <w:r w:rsidRPr="00EF2F0E">
        <w:rPr>
          <w:rFonts w:cs="Arial"/>
          <w:i/>
          <w:szCs w:val="18"/>
        </w:rPr>
        <w:t>sensitivity RoAoA</w:t>
      </w:r>
      <w:r w:rsidRPr="00EF2F0E">
        <w:rPr>
          <w:rFonts w:cs="Arial"/>
          <w:szCs w:val="18"/>
        </w:rPr>
        <w:t xml:space="preserve"> associated with the </w:t>
      </w:r>
      <w:r w:rsidRPr="00EF2F0E">
        <w:rPr>
          <w:rFonts w:cs="Arial"/>
          <w:i/>
          <w:szCs w:val="18"/>
        </w:rPr>
        <w:t>receiver target reference direction</w:t>
      </w:r>
      <w:r w:rsidRPr="00EF2F0E">
        <w:rPr>
          <w:rFonts w:cs="Arial"/>
          <w:szCs w:val="18"/>
        </w:rPr>
        <w:t xml:space="preserve"> for each OSDD.</w:t>
      </w:r>
    </w:p>
    <w:p w14:paraId="0984CCAB" w14:textId="77777777" w:rsidR="005C1B04" w:rsidRPr="00EF2F0E" w:rsidRDefault="005C1B04" w:rsidP="00A40339">
      <w:r w:rsidRPr="00EF2F0E">
        <w:rPr>
          <w:b/>
          <w:bCs/>
          <w:lang w:eastAsia="zh-CN"/>
        </w:rPr>
        <w:t>sensitivity RoAoA:</w:t>
      </w:r>
      <w:r w:rsidRPr="00EF2F0E">
        <w:rPr>
          <w:bCs/>
          <w:lang w:eastAsia="zh-CN"/>
        </w:rPr>
        <w:t xml:space="preserve"> RoAoA within the </w:t>
      </w:r>
      <w:r w:rsidRPr="00EF2F0E">
        <w:rPr>
          <w:bCs/>
          <w:i/>
          <w:lang w:eastAsia="zh-CN"/>
        </w:rPr>
        <w:t>OTA sensitivity directions declaration</w:t>
      </w:r>
      <w:r w:rsidRPr="00EF2F0E">
        <w:rPr>
          <w:bCs/>
          <w:lang w:eastAsia="zh-CN"/>
        </w:rPr>
        <w:t xml:space="preserve">, within which the declared EIS(s) of an OSDD is intended to be achieved at any </w:t>
      </w:r>
      <w:r w:rsidRPr="00EF2F0E">
        <w:t>instance of time</w:t>
      </w:r>
      <w:r w:rsidRPr="00EF2F0E">
        <w:rPr>
          <w:bCs/>
          <w:lang w:eastAsia="zh-CN"/>
        </w:rPr>
        <w:t xml:space="preserve"> for a specific AAS BS direction setting</w:t>
      </w:r>
    </w:p>
    <w:p w14:paraId="0984CCAC" w14:textId="77777777" w:rsidR="005C1B04" w:rsidRPr="00EF2F0E" w:rsidRDefault="005C1B04" w:rsidP="00A40339">
      <w:r w:rsidRPr="00EF2F0E">
        <w:rPr>
          <w:b/>
        </w:rPr>
        <w:t>single band requirements:</w:t>
      </w:r>
      <w:r w:rsidRPr="00EF2F0E">
        <w:t xml:space="preserve"> requirements applying per one single </w:t>
      </w:r>
      <w:r w:rsidRPr="00EF2F0E">
        <w:rPr>
          <w:i/>
          <w:iCs/>
        </w:rPr>
        <w:t>operating band</w:t>
      </w:r>
      <w:r w:rsidRPr="00EF2F0E">
        <w:t xml:space="preserve"> without exclusion bands or other multi-band provisions</w:t>
      </w:r>
    </w:p>
    <w:p w14:paraId="0984CCAD" w14:textId="77777777" w:rsidR="007B0AA0" w:rsidRPr="00EF2F0E" w:rsidRDefault="005C1B04" w:rsidP="00A40339">
      <w:pPr>
        <w:rPr>
          <w:lang w:val="en-US"/>
        </w:rPr>
      </w:pPr>
      <w:r w:rsidRPr="00EF2F0E">
        <w:rPr>
          <w:b/>
        </w:rPr>
        <w:t>single</w:t>
      </w:r>
      <w:r w:rsidRPr="00EF2F0E">
        <w:t xml:space="preserve"> </w:t>
      </w:r>
      <w:r w:rsidRPr="00EF2F0E">
        <w:rPr>
          <w:b/>
        </w:rPr>
        <w:t>band RIB:</w:t>
      </w:r>
      <w:r w:rsidRPr="00EF2F0E">
        <w:t xml:space="preserve"> operating band specific RIB </w:t>
      </w:r>
      <w:r w:rsidR="00025CAC" w:rsidRPr="00EF2F0E">
        <w:t xml:space="preserve">supporting operation either in a single </w:t>
      </w:r>
      <w:r w:rsidR="00025CAC" w:rsidRPr="00EF2F0E">
        <w:rPr>
          <w:i/>
          <w:iCs/>
        </w:rPr>
        <w:t>operating band</w:t>
      </w:r>
      <w:r w:rsidR="00025CAC" w:rsidRPr="00EF2F0E">
        <w:t xml:space="preserve"> only, or in multiple </w:t>
      </w:r>
      <w:r w:rsidR="00025CAC" w:rsidRPr="00EF2F0E">
        <w:rPr>
          <w:i/>
          <w:iCs/>
        </w:rPr>
        <w:t>operating bands</w:t>
      </w:r>
      <w:r w:rsidR="00025CAC" w:rsidRPr="00EF2F0E">
        <w:t xml:space="preserve"> but </w:t>
      </w:r>
      <w:r w:rsidR="00025CAC" w:rsidRPr="00EF2F0E">
        <w:rPr>
          <w:lang w:val="en-US"/>
        </w:rPr>
        <w:t xml:space="preserve">does not meet the conditions for a </w:t>
      </w:r>
      <w:r w:rsidR="00025CAC" w:rsidRPr="00EF2F0E">
        <w:rPr>
          <w:i/>
          <w:lang w:val="en-US"/>
        </w:rPr>
        <w:t>multi-band connector</w:t>
      </w:r>
      <w:r w:rsidR="00025CAC" w:rsidRPr="00EF2F0E">
        <w:rPr>
          <w:lang w:val="en-US"/>
        </w:rPr>
        <w:t>.</w:t>
      </w:r>
    </w:p>
    <w:p w14:paraId="0984CCAE" w14:textId="77777777" w:rsidR="005C1B04" w:rsidRPr="00EF2F0E" w:rsidRDefault="005C1B04" w:rsidP="00A40339">
      <w:pPr>
        <w:rPr>
          <w:b/>
          <w:lang w:eastAsia="zh-CN"/>
        </w:rPr>
      </w:pPr>
      <w:r w:rsidRPr="00EF2F0E">
        <w:rPr>
          <w:b/>
        </w:rPr>
        <w:t>single band TAB connector:</w:t>
      </w:r>
      <w:r w:rsidRPr="00EF2F0E">
        <w:t xml:space="preserve"> </w:t>
      </w:r>
      <w:r w:rsidRPr="00EF2F0E">
        <w:rPr>
          <w:i/>
        </w:rPr>
        <w:t>TAB connector</w:t>
      </w:r>
      <w:r w:rsidRPr="00EF2F0E">
        <w:t xml:space="preserve"> </w:t>
      </w:r>
      <w:r w:rsidR="00025CAC" w:rsidRPr="00EF2F0E">
        <w:t xml:space="preserve">supporting operation either in a single </w:t>
      </w:r>
      <w:r w:rsidR="00025CAC" w:rsidRPr="00EF2F0E">
        <w:rPr>
          <w:i/>
          <w:iCs/>
        </w:rPr>
        <w:t>operating band</w:t>
      </w:r>
      <w:r w:rsidR="00025CAC" w:rsidRPr="00EF2F0E">
        <w:t xml:space="preserve"> only, or in multiple </w:t>
      </w:r>
      <w:r w:rsidR="00025CAC" w:rsidRPr="00EF2F0E">
        <w:rPr>
          <w:i/>
          <w:iCs/>
        </w:rPr>
        <w:t>operating bands</w:t>
      </w:r>
      <w:r w:rsidR="00025CAC" w:rsidRPr="00EF2F0E">
        <w:t xml:space="preserve"> but </w:t>
      </w:r>
      <w:r w:rsidR="00025CAC" w:rsidRPr="00EF2F0E">
        <w:rPr>
          <w:lang w:val="en-US"/>
        </w:rPr>
        <w:t xml:space="preserve">does not meet the conditions for a </w:t>
      </w:r>
      <w:r w:rsidR="00025CAC" w:rsidRPr="00EF2F0E">
        <w:rPr>
          <w:i/>
          <w:lang w:val="en-US"/>
        </w:rPr>
        <w:t>multi-band RIB</w:t>
      </w:r>
      <w:r w:rsidR="00025CAC" w:rsidRPr="00EF2F0E">
        <w:rPr>
          <w:lang w:val="en-US"/>
        </w:rPr>
        <w:t>.</w:t>
      </w:r>
    </w:p>
    <w:p w14:paraId="0984CCAF" w14:textId="77777777" w:rsidR="005C1B04" w:rsidRPr="00EF2F0E" w:rsidRDefault="005C1B04" w:rsidP="00A40339">
      <w:r w:rsidRPr="00EF2F0E">
        <w:rPr>
          <w:b/>
          <w:lang w:eastAsia="zh-CN"/>
        </w:rPr>
        <w:t>single direction requirement:</w:t>
      </w:r>
      <w:r w:rsidRPr="00EF2F0E">
        <w:rPr>
          <w:lang w:eastAsia="zh-CN"/>
        </w:rPr>
        <w:t xml:space="preserve"> AAS</w:t>
      </w:r>
      <w:r w:rsidRPr="00EF2F0E">
        <w:rPr>
          <w:b/>
          <w:lang w:eastAsia="zh-CN"/>
        </w:rPr>
        <w:t xml:space="preserve"> </w:t>
      </w:r>
      <w:r w:rsidRPr="00EF2F0E">
        <w:rPr>
          <w:lang w:eastAsia="zh-CN"/>
        </w:rPr>
        <w:t xml:space="preserve">BS requirement which is applied in a specific direction within the </w:t>
      </w:r>
      <w:r w:rsidRPr="00EF2F0E">
        <w:rPr>
          <w:i/>
          <w:lang w:eastAsia="zh-CN"/>
        </w:rPr>
        <w:t>OTA coverage range</w:t>
      </w:r>
      <w:r w:rsidRPr="00EF2F0E">
        <w:rPr>
          <w:lang w:eastAsia="zh-CN"/>
        </w:rPr>
        <w:t xml:space="preserve"> for the Tx and when the AoA of the incident wave of a received signal is within the OTA REFSENS RoAoA or the minSENS RoAoA as appropriate for the receiver.</w:t>
      </w:r>
    </w:p>
    <w:p w14:paraId="0984CCB0" w14:textId="77777777" w:rsidR="005C1B04" w:rsidRPr="00EF2F0E" w:rsidRDefault="005C1B04" w:rsidP="00A40339">
      <w:pPr>
        <w:rPr>
          <w:i/>
          <w:iCs/>
        </w:rPr>
      </w:pPr>
      <w:r w:rsidRPr="00EF2F0E">
        <w:rPr>
          <w:b/>
        </w:rPr>
        <w:t>single RAT E-UTRA operation:</w:t>
      </w:r>
      <w:r w:rsidRPr="00EF2F0E">
        <w:t xml:space="preserve"> operation of AAS BS declared to be single RAT E-UTRA in the </w:t>
      </w:r>
      <w:r w:rsidRPr="00EF2F0E">
        <w:rPr>
          <w:i/>
          <w:iCs/>
        </w:rPr>
        <w:t xml:space="preserve">operating band </w:t>
      </w:r>
    </w:p>
    <w:p w14:paraId="0984CCB1" w14:textId="77777777" w:rsidR="005C1B04" w:rsidRPr="00EF2F0E" w:rsidRDefault="005C1B04" w:rsidP="00A40339">
      <w:pPr>
        <w:pStyle w:val="NO"/>
      </w:pPr>
      <w:r w:rsidRPr="00EF2F0E">
        <w:t>NOTE:</w:t>
      </w:r>
      <w:r w:rsidR="006E5225" w:rsidRPr="00EF2F0E">
        <w:tab/>
      </w:r>
      <w:r w:rsidRPr="00EF2F0E">
        <w:rPr>
          <w:i/>
        </w:rPr>
        <w:t>S</w:t>
      </w:r>
      <w:r w:rsidRPr="00EF2F0E">
        <w:rPr>
          <w:rFonts w:cs="v5.0.0"/>
          <w:i/>
        </w:rPr>
        <w:t>ingle RAT E-UTRA operation</w:t>
      </w:r>
      <w:r w:rsidRPr="00EF2F0E">
        <w:rPr>
          <w:rFonts w:cs="v5.0.0"/>
        </w:rPr>
        <w:t xml:space="preserve"> </w:t>
      </w:r>
      <w:r w:rsidRPr="00EF2F0E">
        <w:t>does not cover in-band NB-IoT, nor guardband NB-IoT operation.</w:t>
      </w:r>
    </w:p>
    <w:p w14:paraId="0984CCB2" w14:textId="77777777" w:rsidR="005C1B04" w:rsidRPr="00EF2F0E" w:rsidRDefault="005C1B04" w:rsidP="00A40339">
      <w:pPr>
        <w:rPr>
          <w:i/>
          <w:iCs/>
        </w:rPr>
      </w:pPr>
      <w:r w:rsidRPr="00EF2F0E">
        <w:rPr>
          <w:b/>
        </w:rPr>
        <w:t>single RAT UTRA operation:</w:t>
      </w:r>
      <w:r w:rsidRPr="00EF2F0E">
        <w:t xml:space="preserve"> operation of AAS BS declared to be single RAT UTRA in the </w:t>
      </w:r>
      <w:r w:rsidRPr="00EF2F0E">
        <w:rPr>
          <w:i/>
          <w:iCs/>
        </w:rPr>
        <w:t>operating band</w:t>
      </w:r>
    </w:p>
    <w:p w14:paraId="0984CCB3" w14:textId="77777777" w:rsidR="00396016" w:rsidRPr="00EF2F0E" w:rsidRDefault="00396016" w:rsidP="00A40339">
      <w:r w:rsidRPr="00EF2F0E">
        <w:rPr>
          <w:rFonts w:hint="eastAsia"/>
          <w:b/>
          <w:lang w:eastAsia="zh-CN"/>
        </w:rPr>
        <w:t>sTTI</w:t>
      </w:r>
      <w:r w:rsidRPr="00EF2F0E">
        <w:t>: A transmission time interval (TTI) of either one slot or one subslot as defined in TS 36.211 [31] on either uplink or downlink.</w:t>
      </w:r>
    </w:p>
    <w:p w14:paraId="0984CCB4" w14:textId="77777777" w:rsidR="005C1B04" w:rsidRPr="00EF2F0E" w:rsidRDefault="005C1B04" w:rsidP="00A40339">
      <w:r w:rsidRPr="00EF2F0E">
        <w:rPr>
          <w:b/>
        </w:rPr>
        <w:t>sub-block:</w:t>
      </w:r>
      <w:r w:rsidRPr="00EF2F0E">
        <w:t xml:space="preserve"> one contiguous allocated block of spectrum for use by the same Base Station</w:t>
      </w:r>
    </w:p>
    <w:p w14:paraId="0984CCB5" w14:textId="77777777" w:rsidR="005C1B04" w:rsidRPr="00EF2F0E" w:rsidRDefault="005C1B04" w:rsidP="00A40339">
      <w:pPr>
        <w:pStyle w:val="NO"/>
      </w:pPr>
      <w:r w:rsidRPr="00EF2F0E">
        <w:t>NOTE:</w:t>
      </w:r>
      <w:r w:rsidRPr="00EF2F0E">
        <w:tab/>
        <w:t xml:space="preserve">There may be multiple instances of </w:t>
      </w:r>
      <w:r w:rsidRPr="00EF2F0E">
        <w:rPr>
          <w:i/>
        </w:rPr>
        <w:t>sub-block</w:t>
      </w:r>
      <w:r w:rsidRPr="00EF2F0E">
        <w:t xml:space="preserve">s within a </w:t>
      </w:r>
      <w:r w:rsidRPr="00EF2F0E">
        <w:rPr>
          <w:i/>
        </w:rPr>
        <w:t>Base Station RF Bandwidth</w:t>
      </w:r>
      <w:r w:rsidRPr="00EF2F0E">
        <w:t>.</w:t>
      </w:r>
    </w:p>
    <w:p w14:paraId="0984CCB6" w14:textId="77777777" w:rsidR="005C1B04" w:rsidRPr="00EF2F0E" w:rsidRDefault="005C1B04" w:rsidP="00A40339">
      <w:r w:rsidRPr="00EF2F0E">
        <w:rPr>
          <w:b/>
        </w:rPr>
        <w:t xml:space="preserve">sub-block gap: </w:t>
      </w:r>
      <w:r w:rsidRPr="00EF2F0E">
        <w:t xml:space="preserve">frequency gap between two consecutive </w:t>
      </w:r>
      <w:r w:rsidRPr="00EF2F0E">
        <w:rPr>
          <w:i/>
        </w:rPr>
        <w:t>sub-block</w:t>
      </w:r>
      <w:r w:rsidRPr="00EF2F0E">
        <w:t xml:space="preserve">s within a </w:t>
      </w:r>
      <w:r w:rsidRPr="00EF2F0E">
        <w:rPr>
          <w:i/>
        </w:rPr>
        <w:t>Base Station RF Bandwidth</w:t>
      </w:r>
      <w:r w:rsidRPr="00EF2F0E">
        <w:t>, where the RF requirements in the gap are based on co-existence for un-coordinated operation</w:t>
      </w:r>
    </w:p>
    <w:p w14:paraId="0984CCB7" w14:textId="77777777" w:rsidR="00A60CFF" w:rsidRPr="00EF2F0E" w:rsidRDefault="00A60CFF" w:rsidP="00A60CFF">
      <w:r w:rsidRPr="00EF2F0E">
        <w:rPr>
          <w:b/>
        </w:rPr>
        <w:t xml:space="preserve">Synchronized operation: </w:t>
      </w:r>
      <w:r w:rsidRPr="00EF2F0E">
        <w:t>Operation of TDD in two different systems, where no simultaneous uplink and downlink occur.</w:t>
      </w:r>
    </w:p>
    <w:p w14:paraId="0984CCB8" w14:textId="77777777" w:rsidR="005C1B04" w:rsidRPr="00EF2F0E" w:rsidRDefault="005C1B04" w:rsidP="00A40339">
      <w:r w:rsidRPr="00EF2F0E">
        <w:rPr>
          <w:b/>
        </w:rPr>
        <w:t>TAB connector:</w:t>
      </w:r>
      <w:r w:rsidRPr="00EF2F0E">
        <w:t xml:space="preserve"> </w:t>
      </w:r>
      <w:r w:rsidRPr="00EF2F0E">
        <w:rPr>
          <w:i/>
        </w:rPr>
        <w:t>transceiver array boundary</w:t>
      </w:r>
      <w:r w:rsidRPr="00EF2F0E">
        <w:t xml:space="preserve"> connector</w:t>
      </w:r>
    </w:p>
    <w:p w14:paraId="0984CCB9" w14:textId="77777777" w:rsidR="005C1B04" w:rsidRPr="00EF2F0E" w:rsidRDefault="005C1B04" w:rsidP="00A40339">
      <w:r w:rsidRPr="00EF2F0E">
        <w:rPr>
          <w:b/>
          <w:bCs/>
        </w:rPr>
        <w:t xml:space="preserve">TAB connector RX min cell group: </w:t>
      </w:r>
      <w:r w:rsidRPr="00EF2F0E">
        <w:rPr>
          <w:i/>
          <w:iCs/>
        </w:rPr>
        <w:t>operating band</w:t>
      </w:r>
      <w:r w:rsidRPr="00EF2F0E">
        <w:t xml:space="preserve"> specific declared group of </w:t>
      </w:r>
      <w:r w:rsidRPr="00EF2F0E">
        <w:rPr>
          <w:i/>
          <w:iCs/>
        </w:rPr>
        <w:t xml:space="preserve">TAB connectors </w:t>
      </w:r>
      <w:r w:rsidRPr="00EF2F0E">
        <w:t xml:space="preserve">to which RX requirements are applied. </w:t>
      </w:r>
    </w:p>
    <w:p w14:paraId="0984CCBA" w14:textId="77777777" w:rsidR="005C1B04" w:rsidRPr="00EF2F0E" w:rsidRDefault="005C1B04" w:rsidP="00A40339">
      <w:pPr>
        <w:ind w:left="1134" w:hanging="850"/>
      </w:pPr>
      <w:r w:rsidRPr="00EF2F0E">
        <w:t>NOTE:</w:t>
      </w:r>
      <w:r w:rsidRPr="00EF2F0E">
        <w:tab/>
        <w:t xml:space="preserve">Within this definition, the group corresponds to the group of </w:t>
      </w:r>
      <w:r w:rsidRPr="00EF2F0E">
        <w:rPr>
          <w:i/>
          <w:iCs/>
        </w:rPr>
        <w:t>TAB connectors</w:t>
      </w:r>
      <w:r w:rsidRPr="00EF2F0E">
        <w:t xml:space="preserve"> which are responsible for receiving a cell when the AAS BS setting corresponding to the declared minimum number of cells with transmission on all </w:t>
      </w:r>
      <w:r w:rsidRPr="00EF2F0E">
        <w:rPr>
          <w:i/>
          <w:iCs/>
        </w:rPr>
        <w:t>TAB connectors</w:t>
      </w:r>
      <w:r w:rsidRPr="00EF2F0E">
        <w:t xml:space="preserve"> supporting an </w:t>
      </w:r>
      <w:r w:rsidRPr="00EF2F0E">
        <w:rPr>
          <w:i/>
          <w:iCs/>
        </w:rPr>
        <w:t>operating band</w:t>
      </w:r>
      <w:r w:rsidRPr="00EF2F0E">
        <w:t>, but its existence is not limited to that condition.</w:t>
      </w:r>
    </w:p>
    <w:p w14:paraId="0984CCBB" w14:textId="77777777" w:rsidR="005C1B04" w:rsidRPr="00EF2F0E" w:rsidRDefault="005C1B04" w:rsidP="00A40339">
      <w:r w:rsidRPr="00EF2F0E">
        <w:rPr>
          <w:b/>
          <w:bCs/>
        </w:rPr>
        <w:t xml:space="preserve">TAB connector TX min cell group: </w:t>
      </w:r>
      <w:r w:rsidRPr="00EF2F0E">
        <w:rPr>
          <w:i/>
          <w:iCs/>
        </w:rPr>
        <w:t>operating band</w:t>
      </w:r>
      <w:r w:rsidRPr="00EF2F0E">
        <w:t xml:space="preserve"> specific declared group of </w:t>
      </w:r>
      <w:r w:rsidRPr="00EF2F0E">
        <w:rPr>
          <w:i/>
          <w:iCs/>
        </w:rPr>
        <w:t xml:space="preserve">TAB connectors </w:t>
      </w:r>
      <w:r w:rsidRPr="00EF2F0E">
        <w:t xml:space="preserve">to which TX requirements are applied. </w:t>
      </w:r>
    </w:p>
    <w:p w14:paraId="0984CCBC" w14:textId="77777777" w:rsidR="005C1B04" w:rsidRPr="00EF2F0E" w:rsidRDefault="005C1B04" w:rsidP="00A40339">
      <w:pPr>
        <w:pStyle w:val="NO"/>
      </w:pPr>
      <w:r w:rsidRPr="00EF2F0E">
        <w:t>NOTE:</w:t>
      </w:r>
      <w:r w:rsidRPr="00EF2F0E">
        <w:tab/>
        <w:t xml:space="preserve">Within this definition, the group corresponds to the group of </w:t>
      </w:r>
      <w:r w:rsidRPr="00EF2F0E">
        <w:rPr>
          <w:i/>
          <w:iCs/>
        </w:rPr>
        <w:t>TAB connectors</w:t>
      </w:r>
      <w:r w:rsidRPr="00EF2F0E">
        <w:t xml:space="preserve"> which are responsible for transmitting a cell when the AAS BS setting corresponding to the declared minimum number of cells with transmission on all </w:t>
      </w:r>
      <w:r w:rsidRPr="00EF2F0E">
        <w:rPr>
          <w:i/>
          <w:iCs/>
        </w:rPr>
        <w:t>TAB connectors</w:t>
      </w:r>
      <w:r w:rsidRPr="00EF2F0E">
        <w:t xml:space="preserve"> supporting an </w:t>
      </w:r>
      <w:r w:rsidRPr="00EF2F0E">
        <w:rPr>
          <w:i/>
          <w:iCs/>
        </w:rPr>
        <w:t>operating band</w:t>
      </w:r>
      <w:r w:rsidRPr="00EF2F0E">
        <w:t>, but its existence is not limited to that condition.</w:t>
      </w:r>
    </w:p>
    <w:p w14:paraId="0984CCBD" w14:textId="77777777" w:rsidR="005C1B04" w:rsidRPr="00EF2F0E" w:rsidRDefault="005C1B04" w:rsidP="00A40339">
      <w:pPr>
        <w:rPr>
          <w:bCs/>
        </w:rPr>
      </w:pPr>
      <w:r w:rsidRPr="00EF2F0E">
        <w:rPr>
          <w:b/>
        </w:rPr>
        <w:t xml:space="preserve">throughput: </w:t>
      </w:r>
      <w:r w:rsidRPr="00EF2F0E">
        <w:rPr>
          <w:bCs/>
        </w:rPr>
        <w:t>number of payload bits successfully received per second for a reference measurement channel in a specified reference condition</w:t>
      </w:r>
    </w:p>
    <w:p w14:paraId="0984CCBE" w14:textId="77777777" w:rsidR="005C1B04" w:rsidRPr="00EF2F0E" w:rsidRDefault="005C1B04" w:rsidP="00A40339">
      <w:pPr>
        <w:rPr>
          <w:rFonts w:cs="v5.0.0"/>
          <w:bCs/>
        </w:rPr>
      </w:pPr>
      <w:bookmarkStart w:id="70" w:name="_Hlk498084637"/>
      <w:r w:rsidRPr="00EF2F0E">
        <w:rPr>
          <w:rFonts w:cs="v5.0.0"/>
          <w:b/>
          <w:bCs/>
        </w:rPr>
        <w:t>total radiated power:</w:t>
      </w:r>
      <w:r w:rsidRPr="00EF2F0E">
        <w:rPr>
          <w:rFonts w:cs="v5.0.0"/>
          <w:bCs/>
        </w:rPr>
        <w:t xml:space="preserve"> is the total power radiated by the antenna.</w:t>
      </w:r>
    </w:p>
    <w:p w14:paraId="0984CCBF" w14:textId="77777777" w:rsidR="005C1B04" w:rsidRPr="00EF2F0E" w:rsidRDefault="005C1B04" w:rsidP="00A40339">
      <w:pPr>
        <w:rPr>
          <w:rFonts w:cs="v5.0.0"/>
          <w:bCs/>
        </w:rPr>
      </w:pPr>
      <w:r w:rsidRPr="00EF2F0E">
        <w:rPr>
          <w:rFonts w:cs="v5.0.0"/>
          <w:bCs/>
        </w:rPr>
        <w:tab/>
        <w:t>NOTE 1:</w:t>
      </w:r>
      <w:r w:rsidRPr="00EF2F0E">
        <w:rPr>
          <w:rFonts w:cs="v5.0.0"/>
          <w:bCs/>
        </w:rPr>
        <w:tab/>
        <w:t xml:space="preserve">The </w:t>
      </w:r>
      <w:r w:rsidRPr="00EF2F0E">
        <w:rPr>
          <w:rFonts w:cs="v5.0.0"/>
          <w:bCs/>
          <w:i/>
        </w:rPr>
        <w:t>total radiated power</w:t>
      </w:r>
      <w:r w:rsidRPr="00EF2F0E">
        <w:rPr>
          <w:rFonts w:cs="v5.0.0"/>
          <w:bCs/>
        </w:rPr>
        <w:t xml:space="preserve"> is the power radiating in all direction for two orthogonal polarizations.</w:t>
      </w:r>
    </w:p>
    <w:p w14:paraId="0984CCC0" w14:textId="77777777" w:rsidR="005C1B04" w:rsidRPr="00EF2F0E" w:rsidRDefault="005C1B04" w:rsidP="00A40339">
      <w:pPr>
        <w:rPr>
          <w:rFonts w:cs="v5.0.0"/>
          <w:bCs/>
        </w:rPr>
      </w:pPr>
      <w:r w:rsidRPr="00EF2F0E">
        <w:rPr>
          <w:rFonts w:cs="v5.0.0"/>
          <w:bCs/>
        </w:rPr>
        <w:tab/>
        <w:t>NOTE 2:</w:t>
      </w:r>
      <w:r w:rsidRPr="00EF2F0E">
        <w:rPr>
          <w:rFonts w:cs="v5.0.0"/>
          <w:bCs/>
        </w:rPr>
        <w:tab/>
      </w:r>
      <w:r w:rsidRPr="00EF2F0E">
        <w:rPr>
          <w:rFonts w:cs="v5.0.0"/>
          <w:bCs/>
          <w:i/>
        </w:rPr>
        <w:t>total radiated power</w:t>
      </w:r>
      <w:r w:rsidRPr="00EF2F0E">
        <w:rPr>
          <w:rFonts w:cs="v5.0.0"/>
          <w:bCs/>
        </w:rPr>
        <w:t xml:space="preserve"> is defined in both the near-field region and the far-field region.</w:t>
      </w:r>
      <w:bookmarkEnd w:id="70"/>
    </w:p>
    <w:p w14:paraId="0984CCC1" w14:textId="77777777" w:rsidR="005C1B04" w:rsidRPr="00EF2F0E" w:rsidRDefault="005C1B04" w:rsidP="00A40339">
      <w:pPr>
        <w:rPr>
          <w:lang w:eastAsia="zh-CN"/>
        </w:rPr>
      </w:pPr>
      <w:r w:rsidRPr="00EF2F0E">
        <w:rPr>
          <w:b/>
        </w:rPr>
        <w:t>transceiver array boundary:</w:t>
      </w:r>
      <w:r w:rsidRPr="00EF2F0E">
        <w:t xml:space="preserve"> </w:t>
      </w:r>
      <w:r w:rsidRPr="00EF2F0E">
        <w:rPr>
          <w:lang w:eastAsia="zh-CN"/>
        </w:rPr>
        <w:t>conducted interface between the transceiver unit array and the composite antenna</w:t>
      </w:r>
    </w:p>
    <w:p w14:paraId="0984CCC2" w14:textId="77777777" w:rsidR="005C1B04" w:rsidRPr="00EF2F0E" w:rsidRDefault="005C1B04" w:rsidP="00A40339">
      <w:r w:rsidRPr="00EF2F0E">
        <w:rPr>
          <w:b/>
        </w:rPr>
        <w:t>transmission bandwidth:</w:t>
      </w:r>
      <w:r w:rsidRPr="00EF2F0E">
        <w:t xml:space="preserve"> RF bandwidth of an instantaneous E-UTRA transmission from a UE or BS, measured in resource Block units</w:t>
      </w:r>
    </w:p>
    <w:p w14:paraId="0984CCC3" w14:textId="77777777" w:rsidR="005C1B04" w:rsidRPr="00EF2F0E" w:rsidRDefault="005C1B04" w:rsidP="00A40339">
      <w:pPr>
        <w:rPr>
          <w:rFonts w:cs="v5.0.0"/>
          <w:bCs/>
        </w:rPr>
      </w:pPr>
      <w:r w:rsidRPr="00EF2F0E">
        <w:rPr>
          <w:rFonts w:cs="v5.0.0"/>
          <w:b/>
          <w:bCs/>
        </w:rPr>
        <w:t>transmitter OFF period:</w:t>
      </w:r>
      <w:r w:rsidRPr="00EF2F0E">
        <w:rPr>
          <w:rFonts w:cs="v5.0.0"/>
          <w:bCs/>
        </w:rPr>
        <w:t xml:space="preserve"> time period during which the transmitter is </w:t>
      </w:r>
      <w:r w:rsidRPr="00EF2F0E">
        <w:t>scheduled not</w:t>
      </w:r>
      <w:r w:rsidRPr="00EF2F0E">
        <w:rPr>
          <w:rFonts w:cs="v5.0.0"/>
          <w:bCs/>
        </w:rPr>
        <w:t xml:space="preserve"> to transmit</w:t>
      </w:r>
    </w:p>
    <w:p w14:paraId="0984CCC4" w14:textId="77777777" w:rsidR="005C1B04" w:rsidRPr="00EF2F0E" w:rsidRDefault="005C1B04" w:rsidP="00A40339">
      <w:pPr>
        <w:pStyle w:val="NO"/>
      </w:pPr>
      <w:r w:rsidRPr="00EF2F0E">
        <w:t>NOTE:</w:t>
      </w:r>
      <w:r w:rsidRPr="00EF2F0E">
        <w:tab/>
        <w:t xml:space="preserve">For AAS BS, this definition applies per </w:t>
      </w:r>
      <w:r w:rsidRPr="00EF2F0E">
        <w:rPr>
          <w:i/>
        </w:rPr>
        <w:t>TAB connector</w:t>
      </w:r>
      <w:r w:rsidRPr="00EF2F0E">
        <w:t xml:space="preserve"> and </w:t>
      </w:r>
      <w:r w:rsidRPr="00EF2F0E">
        <w:rPr>
          <w:i/>
          <w:iCs/>
        </w:rPr>
        <w:t>operating band</w:t>
      </w:r>
      <w:r w:rsidRPr="00EF2F0E">
        <w:t>.</w:t>
      </w:r>
    </w:p>
    <w:p w14:paraId="0984CCC5" w14:textId="77777777" w:rsidR="005C1B04" w:rsidRPr="00EF2F0E" w:rsidRDefault="005C1B04" w:rsidP="00A40339">
      <w:pPr>
        <w:rPr>
          <w:rFonts w:cs="v5.0.0"/>
          <w:bCs/>
        </w:rPr>
      </w:pPr>
      <w:r w:rsidRPr="00EF2F0E">
        <w:rPr>
          <w:rFonts w:cs="v5.0.0"/>
          <w:b/>
          <w:bCs/>
        </w:rPr>
        <w:t xml:space="preserve">transmitter ON period: </w:t>
      </w:r>
      <w:r w:rsidRPr="00EF2F0E">
        <w:rPr>
          <w:rFonts w:cs="v5.0.0"/>
          <w:bCs/>
        </w:rPr>
        <w:t>time period during which the transmitter is transmitting data and/or reference symbols</w:t>
      </w:r>
    </w:p>
    <w:p w14:paraId="0984CCC6" w14:textId="77777777" w:rsidR="005C1B04" w:rsidRPr="00EF2F0E" w:rsidRDefault="005C1B04" w:rsidP="00A40339">
      <w:pPr>
        <w:pStyle w:val="NO"/>
      </w:pPr>
      <w:r w:rsidRPr="00EF2F0E">
        <w:t>NOTE:</w:t>
      </w:r>
      <w:r w:rsidRPr="00EF2F0E">
        <w:tab/>
        <w:t xml:space="preserve">For AAS BS, this definition applies per </w:t>
      </w:r>
      <w:r w:rsidRPr="00EF2F0E">
        <w:rPr>
          <w:i/>
        </w:rPr>
        <w:t>TAB connector</w:t>
      </w:r>
      <w:r w:rsidRPr="00EF2F0E">
        <w:t xml:space="preserve"> and </w:t>
      </w:r>
      <w:r w:rsidRPr="00EF2F0E">
        <w:rPr>
          <w:i/>
          <w:iCs/>
        </w:rPr>
        <w:t>operating band</w:t>
      </w:r>
      <w:r w:rsidRPr="00EF2F0E">
        <w:t>.</w:t>
      </w:r>
    </w:p>
    <w:p w14:paraId="0984CCC7" w14:textId="77777777" w:rsidR="005C1B04" w:rsidRPr="00EF2F0E" w:rsidRDefault="005C1B04" w:rsidP="00A40339">
      <w:pPr>
        <w:rPr>
          <w:rFonts w:cs="v5.0.0"/>
          <w:bCs/>
        </w:rPr>
      </w:pPr>
      <w:r w:rsidRPr="00EF2F0E">
        <w:rPr>
          <w:rFonts w:cs="v5.0.0"/>
          <w:b/>
          <w:bCs/>
        </w:rPr>
        <w:t>transmitter transient period:</w:t>
      </w:r>
      <w:r w:rsidRPr="00EF2F0E">
        <w:rPr>
          <w:rFonts w:cs="v5.0.0"/>
          <w:bCs/>
        </w:rPr>
        <w:t xml:space="preserve"> time period during which the transmitter unit belonging to the </w:t>
      </w:r>
      <w:r w:rsidRPr="00EF2F0E">
        <w:t>transceiver unit array</w:t>
      </w:r>
      <w:r w:rsidRPr="00EF2F0E">
        <w:rPr>
          <w:rFonts w:cs="v5.0.0"/>
          <w:bCs/>
        </w:rPr>
        <w:t xml:space="preserve"> is changing from the OFF period to the ON period or vice versa</w:t>
      </w:r>
    </w:p>
    <w:p w14:paraId="0984CCC8" w14:textId="77777777" w:rsidR="005C1B04" w:rsidRPr="00EF2F0E" w:rsidRDefault="005C1B04" w:rsidP="00A40339">
      <w:pPr>
        <w:pStyle w:val="NO"/>
      </w:pPr>
      <w:r w:rsidRPr="00EF2F0E">
        <w:t>NOTE:</w:t>
      </w:r>
      <w:r w:rsidRPr="00EF2F0E">
        <w:tab/>
        <w:t xml:space="preserve">For AAS BS, this definition applies per </w:t>
      </w:r>
      <w:r w:rsidRPr="00EF2F0E">
        <w:rPr>
          <w:i/>
        </w:rPr>
        <w:t>TAB connector</w:t>
      </w:r>
      <w:r w:rsidRPr="00EF2F0E">
        <w:t xml:space="preserve"> and </w:t>
      </w:r>
      <w:r w:rsidRPr="00EF2F0E">
        <w:rPr>
          <w:i/>
          <w:iCs/>
        </w:rPr>
        <w:t>operating band</w:t>
      </w:r>
      <w:r w:rsidRPr="00EF2F0E">
        <w:t>.</w:t>
      </w:r>
    </w:p>
    <w:p w14:paraId="0984CCC9" w14:textId="77777777" w:rsidR="00A60CFF" w:rsidRPr="00EF2F0E" w:rsidRDefault="00A60CFF" w:rsidP="003401A4">
      <w:r w:rsidRPr="00EF2F0E">
        <w:rPr>
          <w:b/>
          <w:bCs/>
        </w:rPr>
        <w:t xml:space="preserve">Unsynchronized operation: </w:t>
      </w:r>
      <w:r w:rsidRPr="00EF2F0E">
        <w:t>Operation of TDD in two different systems, where the conditions for synchronized operation</w:t>
      </w:r>
      <w:r w:rsidRPr="00EF2F0E">
        <w:rPr>
          <w:rFonts w:hint="eastAsia"/>
          <w:lang w:eastAsia="zh-CN"/>
        </w:rPr>
        <w:t xml:space="preserve"> are not met.</w:t>
      </w:r>
    </w:p>
    <w:p w14:paraId="0984CCCA" w14:textId="77777777" w:rsidR="005C1B04" w:rsidRPr="00EF2F0E" w:rsidRDefault="005C1B04" w:rsidP="00A40339">
      <w:pPr>
        <w:rPr>
          <w:rFonts w:cs="v5.0.0"/>
        </w:rPr>
      </w:pPr>
      <w:r w:rsidRPr="00EF2F0E">
        <w:rPr>
          <w:rFonts w:cs="v5.0.0"/>
          <w:b/>
          <w:bCs/>
        </w:rPr>
        <w:t xml:space="preserve">uplink operating band: </w:t>
      </w:r>
      <w:r w:rsidRPr="00EF2F0E">
        <w:rPr>
          <w:rFonts w:cs="v5.0.0"/>
        </w:rPr>
        <w:t xml:space="preserve">part of the (FDD) </w:t>
      </w:r>
      <w:r w:rsidRPr="00EF2F0E">
        <w:rPr>
          <w:rFonts w:cs="v5.0.0"/>
          <w:i/>
          <w:iCs/>
        </w:rPr>
        <w:t>operating band</w:t>
      </w:r>
      <w:r w:rsidRPr="00EF2F0E">
        <w:rPr>
          <w:rFonts w:cs="v5.0.0"/>
        </w:rPr>
        <w:t xml:space="preserve"> designated for uplink transmission</w:t>
      </w:r>
    </w:p>
    <w:p w14:paraId="0984CCCB" w14:textId="77777777" w:rsidR="005C1B04" w:rsidRPr="00EF2F0E" w:rsidRDefault="005C1B04" w:rsidP="00A40339">
      <w:pPr>
        <w:pStyle w:val="Heading2"/>
      </w:pPr>
      <w:bookmarkStart w:id="71" w:name="_Toc21095744"/>
      <w:bookmarkStart w:id="72" w:name="_Toc29762943"/>
      <w:bookmarkStart w:id="73" w:name="_Toc45869228"/>
      <w:bookmarkStart w:id="74" w:name="_Toc52554476"/>
      <w:bookmarkStart w:id="75" w:name="_Toc52554946"/>
      <w:bookmarkStart w:id="76" w:name="_Toc61112171"/>
      <w:bookmarkStart w:id="77" w:name="_Toc67911323"/>
      <w:bookmarkStart w:id="78" w:name="_Toc74842798"/>
      <w:bookmarkStart w:id="79" w:name="_Toc76503181"/>
      <w:bookmarkStart w:id="80" w:name="_Toc83040624"/>
      <w:bookmarkStart w:id="81" w:name="_Toc89851667"/>
      <w:bookmarkStart w:id="82" w:name="_Toc98676021"/>
      <w:r w:rsidRPr="00EF2F0E">
        <w:t>3.2</w:t>
      </w:r>
      <w:r w:rsidRPr="00EF2F0E">
        <w:tab/>
        <w:t>Symbols</w:t>
      </w:r>
      <w:bookmarkEnd w:id="71"/>
      <w:bookmarkEnd w:id="72"/>
      <w:bookmarkEnd w:id="73"/>
      <w:bookmarkEnd w:id="74"/>
      <w:bookmarkEnd w:id="75"/>
      <w:bookmarkEnd w:id="76"/>
      <w:bookmarkEnd w:id="77"/>
      <w:bookmarkEnd w:id="78"/>
      <w:bookmarkEnd w:id="79"/>
      <w:bookmarkEnd w:id="80"/>
      <w:bookmarkEnd w:id="81"/>
      <w:bookmarkEnd w:id="82"/>
    </w:p>
    <w:p w14:paraId="0984CCCC" w14:textId="77777777" w:rsidR="005C1B04" w:rsidRPr="00EF2F0E" w:rsidRDefault="005C1B04" w:rsidP="00A40339">
      <w:pPr>
        <w:keepNext/>
      </w:pPr>
      <w:r w:rsidRPr="00EF2F0E">
        <w:t>For the purposes of the present document, the following symbols apply:</w:t>
      </w:r>
    </w:p>
    <w:p w14:paraId="0984CCCD" w14:textId="77777777" w:rsidR="005C1B04" w:rsidRPr="00EF2F0E" w:rsidRDefault="005C1B04" w:rsidP="00A40339">
      <w:pPr>
        <w:ind w:left="1701" w:hanging="1417"/>
        <w:rPr>
          <w:lang w:val="en-US" w:eastAsia="zh-CN"/>
        </w:rPr>
      </w:pPr>
      <w:r w:rsidRPr="00EF2F0E">
        <w:rPr>
          <w:lang w:val="en-US" w:eastAsia="zh-CN"/>
        </w:rPr>
        <w:t>BeW</w:t>
      </w:r>
      <w:r w:rsidRPr="00EF2F0E">
        <w:rPr>
          <w:rFonts w:ascii="Calibri" w:hAnsi="Calibri"/>
          <w:vertAlign w:val="subscript"/>
          <w:lang w:val="en-US" w:eastAsia="zh-CN"/>
        </w:rPr>
        <w:t>θ,REFSENS</w:t>
      </w:r>
      <w:r w:rsidR="006E5225" w:rsidRPr="00EF2F0E">
        <w:rPr>
          <w:lang w:val="en-US" w:eastAsia="zh-CN"/>
        </w:rPr>
        <w:tab/>
      </w:r>
      <w:r w:rsidRPr="00EF2F0E">
        <w:rPr>
          <w:lang w:val="en-US" w:eastAsia="zh-CN"/>
        </w:rPr>
        <w:t xml:space="preserve">The beamwidth equivalent to the OTA REFSENS RoAoA in the </w:t>
      </w:r>
      <w:r w:rsidRPr="00EF2F0E">
        <w:rPr>
          <w:rFonts w:ascii="Calibri" w:hAnsi="Calibri"/>
          <w:lang w:val="en-US" w:eastAsia="zh-CN"/>
        </w:rPr>
        <w:t>θ</w:t>
      </w:r>
      <w:r w:rsidRPr="00EF2F0E">
        <w:rPr>
          <w:lang w:val="en-US" w:eastAsia="zh-CN"/>
        </w:rPr>
        <w:t>-axis in degrees.</w:t>
      </w:r>
    </w:p>
    <w:p w14:paraId="0984CCCE" w14:textId="77777777" w:rsidR="005C1B04" w:rsidRPr="00EF2F0E" w:rsidRDefault="005C1B04" w:rsidP="00A40339">
      <w:pPr>
        <w:ind w:left="1701" w:hanging="1417"/>
      </w:pPr>
      <w:r w:rsidRPr="00EF2F0E">
        <w:rPr>
          <w:lang w:val="en-US" w:eastAsia="zh-CN"/>
        </w:rPr>
        <w:t>BeW</w:t>
      </w:r>
      <w:r w:rsidRPr="00EF2F0E">
        <w:rPr>
          <w:rFonts w:ascii="Calibri" w:hAnsi="Calibri"/>
          <w:vertAlign w:val="subscript"/>
          <w:lang w:val="en-US" w:eastAsia="zh-CN"/>
        </w:rPr>
        <w:t>φ,REFSENS</w:t>
      </w:r>
      <w:r w:rsidRPr="00EF2F0E">
        <w:rPr>
          <w:lang w:val="en-US" w:eastAsia="zh-CN"/>
        </w:rPr>
        <w:tab/>
        <w:t xml:space="preserve">The beamwidth equivalent to the OTA REFSENS RoAoA in the </w:t>
      </w:r>
      <w:r w:rsidRPr="00EF2F0E">
        <w:rPr>
          <w:rFonts w:ascii="Calibri" w:hAnsi="Calibri"/>
          <w:lang w:val="en-US" w:eastAsia="zh-CN"/>
        </w:rPr>
        <w:t>φ</w:t>
      </w:r>
      <w:r w:rsidRPr="00EF2F0E">
        <w:rPr>
          <w:lang w:val="en-US" w:eastAsia="zh-CN"/>
        </w:rPr>
        <w:t>-axis in degrees.</w:t>
      </w:r>
    </w:p>
    <w:p w14:paraId="0984CCCF" w14:textId="77777777" w:rsidR="005C1B04" w:rsidRPr="00EF2F0E" w:rsidRDefault="005C1B04" w:rsidP="00A40339">
      <w:pPr>
        <w:pStyle w:val="EW"/>
      </w:pPr>
      <w:bookmarkStart w:id="83" w:name="_Hlk508632747"/>
      <w:r w:rsidRPr="00EF2F0E">
        <w:t>Δf</w:t>
      </w:r>
      <w:r w:rsidRPr="00EF2F0E">
        <w:rPr>
          <w:vertAlign w:val="subscript"/>
        </w:rPr>
        <w:t>OBUE</w:t>
      </w:r>
      <w:r w:rsidR="006E5225" w:rsidRPr="00EF2F0E">
        <w:tab/>
      </w:r>
      <w:r w:rsidRPr="00EF2F0E">
        <w:t xml:space="preserve">Maximum offset of the </w:t>
      </w:r>
      <w:r w:rsidRPr="00EF2F0E">
        <w:rPr>
          <w:i/>
        </w:rPr>
        <w:t>operating band</w:t>
      </w:r>
      <w:r w:rsidRPr="00EF2F0E">
        <w:t xml:space="preserve"> unwanted emissions mask from the downlink </w:t>
      </w:r>
      <w:r w:rsidRPr="00EF2F0E">
        <w:rPr>
          <w:i/>
        </w:rPr>
        <w:t>operating band</w:t>
      </w:r>
      <w:r w:rsidRPr="00EF2F0E">
        <w:t xml:space="preserve"> edge </w:t>
      </w:r>
    </w:p>
    <w:bookmarkEnd w:id="83"/>
    <w:p w14:paraId="0984CCD0" w14:textId="77777777" w:rsidR="005C1B04" w:rsidRPr="00EF2F0E" w:rsidRDefault="005C1B04" w:rsidP="00A40339">
      <w:pPr>
        <w:pStyle w:val="EW"/>
      </w:pPr>
      <w:r w:rsidRPr="00EF2F0E">
        <w:t>Δf</w:t>
      </w:r>
      <w:r w:rsidRPr="00EF2F0E">
        <w:rPr>
          <w:vertAlign w:val="subscript"/>
        </w:rPr>
        <w:t>OOB</w:t>
      </w:r>
      <w:r w:rsidRPr="00EF2F0E">
        <w:rPr>
          <w:vertAlign w:val="subscript"/>
        </w:rPr>
        <w:tab/>
      </w:r>
      <w:r w:rsidRPr="00EF2F0E">
        <w:t xml:space="preserve">Maximum offset of the </w:t>
      </w:r>
      <w:r w:rsidRPr="00EF2F0E">
        <w:rPr>
          <w:rFonts w:cs="v5.0.0"/>
        </w:rPr>
        <w:t xml:space="preserve">out-of-band </w:t>
      </w:r>
      <w:r w:rsidRPr="00EF2F0E">
        <w:t xml:space="preserve">boundary from the uplink </w:t>
      </w:r>
      <w:r w:rsidRPr="00EF2F0E">
        <w:rPr>
          <w:i/>
        </w:rPr>
        <w:t>operating band</w:t>
      </w:r>
      <w:r w:rsidRPr="00EF2F0E">
        <w:t xml:space="preserve"> edge</w:t>
      </w:r>
    </w:p>
    <w:p w14:paraId="0984CCD1" w14:textId="77777777" w:rsidR="005C1B04" w:rsidRPr="00EF2F0E" w:rsidRDefault="005C1B04" w:rsidP="00A40339">
      <w:pPr>
        <w:keepLines/>
        <w:spacing w:after="0"/>
        <w:ind w:left="1702" w:hanging="1418"/>
      </w:pPr>
      <w:r w:rsidRPr="00EF2F0E">
        <w:t>Δ</w:t>
      </w:r>
      <w:r w:rsidRPr="00EF2F0E">
        <w:rPr>
          <w:vertAlign w:val="subscript"/>
        </w:rPr>
        <w:t>minSENS</w:t>
      </w:r>
      <w:r w:rsidR="006E5225" w:rsidRPr="00EF2F0E">
        <w:tab/>
      </w:r>
      <w:r w:rsidRPr="00EF2F0E">
        <w:t>Difference between conducted reference sensitivity and EIS</w:t>
      </w:r>
      <w:r w:rsidRPr="00EF2F0E">
        <w:rPr>
          <w:vertAlign w:val="subscript"/>
        </w:rPr>
        <w:t>minsens</w:t>
      </w:r>
    </w:p>
    <w:p w14:paraId="0984CCD2" w14:textId="77777777" w:rsidR="005C1B04" w:rsidRPr="00EF2F0E" w:rsidRDefault="005C1B04" w:rsidP="00A40339">
      <w:pPr>
        <w:pStyle w:val="EW"/>
      </w:pPr>
      <w:r w:rsidRPr="00EF2F0E">
        <w:t>Δ</w:t>
      </w:r>
      <w:r w:rsidRPr="00EF2F0E">
        <w:rPr>
          <w:vertAlign w:val="subscript"/>
        </w:rPr>
        <w:t>OTAREFSENS</w:t>
      </w:r>
      <w:r w:rsidR="006E5225" w:rsidRPr="00EF2F0E">
        <w:tab/>
      </w:r>
      <w:r w:rsidRPr="00EF2F0E">
        <w:t>Difference between conducted reference sensitivity and OTA REFSENS</w:t>
      </w:r>
    </w:p>
    <w:p w14:paraId="0984CCD3" w14:textId="77777777" w:rsidR="005C1B04" w:rsidRPr="00EF2F0E" w:rsidRDefault="005C1B04" w:rsidP="00A40339">
      <w:pPr>
        <w:spacing w:after="0"/>
        <w:ind w:left="1702" w:hanging="1418"/>
      </w:pPr>
      <w:r w:rsidRPr="00EF2F0E">
        <w:t>EIS</w:t>
      </w:r>
      <w:r w:rsidRPr="00EF2F0E">
        <w:rPr>
          <w:vertAlign w:val="subscript"/>
        </w:rPr>
        <w:t>minsens</w:t>
      </w:r>
      <w:r w:rsidRPr="00EF2F0E">
        <w:rPr>
          <w:vertAlign w:val="subscript"/>
        </w:rPr>
        <w:tab/>
      </w:r>
      <w:r w:rsidRPr="00EF2F0E">
        <w:t>The EIS declared for the minSENS RoAoA</w:t>
      </w:r>
    </w:p>
    <w:p w14:paraId="0984CCD4" w14:textId="77777777" w:rsidR="005C1B04" w:rsidRPr="00EF2F0E" w:rsidRDefault="005C1B04" w:rsidP="00A40339">
      <w:pPr>
        <w:pStyle w:val="EW"/>
      </w:pPr>
      <w:r w:rsidRPr="00EF2F0E">
        <w:t>F</w:t>
      </w:r>
      <w:r w:rsidRPr="00EF2F0E">
        <w:rPr>
          <w:vertAlign w:val="subscript"/>
        </w:rPr>
        <w:t>DL_low</w:t>
      </w:r>
      <w:r w:rsidRPr="00EF2F0E">
        <w:rPr>
          <w:vertAlign w:val="subscript"/>
        </w:rPr>
        <w:tab/>
      </w:r>
      <w:r w:rsidRPr="00EF2F0E">
        <w:t xml:space="preserve">The lowest frequency of the downlink </w:t>
      </w:r>
      <w:r w:rsidRPr="00EF2F0E">
        <w:rPr>
          <w:i/>
        </w:rPr>
        <w:t>operating band</w:t>
      </w:r>
    </w:p>
    <w:p w14:paraId="0984CCD5" w14:textId="77777777" w:rsidR="005C1B04" w:rsidRPr="00EF2F0E" w:rsidRDefault="005C1B04" w:rsidP="00A40339">
      <w:pPr>
        <w:pStyle w:val="EW"/>
      </w:pPr>
      <w:r w:rsidRPr="00EF2F0E">
        <w:t>F</w:t>
      </w:r>
      <w:r w:rsidRPr="00EF2F0E">
        <w:rPr>
          <w:vertAlign w:val="subscript"/>
        </w:rPr>
        <w:t>DL_high</w:t>
      </w:r>
      <w:r w:rsidRPr="00EF2F0E">
        <w:rPr>
          <w:vertAlign w:val="subscript"/>
        </w:rPr>
        <w:tab/>
      </w:r>
      <w:r w:rsidRPr="00EF2F0E">
        <w:t xml:space="preserve">The highest frequency of the downlink </w:t>
      </w:r>
      <w:r w:rsidRPr="00EF2F0E">
        <w:rPr>
          <w:i/>
        </w:rPr>
        <w:t>operating band</w:t>
      </w:r>
    </w:p>
    <w:p w14:paraId="0984CCD6" w14:textId="77777777" w:rsidR="005C1B04" w:rsidRPr="00EF2F0E" w:rsidRDefault="005C1B04" w:rsidP="00A40339">
      <w:pPr>
        <w:pStyle w:val="EW"/>
        <w:rPr>
          <w:rFonts w:eastAsia="MS Mincho"/>
          <w:lang w:eastAsia="ja-JP"/>
        </w:rPr>
      </w:pPr>
      <w:r w:rsidRPr="00EF2F0E">
        <w:rPr>
          <w:rFonts w:eastAsia="MS Mincho"/>
          <w:lang w:eastAsia="ja-JP"/>
        </w:rPr>
        <w:t>N</w:t>
      </w:r>
      <w:r w:rsidRPr="00EF2F0E">
        <w:rPr>
          <w:rFonts w:eastAsia="MS Mincho"/>
          <w:vertAlign w:val="subscript"/>
          <w:lang w:eastAsia="ja-JP"/>
        </w:rPr>
        <w:t>cells</w:t>
      </w:r>
      <w:r w:rsidRPr="00EF2F0E">
        <w:rPr>
          <w:rFonts w:eastAsia="MS Mincho"/>
          <w:vertAlign w:val="subscript"/>
          <w:lang w:eastAsia="ja-JP"/>
        </w:rPr>
        <w:tab/>
      </w:r>
      <w:r w:rsidRPr="00EF2F0E">
        <w:rPr>
          <w:rFonts w:eastAsia="MS Mincho"/>
          <w:lang w:eastAsia="ja-JP"/>
        </w:rPr>
        <w:t xml:space="preserve">The declared number corresponding to the minimum number of cells that can be transmitted by an AAS BS in a particular band with transmission on all </w:t>
      </w:r>
      <w:r w:rsidRPr="00EF2F0E">
        <w:rPr>
          <w:rFonts w:eastAsia="MS Mincho"/>
          <w:i/>
          <w:iCs/>
          <w:lang w:eastAsia="ja-JP"/>
        </w:rPr>
        <w:t>TAB connectors</w:t>
      </w:r>
      <w:r w:rsidRPr="00EF2F0E">
        <w:rPr>
          <w:rFonts w:eastAsia="MS Mincho"/>
          <w:lang w:eastAsia="ja-JP"/>
        </w:rPr>
        <w:t xml:space="preserve"> supporting the operating band.</w:t>
      </w:r>
    </w:p>
    <w:p w14:paraId="0984CCD7" w14:textId="77777777" w:rsidR="005C1B04" w:rsidRPr="00EF2F0E" w:rsidRDefault="005C1B04" w:rsidP="00A40339">
      <w:pPr>
        <w:pStyle w:val="EW"/>
      </w:pPr>
      <w:r w:rsidRPr="00EF2F0E">
        <w:t>N</w:t>
      </w:r>
      <w:r w:rsidRPr="00EF2F0E">
        <w:rPr>
          <w:vertAlign w:val="subscript"/>
        </w:rPr>
        <w:t>RXU,active</w:t>
      </w:r>
      <w:r w:rsidRPr="00EF2F0E">
        <w:tab/>
        <w:t xml:space="preserve">The number of active receiver units. The same as the number of </w:t>
      </w:r>
      <w:r w:rsidRPr="00EF2F0E">
        <w:rPr>
          <w:i/>
        </w:rPr>
        <w:t>demodulation branches</w:t>
      </w:r>
      <w:r w:rsidRPr="00EF2F0E">
        <w:t xml:space="preserve"> to which compliance is declared for chapter 8 performance requirements.</w:t>
      </w:r>
    </w:p>
    <w:p w14:paraId="0984CCD8" w14:textId="77777777" w:rsidR="005C1B04" w:rsidRPr="00EF2F0E" w:rsidRDefault="005C1B04" w:rsidP="00A40339">
      <w:pPr>
        <w:pStyle w:val="EW"/>
      </w:pPr>
      <w:r w:rsidRPr="00EF2F0E">
        <w:t>N</w:t>
      </w:r>
      <w:r w:rsidRPr="00EF2F0E">
        <w:rPr>
          <w:vertAlign w:val="subscript"/>
        </w:rPr>
        <w:t>RXU,counted</w:t>
      </w:r>
      <w:r w:rsidRPr="00EF2F0E">
        <w:tab/>
        <w:t>The number of active receiver units that are taken into account for unwanted emission scaling, as calculated in subclause 7.1.</w:t>
      </w:r>
    </w:p>
    <w:p w14:paraId="0984CCD9" w14:textId="77777777" w:rsidR="005C1B04" w:rsidRPr="00EF2F0E" w:rsidRDefault="005C1B04" w:rsidP="00A40339">
      <w:pPr>
        <w:pStyle w:val="EW"/>
      </w:pPr>
      <w:r w:rsidRPr="00EF2F0E">
        <w:t>N</w:t>
      </w:r>
      <w:r w:rsidRPr="00EF2F0E">
        <w:rPr>
          <w:vertAlign w:val="subscript"/>
        </w:rPr>
        <w:t>RXU,countedpercell</w:t>
      </w:r>
      <w:r w:rsidRPr="00EF2F0E">
        <w:tab/>
      </w:r>
      <w:r w:rsidRPr="00EF2F0E">
        <w:rPr>
          <w:rFonts w:eastAsia="MS Mincho"/>
          <w:lang w:eastAsia="ja-JP"/>
        </w:rPr>
        <w:t>The number of active receiver units that are taken into account for unwanted emissions scaling per cell, as calculated in subclause 7.6. The number is defined in subclause 7.1.</w:t>
      </w:r>
    </w:p>
    <w:p w14:paraId="0984CCDA" w14:textId="77777777" w:rsidR="005C1B04" w:rsidRPr="00EF2F0E" w:rsidRDefault="005C1B04" w:rsidP="00A40339">
      <w:pPr>
        <w:pStyle w:val="EW"/>
        <w:rPr>
          <w:rFonts w:eastAsia="MS Mincho"/>
          <w:lang w:eastAsia="ja-JP"/>
        </w:rPr>
      </w:pPr>
      <w:r w:rsidRPr="00EF2F0E">
        <w:rPr>
          <w:rFonts w:eastAsia="MS Mincho"/>
          <w:lang w:eastAsia="ja-JP"/>
        </w:rPr>
        <w:t>N</w:t>
      </w:r>
      <w:r w:rsidRPr="00EF2F0E">
        <w:rPr>
          <w:rFonts w:eastAsia="MS Mincho"/>
          <w:vertAlign w:val="subscript"/>
          <w:lang w:eastAsia="ja-JP"/>
        </w:rPr>
        <w:t>TXU, active</w:t>
      </w:r>
      <w:r w:rsidRPr="00EF2F0E">
        <w:rPr>
          <w:rFonts w:eastAsia="MS Mincho"/>
          <w:lang w:eastAsia="ja-JP"/>
        </w:rPr>
        <w:tab/>
        <w:t xml:space="preserve">The number of </w:t>
      </w:r>
      <w:r w:rsidRPr="00EF2F0E">
        <w:rPr>
          <w:rFonts w:eastAsia="MS Mincho"/>
          <w:i/>
          <w:lang w:eastAsia="ja-JP"/>
        </w:rPr>
        <w:t>active transmitter units</w:t>
      </w:r>
      <w:r w:rsidRPr="00EF2F0E">
        <w:rPr>
          <w:rFonts w:eastAsia="MS Mincho"/>
          <w:lang w:eastAsia="ja-JP"/>
        </w:rPr>
        <w:t>.</w:t>
      </w:r>
    </w:p>
    <w:p w14:paraId="0984CCDB" w14:textId="77777777" w:rsidR="005C1B04" w:rsidRPr="00EF2F0E" w:rsidRDefault="005C1B04" w:rsidP="00A40339">
      <w:pPr>
        <w:pStyle w:val="EW"/>
        <w:rPr>
          <w:rFonts w:eastAsia="MS Mincho"/>
          <w:lang w:eastAsia="ja-JP"/>
        </w:rPr>
      </w:pPr>
      <w:r w:rsidRPr="00EF2F0E">
        <w:rPr>
          <w:rFonts w:eastAsia="MS Mincho"/>
          <w:lang w:eastAsia="ja-JP"/>
        </w:rPr>
        <w:t>N</w:t>
      </w:r>
      <w:r w:rsidRPr="00EF2F0E">
        <w:rPr>
          <w:rFonts w:eastAsia="MS Mincho"/>
          <w:vertAlign w:val="subscript"/>
          <w:lang w:eastAsia="ja-JP"/>
        </w:rPr>
        <w:t>TXU,counted</w:t>
      </w:r>
      <w:r w:rsidRPr="00EF2F0E">
        <w:rPr>
          <w:rFonts w:eastAsia="MS Mincho"/>
          <w:lang w:eastAsia="ja-JP"/>
        </w:rPr>
        <w:tab/>
        <w:t xml:space="preserve">The number of </w:t>
      </w:r>
      <w:r w:rsidRPr="00EF2F0E">
        <w:rPr>
          <w:rFonts w:eastAsia="MS Mincho"/>
          <w:i/>
          <w:lang w:eastAsia="ja-JP"/>
        </w:rPr>
        <w:t>active transmitter units,</w:t>
      </w:r>
      <w:r w:rsidRPr="00EF2F0E">
        <w:rPr>
          <w:rFonts w:eastAsia="MS Mincho"/>
          <w:lang w:eastAsia="ja-JP"/>
        </w:rPr>
        <w:t xml:space="preserve"> as calculated in subclause 6.1, that are taken into account </w:t>
      </w:r>
      <w:r w:rsidR="009F0AC7" w:rsidRPr="00EF2F0E">
        <w:rPr>
          <w:rFonts w:eastAsia="MS Mincho"/>
          <w:lang w:eastAsia="ja-JP"/>
        </w:rPr>
        <w:t>f</w:t>
      </w:r>
      <w:r w:rsidRPr="00EF2F0E">
        <w:rPr>
          <w:rFonts w:eastAsia="MS Mincho"/>
          <w:lang w:eastAsia="ja-JP"/>
        </w:rPr>
        <w:t>or conducted TX power limit in subclause 6.2, and for unwanted emissions scaling.</w:t>
      </w:r>
    </w:p>
    <w:p w14:paraId="0984CCDC" w14:textId="77777777" w:rsidR="005C1B04" w:rsidRPr="00EF2F0E" w:rsidRDefault="005C1B04" w:rsidP="00A40339">
      <w:pPr>
        <w:pStyle w:val="EW"/>
        <w:rPr>
          <w:rFonts w:eastAsia="MS Mincho"/>
          <w:lang w:eastAsia="ja-JP"/>
        </w:rPr>
      </w:pPr>
      <w:r w:rsidRPr="00EF2F0E">
        <w:t>N</w:t>
      </w:r>
      <w:r w:rsidRPr="00EF2F0E">
        <w:rPr>
          <w:vertAlign w:val="subscript"/>
        </w:rPr>
        <w:t>TXU,countedpercell</w:t>
      </w:r>
      <w:r w:rsidRPr="00EF2F0E">
        <w:tab/>
      </w:r>
      <w:r w:rsidRPr="00EF2F0E">
        <w:rPr>
          <w:rFonts w:eastAsia="MS Mincho"/>
          <w:lang w:eastAsia="ja-JP"/>
        </w:rPr>
        <w:t xml:space="preserve">The number of </w:t>
      </w:r>
      <w:r w:rsidRPr="00EF2F0E">
        <w:rPr>
          <w:rFonts w:eastAsia="MS Mincho"/>
          <w:i/>
          <w:lang w:eastAsia="ja-JP"/>
        </w:rPr>
        <w:t>active transmitter units</w:t>
      </w:r>
      <w:r w:rsidRPr="00EF2F0E">
        <w:rPr>
          <w:rFonts w:eastAsia="MS Mincho"/>
          <w:lang w:eastAsia="ja-JP"/>
        </w:rPr>
        <w:t xml:space="preserve"> that are taken into account for emissions scaling per cell, as calculated in subclause 6.6.</w:t>
      </w:r>
      <w:r w:rsidRPr="00EF2F0E" w:rsidDel="00675296">
        <w:rPr>
          <w:rFonts w:eastAsia="MS Mincho"/>
          <w:lang w:eastAsia="ja-JP"/>
        </w:rPr>
        <w:t xml:space="preserve"> </w:t>
      </w:r>
      <w:r w:rsidRPr="00EF2F0E">
        <w:rPr>
          <w:rFonts w:eastAsia="MS Mincho"/>
          <w:lang w:eastAsia="ja-JP"/>
        </w:rPr>
        <w:t>The number is defined in subclause 6.1.</w:t>
      </w:r>
    </w:p>
    <w:p w14:paraId="0984CCDD" w14:textId="77777777" w:rsidR="005C1B04" w:rsidRPr="00EF2F0E" w:rsidRDefault="005C1B04" w:rsidP="00A40339">
      <w:pPr>
        <w:pStyle w:val="EW"/>
      </w:pPr>
      <w:r w:rsidRPr="00EF2F0E">
        <w:t>P</w:t>
      </w:r>
      <w:r w:rsidRPr="00EF2F0E">
        <w:rPr>
          <w:vertAlign w:val="subscript"/>
        </w:rPr>
        <w:t>max,c,cell</w:t>
      </w:r>
      <w:r w:rsidRPr="00EF2F0E">
        <w:rPr>
          <w:vertAlign w:val="subscript"/>
        </w:rPr>
        <w:tab/>
      </w:r>
      <w:r w:rsidRPr="00EF2F0E">
        <w:t xml:space="preserve">The </w:t>
      </w:r>
      <w:r w:rsidRPr="00EF2F0E">
        <w:rPr>
          <w:i/>
        </w:rPr>
        <w:t xml:space="preserve">maximum carrier output power </w:t>
      </w:r>
      <w:r w:rsidRPr="00EF2F0E">
        <w:t xml:space="preserve">per </w:t>
      </w:r>
      <w:r w:rsidRPr="00EF2F0E">
        <w:rPr>
          <w:rFonts w:eastAsia="MS Mincho"/>
          <w:i/>
          <w:iCs/>
          <w:lang w:eastAsia="ja-JP"/>
        </w:rPr>
        <w:t>TAB connector TX min cell group</w:t>
      </w:r>
    </w:p>
    <w:p w14:paraId="0984CCDE" w14:textId="77777777" w:rsidR="002056B1" w:rsidRPr="00EF2F0E" w:rsidRDefault="005C1B04" w:rsidP="00A40339">
      <w:pPr>
        <w:pStyle w:val="EW"/>
        <w:rPr>
          <w:i/>
        </w:rPr>
      </w:pPr>
      <w:r w:rsidRPr="00EF2F0E">
        <w:t>P</w:t>
      </w:r>
      <w:r w:rsidRPr="00EF2F0E">
        <w:rPr>
          <w:vertAlign w:val="subscript"/>
        </w:rPr>
        <w:t>max,c,TABC</w:t>
      </w:r>
      <w:r w:rsidRPr="00EF2F0E">
        <w:rPr>
          <w:vertAlign w:val="subscript"/>
        </w:rPr>
        <w:tab/>
      </w:r>
      <w:r w:rsidRPr="00EF2F0E">
        <w:t xml:space="preserve">The </w:t>
      </w:r>
      <w:r w:rsidRPr="00EF2F0E">
        <w:rPr>
          <w:i/>
        </w:rPr>
        <w:t>maximum carrier output power per TAB connector</w:t>
      </w:r>
    </w:p>
    <w:p w14:paraId="0984CCDF" w14:textId="77777777" w:rsidR="005C1B04" w:rsidRPr="00EF2F0E" w:rsidRDefault="005C1B04" w:rsidP="00A40339">
      <w:pPr>
        <w:pStyle w:val="EW"/>
        <w:rPr>
          <w:lang w:eastAsia="zh-CN"/>
        </w:rPr>
      </w:pPr>
      <w:r w:rsidRPr="00EF2F0E">
        <w:t>P</w:t>
      </w:r>
      <w:r w:rsidRPr="00EF2F0E">
        <w:rPr>
          <w:vertAlign w:val="subscript"/>
        </w:rPr>
        <w:t>max</w:t>
      </w:r>
      <w:r w:rsidRPr="00EF2F0E">
        <w:rPr>
          <w:vertAlign w:val="subscript"/>
          <w:lang w:eastAsia="zh-CN"/>
        </w:rPr>
        <w:t>,c,TRP</w:t>
      </w:r>
      <w:r w:rsidR="006E5225" w:rsidRPr="00EF2F0E">
        <w:rPr>
          <w:lang w:eastAsia="zh-CN"/>
        </w:rPr>
        <w:tab/>
      </w:r>
      <w:r w:rsidRPr="00EF2F0E">
        <w:rPr>
          <w:lang w:eastAsia="zh-CN"/>
        </w:rPr>
        <w:t xml:space="preserve">The </w:t>
      </w:r>
      <w:r w:rsidRPr="00EF2F0E">
        <w:rPr>
          <w:i/>
        </w:rPr>
        <w:t xml:space="preserve">maximum carrier output power </w:t>
      </w:r>
      <w:r w:rsidRPr="00EF2F0E">
        <w:rPr>
          <w:lang w:eastAsia="zh-CN"/>
        </w:rPr>
        <w:t>per cell</w:t>
      </w:r>
    </w:p>
    <w:p w14:paraId="0984CCE0" w14:textId="77777777" w:rsidR="005C1B04" w:rsidRPr="00EF2F0E" w:rsidRDefault="005C1B04" w:rsidP="00A40339">
      <w:pPr>
        <w:pStyle w:val="EW"/>
        <w:rPr>
          <w:i/>
        </w:rPr>
      </w:pPr>
      <w:r w:rsidRPr="00EF2F0E">
        <w:t>P</w:t>
      </w:r>
      <w:r w:rsidRPr="00EF2F0E">
        <w:rPr>
          <w:vertAlign w:val="subscript"/>
        </w:rPr>
        <w:t>max</w:t>
      </w:r>
      <w:r w:rsidRPr="00EF2F0E">
        <w:rPr>
          <w:vertAlign w:val="subscript"/>
          <w:lang w:eastAsia="zh-CN"/>
        </w:rPr>
        <w:t>,t,TRP</w:t>
      </w:r>
      <w:r w:rsidR="006E5225" w:rsidRPr="00EF2F0E">
        <w:rPr>
          <w:lang w:eastAsia="zh-CN"/>
        </w:rPr>
        <w:tab/>
      </w:r>
      <w:r w:rsidRPr="00EF2F0E">
        <w:rPr>
          <w:lang w:eastAsia="zh-CN"/>
        </w:rPr>
        <w:t xml:space="preserve">The </w:t>
      </w:r>
      <w:r w:rsidRPr="00EF2F0E">
        <w:rPr>
          <w:i/>
        </w:rPr>
        <w:t xml:space="preserve">maximum total output power </w:t>
      </w:r>
      <w:r w:rsidRPr="00EF2F0E">
        <w:rPr>
          <w:lang w:eastAsia="zh-CN"/>
        </w:rPr>
        <w:t>per cell</w:t>
      </w:r>
    </w:p>
    <w:p w14:paraId="0984CCE1" w14:textId="77777777" w:rsidR="00BB326E" w:rsidRDefault="005C1B04" w:rsidP="00BB326E">
      <w:pPr>
        <w:pStyle w:val="EW"/>
        <w:rPr>
          <w:i/>
        </w:rPr>
      </w:pPr>
      <w:r w:rsidRPr="00EF2F0E">
        <w:t>P</w:t>
      </w:r>
      <w:r w:rsidRPr="00EF2F0E">
        <w:rPr>
          <w:vertAlign w:val="subscript"/>
        </w:rPr>
        <w:t>Rated,c,TABC</w:t>
      </w:r>
      <w:r w:rsidRPr="00EF2F0E">
        <w:rPr>
          <w:vertAlign w:val="subscript"/>
        </w:rPr>
        <w:tab/>
      </w:r>
      <w:r w:rsidRPr="00EF2F0E">
        <w:t xml:space="preserve">The </w:t>
      </w:r>
      <w:r w:rsidRPr="00EF2F0E">
        <w:rPr>
          <w:i/>
        </w:rPr>
        <w:t>rated carrier output power per TAB connector</w:t>
      </w:r>
    </w:p>
    <w:p w14:paraId="0984CCE2" w14:textId="77777777" w:rsidR="005C1B04" w:rsidRPr="00EF2F0E" w:rsidRDefault="00BB326E" w:rsidP="00BB326E">
      <w:pPr>
        <w:pStyle w:val="EW"/>
      </w:pPr>
      <w:r w:rsidRPr="00B20AE8">
        <w:t>P</w:t>
      </w:r>
      <w:r w:rsidRPr="00B20AE8">
        <w:rPr>
          <w:vertAlign w:val="subscript"/>
        </w:rPr>
        <w:t>rated,c,TRP</w:t>
      </w:r>
      <w:r w:rsidRPr="00B20AE8">
        <w:rPr>
          <w:rFonts w:cs="v5.0.0"/>
        </w:rPr>
        <w:tab/>
        <w:t>The rated carrier TRP</w:t>
      </w:r>
    </w:p>
    <w:p w14:paraId="0984CCE3" w14:textId="77777777" w:rsidR="005C1B04" w:rsidRPr="00EF2F0E" w:rsidRDefault="005C1B04" w:rsidP="00A40339">
      <w:pPr>
        <w:pStyle w:val="EW"/>
        <w:rPr>
          <w:lang w:eastAsia="zh-CN"/>
        </w:rPr>
      </w:pPr>
      <w:r w:rsidRPr="00EF2F0E">
        <w:rPr>
          <w:lang w:eastAsia="zh-CN"/>
        </w:rPr>
        <w:t>P</w:t>
      </w:r>
      <w:r w:rsidRPr="00EF2F0E">
        <w:rPr>
          <w:vertAlign w:val="subscript"/>
          <w:lang w:eastAsia="zh-CN"/>
        </w:rPr>
        <w:t>Rated,c,sys</w:t>
      </w:r>
      <w:r w:rsidRPr="00EF2F0E">
        <w:rPr>
          <w:lang w:eastAsia="zh-CN"/>
        </w:rPr>
        <w:tab/>
        <w:t>The sum of P</w:t>
      </w:r>
      <w:r w:rsidRPr="00EF2F0E">
        <w:rPr>
          <w:vertAlign w:val="subscript"/>
          <w:lang w:eastAsia="zh-CN"/>
        </w:rPr>
        <w:t>Rated,c,TABC</w:t>
      </w:r>
      <w:r w:rsidRPr="00EF2F0E">
        <w:rPr>
          <w:lang w:eastAsia="zh-CN"/>
        </w:rPr>
        <w:t xml:space="preserve"> for all </w:t>
      </w:r>
      <w:r w:rsidRPr="00EF2F0E">
        <w:rPr>
          <w:i/>
          <w:lang w:eastAsia="zh-CN"/>
        </w:rPr>
        <w:t>TAB</w:t>
      </w:r>
      <w:r w:rsidRPr="00EF2F0E">
        <w:rPr>
          <w:i/>
        </w:rPr>
        <w:t xml:space="preserve"> connectors</w:t>
      </w:r>
      <w:r w:rsidRPr="00EF2F0E">
        <w:rPr>
          <w:lang w:eastAsia="zh-CN"/>
        </w:rPr>
        <w:t xml:space="preserve"> for a single carrier</w:t>
      </w:r>
    </w:p>
    <w:p w14:paraId="0984CCE4" w14:textId="77777777" w:rsidR="005C1B04" w:rsidRPr="00EF2F0E" w:rsidRDefault="005C1B04" w:rsidP="00A40339">
      <w:pPr>
        <w:pStyle w:val="EW"/>
      </w:pPr>
      <w:r w:rsidRPr="00EF2F0E">
        <w:rPr>
          <w:rFonts w:cs="v4.2.0"/>
        </w:rPr>
        <w:t>P</w:t>
      </w:r>
      <w:r w:rsidRPr="00EF2F0E">
        <w:rPr>
          <w:rFonts w:cs="v4.2.0"/>
          <w:vertAlign w:val="subscript"/>
        </w:rPr>
        <w:t>Rated,t,group</w:t>
      </w:r>
      <w:r w:rsidRPr="00EF2F0E">
        <w:rPr>
          <w:rFonts w:cs="v4.2.0"/>
          <w:vertAlign w:val="subscript"/>
        </w:rPr>
        <w:tab/>
      </w:r>
      <w:r w:rsidRPr="00EF2F0E">
        <w:rPr>
          <w:lang w:eastAsia="zh-CN"/>
        </w:rPr>
        <w:t>The sum of P</w:t>
      </w:r>
      <w:r w:rsidRPr="00EF2F0E">
        <w:rPr>
          <w:vertAlign w:val="subscript"/>
          <w:lang w:eastAsia="zh-CN"/>
        </w:rPr>
        <w:t>Rated,t,TABC</w:t>
      </w:r>
      <w:r w:rsidRPr="00EF2F0E">
        <w:rPr>
          <w:lang w:eastAsia="zh-CN"/>
        </w:rPr>
        <w:t xml:space="preserve"> for all </w:t>
      </w:r>
      <w:r w:rsidRPr="00EF2F0E">
        <w:rPr>
          <w:i/>
          <w:lang w:eastAsia="zh-CN"/>
        </w:rPr>
        <w:t>TAB</w:t>
      </w:r>
      <w:r w:rsidRPr="00EF2F0E">
        <w:rPr>
          <w:i/>
        </w:rPr>
        <w:t xml:space="preserve"> connectors</w:t>
      </w:r>
      <w:r w:rsidRPr="00EF2F0E">
        <w:t xml:space="preserve"> belonging to a specified group</w:t>
      </w:r>
    </w:p>
    <w:p w14:paraId="0984CCE5" w14:textId="77777777" w:rsidR="00BB326E" w:rsidRDefault="005C1B04" w:rsidP="00BB326E">
      <w:pPr>
        <w:pStyle w:val="EW"/>
        <w:rPr>
          <w:i/>
        </w:rPr>
      </w:pPr>
      <w:r w:rsidRPr="00EF2F0E">
        <w:rPr>
          <w:lang w:eastAsia="zh-CN"/>
        </w:rPr>
        <w:t>P</w:t>
      </w:r>
      <w:r w:rsidRPr="00EF2F0E">
        <w:rPr>
          <w:vertAlign w:val="subscript"/>
          <w:lang w:eastAsia="zh-CN"/>
        </w:rPr>
        <w:t>Rated,t,TABC</w:t>
      </w:r>
      <w:r w:rsidRPr="00EF2F0E">
        <w:rPr>
          <w:vertAlign w:val="subscript"/>
          <w:lang w:eastAsia="zh-CN"/>
        </w:rPr>
        <w:tab/>
      </w:r>
      <w:r w:rsidRPr="00EF2F0E">
        <w:t xml:space="preserve">The </w:t>
      </w:r>
      <w:r w:rsidRPr="00EF2F0E">
        <w:rPr>
          <w:i/>
        </w:rPr>
        <w:t>rated total output power per TAB connector</w:t>
      </w:r>
    </w:p>
    <w:p w14:paraId="0984CCE6" w14:textId="77777777" w:rsidR="005C1B04" w:rsidRPr="00EF2F0E" w:rsidRDefault="00BB326E" w:rsidP="00BB326E">
      <w:pPr>
        <w:pStyle w:val="EW"/>
      </w:pPr>
      <w:r w:rsidRPr="00B20AE8">
        <w:t>P</w:t>
      </w:r>
      <w:r w:rsidRPr="00B20AE8">
        <w:rPr>
          <w:vertAlign w:val="subscript"/>
        </w:rPr>
        <w:t>rated,t,TRP</w:t>
      </w:r>
      <w:r w:rsidRPr="00B20AE8">
        <w:tab/>
      </w:r>
      <w:r w:rsidRPr="00B20AE8">
        <w:rPr>
          <w:iCs/>
        </w:rPr>
        <w:t xml:space="preserve">Rated transmitter TRP </w:t>
      </w:r>
      <w:r w:rsidRPr="00B20AE8">
        <w:t>declared</w:t>
      </w:r>
      <w:r w:rsidRPr="00B20AE8">
        <w:rPr>
          <w:iCs/>
        </w:rPr>
        <w:t xml:space="preserve"> </w:t>
      </w:r>
      <w:r w:rsidRPr="00B20AE8">
        <w:t>per RIB</w:t>
      </w:r>
    </w:p>
    <w:p w14:paraId="0984CCE7" w14:textId="77777777" w:rsidR="005C1B04" w:rsidRPr="00EF2F0E" w:rsidRDefault="005C1B04" w:rsidP="00A40339">
      <w:pPr>
        <w:pStyle w:val="EX"/>
      </w:pPr>
      <w:r w:rsidRPr="00EF2F0E">
        <w:t>P</w:t>
      </w:r>
      <w:r w:rsidRPr="00EF2F0E">
        <w:rPr>
          <w:vertAlign w:val="subscript"/>
        </w:rPr>
        <w:t>REFSENS</w:t>
      </w:r>
      <w:r w:rsidRPr="00EF2F0E">
        <w:tab/>
        <w:t xml:space="preserve">Conducted reference Sensitivity power level </w:t>
      </w:r>
    </w:p>
    <w:p w14:paraId="0984CCE8" w14:textId="77777777" w:rsidR="005C1B04" w:rsidRPr="00EF2F0E" w:rsidRDefault="005C1B04" w:rsidP="00A40339">
      <w:pPr>
        <w:pStyle w:val="Heading2"/>
      </w:pPr>
      <w:bookmarkStart w:id="84" w:name="_Toc21095745"/>
      <w:bookmarkStart w:id="85" w:name="_Toc29762944"/>
      <w:bookmarkStart w:id="86" w:name="_Toc45869229"/>
      <w:bookmarkStart w:id="87" w:name="_Toc52554477"/>
      <w:bookmarkStart w:id="88" w:name="_Toc52554947"/>
      <w:bookmarkStart w:id="89" w:name="_Toc61112172"/>
      <w:bookmarkStart w:id="90" w:name="_Toc67911324"/>
      <w:bookmarkStart w:id="91" w:name="_Toc74842799"/>
      <w:bookmarkStart w:id="92" w:name="_Toc76503182"/>
      <w:bookmarkStart w:id="93" w:name="_Toc83040625"/>
      <w:bookmarkStart w:id="94" w:name="_Toc89851668"/>
      <w:bookmarkStart w:id="95" w:name="_Toc98676022"/>
      <w:r w:rsidRPr="00EF2F0E">
        <w:t>3.3</w:t>
      </w:r>
      <w:r w:rsidRPr="00EF2F0E">
        <w:tab/>
        <w:t>Abbreviations</w:t>
      </w:r>
      <w:bookmarkEnd w:id="84"/>
      <w:bookmarkEnd w:id="85"/>
      <w:bookmarkEnd w:id="86"/>
      <w:bookmarkEnd w:id="87"/>
      <w:bookmarkEnd w:id="88"/>
      <w:bookmarkEnd w:id="89"/>
      <w:bookmarkEnd w:id="90"/>
      <w:bookmarkEnd w:id="91"/>
      <w:bookmarkEnd w:id="92"/>
      <w:bookmarkEnd w:id="93"/>
      <w:bookmarkEnd w:id="94"/>
      <w:bookmarkEnd w:id="95"/>
    </w:p>
    <w:p w14:paraId="0984CCE9" w14:textId="77777777" w:rsidR="005C1B04" w:rsidRPr="00EF2F0E" w:rsidRDefault="005C1B04" w:rsidP="00A40339">
      <w:pPr>
        <w:keepNext/>
      </w:pPr>
      <w:r w:rsidRPr="00EF2F0E">
        <w:t>For the purposes of the present document, the abbreviations given in 3GPP TR 21.905 [1] and the following apply. An abbreviation defined in the present document takes precedence over the definition of the same abbreviation, if any, in 3GPP TR 21.905 [1].</w:t>
      </w:r>
    </w:p>
    <w:p w14:paraId="0984CCEA" w14:textId="77777777" w:rsidR="005C1B04" w:rsidRPr="00EF2F0E" w:rsidRDefault="005C1B04" w:rsidP="00A40339">
      <w:pPr>
        <w:pStyle w:val="EW"/>
      </w:pPr>
      <w:r w:rsidRPr="00EF2F0E">
        <w:t>AAS BS</w:t>
      </w:r>
      <w:r w:rsidRPr="00EF2F0E">
        <w:tab/>
        <w:t>Active Antenna System Base Station</w:t>
      </w:r>
    </w:p>
    <w:p w14:paraId="0984CCEB" w14:textId="77777777" w:rsidR="005C1B04" w:rsidRPr="00EF2F0E" w:rsidRDefault="005C1B04" w:rsidP="00A40339">
      <w:pPr>
        <w:pStyle w:val="EW"/>
      </w:pPr>
      <w:r w:rsidRPr="00EF2F0E">
        <w:t>ACLR</w:t>
      </w:r>
      <w:r w:rsidRPr="00EF2F0E">
        <w:tab/>
        <w:t>Adjacent Channel Leakage power Ratio</w:t>
      </w:r>
    </w:p>
    <w:p w14:paraId="0984CCEC" w14:textId="77777777" w:rsidR="005C1B04" w:rsidRPr="00EF2F0E" w:rsidRDefault="005C1B04" w:rsidP="00A40339">
      <w:pPr>
        <w:pStyle w:val="EW"/>
      </w:pPr>
      <w:r w:rsidRPr="00EF2F0E">
        <w:t>ACS</w:t>
      </w:r>
      <w:r w:rsidRPr="00EF2F0E">
        <w:tab/>
        <w:t>Adjacent Channel Selectivity</w:t>
      </w:r>
    </w:p>
    <w:p w14:paraId="0984CCED" w14:textId="77777777" w:rsidR="005C1B04" w:rsidRPr="00EF2F0E" w:rsidRDefault="005C1B04" w:rsidP="00A40339">
      <w:pPr>
        <w:pStyle w:val="EW"/>
      </w:pPr>
      <w:r w:rsidRPr="00EF2F0E">
        <w:t>AoA</w:t>
      </w:r>
      <w:r w:rsidRPr="00EF2F0E">
        <w:tab/>
        <w:t>Angle of Arrival</w:t>
      </w:r>
    </w:p>
    <w:p w14:paraId="0984CCEE" w14:textId="77777777" w:rsidR="005C1B04" w:rsidRPr="00EF2F0E" w:rsidRDefault="005C1B04" w:rsidP="00A40339">
      <w:pPr>
        <w:pStyle w:val="EW"/>
      </w:pPr>
      <w:r w:rsidRPr="00EF2F0E">
        <w:t>BC</w:t>
      </w:r>
      <w:r w:rsidRPr="00EF2F0E">
        <w:tab/>
        <w:t>Band Category</w:t>
      </w:r>
    </w:p>
    <w:p w14:paraId="0984CCEF" w14:textId="77777777" w:rsidR="005C1B04" w:rsidRPr="00EF2F0E" w:rsidRDefault="005C1B04" w:rsidP="00A40339">
      <w:pPr>
        <w:pStyle w:val="EW"/>
      </w:pPr>
      <w:r w:rsidRPr="00EF2F0E">
        <w:t>BER</w:t>
      </w:r>
      <w:r w:rsidRPr="00EF2F0E">
        <w:tab/>
        <w:t>Bit Error Rate</w:t>
      </w:r>
    </w:p>
    <w:p w14:paraId="0984CCF0" w14:textId="77777777" w:rsidR="005C1B04" w:rsidRPr="00EF2F0E" w:rsidRDefault="005C1B04" w:rsidP="00A40339">
      <w:pPr>
        <w:pStyle w:val="EW"/>
      </w:pPr>
      <w:r w:rsidRPr="00EF2F0E">
        <w:rPr>
          <w:rFonts w:eastAsia="MS Mincho"/>
          <w:lang w:val="en-US" w:eastAsia="ja-JP"/>
        </w:rPr>
        <w:t>BLER</w:t>
      </w:r>
      <w:r w:rsidRPr="00EF2F0E">
        <w:rPr>
          <w:rFonts w:eastAsia="MS Mincho"/>
          <w:lang w:val="en-US" w:eastAsia="ja-JP"/>
        </w:rPr>
        <w:tab/>
      </w:r>
      <w:r w:rsidRPr="00EF2F0E">
        <w:rPr>
          <w:rFonts w:eastAsia="MS Mincho"/>
          <w:lang w:eastAsia="ja-JP"/>
        </w:rPr>
        <w:t xml:space="preserve">Block Error </w:t>
      </w:r>
      <w:r w:rsidRPr="00EF2F0E">
        <w:t>Rate</w:t>
      </w:r>
    </w:p>
    <w:p w14:paraId="0984CCF1" w14:textId="77777777" w:rsidR="005C1B04" w:rsidRPr="00EF2F0E" w:rsidRDefault="005C1B04" w:rsidP="00A40339">
      <w:pPr>
        <w:pStyle w:val="EW"/>
      </w:pPr>
      <w:r w:rsidRPr="00EF2F0E">
        <w:t>CACLR</w:t>
      </w:r>
      <w:r w:rsidRPr="00EF2F0E">
        <w:tab/>
        <w:t>Cumulative ACLR</w:t>
      </w:r>
    </w:p>
    <w:p w14:paraId="0984CCF2" w14:textId="77777777" w:rsidR="005C1B04" w:rsidRPr="00EF2F0E" w:rsidRDefault="005C1B04" w:rsidP="00A40339">
      <w:pPr>
        <w:pStyle w:val="EW"/>
      </w:pPr>
      <w:r w:rsidRPr="00EF2F0E">
        <w:t>CW</w:t>
      </w:r>
      <w:r w:rsidRPr="00EF2F0E">
        <w:tab/>
        <w:t xml:space="preserve">Continuous Wave (unmodulated signal) </w:t>
      </w:r>
    </w:p>
    <w:p w14:paraId="0984CCF3" w14:textId="77777777" w:rsidR="005C1B04" w:rsidRPr="00EF2F0E" w:rsidRDefault="005C1B04" w:rsidP="00A40339">
      <w:pPr>
        <w:pStyle w:val="EW"/>
      </w:pPr>
      <w:r w:rsidRPr="00EF2F0E">
        <w:t>D-CPICH</w:t>
      </w:r>
      <w:r w:rsidRPr="00EF2F0E">
        <w:tab/>
        <w:t>Demodulation Common Pilot Channel</w:t>
      </w:r>
    </w:p>
    <w:p w14:paraId="0984CCF4" w14:textId="77777777" w:rsidR="005C1B04" w:rsidRPr="00EF2F0E" w:rsidRDefault="005C1B04" w:rsidP="00A40339">
      <w:pPr>
        <w:pStyle w:val="EW"/>
      </w:pPr>
      <w:r w:rsidRPr="00EF2F0E">
        <w:rPr>
          <w:lang w:val="en-US"/>
        </w:rPr>
        <w:t>DIP</w:t>
      </w:r>
      <w:r w:rsidRPr="00EF2F0E">
        <w:rPr>
          <w:lang w:val="en-US"/>
        </w:rPr>
        <w:tab/>
      </w:r>
      <w:r w:rsidRPr="00EF2F0E">
        <w:t>Dominant Interferer Proportion</w:t>
      </w:r>
    </w:p>
    <w:p w14:paraId="0984CCF5" w14:textId="77777777" w:rsidR="005C1B04" w:rsidRPr="00EF2F0E" w:rsidRDefault="005C1B04" w:rsidP="00A40339">
      <w:pPr>
        <w:pStyle w:val="EW"/>
      </w:pPr>
      <w:r w:rsidRPr="00EF2F0E">
        <w:t>EIRP</w:t>
      </w:r>
      <w:r w:rsidRPr="00EF2F0E">
        <w:tab/>
        <w:t>Equivalent Isotropic Radiated Power</w:t>
      </w:r>
    </w:p>
    <w:p w14:paraId="0984CCF6" w14:textId="77777777" w:rsidR="005C1B04" w:rsidRPr="00EF2F0E" w:rsidRDefault="005C1B04" w:rsidP="00A40339">
      <w:pPr>
        <w:pStyle w:val="EW"/>
      </w:pPr>
      <w:r w:rsidRPr="00EF2F0E">
        <w:t>EIS</w:t>
      </w:r>
      <w:r w:rsidRPr="00EF2F0E">
        <w:tab/>
        <w:t>Equivalent Isotropic Sensitivity</w:t>
      </w:r>
    </w:p>
    <w:p w14:paraId="0984CCF7" w14:textId="77777777" w:rsidR="005C1B04" w:rsidRPr="00EF2F0E" w:rsidRDefault="005C1B04" w:rsidP="00A40339">
      <w:pPr>
        <w:pStyle w:val="EW"/>
      </w:pPr>
      <w:r w:rsidRPr="00EF2F0E">
        <w:t>FCC</w:t>
      </w:r>
      <w:r w:rsidRPr="00EF2F0E">
        <w:tab/>
        <w:t>Federal Communications Commission</w:t>
      </w:r>
    </w:p>
    <w:p w14:paraId="0984CCF8" w14:textId="77777777" w:rsidR="005C1B04" w:rsidRPr="00EF2F0E" w:rsidRDefault="005C1B04" w:rsidP="00A40339">
      <w:pPr>
        <w:pStyle w:val="EW"/>
      </w:pPr>
      <w:r w:rsidRPr="00EF2F0E">
        <w:t>FDD</w:t>
      </w:r>
      <w:r w:rsidRPr="00EF2F0E">
        <w:tab/>
        <w:t>Frequency Division Duplex</w:t>
      </w:r>
    </w:p>
    <w:p w14:paraId="0984CCF9" w14:textId="77777777" w:rsidR="005C1B04" w:rsidRPr="00EF2F0E" w:rsidRDefault="005C1B04" w:rsidP="00A40339">
      <w:pPr>
        <w:pStyle w:val="EW"/>
      </w:pPr>
      <w:r w:rsidRPr="00EF2F0E">
        <w:t>FRC</w:t>
      </w:r>
      <w:r w:rsidRPr="00EF2F0E">
        <w:tab/>
        <w:t>Fixed Reference Channel</w:t>
      </w:r>
    </w:p>
    <w:p w14:paraId="0984CCFA" w14:textId="77777777" w:rsidR="005C1B04" w:rsidRPr="00EF2F0E" w:rsidRDefault="005C1B04" w:rsidP="00A40339">
      <w:pPr>
        <w:pStyle w:val="EW"/>
      </w:pPr>
      <w:r w:rsidRPr="00EF2F0E">
        <w:t>HARQ</w:t>
      </w:r>
      <w:r w:rsidRPr="00EF2F0E">
        <w:tab/>
        <w:t>Hybrid Automatic Repeat Request</w:t>
      </w:r>
    </w:p>
    <w:p w14:paraId="0984CCFB" w14:textId="77777777" w:rsidR="005C1B04" w:rsidRPr="00EF2F0E" w:rsidRDefault="005C1B04" w:rsidP="00A40339">
      <w:pPr>
        <w:pStyle w:val="EW"/>
      </w:pPr>
      <w:r w:rsidRPr="00EF2F0E">
        <w:t>HS-DSCH</w:t>
      </w:r>
      <w:r w:rsidR="006E5225" w:rsidRPr="00EF2F0E">
        <w:tab/>
      </w:r>
      <w:r w:rsidRPr="00EF2F0E">
        <w:t>High Speed Downlink Shared Channel</w:t>
      </w:r>
    </w:p>
    <w:p w14:paraId="0984CCFC" w14:textId="77777777" w:rsidR="005C1B04" w:rsidRPr="00EF2F0E" w:rsidRDefault="005C1B04" w:rsidP="00A40339">
      <w:pPr>
        <w:pStyle w:val="EW"/>
      </w:pPr>
      <w:r w:rsidRPr="00EF2F0E">
        <w:t>ITU</w:t>
      </w:r>
      <w:r w:rsidRPr="00EF2F0E">
        <w:tab/>
        <w:t>International Telecommunication Union</w:t>
      </w:r>
    </w:p>
    <w:p w14:paraId="0984CCFD" w14:textId="77777777" w:rsidR="005C1B04" w:rsidRPr="00EF2F0E" w:rsidRDefault="005C1B04" w:rsidP="00A40339">
      <w:pPr>
        <w:pStyle w:val="EW"/>
      </w:pPr>
      <w:r w:rsidRPr="00EF2F0E">
        <w:t>ITU</w:t>
      </w:r>
      <w:r w:rsidRPr="00EF2F0E">
        <w:noBreakHyphen/>
        <w:t>R</w:t>
      </w:r>
      <w:r w:rsidRPr="00EF2F0E">
        <w:tab/>
        <w:t xml:space="preserve">Radio communication Sector of the ITU </w:t>
      </w:r>
    </w:p>
    <w:p w14:paraId="0984CCFE" w14:textId="77777777" w:rsidR="005C1B04" w:rsidRPr="00EF2F0E" w:rsidRDefault="005C1B04" w:rsidP="00A40339">
      <w:pPr>
        <w:pStyle w:val="EW"/>
      </w:pPr>
      <w:r w:rsidRPr="00EF2F0E">
        <w:t>MIMO</w:t>
      </w:r>
      <w:r w:rsidRPr="00EF2F0E">
        <w:tab/>
        <w:t>Multiple Inputs Multiple Outputs</w:t>
      </w:r>
    </w:p>
    <w:p w14:paraId="0984CCFF" w14:textId="77777777" w:rsidR="005C1B04" w:rsidRPr="00EF2F0E" w:rsidRDefault="005C1B04" w:rsidP="00A40339">
      <w:pPr>
        <w:pStyle w:val="EW"/>
      </w:pPr>
      <w:r w:rsidRPr="00EF2F0E">
        <w:t>MSR</w:t>
      </w:r>
      <w:r w:rsidRPr="00EF2F0E">
        <w:tab/>
        <w:t>Multi-Standard Radio</w:t>
      </w:r>
    </w:p>
    <w:p w14:paraId="0984CD00" w14:textId="77777777" w:rsidR="005C1B04" w:rsidRPr="00EF2F0E" w:rsidRDefault="005C1B04" w:rsidP="00A40339">
      <w:pPr>
        <w:pStyle w:val="EW"/>
      </w:pPr>
      <w:r w:rsidRPr="00EF2F0E">
        <w:t>NB-IoT</w:t>
      </w:r>
      <w:r w:rsidRPr="00EF2F0E">
        <w:tab/>
      </w:r>
      <w:r w:rsidRPr="00EF2F0E">
        <w:rPr>
          <w:lang w:eastAsia="zh-CN"/>
        </w:rPr>
        <w:t>Narrowband – Internet of Things</w:t>
      </w:r>
    </w:p>
    <w:p w14:paraId="36DAE1AA" w14:textId="77777777" w:rsidR="00E26D60" w:rsidRDefault="00E26D60" w:rsidP="00E26D60">
      <w:pPr>
        <w:pStyle w:val="EW"/>
      </w:pPr>
      <w:bookmarkStart w:id="96" w:name="_Hlk65253337"/>
      <w:r>
        <w:t>OBUE</w:t>
      </w:r>
      <w:r>
        <w:tab/>
      </w:r>
      <w:r w:rsidRPr="003E3617">
        <w:t xml:space="preserve">Operating </w:t>
      </w:r>
      <w:r>
        <w:t>B</w:t>
      </w:r>
      <w:r w:rsidRPr="003E3617">
        <w:t xml:space="preserve">and </w:t>
      </w:r>
      <w:r>
        <w:t>U</w:t>
      </w:r>
      <w:r w:rsidRPr="003E3617">
        <w:t xml:space="preserve">nwanted </w:t>
      </w:r>
      <w:r>
        <w:t>E</w:t>
      </w:r>
      <w:r w:rsidRPr="003E3617">
        <w:t>missions</w:t>
      </w:r>
    </w:p>
    <w:bookmarkEnd w:id="96"/>
    <w:p w14:paraId="0984CD01" w14:textId="77777777" w:rsidR="005C1B04" w:rsidRPr="00EF2F0E" w:rsidRDefault="005C1B04" w:rsidP="00A40339">
      <w:pPr>
        <w:pStyle w:val="EW"/>
      </w:pPr>
      <w:r w:rsidRPr="00EF2F0E">
        <w:t>OSDD</w:t>
      </w:r>
      <w:r w:rsidRPr="00EF2F0E">
        <w:tab/>
        <w:t>OTA Sensitivity Directions Declaration</w:t>
      </w:r>
    </w:p>
    <w:p w14:paraId="0984CD02" w14:textId="77777777" w:rsidR="005C1B04" w:rsidRPr="00EF2F0E" w:rsidRDefault="005C1B04" w:rsidP="00A40339">
      <w:pPr>
        <w:pStyle w:val="EW"/>
      </w:pPr>
      <w:r w:rsidRPr="00EF2F0E">
        <w:t>OTA</w:t>
      </w:r>
      <w:r w:rsidRPr="00EF2F0E">
        <w:tab/>
        <w:t>Over The Air</w:t>
      </w:r>
    </w:p>
    <w:p w14:paraId="0984CD03" w14:textId="77777777" w:rsidR="005C1B04" w:rsidRPr="00EF2F0E" w:rsidRDefault="005C1B04" w:rsidP="00A40339">
      <w:pPr>
        <w:pStyle w:val="EW"/>
      </w:pPr>
      <w:r w:rsidRPr="00EF2F0E">
        <w:t>OVSF</w:t>
      </w:r>
      <w:r w:rsidRPr="00EF2F0E">
        <w:tab/>
        <w:t>Orthogonal variable spreading factor</w:t>
      </w:r>
    </w:p>
    <w:p w14:paraId="0984CD04" w14:textId="77777777" w:rsidR="005C1B04" w:rsidRPr="00EF2F0E" w:rsidRDefault="005C1B04" w:rsidP="00A40339">
      <w:pPr>
        <w:pStyle w:val="EW"/>
      </w:pPr>
      <w:r w:rsidRPr="00EF2F0E">
        <w:rPr>
          <w:rFonts w:cs="v4.2.0"/>
        </w:rPr>
        <w:t>PCCPCH</w:t>
      </w:r>
      <w:r w:rsidRPr="00EF2F0E">
        <w:rPr>
          <w:rFonts w:cs="v4.2.0"/>
        </w:rPr>
        <w:tab/>
      </w:r>
      <w:r w:rsidRPr="00EF2F0E">
        <w:t>Primary Common Control Physical CHannel</w:t>
      </w:r>
    </w:p>
    <w:p w14:paraId="0984CD05" w14:textId="77777777" w:rsidR="005C1B04" w:rsidRPr="00EF2F0E" w:rsidRDefault="005C1B04" w:rsidP="00A40339">
      <w:pPr>
        <w:pStyle w:val="EW"/>
      </w:pPr>
      <w:r w:rsidRPr="00EF2F0E">
        <w:t>RAT</w:t>
      </w:r>
      <w:r w:rsidRPr="00EF2F0E">
        <w:tab/>
        <w:t xml:space="preserve">Radio Access Technology </w:t>
      </w:r>
    </w:p>
    <w:p w14:paraId="0984CD06" w14:textId="77777777" w:rsidR="005C1B04" w:rsidRPr="00EF2F0E" w:rsidRDefault="005C1B04" w:rsidP="00A40339">
      <w:pPr>
        <w:pStyle w:val="EW"/>
      </w:pPr>
      <w:r w:rsidRPr="00EF2F0E">
        <w:t>RB</w:t>
      </w:r>
      <w:r w:rsidRPr="00EF2F0E">
        <w:tab/>
        <w:t>Resource Block (for E-UTRA)</w:t>
      </w:r>
    </w:p>
    <w:p w14:paraId="0984CD07" w14:textId="77777777" w:rsidR="005C1B04" w:rsidRPr="00EF2F0E" w:rsidRDefault="005C1B04" w:rsidP="00A40339">
      <w:pPr>
        <w:pStyle w:val="EW"/>
      </w:pPr>
      <w:r w:rsidRPr="00EF2F0E">
        <w:t>RDN</w:t>
      </w:r>
      <w:r w:rsidRPr="00EF2F0E">
        <w:tab/>
        <w:t>Radio Distribution Network</w:t>
      </w:r>
    </w:p>
    <w:p w14:paraId="0984CD08" w14:textId="77777777" w:rsidR="005C1B04" w:rsidRPr="00EF2F0E" w:rsidRDefault="005C1B04" w:rsidP="00A40339">
      <w:pPr>
        <w:pStyle w:val="EW"/>
      </w:pPr>
      <w:r w:rsidRPr="00EF2F0E">
        <w:t>RE</w:t>
      </w:r>
      <w:r w:rsidRPr="00EF2F0E">
        <w:tab/>
        <w:t>Resource Element</w:t>
      </w:r>
    </w:p>
    <w:p w14:paraId="0984CD09" w14:textId="77777777" w:rsidR="005C1B04" w:rsidRPr="00EF2F0E" w:rsidRDefault="005C1B04" w:rsidP="00A40339">
      <w:pPr>
        <w:pStyle w:val="EW"/>
      </w:pPr>
      <w:r w:rsidRPr="00EF2F0E">
        <w:t>RF</w:t>
      </w:r>
      <w:r w:rsidRPr="00EF2F0E">
        <w:tab/>
        <w:t>Radio Frequency</w:t>
      </w:r>
    </w:p>
    <w:p w14:paraId="0984CD0A" w14:textId="77777777" w:rsidR="005C1B04" w:rsidRPr="00EF2F0E" w:rsidRDefault="005C1B04" w:rsidP="00A40339">
      <w:pPr>
        <w:pStyle w:val="EW"/>
      </w:pPr>
      <w:r w:rsidRPr="00EF2F0E">
        <w:t>RIB</w:t>
      </w:r>
      <w:r w:rsidRPr="00EF2F0E">
        <w:tab/>
        <w:t>Radiated Interface Boundary</w:t>
      </w:r>
    </w:p>
    <w:p w14:paraId="0984CD0B" w14:textId="77777777" w:rsidR="005C1B04" w:rsidRPr="00EF2F0E" w:rsidRDefault="005C1B04" w:rsidP="00A40339">
      <w:pPr>
        <w:keepLines/>
        <w:spacing w:after="0"/>
        <w:ind w:left="1702" w:hanging="1418"/>
      </w:pPr>
      <w:r w:rsidRPr="00EF2F0E">
        <w:t>RoAoA</w:t>
      </w:r>
      <w:r w:rsidRPr="00EF2F0E">
        <w:tab/>
        <w:t>Range of Angles of Arrival</w:t>
      </w:r>
    </w:p>
    <w:p w14:paraId="0984CD0C" w14:textId="77777777" w:rsidR="00396016" w:rsidRPr="00EF2F0E" w:rsidRDefault="00396016" w:rsidP="00396016">
      <w:pPr>
        <w:pStyle w:val="EW"/>
      </w:pPr>
      <w:r w:rsidRPr="00EF2F0E">
        <w:t>sPDCCH</w:t>
      </w:r>
      <w:r w:rsidRPr="00EF2F0E">
        <w:tab/>
        <w:t>shortened Physical Downlink Control Channel</w:t>
      </w:r>
    </w:p>
    <w:p w14:paraId="0984CD0D" w14:textId="77777777" w:rsidR="00396016" w:rsidRPr="00EF2F0E" w:rsidRDefault="00396016" w:rsidP="003E5BA9">
      <w:pPr>
        <w:pStyle w:val="EW"/>
      </w:pPr>
      <w:r w:rsidRPr="00EF2F0E">
        <w:t>sPDSCH</w:t>
      </w:r>
      <w:r w:rsidRPr="00EF2F0E">
        <w:tab/>
        <w:t>shortened Physical Downlink Shared Channel</w:t>
      </w:r>
    </w:p>
    <w:p w14:paraId="0984CD0E" w14:textId="77777777" w:rsidR="005C1B04" w:rsidRPr="00EF2F0E" w:rsidRDefault="005C1B04" w:rsidP="00A40339">
      <w:pPr>
        <w:pStyle w:val="EW"/>
      </w:pPr>
      <w:r w:rsidRPr="00EF2F0E">
        <w:t>TAB</w:t>
      </w:r>
      <w:r w:rsidRPr="00EF2F0E">
        <w:tab/>
        <w:t>Transceiver Array Boundary</w:t>
      </w:r>
    </w:p>
    <w:p w14:paraId="0984CD0F" w14:textId="77777777" w:rsidR="005C1B04" w:rsidRPr="00EF2F0E" w:rsidRDefault="005C1B04" w:rsidP="00A40339">
      <w:pPr>
        <w:pStyle w:val="EW"/>
      </w:pPr>
      <w:r w:rsidRPr="00EF2F0E">
        <w:t>TDD</w:t>
      </w:r>
      <w:r w:rsidRPr="00EF2F0E">
        <w:tab/>
        <w:t xml:space="preserve">Time Division Duplex </w:t>
      </w:r>
    </w:p>
    <w:p w14:paraId="0984CD10" w14:textId="77777777" w:rsidR="00396016" w:rsidRPr="00EF2F0E" w:rsidRDefault="005C1B04" w:rsidP="00396016">
      <w:pPr>
        <w:pStyle w:val="EW"/>
      </w:pPr>
      <w:r w:rsidRPr="00EF2F0E">
        <w:t>TRP</w:t>
      </w:r>
      <w:r w:rsidRPr="00EF2F0E">
        <w:tab/>
        <w:t>Total Radiated Power</w:t>
      </w:r>
    </w:p>
    <w:p w14:paraId="0984CD11" w14:textId="77777777" w:rsidR="005C1B04" w:rsidRPr="00EF2F0E" w:rsidRDefault="00396016" w:rsidP="00396016">
      <w:pPr>
        <w:pStyle w:val="EW"/>
      </w:pPr>
      <w:r w:rsidRPr="00EF2F0E">
        <w:t>TTI</w:t>
      </w:r>
      <w:r w:rsidRPr="00EF2F0E">
        <w:tab/>
        <w:t>Transmission Time Interval</w:t>
      </w:r>
    </w:p>
    <w:p w14:paraId="0984CD12" w14:textId="77777777" w:rsidR="005C1B04" w:rsidRPr="00EF2F0E" w:rsidRDefault="005C1B04" w:rsidP="00A40339">
      <w:pPr>
        <w:pStyle w:val="EX"/>
      </w:pPr>
    </w:p>
    <w:p w14:paraId="0984CD13" w14:textId="77777777" w:rsidR="005C1B04" w:rsidRPr="00EF2F0E" w:rsidRDefault="005C1B04" w:rsidP="00A40339">
      <w:pPr>
        <w:pStyle w:val="Heading1"/>
        <w:rPr>
          <w:lang w:eastAsia="zh-CN"/>
        </w:rPr>
      </w:pPr>
      <w:bookmarkStart w:id="97" w:name="_Toc21095746"/>
      <w:bookmarkStart w:id="98" w:name="_Toc29762945"/>
      <w:bookmarkStart w:id="99" w:name="_Toc45869230"/>
      <w:bookmarkStart w:id="100" w:name="_Toc52554478"/>
      <w:bookmarkStart w:id="101" w:name="_Toc52554948"/>
      <w:bookmarkStart w:id="102" w:name="_Toc61112173"/>
      <w:bookmarkStart w:id="103" w:name="_Toc67911325"/>
      <w:bookmarkStart w:id="104" w:name="_Toc74842800"/>
      <w:bookmarkStart w:id="105" w:name="_Toc76503183"/>
      <w:bookmarkStart w:id="106" w:name="_Toc83040626"/>
      <w:bookmarkStart w:id="107" w:name="_Toc89851669"/>
      <w:bookmarkStart w:id="108" w:name="_Toc98676023"/>
      <w:r w:rsidRPr="00EF2F0E">
        <w:rPr>
          <w:lang w:eastAsia="zh-CN"/>
        </w:rPr>
        <w:t>4</w:t>
      </w:r>
      <w:r w:rsidRPr="00EF2F0E">
        <w:rPr>
          <w:lang w:eastAsia="zh-CN"/>
        </w:rPr>
        <w:tab/>
        <w:t>General</w:t>
      </w:r>
      <w:bookmarkEnd w:id="97"/>
      <w:bookmarkEnd w:id="98"/>
      <w:bookmarkEnd w:id="99"/>
      <w:bookmarkEnd w:id="100"/>
      <w:bookmarkEnd w:id="101"/>
      <w:bookmarkEnd w:id="102"/>
      <w:bookmarkEnd w:id="103"/>
      <w:bookmarkEnd w:id="104"/>
      <w:bookmarkEnd w:id="105"/>
      <w:bookmarkEnd w:id="106"/>
      <w:bookmarkEnd w:id="107"/>
      <w:bookmarkEnd w:id="108"/>
    </w:p>
    <w:p w14:paraId="0984CD14" w14:textId="77777777" w:rsidR="005C1B04" w:rsidRPr="00EF2F0E" w:rsidRDefault="005C1B04" w:rsidP="00A40339">
      <w:pPr>
        <w:pStyle w:val="Heading2"/>
        <w:rPr>
          <w:lang w:eastAsia="zh-CN"/>
        </w:rPr>
      </w:pPr>
      <w:bookmarkStart w:id="109" w:name="_Toc21095747"/>
      <w:bookmarkStart w:id="110" w:name="_Toc29762946"/>
      <w:bookmarkStart w:id="111" w:name="_Toc45869231"/>
      <w:bookmarkStart w:id="112" w:name="_Toc52554479"/>
      <w:bookmarkStart w:id="113" w:name="_Toc52554949"/>
      <w:bookmarkStart w:id="114" w:name="_Toc61112174"/>
      <w:bookmarkStart w:id="115" w:name="_Toc67911326"/>
      <w:bookmarkStart w:id="116" w:name="_Toc74842801"/>
      <w:bookmarkStart w:id="117" w:name="_Toc76503184"/>
      <w:bookmarkStart w:id="118" w:name="_Toc83040627"/>
      <w:bookmarkStart w:id="119" w:name="_Toc89851670"/>
      <w:bookmarkStart w:id="120" w:name="_Toc98676024"/>
      <w:r w:rsidRPr="00EF2F0E">
        <w:rPr>
          <w:lang w:eastAsia="zh-CN"/>
        </w:rPr>
        <w:t>4.1</w:t>
      </w:r>
      <w:r w:rsidRPr="00EF2F0E">
        <w:rPr>
          <w:lang w:eastAsia="zh-CN"/>
        </w:rPr>
        <w:tab/>
        <w:t>Relationship between the AAS BS specification and non</w:t>
      </w:r>
      <w:r w:rsidRPr="00EF2F0E">
        <w:rPr>
          <w:lang w:eastAsia="zh-CN"/>
        </w:rPr>
        <w:noBreakHyphen/>
        <w:t>AAS BS single RAT &amp; MSR specifications</w:t>
      </w:r>
      <w:bookmarkEnd w:id="109"/>
      <w:bookmarkEnd w:id="110"/>
      <w:bookmarkEnd w:id="111"/>
      <w:bookmarkEnd w:id="112"/>
      <w:bookmarkEnd w:id="113"/>
      <w:bookmarkEnd w:id="114"/>
      <w:bookmarkEnd w:id="115"/>
      <w:bookmarkEnd w:id="116"/>
      <w:bookmarkEnd w:id="117"/>
      <w:bookmarkEnd w:id="118"/>
      <w:bookmarkEnd w:id="119"/>
      <w:bookmarkEnd w:id="120"/>
    </w:p>
    <w:p w14:paraId="0984CD15" w14:textId="77777777" w:rsidR="005C1B04" w:rsidRPr="00EF2F0E" w:rsidRDefault="005C1B04" w:rsidP="00A40339">
      <w:r w:rsidRPr="00EF2F0E">
        <w:t xml:space="preserve">An AAS BS is distinguished from a </w:t>
      </w:r>
      <w:r w:rsidRPr="00EF2F0E">
        <w:rPr>
          <w:i/>
        </w:rPr>
        <w:t>non-AAS BS</w:t>
      </w:r>
      <w:r w:rsidRPr="00EF2F0E">
        <w:t xml:space="preserve"> by including a dedicated antenna system in its design.</w:t>
      </w:r>
    </w:p>
    <w:p w14:paraId="0984CD16" w14:textId="77777777" w:rsidR="005C1B04" w:rsidRPr="00EF2F0E" w:rsidRDefault="005C1B04" w:rsidP="00A40339">
      <w:r w:rsidRPr="00EF2F0E">
        <w:t xml:space="preserve">The transceiver to antenna RF interface of the AAS BS (referred to as the </w:t>
      </w:r>
      <w:r w:rsidRPr="00EF2F0E">
        <w:rPr>
          <w:i/>
        </w:rPr>
        <w:t>transceiver array boundary</w:t>
      </w:r>
      <w:r w:rsidRPr="00EF2F0E">
        <w:t xml:space="preserve">) comprises one or several </w:t>
      </w:r>
      <w:r w:rsidRPr="00EF2F0E">
        <w:rPr>
          <w:i/>
        </w:rPr>
        <w:t>TAB connectors</w:t>
      </w:r>
      <w:r w:rsidRPr="00EF2F0E">
        <w:t xml:space="preserve">. There is no general one-to-one relationship between </w:t>
      </w:r>
      <w:r w:rsidRPr="00EF2F0E">
        <w:rPr>
          <w:i/>
        </w:rPr>
        <w:t>non-AAS BS</w:t>
      </w:r>
      <w:r w:rsidRPr="00EF2F0E">
        <w:t xml:space="preserve"> antenna connectors and AAS BS </w:t>
      </w:r>
      <w:r w:rsidRPr="00EF2F0E">
        <w:rPr>
          <w:i/>
        </w:rPr>
        <w:t>TAB connectors</w:t>
      </w:r>
      <w:r w:rsidRPr="00EF2F0E">
        <w:t xml:space="preserve">, but it can be expected the number of </w:t>
      </w:r>
      <w:r w:rsidRPr="00EF2F0E">
        <w:rPr>
          <w:i/>
        </w:rPr>
        <w:t>TAB connectors</w:t>
      </w:r>
      <w:r w:rsidRPr="00EF2F0E">
        <w:t xml:space="preserve"> in AAS BS will be greater than or equal to the number of </w:t>
      </w:r>
      <w:r w:rsidRPr="00EF2F0E">
        <w:rPr>
          <w:i/>
        </w:rPr>
        <w:t>non-AAS BS</w:t>
      </w:r>
      <w:r w:rsidRPr="00EF2F0E">
        <w:t xml:space="preserve"> antenna connectors for respective base stations with corresponding functionality.</w:t>
      </w:r>
    </w:p>
    <w:p w14:paraId="0984CD17" w14:textId="77777777" w:rsidR="005C1B04" w:rsidRPr="00EF2F0E" w:rsidRDefault="005C1B04" w:rsidP="00A40339">
      <w:pPr>
        <w:rPr>
          <w:lang w:eastAsia="zh-CN"/>
        </w:rPr>
      </w:pPr>
      <w:r w:rsidRPr="00EF2F0E">
        <w:t xml:space="preserve">For the conducted requirements, the AAS BS requirements are formulated in such a way that the impact of what they are meant to regulate is expected to be "equivalent" to the corresponding </w:t>
      </w:r>
      <w:r w:rsidRPr="00EF2F0E">
        <w:rPr>
          <w:i/>
        </w:rPr>
        <w:t>non-AAS BS</w:t>
      </w:r>
      <w:r w:rsidRPr="00EF2F0E">
        <w:t xml:space="preserve"> requirements; i.e. the outside world sees the same level of emissions, power levels, or can expect the same demodulation performance at the UE from the AAS BS as it would from a</w:t>
      </w:r>
      <w:r w:rsidRPr="00EF2F0E">
        <w:rPr>
          <w:i/>
        </w:rPr>
        <w:t xml:space="preserve"> non-AAS BS</w:t>
      </w:r>
      <w:r w:rsidRPr="00EF2F0E">
        <w:t xml:space="preserve"> with equivalent functionality.</w:t>
      </w:r>
      <w:r w:rsidRPr="00EF2F0E">
        <w:rPr>
          <w:lang w:eastAsia="zh-CN"/>
        </w:rPr>
        <w:t xml:space="preserve"> All </w:t>
      </w:r>
      <w:r w:rsidRPr="00EF2F0E">
        <w:rPr>
          <w:i/>
          <w:lang w:eastAsia="zh-CN"/>
        </w:rPr>
        <w:t>non-AAS BS</w:t>
      </w:r>
      <w:r w:rsidRPr="00EF2F0E">
        <w:rPr>
          <w:lang w:eastAsia="zh-CN"/>
        </w:rPr>
        <w:t xml:space="preserve"> RF requirements (referenced to the </w:t>
      </w:r>
      <w:r w:rsidRPr="00EF2F0E">
        <w:rPr>
          <w:i/>
          <w:lang w:eastAsia="zh-CN"/>
        </w:rPr>
        <w:t>non-AAS BS</w:t>
      </w:r>
      <w:r w:rsidRPr="00EF2F0E">
        <w:rPr>
          <w:lang w:eastAsia="zh-CN"/>
        </w:rPr>
        <w:t xml:space="preserve"> antenna connector) have been adapted to AAS BS conducted requirements. Many requirements are also direct references to the</w:t>
      </w:r>
      <w:r w:rsidRPr="00EF2F0E">
        <w:rPr>
          <w:i/>
          <w:lang w:eastAsia="zh-CN"/>
        </w:rPr>
        <w:t xml:space="preserve"> non-AAS</w:t>
      </w:r>
      <w:r w:rsidRPr="00EF2F0E">
        <w:rPr>
          <w:lang w:eastAsia="zh-CN"/>
        </w:rPr>
        <w:t xml:space="preserve"> BS RF specifications </w:t>
      </w:r>
      <w:r w:rsidRPr="00EF2F0E">
        <w:t>3GPP TS 25.104 [2], 3GPP TS 25.105 [3], 3GPP TS 36.104 [4] and 3GPP TS 37.104 [5]</w:t>
      </w:r>
      <w:r w:rsidRPr="00EF2F0E">
        <w:rPr>
          <w:lang w:eastAsia="zh-CN"/>
        </w:rPr>
        <w:t>.</w:t>
      </w:r>
    </w:p>
    <w:p w14:paraId="0984CD18" w14:textId="77777777" w:rsidR="005C1B04" w:rsidRPr="00EF2F0E" w:rsidRDefault="005C1B04" w:rsidP="00A40339">
      <w:pPr>
        <w:pStyle w:val="NO"/>
        <w:rPr>
          <w:lang w:eastAsia="zh-CN"/>
        </w:rPr>
      </w:pPr>
      <w:r w:rsidRPr="00EF2F0E">
        <w:rPr>
          <w:lang w:eastAsia="zh-CN"/>
        </w:rPr>
        <w:t>NOTE 1:</w:t>
      </w:r>
      <w:r w:rsidRPr="00EF2F0E">
        <w:rPr>
          <w:lang w:eastAsia="zh-CN"/>
        </w:rPr>
        <w:tab/>
        <w:t xml:space="preserve">Applying </w:t>
      </w:r>
      <w:r w:rsidRPr="00EF2F0E">
        <w:rPr>
          <w:i/>
          <w:lang w:eastAsia="zh-CN"/>
        </w:rPr>
        <w:t>non-AAS BS</w:t>
      </w:r>
      <w:r w:rsidRPr="00EF2F0E">
        <w:rPr>
          <w:lang w:eastAsia="zh-CN"/>
        </w:rPr>
        <w:t xml:space="preserve"> antenna connector requirements directly to individual </w:t>
      </w:r>
      <w:r w:rsidRPr="00EF2F0E">
        <w:rPr>
          <w:i/>
          <w:lang w:eastAsia="zh-CN"/>
        </w:rPr>
        <w:t>TAB connectors</w:t>
      </w:r>
      <w:r w:rsidRPr="00EF2F0E">
        <w:rPr>
          <w:lang w:eastAsia="zh-CN"/>
        </w:rPr>
        <w:t xml:space="preserve"> renders certain AAS BS requirements excessively strict from a system perspective.</w:t>
      </w:r>
    </w:p>
    <w:p w14:paraId="0984CD19" w14:textId="77777777" w:rsidR="005C1B04" w:rsidRPr="00EF2F0E" w:rsidRDefault="005C1B04" w:rsidP="00A40339">
      <w:pPr>
        <w:pStyle w:val="NO"/>
        <w:rPr>
          <w:lang w:eastAsia="zh-CN"/>
        </w:rPr>
      </w:pPr>
      <w:r w:rsidRPr="00EF2F0E">
        <w:rPr>
          <w:lang w:eastAsia="zh-CN"/>
        </w:rPr>
        <w:t>NOTE 2:</w:t>
      </w:r>
      <w:r w:rsidRPr="00EF2F0E">
        <w:rPr>
          <w:lang w:eastAsia="zh-CN"/>
        </w:rPr>
        <w:tab/>
        <w:t>Both specific references and non-specific references occur.</w:t>
      </w:r>
    </w:p>
    <w:p w14:paraId="0984CD1A" w14:textId="77777777" w:rsidR="005C1B04" w:rsidRPr="00EF2F0E" w:rsidRDefault="005C1B04" w:rsidP="00A40339">
      <w:pPr>
        <w:rPr>
          <w:lang w:eastAsia="zh-CN"/>
        </w:rPr>
      </w:pPr>
      <w:r w:rsidRPr="00EF2F0E">
        <w:rPr>
          <w:lang w:eastAsia="zh-CN"/>
        </w:rPr>
        <w:t>In addition, some new OTA requirements are introduced. These requirements have no corresponding</w:t>
      </w:r>
      <w:r w:rsidRPr="00EF2F0E">
        <w:rPr>
          <w:i/>
          <w:lang w:eastAsia="zh-CN"/>
        </w:rPr>
        <w:t xml:space="preserve"> non-AAS BS</w:t>
      </w:r>
      <w:r w:rsidRPr="00EF2F0E">
        <w:rPr>
          <w:lang w:eastAsia="zh-CN"/>
        </w:rPr>
        <w:t xml:space="preserve"> requirements. </w:t>
      </w:r>
    </w:p>
    <w:p w14:paraId="0984CD1B" w14:textId="77777777" w:rsidR="005C1B04" w:rsidRPr="00EF2F0E" w:rsidRDefault="005C1B04" w:rsidP="00A40339">
      <w:r w:rsidRPr="00EF2F0E">
        <w:t xml:space="preserve">For a </w:t>
      </w:r>
      <w:r w:rsidRPr="00EF2F0E">
        <w:rPr>
          <w:i/>
        </w:rPr>
        <w:t>OTA AAS BS</w:t>
      </w:r>
      <w:r w:rsidRPr="00EF2F0E">
        <w:t xml:space="preserve"> there are no conducted requirements. The radiated requirements have been derived based on the principle that they offer the same level of performance and protection as the </w:t>
      </w:r>
      <w:r w:rsidRPr="00EF2F0E">
        <w:rPr>
          <w:i/>
        </w:rPr>
        <w:t>hybrid AAS BS</w:t>
      </w:r>
      <w:r w:rsidRPr="00EF2F0E">
        <w:t xml:space="preserve"> requirements. The radiated requirements therefore use the same equivalence to the non-AAS requirements. The </w:t>
      </w:r>
      <w:r w:rsidRPr="00EF2F0E">
        <w:rPr>
          <w:i/>
        </w:rPr>
        <w:t>non-AAS BS</w:t>
      </w:r>
      <w:r w:rsidRPr="00EF2F0E">
        <w:t xml:space="preserve"> RF requirements have therefore been further adapted to apply to OTA metrics in the far field. Some requirements are direct references to the </w:t>
      </w:r>
      <w:r w:rsidRPr="00EF2F0E">
        <w:rPr>
          <w:i/>
        </w:rPr>
        <w:t>non-AAS BS</w:t>
      </w:r>
      <w:r w:rsidRPr="00EF2F0E">
        <w:t xml:space="preserve"> RF specifications 3GPP TS 25.104 [2], 3GPP TS 25.105 [3], 3GPP TS 36.104 [4] and 3GPP TS 37.104 [5]</w:t>
      </w:r>
      <w:r w:rsidRPr="00EF2F0E">
        <w:rPr>
          <w:lang w:eastAsia="zh-CN"/>
        </w:rPr>
        <w:t xml:space="preserve">. Some co-location requirements which have been developed from assumptions on BS-to-BS coupling do not have direct OTA equivalents. The radiated co-location requirements use the same scenarios used to develop the </w:t>
      </w:r>
      <w:r w:rsidRPr="00EF2F0E">
        <w:rPr>
          <w:i/>
          <w:lang w:eastAsia="zh-CN"/>
        </w:rPr>
        <w:t>non-AAS</w:t>
      </w:r>
      <w:r w:rsidRPr="00EF2F0E">
        <w:rPr>
          <w:lang w:eastAsia="zh-CN"/>
        </w:rPr>
        <w:t xml:space="preserve"> RF requirements.</w:t>
      </w:r>
    </w:p>
    <w:p w14:paraId="0984CD1C" w14:textId="77777777" w:rsidR="005C1B04" w:rsidRPr="00EF2F0E" w:rsidRDefault="005C1B04" w:rsidP="00A40339">
      <w:r w:rsidRPr="00EF2F0E">
        <w:t>In this specification, the term "requirements for</w:t>
      </w:r>
      <w:r w:rsidRPr="00EF2F0E">
        <w:rPr>
          <w:i/>
        </w:rPr>
        <w:t xml:space="preserve"> single RAT operation</w:t>
      </w:r>
      <w:r w:rsidRPr="00EF2F0E">
        <w:t xml:space="preserve">" refers to requirements that are derived from the 3GPP TS 25.104 [2], 3GPP TS 25.105 [3], or 3GPP TS 36.104 [4] specifications baseline, whilst "requirements for </w:t>
      </w:r>
      <w:r w:rsidRPr="00EF2F0E">
        <w:rPr>
          <w:i/>
        </w:rPr>
        <w:t>MSR operation</w:t>
      </w:r>
      <w:r w:rsidRPr="00EF2F0E">
        <w:t>" refers to requirements derived from the 3GPP TS 37.104 [5] specification baseline</w:t>
      </w:r>
      <w:r w:rsidR="006306DA" w:rsidRPr="00EF2F0E">
        <w:t xml:space="preserve"> (including NR operation as part of MSR)</w:t>
      </w:r>
      <w:r w:rsidRPr="00EF2F0E">
        <w:t>.</w:t>
      </w:r>
    </w:p>
    <w:p w14:paraId="0984CD1D" w14:textId="77777777" w:rsidR="005C1B04" w:rsidRPr="00EF2F0E" w:rsidRDefault="005C1B04" w:rsidP="00A40339">
      <w:pPr>
        <w:rPr>
          <w:rFonts w:cs="v5.0.0"/>
        </w:rPr>
      </w:pPr>
      <w:r w:rsidRPr="00EF2F0E">
        <w:rPr>
          <w:rFonts w:eastAsia="SimSun"/>
        </w:rPr>
        <w:t xml:space="preserve">NB-IoT in-band, NB-IoT guard band, or standalone </w:t>
      </w:r>
      <w:r w:rsidRPr="00EF2F0E">
        <w:rPr>
          <w:noProof/>
        </w:rPr>
        <w:t xml:space="preserve">NB-IoT operation is not supported by AAS BS. </w:t>
      </w:r>
      <w:r w:rsidRPr="00EF2F0E">
        <w:t>When referring to standalone E-UTRA requirements for</w:t>
      </w:r>
      <w:r w:rsidRPr="00EF2F0E">
        <w:rPr>
          <w:i/>
        </w:rPr>
        <w:t xml:space="preserve"> single RAT operation </w:t>
      </w:r>
      <w:r w:rsidRPr="00EF2F0E">
        <w:t>in</w:t>
      </w:r>
      <w:r w:rsidRPr="00EF2F0E">
        <w:rPr>
          <w:i/>
        </w:rPr>
        <w:t xml:space="preserve"> </w:t>
      </w:r>
      <w:r w:rsidRPr="00EF2F0E">
        <w:t>3GPP TS 36.104 [4] or</w:t>
      </w:r>
      <w:r w:rsidRPr="00EF2F0E">
        <w:rPr>
          <w:i/>
        </w:rPr>
        <w:t xml:space="preserve"> </w:t>
      </w:r>
      <w:r w:rsidRPr="00EF2F0E">
        <w:t xml:space="preserve">to E-UTRA requirements for </w:t>
      </w:r>
      <w:r w:rsidRPr="00EF2F0E">
        <w:rPr>
          <w:i/>
        </w:rPr>
        <w:t>MSR operation</w:t>
      </w:r>
      <w:r w:rsidRPr="00EF2F0E">
        <w:t xml:space="preserve"> in 3GPP TS 37.104 [5], any requirements specified in those specifications for </w:t>
      </w:r>
      <w:r w:rsidRPr="00EF2F0E">
        <w:rPr>
          <w:rFonts w:eastAsia="SimSun"/>
          <w:lang w:eastAsia="zh-CN"/>
        </w:rPr>
        <w:t>E-UTRA with NB-IoT (in-band or guard band) or for standalone NB-IoT</w:t>
      </w:r>
      <w:r w:rsidRPr="00EF2F0E">
        <w:t xml:space="preserve">, shall not be considered for the AAS BS. </w:t>
      </w:r>
      <w:r w:rsidRPr="00EF2F0E">
        <w:rPr>
          <w:rFonts w:cs="v5.0.0"/>
        </w:rPr>
        <w:t xml:space="preserve">Unless otherwise stated, the exclusion of the NB-IoT requirements in this specification applies to all operation modes (i.e. </w:t>
      </w:r>
      <w:r w:rsidRPr="00EF2F0E">
        <w:rPr>
          <w:rFonts w:cs="v5.0.0"/>
          <w:i/>
        </w:rPr>
        <w:t>in-band NB-IoT operation</w:t>
      </w:r>
      <w:r w:rsidRPr="00EF2F0E">
        <w:rPr>
          <w:rFonts w:cs="v5.0.0"/>
        </w:rPr>
        <w:t xml:space="preserve">, </w:t>
      </w:r>
      <w:r w:rsidRPr="00EF2F0E">
        <w:rPr>
          <w:rFonts w:cs="v5.0.0"/>
          <w:i/>
        </w:rPr>
        <w:t>guard band NB-IoT operation</w:t>
      </w:r>
      <w:r w:rsidRPr="00EF2F0E">
        <w:rPr>
          <w:rFonts w:cs="v5.0.0"/>
        </w:rPr>
        <w:t xml:space="preserve"> and </w:t>
      </w:r>
      <w:r w:rsidRPr="00EF2F0E">
        <w:rPr>
          <w:rFonts w:cs="v5.0.0"/>
          <w:i/>
        </w:rPr>
        <w:t>standalone NB-IoT operation</w:t>
      </w:r>
      <w:r w:rsidRPr="00EF2F0E">
        <w:rPr>
          <w:rFonts w:cs="v5.0.0"/>
        </w:rPr>
        <w:t>).</w:t>
      </w:r>
      <w:r w:rsidR="006306DA" w:rsidRPr="00EF2F0E">
        <w:rPr>
          <w:rFonts w:cs="v5.0.0"/>
        </w:rPr>
        <w:t xml:space="preserve">NR requirements for </w:t>
      </w:r>
      <w:r w:rsidR="006306DA" w:rsidRPr="00EF2F0E">
        <w:rPr>
          <w:rFonts w:cs="v5.0.0"/>
          <w:i/>
        </w:rPr>
        <w:t xml:space="preserve">single RAT </w:t>
      </w:r>
      <w:r w:rsidR="006306DA" w:rsidRPr="00EF2F0E">
        <w:rPr>
          <w:rFonts w:cs="v5.0.0"/>
        </w:rPr>
        <w:t>operation are not specified in the present document because AAS RF requirements for single RAT NR are fully captured in the NR specification 38.104 [27].</w:t>
      </w:r>
    </w:p>
    <w:p w14:paraId="0984CD1E" w14:textId="77777777" w:rsidR="005C1B04" w:rsidRPr="00EF2F0E" w:rsidRDefault="005C1B04" w:rsidP="00A40339">
      <w:pPr>
        <w:rPr>
          <w:lang w:eastAsia="zh-CN"/>
        </w:rPr>
      </w:pPr>
      <w:r w:rsidRPr="00EF2F0E">
        <w:rPr>
          <w:noProof/>
        </w:rPr>
        <w:t xml:space="preserve">Band 46 operation </w:t>
      </w:r>
      <w:r w:rsidR="00DA64EC" w:rsidRPr="00EF2F0E">
        <w:rPr>
          <w:noProof/>
        </w:rPr>
        <w:t xml:space="preserve">and Band 49 operation </w:t>
      </w:r>
      <w:r w:rsidRPr="00EF2F0E">
        <w:rPr>
          <w:noProof/>
        </w:rPr>
        <w:t>is not supported</w:t>
      </w:r>
      <w:r w:rsidRPr="00EF2F0E">
        <w:t xml:space="preserve"> </w:t>
      </w:r>
      <w:r w:rsidRPr="00EF2F0E">
        <w:rPr>
          <w:noProof/>
        </w:rPr>
        <w:t xml:space="preserve">by AAS BS. </w:t>
      </w:r>
      <w:r w:rsidRPr="00EF2F0E">
        <w:t>When referring to standalone E-UTRA requirements for</w:t>
      </w:r>
      <w:r w:rsidRPr="00EF2F0E">
        <w:rPr>
          <w:i/>
        </w:rPr>
        <w:t xml:space="preserve"> single RAT operation </w:t>
      </w:r>
      <w:r w:rsidRPr="00EF2F0E">
        <w:t>in</w:t>
      </w:r>
      <w:r w:rsidRPr="00EF2F0E">
        <w:rPr>
          <w:i/>
        </w:rPr>
        <w:t xml:space="preserve"> </w:t>
      </w:r>
      <w:r w:rsidRPr="00EF2F0E">
        <w:t xml:space="preserve">3GPP TS 36.104 [4] or to E-UTRA requirements for </w:t>
      </w:r>
      <w:r w:rsidRPr="00EF2F0E">
        <w:rPr>
          <w:i/>
        </w:rPr>
        <w:t>MSR operation</w:t>
      </w:r>
      <w:r w:rsidRPr="00EF2F0E">
        <w:t xml:space="preserve"> in 3GPP TS 37.104 [5], any requiremetns specified in those specifications for Band 46 </w:t>
      </w:r>
      <w:r w:rsidR="00702AAA" w:rsidRPr="00EF2F0E">
        <w:t xml:space="preserve">or Band 49 </w:t>
      </w:r>
      <w:r w:rsidRPr="00EF2F0E">
        <w:t>operation shall not be considered for the AAS BS with E</w:t>
      </w:r>
      <w:r w:rsidRPr="00EF2F0E">
        <w:noBreakHyphen/>
        <w:t>UTRA.</w:t>
      </w:r>
    </w:p>
    <w:p w14:paraId="0984CD1F" w14:textId="77777777" w:rsidR="005C1B04" w:rsidRPr="00EF2F0E" w:rsidRDefault="005C1B04" w:rsidP="00A40339">
      <w:pPr>
        <w:pStyle w:val="Heading2"/>
        <w:rPr>
          <w:snapToGrid w:val="0"/>
        </w:rPr>
      </w:pPr>
      <w:bookmarkStart w:id="121" w:name="_Toc21095748"/>
      <w:bookmarkStart w:id="122" w:name="_Toc29762947"/>
      <w:bookmarkStart w:id="123" w:name="_Toc45869232"/>
      <w:bookmarkStart w:id="124" w:name="_Toc52554480"/>
      <w:bookmarkStart w:id="125" w:name="_Toc52554950"/>
      <w:bookmarkStart w:id="126" w:name="_Toc61112175"/>
      <w:bookmarkStart w:id="127" w:name="_Toc67911327"/>
      <w:bookmarkStart w:id="128" w:name="_Toc74842802"/>
      <w:bookmarkStart w:id="129" w:name="_Toc76503185"/>
      <w:bookmarkStart w:id="130" w:name="_Toc83040628"/>
      <w:bookmarkStart w:id="131" w:name="_Toc89851671"/>
      <w:bookmarkStart w:id="132" w:name="_Toc98676025"/>
      <w:r w:rsidRPr="00EF2F0E">
        <w:rPr>
          <w:snapToGrid w:val="0"/>
        </w:rPr>
        <w:t>4.2</w:t>
      </w:r>
      <w:r w:rsidRPr="00EF2F0E">
        <w:rPr>
          <w:snapToGrid w:val="0"/>
        </w:rPr>
        <w:tab/>
        <w:t>Relationship between minimum requirements and test requirements</w:t>
      </w:r>
      <w:bookmarkEnd w:id="121"/>
      <w:bookmarkEnd w:id="122"/>
      <w:bookmarkEnd w:id="123"/>
      <w:bookmarkEnd w:id="124"/>
      <w:bookmarkEnd w:id="125"/>
      <w:bookmarkEnd w:id="126"/>
      <w:bookmarkEnd w:id="127"/>
      <w:bookmarkEnd w:id="128"/>
      <w:bookmarkEnd w:id="129"/>
      <w:bookmarkEnd w:id="130"/>
      <w:bookmarkEnd w:id="131"/>
      <w:bookmarkEnd w:id="132"/>
    </w:p>
    <w:p w14:paraId="0984CD20" w14:textId="77777777" w:rsidR="005C1B04" w:rsidRPr="00EF2F0E" w:rsidRDefault="005C1B04" w:rsidP="00A40339">
      <w:pPr>
        <w:rPr>
          <w:rFonts w:eastAsia="Calibri"/>
        </w:rPr>
      </w:pPr>
      <w:r w:rsidRPr="00EF2F0E">
        <w:t>Conformance to the present specification is demonstrated by fulfilling the test requirements specified in the conformance specification</w:t>
      </w:r>
      <w:r w:rsidR="0073247C" w:rsidRPr="00EF2F0E">
        <w:t>s</w:t>
      </w:r>
      <w:r w:rsidRPr="00EF2F0E">
        <w:t xml:space="preserve"> TS 37.145</w:t>
      </w:r>
      <w:r w:rsidR="0073247C" w:rsidRPr="00EF2F0E">
        <w:t>-1</w:t>
      </w:r>
      <w:r w:rsidRPr="00EF2F0E">
        <w:t xml:space="preserve"> [</w:t>
      </w:r>
      <w:r w:rsidR="0073247C" w:rsidRPr="00EF2F0E">
        <w:t>29</w:t>
      </w:r>
      <w:r w:rsidRPr="00EF2F0E">
        <w:t>]</w:t>
      </w:r>
      <w:r w:rsidR="0073247C" w:rsidRPr="00EF2F0E">
        <w:t xml:space="preserve"> and TS 37.145-2 [30]</w:t>
      </w:r>
      <w:r w:rsidRPr="00EF2F0E">
        <w:t>.</w:t>
      </w:r>
    </w:p>
    <w:p w14:paraId="0984CD21" w14:textId="77777777" w:rsidR="005C1B04" w:rsidRPr="00EF2F0E" w:rsidRDefault="005C1B04" w:rsidP="00A40339">
      <w:pPr>
        <w:rPr>
          <w:rFonts w:cs="v5.0.0"/>
          <w:snapToGrid w:val="0"/>
        </w:rPr>
      </w:pPr>
      <w:r w:rsidRPr="00EF2F0E">
        <w:rPr>
          <w:rFonts w:cs="v5.0.0"/>
          <w:snapToGrid w:val="0"/>
        </w:rPr>
        <w:t>The minimum requirements given in this specification make no allowance for measurement uncertainty. The test specification</w:t>
      </w:r>
      <w:r w:rsidR="0073247C" w:rsidRPr="00EF2F0E">
        <w:rPr>
          <w:rFonts w:cs="v5.0.0"/>
          <w:snapToGrid w:val="0"/>
        </w:rPr>
        <w:t>s</w:t>
      </w:r>
      <w:r w:rsidRPr="00EF2F0E">
        <w:rPr>
          <w:rFonts w:cs="v5.0.0"/>
          <w:snapToGrid w:val="0"/>
        </w:rPr>
        <w:t xml:space="preserve"> </w:t>
      </w:r>
      <w:r w:rsidR="003F732C" w:rsidRPr="00EF2F0E">
        <w:t>TS 37.145-1 [29] and TS 37.145-2 [30]</w:t>
      </w:r>
      <w:r w:rsidRPr="00EF2F0E">
        <w:rPr>
          <w:rFonts w:cs="v5.0.0"/>
          <w:snapToGrid w:val="0"/>
        </w:rPr>
        <w:t xml:space="preserve"> define test tolerances. These test tolerances are individually calculated for each test. The test tolerances are used to relax the minimum requirements in this specification to create test requirements. For some requirements, including regulatory requirements, the test tolerance is set to zero.</w:t>
      </w:r>
    </w:p>
    <w:p w14:paraId="0984CD22" w14:textId="77777777" w:rsidR="005C1B04" w:rsidRPr="00EF2F0E" w:rsidRDefault="005C1B04" w:rsidP="00A40339">
      <w:pPr>
        <w:rPr>
          <w:snapToGrid w:val="0"/>
        </w:rPr>
      </w:pPr>
      <w:r w:rsidRPr="00EF2F0E">
        <w:rPr>
          <w:rFonts w:cs="v5.0.0"/>
          <w:snapToGrid w:val="0"/>
        </w:rPr>
        <w:t>The measurement results returned by the test system are compared - without any modification - against the test requirements as defined by the shared risk principle. The shared risk principle is defined in Recommendation ITU</w:t>
      </w:r>
      <w:r w:rsidRPr="00EF2F0E">
        <w:rPr>
          <w:rFonts w:cs="v5.0.0"/>
          <w:snapToGrid w:val="0"/>
        </w:rPr>
        <w:noBreakHyphen/>
        <w:t>R M.1545 [11].</w:t>
      </w:r>
    </w:p>
    <w:p w14:paraId="0984CD23" w14:textId="77777777" w:rsidR="005C1B04" w:rsidRPr="00EF2F0E" w:rsidRDefault="005C1B04" w:rsidP="00A40339">
      <w:pPr>
        <w:pStyle w:val="Heading2"/>
        <w:rPr>
          <w:lang w:eastAsia="zh-CN"/>
        </w:rPr>
      </w:pPr>
      <w:bookmarkStart w:id="133" w:name="_Toc21095749"/>
      <w:bookmarkStart w:id="134" w:name="_Toc29762948"/>
      <w:bookmarkStart w:id="135" w:name="_Toc45869233"/>
      <w:bookmarkStart w:id="136" w:name="_Toc52554481"/>
      <w:bookmarkStart w:id="137" w:name="_Toc52554951"/>
      <w:bookmarkStart w:id="138" w:name="_Toc61112176"/>
      <w:bookmarkStart w:id="139" w:name="_Toc67911328"/>
      <w:bookmarkStart w:id="140" w:name="_Toc74842803"/>
      <w:bookmarkStart w:id="141" w:name="_Toc76503186"/>
      <w:bookmarkStart w:id="142" w:name="_Toc83040629"/>
      <w:bookmarkStart w:id="143" w:name="_Toc89851672"/>
      <w:bookmarkStart w:id="144" w:name="_Toc98676026"/>
      <w:r w:rsidRPr="00EF2F0E">
        <w:rPr>
          <w:lang w:eastAsia="zh-CN"/>
        </w:rPr>
        <w:t>4.3</w:t>
      </w:r>
      <w:r w:rsidRPr="00EF2F0E">
        <w:rPr>
          <w:lang w:eastAsia="zh-CN"/>
        </w:rPr>
        <w:tab/>
        <w:t>Conducted and radiated requirement reference points</w:t>
      </w:r>
      <w:bookmarkEnd w:id="133"/>
      <w:bookmarkEnd w:id="134"/>
      <w:bookmarkEnd w:id="135"/>
      <w:bookmarkEnd w:id="136"/>
      <w:bookmarkEnd w:id="137"/>
      <w:bookmarkEnd w:id="138"/>
      <w:bookmarkEnd w:id="139"/>
      <w:bookmarkEnd w:id="140"/>
      <w:bookmarkEnd w:id="141"/>
      <w:bookmarkEnd w:id="142"/>
      <w:bookmarkEnd w:id="143"/>
      <w:bookmarkEnd w:id="144"/>
    </w:p>
    <w:p w14:paraId="0984CD24" w14:textId="77777777" w:rsidR="005C1B04" w:rsidRPr="00EF2F0E" w:rsidRDefault="005C1B04" w:rsidP="00A40339">
      <w:pPr>
        <w:rPr>
          <w:lang w:eastAsia="zh-CN"/>
        </w:rPr>
      </w:pPr>
      <w:r w:rsidRPr="00EF2F0E">
        <w:rPr>
          <w:lang w:eastAsia="zh-CN"/>
        </w:rPr>
        <w:t>AAS BS requirements are defined for two points of reference, signified by radiated requirements and conducted requirements.</w:t>
      </w:r>
    </w:p>
    <w:p w14:paraId="0984CD25" w14:textId="77777777" w:rsidR="005C1B04" w:rsidRPr="00EF2F0E" w:rsidRDefault="00DD381D" w:rsidP="00A40339">
      <w:pPr>
        <w:pStyle w:val="TH"/>
      </w:pPr>
      <w:r w:rsidRPr="00EF2F0E">
        <w:rPr>
          <w:noProof/>
          <w:lang w:val="en-US" w:eastAsia="ko-KR"/>
        </w:rPr>
        <w:drawing>
          <wp:inline distT="0" distB="0" distL="0" distR="0" wp14:anchorId="09851190" wp14:editId="09851191">
            <wp:extent cx="6141720" cy="24930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6141720" cy="2493010"/>
                    </a:xfrm>
                    <a:prstGeom prst="rect">
                      <a:avLst/>
                    </a:prstGeom>
                    <a:noFill/>
                    <a:ln w="9525">
                      <a:noFill/>
                      <a:miter lim="800000"/>
                      <a:headEnd/>
                      <a:tailEnd/>
                    </a:ln>
                  </pic:spPr>
                </pic:pic>
              </a:graphicData>
            </a:graphic>
          </wp:inline>
        </w:drawing>
      </w:r>
    </w:p>
    <w:p w14:paraId="0984CD26" w14:textId="77777777" w:rsidR="005C1B04" w:rsidRPr="00EF2F0E" w:rsidRDefault="005C1B04" w:rsidP="00A40339">
      <w:pPr>
        <w:pStyle w:val="TF"/>
      </w:pPr>
      <w:r w:rsidRPr="00EF2F0E">
        <w:t xml:space="preserve">Figure 4.3-1: Radiated and conducted points of reference of </w:t>
      </w:r>
      <w:r w:rsidRPr="00EF2F0E">
        <w:rPr>
          <w:i/>
        </w:rPr>
        <w:t>hybrid AAS BS</w:t>
      </w:r>
    </w:p>
    <w:p w14:paraId="0984CD27" w14:textId="77777777" w:rsidR="005C1B04" w:rsidRPr="00EF2F0E" w:rsidRDefault="00DD381D" w:rsidP="00A40339">
      <w:pPr>
        <w:pStyle w:val="TF"/>
      </w:pPr>
      <w:r w:rsidRPr="00EF2F0E">
        <w:rPr>
          <w:noProof/>
          <w:lang w:val="en-US" w:eastAsia="ko-KR"/>
        </w:rPr>
        <w:drawing>
          <wp:inline distT="0" distB="0" distL="0" distR="0" wp14:anchorId="09851192" wp14:editId="09851193">
            <wp:extent cx="5305425" cy="23463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305425" cy="2346325"/>
                    </a:xfrm>
                    <a:prstGeom prst="rect">
                      <a:avLst/>
                    </a:prstGeom>
                    <a:noFill/>
                    <a:ln w="9525">
                      <a:noFill/>
                      <a:miter lim="800000"/>
                      <a:headEnd/>
                      <a:tailEnd/>
                    </a:ln>
                  </pic:spPr>
                </pic:pic>
              </a:graphicData>
            </a:graphic>
          </wp:inline>
        </w:drawing>
      </w:r>
      <w:r w:rsidR="005C1B04" w:rsidRPr="00EF2F0E">
        <w:t xml:space="preserve"> </w:t>
      </w:r>
    </w:p>
    <w:p w14:paraId="0984CD28" w14:textId="77777777" w:rsidR="005C1B04" w:rsidRPr="00EF2F0E" w:rsidRDefault="005C1B04" w:rsidP="00A40339">
      <w:pPr>
        <w:pStyle w:val="TF"/>
      </w:pPr>
      <w:r w:rsidRPr="00EF2F0E">
        <w:t xml:space="preserve">Figure 4.3-2: Radiated points of reference of </w:t>
      </w:r>
      <w:r w:rsidRPr="00EF2F0E">
        <w:rPr>
          <w:i/>
        </w:rPr>
        <w:t>OTA AAS BS</w:t>
      </w:r>
    </w:p>
    <w:p w14:paraId="0984CD29" w14:textId="77777777" w:rsidR="005C1B04" w:rsidRPr="00EF2F0E" w:rsidRDefault="005C1B04" w:rsidP="00A40339">
      <w:pPr>
        <w:rPr>
          <w:lang w:eastAsia="zh-CN"/>
        </w:rPr>
      </w:pPr>
      <w:r w:rsidRPr="00EF2F0E">
        <w:rPr>
          <w:lang w:eastAsia="zh-CN"/>
        </w:rPr>
        <w:t xml:space="preserve">Radiated characteristics are defined over the air (OTA) at the </w:t>
      </w:r>
      <w:r w:rsidRPr="00EF2F0E">
        <w:rPr>
          <w:i/>
          <w:lang w:eastAsia="zh-CN"/>
        </w:rPr>
        <w:t>radiated interface boundary</w:t>
      </w:r>
      <w:r w:rsidRPr="00EF2F0E">
        <w:rPr>
          <w:lang w:eastAsia="zh-CN"/>
        </w:rPr>
        <w:t xml:space="preserve"> (RIB). Radiated requirements are also referred to as OTA requirements. The (spatial) directions in which the OTA requirements apply are detailed for each requirement.</w:t>
      </w:r>
    </w:p>
    <w:p w14:paraId="0984CD2A" w14:textId="77777777" w:rsidR="005C1B04" w:rsidRPr="00EF2F0E" w:rsidRDefault="005C1B04" w:rsidP="00A40339">
      <w:pPr>
        <w:rPr>
          <w:lang w:eastAsia="zh-CN"/>
        </w:rPr>
      </w:pPr>
      <w:r w:rsidRPr="00EF2F0E">
        <w:rPr>
          <w:lang w:eastAsia="zh-CN"/>
        </w:rPr>
        <w:t xml:space="preserve">Some OTA requirements are specified as co-location requirements where the requirements are specified at the conducted interface of the </w:t>
      </w:r>
      <w:r w:rsidRPr="00EF2F0E">
        <w:rPr>
          <w:i/>
          <w:lang w:eastAsia="zh-CN"/>
        </w:rPr>
        <w:t>co-location reference antenna</w:t>
      </w:r>
      <w:r w:rsidRPr="00EF2F0E">
        <w:rPr>
          <w:lang w:eastAsia="zh-CN"/>
        </w:rPr>
        <w:t>, co-location requirements are further defined in subclause 4.10.</w:t>
      </w:r>
    </w:p>
    <w:p w14:paraId="0984CD2B" w14:textId="77777777" w:rsidR="005C1B04" w:rsidRPr="00EF2F0E" w:rsidRDefault="005C1B04" w:rsidP="00A40339">
      <w:pPr>
        <w:rPr>
          <w:lang w:eastAsia="zh-CN"/>
        </w:rPr>
      </w:pPr>
      <w:r w:rsidRPr="00EF2F0E">
        <w:rPr>
          <w:lang w:eastAsia="zh-CN"/>
        </w:rPr>
        <w:t xml:space="preserve">Conducted characteristics are defined at individual or groups of </w:t>
      </w:r>
      <w:r w:rsidRPr="00EF2F0E">
        <w:rPr>
          <w:i/>
          <w:lang w:eastAsia="zh-CN"/>
        </w:rPr>
        <w:t xml:space="preserve">TAB connectors </w:t>
      </w:r>
      <w:r w:rsidRPr="00EF2F0E">
        <w:rPr>
          <w:lang w:eastAsia="zh-CN"/>
        </w:rPr>
        <w:t xml:space="preserve">at the </w:t>
      </w:r>
      <w:r w:rsidRPr="00EF2F0E">
        <w:rPr>
          <w:i/>
          <w:lang w:eastAsia="zh-CN"/>
        </w:rPr>
        <w:t>transceiver array boundary</w:t>
      </w:r>
      <w:r w:rsidRPr="00EF2F0E">
        <w:rPr>
          <w:lang w:eastAsia="zh-CN"/>
        </w:rPr>
        <w:t>, which is the conducted interface between the transceiver unit array and the composite antenna.</w:t>
      </w:r>
    </w:p>
    <w:p w14:paraId="0984CD2C" w14:textId="77777777" w:rsidR="005C1B04" w:rsidRPr="00EF2F0E" w:rsidRDefault="005C1B04" w:rsidP="00A40339">
      <w:r w:rsidRPr="00EF2F0E">
        <w:t>The transceiver unit array is part of the composite transceiver functionality generating modulated transmit signal structures and performing receiver combining and demodulation.</w:t>
      </w:r>
    </w:p>
    <w:p w14:paraId="0984CD2D" w14:textId="77777777" w:rsidR="005C1B04" w:rsidRPr="00EF2F0E" w:rsidRDefault="005C1B04" w:rsidP="00A40339">
      <w:pPr>
        <w:rPr>
          <w:lang w:eastAsia="zh-CN"/>
        </w:rPr>
      </w:pPr>
      <w:r w:rsidRPr="00EF2F0E">
        <w:rPr>
          <w:lang w:eastAsia="zh-CN"/>
        </w:rPr>
        <w:t>The transceiver unit array contains an implementation specific number of transmitter units and an implementation specific number of receiver units. Transmitter units and receiver units may be combined into transceiver units.</w:t>
      </w:r>
      <w:r w:rsidRPr="00EF2F0E">
        <w:rPr>
          <w:rFonts w:eastAsia="MS Mincho"/>
          <w:lang w:eastAsia="ja-JP"/>
        </w:rPr>
        <w:t xml:space="preserve"> The transmitter/receiver units have the ability to transmit/receive </w:t>
      </w:r>
      <w:r w:rsidRPr="00EF2F0E">
        <w:t>parallel independent modulated symbol streams</w:t>
      </w:r>
      <w:r w:rsidRPr="00EF2F0E">
        <w:rPr>
          <w:rFonts w:eastAsia="MS Mincho"/>
          <w:lang w:eastAsia="ja-JP"/>
        </w:rPr>
        <w:t>.</w:t>
      </w:r>
      <w:r w:rsidRPr="00EF2F0E">
        <w:rPr>
          <w:rStyle w:val="CommentReference"/>
        </w:rPr>
        <w:t xml:space="preserve"> </w:t>
      </w:r>
    </w:p>
    <w:p w14:paraId="0984CD2E" w14:textId="77777777" w:rsidR="005C1B04" w:rsidRPr="00EF2F0E" w:rsidRDefault="005C1B04" w:rsidP="00A40339">
      <w:pPr>
        <w:rPr>
          <w:lang w:eastAsia="zh-CN"/>
        </w:rPr>
      </w:pPr>
      <w:r w:rsidRPr="00EF2F0E">
        <w:rPr>
          <w:lang w:eastAsia="zh-CN"/>
        </w:rPr>
        <w:t xml:space="preserve">The composite antenna contains a </w:t>
      </w:r>
      <w:r w:rsidRPr="00EF2F0E">
        <w:rPr>
          <w:i/>
          <w:lang w:eastAsia="zh-CN"/>
        </w:rPr>
        <w:t>radio distribution network</w:t>
      </w:r>
      <w:r w:rsidRPr="00EF2F0E">
        <w:rPr>
          <w:lang w:eastAsia="zh-CN"/>
        </w:rPr>
        <w:t xml:space="preserve"> (RDN) and an antenna array. The RDN is a </w:t>
      </w:r>
      <w:r w:rsidRPr="00EF2F0E">
        <w:t>linear passive network which distributes the RF power generated by the transceiver unit array to the antenna array, and/or distributes the radio signals collected by the antenna array to the transceiver unit array</w:t>
      </w:r>
      <w:r w:rsidRPr="00EF2F0E">
        <w:rPr>
          <w:lang w:eastAsia="zh-CN"/>
        </w:rPr>
        <w:t>, in an implementation specific way.</w:t>
      </w:r>
    </w:p>
    <w:p w14:paraId="0984CD2F" w14:textId="77777777" w:rsidR="005C1B04" w:rsidRPr="00EF2F0E" w:rsidRDefault="005C1B04" w:rsidP="00A40339">
      <w:pPr>
        <w:rPr>
          <w:lang w:eastAsia="zh-CN"/>
        </w:rPr>
      </w:pPr>
      <w:r w:rsidRPr="00EF2F0E">
        <w:t xml:space="preserve">How a conducted requirement is applied to the </w:t>
      </w:r>
      <w:r w:rsidRPr="00EF2F0E">
        <w:rPr>
          <w:i/>
        </w:rPr>
        <w:t>transceiver array boundary</w:t>
      </w:r>
      <w:r w:rsidRPr="00EF2F0E">
        <w:t xml:space="preserve"> is detailed in the respective requirement subclause</w:t>
      </w:r>
      <w:r w:rsidRPr="00EF2F0E">
        <w:rPr>
          <w:lang w:eastAsia="zh-CN"/>
        </w:rPr>
        <w:t>.</w:t>
      </w:r>
    </w:p>
    <w:p w14:paraId="0984CD30" w14:textId="77777777" w:rsidR="005C1B04" w:rsidRPr="00EF2F0E" w:rsidRDefault="005C1B04" w:rsidP="00A40339">
      <w:pPr>
        <w:pStyle w:val="Heading2"/>
      </w:pPr>
      <w:bookmarkStart w:id="145" w:name="_Toc21095750"/>
      <w:bookmarkStart w:id="146" w:name="_Toc29762949"/>
      <w:bookmarkStart w:id="147" w:name="_Toc45869234"/>
      <w:bookmarkStart w:id="148" w:name="_Toc52554482"/>
      <w:bookmarkStart w:id="149" w:name="_Toc52554952"/>
      <w:bookmarkStart w:id="150" w:name="_Toc61112177"/>
      <w:bookmarkStart w:id="151" w:name="_Toc67911329"/>
      <w:bookmarkStart w:id="152" w:name="_Toc74842804"/>
      <w:bookmarkStart w:id="153" w:name="_Toc76503187"/>
      <w:bookmarkStart w:id="154" w:name="_Toc83040630"/>
      <w:bookmarkStart w:id="155" w:name="_Toc89851673"/>
      <w:bookmarkStart w:id="156" w:name="_Toc98676027"/>
      <w:r w:rsidRPr="00EF2F0E">
        <w:rPr>
          <w:lang w:eastAsia="zh-CN"/>
        </w:rPr>
        <w:t>4.4</w:t>
      </w:r>
      <w:r w:rsidRPr="00EF2F0E">
        <w:rPr>
          <w:lang w:eastAsia="zh-CN"/>
        </w:rPr>
        <w:tab/>
        <w:t>Base station classes</w:t>
      </w:r>
      <w:r w:rsidRPr="00EF2F0E">
        <w:t xml:space="preserve"> for AAS BS</w:t>
      </w:r>
      <w:bookmarkEnd w:id="145"/>
      <w:bookmarkEnd w:id="146"/>
      <w:bookmarkEnd w:id="147"/>
      <w:bookmarkEnd w:id="148"/>
      <w:bookmarkEnd w:id="149"/>
      <w:bookmarkEnd w:id="150"/>
      <w:bookmarkEnd w:id="151"/>
      <w:bookmarkEnd w:id="152"/>
      <w:bookmarkEnd w:id="153"/>
      <w:bookmarkEnd w:id="154"/>
      <w:bookmarkEnd w:id="155"/>
      <w:bookmarkEnd w:id="156"/>
    </w:p>
    <w:p w14:paraId="0984CD31" w14:textId="77777777" w:rsidR="005C1B04" w:rsidRPr="00EF2F0E" w:rsidRDefault="005C1B04" w:rsidP="00A40339">
      <w:r w:rsidRPr="00EF2F0E">
        <w:t>The requirements in the present document apply to AAS BS of Wide Area BS, Medium Range BS and Local Area BS classes unless otherwise stated. The associated deployment scenarios and definitions of BS classes are exactly the same for AAS BS with and without connectors.</w:t>
      </w:r>
    </w:p>
    <w:p w14:paraId="0984CD32" w14:textId="77777777" w:rsidR="005C1B04" w:rsidRPr="00EF2F0E" w:rsidRDefault="005C1B04" w:rsidP="00A40339">
      <w:r w:rsidRPr="00EF2F0E">
        <w:t xml:space="preserve">BS classes for </w:t>
      </w:r>
      <w:r w:rsidRPr="00EF2F0E">
        <w:rPr>
          <w:i/>
        </w:rPr>
        <w:t>OTA AAS BS</w:t>
      </w:r>
      <w:r w:rsidRPr="00EF2F0E">
        <w:t xml:space="preserve"> are defined as indicated below:</w:t>
      </w:r>
    </w:p>
    <w:p w14:paraId="0984CD33" w14:textId="77777777" w:rsidR="005C1B04" w:rsidRPr="00EF2F0E" w:rsidRDefault="005C1B04" w:rsidP="00A40339">
      <w:pPr>
        <w:pStyle w:val="B10"/>
      </w:pPr>
      <w:r w:rsidRPr="00EF2F0E">
        <w:t>-</w:t>
      </w:r>
      <w:r w:rsidRPr="00EF2F0E">
        <w:tab/>
        <w:t>Wide Area Base Stations are characterised by requirements derived from Macro Cell scenarios with a BS to UE minimum distance along the ground equal to 35 m.</w:t>
      </w:r>
    </w:p>
    <w:p w14:paraId="0984CD34" w14:textId="77777777" w:rsidR="005C1B04" w:rsidRPr="00EF2F0E" w:rsidRDefault="005C1B04" w:rsidP="00A40339">
      <w:pPr>
        <w:pStyle w:val="B10"/>
      </w:pPr>
      <w:r w:rsidRPr="00EF2F0E">
        <w:t>-</w:t>
      </w:r>
      <w:r w:rsidRPr="00EF2F0E">
        <w:tab/>
        <w:t>Medium Range Base Stations are characterised by requirements derived from Micro Cell scenarios with a BS to UE minimum distance along the ground equal to 5 m.</w:t>
      </w:r>
    </w:p>
    <w:p w14:paraId="0984CD35" w14:textId="77777777" w:rsidR="005C1B04" w:rsidRPr="00EF2F0E" w:rsidRDefault="005C1B04" w:rsidP="00A40339">
      <w:pPr>
        <w:pStyle w:val="B10"/>
      </w:pPr>
      <w:r w:rsidRPr="00EF2F0E">
        <w:t>-</w:t>
      </w:r>
      <w:r w:rsidRPr="00EF2F0E">
        <w:tab/>
        <w:t>Local Area Base Stations are characterised by requirements derived from Pico Cell scenarios with a BS to UE minimum distance along the ground equal to 2 m.</w:t>
      </w:r>
    </w:p>
    <w:p w14:paraId="0984CD36" w14:textId="77777777" w:rsidR="005C1B04" w:rsidRPr="00EF2F0E" w:rsidRDefault="005C1B04" w:rsidP="00A40339">
      <w:r w:rsidRPr="00EF2F0E">
        <w:t>BS classes for</w:t>
      </w:r>
      <w:r w:rsidRPr="00EF2F0E">
        <w:rPr>
          <w:i/>
        </w:rPr>
        <w:t xml:space="preserve"> hybrid AAS BS</w:t>
      </w:r>
      <w:r w:rsidRPr="00EF2F0E">
        <w:t xml:space="preserve"> are defined as indicated below:</w:t>
      </w:r>
    </w:p>
    <w:p w14:paraId="0984CD37" w14:textId="77777777" w:rsidR="005C1B04" w:rsidRPr="00EF2F0E" w:rsidRDefault="005C1B04" w:rsidP="00A40339">
      <w:pPr>
        <w:pStyle w:val="B10"/>
      </w:pPr>
      <w:r w:rsidRPr="00EF2F0E">
        <w:t>-</w:t>
      </w:r>
      <w:r w:rsidRPr="00EF2F0E">
        <w:tab/>
        <w:t xml:space="preserve">Wide Area BS are characterized by requirements derived from Macro Cell scenarios. For </w:t>
      </w:r>
      <w:r w:rsidRPr="00EF2F0E">
        <w:rPr>
          <w:i/>
        </w:rPr>
        <w:t>AAS BS</w:t>
      </w:r>
      <w:r w:rsidRPr="00EF2F0E">
        <w:t xml:space="preserve"> of Wide Area BS class, the minimum coupling loss between </w:t>
      </w:r>
      <w:r w:rsidRPr="00EF2F0E">
        <w:rPr>
          <w:lang w:eastAsia="ja-JP"/>
        </w:rPr>
        <w:t>any</w:t>
      </w:r>
      <w:r w:rsidRPr="00EF2F0E">
        <w:t xml:space="preserve"> </w:t>
      </w:r>
      <w:r w:rsidRPr="00EF2F0E">
        <w:rPr>
          <w:i/>
        </w:rPr>
        <w:t>TAB connector</w:t>
      </w:r>
      <w:r w:rsidRPr="00EF2F0E">
        <w:t xml:space="preserve"> and the UE is 70 dB.</w:t>
      </w:r>
    </w:p>
    <w:p w14:paraId="0984CD38" w14:textId="77777777" w:rsidR="005C1B04" w:rsidRPr="00EF2F0E" w:rsidRDefault="005C1B04" w:rsidP="00A40339">
      <w:pPr>
        <w:pStyle w:val="B10"/>
      </w:pPr>
      <w:r w:rsidRPr="00EF2F0E">
        <w:t>-</w:t>
      </w:r>
      <w:r w:rsidRPr="00EF2F0E">
        <w:tab/>
        <w:t xml:space="preserve">Medium Range BS are characterized by requirements derived from Micro Cell scenarios. For </w:t>
      </w:r>
      <w:r w:rsidRPr="00EF2F0E">
        <w:rPr>
          <w:i/>
        </w:rPr>
        <w:t>AAS BS</w:t>
      </w:r>
      <w:r w:rsidRPr="00EF2F0E">
        <w:t xml:space="preserve"> of Medium Range BS class, the minimum coupling loss between </w:t>
      </w:r>
      <w:r w:rsidRPr="00EF2F0E">
        <w:rPr>
          <w:lang w:eastAsia="ja-JP"/>
        </w:rPr>
        <w:t>any</w:t>
      </w:r>
      <w:r w:rsidRPr="00EF2F0E" w:rsidDel="002861E0">
        <w:t xml:space="preserve"> </w:t>
      </w:r>
      <w:r w:rsidRPr="00EF2F0E">
        <w:rPr>
          <w:i/>
        </w:rPr>
        <w:t>TAB connector</w:t>
      </w:r>
      <w:r w:rsidRPr="00EF2F0E">
        <w:t xml:space="preserve"> and the UE is 53 dB.</w:t>
      </w:r>
    </w:p>
    <w:p w14:paraId="0984CD39" w14:textId="77777777" w:rsidR="005C1B04" w:rsidRPr="00EF2F0E" w:rsidRDefault="005C1B04" w:rsidP="00A40339">
      <w:pPr>
        <w:pStyle w:val="B10"/>
      </w:pPr>
      <w:r w:rsidRPr="00EF2F0E">
        <w:t>-</w:t>
      </w:r>
      <w:r w:rsidRPr="00EF2F0E">
        <w:tab/>
        <w:t xml:space="preserve">Local Area BS are characterized by requirements derived from Pico Cell scenarios. For AAS </w:t>
      </w:r>
      <w:r w:rsidRPr="00EF2F0E">
        <w:rPr>
          <w:i/>
        </w:rPr>
        <w:t>BS</w:t>
      </w:r>
      <w:r w:rsidRPr="00EF2F0E">
        <w:t xml:space="preserve"> of Local Area BS class, the minimum coupling loss between </w:t>
      </w:r>
      <w:r w:rsidRPr="00EF2F0E">
        <w:rPr>
          <w:lang w:eastAsia="ja-JP"/>
        </w:rPr>
        <w:t>any</w:t>
      </w:r>
      <w:r w:rsidRPr="00EF2F0E">
        <w:t xml:space="preserve"> </w:t>
      </w:r>
      <w:r w:rsidRPr="00EF2F0E">
        <w:rPr>
          <w:i/>
        </w:rPr>
        <w:t>TAB connector</w:t>
      </w:r>
      <w:r w:rsidRPr="00EF2F0E">
        <w:t xml:space="preserve"> and the UE is 45 dB.</w:t>
      </w:r>
    </w:p>
    <w:p w14:paraId="0984CD3A" w14:textId="77777777" w:rsidR="005C1B04" w:rsidRPr="00EF2F0E" w:rsidRDefault="005C1B04" w:rsidP="00A40339">
      <w:pPr>
        <w:pStyle w:val="NO"/>
        <w:ind w:left="851"/>
      </w:pPr>
      <w:r w:rsidRPr="00EF2F0E">
        <w:t>NOTE:</w:t>
      </w:r>
      <w:r w:rsidRPr="00EF2F0E">
        <w:tab/>
        <w:t xml:space="preserve">Whenever WA BS is referred in this specification, the NB-IoT </w:t>
      </w:r>
      <w:r w:rsidRPr="00EF2F0E">
        <w:rPr>
          <w:lang w:eastAsia="zh-CN"/>
        </w:rPr>
        <w:t xml:space="preserve">Wide Area </w:t>
      </w:r>
      <w:r w:rsidRPr="00EF2F0E">
        <w:t xml:space="preserve">BS and related requirements as defined in 3GPP TS 36.104 [4], are </w:t>
      </w:r>
      <w:r w:rsidRPr="00EF2F0E">
        <w:rPr>
          <w:lang w:eastAsia="zh-CN"/>
        </w:rPr>
        <w:t xml:space="preserve">not applicable for </w:t>
      </w:r>
      <w:r w:rsidRPr="00EF2F0E">
        <w:rPr>
          <w:i/>
          <w:lang w:eastAsia="zh-CN"/>
        </w:rPr>
        <w:t>OTA AAS BS</w:t>
      </w:r>
      <w:r w:rsidRPr="00EF2F0E">
        <w:rPr>
          <w:lang w:eastAsia="zh-CN"/>
        </w:rPr>
        <w:t xml:space="preserve">, nor for </w:t>
      </w:r>
      <w:r w:rsidRPr="00EF2F0E">
        <w:rPr>
          <w:i/>
          <w:lang w:eastAsia="zh-CN"/>
        </w:rPr>
        <w:t>hybrid AAS BS</w:t>
      </w:r>
      <w:r w:rsidRPr="00EF2F0E">
        <w:t>.</w:t>
      </w:r>
    </w:p>
    <w:p w14:paraId="0984CD3B" w14:textId="77777777" w:rsidR="005C1B04" w:rsidRPr="00EF2F0E" w:rsidRDefault="005C1B04" w:rsidP="00A40339">
      <w:pPr>
        <w:pStyle w:val="Heading2"/>
        <w:rPr>
          <w:lang w:eastAsia="zh-CN"/>
        </w:rPr>
      </w:pPr>
      <w:bookmarkStart w:id="157" w:name="_Toc21095751"/>
      <w:bookmarkStart w:id="158" w:name="_Toc29762950"/>
      <w:bookmarkStart w:id="159" w:name="_Toc45869235"/>
      <w:bookmarkStart w:id="160" w:name="_Toc52554483"/>
      <w:bookmarkStart w:id="161" w:name="_Toc52554953"/>
      <w:bookmarkStart w:id="162" w:name="_Toc61112178"/>
      <w:bookmarkStart w:id="163" w:name="_Toc67911330"/>
      <w:bookmarkStart w:id="164" w:name="_Toc74842805"/>
      <w:bookmarkStart w:id="165" w:name="_Toc76503188"/>
      <w:bookmarkStart w:id="166" w:name="_Toc83040631"/>
      <w:bookmarkStart w:id="167" w:name="_Toc89851674"/>
      <w:bookmarkStart w:id="168" w:name="_Toc98676028"/>
      <w:r w:rsidRPr="00EF2F0E">
        <w:rPr>
          <w:lang w:eastAsia="zh-CN"/>
        </w:rPr>
        <w:t>4.5</w:t>
      </w:r>
      <w:r w:rsidRPr="00EF2F0E">
        <w:rPr>
          <w:lang w:eastAsia="zh-CN"/>
        </w:rPr>
        <w:tab/>
        <w:t xml:space="preserve">Regional </w:t>
      </w:r>
      <w:r w:rsidR="008566BE" w:rsidRPr="00EF2F0E">
        <w:rPr>
          <w:lang w:eastAsia="zh-CN"/>
        </w:rPr>
        <w:t>r</w:t>
      </w:r>
      <w:r w:rsidRPr="00EF2F0E">
        <w:rPr>
          <w:lang w:eastAsia="zh-CN"/>
        </w:rPr>
        <w:t>equirements</w:t>
      </w:r>
      <w:bookmarkEnd w:id="157"/>
      <w:bookmarkEnd w:id="158"/>
      <w:bookmarkEnd w:id="159"/>
      <w:bookmarkEnd w:id="160"/>
      <w:bookmarkEnd w:id="161"/>
      <w:bookmarkEnd w:id="162"/>
      <w:bookmarkEnd w:id="163"/>
      <w:bookmarkEnd w:id="164"/>
      <w:bookmarkEnd w:id="165"/>
      <w:bookmarkEnd w:id="166"/>
      <w:bookmarkEnd w:id="167"/>
      <w:bookmarkEnd w:id="168"/>
    </w:p>
    <w:p w14:paraId="0984CD3C" w14:textId="77777777" w:rsidR="005C1B04" w:rsidRPr="00EF2F0E" w:rsidRDefault="005C1B04" w:rsidP="00A40339">
      <w:pPr>
        <w:keepNext/>
        <w:keepLines/>
        <w:rPr>
          <w:rFonts w:cs="v5.0.0"/>
        </w:rPr>
      </w:pPr>
      <w:r w:rsidRPr="00EF2F0E">
        <w:rPr>
          <w:rFonts w:cs="v5.0.0"/>
        </w:rPr>
        <w:t>Some requirements in the present document may only apply in certain regions either as optional requirements, or as mandatory requirements set by local and regional regulation. It is normally not stated in the 3GPP specifications under what exact circumstances the regional requirements apply, since this is defined by local or regional regulation.</w:t>
      </w:r>
    </w:p>
    <w:p w14:paraId="0984CD3D" w14:textId="77777777" w:rsidR="005C1B04" w:rsidRPr="00EF2F0E" w:rsidRDefault="005C1B04" w:rsidP="00A40339">
      <w:r w:rsidRPr="00EF2F0E">
        <w:t xml:space="preserve">Table 4.5-1 lists all requirements in the present specification that may be applied differently in different regions. </w:t>
      </w:r>
      <w:r w:rsidRPr="00EF2F0E">
        <w:rPr>
          <w:i/>
        </w:rPr>
        <w:t>Non</w:t>
      </w:r>
      <w:r w:rsidRPr="00EF2F0E">
        <w:rPr>
          <w:i/>
        </w:rPr>
        <w:noBreakHyphen/>
        <w:t>AAS BS</w:t>
      </w:r>
      <w:r w:rsidRPr="00EF2F0E">
        <w:t xml:space="preserve"> requirements are applicable as defined in the present document. In many cases, such requirements include regional requirements that are implicitly referenced from the present specification, and listed in the specification for the specifications concerned 3GPP TS 25.104 [2], 3GPP TS 25.105 [3], 3GPP TS 36.104 [4] and 3GPP TS 37.104 [5].</w:t>
      </w:r>
    </w:p>
    <w:p w14:paraId="0984CD3E" w14:textId="77777777" w:rsidR="005C1B04" w:rsidRPr="00EF2F0E" w:rsidRDefault="005C1B04" w:rsidP="00A40339">
      <w:pPr>
        <w:pStyle w:val="TH"/>
        <w:rPr>
          <w:rFonts w:cs="v5.0.0"/>
        </w:rPr>
      </w:pPr>
      <w:r w:rsidRPr="00EF2F0E">
        <w:t>Table 4.5-1: List of regional requirements</w:t>
      </w:r>
    </w:p>
    <w:tbl>
      <w:tblPr>
        <w:tblW w:w="50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149"/>
        <w:gridCol w:w="2174"/>
        <w:gridCol w:w="6393"/>
      </w:tblGrid>
      <w:tr w:rsidR="003401A4" w:rsidRPr="00EF2F0E" w14:paraId="0984CD42" w14:textId="77777777" w:rsidTr="00A40339">
        <w:trPr>
          <w:cantSplit/>
          <w:tblHeader/>
          <w:jc w:val="center"/>
        </w:trPr>
        <w:tc>
          <w:tcPr>
            <w:tcW w:w="591" w:type="pct"/>
            <w:tcBorders>
              <w:top w:val="single" w:sz="4" w:space="0" w:color="auto"/>
              <w:left w:val="single" w:sz="4" w:space="0" w:color="auto"/>
              <w:bottom w:val="single" w:sz="4" w:space="0" w:color="auto"/>
              <w:right w:val="single" w:sz="4" w:space="0" w:color="auto"/>
            </w:tcBorders>
            <w:shd w:val="clear" w:color="auto" w:fill="auto"/>
          </w:tcPr>
          <w:p w14:paraId="0984CD3F" w14:textId="77777777" w:rsidR="005C1B04" w:rsidRPr="00EF2F0E" w:rsidRDefault="005C1B04" w:rsidP="00A40339">
            <w:pPr>
              <w:pStyle w:val="TAH"/>
            </w:pPr>
            <w:r w:rsidRPr="00EF2F0E">
              <w:t>Clause number</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984CD40" w14:textId="77777777" w:rsidR="005C1B04" w:rsidRPr="00EF2F0E" w:rsidRDefault="005C1B04" w:rsidP="00A40339">
            <w:pPr>
              <w:pStyle w:val="TAH"/>
            </w:pPr>
            <w:r w:rsidRPr="00EF2F0E">
              <w:t>Requirement</w:t>
            </w:r>
          </w:p>
        </w:tc>
        <w:tc>
          <w:tcPr>
            <w:tcW w:w="3290" w:type="pct"/>
            <w:tcBorders>
              <w:top w:val="single" w:sz="4" w:space="0" w:color="auto"/>
              <w:left w:val="single" w:sz="4" w:space="0" w:color="auto"/>
              <w:bottom w:val="single" w:sz="4" w:space="0" w:color="auto"/>
              <w:right w:val="single" w:sz="4" w:space="0" w:color="auto"/>
            </w:tcBorders>
            <w:shd w:val="clear" w:color="auto" w:fill="auto"/>
          </w:tcPr>
          <w:p w14:paraId="0984CD41" w14:textId="77777777" w:rsidR="005C1B04" w:rsidRPr="00EF2F0E" w:rsidRDefault="005C1B04" w:rsidP="00A40339">
            <w:pPr>
              <w:pStyle w:val="TAH"/>
            </w:pPr>
            <w:r w:rsidRPr="00EF2F0E">
              <w:t>Comments</w:t>
            </w:r>
          </w:p>
        </w:tc>
      </w:tr>
      <w:tr w:rsidR="005C15CF" w:rsidRPr="00EF2F0E" w14:paraId="0984CD46"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43" w14:textId="77777777" w:rsidR="005C15CF" w:rsidRPr="00EF2F0E" w:rsidRDefault="005C15CF" w:rsidP="005C15CF">
            <w:pPr>
              <w:pStyle w:val="TAL"/>
              <w:rPr>
                <w:rFonts w:cs="Arial"/>
              </w:rPr>
            </w:pPr>
            <w:r w:rsidRPr="00EF2F0E">
              <w:rPr>
                <w:rFonts w:cs="Arial"/>
              </w:rPr>
              <w:t>4.6</w:t>
            </w:r>
          </w:p>
        </w:tc>
        <w:tc>
          <w:tcPr>
            <w:tcW w:w="1119" w:type="pct"/>
            <w:tcBorders>
              <w:top w:val="single" w:sz="4" w:space="0" w:color="auto"/>
              <w:left w:val="single" w:sz="4" w:space="0" w:color="auto"/>
              <w:bottom w:val="single" w:sz="4" w:space="0" w:color="auto"/>
              <w:right w:val="single" w:sz="4" w:space="0" w:color="auto"/>
            </w:tcBorders>
          </w:tcPr>
          <w:p w14:paraId="0984CD44" w14:textId="77777777" w:rsidR="005C15CF" w:rsidRPr="00EF2F0E" w:rsidRDefault="005C15CF" w:rsidP="005C15CF">
            <w:pPr>
              <w:pStyle w:val="TAL"/>
              <w:rPr>
                <w:rFonts w:cs="Arial"/>
              </w:rPr>
            </w:pPr>
            <w:r w:rsidRPr="00EF2F0E">
              <w:rPr>
                <w:rFonts w:cs="Arial"/>
              </w:rPr>
              <w:t>Operating bands and Band Categories</w:t>
            </w:r>
          </w:p>
        </w:tc>
        <w:tc>
          <w:tcPr>
            <w:tcW w:w="3290" w:type="pct"/>
            <w:tcBorders>
              <w:top w:val="single" w:sz="4" w:space="0" w:color="auto"/>
              <w:left w:val="single" w:sz="4" w:space="0" w:color="auto"/>
              <w:bottom w:val="single" w:sz="4" w:space="0" w:color="auto"/>
              <w:right w:val="single" w:sz="4" w:space="0" w:color="auto"/>
            </w:tcBorders>
          </w:tcPr>
          <w:p w14:paraId="0984CD45" w14:textId="77777777" w:rsidR="005C15CF" w:rsidRPr="00EF2F0E" w:rsidRDefault="005C15CF" w:rsidP="005C15CF">
            <w:pPr>
              <w:pStyle w:val="TAL"/>
              <w:rPr>
                <w:rFonts w:cs="Arial"/>
              </w:rPr>
            </w:pPr>
            <w:r w:rsidRPr="00EF2F0E">
              <w:rPr>
                <w:rFonts w:cs="Arial"/>
              </w:rPr>
              <w:t>Some operating bands may be applied regionally.</w:t>
            </w:r>
          </w:p>
        </w:tc>
      </w:tr>
      <w:tr w:rsidR="005C15CF" w:rsidRPr="00EF2F0E" w14:paraId="0984CD4F"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4C" w14:textId="77777777" w:rsidR="005C15CF" w:rsidRPr="00EF2F0E" w:rsidRDefault="005C15CF" w:rsidP="005C15CF">
            <w:pPr>
              <w:pStyle w:val="TAL"/>
              <w:rPr>
                <w:rFonts w:cs="Arial"/>
              </w:rPr>
            </w:pPr>
            <w:r w:rsidRPr="00EF2F0E">
              <w:rPr>
                <w:rFonts w:cs="Arial"/>
              </w:rPr>
              <w:t>6.6.2</w:t>
            </w:r>
            <w:r w:rsidRPr="00EF2F0E">
              <w:rPr>
                <w:rFonts w:cs="Arial"/>
                <w:lang w:eastAsia="zh-CN"/>
              </w:rPr>
              <w:t>, 9.7.2</w:t>
            </w:r>
          </w:p>
        </w:tc>
        <w:tc>
          <w:tcPr>
            <w:tcW w:w="1119" w:type="pct"/>
            <w:tcBorders>
              <w:top w:val="single" w:sz="4" w:space="0" w:color="auto"/>
              <w:left w:val="single" w:sz="4" w:space="0" w:color="auto"/>
              <w:bottom w:val="single" w:sz="4" w:space="0" w:color="auto"/>
              <w:right w:val="single" w:sz="4" w:space="0" w:color="auto"/>
            </w:tcBorders>
          </w:tcPr>
          <w:p w14:paraId="0984CD4D" w14:textId="77777777" w:rsidR="005C15CF" w:rsidRPr="00EF2F0E" w:rsidRDefault="005C15CF" w:rsidP="005C15CF">
            <w:pPr>
              <w:pStyle w:val="TAL"/>
              <w:rPr>
                <w:rFonts w:cs="Arial"/>
              </w:rPr>
            </w:pPr>
            <w:r w:rsidRPr="00EF2F0E">
              <w:rPr>
                <w:rFonts w:cs="Arial"/>
              </w:rPr>
              <w:t>Occupied bandwidth and OTA Occupied bandwidth</w:t>
            </w:r>
          </w:p>
        </w:tc>
        <w:tc>
          <w:tcPr>
            <w:tcW w:w="3290" w:type="pct"/>
            <w:tcBorders>
              <w:top w:val="single" w:sz="4" w:space="0" w:color="auto"/>
              <w:left w:val="single" w:sz="4" w:space="0" w:color="auto"/>
              <w:bottom w:val="single" w:sz="4" w:space="0" w:color="auto"/>
              <w:right w:val="single" w:sz="4" w:space="0" w:color="auto"/>
            </w:tcBorders>
          </w:tcPr>
          <w:p w14:paraId="0984CD4E" w14:textId="77777777" w:rsidR="005C15CF" w:rsidRPr="00EF2F0E" w:rsidRDefault="005C15CF" w:rsidP="005C15CF">
            <w:pPr>
              <w:pStyle w:val="TAL"/>
              <w:rPr>
                <w:rFonts w:cs="Arial"/>
              </w:rPr>
            </w:pPr>
            <w:r w:rsidRPr="00EF2F0E">
              <w:rPr>
                <w:rFonts w:cs="Arial"/>
              </w:rPr>
              <w:t>The requirement may be applied regionally. There may also be regional requirements to declare the Occupied bandwidth according to the definition.</w:t>
            </w:r>
          </w:p>
        </w:tc>
      </w:tr>
      <w:tr w:rsidR="005C15CF" w:rsidRPr="00EF2F0E" w14:paraId="0984CD54"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50" w14:textId="77777777" w:rsidR="005C15CF" w:rsidRPr="00EF2F0E" w:rsidRDefault="005C15CF" w:rsidP="005C15CF">
            <w:pPr>
              <w:pStyle w:val="TAL"/>
              <w:rPr>
                <w:rFonts w:cs="Arial"/>
              </w:rPr>
            </w:pPr>
            <w:r w:rsidRPr="00EF2F0E">
              <w:rPr>
                <w:rFonts w:cs="Arial"/>
              </w:rPr>
              <w:t>6.6.4</w:t>
            </w:r>
            <w:r w:rsidRPr="00EF2F0E">
              <w:rPr>
                <w:rFonts w:cs="Arial"/>
                <w:lang w:eastAsia="zh-CN"/>
              </w:rPr>
              <w:t>, 9.7.4</w:t>
            </w:r>
          </w:p>
        </w:tc>
        <w:tc>
          <w:tcPr>
            <w:tcW w:w="1119" w:type="pct"/>
            <w:tcBorders>
              <w:top w:val="single" w:sz="4" w:space="0" w:color="auto"/>
              <w:left w:val="single" w:sz="4" w:space="0" w:color="auto"/>
              <w:bottom w:val="single" w:sz="4" w:space="0" w:color="auto"/>
              <w:right w:val="single" w:sz="4" w:space="0" w:color="auto"/>
            </w:tcBorders>
          </w:tcPr>
          <w:p w14:paraId="0984CD51" w14:textId="77777777" w:rsidR="005C15CF" w:rsidRPr="00EF2F0E" w:rsidRDefault="005C15CF" w:rsidP="005C15CF">
            <w:pPr>
              <w:pStyle w:val="TAL"/>
              <w:rPr>
                <w:rFonts w:cs="Arial"/>
              </w:rPr>
            </w:pPr>
            <w:r w:rsidRPr="00EF2F0E">
              <w:rPr>
                <w:rFonts w:cs="Arial"/>
              </w:rPr>
              <w:t xml:space="preserve">Spectrum emission mask and </w:t>
            </w:r>
          </w:p>
          <w:p w14:paraId="0984CD52" w14:textId="77777777" w:rsidR="005C15CF" w:rsidRPr="00EF2F0E" w:rsidRDefault="005C15CF" w:rsidP="005C15CF">
            <w:pPr>
              <w:pStyle w:val="TAL"/>
              <w:rPr>
                <w:rFonts w:cs="Arial"/>
              </w:rPr>
            </w:pPr>
            <w:r w:rsidRPr="00EF2F0E">
              <w:rPr>
                <w:rFonts w:cs="Arial"/>
              </w:rPr>
              <w:t>OTA Spectrum emission mask</w:t>
            </w:r>
          </w:p>
        </w:tc>
        <w:tc>
          <w:tcPr>
            <w:tcW w:w="3290" w:type="pct"/>
            <w:tcBorders>
              <w:top w:val="single" w:sz="4" w:space="0" w:color="auto"/>
              <w:left w:val="single" w:sz="4" w:space="0" w:color="auto"/>
              <w:bottom w:val="single" w:sz="4" w:space="0" w:color="auto"/>
              <w:right w:val="single" w:sz="4" w:space="0" w:color="auto"/>
            </w:tcBorders>
          </w:tcPr>
          <w:p w14:paraId="0984CD53" w14:textId="77777777" w:rsidR="005C15CF" w:rsidRPr="00EF2F0E" w:rsidRDefault="005C15CF" w:rsidP="005C15CF">
            <w:pPr>
              <w:pStyle w:val="TAL"/>
              <w:rPr>
                <w:rFonts w:cs="Arial"/>
              </w:rPr>
            </w:pPr>
            <w:r w:rsidRPr="00EF2F0E">
              <w:rPr>
                <w:rFonts w:cs="Arial"/>
              </w:rPr>
              <w:t>The mask specified may be mandatory in certain regions. In other regions this mask may not be applied. Additional spectrum protection requirements may apply regionally.</w:t>
            </w:r>
          </w:p>
        </w:tc>
      </w:tr>
      <w:tr w:rsidR="005C15CF" w:rsidRPr="00EF2F0E" w14:paraId="0984CD58"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55" w14:textId="77777777" w:rsidR="005C15CF" w:rsidRPr="00EF2F0E" w:rsidRDefault="005C15CF" w:rsidP="005C15CF">
            <w:pPr>
              <w:pStyle w:val="TAL"/>
              <w:rPr>
                <w:rFonts w:cs="Arial"/>
              </w:rPr>
            </w:pPr>
            <w:r w:rsidRPr="00EF2F0E">
              <w:rPr>
                <w:rFonts w:cs="Arial"/>
              </w:rPr>
              <w:t>6.6.5</w:t>
            </w:r>
            <w:r w:rsidRPr="00EF2F0E">
              <w:rPr>
                <w:rFonts w:cs="Arial"/>
                <w:lang w:eastAsia="zh-CN"/>
              </w:rPr>
              <w:t>, 9.7.5</w:t>
            </w:r>
          </w:p>
        </w:tc>
        <w:tc>
          <w:tcPr>
            <w:tcW w:w="1119" w:type="pct"/>
            <w:tcBorders>
              <w:top w:val="single" w:sz="4" w:space="0" w:color="auto"/>
              <w:left w:val="single" w:sz="4" w:space="0" w:color="auto"/>
              <w:bottom w:val="single" w:sz="4" w:space="0" w:color="auto"/>
              <w:right w:val="single" w:sz="4" w:space="0" w:color="auto"/>
            </w:tcBorders>
          </w:tcPr>
          <w:p w14:paraId="0984CD56" w14:textId="77777777" w:rsidR="005C15CF" w:rsidRPr="00EF2F0E" w:rsidRDefault="005C15CF" w:rsidP="005C15CF">
            <w:pPr>
              <w:pStyle w:val="TAL"/>
              <w:rPr>
                <w:rFonts w:cs="Arial"/>
              </w:rPr>
            </w:pPr>
            <w:r w:rsidRPr="00EF2F0E">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0984CD57" w14:textId="77777777" w:rsidR="005C15CF" w:rsidRPr="00EF2F0E" w:rsidRDefault="005C15CF" w:rsidP="005C15CF">
            <w:pPr>
              <w:pStyle w:val="TAL"/>
              <w:rPr>
                <w:rFonts w:cs="Arial"/>
              </w:rPr>
            </w:pPr>
            <w:r w:rsidRPr="00EF2F0E">
              <w:rPr>
                <w:rFonts w:cs="Arial"/>
              </w:rPr>
              <w:t xml:space="preserve">Category A or Category B operating band unwanted emissions limits may </w:t>
            </w:r>
            <w:r w:rsidRPr="00EF2F0E">
              <w:rPr>
                <w:rFonts w:cs="Arial" w:hint="eastAsia"/>
                <w:lang w:eastAsia="ja-JP"/>
              </w:rPr>
              <w:t xml:space="preserve">be </w:t>
            </w:r>
            <w:r w:rsidRPr="00EF2F0E">
              <w:rPr>
                <w:rFonts w:cs="Arial"/>
              </w:rPr>
              <w:t>applied regionally.</w:t>
            </w:r>
          </w:p>
        </w:tc>
      </w:tr>
      <w:tr w:rsidR="005C15CF" w:rsidRPr="00EF2F0E" w14:paraId="0984CD5C"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59" w14:textId="77777777" w:rsidR="005C15CF" w:rsidRPr="00EF2F0E" w:rsidRDefault="005C15CF" w:rsidP="005C15CF">
            <w:pPr>
              <w:pStyle w:val="TAL"/>
              <w:rPr>
                <w:rFonts w:cs="Arial"/>
              </w:rPr>
            </w:pPr>
            <w:r w:rsidRPr="00EF2F0E">
              <w:rPr>
                <w:rFonts w:cs="Arial"/>
              </w:rPr>
              <w:t>6.6.5</w:t>
            </w:r>
            <w:r w:rsidRPr="00EF2F0E">
              <w:rPr>
                <w:rFonts w:cs="Arial"/>
                <w:lang w:eastAsia="zh-CN"/>
              </w:rPr>
              <w:t>, 9.7.5</w:t>
            </w:r>
          </w:p>
        </w:tc>
        <w:tc>
          <w:tcPr>
            <w:tcW w:w="1119" w:type="pct"/>
            <w:tcBorders>
              <w:top w:val="single" w:sz="4" w:space="0" w:color="auto"/>
              <w:left w:val="single" w:sz="4" w:space="0" w:color="auto"/>
              <w:bottom w:val="single" w:sz="4" w:space="0" w:color="auto"/>
              <w:right w:val="single" w:sz="4" w:space="0" w:color="auto"/>
            </w:tcBorders>
          </w:tcPr>
          <w:p w14:paraId="0984CD5A" w14:textId="77777777" w:rsidR="005C15CF" w:rsidRPr="00EF2F0E" w:rsidRDefault="005C15CF" w:rsidP="005C15CF">
            <w:pPr>
              <w:pStyle w:val="TAL"/>
              <w:rPr>
                <w:rFonts w:cs="Arial"/>
              </w:rPr>
            </w:pPr>
            <w:r w:rsidRPr="00EF2F0E">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0984CD5B" w14:textId="77777777" w:rsidR="005C15CF" w:rsidRPr="00EF2F0E" w:rsidRDefault="005C15CF" w:rsidP="005C15CF">
            <w:pPr>
              <w:pStyle w:val="TAL"/>
              <w:rPr>
                <w:rFonts w:cs="Arial"/>
              </w:rPr>
            </w:pPr>
            <w:r w:rsidRPr="00EF2F0E">
              <w:rPr>
                <w:rFonts w:cs="Arial"/>
              </w:rPr>
              <w:t>The BS may have to comply with the applicable emission limits established by FCC Title 47 [15], when deployed in regions where those limits are applied and under the conditions declared by the manufacturer.</w:t>
            </w:r>
          </w:p>
        </w:tc>
      </w:tr>
      <w:tr w:rsidR="005C15CF" w:rsidRPr="00EF2F0E" w14:paraId="0984CD60"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5D" w14:textId="77777777" w:rsidR="005C15CF" w:rsidRPr="00EF2F0E" w:rsidRDefault="005C15CF" w:rsidP="005C15CF">
            <w:pPr>
              <w:pStyle w:val="TAL"/>
              <w:rPr>
                <w:rFonts w:cs="Arial"/>
              </w:rPr>
            </w:pPr>
            <w:r w:rsidRPr="00EF2F0E">
              <w:rPr>
                <w:rFonts w:cs="Arial"/>
              </w:rPr>
              <w:t>6.6.5</w:t>
            </w:r>
            <w:r w:rsidRPr="00EF2F0E">
              <w:rPr>
                <w:rFonts w:cs="Arial"/>
                <w:lang w:eastAsia="zh-CN"/>
              </w:rPr>
              <w:t>, 9.7.5</w:t>
            </w:r>
          </w:p>
        </w:tc>
        <w:tc>
          <w:tcPr>
            <w:tcW w:w="1119" w:type="pct"/>
            <w:tcBorders>
              <w:top w:val="single" w:sz="4" w:space="0" w:color="auto"/>
              <w:left w:val="single" w:sz="4" w:space="0" w:color="auto"/>
              <w:bottom w:val="single" w:sz="4" w:space="0" w:color="auto"/>
              <w:right w:val="single" w:sz="4" w:space="0" w:color="auto"/>
            </w:tcBorders>
          </w:tcPr>
          <w:p w14:paraId="0984CD5E" w14:textId="77777777" w:rsidR="005C15CF" w:rsidRPr="00EF2F0E" w:rsidRDefault="005C15CF" w:rsidP="005C15CF">
            <w:pPr>
              <w:pStyle w:val="TAL"/>
              <w:rPr>
                <w:rFonts w:cs="Arial"/>
              </w:rPr>
            </w:pPr>
            <w:r w:rsidRPr="00EF2F0E">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0984CD5F" w14:textId="1F887086" w:rsidR="005C15CF" w:rsidRPr="00EF2F0E" w:rsidRDefault="005C15CF" w:rsidP="005C15CF">
            <w:pPr>
              <w:pStyle w:val="TAL"/>
              <w:rPr>
                <w:rFonts w:cs="Arial"/>
              </w:rPr>
            </w:pPr>
            <w:r w:rsidRPr="00EF2F0E">
              <w:rPr>
                <w:rFonts w:cs="Arial"/>
              </w:rPr>
              <w:t>The requirements for protection of DTT may apply regionally.</w:t>
            </w:r>
          </w:p>
        </w:tc>
      </w:tr>
      <w:tr w:rsidR="005C15CF" w:rsidRPr="00EF2F0E" w14:paraId="0984CD64"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61" w14:textId="77777777" w:rsidR="005C15CF" w:rsidRPr="00EF2F0E" w:rsidRDefault="005C15CF" w:rsidP="005C15CF">
            <w:pPr>
              <w:pStyle w:val="TAL"/>
              <w:rPr>
                <w:rFonts w:cs="Arial"/>
              </w:rPr>
            </w:pPr>
            <w:r w:rsidRPr="00EF2F0E">
              <w:rPr>
                <w:rFonts w:cs="Arial"/>
              </w:rPr>
              <w:t>6.6.5</w:t>
            </w:r>
            <w:r w:rsidRPr="00EF2F0E">
              <w:rPr>
                <w:rFonts w:cs="Arial"/>
                <w:lang w:eastAsia="zh-CN"/>
              </w:rPr>
              <w:t>, 9.7.5</w:t>
            </w:r>
          </w:p>
        </w:tc>
        <w:tc>
          <w:tcPr>
            <w:tcW w:w="1119" w:type="pct"/>
            <w:tcBorders>
              <w:top w:val="single" w:sz="4" w:space="0" w:color="auto"/>
              <w:left w:val="single" w:sz="4" w:space="0" w:color="auto"/>
              <w:bottom w:val="single" w:sz="4" w:space="0" w:color="auto"/>
              <w:right w:val="single" w:sz="4" w:space="0" w:color="auto"/>
            </w:tcBorders>
          </w:tcPr>
          <w:p w14:paraId="0984CD62" w14:textId="77777777" w:rsidR="005C15CF" w:rsidRPr="00EF2F0E" w:rsidRDefault="005C15CF" w:rsidP="005C15CF">
            <w:pPr>
              <w:pStyle w:val="TAL"/>
              <w:rPr>
                <w:rFonts w:cs="Arial"/>
              </w:rPr>
            </w:pPr>
            <w:r w:rsidRPr="00EF2F0E">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0984CD63" w14:textId="77777777" w:rsidR="005C15CF" w:rsidRPr="00EF2F0E" w:rsidRDefault="005C15CF" w:rsidP="005C15CF">
            <w:pPr>
              <w:pStyle w:val="TAL"/>
              <w:rPr>
                <w:rFonts w:cs="Arial"/>
              </w:rPr>
            </w:pPr>
            <w:r w:rsidRPr="00EF2F0E">
              <w:rPr>
                <w:rFonts w:cs="v5.0.0"/>
              </w:rPr>
              <w:t>Regional requirement as defined in 3GPP TS 37.104, subclause 6.6.2.4.4 [9] may be applied for the protection of systems operating in frequency bands adjacent to band 1 as defined in 3GPP TS 37.104, subclause 4.5, [9] in geographic areas in which both an adjacent band service and UTRA and/or E</w:t>
            </w:r>
            <w:r w:rsidRPr="00EF2F0E">
              <w:rPr>
                <w:rFonts w:cs="v5.0.0"/>
              </w:rPr>
              <w:noBreakHyphen/>
              <w:t>UTRA are deployed.</w:t>
            </w:r>
          </w:p>
        </w:tc>
      </w:tr>
      <w:tr w:rsidR="00FA7814" w:rsidRPr="00EF2F0E" w14:paraId="4CFCCBAE"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794EF166" w14:textId="72FF9036" w:rsidR="00FA7814" w:rsidRPr="00EF2F0E" w:rsidRDefault="00FA7814" w:rsidP="00FA7814">
            <w:pPr>
              <w:pStyle w:val="TAL"/>
              <w:rPr>
                <w:rFonts w:cs="Arial"/>
                <w:lang w:eastAsia="zh-CN"/>
              </w:rPr>
            </w:pPr>
            <w:r>
              <w:rPr>
                <w:rFonts w:cs="Arial"/>
                <w:lang w:eastAsia="zh-CN"/>
              </w:rPr>
              <w:t>6.6.5, 9.7.5</w:t>
            </w:r>
          </w:p>
        </w:tc>
        <w:tc>
          <w:tcPr>
            <w:tcW w:w="1119" w:type="pct"/>
            <w:tcBorders>
              <w:top w:val="single" w:sz="4" w:space="0" w:color="auto"/>
              <w:left w:val="single" w:sz="4" w:space="0" w:color="auto"/>
              <w:bottom w:val="single" w:sz="4" w:space="0" w:color="auto"/>
              <w:right w:val="single" w:sz="4" w:space="0" w:color="auto"/>
            </w:tcBorders>
          </w:tcPr>
          <w:p w14:paraId="648FC3AC" w14:textId="514C498C" w:rsidR="00FA7814" w:rsidRPr="00EF2F0E" w:rsidRDefault="00FA7814" w:rsidP="00FA7814">
            <w:pPr>
              <w:pStyle w:val="TAL"/>
              <w:rPr>
                <w:rFonts w:cs="Arial"/>
              </w:rPr>
            </w:pPr>
            <w:r w:rsidRPr="00475B50">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7A5293CB" w14:textId="76AE6948" w:rsidR="00FA7814" w:rsidRPr="00EF2F0E" w:rsidRDefault="00FA7814" w:rsidP="00FA7814">
            <w:pPr>
              <w:pStyle w:val="TAL"/>
              <w:rPr>
                <w:rFonts w:cs="Arial"/>
              </w:rPr>
            </w:pPr>
            <w:r>
              <w:rPr>
                <w:rFonts w:cs="Arial"/>
              </w:rPr>
              <w:t>Additional requirements defined for Band 24 in 3GPP TS 37.104, subclause 6.6.2.4.5 may apply in regions where FCC regulation applies.</w:t>
            </w:r>
          </w:p>
        </w:tc>
      </w:tr>
      <w:tr w:rsidR="00FA7814" w:rsidRPr="00EF2F0E" w14:paraId="0984CD6C"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69" w14:textId="77777777" w:rsidR="00FA7814" w:rsidRPr="00EF2F0E" w:rsidRDefault="00FA7814" w:rsidP="00FA7814">
            <w:pPr>
              <w:pStyle w:val="TAL"/>
              <w:rPr>
                <w:rFonts w:cs="Arial"/>
                <w:lang w:eastAsia="zh-CN"/>
              </w:rPr>
            </w:pPr>
            <w:r w:rsidRPr="00EF2F0E">
              <w:rPr>
                <w:rFonts w:cs="Arial"/>
                <w:lang w:eastAsia="zh-CN"/>
              </w:rPr>
              <w:t>6.6.5, 9.7.5</w:t>
            </w:r>
          </w:p>
        </w:tc>
        <w:tc>
          <w:tcPr>
            <w:tcW w:w="1119" w:type="pct"/>
            <w:tcBorders>
              <w:top w:val="single" w:sz="4" w:space="0" w:color="auto"/>
              <w:left w:val="single" w:sz="4" w:space="0" w:color="auto"/>
              <w:bottom w:val="single" w:sz="4" w:space="0" w:color="auto"/>
              <w:right w:val="single" w:sz="4" w:space="0" w:color="auto"/>
            </w:tcBorders>
          </w:tcPr>
          <w:p w14:paraId="0984CD6A" w14:textId="77777777" w:rsidR="00FA7814" w:rsidRPr="00EF2F0E" w:rsidRDefault="00FA7814" w:rsidP="00FA7814">
            <w:pPr>
              <w:pStyle w:val="TAL"/>
              <w:rPr>
                <w:rFonts w:cs="Arial"/>
              </w:rPr>
            </w:pPr>
            <w:r w:rsidRPr="00EF2F0E">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0984CD6B" w14:textId="77777777" w:rsidR="00FA7814" w:rsidRPr="00EF2F0E" w:rsidRDefault="00FA7814" w:rsidP="00FA7814">
            <w:pPr>
              <w:pStyle w:val="TAL"/>
              <w:rPr>
                <w:rFonts w:cs="Arial"/>
              </w:rPr>
            </w:pPr>
            <w:r w:rsidRPr="00EF2F0E">
              <w:rPr>
                <w:rFonts w:cs="Arial"/>
              </w:rPr>
              <w:t xml:space="preserve">Additional band 32 unwanted emissions requirements may apply in certain regions </w:t>
            </w:r>
          </w:p>
        </w:tc>
      </w:tr>
      <w:tr w:rsidR="00FA7814" w:rsidRPr="00EF2F0E" w14:paraId="0984CD70"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6D" w14:textId="77777777" w:rsidR="00FA7814" w:rsidRPr="00EF2F0E" w:rsidRDefault="00FA7814" w:rsidP="00FA7814">
            <w:pPr>
              <w:pStyle w:val="TAL"/>
              <w:rPr>
                <w:rFonts w:cs="Arial"/>
              </w:rPr>
            </w:pPr>
            <w:r w:rsidRPr="00EF2F0E">
              <w:rPr>
                <w:rFonts w:cs="Arial"/>
              </w:rPr>
              <w:t>6.6.6, 9.7.6</w:t>
            </w:r>
          </w:p>
        </w:tc>
        <w:tc>
          <w:tcPr>
            <w:tcW w:w="1119" w:type="pct"/>
            <w:tcBorders>
              <w:top w:val="single" w:sz="4" w:space="0" w:color="auto"/>
              <w:left w:val="single" w:sz="4" w:space="0" w:color="auto"/>
              <w:bottom w:val="single" w:sz="4" w:space="0" w:color="auto"/>
              <w:right w:val="single" w:sz="4" w:space="0" w:color="auto"/>
            </w:tcBorders>
          </w:tcPr>
          <w:p w14:paraId="0984CD6E" w14:textId="77777777" w:rsidR="00FA7814" w:rsidRPr="00EF2F0E" w:rsidRDefault="00FA7814" w:rsidP="00FA7814">
            <w:pPr>
              <w:pStyle w:val="TAL"/>
              <w:rPr>
                <w:rFonts w:cs="Arial"/>
              </w:rPr>
            </w:pPr>
            <w:r w:rsidRPr="00EF2F0E">
              <w:rPr>
                <w:rFonts w:cs="Arial"/>
              </w:rPr>
              <w:t>Spurious emissions and OTA Spurious emissions</w:t>
            </w:r>
          </w:p>
        </w:tc>
        <w:tc>
          <w:tcPr>
            <w:tcW w:w="3290" w:type="pct"/>
            <w:tcBorders>
              <w:top w:val="single" w:sz="4" w:space="0" w:color="auto"/>
              <w:left w:val="single" w:sz="4" w:space="0" w:color="auto"/>
              <w:bottom w:val="single" w:sz="4" w:space="0" w:color="auto"/>
              <w:right w:val="single" w:sz="4" w:space="0" w:color="auto"/>
            </w:tcBorders>
          </w:tcPr>
          <w:p w14:paraId="0984CD6F" w14:textId="77777777" w:rsidR="00FA7814" w:rsidRPr="00EF2F0E" w:rsidRDefault="00FA7814" w:rsidP="00FA7814">
            <w:pPr>
              <w:pStyle w:val="TAL"/>
              <w:rPr>
                <w:rFonts w:cs="Arial"/>
              </w:rPr>
            </w:pPr>
            <w:r w:rsidRPr="00EF2F0E">
              <w:rPr>
                <w:rFonts w:cs="Arial"/>
              </w:rPr>
              <w:t>Category A limits are mandatory for regions where Category A limits for spurious emissions, as defined in Recommendation ITU-R SM.329 [14] apply.  Category B limits are mandatory for regions where Category B limits for spurious emissions, as defined in Recommendation ITU-R SM.329 [14] apply.</w:t>
            </w:r>
          </w:p>
        </w:tc>
      </w:tr>
      <w:tr w:rsidR="00FA7814" w:rsidRPr="00EF2F0E" w14:paraId="0984CD74"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71" w14:textId="77777777" w:rsidR="00FA7814" w:rsidRPr="00EF2F0E" w:rsidRDefault="00FA7814" w:rsidP="00FA7814">
            <w:pPr>
              <w:pStyle w:val="TAL"/>
              <w:rPr>
                <w:rFonts w:cs="Arial"/>
              </w:rPr>
            </w:pPr>
            <w:r w:rsidRPr="00EF2F0E">
              <w:rPr>
                <w:rFonts w:cs="Arial"/>
              </w:rPr>
              <w:t>6.6.6, 9.7.6</w:t>
            </w:r>
          </w:p>
        </w:tc>
        <w:tc>
          <w:tcPr>
            <w:tcW w:w="1119" w:type="pct"/>
            <w:tcBorders>
              <w:top w:val="single" w:sz="4" w:space="0" w:color="auto"/>
              <w:left w:val="single" w:sz="4" w:space="0" w:color="auto"/>
              <w:bottom w:val="single" w:sz="4" w:space="0" w:color="auto"/>
              <w:right w:val="single" w:sz="4" w:space="0" w:color="auto"/>
            </w:tcBorders>
          </w:tcPr>
          <w:p w14:paraId="0984CD72" w14:textId="77777777" w:rsidR="00FA7814" w:rsidRPr="00EF2F0E" w:rsidRDefault="00FA7814" w:rsidP="00FA7814">
            <w:pPr>
              <w:pStyle w:val="TAL"/>
              <w:rPr>
                <w:rFonts w:cs="Arial"/>
              </w:rPr>
            </w:pPr>
            <w:r w:rsidRPr="00EF2F0E">
              <w:rPr>
                <w:rFonts w:cs="Arial"/>
              </w:rPr>
              <w:t>Spurious emissions and OTA Spurious emissions</w:t>
            </w:r>
          </w:p>
        </w:tc>
        <w:tc>
          <w:tcPr>
            <w:tcW w:w="3290" w:type="pct"/>
            <w:tcBorders>
              <w:top w:val="single" w:sz="4" w:space="0" w:color="auto"/>
              <w:left w:val="single" w:sz="4" w:space="0" w:color="auto"/>
              <w:bottom w:val="single" w:sz="4" w:space="0" w:color="auto"/>
              <w:right w:val="single" w:sz="4" w:space="0" w:color="auto"/>
            </w:tcBorders>
          </w:tcPr>
          <w:p w14:paraId="0984CD73" w14:textId="77777777" w:rsidR="00FA7814" w:rsidRPr="00EF2F0E" w:rsidRDefault="00FA7814" w:rsidP="00FA7814">
            <w:pPr>
              <w:pStyle w:val="TAL"/>
              <w:rPr>
                <w:rFonts w:cs="Arial"/>
              </w:rPr>
            </w:pPr>
            <w:r w:rsidRPr="00EF2F0E">
              <w:rPr>
                <w:rFonts w:cs="Arial"/>
              </w:rPr>
              <w:t>Additional spurious emissions requirements may be applied for the protection of system operating in frequency ranges other than the AAS BS operating band as described in 3GPP TS 37.104 [9] subclause 6.6.1.3 (NOTE).</w:t>
            </w:r>
          </w:p>
        </w:tc>
      </w:tr>
      <w:tr w:rsidR="00FA7814" w:rsidRPr="00EF2F0E" w14:paraId="0984CD78"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75" w14:textId="77777777" w:rsidR="00FA7814" w:rsidRPr="00EF2F0E" w:rsidRDefault="00FA7814" w:rsidP="00FA7814">
            <w:pPr>
              <w:pStyle w:val="TAL"/>
              <w:rPr>
                <w:rFonts w:cs="Arial"/>
              </w:rPr>
            </w:pPr>
            <w:r w:rsidRPr="00EF2F0E">
              <w:rPr>
                <w:rFonts w:cs="Arial"/>
              </w:rPr>
              <w:t>6.6.6, 9.7.6</w:t>
            </w:r>
          </w:p>
        </w:tc>
        <w:tc>
          <w:tcPr>
            <w:tcW w:w="1119" w:type="pct"/>
            <w:tcBorders>
              <w:top w:val="single" w:sz="4" w:space="0" w:color="auto"/>
              <w:left w:val="single" w:sz="4" w:space="0" w:color="auto"/>
              <w:bottom w:val="single" w:sz="4" w:space="0" w:color="auto"/>
              <w:right w:val="single" w:sz="4" w:space="0" w:color="auto"/>
            </w:tcBorders>
          </w:tcPr>
          <w:p w14:paraId="0984CD76" w14:textId="77777777" w:rsidR="00FA7814" w:rsidRPr="00EF2F0E" w:rsidRDefault="00FA7814" w:rsidP="00FA7814">
            <w:pPr>
              <w:pStyle w:val="TAL"/>
              <w:rPr>
                <w:rFonts w:cs="Arial"/>
              </w:rPr>
            </w:pPr>
            <w:r w:rsidRPr="00EF2F0E">
              <w:rPr>
                <w:rFonts w:cs="Arial"/>
              </w:rPr>
              <w:t>Spurious emissions and OTA Spurious emissions</w:t>
            </w:r>
          </w:p>
        </w:tc>
        <w:tc>
          <w:tcPr>
            <w:tcW w:w="3290" w:type="pct"/>
            <w:tcBorders>
              <w:top w:val="single" w:sz="4" w:space="0" w:color="auto"/>
              <w:left w:val="single" w:sz="4" w:space="0" w:color="auto"/>
              <w:bottom w:val="single" w:sz="4" w:space="0" w:color="auto"/>
              <w:right w:val="single" w:sz="4" w:space="0" w:color="auto"/>
            </w:tcBorders>
          </w:tcPr>
          <w:p w14:paraId="0984CD77" w14:textId="77777777" w:rsidR="00FA7814" w:rsidRPr="00EF2F0E" w:rsidRDefault="00FA7814" w:rsidP="00FA7814">
            <w:pPr>
              <w:pStyle w:val="TAL"/>
              <w:rPr>
                <w:rFonts w:cs="Arial"/>
              </w:rPr>
            </w:pPr>
            <w:r w:rsidRPr="00EF2F0E">
              <w:rPr>
                <w:rFonts w:cs="Arial"/>
              </w:rPr>
              <w:t>In addition to 3GPP requirements, the BS may have to comply with the applicable emission limits established by FCC Title 47 [15], when deployed in regions where those limits are applied, and under the conditions declared by the manufacturer.</w:t>
            </w:r>
          </w:p>
        </w:tc>
      </w:tr>
      <w:tr w:rsidR="00FA7814" w:rsidRPr="00EF2F0E" w14:paraId="0984CD7C"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79" w14:textId="77777777" w:rsidR="00FA7814" w:rsidRPr="00EF2F0E" w:rsidRDefault="00FA7814" w:rsidP="00FA7814">
            <w:pPr>
              <w:pStyle w:val="TAL"/>
              <w:rPr>
                <w:rFonts w:cs="Arial"/>
              </w:rPr>
            </w:pPr>
            <w:r w:rsidRPr="00EF2F0E">
              <w:rPr>
                <w:rFonts w:cs="Arial"/>
              </w:rPr>
              <w:t>6.6.6, 9.7.6</w:t>
            </w:r>
          </w:p>
        </w:tc>
        <w:tc>
          <w:tcPr>
            <w:tcW w:w="1119" w:type="pct"/>
            <w:tcBorders>
              <w:top w:val="single" w:sz="4" w:space="0" w:color="auto"/>
              <w:left w:val="single" w:sz="4" w:space="0" w:color="auto"/>
              <w:bottom w:val="single" w:sz="4" w:space="0" w:color="auto"/>
              <w:right w:val="single" w:sz="4" w:space="0" w:color="auto"/>
            </w:tcBorders>
          </w:tcPr>
          <w:p w14:paraId="0984CD7A" w14:textId="77777777" w:rsidR="00FA7814" w:rsidRPr="00EF2F0E" w:rsidRDefault="00FA7814" w:rsidP="00FA7814">
            <w:pPr>
              <w:pStyle w:val="TAL"/>
              <w:rPr>
                <w:rFonts w:cs="Arial"/>
              </w:rPr>
            </w:pPr>
            <w:r w:rsidRPr="00EF2F0E">
              <w:rPr>
                <w:rFonts w:cs="Arial"/>
              </w:rPr>
              <w:t>Spurious emissions and OTA Spurious emissions</w:t>
            </w:r>
          </w:p>
        </w:tc>
        <w:tc>
          <w:tcPr>
            <w:tcW w:w="3290" w:type="pct"/>
            <w:tcBorders>
              <w:top w:val="single" w:sz="4" w:space="0" w:color="auto"/>
              <w:left w:val="single" w:sz="4" w:space="0" w:color="auto"/>
              <w:bottom w:val="single" w:sz="4" w:space="0" w:color="auto"/>
              <w:right w:val="single" w:sz="4" w:space="0" w:color="auto"/>
            </w:tcBorders>
          </w:tcPr>
          <w:p w14:paraId="0984CD7B" w14:textId="77777777" w:rsidR="00FA7814" w:rsidRPr="00EF2F0E" w:rsidRDefault="00FA7814" w:rsidP="00FA7814">
            <w:pPr>
              <w:pStyle w:val="TAL"/>
              <w:rPr>
                <w:rFonts w:cs="Arial"/>
              </w:rPr>
            </w:pPr>
            <w:r w:rsidRPr="00EF2F0E">
              <w:t xml:space="preserve">The emission limits specified as the </w:t>
            </w:r>
            <w:r w:rsidRPr="00EF2F0E">
              <w:rPr>
                <w:i/>
              </w:rPr>
              <w:t>basic limit</w:t>
            </w:r>
            <w:r w:rsidRPr="00EF2F0E">
              <w:t xml:space="preserve"> + X (dB) are applicable, unless stated differently in regional regulation.</w:t>
            </w:r>
          </w:p>
        </w:tc>
      </w:tr>
      <w:tr w:rsidR="00FA7814" w:rsidRPr="00EF2F0E" w14:paraId="0984CD81"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7D" w14:textId="77777777" w:rsidR="00FA7814" w:rsidRPr="00EF2F0E" w:rsidRDefault="00FA7814" w:rsidP="00FA7814">
            <w:pPr>
              <w:pStyle w:val="TAL"/>
              <w:rPr>
                <w:rFonts w:cs="Arial"/>
              </w:rPr>
            </w:pPr>
            <w:r w:rsidRPr="00EF2F0E">
              <w:rPr>
                <w:rFonts w:cs="Arial"/>
              </w:rPr>
              <w:t>6.7, 9.8</w:t>
            </w:r>
          </w:p>
        </w:tc>
        <w:tc>
          <w:tcPr>
            <w:tcW w:w="1119" w:type="pct"/>
            <w:tcBorders>
              <w:top w:val="single" w:sz="4" w:space="0" w:color="auto"/>
              <w:left w:val="single" w:sz="4" w:space="0" w:color="auto"/>
              <w:bottom w:val="single" w:sz="4" w:space="0" w:color="auto"/>
              <w:right w:val="single" w:sz="4" w:space="0" w:color="auto"/>
            </w:tcBorders>
          </w:tcPr>
          <w:p w14:paraId="0984CD7E" w14:textId="77777777" w:rsidR="00FA7814" w:rsidRPr="00EF2F0E" w:rsidRDefault="00FA7814" w:rsidP="00FA7814">
            <w:pPr>
              <w:pStyle w:val="TAL"/>
              <w:rPr>
                <w:rFonts w:cs="Arial"/>
              </w:rPr>
            </w:pPr>
            <w:r w:rsidRPr="00EF2F0E">
              <w:rPr>
                <w:rFonts w:cs="Arial"/>
              </w:rPr>
              <w:t xml:space="preserve">Transmitter intermodulation and </w:t>
            </w:r>
          </w:p>
          <w:p w14:paraId="0984CD7F" w14:textId="77777777" w:rsidR="00FA7814" w:rsidRPr="00EF2F0E" w:rsidRDefault="00FA7814" w:rsidP="00FA7814">
            <w:pPr>
              <w:pStyle w:val="TAL"/>
              <w:rPr>
                <w:rFonts w:cs="Arial"/>
              </w:rPr>
            </w:pPr>
            <w:r w:rsidRPr="00EF2F0E">
              <w:rPr>
                <w:rFonts w:cs="Arial"/>
              </w:rPr>
              <w:t>OTA Transmitter intermodulation</w:t>
            </w:r>
          </w:p>
        </w:tc>
        <w:tc>
          <w:tcPr>
            <w:tcW w:w="3290" w:type="pct"/>
            <w:tcBorders>
              <w:top w:val="single" w:sz="4" w:space="0" w:color="auto"/>
              <w:left w:val="single" w:sz="4" w:space="0" w:color="auto"/>
              <w:bottom w:val="single" w:sz="4" w:space="0" w:color="auto"/>
              <w:right w:val="single" w:sz="4" w:space="0" w:color="auto"/>
            </w:tcBorders>
          </w:tcPr>
          <w:p w14:paraId="0984CD80" w14:textId="77777777" w:rsidR="00FA7814" w:rsidRPr="00EF2F0E" w:rsidRDefault="00FA7814" w:rsidP="00FA7814">
            <w:pPr>
              <w:pStyle w:val="TAL"/>
              <w:rPr>
                <w:rFonts w:cs="Arial"/>
              </w:rPr>
            </w:pPr>
            <w:r w:rsidRPr="00EF2F0E">
              <w:rPr>
                <w:rFonts w:cs="Arial"/>
              </w:rPr>
              <w:t>Additional requirements may apply in certain regions.</w:t>
            </w:r>
          </w:p>
        </w:tc>
      </w:tr>
      <w:tr w:rsidR="00FA7814" w:rsidRPr="00EF2F0E" w14:paraId="0984CD86"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82" w14:textId="77777777" w:rsidR="00FA7814" w:rsidRPr="00EF2F0E" w:rsidRDefault="00FA7814" w:rsidP="00FA7814">
            <w:pPr>
              <w:pStyle w:val="TAL"/>
              <w:rPr>
                <w:rFonts w:cs="Arial"/>
              </w:rPr>
            </w:pPr>
            <w:r w:rsidRPr="00EF2F0E">
              <w:rPr>
                <w:rFonts w:cs="Arial"/>
              </w:rPr>
              <w:t>7.5, 10.6</w:t>
            </w:r>
          </w:p>
        </w:tc>
        <w:tc>
          <w:tcPr>
            <w:tcW w:w="1119" w:type="pct"/>
            <w:tcBorders>
              <w:top w:val="single" w:sz="4" w:space="0" w:color="auto"/>
              <w:left w:val="single" w:sz="4" w:space="0" w:color="auto"/>
              <w:bottom w:val="single" w:sz="4" w:space="0" w:color="auto"/>
              <w:right w:val="single" w:sz="4" w:space="0" w:color="auto"/>
            </w:tcBorders>
          </w:tcPr>
          <w:p w14:paraId="0984CD83" w14:textId="77777777" w:rsidR="00FA7814" w:rsidRPr="00EF2F0E" w:rsidRDefault="00FA7814" w:rsidP="00FA7814">
            <w:pPr>
              <w:pStyle w:val="TAL"/>
              <w:rPr>
                <w:rFonts w:cs="Arial"/>
              </w:rPr>
            </w:pPr>
            <w:r w:rsidRPr="00EF2F0E">
              <w:rPr>
                <w:rFonts w:cs="Arial"/>
              </w:rPr>
              <w:t xml:space="preserve">Blocking and </w:t>
            </w:r>
          </w:p>
          <w:p w14:paraId="0984CD84" w14:textId="77777777" w:rsidR="00FA7814" w:rsidRPr="00EF2F0E" w:rsidRDefault="00FA7814" w:rsidP="00FA7814">
            <w:pPr>
              <w:pStyle w:val="TAL"/>
              <w:rPr>
                <w:rFonts w:cs="Arial"/>
              </w:rPr>
            </w:pPr>
            <w:r w:rsidRPr="00EF2F0E">
              <w:rPr>
                <w:rFonts w:cs="Arial"/>
              </w:rPr>
              <w:t>OTA Blocking</w:t>
            </w:r>
          </w:p>
        </w:tc>
        <w:tc>
          <w:tcPr>
            <w:tcW w:w="3290" w:type="pct"/>
            <w:tcBorders>
              <w:top w:val="single" w:sz="4" w:space="0" w:color="auto"/>
              <w:left w:val="single" w:sz="4" w:space="0" w:color="auto"/>
              <w:bottom w:val="single" w:sz="4" w:space="0" w:color="auto"/>
              <w:right w:val="single" w:sz="4" w:space="0" w:color="auto"/>
            </w:tcBorders>
          </w:tcPr>
          <w:p w14:paraId="0984CD85" w14:textId="77777777" w:rsidR="00FA7814" w:rsidRPr="00EF2F0E" w:rsidRDefault="00FA7814" w:rsidP="00FA7814">
            <w:pPr>
              <w:pStyle w:val="TAL"/>
              <w:rPr>
                <w:rFonts w:cs="Arial"/>
              </w:rPr>
            </w:pPr>
            <w:r w:rsidRPr="00EF2F0E">
              <w:rPr>
                <w:rFonts w:cs="Arial"/>
              </w:rPr>
              <w:t>For the Public Safety LTE BS in Korea from 718 to 728 MHz in Band 28, regional blocking requirement is specified in TS 36.104 [8], subclause 7.6.3.</w:t>
            </w:r>
          </w:p>
        </w:tc>
      </w:tr>
      <w:tr w:rsidR="00FA7814" w:rsidRPr="00EF2F0E" w14:paraId="0984CD8A" w14:textId="77777777" w:rsidTr="00A40339">
        <w:trPr>
          <w:cantSplit/>
          <w:jc w:val="center"/>
        </w:trPr>
        <w:tc>
          <w:tcPr>
            <w:tcW w:w="591" w:type="pct"/>
            <w:tcBorders>
              <w:top w:val="single" w:sz="4" w:space="0" w:color="auto"/>
              <w:left w:val="single" w:sz="4" w:space="0" w:color="auto"/>
              <w:bottom w:val="single" w:sz="4" w:space="0" w:color="auto"/>
              <w:right w:val="single" w:sz="4" w:space="0" w:color="auto"/>
            </w:tcBorders>
          </w:tcPr>
          <w:p w14:paraId="0984CD87" w14:textId="77777777" w:rsidR="00FA7814" w:rsidRPr="00EF2F0E" w:rsidRDefault="00FA7814" w:rsidP="00FA7814">
            <w:pPr>
              <w:pStyle w:val="TAL"/>
              <w:rPr>
                <w:rFonts w:cs="Arial"/>
              </w:rPr>
            </w:pPr>
            <w:r w:rsidRPr="00EF2F0E">
              <w:rPr>
                <w:rFonts w:cs="Arial"/>
              </w:rPr>
              <w:t>7.6, 10.7.4</w:t>
            </w:r>
          </w:p>
        </w:tc>
        <w:tc>
          <w:tcPr>
            <w:tcW w:w="1119" w:type="pct"/>
            <w:tcBorders>
              <w:top w:val="single" w:sz="4" w:space="0" w:color="auto"/>
              <w:left w:val="single" w:sz="4" w:space="0" w:color="auto"/>
              <w:bottom w:val="single" w:sz="4" w:space="0" w:color="auto"/>
              <w:right w:val="single" w:sz="4" w:space="0" w:color="auto"/>
            </w:tcBorders>
          </w:tcPr>
          <w:p w14:paraId="0984CD88" w14:textId="77777777" w:rsidR="00FA7814" w:rsidRPr="00EF2F0E" w:rsidRDefault="00FA7814" w:rsidP="00FA7814">
            <w:pPr>
              <w:pStyle w:val="TAL"/>
              <w:rPr>
                <w:rFonts w:cs="Arial"/>
              </w:rPr>
            </w:pPr>
            <w:r w:rsidRPr="00EF2F0E">
              <w:rPr>
                <w:rFonts w:cs="Arial"/>
              </w:rPr>
              <w:t>Rx spurious emissions and OTA Rx Spurious emissions</w:t>
            </w:r>
          </w:p>
        </w:tc>
        <w:tc>
          <w:tcPr>
            <w:tcW w:w="3290" w:type="pct"/>
            <w:tcBorders>
              <w:top w:val="single" w:sz="4" w:space="0" w:color="auto"/>
              <w:left w:val="single" w:sz="4" w:space="0" w:color="auto"/>
              <w:bottom w:val="single" w:sz="4" w:space="0" w:color="auto"/>
              <w:right w:val="single" w:sz="4" w:space="0" w:color="auto"/>
            </w:tcBorders>
          </w:tcPr>
          <w:p w14:paraId="0984CD89" w14:textId="77777777" w:rsidR="00FA7814" w:rsidRPr="00EF2F0E" w:rsidRDefault="00FA7814" w:rsidP="00FA7814">
            <w:pPr>
              <w:pStyle w:val="TAL"/>
              <w:rPr>
                <w:rFonts w:cs="Arial"/>
              </w:rPr>
            </w:pPr>
            <w:r w:rsidRPr="00EF2F0E">
              <w:t xml:space="preserve">The emission limits specified as the </w:t>
            </w:r>
            <w:r w:rsidRPr="00EF2F0E">
              <w:rPr>
                <w:i/>
              </w:rPr>
              <w:t>basic limit</w:t>
            </w:r>
            <w:r w:rsidRPr="00EF2F0E">
              <w:t xml:space="preserve"> + X (dB) are applicable, unless stated differently in regional regulation.</w:t>
            </w:r>
          </w:p>
        </w:tc>
      </w:tr>
    </w:tbl>
    <w:p w14:paraId="0984CD8B" w14:textId="77777777" w:rsidR="005C1B04" w:rsidRPr="00EF2F0E" w:rsidRDefault="005C1B04" w:rsidP="00A40339"/>
    <w:p w14:paraId="0984CD8C" w14:textId="77777777" w:rsidR="005C1B04" w:rsidRPr="00EF2F0E" w:rsidRDefault="005C1B04" w:rsidP="00A40339">
      <w:pPr>
        <w:pStyle w:val="Heading2"/>
        <w:rPr>
          <w:lang w:eastAsia="zh-CN"/>
        </w:rPr>
      </w:pPr>
      <w:bookmarkStart w:id="169" w:name="_Toc21095752"/>
      <w:bookmarkStart w:id="170" w:name="_Toc29762951"/>
      <w:bookmarkStart w:id="171" w:name="_Toc45869236"/>
      <w:bookmarkStart w:id="172" w:name="_Toc52554484"/>
      <w:bookmarkStart w:id="173" w:name="_Toc52554954"/>
      <w:bookmarkStart w:id="174" w:name="_Toc61112179"/>
      <w:bookmarkStart w:id="175" w:name="_Toc67911331"/>
      <w:bookmarkStart w:id="176" w:name="_Toc74842806"/>
      <w:bookmarkStart w:id="177" w:name="_Toc76503189"/>
      <w:bookmarkStart w:id="178" w:name="_Toc83040632"/>
      <w:bookmarkStart w:id="179" w:name="_Toc89851675"/>
      <w:bookmarkStart w:id="180" w:name="_Toc98676029"/>
      <w:r w:rsidRPr="00EF2F0E">
        <w:rPr>
          <w:lang w:eastAsia="zh-CN"/>
        </w:rPr>
        <w:t>4.6</w:t>
      </w:r>
      <w:r w:rsidRPr="00EF2F0E">
        <w:rPr>
          <w:lang w:eastAsia="zh-CN"/>
        </w:rPr>
        <w:tab/>
        <w:t>Operating Bands and Band Categories</w:t>
      </w:r>
      <w:bookmarkEnd w:id="169"/>
      <w:bookmarkEnd w:id="170"/>
      <w:bookmarkEnd w:id="171"/>
      <w:bookmarkEnd w:id="172"/>
      <w:bookmarkEnd w:id="173"/>
      <w:bookmarkEnd w:id="174"/>
      <w:bookmarkEnd w:id="175"/>
      <w:bookmarkEnd w:id="176"/>
      <w:bookmarkEnd w:id="177"/>
      <w:bookmarkEnd w:id="178"/>
      <w:bookmarkEnd w:id="179"/>
      <w:bookmarkEnd w:id="180"/>
    </w:p>
    <w:p w14:paraId="0984CD8D" w14:textId="77777777" w:rsidR="005C1B04" w:rsidRPr="00EF2F0E" w:rsidRDefault="005C1B04" w:rsidP="00A40339">
      <w:pPr>
        <w:keepNext/>
        <w:keepLines/>
        <w:rPr>
          <w:lang w:eastAsia="zh-CN"/>
        </w:rPr>
      </w:pPr>
      <w:r w:rsidRPr="00EF2F0E">
        <w:rPr>
          <w:lang w:eastAsia="zh-CN"/>
        </w:rPr>
        <w:t xml:space="preserve">The operating bands and </w:t>
      </w:r>
      <w:r w:rsidRPr="00EF2F0E">
        <w:rPr>
          <w:i/>
          <w:lang w:eastAsia="zh-CN"/>
        </w:rPr>
        <w:t>band categories</w:t>
      </w:r>
      <w:r w:rsidRPr="00EF2F0E">
        <w:rPr>
          <w:lang w:eastAsia="zh-CN"/>
        </w:rPr>
        <w:t xml:space="preserve"> for AAS BS are the same as for </w:t>
      </w:r>
      <w:r w:rsidRPr="00EF2F0E">
        <w:rPr>
          <w:i/>
          <w:lang w:eastAsia="zh-CN"/>
        </w:rPr>
        <w:t>non-AAS BS</w:t>
      </w:r>
      <w:r w:rsidRPr="00EF2F0E">
        <w:rPr>
          <w:lang w:eastAsia="zh-CN"/>
        </w:rPr>
        <w:t>, as described in 3GPP TS 37.104 [5].</w:t>
      </w:r>
    </w:p>
    <w:p w14:paraId="0984CD8E" w14:textId="77777777" w:rsidR="005C1B04" w:rsidRPr="00EF2F0E" w:rsidRDefault="005C1B04" w:rsidP="00A40339">
      <w:pPr>
        <w:pStyle w:val="NO"/>
        <w:rPr>
          <w:lang w:eastAsia="zh-CN"/>
        </w:rPr>
      </w:pPr>
      <w:r w:rsidRPr="00EF2F0E">
        <w:rPr>
          <w:lang w:eastAsia="zh-CN"/>
        </w:rPr>
        <w:t>NOTE 1:</w:t>
      </w:r>
      <w:r w:rsidRPr="00EF2F0E">
        <w:rPr>
          <w:lang w:eastAsia="zh-CN"/>
        </w:rPr>
        <w:tab/>
        <w:t xml:space="preserve">AAS BS does not support GSM, but BC2 is still applicable for protection of and against GSM operation in BC2 operating bands. </w:t>
      </w:r>
    </w:p>
    <w:p w14:paraId="0984CD8F" w14:textId="77777777" w:rsidR="005C1B04" w:rsidRPr="00EF2F0E" w:rsidRDefault="005C1B04" w:rsidP="00A40339">
      <w:pPr>
        <w:pStyle w:val="NO"/>
        <w:rPr>
          <w:lang w:eastAsia="zh-CN"/>
        </w:rPr>
      </w:pPr>
      <w:r w:rsidRPr="00EF2F0E">
        <w:rPr>
          <w:lang w:eastAsia="zh-CN"/>
        </w:rPr>
        <w:t>NOTE 2:</w:t>
      </w:r>
      <w:r w:rsidRPr="00EF2F0E">
        <w:rPr>
          <w:lang w:eastAsia="zh-CN"/>
        </w:rPr>
        <w:tab/>
        <w:t>AAS BS does not support Band 46 (and all its sub-bands defined in 3GPP TS 36.104 [8], subclause 5.5) operation</w:t>
      </w:r>
      <w:r w:rsidR="00702AAA" w:rsidRPr="00EF2F0E">
        <w:rPr>
          <w:lang w:eastAsia="zh-CN"/>
        </w:rPr>
        <w:t xml:space="preserve"> nor Band 49 operation</w:t>
      </w:r>
      <w:r w:rsidRPr="00EF2F0E">
        <w:rPr>
          <w:lang w:eastAsia="zh-CN"/>
        </w:rPr>
        <w:t xml:space="preserve">, but Band 46 </w:t>
      </w:r>
      <w:r w:rsidR="00702AAA" w:rsidRPr="00EF2F0E">
        <w:rPr>
          <w:lang w:eastAsia="zh-CN"/>
        </w:rPr>
        <w:t xml:space="preserve">or Band 49 </w:t>
      </w:r>
      <w:r w:rsidRPr="00EF2F0E">
        <w:rPr>
          <w:lang w:eastAsia="zh-CN"/>
        </w:rPr>
        <w:t xml:space="preserve">requirements are still applicable for AAS BS for protection of and against Band 46 </w:t>
      </w:r>
      <w:r w:rsidR="00702AAA" w:rsidRPr="00EF2F0E">
        <w:rPr>
          <w:lang w:eastAsia="zh-CN"/>
        </w:rPr>
        <w:t xml:space="preserve">or Band 49 </w:t>
      </w:r>
      <w:r w:rsidRPr="00EF2F0E">
        <w:rPr>
          <w:lang w:eastAsia="zh-CN"/>
        </w:rPr>
        <w:t>operation.</w:t>
      </w:r>
    </w:p>
    <w:p w14:paraId="0984CD90" w14:textId="77777777" w:rsidR="005C1B04" w:rsidRPr="00EF2F0E" w:rsidRDefault="005C1B04" w:rsidP="00A40339">
      <w:pPr>
        <w:pStyle w:val="Heading2"/>
        <w:rPr>
          <w:lang w:eastAsia="zh-CN"/>
        </w:rPr>
      </w:pPr>
      <w:bookmarkStart w:id="181" w:name="_Toc21095753"/>
      <w:bookmarkStart w:id="182" w:name="_Toc29762952"/>
      <w:bookmarkStart w:id="183" w:name="_Toc45869237"/>
      <w:bookmarkStart w:id="184" w:name="_Toc52554485"/>
      <w:bookmarkStart w:id="185" w:name="_Toc52554955"/>
      <w:bookmarkStart w:id="186" w:name="_Toc61112180"/>
      <w:bookmarkStart w:id="187" w:name="_Toc67911332"/>
      <w:bookmarkStart w:id="188" w:name="_Toc74842807"/>
      <w:bookmarkStart w:id="189" w:name="_Toc76503190"/>
      <w:bookmarkStart w:id="190" w:name="_Toc83040633"/>
      <w:bookmarkStart w:id="191" w:name="_Toc89851676"/>
      <w:bookmarkStart w:id="192" w:name="_Toc98676030"/>
      <w:r w:rsidRPr="00EF2F0E">
        <w:rPr>
          <w:lang w:eastAsia="zh-CN"/>
        </w:rPr>
        <w:t>4.7</w:t>
      </w:r>
      <w:r w:rsidRPr="00EF2F0E">
        <w:rPr>
          <w:lang w:eastAsia="zh-CN"/>
        </w:rPr>
        <w:tab/>
        <w:t>Channel arrangements</w:t>
      </w:r>
      <w:bookmarkEnd w:id="181"/>
      <w:bookmarkEnd w:id="182"/>
      <w:bookmarkEnd w:id="183"/>
      <w:bookmarkEnd w:id="184"/>
      <w:bookmarkEnd w:id="185"/>
      <w:bookmarkEnd w:id="186"/>
      <w:bookmarkEnd w:id="187"/>
      <w:bookmarkEnd w:id="188"/>
      <w:bookmarkEnd w:id="189"/>
      <w:bookmarkEnd w:id="190"/>
      <w:bookmarkEnd w:id="191"/>
      <w:bookmarkEnd w:id="192"/>
    </w:p>
    <w:p w14:paraId="0984CD91" w14:textId="77777777" w:rsidR="005C1B04" w:rsidRPr="00EF2F0E" w:rsidRDefault="005C1B04" w:rsidP="00A40339">
      <w:pPr>
        <w:rPr>
          <w:lang w:eastAsia="zh-CN"/>
        </w:rPr>
      </w:pPr>
      <w:r w:rsidRPr="00EF2F0E">
        <w:rPr>
          <w:lang w:eastAsia="zh-CN"/>
        </w:rPr>
        <w:t xml:space="preserve">The channel arrangements for AAS BS are the same as those for UTRA </w:t>
      </w:r>
      <w:r w:rsidRPr="00EF2F0E">
        <w:rPr>
          <w:i/>
          <w:lang w:eastAsia="zh-CN"/>
        </w:rPr>
        <w:t>non-AAS BS,</w:t>
      </w:r>
      <w:r w:rsidRPr="00EF2F0E">
        <w:rPr>
          <w:lang w:eastAsia="zh-CN"/>
        </w:rPr>
        <w:t xml:space="preserve"> E-UTRA </w:t>
      </w:r>
      <w:r w:rsidRPr="00EF2F0E">
        <w:rPr>
          <w:i/>
          <w:lang w:eastAsia="zh-CN"/>
        </w:rPr>
        <w:t>non-AAS BS</w:t>
      </w:r>
      <w:r w:rsidRPr="00EF2F0E">
        <w:rPr>
          <w:lang w:eastAsia="zh-CN"/>
        </w:rPr>
        <w:t xml:space="preserve"> and NR </w:t>
      </w:r>
      <w:r w:rsidRPr="00EF2F0E">
        <w:rPr>
          <w:i/>
          <w:lang w:eastAsia="zh-CN"/>
        </w:rPr>
        <w:t>non-AAS BS</w:t>
      </w:r>
      <w:r w:rsidRPr="00EF2F0E">
        <w:rPr>
          <w:lang w:eastAsia="zh-CN"/>
        </w:rPr>
        <w:t xml:space="preserve"> as described in 3GPP TS 37.104 [5].</w:t>
      </w:r>
    </w:p>
    <w:p w14:paraId="0984CD92" w14:textId="77777777" w:rsidR="005C1B04" w:rsidRPr="00EF2F0E" w:rsidRDefault="005C1B04" w:rsidP="00A40339">
      <w:pPr>
        <w:pStyle w:val="NO"/>
        <w:rPr>
          <w:lang w:eastAsia="zh-CN"/>
        </w:rPr>
      </w:pPr>
      <w:r w:rsidRPr="00EF2F0E">
        <w:rPr>
          <w:lang w:eastAsia="zh-CN"/>
        </w:rPr>
        <w:t>NOTE:</w:t>
      </w:r>
      <w:r w:rsidRPr="00EF2F0E">
        <w:rPr>
          <w:lang w:eastAsia="zh-CN"/>
        </w:rPr>
        <w:tab/>
        <w:t>Requirements for nominal carrier spacing of 19.8 MHz and 20.1 MHz for carriers in Band 46 as specified in 36.104 [8] subclause 5.7.1, are not applicable for AAS BS.</w:t>
      </w:r>
    </w:p>
    <w:p w14:paraId="0984CD93" w14:textId="77777777" w:rsidR="005C1B04" w:rsidRPr="00EF2F0E" w:rsidRDefault="005C1B04" w:rsidP="00A40339">
      <w:pPr>
        <w:pStyle w:val="Heading2"/>
        <w:rPr>
          <w:lang w:eastAsia="zh-CN"/>
        </w:rPr>
      </w:pPr>
      <w:bookmarkStart w:id="193" w:name="_Toc21095754"/>
      <w:bookmarkStart w:id="194" w:name="_Toc29762953"/>
      <w:bookmarkStart w:id="195" w:name="_Toc45869238"/>
      <w:bookmarkStart w:id="196" w:name="_Toc52554486"/>
      <w:bookmarkStart w:id="197" w:name="_Toc52554956"/>
      <w:bookmarkStart w:id="198" w:name="_Toc61112181"/>
      <w:bookmarkStart w:id="199" w:name="_Toc67911333"/>
      <w:bookmarkStart w:id="200" w:name="_Toc74842808"/>
      <w:bookmarkStart w:id="201" w:name="_Toc76503191"/>
      <w:bookmarkStart w:id="202" w:name="_Toc83040634"/>
      <w:bookmarkStart w:id="203" w:name="_Toc89851677"/>
      <w:bookmarkStart w:id="204" w:name="_Toc98676031"/>
      <w:r w:rsidRPr="00EF2F0E">
        <w:rPr>
          <w:lang w:eastAsia="zh-CN"/>
        </w:rPr>
        <w:t>4.8</w:t>
      </w:r>
      <w:r w:rsidRPr="00EF2F0E">
        <w:rPr>
          <w:lang w:eastAsia="zh-CN"/>
        </w:rPr>
        <w:tab/>
        <w:t>Requirements for contiguous and non-contiguous spectrum</w:t>
      </w:r>
      <w:bookmarkEnd w:id="193"/>
      <w:bookmarkEnd w:id="194"/>
      <w:bookmarkEnd w:id="195"/>
      <w:bookmarkEnd w:id="196"/>
      <w:bookmarkEnd w:id="197"/>
      <w:bookmarkEnd w:id="198"/>
      <w:bookmarkEnd w:id="199"/>
      <w:bookmarkEnd w:id="200"/>
      <w:bookmarkEnd w:id="201"/>
      <w:bookmarkEnd w:id="202"/>
      <w:bookmarkEnd w:id="203"/>
      <w:bookmarkEnd w:id="204"/>
    </w:p>
    <w:p w14:paraId="0984CD94" w14:textId="77777777" w:rsidR="005C1B04" w:rsidRPr="00EF2F0E" w:rsidRDefault="005C1B04" w:rsidP="00A40339">
      <w:r w:rsidRPr="00EF2F0E">
        <w:t xml:space="preserve">A spectrum allocation where an AAS BS operates can be either contiguous or non-contiguous. </w:t>
      </w:r>
      <w:r w:rsidRPr="00EF2F0E">
        <w:rPr>
          <w:lang w:eastAsia="zh-CN"/>
        </w:rPr>
        <w:t xml:space="preserve">Unless otherwise stated, the requirements </w:t>
      </w:r>
      <w:r w:rsidRPr="00EF2F0E">
        <w:t xml:space="preserve">in the present specification </w:t>
      </w:r>
      <w:r w:rsidRPr="00EF2F0E">
        <w:rPr>
          <w:lang w:eastAsia="zh-CN"/>
        </w:rPr>
        <w:t xml:space="preserve">apply for AAS BS configured for both </w:t>
      </w:r>
      <w:r w:rsidRPr="00EF2F0E">
        <w:rPr>
          <w:i/>
          <w:lang w:eastAsia="zh-CN"/>
        </w:rPr>
        <w:t>contiguous spectrum</w:t>
      </w:r>
      <w:r w:rsidRPr="00EF2F0E">
        <w:rPr>
          <w:lang w:eastAsia="zh-CN"/>
        </w:rPr>
        <w:t xml:space="preserve"> operation and </w:t>
      </w:r>
      <w:r w:rsidRPr="00EF2F0E">
        <w:rPr>
          <w:i/>
          <w:lang w:eastAsia="zh-CN"/>
        </w:rPr>
        <w:t>non-contiguous spectrum</w:t>
      </w:r>
      <w:r w:rsidRPr="00EF2F0E">
        <w:rPr>
          <w:lang w:eastAsia="zh-CN"/>
        </w:rPr>
        <w:t xml:space="preserve"> operation.</w:t>
      </w:r>
    </w:p>
    <w:p w14:paraId="0984CD95" w14:textId="77777777" w:rsidR="005C1B04" w:rsidRPr="00EF2F0E" w:rsidRDefault="005C1B04" w:rsidP="00A40339">
      <w:r w:rsidRPr="00EF2F0E">
        <w:t xml:space="preserve">For AAS BS operation in </w:t>
      </w:r>
      <w:r w:rsidRPr="00EF2F0E">
        <w:rPr>
          <w:i/>
        </w:rPr>
        <w:t>non-contiguous spectrum</w:t>
      </w:r>
      <w:r w:rsidRPr="00EF2F0E">
        <w:t xml:space="preserve">, some requirements apply both at the </w:t>
      </w:r>
      <w:r w:rsidRPr="00EF2F0E">
        <w:rPr>
          <w:i/>
        </w:rPr>
        <w:t>Base Station RF Bandwidth edges</w:t>
      </w:r>
      <w:r w:rsidRPr="00EF2F0E">
        <w:t xml:space="preserve"> and inside the </w:t>
      </w:r>
      <w:r w:rsidRPr="00EF2F0E">
        <w:rPr>
          <w:i/>
        </w:rPr>
        <w:t>sub-block gaps</w:t>
      </w:r>
      <w:r w:rsidRPr="00EF2F0E">
        <w:t xml:space="preserve">. For each such requirement, it is stated how the limits apply relative to the </w:t>
      </w:r>
      <w:r w:rsidRPr="00EF2F0E">
        <w:rPr>
          <w:i/>
        </w:rPr>
        <w:t xml:space="preserve">Base Station RF Bandwidth edges </w:t>
      </w:r>
      <w:r w:rsidRPr="00EF2F0E">
        <w:t xml:space="preserve">and the </w:t>
      </w:r>
      <w:r w:rsidRPr="00EF2F0E">
        <w:rPr>
          <w:i/>
        </w:rPr>
        <w:t>sub-block</w:t>
      </w:r>
      <w:r w:rsidRPr="00EF2F0E">
        <w:t xml:space="preserve"> edges respectively.</w:t>
      </w:r>
    </w:p>
    <w:p w14:paraId="0984CD96" w14:textId="77777777" w:rsidR="005C1B04" w:rsidRPr="00EF2F0E" w:rsidRDefault="005C1B04" w:rsidP="00A40339">
      <w:pPr>
        <w:pStyle w:val="Heading2"/>
        <w:rPr>
          <w:lang w:eastAsia="zh-CN"/>
        </w:rPr>
      </w:pPr>
      <w:bookmarkStart w:id="205" w:name="_Toc21095755"/>
      <w:bookmarkStart w:id="206" w:name="_Toc29762954"/>
      <w:bookmarkStart w:id="207" w:name="_Toc45869239"/>
      <w:bookmarkStart w:id="208" w:name="_Toc52554487"/>
      <w:bookmarkStart w:id="209" w:name="_Toc52554957"/>
      <w:bookmarkStart w:id="210" w:name="_Toc61112182"/>
      <w:bookmarkStart w:id="211" w:name="_Toc67911334"/>
      <w:bookmarkStart w:id="212" w:name="_Toc74842809"/>
      <w:bookmarkStart w:id="213" w:name="_Toc76503192"/>
      <w:bookmarkStart w:id="214" w:name="_Toc83040635"/>
      <w:bookmarkStart w:id="215" w:name="_Toc89851678"/>
      <w:bookmarkStart w:id="216" w:name="_Toc98676032"/>
      <w:r w:rsidRPr="00EF2F0E">
        <w:rPr>
          <w:lang w:eastAsia="zh-CN"/>
        </w:rPr>
        <w:t>4.9</w:t>
      </w:r>
      <w:r w:rsidRPr="00EF2F0E">
        <w:rPr>
          <w:lang w:eastAsia="zh-CN"/>
        </w:rPr>
        <w:tab/>
        <w:t>Requirements for AAS BS capable of operation in multiple operating bands</w:t>
      </w:r>
      <w:bookmarkEnd w:id="205"/>
      <w:bookmarkEnd w:id="206"/>
      <w:bookmarkEnd w:id="207"/>
      <w:bookmarkEnd w:id="208"/>
      <w:bookmarkEnd w:id="209"/>
      <w:bookmarkEnd w:id="210"/>
      <w:bookmarkEnd w:id="211"/>
      <w:bookmarkEnd w:id="212"/>
      <w:bookmarkEnd w:id="213"/>
      <w:bookmarkEnd w:id="214"/>
      <w:bookmarkEnd w:id="215"/>
      <w:bookmarkEnd w:id="216"/>
    </w:p>
    <w:p w14:paraId="0984CD97" w14:textId="77777777" w:rsidR="005C1B04" w:rsidRPr="00EF2F0E" w:rsidRDefault="005C1B04" w:rsidP="00A40339">
      <w:r w:rsidRPr="00EF2F0E">
        <w:t xml:space="preserve">For AAS BS capable of </w:t>
      </w:r>
      <w:r w:rsidRPr="00EF2F0E">
        <w:rPr>
          <w:lang w:eastAsia="zh-CN"/>
        </w:rPr>
        <w:t>operation in multiple operating bands</w:t>
      </w:r>
      <w:r w:rsidRPr="00EF2F0E">
        <w:t>, the RF requirements in clause 6, 7, 9, and 10 apply separately to each supported operating band unless otherwise stated.</w:t>
      </w:r>
    </w:p>
    <w:p w14:paraId="0984CD98" w14:textId="77777777" w:rsidR="005C1B04" w:rsidRPr="00EF2F0E" w:rsidRDefault="005C1B04" w:rsidP="00A40339">
      <w:r w:rsidRPr="00EF2F0E">
        <w:t xml:space="preserve">A </w:t>
      </w:r>
      <w:r w:rsidRPr="00EF2F0E">
        <w:rPr>
          <w:i/>
        </w:rPr>
        <w:t>hybrid AAS BS</w:t>
      </w:r>
      <w:r w:rsidRPr="00EF2F0E">
        <w:t xml:space="preserve"> may be capable of supporting </w:t>
      </w:r>
      <w:r w:rsidRPr="00EF2F0E">
        <w:rPr>
          <w:lang w:eastAsia="zh-CN"/>
        </w:rPr>
        <w:t>operation in multiple operating bands</w:t>
      </w:r>
      <w:r w:rsidRPr="00EF2F0E" w:rsidDel="006F6040">
        <w:t xml:space="preserve"> </w:t>
      </w:r>
      <w:r w:rsidRPr="00EF2F0E">
        <w:t xml:space="preserve">with one of the following implementations of </w:t>
      </w:r>
      <w:r w:rsidRPr="00EF2F0E">
        <w:rPr>
          <w:i/>
        </w:rPr>
        <w:t>TAB connectors</w:t>
      </w:r>
      <w:r w:rsidRPr="00EF2F0E">
        <w:t xml:space="preserve"> in the </w:t>
      </w:r>
      <w:r w:rsidRPr="00EF2F0E">
        <w:rPr>
          <w:i/>
        </w:rPr>
        <w:t>transceiver array boundary</w:t>
      </w:r>
      <w:r w:rsidRPr="00EF2F0E">
        <w:t>:</w:t>
      </w:r>
    </w:p>
    <w:p w14:paraId="0984CD99" w14:textId="77777777" w:rsidR="005C1B04" w:rsidRPr="00EF2F0E" w:rsidRDefault="005C1B04" w:rsidP="00A40339">
      <w:pPr>
        <w:pStyle w:val="B10"/>
      </w:pPr>
      <w:r w:rsidRPr="00EF2F0E">
        <w:t>-</w:t>
      </w:r>
      <w:r w:rsidRPr="00EF2F0E">
        <w:tab/>
        <w:t xml:space="preserve">All </w:t>
      </w:r>
      <w:r w:rsidRPr="00EF2F0E">
        <w:rPr>
          <w:i/>
        </w:rPr>
        <w:t xml:space="preserve">TAB connectors </w:t>
      </w:r>
      <w:r w:rsidRPr="00EF2F0E">
        <w:t xml:space="preserve">are </w:t>
      </w:r>
      <w:r w:rsidRPr="00EF2F0E">
        <w:rPr>
          <w:i/>
        </w:rPr>
        <w:t>single band TAB connectors</w:t>
      </w:r>
      <w:r w:rsidRPr="00EF2F0E">
        <w:t>.</w:t>
      </w:r>
    </w:p>
    <w:p w14:paraId="0984CD9A" w14:textId="77777777" w:rsidR="005C1B04" w:rsidRPr="00EF2F0E" w:rsidRDefault="005C1B04" w:rsidP="00A40339">
      <w:pPr>
        <w:pStyle w:val="B2"/>
      </w:pPr>
      <w:r w:rsidRPr="00EF2F0E">
        <w:t>-</w:t>
      </w:r>
      <w:r w:rsidRPr="00EF2F0E">
        <w:tab/>
        <w:t xml:space="preserve">Different sets of </w:t>
      </w:r>
      <w:r w:rsidRPr="00EF2F0E">
        <w:rPr>
          <w:i/>
        </w:rPr>
        <w:t>single band TAB connectors</w:t>
      </w:r>
      <w:r w:rsidRPr="00EF2F0E">
        <w:t xml:space="preserve"> support different operating bands, but each </w:t>
      </w:r>
      <w:r w:rsidRPr="00EF2F0E">
        <w:rPr>
          <w:i/>
        </w:rPr>
        <w:t>TAB connector</w:t>
      </w:r>
      <w:r w:rsidRPr="00EF2F0E">
        <w:t xml:space="preserve"> supports only operation in one single operating band.</w:t>
      </w:r>
      <w:r w:rsidRPr="00EF2F0E" w:rsidDel="00096B73">
        <w:rPr>
          <w:i/>
        </w:rPr>
        <w:t xml:space="preserve"> </w:t>
      </w:r>
    </w:p>
    <w:p w14:paraId="0984CD9B" w14:textId="77777777" w:rsidR="005C1B04" w:rsidRPr="00EF2F0E" w:rsidRDefault="005C1B04" w:rsidP="00A40339">
      <w:pPr>
        <w:pStyle w:val="B2"/>
      </w:pPr>
      <w:r w:rsidRPr="00EF2F0E">
        <w:t>-</w:t>
      </w:r>
      <w:r w:rsidRPr="00EF2F0E">
        <w:tab/>
        <w:t xml:space="preserve">Sets of </w:t>
      </w:r>
      <w:r w:rsidRPr="00EF2F0E">
        <w:rPr>
          <w:i/>
        </w:rPr>
        <w:t>single band TAB connectors</w:t>
      </w:r>
      <w:r w:rsidRPr="00EF2F0E">
        <w:t xml:space="preserve"> support operation in multiple operating bands with some </w:t>
      </w:r>
      <w:r w:rsidRPr="00EF2F0E">
        <w:rPr>
          <w:i/>
        </w:rPr>
        <w:t>single band TAB connectors</w:t>
      </w:r>
      <w:r w:rsidRPr="00EF2F0E">
        <w:t xml:space="preserve"> supporting more than one operating band.</w:t>
      </w:r>
    </w:p>
    <w:p w14:paraId="0984CD9C" w14:textId="77777777" w:rsidR="005C1B04" w:rsidRPr="00EF2F0E" w:rsidRDefault="005C1B04" w:rsidP="00A40339">
      <w:pPr>
        <w:pStyle w:val="B10"/>
      </w:pPr>
      <w:r w:rsidRPr="00EF2F0E">
        <w:t>-</w:t>
      </w:r>
      <w:r w:rsidRPr="00EF2F0E">
        <w:tab/>
        <w:t xml:space="preserve">All </w:t>
      </w:r>
      <w:r w:rsidRPr="00EF2F0E">
        <w:rPr>
          <w:i/>
        </w:rPr>
        <w:t xml:space="preserve">TAB connectors </w:t>
      </w:r>
      <w:r w:rsidRPr="00EF2F0E">
        <w:t xml:space="preserve">are multiband </w:t>
      </w:r>
      <w:r w:rsidRPr="00EF2F0E">
        <w:rPr>
          <w:i/>
        </w:rPr>
        <w:t>TAB connectors</w:t>
      </w:r>
      <w:r w:rsidRPr="00EF2F0E">
        <w:t>.</w:t>
      </w:r>
    </w:p>
    <w:p w14:paraId="0984CD9D" w14:textId="77777777" w:rsidR="005C1B04" w:rsidRPr="00EF2F0E" w:rsidRDefault="005C1B04" w:rsidP="00A40339">
      <w:pPr>
        <w:pStyle w:val="B10"/>
      </w:pPr>
      <w:r w:rsidRPr="00EF2F0E">
        <w:t>-</w:t>
      </w:r>
      <w:r w:rsidRPr="00EF2F0E">
        <w:tab/>
        <w:t xml:space="preserve">A combination of single band sets and multi-band sets of </w:t>
      </w:r>
      <w:r w:rsidRPr="00EF2F0E">
        <w:rPr>
          <w:i/>
        </w:rPr>
        <w:t>TAB connectors</w:t>
      </w:r>
      <w:r w:rsidRPr="00EF2F0E">
        <w:t xml:space="preserve"> provides support of the </w:t>
      </w:r>
      <w:r w:rsidRPr="00EF2F0E">
        <w:rPr>
          <w:i/>
        </w:rPr>
        <w:t>hybrid AAS BS</w:t>
      </w:r>
      <w:r w:rsidRPr="00EF2F0E">
        <w:t xml:space="preserve"> capability of </w:t>
      </w:r>
      <w:r w:rsidRPr="00EF2F0E">
        <w:rPr>
          <w:lang w:eastAsia="zh-CN"/>
        </w:rPr>
        <w:t>operation in multiple operating bands</w:t>
      </w:r>
      <w:r w:rsidRPr="00EF2F0E">
        <w:t>.</w:t>
      </w:r>
    </w:p>
    <w:p w14:paraId="0984CD9E" w14:textId="77777777" w:rsidR="005C1B04" w:rsidRPr="00EF2F0E" w:rsidRDefault="005C1B04" w:rsidP="00A40339">
      <w:r w:rsidRPr="00EF2F0E">
        <w:t xml:space="preserve">Unless otherwise stated all requirements specified for an operating band apply only to the set of </w:t>
      </w:r>
      <w:r w:rsidRPr="00EF2F0E">
        <w:rPr>
          <w:i/>
        </w:rPr>
        <w:t>TAB connectors</w:t>
      </w:r>
      <w:r w:rsidRPr="00EF2F0E">
        <w:t xml:space="preserve"> supporting that operating band.</w:t>
      </w:r>
    </w:p>
    <w:p w14:paraId="0984CD9F" w14:textId="77777777" w:rsidR="005C1B04" w:rsidRPr="00EF2F0E" w:rsidRDefault="005C1B04" w:rsidP="00A40339">
      <w:r w:rsidRPr="00EF2F0E">
        <w:t xml:space="preserve">In certain requirements it is explicitly stated that specific additions or exclusions to the requirement apply at </w:t>
      </w:r>
      <w:r w:rsidRPr="00EF2F0E">
        <w:rPr>
          <w:i/>
        </w:rPr>
        <w:t>multi-band TAB connectors</w:t>
      </w:r>
      <w:r w:rsidRPr="00EF2F0E">
        <w:t xml:space="preserve"> as detailed in the requirement subclause.</w:t>
      </w:r>
      <w:r w:rsidR="00025CAC" w:rsidRPr="00EF2F0E">
        <w:t xml:space="preserve"> When referencing the NR specification </w:t>
      </w:r>
      <w:r w:rsidR="00025CAC" w:rsidRPr="00EF2F0E">
        <w:rPr>
          <w:lang w:eastAsia="zh-CN"/>
        </w:rPr>
        <w:t xml:space="preserve">3GPP TS 38.104 [27] for a BS type 1-H the multi-band connector term is equivalent to a </w:t>
      </w:r>
      <w:r w:rsidR="00025CAC" w:rsidRPr="00EF2F0E">
        <w:rPr>
          <w:i/>
          <w:lang w:eastAsia="zh-CN"/>
        </w:rPr>
        <w:t>multi-band TAB connector</w:t>
      </w:r>
      <w:r w:rsidR="00025CAC" w:rsidRPr="00EF2F0E">
        <w:rPr>
          <w:lang w:eastAsia="zh-CN"/>
        </w:rPr>
        <w:t xml:space="preserve"> in this specification.</w:t>
      </w:r>
    </w:p>
    <w:p w14:paraId="0984CDA0" w14:textId="77777777" w:rsidR="005C1B04" w:rsidRPr="00EF2F0E" w:rsidRDefault="005C1B04" w:rsidP="00A40339">
      <w:r w:rsidRPr="00EF2F0E">
        <w:rPr>
          <w:rFonts w:eastAsia="MS Mincho"/>
          <w:lang w:eastAsia="ja-JP"/>
        </w:rPr>
        <w:t xml:space="preserve">In the case of an operating band being supported only by </w:t>
      </w:r>
      <w:r w:rsidRPr="00EF2F0E">
        <w:rPr>
          <w:rFonts w:eastAsia="MS Mincho"/>
          <w:i/>
          <w:lang w:eastAsia="ja-JP"/>
        </w:rPr>
        <w:t>single band TAB connectors</w:t>
      </w:r>
      <w:r w:rsidRPr="00EF2F0E">
        <w:rPr>
          <w:rFonts w:eastAsia="MS Mincho"/>
          <w:lang w:eastAsia="ja-JP"/>
        </w:rPr>
        <w:t xml:space="preserve"> </w:t>
      </w:r>
      <w:r w:rsidRPr="00EF2F0E">
        <w:t xml:space="preserve">in a </w:t>
      </w:r>
      <w:r w:rsidRPr="00EF2F0E">
        <w:rPr>
          <w:i/>
        </w:rPr>
        <w:t xml:space="preserve">TAB connector TX min cell group </w:t>
      </w:r>
      <w:r w:rsidRPr="00EF2F0E">
        <w:t>or a</w:t>
      </w:r>
      <w:r w:rsidRPr="00EF2F0E">
        <w:rPr>
          <w:i/>
        </w:rPr>
        <w:t xml:space="preserve"> TAB connector RX min cell group</w:t>
      </w:r>
      <w:r w:rsidRPr="00EF2F0E">
        <w:rPr>
          <w:rFonts w:eastAsia="MS Mincho"/>
          <w:lang w:eastAsia="ja-JP"/>
        </w:rPr>
        <w:t xml:space="preserve">, </w:t>
      </w:r>
      <w:r w:rsidRPr="00EF2F0E">
        <w:rPr>
          <w:rFonts w:eastAsia="MS Mincho"/>
          <w:i/>
          <w:lang w:eastAsia="ja-JP"/>
        </w:rPr>
        <w:t>single band requirements</w:t>
      </w:r>
      <w:r w:rsidRPr="00EF2F0E">
        <w:rPr>
          <w:rFonts w:eastAsia="MS Mincho"/>
          <w:lang w:eastAsia="ja-JP"/>
        </w:rPr>
        <w:t xml:space="preserve"> apply to that set of </w:t>
      </w:r>
      <w:r w:rsidRPr="00EF2F0E">
        <w:rPr>
          <w:rFonts w:eastAsia="MS Mincho"/>
          <w:i/>
          <w:lang w:eastAsia="ja-JP"/>
        </w:rPr>
        <w:t>TAB connectors</w:t>
      </w:r>
      <w:r w:rsidRPr="00EF2F0E">
        <w:rPr>
          <w:rFonts w:eastAsia="MS Mincho"/>
          <w:lang w:eastAsia="ja-JP"/>
        </w:rPr>
        <w:t>.</w:t>
      </w:r>
    </w:p>
    <w:p w14:paraId="0984CDA1" w14:textId="77777777" w:rsidR="005C1B04" w:rsidRPr="00EF2F0E" w:rsidRDefault="005C1B04" w:rsidP="00A40339">
      <w:pPr>
        <w:pStyle w:val="NO"/>
      </w:pPr>
      <w:r w:rsidRPr="00EF2F0E">
        <w:t>NOTE:</w:t>
      </w:r>
      <w:r w:rsidRPr="00EF2F0E">
        <w:tab/>
        <w:t xml:space="preserve">Each supported operating band needs to be operated separately during conformance testing on </w:t>
      </w:r>
      <w:r w:rsidRPr="00EF2F0E">
        <w:rPr>
          <w:i/>
        </w:rPr>
        <w:t>single band TAB connectors</w:t>
      </w:r>
      <w:r w:rsidRPr="00EF2F0E">
        <w:t>.</w:t>
      </w:r>
    </w:p>
    <w:p w14:paraId="0984CDA2" w14:textId="77777777" w:rsidR="00625570" w:rsidRPr="00EF2F0E" w:rsidRDefault="00625570" w:rsidP="00625570">
      <w:r w:rsidRPr="00EF2F0E">
        <w:t xml:space="preserve">For a band supported by a </w:t>
      </w:r>
      <w:r w:rsidRPr="00EF2F0E">
        <w:rPr>
          <w:i/>
        </w:rPr>
        <w:t>TAB connector</w:t>
      </w:r>
      <w:r w:rsidRPr="00EF2F0E">
        <w:t xml:space="preserve"> where the transmitted carriers are not processed in active RF components together with carriers in any other band, TX </w:t>
      </w:r>
      <w:r w:rsidRPr="00EF2F0E">
        <w:rPr>
          <w:rFonts w:eastAsia="MS Mincho"/>
          <w:i/>
          <w:lang w:eastAsia="ja-JP"/>
        </w:rPr>
        <w:t>single band requirements</w:t>
      </w:r>
      <w:r w:rsidRPr="00EF2F0E">
        <w:rPr>
          <w:rFonts w:eastAsia="MS Mincho"/>
          <w:lang w:eastAsia="ja-JP"/>
        </w:rPr>
        <w:t xml:space="preserve"> </w:t>
      </w:r>
      <w:r w:rsidRPr="00EF2F0E">
        <w:t xml:space="preserve">shall apply. For a band supported by a </w:t>
      </w:r>
      <w:r w:rsidRPr="00EF2F0E">
        <w:rPr>
          <w:i/>
        </w:rPr>
        <w:t>TAB connector</w:t>
      </w:r>
      <w:r w:rsidRPr="00EF2F0E">
        <w:t xml:space="preserve"> where the received carriers are not processed in active RF components together with carriers in any other band, RX </w:t>
      </w:r>
      <w:r w:rsidRPr="00EF2F0E">
        <w:rPr>
          <w:rFonts w:eastAsia="MS Mincho"/>
          <w:i/>
          <w:lang w:eastAsia="ja-JP"/>
        </w:rPr>
        <w:t>single band requirements</w:t>
      </w:r>
      <w:r w:rsidRPr="00EF2F0E">
        <w:t xml:space="preserve"> shall apply.</w:t>
      </w:r>
    </w:p>
    <w:p w14:paraId="0984CDA3" w14:textId="77777777" w:rsidR="005C1B04" w:rsidRPr="00EF2F0E" w:rsidRDefault="005C1B04" w:rsidP="00A40339">
      <w:r w:rsidRPr="00EF2F0E">
        <w:rPr>
          <w:rFonts w:eastAsia="MS Mincho"/>
          <w:lang w:eastAsia="ja-JP"/>
        </w:rPr>
        <w:t xml:space="preserve">In the case of an operating band being supported only by </w:t>
      </w:r>
      <w:r w:rsidRPr="00EF2F0E">
        <w:rPr>
          <w:rFonts w:eastAsia="MS Mincho"/>
          <w:i/>
          <w:lang w:eastAsia="ja-JP"/>
        </w:rPr>
        <w:t>multi-band TAB connector</w:t>
      </w:r>
      <w:r w:rsidRPr="00EF2F0E">
        <w:rPr>
          <w:rFonts w:eastAsia="MS Mincho"/>
          <w:lang w:eastAsia="ja-JP"/>
        </w:rPr>
        <w:t>s supporting the same operating band combination</w:t>
      </w:r>
      <w:r w:rsidRPr="00EF2F0E">
        <w:t xml:space="preserve"> in a </w:t>
      </w:r>
      <w:r w:rsidRPr="00EF2F0E">
        <w:rPr>
          <w:i/>
        </w:rPr>
        <w:t xml:space="preserve">TAB connector TX min cell group </w:t>
      </w:r>
      <w:r w:rsidRPr="00EF2F0E">
        <w:t>or a</w:t>
      </w:r>
      <w:r w:rsidRPr="00EF2F0E">
        <w:rPr>
          <w:i/>
        </w:rPr>
        <w:t xml:space="preserve"> TAB connector RX min cell group</w:t>
      </w:r>
      <w:r w:rsidRPr="00EF2F0E">
        <w:rPr>
          <w:rFonts w:eastAsia="MS Mincho"/>
          <w:lang w:eastAsia="ja-JP"/>
        </w:rPr>
        <w:t xml:space="preserve">, </w:t>
      </w:r>
      <w:r w:rsidRPr="00EF2F0E">
        <w:rPr>
          <w:rFonts w:eastAsia="MS Mincho"/>
          <w:i/>
          <w:lang w:eastAsia="ja-JP"/>
        </w:rPr>
        <w:t>multi-band requirements</w:t>
      </w:r>
      <w:r w:rsidRPr="00EF2F0E">
        <w:rPr>
          <w:rFonts w:eastAsia="MS Mincho"/>
          <w:lang w:eastAsia="ja-JP"/>
        </w:rPr>
        <w:t xml:space="preserve"> apply to that set of </w:t>
      </w:r>
      <w:r w:rsidRPr="00EF2F0E">
        <w:rPr>
          <w:rFonts w:eastAsia="MS Mincho"/>
          <w:i/>
          <w:lang w:eastAsia="ja-JP"/>
        </w:rPr>
        <w:t>TAB connectors</w:t>
      </w:r>
      <w:r w:rsidRPr="00EF2F0E">
        <w:rPr>
          <w:rFonts w:eastAsia="MS Mincho"/>
          <w:lang w:eastAsia="ja-JP"/>
        </w:rPr>
        <w:t>.</w:t>
      </w:r>
    </w:p>
    <w:p w14:paraId="0984CDA4" w14:textId="77777777" w:rsidR="005C1B04" w:rsidRPr="00EF2F0E" w:rsidRDefault="005C1B04" w:rsidP="00A40339">
      <w:r w:rsidRPr="00EF2F0E">
        <w:t xml:space="preserve">The case of an operating band being supported by both </w:t>
      </w:r>
      <w:r w:rsidRPr="00EF2F0E">
        <w:rPr>
          <w:i/>
        </w:rPr>
        <w:t>multi-band TAB connectors</w:t>
      </w:r>
      <w:r w:rsidRPr="00EF2F0E">
        <w:t xml:space="preserve"> and </w:t>
      </w:r>
      <w:r w:rsidRPr="00EF2F0E">
        <w:rPr>
          <w:i/>
        </w:rPr>
        <w:t>single band TAB connectors</w:t>
      </w:r>
      <w:r w:rsidRPr="00EF2F0E">
        <w:t xml:space="preserve"> in a </w:t>
      </w:r>
      <w:r w:rsidRPr="00EF2F0E">
        <w:rPr>
          <w:i/>
        </w:rPr>
        <w:t xml:space="preserve">TAB connector TX min cell group </w:t>
      </w:r>
      <w:r w:rsidRPr="00EF2F0E">
        <w:t>or a</w:t>
      </w:r>
      <w:r w:rsidRPr="00EF2F0E">
        <w:rPr>
          <w:i/>
        </w:rPr>
        <w:t xml:space="preserve"> TAB connector RX min cell group</w:t>
      </w:r>
      <w:r w:rsidRPr="00EF2F0E">
        <w:t xml:space="preserve"> is not covered by the present release of this specification.</w:t>
      </w:r>
    </w:p>
    <w:p w14:paraId="0984CDA5" w14:textId="77777777" w:rsidR="005C1B04" w:rsidRPr="00EF2F0E" w:rsidRDefault="005C1B04" w:rsidP="00A40339">
      <w:r w:rsidRPr="00EF2F0E">
        <w:t xml:space="preserve">The case of an operating band being supported by </w:t>
      </w:r>
      <w:r w:rsidRPr="00EF2F0E">
        <w:rPr>
          <w:i/>
        </w:rPr>
        <w:t>multi-band TAB connectors</w:t>
      </w:r>
      <w:r w:rsidRPr="00EF2F0E">
        <w:t xml:space="preserve"> which are not all supporting the same operating band combination in a </w:t>
      </w:r>
      <w:r w:rsidRPr="00EF2F0E">
        <w:rPr>
          <w:i/>
        </w:rPr>
        <w:t xml:space="preserve">TAB connector TX min cell group </w:t>
      </w:r>
      <w:r w:rsidRPr="00EF2F0E">
        <w:t>or a</w:t>
      </w:r>
      <w:r w:rsidRPr="00EF2F0E">
        <w:rPr>
          <w:i/>
        </w:rPr>
        <w:t xml:space="preserve"> TAB connector RX min cell group</w:t>
      </w:r>
      <w:r w:rsidRPr="00EF2F0E">
        <w:t xml:space="preserve"> is not covered by the present release of this specification.</w:t>
      </w:r>
    </w:p>
    <w:p w14:paraId="0984CDA6" w14:textId="77777777" w:rsidR="005C1B04" w:rsidRPr="00EF2F0E" w:rsidRDefault="005C1B04" w:rsidP="00A40339">
      <w:r w:rsidRPr="00EF2F0E">
        <w:t xml:space="preserve">An </w:t>
      </w:r>
      <w:r w:rsidRPr="00EF2F0E">
        <w:rPr>
          <w:i/>
        </w:rPr>
        <w:t>OTA AAS BS</w:t>
      </w:r>
      <w:r w:rsidRPr="00EF2F0E">
        <w:t xml:space="preserve"> may be capable of supporting </w:t>
      </w:r>
      <w:r w:rsidRPr="00EF2F0E">
        <w:rPr>
          <w:lang w:eastAsia="zh-CN"/>
        </w:rPr>
        <w:t>operation in multiple operating bands</w:t>
      </w:r>
      <w:r w:rsidRPr="00EF2F0E" w:rsidDel="006F6040">
        <w:t xml:space="preserve"> </w:t>
      </w:r>
      <w:r w:rsidRPr="00EF2F0E">
        <w:t xml:space="preserve">with one of the following implementations at the </w:t>
      </w:r>
      <w:r w:rsidRPr="00EF2F0E">
        <w:rPr>
          <w:i/>
        </w:rPr>
        <w:t>radiated interface boundary</w:t>
      </w:r>
      <w:r w:rsidRPr="00EF2F0E">
        <w:t>:</w:t>
      </w:r>
    </w:p>
    <w:p w14:paraId="0984CDA7" w14:textId="77777777" w:rsidR="005C1B04" w:rsidRPr="00EF2F0E" w:rsidRDefault="005C1B04" w:rsidP="00A40339">
      <w:pPr>
        <w:pStyle w:val="B10"/>
      </w:pPr>
      <w:r w:rsidRPr="00EF2F0E">
        <w:t>-</w:t>
      </w:r>
      <w:r w:rsidRPr="00EF2F0E">
        <w:tab/>
        <w:t>All RIBs</w:t>
      </w:r>
      <w:r w:rsidRPr="00EF2F0E">
        <w:rPr>
          <w:i/>
        </w:rPr>
        <w:t xml:space="preserve"> </w:t>
      </w:r>
      <w:r w:rsidRPr="00EF2F0E">
        <w:t xml:space="preserve">are </w:t>
      </w:r>
      <w:r w:rsidRPr="00EF2F0E">
        <w:rPr>
          <w:i/>
        </w:rPr>
        <w:t>single band RIBs</w:t>
      </w:r>
      <w:r w:rsidRPr="00EF2F0E">
        <w:t>.</w:t>
      </w:r>
    </w:p>
    <w:p w14:paraId="0984CDA8" w14:textId="77777777" w:rsidR="005C1B04" w:rsidRPr="00EF2F0E" w:rsidRDefault="005C1B04" w:rsidP="00A40339">
      <w:pPr>
        <w:pStyle w:val="B10"/>
      </w:pPr>
      <w:r w:rsidRPr="00EF2F0E">
        <w:t>-</w:t>
      </w:r>
      <w:r w:rsidRPr="00EF2F0E">
        <w:tab/>
        <w:t>All RIBs</w:t>
      </w:r>
      <w:r w:rsidRPr="00EF2F0E">
        <w:rPr>
          <w:i/>
        </w:rPr>
        <w:t xml:space="preserve"> </w:t>
      </w:r>
      <w:r w:rsidRPr="00EF2F0E">
        <w:t xml:space="preserve">are </w:t>
      </w:r>
      <w:r w:rsidRPr="00EF2F0E">
        <w:rPr>
          <w:i/>
        </w:rPr>
        <w:t>multiband RIBs</w:t>
      </w:r>
      <w:r w:rsidRPr="00EF2F0E">
        <w:t>.</w:t>
      </w:r>
    </w:p>
    <w:p w14:paraId="0984CDA9" w14:textId="77777777" w:rsidR="005C1B04" w:rsidRPr="00EF2F0E" w:rsidRDefault="005C1B04" w:rsidP="00A40339">
      <w:pPr>
        <w:pStyle w:val="B10"/>
      </w:pPr>
      <w:r w:rsidRPr="00EF2F0E">
        <w:t>-</w:t>
      </w:r>
      <w:r w:rsidRPr="00EF2F0E">
        <w:tab/>
        <w:t xml:space="preserve">A combination of </w:t>
      </w:r>
      <w:r w:rsidRPr="00EF2F0E">
        <w:rPr>
          <w:i/>
        </w:rPr>
        <w:t>single band RIBs</w:t>
      </w:r>
      <w:r w:rsidRPr="00EF2F0E">
        <w:t xml:space="preserve"> and </w:t>
      </w:r>
      <w:r w:rsidRPr="00EF2F0E">
        <w:rPr>
          <w:i/>
        </w:rPr>
        <w:t>multi-band RIBs</w:t>
      </w:r>
      <w:r w:rsidRPr="00EF2F0E">
        <w:t xml:space="preserve"> provides support of the </w:t>
      </w:r>
      <w:r w:rsidRPr="00EF2F0E">
        <w:rPr>
          <w:i/>
        </w:rPr>
        <w:t>OTA AAS BS</w:t>
      </w:r>
      <w:r w:rsidRPr="00EF2F0E">
        <w:t xml:space="preserve"> capability of </w:t>
      </w:r>
      <w:r w:rsidRPr="00EF2F0E">
        <w:rPr>
          <w:lang w:eastAsia="zh-CN"/>
        </w:rPr>
        <w:t>operation in multiple operating bands</w:t>
      </w:r>
      <w:r w:rsidRPr="00EF2F0E">
        <w:t>.</w:t>
      </w:r>
    </w:p>
    <w:p w14:paraId="0984CDAA" w14:textId="77777777" w:rsidR="005C1B04" w:rsidRPr="00EF2F0E" w:rsidRDefault="005C1B04" w:rsidP="00A40339">
      <w:r w:rsidRPr="00EF2F0E">
        <w:t xml:space="preserve">In certain requirements it is explicitly stated that specific additions or exclusions to the requirement apply at </w:t>
      </w:r>
      <w:r w:rsidRPr="00EF2F0E">
        <w:rPr>
          <w:i/>
        </w:rPr>
        <w:t>multi-band RIBs</w:t>
      </w:r>
      <w:r w:rsidRPr="00EF2F0E">
        <w:t xml:space="preserve"> as detailed in the requirement subclause.</w:t>
      </w:r>
    </w:p>
    <w:p w14:paraId="0984CDAB" w14:textId="77777777" w:rsidR="005C1B04" w:rsidRPr="00EF2F0E" w:rsidRDefault="005C1B04" w:rsidP="00A40339">
      <w:pPr>
        <w:pStyle w:val="NO"/>
      </w:pPr>
      <w:r w:rsidRPr="00EF2F0E">
        <w:t>NOTE:</w:t>
      </w:r>
      <w:r w:rsidRPr="00EF2F0E">
        <w:tab/>
        <w:t>Each supported operating band needs to be operated separately during conformance testing for single RIBs.</w:t>
      </w:r>
    </w:p>
    <w:p w14:paraId="0984CDAC" w14:textId="77777777" w:rsidR="005C1B04" w:rsidRPr="00EF2F0E" w:rsidRDefault="005C1B04" w:rsidP="00A40339">
      <w:r w:rsidRPr="00EF2F0E">
        <w:t xml:space="preserve">For </w:t>
      </w:r>
      <w:r w:rsidRPr="00EF2F0E">
        <w:rPr>
          <w:i/>
        </w:rPr>
        <w:t>multi-band TAB connectors</w:t>
      </w:r>
      <w:r w:rsidRPr="00EF2F0E">
        <w:t xml:space="preserve"> and </w:t>
      </w:r>
      <w:r w:rsidRPr="00EF2F0E">
        <w:rPr>
          <w:i/>
        </w:rPr>
        <w:t>multi-band RIBs</w:t>
      </w:r>
      <w:r w:rsidRPr="00EF2F0E">
        <w:t xml:space="preserve"> supporting the bands for TDD, the RF requirements in the present specification assume no simultaneous uplink and downlink occur between the bands.</w:t>
      </w:r>
    </w:p>
    <w:p w14:paraId="0984CDAD" w14:textId="77777777" w:rsidR="005C1B04" w:rsidRPr="00EF2F0E" w:rsidRDefault="005C1B04" w:rsidP="00A40339">
      <w:r w:rsidRPr="00EF2F0E">
        <w:rPr>
          <w:rFonts w:eastAsia="MS Mincho"/>
          <w:lang w:eastAsia="ja-JP"/>
        </w:rPr>
        <w:t xml:space="preserve">The RF requirements for </w:t>
      </w:r>
      <w:r w:rsidRPr="00EF2F0E">
        <w:rPr>
          <w:rFonts w:eastAsia="MS Mincho"/>
          <w:i/>
          <w:lang w:eastAsia="ja-JP"/>
        </w:rPr>
        <w:t>multi-band TAB connectors</w:t>
      </w:r>
      <w:r w:rsidRPr="00EF2F0E">
        <w:rPr>
          <w:rFonts w:eastAsia="MS Mincho"/>
          <w:lang w:eastAsia="ja-JP"/>
        </w:rPr>
        <w:t xml:space="preserve"> </w:t>
      </w:r>
      <w:r w:rsidRPr="00EF2F0E">
        <w:t xml:space="preserve">and </w:t>
      </w:r>
      <w:r w:rsidRPr="00EF2F0E">
        <w:rPr>
          <w:i/>
        </w:rPr>
        <w:t>multi-band RIBs</w:t>
      </w:r>
      <w:r w:rsidRPr="00EF2F0E">
        <w:t xml:space="preserve"> </w:t>
      </w:r>
      <w:r w:rsidRPr="00EF2F0E">
        <w:rPr>
          <w:rFonts w:eastAsia="MS Mincho"/>
          <w:lang w:eastAsia="ja-JP"/>
        </w:rPr>
        <w:t xml:space="preserve">supporting bands for both FDD and TDD are </w:t>
      </w:r>
      <w:r w:rsidRPr="00EF2F0E">
        <w:t>not covered by the present release of this specification.</w:t>
      </w:r>
    </w:p>
    <w:p w14:paraId="0984CDAE" w14:textId="77777777" w:rsidR="002C34C0" w:rsidRPr="00EF2F0E" w:rsidRDefault="00551CBB" w:rsidP="00D626E8">
      <w:pPr>
        <w:rPr>
          <w:lang w:val="en-US"/>
        </w:rPr>
      </w:pPr>
      <w:r w:rsidRPr="00EF2F0E">
        <w:rPr>
          <w:lang w:val="en-US"/>
        </w:rPr>
        <w:t xml:space="preserve">A RIB may operate multi-RAT where the individual RATs are operated in different RAT specific bands that partially or fully overlap; </w:t>
      </w:r>
      <w:r w:rsidRPr="00EF2F0E">
        <w:rPr>
          <w:lang w:val="pl-PL"/>
        </w:rPr>
        <w:t>Δ</w:t>
      </w:r>
      <w:r w:rsidRPr="00EF2F0E">
        <w:rPr>
          <w:lang w:val="en-US"/>
        </w:rPr>
        <w:t>f</w:t>
      </w:r>
      <w:r w:rsidRPr="00EF2F0E">
        <w:rPr>
          <w:vertAlign w:val="subscript"/>
          <w:lang w:val="en-US"/>
        </w:rPr>
        <w:t>OBUE</w:t>
      </w:r>
      <w:r w:rsidRPr="00EF2F0E">
        <w:rPr>
          <w:lang w:val="en-US"/>
        </w:rPr>
        <w:t xml:space="preserve"> and </w:t>
      </w:r>
      <w:r w:rsidRPr="00EF2F0E">
        <w:rPr>
          <w:lang w:val="pl-PL"/>
        </w:rPr>
        <w:t>Δ</w:t>
      </w:r>
      <w:r w:rsidRPr="00EF2F0E">
        <w:rPr>
          <w:lang w:val="en-US"/>
        </w:rPr>
        <w:t>f</w:t>
      </w:r>
      <w:r w:rsidRPr="00EF2F0E">
        <w:rPr>
          <w:vertAlign w:val="subscript"/>
          <w:lang w:val="en-US"/>
        </w:rPr>
        <w:t>OOB</w:t>
      </w:r>
      <w:r w:rsidRPr="00EF2F0E">
        <w:rPr>
          <w:lang w:val="en-US"/>
        </w:rPr>
        <w:t xml:space="preserve"> are according to the combined frequency range occupied by the overlapping bands.</w:t>
      </w:r>
    </w:p>
    <w:p w14:paraId="0984CDAF" w14:textId="77777777" w:rsidR="005C1B04" w:rsidRPr="00EF2F0E" w:rsidRDefault="005C1B04" w:rsidP="00A40339">
      <w:pPr>
        <w:pStyle w:val="Heading2"/>
        <w:ind w:left="576" w:hanging="576"/>
      </w:pPr>
      <w:bookmarkStart w:id="217" w:name="_Toc21095756"/>
      <w:bookmarkStart w:id="218" w:name="_Toc29762955"/>
      <w:bookmarkStart w:id="219" w:name="_Toc45869240"/>
      <w:bookmarkStart w:id="220" w:name="_Toc52554488"/>
      <w:bookmarkStart w:id="221" w:name="_Toc52554958"/>
      <w:bookmarkStart w:id="222" w:name="_Toc61112183"/>
      <w:bookmarkStart w:id="223" w:name="_Toc67911335"/>
      <w:bookmarkStart w:id="224" w:name="_Toc74842810"/>
      <w:bookmarkStart w:id="225" w:name="_Toc76503193"/>
      <w:bookmarkStart w:id="226" w:name="_Toc83040636"/>
      <w:bookmarkStart w:id="227" w:name="_Toc89851679"/>
      <w:bookmarkStart w:id="228" w:name="_Toc98676033"/>
      <w:r w:rsidRPr="00EF2F0E">
        <w:t>4.10</w:t>
      </w:r>
      <w:r w:rsidRPr="00EF2F0E">
        <w:tab/>
        <w:t>OTA Co-location with other base stations</w:t>
      </w:r>
      <w:bookmarkEnd w:id="217"/>
      <w:bookmarkEnd w:id="218"/>
      <w:bookmarkEnd w:id="219"/>
      <w:bookmarkEnd w:id="220"/>
      <w:bookmarkEnd w:id="221"/>
      <w:bookmarkEnd w:id="222"/>
      <w:bookmarkEnd w:id="223"/>
      <w:bookmarkEnd w:id="224"/>
      <w:bookmarkEnd w:id="225"/>
      <w:bookmarkEnd w:id="226"/>
      <w:bookmarkEnd w:id="227"/>
      <w:bookmarkEnd w:id="228"/>
    </w:p>
    <w:p w14:paraId="0984CDB0" w14:textId="77777777" w:rsidR="005C1B04" w:rsidRPr="00EF2F0E" w:rsidRDefault="005C1B04" w:rsidP="00A40339">
      <w:pPr>
        <w:rPr>
          <w:lang w:val="en-US" w:eastAsia="zh-CN"/>
        </w:rPr>
      </w:pPr>
      <w:r w:rsidRPr="00EF2F0E">
        <w:rPr>
          <w:lang w:val="en-US" w:eastAsia="zh-CN"/>
        </w:rPr>
        <w:t xml:space="preserve">Co-location requirements are requirements which are based on assuming the AAS BS is co-located with another BS of the same base station class, they ensure that both co-located systems can operate with minimal degradation to each other. </w:t>
      </w:r>
    </w:p>
    <w:p w14:paraId="0984CDB1" w14:textId="77777777" w:rsidR="005C1B04" w:rsidRPr="00EF2F0E" w:rsidRDefault="005C1B04" w:rsidP="00A40339">
      <w:pPr>
        <w:rPr>
          <w:lang w:val="en-US" w:eastAsia="zh-CN"/>
        </w:rPr>
      </w:pPr>
      <w:r w:rsidRPr="00EF2F0E">
        <w:rPr>
          <w:lang w:val="en-US" w:eastAsia="zh-CN"/>
        </w:rPr>
        <w:t>Unwanted emission</w:t>
      </w:r>
      <w:r w:rsidR="0058588B" w:rsidRPr="00EF2F0E">
        <w:rPr>
          <w:lang w:val="en-US" w:eastAsia="zh-CN"/>
        </w:rPr>
        <w:t>s</w:t>
      </w:r>
      <w:r w:rsidRPr="00EF2F0E">
        <w:rPr>
          <w:lang w:val="en-US" w:eastAsia="zh-CN"/>
        </w:rPr>
        <w:t xml:space="preserve"> and out</w:t>
      </w:r>
      <w:r w:rsidR="0058588B" w:rsidRPr="00EF2F0E">
        <w:rPr>
          <w:lang w:val="en-US" w:eastAsia="zh-CN"/>
        </w:rPr>
        <w:t>-</w:t>
      </w:r>
      <w:r w:rsidRPr="00EF2F0E">
        <w:rPr>
          <w:lang w:val="en-US" w:eastAsia="zh-CN"/>
        </w:rPr>
        <w:t>of</w:t>
      </w:r>
      <w:r w:rsidR="0058588B" w:rsidRPr="00EF2F0E">
        <w:rPr>
          <w:lang w:val="en-US" w:eastAsia="zh-CN"/>
        </w:rPr>
        <w:t>-</w:t>
      </w:r>
      <w:r w:rsidRPr="00EF2F0E">
        <w:rPr>
          <w:lang w:val="en-US" w:eastAsia="zh-CN"/>
        </w:rPr>
        <w:t xml:space="preserve">band blocking co-location requirements are optional requirements based on declaration. TX OFF and TX IMD are mandatory requirements and </w:t>
      </w:r>
      <w:r w:rsidR="0058588B" w:rsidRPr="00EF2F0E">
        <w:rPr>
          <w:lang w:val="en-US" w:eastAsia="zh-CN"/>
        </w:rPr>
        <w:t>have</w:t>
      </w:r>
      <w:r w:rsidRPr="00EF2F0E">
        <w:rPr>
          <w:lang w:val="en-US" w:eastAsia="zh-CN"/>
        </w:rPr>
        <w:t xml:space="preserve"> the form of a co-location requirement as it represents the worst</w:t>
      </w:r>
      <w:r w:rsidR="0058588B" w:rsidRPr="00EF2F0E">
        <w:rPr>
          <w:lang w:val="en-US" w:eastAsia="zh-CN"/>
        </w:rPr>
        <w:t>-</w:t>
      </w:r>
      <w:r w:rsidRPr="00EF2F0E">
        <w:rPr>
          <w:lang w:val="en-US" w:eastAsia="zh-CN"/>
        </w:rPr>
        <w:t>case scenario of all the interference cases.</w:t>
      </w:r>
    </w:p>
    <w:p w14:paraId="0984CDB2" w14:textId="77777777" w:rsidR="005C1B04" w:rsidRPr="00EF2F0E" w:rsidRDefault="005C1B04" w:rsidP="00A40339">
      <w:pPr>
        <w:pStyle w:val="NO"/>
        <w:rPr>
          <w:lang w:eastAsia="zh-CN"/>
        </w:rPr>
      </w:pPr>
      <w:r w:rsidRPr="00EF2F0E">
        <w:rPr>
          <w:lang w:eastAsia="zh-CN"/>
        </w:rPr>
        <w:t>NOTE: Due to the low level of the unwanted emissions for the spurious emissions and TX OFF level</w:t>
      </w:r>
      <w:r w:rsidR="0058588B" w:rsidRPr="00EF2F0E">
        <w:rPr>
          <w:lang w:eastAsia="zh-CN"/>
        </w:rPr>
        <w:t>,</w:t>
      </w:r>
      <w:r w:rsidRPr="00EF2F0E">
        <w:rPr>
          <w:lang w:eastAsia="zh-CN"/>
        </w:rPr>
        <w:t xml:space="preserve"> co-location is the most suitable method to show conformance.</w:t>
      </w:r>
    </w:p>
    <w:p w14:paraId="0984CDB3" w14:textId="77777777" w:rsidR="005C1B04" w:rsidRPr="00EF2F0E" w:rsidRDefault="005C1B04" w:rsidP="00A40339">
      <w:pPr>
        <w:rPr>
          <w:lang w:val="en-US" w:eastAsia="zh-CN"/>
        </w:rPr>
      </w:pPr>
      <w:r w:rsidRPr="00EF2F0E">
        <w:rPr>
          <w:lang w:val="en-US" w:eastAsia="zh-CN"/>
        </w:rPr>
        <w:t xml:space="preserve">The </w:t>
      </w:r>
      <w:r w:rsidRPr="00EF2F0E">
        <w:rPr>
          <w:i/>
          <w:lang w:val="en-US" w:eastAsia="zh-CN"/>
        </w:rPr>
        <w:t>co-location reference antenna</w:t>
      </w:r>
      <w:r w:rsidRPr="00EF2F0E">
        <w:rPr>
          <w:lang w:val="en-US" w:eastAsia="zh-CN"/>
        </w:rPr>
        <w:t>, shall be a</w:t>
      </w:r>
      <w:r w:rsidRPr="00EF2F0E">
        <w:t xml:space="preserve"> single column passive antenna which has the same vertical radiating dimension (h), frequency range, polarization, as the composite antenna of AAS BS and nominal 65</w:t>
      </w:r>
      <w:r w:rsidR="0058588B" w:rsidRPr="00EF2F0E">
        <w:t>°</w:t>
      </w:r>
      <w:r w:rsidRPr="00EF2F0E">
        <w:t xml:space="preserve"> horizontal half-power beamwidth </w:t>
      </w:r>
      <w:r w:rsidR="0058588B" w:rsidRPr="00EF2F0E">
        <w:t>(</w:t>
      </w:r>
      <w:r w:rsidRPr="00EF2F0E">
        <w:t>suitable for 3-sector deployments</w:t>
      </w:r>
      <w:r w:rsidR="0058588B" w:rsidRPr="00EF2F0E">
        <w:t>) and is placed</w:t>
      </w:r>
      <w:r w:rsidRPr="00EF2F0E">
        <w:t xml:space="preserve"> at a distance </w:t>
      </w:r>
      <w:r w:rsidRPr="00EF2F0E">
        <w:rPr>
          <w:i/>
        </w:rPr>
        <w:t>d</w:t>
      </w:r>
      <w:r w:rsidRPr="00EF2F0E">
        <w:t xml:space="preserve"> from the edge of the AAS BS, as shown in Figure 4.10-1.</w:t>
      </w:r>
    </w:p>
    <w:p w14:paraId="0984CDB4" w14:textId="77777777" w:rsidR="005C1B04" w:rsidRPr="00EF2F0E" w:rsidRDefault="00DD381D" w:rsidP="00A40339">
      <w:pPr>
        <w:jc w:val="center"/>
      </w:pPr>
      <w:r w:rsidRPr="00EF2F0E">
        <w:rPr>
          <w:noProof/>
          <w:lang w:val="en-US" w:eastAsia="ko-KR"/>
        </w:rPr>
        <w:drawing>
          <wp:inline distT="0" distB="0" distL="0" distR="0" wp14:anchorId="09851194" wp14:editId="09851195">
            <wp:extent cx="5555615" cy="33470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5555615" cy="3347085"/>
                    </a:xfrm>
                    <a:prstGeom prst="rect">
                      <a:avLst/>
                    </a:prstGeom>
                    <a:noFill/>
                    <a:ln w="9525">
                      <a:noFill/>
                      <a:miter lim="800000"/>
                      <a:headEnd/>
                      <a:tailEnd/>
                    </a:ln>
                  </pic:spPr>
                </pic:pic>
              </a:graphicData>
            </a:graphic>
          </wp:inline>
        </w:drawing>
      </w:r>
    </w:p>
    <w:p w14:paraId="0984CDB5" w14:textId="77777777" w:rsidR="005C1B04" w:rsidRPr="00EF2F0E" w:rsidRDefault="005C1B04" w:rsidP="00A40339">
      <w:pPr>
        <w:pStyle w:val="TF"/>
        <w:rPr>
          <w:lang w:val="en-US" w:eastAsia="zh-CN"/>
        </w:rPr>
      </w:pPr>
      <w:r w:rsidRPr="00EF2F0E">
        <w:t xml:space="preserve">Figure 4.10-1 Illustration of AAS BS enclosure and </w:t>
      </w:r>
      <w:r w:rsidRPr="00EF2F0E">
        <w:rPr>
          <w:i/>
        </w:rPr>
        <w:t>co-location reference antenna</w:t>
      </w:r>
    </w:p>
    <w:p w14:paraId="0984CDB6" w14:textId="77777777" w:rsidR="005C1B04" w:rsidRPr="00EF2F0E" w:rsidRDefault="005C1B04" w:rsidP="00A40339">
      <w:pPr>
        <w:rPr>
          <w:lang w:val="en-US"/>
        </w:rPr>
      </w:pPr>
      <w:r w:rsidRPr="00EF2F0E">
        <w:rPr>
          <w:lang w:val="en-US"/>
        </w:rPr>
        <w:t xml:space="preserve">Edge-to-edge separation d, between the AAS BS and the </w:t>
      </w:r>
      <w:r w:rsidRPr="00EF2F0E">
        <w:rPr>
          <w:i/>
          <w:lang w:val="en-US"/>
        </w:rPr>
        <w:t>co-location reference antenna</w:t>
      </w:r>
      <w:r w:rsidRPr="00EF2F0E">
        <w:rPr>
          <w:lang w:val="en-US"/>
        </w:rPr>
        <w:t xml:space="preserve"> shall be set to 0.1 m.</w:t>
      </w:r>
    </w:p>
    <w:p w14:paraId="0984CDB7" w14:textId="77777777" w:rsidR="005C1B04" w:rsidRPr="00EF2F0E" w:rsidRDefault="005C1B04" w:rsidP="00A40339">
      <w:r w:rsidRPr="00EF2F0E">
        <w:rPr>
          <w:lang w:val="en-US"/>
        </w:rPr>
        <w:t xml:space="preserve">The AAS BS and the </w:t>
      </w:r>
      <w:r w:rsidRPr="00EF2F0E">
        <w:rPr>
          <w:i/>
          <w:lang w:val="en-US"/>
        </w:rPr>
        <w:t>co-location reference antenna</w:t>
      </w:r>
      <w:r w:rsidRPr="00EF2F0E">
        <w:rPr>
          <w:lang w:val="en-US"/>
        </w:rPr>
        <w:t xml:space="preserve"> shall be aligned in a common plane perpendicular to the mechanical bore-sight direction, as shown in figure 4.10-1. </w:t>
      </w:r>
    </w:p>
    <w:p w14:paraId="0984CDB8" w14:textId="77777777" w:rsidR="005C1B04" w:rsidRPr="00EF2F0E" w:rsidRDefault="005C1B04" w:rsidP="00A40339">
      <w:r w:rsidRPr="00EF2F0E">
        <w:t xml:space="preserve">The </w:t>
      </w:r>
      <w:r w:rsidRPr="00EF2F0E">
        <w:rPr>
          <w:i/>
        </w:rPr>
        <w:t>co-location reference antenna</w:t>
      </w:r>
      <w:r w:rsidRPr="00EF2F0E">
        <w:t xml:space="preserve"> and the AAS can have different width.  </w:t>
      </w:r>
    </w:p>
    <w:p w14:paraId="0984CDB9" w14:textId="77777777" w:rsidR="005C1B04" w:rsidRPr="00EF2F0E" w:rsidRDefault="005C1B04" w:rsidP="00A40339">
      <w:r w:rsidRPr="00EF2F0E">
        <w:t xml:space="preserve">The vertical radiating regions of the </w:t>
      </w:r>
      <w:r w:rsidRPr="00EF2F0E">
        <w:rPr>
          <w:i/>
        </w:rPr>
        <w:t>co-location reference antenna</w:t>
      </w:r>
      <w:r w:rsidRPr="00EF2F0E">
        <w:t xml:space="preserve"> and the AAS composite antenna shall be aligned.</w:t>
      </w:r>
    </w:p>
    <w:p w14:paraId="0984CDBA" w14:textId="77777777" w:rsidR="005C1B04" w:rsidRPr="00EF2F0E" w:rsidRDefault="005C1B04" w:rsidP="00A40339">
      <w:pPr>
        <w:rPr>
          <w:lang w:eastAsia="zh-CN"/>
        </w:rPr>
      </w:pPr>
      <w:r w:rsidRPr="00EF2F0E">
        <w:rPr>
          <w:lang w:eastAsia="zh-CN"/>
        </w:rPr>
        <w:t xml:space="preserve">For co-location requirements where the frequency range of the signal at the </w:t>
      </w:r>
      <w:r w:rsidRPr="00EF2F0E">
        <w:rPr>
          <w:i/>
          <w:lang w:eastAsia="zh-CN"/>
        </w:rPr>
        <w:t>co-location reference antenna</w:t>
      </w:r>
      <w:r w:rsidRPr="00EF2F0E">
        <w:rPr>
          <w:lang w:eastAsia="zh-CN"/>
        </w:rPr>
        <w:t xml:space="preserve"> is different from the AAS BS, a </w:t>
      </w:r>
      <w:r w:rsidRPr="00EF2F0E">
        <w:rPr>
          <w:i/>
          <w:lang w:eastAsia="zh-CN"/>
        </w:rPr>
        <w:t>co-location reference antenna</w:t>
      </w:r>
      <w:r w:rsidRPr="00EF2F0E">
        <w:rPr>
          <w:lang w:eastAsia="zh-CN"/>
        </w:rPr>
        <w:t xml:space="preserve"> suitable for the frequency stated in the requirement is assumed.</w:t>
      </w:r>
    </w:p>
    <w:p w14:paraId="0984CDBB" w14:textId="77777777" w:rsidR="0058588B" w:rsidRPr="00EF2F0E" w:rsidRDefault="005C1B04" w:rsidP="00A40339">
      <w:pPr>
        <w:rPr>
          <w:lang w:val="en-US" w:eastAsia="zh-CN"/>
        </w:rPr>
      </w:pPr>
      <w:r w:rsidRPr="00EF2F0E">
        <w:rPr>
          <w:lang w:val="en-US" w:eastAsia="zh-CN"/>
        </w:rPr>
        <w:t xml:space="preserve">OTA co-location requirements are based on </w:t>
      </w:r>
      <w:r w:rsidR="0058588B" w:rsidRPr="00EF2F0E">
        <w:rPr>
          <w:lang w:val="en-US" w:eastAsia="zh-CN"/>
        </w:rPr>
        <w:t xml:space="preserve">the </w:t>
      </w:r>
      <w:r w:rsidRPr="00EF2F0E">
        <w:rPr>
          <w:lang w:val="en-US" w:eastAsia="zh-CN"/>
        </w:rPr>
        <w:t xml:space="preserve">power at the conducted interface of a </w:t>
      </w:r>
      <w:r w:rsidRPr="00EF2F0E">
        <w:rPr>
          <w:i/>
          <w:lang w:val="en-US" w:eastAsia="zh-CN"/>
        </w:rPr>
        <w:t>co-location reference antenna</w:t>
      </w:r>
      <w:r w:rsidRPr="00EF2F0E">
        <w:rPr>
          <w:lang w:val="en-US" w:eastAsia="zh-CN"/>
        </w:rPr>
        <w:t>, depending on the requirement this interface is either an input or an output.</w:t>
      </w:r>
    </w:p>
    <w:p w14:paraId="0984CDBC" w14:textId="77777777" w:rsidR="005C1B04" w:rsidRPr="00EF2F0E" w:rsidRDefault="005C1B04" w:rsidP="00A40339">
      <w:pPr>
        <w:rPr>
          <w:lang w:val="en-US" w:eastAsia="zh-CN"/>
        </w:rPr>
      </w:pPr>
      <w:r w:rsidRPr="00EF2F0E">
        <w:rPr>
          <w:lang w:val="en-US" w:eastAsia="zh-CN"/>
        </w:rPr>
        <w:t xml:space="preserve">For AAS BS with dual polarization the </w:t>
      </w:r>
      <w:r w:rsidRPr="00EF2F0E">
        <w:rPr>
          <w:i/>
          <w:lang w:val="en-US" w:eastAsia="zh-CN"/>
        </w:rPr>
        <w:t>co-location reference antenna</w:t>
      </w:r>
      <w:r w:rsidRPr="00EF2F0E">
        <w:rPr>
          <w:lang w:val="en-US" w:eastAsia="zh-CN"/>
        </w:rPr>
        <w:t xml:space="preserve"> has two conducted interfaces each representing one polarization.</w:t>
      </w:r>
    </w:p>
    <w:p w14:paraId="0984CDBD" w14:textId="77777777" w:rsidR="005C1B04" w:rsidRPr="00EF2F0E" w:rsidRDefault="005C1B04" w:rsidP="00A40339">
      <w:pPr>
        <w:pStyle w:val="Heading1"/>
        <w:rPr>
          <w:lang w:eastAsia="zh-CN"/>
        </w:rPr>
      </w:pPr>
      <w:bookmarkStart w:id="229" w:name="_Toc21095757"/>
      <w:bookmarkStart w:id="230" w:name="_Toc29762956"/>
      <w:bookmarkStart w:id="231" w:name="_Toc45869241"/>
      <w:bookmarkStart w:id="232" w:name="_Toc52554489"/>
      <w:bookmarkStart w:id="233" w:name="_Toc52554959"/>
      <w:bookmarkStart w:id="234" w:name="_Toc61112184"/>
      <w:bookmarkStart w:id="235" w:name="_Toc67911336"/>
      <w:bookmarkStart w:id="236" w:name="_Toc74842811"/>
      <w:bookmarkStart w:id="237" w:name="_Toc76503194"/>
      <w:bookmarkStart w:id="238" w:name="_Toc83040637"/>
      <w:bookmarkStart w:id="239" w:name="_Toc89851680"/>
      <w:bookmarkStart w:id="240" w:name="_Toc98676034"/>
      <w:r w:rsidRPr="00EF2F0E">
        <w:rPr>
          <w:lang w:eastAsia="zh-CN"/>
        </w:rPr>
        <w:t>5</w:t>
      </w:r>
      <w:r w:rsidRPr="00EF2F0E">
        <w:rPr>
          <w:lang w:eastAsia="zh-CN"/>
        </w:rPr>
        <w:tab/>
        <w:t>Applicability of Requirements</w:t>
      </w:r>
      <w:bookmarkEnd w:id="229"/>
      <w:bookmarkEnd w:id="230"/>
      <w:bookmarkEnd w:id="231"/>
      <w:bookmarkEnd w:id="232"/>
      <w:bookmarkEnd w:id="233"/>
      <w:bookmarkEnd w:id="234"/>
      <w:bookmarkEnd w:id="235"/>
      <w:bookmarkEnd w:id="236"/>
      <w:bookmarkEnd w:id="237"/>
      <w:bookmarkEnd w:id="238"/>
      <w:bookmarkEnd w:id="239"/>
      <w:bookmarkEnd w:id="240"/>
    </w:p>
    <w:p w14:paraId="0984CDBE" w14:textId="77777777" w:rsidR="005C1B04" w:rsidRPr="00EF2F0E" w:rsidRDefault="005C1B04" w:rsidP="00A40339">
      <w:pPr>
        <w:pStyle w:val="Heading2"/>
      </w:pPr>
      <w:bookmarkStart w:id="241" w:name="_Toc21095758"/>
      <w:bookmarkStart w:id="242" w:name="_Toc29762957"/>
      <w:bookmarkStart w:id="243" w:name="_Toc45869242"/>
      <w:bookmarkStart w:id="244" w:name="_Toc52554490"/>
      <w:bookmarkStart w:id="245" w:name="_Toc52554960"/>
      <w:bookmarkStart w:id="246" w:name="_Toc61112185"/>
      <w:bookmarkStart w:id="247" w:name="_Toc67911337"/>
      <w:bookmarkStart w:id="248" w:name="_Toc74842812"/>
      <w:bookmarkStart w:id="249" w:name="_Toc76503195"/>
      <w:bookmarkStart w:id="250" w:name="_Toc83040638"/>
      <w:bookmarkStart w:id="251" w:name="_Toc89851681"/>
      <w:bookmarkStart w:id="252" w:name="_Toc98676035"/>
      <w:r w:rsidRPr="00EF2F0E">
        <w:t>5.1</w:t>
      </w:r>
      <w:r w:rsidRPr="00EF2F0E">
        <w:tab/>
        <w:t>General</w:t>
      </w:r>
      <w:bookmarkEnd w:id="241"/>
      <w:bookmarkEnd w:id="242"/>
      <w:bookmarkEnd w:id="243"/>
      <w:bookmarkEnd w:id="244"/>
      <w:bookmarkEnd w:id="245"/>
      <w:bookmarkEnd w:id="246"/>
      <w:bookmarkEnd w:id="247"/>
      <w:bookmarkEnd w:id="248"/>
      <w:bookmarkEnd w:id="249"/>
      <w:bookmarkEnd w:id="250"/>
      <w:bookmarkEnd w:id="251"/>
      <w:bookmarkEnd w:id="252"/>
    </w:p>
    <w:p w14:paraId="0984CDBF" w14:textId="77777777" w:rsidR="005C1B04" w:rsidRPr="00EF2F0E" w:rsidRDefault="005C1B04" w:rsidP="00A40339">
      <w:r w:rsidRPr="00EF2F0E">
        <w:t>The applicability of requirements is related to the band categories described in 3GPP TS 37.104 [5]. This clause captures the requirement clauses' applicability for the respective band categories depending on the operating band specific BS RAT/MSR capability. For each individual band, the manufacturer declares whether the AAS BS conforms to MSR or single RAT requirements.</w:t>
      </w:r>
    </w:p>
    <w:p w14:paraId="0984CDC0" w14:textId="77777777" w:rsidR="005C1B04" w:rsidRPr="00EF2F0E" w:rsidRDefault="005C1B04" w:rsidP="00A40339">
      <w:r w:rsidRPr="00EF2F0E">
        <w:t xml:space="preserve">The applicability of requirements is further related to the declared AAS BS architecture, either a </w:t>
      </w:r>
      <w:r w:rsidRPr="00EF2F0E">
        <w:rPr>
          <w:i/>
        </w:rPr>
        <w:t>hybrid AAS BS</w:t>
      </w:r>
      <w:r w:rsidRPr="00EF2F0E">
        <w:t xml:space="preserve"> or a </w:t>
      </w:r>
      <w:r w:rsidRPr="00EF2F0E">
        <w:rPr>
          <w:i/>
        </w:rPr>
        <w:t>OTA AAS BS</w:t>
      </w:r>
      <w:r w:rsidRPr="00EF2F0E">
        <w:t xml:space="preserve">. This clause captures the requirement clauses applicability to either the </w:t>
      </w:r>
      <w:r w:rsidRPr="00EF2F0E">
        <w:rPr>
          <w:i/>
        </w:rPr>
        <w:t>hybrid AAS BS requirement set</w:t>
      </w:r>
      <w:r w:rsidRPr="00EF2F0E">
        <w:t xml:space="preserve"> or the </w:t>
      </w:r>
      <w:r w:rsidRPr="00EF2F0E">
        <w:rPr>
          <w:i/>
        </w:rPr>
        <w:t>OTA AAS BS requirement set</w:t>
      </w:r>
      <w:r w:rsidRPr="00EF2F0E">
        <w:t xml:space="preserve">. The manufacturer declares whether the AAS BS conforms to the </w:t>
      </w:r>
      <w:r w:rsidRPr="00EF2F0E">
        <w:rPr>
          <w:i/>
        </w:rPr>
        <w:t xml:space="preserve">hybrid AAS BS requirement set </w:t>
      </w:r>
      <w:r w:rsidRPr="00EF2F0E">
        <w:t xml:space="preserve">or the </w:t>
      </w:r>
      <w:r w:rsidRPr="00EF2F0E">
        <w:rPr>
          <w:i/>
        </w:rPr>
        <w:t>OTA AAS BS requirement set</w:t>
      </w:r>
      <w:r w:rsidRPr="00EF2F0E">
        <w:t xml:space="preserve">. </w:t>
      </w:r>
    </w:p>
    <w:p w14:paraId="0984CDC1" w14:textId="77777777" w:rsidR="005C1B04" w:rsidRPr="00EF2F0E" w:rsidRDefault="005C1B04" w:rsidP="00A40339">
      <w:r w:rsidRPr="00EF2F0E">
        <w:t xml:space="preserve">In the present specification, requirements for </w:t>
      </w:r>
      <w:r w:rsidRPr="00EF2F0E">
        <w:rPr>
          <w:i/>
        </w:rPr>
        <w:t>MSR operation</w:t>
      </w:r>
      <w:r w:rsidRPr="00EF2F0E">
        <w:t xml:space="preserve"> and for </w:t>
      </w:r>
      <w:r w:rsidRPr="00EF2F0E">
        <w:rPr>
          <w:i/>
        </w:rPr>
        <w:t>single RAT operation</w:t>
      </w:r>
      <w:r w:rsidRPr="00EF2F0E">
        <w:t xml:space="preserve"> are defined. If the AAS BS is declared to be single RAT in an operating band, the respective requirements for </w:t>
      </w:r>
      <w:r w:rsidRPr="00EF2F0E">
        <w:rPr>
          <w:i/>
        </w:rPr>
        <w:t xml:space="preserve">single RAT operation </w:t>
      </w:r>
      <w:r w:rsidRPr="00EF2F0E">
        <w:t xml:space="preserve">(derived from 3GPP TS 25.104 [2], 3GPP TS 25.105 [3] or 3GPP TS 36.104 [4]) apply in that operating band. If the AAS BS is declared to be MSR (operating one or more RATs) in the operating band, the requirements for </w:t>
      </w:r>
      <w:r w:rsidRPr="00EF2F0E">
        <w:rPr>
          <w:i/>
        </w:rPr>
        <w:t xml:space="preserve">MSR operation </w:t>
      </w:r>
      <w:r w:rsidRPr="00EF2F0E">
        <w:t xml:space="preserve">(derived from 3GPP TS 35.104 [5]) apply to that operating band. Where requirements for </w:t>
      </w:r>
      <w:r w:rsidRPr="00EF2F0E">
        <w:rPr>
          <w:i/>
        </w:rPr>
        <w:t>MSR operation</w:t>
      </w:r>
      <w:r w:rsidRPr="00EF2F0E">
        <w:t xml:space="preserve"> comprise RAT specific requirements, these apply only when the AAS BS is operating the RAT in the operating band. </w:t>
      </w:r>
    </w:p>
    <w:p w14:paraId="0984CDC2" w14:textId="77777777" w:rsidR="005C1B04" w:rsidRPr="00EF2F0E" w:rsidRDefault="005C1B04" w:rsidP="00A40339">
      <w:pPr>
        <w:pStyle w:val="NO"/>
      </w:pPr>
      <w:r w:rsidRPr="00EF2F0E">
        <w:t>NOTE:</w:t>
      </w:r>
      <w:r w:rsidRPr="00EF2F0E">
        <w:tab/>
        <w:t>An AAS BS declared MSR in an operating band and operating only one RAT is differentiated from an AAS BS declared single RAT in the operating band by the fact that requirements are derived from 3GPP TS 37.104 [5] rather than from the single RAT specifications 3GPP TS 25.104 [2], 3GPP TS 25.105 [3] or 3GPP TS 36.104 [4].</w:t>
      </w:r>
    </w:p>
    <w:p w14:paraId="0984CDC3" w14:textId="77777777" w:rsidR="005C1B04" w:rsidRPr="00EF2F0E" w:rsidRDefault="005C1B04" w:rsidP="00A40339">
      <w:pPr>
        <w:pStyle w:val="Heading2"/>
      </w:pPr>
      <w:bookmarkStart w:id="253" w:name="_Toc21095759"/>
      <w:bookmarkStart w:id="254" w:name="_Toc29762958"/>
      <w:bookmarkStart w:id="255" w:name="_Toc45869243"/>
      <w:bookmarkStart w:id="256" w:name="_Toc52554491"/>
      <w:bookmarkStart w:id="257" w:name="_Toc52554961"/>
      <w:bookmarkStart w:id="258" w:name="_Toc61112186"/>
      <w:bookmarkStart w:id="259" w:name="_Toc67911338"/>
      <w:bookmarkStart w:id="260" w:name="_Toc74842813"/>
      <w:bookmarkStart w:id="261" w:name="_Toc76503196"/>
      <w:bookmarkStart w:id="262" w:name="_Toc83040639"/>
      <w:bookmarkStart w:id="263" w:name="_Toc89851682"/>
      <w:bookmarkStart w:id="264" w:name="_Toc98676036"/>
      <w:r w:rsidRPr="00EF2F0E">
        <w:t>5.2</w:t>
      </w:r>
      <w:r w:rsidRPr="00EF2F0E">
        <w:tab/>
        <w:t>Band category 1 (BC1) and band category 2 (BC2)</w:t>
      </w:r>
      <w:bookmarkEnd w:id="253"/>
      <w:bookmarkEnd w:id="254"/>
      <w:bookmarkEnd w:id="255"/>
      <w:bookmarkEnd w:id="256"/>
      <w:bookmarkEnd w:id="257"/>
      <w:bookmarkEnd w:id="258"/>
      <w:bookmarkEnd w:id="259"/>
      <w:bookmarkEnd w:id="260"/>
      <w:bookmarkEnd w:id="261"/>
      <w:bookmarkEnd w:id="262"/>
      <w:bookmarkEnd w:id="263"/>
      <w:bookmarkEnd w:id="264"/>
    </w:p>
    <w:p w14:paraId="0984CDC4" w14:textId="77777777" w:rsidR="005C1B04" w:rsidRPr="00EF2F0E" w:rsidRDefault="005C1B04" w:rsidP="00A40339">
      <w:r w:rsidRPr="00EF2F0E">
        <w:t xml:space="preserve">The RF requirements listed in table 5.2-1 apply to AAS BS for each supported operating band belonging to BC1 and BC2. Requirements apply according to the RAT/MSR capability of the AAS BS in the operating band, as listed in the heading of the table and the declared requirement set (hybrid or OTA). Some requirements listed in the table may not be mandatory or they may apply only regionally. This is further specified in the subclause treating each requirement and in table 4.5-1. </w:t>
      </w:r>
    </w:p>
    <w:p w14:paraId="0984CDC5" w14:textId="77777777" w:rsidR="005C1B04" w:rsidRPr="00EF2F0E" w:rsidRDefault="005C1B04" w:rsidP="00A40339">
      <w:pPr>
        <w:pStyle w:val="NO"/>
      </w:pPr>
      <w:r w:rsidRPr="00EF2F0E">
        <w:t>NOTE:</w:t>
      </w:r>
      <w:r w:rsidRPr="00EF2F0E">
        <w:tab/>
        <w:t xml:space="preserve">Bands in BC1 and BC2 categories are also used for NB-IoT operation. NB-IoT is </w:t>
      </w:r>
      <w:r w:rsidRPr="00EF2F0E">
        <w:rPr>
          <w:lang w:eastAsia="zh-CN"/>
        </w:rPr>
        <w:t>not applicable for AAS BS</w:t>
      </w:r>
      <w:r w:rsidRPr="00EF2F0E">
        <w:t>.</w:t>
      </w:r>
    </w:p>
    <w:p w14:paraId="0984CDC6" w14:textId="77777777" w:rsidR="005C1B04" w:rsidRPr="00EF2F0E" w:rsidRDefault="005C1B04" w:rsidP="00A40339">
      <w:r w:rsidRPr="00EF2F0E">
        <w:t xml:space="preserve">For operation in multiple operating bands, the applicability of the requirements in table 5.2-1 is determined based on the manufacturer declared AAS BS RAT and single RAT/MSR conformance for each operating band. The applicability of </w:t>
      </w:r>
      <w:r w:rsidRPr="00EF2F0E">
        <w:rPr>
          <w:i/>
        </w:rPr>
        <w:t>multi-band requirements</w:t>
      </w:r>
      <w:r w:rsidRPr="00EF2F0E">
        <w:t xml:space="preserve"> respective </w:t>
      </w:r>
      <w:r w:rsidRPr="00EF2F0E">
        <w:rPr>
          <w:i/>
        </w:rPr>
        <w:t>single band requirements</w:t>
      </w:r>
      <w:r w:rsidRPr="00EF2F0E">
        <w:t xml:space="preserve"> is defined in clause 4.9 and in each referred clause in the table but it cannot be determined by the table itself.</w:t>
      </w:r>
    </w:p>
    <w:p w14:paraId="0984CDC7" w14:textId="77777777" w:rsidR="005C1B04" w:rsidRPr="00EF2F0E" w:rsidRDefault="005C1B04" w:rsidP="00A40339">
      <w:pPr>
        <w:pStyle w:val="TH"/>
      </w:pPr>
      <w:r w:rsidRPr="00EF2F0E">
        <w:t>Table 5.</w:t>
      </w:r>
      <w:r w:rsidRPr="00EF2F0E">
        <w:rPr>
          <w:lang w:eastAsia="ja-JP"/>
        </w:rPr>
        <w:t>2</w:t>
      </w:r>
      <w:r w:rsidRPr="00EF2F0E">
        <w:t xml:space="preserve">-1: Applicability of </w:t>
      </w:r>
      <w:r w:rsidRPr="00EF2F0E">
        <w:rPr>
          <w:lang w:val="en-US"/>
        </w:rPr>
        <w:t xml:space="preserve">RF </w:t>
      </w:r>
      <w:r w:rsidRPr="00EF2F0E">
        <w:t>requirements for AAS BS operation in BC1 and BC2</w:t>
      </w:r>
    </w:p>
    <w:tbl>
      <w:tblPr>
        <w:tblW w:w="9857" w:type="dxa"/>
        <w:tblLayout w:type="fixed"/>
        <w:tblLook w:val="04A0" w:firstRow="1" w:lastRow="0" w:firstColumn="1" w:lastColumn="0" w:noHBand="0" w:noVBand="1"/>
      </w:tblPr>
      <w:tblGrid>
        <w:gridCol w:w="1771"/>
        <w:gridCol w:w="806"/>
        <w:gridCol w:w="808"/>
        <w:gridCol w:w="810"/>
        <w:gridCol w:w="808"/>
        <w:gridCol w:w="806"/>
        <w:gridCol w:w="808"/>
        <w:gridCol w:w="808"/>
        <w:gridCol w:w="807"/>
        <w:gridCol w:w="805"/>
        <w:gridCol w:w="820"/>
      </w:tblGrid>
      <w:tr w:rsidR="00DE76A7" w:rsidRPr="00EF2F0E" w14:paraId="0984CDCE" w14:textId="77777777" w:rsidTr="00DE76A7">
        <w:trPr>
          <w:trHeight w:val="480"/>
        </w:trPr>
        <w:tc>
          <w:tcPr>
            <w:tcW w:w="1771" w:type="dxa"/>
            <w:tcBorders>
              <w:top w:val="single" w:sz="4" w:space="0" w:color="auto"/>
              <w:left w:val="single" w:sz="4" w:space="0" w:color="auto"/>
              <w:bottom w:val="single" w:sz="4" w:space="0" w:color="auto"/>
              <w:right w:val="single" w:sz="4" w:space="0" w:color="auto"/>
            </w:tcBorders>
            <w:shd w:val="clear" w:color="auto" w:fill="auto"/>
            <w:hideMark/>
          </w:tcPr>
          <w:p w14:paraId="0984CDC8" w14:textId="77777777" w:rsidR="005C1B04" w:rsidRPr="00EF2F0E" w:rsidRDefault="005C1B04" w:rsidP="00A40339">
            <w:pPr>
              <w:pStyle w:val="TAH"/>
              <w:rPr>
                <w:rFonts w:cs="Arial"/>
              </w:rPr>
            </w:pPr>
            <w:r w:rsidRPr="00EF2F0E">
              <w:rPr>
                <w:rFonts w:cs="Arial"/>
              </w:rPr>
              <w:t>RF requirement</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0984CDC9" w14:textId="77777777" w:rsidR="005C1B04" w:rsidRPr="00EF2F0E" w:rsidRDefault="005C1B04" w:rsidP="00A40339">
            <w:pPr>
              <w:pStyle w:val="TAH"/>
              <w:rPr>
                <w:rFonts w:cs="Arial"/>
              </w:rPr>
            </w:pPr>
            <w:r w:rsidRPr="00EF2F0E">
              <w:rPr>
                <w:rFonts w:cs="Arial"/>
              </w:rPr>
              <w:t>AAS BS is MSR capable in the band</w:t>
            </w:r>
          </w:p>
        </w:tc>
        <w:tc>
          <w:tcPr>
            <w:tcW w:w="1618" w:type="dxa"/>
            <w:gridSpan w:val="2"/>
            <w:tcBorders>
              <w:top w:val="single" w:sz="4" w:space="0" w:color="auto"/>
              <w:left w:val="nil"/>
              <w:bottom w:val="single" w:sz="4" w:space="0" w:color="auto"/>
              <w:right w:val="single" w:sz="4" w:space="0" w:color="auto"/>
            </w:tcBorders>
            <w:shd w:val="clear" w:color="auto" w:fill="auto"/>
            <w:hideMark/>
          </w:tcPr>
          <w:p w14:paraId="0984CDCA" w14:textId="77777777" w:rsidR="005C1B04" w:rsidRPr="00EF2F0E" w:rsidRDefault="005C1B04" w:rsidP="00A40339">
            <w:pPr>
              <w:pStyle w:val="TAH"/>
              <w:rPr>
                <w:rFonts w:cs="Arial"/>
              </w:rPr>
            </w:pPr>
            <w:r w:rsidRPr="00EF2F0E">
              <w:rPr>
                <w:rFonts w:cs="Arial"/>
              </w:rPr>
              <w:t>AAS BS is MSR capable and operating UTRA only in the band</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0984CDCB" w14:textId="77777777" w:rsidR="005C1B04" w:rsidRPr="00EF2F0E" w:rsidRDefault="005C1B04" w:rsidP="00A40339">
            <w:pPr>
              <w:pStyle w:val="TAH"/>
              <w:rPr>
                <w:rFonts w:cs="Arial"/>
              </w:rPr>
            </w:pPr>
            <w:r w:rsidRPr="00EF2F0E">
              <w:rPr>
                <w:rFonts w:cs="Arial"/>
              </w:rPr>
              <w:t>AAS BS is MSR capable and operating E-UTRA only in the band</w:t>
            </w:r>
          </w:p>
        </w:tc>
        <w:tc>
          <w:tcPr>
            <w:tcW w:w="1615" w:type="dxa"/>
            <w:gridSpan w:val="2"/>
            <w:tcBorders>
              <w:top w:val="single" w:sz="4" w:space="0" w:color="auto"/>
              <w:left w:val="nil"/>
              <w:bottom w:val="single" w:sz="4" w:space="0" w:color="auto"/>
              <w:right w:val="single" w:sz="4" w:space="0" w:color="auto"/>
            </w:tcBorders>
            <w:shd w:val="clear" w:color="auto" w:fill="auto"/>
            <w:hideMark/>
          </w:tcPr>
          <w:p w14:paraId="0984CDCC" w14:textId="77777777" w:rsidR="005C1B04" w:rsidRPr="00EF2F0E" w:rsidRDefault="005C1B04" w:rsidP="00A40339">
            <w:pPr>
              <w:pStyle w:val="TAH"/>
              <w:rPr>
                <w:rFonts w:cs="Arial"/>
              </w:rPr>
            </w:pPr>
            <w:r w:rsidRPr="00EF2F0E">
              <w:rPr>
                <w:rFonts w:cs="Arial"/>
              </w:rPr>
              <w:t>AAS BS is single-RAT UTRA FDD in the band</w:t>
            </w:r>
          </w:p>
        </w:tc>
        <w:tc>
          <w:tcPr>
            <w:tcW w:w="1625" w:type="dxa"/>
            <w:gridSpan w:val="2"/>
            <w:tcBorders>
              <w:top w:val="single" w:sz="4" w:space="0" w:color="auto"/>
              <w:left w:val="nil"/>
              <w:bottom w:val="single" w:sz="4" w:space="0" w:color="auto"/>
              <w:right w:val="single" w:sz="4" w:space="0" w:color="auto"/>
            </w:tcBorders>
            <w:shd w:val="clear" w:color="auto" w:fill="auto"/>
            <w:hideMark/>
          </w:tcPr>
          <w:p w14:paraId="0984CDCD" w14:textId="77777777" w:rsidR="005C1B04" w:rsidRPr="00EF2F0E" w:rsidRDefault="005C1B04" w:rsidP="00A40339">
            <w:pPr>
              <w:pStyle w:val="TAH"/>
              <w:rPr>
                <w:rFonts w:cs="Arial"/>
              </w:rPr>
            </w:pPr>
            <w:r w:rsidRPr="00EF2F0E">
              <w:rPr>
                <w:rFonts w:cs="Arial"/>
              </w:rPr>
              <w:t>AAS BS is single-RAT E</w:t>
            </w:r>
            <w:r w:rsidRPr="00EF2F0E">
              <w:rPr>
                <w:rFonts w:cs="Arial"/>
              </w:rPr>
              <w:noBreakHyphen/>
              <w:t>UTRA FDD in the band</w:t>
            </w:r>
          </w:p>
        </w:tc>
      </w:tr>
      <w:tr w:rsidR="00DE76A7" w:rsidRPr="00EF2F0E" w14:paraId="0984CDDA"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DCF" w14:textId="77777777" w:rsidR="005C1B04" w:rsidRPr="00EF2F0E" w:rsidRDefault="005C1B04" w:rsidP="00A40339">
            <w:pPr>
              <w:spacing w:after="0"/>
              <w:jc w:val="center"/>
              <w:rPr>
                <w:rFonts w:ascii="Arial" w:hAnsi="Arial" w:cs="Arial"/>
                <w:b/>
                <w:bCs/>
                <w:sz w:val="18"/>
                <w:szCs w:val="18"/>
                <w:lang w:eastAsia="en-GB"/>
              </w:rPr>
            </w:pPr>
            <w:r w:rsidRPr="00EF2F0E">
              <w:rPr>
                <w:rFonts w:ascii="Arial" w:hAnsi="Arial" w:cs="Arial"/>
                <w:b/>
                <w:bCs/>
                <w:sz w:val="18"/>
                <w:szCs w:val="18"/>
                <w:lang w:eastAsia="en-GB"/>
              </w:rPr>
              <w:t> Requirement set</w:t>
            </w:r>
          </w:p>
        </w:tc>
        <w:tc>
          <w:tcPr>
            <w:tcW w:w="806" w:type="dxa"/>
            <w:tcBorders>
              <w:top w:val="nil"/>
              <w:left w:val="nil"/>
              <w:bottom w:val="single" w:sz="4" w:space="0" w:color="auto"/>
              <w:right w:val="single" w:sz="4" w:space="0" w:color="auto"/>
            </w:tcBorders>
            <w:shd w:val="clear" w:color="auto" w:fill="auto"/>
            <w:hideMark/>
          </w:tcPr>
          <w:p w14:paraId="0984CDD0"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hybrid AAS BS</w:t>
            </w:r>
          </w:p>
        </w:tc>
        <w:tc>
          <w:tcPr>
            <w:tcW w:w="808" w:type="dxa"/>
            <w:tcBorders>
              <w:top w:val="nil"/>
              <w:left w:val="nil"/>
              <w:bottom w:val="single" w:sz="4" w:space="0" w:color="auto"/>
              <w:right w:val="single" w:sz="4" w:space="0" w:color="auto"/>
            </w:tcBorders>
            <w:shd w:val="clear" w:color="auto" w:fill="auto"/>
            <w:hideMark/>
          </w:tcPr>
          <w:p w14:paraId="0984CDD1"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OTA AAS BS</w:t>
            </w:r>
          </w:p>
        </w:tc>
        <w:tc>
          <w:tcPr>
            <w:tcW w:w="810" w:type="dxa"/>
            <w:tcBorders>
              <w:top w:val="nil"/>
              <w:left w:val="nil"/>
              <w:bottom w:val="single" w:sz="4" w:space="0" w:color="auto"/>
              <w:right w:val="single" w:sz="4" w:space="0" w:color="auto"/>
            </w:tcBorders>
            <w:shd w:val="clear" w:color="auto" w:fill="auto"/>
            <w:hideMark/>
          </w:tcPr>
          <w:p w14:paraId="0984CDD2"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hybrid AAS BS</w:t>
            </w:r>
          </w:p>
        </w:tc>
        <w:tc>
          <w:tcPr>
            <w:tcW w:w="808" w:type="dxa"/>
            <w:tcBorders>
              <w:top w:val="nil"/>
              <w:left w:val="nil"/>
              <w:bottom w:val="single" w:sz="4" w:space="0" w:color="auto"/>
              <w:right w:val="single" w:sz="4" w:space="0" w:color="auto"/>
            </w:tcBorders>
            <w:shd w:val="clear" w:color="auto" w:fill="auto"/>
            <w:hideMark/>
          </w:tcPr>
          <w:p w14:paraId="0984CDD3"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OTA AAS BS</w:t>
            </w:r>
          </w:p>
        </w:tc>
        <w:tc>
          <w:tcPr>
            <w:tcW w:w="806" w:type="dxa"/>
            <w:tcBorders>
              <w:top w:val="nil"/>
              <w:left w:val="nil"/>
              <w:bottom w:val="single" w:sz="4" w:space="0" w:color="auto"/>
              <w:right w:val="single" w:sz="4" w:space="0" w:color="auto"/>
            </w:tcBorders>
            <w:shd w:val="clear" w:color="auto" w:fill="auto"/>
            <w:hideMark/>
          </w:tcPr>
          <w:p w14:paraId="0984CDD4"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hybrid AAS BS</w:t>
            </w:r>
          </w:p>
        </w:tc>
        <w:tc>
          <w:tcPr>
            <w:tcW w:w="808" w:type="dxa"/>
            <w:tcBorders>
              <w:top w:val="nil"/>
              <w:left w:val="nil"/>
              <w:bottom w:val="single" w:sz="4" w:space="0" w:color="auto"/>
              <w:right w:val="single" w:sz="4" w:space="0" w:color="auto"/>
            </w:tcBorders>
            <w:shd w:val="clear" w:color="auto" w:fill="auto"/>
            <w:hideMark/>
          </w:tcPr>
          <w:p w14:paraId="0984CDD5"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OTA AAS BS</w:t>
            </w:r>
          </w:p>
        </w:tc>
        <w:tc>
          <w:tcPr>
            <w:tcW w:w="808" w:type="dxa"/>
            <w:tcBorders>
              <w:top w:val="nil"/>
              <w:left w:val="nil"/>
              <w:bottom w:val="single" w:sz="4" w:space="0" w:color="auto"/>
              <w:right w:val="single" w:sz="4" w:space="0" w:color="auto"/>
            </w:tcBorders>
            <w:shd w:val="clear" w:color="auto" w:fill="auto"/>
            <w:hideMark/>
          </w:tcPr>
          <w:p w14:paraId="0984CDD6"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hybrid AAS BS</w:t>
            </w:r>
          </w:p>
        </w:tc>
        <w:tc>
          <w:tcPr>
            <w:tcW w:w="807" w:type="dxa"/>
            <w:tcBorders>
              <w:top w:val="nil"/>
              <w:left w:val="nil"/>
              <w:bottom w:val="single" w:sz="4" w:space="0" w:color="auto"/>
              <w:right w:val="single" w:sz="4" w:space="0" w:color="auto"/>
            </w:tcBorders>
            <w:shd w:val="clear" w:color="auto" w:fill="auto"/>
            <w:hideMark/>
          </w:tcPr>
          <w:p w14:paraId="0984CDD7"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OTA AAS BS</w:t>
            </w:r>
          </w:p>
        </w:tc>
        <w:tc>
          <w:tcPr>
            <w:tcW w:w="805" w:type="dxa"/>
            <w:tcBorders>
              <w:top w:val="nil"/>
              <w:left w:val="nil"/>
              <w:bottom w:val="single" w:sz="4" w:space="0" w:color="auto"/>
              <w:right w:val="single" w:sz="4" w:space="0" w:color="auto"/>
            </w:tcBorders>
            <w:shd w:val="clear" w:color="auto" w:fill="auto"/>
            <w:hideMark/>
          </w:tcPr>
          <w:p w14:paraId="0984CDD8"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0984CDD9"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OTA AAS BS</w:t>
            </w:r>
          </w:p>
        </w:tc>
      </w:tr>
      <w:tr w:rsidR="00DE76A7" w:rsidRPr="00EF2F0E" w14:paraId="0984CDE6" w14:textId="77777777" w:rsidTr="0044667C">
        <w:trPr>
          <w:trHeight w:val="2160"/>
        </w:trPr>
        <w:tc>
          <w:tcPr>
            <w:tcW w:w="1771" w:type="dxa"/>
            <w:tcBorders>
              <w:top w:val="nil"/>
              <w:left w:val="single" w:sz="4" w:space="0" w:color="auto"/>
              <w:bottom w:val="single" w:sz="4" w:space="0" w:color="auto"/>
              <w:right w:val="single" w:sz="4" w:space="0" w:color="auto"/>
            </w:tcBorders>
            <w:shd w:val="clear" w:color="auto" w:fill="auto"/>
            <w:hideMark/>
          </w:tcPr>
          <w:p w14:paraId="0984CDDB"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Base station output power</w:t>
            </w:r>
          </w:p>
        </w:tc>
        <w:tc>
          <w:tcPr>
            <w:tcW w:w="806" w:type="dxa"/>
            <w:tcBorders>
              <w:top w:val="nil"/>
              <w:left w:val="nil"/>
              <w:bottom w:val="single" w:sz="4" w:space="0" w:color="auto"/>
              <w:right w:val="single" w:sz="4" w:space="0" w:color="auto"/>
            </w:tcBorders>
            <w:shd w:val="clear" w:color="auto" w:fill="auto"/>
            <w:hideMark/>
          </w:tcPr>
          <w:p w14:paraId="0984CDD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6.2.1</w:t>
            </w:r>
            <w:r w:rsidRPr="00EF2F0E">
              <w:rPr>
                <w:rFonts w:ascii="Arial" w:hAnsi="Arial" w:cs="Arial"/>
                <w:sz w:val="18"/>
                <w:szCs w:val="18"/>
                <w:lang w:eastAsia="en-GB"/>
              </w:rPr>
              <w:br/>
              <w:t>6.2.2.1</w:t>
            </w:r>
            <w:r w:rsidRPr="00EF2F0E">
              <w:rPr>
                <w:rFonts w:ascii="Arial" w:hAnsi="Arial" w:cs="Arial"/>
                <w:sz w:val="18"/>
                <w:szCs w:val="18"/>
                <w:lang w:eastAsia="en-GB"/>
              </w:rPr>
              <w:br/>
              <w:t xml:space="preserve">6.2.2.2 </w:t>
            </w:r>
            <w:r w:rsidRPr="00EF2F0E">
              <w:rPr>
                <w:rFonts w:ascii="Arial" w:hAnsi="Arial" w:cs="Arial"/>
                <w:sz w:val="18"/>
                <w:szCs w:val="18"/>
                <w:lang w:eastAsia="en-GB"/>
              </w:rPr>
              <w:br/>
              <w:t>6.2.3.1</w:t>
            </w:r>
            <w:r w:rsidRPr="00EF2F0E">
              <w:rPr>
                <w:rFonts w:ascii="Arial" w:hAnsi="Arial" w:cs="Arial"/>
                <w:sz w:val="18"/>
                <w:szCs w:val="18"/>
                <w:lang w:eastAsia="en-GB"/>
              </w:rPr>
              <w:br/>
              <w:t>6.2.3.2</w:t>
            </w:r>
            <w:r w:rsidRPr="00EF2F0E">
              <w:rPr>
                <w:rFonts w:ascii="Arial" w:hAnsi="Arial" w:cs="Arial"/>
                <w:sz w:val="18"/>
                <w:szCs w:val="18"/>
                <w:lang w:eastAsia="en-GB"/>
              </w:rPr>
              <w:br/>
              <w:t>6.2.5.1</w:t>
            </w:r>
            <w:r w:rsidRPr="00EF2F0E">
              <w:rPr>
                <w:rFonts w:ascii="Arial" w:hAnsi="Arial" w:cs="Arial"/>
                <w:sz w:val="18"/>
                <w:szCs w:val="18"/>
                <w:lang w:eastAsia="en-GB"/>
              </w:rPr>
              <w:br/>
              <w:t>6.2.5.2</w:t>
            </w:r>
            <w:r w:rsidRPr="00EF2F0E">
              <w:rPr>
                <w:rFonts w:ascii="Arial" w:hAnsi="Arial" w:cs="Arial"/>
                <w:sz w:val="18"/>
                <w:szCs w:val="18"/>
                <w:lang w:eastAsia="en-GB"/>
              </w:rPr>
              <w:br/>
              <w:t>6.2.6.1</w:t>
            </w:r>
            <w:r w:rsidRPr="00EF2F0E">
              <w:rPr>
                <w:rFonts w:ascii="Arial" w:hAnsi="Arial" w:cs="Arial"/>
                <w:sz w:val="18"/>
                <w:szCs w:val="18"/>
                <w:lang w:eastAsia="en-GB"/>
              </w:rPr>
              <w:br/>
              <w:t>6.2.6.2</w:t>
            </w:r>
          </w:p>
        </w:tc>
        <w:tc>
          <w:tcPr>
            <w:tcW w:w="808" w:type="dxa"/>
            <w:tcBorders>
              <w:top w:val="nil"/>
              <w:left w:val="nil"/>
              <w:bottom w:val="single" w:sz="4" w:space="0" w:color="auto"/>
              <w:right w:val="single" w:sz="4" w:space="0" w:color="auto"/>
            </w:tcBorders>
            <w:shd w:val="clear" w:color="auto" w:fill="auto"/>
            <w:vAlign w:val="center"/>
            <w:hideMark/>
          </w:tcPr>
          <w:p w14:paraId="0984CDD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DD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6.2.1</w:t>
            </w:r>
            <w:r w:rsidRPr="00EF2F0E">
              <w:rPr>
                <w:rFonts w:ascii="Arial" w:hAnsi="Arial" w:cs="Arial"/>
                <w:sz w:val="18"/>
                <w:szCs w:val="18"/>
                <w:lang w:eastAsia="en-GB"/>
              </w:rPr>
              <w:br/>
              <w:t>6.2.2.1</w:t>
            </w:r>
            <w:r w:rsidRPr="00EF2F0E">
              <w:rPr>
                <w:rFonts w:ascii="Arial" w:hAnsi="Arial" w:cs="Arial"/>
                <w:sz w:val="18"/>
                <w:szCs w:val="18"/>
                <w:lang w:eastAsia="en-GB"/>
              </w:rPr>
              <w:br/>
              <w:t xml:space="preserve">6.2.2.2 </w:t>
            </w:r>
            <w:r w:rsidRPr="00EF2F0E">
              <w:rPr>
                <w:rFonts w:ascii="Arial" w:hAnsi="Arial" w:cs="Arial"/>
                <w:sz w:val="18"/>
                <w:szCs w:val="18"/>
                <w:lang w:eastAsia="en-GB"/>
              </w:rPr>
              <w:br/>
              <w:t>6.2.3.1</w:t>
            </w:r>
            <w:r w:rsidRPr="00EF2F0E">
              <w:rPr>
                <w:rFonts w:ascii="Arial" w:hAnsi="Arial" w:cs="Arial"/>
                <w:sz w:val="18"/>
                <w:szCs w:val="18"/>
                <w:lang w:eastAsia="en-GB"/>
              </w:rPr>
              <w:br/>
              <w:t>6.2.3.2</w:t>
            </w:r>
            <w:r w:rsidRPr="00EF2F0E">
              <w:rPr>
                <w:rFonts w:ascii="Arial" w:hAnsi="Arial" w:cs="Arial"/>
                <w:sz w:val="18"/>
                <w:szCs w:val="18"/>
                <w:lang w:eastAsia="en-GB"/>
              </w:rPr>
              <w:br/>
              <w:t>6.2.5.1</w:t>
            </w:r>
            <w:r w:rsidRPr="00EF2F0E">
              <w:rPr>
                <w:rFonts w:ascii="Arial" w:hAnsi="Arial" w:cs="Arial"/>
                <w:sz w:val="18"/>
                <w:szCs w:val="18"/>
                <w:lang w:eastAsia="en-GB"/>
              </w:rPr>
              <w:br/>
              <w:t>6.2.5.2</w:t>
            </w:r>
          </w:p>
        </w:tc>
        <w:tc>
          <w:tcPr>
            <w:tcW w:w="808" w:type="dxa"/>
            <w:tcBorders>
              <w:top w:val="nil"/>
              <w:left w:val="nil"/>
              <w:bottom w:val="single" w:sz="4" w:space="0" w:color="auto"/>
              <w:right w:val="single" w:sz="4" w:space="0" w:color="auto"/>
            </w:tcBorders>
            <w:shd w:val="clear" w:color="auto" w:fill="auto"/>
            <w:vAlign w:val="center"/>
            <w:hideMark/>
          </w:tcPr>
          <w:p w14:paraId="0984CDD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DE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6.2.1</w:t>
            </w:r>
            <w:r w:rsidRPr="00EF2F0E">
              <w:rPr>
                <w:rFonts w:ascii="Arial" w:hAnsi="Arial" w:cs="Arial"/>
                <w:sz w:val="18"/>
                <w:szCs w:val="18"/>
                <w:lang w:eastAsia="en-GB"/>
              </w:rPr>
              <w:br/>
              <w:t>6.2.2.1</w:t>
            </w:r>
            <w:r w:rsidRPr="00EF2F0E">
              <w:rPr>
                <w:rFonts w:ascii="Arial" w:hAnsi="Arial" w:cs="Arial"/>
                <w:sz w:val="18"/>
                <w:szCs w:val="18"/>
                <w:lang w:eastAsia="en-GB"/>
              </w:rPr>
              <w:br/>
              <w:t xml:space="preserve">6.2.2.2 </w:t>
            </w:r>
            <w:r w:rsidRPr="00EF2F0E">
              <w:rPr>
                <w:rFonts w:ascii="Arial" w:hAnsi="Arial" w:cs="Arial"/>
                <w:sz w:val="18"/>
                <w:szCs w:val="18"/>
                <w:lang w:eastAsia="en-GB"/>
              </w:rPr>
              <w:br/>
              <w:t>6.2.6.1</w:t>
            </w:r>
            <w:r w:rsidRPr="00EF2F0E">
              <w:rPr>
                <w:rFonts w:ascii="Arial" w:hAnsi="Arial" w:cs="Arial"/>
                <w:sz w:val="18"/>
                <w:szCs w:val="18"/>
                <w:lang w:eastAsia="en-GB"/>
              </w:rPr>
              <w:br/>
              <w:t>6.2.6.2</w:t>
            </w:r>
          </w:p>
        </w:tc>
        <w:tc>
          <w:tcPr>
            <w:tcW w:w="808" w:type="dxa"/>
            <w:tcBorders>
              <w:top w:val="nil"/>
              <w:left w:val="nil"/>
              <w:bottom w:val="single" w:sz="4" w:space="0" w:color="auto"/>
              <w:right w:val="single" w:sz="4" w:space="0" w:color="auto"/>
            </w:tcBorders>
            <w:shd w:val="clear" w:color="auto" w:fill="auto"/>
            <w:vAlign w:val="center"/>
            <w:hideMark/>
          </w:tcPr>
          <w:p w14:paraId="0984CDE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DE2"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6.2.1</w:t>
            </w:r>
            <w:r w:rsidRPr="00EF2F0E">
              <w:rPr>
                <w:rFonts w:ascii="Arial" w:hAnsi="Arial" w:cs="Arial"/>
                <w:sz w:val="18"/>
                <w:szCs w:val="18"/>
                <w:lang w:eastAsia="en-GB"/>
              </w:rPr>
              <w:br/>
              <w:t>6.2.2.1</w:t>
            </w:r>
            <w:r w:rsidRPr="00EF2F0E">
              <w:rPr>
                <w:rFonts w:ascii="Arial" w:hAnsi="Arial" w:cs="Arial"/>
                <w:sz w:val="18"/>
                <w:szCs w:val="18"/>
                <w:lang w:eastAsia="en-GB"/>
              </w:rPr>
              <w:br/>
              <w:t xml:space="preserve">6.2.2.3 </w:t>
            </w:r>
            <w:r w:rsidRPr="00EF2F0E">
              <w:rPr>
                <w:rFonts w:ascii="Arial" w:hAnsi="Arial" w:cs="Arial"/>
                <w:sz w:val="18"/>
                <w:szCs w:val="18"/>
                <w:lang w:eastAsia="en-GB"/>
              </w:rPr>
              <w:br/>
              <w:t>6.2.3.1</w:t>
            </w:r>
            <w:r w:rsidRPr="00EF2F0E">
              <w:rPr>
                <w:rFonts w:ascii="Arial" w:hAnsi="Arial" w:cs="Arial"/>
                <w:sz w:val="18"/>
                <w:szCs w:val="18"/>
                <w:lang w:eastAsia="en-GB"/>
              </w:rPr>
              <w:br/>
              <w:t>6.2.3.3</w:t>
            </w:r>
            <w:r w:rsidRPr="00EF2F0E">
              <w:rPr>
                <w:rFonts w:ascii="Arial" w:hAnsi="Arial" w:cs="Arial"/>
                <w:sz w:val="18"/>
                <w:szCs w:val="18"/>
                <w:lang w:eastAsia="en-GB"/>
              </w:rPr>
              <w:br/>
              <w:t>6.2.5.1</w:t>
            </w:r>
            <w:r w:rsidRPr="00EF2F0E">
              <w:rPr>
                <w:rFonts w:ascii="Arial" w:hAnsi="Arial" w:cs="Arial"/>
                <w:sz w:val="18"/>
                <w:szCs w:val="18"/>
                <w:lang w:eastAsia="en-GB"/>
              </w:rPr>
              <w:br/>
              <w:t>6.2.5.3</w:t>
            </w:r>
          </w:p>
        </w:tc>
        <w:tc>
          <w:tcPr>
            <w:tcW w:w="807" w:type="dxa"/>
            <w:tcBorders>
              <w:top w:val="nil"/>
              <w:left w:val="nil"/>
              <w:bottom w:val="single" w:sz="4" w:space="0" w:color="auto"/>
              <w:right w:val="single" w:sz="4" w:space="0" w:color="auto"/>
            </w:tcBorders>
            <w:shd w:val="clear" w:color="auto" w:fill="auto"/>
            <w:vAlign w:val="center"/>
            <w:hideMark/>
          </w:tcPr>
          <w:p w14:paraId="0984CDE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DE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6.2.1</w:t>
            </w:r>
            <w:r w:rsidRPr="00EF2F0E">
              <w:rPr>
                <w:rFonts w:ascii="Arial" w:hAnsi="Arial" w:cs="Arial"/>
                <w:sz w:val="18"/>
                <w:szCs w:val="18"/>
                <w:lang w:eastAsia="en-GB"/>
              </w:rPr>
              <w:br/>
              <w:t>6.2.2.1</w:t>
            </w:r>
            <w:r w:rsidRPr="00EF2F0E">
              <w:rPr>
                <w:rFonts w:ascii="Arial" w:hAnsi="Arial" w:cs="Arial"/>
                <w:sz w:val="18"/>
                <w:szCs w:val="18"/>
                <w:lang w:eastAsia="en-GB"/>
              </w:rPr>
              <w:br/>
              <w:t>6.2.2.4</w:t>
            </w:r>
            <w:r w:rsidRPr="00EF2F0E">
              <w:rPr>
                <w:rFonts w:ascii="Arial" w:hAnsi="Arial" w:cs="Arial"/>
                <w:sz w:val="18"/>
                <w:szCs w:val="18"/>
                <w:lang w:eastAsia="en-GB"/>
              </w:rPr>
              <w:br/>
              <w:t>6.2.6.1</w:t>
            </w:r>
            <w:r w:rsidRPr="00EF2F0E">
              <w:rPr>
                <w:rFonts w:ascii="Arial" w:hAnsi="Arial" w:cs="Arial"/>
                <w:sz w:val="18"/>
                <w:szCs w:val="18"/>
                <w:lang w:eastAsia="en-GB"/>
              </w:rPr>
              <w:br/>
              <w:t xml:space="preserve">6.2.6.4 </w:t>
            </w:r>
          </w:p>
        </w:tc>
        <w:tc>
          <w:tcPr>
            <w:tcW w:w="820" w:type="dxa"/>
            <w:tcBorders>
              <w:top w:val="nil"/>
              <w:left w:val="nil"/>
              <w:bottom w:val="single" w:sz="4" w:space="0" w:color="auto"/>
              <w:right w:val="single" w:sz="4" w:space="0" w:color="auto"/>
            </w:tcBorders>
            <w:shd w:val="clear" w:color="auto" w:fill="auto"/>
            <w:vAlign w:val="center"/>
            <w:hideMark/>
          </w:tcPr>
          <w:p w14:paraId="0984CDE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DF2" w14:textId="77777777" w:rsidTr="0044667C">
        <w:trPr>
          <w:trHeight w:val="2640"/>
        </w:trPr>
        <w:tc>
          <w:tcPr>
            <w:tcW w:w="1771" w:type="dxa"/>
            <w:tcBorders>
              <w:top w:val="nil"/>
              <w:left w:val="single" w:sz="4" w:space="0" w:color="auto"/>
              <w:bottom w:val="single" w:sz="4" w:space="0" w:color="auto"/>
              <w:right w:val="single" w:sz="4" w:space="0" w:color="auto"/>
            </w:tcBorders>
            <w:shd w:val="clear" w:color="auto" w:fill="auto"/>
            <w:hideMark/>
          </w:tcPr>
          <w:p w14:paraId="0984CDE7"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Output power dynamics</w:t>
            </w:r>
          </w:p>
        </w:tc>
        <w:tc>
          <w:tcPr>
            <w:tcW w:w="806" w:type="dxa"/>
            <w:tcBorders>
              <w:top w:val="nil"/>
              <w:left w:val="nil"/>
              <w:bottom w:val="single" w:sz="4" w:space="0" w:color="auto"/>
              <w:right w:val="single" w:sz="4" w:space="0" w:color="auto"/>
            </w:tcBorders>
            <w:shd w:val="clear" w:color="auto" w:fill="auto"/>
            <w:hideMark/>
          </w:tcPr>
          <w:p w14:paraId="0984CDE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6.3.1</w:t>
            </w:r>
            <w:r w:rsidRPr="00EF2F0E">
              <w:rPr>
                <w:rFonts w:ascii="Arial" w:hAnsi="Arial" w:cs="Arial"/>
                <w:sz w:val="18"/>
                <w:szCs w:val="18"/>
                <w:lang w:eastAsia="en-GB"/>
              </w:rPr>
              <w:br/>
              <w:t>6.3.2.1</w:t>
            </w:r>
            <w:r w:rsidRPr="00EF2F0E">
              <w:rPr>
                <w:rFonts w:ascii="Arial" w:hAnsi="Arial" w:cs="Arial"/>
                <w:sz w:val="18"/>
                <w:szCs w:val="18"/>
                <w:lang w:eastAsia="en-GB"/>
              </w:rPr>
              <w:br/>
              <w:t>6.3.2.2</w:t>
            </w:r>
            <w:r w:rsidRPr="00EF2F0E">
              <w:rPr>
                <w:rFonts w:ascii="Arial" w:hAnsi="Arial" w:cs="Arial"/>
                <w:sz w:val="18"/>
                <w:szCs w:val="18"/>
                <w:lang w:eastAsia="en-GB"/>
              </w:rPr>
              <w:br/>
              <w:t>6.3.3.1</w:t>
            </w:r>
            <w:r w:rsidRPr="00EF2F0E">
              <w:rPr>
                <w:rFonts w:ascii="Arial" w:hAnsi="Arial" w:cs="Arial"/>
                <w:sz w:val="18"/>
                <w:szCs w:val="18"/>
                <w:lang w:eastAsia="en-GB"/>
              </w:rPr>
              <w:br/>
              <w:t>6.3.3.2</w:t>
            </w:r>
            <w:r w:rsidRPr="00EF2F0E">
              <w:rPr>
                <w:rFonts w:ascii="Arial" w:hAnsi="Arial" w:cs="Arial"/>
                <w:sz w:val="18"/>
                <w:szCs w:val="18"/>
                <w:lang w:eastAsia="en-GB"/>
              </w:rPr>
              <w:br/>
              <w:t>6.3.4.1</w:t>
            </w:r>
            <w:r w:rsidRPr="00EF2F0E">
              <w:rPr>
                <w:rFonts w:ascii="Arial" w:hAnsi="Arial" w:cs="Arial"/>
                <w:sz w:val="18"/>
                <w:szCs w:val="18"/>
                <w:lang w:eastAsia="en-GB"/>
              </w:rPr>
              <w:br/>
              <w:t>6.3.4.2</w:t>
            </w:r>
            <w:r w:rsidRPr="00EF2F0E">
              <w:rPr>
                <w:rFonts w:ascii="Arial" w:hAnsi="Arial" w:cs="Arial"/>
                <w:sz w:val="18"/>
                <w:szCs w:val="18"/>
                <w:lang w:eastAsia="en-GB"/>
              </w:rPr>
              <w:br/>
              <w:t>6.3.5.1</w:t>
            </w:r>
            <w:r w:rsidRPr="00EF2F0E">
              <w:rPr>
                <w:rFonts w:ascii="Arial" w:hAnsi="Arial" w:cs="Arial"/>
                <w:sz w:val="18"/>
                <w:szCs w:val="18"/>
                <w:lang w:eastAsia="en-GB"/>
              </w:rPr>
              <w:br/>
              <w:t>6.3.5.2</w:t>
            </w:r>
            <w:r w:rsidRPr="00EF2F0E">
              <w:rPr>
                <w:rFonts w:ascii="Arial" w:hAnsi="Arial" w:cs="Arial"/>
                <w:sz w:val="18"/>
                <w:szCs w:val="18"/>
                <w:lang w:eastAsia="en-GB"/>
              </w:rPr>
              <w:br/>
              <w:t>6.3.6.1</w:t>
            </w:r>
            <w:r w:rsidRPr="00EF2F0E">
              <w:rPr>
                <w:rFonts w:ascii="Arial" w:hAnsi="Arial" w:cs="Arial"/>
                <w:sz w:val="18"/>
                <w:szCs w:val="18"/>
                <w:lang w:eastAsia="en-GB"/>
              </w:rPr>
              <w:br/>
              <w:t>6.3.6.2</w:t>
            </w:r>
          </w:p>
        </w:tc>
        <w:tc>
          <w:tcPr>
            <w:tcW w:w="808" w:type="dxa"/>
            <w:tcBorders>
              <w:top w:val="nil"/>
              <w:left w:val="nil"/>
              <w:bottom w:val="single" w:sz="4" w:space="0" w:color="auto"/>
              <w:right w:val="single" w:sz="4" w:space="0" w:color="auto"/>
            </w:tcBorders>
            <w:shd w:val="clear" w:color="auto" w:fill="auto"/>
            <w:vAlign w:val="center"/>
            <w:hideMark/>
          </w:tcPr>
          <w:p w14:paraId="0984CDE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DE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6.3.1</w:t>
            </w:r>
            <w:r w:rsidRPr="00EF2F0E">
              <w:rPr>
                <w:rFonts w:ascii="Arial" w:hAnsi="Arial" w:cs="Arial"/>
                <w:sz w:val="18"/>
                <w:szCs w:val="18"/>
                <w:lang w:eastAsia="en-GB"/>
              </w:rPr>
              <w:br/>
              <w:t>6.3.2.1</w:t>
            </w:r>
            <w:r w:rsidRPr="00EF2F0E">
              <w:rPr>
                <w:rFonts w:ascii="Arial" w:hAnsi="Arial" w:cs="Arial"/>
                <w:sz w:val="18"/>
                <w:szCs w:val="18"/>
                <w:lang w:eastAsia="en-GB"/>
              </w:rPr>
              <w:br/>
              <w:t>6.3.2.2</w:t>
            </w:r>
            <w:r w:rsidRPr="00EF2F0E">
              <w:rPr>
                <w:rFonts w:ascii="Arial" w:hAnsi="Arial" w:cs="Arial"/>
                <w:sz w:val="18"/>
                <w:szCs w:val="18"/>
                <w:lang w:eastAsia="en-GB"/>
              </w:rPr>
              <w:br/>
              <w:t>6.3.3.1</w:t>
            </w:r>
            <w:r w:rsidRPr="00EF2F0E">
              <w:rPr>
                <w:rFonts w:ascii="Arial" w:hAnsi="Arial" w:cs="Arial"/>
                <w:sz w:val="18"/>
                <w:szCs w:val="18"/>
                <w:lang w:eastAsia="en-GB"/>
              </w:rPr>
              <w:br/>
              <w:t>6.3.3.2</w:t>
            </w:r>
            <w:r w:rsidRPr="00EF2F0E">
              <w:rPr>
                <w:rFonts w:ascii="Arial" w:hAnsi="Arial" w:cs="Arial"/>
                <w:sz w:val="18"/>
                <w:szCs w:val="18"/>
                <w:lang w:eastAsia="en-GB"/>
              </w:rPr>
              <w:br/>
              <w:t>6.3.4.1</w:t>
            </w:r>
            <w:r w:rsidRPr="00EF2F0E">
              <w:rPr>
                <w:rFonts w:ascii="Arial" w:hAnsi="Arial" w:cs="Arial"/>
                <w:sz w:val="18"/>
                <w:szCs w:val="18"/>
                <w:lang w:eastAsia="en-GB"/>
              </w:rPr>
              <w:br/>
              <w:t>6.3.4.2</w:t>
            </w:r>
            <w:r w:rsidRPr="00EF2F0E">
              <w:rPr>
                <w:rFonts w:ascii="Arial" w:hAnsi="Arial" w:cs="Arial"/>
                <w:sz w:val="18"/>
                <w:szCs w:val="18"/>
                <w:lang w:eastAsia="en-GB"/>
              </w:rPr>
              <w:br/>
              <w:t>6.3.5.1</w:t>
            </w:r>
            <w:r w:rsidRPr="00EF2F0E">
              <w:rPr>
                <w:rFonts w:ascii="Arial" w:hAnsi="Arial" w:cs="Arial"/>
                <w:sz w:val="18"/>
                <w:szCs w:val="18"/>
                <w:lang w:eastAsia="en-GB"/>
              </w:rPr>
              <w:br/>
              <w:t>6.3.5.2</w:t>
            </w:r>
          </w:p>
        </w:tc>
        <w:tc>
          <w:tcPr>
            <w:tcW w:w="808" w:type="dxa"/>
            <w:tcBorders>
              <w:top w:val="nil"/>
              <w:left w:val="nil"/>
              <w:bottom w:val="single" w:sz="4" w:space="0" w:color="auto"/>
              <w:right w:val="single" w:sz="4" w:space="0" w:color="auto"/>
            </w:tcBorders>
            <w:shd w:val="clear" w:color="auto" w:fill="auto"/>
            <w:vAlign w:val="center"/>
            <w:hideMark/>
          </w:tcPr>
          <w:p w14:paraId="0984CDE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DE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6.3.1</w:t>
            </w:r>
            <w:r w:rsidRPr="00EF2F0E">
              <w:rPr>
                <w:rFonts w:ascii="Arial" w:hAnsi="Arial" w:cs="Arial"/>
                <w:sz w:val="18"/>
                <w:szCs w:val="18"/>
                <w:lang w:eastAsia="en-GB"/>
              </w:rPr>
              <w:br/>
              <w:t>6.3.4.1</w:t>
            </w:r>
            <w:r w:rsidRPr="00EF2F0E">
              <w:rPr>
                <w:rFonts w:ascii="Arial" w:hAnsi="Arial" w:cs="Arial"/>
                <w:sz w:val="18"/>
                <w:szCs w:val="18"/>
                <w:lang w:eastAsia="en-GB"/>
              </w:rPr>
              <w:br/>
              <w:t>6.3.4.2</w:t>
            </w:r>
            <w:r w:rsidRPr="00EF2F0E">
              <w:rPr>
                <w:rFonts w:ascii="Arial" w:hAnsi="Arial" w:cs="Arial"/>
                <w:sz w:val="18"/>
                <w:szCs w:val="18"/>
                <w:lang w:eastAsia="en-GB"/>
              </w:rPr>
              <w:br/>
              <w:t>6.3.6.1</w:t>
            </w:r>
            <w:r w:rsidRPr="00EF2F0E">
              <w:rPr>
                <w:rFonts w:ascii="Arial" w:hAnsi="Arial" w:cs="Arial"/>
                <w:sz w:val="18"/>
                <w:szCs w:val="18"/>
                <w:lang w:eastAsia="en-GB"/>
              </w:rPr>
              <w:br/>
              <w:t>6.3.6.2</w:t>
            </w:r>
          </w:p>
        </w:tc>
        <w:tc>
          <w:tcPr>
            <w:tcW w:w="808" w:type="dxa"/>
            <w:tcBorders>
              <w:top w:val="nil"/>
              <w:left w:val="nil"/>
              <w:bottom w:val="single" w:sz="4" w:space="0" w:color="auto"/>
              <w:right w:val="single" w:sz="4" w:space="0" w:color="auto"/>
            </w:tcBorders>
            <w:shd w:val="clear" w:color="auto" w:fill="auto"/>
            <w:vAlign w:val="center"/>
            <w:hideMark/>
          </w:tcPr>
          <w:p w14:paraId="0984CDE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DE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6.3.1</w:t>
            </w:r>
            <w:r w:rsidRPr="00EF2F0E">
              <w:rPr>
                <w:rFonts w:ascii="Arial" w:hAnsi="Arial" w:cs="Arial"/>
                <w:sz w:val="18"/>
                <w:szCs w:val="18"/>
                <w:lang w:eastAsia="en-GB"/>
              </w:rPr>
              <w:br/>
              <w:t>6.3.2.1</w:t>
            </w:r>
            <w:r w:rsidRPr="00EF2F0E">
              <w:rPr>
                <w:rFonts w:ascii="Arial" w:hAnsi="Arial" w:cs="Arial"/>
                <w:sz w:val="18"/>
                <w:szCs w:val="18"/>
                <w:lang w:eastAsia="en-GB"/>
              </w:rPr>
              <w:br/>
              <w:t>6.3.2.3</w:t>
            </w:r>
            <w:r w:rsidRPr="00EF2F0E">
              <w:rPr>
                <w:rFonts w:ascii="Arial" w:hAnsi="Arial" w:cs="Arial"/>
                <w:sz w:val="18"/>
                <w:szCs w:val="18"/>
                <w:lang w:eastAsia="en-GB"/>
              </w:rPr>
              <w:br/>
              <w:t>6.3.3.1</w:t>
            </w:r>
            <w:r w:rsidRPr="00EF2F0E">
              <w:rPr>
                <w:rFonts w:ascii="Arial" w:hAnsi="Arial" w:cs="Arial"/>
                <w:sz w:val="18"/>
                <w:szCs w:val="18"/>
                <w:lang w:eastAsia="en-GB"/>
              </w:rPr>
              <w:br/>
              <w:t>6.3.3.3</w:t>
            </w:r>
            <w:r w:rsidRPr="00EF2F0E">
              <w:rPr>
                <w:rFonts w:ascii="Arial" w:hAnsi="Arial" w:cs="Arial"/>
                <w:sz w:val="18"/>
                <w:szCs w:val="18"/>
                <w:lang w:eastAsia="en-GB"/>
              </w:rPr>
              <w:br/>
              <w:t>6.3.4.1</w:t>
            </w:r>
            <w:r w:rsidRPr="00EF2F0E">
              <w:rPr>
                <w:rFonts w:ascii="Arial" w:hAnsi="Arial" w:cs="Arial"/>
                <w:sz w:val="18"/>
                <w:szCs w:val="18"/>
                <w:lang w:eastAsia="en-GB"/>
              </w:rPr>
              <w:br/>
              <w:t>6.3.4.3</w:t>
            </w:r>
            <w:r w:rsidRPr="00EF2F0E">
              <w:rPr>
                <w:rFonts w:ascii="Arial" w:hAnsi="Arial" w:cs="Arial"/>
                <w:sz w:val="18"/>
                <w:szCs w:val="18"/>
                <w:lang w:eastAsia="en-GB"/>
              </w:rPr>
              <w:br/>
              <w:t>6.3.5.1</w:t>
            </w:r>
            <w:r w:rsidRPr="00EF2F0E">
              <w:rPr>
                <w:rFonts w:ascii="Arial" w:hAnsi="Arial" w:cs="Arial"/>
                <w:sz w:val="18"/>
                <w:szCs w:val="18"/>
                <w:lang w:eastAsia="en-GB"/>
              </w:rPr>
              <w:br/>
              <w:t>6.3.5.3</w:t>
            </w:r>
          </w:p>
        </w:tc>
        <w:tc>
          <w:tcPr>
            <w:tcW w:w="807" w:type="dxa"/>
            <w:tcBorders>
              <w:top w:val="nil"/>
              <w:left w:val="nil"/>
              <w:bottom w:val="single" w:sz="4" w:space="0" w:color="auto"/>
              <w:right w:val="single" w:sz="4" w:space="0" w:color="auto"/>
            </w:tcBorders>
            <w:shd w:val="clear" w:color="auto" w:fill="auto"/>
            <w:vAlign w:val="center"/>
            <w:hideMark/>
          </w:tcPr>
          <w:p w14:paraId="0984CDE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DF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6.3.1</w:t>
            </w:r>
            <w:r w:rsidRPr="00EF2F0E">
              <w:rPr>
                <w:rFonts w:ascii="Arial" w:hAnsi="Arial" w:cs="Arial"/>
                <w:sz w:val="18"/>
                <w:szCs w:val="18"/>
                <w:lang w:eastAsia="en-GB"/>
              </w:rPr>
              <w:br/>
              <w:t>6.3.4.1</w:t>
            </w:r>
            <w:r w:rsidRPr="00EF2F0E">
              <w:rPr>
                <w:rFonts w:ascii="Arial" w:hAnsi="Arial" w:cs="Arial"/>
                <w:sz w:val="18"/>
                <w:szCs w:val="18"/>
                <w:lang w:eastAsia="en-GB"/>
              </w:rPr>
              <w:br/>
              <w:t>6.3.4.4</w:t>
            </w:r>
            <w:r w:rsidRPr="00EF2F0E">
              <w:rPr>
                <w:rFonts w:ascii="Arial" w:hAnsi="Arial" w:cs="Arial"/>
                <w:sz w:val="18"/>
                <w:szCs w:val="18"/>
                <w:lang w:eastAsia="en-GB"/>
              </w:rPr>
              <w:br/>
              <w:t>6.3.6.1</w:t>
            </w:r>
            <w:r w:rsidRPr="00EF2F0E">
              <w:rPr>
                <w:rFonts w:ascii="Arial" w:hAnsi="Arial" w:cs="Arial"/>
                <w:sz w:val="18"/>
                <w:szCs w:val="18"/>
                <w:lang w:eastAsia="en-GB"/>
              </w:rPr>
              <w:br/>
              <w:t>6.3.6.4</w:t>
            </w:r>
          </w:p>
        </w:tc>
        <w:tc>
          <w:tcPr>
            <w:tcW w:w="820" w:type="dxa"/>
            <w:tcBorders>
              <w:top w:val="nil"/>
              <w:left w:val="nil"/>
              <w:bottom w:val="single" w:sz="4" w:space="0" w:color="auto"/>
              <w:right w:val="single" w:sz="4" w:space="0" w:color="auto"/>
            </w:tcBorders>
            <w:shd w:val="clear" w:color="auto" w:fill="auto"/>
            <w:vAlign w:val="center"/>
            <w:hideMark/>
          </w:tcPr>
          <w:p w14:paraId="0984CDF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DFE"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DF3"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Transmit ON/OFF power</w:t>
            </w:r>
          </w:p>
        </w:tc>
        <w:tc>
          <w:tcPr>
            <w:tcW w:w="806" w:type="dxa"/>
            <w:tcBorders>
              <w:top w:val="nil"/>
              <w:left w:val="nil"/>
              <w:bottom w:val="single" w:sz="4" w:space="0" w:color="auto"/>
              <w:right w:val="single" w:sz="4" w:space="0" w:color="auto"/>
            </w:tcBorders>
            <w:shd w:val="clear" w:color="auto" w:fill="auto"/>
            <w:vAlign w:val="center"/>
            <w:hideMark/>
          </w:tcPr>
          <w:p w14:paraId="0984CDF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DF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vAlign w:val="center"/>
            <w:hideMark/>
          </w:tcPr>
          <w:p w14:paraId="0984CDF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DF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0984CDF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DF9" w14:textId="77777777" w:rsidR="005C1B04" w:rsidRPr="00EF2F0E" w:rsidRDefault="00DE76A7"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DF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0984CDF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vAlign w:val="center"/>
            <w:hideMark/>
          </w:tcPr>
          <w:p w14:paraId="0984CDF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CDF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0A"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DFF"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Transmitted signal quality</w:t>
            </w:r>
          </w:p>
        </w:tc>
        <w:tc>
          <w:tcPr>
            <w:tcW w:w="806" w:type="dxa"/>
            <w:tcBorders>
              <w:top w:val="single" w:sz="4" w:space="0" w:color="auto"/>
              <w:left w:val="nil"/>
              <w:bottom w:val="single" w:sz="4" w:space="0" w:color="auto"/>
              <w:right w:val="single" w:sz="4" w:space="0" w:color="auto"/>
            </w:tcBorders>
            <w:shd w:val="clear" w:color="auto" w:fill="auto"/>
            <w:hideMark/>
          </w:tcPr>
          <w:p w14:paraId="0984CE0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6.5.1</w:t>
            </w:r>
          </w:p>
        </w:tc>
        <w:tc>
          <w:tcPr>
            <w:tcW w:w="808" w:type="dxa"/>
            <w:tcBorders>
              <w:top w:val="single" w:sz="4" w:space="0" w:color="auto"/>
              <w:left w:val="nil"/>
              <w:bottom w:val="single" w:sz="4" w:space="0" w:color="auto"/>
              <w:right w:val="single" w:sz="4" w:space="0" w:color="auto"/>
            </w:tcBorders>
            <w:shd w:val="clear" w:color="auto" w:fill="auto"/>
          </w:tcPr>
          <w:p w14:paraId="0984CE0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 </w:t>
            </w:r>
          </w:p>
        </w:tc>
        <w:tc>
          <w:tcPr>
            <w:tcW w:w="810" w:type="dxa"/>
            <w:tcBorders>
              <w:top w:val="single" w:sz="4" w:space="0" w:color="auto"/>
              <w:left w:val="nil"/>
              <w:bottom w:val="single" w:sz="4" w:space="0" w:color="auto"/>
              <w:right w:val="single" w:sz="4" w:space="0" w:color="auto"/>
            </w:tcBorders>
            <w:shd w:val="clear" w:color="auto" w:fill="auto"/>
          </w:tcPr>
          <w:p w14:paraId="0984CE0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6.5.1</w:t>
            </w:r>
          </w:p>
        </w:tc>
        <w:tc>
          <w:tcPr>
            <w:tcW w:w="808" w:type="dxa"/>
            <w:tcBorders>
              <w:top w:val="single" w:sz="4" w:space="0" w:color="auto"/>
              <w:left w:val="nil"/>
              <w:bottom w:val="single" w:sz="4" w:space="0" w:color="auto"/>
              <w:right w:val="single" w:sz="4" w:space="0" w:color="auto"/>
            </w:tcBorders>
            <w:shd w:val="clear" w:color="auto" w:fill="auto"/>
          </w:tcPr>
          <w:p w14:paraId="0984CE0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single" w:sz="4" w:space="0" w:color="auto"/>
              <w:left w:val="nil"/>
              <w:bottom w:val="single" w:sz="4" w:space="0" w:color="auto"/>
              <w:right w:val="single" w:sz="4" w:space="0" w:color="auto"/>
            </w:tcBorders>
            <w:shd w:val="clear" w:color="auto" w:fill="auto"/>
          </w:tcPr>
          <w:p w14:paraId="0984CE0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6.5.1</w:t>
            </w:r>
          </w:p>
        </w:tc>
        <w:tc>
          <w:tcPr>
            <w:tcW w:w="808" w:type="dxa"/>
            <w:tcBorders>
              <w:top w:val="single" w:sz="4" w:space="0" w:color="auto"/>
              <w:left w:val="nil"/>
              <w:bottom w:val="single" w:sz="4" w:space="0" w:color="auto"/>
              <w:right w:val="single" w:sz="4" w:space="0" w:color="auto"/>
            </w:tcBorders>
            <w:shd w:val="clear" w:color="auto" w:fill="auto"/>
          </w:tcPr>
          <w:p w14:paraId="0984CE0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0984CE0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6.5.1</w:t>
            </w:r>
          </w:p>
        </w:tc>
        <w:tc>
          <w:tcPr>
            <w:tcW w:w="807" w:type="dxa"/>
            <w:tcBorders>
              <w:top w:val="single" w:sz="4" w:space="0" w:color="auto"/>
              <w:left w:val="nil"/>
              <w:bottom w:val="single" w:sz="4" w:space="0" w:color="auto"/>
              <w:right w:val="single" w:sz="4" w:space="0" w:color="auto"/>
            </w:tcBorders>
            <w:shd w:val="clear" w:color="auto" w:fill="auto"/>
          </w:tcPr>
          <w:p w14:paraId="0984CE0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single" w:sz="4" w:space="0" w:color="auto"/>
              <w:left w:val="nil"/>
              <w:bottom w:val="single" w:sz="4" w:space="0" w:color="auto"/>
              <w:right w:val="single" w:sz="4" w:space="0" w:color="auto"/>
            </w:tcBorders>
            <w:shd w:val="clear" w:color="auto" w:fill="auto"/>
          </w:tcPr>
          <w:p w14:paraId="0984CE0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noWrap/>
            <w:hideMark/>
          </w:tcPr>
          <w:p w14:paraId="0984CE0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16" w14:textId="77777777" w:rsidTr="0044667C">
        <w:trPr>
          <w:trHeight w:val="720"/>
        </w:trPr>
        <w:tc>
          <w:tcPr>
            <w:tcW w:w="1771" w:type="dxa"/>
            <w:tcBorders>
              <w:top w:val="nil"/>
              <w:left w:val="single" w:sz="4" w:space="0" w:color="auto"/>
              <w:bottom w:val="single" w:sz="4" w:space="0" w:color="auto"/>
              <w:right w:val="single" w:sz="4" w:space="0" w:color="auto"/>
            </w:tcBorders>
            <w:shd w:val="clear" w:color="auto" w:fill="auto"/>
            <w:hideMark/>
          </w:tcPr>
          <w:p w14:paraId="0984CE0B"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Frequency error</w:t>
            </w:r>
          </w:p>
        </w:tc>
        <w:tc>
          <w:tcPr>
            <w:tcW w:w="806" w:type="dxa"/>
            <w:tcBorders>
              <w:top w:val="nil"/>
              <w:left w:val="nil"/>
              <w:bottom w:val="single" w:sz="4" w:space="0" w:color="auto"/>
              <w:right w:val="single" w:sz="4" w:space="0" w:color="auto"/>
            </w:tcBorders>
            <w:shd w:val="clear" w:color="auto" w:fill="auto"/>
            <w:hideMark/>
          </w:tcPr>
          <w:p w14:paraId="0984CE0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6.5.2.1</w:t>
            </w:r>
            <w:r w:rsidRPr="00EF2F0E">
              <w:rPr>
                <w:rFonts w:ascii="Arial" w:hAnsi="Arial" w:cs="Arial"/>
                <w:sz w:val="18"/>
                <w:szCs w:val="18"/>
                <w:lang w:eastAsia="en-GB"/>
              </w:rPr>
              <w:br/>
              <w:t>6.5.2.2</w:t>
            </w:r>
          </w:p>
        </w:tc>
        <w:tc>
          <w:tcPr>
            <w:tcW w:w="808" w:type="dxa"/>
            <w:tcBorders>
              <w:top w:val="nil"/>
              <w:left w:val="nil"/>
              <w:bottom w:val="single" w:sz="4" w:space="0" w:color="auto"/>
              <w:right w:val="single" w:sz="4" w:space="0" w:color="auto"/>
            </w:tcBorders>
            <w:shd w:val="clear" w:color="auto" w:fill="auto"/>
            <w:vAlign w:val="center"/>
            <w:hideMark/>
          </w:tcPr>
          <w:p w14:paraId="0984CE0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0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6.5.2.1</w:t>
            </w:r>
            <w:r w:rsidRPr="00EF2F0E">
              <w:rPr>
                <w:rFonts w:ascii="Arial" w:hAnsi="Arial" w:cs="Arial"/>
                <w:sz w:val="18"/>
                <w:szCs w:val="18"/>
                <w:lang w:eastAsia="en-GB"/>
              </w:rPr>
              <w:br/>
              <w:t>6.5.2.2</w:t>
            </w:r>
          </w:p>
        </w:tc>
        <w:tc>
          <w:tcPr>
            <w:tcW w:w="808" w:type="dxa"/>
            <w:tcBorders>
              <w:top w:val="nil"/>
              <w:left w:val="nil"/>
              <w:bottom w:val="single" w:sz="4" w:space="0" w:color="auto"/>
              <w:right w:val="single" w:sz="4" w:space="0" w:color="auto"/>
            </w:tcBorders>
            <w:shd w:val="clear" w:color="auto" w:fill="auto"/>
            <w:vAlign w:val="center"/>
            <w:hideMark/>
          </w:tcPr>
          <w:p w14:paraId="0984CE0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1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6.5.2.1</w:t>
            </w:r>
            <w:r w:rsidRPr="00EF2F0E">
              <w:rPr>
                <w:rFonts w:ascii="Arial" w:hAnsi="Arial" w:cs="Arial"/>
                <w:sz w:val="18"/>
                <w:szCs w:val="18"/>
                <w:lang w:eastAsia="en-GB"/>
              </w:rPr>
              <w:br/>
              <w:t>6.5.2.2</w:t>
            </w:r>
          </w:p>
        </w:tc>
        <w:tc>
          <w:tcPr>
            <w:tcW w:w="808" w:type="dxa"/>
            <w:tcBorders>
              <w:top w:val="nil"/>
              <w:left w:val="nil"/>
              <w:bottom w:val="single" w:sz="4" w:space="0" w:color="auto"/>
              <w:right w:val="single" w:sz="4" w:space="0" w:color="auto"/>
            </w:tcBorders>
            <w:shd w:val="clear" w:color="auto" w:fill="auto"/>
            <w:vAlign w:val="center"/>
            <w:hideMark/>
          </w:tcPr>
          <w:p w14:paraId="0984CE1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1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6.5.2.1</w:t>
            </w:r>
            <w:r w:rsidRPr="00EF2F0E">
              <w:rPr>
                <w:rFonts w:ascii="Arial" w:hAnsi="Arial" w:cs="Arial"/>
                <w:sz w:val="18"/>
                <w:szCs w:val="18"/>
                <w:lang w:eastAsia="en-GB"/>
              </w:rPr>
              <w:br/>
              <w:t>6.5.2.3</w:t>
            </w:r>
          </w:p>
        </w:tc>
        <w:tc>
          <w:tcPr>
            <w:tcW w:w="807" w:type="dxa"/>
            <w:tcBorders>
              <w:top w:val="nil"/>
              <w:left w:val="nil"/>
              <w:bottom w:val="single" w:sz="4" w:space="0" w:color="auto"/>
              <w:right w:val="single" w:sz="4" w:space="0" w:color="auto"/>
            </w:tcBorders>
            <w:shd w:val="clear" w:color="auto" w:fill="auto"/>
            <w:vAlign w:val="center"/>
            <w:hideMark/>
          </w:tcPr>
          <w:p w14:paraId="0984CE1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1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6.5.2.1</w:t>
            </w:r>
            <w:r w:rsidRPr="00EF2F0E">
              <w:rPr>
                <w:rFonts w:ascii="Arial" w:hAnsi="Arial" w:cs="Arial"/>
                <w:sz w:val="18"/>
                <w:szCs w:val="18"/>
                <w:lang w:eastAsia="en-GB"/>
              </w:rPr>
              <w:br/>
              <w:t>6.5.2.4</w:t>
            </w:r>
          </w:p>
        </w:tc>
        <w:tc>
          <w:tcPr>
            <w:tcW w:w="820" w:type="dxa"/>
            <w:tcBorders>
              <w:top w:val="nil"/>
              <w:left w:val="nil"/>
              <w:bottom w:val="single" w:sz="4" w:space="0" w:color="auto"/>
              <w:right w:val="single" w:sz="4" w:space="0" w:color="auto"/>
            </w:tcBorders>
            <w:shd w:val="clear" w:color="auto" w:fill="auto"/>
            <w:vAlign w:val="center"/>
            <w:hideMark/>
          </w:tcPr>
          <w:p w14:paraId="0984CE1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22" w14:textId="77777777" w:rsidTr="0044667C">
        <w:trPr>
          <w:trHeight w:val="720"/>
        </w:trPr>
        <w:tc>
          <w:tcPr>
            <w:tcW w:w="1771" w:type="dxa"/>
            <w:tcBorders>
              <w:top w:val="nil"/>
              <w:left w:val="single" w:sz="4" w:space="0" w:color="auto"/>
              <w:bottom w:val="single" w:sz="4" w:space="0" w:color="auto"/>
              <w:right w:val="single" w:sz="4" w:space="0" w:color="auto"/>
            </w:tcBorders>
            <w:shd w:val="clear" w:color="auto" w:fill="auto"/>
            <w:hideMark/>
          </w:tcPr>
          <w:p w14:paraId="0984CE17"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Time alignment error</w:t>
            </w:r>
          </w:p>
        </w:tc>
        <w:tc>
          <w:tcPr>
            <w:tcW w:w="806" w:type="dxa"/>
            <w:tcBorders>
              <w:top w:val="nil"/>
              <w:left w:val="nil"/>
              <w:bottom w:val="single" w:sz="4" w:space="0" w:color="auto"/>
              <w:right w:val="single" w:sz="4" w:space="0" w:color="auto"/>
            </w:tcBorders>
            <w:shd w:val="clear" w:color="auto" w:fill="auto"/>
            <w:hideMark/>
          </w:tcPr>
          <w:p w14:paraId="0984CE1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6.5.3.1</w:t>
            </w:r>
            <w:r w:rsidRPr="00EF2F0E">
              <w:rPr>
                <w:rFonts w:ascii="Arial" w:hAnsi="Arial" w:cs="Arial"/>
                <w:sz w:val="18"/>
                <w:szCs w:val="18"/>
                <w:lang w:eastAsia="en-GB"/>
              </w:rPr>
              <w:br/>
              <w:t>6.5.3.2</w:t>
            </w:r>
          </w:p>
        </w:tc>
        <w:tc>
          <w:tcPr>
            <w:tcW w:w="808" w:type="dxa"/>
            <w:tcBorders>
              <w:top w:val="nil"/>
              <w:left w:val="nil"/>
              <w:bottom w:val="single" w:sz="4" w:space="0" w:color="auto"/>
              <w:right w:val="single" w:sz="4" w:space="0" w:color="auto"/>
            </w:tcBorders>
            <w:shd w:val="clear" w:color="auto" w:fill="auto"/>
            <w:vAlign w:val="center"/>
            <w:hideMark/>
          </w:tcPr>
          <w:p w14:paraId="0984CE1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1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6.5.3.1</w:t>
            </w:r>
            <w:r w:rsidRPr="00EF2F0E">
              <w:rPr>
                <w:rFonts w:ascii="Arial" w:hAnsi="Arial" w:cs="Arial"/>
                <w:sz w:val="18"/>
                <w:szCs w:val="18"/>
                <w:lang w:eastAsia="en-GB"/>
              </w:rPr>
              <w:br/>
              <w:t>6.5.3.2</w:t>
            </w:r>
          </w:p>
        </w:tc>
        <w:tc>
          <w:tcPr>
            <w:tcW w:w="808" w:type="dxa"/>
            <w:tcBorders>
              <w:top w:val="nil"/>
              <w:left w:val="nil"/>
              <w:bottom w:val="single" w:sz="4" w:space="0" w:color="auto"/>
              <w:right w:val="single" w:sz="4" w:space="0" w:color="auto"/>
            </w:tcBorders>
            <w:shd w:val="clear" w:color="auto" w:fill="auto"/>
            <w:vAlign w:val="center"/>
            <w:hideMark/>
          </w:tcPr>
          <w:p w14:paraId="0984CE1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1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6.5.3.1</w:t>
            </w:r>
            <w:r w:rsidRPr="00EF2F0E">
              <w:rPr>
                <w:rFonts w:ascii="Arial" w:hAnsi="Arial" w:cs="Arial"/>
                <w:sz w:val="18"/>
                <w:szCs w:val="18"/>
                <w:lang w:eastAsia="en-GB"/>
              </w:rPr>
              <w:br/>
              <w:t>6.5.3.2</w:t>
            </w:r>
          </w:p>
        </w:tc>
        <w:tc>
          <w:tcPr>
            <w:tcW w:w="808" w:type="dxa"/>
            <w:tcBorders>
              <w:top w:val="nil"/>
              <w:left w:val="nil"/>
              <w:bottom w:val="single" w:sz="4" w:space="0" w:color="auto"/>
              <w:right w:val="single" w:sz="4" w:space="0" w:color="auto"/>
            </w:tcBorders>
            <w:shd w:val="clear" w:color="auto" w:fill="auto"/>
            <w:vAlign w:val="center"/>
            <w:hideMark/>
          </w:tcPr>
          <w:p w14:paraId="0984CE1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1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6.5.3.1</w:t>
            </w:r>
            <w:r w:rsidRPr="00EF2F0E">
              <w:rPr>
                <w:rFonts w:ascii="Arial" w:hAnsi="Arial" w:cs="Arial"/>
                <w:sz w:val="18"/>
                <w:szCs w:val="18"/>
                <w:lang w:eastAsia="en-GB"/>
              </w:rPr>
              <w:br/>
              <w:t>6.5.3.3</w:t>
            </w:r>
          </w:p>
        </w:tc>
        <w:tc>
          <w:tcPr>
            <w:tcW w:w="807" w:type="dxa"/>
            <w:tcBorders>
              <w:top w:val="nil"/>
              <w:left w:val="nil"/>
              <w:bottom w:val="single" w:sz="4" w:space="0" w:color="auto"/>
              <w:right w:val="single" w:sz="4" w:space="0" w:color="auto"/>
            </w:tcBorders>
            <w:shd w:val="clear" w:color="auto" w:fill="auto"/>
            <w:vAlign w:val="center"/>
            <w:hideMark/>
          </w:tcPr>
          <w:p w14:paraId="0984CE1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2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6.5.3.1</w:t>
            </w:r>
            <w:r w:rsidRPr="00EF2F0E">
              <w:rPr>
                <w:rFonts w:ascii="Arial" w:hAnsi="Arial" w:cs="Arial"/>
                <w:sz w:val="18"/>
                <w:szCs w:val="18"/>
                <w:lang w:eastAsia="en-GB"/>
              </w:rPr>
              <w:br/>
              <w:t>6.5.3.4</w:t>
            </w:r>
          </w:p>
        </w:tc>
        <w:tc>
          <w:tcPr>
            <w:tcW w:w="820" w:type="dxa"/>
            <w:tcBorders>
              <w:top w:val="nil"/>
              <w:left w:val="nil"/>
              <w:bottom w:val="single" w:sz="4" w:space="0" w:color="auto"/>
              <w:right w:val="single" w:sz="4" w:space="0" w:color="auto"/>
            </w:tcBorders>
            <w:shd w:val="clear" w:color="auto" w:fill="auto"/>
            <w:vAlign w:val="center"/>
            <w:hideMark/>
          </w:tcPr>
          <w:p w14:paraId="0984CE2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2E" w14:textId="77777777" w:rsidTr="0044667C">
        <w:trPr>
          <w:trHeight w:val="720"/>
        </w:trPr>
        <w:tc>
          <w:tcPr>
            <w:tcW w:w="1771" w:type="dxa"/>
            <w:tcBorders>
              <w:top w:val="nil"/>
              <w:left w:val="single" w:sz="4" w:space="0" w:color="auto"/>
              <w:bottom w:val="single" w:sz="4" w:space="0" w:color="auto"/>
              <w:right w:val="single" w:sz="4" w:space="0" w:color="auto"/>
            </w:tcBorders>
            <w:shd w:val="clear" w:color="auto" w:fill="auto"/>
            <w:hideMark/>
          </w:tcPr>
          <w:p w14:paraId="0984CE23"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Modulation quality</w:t>
            </w:r>
          </w:p>
        </w:tc>
        <w:tc>
          <w:tcPr>
            <w:tcW w:w="806" w:type="dxa"/>
            <w:tcBorders>
              <w:top w:val="nil"/>
              <w:left w:val="nil"/>
              <w:bottom w:val="single" w:sz="4" w:space="0" w:color="auto"/>
              <w:right w:val="single" w:sz="4" w:space="0" w:color="auto"/>
            </w:tcBorders>
            <w:shd w:val="clear" w:color="auto" w:fill="auto"/>
            <w:hideMark/>
          </w:tcPr>
          <w:p w14:paraId="0984CE2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6.5.4.1</w:t>
            </w:r>
            <w:r w:rsidRPr="00EF2F0E">
              <w:rPr>
                <w:rFonts w:ascii="Arial" w:hAnsi="Arial" w:cs="Arial"/>
                <w:sz w:val="18"/>
                <w:szCs w:val="18"/>
                <w:lang w:eastAsia="en-GB"/>
              </w:rPr>
              <w:br/>
              <w:t>6.5.4.2</w:t>
            </w:r>
          </w:p>
        </w:tc>
        <w:tc>
          <w:tcPr>
            <w:tcW w:w="808" w:type="dxa"/>
            <w:tcBorders>
              <w:top w:val="nil"/>
              <w:left w:val="nil"/>
              <w:bottom w:val="single" w:sz="4" w:space="0" w:color="auto"/>
              <w:right w:val="single" w:sz="4" w:space="0" w:color="auto"/>
            </w:tcBorders>
            <w:shd w:val="clear" w:color="auto" w:fill="auto"/>
            <w:vAlign w:val="center"/>
            <w:hideMark/>
          </w:tcPr>
          <w:p w14:paraId="0984CE2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2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6.5.4.1</w:t>
            </w:r>
            <w:r w:rsidRPr="00EF2F0E">
              <w:rPr>
                <w:rFonts w:ascii="Arial" w:hAnsi="Arial" w:cs="Arial"/>
                <w:sz w:val="18"/>
                <w:szCs w:val="18"/>
                <w:lang w:eastAsia="en-GB"/>
              </w:rPr>
              <w:br/>
              <w:t>6.5.4.2</w:t>
            </w:r>
          </w:p>
        </w:tc>
        <w:tc>
          <w:tcPr>
            <w:tcW w:w="808" w:type="dxa"/>
            <w:tcBorders>
              <w:top w:val="nil"/>
              <w:left w:val="nil"/>
              <w:bottom w:val="single" w:sz="4" w:space="0" w:color="auto"/>
              <w:right w:val="single" w:sz="4" w:space="0" w:color="auto"/>
            </w:tcBorders>
            <w:shd w:val="clear" w:color="auto" w:fill="auto"/>
            <w:vAlign w:val="center"/>
            <w:hideMark/>
          </w:tcPr>
          <w:p w14:paraId="0984CE2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2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6.5.4.1</w:t>
            </w:r>
            <w:r w:rsidRPr="00EF2F0E">
              <w:rPr>
                <w:rFonts w:ascii="Arial" w:hAnsi="Arial" w:cs="Arial"/>
                <w:sz w:val="18"/>
                <w:szCs w:val="18"/>
                <w:lang w:eastAsia="en-GB"/>
              </w:rPr>
              <w:br/>
              <w:t>6.5.4.2</w:t>
            </w:r>
          </w:p>
        </w:tc>
        <w:tc>
          <w:tcPr>
            <w:tcW w:w="808" w:type="dxa"/>
            <w:tcBorders>
              <w:top w:val="nil"/>
              <w:left w:val="nil"/>
              <w:bottom w:val="single" w:sz="4" w:space="0" w:color="auto"/>
              <w:right w:val="single" w:sz="4" w:space="0" w:color="auto"/>
            </w:tcBorders>
            <w:shd w:val="clear" w:color="auto" w:fill="auto"/>
            <w:vAlign w:val="center"/>
            <w:hideMark/>
          </w:tcPr>
          <w:p w14:paraId="0984CE2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2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6.5.4.1</w:t>
            </w:r>
            <w:r w:rsidRPr="00EF2F0E">
              <w:rPr>
                <w:rFonts w:ascii="Arial" w:hAnsi="Arial" w:cs="Arial"/>
                <w:sz w:val="18"/>
                <w:szCs w:val="18"/>
                <w:lang w:eastAsia="en-GB"/>
              </w:rPr>
              <w:br/>
              <w:t>6.5.4.3</w:t>
            </w:r>
          </w:p>
        </w:tc>
        <w:tc>
          <w:tcPr>
            <w:tcW w:w="807" w:type="dxa"/>
            <w:tcBorders>
              <w:top w:val="nil"/>
              <w:left w:val="nil"/>
              <w:bottom w:val="single" w:sz="4" w:space="0" w:color="auto"/>
              <w:right w:val="single" w:sz="4" w:space="0" w:color="auto"/>
            </w:tcBorders>
            <w:shd w:val="clear" w:color="auto" w:fill="auto"/>
            <w:vAlign w:val="center"/>
            <w:hideMark/>
          </w:tcPr>
          <w:p w14:paraId="0984CE2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2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6.5.4.1</w:t>
            </w:r>
            <w:r w:rsidRPr="00EF2F0E">
              <w:rPr>
                <w:rFonts w:ascii="Arial" w:hAnsi="Arial" w:cs="Arial"/>
                <w:sz w:val="18"/>
                <w:szCs w:val="18"/>
                <w:lang w:eastAsia="en-GB"/>
              </w:rPr>
              <w:br/>
              <w:t>6.5.4.4</w:t>
            </w:r>
          </w:p>
        </w:tc>
        <w:tc>
          <w:tcPr>
            <w:tcW w:w="820" w:type="dxa"/>
            <w:tcBorders>
              <w:top w:val="nil"/>
              <w:left w:val="nil"/>
              <w:bottom w:val="single" w:sz="4" w:space="0" w:color="auto"/>
              <w:right w:val="single" w:sz="4" w:space="0" w:color="auto"/>
            </w:tcBorders>
            <w:shd w:val="clear" w:color="auto" w:fill="auto"/>
            <w:vAlign w:val="center"/>
            <w:hideMark/>
          </w:tcPr>
          <w:p w14:paraId="0984CE2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3A" w14:textId="77777777" w:rsidTr="0044667C">
        <w:trPr>
          <w:trHeight w:val="720"/>
        </w:trPr>
        <w:tc>
          <w:tcPr>
            <w:tcW w:w="1771" w:type="dxa"/>
            <w:tcBorders>
              <w:top w:val="nil"/>
              <w:left w:val="single" w:sz="4" w:space="0" w:color="auto"/>
              <w:bottom w:val="single" w:sz="4" w:space="0" w:color="auto"/>
              <w:right w:val="single" w:sz="4" w:space="0" w:color="auto"/>
            </w:tcBorders>
            <w:shd w:val="clear" w:color="auto" w:fill="auto"/>
            <w:hideMark/>
          </w:tcPr>
          <w:p w14:paraId="0984CE2F"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Transmit pulse shape filter</w:t>
            </w:r>
          </w:p>
        </w:tc>
        <w:tc>
          <w:tcPr>
            <w:tcW w:w="806" w:type="dxa"/>
            <w:tcBorders>
              <w:top w:val="nil"/>
              <w:left w:val="nil"/>
              <w:bottom w:val="single" w:sz="4" w:space="0" w:color="auto"/>
              <w:right w:val="single" w:sz="4" w:space="0" w:color="auto"/>
            </w:tcBorders>
            <w:shd w:val="clear" w:color="auto" w:fill="auto"/>
            <w:hideMark/>
          </w:tcPr>
          <w:p w14:paraId="0984CE3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6.5.5.1</w:t>
            </w:r>
            <w:r w:rsidRPr="00EF2F0E">
              <w:rPr>
                <w:rFonts w:ascii="Arial" w:hAnsi="Arial" w:cs="Arial"/>
                <w:sz w:val="18"/>
                <w:szCs w:val="18"/>
                <w:lang w:eastAsia="en-GB"/>
              </w:rPr>
              <w:br/>
              <w:t>6.5.5.2</w:t>
            </w:r>
          </w:p>
        </w:tc>
        <w:tc>
          <w:tcPr>
            <w:tcW w:w="808" w:type="dxa"/>
            <w:tcBorders>
              <w:top w:val="nil"/>
              <w:left w:val="nil"/>
              <w:bottom w:val="single" w:sz="4" w:space="0" w:color="auto"/>
              <w:right w:val="single" w:sz="4" w:space="0" w:color="auto"/>
            </w:tcBorders>
            <w:shd w:val="clear" w:color="auto" w:fill="auto"/>
            <w:vAlign w:val="center"/>
            <w:hideMark/>
          </w:tcPr>
          <w:p w14:paraId="0984CE3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3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6.5.5.1</w:t>
            </w:r>
            <w:r w:rsidRPr="00EF2F0E">
              <w:rPr>
                <w:rFonts w:ascii="Arial" w:hAnsi="Arial" w:cs="Arial"/>
                <w:sz w:val="18"/>
                <w:szCs w:val="18"/>
                <w:lang w:eastAsia="en-GB"/>
              </w:rPr>
              <w:br/>
              <w:t>6.5.5.2</w:t>
            </w:r>
          </w:p>
        </w:tc>
        <w:tc>
          <w:tcPr>
            <w:tcW w:w="808" w:type="dxa"/>
            <w:tcBorders>
              <w:top w:val="nil"/>
              <w:left w:val="nil"/>
              <w:bottom w:val="single" w:sz="4" w:space="0" w:color="auto"/>
              <w:right w:val="single" w:sz="4" w:space="0" w:color="auto"/>
            </w:tcBorders>
            <w:shd w:val="clear" w:color="auto" w:fill="auto"/>
            <w:vAlign w:val="center"/>
            <w:hideMark/>
          </w:tcPr>
          <w:p w14:paraId="0984CE3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3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E3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3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6.5.5.1</w:t>
            </w:r>
            <w:r w:rsidRPr="00EF2F0E">
              <w:rPr>
                <w:rFonts w:ascii="Arial" w:hAnsi="Arial" w:cs="Arial"/>
                <w:sz w:val="18"/>
                <w:szCs w:val="18"/>
                <w:lang w:eastAsia="en-GB"/>
              </w:rPr>
              <w:br/>
              <w:t>6.5.5.3</w:t>
            </w:r>
          </w:p>
        </w:tc>
        <w:tc>
          <w:tcPr>
            <w:tcW w:w="807" w:type="dxa"/>
            <w:tcBorders>
              <w:top w:val="nil"/>
              <w:left w:val="nil"/>
              <w:bottom w:val="single" w:sz="4" w:space="0" w:color="auto"/>
              <w:right w:val="single" w:sz="4" w:space="0" w:color="auto"/>
            </w:tcBorders>
            <w:shd w:val="clear" w:color="auto" w:fill="auto"/>
            <w:vAlign w:val="center"/>
            <w:hideMark/>
          </w:tcPr>
          <w:p w14:paraId="0984CE3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3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CE3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46"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E3B"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Unwanted emissions</w:t>
            </w:r>
          </w:p>
        </w:tc>
        <w:tc>
          <w:tcPr>
            <w:tcW w:w="806" w:type="dxa"/>
            <w:tcBorders>
              <w:top w:val="single" w:sz="4" w:space="0" w:color="auto"/>
              <w:left w:val="nil"/>
              <w:bottom w:val="single" w:sz="4" w:space="0" w:color="auto"/>
              <w:right w:val="single" w:sz="4" w:space="0" w:color="auto"/>
            </w:tcBorders>
            <w:shd w:val="clear" w:color="auto" w:fill="auto"/>
            <w:hideMark/>
          </w:tcPr>
          <w:p w14:paraId="0984CE3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6.6.1</w:t>
            </w:r>
          </w:p>
        </w:tc>
        <w:tc>
          <w:tcPr>
            <w:tcW w:w="808" w:type="dxa"/>
            <w:tcBorders>
              <w:top w:val="single" w:sz="4" w:space="0" w:color="auto"/>
              <w:left w:val="nil"/>
              <w:bottom w:val="single" w:sz="4" w:space="0" w:color="auto"/>
              <w:right w:val="single" w:sz="4" w:space="0" w:color="auto"/>
            </w:tcBorders>
            <w:shd w:val="clear" w:color="auto" w:fill="auto"/>
          </w:tcPr>
          <w:p w14:paraId="0984CE3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single" w:sz="4" w:space="0" w:color="auto"/>
              <w:left w:val="nil"/>
              <w:bottom w:val="single" w:sz="4" w:space="0" w:color="auto"/>
              <w:right w:val="single" w:sz="4" w:space="0" w:color="auto"/>
            </w:tcBorders>
            <w:shd w:val="clear" w:color="auto" w:fill="auto"/>
          </w:tcPr>
          <w:p w14:paraId="0984CE3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6.6.1</w:t>
            </w:r>
          </w:p>
        </w:tc>
        <w:tc>
          <w:tcPr>
            <w:tcW w:w="808" w:type="dxa"/>
            <w:tcBorders>
              <w:top w:val="single" w:sz="4" w:space="0" w:color="auto"/>
              <w:left w:val="nil"/>
              <w:bottom w:val="single" w:sz="4" w:space="0" w:color="auto"/>
              <w:right w:val="single" w:sz="4" w:space="0" w:color="auto"/>
            </w:tcBorders>
            <w:shd w:val="clear" w:color="auto" w:fill="auto"/>
          </w:tcPr>
          <w:p w14:paraId="0984CE3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single" w:sz="4" w:space="0" w:color="auto"/>
              <w:left w:val="nil"/>
              <w:bottom w:val="single" w:sz="4" w:space="0" w:color="auto"/>
              <w:right w:val="single" w:sz="4" w:space="0" w:color="auto"/>
            </w:tcBorders>
            <w:shd w:val="clear" w:color="auto" w:fill="auto"/>
          </w:tcPr>
          <w:p w14:paraId="0984CE4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6.6.1</w:t>
            </w:r>
          </w:p>
        </w:tc>
        <w:tc>
          <w:tcPr>
            <w:tcW w:w="808" w:type="dxa"/>
            <w:tcBorders>
              <w:top w:val="single" w:sz="4" w:space="0" w:color="auto"/>
              <w:left w:val="nil"/>
              <w:bottom w:val="single" w:sz="4" w:space="0" w:color="auto"/>
              <w:right w:val="single" w:sz="4" w:space="0" w:color="auto"/>
            </w:tcBorders>
            <w:shd w:val="clear" w:color="auto" w:fill="auto"/>
          </w:tcPr>
          <w:p w14:paraId="0984CE4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0984CE4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6.6.1</w:t>
            </w:r>
          </w:p>
        </w:tc>
        <w:tc>
          <w:tcPr>
            <w:tcW w:w="807" w:type="dxa"/>
            <w:tcBorders>
              <w:top w:val="single" w:sz="4" w:space="0" w:color="auto"/>
              <w:left w:val="nil"/>
              <w:bottom w:val="single" w:sz="4" w:space="0" w:color="auto"/>
              <w:right w:val="single" w:sz="4" w:space="0" w:color="auto"/>
            </w:tcBorders>
            <w:shd w:val="clear" w:color="auto" w:fill="auto"/>
          </w:tcPr>
          <w:p w14:paraId="0984CE4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single" w:sz="4" w:space="0" w:color="auto"/>
              <w:left w:val="nil"/>
              <w:bottom w:val="single" w:sz="4" w:space="0" w:color="auto"/>
              <w:right w:val="single" w:sz="4" w:space="0" w:color="auto"/>
            </w:tcBorders>
            <w:shd w:val="clear" w:color="auto" w:fill="auto"/>
          </w:tcPr>
          <w:p w14:paraId="0984CE4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6.6.1</w:t>
            </w:r>
          </w:p>
        </w:tc>
        <w:tc>
          <w:tcPr>
            <w:tcW w:w="820" w:type="dxa"/>
            <w:tcBorders>
              <w:top w:val="single" w:sz="4" w:space="0" w:color="auto"/>
              <w:left w:val="nil"/>
              <w:bottom w:val="single" w:sz="4" w:space="0" w:color="auto"/>
              <w:right w:val="single" w:sz="4" w:space="0" w:color="auto"/>
            </w:tcBorders>
            <w:shd w:val="clear" w:color="auto" w:fill="auto"/>
          </w:tcPr>
          <w:p w14:paraId="0984CE4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52"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E47"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 xml:space="preserve">Occupied bandwidth </w:t>
            </w:r>
          </w:p>
        </w:tc>
        <w:tc>
          <w:tcPr>
            <w:tcW w:w="806" w:type="dxa"/>
            <w:tcBorders>
              <w:top w:val="nil"/>
              <w:left w:val="nil"/>
              <w:bottom w:val="single" w:sz="4" w:space="0" w:color="auto"/>
              <w:right w:val="single" w:sz="4" w:space="0" w:color="auto"/>
            </w:tcBorders>
            <w:shd w:val="clear" w:color="auto" w:fill="auto"/>
            <w:hideMark/>
          </w:tcPr>
          <w:p w14:paraId="0984CE4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6.6.2.1</w:t>
            </w:r>
            <w:r w:rsidRPr="00EF2F0E">
              <w:rPr>
                <w:rFonts w:ascii="Arial" w:hAnsi="Arial" w:cs="Arial"/>
                <w:sz w:val="18"/>
                <w:szCs w:val="18"/>
                <w:lang w:eastAsia="en-GB"/>
              </w:rPr>
              <w:br/>
              <w:t>6.6.2.2</w:t>
            </w:r>
          </w:p>
        </w:tc>
        <w:tc>
          <w:tcPr>
            <w:tcW w:w="808" w:type="dxa"/>
            <w:tcBorders>
              <w:top w:val="nil"/>
              <w:left w:val="nil"/>
              <w:bottom w:val="single" w:sz="4" w:space="0" w:color="auto"/>
              <w:right w:val="single" w:sz="4" w:space="0" w:color="auto"/>
            </w:tcBorders>
            <w:shd w:val="clear" w:color="auto" w:fill="auto"/>
            <w:vAlign w:val="center"/>
            <w:hideMark/>
          </w:tcPr>
          <w:p w14:paraId="0984CE4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4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6.6.2.1</w:t>
            </w:r>
            <w:r w:rsidRPr="00EF2F0E">
              <w:rPr>
                <w:rFonts w:ascii="Arial" w:hAnsi="Arial" w:cs="Arial"/>
                <w:sz w:val="18"/>
                <w:szCs w:val="18"/>
                <w:lang w:eastAsia="en-GB"/>
              </w:rPr>
              <w:br/>
              <w:t>6.6.2.2</w:t>
            </w:r>
          </w:p>
        </w:tc>
        <w:tc>
          <w:tcPr>
            <w:tcW w:w="808" w:type="dxa"/>
            <w:tcBorders>
              <w:top w:val="nil"/>
              <w:left w:val="nil"/>
              <w:bottom w:val="single" w:sz="4" w:space="0" w:color="auto"/>
              <w:right w:val="single" w:sz="4" w:space="0" w:color="auto"/>
            </w:tcBorders>
            <w:shd w:val="clear" w:color="auto" w:fill="auto"/>
            <w:vAlign w:val="center"/>
            <w:hideMark/>
          </w:tcPr>
          <w:p w14:paraId="0984CE4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4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6.6.2.1</w:t>
            </w:r>
            <w:r w:rsidRPr="00EF2F0E">
              <w:rPr>
                <w:rFonts w:ascii="Arial" w:hAnsi="Arial" w:cs="Arial"/>
                <w:sz w:val="18"/>
                <w:szCs w:val="18"/>
                <w:lang w:eastAsia="en-GB"/>
              </w:rPr>
              <w:br/>
              <w:t>6.6.2.2</w:t>
            </w:r>
          </w:p>
        </w:tc>
        <w:tc>
          <w:tcPr>
            <w:tcW w:w="808" w:type="dxa"/>
            <w:tcBorders>
              <w:top w:val="nil"/>
              <w:left w:val="nil"/>
              <w:bottom w:val="single" w:sz="4" w:space="0" w:color="auto"/>
              <w:right w:val="single" w:sz="4" w:space="0" w:color="auto"/>
            </w:tcBorders>
            <w:shd w:val="clear" w:color="auto" w:fill="auto"/>
            <w:vAlign w:val="center"/>
            <w:hideMark/>
          </w:tcPr>
          <w:p w14:paraId="0984CE4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4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6.6.2.1</w:t>
            </w:r>
            <w:r w:rsidRPr="00EF2F0E">
              <w:rPr>
                <w:rFonts w:ascii="Arial" w:hAnsi="Arial" w:cs="Arial"/>
                <w:sz w:val="18"/>
                <w:szCs w:val="18"/>
                <w:lang w:eastAsia="en-GB"/>
              </w:rPr>
              <w:br/>
              <w:t>6.6.2.3</w:t>
            </w:r>
          </w:p>
        </w:tc>
        <w:tc>
          <w:tcPr>
            <w:tcW w:w="807" w:type="dxa"/>
            <w:tcBorders>
              <w:top w:val="nil"/>
              <w:left w:val="nil"/>
              <w:bottom w:val="single" w:sz="4" w:space="0" w:color="auto"/>
              <w:right w:val="single" w:sz="4" w:space="0" w:color="auto"/>
            </w:tcBorders>
            <w:shd w:val="clear" w:color="auto" w:fill="auto"/>
            <w:vAlign w:val="center"/>
            <w:hideMark/>
          </w:tcPr>
          <w:p w14:paraId="0984CE4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5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6.6.2.1</w:t>
            </w:r>
            <w:r w:rsidRPr="00EF2F0E">
              <w:rPr>
                <w:rFonts w:ascii="Arial" w:hAnsi="Arial" w:cs="Arial"/>
                <w:sz w:val="18"/>
                <w:szCs w:val="18"/>
                <w:lang w:eastAsia="en-GB"/>
              </w:rPr>
              <w:br/>
              <w:t>6.6.2.4</w:t>
            </w:r>
          </w:p>
        </w:tc>
        <w:tc>
          <w:tcPr>
            <w:tcW w:w="820" w:type="dxa"/>
            <w:tcBorders>
              <w:top w:val="nil"/>
              <w:left w:val="nil"/>
              <w:bottom w:val="single" w:sz="4" w:space="0" w:color="auto"/>
              <w:right w:val="single" w:sz="4" w:space="0" w:color="auto"/>
            </w:tcBorders>
            <w:shd w:val="clear" w:color="auto" w:fill="auto"/>
            <w:vAlign w:val="center"/>
            <w:hideMark/>
          </w:tcPr>
          <w:p w14:paraId="0984CE5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5E" w14:textId="77777777" w:rsidTr="0044667C">
        <w:trPr>
          <w:trHeight w:val="720"/>
        </w:trPr>
        <w:tc>
          <w:tcPr>
            <w:tcW w:w="1771" w:type="dxa"/>
            <w:tcBorders>
              <w:top w:val="nil"/>
              <w:left w:val="single" w:sz="4" w:space="0" w:color="auto"/>
              <w:bottom w:val="single" w:sz="4" w:space="0" w:color="auto"/>
              <w:right w:val="single" w:sz="4" w:space="0" w:color="auto"/>
            </w:tcBorders>
            <w:shd w:val="clear" w:color="auto" w:fill="auto"/>
            <w:hideMark/>
          </w:tcPr>
          <w:p w14:paraId="0984CE53"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ACLR  (and Cumulative ACLR)</w:t>
            </w:r>
          </w:p>
        </w:tc>
        <w:tc>
          <w:tcPr>
            <w:tcW w:w="806" w:type="dxa"/>
            <w:tcBorders>
              <w:top w:val="nil"/>
              <w:left w:val="nil"/>
              <w:bottom w:val="single" w:sz="4" w:space="0" w:color="auto"/>
              <w:right w:val="single" w:sz="4" w:space="0" w:color="auto"/>
            </w:tcBorders>
            <w:shd w:val="clear" w:color="auto" w:fill="auto"/>
            <w:hideMark/>
          </w:tcPr>
          <w:p w14:paraId="0984CE5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6.6.3.1</w:t>
            </w:r>
            <w:r w:rsidRPr="00EF2F0E">
              <w:rPr>
                <w:rFonts w:ascii="Arial" w:hAnsi="Arial" w:cs="Arial"/>
                <w:sz w:val="18"/>
                <w:szCs w:val="18"/>
                <w:lang w:eastAsia="en-GB"/>
              </w:rPr>
              <w:br/>
              <w:t>6.6.3.2</w:t>
            </w:r>
          </w:p>
        </w:tc>
        <w:tc>
          <w:tcPr>
            <w:tcW w:w="808" w:type="dxa"/>
            <w:tcBorders>
              <w:top w:val="nil"/>
              <w:left w:val="nil"/>
              <w:bottom w:val="single" w:sz="4" w:space="0" w:color="auto"/>
              <w:right w:val="single" w:sz="4" w:space="0" w:color="auto"/>
            </w:tcBorders>
            <w:shd w:val="clear" w:color="auto" w:fill="auto"/>
            <w:vAlign w:val="center"/>
            <w:hideMark/>
          </w:tcPr>
          <w:p w14:paraId="0984CE5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5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6.6.3.1</w:t>
            </w:r>
            <w:r w:rsidRPr="00EF2F0E">
              <w:rPr>
                <w:rFonts w:ascii="Arial" w:hAnsi="Arial" w:cs="Arial"/>
                <w:sz w:val="18"/>
                <w:szCs w:val="18"/>
                <w:lang w:eastAsia="en-GB"/>
              </w:rPr>
              <w:br/>
              <w:t>6.6.3.2</w:t>
            </w:r>
          </w:p>
        </w:tc>
        <w:tc>
          <w:tcPr>
            <w:tcW w:w="808" w:type="dxa"/>
            <w:tcBorders>
              <w:top w:val="nil"/>
              <w:left w:val="nil"/>
              <w:bottom w:val="single" w:sz="4" w:space="0" w:color="auto"/>
              <w:right w:val="single" w:sz="4" w:space="0" w:color="auto"/>
            </w:tcBorders>
            <w:shd w:val="clear" w:color="auto" w:fill="auto"/>
            <w:vAlign w:val="center"/>
            <w:hideMark/>
          </w:tcPr>
          <w:p w14:paraId="0984CE5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5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6.6.3.1</w:t>
            </w:r>
            <w:r w:rsidRPr="00EF2F0E">
              <w:rPr>
                <w:rFonts w:ascii="Arial" w:hAnsi="Arial" w:cs="Arial"/>
                <w:sz w:val="18"/>
                <w:szCs w:val="18"/>
                <w:lang w:eastAsia="en-GB"/>
              </w:rPr>
              <w:br/>
              <w:t>6.6.3.2</w:t>
            </w:r>
          </w:p>
        </w:tc>
        <w:tc>
          <w:tcPr>
            <w:tcW w:w="808" w:type="dxa"/>
            <w:tcBorders>
              <w:top w:val="nil"/>
              <w:left w:val="nil"/>
              <w:bottom w:val="single" w:sz="4" w:space="0" w:color="auto"/>
              <w:right w:val="single" w:sz="4" w:space="0" w:color="auto"/>
            </w:tcBorders>
            <w:shd w:val="clear" w:color="auto" w:fill="auto"/>
            <w:vAlign w:val="center"/>
            <w:hideMark/>
          </w:tcPr>
          <w:p w14:paraId="0984CE5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5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6.6.3.1</w:t>
            </w:r>
            <w:r w:rsidRPr="00EF2F0E">
              <w:rPr>
                <w:rFonts w:ascii="Arial" w:hAnsi="Arial" w:cs="Arial"/>
                <w:sz w:val="18"/>
                <w:szCs w:val="18"/>
                <w:lang w:eastAsia="en-GB"/>
              </w:rPr>
              <w:br/>
              <w:t>6.6.3.3</w:t>
            </w:r>
          </w:p>
        </w:tc>
        <w:tc>
          <w:tcPr>
            <w:tcW w:w="807" w:type="dxa"/>
            <w:tcBorders>
              <w:top w:val="nil"/>
              <w:left w:val="nil"/>
              <w:bottom w:val="single" w:sz="4" w:space="0" w:color="auto"/>
              <w:right w:val="single" w:sz="4" w:space="0" w:color="auto"/>
            </w:tcBorders>
            <w:shd w:val="clear" w:color="auto" w:fill="auto"/>
            <w:vAlign w:val="center"/>
            <w:hideMark/>
          </w:tcPr>
          <w:p w14:paraId="0984CE5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5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6.6.3.1</w:t>
            </w:r>
            <w:r w:rsidRPr="00EF2F0E">
              <w:rPr>
                <w:rFonts w:ascii="Arial" w:hAnsi="Arial" w:cs="Arial"/>
                <w:sz w:val="18"/>
                <w:szCs w:val="18"/>
                <w:lang w:eastAsia="en-GB"/>
              </w:rPr>
              <w:br/>
              <w:t>6.6.3.4</w:t>
            </w:r>
          </w:p>
        </w:tc>
        <w:tc>
          <w:tcPr>
            <w:tcW w:w="820" w:type="dxa"/>
            <w:tcBorders>
              <w:top w:val="nil"/>
              <w:left w:val="nil"/>
              <w:bottom w:val="single" w:sz="4" w:space="0" w:color="auto"/>
              <w:right w:val="single" w:sz="4" w:space="0" w:color="auto"/>
            </w:tcBorders>
            <w:shd w:val="clear" w:color="auto" w:fill="auto"/>
            <w:vAlign w:val="center"/>
            <w:hideMark/>
          </w:tcPr>
          <w:p w14:paraId="0984CE5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6A" w14:textId="77777777" w:rsidTr="0044667C">
        <w:trPr>
          <w:trHeight w:val="720"/>
        </w:trPr>
        <w:tc>
          <w:tcPr>
            <w:tcW w:w="1771" w:type="dxa"/>
            <w:tcBorders>
              <w:top w:val="nil"/>
              <w:left w:val="single" w:sz="4" w:space="0" w:color="auto"/>
              <w:bottom w:val="single" w:sz="4" w:space="0" w:color="auto"/>
              <w:right w:val="single" w:sz="4" w:space="0" w:color="auto"/>
            </w:tcBorders>
            <w:shd w:val="clear" w:color="auto" w:fill="auto"/>
            <w:hideMark/>
          </w:tcPr>
          <w:p w14:paraId="0984CE5F"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Spectrum emission mask</w:t>
            </w:r>
          </w:p>
        </w:tc>
        <w:tc>
          <w:tcPr>
            <w:tcW w:w="806" w:type="dxa"/>
            <w:tcBorders>
              <w:top w:val="nil"/>
              <w:left w:val="nil"/>
              <w:bottom w:val="single" w:sz="4" w:space="0" w:color="auto"/>
              <w:right w:val="single" w:sz="4" w:space="0" w:color="auto"/>
            </w:tcBorders>
            <w:shd w:val="clear" w:color="auto" w:fill="auto"/>
            <w:hideMark/>
          </w:tcPr>
          <w:p w14:paraId="0984CE6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E6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6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E6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6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E6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6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6.6.4.1</w:t>
            </w:r>
            <w:r w:rsidRPr="00EF2F0E">
              <w:rPr>
                <w:rFonts w:ascii="Arial" w:hAnsi="Arial" w:cs="Arial"/>
                <w:sz w:val="18"/>
                <w:szCs w:val="18"/>
                <w:lang w:eastAsia="en-GB"/>
              </w:rPr>
              <w:br/>
              <w:t>6.6.4.3</w:t>
            </w:r>
          </w:p>
        </w:tc>
        <w:tc>
          <w:tcPr>
            <w:tcW w:w="807" w:type="dxa"/>
            <w:tcBorders>
              <w:top w:val="nil"/>
              <w:left w:val="nil"/>
              <w:bottom w:val="single" w:sz="4" w:space="0" w:color="auto"/>
              <w:right w:val="single" w:sz="4" w:space="0" w:color="auto"/>
            </w:tcBorders>
            <w:shd w:val="clear" w:color="auto" w:fill="auto"/>
            <w:vAlign w:val="center"/>
            <w:hideMark/>
          </w:tcPr>
          <w:p w14:paraId="0984CE6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6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CE6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76" w14:textId="77777777" w:rsidTr="0044667C">
        <w:trPr>
          <w:trHeight w:val="720"/>
        </w:trPr>
        <w:tc>
          <w:tcPr>
            <w:tcW w:w="1771" w:type="dxa"/>
            <w:tcBorders>
              <w:top w:val="nil"/>
              <w:left w:val="single" w:sz="4" w:space="0" w:color="auto"/>
              <w:bottom w:val="single" w:sz="4" w:space="0" w:color="auto"/>
              <w:right w:val="single" w:sz="4" w:space="0" w:color="auto"/>
            </w:tcBorders>
            <w:shd w:val="clear" w:color="auto" w:fill="auto"/>
            <w:hideMark/>
          </w:tcPr>
          <w:p w14:paraId="0984CE6B"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Operating band unwanted emissions</w:t>
            </w:r>
          </w:p>
        </w:tc>
        <w:tc>
          <w:tcPr>
            <w:tcW w:w="806" w:type="dxa"/>
            <w:tcBorders>
              <w:top w:val="nil"/>
              <w:left w:val="nil"/>
              <w:bottom w:val="single" w:sz="4" w:space="0" w:color="auto"/>
              <w:right w:val="single" w:sz="4" w:space="0" w:color="auto"/>
            </w:tcBorders>
            <w:shd w:val="clear" w:color="auto" w:fill="auto"/>
            <w:hideMark/>
          </w:tcPr>
          <w:p w14:paraId="0984CE6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6.6.5.1</w:t>
            </w:r>
            <w:r w:rsidRPr="00EF2F0E">
              <w:rPr>
                <w:rFonts w:ascii="Arial" w:hAnsi="Arial" w:cs="Arial"/>
                <w:sz w:val="18"/>
                <w:szCs w:val="18"/>
                <w:lang w:eastAsia="en-GB"/>
              </w:rPr>
              <w:br/>
              <w:t>6.6.5.2</w:t>
            </w:r>
          </w:p>
        </w:tc>
        <w:tc>
          <w:tcPr>
            <w:tcW w:w="808" w:type="dxa"/>
            <w:tcBorders>
              <w:top w:val="nil"/>
              <w:left w:val="nil"/>
              <w:bottom w:val="single" w:sz="4" w:space="0" w:color="auto"/>
              <w:right w:val="single" w:sz="4" w:space="0" w:color="auto"/>
            </w:tcBorders>
            <w:shd w:val="clear" w:color="auto" w:fill="auto"/>
            <w:vAlign w:val="center"/>
            <w:hideMark/>
          </w:tcPr>
          <w:p w14:paraId="0984CE6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6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6.6.5.1</w:t>
            </w:r>
            <w:r w:rsidRPr="00EF2F0E">
              <w:rPr>
                <w:rFonts w:ascii="Arial" w:hAnsi="Arial" w:cs="Arial"/>
                <w:sz w:val="18"/>
                <w:szCs w:val="18"/>
                <w:lang w:eastAsia="en-GB"/>
              </w:rPr>
              <w:br/>
              <w:t>6.6.5.2</w:t>
            </w:r>
          </w:p>
        </w:tc>
        <w:tc>
          <w:tcPr>
            <w:tcW w:w="808" w:type="dxa"/>
            <w:tcBorders>
              <w:top w:val="nil"/>
              <w:left w:val="nil"/>
              <w:bottom w:val="single" w:sz="4" w:space="0" w:color="auto"/>
              <w:right w:val="single" w:sz="4" w:space="0" w:color="auto"/>
            </w:tcBorders>
            <w:shd w:val="clear" w:color="auto" w:fill="auto"/>
            <w:vAlign w:val="center"/>
            <w:hideMark/>
          </w:tcPr>
          <w:p w14:paraId="0984CE6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7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6.6.5.1</w:t>
            </w:r>
            <w:r w:rsidRPr="00EF2F0E">
              <w:rPr>
                <w:rFonts w:ascii="Arial" w:hAnsi="Arial" w:cs="Arial"/>
                <w:sz w:val="18"/>
                <w:szCs w:val="18"/>
                <w:lang w:eastAsia="en-GB"/>
              </w:rPr>
              <w:br/>
              <w:t>6.6.5.2</w:t>
            </w:r>
          </w:p>
        </w:tc>
        <w:tc>
          <w:tcPr>
            <w:tcW w:w="808" w:type="dxa"/>
            <w:tcBorders>
              <w:top w:val="nil"/>
              <w:left w:val="nil"/>
              <w:bottom w:val="single" w:sz="4" w:space="0" w:color="auto"/>
              <w:right w:val="single" w:sz="4" w:space="0" w:color="auto"/>
            </w:tcBorders>
            <w:shd w:val="clear" w:color="auto" w:fill="auto"/>
            <w:vAlign w:val="center"/>
            <w:hideMark/>
          </w:tcPr>
          <w:p w14:paraId="0984CE7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7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0984CE7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7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6.6.5.1</w:t>
            </w:r>
            <w:r w:rsidRPr="00EF2F0E">
              <w:rPr>
                <w:rFonts w:ascii="Arial" w:hAnsi="Arial" w:cs="Arial"/>
                <w:sz w:val="18"/>
                <w:szCs w:val="18"/>
                <w:lang w:eastAsia="en-GB"/>
              </w:rPr>
              <w:br/>
              <w:t>6.6.5.4</w:t>
            </w:r>
          </w:p>
        </w:tc>
        <w:tc>
          <w:tcPr>
            <w:tcW w:w="820" w:type="dxa"/>
            <w:tcBorders>
              <w:top w:val="nil"/>
              <w:left w:val="nil"/>
              <w:bottom w:val="single" w:sz="4" w:space="0" w:color="auto"/>
              <w:right w:val="single" w:sz="4" w:space="0" w:color="auto"/>
            </w:tcBorders>
            <w:shd w:val="clear" w:color="auto" w:fill="auto"/>
            <w:vAlign w:val="center"/>
            <w:hideMark/>
          </w:tcPr>
          <w:p w14:paraId="0984CE7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82" w14:textId="77777777" w:rsidTr="0044667C">
        <w:trPr>
          <w:trHeight w:val="720"/>
        </w:trPr>
        <w:tc>
          <w:tcPr>
            <w:tcW w:w="1771" w:type="dxa"/>
            <w:tcBorders>
              <w:top w:val="nil"/>
              <w:left w:val="single" w:sz="4" w:space="0" w:color="auto"/>
              <w:bottom w:val="single" w:sz="4" w:space="0" w:color="auto"/>
              <w:right w:val="single" w:sz="4" w:space="0" w:color="auto"/>
            </w:tcBorders>
            <w:shd w:val="clear" w:color="auto" w:fill="auto"/>
            <w:hideMark/>
          </w:tcPr>
          <w:p w14:paraId="0984CE77"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Transmitter spurious emissions</w:t>
            </w:r>
          </w:p>
        </w:tc>
        <w:tc>
          <w:tcPr>
            <w:tcW w:w="806" w:type="dxa"/>
            <w:tcBorders>
              <w:top w:val="nil"/>
              <w:left w:val="nil"/>
              <w:bottom w:val="single" w:sz="4" w:space="0" w:color="auto"/>
              <w:right w:val="single" w:sz="4" w:space="0" w:color="auto"/>
            </w:tcBorders>
            <w:shd w:val="clear" w:color="auto" w:fill="auto"/>
            <w:hideMark/>
          </w:tcPr>
          <w:p w14:paraId="0984CE7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6.6.6.1</w:t>
            </w:r>
            <w:r w:rsidRPr="00EF2F0E">
              <w:rPr>
                <w:rFonts w:ascii="Arial" w:hAnsi="Arial" w:cs="Arial"/>
                <w:sz w:val="18"/>
                <w:szCs w:val="18"/>
                <w:lang w:eastAsia="en-GB"/>
              </w:rPr>
              <w:br/>
              <w:t>6.6.6.2</w:t>
            </w:r>
          </w:p>
        </w:tc>
        <w:tc>
          <w:tcPr>
            <w:tcW w:w="808" w:type="dxa"/>
            <w:tcBorders>
              <w:top w:val="nil"/>
              <w:left w:val="nil"/>
              <w:bottom w:val="single" w:sz="4" w:space="0" w:color="auto"/>
              <w:right w:val="single" w:sz="4" w:space="0" w:color="auto"/>
            </w:tcBorders>
            <w:shd w:val="clear" w:color="auto" w:fill="auto"/>
            <w:vAlign w:val="center"/>
            <w:hideMark/>
          </w:tcPr>
          <w:p w14:paraId="0984CE7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7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6.6.6.1</w:t>
            </w:r>
            <w:r w:rsidRPr="00EF2F0E">
              <w:rPr>
                <w:rFonts w:ascii="Arial" w:hAnsi="Arial" w:cs="Arial"/>
                <w:sz w:val="18"/>
                <w:szCs w:val="18"/>
                <w:lang w:eastAsia="en-GB"/>
              </w:rPr>
              <w:br/>
              <w:t>6.6.6.2</w:t>
            </w:r>
          </w:p>
        </w:tc>
        <w:tc>
          <w:tcPr>
            <w:tcW w:w="808" w:type="dxa"/>
            <w:tcBorders>
              <w:top w:val="nil"/>
              <w:left w:val="nil"/>
              <w:bottom w:val="single" w:sz="4" w:space="0" w:color="auto"/>
              <w:right w:val="single" w:sz="4" w:space="0" w:color="auto"/>
            </w:tcBorders>
            <w:shd w:val="clear" w:color="auto" w:fill="auto"/>
            <w:vAlign w:val="center"/>
            <w:hideMark/>
          </w:tcPr>
          <w:p w14:paraId="0984CE7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7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6.6.6.1</w:t>
            </w:r>
            <w:r w:rsidRPr="00EF2F0E">
              <w:rPr>
                <w:rFonts w:ascii="Arial" w:hAnsi="Arial" w:cs="Arial"/>
                <w:sz w:val="18"/>
                <w:szCs w:val="18"/>
                <w:lang w:eastAsia="en-GB"/>
              </w:rPr>
              <w:br/>
              <w:t>6.6.6.2</w:t>
            </w:r>
          </w:p>
        </w:tc>
        <w:tc>
          <w:tcPr>
            <w:tcW w:w="808" w:type="dxa"/>
            <w:tcBorders>
              <w:top w:val="nil"/>
              <w:left w:val="nil"/>
              <w:bottom w:val="single" w:sz="4" w:space="0" w:color="auto"/>
              <w:right w:val="single" w:sz="4" w:space="0" w:color="auto"/>
            </w:tcBorders>
            <w:shd w:val="clear" w:color="auto" w:fill="auto"/>
            <w:vAlign w:val="center"/>
            <w:hideMark/>
          </w:tcPr>
          <w:p w14:paraId="0984CE7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7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6.6.6.1</w:t>
            </w:r>
            <w:r w:rsidRPr="00EF2F0E">
              <w:rPr>
                <w:rFonts w:ascii="Arial" w:hAnsi="Arial" w:cs="Arial"/>
                <w:sz w:val="18"/>
                <w:szCs w:val="18"/>
                <w:lang w:eastAsia="en-GB"/>
              </w:rPr>
              <w:br/>
              <w:t>6.6.6.3</w:t>
            </w:r>
          </w:p>
        </w:tc>
        <w:tc>
          <w:tcPr>
            <w:tcW w:w="807" w:type="dxa"/>
            <w:tcBorders>
              <w:top w:val="nil"/>
              <w:left w:val="nil"/>
              <w:bottom w:val="single" w:sz="4" w:space="0" w:color="auto"/>
              <w:right w:val="single" w:sz="4" w:space="0" w:color="auto"/>
            </w:tcBorders>
            <w:shd w:val="clear" w:color="auto" w:fill="auto"/>
            <w:vAlign w:val="center"/>
            <w:hideMark/>
          </w:tcPr>
          <w:p w14:paraId="0984CE7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8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6.6.6.1</w:t>
            </w:r>
            <w:r w:rsidRPr="00EF2F0E">
              <w:rPr>
                <w:rFonts w:ascii="Arial" w:hAnsi="Arial" w:cs="Arial"/>
                <w:sz w:val="18"/>
                <w:szCs w:val="18"/>
                <w:lang w:eastAsia="en-GB"/>
              </w:rPr>
              <w:br/>
              <w:t>6.6.6.4</w:t>
            </w:r>
          </w:p>
        </w:tc>
        <w:tc>
          <w:tcPr>
            <w:tcW w:w="820" w:type="dxa"/>
            <w:tcBorders>
              <w:top w:val="nil"/>
              <w:left w:val="nil"/>
              <w:bottom w:val="single" w:sz="4" w:space="0" w:color="auto"/>
              <w:right w:val="single" w:sz="4" w:space="0" w:color="auto"/>
            </w:tcBorders>
            <w:shd w:val="clear" w:color="auto" w:fill="auto"/>
            <w:vAlign w:val="center"/>
            <w:hideMark/>
          </w:tcPr>
          <w:p w14:paraId="0984CE8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8E"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E83"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Transmitter intermodulation</w:t>
            </w:r>
          </w:p>
        </w:tc>
        <w:tc>
          <w:tcPr>
            <w:tcW w:w="806" w:type="dxa"/>
            <w:tcBorders>
              <w:top w:val="nil"/>
              <w:left w:val="nil"/>
              <w:bottom w:val="single" w:sz="4" w:space="0" w:color="auto"/>
              <w:right w:val="single" w:sz="4" w:space="0" w:color="auto"/>
            </w:tcBorders>
            <w:shd w:val="clear" w:color="auto" w:fill="auto"/>
            <w:hideMark/>
          </w:tcPr>
          <w:p w14:paraId="0984CE8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6.7.1</w:t>
            </w:r>
            <w:r w:rsidRPr="00EF2F0E">
              <w:rPr>
                <w:rFonts w:ascii="Arial" w:hAnsi="Arial" w:cs="Arial"/>
                <w:sz w:val="18"/>
                <w:szCs w:val="18"/>
                <w:lang w:eastAsia="en-GB"/>
              </w:rPr>
              <w:br/>
              <w:t>6.7.2</w:t>
            </w:r>
          </w:p>
        </w:tc>
        <w:tc>
          <w:tcPr>
            <w:tcW w:w="808" w:type="dxa"/>
            <w:tcBorders>
              <w:top w:val="nil"/>
              <w:left w:val="nil"/>
              <w:bottom w:val="single" w:sz="4" w:space="0" w:color="auto"/>
              <w:right w:val="single" w:sz="4" w:space="0" w:color="auto"/>
            </w:tcBorders>
            <w:shd w:val="clear" w:color="auto" w:fill="auto"/>
            <w:vAlign w:val="center"/>
            <w:hideMark/>
          </w:tcPr>
          <w:p w14:paraId="0984CE8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8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6.7.1</w:t>
            </w:r>
            <w:r w:rsidRPr="00EF2F0E">
              <w:rPr>
                <w:rFonts w:ascii="Arial" w:hAnsi="Arial" w:cs="Arial"/>
                <w:sz w:val="18"/>
                <w:szCs w:val="18"/>
                <w:lang w:eastAsia="en-GB"/>
              </w:rPr>
              <w:br/>
              <w:t>6.7.2</w:t>
            </w:r>
          </w:p>
        </w:tc>
        <w:tc>
          <w:tcPr>
            <w:tcW w:w="808" w:type="dxa"/>
            <w:tcBorders>
              <w:top w:val="nil"/>
              <w:left w:val="nil"/>
              <w:bottom w:val="single" w:sz="4" w:space="0" w:color="auto"/>
              <w:right w:val="single" w:sz="4" w:space="0" w:color="auto"/>
            </w:tcBorders>
            <w:shd w:val="clear" w:color="auto" w:fill="auto"/>
            <w:vAlign w:val="center"/>
            <w:hideMark/>
          </w:tcPr>
          <w:p w14:paraId="0984CE8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8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6.7.1</w:t>
            </w:r>
            <w:r w:rsidRPr="00EF2F0E">
              <w:rPr>
                <w:rFonts w:ascii="Arial" w:hAnsi="Arial" w:cs="Arial"/>
                <w:sz w:val="18"/>
                <w:szCs w:val="18"/>
                <w:lang w:eastAsia="en-GB"/>
              </w:rPr>
              <w:br/>
              <w:t>6.7.2</w:t>
            </w:r>
          </w:p>
        </w:tc>
        <w:tc>
          <w:tcPr>
            <w:tcW w:w="808" w:type="dxa"/>
            <w:tcBorders>
              <w:top w:val="nil"/>
              <w:left w:val="nil"/>
              <w:bottom w:val="single" w:sz="4" w:space="0" w:color="auto"/>
              <w:right w:val="single" w:sz="4" w:space="0" w:color="auto"/>
            </w:tcBorders>
            <w:shd w:val="clear" w:color="auto" w:fill="auto"/>
            <w:vAlign w:val="center"/>
            <w:hideMark/>
          </w:tcPr>
          <w:p w14:paraId="0984CE8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8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6.7.1</w:t>
            </w:r>
            <w:r w:rsidRPr="00EF2F0E">
              <w:rPr>
                <w:rFonts w:ascii="Arial" w:hAnsi="Arial" w:cs="Arial"/>
                <w:sz w:val="18"/>
                <w:szCs w:val="18"/>
                <w:lang w:eastAsia="en-GB"/>
              </w:rPr>
              <w:br/>
              <w:t>6.7.3</w:t>
            </w:r>
          </w:p>
        </w:tc>
        <w:tc>
          <w:tcPr>
            <w:tcW w:w="807" w:type="dxa"/>
            <w:tcBorders>
              <w:top w:val="nil"/>
              <w:left w:val="nil"/>
              <w:bottom w:val="single" w:sz="4" w:space="0" w:color="auto"/>
              <w:right w:val="single" w:sz="4" w:space="0" w:color="auto"/>
            </w:tcBorders>
            <w:shd w:val="clear" w:color="auto" w:fill="auto"/>
            <w:vAlign w:val="center"/>
            <w:hideMark/>
          </w:tcPr>
          <w:p w14:paraId="0984CE8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8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6.7.1</w:t>
            </w:r>
            <w:r w:rsidRPr="00EF2F0E">
              <w:rPr>
                <w:rFonts w:ascii="Arial" w:hAnsi="Arial" w:cs="Arial"/>
                <w:sz w:val="18"/>
                <w:szCs w:val="18"/>
                <w:lang w:eastAsia="en-GB"/>
              </w:rPr>
              <w:br/>
              <w:t>6.7.4</w:t>
            </w:r>
          </w:p>
        </w:tc>
        <w:tc>
          <w:tcPr>
            <w:tcW w:w="820" w:type="dxa"/>
            <w:tcBorders>
              <w:top w:val="nil"/>
              <w:left w:val="nil"/>
              <w:bottom w:val="single" w:sz="4" w:space="0" w:color="auto"/>
              <w:right w:val="single" w:sz="4" w:space="0" w:color="auto"/>
            </w:tcBorders>
            <w:shd w:val="clear" w:color="auto" w:fill="auto"/>
            <w:vAlign w:val="center"/>
            <w:hideMark/>
          </w:tcPr>
          <w:p w14:paraId="0984CE8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9A"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E8F"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Reference sensitivity level</w:t>
            </w:r>
          </w:p>
        </w:tc>
        <w:tc>
          <w:tcPr>
            <w:tcW w:w="806" w:type="dxa"/>
            <w:tcBorders>
              <w:top w:val="nil"/>
              <w:left w:val="nil"/>
              <w:bottom w:val="single" w:sz="4" w:space="0" w:color="auto"/>
              <w:right w:val="single" w:sz="4" w:space="0" w:color="auto"/>
            </w:tcBorders>
            <w:shd w:val="clear" w:color="auto" w:fill="auto"/>
            <w:hideMark/>
          </w:tcPr>
          <w:p w14:paraId="0984CE9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7.2.1</w:t>
            </w:r>
            <w:r w:rsidRPr="00EF2F0E">
              <w:rPr>
                <w:rFonts w:ascii="Arial" w:hAnsi="Arial" w:cs="Arial"/>
                <w:sz w:val="18"/>
                <w:szCs w:val="18"/>
                <w:lang w:eastAsia="en-GB"/>
              </w:rPr>
              <w:br/>
              <w:t>7.2.2</w:t>
            </w:r>
          </w:p>
        </w:tc>
        <w:tc>
          <w:tcPr>
            <w:tcW w:w="808" w:type="dxa"/>
            <w:tcBorders>
              <w:top w:val="nil"/>
              <w:left w:val="nil"/>
              <w:bottom w:val="single" w:sz="4" w:space="0" w:color="auto"/>
              <w:right w:val="single" w:sz="4" w:space="0" w:color="auto"/>
            </w:tcBorders>
            <w:shd w:val="clear" w:color="auto" w:fill="auto"/>
            <w:vAlign w:val="center"/>
            <w:hideMark/>
          </w:tcPr>
          <w:p w14:paraId="0984CE9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9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7.2.1</w:t>
            </w:r>
            <w:r w:rsidRPr="00EF2F0E">
              <w:rPr>
                <w:rFonts w:ascii="Arial" w:hAnsi="Arial" w:cs="Arial"/>
                <w:sz w:val="18"/>
                <w:szCs w:val="18"/>
                <w:lang w:eastAsia="en-GB"/>
              </w:rPr>
              <w:br/>
              <w:t>7.2.2</w:t>
            </w:r>
          </w:p>
        </w:tc>
        <w:tc>
          <w:tcPr>
            <w:tcW w:w="808" w:type="dxa"/>
            <w:tcBorders>
              <w:top w:val="nil"/>
              <w:left w:val="nil"/>
              <w:bottom w:val="single" w:sz="4" w:space="0" w:color="auto"/>
              <w:right w:val="single" w:sz="4" w:space="0" w:color="auto"/>
            </w:tcBorders>
            <w:shd w:val="clear" w:color="auto" w:fill="auto"/>
            <w:vAlign w:val="center"/>
            <w:hideMark/>
          </w:tcPr>
          <w:p w14:paraId="0984CE9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9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7.2.1</w:t>
            </w:r>
            <w:r w:rsidRPr="00EF2F0E">
              <w:rPr>
                <w:rFonts w:ascii="Arial" w:hAnsi="Arial" w:cs="Arial"/>
                <w:sz w:val="18"/>
                <w:szCs w:val="18"/>
                <w:lang w:eastAsia="en-GB"/>
              </w:rPr>
              <w:br/>
              <w:t>7.2.2</w:t>
            </w:r>
          </w:p>
        </w:tc>
        <w:tc>
          <w:tcPr>
            <w:tcW w:w="808" w:type="dxa"/>
            <w:tcBorders>
              <w:top w:val="nil"/>
              <w:left w:val="nil"/>
              <w:bottom w:val="single" w:sz="4" w:space="0" w:color="auto"/>
              <w:right w:val="single" w:sz="4" w:space="0" w:color="auto"/>
            </w:tcBorders>
            <w:shd w:val="clear" w:color="auto" w:fill="auto"/>
            <w:vAlign w:val="center"/>
            <w:hideMark/>
          </w:tcPr>
          <w:p w14:paraId="0984CE9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9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7.2.1</w:t>
            </w:r>
            <w:r w:rsidRPr="00EF2F0E">
              <w:rPr>
                <w:rFonts w:ascii="Arial" w:hAnsi="Arial" w:cs="Arial"/>
                <w:sz w:val="18"/>
                <w:szCs w:val="18"/>
                <w:lang w:eastAsia="en-GB"/>
              </w:rPr>
              <w:br/>
              <w:t>7.2.3</w:t>
            </w:r>
          </w:p>
        </w:tc>
        <w:tc>
          <w:tcPr>
            <w:tcW w:w="807" w:type="dxa"/>
            <w:tcBorders>
              <w:top w:val="nil"/>
              <w:left w:val="nil"/>
              <w:bottom w:val="single" w:sz="4" w:space="0" w:color="auto"/>
              <w:right w:val="single" w:sz="4" w:space="0" w:color="auto"/>
            </w:tcBorders>
            <w:shd w:val="clear" w:color="auto" w:fill="auto"/>
            <w:vAlign w:val="center"/>
            <w:hideMark/>
          </w:tcPr>
          <w:p w14:paraId="0984CE9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9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7.2.1</w:t>
            </w:r>
            <w:r w:rsidRPr="00EF2F0E">
              <w:rPr>
                <w:rFonts w:ascii="Arial" w:hAnsi="Arial" w:cs="Arial"/>
                <w:sz w:val="18"/>
                <w:szCs w:val="18"/>
                <w:lang w:eastAsia="en-GB"/>
              </w:rPr>
              <w:br/>
              <w:t>7.2.4</w:t>
            </w:r>
          </w:p>
        </w:tc>
        <w:tc>
          <w:tcPr>
            <w:tcW w:w="820" w:type="dxa"/>
            <w:tcBorders>
              <w:top w:val="nil"/>
              <w:left w:val="nil"/>
              <w:bottom w:val="single" w:sz="4" w:space="0" w:color="auto"/>
              <w:right w:val="single" w:sz="4" w:space="0" w:color="auto"/>
            </w:tcBorders>
            <w:shd w:val="clear" w:color="auto" w:fill="auto"/>
            <w:vAlign w:val="center"/>
            <w:hideMark/>
          </w:tcPr>
          <w:p w14:paraId="0984CE9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A6"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E9B"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Dynamic range</w:t>
            </w:r>
          </w:p>
        </w:tc>
        <w:tc>
          <w:tcPr>
            <w:tcW w:w="806" w:type="dxa"/>
            <w:tcBorders>
              <w:top w:val="nil"/>
              <w:left w:val="nil"/>
              <w:bottom w:val="single" w:sz="4" w:space="0" w:color="auto"/>
              <w:right w:val="single" w:sz="4" w:space="0" w:color="auto"/>
            </w:tcBorders>
            <w:shd w:val="clear" w:color="auto" w:fill="auto"/>
            <w:hideMark/>
          </w:tcPr>
          <w:p w14:paraId="0984CE9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7.3.1</w:t>
            </w:r>
            <w:r w:rsidRPr="00EF2F0E">
              <w:rPr>
                <w:rFonts w:ascii="Arial" w:hAnsi="Arial" w:cs="Arial"/>
                <w:sz w:val="18"/>
                <w:szCs w:val="18"/>
                <w:lang w:eastAsia="en-GB"/>
              </w:rPr>
              <w:br/>
              <w:t>7.3.2</w:t>
            </w:r>
          </w:p>
        </w:tc>
        <w:tc>
          <w:tcPr>
            <w:tcW w:w="808" w:type="dxa"/>
            <w:tcBorders>
              <w:top w:val="nil"/>
              <w:left w:val="nil"/>
              <w:bottom w:val="single" w:sz="4" w:space="0" w:color="auto"/>
              <w:right w:val="single" w:sz="4" w:space="0" w:color="auto"/>
            </w:tcBorders>
            <w:shd w:val="clear" w:color="auto" w:fill="auto"/>
            <w:vAlign w:val="center"/>
            <w:hideMark/>
          </w:tcPr>
          <w:p w14:paraId="0984CE9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9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7.3.1</w:t>
            </w:r>
            <w:r w:rsidRPr="00EF2F0E">
              <w:rPr>
                <w:rFonts w:ascii="Arial" w:hAnsi="Arial" w:cs="Arial"/>
                <w:sz w:val="18"/>
                <w:szCs w:val="18"/>
                <w:lang w:eastAsia="en-GB"/>
              </w:rPr>
              <w:br/>
              <w:t>7.3.2</w:t>
            </w:r>
          </w:p>
        </w:tc>
        <w:tc>
          <w:tcPr>
            <w:tcW w:w="808" w:type="dxa"/>
            <w:tcBorders>
              <w:top w:val="nil"/>
              <w:left w:val="nil"/>
              <w:bottom w:val="single" w:sz="4" w:space="0" w:color="auto"/>
              <w:right w:val="single" w:sz="4" w:space="0" w:color="auto"/>
            </w:tcBorders>
            <w:shd w:val="clear" w:color="auto" w:fill="auto"/>
            <w:vAlign w:val="center"/>
            <w:hideMark/>
          </w:tcPr>
          <w:p w14:paraId="0984CE9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A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7.3.1</w:t>
            </w:r>
            <w:r w:rsidRPr="00EF2F0E">
              <w:rPr>
                <w:rFonts w:ascii="Arial" w:hAnsi="Arial" w:cs="Arial"/>
                <w:sz w:val="18"/>
                <w:szCs w:val="18"/>
                <w:lang w:eastAsia="en-GB"/>
              </w:rPr>
              <w:br/>
              <w:t>7.3.2</w:t>
            </w:r>
          </w:p>
        </w:tc>
        <w:tc>
          <w:tcPr>
            <w:tcW w:w="808" w:type="dxa"/>
            <w:tcBorders>
              <w:top w:val="nil"/>
              <w:left w:val="nil"/>
              <w:bottom w:val="single" w:sz="4" w:space="0" w:color="auto"/>
              <w:right w:val="single" w:sz="4" w:space="0" w:color="auto"/>
            </w:tcBorders>
            <w:shd w:val="clear" w:color="auto" w:fill="auto"/>
            <w:vAlign w:val="center"/>
            <w:hideMark/>
          </w:tcPr>
          <w:p w14:paraId="0984CEA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A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7.3.1</w:t>
            </w:r>
            <w:r w:rsidRPr="00EF2F0E">
              <w:rPr>
                <w:rFonts w:ascii="Arial" w:hAnsi="Arial" w:cs="Arial"/>
                <w:sz w:val="18"/>
                <w:szCs w:val="18"/>
                <w:lang w:eastAsia="en-GB"/>
              </w:rPr>
              <w:br/>
              <w:t>7.3.3</w:t>
            </w:r>
          </w:p>
        </w:tc>
        <w:tc>
          <w:tcPr>
            <w:tcW w:w="807" w:type="dxa"/>
            <w:tcBorders>
              <w:top w:val="nil"/>
              <w:left w:val="nil"/>
              <w:bottom w:val="single" w:sz="4" w:space="0" w:color="auto"/>
              <w:right w:val="single" w:sz="4" w:space="0" w:color="auto"/>
            </w:tcBorders>
            <w:shd w:val="clear" w:color="auto" w:fill="auto"/>
            <w:vAlign w:val="center"/>
            <w:hideMark/>
          </w:tcPr>
          <w:p w14:paraId="0984CEA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A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7.3.1</w:t>
            </w:r>
            <w:r w:rsidRPr="00EF2F0E">
              <w:rPr>
                <w:rFonts w:ascii="Arial" w:hAnsi="Arial" w:cs="Arial"/>
                <w:sz w:val="18"/>
                <w:szCs w:val="18"/>
                <w:lang w:eastAsia="en-GB"/>
              </w:rPr>
              <w:br/>
              <w:t>7.3.4</w:t>
            </w:r>
          </w:p>
        </w:tc>
        <w:tc>
          <w:tcPr>
            <w:tcW w:w="820" w:type="dxa"/>
            <w:tcBorders>
              <w:top w:val="nil"/>
              <w:left w:val="nil"/>
              <w:bottom w:val="single" w:sz="4" w:space="0" w:color="auto"/>
              <w:right w:val="single" w:sz="4" w:space="0" w:color="auto"/>
            </w:tcBorders>
            <w:shd w:val="clear" w:color="auto" w:fill="auto"/>
            <w:vAlign w:val="center"/>
            <w:hideMark/>
          </w:tcPr>
          <w:p w14:paraId="0984CEA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B2" w14:textId="77777777" w:rsidTr="0044667C">
        <w:trPr>
          <w:trHeight w:val="960"/>
        </w:trPr>
        <w:tc>
          <w:tcPr>
            <w:tcW w:w="1771" w:type="dxa"/>
            <w:tcBorders>
              <w:top w:val="nil"/>
              <w:left w:val="single" w:sz="4" w:space="0" w:color="auto"/>
              <w:bottom w:val="single" w:sz="4" w:space="0" w:color="auto"/>
              <w:right w:val="single" w:sz="4" w:space="0" w:color="auto"/>
            </w:tcBorders>
            <w:shd w:val="clear" w:color="auto" w:fill="auto"/>
            <w:hideMark/>
          </w:tcPr>
          <w:p w14:paraId="0984CEA7"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Adjacent channel selectivity and narrowband blocking</w:t>
            </w:r>
          </w:p>
        </w:tc>
        <w:tc>
          <w:tcPr>
            <w:tcW w:w="806" w:type="dxa"/>
            <w:tcBorders>
              <w:top w:val="nil"/>
              <w:left w:val="nil"/>
              <w:bottom w:val="single" w:sz="4" w:space="0" w:color="auto"/>
              <w:right w:val="single" w:sz="4" w:space="0" w:color="auto"/>
            </w:tcBorders>
            <w:shd w:val="clear" w:color="auto" w:fill="auto"/>
            <w:hideMark/>
          </w:tcPr>
          <w:p w14:paraId="0984CEA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7.4.1</w:t>
            </w:r>
            <w:r w:rsidRPr="00EF2F0E">
              <w:rPr>
                <w:rFonts w:ascii="Arial" w:hAnsi="Arial" w:cs="Arial"/>
                <w:sz w:val="18"/>
                <w:szCs w:val="18"/>
                <w:lang w:eastAsia="en-GB"/>
              </w:rPr>
              <w:br/>
              <w:t>7.4.2</w:t>
            </w:r>
          </w:p>
        </w:tc>
        <w:tc>
          <w:tcPr>
            <w:tcW w:w="808" w:type="dxa"/>
            <w:tcBorders>
              <w:top w:val="nil"/>
              <w:left w:val="nil"/>
              <w:bottom w:val="single" w:sz="4" w:space="0" w:color="auto"/>
              <w:right w:val="single" w:sz="4" w:space="0" w:color="auto"/>
            </w:tcBorders>
            <w:shd w:val="clear" w:color="auto" w:fill="auto"/>
            <w:vAlign w:val="center"/>
            <w:hideMark/>
          </w:tcPr>
          <w:p w14:paraId="0984CEA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A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7.4.1</w:t>
            </w:r>
            <w:r w:rsidRPr="00EF2F0E">
              <w:rPr>
                <w:rFonts w:ascii="Arial" w:hAnsi="Arial" w:cs="Arial"/>
                <w:sz w:val="18"/>
                <w:szCs w:val="18"/>
                <w:lang w:eastAsia="en-GB"/>
              </w:rPr>
              <w:br/>
              <w:t>7.4.2</w:t>
            </w:r>
          </w:p>
        </w:tc>
        <w:tc>
          <w:tcPr>
            <w:tcW w:w="808" w:type="dxa"/>
            <w:tcBorders>
              <w:top w:val="nil"/>
              <w:left w:val="nil"/>
              <w:bottom w:val="single" w:sz="4" w:space="0" w:color="auto"/>
              <w:right w:val="single" w:sz="4" w:space="0" w:color="auto"/>
            </w:tcBorders>
            <w:shd w:val="clear" w:color="auto" w:fill="auto"/>
            <w:vAlign w:val="center"/>
            <w:hideMark/>
          </w:tcPr>
          <w:p w14:paraId="0984CEA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A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7.4.1</w:t>
            </w:r>
            <w:r w:rsidRPr="00EF2F0E">
              <w:rPr>
                <w:rFonts w:ascii="Arial" w:hAnsi="Arial" w:cs="Arial"/>
                <w:sz w:val="18"/>
                <w:szCs w:val="18"/>
                <w:lang w:eastAsia="en-GB"/>
              </w:rPr>
              <w:br/>
              <w:t>7.4.2</w:t>
            </w:r>
          </w:p>
        </w:tc>
        <w:tc>
          <w:tcPr>
            <w:tcW w:w="808" w:type="dxa"/>
            <w:tcBorders>
              <w:top w:val="nil"/>
              <w:left w:val="nil"/>
              <w:bottom w:val="single" w:sz="4" w:space="0" w:color="auto"/>
              <w:right w:val="single" w:sz="4" w:space="0" w:color="auto"/>
            </w:tcBorders>
            <w:shd w:val="clear" w:color="auto" w:fill="auto"/>
            <w:vAlign w:val="center"/>
            <w:hideMark/>
          </w:tcPr>
          <w:p w14:paraId="0984CEA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A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7.4.1</w:t>
            </w:r>
            <w:r w:rsidRPr="00EF2F0E">
              <w:rPr>
                <w:rFonts w:ascii="Arial" w:hAnsi="Arial" w:cs="Arial"/>
                <w:sz w:val="18"/>
                <w:szCs w:val="18"/>
                <w:lang w:eastAsia="en-GB"/>
              </w:rPr>
              <w:br/>
              <w:t>7.4.3</w:t>
            </w:r>
          </w:p>
        </w:tc>
        <w:tc>
          <w:tcPr>
            <w:tcW w:w="807" w:type="dxa"/>
            <w:tcBorders>
              <w:top w:val="nil"/>
              <w:left w:val="nil"/>
              <w:bottom w:val="single" w:sz="4" w:space="0" w:color="auto"/>
              <w:right w:val="single" w:sz="4" w:space="0" w:color="auto"/>
            </w:tcBorders>
            <w:shd w:val="clear" w:color="auto" w:fill="auto"/>
            <w:vAlign w:val="center"/>
            <w:hideMark/>
          </w:tcPr>
          <w:p w14:paraId="0984CEA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B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7.4.1</w:t>
            </w:r>
            <w:r w:rsidRPr="00EF2F0E">
              <w:rPr>
                <w:rFonts w:ascii="Arial" w:hAnsi="Arial" w:cs="Arial"/>
                <w:sz w:val="18"/>
                <w:szCs w:val="18"/>
                <w:lang w:eastAsia="en-GB"/>
              </w:rPr>
              <w:br/>
              <w:t>7.4.4</w:t>
            </w:r>
          </w:p>
        </w:tc>
        <w:tc>
          <w:tcPr>
            <w:tcW w:w="820" w:type="dxa"/>
            <w:tcBorders>
              <w:top w:val="nil"/>
              <w:left w:val="nil"/>
              <w:bottom w:val="single" w:sz="4" w:space="0" w:color="auto"/>
              <w:right w:val="single" w:sz="4" w:space="0" w:color="auto"/>
            </w:tcBorders>
            <w:shd w:val="clear" w:color="auto" w:fill="auto"/>
            <w:vAlign w:val="center"/>
            <w:hideMark/>
          </w:tcPr>
          <w:p w14:paraId="0984CEB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BE"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EB3"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Blocking</w:t>
            </w:r>
          </w:p>
        </w:tc>
        <w:tc>
          <w:tcPr>
            <w:tcW w:w="806" w:type="dxa"/>
            <w:tcBorders>
              <w:top w:val="nil"/>
              <w:left w:val="nil"/>
              <w:bottom w:val="single" w:sz="4" w:space="0" w:color="auto"/>
              <w:right w:val="single" w:sz="4" w:space="0" w:color="auto"/>
            </w:tcBorders>
            <w:shd w:val="clear" w:color="auto" w:fill="auto"/>
            <w:hideMark/>
          </w:tcPr>
          <w:p w14:paraId="0984CEB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7.5.1</w:t>
            </w:r>
            <w:r w:rsidRPr="00EF2F0E">
              <w:rPr>
                <w:rFonts w:ascii="Arial" w:hAnsi="Arial" w:cs="Arial"/>
                <w:sz w:val="18"/>
                <w:szCs w:val="18"/>
                <w:lang w:eastAsia="en-GB"/>
              </w:rPr>
              <w:br/>
              <w:t>7.5.2</w:t>
            </w:r>
          </w:p>
        </w:tc>
        <w:tc>
          <w:tcPr>
            <w:tcW w:w="808" w:type="dxa"/>
            <w:tcBorders>
              <w:top w:val="nil"/>
              <w:left w:val="nil"/>
              <w:bottom w:val="single" w:sz="4" w:space="0" w:color="auto"/>
              <w:right w:val="single" w:sz="4" w:space="0" w:color="auto"/>
            </w:tcBorders>
            <w:shd w:val="clear" w:color="auto" w:fill="auto"/>
            <w:vAlign w:val="center"/>
            <w:hideMark/>
          </w:tcPr>
          <w:p w14:paraId="0984CEB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B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7.5.1</w:t>
            </w:r>
            <w:r w:rsidRPr="00EF2F0E">
              <w:rPr>
                <w:rFonts w:ascii="Arial" w:hAnsi="Arial" w:cs="Arial"/>
                <w:sz w:val="18"/>
                <w:szCs w:val="18"/>
                <w:lang w:eastAsia="en-GB"/>
              </w:rPr>
              <w:br/>
              <w:t>7.5.2</w:t>
            </w:r>
          </w:p>
        </w:tc>
        <w:tc>
          <w:tcPr>
            <w:tcW w:w="808" w:type="dxa"/>
            <w:tcBorders>
              <w:top w:val="nil"/>
              <w:left w:val="nil"/>
              <w:bottom w:val="single" w:sz="4" w:space="0" w:color="auto"/>
              <w:right w:val="single" w:sz="4" w:space="0" w:color="auto"/>
            </w:tcBorders>
            <w:shd w:val="clear" w:color="auto" w:fill="auto"/>
            <w:vAlign w:val="center"/>
            <w:hideMark/>
          </w:tcPr>
          <w:p w14:paraId="0984CEB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B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7.5.1</w:t>
            </w:r>
            <w:r w:rsidRPr="00EF2F0E">
              <w:rPr>
                <w:rFonts w:ascii="Arial" w:hAnsi="Arial" w:cs="Arial"/>
                <w:sz w:val="18"/>
                <w:szCs w:val="18"/>
                <w:lang w:eastAsia="en-GB"/>
              </w:rPr>
              <w:br/>
              <w:t>7.5.2</w:t>
            </w:r>
          </w:p>
        </w:tc>
        <w:tc>
          <w:tcPr>
            <w:tcW w:w="808" w:type="dxa"/>
            <w:tcBorders>
              <w:top w:val="nil"/>
              <w:left w:val="nil"/>
              <w:bottom w:val="single" w:sz="4" w:space="0" w:color="auto"/>
              <w:right w:val="single" w:sz="4" w:space="0" w:color="auto"/>
            </w:tcBorders>
            <w:shd w:val="clear" w:color="auto" w:fill="auto"/>
            <w:vAlign w:val="center"/>
            <w:hideMark/>
          </w:tcPr>
          <w:p w14:paraId="0984CEB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B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7.5.1</w:t>
            </w:r>
            <w:r w:rsidRPr="00EF2F0E">
              <w:rPr>
                <w:rFonts w:ascii="Arial" w:hAnsi="Arial" w:cs="Arial"/>
                <w:sz w:val="18"/>
                <w:szCs w:val="18"/>
                <w:lang w:eastAsia="en-GB"/>
              </w:rPr>
              <w:br/>
              <w:t>7.5.3</w:t>
            </w:r>
          </w:p>
        </w:tc>
        <w:tc>
          <w:tcPr>
            <w:tcW w:w="807" w:type="dxa"/>
            <w:tcBorders>
              <w:top w:val="nil"/>
              <w:left w:val="nil"/>
              <w:bottom w:val="single" w:sz="4" w:space="0" w:color="auto"/>
              <w:right w:val="single" w:sz="4" w:space="0" w:color="auto"/>
            </w:tcBorders>
            <w:shd w:val="clear" w:color="auto" w:fill="auto"/>
            <w:vAlign w:val="center"/>
            <w:hideMark/>
          </w:tcPr>
          <w:p w14:paraId="0984CEB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B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7.5.1</w:t>
            </w:r>
            <w:r w:rsidRPr="00EF2F0E">
              <w:rPr>
                <w:rFonts w:ascii="Arial" w:hAnsi="Arial" w:cs="Arial"/>
                <w:sz w:val="18"/>
                <w:szCs w:val="18"/>
                <w:lang w:eastAsia="en-GB"/>
              </w:rPr>
              <w:br/>
              <w:t>7.5.4</w:t>
            </w:r>
          </w:p>
        </w:tc>
        <w:tc>
          <w:tcPr>
            <w:tcW w:w="820" w:type="dxa"/>
            <w:tcBorders>
              <w:top w:val="nil"/>
              <w:left w:val="nil"/>
              <w:bottom w:val="single" w:sz="4" w:space="0" w:color="auto"/>
              <w:right w:val="single" w:sz="4" w:space="0" w:color="auto"/>
            </w:tcBorders>
            <w:shd w:val="clear" w:color="auto" w:fill="auto"/>
            <w:vAlign w:val="center"/>
            <w:hideMark/>
          </w:tcPr>
          <w:p w14:paraId="0984CEB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CA" w14:textId="77777777" w:rsidTr="0044667C">
        <w:trPr>
          <w:trHeight w:val="720"/>
        </w:trPr>
        <w:tc>
          <w:tcPr>
            <w:tcW w:w="1771" w:type="dxa"/>
            <w:tcBorders>
              <w:top w:val="nil"/>
              <w:left w:val="single" w:sz="4" w:space="0" w:color="auto"/>
              <w:bottom w:val="single" w:sz="4" w:space="0" w:color="auto"/>
              <w:right w:val="single" w:sz="4" w:space="0" w:color="auto"/>
            </w:tcBorders>
            <w:shd w:val="clear" w:color="auto" w:fill="auto"/>
            <w:hideMark/>
          </w:tcPr>
          <w:p w14:paraId="0984CEBF"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Receiver spurious emissions</w:t>
            </w:r>
          </w:p>
        </w:tc>
        <w:tc>
          <w:tcPr>
            <w:tcW w:w="806" w:type="dxa"/>
            <w:tcBorders>
              <w:top w:val="nil"/>
              <w:left w:val="nil"/>
              <w:bottom w:val="single" w:sz="4" w:space="0" w:color="auto"/>
              <w:right w:val="single" w:sz="4" w:space="0" w:color="auto"/>
            </w:tcBorders>
            <w:shd w:val="clear" w:color="auto" w:fill="auto"/>
            <w:hideMark/>
          </w:tcPr>
          <w:p w14:paraId="0984CEC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7.6.1</w:t>
            </w:r>
            <w:r w:rsidRPr="00EF2F0E">
              <w:rPr>
                <w:rFonts w:ascii="Arial" w:hAnsi="Arial" w:cs="Arial"/>
                <w:sz w:val="18"/>
                <w:szCs w:val="18"/>
                <w:lang w:eastAsia="en-GB"/>
              </w:rPr>
              <w:br/>
              <w:t>7.6.2</w:t>
            </w:r>
          </w:p>
        </w:tc>
        <w:tc>
          <w:tcPr>
            <w:tcW w:w="808" w:type="dxa"/>
            <w:tcBorders>
              <w:top w:val="nil"/>
              <w:left w:val="nil"/>
              <w:bottom w:val="single" w:sz="4" w:space="0" w:color="auto"/>
              <w:right w:val="single" w:sz="4" w:space="0" w:color="auto"/>
            </w:tcBorders>
            <w:shd w:val="clear" w:color="auto" w:fill="auto"/>
            <w:vAlign w:val="center"/>
            <w:hideMark/>
          </w:tcPr>
          <w:p w14:paraId="0984CEC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C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7.6.1</w:t>
            </w:r>
            <w:r w:rsidRPr="00EF2F0E">
              <w:rPr>
                <w:rFonts w:ascii="Arial" w:hAnsi="Arial" w:cs="Arial"/>
                <w:sz w:val="18"/>
                <w:szCs w:val="18"/>
                <w:lang w:eastAsia="en-GB"/>
              </w:rPr>
              <w:br/>
              <w:t>7.6.2</w:t>
            </w:r>
          </w:p>
        </w:tc>
        <w:tc>
          <w:tcPr>
            <w:tcW w:w="808" w:type="dxa"/>
            <w:tcBorders>
              <w:top w:val="nil"/>
              <w:left w:val="nil"/>
              <w:bottom w:val="single" w:sz="4" w:space="0" w:color="auto"/>
              <w:right w:val="single" w:sz="4" w:space="0" w:color="auto"/>
            </w:tcBorders>
            <w:shd w:val="clear" w:color="auto" w:fill="auto"/>
            <w:vAlign w:val="center"/>
            <w:hideMark/>
          </w:tcPr>
          <w:p w14:paraId="0984CEC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C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7.6.1</w:t>
            </w:r>
            <w:r w:rsidRPr="00EF2F0E">
              <w:rPr>
                <w:rFonts w:ascii="Arial" w:hAnsi="Arial" w:cs="Arial"/>
                <w:sz w:val="18"/>
                <w:szCs w:val="18"/>
                <w:lang w:eastAsia="en-GB"/>
              </w:rPr>
              <w:br/>
              <w:t>7.6.2</w:t>
            </w:r>
          </w:p>
        </w:tc>
        <w:tc>
          <w:tcPr>
            <w:tcW w:w="808" w:type="dxa"/>
            <w:tcBorders>
              <w:top w:val="nil"/>
              <w:left w:val="nil"/>
              <w:bottom w:val="single" w:sz="4" w:space="0" w:color="auto"/>
              <w:right w:val="single" w:sz="4" w:space="0" w:color="auto"/>
            </w:tcBorders>
            <w:shd w:val="clear" w:color="auto" w:fill="auto"/>
            <w:vAlign w:val="center"/>
            <w:hideMark/>
          </w:tcPr>
          <w:p w14:paraId="0984CEC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C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7.6.1</w:t>
            </w:r>
            <w:r w:rsidRPr="00EF2F0E">
              <w:rPr>
                <w:rFonts w:ascii="Arial" w:hAnsi="Arial" w:cs="Arial"/>
                <w:sz w:val="18"/>
                <w:szCs w:val="18"/>
                <w:lang w:eastAsia="en-GB"/>
              </w:rPr>
              <w:br/>
              <w:t>7.6.3</w:t>
            </w:r>
          </w:p>
        </w:tc>
        <w:tc>
          <w:tcPr>
            <w:tcW w:w="807" w:type="dxa"/>
            <w:tcBorders>
              <w:top w:val="nil"/>
              <w:left w:val="nil"/>
              <w:bottom w:val="single" w:sz="4" w:space="0" w:color="auto"/>
              <w:right w:val="single" w:sz="4" w:space="0" w:color="auto"/>
            </w:tcBorders>
            <w:shd w:val="clear" w:color="auto" w:fill="auto"/>
            <w:vAlign w:val="center"/>
            <w:hideMark/>
          </w:tcPr>
          <w:p w14:paraId="0984CEC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C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7.6.1</w:t>
            </w:r>
            <w:r w:rsidRPr="00EF2F0E">
              <w:rPr>
                <w:rFonts w:ascii="Arial" w:hAnsi="Arial" w:cs="Arial"/>
                <w:sz w:val="18"/>
                <w:szCs w:val="18"/>
                <w:lang w:eastAsia="en-GB"/>
              </w:rPr>
              <w:br/>
              <w:t>7.6.4</w:t>
            </w:r>
          </w:p>
        </w:tc>
        <w:tc>
          <w:tcPr>
            <w:tcW w:w="820" w:type="dxa"/>
            <w:tcBorders>
              <w:top w:val="nil"/>
              <w:left w:val="nil"/>
              <w:bottom w:val="single" w:sz="4" w:space="0" w:color="auto"/>
              <w:right w:val="single" w:sz="4" w:space="0" w:color="auto"/>
            </w:tcBorders>
            <w:shd w:val="clear" w:color="auto" w:fill="auto"/>
            <w:vAlign w:val="center"/>
            <w:hideMark/>
          </w:tcPr>
          <w:p w14:paraId="0984CEC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D6"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ECB"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Receiver intermodulation</w:t>
            </w:r>
          </w:p>
        </w:tc>
        <w:tc>
          <w:tcPr>
            <w:tcW w:w="806" w:type="dxa"/>
            <w:tcBorders>
              <w:top w:val="nil"/>
              <w:left w:val="nil"/>
              <w:bottom w:val="single" w:sz="4" w:space="0" w:color="auto"/>
              <w:right w:val="single" w:sz="4" w:space="0" w:color="auto"/>
            </w:tcBorders>
            <w:shd w:val="clear" w:color="auto" w:fill="auto"/>
            <w:hideMark/>
          </w:tcPr>
          <w:p w14:paraId="0984CEC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7.7.1</w:t>
            </w:r>
            <w:r w:rsidRPr="00EF2F0E">
              <w:rPr>
                <w:rFonts w:ascii="Arial" w:hAnsi="Arial" w:cs="Arial"/>
                <w:sz w:val="18"/>
                <w:szCs w:val="18"/>
                <w:lang w:eastAsia="en-GB"/>
              </w:rPr>
              <w:br/>
              <w:t>7.7.2</w:t>
            </w:r>
          </w:p>
        </w:tc>
        <w:tc>
          <w:tcPr>
            <w:tcW w:w="808" w:type="dxa"/>
            <w:tcBorders>
              <w:top w:val="nil"/>
              <w:left w:val="nil"/>
              <w:bottom w:val="single" w:sz="4" w:space="0" w:color="auto"/>
              <w:right w:val="single" w:sz="4" w:space="0" w:color="auto"/>
            </w:tcBorders>
            <w:shd w:val="clear" w:color="auto" w:fill="auto"/>
            <w:vAlign w:val="center"/>
            <w:hideMark/>
          </w:tcPr>
          <w:p w14:paraId="0984CEC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C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7.7.1</w:t>
            </w:r>
            <w:r w:rsidRPr="00EF2F0E">
              <w:rPr>
                <w:rFonts w:ascii="Arial" w:hAnsi="Arial" w:cs="Arial"/>
                <w:sz w:val="18"/>
                <w:szCs w:val="18"/>
                <w:lang w:eastAsia="en-GB"/>
              </w:rPr>
              <w:br/>
              <w:t>7.7.2</w:t>
            </w:r>
          </w:p>
        </w:tc>
        <w:tc>
          <w:tcPr>
            <w:tcW w:w="808" w:type="dxa"/>
            <w:tcBorders>
              <w:top w:val="nil"/>
              <w:left w:val="nil"/>
              <w:bottom w:val="single" w:sz="4" w:space="0" w:color="auto"/>
              <w:right w:val="single" w:sz="4" w:space="0" w:color="auto"/>
            </w:tcBorders>
            <w:shd w:val="clear" w:color="auto" w:fill="auto"/>
            <w:vAlign w:val="center"/>
            <w:hideMark/>
          </w:tcPr>
          <w:p w14:paraId="0984CEC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D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7.7.1</w:t>
            </w:r>
            <w:r w:rsidRPr="00EF2F0E">
              <w:rPr>
                <w:rFonts w:ascii="Arial" w:hAnsi="Arial" w:cs="Arial"/>
                <w:sz w:val="18"/>
                <w:szCs w:val="18"/>
                <w:lang w:eastAsia="en-GB"/>
              </w:rPr>
              <w:br/>
              <w:t>7.7.2</w:t>
            </w:r>
          </w:p>
        </w:tc>
        <w:tc>
          <w:tcPr>
            <w:tcW w:w="808" w:type="dxa"/>
            <w:tcBorders>
              <w:top w:val="nil"/>
              <w:left w:val="nil"/>
              <w:bottom w:val="single" w:sz="4" w:space="0" w:color="auto"/>
              <w:right w:val="single" w:sz="4" w:space="0" w:color="auto"/>
            </w:tcBorders>
            <w:shd w:val="clear" w:color="auto" w:fill="auto"/>
            <w:vAlign w:val="center"/>
            <w:hideMark/>
          </w:tcPr>
          <w:p w14:paraId="0984CED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D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7.7.1</w:t>
            </w:r>
            <w:r w:rsidRPr="00EF2F0E">
              <w:rPr>
                <w:rFonts w:ascii="Arial" w:hAnsi="Arial" w:cs="Arial"/>
                <w:sz w:val="18"/>
                <w:szCs w:val="18"/>
                <w:lang w:eastAsia="en-GB"/>
              </w:rPr>
              <w:br/>
              <w:t>7.7.3</w:t>
            </w:r>
          </w:p>
        </w:tc>
        <w:tc>
          <w:tcPr>
            <w:tcW w:w="807" w:type="dxa"/>
            <w:tcBorders>
              <w:top w:val="nil"/>
              <w:left w:val="nil"/>
              <w:bottom w:val="single" w:sz="4" w:space="0" w:color="auto"/>
              <w:right w:val="single" w:sz="4" w:space="0" w:color="auto"/>
            </w:tcBorders>
            <w:shd w:val="clear" w:color="auto" w:fill="auto"/>
            <w:vAlign w:val="center"/>
            <w:hideMark/>
          </w:tcPr>
          <w:p w14:paraId="0984CED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D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7.7.1</w:t>
            </w:r>
            <w:r w:rsidRPr="00EF2F0E">
              <w:rPr>
                <w:rFonts w:ascii="Arial" w:hAnsi="Arial" w:cs="Arial"/>
                <w:sz w:val="18"/>
                <w:szCs w:val="18"/>
                <w:lang w:eastAsia="en-GB"/>
              </w:rPr>
              <w:br/>
              <w:t>7.7.4</w:t>
            </w:r>
          </w:p>
        </w:tc>
        <w:tc>
          <w:tcPr>
            <w:tcW w:w="820" w:type="dxa"/>
            <w:tcBorders>
              <w:top w:val="nil"/>
              <w:left w:val="nil"/>
              <w:bottom w:val="single" w:sz="4" w:space="0" w:color="auto"/>
              <w:right w:val="single" w:sz="4" w:space="0" w:color="auto"/>
            </w:tcBorders>
            <w:shd w:val="clear" w:color="auto" w:fill="auto"/>
            <w:vAlign w:val="center"/>
            <w:hideMark/>
          </w:tcPr>
          <w:p w14:paraId="0984CED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E2"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ED7"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In-channel selectivity</w:t>
            </w:r>
          </w:p>
        </w:tc>
        <w:tc>
          <w:tcPr>
            <w:tcW w:w="806" w:type="dxa"/>
            <w:tcBorders>
              <w:top w:val="nil"/>
              <w:left w:val="nil"/>
              <w:bottom w:val="single" w:sz="4" w:space="0" w:color="auto"/>
              <w:right w:val="single" w:sz="4" w:space="0" w:color="auto"/>
            </w:tcBorders>
            <w:shd w:val="clear" w:color="auto" w:fill="auto"/>
            <w:hideMark/>
          </w:tcPr>
          <w:p w14:paraId="0984CED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7.8.1</w:t>
            </w:r>
            <w:r w:rsidRPr="00EF2F0E">
              <w:rPr>
                <w:rFonts w:ascii="Arial" w:hAnsi="Arial" w:cs="Arial"/>
                <w:sz w:val="18"/>
                <w:szCs w:val="18"/>
                <w:lang w:eastAsia="en-GB"/>
              </w:rPr>
              <w:br/>
              <w:t>7.8.2</w:t>
            </w:r>
          </w:p>
        </w:tc>
        <w:tc>
          <w:tcPr>
            <w:tcW w:w="808" w:type="dxa"/>
            <w:tcBorders>
              <w:top w:val="nil"/>
              <w:left w:val="nil"/>
              <w:bottom w:val="single" w:sz="4" w:space="0" w:color="auto"/>
              <w:right w:val="single" w:sz="4" w:space="0" w:color="auto"/>
            </w:tcBorders>
            <w:shd w:val="clear" w:color="auto" w:fill="auto"/>
            <w:vAlign w:val="center"/>
            <w:hideMark/>
          </w:tcPr>
          <w:p w14:paraId="0984CED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hideMark/>
          </w:tcPr>
          <w:p w14:paraId="0984CED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ED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84CED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7.8.1</w:t>
            </w:r>
            <w:r w:rsidRPr="00EF2F0E">
              <w:rPr>
                <w:rFonts w:ascii="Arial" w:hAnsi="Arial" w:cs="Arial"/>
                <w:sz w:val="18"/>
                <w:szCs w:val="18"/>
                <w:lang w:eastAsia="en-GB"/>
              </w:rPr>
              <w:br/>
              <w:t>7.8.2</w:t>
            </w:r>
          </w:p>
        </w:tc>
        <w:tc>
          <w:tcPr>
            <w:tcW w:w="808" w:type="dxa"/>
            <w:tcBorders>
              <w:top w:val="nil"/>
              <w:left w:val="nil"/>
              <w:bottom w:val="single" w:sz="4" w:space="0" w:color="auto"/>
              <w:right w:val="single" w:sz="4" w:space="0" w:color="auto"/>
            </w:tcBorders>
            <w:shd w:val="clear" w:color="auto" w:fill="auto"/>
            <w:vAlign w:val="center"/>
            <w:hideMark/>
          </w:tcPr>
          <w:p w14:paraId="0984CED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D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0984CED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84CEE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7.8.1</w:t>
            </w:r>
            <w:r w:rsidRPr="00EF2F0E">
              <w:rPr>
                <w:rFonts w:ascii="Arial" w:hAnsi="Arial" w:cs="Arial"/>
                <w:sz w:val="18"/>
                <w:szCs w:val="18"/>
                <w:lang w:eastAsia="en-GB"/>
              </w:rPr>
              <w:br/>
              <w:t>7.8.4</w:t>
            </w:r>
          </w:p>
        </w:tc>
        <w:tc>
          <w:tcPr>
            <w:tcW w:w="820" w:type="dxa"/>
            <w:tcBorders>
              <w:top w:val="nil"/>
              <w:left w:val="nil"/>
              <w:bottom w:val="single" w:sz="4" w:space="0" w:color="auto"/>
              <w:right w:val="single" w:sz="4" w:space="0" w:color="auto"/>
            </w:tcBorders>
            <w:shd w:val="clear" w:color="auto" w:fill="auto"/>
            <w:vAlign w:val="center"/>
            <w:hideMark/>
          </w:tcPr>
          <w:p w14:paraId="0984CEE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EE9" w14:textId="77777777" w:rsidTr="00DE76A7">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EE3"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Radiated transmit power</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0984CEE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9.2.1</w:t>
            </w:r>
            <w:r w:rsidRPr="00EF2F0E">
              <w:rPr>
                <w:rFonts w:ascii="Arial" w:hAnsi="Arial" w:cs="Arial"/>
                <w:sz w:val="18"/>
                <w:szCs w:val="18"/>
                <w:lang w:eastAsia="en-GB"/>
              </w:rPr>
              <w:br/>
              <w:t>9.2.2</w:t>
            </w:r>
          </w:p>
        </w:tc>
        <w:tc>
          <w:tcPr>
            <w:tcW w:w="1618" w:type="dxa"/>
            <w:gridSpan w:val="2"/>
            <w:tcBorders>
              <w:top w:val="single" w:sz="4" w:space="0" w:color="auto"/>
              <w:left w:val="nil"/>
              <w:bottom w:val="single" w:sz="4" w:space="0" w:color="auto"/>
              <w:right w:val="single" w:sz="4" w:space="0" w:color="auto"/>
            </w:tcBorders>
            <w:shd w:val="clear" w:color="auto" w:fill="auto"/>
            <w:hideMark/>
          </w:tcPr>
          <w:p w14:paraId="0984CEE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9.2.1</w:t>
            </w:r>
            <w:r w:rsidRPr="00EF2F0E">
              <w:rPr>
                <w:rFonts w:ascii="Arial" w:hAnsi="Arial" w:cs="Arial"/>
                <w:sz w:val="18"/>
                <w:szCs w:val="18"/>
                <w:lang w:eastAsia="en-GB"/>
              </w:rPr>
              <w:br/>
              <w:t>9.2.2</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0984CEE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9.2.1</w:t>
            </w:r>
            <w:r w:rsidRPr="00EF2F0E">
              <w:rPr>
                <w:rFonts w:ascii="Arial" w:hAnsi="Arial" w:cs="Arial"/>
                <w:sz w:val="18"/>
                <w:szCs w:val="18"/>
                <w:lang w:eastAsia="en-GB"/>
              </w:rPr>
              <w:br/>
              <w:t>9.2.2</w:t>
            </w:r>
          </w:p>
        </w:tc>
        <w:tc>
          <w:tcPr>
            <w:tcW w:w="1615" w:type="dxa"/>
            <w:gridSpan w:val="2"/>
            <w:tcBorders>
              <w:top w:val="single" w:sz="4" w:space="0" w:color="auto"/>
              <w:left w:val="nil"/>
              <w:bottom w:val="single" w:sz="4" w:space="0" w:color="auto"/>
              <w:right w:val="single" w:sz="4" w:space="0" w:color="auto"/>
            </w:tcBorders>
            <w:shd w:val="clear" w:color="auto" w:fill="auto"/>
            <w:hideMark/>
          </w:tcPr>
          <w:p w14:paraId="0984CEE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9.2.1</w:t>
            </w:r>
            <w:r w:rsidRPr="00EF2F0E">
              <w:rPr>
                <w:rFonts w:ascii="Arial" w:hAnsi="Arial" w:cs="Arial"/>
                <w:sz w:val="18"/>
                <w:szCs w:val="18"/>
                <w:lang w:eastAsia="en-GB"/>
              </w:rPr>
              <w:br/>
              <w:t>9.2.3</w:t>
            </w:r>
          </w:p>
        </w:tc>
        <w:tc>
          <w:tcPr>
            <w:tcW w:w="1625" w:type="dxa"/>
            <w:gridSpan w:val="2"/>
            <w:tcBorders>
              <w:top w:val="single" w:sz="4" w:space="0" w:color="auto"/>
              <w:left w:val="nil"/>
              <w:bottom w:val="single" w:sz="4" w:space="0" w:color="auto"/>
              <w:right w:val="single" w:sz="4" w:space="0" w:color="auto"/>
            </w:tcBorders>
            <w:shd w:val="clear" w:color="auto" w:fill="auto"/>
            <w:hideMark/>
          </w:tcPr>
          <w:p w14:paraId="0984CEE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9.2.1</w:t>
            </w:r>
            <w:r w:rsidRPr="00EF2F0E">
              <w:rPr>
                <w:rFonts w:ascii="Arial" w:hAnsi="Arial" w:cs="Arial"/>
                <w:sz w:val="18"/>
                <w:szCs w:val="18"/>
                <w:lang w:eastAsia="en-GB"/>
              </w:rPr>
              <w:br/>
              <w:t>9.2.4</w:t>
            </w:r>
          </w:p>
        </w:tc>
      </w:tr>
      <w:tr w:rsidR="00DE76A7" w:rsidRPr="00EF2F0E" w14:paraId="0984CEF5" w14:textId="77777777" w:rsidTr="0044667C">
        <w:trPr>
          <w:trHeight w:val="2160"/>
        </w:trPr>
        <w:tc>
          <w:tcPr>
            <w:tcW w:w="1771" w:type="dxa"/>
            <w:tcBorders>
              <w:top w:val="nil"/>
              <w:left w:val="single" w:sz="4" w:space="0" w:color="auto"/>
              <w:bottom w:val="single" w:sz="4" w:space="0" w:color="auto"/>
              <w:right w:val="single" w:sz="4" w:space="0" w:color="auto"/>
            </w:tcBorders>
            <w:shd w:val="clear" w:color="auto" w:fill="auto"/>
            <w:hideMark/>
          </w:tcPr>
          <w:p w14:paraId="0984CEEA"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Base Station output power</w:t>
            </w:r>
          </w:p>
        </w:tc>
        <w:tc>
          <w:tcPr>
            <w:tcW w:w="806" w:type="dxa"/>
            <w:tcBorders>
              <w:top w:val="nil"/>
              <w:left w:val="nil"/>
              <w:bottom w:val="single" w:sz="4" w:space="0" w:color="auto"/>
              <w:right w:val="single" w:sz="4" w:space="0" w:color="auto"/>
            </w:tcBorders>
            <w:shd w:val="clear" w:color="auto" w:fill="auto"/>
            <w:vAlign w:val="center"/>
            <w:hideMark/>
          </w:tcPr>
          <w:p w14:paraId="0984CEE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E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 xml:space="preserve"> 9.3.1</w:t>
            </w:r>
            <w:r w:rsidRPr="00EF2F0E">
              <w:rPr>
                <w:rFonts w:ascii="Arial" w:hAnsi="Arial" w:cs="Arial"/>
                <w:sz w:val="18"/>
                <w:szCs w:val="18"/>
                <w:lang w:eastAsia="en-GB"/>
              </w:rPr>
              <w:br/>
              <w:t>9.3.2.1</w:t>
            </w:r>
            <w:r w:rsidRPr="00EF2F0E">
              <w:rPr>
                <w:rFonts w:ascii="Arial" w:hAnsi="Arial" w:cs="Arial"/>
                <w:sz w:val="18"/>
                <w:szCs w:val="18"/>
                <w:lang w:eastAsia="en-GB"/>
              </w:rPr>
              <w:br/>
              <w:t>9.3.2.2</w:t>
            </w:r>
            <w:r w:rsidRPr="00EF2F0E">
              <w:rPr>
                <w:rFonts w:ascii="Arial" w:hAnsi="Arial" w:cs="Arial"/>
                <w:sz w:val="18"/>
                <w:szCs w:val="18"/>
                <w:lang w:eastAsia="en-GB"/>
              </w:rPr>
              <w:br/>
              <w:t>9.3.3.1</w:t>
            </w:r>
            <w:r w:rsidRPr="00EF2F0E">
              <w:rPr>
                <w:rFonts w:ascii="Arial" w:hAnsi="Arial" w:cs="Arial"/>
                <w:sz w:val="18"/>
                <w:szCs w:val="18"/>
                <w:lang w:eastAsia="en-GB"/>
              </w:rPr>
              <w:br/>
              <w:t>9.3.3.2</w:t>
            </w:r>
            <w:r w:rsidRPr="00EF2F0E">
              <w:rPr>
                <w:rFonts w:ascii="Arial" w:hAnsi="Arial" w:cs="Arial"/>
                <w:sz w:val="18"/>
                <w:szCs w:val="18"/>
                <w:lang w:eastAsia="en-GB"/>
              </w:rPr>
              <w:br/>
              <w:t>9.3.5.1</w:t>
            </w:r>
            <w:r w:rsidRPr="00EF2F0E">
              <w:rPr>
                <w:rFonts w:ascii="Arial" w:hAnsi="Arial" w:cs="Arial"/>
                <w:sz w:val="18"/>
                <w:szCs w:val="18"/>
                <w:lang w:eastAsia="en-GB"/>
              </w:rPr>
              <w:br/>
              <w:t>9.3.5.2</w:t>
            </w:r>
            <w:r w:rsidRPr="00EF2F0E">
              <w:rPr>
                <w:rFonts w:ascii="Arial" w:hAnsi="Arial" w:cs="Arial"/>
                <w:sz w:val="18"/>
                <w:szCs w:val="18"/>
                <w:lang w:eastAsia="en-GB"/>
              </w:rPr>
              <w:br/>
              <w:t>9.3.6.1</w:t>
            </w:r>
            <w:r w:rsidRPr="00EF2F0E">
              <w:rPr>
                <w:rFonts w:ascii="Arial" w:hAnsi="Arial" w:cs="Arial"/>
                <w:sz w:val="18"/>
                <w:szCs w:val="18"/>
                <w:lang w:eastAsia="en-GB"/>
              </w:rPr>
              <w:br/>
              <w:t>9.3.6.2</w:t>
            </w:r>
          </w:p>
        </w:tc>
        <w:tc>
          <w:tcPr>
            <w:tcW w:w="810" w:type="dxa"/>
            <w:tcBorders>
              <w:top w:val="nil"/>
              <w:left w:val="nil"/>
              <w:bottom w:val="single" w:sz="4" w:space="0" w:color="auto"/>
              <w:right w:val="single" w:sz="4" w:space="0" w:color="auto"/>
            </w:tcBorders>
            <w:shd w:val="clear" w:color="auto" w:fill="auto"/>
            <w:vAlign w:val="center"/>
            <w:hideMark/>
          </w:tcPr>
          <w:p w14:paraId="0984CEE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E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 xml:space="preserve"> 9.3.1</w:t>
            </w:r>
            <w:r w:rsidRPr="00EF2F0E">
              <w:rPr>
                <w:rFonts w:ascii="Arial" w:hAnsi="Arial" w:cs="Arial"/>
                <w:sz w:val="18"/>
                <w:szCs w:val="18"/>
                <w:lang w:eastAsia="en-GB"/>
              </w:rPr>
              <w:br/>
              <w:t>9.3.2.1</w:t>
            </w:r>
            <w:r w:rsidRPr="00EF2F0E">
              <w:rPr>
                <w:rFonts w:ascii="Arial" w:hAnsi="Arial" w:cs="Arial"/>
                <w:sz w:val="18"/>
                <w:szCs w:val="18"/>
                <w:lang w:eastAsia="en-GB"/>
              </w:rPr>
              <w:br/>
              <w:t>9.3.2.2</w:t>
            </w:r>
            <w:r w:rsidRPr="00EF2F0E">
              <w:rPr>
                <w:rFonts w:ascii="Arial" w:hAnsi="Arial" w:cs="Arial"/>
                <w:sz w:val="18"/>
                <w:szCs w:val="18"/>
                <w:lang w:eastAsia="en-GB"/>
              </w:rPr>
              <w:br/>
              <w:t>9.3.3.1</w:t>
            </w:r>
            <w:r w:rsidRPr="00EF2F0E">
              <w:rPr>
                <w:rFonts w:ascii="Arial" w:hAnsi="Arial" w:cs="Arial"/>
                <w:sz w:val="18"/>
                <w:szCs w:val="18"/>
                <w:lang w:eastAsia="en-GB"/>
              </w:rPr>
              <w:br/>
              <w:t>9.3.3.2</w:t>
            </w:r>
            <w:r w:rsidRPr="00EF2F0E">
              <w:rPr>
                <w:rFonts w:ascii="Arial" w:hAnsi="Arial" w:cs="Arial"/>
                <w:sz w:val="18"/>
                <w:szCs w:val="18"/>
                <w:lang w:eastAsia="en-GB"/>
              </w:rPr>
              <w:br/>
              <w:t>9.3.5.1</w:t>
            </w:r>
            <w:r w:rsidRPr="00EF2F0E">
              <w:rPr>
                <w:rFonts w:ascii="Arial" w:hAnsi="Arial" w:cs="Arial"/>
                <w:sz w:val="18"/>
                <w:szCs w:val="18"/>
                <w:lang w:eastAsia="en-GB"/>
              </w:rPr>
              <w:br/>
              <w:t>9.3.5.2</w:t>
            </w:r>
          </w:p>
        </w:tc>
        <w:tc>
          <w:tcPr>
            <w:tcW w:w="806" w:type="dxa"/>
            <w:tcBorders>
              <w:top w:val="nil"/>
              <w:left w:val="nil"/>
              <w:bottom w:val="single" w:sz="4" w:space="0" w:color="auto"/>
              <w:right w:val="single" w:sz="4" w:space="0" w:color="auto"/>
            </w:tcBorders>
            <w:shd w:val="clear" w:color="auto" w:fill="auto"/>
            <w:vAlign w:val="center"/>
            <w:hideMark/>
          </w:tcPr>
          <w:p w14:paraId="0984CEE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F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 xml:space="preserve"> 9.3.1</w:t>
            </w:r>
            <w:r w:rsidRPr="00EF2F0E">
              <w:rPr>
                <w:rFonts w:ascii="Arial" w:hAnsi="Arial" w:cs="Arial"/>
                <w:sz w:val="18"/>
                <w:szCs w:val="18"/>
                <w:lang w:eastAsia="en-GB"/>
              </w:rPr>
              <w:br/>
              <w:t>9.3.2.1</w:t>
            </w:r>
            <w:r w:rsidRPr="00EF2F0E">
              <w:rPr>
                <w:rFonts w:ascii="Arial" w:hAnsi="Arial" w:cs="Arial"/>
                <w:sz w:val="18"/>
                <w:szCs w:val="18"/>
                <w:lang w:eastAsia="en-GB"/>
              </w:rPr>
              <w:br/>
              <w:t>9.3.2.2</w:t>
            </w:r>
            <w:r w:rsidRPr="00EF2F0E">
              <w:rPr>
                <w:rFonts w:ascii="Arial" w:hAnsi="Arial" w:cs="Arial"/>
                <w:sz w:val="18"/>
                <w:szCs w:val="18"/>
                <w:lang w:eastAsia="en-GB"/>
              </w:rPr>
              <w:br/>
              <w:t>9.3.6.1</w:t>
            </w:r>
            <w:r w:rsidRPr="00EF2F0E">
              <w:rPr>
                <w:rFonts w:ascii="Arial" w:hAnsi="Arial" w:cs="Arial"/>
                <w:sz w:val="18"/>
                <w:szCs w:val="18"/>
                <w:lang w:eastAsia="en-GB"/>
              </w:rPr>
              <w:br/>
              <w:t>9.3.6.2</w:t>
            </w:r>
          </w:p>
        </w:tc>
        <w:tc>
          <w:tcPr>
            <w:tcW w:w="808" w:type="dxa"/>
            <w:tcBorders>
              <w:top w:val="nil"/>
              <w:left w:val="nil"/>
              <w:bottom w:val="single" w:sz="4" w:space="0" w:color="auto"/>
              <w:right w:val="single" w:sz="4" w:space="0" w:color="auto"/>
            </w:tcBorders>
            <w:shd w:val="clear" w:color="auto" w:fill="auto"/>
            <w:vAlign w:val="center"/>
            <w:hideMark/>
          </w:tcPr>
          <w:p w14:paraId="0984CEF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EF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 xml:space="preserve"> 9.3.1</w:t>
            </w:r>
            <w:r w:rsidRPr="00EF2F0E">
              <w:rPr>
                <w:rFonts w:ascii="Arial" w:hAnsi="Arial" w:cs="Arial"/>
                <w:sz w:val="18"/>
                <w:szCs w:val="18"/>
                <w:lang w:eastAsia="en-GB"/>
              </w:rPr>
              <w:br/>
              <w:t>9.3.2.1</w:t>
            </w:r>
            <w:r w:rsidRPr="00EF2F0E">
              <w:rPr>
                <w:rFonts w:ascii="Arial" w:hAnsi="Arial" w:cs="Arial"/>
                <w:sz w:val="18"/>
                <w:szCs w:val="18"/>
                <w:lang w:eastAsia="en-GB"/>
              </w:rPr>
              <w:br/>
              <w:t>9.3.2.3</w:t>
            </w:r>
            <w:r w:rsidRPr="00EF2F0E">
              <w:rPr>
                <w:rFonts w:ascii="Arial" w:hAnsi="Arial" w:cs="Arial"/>
                <w:sz w:val="18"/>
                <w:szCs w:val="18"/>
                <w:lang w:eastAsia="en-GB"/>
              </w:rPr>
              <w:br/>
              <w:t>9.3.3.1</w:t>
            </w:r>
            <w:r w:rsidRPr="00EF2F0E">
              <w:rPr>
                <w:rFonts w:ascii="Arial" w:hAnsi="Arial" w:cs="Arial"/>
                <w:sz w:val="18"/>
                <w:szCs w:val="18"/>
                <w:lang w:eastAsia="en-GB"/>
              </w:rPr>
              <w:br/>
              <w:t>9.3.3.3</w:t>
            </w:r>
            <w:r w:rsidRPr="00EF2F0E">
              <w:rPr>
                <w:rFonts w:ascii="Arial" w:hAnsi="Arial" w:cs="Arial"/>
                <w:sz w:val="18"/>
                <w:szCs w:val="18"/>
                <w:lang w:eastAsia="en-GB"/>
              </w:rPr>
              <w:br/>
              <w:t>9.3.5.1</w:t>
            </w:r>
            <w:r w:rsidRPr="00EF2F0E">
              <w:rPr>
                <w:rFonts w:ascii="Arial" w:hAnsi="Arial" w:cs="Arial"/>
                <w:sz w:val="18"/>
                <w:szCs w:val="18"/>
                <w:lang w:eastAsia="en-GB"/>
              </w:rPr>
              <w:br/>
              <w:t>9.3.5.3</w:t>
            </w:r>
          </w:p>
        </w:tc>
        <w:tc>
          <w:tcPr>
            <w:tcW w:w="805" w:type="dxa"/>
            <w:tcBorders>
              <w:top w:val="nil"/>
              <w:left w:val="nil"/>
              <w:bottom w:val="single" w:sz="4" w:space="0" w:color="auto"/>
              <w:right w:val="single" w:sz="4" w:space="0" w:color="auto"/>
            </w:tcBorders>
            <w:shd w:val="clear" w:color="auto" w:fill="auto"/>
            <w:vAlign w:val="center"/>
            <w:hideMark/>
          </w:tcPr>
          <w:p w14:paraId="0984CEF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EF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 xml:space="preserve"> 9.3.1</w:t>
            </w:r>
            <w:r w:rsidRPr="00EF2F0E">
              <w:rPr>
                <w:rFonts w:ascii="Arial" w:hAnsi="Arial" w:cs="Arial"/>
                <w:sz w:val="18"/>
                <w:szCs w:val="18"/>
                <w:lang w:eastAsia="en-GB"/>
              </w:rPr>
              <w:br/>
              <w:t>9.3.2.1</w:t>
            </w:r>
            <w:r w:rsidRPr="00EF2F0E">
              <w:rPr>
                <w:rFonts w:ascii="Arial" w:hAnsi="Arial" w:cs="Arial"/>
                <w:sz w:val="18"/>
                <w:szCs w:val="18"/>
                <w:lang w:eastAsia="en-GB"/>
              </w:rPr>
              <w:br/>
              <w:t>9.3.2.4</w:t>
            </w:r>
            <w:r w:rsidRPr="00EF2F0E">
              <w:rPr>
                <w:rFonts w:ascii="Arial" w:hAnsi="Arial" w:cs="Arial"/>
                <w:sz w:val="18"/>
                <w:szCs w:val="18"/>
                <w:lang w:eastAsia="en-GB"/>
              </w:rPr>
              <w:br/>
              <w:t>9.3.6.1</w:t>
            </w:r>
            <w:r w:rsidRPr="00EF2F0E">
              <w:rPr>
                <w:rFonts w:ascii="Arial" w:hAnsi="Arial" w:cs="Arial"/>
                <w:sz w:val="18"/>
                <w:szCs w:val="18"/>
                <w:lang w:eastAsia="en-GB"/>
              </w:rPr>
              <w:br/>
              <w:t xml:space="preserve">9.3.6.4 </w:t>
            </w:r>
          </w:p>
        </w:tc>
      </w:tr>
      <w:tr w:rsidR="00DE76A7" w:rsidRPr="00EF2F0E" w14:paraId="0984CF01" w14:textId="77777777" w:rsidTr="0044667C">
        <w:trPr>
          <w:trHeight w:val="2640"/>
        </w:trPr>
        <w:tc>
          <w:tcPr>
            <w:tcW w:w="1771" w:type="dxa"/>
            <w:tcBorders>
              <w:top w:val="nil"/>
              <w:left w:val="single" w:sz="4" w:space="0" w:color="auto"/>
              <w:bottom w:val="single" w:sz="4" w:space="0" w:color="auto"/>
              <w:right w:val="single" w:sz="4" w:space="0" w:color="auto"/>
            </w:tcBorders>
            <w:shd w:val="clear" w:color="auto" w:fill="auto"/>
            <w:hideMark/>
          </w:tcPr>
          <w:p w14:paraId="0984CEF6"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Output power dynamics</w:t>
            </w:r>
          </w:p>
        </w:tc>
        <w:tc>
          <w:tcPr>
            <w:tcW w:w="806" w:type="dxa"/>
            <w:tcBorders>
              <w:top w:val="nil"/>
              <w:left w:val="nil"/>
              <w:bottom w:val="single" w:sz="4" w:space="0" w:color="auto"/>
              <w:right w:val="single" w:sz="4" w:space="0" w:color="auto"/>
            </w:tcBorders>
            <w:shd w:val="clear" w:color="auto" w:fill="auto"/>
            <w:vAlign w:val="center"/>
            <w:hideMark/>
          </w:tcPr>
          <w:p w14:paraId="0984CEF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F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9.4.1</w:t>
            </w:r>
            <w:r w:rsidRPr="00EF2F0E">
              <w:rPr>
                <w:rFonts w:ascii="Arial" w:hAnsi="Arial" w:cs="Arial"/>
                <w:sz w:val="18"/>
                <w:szCs w:val="18"/>
                <w:lang w:eastAsia="en-GB"/>
              </w:rPr>
              <w:br/>
              <w:t>9.4.2.1</w:t>
            </w:r>
            <w:r w:rsidRPr="00EF2F0E">
              <w:rPr>
                <w:rFonts w:ascii="Arial" w:hAnsi="Arial" w:cs="Arial"/>
                <w:sz w:val="18"/>
                <w:szCs w:val="18"/>
                <w:lang w:eastAsia="en-GB"/>
              </w:rPr>
              <w:br/>
              <w:t>9.4.2.2</w:t>
            </w:r>
            <w:r w:rsidRPr="00EF2F0E">
              <w:rPr>
                <w:rFonts w:ascii="Arial" w:hAnsi="Arial" w:cs="Arial"/>
                <w:sz w:val="18"/>
                <w:szCs w:val="18"/>
                <w:lang w:eastAsia="en-GB"/>
              </w:rPr>
              <w:br/>
              <w:t>9.4.3.1</w:t>
            </w:r>
            <w:r w:rsidRPr="00EF2F0E">
              <w:rPr>
                <w:rFonts w:ascii="Arial" w:hAnsi="Arial" w:cs="Arial"/>
                <w:sz w:val="18"/>
                <w:szCs w:val="18"/>
                <w:lang w:eastAsia="en-GB"/>
              </w:rPr>
              <w:br/>
              <w:t>9.4.3.2</w:t>
            </w:r>
            <w:r w:rsidRPr="00EF2F0E">
              <w:rPr>
                <w:rFonts w:ascii="Arial" w:hAnsi="Arial" w:cs="Arial"/>
                <w:sz w:val="18"/>
                <w:szCs w:val="18"/>
                <w:lang w:eastAsia="en-GB"/>
              </w:rPr>
              <w:br/>
              <w:t>9.4.4.1</w:t>
            </w:r>
            <w:r w:rsidRPr="00EF2F0E">
              <w:rPr>
                <w:rFonts w:ascii="Arial" w:hAnsi="Arial" w:cs="Arial"/>
                <w:sz w:val="18"/>
                <w:szCs w:val="18"/>
                <w:lang w:eastAsia="en-GB"/>
              </w:rPr>
              <w:br/>
              <w:t>9.4.4.2</w:t>
            </w:r>
            <w:r w:rsidRPr="00EF2F0E">
              <w:rPr>
                <w:rFonts w:ascii="Arial" w:hAnsi="Arial" w:cs="Arial"/>
                <w:sz w:val="18"/>
                <w:szCs w:val="18"/>
                <w:lang w:eastAsia="en-GB"/>
              </w:rPr>
              <w:br/>
              <w:t>9.4.5.1</w:t>
            </w:r>
            <w:r w:rsidRPr="00EF2F0E">
              <w:rPr>
                <w:rFonts w:ascii="Arial" w:hAnsi="Arial" w:cs="Arial"/>
                <w:sz w:val="18"/>
                <w:szCs w:val="18"/>
                <w:lang w:eastAsia="en-GB"/>
              </w:rPr>
              <w:br/>
              <w:t>9.4.5.2</w:t>
            </w:r>
            <w:r w:rsidRPr="00EF2F0E">
              <w:rPr>
                <w:rFonts w:ascii="Arial" w:hAnsi="Arial" w:cs="Arial"/>
                <w:sz w:val="18"/>
                <w:szCs w:val="18"/>
                <w:lang w:eastAsia="en-GB"/>
              </w:rPr>
              <w:br/>
              <w:t>9.4.6.1</w:t>
            </w:r>
            <w:r w:rsidRPr="00EF2F0E">
              <w:rPr>
                <w:rFonts w:ascii="Arial" w:hAnsi="Arial" w:cs="Arial"/>
                <w:sz w:val="18"/>
                <w:szCs w:val="18"/>
                <w:lang w:eastAsia="en-GB"/>
              </w:rPr>
              <w:br/>
              <w:t>9.4.6.2</w:t>
            </w:r>
          </w:p>
        </w:tc>
        <w:tc>
          <w:tcPr>
            <w:tcW w:w="810" w:type="dxa"/>
            <w:tcBorders>
              <w:top w:val="nil"/>
              <w:left w:val="nil"/>
              <w:bottom w:val="single" w:sz="4" w:space="0" w:color="auto"/>
              <w:right w:val="single" w:sz="4" w:space="0" w:color="auto"/>
            </w:tcBorders>
            <w:shd w:val="clear" w:color="auto" w:fill="auto"/>
            <w:vAlign w:val="center"/>
            <w:hideMark/>
          </w:tcPr>
          <w:p w14:paraId="0984CEF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F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9.4.1</w:t>
            </w:r>
            <w:r w:rsidRPr="00EF2F0E">
              <w:rPr>
                <w:rFonts w:ascii="Arial" w:hAnsi="Arial" w:cs="Arial"/>
                <w:sz w:val="18"/>
                <w:szCs w:val="18"/>
                <w:lang w:eastAsia="en-GB"/>
              </w:rPr>
              <w:br/>
              <w:t>9.4.2.1</w:t>
            </w:r>
            <w:r w:rsidRPr="00EF2F0E">
              <w:rPr>
                <w:rFonts w:ascii="Arial" w:hAnsi="Arial" w:cs="Arial"/>
                <w:sz w:val="18"/>
                <w:szCs w:val="18"/>
                <w:lang w:eastAsia="en-GB"/>
              </w:rPr>
              <w:br/>
              <w:t>9.4.2.2</w:t>
            </w:r>
            <w:r w:rsidRPr="00EF2F0E">
              <w:rPr>
                <w:rFonts w:ascii="Arial" w:hAnsi="Arial" w:cs="Arial"/>
                <w:sz w:val="18"/>
                <w:szCs w:val="18"/>
                <w:lang w:eastAsia="en-GB"/>
              </w:rPr>
              <w:br/>
              <w:t>9.4.3.1</w:t>
            </w:r>
            <w:r w:rsidRPr="00EF2F0E">
              <w:rPr>
                <w:rFonts w:ascii="Arial" w:hAnsi="Arial" w:cs="Arial"/>
                <w:sz w:val="18"/>
                <w:szCs w:val="18"/>
                <w:lang w:eastAsia="en-GB"/>
              </w:rPr>
              <w:br/>
              <w:t>9.4.3.2</w:t>
            </w:r>
            <w:r w:rsidRPr="00EF2F0E">
              <w:rPr>
                <w:rFonts w:ascii="Arial" w:hAnsi="Arial" w:cs="Arial"/>
                <w:sz w:val="18"/>
                <w:szCs w:val="18"/>
                <w:lang w:eastAsia="en-GB"/>
              </w:rPr>
              <w:br/>
              <w:t>9.4.4.1</w:t>
            </w:r>
            <w:r w:rsidRPr="00EF2F0E">
              <w:rPr>
                <w:rFonts w:ascii="Arial" w:hAnsi="Arial" w:cs="Arial"/>
                <w:sz w:val="18"/>
                <w:szCs w:val="18"/>
                <w:lang w:eastAsia="en-GB"/>
              </w:rPr>
              <w:br/>
              <w:t>9.4.4.2</w:t>
            </w:r>
            <w:r w:rsidRPr="00EF2F0E">
              <w:rPr>
                <w:rFonts w:ascii="Arial" w:hAnsi="Arial" w:cs="Arial"/>
                <w:sz w:val="18"/>
                <w:szCs w:val="18"/>
                <w:lang w:eastAsia="en-GB"/>
              </w:rPr>
              <w:br/>
              <w:t>9.4.5.1</w:t>
            </w:r>
            <w:r w:rsidRPr="00EF2F0E">
              <w:rPr>
                <w:rFonts w:ascii="Arial" w:hAnsi="Arial" w:cs="Arial"/>
                <w:sz w:val="18"/>
                <w:szCs w:val="18"/>
                <w:lang w:eastAsia="en-GB"/>
              </w:rPr>
              <w:br/>
              <w:t>9.4.5.2</w:t>
            </w:r>
          </w:p>
        </w:tc>
        <w:tc>
          <w:tcPr>
            <w:tcW w:w="806" w:type="dxa"/>
            <w:tcBorders>
              <w:top w:val="nil"/>
              <w:left w:val="nil"/>
              <w:bottom w:val="single" w:sz="4" w:space="0" w:color="auto"/>
              <w:right w:val="single" w:sz="4" w:space="0" w:color="auto"/>
            </w:tcBorders>
            <w:shd w:val="clear" w:color="auto" w:fill="auto"/>
            <w:vAlign w:val="center"/>
            <w:hideMark/>
          </w:tcPr>
          <w:p w14:paraId="0984CEF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EF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9.4.1</w:t>
            </w:r>
            <w:r w:rsidRPr="00EF2F0E">
              <w:rPr>
                <w:rFonts w:ascii="Arial" w:hAnsi="Arial" w:cs="Arial"/>
                <w:sz w:val="18"/>
                <w:szCs w:val="18"/>
                <w:lang w:eastAsia="en-GB"/>
              </w:rPr>
              <w:br/>
              <w:t>9.4.4.1</w:t>
            </w:r>
            <w:r w:rsidRPr="00EF2F0E">
              <w:rPr>
                <w:rFonts w:ascii="Arial" w:hAnsi="Arial" w:cs="Arial"/>
                <w:sz w:val="18"/>
                <w:szCs w:val="18"/>
                <w:lang w:eastAsia="en-GB"/>
              </w:rPr>
              <w:br/>
              <w:t>9.4.4.2</w:t>
            </w:r>
            <w:r w:rsidRPr="00EF2F0E">
              <w:rPr>
                <w:rFonts w:ascii="Arial" w:hAnsi="Arial" w:cs="Arial"/>
                <w:sz w:val="18"/>
                <w:szCs w:val="18"/>
                <w:lang w:eastAsia="en-GB"/>
              </w:rPr>
              <w:br/>
              <w:t>9.4.6.1</w:t>
            </w:r>
            <w:r w:rsidRPr="00EF2F0E">
              <w:rPr>
                <w:rFonts w:ascii="Arial" w:hAnsi="Arial" w:cs="Arial"/>
                <w:sz w:val="18"/>
                <w:szCs w:val="18"/>
                <w:lang w:eastAsia="en-GB"/>
              </w:rPr>
              <w:br/>
              <w:t>9.4.6.2</w:t>
            </w:r>
          </w:p>
        </w:tc>
        <w:tc>
          <w:tcPr>
            <w:tcW w:w="808" w:type="dxa"/>
            <w:tcBorders>
              <w:top w:val="nil"/>
              <w:left w:val="nil"/>
              <w:bottom w:val="single" w:sz="4" w:space="0" w:color="auto"/>
              <w:right w:val="single" w:sz="4" w:space="0" w:color="auto"/>
            </w:tcBorders>
            <w:shd w:val="clear" w:color="auto" w:fill="auto"/>
            <w:vAlign w:val="center"/>
            <w:hideMark/>
          </w:tcPr>
          <w:p w14:paraId="0984CEF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EF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9.4.1</w:t>
            </w:r>
            <w:r w:rsidRPr="00EF2F0E">
              <w:rPr>
                <w:rFonts w:ascii="Arial" w:hAnsi="Arial" w:cs="Arial"/>
                <w:sz w:val="18"/>
                <w:szCs w:val="18"/>
                <w:lang w:eastAsia="en-GB"/>
              </w:rPr>
              <w:br/>
              <w:t>9.4.2.1</w:t>
            </w:r>
            <w:r w:rsidRPr="00EF2F0E">
              <w:rPr>
                <w:rFonts w:ascii="Arial" w:hAnsi="Arial" w:cs="Arial"/>
                <w:sz w:val="18"/>
                <w:szCs w:val="18"/>
                <w:lang w:eastAsia="en-GB"/>
              </w:rPr>
              <w:br/>
              <w:t>9.4.2.3</w:t>
            </w:r>
            <w:r w:rsidRPr="00EF2F0E">
              <w:rPr>
                <w:rFonts w:ascii="Arial" w:hAnsi="Arial" w:cs="Arial"/>
                <w:sz w:val="18"/>
                <w:szCs w:val="18"/>
                <w:lang w:eastAsia="en-GB"/>
              </w:rPr>
              <w:br/>
              <w:t>9.4.3.1</w:t>
            </w:r>
            <w:r w:rsidRPr="00EF2F0E">
              <w:rPr>
                <w:rFonts w:ascii="Arial" w:hAnsi="Arial" w:cs="Arial"/>
                <w:sz w:val="18"/>
                <w:szCs w:val="18"/>
                <w:lang w:eastAsia="en-GB"/>
              </w:rPr>
              <w:br/>
              <w:t>9.4.3.3</w:t>
            </w:r>
            <w:r w:rsidRPr="00EF2F0E">
              <w:rPr>
                <w:rFonts w:ascii="Arial" w:hAnsi="Arial" w:cs="Arial"/>
                <w:sz w:val="18"/>
                <w:szCs w:val="18"/>
                <w:lang w:eastAsia="en-GB"/>
              </w:rPr>
              <w:br/>
              <w:t>9.4.4.1</w:t>
            </w:r>
            <w:r w:rsidRPr="00EF2F0E">
              <w:rPr>
                <w:rFonts w:ascii="Arial" w:hAnsi="Arial" w:cs="Arial"/>
                <w:sz w:val="18"/>
                <w:szCs w:val="18"/>
                <w:lang w:eastAsia="en-GB"/>
              </w:rPr>
              <w:br/>
              <w:t>9.4.4.3</w:t>
            </w:r>
            <w:r w:rsidRPr="00EF2F0E">
              <w:rPr>
                <w:rFonts w:ascii="Arial" w:hAnsi="Arial" w:cs="Arial"/>
                <w:sz w:val="18"/>
                <w:szCs w:val="18"/>
                <w:lang w:eastAsia="en-GB"/>
              </w:rPr>
              <w:br/>
              <w:t>9.4.5.1</w:t>
            </w:r>
            <w:r w:rsidRPr="00EF2F0E">
              <w:rPr>
                <w:rFonts w:ascii="Arial" w:hAnsi="Arial" w:cs="Arial"/>
                <w:sz w:val="18"/>
                <w:szCs w:val="18"/>
                <w:lang w:eastAsia="en-GB"/>
              </w:rPr>
              <w:br/>
              <w:t>9.4.5.3</w:t>
            </w:r>
          </w:p>
        </w:tc>
        <w:tc>
          <w:tcPr>
            <w:tcW w:w="805" w:type="dxa"/>
            <w:tcBorders>
              <w:top w:val="nil"/>
              <w:left w:val="nil"/>
              <w:bottom w:val="single" w:sz="4" w:space="0" w:color="auto"/>
              <w:right w:val="single" w:sz="4" w:space="0" w:color="auto"/>
            </w:tcBorders>
            <w:shd w:val="clear" w:color="auto" w:fill="auto"/>
            <w:vAlign w:val="center"/>
            <w:hideMark/>
          </w:tcPr>
          <w:p w14:paraId="0984CEF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0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9.4.1</w:t>
            </w:r>
            <w:r w:rsidRPr="00EF2F0E">
              <w:rPr>
                <w:rFonts w:ascii="Arial" w:hAnsi="Arial" w:cs="Arial"/>
                <w:sz w:val="18"/>
                <w:szCs w:val="18"/>
                <w:lang w:eastAsia="en-GB"/>
              </w:rPr>
              <w:br/>
              <w:t>9.4.4.1</w:t>
            </w:r>
            <w:r w:rsidRPr="00EF2F0E">
              <w:rPr>
                <w:rFonts w:ascii="Arial" w:hAnsi="Arial" w:cs="Arial"/>
                <w:sz w:val="18"/>
                <w:szCs w:val="18"/>
                <w:lang w:eastAsia="en-GB"/>
              </w:rPr>
              <w:br/>
              <w:t>9.4.4.4</w:t>
            </w:r>
            <w:r w:rsidRPr="00EF2F0E">
              <w:rPr>
                <w:rFonts w:ascii="Arial" w:hAnsi="Arial" w:cs="Arial"/>
                <w:sz w:val="18"/>
                <w:szCs w:val="18"/>
                <w:lang w:eastAsia="en-GB"/>
              </w:rPr>
              <w:br/>
              <w:t>9.4.6.1</w:t>
            </w:r>
            <w:r w:rsidRPr="00EF2F0E">
              <w:rPr>
                <w:rFonts w:ascii="Arial" w:hAnsi="Arial" w:cs="Arial"/>
                <w:sz w:val="18"/>
                <w:szCs w:val="18"/>
                <w:lang w:eastAsia="en-GB"/>
              </w:rPr>
              <w:br/>
              <w:t>9.4.6.4</w:t>
            </w:r>
          </w:p>
        </w:tc>
      </w:tr>
      <w:tr w:rsidR="00DE76A7" w:rsidRPr="00EF2F0E" w14:paraId="0984CF0D"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02"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Transmit ON/OFF power</w:t>
            </w:r>
          </w:p>
        </w:tc>
        <w:tc>
          <w:tcPr>
            <w:tcW w:w="806" w:type="dxa"/>
            <w:tcBorders>
              <w:top w:val="nil"/>
              <w:left w:val="nil"/>
              <w:bottom w:val="single" w:sz="4" w:space="0" w:color="auto"/>
              <w:right w:val="single" w:sz="4" w:space="0" w:color="auto"/>
            </w:tcBorders>
            <w:shd w:val="clear" w:color="auto" w:fill="auto"/>
            <w:vAlign w:val="center"/>
            <w:hideMark/>
          </w:tcPr>
          <w:p w14:paraId="0984CF0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0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vAlign w:val="center"/>
            <w:hideMark/>
          </w:tcPr>
          <w:p w14:paraId="0984CF0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0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0984CF0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0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F0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0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vAlign w:val="center"/>
            <w:hideMark/>
          </w:tcPr>
          <w:p w14:paraId="0984CF0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0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F19"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0E"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Transmitted signal quality</w:t>
            </w:r>
          </w:p>
        </w:tc>
        <w:tc>
          <w:tcPr>
            <w:tcW w:w="806" w:type="dxa"/>
            <w:tcBorders>
              <w:top w:val="single" w:sz="4" w:space="0" w:color="auto"/>
              <w:left w:val="nil"/>
              <w:bottom w:val="single" w:sz="4" w:space="0" w:color="auto"/>
              <w:right w:val="single" w:sz="4" w:space="0" w:color="auto"/>
            </w:tcBorders>
            <w:shd w:val="clear" w:color="auto" w:fill="auto"/>
            <w:hideMark/>
          </w:tcPr>
          <w:p w14:paraId="0984CF0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0984CF1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9.6.1</w:t>
            </w:r>
          </w:p>
        </w:tc>
        <w:tc>
          <w:tcPr>
            <w:tcW w:w="810" w:type="dxa"/>
            <w:tcBorders>
              <w:top w:val="single" w:sz="4" w:space="0" w:color="auto"/>
              <w:left w:val="nil"/>
              <w:bottom w:val="single" w:sz="4" w:space="0" w:color="auto"/>
              <w:right w:val="single" w:sz="4" w:space="0" w:color="auto"/>
            </w:tcBorders>
            <w:shd w:val="clear" w:color="auto" w:fill="auto"/>
          </w:tcPr>
          <w:p w14:paraId="0984CF1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0984CF1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9.6.1</w:t>
            </w:r>
          </w:p>
        </w:tc>
        <w:tc>
          <w:tcPr>
            <w:tcW w:w="806" w:type="dxa"/>
            <w:tcBorders>
              <w:top w:val="single" w:sz="4" w:space="0" w:color="auto"/>
              <w:left w:val="nil"/>
              <w:bottom w:val="single" w:sz="4" w:space="0" w:color="auto"/>
              <w:right w:val="single" w:sz="4" w:space="0" w:color="auto"/>
            </w:tcBorders>
            <w:shd w:val="clear" w:color="auto" w:fill="auto"/>
          </w:tcPr>
          <w:p w14:paraId="0984CF1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0984CF1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9.6.1</w:t>
            </w:r>
          </w:p>
        </w:tc>
        <w:tc>
          <w:tcPr>
            <w:tcW w:w="808" w:type="dxa"/>
            <w:tcBorders>
              <w:top w:val="single" w:sz="4" w:space="0" w:color="auto"/>
              <w:left w:val="nil"/>
              <w:bottom w:val="single" w:sz="4" w:space="0" w:color="auto"/>
              <w:right w:val="single" w:sz="4" w:space="0" w:color="auto"/>
            </w:tcBorders>
            <w:shd w:val="clear" w:color="auto" w:fill="auto"/>
          </w:tcPr>
          <w:p w14:paraId="0984CF1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0984CF1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9.6.1</w:t>
            </w:r>
          </w:p>
        </w:tc>
        <w:tc>
          <w:tcPr>
            <w:tcW w:w="805" w:type="dxa"/>
            <w:tcBorders>
              <w:top w:val="single" w:sz="4" w:space="0" w:color="auto"/>
              <w:left w:val="nil"/>
              <w:bottom w:val="single" w:sz="4" w:space="0" w:color="auto"/>
              <w:right w:val="single" w:sz="4" w:space="0" w:color="auto"/>
            </w:tcBorders>
            <w:shd w:val="clear" w:color="auto" w:fill="auto"/>
          </w:tcPr>
          <w:p w14:paraId="0984CF1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984CF1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9.6.1</w:t>
            </w:r>
          </w:p>
        </w:tc>
      </w:tr>
      <w:tr w:rsidR="00DE76A7" w:rsidRPr="00EF2F0E" w14:paraId="0984CF25"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1A"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Frequency Error</w:t>
            </w:r>
          </w:p>
        </w:tc>
        <w:tc>
          <w:tcPr>
            <w:tcW w:w="806" w:type="dxa"/>
            <w:tcBorders>
              <w:top w:val="nil"/>
              <w:left w:val="nil"/>
              <w:bottom w:val="single" w:sz="4" w:space="0" w:color="auto"/>
              <w:right w:val="single" w:sz="4" w:space="0" w:color="auto"/>
            </w:tcBorders>
            <w:shd w:val="clear" w:color="auto" w:fill="auto"/>
            <w:vAlign w:val="center"/>
            <w:hideMark/>
          </w:tcPr>
          <w:p w14:paraId="0984CF1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1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9.6.2.1</w:t>
            </w:r>
            <w:r w:rsidRPr="00EF2F0E">
              <w:rPr>
                <w:rFonts w:ascii="Arial" w:hAnsi="Arial" w:cs="Arial"/>
                <w:sz w:val="18"/>
                <w:szCs w:val="18"/>
                <w:lang w:eastAsia="en-GB"/>
              </w:rPr>
              <w:br/>
              <w:t>9.6.2.2</w:t>
            </w:r>
          </w:p>
        </w:tc>
        <w:tc>
          <w:tcPr>
            <w:tcW w:w="810" w:type="dxa"/>
            <w:tcBorders>
              <w:top w:val="nil"/>
              <w:left w:val="nil"/>
              <w:bottom w:val="single" w:sz="4" w:space="0" w:color="auto"/>
              <w:right w:val="single" w:sz="4" w:space="0" w:color="auto"/>
            </w:tcBorders>
            <w:shd w:val="clear" w:color="auto" w:fill="auto"/>
            <w:vAlign w:val="center"/>
            <w:hideMark/>
          </w:tcPr>
          <w:p w14:paraId="0984CF1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1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9.6.2.1</w:t>
            </w:r>
            <w:r w:rsidRPr="00EF2F0E">
              <w:rPr>
                <w:rFonts w:ascii="Arial" w:hAnsi="Arial" w:cs="Arial"/>
                <w:sz w:val="18"/>
                <w:szCs w:val="18"/>
                <w:lang w:eastAsia="en-GB"/>
              </w:rPr>
              <w:br/>
              <w:t>9.6.2.2</w:t>
            </w:r>
          </w:p>
        </w:tc>
        <w:tc>
          <w:tcPr>
            <w:tcW w:w="806" w:type="dxa"/>
            <w:tcBorders>
              <w:top w:val="nil"/>
              <w:left w:val="nil"/>
              <w:bottom w:val="single" w:sz="4" w:space="0" w:color="auto"/>
              <w:right w:val="single" w:sz="4" w:space="0" w:color="auto"/>
            </w:tcBorders>
            <w:shd w:val="clear" w:color="auto" w:fill="auto"/>
            <w:vAlign w:val="center"/>
            <w:hideMark/>
          </w:tcPr>
          <w:p w14:paraId="0984CF1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2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9.6.2.1</w:t>
            </w:r>
            <w:r w:rsidRPr="00EF2F0E">
              <w:rPr>
                <w:rFonts w:ascii="Arial" w:hAnsi="Arial" w:cs="Arial"/>
                <w:sz w:val="18"/>
                <w:szCs w:val="18"/>
                <w:lang w:eastAsia="en-GB"/>
              </w:rPr>
              <w:br/>
              <w:t>9.6.2.2</w:t>
            </w:r>
          </w:p>
        </w:tc>
        <w:tc>
          <w:tcPr>
            <w:tcW w:w="808" w:type="dxa"/>
            <w:tcBorders>
              <w:top w:val="nil"/>
              <w:left w:val="nil"/>
              <w:bottom w:val="single" w:sz="4" w:space="0" w:color="auto"/>
              <w:right w:val="single" w:sz="4" w:space="0" w:color="auto"/>
            </w:tcBorders>
            <w:shd w:val="clear" w:color="auto" w:fill="auto"/>
            <w:vAlign w:val="center"/>
            <w:hideMark/>
          </w:tcPr>
          <w:p w14:paraId="0984CF2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2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9.6.2.1</w:t>
            </w:r>
            <w:r w:rsidRPr="00EF2F0E">
              <w:rPr>
                <w:rFonts w:ascii="Arial" w:hAnsi="Arial" w:cs="Arial"/>
                <w:sz w:val="18"/>
                <w:szCs w:val="18"/>
                <w:lang w:eastAsia="en-GB"/>
              </w:rPr>
              <w:br/>
              <w:t>9.6.2.3</w:t>
            </w:r>
          </w:p>
        </w:tc>
        <w:tc>
          <w:tcPr>
            <w:tcW w:w="805" w:type="dxa"/>
            <w:tcBorders>
              <w:top w:val="nil"/>
              <w:left w:val="nil"/>
              <w:bottom w:val="single" w:sz="4" w:space="0" w:color="auto"/>
              <w:right w:val="single" w:sz="4" w:space="0" w:color="auto"/>
            </w:tcBorders>
            <w:shd w:val="clear" w:color="auto" w:fill="auto"/>
            <w:vAlign w:val="center"/>
            <w:hideMark/>
          </w:tcPr>
          <w:p w14:paraId="0984CF2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2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9.6.2.1</w:t>
            </w:r>
            <w:r w:rsidRPr="00EF2F0E">
              <w:rPr>
                <w:rFonts w:ascii="Arial" w:hAnsi="Arial" w:cs="Arial"/>
                <w:sz w:val="18"/>
                <w:szCs w:val="18"/>
                <w:lang w:eastAsia="en-GB"/>
              </w:rPr>
              <w:br/>
              <w:t>9.6.2.4</w:t>
            </w:r>
          </w:p>
        </w:tc>
      </w:tr>
      <w:tr w:rsidR="00DE76A7" w:rsidRPr="00EF2F0E" w14:paraId="0984CF31"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26"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Time alignment error</w:t>
            </w:r>
          </w:p>
        </w:tc>
        <w:tc>
          <w:tcPr>
            <w:tcW w:w="806" w:type="dxa"/>
            <w:tcBorders>
              <w:top w:val="nil"/>
              <w:left w:val="nil"/>
              <w:bottom w:val="single" w:sz="4" w:space="0" w:color="auto"/>
              <w:right w:val="single" w:sz="4" w:space="0" w:color="auto"/>
            </w:tcBorders>
            <w:shd w:val="clear" w:color="auto" w:fill="auto"/>
            <w:vAlign w:val="center"/>
            <w:hideMark/>
          </w:tcPr>
          <w:p w14:paraId="0984CF2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2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9.6.3.1</w:t>
            </w:r>
            <w:r w:rsidRPr="00EF2F0E">
              <w:rPr>
                <w:rFonts w:ascii="Arial" w:hAnsi="Arial" w:cs="Arial"/>
                <w:sz w:val="18"/>
                <w:szCs w:val="18"/>
                <w:lang w:eastAsia="en-GB"/>
              </w:rPr>
              <w:br/>
              <w:t>9.6.3.2</w:t>
            </w:r>
          </w:p>
        </w:tc>
        <w:tc>
          <w:tcPr>
            <w:tcW w:w="810" w:type="dxa"/>
            <w:tcBorders>
              <w:top w:val="nil"/>
              <w:left w:val="nil"/>
              <w:bottom w:val="single" w:sz="4" w:space="0" w:color="auto"/>
              <w:right w:val="single" w:sz="4" w:space="0" w:color="auto"/>
            </w:tcBorders>
            <w:shd w:val="clear" w:color="auto" w:fill="auto"/>
            <w:vAlign w:val="center"/>
            <w:hideMark/>
          </w:tcPr>
          <w:p w14:paraId="0984CF2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2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9.6.3.1</w:t>
            </w:r>
            <w:r w:rsidRPr="00EF2F0E">
              <w:rPr>
                <w:rFonts w:ascii="Arial" w:hAnsi="Arial" w:cs="Arial"/>
                <w:sz w:val="18"/>
                <w:szCs w:val="18"/>
                <w:lang w:eastAsia="en-GB"/>
              </w:rPr>
              <w:br/>
              <w:t>9.6.3.2</w:t>
            </w:r>
          </w:p>
        </w:tc>
        <w:tc>
          <w:tcPr>
            <w:tcW w:w="806" w:type="dxa"/>
            <w:tcBorders>
              <w:top w:val="nil"/>
              <w:left w:val="nil"/>
              <w:bottom w:val="single" w:sz="4" w:space="0" w:color="auto"/>
              <w:right w:val="single" w:sz="4" w:space="0" w:color="auto"/>
            </w:tcBorders>
            <w:shd w:val="clear" w:color="auto" w:fill="auto"/>
            <w:vAlign w:val="center"/>
            <w:hideMark/>
          </w:tcPr>
          <w:p w14:paraId="0984CF2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2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9.6.3.1</w:t>
            </w:r>
            <w:r w:rsidRPr="00EF2F0E">
              <w:rPr>
                <w:rFonts w:ascii="Arial" w:hAnsi="Arial" w:cs="Arial"/>
                <w:sz w:val="18"/>
                <w:szCs w:val="18"/>
                <w:lang w:eastAsia="en-GB"/>
              </w:rPr>
              <w:br/>
              <w:t>9.6.3.2</w:t>
            </w:r>
          </w:p>
        </w:tc>
        <w:tc>
          <w:tcPr>
            <w:tcW w:w="808" w:type="dxa"/>
            <w:tcBorders>
              <w:top w:val="nil"/>
              <w:left w:val="nil"/>
              <w:bottom w:val="single" w:sz="4" w:space="0" w:color="auto"/>
              <w:right w:val="single" w:sz="4" w:space="0" w:color="auto"/>
            </w:tcBorders>
            <w:shd w:val="clear" w:color="auto" w:fill="auto"/>
            <w:vAlign w:val="center"/>
            <w:hideMark/>
          </w:tcPr>
          <w:p w14:paraId="0984CF2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2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9.6.3.1</w:t>
            </w:r>
            <w:r w:rsidRPr="00EF2F0E">
              <w:rPr>
                <w:rFonts w:ascii="Arial" w:hAnsi="Arial" w:cs="Arial"/>
                <w:sz w:val="18"/>
                <w:szCs w:val="18"/>
                <w:lang w:eastAsia="en-GB"/>
              </w:rPr>
              <w:br/>
              <w:t>9.6.3.3</w:t>
            </w:r>
          </w:p>
        </w:tc>
        <w:tc>
          <w:tcPr>
            <w:tcW w:w="805" w:type="dxa"/>
            <w:tcBorders>
              <w:top w:val="nil"/>
              <w:left w:val="nil"/>
              <w:bottom w:val="single" w:sz="4" w:space="0" w:color="auto"/>
              <w:right w:val="single" w:sz="4" w:space="0" w:color="auto"/>
            </w:tcBorders>
            <w:shd w:val="clear" w:color="auto" w:fill="auto"/>
            <w:vAlign w:val="center"/>
            <w:hideMark/>
          </w:tcPr>
          <w:p w14:paraId="0984CF2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3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9.6.3.1</w:t>
            </w:r>
            <w:r w:rsidRPr="00EF2F0E">
              <w:rPr>
                <w:rFonts w:ascii="Arial" w:hAnsi="Arial" w:cs="Arial"/>
                <w:sz w:val="18"/>
                <w:szCs w:val="18"/>
                <w:lang w:eastAsia="en-GB"/>
              </w:rPr>
              <w:br/>
              <w:t>9.6.3.4</w:t>
            </w:r>
          </w:p>
        </w:tc>
      </w:tr>
      <w:tr w:rsidR="00DE76A7" w:rsidRPr="00EF2F0E" w14:paraId="0984CF3D"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32"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modulation quality</w:t>
            </w:r>
          </w:p>
        </w:tc>
        <w:tc>
          <w:tcPr>
            <w:tcW w:w="806" w:type="dxa"/>
            <w:tcBorders>
              <w:top w:val="nil"/>
              <w:left w:val="nil"/>
              <w:bottom w:val="single" w:sz="4" w:space="0" w:color="auto"/>
              <w:right w:val="single" w:sz="4" w:space="0" w:color="auto"/>
            </w:tcBorders>
            <w:shd w:val="clear" w:color="auto" w:fill="auto"/>
            <w:vAlign w:val="center"/>
            <w:hideMark/>
          </w:tcPr>
          <w:p w14:paraId="0984CF3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3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9.6.4.1</w:t>
            </w:r>
            <w:r w:rsidRPr="00EF2F0E">
              <w:rPr>
                <w:rFonts w:ascii="Arial" w:hAnsi="Arial" w:cs="Arial"/>
                <w:sz w:val="18"/>
                <w:szCs w:val="18"/>
                <w:lang w:eastAsia="en-GB"/>
              </w:rPr>
              <w:br/>
              <w:t>9.6.4.2</w:t>
            </w:r>
          </w:p>
        </w:tc>
        <w:tc>
          <w:tcPr>
            <w:tcW w:w="810" w:type="dxa"/>
            <w:tcBorders>
              <w:top w:val="nil"/>
              <w:left w:val="nil"/>
              <w:bottom w:val="single" w:sz="4" w:space="0" w:color="auto"/>
              <w:right w:val="single" w:sz="4" w:space="0" w:color="auto"/>
            </w:tcBorders>
            <w:shd w:val="clear" w:color="auto" w:fill="auto"/>
            <w:vAlign w:val="center"/>
            <w:hideMark/>
          </w:tcPr>
          <w:p w14:paraId="0984CF3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3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9.6.4.1</w:t>
            </w:r>
            <w:r w:rsidRPr="00EF2F0E">
              <w:rPr>
                <w:rFonts w:ascii="Arial" w:hAnsi="Arial" w:cs="Arial"/>
                <w:sz w:val="18"/>
                <w:szCs w:val="18"/>
                <w:lang w:eastAsia="en-GB"/>
              </w:rPr>
              <w:br/>
              <w:t>9.6.4.2</w:t>
            </w:r>
          </w:p>
        </w:tc>
        <w:tc>
          <w:tcPr>
            <w:tcW w:w="806" w:type="dxa"/>
            <w:tcBorders>
              <w:top w:val="nil"/>
              <w:left w:val="nil"/>
              <w:bottom w:val="single" w:sz="4" w:space="0" w:color="auto"/>
              <w:right w:val="single" w:sz="4" w:space="0" w:color="auto"/>
            </w:tcBorders>
            <w:shd w:val="clear" w:color="auto" w:fill="auto"/>
            <w:vAlign w:val="center"/>
            <w:hideMark/>
          </w:tcPr>
          <w:p w14:paraId="0984CF3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3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9.6.4.1</w:t>
            </w:r>
            <w:r w:rsidRPr="00EF2F0E">
              <w:rPr>
                <w:rFonts w:ascii="Arial" w:hAnsi="Arial" w:cs="Arial"/>
                <w:sz w:val="18"/>
                <w:szCs w:val="18"/>
                <w:lang w:eastAsia="en-GB"/>
              </w:rPr>
              <w:br/>
              <w:t>9.6.4.2</w:t>
            </w:r>
          </w:p>
        </w:tc>
        <w:tc>
          <w:tcPr>
            <w:tcW w:w="808" w:type="dxa"/>
            <w:tcBorders>
              <w:top w:val="nil"/>
              <w:left w:val="nil"/>
              <w:bottom w:val="single" w:sz="4" w:space="0" w:color="auto"/>
              <w:right w:val="single" w:sz="4" w:space="0" w:color="auto"/>
            </w:tcBorders>
            <w:shd w:val="clear" w:color="auto" w:fill="auto"/>
            <w:vAlign w:val="center"/>
            <w:hideMark/>
          </w:tcPr>
          <w:p w14:paraId="0984CF3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3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9.6.4.1</w:t>
            </w:r>
            <w:r w:rsidRPr="00EF2F0E">
              <w:rPr>
                <w:rFonts w:ascii="Arial" w:hAnsi="Arial" w:cs="Arial"/>
                <w:sz w:val="18"/>
                <w:szCs w:val="18"/>
                <w:lang w:eastAsia="en-GB"/>
              </w:rPr>
              <w:br/>
              <w:t>9.6.4.3</w:t>
            </w:r>
          </w:p>
        </w:tc>
        <w:tc>
          <w:tcPr>
            <w:tcW w:w="805" w:type="dxa"/>
            <w:tcBorders>
              <w:top w:val="nil"/>
              <w:left w:val="nil"/>
              <w:bottom w:val="single" w:sz="4" w:space="0" w:color="auto"/>
              <w:right w:val="single" w:sz="4" w:space="0" w:color="auto"/>
            </w:tcBorders>
            <w:shd w:val="clear" w:color="auto" w:fill="auto"/>
            <w:vAlign w:val="center"/>
            <w:hideMark/>
          </w:tcPr>
          <w:p w14:paraId="0984CF3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3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9.6.4.1</w:t>
            </w:r>
            <w:r w:rsidRPr="00EF2F0E">
              <w:rPr>
                <w:rFonts w:ascii="Arial" w:hAnsi="Arial" w:cs="Arial"/>
                <w:sz w:val="18"/>
                <w:szCs w:val="18"/>
                <w:lang w:eastAsia="en-GB"/>
              </w:rPr>
              <w:br/>
              <w:t>9.6.4.4</w:t>
            </w:r>
          </w:p>
        </w:tc>
      </w:tr>
      <w:tr w:rsidR="00DE76A7" w:rsidRPr="00EF2F0E" w14:paraId="0984CF49"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3E"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Transmit pulse shape filter</w:t>
            </w:r>
          </w:p>
        </w:tc>
        <w:tc>
          <w:tcPr>
            <w:tcW w:w="806" w:type="dxa"/>
            <w:tcBorders>
              <w:top w:val="nil"/>
              <w:left w:val="nil"/>
              <w:bottom w:val="single" w:sz="4" w:space="0" w:color="auto"/>
              <w:right w:val="single" w:sz="4" w:space="0" w:color="auto"/>
            </w:tcBorders>
            <w:shd w:val="clear" w:color="auto" w:fill="auto"/>
            <w:vAlign w:val="center"/>
            <w:hideMark/>
          </w:tcPr>
          <w:p w14:paraId="0984CF3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4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9.6.5.1</w:t>
            </w:r>
            <w:r w:rsidRPr="00EF2F0E">
              <w:rPr>
                <w:rFonts w:ascii="Arial" w:hAnsi="Arial" w:cs="Arial"/>
                <w:sz w:val="18"/>
                <w:szCs w:val="18"/>
                <w:lang w:eastAsia="en-GB"/>
              </w:rPr>
              <w:br/>
              <w:t>9.6.5.2</w:t>
            </w:r>
          </w:p>
        </w:tc>
        <w:tc>
          <w:tcPr>
            <w:tcW w:w="810" w:type="dxa"/>
            <w:tcBorders>
              <w:top w:val="nil"/>
              <w:left w:val="nil"/>
              <w:bottom w:val="single" w:sz="4" w:space="0" w:color="auto"/>
              <w:right w:val="single" w:sz="4" w:space="0" w:color="auto"/>
            </w:tcBorders>
            <w:shd w:val="clear" w:color="auto" w:fill="auto"/>
            <w:vAlign w:val="center"/>
            <w:hideMark/>
          </w:tcPr>
          <w:p w14:paraId="0984CF4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4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9.6.5.1</w:t>
            </w:r>
            <w:r w:rsidRPr="00EF2F0E">
              <w:rPr>
                <w:rFonts w:ascii="Arial" w:hAnsi="Arial" w:cs="Arial"/>
                <w:sz w:val="18"/>
                <w:szCs w:val="18"/>
                <w:lang w:eastAsia="en-GB"/>
              </w:rPr>
              <w:br/>
              <w:t>9.6.5.2</w:t>
            </w:r>
          </w:p>
        </w:tc>
        <w:tc>
          <w:tcPr>
            <w:tcW w:w="806" w:type="dxa"/>
            <w:tcBorders>
              <w:top w:val="nil"/>
              <w:left w:val="nil"/>
              <w:bottom w:val="single" w:sz="4" w:space="0" w:color="auto"/>
              <w:right w:val="single" w:sz="4" w:space="0" w:color="auto"/>
            </w:tcBorders>
            <w:shd w:val="clear" w:color="auto" w:fill="auto"/>
            <w:vAlign w:val="center"/>
            <w:hideMark/>
          </w:tcPr>
          <w:p w14:paraId="0984CF4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4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F4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4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9.6.5.1</w:t>
            </w:r>
            <w:r w:rsidRPr="00EF2F0E">
              <w:rPr>
                <w:rFonts w:ascii="Arial" w:hAnsi="Arial" w:cs="Arial"/>
                <w:sz w:val="18"/>
                <w:szCs w:val="18"/>
                <w:lang w:eastAsia="en-GB"/>
              </w:rPr>
              <w:br/>
              <w:t>9.6.5.3</w:t>
            </w:r>
          </w:p>
        </w:tc>
        <w:tc>
          <w:tcPr>
            <w:tcW w:w="805" w:type="dxa"/>
            <w:tcBorders>
              <w:top w:val="nil"/>
              <w:left w:val="nil"/>
              <w:bottom w:val="single" w:sz="4" w:space="0" w:color="auto"/>
              <w:right w:val="single" w:sz="4" w:space="0" w:color="auto"/>
            </w:tcBorders>
            <w:shd w:val="clear" w:color="auto" w:fill="auto"/>
            <w:vAlign w:val="center"/>
            <w:hideMark/>
          </w:tcPr>
          <w:p w14:paraId="0984CF4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4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F55"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4A"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Unwanted Emissions</w:t>
            </w:r>
          </w:p>
        </w:tc>
        <w:tc>
          <w:tcPr>
            <w:tcW w:w="806" w:type="dxa"/>
            <w:tcBorders>
              <w:top w:val="single" w:sz="4" w:space="0" w:color="auto"/>
              <w:left w:val="nil"/>
              <w:bottom w:val="single" w:sz="4" w:space="0" w:color="auto"/>
              <w:right w:val="single" w:sz="4" w:space="0" w:color="auto"/>
            </w:tcBorders>
            <w:shd w:val="clear" w:color="auto" w:fill="auto"/>
            <w:hideMark/>
          </w:tcPr>
          <w:p w14:paraId="0984CF4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0984CF4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9.7.1</w:t>
            </w:r>
          </w:p>
        </w:tc>
        <w:tc>
          <w:tcPr>
            <w:tcW w:w="810" w:type="dxa"/>
            <w:tcBorders>
              <w:top w:val="single" w:sz="4" w:space="0" w:color="auto"/>
              <w:left w:val="nil"/>
              <w:bottom w:val="single" w:sz="4" w:space="0" w:color="auto"/>
              <w:right w:val="single" w:sz="4" w:space="0" w:color="auto"/>
            </w:tcBorders>
            <w:shd w:val="clear" w:color="auto" w:fill="auto"/>
          </w:tcPr>
          <w:p w14:paraId="0984CF4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0984CF4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9.7.1</w:t>
            </w:r>
          </w:p>
        </w:tc>
        <w:tc>
          <w:tcPr>
            <w:tcW w:w="806" w:type="dxa"/>
            <w:tcBorders>
              <w:top w:val="single" w:sz="4" w:space="0" w:color="auto"/>
              <w:left w:val="nil"/>
              <w:bottom w:val="single" w:sz="4" w:space="0" w:color="auto"/>
              <w:right w:val="single" w:sz="4" w:space="0" w:color="auto"/>
            </w:tcBorders>
            <w:shd w:val="clear" w:color="auto" w:fill="auto"/>
          </w:tcPr>
          <w:p w14:paraId="0984CF4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0984CF5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9.7.1</w:t>
            </w:r>
          </w:p>
        </w:tc>
        <w:tc>
          <w:tcPr>
            <w:tcW w:w="808" w:type="dxa"/>
            <w:tcBorders>
              <w:top w:val="single" w:sz="4" w:space="0" w:color="auto"/>
              <w:left w:val="nil"/>
              <w:bottom w:val="single" w:sz="4" w:space="0" w:color="auto"/>
              <w:right w:val="single" w:sz="4" w:space="0" w:color="auto"/>
            </w:tcBorders>
            <w:shd w:val="clear" w:color="auto" w:fill="auto"/>
          </w:tcPr>
          <w:p w14:paraId="0984CF5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0984CF5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9.7.1</w:t>
            </w:r>
          </w:p>
        </w:tc>
        <w:tc>
          <w:tcPr>
            <w:tcW w:w="805" w:type="dxa"/>
            <w:tcBorders>
              <w:top w:val="single" w:sz="4" w:space="0" w:color="auto"/>
              <w:left w:val="nil"/>
              <w:bottom w:val="single" w:sz="4" w:space="0" w:color="auto"/>
              <w:right w:val="single" w:sz="4" w:space="0" w:color="auto"/>
            </w:tcBorders>
            <w:shd w:val="clear" w:color="auto" w:fill="auto"/>
          </w:tcPr>
          <w:p w14:paraId="0984CF5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984CF5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9.7.1</w:t>
            </w:r>
          </w:p>
        </w:tc>
      </w:tr>
      <w:tr w:rsidR="00DE76A7" w:rsidRPr="00EF2F0E" w14:paraId="0984CF61"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56"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Occupied bandwidth</w:t>
            </w:r>
          </w:p>
        </w:tc>
        <w:tc>
          <w:tcPr>
            <w:tcW w:w="806" w:type="dxa"/>
            <w:tcBorders>
              <w:top w:val="nil"/>
              <w:left w:val="nil"/>
              <w:bottom w:val="single" w:sz="4" w:space="0" w:color="auto"/>
              <w:right w:val="single" w:sz="4" w:space="0" w:color="auto"/>
            </w:tcBorders>
            <w:shd w:val="clear" w:color="auto" w:fill="auto"/>
            <w:vAlign w:val="center"/>
            <w:hideMark/>
          </w:tcPr>
          <w:p w14:paraId="0984CF5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5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9.7.2.1</w:t>
            </w:r>
            <w:r w:rsidRPr="00EF2F0E">
              <w:rPr>
                <w:rFonts w:ascii="Arial" w:hAnsi="Arial" w:cs="Arial"/>
                <w:sz w:val="18"/>
                <w:szCs w:val="18"/>
                <w:lang w:eastAsia="en-GB"/>
              </w:rPr>
              <w:br/>
              <w:t>9.7.2.2</w:t>
            </w:r>
          </w:p>
        </w:tc>
        <w:tc>
          <w:tcPr>
            <w:tcW w:w="810" w:type="dxa"/>
            <w:tcBorders>
              <w:top w:val="nil"/>
              <w:left w:val="nil"/>
              <w:bottom w:val="single" w:sz="4" w:space="0" w:color="auto"/>
              <w:right w:val="single" w:sz="4" w:space="0" w:color="auto"/>
            </w:tcBorders>
            <w:shd w:val="clear" w:color="auto" w:fill="auto"/>
            <w:vAlign w:val="center"/>
            <w:hideMark/>
          </w:tcPr>
          <w:p w14:paraId="0984CF5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5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9.7.2.1</w:t>
            </w:r>
            <w:r w:rsidRPr="00EF2F0E">
              <w:rPr>
                <w:rFonts w:ascii="Arial" w:hAnsi="Arial" w:cs="Arial"/>
                <w:sz w:val="18"/>
                <w:szCs w:val="18"/>
                <w:lang w:eastAsia="en-GB"/>
              </w:rPr>
              <w:br/>
              <w:t>9.7.2.2</w:t>
            </w:r>
          </w:p>
        </w:tc>
        <w:tc>
          <w:tcPr>
            <w:tcW w:w="806" w:type="dxa"/>
            <w:tcBorders>
              <w:top w:val="nil"/>
              <w:left w:val="nil"/>
              <w:bottom w:val="single" w:sz="4" w:space="0" w:color="auto"/>
              <w:right w:val="single" w:sz="4" w:space="0" w:color="auto"/>
            </w:tcBorders>
            <w:shd w:val="clear" w:color="auto" w:fill="auto"/>
            <w:vAlign w:val="center"/>
            <w:hideMark/>
          </w:tcPr>
          <w:p w14:paraId="0984CF5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5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9.7.2.1</w:t>
            </w:r>
            <w:r w:rsidRPr="00EF2F0E">
              <w:rPr>
                <w:rFonts w:ascii="Arial" w:hAnsi="Arial" w:cs="Arial"/>
                <w:sz w:val="18"/>
                <w:szCs w:val="18"/>
                <w:lang w:eastAsia="en-GB"/>
              </w:rPr>
              <w:br/>
              <w:t>9.7.2.2</w:t>
            </w:r>
          </w:p>
        </w:tc>
        <w:tc>
          <w:tcPr>
            <w:tcW w:w="808" w:type="dxa"/>
            <w:tcBorders>
              <w:top w:val="nil"/>
              <w:left w:val="nil"/>
              <w:bottom w:val="single" w:sz="4" w:space="0" w:color="auto"/>
              <w:right w:val="single" w:sz="4" w:space="0" w:color="auto"/>
            </w:tcBorders>
            <w:shd w:val="clear" w:color="auto" w:fill="auto"/>
            <w:vAlign w:val="center"/>
            <w:hideMark/>
          </w:tcPr>
          <w:p w14:paraId="0984CF5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5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9.7.2.1</w:t>
            </w:r>
            <w:r w:rsidRPr="00EF2F0E">
              <w:rPr>
                <w:rFonts w:ascii="Arial" w:hAnsi="Arial" w:cs="Arial"/>
                <w:sz w:val="18"/>
                <w:szCs w:val="18"/>
                <w:lang w:eastAsia="en-GB"/>
              </w:rPr>
              <w:br/>
              <w:t>9.7.2.3</w:t>
            </w:r>
          </w:p>
        </w:tc>
        <w:tc>
          <w:tcPr>
            <w:tcW w:w="805" w:type="dxa"/>
            <w:tcBorders>
              <w:top w:val="nil"/>
              <w:left w:val="nil"/>
              <w:bottom w:val="single" w:sz="4" w:space="0" w:color="auto"/>
              <w:right w:val="single" w:sz="4" w:space="0" w:color="auto"/>
            </w:tcBorders>
            <w:shd w:val="clear" w:color="auto" w:fill="auto"/>
            <w:vAlign w:val="center"/>
            <w:hideMark/>
          </w:tcPr>
          <w:p w14:paraId="0984CF5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6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9.7.2.1</w:t>
            </w:r>
            <w:r w:rsidRPr="00EF2F0E">
              <w:rPr>
                <w:rFonts w:ascii="Arial" w:hAnsi="Arial" w:cs="Arial"/>
                <w:sz w:val="18"/>
                <w:szCs w:val="18"/>
                <w:lang w:eastAsia="en-GB"/>
              </w:rPr>
              <w:br/>
              <w:t>9.7.2.4</w:t>
            </w:r>
          </w:p>
        </w:tc>
      </w:tr>
      <w:tr w:rsidR="00DE76A7" w:rsidRPr="00EF2F0E" w14:paraId="0984CF6D" w14:textId="77777777" w:rsidTr="0044667C">
        <w:trPr>
          <w:trHeight w:val="720"/>
        </w:trPr>
        <w:tc>
          <w:tcPr>
            <w:tcW w:w="1771" w:type="dxa"/>
            <w:tcBorders>
              <w:top w:val="nil"/>
              <w:left w:val="single" w:sz="4" w:space="0" w:color="auto"/>
              <w:bottom w:val="single" w:sz="4" w:space="0" w:color="auto"/>
              <w:right w:val="single" w:sz="4" w:space="0" w:color="auto"/>
            </w:tcBorders>
            <w:shd w:val="clear" w:color="auto" w:fill="auto"/>
            <w:hideMark/>
          </w:tcPr>
          <w:p w14:paraId="0984CF62"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Adjacent Channel Leakage power Ratio</w:t>
            </w:r>
          </w:p>
        </w:tc>
        <w:tc>
          <w:tcPr>
            <w:tcW w:w="806" w:type="dxa"/>
            <w:tcBorders>
              <w:top w:val="nil"/>
              <w:left w:val="nil"/>
              <w:bottom w:val="single" w:sz="4" w:space="0" w:color="auto"/>
              <w:right w:val="single" w:sz="4" w:space="0" w:color="auto"/>
            </w:tcBorders>
            <w:shd w:val="clear" w:color="auto" w:fill="auto"/>
            <w:vAlign w:val="center"/>
            <w:hideMark/>
          </w:tcPr>
          <w:p w14:paraId="0984CF6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6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9.7.3.1</w:t>
            </w:r>
            <w:r w:rsidRPr="00EF2F0E">
              <w:rPr>
                <w:rFonts w:ascii="Arial" w:hAnsi="Arial" w:cs="Arial"/>
                <w:sz w:val="18"/>
                <w:szCs w:val="18"/>
                <w:lang w:eastAsia="en-GB"/>
              </w:rPr>
              <w:br/>
              <w:t>9.7.3.2</w:t>
            </w:r>
          </w:p>
        </w:tc>
        <w:tc>
          <w:tcPr>
            <w:tcW w:w="810" w:type="dxa"/>
            <w:tcBorders>
              <w:top w:val="nil"/>
              <w:left w:val="nil"/>
              <w:bottom w:val="single" w:sz="4" w:space="0" w:color="auto"/>
              <w:right w:val="single" w:sz="4" w:space="0" w:color="auto"/>
            </w:tcBorders>
            <w:shd w:val="clear" w:color="auto" w:fill="auto"/>
            <w:vAlign w:val="center"/>
            <w:hideMark/>
          </w:tcPr>
          <w:p w14:paraId="0984CF6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6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9.7.3.1</w:t>
            </w:r>
            <w:r w:rsidRPr="00EF2F0E">
              <w:rPr>
                <w:rFonts w:ascii="Arial" w:hAnsi="Arial" w:cs="Arial"/>
                <w:sz w:val="18"/>
                <w:szCs w:val="18"/>
                <w:lang w:eastAsia="en-GB"/>
              </w:rPr>
              <w:br/>
              <w:t>9.7.3.2</w:t>
            </w:r>
          </w:p>
        </w:tc>
        <w:tc>
          <w:tcPr>
            <w:tcW w:w="806" w:type="dxa"/>
            <w:tcBorders>
              <w:top w:val="nil"/>
              <w:left w:val="nil"/>
              <w:bottom w:val="single" w:sz="4" w:space="0" w:color="auto"/>
              <w:right w:val="single" w:sz="4" w:space="0" w:color="auto"/>
            </w:tcBorders>
            <w:shd w:val="clear" w:color="auto" w:fill="auto"/>
            <w:vAlign w:val="center"/>
            <w:hideMark/>
          </w:tcPr>
          <w:p w14:paraId="0984CF6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6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9.7.3.1</w:t>
            </w:r>
            <w:r w:rsidRPr="00EF2F0E">
              <w:rPr>
                <w:rFonts w:ascii="Arial" w:hAnsi="Arial" w:cs="Arial"/>
                <w:sz w:val="18"/>
                <w:szCs w:val="18"/>
                <w:lang w:eastAsia="en-GB"/>
              </w:rPr>
              <w:br/>
              <w:t>9.7.3.2</w:t>
            </w:r>
          </w:p>
        </w:tc>
        <w:tc>
          <w:tcPr>
            <w:tcW w:w="808" w:type="dxa"/>
            <w:tcBorders>
              <w:top w:val="nil"/>
              <w:left w:val="nil"/>
              <w:bottom w:val="single" w:sz="4" w:space="0" w:color="auto"/>
              <w:right w:val="single" w:sz="4" w:space="0" w:color="auto"/>
            </w:tcBorders>
            <w:shd w:val="clear" w:color="auto" w:fill="auto"/>
            <w:vAlign w:val="center"/>
            <w:hideMark/>
          </w:tcPr>
          <w:p w14:paraId="0984CF6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6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9.7.3.1</w:t>
            </w:r>
            <w:r w:rsidRPr="00EF2F0E">
              <w:rPr>
                <w:rFonts w:ascii="Arial" w:hAnsi="Arial" w:cs="Arial"/>
                <w:sz w:val="18"/>
                <w:szCs w:val="18"/>
                <w:lang w:eastAsia="en-GB"/>
              </w:rPr>
              <w:br/>
              <w:t>9.7.3.3</w:t>
            </w:r>
          </w:p>
        </w:tc>
        <w:tc>
          <w:tcPr>
            <w:tcW w:w="805" w:type="dxa"/>
            <w:tcBorders>
              <w:top w:val="nil"/>
              <w:left w:val="nil"/>
              <w:bottom w:val="single" w:sz="4" w:space="0" w:color="auto"/>
              <w:right w:val="single" w:sz="4" w:space="0" w:color="auto"/>
            </w:tcBorders>
            <w:shd w:val="clear" w:color="auto" w:fill="auto"/>
            <w:vAlign w:val="center"/>
            <w:hideMark/>
          </w:tcPr>
          <w:p w14:paraId="0984CF6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6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9.7.3.1</w:t>
            </w:r>
            <w:r w:rsidRPr="00EF2F0E">
              <w:rPr>
                <w:rFonts w:ascii="Arial" w:hAnsi="Arial" w:cs="Arial"/>
                <w:sz w:val="18"/>
                <w:szCs w:val="18"/>
                <w:lang w:eastAsia="en-GB"/>
              </w:rPr>
              <w:br/>
              <w:t>9.7.3.4</w:t>
            </w:r>
          </w:p>
        </w:tc>
      </w:tr>
      <w:tr w:rsidR="00DE76A7" w:rsidRPr="00EF2F0E" w14:paraId="0984CF79"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6E"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Spectrum emission mask</w:t>
            </w:r>
          </w:p>
        </w:tc>
        <w:tc>
          <w:tcPr>
            <w:tcW w:w="806" w:type="dxa"/>
            <w:tcBorders>
              <w:top w:val="nil"/>
              <w:left w:val="nil"/>
              <w:bottom w:val="single" w:sz="4" w:space="0" w:color="auto"/>
              <w:right w:val="single" w:sz="4" w:space="0" w:color="auto"/>
            </w:tcBorders>
            <w:shd w:val="clear" w:color="auto" w:fill="auto"/>
            <w:vAlign w:val="center"/>
            <w:hideMark/>
          </w:tcPr>
          <w:p w14:paraId="0984CF6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F7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10" w:type="dxa"/>
            <w:tcBorders>
              <w:top w:val="nil"/>
              <w:left w:val="nil"/>
              <w:bottom w:val="single" w:sz="4" w:space="0" w:color="auto"/>
              <w:right w:val="single" w:sz="4" w:space="0" w:color="auto"/>
            </w:tcBorders>
            <w:shd w:val="clear" w:color="auto" w:fill="auto"/>
            <w:vAlign w:val="center"/>
            <w:hideMark/>
          </w:tcPr>
          <w:p w14:paraId="0984CF7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F7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0984CF7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F7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0984CF7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7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9.7.4.1</w:t>
            </w:r>
            <w:r w:rsidRPr="00EF2F0E">
              <w:rPr>
                <w:rFonts w:ascii="Arial" w:hAnsi="Arial" w:cs="Arial"/>
                <w:sz w:val="18"/>
                <w:szCs w:val="18"/>
                <w:lang w:eastAsia="en-GB"/>
              </w:rPr>
              <w:br/>
              <w:t>9.7.4.3</w:t>
            </w:r>
          </w:p>
        </w:tc>
        <w:tc>
          <w:tcPr>
            <w:tcW w:w="805" w:type="dxa"/>
            <w:tcBorders>
              <w:top w:val="nil"/>
              <w:left w:val="nil"/>
              <w:bottom w:val="single" w:sz="4" w:space="0" w:color="auto"/>
              <w:right w:val="single" w:sz="4" w:space="0" w:color="auto"/>
            </w:tcBorders>
            <w:shd w:val="clear" w:color="auto" w:fill="auto"/>
            <w:vAlign w:val="center"/>
            <w:hideMark/>
          </w:tcPr>
          <w:p w14:paraId="0984CF7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CF7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CF85" w14:textId="77777777" w:rsidTr="0044667C">
        <w:trPr>
          <w:trHeight w:val="720"/>
        </w:trPr>
        <w:tc>
          <w:tcPr>
            <w:tcW w:w="1771" w:type="dxa"/>
            <w:tcBorders>
              <w:top w:val="nil"/>
              <w:left w:val="single" w:sz="4" w:space="0" w:color="auto"/>
              <w:bottom w:val="single" w:sz="4" w:space="0" w:color="auto"/>
              <w:right w:val="single" w:sz="4" w:space="0" w:color="auto"/>
            </w:tcBorders>
            <w:shd w:val="clear" w:color="auto" w:fill="auto"/>
            <w:hideMark/>
          </w:tcPr>
          <w:p w14:paraId="0984CF7A"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Operating band unwanted emission</w:t>
            </w:r>
          </w:p>
        </w:tc>
        <w:tc>
          <w:tcPr>
            <w:tcW w:w="806" w:type="dxa"/>
            <w:tcBorders>
              <w:top w:val="nil"/>
              <w:left w:val="nil"/>
              <w:bottom w:val="single" w:sz="4" w:space="0" w:color="auto"/>
              <w:right w:val="single" w:sz="4" w:space="0" w:color="auto"/>
            </w:tcBorders>
            <w:shd w:val="clear" w:color="auto" w:fill="auto"/>
            <w:vAlign w:val="center"/>
            <w:hideMark/>
          </w:tcPr>
          <w:p w14:paraId="0984CF7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7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9.7.5.1</w:t>
            </w:r>
            <w:r w:rsidRPr="00EF2F0E">
              <w:rPr>
                <w:rFonts w:ascii="Arial" w:hAnsi="Arial" w:cs="Arial"/>
                <w:sz w:val="18"/>
                <w:szCs w:val="18"/>
                <w:lang w:eastAsia="en-GB"/>
              </w:rPr>
              <w:br/>
              <w:t>9.7.5.2</w:t>
            </w:r>
          </w:p>
        </w:tc>
        <w:tc>
          <w:tcPr>
            <w:tcW w:w="810" w:type="dxa"/>
            <w:tcBorders>
              <w:top w:val="nil"/>
              <w:left w:val="nil"/>
              <w:bottom w:val="single" w:sz="4" w:space="0" w:color="auto"/>
              <w:right w:val="single" w:sz="4" w:space="0" w:color="auto"/>
            </w:tcBorders>
            <w:shd w:val="clear" w:color="auto" w:fill="auto"/>
            <w:vAlign w:val="center"/>
            <w:hideMark/>
          </w:tcPr>
          <w:p w14:paraId="0984CF7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7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9.7.5.1</w:t>
            </w:r>
            <w:r w:rsidRPr="00EF2F0E">
              <w:rPr>
                <w:rFonts w:ascii="Arial" w:hAnsi="Arial" w:cs="Arial"/>
                <w:sz w:val="18"/>
                <w:szCs w:val="18"/>
                <w:lang w:eastAsia="en-GB"/>
              </w:rPr>
              <w:br/>
              <w:t>9.7.5.2</w:t>
            </w:r>
          </w:p>
        </w:tc>
        <w:tc>
          <w:tcPr>
            <w:tcW w:w="806" w:type="dxa"/>
            <w:tcBorders>
              <w:top w:val="nil"/>
              <w:left w:val="nil"/>
              <w:bottom w:val="single" w:sz="4" w:space="0" w:color="auto"/>
              <w:right w:val="single" w:sz="4" w:space="0" w:color="auto"/>
            </w:tcBorders>
            <w:shd w:val="clear" w:color="auto" w:fill="auto"/>
            <w:vAlign w:val="center"/>
            <w:hideMark/>
          </w:tcPr>
          <w:p w14:paraId="0984CF7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8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9.7.5.1</w:t>
            </w:r>
            <w:r w:rsidRPr="00EF2F0E">
              <w:rPr>
                <w:rFonts w:ascii="Arial" w:hAnsi="Arial" w:cs="Arial"/>
                <w:sz w:val="18"/>
                <w:szCs w:val="18"/>
                <w:lang w:eastAsia="en-GB"/>
              </w:rPr>
              <w:br/>
              <w:t>9.7.5.2</w:t>
            </w:r>
          </w:p>
        </w:tc>
        <w:tc>
          <w:tcPr>
            <w:tcW w:w="808" w:type="dxa"/>
            <w:tcBorders>
              <w:top w:val="nil"/>
              <w:left w:val="nil"/>
              <w:bottom w:val="single" w:sz="4" w:space="0" w:color="auto"/>
              <w:right w:val="single" w:sz="4" w:space="0" w:color="auto"/>
            </w:tcBorders>
            <w:shd w:val="clear" w:color="auto" w:fill="auto"/>
            <w:vAlign w:val="center"/>
            <w:hideMark/>
          </w:tcPr>
          <w:p w14:paraId="0984CF8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8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vAlign w:val="center"/>
            <w:hideMark/>
          </w:tcPr>
          <w:p w14:paraId="0984CF8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8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9.7.5.1</w:t>
            </w:r>
            <w:r w:rsidRPr="00EF2F0E">
              <w:rPr>
                <w:rFonts w:ascii="Arial" w:hAnsi="Arial" w:cs="Arial"/>
                <w:sz w:val="18"/>
                <w:szCs w:val="18"/>
                <w:lang w:eastAsia="en-GB"/>
              </w:rPr>
              <w:br/>
              <w:t>9.7.5.4</w:t>
            </w:r>
          </w:p>
        </w:tc>
      </w:tr>
      <w:tr w:rsidR="00DE76A7" w:rsidRPr="00EF2F0E" w14:paraId="0984CF91"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86"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Spurious emission</w:t>
            </w:r>
          </w:p>
        </w:tc>
        <w:tc>
          <w:tcPr>
            <w:tcW w:w="806" w:type="dxa"/>
            <w:tcBorders>
              <w:top w:val="nil"/>
              <w:left w:val="nil"/>
              <w:bottom w:val="single" w:sz="4" w:space="0" w:color="auto"/>
              <w:right w:val="single" w:sz="4" w:space="0" w:color="auto"/>
            </w:tcBorders>
            <w:shd w:val="clear" w:color="auto" w:fill="auto"/>
            <w:vAlign w:val="center"/>
            <w:hideMark/>
          </w:tcPr>
          <w:p w14:paraId="0984CF8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8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9.7.6.1</w:t>
            </w:r>
            <w:r w:rsidRPr="00EF2F0E">
              <w:rPr>
                <w:rFonts w:ascii="Arial" w:hAnsi="Arial" w:cs="Arial"/>
                <w:sz w:val="18"/>
                <w:szCs w:val="18"/>
                <w:lang w:eastAsia="en-GB"/>
              </w:rPr>
              <w:br/>
              <w:t>9.7.6.2</w:t>
            </w:r>
          </w:p>
        </w:tc>
        <w:tc>
          <w:tcPr>
            <w:tcW w:w="810" w:type="dxa"/>
            <w:tcBorders>
              <w:top w:val="nil"/>
              <w:left w:val="nil"/>
              <w:bottom w:val="single" w:sz="4" w:space="0" w:color="auto"/>
              <w:right w:val="single" w:sz="4" w:space="0" w:color="auto"/>
            </w:tcBorders>
            <w:shd w:val="clear" w:color="auto" w:fill="auto"/>
            <w:vAlign w:val="center"/>
            <w:hideMark/>
          </w:tcPr>
          <w:p w14:paraId="0984CF8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8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9.7.6.1</w:t>
            </w:r>
            <w:r w:rsidRPr="00EF2F0E">
              <w:rPr>
                <w:rFonts w:ascii="Arial" w:hAnsi="Arial" w:cs="Arial"/>
                <w:sz w:val="18"/>
                <w:szCs w:val="18"/>
                <w:lang w:eastAsia="en-GB"/>
              </w:rPr>
              <w:br/>
              <w:t>9.7.6.2</w:t>
            </w:r>
          </w:p>
        </w:tc>
        <w:tc>
          <w:tcPr>
            <w:tcW w:w="806" w:type="dxa"/>
            <w:tcBorders>
              <w:top w:val="nil"/>
              <w:left w:val="nil"/>
              <w:bottom w:val="single" w:sz="4" w:space="0" w:color="auto"/>
              <w:right w:val="single" w:sz="4" w:space="0" w:color="auto"/>
            </w:tcBorders>
            <w:shd w:val="clear" w:color="auto" w:fill="auto"/>
            <w:vAlign w:val="center"/>
            <w:hideMark/>
          </w:tcPr>
          <w:p w14:paraId="0984CF8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8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9.7.6.1</w:t>
            </w:r>
            <w:r w:rsidRPr="00EF2F0E">
              <w:rPr>
                <w:rFonts w:ascii="Arial" w:hAnsi="Arial" w:cs="Arial"/>
                <w:sz w:val="18"/>
                <w:szCs w:val="18"/>
                <w:lang w:eastAsia="en-GB"/>
              </w:rPr>
              <w:br/>
              <w:t>9.7.6.2</w:t>
            </w:r>
          </w:p>
        </w:tc>
        <w:tc>
          <w:tcPr>
            <w:tcW w:w="808" w:type="dxa"/>
            <w:tcBorders>
              <w:top w:val="nil"/>
              <w:left w:val="nil"/>
              <w:bottom w:val="single" w:sz="4" w:space="0" w:color="auto"/>
              <w:right w:val="single" w:sz="4" w:space="0" w:color="auto"/>
            </w:tcBorders>
            <w:shd w:val="clear" w:color="auto" w:fill="auto"/>
            <w:vAlign w:val="center"/>
            <w:hideMark/>
          </w:tcPr>
          <w:p w14:paraId="0984CF8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8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9.7.6.1</w:t>
            </w:r>
            <w:r w:rsidRPr="00EF2F0E">
              <w:rPr>
                <w:rFonts w:ascii="Arial" w:hAnsi="Arial" w:cs="Arial"/>
                <w:sz w:val="18"/>
                <w:szCs w:val="18"/>
                <w:lang w:eastAsia="en-GB"/>
              </w:rPr>
              <w:br/>
              <w:t>9.7.6.3</w:t>
            </w:r>
          </w:p>
        </w:tc>
        <w:tc>
          <w:tcPr>
            <w:tcW w:w="805" w:type="dxa"/>
            <w:tcBorders>
              <w:top w:val="nil"/>
              <w:left w:val="nil"/>
              <w:bottom w:val="single" w:sz="4" w:space="0" w:color="auto"/>
              <w:right w:val="single" w:sz="4" w:space="0" w:color="auto"/>
            </w:tcBorders>
            <w:shd w:val="clear" w:color="auto" w:fill="auto"/>
            <w:vAlign w:val="center"/>
            <w:hideMark/>
          </w:tcPr>
          <w:p w14:paraId="0984CF8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9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9.7.6.1</w:t>
            </w:r>
            <w:r w:rsidRPr="00EF2F0E">
              <w:rPr>
                <w:rFonts w:ascii="Arial" w:hAnsi="Arial" w:cs="Arial"/>
                <w:sz w:val="18"/>
                <w:szCs w:val="18"/>
                <w:lang w:eastAsia="en-GB"/>
              </w:rPr>
              <w:br/>
              <w:t>9.7.6.4</w:t>
            </w:r>
          </w:p>
        </w:tc>
      </w:tr>
      <w:tr w:rsidR="00DE76A7" w:rsidRPr="00EF2F0E" w14:paraId="0984CF9D"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92"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Transmitter intermodulation</w:t>
            </w:r>
          </w:p>
        </w:tc>
        <w:tc>
          <w:tcPr>
            <w:tcW w:w="806" w:type="dxa"/>
            <w:tcBorders>
              <w:top w:val="nil"/>
              <w:left w:val="nil"/>
              <w:bottom w:val="single" w:sz="4" w:space="0" w:color="auto"/>
              <w:right w:val="single" w:sz="4" w:space="0" w:color="auto"/>
            </w:tcBorders>
            <w:shd w:val="clear" w:color="auto" w:fill="auto"/>
            <w:vAlign w:val="center"/>
            <w:hideMark/>
          </w:tcPr>
          <w:p w14:paraId="0984CF9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9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9.8.1</w:t>
            </w:r>
            <w:r w:rsidRPr="00EF2F0E">
              <w:rPr>
                <w:rFonts w:ascii="Arial" w:hAnsi="Arial" w:cs="Arial"/>
                <w:sz w:val="18"/>
                <w:szCs w:val="18"/>
                <w:lang w:eastAsia="en-GB"/>
              </w:rPr>
              <w:br/>
              <w:t>9.8.2</w:t>
            </w:r>
          </w:p>
        </w:tc>
        <w:tc>
          <w:tcPr>
            <w:tcW w:w="810" w:type="dxa"/>
            <w:tcBorders>
              <w:top w:val="nil"/>
              <w:left w:val="nil"/>
              <w:bottom w:val="single" w:sz="4" w:space="0" w:color="auto"/>
              <w:right w:val="single" w:sz="4" w:space="0" w:color="auto"/>
            </w:tcBorders>
            <w:shd w:val="clear" w:color="auto" w:fill="auto"/>
            <w:vAlign w:val="center"/>
            <w:hideMark/>
          </w:tcPr>
          <w:p w14:paraId="0984CF9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9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9.8.1</w:t>
            </w:r>
            <w:r w:rsidRPr="00EF2F0E">
              <w:rPr>
                <w:rFonts w:ascii="Arial" w:hAnsi="Arial" w:cs="Arial"/>
                <w:sz w:val="18"/>
                <w:szCs w:val="18"/>
                <w:lang w:eastAsia="en-GB"/>
              </w:rPr>
              <w:br/>
              <w:t>9.8.2</w:t>
            </w:r>
          </w:p>
        </w:tc>
        <w:tc>
          <w:tcPr>
            <w:tcW w:w="806" w:type="dxa"/>
            <w:tcBorders>
              <w:top w:val="nil"/>
              <w:left w:val="nil"/>
              <w:bottom w:val="single" w:sz="4" w:space="0" w:color="auto"/>
              <w:right w:val="single" w:sz="4" w:space="0" w:color="auto"/>
            </w:tcBorders>
            <w:shd w:val="clear" w:color="auto" w:fill="auto"/>
            <w:vAlign w:val="center"/>
            <w:hideMark/>
          </w:tcPr>
          <w:p w14:paraId="0984CF9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9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9.8.1</w:t>
            </w:r>
            <w:r w:rsidRPr="00EF2F0E">
              <w:rPr>
                <w:rFonts w:ascii="Arial" w:hAnsi="Arial" w:cs="Arial"/>
                <w:sz w:val="18"/>
                <w:szCs w:val="18"/>
                <w:lang w:eastAsia="en-GB"/>
              </w:rPr>
              <w:br/>
              <w:t>9.8.2</w:t>
            </w:r>
          </w:p>
        </w:tc>
        <w:tc>
          <w:tcPr>
            <w:tcW w:w="808" w:type="dxa"/>
            <w:tcBorders>
              <w:top w:val="nil"/>
              <w:left w:val="nil"/>
              <w:bottom w:val="single" w:sz="4" w:space="0" w:color="auto"/>
              <w:right w:val="single" w:sz="4" w:space="0" w:color="auto"/>
            </w:tcBorders>
            <w:shd w:val="clear" w:color="auto" w:fill="auto"/>
            <w:vAlign w:val="center"/>
            <w:hideMark/>
          </w:tcPr>
          <w:p w14:paraId="0984CF9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9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9.8.1</w:t>
            </w:r>
            <w:r w:rsidRPr="00EF2F0E">
              <w:rPr>
                <w:rFonts w:ascii="Arial" w:hAnsi="Arial" w:cs="Arial"/>
                <w:sz w:val="18"/>
                <w:szCs w:val="18"/>
                <w:lang w:eastAsia="en-GB"/>
              </w:rPr>
              <w:br/>
              <w:t>9.8.3</w:t>
            </w:r>
          </w:p>
        </w:tc>
        <w:tc>
          <w:tcPr>
            <w:tcW w:w="805" w:type="dxa"/>
            <w:tcBorders>
              <w:top w:val="nil"/>
              <w:left w:val="nil"/>
              <w:bottom w:val="single" w:sz="4" w:space="0" w:color="auto"/>
              <w:right w:val="single" w:sz="4" w:space="0" w:color="auto"/>
            </w:tcBorders>
            <w:shd w:val="clear" w:color="auto" w:fill="auto"/>
            <w:vAlign w:val="center"/>
            <w:hideMark/>
          </w:tcPr>
          <w:p w14:paraId="0984CF9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9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9.8.1</w:t>
            </w:r>
            <w:r w:rsidRPr="00EF2F0E">
              <w:rPr>
                <w:rFonts w:ascii="Arial" w:hAnsi="Arial" w:cs="Arial"/>
                <w:sz w:val="18"/>
                <w:szCs w:val="18"/>
                <w:lang w:eastAsia="en-GB"/>
              </w:rPr>
              <w:br/>
              <w:t>9.8.4</w:t>
            </w:r>
          </w:p>
        </w:tc>
      </w:tr>
      <w:tr w:rsidR="00DE76A7" w:rsidRPr="00EF2F0E" w14:paraId="0984CFA4" w14:textId="77777777" w:rsidTr="00DE76A7">
        <w:trPr>
          <w:trHeight w:val="300"/>
        </w:trPr>
        <w:tc>
          <w:tcPr>
            <w:tcW w:w="1771" w:type="dxa"/>
            <w:tcBorders>
              <w:top w:val="nil"/>
              <w:left w:val="single" w:sz="4" w:space="0" w:color="auto"/>
              <w:bottom w:val="single" w:sz="4" w:space="0" w:color="auto"/>
              <w:right w:val="single" w:sz="4" w:space="0" w:color="auto"/>
            </w:tcBorders>
            <w:shd w:val="clear" w:color="auto" w:fill="auto"/>
            <w:hideMark/>
          </w:tcPr>
          <w:p w14:paraId="0984CF9E"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sensitivity</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0984CF9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rPr>
              <w:t>10.2.1</w:t>
            </w:r>
            <w:r w:rsidRPr="00EF2F0E">
              <w:rPr>
                <w:rFonts w:ascii="Arial" w:hAnsi="Arial" w:cs="Arial"/>
                <w:sz w:val="18"/>
                <w:szCs w:val="18"/>
              </w:rPr>
              <w:br/>
              <w:t>10.2.2</w:t>
            </w:r>
          </w:p>
        </w:tc>
        <w:tc>
          <w:tcPr>
            <w:tcW w:w="1618" w:type="dxa"/>
            <w:gridSpan w:val="2"/>
            <w:tcBorders>
              <w:top w:val="single" w:sz="4" w:space="0" w:color="auto"/>
              <w:left w:val="nil"/>
              <w:bottom w:val="single" w:sz="4" w:space="0" w:color="auto"/>
              <w:right w:val="single" w:sz="4" w:space="0" w:color="auto"/>
            </w:tcBorders>
            <w:shd w:val="clear" w:color="auto" w:fill="auto"/>
            <w:hideMark/>
          </w:tcPr>
          <w:p w14:paraId="0984CFA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rPr>
              <w:t>10.2.1</w:t>
            </w:r>
            <w:r w:rsidRPr="00EF2F0E">
              <w:rPr>
                <w:rFonts w:ascii="Arial" w:hAnsi="Arial" w:cs="Arial"/>
                <w:sz w:val="18"/>
                <w:szCs w:val="18"/>
              </w:rPr>
              <w:br/>
              <w:t>10.2.2</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0984CFA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rPr>
              <w:t>10.2.1</w:t>
            </w:r>
            <w:r w:rsidRPr="00EF2F0E">
              <w:rPr>
                <w:rFonts w:ascii="Arial" w:hAnsi="Arial" w:cs="Arial"/>
                <w:sz w:val="18"/>
                <w:szCs w:val="18"/>
              </w:rPr>
              <w:br/>
              <w:t>10.2.2</w:t>
            </w:r>
          </w:p>
        </w:tc>
        <w:tc>
          <w:tcPr>
            <w:tcW w:w="1615" w:type="dxa"/>
            <w:gridSpan w:val="2"/>
            <w:tcBorders>
              <w:top w:val="single" w:sz="4" w:space="0" w:color="auto"/>
              <w:left w:val="nil"/>
              <w:bottom w:val="single" w:sz="4" w:space="0" w:color="auto"/>
              <w:right w:val="single" w:sz="4" w:space="0" w:color="auto"/>
            </w:tcBorders>
            <w:shd w:val="clear" w:color="auto" w:fill="auto"/>
            <w:hideMark/>
          </w:tcPr>
          <w:p w14:paraId="0984CFA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rPr>
              <w:t>10.2.1</w:t>
            </w:r>
            <w:r w:rsidRPr="00EF2F0E">
              <w:rPr>
                <w:rFonts w:ascii="Arial" w:hAnsi="Arial" w:cs="Arial"/>
                <w:sz w:val="18"/>
                <w:szCs w:val="18"/>
              </w:rPr>
              <w:br/>
              <w:t>10.2.3</w:t>
            </w:r>
          </w:p>
        </w:tc>
        <w:tc>
          <w:tcPr>
            <w:tcW w:w="1625" w:type="dxa"/>
            <w:gridSpan w:val="2"/>
            <w:tcBorders>
              <w:top w:val="single" w:sz="4" w:space="0" w:color="auto"/>
              <w:left w:val="nil"/>
              <w:bottom w:val="single" w:sz="4" w:space="0" w:color="auto"/>
              <w:right w:val="single" w:sz="4" w:space="0" w:color="auto"/>
            </w:tcBorders>
            <w:shd w:val="clear" w:color="auto" w:fill="auto"/>
            <w:hideMark/>
          </w:tcPr>
          <w:p w14:paraId="0984CFA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rPr>
              <w:t>10.2.1</w:t>
            </w:r>
            <w:r w:rsidRPr="00EF2F0E">
              <w:rPr>
                <w:rFonts w:ascii="Arial" w:hAnsi="Arial" w:cs="Arial"/>
                <w:sz w:val="18"/>
                <w:szCs w:val="18"/>
              </w:rPr>
              <w:br/>
              <w:t>10.2.4</w:t>
            </w:r>
          </w:p>
        </w:tc>
      </w:tr>
      <w:tr w:rsidR="00DE76A7" w:rsidRPr="00EF2F0E" w14:paraId="0984CFB0"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A5"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Reference sensitivity level</w:t>
            </w:r>
          </w:p>
        </w:tc>
        <w:tc>
          <w:tcPr>
            <w:tcW w:w="806" w:type="dxa"/>
            <w:tcBorders>
              <w:top w:val="nil"/>
              <w:left w:val="nil"/>
              <w:bottom w:val="single" w:sz="4" w:space="0" w:color="auto"/>
              <w:right w:val="single" w:sz="4" w:space="0" w:color="auto"/>
            </w:tcBorders>
            <w:shd w:val="clear" w:color="auto" w:fill="auto"/>
            <w:vAlign w:val="center"/>
            <w:hideMark/>
          </w:tcPr>
          <w:p w14:paraId="0984CFA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A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10.3.1</w:t>
            </w:r>
            <w:r w:rsidRPr="00EF2F0E">
              <w:rPr>
                <w:rFonts w:ascii="Arial" w:hAnsi="Arial" w:cs="Arial"/>
                <w:sz w:val="18"/>
                <w:szCs w:val="18"/>
                <w:lang w:eastAsia="en-GB"/>
              </w:rPr>
              <w:br/>
              <w:t>10.3.2</w:t>
            </w:r>
          </w:p>
        </w:tc>
        <w:tc>
          <w:tcPr>
            <w:tcW w:w="810" w:type="dxa"/>
            <w:tcBorders>
              <w:top w:val="nil"/>
              <w:left w:val="nil"/>
              <w:bottom w:val="single" w:sz="4" w:space="0" w:color="auto"/>
              <w:right w:val="single" w:sz="4" w:space="0" w:color="auto"/>
            </w:tcBorders>
            <w:shd w:val="clear" w:color="auto" w:fill="auto"/>
            <w:vAlign w:val="center"/>
            <w:hideMark/>
          </w:tcPr>
          <w:p w14:paraId="0984CFA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A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10.3.1</w:t>
            </w:r>
            <w:r w:rsidRPr="00EF2F0E">
              <w:rPr>
                <w:rFonts w:ascii="Arial" w:hAnsi="Arial" w:cs="Arial"/>
                <w:sz w:val="18"/>
                <w:szCs w:val="18"/>
                <w:lang w:eastAsia="en-GB"/>
              </w:rPr>
              <w:br/>
              <w:t>10.3.2</w:t>
            </w:r>
          </w:p>
        </w:tc>
        <w:tc>
          <w:tcPr>
            <w:tcW w:w="806" w:type="dxa"/>
            <w:tcBorders>
              <w:top w:val="nil"/>
              <w:left w:val="nil"/>
              <w:bottom w:val="single" w:sz="4" w:space="0" w:color="auto"/>
              <w:right w:val="single" w:sz="4" w:space="0" w:color="auto"/>
            </w:tcBorders>
            <w:shd w:val="clear" w:color="auto" w:fill="auto"/>
            <w:vAlign w:val="center"/>
            <w:hideMark/>
          </w:tcPr>
          <w:p w14:paraId="0984CFA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A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10.3.1</w:t>
            </w:r>
            <w:r w:rsidRPr="00EF2F0E">
              <w:rPr>
                <w:rFonts w:ascii="Arial" w:hAnsi="Arial" w:cs="Arial"/>
                <w:sz w:val="18"/>
                <w:szCs w:val="18"/>
                <w:lang w:eastAsia="en-GB"/>
              </w:rPr>
              <w:br/>
              <w:t>10.3.2</w:t>
            </w:r>
          </w:p>
        </w:tc>
        <w:tc>
          <w:tcPr>
            <w:tcW w:w="808" w:type="dxa"/>
            <w:tcBorders>
              <w:top w:val="nil"/>
              <w:left w:val="nil"/>
              <w:bottom w:val="single" w:sz="4" w:space="0" w:color="auto"/>
              <w:right w:val="single" w:sz="4" w:space="0" w:color="auto"/>
            </w:tcBorders>
            <w:shd w:val="clear" w:color="auto" w:fill="auto"/>
            <w:vAlign w:val="center"/>
            <w:hideMark/>
          </w:tcPr>
          <w:p w14:paraId="0984CFA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A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10.3.1</w:t>
            </w:r>
            <w:r w:rsidRPr="00EF2F0E">
              <w:rPr>
                <w:rFonts w:ascii="Arial" w:hAnsi="Arial" w:cs="Arial"/>
                <w:sz w:val="18"/>
                <w:szCs w:val="18"/>
                <w:lang w:eastAsia="en-GB"/>
              </w:rPr>
              <w:br/>
              <w:t>10.3.3</w:t>
            </w:r>
          </w:p>
        </w:tc>
        <w:tc>
          <w:tcPr>
            <w:tcW w:w="805" w:type="dxa"/>
            <w:tcBorders>
              <w:top w:val="nil"/>
              <w:left w:val="nil"/>
              <w:bottom w:val="single" w:sz="4" w:space="0" w:color="auto"/>
              <w:right w:val="single" w:sz="4" w:space="0" w:color="auto"/>
            </w:tcBorders>
            <w:shd w:val="clear" w:color="auto" w:fill="auto"/>
            <w:vAlign w:val="center"/>
            <w:hideMark/>
          </w:tcPr>
          <w:p w14:paraId="0984CFA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A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10.3.1</w:t>
            </w:r>
            <w:r w:rsidRPr="00EF2F0E">
              <w:rPr>
                <w:rFonts w:ascii="Arial" w:hAnsi="Arial" w:cs="Arial"/>
                <w:sz w:val="18"/>
                <w:szCs w:val="18"/>
                <w:lang w:eastAsia="en-GB"/>
              </w:rPr>
              <w:br/>
              <w:t>10.3.4</w:t>
            </w:r>
          </w:p>
        </w:tc>
      </w:tr>
      <w:tr w:rsidR="00DE76A7" w:rsidRPr="00EF2F0E" w14:paraId="0984CFBC"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B1"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Dynamic range</w:t>
            </w:r>
          </w:p>
        </w:tc>
        <w:tc>
          <w:tcPr>
            <w:tcW w:w="806" w:type="dxa"/>
            <w:tcBorders>
              <w:top w:val="nil"/>
              <w:left w:val="nil"/>
              <w:bottom w:val="single" w:sz="4" w:space="0" w:color="auto"/>
              <w:right w:val="single" w:sz="4" w:space="0" w:color="auto"/>
            </w:tcBorders>
            <w:shd w:val="clear" w:color="auto" w:fill="auto"/>
            <w:vAlign w:val="center"/>
            <w:hideMark/>
          </w:tcPr>
          <w:p w14:paraId="0984CFB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B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10.4.1</w:t>
            </w:r>
            <w:r w:rsidRPr="00EF2F0E">
              <w:rPr>
                <w:rFonts w:ascii="Arial" w:hAnsi="Arial" w:cs="Arial"/>
                <w:sz w:val="18"/>
                <w:szCs w:val="18"/>
                <w:lang w:eastAsia="en-GB"/>
              </w:rPr>
              <w:br/>
              <w:t>10.4.2</w:t>
            </w:r>
          </w:p>
        </w:tc>
        <w:tc>
          <w:tcPr>
            <w:tcW w:w="810" w:type="dxa"/>
            <w:tcBorders>
              <w:top w:val="nil"/>
              <w:left w:val="nil"/>
              <w:bottom w:val="single" w:sz="4" w:space="0" w:color="auto"/>
              <w:right w:val="single" w:sz="4" w:space="0" w:color="auto"/>
            </w:tcBorders>
            <w:shd w:val="clear" w:color="auto" w:fill="auto"/>
            <w:vAlign w:val="center"/>
            <w:hideMark/>
          </w:tcPr>
          <w:p w14:paraId="0984CFB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B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10.4.1</w:t>
            </w:r>
            <w:r w:rsidRPr="00EF2F0E">
              <w:rPr>
                <w:rFonts w:ascii="Arial" w:hAnsi="Arial" w:cs="Arial"/>
                <w:sz w:val="18"/>
                <w:szCs w:val="18"/>
                <w:lang w:eastAsia="en-GB"/>
              </w:rPr>
              <w:br/>
              <w:t>10.4.2</w:t>
            </w:r>
          </w:p>
        </w:tc>
        <w:tc>
          <w:tcPr>
            <w:tcW w:w="806" w:type="dxa"/>
            <w:tcBorders>
              <w:top w:val="nil"/>
              <w:left w:val="nil"/>
              <w:bottom w:val="single" w:sz="4" w:space="0" w:color="auto"/>
              <w:right w:val="single" w:sz="4" w:space="0" w:color="auto"/>
            </w:tcBorders>
            <w:shd w:val="clear" w:color="auto" w:fill="auto"/>
            <w:vAlign w:val="center"/>
            <w:hideMark/>
          </w:tcPr>
          <w:p w14:paraId="0984CFB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B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10.4.1</w:t>
            </w:r>
            <w:r w:rsidRPr="00EF2F0E">
              <w:rPr>
                <w:rFonts w:ascii="Arial" w:hAnsi="Arial" w:cs="Arial"/>
                <w:sz w:val="18"/>
                <w:szCs w:val="18"/>
                <w:lang w:eastAsia="en-GB"/>
              </w:rPr>
              <w:br/>
              <w:t>10.4.2</w:t>
            </w:r>
          </w:p>
        </w:tc>
        <w:tc>
          <w:tcPr>
            <w:tcW w:w="808" w:type="dxa"/>
            <w:tcBorders>
              <w:top w:val="nil"/>
              <w:left w:val="nil"/>
              <w:bottom w:val="single" w:sz="4" w:space="0" w:color="auto"/>
              <w:right w:val="single" w:sz="4" w:space="0" w:color="auto"/>
            </w:tcBorders>
            <w:shd w:val="clear" w:color="auto" w:fill="auto"/>
            <w:vAlign w:val="center"/>
            <w:hideMark/>
          </w:tcPr>
          <w:p w14:paraId="0984CFB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B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10.4.1</w:t>
            </w:r>
            <w:r w:rsidRPr="00EF2F0E">
              <w:rPr>
                <w:rFonts w:ascii="Arial" w:hAnsi="Arial" w:cs="Arial"/>
                <w:sz w:val="18"/>
                <w:szCs w:val="18"/>
                <w:lang w:eastAsia="en-GB"/>
              </w:rPr>
              <w:br/>
              <w:t>10.4.3</w:t>
            </w:r>
          </w:p>
        </w:tc>
        <w:tc>
          <w:tcPr>
            <w:tcW w:w="805" w:type="dxa"/>
            <w:tcBorders>
              <w:top w:val="nil"/>
              <w:left w:val="nil"/>
              <w:bottom w:val="single" w:sz="4" w:space="0" w:color="auto"/>
              <w:right w:val="single" w:sz="4" w:space="0" w:color="auto"/>
            </w:tcBorders>
            <w:shd w:val="clear" w:color="auto" w:fill="auto"/>
            <w:vAlign w:val="center"/>
            <w:hideMark/>
          </w:tcPr>
          <w:p w14:paraId="0984CFB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B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10.4.1</w:t>
            </w:r>
            <w:r w:rsidRPr="00EF2F0E">
              <w:rPr>
                <w:rFonts w:ascii="Arial" w:hAnsi="Arial" w:cs="Arial"/>
                <w:sz w:val="18"/>
                <w:szCs w:val="18"/>
                <w:lang w:eastAsia="en-GB"/>
              </w:rPr>
              <w:br/>
              <w:t>10.4.4</w:t>
            </w:r>
          </w:p>
        </w:tc>
      </w:tr>
      <w:tr w:rsidR="00DE76A7" w:rsidRPr="00EF2F0E" w14:paraId="0984CFC8" w14:textId="77777777" w:rsidTr="0044667C">
        <w:trPr>
          <w:trHeight w:val="960"/>
        </w:trPr>
        <w:tc>
          <w:tcPr>
            <w:tcW w:w="1771" w:type="dxa"/>
            <w:tcBorders>
              <w:top w:val="nil"/>
              <w:left w:val="single" w:sz="4" w:space="0" w:color="auto"/>
              <w:bottom w:val="single" w:sz="4" w:space="0" w:color="auto"/>
              <w:right w:val="single" w:sz="4" w:space="0" w:color="auto"/>
            </w:tcBorders>
            <w:shd w:val="clear" w:color="auto" w:fill="auto"/>
            <w:hideMark/>
          </w:tcPr>
          <w:p w14:paraId="0984CFBD"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Adjacent channel selectivity and narrowband blocking</w:t>
            </w:r>
          </w:p>
        </w:tc>
        <w:tc>
          <w:tcPr>
            <w:tcW w:w="806" w:type="dxa"/>
            <w:tcBorders>
              <w:top w:val="nil"/>
              <w:left w:val="nil"/>
              <w:bottom w:val="single" w:sz="4" w:space="0" w:color="auto"/>
              <w:right w:val="single" w:sz="4" w:space="0" w:color="auto"/>
            </w:tcBorders>
            <w:shd w:val="clear" w:color="auto" w:fill="auto"/>
            <w:vAlign w:val="center"/>
            <w:hideMark/>
          </w:tcPr>
          <w:p w14:paraId="0984CFB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B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10.5.1</w:t>
            </w:r>
            <w:r w:rsidRPr="00EF2F0E">
              <w:rPr>
                <w:rFonts w:ascii="Arial" w:hAnsi="Arial" w:cs="Arial"/>
                <w:sz w:val="18"/>
                <w:szCs w:val="18"/>
                <w:lang w:eastAsia="en-GB"/>
              </w:rPr>
              <w:br/>
              <w:t>10.5.2</w:t>
            </w:r>
          </w:p>
        </w:tc>
        <w:tc>
          <w:tcPr>
            <w:tcW w:w="810" w:type="dxa"/>
            <w:tcBorders>
              <w:top w:val="nil"/>
              <w:left w:val="nil"/>
              <w:bottom w:val="single" w:sz="4" w:space="0" w:color="auto"/>
              <w:right w:val="single" w:sz="4" w:space="0" w:color="auto"/>
            </w:tcBorders>
            <w:shd w:val="clear" w:color="auto" w:fill="auto"/>
            <w:vAlign w:val="center"/>
            <w:hideMark/>
          </w:tcPr>
          <w:p w14:paraId="0984CFC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C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10.5.1</w:t>
            </w:r>
            <w:r w:rsidRPr="00EF2F0E">
              <w:rPr>
                <w:rFonts w:ascii="Arial" w:hAnsi="Arial" w:cs="Arial"/>
                <w:sz w:val="18"/>
                <w:szCs w:val="18"/>
                <w:lang w:eastAsia="en-GB"/>
              </w:rPr>
              <w:br/>
              <w:t>10.5.2</w:t>
            </w:r>
          </w:p>
        </w:tc>
        <w:tc>
          <w:tcPr>
            <w:tcW w:w="806" w:type="dxa"/>
            <w:tcBorders>
              <w:top w:val="nil"/>
              <w:left w:val="nil"/>
              <w:bottom w:val="single" w:sz="4" w:space="0" w:color="auto"/>
              <w:right w:val="single" w:sz="4" w:space="0" w:color="auto"/>
            </w:tcBorders>
            <w:shd w:val="clear" w:color="auto" w:fill="auto"/>
            <w:vAlign w:val="center"/>
            <w:hideMark/>
          </w:tcPr>
          <w:p w14:paraId="0984CFC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C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10.5.1</w:t>
            </w:r>
            <w:r w:rsidRPr="00EF2F0E">
              <w:rPr>
                <w:rFonts w:ascii="Arial" w:hAnsi="Arial" w:cs="Arial"/>
                <w:sz w:val="18"/>
                <w:szCs w:val="18"/>
                <w:lang w:eastAsia="en-GB"/>
              </w:rPr>
              <w:br/>
              <w:t>10.5.2</w:t>
            </w:r>
          </w:p>
        </w:tc>
        <w:tc>
          <w:tcPr>
            <w:tcW w:w="808" w:type="dxa"/>
            <w:tcBorders>
              <w:top w:val="nil"/>
              <w:left w:val="nil"/>
              <w:bottom w:val="single" w:sz="4" w:space="0" w:color="auto"/>
              <w:right w:val="single" w:sz="4" w:space="0" w:color="auto"/>
            </w:tcBorders>
            <w:shd w:val="clear" w:color="auto" w:fill="auto"/>
            <w:vAlign w:val="center"/>
            <w:hideMark/>
          </w:tcPr>
          <w:p w14:paraId="0984CFC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C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10.5.1</w:t>
            </w:r>
            <w:r w:rsidRPr="00EF2F0E">
              <w:rPr>
                <w:rFonts w:ascii="Arial" w:hAnsi="Arial" w:cs="Arial"/>
                <w:sz w:val="18"/>
                <w:szCs w:val="18"/>
                <w:lang w:eastAsia="en-GB"/>
              </w:rPr>
              <w:br/>
              <w:t>10.5.3</w:t>
            </w:r>
          </w:p>
        </w:tc>
        <w:tc>
          <w:tcPr>
            <w:tcW w:w="805" w:type="dxa"/>
            <w:tcBorders>
              <w:top w:val="nil"/>
              <w:left w:val="nil"/>
              <w:bottom w:val="single" w:sz="4" w:space="0" w:color="auto"/>
              <w:right w:val="single" w:sz="4" w:space="0" w:color="auto"/>
            </w:tcBorders>
            <w:shd w:val="clear" w:color="auto" w:fill="auto"/>
            <w:vAlign w:val="center"/>
            <w:hideMark/>
          </w:tcPr>
          <w:p w14:paraId="0984CFC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C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10.5.1</w:t>
            </w:r>
            <w:r w:rsidRPr="00EF2F0E">
              <w:rPr>
                <w:rFonts w:ascii="Arial" w:hAnsi="Arial" w:cs="Arial"/>
                <w:sz w:val="18"/>
                <w:szCs w:val="18"/>
                <w:lang w:eastAsia="en-GB"/>
              </w:rPr>
              <w:br/>
              <w:t>10.5.4</w:t>
            </w:r>
          </w:p>
        </w:tc>
      </w:tr>
      <w:tr w:rsidR="00DE76A7" w:rsidRPr="00EF2F0E" w14:paraId="0984CFD4"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C9"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Blocking</w:t>
            </w:r>
          </w:p>
        </w:tc>
        <w:tc>
          <w:tcPr>
            <w:tcW w:w="806" w:type="dxa"/>
            <w:tcBorders>
              <w:top w:val="nil"/>
              <w:left w:val="nil"/>
              <w:bottom w:val="single" w:sz="4" w:space="0" w:color="auto"/>
              <w:right w:val="single" w:sz="4" w:space="0" w:color="auto"/>
            </w:tcBorders>
            <w:shd w:val="clear" w:color="auto" w:fill="auto"/>
            <w:vAlign w:val="center"/>
            <w:hideMark/>
          </w:tcPr>
          <w:p w14:paraId="0984CFC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C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10.6.1</w:t>
            </w:r>
            <w:r w:rsidRPr="00EF2F0E">
              <w:rPr>
                <w:rFonts w:ascii="Arial" w:hAnsi="Arial" w:cs="Arial"/>
                <w:sz w:val="18"/>
                <w:szCs w:val="18"/>
                <w:lang w:eastAsia="en-GB"/>
              </w:rPr>
              <w:br/>
              <w:t>10.6.2</w:t>
            </w:r>
          </w:p>
        </w:tc>
        <w:tc>
          <w:tcPr>
            <w:tcW w:w="810" w:type="dxa"/>
            <w:tcBorders>
              <w:top w:val="nil"/>
              <w:left w:val="nil"/>
              <w:bottom w:val="single" w:sz="4" w:space="0" w:color="auto"/>
              <w:right w:val="single" w:sz="4" w:space="0" w:color="auto"/>
            </w:tcBorders>
            <w:shd w:val="clear" w:color="auto" w:fill="auto"/>
            <w:vAlign w:val="center"/>
            <w:hideMark/>
          </w:tcPr>
          <w:p w14:paraId="0984CFC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C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10.6.1</w:t>
            </w:r>
            <w:r w:rsidRPr="00EF2F0E">
              <w:rPr>
                <w:rFonts w:ascii="Arial" w:hAnsi="Arial" w:cs="Arial"/>
                <w:sz w:val="18"/>
                <w:szCs w:val="18"/>
                <w:lang w:eastAsia="en-GB"/>
              </w:rPr>
              <w:br/>
              <w:t>10.6.2</w:t>
            </w:r>
          </w:p>
        </w:tc>
        <w:tc>
          <w:tcPr>
            <w:tcW w:w="806" w:type="dxa"/>
            <w:tcBorders>
              <w:top w:val="nil"/>
              <w:left w:val="nil"/>
              <w:bottom w:val="single" w:sz="4" w:space="0" w:color="auto"/>
              <w:right w:val="single" w:sz="4" w:space="0" w:color="auto"/>
            </w:tcBorders>
            <w:shd w:val="clear" w:color="auto" w:fill="auto"/>
            <w:vAlign w:val="center"/>
            <w:hideMark/>
          </w:tcPr>
          <w:p w14:paraId="0984CFC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C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10.6.1</w:t>
            </w:r>
            <w:r w:rsidRPr="00EF2F0E">
              <w:rPr>
                <w:rFonts w:ascii="Arial" w:hAnsi="Arial" w:cs="Arial"/>
                <w:sz w:val="18"/>
                <w:szCs w:val="18"/>
                <w:lang w:eastAsia="en-GB"/>
              </w:rPr>
              <w:br/>
              <w:t>10.6.2</w:t>
            </w:r>
          </w:p>
        </w:tc>
        <w:tc>
          <w:tcPr>
            <w:tcW w:w="808" w:type="dxa"/>
            <w:tcBorders>
              <w:top w:val="nil"/>
              <w:left w:val="nil"/>
              <w:bottom w:val="single" w:sz="4" w:space="0" w:color="auto"/>
              <w:right w:val="single" w:sz="4" w:space="0" w:color="auto"/>
            </w:tcBorders>
            <w:shd w:val="clear" w:color="auto" w:fill="auto"/>
            <w:vAlign w:val="center"/>
            <w:hideMark/>
          </w:tcPr>
          <w:p w14:paraId="0984CFD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D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10.6.1</w:t>
            </w:r>
            <w:r w:rsidRPr="00EF2F0E">
              <w:rPr>
                <w:rFonts w:ascii="Arial" w:hAnsi="Arial" w:cs="Arial"/>
                <w:sz w:val="18"/>
                <w:szCs w:val="18"/>
                <w:lang w:eastAsia="en-GB"/>
              </w:rPr>
              <w:br/>
              <w:t>10.6.3</w:t>
            </w:r>
          </w:p>
        </w:tc>
        <w:tc>
          <w:tcPr>
            <w:tcW w:w="805" w:type="dxa"/>
            <w:tcBorders>
              <w:top w:val="nil"/>
              <w:left w:val="nil"/>
              <w:bottom w:val="single" w:sz="4" w:space="0" w:color="auto"/>
              <w:right w:val="single" w:sz="4" w:space="0" w:color="auto"/>
            </w:tcBorders>
            <w:shd w:val="clear" w:color="auto" w:fill="auto"/>
            <w:vAlign w:val="center"/>
            <w:hideMark/>
          </w:tcPr>
          <w:p w14:paraId="0984CFD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D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10.6.1</w:t>
            </w:r>
            <w:r w:rsidRPr="00EF2F0E">
              <w:rPr>
                <w:rFonts w:ascii="Arial" w:hAnsi="Arial" w:cs="Arial"/>
                <w:sz w:val="18"/>
                <w:szCs w:val="18"/>
                <w:lang w:eastAsia="en-GB"/>
              </w:rPr>
              <w:br/>
              <w:t>10.6.4</w:t>
            </w:r>
          </w:p>
        </w:tc>
      </w:tr>
      <w:tr w:rsidR="00DE76A7" w:rsidRPr="00EF2F0E" w14:paraId="0984CFE0" w14:textId="77777777" w:rsidTr="0044667C">
        <w:trPr>
          <w:trHeight w:val="720"/>
        </w:trPr>
        <w:tc>
          <w:tcPr>
            <w:tcW w:w="1771" w:type="dxa"/>
            <w:tcBorders>
              <w:top w:val="nil"/>
              <w:left w:val="single" w:sz="4" w:space="0" w:color="auto"/>
              <w:bottom w:val="single" w:sz="4" w:space="0" w:color="auto"/>
              <w:right w:val="single" w:sz="4" w:space="0" w:color="auto"/>
            </w:tcBorders>
            <w:shd w:val="clear" w:color="auto" w:fill="auto"/>
            <w:hideMark/>
          </w:tcPr>
          <w:p w14:paraId="0984CFD5"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Receiver spurious emissions</w:t>
            </w:r>
          </w:p>
        </w:tc>
        <w:tc>
          <w:tcPr>
            <w:tcW w:w="806" w:type="dxa"/>
            <w:tcBorders>
              <w:top w:val="nil"/>
              <w:left w:val="nil"/>
              <w:bottom w:val="single" w:sz="4" w:space="0" w:color="auto"/>
              <w:right w:val="single" w:sz="4" w:space="0" w:color="auto"/>
            </w:tcBorders>
            <w:shd w:val="clear" w:color="auto" w:fill="auto"/>
            <w:vAlign w:val="center"/>
            <w:hideMark/>
          </w:tcPr>
          <w:p w14:paraId="0984CFD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D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10.7.1</w:t>
            </w:r>
            <w:r w:rsidRPr="00EF2F0E">
              <w:rPr>
                <w:rFonts w:ascii="Arial" w:hAnsi="Arial" w:cs="Arial"/>
                <w:sz w:val="18"/>
                <w:szCs w:val="18"/>
                <w:lang w:eastAsia="en-GB"/>
              </w:rPr>
              <w:br/>
              <w:t>10.7.2</w:t>
            </w:r>
          </w:p>
        </w:tc>
        <w:tc>
          <w:tcPr>
            <w:tcW w:w="810" w:type="dxa"/>
            <w:tcBorders>
              <w:top w:val="nil"/>
              <w:left w:val="nil"/>
              <w:bottom w:val="single" w:sz="4" w:space="0" w:color="auto"/>
              <w:right w:val="single" w:sz="4" w:space="0" w:color="auto"/>
            </w:tcBorders>
            <w:shd w:val="clear" w:color="auto" w:fill="auto"/>
            <w:vAlign w:val="center"/>
            <w:hideMark/>
          </w:tcPr>
          <w:p w14:paraId="0984CFD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D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10.7.1</w:t>
            </w:r>
            <w:r w:rsidRPr="00EF2F0E">
              <w:rPr>
                <w:rFonts w:ascii="Arial" w:hAnsi="Arial" w:cs="Arial"/>
                <w:sz w:val="18"/>
                <w:szCs w:val="18"/>
                <w:lang w:eastAsia="en-GB"/>
              </w:rPr>
              <w:br/>
              <w:t>10.7.2</w:t>
            </w:r>
          </w:p>
        </w:tc>
        <w:tc>
          <w:tcPr>
            <w:tcW w:w="806" w:type="dxa"/>
            <w:tcBorders>
              <w:top w:val="nil"/>
              <w:left w:val="nil"/>
              <w:bottom w:val="single" w:sz="4" w:space="0" w:color="auto"/>
              <w:right w:val="single" w:sz="4" w:space="0" w:color="auto"/>
            </w:tcBorders>
            <w:shd w:val="clear" w:color="auto" w:fill="auto"/>
            <w:vAlign w:val="center"/>
            <w:hideMark/>
          </w:tcPr>
          <w:p w14:paraId="0984CFD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D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10.7.1</w:t>
            </w:r>
            <w:r w:rsidRPr="00EF2F0E">
              <w:rPr>
                <w:rFonts w:ascii="Arial" w:hAnsi="Arial" w:cs="Arial"/>
                <w:sz w:val="18"/>
                <w:szCs w:val="18"/>
                <w:lang w:eastAsia="en-GB"/>
              </w:rPr>
              <w:br/>
              <w:t>10.7.2</w:t>
            </w:r>
          </w:p>
        </w:tc>
        <w:tc>
          <w:tcPr>
            <w:tcW w:w="808" w:type="dxa"/>
            <w:tcBorders>
              <w:top w:val="nil"/>
              <w:left w:val="nil"/>
              <w:bottom w:val="single" w:sz="4" w:space="0" w:color="auto"/>
              <w:right w:val="single" w:sz="4" w:space="0" w:color="auto"/>
            </w:tcBorders>
            <w:shd w:val="clear" w:color="auto" w:fill="auto"/>
            <w:vAlign w:val="center"/>
            <w:hideMark/>
          </w:tcPr>
          <w:p w14:paraId="0984CFD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D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10.7.1</w:t>
            </w:r>
            <w:r w:rsidRPr="00EF2F0E">
              <w:rPr>
                <w:rFonts w:ascii="Arial" w:hAnsi="Arial" w:cs="Arial"/>
                <w:sz w:val="18"/>
                <w:szCs w:val="18"/>
                <w:lang w:eastAsia="en-GB"/>
              </w:rPr>
              <w:br/>
              <w:t>10.7.3</w:t>
            </w:r>
          </w:p>
        </w:tc>
        <w:tc>
          <w:tcPr>
            <w:tcW w:w="805" w:type="dxa"/>
            <w:tcBorders>
              <w:top w:val="nil"/>
              <w:left w:val="nil"/>
              <w:bottom w:val="single" w:sz="4" w:space="0" w:color="auto"/>
              <w:right w:val="single" w:sz="4" w:space="0" w:color="auto"/>
            </w:tcBorders>
            <w:shd w:val="clear" w:color="auto" w:fill="auto"/>
            <w:vAlign w:val="center"/>
            <w:hideMark/>
          </w:tcPr>
          <w:p w14:paraId="0984CFD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D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10.7.1</w:t>
            </w:r>
            <w:r w:rsidRPr="00EF2F0E">
              <w:rPr>
                <w:rFonts w:ascii="Arial" w:hAnsi="Arial" w:cs="Arial"/>
                <w:sz w:val="18"/>
                <w:szCs w:val="18"/>
                <w:lang w:eastAsia="en-GB"/>
              </w:rPr>
              <w:br/>
              <w:t>10.7.4</w:t>
            </w:r>
          </w:p>
        </w:tc>
      </w:tr>
      <w:tr w:rsidR="00DE76A7" w:rsidRPr="00EF2F0E" w14:paraId="0984CFEC"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E1"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Receiver intermodulation</w:t>
            </w:r>
          </w:p>
        </w:tc>
        <w:tc>
          <w:tcPr>
            <w:tcW w:w="806" w:type="dxa"/>
            <w:tcBorders>
              <w:top w:val="nil"/>
              <w:left w:val="nil"/>
              <w:bottom w:val="single" w:sz="4" w:space="0" w:color="auto"/>
              <w:right w:val="single" w:sz="4" w:space="0" w:color="auto"/>
            </w:tcBorders>
            <w:shd w:val="clear" w:color="auto" w:fill="auto"/>
            <w:vAlign w:val="center"/>
            <w:hideMark/>
          </w:tcPr>
          <w:p w14:paraId="0984CFE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E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10.8.1</w:t>
            </w:r>
            <w:r w:rsidRPr="00EF2F0E">
              <w:rPr>
                <w:rFonts w:ascii="Arial" w:hAnsi="Arial" w:cs="Arial"/>
                <w:sz w:val="18"/>
                <w:szCs w:val="18"/>
                <w:lang w:eastAsia="en-GB"/>
              </w:rPr>
              <w:br/>
              <w:t>10.8.2</w:t>
            </w:r>
          </w:p>
        </w:tc>
        <w:tc>
          <w:tcPr>
            <w:tcW w:w="810" w:type="dxa"/>
            <w:tcBorders>
              <w:top w:val="nil"/>
              <w:left w:val="nil"/>
              <w:bottom w:val="single" w:sz="4" w:space="0" w:color="auto"/>
              <w:right w:val="single" w:sz="4" w:space="0" w:color="auto"/>
            </w:tcBorders>
            <w:shd w:val="clear" w:color="auto" w:fill="auto"/>
            <w:vAlign w:val="center"/>
            <w:hideMark/>
          </w:tcPr>
          <w:p w14:paraId="0984CFE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E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10.8.1</w:t>
            </w:r>
            <w:r w:rsidRPr="00EF2F0E">
              <w:rPr>
                <w:rFonts w:ascii="Arial" w:hAnsi="Arial" w:cs="Arial"/>
                <w:sz w:val="18"/>
                <w:szCs w:val="18"/>
                <w:lang w:eastAsia="en-GB"/>
              </w:rPr>
              <w:br/>
              <w:t>10.8.2</w:t>
            </w:r>
          </w:p>
        </w:tc>
        <w:tc>
          <w:tcPr>
            <w:tcW w:w="806" w:type="dxa"/>
            <w:tcBorders>
              <w:top w:val="nil"/>
              <w:left w:val="nil"/>
              <w:bottom w:val="single" w:sz="4" w:space="0" w:color="auto"/>
              <w:right w:val="single" w:sz="4" w:space="0" w:color="auto"/>
            </w:tcBorders>
            <w:shd w:val="clear" w:color="auto" w:fill="auto"/>
            <w:vAlign w:val="center"/>
            <w:hideMark/>
          </w:tcPr>
          <w:p w14:paraId="0984CFE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E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10.8.1</w:t>
            </w:r>
            <w:r w:rsidRPr="00EF2F0E">
              <w:rPr>
                <w:rFonts w:ascii="Arial" w:hAnsi="Arial" w:cs="Arial"/>
                <w:sz w:val="18"/>
                <w:szCs w:val="18"/>
                <w:lang w:eastAsia="en-GB"/>
              </w:rPr>
              <w:br/>
              <w:t>10.8.2</w:t>
            </w:r>
          </w:p>
        </w:tc>
        <w:tc>
          <w:tcPr>
            <w:tcW w:w="808" w:type="dxa"/>
            <w:tcBorders>
              <w:top w:val="nil"/>
              <w:left w:val="nil"/>
              <w:bottom w:val="single" w:sz="4" w:space="0" w:color="auto"/>
              <w:right w:val="single" w:sz="4" w:space="0" w:color="auto"/>
            </w:tcBorders>
            <w:shd w:val="clear" w:color="auto" w:fill="auto"/>
            <w:vAlign w:val="center"/>
            <w:hideMark/>
          </w:tcPr>
          <w:p w14:paraId="0984CFE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E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10.8.1</w:t>
            </w:r>
            <w:r w:rsidRPr="00EF2F0E">
              <w:rPr>
                <w:rFonts w:ascii="Arial" w:hAnsi="Arial" w:cs="Arial"/>
                <w:sz w:val="18"/>
                <w:szCs w:val="18"/>
                <w:lang w:eastAsia="en-GB"/>
              </w:rPr>
              <w:br/>
              <w:t>10.8.3</w:t>
            </w:r>
          </w:p>
        </w:tc>
        <w:tc>
          <w:tcPr>
            <w:tcW w:w="805" w:type="dxa"/>
            <w:tcBorders>
              <w:top w:val="nil"/>
              <w:left w:val="nil"/>
              <w:bottom w:val="single" w:sz="4" w:space="0" w:color="auto"/>
              <w:right w:val="single" w:sz="4" w:space="0" w:color="auto"/>
            </w:tcBorders>
            <w:shd w:val="clear" w:color="auto" w:fill="auto"/>
            <w:vAlign w:val="center"/>
            <w:hideMark/>
          </w:tcPr>
          <w:p w14:paraId="0984CFE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E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10.8.1</w:t>
            </w:r>
            <w:r w:rsidRPr="00EF2F0E">
              <w:rPr>
                <w:rFonts w:ascii="Arial" w:hAnsi="Arial" w:cs="Arial"/>
                <w:sz w:val="18"/>
                <w:szCs w:val="18"/>
                <w:lang w:eastAsia="en-GB"/>
              </w:rPr>
              <w:br/>
              <w:t>10.8.4</w:t>
            </w:r>
          </w:p>
        </w:tc>
      </w:tr>
      <w:tr w:rsidR="00DE76A7" w:rsidRPr="00EF2F0E" w14:paraId="0984CFF8" w14:textId="77777777" w:rsidTr="0044667C">
        <w:trPr>
          <w:trHeight w:val="480"/>
        </w:trPr>
        <w:tc>
          <w:tcPr>
            <w:tcW w:w="1771" w:type="dxa"/>
            <w:tcBorders>
              <w:top w:val="nil"/>
              <w:left w:val="single" w:sz="4" w:space="0" w:color="auto"/>
              <w:bottom w:val="single" w:sz="4" w:space="0" w:color="auto"/>
              <w:right w:val="single" w:sz="4" w:space="0" w:color="auto"/>
            </w:tcBorders>
            <w:shd w:val="clear" w:color="auto" w:fill="auto"/>
            <w:hideMark/>
          </w:tcPr>
          <w:p w14:paraId="0984CFED"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In-channel selectivity</w:t>
            </w:r>
          </w:p>
        </w:tc>
        <w:tc>
          <w:tcPr>
            <w:tcW w:w="806" w:type="dxa"/>
            <w:tcBorders>
              <w:top w:val="nil"/>
              <w:left w:val="nil"/>
              <w:bottom w:val="single" w:sz="4" w:space="0" w:color="auto"/>
              <w:right w:val="single" w:sz="4" w:space="0" w:color="auto"/>
            </w:tcBorders>
            <w:shd w:val="clear" w:color="auto" w:fill="auto"/>
            <w:vAlign w:val="center"/>
            <w:hideMark/>
          </w:tcPr>
          <w:p w14:paraId="0984CFE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E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10.9.1</w:t>
            </w:r>
            <w:r w:rsidRPr="00EF2F0E">
              <w:rPr>
                <w:rFonts w:ascii="Arial" w:hAnsi="Arial" w:cs="Arial"/>
                <w:sz w:val="18"/>
                <w:szCs w:val="18"/>
                <w:lang w:eastAsia="en-GB"/>
              </w:rPr>
              <w:br/>
              <w:t>10.9.2</w:t>
            </w:r>
          </w:p>
        </w:tc>
        <w:tc>
          <w:tcPr>
            <w:tcW w:w="810" w:type="dxa"/>
            <w:tcBorders>
              <w:top w:val="nil"/>
              <w:left w:val="nil"/>
              <w:bottom w:val="single" w:sz="4" w:space="0" w:color="auto"/>
              <w:right w:val="single" w:sz="4" w:space="0" w:color="auto"/>
            </w:tcBorders>
            <w:shd w:val="clear" w:color="auto" w:fill="auto"/>
            <w:vAlign w:val="center"/>
            <w:hideMark/>
          </w:tcPr>
          <w:p w14:paraId="0984CFF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F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0984CFF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84CFF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10.9.1</w:t>
            </w:r>
            <w:r w:rsidRPr="00EF2F0E">
              <w:rPr>
                <w:rFonts w:ascii="Arial" w:hAnsi="Arial" w:cs="Arial"/>
                <w:sz w:val="18"/>
                <w:szCs w:val="18"/>
                <w:lang w:eastAsia="en-GB"/>
              </w:rPr>
              <w:br/>
              <w:t>10.9.2</w:t>
            </w:r>
          </w:p>
        </w:tc>
        <w:tc>
          <w:tcPr>
            <w:tcW w:w="808" w:type="dxa"/>
            <w:tcBorders>
              <w:top w:val="nil"/>
              <w:left w:val="nil"/>
              <w:bottom w:val="single" w:sz="4" w:space="0" w:color="auto"/>
              <w:right w:val="single" w:sz="4" w:space="0" w:color="auto"/>
            </w:tcBorders>
            <w:shd w:val="clear" w:color="auto" w:fill="auto"/>
            <w:vAlign w:val="center"/>
            <w:hideMark/>
          </w:tcPr>
          <w:p w14:paraId="0984CFF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84CFF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vAlign w:val="center"/>
            <w:hideMark/>
          </w:tcPr>
          <w:p w14:paraId="0984CFF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CFF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10.9.1</w:t>
            </w:r>
            <w:r w:rsidRPr="00EF2F0E">
              <w:rPr>
                <w:rFonts w:ascii="Arial" w:hAnsi="Arial" w:cs="Arial"/>
                <w:sz w:val="18"/>
                <w:szCs w:val="18"/>
                <w:lang w:eastAsia="en-GB"/>
              </w:rPr>
              <w:br/>
              <w:t>10.9.4</w:t>
            </w:r>
          </w:p>
        </w:tc>
      </w:tr>
      <w:tr w:rsidR="00DE76A7" w:rsidRPr="00EF2F0E" w14:paraId="0984CFFA" w14:textId="77777777" w:rsidTr="00DE76A7">
        <w:trPr>
          <w:trHeight w:val="300"/>
        </w:trPr>
        <w:tc>
          <w:tcPr>
            <w:tcW w:w="9857" w:type="dxa"/>
            <w:gridSpan w:val="11"/>
            <w:tcBorders>
              <w:top w:val="single" w:sz="4" w:space="0" w:color="auto"/>
              <w:left w:val="single" w:sz="4" w:space="0" w:color="auto"/>
              <w:bottom w:val="single" w:sz="4" w:space="0" w:color="auto"/>
              <w:right w:val="single" w:sz="4" w:space="0" w:color="000000"/>
            </w:tcBorders>
            <w:shd w:val="clear" w:color="auto" w:fill="auto"/>
            <w:hideMark/>
          </w:tcPr>
          <w:p w14:paraId="0984CFF9" w14:textId="77777777" w:rsidR="00DE76A7" w:rsidRPr="00EF2F0E" w:rsidRDefault="00DE76A7" w:rsidP="00DE76A7">
            <w:pPr>
              <w:pStyle w:val="TAN"/>
              <w:rPr>
                <w:lang w:eastAsia="en-GB"/>
              </w:rPr>
            </w:pPr>
            <w:r w:rsidRPr="00EF2F0E">
              <w:t>NOTE:</w:t>
            </w:r>
            <w:r w:rsidRPr="00EF2F0E">
              <w:tab/>
              <w:t xml:space="preserve">For some requirements, the requirement is defined by reference to the respective </w:t>
            </w:r>
            <w:r w:rsidRPr="00EF2F0E">
              <w:rPr>
                <w:i/>
                <w:iCs/>
              </w:rPr>
              <w:t>non-AAS BS</w:t>
            </w:r>
            <w:r w:rsidRPr="00EF2F0E">
              <w:t>. These requirements cannot be identified from this table.</w:t>
            </w:r>
          </w:p>
        </w:tc>
      </w:tr>
    </w:tbl>
    <w:p w14:paraId="0984CFFB" w14:textId="77777777" w:rsidR="005C1B04" w:rsidRPr="00EF2F0E" w:rsidRDefault="005C1B04" w:rsidP="00A40339">
      <w:pPr>
        <w:rPr>
          <w:vanish/>
        </w:rPr>
      </w:pPr>
    </w:p>
    <w:p w14:paraId="0984CFFC" w14:textId="77777777" w:rsidR="005C1B04" w:rsidRPr="00EF2F0E" w:rsidRDefault="005C1B04" w:rsidP="00A40339">
      <w:pPr>
        <w:pStyle w:val="Heading2"/>
      </w:pPr>
      <w:bookmarkStart w:id="265" w:name="_Toc21095760"/>
      <w:bookmarkStart w:id="266" w:name="_Toc29762959"/>
      <w:bookmarkStart w:id="267" w:name="_Toc45869244"/>
      <w:bookmarkStart w:id="268" w:name="_Toc52554492"/>
      <w:bookmarkStart w:id="269" w:name="_Toc52554962"/>
      <w:bookmarkStart w:id="270" w:name="_Toc61112187"/>
      <w:bookmarkStart w:id="271" w:name="_Toc67911339"/>
      <w:bookmarkStart w:id="272" w:name="_Toc74842814"/>
      <w:bookmarkStart w:id="273" w:name="_Toc76503197"/>
      <w:bookmarkStart w:id="274" w:name="_Toc83040640"/>
      <w:bookmarkStart w:id="275" w:name="_Toc89851683"/>
      <w:bookmarkStart w:id="276" w:name="_Toc98676037"/>
      <w:r w:rsidRPr="00EF2F0E">
        <w:t>5.3</w:t>
      </w:r>
      <w:r w:rsidRPr="00EF2F0E">
        <w:tab/>
        <w:t>Band category 3 (BC3)</w:t>
      </w:r>
      <w:bookmarkEnd w:id="265"/>
      <w:bookmarkEnd w:id="266"/>
      <w:bookmarkEnd w:id="267"/>
      <w:bookmarkEnd w:id="268"/>
      <w:bookmarkEnd w:id="269"/>
      <w:bookmarkEnd w:id="270"/>
      <w:bookmarkEnd w:id="271"/>
      <w:bookmarkEnd w:id="272"/>
      <w:bookmarkEnd w:id="273"/>
      <w:bookmarkEnd w:id="274"/>
      <w:bookmarkEnd w:id="275"/>
      <w:bookmarkEnd w:id="276"/>
    </w:p>
    <w:p w14:paraId="0984CFFD" w14:textId="77777777" w:rsidR="005C1B04" w:rsidRPr="00EF2F0E" w:rsidRDefault="005C1B04" w:rsidP="00A40339">
      <w:r w:rsidRPr="00EF2F0E">
        <w:t>The RF requirements listed in table 5.3-1 apply to AAS BS for each supported operating band belonging to BC3. Requirements apply according to the RAT/MSR capability of the AAS BS in the operating band, as listed in the heading of the table and the declared requirement set (hybrid or OTA). Some requirements listed in the table may not be mandatory or they may apply only regionally. This is further specified in the clause of each requirement and in table 4.5-1.</w:t>
      </w:r>
    </w:p>
    <w:p w14:paraId="0984CFFE" w14:textId="77777777" w:rsidR="005C1B04" w:rsidRPr="00EF2F0E" w:rsidRDefault="005C1B04" w:rsidP="00A40339">
      <w:r w:rsidRPr="00EF2F0E">
        <w:t xml:space="preserve">For operation in multiple operating bands, the applicability of the requirements in table 5.3-1 is determined based on the manufacturer declared AAS BS RAT and single RAT/MSR conformance for each operating band. The applicability of </w:t>
      </w:r>
      <w:r w:rsidRPr="00EF2F0E">
        <w:rPr>
          <w:i/>
        </w:rPr>
        <w:t>multi-band requirements</w:t>
      </w:r>
      <w:r w:rsidRPr="00EF2F0E">
        <w:t xml:space="preserve"> respective </w:t>
      </w:r>
      <w:r w:rsidRPr="00EF2F0E">
        <w:rPr>
          <w:i/>
        </w:rPr>
        <w:t>single band requirements</w:t>
      </w:r>
      <w:r w:rsidRPr="00EF2F0E">
        <w:t xml:space="preserve"> is defined in clause 4.9 and in each referred clause in the table but it cannot be determined by the table itself.</w:t>
      </w:r>
    </w:p>
    <w:p w14:paraId="0984CFFF" w14:textId="77777777" w:rsidR="005C1B04" w:rsidRPr="00EF2F0E" w:rsidRDefault="005C1B04" w:rsidP="00A40339">
      <w:pPr>
        <w:pStyle w:val="TH"/>
        <w:keepNext w:val="0"/>
        <w:keepLines w:val="0"/>
      </w:pPr>
      <w:r w:rsidRPr="00EF2F0E">
        <w:t xml:space="preserve">Table 5.3-1: Applicability of </w:t>
      </w:r>
      <w:r w:rsidRPr="00EF2F0E">
        <w:rPr>
          <w:lang w:val="en-US"/>
        </w:rPr>
        <w:t xml:space="preserve">RF </w:t>
      </w:r>
      <w:r w:rsidRPr="00EF2F0E">
        <w:t>requirements for AAS BS operation in BC3</w:t>
      </w:r>
    </w:p>
    <w:tbl>
      <w:tblPr>
        <w:tblW w:w="9800" w:type="dxa"/>
        <w:tblInd w:w="95" w:type="dxa"/>
        <w:tblLook w:val="04A0" w:firstRow="1" w:lastRow="0" w:firstColumn="1" w:lastColumn="0" w:noHBand="0" w:noVBand="1"/>
      </w:tblPr>
      <w:tblGrid>
        <w:gridCol w:w="1600"/>
        <w:gridCol w:w="820"/>
        <w:gridCol w:w="820"/>
        <w:gridCol w:w="820"/>
        <w:gridCol w:w="820"/>
        <w:gridCol w:w="820"/>
        <w:gridCol w:w="820"/>
        <w:gridCol w:w="820"/>
        <w:gridCol w:w="820"/>
        <w:gridCol w:w="820"/>
        <w:gridCol w:w="820"/>
      </w:tblGrid>
      <w:tr w:rsidR="003401A4" w:rsidRPr="00EF2F0E" w14:paraId="0984D006" w14:textId="77777777" w:rsidTr="00A40339">
        <w:trPr>
          <w:trHeight w:val="780"/>
        </w:trPr>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0984D000" w14:textId="77777777" w:rsidR="005C1B04" w:rsidRPr="00EF2F0E" w:rsidRDefault="005C1B04" w:rsidP="00A40339">
            <w:pPr>
              <w:spacing w:after="0"/>
              <w:jc w:val="center"/>
              <w:rPr>
                <w:rFonts w:ascii="Arial" w:hAnsi="Arial" w:cs="Arial"/>
                <w:b/>
                <w:bCs/>
                <w:sz w:val="18"/>
                <w:szCs w:val="18"/>
                <w:lang w:eastAsia="en-GB"/>
              </w:rPr>
            </w:pPr>
            <w:r w:rsidRPr="00EF2F0E">
              <w:rPr>
                <w:rFonts w:ascii="Arial" w:hAnsi="Arial" w:cs="Arial"/>
                <w:b/>
                <w:bCs/>
                <w:sz w:val="18"/>
                <w:szCs w:val="18"/>
              </w:rPr>
              <w:t>RF requirement</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001" w14:textId="77777777" w:rsidR="005C1B04" w:rsidRPr="00EF2F0E" w:rsidRDefault="005C1B04" w:rsidP="00A40339">
            <w:pPr>
              <w:spacing w:after="0"/>
              <w:jc w:val="center"/>
              <w:rPr>
                <w:rFonts w:ascii="Arial" w:hAnsi="Arial" w:cs="Arial"/>
                <w:b/>
                <w:bCs/>
                <w:sz w:val="18"/>
                <w:szCs w:val="18"/>
                <w:lang w:eastAsia="en-GB"/>
              </w:rPr>
            </w:pPr>
            <w:r w:rsidRPr="00EF2F0E">
              <w:rPr>
                <w:rFonts w:ascii="Arial" w:hAnsi="Arial" w:cs="Arial"/>
                <w:b/>
                <w:bCs/>
                <w:sz w:val="18"/>
                <w:szCs w:val="18"/>
              </w:rPr>
              <w:t>AAS BS is MSR capable in the band</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002" w14:textId="77777777" w:rsidR="005C1B04" w:rsidRPr="00EF2F0E" w:rsidRDefault="005C1B04" w:rsidP="00A40339">
            <w:pPr>
              <w:spacing w:after="0"/>
              <w:jc w:val="center"/>
              <w:rPr>
                <w:rFonts w:ascii="Arial" w:hAnsi="Arial" w:cs="Arial"/>
                <w:b/>
                <w:bCs/>
                <w:sz w:val="18"/>
                <w:szCs w:val="18"/>
                <w:lang w:eastAsia="en-GB"/>
              </w:rPr>
            </w:pPr>
            <w:r w:rsidRPr="00EF2F0E">
              <w:rPr>
                <w:rFonts w:ascii="Arial" w:hAnsi="Arial" w:cs="Arial"/>
                <w:b/>
                <w:bCs/>
                <w:sz w:val="18"/>
                <w:szCs w:val="18"/>
              </w:rPr>
              <w:t>AAS BS is MSR capable and operating UTRA only in the band</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003" w14:textId="77777777" w:rsidR="005C1B04" w:rsidRPr="00EF2F0E" w:rsidRDefault="005C1B04" w:rsidP="00A40339">
            <w:pPr>
              <w:spacing w:after="0"/>
              <w:jc w:val="center"/>
              <w:rPr>
                <w:rFonts w:ascii="Arial" w:hAnsi="Arial" w:cs="Arial"/>
                <w:b/>
                <w:bCs/>
                <w:sz w:val="18"/>
                <w:szCs w:val="18"/>
                <w:lang w:eastAsia="en-GB"/>
              </w:rPr>
            </w:pPr>
            <w:r w:rsidRPr="00EF2F0E">
              <w:rPr>
                <w:rFonts w:ascii="Arial" w:hAnsi="Arial" w:cs="Arial"/>
                <w:b/>
                <w:bCs/>
                <w:sz w:val="18"/>
                <w:szCs w:val="18"/>
              </w:rPr>
              <w:t>AAS BS is MSR capable and operating E-UTRA only in the band</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004" w14:textId="77777777" w:rsidR="005C1B04" w:rsidRPr="00EF2F0E" w:rsidRDefault="005C1B04" w:rsidP="00A40339">
            <w:pPr>
              <w:spacing w:after="0"/>
              <w:jc w:val="center"/>
              <w:rPr>
                <w:rFonts w:ascii="Arial" w:hAnsi="Arial" w:cs="Arial"/>
                <w:b/>
                <w:bCs/>
                <w:sz w:val="18"/>
                <w:szCs w:val="18"/>
                <w:lang w:eastAsia="en-GB"/>
              </w:rPr>
            </w:pPr>
            <w:r w:rsidRPr="00EF2F0E">
              <w:rPr>
                <w:rFonts w:ascii="Arial" w:hAnsi="Arial" w:cs="Arial"/>
                <w:b/>
                <w:bCs/>
                <w:sz w:val="18"/>
                <w:szCs w:val="18"/>
              </w:rPr>
              <w:t>AAS BS is single-RAT UTRA TDD in the band</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005" w14:textId="77777777" w:rsidR="005C1B04" w:rsidRPr="00EF2F0E" w:rsidRDefault="005C1B04" w:rsidP="00A40339">
            <w:pPr>
              <w:spacing w:after="0"/>
              <w:jc w:val="center"/>
              <w:rPr>
                <w:rFonts w:ascii="Arial" w:hAnsi="Arial" w:cs="Arial"/>
                <w:b/>
                <w:bCs/>
                <w:sz w:val="18"/>
                <w:szCs w:val="18"/>
                <w:lang w:eastAsia="en-GB"/>
              </w:rPr>
            </w:pPr>
            <w:r w:rsidRPr="00EF2F0E">
              <w:rPr>
                <w:rFonts w:ascii="Arial" w:hAnsi="Arial" w:cs="Arial"/>
                <w:b/>
                <w:bCs/>
                <w:sz w:val="18"/>
                <w:szCs w:val="18"/>
              </w:rPr>
              <w:t>AAS BS is single-RAT E</w:t>
            </w:r>
            <w:r w:rsidRPr="00EF2F0E">
              <w:rPr>
                <w:rFonts w:ascii="Arial" w:hAnsi="Arial" w:cs="Arial"/>
                <w:b/>
                <w:bCs/>
                <w:sz w:val="18"/>
                <w:szCs w:val="18"/>
              </w:rPr>
              <w:noBreakHyphen/>
              <w:t>UTRA TDD in the band</w:t>
            </w:r>
          </w:p>
        </w:tc>
      </w:tr>
      <w:tr w:rsidR="003401A4" w:rsidRPr="00EF2F0E" w14:paraId="0984D012"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007" w14:textId="77777777" w:rsidR="005C1B04" w:rsidRPr="00EF2F0E" w:rsidRDefault="005C1B04" w:rsidP="00A40339">
            <w:pPr>
              <w:spacing w:after="0"/>
              <w:jc w:val="center"/>
              <w:rPr>
                <w:rFonts w:ascii="Arial" w:hAnsi="Arial" w:cs="Arial"/>
                <w:b/>
                <w:bCs/>
                <w:sz w:val="18"/>
                <w:szCs w:val="18"/>
                <w:lang w:eastAsia="en-GB"/>
              </w:rPr>
            </w:pPr>
            <w:r w:rsidRPr="00EF2F0E">
              <w:rPr>
                <w:rFonts w:ascii="Arial" w:hAnsi="Arial" w:cs="Arial"/>
                <w:b/>
                <w:bCs/>
                <w:sz w:val="18"/>
                <w:szCs w:val="18"/>
                <w:lang w:eastAsia="en-GB"/>
              </w:rPr>
              <w:t>Requirement set</w:t>
            </w:r>
          </w:p>
        </w:tc>
        <w:tc>
          <w:tcPr>
            <w:tcW w:w="820" w:type="dxa"/>
            <w:tcBorders>
              <w:top w:val="nil"/>
              <w:left w:val="nil"/>
              <w:bottom w:val="single" w:sz="4" w:space="0" w:color="auto"/>
              <w:right w:val="single" w:sz="4" w:space="0" w:color="auto"/>
            </w:tcBorders>
            <w:shd w:val="clear" w:color="auto" w:fill="auto"/>
            <w:hideMark/>
          </w:tcPr>
          <w:p w14:paraId="0984D008"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0984D009"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OTA AAS BS</w:t>
            </w:r>
          </w:p>
        </w:tc>
        <w:tc>
          <w:tcPr>
            <w:tcW w:w="820" w:type="dxa"/>
            <w:tcBorders>
              <w:top w:val="nil"/>
              <w:left w:val="nil"/>
              <w:bottom w:val="single" w:sz="4" w:space="0" w:color="auto"/>
              <w:right w:val="single" w:sz="4" w:space="0" w:color="auto"/>
            </w:tcBorders>
            <w:shd w:val="clear" w:color="auto" w:fill="auto"/>
            <w:hideMark/>
          </w:tcPr>
          <w:p w14:paraId="0984D00A"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0984D00B"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OTA AAS BS</w:t>
            </w:r>
          </w:p>
        </w:tc>
        <w:tc>
          <w:tcPr>
            <w:tcW w:w="820" w:type="dxa"/>
            <w:tcBorders>
              <w:top w:val="nil"/>
              <w:left w:val="nil"/>
              <w:bottom w:val="single" w:sz="4" w:space="0" w:color="auto"/>
              <w:right w:val="single" w:sz="4" w:space="0" w:color="auto"/>
            </w:tcBorders>
            <w:shd w:val="clear" w:color="auto" w:fill="auto"/>
            <w:hideMark/>
          </w:tcPr>
          <w:p w14:paraId="0984D00C"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0984D00D"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OTA AAS BS</w:t>
            </w:r>
          </w:p>
        </w:tc>
        <w:tc>
          <w:tcPr>
            <w:tcW w:w="820" w:type="dxa"/>
            <w:tcBorders>
              <w:top w:val="nil"/>
              <w:left w:val="nil"/>
              <w:bottom w:val="single" w:sz="4" w:space="0" w:color="auto"/>
              <w:right w:val="single" w:sz="4" w:space="0" w:color="auto"/>
            </w:tcBorders>
            <w:shd w:val="clear" w:color="auto" w:fill="auto"/>
            <w:hideMark/>
          </w:tcPr>
          <w:p w14:paraId="0984D00E"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0984D00F"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OTA AAS BS</w:t>
            </w:r>
          </w:p>
        </w:tc>
        <w:tc>
          <w:tcPr>
            <w:tcW w:w="820" w:type="dxa"/>
            <w:tcBorders>
              <w:top w:val="nil"/>
              <w:left w:val="nil"/>
              <w:bottom w:val="single" w:sz="4" w:space="0" w:color="auto"/>
              <w:right w:val="single" w:sz="4" w:space="0" w:color="auto"/>
            </w:tcBorders>
            <w:shd w:val="clear" w:color="auto" w:fill="auto"/>
            <w:hideMark/>
          </w:tcPr>
          <w:p w14:paraId="0984D010"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0984D011" w14:textId="77777777" w:rsidR="005C1B04" w:rsidRPr="00EF2F0E" w:rsidRDefault="005C1B04" w:rsidP="00A40339">
            <w:pPr>
              <w:spacing w:after="0"/>
              <w:jc w:val="center"/>
              <w:rPr>
                <w:rFonts w:ascii="Arial" w:hAnsi="Arial" w:cs="Arial"/>
                <w:b/>
                <w:bCs/>
                <w:i/>
                <w:sz w:val="18"/>
                <w:szCs w:val="18"/>
                <w:lang w:eastAsia="en-GB"/>
              </w:rPr>
            </w:pPr>
            <w:r w:rsidRPr="00EF2F0E">
              <w:rPr>
                <w:rFonts w:ascii="Arial" w:hAnsi="Arial" w:cs="Arial"/>
                <w:b/>
                <w:bCs/>
                <w:i/>
                <w:sz w:val="18"/>
                <w:szCs w:val="18"/>
                <w:lang w:eastAsia="en-GB"/>
              </w:rPr>
              <w:t>OTA AAS BS</w:t>
            </w:r>
          </w:p>
        </w:tc>
      </w:tr>
      <w:tr w:rsidR="003401A4" w:rsidRPr="00EF2F0E" w14:paraId="0984D01E" w14:textId="77777777" w:rsidTr="00A40339">
        <w:trPr>
          <w:trHeight w:val="1920"/>
        </w:trPr>
        <w:tc>
          <w:tcPr>
            <w:tcW w:w="1600" w:type="dxa"/>
            <w:tcBorders>
              <w:top w:val="nil"/>
              <w:left w:val="single" w:sz="4" w:space="0" w:color="auto"/>
              <w:bottom w:val="single" w:sz="4" w:space="0" w:color="auto"/>
              <w:right w:val="single" w:sz="4" w:space="0" w:color="auto"/>
            </w:tcBorders>
            <w:shd w:val="clear" w:color="auto" w:fill="auto"/>
            <w:hideMark/>
          </w:tcPr>
          <w:p w14:paraId="0984D013"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Base station output power</w:t>
            </w:r>
          </w:p>
        </w:tc>
        <w:tc>
          <w:tcPr>
            <w:tcW w:w="820" w:type="dxa"/>
            <w:tcBorders>
              <w:top w:val="nil"/>
              <w:left w:val="nil"/>
              <w:bottom w:val="single" w:sz="4" w:space="0" w:color="auto"/>
              <w:right w:val="single" w:sz="4" w:space="0" w:color="auto"/>
            </w:tcBorders>
            <w:shd w:val="clear" w:color="auto" w:fill="auto"/>
            <w:hideMark/>
          </w:tcPr>
          <w:p w14:paraId="0984D01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6.2.1</w:t>
            </w:r>
            <w:r w:rsidRPr="00EF2F0E">
              <w:rPr>
                <w:rFonts w:ascii="Arial" w:hAnsi="Arial" w:cs="Arial"/>
                <w:sz w:val="18"/>
                <w:szCs w:val="18"/>
                <w:lang w:eastAsia="en-GB"/>
              </w:rPr>
              <w:br/>
              <w:t>6.2.2.1</w:t>
            </w:r>
            <w:r w:rsidRPr="00EF2F0E">
              <w:rPr>
                <w:rFonts w:ascii="Arial" w:hAnsi="Arial" w:cs="Arial"/>
                <w:sz w:val="18"/>
                <w:szCs w:val="18"/>
                <w:lang w:eastAsia="en-GB"/>
              </w:rPr>
              <w:br/>
              <w:t>6.2.2.2</w:t>
            </w:r>
            <w:r w:rsidRPr="00EF2F0E">
              <w:rPr>
                <w:rFonts w:ascii="Arial" w:hAnsi="Arial" w:cs="Arial"/>
                <w:sz w:val="18"/>
                <w:szCs w:val="18"/>
                <w:lang w:eastAsia="en-GB"/>
              </w:rPr>
              <w:br/>
              <w:t>6.2.4.1</w:t>
            </w:r>
            <w:r w:rsidRPr="00EF2F0E">
              <w:rPr>
                <w:rFonts w:ascii="Arial" w:hAnsi="Arial" w:cs="Arial"/>
                <w:sz w:val="18"/>
                <w:szCs w:val="18"/>
                <w:lang w:eastAsia="en-GB"/>
              </w:rPr>
              <w:br/>
              <w:t>6.2.4.2</w:t>
            </w:r>
            <w:r w:rsidRPr="00EF2F0E">
              <w:rPr>
                <w:rFonts w:ascii="Arial" w:hAnsi="Arial" w:cs="Arial"/>
                <w:sz w:val="18"/>
                <w:szCs w:val="18"/>
                <w:lang w:eastAsia="en-GB"/>
              </w:rPr>
              <w:br/>
              <w:t>6.2.6.1</w:t>
            </w:r>
            <w:r w:rsidRPr="00EF2F0E">
              <w:rPr>
                <w:rFonts w:ascii="Arial" w:hAnsi="Arial" w:cs="Arial"/>
                <w:sz w:val="18"/>
                <w:szCs w:val="18"/>
                <w:lang w:eastAsia="en-GB"/>
              </w:rPr>
              <w:br/>
              <w:t>6.2.6.2</w:t>
            </w:r>
          </w:p>
        </w:tc>
        <w:tc>
          <w:tcPr>
            <w:tcW w:w="820" w:type="dxa"/>
            <w:tcBorders>
              <w:top w:val="nil"/>
              <w:left w:val="nil"/>
              <w:bottom w:val="single" w:sz="4" w:space="0" w:color="auto"/>
              <w:right w:val="single" w:sz="4" w:space="0" w:color="auto"/>
            </w:tcBorders>
            <w:shd w:val="clear" w:color="auto" w:fill="auto"/>
            <w:vAlign w:val="center"/>
            <w:hideMark/>
          </w:tcPr>
          <w:p w14:paraId="0984D01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1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6.2.1</w:t>
            </w:r>
            <w:r w:rsidRPr="00EF2F0E">
              <w:rPr>
                <w:rFonts w:ascii="Arial" w:hAnsi="Arial" w:cs="Arial"/>
                <w:sz w:val="18"/>
                <w:szCs w:val="18"/>
                <w:lang w:eastAsia="en-GB"/>
              </w:rPr>
              <w:br/>
              <w:t>6.2.2.1</w:t>
            </w:r>
            <w:r w:rsidRPr="00EF2F0E">
              <w:rPr>
                <w:rFonts w:ascii="Arial" w:hAnsi="Arial" w:cs="Arial"/>
                <w:sz w:val="18"/>
                <w:szCs w:val="18"/>
                <w:lang w:eastAsia="en-GB"/>
              </w:rPr>
              <w:br/>
              <w:t>6.2.2.2</w:t>
            </w:r>
            <w:r w:rsidRPr="00EF2F0E">
              <w:rPr>
                <w:rFonts w:ascii="Arial" w:hAnsi="Arial" w:cs="Arial"/>
                <w:sz w:val="18"/>
                <w:szCs w:val="18"/>
                <w:lang w:eastAsia="en-GB"/>
              </w:rPr>
              <w:br/>
              <w:t>6.2.4.1</w:t>
            </w:r>
            <w:r w:rsidRPr="00EF2F0E">
              <w:rPr>
                <w:rFonts w:ascii="Arial" w:hAnsi="Arial" w:cs="Arial"/>
                <w:sz w:val="18"/>
                <w:szCs w:val="18"/>
                <w:lang w:eastAsia="en-GB"/>
              </w:rPr>
              <w:br/>
              <w:t>6.2.4.2</w:t>
            </w:r>
          </w:p>
        </w:tc>
        <w:tc>
          <w:tcPr>
            <w:tcW w:w="820" w:type="dxa"/>
            <w:tcBorders>
              <w:top w:val="nil"/>
              <w:left w:val="nil"/>
              <w:bottom w:val="single" w:sz="4" w:space="0" w:color="auto"/>
              <w:right w:val="single" w:sz="4" w:space="0" w:color="auto"/>
            </w:tcBorders>
            <w:shd w:val="clear" w:color="auto" w:fill="auto"/>
            <w:vAlign w:val="center"/>
            <w:hideMark/>
          </w:tcPr>
          <w:p w14:paraId="0984D01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1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6.2.1</w:t>
            </w:r>
            <w:r w:rsidRPr="00EF2F0E">
              <w:rPr>
                <w:rFonts w:ascii="Arial" w:hAnsi="Arial" w:cs="Arial"/>
                <w:sz w:val="18"/>
                <w:szCs w:val="18"/>
                <w:lang w:eastAsia="en-GB"/>
              </w:rPr>
              <w:br/>
              <w:t>6.2.2.1</w:t>
            </w:r>
            <w:r w:rsidRPr="00EF2F0E">
              <w:rPr>
                <w:rFonts w:ascii="Arial" w:hAnsi="Arial" w:cs="Arial"/>
                <w:sz w:val="18"/>
                <w:szCs w:val="18"/>
                <w:lang w:eastAsia="en-GB"/>
              </w:rPr>
              <w:br/>
              <w:t>6.2.2.2</w:t>
            </w:r>
            <w:r w:rsidRPr="00EF2F0E">
              <w:rPr>
                <w:rFonts w:ascii="Arial" w:hAnsi="Arial" w:cs="Arial"/>
                <w:sz w:val="18"/>
                <w:szCs w:val="18"/>
                <w:lang w:eastAsia="en-GB"/>
              </w:rPr>
              <w:br/>
              <w:t>6.2.6.1</w:t>
            </w:r>
            <w:r w:rsidRPr="00EF2F0E">
              <w:rPr>
                <w:rFonts w:ascii="Arial" w:hAnsi="Arial" w:cs="Arial"/>
                <w:sz w:val="18"/>
                <w:szCs w:val="18"/>
                <w:lang w:eastAsia="en-GB"/>
              </w:rPr>
              <w:br/>
              <w:t>6.2.6.2</w:t>
            </w:r>
          </w:p>
        </w:tc>
        <w:tc>
          <w:tcPr>
            <w:tcW w:w="820" w:type="dxa"/>
            <w:tcBorders>
              <w:top w:val="nil"/>
              <w:left w:val="nil"/>
              <w:bottom w:val="single" w:sz="4" w:space="0" w:color="auto"/>
              <w:right w:val="single" w:sz="4" w:space="0" w:color="auto"/>
            </w:tcBorders>
            <w:shd w:val="clear" w:color="auto" w:fill="auto"/>
            <w:vAlign w:val="center"/>
            <w:hideMark/>
          </w:tcPr>
          <w:p w14:paraId="0984D01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1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6.2.1</w:t>
            </w:r>
            <w:r w:rsidRPr="00EF2F0E">
              <w:rPr>
                <w:rFonts w:ascii="Arial" w:hAnsi="Arial" w:cs="Arial"/>
                <w:sz w:val="18"/>
                <w:szCs w:val="18"/>
                <w:lang w:eastAsia="en-GB"/>
              </w:rPr>
              <w:br/>
              <w:t>6.2.2.1</w:t>
            </w:r>
            <w:r w:rsidRPr="00EF2F0E">
              <w:rPr>
                <w:rFonts w:ascii="Arial" w:hAnsi="Arial" w:cs="Arial"/>
                <w:sz w:val="18"/>
                <w:szCs w:val="18"/>
                <w:lang w:eastAsia="en-GB"/>
              </w:rPr>
              <w:br/>
              <w:t>6.2.2.3</w:t>
            </w:r>
            <w:r w:rsidRPr="00EF2F0E">
              <w:rPr>
                <w:rFonts w:ascii="Arial" w:hAnsi="Arial" w:cs="Arial"/>
                <w:sz w:val="18"/>
                <w:szCs w:val="18"/>
                <w:lang w:eastAsia="en-GB"/>
              </w:rPr>
              <w:br/>
              <w:t>6.2.4.1</w:t>
            </w:r>
            <w:r w:rsidRPr="00EF2F0E">
              <w:rPr>
                <w:rFonts w:ascii="Arial" w:hAnsi="Arial" w:cs="Arial"/>
                <w:sz w:val="18"/>
                <w:szCs w:val="18"/>
                <w:lang w:eastAsia="en-GB"/>
              </w:rPr>
              <w:br/>
              <w:t>6.2.4.3</w:t>
            </w:r>
          </w:p>
        </w:tc>
        <w:tc>
          <w:tcPr>
            <w:tcW w:w="820" w:type="dxa"/>
            <w:tcBorders>
              <w:top w:val="nil"/>
              <w:left w:val="nil"/>
              <w:bottom w:val="single" w:sz="4" w:space="0" w:color="auto"/>
              <w:right w:val="single" w:sz="4" w:space="0" w:color="auto"/>
            </w:tcBorders>
            <w:shd w:val="clear" w:color="auto" w:fill="auto"/>
            <w:vAlign w:val="center"/>
            <w:hideMark/>
          </w:tcPr>
          <w:p w14:paraId="0984D01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1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6.2.1</w:t>
            </w:r>
            <w:r w:rsidRPr="00EF2F0E">
              <w:rPr>
                <w:rFonts w:ascii="Arial" w:hAnsi="Arial" w:cs="Arial"/>
                <w:sz w:val="18"/>
                <w:szCs w:val="18"/>
                <w:lang w:eastAsia="en-GB"/>
              </w:rPr>
              <w:br/>
              <w:t>6.2.2.1</w:t>
            </w:r>
            <w:r w:rsidRPr="00EF2F0E">
              <w:rPr>
                <w:rFonts w:ascii="Arial" w:hAnsi="Arial" w:cs="Arial"/>
                <w:sz w:val="18"/>
                <w:szCs w:val="18"/>
                <w:lang w:eastAsia="en-GB"/>
              </w:rPr>
              <w:br/>
              <w:t>6.2.2.4</w:t>
            </w:r>
            <w:r w:rsidRPr="00EF2F0E">
              <w:rPr>
                <w:rFonts w:ascii="Arial" w:hAnsi="Arial" w:cs="Arial"/>
                <w:sz w:val="18"/>
                <w:szCs w:val="18"/>
                <w:lang w:eastAsia="en-GB"/>
              </w:rPr>
              <w:br/>
              <w:t>6.2.6.1</w:t>
            </w:r>
            <w:r w:rsidRPr="00EF2F0E">
              <w:rPr>
                <w:rFonts w:ascii="Arial" w:hAnsi="Arial" w:cs="Arial"/>
                <w:sz w:val="18"/>
                <w:szCs w:val="18"/>
                <w:lang w:eastAsia="en-GB"/>
              </w:rPr>
              <w:br/>
              <w:t>6.2.6.4</w:t>
            </w:r>
          </w:p>
        </w:tc>
        <w:tc>
          <w:tcPr>
            <w:tcW w:w="820" w:type="dxa"/>
            <w:tcBorders>
              <w:top w:val="nil"/>
              <w:left w:val="nil"/>
              <w:bottom w:val="single" w:sz="4" w:space="0" w:color="auto"/>
              <w:right w:val="single" w:sz="4" w:space="0" w:color="auto"/>
            </w:tcBorders>
            <w:shd w:val="clear" w:color="auto" w:fill="auto"/>
            <w:vAlign w:val="center"/>
            <w:hideMark/>
          </w:tcPr>
          <w:p w14:paraId="0984D01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2A" w14:textId="77777777" w:rsidTr="00A40339">
        <w:trPr>
          <w:trHeight w:val="2160"/>
        </w:trPr>
        <w:tc>
          <w:tcPr>
            <w:tcW w:w="1600" w:type="dxa"/>
            <w:tcBorders>
              <w:top w:val="nil"/>
              <w:left w:val="single" w:sz="4" w:space="0" w:color="auto"/>
              <w:bottom w:val="single" w:sz="4" w:space="0" w:color="auto"/>
              <w:right w:val="single" w:sz="4" w:space="0" w:color="auto"/>
            </w:tcBorders>
            <w:shd w:val="clear" w:color="auto" w:fill="auto"/>
            <w:hideMark/>
          </w:tcPr>
          <w:p w14:paraId="0984D01F"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Output power dynamics</w:t>
            </w:r>
          </w:p>
        </w:tc>
        <w:tc>
          <w:tcPr>
            <w:tcW w:w="820" w:type="dxa"/>
            <w:tcBorders>
              <w:top w:val="nil"/>
              <w:left w:val="nil"/>
              <w:bottom w:val="single" w:sz="4" w:space="0" w:color="auto"/>
              <w:right w:val="single" w:sz="4" w:space="0" w:color="auto"/>
            </w:tcBorders>
            <w:shd w:val="clear" w:color="auto" w:fill="auto"/>
            <w:hideMark/>
          </w:tcPr>
          <w:p w14:paraId="0984D02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6.3.1</w:t>
            </w:r>
            <w:r w:rsidRPr="00EF2F0E">
              <w:rPr>
                <w:rFonts w:ascii="Arial" w:hAnsi="Arial" w:cs="Arial"/>
                <w:sz w:val="18"/>
                <w:szCs w:val="18"/>
                <w:lang w:eastAsia="en-GB"/>
              </w:rPr>
              <w:br/>
              <w:t>6.3.2.1</w:t>
            </w:r>
            <w:r w:rsidRPr="00EF2F0E">
              <w:rPr>
                <w:rFonts w:ascii="Arial" w:hAnsi="Arial" w:cs="Arial"/>
                <w:sz w:val="18"/>
                <w:szCs w:val="18"/>
                <w:lang w:eastAsia="en-GB"/>
              </w:rPr>
              <w:br/>
              <w:t>6.3.2.2</w:t>
            </w:r>
            <w:r w:rsidRPr="00EF2F0E">
              <w:rPr>
                <w:rFonts w:ascii="Arial" w:hAnsi="Arial" w:cs="Arial"/>
                <w:sz w:val="18"/>
                <w:szCs w:val="18"/>
                <w:lang w:eastAsia="en-GB"/>
              </w:rPr>
              <w:br/>
              <w:t>6.3.3.1</w:t>
            </w:r>
            <w:r w:rsidRPr="00EF2F0E">
              <w:rPr>
                <w:rFonts w:ascii="Arial" w:hAnsi="Arial" w:cs="Arial"/>
                <w:sz w:val="18"/>
                <w:szCs w:val="18"/>
                <w:lang w:eastAsia="en-GB"/>
              </w:rPr>
              <w:br/>
              <w:t>6.3.3.2</w:t>
            </w:r>
            <w:r w:rsidRPr="00EF2F0E">
              <w:rPr>
                <w:rFonts w:ascii="Arial" w:hAnsi="Arial" w:cs="Arial"/>
                <w:sz w:val="18"/>
                <w:szCs w:val="18"/>
                <w:lang w:eastAsia="en-GB"/>
              </w:rPr>
              <w:br/>
              <w:t>6.3.4.1</w:t>
            </w:r>
            <w:r w:rsidRPr="00EF2F0E">
              <w:rPr>
                <w:rFonts w:ascii="Arial" w:hAnsi="Arial" w:cs="Arial"/>
                <w:sz w:val="18"/>
                <w:szCs w:val="18"/>
                <w:lang w:eastAsia="en-GB"/>
              </w:rPr>
              <w:br/>
              <w:t>6.3.4.2</w:t>
            </w:r>
            <w:r w:rsidRPr="00EF2F0E">
              <w:rPr>
                <w:rFonts w:ascii="Arial" w:hAnsi="Arial" w:cs="Arial"/>
                <w:sz w:val="18"/>
                <w:szCs w:val="18"/>
                <w:lang w:eastAsia="en-GB"/>
              </w:rPr>
              <w:br/>
              <w:t>6.3.6.1</w:t>
            </w:r>
            <w:r w:rsidRPr="00EF2F0E">
              <w:rPr>
                <w:rFonts w:ascii="Arial" w:hAnsi="Arial" w:cs="Arial"/>
                <w:sz w:val="18"/>
                <w:szCs w:val="18"/>
                <w:lang w:eastAsia="en-GB"/>
              </w:rPr>
              <w:br/>
              <w:t>6.3.6.2</w:t>
            </w:r>
          </w:p>
        </w:tc>
        <w:tc>
          <w:tcPr>
            <w:tcW w:w="820" w:type="dxa"/>
            <w:tcBorders>
              <w:top w:val="nil"/>
              <w:left w:val="nil"/>
              <w:bottom w:val="single" w:sz="4" w:space="0" w:color="auto"/>
              <w:right w:val="single" w:sz="4" w:space="0" w:color="auto"/>
            </w:tcBorders>
            <w:shd w:val="clear" w:color="auto" w:fill="auto"/>
            <w:vAlign w:val="center"/>
            <w:hideMark/>
          </w:tcPr>
          <w:p w14:paraId="0984D02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22"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6.3.1</w:t>
            </w:r>
            <w:r w:rsidRPr="00EF2F0E">
              <w:rPr>
                <w:rFonts w:ascii="Arial" w:hAnsi="Arial" w:cs="Arial"/>
                <w:sz w:val="18"/>
                <w:szCs w:val="18"/>
                <w:lang w:eastAsia="en-GB"/>
              </w:rPr>
              <w:br/>
              <w:t>6.3.2.1</w:t>
            </w:r>
            <w:r w:rsidRPr="00EF2F0E">
              <w:rPr>
                <w:rFonts w:ascii="Arial" w:hAnsi="Arial" w:cs="Arial"/>
                <w:sz w:val="18"/>
                <w:szCs w:val="18"/>
                <w:lang w:eastAsia="en-GB"/>
              </w:rPr>
              <w:br/>
              <w:t>6.3.2.2</w:t>
            </w:r>
            <w:r w:rsidRPr="00EF2F0E">
              <w:rPr>
                <w:rFonts w:ascii="Arial" w:hAnsi="Arial" w:cs="Arial"/>
                <w:sz w:val="18"/>
                <w:szCs w:val="18"/>
                <w:lang w:eastAsia="en-GB"/>
              </w:rPr>
              <w:br/>
              <w:t>6.3.3.1</w:t>
            </w:r>
            <w:r w:rsidRPr="00EF2F0E">
              <w:rPr>
                <w:rFonts w:ascii="Arial" w:hAnsi="Arial" w:cs="Arial"/>
                <w:sz w:val="18"/>
                <w:szCs w:val="18"/>
                <w:lang w:eastAsia="en-GB"/>
              </w:rPr>
              <w:br/>
              <w:t>6.3.3.2</w:t>
            </w:r>
          </w:p>
        </w:tc>
        <w:tc>
          <w:tcPr>
            <w:tcW w:w="820" w:type="dxa"/>
            <w:tcBorders>
              <w:top w:val="nil"/>
              <w:left w:val="nil"/>
              <w:bottom w:val="single" w:sz="4" w:space="0" w:color="auto"/>
              <w:right w:val="single" w:sz="4" w:space="0" w:color="auto"/>
            </w:tcBorders>
            <w:shd w:val="clear" w:color="auto" w:fill="auto"/>
            <w:vAlign w:val="center"/>
            <w:hideMark/>
          </w:tcPr>
          <w:p w14:paraId="0984D02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2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6.3.1</w:t>
            </w:r>
            <w:r w:rsidRPr="00EF2F0E">
              <w:rPr>
                <w:rFonts w:ascii="Arial" w:hAnsi="Arial" w:cs="Arial"/>
                <w:sz w:val="18"/>
                <w:szCs w:val="18"/>
                <w:lang w:eastAsia="en-GB"/>
              </w:rPr>
              <w:br/>
              <w:t>6.3.4.1</w:t>
            </w:r>
            <w:r w:rsidRPr="00EF2F0E">
              <w:rPr>
                <w:rFonts w:ascii="Arial" w:hAnsi="Arial" w:cs="Arial"/>
                <w:sz w:val="18"/>
                <w:szCs w:val="18"/>
                <w:lang w:eastAsia="en-GB"/>
              </w:rPr>
              <w:br/>
              <w:t>6.3.4.2</w:t>
            </w:r>
            <w:r w:rsidRPr="00EF2F0E">
              <w:rPr>
                <w:rFonts w:ascii="Arial" w:hAnsi="Arial" w:cs="Arial"/>
                <w:sz w:val="18"/>
                <w:szCs w:val="18"/>
                <w:lang w:eastAsia="en-GB"/>
              </w:rPr>
              <w:br/>
              <w:t>6.3.6.1</w:t>
            </w:r>
            <w:r w:rsidRPr="00EF2F0E">
              <w:rPr>
                <w:rFonts w:ascii="Arial" w:hAnsi="Arial" w:cs="Arial"/>
                <w:sz w:val="18"/>
                <w:szCs w:val="18"/>
                <w:lang w:eastAsia="en-GB"/>
              </w:rPr>
              <w:br/>
              <w:t>6.3.6.2</w:t>
            </w:r>
          </w:p>
        </w:tc>
        <w:tc>
          <w:tcPr>
            <w:tcW w:w="820" w:type="dxa"/>
            <w:tcBorders>
              <w:top w:val="nil"/>
              <w:left w:val="nil"/>
              <w:bottom w:val="single" w:sz="4" w:space="0" w:color="auto"/>
              <w:right w:val="single" w:sz="4" w:space="0" w:color="auto"/>
            </w:tcBorders>
            <w:shd w:val="clear" w:color="auto" w:fill="auto"/>
            <w:vAlign w:val="center"/>
            <w:hideMark/>
          </w:tcPr>
          <w:p w14:paraId="0984D02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2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6.3.1</w:t>
            </w:r>
            <w:r w:rsidRPr="00EF2F0E">
              <w:rPr>
                <w:rFonts w:ascii="Arial" w:hAnsi="Arial" w:cs="Arial"/>
                <w:sz w:val="18"/>
                <w:szCs w:val="18"/>
                <w:lang w:eastAsia="en-GB"/>
              </w:rPr>
              <w:br/>
              <w:t>6.3.2.1</w:t>
            </w:r>
            <w:r w:rsidRPr="00EF2F0E">
              <w:rPr>
                <w:rFonts w:ascii="Arial" w:hAnsi="Arial" w:cs="Arial"/>
                <w:sz w:val="18"/>
                <w:szCs w:val="18"/>
                <w:lang w:eastAsia="en-GB"/>
              </w:rPr>
              <w:br/>
              <w:t>6.3.2.3</w:t>
            </w:r>
            <w:r w:rsidRPr="00EF2F0E">
              <w:rPr>
                <w:rFonts w:ascii="Arial" w:hAnsi="Arial" w:cs="Arial"/>
                <w:sz w:val="18"/>
                <w:szCs w:val="18"/>
                <w:lang w:eastAsia="en-GB"/>
              </w:rPr>
              <w:br/>
              <w:t>6.3.3.1</w:t>
            </w:r>
            <w:r w:rsidRPr="00EF2F0E">
              <w:rPr>
                <w:rFonts w:ascii="Arial" w:hAnsi="Arial" w:cs="Arial"/>
                <w:sz w:val="18"/>
                <w:szCs w:val="18"/>
                <w:lang w:eastAsia="en-GB"/>
              </w:rPr>
              <w:br/>
              <w:t>6.3.3.3</w:t>
            </w:r>
          </w:p>
        </w:tc>
        <w:tc>
          <w:tcPr>
            <w:tcW w:w="820" w:type="dxa"/>
            <w:tcBorders>
              <w:top w:val="nil"/>
              <w:left w:val="nil"/>
              <w:bottom w:val="single" w:sz="4" w:space="0" w:color="auto"/>
              <w:right w:val="single" w:sz="4" w:space="0" w:color="auto"/>
            </w:tcBorders>
            <w:shd w:val="clear" w:color="auto" w:fill="auto"/>
            <w:vAlign w:val="center"/>
            <w:hideMark/>
          </w:tcPr>
          <w:p w14:paraId="0984D02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2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6.3.1</w:t>
            </w:r>
            <w:r w:rsidRPr="00EF2F0E">
              <w:rPr>
                <w:rFonts w:ascii="Arial" w:hAnsi="Arial" w:cs="Arial"/>
                <w:sz w:val="18"/>
                <w:szCs w:val="18"/>
                <w:lang w:eastAsia="en-GB"/>
              </w:rPr>
              <w:br/>
              <w:t>6.3.4.1</w:t>
            </w:r>
            <w:r w:rsidRPr="00EF2F0E">
              <w:rPr>
                <w:rFonts w:ascii="Arial" w:hAnsi="Arial" w:cs="Arial"/>
                <w:sz w:val="18"/>
                <w:szCs w:val="18"/>
                <w:lang w:eastAsia="en-GB"/>
              </w:rPr>
              <w:br/>
              <w:t>6.3.4.4</w:t>
            </w:r>
            <w:r w:rsidRPr="00EF2F0E">
              <w:rPr>
                <w:rFonts w:ascii="Arial" w:hAnsi="Arial" w:cs="Arial"/>
                <w:sz w:val="18"/>
                <w:szCs w:val="18"/>
                <w:lang w:eastAsia="en-GB"/>
              </w:rPr>
              <w:br/>
              <w:t>6.3.6.1</w:t>
            </w:r>
            <w:r w:rsidRPr="00EF2F0E">
              <w:rPr>
                <w:rFonts w:ascii="Arial" w:hAnsi="Arial" w:cs="Arial"/>
                <w:sz w:val="18"/>
                <w:szCs w:val="18"/>
                <w:lang w:eastAsia="en-GB"/>
              </w:rPr>
              <w:br/>
              <w:t>6.3.6.4</w:t>
            </w:r>
          </w:p>
        </w:tc>
        <w:tc>
          <w:tcPr>
            <w:tcW w:w="820" w:type="dxa"/>
            <w:tcBorders>
              <w:top w:val="nil"/>
              <w:left w:val="nil"/>
              <w:bottom w:val="single" w:sz="4" w:space="0" w:color="auto"/>
              <w:right w:val="single" w:sz="4" w:space="0" w:color="auto"/>
            </w:tcBorders>
            <w:shd w:val="clear" w:color="auto" w:fill="auto"/>
            <w:vAlign w:val="center"/>
            <w:hideMark/>
          </w:tcPr>
          <w:p w14:paraId="0984D02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36"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02B"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Transmit ON/OFF power</w:t>
            </w:r>
          </w:p>
        </w:tc>
        <w:tc>
          <w:tcPr>
            <w:tcW w:w="820" w:type="dxa"/>
            <w:tcBorders>
              <w:top w:val="nil"/>
              <w:left w:val="nil"/>
              <w:bottom w:val="single" w:sz="4" w:space="0" w:color="auto"/>
              <w:right w:val="single" w:sz="4" w:space="0" w:color="auto"/>
            </w:tcBorders>
            <w:shd w:val="clear" w:color="auto" w:fill="auto"/>
            <w:vAlign w:val="center"/>
            <w:hideMark/>
          </w:tcPr>
          <w:p w14:paraId="0984D02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0984D02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2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0984D02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3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0984D03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32"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0984D03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3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0984D03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42"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037"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Transmitted signal quality</w:t>
            </w:r>
          </w:p>
        </w:tc>
        <w:tc>
          <w:tcPr>
            <w:tcW w:w="820" w:type="dxa"/>
            <w:tcBorders>
              <w:top w:val="nil"/>
              <w:left w:val="nil"/>
              <w:bottom w:val="single" w:sz="4" w:space="0" w:color="auto"/>
              <w:right w:val="single" w:sz="4" w:space="0" w:color="auto"/>
            </w:tcBorders>
            <w:shd w:val="clear" w:color="auto" w:fill="auto"/>
            <w:vAlign w:val="center"/>
            <w:hideMark/>
          </w:tcPr>
          <w:p w14:paraId="0984D03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0984D03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3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0984D03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3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0984D03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3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0984D03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4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0984D04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4E" w14:textId="77777777" w:rsidTr="00A40339">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984D043"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Frequency error</w:t>
            </w:r>
          </w:p>
        </w:tc>
        <w:tc>
          <w:tcPr>
            <w:tcW w:w="820" w:type="dxa"/>
            <w:tcBorders>
              <w:top w:val="nil"/>
              <w:left w:val="nil"/>
              <w:bottom w:val="single" w:sz="4" w:space="0" w:color="auto"/>
              <w:right w:val="single" w:sz="4" w:space="0" w:color="auto"/>
            </w:tcBorders>
            <w:shd w:val="clear" w:color="auto" w:fill="auto"/>
            <w:hideMark/>
          </w:tcPr>
          <w:p w14:paraId="0984D04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6.5.2.1</w:t>
            </w:r>
            <w:r w:rsidRPr="00EF2F0E">
              <w:rPr>
                <w:rFonts w:ascii="Arial" w:hAnsi="Arial" w:cs="Arial"/>
                <w:sz w:val="18"/>
                <w:szCs w:val="18"/>
                <w:lang w:eastAsia="en-GB"/>
              </w:rPr>
              <w:br/>
              <w:t>6.5.2.2</w:t>
            </w:r>
          </w:p>
        </w:tc>
        <w:tc>
          <w:tcPr>
            <w:tcW w:w="820" w:type="dxa"/>
            <w:tcBorders>
              <w:top w:val="nil"/>
              <w:left w:val="nil"/>
              <w:bottom w:val="single" w:sz="4" w:space="0" w:color="auto"/>
              <w:right w:val="single" w:sz="4" w:space="0" w:color="auto"/>
            </w:tcBorders>
            <w:shd w:val="clear" w:color="auto" w:fill="auto"/>
            <w:vAlign w:val="center"/>
            <w:hideMark/>
          </w:tcPr>
          <w:p w14:paraId="0984D04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4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6.5.2.1</w:t>
            </w:r>
            <w:r w:rsidRPr="00EF2F0E">
              <w:rPr>
                <w:rFonts w:ascii="Arial" w:hAnsi="Arial" w:cs="Arial"/>
                <w:sz w:val="18"/>
                <w:szCs w:val="18"/>
                <w:lang w:eastAsia="en-GB"/>
              </w:rPr>
              <w:br/>
              <w:t>6.5.2.2</w:t>
            </w:r>
          </w:p>
        </w:tc>
        <w:tc>
          <w:tcPr>
            <w:tcW w:w="820" w:type="dxa"/>
            <w:tcBorders>
              <w:top w:val="nil"/>
              <w:left w:val="nil"/>
              <w:bottom w:val="single" w:sz="4" w:space="0" w:color="auto"/>
              <w:right w:val="single" w:sz="4" w:space="0" w:color="auto"/>
            </w:tcBorders>
            <w:shd w:val="clear" w:color="auto" w:fill="auto"/>
            <w:vAlign w:val="center"/>
            <w:hideMark/>
          </w:tcPr>
          <w:p w14:paraId="0984D04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4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6.5.2.1</w:t>
            </w:r>
            <w:r w:rsidRPr="00EF2F0E">
              <w:rPr>
                <w:rFonts w:ascii="Arial" w:hAnsi="Arial" w:cs="Arial"/>
                <w:sz w:val="18"/>
                <w:szCs w:val="18"/>
                <w:lang w:eastAsia="en-GB"/>
              </w:rPr>
              <w:br/>
              <w:t>6.5.2.2</w:t>
            </w:r>
          </w:p>
        </w:tc>
        <w:tc>
          <w:tcPr>
            <w:tcW w:w="820" w:type="dxa"/>
            <w:tcBorders>
              <w:top w:val="nil"/>
              <w:left w:val="nil"/>
              <w:bottom w:val="single" w:sz="4" w:space="0" w:color="auto"/>
              <w:right w:val="single" w:sz="4" w:space="0" w:color="auto"/>
            </w:tcBorders>
            <w:shd w:val="clear" w:color="auto" w:fill="auto"/>
            <w:vAlign w:val="center"/>
            <w:hideMark/>
          </w:tcPr>
          <w:p w14:paraId="0984D04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4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6.5.2.1</w:t>
            </w:r>
            <w:r w:rsidRPr="00EF2F0E">
              <w:rPr>
                <w:rFonts w:ascii="Arial" w:hAnsi="Arial" w:cs="Arial"/>
                <w:sz w:val="18"/>
                <w:szCs w:val="18"/>
                <w:lang w:eastAsia="en-GB"/>
              </w:rPr>
              <w:br/>
              <w:t>6.5.2.3</w:t>
            </w:r>
          </w:p>
        </w:tc>
        <w:tc>
          <w:tcPr>
            <w:tcW w:w="820" w:type="dxa"/>
            <w:tcBorders>
              <w:top w:val="nil"/>
              <w:left w:val="nil"/>
              <w:bottom w:val="single" w:sz="4" w:space="0" w:color="auto"/>
              <w:right w:val="single" w:sz="4" w:space="0" w:color="auto"/>
            </w:tcBorders>
            <w:shd w:val="clear" w:color="auto" w:fill="auto"/>
            <w:vAlign w:val="center"/>
            <w:hideMark/>
          </w:tcPr>
          <w:p w14:paraId="0984D04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4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6.5.2.1</w:t>
            </w:r>
            <w:r w:rsidRPr="00EF2F0E">
              <w:rPr>
                <w:rFonts w:ascii="Arial" w:hAnsi="Arial" w:cs="Arial"/>
                <w:sz w:val="18"/>
                <w:szCs w:val="18"/>
                <w:lang w:eastAsia="en-GB"/>
              </w:rPr>
              <w:br/>
              <w:t>6.5.2.4</w:t>
            </w:r>
          </w:p>
        </w:tc>
        <w:tc>
          <w:tcPr>
            <w:tcW w:w="820" w:type="dxa"/>
            <w:tcBorders>
              <w:top w:val="nil"/>
              <w:left w:val="nil"/>
              <w:bottom w:val="single" w:sz="4" w:space="0" w:color="auto"/>
              <w:right w:val="single" w:sz="4" w:space="0" w:color="auto"/>
            </w:tcBorders>
            <w:shd w:val="clear" w:color="auto" w:fill="auto"/>
            <w:vAlign w:val="center"/>
            <w:hideMark/>
          </w:tcPr>
          <w:p w14:paraId="0984D04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5A" w14:textId="77777777" w:rsidTr="00A40339">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984D04F"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Time alignment error</w:t>
            </w:r>
          </w:p>
        </w:tc>
        <w:tc>
          <w:tcPr>
            <w:tcW w:w="820" w:type="dxa"/>
            <w:tcBorders>
              <w:top w:val="nil"/>
              <w:left w:val="nil"/>
              <w:bottom w:val="single" w:sz="4" w:space="0" w:color="auto"/>
              <w:right w:val="single" w:sz="4" w:space="0" w:color="auto"/>
            </w:tcBorders>
            <w:shd w:val="clear" w:color="auto" w:fill="auto"/>
            <w:hideMark/>
          </w:tcPr>
          <w:p w14:paraId="0984D05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6.5.3.1</w:t>
            </w:r>
            <w:r w:rsidRPr="00EF2F0E">
              <w:rPr>
                <w:rFonts w:ascii="Arial" w:hAnsi="Arial" w:cs="Arial"/>
                <w:sz w:val="18"/>
                <w:szCs w:val="18"/>
                <w:lang w:eastAsia="en-GB"/>
              </w:rPr>
              <w:br/>
              <w:t>6.5.3.2</w:t>
            </w:r>
          </w:p>
        </w:tc>
        <w:tc>
          <w:tcPr>
            <w:tcW w:w="820" w:type="dxa"/>
            <w:tcBorders>
              <w:top w:val="nil"/>
              <w:left w:val="nil"/>
              <w:bottom w:val="single" w:sz="4" w:space="0" w:color="auto"/>
              <w:right w:val="single" w:sz="4" w:space="0" w:color="auto"/>
            </w:tcBorders>
            <w:shd w:val="clear" w:color="auto" w:fill="auto"/>
            <w:vAlign w:val="center"/>
            <w:hideMark/>
          </w:tcPr>
          <w:p w14:paraId="0984D05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52"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6.5.3.1</w:t>
            </w:r>
            <w:r w:rsidRPr="00EF2F0E">
              <w:rPr>
                <w:rFonts w:ascii="Arial" w:hAnsi="Arial" w:cs="Arial"/>
                <w:sz w:val="18"/>
                <w:szCs w:val="18"/>
                <w:lang w:eastAsia="en-GB"/>
              </w:rPr>
              <w:br/>
              <w:t>6.5.3.2</w:t>
            </w:r>
          </w:p>
        </w:tc>
        <w:tc>
          <w:tcPr>
            <w:tcW w:w="820" w:type="dxa"/>
            <w:tcBorders>
              <w:top w:val="nil"/>
              <w:left w:val="nil"/>
              <w:bottom w:val="single" w:sz="4" w:space="0" w:color="auto"/>
              <w:right w:val="single" w:sz="4" w:space="0" w:color="auto"/>
            </w:tcBorders>
            <w:shd w:val="clear" w:color="auto" w:fill="auto"/>
            <w:vAlign w:val="center"/>
            <w:hideMark/>
          </w:tcPr>
          <w:p w14:paraId="0984D05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5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6.5.3.1</w:t>
            </w:r>
            <w:r w:rsidRPr="00EF2F0E">
              <w:rPr>
                <w:rFonts w:ascii="Arial" w:hAnsi="Arial" w:cs="Arial"/>
                <w:sz w:val="18"/>
                <w:szCs w:val="18"/>
                <w:lang w:eastAsia="en-GB"/>
              </w:rPr>
              <w:br/>
              <w:t>6.5.3.2</w:t>
            </w:r>
          </w:p>
        </w:tc>
        <w:tc>
          <w:tcPr>
            <w:tcW w:w="820" w:type="dxa"/>
            <w:tcBorders>
              <w:top w:val="nil"/>
              <w:left w:val="nil"/>
              <w:bottom w:val="single" w:sz="4" w:space="0" w:color="auto"/>
              <w:right w:val="single" w:sz="4" w:space="0" w:color="auto"/>
            </w:tcBorders>
            <w:shd w:val="clear" w:color="auto" w:fill="auto"/>
            <w:vAlign w:val="center"/>
            <w:hideMark/>
          </w:tcPr>
          <w:p w14:paraId="0984D05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5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6.5.3.1</w:t>
            </w:r>
            <w:r w:rsidRPr="00EF2F0E">
              <w:rPr>
                <w:rFonts w:ascii="Arial" w:hAnsi="Arial" w:cs="Arial"/>
                <w:sz w:val="18"/>
                <w:szCs w:val="18"/>
                <w:lang w:eastAsia="en-GB"/>
              </w:rPr>
              <w:br/>
              <w:t>6.5.3.3</w:t>
            </w:r>
          </w:p>
        </w:tc>
        <w:tc>
          <w:tcPr>
            <w:tcW w:w="820" w:type="dxa"/>
            <w:tcBorders>
              <w:top w:val="nil"/>
              <w:left w:val="nil"/>
              <w:bottom w:val="single" w:sz="4" w:space="0" w:color="auto"/>
              <w:right w:val="single" w:sz="4" w:space="0" w:color="auto"/>
            </w:tcBorders>
            <w:shd w:val="clear" w:color="auto" w:fill="auto"/>
            <w:vAlign w:val="center"/>
            <w:hideMark/>
          </w:tcPr>
          <w:p w14:paraId="0984D05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5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6.5.3.1</w:t>
            </w:r>
            <w:r w:rsidRPr="00EF2F0E">
              <w:rPr>
                <w:rFonts w:ascii="Arial" w:hAnsi="Arial" w:cs="Arial"/>
                <w:sz w:val="18"/>
                <w:szCs w:val="18"/>
                <w:lang w:eastAsia="en-GB"/>
              </w:rPr>
              <w:br/>
              <w:t>6.5.3.4</w:t>
            </w:r>
          </w:p>
        </w:tc>
        <w:tc>
          <w:tcPr>
            <w:tcW w:w="820" w:type="dxa"/>
            <w:tcBorders>
              <w:top w:val="nil"/>
              <w:left w:val="nil"/>
              <w:bottom w:val="single" w:sz="4" w:space="0" w:color="auto"/>
              <w:right w:val="single" w:sz="4" w:space="0" w:color="auto"/>
            </w:tcBorders>
            <w:shd w:val="clear" w:color="auto" w:fill="auto"/>
            <w:vAlign w:val="center"/>
            <w:hideMark/>
          </w:tcPr>
          <w:p w14:paraId="0984D05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66" w14:textId="77777777" w:rsidTr="00A40339">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984D05B"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Modulation quality</w:t>
            </w:r>
          </w:p>
        </w:tc>
        <w:tc>
          <w:tcPr>
            <w:tcW w:w="820" w:type="dxa"/>
            <w:tcBorders>
              <w:top w:val="nil"/>
              <w:left w:val="nil"/>
              <w:bottom w:val="single" w:sz="4" w:space="0" w:color="auto"/>
              <w:right w:val="single" w:sz="4" w:space="0" w:color="auto"/>
            </w:tcBorders>
            <w:shd w:val="clear" w:color="auto" w:fill="auto"/>
            <w:hideMark/>
          </w:tcPr>
          <w:p w14:paraId="0984D05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6.5.4.1</w:t>
            </w:r>
            <w:r w:rsidRPr="00EF2F0E">
              <w:rPr>
                <w:rFonts w:ascii="Arial" w:hAnsi="Arial" w:cs="Arial"/>
                <w:sz w:val="18"/>
                <w:szCs w:val="18"/>
                <w:lang w:eastAsia="en-GB"/>
              </w:rPr>
              <w:br/>
              <w:t>6.5.4.2</w:t>
            </w:r>
          </w:p>
        </w:tc>
        <w:tc>
          <w:tcPr>
            <w:tcW w:w="820" w:type="dxa"/>
            <w:tcBorders>
              <w:top w:val="nil"/>
              <w:left w:val="nil"/>
              <w:bottom w:val="single" w:sz="4" w:space="0" w:color="auto"/>
              <w:right w:val="single" w:sz="4" w:space="0" w:color="auto"/>
            </w:tcBorders>
            <w:shd w:val="clear" w:color="auto" w:fill="auto"/>
            <w:vAlign w:val="center"/>
            <w:hideMark/>
          </w:tcPr>
          <w:p w14:paraId="0984D05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5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6.5.4.1</w:t>
            </w:r>
            <w:r w:rsidRPr="00EF2F0E">
              <w:rPr>
                <w:rFonts w:ascii="Arial" w:hAnsi="Arial" w:cs="Arial"/>
                <w:sz w:val="18"/>
                <w:szCs w:val="18"/>
                <w:lang w:eastAsia="en-GB"/>
              </w:rPr>
              <w:br/>
              <w:t>6.5.4.2</w:t>
            </w:r>
          </w:p>
        </w:tc>
        <w:tc>
          <w:tcPr>
            <w:tcW w:w="820" w:type="dxa"/>
            <w:tcBorders>
              <w:top w:val="nil"/>
              <w:left w:val="nil"/>
              <w:bottom w:val="single" w:sz="4" w:space="0" w:color="auto"/>
              <w:right w:val="single" w:sz="4" w:space="0" w:color="auto"/>
            </w:tcBorders>
            <w:shd w:val="clear" w:color="auto" w:fill="auto"/>
            <w:vAlign w:val="center"/>
            <w:hideMark/>
          </w:tcPr>
          <w:p w14:paraId="0984D05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6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6.5.4.1</w:t>
            </w:r>
            <w:r w:rsidRPr="00EF2F0E">
              <w:rPr>
                <w:rFonts w:ascii="Arial" w:hAnsi="Arial" w:cs="Arial"/>
                <w:sz w:val="18"/>
                <w:szCs w:val="18"/>
                <w:lang w:eastAsia="en-GB"/>
              </w:rPr>
              <w:br/>
              <w:t>6.5.4.2</w:t>
            </w:r>
          </w:p>
        </w:tc>
        <w:tc>
          <w:tcPr>
            <w:tcW w:w="820" w:type="dxa"/>
            <w:tcBorders>
              <w:top w:val="nil"/>
              <w:left w:val="nil"/>
              <w:bottom w:val="single" w:sz="4" w:space="0" w:color="auto"/>
              <w:right w:val="single" w:sz="4" w:space="0" w:color="auto"/>
            </w:tcBorders>
            <w:shd w:val="clear" w:color="auto" w:fill="auto"/>
            <w:vAlign w:val="center"/>
            <w:hideMark/>
          </w:tcPr>
          <w:p w14:paraId="0984D06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62"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6.5.4.1</w:t>
            </w:r>
            <w:r w:rsidRPr="00EF2F0E">
              <w:rPr>
                <w:rFonts w:ascii="Arial" w:hAnsi="Arial" w:cs="Arial"/>
                <w:sz w:val="18"/>
                <w:szCs w:val="18"/>
                <w:lang w:eastAsia="en-GB"/>
              </w:rPr>
              <w:br/>
              <w:t>6.5.4.3</w:t>
            </w:r>
          </w:p>
        </w:tc>
        <w:tc>
          <w:tcPr>
            <w:tcW w:w="820" w:type="dxa"/>
            <w:tcBorders>
              <w:top w:val="nil"/>
              <w:left w:val="nil"/>
              <w:bottom w:val="single" w:sz="4" w:space="0" w:color="auto"/>
              <w:right w:val="single" w:sz="4" w:space="0" w:color="auto"/>
            </w:tcBorders>
            <w:shd w:val="clear" w:color="auto" w:fill="auto"/>
            <w:vAlign w:val="center"/>
            <w:hideMark/>
          </w:tcPr>
          <w:p w14:paraId="0984D06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6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6.5.4.1</w:t>
            </w:r>
            <w:r w:rsidRPr="00EF2F0E">
              <w:rPr>
                <w:rFonts w:ascii="Arial" w:hAnsi="Arial" w:cs="Arial"/>
                <w:sz w:val="18"/>
                <w:szCs w:val="18"/>
                <w:lang w:eastAsia="en-GB"/>
              </w:rPr>
              <w:br/>
              <w:t>6.5.4.4</w:t>
            </w:r>
          </w:p>
        </w:tc>
        <w:tc>
          <w:tcPr>
            <w:tcW w:w="820" w:type="dxa"/>
            <w:tcBorders>
              <w:top w:val="nil"/>
              <w:left w:val="nil"/>
              <w:bottom w:val="single" w:sz="4" w:space="0" w:color="auto"/>
              <w:right w:val="single" w:sz="4" w:space="0" w:color="auto"/>
            </w:tcBorders>
            <w:shd w:val="clear" w:color="auto" w:fill="auto"/>
            <w:vAlign w:val="center"/>
            <w:hideMark/>
          </w:tcPr>
          <w:p w14:paraId="0984D06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72" w14:textId="77777777" w:rsidTr="00A40339">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984D067"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Transmit pulse shape filter</w:t>
            </w:r>
          </w:p>
        </w:tc>
        <w:tc>
          <w:tcPr>
            <w:tcW w:w="820" w:type="dxa"/>
            <w:tcBorders>
              <w:top w:val="nil"/>
              <w:left w:val="nil"/>
              <w:bottom w:val="single" w:sz="4" w:space="0" w:color="auto"/>
              <w:right w:val="single" w:sz="4" w:space="0" w:color="auto"/>
            </w:tcBorders>
            <w:shd w:val="clear" w:color="auto" w:fill="auto"/>
            <w:hideMark/>
          </w:tcPr>
          <w:p w14:paraId="0984D06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6.5.5.1</w:t>
            </w:r>
            <w:r w:rsidRPr="00EF2F0E">
              <w:rPr>
                <w:rFonts w:ascii="Arial" w:hAnsi="Arial" w:cs="Arial"/>
                <w:sz w:val="18"/>
                <w:szCs w:val="18"/>
                <w:lang w:eastAsia="en-GB"/>
              </w:rPr>
              <w:br/>
              <w:t>6.5.5.2</w:t>
            </w:r>
          </w:p>
        </w:tc>
        <w:tc>
          <w:tcPr>
            <w:tcW w:w="820" w:type="dxa"/>
            <w:tcBorders>
              <w:top w:val="nil"/>
              <w:left w:val="nil"/>
              <w:bottom w:val="single" w:sz="4" w:space="0" w:color="auto"/>
              <w:right w:val="single" w:sz="4" w:space="0" w:color="auto"/>
            </w:tcBorders>
            <w:shd w:val="clear" w:color="auto" w:fill="auto"/>
            <w:vAlign w:val="center"/>
            <w:hideMark/>
          </w:tcPr>
          <w:p w14:paraId="0984D06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6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6.5.5.1</w:t>
            </w:r>
            <w:r w:rsidRPr="00EF2F0E">
              <w:rPr>
                <w:rFonts w:ascii="Arial" w:hAnsi="Arial" w:cs="Arial"/>
                <w:sz w:val="18"/>
                <w:szCs w:val="18"/>
                <w:lang w:eastAsia="en-GB"/>
              </w:rPr>
              <w:br/>
              <w:t>6.5.5.2</w:t>
            </w:r>
          </w:p>
        </w:tc>
        <w:tc>
          <w:tcPr>
            <w:tcW w:w="820" w:type="dxa"/>
            <w:tcBorders>
              <w:top w:val="nil"/>
              <w:left w:val="nil"/>
              <w:bottom w:val="single" w:sz="4" w:space="0" w:color="auto"/>
              <w:right w:val="single" w:sz="4" w:space="0" w:color="auto"/>
            </w:tcBorders>
            <w:shd w:val="clear" w:color="auto" w:fill="auto"/>
            <w:vAlign w:val="center"/>
            <w:hideMark/>
          </w:tcPr>
          <w:p w14:paraId="0984D06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6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6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6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6.5.5.1</w:t>
            </w:r>
            <w:r w:rsidRPr="00EF2F0E">
              <w:rPr>
                <w:rFonts w:ascii="Arial" w:hAnsi="Arial" w:cs="Arial"/>
                <w:sz w:val="18"/>
                <w:szCs w:val="18"/>
                <w:lang w:eastAsia="en-GB"/>
              </w:rPr>
              <w:br/>
              <w:t>6.5.5.3</w:t>
            </w:r>
          </w:p>
        </w:tc>
        <w:tc>
          <w:tcPr>
            <w:tcW w:w="820" w:type="dxa"/>
            <w:tcBorders>
              <w:top w:val="nil"/>
              <w:left w:val="nil"/>
              <w:bottom w:val="single" w:sz="4" w:space="0" w:color="auto"/>
              <w:right w:val="single" w:sz="4" w:space="0" w:color="auto"/>
            </w:tcBorders>
            <w:shd w:val="clear" w:color="auto" w:fill="auto"/>
            <w:vAlign w:val="center"/>
            <w:hideMark/>
          </w:tcPr>
          <w:p w14:paraId="0984D06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7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7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7E"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073"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Unwanted emissions</w:t>
            </w:r>
          </w:p>
        </w:tc>
        <w:tc>
          <w:tcPr>
            <w:tcW w:w="820" w:type="dxa"/>
            <w:tcBorders>
              <w:top w:val="nil"/>
              <w:left w:val="nil"/>
              <w:bottom w:val="single" w:sz="4" w:space="0" w:color="auto"/>
              <w:right w:val="single" w:sz="4" w:space="0" w:color="auto"/>
            </w:tcBorders>
            <w:shd w:val="clear" w:color="auto" w:fill="auto"/>
            <w:vAlign w:val="center"/>
            <w:hideMark/>
          </w:tcPr>
          <w:p w14:paraId="0984D07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0984D07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7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0984D07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7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0984D07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7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0984D07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7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0984D07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8A"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07F"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 xml:space="preserve">Occupied bandwidth </w:t>
            </w:r>
          </w:p>
        </w:tc>
        <w:tc>
          <w:tcPr>
            <w:tcW w:w="820" w:type="dxa"/>
            <w:tcBorders>
              <w:top w:val="nil"/>
              <w:left w:val="nil"/>
              <w:bottom w:val="single" w:sz="4" w:space="0" w:color="auto"/>
              <w:right w:val="single" w:sz="4" w:space="0" w:color="auto"/>
            </w:tcBorders>
            <w:shd w:val="clear" w:color="auto" w:fill="auto"/>
            <w:hideMark/>
          </w:tcPr>
          <w:p w14:paraId="0984D08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6.6.2.1</w:t>
            </w:r>
            <w:r w:rsidRPr="00EF2F0E">
              <w:rPr>
                <w:rFonts w:ascii="Arial" w:hAnsi="Arial" w:cs="Arial"/>
                <w:sz w:val="18"/>
                <w:szCs w:val="18"/>
                <w:lang w:eastAsia="en-GB"/>
              </w:rPr>
              <w:br/>
              <w:t>6.6.2.2</w:t>
            </w:r>
          </w:p>
        </w:tc>
        <w:tc>
          <w:tcPr>
            <w:tcW w:w="820" w:type="dxa"/>
            <w:tcBorders>
              <w:top w:val="nil"/>
              <w:left w:val="nil"/>
              <w:bottom w:val="single" w:sz="4" w:space="0" w:color="auto"/>
              <w:right w:val="single" w:sz="4" w:space="0" w:color="auto"/>
            </w:tcBorders>
            <w:shd w:val="clear" w:color="auto" w:fill="auto"/>
            <w:vAlign w:val="center"/>
            <w:hideMark/>
          </w:tcPr>
          <w:p w14:paraId="0984D08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82"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6.6.2.1</w:t>
            </w:r>
            <w:r w:rsidRPr="00EF2F0E">
              <w:rPr>
                <w:rFonts w:ascii="Arial" w:hAnsi="Arial" w:cs="Arial"/>
                <w:sz w:val="18"/>
                <w:szCs w:val="18"/>
                <w:lang w:eastAsia="en-GB"/>
              </w:rPr>
              <w:br/>
              <w:t>6.6.2.2</w:t>
            </w:r>
          </w:p>
        </w:tc>
        <w:tc>
          <w:tcPr>
            <w:tcW w:w="820" w:type="dxa"/>
            <w:tcBorders>
              <w:top w:val="nil"/>
              <w:left w:val="nil"/>
              <w:bottom w:val="single" w:sz="4" w:space="0" w:color="auto"/>
              <w:right w:val="single" w:sz="4" w:space="0" w:color="auto"/>
            </w:tcBorders>
            <w:shd w:val="clear" w:color="auto" w:fill="auto"/>
            <w:vAlign w:val="center"/>
            <w:hideMark/>
          </w:tcPr>
          <w:p w14:paraId="0984D08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8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6.6.2.1</w:t>
            </w:r>
            <w:r w:rsidRPr="00EF2F0E">
              <w:rPr>
                <w:rFonts w:ascii="Arial" w:hAnsi="Arial" w:cs="Arial"/>
                <w:sz w:val="18"/>
                <w:szCs w:val="18"/>
                <w:lang w:eastAsia="en-GB"/>
              </w:rPr>
              <w:br/>
              <w:t>6.6.2.2</w:t>
            </w:r>
          </w:p>
        </w:tc>
        <w:tc>
          <w:tcPr>
            <w:tcW w:w="820" w:type="dxa"/>
            <w:tcBorders>
              <w:top w:val="nil"/>
              <w:left w:val="nil"/>
              <w:bottom w:val="single" w:sz="4" w:space="0" w:color="auto"/>
              <w:right w:val="single" w:sz="4" w:space="0" w:color="auto"/>
            </w:tcBorders>
            <w:shd w:val="clear" w:color="auto" w:fill="auto"/>
            <w:vAlign w:val="center"/>
            <w:hideMark/>
          </w:tcPr>
          <w:p w14:paraId="0984D08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8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6.6.2.1</w:t>
            </w:r>
            <w:r w:rsidRPr="00EF2F0E">
              <w:rPr>
                <w:rFonts w:ascii="Arial" w:hAnsi="Arial" w:cs="Arial"/>
                <w:sz w:val="18"/>
                <w:szCs w:val="18"/>
                <w:lang w:eastAsia="en-GB"/>
              </w:rPr>
              <w:br/>
              <w:t>6.6.2.3</w:t>
            </w:r>
          </w:p>
        </w:tc>
        <w:tc>
          <w:tcPr>
            <w:tcW w:w="820" w:type="dxa"/>
            <w:tcBorders>
              <w:top w:val="nil"/>
              <w:left w:val="nil"/>
              <w:bottom w:val="single" w:sz="4" w:space="0" w:color="auto"/>
              <w:right w:val="single" w:sz="4" w:space="0" w:color="auto"/>
            </w:tcBorders>
            <w:shd w:val="clear" w:color="auto" w:fill="auto"/>
            <w:vAlign w:val="center"/>
            <w:hideMark/>
          </w:tcPr>
          <w:p w14:paraId="0984D08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8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6.6.2.1</w:t>
            </w:r>
            <w:r w:rsidRPr="00EF2F0E">
              <w:rPr>
                <w:rFonts w:ascii="Arial" w:hAnsi="Arial" w:cs="Arial"/>
                <w:sz w:val="18"/>
                <w:szCs w:val="18"/>
                <w:lang w:eastAsia="en-GB"/>
              </w:rPr>
              <w:br/>
              <w:t>6.6.2.4</w:t>
            </w:r>
          </w:p>
        </w:tc>
        <w:tc>
          <w:tcPr>
            <w:tcW w:w="820" w:type="dxa"/>
            <w:tcBorders>
              <w:top w:val="nil"/>
              <w:left w:val="nil"/>
              <w:bottom w:val="single" w:sz="4" w:space="0" w:color="auto"/>
              <w:right w:val="single" w:sz="4" w:space="0" w:color="auto"/>
            </w:tcBorders>
            <w:shd w:val="clear" w:color="auto" w:fill="auto"/>
            <w:vAlign w:val="center"/>
            <w:hideMark/>
          </w:tcPr>
          <w:p w14:paraId="0984D08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96" w14:textId="77777777" w:rsidTr="00A40339">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984D08B"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ACLR  (and Cumulative ACLR)</w:t>
            </w:r>
          </w:p>
        </w:tc>
        <w:tc>
          <w:tcPr>
            <w:tcW w:w="820" w:type="dxa"/>
            <w:tcBorders>
              <w:top w:val="nil"/>
              <w:left w:val="nil"/>
              <w:bottom w:val="single" w:sz="4" w:space="0" w:color="auto"/>
              <w:right w:val="single" w:sz="4" w:space="0" w:color="auto"/>
            </w:tcBorders>
            <w:shd w:val="clear" w:color="auto" w:fill="auto"/>
            <w:hideMark/>
          </w:tcPr>
          <w:p w14:paraId="0984D08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6.6.3.1</w:t>
            </w:r>
            <w:r w:rsidRPr="00EF2F0E">
              <w:rPr>
                <w:rFonts w:ascii="Arial" w:hAnsi="Arial" w:cs="Arial"/>
                <w:sz w:val="18"/>
                <w:szCs w:val="18"/>
                <w:lang w:eastAsia="en-GB"/>
              </w:rPr>
              <w:br/>
              <w:t>6.6.3.2</w:t>
            </w:r>
          </w:p>
        </w:tc>
        <w:tc>
          <w:tcPr>
            <w:tcW w:w="820" w:type="dxa"/>
            <w:tcBorders>
              <w:top w:val="nil"/>
              <w:left w:val="nil"/>
              <w:bottom w:val="single" w:sz="4" w:space="0" w:color="auto"/>
              <w:right w:val="single" w:sz="4" w:space="0" w:color="auto"/>
            </w:tcBorders>
            <w:shd w:val="clear" w:color="auto" w:fill="auto"/>
            <w:vAlign w:val="center"/>
            <w:hideMark/>
          </w:tcPr>
          <w:p w14:paraId="0984D08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8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6.6.3.1</w:t>
            </w:r>
            <w:r w:rsidRPr="00EF2F0E">
              <w:rPr>
                <w:rFonts w:ascii="Arial" w:hAnsi="Arial" w:cs="Arial"/>
                <w:sz w:val="18"/>
                <w:szCs w:val="18"/>
                <w:lang w:eastAsia="en-GB"/>
              </w:rPr>
              <w:br/>
              <w:t>6.6.3.2</w:t>
            </w:r>
          </w:p>
        </w:tc>
        <w:tc>
          <w:tcPr>
            <w:tcW w:w="820" w:type="dxa"/>
            <w:tcBorders>
              <w:top w:val="nil"/>
              <w:left w:val="nil"/>
              <w:bottom w:val="single" w:sz="4" w:space="0" w:color="auto"/>
              <w:right w:val="single" w:sz="4" w:space="0" w:color="auto"/>
            </w:tcBorders>
            <w:shd w:val="clear" w:color="auto" w:fill="auto"/>
            <w:vAlign w:val="center"/>
            <w:hideMark/>
          </w:tcPr>
          <w:p w14:paraId="0984D08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9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6.6.3.1</w:t>
            </w:r>
            <w:r w:rsidRPr="00EF2F0E">
              <w:rPr>
                <w:rFonts w:ascii="Arial" w:hAnsi="Arial" w:cs="Arial"/>
                <w:sz w:val="18"/>
                <w:szCs w:val="18"/>
                <w:lang w:eastAsia="en-GB"/>
              </w:rPr>
              <w:br/>
              <w:t>6.6.3.2</w:t>
            </w:r>
          </w:p>
        </w:tc>
        <w:tc>
          <w:tcPr>
            <w:tcW w:w="820" w:type="dxa"/>
            <w:tcBorders>
              <w:top w:val="nil"/>
              <w:left w:val="nil"/>
              <w:bottom w:val="single" w:sz="4" w:space="0" w:color="auto"/>
              <w:right w:val="single" w:sz="4" w:space="0" w:color="auto"/>
            </w:tcBorders>
            <w:shd w:val="clear" w:color="auto" w:fill="auto"/>
            <w:vAlign w:val="center"/>
            <w:hideMark/>
          </w:tcPr>
          <w:p w14:paraId="0984D09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92"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6.6.3.1</w:t>
            </w:r>
            <w:r w:rsidRPr="00EF2F0E">
              <w:rPr>
                <w:rFonts w:ascii="Arial" w:hAnsi="Arial" w:cs="Arial"/>
                <w:sz w:val="18"/>
                <w:szCs w:val="18"/>
                <w:lang w:eastAsia="en-GB"/>
              </w:rPr>
              <w:br/>
              <w:t>6.6.3.3</w:t>
            </w:r>
          </w:p>
        </w:tc>
        <w:tc>
          <w:tcPr>
            <w:tcW w:w="820" w:type="dxa"/>
            <w:tcBorders>
              <w:top w:val="nil"/>
              <w:left w:val="nil"/>
              <w:bottom w:val="single" w:sz="4" w:space="0" w:color="auto"/>
              <w:right w:val="single" w:sz="4" w:space="0" w:color="auto"/>
            </w:tcBorders>
            <w:shd w:val="clear" w:color="auto" w:fill="auto"/>
            <w:vAlign w:val="center"/>
            <w:hideMark/>
          </w:tcPr>
          <w:p w14:paraId="0984D09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9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6.6.3.1</w:t>
            </w:r>
            <w:r w:rsidRPr="00EF2F0E">
              <w:rPr>
                <w:rFonts w:ascii="Arial" w:hAnsi="Arial" w:cs="Arial"/>
                <w:sz w:val="18"/>
                <w:szCs w:val="18"/>
                <w:lang w:eastAsia="en-GB"/>
              </w:rPr>
              <w:br/>
              <w:t>6.6.3.4</w:t>
            </w:r>
          </w:p>
        </w:tc>
        <w:tc>
          <w:tcPr>
            <w:tcW w:w="820" w:type="dxa"/>
            <w:tcBorders>
              <w:top w:val="nil"/>
              <w:left w:val="nil"/>
              <w:bottom w:val="single" w:sz="4" w:space="0" w:color="auto"/>
              <w:right w:val="single" w:sz="4" w:space="0" w:color="auto"/>
            </w:tcBorders>
            <w:shd w:val="clear" w:color="auto" w:fill="auto"/>
            <w:vAlign w:val="center"/>
            <w:hideMark/>
          </w:tcPr>
          <w:p w14:paraId="0984D09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A2" w14:textId="77777777" w:rsidTr="00A40339">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984D097"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Spectrum emission mask</w:t>
            </w:r>
          </w:p>
        </w:tc>
        <w:tc>
          <w:tcPr>
            <w:tcW w:w="820" w:type="dxa"/>
            <w:tcBorders>
              <w:top w:val="nil"/>
              <w:left w:val="nil"/>
              <w:bottom w:val="single" w:sz="4" w:space="0" w:color="auto"/>
              <w:right w:val="single" w:sz="4" w:space="0" w:color="auto"/>
            </w:tcBorders>
            <w:shd w:val="clear" w:color="auto" w:fill="auto"/>
            <w:vAlign w:val="center"/>
            <w:hideMark/>
          </w:tcPr>
          <w:p w14:paraId="0984D09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9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9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9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9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9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9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6.6.4.1</w:t>
            </w:r>
            <w:r w:rsidRPr="00EF2F0E">
              <w:rPr>
                <w:rFonts w:ascii="Arial" w:hAnsi="Arial" w:cs="Arial"/>
                <w:sz w:val="18"/>
                <w:szCs w:val="18"/>
                <w:lang w:eastAsia="en-GB"/>
              </w:rPr>
              <w:br/>
              <w:t>6.6.4.3</w:t>
            </w:r>
          </w:p>
        </w:tc>
        <w:tc>
          <w:tcPr>
            <w:tcW w:w="820" w:type="dxa"/>
            <w:tcBorders>
              <w:top w:val="nil"/>
              <w:left w:val="nil"/>
              <w:bottom w:val="single" w:sz="4" w:space="0" w:color="auto"/>
              <w:right w:val="single" w:sz="4" w:space="0" w:color="auto"/>
            </w:tcBorders>
            <w:shd w:val="clear" w:color="auto" w:fill="auto"/>
            <w:vAlign w:val="center"/>
            <w:hideMark/>
          </w:tcPr>
          <w:p w14:paraId="0984D09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A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A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AE" w14:textId="77777777" w:rsidTr="00A40339">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984D0A3"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Operating band unwanted emissions</w:t>
            </w:r>
          </w:p>
        </w:tc>
        <w:tc>
          <w:tcPr>
            <w:tcW w:w="820" w:type="dxa"/>
            <w:tcBorders>
              <w:top w:val="nil"/>
              <w:left w:val="nil"/>
              <w:bottom w:val="single" w:sz="4" w:space="0" w:color="auto"/>
              <w:right w:val="single" w:sz="4" w:space="0" w:color="auto"/>
            </w:tcBorders>
            <w:shd w:val="clear" w:color="auto" w:fill="auto"/>
            <w:hideMark/>
          </w:tcPr>
          <w:p w14:paraId="0984D0A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6.6.5.1</w:t>
            </w:r>
            <w:r w:rsidRPr="00EF2F0E">
              <w:rPr>
                <w:rFonts w:ascii="Arial" w:hAnsi="Arial" w:cs="Arial"/>
                <w:sz w:val="18"/>
                <w:szCs w:val="18"/>
                <w:lang w:eastAsia="en-GB"/>
              </w:rPr>
              <w:br/>
              <w:t>6.6.5.2</w:t>
            </w:r>
          </w:p>
        </w:tc>
        <w:tc>
          <w:tcPr>
            <w:tcW w:w="820" w:type="dxa"/>
            <w:tcBorders>
              <w:top w:val="nil"/>
              <w:left w:val="nil"/>
              <w:bottom w:val="single" w:sz="4" w:space="0" w:color="auto"/>
              <w:right w:val="single" w:sz="4" w:space="0" w:color="auto"/>
            </w:tcBorders>
            <w:shd w:val="clear" w:color="auto" w:fill="auto"/>
            <w:vAlign w:val="center"/>
            <w:hideMark/>
          </w:tcPr>
          <w:p w14:paraId="0984D0A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A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6.6.5.1</w:t>
            </w:r>
            <w:r w:rsidRPr="00EF2F0E">
              <w:rPr>
                <w:rFonts w:ascii="Arial" w:hAnsi="Arial" w:cs="Arial"/>
                <w:sz w:val="18"/>
                <w:szCs w:val="18"/>
                <w:lang w:eastAsia="en-GB"/>
              </w:rPr>
              <w:br/>
              <w:t>6.6.5.2</w:t>
            </w:r>
          </w:p>
        </w:tc>
        <w:tc>
          <w:tcPr>
            <w:tcW w:w="820" w:type="dxa"/>
            <w:tcBorders>
              <w:top w:val="nil"/>
              <w:left w:val="nil"/>
              <w:bottom w:val="single" w:sz="4" w:space="0" w:color="auto"/>
              <w:right w:val="single" w:sz="4" w:space="0" w:color="auto"/>
            </w:tcBorders>
            <w:shd w:val="clear" w:color="auto" w:fill="auto"/>
            <w:vAlign w:val="center"/>
            <w:hideMark/>
          </w:tcPr>
          <w:p w14:paraId="0984D0A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A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6.6.5.1</w:t>
            </w:r>
            <w:r w:rsidRPr="00EF2F0E">
              <w:rPr>
                <w:rFonts w:ascii="Arial" w:hAnsi="Arial" w:cs="Arial"/>
                <w:sz w:val="18"/>
                <w:szCs w:val="18"/>
                <w:lang w:eastAsia="en-GB"/>
              </w:rPr>
              <w:br/>
              <w:t>6.6.5.2</w:t>
            </w:r>
          </w:p>
        </w:tc>
        <w:tc>
          <w:tcPr>
            <w:tcW w:w="820" w:type="dxa"/>
            <w:tcBorders>
              <w:top w:val="nil"/>
              <w:left w:val="nil"/>
              <w:bottom w:val="single" w:sz="4" w:space="0" w:color="auto"/>
              <w:right w:val="single" w:sz="4" w:space="0" w:color="auto"/>
            </w:tcBorders>
            <w:shd w:val="clear" w:color="auto" w:fill="auto"/>
            <w:vAlign w:val="center"/>
            <w:hideMark/>
          </w:tcPr>
          <w:p w14:paraId="0984D0A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A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0A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A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6.6.5.1</w:t>
            </w:r>
            <w:r w:rsidRPr="00EF2F0E">
              <w:rPr>
                <w:rFonts w:ascii="Arial" w:hAnsi="Arial" w:cs="Arial"/>
                <w:sz w:val="18"/>
                <w:szCs w:val="18"/>
                <w:lang w:eastAsia="en-GB"/>
              </w:rPr>
              <w:br/>
              <w:t>6.6.5.4</w:t>
            </w:r>
          </w:p>
        </w:tc>
        <w:tc>
          <w:tcPr>
            <w:tcW w:w="820" w:type="dxa"/>
            <w:tcBorders>
              <w:top w:val="nil"/>
              <w:left w:val="nil"/>
              <w:bottom w:val="single" w:sz="4" w:space="0" w:color="auto"/>
              <w:right w:val="single" w:sz="4" w:space="0" w:color="auto"/>
            </w:tcBorders>
            <w:shd w:val="clear" w:color="auto" w:fill="auto"/>
            <w:vAlign w:val="center"/>
            <w:hideMark/>
          </w:tcPr>
          <w:p w14:paraId="0984D0A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BA" w14:textId="77777777" w:rsidTr="00A40339">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984D0AF"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Transmitter spurious emissions</w:t>
            </w:r>
          </w:p>
        </w:tc>
        <w:tc>
          <w:tcPr>
            <w:tcW w:w="820" w:type="dxa"/>
            <w:tcBorders>
              <w:top w:val="nil"/>
              <w:left w:val="nil"/>
              <w:bottom w:val="single" w:sz="4" w:space="0" w:color="auto"/>
              <w:right w:val="single" w:sz="4" w:space="0" w:color="auto"/>
            </w:tcBorders>
            <w:shd w:val="clear" w:color="auto" w:fill="auto"/>
            <w:hideMark/>
          </w:tcPr>
          <w:p w14:paraId="0984D0B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6.6.6.1</w:t>
            </w:r>
            <w:r w:rsidRPr="00EF2F0E">
              <w:rPr>
                <w:rFonts w:ascii="Arial" w:hAnsi="Arial" w:cs="Arial"/>
                <w:sz w:val="18"/>
                <w:szCs w:val="18"/>
                <w:lang w:eastAsia="en-GB"/>
              </w:rPr>
              <w:br/>
              <w:t>6.6.6.2</w:t>
            </w:r>
          </w:p>
        </w:tc>
        <w:tc>
          <w:tcPr>
            <w:tcW w:w="820" w:type="dxa"/>
            <w:tcBorders>
              <w:top w:val="nil"/>
              <w:left w:val="nil"/>
              <w:bottom w:val="single" w:sz="4" w:space="0" w:color="auto"/>
              <w:right w:val="single" w:sz="4" w:space="0" w:color="auto"/>
            </w:tcBorders>
            <w:shd w:val="clear" w:color="auto" w:fill="auto"/>
            <w:vAlign w:val="center"/>
            <w:hideMark/>
          </w:tcPr>
          <w:p w14:paraId="0984D0B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B2"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6.6.6.1</w:t>
            </w:r>
            <w:r w:rsidRPr="00EF2F0E">
              <w:rPr>
                <w:rFonts w:ascii="Arial" w:hAnsi="Arial" w:cs="Arial"/>
                <w:sz w:val="18"/>
                <w:szCs w:val="18"/>
                <w:lang w:eastAsia="en-GB"/>
              </w:rPr>
              <w:br/>
              <w:t>6.6.6.2</w:t>
            </w:r>
          </w:p>
        </w:tc>
        <w:tc>
          <w:tcPr>
            <w:tcW w:w="820" w:type="dxa"/>
            <w:tcBorders>
              <w:top w:val="nil"/>
              <w:left w:val="nil"/>
              <w:bottom w:val="single" w:sz="4" w:space="0" w:color="auto"/>
              <w:right w:val="single" w:sz="4" w:space="0" w:color="auto"/>
            </w:tcBorders>
            <w:shd w:val="clear" w:color="auto" w:fill="auto"/>
            <w:vAlign w:val="center"/>
            <w:hideMark/>
          </w:tcPr>
          <w:p w14:paraId="0984D0B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B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6.6.6.1</w:t>
            </w:r>
            <w:r w:rsidRPr="00EF2F0E">
              <w:rPr>
                <w:rFonts w:ascii="Arial" w:hAnsi="Arial" w:cs="Arial"/>
                <w:sz w:val="18"/>
                <w:szCs w:val="18"/>
                <w:lang w:eastAsia="en-GB"/>
              </w:rPr>
              <w:br/>
              <w:t>6.6.6.2</w:t>
            </w:r>
          </w:p>
        </w:tc>
        <w:tc>
          <w:tcPr>
            <w:tcW w:w="820" w:type="dxa"/>
            <w:tcBorders>
              <w:top w:val="nil"/>
              <w:left w:val="nil"/>
              <w:bottom w:val="single" w:sz="4" w:space="0" w:color="auto"/>
              <w:right w:val="single" w:sz="4" w:space="0" w:color="auto"/>
            </w:tcBorders>
            <w:shd w:val="clear" w:color="auto" w:fill="auto"/>
            <w:vAlign w:val="center"/>
            <w:hideMark/>
          </w:tcPr>
          <w:p w14:paraId="0984D0B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B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6.6.6.1</w:t>
            </w:r>
            <w:r w:rsidRPr="00EF2F0E">
              <w:rPr>
                <w:rFonts w:ascii="Arial" w:hAnsi="Arial" w:cs="Arial"/>
                <w:sz w:val="18"/>
                <w:szCs w:val="18"/>
                <w:lang w:eastAsia="en-GB"/>
              </w:rPr>
              <w:br/>
              <w:t>6.6.6.3</w:t>
            </w:r>
          </w:p>
        </w:tc>
        <w:tc>
          <w:tcPr>
            <w:tcW w:w="820" w:type="dxa"/>
            <w:tcBorders>
              <w:top w:val="nil"/>
              <w:left w:val="nil"/>
              <w:bottom w:val="single" w:sz="4" w:space="0" w:color="auto"/>
              <w:right w:val="single" w:sz="4" w:space="0" w:color="auto"/>
            </w:tcBorders>
            <w:shd w:val="clear" w:color="auto" w:fill="auto"/>
            <w:vAlign w:val="center"/>
            <w:hideMark/>
          </w:tcPr>
          <w:p w14:paraId="0984D0B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B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6.6.6.1</w:t>
            </w:r>
            <w:r w:rsidRPr="00EF2F0E">
              <w:rPr>
                <w:rFonts w:ascii="Arial" w:hAnsi="Arial" w:cs="Arial"/>
                <w:sz w:val="18"/>
                <w:szCs w:val="18"/>
                <w:lang w:eastAsia="en-GB"/>
              </w:rPr>
              <w:br/>
              <w:t>6.6.6.4</w:t>
            </w:r>
          </w:p>
        </w:tc>
        <w:tc>
          <w:tcPr>
            <w:tcW w:w="820" w:type="dxa"/>
            <w:tcBorders>
              <w:top w:val="nil"/>
              <w:left w:val="nil"/>
              <w:bottom w:val="single" w:sz="4" w:space="0" w:color="auto"/>
              <w:right w:val="single" w:sz="4" w:space="0" w:color="auto"/>
            </w:tcBorders>
            <w:shd w:val="clear" w:color="auto" w:fill="auto"/>
            <w:vAlign w:val="center"/>
            <w:hideMark/>
          </w:tcPr>
          <w:p w14:paraId="0984D0B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C6"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0BB"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Transmitter intermodulation</w:t>
            </w:r>
          </w:p>
        </w:tc>
        <w:tc>
          <w:tcPr>
            <w:tcW w:w="820" w:type="dxa"/>
            <w:tcBorders>
              <w:top w:val="nil"/>
              <w:left w:val="nil"/>
              <w:bottom w:val="single" w:sz="4" w:space="0" w:color="auto"/>
              <w:right w:val="single" w:sz="4" w:space="0" w:color="auto"/>
            </w:tcBorders>
            <w:shd w:val="clear" w:color="auto" w:fill="auto"/>
            <w:hideMark/>
          </w:tcPr>
          <w:p w14:paraId="0984D0B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6.7.1</w:t>
            </w:r>
            <w:r w:rsidRPr="00EF2F0E">
              <w:rPr>
                <w:rFonts w:ascii="Arial" w:hAnsi="Arial" w:cs="Arial"/>
                <w:sz w:val="18"/>
                <w:szCs w:val="18"/>
                <w:lang w:eastAsia="en-GB"/>
              </w:rPr>
              <w:br/>
              <w:t>6.7.2</w:t>
            </w:r>
          </w:p>
        </w:tc>
        <w:tc>
          <w:tcPr>
            <w:tcW w:w="820" w:type="dxa"/>
            <w:tcBorders>
              <w:top w:val="nil"/>
              <w:left w:val="nil"/>
              <w:bottom w:val="single" w:sz="4" w:space="0" w:color="auto"/>
              <w:right w:val="single" w:sz="4" w:space="0" w:color="auto"/>
            </w:tcBorders>
            <w:shd w:val="clear" w:color="auto" w:fill="auto"/>
            <w:vAlign w:val="center"/>
            <w:hideMark/>
          </w:tcPr>
          <w:p w14:paraId="0984D0B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B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6.7.1</w:t>
            </w:r>
            <w:r w:rsidRPr="00EF2F0E">
              <w:rPr>
                <w:rFonts w:ascii="Arial" w:hAnsi="Arial" w:cs="Arial"/>
                <w:sz w:val="18"/>
                <w:szCs w:val="18"/>
                <w:lang w:eastAsia="en-GB"/>
              </w:rPr>
              <w:br/>
              <w:t>6.7.2</w:t>
            </w:r>
          </w:p>
        </w:tc>
        <w:tc>
          <w:tcPr>
            <w:tcW w:w="820" w:type="dxa"/>
            <w:tcBorders>
              <w:top w:val="nil"/>
              <w:left w:val="nil"/>
              <w:bottom w:val="single" w:sz="4" w:space="0" w:color="auto"/>
              <w:right w:val="single" w:sz="4" w:space="0" w:color="auto"/>
            </w:tcBorders>
            <w:shd w:val="clear" w:color="auto" w:fill="auto"/>
            <w:vAlign w:val="center"/>
            <w:hideMark/>
          </w:tcPr>
          <w:p w14:paraId="0984D0B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C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6.7.1</w:t>
            </w:r>
            <w:r w:rsidRPr="00EF2F0E">
              <w:rPr>
                <w:rFonts w:ascii="Arial" w:hAnsi="Arial" w:cs="Arial"/>
                <w:sz w:val="18"/>
                <w:szCs w:val="18"/>
                <w:lang w:eastAsia="en-GB"/>
              </w:rPr>
              <w:br/>
              <w:t>6.7.2</w:t>
            </w:r>
          </w:p>
        </w:tc>
        <w:tc>
          <w:tcPr>
            <w:tcW w:w="820" w:type="dxa"/>
            <w:tcBorders>
              <w:top w:val="nil"/>
              <w:left w:val="nil"/>
              <w:bottom w:val="single" w:sz="4" w:space="0" w:color="auto"/>
              <w:right w:val="single" w:sz="4" w:space="0" w:color="auto"/>
            </w:tcBorders>
            <w:shd w:val="clear" w:color="auto" w:fill="auto"/>
            <w:vAlign w:val="center"/>
            <w:hideMark/>
          </w:tcPr>
          <w:p w14:paraId="0984D0C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C2"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6.7.1</w:t>
            </w:r>
            <w:r w:rsidRPr="00EF2F0E">
              <w:rPr>
                <w:rFonts w:ascii="Arial" w:hAnsi="Arial" w:cs="Arial"/>
                <w:sz w:val="18"/>
                <w:szCs w:val="18"/>
                <w:lang w:eastAsia="en-GB"/>
              </w:rPr>
              <w:br/>
              <w:t>6.7.3</w:t>
            </w:r>
          </w:p>
        </w:tc>
        <w:tc>
          <w:tcPr>
            <w:tcW w:w="820" w:type="dxa"/>
            <w:tcBorders>
              <w:top w:val="nil"/>
              <w:left w:val="nil"/>
              <w:bottom w:val="single" w:sz="4" w:space="0" w:color="auto"/>
              <w:right w:val="single" w:sz="4" w:space="0" w:color="auto"/>
            </w:tcBorders>
            <w:shd w:val="clear" w:color="auto" w:fill="auto"/>
            <w:vAlign w:val="center"/>
            <w:hideMark/>
          </w:tcPr>
          <w:p w14:paraId="0984D0C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C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6.7.1</w:t>
            </w:r>
            <w:r w:rsidRPr="00EF2F0E">
              <w:rPr>
                <w:rFonts w:ascii="Arial" w:hAnsi="Arial" w:cs="Arial"/>
                <w:sz w:val="18"/>
                <w:szCs w:val="18"/>
                <w:lang w:eastAsia="en-GB"/>
              </w:rPr>
              <w:br/>
              <w:t>6.7.4</w:t>
            </w:r>
          </w:p>
        </w:tc>
        <w:tc>
          <w:tcPr>
            <w:tcW w:w="820" w:type="dxa"/>
            <w:tcBorders>
              <w:top w:val="nil"/>
              <w:left w:val="nil"/>
              <w:bottom w:val="single" w:sz="4" w:space="0" w:color="auto"/>
              <w:right w:val="single" w:sz="4" w:space="0" w:color="auto"/>
            </w:tcBorders>
            <w:shd w:val="clear" w:color="auto" w:fill="auto"/>
            <w:vAlign w:val="center"/>
            <w:hideMark/>
          </w:tcPr>
          <w:p w14:paraId="0984D0C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D2"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0C7"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Reference sensitivity level</w:t>
            </w:r>
          </w:p>
        </w:tc>
        <w:tc>
          <w:tcPr>
            <w:tcW w:w="820" w:type="dxa"/>
            <w:tcBorders>
              <w:top w:val="nil"/>
              <w:left w:val="nil"/>
              <w:bottom w:val="single" w:sz="4" w:space="0" w:color="auto"/>
              <w:right w:val="single" w:sz="4" w:space="0" w:color="auto"/>
            </w:tcBorders>
            <w:shd w:val="clear" w:color="auto" w:fill="auto"/>
            <w:hideMark/>
          </w:tcPr>
          <w:p w14:paraId="0984D0C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7.2.1</w:t>
            </w:r>
            <w:r w:rsidRPr="00EF2F0E">
              <w:rPr>
                <w:rFonts w:ascii="Arial" w:hAnsi="Arial" w:cs="Arial"/>
                <w:sz w:val="18"/>
                <w:szCs w:val="18"/>
                <w:lang w:eastAsia="en-GB"/>
              </w:rPr>
              <w:br/>
              <w:t>7.2.2</w:t>
            </w:r>
          </w:p>
        </w:tc>
        <w:tc>
          <w:tcPr>
            <w:tcW w:w="820" w:type="dxa"/>
            <w:tcBorders>
              <w:top w:val="nil"/>
              <w:left w:val="nil"/>
              <w:bottom w:val="single" w:sz="4" w:space="0" w:color="auto"/>
              <w:right w:val="single" w:sz="4" w:space="0" w:color="auto"/>
            </w:tcBorders>
            <w:shd w:val="clear" w:color="auto" w:fill="auto"/>
            <w:vAlign w:val="center"/>
            <w:hideMark/>
          </w:tcPr>
          <w:p w14:paraId="0984D0C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C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7.2.1</w:t>
            </w:r>
            <w:r w:rsidRPr="00EF2F0E">
              <w:rPr>
                <w:rFonts w:ascii="Arial" w:hAnsi="Arial" w:cs="Arial"/>
                <w:sz w:val="18"/>
                <w:szCs w:val="18"/>
                <w:lang w:eastAsia="en-GB"/>
              </w:rPr>
              <w:br/>
              <w:t>7.2.2</w:t>
            </w:r>
          </w:p>
        </w:tc>
        <w:tc>
          <w:tcPr>
            <w:tcW w:w="820" w:type="dxa"/>
            <w:tcBorders>
              <w:top w:val="nil"/>
              <w:left w:val="nil"/>
              <w:bottom w:val="single" w:sz="4" w:space="0" w:color="auto"/>
              <w:right w:val="single" w:sz="4" w:space="0" w:color="auto"/>
            </w:tcBorders>
            <w:shd w:val="clear" w:color="auto" w:fill="auto"/>
            <w:vAlign w:val="center"/>
            <w:hideMark/>
          </w:tcPr>
          <w:p w14:paraId="0984D0C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C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7.2.1</w:t>
            </w:r>
            <w:r w:rsidRPr="00EF2F0E">
              <w:rPr>
                <w:rFonts w:ascii="Arial" w:hAnsi="Arial" w:cs="Arial"/>
                <w:sz w:val="18"/>
                <w:szCs w:val="18"/>
                <w:lang w:eastAsia="en-GB"/>
              </w:rPr>
              <w:br/>
              <w:t>7.2.2</w:t>
            </w:r>
          </w:p>
        </w:tc>
        <w:tc>
          <w:tcPr>
            <w:tcW w:w="820" w:type="dxa"/>
            <w:tcBorders>
              <w:top w:val="nil"/>
              <w:left w:val="nil"/>
              <w:bottom w:val="single" w:sz="4" w:space="0" w:color="auto"/>
              <w:right w:val="single" w:sz="4" w:space="0" w:color="auto"/>
            </w:tcBorders>
            <w:shd w:val="clear" w:color="auto" w:fill="auto"/>
            <w:vAlign w:val="center"/>
            <w:hideMark/>
          </w:tcPr>
          <w:p w14:paraId="0984D0C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C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7.2.1</w:t>
            </w:r>
            <w:r w:rsidRPr="00EF2F0E">
              <w:rPr>
                <w:rFonts w:ascii="Arial" w:hAnsi="Arial" w:cs="Arial"/>
                <w:sz w:val="18"/>
                <w:szCs w:val="18"/>
                <w:lang w:eastAsia="en-GB"/>
              </w:rPr>
              <w:br/>
              <w:t>7.2.3</w:t>
            </w:r>
          </w:p>
        </w:tc>
        <w:tc>
          <w:tcPr>
            <w:tcW w:w="820" w:type="dxa"/>
            <w:tcBorders>
              <w:top w:val="nil"/>
              <w:left w:val="nil"/>
              <w:bottom w:val="single" w:sz="4" w:space="0" w:color="auto"/>
              <w:right w:val="single" w:sz="4" w:space="0" w:color="auto"/>
            </w:tcBorders>
            <w:shd w:val="clear" w:color="auto" w:fill="auto"/>
            <w:vAlign w:val="center"/>
            <w:hideMark/>
          </w:tcPr>
          <w:p w14:paraId="0984D0C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D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7.2.1</w:t>
            </w:r>
            <w:r w:rsidRPr="00EF2F0E">
              <w:rPr>
                <w:rFonts w:ascii="Arial" w:hAnsi="Arial" w:cs="Arial"/>
                <w:sz w:val="18"/>
                <w:szCs w:val="18"/>
                <w:lang w:eastAsia="en-GB"/>
              </w:rPr>
              <w:br/>
              <w:t>7.2.4</w:t>
            </w:r>
          </w:p>
        </w:tc>
        <w:tc>
          <w:tcPr>
            <w:tcW w:w="820" w:type="dxa"/>
            <w:tcBorders>
              <w:top w:val="nil"/>
              <w:left w:val="nil"/>
              <w:bottom w:val="single" w:sz="4" w:space="0" w:color="auto"/>
              <w:right w:val="single" w:sz="4" w:space="0" w:color="auto"/>
            </w:tcBorders>
            <w:shd w:val="clear" w:color="auto" w:fill="auto"/>
            <w:vAlign w:val="center"/>
            <w:hideMark/>
          </w:tcPr>
          <w:p w14:paraId="0984D0D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DE"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0D3"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Dynamic range</w:t>
            </w:r>
          </w:p>
        </w:tc>
        <w:tc>
          <w:tcPr>
            <w:tcW w:w="820" w:type="dxa"/>
            <w:tcBorders>
              <w:top w:val="nil"/>
              <w:left w:val="nil"/>
              <w:bottom w:val="single" w:sz="4" w:space="0" w:color="auto"/>
              <w:right w:val="single" w:sz="4" w:space="0" w:color="auto"/>
            </w:tcBorders>
            <w:shd w:val="clear" w:color="auto" w:fill="auto"/>
            <w:hideMark/>
          </w:tcPr>
          <w:p w14:paraId="0984D0D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7.3.1</w:t>
            </w:r>
            <w:r w:rsidRPr="00EF2F0E">
              <w:rPr>
                <w:rFonts w:ascii="Arial" w:hAnsi="Arial" w:cs="Arial"/>
                <w:sz w:val="18"/>
                <w:szCs w:val="18"/>
                <w:lang w:eastAsia="en-GB"/>
              </w:rPr>
              <w:br/>
              <w:t>7.3.2</w:t>
            </w:r>
          </w:p>
        </w:tc>
        <w:tc>
          <w:tcPr>
            <w:tcW w:w="820" w:type="dxa"/>
            <w:tcBorders>
              <w:top w:val="nil"/>
              <w:left w:val="nil"/>
              <w:bottom w:val="single" w:sz="4" w:space="0" w:color="auto"/>
              <w:right w:val="single" w:sz="4" w:space="0" w:color="auto"/>
            </w:tcBorders>
            <w:shd w:val="clear" w:color="auto" w:fill="auto"/>
            <w:vAlign w:val="center"/>
            <w:hideMark/>
          </w:tcPr>
          <w:p w14:paraId="0984D0D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D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7.3.1</w:t>
            </w:r>
            <w:r w:rsidRPr="00EF2F0E">
              <w:rPr>
                <w:rFonts w:ascii="Arial" w:hAnsi="Arial" w:cs="Arial"/>
                <w:sz w:val="18"/>
                <w:szCs w:val="18"/>
                <w:lang w:eastAsia="en-GB"/>
              </w:rPr>
              <w:br/>
              <w:t>7.3.2</w:t>
            </w:r>
          </w:p>
        </w:tc>
        <w:tc>
          <w:tcPr>
            <w:tcW w:w="820" w:type="dxa"/>
            <w:tcBorders>
              <w:top w:val="nil"/>
              <w:left w:val="nil"/>
              <w:bottom w:val="single" w:sz="4" w:space="0" w:color="auto"/>
              <w:right w:val="single" w:sz="4" w:space="0" w:color="auto"/>
            </w:tcBorders>
            <w:shd w:val="clear" w:color="auto" w:fill="auto"/>
            <w:vAlign w:val="center"/>
            <w:hideMark/>
          </w:tcPr>
          <w:p w14:paraId="0984D0D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D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7.3.1</w:t>
            </w:r>
            <w:r w:rsidRPr="00EF2F0E">
              <w:rPr>
                <w:rFonts w:ascii="Arial" w:hAnsi="Arial" w:cs="Arial"/>
                <w:sz w:val="18"/>
                <w:szCs w:val="18"/>
                <w:lang w:eastAsia="en-GB"/>
              </w:rPr>
              <w:br/>
              <w:t>7.3.2</w:t>
            </w:r>
          </w:p>
        </w:tc>
        <w:tc>
          <w:tcPr>
            <w:tcW w:w="820" w:type="dxa"/>
            <w:tcBorders>
              <w:top w:val="nil"/>
              <w:left w:val="nil"/>
              <w:bottom w:val="single" w:sz="4" w:space="0" w:color="auto"/>
              <w:right w:val="single" w:sz="4" w:space="0" w:color="auto"/>
            </w:tcBorders>
            <w:shd w:val="clear" w:color="auto" w:fill="auto"/>
            <w:vAlign w:val="center"/>
            <w:hideMark/>
          </w:tcPr>
          <w:p w14:paraId="0984D0D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D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7.3.1</w:t>
            </w:r>
            <w:r w:rsidRPr="00EF2F0E">
              <w:rPr>
                <w:rFonts w:ascii="Arial" w:hAnsi="Arial" w:cs="Arial"/>
                <w:sz w:val="18"/>
                <w:szCs w:val="18"/>
                <w:lang w:eastAsia="en-GB"/>
              </w:rPr>
              <w:br/>
              <w:t>7.3.3</w:t>
            </w:r>
          </w:p>
        </w:tc>
        <w:tc>
          <w:tcPr>
            <w:tcW w:w="820" w:type="dxa"/>
            <w:tcBorders>
              <w:top w:val="nil"/>
              <w:left w:val="nil"/>
              <w:bottom w:val="single" w:sz="4" w:space="0" w:color="auto"/>
              <w:right w:val="single" w:sz="4" w:space="0" w:color="auto"/>
            </w:tcBorders>
            <w:shd w:val="clear" w:color="auto" w:fill="auto"/>
            <w:vAlign w:val="center"/>
            <w:hideMark/>
          </w:tcPr>
          <w:p w14:paraId="0984D0D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D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7.3.1</w:t>
            </w:r>
            <w:r w:rsidRPr="00EF2F0E">
              <w:rPr>
                <w:rFonts w:ascii="Arial" w:hAnsi="Arial" w:cs="Arial"/>
                <w:sz w:val="18"/>
                <w:szCs w:val="18"/>
                <w:lang w:eastAsia="en-GB"/>
              </w:rPr>
              <w:br/>
              <w:t>7.3.4</w:t>
            </w:r>
          </w:p>
        </w:tc>
        <w:tc>
          <w:tcPr>
            <w:tcW w:w="820" w:type="dxa"/>
            <w:tcBorders>
              <w:top w:val="nil"/>
              <w:left w:val="nil"/>
              <w:bottom w:val="single" w:sz="4" w:space="0" w:color="auto"/>
              <w:right w:val="single" w:sz="4" w:space="0" w:color="auto"/>
            </w:tcBorders>
            <w:shd w:val="clear" w:color="auto" w:fill="auto"/>
            <w:vAlign w:val="center"/>
            <w:hideMark/>
          </w:tcPr>
          <w:p w14:paraId="0984D0D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EA" w14:textId="77777777" w:rsidTr="00A40339">
        <w:trPr>
          <w:trHeight w:val="960"/>
        </w:trPr>
        <w:tc>
          <w:tcPr>
            <w:tcW w:w="1600" w:type="dxa"/>
            <w:tcBorders>
              <w:top w:val="nil"/>
              <w:left w:val="single" w:sz="4" w:space="0" w:color="auto"/>
              <w:bottom w:val="single" w:sz="4" w:space="0" w:color="auto"/>
              <w:right w:val="single" w:sz="4" w:space="0" w:color="auto"/>
            </w:tcBorders>
            <w:shd w:val="clear" w:color="auto" w:fill="auto"/>
            <w:hideMark/>
          </w:tcPr>
          <w:p w14:paraId="0984D0DF"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Adjacent channel selectivity and narrowband blocking</w:t>
            </w:r>
          </w:p>
        </w:tc>
        <w:tc>
          <w:tcPr>
            <w:tcW w:w="820" w:type="dxa"/>
            <w:tcBorders>
              <w:top w:val="nil"/>
              <w:left w:val="nil"/>
              <w:bottom w:val="single" w:sz="4" w:space="0" w:color="auto"/>
              <w:right w:val="single" w:sz="4" w:space="0" w:color="auto"/>
            </w:tcBorders>
            <w:shd w:val="clear" w:color="auto" w:fill="auto"/>
            <w:hideMark/>
          </w:tcPr>
          <w:p w14:paraId="0984D0E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7.4.1</w:t>
            </w:r>
            <w:r w:rsidRPr="00EF2F0E">
              <w:rPr>
                <w:rFonts w:ascii="Arial" w:hAnsi="Arial" w:cs="Arial"/>
                <w:sz w:val="18"/>
                <w:szCs w:val="18"/>
                <w:lang w:eastAsia="en-GB"/>
              </w:rPr>
              <w:br/>
              <w:t>7.4.2</w:t>
            </w:r>
          </w:p>
        </w:tc>
        <w:tc>
          <w:tcPr>
            <w:tcW w:w="820" w:type="dxa"/>
            <w:tcBorders>
              <w:top w:val="nil"/>
              <w:left w:val="nil"/>
              <w:bottom w:val="single" w:sz="4" w:space="0" w:color="auto"/>
              <w:right w:val="single" w:sz="4" w:space="0" w:color="auto"/>
            </w:tcBorders>
            <w:shd w:val="clear" w:color="auto" w:fill="auto"/>
            <w:vAlign w:val="center"/>
            <w:hideMark/>
          </w:tcPr>
          <w:p w14:paraId="0984D0E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E2"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7.4.1</w:t>
            </w:r>
            <w:r w:rsidRPr="00EF2F0E">
              <w:rPr>
                <w:rFonts w:ascii="Arial" w:hAnsi="Arial" w:cs="Arial"/>
                <w:sz w:val="18"/>
                <w:szCs w:val="18"/>
                <w:lang w:eastAsia="en-GB"/>
              </w:rPr>
              <w:br/>
              <w:t>7.4.2</w:t>
            </w:r>
          </w:p>
        </w:tc>
        <w:tc>
          <w:tcPr>
            <w:tcW w:w="820" w:type="dxa"/>
            <w:tcBorders>
              <w:top w:val="nil"/>
              <w:left w:val="nil"/>
              <w:bottom w:val="single" w:sz="4" w:space="0" w:color="auto"/>
              <w:right w:val="single" w:sz="4" w:space="0" w:color="auto"/>
            </w:tcBorders>
            <w:shd w:val="clear" w:color="auto" w:fill="auto"/>
            <w:vAlign w:val="center"/>
            <w:hideMark/>
          </w:tcPr>
          <w:p w14:paraId="0984D0E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E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7.4.1</w:t>
            </w:r>
            <w:r w:rsidRPr="00EF2F0E">
              <w:rPr>
                <w:rFonts w:ascii="Arial" w:hAnsi="Arial" w:cs="Arial"/>
                <w:sz w:val="18"/>
                <w:szCs w:val="18"/>
                <w:lang w:eastAsia="en-GB"/>
              </w:rPr>
              <w:br/>
              <w:t>7.4.2</w:t>
            </w:r>
          </w:p>
        </w:tc>
        <w:tc>
          <w:tcPr>
            <w:tcW w:w="820" w:type="dxa"/>
            <w:tcBorders>
              <w:top w:val="nil"/>
              <w:left w:val="nil"/>
              <w:bottom w:val="single" w:sz="4" w:space="0" w:color="auto"/>
              <w:right w:val="single" w:sz="4" w:space="0" w:color="auto"/>
            </w:tcBorders>
            <w:shd w:val="clear" w:color="auto" w:fill="auto"/>
            <w:vAlign w:val="center"/>
            <w:hideMark/>
          </w:tcPr>
          <w:p w14:paraId="0984D0E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E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7.4.1</w:t>
            </w:r>
            <w:r w:rsidRPr="00EF2F0E">
              <w:rPr>
                <w:rFonts w:ascii="Arial" w:hAnsi="Arial" w:cs="Arial"/>
                <w:sz w:val="18"/>
                <w:szCs w:val="18"/>
                <w:lang w:eastAsia="en-GB"/>
              </w:rPr>
              <w:br/>
              <w:t>7.4.3</w:t>
            </w:r>
          </w:p>
        </w:tc>
        <w:tc>
          <w:tcPr>
            <w:tcW w:w="820" w:type="dxa"/>
            <w:tcBorders>
              <w:top w:val="nil"/>
              <w:left w:val="nil"/>
              <w:bottom w:val="single" w:sz="4" w:space="0" w:color="auto"/>
              <w:right w:val="single" w:sz="4" w:space="0" w:color="auto"/>
            </w:tcBorders>
            <w:shd w:val="clear" w:color="auto" w:fill="auto"/>
            <w:vAlign w:val="center"/>
            <w:hideMark/>
          </w:tcPr>
          <w:p w14:paraId="0984D0E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E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7.4.1</w:t>
            </w:r>
            <w:r w:rsidRPr="00EF2F0E">
              <w:rPr>
                <w:rFonts w:ascii="Arial" w:hAnsi="Arial" w:cs="Arial"/>
                <w:sz w:val="18"/>
                <w:szCs w:val="18"/>
                <w:lang w:eastAsia="en-GB"/>
              </w:rPr>
              <w:br/>
              <w:t>7.4.4</w:t>
            </w:r>
          </w:p>
        </w:tc>
        <w:tc>
          <w:tcPr>
            <w:tcW w:w="820" w:type="dxa"/>
            <w:tcBorders>
              <w:top w:val="nil"/>
              <w:left w:val="nil"/>
              <w:bottom w:val="single" w:sz="4" w:space="0" w:color="auto"/>
              <w:right w:val="single" w:sz="4" w:space="0" w:color="auto"/>
            </w:tcBorders>
            <w:shd w:val="clear" w:color="auto" w:fill="auto"/>
            <w:vAlign w:val="center"/>
            <w:hideMark/>
          </w:tcPr>
          <w:p w14:paraId="0984D0E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0F6"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0EB"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Blocking</w:t>
            </w:r>
          </w:p>
        </w:tc>
        <w:tc>
          <w:tcPr>
            <w:tcW w:w="820" w:type="dxa"/>
            <w:tcBorders>
              <w:top w:val="nil"/>
              <w:left w:val="nil"/>
              <w:bottom w:val="single" w:sz="4" w:space="0" w:color="auto"/>
              <w:right w:val="single" w:sz="4" w:space="0" w:color="auto"/>
            </w:tcBorders>
            <w:shd w:val="clear" w:color="auto" w:fill="auto"/>
            <w:hideMark/>
          </w:tcPr>
          <w:p w14:paraId="0984D0E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7.5.1</w:t>
            </w:r>
            <w:r w:rsidRPr="00EF2F0E">
              <w:rPr>
                <w:rFonts w:ascii="Arial" w:hAnsi="Arial" w:cs="Arial"/>
                <w:sz w:val="18"/>
                <w:szCs w:val="18"/>
                <w:lang w:eastAsia="en-GB"/>
              </w:rPr>
              <w:br/>
              <w:t>7.5.2</w:t>
            </w:r>
          </w:p>
        </w:tc>
        <w:tc>
          <w:tcPr>
            <w:tcW w:w="820" w:type="dxa"/>
            <w:tcBorders>
              <w:top w:val="nil"/>
              <w:left w:val="nil"/>
              <w:bottom w:val="single" w:sz="4" w:space="0" w:color="auto"/>
              <w:right w:val="single" w:sz="4" w:space="0" w:color="auto"/>
            </w:tcBorders>
            <w:shd w:val="clear" w:color="auto" w:fill="auto"/>
            <w:vAlign w:val="center"/>
            <w:hideMark/>
          </w:tcPr>
          <w:p w14:paraId="0984D0E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E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7.5.1</w:t>
            </w:r>
            <w:r w:rsidRPr="00EF2F0E">
              <w:rPr>
                <w:rFonts w:ascii="Arial" w:hAnsi="Arial" w:cs="Arial"/>
                <w:sz w:val="18"/>
                <w:szCs w:val="18"/>
                <w:lang w:eastAsia="en-GB"/>
              </w:rPr>
              <w:br/>
              <w:t>7.5.2</w:t>
            </w:r>
          </w:p>
        </w:tc>
        <w:tc>
          <w:tcPr>
            <w:tcW w:w="820" w:type="dxa"/>
            <w:tcBorders>
              <w:top w:val="nil"/>
              <w:left w:val="nil"/>
              <w:bottom w:val="single" w:sz="4" w:space="0" w:color="auto"/>
              <w:right w:val="single" w:sz="4" w:space="0" w:color="auto"/>
            </w:tcBorders>
            <w:shd w:val="clear" w:color="auto" w:fill="auto"/>
            <w:vAlign w:val="center"/>
            <w:hideMark/>
          </w:tcPr>
          <w:p w14:paraId="0984D0E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F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7.5.1</w:t>
            </w:r>
            <w:r w:rsidRPr="00EF2F0E">
              <w:rPr>
                <w:rFonts w:ascii="Arial" w:hAnsi="Arial" w:cs="Arial"/>
                <w:sz w:val="18"/>
                <w:szCs w:val="18"/>
                <w:lang w:eastAsia="en-GB"/>
              </w:rPr>
              <w:br/>
              <w:t>7.5.2</w:t>
            </w:r>
          </w:p>
        </w:tc>
        <w:tc>
          <w:tcPr>
            <w:tcW w:w="820" w:type="dxa"/>
            <w:tcBorders>
              <w:top w:val="nil"/>
              <w:left w:val="nil"/>
              <w:bottom w:val="single" w:sz="4" w:space="0" w:color="auto"/>
              <w:right w:val="single" w:sz="4" w:space="0" w:color="auto"/>
            </w:tcBorders>
            <w:shd w:val="clear" w:color="auto" w:fill="auto"/>
            <w:vAlign w:val="center"/>
            <w:hideMark/>
          </w:tcPr>
          <w:p w14:paraId="0984D0F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F2"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7.5.1</w:t>
            </w:r>
            <w:r w:rsidRPr="00EF2F0E">
              <w:rPr>
                <w:rFonts w:ascii="Arial" w:hAnsi="Arial" w:cs="Arial"/>
                <w:sz w:val="18"/>
                <w:szCs w:val="18"/>
                <w:lang w:eastAsia="en-GB"/>
              </w:rPr>
              <w:br/>
              <w:t>7.5.3</w:t>
            </w:r>
          </w:p>
        </w:tc>
        <w:tc>
          <w:tcPr>
            <w:tcW w:w="820" w:type="dxa"/>
            <w:tcBorders>
              <w:top w:val="nil"/>
              <w:left w:val="nil"/>
              <w:bottom w:val="single" w:sz="4" w:space="0" w:color="auto"/>
              <w:right w:val="single" w:sz="4" w:space="0" w:color="auto"/>
            </w:tcBorders>
            <w:shd w:val="clear" w:color="auto" w:fill="auto"/>
            <w:vAlign w:val="center"/>
            <w:hideMark/>
          </w:tcPr>
          <w:p w14:paraId="0984D0F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F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7.5.1</w:t>
            </w:r>
            <w:r w:rsidRPr="00EF2F0E">
              <w:rPr>
                <w:rFonts w:ascii="Arial" w:hAnsi="Arial" w:cs="Arial"/>
                <w:sz w:val="18"/>
                <w:szCs w:val="18"/>
                <w:lang w:eastAsia="en-GB"/>
              </w:rPr>
              <w:br/>
              <w:t>7.5.4</w:t>
            </w:r>
          </w:p>
        </w:tc>
        <w:tc>
          <w:tcPr>
            <w:tcW w:w="820" w:type="dxa"/>
            <w:tcBorders>
              <w:top w:val="nil"/>
              <w:left w:val="nil"/>
              <w:bottom w:val="single" w:sz="4" w:space="0" w:color="auto"/>
              <w:right w:val="single" w:sz="4" w:space="0" w:color="auto"/>
            </w:tcBorders>
            <w:shd w:val="clear" w:color="auto" w:fill="auto"/>
            <w:vAlign w:val="center"/>
            <w:hideMark/>
          </w:tcPr>
          <w:p w14:paraId="0984D0F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102" w14:textId="77777777" w:rsidTr="00A40339">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984D0F7"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Receiver spurious emissions</w:t>
            </w:r>
          </w:p>
        </w:tc>
        <w:tc>
          <w:tcPr>
            <w:tcW w:w="820" w:type="dxa"/>
            <w:tcBorders>
              <w:top w:val="nil"/>
              <w:left w:val="nil"/>
              <w:bottom w:val="single" w:sz="4" w:space="0" w:color="auto"/>
              <w:right w:val="single" w:sz="4" w:space="0" w:color="auto"/>
            </w:tcBorders>
            <w:shd w:val="clear" w:color="auto" w:fill="auto"/>
            <w:hideMark/>
          </w:tcPr>
          <w:p w14:paraId="0984D0F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7.6.1</w:t>
            </w:r>
            <w:r w:rsidRPr="00EF2F0E">
              <w:rPr>
                <w:rFonts w:ascii="Arial" w:hAnsi="Arial" w:cs="Arial"/>
                <w:sz w:val="18"/>
                <w:szCs w:val="18"/>
                <w:lang w:eastAsia="en-GB"/>
              </w:rPr>
              <w:br/>
              <w:t>7.6.2</w:t>
            </w:r>
          </w:p>
        </w:tc>
        <w:tc>
          <w:tcPr>
            <w:tcW w:w="820" w:type="dxa"/>
            <w:tcBorders>
              <w:top w:val="nil"/>
              <w:left w:val="nil"/>
              <w:bottom w:val="single" w:sz="4" w:space="0" w:color="auto"/>
              <w:right w:val="single" w:sz="4" w:space="0" w:color="auto"/>
            </w:tcBorders>
            <w:shd w:val="clear" w:color="auto" w:fill="auto"/>
            <w:vAlign w:val="center"/>
            <w:hideMark/>
          </w:tcPr>
          <w:p w14:paraId="0984D0F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F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7.6.1</w:t>
            </w:r>
            <w:r w:rsidRPr="00EF2F0E">
              <w:rPr>
                <w:rFonts w:ascii="Arial" w:hAnsi="Arial" w:cs="Arial"/>
                <w:sz w:val="18"/>
                <w:szCs w:val="18"/>
                <w:lang w:eastAsia="en-GB"/>
              </w:rPr>
              <w:br/>
              <w:t>7.6.2</w:t>
            </w:r>
          </w:p>
        </w:tc>
        <w:tc>
          <w:tcPr>
            <w:tcW w:w="820" w:type="dxa"/>
            <w:tcBorders>
              <w:top w:val="nil"/>
              <w:left w:val="nil"/>
              <w:bottom w:val="single" w:sz="4" w:space="0" w:color="auto"/>
              <w:right w:val="single" w:sz="4" w:space="0" w:color="auto"/>
            </w:tcBorders>
            <w:shd w:val="clear" w:color="auto" w:fill="auto"/>
            <w:vAlign w:val="center"/>
            <w:hideMark/>
          </w:tcPr>
          <w:p w14:paraId="0984D0F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F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7.6.1</w:t>
            </w:r>
            <w:r w:rsidRPr="00EF2F0E">
              <w:rPr>
                <w:rFonts w:ascii="Arial" w:hAnsi="Arial" w:cs="Arial"/>
                <w:sz w:val="18"/>
                <w:szCs w:val="18"/>
                <w:lang w:eastAsia="en-GB"/>
              </w:rPr>
              <w:br/>
              <w:t>7.6.2</w:t>
            </w:r>
          </w:p>
        </w:tc>
        <w:tc>
          <w:tcPr>
            <w:tcW w:w="820" w:type="dxa"/>
            <w:tcBorders>
              <w:top w:val="nil"/>
              <w:left w:val="nil"/>
              <w:bottom w:val="single" w:sz="4" w:space="0" w:color="auto"/>
              <w:right w:val="single" w:sz="4" w:space="0" w:color="auto"/>
            </w:tcBorders>
            <w:shd w:val="clear" w:color="auto" w:fill="auto"/>
            <w:vAlign w:val="center"/>
            <w:hideMark/>
          </w:tcPr>
          <w:p w14:paraId="0984D0F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0F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7.6.1</w:t>
            </w:r>
            <w:r w:rsidRPr="00EF2F0E">
              <w:rPr>
                <w:rFonts w:ascii="Arial" w:hAnsi="Arial" w:cs="Arial"/>
                <w:sz w:val="18"/>
                <w:szCs w:val="18"/>
                <w:lang w:eastAsia="en-GB"/>
              </w:rPr>
              <w:br/>
              <w:t>7.6.3</w:t>
            </w:r>
          </w:p>
        </w:tc>
        <w:tc>
          <w:tcPr>
            <w:tcW w:w="820" w:type="dxa"/>
            <w:tcBorders>
              <w:top w:val="nil"/>
              <w:left w:val="nil"/>
              <w:bottom w:val="single" w:sz="4" w:space="0" w:color="auto"/>
              <w:right w:val="single" w:sz="4" w:space="0" w:color="auto"/>
            </w:tcBorders>
            <w:shd w:val="clear" w:color="auto" w:fill="auto"/>
            <w:vAlign w:val="center"/>
            <w:hideMark/>
          </w:tcPr>
          <w:p w14:paraId="0984D0F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0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7.6.1</w:t>
            </w:r>
            <w:r w:rsidRPr="00EF2F0E">
              <w:rPr>
                <w:rFonts w:ascii="Arial" w:hAnsi="Arial" w:cs="Arial"/>
                <w:sz w:val="18"/>
                <w:szCs w:val="18"/>
                <w:lang w:eastAsia="en-GB"/>
              </w:rPr>
              <w:br/>
              <w:t>7.6.4</w:t>
            </w:r>
          </w:p>
        </w:tc>
        <w:tc>
          <w:tcPr>
            <w:tcW w:w="820" w:type="dxa"/>
            <w:tcBorders>
              <w:top w:val="nil"/>
              <w:left w:val="nil"/>
              <w:bottom w:val="single" w:sz="4" w:space="0" w:color="auto"/>
              <w:right w:val="single" w:sz="4" w:space="0" w:color="auto"/>
            </w:tcBorders>
            <w:shd w:val="clear" w:color="auto" w:fill="auto"/>
            <w:vAlign w:val="center"/>
            <w:hideMark/>
          </w:tcPr>
          <w:p w14:paraId="0984D10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10E"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03"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Receiver intermodulation</w:t>
            </w:r>
          </w:p>
        </w:tc>
        <w:tc>
          <w:tcPr>
            <w:tcW w:w="820" w:type="dxa"/>
            <w:tcBorders>
              <w:top w:val="nil"/>
              <w:left w:val="nil"/>
              <w:bottom w:val="single" w:sz="4" w:space="0" w:color="auto"/>
              <w:right w:val="single" w:sz="4" w:space="0" w:color="auto"/>
            </w:tcBorders>
            <w:shd w:val="clear" w:color="auto" w:fill="auto"/>
            <w:hideMark/>
          </w:tcPr>
          <w:p w14:paraId="0984D10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7.7.1</w:t>
            </w:r>
            <w:r w:rsidRPr="00EF2F0E">
              <w:rPr>
                <w:rFonts w:ascii="Arial" w:hAnsi="Arial" w:cs="Arial"/>
                <w:sz w:val="18"/>
                <w:szCs w:val="18"/>
                <w:lang w:eastAsia="en-GB"/>
              </w:rPr>
              <w:br/>
              <w:t>7.7.2</w:t>
            </w:r>
          </w:p>
        </w:tc>
        <w:tc>
          <w:tcPr>
            <w:tcW w:w="820" w:type="dxa"/>
            <w:tcBorders>
              <w:top w:val="nil"/>
              <w:left w:val="nil"/>
              <w:bottom w:val="single" w:sz="4" w:space="0" w:color="auto"/>
              <w:right w:val="single" w:sz="4" w:space="0" w:color="auto"/>
            </w:tcBorders>
            <w:shd w:val="clear" w:color="auto" w:fill="auto"/>
            <w:vAlign w:val="center"/>
            <w:hideMark/>
          </w:tcPr>
          <w:p w14:paraId="0984D10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0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7.7.1</w:t>
            </w:r>
            <w:r w:rsidRPr="00EF2F0E">
              <w:rPr>
                <w:rFonts w:ascii="Arial" w:hAnsi="Arial" w:cs="Arial"/>
                <w:sz w:val="18"/>
                <w:szCs w:val="18"/>
                <w:lang w:eastAsia="en-GB"/>
              </w:rPr>
              <w:br/>
              <w:t>7.7.2</w:t>
            </w:r>
          </w:p>
        </w:tc>
        <w:tc>
          <w:tcPr>
            <w:tcW w:w="820" w:type="dxa"/>
            <w:tcBorders>
              <w:top w:val="nil"/>
              <w:left w:val="nil"/>
              <w:bottom w:val="single" w:sz="4" w:space="0" w:color="auto"/>
              <w:right w:val="single" w:sz="4" w:space="0" w:color="auto"/>
            </w:tcBorders>
            <w:shd w:val="clear" w:color="auto" w:fill="auto"/>
            <w:vAlign w:val="center"/>
            <w:hideMark/>
          </w:tcPr>
          <w:p w14:paraId="0984D10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0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7.7.1</w:t>
            </w:r>
            <w:r w:rsidRPr="00EF2F0E">
              <w:rPr>
                <w:rFonts w:ascii="Arial" w:hAnsi="Arial" w:cs="Arial"/>
                <w:sz w:val="18"/>
                <w:szCs w:val="18"/>
                <w:lang w:eastAsia="en-GB"/>
              </w:rPr>
              <w:br/>
              <w:t>7.7.2</w:t>
            </w:r>
          </w:p>
        </w:tc>
        <w:tc>
          <w:tcPr>
            <w:tcW w:w="820" w:type="dxa"/>
            <w:tcBorders>
              <w:top w:val="nil"/>
              <w:left w:val="nil"/>
              <w:bottom w:val="single" w:sz="4" w:space="0" w:color="auto"/>
              <w:right w:val="single" w:sz="4" w:space="0" w:color="auto"/>
            </w:tcBorders>
            <w:shd w:val="clear" w:color="auto" w:fill="auto"/>
            <w:vAlign w:val="center"/>
            <w:hideMark/>
          </w:tcPr>
          <w:p w14:paraId="0984D10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0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7.7.1</w:t>
            </w:r>
            <w:r w:rsidRPr="00EF2F0E">
              <w:rPr>
                <w:rFonts w:ascii="Arial" w:hAnsi="Arial" w:cs="Arial"/>
                <w:sz w:val="18"/>
                <w:szCs w:val="18"/>
                <w:lang w:eastAsia="en-GB"/>
              </w:rPr>
              <w:br/>
              <w:t>7.7.3</w:t>
            </w:r>
          </w:p>
        </w:tc>
        <w:tc>
          <w:tcPr>
            <w:tcW w:w="820" w:type="dxa"/>
            <w:tcBorders>
              <w:top w:val="nil"/>
              <w:left w:val="nil"/>
              <w:bottom w:val="single" w:sz="4" w:space="0" w:color="auto"/>
              <w:right w:val="single" w:sz="4" w:space="0" w:color="auto"/>
            </w:tcBorders>
            <w:shd w:val="clear" w:color="auto" w:fill="auto"/>
            <w:vAlign w:val="center"/>
            <w:hideMark/>
          </w:tcPr>
          <w:p w14:paraId="0984D10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0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7.7.1</w:t>
            </w:r>
            <w:r w:rsidRPr="00EF2F0E">
              <w:rPr>
                <w:rFonts w:ascii="Arial" w:hAnsi="Arial" w:cs="Arial"/>
                <w:sz w:val="18"/>
                <w:szCs w:val="18"/>
                <w:lang w:eastAsia="en-GB"/>
              </w:rPr>
              <w:br/>
              <w:t>7.7.4</w:t>
            </w:r>
          </w:p>
        </w:tc>
        <w:tc>
          <w:tcPr>
            <w:tcW w:w="820" w:type="dxa"/>
            <w:tcBorders>
              <w:top w:val="nil"/>
              <w:left w:val="nil"/>
              <w:bottom w:val="single" w:sz="4" w:space="0" w:color="auto"/>
              <w:right w:val="single" w:sz="4" w:space="0" w:color="auto"/>
            </w:tcBorders>
            <w:shd w:val="clear" w:color="auto" w:fill="auto"/>
            <w:vAlign w:val="center"/>
            <w:hideMark/>
          </w:tcPr>
          <w:p w14:paraId="0984D10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11A"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0F"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In-channel selectivity</w:t>
            </w:r>
          </w:p>
        </w:tc>
        <w:tc>
          <w:tcPr>
            <w:tcW w:w="820" w:type="dxa"/>
            <w:tcBorders>
              <w:top w:val="nil"/>
              <w:left w:val="nil"/>
              <w:bottom w:val="single" w:sz="4" w:space="0" w:color="auto"/>
              <w:right w:val="single" w:sz="4" w:space="0" w:color="auto"/>
            </w:tcBorders>
            <w:shd w:val="clear" w:color="auto" w:fill="auto"/>
            <w:hideMark/>
          </w:tcPr>
          <w:p w14:paraId="0984D11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7.8.1</w:t>
            </w:r>
            <w:r w:rsidRPr="00EF2F0E">
              <w:rPr>
                <w:rFonts w:ascii="Arial" w:hAnsi="Arial" w:cs="Arial"/>
                <w:sz w:val="18"/>
                <w:szCs w:val="18"/>
                <w:lang w:eastAsia="en-GB"/>
              </w:rPr>
              <w:br/>
              <w:t>7.8.2</w:t>
            </w:r>
          </w:p>
        </w:tc>
        <w:tc>
          <w:tcPr>
            <w:tcW w:w="820" w:type="dxa"/>
            <w:tcBorders>
              <w:top w:val="nil"/>
              <w:left w:val="nil"/>
              <w:bottom w:val="single" w:sz="4" w:space="0" w:color="auto"/>
              <w:right w:val="single" w:sz="4" w:space="0" w:color="auto"/>
            </w:tcBorders>
            <w:shd w:val="clear" w:color="auto" w:fill="auto"/>
            <w:vAlign w:val="center"/>
            <w:hideMark/>
          </w:tcPr>
          <w:p w14:paraId="0984D11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12"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1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1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7.8.1</w:t>
            </w:r>
            <w:r w:rsidRPr="00EF2F0E">
              <w:rPr>
                <w:rFonts w:ascii="Arial" w:hAnsi="Arial" w:cs="Arial"/>
                <w:sz w:val="18"/>
                <w:szCs w:val="18"/>
                <w:lang w:eastAsia="en-GB"/>
              </w:rPr>
              <w:br/>
              <w:t>7.8.2</w:t>
            </w:r>
          </w:p>
        </w:tc>
        <w:tc>
          <w:tcPr>
            <w:tcW w:w="820" w:type="dxa"/>
            <w:tcBorders>
              <w:top w:val="nil"/>
              <w:left w:val="nil"/>
              <w:bottom w:val="single" w:sz="4" w:space="0" w:color="auto"/>
              <w:right w:val="single" w:sz="4" w:space="0" w:color="auto"/>
            </w:tcBorders>
            <w:shd w:val="clear" w:color="auto" w:fill="auto"/>
            <w:vAlign w:val="center"/>
            <w:hideMark/>
          </w:tcPr>
          <w:p w14:paraId="0984D11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1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1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1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7.8.1</w:t>
            </w:r>
            <w:r w:rsidRPr="00EF2F0E">
              <w:rPr>
                <w:rFonts w:ascii="Arial" w:hAnsi="Arial" w:cs="Arial"/>
                <w:sz w:val="18"/>
                <w:szCs w:val="18"/>
                <w:lang w:eastAsia="en-GB"/>
              </w:rPr>
              <w:br/>
              <w:t>7.8.4</w:t>
            </w:r>
          </w:p>
        </w:tc>
        <w:tc>
          <w:tcPr>
            <w:tcW w:w="820" w:type="dxa"/>
            <w:tcBorders>
              <w:top w:val="nil"/>
              <w:left w:val="nil"/>
              <w:bottom w:val="single" w:sz="4" w:space="0" w:color="auto"/>
              <w:right w:val="single" w:sz="4" w:space="0" w:color="auto"/>
            </w:tcBorders>
            <w:shd w:val="clear" w:color="auto" w:fill="auto"/>
            <w:vAlign w:val="center"/>
            <w:hideMark/>
          </w:tcPr>
          <w:p w14:paraId="0984D11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3401A4" w:rsidRPr="00EF2F0E" w14:paraId="0984D126"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tcPr>
          <w:p w14:paraId="0984D11B" w14:textId="77777777" w:rsidR="005C1B04" w:rsidRPr="00EF2F0E" w:rsidRDefault="005C1B04" w:rsidP="00A40339">
            <w:pPr>
              <w:spacing w:after="0"/>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0984D11C" w14:textId="77777777" w:rsidR="005C1B04" w:rsidRPr="00EF2F0E" w:rsidRDefault="005C1B04" w:rsidP="00A40339">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0984D11D" w14:textId="77777777" w:rsidR="005C1B04" w:rsidRPr="00EF2F0E" w:rsidRDefault="005C1B04" w:rsidP="00A40339">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0984D11E" w14:textId="77777777" w:rsidR="005C1B04" w:rsidRPr="00EF2F0E" w:rsidRDefault="005C1B04" w:rsidP="00A40339">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0984D11F" w14:textId="77777777" w:rsidR="005C1B04" w:rsidRPr="00EF2F0E" w:rsidRDefault="005C1B04" w:rsidP="00A40339">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0984D120" w14:textId="77777777" w:rsidR="005C1B04" w:rsidRPr="00EF2F0E" w:rsidRDefault="005C1B04" w:rsidP="00A40339">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0984D121" w14:textId="77777777" w:rsidR="005C1B04" w:rsidRPr="00EF2F0E" w:rsidRDefault="005C1B04" w:rsidP="00A40339">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0984D122" w14:textId="77777777" w:rsidR="005C1B04" w:rsidRPr="00EF2F0E" w:rsidRDefault="005C1B04" w:rsidP="00A40339">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0984D123" w14:textId="77777777" w:rsidR="005C1B04" w:rsidRPr="00EF2F0E" w:rsidRDefault="005C1B04" w:rsidP="00A40339">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0984D124" w14:textId="77777777" w:rsidR="005C1B04" w:rsidRPr="00EF2F0E" w:rsidRDefault="005C1B04" w:rsidP="00A40339">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0984D125" w14:textId="77777777" w:rsidR="005C1B04" w:rsidRPr="00EF2F0E" w:rsidRDefault="005C1B04" w:rsidP="00A40339">
            <w:pPr>
              <w:spacing w:after="0"/>
              <w:jc w:val="center"/>
              <w:rPr>
                <w:rFonts w:ascii="Arial" w:hAnsi="Arial" w:cs="Arial"/>
                <w:sz w:val="18"/>
                <w:szCs w:val="18"/>
                <w:lang w:eastAsia="en-GB"/>
              </w:rPr>
            </w:pPr>
          </w:p>
        </w:tc>
      </w:tr>
      <w:tr w:rsidR="003401A4" w:rsidRPr="00EF2F0E" w14:paraId="0984D12D"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27"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rPr>
              <w:t>Radiated transmit power</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12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9.2.1</w:t>
            </w:r>
            <w:r w:rsidRPr="00EF2F0E">
              <w:rPr>
                <w:rFonts w:ascii="Arial" w:hAnsi="Arial" w:cs="Arial"/>
                <w:sz w:val="18"/>
                <w:szCs w:val="18"/>
                <w:lang w:eastAsia="en-GB"/>
              </w:rPr>
              <w:br/>
              <w:t>9.2.2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12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9.2.1</w:t>
            </w:r>
            <w:r w:rsidRPr="00EF2F0E">
              <w:rPr>
                <w:rFonts w:ascii="Arial" w:hAnsi="Arial" w:cs="Arial"/>
                <w:sz w:val="18"/>
                <w:szCs w:val="18"/>
                <w:lang w:eastAsia="en-GB"/>
              </w:rPr>
              <w:br/>
              <w:t>9.2.2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12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9.2.1</w:t>
            </w:r>
            <w:r w:rsidRPr="00EF2F0E">
              <w:rPr>
                <w:rFonts w:ascii="Arial" w:hAnsi="Arial" w:cs="Arial"/>
                <w:sz w:val="18"/>
                <w:szCs w:val="18"/>
                <w:lang w:eastAsia="en-GB"/>
              </w:rPr>
              <w:br/>
              <w:t>9.2.2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12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9.2.1</w:t>
            </w:r>
            <w:r w:rsidRPr="00EF2F0E">
              <w:rPr>
                <w:rFonts w:ascii="Arial" w:hAnsi="Arial" w:cs="Arial"/>
                <w:sz w:val="18"/>
                <w:szCs w:val="18"/>
                <w:lang w:eastAsia="en-GB"/>
              </w:rPr>
              <w:br/>
              <w:t>9.2.3</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12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9.2.1</w:t>
            </w:r>
            <w:r w:rsidRPr="00EF2F0E">
              <w:rPr>
                <w:rFonts w:ascii="Arial" w:hAnsi="Arial" w:cs="Arial"/>
                <w:sz w:val="18"/>
                <w:szCs w:val="18"/>
                <w:lang w:eastAsia="en-GB"/>
              </w:rPr>
              <w:br/>
              <w:t>9.2.4</w:t>
            </w:r>
          </w:p>
        </w:tc>
      </w:tr>
      <w:tr w:rsidR="003401A4" w:rsidRPr="00EF2F0E" w14:paraId="0984D139" w14:textId="77777777" w:rsidTr="00A40339">
        <w:trPr>
          <w:trHeight w:val="1680"/>
        </w:trPr>
        <w:tc>
          <w:tcPr>
            <w:tcW w:w="1600" w:type="dxa"/>
            <w:tcBorders>
              <w:top w:val="nil"/>
              <w:left w:val="single" w:sz="4" w:space="0" w:color="auto"/>
              <w:bottom w:val="single" w:sz="4" w:space="0" w:color="auto"/>
              <w:right w:val="single" w:sz="4" w:space="0" w:color="auto"/>
            </w:tcBorders>
            <w:shd w:val="clear" w:color="auto" w:fill="auto"/>
            <w:hideMark/>
          </w:tcPr>
          <w:p w14:paraId="0984D12E"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lang w:eastAsia="en-GB"/>
              </w:rPr>
              <w:t>OTA Base Station output power</w:t>
            </w:r>
          </w:p>
        </w:tc>
        <w:tc>
          <w:tcPr>
            <w:tcW w:w="820" w:type="dxa"/>
            <w:tcBorders>
              <w:top w:val="nil"/>
              <w:left w:val="nil"/>
              <w:bottom w:val="single" w:sz="4" w:space="0" w:color="auto"/>
              <w:right w:val="single" w:sz="4" w:space="0" w:color="auto"/>
            </w:tcBorders>
            <w:shd w:val="clear" w:color="auto" w:fill="auto"/>
            <w:vAlign w:val="center"/>
            <w:hideMark/>
          </w:tcPr>
          <w:p w14:paraId="0984D12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3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 xml:space="preserve"> 9.3.1</w:t>
            </w:r>
            <w:r w:rsidRPr="00EF2F0E">
              <w:rPr>
                <w:rFonts w:ascii="Arial" w:hAnsi="Arial" w:cs="Arial"/>
                <w:sz w:val="18"/>
                <w:szCs w:val="18"/>
                <w:lang w:eastAsia="en-GB"/>
              </w:rPr>
              <w:br/>
              <w:t>9.3.2.1</w:t>
            </w:r>
            <w:r w:rsidRPr="00EF2F0E">
              <w:rPr>
                <w:rFonts w:ascii="Arial" w:hAnsi="Arial" w:cs="Arial"/>
                <w:sz w:val="18"/>
                <w:szCs w:val="18"/>
                <w:lang w:eastAsia="en-GB"/>
              </w:rPr>
              <w:br/>
              <w:t>9.3.2.2</w:t>
            </w:r>
            <w:r w:rsidRPr="00EF2F0E">
              <w:rPr>
                <w:rFonts w:ascii="Arial" w:hAnsi="Arial" w:cs="Arial"/>
                <w:sz w:val="18"/>
                <w:szCs w:val="18"/>
                <w:lang w:eastAsia="en-GB"/>
              </w:rPr>
              <w:br/>
              <w:t>9.3.4.1</w:t>
            </w:r>
            <w:r w:rsidRPr="00EF2F0E">
              <w:rPr>
                <w:rFonts w:ascii="Arial" w:hAnsi="Arial" w:cs="Arial"/>
                <w:sz w:val="18"/>
                <w:szCs w:val="18"/>
                <w:lang w:eastAsia="en-GB"/>
              </w:rPr>
              <w:br/>
              <w:t>9.3.4.2</w:t>
            </w:r>
            <w:r w:rsidRPr="00EF2F0E">
              <w:rPr>
                <w:rFonts w:ascii="Arial" w:hAnsi="Arial" w:cs="Arial"/>
                <w:sz w:val="18"/>
                <w:szCs w:val="18"/>
                <w:lang w:eastAsia="en-GB"/>
              </w:rPr>
              <w:br/>
              <w:t>9.3.6.1</w:t>
            </w:r>
            <w:r w:rsidRPr="00EF2F0E">
              <w:rPr>
                <w:rFonts w:ascii="Arial" w:hAnsi="Arial" w:cs="Arial"/>
                <w:sz w:val="18"/>
                <w:szCs w:val="18"/>
                <w:lang w:eastAsia="en-GB"/>
              </w:rPr>
              <w:br/>
              <w:t>9.3.6.2</w:t>
            </w:r>
          </w:p>
        </w:tc>
        <w:tc>
          <w:tcPr>
            <w:tcW w:w="820" w:type="dxa"/>
            <w:tcBorders>
              <w:top w:val="nil"/>
              <w:left w:val="nil"/>
              <w:bottom w:val="single" w:sz="4" w:space="0" w:color="auto"/>
              <w:right w:val="single" w:sz="4" w:space="0" w:color="auto"/>
            </w:tcBorders>
            <w:shd w:val="clear" w:color="auto" w:fill="auto"/>
            <w:vAlign w:val="center"/>
            <w:hideMark/>
          </w:tcPr>
          <w:p w14:paraId="0984D13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32" w14:textId="77777777" w:rsidR="005C1B04" w:rsidRPr="00EF2F0E" w:rsidRDefault="005C1B04" w:rsidP="00A40339">
            <w:pPr>
              <w:spacing w:after="240"/>
              <w:jc w:val="center"/>
              <w:rPr>
                <w:rFonts w:ascii="Arial" w:hAnsi="Arial" w:cs="Arial"/>
                <w:sz w:val="18"/>
                <w:szCs w:val="18"/>
                <w:lang w:eastAsia="en-GB"/>
              </w:rPr>
            </w:pPr>
            <w:r w:rsidRPr="00EF2F0E">
              <w:rPr>
                <w:rFonts w:ascii="Arial" w:hAnsi="Arial" w:cs="Arial"/>
                <w:sz w:val="18"/>
                <w:szCs w:val="18"/>
                <w:lang w:eastAsia="en-GB"/>
              </w:rPr>
              <w:t xml:space="preserve"> 9.3.1</w:t>
            </w:r>
            <w:r w:rsidRPr="00EF2F0E">
              <w:rPr>
                <w:rFonts w:ascii="Arial" w:hAnsi="Arial" w:cs="Arial"/>
                <w:sz w:val="18"/>
                <w:szCs w:val="18"/>
                <w:lang w:eastAsia="en-GB"/>
              </w:rPr>
              <w:br/>
              <w:t>9.3.2.1</w:t>
            </w:r>
            <w:r w:rsidRPr="00EF2F0E">
              <w:rPr>
                <w:rFonts w:ascii="Arial" w:hAnsi="Arial" w:cs="Arial"/>
                <w:sz w:val="18"/>
                <w:szCs w:val="18"/>
                <w:lang w:eastAsia="en-GB"/>
              </w:rPr>
              <w:br/>
              <w:t>9.3.2.2</w:t>
            </w:r>
            <w:r w:rsidRPr="00EF2F0E">
              <w:rPr>
                <w:rFonts w:ascii="Arial" w:hAnsi="Arial" w:cs="Arial"/>
                <w:sz w:val="18"/>
                <w:szCs w:val="18"/>
                <w:lang w:eastAsia="en-GB"/>
              </w:rPr>
              <w:br/>
              <w:t>9.3.4.1</w:t>
            </w:r>
            <w:r w:rsidRPr="00EF2F0E">
              <w:rPr>
                <w:rFonts w:ascii="Arial" w:hAnsi="Arial" w:cs="Arial"/>
                <w:sz w:val="18"/>
                <w:szCs w:val="18"/>
                <w:lang w:eastAsia="en-GB"/>
              </w:rPr>
              <w:br/>
              <w:t>9.3.4.2</w:t>
            </w:r>
          </w:p>
        </w:tc>
        <w:tc>
          <w:tcPr>
            <w:tcW w:w="820" w:type="dxa"/>
            <w:tcBorders>
              <w:top w:val="nil"/>
              <w:left w:val="nil"/>
              <w:bottom w:val="single" w:sz="4" w:space="0" w:color="auto"/>
              <w:right w:val="single" w:sz="4" w:space="0" w:color="auto"/>
            </w:tcBorders>
            <w:shd w:val="clear" w:color="auto" w:fill="auto"/>
            <w:vAlign w:val="center"/>
            <w:hideMark/>
          </w:tcPr>
          <w:p w14:paraId="0984D13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3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 xml:space="preserve"> 9.3.1</w:t>
            </w:r>
            <w:r w:rsidRPr="00EF2F0E">
              <w:rPr>
                <w:rFonts w:ascii="Arial" w:hAnsi="Arial" w:cs="Arial"/>
                <w:sz w:val="18"/>
                <w:szCs w:val="18"/>
                <w:lang w:eastAsia="en-GB"/>
              </w:rPr>
              <w:br/>
              <w:t>9.3.2.1</w:t>
            </w:r>
            <w:r w:rsidRPr="00EF2F0E">
              <w:rPr>
                <w:rFonts w:ascii="Arial" w:hAnsi="Arial" w:cs="Arial"/>
                <w:sz w:val="18"/>
                <w:szCs w:val="18"/>
                <w:lang w:eastAsia="en-GB"/>
              </w:rPr>
              <w:br/>
              <w:t>9.3.2.2</w:t>
            </w:r>
            <w:r w:rsidRPr="00EF2F0E">
              <w:rPr>
                <w:rFonts w:ascii="Arial" w:hAnsi="Arial" w:cs="Arial"/>
                <w:sz w:val="18"/>
                <w:szCs w:val="18"/>
                <w:lang w:eastAsia="en-GB"/>
              </w:rPr>
              <w:br/>
              <w:t>9.3.6.1</w:t>
            </w:r>
            <w:r w:rsidRPr="00EF2F0E">
              <w:rPr>
                <w:rFonts w:ascii="Arial" w:hAnsi="Arial" w:cs="Arial"/>
                <w:sz w:val="18"/>
                <w:szCs w:val="18"/>
                <w:lang w:eastAsia="en-GB"/>
              </w:rPr>
              <w:br/>
              <w:t>9.3.6.2</w:t>
            </w:r>
          </w:p>
        </w:tc>
        <w:tc>
          <w:tcPr>
            <w:tcW w:w="820" w:type="dxa"/>
            <w:tcBorders>
              <w:top w:val="nil"/>
              <w:left w:val="nil"/>
              <w:bottom w:val="single" w:sz="4" w:space="0" w:color="auto"/>
              <w:right w:val="single" w:sz="4" w:space="0" w:color="auto"/>
            </w:tcBorders>
            <w:shd w:val="clear" w:color="auto" w:fill="auto"/>
            <w:vAlign w:val="center"/>
            <w:hideMark/>
          </w:tcPr>
          <w:p w14:paraId="0984D135"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36"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 xml:space="preserve"> 9.3.1</w:t>
            </w:r>
            <w:r w:rsidRPr="00EF2F0E">
              <w:rPr>
                <w:rFonts w:ascii="Arial" w:hAnsi="Arial" w:cs="Arial"/>
                <w:sz w:val="18"/>
                <w:szCs w:val="18"/>
                <w:lang w:eastAsia="en-GB"/>
              </w:rPr>
              <w:br/>
              <w:t>9.3.2.1</w:t>
            </w:r>
            <w:r w:rsidRPr="00EF2F0E">
              <w:rPr>
                <w:rFonts w:ascii="Arial" w:hAnsi="Arial" w:cs="Arial"/>
                <w:sz w:val="18"/>
                <w:szCs w:val="18"/>
                <w:lang w:eastAsia="en-GB"/>
              </w:rPr>
              <w:br/>
              <w:t>9.3.2.3</w:t>
            </w:r>
            <w:r w:rsidRPr="00EF2F0E">
              <w:rPr>
                <w:rFonts w:ascii="Arial" w:hAnsi="Arial" w:cs="Arial"/>
                <w:sz w:val="18"/>
                <w:szCs w:val="18"/>
                <w:lang w:eastAsia="en-GB"/>
              </w:rPr>
              <w:br/>
              <w:t>9.3.4.1</w:t>
            </w:r>
            <w:r w:rsidRPr="00EF2F0E">
              <w:rPr>
                <w:rFonts w:ascii="Arial" w:hAnsi="Arial" w:cs="Arial"/>
                <w:sz w:val="18"/>
                <w:szCs w:val="18"/>
                <w:lang w:eastAsia="en-GB"/>
              </w:rPr>
              <w:br/>
              <w:t>9.3.4.3</w:t>
            </w:r>
          </w:p>
        </w:tc>
        <w:tc>
          <w:tcPr>
            <w:tcW w:w="820" w:type="dxa"/>
            <w:tcBorders>
              <w:top w:val="nil"/>
              <w:left w:val="nil"/>
              <w:bottom w:val="single" w:sz="4" w:space="0" w:color="auto"/>
              <w:right w:val="single" w:sz="4" w:space="0" w:color="auto"/>
            </w:tcBorders>
            <w:shd w:val="clear" w:color="auto" w:fill="auto"/>
            <w:vAlign w:val="center"/>
            <w:hideMark/>
          </w:tcPr>
          <w:p w14:paraId="0984D13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3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 xml:space="preserve"> 9.3.1</w:t>
            </w:r>
            <w:r w:rsidRPr="00EF2F0E">
              <w:rPr>
                <w:rFonts w:ascii="Arial" w:hAnsi="Arial" w:cs="Arial"/>
                <w:sz w:val="18"/>
                <w:szCs w:val="18"/>
                <w:lang w:eastAsia="en-GB"/>
              </w:rPr>
              <w:br/>
              <w:t>9.3.2.1</w:t>
            </w:r>
            <w:r w:rsidRPr="00EF2F0E">
              <w:rPr>
                <w:rFonts w:ascii="Arial" w:hAnsi="Arial" w:cs="Arial"/>
                <w:sz w:val="18"/>
                <w:szCs w:val="18"/>
                <w:lang w:eastAsia="en-GB"/>
              </w:rPr>
              <w:br/>
              <w:t>9.3.2.4</w:t>
            </w:r>
            <w:r w:rsidRPr="00EF2F0E">
              <w:rPr>
                <w:rFonts w:ascii="Arial" w:hAnsi="Arial" w:cs="Arial"/>
                <w:sz w:val="18"/>
                <w:szCs w:val="18"/>
                <w:lang w:eastAsia="en-GB"/>
              </w:rPr>
              <w:br/>
              <w:t>9.3.6.1</w:t>
            </w:r>
            <w:r w:rsidRPr="00EF2F0E">
              <w:rPr>
                <w:rFonts w:ascii="Arial" w:hAnsi="Arial" w:cs="Arial"/>
                <w:sz w:val="18"/>
                <w:szCs w:val="18"/>
                <w:lang w:eastAsia="en-GB"/>
              </w:rPr>
              <w:br/>
              <w:t xml:space="preserve">9.3.6.4 </w:t>
            </w:r>
          </w:p>
        </w:tc>
      </w:tr>
      <w:tr w:rsidR="003401A4" w:rsidRPr="00EF2F0E" w14:paraId="0984D145" w14:textId="77777777" w:rsidTr="00A40339">
        <w:trPr>
          <w:trHeight w:val="2160"/>
        </w:trPr>
        <w:tc>
          <w:tcPr>
            <w:tcW w:w="1600" w:type="dxa"/>
            <w:tcBorders>
              <w:top w:val="nil"/>
              <w:left w:val="single" w:sz="4" w:space="0" w:color="auto"/>
              <w:bottom w:val="single" w:sz="4" w:space="0" w:color="auto"/>
              <w:right w:val="single" w:sz="4" w:space="0" w:color="auto"/>
            </w:tcBorders>
            <w:shd w:val="clear" w:color="auto" w:fill="auto"/>
            <w:hideMark/>
          </w:tcPr>
          <w:p w14:paraId="0984D13A"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lang w:eastAsia="en-GB"/>
              </w:rPr>
              <w:t>OTA Output power dynamics</w:t>
            </w:r>
          </w:p>
        </w:tc>
        <w:tc>
          <w:tcPr>
            <w:tcW w:w="820" w:type="dxa"/>
            <w:tcBorders>
              <w:top w:val="nil"/>
              <w:left w:val="nil"/>
              <w:bottom w:val="single" w:sz="4" w:space="0" w:color="auto"/>
              <w:right w:val="single" w:sz="4" w:space="0" w:color="auto"/>
            </w:tcBorders>
            <w:shd w:val="clear" w:color="auto" w:fill="auto"/>
            <w:vAlign w:val="center"/>
            <w:hideMark/>
          </w:tcPr>
          <w:p w14:paraId="0984D13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3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9.4.1</w:t>
            </w:r>
            <w:r w:rsidRPr="00EF2F0E">
              <w:rPr>
                <w:rFonts w:ascii="Arial" w:hAnsi="Arial" w:cs="Arial"/>
                <w:sz w:val="18"/>
                <w:szCs w:val="18"/>
                <w:lang w:eastAsia="en-GB"/>
              </w:rPr>
              <w:br/>
              <w:t>9.4.2.1</w:t>
            </w:r>
            <w:r w:rsidRPr="00EF2F0E">
              <w:rPr>
                <w:rFonts w:ascii="Arial" w:hAnsi="Arial" w:cs="Arial"/>
                <w:sz w:val="18"/>
                <w:szCs w:val="18"/>
                <w:lang w:eastAsia="en-GB"/>
              </w:rPr>
              <w:br/>
              <w:t>9.4.2.2</w:t>
            </w:r>
            <w:r w:rsidRPr="00EF2F0E">
              <w:rPr>
                <w:rFonts w:ascii="Arial" w:hAnsi="Arial" w:cs="Arial"/>
                <w:sz w:val="18"/>
                <w:szCs w:val="18"/>
                <w:lang w:eastAsia="en-GB"/>
              </w:rPr>
              <w:br/>
              <w:t>9.4.3.1</w:t>
            </w:r>
            <w:r w:rsidRPr="00EF2F0E">
              <w:rPr>
                <w:rFonts w:ascii="Arial" w:hAnsi="Arial" w:cs="Arial"/>
                <w:sz w:val="18"/>
                <w:szCs w:val="18"/>
                <w:lang w:eastAsia="en-GB"/>
              </w:rPr>
              <w:br/>
              <w:t>9.4.3.2</w:t>
            </w:r>
            <w:r w:rsidRPr="00EF2F0E">
              <w:rPr>
                <w:rFonts w:ascii="Arial" w:hAnsi="Arial" w:cs="Arial"/>
                <w:sz w:val="18"/>
                <w:szCs w:val="18"/>
                <w:lang w:eastAsia="en-GB"/>
              </w:rPr>
              <w:br/>
              <w:t>9.4.4.1</w:t>
            </w:r>
            <w:r w:rsidRPr="00EF2F0E">
              <w:rPr>
                <w:rFonts w:ascii="Arial" w:hAnsi="Arial" w:cs="Arial"/>
                <w:sz w:val="18"/>
                <w:szCs w:val="18"/>
                <w:lang w:eastAsia="en-GB"/>
              </w:rPr>
              <w:br/>
              <w:t>9.4.4.2</w:t>
            </w:r>
            <w:r w:rsidRPr="00EF2F0E">
              <w:rPr>
                <w:rFonts w:ascii="Arial" w:hAnsi="Arial" w:cs="Arial"/>
                <w:sz w:val="18"/>
                <w:szCs w:val="18"/>
                <w:lang w:eastAsia="en-GB"/>
              </w:rPr>
              <w:br/>
              <w:t>9.4.6.1</w:t>
            </w:r>
            <w:r w:rsidRPr="00EF2F0E">
              <w:rPr>
                <w:rFonts w:ascii="Arial" w:hAnsi="Arial" w:cs="Arial"/>
                <w:sz w:val="18"/>
                <w:szCs w:val="18"/>
                <w:lang w:eastAsia="en-GB"/>
              </w:rPr>
              <w:br/>
              <w:t>9.4.6.2</w:t>
            </w:r>
          </w:p>
        </w:tc>
        <w:tc>
          <w:tcPr>
            <w:tcW w:w="820" w:type="dxa"/>
            <w:tcBorders>
              <w:top w:val="nil"/>
              <w:left w:val="nil"/>
              <w:bottom w:val="single" w:sz="4" w:space="0" w:color="auto"/>
              <w:right w:val="single" w:sz="4" w:space="0" w:color="auto"/>
            </w:tcBorders>
            <w:shd w:val="clear" w:color="auto" w:fill="auto"/>
            <w:vAlign w:val="center"/>
            <w:hideMark/>
          </w:tcPr>
          <w:p w14:paraId="0984D13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3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9.4.1</w:t>
            </w:r>
            <w:r w:rsidRPr="00EF2F0E">
              <w:rPr>
                <w:rFonts w:ascii="Arial" w:hAnsi="Arial" w:cs="Arial"/>
                <w:sz w:val="18"/>
                <w:szCs w:val="18"/>
                <w:lang w:eastAsia="en-GB"/>
              </w:rPr>
              <w:br/>
              <w:t>9.4.2.1</w:t>
            </w:r>
            <w:r w:rsidRPr="00EF2F0E">
              <w:rPr>
                <w:rFonts w:ascii="Arial" w:hAnsi="Arial" w:cs="Arial"/>
                <w:sz w:val="18"/>
                <w:szCs w:val="18"/>
                <w:lang w:eastAsia="en-GB"/>
              </w:rPr>
              <w:br/>
              <w:t>9.4.2.2</w:t>
            </w:r>
            <w:r w:rsidRPr="00EF2F0E">
              <w:rPr>
                <w:rFonts w:ascii="Arial" w:hAnsi="Arial" w:cs="Arial"/>
                <w:sz w:val="18"/>
                <w:szCs w:val="18"/>
                <w:lang w:eastAsia="en-GB"/>
              </w:rPr>
              <w:br/>
              <w:t>9.4.3.1</w:t>
            </w:r>
            <w:r w:rsidRPr="00EF2F0E">
              <w:rPr>
                <w:rFonts w:ascii="Arial" w:hAnsi="Arial" w:cs="Arial"/>
                <w:sz w:val="18"/>
                <w:szCs w:val="18"/>
                <w:lang w:eastAsia="en-GB"/>
              </w:rPr>
              <w:br/>
              <w:t>9.4.3.2</w:t>
            </w:r>
          </w:p>
        </w:tc>
        <w:tc>
          <w:tcPr>
            <w:tcW w:w="820" w:type="dxa"/>
            <w:tcBorders>
              <w:top w:val="nil"/>
              <w:left w:val="nil"/>
              <w:bottom w:val="single" w:sz="4" w:space="0" w:color="auto"/>
              <w:right w:val="single" w:sz="4" w:space="0" w:color="auto"/>
            </w:tcBorders>
            <w:shd w:val="clear" w:color="auto" w:fill="auto"/>
            <w:vAlign w:val="center"/>
            <w:hideMark/>
          </w:tcPr>
          <w:p w14:paraId="0984D13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4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9.4.1</w:t>
            </w:r>
            <w:r w:rsidRPr="00EF2F0E">
              <w:rPr>
                <w:rFonts w:ascii="Arial" w:hAnsi="Arial" w:cs="Arial"/>
                <w:sz w:val="18"/>
                <w:szCs w:val="18"/>
                <w:lang w:eastAsia="en-GB"/>
              </w:rPr>
              <w:br/>
              <w:t>9.4.4.1</w:t>
            </w:r>
            <w:r w:rsidRPr="00EF2F0E">
              <w:rPr>
                <w:rFonts w:ascii="Arial" w:hAnsi="Arial" w:cs="Arial"/>
                <w:sz w:val="18"/>
                <w:szCs w:val="18"/>
                <w:lang w:eastAsia="en-GB"/>
              </w:rPr>
              <w:br/>
              <w:t>9.4.4.2</w:t>
            </w:r>
            <w:r w:rsidRPr="00EF2F0E">
              <w:rPr>
                <w:rFonts w:ascii="Arial" w:hAnsi="Arial" w:cs="Arial"/>
                <w:sz w:val="18"/>
                <w:szCs w:val="18"/>
                <w:lang w:eastAsia="en-GB"/>
              </w:rPr>
              <w:br/>
              <w:t>9.4.6.1</w:t>
            </w:r>
            <w:r w:rsidRPr="00EF2F0E">
              <w:rPr>
                <w:rFonts w:ascii="Arial" w:hAnsi="Arial" w:cs="Arial"/>
                <w:sz w:val="18"/>
                <w:szCs w:val="18"/>
                <w:lang w:eastAsia="en-GB"/>
              </w:rPr>
              <w:br/>
              <w:t>9.4.6.2</w:t>
            </w:r>
          </w:p>
        </w:tc>
        <w:tc>
          <w:tcPr>
            <w:tcW w:w="820" w:type="dxa"/>
            <w:tcBorders>
              <w:top w:val="nil"/>
              <w:left w:val="nil"/>
              <w:bottom w:val="single" w:sz="4" w:space="0" w:color="auto"/>
              <w:right w:val="single" w:sz="4" w:space="0" w:color="auto"/>
            </w:tcBorders>
            <w:shd w:val="clear" w:color="auto" w:fill="auto"/>
            <w:vAlign w:val="center"/>
            <w:hideMark/>
          </w:tcPr>
          <w:p w14:paraId="0984D141"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42"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9.4.1</w:t>
            </w:r>
            <w:r w:rsidRPr="00EF2F0E">
              <w:rPr>
                <w:rFonts w:ascii="Arial" w:hAnsi="Arial" w:cs="Arial"/>
                <w:sz w:val="18"/>
                <w:szCs w:val="18"/>
                <w:lang w:eastAsia="en-GB"/>
              </w:rPr>
              <w:br/>
              <w:t>9.4.2.1</w:t>
            </w:r>
            <w:r w:rsidRPr="00EF2F0E">
              <w:rPr>
                <w:rFonts w:ascii="Arial" w:hAnsi="Arial" w:cs="Arial"/>
                <w:sz w:val="18"/>
                <w:szCs w:val="18"/>
                <w:lang w:eastAsia="en-GB"/>
              </w:rPr>
              <w:br/>
              <w:t>9.4.2.3</w:t>
            </w:r>
            <w:r w:rsidRPr="00EF2F0E">
              <w:rPr>
                <w:rFonts w:ascii="Arial" w:hAnsi="Arial" w:cs="Arial"/>
                <w:sz w:val="18"/>
                <w:szCs w:val="18"/>
                <w:lang w:eastAsia="en-GB"/>
              </w:rPr>
              <w:br/>
              <w:t>9.4.3.1</w:t>
            </w:r>
            <w:r w:rsidRPr="00EF2F0E">
              <w:rPr>
                <w:rFonts w:ascii="Arial" w:hAnsi="Arial" w:cs="Arial"/>
                <w:sz w:val="18"/>
                <w:szCs w:val="18"/>
                <w:lang w:eastAsia="en-GB"/>
              </w:rPr>
              <w:br/>
              <w:t>9.4.3.3</w:t>
            </w:r>
          </w:p>
        </w:tc>
        <w:tc>
          <w:tcPr>
            <w:tcW w:w="820" w:type="dxa"/>
            <w:tcBorders>
              <w:top w:val="nil"/>
              <w:left w:val="nil"/>
              <w:bottom w:val="single" w:sz="4" w:space="0" w:color="auto"/>
              <w:right w:val="single" w:sz="4" w:space="0" w:color="auto"/>
            </w:tcBorders>
            <w:shd w:val="clear" w:color="auto" w:fill="auto"/>
            <w:vAlign w:val="center"/>
            <w:hideMark/>
          </w:tcPr>
          <w:p w14:paraId="0984D143"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44"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9.4.1</w:t>
            </w:r>
            <w:r w:rsidRPr="00EF2F0E">
              <w:rPr>
                <w:rFonts w:ascii="Arial" w:hAnsi="Arial" w:cs="Arial"/>
                <w:sz w:val="18"/>
                <w:szCs w:val="18"/>
                <w:lang w:eastAsia="en-GB"/>
              </w:rPr>
              <w:br/>
              <w:t>9.4.4.1</w:t>
            </w:r>
            <w:r w:rsidRPr="00EF2F0E">
              <w:rPr>
                <w:rFonts w:ascii="Arial" w:hAnsi="Arial" w:cs="Arial"/>
                <w:sz w:val="18"/>
                <w:szCs w:val="18"/>
                <w:lang w:eastAsia="en-GB"/>
              </w:rPr>
              <w:br/>
              <w:t>9.4.4.4</w:t>
            </w:r>
            <w:r w:rsidRPr="00EF2F0E">
              <w:rPr>
                <w:rFonts w:ascii="Arial" w:hAnsi="Arial" w:cs="Arial"/>
                <w:sz w:val="18"/>
                <w:szCs w:val="18"/>
                <w:lang w:eastAsia="en-GB"/>
              </w:rPr>
              <w:br/>
              <w:t>9.4.6.1</w:t>
            </w:r>
            <w:r w:rsidRPr="00EF2F0E">
              <w:rPr>
                <w:rFonts w:ascii="Arial" w:hAnsi="Arial" w:cs="Arial"/>
                <w:sz w:val="18"/>
                <w:szCs w:val="18"/>
                <w:lang w:eastAsia="en-GB"/>
              </w:rPr>
              <w:br/>
              <w:t>9.4.6.4</w:t>
            </w:r>
          </w:p>
        </w:tc>
      </w:tr>
      <w:tr w:rsidR="003401A4" w:rsidRPr="00EF2F0E" w14:paraId="0984D151"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46" w14:textId="77777777" w:rsidR="005C1B04" w:rsidRPr="00EF2F0E" w:rsidRDefault="005C1B04" w:rsidP="00A40339">
            <w:pPr>
              <w:spacing w:after="0"/>
              <w:rPr>
                <w:rFonts w:ascii="Arial" w:hAnsi="Arial" w:cs="Arial"/>
                <w:sz w:val="18"/>
                <w:szCs w:val="18"/>
                <w:lang w:eastAsia="en-GB"/>
              </w:rPr>
            </w:pPr>
            <w:r w:rsidRPr="00EF2F0E">
              <w:rPr>
                <w:rFonts w:ascii="Arial" w:hAnsi="Arial" w:cs="Arial"/>
                <w:sz w:val="18"/>
                <w:szCs w:val="18"/>
                <w:lang w:eastAsia="en-GB"/>
              </w:rPr>
              <w:t>OTA Transmit ON/OFF power</w:t>
            </w:r>
          </w:p>
        </w:tc>
        <w:tc>
          <w:tcPr>
            <w:tcW w:w="820" w:type="dxa"/>
            <w:tcBorders>
              <w:top w:val="nil"/>
              <w:left w:val="nil"/>
              <w:bottom w:val="single" w:sz="4" w:space="0" w:color="auto"/>
              <w:right w:val="single" w:sz="4" w:space="0" w:color="auto"/>
            </w:tcBorders>
            <w:shd w:val="clear" w:color="auto" w:fill="auto"/>
            <w:vAlign w:val="center"/>
            <w:hideMark/>
          </w:tcPr>
          <w:p w14:paraId="0984D147"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48"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9.5</w:t>
            </w:r>
          </w:p>
        </w:tc>
        <w:tc>
          <w:tcPr>
            <w:tcW w:w="820" w:type="dxa"/>
            <w:tcBorders>
              <w:top w:val="nil"/>
              <w:left w:val="nil"/>
              <w:bottom w:val="single" w:sz="4" w:space="0" w:color="auto"/>
              <w:right w:val="single" w:sz="4" w:space="0" w:color="auto"/>
            </w:tcBorders>
            <w:shd w:val="clear" w:color="auto" w:fill="auto"/>
            <w:vAlign w:val="center"/>
            <w:hideMark/>
          </w:tcPr>
          <w:p w14:paraId="0984D149"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4A"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9.5</w:t>
            </w:r>
          </w:p>
        </w:tc>
        <w:tc>
          <w:tcPr>
            <w:tcW w:w="820" w:type="dxa"/>
            <w:tcBorders>
              <w:top w:val="nil"/>
              <w:left w:val="nil"/>
              <w:bottom w:val="single" w:sz="4" w:space="0" w:color="auto"/>
              <w:right w:val="single" w:sz="4" w:space="0" w:color="auto"/>
            </w:tcBorders>
            <w:shd w:val="clear" w:color="auto" w:fill="auto"/>
            <w:vAlign w:val="center"/>
            <w:hideMark/>
          </w:tcPr>
          <w:p w14:paraId="0984D14B"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4C"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9.5</w:t>
            </w:r>
          </w:p>
        </w:tc>
        <w:tc>
          <w:tcPr>
            <w:tcW w:w="820" w:type="dxa"/>
            <w:tcBorders>
              <w:top w:val="nil"/>
              <w:left w:val="nil"/>
              <w:bottom w:val="single" w:sz="4" w:space="0" w:color="auto"/>
              <w:right w:val="single" w:sz="4" w:space="0" w:color="auto"/>
            </w:tcBorders>
            <w:shd w:val="clear" w:color="auto" w:fill="auto"/>
            <w:vAlign w:val="center"/>
            <w:hideMark/>
          </w:tcPr>
          <w:p w14:paraId="0984D14D"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4E"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9.5</w:t>
            </w:r>
          </w:p>
        </w:tc>
        <w:tc>
          <w:tcPr>
            <w:tcW w:w="820" w:type="dxa"/>
            <w:tcBorders>
              <w:top w:val="nil"/>
              <w:left w:val="nil"/>
              <w:bottom w:val="single" w:sz="4" w:space="0" w:color="auto"/>
              <w:right w:val="single" w:sz="4" w:space="0" w:color="auto"/>
            </w:tcBorders>
            <w:shd w:val="clear" w:color="auto" w:fill="auto"/>
            <w:vAlign w:val="center"/>
            <w:hideMark/>
          </w:tcPr>
          <w:p w14:paraId="0984D14F"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50" w14:textId="77777777" w:rsidR="005C1B04" w:rsidRPr="00EF2F0E" w:rsidRDefault="005C1B04" w:rsidP="00A40339">
            <w:pPr>
              <w:spacing w:after="0"/>
              <w:jc w:val="center"/>
              <w:rPr>
                <w:rFonts w:ascii="Arial" w:hAnsi="Arial" w:cs="Arial"/>
                <w:sz w:val="18"/>
                <w:szCs w:val="18"/>
                <w:lang w:eastAsia="en-GB"/>
              </w:rPr>
            </w:pPr>
            <w:r w:rsidRPr="00EF2F0E">
              <w:rPr>
                <w:rFonts w:ascii="Arial" w:hAnsi="Arial" w:cs="Arial"/>
                <w:sz w:val="18"/>
                <w:szCs w:val="18"/>
                <w:lang w:eastAsia="en-GB"/>
              </w:rPr>
              <w:t>9.5</w:t>
            </w:r>
          </w:p>
        </w:tc>
      </w:tr>
      <w:tr w:rsidR="00DE76A7" w:rsidRPr="00EF2F0E" w14:paraId="0984D15D" w14:textId="77777777" w:rsidTr="005C15CF">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52"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Transmitted signal quality</w:t>
            </w:r>
          </w:p>
        </w:tc>
        <w:tc>
          <w:tcPr>
            <w:tcW w:w="820" w:type="dxa"/>
            <w:tcBorders>
              <w:top w:val="single" w:sz="4" w:space="0" w:color="auto"/>
              <w:left w:val="nil"/>
              <w:bottom w:val="single" w:sz="4" w:space="0" w:color="auto"/>
              <w:right w:val="single" w:sz="4" w:space="0" w:color="auto"/>
            </w:tcBorders>
            <w:shd w:val="clear" w:color="auto" w:fill="auto"/>
            <w:hideMark/>
          </w:tcPr>
          <w:p w14:paraId="0984D15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984D15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9.6.1</w:t>
            </w:r>
          </w:p>
        </w:tc>
        <w:tc>
          <w:tcPr>
            <w:tcW w:w="820" w:type="dxa"/>
            <w:tcBorders>
              <w:top w:val="single" w:sz="4" w:space="0" w:color="auto"/>
              <w:left w:val="nil"/>
              <w:bottom w:val="single" w:sz="4" w:space="0" w:color="auto"/>
              <w:right w:val="single" w:sz="4" w:space="0" w:color="auto"/>
            </w:tcBorders>
            <w:shd w:val="clear" w:color="auto" w:fill="auto"/>
          </w:tcPr>
          <w:p w14:paraId="0984D15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984D15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9.6.1</w:t>
            </w:r>
          </w:p>
        </w:tc>
        <w:tc>
          <w:tcPr>
            <w:tcW w:w="820" w:type="dxa"/>
            <w:tcBorders>
              <w:top w:val="single" w:sz="4" w:space="0" w:color="auto"/>
              <w:left w:val="nil"/>
              <w:bottom w:val="single" w:sz="4" w:space="0" w:color="auto"/>
              <w:right w:val="single" w:sz="4" w:space="0" w:color="auto"/>
            </w:tcBorders>
            <w:shd w:val="clear" w:color="auto" w:fill="auto"/>
          </w:tcPr>
          <w:p w14:paraId="0984D15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984D15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9.6.1</w:t>
            </w:r>
          </w:p>
        </w:tc>
        <w:tc>
          <w:tcPr>
            <w:tcW w:w="820" w:type="dxa"/>
            <w:tcBorders>
              <w:top w:val="single" w:sz="4" w:space="0" w:color="auto"/>
              <w:left w:val="nil"/>
              <w:bottom w:val="single" w:sz="4" w:space="0" w:color="auto"/>
              <w:right w:val="single" w:sz="4" w:space="0" w:color="auto"/>
            </w:tcBorders>
            <w:shd w:val="clear" w:color="auto" w:fill="auto"/>
          </w:tcPr>
          <w:p w14:paraId="0984D15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984D15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9.6.1</w:t>
            </w:r>
          </w:p>
        </w:tc>
        <w:tc>
          <w:tcPr>
            <w:tcW w:w="820" w:type="dxa"/>
            <w:tcBorders>
              <w:top w:val="single" w:sz="4" w:space="0" w:color="auto"/>
              <w:left w:val="nil"/>
              <w:bottom w:val="single" w:sz="4" w:space="0" w:color="auto"/>
              <w:right w:val="single" w:sz="4" w:space="0" w:color="auto"/>
            </w:tcBorders>
            <w:shd w:val="clear" w:color="auto" w:fill="auto"/>
          </w:tcPr>
          <w:p w14:paraId="0984D15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984D15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9.6.1</w:t>
            </w:r>
          </w:p>
        </w:tc>
      </w:tr>
      <w:tr w:rsidR="00DE76A7" w:rsidRPr="00EF2F0E" w14:paraId="0984D169"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5E"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Frequency Error</w:t>
            </w:r>
          </w:p>
        </w:tc>
        <w:tc>
          <w:tcPr>
            <w:tcW w:w="820" w:type="dxa"/>
            <w:tcBorders>
              <w:top w:val="nil"/>
              <w:left w:val="nil"/>
              <w:bottom w:val="single" w:sz="4" w:space="0" w:color="auto"/>
              <w:right w:val="single" w:sz="4" w:space="0" w:color="auto"/>
            </w:tcBorders>
            <w:shd w:val="clear" w:color="auto" w:fill="auto"/>
            <w:vAlign w:val="center"/>
            <w:hideMark/>
          </w:tcPr>
          <w:p w14:paraId="0984D15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6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9.6.2.1</w:t>
            </w:r>
            <w:r w:rsidRPr="00EF2F0E">
              <w:rPr>
                <w:rFonts w:ascii="Arial" w:hAnsi="Arial" w:cs="Arial"/>
                <w:sz w:val="18"/>
                <w:szCs w:val="18"/>
                <w:lang w:eastAsia="en-GB"/>
              </w:rPr>
              <w:br/>
              <w:t>9.6.2.2</w:t>
            </w:r>
          </w:p>
        </w:tc>
        <w:tc>
          <w:tcPr>
            <w:tcW w:w="820" w:type="dxa"/>
            <w:tcBorders>
              <w:top w:val="nil"/>
              <w:left w:val="nil"/>
              <w:bottom w:val="single" w:sz="4" w:space="0" w:color="auto"/>
              <w:right w:val="single" w:sz="4" w:space="0" w:color="auto"/>
            </w:tcBorders>
            <w:shd w:val="clear" w:color="auto" w:fill="auto"/>
            <w:vAlign w:val="center"/>
            <w:hideMark/>
          </w:tcPr>
          <w:p w14:paraId="0984D16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6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9.6.2.1</w:t>
            </w:r>
            <w:r w:rsidRPr="00EF2F0E">
              <w:rPr>
                <w:rFonts w:ascii="Arial" w:hAnsi="Arial" w:cs="Arial"/>
                <w:sz w:val="18"/>
                <w:szCs w:val="18"/>
                <w:lang w:eastAsia="en-GB"/>
              </w:rPr>
              <w:br/>
              <w:t>9.6.2.2</w:t>
            </w:r>
          </w:p>
        </w:tc>
        <w:tc>
          <w:tcPr>
            <w:tcW w:w="820" w:type="dxa"/>
            <w:tcBorders>
              <w:top w:val="nil"/>
              <w:left w:val="nil"/>
              <w:bottom w:val="single" w:sz="4" w:space="0" w:color="auto"/>
              <w:right w:val="single" w:sz="4" w:space="0" w:color="auto"/>
            </w:tcBorders>
            <w:shd w:val="clear" w:color="auto" w:fill="auto"/>
            <w:vAlign w:val="center"/>
            <w:hideMark/>
          </w:tcPr>
          <w:p w14:paraId="0984D16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6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9.6.2.1</w:t>
            </w:r>
            <w:r w:rsidRPr="00EF2F0E">
              <w:rPr>
                <w:rFonts w:ascii="Arial" w:hAnsi="Arial" w:cs="Arial"/>
                <w:sz w:val="18"/>
                <w:szCs w:val="18"/>
                <w:lang w:eastAsia="en-GB"/>
              </w:rPr>
              <w:br/>
              <w:t>9.6.2.2</w:t>
            </w:r>
          </w:p>
        </w:tc>
        <w:tc>
          <w:tcPr>
            <w:tcW w:w="820" w:type="dxa"/>
            <w:tcBorders>
              <w:top w:val="nil"/>
              <w:left w:val="nil"/>
              <w:bottom w:val="single" w:sz="4" w:space="0" w:color="auto"/>
              <w:right w:val="single" w:sz="4" w:space="0" w:color="auto"/>
            </w:tcBorders>
            <w:shd w:val="clear" w:color="auto" w:fill="auto"/>
            <w:vAlign w:val="center"/>
            <w:hideMark/>
          </w:tcPr>
          <w:p w14:paraId="0984D16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6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9.6.2.1</w:t>
            </w:r>
            <w:r w:rsidRPr="00EF2F0E">
              <w:rPr>
                <w:rFonts w:ascii="Arial" w:hAnsi="Arial" w:cs="Arial"/>
                <w:sz w:val="18"/>
                <w:szCs w:val="18"/>
                <w:lang w:eastAsia="en-GB"/>
              </w:rPr>
              <w:br/>
              <w:t>9.6.2.3</w:t>
            </w:r>
          </w:p>
        </w:tc>
        <w:tc>
          <w:tcPr>
            <w:tcW w:w="820" w:type="dxa"/>
            <w:tcBorders>
              <w:top w:val="nil"/>
              <w:left w:val="nil"/>
              <w:bottom w:val="single" w:sz="4" w:space="0" w:color="auto"/>
              <w:right w:val="single" w:sz="4" w:space="0" w:color="auto"/>
            </w:tcBorders>
            <w:shd w:val="clear" w:color="auto" w:fill="auto"/>
            <w:vAlign w:val="center"/>
            <w:hideMark/>
          </w:tcPr>
          <w:p w14:paraId="0984D16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6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9.6.2.1</w:t>
            </w:r>
            <w:r w:rsidRPr="00EF2F0E">
              <w:rPr>
                <w:rFonts w:ascii="Arial" w:hAnsi="Arial" w:cs="Arial"/>
                <w:sz w:val="18"/>
                <w:szCs w:val="18"/>
                <w:lang w:eastAsia="en-GB"/>
              </w:rPr>
              <w:br/>
              <w:t>9.6.2.4</w:t>
            </w:r>
          </w:p>
        </w:tc>
      </w:tr>
      <w:tr w:rsidR="00DE76A7" w:rsidRPr="00EF2F0E" w14:paraId="0984D175"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6A"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Time alignment error</w:t>
            </w:r>
          </w:p>
        </w:tc>
        <w:tc>
          <w:tcPr>
            <w:tcW w:w="820" w:type="dxa"/>
            <w:tcBorders>
              <w:top w:val="nil"/>
              <w:left w:val="nil"/>
              <w:bottom w:val="single" w:sz="4" w:space="0" w:color="auto"/>
              <w:right w:val="single" w:sz="4" w:space="0" w:color="auto"/>
            </w:tcBorders>
            <w:shd w:val="clear" w:color="auto" w:fill="auto"/>
            <w:vAlign w:val="center"/>
            <w:hideMark/>
          </w:tcPr>
          <w:p w14:paraId="0984D16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6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9.6.3.1</w:t>
            </w:r>
            <w:r w:rsidRPr="00EF2F0E">
              <w:rPr>
                <w:rFonts w:ascii="Arial" w:hAnsi="Arial" w:cs="Arial"/>
                <w:sz w:val="18"/>
                <w:szCs w:val="18"/>
                <w:lang w:eastAsia="en-GB"/>
              </w:rPr>
              <w:br/>
              <w:t>9.6.3.2</w:t>
            </w:r>
          </w:p>
        </w:tc>
        <w:tc>
          <w:tcPr>
            <w:tcW w:w="820" w:type="dxa"/>
            <w:tcBorders>
              <w:top w:val="nil"/>
              <w:left w:val="nil"/>
              <w:bottom w:val="single" w:sz="4" w:space="0" w:color="auto"/>
              <w:right w:val="single" w:sz="4" w:space="0" w:color="auto"/>
            </w:tcBorders>
            <w:shd w:val="clear" w:color="auto" w:fill="auto"/>
            <w:vAlign w:val="center"/>
            <w:hideMark/>
          </w:tcPr>
          <w:p w14:paraId="0984D16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6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9.6.3.1</w:t>
            </w:r>
            <w:r w:rsidRPr="00EF2F0E">
              <w:rPr>
                <w:rFonts w:ascii="Arial" w:hAnsi="Arial" w:cs="Arial"/>
                <w:sz w:val="18"/>
                <w:szCs w:val="18"/>
                <w:lang w:eastAsia="en-GB"/>
              </w:rPr>
              <w:br/>
              <w:t>9.6.3.2</w:t>
            </w:r>
          </w:p>
        </w:tc>
        <w:tc>
          <w:tcPr>
            <w:tcW w:w="820" w:type="dxa"/>
            <w:tcBorders>
              <w:top w:val="nil"/>
              <w:left w:val="nil"/>
              <w:bottom w:val="single" w:sz="4" w:space="0" w:color="auto"/>
              <w:right w:val="single" w:sz="4" w:space="0" w:color="auto"/>
            </w:tcBorders>
            <w:shd w:val="clear" w:color="auto" w:fill="auto"/>
            <w:vAlign w:val="center"/>
            <w:hideMark/>
          </w:tcPr>
          <w:p w14:paraId="0984D16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7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9.6.3.1</w:t>
            </w:r>
            <w:r w:rsidRPr="00EF2F0E">
              <w:rPr>
                <w:rFonts w:ascii="Arial" w:hAnsi="Arial" w:cs="Arial"/>
                <w:sz w:val="18"/>
                <w:szCs w:val="18"/>
                <w:lang w:eastAsia="en-GB"/>
              </w:rPr>
              <w:br/>
              <w:t>9.6.3.2</w:t>
            </w:r>
          </w:p>
        </w:tc>
        <w:tc>
          <w:tcPr>
            <w:tcW w:w="820" w:type="dxa"/>
            <w:tcBorders>
              <w:top w:val="nil"/>
              <w:left w:val="nil"/>
              <w:bottom w:val="single" w:sz="4" w:space="0" w:color="auto"/>
              <w:right w:val="single" w:sz="4" w:space="0" w:color="auto"/>
            </w:tcBorders>
            <w:shd w:val="clear" w:color="auto" w:fill="auto"/>
            <w:vAlign w:val="center"/>
            <w:hideMark/>
          </w:tcPr>
          <w:p w14:paraId="0984D17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7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9.6.3.1</w:t>
            </w:r>
            <w:r w:rsidRPr="00EF2F0E">
              <w:rPr>
                <w:rFonts w:ascii="Arial" w:hAnsi="Arial" w:cs="Arial"/>
                <w:sz w:val="18"/>
                <w:szCs w:val="18"/>
                <w:lang w:eastAsia="en-GB"/>
              </w:rPr>
              <w:br/>
              <w:t>9.6.3.3</w:t>
            </w:r>
          </w:p>
        </w:tc>
        <w:tc>
          <w:tcPr>
            <w:tcW w:w="820" w:type="dxa"/>
            <w:tcBorders>
              <w:top w:val="nil"/>
              <w:left w:val="nil"/>
              <w:bottom w:val="single" w:sz="4" w:space="0" w:color="auto"/>
              <w:right w:val="single" w:sz="4" w:space="0" w:color="auto"/>
            </w:tcBorders>
            <w:shd w:val="clear" w:color="auto" w:fill="auto"/>
            <w:vAlign w:val="center"/>
            <w:hideMark/>
          </w:tcPr>
          <w:p w14:paraId="0984D17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7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9.6.3.1</w:t>
            </w:r>
            <w:r w:rsidRPr="00EF2F0E">
              <w:rPr>
                <w:rFonts w:ascii="Arial" w:hAnsi="Arial" w:cs="Arial"/>
                <w:sz w:val="18"/>
                <w:szCs w:val="18"/>
                <w:lang w:eastAsia="en-GB"/>
              </w:rPr>
              <w:br/>
              <w:t>9.6.3.4</w:t>
            </w:r>
          </w:p>
        </w:tc>
      </w:tr>
      <w:tr w:rsidR="00DE76A7" w:rsidRPr="00EF2F0E" w14:paraId="0984D181"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76"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modulation quality</w:t>
            </w:r>
          </w:p>
        </w:tc>
        <w:tc>
          <w:tcPr>
            <w:tcW w:w="820" w:type="dxa"/>
            <w:tcBorders>
              <w:top w:val="nil"/>
              <w:left w:val="nil"/>
              <w:bottom w:val="single" w:sz="4" w:space="0" w:color="auto"/>
              <w:right w:val="single" w:sz="4" w:space="0" w:color="auto"/>
            </w:tcBorders>
            <w:shd w:val="clear" w:color="auto" w:fill="auto"/>
            <w:vAlign w:val="center"/>
            <w:hideMark/>
          </w:tcPr>
          <w:p w14:paraId="0984D17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7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9.6.4.1</w:t>
            </w:r>
            <w:r w:rsidRPr="00EF2F0E">
              <w:rPr>
                <w:rFonts w:ascii="Arial" w:hAnsi="Arial" w:cs="Arial"/>
                <w:sz w:val="18"/>
                <w:szCs w:val="18"/>
                <w:lang w:eastAsia="en-GB"/>
              </w:rPr>
              <w:br/>
              <w:t>9.6.4.2</w:t>
            </w:r>
          </w:p>
        </w:tc>
        <w:tc>
          <w:tcPr>
            <w:tcW w:w="820" w:type="dxa"/>
            <w:tcBorders>
              <w:top w:val="nil"/>
              <w:left w:val="nil"/>
              <w:bottom w:val="single" w:sz="4" w:space="0" w:color="auto"/>
              <w:right w:val="single" w:sz="4" w:space="0" w:color="auto"/>
            </w:tcBorders>
            <w:shd w:val="clear" w:color="auto" w:fill="auto"/>
            <w:vAlign w:val="center"/>
            <w:hideMark/>
          </w:tcPr>
          <w:p w14:paraId="0984D17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7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9.6.4.1</w:t>
            </w:r>
            <w:r w:rsidRPr="00EF2F0E">
              <w:rPr>
                <w:rFonts w:ascii="Arial" w:hAnsi="Arial" w:cs="Arial"/>
                <w:sz w:val="18"/>
                <w:szCs w:val="18"/>
                <w:lang w:eastAsia="en-GB"/>
              </w:rPr>
              <w:br/>
              <w:t>9.6.4.2</w:t>
            </w:r>
          </w:p>
        </w:tc>
        <w:tc>
          <w:tcPr>
            <w:tcW w:w="820" w:type="dxa"/>
            <w:tcBorders>
              <w:top w:val="nil"/>
              <w:left w:val="nil"/>
              <w:bottom w:val="single" w:sz="4" w:space="0" w:color="auto"/>
              <w:right w:val="single" w:sz="4" w:space="0" w:color="auto"/>
            </w:tcBorders>
            <w:shd w:val="clear" w:color="auto" w:fill="auto"/>
            <w:vAlign w:val="center"/>
            <w:hideMark/>
          </w:tcPr>
          <w:p w14:paraId="0984D17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7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9.6.4.1</w:t>
            </w:r>
            <w:r w:rsidRPr="00EF2F0E">
              <w:rPr>
                <w:rFonts w:ascii="Arial" w:hAnsi="Arial" w:cs="Arial"/>
                <w:sz w:val="18"/>
                <w:szCs w:val="18"/>
                <w:lang w:eastAsia="en-GB"/>
              </w:rPr>
              <w:br/>
              <w:t>9.6.4.2</w:t>
            </w:r>
          </w:p>
        </w:tc>
        <w:tc>
          <w:tcPr>
            <w:tcW w:w="820" w:type="dxa"/>
            <w:tcBorders>
              <w:top w:val="nil"/>
              <w:left w:val="nil"/>
              <w:bottom w:val="single" w:sz="4" w:space="0" w:color="auto"/>
              <w:right w:val="single" w:sz="4" w:space="0" w:color="auto"/>
            </w:tcBorders>
            <w:shd w:val="clear" w:color="auto" w:fill="auto"/>
            <w:vAlign w:val="center"/>
            <w:hideMark/>
          </w:tcPr>
          <w:p w14:paraId="0984D17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7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9.6.4.1</w:t>
            </w:r>
            <w:r w:rsidRPr="00EF2F0E">
              <w:rPr>
                <w:rFonts w:ascii="Arial" w:hAnsi="Arial" w:cs="Arial"/>
                <w:sz w:val="18"/>
                <w:szCs w:val="18"/>
                <w:lang w:eastAsia="en-GB"/>
              </w:rPr>
              <w:br/>
              <w:t>9.6.4.3</w:t>
            </w:r>
          </w:p>
        </w:tc>
        <w:tc>
          <w:tcPr>
            <w:tcW w:w="820" w:type="dxa"/>
            <w:tcBorders>
              <w:top w:val="nil"/>
              <w:left w:val="nil"/>
              <w:bottom w:val="single" w:sz="4" w:space="0" w:color="auto"/>
              <w:right w:val="single" w:sz="4" w:space="0" w:color="auto"/>
            </w:tcBorders>
            <w:shd w:val="clear" w:color="auto" w:fill="auto"/>
            <w:vAlign w:val="center"/>
            <w:hideMark/>
          </w:tcPr>
          <w:p w14:paraId="0984D17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8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9.6.4.1</w:t>
            </w:r>
            <w:r w:rsidRPr="00EF2F0E">
              <w:rPr>
                <w:rFonts w:ascii="Arial" w:hAnsi="Arial" w:cs="Arial"/>
                <w:sz w:val="18"/>
                <w:szCs w:val="18"/>
                <w:lang w:eastAsia="en-GB"/>
              </w:rPr>
              <w:br/>
              <w:t>9.6.4.4</w:t>
            </w:r>
          </w:p>
        </w:tc>
      </w:tr>
      <w:tr w:rsidR="00DE76A7" w:rsidRPr="00EF2F0E" w14:paraId="0984D18D"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82"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Transmit pulse shape filter</w:t>
            </w:r>
          </w:p>
        </w:tc>
        <w:tc>
          <w:tcPr>
            <w:tcW w:w="820" w:type="dxa"/>
            <w:tcBorders>
              <w:top w:val="nil"/>
              <w:left w:val="nil"/>
              <w:bottom w:val="single" w:sz="4" w:space="0" w:color="auto"/>
              <w:right w:val="single" w:sz="4" w:space="0" w:color="auto"/>
            </w:tcBorders>
            <w:shd w:val="clear" w:color="auto" w:fill="auto"/>
            <w:vAlign w:val="center"/>
            <w:hideMark/>
          </w:tcPr>
          <w:p w14:paraId="0984D18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8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9.6.5.1</w:t>
            </w:r>
            <w:r w:rsidRPr="00EF2F0E">
              <w:rPr>
                <w:rFonts w:ascii="Arial" w:hAnsi="Arial" w:cs="Arial"/>
                <w:sz w:val="18"/>
                <w:szCs w:val="18"/>
                <w:lang w:eastAsia="en-GB"/>
              </w:rPr>
              <w:br/>
              <w:t>9.6.5.2</w:t>
            </w:r>
          </w:p>
        </w:tc>
        <w:tc>
          <w:tcPr>
            <w:tcW w:w="820" w:type="dxa"/>
            <w:tcBorders>
              <w:top w:val="nil"/>
              <w:left w:val="nil"/>
              <w:bottom w:val="single" w:sz="4" w:space="0" w:color="auto"/>
              <w:right w:val="single" w:sz="4" w:space="0" w:color="auto"/>
            </w:tcBorders>
            <w:shd w:val="clear" w:color="auto" w:fill="auto"/>
            <w:vAlign w:val="center"/>
            <w:hideMark/>
          </w:tcPr>
          <w:p w14:paraId="0984D18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8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9.6.5.1</w:t>
            </w:r>
            <w:r w:rsidRPr="00EF2F0E">
              <w:rPr>
                <w:rFonts w:ascii="Arial" w:hAnsi="Arial" w:cs="Arial"/>
                <w:sz w:val="18"/>
                <w:szCs w:val="18"/>
                <w:lang w:eastAsia="en-GB"/>
              </w:rPr>
              <w:br/>
              <w:t>9.6.5.2</w:t>
            </w:r>
          </w:p>
        </w:tc>
        <w:tc>
          <w:tcPr>
            <w:tcW w:w="820" w:type="dxa"/>
            <w:tcBorders>
              <w:top w:val="nil"/>
              <w:left w:val="nil"/>
              <w:bottom w:val="single" w:sz="4" w:space="0" w:color="auto"/>
              <w:right w:val="single" w:sz="4" w:space="0" w:color="auto"/>
            </w:tcBorders>
            <w:shd w:val="clear" w:color="auto" w:fill="auto"/>
            <w:vAlign w:val="center"/>
            <w:hideMark/>
          </w:tcPr>
          <w:p w14:paraId="0984D18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8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8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8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9.6.5.1</w:t>
            </w:r>
            <w:r w:rsidRPr="00EF2F0E">
              <w:rPr>
                <w:rFonts w:ascii="Arial" w:hAnsi="Arial" w:cs="Arial"/>
                <w:sz w:val="18"/>
                <w:szCs w:val="18"/>
                <w:lang w:eastAsia="en-GB"/>
              </w:rPr>
              <w:br/>
              <w:t>9.6.5.3</w:t>
            </w:r>
          </w:p>
        </w:tc>
        <w:tc>
          <w:tcPr>
            <w:tcW w:w="820" w:type="dxa"/>
            <w:tcBorders>
              <w:top w:val="nil"/>
              <w:left w:val="nil"/>
              <w:bottom w:val="single" w:sz="4" w:space="0" w:color="auto"/>
              <w:right w:val="single" w:sz="4" w:space="0" w:color="auto"/>
            </w:tcBorders>
            <w:shd w:val="clear" w:color="auto" w:fill="auto"/>
            <w:vAlign w:val="center"/>
            <w:hideMark/>
          </w:tcPr>
          <w:p w14:paraId="0984D18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8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D199" w14:textId="77777777" w:rsidTr="005C15CF">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8E"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Unwanted Emissions</w:t>
            </w:r>
          </w:p>
        </w:tc>
        <w:tc>
          <w:tcPr>
            <w:tcW w:w="820" w:type="dxa"/>
            <w:tcBorders>
              <w:top w:val="single" w:sz="4" w:space="0" w:color="auto"/>
              <w:left w:val="nil"/>
              <w:bottom w:val="single" w:sz="4" w:space="0" w:color="auto"/>
              <w:right w:val="single" w:sz="4" w:space="0" w:color="auto"/>
            </w:tcBorders>
            <w:shd w:val="clear" w:color="auto" w:fill="auto"/>
            <w:hideMark/>
          </w:tcPr>
          <w:p w14:paraId="0984D18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984D19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9.7.1</w:t>
            </w:r>
          </w:p>
        </w:tc>
        <w:tc>
          <w:tcPr>
            <w:tcW w:w="820" w:type="dxa"/>
            <w:tcBorders>
              <w:top w:val="single" w:sz="4" w:space="0" w:color="auto"/>
              <w:left w:val="nil"/>
              <w:bottom w:val="single" w:sz="4" w:space="0" w:color="auto"/>
              <w:right w:val="single" w:sz="4" w:space="0" w:color="auto"/>
            </w:tcBorders>
            <w:shd w:val="clear" w:color="auto" w:fill="auto"/>
          </w:tcPr>
          <w:p w14:paraId="0984D19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984D19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9.7.1</w:t>
            </w:r>
          </w:p>
        </w:tc>
        <w:tc>
          <w:tcPr>
            <w:tcW w:w="820" w:type="dxa"/>
            <w:tcBorders>
              <w:top w:val="single" w:sz="4" w:space="0" w:color="auto"/>
              <w:left w:val="nil"/>
              <w:bottom w:val="single" w:sz="4" w:space="0" w:color="auto"/>
              <w:right w:val="single" w:sz="4" w:space="0" w:color="auto"/>
            </w:tcBorders>
            <w:shd w:val="clear" w:color="auto" w:fill="auto"/>
          </w:tcPr>
          <w:p w14:paraId="0984D19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984D19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9.7.1</w:t>
            </w:r>
          </w:p>
        </w:tc>
        <w:tc>
          <w:tcPr>
            <w:tcW w:w="820" w:type="dxa"/>
            <w:tcBorders>
              <w:top w:val="single" w:sz="4" w:space="0" w:color="auto"/>
              <w:left w:val="nil"/>
              <w:bottom w:val="single" w:sz="4" w:space="0" w:color="auto"/>
              <w:right w:val="single" w:sz="4" w:space="0" w:color="auto"/>
            </w:tcBorders>
            <w:shd w:val="clear" w:color="auto" w:fill="auto"/>
          </w:tcPr>
          <w:p w14:paraId="0984D19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984D19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9.7.1</w:t>
            </w:r>
          </w:p>
        </w:tc>
        <w:tc>
          <w:tcPr>
            <w:tcW w:w="820" w:type="dxa"/>
            <w:tcBorders>
              <w:top w:val="single" w:sz="4" w:space="0" w:color="auto"/>
              <w:left w:val="nil"/>
              <w:bottom w:val="single" w:sz="4" w:space="0" w:color="auto"/>
              <w:right w:val="single" w:sz="4" w:space="0" w:color="auto"/>
            </w:tcBorders>
            <w:shd w:val="clear" w:color="auto" w:fill="auto"/>
          </w:tcPr>
          <w:p w14:paraId="0984D19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984D19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9.7.1</w:t>
            </w:r>
          </w:p>
        </w:tc>
      </w:tr>
      <w:tr w:rsidR="00DE76A7" w:rsidRPr="00EF2F0E" w14:paraId="0984D1A5"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9A"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Occupied bandwidth</w:t>
            </w:r>
          </w:p>
        </w:tc>
        <w:tc>
          <w:tcPr>
            <w:tcW w:w="820" w:type="dxa"/>
            <w:tcBorders>
              <w:top w:val="nil"/>
              <w:left w:val="nil"/>
              <w:bottom w:val="single" w:sz="4" w:space="0" w:color="auto"/>
              <w:right w:val="single" w:sz="4" w:space="0" w:color="auto"/>
            </w:tcBorders>
            <w:shd w:val="clear" w:color="auto" w:fill="auto"/>
            <w:vAlign w:val="center"/>
            <w:hideMark/>
          </w:tcPr>
          <w:p w14:paraId="0984D19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9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9.7.2.1</w:t>
            </w:r>
            <w:r w:rsidRPr="00EF2F0E">
              <w:rPr>
                <w:rFonts w:ascii="Arial" w:hAnsi="Arial" w:cs="Arial"/>
                <w:sz w:val="18"/>
                <w:szCs w:val="18"/>
                <w:lang w:eastAsia="en-GB"/>
              </w:rPr>
              <w:br/>
              <w:t>9.7.2.2</w:t>
            </w:r>
          </w:p>
        </w:tc>
        <w:tc>
          <w:tcPr>
            <w:tcW w:w="820" w:type="dxa"/>
            <w:tcBorders>
              <w:top w:val="nil"/>
              <w:left w:val="nil"/>
              <w:bottom w:val="single" w:sz="4" w:space="0" w:color="auto"/>
              <w:right w:val="single" w:sz="4" w:space="0" w:color="auto"/>
            </w:tcBorders>
            <w:shd w:val="clear" w:color="auto" w:fill="auto"/>
            <w:vAlign w:val="center"/>
            <w:hideMark/>
          </w:tcPr>
          <w:p w14:paraId="0984D19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9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9.7.2.1</w:t>
            </w:r>
            <w:r w:rsidRPr="00EF2F0E">
              <w:rPr>
                <w:rFonts w:ascii="Arial" w:hAnsi="Arial" w:cs="Arial"/>
                <w:sz w:val="18"/>
                <w:szCs w:val="18"/>
                <w:lang w:eastAsia="en-GB"/>
              </w:rPr>
              <w:br/>
              <w:t>9.7.2.2</w:t>
            </w:r>
          </w:p>
        </w:tc>
        <w:tc>
          <w:tcPr>
            <w:tcW w:w="820" w:type="dxa"/>
            <w:tcBorders>
              <w:top w:val="nil"/>
              <w:left w:val="nil"/>
              <w:bottom w:val="single" w:sz="4" w:space="0" w:color="auto"/>
              <w:right w:val="single" w:sz="4" w:space="0" w:color="auto"/>
            </w:tcBorders>
            <w:shd w:val="clear" w:color="auto" w:fill="auto"/>
            <w:vAlign w:val="center"/>
            <w:hideMark/>
          </w:tcPr>
          <w:p w14:paraId="0984D19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A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9.7.2.1</w:t>
            </w:r>
            <w:r w:rsidRPr="00EF2F0E">
              <w:rPr>
                <w:rFonts w:ascii="Arial" w:hAnsi="Arial" w:cs="Arial"/>
                <w:sz w:val="18"/>
                <w:szCs w:val="18"/>
                <w:lang w:eastAsia="en-GB"/>
              </w:rPr>
              <w:br/>
              <w:t>9.7.2.2</w:t>
            </w:r>
          </w:p>
        </w:tc>
        <w:tc>
          <w:tcPr>
            <w:tcW w:w="820" w:type="dxa"/>
            <w:tcBorders>
              <w:top w:val="nil"/>
              <w:left w:val="nil"/>
              <w:bottom w:val="single" w:sz="4" w:space="0" w:color="auto"/>
              <w:right w:val="single" w:sz="4" w:space="0" w:color="auto"/>
            </w:tcBorders>
            <w:shd w:val="clear" w:color="auto" w:fill="auto"/>
            <w:vAlign w:val="center"/>
            <w:hideMark/>
          </w:tcPr>
          <w:p w14:paraId="0984D1A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A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9.7.2.1</w:t>
            </w:r>
            <w:r w:rsidRPr="00EF2F0E">
              <w:rPr>
                <w:rFonts w:ascii="Arial" w:hAnsi="Arial" w:cs="Arial"/>
                <w:sz w:val="18"/>
                <w:szCs w:val="18"/>
                <w:lang w:eastAsia="en-GB"/>
              </w:rPr>
              <w:br/>
              <w:t>9.7.2.3</w:t>
            </w:r>
          </w:p>
        </w:tc>
        <w:tc>
          <w:tcPr>
            <w:tcW w:w="820" w:type="dxa"/>
            <w:tcBorders>
              <w:top w:val="nil"/>
              <w:left w:val="nil"/>
              <w:bottom w:val="single" w:sz="4" w:space="0" w:color="auto"/>
              <w:right w:val="single" w:sz="4" w:space="0" w:color="auto"/>
            </w:tcBorders>
            <w:shd w:val="clear" w:color="auto" w:fill="auto"/>
            <w:vAlign w:val="center"/>
            <w:hideMark/>
          </w:tcPr>
          <w:p w14:paraId="0984D1A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A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9.7.2.1</w:t>
            </w:r>
            <w:r w:rsidRPr="00EF2F0E">
              <w:rPr>
                <w:rFonts w:ascii="Arial" w:hAnsi="Arial" w:cs="Arial"/>
                <w:sz w:val="18"/>
                <w:szCs w:val="18"/>
                <w:lang w:eastAsia="en-GB"/>
              </w:rPr>
              <w:br/>
              <w:t>9.7.2.4</w:t>
            </w:r>
          </w:p>
        </w:tc>
      </w:tr>
      <w:tr w:rsidR="00DE76A7" w:rsidRPr="00EF2F0E" w14:paraId="0984D1B1" w14:textId="77777777" w:rsidTr="00A40339">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984D1A6"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Adjacent Channel Leakage power Ratio</w:t>
            </w:r>
          </w:p>
        </w:tc>
        <w:tc>
          <w:tcPr>
            <w:tcW w:w="820" w:type="dxa"/>
            <w:tcBorders>
              <w:top w:val="nil"/>
              <w:left w:val="nil"/>
              <w:bottom w:val="single" w:sz="4" w:space="0" w:color="auto"/>
              <w:right w:val="single" w:sz="4" w:space="0" w:color="auto"/>
            </w:tcBorders>
            <w:shd w:val="clear" w:color="auto" w:fill="auto"/>
            <w:vAlign w:val="center"/>
            <w:hideMark/>
          </w:tcPr>
          <w:p w14:paraId="0984D1A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A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9.7.3.1</w:t>
            </w:r>
            <w:r w:rsidRPr="00EF2F0E">
              <w:rPr>
                <w:rFonts w:ascii="Arial" w:hAnsi="Arial" w:cs="Arial"/>
                <w:sz w:val="18"/>
                <w:szCs w:val="18"/>
                <w:lang w:eastAsia="en-GB"/>
              </w:rPr>
              <w:br/>
              <w:t>9.7.3.2</w:t>
            </w:r>
          </w:p>
        </w:tc>
        <w:tc>
          <w:tcPr>
            <w:tcW w:w="820" w:type="dxa"/>
            <w:tcBorders>
              <w:top w:val="nil"/>
              <w:left w:val="nil"/>
              <w:bottom w:val="single" w:sz="4" w:space="0" w:color="auto"/>
              <w:right w:val="single" w:sz="4" w:space="0" w:color="auto"/>
            </w:tcBorders>
            <w:shd w:val="clear" w:color="auto" w:fill="auto"/>
            <w:vAlign w:val="center"/>
            <w:hideMark/>
          </w:tcPr>
          <w:p w14:paraId="0984D1A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A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9.7.3.1</w:t>
            </w:r>
            <w:r w:rsidRPr="00EF2F0E">
              <w:rPr>
                <w:rFonts w:ascii="Arial" w:hAnsi="Arial" w:cs="Arial"/>
                <w:sz w:val="18"/>
                <w:szCs w:val="18"/>
                <w:lang w:eastAsia="en-GB"/>
              </w:rPr>
              <w:br/>
              <w:t>9.7.3.2</w:t>
            </w:r>
          </w:p>
        </w:tc>
        <w:tc>
          <w:tcPr>
            <w:tcW w:w="820" w:type="dxa"/>
            <w:tcBorders>
              <w:top w:val="nil"/>
              <w:left w:val="nil"/>
              <w:bottom w:val="single" w:sz="4" w:space="0" w:color="auto"/>
              <w:right w:val="single" w:sz="4" w:space="0" w:color="auto"/>
            </w:tcBorders>
            <w:shd w:val="clear" w:color="auto" w:fill="auto"/>
            <w:vAlign w:val="center"/>
            <w:hideMark/>
          </w:tcPr>
          <w:p w14:paraId="0984D1A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A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9.7.3.1</w:t>
            </w:r>
            <w:r w:rsidRPr="00EF2F0E">
              <w:rPr>
                <w:rFonts w:ascii="Arial" w:hAnsi="Arial" w:cs="Arial"/>
                <w:sz w:val="18"/>
                <w:szCs w:val="18"/>
                <w:lang w:eastAsia="en-GB"/>
              </w:rPr>
              <w:br/>
              <w:t>9.7.3.2</w:t>
            </w:r>
          </w:p>
        </w:tc>
        <w:tc>
          <w:tcPr>
            <w:tcW w:w="820" w:type="dxa"/>
            <w:tcBorders>
              <w:top w:val="nil"/>
              <w:left w:val="nil"/>
              <w:bottom w:val="single" w:sz="4" w:space="0" w:color="auto"/>
              <w:right w:val="single" w:sz="4" w:space="0" w:color="auto"/>
            </w:tcBorders>
            <w:shd w:val="clear" w:color="auto" w:fill="auto"/>
            <w:vAlign w:val="center"/>
            <w:hideMark/>
          </w:tcPr>
          <w:p w14:paraId="0984D1A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A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9.7.3.1</w:t>
            </w:r>
            <w:r w:rsidRPr="00EF2F0E">
              <w:rPr>
                <w:rFonts w:ascii="Arial" w:hAnsi="Arial" w:cs="Arial"/>
                <w:sz w:val="18"/>
                <w:szCs w:val="18"/>
                <w:lang w:eastAsia="en-GB"/>
              </w:rPr>
              <w:br/>
              <w:t>9.7.3.3</w:t>
            </w:r>
          </w:p>
        </w:tc>
        <w:tc>
          <w:tcPr>
            <w:tcW w:w="820" w:type="dxa"/>
            <w:tcBorders>
              <w:top w:val="nil"/>
              <w:left w:val="nil"/>
              <w:bottom w:val="single" w:sz="4" w:space="0" w:color="auto"/>
              <w:right w:val="single" w:sz="4" w:space="0" w:color="auto"/>
            </w:tcBorders>
            <w:shd w:val="clear" w:color="auto" w:fill="auto"/>
            <w:vAlign w:val="center"/>
            <w:hideMark/>
          </w:tcPr>
          <w:p w14:paraId="0984D1A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B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9.7.3.1</w:t>
            </w:r>
            <w:r w:rsidRPr="00EF2F0E">
              <w:rPr>
                <w:rFonts w:ascii="Arial" w:hAnsi="Arial" w:cs="Arial"/>
                <w:sz w:val="18"/>
                <w:szCs w:val="18"/>
                <w:lang w:eastAsia="en-GB"/>
              </w:rPr>
              <w:br/>
              <w:t>9.7.3.4</w:t>
            </w:r>
          </w:p>
        </w:tc>
      </w:tr>
      <w:tr w:rsidR="00DE76A7" w:rsidRPr="00EF2F0E" w14:paraId="0984D1BD"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B2"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Spectrum emission mask</w:t>
            </w:r>
          </w:p>
        </w:tc>
        <w:tc>
          <w:tcPr>
            <w:tcW w:w="820" w:type="dxa"/>
            <w:tcBorders>
              <w:top w:val="nil"/>
              <w:left w:val="nil"/>
              <w:bottom w:val="single" w:sz="4" w:space="0" w:color="auto"/>
              <w:right w:val="single" w:sz="4" w:space="0" w:color="auto"/>
            </w:tcBorders>
            <w:shd w:val="clear" w:color="auto" w:fill="auto"/>
            <w:vAlign w:val="center"/>
            <w:hideMark/>
          </w:tcPr>
          <w:p w14:paraId="0984D1B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B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B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B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B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B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B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B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9.7.4.1</w:t>
            </w:r>
            <w:r w:rsidRPr="00EF2F0E">
              <w:rPr>
                <w:rFonts w:ascii="Arial" w:hAnsi="Arial" w:cs="Arial"/>
                <w:sz w:val="18"/>
                <w:szCs w:val="18"/>
                <w:lang w:eastAsia="en-GB"/>
              </w:rPr>
              <w:br/>
              <w:t>9.7.4.3</w:t>
            </w:r>
          </w:p>
        </w:tc>
        <w:tc>
          <w:tcPr>
            <w:tcW w:w="820" w:type="dxa"/>
            <w:tcBorders>
              <w:top w:val="nil"/>
              <w:left w:val="nil"/>
              <w:bottom w:val="single" w:sz="4" w:space="0" w:color="auto"/>
              <w:right w:val="single" w:sz="4" w:space="0" w:color="auto"/>
            </w:tcBorders>
            <w:shd w:val="clear" w:color="auto" w:fill="auto"/>
            <w:vAlign w:val="center"/>
            <w:hideMark/>
          </w:tcPr>
          <w:p w14:paraId="0984D1B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B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r>
      <w:tr w:rsidR="00DE76A7" w:rsidRPr="00EF2F0E" w14:paraId="0984D1C9" w14:textId="77777777" w:rsidTr="00A40339">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984D1BE"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Operating band unwanted emission</w:t>
            </w:r>
          </w:p>
        </w:tc>
        <w:tc>
          <w:tcPr>
            <w:tcW w:w="820" w:type="dxa"/>
            <w:tcBorders>
              <w:top w:val="nil"/>
              <w:left w:val="nil"/>
              <w:bottom w:val="single" w:sz="4" w:space="0" w:color="auto"/>
              <w:right w:val="single" w:sz="4" w:space="0" w:color="auto"/>
            </w:tcBorders>
            <w:shd w:val="clear" w:color="auto" w:fill="auto"/>
            <w:vAlign w:val="center"/>
            <w:hideMark/>
          </w:tcPr>
          <w:p w14:paraId="0984D1B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C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9.7.5.1</w:t>
            </w:r>
            <w:r w:rsidRPr="00EF2F0E">
              <w:rPr>
                <w:rFonts w:ascii="Arial" w:hAnsi="Arial" w:cs="Arial"/>
                <w:sz w:val="18"/>
                <w:szCs w:val="18"/>
                <w:lang w:eastAsia="en-GB"/>
              </w:rPr>
              <w:br/>
              <w:t>9.7.5.2</w:t>
            </w:r>
          </w:p>
        </w:tc>
        <w:tc>
          <w:tcPr>
            <w:tcW w:w="820" w:type="dxa"/>
            <w:tcBorders>
              <w:top w:val="nil"/>
              <w:left w:val="nil"/>
              <w:bottom w:val="single" w:sz="4" w:space="0" w:color="auto"/>
              <w:right w:val="single" w:sz="4" w:space="0" w:color="auto"/>
            </w:tcBorders>
            <w:shd w:val="clear" w:color="auto" w:fill="auto"/>
            <w:vAlign w:val="center"/>
            <w:hideMark/>
          </w:tcPr>
          <w:p w14:paraId="0984D1C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C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9.7.5.1</w:t>
            </w:r>
            <w:r w:rsidRPr="00EF2F0E">
              <w:rPr>
                <w:rFonts w:ascii="Arial" w:hAnsi="Arial" w:cs="Arial"/>
                <w:sz w:val="18"/>
                <w:szCs w:val="18"/>
                <w:lang w:eastAsia="en-GB"/>
              </w:rPr>
              <w:br/>
              <w:t>9.7.5.2</w:t>
            </w:r>
          </w:p>
        </w:tc>
        <w:tc>
          <w:tcPr>
            <w:tcW w:w="820" w:type="dxa"/>
            <w:tcBorders>
              <w:top w:val="nil"/>
              <w:left w:val="nil"/>
              <w:bottom w:val="single" w:sz="4" w:space="0" w:color="auto"/>
              <w:right w:val="single" w:sz="4" w:space="0" w:color="auto"/>
            </w:tcBorders>
            <w:shd w:val="clear" w:color="auto" w:fill="auto"/>
            <w:vAlign w:val="center"/>
            <w:hideMark/>
          </w:tcPr>
          <w:p w14:paraId="0984D1C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C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9.7.5.1</w:t>
            </w:r>
            <w:r w:rsidRPr="00EF2F0E">
              <w:rPr>
                <w:rFonts w:ascii="Arial" w:hAnsi="Arial" w:cs="Arial"/>
                <w:sz w:val="18"/>
                <w:szCs w:val="18"/>
                <w:lang w:eastAsia="en-GB"/>
              </w:rPr>
              <w:br/>
              <w:t>9.7.5.2</w:t>
            </w:r>
          </w:p>
        </w:tc>
        <w:tc>
          <w:tcPr>
            <w:tcW w:w="820" w:type="dxa"/>
            <w:tcBorders>
              <w:top w:val="nil"/>
              <w:left w:val="nil"/>
              <w:bottom w:val="single" w:sz="4" w:space="0" w:color="auto"/>
              <w:right w:val="single" w:sz="4" w:space="0" w:color="auto"/>
            </w:tcBorders>
            <w:shd w:val="clear" w:color="auto" w:fill="auto"/>
            <w:vAlign w:val="center"/>
            <w:hideMark/>
          </w:tcPr>
          <w:p w14:paraId="0984D1C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C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1C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C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9.7.5.1</w:t>
            </w:r>
            <w:r w:rsidRPr="00EF2F0E">
              <w:rPr>
                <w:rFonts w:ascii="Arial" w:hAnsi="Arial" w:cs="Arial"/>
                <w:sz w:val="18"/>
                <w:szCs w:val="18"/>
                <w:lang w:eastAsia="en-GB"/>
              </w:rPr>
              <w:br/>
              <w:t>9.7.5.4</w:t>
            </w:r>
          </w:p>
        </w:tc>
      </w:tr>
      <w:tr w:rsidR="00DE76A7" w:rsidRPr="00EF2F0E" w14:paraId="0984D1D5"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CA"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Spurious emission</w:t>
            </w:r>
          </w:p>
        </w:tc>
        <w:tc>
          <w:tcPr>
            <w:tcW w:w="820" w:type="dxa"/>
            <w:tcBorders>
              <w:top w:val="nil"/>
              <w:left w:val="nil"/>
              <w:bottom w:val="single" w:sz="4" w:space="0" w:color="auto"/>
              <w:right w:val="single" w:sz="4" w:space="0" w:color="auto"/>
            </w:tcBorders>
            <w:shd w:val="clear" w:color="auto" w:fill="auto"/>
            <w:vAlign w:val="center"/>
            <w:hideMark/>
          </w:tcPr>
          <w:p w14:paraId="0984D1C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C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9.7.6.1</w:t>
            </w:r>
            <w:r w:rsidRPr="00EF2F0E">
              <w:rPr>
                <w:rFonts w:ascii="Arial" w:hAnsi="Arial" w:cs="Arial"/>
                <w:sz w:val="18"/>
                <w:szCs w:val="18"/>
                <w:lang w:eastAsia="en-GB"/>
              </w:rPr>
              <w:br/>
              <w:t>9.7.6.2</w:t>
            </w:r>
          </w:p>
        </w:tc>
        <w:tc>
          <w:tcPr>
            <w:tcW w:w="820" w:type="dxa"/>
            <w:tcBorders>
              <w:top w:val="nil"/>
              <w:left w:val="nil"/>
              <w:bottom w:val="single" w:sz="4" w:space="0" w:color="auto"/>
              <w:right w:val="single" w:sz="4" w:space="0" w:color="auto"/>
            </w:tcBorders>
            <w:shd w:val="clear" w:color="auto" w:fill="auto"/>
            <w:vAlign w:val="center"/>
            <w:hideMark/>
          </w:tcPr>
          <w:p w14:paraId="0984D1C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C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9.7.6.1</w:t>
            </w:r>
            <w:r w:rsidRPr="00EF2F0E">
              <w:rPr>
                <w:rFonts w:ascii="Arial" w:hAnsi="Arial" w:cs="Arial"/>
                <w:sz w:val="18"/>
                <w:szCs w:val="18"/>
                <w:lang w:eastAsia="en-GB"/>
              </w:rPr>
              <w:br/>
              <w:t>9.7.6.2</w:t>
            </w:r>
          </w:p>
        </w:tc>
        <w:tc>
          <w:tcPr>
            <w:tcW w:w="820" w:type="dxa"/>
            <w:tcBorders>
              <w:top w:val="nil"/>
              <w:left w:val="nil"/>
              <w:bottom w:val="single" w:sz="4" w:space="0" w:color="auto"/>
              <w:right w:val="single" w:sz="4" w:space="0" w:color="auto"/>
            </w:tcBorders>
            <w:shd w:val="clear" w:color="auto" w:fill="auto"/>
            <w:vAlign w:val="center"/>
            <w:hideMark/>
          </w:tcPr>
          <w:p w14:paraId="0984D1C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D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9.7.6.1</w:t>
            </w:r>
            <w:r w:rsidRPr="00EF2F0E">
              <w:rPr>
                <w:rFonts w:ascii="Arial" w:hAnsi="Arial" w:cs="Arial"/>
                <w:sz w:val="18"/>
                <w:szCs w:val="18"/>
                <w:lang w:eastAsia="en-GB"/>
              </w:rPr>
              <w:br/>
              <w:t>9.7.6.2</w:t>
            </w:r>
          </w:p>
        </w:tc>
        <w:tc>
          <w:tcPr>
            <w:tcW w:w="820" w:type="dxa"/>
            <w:tcBorders>
              <w:top w:val="nil"/>
              <w:left w:val="nil"/>
              <w:bottom w:val="single" w:sz="4" w:space="0" w:color="auto"/>
              <w:right w:val="single" w:sz="4" w:space="0" w:color="auto"/>
            </w:tcBorders>
            <w:shd w:val="clear" w:color="auto" w:fill="auto"/>
            <w:vAlign w:val="center"/>
            <w:hideMark/>
          </w:tcPr>
          <w:p w14:paraId="0984D1D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D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9.7.6.1</w:t>
            </w:r>
            <w:r w:rsidRPr="00EF2F0E">
              <w:rPr>
                <w:rFonts w:ascii="Arial" w:hAnsi="Arial" w:cs="Arial"/>
                <w:sz w:val="18"/>
                <w:szCs w:val="18"/>
                <w:lang w:eastAsia="en-GB"/>
              </w:rPr>
              <w:br/>
              <w:t>9.7.6.3</w:t>
            </w:r>
          </w:p>
        </w:tc>
        <w:tc>
          <w:tcPr>
            <w:tcW w:w="820" w:type="dxa"/>
            <w:tcBorders>
              <w:top w:val="nil"/>
              <w:left w:val="nil"/>
              <w:bottom w:val="single" w:sz="4" w:space="0" w:color="auto"/>
              <w:right w:val="single" w:sz="4" w:space="0" w:color="auto"/>
            </w:tcBorders>
            <w:shd w:val="clear" w:color="auto" w:fill="auto"/>
            <w:vAlign w:val="center"/>
            <w:hideMark/>
          </w:tcPr>
          <w:p w14:paraId="0984D1D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D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9.7.6.1</w:t>
            </w:r>
            <w:r w:rsidRPr="00EF2F0E">
              <w:rPr>
                <w:rFonts w:ascii="Arial" w:hAnsi="Arial" w:cs="Arial"/>
                <w:sz w:val="18"/>
                <w:szCs w:val="18"/>
                <w:lang w:eastAsia="en-GB"/>
              </w:rPr>
              <w:br/>
              <w:t>9.7.6.4</w:t>
            </w:r>
          </w:p>
        </w:tc>
      </w:tr>
      <w:tr w:rsidR="00DE76A7" w:rsidRPr="00EF2F0E" w14:paraId="0984D1E1"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D6"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lang w:eastAsia="en-GB"/>
              </w:rPr>
              <w:t>OTA Transmitter intermodulation</w:t>
            </w:r>
          </w:p>
        </w:tc>
        <w:tc>
          <w:tcPr>
            <w:tcW w:w="820" w:type="dxa"/>
            <w:tcBorders>
              <w:top w:val="nil"/>
              <w:left w:val="nil"/>
              <w:bottom w:val="single" w:sz="4" w:space="0" w:color="auto"/>
              <w:right w:val="single" w:sz="4" w:space="0" w:color="auto"/>
            </w:tcBorders>
            <w:shd w:val="clear" w:color="auto" w:fill="auto"/>
            <w:vAlign w:val="center"/>
            <w:hideMark/>
          </w:tcPr>
          <w:p w14:paraId="0984D1D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D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9.8.1</w:t>
            </w:r>
            <w:r w:rsidRPr="00EF2F0E">
              <w:rPr>
                <w:rFonts w:ascii="Arial" w:hAnsi="Arial" w:cs="Arial"/>
                <w:sz w:val="18"/>
                <w:szCs w:val="18"/>
                <w:lang w:eastAsia="en-GB"/>
              </w:rPr>
              <w:br/>
              <w:t>9.8.2</w:t>
            </w:r>
          </w:p>
        </w:tc>
        <w:tc>
          <w:tcPr>
            <w:tcW w:w="820" w:type="dxa"/>
            <w:tcBorders>
              <w:top w:val="nil"/>
              <w:left w:val="nil"/>
              <w:bottom w:val="single" w:sz="4" w:space="0" w:color="auto"/>
              <w:right w:val="single" w:sz="4" w:space="0" w:color="auto"/>
            </w:tcBorders>
            <w:shd w:val="clear" w:color="auto" w:fill="auto"/>
            <w:vAlign w:val="center"/>
            <w:hideMark/>
          </w:tcPr>
          <w:p w14:paraId="0984D1D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D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9.8.1</w:t>
            </w:r>
            <w:r w:rsidRPr="00EF2F0E">
              <w:rPr>
                <w:rFonts w:ascii="Arial" w:hAnsi="Arial" w:cs="Arial"/>
                <w:sz w:val="18"/>
                <w:szCs w:val="18"/>
                <w:lang w:eastAsia="en-GB"/>
              </w:rPr>
              <w:br/>
              <w:t>9.8.2</w:t>
            </w:r>
          </w:p>
        </w:tc>
        <w:tc>
          <w:tcPr>
            <w:tcW w:w="820" w:type="dxa"/>
            <w:tcBorders>
              <w:top w:val="nil"/>
              <w:left w:val="nil"/>
              <w:bottom w:val="single" w:sz="4" w:space="0" w:color="auto"/>
              <w:right w:val="single" w:sz="4" w:space="0" w:color="auto"/>
            </w:tcBorders>
            <w:shd w:val="clear" w:color="auto" w:fill="auto"/>
            <w:vAlign w:val="center"/>
            <w:hideMark/>
          </w:tcPr>
          <w:p w14:paraId="0984D1D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D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9.8.1</w:t>
            </w:r>
            <w:r w:rsidRPr="00EF2F0E">
              <w:rPr>
                <w:rFonts w:ascii="Arial" w:hAnsi="Arial" w:cs="Arial"/>
                <w:sz w:val="18"/>
                <w:szCs w:val="18"/>
                <w:lang w:eastAsia="en-GB"/>
              </w:rPr>
              <w:br/>
              <w:t>9.8.2</w:t>
            </w:r>
          </w:p>
        </w:tc>
        <w:tc>
          <w:tcPr>
            <w:tcW w:w="820" w:type="dxa"/>
            <w:tcBorders>
              <w:top w:val="nil"/>
              <w:left w:val="nil"/>
              <w:bottom w:val="single" w:sz="4" w:space="0" w:color="auto"/>
              <w:right w:val="single" w:sz="4" w:space="0" w:color="auto"/>
            </w:tcBorders>
            <w:shd w:val="clear" w:color="auto" w:fill="auto"/>
            <w:vAlign w:val="center"/>
            <w:hideMark/>
          </w:tcPr>
          <w:p w14:paraId="0984D1D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D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9.8.1</w:t>
            </w:r>
            <w:r w:rsidRPr="00EF2F0E">
              <w:rPr>
                <w:rFonts w:ascii="Arial" w:hAnsi="Arial" w:cs="Arial"/>
                <w:sz w:val="18"/>
                <w:szCs w:val="18"/>
                <w:lang w:eastAsia="en-GB"/>
              </w:rPr>
              <w:br/>
              <w:t>9.8.3</w:t>
            </w:r>
          </w:p>
        </w:tc>
        <w:tc>
          <w:tcPr>
            <w:tcW w:w="820" w:type="dxa"/>
            <w:tcBorders>
              <w:top w:val="nil"/>
              <w:left w:val="nil"/>
              <w:bottom w:val="single" w:sz="4" w:space="0" w:color="auto"/>
              <w:right w:val="single" w:sz="4" w:space="0" w:color="auto"/>
            </w:tcBorders>
            <w:shd w:val="clear" w:color="auto" w:fill="auto"/>
            <w:vAlign w:val="center"/>
            <w:hideMark/>
          </w:tcPr>
          <w:p w14:paraId="0984D1D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E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9.8.1</w:t>
            </w:r>
            <w:r w:rsidRPr="00EF2F0E">
              <w:rPr>
                <w:rFonts w:ascii="Arial" w:hAnsi="Arial" w:cs="Arial"/>
                <w:sz w:val="18"/>
                <w:szCs w:val="18"/>
                <w:lang w:eastAsia="en-GB"/>
              </w:rPr>
              <w:br/>
              <w:t>9.8.4</w:t>
            </w:r>
          </w:p>
        </w:tc>
      </w:tr>
      <w:tr w:rsidR="00DE76A7" w:rsidRPr="00EF2F0E" w14:paraId="0984D1E8" w14:textId="77777777" w:rsidTr="00A40339">
        <w:trPr>
          <w:trHeight w:val="300"/>
        </w:trPr>
        <w:tc>
          <w:tcPr>
            <w:tcW w:w="1600" w:type="dxa"/>
            <w:tcBorders>
              <w:top w:val="nil"/>
              <w:left w:val="single" w:sz="4" w:space="0" w:color="auto"/>
              <w:bottom w:val="single" w:sz="4" w:space="0" w:color="auto"/>
              <w:right w:val="single" w:sz="4" w:space="0" w:color="auto"/>
            </w:tcBorders>
            <w:shd w:val="clear" w:color="auto" w:fill="auto"/>
            <w:hideMark/>
          </w:tcPr>
          <w:p w14:paraId="0984D1E2"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sensitivity</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1E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rPr>
              <w:t>10.2.1</w:t>
            </w:r>
            <w:r w:rsidRPr="00EF2F0E">
              <w:rPr>
                <w:rFonts w:ascii="Arial" w:hAnsi="Arial" w:cs="Arial"/>
                <w:sz w:val="18"/>
                <w:szCs w:val="18"/>
              </w:rPr>
              <w:br/>
              <w:t>10.2.2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1E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rPr>
              <w:t>10.2.1</w:t>
            </w:r>
            <w:r w:rsidRPr="00EF2F0E">
              <w:rPr>
                <w:rFonts w:ascii="Arial" w:hAnsi="Arial" w:cs="Arial"/>
                <w:sz w:val="18"/>
                <w:szCs w:val="18"/>
              </w:rPr>
              <w:br/>
              <w:t>10.2.2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1E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rPr>
              <w:t>10.2.1</w:t>
            </w:r>
            <w:r w:rsidRPr="00EF2F0E">
              <w:rPr>
                <w:rFonts w:ascii="Arial" w:hAnsi="Arial" w:cs="Arial"/>
                <w:sz w:val="18"/>
                <w:szCs w:val="18"/>
              </w:rPr>
              <w:br/>
              <w:t>10.2.2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1E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rPr>
              <w:t>10.2.1</w:t>
            </w:r>
            <w:r w:rsidRPr="00EF2F0E">
              <w:rPr>
                <w:rFonts w:ascii="Arial" w:hAnsi="Arial" w:cs="Arial"/>
                <w:sz w:val="18"/>
                <w:szCs w:val="18"/>
              </w:rPr>
              <w:br/>
              <w:t>10.2.3</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984D1E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rPr>
              <w:t>10.2.1</w:t>
            </w:r>
            <w:r w:rsidRPr="00EF2F0E">
              <w:rPr>
                <w:rFonts w:ascii="Arial" w:hAnsi="Arial" w:cs="Arial"/>
                <w:sz w:val="18"/>
                <w:szCs w:val="18"/>
              </w:rPr>
              <w:br/>
              <w:t>10.2.4</w:t>
            </w:r>
          </w:p>
        </w:tc>
      </w:tr>
      <w:tr w:rsidR="00DE76A7" w:rsidRPr="00EF2F0E" w14:paraId="0984D1F4"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E9"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Reference sensitivity level</w:t>
            </w:r>
          </w:p>
        </w:tc>
        <w:tc>
          <w:tcPr>
            <w:tcW w:w="820" w:type="dxa"/>
            <w:tcBorders>
              <w:top w:val="nil"/>
              <w:left w:val="nil"/>
              <w:bottom w:val="single" w:sz="4" w:space="0" w:color="auto"/>
              <w:right w:val="single" w:sz="4" w:space="0" w:color="auto"/>
            </w:tcBorders>
            <w:shd w:val="clear" w:color="auto" w:fill="auto"/>
            <w:vAlign w:val="center"/>
            <w:hideMark/>
          </w:tcPr>
          <w:p w14:paraId="0984D1E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E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10.3.1</w:t>
            </w:r>
            <w:r w:rsidRPr="00EF2F0E">
              <w:rPr>
                <w:rFonts w:ascii="Arial" w:hAnsi="Arial" w:cs="Arial"/>
                <w:sz w:val="18"/>
                <w:szCs w:val="18"/>
                <w:lang w:eastAsia="en-GB"/>
              </w:rPr>
              <w:br/>
              <w:t>10.3.2</w:t>
            </w:r>
          </w:p>
        </w:tc>
        <w:tc>
          <w:tcPr>
            <w:tcW w:w="820" w:type="dxa"/>
            <w:tcBorders>
              <w:top w:val="nil"/>
              <w:left w:val="nil"/>
              <w:bottom w:val="single" w:sz="4" w:space="0" w:color="auto"/>
              <w:right w:val="single" w:sz="4" w:space="0" w:color="auto"/>
            </w:tcBorders>
            <w:shd w:val="clear" w:color="auto" w:fill="auto"/>
            <w:vAlign w:val="center"/>
            <w:hideMark/>
          </w:tcPr>
          <w:p w14:paraId="0984D1E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E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10.3.1</w:t>
            </w:r>
            <w:r w:rsidRPr="00EF2F0E">
              <w:rPr>
                <w:rFonts w:ascii="Arial" w:hAnsi="Arial" w:cs="Arial"/>
                <w:sz w:val="18"/>
                <w:szCs w:val="18"/>
                <w:lang w:eastAsia="en-GB"/>
              </w:rPr>
              <w:br/>
              <w:t>10.3.2</w:t>
            </w:r>
          </w:p>
        </w:tc>
        <w:tc>
          <w:tcPr>
            <w:tcW w:w="820" w:type="dxa"/>
            <w:tcBorders>
              <w:top w:val="nil"/>
              <w:left w:val="nil"/>
              <w:bottom w:val="single" w:sz="4" w:space="0" w:color="auto"/>
              <w:right w:val="single" w:sz="4" w:space="0" w:color="auto"/>
            </w:tcBorders>
            <w:shd w:val="clear" w:color="auto" w:fill="auto"/>
            <w:vAlign w:val="center"/>
            <w:hideMark/>
          </w:tcPr>
          <w:p w14:paraId="0984D1E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E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10.3.1</w:t>
            </w:r>
            <w:r w:rsidRPr="00EF2F0E">
              <w:rPr>
                <w:rFonts w:ascii="Arial" w:hAnsi="Arial" w:cs="Arial"/>
                <w:sz w:val="18"/>
                <w:szCs w:val="18"/>
                <w:lang w:eastAsia="en-GB"/>
              </w:rPr>
              <w:br/>
              <w:t>10.3.2</w:t>
            </w:r>
          </w:p>
        </w:tc>
        <w:tc>
          <w:tcPr>
            <w:tcW w:w="820" w:type="dxa"/>
            <w:tcBorders>
              <w:top w:val="nil"/>
              <w:left w:val="nil"/>
              <w:bottom w:val="single" w:sz="4" w:space="0" w:color="auto"/>
              <w:right w:val="single" w:sz="4" w:space="0" w:color="auto"/>
            </w:tcBorders>
            <w:shd w:val="clear" w:color="auto" w:fill="auto"/>
            <w:vAlign w:val="center"/>
            <w:hideMark/>
          </w:tcPr>
          <w:p w14:paraId="0984D1F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F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10.3.1</w:t>
            </w:r>
            <w:r w:rsidRPr="00EF2F0E">
              <w:rPr>
                <w:rFonts w:ascii="Arial" w:hAnsi="Arial" w:cs="Arial"/>
                <w:sz w:val="18"/>
                <w:szCs w:val="18"/>
                <w:lang w:eastAsia="en-GB"/>
              </w:rPr>
              <w:br/>
              <w:t>10.3.3</w:t>
            </w:r>
          </w:p>
        </w:tc>
        <w:tc>
          <w:tcPr>
            <w:tcW w:w="820" w:type="dxa"/>
            <w:tcBorders>
              <w:top w:val="nil"/>
              <w:left w:val="nil"/>
              <w:bottom w:val="single" w:sz="4" w:space="0" w:color="auto"/>
              <w:right w:val="single" w:sz="4" w:space="0" w:color="auto"/>
            </w:tcBorders>
            <w:shd w:val="clear" w:color="auto" w:fill="auto"/>
            <w:vAlign w:val="center"/>
            <w:hideMark/>
          </w:tcPr>
          <w:p w14:paraId="0984D1F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F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10.3.1</w:t>
            </w:r>
            <w:r w:rsidRPr="00EF2F0E">
              <w:rPr>
                <w:rFonts w:ascii="Arial" w:hAnsi="Arial" w:cs="Arial"/>
                <w:sz w:val="18"/>
                <w:szCs w:val="18"/>
                <w:lang w:eastAsia="en-GB"/>
              </w:rPr>
              <w:br/>
              <w:t>10.3.4</w:t>
            </w:r>
          </w:p>
        </w:tc>
      </w:tr>
      <w:tr w:rsidR="00DE76A7" w:rsidRPr="00EF2F0E" w14:paraId="0984D200"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1F5"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Dynamic range</w:t>
            </w:r>
          </w:p>
        </w:tc>
        <w:tc>
          <w:tcPr>
            <w:tcW w:w="820" w:type="dxa"/>
            <w:tcBorders>
              <w:top w:val="nil"/>
              <w:left w:val="nil"/>
              <w:bottom w:val="single" w:sz="4" w:space="0" w:color="auto"/>
              <w:right w:val="single" w:sz="4" w:space="0" w:color="auto"/>
            </w:tcBorders>
            <w:shd w:val="clear" w:color="auto" w:fill="auto"/>
            <w:vAlign w:val="center"/>
            <w:hideMark/>
          </w:tcPr>
          <w:p w14:paraId="0984D1F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F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10.4.1</w:t>
            </w:r>
            <w:r w:rsidRPr="00EF2F0E">
              <w:rPr>
                <w:rFonts w:ascii="Arial" w:hAnsi="Arial" w:cs="Arial"/>
                <w:sz w:val="18"/>
                <w:szCs w:val="18"/>
                <w:lang w:eastAsia="en-GB"/>
              </w:rPr>
              <w:br/>
              <w:t>10.4.2</w:t>
            </w:r>
          </w:p>
        </w:tc>
        <w:tc>
          <w:tcPr>
            <w:tcW w:w="820" w:type="dxa"/>
            <w:tcBorders>
              <w:top w:val="nil"/>
              <w:left w:val="nil"/>
              <w:bottom w:val="single" w:sz="4" w:space="0" w:color="auto"/>
              <w:right w:val="single" w:sz="4" w:space="0" w:color="auto"/>
            </w:tcBorders>
            <w:shd w:val="clear" w:color="auto" w:fill="auto"/>
            <w:vAlign w:val="center"/>
            <w:hideMark/>
          </w:tcPr>
          <w:p w14:paraId="0984D1F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F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10.4.1</w:t>
            </w:r>
            <w:r w:rsidRPr="00EF2F0E">
              <w:rPr>
                <w:rFonts w:ascii="Arial" w:hAnsi="Arial" w:cs="Arial"/>
                <w:sz w:val="18"/>
                <w:szCs w:val="18"/>
                <w:lang w:eastAsia="en-GB"/>
              </w:rPr>
              <w:br/>
              <w:t>10.4.2</w:t>
            </w:r>
          </w:p>
        </w:tc>
        <w:tc>
          <w:tcPr>
            <w:tcW w:w="820" w:type="dxa"/>
            <w:tcBorders>
              <w:top w:val="nil"/>
              <w:left w:val="nil"/>
              <w:bottom w:val="single" w:sz="4" w:space="0" w:color="auto"/>
              <w:right w:val="single" w:sz="4" w:space="0" w:color="auto"/>
            </w:tcBorders>
            <w:shd w:val="clear" w:color="auto" w:fill="auto"/>
            <w:vAlign w:val="center"/>
            <w:hideMark/>
          </w:tcPr>
          <w:p w14:paraId="0984D1F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F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10.4.1</w:t>
            </w:r>
            <w:r w:rsidRPr="00EF2F0E">
              <w:rPr>
                <w:rFonts w:ascii="Arial" w:hAnsi="Arial" w:cs="Arial"/>
                <w:sz w:val="18"/>
                <w:szCs w:val="18"/>
                <w:lang w:eastAsia="en-GB"/>
              </w:rPr>
              <w:br/>
              <w:t>10.4.2</w:t>
            </w:r>
          </w:p>
        </w:tc>
        <w:tc>
          <w:tcPr>
            <w:tcW w:w="820" w:type="dxa"/>
            <w:tcBorders>
              <w:top w:val="nil"/>
              <w:left w:val="nil"/>
              <w:bottom w:val="single" w:sz="4" w:space="0" w:color="auto"/>
              <w:right w:val="single" w:sz="4" w:space="0" w:color="auto"/>
            </w:tcBorders>
            <w:shd w:val="clear" w:color="auto" w:fill="auto"/>
            <w:vAlign w:val="center"/>
            <w:hideMark/>
          </w:tcPr>
          <w:p w14:paraId="0984D1F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F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10.4.1</w:t>
            </w:r>
            <w:r w:rsidRPr="00EF2F0E">
              <w:rPr>
                <w:rFonts w:ascii="Arial" w:hAnsi="Arial" w:cs="Arial"/>
                <w:sz w:val="18"/>
                <w:szCs w:val="18"/>
                <w:lang w:eastAsia="en-GB"/>
              </w:rPr>
              <w:br/>
              <w:t>10.4.3</w:t>
            </w:r>
          </w:p>
        </w:tc>
        <w:tc>
          <w:tcPr>
            <w:tcW w:w="820" w:type="dxa"/>
            <w:tcBorders>
              <w:top w:val="nil"/>
              <w:left w:val="nil"/>
              <w:bottom w:val="single" w:sz="4" w:space="0" w:color="auto"/>
              <w:right w:val="single" w:sz="4" w:space="0" w:color="auto"/>
            </w:tcBorders>
            <w:shd w:val="clear" w:color="auto" w:fill="auto"/>
            <w:vAlign w:val="center"/>
            <w:hideMark/>
          </w:tcPr>
          <w:p w14:paraId="0984D1F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1F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10.4.1</w:t>
            </w:r>
            <w:r w:rsidRPr="00EF2F0E">
              <w:rPr>
                <w:rFonts w:ascii="Arial" w:hAnsi="Arial" w:cs="Arial"/>
                <w:sz w:val="18"/>
                <w:szCs w:val="18"/>
                <w:lang w:eastAsia="en-GB"/>
              </w:rPr>
              <w:br/>
              <w:t>10.4.4</w:t>
            </w:r>
          </w:p>
        </w:tc>
      </w:tr>
      <w:tr w:rsidR="00DE76A7" w:rsidRPr="00EF2F0E" w14:paraId="0984D20C" w14:textId="77777777" w:rsidTr="00A40339">
        <w:trPr>
          <w:trHeight w:val="960"/>
        </w:trPr>
        <w:tc>
          <w:tcPr>
            <w:tcW w:w="1600" w:type="dxa"/>
            <w:tcBorders>
              <w:top w:val="nil"/>
              <w:left w:val="single" w:sz="4" w:space="0" w:color="auto"/>
              <w:bottom w:val="single" w:sz="4" w:space="0" w:color="auto"/>
              <w:right w:val="single" w:sz="4" w:space="0" w:color="auto"/>
            </w:tcBorders>
            <w:shd w:val="clear" w:color="auto" w:fill="auto"/>
            <w:hideMark/>
          </w:tcPr>
          <w:p w14:paraId="0984D201"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Adjacent channel selectivity and narrowband blocking</w:t>
            </w:r>
          </w:p>
        </w:tc>
        <w:tc>
          <w:tcPr>
            <w:tcW w:w="820" w:type="dxa"/>
            <w:tcBorders>
              <w:top w:val="nil"/>
              <w:left w:val="nil"/>
              <w:bottom w:val="single" w:sz="4" w:space="0" w:color="auto"/>
              <w:right w:val="single" w:sz="4" w:space="0" w:color="auto"/>
            </w:tcBorders>
            <w:shd w:val="clear" w:color="auto" w:fill="auto"/>
            <w:vAlign w:val="center"/>
            <w:hideMark/>
          </w:tcPr>
          <w:p w14:paraId="0984D20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0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10.5.1</w:t>
            </w:r>
            <w:r w:rsidRPr="00EF2F0E">
              <w:rPr>
                <w:rFonts w:ascii="Arial" w:hAnsi="Arial" w:cs="Arial"/>
                <w:sz w:val="18"/>
                <w:szCs w:val="18"/>
                <w:lang w:eastAsia="en-GB"/>
              </w:rPr>
              <w:br/>
              <w:t>10.5.2</w:t>
            </w:r>
          </w:p>
        </w:tc>
        <w:tc>
          <w:tcPr>
            <w:tcW w:w="820" w:type="dxa"/>
            <w:tcBorders>
              <w:top w:val="nil"/>
              <w:left w:val="nil"/>
              <w:bottom w:val="single" w:sz="4" w:space="0" w:color="auto"/>
              <w:right w:val="single" w:sz="4" w:space="0" w:color="auto"/>
            </w:tcBorders>
            <w:shd w:val="clear" w:color="auto" w:fill="auto"/>
            <w:vAlign w:val="center"/>
            <w:hideMark/>
          </w:tcPr>
          <w:p w14:paraId="0984D20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0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10.5.1</w:t>
            </w:r>
            <w:r w:rsidRPr="00EF2F0E">
              <w:rPr>
                <w:rFonts w:ascii="Arial" w:hAnsi="Arial" w:cs="Arial"/>
                <w:sz w:val="18"/>
                <w:szCs w:val="18"/>
                <w:lang w:eastAsia="en-GB"/>
              </w:rPr>
              <w:br/>
              <w:t>10.5.2</w:t>
            </w:r>
          </w:p>
        </w:tc>
        <w:tc>
          <w:tcPr>
            <w:tcW w:w="820" w:type="dxa"/>
            <w:tcBorders>
              <w:top w:val="nil"/>
              <w:left w:val="nil"/>
              <w:bottom w:val="single" w:sz="4" w:space="0" w:color="auto"/>
              <w:right w:val="single" w:sz="4" w:space="0" w:color="auto"/>
            </w:tcBorders>
            <w:shd w:val="clear" w:color="auto" w:fill="auto"/>
            <w:vAlign w:val="center"/>
            <w:hideMark/>
          </w:tcPr>
          <w:p w14:paraId="0984D20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0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10.5.1</w:t>
            </w:r>
            <w:r w:rsidRPr="00EF2F0E">
              <w:rPr>
                <w:rFonts w:ascii="Arial" w:hAnsi="Arial" w:cs="Arial"/>
                <w:sz w:val="18"/>
                <w:szCs w:val="18"/>
                <w:lang w:eastAsia="en-GB"/>
              </w:rPr>
              <w:br/>
              <w:t>10.5.2</w:t>
            </w:r>
          </w:p>
        </w:tc>
        <w:tc>
          <w:tcPr>
            <w:tcW w:w="820" w:type="dxa"/>
            <w:tcBorders>
              <w:top w:val="nil"/>
              <w:left w:val="nil"/>
              <w:bottom w:val="single" w:sz="4" w:space="0" w:color="auto"/>
              <w:right w:val="single" w:sz="4" w:space="0" w:color="auto"/>
            </w:tcBorders>
            <w:shd w:val="clear" w:color="auto" w:fill="auto"/>
            <w:vAlign w:val="center"/>
            <w:hideMark/>
          </w:tcPr>
          <w:p w14:paraId="0984D20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0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10.5.1</w:t>
            </w:r>
            <w:r w:rsidRPr="00EF2F0E">
              <w:rPr>
                <w:rFonts w:ascii="Arial" w:hAnsi="Arial" w:cs="Arial"/>
                <w:sz w:val="18"/>
                <w:szCs w:val="18"/>
                <w:lang w:eastAsia="en-GB"/>
              </w:rPr>
              <w:br/>
              <w:t>10.5.3</w:t>
            </w:r>
          </w:p>
        </w:tc>
        <w:tc>
          <w:tcPr>
            <w:tcW w:w="820" w:type="dxa"/>
            <w:tcBorders>
              <w:top w:val="nil"/>
              <w:left w:val="nil"/>
              <w:bottom w:val="single" w:sz="4" w:space="0" w:color="auto"/>
              <w:right w:val="single" w:sz="4" w:space="0" w:color="auto"/>
            </w:tcBorders>
            <w:shd w:val="clear" w:color="auto" w:fill="auto"/>
            <w:vAlign w:val="center"/>
            <w:hideMark/>
          </w:tcPr>
          <w:p w14:paraId="0984D20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0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10.5.1</w:t>
            </w:r>
            <w:r w:rsidRPr="00EF2F0E">
              <w:rPr>
                <w:rFonts w:ascii="Arial" w:hAnsi="Arial" w:cs="Arial"/>
                <w:sz w:val="18"/>
                <w:szCs w:val="18"/>
                <w:lang w:eastAsia="en-GB"/>
              </w:rPr>
              <w:br/>
              <w:t>10.5.4</w:t>
            </w:r>
          </w:p>
        </w:tc>
      </w:tr>
      <w:tr w:rsidR="00DE76A7" w:rsidRPr="00EF2F0E" w14:paraId="0984D218"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20D"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Blocking</w:t>
            </w:r>
          </w:p>
        </w:tc>
        <w:tc>
          <w:tcPr>
            <w:tcW w:w="820" w:type="dxa"/>
            <w:tcBorders>
              <w:top w:val="nil"/>
              <w:left w:val="nil"/>
              <w:bottom w:val="single" w:sz="4" w:space="0" w:color="auto"/>
              <w:right w:val="single" w:sz="4" w:space="0" w:color="auto"/>
            </w:tcBorders>
            <w:shd w:val="clear" w:color="auto" w:fill="auto"/>
            <w:vAlign w:val="center"/>
            <w:hideMark/>
          </w:tcPr>
          <w:p w14:paraId="0984D20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0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10.6.1</w:t>
            </w:r>
            <w:r w:rsidRPr="00EF2F0E">
              <w:rPr>
                <w:rFonts w:ascii="Arial" w:hAnsi="Arial" w:cs="Arial"/>
                <w:sz w:val="18"/>
                <w:szCs w:val="18"/>
                <w:lang w:eastAsia="en-GB"/>
              </w:rPr>
              <w:br/>
              <w:t>10.6.2</w:t>
            </w:r>
          </w:p>
        </w:tc>
        <w:tc>
          <w:tcPr>
            <w:tcW w:w="820" w:type="dxa"/>
            <w:tcBorders>
              <w:top w:val="nil"/>
              <w:left w:val="nil"/>
              <w:bottom w:val="single" w:sz="4" w:space="0" w:color="auto"/>
              <w:right w:val="single" w:sz="4" w:space="0" w:color="auto"/>
            </w:tcBorders>
            <w:shd w:val="clear" w:color="auto" w:fill="auto"/>
            <w:vAlign w:val="center"/>
            <w:hideMark/>
          </w:tcPr>
          <w:p w14:paraId="0984D21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1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10.6.1</w:t>
            </w:r>
            <w:r w:rsidRPr="00EF2F0E">
              <w:rPr>
                <w:rFonts w:ascii="Arial" w:hAnsi="Arial" w:cs="Arial"/>
                <w:sz w:val="18"/>
                <w:szCs w:val="18"/>
                <w:lang w:eastAsia="en-GB"/>
              </w:rPr>
              <w:br/>
              <w:t>10.6.2</w:t>
            </w:r>
          </w:p>
        </w:tc>
        <w:tc>
          <w:tcPr>
            <w:tcW w:w="820" w:type="dxa"/>
            <w:tcBorders>
              <w:top w:val="nil"/>
              <w:left w:val="nil"/>
              <w:bottom w:val="single" w:sz="4" w:space="0" w:color="auto"/>
              <w:right w:val="single" w:sz="4" w:space="0" w:color="auto"/>
            </w:tcBorders>
            <w:shd w:val="clear" w:color="auto" w:fill="auto"/>
            <w:vAlign w:val="center"/>
            <w:hideMark/>
          </w:tcPr>
          <w:p w14:paraId="0984D21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1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10.6.1</w:t>
            </w:r>
            <w:r w:rsidRPr="00EF2F0E">
              <w:rPr>
                <w:rFonts w:ascii="Arial" w:hAnsi="Arial" w:cs="Arial"/>
                <w:sz w:val="18"/>
                <w:szCs w:val="18"/>
                <w:lang w:eastAsia="en-GB"/>
              </w:rPr>
              <w:br/>
              <w:t>10.6.2</w:t>
            </w:r>
          </w:p>
        </w:tc>
        <w:tc>
          <w:tcPr>
            <w:tcW w:w="820" w:type="dxa"/>
            <w:tcBorders>
              <w:top w:val="nil"/>
              <w:left w:val="nil"/>
              <w:bottom w:val="single" w:sz="4" w:space="0" w:color="auto"/>
              <w:right w:val="single" w:sz="4" w:space="0" w:color="auto"/>
            </w:tcBorders>
            <w:shd w:val="clear" w:color="auto" w:fill="auto"/>
            <w:vAlign w:val="center"/>
            <w:hideMark/>
          </w:tcPr>
          <w:p w14:paraId="0984D21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1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10.6.1</w:t>
            </w:r>
            <w:r w:rsidRPr="00EF2F0E">
              <w:rPr>
                <w:rFonts w:ascii="Arial" w:hAnsi="Arial" w:cs="Arial"/>
                <w:sz w:val="18"/>
                <w:szCs w:val="18"/>
                <w:lang w:eastAsia="en-GB"/>
              </w:rPr>
              <w:br/>
              <w:t>10.6.3</w:t>
            </w:r>
          </w:p>
        </w:tc>
        <w:tc>
          <w:tcPr>
            <w:tcW w:w="820" w:type="dxa"/>
            <w:tcBorders>
              <w:top w:val="nil"/>
              <w:left w:val="nil"/>
              <w:bottom w:val="single" w:sz="4" w:space="0" w:color="auto"/>
              <w:right w:val="single" w:sz="4" w:space="0" w:color="auto"/>
            </w:tcBorders>
            <w:shd w:val="clear" w:color="auto" w:fill="auto"/>
            <w:vAlign w:val="center"/>
            <w:hideMark/>
          </w:tcPr>
          <w:p w14:paraId="0984D21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1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10.6.1</w:t>
            </w:r>
            <w:r w:rsidRPr="00EF2F0E">
              <w:rPr>
                <w:rFonts w:ascii="Arial" w:hAnsi="Arial" w:cs="Arial"/>
                <w:sz w:val="18"/>
                <w:szCs w:val="18"/>
                <w:lang w:eastAsia="en-GB"/>
              </w:rPr>
              <w:br/>
              <w:t>10.6.4</w:t>
            </w:r>
          </w:p>
        </w:tc>
      </w:tr>
      <w:tr w:rsidR="00DE76A7" w:rsidRPr="00EF2F0E" w14:paraId="0984D224" w14:textId="77777777" w:rsidTr="00A40339">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984D219"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Receiver spurious emissions</w:t>
            </w:r>
          </w:p>
        </w:tc>
        <w:tc>
          <w:tcPr>
            <w:tcW w:w="820" w:type="dxa"/>
            <w:tcBorders>
              <w:top w:val="nil"/>
              <w:left w:val="nil"/>
              <w:bottom w:val="single" w:sz="4" w:space="0" w:color="auto"/>
              <w:right w:val="single" w:sz="4" w:space="0" w:color="auto"/>
            </w:tcBorders>
            <w:shd w:val="clear" w:color="auto" w:fill="auto"/>
            <w:vAlign w:val="center"/>
            <w:hideMark/>
          </w:tcPr>
          <w:p w14:paraId="0984D21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1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10.7.1</w:t>
            </w:r>
            <w:r w:rsidRPr="00EF2F0E">
              <w:rPr>
                <w:rFonts w:ascii="Arial" w:hAnsi="Arial" w:cs="Arial"/>
                <w:sz w:val="18"/>
                <w:szCs w:val="18"/>
                <w:lang w:eastAsia="en-GB"/>
              </w:rPr>
              <w:br/>
              <w:t>10.7.2</w:t>
            </w:r>
          </w:p>
        </w:tc>
        <w:tc>
          <w:tcPr>
            <w:tcW w:w="820" w:type="dxa"/>
            <w:tcBorders>
              <w:top w:val="nil"/>
              <w:left w:val="nil"/>
              <w:bottom w:val="single" w:sz="4" w:space="0" w:color="auto"/>
              <w:right w:val="single" w:sz="4" w:space="0" w:color="auto"/>
            </w:tcBorders>
            <w:shd w:val="clear" w:color="auto" w:fill="auto"/>
            <w:vAlign w:val="center"/>
            <w:hideMark/>
          </w:tcPr>
          <w:p w14:paraId="0984D21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1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10.7.1</w:t>
            </w:r>
            <w:r w:rsidRPr="00EF2F0E">
              <w:rPr>
                <w:rFonts w:ascii="Arial" w:hAnsi="Arial" w:cs="Arial"/>
                <w:sz w:val="18"/>
                <w:szCs w:val="18"/>
                <w:lang w:eastAsia="en-GB"/>
              </w:rPr>
              <w:br/>
              <w:t>10.7.2</w:t>
            </w:r>
          </w:p>
        </w:tc>
        <w:tc>
          <w:tcPr>
            <w:tcW w:w="820" w:type="dxa"/>
            <w:tcBorders>
              <w:top w:val="nil"/>
              <w:left w:val="nil"/>
              <w:bottom w:val="single" w:sz="4" w:space="0" w:color="auto"/>
              <w:right w:val="single" w:sz="4" w:space="0" w:color="auto"/>
            </w:tcBorders>
            <w:shd w:val="clear" w:color="auto" w:fill="auto"/>
            <w:vAlign w:val="center"/>
            <w:hideMark/>
          </w:tcPr>
          <w:p w14:paraId="0984D21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1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10.7.1</w:t>
            </w:r>
            <w:r w:rsidRPr="00EF2F0E">
              <w:rPr>
                <w:rFonts w:ascii="Arial" w:hAnsi="Arial" w:cs="Arial"/>
                <w:sz w:val="18"/>
                <w:szCs w:val="18"/>
                <w:lang w:eastAsia="en-GB"/>
              </w:rPr>
              <w:br/>
              <w:t>10.7.2</w:t>
            </w:r>
          </w:p>
        </w:tc>
        <w:tc>
          <w:tcPr>
            <w:tcW w:w="820" w:type="dxa"/>
            <w:tcBorders>
              <w:top w:val="nil"/>
              <w:left w:val="nil"/>
              <w:bottom w:val="single" w:sz="4" w:space="0" w:color="auto"/>
              <w:right w:val="single" w:sz="4" w:space="0" w:color="auto"/>
            </w:tcBorders>
            <w:shd w:val="clear" w:color="auto" w:fill="auto"/>
            <w:vAlign w:val="center"/>
            <w:hideMark/>
          </w:tcPr>
          <w:p w14:paraId="0984D220"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21"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10.7.1</w:t>
            </w:r>
            <w:r w:rsidRPr="00EF2F0E">
              <w:rPr>
                <w:rFonts w:ascii="Arial" w:hAnsi="Arial" w:cs="Arial"/>
                <w:sz w:val="18"/>
                <w:szCs w:val="18"/>
                <w:lang w:eastAsia="en-GB"/>
              </w:rPr>
              <w:br/>
              <w:t>10.7.3</w:t>
            </w:r>
          </w:p>
        </w:tc>
        <w:tc>
          <w:tcPr>
            <w:tcW w:w="820" w:type="dxa"/>
            <w:tcBorders>
              <w:top w:val="nil"/>
              <w:left w:val="nil"/>
              <w:bottom w:val="single" w:sz="4" w:space="0" w:color="auto"/>
              <w:right w:val="single" w:sz="4" w:space="0" w:color="auto"/>
            </w:tcBorders>
            <w:shd w:val="clear" w:color="auto" w:fill="auto"/>
            <w:vAlign w:val="center"/>
            <w:hideMark/>
          </w:tcPr>
          <w:p w14:paraId="0984D22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2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10.7.1</w:t>
            </w:r>
            <w:r w:rsidRPr="00EF2F0E">
              <w:rPr>
                <w:rFonts w:ascii="Arial" w:hAnsi="Arial" w:cs="Arial"/>
                <w:sz w:val="18"/>
                <w:szCs w:val="18"/>
                <w:lang w:eastAsia="en-GB"/>
              </w:rPr>
              <w:br/>
              <w:t>10.7.4</w:t>
            </w:r>
          </w:p>
        </w:tc>
      </w:tr>
      <w:tr w:rsidR="00DE76A7" w:rsidRPr="00EF2F0E" w14:paraId="0984D230"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225"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Receiver intermodulation</w:t>
            </w:r>
          </w:p>
        </w:tc>
        <w:tc>
          <w:tcPr>
            <w:tcW w:w="820" w:type="dxa"/>
            <w:tcBorders>
              <w:top w:val="nil"/>
              <w:left w:val="nil"/>
              <w:bottom w:val="single" w:sz="4" w:space="0" w:color="auto"/>
              <w:right w:val="single" w:sz="4" w:space="0" w:color="auto"/>
            </w:tcBorders>
            <w:shd w:val="clear" w:color="auto" w:fill="auto"/>
            <w:vAlign w:val="center"/>
            <w:hideMark/>
          </w:tcPr>
          <w:p w14:paraId="0984D22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2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10.8.1</w:t>
            </w:r>
            <w:r w:rsidRPr="00EF2F0E">
              <w:rPr>
                <w:rFonts w:ascii="Arial" w:hAnsi="Arial" w:cs="Arial"/>
                <w:sz w:val="18"/>
                <w:szCs w:val="18"/>
                <w:lang w:eastAsia="en-GB"/>
              </w:rPr>
              <w:br/>
              <w:t>10.8.2</w:t>
            </w:r>
          </w:p>
        </w:tc>
        <w:tc>
          <w:tcPr>
            <w:tcW w:w="820" w:type="dxa"/>
            <w:tcBorders>
              <w:top w:val="nil"/>
              <w:left w:val="nil"/>
              <w:bottom w:val="single" w:sz="4" w:space="0" w:color="auto"/>
              <w:right w:val="single" w:sz="4" w:space="0" w:color="auto"/>
            </w:tcBorders>
            <w:shd w:val="clear" w:color="auto" w:fill="auto"/>
            <w:vAlign w:val="center"/>
            <w:hideMark/>
          </w:tcPr>
          <w:p w14:paraId="0984D22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2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10.8.1</w:t>
            </w:r>
            <w:r w:rsidRPr="00EF2F0E">
              <w:rPr>
                <w:rFonts w:ascii="Arial" w:hAnsi="Arial" w:cs="Arial"/>
                <w:sz w:val="18"/>
                <w:szCs w:val="18"/>
                <w:lang w:eastAsia="en-GB"/>
              </w:rPr>
              <w:br/>
              <w:t>10.8.2</w:t>
            </w:r>
          </w:p>
        </w:tc>
        <w:tc>
          <w:tcPr>
            <w:tcW w:w="820" w:type="dxa"/>
            <w:tcBorders>
              <w:top w:val="nil"/>
              <w:left w:val="nil"/>
              <w:bottom w:val="single" w:sz="4" w:space="0" w:color="auto"/>
              <w:right w:val="single" w:sz="4" w:space="0" w:color="auto"/>
            </w:tcBorders>
            <w:shd w:val="clear" w:color="auto" w:fill="auto"/>
            <w:vAlign w:val="center"/>
            <w:hideMark/>
          </w:tcPr>
          <w:p w14:paraId="0984D22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2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10.8.1</w:t>
            </w:r>
            <w:r w:rsidRPr="00EF2F0E">
              <w:rPr>
                <w:rFonts w:ascii="Arial" w:hAnsi="Arial" w:cs="Arial"/>
                <w:sz w:val="18"/>
                <w:szCs w:val="18"/>
                <w:lang w:eastAsia="en-GB"/>
              </w:rPr>
              <w:br/>
              <w:t>10.8.2</w:t>
            </w:r>
          </w:p>
        </w:tc>
        <w:tc>
          <w:tcPr>
            <w:tcW w:w="820" w:type="dxa"/>
            <w:tcBorders>
              <w:top w:val="nil"/>
              <w:left w:val="nil"/>
              <w:bottom w:val="single" w:sz="4" w:space="0" w:color="auto"/>
              <w:right w:val="single" w:sz="4" w:space="0" w:color="auto"/>
            </w:tcBorders>
            <w:shd w:val="clear" w:color="auto" w:fill="auto"/>
            <w:vAlign w:val="center"/>
            <w:hideMark/>
          </w:tcPr>
          <w:p w14:paraId="0984D22C"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2D"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10.8.1</w:t>
            </w:r>
            <w:r w:rsidRPr="00EF2F0E">
              <w:rPr>
                <w:rFonts w:ascii="Arial" w:hAnsi="Arial" w:cs="Arial"/>
                <w:sz w:val="18"/>
                <w:szCs w:val="18"/>
                <w:lang w:eastAsia="en-GB"/>
              </w:rPr>
              <w:br/>
              <w:t>10.8.3</w:t>
            </w:r>
          </w:p>
        </w:tc>
        <w:tc>
          <w:tcPr>
            <w:tcW w:w="820" w:type="dxa"/>
            <w:tcBorders>
              <w:top w:val="nil"/>
              <w:left w:val="nil"/>
              <w:bottom w:val="single" w:sz="4" w:space="0" w:color="auto"/>
              <w:right w:val="single" w:sz="4" w:space="0" w:color="auto"/>
            </w:tcBorders>
            <w:shd w:val="clear" w:color="auto" w:fill="auto"/>
            <w:vAlign w:val="center"/>
            <w:hideMark/>
          </w:tcPr>
          <w:p w14:paraId="0984D22E"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2F"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10.8.1</w:t>
            </w:r>
            <w:r w:rsidRPr="00EF2F0E">
              <w:rPr>
                <w:rFonts w:ascii="Arial" w:hAnsi="Arial" w:cs="Arial"/>
                <w:sz w:val="18"/>
                <w:szCs w:val="18"/>
                <w:lang w:eastAsia="en-GB"/>
              </w:rPr>
              <w:br/>
              <w:t>10.8.4</w:t>
            </w:r>
          </w:p>
        </w:tc>
      </w:tr>
      <w:tr w:rsidR="00DE76A7" w:rsidRPr="00EF2F0E" w14:paraId="0984D23C" w14:textId="77777777" w:rsidTr="00A40339">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984D231" w14:textId="77777777" w:rsidR="00DE76A7" w:rsidRPr="00EF2F0E" w:rsidRDefault="00DE76A7" w:rsidP="00DE76A7">
            <w:pPr>
              <w:spacing w:after="0"/>
              <w:rPr>
                <w:rFonts w:ascii="Arial" w:hAnsi="Arial" w:cs="Arial"/>
                <w:sz w:val="18"/>
                <w:szCs w:val="18"/>
                <w:lang w:eastAsia="en-GB"/>
              </w:rPr>
            </w:pPr>
            <w:r w:rsidRPr="00EF2F0E">
              <w:rPr>
                <w:rFonts w:ascii="Arial" w:hAnsi="Arial" w:cs="Arial"/>
                <w:sz w:val="18"/>
                <w:szCs w:val="18"/>
              </w:rPr>
              <w:t>OTA In-channel selectivity</w:t>
            </w:r>
          </w:p>
        </w:tc>
        <w:tc>
          <w:tcPr>
            <w:tcW w:w="820" w:type="dxa"/>
            <w:tcBorders>
              <w:top w:val="nil"/>
              <w:left w:val="nil"/>
              <w:bottom w:val="single" w:sz="4" w:space="0" w:color="auto"/>
              <w:right w:val="single" w:sz="4" w:space="0" w:color="auto"/>
            </w:tcBorders>
            <w:shd w:val="clear" w:color="auto" w:fill="auto"/>
            <w:vAlign w:val="center"/>
            <w:hideMark/>
          </w:tcPr>
          <w:p w14:paraId="0984D232"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33"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10.9.1</w:t>
            </w:r>
            <w:r w:rsidRPr="00EF2F0E">
              <w:rPr>
                <w:rFonts w:ascii="Arial" w:hAnsi="Arial" w:cs="Arial"/>
                <w:sz w:val="18"/>
                <w:szCs w:val="18"/>
                <w:lang w:eastAsia="en-GB"/>
              </w:rPr>
              <w:br/>
              <w:t>10.9.2</w:t>
            </w:r>
          </w:p>
        </w:tc>
        <w:tc>
          <w:tcPr>
            <w:tcW w:w="820" w:type="dxa"/>
            <w:tcBorders>
              <w:top w:val="nil"/>
              <w:left w:val="nil"/>
              <w:bottom w:val="single" w:sz="4" w:space="0" w:color="auto"/>
              <w:right w:val="single" w:sz="4" w:space="0" w:color="auto"/>
            </w:tcBorders>
            <w:shd w:val="clear" w:color="auto" w:fill="auto"/>
            <w:vAlign w:val="center"/>
            <w:hideMark/>
          </w:tcPr>
          <w:p w14:paraId="0984D234"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35"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236"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37"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10.9.1</w:t>
            </w:r>
            <w:r w:rsidRPr="00EF2F0E">
              <w:rPr>
                <w:rFonts w:ascii="Arial" w:hAnsi="Arial" w:cs="Arial"/>
                <w:sz w:val="18"/>
                <w:szCs w:val="18"/>
                <w:lang w:eastAsia="en-GB"/>
              </w:rPr>
              <w:br/>
              <w:t>10.9.2</w:t>
            </w:r>
          </w:p>
        </w:tc>
        <w:tc>
          <w:tcPr>
            <w:tcW w:w="820" w:type="dxa"/>
            <w:tcBorders>
              <w:top w:val="nil"/>
              <w:left w:val="nil"/>
              <w:bottom w:val="single" w:sz="4" w:space="0" w:color="auto"/>
              <w:right w:val="single" w:sz="4" w:space="0" w:color="auto"/>
            </w:tcBorders>
            <w:shd w:val="clear" w:color="auto" w:fill="auto"/>
            <w:vAlign w:val="center"/>
            <w:hideMark/>
          </w:tcPr>
          <w:p w14:paraId="0984D238"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39"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984D23A"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984D23B" w14:textId="77777777" w:rsidR="00DE76A7" w:rsidRPr="00EF2F0E" w:rsidRDefault="00DE76A7" w:rsidP="00DE76A7">
            <w:pPr>
              <w:spacing w:after="0"/>
              <w:jc w:val="center"/>
              <w:rPr>
                <w:rFonts w:ascii="Arial" w:hAnsi="Arial" w:cs="Arial"/>
                <w:sz w:val="18"/>
                <w:szCs w:val="18"/>
                <w:lang w:eastAsia="en-GB"/>
              </w:rPr>
            </w:pPr>
            <w:r w:rsidRPr="00EF2F0E">
              <w:rPr>
                <w:rFonts w:ascii="Arial" w:hAnsi="Arial" w:cs="Arial"/>
                <w:sz w:val="18"/>
                <w:szCs w:val="18"/>
                <w:lang w:eastAsia="en-GB"/>
              </w:rPr>
              <w:t>10.9.1</w:t>
            </w:r>
            <w:r w:rsidRPr="00EF2F0E">
              <w:rPr>
                <w:rFonts w:ascii="Arial" w:hAnsi="Arial" w:cs="Arial"/>
                <w:sz w:val="18"/>
                <w:szCs w:val="18"/>
                <w:lang w:eastAsia="en-GB"/>
              </w:rPr>
              <w:br/>
              <w:t>10.9.4</w:t>
            </w:r>
          </w:p>
        </w:tc>
      </w:tr>
      <w:tr w:rsidR="00DE76A7" w:rsidRPr="00EF2F0E" w14:paraId="0984D23E" w14:textId="77777777" w:rsidTr="00A40339">
        <w:trPr>
          <w:trHeight w:val="300"/>
        </w:trPr>
        <w:tc>
          <w:tcPr>
            <w:tcW w:w="9800" w:type="dxa"/>
            <w:gridSpan w:val="11"/>
            <w:tcBorders>
              <w:top w:val="single" w:sz="4" w:space="0" w:color="auto"/>
              <w:left w:val="single" w:sz="4" w:space="0" w:color="auto"/>
              <w:bottom w:val="single" w:sz="4" w:space="0" w:color="auto"/>
              <w:right w:val="single" w:sz="4" w:space="0" w:color="000000"/>
            </w:tcBorders>
            <w:shd w:val="clear" w:color="auto" w:fill="auto"/>
            <w:hideMark/>
          </w:tcPr>
          <w:p w14:paraId="0984D23D" w14:textId="77777777" w:rsidR="00DE76A7" w:rsidRPr="00EF2F0E" w:rsidRDefault="00DE76A7" w:rsidP="0044667C">
            <w:pPr>
              <w:pStyle w:val="TAN"/>
              <w:rPr>
                <w:lang w:eastAsia="en-GB"/>
              </w:rPr>
            </w:pPr>
            <w:r w:rsidRPr="00EF2F0E">
              <w:t>NOTE:</w:t>
            </w:r>
            <w:r w:rsidRPr="00EF2F0E">
              <w:rPr>
                <w:lang w:eastAsia="zh-CN"/>
              </w:rPr>
              <w:tab/>
            </w:r>
            <w:r w:rsidRPr="00EF2F0E">
              <w:t xml:space="preserve">For some requirements, the requirement is defined by reference to the respective </w:t>
            </w:r>
            <w:r w:rsidRPr="00EF2F0E">
              <w:rPr>
                <w:i/>
                <w:iCs/>
              </w:rPr>
              <w:t>non-AAS BS</w:t>
            </w:r>
            <w:r w:rsidRPr="00EF2F0E">
              <w:t>. These requirements cannot be identified from this table.</w:t>
            </w:r>
          </w:p>
        </w:tc>
      </w:tr>
    </w:tbl>
    <w:p w14:paraId="0984D23F" w14:textId="77777777" w:rsidR="005C1B04" w:rsidRPr="00EF2F0E" w:rsidRDefault="005C1B04" w:rsidP="00A40339"/>
    <w:p w14:paraId="0984D240" w14:textId="77777777" w:rsidR="003E32EB" w:rsidRPr="00EF2F0E" w:rsidRDefault="003E32EB" w:rsidP="00A40339">
      <w:pPr>
        <w:pStyle w:val="Heading1"/>
        <w:rPr>
          <w:lang w:eastAsia="zh-CN"/>
        </w:rPr>
      </w:pPr>
      <w:bookmarkStart w:id="277" w:name="_Toc21095761"/>
      <w:bookmarkStart w:id="278" w:name="_Toc29762960"/>
      <w:bookmarkStart w:id="279" w:name="_Toc45869245"/>
      <w:bookmarkStart w:id="280" w:name="_Toc52554493"/>
      <w:bookmarkStart w:id="281" w:name="_Toc52554963"/>
      <w:bookmarkStart w:id="282" w:name="_Toc61112188"/>
      <w:bookmarkStart w:id="283" w:name="_Toc67911340"/>
      <w:bookmarkStart w:id="284" w:name="_Toc74842815"/>
      <w:bookmarkStart w:id="285" w:name="_Toc76503198"/>
      <w:bookmarkStart w:id="286" w:name="_Toc83040641"/>
      <w:bookmarkStart w:id="287" w:name="_Toc89851684"/>
      <w:bookmarkStart w:id="288" w:name="_Toc98676038"/>
      <w:r w:rsidRPr="00EF2F0E">
        <w:rPr>
          <w:lang w:eastAsia="zh-CN"/>
        </w:rPr>
        <w:t>6</w:t>
      </w:r>
      <w:r w:rsidRPr="00EF2F0E">
        <w:rPr>
          <w:lang w:eastAsia="zh-CN"/>
        </w:rPr>
        <w:tab/>
        <w:t>Conducted transmitter characteristics</w:t>
      </w:r>
      <w:bookmarkEnd w:id="277"/>
      <w:bookmarkEnd w:id="278"/>
      <w:bookmarkEnd w:id="279"/>
      <w:bookmarkEnd w:id="280"/>
      <w:bookmarkEnd w:id="281"/>
      <w:bookmarkEnd w:id="282"/>
      <w:bookmarkEnd w:id="283"/>
      <w:bookmarkEnd w:id="284"/>
      <w:bookmarkEnd w:id="285"/>
      <w:bookmarkEnd w:id="286"/>
      <w:bookmarkEnd w:id="287"/>
      <w:bookmarkEnd w:id="288"/>
    </w:p>
    <w:p w14:paraId="0984D241" w14:textId="77777777" w:rsidR="003E32EB" w:rsidRPr="00EF2F0E" w:rsidRDefault="003E32EB" w:rsidP="00A40339">
      <w:pPr>
        <w:pStyle w:val="Heading2"/>
        <w:rPr>
          <w:lang w:eastAsia="zh-CN"/>
        </w:rPr>
      </w:pPr>
      <w:bookmarkStart w:id="289" w:name="_Toc21095762"/>
      <w:bookmarkStart w:id="290" w:name="_Toc29762961"/>
      <w:bookmarkStart w:id="291" w:name="_Toc45869246"/>
      <w:bookmarkStart w:id="292" w:name="_Toc52554494"/>
      <w:bookmarkStart w:id="293" w:name="_Toc52554964"/>
      <w:bookmarkStart w:id="294" w:name="_Toc61112189"/>
      <w:bookmarkStart w:id="295" w:name="_Toc67911341"/>
      <w:bookmarkStart w:id="296" w:name="_Toc74842816"/>
      <w:bookmarkStart w:id="297" w:name="_Toc76503199"/>
      <w:bookmarkStart w:id="298" w:name="_Toc83040642"/>
      <w:bookmarkStart w:id="299" w:name="_Toc89851685"/>
      <w:bookmarkStart w:id="300" w:name="_Toc98676039"/>
      <w:r w:rsidRPr="00EF2F0E">
        <w:rPr>
          <w:lang w:eastAsia="zh-CN"/>
        </w:rPr>
        <w:t>6.1</w:t>
      </w:r>
      <w:r w:rsidRPr="00EF2F0E">
        <w:rPr>
          <w:lang w:eastAsia="zh-CN"/>
        </w:rPr>
        <w:tab/>
        <w:t>General</w:t>
      </w:r>
      <w:bookmarkEnd w:id="289"/>
      <w:bookmarkEnd w:id="290"/>
      <w:bookmarkEnd w:id="291"/>
      <w:bookmarkEnd w:id="292"/>
      <w:bookmarkEnd w:id="293"/>
      <w:bookmarkEnd w:id="294"/>
      <w:bookmarkEnd w:id="295"/>
      <w:bookmarkEnd w:id="296"/>
      <w:bookmarkEnd w:id="297"/>
      <w:bookmarkEnd w:id="298"/>
      <w:bookmarkEnd w:id="299"/>
      <w:bookmarkEnd w:id="300"/>
    </w:p>
    <w:p w14:paraId="0984D242" w14:textId="77777777" w:rsidR="003E32EB" w:rsidRPr="00EF2F0E" w:rsidRDefault="003E32EB" w:rsidP="00A40339">
      <w:r w:rsidRPr="00EF2F0E">
        <w:t>Unless otherwise stated, the transmitter characteristics are specified with a full complement of transceiver units for the configuration in normal operating conditions.</w:t>
      </w:r>
    </w:p>
    <w:p w14:paraId="0984D243" w14:textId="77777777" w:rsidR="003E32EB" w:rsidRPr="00EF2F0E" w:rsidRDefault="003E32EB" w:rsidP="00A40339">
      <w:pPr>
        <w:rPr>
          <w:rFonts w:eastAsia="MS Mincho"/>
          <w:iCs/>
          <w:lang w:eastAsia="ja-JP"/>
        </w:rPr>
      </w:pPr>
      <w:r w:rsidRPr="00EF2F0E">
        <w:rPr>
          <w:rFonts w:eastAsia="MS Mincho"/>
          <w:iCs/>
          <w:lang w:eastAsia="ja-JP"/>
        </w:rPr>
        <w:t>The manufacturer shall declare the minimum number of supported geographical cells (i.e. geographical areas). The minimum number of supported geographical cells (N</w:t>
      </w:r>
      <w:r w:rsidRPr="00EF2F0E">
        <w:rPr>
          <w:rFonts w:eastAsia="MS Mincho"/>
          <w:iCs/>
          <w:vertAlign w:val="subscript"/>
          <w:lang w:eastAsia="ja-JP"/>
        </w:rPr>
        <w:t>cells</w:t>
      </w:r>
      <w:r w:rsidRPr="00EF2F0E">
        <w:rPr>
          <w:rFonts w:eastAsia="MS Mincho"/>
          <w:iCs/>
          <w:lang w:eastAsia="ja-JP"/>
        </w:rPr>
        <w:t xml:space="preserve">) relates to the AAS BS setting with the minimum amount of cell splitting supported with transmission on all </w:t>
      </w:r>
      <w:r w:rsidRPr="00EF2F0E">
        <w:rPr>
          <w:rFonts w:eastAsia="MS Mincho"/>
          <w:i/>
          <w:iCs/>
          <w:lang w:eastAsia="ja-JP"/>
        </w:rPr>
        <w:t>TAB connectors</w:t>
      </w:r>
      <w:r w:rsidRPr="00EF2F0E">
        <w:rPr>
          <w:rFonts w:eastAsia="MS Mincho"/>
          <w:iCs/>
          <w:lang w:eastAsia="ja-JP"/>
        </w:rPr>
        <w:t xml:space="preserve"> supporting the operating band. The manufacturer shall also declare </w:t>
      </w:r>
      <w:r w:rsidRPr="00EF2F0E">
        <w:rPr>
          <w:rFonts w:eastAsia="MS Mincho"/>
          <w:i/>
          <w:iCs/>
          <w:lang w:eastAsia="ja-JP"/>
        </w:rPr>
        <w:t>TAB connector TX min cell groups</w:t>
      </w:r>
      <w:r w:rsidRPr="00EF2F0E">
        <w:rPr>
          <w:rFonts w:eastAsia="MS Mincho"/>
          <w:iCs/>
          <w:lang w:eastAsia="ja-JP"/>
        </w:rPr>
        <w:t xml:space="preserve">. </w:t>
      </w:r>
      <w:r w:rsidRPr="00EF2F0E">
        <w:t xml:space="preserve">Every </w:t>
      </w:r>
      <w:r w:rsidRPr="00EF2F0E">
        <w:rPr>
          <w:i/>
        </w:rPr>
        <w:t xml:space="preserve">TAB connector </w:t>
      </w:r>
      <w:r w:rsidRPr="00EF2F0E">
        <w:t xml:space="preserve">supporting transmission in an operating band shall map to one </w:t>
      </w:r>
      <w:r w:rsidRPr="00EF2F0E">
        <w:rPr>
          <w:i/>
        </w:rPr>
        <w:t>TAB connector</w:t>
      </w:r>
      <w:r w:rsidRPr="00EF2F0E">
        <w:t xml:space="preserve"> </w:t>
      </w:r>
      <w:r w:rsidRPr="00EF2F0E">
        <w:rPr>
          <w:i/>
        </w:rPr>
        <w:t xml:space="preserve">TX min cell group </w:t>
      </w:r>
      <w:r w:rsidRPr="00EF2F0E">
        <w:t>supporting the same</w:t>
      </w:r>
      <w:r w:rsidR="001F788F" w:rsidRPr="00EF2F0E">
        <w:t xml:space="preserve"> operating band</w:t>
      </w:r>
      <w:r w:rsidRPr="00EF2F0E">
        <w:rPr>
          <w:rFonts w:eastAsia="MS Mincho"/>
          <w:i/>
          <w:iCs/>
          <w:lang w:eastAsia="ja-JP"/>
        </w:rPr>
        <w:t xml:space="preserve">. </w:t>
      </w:r>
      <w:r w:rsidRPr="00EF2F0E">
        <w:rPr>
          <w:rFonts w:eastAsia="MS Mincho"/>
          <w:iCs/>
          <w:lang w:eastAsia="ja-JP"/>
        </w:rPr>
        <w:t xml:space="preserve">The mapping of </w:t>
      </w:r>
      <w:r w:rsidRPr="00EF2F0E">
        <w:rPr>
          <w:rFonts w:eastAsia="MS Mincho"/>
          <w:i/>
          <w:iCs/>
          <w:lang w:eastAsia="ja-JP"/>
        </w:rPr>
        <w:t>TAB connector</w:t>
      </w:r>
      <w:r w:rsidRPr="00EF2F0E">
        <w:rPr>
          <w:rFonts w:eastAsia="MS Mincho"/>
          <w:iCs/>
          <w:lang w:eastAsia="ja-JP"/>
        </w:rPr>
        <w:t>s to cells is implementation dependent.</w:t>
      </w:r>
    </w:p>
    <w:p w14:paraId="0984D244" w14:textId="77777777" w:rsidR="003E32EB" w:rsidRPr="00EF2F0E" w:rsidRDefault="003E32EB" w:rsidP="00A40339">
      <w:pPr>
        <w:rPr>
          <w:rFonts w:eastAsia="MS Mincho"/>
          <w:iCs/>
          <w:lang w:eastAsia="ja-JP"/>
        </w:rPr>
      </w:pPr>
      <w:r w:rsidRPr="00EF2F0E">
        <w:rPr>
          <w:rFonts w:eastAsia="MS Mincho"/>
          <w:iCs/>
          <w:lang w:eastAsia="ja-JP"/>
        </w:rPr>
        <w:t xml:space="preserve">The number of </w:t>
      </w:r>
      <w:r w:rsidRPr="00EF2F0E">
        <w:rPr>
          <w:rFonts w:eastAsia="MS Mincho"/>
          <w:i/>
          <w:iCs/>
          <w:lang w:eastAsia="ja-JP"/>
        </w:rPr>
        <w:t>active transmitter units</w:t>
      </w:r>
      <w:r w:rsidRPr="00EF2F0E">
        <w:rPr>
          <w:rFonts w:eastAsia="MS Mincho"/>
          <w:iCs/>
          <w:lang w:eastAsia="ja-JP"/>
        </w:rPr>
        <w:t xml:space="preserve"> that are considered when calculating the emissions limit (N</w:t>
      </w:r>
      <w:r w:rsidRPr="00EF2F0E">
        <w:rPr>
          <w:rFonts w:eastAsia="MS Mincho"/>
          <w:iCs/>
          <w:vertAlign w:val="subscript"/>
          <w:lang w:eastAsia="ja-JP"/>
        </w:rPr>
        <w:t>TXU, counted</w:t>
      </w:r>
      <w:r w:rsidRPr="00EF2F0E">
        <w:rPr>
          <w:rFonts w:eastAsia="MS Mincho"/>
          <w:iCs/>
          <w:lang w:eastAsia="ja-JP"/>
        </w:rPr>
        <w:t>) for an AAS BS is calculated as follows:</w:t>
      </w:r>
    </w:p>
    <w:p w14:paraId="0984D245" w14:textId="77777777" w:rsidR="003E32EB" w:rsidRPr="00EF2F0E" w:rsidRDefault="003E32EB" w:rsidP="00A40339">
      <w:pPr>
        <w:pStyle w:val="B10"/>
        <w:rPr>
          <w:lang w:eastAsia="ja-JP"/>
        </w:rPr>
      </w:pPr>
      <w:r w:rsidRPr="00EF2F0E">
        <w:rPr>
          <w:rFonts w:eastAsia="MS Mincho"/>
          <w:lang w:eastAsia="ja-JP"/>
        </w:rPr>
        <w:tab/>
        <w:t>N</w:t>
      </w:r>
      <w:r w:rsidRPr="00EF2F0E">
        <w:rPr>
          <w:rFonts w:eastAsia="MS Mincho"/>
          <w:vertAlign w:val="subscript"/>
          <w:lang w:eastAsia="ja-JP"/>
        </w:rPr>
        <w:t>TXU, counted</w:t>
      </w:r>
      <w:r w:rsidRPr="00EF2F0E">
        <w:rPr>
          <w:lang w:eastAsia="ja-JP"/>
        </w:rPr>
        <w:t xml:space="preserve"> = </w:t>
      </w:r>
      <w:r w:rsidRPr="00EF2F0E">
        <w:rPr>
          <w:i/>
          <w:lang w:eastAsia="ja-JP"/>
        </w:rPr>
        <w:t>min(N</w:t>
      </w:r>
      <w:r w:rsidRPr="00EF2F0E">
        <w:rPr>
          <w:i/>
          <w:vertAlign w:val="subscript"/>
          <w:lang w:eastAsia="ja-JP"/>
        </w:rPr>
        <w:t>TXU,active</w:t>
      </w:r>
      <w:r w:rsidRPr="00EF2F0E">
        <w:rPr>
          <w:i/>
          <w:lang w:eastAsia="ja-JP"/>
        </w:rPr>
        <w:t xml:space="preserve"> , 8×N</w:t>
      </w:r>
      <w:r w:rsidRPr="00EF2F0E">
        <w:rPr>
          <w:i/>
          <w:vertAlign w:val="subscript"/>
          <w:lang w:eastAsia="ja-JP"/>
        </w:rPr>
        <w:t>cells</w:t>
      </w:r>
      <w:r w:rsidRPr="00EF2F0E">
        <w:rPr>
          <w:i/>
          <w:lang w:eastAsia="ja-JP"/>
        </w:rPr>
        <w:t xml:space="preserve">) </w:t>
      </w:r>
      <w:r w:rsidRPr="00EF2F0E">
        <w:rPr>
          <w:lang w:eastAsia="ja-JP"/>
        </w:rPr>
        <w:t xml:space="preserve">for AAS BS in </w:t>
      </w:r>
      <w:r w:rsidRPr="00EF2F0E">
        <w:rPr>
          <w:i/>
        </w:rPr>
        <w:t>single RAT E-UTRA operation</w:t>
      </w:r>
      <w:r w:rsidRPr="00EF2F0E">
        <w:t xml:space="preserve"> </w:t>
      </w:r>
      <w:r w:rsidRPr="00EF2F0E">
        <w:rPr>
          <w:lang w:eastAsia="ja-JP"/>
        </w:rPr>
        <w:t xml:space="preserve"> and MSR AAS BS (except UTRA only MSR AAS BS)</w:t>
      </w:r>
    </w:p>
    <w:p w14:paraId="0984D246" w14:textId="77777777" w:rsidR="003E32EB" w:rsidRPr="00EF2F0E" w:rsidRDefault="003E32EB" w:rsidP="00A16236">
      <w:pPr>
        <w:spacing w:beforeLines="50" w:before="120" w:afterLines="50" w:after="120"/>
        <w:rPr>
          <w:iCs/>
          <w:lang w:eastAsia="ja-JP"/>
        </w:rPr>
      </w:pPr>
      <w:r w:rsidRPr="00EF2F0E">
        <w:rPr>
          <w:iCs/>
          <w:lang w:eastAsia="ja-JP"/>
        </w:rPr>
        <w:t>and</w:t>
      </w:r>
    </w:p>
    <w:p w14:paraId="0984D247" w14:textId="77777777" w:rsidR="003E32EB" w:rsidRPr="00EF2F0E" w:rsidRDefault="003E32EB" w:rsidP="00A40339">
      <w:pPr>
        <w:pStyle w:val="B10"/>
        <w:rPr>
          <w:lang w:eastAsia="ja-JP"/>
        </w:rPr>
      </w:pPr>
      <w:r w:rsidRPr="00EF2F0E">
        <w:rPr>
          <w:rFonts w:eastAsia="MS Mincho"/>
          <w:lang w:eastAsia="ja-JP"/>
        </w:rPr>
        <w:tab/>
        <w:t>N</w:t>
      </w:r>
      <w:r w:rsidRPr="00EF2F0E">
        <w:rPr>
          <w:rFonts w:eastAsia="MS Mincho"/>
          <w:vertAlign w:val="subscript"/>
          <w:lang w:eastAsia="ja-JP"/>
        </w:rPr>
        <w:t>TXU, counted</w:t>
      </w:r>
      <w:r w:rsidRPr="00EF2F0E">
        <w:rPr>
          <w:lang w:eastAsia="ja-JP"/>
        </w:rPr>
        <w:t xml:space="preserve"> = </w:t>
      </w:r>
      <w:r w:rsidRPr="00EF2F0E">
        <w:rPr>
          <w:i/>
          <w:lang w:eastAsia="ja-JP"/>
        </w:rPr>
        <w:t>min(N</w:t>
      </w:r>
      <w:r w:rsidRPr="00EF2F0E">
        <w:rPr>
          <w:i/>
          <w:vertAlign w:val="subscript"/>
          <w:lang w:eastAsia="ja-JP"/>
        </w:rPr>
        <w:t>TXU,active</w:t>
      </w:r>
      <w:r w:rsidRPr="00EF2F0E">
        <w:rPr>
          <w:i/>
          <w:lang w:eastAsia="ja-JP"/>
        </w:rPr>
        <w:t>, 4×N</w:t>
      </w:r>
      <w:r w:rsidRPr="00EF2F0E">
        <w:rPr>
          <w:i/>
          <w:vertAlign w:val="subscript"/>
          <w:lang w:eastAsia="ja-JP"/>
        </w:rPr>
        <w:t>cells</w:t>
      </w:r>
      <w:r w:rsidRPr="00EF2F0E">
        <w:rPr>
          <w:i/>
          <w:lang w:eastAsia="ja-JP"/>
        </w:rPr>
        <w:t xml:space="preserve">) </w:t>
      </w:r>
      <w:r w:rsidRPr="00EF2F0E">
        <w:rPr>
          <w:lang w:eastAsia="ja-JP"/>
        </w:rPr>
        <w:t xml:space="preserve">for AAS BS in </w:t>
      </w:r>
      <w:r w:rsidRPr="00EF2F0E">
        <w:rPr>
          <w:i/>
        </w:rPr>
        <w:t>single RAT UTRA operation</w:t>
      </w:r>
      <w:r w:rsidRPr="00EF2F0E">
        <w:t xml:space="preserve"> </w:t>
      </w:r>
      <w:r w:rsidRPr="00EF2F0E">
        <w:rPr>
          <w:lang w:eastAsia="ja-JP"/>
        </w:rPr>
        <w:t xml:space="preserve"> and UTRA only MSR AAS BS</w:t>
      </w:r>
    </w:p>
    <w:p w14:paraId="0984D248" w14:textId="77777777" w:rsidR="003E32EB" w:rsidRPr="00EF2F0E" w:rsidRDefault="003E32EB" w:rsidP="00A16236">
      <w:pPr>
        <w:spacing w:beforeLines="50" w:before="120" w:afterLines="50" w:after="120"/>
        <w:ind w:left="1304" w:hanging="1304"/>
        <w:rPr>
          <w:iCs/>
          <w:lang w:eastAsia="ja-JP"/>
        </w:rPr>
      </w:pPr>
      <w:r w:rsidRPr="00EF2F0E">
        <w:rPr>
          <w:rFonts w:eastAsia="MS Mincho"/>
          <w:iCs/>
          <w:lang w:eastAsia="ja-JP"/>
        </w:rPr>
        <w:t>Further:</w:t>
      </w:r>
    </w:p>
    <w:p w14:paraId="0984D249" w14:textId="77777777" w:rsidR="003E32EB" w:rsidRPr="00EF2F0E" w:rsidRDefault="003E32EB" w:rsidP="00A40339">
      <w:pPr>
        <w:pStyle w:val="B10"/>
        <w:rPr>
          <w:lang w:eastAsia="ja-JP"/>
        </w:rPr>
      </w:pPr>
      <w:r w:rsidRPr="00EF2F0E">
        <w:tab/>
        <w:t>N</w:t>
      </w:r>
      <w:r w:rsidRPr="00EF2F0E">
        <w:rPr>
          <w:vertAlign w:val="subscript"/>
        </w:rPr>
        <w:t xml:space="preserve">TXU,countedpercell </w:t>
      </w:r>
      <w:r w:rsidRPr="00EF2F0E">
        <w:t xml:space="preserve">= </w:t>
      </w:r>
      <w:r w:rsidRPr="00EF2F0E">
        <w:rPr>
          <w:iCs/>
          <w:lang w:eastAsia="ja-JP"/>
        </w:rPr>
        <w:t>N</w:t>
      </w:r>
      <w:r w:rsidRPr="00EF2F0E">
        <w:rPr>
          <w:iCs/>
          <w:vertAlign w:val="subscript"/>
          <w:lang w:eastAsia="ja-JP"/>
        </w:rPr>
        <w:t xml:space="preserve">TXU,counted </w:t>
      </w:r>
      <w:r w:rsidRPr="00EF2F0E">
        <w:rPr>
          <w:iCs/>
          <w:lang w:eastAsia="ja-JP"/>
        </w:rPr>
        <w:t>/ N</w:t>
      </w:r>
      <w:r w:rsidRPr="00EF2F0E">
        <w:rPr>
          <w:iCs/>
          <w:vertAlign w:val="subscript"/>
          <w:lang w:eastAsia="ja-JP"/>
        </w:rPr>
        <w:t>cells</w:t>
      </w:r>
    </w:p>
    <w:p w14:paraId="0984D24A" w14:textId="77777777" w:rsidR="003E32EB" w:rsidRPr="00EF2F0E" w:rsidRDefault="003E32EB" w:rsidP="00A40339">
      <w:pPr>
        <w:pStyle w:val="B10"/>
        <w:rPr>
          <w:rFonts w:eastAsia="MS Mincho"/>
          <w:lang w:eastAsia="ja-JP"/>
        </w:rPr>
      </w:pPr>
      <w:r w:rsidRPr="00EF2F0E">
        <w:tab/>
        <w:t>N</w:t>
      </w:r>
      <w:r w:rsidRPr="00EF2F0E">
        <w:rPr>
          <w:vertAlign w:val="subscript"/>
        </w:rPr>
        <w:t>TXU,countedpercell</w:t>
      </w:r>
      <w:r w:rsidRPr="00EF2F0E">
        <w:rPr>
          <w:rFonts w:eastAsia="MS Mincho"/>
          <w:lang w:eastAsia="ja-JP"/>
        </w:rPr>
        <w:t xml:space="preserve"> is used for scaling the </w:t>
      </w:r>
      <w:r w:rsidRPr="00EF2F0E">
        <w:rPr>
          <w:rFonts w:eastAsia="MS Mincho"/>
          <w:i/>
          <w:lang w:eastAsia="ja-JP"/>
        </w:rPr>
        <w:t>basic limits</w:t>
      </w:r>
      <w:r w:rsidRPr="00EF2F0E">
        <w:rPr>
          <w:rFonts w:eastAsia="MS Mincho"/>
          <w:lang w:eastAsia="ja-JP"/>
        </w:rPr>
        <w:t xml:space="preserve"> as described in subclause 6.6.</w:t>
      </w:r>
    </w:p>
    <w:p w14:paraId="0984D24B" w14:textId="77777777" w:rsidR="003E32EB" w:rsidRPr="00EF2F0E" w:rsidRDefault="003E32EB" w:rsidP="00A40339">
      <w:pPr>
        <w:pStyle w:val="NO"/>
        <w:rPr>
          <w:rFonts w:eastAsia="MS Mincho"/>
          <w:lang w:eastAsia="ja-JP"/>
        </w:rPr>
      </w:pPr>
      <w:r w:rsidRPr="00EF2F0E">
        <w:t>NOTE:</w:t>
      </w:r>
      <w:r w:rsidRPr="00EF2F0E">
        <w:tab/>
      </w:r>
      <w:r w:rsidRPr="00EF2F0E">
        <w:rPr>
          <w:lang w:eastAsia="ja-JP"/>
        </w:rPr>
        <w:t>N</w:t>
      </w:r>
      <w:r w:rsidRPr="00EF2F0E">
        <w:rPr>
          <w:vertAlign w:val="subscript"/>
          <w:lang w:eastAsia="ja-JP"/>
        </w:rPr>
        <w:t>TXU,active</w:t>
      </w:r>
      <w:r w:rsidRPr="00EF2F0E">
        <w:rPr>
          <w:lang w:eastAsia="ja-JP"/>
        </w:rPr>
        <w:t xml:space="preserve"> </w:t>
      </w:r>
      <w:r w:rsidRPr="00EF2F0E">
        <w:rPr>
          <w:rFonts w:eastAsia="MS Mincho"/>
          <w:lang w:eastAsia="ja-JP"/>
        </w:rPr>
        <w:t xml:space="preserve">depends on the actual number of </w:t>
      </w:r>
      <w:r w:rsidRPr="00EF2F0E">
        <w:rPr>
          <w:rFonts w:eastAsia="MS Mincho"/>
          <w:i/>
          <w:lang w:eastAsia="ja-JP"/>
        </w:rPr>
        <w:t>active transmitter unit</w:t>
      </w:r>
      <w:r w:rsidRPr="00EF2F0E">
        <w:rPr>
          <w:rFonts w:eastAsia="MS Mincho"/>
          <w:lang w:eastAsia="ja-JP"/>
        </w:rPr>
        <w:t>s</w:t>
      </w:r>
      <w:r w:rsidRPr="00EF2F0E">
        <w:t xml:space="preserve"> and is independent to the declaration of N</w:t>
      </w:r>
      <w:r w:rsidRPr="00EF2F0E">
        <w:rPr>
          <w:vertAlign w:val="subscript"/>
        </w:rPr>
        <w:t>cells</w:t>
      </w:r>
      <w:r w:rsidRPr="00EF2F0E">
        <w:rPr>
          <w:rFonts w:eastAsia="MS Mincho"/>
          <w:lang w:eastAsia="ja-JP"/>
        </w:rPr>
        <w:t>.</w:t>
      </w:r>
    </w:p>
    <w:p w14:paraId="0984D24C" w14:textId="77777777" w:rsidR="003E32EB" w:rsidRPr="00EF2F0E" w:rsidRDefault="003E32EB" w:rsidP="00A40339">
      <w:r w:rsidRPr="00EF2F0E">
        <w:rPr>
          <w:lang w:eastAsia="zh-CN"/>
        </w:rPr>
        <w:t xml:space="preserve">Any transmitter requirement specified for </w:t>
      </w:r>
      <w:r w:rsidRPr="00EF2F0E">
        <w:rPr>
          <w:rFonts w:eastAsia="SimSun"/>
        </w:rPr>
        <w:t xml:space="preserve">NB-IoT in-band, NB-IoT guard band, or standalone </w:t>
      </w:r>
      <w:r w:rsidRPr="00EF2F0E">
        <w:t xml:space="preserve">NB-IoT operation in 3GPP TS 36.104 [4] for </w:t>
      </w:r>
      <w:r w:rsidRPr="00EF2F0E">
        <w:rPr>
          <w:rFonts w:eastAsia="SimSun"/>
          <w:lang w:eastAsia="zh-CN"/>
        </w:rPr>
        <w:t>E-UTRA with NB-IoT (in-band or guard band) or for standalone NB-IoT</w:t>
      </w:r>
      <w:r w:rsidRPr="00EF2F0E">
        <w:t xml:space="preserve">, or in 3GPP TS 37.104 [5] for </w:t>
      </w:r>
      <w:r w:rsidRPr="00EF2F0E">
        <w:rPr>
          <w:rFonts w:eastAsia="SimSun"/>
          <w:lang w:eastAsia="zh-CN"/>
        </w:rPr>
        <w:t>E-UTRA with NB-IoT or standalone NB-IoT in</w:t>
      </w:r>
      <w:r w:rsidRPr="00EF2F0E">
        <w:rPr>
          <w:i/>
        </w:rPr>
        <w:t xml:space="preserve"> MSR operation</w:t>
      </w:r>
      <w:r w:rsidRPr="00EF2F0E">
        <w:t>, and referred in clause 6, is not applicable for AAS BS.</w:t>
      </w:r>
    </w:p>
    <w:p w14:paraId="0984D24D" w14:textId="77777777" w:rsidR="003E32EB" w:rsidRPr="00EF2F0E" w:rsidRDefault="003E32EB" w:rsidP="00A40339">
      <w:pPr>
        <w:rPr>
          <w:rFonts w:eastAsia="MS Mincho"/>
          <w:lang w:eastAsia="ja-JP"/>
        </w:rPr>
      </w:pPr>
      <w:r w:rsidRPr="00EF2F0E">
        <w:rPr>
          <w:lang w:eastAsia="zh-CN"/>
        </w:rPr>
        <w:t xml:space="preserve">Any transmitter requirement specified for </w:t>
      </w:r>
      <w:r w:rsidRPr="00EF2F0E">
        <w:rPr>
          <w:rFonts w:eastAsia="SimSun"/>
        </w:rPr>
        <w:t>Band 46</w:t>
      </w:r>
      <w:r w:rsidRPr="00EF2F0E">
        <w:t xml:space="preserve"> operation </w:t>
      </w:r>
      <w:r w:rsidR="00702AAA" w:rsidRPr="00EF2F0E">
        <w:t xml:space="preserve">or for Band 49 operation </w:t>
      </w:r>
      <w:r w:rsidRPr="00EF2F0E">
        <w:t xml:space="preserve">in 3GPP TS 36.104 [4] for </w:t>
      </w:r>
      <w:r w:rsidRPr="00EF2F0E">
        <w:rPr>
          <w:rFonts w:eastAsia="SimSun"/>
          <w:lang w:eastAsia="zh-CN"/>
        </w:rPr>
        <w:t>E-UTRA</w:t>
      </w:r>
      <w:r w:rsidRPr="00EF2F0E">
        <w:t xml:space="preserve">, or in 3GPP TS 37.104 [5] for </w:t>
      </w:r>
      <w:r w:rsidRPr="00EF2F0E">
        <w:rPr>
          <w:rFonts w:eastAsia="SimSun"/>
          <w:lang w:eastAsia="zh-CN"/>
        </w:rPr>
        <w:t>E-UTRA in</w:t>
      </w:r>
      <w:r w:rsidRPr="00EF2F0E">
        <w:rPr>
          <w:i/>
        </w:rPr>
        <w:t xml:space="preserve"> MSR operation</w:t>
      </w:r>
      <w:r w:rsidRPr="00EF2F0E">
        <w:t>, and referred in clause 6, is not applicable for AAS BS.</w:t>
      </w:r>
    </w:p>
    <w:p w14:paraId="0984D24E" w14:textId="77777777" w:rsidR="003E32EB" w:rsidRPr="00EF2F0E" w:rsidRDefault="003E32EB" w:rsidP="00A40339">
      <w:pPr>
        <w:pStyle w:val="Heading2"/>
        <w:rPr>
          <w:lang w:eastAsia="zh-CN"/>
        </w:rPr>
      </w:pPr>
      <w:bookmarkStart w:id="301" w:name="_Toc21095763"/>
      <w:bookmarkStart w:id="302" w:name="_Toc29762962"/>
      <w:bookmarkStart w:id="303" w:name="_Toc45869247"/>
      <w:bookmarkStart w:id="304" w:name="_Toc52554495"/>
      <w:bookmarkStart w:id="305" w:name="_Toc52554965"/>
      <w:bookmarkStart w:id="306" w:name="_Toc61112190"/>
      <w:bookmarkStart w:id="307" w:name="_Toc67911342"/>
      <w:bookmarkStart w:id="308" w:name="_Toc74842817"/>
      <w:bookmarkStart w:id="309" w:name="_Toc76503200"/>
      <w:bookmarkStart w:id="310" w:name="_Toc83040643"/>
      <w:bookmarkStart w:id="311" w:name="_Toc89851686"/>
      <w:bookmarkStart w:id="312" w:name="_Toc98676040"/>
      <w:r w:rsidRPr="00EF2F0E">
        <w:rPr>
          <w:lang w:eastAsia="zh-CN"/>
        </w:rPr>
        <w:t>6.2</w:t>
      </w:r>
      <w:r w:rsidRPr="00EF2F0E">
        <w:rPr>
          <w:lang w:eastAsia="zh-CN"/>
        </w:rPr>
        <w:tab/>
        <w:t>Base station output power</w:t>
      </w:r>
      <w:bookmarkEnd w:id="301"/>
      <w:bookmarkEnd w:id="302"/>
      <w:bookmarkEnd w:id="303"/>
      <w:bookmarkEnd w:id="304"/>
      <w:bookmarkEnd w:id="305"/>
      <w:bookmarkEnd w:id="306"/>
      <w:bookmarkEnd w:id="307"/>
      <w:bookmarkEnd w:id="308"/>
      <w:bookmarkEnd w:id="309"/>
      <w:bookmarkEnd w:id="310"/>
      <w:bookmarkEnd w:id="311"/>
      <w:bookmarkEnd w:id="312"/>
    </w:p>
    <w:p w14:paraId="0984D24F" w14:textId="77777777" w:rsidR="003E32EB" w:rsidRPr="00EF2F0E" w:rsidRDefault="003E32EB" w:rsidP="00A40339">
      <w:pPr>
        <w:pStyle w:val="Heading3"/>
      </w:pPr>
      <w:bookmarkStart w:id="313" w:name="_Toc21095764"/>
      <w:bookmarkStart w:id="314" w:name="_Toc29762963"/>
      <w:bookmarkStart w:id="315" w:name="_Toc45869248"/>
      <w:bookmarkStart w:id="316" w:name="_Toc52554496"/>
      <w:bookmarkStart w:id="317" w:name="_Toc52554966"/>
      <w:bookmarkStart w:id="318" w:name="_Toc61112191"/>
      <w:bookmarkStart w:id="319" w:name="_Toc67911343"/>
      <w:bookmarkStart w:id="320" w:name="_Toc74842818"/>
      <w:bookmarkStart w:id="321" w:name="_Toc76503201"/>
      <w:bookmarkStart w:id="322" w:name="_Toc83040644"/>
      <w:bookmarkStart w:id="323" w:name="_Toc89851687"/>
      <w:bookmarkStart w:id="324" w:name="_Toc98676041"/>
      <w:r w:rsidRPr="00EF2F0E">
        <w:t>6.2.1</w:t>
      </w:r>
      <w:r w:rsidRPr="00EF2F0E">
        <w:tab/>
        <w:t>General</w:t>
      </w:r>
      <w:bookmarkEnd w:id="313"/>
      <w:bookmarkEnd w:id="314"/>
      <w:bookmarkEnd w:id="315"/>
      <w:bookmarkEnd w:id="316"/>
      <w:bookmarkEnd w:id="317"/>
      <w:bookmarkEnd w:id="318"/>
      <w:bookmarkEnd w:id="319"/>
      <w:bookmarkEnd w:id="320"/>
      <w:bookmarkEnd w:id="321"/>
      <w:bookmarkEnd w:id="322"/>
      <w:bookmarkEnd w:id="323"/>
      <w:bookmarkEnd w:id="324"/>
    </w:p>
    <w:p w14:paraId="0984D250" w14:textId="77777777" w:rsidR="003E32EB" w:rsidRPr="00EF2F0E" w:rsidRDefault="003E32EB" w:rsidP="00A40339">
      <w:r w:rsidRPr="00EF2F0E">
        <w:t>The configured carrier power is the target maximum power for a specific carrier for the operating mode set in the BS within the limits given by the manufacturer's declaration.</w:t>
      </w:r>
    </w:p>
    <w:p w14:paraId="0984D251" w14:textId="77777777" w:rsidR="003E32EB" w:rsidRPr="00EF2F0E" w:rsidRDefault="003E32EB" w:rsidP="00A40339">
      <w:pPr>
        <w:pStyle w:val="Heading3"/>
        <w:rPr>
          <w:lang w:eastAsia="zh-CN"/>
        </w:rPr>
      </w:pPr>
      <w:bookmarkStart w:id="325" w:name="_Toc21095765"/>
      <w:bookmarkStart w:id="326" w:name="_Toc29762964"/>
      <w:bookmarkStart w:id="327" w:name="_Toc45869249"/>
      <w:bookmarkStart w:id="328" w:name="_Toc52554497"/>
      <w:bookmarkStart w:id="329" w:name="_Toc52554967"/>
      <w:bookmarkStart w:id="330" w:name="_Toc61112192"/>
      <w:bookmarkStart w:id="331" w:name="_Toc67911344"/>
      <w:bookmarkStart w:id="332" w:name="_Toc74842819"/>
      <w:bookmarkStart w:id="333" w:name="_Toc76503202"/>
      <w:bookmarkStart w:id="334" w:name="_Toc83040645"/>
      <w:bookmarkStart w:id="335" w:name="_Toc89851688"/>
      <w:bookmarkStart w:id="336" w:name="_Toc98676042"/>
      <w:r w:rsidRPr="00EF2F0E">
        <w:rPr>
          <w:lang w:eastAsia="zh-CN"/>
        </w:rPr>
        <w:t>6.2.2</w:t>
      </w:r>
      <w:r w:rsidRPr="00EF2F0E">
        <w:rPr>
          <w:lang w:eastAsia="zh-CN"/>
        </w:rPr>
        <w:tab/>
        <w:t>Maximum output power</w:t>
      </w:r>
      <w:bookmarkEnd w:id="325"/>
      <w:bookmarkEnd w:id="326"/>
      <w:bookmarkEnd w:id="327"/>
      <w:bookmarkEnd w:id="328"/>
      <w:bookmarkEnd w:id="329"/>
      <w:bookmarkEnd w:id="330"/>
      <w:bookmarkEnd w:id="331"/>
      <w:bookmarkEnd w:id="332"/>
      <w:bookmarkEnd w:id="333"/>
      <w:bookmarkEnd w:id="334"/>
      <w:bookmarkEnd w:id="335"/>
      <w:bookmarkEnd w:id="336"/>
    </w:p>
    <w:p w14:paraId="0984D252" w14:textId="77777777" w:rsidR="003E32EB" w:rsidRPr="00EF2F0E" w:rsidRDefault="003E32EB" w:rsidP="00A40339">
      <w:pPr>
        <w:pStyle w:val="Heading4"/>
      </w:pPr>
      <w:bookmarkStart w:id="337" w:name="_Toc21095766"/>
      <w:bookmarkStart w:id="338" w:name="_Toc29762965"/>
      <w:bookmarkStart w:id="339" w:name="_Toc45869250"/>
      <w:bookmarkStart w:id="340" w:name="_Toc52554498"/>
      <w:bookmarkStart w:id="341" w:name="_Toc52554968"/>
      <w:bookmarkStart w:id="342" w:name="_Toc61112193"/>
      <w:bookmarkStart w:id="343" w:name="_Toc67911345"/>
      <w:bookmarkStart w:id="344" w:name="_Toc74842820"/>
      <w:bookmarkStart w:id="345" w:name="_Toc76503203"/>
      <w:bookmarkStart w:id="346" w:name="_Toc83040646"/>
      <w:bookmarkStart w:id="347" w:name="_Toc89851689"/>
      <w:bookmarkStart w:id="348" w:name="_Toc98676043"/>
      <w:r w:rsidRPr="00EF2F0E">
        <w:t>6.2.2.1</w:t>
      </w:r>
      <w:r w:rsidRPr="00EF2F0E">
        <w:tab/>
        <w:t>General</w:t>
      </w:r>
      <w:bookmarkEnd w:id="337"/>
      <w:bookmarkEnd w:id="338"/>
      <w:bookmarkEnd w:id="339"/>
      <w:bookmarkEnd w:id="340"/>
      <w:bookmarkEnd w:id="341"/>
      <w:bookmarkEnd w:id="342"/>
      <w:bookmarkEnd w:id="343"/>
      <w:bookmarkEnd w:id="344"/>
      <w:bookmarkEnd w:id="345"/>
      <w:bookmarkEnd w:id="346"/>
      <w:bookmarkEnd w:id="347"/>
      <w:bookmarkEnd w:id="348"/>
    </w:p>
    <w:p w14:paraId="0984D253" w14:textId="77777777" w:rsidR="003E32EB" w:rsidRPr="00EF2F0E" w:rsidRDefault="003E32EB" w:rsidP="00A40339">
      <w:pPr>
        <w:rPr>
          <w:lang w:eastAsia="zh-CN"/>
        </w:rPr>
      </w:pPr>
      <w:r w:rsidRPr="00EF2F0E">
        <w:t>The rated carrier output power of the AAS BS</w:t>
      </w:r>
      <w:r w:rsidRPr="00EF2F0E">
        <w:rPr>
          <w:i/>
        </w:rPr>
        <w:t xml:space="preserve"> </w:t>
      </w:r>
      <w:r w:rsidRPr="00EF2F0E">
        <w:t>shall be as specified in table 6.2.2.1-1.</w:t>
      </w:r>
    </w:p>
    <w:p w14:paraId="0984D254" w14:textId="77777777" w:rsidR="003E32EB" w:rsidRPr="00EF2F0E" w:rsidRDefault="003E32EB" w:rsidP="00A40339">
      <w:pPr>
        <w:pStyle w:val="TH"/>
        <w:rPr>
          <w:lang w:eastAsia="ko-KR"/>
        </w:rPr>
      </w:pPr>
      <w:r w:rsidRPr="00EF2F0E">
        <w:rPr>
          <w:lang w:eastAsia="ko-KR"/>
        </w:rPr>
        <w:t xml:space="preserve">Table </w:t>
      </w:r>
      <w:r w:rsidRPr="00EF2F0E">
        <w:rPr>
          <w:lang w:eastAsia="zh-CN"/>
        </w:rPr>
        <w:t>6</w:t>
      </w:r>
      <w:r w:rsidRPr="00EF2F0E">
        <w:rPr>
          <w:lang w:eastAsia="ko-KR"/>
        </w:rPr>
        <w:t>.</w:t>
      </w:r>
      <w:r w:rsidRPr="00EF2F0E">
        <w:rPr>
          <w:lang w:eastAsia="zh-CN"/>
        </w:rPr>
        <w:t>2.2.1-1</w:t>
      </w:r>
      <w:r w:rsidRPr="00EF2F0E">
        <w:rPr>
          <w:lang w:eastAsia="ko-KR"/>
        </w:rPr>
        <w:t>: AAS BS rated output power limits for BS classes</w:t>
      </w:r>
    </w:p>
    <w:tbl>
      <w:tblPr>
        <w:tblW w:w="8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879"/>
        <w:gridCol w:w="3345"/>
        <w:gridCol w:w="2624"/>
      </w:tblGrid>
      <w:tr w:rsidR="003401A4" w:rsidRPr="00EF2F0E" w14:paraId="0984D258" w14:textId="77777777" w:rsidTr="00A40339">
        <w:trPr>
          <w:tblHeader/>
          <w:jc w:val="center"/>
        </w:trPr>
        <w:tc>
          <w:tcPr>
            <w:tcW w:w="2879" w:type="dxa"/>
            <w:tcBorders>
              <w:top w:val="single" w:sz="4" w:space="0" w:color="auto"/>
              <w:left w:val="single" w:sz="4" w:space="0" w:color="auto"/>
              <w:bottom w:val="single" w:sz="4" w:space="0" w:color="auto"/>
              <w:right w:val="single" w:sz="4" w:space="0" w:color="auto"/>
            </w:tcBorders>
            <w:hideMark/>
          </w:tcPr>
          <w:p w14:paraId="0984D255" w14:textId="77777777" w:rsidR="003E32EB" w:rsidRPr="00EF2F0E" w:rsidRDefault="003E32EB" w:rsidP="00A40339">
            <w:pPr>
              <w:pStyle w:val="TAH"/>
              <w:rPr>
                <w:lang w:eastAsia="ko-KR"/>
              </w:rPr>
            </w:pPr>
            <w:r w:rsidRPr="00EF2F0E">
              <w:rPr>
                <w:lang w:eastAsia="ko-KR"/>
              </w:rPr>
              <w:t>AAS BS class</w:t>
            </w:r>
          </w:p>
        </w:tc>
        <w:tc>
          <w:tcPr>
            <w:tcW w:w="3345" w:type="dxa"/>
            <w:tcBorders>
              <w:top w:val="single" w:sz="4" w:space="0" w:color="auto"/>
              <w:left w:val="single" w:sz="4" w:space="0" w:color="auto"/>
              <w:bottom w:val="single" w:sz="4" w:space="0" w:color="auto"/>
              <w:right w:val="single" w:sz="4" w:space="0" w:color="auto"/>
            </w:tcBorders>
            <w:hideMark/>
          </w:tcPr>
          <w:p w14:paraId="0984D256" w14:textId="77777777" w:rsidR="003E32EB" w:rsidRPr="00EF2F0E" w:rsidRDefault="003E32EB" w:rsidP="00A40339">
            <w:pPr>
              <w:pStyle w:val="TAH"/>
              <w:rPr>
                <w:lang w:eastAsia="ko-KR"/>
              </w:rPr>
            </w:pPr>
            <w:r w:rsidRPr="00EF2F0E">
              <w:t>P</w:t>
            </w:r>
            <w:r w:rsidRPr="00EF2F0E">
              <w:rPr>
                <w:vertAlign w:val="subscript"/>
              </w:rPr>
              <w:t>Rated</w:t>
            </w:r>
            <w:r w:rsidRPr="00EF2F0E">
              <w:rPr>
                <w:vertAlign w:val="subscript"/>
                <w:lang w:eastAsia="zh-CN"/>
              </w:rPr>
              <w:t>,c,sys</w:t>
            </w:r>
          </w:p>
        </w:tc>
        <w:tc>
          <w:tcPr>
            <w:tcW w:w="2624" w:type="dxa"/>
            <w:tcBorders>
              <w:top w:val="single" w:sz="4" w:space="0" w:color="auto"/>
              <w:left w:val="single" w:sz="4" w:space="0" w:color="auto"/>
              <w:bottom w:val="single" w:sz="4" w:space="0" w:color="auto"/>
              <w:right w:val="single" w:sz="4" w:space="0" w:color="auto"/>
            </w:tcBorders>
          </w:tcPr>
          <w:p w14:paraId="0984D257" w14:textId="77777777" w:rsidR="003E32EB" w:rsidRPr="00EF2F0E" w:rsidRDefault="003E32EB" w:rsidP="00A40339">
            <w:pPr>
              <w:pStyle w:val="TAH"/>
              <w:rPr>
                <w:lang w:eastAsia="ko-KR"/>
              </w:rPr>
            </w:pPr>
            <w:r w:rsidRPr="00EF2F0E">
              <w:rPr>
                <w:lang w:eastAsia="ko-KR"/>
              </w:rPr>
              <w:t>P</w:t>
            </w:r>
            <w:r w:rsidRPr="00EF2F0E">
              <w:rPr>
                <w:vertAlign w:val="subscript"/>
                <w:lang w:eastAsia="ko-KR"/>
              </w:rPr>
              <w:t>Rated,c,TABC</w:t>
            </w:r>
          </w:p>
        </w:tc>
      </w:tr>
      <w:tr w:rsidR="003401A4" w:rsidRPr="00EF2F0E" w14:paraId="0984D25C" w14:textId="77777777" w:rsidTr="00A40339">
        <w:trPr>
          <w:jc w:val="center"/>
        </w:trPr>
        <w:tc>
          <w:tcPr>
            <w:tcW w:w="2879" w:type="dxa"/>
            <w:tcBorders>
              <w:top w:val="single" w:sz="4" w:space="0" w:color="auto"/>
              <w:left w:val="single" w:sz="4" w:space="0" w:color="auto"/>
              <w:bottom w:val="single" w:sz="4" w:space="0" w:color="auto"/>
              <w:right w:val="single" w:sz="4" w:space="0" w:color="auto"/>
            </w:tcBorders>
            <w:hideMark/>
          </w:tcPr>
          <w:p w14:paraId="0984D259" w14:textId="77777777" w:rsidR="003E32EB" w:rsidRPr="00EF2F0E" w:rsidRDefault="003E32EB" w:rsidP="00A40339">
            <w:pPr>
              <w:pStyle w:val="BodyText"/>
              <w:spacing w:after="0"/>
              <w:jc w:val="center"/>
              <w:rPr>
                <w:rFonts w:ascii="Arial" w:eastAsia="Times New Roman" w:hAnsi="Arial" w:cs="Arial"/>
                <w:sz w:val="18"/>
                <w:szCs w:val="18"/>
                <w:lang w:eastAsia="zh-CN"/>
              </w:rPr>
            </w:pPr>
            <w:r w:rsidRPr="00EF2F0E">
              <w:rPr>
                <w:rFonts w:ascii="Arial" w:eastAsia="Times New Roman" w:hAnsi="Arial" w:cs="Arial"/>
                <w:sz w:val="18"/>
                <w:szCs w:val="18"/>
                <w:lang w:eastAsia="zh-CN"/>
              </w:rPr>
              <w:t>Wide Area BS</w:t>
            </w:r>
          </w:p>
        </w:tc>
        <w:tc>
          <w:tcPr>
            <w:tcW w:w="3345" w:type="dxa"/>
            <w:tcBorders>
              <w:top w:val="single" w:sz="4" w:space="0" w:color="auto"/>
              <w:left w:val="single" w:sz="4" w:space="0" w:color="auto"/>
              <w:bottom w:val="single" w:sz="4" w:space="0" w:color="auto"/>
              <w:right w:val="single" w:sz="4" w:space="0" w:color="auto"/>
            </w:tcBorders>
          </w:tcPr>
          <w:p w14:paraId="0984D25A" w14:textId="77777777" w:rsidR="003E32EB" w:rsidRPr="00EF2F0E" w:rsidRDefault="003E32EB" w:rsidP="00A40339">
            <w:pPr>
              <w:pStyle w:val="TAC"/>
              <w:rPr>
                <w:lang w:eastAsia="ja-JP"/>
              </w:rPr>
            </w:pPr>
            <w:r w:rsidRPr="00EF2F0E">
              <w:rPr>
                <w:lang w:eastAsia="ja-JP"/>
              </w:rPr>
              <w:t>(NOTE)</w:t>
            </w:r>
          </w:p>
        </w:tc>
        <w:tc>
          <w:tcPr>
            <w:tcW w:w="2624" w:type="dxa"/>
            <w:tcBorders>
              <w:top w:val="single" w:sz="4" w:space="0" w:color="auto"/>
              <w:left w:val="single" w:sz="4" w:space="0" w:color="auto"/>
              <w:bottom w:val="single" w:sz="4" w:space="0" w:color="auto"/>
              <w:right w:val="single" w:sz="4" w:space="0" w:color="auto"/>
            </w:tcBorders>
          </w:tcPr>
          <w:p w14:paraId="0984D25B" w14:textId="77777777" w:rsidR="003E32EB" w:rsidRPr="00EF2F0E" w:rsidRDefault="003E32EB" w:rsidP="00A40339">
            <w:pPr>
              <w:pStyle w:val="TAC"/>
              <w:rPr>
                <w:lang w:eastAsia="ja-JP"/>
              </w:rPr>
            </w:pPr>
            <w:r w:rsidRPr="00EF2F0E">
              <w:rPr>
                <w:lang w:eastAsia="ja-JP"/>
              </w:rPr>
              <w:t>(NOTE)</w:t>
            </w:r>
          </w:p>
        </w:tc>
      </w:tr>
      <w:tr w:rsidR="003401A4" w:rsidRPr="00EF2F0E" w14:paraId="0984D260" w14:textId="77777777" w:rsidTr="00A40339">
        <w:trPr>
          <w:jc w:val="center"/>
        </w:trPr>
        <w:tc>
          <w:tcPr>
            <w:tcW w:w="2879" w:type="dxa"/>
            <w:tcBorders>
              <w:top w:val="single" w:sz="4" w:space="0" w:color="auto"/>
              <w:left w:val="single" w:sz="4" w:space="0" w:color="auto"/>
              <w:bottom w:val="single" w:sz="4" w:space="0" w:color="auto"/>
              <w:right w:val="single" w:sz="4" w:space="0" w:color="auto"/>
            </w:tcBorders>
            <w:hideMark/>
          </w:tcPr>
          <w:p w14:paraId="0984D25D" w14:textId="77777777" w:rsidR="003E32EB" w:rsidRPr="00EF2F0E" w:rsidRDefault="003E32EB" w:rsidP="00A40339">
            <w:pPr>
              <w:pStyle w:val="BodyText"/>
              <w:spacing w:after="0"/>
              <w:jc w:val="center"/>
              <w:rPr>
                <w:rFonts w:ascii="Arial" w:eastAsia="Times New Roman" w:hAnsi="Arial" w:cs="Arial"/>
                <w:sz w:val="18"/>
                <w:szCs w:val="18"/>
                <w:lang w:eastAsia="zh-CN"/>
              </w:rPr>
            </w:pPr>
            <w:r w:rsidRPr="00EF2F0E">
              <w:rPr>
                <w:rFonts w:ascii="Arial" w:eastAsia="Times New Roman" w:hAnsi="Arial" w:cs="Arial"/>
                <w:sz w:val="18"/>
                <w:szCs w:val="18"/>
                <w:lang w:eastAsia="zh-CN"/>
              </w:rPr>
              <w:t>Medium Range BS</w:t>
            </w:r>
          </w:p>
        </w:tc>
        <w:tc>
          <w:tcPr>
            <w:tcW w:w="3345" w:type="dxa"/>
            <w:tcBorders>
              <w:top w:val="single" w:sz="4" w:space="0" w:color="auto"/>
              <w:left w:val="single" w:sz="4" w:space="0" w:color="auto"/>
              <w:bottom w:val="single" w:sz="4" w:space="0" w:color="auto"/>
              <w:right w:val="single" w:sz="4" w:space="0" w:color="auto"/>
            </w:tcBorders>
            <w:hideMark/>
          </w:tcPr>
          <w:p w14:paraId="0984D25E" w14:textId="77777777" w:rsidR="003E32EB" w:rsidRPr="00EF2F0E" w:rsidRDefault="003E32EB" w:rsidP="00A40339">
            <w:pPr>
              <w:pStyle w:val="TAC"/>
              <w:rPr>
                <w:rFonts w:cs="Arial"/>
                <w:lang w:eastAsia="ja-JP"/>
              </w:rPr>
            </w:pPr>
            <w:r w:rsidRPr="00EF2F0E">
              <w:rPr>
                <w:rFonts w:cs="Arial"/>
                <w:lang w:eastAsia="ja-JP"/>
              </w:rPr>
              <w:t>≤ 38 dBm +10log(</w:t>
            </w:r>
            <w:r w:rsidRPr="00EF2F0E">
              <w:rPr>
                <w:rFonts w:eastAsia="MS Mincho" w:cs="Arial"/>
                <w:iCs/>
                <w:lang w:eastAsia="ja-JP"/>
              </w:rPr>
              <w:t>N</w:t>
            </w:r>
            <w:r w:rsidRPr="00EF2F0E">
              <w:rPr>
                <w:rFonts w:eastAsia="MS Mincho" w:cs="Arial"/>
                <w:iCs/>
                <w:vertAlign w:val="subscript"/>
                <w:lang w:eastAsia="ja-JP"/>
              </w:rPr>
              <w:t>TXU,counted</w:t>
            </w:r>
            <w:r w:rsidRPr="00EF2F0E">
              <w:rPr>
                <w:rFonts w:cs="Arial"/>
                <w:lang w:eastAsia="ja-JP"/>
              </w:rPr>
              <w:t>)</w:t>
            </w:r>
          </w:p>
        </w:tc>
        <w:tc>
          <w:tcPr>
            <w:tcW w:w="2624" w:type="dxa"/>
            <w:tcBorders>
              <w:top w:val="single" w:sz="4" w:space="0" w:color="auto"/>
              <w:left w:val="single" w:sz="4" w:space="0" w:color="auto"/>
              <w:bottom w:val="single" w:sz="4" w:space="0" w:color="auto"/>
              <w:right w:val="single" w:sz="4" w:space="0" w:color="auto"/>
            </w:tcBorders>
          </w:tcPr>
          <w:p w14:paraId="0984D25F" w14:textId="77777777" w:rsidR="003E32EB" w:rsidRPr="00EF2F0E" w:rsidRDefault="003E32EB" w:rsidP="00A40339">
            <w:pPr>
              <w:pStyle w:val="TAC"/>
              <w:rPr>
                <w:rFonts w:cs="Arial"/>
                <w:lang w:eastAsia="ja-JP"/>
              </w:rPr>
            </w:pPr>
            <w:r w:rsidRPr="00EF2F0E">
              <w:rPr>
                <w:rFonts w:cs="Arial"/>
                <w:lang w:eastAsia="ja-JP"/>
              </w:rPr>
              <w:t>≤ 38dBm</w:t>
            </w:r>
          </w:p>
        </w:tc>
      </w:tr>
      <w:tr w:rsidR="003401A4" w:rsidRPr="00EF2F0E" w14:paraId="0984D264" w14:textId="77777777" w:rsidTr="00A40339">
        <w:trPr>
          <w:jc w:val="center"/>
        </w:trPr>
        <w:tc>
          <w:tcPr>
            <w:tcW w:w="2879" w:type="dxa"/>
            <w:tcBorders>
              <w:top w:val="single" w:sz="4" w:space="0" w:color="auto"/>
              <w:left w:val="single" w:sz="4" w:space="0" w:color="auto"/>
              <w:bottom w:val="single" w:sz="4" w:space="0" w:color="auto"/>
              <w:right w:val="single" w:sz="4" w:space="0" w:color="auto"/>
            </w:tcBorders>
            <w:hideMark/>
          </w:tcPr>
          <w:p w14:paraId="0984D261" w14:textId="77777777" w:rsidR="003E32EB" w:rsidRPr="00EF2F0E" w:rsidRDefault="003E32EB" w:rsidP="00A40339">
            <w:pPr>
              <w:pStyle w:val="BodyText"/>
              <w:spacing w:after="0"/>
              <w:jc w:val="center"/>
              <w:rPr>
                <w:rFonts w:ascii="Arial" w:eastAsia="Times New Roman" w:hAnsi="Arial" w:cs="Arial"/>
                <w:sz w:val="18"/>
                <w:szCs w:val="18"/>
                <w:lang w:eastAsia="zh-CN"/>
              </w:rPr>
            </w:pPr>
            <w:r w:rsidRPr="00EF2F0E">
              <w:rPr>
                <w:rFonts w:ascii="Arial" w:eastAsia="Times New Roman" w:hAnsi="Arial" w:cs="Arial"/>
                <w:sz w:val="18"/>
                <w:szCs w:val="18"/>
                <w:lang w:eastAsia="zh-CN"/>
              </w:rPr>
              <w:t>Local Area BS</w:t>
            </w:r>
          </w:p>
        </w:tc>
        <w:tc>
          <w:tcPr>
            <w:tcW w:w="3345" w:type="dxa"/>
            <w:tcBorders>
              <w:top w:val="single" w:sz="4" w:space="0" w:color="auto"/>
              <w:left w:val="single" w:sz="4" w:space="0" w:color="auto"/>
              <w:bottom w:val="single" w:sz="4" w:space="0" w:color="auto"/>
              <w:right w:val="single" w:sz="4" w:space="0" w:color="auto"/>
            </w:tcBorders>
            <w:hideMark/>
          </w:tcPr>
          <w:p w14:paraId="0984D262" w14:textId="77777777" w:rsidR="003E32EB" w:rsidRPr="00EF2F0E" w:rsidRDefault="003E32EB" w:rsidP="00A40339">
            <w:pPr>
              <w:pStyle w:val="TAC"/>
              <w:rPr>
                <w:rFonts w:cs="Arial"/>
                <w:lang w:eastAsia="ja-JP"/>
              </w:rPr>
            </w:pPr>
            <w:r w:rsidRPr="00EF2F0E">
              <w:rPr>
                <w:rFonts w:cs="Arial"/>
                <w:lang w:eastAsia="ja-JP"/>
              </w:rPr>
              <w:t>≤ 24 dBm +10log(</w:t>
            </w:r>
            <w:r w:rsidRPr="00EF2F0E">
              <w:rPr>
                <w:rFonts w:eastAsia="MS Mincho" w:cs="Arial"/>
                <w:iCs/>
                <w:lang w:eastAsia="ja-JP"/>
              </w:rPr>
              <w:t>N</w:t>
            </w:r>
            <w:r w:rsidRPr="00EF2F0E">
              <w:rPr>
                <w:rFonts w:eastAsia="MS Mincho" w:cs="Arial"/>
                <w:iCs/>
                <w:vertAlign w:val="subscript"/>
                <w:lang w:eastAsia="ja-JP"/>
              </w:rPr>
              <w:t>TXU,counted</w:t>
            </w:r>
            <w:r w:rsidRPr="00EF2F0E">
              <w:rPr>
                <w:rFonts w:cs="Arial"/>
                <w:lang w:eastAsia="ja-JP"/>
              </w:rPr>
              <w:t>)</w:t>
            </w:r>
          </w:p>
        </w:tc>
        <w:tc>
          <w:tcPr>
            <w:tcW w:w="2624" w:type="dxa"/>
            <w:tcBorders>
              <w:top w:val="single" w:sz="4" w:space="0" w:color="auto"/>
              <w:left w:val="single" w:sz="4" w:space="0" w:color="auto"/>
              <w:bottom w:val="single" w:sz="4" w:space="0" w:color="auto"/>
              <w:right w:val="single" w:sz="4" w:space="0" w:color="auto"/>
            </w:tcBorders>
          </w:tcPr>
          <w:p w14:paraId="0984D263" w14:textId="77777777" w:rsidR="003E32EB" w:rsidRPr="00EF2F0E" w:rsidRDefault="003E32EB" w:rsidP="00A40339">
            <w:pPr>
              <w:pStyle w:val="TAC"/>
              <w:rPr>
                <w:rFonts w:cs="Arial"/>
                <w:lang w:eastAsia="ja-JP"/>
              </w:rPr>
            </w:pPr>
            <w:r w:rsidRPr="00EF2F0E">
              <w:rPr>
                <w:rFonts w:cs="Arial"/>
                <w:lang w:eastAsia="ja-JP"/>
              </w:rPr>
              <w:t>≤ 24dBm</w:t>
            </w:r>
          </w:p>
        </w:tc>
      </w:tr>
      <w:tr w:rsidR="003E32EB" w:rsidRPr="00EF2F0E" w14:paraId="0984D266" w14:textId="77777777" w:rsidTr="00A40339">
        <w:trPr>
          <w:jc w:val="center"/>
        </w:trPr>
        <w:tc>
          <w:tcPr>
            <w:tcW w:w="8848" w:type="dxa"/>
            <w:gridSpan w:val="3"/>
            <w:tcBorders>
              <w:top w:val="single" w:sz="4" w:space="0" w:color="auto"/>
              <w:left w:val="single" w:sz="4" w:space="0" w:color="auto"/>
              <w:bottom w:val="single" w:sz="4" w:space="0" w:color="auto"/>
              <w:right w:val="single" w:sz="4" w:space="0" w:color="auto"/>
            </w:tcBorders>
            <w:hideMark/>
          </w:tcPr>
          <w:p w14:paraId="0984D265" w14:textId="77777777" w:rsidR="003E32EB" w:rsidRPr="00EF2F0E" w:rsidRDefault="003E32EB" w:rsidP="00A40339">
            <w:pPr>
              <w:pStyle w:val="BodyText"/>
              <w:spacing w:after="0"/>
              <w:ind w:left="770" w:hangingChars="428" w:hanging="770"/>
              <w:rPr>
                <w:rFonts w:ascii="Arial" w:eastAsia="Times New Roman" w:hAnsi="Arial" w:cs="Arial"/>
                <w:sz w:val="18"/>
                <w:szCs w:val="18"/>
                <w:lang w:eastAsia="zh-CN"/>
              </w:rPr>
            </w:pPr>
            <w:r w:rsidRPr="00EF2F0E">
              <w:rPr>
                <w:rFonts w:ascii="Arial" w:eastAsia="Times New Roman" w:hAnsi="Arial" w:cs="Arial"/>
                <w:sz w:val="18"/>
                <w:szCs w:val="18"/>
                <w:lang w:eastAsia="zh-CN"/>
              </w:rPr>
              <w:t>NOTE:</w:t>
            </w:r>
            <w:r w:rsidRPr="00EF2F0E">
              <w:rPr>
                <w:rFonts w:ascii="Arial" w:eastAsia="Times New Roman" w:hAnsi="Arial" w:cs="Arial"/>
                <w:sz w:val="18"/>
                <w:szCs w:val="18"/>
                <w:lang w:eastAsia="zh-CN"/>
              </w:rPr>
              <w:tab/>
              <w:t xml:space="preserve">There is no upper limit for the </w:t>
            </w:r>
            <w:r w:rsidRPr="00EF2F0E">
              <w:rPr>
                <w:rFonts w:eastAsia="Times New Roman"/>
              </w:rPr>
              <w:t>P</w:t>
            </w:r>
            <w:r w:rsidRPr="00EF2F0E">
              <w:rPr>
                <w:rFonts w:eastAsia="Times New Roman"/>
                <w:vertAlign w:val="subscript"/>
              </w:rPr>
              <w:t>Rated</w:t>
            </w:r>
            <w:r w:rsidRPr="00EF2F0E">
              <w:rPr>
                <w:rFonts w:eastAsia="Times New Roman"/>
                <w:vertAlign w:val="subscript"/>
                <w:lang w:eastAsia="zh-CN"/>
              </w:rPr>
              <w:t>,c,sys</w:t>
            </w:r>
            <w:r w:rsidRPr="00EF2F0E" w:rsidDel="00DF64B5">
              <w:rPr>
                <w:rFonts w:ascii="Arial" w:eastAsia="Times New Roman" w:hAnsi="Arial" w:cs="Arial"/>
                <w:sz w:val="18"/>
                <w:szCs w:val="18"/>
                <w:lang w:eastAsia="zh-CN"/>
              </w:rPr>
              <w:t xml:space="preserve"> </w:t>
            </w:r>
            <w:r w:rsidRPr="00EF2F0E">
              <w:rPr>
                <w:rFonts w:ascii="Arial" w:eastAsia="Times New Roman" w:hAnsi="Arial" w:cs="Arial"/>
                <w:sz w:val="18"/>
                <w:szCs w:val="18"/>
                <w:lang w:eastAsia="zh-CN"/>
              </w:rPr>
              <w:t xml:space="preserve">or </w:t>
            </w:r>
            <w:r w:rsidRPr="00EF2F0E">
              <w:rPr>
                <w:rFonts w:eastAsia="Times New Roman"/>
                <w:lang w:eastAsia="ko-KR"/>
              </w:rPr>
              <w:t>P</w:t>
            </w:r>
            <w:r w:rsidRPr="00EF2F0E">
              <w:rPr>
                <w:rFonts w:eastAsia="Times New Roman"/>
                <w:vertAlign w:val="subscript"/>
                <w:lang w:eastAsia="ko-KR"/>
              </w:rPr>
              <w:t>Rated,c,TABC</w:t>
            </w:r>
            <w:r w:rsidRPr="00EF2F0E">
              <w:rPr>
                <w:rFonts w:ascii="Arial" w:eastAsia="Times New Roman" w:hAnsi="Arial" w:cs="Arial"/>
                <w:sz w:val="18"/>
                <w:szCs w:val="18"/>
                <w:lang w:eastAsia="zh-CN"/>
              </w:rPr>
              <w:t xml:space="preserve"> of the Wide Area Base Station.</w:t>
            </w:r>
          </w:p>
        </w:tc>
      </w:tr>
    </w:tbl>
    <w:p w14:paraId="0984D267" w14:textId="77777777" w:rsidR="003E32EB" w:rsidRPr="00EF2F0E" w:rsidRDefault="003E32EB" w:rsidP="00A40339"/>
    <w:p w14:paraId="0984D268" w14:textId="77777777" w:rsidR="003E32EB" w:rsidRPr="00EF2F0E" w:rsidRDefault="003E32EB" w:rsidP="00A40339">
      <w:pPr>
        <w:pStyle w:val="Heading4"/>
        <w:rPr>
          <w:lang w:eastAsia="zh-CN"/>
        </w:rPr>
      </w:pPr>
      <w:bookmarkStart w:id="349" w:name="_Toc21095767"/>
      <w:bookmarkStart w:id="350" w:name="_Toc29762966"/>
      <w:bookmarkStart w:id="351" w:name="_Toc45869251"/>
      <w:bookmarkStart w:id="352" w:name="_Toc52554499"/>
      <w:bookmarkStart w:id="353" w:name="_Toc52554969"/>
      <w:bookmarkStart w:id="354" w:name="_Toc61112194"/>
      <w:bookmarkStart w:id="355" w:name="_Toc67911346"/>
      <w:bookmarkStart w:id="356" w:name="_Toc74842821"/>
      <w:bookmarkStart w:id="357" w:name="_Toc76503204"/>
      <w:bookmarkStart w:id="358" w:name="_Toc83040647"/>
      <w:bookmarkStart w:id="359" w:name="_Toc89851690"/>
      <w:bookmarkStart w:id="360" w:name="_Toc98676044"/>
      <w:r w:rsidRPr="00EF2F0E">
        <w:t>6.2.2.2</w:t>
      </w:r>
      <w:r w:rsidRPr="00EF2F0E">
        <w:tab/>
      </w:r>
      <w:r w:rsidRPr="00EF2F0E">
        <w:rPr>
          <w:lang w:eastAsia="zh-CN"/>
        </w:rPr>
        <w:t>Minimum requirement for MSR operation</w:t>
      </w:r>
      <w:bookmarkEnd w:id="349"/>
      <w:bookmarkEnd w:id="350"/>
      <w:bookmarkEnd w:id="351"/>
      <w:bookmarkEnd w:id="352"/>
      <w:bookmarkEnd w:id="353"/>
      <w:bookmarkEnd w:id="354"/>
      <w:bookmarkEnd w:id="355"/>
      <w:bookmarkEnd w:id="356"/>
      <w:bookmarkEnd w:id="357"/>
      <w:bookmarkEnd w:id="358"/>
      <w:bookmarkEnd w:id="359"/>
      <w:bookmarkEnd w:id="360"/>
    </w:p>
    <w:p w14:paraId="0984D269" w14:textId="77777777" w:rsidR="003E32EB" w:rsidRPr="00EF2F0E" w:rsidRDefault="003E32EB" w:rsidP="00A40339">
      <w:pPr>
        <w:pStyle w:val="Heading5"/>
        <w:spacing w:after="200"/>
        <w:rPr>
          <w:rFonts w:cs="Arial"/>
          <w:szCs w:val="22"/>
        </w:rPr>
      </w:pPr>
      <w:bookmarkStart w:id="361" w:name="_Toc21095768"/>
      <w:bookmarkStart w:id="362" w:name="_Toc29762967"/>
      <w:bookmarkStart w:id="363" w:name="_Toc45869252"/>
      <w:bookmarkStart w:id="364" w:name="_Toc52554500"/>
      <w:bookmarkStart w:id="365" w:name="_Toc52554970"/>
      <w:bookmarkStart w:id="366" w:name="_Toc61112195"/>
      <w:bookmarkStart w:id="367" w:name="_Toc67911347"/>
      <w:bookmarkStart w:id="368" w:name="_Toc74842822"/>
      <w:bookmarkStart w:id="369" w:name="_Toc76503205"/>
      <w:bookmarkStart w:id="370" w:name="_Toc83040648"/>
      <w:bookmarkStart w:id="371" w:name="_Toc89851691"/>
      <w:bookmarkStart w:id="372" w:name="_Toc98676045"/>
      <w:r w:rsidRPr="00EF2F0E">
        <w:rPr>
          <w:rFonts w:cs="Arial"/>
          <w:szCs w:val="22"/>
        </w:rPr>
        <w:t>6.2.2.2.1</w:t>
      </w:r>
      <w:r w:rsidRPr="00EF2F0E">
        <w:rPr>
          <w:rFonts w:cs="Arial"/>
          <w:szCs w:val="22"/>
        </w:rPr>
        <w:tab/>
        <w:t>General</w:t>
      </w:r>
      <w:bookmarkEnd w:id="361"/>
      <w:bookmarkEnd w:id="362"/>
      <w:bookmarkEnd w:id="363"/>
      <w:bookmarkEnd w:id="364"/>
      <w:bookmarkEnd w:id="365"/>
      <w:bookmarkEnd w:id="366"/>
      <w:bookmarkEnd w:id="367"/>
      <w:bookmarkEnd w:id="368"/>
      <w:bookmarkEnd w:id="369"/>
      <w:bookmarkEnd w:id="370"/>
      <w:bookmarkEnd w:id="371"/>
      <w:bookmarkEnd w:id="372"/>
    </w:p>
    <w:p w14:paraId="0984D26A" w14:textId="77777777" w:rsidR="003E32EB" w:rsidRPr="00EF2F0E" w:rsidRDefault="003E32EB" w:rsidP="00A40339">
      <w:r w:rsidRPr="00EF2F0E">
        <w:t>In normal conditions, P</w:t>
      </w:r>
      <w:r w:rsidRPr="00EF2F0E">
        <w:rPr>
          <w:vertAlign w:val="subscript"/>
        </w:rPr>
        <w:t xml:space="preserve">max,c,TABC </w:t>
      </w:r>
      <w:r w:rsidRPr="00EF2F0E">
        <w:t>shall remain within +2 dB and -2 dB of the configured</w:t>
      </w:r>
      <w:r w:rsidRPr="00EF2F0E" w:rsidDel="009B0F5F">
        <w:t xml:space="preserve"> </w:t>
      </w:r>
      <w:r w:rsidRPr="00EF2F0E">
        <w:t xml:space="preserve">carrier power for each </w:t>
      </w:r>
      <w:r w:rsidRPr="00EF2F0E">
        <w:rPr>
          <w:i/>
        </w:rPr>
        <w:t xml:space="preserve">TAB connector </w:t>
      </w:r>
      <w:r w:rsidRPr="00EF2F0E">
        <w:t>as declared by the manufacturer.</w:t>
      </w:r>
    </w:p>
    <w:p w14:paraId="0984D26B" w14:textId="77777777" w:rsidR="003E32EB" w:rsidRPr="00EF2F0E" w:rsidRDefault="003E32EB" w:rsidP="00A40339">
      <w:r w:rsidRPr="00EF2F0E">
        <w:t>In extreme conditions, P</w:t>
      </w:r>
      <w:r w:rsidRPr="00EF2F0E">
        <w:rPr>
          <w:vertAlign w:val="subscript"/>
        </w:rPr>
        <w:t xml:space="preserve">max,c,TABC </w:t>
      </w:r>
      <w:r w:rsidRPr="00EF2F0E">
        <w:t>shall remain within +2,5 dB and -2,5 dB of the configured</w:t>
      </w:r>
      <w:r w:rsidRPr="00EF2F0E" w:rsidDel="009B0F5F">
        <w:t xml:space="preserve"> </w:t>
      </w:r>
      <w:r w:rsidRPr="00EF2F0E">
        <w:t xml:space="preserve">carrier power for each </w:t>
      </w:r>
      <w:r w:rsidRPr="00EF2F0E">
        <w:rPr>
          <w:i/>
        </w:rPr>
        <w:t>TAB connector</w:t>
      </w:r>
      <w:r w:rsidRPr="00EF2F0E">
        <w:t xml:space="preserve"> as declared by the manufacturer.</w:t>
      </w:r>
    </w:p>
    <w:p w14:paraId="0984D26C" w14:textId="77777777" w:rsidR="003E32EB" w:rsidRPr="00EF2F0E" w:rsidRDefault="003E32EB" w:rsidP="00A40339">
      <w:r w:rsidRPr="00EF2F0E">
        <w:t>In certain regions, the minimum requirement for normal conditions may apply also for some conditions outside the range of conditions defined as normal.</w:t>
      </w:r>
    </w:p>
    <w:p w14:paraId="0984D26D" w14:textId="77777777" w:rsidR="003E32EB" w:rsidRPr="00EF2F0E" w:rsidRDefault="003E32EB" w:rsidP="00A40339">
      <w:pPr>
        <w:pStyle w:val="Heading5"/>
        <w:spacing w:after="200"/>
        <w:rPr>
          <w:rFonts w:cs="Arial"/>
          <w:szCs w:val="22"/>
        </w:rPr>
      </w:pPr>
      <w:bookmarkStart w:id="373" w:name="_Toc21095769"/>
      <w:bookmarkStart w:id="374" w:name="_Toc29762968"/>
      <w:bookmarkStart w:id="375" w:name="_Toc45869253"/>
      <w:bookmarkStart w:id="376" w:name="_Toc52554501"/>
      <w:bookmarkStart w:id="377" w:name="_Toc52554971"/>
      <w:bookmarkStart w:id="378" w:name="_Toc61112196"/>
      <w:bookmarkStart w:id="379" w:name="_Toc67911348"/>
      <w:bookmarkStart w:id="380" w:name="_Toc74842823"/>
      <w:bookmarkStart w:id="381" w:name="_Toc76503206"/>
      <w:bookmarkStart w:id="382" w:name="_Toc83040649"/>
      <w:bookmarkStart w:id="383" w:name="_Toc89851692"/>
      <w:bookmarkStart w:id="384" w:name="_Toc98676046"/>
      <w:r w:rsidRPr="00EF2F0E">
        <w:rPr>
          <w:rFonts w:cs="Arial"/>
          <w:szCs w:val="22"/>
        </w:rPr>
        <w:t>6.2.2.2.2</w:t>
      </w:r>
      <w:r w:rsidRPr="00EF2F0E">
        <w:rPr>
          <w:rFonts w:cs="Arial"/>
          <w:szCs w:val="22"/>
        </w:rPr>
        <w:tab/>
        <w:t>Additional requirements (regional)</w:t>
      </w:r>
      <w:bookmarkEnd w:id="373"/>
      <w:bookmarkEnd w:id="374"/>
      <w:bookmarkEnd w:id="375"/>
      <w:bookmarkEnd w:id="376"/>
      <w:bookmarkEnd w:id="377"/>
      <w:bookmarkEnd w:id="378"/>
      <w:bookmarkEnd w:id="379"/>
      <w:bookmarkEnd w:id="380"/>
      <w:bookmarkEnd w:id="381"/>
      <w:bookmarkEnd w:id="382"/>
      <w:bookmarkEnd w:id="383"/>
      <w:bookmarkEnd w:id="384"/>
    </w:p>
    <w:p w14:paraId="0984D26F" w14:textId="77777777" w:rsidR="003E32EB" w:rsidRPr="00EF2F0E" w:rsidRDefault="003E32EB" w:rsidP="00A40339">
      <w:pPr>
        <w:pStyle w:val="Heading4"/>
        <w:rPr>
          <w:lang w:eastAsia="zh-CN"/>
        </w:rPr>
      </w:pPr>
      <w:bookmarkStart w:id="385" w:name="_Toc21095770"/>
      <w:bookmarkStart w:id="386" w:name="_Toc29762969"/>
      <w:bookmarkStart w:id="387" w:name="_Toc45869254"/>
      <w:bookmarkStart w:id="388" w:name="_Toc52554502"/>
      <w:bookmarkStart w:id="389" w:name="_Toc52554972"/>
      <w:bookmarkStart w:id="390" w:name="_Toc61112197"/>
      <w:bookmarkStart w:id="391" w:name="_Toc67911349"/>
      <w:bookmarkStart w:id="392" w:name="_Toc74842824"/>
      <w:bookmarkStart w:id="393" w:name="_Toc76503207"/>
      <w:bookmarkStart w:id="394" w:name="_Toc83040650"/>
      <w:bookmarkStart w:id="395" w:name="_Toc89851693"/>
      <w:bookmarkStart w:id="396" w:name="_Toc98676047"/>
      <w:r w:rsidRPr="00EF2F0E">
        <w:rPr>
          <w:lang w:eastAsia="zh-CN"/>
        </w:rPr>
        <w:t>6.2.2.3</w:t>
      </w:r>
      <w:r w:rsidRPr="00EF2F0E">
        <w:rPr>
          <w:lang w:eastAsia="zh-CN"/>
        </w:rPr>
        <w:tab/>
        <w:t>Minimum requirement for single RAT UTRA operation</w:t>
      </w:r>
      <w:bookmarkEnd w:id="385"/>
      <w:bookmarkEnd w:id="386"/>
      <w:bookmarkEnd w:id="387"/>
      <w:bookmarkEnd w:id="388"/>
      <w:bookmarkEnd w:id="389"/>
      <w:bookmarkEnd w:id="390"/>
      <w:bookmarkEnd w:id="391"/>
      <w:bookmarkEnd w:id="392"/>
      <w:bookmarkEnd w:id="393"/>
      <w:bookmarkEnd w:id="394"/>
      <w:bookmarkEnd w:id="395"/>
      <w:bookmarkEnd w:id="396"/>
    </w:p>
    <w:p w14:paraId="0984D270" w14:textId="77777777" w:rsidR="003E32EB" w:rsidRPr="00EF2F0E" w:rsidRDefault="003E32EB" w:rsidP="00A40339">
      <w:pPr>
        <w:rPr>
          <w:lang w:eastAsia="zh-CN"/>
        </w:rPr>
      </w:pPr>
      <w:r w:rsidRPr="00EF2F0E">
        <w:rPr>
          <w:lang w:eastAsia="zh-CN"/>
        </w:rPr>
        <w:t>The minimum requirement for single RAT UTRA BS is the same as that defined in subclause 6.2.2.2.</w:t>
      </w:r>
    </w:p>
    <w:p w14:paraId="0984D271" w14:textId="77777777" w:rsidR="003E32EB" w:rsidRPr="00EF2F0E" w:rsidRDefault="003E32EB" w:rsidP="00A40339">
      <w:pPr>
        <w:pStyle w:val="Heading4"/>
        <w:rPr>
          <w:lang w:eastAsia="zh-CN"/>
        </w:rPr>
      </w:pPr>
      <w:bookmarkStart w:id="397" w:name="_Toc21095771"/>
      <w:bookmarkStart w:id="398" w:name="_Toc29762970"/>
      <w:bookmarkStart w:id="399" w:name="_Toc45869255"/>
      <w:bookmarkStart w:id="400" w:name="_Toc52554503"/>
      <w:bookmarkStart w:id="401" w:name="_Toc52554973"/>
      <w:bookmarkStart w:id="402" w:name="_Toc61112198"/>
      <w:bookmarkStart w:id="403" w:name="_Toc67911350"/>
      <w:bookmarkStart w:id="404" w:name="_Toc74842825"/>
      <w:bookmarkStart w:id="405" w:name="_Toc76503208"/>
      <w:bookmarkStart w:id="406" w:name="_Toc83040651"/>
      <w:bookmarkStart w:id="407" w:name="_Toc89851694"/>
      <w:bookmarkStart w:id="408" w:name="_Toc98676048"/>
      <w:r w:rsidRPr="00EF2F0E">
        <w:rPr>
          <w:lang w:eastAsia="zh-CN"/>
        </w:rPr>
        <w:t>6.2.2.4</w:t>
      </w:r>
      <w:r w:rsidRPr="00EF2F0E">
        <w:rPr>
          <w:lang w:eastAsia="zh-CN"/>
        </w:rPr>
        <w:tab/>
        <w:t>Minimum requirement for single RAT E-UTRA operation</w:t>
      </w:r>
      <w:bookmarkEnd w:id="397"/>
      <w:bookmarkEnd w:id="398"/>
      <w:bookmarkEnd w:id="399"/>
      <w:bookmarkEnd w:id="400"/>
      <w:bookmarkEnd w:id="401"/>
      <w:bookmarkEnd w:id="402"/>
      <w:bookmarkEnd w:id="403"/>
      <w:bookmarkEnd w:id="404"/>
      <w:bookmarkEnd w:id="405"/>
      <w:bookmarkEnd w:id="406"/>
      <w:bookmarkEnd w:id="407"/>
      <w:bookmarkEnd w:id="408"/>
    </w:p>
    <w:p w14:paraId="0984D272" w14:textId="77777777" w:rsidR="003E32EB" w:rsidRPr="00EF2F0E" w:rsidRDefault="003E32EB" w:rsidP="00A40339">
      <w:pPr>
        <w:pStyle w:val="Heading5"/>
        <w:spacing w:after="200"/>
        <w:rPr>
          <w:rFonts w:cs="Arial"/>
          <w:szCs w:val="22"/>
        </w:rPr>
      </w:pPr>
      <w:bookmarkStart w:id="409" w:name="_Toc21095772"/>
      <w:bookmarkStart w:id="410" w:name="_Toc29762971"/>
      <w:bookmarkStart w:id="411" w:name="_Toc45869256"/>
      <w:bookmarkStart w:id="412" w:name="_Toc52554504"/>
      <w:bookmarkStart w:id="413" w:name="_Toc52554974"/>
      <w:bookmarkStart w:id="414" w:name="_Toc61112199"/>
      <w:bookmarkStart w:id="415" w:name="_Toc67911351"/>
      <w:bookmarkStart w:id="416" w:name="_Toc74842826"/>
      <w:bookmarkStart w:id="417" w:name="_Toc76503209"/>
      <w:bookmarkStart w:id="418" w:name="_Toc83040652"/>
      <w:bookmarkStart w:id="419" w:name="_Toc89851695"/>
      <w:bookmarkStart w:id="420" w:name="_Toc98676049"/>
      <w:r w:rsidRPr="00EF2F0E">
        <w:rPr>
          <w:rFonts w:cs="Arial"/>
          <w:szCs w:val="22"/>
        </w:rPr>
        <w:t>6.2.2.4.1</w:t>
      </w:r>
      <w:r w:rsidRPr="00EF2F0E">
        <w:rPr>
          <w:rFonts w:cs="Arial"/>
          <w:szCs w:val="22"/>
        </w:rPr>
        <w:tab/>
        <w:t>General</w:t>
      </w:r>
      <w:bookmarkEnd w:id="409"/>
      <w:bookmarkEnd w:id="410"/>
      <w:bookmarkEnd w:id="411"/>
      <w:bookmarkEnd w:id="412"/>
      <w:bookmarkEnd w:id="413"/>
      <w:bookmarkEnd w:id="414"/>
      <w:bookmarkEnd w:id="415"/>
      <w:bookmarkEnd w:id="416"/>
      <w:bookmarkEnd w:id="417"/>
      <w:bookmarkEnd w:id="418"/>
      <w:bookmarkEnd w:id="419"/>
      <w:bookmarkEnd w:id="420"/>
    </w:p>
    <w:p w14:paraId="0984D273" w14:textId="77777777" w:rsidR="003E32EB" w:rsidRPr="00EF2F0E" w:rsidRDefault="003E32EB" w:rsidP="00A40339">
      <w:pPr>
        <w:rPr>
          <w:lang w:eastAsia="zh-CN"/>
        </w:rPr>
      </w:pPr>
      <w:r w:rsidRPr="00EF2F0E">
        <w:rPr>
          <w:lang w:eastAsia="zh-CN"/>
        </w:rPr>
        <w:t>The minimum requirement for single RAT E-UTRA BS is the same as that defined in subclause 6.2.2.2.</w:t>
      </w:r>
    </w:p>
    <w:p w14:paraId="0984D274" w14:textId="77777777" w:rsidR="003E32EB" w:rsidRPr="00EF2F0E" w:rsidRDefault="003E32EB" w:rsidP="00A40339">
      <w:pPr>
        <w:pStyle w:val="Heading5"/>
        <w:spacing w:after="200"/>
        <w:rPr>
          <w:rFonts w:cs="Arial"/>
          <w:szCs w:val="22"/>
        </w:rPr>
      </w:pPr>
      <w:bookmarkStart w:id="421" w:name="_Toc21095773"/>
      <w:bookmarkStart w:id="422" w:name="_Toc29762972"/>
      <w:bookmarkStart w:id="423" w:name="_Toc45869257"/>
      <w:bookmarkStart w:id="424" w:name="_Toc52554505"/>
      <w:bookmarkStart w:id="425" w:name="_Toc52554975"/>
      <w:bookmarkStart w:id="426" w:name="_Toc61112200"/>
      <w:bookmarkStart w:id="427" w:name="_Toc67911352"/>
      <w:bookmarkStart w:id="428" w:name="_Toc74842827"/>
      <w:bookmarkStart w:id="429" w:name="_Toc76503210"/>
      <w:bookmarkStart w:id="430" w:name="_Toc83040653"/>
      <w:bookmarkStart w:id="431" w:name="_Toc89851696"/>
      <w:bookmarkStart w:id="432" w:name="_Toc98676050"/>
      <w:r w:rsidRPr="00EF2F0E">
        <w:rPr>
          <w:rFonts w:cs="Arial"/>
          <w:szCs w:val="22"/>
        </w:rPr>
        <w:t>6.2.2.4.2</w:t>
      </w:r>
      <w:r w:rsidRPr="00EF2F0E">
        <w:rPr>
          <w:rFonts w:cs="Arial"/>
          <w:szCs w:val="22"/>
        </w:rPr>
        <w:tab/>
        <w:t>Additional requirements (regional)</w:t>
      </w:r>
      <w:bookmarkEnd w:id="421"/>
      <w:bookmarkEnd w:id="422"/>
      <w:bookmarkEnd w:id="423"/>
      <w:bookmarkEnd w:id="424"/>
      <w:bookmarkEnd w:id="425"/>
      <w:bookmarkEnd w:id="426"/>
      <w:bookmarkEnd w:id="427"/>
      <w:bookmarkEnd w:id="428"/>
      <w:bookmarkEnd w:id="429"/>
      <w:bookmarkEnd w:id="430"/>
      <w:bookmarkEnd w:id="431"/>
      <w:bookmarkEnd w:id="432"/>
    </w:p>
    <w:p w14:paraId="0984D275" w14:textId="7984D2E9" w:rsidR="003E32EB" w:rsidRPr="00EF2F0E" w:rsidRDefault="003E32EB" w:rsidP="00A40339"/>
    <w:p w14:paraId="0984D276" w14:textId="77777777" w:rsidR="003E32EB" w:rsidRPr="00EF2F0E" w:rsidRDefault="003E32EB" w:rsidP="00A40339">
      <w:pPr>
        <w:pStyle w:val="Heading3"/>
        <w:rPr>
          <w:lang w:eastAsia="zh-CN"/>
        </w:rPr>
      </w:pPr>
      <w:bookmarkStart w:id="433" w:name="_Toc21095774"/>
      <w:bookmarkStart w:id="434" w:name="_Toc29762973"/>
      <w:bookmarkStart w:id="435" w:name="_Toc45869258"/>
      <w:bookmarkStart w:id="436" w:name="_Toc52554506"/>
      <w:bookmarkStart w:id="437" w:name="_Toc52554976"/>
      <w:bookmarkStart w:id="438" w:name="_Toc61112201"/>
      <w:bookmarkStart w:id="439" w:name="_Toc67911353"/>
      <w:bookmarkStart w:id="440" w:name="_Toc74842828"/>
      <w:bookmarkStart w:id="441" w:name="_Toc76503211"/>
      <w:bookmarkStart w:id="442" w:name="_Toc83040654"/>
      <w:bookmarkStart w:id="443" w:name="_Toc89851697"/>
      <w:bookmarkStart w:id="444" w:name="_Toc98676051"/>
      <w:r w:rsidRPr="00EF2F0E">
        <w:rPr>
          <w:lang w:eastAsia="zh-CN"/>
        </w:rPr>
        <w:t>6.2.3</w:t>
      </w:r>
      <w:r w:rsidRPr="00EF2F0E">
        <w:rPr>
          <w:lang w:eastAsia="zh-CN"/>
        </w:rPr>
        <w:tab/>
      </w:r>
      <w:r w:rsidRPr="00EF2F0E">
        <w:t>UTRA FDD primary CPICH power</w:t>
      </w:r>
      <w:bookmarkEnd w:id="433"/>
      <w:bookmarkEnd w:id="434"/>
      <w:bookmarkEnd w:id="435"/>
      <w:bookmarkEnd w:id="436"/>
      <w:bookmarkEnd w:id="437"/>
      <w:bookmarkEnd w:id="438"/>
      <w:bookmarkEnd w:id="439"/>
      <w:bookmarkEnd w:id="440"/>
      <w:bookmarkEnd w:id="441"/>
      <w:bookmarkEnd w:id="442"/>
      <w:bookmarkEnd w:id="443"/>
      <w:bookmarkEnd w:id="444"/>
    </w:p>
    <w:p w14:paraId="0984D277" w14:textId="77777777" w:rsidR="003E32EB" w:rsidRPr="00EF2F0E" w:rsidRDefault="003E32EB" w:rsidP="00A40339">
      <w:pPr>
        <w:pStyle w:val="Heading4"/>
      </w:pPr>
      <w:bookmarkStart w:id="445" w:name="_Toc21095775"/>
      <w:bookmarkStart w:id="446" w:name="_Toc29762974"/>
      <w:bookmarkStart w:id="447" w:name="_Toc45869259"/>
      <w:bookmarkStart w:id="448" w:name="_Toc52554507"/>
      <w:bookmarkStart w:id="449" w:name="_Toc52554977"/>
      <w:bookmarkStart w:id="450" w:name="_Toc61112202"/>
      <w:bookmarkStart w:id="451" w:name="_Toc67911354"/>
      <w:bookmarkStart w:id="452" w:name="_Toc74842829"/>
      <w:bookmarkStart w:id="453" w:name="_Toc76503212"/>
      <w:bookmarkStart w:id="454" w:name="_Toc83040655"/>
      <w:bookmarkStart w:id="455" w:name="_Toc89851698"/>
      <w:bookmarkStart w:id="456" w:name="_Toc98676052"/>
      <w:r w:rsidRPr="00EF2F0E">
        <w:t>6.2.3.1</w:t>
      </w:r>
      <w:r w:rsidRPr="00EF2F0E">
        <w:tab/>
        <w:t>General</w:t>
      </w:r>
      <w:bookmarkEnd w:id="445"/>
      <w:bookmarkEnd w:id="446"/>
      <w:bookmarkEnd w:id="447"/>
      <w:bookmarkEnd w:id="448"/>
      <w:bookmarkEnd w:id="449"/>
      <w:bookmarkEnd w:id="450"/>
      <w:bookmarkEnd w:id="451"/>
      <w:bookmarkEnd w:id="452"/>
      <w:bookmarkEnd w:id="453"/>
      <w:bookmarkEnd w:id="454"/>
      <w:bookmarkEnd w:id="455"/>
      <w:bookmarkEnd w:id="456"/>
    </w:p>
    <w:p w14:paraId="0984D278" w14:textId="77777777" w:rsidR="003E32EB" w:rsidRPr="00EF2F0E" w:rsidRDefault="003E32EB" w:rsidP="00A40339">
      <w:pPr>
        <w:rPr>
          <w:rFonts w:cs="v5.0.0"/>
        </w:rPr>
      </w:pPr>
      <w:r w:rsidRPr="00EF2F0E">
        <w:rPr>
          <w:rFonts w:cs="v5.0.0"/>
        </w:rPr>
        <w:t xml:space="preserve">This requirement applies to the </w:t>
      </w:r>
      <w:r w:rsidRPr="00EF2F0E">
        <w:rPr>
          <w:rFonts w:cs="v5.0.0"/>
          <w:i/>
        </w:rPr>
        <w:t>TAB connector</w:t>
      </w:r>
      <w:r w:rsidRPr="00EF2F0E">
        <w:rPr>
          <w:rFonts w:cs="v5.0.0"/>
        </w:rPr>
        <w:t xml:space="preserve"> group(s) transmitting primary CPICH.</w:t>
      </w:r>
    </w:p>
    <w:p w14:paraId="0984D279" w14:textId="77777777" w:rsidR="003E32EB" w:rsidRPr="00EF2F0E" w:rsidRDefault="003E32EB" w:rsidP="00A40339">
      <w:pPr>
        <w:rPr>
          <w:rFonts w:cs="v5.0.0"/>
        </w:rPr>
      </w:pPr>
      <w:r w:rsidRPr="00EF2F0E">
        <w:rPr>
          <w:rFonts w:cs="v5.0.0"/>
        </w:rPr>
        <w:t xml:space="preserve">Primary CPICH (P-CPICH) power is the </w:t>
      </w:r>
      <w:r w:rsidRPr="00EF2F0E">
        <w:rPr>
          <w:rFonts w:cs="v5.0.0"/>
          <w:i/>
        </w:rPr>
        <w:t>code domain power</w:t>
      </w:r>
      <w:r w:rsidRPr="00EF2F0E">
        <w:rPr>
          <w:rFonts w:cs="v5.0.0"/>
        </w:rPr>
        <w:t xml:space="preserve"> of the Primary Common Pilot Channel</w:t>
      </w:r>
      <w:r w:rsidRPr="00EF2F0E">
        <w:rPr>
          <w:rFonts w:cs="v4.2.0"/>
        </w:rPr>
        <w:t xml:space="preserve"> summed over the </w:t>
      </w:r>
      <w:r w:rsidRPr="00EF2F0E">
        <w:rPr>
          <w:rFonts w:cs="v4.2.0"/>
          <w:i/>
        </w:rPr>
        <w:t>TAB connectors</w:t>
      </w:r>
      <w:r w:rsidRPr="00EF2F0E">
        <w:rPr>
          <w:rFonts w:cs="v4.2.0"/>
        </w:rPr>
        <w:t xml:space="preserve"> transmitting the P-CPICH for a cell</w:t>
      </w:r>
      <w:r w:rsidRPr="00EF2F0E">
        <w:rPr>
          <w:rFonts w:cs="v5.0.0"/>
        </w:rPr>
        <w:t>. P-CPICH power is indicated on the BCH.</w:t>
      </w:r>
    </w:p>
    <w:p w14:paraId="0984D27A" w14:textId="77777777" w:rsidR="003E32EB" w:rsidRPr="00EF2F0E" w:rsidRDefault="003E32EB" w:rsidP="00A40339">
      <w:pPr>
        <w:pStyle w:val="NO"/>
      </w:pPr>
      <w:r w:rsidRPr="00EF2F0E">
        <w:t>NOTE 1:</w:t>
      </w:r>
      <w:r w:rsidRPr="00EF2F0E">
        <w:tab/>
        <w:t xml:space="preserve">A </w:t>
      </w:r>
      <w:r w:rsidRPr="00EF2F0E">
        <w:rPr>
          <w:i/>
        </w:rPr>
        <w:t>TAB connector</w:t>
      </w:r>
      <w:r w:rsidRPr="00EF2F0E">
        <w:t xml:space="preserve"> group may comprise all </w:t>
      </w:r>
      <w:r w:rsidRPr="00EF2F0E">
        <w:rPr>
          <w:i/>
        </w:rPr>
        <w:t>TAB connectors</w:t>
      </w:r>
      <w:r w:rsidRPr="00EF2F0E">
        <w:t>.</w:t>
      </w:r>
    </w:p>
    <w:p w14:paraId="0984D27B" w14:textId="77777777" w:rsidR="003E32EB" w:rsidRPr="00EF2F0E" w:rsidRDefault="003E32EB" w:rsidP="00A40339">
      <w:pPr>
        <w:pStyle w:val="NO"/>
      </w:pPr>
      <w:r w:rsidRPr="00EF2F0E">
        <w:t>NOTE 2:</w:t>
      </w:r>
      <w:r w:rsidRPr="00EF2F0E">
        <w:tab/>
        <w:t xml:space="preserve">A </w:t>
      </w:r>
      <w:r w:rsidRPr="00EF2F0E">
        <w:rPr>
          <w:i/>
        </w:rPr>
        <w:t>TAB connector</w:t>
      </w:r>
      <w:r w:rsidRPr="00EF2F0E">
        <w:t xml:space="preserve"> may be mapped to several groups.</w:t>
      </w:r>
    </w:p>
    <w:p w14:paraId="0984D27C" w14:textId="77777777" w:rsidR="003E32EB" w:rsidRPr="00EF2F0E" w:rsidRDefault="003E32EB" w:rsidP="00A40339">
      <w:pPr>
        <w:pStyle w:val="NO"/>
      </w:pPr>
      <w:r w:rsidRPr="00EF2F0E">
        <w:t>NOTE 3:</w:t>
      </w:r>
      <w:r w:rsidRPr="00EF2F0E">
        <w:tab/>
        <w:t xml:space="preserve">The manufacturer declares the </w:t>
      </w:r>
      <w:r w:rsidRPr="00EF2F0E">
        <w:rPr>
          <w:i/>
        </w:rPr>
        <w:t>TAB connector</w:t>
      </w:r>
      <w:r w:rsidRPr="00EF2F0E">
        <w:t xml:space="preserve"> mapping to the P-CPICH transmission group(s) as specified in </w:t>
      </w:r>
      <w:r w:rsidR="003F732C" w:rsidRPr="00EF2F0E">
        <w:t>TS 37.145-1 [29] or TS 37.145-2 [30]</w:t>
      </w:r>
      <w:r w:rsidRPr="00EF2F0E">
        <w:t>.</w:t>
      </w:r>
    </w:p>
    <w:p w14:paraId="0984D27D" w14:textId="77777777" w:rsidR="003E32EB" w:rsidRPr="00EF2F0E" w:rsidRDefault="003E32EB" w:rsidP="00A40339">
      <w:pPr>
        <w:pStyle w:val="Heading4"/>
        <w:rPr>
          <w:lang w:eastAsia="zh-CN"/>
        </w:rPr>
      </w:pPr>
      <w:bookmarkStart w:id="457" w:name="_Toc21095776"/>
      <w:bookmarkStart w:id="458" w:name="_Toc29762975"/>
      <w:bookmarkStart w:id="459" w:name="_Toc45869260"/>
      <w:bookmarkStart w:id="460" w:name="_Toc52554508"/>
      <w:bookmarkStart w:id="461" w:name="_Toc52554978"/>
      <w:bookmarkStart w:id="462" w:name="_Toc61112203"/>
      <w:bookmarkStart w:id="463" w:name="_Toc67911355"/>
      <w:bookmarkStart w:id="464" w:name="_Toc74842830"/>
      <w:bookmarkStart w:id="465" w:name="_Toc76503213"/>
      <w:bookmarkStart w:id="466" w:name="_Toc83040656"/>
      <w:bookmarkStart w:id="467" w:name="_Toc89851699"/>
      <w:bookmarkStart w:id="468" w:name="_Toc98676053"/>
      <w:r w:rsidRPr="00EF2F0E">
        <w:t>6.2.3.2</w:t>
      </w:r>
      <w:r w:rsidRPr="00EF2F0E">
        <w:tab/>
      </w:r>
      <w:r w:rsidRPr="00EF2F0E">
        <w:rPr>
          <w:lang w:eastAsia="zh-CN"/>
        </w:rPr>
        <w:t>Minimum requirement for MSR operation</w:t>
      </w:r>
      <w:bookmarkEnd w:id="457"/>
      <w:bookmarkEnd w:id="458"/>
      <w:bookmarkEnd w:id="459"/>
      <w:bookmarkEnd w:id="460"/>
      <w:bookmarkEnd w:id="461"/>
      <w:bookmarkEnd w:id="462"/>
      <w:bookmarkEnd w:id="463"/>
      <w:bookmarkEnd w:id="464"/>
      <w:bookmarkEnd w:id="465"/>
      <w:bookmarkEnd w:id="466"/>
      <w:bookmarkEnd w:id="467"/>
      <w:bookmarkEnd w:id="468"/>
    </w:p>
    <w:p w14:paraId="0984D27E" w14:textId="77777777" w:rsidR="003E32EB" w:rsidRPr="00EF2F0E" w:rsidRDefault="003E32EB" w:rsidP="00A40339">
      <w:pPr>
        <w:rPr>
          <w:lang w:eastAsia="zh-CN"/>
        </w:rPr>
      </w:pPr>
      <w:r w:rsidRPr="00EF2F0E">
        <w:rPr>
          <w:lang w:eastAsia="zh-CN"/>
        </w:rPr>
        <w:t>The minimum requirement for MSR UTRA FDD operation is the same as that defined in subclause 6.2.3.3. There is no CPICH power requirement for UTRA TDD 1,28 Mcps operation.</w:t>
      </w:r>
    </w:p>
    <w:p w14:paraId="0984D27F" w14:textId="77777777" w:rsidR="003E32EB" w:rsidRPr="00EF2F0E" w:rsidRDefault="003E32EB" w:rsidP="00A40339">
      <w:pPr>
        <w:rPr>
          <w:lang w:eastAsia="zh-CN"/>
        </w:rPr>
      </w:pPr>
      <w:r w:rsidRPr="00EF2F0E">
        <w:rPr>
          <w:lang w:eastAsia="zh-CN"/>
        </w:rPr>
        <w:t>There is no CPICH power requirement for E-UTRA operation.</w:t>
      </w:r>
    </w:p>
    <w:p w14:paraId="0984D280" w14:textId="77777777" w:rsidR="003E32EB" w:rsidRPr="00EF2F0E" w:rsidRDefault="003E32EB" w:rsidP="00A40339">
      <w:pPr>
        <w:rPr>
          <w:lang w:eastAsia="zh-CN"/>
        </w:rPr>
      </w:pPr>
      <w:r w:rsidRPr="00EF2F0E">
        <w:rPr>
          <w:lang w:eastAsia="zh-CN"/>
        </w:rPr>
        <w:t>There is no CPICH power requirement for NR operation.</w:t>
      </w:r>
    </w:p>
    <w:p w14:paraId="0984D281" w14:textId="77777777" w:rsidR="003E32EB" w:rsidRPr="00EF2F0E" w:rsidRDefault="003E32EB" w:rsidP="00A40339">
      <w:pPr>
        <w:pStyle w:val="Heading4"/>
        <w:rPr>
          <w:lang w:eastAsia="zh-CN"/>
        </w:rPr>
      </w:pPr>
      <w:bookmarkStart w:id="469" w:name="_Toc21095777"/>
      <w:bookmarkStart w:id="470" w:name="_Toc29762976"/>
      <w:bookmarkStart w:id="471" w:name="_Toc45869261"/>
      <w:bookmarkStart w:id="472" w:name="_Toc52554509"/>
      <w:bookmarkStart w:id="473" w:name="_Toc52554979"/>
      <w:bookmarkStart w:id="474" w:name="_Toc61112204"/>
      <w:bookmarkStart w:id="475" w:name="_Toc67911356"/>
      <w:bookmarkStart w:id="476" w:name="_Toc74842831"/>
      <w:bookmarkStart w:id="477" w:name="_Toc76503214"/>
      <w:bookmarkStart w:id="478" w:name="_Toc83040657"/>
      <w:bookmarkStart w:id="479" w:name="_Toc89851700"/>
      <w:bookmarkStart w:id="480" w:name="_Toc98676054"/>
      <w:r w:rsidRPr="00EF2F0E">
        <w:rPr>
          <w:lang w:eastAsia="zh-CN"/>
        </w:rPr>
        <w:t>6.2.3.3</w:t>
      </w:r>
      <w:r w:rsidRPr="00EF2F0E">
        <w:rPr>
          <w:lang w:eastAsia="zh-CN"/>
        </w:rPr>
        <w:tab/>
        <w:t>Minimum requirement for single RAT UTRA operation</w:t>
      </w:r>
      <w:bookmarkEnd w:id="469"/>
      <w:bookmarkEnd w:id="470"/>
      <w:bookmarkEnd w:id="471"/>
      <w:bookmarkEnd w:id="472"/>
      <w:bookmarkEnd w:id="473"/>
      <w:bookmarkEnd w:id="474"/>
      <w:bookmarkEnd w:id="475"/>
      <w:bookmarkEnd w:id="476"/>
      <w:bookmarkEnd w:id="477"/>
      <w:bookmarkEnd w:id="478"/>
      <w:bookmarkEnd w:id="479"/>
      <w:bookmarkEnd w:id="480"/>
    </w:p>
    <w:p w14:paraId="0984D282" w14:textId="77777777" w:rsidR="003E32EB" w:rsidRPr="00EF2F0E" w:rsidRDefault="003E32EB" w:rsidP="00A40339">
      <w:pPr>
        <w:rPr>
          <w:lang w:eastAsia="zh-CN"/>
        </w:rPr>
      </w:pPr>
      <w:r w:rsidRPr="00EF2F0E">
        <w:rPr>
          <w:rFonts w:cs="v5.0.0"/>
        </w:rPr>
        <w:t>The difference between the P-CPICH power and the P-CPICH power indicated on the BCH shall be within ±2,1 dB.</w:t>
      </w:r>
    </w:p>
    <w:p w14:paraId="0984D283" w14:textId="77777777" w:rsidR="003E32EB" w:rsidRPr="00EF2F0E" w:rsidRDefault="003E32EB" w:rsidP="00A40339">
      <w:r w:rsidRPr="00EF2F0E">
        <w:t xml:space="preserve">Alternatively, the P-CPICH power measured at each </w:t>
      </w:r>
      <w:r w:rsidRPr="00EF2F0E">
        <w:rPr>
          <w:i/>
        </w:rPr>
        <w:t>TAB connector</w:t>
      </w:r>
      <w:r w:rsidRPr="00EF2F0E">
        <w:t xml:space="preserve"> shall be within </w:t>
      </w:r>
      <w:r w:rsidRPr="00EF2F0E">
        <w:rPr>
          <w:rFonts w:cs="v5.0.0"/>
        </w:rPr>
        <w:t>±</w:t>
      </w:r>
      <w:r w:rsidRPr="00EF2F0E">
        <w:t xml:space="preserve">2,1dB of the P-CPICH power level indicated on the BCH multiplied by a </w:t>
      </w:r>
      <w:r w:rsidRPr="00EF2F0E">
        <w:rPr>
          <w:i/>
        </w:rPr>
        <w:t>TAB connector</w:t>
      </w:r>
      <w:r w:rsidRPr="00EF2F0E">
        <w:t xml:space="preserve"> specific beamforming weight. Beamforming weights on P</w:t>
      </w:r>
      <w:r w:rsidRPr="00EF2F0E">
        <w:noBreakHyphen/>
        <w:t>CPICH are set by the AAS BS to achieve an intended radiated pattern.</w:t>
      </w:r>
    </w:p>
    <w:p w14:paraId="0984D284" w14:textId="77777777" w:rsidR="003E32EB" w:rsidRPr="00EF2F0E" w:rsidRDefault="003E32EB" w:rsidP="00A40339">
      <w:pPr>
        <w:rPr>
          <w:lang w:eastAsia="zh-CN"/>
        </w:rPr>
      </w:pPr>
      <w:r w:rsidRPr="00EF2F0E">
        <w:rPr>
          <w:lang w:eastAsia="zh-CN"/>
        </w:rPr>
        <w:t>There is no P-CPICH power requirement for UTRA TDD 1,28 Mcps operation.</w:t>
      </w:r>
    </w:p>
    <w:p w14:paraId="0984D285" w14:textId="77777777" w:rsidR="003E32EB" w:rsidRPr="00EF2F0E" w:rsidRDefault="003E32EB" w:rsidP="00A40339">
      <w:pPr>
        <w:pStyle w:val="Heading4"/>
        <w:rPr>
          <w:lang w:eastAsia="zh-CN"/>
        </w:rPr>
      </w:pPr>
      <w:bookmarkStart w:id="481" w:name="_Toc21095778"/>
      <w:bookmarkStart w:id="482" w:name="_Toc29762977"/>
      <w:bookmarkStart w:id="483" w:name="_Toc45869262"/>
      <w:bookmarkStart w:id="484" w:name="_Toc52554510"/>
      <w:bookmarkStart w:id="485" w:name="_Toc52554980"/>
      <w:bookmarkStart w:id="486" w:name="_Toc61112205"/>
      <w:bookmarkStart w:id="487" w:name="_Toc67911357"/>
      <w:bookmarkStart w:id="488" w:name="_Toc74842832"/>
      <w:bookmarkStart w:id="489" w:name="_Toc76503215"/>
      <w:bookmarkStart w:id="490" w:name="_Toc83040658"/>
      <w:bookmarkStart w:id="491" w:name="_Toc89851701"/>
      <w:bookmarkStart w:id="492" w:name="_Toc98676055"/>
      <w:r w:rsidRPr="00EF2F0E">
        <w:rPr>
          <w:lang w:eastAsia="zh-CN"/>
        </w:rPr>
        <w:t>6.2.3.4</w:t>
      </w:r>
      <w:r w:rsidRPr="00EF2F0E">
        <w:rPr>
          <w:lang w:eastAsia="zh-CN"/>
        </w:rPr>
        <w:tab/>
        <w:t>Minimum requirement for single RAT E-UTRA operation</w:t>
      </w:r>
      <w:bookmarkEnd w:id="481"/>
      <w:bookmarkEnd w:id="482"/>
      <w:bookmarkEnd w:id="483"/>
      <w:bookmarkEnd w:id="484"/>
      <w:bookmarkEnd w:id="485"/>
      <w:bookmarkEnd w:id="486"/>
      <w:bookmarkEnd w:id="487"/>
      <w:bookmarkEnd w:id="488"/>
      <w:bookmarkEnd w:id="489"/>
      <w:bookmarkEnd w:id="490"/>
      <w:bookmarkEnd w:id="491"/>
      <w:bookmarkEnd w:id="492"/>
    </w:p>
    <w:p w14:paraId="0984D286" w14:textId="77777777" w:rsidR="003E32EB" w:rsidRPr="00EF2F0E" w:rsidRDefault="003E32EB" w:rsidP="00A40339">
      <w:pPr>
        <w:rPr>
          <w:lang w:eastAsia="zh-CN"/>
        </w:rPr>
      </w:pPr>
      <w:r w:rsidRPr="00EF2F0E">
        <w:rPr>
          <w:lang w:eastAsia="zh-CN"/>
        </w:rPr>
        <w:t xml:space="preserve">There is no CPICH power requirement for E-UTRA </w:t>
      </w:r>
      <w:r w:rsidRPr="00EF2F0E">
        <w:rPr>
          <w:i/>
          <w:lang w:eastAsia="zh-CN"/>
        </w:rPr>
        <w:t>AAS BS</w:t>
      </w:r>
      <w:r w:rsidRPr="00EF2F0E">
        <w:rPr>
          <w:lang w:eastAsia="zh-CN"/>
        </w:rPr>
        <w:t>.</w:t>
      </w:r>
    </w:p>
    <w:p w14:paraId="0984D287" w14:textId="77777777" w:rsidR="003E32EB" w:rsidRPr="00EF2F0E" w:rsidRDefault="003E32EB" w:rsidP="00A40339">
      <w:pPr>
        <w:pStyle w:val="Heading3"/>
        <w:rPr>
          <w:lang w:eastAsia="zh-CN"/>
        </w:rPr>
      </w:pPr>
      <w:bookmarkStart w:id="493" w:name="_Toc21095779"/>
      <w:bookmarkStart w:id="494" w:name="_Toc29762978"/>
      <w:bookmarkStart w:id="495" w:name="_Toc45869263"/>
      <w:bookmarkStart w:id="496" w:name="_Toc52554511"/>
      <w:bookmarkStart w:id="497" w:name="_Toc52554981"/>
      <w:bookmarkStart w:id="498" w:name="_Toc61112206"/>
      <w:bookmarkStart w:id="499" w:name="_Toc67911358"/>
      <w:bookmarkStart w:id="500" w:name="_Toc74842833"/>
      <w:bookmarkStart w:id="501" w:name="_Toc76503216"/>
      <w:bookmarkStart w:id="502" w:name="_Toc83040659"/>
      <w:bookmarkStart w:id="503" w:name="_Toc89851702"/>
      <w:bookmarkStart w:id="504" w:name="_Toc98676056"/>
      <w:r w:rsidRPr="00EF2F0E">
        <w:rPr>
          <w:lang w:eastAsia="zh-CN"/>
        </w:rPr>
        <w:t>6.2.4</w:t>
      </w:r>
      <w:r w:rsidRPr="00EF2F0E">
        <w:rPr>
          <w:lang w:eastAsia="zh-CN"/>
        </w:rPr>
        <w:tab/>
      </w:r>
      <w:r w:rsidRPr="00EF2F0E">
        <w:t>UTRA TDD primary CCPCH power</w:t>
      </w:r>
      <w:bookmarkEnd w:id="493"/>
      <w:bookmarkEnd w:id="494"/>
      <w:bookmarkEnd w:id="495"/>
      <w:bookmarkEnd w:id="496"/>
      <w:bookmarkEnd w:id="497"/>
      <w:bookmarkEnd w:id="498"/>
      <w:bookmarkEnd w:id="499"/>
      <w:bookmarkEnd w:id="500"/>
      <w:bookmarkEnd w:id="501"/>
      <w:bookmarkEnd w:id="502"/>
      <w:bookmarkEnd w:id="503"/>
      <w:bookmarkEnd w:id="504"/>
    </w:p>
    <w:p w14:paraId="0984D288" w14:textId="77777777" w:rsidR="003E32EB" w:rsidRPr="00EF2F0E" w:rsidRDefault="003E32EB" w:rsidP="00A40339">
      <w:pPr>
        <w:pStyle w:val="Heading4"/>
      </w:pPr>
      <w:bookmarkStart w:id="505" w:name="_Toc21095780"/>
      <w:bookmarkStart w:id="506" w:name="_Toc29762979"/>
      <w:bookmarkStart w:id="507" w:name="_Toc45869264"/>
      <w:bookmarkStart w:id="508" w:name="_Toc52554512"/>
      <w:bookmarkStart w:id="509" w:name="_Toc52554982"/>
      <w:bookmarkStart w:id="510" w:name="_Toc61112207"/>
      <w:bookmarkStart w:id="511" w:name="_Toc67911359"/>
      <w:bookmarkStart w:id="512" w:name="_Toc74842834"/>
      <w:bookmarkStart w:id="513" w:name="_Toc76503217"/>
      <w:bookmarkStart w:id="514" w:name="_Toc83040660"/>
      <w:bookmarkStart w:id="515" w:name="_Toc89851703"/>
      <w:bookmarkStart w:id="516" w:name="_Toc98676057"/>
      <w:r w:rsidRPr="00EF2F0E">
        <w:t>6.2.4.1</w:t>
      </w:r>
      <w:r w:rsidRPr="00EF2F0E">
        <w:tab/>
        <w:t>General</w:t>
      </w:r>
      <w:bookmarkEnd w:id="505"/>
      <w:bookmarkEnd w:id="506"/>
      <w:bookmarkEnd w:id="507"/>
      <w:bookmarkEnd w:id="508"/>
      <w:bookmarkEnd w:id="509"/>
      <w:bookmarkEnd w:id="510"/>
      <w:bookmarkEnd w:id="511"/>
      <w:bookmarkEnd w:id="512"/>
      <w:bookmarkEnd w:id="513"/>
      <w:bookmarkEnd w:id="514"/>
      <w:bookmarkEnd w:id="515"/>
      <w:bookmarkEnd w:id="516"/>
    </w:p>
    <w:p w14:paraId="0984D289" w14:textId="77777777" w:rsidR="003E32EB" w:rsidRPr="00EF2F0E" w:rsidRDefault="003E32EB" w:rsidP="00A40339">
      <w:pPr>
        <w:rPr>
          <w:rFonts w:cs="v4.2.0"/>
        </w:rPr>
      </w:pPr>
      <w:r w:rsidRPr="00EF2F0E">
        <w:rPr>
          <w:rFonts w:cs="v5.0.0"/>
        </w:rPr>
        <w:t xml:space="preserve">This requirement applies to the </w:t>
      </w:r>
      <w:r w:rsidRPr="00EF2F0E">
        <w:rPr>
          <w:rFonts w:cs="v5.0.0"/>
          <w:i/>
        </w:rPr>
        <w:t>TAB connector</w:t>
      </w:r>
      <w:r w:rsidRPr="00EF2F0E">
        <w:rPr>
          <w:rFonts w:cs="v5.0.0"/>
        </w:rPr>
        <w:t xml:space="preserve"> group(s) transmitting primary CCPCH. </w:t>
      </w:r>
      <w:r w:rsidRPr="00EF2F0E">
        <w:rPr>
          <w:rFonts w:cs="v4.2.0"/>
        </w:rPr>
        <w:t>It comprises primary CCPCH (PCCPCH) absolute power accuracy, and differential accuracy.</w:t>
      </w:r>
    </w:p>
    <w:p w14:paraId="0984D28A" w14:textId="77777777" w:rsidR="003E32EB" w:rsidRPr="00EF2F0E" w:rsidRDefault="003E32EB" w:rsidP="00A40339">
      <w:pPr>
        <w:rPr>
          <w:rFonts w:cs="v4.2.0"/>
        </w:rPr>
      </w:pPr>
      <w:r w:rsidRPr="00EF2F0E">
        <w:rPr>
          <w:rFonts w:cs="v4.2.0"/>
        </w:rPr>
        <w:t xml:space="preserve">Primary CCPCH power is the </w:t>
      </w:r>
      <w:r w:rsidRPr="00EF2F0E">
        <w:rPr>
          <w:rFonts w:cs="v4.2.0"/>
          <w:i/>
        </w:rPr>
        <w:t>code domain power</w:t>
      </w:r>
      <w:r w:rsidRPr="00EF2F0E">
        <w:rPr>
          <w:rFonts w:cs="v4.2.0"/>
        </w:rPr>
        <w:t xml:space="preserve"> of the primary common control physical channel averaged over the transmit timeslot and summed over the </w:t>
      </w:r>
      <w:r w:rsidRPr="00EF2F0E">
        <w:rPr>
          <w:rFonts w:cs="v4.2.0"/>
          <w:i/>
        </w:rPr>
        <w:t>TAB connectors</w:t>
      </w:r>
      <w:r w:rsidRPr="00EF2F0E">
        <w:rPr>
          <w:rFonts w:cs="v4.2.0"/>
        </w:rPr>
        <w:t xml:space="preserve"> transmitting the PCCPCH for a cell. Primary CCPCH power is signalled over the BCH. </w:t>
      </w:r>
    </w:p>
    <w:p w14:paraId="0984D28B" w14:textId="77777777" w:rsidR="003E32EB" w:rsidRPr="00EF2F0E" w:rsidRDefault="003E32EB" w:rsidP="00A40339">
      <w:pPr>
        <w:rPr>
          <w:rFonts w:cs="v4.2.0"/>
        </w:rPr>
      </w:pPr>
      <w:r w:rsidRPr="00EF2F0E">
        <w:rPr>
          <w:rFonts w:cs="v4.2.0"/>
        </w:rPr>
        <w:t>The differential accuracy of the Primary CCPCH power is the relative transmitted power accuracy of PCCPCH in consecutive frames when the nominal PCCPCH power is not changed.</w:t>
      </w:r>
    </w:p>
    <w:p w14:paraId="0984D28C" w14:textId="77777777" w:rsidR="003E32EB" w:rsidRPr="00EF2F0E" w:rsidRDefault="003E32EB" w:rsidP="00A40339">
      <w:pPr>
        <w:pStyle w:val="NO"/>
      </w:pPr>
      <w:r w:rsidRPr="00EF2F0E">
        <w:t>NOTE 1:</w:t>
      </w:r>
      <w:r w:rsidRPr="00EF2F0E">
        <w:tab/>
        <w:t xml:space="preserve">A </w:t>
      </w:r>
      <w:r w:rsidRPr="00EF2F0E">
        <w:rPr>
          <w:i/>
        </w:rPr>
        <w:t>TAB connector</w:t>
      </w:r>
      <w:r w:rsidRPr="00EF2F0E">
        <w:t xml:space="preserve"> group may comprise all </w:t>
      </w:r>
      <w:r w:rsidRPr="00EF2F0E">
        <w:rPr>
          <w:i/>
        </w:rPr>
        <w:t>TAB connectors</w:t>
      </w:r>
      <w:r w:rsidRPr="00EF2F0E">
        <w:t>.</w:t>
      </w:r>
    </w:p>
    <w:p w14:paraId="0984D28D" w14:textId="77777777" w:rsidR="003E32EB" w:rsidRPr="00EF2F0E" w:rsidRDefault="003E32EB" w:rsidP="00A40339">
      <w:pPr>
        <w:pStyle w:val="NO"/>
      </w:pPr>
      <w:r w:rsidRPr="00EF2F0E">
        <w:t>NOTE 2:</w:t>
      </w:r>
      <w:r w:rsidRPr="00EF2F0E">
        <w:tab/>
        <w:t xml:space="preserve">A </w:t>
      </w:r>
      <w:r w:rsidRPr="00EF2F0E">
        <w:rPr>
          <w:i/>
        </w:rPr>
        <w:t>TAB connector</w:t>
      </w:r>
      <w:r w:rsidRPr="00EF2F0E">
        <w:t xml:space="preserve"> may be mapped to several groups.</w:t>
      </w:r>
    </w:p>
    <w:p w14:paraId="0984D28E" w14:textId="77777777" w:rsidR="003E32EB" w:rsidRPr="00EF2F0E" w:rsidRDefault="003E32EB" w:rsidP="00A40339">
      <w:pPr>
        <w:pStyle w:val="NO"/>
      </w:pPr>
      <w:r w:rsidRPr="00EF2F0E">
        <w:t>NOTE 3:</w:t>
      </w:r>
      <w:r w:rsidRPr="00EF2F0E">
        <w:tab/>
        <w:t xml:space="preserve">The manufacturer declares the </w:t>
      </w:r>
      <w:r w:rsidRPr="00EF2F0E">
        <w:rPr>
          <w:i/>
        </w:rPr>
        <w:t>TAB connector</w:t>
      </w:r>
      <w:r w:rsidRPr="00EF2F0E">
        <w:t xml:space="preserve"> mapping to the PCCPCH transmission group(s).</w:t>
      </w:r>
    </w:p>
    <w:p w14:paraId="0984D28F" w14:textId="77777777" w:rsidR="003E32EB" w:rsidRPr="00EF2F0E" w:rsidRDefault="003E32EB" w:rsidP="00A40339">
      <w:pPr>
        <w:pStyle w:val="Heading4"/>
        <w:rPr>
          <w:lang w:eastAsia="zh-CN"/>
        </w:rPr>
      </w:pPr>
      <w:bookmarkStart w:id="517" w:name="_Toc21095781"/>
      <w:bookmarkStart w:id="518" w:name="_Toc29762980"/>
      <w:bookmarkStart w:id="519" w:name="_Toc45869265"/>
      <w:bookmarkStart w:id="520" w:name="_Toc52554513"/>
      <w:bookmarkStart w:id="521" w:name="_Toc52554983"/>
      <w:bookmarkStart w:id="522" w:name="_Toc61112208"/>
      <w:bookmarkStart w:id="523" w:name="_Toc67911360"/>
      <w:bookmarkStart w:id="524" w:name="_Toc74842835"/>
      <w:bookmarkStart w:id="525" w:name="_Toc76503218"/>
      <w:bookmarkStart w:id="526" w:name="_Toc83040661"/>
      <w:bookmarkStart w:id="527" w:name="_Toc89851704"/>
      <w:bookmarkStart w:id="528" w:name="_Toc98676058"/>
      <w:r w:rsidRPr="00EF2F0E">
        <w:t>6.2.4.2</w:t>
      </w:r>
      <w:r w:rsidRPr="00EF2F0E">
        <w:tab/>
      </w:r>
      <w:r w:rsidRPr="00EF2F0E">
        <w:rPr>
          <w:lang w:eastAsia="zh-CN"/>
        </w:rPr>
        <w:t>Minimum requirement for MSR operation</w:t>
      </w:r>
      <w:bookmarkEnd w:id="517"/>
      <w:bookmarkEnd w:id="518"/>
      <w:bookmarkEnd w:id="519"/>
      <w:bookmarkEnd w:id="520"/>
      <w:bookmarkEnd w:id="521"/>
      <w:bookmarkEnd w:id="522"/>
      <w:bookmarkEnd w:id="523"/>
      <w:bookmarkEnd w:id="524"/>
      <w:bookmarkEnd w:id="525"/>
      <w:bookmarkEnd w:id="526"/>
      <w:bookmarkEnd w:id="527"/>
      <w:bookmarkEnd w:id="528"/>
    </w:p>
    <w:p w14:paraId="0984D290" w14:textId="77777777" w:rsidR="003E32EB" w:rsidRPr="00EF2F0E" w:rsidRDefault="003E32EB" w:rsidP="00A40339">
      <w:pPr>
        <w:rPr>
          <w:lang w:eastAsia="zh-CN"/>
        </w:rPr>
      </w:pPr>
      <w:r w:rsidRPr="00EF2F0E">
        <w:rPr>
          <w:lang w:eastAsia="zh-CN"/>
        </w:rPr>
        <w:t>The minimum requirement for MSR UTRA TDD 1,28 Mcps operation is the same as that defined in subclause 6.2.4.3.</w:t>
      </w:r>
    </w:p>
    <w:p w14:paraId="0984D291" w14:textId="77777777" w:rsidR="003E32EB" w:rsidRPr="00EF2F0E" w:rsidRDefault="003E32EB" w:rsidP="00A40339">
      <w:pPr>
        <w:rPr>
          <w:lang w:eastAsia="zh-CN"/>
        </w:rPr>
      </w:pPr>
      <w:r w:rsidRPr="00EF2F0E">
        <w:rPr>
          <w:lang w:eastAsia="zh-CN"/>
        </w:rPr>
        <w:t>There is no CCPCH power requirement for UTRA FDD operation.</w:t>
      </w:r>
    </w:p>
    <w:p w14:paraId="0984D292" w14:textId="77777777" w:rsidR="003E32EB" w:rsidRPr="00EF2F0E" w:rsidRDefault="003E32EB" w:rsidP="00A40339">
      <w:pPr>
        <w:rPr>
          <w:lang w:eastAsia="zh-CN"/>
        </w:rPr>
      </w:pPr>
      <w:r w:rsidRPr="00EF2F0E">
        <w:rPr>
          <w:lang w:eastAsia="zh-CN"/>
        </w:rPr>
        <w:t>There is no CCPCH power requirement for E-UTRA operation.</w:t>
      </w:r>
    </w:p>
    <w:p w14:paraId="0984D293" w14:textId="77777777" w:rsidR="003E32EB" w:rsidRPr="00EF2F0E" w:rsidRDefault="003E32EB" w:rsidP="00A40339">
      <w:pPr>
        <w:rPr>
          <w:lang w:eastAsia="zh-CN"/>
        </w:rPr>
      </w:pPr>
      <w:r w:rsidRPr="00EF2F0E">
        <w:rPr>
          <w:lang w:eastAsia="zh-CN"/>
        </w:rPr>
        <w:t>There is no CCPCH power requirement for NR operation.</w:t>
      </w:r>
    </w:p>
    <w:p w14:paraId="0984D294" w14:textId="77777777" w:rsidR="003E32EB" w:rsidRPr="00EF2F0E" w:rsidRDefault="003E32EB" w:rsidP="00A40339">
      <w:pPr>
        <w:pStyle w:val="Heading4"/>
        <w:rPr>
          <w:lang w:eastAsia="zh-CN"/>
        </w:rPr>
      </w:pPr>
      <w:bookmarkStart w:id="529" w:name="_Toc21095782"/>
      <w:bookmarkStart w:id="530" w:name="_Toc29762981"/>
      <w:bookmarkStart w:id="531" w:name="_Toc45869266"/>
      <w:bookmarkStart w:id="532" w:name="_Toc52554514"/>
      <w:bookmarkStart w:id="533" w:name="_Toc52554984"/>
      <w:bookmarkStart w:id="534" w:name="_Toc61112209"/>
      <w:bookmarkStart w:id="535" w:name="_Toc67911361"/>
      <w:bookmarkStart w:id="536" w:name="_Toc74842836"/>
      <w:bookmarkStart w:id="537" w:name="_Toc76503219"/>
      <w:bookmarkStart w:id="538" w:name="_Toc83040662"/>
      <w:bookmarkStart w:id="539" w:name="_Toc89851705"/>
      <w:bookmarkStart w:id="540" w:name="_Toc98676059"/>
      <w:r w:rsidRPr="00EF2F0E">
        <w:rPr>
          <w:lang w:eastAsia="zh-CN"/>
        </w:rPr>
        <w:t>6.2.4.3</w:t>
      </w:r>
      <w:r w:rsidRPr="00EF2F0E">
        <w:rPr>
          <w:lang w:eastAsia="zh-CN"/>
        </w:rPr>
        <w:tab/>
        <w:t>Minimum requirement for single RAT UTRA operation</w:t>
      </w:r>
      <w:bookmarkEnd w:id="529"/>
      <w:bookmarkEnd w:id="530"/>
      <w:bookmarkEnd w:id="531"/>
      <w:bookmarkEnd w:id="532"/>
      <w:bookmarkEnd w:id="533"/>
      <w:bookmarkEnd w:id="534"/>
      <w:bookmarkEnd w:id="535"/>
      <w:bookmarkEnd w:id="536"/>
      <w:bookmarkEnd w:id="537"/>
      <w:bookmarkEnd w:id="538"/>
      <w:bookmarkEnd w:id="539"/>
      <w:bookmarkEnd w:id="540"/>
    </w:p>
    <w:p w14:paraId="0984D295" w14:textId="77777777" w:rsidR="003E32EB" w:rsidRPr="00EF2F0E" w:rsidRDefault="003E32EB" w:rsidP="00A40339">
      <w:pPr>
        <w:rPr>
          <w:rFonts w:cs="v4.2.0"/>
        </w:rPr>
      </w:pPr>
      <w:r w:rsidRPr="00EF2F0E">
        <w:rPr>
          <w:rFonts w:cs="v4.2.0"/>
        </w:rPr>
        <w:t xml:space="preserve">For UTRA TDD 1,28 Mcps operation, the difference between the BCH-broadcast value of the Primary CCPCH power and the Primary CCPCH power averaged over the timeslot shall not exceed the values in table 6.2.4.3-1. The requirement is a function of the output power from the </w:t>
      </w:r>
      <w:r w:rsidRPr="00EF2F0E">
        <w:rPr>
          <w:rFonts w:cs="v4.2.0"/>
          <w:i/>
        </w:rPr>
        <w:t>TAB connector</w:t>
      </w:r>
      <w:r w:rsidRPr="00EF2F0E">
        <w:rPr>
          <w:rFonts w:cs="v4.2.0"/>
        </w:rPr>
        <w:t xml:space="preserve"> group transmitting PCCPCH averaged over the transmit timeslot, Pout, and the manufacturer's rated total power of the group, P</w:t>
      </w:r>
      <w:r w:rsidRPr="00EF2F0E">
        <w:rPr>
          <w:rFonts w:cs="v4.2.0"/>
          <w:vertAlign w:val="subscript"/>
        </w:rPr>
        <w:t>rated,t,group</w:t>
      </w:r>
      <w:r w:rsidRPr="00EF2F0E">
        <w:rPr>
          <w:rFonts w:cs="v4.2.0"/>
        </w:rPr>
        <w:t>.</w:t>
      </w:r>
    </w:p>
    <w:p w14:paraId="0984D296" w14:textId="77777777" w:rsidR="003E32EB" w:rsidRPr="00EF2F0E" w:rsidRDefault="003E32EB" w:rsidP="00A40339">
      <w:pPr>
        <w:pStyle w:val="TH"/>
        <w:rPr>
          <w:rFonts w:cs="v4.2.0"/>
        </w:rPr>
      </w:pPr>
      <w:r w:rsidRPr="00EF2F0E">
        <w:rPr>
          <w:rFonts w:cs="v4.2.0"/>
        </w:rPr>
        <w:t xml:space="preserve">Table 6.2.4.3-1: Difference between Primary CCPCH power and the broadcast value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3794"/>
        <w:gridCol w:w="3969"/>
      </w:tblGrid>
      <w:tr w:rsidR="003401A4" w:rsidRPr="00EF2F0E" w14:paraId="0984D299" w14:textId="77777777" w:rsidTr="00A40339">
        <w:trPr>
          <w:tblHeader/>
          <w:jc w:val="center"/>
        </w:trPr>
        <w:tc>
          <w:tcPr>
            <w:tcW w:w="3794" w:type="dxa"/>
          </w:tcPr>
          <w:p w14:paraId="0984D297" w14:textId="77777777" w:rsidR="003E32EB" w:rsidRPr="00EF2F0E" w:rsidRDefault="003E32EB" w:rsidP="00A40339">
            <w:pPr>
              <w:pStyle w:val="TAH"/>
              <w:rPr>
                <w:rFonts w:cs="v4.2.0"/>
              </w:rPr>
            </w:pPr>
            <w:r w:rsidRPr="00EF2F0E">
              <w:rPr>
                <w:rFonts w:cs="v4.2.0"/>
              </w:rPr>
              <w:t>Output power in slot (dB)</w:t>
            </w:r>
          </w:p>
        </w:tc>
        <w:tc>
          <w:tcPr>
            <w:tcW w:w="3969" w:type="dxa"/>
          </w:tcPr>
          <w:p w14:paraId="0984D298" w14:textId="77777777" w:rsidR="003E32EB" w:rsidRPr="00EF2F0E" w:rsidRDefault="003E32EB" w:rsidP="00A40339">
            <w:pPr>
              <w:pStyle w:val="TAH"/>
              <w:rPr>
                <w:rFonts w:cs="v4.2.0"/>
              </w:rPr>
            </w:pPr>
            <w:r w:rsidRPr="00EF2F0E">
              <w:rPr>
                <w:rFonts w:cs="v4.2.0"/>
              </w:rPr>
              <w:t>PCCPCH power tolerance</w:t>
            </w:r>
          </w:p>
        </w:tc>
      </w:tr>
      <w:tr w:rsidR="003401A4" w:rsidRPr="00EF2F0E" w14:paraId="0984D29C" w14:textId="77777777" w:rsidTr="00A40339">
        <w:trPr>
          <w:jc w:val="center"/>
        </w:trPr>
        <w:tc>
          <w:tcPr>
            <w:tcW w:w="3794" w:type="dxa"/>
          </w:tcPr>
          <w:p w14:paraId="0984D29A" w14:textId="77777777" w:rsidR="003E32EB" w:rsidRPr="00EF2F0E" w:rsidRDefault="003E32EB" w:rsidP="00A40339">
            <w:pPr>
              <w:pStyle w:val="TAC"/>
              <w:rPr>
                <w:rFonts w:cs="v4.2.0"/>
              </w:rPr>
            </w:pPr>
            <w:r w:rsidRPr="00EF2F0E">
              <w:rPr>
                <w:rFonts w:cs="v4.2.0"/>
              </w:rPr>
              <w:t>P</w:t>
            </w:r>
            <w:r w:rsidRPr="00EF2F0E">
              <w:rPr>
                <w:rFonts w:cs="v4.2.0"/>
                <w:vertAlign w:val="subscript"/>
              </w:rPr>
              <w:t>rated,t,group</w:t>
            </w:r>
            <w:r w:rsidRPr="00EF2F0E">
              <w:rPr>
                <w:rFonts w:cs="v4.2.0"/>
              </w:rPr>
              <w:t xml:space="preserve"> - 3 &lt; Pout </w:t>
            </w:r>
            <w:r w:rsidRPr="00EF2F0E">
              <w:rPr>
                <w:rFonts w:cs="v4.2.0"/>
              </w:rPr>
              <w:sym w:font="Symbol" w:char="F0A3"/>
            </w:r>
            <w:r w:rsidRPr="00EF2F0E">
              <w:rPr>
                <w:rFonts w:cs="v4.2.0"/>
              </w:rPr>
              <w:t xml:space="preserve"> P</w:t>
            </w:r>
            <w:r w:rsidRPr="00EF2F0E">
              <w:rPr>
                <w:rFonts w:cs="v4.2.0"/>
                <w:vertAlign w:val="subscript"/>
              </w:rPr>
              <w:t>rated,t,group</w:t>
            </w:r>
            <w:r w:rsidRPr="00EF2F0E">
              <w:rPr>
                <w:rFonts w:cs="v4.2.0"/>
              </w:rPr>
              <w:t xml:space="preserve"> +2</w:t>
            </w:r>
          </w:p>
        </w:tc>
        <w:tc>
          <w:tcPr>
            <w:tcW w:w="3969" w:type="dxa"/>
          </w:tcPr>
          <w:p w14:paraId="0984D29B" w14:textId="77777777" w:rsidR="003E32EB" w:rsidRPr="00EF2F0E" w:rsidRDefault="003E32EB" w:rsidP="00A40339">
            <w:pPr>
              <w:pStyle w:val="TAC"/>
              <w:rPr>
                <w:rFonts w:cs="v4.2.0"/>
              </w:rPr>
            </w:pPr>
            <w:r w:rsidRPr="00EF2F0E">
              <w:rPr>
                <w:rFonts w:cs="Arial"/>
              </w:rPr>
              <w:t>±</w:t>
            </w:r>
            <w:r w:rsidRPr="00EF2F0E">
              <w:rPr>
                <w:rFonts w:cs="v4.2.0"/>
              </w:rPr>
              <w:t>2,5 dB</w:t>
            </w:r>
          </w:p>
        </w:tc>
      </w:tr>
      <w:tr w:rsidR="003401A4" w:rsidRPr="00EF2F0E" w14:paraId="0984D29F" w14:textId="77777777" w:rsidTr="00A40339">
        <w:trPr>
          <w:jc w:val="center"/>
        </w:trPr>
        <w:tc>
          <w:tcPr>
            <w:tcW w:w="3794" w:type="dxa"/>
          </w:tcPr>
          <w:p w14:paraId="0984D29D" w14:textId="77777777" w:rsidR="003E32EB" w:rsidRPr="00EF2F0E" w:rsidRDefault="003E32EB" w:rsidP="00A40339">
            <w:pPr>
              <w:pStyle w:val="TAC"/>
              <w:rPr>
                <w:rFonts w:cs="v4.2.0"/>
              </w:rPr>
            </w:pPr>
            <w:r w:rsidRPr="00EF2F0E">
              <w:rPr>
                <w:rFonts w:cs="v4.2.0"/>
              </w:rPr>
              <w:t>P</w:t>
            </w:r>
            <w:r w:rsidRPr="00EF2F0E">
              <w:rPr>
                <w:rFonts w:cs="v4.2.0"/>
                <w:vertAlign w:val="subscript"/>
              </w:rPr>
              <w:t>rated,t,group</w:t>
            </w:r>
            <w:r w:rsidRPr="00EF2F0E">
              <w:rPr>
                <w:rFonts w:cs="v4.2.0"/>
              </w:rPr>
              <w:t xml:space="preserve"> - 6 &lt; Pout </w:t>
            </w:r>
            <w:r w:rsidRPr="00EF2F0E">
              <w:rPr>
                <w:rFonts w:cs="v4.2.0"/>
              </w:rPr>
              <w:sym w:font="Symbol" w:char="F0A3"/>
            </w:r>
            <w:r w:rsidRPr="00EF2F0E">
              <w:rPr>
                <w:rFonts w:cs="v4.2.0"/>
              </w:rPr>
              <w:t xml:space="preserve"> P</w:t>
            </w:r>
            <w:r w:rsidRPr="00EF2F0E">
              <w:rPr>
                <w:rFonts w:cs="v4.2.0"/>
                <w:vertAlign w:val="subscript"/>
              </w:rPr>
              <w:t>rated,t,group</w:t>
            </w:r>
            <w:r w:rsidRPr="00EF2F0E">
              <w:rPr>
                <w:rFonts w:cs="v4.2.0"/>
              </w:rPr>
              <w:t xml:space="preserve"> -3</w:t>
            </w:r>
          </w:p>
        </w:tc>
        <w:tc>
          <w:tcPr>
            <w:tcW w:w="3969" w:type="dxa"/>
          </w:tcPr>
          <w:p w14:paraId="0984D29E" w14:textId="77777777" w:rsidR="003E32EB" w:rsidRPr="00EF2F0E" w:rsidRDefault="003E32EB" w:rsidP="00A40339">
            <w:pPr>
              <w:pStyle w:val="TAC"/>
              <w:rPr>
                <w:rFonts w:cs="v4.2.0"/>
              </w:rPr>
            </w:pPr>
            <w:r w:rsidRPr="00EF2F0E">
              <w:rPr>
                <w:rFonts w:cs="Arial"/>
              </w:rPr>
              <w:t>±</w:t>
            </w:r>
            <w:r w:rsidRPr="00EF2F0E">
              <w:rPr>
                <w:rFonts w:cs="v4.2.0"/>
              </w:rPr>
              <w:t>3,5 dB</w:t>
            </w:r>
          </w:p>
        </w:tc>
      </w:tr>
      <w:tr w:rsidR="003401A4" w:rsidRPr="00EF2F0E" w14:paraId="0984D2A2" w14:textId="77777777" w:rsidTr="00A40339">
        <w:trPr>
          <w:jc w:val="center"/>
        </w:trPr>
        <w:tc>
          <w:tcPr>
            <w:tcW w:w="3794" w:type="dxa"/>
          </w:tcPr>
          <w:p w14:paraId="0984D2A0" w14:textId="77777777" w:rsidR="003E32EB" w:rsidRPr="00EF2F0E" w:rsidRDefault="003E32EB" w:rsidP="00A40339">
            <w:pPr>
              <w:pStyle w:val="TAC"/>
              <w:rPr>
                <w:rFonts w:cs="v4.2.0"/>
              </w:rPr>
            </w:pPr>
            <w:r w:rsidRPr="00EF2F0E">
              <w:rPr>
                <w:rFonts w:cs="v4.2.0"/>
              </w:rPr>
              <w:t>P</w:t>
            </w:r>
            <w:r w:rsidRPr="00EF2F0E">
              <w:rPr>
                <w:rFonts w:cs="v4.2.0"/>
                <w:vertAlign w:val="subscript"/>
              </w:rPr>
              <w:t>rated,t,group</w:t>
            </w:r>
            <w:r w:rsidRPr="00EF2F0E">
              <w:rPr>
                <w:rFonts w:cs="v4.2.0"/>
              </w:rPr>
              <w:t xml:space="preserve"> - 13 &lt; Pout </w:t>
            </w:r>
            <w:r w:rsidRPr="00EF2F0E">
              <w:rPr>
                <w:rFonts w:cs="v4.2.0"/>
              </w:rPr>
              <w:sym w:font="Symbol" w:char="F0A3"/>
            </w:r>
            <w:r w:rsidRPr="00EF2F0E">
              <w:rPr>
                <w:rFonts w:cs="v4.2.0"/>
              </w:rPr>
              <w:t xml:space="preserve"> P</w:t>
            </w:r>
            <w:r w:rsidRPr="00EF2F0E">
              <w:rPr>
                <w:rFonts w:cs="v4.2.0"/>
                <w:vertAlign w:val="subscript"/>
              </w:rPr>
              <w:t>rated,t,group</w:t>
            </w:r>
            <w:r w:rsidRPr="00EF2F0E">
              <w:rPr>
                <w:rFonts w:cs="v4.2.0"/>
              </w:rPr>
              <w:t xml:space="preserve"> -6</w:t>
            </w:r>
          </w:p>
        </w:tc>
        <w:tc>
          <w:tcPr>
            <w:tcW w:w="3969" w:type="dxa"/>
          </w:tcPr>
          <w:p w14:paraId="0984D2A1" w14:textId="77777777" w:rsidR="003E32EB" w:rsidRPr="00EF2F0E" w:rsidRDefault="003E32EB" w:rsidP="00A40339">
            <w:pPr>
              <w:pStyle w:val="TAC"/>
              <w:rPr>
                <w:rFonts w:cs="v4.2.0"/>
              </w:rPr>
            </w:pPr>
            <w:r w:rsidRPr="00EF2F0E">
              <w:rPr>
                <w:rFonts w:cs="Arial"/>
              </w:rPr>
              <w:t>±</w:t>
            </w:r>
            <w:r w:rsidRPr="00EF2F0E">
              <w:rPr>
                <w:rFonts w:cs="v4.2.0"/>
              </w:rPr>
              <w:t>5 dB</w:t>
            </w:r>
          </w:p>
        </w:tc>
      </w:tr>
      <w:tr w:rsidR="003E32EB" w:rsidRPr="00EF2F0E" w14:paraId="0984D2A4" w14:textId="77777777" w:rsidTr="00A40339">
        <w:trPr>
          <w:jc w:val="center"/>
        </w:trPr>
        <w:tc>
          <w:tcPr>
            <w:tcW w:w="7763" w:type="dxa"/>
            <w:gridSpan w:val="2"/>
          </w:tcPr>
          <w:p w14:paraId="0984D2A3" w14:textId="77777777" w:rsidR="003E32EB" w:rsidRPr="00EF2F0E" w:rsidRDefault="003E32EB" w:rsidP="00A40339">
            <w:pPr>
              <w:pStyle w:val="TAC"/>
              <w:ind w:left="796" w:hanging="796"/>
              <w:jc w:val="left"/>
              <w:rPr>
                <w:rFonts w:cs="v4.2.0"/>
              </w:rPr>
            </w:pPr>
            <w:r w:rsidRPr="00EF2F0E">
              <w:rPr>
                <w:rFonts w:cs="v4.2.0"/>
              </w:rPr>
              <w:t>NOTE:</w:t>
            </w:r>
            <w:r w:rsidRPr="00EF2F0E">
              <w:rPr>
                <w:rFonts w:cs="v4.2.0"/>
              </w:rPr>
              <w:tab/>
              <w:t>P</w:t>
            </w:r>
            <w:r w:rsidRPr="00EF2F0E">
              <w:rPr>
                <w:rFonts w:cs="v4.2.0"/>
                <w:vertAlign w:val="subscript"/>
              </w:rPr>
              <w:t>rated,t,group</w:t>
            </w:r>
            <w:r w:rsidRPr="00EF2F0E">
              <w:rPr>
                <w:rFonts w:cs="v4.2.0"/>
              </w:rPr>
              <w:t xml:space="preserve"> is the power sum of P</w:t>
            </w:r>
            <w:r w:rsidRPr="00EF2F0E">
              <w:rPr>
                <w:rFonts w:cs="v4.2.0"/>
                <w:vertAlign w:val="subscript"/>
              </w:rPr>
              <w:t>rated,t,TABC</w:t>
            </w:r>
            <w:r w:rsidRPr="00EF2F0E">
              <w:rPr>
                <w:rFonts w:cs="v4.2.0"/>
              </w:rPr>
              <w:t xml:space="preserve"> of all the </w:t>
            </w:r>
            <w:r w:rsidRPr="00EF2F0E">
              <w:rPr>
                <w:rFonts w:cs="v4.2.0"/>
                <w:i/>
              </w:rPr>
              <w:t>TAB connector</w:t>
            </w:r>
            <w:r w:rsidRPr="00EF2F0E">
              <w:rPr>
                <w:rFonts w:cs="v4.2.0"/>
              </w:rPr>
              <w:t>s in the group transmitting PCCPCH.</w:t>
            </w:r>
          </w:p>
        </w:tc>
      </w:tr>
    </w:tbl>
    <w:p w14:paraId="0984D2A5" w14:textId="77777777" w:rsidR="003E32EB" w:rsidRPr="00EF2F0E" w:rsidRDefault="003E32EB" w:rsidP="00A40339">
      <w:pPr>
        <w:rPr>
          <w:rFonts w:cs="v4.2.0"/>
        </w:rPr>
      </w:pPr>
    </w:p>
    <w:p w14:paraId="0984D2A6" w14:textId="77777777" w:rsidR="003E32EB" w:rsidRPr="00EF2F0E" w:rsidRDefault="003E32EB" w:rsidP="00A40339">
      <w:r w:rsidRPr="00EF2F0E">
        <w:t>The differential accuracy of PCCPCH power shall be within ± 0,5 dB.</w:t>
      </w:r>
    </w:p>
    <w:p w14:paraId="0984D2A7" w14:textId="77777777" w:rsidR="003E32EB" w:rsidRPr="00EF2F0E" w:rsidRDefault="003E32EB" w:rsidP="00A40339">
      <w:r w:rsidRPr="00EF2F0E">
        <w:t xml:space="preserve">Alternatively, the PCCPCH power measured at each </w:t>
      </w:r>
      <w:r w:rsidRPr="00EF2F0E">
        <w:rPr>
          <w:i/>
        </w:rPr>
        <w:t>TAB connector</w:t>
      </w:r>
      <w:r w:rsidRPr="00EF2F0E">
        <w:t xml:space="preserve"> and averaged over the timeslot shall be within the tolerance indicated in table 6.2.4.3-1 of the PCCPCH power level indicated on the BCH that is multiplied by a </w:t>
      </w:r>
      <w:r w:rsidRPr="00EF2F0E">
        <w:rPr>
          <w:i/>
        </w:rPr>
        <w:t xml:space="preserve">TAB connector </w:t>
      </w:r>
      <w:r w:rsidRPr="00EF2F0E">
        <w:t>specific beamforming weight. Beamforming weights on PCCPCH are set by the AAS BS to achieve an intended radiated pattern.</w:t>
      </w:r>
    </w:p>
    <w:p w14:paraId="0984D2A8" w14:textId="77777777" w:rsidR="003E32EB" w:rsidRPr="00EF2F0E" w:rsidRDefault="003E32EB" w:rsidP="00A40339">
      <w:r w:rsidRPr="00EF2F0E">
        <w:t xml:space="preserve">In this case, the differential accuracy of PCCPCH power shall be within +/- 0.5 dB on each </w:t>
      </w:r>
      <w:r w:rsidRPr="00EF2F0E">
        <w:rPr>
          <w:i/>
        </w:rPr>
        <w:t>TAB connector</w:t>
      </w:r>
      <w:r w:rsidRPr="00EF2F0E">
        <w:t xml:space="preserve"> in the </w:t>
      </w:r>
      <w:r w:rsidRPr="00EF2F0E">
        <w:rPr>
          <w:i/>
        </w:rPr>
        <w:t>TAB connector</w:t>
      </w:r>
      <w:r w:rsidRPr="00EF2F0E">
        <w:t xml:space="preserve"> group.</w:t>
      </w:r>
    </w:p>
    <w:p w14:paraId="0984D2A9" w14:textId="77777777" w:rsidR="003E32EB" w:rsidRPr="00EF2F0E" w:rsidRDefault="003E32EB" w:rsidP="00A40339">
      <w:pPr>
        <w:rPr>
          <w:lang w:eastAsia="zh-CN"/>
        </w:rPr>
      </w:pPr>
      <w:r w:rsidRPr="00EF2F0E">
        <w:rPr>
          <w:lang w:eastAsia="zh-CN"/>
        </w:rPr>
        <w:t>There is no PCCPCH power requirement for UTRA FDD operation.</w:t>
      </w:r>
    </w:p>
    <w:p w14:paraId="0984D2AA" w14:textId="77777777" w:rsidR="003E32EB" w:rsidRPr="00EF2F0E" w:rsidRDefault="003E32EB" w:rsidP="00A40339">
      <w:pPr>
        <w:pStyle w:val="Heading4"/>
        <w:rPr>
          <w:lang w:eastAsia="zh-CN"/>
        </w:rPr>
      </w:pPr>
      <w:bookmarkStart w:id="541" w:name="_Toc21095783"/>
      <w:bookmarkStart w:id="542" w:name="_Toc29762982"/>
      <w:bookmarkStart w:id="543" w:name="_Toc45869267"/>
      <w:bookmarkStart w:id="544" w:name="_Toc52554515"/>
      <w:bookmarkStart w:id="545" w:name="_Toc52554985"/>
      <w:bookmarkStart w:id="546" w:name="_Toc61112210"/>
      <w:bookmarkStart w:id="547" w:name="_Toc67911362"/>
      <w:bookmarkStart w:id="548" w:name="_Toc74842837"/>
      <w:bookmarkStart w:id="549" w:name="_Toc76503220"/>
      <w:bookmarkStart w:id="550" w:name="_Toc83040663"/>
      <w:bookmarkStart w:id="551" w:name="_Toc89851706"/>
      <w:bookmarkStart w:id="552" w:name="_Toc98676060"/>
      <w:r w:rsidRPr="00EF2F0E">
        <w:rPr>
          <w:lang w:eastAsia="zh-CN"/>
        </w:rPr>
        <w:t>6.2.4.4</w:t>
      </w:r>
      <w:r w:rsidRPr="00EF2F0E">
        <w:rPr>
          <w:lang w:eastAsia="zh-CN"/>
        </w:rPr>
        <w:tab/>
        <w:t>Minimum requirement for single RAT E-UTRA operation</w:t>
      </w:r>
      <w:bookmarkEnd w:id="541"/>
      <w:bookmarkEnd w:id="542"/>
      <w:bookmarkEnd w:id="543"/>
      <w:bookmarkEnd w:id="544"/>
      <w:bookmarkEnd w:id="545"/>
      <w:bookmarkEnd w:id="546"/>
      <w:bookmarkEnd w:id="547"/>
      <w:bookmarkEnd w:id="548"/>
      <w:bookmarkEnd w:id="549"/>
      <w:bookmarkEnd w:id="550"/>
      <w:bookmarkEnd w:id="551"/>
      <w:bookmarkEnd w:id="552"/>
    </w:p>
    <w:p w14:paraId="0984D2AB" w14:textId="77777777" w:rsidR="003E32EB" w:rsidRPr="00EF2F0E" w:rsidRDefault="003E32EB" w:rsidP="00A40339">
      <w:pPr>
        <w:rPr>
          <w:lang w:eastAsia="zh-CN"/>
        </w:rPr>
      </w:pPr>
      <w:r w:rsidRPr="00EF2F0E">
        <w:rPr>
          <w:lang w:eastAsia="zh-CN"/>
        </w:rPr>
        <w:t>There is no CCPCH power requirement for E-UTRA operation.</w:t>
      </w:r>
    </w:p>
    <w:p w14:paraId="0984D2AC" w14:textId="77777777" w:rsidR="003E32EB" w:rsidRPr="00EF2F0E" w:rsidRDefault="003E32EB" w:rsidP="00A40339">
      <w:pPr>
        <w:pStyle w:val="Heading3"/>
        <w:rPr>
          <w:lang w:eastAsia="zh-CN"/>
        </w:rPr>
      </w:pPr>
      <w:bookmarkStart w:id="553" w:name="_Toc21095784"/>
      <w:bookmarkStart w:id="554" w:name="_Toc29762983"/>
      <w:bookmarkStart w:id="555" w:name="_Toc45869268"/>
      <w:bookmarkStart w:id="556" w:name="_Toc52554516"/>
      <w:bookmarkStart w:id="557" w:name="_Toc52554986"/>
      <w:bookmarkStart w:id="558" w:name="_Toc61112211"/>
      <w:bookmarkStart w:id="559" w:name="_Toc67911363"/>
      <w:bookmarkStart w:id="560" w:name="_Toc74842838"/>
      <w:bookmarkStart w:id="561" w:name="_Toc76503221"/>
      <w:bookmarkStart w:id="562" w:name="_Toc83040664"/>
      <w:bookmarkStart w:id="563" w:name="_Toc89851707"/>
      <w:bookmarkStart w:id="564" w:name="_Toc98676061"/>
      <w:r w:rsidRPr="00EF2F0E">
        <w:rPr>
          <w:lang w:eastAsia="zh-CN"/>
        </w:rPr>
        <w:t>6.2.5</w:t>
      </w:r>
      <w:r w:rsidRPr="00EF2F0E">
        <w:rPr>
          <w:lang w:eastAsia="zh-CN"/>
        </w:rPr>
        <w:tab/>
      </w:r>
      <w:r w:rsidRPr="00EF2F0E">
        <w:t xml:space="preserve">UTRA FDD additional CPICH power for MIMO </w:t>
      </w:r>
      <w:r w:rsidRPr="00EF2F0E">
        <w:rPr>
          <w:rFonts w:cs="v4.2.0"/>
        </w:rPr>
        <w:t>mode</w:t>
      </w:r>
      <w:bookmarkEnd w:id="553"/>
      <w:bookmarkEnd w:id="554"/>
      <w:bookmarkEnd w:id="555"/>
      <w:bookmarkEnd w:id="556"/>
      <w:bookmarkEnd w:id="557"/>
      <w:bookmarkEnd w:id="558"/>
      <w:bookmarkEnd w:id="559"/>
      <w:bookmarkEnd w:id="560"/>
      <w:bookmarkEnd w:id="561"/>
      <w:bookmarkEnd w:id="562"/>
      <w:bookmarkEnd w:id="563"/>
      <w:bookmarkEnd w:id="564"/>
    </w:p>
    <w:p w14:paraId="0984D2AD" w14:textId="77777777" w:rsidR="003E32EB" w:rsidRPr="00EF2F0E" w:rsidRDefault="003E32EB" w:rsidP="00A40339">
      <w:pPr>
        <w:pStyle w:val="Heading4"/>
      </w:pPr>
      <w:bookmarkStart w:id="565" w:name="_Toc21095785"/>
      <w:bookmarkStart w:id="566" w:name="_Toc29762984"/>
      <w:bookmarkStart w:id="567" w:name="_Toc45869269"/>
      <w:bookmarkStart w:id="568" w:name="_Toc52554517"/>
      <w:bookmarkStart w:id="569" w:name="_Toc52554987"/>
      <w:bookmarkStart w:id="570" w:name="_Toc61112212"/>
      <w:bookmarkStart w:id="571" w:name="_Toc67911364"/>
      <w:bookmarkStart w:id="572" w:name="_Toc74842839"/>
      <w:bookmarkStart w:id="573" w:name="_Toc76503222"/>
      <w:bookmarkStart w:id="574" w:name="_Toc83040665"/>
      <w:bookmarkStart w:id="575" w:name="_Toc89851708"/>
      <w:bookmarkStart w:id="576" w:name="_Toc98676062"/>
      <w:r w:rsidRPr="00EF2F0E">
        <w:t>6.2.5.1</w:t>
      </w:r>
      <w:r w:rsidRPr="00EF2F0E">
        <w:tab/>
        <w:t>General</w:t>
      </w:r>
      <w:bookmarkEnd w:id="565"/>
      <w:bookmarkEnd w:id="566"/>
      <w:bookmarkEnd w:id="567"/>
      <w:bookmarkEnd w:id="568"/>
      <w:bookmarkEnd w:id="569"/>
      <w:bookmarkEnd w:id="570"/>
      <w:bookmarkEnd w:id="571"/>
      <w:bookmarkEnd w:id="572"/>
      <w:bookmarkEnd w:id="573"/>
      <w:bookmarkEnd w:id="574"/>
      <w:bookmarkEnd w:id="575"/>
      <w:bookmarkEnd w:id="576"/>
    </w:p>
    <w:p w14:paraId="0984D2AE" w14:textId="77777777" w:rsidR="003E32EB" w:rsidRPr="00EF2F0E" w:rsidRDefault="003E32EB" w:rsidP="00A40339">
      <w:pPr>
        <w:rPr>
          <w:rFonts w:cs="v5.0.0"/>
        </w:rPr>
      </w:pPr>
      <w:r w:rsidRPr="00EF2F0E">
        <w:t xml:space="preserve">This clause includes requirements on secondary CPICH power level, for two and four </w:t>
      </w:r>
      <w:r w:rsidRPr="00EF2F0E">
        <w:rPr>
          <w:i/>
        </w:rPr>
        <w:t>TAB connector</w:t>
      </w:r>
      <w:r w:rsidRPr="00EF2F0E">
        <w:t xml:space="preserve"> groups, as well as Demodulation CPICH requirements.</w:t>
      </w:r>
      <w:r w:rsidRPr="00EF2F0E">
        <w:rPr>
          <w:rFonts w:cs="v5.0.0"/>
        </w:rPr>
        <w:t xml:space="preserve"> The requirements apply to all </w:t>
      </w:r>
      <w:r w:rsidRPr="00EF2F0E">
        <w:rPr>
          <w:rFonts w:cs="v5.0.0"/>
          <w:i/>
        </w:rPr>
        <w:t>TAB connector</w:t>
      </w:r>
      <w:r w:rsidRPr="00EF2F0E">
        <w:rPr>
          <w:rFonts w:cs="v5.0.0"/>
        </w:rPr>
        <w:t xml:space="preserve"> groups associated with UTRA FDD MIMO transmission as "antenna 2", "antenna 3" or "antenna 4" in the </w:t>
      </w:r>
      <w:r w:rsidRPr="00EF2F0E">
        <w:rPr>
          <w:rFonts w:cs="v5.0.0"/>
          <w:i/>
        </w:rPr>
        <w:t>AAS BS</w:t>
      </w:r>
      <w:r w:rsidRPr="00EF2F0E">
        <w:rPr>
          <w:rFonts w:cs="v5.0.0"/>
        </w:rPr>
        <w:t xml:space="preserve">. </w:t>
      </w:r>
    </w:p>
    <w:p w14:paraId="0984D2AF" w14:textId="77777777" w:rsidR="003E32EB" w:rsidRPr="00EF2F0E" w:rsidRDefault="003E32EB" w:rsidP="00A40339">
      <w:pPr>
        <w:rPr>
          <w:rFonts w:cs="v5.0.0"/>
        </w:rPr>
      </w:pPr>
      <w:r w:rsidRPr="00EF2F0E">
        <w:rPr>
          <w:rFonts w:cs="v5.0.0"/>
        </w:rPr>
        <w:t xml:space="preserve">The concept of "antenna 2", "antenna 3" and "antenna 4" is described in 3GPP TS 25.104 [2]. The group(s) of </w:t>
      </w:r>
      <w:r w:rsidRPr="00EF2F0E">
        <w:rPr>
          <w:rFonts w:cs="v5.0.0"/>
          <w:i/>
        </w:rPr>
        <w:t>TAB connector</w:t>
      </w:r>
      <w:r w:rsidRPr="00EF2F0E">
        <w:rPr>
          <w:rFonts w:cs="v5.0.0"/>
        </w:rPr>
        <w:t xml:space="preserve">s mapped to P-CPICH transmission represents "antenna 1". </w:t>
      </w:r>
    </w:p>
    <w:p w14:paraId="0984D2B0" w14:textId="77777777" w:rsidR="003E32EB" w:rsidRPr="00EF2F0E" w:rsidRDefault="003E32EB" w:rsidP="00A40339">
      <w:pPr>
        <w:pStyle w:val="NO"/>
      </w:pPr>
      <w:r w:rsidRPr="00EF2F0E">
        <w:t>NOTE 1:</w:t>
      </w:r>
      <w:r w:rsidRPr="00EF2F0E">
        <w:tab/>
        <w:t xml:space="preserve">The manufacturer declares the mapping of </w:t>
      </w:r>
      <w:r w:rsidRPr="00EF2F0E">
        <w:rPr>
          <w:i/>
        </w:rPr>
        <w:t>TAB connector</w:t>
      </w:r>
      <w:r w:rsidRPr="00EF2F0E">
        <w:t xml:space="preserve">s to "antenna 1", "antenna 2", "antenna 3" and "antenna 4" (as defined in 3GPP TS 25.331 [16]) where applicable for AAS BS capable of UTRA FDD operation. The required declarations are specified in </w:t>
      </w:r>
      <w:r w:rsidR="003F732C" w:rsidRPr="00EF2F0E">
        <w:t>TS 37.145-1 [29] and TS 37.145-2 [30]</w:t>
      </w:r>
      <w:r w:rsidRPr="00EF2F0E">
        <w:t>.</w:t>
      </w:r>
    </w:p>
    <w:p w14:paraId="0984D2B1" w14:textId="77777777" w:rsidR="003E32EB" w:rsidRPr="00EF2F0E" w:rsidRDefault="003E32EB" w:rsidP="00A40339">
      <w:r w:rsidRPr="00EF2F0E">
        <w:rPr>
          <w:rFonts w:cs="v5.0.0"/>
        </w:rPr>
        <w:t xml:space="preserve">For UTRA FDD </w:t>
      </w:r>
      <w:r w:rsidRPr="00EF2F0E">
        <w:rPr>
          <w:rFonts w:cs="v5.0.0"/>
          <w:i/>
        </w:rPr>
        <w:t>AAS BS</w:t>
      </w:r>
      <w:r w:rsidRPr="00EF2F0E">
        <w:rPr>
          <w:rFonts w:cs="v5.0.0"/>
        </w:rPr>
        <w:t xml:space="preserve"> operating only "antenna 1" and "antenna 2", the secondary CPICH (S-CPICH) power is the </w:t>
      </w:r>
      <w:r w:rsidRPr="00EF2F0E">
        <w:rPr>
          <w:i/>
        </w:rPr>
        <w:t>code domain</w:t>
      </w:r>
      <w:r w:rsidRPr="00EF2F0E">
        <w:rPr>
          <w:rFonts w:cs="v5.0.0"/>
          <w:i/>
        </w:rPr>
        <w:t xml:space="preserve"> power</w:t>
      </w:r>
      <w:r w:rsidRPr="00EF2F0E">
        <w:rPr>
          <w:rFonts w:cs="v5.0.0"/>
        </w:rPr>
        <w:t xml:space="preserve"> of the Secondary Common Pilot Channel.</w:t>
      </w:r>
      <w:r w:rsidRPr="00EF2F0E">
        <w:t xml:space="preserve"> S-CPICH power is equal to the (dB) sum of the P</w:t>
      </w:r>
      <w:r w:rsidRPr="00EF2F0E">
        <w:noBreakHyphen/>
        <w:t xml:space="preserve">CPICH power and the power offset, which are signalled to the UE. The power offset is signalled in the IE "Power Offset for S-CPICH for MIMO", for MIMO mode as defined in </w:t>
      </w:r>
      <w:r w:rsidR="0044667C" w:rsidRPr="00EF2F0E">
        <w:t>clause</w:t>
      </w:r>
      <w:r w:rsidRPr="00EF2F0E">
        <w:t xml:space="preserve"> 10.3.6.41b in 3GPP TS 25.331 [16].</w:t>
      </w:r>
    </w:p>
    <w:p w14:paraId="0984D2B2" w14:textId="77777777" w:rsidR="003E32EB" w:rsidRPr="00EF2F0E" w:rsidRDefault="003E32EB" w:rsidP="00A40339">
      <w:r w:rsidRPr="00EF2F0E">
        <w:t>When the UE supports MIMO</w:t>
      </w:r>
      <w:r w:rsidRPr="00EF2F0E">
        <w:rPr>
          <w:rFonts w:cs="v4.2.0"/>
        </w:rPr>
        <w:t xml:space="preserve"> mode with four BS transmit antennas</w:t>
      </w:r>
      <w:r w:rsidRPr="00EF2F0E">
        <w:t>, the power offset of S-CPICH on antenna 2 is signalled in the IE "Power Offset for S-CPICH for MIMO mode with four transmit antennas on Antenna2" as defined in subclause 10.3.6.143 in 3GPP TS 25.331 [16]. The power offset of S-CPICH on antenna 3 and 4 is signalled in the IE "Common Power Offset for S-CPICH for MIMO mode with four transmit antennas on Antenna3 and 4", as defined in subclause 10.3.6.143 in 3GPP TS 25.331 [16].</w:t>
      </w:r>
    </w:p>
    <w:p w14:paraId="0984D2B3" w14:textId="77777777" w:rsidR="003E32EB" w:rsidRPr="00EF2F0E" w:rsidRDefault="003E32EB" w:rsidP="00A40339">
      <w:pPr>
        <w:keepNext/>
        <w:keepLines/>
      </w:pPr>
      <w:r w:rsidRPr="00EF2F0E">
        <w:t xml:space="preserve">Demodulation CPICH (D-CPICH) power is the </w:t>
      </w:r>
      <w:r w:rsidRPr="00EF2F0E">
        <w:rPr>
          <w:i/>
        </w:rPr>
        <w:t>code domain power</w:t>
      </w:r>
      <w:r w:rsidRPr="00EF2F0E">
        <w:t xml:space="preserve"> of the Demodulation Common Pilot Channel. D</w:t>
      </w:r>
      <w:r w:rsidRPr="00EF2F0E">
        <w:noBreakHyphen/>
        <w:t>CPICH power is equal to the (dB) sum of the P-CPICH power and the power offset, which are signalled to the UE. The power offset of D-CPICH on antenna 3 and 4 is signalled in the IE "Common Power Offset for D-CPICH for MIMO mode with four transmit antennas on Antenna3 and 4", as defined in subclause 10.3.6.143 in 3GPP TS 25.331 [16].</w:t>
      </w:r>
    </w:p>
    <w:p w14:paraId="0984D2B4" w14:textId="77777777" w:rsidR="003E32EB" w:rsidRPr="00EF2F0E" w:rsidRDefault="003E32EB" w:rsidP="00A40339">
      <w:pPr>
        <w:pStyle w:val="NO"/>
      </w:pPr>
      <w:r w:rsidRPr="00EF2F0E">
        <w:t>NOTE 2:</w:t>
      </w:r>
      <w:r w:rsidRPr="00EF2F0E">
        <w:tab/>
        <w:t>The accuracy level of the power offset for S-CPICH may affect both MIMO HS-DSCH demodulation and CQI reporting performance.</w:t>
      </w:r>
    </w:p>
    <w:p w14:paraId="0984D2B5" w14:textId="77777777" w:rsidR="003E32EB" w:rsidRPr="00EF2F0E" w:rsidRDefault="003E32EB" w:rsidP="00A40339">
      <w:pPr>
        <w:pStyle w:val="NO"/>
      </w:pPr>
      <w:r w:rsidRPr="00EF2F0E">
        <w:t>NOTE 3:</w:t>
      </w:r>
      <w:r w:rsidR="006E5225" w:rsidRPr="00EF2F0E">
        <w:tab/>
      </w:r>
      <w:r w:rsidRPr="00EF2F0E">
        <w:t>The accuracy level of the power offset for D-CPICH transmitted on antennas 3 and 4 may affect both MIMO HS-DSCH demodulation and CQI reporting performance.</w:t>
      </w:r>
    </w:p>
    <w:p w14:paraId="0984D2B6" w14:textId="77777777" w:rsidR="003E32EB" w:rsidRPr="00EF2F0E" w:rsidRDefault="003E32EB" w:rsidP="00A40339">
      <w:pPr>
        <w:pStyle w:val="NO"/>
      </w:pPr>
      <w:r w:rsidRPr="00EF2F0E">
        <w:t>NOTE 4:</w:t>
      </w:r>
      <w:r w:rsidRPr="00EF2F0E">
        <w:tab/>
        <w:t>At high geometry level PDSCH performance may be affected if D-CPICH is not scheduled.</w:t>
      </w:r>
    </w:p>
    <w:p w14:paraId="0984D2B7" w14:textId="77777777" w:rsidR="003E32EB" w:rsidRPr="00EF2F0E" w:rsidRDefault="003E32EB" w:rsidP="00A40339">
      <w:pPr>
        <w:pStyle w:val="NO"/>
        <w:rPr>
          <w:rFonts w:cs="v5.0.0"/>
        </w:rPr>
      </w:pPr>
      <w:r w:rsidRPr="00EF2F0E">
        <w:rPr>
          <w:rFonts w:cs="v5.0.0"/>
        </w:rPr>
        <w:t>NOTE 5:</w:t>
      </w:r>
      <w:r w:rsidRPr="00EF2F0E">
        <w:rPr>
          <w:rFonts w:cs="v5.0.0"/>
        </w:rPr>
        <w:tab/>
        <w:t xml:space="preserve">A </w:t>
      </w:r>
      <w:r w:rsidRPr="00EF2F0E">
        <w:rPr>
          <w:rFonts w:cs="v5.0.0"/>
          <w:i/>
        </w:rPr>
        <w:t>TAB connector</w:t>
      </w:r>
      <w:r w:rsidRPr="00EF2F0E">
        <w:rPr>
          <w:rFonts w:cs="v5.0.0"/>
        </w:rPr>
        <w:t xml:space="preserve"> group may comprise all </w:t>
      </w:r>
      <w:r w:rsidRPr="00EF2F0E">
        <w:rPr>
          <w:rFonts w:cs="v5.0.0"/>
          <w:i/>
        </w:rPr>
        <w:t>TAB connectors</w:t>
      </w:r>
      <w:r w:rsidRPr="00EF2F0E">
        <w:rPr>
          <w:rFonts w:cs="v5.0.0"/>
        </w:rPr>
        <w:t>.</w:t>
      </w:r>
    </w:p>
    <w:p w14:paraId="0984D2B8" w14:textId="77777777" w:rsidR="003E32EB" w:rsidRPr="00EF2F0E" w:rsidRDefault="003E32EB" w:rsidP="00A40339">
      <w:pPr>
        <w:pStyle w:val="NO"/>
        <w:rPr>
          <w:rFonts w:cs="v5.0.0"/>
        </w:rPr>
      </w:pPr>
      <w:r w:rsidRPr="00EF2F0E">
        <w:rPr>
          <w:rFonts w:cs="v5.0.0"/>
        </w:rPr>
        <w:t>NOTE 6:</w:t>
      </w:r>
      <w:r w:rsidRPr="00EF2F0E">
        <w:rPr>
          <w:rFonts w:cs="v5.0.0"/>
        </w:rPr>
        <w:tab/>
        <w:t xml:space="preserve">A </w:t>
      </w:r>
      <w:r w:rsidRPr="00EF2F0E">
        <w:rPr>
          <w:rFonts w:cs="v5.0.0"/>
          <w:i/>
        </w:rPr>
        <w:t>TAB connector</w:t>
      </w:r>
      <w:r w:rsidRPr="00EF2F0E">
        <w:rPr>
          <w:rFonts w:cs="v5.0.0"/>
        </w:rPr>
        <w:t xml:space="preserve"> may be mapped to several groups.</w:t>
      </w:r>
    </w:p>
    <w:p w14:paraId="0984D2B9" w14:textId="77777777" w:rsidR="003E32EB" w:rsidRPr="00EF2F0E" w:rsidRDefault="003E32EB" w:rsidP="00A40339">
      <w:pPr>
        <w:pStyle w:val="Heading4"/>
        <w:rPr>
          <w:lang w:eastAsia="zh-CN"/>
        </w:rPr>
      </w:pPr>
      <w:bookmarkStart w:id="577" w:name="_Toc21095786"/>
      <w:bookmarkStart w:id="578" w:name="_Toc29762985"/>
      <w:bookmarkStart w:id="579" w:name="_Toc45869270"/>
      <w:bookmarkStart w:id="580" w:name="_Toc52554518"/>
      <w:bookmarkStart w:id="581" w:name="_Toc52554988"/>
      <w:bookmarkStart w:id="582" w:name="_Toc61112213"/>
      <w:bookmarkStart w:id="583" w:name="_Toc67911365"/>
      <w:bookmarkStart w:id="584" w:name="_Toc74842840"/>
      <w:bookmarkStart w:id="585" w:name="_Toc76503223"/>
      <w:bookmarkStart w:id="586" w:name="_Toc83040666"/>
      <w:bookmarkStart w:id="587" w:name="_Toc89851709"/>
      <w:bookmarkStart w:id="588" w:name="_Toc98676063"/>
      <w:r w:rsidRPr="00EF2F0E">
        <w:t>6.2.5.2</w:t>
      </w:r>
      <w:r w:rsidRPr="00EF2F0E">
        <w:tab/>
      </w:r>
      <w:r w:rsidRPr="00EF2F0E">
        <w:rPr>
          <w:lang w:eastAsia="zh-CN"/>
        </w:rPr>
        <w:t>Minimum requirement for MSR operation</w:t>
      </w:r>
      <w:bookmarkEnd w:id="577"/>
      <w:bookmarkEnd w:id="578"/>
      <w:bookmarkEnd w:id="579"/>
      <w:bookmarkEnd w:id="580"/>
      <w:bookmarkEnd w:id="581"/>
      <w:bookmarkEnd w:id="582"/>
      <w:bookmarkEnd w:id="583"/>
      <w:bookmarkEnd w:id="584"/>
      <w:bookmarkEnd w:id="585"/>
      <w:bookmarkEnd w:id="586"/>
      <w:bookmarkEnd w:id="587"/>
      <w:bookmarkEnd w:id="588"/>
    </w:p>
    <w:p w14:paraId="0984D2BA" w14:textId="77777777" w:rsidR="003E32EB" w:rsidRPr="00EF2F0E" w:rsidRDefault="003E32EB" w:rsidP="00A40339">
      <w:pPr>
        <w:rPr>
          <w:lang w:eastAsia="zh-CN"/>
        </w:rPr>
      </w:pPr>
      <w:r w:rsidRPr="00EF2F0E">
        <w:rPr>
          <w:lang w:eastAsia="zh-CN"/>
        </w:rPr>
        <w:t>The minimum requirements for MSR UTRA FDD operation are the same as those defined in subclause 6.2.5.3.</w:t>
      </w:r>
    </w:p>
    <w:p w14:paraId="0984D2BB" w14:textId="77777777" w:rsidR="003E32EB" w:rsidRPr="00EF2F0E" w:rsidRDefault="003E32EB" w:rsidP="00A40339">
      <w:pPr>
        <w:rPr>
          <w:lang w:eastAsia="zh-CN"/>
        </w:rPr>
      </w:pPr>
      <w:r w:rsidRPr="00EF2F0E">
        <w:rPr>
          <w:lang w:eastAsia="zh-CN"/>
        </w:rPr>
        <w:t>There is no CPICH power requirement for UTRA TDD 1,28 Mcps operation.</w:t>
      </w:r>
    </w:p>
    <w:p w14:paraId="0984D2BC" w14:textId="77777777" w:rsidR="003E32EB" w:rsidRPr="00EF2F0E" w:rsidRDefault="003E32EB" w:rsidP="00A40339">
      <w:pPr>
        <w:rPr>
          <w:lang w:eastAsia="zh-CN"/>
        </w:rPr>
      </w:pPr>
      <w:r w:rsidRPr="00EF2F0E">
        <w:rPr>
          <w:lang w:eastAsia="zh-CN"/>
        </w:rPr>
        <w:t>There is no CPICH power requirement for E-UTRA operation.</w:t>
      </w:r>
    </w:p>
    <w:p w14:paraId="0984D2BD" w14:textId="77777777" w:rsidR="003E32EB" w:rsidRPr="00EF2F0E" w:rsidRDefault="003E32EB" w:rsidP="00A40339">
      <w:pPr>
        <w:rPr>
          <w:lang w:eastAsia="zh-CN"/>
        </w:rPr>
      </w:pPr>
      <w:r w:rsidRPr="00EF2F0E">
        <w:rPr>
          <w:lang w:eastAsia="zh-CN"/>
        </w:rPr>
        <w:t>There is no CPICH power requirement for NR operation.</w:t>
      </w:r>
    </w:p>
    <w:p w14:paraId="0984D2BE" w14:textId="77777777" w:rsidR="003E32EB" w:rsidRPr="00EF2F0E" w:rsidRDefault="003E32EB" w:rsidP="00A40339">
      <w:pPr>
        <w:pStyle w:val="Heading4"/>
        <w:rPr>
          <w:lang w:eastAsia="zh-CN"/>
        </w:rPr>
      </w:pPr>
      <w:bookmarkStart w:id="589" w:name="_Toc21095787"/>
      <w:bookmarkStart w:id="590" w:name="_Toc29762986"/>
      <w:bookmarkStart w:id="591" w:name="_Toc45869271"/>
      <w:bookmarkStart w:id="592" w:name="_Toc52554519"/>
      <w:bookmarkStart w:id="593" w:name="_Toc52554989"/>
      <w:bookmarkStart w:id="594" w:name="_Toc61112214"/>
      <w:bookmarkStart w:id="595" w:name="_Toc67911366"/>
      <w:bookmarkStart w:id="596" w:name="_Toc74842841"/>
      <w:bookmarkStart w:id="597" w:name="_Toc76503224"/>
      <w:bookmarkStart w:id="598" w:name="_Toc83040667"/>
      <w:bookmarkStart w:id="599" w:name="_Toc89851710"/>
      <w:bookmarkStart w:id="600" w:name="_Toc98676064"/>
      <w:r w:rsidRPr="00EF2F0E">
        <w:rPr>
          <w:lang w:eastAsia="zh-CN"/>
        </w:rPr>
        <w:t>6.2.5.3</w:t>
      </w:r>
      <w:r w:rsidRPr="00EF2F0E">
        <w:rPr>
          <w:lang w:eastAsia="zh-CN"/>
        </w:rPr>
        <w:tab/>
        <w:t>Minimum requirement for single RAT UTRA operation</w:t>
      </w:r>
      <w:bookmarkEnd w:id="589"/>
      <w:bookmarkEnd w:id="590"/>
      <w:bookmarkEnd w:id="591"/>
      <w:bookmarkEnd w:id="592"/>
      <w:bookmarkEnd w:id="593"/>
      <w:bookmarkEnd w:id="594"/>
      <w:bookmarkEnd w:id="595"/>
      <w:bookmarkEnd w:id="596"/>
      <w:bookmarkEnd w:id="597"/>
      <w:bookmarkEnd w:id="598"/>
      <w:bookmarkEnd w:id="599"/>
      <w:bookmarkEnd w:id="600"/>
    </w:p>
    <w:p w14:paraId="0984D2BF" w14:textId="77777777" w:rsidR="003E32EB" w:rsidRPr="00EF2F0E" w:rsidRDefault="003E32EB" w:rsidP="00A40339">
      <w:pPr>
        <w:rPr>
          <w:rFonts w:cs="v5.0.0"/>
        </w:rPr>
      </w:pPr>
      <w:r w:rsidRPr="00EF2F0E">
        <w:rPr>
          <w:rFonts w:cs="v5.0.0"/>
        </w:rPr>
        <w:t>When operating MIMO only "antenna 1" and "antenna 2";</w:t>
      </w:r>
    </w:p>
    <w:p w14:paraId="0984D2C0" w14:textId="77777777" w:rsidR="003E32EB" w:rsidRPr="00EF2F0E" w:rsidRDefault="003E32EB" w:rsidP="00A40339">
      <w:pPr>
        <w:rPr>
          <w:rFonts w:cs="v5.0.0"/>
        </w:rPr>
      </w:pPr>
      <w:r w:rsidRPr="00EF2F0E">
        <w:rPr>
          <w:rFonts w:cs="v5.0.0"/>
        </w:rPr>
        <w:t xml:space="preserve">The difference between the P-CPICH power transmitted at the group of </w:t>
      </w:r>
      <w:r w:rsidRPr="00EF2F0E">
        <w:rPr>
          <w:rFonts w:cs="v5.0.0"/>
          <w:i/>
        </w:rPr>
        <w:t>TAB connectors</w:t>
      </w:r>
      <w:r w:rsidRPr="00EF2F0E">
        <w:rPr>
          <w:rFonts w:cs="v5.0.0"/>
        </w:rPr>
        <w:t xml:space="preserve"> mapped to "antenna 1", and the S-CPICH power transmitted at the corresponding group of </w:t>
      </w:r>
      <w:r w:rsidRPr="00EF2F0E">
        <w:rPr>
          <w:rFonts w:cs="v5.0.0"/>
          <w:i/>
        </w:rPr>
        <w:t>TAB connectors</w:t>
      </w:r>
      <w:r w:rsidRPr="00EF2F0E">
        <w:rPr>
          <w:rFonts w:cs="v5.0.0"/>
        </w:rPr>
        <w:t xml:space="preserve"> mapped to "antenna 2" shall be within </w:t>
      </w:r>
      <w:r w:rsidRPr="00EF2F0E">
        <w:t>±</w:t>
      </w:r>
      <w:r w:rsidRPr="00EF2F0E">
        <w:rPr>
          <w:rFonts w:cs="v5.0.0"/>
        </w:rPr>
        <w:t>2 dB of the IE "Power Offset for S-CPICH for MIMO".</w:t>
      </w:r>
    </w:p>
    <w:p w14:paraId="0984D2C1" w14:textId="77777777" w:rsidR="003E32EB" w:rsidRPr="00EF2F0E" w:rsidRDefault="003E32EB" w:rsidP="00A40339">
      <w:pPr>
        <w:rPr>
          <w:rFonts w:cs="v5.0.0"/>
        </w:rPr>
      </w:pPr>
      <w:r w:rsidRPr="00EF2F0E">
        <w:t xml:space="preserve">Alternatively, the measured power of the P-CPICH mapped to "antenna 1" and the measured power of the S-CPICH mapped to "antenna 2" at each </w:t>
      </w:r>
      <w:r w:rsidRPr="00EF2F0E">
        <w:rPr>
          <w:i/>
        </w:rPr>
        <w:t>TAB connector</w:t>
      </w:r>
      <w:r w:rsidRPr="00EF2F0E">
        <w:t xml:space="preserve"> shall be within 2 dB of the corresponding IE "Power Offset for S-CPICH for MIMO" that is multiplied by a </w:t>
      </w:r>
      <w:r w:rsidRPr="00EF2F0E">
        <w:rPr>
          <w:i/>
        </w:rPr>
        <w:t>TAB connector</w:t>
      </w:r>
      <w:r w:rsidRPr="00EF2F0E">
        <w:t xml:space="preserve"> specific beamforming weight and the P-CPICH power level indicated on the BCH. The same beamforming weights applied to P-CPICH and S-CPICH are set by the AAS BS to achieve an intended radiated pattern.</w:t>
      </w:r>
    </w:p>
    <w:p w14:paraId="0984D2C2" w14:textId="77777777" w:rsidR="003E32EB" w:rsidRPr="00EF2F0E" w:rsidRDefault="003E32EB" w:rsidP="00A40339">
      <w:r w:rsidRPr="00EF2F0E">
        <w:t>When operating MIMO "antenna 1", "antenna 2", "antenna 3", and "antenna 4".</w:t>
      </w:r>
    </w:p>
    <w:p w14:paraId="0984D2C3" w14:textId="77777777" w:rsidR="003E32EB" w:rsidRPr="00EF2F0E" w:rsidRDefault="003E32EB" w:rsidP="00A40339">
      <w:r w:rsidRPr="00EF2F0E">
        <w:t xml:space="preserve">The difference between </w:t>
      </w:r>
      <w:r w:rsidRPr="00EF2F0E">
        <w:rPr>
          <w:rFonts w:cs="v5.0.0"/>
        </w:rPr>
        <w:t xml:space="preserve">the </w:t>
      </w:r>
      <w:r w:rsidRPr="00EF2F0E">
        <w:t>P-CPICH power transmitted at the</w:t>
      </w:r>
      <w:r w:rsidRPr="00EF2F0E">
        <w:rPr>
          <w:rFonts w:cs="v5.0.0"/>
        </w:rPr>
        <w:t xml:space="preserve"> group</w:t>
      </w:r>
      <w:r w:rsidRPr="00EF2F0E">
        <w:t xml:space="preserve"> of </w:t>
      </w:r>
      <w:r w:rsidRPr="00EF2F0E">
        <w:rPr>
          <w:rFonts w:cs="v5.0.0"/>
          <w:i/>
        </w:rPr>
        <w:t>TAB connectors</w:t>
      </w:r>
      <w:r w:rsidRPr="00EF2F0E">
        <w:rPr>
          <w:rFonts w:cs="v5.0.0"/>
        </w:rPr>
        <w:t xml:space="preserve"> mapped to "antenna 1", </w:t>
      </w:r>
      <w:r w:rsidRPr="00EF2F0E">
        <w:t xml:space="preserve">and the S-CPICH power transmitted at the </w:t>
      </w:r>
      <w:r w:rsidRPr="00EF2F0E">
        <w:rPr>
          <w:rFonts w:cs="v5.0.0"/>
        </w:rPr>
        <w:t xml:space="preserve">corresponding group of </w:t>
      </w:r>
      <w:r w:rsidRPr="00EF2F0E">
        <w:rPr>
          <w:rFonts w:cs="v5.0.0"/>
          <w:i/>
        </w:rPr>
        <w:t>TAB connectors</w:t>
      </w:r>
      <w:r w:rsidRPr="00EF2F0E">
        <w:rPr>
          <w:rFonts w:cs="v5.0.0"/>
        </w:rPr>
        <w:t xml:space="preserve"> mapped to "antenna 2"</w:t>
      </w:r>
      <w:r w:rsidRPr="00EF2F0E">
        <w:t>shall be within ±2 dB of the IE "Power Offset for S-CPICH for MIMO mode with four transmit antennas on Antenna2".</w:t>
      </w:r>
    </w:p>
    <w:p w14:paraId="0984D2C4" w14:textId="77777777" w:rsidR="003E32EB" w:rsidRPr="00EF2F0E" w:rsidRDefault="003E32EB" w:rsidP="00A40339">
      <w:r w:rsidRPr="00EF2F0E">
        <w:t xml:space="preserve">The difference between </w:t>
      </w:r>
      <w:r w:rsidRPr="00EF2F0E">
        <w:rPr>
          <w:rFonts w:cs="v5.0.0"/>
        </w:rPr>
        <w:t xml:space="preserve">the </w:t>
      </w:r>
      <w:r w:rsidRPr="00EF2F0E">
        <w:t xml:space="preserve">P-CPICH power transmitted at the </w:t>
      </w:r>
      <w:r w:rsidRPr="00EF2F0E">
        <w:rPr>
          <w:rFonts w:cs="v5.0.0"/>
        </w:rPr>
        <w:t xml:space="preserve">group of </w:t>
      </w:r>
      <w:r w:rsidRPr="00EF2F0E">
        <w:rPr>
          <w:rFonts w:cs="v5.0.0"/>
          <w:i/>
        </w:rPr>
        <w:t>TAB connectors</w:t>
      </w:r>
      <w:r w:rsidRPr="00EF2F0E">
        <w:rPr>
          <w:rFonts w:cs="v5.0.0"/>
        </w:rPr>
        <w:t xml:space="preserve"> mapped to "antenna 1" </w:t>
      </w:r>
      <w:r w:rsidRPr="00EF2F0E">
        <w:t xml:space="preserve">and the S-CPICH power transmitted at </w:t>
      </w:r>
      <w:r w:rsidRPr="00EF2F0E">
        <w:rPr>
          <w:rFonts w:cs="v5.0.0"/>
        </w:rPr>
        <w:t xml:space="preserve">the corresponding groups of </w:t>
      </w:r>
      <w:r w:rsidRPr="00EF2F0E">
        <w:rPr>
          <w:rFonts w:cs="v5.0.0"/>
          <w:i/>
        </w:rPr>
        <w:t xml:space="preserve">TAB connectors </w:t>
      </w:r>
      <w:r w:rsidRPr="00EF2F0E">
        <w:rPr>
          <w:rFonts w:cs="v5.0.0"/>
        </w:rPr>
        <w:t xml:space="preserve">mapped to "antenna 3" and "antenna 4" respectively, </w:t>
      </w:r>
      <w:r w:rsidRPr="00EF2F0E">
        <w:t>shall be within ±2 dB of the IE "Common Power Offset for S-CPICH for MIMO mode with four transmit antennas on Antenna3 and 4".</w:t>
      </w:r>
    </w:p>
    <w:p w14:paraId="0984D2C5" w14:textId="77777777" w:rsidR="003E32EB" w:rsidRPr="00EF2F0E" w:rsidRDefault="003E32EB" w:rsidP="00A40339">
      <w:r w:rsidRPr="00EF2F0E">
        <w:t xml:space="preserve">Alternatively, the measured power of the P-CPICH mapped to "antenna 1" and the measured power of the S-CPICH mapped to "antenna 2" at each </w:t>
      </w:r>
      <w:r w:rsidRPr="00EF2F0E">
        <w:rPr>
          <w:i/>
        </w:rPr>
        <w:t>TAB connector</w:t>
      </w:r>
      <w:r w:rsidRPr="00EF2F0E">
        <w:t xml:space="preserve"> shall be within ±2 dB of the corresponding IE "Power Offset for S</w:t>
      </w:r>
      <w:r w:rsidRPr="00EF2F0E">
        <w:noBreakHyphen/>
        <w:t xml:space="preserve">CPICH for MIMO mode with four transmit antennas on Antenna2" that is multiplied by a </w:t>
      </w:r>
      <w:r w:rsidRPr="00EF2F0E">
        <w:rPr>
          <w:i/>
        </w:rPr>
        <w:t>TAB connector</w:t>
      </w:r>
      <w:r w:rsidRPr="00EF2F0E">
        <w:t xml:space="preserve"> specific beamforming weight and the P-CPICH power level indicated on the BCH. The measured power of the P-CPICH mapped to "antenna 1" and the measured power of the S-CPICH mapped to "antenna 3" and "antenna 4", respectively, at each </w:t>
      </w:r>
      <w:r w:rsidRPr="00EF2F0E">
        <w:rPr>
          <w:i/>
        </w:rPr>
        <w:t>TAB connector</w:t>
      </w:r>
      <w:r w:rsidRPr="00EF2F0E">
        <w:t xml:space="preserve"> shall be within ±2 dB of the corresponding IE "Power Offset for S-CPICH for MIMO mode with four transmit antennas on Antenna3 and 4" that is multiplied by a </w:t>
      </w:r>
      <w:r w:rsidRPr="00EF2F0E">
        <w:rPr>
          <w:i/>
        </w:rPr>
        <w:t xml:space="preserve">TAB connector </w:t>
      </w:r>
      <w:r w:rsidRPr="00EF2F0E">
        <w:t>specific beamforming weight and the P-CPICH power level indicated on the BCH. The same beamforming weights applied to P-CPICH and S-CPICH are set by the AAS BS to achieve an intended radiated pattern.</w:t>
      </w:r>
    </w:p>
    <w:p w14:paraId="0984D2C6" w14:textId="77777777" w:rsidR="003E32EB" w:rsidRPr="00EF2F0E" w:rsidRDefault="003E32EB" w:rsidP="00A40339">
      <w:pPr>
        <w:keepNext/>
        <w:keepLines/>
      </w:pPr>
      <w:r w:rsidRPr="00EF2F0E">
        <w:t>If D-CPICH is scheduled:</w:t>
      </w:r>
    </w:p>
    <w:p w14:paraId="0984D2C7" w14:textId="77777777" w:rsidR="003E32EB" w:rsidRPr="00EF2F0E" w:rsidRDefault="003E32EB" w:rsidP="00A40339">
      <w:r w:rsidRPr="00EF2F0E">
        <w:t xml:space="preserve">The difference between </w:t>
      </w:r>
      <w:r w:rsidRPr="00EF2F0E">
        <w:rPr>
          <w:rFonts w:cs="v5.0.0"/>
        </w:rPr>
        <w:t xml:space="preserve">the </w:t>
      </w:r>
      <w:r w:rsidRPr="00EF2F0E">
        <w:t xml:space="preserve">P-CPICH power transmitted at the </w:t>
      </w:r>
      <w:r w:rsidRPr="00EF2F0E">
        <w:rPr>
          <w:rFonts w:cs="v5.0.0"/>
        </w:rPr>
        <w:t xml:space="preserve">group of </w:t>
      </w:r>
      <w:r w:rsidRPr="00EF2F0E">
        <w:rPr>
          <w:rFonts w:cs="v5.0.0"/>
          <w:i/>
        </w:rPr>
        <w:t>TAB connectors</w:t>
      </w:r>
      <w:r w:rsidRPr="00EF2F0E">
        <w:rPr>
          <w:rFonts w:cs="v5.0.0"/>
        </w:rPr>
        <w:t xml:space="preserve"> mapped to "antenna 1" </w:t>
      </w:r>
      <w:r w:rsidRPr="00EF2F0E">
        <w:t xml:space="preserve">and the D-CPICH power transmitted at the </w:t>
      </w:r>
      <w:r w:rsidRPr="00EF2F0E">
        <w:rPr>
          <w:rFonts w:cs="v5.0.0"/>
        </w:rPr>
        <w:t xml:space="preserve">corresponding groups of </w:t>
      </w:r>
      <w:r w:rsidRPr="00EF2F0E">
        <w:rPr>
          <w:rFonts w:cs="v5.0.0"/>
          <w:i/>
        </w:rPr>
        <w:t>TAB connectors</w:t>
      </w:r>
      <w:r w:rsidRPr="00EF2F0E">
        <w:rPr>
          <w:rFonts w:cs="v5.0.0"/>
        </w:rPr>
        <w:t xml:space="preserve"> mapped to "antenna 3" and "antenna 4" respectively, </w:t>
      </w:r>
      <w:r w:rsidRPr="00EF2F0E">
        <w:t>shall be within ±2 dB of the IE "Common Power Offset for D-CPICH for MIMO mode with four transmit antennas on Antenna3 and 4".</w:t>
      </w:r>
    </w:p>
    <w:p w14:paraId="0984D2C8" w14:textId="77777777" w:rsidR="003E32EB" w:rsidRPr="00EF2F0E" w:rsidRDefault="003E32EB" w:rsidP="00A40339">
      <w:r w:rsidRPr="00EF2F0E">
        <w:t xml:space="preserve">Alternatively, the measured power of the P-CPICH mapped to "antenna 1" and the measured power of the D-CPICH mapped to "antenna 3" and "antenna 4", respectively, at each </w:t>
      </w:r>
      <w:r w:rsidRPr="00EF2F0E">
        <w:rPr>
          <w:i/>
        </w:rPr>
        <w:t>TAB connector</w:t>
      </w:r>
      <w:r w:rsidRPr="00EF2F0E">
        <w:t xml:space="preserve"> shall be within ±2 dB of the corresponding IE "Common Power Offset for D-CPICH for MIMO mode with four transmit antennas on Antenna3 and 4" that is multiplied by a </w:t>
      </w:r>
      <w:r w:rsidRPr="00EF2F0E">
        <w:rPr>
          <w:i/>
        </w:rPr>
        <w:t>TAB connector</w:t>
      </w:r>
      <w:r w:rsidRPr="00EF2F0E">
        <w:t xml:space="preserve"> specific beamforming weight and the P-CPICH power level indicated on the BCH. The same beamforming weights applied to P-CPICH and D-CPICH are set by the AAS BS to achieve an intended radiated pattern.</w:t>
      </w:r>
    </w:p>
    <w:p w14:paraId="0984D2C9" w14:textId="77777777" w:rsidR="003E32EB" w:rsidRPr="00EF2F0E" w:rsidRDefault="003E32EB" w:rsidP="00A40339">
      <w:pPr>
        <w:rPr>
          <w:lang w:eastAsia="zh-CN"/>
        </w:rPr>
      </w:pPr>
      <w:r w:rsidRPr="00EF2F0E">
        <w:rPr>
          <w:lang w:eastAsia="zh-CN"/>
        </w:rPr>
        <w:t>There is no CPICH power requirement for UTRA TDD 1,28 Mcps operation.</w:t>
      </w:r>
    </w:p>
    <w:p w14:paraId="0984D2CA" w14:textId="77777777" w:rsidR="003E32EB" w:rsidRPr="00EF2F0E" w:rsidRDefault="003E32EB" w:rsidP="00A40339">
      <w:pPr>
        <w:pStyle w:val="Heading4"/>
        <w:rPr>
          <w:lang w:eastAsia="zh-CN"/>
        </w:rPr>
      </w:pPr>
      <w:bookmarkStart w:id="601" w:name="_Toc21095788"/>
      <w:bookmarkStart w:id="602" w:name="_Toc29762987"/>
      <w:bookmarkStart w:id="603" w:name="_Toc45869272"/>
      <w:bookmarkStart w:id="604" w:name="_Toc52554520"/>
      <w:bookmarkStart w:id="605" w:name="_Toc52554990"/>
      <w:bookmarkStart w:id="606" w:name="_Toc61112215"/>
      <w:bookmarkStart w:id="607" w:name="_Toc67911367"/>
      <w:bookmarkStart w:id="608" w:name="_Toc74842842"/>
      <w:bookmarkStart w:id="609" w:name="_Toc76503225"/>
      <w:bookmarkStart w:id="610" w:name="_Toc83040668"/>
      <w:bookmarkStart w:id="611" w:name="_Toc89851711"/>
      <w:bookmarkStart w:id="612" w:name="_Toc98676065"/>
      <w:r w:rsidRPr="00EF2F0E">
        <w:rPr>
          <w:lang w:eastAsia="zh-CN"/>
        </w:rPr>
        <w:t>6.2.5.4</w:t>
      </w:r>
      <w:r w:rsidRPr="00EF2F0E">
        <w:rPr>
          <w:lang w:eastAsia="zh-CN"/>
        </w:rPr>
        <w:tab/>
        <w:t>Minimum requirement for single RAT E-UTRA operation</w:t>
      </w:r>
      <w:bookmarkEnd w:id="601"/>
      <w:bookmarkEnd w:id="602"/>
      <w:bookmarkEnd w:id="603"/>
      <w:bookmarkEnd w:id="604"/>
      <w:bookmarkEnd w:id="605"/>
      <w:bookmarkEnd w:id="606"/>
      <w:bookmarkEnd w:id="607"/>
      <w:bookmarkEnd w:id="608"/>
      <w:bookmarkEnd w:id="609"/>
      <w:bookmarkEnd w:id="610"/>
      <w:bookmarkEnd w:id="611"/>
      <w:bookmarkEnd w:id="612"/>
    </w:p>
    <w:p w14:paraId="0984D2CB" w14:textId="77777777" w:rsidR="003E32EB" w:rsidRPr="00EF2F0E" w:rsidRDefault="003E32EB" w:rsidP="00A40339">
      <w:pPr>
        <w:rPr>
          <w:lang w:eastAsia="zh-CN"/>
        </w:rPr>
      </w:pPr>
      <w:r w:rsidRPr="00EF2F0E">
        <w:rPr>
          <w:lang w:eastAsia="zh-CN"/>
        </w:rPr>
        <w:t xml:space="preserve">There is no CPICH power requirement for E-UTRA </w:t>
      </w:r>
      <w:r w:rsidRPr="00EF2F0E">
        <w:rPr>
          <w:i/>
          <w:lang w:eastAsia="zh-CN"/>
        </w:rPr>
        <w:t>AAS BS</w:t>
      </w:r>
      <w:r w:rsidRPr="00EF2F0E">
        <w:rPr>
          <w:lang w:eastAsia="zh-CN"/>
        </w:rPr>
        <w:t>.</w:t>
      </w:r>
    </w:p>
    <w:p w14:paraId="0984D2CC" w14:textId="77777777" w:rsidR="003E32EB" w:rsidRPr="00EF2F0E" w:rsidRDefault="003E32EB" w:rsidP="00A40339">
      <w:pPr>
        <w:pStyle w:val="Heading3"/>
        <w:rPr>
          <w:lang w:eastAsia="zh-CN"/>
        </w:rPr>
      </w:pPr>
      <w:bookmarkStart w:id="613" w:name="_Toc21095789"/>
      <w:bookmarkStart w:id="614" w:name="_Toc29762988"/>
      <w:bookmarkStart w:id="615" w:name="_Toc45869273"/>
      <w:bookmarkStart w:id="616" w:name="_Toc52554521"/>
      <w:bookmarkStart w:id="617" w:name="_Toc52554991"/>
      <w:bookmarkStart w:id="618" w:name="_Toc61112216"/>
      <w:bookmarkStart w:id="619" w:name="_Toc67911368"/>
      <w:bookmarkStart w:id="620" w:name="_Toc74842843"/>
      <w:bookmarkStart w:id="621" w:name="_Toc76503226"/>
      <w:bookmarkStart w:id="622" w:name="_Toc83040669"/>
      <w:bookmarkStart w:id="623" w:name="_Toc89851712"/>
      <w:bookmarkStart w:id="624" w:name="_Toc98676066"/>
      <w:r w:rsidRPr="00EF2F0E">
        <w:t>6.2.6</w:t>
      </w:r>
      <w:r w:rsidRPr="00EF2F0E">
        <w:tab/>
        <w:t xml:space="preserve">E-UTRA </w:t>
      </w:r>
      <w:r w:rsidRPr="00EF2F0E">
        <w:rPr>
          <w:lang w:eastAsia="zh-CN"/>
        </w:rPr>
        <w:t>DL RS power</w:t>
      </w:r>
      <w:bookmarkEnd w:id="613"/>
      <w:bookmarkEnd w:id="614"/>
      <w:bookmarkEnd w:id="615"/>
      <w:bookmarkEnd w:id="616"/>
      <w:bookmarkEnd w:id="617"/>
      <w:bookmarkEnd w:id="618"/>
      <w:bookmarkEnd w:id="619"/>
      <w:bookmarkEnd w:id="620"/>
      <w:bookmarkEnd w:id="621"/>
      <w:bookmarkEnd w:id="622"/>
      <w:bookmarkEnd w:id="623"/>
      <w:bookmarkEnd w:id="624"/>
    </w:p>
    <w:p w14:paraId="0984D2CD" w14:textId="77777777" w:rsidR="003E32EB" w:rsidRPr="00EF2F0E" w:rsidRDefault="003E32EB" w:rsidP="00A40339">
      <w:pPr>
        <w:pStyle w:val="Heading4"/>
      </w:pPr>
      <w:bookmarkStart w:id="625" w:name="_Toc21095790"/>
      <w:bookmarkStart w:id="626" w:name="_Toc29762989"/>
      <w:bookmarkStart w:id="627" w:name="_Toc45869274"/>
      <w:bookmarkStart w:id="628" w:name="_Toc52554522"/>
      <w:bookmarkStart w:id="629" w:name="_Toc52554992"/>
      <w:bookmarkStart w:id="630" w:name="_Toc61112217"/>
      <w:bookmarkStart w:id="631" w:name="_Toc67911369"/>
      <w:bookmarkStart w:id="632" w:name="_Toc74842844"/>
      <w:bookmarkStart w:id="633" w:name="_Toc76503227"/>
      <w:bookmarkStart w:id="634" w:name="_Toc83040670"/>
      <w:bookmarkStart w:id="635" w:name="_Toc89851713"/>
      <w:bookmarkStart w:id="636" w:name="_Toc98676067"/>
      <w:r w:rsidRPr="00EF2F0E">
        <w:t>6.2.6.1</w:t>
      </w:r>
      <w:r w:rsidRPr="00EF2F0E">
        <w:tab/>
        <w:t>General</w:t>
      </w:r>
      <w:bookmarkEnd w:id="625"/>
      <w:bookmarkEnd w:id="626"/>
      <w:bookmarkEnd w:id="627"/>
      <w:bookmarkEnd w:id="628"/>
      <w:bookmarkEnd w:id="629"/>
      <w:bookmarkEnd w:id="630"/>
      <w:bookmarkEnd w:id="631"/>
      <w:bookmarkEnd w:id="632"/>
      <w:bookmarkEnd w:id="633"/>
      <w:bookmarkEnd w:id="634"/>
      <w:bookmarkEnd w:id="635"/>
      <w:bookmarkEnd w:id="636"/>
    </w:p>
    <w:p w14:paraId="0984D2CE" w14:textId="77777777" w:rsidR="003E32EB" w:rsidRPr="00EF2F0E" w:rsidRDefault="003E32EB" w:rsidP="00A40339">
      <w:pPr>
        <w:spacing w:line="240" w:lineRule="exact"/>
        <w:rPr>
          <w:rFonts w:cs="v5.0.0"/>
        </w:rPr>
      </w:pPr>
      <w:r w:rsidRPr="00EF2F0E">
        <w:rPr>
          <w:rFonts w:cs="v5.0.0"/>
        </w:rPr>
        <w:t xml:space="preserve">This requirement applies to the </w:t>
      </w:r>
      <w:r w:rsidRPr="00EF2F0E">
        <w:rPr>
          <w:rFonts w:cs="v5.0.0"/>
          <w:i/>
        </w:rPr>
        <w:t>TAB connector</w:t>
      </w:r>
      <w:r w:rsidRPr="00EF2F0E">
        <w:rPr>
          <w:rFonts w:cs="v5.0.0"/>
        </w:rPr>
        <w:t xml:space="preserve"> group(s) transmitting primary DL RS.</w:t>
      </w:r>
    </w:p>
    <w:p w14:paraId="0984D2CF" w14:textId="77777777" w:rsidR="003E32EB" w:rsidRPr="00EF2F0E" w:rsidRDefault="003E32EB" w:rsidP="00A40339">
      <w:pPr>
        <w:spacing w:line="240" w:lineRule="exact"/>
        <w:rPr>
          <w:rFonts w:cs="v5.0.0"/>
        </w:rPr>
      </w:pPr>
      <w:r w:rsidRPr="00EF2F0E">
        <w:rPr>
          <w:rFonts w:cs="v5.0.0"/>
        </w:rPr>
        <w:t>The DL RS power is the resource element power of the Downlink Reference Symbol</w:t>
      </w:r>
      <w:r w:rsidRPr="00EF2F0E">
        <w:rPr>
          <w:rFonts w:cs="v4.2.0"/>
        </w:rPr>
        <w:t xml:space="preserve"> summed over the group of </w:t>
      </w:r>
      <w:r w:rsidRPr="00EF2F0E">
        <w:rPr>
          <w:rFonts w:cs="v4.2.0"/>
          <w:i/>
        </w:rPr>
        <w:t>TAB connectors</w:t>
      </w:r>
      <w:r w:rsidRPr="00EF2F0E">
        <w:rPr>
          <w:rFonts w:cs="v4.2.0"/>
        </w:rPr>
        <w:t xml:space="preserve"> transmitting the DL RS for a cell</w:t>
      </w:r>
      <w:r w:rsidRPr="00EF2F0E">
        <w:rPr>
          <w:rFonts w:cs="v5.0.0"/>
        </w:rPr>
        <w:t>.</w:t>
      </w:r>
    </w:p>
    <w:p w14:paraId="0984D2D0" w14:textId="77777777" w:rsidR="003E32EB" w:rsidRPr="00EF2F0E" w:rsidRDefault="003E32EB" w:rsidP="00A40339">
      <w:r w:rsidRPr="00EF2F0E">
        <w:rPr>
          <w:rFonts w:cs="v5.0.0"/>
        </w:rPr>
        <w:t xml:space="preserve">The absolute DL RS power is indicated on the </w:t>
      </w:r>
      <w:r w:rsidRPr="00EF2F0E">
        <w:rPr>
          <w:rFonts w:cs="v5.0.0"/>
          <w:lang w:eastAsia="zh-CN"/>
        </w:rPr>
        <w:t>DL-SCH</w:t>
      </w:r>
      <w:r w:rsidRPr="00EF2F0E">
        <w:rPr>
          <w:rFonts w:cs="v5.0.0"/>
        </w:rPr>
        <w:t>. The absolute</w:t>
      </w:r>
      <w:r w:rsidRPr="00EF2F0E">
        <w:t xml:space="preserve"> accuracy is defined as the maximum deviation between the DL RS power indicated on the </w:t>
      </w:r>
      <w:r w:rsidRPr="00EF2F0E">
        <w:rPr>
          <w:lang w:eastAsia="zh-CN"/>
        </w:rPr>
        <w:t>DL-SCH</w:t>
      </w:r>
      <w:r w:rsidRPr="00EF2F0E">
        <w:t xml:space="preserve"> and the DL RS power </w:t>
      </w:r>
      <w:r w:rsidRPr="00EF2F0E">
        <w:rPr>
          <w:rFonts w:cs="v5.0.0"/>
        </w:rPr>
        <w:t xml:space="preserve">of </w:t>
      </w:r>
      <w:r w:rsidRPr="00EF2F0E">
        <w:t>each E-UTRA carrier</w:t>
      </w:r>
      <w:r w:rsidRPr="00EF2F0E">
        <w:rPr>
          <w:rFonts w:cs="v4.2.0"/>
        </w:rPr>
        <w:t>.</w:t>
      </w:r>
    </w:p>
    <w:p w14:paraId="0984D2D1" w14:textId="77777777" w:rsidR="003E32EB" w:rsidRPr="00EF2F0E" w:rsidRDefault="003E32EB" w:rsidP="00A40339">
      <w:pPr>
        <w:pStyle w:val="NO"/>
      </w:pPr>
      <w:r w:rsidRPr="00EF2F0E">
        <w:t>NOTE 1:</w:t>
      </w:r>
      <w:r w:rsidRPr="00EF2F0E">
        <w:tab/>
        <w:t xml:space="preserve">A </w:t>
      </w:r>
      <w:r w:rsidRPr="00EF2F0E">
        <w:rPr>
          <w:i/>
        </w:rPr>
        <w:t>TAB connector</w:t>
      </w:r>
      <w:r w:rsidRPr="00EF2F0E">
        <w:t xml:space="preserve"> group may comprise all </w:t>
      </w:r>
      <w:r w:rsidRPr="00EF2F0E">
        <w:rPr>
          <w:i/>
        </w:rPr>
        <w:t>TAB connectors</w:t>
      </w:r>
      <w:r w:rsidRPr="00EF2F0E">
        <w:t>.</w:t>
      </w:r>
    </w:p>
    <w:p w14:paraId="0984D2D2" w14:textId="77777777" w:rsidR="003E32EB" w:rsidRPr="00EF2F0E" w:rsidRDefault="003E32EB" w:rsidP="00A40339">
      <w:pPr>
        <w:pStyle w:val="NO"/>
      </w:pPr>
      <w:r w:rsidRPr="00EF2F0E">
        <w:t>NOTE 2:</w:t>
      </w:r>
      <w:r w:rsidRPr="00EF2F0E">
        <w:tab/>
        <w:t xml:space="preserve">A </w:t>
      </w:r>
      <w:r w:rsidRPr="00EF2F0E">
        <w:rPr>
          <w:i/>
        </w:rPr>
        <w:t>TAB connector</w:t>
      </w:r>
      <w:r w:rsidRPr="00EF2F0E">
        <w:t xml:space="preserve"> may be mapped to several groups.</w:t>
      </w:r>
    </w:p>
    <w:p w14:paraId="0984D2D3" w14:textId="77777777" w:rsidR="003E32EB" w:rsidRPr="00EF2F0E" w:rsidRDefault="003E32EB" w:rsidP="00A40339">
      <w:pPr>
        <w:pStyle w:val="NO"/>
      </w:pPr>
      <w:r w:rsidRPr="00EF2F0E">
        <w:t>NOTE 3:</w:t>
      </w:r>
      <w:r w:rsidRPr="00EF2F0E">
        <w:tab/>
        <w:t xml:space="preserve">The manufacturer declares the </w:t>
      </w:r>
      <w:r w:rsidRPr="00EF2F0E">
        <w:rPr>
          <w:i/>
        </w:rPr>
        <w:t>TAB connector</w:t>
      </w:r>
      <w:r w:rsidRPr="00EF2F0E">
        <w:t xml:space="preserve"> mapping to the DL RS transmission group(s).</w:t>
      </w:r>
    </w:p>
    <w:p w14:paraId="0984D2D4" w14:textId="77777777" w:rsidR="003E32EB" w:rsidRPr="00EF2F0E" w:rsidRDefault="003E32EB" w:rsidP="00A40339">
      <w:pPr>
        <w:pStyle w:val="Heading4"/>
        <w:rPr>
          <w:lang w:eastAsia="zh-CN"/>
        </w:rPr>
      </w:pPr>
      <w:bookmarkStart w:id="637" w:name="_Toc21095791"/>
      <w:bookmarkStart w:id="638" w:name="_Toc29762990"/>
      <w:bookmarkStart w:id="639" w:name="_Toc45869275"/>
      <w:bookmarkStart w:id="640" w:name="_Toc52554523"/>
      <w:bookmarkStart w:id="641" w:name="_Toc52554993"/>
      <w:bookmarkStart w:id="642" w:name="_Toc61112218"/>
      <w:bookmarkStart w:id="643" w:name="_Toc67911370"/>
      <w:bookmarkStart w:id="644" w:name="_Toc74842845"/>
      <w:bookmarkStart w:id="645" w:name="_Toc76503228"/>
      <w:bookmarkStart w:id="646" w:name="_Toc83040671"/>
      <w:bookmarkStart w:id="647" w:name="_Toc89851714"/>
      <w:bookmarkStart w:id="648" w:name="_Toc98676068"/>
      <w:r w:rsidRPr="00EF2F0E">
        <w:t>6.2.6.2</w:t>
      </w:r>
      <w:r w:rsidRPr="00EF2F0E">
        <w:tab/>
      </w:r>
      <w:r w:rsidRPr="00EF2F0E">
        <w:rPr>
          <w:lang w:eastAsia="zh-CN"/>
        </w:rPr>
        <w:t>Minimum requirement for MSR operation</w:t>
      </w:r>
      <w:bookmarkEnd w:id="637"/>
      <w:bookmarkEnd w:id="638"/>
      <w:bookmarkEnd w:id="639"/>
      <w:bookmarkEnd w:id="640"/>
      <w:bookmarkEnd w:id="641"/>
      <w:bookmarkEnd w:id="642"/>
      <w:bookmarkEnd w:id="643"/>
      <w:bookmarkEnd w:id="644"/>
      <w:bookmarkEnd w:id="645"/>
      <w:bookmarkEnd w:id="646"/>
      <w:bookmarkEnd w:id="647"/>
      <w:bookmarkEnd w:id="648"/>
    </w:p>
    <w:p w14:paraId="0984D2D5" w14:textId="77777777" w:rsidR="003E32EB" w:rsidRPr="00EF2F0E" w:rsidRDefault="003E32EB" w:rsidP="00A40339">
      <w:pPr>
        <w:rPr>
          <w:lang w:eastAsia="zh-CN"/>
        </w:rPr>
      </w:pPr>
      <w:r w:rsidRPr="00EF2F0E">
        <w:rPr>
          <w:lang w:eastAsia="zh-CN"/>
        </w:rPr>
        <w:t>There is no DL RS power requirement for UTRA operation.</w:t>
      </w:r>
    </w:p>
    <w:p w14:paraId="0984D2D6" w14:textId="77777777" w:rsidR="003E32EB" w:rsidRPr="00EF2F0E" w:rsidRDefault="003E32EB" w:rsidP="00A40339">
      <w:pPr>
        <w:rPr>
          <w:lang w:eastAsia="zh-CN"/>
        </w:rPr>
      </w:pPr>
      <w:r w:rsidRPr="00EF2F0E">
        <w:rPr>
          <w:lang w:eastAsia="zh-CN"/>
        </w:rPr>
        <w:t>There is no DL RS power requirement for NR operation.</w:t>
      </w:r>
    </w:p>
    <w:p w14:paraId="0984D2D7" w14:textId="77777777" w:rsidR="003E32EB" w:rsidRPr="00EF2F0E" w:rsidRDefault="003E32EB" w:rsidP="00A40339">
      <w:pPr>
        <w:rPr>
          <w:lang w:eastAsia="zh-CN"/>
        </w:rPr>
      </w:pPr>
      <w:r w:rsidRPr="00EF2F0E">
        <w:rPr>
          <w:lang w:eastAsia="zh-CN"/>
        </w:rPr>
        <w:t>The minimum requirement for MSR E-UTRA operation is the same as that defined in subclause 6.2.6.4.</w:t>
      </w:r>
    </w:p>
    <w:p w14:paraId="0984D2D8" w14:textId="77777777" w:rsidR="003E32EB" w:rsidRPr="00EF2F0E" w:rsidRDefault="003E32EB" w:rsidP="00A40339">
      <w:pPr>
        <w:pStyle w:val="Heading4"/>
        <w:rPr>
          <w:lang w:eastAsia="zh-CN"/>
        </w:rPr>
      </w:pPr>
      <w:bookmarkStart w:id="649" w:name="_Toc21095792"/>
      <w:bookmarkStart w:id="650" w:name="_Toc29762991"/>
      <w:bookmarkStart w:id="651" w:name="_Toc45869276"/>
      <w:bookmarkStart w:id="652" w:name="_Toc52554524"/>
      <w:bookmarkStart w:id="653" w:name="_Toc52554994"/>
      <w:bookmarkStart w:id="654" w:name="_Toc61112219"/>
      <w:bookmarkStart w:id="655" w:name="_Toc67911371"/>
      <w:bookmarkStart w:id="656" w:name="_Toc74842846"/>
      <w:bookmarkStart w:id="657" w:name="_Toc76503229"/>
      <w:bookmarkStart w:id="658" w:name="_Toc83040672"/>
      <w:bookmarkStart w:id="659" w:name="_Toc89851715"/>
      <w:bookmarkStart w:id="660" w:name="_Toc98676069"/>
      <w:r w:rsidRPr="00EF2F0E">
        <w:rPr>
          <w:lang w:eastAsia="zh-CN"/>
        </w:rPr>
        <w:t>6.2.6.3</w:t>
      </w:r>
      <w:r w:rsidRPr="00EF2F0E">
        <w:rPr>
          <w:lang w:eastAsia="zh-CN"/>
        </w:rPr>
        <w:tab/>
        <w:t>Minimum requirement for single RAT UTRA operation</w:t>
      </w:r>
      <w:bookmarkEnd w:id="649"/>
      <w:bookmarkEnd w:id="650"/>
      <w:bookmarkEnd w:id="651"/>
      <w:bookmarkEnd w:id="652"/>
      <w:bookmarkEnd w:id="653"/>
      <w:bookmarkEnd w:id="654"/>
      <w:bookmarkEnd w:id="655"/>
      <w:bookmarkEnd w:id="656"/>
      <w:bookmarkEnd w:id="657"/>
      <w:bookmarkEnd w:id="658"/>
      <w:bookmarkEnd w:id="659"/>
      <w:bookmarkEnd w:id="660"/>
    </w:p>
    <w:p w14:paraId="0984D2D9" w14:textId="77777777" w:rsidR="003E32EB" w:rsidRPr="00EF2F0E" w:rsidRDefault="003E32EB" w:rsidP="00A40339">
      <w:pPr>
        <w:rPr>
          <w:lang w:eastAsia="zh-CN"/>
        </w:rPr>
      </w:pPr>
      <w:r w:rsidRPr="00EF2F0E">
        <w:rPr>
          <w:lang w:eastAsia="zh-CN"/>
        </w:rPr>
        <w:t>There is no DL RS power requirement for UTRA operation.</w:t>
      </w:r>
    </w:p>
    <w:p w14:paraId="0984D2DA" w14:textId="77777777" w:rsidR="003E32EB" w:rsidRPr="00EF2F0E" w:rsidRDefault="003E32EB" w:rsidP="00A40339">
      <w:pPr>
        <w:pStyle w:val="Heading4"/>
        <w:rPr>
          <w:lang w:eastAsia="zh-CN"/>
        </w:rPr>
      </w:pPr>
      <w:bookmarkStart w:id="661" w:name="_Toc21095793"/>
      <w:bookmarkStart w:id="662" w:name="_Toc29762992"/>
      <w:bookmarkStart w:id="663" w:name="_Toc45869277"/>
      <w:bookmarkStart w:id="664" w:name="_Toc52554525"/>
      <w:bookmarkStart w:id="665" w:name="_Toc52554995"/>
      <w:bookmarkStart w:id="666" w:name="_Toc61112220"/>
      <w:bookmarkStart w:id="667" w:name="_Toc67911372"/>
      <w:bookmarkStart w:id="668" w:name="_Toc74842847"/>
      <w:bookmarkStart w:id="669" w:name="_Toc76503230"/>
      <w:bookmarkStart w:id="670" w:name="_Toc83040673"/>
      <w:bookmarkStart w:id="671" w:name="_Toc89851716"/>
      <w:bookmarkStart w:id="672" w:name="_Toc98676070"/>
      <w:r w:rsidRPr="00EF2F0E">
        <w:rPr>
          <w:lang w:eastAsia="zh-CN"/>
        </w:rPr>
        <w:t>6.2.6.4</w:t>
      </w:r>
      <w:r w:rsidRPr="00EF2F0E">
        <w:rPr>
          <w:lang w:eastAsia="zh-CN"/>
        </w:rPr>
        <w:tab/>
        <w:t>Minimum requirement for single RAT E-UTRA operation</w:t>
      </w:r>
      <w:bookmarkEnd w:id="661"/>
      <w:bookmarkEnd w:id="662"/>
      <w:bookmarkEnd w:id="663"/>
      <w:bookmarkEnd w:id="664"/>
      <w:bookmarkEnd w:id="665"/>
      <w:bookmarkEnd w:id="666"/>
      <w:bookmarkEnd w:id="667"/>
      <w:bookmarkEnd w:id="668"/>
      <w:bookmarkEnd w:id="669"/>
      <w:bookmarkEnd w:id="670"/>
      <w:bookmarkEnd w:id="671"/>
      <w:bookmarkEnd w:id="672"/>
    </w:p>
    <w:p w14:paraId="0984D2DB" w14:textId="77777777" w:rsidR="003E32EB" w:rsidRPr="00EF2F0E" w:rsidRDefault="003E32EB" w:rsidP="00A40339">
      <w:pPr>
        <w:rPr>
          <w:rFonts w:cs="v5.0.0"/>
          <w:lang w:eastAsia="zh-CN"/>
        </w:rPr>
      </w:pPr>
      <w:r w:rsidRPr="00EF2F0E">
        <w:rPr>
          <w:rFonts w:cs="v5.0.0"/>
        </w:rPr>
        <w:t xml:space="preserve">The DL RS power of </w:t>
      </w:r>
      <w:r w:rsidRPr="00EF2F0E">
        <w:t>each E-UTRA carrier</w:t>
      </w:r>
      <w:r w:rsidRPr="00EF2F0E">
        <w:rPr>
          <w:rFonts w:cs="v5.0.0"/>
        </w:rPr>
        <w:t xml:space="preserve"> shall be within </w:t>
      </w:r>
      <w:r w:rsidRPr="00EF2F0E">
        <w:t>±</w:t>
      </w:r>
      <w:r w:rsidRPr="00EF2F0E">
        <w:rPr>
          <w:rFonts w:cs="v5.0.0"/>
        </w:rPr>
        <w:t xml:space="preserve">2,1 dB of the DL RS power indicated on the </w:t>
      </w:r>
      <w:r w:rsidRPr="00EF2F0E">
        <w:rPr>
          <w:rFonts w:cs="v5.0.0"/>
          <w:lang w:eastAsia="zh-CN"/>
        </w:rPr>
        <w:t>DL-SCH.</w:t>
      </w:r>
    </w:p>
    <w:p w14:paraId="0984D2DC" w14:textId="77777777" w:rsidR="003E32EB" w:rsidRPr="00EF2F0E" w:rsidRDefault="003E32EB" w:rsidP="00A40339">
      <w:r w:rsidRPr="00EF2F0E">
        <w:t xml:space="preserve">Alternatively, the DL RS power measured at each </w:t>
      </w:r>
      <w:r w:rsidRPr="00EF2F0E">
        <w:rPr>
          <w:i/>
        </w:rPr>
        <w:t>TAB connector</w:t>
      </w:r>
      <w:r w:rsidRPr="00EF2F0E">
        <w:t xml:space="preserve"> shall be within </w:t>
      </w:r>
      <w:r w:rsidRPr="00EF2F0E">
        <w:rPr>
          <w:rFonts w:cs="v5.0.0"/>
        </w:rPr>
        <w:t>±</w:t>
      </w:r>
      <w:r w:rsidRPr="00EF2F0E">
        <w:t xml:space="preserve">2,1dB of the DL RS power level indicated on the DL-SCH multiplied by a </w:t>
      </w:r>
      <w:r w:rsidRPr="00EF2F0E">
        <w:rPr>
          <w:i/>
        </w:rPr>
        <w:t>TAB connector</w:t>
      </w:r>
      <w:r w:rsidRPr="00EF2F0E">
        <w:t xml:space="preserve"> specific beamforming weight. Beamforming weights on P-CPICH are set by the AAS BS to achieve an intended radiated pattern.</w:t>
      </w:r>
    </w:p>
    <w:p w14:paraId="0984D2DD" w14:textId="77777777" w:rsidR="003E32EB" w:rsidRPr="00EF2F0E" w:rsidRDefault="003E32EB" w:rsidP="00A40339">
      <w:pPr>
        <w:pStyle w:val="Heading2"/>
        <w:rPr>
          <w:lang w:eastAsia="zh-CN"/>
        </w:rPr>
      </w:pPr>
      <w:bookmarkStart w:id="673" w:name="_Toc21095794"/>
      <w:bookmarkStart w:id="674" w:name="_Toc29762993"/>
      <w:bookmarkStart w:id="675" w:name="_Toc45869278"/>
      <w:bookmarkStart w:id="676" w:name="_Toc52554526"/>
      <w:bookmarkStart w:id="677" w:name="_Toc52554996"/>
      <w:bookmarkStart w:id="678" w:name="_Toc61112221"/>
      <w:bookmarkStart w:id="679" w:name="_Toc67911373"/>
      <w:bookmarkStart w:id="680" w:name="_Toc74842848"/>
      <w:bookmarkStart w:id="681" w:name="_Toc76503231"/>
      <w:bookmarkStart w:id="682" w:name="_Toc83040674"/>
      <w:bookmarkStart w:id="683" w:name="_Toc89851717"/>
      <w:bookmarkStart w:id="684" w:name="_Toc98676071"/>
      <w:r w:rsidRPr="00EF2F0E">
        <w:rPr>
          <w:lang w:eastAsia="zh-CN"/>
        </w:rPr>
        <w:t>6.3</w:t>
      </w:r>
      <w:r w:rsidRPr="00EF2F0E">
        <w:rPr>
          <w:lang w:eastAsia="zh-CN"/>
        </w:rPr>
        <w:tab/>
        <w:t>Output power dynamics</w:t>
      </w:r>
      <w:bookmarkEnd w:id="673"/>
      <w:bookmarkEnd w:id="674"/>
      <w:bookmarkEnd w:id="675"/>
      <w:bookmarkEnd w:id="676"/>
      <w:bookmarkEnd w:id="677"/>
      <w:bookmarkEnd w:id="678"/>
      <w:bookmarkEnd w:id="679"/>
      <w:bookmarkEnd w:id="680"/>
      <w:bookmarkEnd w:id="681"/>
      <w:bookmarkEnd w:id="682"/>
      <w:bookmarkEnd w:id="683"/>
      <w:bookmarkEnd w:id="684"/>
      <w:r w:rsidRPr="00EF2F0E">
        <w:rPr>
          <w:lang w:eastAsia="zh-CN"/>
        </w:rPr>
        <w:tab/>
      </w:r>
    </w:p>
    <w:p w14:paraId="0984D2DE" w14:textId="77777777" w:rsidR="003E32EB" w:rsidRPr="00EF2F0E" w:rsidRDefault="003E32EB" w:rsidP="00A40339">
      <w:pPr>
        <w:pStyle w:val="Heading3"/>
      </w:pPr>
      <w:bookmarkStart w:id="685" w:name="_Toc21095795"/>
      <w:bookmarkStart w:id="686" w:name="_Toc29762994"/>
      <w:bookmarkStart w:id="687" w:name="_Toc45869279"/>
      <w:bookmarkStart w:id="688" w:name="_Toc52554527"/>
      <w:bookmarkStart w:id="689" w:name="_Toc52554997"/>
      <w:bookmarkStart w:id="690" w:name="_Toc61112222"/>
      <w:bookmarkStart w:id="691" w:name="_Toc67911374"/>
      <w:bookmarkStart w:id="692" w:name="_Toc74842849"/>
      <w:bookmarkStart w:id="693" w:name="_Toc76503232"/>
      <w:bookmarkStart w:id="694" w:name="_Toc83040675"/>
      <w:bookmarkStart w:id="695" w:name="_Toc89851718"/>
      <w:bookmarkStart w:id="696" w:name="_Toc98676072"/>
      <w:r w:rsidRPr="00EF2F0E">
        <w:t>6.3.1</w:t>
      </w:r>
      <w:r w:rsidRPr="00EF2F0E">
        <w:tab/>
        <w:t>General</w:t>
      </w:r>
      <w:bookmarkEnd w:id="685"/>
      <w:bookmarkEnd w:id="686"/>
      <w:bookmarkEnd w:id="687"/>
      <w:bookmarkEnd w:id="688"/>
      <w:bookmarkEnd w:id="689"/>
      <w:bookmarkEnd w:id="690"/>
      <w:bookmarkEnd w:id="691"/>
      <w:bookmarkEnd w:id="692"/>
      <w:bookmarkEnd w:id="693"/>
      <w:bookmarkEnd w:id="694"/>
      <w:bookmarkEnd w:id="695"/>
      <w:bookmarkEnd w:id="696"/>
    </w:p>
    <w:p w14:paraId="0984D2DF" w14:textId="77777777" w:rsidR="003E32EB" w:rsidRPr="00EF2F0E" w:rsidRDefault="003E32EB" w:rsidP="00A40339">
      <w:pPr>
        <w:rPr>
          <w:rFonts w:cs="v4.2.0"/>
        </w:rPr>
      </w:pPr>
      <w:r w:rsidRPr="00EF2F0E">
        <w:t xml:space="preserve">The requirements in subclause 6.3 apply during the </w:t>
      </w:r>
      <w:r w:rsidRPr="00EF2F0E">
        <w:rPr>
          <w:i/>
        </w:rPr>
        <w:t>transmitter ON period</w:t>
      </w:r>
      <w:r w:rsidRPr="00EF2F0E">
        <w:t xml:space="preserve">. </w:t>
      </w:r>
      <w:r w:rsidRPr="00EF2F0E">
        <w:rPr>
          <w:rFonts w:cs="v4.2.0"/>
        </w:rPr>
        <w:t>Transmit signal quality (as specified in subclause 6.5) shall be maintained for the o</w:t>
      </w:r>
      <w:r w:rsidRPr="00EF2F0E">
        <w:t>utput power dynamics requirements</w:t>
      </w:r>
      <w:r w:rsidRPr="00EF2F0E">
        <w:rPr>
          <w:rFonts w:cs="v4.2.0"/>
        </w:rPr>
        <w:t>.</w:t>
      </w:r>
    </w:p>
    <w:p w14:paraId="0984D2E0" w14:textId="77777777" w:rsidR="003E32EB" w:rsidRPr="00EF2F0E" w:rsidRDefault="003E32EB" w:rsidP="00A40339">
      <w:pPr>
        <w:pStyle w:val="Heading3"/>
        <w:rPr>
          <w:lang w:eastAsia="zh-CN"/>
        </w:rPr>
      </w:pPr>
      <w:bookmarkStart w:id="697" w:name="_Toc21095796"/>
      <w:bookmarkStart w:id="698" w:name="_Toc29762995"/>
      <w:bookmarkStart w:id="699" w:name="_Toc45869280"/>
      <w:bookmarkStart w:id="700" w:name="_Toc52554528"/>
      <w:bookmarkStart w:id="701" w:name="_Toc52554998"/>
      <w:bookmarkStart w:id="702" w:name="_Toc61112223"/>
      <w:bookmarkStart w:id="703" w:name="_Toc67911375"/>
      <w:bookmarkStart w:id="704" w:name="_Toc74842850"/>
      <w:bookmarkStart w:id="705" w:name="_Toc76503233"/>
      <w:bookmarkStart w:id="706" w:name="_Toc83040676"/>
      <w:bookmarkStart w:id="707" w:name="_Toc89851719"/>
      <w:bookmarkStart w:id="708" w:name="_Toc98676073"/>
      <w:r w:rsidRPr="00EF2F0E">
        <w:rPr>
          <w:lang w:eastAsia="zh-CN"/>
        </w:rPr>
        <w:t>6.3.2</w:t>
      </w:r>
      <w:r w:rsidRPr="00EF2F0E">
        <w:rPr>
          <w:lang w:eastAsia="zh-CN"/>
        </w:rPr>
        <w:tab/>
        <w:t>UTRA Inner loop power control in the downlink</w:t>
      </w:r>
      <w:bookmarkEnd w:id="697"/>
      <w:bookmarkEnd w:id="698"/>
      <w:bookmarkEnd w:id="699"/>
      <w:bookmarkEnd w:id="700"/>
      <w:bookmarkEnd w:id="701"/>
      <w:bookmarkEnd w:id="702"/>
      <w:bookmarkEnd w:id="703"/>
      <w:bookmarkEnd w:id="704"/>
      <w:bookmarkEnd w:id="705"/>
      <w:bookmarkEnd w:id="706"/>
      <w:bookmarkEnd w:id="707"/>
      <w:bookmarkEnd w:id="708"/>
    </w:p>
    <w:p w14:paraId="0984D2E1" w14:textId="77777777" w:rsidR="003E32EB" w:rsidRPr="00EF2F0E" w:rsidRDefault="003E32EB" w:rsidP="00A40339">
      <w:pPr>
        <w:pStyle w:val="Heading4"/>
      </w:pPr>
      <w:bookmarkStart w:id="709" w:name="_Toc21095797"/>
      <w:bookmarkStart w:id="710" w:name="_Toc29762996"/>
      <w:bookmarkStart w:id="711" w:name="_Toc45869281"/>
      <w:bookmarkStart w:id="712" w:name="_Toc52554529"/>
      <w:bookmarkStart w:id="713" w:name="_Toc52554999"/>
      <w:bookmarkStart w:id="714" w:name="_Toc61112224"/>
      <w:bookmarkStart w:id="715" w:name="_Toc67911376"/>
      <w:bookmarkStart w:id="716" w:name="_Toc74842851"/>
      <w:bookmarkStart w:id="717" w:name="_Toc76503234"/>
      <w:bookmarkStart w:id="718" w:name="_Toc83040677"/>
      <w:bookmarkStart w:id="719" w:name="_Toc89851720"/>
      <w:bookmarkStart w:id="720" w:name="_Toc98676074"/>
      <w:r w:rsidRPr="00EF2F0E">
        <w:t>6.3.2.1</w:t>
      </w:r>
      <w:r w:rsidRPr="00EF2F0E">
        <w:tab/>
        <w:t>General</w:t>
      </w:r>
      <w:bookmarkEnd w:id="709"/>
      <w:bookmarkEnd w:id="710"/>
      <w:bookmarkEnd w:id="711"/>
      <w:bookmarkEnd w:id="712"/>
      <w:bookmarkEnd w:id="713"/>
      <w:bookmarkEnd w:id="714"/>
      <w:bookmarkEnd w:id="715"/>
      <w:bookmarkEnd w:id="716"/>
      <w:bookmarkEnd w:id="717"/>
      <w:bookmarkEnd w:id="718"/>
      <w:bookmarkEnd w:id="719"/>
      <w:bookmarkEnd w:id="720"/>
    </w:p>
    <w:p w14:paraId="0984D2E2" w14:textId="77777777" w:rsidR="003E32EB" w:rsidRPr="00EF2F0E" w:rsidRDefault="003E32EB" w:rsidP="00A40339">
      <w:pPr>
        <w:rPr>
          <w:rFonts w:cs="v5.0.0"/>
        </w:rPr>
      </w:pPr>
      <w:r w:rsidRPr="00EF2F0E">
        <w:rPr>
          <w:rFonts w:cs="v5.0.0"/>
        </w:rPr>
        <w:t>Inner loop power control in the downlink is the ability of the AAS BS to adjust the transmitted output power of a code channel in accordance with the corresponding TPC commands received in the uplink.</w:t>
      </w:r>
    </w:p>
    <w:p w14:paraId="0984D2E3" w14:textId="77777777" w:rsidR="003E32EB" w:rsidRPr="00EF2F0E" w:rsidRDefault="003E32EB" w:rsidP="00A40339">
      <w:pPr>
        <w:rPr>
          <w:rFonts w:cs="v5.0.0"/>
        </w:rPr>
      </w:pPr>
      <w:r w:rsidRPr="00EF2F0E">
        <w:rPr>
          <w:rFonts w:cs="v5.0.0"/>
        </w:rPr>
        <w:t xml:space="preserve">This requirement applies at each </w:t>
      </w:r>
      <w:r w:rsidRPr="00EF2F0E">
        <w:rPr>
          <w:rFonts w:cs="v5.0.0"/>
          <w:i/>
        </w:rPr>
        <w:t xml:space="preserve">TAB connector </w:t>
      </w:r>
      <w:r w:rsidRPr="00EF2F0E">
        <w:rPr>
          <w:rFonts w:cs="v5.0.0"/>
        </w:rPr>
        <w:t>supporting transmission in the operating band.</w:t>
      </w:r>
    </w:p>
    <w:p w14:paraId="0984D2E4" w14:textId="77777777" w:rsidR="003E32EB" w:rsidRPr="00EF2F0E" w:rsidRDefault="003E32EB" w:rsidP="00A40339">
      <w:pPr>
        <w:pStyle w:val="Heading4"/>
        <w:rPr>
          <w:lang w:eastAsia="zh-CN"/>
        </w:rPr>
      </w:pPr>
      <w:bookmarkStart w:id="721" w:name="_Toc21095798"/>
      <w:bookmarkStart w:id="722" w:name="_Toc29762997"/>
      <w:bookmarkStart w:id="723" w:name="_Toc45869282"/>
      <w:bookmarkStart w:id="724" w:name="_Toc52554530"/>
      <w:bookmarkStart w:id="725" w:name="_Toc52555000"/>
      <w:bookmarkStart w:id="726" w:name="_Toc61112225"/>
      <w:bookmarkStart w:id="727" w:name="_Toc67911377"/>
      <w:bookmarkStart w:id="728" w:name="_Toc74842852"/>
      <w:bookmarkStart w:id="729" w:name="_Toc76503235"/>
      <w:bookmarkStart w:id="730" w:name="_Toc83040678"/>
      <w:bookmarkStart w:id="731" w:name="_Toc89851721"/>
      <w:bookmarkStart w:id="732" w:name="_Toc98676075"/>
      <w:r w:rsidRPr="00EF2F0E">
        <w:t>6.3.2.2</w:t>
      </w:r>
      <w:r w:rsidRPr="00EF2F0E">
        <w:tab/>
      </w:r>
      <w:r w:rsidRPr="00EF2F0E">
        <w:rPr>
          <w:lang w:eastAsia="zh-CN"/>
        </w:rPr>
        <w:t>Minimum requirement for MSR operation</w:t>
      </w:r>
      <w:bookmarkEnd w:id="721"/>
      <w:bookmarkEnd w:id="722"/>
      <w:bookmarkEnd w:id="723"/>
      <w:bookmarkEnd w:id="724"/>
      <w:bookmarkEnd w:id="725"/>
      <w:bookmarkEnd w:id="726"/>
      <w:bookmarkEnd w:id="727"/>
      <w:bookmarkEnd w:id="728"/>
      <w:bookmarkEnd w:id="729"/>
      <w:bookmarkEnd w:id="730"/>
      <w:bookmarkEnd w:id="731"/>
      <w:bookmarkEnd w:id="732"/>
    </w:p>
    <w:p w14:paraId="0984D2E5" w14:textId="77777777" w:rsidR="003E32EB" w:rsidRPr="00EF2F0E" w:rsidRDefault="003E32EB" w:rsidP="00A40339">
      <w:pPr>
        <w:rPr>
          <w:rFonts w:cs="v4.2.0"/>
        </w:rPr>
      </w:pPr>
      <w:r w:rsidRPr="00EF2F0E">
        <w:rPr>
          <w:rFonts w:cs="v4.2.0"/>
        </w:rPr>
        <w:t>For UTRA FDD operation the minimum requirements for MSR AAS BS inner loop power control in the DL are the same as in subclause 6.3.2.3.</w:t>
      </w:r>
    </w:p>
    <w:p w14:paraId="0984D2E6" w14:textId="77777777" w:rsidR="003E32EB" w:rsidRPr="00EF2F0E" w:rsidRDefault="003E32EB" w:rsidP="00A40339">
      <w:pPr>
        <w:rPr>
          <w:rFonts w:cs="v4.2.0"/>
        </w:rPr>
      </w:pPr>
      <w:r w:rsidRPr="00EF2F0E">
        <w:rPr>
          <w:rFonts w:cs="v4.2.0"/>
        </w:rPr>
        <w:t>For UTRA TDD 1,28 Mcps operation the minimum requirements for MSR AAS BS inner loop power control in the DL are the same as in 3GPP TS 25.105 [7], subclause 6.4.2.1.</w:t>
      </w:r>
    </w:p>
    <w:p w14:paraId="0984D2E7" w14:textId="77777777" w:rsidR="003E32EB" w:rsidRPr="00EF2F0E" w:rsidRDefault="003E32EB" w:rsidP="00A40339">
      <w:pPr>
        <w:rPr>
          <w:lang w:eastAsia="zh-CN"/>
        </w:rPr>
      </w:pPr>
      <w:r w:rsidRPr="00EF2F0E">
        <w:rPr>
          <w:lang w:eastAsia="zh-CN"/>
        </w:rPr>
        <w:t>This requirement does not apply to E-UTRA or NR operation.</w:t>
      </w:r>
    </w:p>
    <w:p w14:paraId="0984D2E8" w14:textId="77777777" w:rsidR="003E32EB" w:rsidRPr="00EF2F0E" w:rsidRDefault="003E32EB" w:rsidP="00A40339">
      <w:pPr>
        <w:pStyle w:val="Heading4"/>
        <w:rPr>
          <w:lang w:eastAsia="zh-CN"/>
        </w:rPr>
      </w:pPr>
      <w:bookmarkStart w:id="733" w:name="_Toc21095799"/>
      <w:bookmarkStart w:id="734" w:name="_Toc29762998"/>
      <w:bookmarkStart w:id="735" w:name="_Toc45869283"/>
      <w:bookmarkStart w:id="736" w:name="_Toc52554531"/>
      <w:bookmarkStart w:id="737" w:name="_Toc52555001"/>
      <w:bookmarkStart w:id="738" w:name="_Toc61112226"/>
      <w:bookmarkStart w:id="739" w:name="_Toc67911378"/>
      <w:bookmarkStart w:id="740" w:name="_Toc74842853"/>
      <w:bookmarkStart w:id="741" w:name="_Toc76503236"/>
      <w:bookmarkStart w:id="742" w:name="_Toc83040679"/>
      <w:bookmarkStart w:id="743" w:name="_Toc89851722"/>
      <w:bookmarkStart w:id="744" w:name="_Toc98676076"/>
      <w:r w:rsidRPr="00EF2F0E">
        <w:rPr>
          <w:lang w:eastAsia="zh-CN"/>
        </w:rPr>
        <w:t>6.3.2.3</w:t>
      </w:r>
      <w:r w:rsidRPr="00EF2F0E">
        <w:rPr>
          <w:lang w:eastAsia="zh-CN"/>
        </w:rPr>
        <w:tab/>
        <w:t>Minimum requirement for single RAT UTRA operation</w:t>
      </w:r>
      <w:bookmarkEnd w:id="733"/>
      <w:bookmarkEnd w:id="734"/>
      <w:bookmarkEnd w:id="735"/>
      <w:bookmarkEnd w:id="736"/>
      <w:bookmarkEnd w:id="737"/>
      <w:bookmarkEnd w:id="738"/>
      <w:bookmarkEnd w:id="739"/>
      <w:bookmarkEnd w:id="740"/>
      <w:bookmarkEnd w:id="741"/>
      <w:bookmarkEnd w:id="742"/>
      <w:bookmarkEnd w:id="743"/>
      <w:bookmarkEnd w:id="744"/>
    </w:p>
    <w:p w14:paraId="0984D2E9" w14:textId="77777777" w:rsidR="003E32EB" w:rsidRPr="00EF2F0E" w:rsidRDefault="003E32EB" w:rsidP="00A40339">
      <w:pPr>
        <w:rPr>
          <w:rFonts w:eastAsia="Osaka" w:cs="v5.0.0"/>
        </w:rPr>
      </w:pPr>
      <w:r w:rsidRPr="00EF2F0E">
        <w:rPr>
          <w:rFonts w:eastAsia="Osaka" w:cs="v5.0.0"/>
        </w:rPr>
        <w:t xml:space="preserve">For UTRA FDD operation, the Single RAT AAS BS shall have the capability of setting the inner loop </w:t>
      </w:r>
      <w:r w:rsidRPr="00EF2F0E">
        <w:rPr>
          <w:i/>
        </w:rPr>
        <w:t>code domain</w:t>
      </w:r>
      <w:r w:rsidRPr="00EF2F0E">
        <w:rPr>
          <w:rFonts w:eastAsia="Osaka" w:cs="v5.0.0"/>
          <w:i/>
        </w:rPr>
        <w:t xml:space="preserve"> power</w:t>
      </w:r>
      <w:r w:rsidRPr="00EF2F0E">
        <w:rPr>
          <w:rFonts w:eastAsia="Osaka" w:cs="v5.0.0"/>
        </w:rPr>
        <w:t xml:space="preserve"> on each </w:t>
      </w:r>
      <w:r w:rsidRPr="00EF2F0E">
        <w:rPr>
          <w:rFonts w:eastAsia="Osaka" w:cs="v5.0.0"/>
          <w:i/>
        </w:rPr>
        <w:t>TAB connector</w:t>
      </w:r>
      <w:r w:rsidRPr="00EF2F0E">
        <w:rPr>
          <w:rFonts w:eastAsia="Osaka" w:cs="v5.0.0"/>
        </w:rPr>
        <w:t xml:space="preserve"> with a step sizes of 1dB mandatory and 0.5, 1.5, 2.0 dB optional.</w:t>
      </w:r>
    </w:p>
    <w:p w14:paraId="0984D2EA" w14:textId="77777777" w:rsidR="003E32EB" w:rsidRPr="00EF2F0E" w:rsidRDefault="003E32EB" w:rsidP="00A40339">
      <w:pPr>
        <w:pStyle w:val="B10"/>
        <w:rPr>
          <w:rFonts w:eastAsia="Osaka" w:cs="v5.0.0"/>
        </w:rPr>
      </w:pPr>
      <w:r w:rsidRPr="00EF2F0E">
        <w:rPr>
          <w:rFonts w:eastAsia="Osaka" w:cs="v5.0.0"/>
        </w:rPr>
        <w:t>a)</w:t>
      </w:r>
      <w:r w:rsidRPr="00EF2F0E">
        <w:rPr>
          <w:rFonts w:eastAsia="Osaka" w:cs="v5.0.0"/>
        </w:rPr>
        <w:tab/>
        <w:t>The tolerance of the power control step due to inner loop power control shall be within the range shown in table 6.3.2.3-1.</w:t>
      </w:r>
    </w:p>
    <w:p w14:paraId="0984D2EB" w14:textId="77777777" w:rsidR="003E32EB" w:rsidRPr="00EF2F0E" w:rsidRDefault="003E32EB" w:rsidP="00A40339">
      <w:pPr>
        <w:pStyle w:val="B10"/>
        <w:rPr>
          <w:rFonts w:eastAsia="Osaka" w:cs="v5.0.0"/>
        </w:rPr>
      </w:pPr>
      <w:r w:rsidRPr="00EF2F0E">
        <w:rPr>
          <w:rFonts w:eastAsia="Osaka" w:cs="v5.0.0"/>
        </w:rPr>
        <w:t>b)</w:t>
      </w:r>
      <w:r w:rsidRPr="00EF2F0E">
        <w:rPr>
          <w:rFonts w:eastAsia="Osaka" w:cs="v5.0.0"/>
        </w:rPr>
        <w:tab/>
        <w:t>The tolerance of the combined output power change due to inner loop power control shall be within the range shown in table 6.3.2.3-2.</w:t>
      </w:r>
    </w:p>
    <w:p w14:paraId="0984D2EC" w14:textId="77777777" w:rsidR="003E32EB" w:rsidRPr="00EF2F0E" w:rsidRDefault="003E32EB" w:rsidP="00A40339">
      <w:pPr>
        <w:pStyle w:val="TH"/>
        <w:rPr>
          <w:rFonts w:cs="v5.0.0"/>
        </w:rPr>
      </w:pPr>
      <w:r w:rsidRPr="00EF2F0E">
        <w:rPr>
          <w:rFonts w:cs="v5.0.0"/>
        </w:rPr>
        <w:t xml:space="preserve">Table 6.3.2.3-1: UTRA FDD </w:t>
      </w:r>
      <w:r w:rsidRPr="00EF2F0E">
        <w:rPr>
          <w:rFonts w:cs="v5.0.0"/>
          <w:i/>
        </w:rPr>
        <w:t>TAB connector</w:t>
      </w:r>
      <w:r w:rsidRPr="00EF2F0E">
        <w:rPr>
          <w:rFonts w:cs="v5.0.0"/>
        </w:rPr>
        <w:t xml:space="preserve"> power control step tolerance</w:t>
      </w:r>
    </w:p>
    <w:tbl>
      <w:tblPr>
        <w:tblW w:w="945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98"/>
        <w:gridCol w:w="850"/>
        <w:gridCol w:w="851"/>
        <w:gridCol w:w="992"/>
        <w:gridCol w:w="851"/>
        <w:gridCol w:w="850"/>
        <w:gridCol w:w="851"/>
        <w:gridCol w:w="850"/>
        <w:gridCol w:w="851"/>
        <w:gridCol w:w="6"/>
      </w:tblGrid>
      <w:tr w:rsidR="003401A4" w:rsidRPr="00EF2F0E" w14:paraId="0984D2EF" w14:textId="77777777" w:rsidTr="00A40339">
        <w:trPr>
          <w:gridAfter w:val="1"/>
          <w:wAfter w:w="6" w:type="dxa"/>
          <w:cantSplit/>
          <w:tblHeader/>
          <w:jc w:val="center"/>
        </w:trPr>
        <w:tc>
          <w:tcPr>
            <w:tcW w:w="2498" w:type="dxa"/>
            <w:shd w:val="clear" w:color="auto" w:fill="auto"/>
          </w:tcPr>
          <w:p w14:paraId="0984D2ED" w14:textId="77777777" w:rsidR="003E32EB" w:rsidRPr="00EF2F0E" w:rsidRDefault="003E32EB" w:rsidP="00A40339">
            <w:pPr>
              <w:pStyle w:val="TAH"/>
              <w:rPr>
                <w:rFonts w:cs="v5.0.0"/>
              </w:rPr>
            </w:pPr>
            <w:r w:rsidRPr="00EF2F0E">
              <w:rPr>
                <w:rFonts w:cs="v5.0.0"/>
              </w:rPr>
              <w:t>Power control commands in the down link</w:t>
            </w:r>
          </w:p>
        </w:tc>
        <w:tc>
          <w:tcPr>
            <w:tcW w:w="6946" w:type="dxa"/>
            <w:gridSpan w:val="8"/>
            <w:shd w:val="clear" w:color="auto" w:fill="auto"/>
          </w:tcPr>
          <w:p w14:paraId="0984D2EE" w14:textId="77777777" w:rsidR="003E32EB" w:rsidRPr="00EF2F0E" w:rsidRDefault="003E32EB" w:rsidP="00A40339">
            <w:pPr>
              <w:pStyle w:val="TAH"/>
              <w:rPr>
                <w:rFonts w:cs="Arial"/>
              </w:rPr>
            </w:pPr>
            <w:r w:rsidRPr="00EF2F0E">
              <w:rPr>
                <w:rFonts w:cs="Arial"/>
              </w:rPr>
              <w:t>Transmitter power control step tolerance</w:t>
            </w:r>
          </w:p>
        </w:tc>
      </w:tr>
      <w:tr w:rsidR="003401A4" w:rsidRPr="00EF2F0E" w14:paraId="0984D2F8" w14:textId="77777777" w:rsidTr="00A40339">
        <w:trPr>
          <w:gridAfter w:val="1"/>
          <w:wAfter w:w="6" w:type="dxa"/>
          <w:cantSplit/>
          <w:jc w:val="center"/>
        </w:trPr>
        <w:tc>
          <w:tcPr>
            <w:tcW w:w="2498" w:type="dxa"/>
            <w:shd w:val="clear" w:color="auto" w:fill="auto"/>
          </w:tcPr>
          <w:p w14:paraId="0984D2F0" w14:textId="77777777" w:rsidR="003E32EB" w:rsidRPr="00EF2F0E" w:rsidRDefault="003E32EB" w:rsidP="00A40339">
            <w:pPr>
              <w:pStyle w:val="TAH"/>
              <w:rPr>
                <w:rFonts w:cs="v5.0.0"/>
              </w:rPr>
            </w:pPr>
          </w:p>
        </w:tc>
        <w:tc>
          <w:tcPr>
            <w:tcW w:w="1701" w:type="dxa"/>
            <w:gridSpan w:val="2"/>
            <w:shd w:val="clear" w:color="auto" w:fill="auto"/>
          </w:tcPr>
          <w:p w14:paraId="0984D2F1" w14:textId="77777777" w:rsidR="003E32EB" w:rsidRPr="00EF2F0E" w:rsidRDefault="003E32EB" w:rsidP="00A40339">
            <w:pPr>
              <w:pStyle w:val="TAH"/>
              <w:rPr>
                <w:rFonts w:cs="Arial"/>
              </w:rPr>
            </w:pPr>
            <w:r w:rsidRPr="00EF2F0E">
              <w:rPr>
                <w:rFonts w:cs="Arial"/>
              </w:rPr>
              <w:t>2 dB step size</w:t>
            </w:r>
          </w:p>
          <w:p w14:paraId="0984D2F2" w14:textId="77777777" w:rsidR="003E32EB" w:rsidRPr="00EF2F0E" w:rsidRDefault="003E32EB" w:rsidP="00A40339">
            <w:pPr>
              <w:pStyle w:val="TAH"/>
              <w:rPr>
                <w:rFonts w:cs="v5.0.0"/>
              </w:rPr>
            </w:pPr>
            <w:r w:rsidRPr="00EF2F0E">
              <w:rPr>
                <w:rFonts w:cs="Arial"/>
                <w:b w:val="0"/>
              </w:rPr>
              <w:t>(NOTE)</w:t>
            </w:r>
          </w:p>
        </w:tc>
        <w:tc>
          <w:tcPr>
            <w:tcW w:w="1843" w:type="dxa"/>
            <w:gridSpan w:val="2"/>
            <w:shd w:val="clear" w:color="auto" w:fill="auto"/>
          </w:tcPr>
          <w:p w14:paraId="0984D2F3" w14:textId="77777777" w:rsidR="003E32EB" w:rsidRPr="00EF2F0E" w:rsidRDefault="003E32EB" w:rsidP="00A40339">
            <w:pPr>
              <w:pStyle w:val="TAH"/>
              <w:rPr>
                <w:rFonts w:cs="Arial"/>
              </w:rPr>
            </w:pPr>
            <w:r w:rsidRPr="00EF2F0E">
              <w:rPr>
                <w:rFonts w:cs="Arial"/>
              </w:rPr>
              <w:t>1,5 dB step size</w:t>
            </w:r>
          </w:p>
          <w:p w14:paraId="0984D2F4" w14:textId="77777777" w:rsidR="003E32EB" w:rsidRPr="00EF2F0E" w:rsidRDefault="003E32EB" w:rsidP="00A40339">
            <w:pPr>
              <w:pStyle w:val="TAH"/>
              <w:rPr>
                <w:rFonts w:cs="v5.0.0"/>
              </w:rPr>
            </w:pPr>
            <w:r w:rsidRPr="00EF2F0E">
              <w:rPr>
                <w:rFonts w:cs="Arial"/>
                <w:b w:val="0"/>
              </w:rPr>
              <w:t>(NOTE)</w:t>
            </w:r>
          </w:p>
        </w:tc>
        <w:tc>
          <w:tcPr>
            <w:tcW w:w="1701" w:type="dxa"/>
            <w:gridSpan w:val="2"/>
            <w:shd w:val="clear" w:color="auto" w:fill="auto"/>
          </w:tcPr>
          <w:p w14:paraId="0984D2F5" w14:textId="77777777" w:rsidR="003E32EB" w:rsidRPr="00EF2F0E" w:rsidRDefault="003E32EB" w:rsidP="00A40339">
            <w:pPr>
              <w:pStyle w:val="TAH"/>
              <w:rPr>
                <w:rFonts w:cs="v5.0.0"/>
              </w:rPr>
            </w:pPr>
            <w:r w:rsidRPr="00EF2F0E">
              <w:rPr>
                <w:rFonts w:cs="v5.0.0"/>
              </w:rPr>
              <w:t>1 dB step size</w:t>
            </w:r>
          </w:p>
        </w:tc>
        <w:tc>
          <w:tcPr>
            <w:tcW w:w="1701" w:type="dxa"/>
            <w:gridSpan w:val="2"/>
            <w:shd w:val="clear" w:color="auto" w:fill="auto"/>
          </w:tcPr>
          <w:p w14:paraId="0984D2F6" w14:textId="77777777" w:rsidR="003E32EB" w:rsidRPr="00EF2F0E" w:rsidRDefault="003E32EB" w:rsidP="00A40339">
            <w:pPr>
              <w:pStyle w:val="TAH"/>
              <w:rPr>
                <w:rFonts w:cs="Arial"/>
              </w:rPr>
            </w:pPr>
            <w:r w:rsidRPr="00EF2F0E">
              <w:rPr>
                <w:rFonts w:cs="v5.0.0"/>
              </w:rPr>
              <w:t>0,5 dB step size</w:t>
            </w:r>
          </w:p>
          <w:p w14:paraId="0984D2F7" w14:textId="77777777" w:rsidR="003E32EB" w:rsidRPr="00EF2F0E" w:rsidRDefault="003E32EB" w:rsidP="00A40339">
            <w:pPr>
              <w:pStyle w:val="TAH"/>
              <w:rPr>
                <w:rFonts w:cs="v5.0.0"/>
              </w:rPr>
            </w:pPr>
            <w:r w:rsidRPr="00EF2F0E">
              <w:rPr>
                <w:rFonts w:cs="Arial"/>
                <w:b w:val="0"/>
              </w:rPr>
              <w:t>(NOTE)</w:t>
            </w:r>
          </w:p>
        </w:tc>
      </w:tr>
      <w:tr w:rsidR="003401A4" w:rsidRPr="00EF2F0E" w14:paraId="0984D302" w14:textId="77777777" w:rsidTr="00A40339">
        <w:trPr>
          <w:gridAfter w:val="1"/>
          <w:wAfter w:w="6" w:type="dxa"/>
          <w:cantSplit/>
          <w:jc w:val="center"/>
        </w:trPr>
        <w:tc>
          <w:tcPr>
            <w:tcW w:w="2498" w:type="dxa"/>
            <w:shd w:val="clear" w:color="auto" w:fill="auto"/>
          </w:tcPr>
          <w:p w14:paraId="0984D2F9" w14:textId="77777777" w:rsidR="003E32EB" w:rsidRPr="00EF2F0E" w:rsidRDefault="003E32EB" w:rsidP="00A40339">
            <w:pPr>
              <w:pStyle w:val="TAL"/>
              <w:rPr>
                <w:rFonts w:cs="v5.0.0"/>
              </w:rPr>
            </w:pPr>
          </w:p>
        </w:tc>
        <w:tc>
          <w:tcPr>
            <w:tcW w:w="850" w:type="dxa"/>
            <w:shd w:val="clear" w:color="auto" w:fill="auto"/>
          </w:tcPr>
          <w:p w14:paraId="0984D2FA" w14:textId="77777777" w:rsidR="003E32EB" w:rsidRPr="00EF2F0E" w:rsidRDefault="003E32EB" w:rsidP="00A40339">
            <w:pPr>
              <w:pStyle w:val="TAC"/>
              <w:rPr>
                <w:rFonts w:cs="v5.0.0"/>
              </w:rPr>
            </w:pPr>
            <w:r w:rsidRPr="00EF2F0E">
              <w:rPr>
                <w:rFonts w:cs="Arial"/>
              </w:rPr>
              <w:t>Lower</w:t>
            </w:r>
          </w:p>
        </w:tc>
        <w:tc>
          <w:tcPr>
            <w:tcW w:w="851" w:type="dxa"/>
            <w:shd w:val="clear" w:color="auto" w:fill="auto"/>
          </w:tcPr>
          <w:p w14:paraId="0984D2FB" w14:textId="77777777" w:rsidR="003E32EB" w:rsidRPr="00EF2F0E" w:rsidRDefault="003E32EB" w:rsidP="00A40339">
            <w:pPr>
              <w:pStyle w:val="TAC"/>
              <w:rPr>
                <w:rFonts w:cs="v5.0.0"/>
              </w:rPr>
            </w:pPr>
            <w:r w:rsidRPr="00EF2F0E">
              <w:rPr>
                <w:rFonts w:cs="Arial"/>
              </w:rPr>
              <w:t>Upper</w:t>
            </w:r>
          </w:p>
        </w:tc>
        <w:tc>
          <w:tcPr>
            <w:tcW w:w="992" w:type="dxa"/>
            <w:shd w:val="clear" w:color="auto" w:fill="auto"/>
          </w:tcPr>
          <w:p w14:paraId="0984D2FC" w14:textId="77777777" w:rsidR="003E32EB" w:rsidRPr="00EF2F0E" w:rsidRDefault="003E32EB" w:rsidP="00A40339">
            <w:pPr>
              <w:pStyle w:val="TAC"/>
              <w:rPr>
                <w:rFonts w:cs="v5.0.0"/>
              </w:rPr>
            </w:pPr>
            <w:r w:rsidRPr="00EF2F0E">
              <w:rPr>
                <w:rFonts w:cs="Arial"/>
              </w:rPr>
              <w:t>Lower</w:t>
            </w:r>
          </w:p>
        </w:tc>
        <w:tc>
          <w:tcPr>
            <w:tcW w:w="851" w:type="dxa"/>
            <w:shd w:val="clear" w:color="auto" w:fill="auto"/>
          </w:tcPr>
          <w:p w14:paraId="0984D2FD" w14:textId="77777777" w:rsidR="003E32EB" w:rsidRPr="00EF2F0E" w:rsidRDefault="003E32EB" w:rsidP="00A40339">
            <w:pPr>
              <w:pStyle w:val="TAC"/>
              <w:rPr>
                <w:rFonts w:cs="v5.0.0"/>
              </w:rPr>
            </w:pPr>
            <w:r w:rsidRPr="00EF2F0E">
              <w:rPr>
                <w:rFonts w:cs="Arial"/>
              </w:rPr>
              <w:t>Upper</w:t>
            </w:r>
          </w:p>
        </w:tc>
        <w:tc>
          <w:tcPr>
            <w:tcW w:w="850" w:type="dxa"/>
            <w:shd w:val="clear" w:color="auto" w:fill="auto"/>
          </w:tcPr>
          <w:p w14:paraId="0984D2FE" w14:textId="77777777" w:rsidR="003E32EB" w:rsidRPr="00EF2F0E" w:rsidRDefault="003E32EB" w:rsidP="00A40339">
            <w:pPr>
              <w:pStyle w:val="TAC"/>
              <w:rPr>
                <w:rFonts w:cs="v5.0.0"/>
              </w:rPr>
            </w:pPr>
            <w:r w:rsidRPr="00EF2F0E">
              <w:rPr>
                <w:rFonts w:cs="v5.0.0"/>
              </w:rPr>
              <w:t>Lower</w:t>
            </w:r>
          </w:p>
        </w:tc>
        <w:tc>
          <w:tcPr>
            <w:tcW w:w="851" w:type="dxa"/>
            <w:shd w:val="clear" w:color="auto" w:fill="auto"/>
          </w:tcPr>
          <w:p w14:paraId="0984D2FF" w14:textId="77777777" w:rsidR="003E32EB" w:rsidRPr="00EF2F0E" w:rsidRDefault="003E32EB" w:rsidP="00A40339">
            <w:pPr>
              <w:pStyle w:val="TAC"/>
              <w:rPr>
                <w:rFonts w:cs="v5.0.0"/>
              </w:rPr>
            </w:pPr>
            <w:r w:rsidRPr="00EF2F0E">
              <w:rPr>
                <w:rFonts w:cs="v5.0.0"/>
              </w:rPr>
              <w:t>Upper</w:t>
            </w:r>
          </w:p>
        </w:tc>
        <w:tc>
          <w:tcPr>
            <w:tcW w:w="850" w:type="dxa"/>
            <w:shd w:val="clear" w:color="auto" w:fill="auto"/>
          </w:tcPr>
          <w:p w14:paraId="0984D300" w14:textId="77777777" w:rsidR="003E32EB" w:rsidRPr="00EF2F0E" w:rsidRDefault="003E32EB" w:rsidP="00A40339">
            <w:pPr>
              <w:pStyle w:val="TAC"/>
              <w:rPr>
                <w:rFonts w:cs="v5.0.0"/>
              </w:rPr>
            </w:pPr>
            <w:r w:rsidRPr="00EF2F0E">
              <w:rPr>
                <w:rFonts w:cs="v5.0.0"/>
              </w:rPr>
              <w:t>Lower</w:t>
            </w:r>
          </w:p>
        </w:tc>
        <w:tc>
          <w:tcPr>
            <w:tcW w:w="851" w:type="dxa"/>
            <w:shd w:val="clear" w:color="auto" w:fill="auto"/>
          </w:tcPr>
          <w:p w14:paraId="0984D301" w14:textId="77777777" w:rsidR="003E32EB" w:rsidRPr="00EF2F0E" w:rsidRDefault="003E32EB" w:rsidP="00A40339">
            <w:pPr>
              <w:pStyle w:val="TAC"/>
              <w:rPr>
                <w:rFonts w:cs="v5.0.0"/>
              </w:rPr>
            </w:pPr>
            <w:r w:rsidRPr="00EF2F0E">
              <w:rPr>
                <w:rFonts w:cs="v5.0.0"/>
              </w:rPr>
              <w:t>Upper</w:t>
            </w:r>
          </w:p>
        </w:tc>
      </w:tr>
      <w:tr w:rsidR="003401A4" w:rsidRPr="00EF2F0E" w14:paraId="0984D30C" w14:textId="77777777" w:rsidTr="00A40339">
        <w:trPr>
          <w:gridAfter w:val="1"/>
          <w:wAfter w:w="6" w:type="dxa"/>
          <w:cantSplit/>
          <w:jc w:val="center"/>
        </w:trPr>
        <w:tc>
          <w:tcPr>
            <w:tcW w:w="2498" w:type="dxa"/>
            <w:shd w:val="clear" w:color="auto" w:fill="auto"/>
          </w:tcPr>
          <w:p w14:paraId="0984D303" w14:textId="77777777" w:rsidR="003E32EB" w:rsidRPr="00EF2F0E" w:rsidRDefault="003E32EB" w:rsidP="00A40339">
            <w:pPr>
              <w:pStyle w:val="TAL"/>
              <w:rPr>
                <w:rFonts w:cs="v5.0.0"/>
              </w:rPr>
            </w:pPr>
            <w:r w:rsidRPr="00EF2F0E">
              <w:rPr>
                <w:rFonts w:cs="v5.0.0"/>
              </w:rPr>
              <w:t>Up (TPC command "1")</w:t>
            </w:r>
          </w:p>
        </w:tc>
        <w:tc>
          <w:tcPr>
            <w:tcW w:w="850" w:type="dxa"/>
            <w:shd w:val="clear" w:color="auto" w:fill="auto"/>
          </w:tcPr>
          <w:p w14:paraId="0984D304" w14:textId="77777777" w:rsidR="003E32EB" w:rsidRPr="00EF2F0E" w:rsidRDefault="003E32EB" w:rsidP="00A40339">
            <w:pPr>
              <w:pStyle w:val="TAC"/>
              <w:rPr>
                <w:rFonts w:cs="v5.0.0"/>
              </w:rPr>
            </w:pPr>
            <w:r w:rsidRPr="00EF2F0E">
              <w:rPr>
                <w:rFonts w:cs="Arial"/>
              </w:rPr>
              <w:t>+1,0 dB</w:t>
            </w:r>
          </w:p>
        </w:tc>
        <w:tc>
          <w:tcPr>
            <w:tcW w:w="851" w:type="dxa"/>
            <w:shd w:val="clear" w:color="auto" w:fill="auto"/>
          </w:tcPr>
          <w:p w14:paraId="0984D305" w14:textId="77777777" w:rsidR="003E32EB" w:rsidRPr="00EF2F0E" w:rsidRDefault="003E32EB" w:rsidP="00A40339">
            <w:pPr>
              <w:pStyle w:val="TAC"/>
              <w:rPr>
                <w:rFonts w:cs="v5.0.0"/>
              </w:rPr>
            </w:pPr>
            <w:r w:rsidRPr="00EF2F0E">
              <w:rPr>
                <w:rFonts w:cs="Arial"/>
              </w:rPr>
              <w:t>+3,0 dB</w:t>
            </w:r>
          </w:p>
        </w:tc>
        <w:tc>
          <w:tcPr>
            <w:tcW w:w="992" w:type="dxa"/>
            <w:shd w:val="clear" w:color="auto" w:fill="auto"/>
          </w:tcPr>
          <w:p w14:paraId="0984D306" w14:textId="77777777" w:rsidR="003E32EB" w:rsidRPr="00EF2F0E" w:rsidRDefault="003E32EB" w:rsidP="00A40339">
            <w:pPr>
              <w:pStyle w:val="TAC"/>
              <w:rPr>
                <w:rFonts w:cs="v5.0.0"/>
              </w:rPr>
            </w:pPr>
            <w:r w:rsidRPr="00EF2F0E">
              <w:rPr>
                <w:rFonts w:cs="Arial"/>
              </w:rPr>
              <w:t>+0,75 dB</w:t>
            </w:r>
          </w:p>
        </w:tc>
        <w:tc>
          <w:tcPr>
            <w:tcW w:w="851" w:type="dxa"/>
            <w:shd w:val="clear" w:color="auto" w:fill="auto"/>
          </w:tcPr>
          <w:p w14:paraId="0984D307" w14:textId="77777777" w:rsidR="003E32EB" w:rsidRPr="00EF2F0E" w:rsidRDefault="003E32EB" w:rsidP="00A40339">
            <w:pPr>
              <w:pStyle w:val="TAC"/>
              <w:rPr>
                <w:rFonts w:cs="v5.0.0"/>
              </w:rPr>
            </w:pPr>
            <w:r w:rsidRPr="00EF2F0E">
              <w:rPr>
                <w:rFonts w:cs="Arial"/>
              </w:rPr>
              <w:t>+2,25 dB</w:t>
            </w:r>
          </w:p>
        </w:tc>
        <w:tc>
          <w:tcPr>
            <w:tcW w:w="850" w:type="dxa"/>
            <w:shd w:val="clear" w:color="auto" w:fill="auto"/>
          </w:tcPr>
          <w:p w14:paraId="0984D308" w14:textId="77777777" w:rsidR="003E32EB" w:rsidRPr="00EF2F0E" w:rsidRDefault="003E32EB" w:rsidP="00A40339">
            <w:pPr>
              <w:pStyle w:val="TAC"/>
              <w:rPr>
                <w:rFonts w:cs="v5.0.0"/>
              </w:rPr>
            </w:pPr>
            <w:r w:rsidRPr="00EF2F0E">
              <w:rPr>
                <w:rFonts w:cs="v5.0.0"/>
              </w:rPr>
              <w:t>+0,5 dB</w:t>
            </w:r>
          </w:p>
        </w:tc>
        <w:tc>
          <w:tcPr>
            <w:tcW w:w="851" w:type="dxa"/>
            <w:shd w:val="clear" w:color="auto" w:fill="auto"/>
          </w:tcPr>
          <w:p w14:paraId="0984D309" w14:textId="77777777" w:rsidR="003E32EB" w:rsidRPr="00EF2F0E" w:rsidRDefault="003E32EB" w:rsidP="00A40339">
            <w:pPr>
              <w:pStyle w:val="TAC"/>
              <w:rPr>
                <w:rFonts w:cs="v5.0.0"/>
              </w:rPr>
            </w:pPr>
            <w:r w:rsidRPr="00EF2F0E">
              <w:rPr>
                <w:rFonts w:cs="v5.0.0"/>
              </w:rPr>
              <w:t>+1,5 dB</w:t>
            </w:r>
          </w:p>
        </w:tc>
        <w:tc>
          <w:tcPr>
            <w:tcW w:w="850" w:type="dxa"/>
            <w:shd w:val="clear" w:color="auto" w:fill="auto"/>
          </w:tcPr>
          <w:p w14:paraId="0984D30A" w14:textId="77777777" w:rsidR="003E32EB" w:rsidRPr="00EF2F0E" w:rsidRDefault="003E32EB" w:rsidP="00A40339">
            <w:pPr>
              <w:pStyle w:val="TAC"/>
              <w:rPr>
                <w:rFonts w:cs="v5.0.0"/>
              </w:rPr>
            </w:pPr>
            <w:r w:rsidRPr="00EF2F0E">
              <w:rPr>
                <w:rFonts w:cs="v5.0.0"/>
              </w:rPr>
              <w:t>+0,25 dB</w:t>
            </w:r>
          </w:p>
        </w:tc>
        <w:tc>
          <w:tcPr>
            <w:tcW w:w="851" w:type="dxa"/>
            <w:shd w:val="clear" w:color="auto" w:fill="auto"/>
          </w:tcPr>
          <w:p w14:paraId="0984D30B" w14:textId="77777777" w:rsidR="003E32EB" w:rsidRPr="00EF2F0E" w:rsidRDefault="003E32EB" w:rsidP="00A40339">
            <w:pPr>
              <w:pStyle w:val="TAC"/>
              <w:rPr>
                <w:rFonts w:cs="v5.0.0"/>
              </w:rPr>
            </w:pPr>
            <w:r w:rsidRPr="00EF2F0E">
              <w:rPr>
                <w:rFonts w:cs="v5.0.0"/>
              </w:rPr>
              <w:t>+0,75 dB</w:t>
            </w:r>
          </w:p>
        </w:tc>
      </w:tr>
      <w:tr w:rsidR="003401A4" w:rsidRPr="00EF2F0E" w14:paraId="0984D316" w14:textId="77777777" w:rsidTr="00A40339">
        <w:trPr>
          <w:gridAfter w:val="1"/>
          <w:wAfter w:w="6" w:type="dxa"/>
          <w:cantSplit/>
          <w:jc w:val="center"/>
        </w:trPr>
        <w:tc>
          <w:tcPr>
            <w:tcW w:w="2498" w:type="dxa"/>
            <w:shd w:val="clear" w:color="auto" w:fill="auto"/>
          </w:tcPr>
          <w:p w14:paraId="0984D30D" w14:textId="77777777" w:rsidR="003E32EB" w:rsidRPr="00EF2F0E" w:rsidRDefault="003E32EB" w:rsidP="00A40339">
            <w:pPr>
              <w:pStyle w:val="TAL"/>
              <w:rPr>
                <w:rFonts w:cs="v5.0.0"/>
              </w:rPr>
            </w:pPr>
            <w:r w:rsidRPr="00EF2F0E">
              <w:rPr>
                <w:rFonts w:cs="v5.0.0"/>
              </w:rPr>
              <w:t>Down (TPC command "0")</w:t>
            </w:r>
          </w:p>
        </w:tc>
        <w:tc>
          <w:tcPr>
            <w:tcW w:w="850" w:type="dxa"/>
            <w:shd w:val="clear" w:color="auto" w:fill="auto"/>
          </w:tcPr>
          <w:p w14:paraId="0984D30E" w14:textId="77777777" w:rsidR="003E32EB" w:rsidRPr="00EF2F0E" w:rsidRDefault="003E32EB" w:rsidP="00A40339">
            <w:pPr>
              <w:pStyle w:val="TAC"/>
              <w:rPr>
                <w:rFonts w:cs="v5.0.0"/>
              </w:rPr>
            </w:pPr>
            <w:r w:rsidRPr="00EF2F0E">
              <w:rPr>
                <w:rFonts w:cs="Arial"/>
              </w:rPr>
              <w:t>-1,0 dB</w:t>
            </w:r>
          </w:p>
        </w:tc>
        <w:tc>
          <w:tcPr>
            <w:tcW w:w="851" w:type="dxa"/>
            <w:shd w:val="clear" w:color="auto" w:fill="auto"/>
          </w:tcPr>
          <w:p w14:paraId="0984D30F" w14:textId="77777777" w:rsidR="003E32EB" w:rsidRPr="00EF2F0E" w:rsidRDefault="003E32EB" w:rsidP="00A40339">
            <w:pPr>
              <w:pStyle w:val="TAC"/>
              <w:rPr>
                <w:rFonts w:cs="v5.0.0"/>
              </w:rPr>
            </w:pPr>
            <w:r w:rsidRPr="00EF2F0E">
              <w:rPr>
                <w:rFonts w:cs="Arial"/>
              </w:rPr>
              <w:t>-3,0 dB</w:t>
            </w:r>
          </w:p>
        </w:tc>
        <w:tc>
          <w:tcPr>
            <w:tcW w:w="992" w:type="dxa"/>
            <w:shd w:val="clear" w:color="auto" w:fill="auto"/>
          </w:tcPr>
          <w:p w14:paraId="0984D310" w14:textId="77777777" w:rsidR="003E32EB" w:rsidRPr="00EF2F0E" w:rsidRDefault="003E32EB" w:rsidP="00A40339">
            <w:pPr>
              <w:pStyle w:val="TAC"/>
              <w:rPr>
                <w:rFonts w:cs="v5.0.0"/>
              </w:rPr>
            </w:pPr>
            <w:r w:rsidRPr="00EF2F0E">
              <w:rPr>
                <w:rFonts w:cs="Arial"/>
              </w:rPr>
              <w:t>-0,75 dB</w:t>
            </w:r>
          </w:p>
        </w:tc>
        <w:tc>
          <w:tcPr>
            <w:tcW w:w="851" w:type="dxa"/>
            <w:shd w:val="clear" w:color="auto" w:fill="auto"/>
          </w:tcPr>
          <w:p w14:paraId="0984D311" w14:textId="77777777" w:rsidR="003E32EB" w:rsidRPr="00EF2F0E" w:rsidRDefault="003E32EB" w:rsidP="00A40339">
            <w:pPr>
              <w:pStyle w:val="TAC"/>
              <w:rPr>
                <w:rFonts w:cs="v5.0.0"/>
              </w:rPr>
            </w:pPr>
            <w:r w:rsidRPr="00EF2F0E">
              <w:rPr>
                <w:rFonts w:cs="Arial"/>
              </w:rPr>
              <w:t>-2,25 dB</w:t>
            </w:r>
          </w:p>
        </w:tc>
        <w:tc>
          <w:tcPr>
            <w:tcW w:w="850" w:type="dxa"/>
            <w:shd w:val="clear" w:color="auto" w:fill="auto"/>
          </w:tcPr>
          <w:p w14:paraId="0984D312" w14:textId="77777777" w:rsidR="003E32EB" w:rsidRPr="00EF2F0E" w:rsidRDefault="003E32EB" w:rsidP="00A40339">
            <w:pPr>
              <w:pStyle w:val="TAC"/>
              <w:rPr>
                <w:rFonts w:cs="v5.0.0"/>
              </w:rPr>
            </w:pPr>
            <w:r w:rsidRPr="00EF2F0E">
              <w:rPr>
                <w:rFonts w:cs="v5.0.0"/>
              </w:rPr>
              <w:t>-0,5 dB</w:t>
            </w:r>
          </w:p>
        </w:tc>
        <w:tc>
          <w:tcPr>
            <w:tcW w:w="851" w:type="dxa"/>
            <w:shd w:val="clear" w:color="auto" w:fill="auto"/>
          </w:tcPr>
          <w:p w14:paraId="0984D313" w14:textId="77777777" w:rsidR="003E32EB" w:rsidRPr="00EF2F0E" w:rsidRDefault="003E32EB" w:rsidP="00A40339">
            <w:pPr>
              <w:pStyle w:val="TAC"/>
              <w:rPr>
                <w:rFonts w:cs="v5.0.0"/>
              </w:rPr>
            </w:pPr>
            <w:r w:rsidRPr="00EF2F0E">
              <w:rPr>
                <w:rFonts w:cs="v5.0.0"/>
              </w:rPr>
              <w:t>-1,5 dB</w:t>
            </w:r>
          </w:p>
        </w:tc>
        <w:tc>
          <w:tcPr>
            <w:tcW w:w="850" w:type="dxa"/>
            <w:shd w:val="clear" w:color="auto" w:fill="auto"/>
          </w:tcPr>
          <w:p w14:paraId="0984D314" w14:textId="77777777" w:rsidR="003E32EB" w:rsidRPr="00EF2F0E" w:rsidRDefault="003E32EB" w:rsidP="00A40339">
            <w:pPr>
              <w:pStyle w:val="TAC"/>
              <w:rPr>
                <w:rFonts w:cs="v5.0.0"/>
              </w:rPr>
            </w:pPr>
            <w:r w:rsidRPr="00EF2F0E">
              <w:rPr>
                <w:rFonts w:cs="v5.0.0"/>
              </w:rPr>
              <w:t>-0,25 dB</w:t>
            </w:r>
          </w:p>
        </w:tc>
        <w:tc>
          <w:tcPr>
            <w:tcW w:w="851" w:type="dxa"/>
            <w:shd w:val="clear" w:color="auto" w:fill="auto"/>
          </w:tcPr>
          <w:p w14:paraId="0984D315" w14:textId="77777777" w:rsidR="003E32EB" w:rsidRPr="00EF2F0E" w:rsidRDefault="003E32EB" w:rsidP="00A40339">
            <w:pPr>
              <w:pStyle w:val="TAC"/>
              <w:rPr>
                <w:rFonts w:cs="v5.0.0"/>
              </w:rPr>
            </w:pPr>
            <w:r w:rsidRPr="00EF2F0E">
              <w:rPr>
                <w:rFonts w:cs="v5.0.0"/>
              </w:rPr>
              <w:t>-0,75 dB</w:t>
            </w:r>
          </w:p>
        </w:tc>
      </w:tr>
      <w:tr w:rsidR="003E32EB" w:rsidRPr="00EF2F0E" w14:paraId="0984D318" w14:textId="77777777" w:rsidTr="00A40339">
        <w:tblPrEx>
          <w:tblLook w:val="04A0" w:firstRow="1" w:lastRow="0" w:firstColumn="1" w:lastColumn="0" w:noHBand="0" w:noVBand="1"/>
        </w:tblPrEx>
        <w:trPr>
          <w:cantSplit/>
          <w:jc w:val="center"/>
        </w:trPr>
        <w:tc>
          <w:tcPr>
            <w:tcW w:w="9450" w:type="dxa"/>
            <w:gridSpan w:val="10"/>
            <w:tcBorders>
              <w:top w:val="single" w:sz="2" w:space="0" w:color="auto"/>
              <w:left w:val="single" w:sz="2" w:space="0" w:color="auto"/>
              <w:bottom w:val="single" w:sz="2" w:space="0" w:color="auto"/>
              <w:right w:val="single" w:sz="2" w:space="0" w:color="auto"/>
            </w:tcBorders>
            <w:hideMark/>
          </w:tcPr>
          <w:p w14:paraId="0984D317" w14:textId="77777777" w:rsidR="003E32EB" w:rsidRPr="00EF2F0E" w:rsidRDefault="003E32EB" w:rsidP="00A40339">
            <w:pPr>
              <w:pStyle w:val="TAN"/>
            </w:pPr>
            <w:r w:rsidRPr="00EF2F0E">
              <w:t>NOTE:</w:t>
            </w:r>
            <w:r w:rsidRPr="00EF2F0E">
              <w:rPr>
                <w:rFonts w:eastAsia="Osaka" w:cs="v5.0.0"/>
              </w:rPr>
              <w:tab/>
            </w:r>
            <w:r w:rsidRPr="00EF2F0E">
              <w:t xml:space="preserve">These requirements are optional for AAS BS in </w:t>
            </w:r>
            <w:r w:rsidRPr="00EF2F0E">
              <w:rPr>
                <w:i/>
              </w:rPr>
              <w:t>single RAT UTRA operation</w:t>
            </w:r>
            <w:r w:rsidRPr="00EF2F0E">
              <w:t xml:space="preserve">, or in </w:t>
            </w:r>
            <w:r w:rsidRPr="00EF2F0E">
              <w:rPr>
                <w:i/>
              </w:rPr>
              <w:t>MSR operation</w:t>
            </w:r>
            <w:r w:rsidRPr="00EF2F0E">
              <w:t xml:space="preserve"> using UTRA FDD.</w:t>
            </w:r>
          </w:p>
        </w:tc>
      </w:tr>
    </w:tbl>
    <w:p w14:paraId="0984D319" w14:textId="77777777" w:rsidR="003E32EB" w:rsidRPr="00EF2F0E" w:rsidRDefault="003E32EB" w:rsidP="00A40339">
      <w:pPr>
        <w:rPr>
          <w:rFonts w:cs="v5.0.0"/>
        </w:rPr>
      </w:pPr>
    </w:p>
    <w:p w14:paraId="0984D31A" w14:textId="77777777" w:rsidR="003E32EB" w:rsidRPr="00EF2F0E" w:rsidRDefault="003E32EB" w:rsidP="00A40339">
      <w:pPr>
        <w:pStyle w:val="TH"/>
        <w:rPr>
          <w:rFonts w:cs="v5.0.0"/>
        </w:rPr>
      </w:pPr>
      <w:r w:rsidRPr="00EF2F0E">
        <w:rPr>
          <w:rFonts w:cs="v5.0.0"/>
        </w:rPr>
        <w:t xml:space="preserve">Table 6.3.2.3-2: UTRA FDD </w:t>
      </w:r>
      <w:r w:rsidRPr="00EF2F0E">
        <w:rPr>
          <w:rFonts w:cs="v5.0.0"/>
          <w:i/>
        </w:rPr>
        <w:t>TAB connector</w:t>
      </w:r>
      <w:r w:rsidRPr="00EF2F0E">
        <w:rPr>
          <w:rFonts w:cs="v5.0.0"/>
        </w:rPr>
        <w:t xml:space="preserve"> aggregated power control step range</w:t>
      </w:r>
    </w:p>
    <w:tbl>
      <w:tblPr>
        <w:tblW w:w="945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98"/>
        <w:gridCol w:w="850"/>
        <w:gridCol w:w="851"/>
        <w:gridCol w:w="992"/>
        <w:gridCol w:w="851"/>
        <w:gridCol w:w="850"/>
        <w:gridCol w:w="851"/>
        <w:gridCol w:w="850"/>
        <w:gridCol w:w="851"/>
        <w:gridCol w:w="6"/>
      </w:tblGrid>
      <w:tr w:rsidR="003401A4" w:rsidRPr="00EF2F0E" w14:paraId="0984D31D" w14:textId="77777777" w:rsidTr="00A40339">
        <w:trPr>
          <w:gridAfter w:val="1"/>
          <w:wAfter w:w="6" w:type="dxa"/>
          <w:cantSplit/>
          <w:tblHeader/>
          <w:jc w:val="center"/>
        </w:trPr>
        <w:tc>
          <w:tcPr>
            <w:tcW w:w="2498" w:type="dxa"/>
            <w:shd w:val="clear" w:color="auto" w:fill="auto"/>
          </w:tcPr>
          <w:p w14:paraId="0984D31B" w14:textId="77777777" w:rsidR="003E32EB" w:rsidRPr="00EF2F0E" w:rsidRDefault="003E32EB" w:rsidP="00A40339">
            <w:pPr>
              <w:pStyle w:val="TAH"/>
              <w:rPr>
                <w:rFonts w:cs="v5.0.0"/>
              </w:rPr>
            </w:pPr>
            <w:r w:rsidRPr="00EF2F0E">
              <w:rPr>
                <w:rFonts w:cs="v5.0.0"/>
              </w:rPr>
              <w:t>Power control commands in the down link</w:t>
            </w:r>
          </w:p>
        </w:tc>
        <w:tc>
          <w:tcPr>
            <w:tcW w:w="6946" w:type="dxa"/>
            <w:gridSpan w:val="8"/>
            <w:shd w:val="clear" w:color="auto" w:fill="auto"/>
          </w:tcPr>
          <w:p w14:paraId="0984D31C" w14:textId="77777777" w:rsidR="003E32EB" w:rsidRPr="00EF2F0E" w:rsidRDefault="003E32EB" w:rsidP="00A40339">
            <w:pPr>
              <w:pStyle w:val="TAH"/>
              <w:rPr>
                <w:rFonts w:cs="Arial"/>
              </w:rPr>
            </w:pPr>
            <w:r w:rsidRPr="00EF2F0E">
              <w:rPr>
                <w:rFonts w:cs="v5.0.0"/>
              </w:rPr>
              <w:t>Transmitter aggregated power control step change</w:t>
            </w:r>
            <w:r w:rsidRPr="00EF2F0E">
              <w:rPr>
                <w:rFonts w:cs="v5.0.0"/>
              </w:rPr>
              <w:br/>
              <w:t xml:space="preserve"> after 10 consecutive equal commands (up or down)</w:t>
            </w:r>
          </w:p>
        </w:tc>
      </w:tr>
      <w:tr w:rsidR="003401A4" w:rsidRPr="00EF2F0E" w14:paraId="0984D326" w14:textId="77777777" w:rsidTr="00A40339">
        <w:trPr>
          <w:gridAfter w:val="1"/>
          <w:wAfter w:w="6" w:type="dxa"/>
          <w:cantSplit/>
          <w:jc w:val="center"/>
        </w:trPr>
        <w:tc>
          <w:tcPr>
            <w:tcW w:w="2498" w:type="dxa"/>
            <w:shd w:val="clear" w:color="auto" w:fill="auto"/>
          </w:tcPr>
          <w:p w14:paraId="0984D31E" w14:textId="77777777" w:rsidR="003E32EB" w:rsidRPr="00EF2F0E" w:rsidRDefault="003E32EB" w:rsidP="00A40339">
            <w:pPr>
              <w:pStyle w:val="TAH"/>
              <w:rPr>
                <w:rFonts w:cs="v5.0.0"/>
              </w:rPr>
            </w:pPr>
          </w:p>
        </w:tc>
        <w:tc>
          <w:tcPr>
            <w:tcW w:w="1701" w:type="dxa"/>
            <w:gridSpan w:val="2"/>
            <w:shd w:val="clear" w:color="auto" w:fill="auto"/>
          </w:tcPr>
          <w:p w14:paraId="0984D31F" w14:textId="77777777" w:rsidR="003E32EB" w:rsidRPr="00EF2F0E" w:rsidRDefault="003E32EB" w:rsidP="00A40339">
            <w:pPr>
              <w:pStyle w:val="TAH"/>
              <w:rPr>
                <w:rFonts w:cs="Arial"/>
              </w:rPr>
            </w:pPr>
            <w:r w:rsidRPr="00EF2F0E">
              <w:rPr>
                <w:rFonts w:cs="Arial"/>
              </w:rPr>
              <w:t>2 dB step size</w:t>
            </w:r>
          </w:p>
          <w:p w14:paraId="0984D320" w14:textId="77777777" w:rsidR="003E32EB" w:rsidRPr="00EF2F0E" w:rsidRDefault="003E32EB" w:rsidP="00A40339">
            <w:pPr>
              <w:pStyle w:val="TAH"/>
              <w:rPr>
                <w:rFonts w:cs="v5.0.0"/>
              </w:rPr>
            </w:pPr>
            <w:r w:rsidRPr="00EF2F0E">
              <w:rPr>
                <w:rFonts w:cs="Arial"/>
                <w:b w:val="0"/>
              </w:rPr>
              <w:t>(NOTE)</w:t>
            </w:r>
          </w:p>
        </w:tc>
        <w:tc>
          <w:tcPr>
            <w:tcW w:w="1843" w:type="dxa"/>
            <w:gridSpan w:val="2"/>
            <w:shd w:val="clear" w:color="auto" w:fill="auto"/>
          </w:tcPr>
          <w:p w14:paraId="0984D321" w14:textId="77777777" w:rsidR="003E32EB" w:rsidRPr="00EF2F0E" w:rsidRDefault="003E32EB" w:rsidP="00A40339">
            <w:pPr>
              <w:pStyle w:val="TAH"/>
              <w:rPr>
                <w:rFonts w:cs="Arial"/>
              </w:rPr>
            </w:pPr>
            <w:r w:rsidRPr="00EF2F0E">
              <w:rPr>
                <w:rFonts w:cs="Arial"/>
              </w:rPr>
              <w:t>1,5 dB step size</w:t>
            </w:r>
          </w:p>
          <w:p w14:paraId="0984D322" w14:textId="77777777" w:rsidR="003E32EB" w:rsidRPr="00EF2F0E" w:rsidRDefault="003E32EB" w:rsidP="00A40339">
            <w:pPr>
              <w:pStyle w:val="TAH"/>
              <w:rPr>
                <w:rFonts w:cs="v5.0.0"/>
              </w:rPr>
            </w:pPr>
            <w:r w:rsidRPr="00EF2F0E">
              <w:rPr>
                <w:rFonts w:cs="Arial"/>
                <w:b w:val="0"/>
              </w:rPr>
              <w:t>(NOTE)</w:t>
            </w:r>
          </w:p>
        </w:tc>
        <w:tc>
          <w:tcPr>
            <w:tcW w:w="1701" w:type="dxa"/>
            <w:gridSpan w:val="2"/>
            <w:shd w:val="clear" w:color="auto" w:fill="auto"/>
          </w:tcPr>
          <w:p w14:paraId="0984D323" w14:textId="77777777" w:rsidR="003E32EB" w:rsidRPr="00EF2F0E" w:rsidRDefault="003E32EB" w:rsidP="00A40339">
            <w:pPr>
              <w:pStyle w:val="TAH"/>
              <w:rPr>
                <w:rFonts w:cs="v5.0.0"/>
              </w:rPr>
            </w:pPr>
            <w:r w:rsidRPr="00EF2F0E">
              <w:rPr>
                <w:rFonts w:cs="v5.0.0"/>
              </w:rPr>
              <w:t>1 dB step size</w:t>
            </w:r>
          </w:p>
        </w:tc>
        <w:tc>
          <w:tcPr>
            <w:tcW w:w="1701" w:type="dxa"/>
            <w:gridSpan w:val="2"/>
            <w:shd w:val="clear" w:color="auto" w:fill="auto"/>
          </w:tcPr>
          <w:p w14:paraId="0984D324" w14:textId="77777777" w:rsidR="003E32EB" w:rsidRPr="00EF2F0E" w:rsidRDefault="003E32EB" w:rsidP="00A40339">
            <w:pPr>
              <w:pStyle w:val="TAH"/>
              <w:rPr>
                <w:rFonts w:cs="Arial"/>
              </w:rPr>
            </w:pPr>
            <w:r w:rsidRPr="00EF2F0E">
              <w:rPr>
                <w:rFonts w:cs="v5.0.0"/>
              </w:rPr>
              <w:t>0,5 dB step size</w:t>
            </w:r>
          </w:p>
          <w:p w14:paraId="0984D325" w14:textId="77777777" w:rsidR="003E32EB" w:rsidRPr="00EF2F0E" w:rsidRDefault="003E32EB" w:rsidP="00A40339">
            <w:pPr>
              <w:pStyle w:val="TAH"/>
              <w:rPr>
                <w:rFonts w:cs="v5.0.0"/>
              </w:rPr>
            </w:pPr>
            <w:r w:rsidRPr="00EF2F0E">
              <w:rPr>
                <w:rFonts w:cs="Arial"/>
                <w:b w:val="0"/>
              </w:rPr>
              <w:t>(NOTE)</w:t>
            </w:r>
          </w:p>
        </w:tc>
      </w:tr>
      <w:tr w:rsidR="003401A4" w:rsidRPr="00EF2F0E" w14:paraId="0984D330" w14:textId="77777777" w:rsidTr="00A40339">
        <w:trPr>
          <w:gridAfter w:val="1"/>
          <w:wAfter w:w="6" w:type="dxa"/>
          <w:cantSplit/>
          <w:jc w:val="center"/>
        </w:trPr>
        <w:tc>
          <w:tcPr>
            <w:tcW w:w="2498" w:type="dxa"/>
            <w:shd w:val="clear" w:color="auto" w:fill="auto"/>
          </w:tcPr>
          <w:p w14:paraId="0984D327" w14:textId="77777777" w:rsidR="003E32EB" w:rsidRPr="00EF2F0E" w:rsidRDefault="003E32EB" w:rsidP="00A40339">
            <w:pPr>
              <w:pStyle w:val="TAL"/>
              <w:rPr>
                <w:rFonts w:cs="v5.0.0"/>
              </w:rPr>
            </w:pPr>
          </w:p>
        </w:tc>
        <w:tc>
          <w:tcPr>
            <w:tcW w:w="850" w:type="dxa"/>
            <w:shd w:val="clear" w:color="auto" w:fill="auto"/>
          </w:tcPr>
          <w:p w14:paraId="0984D328" w14:textId="77777777" w:rsidR="003E32EB" w:rsidRPr="00EF2F0E" w:rsidRDefault="003E32EB" w:rsidP="00A40339">
            <w:pPr>
              <w:pStyle w:val="TAC"/>
              <w:rPr>
                <w:rFonts w:cs="v5.0.0"/>
              </w:rPr>
            </w:pPr>
            <w:r w:rsidRPr="00EF2F0E">
              <w:rPr>
                <w:rFonts w:cs="Arial"/>
              </w:rPr>
              <w:t>Lower</w:t>
            </w:r>
          </w:p>
        </w:tc>
        <w:tc>
          <w:tcPr>
            <w:tcW w:w="851" w:type="dxa"/>
            <w:shd w:val="clear" w:color="auto" w:fill="auto"/>
          </w:tcPr>
          <w:p w14:paraId="0984D329" w14:textId="77777777" w:rsidR="003E32EB" w:rsidRPr="00EF2F0E" w:rsidRDefault="003E32EB" w:rsidP="00A40339">
            <w:pPr>
              <w:pStyle w:val="TAC"/>
              <w:rPr>
                <w:rFonts w:cs="v5.0.0"/>
              </w:rPr>
            </w:pPr>
            <w:r w:rsidRPr="00EF2F0E">
              <w:rPr>
                <w:rFonts w:cs="Arial"/>
              </w:rPr>
              <w:t>Upper</w:t>
            </w:r>
          </w:p>
        </w:tc>
        <w:tc>
          <w:tcPr>
            <w:tcW w:w="992" w:type="dxa"/>
            <w:shd w:val="clear" w:color="auto" w:fill="auto"/>
          </w:tcPr>
          <w:p w14:paraId="0984D32A" w14:textId="77777777" w:rsidR="003E32EB" w:rsidRPr="00EF2F0E" w:rsidRDefault="003E32EB" w:rsidP="00A40339">
            <w:pPr>
              <w:pStyle w:val="TAC"/>
              <w:rPr>
                <w:rFonts w:cs="v5.0.0"/>
              </w:rPr>
            </w:pPr>
            <w:r w:rsidRPr="00EF2F0E">
              <w:rPr>
                <w:rFonts w:cs="Arial"/>
              </w:rPr>
              <w:t>Lower</w:t>
            </w:r>
          </w:p>
        </w:tc>
        <w:tc>
          <w:tcPr>
            <w:tcW w:w="851" w:type="dxa"/>
            <w:shd w:val="clear" w:color="auto" w:fill="auto"/>
          </w:tcPr>
          <w:p w14:paraId="0984D32B" w14:textId="77777777" w:rsidR="003E32EB" w:rsidRPr="00EF2F0E" w:rsidRDefault="003E32EB" w:rsidP="00A40339">
            <w:pPr>
              <w:pStyle w:val="TAC"/>
              <w:rPr>
                <w:rFonts w:cs="v5.0.0"/>
              </w:rPr>
            </w:pPr>
            <w:r w:rsidRPr="00EF2F0E">
              <w:rPr>
                <w:rFonts w:cs="Arial"/>
              </w:rPr>
              <w:t>Upper</w:t>
            </w:r>
          </w:p>
        </w:tc>
        <w:tc>
          <w:tcPr>
            <w:tcW w:w="850" w:type="dxa"/>
            <w:shd w:val="clear" w:color="auto" w:fill="auto"/>
          </w:tcPr>
          <w:p w14:paraId="0984D32C" w14:textId="77777777" w:rsidR="003E32EB" w:rsidRPr="00EF2F0E" w:rsidRDefault="003E32EB" w:rsidP="00A40339">
            <w:pPr>
              <w:pStyle w:val="TAC"/>
              <w:rPr>
                <w:rFonts w:cs="v5.0.0"/>
              </w:rPr>
            </w:pPr>
            <w:r w:rsidRPr="00EF2F0E">
              <w:rPr>
                <w:rFonts w:cs="v5.0.0"/>
              </w:rPr>
              <w:t>Lower</w:t>
            </w:r>
          </w:p>
        </w:tc>
        <w:tc>
          <w:tcPr>
            <w:tcW w:w="851" w:type="dxa"/>
            <w:shd w:val="clear" w:color="auto" w:fill="auto"/>
          </w:tcPr>
          <w:p w14:paraId="0984D32D" w14:textId="77777777" w:rsidR="003E32EB" w:rsidRPr="00EF2F0E" w:rsidRDefault="003E32EB" w:rsidP="00A40339">
            <w:pPr>
              <w:pStyle w:val="TAC"/>
              <w:rPr>
                <w:rFonts w:cs="v5.0.0"/>
              </w:rPr>
            </w:pPr>
            <w:r w:rsidRPr="00EF2F0E">
              <w:rPr>
                <w:rFonts w:cs="v5.0.0"/>
              </w:rPr>
              <w:t>Upper</w:t>
            </w:r>
          </w:p>
        </w:tc>
        <w:tc>
          <w:tcPr>
            <w:tcW w:w="850" w:type="dxa"/>
            <w:shd w:val="clear" w:color="auto" w:fill="auto"/>
          </w:tcPr>
          <w:p w14:paraId="0984D32E" w14:textId="77777777" w:rsidR="003E32EB" w:rsidRPr="00EF2F0E" w:rsidRDefault="003E32EB" w:rsidP="00A40339">
            <w:pPr>
              <w:pStyle w:val="TAC"/>
              <w:rPr>
                <w:rFonts w:cs="v5.0.0"/>
              </w:rPr>
            </w:pPr>
            <w:r w:rsidRPr="00EF2F0E">
              <w:rPr>
                <w:rFonts w:cs="v5.0.0"/>
              </w:rPr>
              <w:t>Lower</w:t>
            </w:r>
          </w:p>
        </w:tc>
        <w:tc>
          <w:tcPr>
            <w:tcW w:w="851" w:type="dxa"/>
            <w:shd w:val="clear" w:color="auto" w:fill="auto"/>
          </w:tcPr>
          <w:p w14:paraId="0984D32F" w14:textId="77777777" w:rsidR="003E32EB" w:rsidRPr="00EF2F0E" w:rsidRDefault="003E32EB" w:rsidP="00A40339">
            <w:pPr>
              <w:pStyle w:val="TAC"/>
              <w:rPr>
                <w:rFonts w:cs="v5.0.0"/>
              </w:rPr>
            </w:pPr>
            <w:r w:rsidRPr="00EF2F0E">
              <w:rPr>
                <w:rFonts w:cs="v5.0.0"/>
              </w:rPr>
              <w:t>Upper</w:t>
            </w:r>
          </w:p>
        </w:tc>
      </w:tr>
      <w:tr w:rsidR="003401A4" w:rsidRPr="00EF2F0E" w14:paraId="0984D33A" w14:textId="77777777" w:rsidTr="00A40339">
        <w:trPr>
          <w:gridAfter w:val="1"/>
          <w:wAfter w:w="6" w:type="dxa"/>
          <w:cantSplit/>
          <w:jc w:val="center"/>
        </w:trPr>
        <w:tc>
          <w:tcPr>
            <w:tcW w:w="2498" w:type="dxa"/>
            <w:shd w:val="clear" w:color="auto" w:fill="auto"/>
          </w:tcPr>
          <w:p w14:paraId="0984D331" w14:textId="77777777" w:rsidR="003E32EB" w:rsidRPr="00EF2F0E" w:rsidRDefault="003E32EB" w:rsidP="00A40339">
            <w:pPr>
              <w:pStyle w:val="TAL"/>
              <w:rPr>
                <w:rFonts w:cs="Arial"/>
              </w:rPr>
            </w:pPr>
            <w:r w:rsidRPr="00EF2F0E">
              <w:t>Up (TPC command "1")</w:t>
            </w:r>
          </w:p>
        </w:tc>
        <w:tc>
          <w:tcPr>
            <w:tcW w:w="850" w:type="dxa"/>
            <w:shd w:val="clear" w:color="auto" w:fill="auto"/>
          </w:tcPr>
          <w:p w14:paraId="0984D332" w14:textId="77777777" w:rsidR="003E32EB" w:rsidRPr="00EF2F0E" w:rsidRDefault="003E32EB" w:rsidP="00A40339">
            <w:pPr>
              <w:pStyle w:val="TAC"/>
              <w:rPr>
                <w:rFonts w:cs="v5.0.0"/>
              </w:rPr>
            </w:pPr>
            <w:r w:rsidRPr="00EF2F0E">
              <w:rPr>
                <w:rFonts w:cs="Arial"/>
              </w:rPr>
              <w:t>+16 dB</w:t>
            </w:r>
          </w:p>
        </w:tc>
        <w:tc>
          <w:tcPr>
            <w:tcW w:w="851" w:type="dxa"/>
            <w:shd w:val="clear" w:color="auto" w:fill="auto"/>
          </w:tcPr>
          <w:p w14:paraId="0984D333" w14:textId="77777777" w:rsidR="003E32EB" w:rsidRPr="00EF2F0E" w:rsidRDefault="003E32EB" w:rsidP="00A40339">
            <w:pPr>
              <w:pStyle w:val="TAC"/>
              <w:rPr>
                <w:rFonts w:cs="v5.0.0"/>
              </w:rPr>
            </w:pPr>
            <w:r w:rsidRPr="00EF2F0E">
              <w:rPr>
                <w:rFonts w:cs="Arial"/>
              </w:rPr>
              <w:t>+24 dB</w:t>
            </w:r>
          </w:p>
        </w:tc>
        <w:tc>
          <w:tcPr>
            <w:tcW w:w="992" w:type="dxa"/>
            <w:shd w:val="clear" w:color="auto" w:fill="auto"/>
          </w:tcPr>
          <w:p w14:paraId="0984D334" w14:textId="77777777" w:rsidR="003E32EB" w:rsidRPr="00EF2F0E" w:rsidRDefault="003E32EB" w:rsidP="00A40339">
            <w:pPr>
              <w:pStyle w:val="TAC"/>
              <w:rPr>
                <w:rFonts w:cs="v5.0.0"/>
              </w:rPr>
            </w:pPr>
            <w:r w:rsidRPr="00EF2F0E">
              <w:rPr>
                <w:rFonts w:cs="Arial"/>
              </w:rPr>
              <w:t>+12 dB</w:t>
            </w:r>
          </w:p>
        </w:tc>
        <w:tc>
          <w:tcPr>
            <w:tcW w:w="851" w:type="dxa"/>
            <w:shd w:val="clear" w:color="auto" w:fill="auto"/>
          </w:tcPr>
          <w:p w14:paraId="0984D335" w14:textId="77777777" w:rsidR="003E32EB" w:rsidRPr="00EF2F0E" w:rsidRDefault="003E32EB" w:rsidP="00A40339">
            <w:pPr>
              <w:pStyle w:val="TAC"/>
              <w:rPr>
                <w:rFonts w:cs="v5.0.0"/>
              </w:rPr>
            </w:pPr>
            <w:r w:rsidRPr="00EF2F0E">
              <w:rPr>
                <w:rFonts w:cs="Arial"/>
              </w:rPr>
              <w:t>+18 dB</w:t>
            </w:r>
          </w:p>
        </w:tc>
        <w:tc>
          <w:tcPr>
            <w:tcW w:w="850" w:type="dxa"/>
            <w:shd w:val="clear" w:color="auto" w:fill="auto"/>
          </w:tcPr>
          <w:p w14:paraId="0984D336" w14:textId="77777777" w:rsidR="003E32EB" w:rsidRPr="00EF2F0E" w:rsidRDefault="003E32EB" w:rsidP="00A40339">
            <w:pPr>
              <w:pStyle w:val="TAC"/>
              <w:rPr>
                <w:rFonts w:cs="v5.0.0"/>
              </w:rPr>
            </w:pPr>
            <w:r w:rsidRPr="00EF2F0E">
              <w:rPr>
                <w:rFonts w:cs="v5.0.0"/>
              </w:rPr>
              <w:t>+8 dB</w:t>
            </w:r>
          </w:p>
        </w:tc>
        <w:tc>
          <w:tcPr>
            <w:tcW w:w="851" w:type="dxa"/>
            <w:shd w:val="clear" w:color="auto" w:fill="auto"/>
          </w:tcPr>
          <w:p w14:paraId="0984D337" w14:textId="77777777" w:rsidR="003E32EB" w:rsidRPr="00EF2F0E" w:rsidRDefault="003E32EB" w:rsidP="00A40339">
            <w:pPr>
              <w:pStyle w:val="TAC"/>
              <w:rPr>
                <w:rFonts w:cs="v5.0.0"/>
              </w:rPr>
            </w:pPr>
            <w:r w:rsidRPr="00EF2F0E">
              <w:rPr>
                <w:rFonts w:cs="v5.0.0"/>
              </w:rPr>
              <w:t>+12 dB</w:t>
            </w:r>
          </w:p>
        </w:tc>
        <w:tc>
          <w:tcPr>
            <w:tcW w:w="850" w:type="dxa"/>
            <w:shd w:val="clear" w:color="auto" w:fill="auto"/>
          </w:tcPr>
          <w:p w14:paraId="0984D338" w14:textId="77777777" w:rsidR="003E32EB" w:rsidRPr="00EF2F0E" w:rsidRDefault="003E32EB" w:rsidP="00A40339">
            <w:pPr>
              <w:pStyle w:val="TAC"/>
              <w:rPr>
                <w:rFonts w:cs="v5.0.0"/>
              </w:rPr>
            </w:pPr>
            <w:r w:rsidRPr="00EF2F0E">
              <w:rPr>
                <w:rFonts w:cs="v5.0.0"/>
              </w:rPr>
              <w:t>+4 dB</w:t>
            </w:r>
          </w:p>
        </w:tc>
        <w:tc>
          <w:tcPr>
            <w:tcW w:w="851" w:type="dxa"/>
            <w:shd w:val="clear" w:color="auto" w:fill="auto"/>
          </w:tcPr>
          <w:p w14:paraId="0984D339" w14:textId="77777777" w:rsidR="003E32EB" w:rsidRPr="00EF2F0E" w:rsidRDefault="003E32EB" w:rsidP="00A40339">
            <w:pPr>
              <w:pStyle w:val="TAC"/>
              <w:rPr>
                <w:rFonts w:cs="v5.0.0"/>
              </w:rPr>
            </w:pPr>
            <w:r w:rsidRPr="00EF2F0E">
              <w:rPr>
                <w:rFonts w:cs="v5.0.0"/>
              </w:rPr>
              <w:t>+6 dB</w:t>
            </w:r>
          </w:p>
        </w:tc>
      </w:tr>
      <w:tr w:rsidR="003401A4" w:rsidRPr="00EF2F0E" w14:paraId="0984D344" w14:textId="77777777" w:rsidTr="00A40339">
        <w:trPr>
          <w:gridAfter w:val="1"/>
          <w:wAfter w:w="6" w:type="dxa"/>
          <w:cantSplit/>
          <w:jc w:val="center"/>
        </w:trPr>
        <w:tc>
          <w:tcPr>
            <w:tcW w:w="2498" w:type="dxa"/>
            <w:shd w:val="clear" w:color="auto" w:fill="auto"/>
          </w:tcPr>
          <w:p w14:paraId="0984D33B" w14:textId="77777777" w:rsidR="003E32EB" w:rsidRPr="00EF2F0E" w:rsidRDefault="003E32EB" w:rsidP="00A40339">
            <w:pPr>
              <w:pStyle w:val="TAL"/>
              <w:rPr>
                <w:rFonts w:cs="Arial"/>
              </w:rPr>
            </w:pPr>
            <w:r w:rsidRPr="00EF2F0E">
              <w:t>Down (TPC command "0")</w:t>
            </w:r>
          </w:p>
        </w:tc>
        <w:tc>
          <w:tcPr>
            <w:tcW w:w="850" w:type="dxa"/>
            <w:shd w:val="clear" w:color="auto" w:fill="auto"/>
          </w:tcPr>
          <w:p w14:paraId="0984D33C" w14:textId="77777777" w:rsidR="003E32EB" w:rsidRPr="00EF2F0E" w:rsidRDefault="003E32EB" w:rsidP="00A40339">
            <w:pPr>
              <w:pStyle w:val="TAC"/>
              <w:rPr>
                <w:rFonts w:cs="v5.0.0"/>
              </w:rPr>
            </w:pPr>
            <w:r w:rsidRPr="00EF2F0E">
              <w:rPr>
                <w:rFonts w:cs="Arial"/>
              </w:rPr>
              <w:t>-16 dB</w:t>
            </w:r>
          </w:p>
        </w:tc>
        <w:tc>
          <w:tcPr>
            <w:tcW w:w="851" w:type="dxa"/>
            <w:shd w:val="clear" w:color="auto" w:fill="auto"/>
          </w:tcPr>
          <w:p w14:paraId="0984D33D" w14:textId="77777777" w:rsidR="003E32EB" w:rsidRPr="00EF2F0E" w:rsidRDefault="003E32EB" w:rsidP="00A40339">
            <w:pPr>
              <w:pStyle w:val="TAC"/>
              <w:rPr>
                <w:rFonts w:cs="v5.0.0"/>
              </w:rPr>
            </w:pPr>
            <w:r w:rsidRPr="00EF2F0E">
              <w:rPr>
                <w:rFonts w:cs="Arial"/>
              </w:rPr>
              <w:t>-24 dB</w:t>
            </w:r>
          </w:p>
        </w:tc>
        <w:tc>
          <w:tcPr>
            <w:tcW w:w="992" w:type="dxa"/>
            <w:shd w:val="clear" w:color="auto" w:fill="auto"/>
          </w:tcPr>
          <w:p w14:paraId="0984D33E" w14:textId="77777777" w:rsidR="003E32EB" w:rsidRPr="00EF2F0E" w:rsidRDefault="003E32EB" w:rsidP="00A40339">
            <w:pPr>
              <w:pStyle w:val="TAC"/>
              <w:rPr>
                <w:rFonts w:cs="v5.0.0"/>
              </w:rPr>
            </w:pPr>
            <w:r w:rsidRPr="00EF2F0E">
              <w:rPr>
                <w:rFonts w:cs="Arial"/>
              </w:rPr>
              <w:t>-12 dB</w:t>
            </w:r>
          </w:p>
        </w:tc>
        <w:tc>
          <w:tcPr>
            <w:tcW w:w="851" w:type="dxa"/>
            <w:shd w:val="clear" w:color="auto" w:fill="auto"/>
          </w:tcPr>
          <w:p w14:paraId="0984D33F" w14:textId="77777777" w:rsidR="003E32EB" w:rsidRPr="00EF2F0E" w:rsidRDefault="003E32EB" w:rsidP="00A40339">
            <w:pPr>
              <w:pStyle w:val="TAC"/>
              <w:rPr>
                <w:rFonts w:cs="v5.0.0"/>
              </w:rPr>
            </w:pPr>
            <w:r w:rsidRPr="00EF2F0E">
              <w:rPr>
                <w:rFonts w:cs="Arial"/>
              </w:rPr>
              <w:t>-18 dB</w:t>
            </w:r>
          </w:p>
        </w:tc>
        <w:tc>
          <w:tcPr>
            <w:tcW w:w="850" w:type="dxa"/>
            <w:shd w:val="clear" w:color="auto" w:fill="auto"/>
          </w:tcPr>
          <w:p w14:paraId="0984D340" w14:textId="77777777" w:rsidR="003E32EB" w:rsidRPr="00EF2F0E" w:rsidRDefault="003E32EB" w:rsidP="00A40339">
            <w:pPr>
              <w:pStyle w:val="TAC"/>
              <w:rPr>
                <w:rFonts w:cs="v5.0.0"/>
              </w:rPr>
            </w:pPr>
            <w:r w:rsidRPr="00EF2F0E">
              <w:rPr>
                <w:rFonts w:cs="v5.0.0"/>
              </w:rPr>
              <w:t>-8 dB</w:t>
            </w:r>
          </w:p>
        </w:tc>
        <w:tc>
          <w:tcPr>
            <w:tcW w:w="851" w:type="dxa"/>
            <w:shd w:val="clear" w:color="auto" w:fill="auto"/>
          </w:tcPr>
          <w:p w14:paraId="0984D341" w14:textId="77777777" w:rsidR="003E32EB" w:rsidRPr="00EF2F0E" w:rsidRDefault="003E32EB" w:rsidP="00A40339">
            <w:pPr>
              <w:pStyle w:val="TAC"/>
              <w:rPr>
                <w:rFonts w:cs="v5.0.0"/>
              </w:rPr>
            </w:pPr>
            <w:r w:rsidRPr="00EF2F0E">
              <w:rPr>
                <w:rFonts w:cs="v5.0.0"/>
              </w:rPr>
              <w:t>-12 dB</w:t>
            </w:r>
          </w:p>
        </w:tc>
        <w:tc>
          <w:tcPr>
            <w:tcW w:w="850" w:type="dxa"/>
            <w:shd w:val="clear" w:color="auto" w:fill="auto"/>
          </w:tcPr>
          <w:p w14:paraId="0984D342" w14:textId="77777777" w:rsidR="003E32EB" w:rsidRPr="00EF2F0E" w:rsidRDefault="003E32EB" w:rsidP="00A40339">
            <w:pPr>
              <w:pStyle w:val="TAC"/>
              <w:rPr>
                <w:rFonts w:cs="v5.0.0"/>
              </w:rPr>
            </w:pPr>
            <w:r w:rsidRPr="00EF2F0E">
              <w:rPr>
                <w:rFonts w:cs="v5.0.0"/>
              </w:rPr>
              <w:t>-4 dB</w:t>
            </w:r>
          </w:p>
        </w:tc>
        <w:tc>
          <w:tcPr>
            <w:tcW w:w="851" w:type="dxa"/>
            <w:shd w:val="clear" w:color="auto" w:fill="auto"/>
          </w:tcPr>
          <w:p w14:paraId="0984D343" w14:textId="77777777" w:rsidR="003E32EB" w:rsidRPr="00EF2F0E" w:rsidRDefault="003E32EB" w:rsidP="00A40339">
            <w:pPr>
              <w:pStyle w:val="TAC"/>
              <w:rPr>
                <w:rFonts w:cs="v5.0.0"/>
              </w:rPr>
            </w:pPr>
            <w:r w:rsidRPr="00EF2F0E">
              <w:rPr>
                <w:rFonts w:cs="v5.0.0"/>
              </w:rPr>
              <w:t>-6 dB</w:t>
            </w:r>
          </w:p>
        </w:tc>
      </w:tr>
      <w:tr w:rsidR="003E32EB" w:rsidRPr="00EF2F0E" w14:paraId="0984D346" w14:textId="77777777" w:rsidTr="00A40339">
        <w:tblPrEx>
          <w:tblLook w:val="04A0" w:firstRow="1" w:lastRow="0" w:firstColumn="1" w:lastColumn="0" w:noHBand="0" w:noVBand="1"/>
        </w:tblPrEx>
        <w:trPr>
          <w:cantSplit/>
          <w:jc w:val="center"/>
        </w:trPr>
        <w:tc>
          <w:tcPr>
            <w:tcW w:w="9450" w:type="dxa"/>
            <w:gridSpan w:val="10"/>
            <w:tcBorders>
              <w:top w:val="single" w:sz="2" w:space="0" w:color="auto"/>
              <w:left w:val="single" w:sz="2" w:space="0" w:color="auto"/>
              <w:bottom w:val="single" w:sz="2" w:space="0" w:color="auto"/>
              <w:right w:val="single" w:sz="2" w:space="0" w:color="auto"/>
            </w:tcBorders>
            <w:hideMark/>
          </w:tcPr>
          <w:p w14:paraId="0984D345" w14:textId="77777777" w:rsidR="003E32EB" w:rsidRPr="00EF2F0E" w:rsidRDefault="003E32EB" w:rsidP="00A40339">
            <w:pPr>
              <w:pStyle w:val="TAN"/>
            </w:pPr>
            <w:r w:rsidRPr="00EF2F0E">
              <w:t>NOTE:</w:t>
            </w:r>
            <w:r w:rsidRPr="00EF2F0E">
              <w:rPr>
                <w:rFonts w:eastAsia="Osaka" w:cs="v5.0.0"/>
              </w:rPr>
              <w:tab/>
            </w:r>
            <w:r w:rsidRPr="00EF2F0E">
              <w:t xml:space="preserve">These requirements are optional for AAS BS in </w:t>
            </w:r>
            <w:r w:rsidRPr="00EF2F0E">
              <w:rPr>
                <w:i/>
              </w:rPr>
              <w:t>single RAT UTRA operation</w:t>
            </w:r>
            <w:r w:rsidRPr="00EF2F0E">
              <w:t xml:space="preserve">, or in </w:t>
            </w:r>
            <w:r w:rsidRPr="00EF2F0E">
              <w:rPr>
                <w:i/>
              </w:rPr>
              <w:t>MSR operation</w:t>
            </w:r>
            <w:r w:rsidRPr="00EF2F0E">
              <w:t xml:space="preserve"> using UTRA FDD.</w:t>
            </w:r>
          </w:p>
        </w:tc>
      </w:tr>
    </w:tbl>
    <w:p w14:paraId="0984D347" w14:textId="77777777" w:rsidR="003E32EB" w:rsidRPr="00EF2F0E" w:rsidRDefault="003E32EB" w:rsidP="00A40339"/>
    <w:p w14:paraId="0984D348" w14:textId="77777777" w:rsidR="003E32EB" w:rsidRPr="00EF2F0E" w:rsidRDefault="003E32EB" w:rsidP="00A40339">
      <w:pPr>
        <w:keepNext/>
        <w:rPr>
          <w:lang w:eastAsia="zh-CN"/>
        </w:rPr>
      </w:pPr>
      <w:r w:rsidRPr="00EF2F0E">
        <w:rPr>
          <w:rFonts w:cs="v4.2.0"/>
        </w:rPr>
        <w:t xml:space="preserve">For UTRA TDD 1,28 Mcps operation; the minimum requirements for AAS BS in </w:t>
      </w:r>
      <w:r w:rsidRPr="00EF2F0E">
        <w:rPr>
          <w:rFonts w:cs="v5.0.0"/>
          <w:i/>
        </w:rPr>
        <w:t>single RAT UTRA operation</w:t>
      </w:r>
      <w:r w:rsidRPr="00EF2F0E">
        <w:rPr>
          <w:rFonts w:cs="v4.2.0"/>
        </w:rPr>
        <w:t xml:space="preserve"> using TDD inner loop power control in the DL are the same as in 3GPP TS 25.105 [7], subclause 6.4.2.1.</w:t>
      </w:r>
    </w:p>
    <w:p w14:paraId="0984D349" w14:textId="77777777" w:rsidR="003E32EB" w:rsidRPr="00EF2F0E" w:rsidRDefault="003E32EB" w:rsidP="00A40339">
      <w:pPr>
        <w:pStyle w:val="Heading4"/>
        <w:rPr>
          <w:lang w:eastAsia="zh-CN"/>
        </w:rPr>
      </w:pPr>
      <w:bookmarkStart w:id="745" w:name="_Toc21095800"/>
      <w:bookmarkStart w:id="746" w:name="_Toc29762999"/>
      <w:bookmarkStart w:id="747" w:name="_Toc45869284"/>
      <w:bookmarkStart w:id="748" w:name="_Toc52554532"/>
      <w:bookmarkStart w:id="749" w:name="_Toc52555002"/>
      <w:bookmarkStart w:id="750" w:name="_Toc61112227"/>
      <w:bookmarkStart w:id="751" w:name="_Toc67911379"/>
      <w:bookmarkStart w:id="752" w:name="_Toc74842854"/>
      <w:bookmarkStart w:id="753" w:name="_Toc76503237"/>
      <w:bookmarkStart w:id="754" w:name="_Toc83040680"/>
      <w:bookmarkStart w:id="755" w:name="_Toc89851723"/>
      <w:bookmarkStart w:id="756" w:name="_Toc98676077"/>
      <w:r w:rsidRPr="00EF2F0E">
        <w:rPr>
          <w:lang w:eastAsia="zh-CN"/>
        </w:rPr>
        <w:t>6.3.2.4</w:t>
      </w:r>
      <w:r w:rsidRPr="00EF2F0E">
        <w:rPr>
          <w:lang w:eastAsia="zh-CN"/>
        </w:rPr>
        <w:tab/>
        <w:t>Minimum requirement for single RAT E-UTRA operation</w:t>
      </w:r>
      <w:bookmarkEnd w:id="745"/>
      <w:bookmarkEnd w:id="746"/>
      <w:bookmarkEnd w:id="747"/>
      <w:bookmarkEnd w:id="748"/>
      <w:bookmarkEnd w:id="749"/>
      <w:bookmarkEnd w:id="750"/>
      <w:bookmarkEnd w:id="751"/>
      <w:bookmarkEnd w:id="752"/>
      <w:bookmarkEnd w:id="753"/>
      <w:bookmarkEnd w:id="754"/>
      <w:bookmarkEnd w:id="755"/>
      <w:bookmarkEnd w:id="756"/>
    </w:p>
    <w:p w14:paraId="0984D34A" w14:textId="77777777" w:rsidR="003E32EB" w:rsidRPr="00EF2F0E" w:rsidRDefault="003E32EB" w:rsidP="00A40339">
      <w:pPr>
        <w:rPr>
          <w:lang w:eastAsia="zh-CN"/>
        </w:rPr>
      </w:pPr>
      <w:r w:rsidRPr="00EF2F0E">
        <w:rPr>
          <w:lang w:eastAsia="zh-CN"/>
        </w:rPr>
        <w:t>This requirement does not apply to E-UTRA operation.</w:t>
      </w:r>
    </w:p>
    <w:p w14:paraId="0984D34B" w14:textId="77777777" w:rsidR="003E32EB" w:rsidRPr="00EF2F0E" w:rsidRDefault="003E32EB" w:rsidP="00A40339">
      <w:pPr>
        <w:pStyle w:val="Heading3"/>
        <w:rPr>
          <w:lang w:eastAsia="zh-CN"/>
        </w:rPr>
      </w:pPr>
      <w:bookmarkStart w:id="757" w:name="_Toc21095801"/>
      <w:bookmarkStart w:id="758" w:name="_Toc29763000"/>
      <w:bookmarkStart w:id="759" w:name="_Toc45869285"/>
      <w:bookmarkStart w:id="760" w:name="_Toc52554533"/>
      <w:bookmarkStart w:id="761" w:name="_Toc52555003"/>
      <w:bookmarkStart w:id="762" w:name="_Toc61112228"/>
      <w:bookmarkStart w:id="763" w:name="_Toc67911380"/>
      <w:bookmarkStart w:id="764" w:name="_Toc74842855"/>
      <w:bookmarkStart w:id="765" w:name="_Toc76503238"/>
      <w:bookmarkStart w:id="766" w:name="_Toc83040681"/>
      <w:bookmarkStart w:id="767" w:name="_Toc89851724"/>
      <w:bookmarkStart w:id="768" w:name="_Toc98676078"/>
      <w:r w:rsidRPr="00EF2F0E">
        <w:rPr>
          <w:lang w:eastAsia="zh-CN"/>
        </w:rPr>
        <w:t>6.3.3</w:t>
      </w:r>
      <w:r w:rsidRPr="00EF2F0E">
        <w:rPr>
          <w:lang w:eastAsia="zh-CN"/>
        </w:rPr>
        <w:tab/>
        <w:t>Power control dynamic range</w:t>
      </w:r>
      <w:bookmarkEnd w:id="757"/>
      <w:bookmarkEnd w:id="758"/>
      <w:bookmarkEnd w:id="759"/>
      <w:bookmarkEnd w:id="760"/>
      <w:bookmarkEnd w:id="761"/>
      <w:bookmarkEnd w:id="762"/>
      <w:bookmarkEnd w:id="763"/>
      <w:bookmarkEnd w:id="764"/>
      <w:bookmarkEnd w:id="765"/>
      <w:bookmarkEnd w:id="766"/>
      <w:bookmarkEnd w:id="767"/>
      <w:bookmarkEnd w:id="768"/>
    </w:p>
    <w:p w14:paraId="0984D34C" w14:textId="77777777" w:rsidR="003E32EB" w:rsidRPr="00EF2F0E" w:rsidRDefault="003E32EB" w:rsidP="00A40339">
      <w:pPr>
        <w:pStyle w:val="Heading4"/>
      </w:pPr>
      <w:bookmarkStart w:id="769" w:name="_Toc21095802"/>
      <w:bookmarkStart w:id="770" w:name="_Toc29763001"/>
      <w:bookmarkStart w:id="771" w:name="_Toc45869286"/>
      <w:bookmarkStart w:id="772" w:name="_Toc52554534"/>
      <w:bookmarkStart w:id="773" w:name="_Toc52555004"/>
      <w:bookmarkStart w:id="774" w:name="_Toc61112229"/>
      <w:bookmarkStart w:id="775" w:name="_Toc67911381"/>
      <w:bookmarkStart w:id="776" w:name="_Toc74842856"/>
      <w:bookmarkStart w:id="777" w:name="_Toc76503239"/>
      <w:bookmarkStart w:id="778" w:name="_Toc83040682"/>
      <w:bookmarkStart w:id="779" w:name="_Toc89851725"/>
      <w:bookmarkStart w:id="780" w:name="_Toc98676079"/>
      <w:r w:rsidRPr="00EF2F0E">
        <w:t>6.3.3.1</w:t>
      </w:r>
      <w:r w:rsidRPr="00EF2F0E">
        <w:tab/>
        <w:t>General</w:t>
      </w:r>
      <w:bookmarkEnd w:id="769"/>
      <w:bookmarkEnd w:id="770"/>
      <w:bookmarkEnd w:id="771"/>
      <w:bookmarkEnd w:id="772"/>
      <w:bookmarkEnd w:id="773"/>
      <w:bookmarkEnd w:id="774"/>
      <w:bookmarkEnd w:id="775"/>
      <w:bookmarkEnd w:id="776"/>
      <w:bookmarkEnd w:id="777"/>
      <w:bookmarkEnd w:id="778"/>
      <w:bookmarkEnd w:id="779"/>
      <w:bookmarkEnd w:id="780"/>
    </w:p>
    <w:p w14:paraId="0984D34D" w14:textId="77777777" w:rsidR="003E32EB" w:rsidRPr="00EF2F0E" w:rsidRDefault="003E32EB" w:rsidP="00A40339">
      <w:pPr>
        <w:rPr>
          <w:rFonts w:cs="v5.0.0"/>
        </w:rPr>
      </w:pPr>
      <w:r w:rsidRPr="00EF2F0E">
        <w:rPr>
          <w:rFonts w:cs="v5.0.0"/>
        </w:rPr>
        <w:t xml:space="preserve">The power control dynamic range is the difference between the maximum and the minimum </w:t>
      </w:r>
      <w:r w:rsidRPr="00EF2F0E">
        <w:rPr>
          <w:i/>
        </w:rPr>
        <w:t>code domain</w:t>
      </w:r>
      <w:r w:rsidRPr="00EF2F0E">
        <w:rPr>
          <w:rFonts w:cs="v5.0.0"/>
          <w:i/>
        </w:rPr>
        <w:t xml:space="preserve"> power</w:t>
      </w:r>
      <w:r w:rsidRPr="00EF2F0E">
        <w:rPr>
          <w:rFonts w:cs="v5.0.0"/>
        </w:rPr>
        <w:t xml:space="preserve"> of a code channel for a specified reference condition.</w:t>
      </w:r>
    </w:p>
    <w:p w14:paraId="0984D34E" w14:textId="77777777" w:rsidR="003E32EB" w:rsidRPr="00EF2F0E" w:rsidRDefault="003E32EB" w:rsidP="00A40339">
      <w:r w:rsidRPr="00EF2F0E">
        <w:rPr>
          <w:rFonts w:cs="v5.0.0"/>
        </w:rPr>
        <w:t xml:space="preserve">This requirement applies at each </w:t>
      </w:r>
      <w:r w:rsidRPr="00EF2F0E">
        <w:rPr>
          <w:rFonts w:cs="v5.0.0"/>
          <w:i/>
        </w:rPr>
        <w:t>TAB connector</w:t>
      </w:r>
      <w:r w:rsidRPr="00EF2F0E">
        <w:rPr>
          <w:rFonts w:cs="v5.0.0"/>
        </w:rPr>
        <w:t xml:space="preserve"> supporting transmission in the operating band.</w:t>
      </w:r>
    </w:p>
    <w:p w14:paraId="0984D34F" w14:textId="77777777" w:rsidR="003E32EB" w:rsidRPr="00EF2F0E" w:rsidRDefault="003E32EB" w:rsidP="00A40339">
      <w:pPr>
        <w:pStyle w:val="Heading4"/>
        <w:rPr>
          <w:lang w:eastAsia="zh-CN"/>
        </w:rPr>
      </w:pPr>
      <w:bookmarkStart w:id="781" w:name="_Toc21095803"/>
      <w:bookmarkStart w:id="782" w:name="_Toc29763002"/>
      <w:bookmarkStart w:id="783" w:name="_Toc45869287"/>
      <w:bookmarkStart w:id="784" w:name="_Toc52554535"/>
      <w:bookmarkStart w:id="785" w:name="_Toc52555005"/>
      <w:bookmarkStart w:id="786" w:name="_Toc61112230"/>
      <w:bookmarkStart w:id="787" w:name="_Toc67911382"/>
      <w:bookmarkStart w:id="788" w:name="_Toc74842857"/>
      <w:bookmarkStart w:id="789" w:name="_Toc76503240"/>
      <w:bookmarkStart w:id="790" w:name="_Toc83040683"/>
      <w:bookmarkStart w:id="791" w:name="_Toc89851726"/>
      <w:bookmarkStart w:id="792" w:name="_Toc98676080"/>
      <w:r w:rsidRPr="00EF2F0E">
        <w:t>6.3.3.2</w:t>
      </w:r>
      <w:r w:rsidRPr="00EF2F0E">
        <w:tab/>
      </w:r>
      <w:r w:rsidRPr="00EF2F0E">
        <w:rPr>
          <w:lang w:eastAsia="zh-CN"/>
        </w:rPr>
        <w:t>Minimum requirement for MSR operation</w:t>
      </w:r>
      <w:bookmarkEnd w:id="781"/>
      <w:bookmarkEnd w:id="782"/>
      <w:bookmarkEnd w:id="783"/>
      <w:bookmarkEnd w:id="784"/>
      <w:bookmarkEnd w:id="785"/>
      <w:bookmarkEnd w:id="786"/>
      <w:bookmarkEnd w:id="787"/>
      <w:bookmarkEnd w:id="788"/>
      <w:bookmarkEnd w:id="789"/>
      <w:bookmarkEnd w:id="790"/>
      <w:bookmarkEnd w:id="791"/>
      <w:bookmarkEnd w:id="792"/>
    </w:p>
    <w:p w14:paraId="0984D350" w14:textId="77777777" w:rsidR="003E32EB" w:rsidRPr="00EF2F0E" w:rsidRDefault="003E32EB" w:rsidP="00A40339">
      <w:pPr>
        <w:rPr>
          <w:lang w:eastAsia="zh-CN"/>
        </w:rPr>
      </w:pPr>
      <w:r w:rsidRPr="00EF2F0E">
        <w:t xml:space="preserve">For UTRA FDD operation the minimum requirements for MSR </w:t>
      </w:r>
      <w:r w:rsidRPr="00EF2F0E">
        <w:rPr>
          <w:i/>
        </w:rPr>
        <w:t>AAS BS</w:t>
      </w:r>
      <w:r w:rsidRPr="00EF2F0E">
        <w:t xml:space="preserve"> power control dynamic range are the same as in 3GPP TS 25.104 [6], subclause 6.4.2.1.</w:t>
      </w:r>
    </w:p>
    <w:p w14:paraId="0984D351" w14:textId="77777777" w:rsidR="003E32EB" w:rsidRPr="00EF2F0E" w:rsidRDefault="003E32EB" w:rsidP="00A40339">
      <w:pPr>
        <w:rPr>
          <w:lang w:eastAsia="zh-CN"/>
        </w:rPr>
      </w:pPr>
      <w:r w:rsidRPr="00EF2F0E">
        <w:t xml:space="preserve">For UTRA TDD 1,28 Mcps operation the minimum requirement for MSR </w:t>
      </w:r>
      <w:r w:rsidRPr="00EF2F0E">
        <w:rPr>
          <w:i/>
        </w:rPr>
        <w:t>AAS BS</w:t>
      </w:r>
      <w:r w:rsidRPr="00EF2F0E">
        <w:t xml:space="preserve"> power control dynamic range is the same as in 3GPP TS 25.105 [7], subclause 6.4.3.1.</w:t>
      </w:r>
    </w:p>
    <w:p w14:paraId="0984D352" w14:textId="77777777" w:rsidR="003E32EB" w:rsidRPr="00EF2F0E" w:rsidRDefault="003E32EB" w:rsidP="00A40339">
      <w:pPr>
        <w:rPr>
          <w:lang w:eastAsia="zh-CN"/>
        </w:rPr>
      </w:pPr>
      <w:r w:rsidRPr="00EF2F0E">
        <w:rPr>
          <w:lang w:eastAsia="zh-CN"/>
        </w:rPr>
        <w:t>This requirement does not apply to E-UTRA or NR operation.</w:t>
      </w:r>
    </w:p>
    <w:p w14:paraId="0984D353" w14:textId="77777777" w:rsidR="003E32EB" w:rsidRPr="00EF2F0E" w:rsidRDefault="003E32EB" w:rsidP="00A40339">
      <w:pPr>
        <w:pStyle w:val="Heading4"/>
        <w:rPr>
          <w:lang w:eastAsia="zh-CN"/>
        </w:rPr>
      </w:pPr>
      <w:bookmarkStart w:id="793" w:name="_Toc21095804"/>
      <w:bookmarkStart w:id="794" w:name="_Toc29763003"/>
      <w:bookmarkStart w:id="795" w:name="_Toc45869288"/>
      <w:bookmarkStart w:id="796" w:name="_Toc52554536"/>
      <w:bookmarkStart w:id="797" w:name="_Toc52555006"/>
      <w:bookmarkStart w:id="798" w:name="_Toc61112231"/>
      <w:bookmarkStart w:id="799" w:name="_Toc67911383"/>
      <w:bookmarkStart w:id="800" w:name="_Toc74842858"/>
      <w:bookmarkStart w:id="801" w:name="_Toc76503241"/>
      <w:bookmarkStart w:id="802" w:name="_Toc83040684"/>
      <w:bookmarkStart w:id="803" w:name="_Toc89851727"/>
      <w:bookmarkStart w:id="804" w:name="_Toc98676081"/>
      <w:r w:rsidRPr="00EF2F0E">
        <w:rPr>
          <w:lang w:eastAsia="zh-CN"/>
        </w:rPr>
        <w:t>6.3.3.3</w:t>
      </w:r>
      <w:r w:rsidRPr="00EF2F0E">
        <w:rPr>
          <w:lang w:eastAsia="zh-CN"/>
        </w:rPr>
        <w:tab/>
        <w:t>Minimum requirement for single RAT UTRA operation</w:t>
      </w:r>
      <w:bookmarkEnd w:id="793"/>
      <w:bookmarkEnd w:id="794"/>
      <w:bookmarkEnd w:id="795"/>
      <w:bookmarkEnd w:id="796"/>
      <w:bookmarkEnd w:id="797"/>
      <w:bookmarkEnd w:id="798"/>
      <w:bookmarkEnd w:id="799"/>
      <w:bookmarkEnd w:id="800"/>
      <w:bookmarkEnd w:id="801"/>
      <w:bookmarkEnd w:id="802"/>
      <w:bookmarkEnd w:id="803"/>
      <w:bookmarkEnd w:id="804"/>
    </w:p>
    <w:p w14:paraId="0984D354" w14:textId="77777777" w:rsidR="003E32EB" w:rsidRPr="00EF2F0E" w:rsidRDefault="003E32EB" w:rsidP="00A40339">
      <w:r w:rsidRPr="00EF2F0E">
        <w:t xml:space="preserve">For UTRA FDD operation the minimum requirements for single RAT </w:t>
      </w:r>
      <w:r w:rsidRPr="00EF2F0E">
        <w:rPr>
          <w:i/>
        </w:rPr>
        <w:t>AAS BS</w:t>
      </w:r>
      <w:r w:rsidRPr="00EF2F0E">
        <w:t xml:space="preserve"> power control dynamic range are the same as in 3GPP TS 25.104 [6], subclause 6.4.2.1.</w:t>
      </w:r>
    </w:p>
    <w:p w14:paraId="0984D355" w14:textId="77777777" w:rsidR="003E32EB" w:rsidRPr="00EF2F0E" w:rsidRDefault="003E32EB" w:rsidP="00A40339">
      <w:pPr>
        <w:rPr>
          <w:lang w:eastAsia="zh-CN"/>
        </w:rPr>
      </w:pPr>
      <w:r w:rsidRPr="00EF2F0E">
        <w:t xml:space="preserve">For UTRA TDD 1,28 Mcps operation the minimum requirement for single RAT </w:t>
      </w:r>
      <w:r w:rsidRPr="00EF2F0E">
        <w:rPr>
          <w:i/>
        </w:rPr>
        <w:t>AAS BS</w:t>
      </w:r>
      <w:r w:rsidRPr="00EF2F0E">
        <w:t xml:space="preserve"> power control dynamic range is the same as in 3GPP TS 25.105 [7], subclause 6.4.3.1.</w:t>
      </w:r>
    </w:p>
    <w:p w14:paraId="0984D356" w14:textId="77777777" w:rsidR="003E32EB" w:rsidRPr="00EF2F0E" w:rsidRDefault="003E32EB" w:rsidP="00A40339">
      <w:pPr>
        <w:pStyle w:val="Heading4"/>
        <w:rPr>
          <w:lang w:eastAsia="zh-CN"/>
        </w:rPr>
      </w:pPr>
      <w:bookmarkStart w:id="805" w:name="_Toc21095805"/>
      <w:bookmarkStart w:id="806" w:name="_Toc29763004"/>
      <w:bookmarkStart w:id="807" w:name="_Toc45869289"/>
      <w:bookmarkStart w:id="808" w:name="_Toc52554537"/>
      <w:bookmarkStart w:id="809" w:name="_Toc52555007"/>
      <w:bookmarkStart w:id="810" w:name="_Toc61112232"/>
      <w:bookmarkStart w:id="811" w:name="_Toc67911384"/>
      <w:bookmarkStart w:id="812" w:name="_Toc74842859"/>
      <w:bookmarkStart w:id="813" w:name="_Toc76503242"/>
      <w:bookmarkStart w:id="814" w:name="_Toc83040685"/>
      <w:bookmarkStart w:id="815" w:name="_Toc89851728"/>
      <w:bookmarkStart w:id="816" w:name="_Toc98676082"/>
      <w:r w:rsidRPr="00EF2F0E">
        <w:rPr>
          <w:lang w:eastAsia="zh-CN"/>
        </w:rPr>
        <w:t>6.3.3.4</w:t>
      </w:r>
      <w:r w:rsidRPr="00EF2F0E">
        <w:rPr>
          <w:lang w:eastAsia="zh-CN"/>
        </w:rPr>
        <w:tab/>
        <w:t>Minimum requirement for single RAT E-UTRA operation</w:t>
      </w:r>
      <w:bookmarkEnd w:id="805"/>
      <w:bookmarkEnd w:id="806"/>
      <w:bookmarkEnd w:id="807"/>
      <w:bookmarkEnd w:id="808"/>
      <w:bookmarkEnd w:id="809"/>
      <w:bookmarkEnd w:id="810"/>
      <w:bookmarkEnd w:id="811"/>
      <w:bookmarkEnd w:id="812"/>
      <w:bookmarkEnd w:id="813"/>
      <w:bookmarkEnd w:id="814"/>
      <w:bookmarkEnd w:id="815"/>
      <w:bookmarkEnd w:id="816"/>
    </w:p>
    <w:p w14:paraId="0984D357" w14:textId="77777777" w:rsidR="003E32EB" w:rsidRPr="00EF2F0E" w:rsidRDefault="003E32EB" w:rsidP="00A40339">
      <w:pPr>
        <w:rPr>
          <w:lang w:eastAsia="zh-CN"/>
        </w:rPr>
      </w:pPr>
      <w:r w:rsidRPr="00EF2F0E">
        <w:rPr>
          <w:lang w:eastAsia="zh-CN"/>
        </w:rPr>
        <w:t>This requirement does not apply to E-UTRA operation.</w:t>
      </w:r>
    </w:p>
    <w:p w14:paraId="0984D358" w14:textId="77777777" w:rsidR="003E32EB" w:rsidRPr="00EF2F0E" w:rsidRDefault="003E32EB" w:rsidP="00A40339">
      <w:pPr>
        <w:pStyle w:val="Heading3"/>
        <w:rPr>
          <w:lang w:eastAsia="zh-CN"/>
        </w:rPr>
      </w:pPr>
      <w:bookmarkStart w:id="817" w:name="_Toc21095806"/>
      <w:bookmarkStart w:id="818" w:name="_Toc29763005"/>
      <w:bookmarkStart w:id="819" w:name="_Toc45869290"/>
      <w:bookmarkStart w:id="820" w:name="_Toc52554538"/>
      <w:bookmarkStart w:id="821" w:name="_Toc52555008"/>
      <w:bookmarkStart w:id="822" w:name="_Toc61112233"/>
      <w:bookmarkStart w:id="823" w:name="_Toc67911385"/>
      <w:bookmarkStart w:id="824" w:name="_Toc74842860"/>
      <w:bookmarkStart w:id="825" w:name="_Toc76503243"/>
      <w:bookmarkStart w:id="826" w:name="_Toc83040686"/>
      <w:bookmarkStart w:id="827" w:name="_Toc89851729"/>
      <w:bookmarkStart w:id="828" w:name="_Toc98676083"/>
      <w:r w:rsidRPr="00EF2F0E">
        <w:rPr>
          <w:lang w:eastAsia="zh-CN"/>
        </w:rPr>
        <w:t>6.3.4</w:t>
      </w:r>
      <w:r w:rsidRPr="00EF2F0E">
        <w:rPr>
          <w:lang w:eastAsia="zh-CN"/>
        </w:rPr>
        <w:tab/>
        <w:t>Total power dynamic range</w:t>
      </w:r>
      <w:bookmarkEnd w:id="817"/>
      <w:bookmarkEnd w:id="818"/>
      <w:bookmarkEnd w:id="819"/>
      <w:bookmarkEnd w:id="820"/>
      <w:bookmarkEnd w:id="821"/>
      <w:bookmarkEnd w:id="822"/>
      <w:bookmarkEnd w:id="823"/>
      <w:bookmarkEnd w:id="824"/>
      <w:bookmarkEnd w:id="825"/>
      <w:bookmarkEnd w:id="826"/>
      <w:bookmarkEnd w:id="827"/>
      <w:bookmarkEnd w:id="828"/>
    </w:p>
    <w:p w14:paraId="0984D359" w14:textId="77777777" w:rsidR="003E32EB" w:rsidRPr="00EF2F0E" w:rsidRDefault="003E32EB" w:rsidP="00A40339">
      <w:pPr>
        <w:pStyle w:val="Heading4"/>
      </w:pPr>
      <w:bookmarkStart w:id="829" w:name="_Toc21095807"/>
      <w:bookmarkStart w:id="830" w:name="_Toc29763006"/>
      <w:bookmarkStart w:id="831" w:name="_Toc45869291"/>
      <w:bookmarkStart w:id="832" w:name="_Toc52554539"/>
      <w:bookmarkStart w:id="833" w:name="_Toc52555009"/>
      <w:bookmarkStart w:id="834" w:name="_Toc61112234"/>
      <w:bookmarkStart w:id="835" w:name="_Toc67911386"/>
      <w:bookmarkStart w:id="836" w:name="_Toc74842861"/>
      <w:bookmarkStart w:id="837" w:name="_Toc76503244"/>
      <w:bookmarkStart w:id="838" w:name="_Toc83040687"/>
      <w:bookmarkStart w:id="839" w:name="_Toc89851730"/>
      <w:bookmarkStart w:id="840" w:name="_Toc98676084"/>
      <w:r w:rsidRPr="00EF2F0E">
        <w:t>6.3.4.1</w:t>
      </w:r>
      <w:r w:rsidRPr="00EF2F0E">
        <w:tab/>
        <w:t>General</w:t>
      </w:r>
      <w:bookmarkEnd w:id="829"/>
      <w:bookmarkEnd w:id="830"/>
      <w:bookmarkEnd w:id="831"/>
      <w:bookmarkEnd w:id="832"/>
      <w:bookmarkEnd w:id="833"/>
      <w:bookmarkEnd w:id="834"/>
      <w:bookmarkEnd w:id="835"/>
      <w:bookmarkEnd w:id="836"/>
      <w:bookmarkEnd w:id="837"/>
      <w:bookmarkEnd w:id="838"/>
      <w:bookmarkEnd w:id="839"/>
      <w:bookmarkEnd w:id="840"/>
    </w:p>
    <w:p w14:paraId="0984D35A" w14:textId="77777777" w:rsidR="003E32EB" w:rsidRPr="00EF2F0E" w:rsidRDefault="003E32EB" w:rsidP="00A40339">
      <w:pPr>
        <w:rPr>
          <w:rFonts w:cs="v5.0.0"/>
        </w:rPr>
      </w:pPr>
      <w:r w:rsidRPr="00EF2F0E">
        <w:rPr>
          <w:rFonts w:cs="v5.0.0"/>
        </w:rPr>
        <w:t>The total power dynamic range is the difference between the maximum and the minimum output power for a specified reference condition.</w:t>
      </w:r>
    </w:p>
    <w:p w14:paraId="0984D35B" w14:textId="77777777" w:rsidR="003E32EB" w:rsidRPr="00EF2F0E" w:rsidRDefault="003E32EB" w:rsidP="00A40339">
      <w:pPr>
        <w:rPr>
          <w:rFonts w:cs="v5.0.0"/>
        </w:rPr>
      </w:pPr>
      <w:r w:rsidRPr="00EF2F0E">
        <w:rPr>
          <w:rFonts w:cs="v5.0.0"/>
        </w:rPr>
        <w:t xml:space="preserve">This requirement applies at each </w:t>
      </w:r>
      <w:r w:rsidRPr="00EF2F0E">
        <w:rPr>
          <w:rFonts w:cs="v5.0.0"/>
          <w:i/>
        </w:rPr>
        <w:t>TAB connector</w:t>
      </w:r>
      <w:r w:rsidRPr="00EF2F0E">
        <w:rPr>
          <w:rFonts w:cs="v5.0.0"/>
        </w:rPr>
        <w:t xml:space="preserve"> supporting transmission in the operating band.</w:t>
      </w:r>
    </w:p>
    <w:p w14:paraId="0984D35C" w14:textId="77777777" w:rsidR="003E32EB" w:rsidRPr="00EF2F0E" w:rsidRDefault="003E32EB" w:rsidP="00A40339">
      <w:pPr>
        <w:pStyle w:val="NO"/>
      </w:pPr>
      <w:r w:rsidRPr="00EF2F0E">
        <w:t>NOTE 1:</w:t>
      </w:r>
      <w:r w:rsidRPr="00EF2F0E">
        <w:tab/>
        <w:t>The upper limit of the dynamic range is the BS maximum output power (P</w:t>
      </w:r>
      <w:r w:rsidRPr="00EF2F0E">
        <w:rPr>
          <w:vertAlign w:val="subscript"/>
        </w:rPr>
        <w:t>Rated,c,TABC</w:t>
      </w:r>
      <w:r w:rsidRPr="00EF2F0E">
        <w:t>). The lower limit of the dynamic range is the lowest minimum power from the BS when no traffic channels are activated.</w:t>
      </w:r>
    </w:p>
    <w:p w14:paraId="0984D35D" w14:textId="77777777" w:rsidR="003E32EB" w:rsidRPr="00EF2F0E" w:rsidRDefault="003E32EB" w:rsidP="00A40339">
      <w:pPr>
        <w:spacing w:line="240" w:lineRule="exact"/>
        <w:rPr>
          <w:rFonts w:cs="v5.0.0"/>
        </w:rPr>
      </w:pPr>
      <w:r w:rsidRPr="00EF2F0E">
        <w:rPr>
          <w:rFonts w:cs="v5.0.0"/>
        </w:rPr>
        <w:t>Particularly for E-UTRA and NR, the total power dynamic range is the difference between the maximum and the minimum transmit power of an OFDM symbol for a specified reference condition.</w:t>
      </w:r>
    </w:p>
    <w:p w14:paraId="0984D35E" w14:textId="77777777" w:rsidR="003E32EB" w:rsidRPr="00EF2F0E" w:rsidRDefault="003E32EB" w:rsidP="00A40339">
      <w:pPr>
        <w:pStyle w:val="NO"/>
      </w:pPr>
      <w:r w:rsidRPr="00EF2F0E">
        <w:t>NOTE 2:</w:t>
      </w:r>
      <w:r w:rsidRPr="00EF2F0E">
        <w:tab/>
        <w:t xml:space="preserve">The upper limit of the dynamic range at a </w:t>
      </w:r>
      <w:r w:rsidRPr="00EF2F0E">
        <w:rPr>
          <w:i/>
        </w:rPr>
        <w:t>TAB connector</w:t>
      </w:r>
      <w:r w:rsidRPr="00EF2F0E">
        <w:t xml:space="preserve"> is the OFDM symbol power </w:t>
      </w:r>
      <w:r w:rsidR="000678D9" w:rsidRPr="00EF2F0E">
        <w:t xml:space="preserve">when transmitting on all RBs </w:t>
      </w:r>
      <w:r w:rsidRPr="00EF2F0E">
        <w:t>at maximum output power (P</w:t>
      </w:r>
      <w:r w:rsidRPr="00EF2F0E">
        <w:rPr>
          <w:vertAlign w:val="subscript"/>
        </w:rPr>
        <w:t>Rated,c,TABC</w:t>
      </w:r>
      <w:r w:rsidRPr="00EF2F0E">
        <w:t xml:space="preserve">). The lower limit of the dynamic range at a </w:t>
      </w:r>
      <w:r w:rsidRPr="00EF2F0E">
        <w:rPr>
          <w:i/>
        </w:rPr>
        <w:t>TAB connector</w:t>
      </w:r>
      <w:r w:rsidRPr="00EF2F0E">
        <w:t xml:space="preserve"> is the OFDM symbol power when one resource block is transmitted. The OFDM symbol carries PDSCH </w:t>
      </w:r>
      <w:r w:rsidR="00396016" w:rsidRPr="00EF2F0E">
        <w:t xml:space="preserve">or sPDSCH </w:t>
      </w:r>
      <w:r w:rsidRPr="00EF2F0E">
        <w:t>and not contain RS, PBCH or synchronization signals.</w:t>
      </w:r>
    </w:p>
    <w:p w14:paraId="0984D35F" w14:textId="77777777" w:rsidR="003E32EB" w:rsidRPr="00EF2F0E" w:rsidRDefault="003E32EB" w:rsidP="00A40339">
      <w:pPr>
        <w:pStyle w:val="Heading4"/>
        <w:rPr>
          <w:lang w:eastAsia="zh-CN"/>
        </w:rPr>
      </w:pPr>
      <w:bookmarkStart w:id="841" w:name="_Toc21095808"/>
      <w:bookmarkStart w:id="842" w:name="_Toc29763007"/>
      <w:bookmarkStart w:id="843" w:name="_Toc45869292"/>
      <w:bookmarkStart w:id="844" w:name="_Toc52554540"/>
      <w:bookmarkStart w:id="845" w:name="_Toc52555010"/>
      <w:bookmarkStart w:id="846" w:name="_Toc61112235"/>
      <w:bookmarkStart w:id="847" w:name="_Toc67911387"/>
      <w:bookmarkStart w:id="848" w:name="_Toc74842862"/>
      <w:bookmarkStart w:id="849" w:name="_Toc76503245"/>
      <w:bookmarkStart w:id="850" w:name="_Toc83040688"/>
      <w:bookmarkStart w:id="851" w:name="_Toc89851731"/>
      <w:bookmarkStart w:id="852" w:name="_Toc98676085"/>
      <w:r w:rsidRPr="00EF2F0E">
        <w:t>6.3.4.2</w:t>
      </w:r>
      <w:r w:rsidRPr="00EF2F0E">
        <w:tab/>
      </w:r>
      <w:r w:rsidRPr="00EF2F0E">
        <w:rPr>
          <w:lang w:eastAsia="zh-CN"/>
        </w:rPr>
        <w:t>Minimum requirement for MSR operation</w:t>
      </w:r>
      <w:bookmarkEnd w:id="841"/>
      <w:bookmarkEnd w:id="842"/>
      <w:bookmarkEnd w:id="843"/>
      <w:bookmarkEnd w:id="844"/>
      <w:bookmarkEnd w:id="845"/>
      <w:bookmarkEnd w:id="846"/>
      <w:bookmarkEnd w:id="847"/>
      <w:bookmarkEnd w:id="848"/>
      <w:bookmarkEnd w:id="849"/>
      <w:bookmarkEnd w:id="850"/>
      <w:bookmarkEnd w:id="851"/>
      <w:bookmarkEnd w:id="852"/>
    </w:p>
    <w:p w14:paraId="0984D360" w14:textId="77777777" w:rsidR="003E32EB" w:rsidRPr="00EF2F0E" w:rsidRDefault="003E32EB" w:rsidP="00A40339">
      <w:r w:rsidRPr="00EF2F0E">
        <w:t>For UTRA FDD operation; the minimum requirements for MSR AAS BS total power dynamic range are the same as in 3GPP TS 25.104 [6], subclause 6.4.3.1.</w:t>
      </w:r>
    </w:p>
    <w:p w14:paraId="0984D361" w14:textId="77777777" w:rsidR="003E32EB" w:rsidRPr="00EF2F0E" w:rsidRDefault="003E32EB" w:rsidP="00A40339">
      <w:pPr>
        <w:keepNext/>
        <w:rPr>
          <w:rFonts w:cs="v4.2.0"/>
        </w:rPr>
      </w:pPr>
      <w:r w:rsidRPr="00EF2F0E">
        <w:rPr>
          <w:lang w:eastAsia="zh-CN"/>
        </w:rPr>
        <w:t>This requirement does not apply to UTRA TDD operation.</w:t>
      </w:r>
    </w:p>
    <w:p w14:paraId="0984D362" w14:textId="77777777" w:rsidR="003E32EB" w:rsidRPr="00EF2F0E" w:rsidRDefault="003E32EB" w:rsidP="00A40339">
      <w:pPr>
        <w:rPr>
          <w:rFonts w:cs="v4.2.0"/>
        </w:rPr>
      </w:pPr>
      <w:r w:rsidRPr="00EF2F0E">
        <w:rPr>
          <w:rFonts w:cs="v4.2.0"/>
        </w:rPr>
        <w:t xml:space="preserve">For E-UTRA operation, the minimum requirements for MSR AAS BS total power dynamic range are the same as in </w:t>
      </w:r>
      <w:r w:rsidRPr="00EF2F0E">
        <w:t xml:space="preserve">3GPP </w:t>
      </w:r>
      <w:r w:rsidRPr="00EF2F0E">
        <w:rPr>
          <w:rFonts w:cs="v4.2.0"/>
        </w:rPr>
        <w:t>TS 36.104 [8], subclause 6.3.2.1.</w:t>
      </w:r>
    </w:p>
    <w:p w14:paraId="0984D363" w14:textId="77777777" w:rsidR="003E32EB" w:rsidRPr="00EF2F0E" w:rsidRDefault="003E32EB" w:rsidP="00A40339">
      <w:pPr>
        <w:rPr>
          <w:lang w:eastAsia="zh-CN"/>
        </w:rPr>
      </w:pPr>
      <w:r w:rsidRPr="00EF2F0E">
        <w:rPr>
          <w:lang w:eastAsia="zh-CN"/>
        </w:rPr>
        <w:t xml:space="preserve">For NR operation, the minimum requirements for MSR AAS BS total power dynamic range are the same as those for </w:t>
      </w:r>
      <w:r w:rsidRPr="00EF2F0E">
        <w:rPr>
          <w:i/>
          <w:lang w:eastAsia="zh-CN"/>
        </w:rPr>
        <w:t>BS type 1-H</w:t>
      </w:r>
      <w:r w:rsidRPr="00EF2F0E">
        <w:rPr>
          <w:lang w:eastAsia="zh-CN"/>
        </w:rPr>
        <w:t xml:space="preserve"> in 3GPP TS 38.104 [28], subclause 6.3.3.2.</w:t>
      </w:r>
    </w:p>
    <w:p w14:paraId="0984D364" w14:textId="77777777" w:rsidR="003E32EB" w:rsidRPr="00EF2F0E" w:rsidRDefault="003E32EB" w:rsidP="00A40339">
      <w:pPr>
        <w:pStyle w:val="Heading4"/>
        <w:rPr>
          <w:lang w:eastAsia="zh-CN"/>
        </w:rPr>
      </w:pPr>
      <w:bookmarkStart w:id="853" w:name="_Toc21095809"/>
      <w:bookmarkStart w:id="854" w:name="_Toc29763008"/>
      <w:bookmarkStart w:id="855" w:name="_Toc45869293"/>
      <w:bookmarkStart w:id="856" w:name="_Toc52554541"/>
      <w:bookmarkStart w:id="857" w:name="_Toc52555011"/>
      <w:bookmarkStart w:id="858" w:name="_Toc61112236"/>
      <w:bookmarkStart w:id="859" w:name="_Toc67911388"/>
      <w:bookmarkStart w:id="860" w:name="_Toc74842863"/>
      <w:bookmarkStart w:id="861" w:name="_Toc76503246"/>
      <w:bookmarkStart w:id="862" w:name="_Toc83040689"/>
      <w:bookmarkStart w:id="863" w:name="_Toc89851732"/>
      <w:bookmarkStart w:id="864" w:name="_Toc98676086"/>
      <w:r w:rsidRPr="00EF2F0E">
        <w:rPr>
          <w:lang w:eastAsia="zh-CN"/>
        </w:rPr>
        <w:t>6.3.4.3</w:t>
      </w:r>
      <w:r w:rsidRPr="00EF2F0E">
        <w:rPr>
          <w:lang w:eastAsia="zh-CN"/>
        </w:rPr>
        <w:tab/>
        <w:t>Minimum requirement for single RAT UTRA operation</w:t>
      </w:r>
      <w:bookmarkEnd w:id="853"/>
      <w:bookmarkEnd w:id="854"/>
      <w:bookmarkEnd w:id="855"/>
      <w:bookmarkEnd w:id="856"/>
      <w:bookmarkEnd w:id="857"/>
      <w:bookmarkEnd w:id="858"/>
      <w:bookmarkEnd w:id="859"/>
      <w:bookmarkEnd w:id="860"/>
      <w:bookmarkEnd w:id="861"/>
      <w:bookmarkEnd w:id="862"/>
      <w:bookmarkEnd w:id="863"/>
      <w:bookmarkEnd w:id="864"/>
    </w:p>
    <w:p w14:paraId="0984D365" w14:textId="77777777" w:rsidR="003E32EB" w:rsidRPr="00EF2F0E" w:rsidRDefault="003E32EB" w:rsidP="00A40339">
      <w:pPr>
        <w:rPr>
          <w:rFonts w:cs="v4.2.0"/>
        </w:rPr>
      </w:pPr>
      <w:r w:rsidRPr="00EF2F0E">
        <w:rPr>
          <w:rFonts w:cs="v4.2.0"/>
        </w:rPr>
        <w:t xml:space="preserve">For UTRA FDD operation; the minimum requirements for single RAT AAS BS total power dynamic range are the same as in </w:t>
      </w:r>
      <w:r w:rsidRPr="00EF2F0E">
        <w:t xml:space="preserve">3GPP </w:t>
      </w:r>
      <w:r w:rsidRPr="00EF2F0E">
        <w:rPr>
          <w:rFonts w:cs="v4.2.0"/>
        </w:rPr>
        <w:t>TS 25.104 [6], subclause 6.4.3.1.</w:t>
      </w:r>
    </w:p>
    <w:p w14:paraId="0984D366" w14:textId="77777777" w:rsidR="003E32EB" w:rsidRPr="00EF2F0E" w:rsidRDefault="003E32EB" w:rsidP="00A40339">
      <w:pPr>
        <w:rPr>
          <w:lang w:eastAsia="zh-CN"/>
        </w:rPr>
      </w:pPr>
      <w:r w:rsidRPr="00EF2F0E">
        <w:rPr>
          <w:lang w:eastAsia="zh-CN"/>
        </w:rPr>
        <w:t>This requirement does not apply to UTRA TDD operation.</w:t>
      </w:r>
    </w:p>
    <w:p w14:paraId="0984D367" w14:textId="77777777" w:rsidR="003E32EB" w:rsidRPr="00EF2F0E" w:rsidRDefault="003E32EB" w:rsidP="00A40339">
      <w:pPr>
        <w:pStyle w:val="Heading3"/>
        <w:ind w:left="1418" w:hanging="1418"/>
        <w:rPr>
          <w:lang w:eastAsia="zh-CN"/>
        </w:rPr>
      </w:pPr>
      <w:bookmarkStart w:id="865" w:name="_Toc21095810"/>
      <w:bookmarkStart w:id="866" w:name="_Toc29763009"/>
      <w:bookmarkStart w:id="867" w:name="_Toc45869294"/>
      <w:bookmarkStart w:id="868" w:name="_Toc52554542"/>
      <w:bookmarkStart w:id="869" w:name="_Toc52555012"/>
      <w:bookmarkStart w:id="870" w:name="_Toc61112237"/>
      <w:bookmarkStart w:id="871" w:name="_Toc67911389"/>
      <w:bookmarkStart w:id="872" w:name="_Toc74842864"/>
      <w:bookmarkStart w:id="873" w:name="_Toc76503247"/>
      <w:bookmarkStart w:id="874" w:name="_Toc83040690"/>
      <w:bookmarkStart w:id="875" w:name="_Toc89851733"/>
      <w:bookmarkStart w:id="876" w:name="_Toc98676087"/>
      <w:r w:rsidRPr="00EF2F0E">
        <w:rPr>
          <w:sz w:val="24"/>
          <w:lang w:eastAsia="zh-CN"/>
        </w:rPr>
        <w:t>6.3.4.4</w:t>
      </w:r>
      <w:r w:rsidRPr="00EF2F0E">
        <w:rPr>
          <w:sz w:val="24"/>
          <w:lang w:eastAsia="zh-CN"/>
        </w:rPr>
        <w:tab/>
        <w:t>Minimum requirement for single RAT E-UTRA operation</w:t>
      </w:r>
      <w:bookmarkEnd w:id="865"/>
      <w:bookmarkEnd w:id="866"/>
      <w:bookmarkEnd w:id="867"/>
      <w:bookmarkEnd w:id="868"/>
      <w:bookmarkEnd w:id="869"/>
      <w:bookmarkEnd w:id="870"/>
      <w:bookmarkEnd w:id="871"/>
      <w:bookmarkEnd w:id="872"/>
      <w:bookmarkEnd w:id="873"/>
      <w:bookmarkEnd w:id="874"/>
      <w:bookmarkEnd w:id="875"/>
      <w:bookmarkEnd w:id="876"/>
    </w:p>
    <w:p w14:paraId="0984D368" w14:textId="77777777" w:rsidR="003E32EB" w:rsidRPr="00EF2F0E" w:rsidRDefault="003E32EB" w:rsidP="00A40339">
      <w:pPr>
        <w:rPr>
          <w:rFonts w:cs="v4.2.0"/>
        </w:rPr>
      </w:pPr>
      <w:r w:rsidRPr="00EF2F0E">
        <w:rPr>
          <w:rFonts w:cs="v4.2.0"/>
        </w:rPr>
        <w:t xml:space="preserve">For E-UTRA operation; the minimum requirements for single RAT AAS BS total power dynamic range are the same as in </w:t>
      </w:r>
      <w:r w:rsidRPr="00EF2F0E">
        <w:t xml:space="preserve">3GPP </w:t>
      </w:r>
      <w:r w:rsidRPr="00EF2F0E">
        <w:rPr>
          <w:rFonts w:cs="v4.2.0"/>
        </w:rPr>
        <w:t>TS 36.104 [8], subclause 6.3.2.1.</w:t>
      </w:r>
    </w:p>
    <w:p w14:paraId="0984D369" w14:textId="77777777" w:rsidR="003E32EB" w:rsidRPr="00EF2F0E" w:rsidRDefault="003E32EB" w:rsidP="00A40339">
      <w:pPr>
        <w:pStyle w:val="Heading3"/>
        <w:rPr>
          <w:lang w:eastAsia="zh-CN"/>
        </w:rPr>
      </w:pPr>
      <w:bookmarkStart w:id="877" w:name="_Toc21095811"/>
      <w:bookmarkStart w:id="878" w:name="_Toc29763010"/>
      <w:bookmarkStart w:id="879" w:name="_Toc45869295"/>
      <w:bookmarkStart w:id="880" w:name="_Toc52554543"/>
      <w:bookmarkStart w:id="881" w:name="_Toc52555013"/>
      <w:bookmarkStart w:id="882" w:name="_Toc61112238"/>
      <w:bookmarkStart w:id="883" w:name="_Toc67911390"/>
      <w:bookmarkStart w:id="884" w:name="_Toc74842865"/>
      <w:bookmarkStart w:id="885" w:name="_Toc76503248"/>
      <w:bookmarkStart w:id="886" w:name="_Toc83040691"/>
      <w:bookmarkStart w:id="887" w:name="_Toc89851734"/>
      <w:bookmarkStart w:id="888" w:name="_Toc98676088"/>
      <w:r w:rsidRPr="00EF2F0E">
        <w:rPr>
          <w:lang w:eastAsia="zh-CN"/>
        </w:rPr>
        <w:t>6.3.5</w:t>
      </w:r>
      <w:r w:rsidRPr="00EF2F0E">
        <w:rPr>
          <w:lang w:eastAsia="zh-CN"/>
        </w:rPr>
        <w:tab/>
        <w:t>IPDL time mask</w:t>
      </w:r>
      <w:bookmarkEnd w:id="877"/>
      <w:bookmarkEnd w:id="878"/>
      <w:bookmarkEnd w:id="879"/>
      <w:bookmarkEnd w:id="880"/>
      <w:bookmarkEnd w:id="881"/>
      <w:bookmarkEnd w:id="882"/>
      <w:bookmarkEnd w:id="883"/>
      <w:bookmarkEnd w:id="884"/>
      <w:bookmarkEnd w:id="885"/>
      <w:bookmarkEnd w:id="886"/>
      <w:bookmarkEnd w:id="887"/>
      <w:bookmarkEnd w:id="888"/>
    </w:p>
    <w:p w14:paraId="0984D36A" w14:textId="77777777" w:rsidR="003E32EB" w:rsidRPr="00EF2F0E" w:rsidRDefault="003E32EB" w:rsidP="00A40339">
      <w:pPr>
        <w:pStyle w:val="Heading4"/>
      </w:pPr>
      <w:bookmarkStart w:id="889" w:name="_Toc21095812"/>
      <w:bookmarkStart w:id="890" w:name="_Toc29763011"/>
      <w:bookmarkStart w:id="891" w:name="_Toc45869296"/>
      <w:bookmarkStart w:id="892" w:name="_Toc52554544"/>
      <w:bookmarkStart w:id="893" w:name="_Toc52555014"/>
      <w:bookmarkStart w:id="894" w:name="_Toc61112239"/>
      <w:bookmarkStart w:id="895" w:name="_Toc67911391"/>
      <w:bookmarkStart w:id="896" w:name="_Toc74842866"/>
      <w:bookmarkStart w:id="897" w:name="_Toc76503249"/>
      <w:bookmarkStart w:id="898" w:name="_Toc83040692"/>
      <w:bookmarkStart w:id="899" w:name="_Toc89851735"/>
      <w:bookmarkStart w:id="900" w:name="_Toc98676089"/>
      <w:r w:rsidRPr="00EF2F0E">
        <w:t>6.3.5.1</w:t>
      </w:r>
      <w:r w:rsidRPr="00EF2F0E">
        <w:tab/>
        <w:t>General</w:t>
      </w:r>
      <w:bookmarkEnd w:id="889"/>
      <w:bookmarkEnd w:id="890"/>
      <w:bookmarkEnd w:id="891"/>
      <w:bookmarkEnd w:id="892"/>
      <w:bookmarkEnd w:id="893"/>
      <w:bookmarkEnd w:id="894"/>
      <w:bookmarkEnd w:id="895"/>
      <w:bookmarkEnd w:id="896"/>
      <w:bookmarkEnd w:id="897"/>
      <w:bookmarkEnd w:id="898"/>
      <w:bookmarkEnd w:id="899"/>
      <w:bookmarkEnd w:id="900"/>
    </w:p>
    <w:p w14:paraId="0984D36B" w14:textId="77777777" w:rsidR="003E32EB" w:rsidRPr="00EF2F0E" w:rsidRDefault="003E32EB" w:rsidP="00A40339">
      <w:r w:rsidRPr="00EF2F0E">
        <w:t xml:space="preserve">To support IPDL location method in UTRA FDD operation, the AAS BS shall interrupt all transmitted signals in the downlink (i.e. common and dedicated channels). The IPDL time mask specifies the limits of the </w:t>
      </w:r>
      <w:r w:rsidRPr="00EF2F0E">
        <w:rPr>
          <w:i/>
        </w:rPr>
        <w:t>TAB connector</w:t>
      </w:r>
      <w:r w:rsidRPr="00EF2F0E">
        <w:t xml:space="preserve"> output power during these idle periods.</w:t>
      </w:r>
    </w:p>
    <w:p w14:paraId="0984D36C" w14:textId="77777777" w:rsidR="003E32EB" w:rsidRPr="00EF2F0E" w:rsidRDefault="003E32EB" w:rsidP="00A40339">
      <w:r w:rsidRPr="00EF2F0E">
        <w:t xml:space="preserve">This requirement applies only to AAS BS supporting IPDL. The requirement applies at each </w:t>
      </w:r>
      <w:r w:rsidRPr="00EF2F0E">
        <w:rPr>
          <w:i/>
        </w:rPr>
        <w:t>TAB connector</w:t>
      </w:r>
      <w:r w:rsidRPr="00EF2F0E">
        <w:rPr>
          <w:rFonts w:cs="v5.0.0"/>
        </w:rPr>
        <w:t xml:space="preserve"> supporting transmission in the operating band</w:t>
      </w:r>
      <w:r w:rsidRPr="00EF2F0E">
        <w:t>.</w:t>
      </w:r>
    </w:p>
    <w:p w14:paraId="0984D36D" w14:textId="77777777" w:rsidR="003E32EB" w:rsidRPr="00EF2F0E" w:rsidRDefault="003E32EB" w:rsidP="00A40339">
      <w:pPr>
        <w:pStyle w:val="Heading4"/>
        <w:rPr>
          <w:lang w:eastAsia="zh-CN"/>
        </w:rPr>
      </w:pPr>
      <w:bookmarkStart w:id="901" w:name="_Toc21095813"/>
      <w:bookmarkStart w:id="902" w:name="_Toc29763012"/>
      <w:bookmarkStart w:id="903" w:name="_Toc45869297"/>
      <w:bookmarkStart w:id="904" w:name="_Toc52554545"/>
      <w:bookmarkStart w:id="905" w:name="_Toc52555015"/>
      <w:bookmarkStart w:id="906" w:name="_Toc61112240"/>
      <w:bookmarkStart w:id="907" w:name="_Toc67911392"/>
      <w:bookmarkStart w:id="908" w:name="_Toc74842867"/>
      <w:bookmarkStart w:id="909" w:name="_Toc76503250"/>
      <w:bookmarkStart w:id="910" w:name="_Toc83040693"/>
      <w:bookmarkStart w:id="911" w:name="_Toc89851736"/>
      <w:bookmarkStart w:id="912" w:name="_Toc98676090"/>
      <w:r w:rsidRPr="00EF2F0E">
        <w:t>6.3.5.2</w:t>
      </w:r>
      <w:r w:rsidRPr="00EF2F0E">
        <w:tab/>
      </w:r>
      <w:r w:rsidRPr="00EF2F0E">
        <w:rPr>
          <w:lang w:eastAsia="zh-CN"/>
        </w:rPr>
        <w:t>Minimum requirement for MSR operation</w:t>
      </w:r>
      <w:bookmarkEnd w:id="901"/>
      <w:bookmarkEnd w:id="902"/>
      <w:bookmarkEnd w:id="903"/>
      <w:bookmarkEnd w:id="904"/>
      <w:bookmarkEnd w:id="905"/>
      <w:bookmarkEnd w:id="906"/>
      <w:bookmarkEnd w:id="907"/>
      <w:bookmarkEnd w:id="908"/>
      <w:bookmarkEnd w:id="909"/>
      <w:bookmarkEnd w:id="910"/>
      <w:bookmarkEnd w:id="911"/>
      <w:bookmarkEnd w:id="912"/>
    </w:p>
    <w:p w14:paraId="0984D36E" w14:textId="77777777" w:rsidR="003E32EB" w:rsidRPr="00EF2F0E" w:rsidRDefault="003E32EB" w:rsidP="00A40339">
      <w:pPr>
        <w:rPr>
          <w:rFonts w:cs="v4.2.0"/>
        </w:rPr>
      </w:pPr>
      <w:r w:rsidRPr="00EF2F0E">
        <w:rPr>
          <w:rFonts w:cs="v4.2.0"/>
        </w:rPr>
        <w:t>For UTRA FDD operation; the minimum requirement for MSR AAS BS IPDL time mask is the same as in 3GPP TS 25.104 [6], subclause 6.4.5.1.</w:t>
      </w:r>
    </w:p>
    <w:p w14:paraId="0984D36F" w14:textId="77777777" w:rsidR="003E32EB" w:rsidRPr="00EF2F0E" w:rsidRDefault="003E32EB" w:rsidP="00A40339">
      <w:pPr>
        <w:rPr>
          <w:lang w:eastAsia="zh-CN"/>
        </w:rPr>
      </w:pPr>
      <w:r w:rsidRPr="00EF2F0E">
        <w:rPr>
          <w:lang w:eastAsia="zh-CN"/>
        </w:rPr>
        <w:t>This requirement does not apply to UTRA TDD operation.</w:t>
      </w:r>
    </w:p>
    <w:p w14:paraId="0984D370" w14:textId="77777777" w:rsidR="003E32EB" w:rsidRPr="00EF2F0E" w:rsidRDefault="003E32EB" w:rsidP="00A40339">
      <w:pPr>
        <w:rPr>
          <w:lang w:eastAsia="zh-CN"/>
        </w:rPr>
      </w:pPr>
      <w:r w:rsidRPr="00EF2F0E">
        <w:rPr>
          <w:lang w:eastAsia="zh-CN"/>
        </w:rPr>
        <w:t>This requirement does not apply to E-UTRA operation.</w:t>
      </w:r>
    </w:p>
    <w:p w14:paraId="0984D371" w14:textId="77777777" w:rsidR="003E32EB" w:rsidRPr="00EF2F0E" w:rsidRDefault="003E32EB" w:rsidP="00A40339">
      <w:pPr>
        <w:rPr>
          <w:lang w:eastAsia="zh-CN"/>
        </w:rPr>
      </w:pPr>
      <w:r w:rsidRPr="00EF2F0E">
        <w:rPr>
          <w:lang w:eastAsia="zh-CN"/>
        </w:rPr>
        <w:t>This requirement does not apply to NR operation.</w:t>
      </w:r>
    </w:p>
    <w:p w14:paraId="0984D372" w14:textId="77777777" w:rsidR="003E32EB" w:rsidRPr="00EF2F0E" w:rsidRDefault="003E32EB" w:rsidP="00A40339">
      <w:pPr>
        <w:pStyle w:val="Heading4"/>
        <w:rPr>
          <w:lang w:eastAsia="zh-CN"/>
        </w:rPr>
      </w:pPr>
      <w:bookmarkStart w:id="913" w:name="_Toc21095814"/>
      <w:bookmarkStart w:id="914" w:name="_Toc29763013"/>
      <w:bookmarkStart w:id="915" w:name="_Toc45869298"/>
      <w:bookmarkStart w:id="916" w:name="_Toc52554546"/>
      <w:bookmarkStart w:id="917" w:name="_Toc52555016"/>
      <w:bookmarkStart w:id="918" w:name="_Toc61112241"/>
      <w:bookmarkStart w:id="919" w:name="_Toc67911393"/>
      <w:bookmarkStart w:id="920" w:name="_Toc74842868"/>
      <w:bookmarkStart w:id="921" w:name="_Toc76503251"/>
      <w:bookmarkStart w:id="922" w:name="_Toc83040694"/>
      <w:bookmarkStart w:id="923" w:name="_Toc89851737"/>
      <w:bookmarkStart w:id="924" w:name="_Toc98676091"/>
      <w:r w:rsidRPr="00EF2F0E">
        <w:rPr>
          <w:lang w:eastAsia="zh-CN"/>
        </w:rPr>
        <w:t>6.3.5.3</w:t>
      </w:r>
      <w:r w:rsidRPr="00EF2F0E">
        <w:rPr>
          <w:lang w:eastAsia="zh-CN"/>
        </w:rPr>
        <w:tab/>
        <w:t>Minimum requirement for single RAT UTRA operation</w:t>
      </w:r>
      <w:bookmarkEnd w:id="913"/>
      <w:bookmarkEnd w:id="914"/>
      <w:bookmarkEnd w:id="915"/>
      <w:bookmarkEnd w:id="916"/>
      <w:bookmarkEnd w:id="917"/>
      <w:bookmarkEnd w:id="918"/>
      <w:bookmarkEnd w:id="919"/>
      <w:bookmarkEnd w:id="920"/>
      <w:bookmarkEnd w:id="921"/>
      <w:bookmarkEnd w:id="922"/>
      <w:bookmarkEnd w:id="923"/>
      <w:bookmarkEnd w:id="924"/>
    </w:p>
    <w:p w14:paraId="0984D373" w14:textId="77777777" w:rsidR="003E32EB" w:rsidRPr="00EF2F0E" w:rsidRDefault="003E32EB" w:rsidP="00A40339">
      <w:pPr>
        <w:rPr>
          <w:rFonts w:cs="v4.2.0"/>
        </w:rPr>
      </w:pPr>
      <w:r w:rsidRPr="00EF2F0E">
        <w:rPr>
          <w:rFonts w:cs="v4.2.0"/>
        </w:rPr>
        <w:t>For UTRA FDD operation; the minimum requirement for single RAT AAS BS IPDL time mask is the same as in 3GPP TS 25.104 [6], subclause 6.4.5.1.</w:t>
      </w:r>
    </w:p>
    <w:p w14:paraId="0984D374" w14:textId="77777777" w:rsidR="003E32EB" w:rsidRPr="00EF2F0E" w:rsidRDefault="003E32EB" w:rsidP="00A40339">
      <w:pPr>
        <w:rPr>
          <w:lang w:eastAsia="zh-CN"/>
        </w:rPr>
      </w:pPr>
      <w:r w:rsidRPr="00EF2F0E">
        <w:rPr>
          <w:lang w:eastAsia="zh-CN"/>
        </w:rPr>
        <w:t>This requirement does not apply to UTRA TDD operation.</w:t>
      </w:r>
    </w:p>
    <w:p w14:paraId="0984D375" w14:textId="77777777" w:rsidR="003E32EB" w:rsidRPr="00EF2F0E" w:rsidRDefault="003E32EB" w:rsidP="00A40339">
      <w:pPr>
        <w:pStyle w:val="Heading4"/>
        <w:rPr>
          <w:lang w:eastAsia="zh-CN"/>
        </w:rPr>
      </w:pPr>
      <w:bookmarkStart w:id="925" w:name="_Toc21095815"/>
      <w:bookmarkStart w:id="926" w:name="_Toc29763014"/>
      <w:bookmarkStart w:id="927" w:name="_Toc45869299"/>
      <w:bookmarkStart w:id="928" w:name="_Toc52554547"/>
      <w:bookmarkStart w:id="929" w:name="_Toc52555017"/>
      <w:bookmarkStart w:id="930" w:name="_Toc61112242"/>
      <w:bookmarkStart w:id="931" w:name="_Toc67911394"/>
      <w:bookmarkStart w:id="932" w:name="_Toc74842869"/>
      <w:bookmarkStart w:id="933" w:name="_Toc76503252"/>
      <w:bookmarkStart w:id="934" w:name="_Toc83040695"/>
      <w:bookmarkStart w:id="935" w:name="_Toc89851738"/>
      <w:bookmarkStart w:id="936" w:name="_Toc98676092"/>
      <w:r w:rsidRPr="00EF2F0E">
        <w:rPr>
          <w:lang w:eastAsia="zh-CN"/>
        </w:rPr>
        <w:t>6.3.5.4</w:t>
      </w:r>
      <w:r w:rsidRPr="00EF2F0E">
        <w:rPr>
          <w:lang w:eastAsia="zh-CN"/>
        </w:rPr>
        <w:tab/>
        <w:t>Minimum requirement for single RAT E-UTRA operation</w:t>
      </w:r>
      <w:bookmarkEnd w:id="925"/>
      <w:bookmarkEnd w:id="926"/>
      <w:bookmarkEnd w:id="927"/>
      <w:bookmarkEnd w:id="928"/>
      <w:bookmarkEnd w:id="929"/>
      <w:bookmarkEnd w:id="930"/>
      <w:bookmarkEnd w:id="931"/>
      <w:bookmarkEnd w:id="932"/>
      <w:bookmarkEnd w:id="933"/>
      <w:bookmarkEnd w:id="934"/>
      <w:bookmarkEnd w:id="935"/>
      <w:bookmarkEnd w:id="936"/>
    </w:p>
    <w:p w14:paraId="0984D376" w14:textId="77777777" w:rsidR="003E32EB" w:rsidRPr="00EF2F0E" w:rsidRDefault="003E32EB" w:rsidP="00A40339">
      <w:pPr>
        <w:rPr>
          <w:lang w:eastAsia="zh-CN"/>
        </w:rPr>
      </w:pPr>
      <w:r w:rsidRPr="00EF2F0E">
        <w:rPr>
          <w:lang w:eastAsia="zh-CN"/>
        </w:rPr>
        <w:t>This requirement does not apply to E-UTRA operation.</w:t>
      </w:r>
    </w:p>
    <w:p w14:paraId="0984D377" w14:textId="77777777" w:rsidR="003E32EB" w:rsidRPr="00EF2F0E" w:rsidRDefault="003E32EB" w:rsidP="00A40339">
      <w:pPr>
        <w:pStyle w:val="Heading3"/>
        <w:rPr>
          <w:lang w:eastAsia="zh-CN"/>
        </w:rPr>
      </w:pPr>
      <w:bookmarkStart w:id="937" w:name="_Toc21095816"/>
      <w:bookmarkStart w:id="938" w:name="_Toc29763015"/>
      <w:bookmarkStart w:id="939" w:name="_Toc45869300"/>
      <w:bookmarkStart w:id="940" w:name="_Toc52554548"/>
      <w:bookmarkStart w:id="941" w:name="_Toc52555018"/>
      <w:bookmarkStart w:id="942" w:name="_Toc61112243"/>
      <w:bookmarkStart w:id="943" w:name="_Toc67911395"/>
      <w:bookmarkStart w:id="944" w:name="_Toc74842870"/>
      <w:bookmarkStart w:id="945" w:name="_Toc76503253"/>
      <w:bookmarkStart w:id="946" w:name="_Toc83040696"/>
      <w:bookmarkStart w:id="947" w:name="_Toc89851739"/>
      <w:bookmarkStart w:id="948" w:name="_Toc98676093"/>
      <w:r w:rsidRPr="00EF2F0E">
        <w:rPr>
          <w:lang w:eastAsia="zh-CN"/>
        </w:rPr>
        <w:t>6.3.6</w:t>
      </w:r>
      <w:r w:rsidRPr="00EF2F0E">
        <w:rPr>
          <w:lang w:eastAsia="zh-CN"/>
        </w:rPr>
        <w:tab/>
        <w:t>RE Power control dynamic range</w:t>
      </w:r>
      <w:bookmarkEnd w:id="937"/>
      <w:bookmarkEnd w:id="938"/>
      <w:bookmarkEnd w:id="939"/>
      <w:bookmarkEnd w:id="940"/>
      <w:bookmarkEnd w:id="941"/>
      <w:bookmarkEnd w:id="942"/>
      <w:bookmarkEnd w:id="943"/>
      <w:bookmarkEnd w:id="944"/>
      <w:bookmarkEnd w:id="945"/>
      <w:bookmarkEnd w:id="946"/>
      <w:bookmarkEnd w:id="947"/>
      <w:bookmarkEnd w:id="948"/>
    </w:p>
    <w:p w14:paraId="0984D378" w14:textId="77777777" w:rsidR="003E32EB" w:rsidRPr="00EF2F0E" w:rsidRDefault="003E32EB" w:rsidP="00A40339">
      <w:pPr>
        <w:pStyle w:val="Heading4"/>
      </w:pPr>
      <w:bookmarkStart w:id="949" w:name="_Toc21095817"/>
      <w:bookmarkStart w:id="950" w:name="_Toc29763016"/>
      <w:bookmarkStart w:id="951" w:name="_Toc45869301"/>
      <w:bookmarkStart w:id="952" w:name="_Toc52554549"/>
      <w:bookmarkStart w:id="953" w:name="_Toc52555019"/>
      <w:bookmarkStart w:id="954" w:name="_Toc61112244"/>
      <w:bookmarkStart w:id="955" w:name="_Toc67911396"/>
      <w:bookmarkStart w:id="956" w:name="_Toc74842871"/>
      <w:bookmarkStart w:id="957" w:name="_Toc76503254"/>
      <w:bookmarkStart w:id="958" w:name="_Toc83040697"/>
      <w:bookmarkStart w:id="959" w:name="_Toc89851740"/>
      <w:bookmarkStart w:id="960" w:name="_Toc98676094"/>
      <w:r w:rsidRPr="00EF2F0E">
        <w:t>6.3.6.1</w:t>
      </w:r>
      <w:r w:rsidRPr="00EF2F0E">
        <w:tab/>
        <w:t>General</w:t>
      </w:r>
      <w:bookmarkEnd w:id="949"/>
      <w:bookmarkEnd w:id="950"/>
      <w:bookmarkEnd w:id="951"/>
      <w:bookmarkEnd w:id="952"/>
      <w:bookmarkEnd w:id="953"/>
      <w:bookmarkEnd w:id="954"/>
      <w:bookmarkEnd w:id="955"/>
      <w:bookmarkEnd w:id="956"/>
      <w:bookmarkEnd w:id="957"/>
      <w:bookmarkEnd w:id="958"/>
      <w:bookmarkEnd w:id="959"/>
      <w:bookmarkEnd w:id="960"/>
    </w:p>
    <w:p w14:paraId="0984D379" w14:textId="77777777" w:rsidR="003E32EB" w:rsidRPr="00EF2F0E" w:rsidRDefault="003E32EB" w:rsidP="00A40339">
      <w:pPr>
        <w:rPr>
          <w:rFonts w:cs="v5.0.0"/>
        </w:rPr>
      </w:pPr>
      <w:r w:rsidRPr="00EF2F0E">
        <w:t>The RE power control dynamic range is t</w:t>
      </w:r>
      <w:r w:rsidRPr="00EF2F0E">
        <w:rPr>
          <w:rFonts w:cs="v5.0.0"/>
        </w:rPr>
        <w:t xml:space="preserve">he difference between the power of an RE and the </w:t>
      </w:r>
      <w:r w:rsidRPr="00EF2F0E">
        <w:t xml:space="preserve">average RE power for a BS at maximum output power </w:t>
      </w:r>
      <w:r w:rsidRPr="00EF2F0E">
        <w:rPr>
          <w:rFonts w:cs="v5.0.0"/>
        </w:rPr>
        <w:t>(</w:t>
      </w:r>
      <w:r w:rsidRPr="00EF2F0E">
        <w:t>P</w:t>
      </w:r>
      <w:r w:rsidRPr="00EF2F0E">
        <w:rPr>
          <w:vertAlign w:val="subscript"/>
        </w:rPr>
        <w:t>Rated,c,TABC</w:t>
      </w:r>
      <w:r w:rsidRPr="00EF2F0E">
        <w:t xml:space="preserve">) </w:t>
      </w:r>
      <w:r w:rsidRPr="00EF2F0E">
        <w:rPr>
          <w:rFonts w:cs="v5.0.0"/>
        </w:rPr>
        <w:t>for a specified reference condition.</w:t>
      </w:r>
    </w:p>
    <w:p w14:paraId="0984D37A" w14:textId="77777777" w:rsidR="003E32EB" w:rsidRPr="00EF2F0E" w:rsidRDefault="003E32EB" w:rsidP="00A40339">
      <w:r w:rsidRPr="00EF2F0E">
        <w:rPr>
          <w:rFonts w:cs="v5.0.0"/>
        </w:rPr>
        <w:t xml:space="preserve">This requirement applies at each </w:t>
      </w:r>
      <w:r w:rsidRPr="00EF2F0E">
        <w:rPr>
          <w:rFonts w:cs="v5.0.0"/>
          <w:i/>
        </w:rPr>
        <w:t>TAB connector</w:t>
      </w:r>
      <w:r w:rsidRPr="00EF2F0E">
        <w:rPr>
          <w:rFonts w:cs="v5.0.0"/>
        </w:rPr>
        <w:t xml:space="preserve"> supporting transmission in the operating band.</w:t>
      </w:r>
    </w:p>
    <w:p w14:paraId="0984D37B" w14:textId="77777777" w:rsidR="003E32EB" w:rsidRPr="00EF2F0E" w:rsidRDefault="003E32EB" w:rsidP="00A40339">
      <w:pPr>
        <w:pStyle w:val="Heading4"/>
        <w:rPr>
          <w:lang w:eastAsia="zh-CN"/>
        </w:rPr>
      </w:pPr>
      <w:bookmarkStart w:id="961" w:name="_Toc21095818"/>
      <w:bookmarkStart w:id="962" w:name="_Toc29763017"/>
      <w:bookmarkStart w:id="963" w:name="_Toc45869302"/>
      <w:bookmarkStart w:id="964" w:name="_Toc52554550"/>
      <w:bookmarkStart w:id="965" w:name="_Toc52555020"/>
      <w:bookmarkStart w:id="966" w:name="_Toc61112245"/>
      <w:bookmarkStart w:id="967" w:name="_Toc67911397"/>
      <w:bookmarkStart w:id="968" w:name="_Toc74842872"/>
      <w:bookmarkStart w:id="969" w:name="_Toc76503255"/>
      <w:bookmarkStart w:id="970" w:name="_Toc83040698"/>
      <w:bookmarkStart w:id="971" w:name="_Toc89851741"/>
      <w:bookmarkStart w:id="972" w:name="_Toc98676095"/>
      <w:r w:rsidRPr="00EF2F0E">
        <w:t>6.3.6.2</w:t>
      </w:r>
      <w:r w:rsidRPr="00EF2F0E">
        <w:tab/>
      </w:r>
      <w:r w:rsidRPr="00EF2F0E">
        <w:rPr>
          <w:lang w:eastAsia="zh-CN"/>
        </w:rPr>
        <w:t>Minimum requirement for MSR operation</w:t>
      </w:r>
      <w:bookmarkEnd w:id="961"/>
      <w:bookmarkEnd w:id="962"/>
      <w:bookmarkEnd w:id="963"/>
      <w:bookmarkEnd w:id="964"/>
      <w:bookmarkEnd w:id="965"/>
      <w:bookmarkEnd w:id="966"/>
      <w:bookmarkEnd w:id="967"/>
      <w:bookmarkEnd w:id="968"/>
      <w:bookmarkEnd w:id="969"/>
      <w:bookmarkEnd w:id="970"/>
      <w:bookmarkEnd w:id="971"/>
      <w:bookmarkEnd w:id="972"/>
    </w:p>
    <w:p w14:paraId="0984D37C" w14:textId="77777777" w:rsidR="003E32EB" w:rsidRPr="00EF2F0E" w:rsidRDefault="003E32EB" w:rsidP="00A40339">
      <w:pPr>
        <w:rPr>
          <w:lang w:eastAsia="zh-CN"/>
        </w:rPr>
      </w:pPr>
      <w:r w:rsidRPr="00EF2F0E">
        <w:rPr>
          <w:lang w:eastAsia="zh-CN"/>
        </w:rPr>
        <w:t>This requirement does not apply to UTRA operation.</w:t>
      </w:r>
    </w:p>
    <w:p w14:paraId="0984D37D" w14:textId="77777777" w:rsidR="003E32EB" w:rsidRPr="00EF2F0E" w:rsidRDefault="003E32EB" w:rsidP="00A40339">
      <w:pPr>
        <w:rPr>
          <w:rFonts w:cs="v4.2.0"/>
        </w:rPr>
      </w:pPr>
      <w:r w:rsidRPr="00EF2F0E">
        <w:rPr>
          <w:rFonts w:cs="v4.2.0"/>
        </w:rPr>
        <w:t>For E-UTRA operation; the minimum requirements for MSR AAS BS RE power control dynamic range are the same as in 3GPP TS 36.104 [8], subclause 6.3.1.1.</w:t>
      </w:r>
    </w:p>
    <w:p w14:paraId="0984D37E" w14:textId="77777777" w:rsidR="003E32EB" w:rsidRPr="00EF2F0E" w:rsidRDefault="003E32EB" w:rsidP="00A40339">
      <w:pPr>
        <w:rPr>
          <w:lang w:eastAsia="zh-CN"/>
        </w:rPr>
      </w:pPr>
      <w:r w:rsidRPr="00EF2F0E">
        <w:rPr>
          <w:lang w:eastAsia="zh-CN"/>
        </w:rPr>
        <w:t xml:space="preserve">For NR operation, </w:t>
      </w:r>
      <w:r w:rsidRPr="00EF2F0E">
        <w:rPr>
          <w:rFonts w:cs="v4.2.0"/>
        </w:rPr>
        <w:t xml:space="preserve">the minimum requirements for MSR AAS BS RE power control dynamic range are the same as </w:t>
      </w:r>
      <w:r w:rsidRPr="00EF2F0E">
        <w:rPr>
          <w:lang w:eastAsia="zh-CN"/>
        </w:rPr>
        <w:t xml:space="preserve">those for </w:t>
      </w:r>
      <w:r w:rsidRPr="00EF2F0E">
        <w:rPr>
          <w:i/>
          <w:lang w:eastAsia="zh-CN"/>
        </w:rPr>
        <w:t>BS type 1-H</w:t>
      </w:r>
      <w:r w:rsidRPr="00EF2F0E">
        <w:rPr>
          <w:rFonts w:cs="v4.2.0"/>
        </w:rPr>
        <w:t xml:space="preserve"> in 3GPP TS 38.104 [28], subclause 6.3.2.2.</w:t>
      </w:r>
    </w:p>
    <w:p w14:paraId="0984D37F" w14:textId="77777777" w:rsidR="003E32EB" w:rsidRPr="00EF2F0E" w:rsidRDefault="003E32EB" w:rsidP="00A40339">
      <w:pPr>
        <w:pStyle w:val="Heading4"/>
        <w:rPr>
          <w:lang w:eastAsia="zh-CN"/>
        </w:rPr>
      </w:pPr>
      <w:bookmarkStart w:id="973" w:name="_Toc21095819"/>
      <w:bookmarkStart w:id="974" w:name="_Toc29763018"/>
      <w:bookmarkStart w:id="975" w:name="_Toc45869303"/>
      <w:bookmarkStart w:id="976" w:name="_Toc52554551"/>
      <w:bookmarkStart w:id="977" w:name="_Toc52555021"/>
      <w:bookmarkStart w:id="978" w:name="_Toc61112246"/>
      <w:bookmarkStart w:id="979" w:name="_Toc67911398"/>
      <w:bookmarkStart w:id="980" w:name="_Toc74842873"/>
      <w:bookmarkStart w:id="981" w:name="_Toc76503256"/>
      <w:bookmarkStart w:id="982" w:name="_Toc83040699"/>
      <w:bookmarkStart w:id="983" w:name="_Toc89851742"/>
      <w:bookmarkStart w:id="984" w:name="_Toc98676096"/>
      <w:r w:rsidRPr="00EF2F0E">
        <w:rPr>
          <w:lang w:eastAsia="zh-CN"/>
        </w:rPr>
        <w:t>6.3.6.3</w:t>
      </w:r>
      <w:r w:rsidRPr="00EF2F0E">
        <w:rPr>
          <w:lang w:eastAsia="zh-CN"/>
        </w:rPr>
        <w:tab/>
        <w:t>Minimum requirement for single RAT UTRA operation</w:t>
      </w:r>
      <w:bookmarkEnd w:id="973"/>
      <w:bookmarkEnd w:id="974"/>
      <w:bookmarkEnd w:id="975"/>
      <w:bookmarkEnd w:id="976"/>
      <w:bookmarkEnd w:id="977"/>
      <w:bookmarkEnd w:id="978"/>
      <w:bookmarkEnd w:id="979"/>
      <w:bookmarkEnd w:id="980"/>
      <w:bookmarkEnd w:id="981"/>
      <w:bookmarkEnd w:id="982"/>
      <w:bookmarkEnd w:id="983"/>
      <w:bookmarkEnd w:id="984"/>
    </w:p>
    <w:p w14:paraId="0984D380" w14:textId="77777777" w:rsidR="003E32EB" w:rsidRPr="00EF2F0E" w:rsidRDefault="003E32EB" w:rsidP="00A40339">
      <w:pPr>
        <w:rPr>
          <w:lang w:eastAsia="zh-CN"/>
        </w:rPr>
      </w:pPr>
      <w:r w:rsidRPr="00EF2F0E">
        <w:rPr>
          <w:lang w:eastAsia="zh-CN"/>
        </w:rPr>
        <w:t>This requirement does not apply to UTRA operation.</w:t>
      </w:r>
    </w:p>
    <w:p w14:paraId="0984D381" w14:textId="77777777" w:rsidR="003E32EB" w:rsidRPr="00EF2F0E" w:rsidRDefault="003E32EB" w:rsidP="00A40339">
      <w:pPr>
        <w:pStyle w:val="Heading4"/>
        <w:rPr>
          <w:lang w:eastAsia="zh-CN"/>
        </w:rPr>
      </w:pPr>
      <w:bookmarkStart w:id="985" w:name="_Toc21095820"/>
      <w:bookmarkStart w:id="986" w:name="_Toc29763019"/>
      <w:bookmarkStart w:id="987" w:name="_Toc45869304"/>
      <w:bookmarkStart w:id="988" w:name="_Toc52554552"/>
      <w:bookmarkStart w:id="989" w:name="_Toc52555022"/>
      <w:bookmarkStart w:id="990" w:name="_Toc61112247"/>
      <w:bookmarkStart w:id="991" w:name="_Toc67911399"/>
      <w:bookmarkStart w:id="992" w:name="_Toc74842874"/>
      <w:bookmarkStart w:id="993" w:name="_Toc76503257"/>
      <w:bookmarkStart w:id="994" w:name="_Toc83040700"/>
      <w:bookmarkStart w:id="995" w:name="_Toc89851743"/>
      <w:bookmarkStart w:id="996" w:name="_Toc98676097"/>
      <w:r w:rsidRPr="00EF2F0E">
        <w:rPr>
          <w:lang w:eastAsia="zh-CN"/>
        </w:rPr>
        <w:t>6.3.6.4</w:t>
      </w:r>
      <w:r w:rsidRPr="00EF2F0E">
        <w:rPr>
          <w:lang w:eastAsia="zh-CN"/>
        </w:rPr>
        <w:tab/>
        <w:t>Minimum requirement for single RAT E-UTRA operation</w:t>
      </w:r>
      <w:bookmarkEnd w:id="985"/>
      <w:bookmarkEnd w:id="986"/>
      <w:bookmarkEnd w:id="987"/>
      <w:bookmarkEnd w:id="988"/>
      <w:bookmarkEnd w:id="989"/>
      <w:bookmarkEnd w:id="990"/>
      <w:bookmarkEnd w:id="991"/>
      <w:bookmarkEnd w:id="992"/>
      <w:bookmarkEnd w:id="993"/>
      <w:bookmarkEnd w:id="994"/>
      <w:bookmarkEnd w:id="995"/>
      <w:bookmarkEnd w:id="996"/>
    </w:p>
    <w:p w14:paraId="0984D382" w14:textId="77777777" w:rsidR="003E32EB" w:rsidRPr="00EF2F0E" w:rsidRDefault="003E32EB" w:rsidP="00A40339">
      <w:pPr>
        <w:rPr>
          <w:lang w:eastAsia="zh-CN"/>
        </w:rPr>
      </w:pPr>
      <w:r w:rsidRPr="00EF2F0E">
        <w:rPr>
          <w:rFonts w:cs="v4.2.0"/>
        </w:rPr>
        <w:t>For E-UTRA operation; the minimum requirements for single RAT AAS BS RE power control dynamic range are the same as in 3GPP TS 36.104 [8], subclause 6.3.1.1.</w:t>
      </w:r>
    </w:p>
    <w:p w14:paraId="0984D383" w14:textId="77777777" w:rsidR="003E32EB" w:rsidRPr="00EF2F0E" w:rsidRDefault="003E32EB" w:rsidP="00A40339">
      <w:pPr>
        <w:pStyle w:val="Heading2"/>
        <w:rPr>
          <w:lang w:eastAsia="zh-CN"/>
        </w:rPr>
      </w:pPr>
      <w:bookmarkStart w:id="997" w:name="_Toc21095821"/>
      <w:bookmarkStart w:id="998" w:name="_Toc29763020"/>
      <w:bookmarkStart w:id="999" w:name="_Toc45869305"/>
      <w:bookmarkStart w:id="1000" w:name="_Toc52554553"/>
      <w:bookmarkStart w:id="1001" w:name="_Toc52555023"/>
      <w:bookmarkStart w:id="1002" w:name="_Toc61112248"/>
      <w:bookmarkStart w:id="1003" w:name="_Toc67911400"/>
      <w:bookmarkStart w:id="1004" w:name="_Toc74842875"/>
      <w:bookmarkStart w:id="1005" w:name="_Toc76503258"/>
      <w:bookmarkStart w:id="1006" w:name="_Toc83040701"/>
      <w:bookmarkStart w:id="1007" w:name="_Toc89851744"/>
      <w:bookmarkStart w:id="1008" w:name="_Toc98676098"/>
      <w:r w:rsidRPr="00EF2F0E">
        <w:rPr>
          <w:lang w:eastAsia="zh-CN"/>
        </w:rPr>
        <w:t>6.4</w:t>
      </w:r>
      <w:r w:rsidRPr="00EF2F0E">
        <w:rPr>
          <w:lang w:eastAsia="zh-CN"/>
        </w:rPr>
        <w:tab/>
        <w:t>Transmit ON/OFF power</w:t>
      </w:r>
      <w:bookmarkEnd w:id="997"/>
      <w:bookmarkEnd w:id="998"/>
      <w:bookmarkEnd w:id="999"/>
      <w:bookmarkEnd w:id="1000"/>
      <w:bookmarkEnd w:id="1001"/>
      <w:bookmarkEnd w:id="1002"/>
      <w:bookmarkEnd w:id="1003"/>
      <w:bookmarkEnd w:id="1004"/>
      <w:bookmarkEnd w:id="1005"/>
      <w:bookmarkEnd w:id="1006"/>
      <w:bookmarkEnd w:id="1007"/>
      <w:bookmarkEnd w:id="1008"/>
    </w:p>
    <w:p w14:paraId="0984D384" w14:textId="77777777" w:rsidR="003E32EB" w:rsidRPr="00EF2F0E" w:rsidRDefault="003E32EB" w:rsidP="00A40339">
      <w:pPr>
        <w:pStyle w:val="Heading3"/>
      </w:pPr>
      <w:bookmarkStart w:id="1009" w:name="_Toc21095822"/>
      <w:bookmarkStart w:id="1010" w:name="_Toc29763021"/>
      <w:bookmarkStart w:id="1011" w:name="_Toc45869306"/>
      <w:bookmarkStart w:id="1012" w:name="_Toc52554554"/>
      <w:bookmarkStart w:id="1013" w:name="_Toc52555024"/>
      <w:bookmarkStart w:id="1014" w:name="_Toc61112249"/>
      <w:bookmarkStart w:id="1015" w:name="_Toc67911401"/>
      <w:bookmarkStart w:id="1016" w:name="_Toc74842876"/>
      <w:bookmarkStart w:id="1017" w:name="_Toc76503259"/>
      <w:bookmarkStart w:id="1018" w:name="_Toc83040702"/>
      <w:bookmarkStart w:id="1019" w:name="_Toc89851745"/>
      <w:bookmarkStart w:id="1020" w:name="_Toc98676099"/>
      <w:r w:rsidRPr="00EF2F0E">
        <w:t>6.4.1</w:t>
      </w:r>
      <w:r w:rsidRPr="00EF2F0E">
        <w:tab/>
        <w:t>General</w:t>
      </w:r>
      <w:bookmarkEnd w:id="1009"/>
      <w:bookmarkEnd w:id="1010"/>
      <w:bookmarkEnd w:id="1011"/>
      <w:bookmarkEnd w:id="1012"/>
      <w:bookmarkEnd w:id="1013"/>
      <w:bookmarkEnd w:id="1014"/>
      <w:bookmarkEnd w:id="1015"/>
      <w:bookmarkEnd w:id="1016"/>
      <w:bookmarkEnd w:id="1017"/>
      <w:bookmarkEnd w:id="1018"/>
      <w:bookmarkEnd w:id="1019"/>
      <w:bookmarkEnd w:id="1020"/>
    </w:p>
    <w:p w14:paraId="0984D385" w14:textId="77777777" w:rsidR="003E32EB" w:rsidRPr="00EF2F0E" w:rsidRDefault="003E32EB" w:rsidP="00A40339">
      <w:r w:rsidRPr="00EF2F0E">
        <w:t>Transmitter ON/OFF power requirements apply only to TDD operation of UTRA and E-UTRA.</w:t>
      </w:r>
    </w:p>
    <w:p w14:paraId="0984D386" w14:textId="77777777" w:rsidR="003E32EB" w:rsidRPr="00EF2F0E" w:rsidRDefault="003E32EB" w:rsidP="00A40339">
      <w:pPr>
        <w:pStyle w:val="Heading3"/>
      </w:pPr>
      <w:bookmarkStart w:id="1021" w:name="_Toc21095823"/>
      <w:bookmarkStart w:id="1022" w:name="_Toc29763022"/>
      <w:bookmarkStart w:id="1023" w:name="_Toc45869307"/>
      <w:bookmarkStart w:id="1024" w:name="_Toc52554555"/>
      <w:bookmarkStart w:id="1025" w:name="_Toc52555025"/>
      <w:bookmarkStart w:id="1026" w:name="_Toc61112250"/>
      <w:bookmarkStart w:id="1027" w:name="_Toc67911402"/>
      <w:bookmarkStart w:id="1028" w:name="_Toc74842877"/>
      <w:bookmarkStart w:id="1029" w:name="_Toc76503260"/>
      <w:bookmarkStart w:id="1030" w:name="_Toc83040703"/>
      <w:bookmarkStart w:id="1031" w:name="_Toc89851746"/>
      <w:bookmarkStart w:id="1032" w:name="_Toc98676100"/>
      <w:r w:rsidRPr="00EF2F0E">
        <w:t>6.4.2</w:t>
      </w:r>
      <w:r w:rsidRPr="00EF2F0E">
        <w:tab/>
        <w:t>Transmitter OFF power</w:t>
      </w:r>
      <w:bookmarkEnd w:id="1021"/>
      <w:bookmarkEnd w:id="1022"/>
      <w:bookmarkEnd w:id="1023"/>
      <w:bookmarkEnd w:id="1024"/>
      <w:bookmarkEnd w:id="1025"/>
      <w:bookmarkEnd w:id="1026"/>
      <w:bookmarkEnd w:id="1027"/>
      <w:bookmarkEnd w:id="1028"/>
      <w:bookmarkEnd w:id="1029"/>
      <w:bookmarkEnd w:id="1030"/>
      <w:bookmarkEnd w:id="1031"/>
      <w:bookmarkEnd w:id="1032"/>
    </w:p>
    <w:p w14:paraId="0984D387" w14:textId="77777777" w:rsidR="003E32EB" w:rsidRPr="00EF2F0E" w:rsidRDefault="003E32EB" w:rsidP="00A40339">
      <w:pPr>
        <w:pStyle w:val="Heading4"/>
      </w:pPr>
      <w:bookmarkStart w:id="1033" w:name="_Toc21095824"/>
      <w:bookmarkStart w:id="1034" w:name="_Toc29763023"/>
      <w:bookmarkStart w:id="1035" w:name="_Toc45869308"/>
      <w:bookmarkStart w:id="1036" w:name="_Toc52554556"/>
      <w:bookmarkStart w:id="1037" w:name="_Toc52555026"/>
      <w:bookmarkStart w:id="1038" w:name="_Toc61112251"/>
      <w:bookmarkStart w:id="1039" w:name="_Toc67911403"/>
      <w:bookmarkStart w:id="1040" w:name="_Toc74842878"/>
      <w:bookmarkStart w:id="1041" w:name="_Toc76503261"/>
      <w:bookmarkStart w:id="1042" w:name="_Toc83040704"/>
      <w:bookmarkStart w:id="1043" w:name="_Toc89851747"/>
      <w:bookmarkStart w:id="1044" w:name="_Toc98676101"/>
      <w:r w:rsidRPr="00EF2F0E">
        <w:t>6.4.2.1</w:t>
      </w:r>
      <w:r w:rsidRPr="00EF2F0E">
        <w:tab/>
        <w:t>General</w:t>
      </w:r>
      <w:bookmarkEnd w:id="1033"/>
      <w:bookmarkEnd w:id="1034"/>
      <w:bookmarkEnd w:id="1035"/>
      <w:bookmarkEnd w:id="1036"/>
      <w:bookmarkEnd w:id="1037"/>
      <w:bookmarkEnd w:id="1038"/>
      <w:bookmarkEnd w:id="1039"/>
      <w:bookmarkEnd w:id="1040"/>
      <w:bookmarkEnd w:id="1041"/>
      <w:bookmarkEnd w:id="1042"/>
      <w:bookmarkEnd w:id="1043"/>
      <w:bookmarkEnd w:id="1044"/>
    </w:p>
    <w:p w14:paraId="0984D388" w14:textId="77777777" w:rsidR="003E32EB" w:rsidRPr="00EF2F0E" w:rsidRDefault="003E32EB" w:rsidP="00A40339">
      <w:r w:rsidRPr="00EF2F0E">
        <w:t>Transmitter OFF power is defined as the mean power measured over 70</w:t>
      </w:r>
      <w:r w:rsidR="002F6580" w:rsidRPr="00EF2F0E">
        <w:t>/N</w:t>
      </w:r>
      <w:r w:rsidRPr="00EF2F0E">
        <w:t xml:space="preserve"> </w:t>
      </w:r>
      <w:r w:rsidRPr="00EF2F0E">
        <w:sym w:font="Symbol" w:char="F06D"/>
      </w:r>
      <w:r w:rsidRPr="00EF2F0E">
        <w:t xml:space="preserve">s filtered with a square filter of bandwidth equal to the </w:t>
      </w:r>
      <w:r w:rsidRPr="00EF2F0E">
        <w:rPr>
          <w:i/>
        </w:rPr>
        <w:t>Base Station RF Bandwidth</w:t>
      </w:r>
      <w:r w:rsidRPr="00EF2F0E">
        <w:t xml:space="preserve"> (s) centred on the central frequency of the </w:t>
      </w:r>
      <w:r w:rsidRPr="00EF2F0E">
        <w:rPr>
          <w:i/>
        </w:rPr>
        <w:t>Base Station RF Bandwidth</w:t>
      </w:r>
      <w:r w:rsidRPr="00EF2F0E">
        <w:t xml:space="preserve"> (s) during the </w:t>
      </w:r>
      <w:r w:rsidRPr="00EF2F0E">
        <w:rPr>
          <w:i/>
        </w:rPr>
        <w:t>transmitter OFF period</w:t>
      </w:r>
      <w:r w:rsidRPr="00EF2F0E">
        <w:t>.</w:t>
      </w:r>
      <w:r w:rsidR="002F6580" w:rsidRPr="00EF2F0E">
        <w:t xml:space="preserve"> N is equal to 1 for UTRA and E_UTRA SCS/15 for NR, where SCS is Sub Carrier Spacing in kHz.</w:t>
      </w:r>
    </w:p>
    <w:p w14:paraId="0984D389" w14:textId="77777777" w:rsidR="003E32EB" w:rsidRPr="00EF2F0E" w:rsidRDefault="003E32EB" w:rsidP="00A40339">
      <w:r w:rsidRPr="00EF2F0E">
        <w:t xml:space="preserve">The requirement applies at each </w:t>
      </w:r>
      <w:r w:rsidRPr="00EF2F0E">
        <w:rPr>
          <w:i/>
        </w:rPr>
        <w:t>TAB connector</w:t>
      </w:r>
      <w:r w:rsidRPr="00EF2F0E">
        <w:rPr>
          <w:rFonts w:cs="v5.0.0"/>
        </w:rPr>
        <w:t xml:space="preserve"> supporting transmission in the operating band</w:t>
      </w:r>
      <w:r w:rsidRPr="00EF2F0E">
        <w:t xml:space="preserve">. </w:t>
      </w:r>
    </w:p>
    <w:p w14:paraId="0984D38A" w14:textId="77777777" w:rsidR="003E32EB" w:rsidRPr="00EF2F0E" w:rsidRDefault="003E32EB" w:rsidP="00A40339">
      <w:r w:rsidRPr="00EF2F0E">
        <w:t xml:space="preserve">For </w:t>
      </w:r>
      <w:r w:rsidRPr="00EF2F0E">
        <w:rPr>
          <w:i/>
        </w:rPr>
        <w:t>multi-band TAB connectors</w:t>
      </w:r>
      <w:r w:rsidR="00554FCD" w:rsidRPr="00EF2F0E">
        <w:t xml:space="preserve"> and for </w:t>
      </w:r>
      <w:r w:rsidR="00554FCD" w:rsidRPr="00EF2F0E">
        <w:rPr>
          <w:i/>
        </w:rPr>
        <w:t xml:space="preserve">single band TAB connectors </w:t>
      </w:r>
      <w:r w:rsidR="00554FCD" w:rsidRPr="00EF2F0E">
        <w:t>supporting transmission in multiple operating bands</w:t>
      </w:r>
      <w:r w:rsidRPr="00EF2F0E">
        <w:t xml:space="preserve">, the requirement is only applicable during the </w:t>
      </w:r>
      <w:r w:rsidRPr="00EF2F0E">
        <w:rPr>
          <w:i/>
        </w:rPr>
        <w:t>transmitter OFF period</w:t>
      </w:r>
      <w:r w:rsidRPr="00EF2F0E">
        <w:t xml:space="preserve"> in all supported operating bands.</w:t>
      </w:r>
    </w:p>
    <w:p w14:paraId="0984D38B" w14:textId="77777777" w:rsidR="002F6580" w:rsidRPr="00EF2F0E" w:rsidRDefault="002F6580" w:rsidP="00A40339">
      <w:r w:rsidRPr="00EF2F0E">
        <w:rPr>
          <w:rFonts w:eastAsia="SimSun"/>
        </w:rPr>
        <w:t xml:space="preserve">For AAS BS supporting </w:t>
      </w:r>
      <w:r w:rsidRPr="00EF2F0E">
        <w:t xml:space="preserve">intra-band </w:t>
      </w:r>
      <w:r w:rsidRPr="00EF2F0E">
        <w:rPr>
          <w:rFonts w:eastAsia="SimSun"/>
        </w:rPr>
        <w:t xml:space="preserve">contiguous CA, the transmitter OFF power is defined as the mean power measured over 70/N us filtered with a square filter of bandwidth equal to the </w:t>
      </w:r>
      <w:r w:rsidRPr="00EF2F0E">
        <w:rPr>
          <w:rFonts w:eastAsia="SimSun"/>
          <w:i/>
          <w:iCs/>
        </w:rPr>
        <w:t xml:space="preserve">Aggregated </w:t>
      </w:r>
      <w:r w:rsidRPr="00EF2F0E">
        <w:rPr>
          <w:rFonts w:eastAsia="SimSun" w:hint="eastAsia"/>
          <w:i/>
          <w:iCs/>
          <w:lang w:val="en-US" w:eastAsia="zh-CN"/>
        </w:rPr>
        <w:t xml:space="preserve">BS </w:t>
      </w:r>
      <w:r w:rsidRPr="00EF2F0E">
        <w:rPr>
          <w:rFonts w:eastAsia="SimSun"/>
          <w:i/>
          <w:iCs/>
        </w:rPr>
        <w:t>Channel Bandwidth</w:t>
      </w:r>
      <w:r w:rsidRPr="00EF2F0E">
        <w:rPr>
          <w:rFonts w:eastAsia="SimSun"/>
        </w:rPr>
        <w:t xml:space="preserve"> </w:t>
      </w:r>
      <w:r w:rsidRPr="00EF2F0E">
        <w:rPr>
          <w:bCs/>
        </w:rPr>
        <w:t>BW</w:t>
      </w:r>
      <w:r w:rsidRPr="00EF2F0E">
        <w:rPr>
          <w:bCs/>
          <w:vertAlign w:val="subscript"/>
        </w:rPr>
        <w:t>Channel_CA</w:t>
      </w:r>
      <w:r w:rsidRPr="00EF2F0E">
        <w:rPr>
          <w:rFonts w:eastAsia="SimSun"/>
          <w:bCs/>
        </w:rPr>
        <w:t xml:space="preserve"> centred on (F</w:t>
      </w:r>
      <w:r w:rsidRPr="00EF2F0E">
        <w:rPr>
          <w:rFonts w:eastAsia="SimSun"/>
          <w:bCs/>
          <w:vertAlign w:val="subscript"/>
        </w:rPr>
        <w:t>edge,high</w:t>
      </w:r>
      <w:r w:rsidRPr="00EF2F0E">
        <w:rPr>
          <w:rFonts w:eastAsia="SimSun"/>
          <w:bCs/>
        </w:rPr>
        <w:t>+F</w:t>
      </w:r>
      <w:r w:rsidRPr="00EF2F0E">
        <w:rPr>
          <w:rFonts w:eastAsia="SimSun"/>
          <w:bCs/>
          <w:vertAlign w:val="subscript"/>
        </w:rPr>
        <w:t>edge,low</w:t>
      </w:r>
      <w:r w:rsidRPr="00EF2F0E">
        <w:rPr>
          <w:rFonts w:eastAsia="SimSun"/>
          <w:bCs/>
        </w:rPr>
        <w:t xml:space="preserve">)/2 during the </w:t>
      </w:r>
      <w:r w:rsidRPr="00EF2F0E">
        <w:rPr>
          <w:rFonts w:eastAsia="SimSun"/>
          <w:bCs/>
          <w:i/>
          <w:iCs/>
        </w:rPr>
        <w:t>transmitter OFF period</w:t>
      </w:r>
      <w:r w:rsidRPr="00EF2F0E">
        <w:rPr>
          <w:rFonts w:eastAsia="SimSun"/>
          <w:bCs/>
        </w:rPr>
        <w:t>.</w:t>
      </w:r>
      <w:r w:rsidRPr="00EF2F0E">
        <w:rPr>
          <w:rFonts w:eastAsia="SimSun" w:hint="eastAsia"/>
          <w:bCs/>
          <w:lang w:val="en-US" w:eastAsia="zh-CN"/>
        </w:rPr>
        <w:t xml:space="preserve"> </w:t>
      </w:r>
      <w:r w:rsidRPr="00EF2F0E">
        <w:t xml:space="preserve">N is equal to 1 if there are any UTRA or E-UTRA carriers, or for NR N = SCS/15, where SCS is </w:t>
      </w:r>
      <w:r w:rsidRPr="00EF2F0E">
        <w:rPr>
          <w:rFonts w:hint="eastAsia"/>
          <w:lang w:val="en-US" w:eastAsia="zh-CN"/>
        </w:rPr>
        <w:t xml:space="preserve">the smallest supported </w:t>
      </w:r>
      <w:r w:rsidRPr="00EF2F0E">
        <w:t>Sub Carrier Spacing in kHz</w:t>
      </w:r>
      <w:r w:rsidRPr="00EF2F0E">
        <w:rPr>
          <w:rFonts w:hint="eastAsia"/>
          <w:lang w:val="en-US" w:eastAsia="zh-CN"/>
        </w:rPr>
        <w:t xml:space="preserve"> in the </w:t>
      </w:r>
      <w:r w:rsidRPr="00EF2F0E">
        <w:rPr>
          <w:rFonts w:eastAsia="SimSun"/>
          <w:i/>
          <w:iCs/>
        </w:rPr>
        <w:t xml:space="preserve">Aggregated </w:t>
      </w:r>
      <w:r w:rsidRPr="00EF2F0E">
        <w:rPr>
          <w:rFonts w:eastAsia="SimSun" w:hint="eastAsia"/>
          <w:i/>
          <w:iCs/>
          <w:lang w:val="en-US" w:eastAsia="zh-CN"/>
        </w:rPr>
        <w:t xml:space="preserve">BS </w:t>
      </w:r>
      <w:r w:rsidRPr="00EF2F0E">
        <w:rPr>
          <w:rFonts w:eastAsia="SimSun"/>
          <w:i/>
          <w:iCs/>
        </w:rPr>
        <w:t>Channel Bandwidth</w:t>
      </w:r>
      <w:r w:rsidRPr="00EF2F0E">
        <w:t>.</w:t>
      </w:r>
    </w:p>
    <w:p w14:paraId="0984D38C" w14:textId="77777777" w:rsidR="003E32EB" w:rsidRPr="00EF2F0E" w:rsidRDefault="003E32EB" w:rsidP="00A40339">
      <w:pPr>
        <w:pStyle w:val="Heading4"/>
        <w:rPr>
          <w:lang w:eastAsia="zh-CN"/>
        </w:rPr>
      </w:pPr>
      <w:bookmarkStart w:id="1045" w:name="_Toc21095825"/>
      <w:bookmarkStart w:id="1046" w:name="_Toc29763024"/>
      <w:bookmarkStart w:id="1047" w:name="_Toc45869309"/>
      <w:bookmarkStart w:id="1048" w:name="_Toc52554557"/>
      <w:bookmarkStart w:id="1049" w:name="_Toc52555027"/>
      <w:bookmarkStart w:id="1050" w:name="_Toc61112252"/>
      <w:bookmarkStart w:id="1051" w:name="_Toc67911404"/>
      <w:bookmarkStart w:id="1052" w:name="_Toc74842879"/>
      <w:bookmarkStart w:id="1053" w:name="_Toc76503262"/>
      <w:bookmarkStart w:id="1054" w:name="_Toc83040705"/>
      <w:bookmarkStart w:id="1055" w:name="_Toc89851748"/>
      <w:bookmarkStart w:id="1056" w:name="_Toc98676102"/>
      <w:r w:rsidRPr="00EF2F0E">
        <w:t>6.4.2.2</w:t>
      </w:r>
      <w:r w:rsidRPr="00EF2F0E">
        <w:tab/>
      </w:r>
      <w:r w:rsidRPr="00EF2F0E">
        <w:rPr>
          <w:lang w:eastAsia="zh-CN"/>
        </w:rPr>
        <w:t>Minimum requirement for MSR operation</w:t>
      </w:r>
      <w:bookmarkEnd w:id="1045"/>
      <w:bookmarkEnd w:id="1046"/>
      <w:bookmarkEnd w:id="1047"/>
      <w:bookmarkEnd w:id="1048"/>
      <w:bookmarkEnd w:id="1049"/>
      <w:bookmarkEnd w:id="1050"/>
      <w:bookmarkEnd w:id="1051"/>
      <w:bookmarkEnd w:id="1052"/>
      <w:bookmarkEnd w:id="1053"/>
      <w:bookmarkEnd w:id="1054"/>
      <w:bookmarkEnd w:id="1055"/>
      <w:bookmarkEnd w:id="1056"/>
    </w:p>
    <w:p w14:paraId="0984D38D" w14:textId="77777777" w:rsidR="003E32EB" w:rsidRPr="00EF2F0E" w:rsidRDefault="003E32EB" w:rsidP="00A40339">
      <w:r w:rsidRPr="00EF2F0E">
        <w:t>The transmitter OFF power spectral density shall be less than -85 dBm/MHz.</w:t>
      </w:r>
    </w:p>
    <w:p w14:paraId="0984D38E" w14:textId="77777777" w:rsidR="003E32EB" w:rsidRPr="00EF2F0E" w:rsidRDefault="003E32EB" w:rsidP="00A40339">
      <w:pPr>
        <w:pStyle w:val="Heading4"/>
        <w:rPr>
          <w:lang w:eastAsia="zh-CN"/>
        </w:rPr>
      </w:pPr>
      <w:bookmarkStart w:id="1057" w:name="_Toc21095826"/>
      <w:bookmarkStart w:id="1058" w:name="_Toc29763025"/>
      <w:bookmarkStart w:id="1059" w:name="_Toc45869310"/>
      <w:bookmarkStart w:id="1060" w:name="_Toc52554558"/>
      <w:bookmarkStart w:id="1061" w:name="_Toc52555028"/>
      <w:bookmarkStart w:id="1062" w:name="_Toc61112253"/>
      <w:bookmarkStart w:id="1063" w:name="_Toc67911405"/>
      <w:bookmarkStart w:id="1064" w:name="_Toc74842880"/>
      <w:bookmarkStart w:id="1065" w:name="_Toc76503263"/>
      <w:bookmarkStart w:id="1066" w:name="_Toc83040706"/>
      <w:bookmarkStart w:id="1067" w:name="_Toc89851749"/>
      <w:bookmarkStart w:id="1068" w:name="_Toc98676103"/>
      <w:r w:rsidRPr="00EF2F0E">
        <w:rPr>
          <w:lang w:eastAsia="zh-CN"/>
        </w:rPr>
        <w:t>6.4.2.3</w:t>
      </w:r>
      <w:r w:rsidRPr="00EF2F0E">
        <w:rPr>
          <w:lang w:eastAsia="zh-CN"/>
        </w:rPr>
        <w:tab/>
        <w:t>Minimum requirement for single RAT UTRA operation</w:t>
      </w:r>
      <w:bookmarkEnd w:id="1057"/>
      <w:bookmarkEnd w:id="1058"/>
      <w:bookmarkEnd w:id="1059"/>
      <w:bookmarkEnd w:id="1060"/>
      <w:bookmarkEnd w:id="1061"/>
      <w:bookmarkEnd w:id="1062"/>
      <w:bookmarkEnd w:id="1063"/>
      <w:bookmarkEnd w:id="1064"/>
      <w:bookmarkEnd w:id="1065"/>
      <w:bookmarkEnd w:id="1066"/>
      <w:bookmarkEnd w:id="1067"/>
      <w:bookmarkEnd w:id="1068"/>
    </w:p>
    <w:p w14:paraId="0984D38F" w14:textId="77777777" w:rsidR="003E32EB" w:rsidRPr="00EF2F0E" w:rsidRDefault="003E32EB" w:rsidP="00A40339">
      <w:pPr>
        <w:rPr>
          <w:lang w:eastAsia="zh-CN"/>
        </w:rPr>
      </w:pPr>
      <w:r w:rsidRPr="00EF2F0E">
        <w:rPr>
          <w:lang w:eastAsia="zh-CN"/>
        </w:rPr>
        <w:t>The minimum requirement for UTRA operation is the same as that defined in subclause 6.4.2.2.</w:t>
      </w:r>
    </w:p>
    <w:p w14:paraId="0984D390" w14:textId="77777777" w:rsidR="003E32EB" w:rsidRPr="00EF2F0E" w:rsidRDefault="003E32EB" w:rsidP="00A40339">
      <w:pPr>
        <w:pStyle w:val="Heading4"/>
      </w:pPr>
      <w:bookmarkStart w:id="1069" w:name="_Toc21095827"/>
      <w:bookmarkStart w:id="1070" w:name="_Toc29763026"/>
      <w:bookmarkStart w:id="1071" w:name="_Toc45869311"/>
      <w:bookmarkStart w:id="1072" w:name="_Toc52554559"/>
      <w:bookmarkStart w:id="1073" w:name="_Toc52555029"/>
      <w:bookmarkStart w:id="1074" w:name="_Toc61112254"/>
      <w:bookmarkStart w:id="1075" w:name="_Toc67911406"/>
      <w:bookmarkStart w:id="1076" w:name="_Toc74842881"/>
      <w:bookmarkStart w:id="1077" w:name="_Toc76503264"/>
      <w:bookmarkStart w:id="1078" w:name="_Toc83040707"/>
      <w:bookmarkStart w:id="1079" w:name="_Toc89851750"/>
      <w:bookmarkStart w:id="1080" w:name="_Toc98676104"/>
      <w:r w:rsidRPr="00EF2F0E">
        <w:rPr>
          <w:lang w:eastAsia="zh-CN"/>
        </w:rPr>
        <w:t>6.4.2.4</w:t>
      </w:r>
      <w:r w:rsidRPr="00EF2F0E">
        <w:rPr>
          <w:lang w:eastAsia="zh-CN"/>
        </w:rPr>
        <w:tab/>
        <w:t>Minimum requirement for single RAT E-UTRA operation</w:t>
      </w:r>
      <w:bookmarkEnd w:id="1069"/>
      <w:bookmarkEnd w:id="1070"/>
      <w:bookmarkEnd w:id="1071"/>
      <w:bookmarkEnd w:id="1072"/>
      <w:bookmarkEnd w:id="1073"/>
      <w:bookmarkEnd w:id="1074"/>
      <w:bookmarkEnd w:id="1075"/>
      <w:bookmarkEnd w:id="1076"/>
      <w:bookmarkEnd w:id="1077"/>
      <w:bookmarkEnd w:id="1078"/>
      <w:bookmarkEnd w:id="1079"/>
      <w:bookmarkEnd w:id="1080"/>
    </w:p>
    <w:p w14:paraId="0984D391" w14:textId="77777777" w:rsidR="003E32EB" w:rsidRPr="00EF2F0E" w:rsidRDefault="003E32EB" w:rsidP="00A40339">
      <w:pPr>
        <w:rPr>
          <w:lang w:eastAsia="zh-CN"/>
        </w:rPr>
      </w:pPr>
      <w:r w:rsidRPr="00EF2F0E">
        <w:rPr>
          <w:lang w:eastAsia="zh-CN"/>
        </w:rPr>
        <w:t>The minimum requirement for UTRA operation is the same as that defined in subclause 6.4.2.2.</w:t>
      </w:r>
    </w:p>
    <w:p w14:paraId="0984D392" w14:textId="77777777" w:rsidR="003E32EB" w:rsidRPr="00EF2F0E" w:rsidRDefault="003E32EB" w:rsidP="00A40339">
      <w:pPr>
        <w:pStyle w:val="Heading3"/>
      </w:pPr>
      <w:bookmarkStart w:id="1081" w:name="_Toc21095828"/>
      <w:bookmarkStart w:id="1082" w:name="_Toc29763027"/>
      <w:bookmarkStart w:id="1083" w:name="_Toc45869312"/>
      <w:bookmarkStart w:id="1084" w:name="_Toc52554560"/>
      <w:bookmarkStart w:id="1085" w:name="_Toc52555030"/>
      <w:bookmarkStart w:id="1086" w:name="_Toc61112255"/>
      <w:bookmarkStart w:id="1087" w:name="_Toc67911407"/>
      <w:bookmarkStart w:id="1088" w:name="_Toc74842882"/>
      <w:bookmarkStart w:id="1089" w:name="_Toc76503265"/>
      <w:bookmarkStart w:id="1090" w:name="_Toc83040708"/>
      <w:bookmarkStart w:id="1091" w:name="_Toc89851751"/>
      <w:bookmarkStart w:id="1092" w:name="_Toc98676105"/>
      <w:r w:rsidRPr="00EF2F0E">
        <w:t>6.4.3</w:t>
      </w:r>
      <w:r w:rsidRPr="00EF2F0E">
        <w:tab/>
        <w:t>Transmitter transient period</w:t>
      </w:r>
      <w:bookmarkEnd w:id="1081"/>
      <w:bookmarkEnd w:id="1082"/>
      <w:bookmarkEnd w:id="1083"/>
      <w:bookmarkEnd w:id="1084"/>
      <w:bookmarkEnd w:id="1085"/>
      <w:bookmarkEnd w:id="1086"/>
      <w:bookmarkEnd w:id="1087"/>
      <w:bookmarkEnd w:id="1088"/>
      <w:bookmarkEnd w:id="1089"/>
      <w:bookmarkEnd w:id="1090"/>
      <w:bookmarkEnd w:id="1091"/>
      <w:bookmarkEnd w:id="1092"/>
    </w:p>
    <w:p w14:paraId="0984D393" w14:textId="77777777" w:rsidR="003E32EB" w:rsidRPr="00EF2F0E" w:rsidRDefault="003E32EB" w:rsidP="00A40339">
      <w:pPr>
        <w:pStyle w:val="Heading4"/>
      </w:pPr>
      <w:bookmarkStart w:id="1093" w:name="_Toc21095829"/>
      <w:bookmarkStart w:id="1094" w:name="_Toc29763028"/>
      <w:bookmarkStart w:id="1095" w:name="_Toc45869313"/>
      <w:bookmarkStart w:id="1096" w:name="_Toc52554561"/>
      <w:bookmarkStart w:id="1097" w:name="_Toc52555031"/>
      <w:bookmarkStart w:id="1098" w:name="_Toc61112256"/>
      <w:bookmarkStart w:id="1099" w:name="_Toc67911408"/>
      <w:bookmarkStart w:id="1100" w:name="_Toc74842883"/>
      <w:bookmarkStart w:id="1101" w:name="_Toc76503266"/>
      <w:bookmarkStart w:id="1102" w:name="_Toc83040709"/>
      <w:bookmarkStart w:id="1103" w:name="_Toc89851752"/>
      <w:bookmarkStart w:id="1104" w:name="_Toc98676106"/>
      <w:r w:rsidRPr="00EF2F0E">
        <w:t>6.4.3.1</w:t>
      </w:r>
      <w:r w:rsidRPr="00EF2F0E">
        <w:tab/>
        <w:t>General</w:t>
      </w:r>
      <w:bookmarkEnd w:id="1093"/>
      <w:bookmarkEnd w:id="1094"/>
      <w:bookmarkEnd w:id="1095"/>
      <w:bookmarkEnd w:id="1096"/>
      <w:bookmarkEnd w:id="1097"/>
      <w:bookmarkEnd w:id="1098"/>
      <w:bookmarkEnd w:id="1099"/>
      <w:bookmarkEnd w:id="1100"/>
      <w:bookmarkEnd w:id="1101"/>
      <w:bookmarkEnd w:id="1102"/>
      <w:bookmarkEnd w:id="1103"/>
      <w:bookmarkEnd w:id="1104"/>
    </w:p>
    <w:p w14:paraId="0984D394" w14:textId="77777777" w:rsidR="003E32EB" w:rsidRPr="00EF2F0E" w:rsidRDefault="003E32EB" w:rsidP="00A40339">
      <w:r w:rsidRPr="00EF2F0E">
        <w:t xml:space="preserve">The </w:t>
      </w:r>
      <w:r w:rsidRPr="00EF2F0E">
        <w:rPr>
          <w:i/>
        </w:rPr>
        <w:t>transmitter transient period</w:t>
      </w:r>
      <w:r w:rsidRPr="00EF2F0E">
        <w:t xml:space="preserve"> is the time period during which the transmitter unit is changing from the OFF period to the ON period or vice versa. The </w:t>
      </w:r>
      <w:r w:rsidRPr="00EF2F0E">
        <w:rPr>
          <w:i/>
        </w:rPr>
        <w:t>transmitter transient period</w:t>
      </w:r>
      <w:r w:rsidRPr="00EF2F0E">
        <w:t xml:space="preserve"> is illustrated in figure 6.4.3.1-1.</w:t>
      </w:r>
    </w:p>
    <w:p w14:paraId="0984D395" w14:textId="77777777" w:rsidR="003E32EB" w:rsidRPr="00EF2F0E" w:rsidRDefault="003E32EB" w:rsidP="00A40339">
      <w:pPr>
        <w:pStyle w:val="TH"/>
      </w:pPr>
      <w:r w:rsidRPr="00EF2F0E">
        <w:object w:dxaOrig="9719" w:dyaOrig="4691" w14:anchorId="09851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7pt;height:211.1pt" o:ole="">
            <v:imagedata r:id="rId15" o:title="" croptop="6311f" cropleft="2026f" cropright="2877f"/>
          </v:shape>
          <o:OLEObject Type="Embed" ProgID="Word.Picture.8" ShapeID="_x0000_i1025" DrawAspect="Content" ObjectID="_1717663547" r:id="rId16"/>
        </w:object>
      </w:r>
    </w:p>
    <w:p w14:paraId="0984D396" w14:textId="77777777" w:rsidR="003E32EB" w:rsidRPr="00EF2F0E" w:rsidRDefault="003E32EB" w:rsidP="00A40339">
      <w:pPr>
        <w:pStyle w:val="TF"/>
      </w:pPr>
      <w:r w:rsidRPr="00EF2F0E">
        <w:t xml:space="preserve">Figure 6.4.3.1-1: Illustration of the relations of </w:t>
      </w:r>
      <w:r w:rsidRPr="00EF2F0E">
        <w:rPr>
          <w:i/>
        </w:rPr>
        <w:t>transmitter ON period,</w:t>
      </w:r>
      <w:r w:rsidRPr="00EF2F0E">
        <w:rPr>
          <w:i/>
        </w:rPr>
        <w:br/>
        <w:t>transmitter OFF period and transmitter transient period</w:t>
      </w:r>
    </w:p>
    <w:p w14:paraId="0984D397" w14:textId="77777777" w:rsidR="003E32EB" w:rsidRPr="00EF2F0E" w:rsidRDefault="003E32EB" w:rsidP="00A40339">
      <w:r w:rsidRPr="00EF2F0E">
        <w:t xml:space="preserve">This requirement applies at each </w:t>
      </w:r>
      <w:r w:rsidRPr="00EF2F0E">
        <w:rPr>
          <w:i/>
        </w:rPr>
        <w:t>TAB connector</w:t>
      </w:r>
      <w:r w:rsidRPr="00EF2F0E">
        <w:rPr>
          <w:rFonts w:cs="v5.0.0"/>
        </w:rPr>
        <w:t xml:space="preserve"> supporting transmission in the operating band</w:t>
      </w:r>
      <w:r w:rsidRPr="00EF2F0E">
        <w:t>.</w:t>
      </w:r>
    </w:p>
    <w:p w14:paraId="0984D398" w14:textId="77777777" w:rsidR="003E32EB" w:rsidRPr="00EF2F0E" w:rsidRDefault="003E32EB" w:rsidP="00A40339">
      <w:pPr>
        <w:pStyle w:val="Heading4"/>
        <w:rPr>
          <w:lang w:eastAsia="zh-CN"/>
        </w:rPr>
      </w:pPr>
      <w:bookmarkStart w:id="1105" w:name="_Toc21095830"/>
      <w:bookmarkStart w:id="1106" w:name="_Toc29763029"/>
      <w:bookmarkStart w:id="1107" w:name="_Toc45869314"/>
      <w:bookmarkStart w:id="1108" w:name="_Toc52554562"/>
      <w:bookmarkStart w:id="1109" w:name="_Toc52555032"/>
      <w:bookmarkStart w:id="1110" w:name="_Toc61112257"/>
      <w:bookmarkStart w:id="1111" w:name="_Toc67911409"/>
      <w:bookmarkStart w:id="1112" w:name="_Toc74842884"/>
      <w:bookmarkStart w:id="1113" w:name="_Toc76503267"/>
      <w:bookmarkStart w:id="1114" w:name="_Toc83040710"/>
      <w:bookmarkStart w:id="1115" w:name="_Toc89851753"/>
      <w:bookmarkStart w:id="1116" w:name="_Toc98676107"/>
      <w:r w:rsidRPr="00EF2F0E">
        <w:t>6.4.3.2</w:t>
      </w:r>
      <w:r w:rsidRPr="00EF2F0E">
        <w:tab/>
      </w:r>
      <w:r w:rsidRPr="00EF2F0E">
        <w:rPr>
          <w:lang w:eastAsia="zh-CN"/>
        </w:rPr>
        <w:t>Minimum requirement for MSR operation</w:t>
      </w:r>
      <w:bookmarkEnd w:id="1105"/>
      <w:bookmarkEnd w:id="1106"/>
      <w:bookmarkEnd w:id="1107"/>
      <w:bookmarkEnd w:id="1108"/>
      <w:bookmarkEnd w:id="1109"/>
      <w:bookmarkEnd w:id="1110"/>
      <w:bookmarkEnd w:id="1111"/>
      <w:bookmarkEnd w:id="1112"/>
      <w:bookmarkEnd w:id="1113"/>
      <w:bookmarkEnd w:id="1114"/>
      <w:bookmarkEnd w:id="1115"/>
      <w:bookmarkEnd w:id="1116"/>
    </w:p>
    <w:p w14:paraId="0984D399" w14:textId="77777777" w:rsidR="003E32EB" w:rsidRPr="00EF2F0E" w:rsidRDefault="003E32EB" w:rsidP="00A40339">
      <w:pPr>
        <w:rPr>
          <w:lang w:eastAsia="zh-CN"/>
        </w:rPr>
      </w:pPr>
      <w:r w:rsidRPr="00EF2F0E">
        <w:rPr>
          <w:rFonts w:cs="v4.2.0"/>
        </w:rPr>
        <w:t xml:space="preserve">The minimum requirements for MSR </w:t>
      </w:r>
      <w:r w:rsidRPr="00EF2F0E">
        <w:rPr>
          <w:rFonts w:cs="v4.2.0"/>
          <w:i/>
        </w:rPr>
        <w:t>AAS BS</w:t>
      </w:r>
      <w:r w:rsidRPr="00EF2F0E">
        <w:rPr>
          <w:rFonts w:cs="v4.2.0"/>
        </w:rPr>
        <w:t xml:space="preserve"> </w:t>
      </w:r>
      <w:r w:rsidRPr="00EF2F0E">
        <w:rPr>
          <w:rFonts w:cs="v4.2.0"/>
          <w:i/>
        </w:rPr>
        <w:t>transmitter transient period</w:t>
      </w:r>
      <w:r w:rsidRPr="00EF2F0E">
        <w:rPr>
          <w:rFonts w:cs="v4.2.0"/>
        </w:rPr>
        <w:t xml:space="preserve"> are the same as in 3GPP TS 37.104 [9], subclause 6.4.2.1.</w:t>
      </w:r>
    </w:p>
    <w:p w14:paraId="0984D39A" w14:textId="77777777" w:rsidR="003E32EB" w:rsidRPr="00EF2F0E" w:rsidRDefault="003E32EB" w:rsidP="00A40339">
      <w:pPr>
        <w:pStyle w:val="Heading4"/>
        <w:rPr>
          <w:lang w:eastAsia="zh-CN"/>
        </w:rPr>
      </w:pPr>
      <w:bookmarkStart w:id="1117" w:name="_Toc21095831"/>
      <w:bookmarkStart w:id="1118" w:name="_Toc29763030"/>
      <w:bookmarkStart w:id="1119" w:name="_Toc45869315"/>
      <w:bookmarkStart w:id="1120" w:name="_Toc52554563"/>
      <w:bookmarkStart w:id="1121" w:name="_Toc52555033"/>
      <w:bookmarkStart w:id="1122" w:name="_Toc61112258"/>
      <w:bookmarkStart w:id="1123" w:name="_Toc67911410"/>
      <w:bookmarkStart w:id="1124" w:name="_Toc74842885"/>
      <w:bookmarkStart w:id="1125" w:name="_Toc76503268"/>
      <w:bookmarkStart w:id="1126" w:name="_Toc83040711"/>
      <w:bookmarkStart w:id="1127" w:name="_Toc89851754"/>
      <w:bookmarkStart w:id="1128" w:name="_Toc98676108"/>
      <w:r w:rsidRPr="00EF2F0E">
        <w:rPr>
          <w:lang w:eastAsia="zh-CN"/>
        </w:rPr>
        <w:t>6.4.3.3</w:t>
      </w:r>
      <w:r w:rsidRPr="00EF2F0E">
        <w:rPr>
          <w:lang w:eastAsia="zh-CN"/>
        </w:rPr>
        <w:tab/>
        <w:t>Minimum requirement for single RAT UTRA operation</w:t>
      </w:r>
      <w:bookmarkEnd w:id="1117"/>
      <w:bookmarkEnd w:id="1118"/>
      <w:bookmarkEnd w:id="1119"/>
      <w:bookmarkEnd w:id="1120"/>
      <w:bookmarkEnd w:id="1121"/>
      <w:bookmarkEnd w:id="1122"/>
      <w:bookmarkEnd w:id="1123"/>
      <w:bookmarkEnd w:id="1124"/>
      <w:bookmarkEnd w:id="1125"/>
      <w:bookmarkEnd w:id="1126"/>
      <w:bookmarkEnd w:id="1127"/>
      <w:bookmarkEnd w:id="1128"/>
    </w:p>
    <w:p w14:paraId="0984D39B" w14:textId="77777777" w:rsidR="003E32EB" w:rsidRPr="00EF2F0E" w:rsidRDefault="003E32EB" w:rsidP="00A40339">
      <w:r w:rsidRPr="00EF2F0E">
        <w:t xml:space="preserve">The minimum requirements for single RAT </w:t>
      </w:r>
      <w:r w:rsidRPr="00EF2F0E">
        <w:rPr>
          <w:i/>
        </w:rPr>
        <w:t>AAS BS</w:t>
      </w:r>
      <w:r w:rsidRPr="00EF2F0E">
        <w:t xml:space="preserve"> </w:t>
      </w:r>
      <w:r w:rsidRPr="00EF2F0E">
        <w:rPr>
          <w:i/>
        </w:rPr>
        <w:t>transmitter transient period</w:t>
      </w:r>
      <w:r w:rsidRPr="00EF2F0E">
        <w:t xml:space="preserve"> are the same as in 3GPP TS 25.105 [7], subclause 6.5.2.1.2.</w:t>
      </w:r>
    </w:p>
    <w:p w14:paraId="0984D39C" w14:textId="77777777" w:rsidR="003E32EB" w:rsidRPr="00EF2F0E" w:rsidRDefault="003E32EB" w:rsidP="00A40339">
      <w:pPr>
        <w:pStyle w:val="Heading4"/>
        <w:rPr>
          <w:lang w:eastAsia="zh-CN"/>
        </w:rPr>
      </w:pPr>
      <w:bookmarkStart w:id="1129" w:name="_Toc21095832"/>
      <w:bookmarkStart w:id="1130" w:name="_Toc29763031"/>
      <w:bookmarkStart w:id="1131" w:name="_Toc45869316"/>
      <w:bookmarkStart w:id="1132" w:name="_Toc52554564"/>
      <w:bookmarkStart w:id="1133" w:name="_Toc52555034"/>
      <w:bookmarkStart w:id="1134" w:name="_Toc61112259"/>
      <w:bookmarkStart w:id="1135" w:name="_Toc67911411"/>
      <w:bookmarkStart w:id="1136" w:name="_Toc74842886"/>
      <w:bookmarkStart w:id="1137" w:name="_Toc76503269"/>
      <w:bookmarkStart w:id="1138" w:name="_Toc83040712"/>
      <w:bookmarkStart w:id="1139" w:name="_Toc89851755"/>
      <w:bookmarkStart w:id="1140" w:name="_Toc98676109"/>
      <w:r w:rsidRPr="00EF2F0E">
        <w:rPr>
          <w:lang w:eastAsia="zh-CN"/>
        </w:rPr>
        <w:t>6.4.3.4</w:t>
      </w:r>
      <w:r w:rsidRPr="00EF2F0E">
        <w:rPr>
          <w:lang w:eastAsia="zh-CN"/>
        </w:rPr>
        <w:tab/>
        <w:t>Minimum requirement for single RAT E-UTRA operation</w:t>
      </w:r>
      <w:bookmarkEnd w:id="1129"/>
      <w:bookmarkEnd w:id="1130"/>
      <w:bookmarkEnd w:id="1131"/>
      <w:bookmarkEnd w:id="1132"/>
      <w:bookmarkEnd w:id="1133"/>
      <w:bookmarkEnd w:id="1134"/>
      <w:bookmarkEnd w:id="1135"/>
      <w:bookmarkEnd w:id="1136"/>
      <w:bookmarkEnd w:id="1137"/>
      <w:bookmarkEnd w:id="1138"/>
      <w:bookmarkEnd w:id="1139"/>
      <w:bookmarkEnd w:id="1140"/>
    </w:p>
    <w:p w14:paraId="0984D39D" w14:textId="77777777" w:rsidR="003E32EB" w:rsidRPr="00EF2F0E" w:rsidRDefault="003E32EB" w:rsidP="00A40339">
      <w:pPr>
        <w:rPr>
          <w:lang w:eastAsia="zh-CN"/>
        </w:rPr>
      </w:pPr>
      <w:r w:rsidRPr="00EF2F0E">
        <w:rPr>
          <w:rFonts w:cs="v4.2.0"/>
        </w:rPr>
        <w:t xml:space="preserve">The minimum requirements for single RAT </w:t>
      </w:r>
      <w:r w:rsidRPr="00EF2F0E">
        <w:rPr>
          <w:rFonts w:cs="v4.2.0"/>
          <w:i/>
        </w:rPr>
        <w:t>AAS BS</w:t>
      </w:r>
      <w:r w:rsidRPr="00EF2F0E">
        <w:rPr>
          <w:rFonts w:cs="v4.2.0"/>
        </w:rPr>
        <w:t xml:space="preserve"> </w:t>
      </w:r>
      <w:r w:rsidRPr="00EF2F0E">
        <w:rPr>
          <w:rFonts w:cs="v4.2.0"/>
          <w:i/>
        </w:rPr>
        <w:t>transmitter transient period</w:t>
      </w:r>
      <w:r w:rsidRPr="00EF2F0E">
        <w:rPr>
          <w:rFonts w:cs="v4.2.0"/>
        </w:rPr>
        <w:t xml:space="preserve"> are the same as in 3GPP </w:t>
      </w:r>
      <w:r w:rsidRPr="00EF2F0E">
        <w:t>TS 36.104 [8], subclause 6.4.2.1.</w:t>
      </w:r>
    </w:p>
    <w:p w14:paraId="0984D39E" w14:textId="77777777" w:rsidR="003E32EB" w:rsidRPr="00EF2F0E" w:rsidRDefault="003E32EB" w:rsidP="00A40339">
      <w:pPr>
        <w:pStyle w:val="Heading2"/>
        <w:rPr>
          <w:lang w:eastAsia="zh-CN"/>
        </w:rPr>
      </w:pPr>
      <w:bookmarkStart w:id="1141" w:name="_Toc21095833"/>
      <w:bookmarkStart w:id="1142" w:name="_Toc29763032"/>
      <w:bookmarkStart w:id="1143" w:name="_Toc45869317"/>
      <w:bookmarkStart w:id="1144" w:name="_Toc52554565"/>
      <w:bookmarkStart w:id="1145" w:name="_Toc52555035"/>
      <w:bookmarkStart w:id="1146" w:name="_Toc61112260"/>
      <w:bookmarkStart w:id="1147" w:name="_Toc67911412"/>
      <w:bookmarkStart w:id="1148" w:name="_Toc74842887"/>
      <w:bookmarkStart w:id="1149" w:name="_Toc76503270"/>
      <w:bookmarkStart w:id="1150" w:name="_Toc83040713"/>
      <w:bookmarkStart w:id="1151" w:name="_Toc89851756"/>
      <w:bookmarkStart w:id="1152" w:name="_Toc98676110"/>
      <w:r w:rsidRPr="00EF2F0E">
        <w:rPr>
          <w:lang w:eastAsia="zh-CN"/>
        </w:rPr>
        <w:t>6.5</w:t>
      </w:r>
      <w:r w:rsidRPr="00EF2F0E">
        <w:rPr>
          <w:lang w:eastAsia="zh-CN"/>
        </w:rPr>
        <w:tab/>
        <w:t>Transmitted signal quality</w:t>
      </w:r>
      <w:bookmarkEnd w:id="1141"/>
      <w:bookmarkEnd w:id="1142"/>
      <w:bookmarkEnd w:id="1143"/>
      <w:bookmarkEnd w:id="1144"/>
      <w:bookmarkEnd w:id="1145"/>
      <w:bookmarkEnd w:id="1146"/>
      <w:bookmarkEnd w:id="1147"/>
      <w:bookmarkEnd w:id="1148"/>
      <w:bookmarkEnd w:id="1149"/>
      <w:bookmarkEnd w:id="1150"/>
      <w:bookmarkEnd w:id="1151"/>
      <w:bookmarkEnd w:id="1152"/>
    </w:p>
    <w:p w14:paraId="0984D39F" w14:textId="77777777" w:rsidR="003E32EB" w:rsidRPr="00EF2F0E" w:rsidRDefault="003E32EB" w:rsidP="00A40339">
      <w:pPr>
        <w:pStyle w:val="Heading3"/>
      </w:pPr>
      <w:bookmarkStart w:id="1153" w:name="_Toc21095834"/>
      <w:bookmarkStart w:id="1154" w:name="_Toc29763033"/>
      <w:bookmarkStart w:id="1155" w:name="_Toc45869318"/>
      <w:bookmarkStart w:id="1156" w:name="_Toc52554566"/>
      <w:bookmarkStart w:id="1157" w:name="_Toc52555036"/>
      <w:bookmarkStart w:id="1158" w:name="_Toc61112261"/>
      <w:bookmarkStart w:id="1159" w:name="_Toc67911413"/>
      <w:bookmarkStart w:id="1160" w:name="_Toc74842888"/>
      <w:bookmarkStart w:id="1161" w:name="_Toc76503271"/>
      <w:bookmarkStart w:id="1162" w:name="_Toc83040714"/>
      <w:bookmarkStart w:id="1163" w:name="_Toc89851757"/>
      <w:bookmarkStart w:id="1164" w:name="_Toc98676111"/>
      <w:r w:rsidRPr="00EF2F0E">
        <w:t>6.5.1</w:t>
      </w:r>
      <w:r w:rsidRPr="00EF2F0E">
        <w:tab/>
        <w:t>General</w:t>
      </w:r>
      <w:bookmarkEnd w:id="1153"/>
      <w:bookmarkEnd w:id="1154"/>
      <w:bookmarkEnd w:id="1155"/>
      <w:bookmarkEnd w:id="1156"/>
      <w:bookmarkEnd w:id="1157"/>
      <w:bookmarkEnd w:id="1158"/>
      <w:bookmarkEnd w:id="1159"/>
      <w:bookmarkEnd w:id="1160"/>
      <w:bookmarkEnd w:id="1161"/>
      <w:bookmarkEnd w:id="1162"/>
      <w:bookmarkEnd w:id="1163"/>
      <w:bookmarkEnd w:id="1164"/>
    </w:p>
    <w:p w14:paraId="0984D3A0" w14:textId="77777777" w:rsidR="003E32EB" w:rsidRPr="00EF2F0E" w:rsidRDefault="003E32EB" w:rsidP="00A40339">
      <w:pPr>
        <w:rPr>
          <w:i/>
        </w:rPr>
      </w:pPr>
      <w:r w:rsidRPr="00EF2F0E">
        <w:t xml:space="preserve">Unless otherwise stated, the requirements in clause 6.5 apply during the </w:t>
      </w:r>
      <w:r w:rsidRPr="00EF2F0E">
        <w:rPr>
          <w:i/>
        </w:rPr>
        <w:t>transmitter ON period.</w:t>
      </w:r>
    </w:p>
    <w:p w14:paraId="0984D3A1" w14:textId="77777777" w:rsidR="003E32EB" w:rsidRPr="00EF2F0E" w:rsidRDefault="003E32EB" w:rsidP="00A40339">
      <w:pPr>
        <w:pStyle w:val="Heading3"/>
      </w:pPr>
      <w:bookmarkStart w:id="1165" w:name="_Toc21095835"/>
      <w:bookmarkStart w:id="1166" w:name="_Toc29763034"/>
      <w:bookmarkStart w:id="1167" w:name="_Toc45869319"/>
      <w:bookmarkStart w:id="1168" w:name="_Toc52554567"/>
      <w:bookmarkStart w:id="1169" w:name="_Toc52555037"/>
      <w:bookmarkStart w:id="1170" w:name="_Toc61112262"/>
      <w:bookmarkStart w:id="1171" w:name="_Toc67911414"/>
      <w:bookmarkStart w:id="1172" w:name="_Toc74842889"/>
      <w:bookmarkStart w:id="1173" w:name="_Toc76503272"/>
      <w:bookmarkStart w:id="1174" w:name="_Toc83040715"/>
      <w:bookmarkStart w:id="1175" w:name="_Toc89851758"/>
      <w:bookmarkStart w:id="1176" w:name="_Toc98676112"/>
      <w:r w:rsidRPr="00EF2F0E">
        <w:t>6.5.2</w:t>
      </w:r>
      <w:r w:rsidRPr="00EF2F0E">
        <w:tab/>
        <w:t>Frequency Error</w:t>
      </w:r>
      <w:bookmarkEnd w:id="1165"/>
      <w:bookmarkEnd w:id="1166"/>
      <w:bookmarkEnd w:id="1167"/>
      <w:bookmarkEnd w:id="1168"/>
      <w:bookmarkEnd w:id="1169"/>
      <w:bookmarkEnd w:id="1170"/>
      <w:bookmarkEnd w:id="1171"/>
      <w:bookmarkEnd w:id="1172"/>
      <w:bookmarkEnd w:id="1173"/>
      <w:bookmarkEnd w:id="1174"/>
      <w:bookmarkEnd w:id="1175"/>
      <w:bookmarkEnd w:id="1176"/>
      <w:r w:rsidRPr="00EF2F0E">
        <w:t xml:space="preserve"> </w:t>
      </w:r>
    </w:p>
    <w:p w14:paraId="0984D3A2" w14:textId="77777777" w:rsidR="003E32EB" w:rsidRPr="00EF2F0E" w:rsidRDefault="003E32EB" w:rsidP="00A40339">
      <w:pPr>
        <w:pStyle w:val="Heading4"/>
      </w:pPr>
      <w:bookmarkStart w:id="1177" w:name="_Toc21095836"/>
      <w:bookmarkStart w:id="1178" w:name="_Toc29763035"/>
      <w:bookmarkStart w:id="1179" w:name="_Toc45869320"/>
      <w:bookmarkStart w:id="1180" w:name="_Toc52554568"/>
      <w:bookmarkStart w:id="1181" w:name="_Toc52555038"/>
      <w:bookmarkStart w:id="1182" w:name="_Toc61112263"/>
      <w:bookmarkStart w:id="1183" w:name="_Toc67911415"/>
      <w:bookmarkStart w:id="1184" w:name="_Toc74842890"/>
      <w:bookmarkStart w:id="1185" w:name="_Toc76503273"/>
      <w:bookmarkStart w:id="1186" w:name="_Toc83040716"/>
      <w:bookmarkStart w:id="1187" w:name="_Toc89851759"/>
      <w:bookmarkStart w:id="1188" w:name="_Toc98676113"/>
      <w:r w:rsidRPr="00EF2F0E">
        <w:t>6.5.2.1</w:t>
      </w:r>
      <w:r w:rsidRPr="00EF2F0E">
        <w:tab/>
        <w:t>General</w:t>
      </w:r>
      <w:bookmarkEnd w:id="1177"/>
      <w:bookmarkEnd w:id="1178"/>
      <w:bookmarkEnd w:id="1179"/>
      <w:bookmarkEnd w:id="1180"/>
      <w:bookmarkEnd w:id="1181"/>
      <w:bookmarkEnd w:id="1182"/>
      <w:bookmarkEnd w:id="1183"/>
      <w:bookmarkEnd w:id="1184"/>
      <w:bookmarkEnd w:id="1185"/>
      <w:bookmarkEnd w:id="1186"/>
      <w:bookmarkEnd w:id="1187"/>
      <w:bookmarkEnd w:id="1188"/>
    </w:p>
    <w:p w14:paraId="0984D3A3" w14:textId="77777777" w:rsidR="003E32EB" w:rsidRPr="00EF2F0E" w:rsidRDefault="003E32EB" w:rsidP="00A40339">
      <w:r w:rsidRPr="00EF2F0E">
        <w:t xml:space="preserve">This requirement applies per </w:t>
      </w:r>
      <w:r w:rsidRPr="00EF2F0E">
        <w:rPr>
          <w:i/>
        </w:rPr>
        <w:t>TAB connector</w:t>
      </w:r>
      <w:r w:rsidRPr="00EF2F0E">
        <w:t>.</w:t>
      </w:r>
    </w:p>
    <w:p w14:paraId="0984D3A4" w14:textId="77777777" w:rsidR="003E32EB" w:rsidRPr="00EF2F0E" w:rsidRDefault="003E32EB" w:rsidP="00A40339">
      <w:pPr>
        <w:rPr>
          <w:rFonts w:cs="v5.0.0"/>
        </w:rPr>
      </w:pPr>
      <w:r w:rsidRPr="00EF2F0E">
        <w:t xml:space="preserve">Frequency error is the measure of the difference between the actual AAS BS transmit frequency and the assigned frequency. </w:t>
      </w:r>
      <w:r w:rsidRPr="00EF2F0E">
        <w:rPr>
          <w:rFonts w:cs="v5.0.0"/>
        </w:rPr>
        <w:t>The same source shall be used for RF frequency and data clock generation.</w:t>
      </w:r>
    </w:p>
    <w:p w14:paraId="0984D3A5" w14:textId="77777777" w:rsidR="003E32EB" w:rsidRPr="00EF2F0E" w:rsidRDefault="003E32EB" w:rsidP="00A40339">
      <w:pPr>
        <w:pStyle w:val="Heading4"/>
        <w:rPr>
          <w:lang w:eastAsia="zh-CN"/>
        </w:rPr>
      </w:pPr>
      <w:bookmarkStart w:id="1189" w:name="_Toc21095837"/>
      <w:bookmarkStart w:id="1190" w:name="_Toc29763036"/>
      <w:bookmarkStart w:id="1191" w:name="_Toc45869321"/>
      <w:bookmarkStart w:id="1192" w:name="_Toc52554569"/>
      <w:bookmarkStart w:id="1193" w:name="_Toc52555039"/>
      <w:bookmarkStart w:id="1194" w:name="_Toc61112264"/>
      <w:bookmarkStart w:id="1195" w:name="_Toc67911416"/>
      <w:bookmarkStart w:id="1196" w:name="_Toc74842891"/>
      <w:bookmarkStart w:id="1197" w:name="_Toc76503274"/>
      <w:bookmarkStart w:id="1198" w:name="_Toc83040717"/>
      <w:bookmarkStart w:id="1199" w:name="_Toc89851760"/>
      <w:bookmarkStart w:id="1200" w:name="_Toc98676114"/>
      <w:r w:rsidRPr="00EF2F0E">
        <w:t>6.5.2.2</w:t>
      </w:r>
      <w:r w:rsidRPr="00EF2F0E">
        <w:tab/>
      </w:r>
      <w:r w:rsidRPr="00EF2F0E">
        <w:rPr>
          <w:lang w:eastAsia="zh-CN"/>
        </w:rPr>
        <w:t>Minimum requirement for MSR operation</w:t>
      </w:r>
      <w:bookmarkEnd w:id="1189"/>
      <w:bookmarkEnd w:id="1190"/>
      <w:bookmarkEnd w:id="1191"/>
      <w:bookmarkEnd w:id="1192"/>
      <w:bookmarkEnd w:id="1193"/>
      <w:bookmarkEnd w:id="1194"/>
      <w:bookmarkEnd w:id="1195"/>
      <w:bookmarkEnd w:id="1196"/>
      <w:bookmarkEnd w:id="1197"/>
      <w:bookmarkEnd w:id="1198"/>
      <w:bookmarkEnd w:id="1199"/>
      <w:bookmarkEnd w:id="1200"/>
    </w:p>
    <w:p w14:paraId="0984D3A6" w14:textId="77777777" w:rsidR="003E32EB" w:rsidRPr="00EF2F0E" w:rsidRDefault="003E32EB" w:rsidP="00A40339">
      <w:pPr>
        <w:rPr>
          <w:lang w:eastAsia="zh-CN"/>
        </w:rPr>
      </w:pPr>
      <w:r w:rsidRPr="00EF2F0E">
        <w:rPr>
          <w:lang w:eastAsia="zh-CN"/>
        </w:rPr>
        <w:t>The minimum requirement for a UTRA frequency error is the same as defined in subclause 6.5.2.3.</w:t>
      </w:r>
    </w:p>
    <w:p w14:paraId="0984D3A7" w14:textId="77777777" w:rsidR="003E32EB" w:rsidRPr="00EF2F0E" w:rsidRDefault="003E32EB" w:rsidP="00A40339">
      <w:pPr>
        <w:rPr>
          <w:lang w:eastAsia="zh-CN"/>
        </w:rPr>
      </w:pPr>
      <w:r w:rsidRPr="00EF2F0E">
        <w:rPr>
          <w:lang w:eastAsia="zh-CN"/>
        </w:rPr>
        <w:t>The minimum requirement for an E-UTRA frequency error is the same as defined in subclause 6.5.2.4.</w:t>
      </w:r>
    </w:p>
    <w:p w14:paraId="0984D3A8" w14:textId="77777777" w:rsidR="003E32EB" w:rsidRPr="00EF2F0E" w:rsidRDefault="003E32EB" w:rsidP="00A40339">
      <w:pPr>
        <w:rPr>
          <w:lang w:eastAsia="zh-CN"/>
        </w:rPr>
      </w:pPr>
      <w:r w:rsidRPr="00EF2F0E">
        <w:rPr>
          <w:lang w:eastAsia="zh-CN"/>
        </w:rPr>
        <w:t xml:space="preserve">The minimum requirement for an NR frequency error is the same as those for </w:t>
      </w:r>
      <w:r w:rsidRPr="00EF2F0E">
        <w:rPr>
          <w:i/>
          <w:lang w:eastAsia="zh-CN"/>
        </w:rPr>
        <w:t>BS type 1-H</w:t>
      </w:r>
      <w:r w:rsidRPr="00EF2F0E">
        <w:rPr>
          <w:lang w:eastAsia="zh-CN"/>
        </w:rPr>
        <w:t xml:space="preserve"> defined in 3GPP TS 38.104 [28] subclause 6.5.1.2.</w:t>
      </w:r>
    </w:p>
    <w:p w14:paraId="0984D3A9" w14:textId="77777777" w:rsidR="003E32EB" w:rsidRPr="00EF2F0E" w:rsidRDefault="003E32EB" w:rsidP="00A40339">
      <w:pPr>
        <w:pStyle w:val="Heading4"/>
        <w:rPr>
          <w:lang w:eastAsia="zh-CN"/>
        </w:rPr>
      </w:pPr>
      <w:bookmarkStart w:id="1201" w:name="_Toc21095838"/>
      <w:bookmarkStart w:id="1202" w:name="_Toc29763037"/>
      <w:bookmarkStart w:id="1203" w:name="_Toc45869322"/>
      <w:bookmarkStart w:id="1204" w:name="_Toc52554570"/>
      <w:bookmarkStart w:id="1205" w:name="_Toc52555040"/>
      <w:bookmarkStart w:id="1206" w:name="_Toc61112265"/>
      <w:bookmarkStart w:id="1207" w:name="_Toc67911417"/>
      <w:bookmarkStart w:id="1208" w:name="_Toc74842892"/>
      <w:bookmarkStart w:id="1209" w:name="_Toc76503275"/>
      <w:bookmarkStart w:id="1210" w:name="_Toc83040718"/>
      <w:bookmarkStart w:id="1211" w:name="_Toc89851761"/>
      <w:bookmarkStart w:id="1212" w:name="_Toc98676115"/>
      <w:r w:rsidRPr="00EF2F0E">
        <w:rPr>
          <w:lang w:eastAsia="zh-CN"/>
        </w:rPr>
        <w:t>6.5.2.3</w:t>
      </w:r>
      <w:r w:rsidRPr="00EF2F0E">
        <w:rPr>
          <w:lang w:eastAsia="zh-CN"/>
        </w:rPr>
        <w:tab/>
        <w:t>Minimum requirement for single RAT UTRA operation</w:t>
      </w:r>
      <w:bookmarkEnd w:id="1201"/>
      <w:bookmarkEnd w:id="1202"/>
      <w:bookmarkEnd w:id="1203"/>
      <w:bookmarkEnd w:id="1204"/>
      <w:bookmarkEnd w:id="1205"/>
      <w:bookmarkEnd w:id="1206"/>
      <w:bookmarkEnd w:id="1207"/>
      <w:bookmarkEnd w:id="1208"/>
      <w:bookmarkEnd w:id="1209"/>
      <w:bookmarkEnd w:id="1210"/>
      <w:bookmarkEnd w:id="1211"/>
      <w:bookmarkEnd w:id="1212"/>
    </w:p>
    <w:p w14:paraId="0984D3AA" w14:textId="77777777" w:rsidR="003E32EB" w:rsidRPr="00EF2F0E" w:rsidRDefault="003E32EB" w:rsidP="00A40339">
      <w:r w:rsidRPr="00EF2F0E">
        <w:t>The single RAT UTRA FDD AAS BS of wide area BS class shall fulfil the frequency error minimum requirements for wide area BS described in 3GPP TS 25.104 [6], subclause 6.3.1.</w:t>
      </w:r>
    </w:p>
    <w:p w14:paraId="0984D3AB" w14:textId="77777777" w:rsidR="003E32EB" w:rsidRPr="00EF2F0E" w:rsidRDefault="003E32EB" w:rsidP="00A40339">
      <w:r w:rsidRPr="00EF2F0E">
        <w:t>The single RAT UTRA FDD AAS BS of medium range BS class shall fulfil the frequency error minimum requirements for medium range BS described in 3GPP TS 25.104 [6], subclause 6.3.1.</w:t>
      </w:r>
    </w:p>
    <w:p w14:paraId="0984D3AC" w14:textId="77777777" w:rsidR="003E32EB" w:rsidRPr="00EF2F0E" w:rsidRDefault="003E32EB" w:rsidP="00A40339">
      <w:r w:rsidRPr="00EF2F0E">
        <w:t>The single RAT UTRA FDD AAS BS of local area BS class shall fulfil the frequency error minimum requirements for local area BS described in 3GPP TS 25.104 [6], subclause 6.3.1.</w:t>
      </w:r>
    </w:p>
    <w:p w14:paraId="0984D3AD" w14:textId="77777777" w:rsidR="003E32EB" w:rsidRPr="00EF2F0E" w:rsidRDefault="003E32EB" w:rsidP="00A40339">
      <w:r w:rsidRPr="00EF2F0E">
        <w:t>The single RAT UTRA TDD 1,28Mcps option AAS BS of wide area BS class shall fulfil the frequency error minimum requirements for wide area BS described in 3GPP TS 25.105 [7], subclause 6.3.1.2.</w:t>
      </w:r>
    </w:p>
    <w:p w14:paraId="0984D3AE" w14:textId="77777777" w:rsidR="003E32EB" w:rsidRPr="00EF2F0E" w:rsidRDefault="003E32EB" w:rsidP="00A40339">
      <w:pPr>
        <w:rPr>
          <w:lang w:eastAsia="zh-CN"/>
        </w:rPr>
      </w:pPr>
      <w:r w:rsidRPr="00EF2F0E">
        <w:t>The single RAT UTRA TDD 1,28Mcps option AAS BS of local area BS class shall fulfil the frequency error minimum requirements for local area BS described in 3GPP TS 25.105 [7], subclause 6.3.1.2.</w:t>
      </w:r>
    </w:p>
    <w:p w14:paraId="0984D3AF" w14:textId="77777777" w:rsidR="003E32EB" w:rsidRPr="00EF2F0E" w:rsidRDefault="003E32EB" w:rsidP="00A40339">
      <w:pPr>
        <w:pStyle w:val="Heading4"/>
        <w:rPr>
          <w:lang w:eastAsia="zh-CN"/>
        </w:rPr>
      </w:pPr>
      <w:bookmarkStart w:id="1213" w:name="_Toc21095839"/>
      <w:bookmarkStart w:id="1214" w:name="_Toc29763038"/>
      <w:bookmarkStart w:id="1215" w:name="_Toc45869323"/>
      <w:bookmarkStart w:id="1216" w:name="_Toc52554571"/>
      <w:bookmarkStart w:id="1217" w:name="_Toc52555041"/>
      <w:bookmarkStart w:id="1218" w:name="_Toc61112266"/>
      <w:bookmarkStart w:id="1219" w:name="_Toc67911418"/>
      <w:bookmarkStart w:id="1220" w:name="_Toc74842893"/>
      <w:bookmarkStart w:id="1221" w:name="_Toc76503276"/>
      <w:bookmarkStart w:id="1222" w:name="_Toc83040719"/>
      <w:bookmarkStart w:id="1223" w:name="_Toc89851762"/>
      <w:bookmarkStart w:id="1224" w:name="_Toc98676116"/>
      <w:r w:rsidRPr="00EF2F0E">
        <w:rPr>
          <w:lang w:eastAsia="zh-CN"/>
        </w:rPr>
        <w:t>6.5.2.4</w:t>
      </w:r>
      <w:r w:rsidRPr="00EF2F0E">
        <w:rPr>
          <w:lang w:eastAsia="zh-CN"/>
        </w:rPr>
        <w:tab/>
        <w:t>Minimum requirement for single RAT E-UTRA operation</w:t>
      </w:r>
      <w:bookmarkEnd w:id="1213"/>
      <w:bookmarkEnd w:id="1214"/>
      <w:bookmarkEnd w:id="1215"/>
      <w:bookmarkEnd w:id="1216"/>
      <w:bookmarkEnd w:id="1217"/>
      <w:bookmarkEnd w:id="1218"/>
      <w:bookmarkEnd w:id="1219"/>
      <w:bookmarkEnd w:id="1220"/>
      <w:bookmarkEnd w:id="1221"/>
      <w:bookmarkEnd w:id="1222"/>
      <w:bookmarkEnd w:id="1223"/>
      <w:bookmarkEnd w:id="1224"/>
    </w:p>
    <w:p w14:paraId="0984D3B0" w14:textId="77777777" w:rsidR="003E32EB" w:rsidRPr="00EF2F0E" w:rsidRDefault="003E32EB" w:rsidP="00A40339">
      <w:pPr>
        <w:rPr>
          <w:lang w:eastAsia="zh-CN"/>
        </w:rPr>
      </w:pPr>
      <w:r w:rsidRPr="00EF2F0E">
        <w:rPr>
          <w:lang w:eastAsia="zh-CN"/>
        </w:rPr>
        <w:t xml:space="preserve">The </w:t>
      </w:r>
      <w:r w:rsidRPr="00EF2F0E">
        <w:t xml:space="preserve">single RAT </w:t>
      </w:r>
      <w:r w:rsidRPr="00EF2F0E">
        <w:rPr>
          <w:lang w:eastAsia="zh-CN"/>
        </w:rPr>
        <w:t>E-UTRA AAS BS of wide area BS class shall fulfil the frequency error minimum requirements for wide area BS described in 3GPP TS 36.104 [8], subclause 6.5.1.1.</w:t>
      </w:r>
    </w:p>
    <w:p w14:paraId="0984D3B1" w14:textId="77777777" w:rsidR="003E32EB" w:rsidRPr="00EF2F0E" w:rsidRDefault="003E32EB" w:rsidP="00A40339">
      <w:pPr>
        <w:rPr>
          <w:lang w:eastAsia="zh-CN"/>
        </w:rPr>
      </w:pPr>
      <w:r w:rsidRPr="00EF2F0E">
        <w:rPr>
          <w:lang w:eastAsia="zh-CN"/>
        </w:rPr>
        <w:t xml:space="preserve">The </w:t>
      </w:r>
      <w:r w:rsidRPr="00EF2F0E">
        <w:t xml:space="preserve">single RAT </w:t>
      </w:r>
      <w:r w:rsidRPr="00EF2F0E">
        <w:rPr>
          <w:lang w:eastAsia="zh-CN"/>
        </w:rPr>
        <w:t>E-UTRA AAS BS of medium range BS class shall fulfil the frequency error minimum requirements for medium range BS described in 3GPP TS 36.104 [8], subclause 6.5.1.1.</w:t>
      </w:r>
    </w:p>
    <w:p w14:paraId="0984D3B2" w14:textId="77777777" w:rsidR="003E32EB" w:rsidRPr="00EF2F0E" w:rsidRDefault="003E32EB" w:rsidP="00A40339">
      <w:pPr>
        <w:rPr>
          <w:lang w:eastAsia="zh-CN"/>
        </w:rPr>
      </w:pPr>
      <w:r w:rsidRPr="00EF2F0E">
        <w:rPr>
          <w:lang w:eastAsia="zh-CN"/>
        </w:rPr>
        <w:t xml:space="preserve">The </w:t>
      </w:r>
      <w:r w:rsidRPr="00EF2F0E">
        <w:t xml:space="preserve">single RAT </w:t>
      </w:r>
      <w:r w:rsidRPr="00EF2F0E">
        <w:rPr>
          <w:lang w:eastAsia="zh-CN"/>
        </w:rPr>
        <w:t>E-UTRA AAS BS of local area BS class shall fulfil the frequency error minimum requirements for local area BS described in 3GPP TS 36.104 [8], subclause 6.5.1.1.</w:t>
      </w:r>
    </w:p>
    <w:p w14:paraId="0984D3B3" w14:textId="77777777" w:rsidR="003E32EB" w:rsidRPr="00EF2F0E" w:rsidRDefault="003E32EB" w:rsidP="00A40339">
      <w:pPr>
        <w:pStyle w:val="Heading3"/>
      </w:pPr>
      <w:bookmarkStart w:id="1225" w:name="_Toc21095840"/>
      <w:bookmarkStart w:id="1226" w:name="_Toc29763039"/>
      <w:bookmarkStart w:id="1227" w:name="_Toc45869324"/>
      <w:bookmarkStart w:id="1228" w:name="_Toc52554572"/>
      <w:bookmarkStart w:id="1229" w:name="_Toc52555042"/>
      <w:bookmarkStart w:id="1230" w:name="_Toc61112267"/>
      <w:bookmarkStart w:id="1231" w:name="_Toc67911419"/>
      <w:bookmarkStart w:id="1232" w:name="_Toc74842894"/>
      <w:bookmarkStart w:id="1233" w:name="_Toc76503277"/>
      <w:bookmarkStart w:id="1234" w:name="_Toc83040720"/>
      <w:bookmarkStart w:id="1235" w:name="_Toc89851763"/>
      <w:bookmarkStart w:id="1236" w:name="_Toc98676117"/>
      <w:r w:rsidRPr="00EF2F0E">
        <w:t>6.5.3</w:t>
      </w:r>
      <w:r w:rsidRPr="00EF2F0E">
        <w:tab/>
        <w:t>Time alignment error</w:t>
      </w:r>
      <w:bookmarkEnd w:id="1225"/>
      <w:bookmarkEnd w:id="1226"/>
      <w:bookmarkEnd w:id="1227"/>
      <w:bookmarkEnd w:id="1228"/>
      <w:bookmarkEnd w:id="1229"/>
      <w:bookmarkEnd w:id="1230"/>
      <w:bookmarkEnd w:id="1231"/>
      <w:bookmarkEnd w:id="1232"/>
      <w:bookmarkEnd w:id="1233"/>
      <w:bookmarkEnd w:id="1234"/>
      <w:bookmarkEnd w:id="1235"/>
      <w:bookmarkEnd w:id="1236"/>
    </w:p>
    <w:p w14:paraId="0984D3B4" w14:textId="77777777" w:rsidR="003E32EB" w:rsidRPr="00EF2F0E" w:rsidRDefault="003E32EB" w:rsidP="00A40339">
      <w:pPr>
        <w:pStyle w:val="Heading4"/>
      </w:pPr>
      <w:bookmarkStart w:id="1237" w:name="_Toc21095841"/>
      <w:bookmarkStart w:id="1238" w:name="_Toc29763040"/>
      <w:bookmarkStart w:id="1239" w:name="_Toc45869325"/>
      <w:bookmarkStart w:id="1240" w:name="_Toc52554573"/>
      <w:bookmarkStart w:id="1241" w:name="_Toc52555043"/>
      <w:bookmarkStart w:id="1242" w:name="_Toc61112268"/>
      <w:bookmarkStart w:id="1243" w:name="_Toc67911420"/>
      <w:bookmarkStart w:id="1244" w:name="_Toc74842895"/>
      <w:bookmarkStart w:id="1245" w:name="_Toc76503278"/>
      <w:bookmarkStart w:id="1246" w:name="_Toc83040721"/>
      <w:bookmarkStart w:id="1247" w:name="_Toc89851764"/>
      <w:bookmarkStart w:id="1248" w:name="_Toc98676118"/>
      <w:r w:rsidRPr="00EF2F0E">
        <w:t>6.5.3.1</w:t>
      </w:r>
      <w:r w:rsidRPr="00EF2F0E">
        <w:tab/>
        <w:t>General</w:t>
      </w:r>
      <w:bookmarkEnd w:id="1237"/>
      <w:bookmarkEnd w:id="1238"/>
      <w:bookmarkEnd w:id="1239"/>
      <w:bookmarkEnd w:id="1240"/>
      <w:bookmarkEnd w:id="1241"/>
      <w:bookmarkEnd w:id="1242"/>
      <w:bookmarkEnd w:id="1243"/>
      <w:bookmarkEnd w:id="1244"/>
      <w:bookmarkEnd w:id="1245"/>
      <w:bookmarkEnd w:id="1246"/>
      <w:bookmarkEnd w:id="1247"/>
      <w:bookmarkEnd w:id="1248"/>
    </w:p>
    <w:p w14:paraId="0984D3B5" w14:textId="77777777" w:rsidR="003E32EB" w:rsidRPr="00EF2F0E" w:rsidRDefault="003E32EB" w:rsidP="00A40339">
      <w:pPr>
        <w:keepNext/>
        <w:keepLines/>
      </w:pPr>
      <w:r w:rsidRPr="00EF2F0E">
        <w:t>This requirement applies to frame timing in:</w:t>
      </w:r>
    </w:p>
    <w:p w14:paraId="0984D3B6" w14:textId="77777777" w:rsidR="003E32EB" w:rsidRPr="00EF2F0E" w:rsidRDefault="003E32EB" w:rsidP="00A40339">
      <w:pPr>
        <w:pStyle w:val="B10"/>
        <w:keepNext/>
        <w:keepLines/>
      </w:pPr>
      <w:r w:rsidRPr="00EF2F0E">
        <w:t>-</w:t>
      </w:r>
      <w:r w:rsidRPr="00EF2F0E">
        <w:tab/>
        <w:t>UTRA single/multi-carrier transmissions and their combinations with MIMO or TX diversity.</w:t>
      </w:r>
    </w:p>
    <w:p w14:paraId="0984D3B7" w14:textId="77777777" w:rsidR="003E32EB" w:rsidRPr="00EF2F0E" w:rsidRDefault="003E32EB" w:rsidP="00A40339">
      <w:pPr>
        <w:pStyle w:val="B10"/>
        <w:keepNext/>
        <w:keepLines/>
      </w:pPr>
      <w:r w:rsidRPr="00EF2F0E">
        <w:t>-</w:t>
      </w:r>
      <w:r w:rsidRPr="00EF2F0E">
        <w:tab/>
        <w:t>E-UTRA single/multi-carrier transmissions and their combinations with MIMO or TX diversity.</w:t>
      </w:r>
    </w:p>
    <w:p w14:paraId="0984D3B8" w14:textId="77777777" w:rsidR="003E32EB" w:rsidRPr="00EF2F0E" w:rsidRDefault="003E32EB" w:rsidP="00A40339">
      <w:pPr>
        <w:pStyle w:val="B10"/>
        <w:keepNext/>
        <w:keepLines/>
      </w:pPr>
      <w:r w:rsidRPr="00EF2F0E">
        <w:t>-</w:t>
      </w:r>
      <w:r w:rsidRPr="00EF2F0E">
        <w:tab/>
        <w:t xml:space="preserve">E-UTRA </w:t>
      </w:r>
      <w:r w:rsidRPr="00EF2F0E">
        <w:rPr>
          <w:i/>
        </w:rPr>
        <w:t>carrier aggregation</w:t>
      </w:r>
      <w:r w:rsidRPr="00EF2F0E">
        <w:t>, with or without MIMO or TX diversity.</w:t>
      </w:r>
    </w:p>
    <w:p w14:paraId="0984D3B9" w14:textId="77777777" w:rsidR="003E32EB" w:rsidRPr="00EF2F0E" w:rsidRDefault="003E32EB" w:rsidP="00A40339">
      <w:pPr>
        <w:pStyle w:val="B10"/>
      </w:pPr>
      <w:r w:rsidRPr="00EF2F0E">
        <w:t>-</w:t>
      </w:r>
      <w:r w:rsidRPr="00EF2F0E">
        <w:tab/>
        <w:t>NR single/multi-carrier transmissions, and their combinations with MIMO.</w:t>
      </w:r>
    </w:p>
    <w:p w14:paraId="0984D3BA" w14:textId="77777777" w:rsidR="003E32EB" w:rsidRPr="00EF2F0E" w:rsidRDefault="003E32EB" w:rsidP="00A40339">
      <w:pPr>
        <w:pStyle w:val="B10"/>
      </w:pPr>
      <w:r w:rsidRPr="00EF2F0E">
        <w:t>-</w:t>
      </w:r>
      <w:r w:rsidRPr="00EF2F0E">
        <w:tab/>
        <w:t>NR Carrier Aggregation, with or without MIMO.</w:t>
      </w:r>
    </w:p>
    <w:p w14:paraId="0984D3BB" w14:textId="77777777" w:rsidR="003E32EB" w:rsidRPr="00EF2F0E" w:rsidRDefault="003E32EB" w:rsidP="00A40339">
      <w:r w:rsidRPr="00EF2F0E">
        <w:t xml:space="preserve">Frames of the WCDMA/LTE/NR signals present at the </w:t>
      </w:r>
      <w:r w:rsidRPr="00EF2F0E">
        <w:rPr>
          <w:i/>
        </w:rPr>
        <w:t>TAB connectors</w:t>
      </w:r>
      <w:r w:rsidRPr="00EF2F0E">
        <w:t xml:space="preserve"> are not perfectly aligned in time. In relation to each other, the RF signals present at the </w:t>
      </w:r>
      <w:r w:rsidRPr="00EF2F0E">
        <w:rPr>
          <w:i/>
        </w:rPr>
        <w:t>transceiver array boundary</w:t>
      </w:r>
      <w:r w:rsidRPr="00EF2F0E">
        <w:t xml:space="preserve"> may experience certain timing differences.</w:t>
      </w:r>
    </w:p>
    <w:p w14:paraId="0984D3BC" w14:textId="77777777" w:rsidR="003E32EB" w:rsidRPr="00EF2F0E" w:rsidRDefault="003E32EB" w:rsidP="00A40339">
      <w:r w:rsidRPr="00EF2F0E">
        <w:t xml:space="preserve">For a specific set of signals/transmitter configuration/transmission mode, the Time Alignment Error (TAE) is defined as the largest timing difference between any two different LTE signals or any two different WCDMA signals or any two different NR signals belonging to different </w:t>
      </w:r>
      <w:r w:rsidRPr="00EF2F0E">
        <w:rPr>
          <w:i/>
        </w:rPr>
        <w:t>TAB Connectors</w:t>
      </w:r>
      <w:r w:rsidRPr="00EF2F0E">
        <w:t xml:space="preserve"> belonging to different transmitter groups at the </w:t>
      </w:r>
      <w:r w:rsidRPr="00EF2F0E">
        <w:rPr>
          <w:i/>
        </w:rPr>
        <w:t>transceiver array boundary</w:t>
      </w:r>
      <w:r w:rsidRPr="00EF2F0E">
        <w:t xml:space="preserve">, where transmitter groups </w:t>
      </w:r>
      <w:r w:rsidRPr="00EF2F0E">
        <w:rPr>
          <w:rStyle w:val="CommentReference"/>
        </w:rPr>
        <w:t>are a</w:t>
      </w:r>
      <w:r w:rsidRPr="00EF2F0E">
        <w:t xml:space="preserve">ssociated with the </w:t>
      </w:r>
      <w:r w:rsidRPr="00EF2F0E">
        <w:rPr>
          <w:i/>
        </w:rPr>
        <w:t>TAB connectors</w:t>
      </w:r>
      <w:r w:rsidRPr="00EF2F0E">
        <w:t xml:space="preserve"> in the transceiver unit array corresponding to TX diversity</w:t>
      </w:r>
      <w:r w:rsidR="00EA553B" w:rsidRPr="00EF2F0E">
        <w:rPr>
          <w:rFonts w:hint="eastAsia"/>
          <w:lang w:eastAsia="zh-CN"/>
        </w:rPr>
        <w:t xml:space="preserve"> (except NR)</w:t>
      </w:r>
      <w:r w:rsidRPr="00EF2F0E">
        <w:t xml:space="preserve">, MIMO transmission, </w:t>
      </w:r>
      <w:r w:rsidRPr="00EF2F0E">
        <w:rPr>
          <w:i/>
        </w:rPr>
        <w:t>carrier aggregation</w:t>
      </w:r>
      <w:r w:rsidRPr="00EF2F0E">
        <w:t>, etc.</w:t>
      </w:r>
    </w:p>
    <w:p w14:paraId="0984D3BD" w14:textId="77777777" w:rsidR="003E32EB" w:rsidRPr="00EF2F0E" w:rsidRDefault="003E32EB" w:rsidP="00A40339">
      <w:pPr>
        <w:pStyle w:val="Heading4"/>
        <w:rPr>
          <w:lang w:eastAsia="zh-CN"/>
        </w:rPr>
      </w:pPr>
      <w:bookmarkStart w:id="1249" w:name="_Toc21095842"/>
      <w:bookmarkStart w:id="1250" w:name="_Toc29763041"/>
      <w:bookmarkStart w:id="1251" w:name="_Toc45869326"/>
      <w:bookmarkStart w:id="1252" w:name="_Toc52554574"/>
      <w:bookmarkStart w:id="1253" w:name="_Toc52555044"/>
      <w:bookmarkStart w:id="1254" w:name="_Toc61112269"/>
      <w:bookmarkStart w:id="1255" w:name="_Toc67911421"/>
      <w:bookmarkStart w:id="1256" w:name="_Toc74842896"/>
      <w:bookmarkStart w:id="1257" w:name="_Toc76503279"/>
      <w:bookmarkStart w:id="1258" w:name="_Toc83040722"/>
      <w:bookmarkStart w:id="1259" w:name="_Toc89851765"/>
      <w:bookmarkStart w:id="1260" w:name="_Toc98676119"/>
      <w:r w:rsidRPr="00EF2F0E">
        <w:t>6.5.3.2</w:t>
      </w:r>
      <w:r w:rsidRPr="00EF2F0E">
        <w:tab/>
      </w:r>
      <w:r w:rsidRPr="00EF2F0E">
        <w:rPr>
          <w:lang w:eastAsia="zh-CN"/>
        </w:rPr>
        <w:t>Minimum requirement for MSR operation</w:t>
      </w:r>
      <w:bookmarkEnd w:id="1249"/>
      <w:bookmarkEnd w:id="1250"/>
      <w:bookmarkEnd w:id="1251"/>
      <w:bookmarkEnd w:id="1252"/>
      <w:bookmarkEnd w:id="1253"/>
      <w:bookmarkEnd w:id="1254"/>
      <w:bookmarkEnd w:id="1255"/>
      <w:bookmarkEnd w:id="1256"/>
      <w:bookmarkEnd w:id="1257"/>
      <w:bookmarkEnd w:id="1258"/>
      <w:bookmarkEnd w:id="1259"/>
      <w:bookmarkEnd w:id="1260"/>
    </w:p>
    <w:p w14:paraId="0984D3BE" w14:textId="77777777" w:rsidR="003E32EB" w:rsidRPr="00EF2F0E" w:rsidRDefault="003E32EB" w:rsidP="00A40339">
      <w:pPr>
        <w:rPr>
          <w:lang w:eastAsia="zh-CN"/>
        </w:rPr>
      </w:pPr>
      <w:r w:rsidRPr="00EF2F0E">
        <w:rPr>
          <w:lang w:eastAsia="zh-CN"/>
        </w:rPr>
        <w:t>The minimum requirement for a UTRA time alignment error is the same as defined in subclause 6.5.3.3.</w:t>
      </w:r>
    </w:p>
    <w:p w14:paraId="0984D3BF" w14:textId="77777777" w:rsidR="003E32EB" w:rsidRPr="00EF2F0E" w:rsidRDefault="003E32EB" w:rsidP="00A40339">
      <w:pPr>
        <w:rPr>
          <w:lang w:eastAsia="zh-CN"/>
        </w:rPr>
      </w:pPr>
      <w:r w:rsidRPr="00EF2F0E">
        <w:rPr>
          <w:lang w:eastAsia="zh-CN"/>
        </w:rPr>
        <w:t>The minimum requirement for an E-UTRA time alignment error is the same as defined in subclause 6.5.3.4.</w:t>
      </w:r>
    </w:p>
    <w:p w14:paraId="0984D3C0" w14:textId="77777777" w:rsidR="003E32EB" w:rsidRPr="00EF2F0E" w:rsidRDefault="003E32EB" w:rsidP="00A40339">
      <w:pPr>
        <w:rPr>
          <w:lang w:eastAsia="zh-CN"/>
        </w:rPr>
      </w:pPr>
      <w:r w:rsidRPr="00EF2F0E">
        <w:rPr>
          <w:lang w:eastAsia="zh-CN"/>
        </w:rPr>
        <w:t xml:space="preserve">The minimum requirement for an NR time alignment error is the same as those for </w:t>
      </w:r>
      <w:r w:rsidRPr="00EF2F0E">
        <w:rPr>
          <w:i/>
          <w:lang w:eastAsia="zh-CN"/>
        </w:rPr>
        <w:t>BS type 1-H</w:t>
      </w:r>
      <w:r w:rsidRPr="00EF2F0E">
        <w:rPr>
          <w:lang w:eastAsia="zh-CN"/>
        </w:rPr>
        <w:t xml:space="preserve"> defined in 3GPP TS 38.104[28] in subclause 6.5.1.2.</w:t>
      </w:r>
    </w:p>
    <w:p w14:paraId="0984D3C1" w14:textId="77777777" w:rsidR="003E32EB" w:rsidRPr="00EF2F0E" w:rsidRDefault="003E32EB" w:rsidP="00A40339">
      <w:pPr>
        <w:pStyle w:val="Heading4"/>
        <w:rPr>
          <w:lang w:eastAsia="zh-CN"/>
        </w:rPr>
      </w:pPr>
      <w:bookmarkStart w:id="1261" w:name="_Toc21095843"/>
      <w:bookmarkStart w:id="1262" w:name="_Toc29763042"/>
      <w:bookmarkStart w:id="1263" w:name="_Toc45869327"/>
      <w:bookmarkStart w:id="1264" w:name="_Toc52554575"/>
      <w:bookmarkStart w:id="1265" w:name="_Toc52555045"/>
      <w:bookmarkStart w:id="1266" w:name="_Toc61112270"/>
      <w:bookmarkStart w:id="1267" w:name="_Toc67911422"/>
      <w:bookmarkStart w:id="1268" w:name="_Toc74842897"/>
      <w:bookmarkStart w:id="1269" w:name="_Toc76503280"/>
      <w:bookmarkStart w:id="1270" w:name="_Toc83040723"/>
      <w:bookmarkStart w:id="1271" w:name="_Toc89851766"/>
      <w:bookmarkStart w:id="1272" w:name="_Toc98676120"/>
      <w:r w:rsidRPr="00EF2F0E">
        <w:rPr>
          <w:lang w:eastAsia="zh-CN"/>
        </w:rPr>
        <w:t>6.5.3.3</w:t>
      </w:r>
      <w:r w:rsidRPr="00EF2F0E">
        <w:rPr>
          <w:lang w:eastAsia="zh-CN"/>
        </w:rPr>
        <w:tab/>
        <w:t>Minimum requirement for single RAT UTRA operation</w:t>
      </w:r>
      <w:bookmarkEnd w:id="1261"/>
      <w:bookmarkEnd w:id="1262"/>
      <w:bookmarkEnd w:id="1263"/>
      <w:bookmarkEnd w:id="1264"/>
      <w:bookmarkEnd w:id="1265"/>
      <w:bookmarkEnd w:id="1266"/>
      <w:bookmarkEnd w:id="1267"/>
      <w:bookmarkEnd w:id="1268"/>
      <w:bookmarkEnd w:id="1269"/>
      <w:bookmarkEnd w:id="1270"/>
      <w:bookmarkEnd w:id="1271"/>
      <w:bookmarkEnd w:id="1272"/>
    </w:p>
    <w:p w14:paraId="0984D3C2" w14:textId="77777777" w:rsidR="003E32EB" w:rsidRPr="00EF2F0E" w:rsidRDefault="003E32EB" w:rsidP="00A40339">
      <w:pPr>
        <w:rPr>
          <w:lang w:eastAsia="zh-CN"/>
        </w:rPr>
      </w:pPr>
      <w:r w:rsidRPr="00EF2F0E">
        <w:rPr>
          <w:lang w:eastAsia="zh-CN"/>
        </w:rPr>
        <w:t>This requirement applies to frame timing in Tx diversity, MIMO transmission, DC-HSDPA, DB-DC-HSDPA, 4C-HSDPA, NC</w:t>
      </w:r>
      <w:smartTag w:uri="urn:schemas-microsoft-com:office:smarttags" w:element="chmetcnv">
        <w:smartTagPr>
          <w:attr w:name="TCSC" w:val="0"/>
          <w:attr w:name="NumberType" w:val="1"/>
          <w:attr w:name="Negative" w:val="True"/>
          <w:attr w:name="HasSpace" w:val="False"/>
          <w:attr w:name="SourceValue" w:val="4"/>
          <w:attr w:name="UnitName" w:val="C"/>
        </w:smartTagPr>
        <w:r w:rsidRPr="00EF2F0E">
          <w:rPr>
            <w:lang w:eastAsia="zh-CN"/>
          </w:rPr>
          <w:t>-4C</w:t>
        </w:r>
      </w:smartTag>
      <w:r w:rsidRPr="00EF2F0E">
        <w:rPr>
          <w:lang w:eastAsia="zh-CN"/>
        </w:rPr>
        <w:t>-HSDPA, 8C-HSDPA and their combinations.</w:t>
      </w:r>
    </w:p>
    <w:p w14:paraId="0984D3C3" w14:textId="77777777" w:rsidR="003E32EB" w:rsidRPr="00EF2F0E" w:rsidRDefault="003E32EB" w:rsidP="00A40339">
      <w:pPr>
        <w:rPr>
          <w:lang w:eastAsia="zh-CN"/>
        </w:rPr>
      </w:pPr>
      <w:r w:rsidRPr="00EF2F0E">
        <w:t xml:space="preserve">The TAE between any two </w:t>
      </w:r>
      <w:r w:rsidRPr="00EF2F0E">
        <w:rPr>
          <w:i/>
        </w:rPr>
        <w:t>TAB connectors</w:t>
      </w:r>
      <w:r w:rsidRPr="00EF2F0E">
        <w:t xml:space="preserve"> from different transmitter groups shall not exceed the specified minimum requirements below.</w:t>
      </w:r>
    </w:p>
    <w:p w14:paraId="0984D3C4" w14:textId="77777777" w:rsidR="003E32EB" w:rsidRPr="00EF2F0E" w:rsidRDefault="003E32EB" w:rsidP="00A40339">
      <w:r w:rsidRPr="00EF2F0E">
        <w:t>For UTRA FDD, the minimum requirement for time alignment are the same as those in 3GPP TS 25.104 [6], subclause 6.8.4.1.</w:t>
      </w:r>
    </w:p>
    <w:p w14:paraId="0984D3C5" w14:textId="77777777" w:rsidR="003E32EB" w:rsidRPr="00EF2F0E" w:rsidRDefault="003E32EB" w:rsidP="00A40339">
      <w:pPr>
        <w:rPr>
          <w:lang w:eastAsia="zh-CN"/>
        </w:rPr>
      </w:pPr>
      <w:r w:rsidRPr="00EF2F0E">
        <w:t>For UTRA TDD, the minimum requirement for time alignment are the same as those in 3GPP TS 25.105 [7], subclause 6.8.5.1.</w:t>
      </w:r>
    </w:p>
    <w:p w14:paraId="0984D3C6" w14:textId="77777777" w:rsidR="003E32EB" w:rsidRPr="00EF2F0E" w:rsidRDefault="003E32EB" w:rsidP="00A40339">
      <w:pPr>
        <w:pStyle w:val="Heading4"/>
        <w:rPr>
          <w:lang w:eastAsia="zh-CN"/>
        </w:rPr>
      </w:pPr>
      <w:bookmarkStart w:id="1273" w:name="_Toc21095844"/>
      <w:bookmarkStart w:id="1274" w:name="_Toc29763043"/>
      <w:bookmarkStart w:id="1275" w:name="_Toc45869328"/>
      <w:bookmarkStart w:id="1276" w:name="_Toc52554576"/>
      <w:bookmarkStart w:id="1277" w:name="_Toc52555046"/>
      <w:bookmarkStart w:id="1278" w:name="_Toc61112271"/>
      <w:bookmarkStart w:id="1279" w:name="_Toc67911423"/>
      <w:bookmarkStart w:id="1280" w:name="_Toc74842898"/>
      <w:bookmarkStart w:id="1281" w:name="_Toc76503281"/>
      <w:bookmarkStart w:id="1282" w:name="_Toc83040724"/>
      <w:bookmarkStart w:id="1283" w:name="_Toc89851767"/>
      <w:bookmarkStart w:id="1284" w:name="_Toc98676121"/>
      <w:r w:rsidRPr="00EF2F0E">
        <w:rPr>
          <w:lang w:eastAsia="zh-CN"/>
        </w:rPr>
        <w:t>6.5.3.4</w:t>
      </w:r>
      <w:r w:rsidRPr="00EF2F0E">
        <w:rPr>
          <w:lang w:eastAsia="zh-CN"/>
        </w:rPr>
        <w:tab/>
        <w:t>Minimum requirement for single RAT E-UTRA operation</w:t>
      </w:r>
      <w:bookmarkEnd w:id="1273"/>
      <w:bookmarkEnd w:id="1274"/>
      <w:bookmarkEnd w:id="1275"/>
      <w:bookmarkEnd w:id="1276"/>
      <w:bookmarkEnd w:id="1277"/>
      <w:bookmarkEnd w:id="1278"/>
      <w:bookmarkEnd w:id="1279"/>
      <w:bookmarkEnd w:id="1280"/>
      <w:bookmarkEnd w:id="1281"/>
      <w:bookmarkEnd w:id="1282"/>
      <w:bookmarkEnd w:id="1283"/>
      <w:bookmarkEnd w:id="1284"/>
    </w:p>
    <w:p w14:paraId="0984D3C7" w14:textId="77777777" w:rsidR="003E32EB" w:rsidRPr="00EF2F0E" w:rsidRDefault="003E32EB" w:rsidP="00A40339">
      <w:pPr>
        <w:rPr>
          <w:lang w:eastAsia="zh-CN"/>
        </w:rPr>
      </w:pPr>
      <w:r w:rsidRPr="00EF2F0E">
        <w:rPr>
          <w:lang w:eastAsia="zh-CN"/>
        </w:rPr>
        <w:t>This requirement applies to frame timing in TX diversity, MIMO transmission,</w:t>
      </w:r>
      <w:r w:rsidRPr="00EF2F0E">
        <w:rPr>
          <w:i/>
          <w:lang w:eastAsia="zh-CN"/>
        </w:rPr>
        <w:t xml:space="preserve"> carrier aggregation</w:t>
      </w:r>
      <w:r w:rsidRPr="00EF2F0E">
        <w:rPr>
          <w:lang w:eastAsia="zh-CN"/>
        </w:rPr>
        <w:t xml:space="preserve"> and their combinations.</w:t>
      </w:r>
    </w:p>
    <w:p w14:paraId="0984D3C8" w14:textId="77777777" w:rsidR="003E32EB" w:rsidRPr="00EF2F0E" w:rsidRDefault="003E32EB" w:rsidP="00A40339">
      <w:pPr>
        <w:rPr>
          <w:lang w:eastAsia="zh-CN"/>
        </w:rPr>
      </w:pPr>
      <w:r w:rsidRPr="00EF2F0E">
        <w:t xml:space="preserve">The TAE between any two </w:t>
      </w:r>
      <w:r w:rsidRPr="00EF2F0E">
        <w:rPr>
          <w:i/>
        </w:rPr>
        <w:t>TAB connectors</w:t>
      </w:r>
      <w:r w:rsidRPr="00EF2F0E">
        <w:t xml:space="preserve"> from different transmitter groups shall not exceed the specified minimum requirements below.</w:t>
      </w:r>
    </w:p>
    <w:p w14:paraId="0984D3C9" w14:textId="77777777" w:rsidR="003E32EB" w:rsidRPr="00EF2F0E" w:rsidRDefault="003E32EB" w:rsidP="00A40339">
      <w:r w:rsidRPr="00EF2F0E">
        <w:t>For E-UTRA, the minimum requirement for time alignment are the same as those in 3GPP TS 36.104 [8], subclause 6.5.3.1.</w:t>
      </w:r>
    </w:p>
    <w:p w14:paraId="0984D3CA" w14:textId="77777777" w:rsidR="003E32EB" w:rsidRPr="00EF2F0E" w:rsidRDefault="003E32EB" w:rsidP="00A40339">
      <w:pPr>
        <w:pStyle w:val="Heading3"/>
      </w:pPr>
      <w:bookmarkStart w:id="1285" w:name="_Toc21095845"/>
      <w:bookmarkStart w:id="1286" w:name="_Toc29763044"/>
      <w:bookmarkStart w:id="1287" w:name="_Toc45869329"/>
      <w:bookmarkStart w:id="1288" w:name="_Toc52554577"/>
      <w:bookmarkStart w:id="1289" w:name="_Toc52555047"/>
      <w:bookmarkStart w:id="1290" w:name="_Toc61112272"/>
      <w:bookmarkStart w:id="1291" w:name="_Toc67911424"/>
      <w:bookmarkStart w:id="1292" w:name="_Toc74842899"/>
      <w:bookmarkStart w:id="1293" w:name="_Toc76503282"/>
      <w:bookmarkStart w:id="1294" w:name="_Toc83040725"/>
      <w:bookmarkStart w:id="1295" w:name="_Toc89851768"/>
      <w:bookmarkStart w:id="1296" w:name="_Toc98676122"/>
      <w:r w:rsidRPr="00EF2F0E">
        <w:t>6.5.4</w:t>
      </w:r>
      <w:r w:rsidRPr="00EF2F0E">
        <w:tab/>
        <w:t>Modulation quality</w:t>
      </w:r>
      <w:bookmarkEnd w:id="1285"/>
      <w:bookmarkEnd w:id="1286"/>
      <w:bookmarkEnd w:id="1287"/>
      <w:bookmarkEnd w:id="1288"/>
      <w:bookmarkEnd w:id="1289"/>
      <w:bookmarkEnd w:id="1290"/>
      <w:bookmarkEnd w:id="1291"/>
      <w:bookmarkEnd w:id="1292"/>
      <w:bookmarkEnd w:id="1293"/>
      <w:bookmarkEnd w:id="1294"/>
      <w:bookmarkEnd w:id="1295"/>
      <w:bookmarkEnd w:id="1296"/>
    </w:p>
    <w:p w14:paraId="0984D3CB" w14:textId="77777777" w:rsidR="003E32EB" w:rsidRPr="00EF2F0E" w:rsidRDefault="003E32EB" w:rsidP="00A40339">
      <w:pPr>
        <w:pStyle w:val="Heading4"/>
      </w:pPr>
      <w:bookmarkStart w:id="1297" w:name="_Toc21095846"/>
      <w:bookmarkStart w:id="1298" w:name="_Toc29763045"/>
      <w:bookmarkStart w:id="1299" w:name="_Toc45869330"/>
      <w:bookmarkStart w:id="1300" w:name="_Toc52554578"/>
      <w:bookmarkStart w:id="1301" w:name="_Toc52555048"/>
      <w:bookmarkStart w:id="1302" w:name="_Toc61112273"/>
      <w:bookmarkStart w:id="1303" w:name="_Toc67911425"/>
      <w:bookmarkStart w:id="1304" w:name="_Toc74842900"/>
      <w:bookmarkStart w:id="1305" w:name="_Toc76503283"/>
      <w:bookmarkStart w:id="1306" w:name="_Toc83040726"/>
      <w:bookmarkStart w:id="1307" w:name="_Toc89851769"/>
      <w:bookmarkStart w:id="1308" w:name="_Toc98676123"/>
      <w:r w:rsidRPr="00EF2F0E">
        <w:t>6.5.4.1</w:t>
      </w:r>
      <w:r w:rsidRPr="00EF2F0E">
        <w:tab/>
        <w:t>General</w:t>
      </w:r>
      <w:bookmarkEnd w:id="1297"/>
      <w:bookmarkEnd w:id="1298"/>
      <w:bookmarkEnd w:id="1299"/>
      <w:bookmarkEnd w:id="1300"/>
      <w:bookmarkEnd w:id="1301"/>
      <w:bookmarkEnd w:id="1302"/>
      <w:bookmarkEnd w:id="1303"/>
      <w:bookmarkEnd w:id="1304"/>
      <w:bookmarkEnd w:id="1305"/>
      <w:bookmarkEnd w:id="1306"/>
      <w:bookmarkEnd w:id="1307"/>
      <w:bookmarkEnd w:id="1308"/>
    </w:p>
    <w:p w14:paraId="0984D3CC" w14:textId="77777777" w:rsidR="005C15CF" w:rsidRPr="00EF2F0E" w:rsidRDefault="005C15CF" w:rsidP="005C15CF">
      <w:r w:rsidRPr="00EF2F0E">
        <w:t>Modulation quality is defined by the difference between the measured carrier signal and an ideal signal. Modulation quality can be expressed e.g. as Peak Code domain Error (PCDE) or Relative Code domain Error (RCDE) or Error Vector Magnitude (EVM) for UTRA and Error Vector Magnitude (EVM) for E-UTRA.</w:t>
      </w:r>
    </w:p>
    <w:p w14:paraId="0984D3CD" w14:textId="77777777" w:rsidR="003E32EB" w:rsidRPr="00EF2F0E" w:rsidRDefault="003E32EB" w:rsidP="00A40339">
      <w:r w:rsidRPr="00EF2F0E">
        <w:t xml:space="preserve">These requirements apply per </w:t>
      </w:r>
      <w:r w:rsidRPr="00EF2F0E">
        <w:rPr>
          <w:i/>
        </w:rPr>
        <w:t>TAB connector</w:t>
      </w:r>
      <w:r w:rsidRPr="00EF2F0E">
        <w:t>.</w:t>
      </w:r>
    </w:p>
    <w:p w14:paraId="0984D3CE" w14:textId="77777777" w:rsidR="003E32EB" w:rsidRPr="00EF2F0E" w:rsidRDefault="003E32EB" w:rsidP="00A40339">
      <w:pPr>
        <w:pStyle w:val="Heading4"/>
        <w:rPr>
          <w:lang w:eastAsia="zh-CN"/>
        </w:rPr>
      </w:pPr>
      <w:bookmarkStart w:id="1309" w:name="_Toc21095847"/>
      <w:bookmarkStart w:id="1310" w:name="_Toc29763046"/>
      <w:bookmarkStart w:id="1311" w:name="_Toc45869331"/>
      <w:bookmarkStart w:id="1312" w:name="_Toc52554579"/>
      <w:bookmarkStart w:id="1313" w:name="_Toc52555049"/>
      <w:bookmarkStart w:id="1314" w:name="_Toc61112274"/>
      <w:bookmarkStart w:id="1315" w:name="_Toc67911426"/>
      <w:bookmarkStart w:id="1316" w:name="_Toc74842901"/>
      <w:bookmarkStart w:id="1317" w:name="_Toc76503284"/>
      <w:bookmarkStart w:id="1318" w:name="_Toc83040727"/>
      <w:bookmarkStart w:id="1319" w:name="_Toc89851770"/>
      <w:bookmarkStart w:id="1320" w:name="_Toc98676124"/>
      <w:r w:rsidRPr="00EF2F0E">
        <w:t>6.5.4.2</w:t>
      </w:r>
      <w:r w:rsidRPr="00EF2F0E">
        <w:tab/>
      </w:r>
      <w:r w:rsidRPr="00EF2F0E">
        <w:rPr>
          <w:lang w:eastAsia="zh-CN"/>
        </w:rPr>
        <w:t>Minimum requirement for MSR operation</w:t>
      </w:r>
      <w:bookmarkEnd w:id="1309"/>
      <w:bookmarkEnd w:id="1310"/>
      <w:bookmarkEnd w:id="1311"/>
      <w:bookmarkEnd w:id="1312"/>
      <w:bookmarkEnd w:id="1313"/>
      <w:bookmarkEnd w:id="1314"/>
      <w:bookmarkEnd w:id="1315"/>
      <w:bookmarkEnd w:id="1316"/>
      <w:bookmarkEnd w:id="1317"/>
      <w:bookmarkEnd w:id="1318"/>
      <w:bookmarkEnd w:id="1319"/>
      <w:bookmarkEnd w:id="1320"/>
    </w:p>
    <w:p w14:paraId="0984D3CF" w14:textId="77777777" w:rsidR="003E32EB" w:rsidRPr="00EF2F0E" w:rsidRDefault="003E32EB" w:rsidP="00A40339">
      <w:pPr>
        <w:rPr>
          <w:lang w:eastAsia="zh-CN"/>
        </w:rPr>
      </w:pPr>
      <w:r w:rsidRPr="00EF2F0E">
        <w:rPr>
          <w:lang w:eastAsia="zh-CN"/>
        </w:rPr>
        <w:t>The minimum requirement for a UTRA modulation quality are defined in subclause 6.5.4.3.</w:t>
      </w:r>
    </w:p>
    <w:p w14:paraId="0984D3D0" w14:textId="77777777" w:rsidR="003E32EB" w:rsidRPr="00EF2F0E" w:rsidRDefault="003E32EB" w:rsidP="00A40339">
      <w:pPr>
        <w:rPr>
          <w:lang w:eastAsia="zh-CN"/>
        </w:rPr>
      </w:pPr>
      <w:r w:rsidRPr="00EF2F0E">
        <w:rPr>
          <w:lang w:eastAsia="zh-CN"/>
        </w:rPr>
        <w:t>The minimum requirement for an E-UTRA modulation quality are defined in subclause 6.5.4.4.</w:t>
      </w:r>
    </w:p>
    <w:p w14:paraId="0984D3D1" w14:textId="77777777" w:rsidR="003E32EB" w:rsidRPr="00EF2F0E" w:rsidRDefault="003E32EB" w:rsidP="00A40339">
      <w:pPr>
        <w:rPr>
          <w:lang w:eastAsia="zh-CN"/>
        </w:rPr>
      </w:pPr>
      <w:r w:rsidRPr="00EF2F0E">
        <w:rPr>
          <w:lang w:eastAsia="zh-CN"/>
        </w:rPr>
        <w:t xml:space="preserve">The minimum requirement for an NR modulation quality is defined as the same as those for </w:t>
      </w:r>
      <w:r w:rsidRPr="00EF2F0E">
        <w:rPr>
          <w:i/>
          <w:lang w:eastAsia="zh-CN"/>
        </w:rPr>
        <w:t>BS type 1-H</w:t>
      </w:r>
      <w:r w:rsidRPr="00EF2F0E">
        <w:rPr>
          <w:lang w:eastAsia="zh-CN"/>
        </w:rPr>
        <w:t xml:space="preserve"> in 3GPP TS 38.104 [28] in subclause 6.5.2.2.</w:t>
      </w:r>
    </w:p>
    <w:p w14:paraId="0984D3D2" w14:textId="77777777" w:rsidR="003E32EB" w:rsidRPr="00EF2F0E" w:rsidRDefault="003E32EB" w:rsidP="00A40339">
      <w:pPr>
        <w:pStyle w:val="Heading4"/>
        <w:rPr>
          <w:lang w:eastAsia="zh-CN"/>
        </w:rPr>
      </w:pPr>
      <w:bookmarkStart w:id="1321" w:name="_Toc21095848"/>
      <w:bookmarkStart w:id="1322" w:name="_Toc29763047"/>
      <w:bookmarkStart w:id="1323" w:name="_Toc45869332"/>
      <w:bookmarkStart w:id="1324" w:name="_Toc52554580"/>
      <w:bookmarkStart w:id="1325" w:name="_Toc52555050"/>
      <w:bookmarkStart w:id="1326" w:name="_Toc61112275"/>
      <w:bookmarkStart w:id="1327" w:name="_Toc67911427"/>
      <w:bookmarkStart w:id="1328" w:name="_Toc74842902"/>
      <w:bookmarkStart w:id="1329" w:name="_Toc76503285"/>
      <w:bookmarkStart w:id="1330" w:name="_Toc83040728"/>
      <w:bookmarkStart w:id="1331" w:name="_Toc89851771"/>
      <w:bookmarkStart w:id="1332" w:name="_Toc98676125"/>
      <w:r w:rsidRPr="00EF2F0E">
        <w:rPr>
          <w:lang w:eastAsia="zh-CN"/>
        </w:rPr>
        <w:t>6.5.4.3</w:t>
      </w:r>
      <w:r w:rsidRPr="00EF2F0E">
        <w:rPr>
          <w:lang w:eastAsia="zh-CN"/>
        </w:rPr>
        <w:tab/>
        <w:t>Minimum requirement for single RAT UTRA operation</w:t>
      </w:r>
      <w:bookmarkEnd w:id="1321"/>
      <w:bookmarkEnd w:id="1322"/>
      <w:bookmarkEnd w:id="1323"/>
      <w:bookmarkEnd w:id="1324"/>
      <w:bookmarkEnd w:id="1325"/>
      <w:bookmarkEnd w:id="1326"/>
      <w:bookmarkEnd w:id="1327"/>
      <w:bookmarkEnd w:id="1328"/>
      <w:bookmarkEnd w:id="1329"/>
      <w:bookmarkEnd w:id="1330"/>
      <w:bookmarkEnd w:id="1331"/>
      <w:bookmarkEnd w:id="1332"/>
    </w:p>
    <w:p w14:paraId="0984D3D3" w14:textId="77777777" w:rsidR="003E32EB" w:rsidRPr="00EF2F0E" w:rsidRDefault="003E32EB" w:rsidP="00A40339">
      <w:r w:rsidRPr="00EF2F0E">
        <w:t xml:space="preserve">The Error Vector Magnitude is a measure of the difference between the </w:t>
      </w:r>
      <w:r w:rsidR="005C15CF" w:rsidRPr="00EF2F0E">
        <w:t xml:space="preserve">ideal </w:t>
      </w:r>
      <w:r w:rsidRPr="00EF2F0E">
        <w:t>waveform and the measured waveform. This difference is called the error vector. Both waveforms pass through a matched Root Raised Cosine filter to the considered chip rate and roll-off α=0.22. Both waveforms are then further modified by selecting the frequency, absolute phase, absolute amplitude and chip clock timing to minimize the error vector. The EVM result is defined as the square root of the ratio of the mean error vector power to the mean reference power expressed as a %.</w:t>
      </w:r>
    </w:p>
    <w:p w14:paraId="0984D3D4" w14:textId="77777777" w:rsidR="003E32EB" w:rsidRPr="00EF2F0E" w:rsidRDefault="003E32EB" w:rsidP="00A40339">
      <w:r w:rsidRPr="00EF2F0E">
        <w:t>For UTRA FDD the measurement interval is one timeslot as defined by the C-PICH (when present) otherwise the measurement interval is one timeslot starting with the beginning of the SCH. The requirement is valid over the total power dynamic range as specified in subclause 6.3.4.3. The minimum requirements are the same as those in 3GPP TS 25.104 [6], subclause 6.8.2.1.</w:t>
      </w:r>
    </w:p>
    <w:p w14:paraId="0984D3D5" w14:textId="77777777" w:rsidR="003E32EB" w:rsidRPr="00EF2F0E" w:rsidRDefault="003E32EB" w:rsidP="00A40339">
      <w:r w:rsidRPr="00EF2F0E">
        <w:t>For UTRA TDD the measurement interval is one timeslot. The requirement is valid over the total power dynamic range as specified in subclause 6.3.4.3. See annex C of 3GPP TS 25.142 [10] for further details. The minimum requirements are the same as those in 3GPP TS 25.105 [7], subclause 6.8.2.1.</w:t>
      </w:r>
    </w:p>
    <w:p w14:paraId="0984D3D6" w14:textId="77777777" w:rsidR="003E32EB" w:rsidRPr="00EF2F0E" w:rsidRDefault="003E32EB" w:rsidP="00A40339">
      <w:r w:rsidRPr="00EF2F0E">
        <w:t xml:space="preserve">For UTRA FDD the Peak Code Domain Error is computed by projecting the error vector onto the code domain at a specified spreading factor. The Code Domain Error for every code in the domain is defined as the ratio of the mean power of the projection onto that code, to the mean power of the composite </w:t>
      </w:r>
      <w:r w:rsidR="005C15CF" w:rsidRPr="00EF2F0E">
        <w:t xml:space="preserve">ideal </w:t>
      </w:r>
      <w:r w:rsidRPr="00EF2F0E">
        <w:t>waveform. This ratio is expressed in dB. The Peak Code Domain Error is defined as the maximum value for the Code Domain Error for all codes. The measurement interval is one timeslot as defined by the C-PICH (when present) otherwise the measurement interval is one timeslot starting with the beginning of the SCH. The minimum requirements are the same as those in 3GPP TS 25.104 [6], subclause 6.8.3.1.</w:t>
      </w:r>
    </w:p>
    <w:p w14:paraId="0984D3D7" w14:textId="77777777" w:rsidR="003E32EB" w:rsidRPr="00EF2F0E" w:rsidRDefault="003E32EB" w:rsidP="00A40339">
      <w:r w:rsidRPr="00EF2F0E">
        <w:t xml:space="preserve">For UTRA FDD the Relative Code Domain Error is computed by projecting the error vector onto the code domain at a specified spreading factor. Only the active code channels in the composite </w:t>
      </w:r>
      <w:r w:rsidR="005C15CF" w:rsidRPr="00EF2F0E">
        <w:t xml:space="preserve">ideal </w:t>
      </w:r>
      <w:r w:rsidRPr="00EF2F0E">
        <w:t xml:space="preserve">waveform are considered for this requirement. The Relative Code Domain Error for every active code is defined as the ratio of the mean power of the error projection onto that code, to the mean power of the active code in the composite </w:t>
      </w:r>
      <w:r w:rsidR="005C15CF" w:rsidRPr="00EF2F0E">
        <w:t xml:space="preserve">ideal </w:t>
      </w:r>
      <w:r w:rsidRPr="00EF2F0E">
        <w:t>waveform. This ratio is expressed in dB. The measurement interval is one frame. The minimum requirements are the same as those in 3GPP TS 25.104 [6], subclause 6.8.5.1.</w:t>
      </w:r>
    </w:p>
    <w:p w14:paraId="0984D3D8" w14:textId="77777777" w:rsidR="003E32EB" w:rsidRPr="00EF2F0E" w:rsidRDefault="003E32EB" w:rsidP="00A40339">
      <w:pPr>
        <w:rPr>
          <w:lang w:eastAsia="zh-CN"/>
        </w:rPr>
      </w:pPr>
      <w:r w:rsidRPr="00EF2F0E">
        <w:t>For UTRA TDD 1,28Mcps option, the minimum requirements for modulation quality, PCDE and RCDE, are the same as in 3GPP TS 25.105 [7], subclauses 6.8.2, 6.8.3 and 6.8.4 respectively. The requirement for Relative Code Domain Error is only applicable for 64QAM modulated codes (UTRA FDD and UTRA TDD).</w:t>
      </w:r>
    </w:p>
    <w:p w14:paraId="0984D3D9" w14:textId="77777777" w:rsidR="003E32EB" w:rsidRPr="00EF2F0E" w:rsidRDefault="003E32EB" w:rsidP="00A40339">
      <w:pPr>
        <w:pStyle w:val="Heading4"/>
        <w:rPr>
          <w:lang w:eastAsia="zh-CN"/>
        </w:rPr>
      </w:pPr>
      <w:bookmarkStart w:id="1333" w:name="_Toc21095849"/>
      <w:bookmarkStart w:id="1334" w:name="_Toc29763048"/>
      <w:bookmarkStart w:id="1335" w:name="_Toc45869333"/>
      <w:bookmarkStart w:id="1336" w:name="_Toc52554581"/>
      <w:bookmarkStart w:id="1337" w:name="_Toc52555051"/>
      <w:bookmarkStart w:id="1338" w:name="_Toc61112276"/>
      <w:bookmarkStart w:id="1339" w:name="_Toc67911428"/>
      <w:bookmarkStart w:id="1340" w:name="_Toc74842903"/>
      <w:bookmarkStart w:id="1341" w:name="_Toc76503286"/>
      <w:bookmarkStart w:id="1342" w:name="_Toc83040729"/>
      <w:bookmarkStart w:id="1343" w:name="_Toc89851772"/>
      <w:bookmarkStart w:id="1344" w:name="_Toc98676126"/>
      <w:r w:rsidRPr="00EF2F0E">
        <w:rPr>
          <w:lang w:eastAsia="zh-CN"/>
        </w:rPr>
        <w:t>6.5.4.4</w:t>
      </w:r>
      <w:r w:rsidRPr="00EF2F0E">
        <w:rPr>
          <w:lang w:eastAsia="zh-CN"/>
        </w:rPr>
        <w:tab/>
        <w:t>Minimum requirement for single RAT E-UTRA operation</w:t>
      </w:r>
      <w:bookmarkEnd w:id="1333"/>
      <w:bookmarkEnd w:id="1334"/>
      <w:bookmarkEnd w:id="1335"/>
      <w:bookmarkEnd w:id="1336"/>
      <w:bookmarkEnd w:id="1337"/>
      <w:bookmarkEnd w:id="1338"/>
      <w:bookmarkEnd w:id="1339"/>
      <w:bookmarkEnd w:id="1340"/>
      <w:bookmarkEnd w:id="1341"/>
      <w:bookmarkEnd w:id="1342"/>
      <w:bookmarkEnd w:id="1343"/>
      <w:bookmarkEnd w:id="1344"/>
    </w:p>
    <w:p w14:paraId="0984D3DA" w14:textId="77777777" w:rsidR="003E32EB" w:rsidRPr="00EF2F0E" w:rsidRDefault="003E32EB" w:rsidP="00A40339">
      <w:r w:rsidRPr="00EF2F0E">
        <w:t>For E-UTRA, the minimum requirement for modulation quality, EVM, is specified in 3GPP TS 36.104 [8], subclause 6.5.2.</w:t>
      </w:r>
    </w:p>
    <w:p w14:paraId="0984D3DB" w14:textId="77777777" w:rsidR="003E32EB" w:rsidRPr="00EF2F0E" w:rsidRDefault="003E32EB" w:rsidP="00A40339">
      <w:pPr>
        <w:pStyle w:val="Heading3"/>
      </w:pPr>
      <w:bookmarkStart w:id="1345" w:name="_Toc21095850"/>
      <w:bookmarkStart w:id="1346" w:name="_Toc29763049"/>
      <w:bookmarkStart w:id="1347" w:name="_Toc45869334"/>
      <w:bookmarkStart w:id="1348" w:name="_Toc52554582"/>
      <w:bookmarkStart w:id="1349" w:name="_Toc52555052"/>
      <w:bookmarkStart w:id="1350" w:name="_Toc61112277"/>
      <w:bookmarkStart w:id="1351" w:name="_Toc67911429"/>
      <w:bookmarkStart w:id="1352" w:name="_Toc74842904"/>
      <w:bookmarkStart w:id="1353" w:name="_Toc76503287"/>
      <w:bookmarkStart w:id="1354" w:name="_Toc83040730"/>
      <w:bookmarkStart w:id="1355" w:name="_Toc89851773"/>
      <w:bookmarkStart w:id="1356" w:name="_Toc98676127"/>
      <w:r w:rsidRPr="00EF2F0E">
        <w:t>6.5.5</w:t>
      </w:r>
      <w:r w:rsidRPr="00EF2F0E">
        <w:tab/>
        <w:t>Transmit pulse shape filter</w:t>
      </w:r>
      <w:bookmarkEnd w:id="1345"/>
      <w:bookmarkEnd w:id="1346"/>
      <w:bookmarkEnd w:id="1347"/>
      <w:bookmarkEnd w:id="1348"/>
      <w:bookmarkEnd w:id="1349"/>
      <w:bookmarkEnd w:id="1350"/>
      <w:bookmarkEnd w:id="1351"/>
      <w:bookmarkEnd w:id="1352"/>
      <w:bookmarkEnd w:id="1353"/>
      <w:bookmarkEnd w:id="1354"/>
      <w:bookmarkEnd w:id="1355"/>
      <w:bookmarkEnd w:id="1356"/>
    </w:p>
    <w:p w14:paraId="0984D3DC" w14:textId="77777777" w:rsidR="003E32EB" w:rsidRPr="00EF2F0E" w:rsidRDefault="003E32EB" w:rsidP="00A40339">
      <w:pPr>
        <w:pStyle w:val="Heading4"/>
      </w:pPr>
      <w:bookmarkStart w:id="1357" w:name="_Toc21095851"/>
      <w:bookmarkStart w:id="1358" w:name="_Toc29763050"/>
      <w:bookmarkStart w:id="1359" w:name="_Toc45869335"/>
      <w:bookmarkStart w:id="1360" w:name="_Toc52554583"/>
      <w:bookmarkStart w:id="1361" w:name="_Toc52555053"/>
      <w:bookmarkStart w:id="1362" w:name="_Toc61112278"/>
      <w:bookmarkStart w:id="1363" w:name="_Toc67911430"/>
      <w:bookmarkStart w:id="1364" w:name="_Toc74842905"/>
      <w:bookmarkStart w:id="1365" w:name="_Toc76503288"/>
      <w:bookmarkStart w:id="1366" w:name="_Toc83040731"/>
      <w:bookmarkStart w:id="1367" w:name="_Toc89851774"/>
      <w:bookmarkStart w:id="1368" w:name="_Toc98676128"/>
      <w:r w:rsidRPr="00EF2F0E">
        <w:t>6.5.5.1</w:t>
      </w:r>
      <w:r w:rsidRPr="00EF2F0E">
        <w:tab/>
        <w:t>General</w:t>
      </w:r>
      <w:bookmarkEnd w:id="1357"/>
      <w:bookmarkEnd w:id="1358"/>
      <w:bookmarkEnd w:id="1359"/>
      <w:bookmarkEnd w:id="1360"/>
      <w:bookmarkEnd w:id="1361"/>
      <w:bookmarkEnd w:id="1362"/>
      <w:bookmarkEnd w:id="1363"/>
      <w:bookmarkEnd w:id="1364"/>
      <w:bookmarkEnd w:id="1365"/>
      <w:bookmarkEnd w:id="1366"/>
      <w:bookmarkEnd w:id="1367"/>
      <w:bookmarkEnd w:id="1368"/>
    </w:p>
    <w:p w14:paraId="0984D3DD" w14:textId="77777777" w:rsidR="003E32EB" w:rsidRPr="00EF2F0E" w:rsidRDefault="003E32EB" w:rsidP="00A40339">
      <w:r w:rsidRPr="00EF2F0E">
        <w:t xml:space="preserve">Transmit pulse shape filter for </w:t>
      </w:r>
      <w:r w:rsidRPr="00EF2F0E">
        <w:rPr>
          <w:i/>
        </w:rPr>
        <w:t>single RAT UTRA operation</w:t>
      </w:r>
      <w:r w:rsidRPr="00EF2F0E">
        <w:t xml:space="preserve"> in FDD and for </w:t>
      </w:r>
      <w:r w:rsidRPr="00EF2F0E">
        <w:rPr>
          <w:i/>
        </w:rPr>
        <w:t>MSR operation</w:t>
      </w:r>
      <w:r w:rsidRPr="00EF2F0E">
        <w:t xml:space="preserve"> in UTRA FDD is defined in 3GPP TS 25.104 [6] subclause 6.8.1.</w:t>
      </w:r>
    </w:p>
    <w:p w14:paraId="0984D3DE" w14:textId="77777777" w:rsidR="003E32EB" w:rsidRPr="00EF2F0E" w:rsidRDefault="003E32EB" w:rsidP="00A40339">
      <w:r w:rsidRPr="00EF2F0E">
        <w:t xml:space="preserve">Transmit pulse shape filter for </w:t>
      </w:r>
      <w:r w:rsidRPr="00EF2F0E">
        <w:rPr>
          <w:i/>
        </w:rPr>
        <w:t>single RAT UTRA operation</w:t>
      </w:r>
      <w:r w:rsidRPr="00EF2F0E">
        <w:t xml:space="preserve"> in TDD and for </w:t>
      </w:r>
      <w:r w:rsidRPr="00EF2F0E">
        <w:rPr>
          <w:i/>
        </w:rPr>
        <w:t>MSR operation</w:t>
      </w:r>
      <w:r w:rsidRPr="00EF2F0E">
        <w:t xml:space="preserve"> in UTRA TDD is defined in 3GPP TS 25.105 [7] subclause 6.8.1.</w:t>
      </w:r>
    </w:p>
    <w:p w14:paraId="0984D3DF" w14:textId="77777777" w:rsidR="003E32EB" w:rsidRPr="00EF2F0E" w:rsidRDefault="003E32EB" w:rsidP="00A40339">
      <w:r w:rsidRPr="00EF2F0E">
        <w:rPr>
          <w:lang w:eastAsia="zh-CN"/>
        </w:rPr>
        <w:t xml:space="preserve">Transmit pulse shape filter is not defined for a </w:t>
      </w:r>
      <w:r w:rsidRPr="00EF2F0E">
        <w:rPr>
          <w:i/>
          <w:lang w:eastAsia="zh-CN"/>
        </w:rPr>
        <w:t>single RAT E-UTRA operation</w:t>
      </w:r>
      <w:r w:rsidRPr="00EF2F0E">
        <w:rPr>
          <w:lang w:eastAsia="zh-CN"/>
        </w:rPr>
        <w:t>, nor for</w:t>
      </w:r>
      <w:r w:rsidRPr="00EF2F0E">
        <w:rPr>
          <w:i/>
          <w:lang w:eastAsia="zh-CN"/>
        </w:rPr>
        <w:t xml:space="preserve"> MSR operation</w:t>
      </w:r>
      <w:r w:rsidRPr="00EF2F0E">
        <w:rPr>
          <w:lang w:eastAsia="zh-CN"/>
        </w:rPr>
        <w:t xml:space="preserve"> using E-UTRA and/or NR.</w:t>
      </w:r>
    </w:p>
    <w:p w14:paraId="0984D3E0" w14:textId="77777777" w:rsidR="003E32EB" w:rsidRPr="00EF2F0E" w:rsidRDefault="003E32EB" w:rsidP="00A40339">
      <w:pPr>
        <w:pStyle w:val="Heading4"/>
        <w:rPr>
          <w:lang w:eastAsia="zh-CN"/>
        </w:rPr>
      </w:pPr>
      <w:bookmarkStart w:id="1369" w:name="_Toc21095852"/>
      <w:bookmarkStart w:id="1370" w:name="_Toc29763051"/>
      <w:bookmarkStart w:id="1371" w:name="_Toc45869336"/>
      <w:bookmarkStart w:id="1372" w:name="_Toc52554584"/>
      <w:bookmarkStart w:id="1373" w:name="_Toc52555054"/>
      <w:bookmarkStart w:id="1374" w:name="_Toc61112279"/>
      <w:bookmarkStart w:id="1375" w:name="_Toc67911431"/>
      <w:bookmarkStart w:id="1376" w:name="_Toc74842906"/>
      <w:bookmarkStart w:id="1377" w:name="_Toc76503289"/>
      <w:bookmarkStart w:id="1378" w:name="_Toc83040732"/>
      <w:bookmarkStart w:id="1379" w:name="_Toc89851775"/>
      <w:bookmarkStart w:id="1380" w:name="_Toc98676129"/>
      <w:r w:rsidRPr="00EF2F0E">
        <w:t>6.5.5.2</w:t>
      </w:r>
      <w:r w:rsidRPr="00EF2F0E">
        <w:tab/>
      </w:r>
      <w:r w:rsidRPr="00EF2F0E">
        <w:rPr>
          <w:lang w:eastAsia="zh-CN"/>
        </w:rPr>
        <w:t>Void</w:t>
      </w:r>
      <w:bookmarkEnd w:id="1369"/>
      <w:bookmarkEnd w:id="1370"/>
      <w:bookmarkEnd w:id="1371"/>
      <w:bookmarkEnd w:id="1372"/>
      <w:bookmarkEnd w:id="1373"/>
      <w:bookmarkEnd w:id="1374"/>
      <w:bookmarkEnd w:id="1375"/>
      <w:bookmarkEnd w:id="1376"/>
      <w:bookmarkEnd w:id="1377"/>
      <w:bookmarkEnd w:id="1378"/>
      <w:bookmarkEnd w:id="1379"/>
      <w:bookmarkEnd w:id="1380"/>
    </w:p>
    <w:p w14:paraId="0984D3E1" w14:textId="77777777" w:rsidR="003E32EB" w:rsidRPr="00EF2F0E" w:rsidRDefault="003E32EB" w:rsidP="00A40339">
      <w:pPr>
        <w:pStyle w:val="Heading4"/>
        <w:rPr>
          <w:lang w:eastAsia="zh-CN"/>
        </w:rPr>
      </w:pPr>
      <w:bookmarkStart w:id="1381" w:name="_Toc21095853"/>
      <w:bookmarkStart w:id="1382" w:name="_Toc29763052"/>
      <w:bookmarkStart w:id="1383" w:name="_Toc45869337"/>
      <w:bookmarkStart w:id="1384" w:name="_Toc52554585"/>
      <w:bookmarkStart w:id="1385" w:name="_Toc52555055"/>
      <w:bookmarkStart w:id="1386" w:name="_Toc61112280"/>
      <w:bookmarkStart w:id="1387" w:name="_Toc67911432"/>
      <w:bookmarkStart w:id="1388" w:name="_Toc74842907"/>
      <w:bookmarkStart w:id="1389" w:name="_Toc76503290"/>
      <w:bookmarkStart w:id="1390" w:name="_Toc83040733"/>
      <w:bookmarkStart w:id="1391" w:name="_Toc89851776"/>
      <w:bookmarkStart w:id="1392" w:name="_Toc98676130"/>
      <w:r w:rsidRPr="00EF2F0E">
        <w:rPr>
          <w:lang w:eastAsia="zh-CN"/>
        </w:rPr>
        <w:t>6.5.5.3</w:t>
      </w:r>
      <w:r w:rsidRPr="00EF2F0E">
        <w:rPr>
          <w:lang w:eastAsia="zh-CN"/>
        </w:rPr>
        <w:tab/>
        <w:t>Void</w:t>
      </w:r>
      <w:bookmarkEnd w:id="1381"/>
      <w:bookmarkEnd w:id="1382"/>
      <w:bookmarkEnd w:id="1383"/>
      <w:bookmarkEnd w:id="1384"/>
      <w:bookmarkEnd w:id="1385"/>
      <w:bookmarkEnd w:id="1386"/>
      <w:bookmarkEnd w:id="1387"/>
      <w:bookmarkEnd w:id="1388"/>
      <w:bookmarkEnd w:id="1389"/>
      <w:bookmarkEnd w:id="1390"/>
      <w:bookmarkEnd w:id="1391"/>
      <w:bookmarkEnd w:id="1392"/>
    </w:p>
    <w:p w14:paraId="0984D3E2" w14:textId="77777777" w:rsidR="003E32EB" w:rsidRPr="00EF2F0E" w:rsidRDefault="003E32EB" w:rsidP="00A40339">
      <w:pPr>
        <w:pStyle w:val="Heading4"/>
        <w:rPr>
          <w:lang w:eastAsia="zh-CN"/>
        </w:rPr>
      </w:pPr>
      <w:bookmarkStart w:id="1393" w:name="_Toc21095854"/>
      <w:bookmarkStart w:id="1394" w:name="_Toc29763053"/>
      <w:bookmarkStart w:id="1395" w:name="_Toc45869338"/>
      <w:bookmarkStart w:id="1396" w:name="_Toc52554586"/>
      <w:bookmarkStart w:id="1397" w:name="_Toc52555056"/>
      <w:bookmarkStart w:id="1398" w:name="_Toc61112281"/>
      <w:bookmarkStart w:id="1399" w:name="_Toc67911433"/>
      <w:bookmarkStart w:id="1400" w:name="_Toc74842908"/>
      <w:bookmarkStart w:id="1401" w:name="_Toc76503291"/>
      <w:bookmarkStart w:id="1402" w:name="_Toc83040734"/>
      <w:bookmarkStart w:id="1403" w:name="_Toc89851777"/>
      <w:bookmarkStart w:id="1404" w:name="_Toc98676131"/>
      <w:r w:rsidRPr="00EF2F0E">
        <w:rPr>
          <w:lang w:eastAsia="zh-CN"/>
        </w:rPr>
        <w:t>6.5.5.4</w:t>
      </w:r>
      <w:r w:rsidRPr="00EF2F0E">
        <w:rPr>
          <w:lang w:eastAsia="zh-CN"/>
        </w:rPr>
        <w:tab/>
        <w:t>Void</w:t>
      </w:r>
      <w:bookmarkEnd w:id="1393"/>
      <w:bookmarkEnd w:id="1394"/>
      <w:bookmarkEnd w:id="1395"/>
      <w:bookmarkEnd w:id="1396"/>
      <w:bookmarkEnd w:id="1397"/>
      <w:bookmarkEnd w:id="1398"/>
      <w:bookmarkEnd w:id="1399"/>
      <w:bookmarkEnd w:id="1400"/>
      <w:bookmarkEnd w:id="1401"/>
      <w:bookmarkEnd w:id="1402"/>
      <w:bookmarkEnd w:id="1403"/>
      <w:bookmarkEnd w:id="1404"/>
    </w:p>
    <w:p w14:paraId="0984D3E3" w14:textId="77777777" w:rsidR="003E32EB" w:rsidRPr="00EF2F0E" w:rsidRDefault="003E32EB" w:rsidP="00A40339">
      <w:pPr>
        <w:pStyle w:val="Heading2"/>
        <w:rPr>
          <w:lang w:eastAsia="zh-CN"/>
        </w:rPr>
      </w:pPr>
      <w:bookmarkStart w:id="1405" w:name="_Toc21095855"/>
      <w:bookmarkStart w:id="1406" w:name="_Toc29763054"/>
      <w:bookmarkStart w:id="1407" w:name="_Toc45869339"/>
      <w:bookmarkStart w:id="1408" w:name="_Toc52554587"/>
      <w:bookmarkStart w:id="1409" w:name="_Toc52555057"/>
      <w:bookmarkStart w:id="1410" w:name="_Toc61112282"/>
      <w:bookmarkStart w:id="1411" w:name="_Toc67911434"/>
      <w:bookmarkStart w:id="1412" w:name="_Toc74842909"/>
      <w:bookmarkStart w:id="1413" w:name="_Toc76503292"/>
      <w:bookmarkStart w:id="1414" w:name="_Toc83040735"/>
      <w:bookmarkStart w:id="1415" w:name="_Toc89851778"/>
      <w:bookmarkStart w:id="1416" w:name="_Toc98676132"/>
      <w:r w:rsidRPr="00EF2F0E">
        <w:rPr>
          <w:lang w:eastAsia="zh-CN"/>
        </w:rPr>
        <w:t>6.6</w:t>
      </w:r>
      <w:r w:rsidRPr="00EF2F0E">
        <w:rPr>
          <w:lang w:eastAsia="zh-CN"/>
        </w:rPr>
        <w:tab/>
        <w:t>Unwanted Emissions</w:t>
      </w:r>
      <w:bookmarkEnd w:id="1405"/>
      <w:bookmarkEnd w:id="1406"/>
      <w:bookmarkEnd w:id="1407"/>
      <w:bookmarkEnd w:id="1408"/>
      <w:bookmarkEnd w:id="1409"/>
      <w:bookmarkEnd w:id="1410"/>
      <w:bookmarkEnd w:id="1411"/>
      <w:bookmarkEnd w:id="1412"/>
      <w:bookmarkEnd w:id="1413"/>
      <w:bookmarkEnd w:id="1414"/>
      <w:bookmarkEnd w:id="1415"/>
      <w:bookmarkEnd w:id="1416"/>
    </w:p>
    <w:p w14:paraId="0984D3E4" w14:textId="77777777" w:rsidR="003E32EB" w:rsidRPr="00EF2F0E" w:rsidRDefault="003E32EB" w:rsidP="00A40339">
      <w:pPr>
        <w:pStyle w:val="Heading3"/>
      </w:pPr>
      <w:bookmarkStart w:id="1417" w:name="_Toc21095856"/>
      <w:bookmarkStart w:id="1418" w:name="_Toc29763055"/>
      <w:bookmarkStart w:id="1419" w:name="_Toc45869340"/>
      <w:bookmarkStart w:id="1420" w:name="_Toc52554588"/>
      <w:bookmarkStart w:id="1421" w:name="_Toc52555058"/>
      <w:bookmarkStart w:id="1422" w:name="_Toc61112283"/>
      <w:bookmarkStart w:id="1423" w:name="_Toc67911435"/>
      <w:bookmarkStart w:id="1424" w:name="_Toc74842910"/>
      <w:bookmarkStart w:id="1425" w:name="_Toc76503293"/>
      <w:bookmarkStart w:id="1426" w:name="_Toc83040736"/>
      <w:bookmarkStart w:id="1427" w:name="_Toc89851779"/>
      <w:bookmarkStart w:id="1428" w:name="_Toc98676133"/>
      <w:r w:rsidRPr="00EF2F0E">
        <w:t>6.6.1</w:t>
      </w:r>
      <w:r w:rsidRPr="00EF2F0E">
        <w:tab/>
        <w:t>General</w:t>
      </w:r>
      <w:bookmarkEnd w:id="1417"/>
      <w:bookmarkEnd w:id="1418"/>
      <w:bookmarkEnd w:id="1419"/>
      <w:bookmarkEnd w:id="1420"/>
      <w:bookmarkEnd w:id="1421"/>
      <w:bookmarkEnd w:id="1422"/>
      <w:bookmarkEnd w:id="1423"/>
      <w:bookmarkEnd w:id="1424"/>
      <w:bookmarkEnd w:id="1425"/>
      <w:bookmarkEnd w:id="1426"/>
      <w:bookmarkEnd w:id="1427"/>
      <w:bookmarkEnd w:id="1428"/>
    </w:p>
    <w:p w14:paraId="0984D3E5" w14:textId="77777777" w:rsidR="003E32EB" w:rsidRPr="00EF2F0E" w:rsidRDefault="003E32EB" w:rsidP="00A40339">
      <w:r w:rsidRPr="00EF2F0E">
        <w:t xml:space="preserve">Unwanted emissions consist of so-called out-of-band emissions and spurious emissions according to ITU definitions </w:t>
      </w:r>
      <w:r w:rsidRPr="00EF2F0E">
        <w:rPr>
          <w:rFonts w:cs="Arial"/>
        </w:rPr>
        <w:t>ITU-R SM.329</w:t>
      </w:r>
      <w:r w:rsidRPr="00EF2F0E">
        <w:t xml:space="preserve"> [14]. In ITU terminology, out of band emissions are unwanted emissions immediately outside the </w:t>
      </w:r>
      <w:r w:rsidRPr="00EF2F0E">
        <w:rPr>
          <w:i/>
        </w:rPr>
        <w:t>channel bandwidth</w:t>
      </w:r>
      <w:r w:rsidRPr="00EF2F0E">
        <w:t xml:space="preserve"> resulting from the modulation process and non-linearity in the transmitter but excluding spurious emissions. Spurious emissions are emissions which are caused by unwanted transmitter effects such as harmonics emission, parasitic emission, intermodulation products and frequency conversion products, but exclude out of band emissions.</w:t>
      </w:r>
    </w:p>
    <w:p w14:paraId="0984D3E6" w14:textId="77777777" w:rsidR="003E32EB" w:rsidRPr="00EF2F0E" w:rsidRDefault="003E32EB" w:rsidP="00A40339">
      <w:r w:rsidRPr="00EF2F0E">
        <w:t xml:space="preserve">For AAS BS in </w:t>
      </w:r>
      <w:r w:rsidRPr="00EF2F0E">
        <w:rPr>
          <w:i/>
        </w:rPr>
        <w:t>single RAT E-UTRA operation</w:t>
      </w:r>
      <w:r w:rsidRPr="00EF2F0E">
        <w:t xml:space="preserve"> and </w:t>
      </w:r>
      <w:r w:rsidRPr="00EF2F0E">
        <w:rPr>
          <w:i/>
        </w:rPr>
        <w:t>MSR operation</w:t>
      </w:r>
      <w:r w:rsidRPr="00EF2F0E">
        <w:t>, the out-of-band emissions requirement for the AAS BS transmitter is specified in terms of an operating band unwanted emissions requirement that defines limits for emissions in each supported</w:t>
      </w:r>
      <w:r w:rsidRPr="00EF2F0E" w:rsidDel="00507917">
        <w:t xml:space="preserve"> </w:t>
      </w:r>
      <w:r w:rsidRPr="00EF2F0E">
        <w:rPr>
          <w:i/>
        </w:rPr>
        <w:t>downlink operating band</w:t>
      </w:r>
      <w:r w:rsidRPr="00EF2F0E">
        <w:t xml:space="preserve"> plus the frequency ranges Δf</w:t>
      </w:r>
      <w:r w:rsidRPr="00EF2F0E">
        <w:rPr>
          <w:vertAlign w:val="subscript"/>
        </w:rPr>
        <w:t>OBUE</w:t>
      </w:r>
      <w:r w:rsidRPr="00EF2F0E" w:rsidDel="000F70EA">
        <w:t xml:space="preserve"> </w:t>
      </w:r>
      <w:r w:rsidRPr="00EF2F0E">
        <w:t>above and Δf</w:t>
      </w:r>
      <w:r w:rsidRPr="00EF2F0E">
        <w:rPr>
          <w:vertAlign w:val="subscript"/>
        </w:rPr>
        <w:t>OBUE</w:t>
      </w:r>
      <w:r w:rsidRPr="00EF2F0E">
        <w:t xml:space="preserve"> below each band, where Δf</w:t>
      </w:r>
      <w:r w:rsidRPr="00EF2F0E">
        <w:rPr>
          <w:vertAlign w:val="subscript"/>
        </w:rPr>
        <w:t xml:space="preserve">OBUE </w:t>
      </w:r>
      <w:r w:rsidRPr="00EF2F0E">
        <w:t>is the maximum offset of the operating band unwanted emission mask from the operating band edge. Emissions outside of this frequency range are limited by a spurious emissions requirement. For UTRA FDD single RAT AAS BS, the out of band emission requirement for AAS BS transmitter is specified in terms of spectrum emission mask requirement.</w:t>
      </w:r>
    </w:p>
    <w:p w14:paraId="0984D3E7" w14:textId="77777777" w:rsidR="003E32EB" w:rsidRPr="00EF2F0E" w:rsidRDefault="003E32EB" w:rsidP="00A40339">
      <w:pPr>
        <w:rPr>
          <w:rFonts w:cs="v5.0.0"/>
        </w:rPr>
      </w:pPr>
      <w:r w:rsidRPr="00EF2F0E">
        <w:t>The values of Δf</w:t>
      </w:r>
      <w:r w:rsidRPr="00EF2F0E">
        <w:rPr>
          <w:vertAlign w:val="subscript"/>
        </w:rPr>
        <w:t>OBUE</w:t>
      </w:r>
      <w:r w:rsidRPr="00EF2F0E">
        <w:rPr>
          <w:rFonts w:cs="v5.0.0"/>
        </w:rPr>
        <w:t xml:space="preserve"> are defined for </w:t>
      </w:r>
      <w:r w:rsidRPr="00EF2F0E">
        <w:rPr>
          <w:rFonts w:cs="v5.0.0"/>
          <w:i/>
        </w:rPr>
        <w:t>hybrid AAS BS</w:t>
      </w:r>
      <w:r w:rsidRPr="00EF2F0E">
        <w:rPr>
          <w:rFonts w:cs="v5.0.0"/>
        </w:rPr>
        <w:t xml:space="preserve"> for E-UTRA and UTRA operating bands in Table 6.6.1-1.</w:t>
      </w:r>
    </w:p>
    <w:p w14:paraId="0984D3E8" w14:textId="77777777" w:rsidR="003E32EB" w:rsidRPr="00EF2F0E" w:rsidRDefault="003E32EB" w:rsidP="007853C3">
      <w:pPr>
        <w:pStyle w:val="TH"/>
      </w:pPr>
      <w:r w:rsidRPr="00EF2F0E">
        <w:t xml:space="preserve">Table 6.6.1-1: Maximum offset of OBUE outside the downlink </w:t>
      </w:r>
      <w:r w:rsidRPr="00EF2F0E">
        <w:rPr>
          <w:i/>
        </w:rPr>
        <w:t>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3412"/>
        <w:gridCol w:w="1292"/>
      </w:tblGrid>
      <w:tr w:rsidR="003401A4" w:rsidRPr="00EF2F0E" w14:paraId="0984D3EC" w14:textId="77777777" w:rsidTr="00A40339">
        <w:trPr>
          <w:jc w:val="center"/>
        </w:trPr>
        <w:tc>
          <w:tcPr>
            <w:tcW w:w="0" w:type="auto"/>
          </w:tcPr>
          <w:p w14:paraId="0984D3E9" w14:textId="77777777" w:rsidR="003E32EB" w:rsidRPr="00EF2F0E" w:rsidRDefault="003E32EB" w:rsidP="00A40339">
            <w:pPr>
              <w:pStyle w:val="TAH"/>
              <w:rPr>
                <w:lang w:eastAsia="zh-CN"/>
              </w:rPr>
            </w:pPr>
            <w:r w:rsidRPr="00EF2F0E">
              <w:rPr>
                <w:lang w:eastAsia="zh-CN"/>
              </w:rPr>
              <w:t>BS type</w:t>
            </w:r>
          </w:p>
        </w:tc>
        <w:tc>
          <w:tcPr>
            <w:tcW w:w="0" w:type="auto"/>
            <w:shd w:val="clear" w:color="auto" w:fill="auto"/>
          </w:tcPr>
          <w:p w14:paraId="0984D3EA" w14:textId="77777777" w:rsidR="003E32EB" w:rsidRPr="00EF2F0E" w:rsidRDefault="003E32EB" w:rsidP="00A40339">
            <w:pPr>
              <w:pStyle w:val="TAH"/>
            </w:pPr>
            <w:r w:rsidRPr="00EF2F0E">
              <w:t>Operating band characteristics</w:t>
            </w:r>
          </w:p>
        </w:tc>
        <w:tc>
          <w:tcPr>
            <w:tcW w:w="0" w:type="auto"/>
            <w:shd w:val="clear" w:color="auto" w:fill="auto"/>
          </w:tcPr>
          <w:p w14:paraId="0984D3EB" w14:textId="77777777" w:rsidR="003E32EB" w:rsidRPr="00EF2F0E" w:rsidRDefault="003E32EB" w:rsidP="00A40339">
            <w:pPr>
              <w:pStyle w:val="TAH"/>
            </w:pPr>
            <w:r w:rsidRPr="00EF2F0E">
              <w:t>Δf</w:t>
            </w:r>
            <w:r w:rsidRPr="00EF2F0E">
              <w:rPr>
                <w:vertAlign w:val="subscript"/>
              </w:rPr>
              <w:t>OBUE</w:t>
            </w:r>
            <w:r w:rsidRPr="00EF2F0E">
              <w:t xml:space="preserve"> [MHz]</w:t>
            </w:r>
          </w:p>
        </w:tc>
      </w:tr>
      <w:tr w:rsidR="003401A4" w:rsidRPr="00EF2F0E" w14:paraId="0984D3F0" w14:textId="77777777" w:rsidTr="00A40339">
        <w:trPr>
          <w:jc w:val="center"/>
        </w:trPr>
        <w:tc>
          <w:tcPr>
            <w:tcW w:w="0" w:type="auto"/>
            <w:vMerge w:val="restart"/>
            <w:vAlign w:val="center"/>
          </w:tcPr>
          <w:p w14:paraId="0984D3ED" w14:textId="77777777" w:rsidR="003E32EB" w:rsidRPr="00EF2F0E" w:rsidRDefault="003E32EB" w:rsidP="00A40339">
            <w:pPr>
              <w:pStyle w:val="TAL"/>
              <w:rPr>
                <w:i/>
                <w:lang w:eastAsia="zh-CN"/>
              </w:rPr>
            </w:pPr>
            <w:r w:rsidRPr="00EF2F0E">
              <w:rPr>
                <w:i/>
                <w:lang w:eastAsia="zh-CN"/>
              </w:rPr>
              <w:t>Hybrid AAS BS</w:t>
            </w:r>
          </w:p>
        </w:tc>
        <w:tc>
          <w:tcPr>
            <w:tcW w:w="0" w:type="auto"/>
            <w:shd w:val="clear" w:color="auto" w:fill="auto"/>
          </w:tcPr>
          <w:p w14:paraId="0984D3EE" w14:textId="77777777" w:rsidR="003E32EB" w:rsidRPr="00EF2F0E" w:rsidRDefault="003E32EB" w:rsidP="00A40339">
            <w:pPr>
              <w:pStyle w:val="TAC"/>
            </w:pPr>
            <w:r w:rsidRPr="00EF2F0E">
              <w:t>F</w:t>
            </w:r>
            <w:r w:rsidRPr="00EF2F0E">
              <w:rPr>
                <w:vertAlign w:val="subscript"/>
              </w:rPr>
              <w:t>DL_high</w:t>
            </w:r>
            <w:r w:rsidRPr="00EF2F0E">
              <w:t xml:space="preserve"> – F</w:t>
            </w:r>
            <w:r w:rsidRPr="00EF2F0E">
              <w:rPr>
                <w:vertAlign w:val="subscript"/>
              </w:rPr>
              <w:t>DL_low</w:t>
            </w:r>
            <w:r w:rsidRPr="00EF2F0E">
              <w:t xml:space="preserve"> &lt; 100 MHz  </w:t>
            </w:r>
          </w:p>
        </w:tc>
        <w:tc>
          <w:tcPr>
            <w:tcW w:w="0" w:type="auto"/>
            <w:shd w:val="clear" w:color="auto" w:fill="auto"/>
          </w:tcPr>
          <w:p w14:paraId="0984D3EF" w14:textId="77777777" w:rsidR="003E32EB" w:rsidRPr="00EF2F0E" w:rsidRDefault="003E32EB" w:rsidP="00A40339">
            <w:pPr>
              <w:pStyle w:val="TAC"/>
            </w:pPr>
            <w:r w:rsidRPr="00EF2F0E">
              <w:t xml:space="preserve">10 </w:t>
            </w:r>
          </w:p>
        </w:tc>
      </w:tr>
      <w:tr w:rsidR="003401A4" w:rsidRPr="00EF2F0E" w14:paraId="0984D3F4" w14:textId="77777777" w:rsidTr="00A40339">
        <w:trPr>
          <w:jc w:val="center"/>
        </w:trPr>
        <w:tc>
          <w:tcPr>
            <w:tcW w:w="0" w:type="auto"/>
            <w:vMerge/>
            <w:vAlign w:val="center"/>
          </w:tcPr>
          <w:p w14:paraId="0984D3F1" w14:textId="77777777" w:rsidR="003E32EB" w:rsidRPr="00EF2F0E" w:rsidRDefault="003E32EB" w:rsidP="00A40339">
            <w:pPr>
              <w:pStyle w:val="TAL"/>
              <w:rPr>
                <w:i/>
              </w:rPr>
            </w:pPr>
          </w:p>
        </w:tc>
        <w:tc>
          <w:tcPr>
            <w:tcW w:w="0" w:type="auto"/>
            <w:shd w:val="clear" w:color="auto" w:fill="auto"/>
          </w:tcPr>
          <w:p w14:paraId="0984D3F2" w14:textId="77777777" w:rsidR="003E32EB" w:rsidRPr="00EF2F0E" w:rsidRDefault="003E32EB" w:rsidP="00A40339">
            <w:pPr>
              <w:pStyle w:val="TAC"/>
              <w:rPr>
                <w:b/>
              </w:rPr>
            </w:pPr>
            <w:r w:rsidRPr="00EF2F0E">
              <w:rPr>
                <w:lang w:eastAsia="zh-CN"/>
              </w:rPr>
              <w:t>100 MHz</w:t>
            </w:r>
            <w:r w:rsidRPr="00EF2F0E">
              <w:t xml:space="preserve"> </w:t>
            </w:r>
            <w:r w:rsidRPr="00EF2F0E">
              <w:sym w:font="Symbol" w:char="00A3"/>
            </w:r>
            <w:r w:rsidRPr="00EF2F0E">
              <w:rPr>
                <w:lang w:eastAsia="zh-CN"/>
              </w:rPr>
              <w:t xml:space="preserve"> </w:t>
            </w:r>
            <w:r w:rsidRPr="00EF2F0E">
              <w:t>F</w:t>
            </w:r>
            <w:r w:rsidRPr="00EF2F0E">
              <w:rPr>
                <w:vertAlign w:val="subscript"/>
              </w:rPr>
              <w:t>DL_high</w:t>
            </w:r>
            <w:r w:rsidRPr="00EF2F0E">
              <w:t xml:space="preserve"> – F</w:t>
            </w:r>
            <w:r w:rsidRPr="00EF2F0E">
              <w:rPr>
                <w:vertAlign w:val="subscript"/>
              </w:rPr>
              <w:t>DL_</w:t>
            </w:r>
            <w:r w:rsidRPr="00EF2F0E">
              <w:t xml:space="preserve">low </w:t>
            </w:r>
            <w:r w:rsidRPr="00EF2F0E">
              <w:sym w:font="Symbol" w:char="00A3"/>
            </w:r>
            <w:r w:rsidRPr="00EF2F0E">
              <w:rPr>
                <w:lang w:eastAsia="zh-CN"/>
              </w:rPr>
              <w:t xml:space="preserve"> 9</w:t>
            </w:r>
            <w:r w:rsidRPr="00EF2F0E">
              <w:t>00 MHz</w:t>
            </w:r>
          </w:p>
        </w:tc>
        <w:tc>
          <w:tcPr>
            <w:tcW w:w="0" w:type="auto"/>
            <w:shd w:val="clear" w:color="auto" w:fill="auto"/>
          </w:tcPr>
          <w:p w14:paraId="0984D3F3" w14:textId="77777777" w:rsidR="003E32EB" w:rsidRPr="00EF2F0E" w:rsidRDefault="003E32EB" w:rsidP="00A40339">
            <w:pPr>
              <w:pStyle w:val="TAC"/>
            </w:pPr>
            <w:r w:rsidRPr="00EF2F0E">
              <w:t xml:space="preserve">40 </w:t>
            </w:r>
          </w:p>
        </w:tc>
      </w:tr>
    </w:tbl>
    <w:p w14:paraId="0984D3F5" w14:textId="77777777" w:rsidR="003E32EB" w:rsidRPr="00EF2F0E" w:rsidRDefault="003E32EB" w:rsidP="00A16236">
      <w:pPr>
        <w:spacing w:beforeLines="50" w:before="120" w:afterLines="50" w:after="120"/>
        <w:rPr>
          <w:lang w:eastAsia="ja-JP"/>
        </w:rPr>
      </w:pPr>
      <w:r w:rsidRPr="00EF2F0E">
        <w:rPr>
          <w:iCs/>
          <w:lang w:eastAsia="ja-JP"/>
        </w:rPr>
        <w:t xml:space="preserve">The unwanted emission level limit of a </w:t>
      </w:r>
      <w:r w:rsidRPr="00EF2F0E">
        <w:rPr>
          <w:i/>
          <w:iCs/>
          <w:lang w:eastAsia="ja-JP"/>
        </w:rPr>
        <w:t>TAB connector TX min cell group</w:t>
      </w:r>
      <w:r w:rsidRPr="00EF2F0E">
        <w:rPr>
          <w:iCs/>
          <w:lang w:eastAsia="ja-JP"/>
        </w:rPr>
        <w:t xml:space="preserve"> is in general defined by the unwanted emission </w:t>
      </w:r>
      <w:r w:rsidRPr="00EF2F0E">
        <w:rPr>
          <w:i/>
          <w:iCs/>
          <w:lang w:eastAsia="ja-JP"/>
        </w:rPr>
        <w:t>basic limit</w:t>
      </w:r>
      <w:r w:rsidRPr="00EF2F0E">
        <w:rPr>
          <w:iCs/>
          <w:lang w:eastAsia="ja-JP"/>
        </w:rPr>
        <w:t xml:space="preserve"> which is the same as the corresponding applicable </w:t>
      </w:r>
      <w:r w:rsidRPr="00EF2F0E">
        <w:rPr>
          <w:i/>
          <w:iCs/>
          <w:lang w:eastAsia="ja-JP"/>
        </w:rPr>
        <w:t>non-AAS BS</w:t>
      </w:r>
      <w:r w:rsidRPr="00EF2F0E">
        <w:rPr>
          <w:iCs/>
          <w:lang w:eastAsia="ja-JP"/>
        </w:rPr>
        <w:t xml:space="preserve"> per transmitter requirement specified in </w:t>
      </w:r>
      <w:r w:rsidRPr="00EF2F0E">
        <w:t>3GPP TS 25.104 [2], 3GPP TS 25.105 [3], 3GPP TS 36.104 [4] or 3GPP TS 37.104 [5]</w:t>
      </w:r>
      <w:r w:rsidRPr="00EF2F0E">
        <w:rPr>
          <w:iCs/>
          <w:lang w:eastAsia="ja-JP"/>
        </w:rPr>
        <w:t xml:space="preserve">, and its scaling by </w:t>
      </w:r>
      <w:r w:rsidRPr="00EF2F0E">
        <w:t>N</w:t>
      </w:r>
      <w:r w:rsidRPr="00EF2F0E">
        <w:rPr>
          <w:vertAlign w:val="subscript"/>
        </w:rPr>
        <w:t>TXU,countedpercell</w:t>
      </w:r>
      <w:r w:rsidRPr="00EF2F0E">
        <w:t xml:space="preserve">. The unwanted emission requirements are applied per the </w:t>
      </w:r>
      <w:r w:rsidRPr="00EF2F0E">
        <w:rPr>
          <w:i/>
          <w:iCs/>
          <w:lang w:eastAsia="ja-JP"/>
        </w:rPr>
        <w:t xml:space="preserve">TAB connector TX min cell groups </w:t>
      </w:r>
      <w:r w:rsidRPr="00EF2F0E">
        <w:rPr>
          <w:iCs/>
          <w:lang w:eastAsia="ja-JP"/>
        </w:rPr>
        <w:t>for all the configurations supported by the AAS BS.</w:t>
      </w:r>
      <w:r w:rsidRPr="00EF2F0E">
        <w:t xml:space="preserve"> The </w:t>
      </w:r>
      <w:r w:rsidRPr="00EF2F0E">
        <w:rPr>
          <w:i/>
        </w:rPr>
        <w:t>basic limits</w:t>
      </w:r>
      <w:r w:rsidRPr="00EF2F0E">
        <w:t xml:space="preserve"> and corresponding scaling are defined in each relevant subclause.</w:t>
      </w:r>
    </w:p>
    <w:p w14:paraId="0984D3F6" w14:textId="77777777" w:rsidR="003E32EB" w:rsidRPr="00EF2F0E" w:rsidRDefault="003E32EB" w:rsidP="00A40339">
      <w:r w:rsidRPr="00EF2F0E">
        <w:t>There is in addition a requirement for occupied bandwidth and an ACLR requirement.</w:t>
      </w:r>
    </w:p>
    <w:p w14:paraId="0984D3F7" w14:textId="77777777" w:rsidR="003E32EB" w:rsidRPr="00EF2F0E" w:rsidRDefault="003E32EB" w:rsidP="00A40339">
      <w:pPr>
        <w:pStyle w:val="Heading3"/>
        <w:rPr>
          <w:lang w:eastAsia="zh-CN"/>
        </w:rPr>
      </w:pPr>
      <w:bookmarkStart w:id="1429" w:name="_Toc21095857"/>
      <w:bookmarkStart w:id="1430" w:name="_Toc29763056"/>
      <w:bookmarkStart w:id="1431" w:name="_Toc45869341"/>
      <w:bookmarkStart w:id="1432" w:name="_Toc52554589"/>
      <w:bookmarkStart w:id="1433" w:name="_Toc52555059"/>
      <w:bookmarkStart w:id="1434" w:name="_Toc61112284"/>
      <w:bookmarkStart w:id="1435" w:name="_Toc67911436"/>
      <w:bookmarkStart w:id="1436" w:name="_Toc74842911"/>
      <w:bookmarkStart w:id="1437" w:name="_Toc76503294"/>
      <w:bookmarkStart w:id="1438" w:name="_Toc83040737"/>
      <w:bookmarkStart w:id="1439" w:name="_Toc89851780"/>
      <w:bookmarkStart w:id="1440" w:name="_Toc98676134"/>
      <w:r w:rsidRPr="00EF2F0E">
        <w:rPr>
          <w:lang w:eastAsia="zh-CN"/>
        </w:rPr>
        <w:t>6.6.2</w:t>
      </w:r>
      <w:r w:rsidRPr="00EF2F0E">
        <w:rPr>
          <w:lang w:eastAsia="zh-CN"/>
        </w:rPr>
        <w:tab/>
        <w:t>Occupied bandwidth</w:t>
      </w:r>
      <w:bookmarkEnd w:id="1429"/>
      <w:bookmarkEnd w:id="1430"/>
      <w:bookmarkEnd w:id="1431"/>
      <w:bookmarkEnd w:id="1432"/>
      <w:bookmarkEnd w:id="1433"/>
      <w:bookmarkEnd w:id="1434"/>
      <w:bookmarkEnd w:id="1435"/>
      <w:bookmarkEnd w:id="1436"/>
      <w:bookmarkEnd w:id="1437"/>
      <w:bookmarkEnd w:id="1438"/>
      <w:bookmarkEnd w:id="1439"/>
      <w:bookmarkEnd w:id="1440"/>
      <w:r w:rsidRPr="00EF2F0E">
        <w:rPr>
          <w:lang w:eastAsia="zh-CN"/>
        </w:rPr>
        <w:t xml:space="preserve"> </w:t>
      </w:r>
    </w:p>
    <w:p w14:paraId="0984D3F8" w14:textId="77777777" w:rsidR="003E32EB" w:rsidRPr="00EF2F0E" w:rsidRDefault="003E32EB" w:rsidP="00A40339">
      <w:pPr>
        <w:pStyle w:val="Heading4"/>
      </w:pPr>
      <w:bookmarkStart w:id="1441" w:name="_Toc21095858"/>
      <w:bookmarkStart w:id="1442" w:name="_Toc29763057"/>
      <w:bookmarkStart w:id="1443" w:name="_Toc45869342"/>
      <w:bookmarkStart w:id="1444" w:name="_Toc52554590"/>
      <w:bookmarkStart w:id="1445" w:name="_Toc52555060"/>
      <w:bookmarkStart w:id="1446" w:name="_Toc61112285"/>
      <w:bookmarkStart w:id="1447" w:name="_Toc67911437"/>
      <w:bookmarkStart w:id="1448" w:name="_Toc74842912"/>
      <w:bookmarkStart w:id="1449" w:name="_Toc76503295"/>
      <w:bookmarkStart w:id="1450" w:name="_Toc83040738"/>
      <w:bookmarkStart w:id="1451" w:name="_Toc89851781"/>
      <w:bookmarkStart w:id="1452" w:name="_Toc98676135"/>
      <w:r w:rsidRPr="00EF2F0E">
        <w:t>6.6.2.1</w:t>
      </w:r>
      <w:r w:rsidRPr="00EF2F0E">
        <w:tab/>
        <w:t>General</w:t>
      </w:r>
      <w:bookmarkEnd w:id="1441"/>
      <w:bookmarkEnd w:id="1442"/>
      <w:bookmarkEnd w:id="1443"/>
      <w:bookmarkEnd w:id="1444"/>
      <w:bookmarkEnd w:id="1445"/>
      <w:bookmarkEnd w:id="1446"/>
      <w:bookmarkEnd w:id="1447"/>
      <w:bookmarkEnd w:id="1448"/>
      <w:bookmarkEnd w:id="1449"/>
      <w:bookmarkEnd w:id="1450"/>
      <w:bookmarkEnd w:id="1451"/>
      <w:bookmarkEnd w:id="1452"/>
    </w:p>
    <w:p w14:paraId="0984D3F9" w14:textId="77777777" w:rsidR="003E32EB" w:rsidRPr="00EF2F0E" w:rsidRDefault="003E32EB" w:rsidP="00A40339">
      <w:r w:rsidRPr="00EF2F0E">
        <w:t xml:space="preserve">The occupied bandwidth is the width of a frequency band such that, below the lower and above the upper frequency limits, the mean powers emitted are each equal to a specified percentage </w:t>
      </w:r>
      <w:r w:rsidRPr="00EF2F0E">
        <w:rPr>
          <w:rFonts w:ascii="Symbol" w:hAnsi="Symbol" w:cs="v4.2.0"/>
        </w:rPr>
        <w:t></w:t>
      </w:r>
      <w:r w:rsidRPr="00EF2F0E">
        <w:t>/2 of the total mean transmitted power. See also Recommendation ITU-R SM.328 [17].</w:t>
      </w:r>
    </w:p>
    <w:p w14:paraId="0984D3FA" w14:textId="77777777" w:rsidR="003E32EB" w:rsidRPr="00EF2F0E" w:rsidRDefault="003E32EB" w:rsidP="00A40339">
      <w:r w:rsidRPr="00EF2F0E">
        <w:t xml:space="preserve">The value of </w:t>
      </w:r>
      <w:r w:rsidRPr="00EF2F0E">
        <w:rPr>
          <w:rFonts w:ascii="Symbol" w:hAnsi="Symbol" w:cs="v4.2.0"/>
        </w:rPr>
        <w:t></w:t>
      </w:r>
      <w:r w:rsidRPr="00EF2F0E">
        <w:t>/2 shall be taken as 0.5%.</w:t>
      </w:r>
    </w:p>
    <w:p w14:paraId="0984D3FB" w14:textId="77777777" w:rsidR="003E32EB" w:rsidRPr="00EF2F0E" w:rsidRDefault="003E32EB" w:rsidP="00A40339">
      <w:r w:rsidRPr="00EF2F0E">
        <w:t xml:space="preserve">The occupied bandwidth requirement applies during the </w:t>
      </w:r>
      <w:r w:rsidRPr="00EF2F0E">
        <w:rPr>
          <w:i/>
        </w:rPr>
        <w:t>transmitter ON period</w:t>
      </w:r>
      <w:r w:rsidRPr="00EF2F0E">
        <w:t xml:space="preserve"> for a single transmitted carrier. The minimum requirement below may be applied regionally. There may also be regional requirements to declare the occupied bandwidth according to the definition in the present clause.</w:t>
      </w:r>
    </w:p>
    <w:p w14:paraId="0984D3FC" w14:textId="77777777" w:rsidR="003E32EB" w:rsidRPr="00EF2F0E" w:rsidRDefault="003E32EB" w:rsidP="00A40339">
      <w:pPr>
        <w:pStyle w:val="Heading4"/>
      </w:pPr>
      <w:bookmarkStart w:id="1453" w:name="_Toc21095859"/>
      <w:bookmarkStart w:id="1454" w:name="_Toc29763058"/>
      <w:bookmarkStart w:id="1455" w:name="_Toc45869343"/>
      <w:bookmarkStart w:id="1456" w:name="_Toc52554591"/>
      <w:bookmarkStart w:id="1457" w:name="_Toc52555061"/>
      <w:bookmarkStart w:id="1458" w:name="_Toc61112286"/>
      <w:bookmarkStart w:id="1459" w:name="_Toc67911438"/>
      <w:bookmarkStart w:id="1460" w:name="_Toc74842913"/>
      <w:bookmarkStart w:id="1461" w:name="_Toc76503296"/>
      <w:bookmarkStart w:id="1462" w:name="_Toc83040739"/>
      <w:bookmarkStart w:id="1463" w:name="_Toc89851782"/>
      <w:bookmarkStart w:id="1464" w:name="_Toc98676136"/>
      <w:r w:rsidRPr="00EF2F0E">
        <w:t>6.6.2.2</w:t>
      </w:r>
      <w:r w:rsidRPr="00EF2F0E">
        <w:tab/>
      </w:r>
      <w:r w:rsidRPr="00EF2F0E">
        <w:rPr>
          <w:lang w:eastAsia="zh-CN"/>
        </w:rPr>
        <w:t>Minimum requirement for MSR operation</w:t>
      </w:r>
      <w:bookmarkEnd w:id="1453"/>
      <w:bookmarkEnd w:id="1454"/>
      <w:bookmarkEnd w:id="1455"/>
      <w:bookmarkEnd w:id="1456"/>
      <w:bookmarkEnd w:id="1457"/>
      <w:bookmarkEnd w:id="1458"/>
      <w:bookmarkEnd w:id="1459"/>
      <w:bookmarkEnd w:id="1460"/>
      <w:bookmarkEnd w:id="1461"/>
      <w:bookmarkEnd w:id="1462"/>
      <w:bookmarkEnd w:id="1463"/>
      <w:bookmarkEnd w:id="1464"/>
    </w:p>
    <w:p w14:paraId="0984D3FD" w14:textId="77777777" w:rsidR="003E32EB" w:rsidRPr="00EF2F0E" w:rsidRDefault="003E32EB" w:rsidP="00A40339">
      <w:r w:rsidRPr="00EF2F0E">
        <w:t>For MSR AAS BS, the minimum requirement for occupied bandwidth is the same as that stated in 3GPP TS 37.104 [9], subclause 6.6.3.</w:t>
      </w:r>
    </w:p>
    <w:p w14:paraId="0984D3FE" w14:textId="77777777" w:rsidR="003E32EB" w:rsidRPr="00EF2F0E" w:rsidRDefault="003E32EB" w:rsidP="00A40339">
      <w:pPr>
        <w:pStyle w:val="Heading4"/>
        <w:rPr>
          <w:lang w:eastAsia="zh-CN"/>
        </w:rPr>
      </w:pPr>
      <w:bookmarkStart w:id="1465" w:name="_Toc21095860"/>
      <w:bookmarkStart w:id="1466" w:name="_Toc29763059"/>
      <w:bookmarkStart w:id="1467" w:name="_Toc45869344"/>
      <w:bookmarkStart w:id="1468" w:name="_Toc52554592"/>
      <w:bookmarkStart w:id="1469" w:name="_Toc52555062"/>
      <w:bookmarkStart w:id="1470" w:name="_Toc61112287"/>
      <w:bookmarkStart w:id="1471" w:name="_Toc67911439"/>
      <w:bookmarkStart w:id="1472" w:name="_Toc74842914"/>
      <w:bookmarkStart w:id="1473" w:name="_Toc76503297"/>
      <w:bookmarkStart w:id="1474" w:name="_Toc83040740"/>
      <w:bookmarkStart w:id="1475" w:name="_Toc89851783"/>
      <w:bookmarkStart w:id="1476" w:name="_Toc98676137"/>
      <w:r w:rsidRPr="00EF2F0E">
        <w:rPr>
          <w:lang w:eastAsia="zh-CN"/>
        </w:rPr>
        <w:t>6.6.2.3</w:t>
      </w:r>
      <w:r w:rsidRPr="00EF2F0E">
        <w:rPr>
          <w:lang w:eastAsia="zh-CN"/>
        </w:rPr>
        <w:tab/>
        <w:t>Minimum requirement for single RAT UTRA operation</w:t>
      </w:r>
      <w:bookmarkEnd w:id="1465"/>
      <w:bookmarkEnd w:id="1466"/>
      <w:bookmarkEnd w:id="1467"/>
      <w:bookmarkEnd w:id="1468"/>
      <w:bookmarkEnd w:id="1469"/>
      <w:bookmarkEnd w:id="1470"/>
      <w:bookmarkEnd w:id="1471"/>
      <w:bookmarkEnd w:id="1472"/>
      <w:bookmarkEnd w:id="1473"/>
      <w:bookmarkEnd w:id="1474"/>
      <w:bookmarkEnd w:id="1475"/>
      <w:bookmarkEnd w:id="1476"/>
    </w:p>
    <w:p w14:paraId="0984D3FF" w14:textId="77777777" w:rsidR="003E32EB" w:rsidRPr="00EF2F0E" w:rsidRDefault="003E32EB" w:rsidP="00A40339">
      <w:pPr>
        <w:keepNext/>
        <w:keepLines/>
      </w:pPr>
      <w:r w:rsidRPr="00EF2F0E">
        <w:t>For single RAT UTRA FDD AAS BS, the minimum requirement for occupied bandwidth is the same as that stated in 3GPP TS 25.104 [6] subclause 6.6.1.</w:t>
      </w:r>
    </w:p>
    <w:p w14:paraId="0984D400" w14:textId="77777777" w:rsidR="003E32EB" w:rsidRPr="00EF2F0E" w:rsidRDefault="003E32EB" w:rsidP="00A40339">
      <w:r w:rsidRPr="00EF2F0E">
        <w:t>For single RAT UTRA TDD, 1,28Mcps option AAS BS, the minimum requirement for occupied bandwidth is the same as that stated in 3GPP TS 25.105 [7], subclause 6.6.1.</w:t>
      </w:r>
    </w:p>
    <w:p w14:paraId="0984D401" w14:textId="77777777" w:rsidR="003E32EB" w:rsidRPr="00EF2F0E" w:rsidRDefault="003E32EB" w:rsidP="00A40339">
      <w:pPr>
        <w:pStyle w:val="Heading4"/>
        <w:rPr>
          <w:lang w:eastAsia="zh-CN"/>
        </w:rPr>
      </w:pPr>
      <w:bookmarkStart w:id="1477" w:name="_Toc21095861"/>
      <w:bookmarkStart w:id="1478" w:name="_Toc29763060"/>
      <w:bookmarkStart w:id="1479" w:name="_Toc45869345"/>
      <w:bookmarkStart w:id="1480" w:name="_Toc52554593"/>
      <w:bookmarkStart w:id="1481" w:name="_Toc52555063"/>
      <w:bookmarkStart w:id="1482" w:name="_Toc61112288"/>
      <w:bookmarkStart w:id="1483" w:name="_Toc67911440"/>
      <w:bookmarkStart w:id="1484" w:name="_Toc74842915"/>
      <w:bookmarkStart w:id="1485" w:name="_Toc76503298"/>
      <w:bookmarkStart w:id="1486" w:name="_Toc83040741"/>
      <w:bookmarkStart w:id="1487" w:name="_Toc89851784"/>
      <w:bookmarkStart w:id="1488" w:name="_Toc98676138"/>
      <w:r w:rsidRPr="00EF2F0E">
        <w:rPr>
          <w:lang w:eastAsia="zh-CN"/>
        </w:rPr>
        <w:t>6.6.2.4</w:t>
      </w:r>
      <w:r w:rsidRPr="00EF2F0E">
        <w:rPr>
          <w:lang w:eastAsia="zh-CN"/>
        </w:rPr>
        <w:tab/>
        <w:t>Minimum requirement for single RAT E-UTRA operation</w:t>
      </w:r>
      <w:bookmarkEnd w:id="1477"/>
      <w:bookmarkEnd w:id="1478"/>
      <w:bookmarkEnd w:id="1479"/>
      <w:bookmarkEnd w:id="1480"/>
      <w:bookmarkEnd w:id="1481"/>
      <w:bookmarkEnd w:id="1482"/>
      <w:bookmarkEnd w:id="1483"/>
      <w:bookmarkEnd w:id="1484"/>
      <w:bookmarkEnd w:id="1485"/>
      <w:bookmarkEnd w:id="1486"/>
      <w:bookmarkEnd w:id="1487"/>
      <w:bookmarkEnd w:id="1488"/>
    </w:p>
    <w:p w14:paraId="0984D402" w14:textId="77777777" w:rsidR="003E32EB" w:rsidRPr="00EF2F0E" w:rsidRDefault="003E32EB" w:rsidP="00A40339">
      <w:r w:rsidRPr="00EF2F0E">
        <w:t>For single RAT E-UTRA AAS BS, the minimum requirement for occupied bandwidth is the same as that stated in 3GPP TS 36.104 [8], subclause 6.6.1.</w:t>
      </w:r>
    </w:p>
    <w:p w14:paraId="0984D403" w14:textId="77777777" w:rsidR="003E32EB" w:rsidRPr="00EF2F0E" w:rsidRDefault="003E32EB" w:rsidP="00A40339">
      <w:pPr>
        <w:pStyle w:val="Heading3"/>
        <w:rPr>
          <w:lang w:eastAsia="zh-CN"/>
        </w:rPr>
      </w:pPr>
      <w:bookmarkStart w:id="1489" w:name="_Toc21095862"/>
      <w:bookmarkStart w:id="1490" w:name="_Toc29763061"/>
      <w:bookmarkStart w:id="1491" w:name="_Toc45869346"/>
      <w:bookmarkStart w:id="1492" w:name="_Toc52554594"/>
      <w:bookmarkStart w:id="1493" w:name="_Toc52555064"/>
      <w:bookmarkStart w:id="1494" w:name="_Toc61112289"/>
      <w:bookmarkStart w:id="1495" w:name="_Toc67911441"/>
      <w:bookmarkStart w:id="1496" w:name="_Toc74842916"/>
      <w:bookmarkStart w:id="1497" w:name="_Toc76503299"/>
      <w:bookmarkStart w:id="1498" w:name="_Toc83040742"/>
      <w:bookmarkStart w:id="1499" w:name="_Toc89851785"/>
      <w:bookmarkStart w:id="1500" w:name="_Toc98676139"/>
      <w:r w:rsidRPr="00EF2F0E">
        <w:rPr>
          <w:lang w:eastAsia="zh-CN"/>
        </w:rPr>
        <w:t>6.6.3</w:t>
      </w:r>
      <w:r w:rsidRPr="00EF2F0E">
        <w:rPr>
          <w:lang w:eastAsia="zh-CN"/>
        </w:rPr>
        <w:tab/>
        <w:t>Adjacent Channel Leakage power Ratio</w:t>
      </w:r>
      <w:bookmarkEnd w:id="1489"/>
      <w:bookmarkEnd w:id="1490"/>
      <w:bookmarkEnd w:id="1491"/>
      <w:bookmarkEnd w:id="1492"/>
      <w:bookmarkEnd w:id="1493"/>
      <w:bookmarkEnd w:id="1494"/>
      <w:bookmarkEnd w:id="1495"/>
      <w:bookmarkEnd w:id="1496"/>
      <w:bookmarkEnd w:id="1497"/>
      <w:bookmarkEnd w:id="1498"/>
      <w:bookmarkEnd w:id="1499"/>
      <w:bookmarkEnd w:id="1500"/>
    </w:p>
    <w:p w14:paraId="0984D404" w14:textId="77777777" w:rsidR="003E32EB" w:rsidRPr="00EF2F0E" w:rsidRDefault="003E32EB" w:rsidP="00A40339">
      <w:pPr>
        <w:pStyle w:val="Heading4"/>
      </w:pPr>
      <w:bookmarkStart w:id="1501" w:name="_Toc21095863"/>
      <w:bookmarkStart w:id="1502" w:name="_Toc29763062"/>
      <w:bookmarkStart w:id="1503" w:name="_Toc45869347"/>
      <w:bookmarkStart w:id="1504" w:name="_Toc52554595"/>
      <w:bookmarkStart w:id="1505" w:name="_Toc52555065"/>
      <w:bookmarkStart w:id="1506" w:name="_Toc61112290"/>
      <w:bookmarkStart w:id="1507" w:name="_Toc67911442"/>
      <w:bookmarkStart w:id="1508" w:name="_Toc74842917"/>
      <w:bookmarkStart w:id="1509" w:name="_Toc76503300"/>
      <w:bookmarkStart w:id="1510" w:name="_Toc83040743"/>
      <w:bookmarkStart w:id="1511" w:name="_Toc89851786"/>
      <w:bookmarkStart w:id="1512" w:name="_Toc98676140"/>
      <w:r w:rsidRPr="00EF2F0E">
        <w:t>6.6.3.1</w:t>
      </w:r>
      <w:r w:rsidRPr="00EF2F0E">
        <w:tab/>
        <w:t>General</w:t>
      </w:r>
      <w:bookmarkEnd w:id="1501"/>
      <w:bookmarkEnd w:id="1502"/>
      <w:bookmarkEnd w:id="1503"/>
      <w:bookmarkEnd w:id="1504"/>
      <w:bookmarkEnd w:id="1505"/>
      <w:bookmarkEnd w:id="1506"/>
      <w:bookmarkEnd w:id="1507"/>
      <w:bookmarkEnd w:id="1508"/>
      <w:bookmarkEnd w:id="1509"/>
      <w:bookmarkEnd w:id="1510"/>
      <w:bookmarkEnd w:id="1511"/>
      <w:bookmarkEnd w:id="1512"/>
    </w:p>
    <w:p w14:paraId="0984D405" w14:textId="77777777" w:rsidR="003E32EB" w:rsidRPr="00EF2F0E" w:rsidRDefault="003E32EB" w:rsidP="00A40339">
      <w:pPr>
        <w:keepNext/>
        <w:keepLines/>
      </w:pPr>
      <w:r w:rsidRPr="00EF2F0E">
        <w:t>Adjacent Channel Leakage power Ratio (ACLR) is the ratio of the filtered mean power centred on the assigned channel frequency to the filtered mean power centred on an adjacent channel frequency.</w:t>
      </w:r>
    </w:p>
    <w:p w14:paraId="0984D406" w14:textId="77777777" w:rsidR="003E32EB" w:rsidRPr="00EF2F0E" w:rsidRDefault="003E32EB" w:rsidP="00A40339">
      <w:pPr>
        <w:pStyle w:val="NO"/>
        <w:keepNext/>
      </w:pPr>
      <w:r w:rsidRPr="00EF2F0E">
        <w:t>NOTE:</w:t>
      </w:r>
      <w:r w:rsidRPr="00EF2F0E">
        <w:tab/>
        <w:t>Conformance to the AAS BS ACLR requirement can be demonstrated by meeting at least one of the following criteria as determined by the manufacturer:</w:t>
      </w:r>
    </w:p>
    <w:p w14:paraId="0984D407" w14:textId="77777777" w:rsidR="003E32EB" w:rsidRPr="00EF2F0E" w:rsidRDefault="003E32EB" w:rsidP="00A40339">
      <w:pPr>
        <w:pStyle w:val="B3"/>
        <w:keepNext/>
        <w:keepLines/>
        <w:ind w:left="1418"/>
      </w:pPr>
      <w:r w:rsidRPr="00EF2F0E">
        <w:t>1)</w:t>
      </w:r>
      <w:r w:rsidRPr="00EF2F0E">
        <w:tab/>
        <w:t xml:space="preserve">The ratio of the sum of the filtered mean power measured on each </w:t>
      </w:r>
      <w:r w:rsidRPr="00EF2F0E">
        <w:rPr>
          <w:i/>
        </w:rPr>
        <w:t>TAB connector</w:t>
      </w:r>
      <w:r w:rsidRPr="00EF2F0E">
        <w:t xml:space="preserve"> in the </w:t>
      </w:r>
      <w:r w:rsidRPr="00EF2F0E">
        <w:rPr>
          <w:i/>
        </w:rPr>
        <w:t xml:space="preserve">TAB connector TX min cell group </w:t>
      </w:r>
      <w:r w:rsidRPr="00EF2F0E">
        <w:t xml:space="preserve">at the assigned channel frequency to the sum of the filtered mean power measured on each </w:t>
      </w:r>
      <w:r w:rsidRPr="00EF2F0E">
        <w:rPr>
          <w:i/>
        </w:rPr>
        <w:t>TAB connector</w:t>
      </w:r>
      <w:r w:rsidRPr="00EF2F0E">
        <w:t xml:space="preserve"> in the </w:t>
      </w:r>
      <w:r w:rsidRPr="00EF2F0E">
        <w:rPr>
          <w:i/>
        </w:rPr>
        <w:t xml:space="preserve">TAB connector TX min cell group </w:t>
      </w:r>
      <w:r w:rsidRPr="00EF2F0E">
        <w:t xml:space="preserve">at the adjacent channel frequency shall be greater than or equal to the ACLR limit of AAS BS. This applies for each </w:t>
      </w:r>
      <w:r w:rsidRPr="00EF2F0E">
        <w:rPr>
          <w:i/>
        </w:rPr>
        <w:t>TAB connector TX min cell group</w:t>
      </w:r>
      <w:r w:rsidRPr="00EF2F0E">
        <w:t>.</w:t>
      </w:r>
    </w:p>
    <w:p w14:paraId="0984D408" w14:textId="77777777" w:rsidR="003E32EB" w:rsidRPr="00EF2F0E" w:rsidRDefault="003E32EB" w:rsidP="00A40339">
      <w:pPr>
        <w:pStyle w:val="B3"/>
        <w:ind w:left="1418"/>
      </w:pPr>
      <w:r w:rsidRPr="00EF2F0E">
        <w:t>Or</w:t>
      </w:r>
    </w:p>
    <w:p w14:paraId="0984D409" w14:textId="77777777" w:rsidR="003E32EB" w:rsidRPr="00EF2F0E" w:rsidRDefault="003E32EB" w:rsidP="00A40339">
      <w:pPr>
        <w:pStyle w:val="B3"/>
        <w:ind w:left="1418"/>
      </w:pPr>
      <w:r w:rsidRPr="00EF2F0E">
        <w:t>2)</w:t>
      </w:r>
      <w:r w:rsidRPr="00EF2F0E">
        <w:tab/>
        <w:t xml:space="preserve">The ratio of the filtered mean power at the </w:t>
      </w:r>
      <w:r w:rsidRPr="00EF2F0E">
        <w:rPr>
          <w:i/>
        </w:rPr>
        <w:t>TAB connector</w:t>
      </w:r>
      <w:r w:rsidRPr="00EF2F0E">
        <w:t xml:space="preserve"> centred on the assigned channel frequency to the filtered mean power at each </w:t>
      </w:r>
      <w:r w:rsidRPr="00EF2F0E">
        <w:rPr>
          <w:i/>
        </w:rPr>
        <w:t>TAB connector</w:t>
      </w:r>
      <w:r w:rsidRPr="00EF2F0E">
        <w:t xml:space="preserve"> centred on the adjacent channel frequency shall be greater than or equal to the ACLR limit of AAS BS for every </w:t>
      </w:r>
      <w:r w:rsidRPr="00EF2F0E">
        <w:rPr>
          <w:i/>
        </w:rPr>
        <w:t>TAB connector</w:t>
      </w:r>
      <w:r w:rsidRPr="00EF2F0E">
        <w:t xml:space="preserve"> in the </w:t>
      </w:r>
      <w:r w:rsidRPr="00EF2F0E">
        <w:rPr>
          <w:i/>
        </w:rPr>
        <w:t>TAB connector TX min cell group</w:t>
      </w:r>
      <w:r w:rsidRPr="00EF2F0E">
        <w:t xml:space="preserve">, for each </w:t>
      </w:r>
      <w:r w:rsidRPr="00EF2F0E">
        <w:rPr>
          <w:i/>
        </w:rPr>
        <w:t>TAB connector TX min cell group</w:t>
      </w:r>
      <w:r w:rsidRPr="00EF2F0E">
        <w:t>.</w:t>
      </w:r>
    </w:p>
    <w:p w14:paraId="0984D40A" w14:textId="77777777" w:rsidR="003E32EB" w:rsidRPr="00EF2F0E" w:rsidRDefault="003E32EB" w:rsidP="00A40339">
      <w:pPr>
        <w:pStyle w:val="B3"/>
      </w:pPr>
      <w:r w:rsidRPr="00EF2F0E">
        <w:tab/>
        <w:t>In case the ACLR absolute limit of AAS BS is applied, the conformance can be demonstrated by meeting at least one of the following criteria as determined by the manufacturer:</w:t>
      </w:r>
    </w:p>
    <w:p w14:paraId="0984D40B" w14:textId="77777777" w:rsidR="003E32EB" w:rsidRPr="00EF2F0E" w:rsidRDefault="003E32EB" w:rsidP="00A40339">
      <w:pPr>
        <w:pStyle w:val="B4"/>
      </w:pPr>
      <w:r w:rsidRPr="00EF2F0E">
        <w:t>1)</w:t>
      </w:r>
      <w:r w:rsidRPr="00EF2F0E">
        <w:tab/>
        <w:t xml:space="preserve">The sum of the filtered mean power measured on each </w:t>
      </w:r>
      <w:r w:rsidRPr="00EF2F0E">
        <w:rPr>
          <w:i/>
        </w:rPr>
        <w:t>TAB connector</w:t>
      </w:r>
      <w:r w:rsidRPr="00EF2F0E">
        <w:t xml:space="preserve"> in the </w:t>
      </w:r>
      <w:r w:rsidRPr="00EF2F0E">
        <w:rPr>
          <w:i/>
        </w:rPr>
        <w:t xml:space="preserve">TAB connector TX min cell group </w:t>
      </w:r>
      <w:r w:rsidRPr="00EF2F0E">
        <w:t xml:space="preserve">at the adjacent channel frequency shall be less than or equal to the ACLR absolute limit AAS BS. This applies to each </w:t>
      </w:r>
      <w:r w:rsidRPr="00EF2F0E">
        <w:rPr>
          <w:i/>
        </w:rPr>
        <w:t>TAB connector TX min cell group.</w:t>
      </w:r>
    </w:p>
    <w:p w14:paraId="0984D40C" w14:textId="77777777" w:rsidR="003E32EB" w:rsidRPr="00EF2F0E" w:rsidRDefault="003E32EB" w:rsidP="00A40339">
      <w:pPr>
        <w:pStyle w:val="B3"/>
        <w:ind w:left="1418"/>
      </w:pPr>
      <w:r w:rsidRPr="00EF2F0E">
        <w:t>Or</w:t>
      </w:r>
    </w:p>
    <w:p w14:paraId="0984D40D" w14:textId="77777777" w:rsidR="003E32EB" w:rsidRPr="00EF2F0E" w:rsidRDefault="003E32EB" w:rsidP="00A40339">
      <w:pPr>
        <w:ind w:left="1418" w:hanging="276"/>
        <w:rPr>
          <w:i/>
        </w:rPr>
      </w:pPr>
      <w:r w:rsidRPr="00EF2F0E">
        <w:t>2)</w:t>
      </w:r>
      <w:r w:rsidRPr="00EF2F0E">
        <w:tab/>
        <w:t xml:space="preserve">The filtered mean power at each </w:t>
      </w:r>
      <w:r w:rsidRPr="00EF2F0E">
        <w:rPr>
          <w:i/>
        </w:rPr>
        <w:t>TAB connector</w:t>
      </w:r>
      <w:r w:rsidRPr="00EF2F0E">
        <w:t xml:space="preserve"> centred on the adjacent channel frequency shall be less than or equal to the ACLR absolute limit of AAS BS scaled by -10log</w:t>
      </w:r>
      <w:r w:rsidRPr="00EF2F0E">
        <w:rPr>
          <w:vertAlign w:val="subscript"/>
        </w:rPr>
        <w:t>10</w:t>
      </w:r>
      <w:r w:rsidRPr="00EF2F0E">
        <w:t>(</w:t>
      </w:r>
      <w:r w:rsidRPr="00EF2F0E">
        <w:rPr>
          <w:i/>
        </w:rPr>
        <w:t>n</w:t>
      </w:r>
      <w:r w:rsidRPr="00EF2F0E">
        <w:t xml:space="preserve">) for every </w:t>
      </w:r>
      <w:r w:rsidRPr="00EF2F0E">
        <w:rPr>
          <w:i/>
        </w:rPr>
        <w:t>TAB connector</w:t>
      </w:r>
      <w:r w:rsidRPr="00EF2F0E">
        <w:t xml:space="preserve"> in the </w:t>
      </w:r>
      <w:r w:rsidRPr="00EF2F0E">
        <w:rPr>
          <w:i/>
        </w:rPr>
        <w:t>TAB connector TX min cell group</w:t>
      </w:r>
      <w:r w:rsidRPr="00EF2F0E">
        <w:t xml:space="preserve">, for each </w:t>
      </w:r>
      <w:r w:rsidRPr="00EF2F0E">
        <w:rPr>
          <w:i/>
        </w:rPr>
        <w:t>TAB connector TX min cell group</w:t>
      </w:r>
      <w:r w:rsidRPr="00EF2F0E">
        <w:t xml:space="preserve">, where </w:t>
      </w:r>
      <w:r w:rsidRPr="00EF2F0E">
        <w:rPr>
          <w:i/>
        </w:rPr>
        <w:t>n</w:t>
      </w:r>
      <w:r w:rsidRPr="00EF2F0E">
        <w:t xml:space="preserve"> is the number of </w:t>
      </w:r>
      <w:r w:rsidRPr="00EF2F0E">
        <w:rPr>
          <w:i/>
        </w:rPr>
        <w:t xml:space="preserve">TAB connectors </w:t>
      </w:r>
      <w:r w:rsidRPr="00EF2F0E">
        <w:t xml:space="preserve">in the </w:t>
      </w:r>
      <w:r w:rsidRPr="00EF2F0E">
        <w:rPr>
          <w:i/>
        </w:rPr>
        <w:t>TAB connector TX min cell group.</w:t>
      </w:r>
    </w:p>
    <w:p w14:paraId="0984D40E" w14:textId="77777777" w:rsidR="003E32EB" w:rsidRPr="00EF2F0E" w:rsidRDefault="003E32EB" w:rsidP="00A40339">
      <w:pPr>
        <w:pStyle w:val="Heading4"/>
      </w:pPr>
      <w:bookmarkStart w:id="1513" w:name="_Toc21095864"/>
      <w:bookmarkStart w:id="1514" w:name="_Toc29763063"/>
      <w:bookmarkStart w:id="1515" w:name="_Toc45869348"/>
      <w:bookmarkStart w:id="1516" w:name="_Toc52554596"/>
      <w:bookmarkStart w:id="1517" w:name="_Toc52555066"/>
      <w:bookmarkStart w:id="1518" w:name="_Toc61112291"/>
      <w:bookmarkStart w:id="1519" w:name="_Toc67911443"/>
      <w:bookmarkStart w:id="1520" w:name="_Toc74842918"/>
      <w:bookmarkStart w:id="1521" w:name="_Toc76503301"/>
      <w:bookmarkStart w:id="1522" w:name="_Toc83040744"/>
      <w:bookmarkStart w:id="1523" w:name="_Toc89851787"/>
      <w:bookmarkStart w:id="1524" w:name="_Toc98676141"/>
      <w:r w:rsidRPr="00EF2F0E">
        <w:t>6.6.3.2</w:t>
      </w:r>
      <w:r w:rsidRPr="00EF2F0E">
        <w:tab/>
      </w:r>
      <w:r w:rsidRPr="00EF2F0E">
        <w:rPr>
          <w:lang w:eastAsia="zh-CN"/>
        </w:rPr>
        <w:t>Minimum requirement for MSR operation</w:t>
      </w:r>
      <w:bookmarkEnd w:id="1513"/>
      <w:bookmarkEnd w:id="1514"/>
      <w:bookmarkEnd w:id="1515"/>
      <w:bookmarkEnd w:id="1516"/>
      <w:bookmarkEnd w:id="1517"/>
      <w:bookmarkEnd w:id="1518"/>
      <w:bookmarkEnd w:id="1519"/>
      <w:bookmarkEnd w:id="1520"/>
      <w:bookmarkEnd w:id="1521"/>
      <w:bookmarkEnd w:id="1522"/>
      <w:bookmarkEnd w:id="1523"/>
      <w:bookmarkEnd w:id="1524"/>
    </w:p>
    <w:p w14:paraId="0984D40F" w14:textId="77777777" w:rsidR="003E32EB" w:rsidRPr="00EF2F0E" w:rsidRDefault="003E32EB" w:rsidP="00A40339">
      <w:r w:rsidRPr="00EF2F0E">
        <w:t xml:space="preserve">For E-UTRA and/or NR MSR operation, the ACLR limits for AAS BS are the same as those specified in 3GPP TS 37.104 [9] subclauses 6.6.4.1. The </w:t>
      </w:r>
      <w:r w:rsidRPr="00EF2F0E">
        <w:rPr>
          <w:i/>
        </w:rPr>
        <w:t>basic limits</w:t>
      </w:r>
      <w:r w:rsidRPr="00EF2F0E">
        <w:t xml:space="preserve"> are also the same as the absolute limits of MSR E-UTRA and/or NR operation specified in 3GPP TS 37.104 [9] subclauses 6.6.4.1. The ACLR absolute limit of AAS BS is specified as the </w:t>
      </w:r>
      <w:r w:rsidRPr="00EF2F0E">
        <w:rPr>
          <w:i/>
        </w:rPr>
        <w:t>basic limit</w:t>
      </w:r>
      <w:r w:rsidRPr="00EF2F0E">
        <w:t xml:space="preserve"> + 10log</w:t>
      </w:r>
      <w:r w:rsidRPr="00EF2F0E">
        <w:rPr>
          <w:vertAlign w:val="subscript"/>
        </w:rPr>
        <w:t>10</w:t>
      </w:r>
      <w:r w:rsidRPr="00EF2F0E">
        <w:t>(N</w:t>
      </w:r>
      <w:r w:rsidRPr="00EF2F0E">
        <w:rPr>
          <w:vertAlign w:val="subscript"/>
        </w:rPr>
        <w:t>TXU,countedpercell</w:t>
      </w:r>
      <w:r w:rsidRPr="00EF2F0E">
        <w:t xml:space="preserve">). The ACLR limit or the ACLR absolute limit of AAS BS, whichever is less stringent, shall apply </w:t>
      </w:r>
      <w:r w:rsidRPr="00EF2F0E">
        <w:rPr>
          <w:rFonts w:cs="v5.0.0"/>
        </w:rPr>
        <w:t xml:space="preserve">outside the </w:t>
      </w:r>
      <w:r w:rsidRPr="00EF2F0E">
        <w:rPr>
          <w:rFonts w:cs="v5.0.0"/>
          <w:i/>
        </w:rPr>
        <w:t>Base Station RF Bandwidth</w:t>
      </w:r>
      <w:r w:rsidRPr="00EF2F0E">
        <w:rPr>
          <w:rFonts w:cs="v5.0.0"/>
        </w:rPr>
        <w:t xml:space="preserve"> </w:t>
      </w:r>
      <w:r w:rsidRPr="00EF2F0E">
        <w:rPr>
          <w:rFonts w:cs="v5.0.0"/>
          <w:lang w:eastAsia="zh-CN"/>
        </w:rPr>
        <w:t xml:space="preserve">or </w:t>
      </w:r>
      <w:r w:rsidRPr="00EF2F0E">
        <w:rPr>
          <w:rFonts w:cs="v5.0.0"/>
          <w:i/>
          <w:lang w:eastAsia="zh-CN"/>
        </w:rPr>
        <w:t>Radio Bandwidth</w:t>
      </w:r>
      <w:r w:rsidRPr="00EF2F0E">
        <w:t>.</w:t>
      </w:r>
    </w:p>
    <w:p w14:paraId="0984D410" w14:textId="77777777" w:rsidR="003E32EB" w:rsidRPr="00EF2F0E" w:rsidRDefault="003E32EB" w:rsidP="00A40339">
      <w:r w:rsidRPr="00EF2F0E">
        <w:t xml:space="preserve">For UTRA FDD operation, the minimum requirement for ACLR are the same as those specified in 3GPP TS 25.104 [6], subclause 6.6.2.2, and applies </w:t>
      </w:r>
      <w:r w:rsidRPr="00EF2F0E">
        <w:rPr>
          <w:rFonts w:cs="v5.0.0"/>
        </w:rPr>
        <w:t xml:space="preserve">outside the </w:t>
      </w:r>
      <w:r w:rsidRPr="00EF2F0E">
        <w:rPr>
          <w:rFonts w:cs="v5.0.0"/>
          <w:i/>
        </w:rPr>
        <w:t>Base Station RF Bandwidth</w:t>
      </w:r>
      <w:r w:rsidRPr="00EF2F0E">
        <w:rPr>
          <w:rFonts w:cs="v5.0.0"/>
        </w:rPr>
        <w:t xml:space="preserve"> </w:t>
      </w:r>
      <w:r w:rsidRPr="00EF2F0E">
        <w:rPr>
          <w:rFonts w:cs="v5.0.0"/>
          <w:lang w:eastAsia="zh-CN"/>
        </w:rPr>
        <w:t xml:space="preserve">or </w:t>
      </w:r>
      <w:r w:rsidRPr="00EF2F0E">
        <w:rPr>
          <w:rFonts w:cs="v5.0.0"/>
          <w:i/>
          <w:lang w:eastAsia="zh-CN"/>
        </w:rPr>
        <w:t>Radio Bandwidth</w:t>
      </w:r>
      <w:r w:rsidRPr="00EF2F0E">
        <w:t>.</w:t>
      </w:r>
    </w:p>
    <w:p w14:paraId="0984D411" w14:textId="77777777" w:rsidR="003E32EB" w:rsidRPr="00EF2F0E" w:rsidRDefault="003E32EB" w:rsidP="00A40339">
      <w:r w:rsidRPr="00EF2F0E">
        <w:t xml:space="preserve">For UTRA TDD 1,28 Mcps operation, the minimum requirement for ACLR are the same as those specified in 3GPP TS 25.105 [7], subclause 6.6.2.2.1.2, and applies </w:t>
      </w:r>
      <w:r w:rsidRPr="00EF2F0E">
        <w:rPr>
          <w:rFonts w:cs="v5.0.0"/>
        </w:rPr>
        <w:t xml:space="preserve">outside the </w:t>
      </w:r>
      <w:r w:rsidRPr="00EF2F0E">
        <w:rPr>
          <w:rFonts w:cs="v5.0.0"/>
          <w:i/>
        </w:rPr>
        <w:t>Base Station RF Bandwidth</w:t>
      </w:r>
      <w:r w:rsidRPr="00EF2F0E">
        <w:rPr>
          <w:rFonts w:cs="v5.0.0"/>
        </w:rPr>
        <w:t xml:space="preserve"> </w:t>
      </w:r>
      <w:r w:rsidRPr="00EF2F0E">
        <w:rPr>
          <w:rFonts w:cs="v5.0.0"/>
          <w:lang w:eastAsia="zh-CN"/>
        </w:rPr>
        <w:t xml:space="preserve">or </w:t>
      </w:r>
      <w:r w:rsidRPr="00EF2F0E">
        <w:rPr>
          <w:rFonts w:cs="v5.0.0"/>
          <w:i/>
          <w:lang w:eastAsia="zh-CN"/>
        </w:rPr>
        <w:t>Radio Bandwidth</w:t>
      </w:r>
      <w:r w:rsidRPr="00EF2F0E">
        <w:t>.</w:t>
      </w:r>
    </w:p>
    <w:p w14:paraId="0984D412" w14:textId="77777777" w:rsidR="003E32EB" w:rsidRPr="00EF2F0E" w:rsidRDefault="003E32EB" w:rsidP="00A40339">
      <w:r w:rsidRPr="00EF2F0E">
        <w:t xml:space="preserve">For a </w:t>
      </w:r>
      <w:r w:rsidRPr="00EF2F0E">
        <w:rPr>
          <w:i/>
        </w:rPr>
        <w:t>TAB connector</w:t>
      </w:r>
      <w:r w:rsidRPr="00EF2F0E">
        <w:t xml:space="preserve"> or </w:t>
      </w:r>
      <w:r w:rsidRPr="00EF2F0E">
        <w:rPr>
          <w:i/>
        </w:rPr>
        <w:t>TAB connector cell group</w:t>
      </w:r>
      <w:r w:rsidRPr="00EF2F0E">
        <w:t xml:space="preserve"> supporting operation in </w:t>
      </w:r>
      <w:r w:rsidRPr="00EF2F0E">
        <w:rPr>
          <w:i/>
        </w:rPr>
        <w:t>non-contiguous spectrum</w:t>
      </w:r>
      <w:r w:rsidRPr="00EF2F0E">
        <w:t xml:space="preserve">, the ACLR requirement also applies for the first adjacent channel inside any </w:t>
      </w:r>
      <w:r w:rsidRPr="00EF2F0E">
        <w:rPr>
          <w:i/>
          <w:lang w:eastAsia="zh-CN"/>
        </w:rPr>
        <w:t>sub-block</w:t>
      </w:r>
      <w:r w:rsidRPr="00EF2F0E">
        <w:rPr>
          <w:i/>
        </w:rPr>
        <w:t xml:space="preserve"> gap</w:t>
      </w:r>
      <w:r w:rsidRPr="00EF2F0E">
        <w:t xml:space="preserve"> with a gap size </w:t>
      </w:r>
      <w:r w:rsidRPr="00EF2F0E">
        <w:rPr>
          <w:rFonts w:cs="v5.0.0"/>
        </w:rPr>
        <w:t>W</w:t>
      </w:r>
      <w:r w:rsidRPr="00EF2F0E">
        <w:rPr>
          <w:rFonts w:cs="v5.0.0"/>
          <w:vertAlign w:val="subscript"/>
        </w:rPr>
        <w:t>gap</w:t>
      </w:r>
      <w:r w:rsidRPr="00EF2F0E">
        <w:rPr>
          <w:rFonts w:cs="Arial"/>
        </w:rPr>
        <w:t xml:space="preserve"> </w:t>
      </w:r>
      <w:r w:rsidRPr="00EF2F0E">
        <w:t>≥</w:t>
      </w:r>
      <w:r w:rsidRPr="00EF2F0E">
        <w:rPr>
          <w:rFonts w:cs="Arial"/>
        </w:rPr>
        <w:t xml:space="preserve"> 15MHz</w:t>
      </w:r>
      <w:r w:rsidRPr="00EF2F0E">
        <w:t xml:space="preserve">. The ACLR requirement for the second adjacent channel applies inside any </w:t>
      </w:r>
      <w:r w:rsidRPr="00EF2F0E">
        <w:rPr>
          <w:i/>
          <w:lang w:eastAsia="zh-CN"/>
        </w:rPr>
        <w:t>sub-block</w:t>
      </w:r>
      <w:r w:rsidRPr="00EF2F0E">
        <w:rPr>
          <w:i/>
        </w:rPr>
        <w:t xml:space="preserve"> gap</w:t>
      </w:r>
      <w:r w:rsidRPr="00EF2F0E">
        <w:t xml:space="preserve"> with a gap size </w:t>
      </w:r>
      <w:r w:rsidRPr="00EF2F0E">
        <w:rPr>
          <w:rFonts w:cs="v5.0.0"/>
        </w:rPr>
        <w:t>W</w:t>
      </w:r>
      <w:r w:rsidRPr="00EF2F0E">
        <w:rPr>
          <w:rFonts w:cs="v5.0.0"/>
          <w:vertAlign w:val="subscript"/>
        </w:rPr>
        <w:t>gap</w:t>
      </w:r>
      <w:r w:rsidRPr="00EF2F0E">
        <w:rPr>
          <w:rFonts w:cs="Arial"/>
        </w:rPr>
        <w:t xml:space="preserve"> </w:t>
      </w:r>
      <w:r w:rsidRPr="00EF2F0E">
        <w:t>≥</w:t>
      </w:r>
      <w:r w:rsidRPr="00EF2F0E">
        <w:rPr>
          <w:rFonts w:cs="Arial"/>
        </w:rPr>
        <w:t xml:space="preserve"> 20 MHz</w:t>
      </w:r>
      <w:r w:rsidRPr="00EF2F0E">
        <w:t xml:space="preserve">. </w:t>
      </w:r>
    </w:p>
    <w:p w14:paraId="0984D413" w14:textId="77777777" w:rsidR="003E32EB" w:rsidRPr="00EF2F0E" w:rsidRDefault="003E32EB" w:rsidP="00A40339">
      <w:r w:rsidRPr="00EF2F0E">
        <w:t xml:space="preserve">CACLR requirements apply in </w:t>
      </w:r>
      <w:r w:rsidRPr="00EF2F0E">
        <w:rPr>
          <w:i/>
        </w:rPr>
        <w:t>sub-block</w:t>
      </w:r>
      <w:r w:rsidRPr="00EF2F0E">
        <w:rPr>
          <w:i/>
          <w:lang w:eastAsia="zh-CN"/>
        </w:rPr>
        <w:t xml:space="preserve"> </w:t>
      </w:r>
      <w:r w:rsidRPr="00EF2F0E">
        <w:rPr>
          <w:i/>
        </w:rPr>
        <w:t>gaps</w:t>
      </w:r>
      <w:r w:rsidRPr="00EF2F0E">
        <w:t xml:space="preserve"> as defined in 3GPP TS 37.104 [9], subclause 6.6.4.4. Either the CACLR limit or the ACLR absolute limit of AAS BS shall apply, whichever is less stringent.</w:t>
      </w:r>
    </w:p>
    <w:p w14:paraId="0984D414" w14:textId="77777777" w:rsidR="003E32EB" w:rsidRPr="00EF2F0E" w:rsidRDefault="003E32EB" w:rsidP="00A40339">
      <w:r w:rsidRPr="00EF2F0E">
        <w:t>For a</w:t>
      </w:r>
      <w:r w:rsidRPr="00EF2F0E">
        <w:rPr>
          <w:i/>
        </w:rPr>
        <w:t xml:space="preserve"> multi-band TAB connector</w:t>
      </w:r>
      <w:r w:rsidRPr="00EF2F0E">
        <w:t xml:space="preserve"> or </w:t>
      </w:r>
      <w:r w:rsidRPr="00EF2F0E">
        <w:rPr>
          <w:i/>
        </w:rPr>
        <w:t>TAB connector cell group</w:t>
      </w:r>
      <w:r w:rsidRPr="00EF2F0E">
        <w:t xml:space="preserve"> supporting operation</w:t>
      </w:r>
      <w:r w:rsidRPr="00EF2F0E">
        <w:rPr>
          <w:lang w:eastAsia="zh-CN"/>
        </w:rPr>
        <w:t xml:space="preserve"> in multiple operating bands through </w:t>
      </w:r>
      <w:r w:rsidRPr="00EF2F0E">
        <w:rPr>
          <w:i/>
          <w:lang w:eastAsia="zh-CN"/>
        </w:rPr>
        <w:t>multi-band TAB connectors</w:t>
      </w:r>
      <w:r w:rsidRPr="00EF2F0E">
        <w:t>, the ACLR requirement also applies for the first adjacent channel inside any</w:t>
      </w:r>
      <w:r w:rsidRPr="00EF2F0E">
        <w:rPr>
          <w:i/>
        </w:rPr>
        <w:t xml:space="preserve"> </w:t>
      </w:r>
      <w:r w:rsidRPr="00EF2F0E">
        <w:rPr>
          <w:i/>
          <w:lang w:eastAsia="zh-CN"/>
        </w:rPr>
        <w:t>Inter RF Bandwidth</w:t>
      </w:r>
      <w:r w:rsidRPr="00EF2F0E">
        <w:rPr>
          <w:i/>
        </w:rPr>
        <w:t xml:space="preserve"> gap</w:t>
      </w:r>
      <w:r w:rsidRPr="00EF2F0E">
        <w:t xml:space="preserve"> with a gap size </w:t>
      </w:r>
      <w:r w:rsidRPr="00EF2F0E">
        <w:rPr>
          <w:rFonts w:cs="v5.0.0"/>
        </w:rPr>
        <w:t>W</w:t>
      </w:r>
      <w:r w:rsidRPr="00EF2F0E">
        <w:rPr>
          <w:rFonts w:cs="v5.0.0"/>
          <w:vertAlign w:val="subscript"/>
        </w:rPr>
        <w:t>gap</w:t>
      </w:r>
      <w:r w:rsidRPr="00EF2F0E">
        <w:rPr>
          <w:rFonts w:cs="Arial"/>
        </w:rPr>
        <w:t xml:space="preserve"> </w:t>
      </w:r>
      <w:r w:rsidRPr="00EF2F0E">
        <w:t>≥</w:t>
      </w:r>
      <w:r w:rsidRPr="00EF2F0E">
        <w:rPr>
          <w:rFonts w:cs="Arial"/>
        </w:rPr>
        <w:t xml:space="preserve"> 15MHz</w:t>
      </w:r>
      <w:r w:rsidRPr="00EF2F0E">
        <w:t>. The ACLR requirement for the second adjacent channel applies inside any</w:t>
      </w:r>
      <w:r w:rsidRPr="00EF2F0E">
        <w:rPr>
          <w:i/>
        </w:rPr>
        <w:t xml:space="preserve"> </w:t>
      </w:r>
      <w:r w:rsidRPr="00EF2F0E">
        <w:rPr>
          <w:i/>
          <w:lang w:eastAsia="zh-CN"/>
        </w:rPr>
        <w:t>Inter RF Bandwidth</w:t>
      </w:r>
      <w:r w:rsidRPr="00EF2F0E">
        <w:rPr>
          <w:i/>
        </w:rPr>
        <w:t xml:space="preserve"> gap</w:t>
      </w:r>
      <w:r w:rsidRPr="00EF2F0E">
        <w:t xml:space="preserve"> with a gap size </w:t>
      </w:r>
      <w:r w:rsidRPr="00EF2F0E">
        <w:rPr>
          <w:rFonts w:cs="v5.0.0"/>
        </w:rPr>
        <w:t>W</w:t>
      </w:r>
      <w:r w:rsidRPr="00EF2F0E">
        <w:rPr>
          <w:rFonts w:cs="v5.0.0"/>
          <w:vertAlign w:val="subscript"/>
        </w:rPr>
        <w:t>gap</w:t>
      </w:r>
      <w:r w:rsidRPr="00EF2F0E">
        <w:rPr>
          <w:rFonts w:cs="Arial"/>
        </w:rPr>
        <w:t xml:space="preserve"> </w:t>
      </w:r>
      <w:r w:rsidRPr="00EF2F0E">
        <w:t>≥</w:t>
      </w:r>
      <w:r w:rsidRPr="00EF2F0E">
        <w:rPr>
          <w:rFonts w:cs="Arial"/>
        </w:rPr>
        <w:t xml:space="preserve"> 20 MHz</w:t>
      </w:r>
      <w:r w:rsidRPr="00EF2F0E">
        <w:t>.</w:t>
      </w:r>
    </w:p>
    <w:p w14:paraId="0984D415" w14:textId="77777777" w:rsidR="003E32EB" w:rsidRPr="00EF2F0E" w:rsidRDefault="003E32EB" w:rsidP="00A40339">
      <w:r w:rsidRPr="00EF2F0E">
        <w:t xml:space="preserve">CACLR requirements apply in </w:t>
      </w:r>
      <w:r w:rsidRPr="00EF2F0E">
        <w:rPr>
          <w:i/>
        </w:rPr>
        <w:t>Inter RF Bandwidth gaps</w:t>
      </w:r>
      <w:r w:rsidRPr="00EF2F0E">
        <w:t xml:space="preserve"> as defined in 3GPP TS 37.104 [9], subclause 6.6.4.4. Either the CACLR limit or the ACLR absolute limit of AAS BS shall apply, whichever is less stringent.</w:t>
      </w:r>
    </w:p>
    <w:p w14:paraId="0984D416" w14:textId="77777777" w:rsidR="003E32EB" w:rsidRPr="00EF2F0E" w:rsidRDefault="003E32EB" w:rsidP="00A40339">
      <w:pPr>
        <w:pStyle w:val="Heading4"/>
        <w:rPr>
          <w:lang w:eastAsia="zh-CN"/>
        </w:rPr>
      </w:pPr>
      <w:bookmarkStart w:id="1525" w:name="_Toc21095865"/>
      <w:bookmarkStart w:id="1526" w:name="_Toc29763064"/>
      <w:bookmarkStart w:id="1527" w:name="_Toc45869349"/>
      <w:bookmarkStart w:id="1528" w:name="_Toc52554597"/>
      <w:bookmarkStart w:id="1529" w:name="_Toc52555067"/>
      <w:bookmarkStart w:id="1530" w:name="_Toc61112292"/>
      <w:bookmarkStart w:id="1531" w:name="_Toc67911444"/>
      <w:bookmarkStart w:id="1532" w:name="_Toc74842919"/>
      <w:bookmarkStart w:id="1533" w:name="_Toc76503302"/>
      <w:bookmarkStart w:id="1534" w:name="_Toc83040745"/>
      <w:bookmarkStart w:id="1535" w:name="_Toc89851788"/>
      <w:bookmarkStart w:id="1536" w:name="_Toc98676142"/>
      <w:r w:rsidRPr="00EF2F0E">
        <w:rPr>
          <w:lang w:eastAsia="zh-CN"/>
        </w:rPr>
        <w:t>6.6.3.3</w:t>
      </w:r>
      <w:r w:rsidRPr="00EF2F0E">
        <w:rPr>
          <w:lang w:eastAsia="zh-CN"/>
        </w:rPr>
        <w:tab/>
        <w:t>Minimum requirement for single RAT UTRA operation</w:t>
      </w:r>
      <w:bookmarkEnd w:id="1525"/>
      <w:bookmarkEnd w:id="1526"/>
      <w:bookmarkEnd w:id="1527"/>
      <w:bookmarkEnd w:id="1528"/>
      <w:bookmarkEnd w:id="1529"/>
      <w:bookmarkEnd w:id="1530"/>
      <w:bookmarkEnd w:id="1531"/>
      <w:bookmarkEnd w:id="1532"/>
      <w:bookmarkEnd w:id="1533"/>
      <w:bookmarkEnd w:id="1534"/>
      <w:bookmarkEnd w:id="1535"/>
      <w:bookmarkEnd w:id="1536"/>
    </w:p>
    <w:p w14:paraId="0984D417" w14:textId="77777777" w:rsidR="003E32EB" w:rsidRPr="00EF2F0E" w:rsidRDefault="003E32EB" w:rsidP="00A40339">
      <w:r w:rsidRPr="00EF2F0E">
        <w:t>For single RAT UTRA FDD operation, the AAS BS ACLR minimum requirements are the same as those specified in 3GPP TS 25.104 [6], subclauses 6.6.2.2.1.</w:t>
      </w:r>
    </w:p>
    <w:p w14:paraId="0984D418" w14:textId="77777777" w:rsidR="003E32EB" w:rsidRPr="00EF2F0E" w:rsidRDefault="003E32EB" w:rsidP="00A40339">
      <w:r w:rsidRPr="00EF2F0E">
        <w:t xml:space="preserve">For single RAT UTRA FDD operation, the AAS BS CACLR limits are the same as those specified in 3GPP TS 25.104 [6], subclauses 6.6.2.2.2. The </w:t>
      </w:r>
      <w:r w:rsidRPr="00EF2F0E">
        <w:rPr>
          <w:i/>
        </w:rPr>
        <w:t>basic limits</w:t>
      </w:r>
      <w:r w:rsidRPr="00EF2F0E">
        <w:t xml:space="preserve"> are also the same as the absolute limits of UTRA specified in 3GPP TS 25.104 [6], subclauses 6.6.2.2.2. The ACLR </w:t>
      </w:r>
      <w:r w:rsidR="007853C3" w:rsidRPr="00EF2F0E">
        <w:rPr>
          <w:rFonts w:eastAsia="SimSun" w:hint="eastAsia"/>
          <w:lang w:val="en-US" w:eastAsia="zh-CN"/>
        </w:rPr>
        <w:t>(CACLR)</w:t>
      </w:r>
      <w:r w:rsidR="007853C3" w:rsidRPr="00EF2F0E">
        <w:rPr>
          <w:rFonts w:eastAsia="SimSun"/>
          <w:lang w:val="en-US" w:eastAsia="zh-CN"/>
        </w:rPr>
        <w:t xml:space="preserve"> </w:t>
      </w:r>
      <w:r w:rsidRPr="00EF2F0E">
        <w:t xml:space="preserve">absolute </w:t>
      </w:r>
      <w:r w:rsidR="007853C3" w:rsidRPr="00EF2F0E">
        <w:rPr>
          <w:rFonts w:eastAsia="SimSun" w:hint="eastAsia"/>
          <w:i/>
          <w:iCs/>
          <w:lang w:val="en-US" w:eastAsia="zh-CN"/>
        </w:rPr>
        <w:t xml:space="preserve">basic </w:t>
      </w:r>
      <w:r w:rsidRPr="00EF2F0E">
        <w:rPr>
          <w:i/>
        </w:rPr>
        <w:t>limit</w:t>
      </w:r>
      <w:r w:rsidR="007853C3" w:rsidRPr="00EF2F0E">
        <w:rPr>
          <w:i/>
        </w:rPr>
        <w:t>s</w:t>
      </w:r>
      <w:r w:rsidRPr="00EF2F0E">
        <w:t xml:space="preserve"> of AAS BS </w:t>
      </w:r>
      <w:r w:rsidR="007853C3" w:rsidRPr="00EF2F0E">
        <w:t>are</w:t>
      </w:r>
      <w:r w:rsidRPr="00EF2F0E">
        <w:t xml:space="preserve"> specified as the </w:t>
      </w:r>
      <w:r w:rsidRPr="00EF2F0E">
        <w:rPr>
          <w:i/>
        </w:rPr>
        <w:t>basic limit</w:t>
      </w:r>
      <w:r w:rsidRPr="00EF2F0E">
        <w:t xml:space="preserve"> + 10log</w:t>
      </w:r>
      <w:r w:rsidRPr="00EF2F0E">
        <w:rPr>
          <w:vertAlign w:val="subscript"/>
        </w:rPr>
        <w:t>10</w:t>
      </w:r>
      <w:r w:rsidRPr="00EF2F0E">
        <w:t>(N</w:t>
      </w:r>
      <w:r w:rsidRPr="00EF2F0E">
        <w:rPr>
          <w:vertAlign w:val="subscript"/>
        </w:rPr>
        <w:t>TXU,countedpercell</w:t>
      </w:r>
      <w:r w:rsidRPr="00EF2F0E">
        <w:t xml:space="preserve">). The </w:t>
      </w:r>
      <w:r w:rsidR="007853C3" w:rsidRPr="00EF2F0E">
        <w:rPr>
          <w:rFonts w:eastAsia="SimSun" w:hint="eastAsia"/>
          <w:lang w:val="en-US" w:eastAsia="zh-CN"/>
        </w:rPr>
        <w:t>ACLR</w:t>
      </w:r>
      <w:r w:rsidR="007853C3" w:rsidRPr="00EF2F0E">
        <w:t xml:space="preserve"> (</w:t>
      </w:r>
      <w:r w:rsidRPr="00EF2F0E">
        <w:t>CACLR</w:t>
      </w:r>
      <w:r w:rsidR="007853C3" w:rsidRPr="00EF2F0E">
        <w:t>)</w:t>
      </w:r>
      <w:r w:rsidRPr="00EF2F0E">
        <w:t xml:space="preserve"> limit or the ACLR</w:t>
      </w:r>
      <w:r w:rsidR="007853C3" w:rsidRPr="00EF2F0E">
        <w:t xml:space="preserve"> </w:t>
      </w:r>
      <w:r w:rsidR="007853C3" w:rsidRPr="00EF2F0E">
        <w:rPr>
          <w:rFonts w:eastAsia="SimSun" w:hint="eastAsia"/>
          <w:lang w:val="en-US" w:eastAsia="zh-CN"/>
        </w:rPr>
        <w:t>(CACLR)</w:t>
      </w:r>
      <w:r w:rsidRPr="00EF2F0E">
        <w:t xml:space="preserve"> absolute </w:t>
      </w:r>
      <w:r w:rsidR="007853C3" w:rsidRPr="00EF2F0E">
        <w:rPr>
          <w:rFonts w:eastAsia="SimSun" w:hint="eastAsia"/>
          <w:i/>
          <w:iCs/>
          <w:lang w:val="en-US" w:eastAsia="zh-CN"/>
        </w:rPr>
        <w:t xml:space="preserve">basic </w:t>
      </w:r>
      <w:r w:rsidRPr="00EF2F0E">
        <w:rPr>
          <w:i/>
        </w:rPr>
        <w:t>limit</w:t>
      </w:r>
      <w:r w:rsidRPr="00EF2F0E">
        <w:t xml:space="preserve"> of AAS BS shall apply, whichever is less stringent.</w:t>
      </w:r>
    </w:p>
    <w:p w14:paraId="0984D419" w14:textId="77777777" w:rsidR="003E32EB" w:rsidRPr="00EF2F0E" w:rsidRDefault="003E32EB" w:rsidP="00A40339">
      <w:r w:rsidRPr="00EF2F0E">
        <w:t>For single RAT UTRA TDD 1,28 Mcps operation, the AAS BS minimum requirements are the same as those specified in 3GPP TS 25.105 [7], subclause 6.6.2.2.</w:t>
      </w:r>
    </w:p>
    <w:p w14:paraId="0984D41A" w14:textId="77777777" w:rsidR="003E32EB" w:rsidRPr="00EF2F0E" w:rsidRDefault="003E32EB" w:rsidP="00A40339">
      <w:pPr>
        <w:pStyle w:val="Heading4"/>
        <w:rPr>
          <w:lang w:eastAsia="zh-CN"/>
        </w:rPr>
      </w:pPr>
      <w:bookmarkStart w:id="1537" w:name="_Toc21095866"/>
      <w:bookmarkStart w:id="1538" w:name="_Toc29763065"/>
      <w:bookmarkStart w:id="1539" w:name="_Toc45869350"/>
      <w:bookmarkStart w:id="1540" w:name="_Toc52554598"/>
      <w:bookmarkStart w:id="1541" w:name="_Toc52555068"/>
      <w:bookmarkStart w:id="1542" w:name="_Toc61112293"/>
      <w:bookmarkStart w:id="1543" w:name="_Toc67911445"/>
      <w:bookmarkStart w:id="1544" w:name="_Toc74842920"/>
      <w:bookmarkStart w:id="1545" w:name="_Toc76503303"/>
      <w:bookmarkStart w:id="1546" w:name="_Toc83040746"/>
      <w:bookmarkStart w:id="1547" w:name="_Toc89851789"/>
      <w:bookmarkStart w:id="1548" w:name="_Toc98676143"/>
      <w:r w:rsidRPr="00EF2F0E">
        <w:rPr>
          <w:lang w:eastAsia="zh-CN"/>
        </w:rPr>
        <w:t>6.6.3.4</w:t>
      </w:r>
      <w:r w:rsidRPr="00EF2F0E">
        <w:rPr>
          <w:lang w:eastAsia="zh-CN"/>
        </w:rPr>
        <w:tab/>
        <w:t>Minimum requirement for single RAT E-UTRA operation</w:t>
      </w:r>
      <w:bookmarkEnd w:id="1537"/>
      <w:bookmarkEnd w:id="1538"/>
      <w:bookmarkEnd w:id="1539"/>
      <w:bookmarkEnd w:id="1540"/>
      <w:bookmarkEnd w:id="1541"/>
      <w:bookmarkEnd w:id="1542"/>
      <w:bookmarkEnd w:id="1543"/>
      <w:bookmarkEnd w:id="1544"/>
      <w:bookmarkEnd w:id="1545"/>
      <w:bookmarkEnd w:id="1546"/>
      <w:bookmarkEnd w:id="1547"/>
      <w:bookmarkEnd w:id="1548"/>
    </w:p>
    <w:p w14:paraId="0984D41B" w14:textId="77777777" w:rsidR="003E32EB" w:rsidRPr="00EF2F0E" w:rsidRDefault="003E32EB" w:rsidP="00A40339">
      <w:r w:rsidRPr="00EF2F0E">
        <w:t xml:space="preserve">For </w:t>
      </w:r>
      <w:r w:rsidRPr="00EF2F0E">
        <w:rPr>
          <w:i/>
        </w:rPr>
        <w:t>single RAT E-UTRA operation</w:t>
      </w:r>
      <w:r w:rsidRPr="00EF2F0E">
        <w:t xml:space="preserve">, the AAS BS ACLR and CACLR limits are the same as those specified in 3GPP TS 36.104 [8], subclauses 6.6.2.1 and 6.6.2.2. The </w:t>
      </w:r>
      <w:r w:rsidRPr="00EF2F0E">
        <w:rPr>
          <w:i/>
        </w:rPr>
        <w:t>basic limits</w:t>
      </w:r>
      <w:r w:rsidRPr="00EF2F0E">
        <w:t xml:space="preserve"> are also the same as the absolute limits of E-UTRA specified in 3GPP TS 36.104 [8], subclauses 6.6.2.1 and 6.6.2.2. The ACLR </w:t>
      </w:r>
      <w:r w:rsidR="007853C3" w:rsidRPr="00EF2F0E">
        <w:rPr>
          <w:rFonts w:eastAsia="SimSun" w:hint="eastAsia"/>
          <w:lang w:val="en-US" w:eastAsia="zh-CN"/>
        </w:rPr>
        <w:t>(CACLR)</w:t>
      </w:r>
      <w:r w:rsidR="007853C3" w:rsidRPr="00EF2F0E">
        <w:rPr>
          <w:rFonts w:eastAsia="SimSun"/>
          <w:lang w:val="en-US" w:eastAsia="zh-CN"/>
        </w:rPr>
        <w:t xml:space="preserve"> </w:t>
      </w:r>
      <w:r w:rsidRPr="00EF2F0E">
        <w:t xml:space="preserve">absolute </w:t>
      </w:r>
      <w:r w:rsidR="007853C3" w:rsidRPr="00EF2F0E">
        <w:rPr>
          <w:rFonts w:eastAsia="SimSun" w:hint="eastAsia"/>
          <w:i/>
          <w:iCs/>
          <w:lang w:val="en-US" w:eastAsia="zh-CN"/>
        </w:rPr>
        <w:t xml:space="preserve">basic </w:t>
      </w:r>
      <w:r w:rsidRPr="00EF2F0E">
        <w:rPr>
          <w:i/>
        </w:rPr>
        <w:t>limit</w:t>
      </w:r>
      <w:r w:rsidR="007853C3" w:rsidRPr="00EF2F0E">
        <w:rPr>
          <w:i/>
        </w:rPr>
        <w:t>s</w:t>
      </w:r>
      <w:r w:rsidRPr="00EF2F0E">
        <w:t xml:space="preserve"> of AAS BS </w:t>
      </w:r>
      <w:r w:rsidR="007853C3" w:rsidRPr="00EF2F0E">
        <w:t>are</w:t>
      </w:r>
      <w:r w:rsidRPr="00EF2F0E">
        <w:t xml:space="preserve"> specified as the </w:t>
      </w:r>
      <w:r w:rsidRPr="00EF2F0E">
        <w:rPr>
          <w:i/>
        </w:rPr>
        <w:t>basic limit</w:t>
      </w:r>
      <w:r w:rsidRPr="00EF2F0E">
        <w:t xml:space="preserve"> + 10log</w:t>
      </w:r>
      <w:r w:rsidRPr="00EF2F0E">
        <w:rPr>
          <w:vertAlign w:val="subscript"/>
        </w:rPr>
        <w:t>10</w:t>
      </w:r>
      <w:r w:rsidRPr="00EF2F0E">
        <w:t>(N</w:t>
      </w:r>
      <w:r w:rsidRPr="00EF2F0E">
        <w:rPr>
          <w:vertAlign w:val="subscript"/>
        </w:rPr>
        <w:t>TXU,countedpercell</w:t>
      </w:r>
      <w:r w:rsidRPr="00EF2F0E">
        <w:t>). The ACLR (CACLR) limit or the ACLR</w:t>
      </w:r>
      <w:r w:rsidR="007853C3" w:rsidRPr="00EF2F0E">
        <w:rPr>
          <w:rFonts w:eastAsia="SimSun" w:hint="eastAsia"/>
          <w:lang w:val="en-US" w:eastAsia="zh-CN"/>
        </w:rPr>
        <w:t xml:space="preserve"> (CACLR)</w:t>
      </w:r>
      <w:r w:rsidRPr="00EF2F0E">
        <w:t xml:space="preserve"> absolute </w:t>
      </w:r>
      <w:r w:rsidR="007853C3" w:rsidRPr="00EF2F0E">
        <w:rPr>
          <w:rFonts w:eastAsia="SimSun" w:hint="eastAsia"/>
          <w:i/>
          <w:iCs/>
          <w:lang w:val="en-US" w:eastAsia="zh-CN"/>
        </w:rPr>
        <w:t xml:space="preserve">basic </w:t>
      </w:r>
      <w:r w:rsidRPr="00EF2F0E">
        <w:rPr>
          <w:i/>
        </w:rPr>
        <w:t>limit</w:t>
      </w:r>
      <w:r w:rsidRPr="00EF2F0E">
        <w:t xml:space="preserve"> of AAS BS shall apply, whichever is less stringent.</w:t>
      </w:r>
    </w:p>
    <w:p w14:paraId="0984D41C" w14:textId="77777777" w:rsidR="003E32EB" w:rsidRPr="00EF2F0E" w:rsidRDefault="003E32EB" w:rsidP="00A40339">
      <w:pPr>
        <w:pStyle w:val="Heading3"/>
        <w:rPr>
          <w:lang w:eastAsia="zh-CN"/>
        </w:rPr>
      </w:pPr>
      <w:bookmarkStart w:id="1549" w:name="_Toc21095867"/>
      <w:bookmarkStart w:id="1550" w:name="_Toc29763066"/>
      <w:bookmarkStart w:id="1551" w:name="_Toc45869351"/>
      <w:bookmarkStart w:id="1552" w:name="_Toc52554599"/>
      <w:bookmarkStart w:id="1553" w:name="_Toc52555069"/>
      <w:bookmarkStart w:id="1554" w:name="_Toc61112294"/>
      <w:bookmarkStart w:id="1555" w:name="_Toc67911446"/>
      <w:bookmarkStart w:id="1556" w:name="_Toc74842921"/>
      <w:bookmarkStart w:id="1557" w:name="_Toc76503304"/>
      <w:bookmarkStart w:id="1558" w:name="_Toc83040747"/>
      <w:bookmarkStart w:id="1559" w:name="_Toc89851790"/>
      <w:bookmarkStart w:id="1560" w:name="_Toc98676144"/>
      <w:r w:rsidRPr="00EF2F0E">
        <w:rPr>
          <w:lang w:eastAsia="zh-CN"/>
        </w:rPr>
        <w:t>6.6.4</w:t>
      </w:r>
      <w:r w:rsidRPr="00EF2F0E">
        <w:rPr>
          <w:lang w:eastAsia="zh-CN"/>
        </w:rPr>
        <w:tab/>
        <w:t>Spectrum emission mask</w:t>
      </w:r>
      <w:bookmarkEnd w:id="1549"/>
      <w:bookmarkEnd w:id="1550"/>
      <w:bookmarkEnd w:id="1551"/>
      <w:bookmarkEnd w:id="1552"/>
      <w:bookmarkEnd w:id="1553"/>
      <w:bookmarkEnd w:id="1554"/>
      <w:bookmarkEnd w:id="1555"/>
      <w:bookmarkEnd w:id="1556"/>
      <w:bookmarkEnd w:id="1557"/>
      <w:bookmarkEnd w:id="1558"/>
      <w:bookmarkEnd w:id="1559"/>
      <w:bookmarkEnd w:id="1560"/>
    </w:p>
    <w:p w14:paraId="0984D41D" w14:textId="77777777" w:rsidR="003E32EB" w:rsidRPr="00EF2F0E" w:rsidRDefault="003E32EB" w:rsidP="00A40339">
      <w:pPr>
        <w:pStyle w:val="Heading4"/>
      </w:pPr>
      <w:bookmarkStart w:id="1561" w:name="_Toc21095868"/>
      <w:bookmarkStart w:id="1562" w:name="_Toc29763067"/>
      <w:bookmarkStart w:id="1563" w:name="_Toc45869352"/>
      <w:bookmarkStart w:id="1564" w:name="_Toc52554600"/>
      <w:bookmarkStart w:id="1565" w:name="_Toc52555070"/>
      <w:bookmarkStart w:id="1566" w:name="_Toc61112295"/>
      <w:bookmarkStart w:id="1567" w:name="_Toc67911447"/>
      <w:bookmarkStart w:id="1568" w:name="_Toc74842922"/>
      <w:bookmarkStart w:id="1569" w:name="_Toc76503305"/>
      <w:bookmarkStart w:id="1570" w:name="_Toc83040748"/>
      <w:bookmarkStart w:id="1571" w:name="_Toc89851791"/>
      <w:bookmarkStart w:id="1572" w:name="_Toc98676145"/>
      <w:r w:rsidRPr="00EF2F0E">
        <w:t>6.6.4.1</w:t>
      </w:r>
      <w:r w:rsidRPr="00EF2F0E">
        <w:tab/>
        <w:t>General</w:t>
      </w:r>
      <w:bookmarkEnd w:id="1561"/>
      <w:bookmarkEnd w:id="1562"/>
      <w:bookmarkEnd w:id="1563"/>
      <w:bookmarkEnd w:id="1564"/>
      <w:bookmarkEnd w:id="1565"/>
      <w:bookmarkEnd w:id="1566"/>
      <w:bookmarkEnd w:id="1567"/>
      <w:bookmarkEnd w:id="1568"/>
      <w:bookmarkEnd w:id="1569"/>
      <w:bookmarkEnd w:id="1570"/>
      <w:bookmarkEnd w:id="1571"/>
      <w:bookmarkEnd w:id="1572"/>
    </w:p>
    <w:p w14:paraId="0984D41E" w14:textId="77777777" w:rsidR="003E32EB" w:rsidRPr="00EF2F0E" w:rsidRDefault="003E32EB" w:rsidP="00A40339">
      <w:r w:rsidRPr="00EF2F0E">
        <w:t>This requirement is applicable for single RAT UTRA AAS BS operation only.</w:t>
      </w:r>
    </w:p>
    <w:p w14:paraId="0984D41F" w14:textId="77777777" w:rsidR="003E32EB" w:rsidRPr="00EF2F0E" w:rsidRDefault="003E32EB" w:rsidP="00A40339">
      <w:pPr>
        <w:pStyle w:val="Heading4"/>
        <w:rPr>
          <w:lang w:eastAsia="zh-CN"/>
        </w:rPr>
      </w:pPr>
      <w:bookmarkStart w:id="1573" w:name="_Toc21095869"/>
      <w:bookmarkStart w:id="1574" w:name="_Toc29763068"/>
      <w:bookmarkStart w:id="1575" w:name="_Toc45869353"/>
      <w:bookmarkStart w:id="1576" w:name="_Toc52554601"/>
      <w:bookmarkStart w:id="1577" w:name="_Toc52555071"/>
      <w:bookmarkStart w:id="1578" w:name="_Toc61112296"/>
      <w:bookmarkStart w:id="1579" w:name="_Toc67911448"/>
      <w:bookmarkStart w:id="1580" w:name="_Toc74842923"/>
      <w:bookmarkStart w:id="1581" w:name="_Toc76503306"/>
      <w:bookmarkStart w:id="1582" w:name="_Toc83040749"/>
      <w:bookmarkStart w:id="1583" w:name="_Toc89851792"/>
      <w:bookmarkStart w:id="1584" w:name="_Toc98676146"/>
      <w:r w:rsidRPr="00EF2F0E">
        <w:t>6.6.4.2</w:t>
      </w:r>
      <w:r w:rsidRPr="00EF2F0E">
        <w:tab/>
      </w:r>
      <w:r w:rsidRPr="00EF2F0E">
        <w:rPr>
          <w:lang w:eastAsia="zh-CN"/>
        </w:rPr>
        <w:t>Minimum requirement for MSR operation</w:t>
      </w:r>
      <w:bookmarkEnd w:id="1573"/>
      <w:bookmarkEnd w:id="1574"/>
      <w:bookmarkEnd w:id="1575"/>
      <w:bookmarkEnd w:id="1576"/>
      <w:bookmarkEnd w:id="1577"/>
      <w:bookmarkEnd w:id="1578"/>
      <w:bookmarkEnd w:id="1579"/>
      <w:bookmarkEnd w:id="1580"/>
      <w:bookmarkEnd w:id="1581"/>
      <w:bookmarkEnd w:id="1582"/>
      <w:bookmarkEnd w:id="1583"/>
      <w:bookmarkEnd w:id="1584"/>
    </w:p>
    <w:p w14:paraId="0984D420" w14:textId="77777777" w:rsidR="003E32EB" w:rsidRPr="00EF2F0E" w:rsidRDefault="003E32EB" w:rsidP="00A40339">
      <w:r w:rsidRPr="00EF2F0E">
        <w:t>There is no spectrum emission mask requirement for an MSR AAS BS.</w:t>
      </w:r>
    </w:p>
    <w:p w14:paraId="0984D421" w14:textId="77777777" w:rsidR="003E32EB" w:rsidRPr="00EF2F0E" w:rsidRDefault="003E32EB" w:rsidP="00A40339">
      <w:pPr>
        <w:pStyle w:val="Heading4"/>
        <w:rPr>
          <w:lang w:eastAsia="zh-CN"/>
        </w:rPr>
      </w:pPr>
      <w:bookmarkStart w:id="1585" w:name="_Toc21095870"/>
      <w:bookmarkStart w:id="1586" w:name="_Toc29763069"/>
      <w:bookmarkStart w:id="1587" w:name="_Toc45869354"/>
      <w:bookmarkStart w:id="1588" w:name="_Toc52554602"/>
      <w:bookmarkStart w:id="1589" w:name="_Toc52555072"/>
      <w:bookmarkStart w:id="1590" w:name="_Toc61112297"/>
      <w:bookmarkStart w:id="1591" w:name="_Toc67911449"/>
      <w:bookmarkStart w:id="1592" w:name="_Toc74842924"/>
      <w:bookmarkStart w:id="1593" w:name="_Toc76503307"/>
      <w:bookmarkStart w:id="1594" w:name="_Toc83040750"/>
      <w:bookmarkStart w:id="1595" w:name="_Toc89851793"/>
      <w:bookmarkStart w:id="1596" w:name="_Toc98676147"/>
      <w:r w:rsidRPr="00EF2F0E">
        <w:rPr>
          <w:lang w:eastAsia="zh-CN"/>
        </w:rPr>
        <w:t>6.6.4.3</w:t>
      </w:r>
      <w:r w:rsidRPr="00EF2F0E">
        <w:rPr>
          <w:lang w:eastAsia="zh-CN"/>
        </w:rPr>
        <w:tab/>
        <w:t>Minimum requirement for single RAT UTRA operation</w:t>
      </w:r>
      <w:bookmarkEnd w:id="1585"/>
      <w:bookmarkEnd w:id="1586"/>
      <w:bookmarkEnd w:id="1587"/>
      <w:bookmarkEnd w:id="1588"/>
      <w:bookmarkEnd w:id="1589"/>
      <w:bookmarkEnd w:id="1590"/>
      <w:bookmarkEnd w:id="1591"/>
      <w:bookmarkEnd w:id="1592"/>
      <w:bookmarkEnd w:id="1593"/>
      <w:bookmarkEnd w:id="1594"/>
      <w:bookmarkEnd w:id="1595"/>
      <w:bookmarkEnd w:id="1596"/>
    </w:p>
    <w:p w14:paraId="0984D422" w14:textId="77777777" w:rsidR="003E32EB" w:rsidRPr="00EF2F0E" w:rsidRDefault="003E32EB" w:rsidP="00A40339">
      <w:pPr>
        <w:pStyle w:val="Heading5"/>
      </w:pPr>
      <w:bookmarkStart w:id="1597" w:name="_Toc21095871"/>
      <w:bookmarkStart w:id="1598" w:name="_Toc29763070"/>
      <w:bookmarkStart w:id="1599" w:name="_Toc45869355"/>
      <w:bookmarkStart w:id="1600" w:name="_Toc52554603"/>
      <w:bookmarkStart w:id="1601" w:name="_Toc52555073"/>
      <w:bookmarkStart w:id="1602" w:name="_Toc61112298"/>
      <w:bookmarkStart w:id="1603" w:name="_Toc67911450"/>
      <w:bookmarkStart w:id="1604" w:name="_Toc74842925"/>
      <w:bookmarkStart w:id="1605" w:name="_Toc76503308"/>
      <w:bookmarkStart w:id="1606" w:name="_Toc83040751"/>
      <w:bookmarkStart w:id="1607" w:name="_Toc89851794"/>
      <w:bookmarkStart w:id="1608" w:name="_Toc98676148"/>
      <w:r w:rsidRPr="00EF2F0E">
        <w:t>6.6.4.3.1</w:t>
      </w:r>
      <w:r w:rsidRPr="00EF2F0E">
        <w:tab/>
        <w:t>General</w:t>
      </w:r>
      <w:bookmarkEnd w:id="1597"/>
      <w:bookmarkEnd w:id="1598"/>
      <w:bookmarkEnd w:id="1599"/>
      <w:bookmarkEnd w:id="1600"/>
      <w:bookmarkEnd w:id="1601"/>
      <w:bookmarkEnd w:id="1602"/>
      <w:bookmarkEnd w:id="1603"/>
      <w:bookmarkEnd w:id="1604"/>
      <w:bookmarkEnd w:id="1605"/>
      <w:bookmarkEnd w:id="1606"/>
      <w:bookmarkEnd w:id="1607"/>
      <w:bookmarkEnd w:id="1608"/>
    </w:p>
    <w:p w14:paraId="0984D423" w14:textId="77777777" w:rsidR="003E32EB" w:rsidRPr="00EF2F0E" w:rsidRDefault="003E32EB" w:rsidP="00A40339">
      <w:pPr>
        <w:keepNext/>
      </w:pPr>
      <w:r w:rsidRPr="00EF2F0E">
        <w:t xml:space="preserve">The spectrum emission mask requirements for a UTRA single RAT AAS BS are that for each applicable </w:t>
      </w:r>
      <w:r w:rsidRPr="00EF2F0E">
        <w:rPr>
          <w:i/>
        </w:rPr>
        <w:t>basic limit</w:t>
      </w:r>
      <w:r w:rsidRPr="00EF2F0E">
        <w:t xml:space="preserve"> as specified in 3GPP TS 25.104 [2] or TS 25.105 [7], and for each </w:t>
      </w:r>
      <w:r w:rsidRPr="00EF2F0E">
        <w:rPr>
          <w:i/>
        </w:rPr>
        <w:t>TAB connector TX min cell group</w:t>
      </w:r>
      <w:r w:rsidRPr="00EF2F0E">
        <w:t xml:space="preserve"> the power sum of emissions at the </w:t>
      </w:r>
      <w:r w:rsidRPr="00EF2F0E">
        <w:rPr>
          <w:i/>
        </w:rPr>
        <w:t>TAB connectors</w:t>
      </w:r>
      <w:r w:rsidRPr="00EF2F0E">
        <w:t xml:space="preserve"> of the </w:t>
      </w:r>
      <w:r w:rsidRPr="00EF2F0E">
        <w:rPr>
          <w:i/>
        </w:rPr>
        <w:t>TAB connector TX min cell group</w:t>
      </w:r>
      <w:r w:rsidRPr="00EF2F0E">
        <w:t xml:space="preserve"> shall not exceed an AAS BS limit specified as the </w:t>
      </w:r>
      <w:r w:rsidRPr="00EF2F0E">
        <w:rPr>
          <w:i/>
        </w:rPr>
        <w:t>basic limit</w:t>
      </w:r>
      <w:r w:rsidRPr="00EF2F0E">
        <w:t>s + 10log</w:t>
      </w:r>
      <w:r w:rsidRPr="00EF2F0E">
        <w:rPr>
          <w:vertAlign w:val="subscript"/>
        </w:rPr>
        <w:t>10</w:t>
      </w:r>
      <w:r w:rsidRPr="00EF2F0E">
        <w:t>(N</w:t>
      </w:r>
      <w:r w:rsidRPr="00EF2F0E">
        <w:rPr>
          <w:vertAlign w:val="subscript"/>
        </w:rPr>
        <w:t>TXU,countedpercell</w:t>
      </w:r>
      <w:r w:rsidRPr="00EF2F0E">
        <w:t>).</w:t>
      </w:r>
    </w:p>
    <w:p w14:paraId="0984D424" w14:textId="77777777" w:rsidR="003E32EB" w:rsidRPr="00EF2F0E" w:rsidRDefault="003E32EB" w:rsidP="00A40339">
      <w:pPr>
        <w:pStyle w:val="NO"/>
      </w:pPr>
      <w:r w:rsidRPr="00EF2F0E">
        <w:t>NOTE:</w:t>
      </w:r>
      <w:r w:rsidRPr="00EF2F0E">
        <w:tab/>
        <w:t>Conformance to the AAS BS spectrum emission mask requirement can be demonstrated by meeting at least one of the following criteria as determined by the manufacturer:</w:t>
      </w:r>
    </w:p>
    <w:p w14:paraId="0984D425" w14:textId="77777777" w:rsidR="003E32EB" w:rsidRPr="00EF2F0E" w:rsidRDefault="003E32EB" w:rsidP="00A40339">
      <w:pPr>
        <w:pStyle w:val="B3"/>
        <w:ind w:left="1418"/>
      </w:pPr>
      <w:r w:rsidRPr="00EF2F0E">
        <w:t>1)</w:t>
      </w:r>
      <w:r w:rsidRPr="00EF2F0E">
        <w:tab/>
        <w:t xml:space="preserve">The sum of the emissions power measured on each </w:t>
      </w:r>
      <w:r w:rsidRPr="00EF2F0E">
        <w:rPr>
          <w:i/>
        </w:rPr>
        <w:t>TAB connector</w:t>
      </w:r>
      <w:r w:rsidRPr="00EF2F0E">
        <w:t xml:space="preserve"> in the </w:t>
      </w:r>
      <w:r w:rsidRPr="00EF2F0E">
        <w:rPr>
          <w:i/>
        </w:rPr>
        <w:t xml:space="preserve">TAB connector TX min cell group </w:t>
      </w:r>
      <w:r w:rsidRPr="00EF2F0E">
        <w:t>shall be less than or equal to the AAS limit as defined in this subclause for the respective frequency span.</w:t>
      </w:r>
    </w:p>
    <w:p w14:paraId="0984D426" w14:textId="77777777" w:rsidR="003E32EB" w:rsidRPr="00EF2F0E" w:rsidRDefault="003E32EB" w:rsidP="00A40339">
      <w:pPr>
        <w:pStyle w:val="B3"/>
        <w:ind w:left="1418"/>
      </w:pPr>
      <w:r w:rsidRPr="00EF2F0E">
        <w:t>Or</w:t>
      </w:r>
    </w:p>
    <w:p w14:paraId="0984D427" w14:textId="77777777" w:rsidR="003E32EB" w:rsidRPr="00EF2F0E" w:rsidRDefault="003E32EB" w:rsidP="00A40339">
      <w:pPr>
        <w:pStyle w:val="B3"/>
        <w:ind w:left="1418"/>
      </w:pPr>
      <w:r w:rsidRPr="00EF2F0E">
        <w:t>2)</w:t>
      </w:r>
      <w:r w:rsidRPr="00EF2F0E">
        <w:tab/>
        <w:t xml:space="preserve">The spectrum emission mask power at each </w:t>
      </w:r>
      <w:r w:rsidRPr="00EF2F0E">
        <w:rPr>
          <w:i/>
        </w:rPr>
        <w:t>TAB connector</w:t>
      </w:r>
      <w:r w:rsidRPr="00EF2F0E">
        <w:t xml:space="preserve"> shall be less than or equal to the AAS BS limit as defined</w:t>
      </w:r>
      <w:r w:rsidRPr="00EF2F0E" w:rsidDel="00552ABB">
        <w:t xml:space="preserve"> </w:t>
      </w:r>
      <w:r w:rsidRPr="00EF2F0E">
        <w:t>in this subclause for the respective frequency span, scaled by -10log</w:t>
      </w:r>
      <w:r w:rsidRPr="00EF2F0E">
        <w:rPr>
          <w:vertAlign w:val="subscript"/>
        </w:rPr>
        <w:t>10</w:t>
      </w:r>
      <w:r w:rsidRPr="00EF2F0E">
        <w:t>(</w:t>
      </w:r>
      <w:r w:rsidRPr="00EF2F0E">
        <w:rPr>
          <w:i/>
        </w:rPr>
        <w:t>n</w:t>
      </w:r>
      <w:r w:rsidRPr="00EF2F0E">
        <w:t xml:space="preserve">), where </w:t>
      </w:r>
      <w:r w:rsidRPr="00EF2F0E">
        <w:rPr>
          <w:i/>
        </w:rPr>
        <w:t>n</w:t>
      </w:r>
      <w:r w:rsidRPr="00EF2F0E">
        <w:t xml:space="preserve"> is the number of </w:t>
      </w:r>
      <w:r w:rsidRPr="00EF2F0E">
        <w:rPr>
          <w:i/>
        </w:rPr>
        <w:t>TAB connectors</w:t>
      </w:r>
      <w:r w:rsidRPr="00EF2F0E">
        <w:t xml:space="preserve"> in the </w:t>
      </w:r>
      <w:r w:rsidRPr="00EF2F0E">
        <w:rPr>
          <w:i/>
        </w:rPr>
        <w:t>TAB connector TX min cell group</w:t>
      </w:r>
      <w:r w:rsidRPr="00EF2F0E">
        <w:t>.</w:t>
      </w:r>
    </w:p>
    <w:p w14:paraId="0984D428" w14:textId="77777777" w:rsidR="003E32EB" w:rsidRPr="00EF2F0E" w:rsidRDefault="003E32EB" w:rsidP="00A40339">
      <w:pPr>
        <w:pStyle w:val="Heading5"/>
      </w:pPr>
      <w:bookmarkStart w:id="1609" w:name="_Toc21095872"/>
      <w:bookmarkStart w:id="1610" w:name="_Toc29763071"/>
      <w:bookmarkStart w:id="1611" w:name="_Toc45869356"/>
      <w:bookmarkStart w:id="1612" w:name="_Toc52554604"/>
      <w:bookmarkStart w:id="1613" w:name="_Toc52555074"/>
      <w:bookmarkStart w:id="1614" w:name="_Toc61112299"/>
      <w:bookmarkStart w:id="1615" w:name="_Toc67911451"/>
      <w:bookmarkStart w:id="1616" w:name="_Toc74842926"/>
      <w:bookmarkStart w:id="1617" w:name="_Toc76503309"/>
      <w:bookmarkStart w:id="1618" w:name="_Toc83040752"/>
      <w:bookmarkStart w:id="1619" w:name="_Toc89851795"/>
      <w:bookmarkStart w:id="1620" w:name="_Toc98676149"/>
      <w:r w:rsidRPr="00EF2F0E">
        <w:t>6.6.4.3.2</w:t>
      </w:r>
      <w:r w:rsidRPr="00EF2F0E">
        <w:tab/>
        <w:t>Basic limits for single RAT UTRA FDD operation</w:t>
      </w:r>
      <w:bookmarkEnd w:id="1609"/>
      <w:bookmarkEnd w:id="1610"/>
      <w:bookmarkEnd w:id="1611"/>
      <w:bookmarkEnd w:id="1612"/>
      <w:bookmarkEnd w:id="1613"/>
      <w:bookmarkEnd w:id="1614"/>
      <w:bookmarkEnd w:id="1615"/>
      <w:bookmarkEnd w:id="1616"/>
      <w:bookmarkEnd w:id="1617"/>
      <w:bookmarkEnd w:id="1618"/>
      <w:bookmarkEnd w:id="1619"/>
      <w:bookmarkEnd w:id="1620"/>
    </w:p>
    <w:p w14:paraId="0984D429" w14:textId="77777777" w:rsidR="003E32EB" w:rsidRPr="00EF2F0E" w:rsidRDefault="003E32EB" w:rsidP="00A40339">
      <w:pPr>
        <w:rPr>
          <w:rFonts w:cs="v4.2.0"/>
        </w:rPr>
      </w:pPr>
      <w:r w:rsidRPr="00EF2F0E">
        <w:rPr>
          <w:rFonts w:cs="v4.2.0"/>
        </w:rPr>
        <w:t xml:space="preserve">The </w:t>
      </w:r>
      <w:r w:rsidRPr="00EF2F0E">
        <w:rPr>
          <w:rFonts w:cs="v4.2.0"/>
          <w:i/>
        </w:rPr>
        <w:t>basic limit</w:t>
      </w:r>
      <w:r w:rsidRPr="00EF2F0E">
        <w:rPr>
          <w:rFonts w:cs="v4.2.0"/>
        </w:rPr>
        <w:t xml:space="preserve"> is specified in tables 6.6.4.3.2-1 to 6.6.4.3.2-10 for the appropriate P</w:t>
      </w:r>
      <w:r w:rsidRPr="00EF2F0E">
        <w:rPr>
          <w:rFonts w:cs="v4.2.0"/>
          <w:vertAlign w:val="subscript"/>
        </w:rPr>
        <w:t>Rated,c,sys</w:t>
      </w:r>
      <w:r w:rsidRPr="00EF2F0E">
        <w:rPr>
          <w:rFonts w:cs="v4.2.0"/>
        </w:rPr>
        <w:t>, where:</w:t>
      </w:r>
    </w:p>
    <w:p w14:paraId="0984D42A" w14:textId="77777777" w:rsidR="003E32EB" w:rsidRPr="00EF2F0E" w:rsidRDefault="003E32EB" w:rsidP="00A40339">
      <w:pPr>
        <w:pStyle w:val="B10"/>
      </w:pPr>
      <w:r w:rsidRPr="00EF2F0E">
        <w:t>-</w:t>
      </w:r>
      <w:r w:rsidRPr="00EF2F0E">
        <w:tab/>
      </w:r>
      <w:r w:rsidRPr="00EF2F0E">
        <w:sym w:font="Symbol" w:char="F044"/>
      </w:r>
      <w:r w:rsidRPr="00EF2F0E">
        <w:t>f is the separation between the carrier frequency and the nominal -3 dB point of the measuring filter closest to the carrier frequency.</w:t>
      </w:r>
    </w:p>
    <w:p w14:paraId="0984D42B" w14:textId="77777777" w:rsidR="003E32EB" w:rsidRPr="00EF2F0E" w:rsidRDefault="003E32EB" w:rsidP="00A40339">
      <w:pPr>
        <w:pStyle w:val="B10"/>
        <w:rPr>
          <w:rFonts w:cs="v4.2.0"/>
        </w:rPr>
      </w:pPr>
      <w:r w:rsidRPr="00EF2F0E">
        <w:rPr>
          <w:rFonts w:cs="v4.2.0"/>
        </w:rPr>
        <w:t>-</w:t>
      </w:r>
      <w:r w:rsidRPr="00EF2F0E">
        <w:rPr>
          <w:rFonts w:cs="v4.2.0"/>
        </w:rPr>
        <w:tab/>
        <w:t>f_offset is the separation between the carrier frequency and the centre of the measurement filter;</w:t>
      </w:r>
    </w:p>
    <w:p w14:paraId="0984D42C" w14:textId="77777777" w:rsidR="003E32EB" w:rsidRPr="00EF2F0E" w:rsidRDefault="003E32EB" w:rsidP="00A40339">
      <w:pPr>
        <w:pStyle w:val="B10"/>
      </w:pPr>
      <w:r w:rsidRPr="00EF2F0E">
        <w:t>-</w:t>
      </w:r>
      <w:r w:rsidRPr="00EF2F0E">
        <w:tab/>
        <w:t>f_offset</w:t>
      </w:r>
      <w:r w:rsidRPr="00EF2F0E">
        <w:rPr>
          <w:vertAlign w:val="subscript"/>
        </w:rPr>
        <w:t>max</w:t>
      </w:r>
      <w:r w:rsidRPr="00EF2F0E">
        <w:t xml:space="preserve"> is either 12.5 MHz or the offset to the UMTS Tx band edge as defined in clause </w:t>
      </w:r>
      <w:r w:rsidR="00BB326E">
        <w:rPr>
          <w:rFonts w:eastAsia="MS Mincho"/>
        </w:rPr>
        <w:t>5.2</w:t>
      </w:r>
      <w:r w:rsidRPr="00EF2F0E">
        <w:t>, whichever is the greater.</w:t>
      </w:r>
    </w:p>
    <w:p w14:paraId="0984D42D" w14:textId="77777777" w:rsidR="003E32EB" w:rsidRPr="00EF2F0E" w:rsidRDefault="003E32EB" w:rsidP="00A40339">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f_offset</w:t>
      </w:r>
      <w:r w:rsidRPr="00EF2F0E">
        <w:rPr>
          <w:vertAlign w:val="subscript"/>
        </w:rPr>
        <w:t>max</w:t>
      </w:r>
      <w:r w:rsidRPr="00EF2F0E">
        <w:t xml:space="preserve"> minus half of the bandwidth of the measuring filter.</w:t>
      </w:r>
    </w:p>
    <w:p w14:paraId="0984D42E" w14:textId="77777777" w:rsidR="003E32EB" w:rsidRPr="00EF2F0E" w:rsidRDefault="003E32EB" w:rsidP="00A40339">
      <w:pPr>
        <w:rPr>
          <w:rFonts w:eastAsia="MS Mincho"/>
        </w:rPr>
      </w:pPr>
      <w:r w:rsidRPr="00EF2F0E">
        <w:rPr>
          <w:rFonts w:eastAsia="MS Mincho"/>
        </w:rPr>
        <w:t xml:space="preserve">Inside any </w:t>
      </w:r>
      <w:r w:rsidRPr="00EF2F0E">
        <w:rPr>
          <w:rFonts w:eastAsia="MS Mincho"/>
          <w:i/>
        </w:rPr>
        <w:t>Inter RF Bandwidth gaps</w:t>
      </w:r>
      <w:r w:rsidRPr="00EF2F0E">
        <w:rPr>
          <w:rFonts w:eastAsia="MS Mincho"/>
        </w:rPr>
        <w:t xml:space="preserve"> with Wgap &lt; </w:t>
      </w:r>
      <w:r w:rsidRPr="00EF2F0E">
        <w:t>2×Δf</w:t>
      </w:r>
      <w:r w:rsidRPr="00EF2F0E">
        <w:rPr>
          <w:vertAlign w:val="subscript"/>
        </w:rPr>
        <w:t>OBUE</w:t>
      </w:r>
      <w:r w:rsidRPr="00EF2F0E">
        <w:rPr>
          <w:rFonts w:eastAsia="MS Mincho"/>
        </w:rPr>
        <w:t xml:space="preserve"> for a </w:t>
      </w:r>
      <w:r w:rsidRPr="00EF2F0E">
        <w:rPr>
          <w:rFonts w:eastAsia="MS Mincho"/>
          <w:i/>
        </w:rPr>
        <w:t>multi-band TAB connector</w:t>
      </w:r>
      <w:r w:rsidRPr="00EF2F0E">
        <w:rPr>
          <w:rFonts w:eastAsia="MS Mincho"/>
        </w:rPr>
        <w:t xml:space="preserve">, emissions shall not exceed the cumulative sum of the </w:t>
      </w:r>
      <w:r w:rsidRPr="00EF2F0E">
        <w:rPr>
          <w:rFonts w:cs="v4.2.0"/>
          <w:i/>
        </w:rPr>
        <w:t>basic limits</w:t>
      </w:r>
      <w:r w:rsidRPr="00EF2F0E">
        <w:rPr>
          <w:rFonts w:eastAsia="MS Mincho"/>
        </w:rPr>
        <w:t xml:space="preserve"> specified at the </w:t>
      </w:r>
      <w:r w:rsidRPr="00EF2F0E">
        <w:rPr>
          <w:rFonts w:eastAsia="MS Mincho"/>
          <w:i/>
        </w:rPr>
        <w:t>Base Station RF Bandwidth edges</w:t>
      </w:r>
      <w:r w:rsidRPr="00EF2F0E">
        <w:rPr>
          <w:rFonts w:eastAsia="MS Mincho"/>
        </w:rPr>
        <w:t xml:space="preserve"> on each side of the </w:t>
      </w:r>
      <w:r w:rsidRPr="00EF2F0E">
        <w:rPr>
          <w:rFonts w:eastAsia="MS Mincho"/>
          <w:i/>
        </w:rPr>
        <w:t>Inter RF Bandwidth gap</w:t>
      </w:r>
      <w:r w:rsidRPr="00EF2F0E">
        <w:rPr>
          <w:rFonts w:eastAsia="MS Mincho"/>
        </w:rPr>
        <w:t xml:space="preserve">. The </w:t>
      </w:r>
      <w:r w:rsidRPr="00EF2F0E">
        <w:rPr>
          <w:rFonts w:cs="v4.2.0"/>
          <w:i/>
        </w:rPr>
        <w:t>basic limit</w:t>
      </w:r>
      <w:r w:rsidRPr="00EF2F0E">
        <w:rPr>
          <w:rFonts w:cs="v4.2.0"/>
        </w:rPr>
        <w:t xml:space="preserve"> </w:t>
      </w:r>
      <w:r w:rsidRPr="00EF2F0E">
        <w:rPr>
          <w:rFonts w:eastAsia="MS Mincho"/>
        </w:rPr>
        <w:t xml:space="preserve">for </w:t>
      </w:r>
      <w:r w:rsidRPr="00EF2F0E">
        <w:rPr>
          <w:rFonts w:eastAsia="MS Mincho"/>
          <w:i/>
        </w:rPr>
        <w:t>Base Station RF Bandwidth edge</w:t>
      </w:r>
      <w:r w:rsidRPr="00EF2F0E">
        <w:rPr>
          <w:rFonts w:eastAsia="MS Mincho"/>
        </w:rPr>
        <w:t xml:space="preserve"> is specified in tables </w:t>
      </w:r>
      <w:r w:rsidRPr="00EF2F0E">
        <w:rPr>
          <w:rFonts w:cs="v4.2.0"/>
        </w:rPr>
        <w:t xml:space="preserve">6.6.4.3.2-1 to 6.6.4.3.2-10 </w:t>
      </w:r>
      <w:r w:rsidRPr="00EF2F0E">
        <w:rPr>
          <w:rFonts w:eastAsia="MS Mincho"/>
        </w:rPr>
        <w:t>below, where in this case:</w:t>
      </w:r>
    </w:p>
    <w:p w14:paraId="0984D42F" w14:textId="77777777" w:rsidR="003E32EB" w:rsidRPr="00EF2F0E" w:rsidRDefault="003E32EB" w:rsidP="00A40339">
      <w:pPr>
        <w:pStyle w:val="B10"/>
        <w:rPr>
          <w:rFonts w:eastAsia="MS Mincho"/>
        </w:rPr>
      </w:pPr>
      <w:r w:rsidRPr="00EF2F0E">
        <w:rPr>
          <w:rFonts w:eastAsia="MS Mincho"/>
        </w:rPr>
        <w:t>-</w:t>
      </w:r>
      <w:r w:rsidRPr="00EF2F0E">
        <w:rPr>
          <w:rFonts w:eastAsia="MS Mincho"/>
        </w:rPr>
        <w:tab/>
      </w:r>
      <w:r w:rsidRPr="00EF2F0E">
        <w:sym w:font="Symbol" w:char="F044"/>
      </w:r>
      <w:r w:rsidRPr="00EF2F0E">
        <w:rPr>
          <w:rFonts w:eastAsia="MS Mincho"/>
        </w:rPr>
        <w:t xml:space="preserve">f is equal to 2.5MHz plus the separation between the </w:t>
      </w:r>
      <w:r w:rsidRPr="00EF2F0E">
        <w:rPr>
          <w:rFonts w:eastAsia="MS Mincho"/>
          <w:i/>
        </w:rPr>
        <w:t>Base Station RF Bandwidth edge</w:t>
      </w:r>
      <w:r w:rsidRPr="00EF2F0E">
        <w:rPr>
          <w:rFonts w:eastAsia="MS Mincho"/>
        </w:rPr>
        <w:t xml:space="preserve"> frequency and the nominal -3dB point of the measuring filter closest to the </w:t>
      </w:r>
      <w:r w:rsidRPr="00EF2F0E">
        <w:rPr>
          <w:rFonts w:eastAsia="MS Mincho"/>
          <w:i/>
        </w:rPr>
        <w:t>Base Station RF Bandwidth edge</w:t>
      </w:r>
      <w:r w:rsidRPr="00EF2F0E">
        <w:rPr>
          <w:rFonts w:eastAsia="MS Mincho"/>
        </w:rPr>
        <w:t>.</w:t>
      </w:r>
    </w:p>
    <w:p w14:paraId="0984D430" w14:textId="77777777" w:rsidR="003E32EB" w:rsidRPr="00EF2F0E" w:rsidRDefault="003E32EB" w:rsidP="00A40339">
      <w:pPr>
        <w:pStyle w:val="B10"/>
        <w:rPr>
          <w:rFonts w:eastAsia="MS Mincho"/>
        </w:rPr>
      </w:pPr>
      <w:r w:rsidRPr="00EF2F0E">
        <w:rPr>
          <w:rFonts w:eastAsia="MS Mincho"/>
        </w:rPr>
        <w:t>-</w:t>
      </w:r>
      <w:r w:rsidRPr="00EF2F0E">
        <w:rPr>
          <w:rFonts w:eastAsia="MS Mincho"/>
        </w:rPr>
        <w:tab/>
        <w:t xml:space="preserve">f_offset is equal to 2.5MHz plus the separation between the </w:t>
      </w:r>
      <w:r w:rsidRPr="00EF2F0E">
        <w:rPr>
          <w:rFonts w:eastAsia="MS Mincho"/>
          <w:i/>
        </w:rPr>
        <w:t>Base Station RF Bandwidth</w:t>
      </w:r>
      <w:r w:rsidRPr="00EF2F0E">
        <w:rPr>
          <w:rFonts w:eastAsia="MS Mincho"/>
        </w:rPr>
        <w:t xml:space="preserve"> edge frequency and the centre of the measuring filter.</w:t>
      </w:r>
    </w:p>
    <w:p w14:paraId="0984D431" w14:textId="77777777" w:rsidR="003E32EB" w:rsidRPr="00EF2F0E" w:rsidRDefault="003E32EB" w:rsidP="00A40339">
      <w:pPr>
        <w:pStyle w:val="B10"/>
        <w:rPr>
          <w:rFonts w:eastAsia="MS Mincho"/>
        </w:rPr>
      </w:pPr>
      <w:r w:rsidRPr="00EF2F0E">
        <w:rPr>
          <w:rFonts w:eastAsia="MS Mincho"/>
        </w:rPr>
        <w:t>-</w:t>
      </w:r>
      <w:r w:rsidRPr="00EF2F0E">
        <w:rPr>
          <w:rFonts w:eastAsia="MS Mincho"/>
        </w:rPr>
        <w:tab/>
        <w:t>f_offset</w:t>
      </w:r>
      <w:r w:rsidRPr="00EF2F0E">
        <w:rPr>
          <w:rFonts w:eastAsia="MS Mincho"/>
          <w:vertAlign w:val="subscript"/>
        </w:rPr>
        <w:t>max</w:t>
      </w:r>
      <w:r w:rsidRPr="00EF2F0E">
        <w:rPr>
          <w:rFonts w:eastAsia="MS Mincho"/>
        </w:rPr>
        <w:t xml:space="preserve"> is either 12.5 MHz or the offset to the UMTS Tx band edge as defined in </w:t>
      </w:r>
      <w:r w:rsidR="0044667C" w:rsidRPr="00EF2F0E">
        <w:rPr>
          <w:rFonts w:eastAsia="MS Mincho"/>
        </w:rPr>
        <w:t>clause</w:t>
      </w:r>
      <w:r w:rsidRPr="00EF2F0E">
        <w:rPr>
          <w:rFonts w:eastAsia="MS Mincho"/>
        </w:rPr>
        <w:t xml:space="preserve"> 5.2, whichever is the greater.</w:t>
      </w:r>
    </w:p>
    <w:p w14:paraId="0984D432" w14:textId="77777777" w:rsidR="003E32EB" w:rsidRPr="00EF2F0E" w:rsidRDefault="003E32EB" w:rsidP="00A40339">
      <w:pPr>
        <w:pStyle w:val="B10"/>
      </w:pPr>
      <w:r w:rsidRPr="00EF2F0E">
        <w:rPr>
          <w:rFonts w:eastAsia="MS Mincho"/>
        </w:rPr>
        <w:t>-</w:t>
      </w:r>
      <w:r w:rsidRPr="00EF2F0E">
        <w:rPr>
          <w:rFonts w:eastAsia="MS Mincho"/>
        </w:rPr>
        <w:tab/>
      </w:r>
      <w:r w:rsidRPr="00EF2F0E">
        <w:sym w:font="Symbol" w:char="F044"/>
      </w:r>
      <w:r w:rsidRPr="00EF2F0E">
        <w:rPr>
          <w:rFonts w:eastAsia="MS Mincho"/>
        </w:rPr>
        <w:t>f</w:t>
      </w:r>
      <w:r w:rsidRPr="00EF2F0E">
        <w:rPr>
          <w:rFonts w:eastAsia="MS Mincho"/>
          <w:vertAlign w:val="subscript"/>
        </w:rPr>
        <w:t>max</w:t>
      </w:r>
      <w:r w:rsidRPr="00EF2F0E">
        <w:rPr>
          <w:rFonts w:eastAsia="MS Mincho"/>
        </w:rPr>
        <w:t xml:space="preserve"> is equal to f_offset</w:t>
      </w:r>
      <w:r w:rsidRPr="00EF2F0E">
        <w:rPr>
          <w:rFonts w:eastAsia="MS Mincho"/>
          <w:vertAlign w:val="subscript"/>
        </w:rPr>
        <w:t>max</w:t>
      </w:r>
      <w:r w:rsidRPr="00EF2F0E">
        <w:rPr>
          <w:rFonts w:eastAsia="MS Mincho"/>
        </w:rPr>
        <w:t xml:space="preserve"> minus half of the bandwidth of the measuring filter.</w:t>
      </w:r>
    </w:p>
    <w:p w14:paraId="0984D433" w14:textId="77777777" w:rsidR="003E32EB" w:rsidRPr="00EF2F0E" w:rsidRDefault="003E32EB" w:rsidP="00A40339">
      <w:pPr>
        <w:keepNext/>
      </w:pPr>
      <w:r w:rsidRPr="00EF2F0E">
        <w:t xml:space="preserve">For a </w:t>
      </w:r>
      <w:r w:rsidRPr="00EF2F0E">
        <w:rPr>
          <w:i/>
        </w:rPr>
        <w:t>multi-band TAB connector</w:t>
      </w:r>
      <w:r w:rsidRPr="00EF2F0E">
        <w:t xml:space="preserve">, the operating band unwanted emission </w:t>
      </w:r>
      <w:r w:rsidRPr="00EF2F0E">
        <w:rPr>
          <w:i/>
        </w:rPr>
        <w:t>basic limits</w:t>
      </w:r>
      <w:r w:rsidRPr="00EF2F0E">
        <w:t xml:space="preserve"> apply also in a supported operating band without any carrier transmitted, in the case where there are carrier(s) transmitted in another supported operating band. In this case, no cumulative limit is applied in the </w:t>
      </w:r>
      <w:r w:rsidRPr="00EF2F0E">
        <w:rPr>
          <w:i/>
        </w:rPr>
        <w:t>inter-band gap</w:t>
      </w:r>
      <w:r w:rsidRPr="00EF2F0E">
        <w:t xml:space="preserve"> between a supported </w:t>
      </w:r>
      <w:r w:rsidRPr="00EF2F0E">
        <w:rPr>
          <w:i/>
        </w:rPr>
        <w:t>downlink operating band</w:t>
      </w:r>
      <w:r w:rsidRPr="00EF2F0E">
        <w:t xml:space="preserve"> with carrier(s) transmitted and a supported </w:t>
      </w:r>
      <w:r w:rsidRPr="00EF2F0E">
        <w:rPr>
          <w:i/>
        </w:rPr>
        <w:t>downlink operating band</w:t>
      </w:r>
      <w:r w:rsidRPr="00EF2F0E">
        <w:t xml:space="preserve"> without any carrier transmitted and</w:t>
      </w:r>
    </w:p>
    <w:p w14:paraId="0984D434" w14:textId="77777777" w:rsidR="003E32EB" w:rsidRPr="00EF2F0E" w:rsidRDefault="003E32EB" w:rsidP="00A40339">
      <w:pPr>
        <w:pStyle w:val="B10"/>
        <w:rPr>
          <w:lang w:eastAsia="zh-CN"/>
        </w:rPr>
      </w:pPr>
      <w:r w:rsidRPr="00EF2F0E">
        <w:rPr>
          <w:lang w:eastAsia="zh-CN"/>
        </w:rPr>
        <w:t>-</w:t>
      </w:r>
      <w:r w:rsidRPr="00EF2F0E">
        <w:rPr>
          <w:lang w:eastAsia="zh-CN"/>
        </w:rPr>
        <w:tab/>
        <w:t xml:space="preserve">In case the </w:t>
      </w:r>
      <w:r w:rsidRPr="00EF2F0E">
        <w:rPr>
          <w:i/>
          <w:lang w:eastAsia="zh-CN"/>
        </w:rPr>
        <w:t>inter-band gap</w:t>
      </w:r>
      <w:r w:rsidRPr="00EF2F0E">
        <w:rPr>
          <w:lang w:eastAsia="zh-CN"/>
        </w:rPr>
        <w:t xml:space="preserve"> between a downlink band with carrier(s) transmitted and a downlink band without any carrier transmitted is less than </w:t>
      </w:r>
      <w:r w:rsidRPr="00EF2F0E">
        <w:t>2×Δf</w:t>
      </w:r>
      <w:r w:rsidRPr="00EF2F0E">
        <w:rPr>
          <w:vertAlign w:val="subscript"/>
        </w:rPr>
        <w:t>OBUE</w:t>
      </w:r>
      <w:r w:rsidRPr="00EF2F0E">
        <w:rPr>
          <w:lang w:eastAsia="zh-CN"/>
        </w:rPr>
        <w:t xml:space="preserve">, </w:t>
      </w:r>
      <w:r w:rsidRPr="00EF2F0E">
        <w:rPr>
          <w:rFonts w:cs="v5.0.0"/>
        </w:rPr>
        <w:t>f_offset</w:t>
      </w:r>
      <w:r w:rsidRPr="00EF2F0E">
        <w:rPr>
          <w:rFonts w:cs="v5.0.0"/>
          <w:vertAlign w:val="subscript"/>
        </w:rPr>
        <w:t>max</w:t>
      </w:r>
      <w:r w:rsidRPr="00EF2F0E">
        <w:rPr>
          <w:lang w:eastAsia="zh-CN"/>
        </w:rPr>
        <w:t xml:space="preserve"> shall be the offset to the frequency </w:t>
      </w:r>
      <w:r w:rsidRPr="00EF2F0E">
        <w:t>Δf</w:t>
      </w:r>
      <w:r w:rsidRPr="00EF2F0E">
        <w:rPr>
          <w:vertAlign w:val="subscript"/>
        </w:rPr>
        <w:t>OBUE</w:t>
      </w:r>
      <w:r w:rsidRPr="00EF2F0E">
        <w:rPr>
          <w:rFonts w:cs="v5.0.0"/>
        </w:rPr>
        <w:t xml:space="preserve"> outside the </w:t>
      </w:r>
      <w:r w:rsidRPr="00EF2F0E">
        <w:rPr>
          <w:rFonts w:cs="v5.0.0"/>
          <w:lang w:eastAsia="zh-CN"/>
        </w:rPr>
        <w:t xml:space="preserve">outermost edges of the two </w:t>
      </w:r>
      <w:r w:rsidRPr="00EF2F0E">
        <w:rPr>
          <w:rFonts w:cs="v5.0.0"/>
          <w:i/>
        </w:rPr>
        <w:t>downlink operating band</w:t>
      </w:r>
      <w:r w:rsidRPr="00EF2F0E">
        <w:rPr>
          <w:rFonts w:cs="v5.0.0"/>
          <w:lang w:eastAsia="zh-CN"/>
        </w:rPr>
        <w:t>s</w:t>
      </w:r>
      <w:r w:rsidRPr="00EF2F0E">
        <w:rPr>
          <w:lang w:eastAsia="zh-CN"/>
        </w:rPr>
        <w:t xml:space="preserve"> and the operating band unwanted emission limit </w:t>
      </w:r>
      <w:r w:rsidRPr="00EF2F0E">
        <w:t xml:space="preserve">of the band </w:t>
      </w:r>
      <w:r w:rsidRPr="00EF2F0E">
        <w:rPr>
          <w:rFonts w:cs="v3.8.0"/>
        </w:rPr>
        <w:t xml:space="preserve">where there are carriers transmitted, as </w:t>
      </w:r>
      <w:r w:rsidRPr="00EF2F0E">
        <w:rPr>
          <w:lang w:eastAsia="zh-CN"/>
        </w:rPr>
        <w:t xml:space="preserve">defined in the tables of the present subclause, shall apply across both downlink bands. </w:t>
      </w:r>
    </w:p>
    <w:p w14:paraId="0984D435" w14:textId="77777777" w:rsidR="003E32EB" w:rsidRPr="00EF2F0E" w:rsidRDefault="003E32EB" w:rsidP="00A40339">
      <w:pPr>
        <w:pStyle w:val="B10"/>
        <w:rPr>
          <w:rFonts w:cs="v5.0.0"/>
        </w:rPr>
      </w:pPr>
      <w:r w:rsidRPr="00EF2F0E">
        <w:rPr>
          <w:lang w:eastAsia="zh-CN"/>
        </w:rPr>
        <w:t>-</w:t>
      </w:r>
      <w:r w:rsidRPr="00EF2F0E">
        <w:rPr>
          <w:lang w:eastAsia="zh-CN"/>
        </w:rPr>
        <w:tab/>
        <w:t xml:space="preserve">In other cases, the operating band unwanted emission limit </w:t>
      </w:r>
      <w:r w:rsidRPr="00EF2F0E">
        <w:t xml:space="preserve">of the band </w:t>
      </w:r>
      <w:r w:rsidRPr="00EF2F0E">
        <w:rPr>
          <w:rFonts w:cs="v3.8.0"/>
        </w:rPr>
        <w:t xml:space="preserve">where there are carriers transmitted, as </w:t>
      </w:r>
      <w:r w:rsidRPr="00EF2F0E">
        <w:rPr>
          <w:lang w:eastAsia="zh-CN"/>
        </w:rPr>
        <w:t>defined in the tables of the present subclause for the largest frequency offset (</w:t>
      </w:r>
      <w:r w:rsidRPr="00EF2F0E">
        <w:sym w:font="Symbol" w:char="F044"/>
      </w:r>
      <w:r w:rsidRPr="00EF2F0E">
        <w:t>f</w:t>
      </w:r>
      <w:r w:rsidRPr="00EF2F0E">
        <w:rPr>
          <w:vertAlign w:val="subscript"/>
        </w:rPr>
        <w:t>max</w:t>
      </w:r>
      <w:r w:rsidRPr="00EF2F0E">
        <w:rPr>
          <w:lang w:eastAsia="zh-CN"/>
        </w:rPr>
        <w:t xml:space="preserve">), shall apply from </w:t>
      </w:r>
      <w:r w:rsidRPr="00EF2F0E">
        <w:t>Δf</w:t>
      </w:r>
      <w:r w:rsidRPr="00EF2F0E">
        <w:rPr>
          <w:vertAlign w:val="subscript"/>
        </w:rPr>
        <w:t>OBUE</w:t>
      </w:r>
      <w:r w:rsidRPr="00EF2F0E" w:rsidDel="000F70EA">
        <w:rPr>
          <w:lang w:eastAsia="zh-CN"/>
        </w:rPr>
        <w:t xml:space="preserve"> </w:t>
      </w:r>
      <w:r w:rsidRPr="00EF2F0E">
        <w:rPr>
          <w:lang w:eastAsia="zh-CN"/>
        </w:rPr>
        <w:t xml:space="preserve">below the lowest frequency, up to </w:t>
      </w:r>
      <w:r w:rsidRPr="00EF2F0E">
        <w:t>Δf</w:t>
      </w:r>
      <w:r w:rsidRPr="00EF2F0E">
        <w:rPr>
          <w:vertAlign w:val="subscript"/>
        </w:rPr>
        <w:t>OBUE</w:t>
      </w:r>
      <w:r w:rsidRPr="00EF2F0E" w:rsidDel="000F70EA">
        <w:rPr>
          <w:lang w:eastAsia="zh-CN"/>
        </w:rPr>
        <w:t xml:space="preserve"> </w:t>
      </w:r>
      <w:r w:rsidRPr="00EF2F0E">
        <w:rPr>
          <w:lang w:eastAsia="zh-CN"/>
        </w:rPr>
        <w:t xml:space="preserve">above the highest frequency of the </w:t>
      </w:r>
      <w:r w:rsidRPr="00EF2F0E">
        <w:rPr>
          <w:i/>
          <w:lang w:eastAsia="zh-CN"/>
        </w:rPr>
        <w:t>downlink operating band</w:t>
      </w:r>
      <w:r w:rsidRPr="00EF2F0E">
        <w:rPr>
          <w:lang w:eastAsia="zh-CN"/>
        </w:rPr>
        <w:t xml:space="preserve"> without any carrier transmitted.</w:t>
      </w:r>
    </w:p>
    <w:p w14:paraId="0984D436" w14:textId="77777777" w:rsidR="003E32EB" w:rsidRPr="00EF2F0E" w:rsidRDefault="003E32EB" w:rsidP="00A40339">
      <w:pPr>
        <w:keepNext/>
        <w:rPr>
          <w:rFonts w:cs="v5.0.0"/>
        </w:rPr>
      </w:pPr>
      <w:r w:rsidRPr="00EF2F0E">
        <w:rPr>
          <w:rFonts w:cs="v5.0.0"/>
        </w:rPr>
        <w:t xml:space="preserve">Inside any </w:t>
      </w:r>
      <w:r w:rsidRPr="00EF2F0E">
        <w:rPr>
          <w:rFonts w:cs="v5.0.0"/>
          <w:i/>
        </w:rPr>
        <w:t>sub-block gap</w:t>
      </w:r>
      <w:r w:rsidRPr="00EF2F0E">
        <w:rPr>
          <w:rFonts w:cs="v5.0.0"/>
        </w:rPr>
        <w:t xml:space="preserve"> for a </w:t>
      </w:r>
      <w:r w:rsidRPr="00EF2F0E">
        <w:rPr>
          <w:rFonts w:cs="v5.0.0"/>
          <w:i/>
        </w:rPr>
        <w:t>TAB connector</w:t>
      </w:r>
      <w:r w:rsidRPr="00EF2F0E">
        <w:rPr>
          <w:rFonts w:cs="v5.0.0"/>
        </w:rPr>
        <w:t xml:space="preserve"> operating in </w:t>
      </w:r>
      <w:r w:rsidRPr="00EF2F0E">
        <w:rPr>
          <w:rFonts w:cs="v5.0.0"/>
          <w:i/>
        </w:rPr>
        <w:t>non-contiguous spectrum</w:t>
      </w:r>
      <w:r w:rsidRPr="00EF2F0E">
        <w:rPr>
          <w:rFonts w:cs="v5.0.0"/>
        </w:rPr>
        <w:t xml:space="preserve">, emissions shall not exceed the cumulative sum of the </w:t>
      </w:r>
      <w:r w:rsidRPr="00EF2F0E">
        <w:rPr>
          <w:rFonts w:cs="v4.2.0"/>
          <w:i/>
        </w:rPr>
        <w:t>basic limits</w:t>
      </w:r>
      <w:r w:rsidRPr="00EF2F0E">
        <w:rPr>
          <w:rFonts w:cs="v5.0.0"/>
        </w:rPr>
        <w:t xml:space="preserve"> specified for the adjacent sub blocks on each side of the </w:t>
      </w:r>
      <w:r w:rsidRPr="00EF2F0E">
        <w:rPr>
          <w:rFonts w:cs="v5.0.0"/>
          <w:i/>
        </w:rPr>
        <w:t>sub-block gap</w:t>
      </w:r>
      <w:r w:rsidRPr="00EF2F0E">
        <w:rPr>
          <w:rFonts w:cs="v5.0.0"/>
        </w:rPr>
        <w:t xml:space="preserve">. The </w:t>
      </w:r>
      <w:r w:rsidRPr="00EF2F0E">
        <w:rPr>
          <w:rFonts w:cs="v4.2.0"/>
          <w:i/>
        </w:rPr>
        <w:t>basic limit</w:t>
      </w:r>
      <w:r w:rsidRPr="00EF2F0E">
        <w:rPr>
          <w:rFonts w:cs="v5.0.0"/>
        </w:rPr>
        <w:t xml:space="preserve"> for each sub block is specified in tables </w:t>
      </w:r>
      <w:r w:rsidRPr="00EF2F0E">
        <w:rPr>
          <w:rFonts w:cs="v4.2.0"/>
        </w:rPr>
        <w:t xml:space="preserve">6.6.4.3.2-1 to 6.6.4.3.2-10 </w:t>
      </w:r>
      <w:r w:rsidRPr="00EF2F0E">
        <w:rPr>
          <w:rFonts w:cs="v5.0.0"/>
        </w:rPr>
        <w:t>below, where in this case:</w:t>
      </w:r>
    </w:p>
    <w:p w14:paraId="0984D437" w14:textId="77777777" w:rsidR="003E32EB" w:rsidRPr="00EF2F0E" w:rsidRDefault="003E32EB" w:rsidP="00A40339">
      <w:pPr>
        <w:pStyle w:val="B10"/>
      </w:pPr>
      <w:r w:rsidRPr="00EF2F0E">
        <w:rPr>
          <w:rFonts w:cs="v5.0.0"/>
        </w:rPr>
        <w:t>-</w:t>
      </w:r>
      <w:r w:rsidRPr="00EF2F0E">
        <w:rPr>
          <w:rFonts w:cs="v5.0.0"/>
        </w:rPr>
        <w:tab/>
      </w:r>
      <w:r w:rsidRPr="00EF2F0E">
        <w:rPr>
          <w:rFonts w:cs="v5.0.0"/>
        </w:rPr>
        <w:sym w:font="Symbol" w:char="F044"/>
      </w:r>
      <w:r w:rsidRPr="00EF2F0E">
        <w:rPr>
          <w:rFonts w:cs="v5.0.0"/>
        </w:rPr>
        <w:t>f is equal to 2.5MHz plus the separation between the sub block edge</w:t>
      </w:r>
      <w:r w:rsidRPr="00EF2F0E">
        <w:t xml:space="preserve"> </w:t>
      </w:r>
      <w:r w:rsidRPr="00EF2F0E">
        <w:rPr>
          <w:rFonts w:cs="v5.0.0"/>
        </w:rPr>
        <w:t>frequency and the nominal -3 dB point of the measuring filter closest to the sub block edge.</w:t>
      </w:r>
    </w:p>
    <w:p w14:paraId="0984D438" w14:textId="77777777" w:rsidR="003E32EB" w:rsidRPr="00EF2F0E" w:rsidRDefault="003E32EB" w:rsidP="00A40339">
      <w:pPr>
        <w:pStyle w:val="B10"/>
      </w:pPr>
      <w:r w:rsidRPr="00EF2F0E">
        <w:t>-</w:t>
      </w:r>
      <w:r w:rsidRPr="00EF2F0E">
        <w:tab/>
        <w:t>f_offset is equal to 2.5MHz plus the separation between the sub block edge frequency and the centre of the measuring filter.</w:t>
      </w:r>
    </w:p>
    <w:p w14:paraId="0984D439" w14:textId="77777777" w:rsidR="003E32EB" w:rsidRPr="00EF2F0E" w:rsidRDefault="003E32EB" w:rsidP="00A40339">
      <w:pPr>
        <w:pStyle w:val="B10"/>
      </w:pPr>
      <w:r w:rsidRPr="00EF2F0E">
        <w:t>-</w:t>
      </w:r>
      <w:r w:rsidRPr="00EF2F0E">
        <w:tab/>
        <w:t>f_offset</w:t>
      </w:r>
      <w:r w:rsidRPr="00EF2F0E">
        <w:rPr>
          <w:vertAlign w:val="subscript"/>
        </w:rPr>
        <w:t>max</w:t>
      </w:r>
      <w:r w:rsidRPr="00EF2F0E">
        <w:t xml:space="preserve"> is equal to the </w:t>
      </w:r>
      <w:r w:rsidRPr="00EF2F0E">
        <w:rPr>
          <w:i/>
        </w:rPr>
        <w:t>sub-block gap</w:t>
      </w:r>
      <w:r w:rsidRPr="00EF2F0E">
        <w:t xml:space="preserve"> bandwidth minus half of the bandwidth of the measuring filter plus 2.5MHz.</w:t>
      </w:r>
    </w:p>
    <w:p w14:paraId="0984D43A" w14:textId="77777777" w:rsidR="003E32EB" w:rsidRPr="00EF2F0E" w:rsidRDefault="003E32EB" w:rsidP="00A40339">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f_offset</w:t>
      </w:r>
      <w:r w:rsidRPr="00EF2F0E">
        <w:rPr>
          <w:vertAlign w:val="subscript"/>
        </w:rPr>
        <w:t>max</w:t>
      </w:r>
      <w:r w:rsidRPr="00EF2F0E">
        <w:t xml:space="preserve"> minus half of the bandwidth of the measuring filter.</w:t>
      </w:r>
    </w:p>
    <w:p w14:paraId="0984D43B" w14:textId="77777777" w:rsidR="003E32EB" w:rsidRPr="00EF2F0E" w:rsidRDefault="003E32EB" w:rsidP="00A40339">
      <w:pPr>
        <w:pStyle w:val="TH"/>
        <w:rPr>
          <w:rFonts w:cs="v5.0.0"/>
        </w:rPr>
      </w:pPr>
      <w:r w:rsidRPr="00EF2F0E">
        <w:rPr>
          <w:rFonts w:cs="v5.0.0"/>
          <w:sz w:val="32"/>
        </w:rPr>
        <w:object w:dxaOrig="7225" w:dyaOrig="5420" w14:anchorId="09851197">
          <v:shape id="_x0000_i1026" type="#_x0000_t75" style="width:350.85pt;height:266.05pt" o:ole="" fillcolor="window">
            <v:imagedata r:id="rId17" o:title=""/>
          </v:shape>
          <o:OLEObject Type="Embed" ProgID="PowerPoint.Slide.8" ShapeID="_x0000_i1026" DrawAspect="Content" ObjectID="_1717663548" r:id="rId18"/>
        </w:object>
      </w:r>
    </w:p>
    <w:p w14:paraId="0984D43C" w14:textId="77777777" w:rsidR="003E32EB" w:rsidRPr="00EF2F0E" w:rsidRDefault="003E32EB" w:rsidP="00A40339">
      <w:pPr>
        <w:pStyle w:val="TF"/>
        <w:rPr>
          <w:rFonts w:cs="v5.0.0"/>
        </w:rPr>
      </w:pPr>
      <w:r w:rsidRPr="00EF2F0E">
        <w:rPr>
          <w:rFonts w:cs="v5.0.0"/>
        </w:rPr>
        <w:t>Figure 6.6.4.3.2-1: Spectrum emission mask</w:t>
      </w:r>
    </w:p>
    <w:p w14:paraId="0984D43D" w14:textId="77777777" w:rsidR="003E32EB" w:rsidRPr="00EF2F0E" w:rsidRDefault="003E32EB" w:rsidP="00A40339">
      <w:pPr>
        <w:pStyle w:val="TH"/>
      </w:pPr>
      <w:r w:rsidRPr="00EF2F0E">
        <w:rPr>
          <w:rFonts w:cs="v4.2.0"/>
        </w:rPr>
        <w:t>Table 6.6.4.3.2-1: Spectrum emission mask values, P</w:t>
      </w:r>
      <w:r w:rsidRPr="00EF2F0E">
        <w:rPr>
          <w:rFonts w:cs="v4.2.0"/>
          <w:vertAlign w:val="subscript"/>
        </w:rPr>
        <w:t>rated,c,cell</w:t>
      </w:r>
      <w:r w:rsidRPr="00EF2F0E">
        <w:t>-10*log10(N</w:t>
      </w:r>
      <w:r w:rsidRPr="00EF2F0E">
        <w:rPr>
          <w:vertAlign w:val="subscript"/>
        </w:rPr>
        <w:t>TXU,countedpercell</w:t>
      </w:r>
      <w:r w:rsidRPr="00EF2F0E">
        <w:t>)</w:t>
      </w:r>
      <w:r w:rsidRPr="00EF2F0E">
        <w:rPr>
          <w:rFonts w:cs="v4.2.0"/>
        </w:rPr>
        <w:t xml:space="preserve"> </w:t>
      </w:r>
      <w:r w:rsidRPr="00EF2F0E">
        <w:rPr>
          <w:rFonts w:cs="v4.2.0"/>
        </w:rPr>
        <w:sym w:font="Symbol" w:char="F0B3"/>
      </w:r>
      <w:r w:rsidRPr="00EF2F0E">
        <w:rPr>
          <w:rFonts w:cs="v4.2.0"/>
        </w:rPr>
        <w:t xml:space="preserve"> 43 dBm for </w:t>
      </w:r>
      <w:r w:rsidRPr="00EF2F0E">
        <w:t xml:space="preserve">UTRA FDD </w:t>
      </w:r>
    </w:p>
    <w:tbl>
      <w:tblPr>
        <w:tblW w:w="808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793"/>
        <w:gridCol w:w="2036"/>
        <w:gridCol w:w="2977"/>
        <w:gridCol w:w="1275"/>
      </w:tblGrid>
      <w:tr w:rsidR="003401A4" w:rsidRPr="00EF2F0E" w14:paraId="0984D443" w14:textId="77777777" w:rsidTr="00A40339">
        <w:trPr>
          <w:cantSplit/>
          <w:trHeight w:val="113"/>
          <w:jc w:val="center"/>
        </w:trPr>
        <w:tc>
          <w:tcPr>
            <w:tcW w:w="1793" w:type="dxa"/>
            <w:shd w:val="clear" w:color="auto" w:fill="auto"/>
          </w:tcPr>
          <w:p w14:paraId="0984D43E" w14:textId="77777777" w:rsidR="003E32EB" w:rsidRPr="00EF2F0E" w:rsidRDefault="003E32EB" w:rsidP="00A40339">
            <w:pPr>
              <w:pStyle w:val="TAH"/>
              <w:rPr>
                <w:rFonts w:cs="Arial"/>
              </w:rPr>
            </w:pPr>
            <w:r w:rsidRPr="00EF2F0E">
              <w:rPr>
                <w:rFonts w:cs="v4.2.0"/>
              </w:rPr>
              <w:t xml:space="preserve">Frequency offset of measurement filter -3 dB point, </w:t>
            </w:r>
            <w:r w:rsidRPr="00EF2F0E">
              <w:rPr>
                <w:rFonts w:cs="v4.2.0"/>
              </w:rPr>
              <w:sym w:font="Symbol" w:char="F044"/>
            </w:r>
            <w:r w:rsidRPr="00EF2F0E">
              <w:rPr>
                <w:rFonts w:cs="v4.2.0"/>
              </w:rPr>
              <w:t>f</w:t>
            </w:r>
          </w:p>
        </w:tc>
        <w:tc>
          <w:tcPr>
            <w:tcW w:w="2036" w:type="dxa"/>
            <w:shd w:val="clear" w:color="auto" w:fill="auto"/>
          </w:tcPr>
          <w:p w14:paraId="0984D43F" w14:textId="77777777" w:rsidR="003E32EB" w:rsidRPr="00EF2F0E" w:rsidRDefault="003E32EB" w:rsidP="00A40339">
            <w:pPr>
              <w:pStyle w:val="TAH"/>
              <w:rPr>
                <w:rFonts w:cs="Arial"/>
              </w:rPr>
            </w:pPr>
            <w:r w:rsidRPr="00EF2F0E">
              <w:rPr>
                <w:rFonts w:cs="v4.2.0"/>
              </w:rPr>
              <w:t>Frequency offset of measurement filter centre frequency, f_offset</w:t>
            </w:r>
          </w:p>
        </w:tc>
        <w:tc>
          <w:tcPr>
            <w:tcW w:w="2977" w:type="dxa"/>
            <w:shd w:val="clear" w:color="auto" w:fill="auto"/>
          </w:tcPr>
          <w:p w14:paraId="0984D440" w14:textId="77777777" w:rsidR="003E32EB" w:rsidRPr="00EF2F0E" w:rsidRDefault="003E32EB" w:rsidP="00A40339">
            <w:pPr>
              <w:pStyle w:val="TAH"/>
              <w:rPr>
                <w:rFonts w:cs="Arial"/>
              </w:rPr>
            </w:pPr>
            <w:r w:rsidRPr="00EF2F0E">
              <w:rPr>
                <w:rFonts w:cs="v4.2.0"/>
                <w:i/>
              </w:rPr>
              <w:t>Basic limit</w:t>
            </w:r>
            <w:r w:rsidRPr="00EF2F0E">
              <w:rPr>
                <w:rFonts w:cs="Arial"/>
              </w:rPr>
              <w:t xml:space="preserve"> (NOTE 1, 2)</w:t>
            </w:r>
          </w:p>
        </w:tc>
        <w:tc>
          <w:tcPr>
            <w:tcW w:w="1275" w:type="dxa"/>
            <w:shd w:val="clear" w:color="auto" w:fill="auto"/>
          </w:tcPr>
          <w:p w14:paraId="0984D441" w14:textId="77777777" w:rsidR="003E32EB" w:rsidRPr="00EF2F0E" w:rsidRDefault="003E32EB" w:rsidP="00A40339">
            <w:pPr>
              <w:pStyle w:val="TAH"/>
              <w:rPr>
                <w:rFonts w:cs="v4.2.0"/>
              </w:rPr>
            </w:pPr>
            <w:r w:rsidRPr="00EF2F0E">
              <w:rPr>
                <w:rFonts w:cs="v4.2.0"/>
              </w:rPr>
              <w:t>Measurement bandwidth</w:t>
            </w:r>
          </w:p>
          <w:p w14:paraId="0984D442" w14:textId="77777777" w:rsidR="003E32EB" w:rsidRPr="00EF2F0E" w:rsidRDefault="003E32EB" w:rsidP="00A40339">
            <w:pPr>
              <w:pStyle w:val="TAH"/>
              <w:rPr>
                <w:rFonts w:cs="Arial"/>
              </w:rPr>
            </w:pPr>
            <w:r w:rsidRPr="00EF2F0E">
              <w:rPr>
                <w:rFonts w:cs="v4.2.0"/>
              </w:rPr>
              <w:t>(NOTE 4)</w:t>
            </w:r>
          </w:p>
        </w:tc>
      </w:tr>
      <w:tr w:rsidR="003401A4" w:rsidRPr="00EF2F0E" w14:paraId="0984D448" w14:textId="77777777" w:rsidTr="00A40339">
        <w:trPr>
          <w:cantSplit/>
          <w:trHeight w:val="113"/>
          <w:jc w:val="center"/>
        </w:trPr>
        <w:tc>
          <w:tcPr>
            <w:tcW w:w="1793" w:type="dxa"/>
            <w:shd w:val="clear" w:color="auto" w:fill="auto"/>
          </w:tcPr>
          <w:p w14:paraId="0984D444" w14:textId="77777777" w:rsidR="003E32EB" w:rsidRPr="00EF2F0E" w:rsidRDefault="003E32EB" w:rsidP="00A40339">
            <w:pPr>
              <w:pStyle w:val="TAC"/>
              <w:rPr>
                <w:rFonts w:cs="Arial"/>
              </w:rPr>
            </w:pPr>
            <w:r w:rsidRPr="00EF2F0E">
              <w:rPr>
                <w:rFonts w:cs="v4.2.0"/>
              </w:rPr>
              <w:t xml:space="preserve">2.5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2.7 MHz</w:t>
            </w:r>
          </w:p>
        </w:tc>
        <w:tc>
          <w:tcPr>
            <w:tcW w:w="2036" w:type="dxa"/>
            <w:shd w:val="clear" w:color="auto" w:fill="auto"/>
          </w:tcPr>
          <w:p w14:paraId="0984D445" w14:textId="77777777" w:rsidR="003E32EB" w:rsidRPr="00EF2F0E" w:rsidRDefault="003E32EB" w:rsidP="00A40339">
            <w:pPr>
              <w:pStyle w:val="TAC"/>
              <w:rPr>
                <w:rFonts w:cs="Arial"/>
              </w:rPr>
            </w:pPr>
            <w:r w:rsidRPr="00EF2F0E">
              <w:rPr>
                <w:rFonts w:cs="v4.2.0"/>
              </w:rPr>
              <w:t xml:space="preserve">2.515MHz </w:t>
            </w:r>
            <w:r w:rsidRPr="00EF2F0E">
              <w:rPr>
                <w:rFonts w:cs="v4.2.0"/>
              </w:rPr>
              <w:sym w:font="Symbol" w:char="F0A3"/>
            </w:r>
            <w:r w:rsidRPr="00EF2F0E">
              <w:rPr>
                <w:rFonts w:cs="v4.2.0"/>
              </w:rPr>
              <w:t xml:space="preserve"> f_offset &lt; 2.715MHz </w:t>
            </w:r>
          </w:p>
        </w:tc>
        <w:tc>
          <w:tcPr>
            <w:tcW w:w="2977" w:type="dxa"/>
            <w:shd w:val="clear" w:color="auto" w:fill="auto"/>
          </w:tcPr>
          <w:p w14:paraId="0984D446" w14:textId="77777777" w:rsidR="003E32EB" w:rsidRPr="00EF2F0E" w:rsidRDefault="003E32EB" w:rsidP="00A40339">
            <w:pPr>
              <w:pStyle w:val="TAC"/>
              <w:rPr>
                <w:rFonts w:cs="Arial"/>
              </w:rPr>
            </w:pPr>
            <w:r w:rsidRPr="00EF2F0E">
              <w:rPr>
                <w:rFonts w:cs="v4.2.0"/>
              </w:rPr>
              <w:t>-14 dBm</w:t>
            </w:r>
          </w:p>
        </w:tc>
        <w:tc>
          <w:tcPr>
            <w:tcW w:w="1275" w:type="dxa"/>
            <w:shd w:val="clear" w:color="auto" w:fill="auto"/>
          </w:tcPr>
          <w:p w14:paraId="0984D447" w14:textId="77777777" w:rsidR="003E32EB" w:rsidRPr="00EF2F0E" w:rsidRDefault="003E32EB" w:rsidP="00A40339">
            <w:pPr>
              <w:pStyle w:val="TAC"/>
              <w:rPr>
                <w:rFonts w:cs="Arial"/>
              </w:rPr>
            </w:pPr>
            <w:r w:rsidRPr="00EF2F0E">
              <w:rPr>
                <w:rFonts w:cs="v4.2.0"/>
              </w:rPr>
              <w:t xml:space="preserve">30 kHz </w:t>
            </w:r>
          </w:p>
        </w:tc>
      </w:tr>
      <w:tr w:rsidR="003401A4" w:rsidRPr="00EF2F0E" w14:paraId="0984D44D" w14:textId="77777777" w:rsidTr="00A40339">
        <w:trPr>
          <w:cantSplit/>
          <w:trHeight w:val="113"/>
          <w:jc w:val="center"/>
        </w:trPr>
        <w:tc>
          <w:tcPr>
            <w:tcW w:w="1793" w:type="dxa"/>
            <w:shd w:val="clear" w:color="auto" w:fill="auto"/>
          </w:tcPr>
          <w:p w14:paraId="0984D449" w14:textId="77777777" w:rsidR="003E32EB" w:rsidRPr="00EF2F0E" w:rsidRDefault="003E32EB" w:rsidP="00A40339">
            <w:pPr>
              <w:pStyle w:val="TAC"/>
              <w:rPr>
                <w:rFonts w:cs="Arial"/>
              </w:rPr>
            </w:pPr>
            <w:r w:rsidRPr="00EF2F0E">
              <w:rPr>
                <w:rFonts w:cs="v4.2.0"/>
              </w:rPr>
              <w:t xml:space="preserve">2.7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3.5 MHz</w:t>
            </w:r>
          </w:p>
        </w:tc>
        <w:tc>
          <w:tcPr>
            <w:tcW w:w="2036" w:type="dxa"/>
            <w:shd w:val="clear" w:color="auto" w:fill="auto"/>
          </w:tcPr>
          <w:p w14:paraId="0984D44A" w14:textId="77777777" w:rsidR="003E32EB" w:rsidRPr="00EF2F0E" w:rsidRDefault="003E32EB" w:rsidP="00A40339">
            <w:pPr>
              <w:pStyle w:val="TAC"/>
              <w:rPr>
                <w:rFonts w:cs="Arial"/>
              </w:rPr>
            </w:pPr>
            <w:r w:rsidRPr="00EF2F0E">
              <w:rPr>
                <w:rFonts w:cs="v4.2.0"/>
              </w:rPr>
              <w:t xml:space="preserve">2.715MHz </w:t>
            </w:r>
            <w:r w:rsidRPr="00EF2F0E">
              <w:rPr>
                <w:rFonts w:cs="v4.2.0"/>
              </w:rPr>
              <w:sym w:font="Symbol" w:char="F0A3"/>
            </w:r>
            <w:r w:rsidRPr="00EF2F0E">
              <w:rPr>
                <w:rFonts w:cs="v4.2.0"/>
              </w:rPr>
              <w:t xml:space="preserve"> f_offset &lt; 3.515MHz</w:t>
            </w:r>
          </w:p>
        </w:tc>
        <w:tc>
          <w:tcPr>
            <w:tcW w:w="2977" w:type="dxa"/>
            <w:shd w:val="clear" w:color="auto" w:fill="auto"/>
          </w:tcPr>
          <w:p w14:paraId="0984D44B" w14:textId="77777777" w:rsidR="003E32EB" w:rsidRPr="00EF2F0E" w:rsidRDefault="003E32EB" w:rsidP="00A40339">
            <w:pPr>
              <w:pStyle w:val="TAC"/>
              <w:rPr>
                <w:rFonts w:cs="Arial"/>
              </w:rPr>
            </w:pPr>
            <w:r w:rsidRPr="00EF2F0E">
              <w:rPr>
                <w:rFonts w:cs="Arial"/>
                <w:position w:val="-28"/>
              </w:rPr>
              <w:object w:dxaOrig="3640" w:dyaOrig="680" w14:anchorId="09851198">
                <v:shape id="_x0000_i1027" type="#_x0000_t75" style="width:136.05pt;height:25.65pt" o:ole="" fillcolor="window">
                  <v:imagedata r:id="rId19" o:title=""/>
                </v:shape>
                <o:OLEObject Type="Embed" ProgID="Equation.3" ShapeID="_x0000_i1027" DrawAspect="Content" ObjectID="_1717663549" r:id="rId20"/>
              </w:object>
            </w:r>
          </w:p>
        </w:tc>
        <w:tc>
          <w:tcPr>
            <w:tcW w:w="1275" w:type="dxa"/>
            <w:shd w:val="clear" w:color="auto" w:fill="auto"/>
          </w:tcPr>
          <w:p w14:paraId="0984D44C" w14:textId="77777777" w:rsidR="003E32EB" w:rsidRPr="00EF2F0E" w:rsidRDefault="003E32EB" w:rsidP="00A40339">
            <w:pPr>
              <w:pStyle w:val="TAC"/>
              <w:rPr>
                <w:rFonts w:cs="Arial"/>
              </w:rPr>
            </w:pPr>
            <w:r w:rsidRPr="00EF2F0E">
              <w:rPr>
                <w:rFonts w:cs="v4.2.0"/>
              </w:rPr>
              <w:t xml:space="preserve">30 kHz </w:t>
            </w:r>
          </w:p>
        </w:tc>
      </w:tr>
      <w:tr w:rsidR="003401A4" w:rsidRPr="00EF2F0E" w14:paraId="0984D452" w14:textId="77777777" w:rsidTr="00A40339">
        <w:trPr>
          <w:cantSplit/>
          <w:trHeight w:val="113"/>
          <w:jc w:val="center"/>
        </w:trPr>
        <w:tc>
          <w:tcPr>
            <w:tcW w:w="1793" w:type="dxa"/>
            <w:shd w:val="clear" w:color="auto" w:fill="auto"/>
          </w:tcPr>
          <w:p w14:paraId="0984D44E" w14:textId="77777777" w:rsidR="003E32EB" w:rsidRPr="00EF2F0E" w:rsidRDefault="003E32EB" w:rsidP="00A40339">
            <w:pPr>
              <w:pStyle w:val="TAC"/>
              <w:rPr>
                <w:rFonts w:cs="Arial"/>
              </w:rPr>
            </w:pPr>
            <w:r w:rsidRPr="00EF2F0E">
              <w:rPr>
                <w:rFonts w:cs="Arial"/>
              </w:rPr>
              <w:t>(NOTE 3)</w:t>
            </w:r>
          </w:p>
        </w:tc>
        <w:tc>
          <w:tcPr>
            <w:tcW w:w="2036" w:type="dxa"/>
            <w:shd w:val="clear" w:color="auto" w:fill="auto"/>
          </w:tcPr>
          <w:p w14:paraId="0984D44F" w14:textId="77777777" w:rsidR="003E32EB" w:rsidRPr="00EF2F0E" w:rsidRDefault="003E32EB" w:rsidP="00A40339">
            <w:pPr>
              <w:pStyle w:val="TAC"/>
              <w:rPr>
                <w:rFonts w:cs="Arial"/>
              </w:rPr>
            </w:pPr>
            <w:r w:rsidRPr="00EF2F0E">
              <w:rPr>
                <w:rFonts w:cs="v4.2.0"/>
              </w:rPr>
              <w:t xml:space="preserve">3.515MHz </w:t>
            </w:r>
            <w:r w:rsidRPr="00EF2F0E">
              <w:rPr>
                <w:rFonts w:cs="v4.2.0"/>
              </w:rPr>
              <w:sym w:font="Symbol" w:char="F0A3"/>
            </w:r>
            <w:r w:rsidRPr="00EF2F0E">
              <w:rPr>
                <w:rFonts w:cs="v4.2.0"/>
              </w:rPr>
              <w:t xml:space="preserve"> f_offset &lt; 4.0MHz </w:t>
            </w:r>
          </w:p>
        </w:tc>
        <w:tc>
          <w:tcPr>
            <w:tcW w:w="2977" w:type="dxa"/>
            <w:shd w:val="clear" w:color="auto" w:fill="auto"/>
          </w:tcPr>
          <w:p w14:paraId="0984D450" w14:textId="77777777" w:rsidR="003E32EB" w:rsidRPr="00EF2F0E" w:rsidRDefault="003E32EB" w:rsidP="00A40339">
            <w:pPr>
              <w:pStyle w:val="TAC"/>
              <w:rPr>
                <w:rFonts w:cs="Arial"/>
              </w:rPr>
            </w:pPr>
            <w:r w:rsidRPr="00EF2F0E">
              <w:rPr>
                <w:rFonts w:cs="v4.2.0"/>
              </w:rPr>
              <w:t>-26 dBm</w:t>
            </w:r>
          </w:p>
        </w:tc>
        <w:tc>
          <w:tcPr>
            <w:tcW w:w="1275" w:type="dxa"/>
            <w:shd w:val="clear" w:color="auto" w:fill="auto"/>
          </w:tcPr>
          <w:p w14:paraId="0984D451" w14:textId="77777777" w:rsidR="003E32EB" w:rsidRPr="00EF2F0E" w:rsidRDefault="003E32EB" w:rsidP="00A40339">
            <w:pPr>
              <w:pStyle w:val="TAC"/>
              <w:rPr>
                <w:rFonts w:cs="Arial"/>
              </w:rPr>
            </w:pPr>
            <w:r w:rsidRPr="00EF2F0E">
              <w:rPr>
                <w:rFonts w:cs="v4.2.0"/>
              </w:rPr>
              <w:t xml:space="preserve">30 kHz </w:t>
            </w:r>
          </w:p>
        </w:tc>
      </w:tr>
      <w:tr w:rsidR="003401A4" w:rsidRPr="00EF2F0E" w14:paraId="0984D457" w14:textId="77777777" w:rsidTr="00A40339">
        <w:trPr>
          <w:cantSplit/>
          <w:trHeight w:val="113"/>
          <w:jc w:val="center"/>
        </w:trPr>
        <w:tc>
          <w:tcPr>
            <w:tcW w:w="1793" w:type="dxa"/>
            <w:shd w:val="clear" w:color="auto" w:fill="auto"/>
          </w:tcPr>
          <w:p w14:paraId="0984D453" w14:textId="77777777" w:rsidR="003E32EB" w:rsidRPr="00EF2F0E" w:rsidRDefault="003E32EB" w:rsidP="00A40339">
            <w:pPr>
              <w:pStyle w:val="TAC"/>
              <w:rPr>
                <w:rFonts w:cs="Arial"/>
              </w:rPr>
            </w:pPr>
            <w:r w:rsidRPr="00EF2F0E">
              <w:rPr>
                <w:rFonts w:cs="v4.2.0"/>
              </w:rPr>
              <w:t xml:space="preserve">3.5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7.5 MHz</w:t>
            </w:r>
          </w:p>
        </w:tc>
        <w:tc>
          <w:tcPr>
            <w:tcW w:w="2036" w:type="dxa"/>
            <w:shd w:val="clear" w:color="auto" w:fill="auto"/>
          </w:tcPr>
          <w:p w14:paraId="0984D454" w14:textId="77777777" w:rsidR="003E32EB" w:rsidRPr="00EF2F0E" w:rsidRDefault="003E32EB" w:rsidP="00A40339">
            <w:pPr>
              <w:pStyle w:val="TAC"/>
              <w:rPr>
                <w:rFonts w:cs="Arial"/>
              </w:rPr>
            </w:pPr>
            <w:r w:rsidRPr="00EF2F0E">
              <w:rPr>
                <w:rFonts w:cs="v4.2.0"/>
              </w:rPr>
              <w:t xml:space="preserve">4.0 MHz </w:t>
            </w:r>
            <w:r w:rsidRPr="00EF2F0E">
              <w:rPr>
                <w:rFonts w:cs="v4.2.0"/>
              </w:rPr>
              <w:sym w:font="Symbol" w:char="F0A3"/>
            </w:r>
            <w:r w:rsidRPr="00EF2F0E">
              <w:rPr>
                <w:rFonts w:cs="v4.2.0"/>
              </w:rPr>
              <w:t xml:space="preserve"> f_offset &lt; 8.0MHz</w:t>
            </w:r>
          </w:p>
        </w:tc>
        <w:tc>
          <w:tcPr>
            <w:tcW w:w="2977" w:type="dxa"/>
            <w:shd w:val="clear" w:color="auto" w:fill="auto"/>
          </w:tcPr>
          <w:p w14:paraId="0984D455" w14:textId="77777777" w:rsidR="003E32EB" w:rsidRPr="00EF2F0E" w:rsidRDefault="003E32EB" w:rsidP="00A40339">
            <w:pPr>
              <w:pStyle w:val="TAC"/>
              <w:rPr>
                <w:rFonts w:cs="Arial"/>
              </w:rPr>
            </w:pPr>
            <w:r w:rsidRPr="00EF2F0E">
              <w:rPr>
                <w:rFonts w:cs="v4.2.0"/>
              </w:rPr>
              <w:t>-13 dBm</w:t>
            </w:r>
          </w:p>
        </w:tc>
        <w:tc>
          <w:tcPr>
            <w:tcW w:w="1275" w:type="dxa"/>
            <w:shd w:val="clear" w:color="auto" w:fill="auto"/>
          </w:tcPr>
          <w:p w14:paraId="0984D456" w14:textId="77777777" w:rsidR="003E32EB" w:rsidRPr="00EF2F0E" w:rsidRDefault="003E32EB" w:rsidP="00A40339">
            <w:pPr>
              <w:pStyle w:val="TAC"/>
              <w:rPr>
                <w:rFonts w:cs="Arial"/>
              </w:rPr>
            </w:pPr>
            <w:r w:rsidRPr="00EF2F0E">
              <w:rPr>
                <w:rFonts w:cs="v4.2.0"/>
              </w:rPr>
              <w:t xml:space="preserve">1 MHz </w:t>
            </w:r>
          </w:p>
        </w:tc>
      </w:tr>
      <w:tr w:rsidR="003401A4" w:rsidRPr="00EF2F0E" w14:paraId="0984D45C" w14:textId="77777777" w:rsidTr="00A40339">
        <w:trPr>
          <w:cantSplit/>
          <w:trHeight w:val="113"/>
          <w:jc w:val="center"/>
        </w:trPr>
        <w:tc>
          <w:tcPr>
            <w:tcW w:w="1793" w:type="dxa"/>
            <w:shd w:val="clear" w:color="auto" w:fill="auto"/>
          </w:tcPr>
          <w:p w14:paraId="0984D458" w14:textId="77777777" w:rsidR="003E32EB" w:rsidRPr="00EF2F0E" w:rsidRDefault="003E32EB" w:rsidP="00A40339">
            <w:pPr>
              <w:pStyle w:val="TAC"/>
              <w:rPr>
                <w:rFonts w:cs="Arial"/>
              </w:rPr>
            </w:pPr>
            <w:r w:rsidRPr="00EF2F0E">
              <w:rPr>
                <w:rFonts w:cs="v4.2.0"/>
              </w:rPr>
              <w:t xml:space="preserve">7.5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036" w:type="dxa"/>
            <w:shd w:val="clear" w:color="auto" w:fill="auto"/>
          </w:tcPr>
          <w:p w14:paraId="0984D459" w14:textId="77777777" w:rsidR="003E32EB" w:rsidRPr="00EF2F0E" w:rsidRDefault="003E32EB" w:rsidP="00A40339">
            <w:pPr>
              <w:pStyle w:val="TAC"/>
              <w:rPr>
                <w:rFonts w:cs="Arial"/>
              </w:rPr>
            </w:pPr>
            <w:r w:rsidRPr="00EF2F0E">
              <w:rPr>
                <w:rFonts w:cs="v4.2.0"/>
              </w:rPr>
              <w:t xml:space="preserve">8.0 MHz </w:t>
            </w:r>
            <w:r w:rsidRPr="00EF2F0E">
              <w:rPr>
                <w:rFonts w:cs="v4.2.0"/>
              </w:rPr>
              <w:sym w:font="Symbol" w:char="F0A3"/>
            </w:r>
            <w:r w:rsidRPr="00EF2F0E">
              <w:rPr>
                <w:rFonts w:cs="v4.2.0"/>
              </w:rPr>
              <w:t xml:space="preserve"> f_offset &lt; f_offset</w:t>
            </w:r>
            <w:r w:rsidRPr="00EF2F0E">
              <w:rPr>
                <w:rFonts w:cs="v4.2.0"/>
                <w:vertAlign w:val="subscript"/>
              </w:rPr>
              <w:t>max</w:t>
            </w:r>
            <w:r w:rsidRPr="00EF2F0E">
              <w:rPr>
                <w:rFonts w:cs="v4.2.0"/>
              </w:rPr>
              <w:t xml:space="preserve"> </w:t>
            </w:r>
          </w:p>
        </w:tc>
        <w:tc>
          <w:tcPr>
            <w:tcW w:w="2977" w:type="dxa"/>
            <w:shd w:val="clear" w:color="auto" w:fill="auto"/>
          </w:tcPr>
          <w:p w14:paraId="0984D45A" w14:textId="77777777" w:rsidR="003E32EB" w:rsidRPr="00EF2F0E" w:rsidRDefault="003E32EB" w:rsidP="00A40339">
            <w:pPr>
              <w:pStyle w:val="TAC"/>
              <w:rPr>
                <w:rFonts w:cs="Arial"/>
              </w:rPr>
            </w:pPr>
            <w:r w:rsidRPr="00EF2F0E">
              <w:rPr>
                <w:rFonts w:cs="v4.2.0"/>
              </w:rPr>
              <w:t>-13 dBm</w:t>
            </w:r>
          </w:p>
        </w:tc>
        <w:tc>
          <w:tcPr>
            <w:tcW w:w="1275" w:type="dxa"/>
            <w:shd w:val="clear" w:color="auto" w:fill="auto"/>
          </w:tcPr>
          <w:p w14:paraId="0984D45B" w14:textId="77777777" w:rsidR="003E32EB" w:rsidRPr="00EF2F0E" w:rsidRDefault="003E32EB" w:rsidP="00A40339">
            <w:pPr>
              <w:pStyle w:val="TAC"/>
              <w:rPr>
                <w:rFonts w:cs="Arial"/>
              </w:rPr>
            </w:pPr>
            <w:r w:rsidRPr="00EF2F0E">
              <w:rPr>
                <w:rFonts w:cs="v4.2.0"/>
              </w:rPr>
              <w:t xml:space="preserve">1 MHz </w:t>
            </w:r>
          </w:p>
        </w:tc>
      </w:tr>
      <w:tr w:rsidR="003E32EB" w:rsidRPr="00EF2F0E" w14:paraId="0984D45F" w14:textId="77777777" w:rsidTr="00A40339">
        <w:trPr>
          <w:cantSplit/>
          <w:trHeight w:val="113"/>
          <w:jc w:val="center"/>
        </w:trPr>
        <w:tc>
          <w:tcPr>
            <w:tcW w:w="8081" w:type="dxa"/>
            <w:gridSpan w:val="4"/>
            <w:shd w:val="clear" w:color="auto" w:fill="auto"/>
          </w:tcPr>
          <w:p w14:paraId="0984D45D"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the </w:t>
            </w:r>
            <w:r w:rsidRPr="00EF2F0E">
              <w:rPr>
                <w:rFonts w:cs="v4.2.0"/>
                <w:i/>
              </w:rPr>
              <w:t>basic limit</w:t>
            </w:r>
            <w:r w:rsidRPr="00EF2F0E">
              <w:rPr>
                <w:rFonts w:cs="Arial"/>
              </w:rPr>
              <w:t xml:space="preserve"> within </w:t>
            </w:r>
            <w:r w:rsidRPr="00EF2F0E">
              <w:rPr>
                <w:rFonts w:cs="Arial"/>
                <w:i/>
              </w:rPr>
              <w:t>sub-block gaps</w:t>
            </w:r>
            <w:r w:rsidRPr="00EF2F0E">
              <w:rPr>
                <w:rFonts w:cs="Arial"/>
              </w:rPr>
              <w:t xml:space="preserve"> within any operating band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 xml:space="preserve">f ≥ 12.5MHz from both adjacent sub blocks on each side of the </w:t>
            </w:r>
            <w:r w:rsidRPr="00EF2F0E">
              <w:rPr>
                <w:rFonts w:cs="Arial"/>
                <w:i/>
              </w:rPr>
              <w:t>sub-block gap</w:t>
            </w:r>
            <w:r w:rsidRPr="00EF2F0E">
              <w:rPr>
                <w:rFonts w:cs="Arial"/>
              </w:rPr>
              <w:t xml:space="preserve">, where the </w:t>
            </w:r>
            <w:r w:rsidRPr="00EF2F0E">
              <w:rPr>
                <w:rFonts w:cs="Arial"/>
                <w:lang w:eastAsia="zh-CN"/>
              </w:rPr>
              <w:t xml:space="preserve">spurious emission </w:t>
            </w:r>
            <w:r w:rsidRPr="00EF2F0E">
              <w:rPr>
                <w:rFonts w:cs="v4.2.0"/>
                <w:i/>
              </w:rPr>
              <w:t>basic limit</w:t>
            </w:r>
            <w:r w:rsidRPr="00EF2F0E">
              <w:rPr>
                <w:rFonts w:cs="Arial"/>
                <w:lang w:eastAsia="zh-CN"/>
              </w:rPr>
              <w:t xml:space="preserve"> s in </w:t>
            </w:r>
            <w:r w:rsidRPr="00EF2F0E">
              <w:rPr>
                <w:rFonts w:cs="v5.0.0"/>
              </w:rPr>
              <w:t>clause 6.6.6.5.2.2 and 6.6.6.5.5.3</w:t>
            </w:r>
            <w:r w:rsidRPr="00EF2F0E">
              <w:rPr>
                <w:rFonts w:cs="v5.0.0"/>
                <w:lang w:eastAsia="zh-CN"/>
              </w:rPr>
              <w:t xml:space="preserve"> shall be met</w:t>
            </w:r>
            <w:r w:rsidRPr="00EF2F0E">
              <w:rPr>
                <w:rFonts w:cs="Arial"/>
              </w:rPr>
              <w:t>.</w:t>
            </w:r>
          </w:p>
          <w:p w14:paraId="0984D45E" w14:textId="77777777" w:rsidR="003E32EB" w:rsidRPr="00EF2F0E" w:rsidRDefault="003E32EB" w:rsidP="00A40339">
            <w:pPr>
              <w:pStyle w:val="TAN"/>
              <w:rPr>
                <w:rFonts w:cs="v4.2.0"/>
              </w:rPr>
            </w:pPr>
            <w:r w:rsidRPr="00EF2F0E">
              <w:rPr>
                <w:rFonts w:cs="Arial"/>
              </w:rPr>
              <w:t>NOTE 2:</w:t>
            </w:r>
            <w:r w:rsidR="006E5225" w:rsidRPr="00EF2F0E">
              <w:rPr>
                <w:rFonts w:cs="Arial"/>
              </w:rPr>
              <w:tab/>
            </w:r>
            <w:r w:rsidRPr="00EF2F0E">
              <w:rPr>
                <w:rFonts w:cs="Arial"/>
              </w:rPr>
              <w:t xml:space="preserve">For a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 xml:space="preserve">Base Station RF Bandwidth </w:t>
            </w:r>
            <w:r w:rsidRPr="00EF2F0E">
              <w:rPr>
                <w:rFonts w:cs="Arial"/>
              </w:rPr>
              <w:t xml:space="preserve">on each side of the </w:t>
            </w:r>
            <w:r w:rsidRPr="00EF2F0E">
              <w:rPr>
                <w:rFonts w:cs="Arial"/>
                <w:i/>
              </w:rPr>
              <w:t>Inter RF Bandwidth gap</w:t>
            </w:r>
            <w:r w:rsidRPr="00EF2F0E">
              <w:rPr>
                <w:rFonts w:cs="v5.0.0"/>
              </w:rPr>
              <w:t xml:space="preserve">, where the contribution from the far-end sub-block </w:t>
            </w:r>
            <w:r w:rsidRPr="00EF2F0E">
              <w:rPr>
                <w:rFonts w:cs="Arial"/>
              </w:rPr>
              <w:t xml:space="preserve">or </w:t>
            </w:r>
            <w:r w:rsidRPr="00EF2F0E">
              <w:rPr>
                <w:rFonts w:eastAsia="MS Mincho"/>
                <w:i/>
              </w:rPr>
              <w:t>Base Station RF Bandwidth</w:t>
            </w:r>
            <w:r w:rsidRPr="00EF2F0E">
              <w:rPr>
                <w:rFonts w:cs="Arial"/>
              </w:rPr>
              <w:t xml:space="preserve"> </w:t>
            </w:r>
            <w:r w:rsidRPr="00EF2F0E">
              <w:rPr>
                <w:rFonts w:cs="v5.0.0"/>
              </w:rPr>
              <w:t>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460" w14:textId="77777777" w:rsidR="003E32EB" w:rsidRPr="00EF2F0E" w:rsidRDefault="003E32EB" w:rsidP="00A40339"/>
    <w:p w14:paraId="0984D461" w14:textId="77777777" w:rsidR="003E32EB" w:rsidRPr="00EF2F0E" w:rsidRDefault="003E32EB" w:rsidP="00A40339">
      <w:pPr>
        <w:pStyle w:val="TH"/>
      </w:pPr>
      <w:r w:rsidRPr="00EF2F0E">
        <w:rPr>
          <w:rFonts w:cs="v4.2.0"/>
        </w:rPr>
        <w:t xml:space="preserve">Table 6.6.4.3.2-2: Spectrum emission mask values, 39 dBm </w:t>
      </w:r>
      <w:r w:rsidRPr="00EF2F0E">
        <w:rPr>
          <w:rFonts w:cs="v4.2.0"/>
        </w:rPr>
        <w:sym w:font="Symbol" w:char="F0A3"/>
      </w:r>
      <w:r w:rsidRPr="00EF2F0E">
        <w:rPr>
          <w:rFonts w:cs="v4.2.0"/>
        </w:rPr>
        <w:t xml:space="preserve"> P</w:t>
      </w:r>
      <w:r w:rsidRPr="00EF2F0E">
        <w:rPr>
          <w:rFonts w:cs="v4.2.0"/>
          <w:vertAlign w:val="subscript"/>
        </w:rPr>
        <w:t>rated,c,cell</w:t>
      </w:r>
      <w:r w:rsidRPr="00EF2F0E">
        <w:t>-10*log10(N</w:t>
      </w:r>
      <w:r w:rsidRPr="00EF2F0E">
        <w:rPr>
          <w:vertAlign w:val="subscript"/>
        </w:rPr>
        <w:t>TXU,countedpercell</w:t>
      </w:r>
      <w:r w:rsidRPr="00EF2F0E">
        <w:t>)</w:t>
      </w:r>
      <w:r w:rsidRPr="00EF2F0E">
        <w:rPr>
          <w:rFonts w:cs="v4.2.0"/>
        </w:rPr>
        <w:t xml:space="preserve"> &lt; 43 dBm for </w:t>
      </w:r>
      <w:r w:rsidRPr="00EF2F0E">
        <w:t>UTRA FDD bands</w:t>
      </w:r>
    </w:p>
    <w:tbl>
      <w:tblPr>
        <w:tblW w:w="812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749"/>
        <w:gridCol w:w="2124"/>
        <w:gridCol w:w="2979"/>
        <w:gridCol w:w="1275"/>
      </w:tblGrid>
      <w:tr w:rsidR="003401A4" w:rsidRPr="00EF2F0E" w14:paraId="0984D467" w14:textId="77777777" w:rsidTr="00A40339">
        <w:trPr>
          <w:cantSplit/>
          <w:trHeight w:val="113"/>
          <w:jc w:val="center"/>
        </w:trPr>
        <w:tc>
          <w:tcPr>
            <w:tcW w:w="1749" w:type="dxa"/>
            <w:shd w:val="clear" w:color="auto" w:fill="auto"/>
          </w:tcPr>
          <w:p w14:paraId="0984D462" w14:textId="77777777" w:rsidR="003E32EB" w:rsidRPr="00EF2F0E" w:rsidRDefault="003E32EB" w:rsidP="00A40339">
            <w:pPr>
              <w:pStyle w:val="TAH"/>
              <w:rPr>
                <w:rFonts w:cs="Arial"/>
              </w:rPr>
            </w:pPr>
            <w:r w:rsidRPr="00EF2F0E">
              <w:rPr>
                <w:rFonts w:cs="v4.2.0"/>
              </w:rPr>
              <w:t xml:space="preserve">Frequency offset of measurement filter -3 dB point, </w:t>
            </w:r>
            <w:r w:rsidRPr="00EF2F0E">
              <w:rPr>
                <w:rFonts w:cs="v4.2.0"/>
              </w:rPr>
              <w:sym w:font="Symbol" w:char="F044"/>
            </w:r>
            <w:r w:rsidRPr="00EF2F0E">
              <w:rPr>
                <w:rFonts w:cs="v4.2.0"/>
              </w:rPr>
              <w:t>f</w:t>
            </w:r>
          </w:p>
        </w:tc>
        <w:tc>
          <w:tcPr>
            <w:tcW w:w="2124" w:type="dxa"/>
            <w:shd w:val="clear" w:color="auto" w:fill="auto"/>
          </w:tcPr>
          <w:p w14:paraId="0984D463" w14:textId="77777777" w:rsidR="003E32EB" w:rsidRPr="00EF2F0E" w:rsidRDefault="003E32EB" w:rsidP="00A40339">
            <w:pPr>
              <w:pStyle w:val="TAH"/>
              <w:rPr>
                <w:rFonts w:cs="Arial"/>
              </w:rPr>
            </w:pPr>
            <w:r w:rsidRPr="00EF2F0E">
              <w:rPr>
                <w:rFonts w:cs="v4.2.0"/>
              </w:rPr>
              <w:t>Frequency offset of measurement filter centre frequency, f_offset</w:t>
            </w:r>
          </w:p>
        </w:tc>
        <w:tc>
          <w:tcPr>
            <w:tcW w:w="2979" w:type="dxa"/>
            <w:shd w:val="clear" w:color="auto" w:fill="auto"/>
          </w:tcPr>
          <w:p w14:paraId="0984D464" w14:textId="77777777" w:rsidR="003E32EB" w:rsidRPr="00EF2F0E" w:rsidRDefault="003E32EB" w:rsidP="00A40339">
            <w:pPr>
              <w:pStyle w:val="TAH"/>
              <w:rPr>
                <w:rFonts w:cs="Arial"/>
              </w:rPr>
            </w:pPr>
            <w:r w:rsidRPr="00EF2F0E">
              <w:rPr>
                <w:rFonts w:cs="v4.2.0"/>
                <w:i/>
              </w:rPr>
              <w:t>Basic limit</w:t>
            </w:r>
            <w:r w:rsidRPr="00EF2F0E">
              <w:rPr>
                <w:rFonts w:cs="Arial"/>
              </w:rPr>
              <w:t xml:space="preserve"> (NOTE 1, 2)</w:t>
            </w:r>
          </w:p>
        </w:tc>
        <w:tc>
          <w:tcPr>
            <w:tcW w:w="1275" w:type="dxa"/>
            <w:shd w:val="clear" w:color="auto" w:fill="auto"/>
          </w:tcPr>
          <w:p w14:paraId="0984D465" w14:textId="77777777" w:rsidR="003E32EB" w:rsidRPr="00EF2F0E" w:rsidRDefault="003E32EB" w:rsidP="00A40339">
            <w:pPr>
              <w:pStyle w:val="TAH"/>
              <w:rPr>
                <w:rFonts w:cs="v4.2.0"/>
              </w:rPr>
            </w:pPr>
            <w:r w:rsidRPr="00EF2F0E">
              <w:rPr>
                <w:rFonts w:cs="v4.2.0"/>
              </w:rPr>
              <w:t>Measurement bandwidth</w:t>
            </w:r>
          </w:p>
          <w:p w14:paraId="0984D466" w14:textId="77777777" w:rsidR="003E32EB" w:rsidRPr="00EF2F0E" w:rsidRDefault="003E32EB" w:rsidP="00A40339">
            <w:pPr>
              <w:pStyle w:val="TAH"/>
              <w:rPr>
                <w:rFonts w:cs="Arial"/>
              </w:rPr>
            </w:pPr>
            <w:r w:rsidRPr="00EF2F0E">
              <w:rPr>
                <w:rFonts w:cs="v4.2.0"/>
              </w:rPr>
              <w:t>(NOTE 4)</w:t>
            </w:r>
          </w:p>
        </w:tc>
      </w:tr>
      <w:tr w:rsidR="003401A4" w:rsidRPr="00EF2F0E" w14:paraId="0984D46C" w14:textId="77777777" w:rsidTr="00A40339">
        <w:trPr>
          <w:cantSplit/>
          <w:trHeight w:val="113"/>
          <w:jc w:val="center"/>
        </w:trPr>
        <w:tc>
          <w:tcPr>
            <w:tcW w:w="1749" w:type="dxa"/>
            <w:shd w:val="clear" w:color="auto" w:fill="auto"/>
          </w:tcPr>
          <w:p w14:paraId="0984D468" w14:textId="77777777" w:rsidR="003E32EB" w:rsidRPr="00EF2F0E" w:rsidRDefault="003E32EB" w:rsidP="00A40339">
            <w:pPr>
              <w:pStyle w:val="TAC"/>
              <w:rPr>
                <w:rFonts w:cs="Arial"/>
              </w:rPr>
            </w:pPr>
            <w:r w:rsidRPr="00EF2F0E">
              <w:rPr>
                <w:rFonts w:cs="v4.2.0"/>
              </w:rPr>
              <w:t xml:space="preserve">2.5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2.7 MHz</w:t>
            </w:r>
          </w:p>
        </w:tc>
        <w:tc>
          <w:tcPr>
            <w:tcW w:w="2124" w:type="dxa"/>
            <w:shd w:val="clear" w:color="auto" w:fill="auto"/>
          </w:tcPr>
          <w:p w14:paraId="0984D469" w14:textId="77777777" w:rsidR="003E32EB" w:rsidRPr="00EF2F0E" w:rsidRDefault="003E32EB" w:rsidP="00A40339">
            <w:pPr>
              <w:pStyle w:val="TAC"/>
              <w:rPr>
                <w:rFonts w:cs="Arial"/>
              </w:rPr>
            </w:pPr>
            <w:r w:rsidRPr="00EF2F0E">
              <w:rPr>
                <w:rFonts w:cs="v4.2.0"/>
              </w:rPr>
              <w:t xml:space="preserve">2.515MHz </w:t>
            </w:r>
            <w:r w:rsidRPr="00EF2F0E">
              <w:rPr>
                <w:rFonts w:cs="v4.2.0"/>
              </w:rPr>
              <w:sym w:font="Symbol" w:char="F0A3"/>
            </w:r>
            <w:r w:rsidRPr="00EF2F0E">
              <w:rPr>
                <w:rFonts w:cs="v4.2.0"/>
              </w:rPr>
              <w:t xml:space="preserve"> f_offset &lt; 2.715MHz </w:t>
            </w:r>
          </w:p>
        </w:tc>
        <w:tc>
          <w:tcPr>
            <w:tcW w:w="2979" w:type="dxa"/>
            <w:shd w:val="clear" w:color="auto" w:fill="auto"/>
          </w:tcPr>
          <w:p w14:paraId="0984D46A" w14:textId="77777777" w:rsidR="003E32EB" w:rsidRPr="00EF2F0E" w:rsidRDefault="003E32EB" w:rsidP="00A40339">
            <w:pPr>
              <w:pStyle w:val="TAC"/>
              <w:rPr>
                <w:rFonts w:cs="Arial"/>
              </w:rPr>
            </w:pPr>
            <w:r w:rsidRPr="00EF2F0E">
              <w:rPr>
                <w:rFonts w:cs="v4.2.0"/>
              </w:rPr>
              <w:t>-14 dBm</w:t>
            </w:r>
          </w:p>
        </w:tc>
        <w:tc>
          <w:tcPr>
            <w:tcW w:w="1275" w:type="dxa"/>
            <w:shd w:val="clear" w:color="auto" w:fill="auto"/>
          </w:tcPr>
          <w:p w14:paraId="0984D46B" w14:textId="77777777" w:rsidR="003E32EB" w:rsidRPr="00EF2F0E" w:rsidRDefault="003E32EB" w:rsidP="00A40339">
            <w:pPr>
              <w:pStyle w:val="TAC"/>
              <w:rPr>
                <w:rFonts w:cs="Arial"/>
              </w:rPr>
            </w:pPr>
            <w:r w:rsidRPr="00EF2F0E">
              <w:rPr>
                <w:rFonts w:cs="v4.2.0"/>
              </w:rPr>
              <w:t xml:space="preserve">30 kHz </w:t>
            </w:r>
          </w:p>
        </w:tc>
      </w:tr>
      <w:tr w:rsidR="003401A4" w:rsidRPr="00EF2F0E" w14:paraId="0984D471" w14:textId="77777777" w:rsidTr="00A40339">
        <w:trPr>
          <w:cantSplit/>
          <w:trHeight w:val="113"/>
          <w:jc w:val="center"/>
        </w:trPr>
        <w:tc>
          <w:tcPr>
            <w:tcW w:w="1749" w:type="dxa"/>
            <w:shd w:val="clear" w:color="auto" w:fill="auto"/>
          </w:tcPr>
          <w:p w14:paraId="0984D46D" w14:textId="77777777" w:rsidR="003E32EB" w:rsidRPr="00EF2F0E" w:rsidRDefault="003E32EB" w:rsidP="00A40339">
            <w:pPr>
              <w:pStyle w:val="TAC"/>
              <w:rPr>
                <w:rFonts w:cs="Arial"/>
              </w:rPr>
            </w:pPr>
            <w:r w:rsidRPr="00EF2F0E">
              <w:rPr>
                <w:rFonts w:cs="v4.2.0"/>
              </w:rPr>
              <w:t xml:space="preserve">2.7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3.5 MHz</w:t>
            </w:r>
          </w:p>
        </w:tc>
        <w:tc>
          <w:tcPr>
            <w:tcW w:w="2124" w:type="dxa"/>
            <w:shd w:val="clear" w:color="auto" w:fill="auto"/>
          </w:tcPr>
          <w:p w14:paraId="0984D46E" w14:textId="77777777" w:rsidR="003E32EB" w:rsidRPr="00EF2F0E" w:rsidRDefault="003E32EB" w:rsidP="00A40339">
            <w:pPr>
              <w:pStyle w:val="TAC"/>
              <w:rPr>
                <w:rFonts w:cs="Arial"/>
              </w:rPr>
            </w:pPr>
            <w:r w:rsidRPr="00EF2F0E">
              <w:rPr>
                <w:rFonts w:cs="v4.2.0"/>
              </w:rPr>
              <w:t xml:space="preserve">2.715MHz </w:t>
            </w:r>
            <w:r w:rsidRPr="00EF2F0E">
              <w:rPr>
                <w:rFonts w:cs="v4.2.0"/>
              </w:rPr>
              <w:sym w:font="Symbol" w:char="F0A3"/>
            </w:r>
            <w:r w:rsidRPr="00EF2F0E">
              <w:rPr>
                <w:rFonts w:cs="v4.2.0"/>
              </w:rPr>
              <w:t xml:space="preserve"> f_offset &lt; 3.515MHz</w:t>
            </w:r>
          </w:p>
        </w:tc>
        <w:tc>
          <w:tcPr>
            <w:tcW w:w="2979" w:type="dxa"/>
            <w:shd w:val="clear" w:color="auto" w:fill="auto"/>
          </w:tcPr>
          <w:p w14:paraId="0984D46F" w14:textId="77777777" w:rsidR="003E32EB" w:rsidRPr="00EF2F0E" w:rsidRDefault="003E32EB" w:rsidP="00A40339">
            <w:pPr>
              <w:pStyle w:val="TAC"/>
              <w:rPr>
                <w:rFonts w:cs="Arial"/>
              </w:rPr>
            </w:pPr>
            <w:r w:rsidRPr="00EF2F0E">
              <w:rPr>
                <w:rFonts w:cs="Arial"/>
                <w:position w:val="-28"/>
              </w:rPr>
              <w:object w:dxaOrig="3640" w:dyaOrig="680" w14:anchorId="09851199">
                <v:shape id="_x0000_i1028" type="#_x0000_t75" style="width:132.4pt;height:25pt" o:ole="" fillcolor="window">
                  <v:imagedata r:id="rId21" o:title=""/>
                </v:shape>
                <o:OLEObject Type="Embed" ProgID="Equation.3" ShapeID="_x0000_i1028" DrawAspect="Content" ObjectID="_1717663550" r:id="rId22"/>
              </w:object>
            </w:r>
          </w:p>
        </w:tc>
        <w:tc>
          <w:tcPr>
            <w:tcW w:w="1275" w:type="dxa"/>
            <w:shd w:val="clear" w:color="auto" w:fill="auto"/>
          </w:tcPr>
          <w:p w14:paraId="0984D470" w14:textId="77777777" w:rsidR="003E32EB" w:rsidRPr="00EF2F0E" w:rsidRDefault="003E32EB" w:rsidP="00A40339">
            <w:pPr>
              <w:pStyle w:val="TAC"/>
              <w:rPr>
                <w:rFonts w:cs="Arial"/>
              </w:rPr>
            </w:pPr>
            <w:r w:rsidRPr="00EF2F0E">
              <w:rPr>
                <w:rFonts w:cs="v4.2.0"/>
              </w:rPr>
              <w:t xml:space="preserve">30 kHz </w:t>
            </w:r>
          </w:p>
        </w:tc>
      </w:tr>
      <w:tr w:rsidR="003401A4" w:rsidRPr="00EF2F0E" w14:paraId="0984D476" w14:textId="77777777" w:rsidTr="00A40339">
        <w:trPr>
          <w:cantSplit/>
          <w:trHeight w:val="113"/>
          <w:jc w:val="center"/>
        </w:trPr>
        <w:tc>
          <w:tcPr>
            <w:tcW w:w="1749" w:type="dxa"/>
            <w:shd w:val="clear" w:color="auto" w:fill="auto"/>
          </w:tcPr>
          <w:p w14:paraId="0984D472" w14:textId="77777777" w:rsidR="003E32EB" w:rsidRPr="00EF2F0E" w:rsidRDefault="003E32EB" w:rsidP="00A40339">
            <w:pPr>
              <w:pStyle w:val="TAC"/>
              <w:rPr>
                <w:rFonts w:cs="Arial"/>
              </w:rPr>
            </w:pPr>
            <w:r w:rsidRPr="00EF2F0E">
              <w:rPr>
                <w:rFonts w:cs="Arial"/>
              </w:rPr>
              <w:t>(NOTE 3)</w:t>
            </w:r>
          </w:p>
        </w:tc>
        <w:tc>
          <w:tcPr>
            <w:tcW w:w="2124" w:type="dxa"/>
            <w:shd w:val="clear" w:color="auto" w:fill="auto"/>
          </w:tcPr>
          <w:p w14:paraId="0984D473" w14:textId="77777777" w:rsidR="003E32EB" w:rsidRPr="00EF2F0E" w:rsidRDefault="003E32EB" w:rsidP="00A40339">
            <w:pPr>
              <w:pStyle w:val="TAC"/>
              <w:rPr>
                <w:rFonts w:cs="Arial"/>
              </w:rPr>
            </w:pPr>
            <w:r w:rsidRPr="00EF2F0E">
              <w:rPr>
                <w:rFonts w:cs="v4.2.0"/>
              </w:rPr>
              <w:t xml:space="preserve">3.515MHz </w:t>
            </w:r>
            <w:r w:rsidRPr="00EF2F0E">
              <w:rPr>
                <w:rFonts w:cs="v4.2.0"/>
              </w:rPr>
              <w:sym w:font="Symbol" w:char="F0A3"/>
            </w:r>
            <w:r w:rsidRPr="00EF2F0E">
              <w:rPr>
                <w:rFonts w:cs="v4.2.0"/>
              </w:rPr>
              <w:t xml:space="preserve"> f_offset &lt; 4.0MHz </w:t>
            </w:r>
          </w:p>
        </w:tc>
        <w:tc>
          <w:tcPr>
            <w:tcW w:w="2979" w:type="dxa"/>
            <w:shd w:val="clear" w:color="auto" w:fill="auto"/>
          </w:tcPr>
          <w:p w14:paraId="0984D474" w14:textId="77777777" w:rsidR="003E32EB" w:rsidRPr="00EF2F0E" w:rsidRDefault="003E32EB" w:rsidP="00A40339">
            <w:pPr>
              <w:pStyle w:val="TAC"/>
              <w:rPr>
                <w:rFonts w:cs="Arial"/>
              </w:rPr>
            </w:pPr>
            <w:r w:rsidRPr="00EF2F0E">
              <w:rPr>
                <w:rFonts w:cs="v4.2.0"/>
              </w:rPr>
              <w:t>-26 dBm</w:t>
            </w:r>
          </w:p>
        </w:tc>
        <w:tc>
          <w:tcPr>
            <w:tcW w:w="1275" w:type="dxa"/>
            <w:shd w:val="clear" w:color="auto" w:fill="auto"/>
          </w:tcPr>
          <w:p w14:paraId="0984D475" w14:textId="77777777" w:rsidR="003E32EB" w:rsidRPr="00EF2F0E" w:rsidRDefault="003E32EB" w:rsidP="00A40339">
            <w:pPr>
              <w:pStyle w:val="TAC"/>
              <w:rPr>
                <w:rFonts w:cs="Arial"/>
              </w:rPr>
            </w:pPr>
            <w:r w:rsidRPr="00EF2F0E">
              <w:rPr>
                <w:rFonts w:cs="v4.2.0"/>
              </w:rPr>
              <w:t xml:space="preserve">30 kHz </w:t>
            </w:r>
          </w:p>
        </w:tc>
      </w:tr>
      <w:tr w:rsidR="003401A4" w:rsidRPr="00EF2F0E" w14:paraId="0984D47B" w14:textId="77777777" w:rsidTr="00A40339">
        <w:trPr>
          <w:cantSplit/>
          <w:trHeight w:val="113"/>
          <w:jc w:val="center"/>
        </w:trPr>
        <w:tc>
          <w:tcPr>
            <w:tcW w:w="1749" w:type="dxa"/>
            <w:shd w:val="clear" w:color="auto" w:fill="auto"/>
          </w:tcPr>
          <w:p w14:paraId="0984D477" w14:textId="77777777" w:rsidR="003E32EB" w:rsidRPr="00EF2F0E" w:rsidRDefault="003E32EB" w:rsidP="00A40339">
            <w:pPr>
              <w:pStyle w:val="TAC"/>
              <w:rPr>
                <w:rFonts w:cs="Arial"/>
              </w:rPr>
            </w:pPr>
            <w:r w:rsidRPr="00EF2F0E">
              <w:rPr>
                <w:rFonts w:cs="v4.2.0"/>
              </w:rPr>
              <w:t xml:space="preserve">3.5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7.5 MHz</w:t>
            </w:r>
          </w:p>
        </w:tc>
        <w:tc>
          <w:tcPr>
            <w:tcW w:w="2124" w:type="dxa"/>
            <w:shd w:val="clear" w:color="auto" w:fill="auto"/>
          </w:tcPr>
          <w:p w14:paraId="0984D478" w14:textId="77777777" w:rsidR="003E32EB" w:rsidRPr="00EF2F0E" w:rsidRDefault="003E32EB" w:rsidP="00A40339">
            <w:pPr>
              <w:pStyle w:val="TAC"/>
              <w:rPr>
                <w:rFonts w:cs="Arial"/>
              </w:rPr>
            </w:pPr>
            <w:r w:rsidRPr="00EF2F0E">
              <w:rPr>
                <w:rFonts w:cs="v4.2.0"/>
              </w:rPr>
              <w:t xml:space="preserve">4.0 MHz </w:t>
            </w:r>
            <w:r w:rsidRPr="00EF2F0E">
              <w:rPr>
                <w:rFonts w:cs="v4.2.0"/>
              </w:rPr>
              <w:sym w:font="Symbol" w:char="F0A3"/>
            </w:r>
            <w:r w:rsidRPr="00EF2F0E">
              <w:rPr>
                <w:rFonts w:cs="v4.2.0"/>
              </w:rPr>
              <w:t xml:space="preserve"> f_offset &lt; 8.0MHz</w:t>
            </w:r>
          </w:p>
        </w:tc>
        <w:tc>
          <w:tcPr>
            <w:tcW w:w="2979" w:type="dxa"/>
            <w:shd w:val="clear" w:color="auto" w:fill="auto"/>
          </w:tcPr>
          <w:p w14:paraId="0984D479" w14:textId="77777777" w:rsidR="003E32EB" w:rsidRPr="00EF2F0E" w:rsidRDefault="003E32EB" w:rsidP="00A40339">
            <w:pPr>
              <w:pStyle w:val="TAC"/>
              <w:rPr>
                <w:rFonts w:cs="Arial"/>
              </w:rPr>
            </w:pPr>
            <w:r w:rsidRPr="00EF2F0E">
              <w:rPr>
                <w:rFonts w:cs="v4.2.0"/>
              </w:rPr>
              <w:t>-13 dBm</w:t>
            </w:r>
          </w:p>
        </w:tc>
        <w:tc>
          <w:tcPr>
            <w:tcW w:w="1275" w:type="dxa"/>
            <w:shd w:val="clear" w:color="auto" w:fill="auto"/>
          </w:tcPr>
          <w:p w14:paraId="0984D47A" w14:textId="77777777" w:rsidR="003E32EB" w:rsidRPr="00EF2F0E" w:rsidRDefault="003E32EB" w:rsidP="00A40339">
            <w:pPr>
              <w:pStyle w:val="TAC"/>
              <w:rPr>
                <w:rFonts w:cs="Arial"/>
              </w:rPr>
            </w:pPr>
            <w:r w:rsidRPr="00EF2F0E">
              <w:rPr>
                <w:rFonts w:cs="v4.2.0"/>
              </w:rPr>
              <w:t xml:space="preserve">1 MHz </w:t>
            </w:r>
          </w:p>
        </w:tc>
      </w:tr>
      <w:tr w:rsidR="003401A4" w:rsidRPr="00EF2F0E" w14:paraId="0984D480" w14:textId="77777777" w:rsidTr="00A40339">
        <w:trPr>
          <w:cantSplit/>
          <w:trHeight w:val="113"/>
          <w:jc w:val="center"/>
        </w:trPr>
        <w:tc>
          <w:tcPr>
            <w:tcW w:w="1749" w:type="dxa"/>
            <w:shd w:val="clear" w:color="auto" w:fill="auto"/>
          </w:tcPr>
          <w:p w14:paraId="0984D47C" w14:textId="77777777" w:rsidR="003E32EB" w:rsidRPr="00EF2F0E" w:rsidRDefault="003E32EB" w:rsidP="00A40339">
            <w:pPr>
              <w:pStyle w:val="TAC"/>
              <w:rPr>
                <w:rFonts w:cs="Arial"/>
              </w:rPr>
            </w:pPr>
            <w:r w:rsidRPr="00EF2F0E">
              <w:rPr>
                <w:rFonts w:cs="v4.2.0"/>
              </w:rPr>
              <w:t xml:space="preserve">7.5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124" w:type="dxa"/>
            <w:shd w:val="clear" w:color="auto" w:fill="auto"/>
          </w:tcPr>
          <w:p w14:paraId="0984D47D" w14:textId="77777777" w:rsidR="003E32EB" w:rsidRPr="00EF2F0E" w:rsidRDefault="003E32EB" w:rsidP="00A40339">
            <w:pPr>
              <w:pStyle w:val="TAC"/>
              <w:rPr>
                <w:rFonts w:cs="Arial"/>
              </w:rPr>
            </w:pPr>
            <w:r w:rsidRPr="00EF2F0E">
              <w:rPr>
                <w:rFonts w:cs="v4.2.0"/>
              </w:rPr>
              <w:t xml:space="preserve">8.0MHz </w:t>
            </w:r>
            <w:r w:rsidRPr="00EF2F0E">
              <w:rPr>
                <w:rFonts w:cs="v4.2.0"/>
              </w:rPr>
              <w:sym w:font="Symbol" w:char="F0A3"/>
            </w:r>
            <w:r w:rsidRPr="00EF2F0E">
              <w:rPr>
                <w:rFonts w:cs="v4.2.0"/>
              </w:rPr>
              <w:t xml:space="preserve"> f_offset &lt; f_offset</w:t>
            </w:r>
            <w:r w:rsidRPr="00EF2F0E">
              <w:rPr>
                <w:rFonts w:cs="v4.2.0"/>
                <w:vertAlign w:val="subscript"/>
              </w:rPr>
              <w:t>max</w:t>
            </w:r>
            <w:r w:rsidRPr="00EF2F0E">
              <w:rPr>
                <w:rFonts w:cs="v4.2.0"/>
              </w:rPr>
              <w:t xml:space="preserve"> </w:t>
            </w:r>
          </w:p>
        </w:tc>
        <w:tc>
          <w:tcPr>
            <w:tcW w:w="2979" w:type="dxa"/>
            <w:shd w:val="clear" w:color="auto" w:fill="auto"/>
          </w:tcPr>
          <w:p w14:paraId="0984D47E" w14:textId="77777777" w:rsidR="003E32EB" w:rsidRPr="00EF2F0E" w:rsidRDefault="003E32EB" w:rsidP="00A40339">
            <w:pPr>
              <w:pStyle w:val="TAC"/>
              <w:rPr>
                <w:rFonts w:cs="Arial"/>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- 56 dB</w:t>
            </w:r>
          </w:p>
        </w:tc>
        <w:tc>
          <w:tcPr>
            <w:tcW w:w="1275" w:type="dxa"/>
            <w:shd w:val="clear" w:color="auto" w:fill="auto"/>
          </w:tcPr>
          <w:p w14:paraId="0984D47F" w14:textId="77777777" w:rsidR="003E32EB" w:rsidRPr="00EF2F0E" w:rsidRDefault="003E32EB" w:rsidP="00A40339">
            <w:pPr>
              <w:pStyle w:val="TAC"/>
              <w:rPr>
                <w:rFonts w:cs="Arial"/>
              </w:rPr>
            </w:pPr>
            <w:r w:rsidRPr="00EF2F0E">
              <w:rPr>
                <w:rFonts w:cs="v4.2.0"/>
              </w:rPr>
              <w:t xml:space="preserve">1 MHz </w:t>
            </w:r>
          </w:p>
        </w:tc>
      </w:tr>
      <w:tr w:rsidR="003E32EB" w:rsidRPr="00EF2F0E" w14:paraId="0984D483" w14:textId="77777777" w:rsidTr="00A40339">
        <w:trPr>
          <w:cantSplit/>
          <w:trHeight w:val="113"/>
          <w:jc w:val="center"/>
        </w:trPr>
        <w:tc>
          <w:tcPr>
            <w:tcW w:w="8127" w:type="dxa"/>
            <w:gridSpan w:val="4"/>
            <w:shd w:val="clear" w:color="auto" w:fill="auto"/>
          </w:tcPr>
          <w:p w14:paraId="0984D481"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the </w:t>
            </w:r>
            <w:r w:rsidRPr="00EF2F0E">
              <w:rPr>
                <w:rFonts w:cs="v4.2.0"/>
                <w:i/>
              </w:rPr>
              <w:t>basic limit</w:t>
            </w:r>
            <w:r w:rsidRPr="00EF2F0E">
              <w:rPr>
                <w:rFonts w:cs="Arial"/>
              </w:rPr>
              <w:t xml:space="preserve"> within </w:t>
            </w:r>
            <w:r w:rsidRPr="00EF2F0E">
              <w:rPr>
                <w:rFonts w:cs="Arial"/>
                <w:i/>
              </w:rPr>
              <w:t>sub-block gaps</w:t>
            </w:r>
            <w:r w:rsidRPr="00EF2F0E">
              <w:rPr>
                <w:rFonts w:cs="Arial"/>
              </w:rPr>
              <w:t xml:space="preserve"> within any operating band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 xml:space="preserve">f ≥ 12.5MHz from both adjacent sub blocks on each side of the </w:t>
            </w:r>
            <w:r w:rsidRPr="00EF2F0E">
              <w:rPr>
                <w:rFonts w:cs="Arial"/>
                <w:i/>
              </w:rPr>
              <w:t>sub-block gap</w:t>
            </w:r>
            <w:r w:rsidRPr="00EF2F0E">
              <w:rPr>
                <w:rFonts w:cs="Arial"/>
              </w:rPr>
              <w:t xml:space="preserve">, where the </w:t>
            </w:r>
            <w:r w:rsidRPr="00EF2F0E">
              <w:rPr>
                <w:rFonts w:cs="Arial"/>
                <w:lang w:eastAsia="zh-CN"/>
              </w:rPr>
              <w:t xml:space="preserve">spurious emission </w:t>
            </w:r>
            <w:r w:rsidRPr="00EF2F0E">
              <w:rPr>
                <w:rFonts w:cs="v4.2.0"/>
                <w:i/>
              </w:rPr>
              <w:t>basic limit</w:t>
            </w:r>
            <w:r w:rsidRPr="00EF2F0E">
              <w:rPr>
                <w:rFonts w:cs="Arial"/>
                <w:lang w:eastAsia="zh-CN"/>
              </w:rPr>
              <w:t xml:space="preserve"> in </w:t>
            </w:r>
            <w:r w:rsidRPr="00EF2F0E">
              <w:rPr>
                <w:rFonts w:cs="v5.0.0"/>
              </w:rPr>
              <w:t>clause 6.6.6.5.2.2 and 6.6.6.5.5.3</w:t>
            </w:r>
            <w:r w:rsidRPr="00EF2F0E">
              <w:rPr>
                <w:rFonts w:cs="v5.0.0"/>
                <w:lang w:eastAsia="zh-CN"/>
              </w:rPr>
              <w:t xml:space="preserve"> shall be met</w:t>
            </w:r>
            <w:r w:rsidRPr="00EF2F0E">
              <w:rPr>
                <w:rFonts w:cs="Arial"/>
              </w:rPr>
              <w:t>.</w:t>
            </w:r>
          </w:p>
          <w:p w14:paraId="0984D482" w14:textId="77777777" w:rsidR="003E32EB" w:rsidRPr="00EF2F0E" w:rsidRDefault="003E32EB" w:rsidP="00A40339">
            <w:pPr>
              <w:pStyle w:val="TAN"/>
              <w:rPr>
                <w:rFonts w:cs="Arial"/>
              </w:rPr>
            </w:pPr>
            <w:r w:rsidRPr="00EF2F0E">
              <w:rPr>
                <w:rFonts w:cs="Arial"/>
              </w:rPr>
              <w:t>NOTE 2:</w:t>
            </w:r>
            <w:r w:rsidR="006E5225" w:rsidRPr="00EF2F0E">
              <w:rPr>
                <w:rFonts w:cs="Arial"/>
              </w:rPr>
              <w:tab/>
            </w:r>
            <w:r w:rsidRPr="00EF2F0E">
              <w:rPr>
                <w:rFonts w:cs="Arial"/>
              </w:rPr>
              <w:t xml:space="preserve">For a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v5.0.0"/>
              </w:rPr>
              <w:t xml:space="preserve">, where the contribution from the far-end sub-block </w:t>
            </w:r>
            <w:r w:rsidRPr="00EF2F0E">
              <w:rPr>
                <w:rFonts w:cs="Arial"/>
              </w:rPr>
              <w:t xml:space="preserve">or </w:t>
            </w:r>
            <w:r w:rsidRPr="00EF2F0E">
              <w:rPr>
                <w:rFonts w:eastAsia="MS Mincho"/>
                <w:i/>
              </w:rPr>
              <w:t>Base Station RF Bandwidth</w:t>
            </w:r>
            <w:r w:rsidRPr="00EF2F0E">
              <w:rPr>
                <w:rFonts w:cs="Arial"/>
              </w:rPr>
              <w:t xml:space="preserve"> </w:t>
            </w:r>
            <w:r w:rsidRPr="00EF2F0E">
              <w:rPr>
                <w:rFonts w:cs="v5.0.0"/>
              </w:rPr>
              <w:t>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484" w14:textId="77777777" w:rsidR="003E32EB" w:rsidRPr="00EF2F0E" w:rsidRDefault="003E32EB" w:rsidP="00A40339">
      <w:pPr>
        <w:rPr>
          <w:rFonts w:cs="v4.2.0"/>
        </w:rPr>
      </w:pPr>
    </w:p>
    <w:p w14:paraId="0984D485" w14:textId="77777777" w:rsidR="003E32EB" w:rsidRPr="00EF2F0E" w:rsidRDefault="003E32EB" w:rsidP="00A40339">
      <w:pPr>
        <w:pStyle w:val="TH"/>
      </w:pPr>
      <w:r w:rsidRPr="00EF2F0E">
        <w:rPr>
          <w:rFonts w:cs="v4.2.0"/>
        </w:rPr>
        <w:t xml:space="preserve">Table 6.6.4.3.2-3: Spectrum emission mask values, 31 dBm </w:t>
      </w:r>
      <w:r w:rsidRPr="00EF2F0E">
        <w:rPr>
          <w:rFonts w:cs="v4.2.0"/>
        </w:rPr>
        <w:sym w:font="Symbol" w:char="F0A3"/>
      </w:r>
      <w:r w:rsidRPr="00EF2F0E">
        <w:rPr>
          <w:rFonts w:cs="v4.2.0"/>
        </w:rPr>
        <w:t xml:space="preserve"> P</w:t>
      </w:r>
      <w:r w:rsidRPr="00EF2F0E">
        <w:rPr>
          <w:rFonts w:cs="v4.2.0"/>
          <w:vertAlign w:val="subscript"/>
        </w:rPr>
        <w:t>rated,c,cell</w:t>
      </w:r>
      <w:r w:rsidRPr="00EF2F0E">
        <w:t>-10*log10(N</w:t>
      </w:r>
      <w:r w:rsidRPr="00EF2F0E">
        <w:rPr>
          <w:vertAlign w:val="subscript"/>
        </w:rPr>
        <w:t>TXU,countedpercell</w:t>
      </w:r>
      <w:r w:rsidRPr="00EF2F0E">
        <w:t>)</w:t>
      </w:r>
      <w:r w:rsidRPr="00EF2F0E">
        <w:rPr>
          <w:rFonts w:cs="v4.2.0"/>
        </w:rPr>
        <w:t xml:space="preserve"> &lt; 39 dBm for </w:t>
      </w:r>
      <w:r w:rsidRPr="00EF2F0E">
        <w:t>UTRA FDD bands</w:t>
      </w:r>
    </w:p>
    <w:tbl>
      <w:tblPr>
        <w:tblW w:w="827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127"/>
        <w:gridCol w:w="1984"/>
        <w:gridCol w:w="2892"/>
        <w:gridCol w:w="1276"/>
      </w:tblGrid>
      <w:tr w:rsidR="003401A4" w:rsidRPr="00EF2F0E" w14:paraId="0984D48B" w14:textId="77777777" w:rsidTr="00A40339">
        <w:trPr>
          <w:cantSplit/>
          <w:trHeight w:val="113"/>
          <w:jc w:val="center"/>
        </w:trPr>
        <w:tc>
          <w:tcPr>
            <w:tcW w:w="2127" w:type="dxa"/>
            <w:shd w:val="clear" w:color="auto" w:fill="auto"/>
          </w:tcPr>
          <w:p w14:paraId="0984D486" w14:textId="77777777" w:rsidR="003E32EB" w:rsidRPr="00EF2F0E" w:rsidRDefault="003E32EB" w:rsidP="00A40339">
            <w:pPr>
              <w:pStyle w:val="TAH"/>
              <w:rPr>
                <w:rFonts w:cs="Arial"/>
              </w:rPr>
            </w:pPr>
            <w:r w:rsidRPr="00EF2F0E">
              <w:rPr>
                <w:rFonts w:cs="v4.2.0"/>
              </w:rPr>
              <w:t>Frequency offset of measurement filter -3 dB point,</w:t>
            </w:r>
            <w:r w:rsidRPr="00EF2F0E">
              <w:rPr>
                <w:rFonts w:cs="v4.2.0"/>
              </w:rPr>
              <w:sym w:font="Symbol" w:char="F044"/>
            </w:r>
            <w:r w:rsidRPr="00EF2F0E">
              <w:rPr>
                <w:rFonts w:cs="v4.2.0"/>
              </w:rPr>
              <w:t>f</w:t>
            </w:r>
          </w:p>
        </w:tc>
        <w:tc>
          <w:tcPr>
            <w:tcW w:w="1984" w:type="dxa"/>
            <w:shd w:val="clear" w:color="auto" w:fill="auto"/>
          </w:tcPr>
          <w:p w14:paraId="0984D487" w14:textId="77777777" w:rsidR="003E32EB" w:rsidRPr="00EF2F0E" w:rsidRDefault="003E32EB" w:rsidP="00A40339">
            <w:pPr>
              <w:pStyle w:val="TAH"/>
              <w:rPr>
                <w:rFonts w:cs="Arial"/>
              </w:rPr>
            </w:pPr>
            <w:r w:rsidRPr="00EF2F0E">
              <w:rPr>
                <w:rFonts w:cs="v4.2.0"/>
              </w:rPr>
              <w:t>Frequency offset of measurement filter centre frequency, f_offset</w:t>
            </w:r>
          </w:p>
        </w:tc>
        <w:tc>
          <w:tcPr>
            <w:tcW w:w="2892" w:type="dxa"/>
            <w:shd w:val="clear" w:color="auto" w:fill="auto"/>
          </w:tcPr>
          <w:p w14:paraId="0984D488" w14:textId="77777777" w:rsidR="003E32EB" w:rsidRPr="00EF2F0E" w:rsidRDefault="003E32EB" w:rsidP="00A40339">
            <w:pPr>
              <w:pStyle w:val="TAH"/>
              <w:rPr>
                <w:rFonts w:cs="Arial"/>
              </w:rPr>
            </w:pPr>
            <w:r w:rsidRPr="00EF2F0E">
              <w:rPr>
                <w:rFonts w:cs="v4.2.0"/>
                <w:i/>
              </w:rPr>
              <w:t>Basic limit</w:t>
            </w:r>
            <w:r w:rsidRPr="00EF2F0E">
              <w:rPr>
                <w:rFonts w:cs="Arial"/>
              </w:rPr>
              <w:t xml:space="preserve"> (NOTE 1, 2)</w:t>
            </w:r>
          </w:p>
        </w:tc>
        <w:tc>
          <w:tcPr>
            <w:tcW w:w="1276" w:type="dxa"/>
            <w:shd w:val="clear" w:color="auto" w:fill="auto"/>
          </w:tcPr>
          <w:p w14:paraId="0984D489" w14:textId="77777777" w:rsidR="003E32EB" w:rsidRPr="00EF2F0E" w:rsidRDefault="003E32EB" w:rsidP="00A40339">
            <w:pPr>
              <w:pStyle w:val="TAH"/>
              <w:rPr>
                <w:rFonts w:cs="v4.2.0"/>
              </w:rPr>
            </w:pPr>
            <w:r w:rsidRPr="00EF2F0E">
              <w:rPr>
                <w:rFonts w:cs="v4.2.0"/>
              </w:rPr>
              <w:t>Measurement bandwidth</w:t>
            </w:r>
          </w:p>
          <w:p w14:paraId="0984D48A" w14:textId="77777777" w:rsidR="003E32EB" w:rsidRPr="00EF2F0E" w:rsidRDefault="003E32EB" w:rsidP="00A40339">
            <w:pPr>
              <w:pStyle w:val="TAH"/>
              <w:rPr>
                <w:rFonts w:cs="Arial"/>
              </w:rPr>
            </w:pPr>
            <w:r w:rsidRPr="00EF2F0E">
              <w:rPr>
                <w:rFonts w:cs="v4.2.0"/>
              </w:rPr>
              <w:t>(NOTE 4)</w:t>
            </w:r>
          </w:p>
        </w:tc>
      </w:tr>
      <w:tr w:rsidR="003401A4" w:rsidRPr="00EF2F0E" w14:paraId="0984D490" w14:textId="77777777" w:rsidTr="00A40339">
        <w:trPr>
          <w:cantSplit/>
          <w:trHeight w:val="113"/>
          <w:jc w:val="center"/>
        </w:trPr>
        <w:tc>
          <w:tcPr>
            <w:tcW w:w="2127" w:type="dxa"/>
            <w:shd w:val="clear" w:color="auto" w:fill="auto"/>
          </w:tcPr>
          <w:p w14:paraId="0984D48C" w14:textId="77777777" w:rsidR="003E32EB" w:rsidRPr="00EF2F0E" w:rsidRDefault="003E32EB" w:rsidP="00A40339">
            <w:pPr>
              <w:pStyle w:val="TAC"/>
              <w:rPr>
                <w:rFonts w:cs="Arial"/>
              </w:rPr>
            </w:pPr>
            <w:r w:rsidRPr="00EF2F0E">
              <w:rPr>
                <w:rFonts w:cs="v4.2.0"/>
              </w:rPr>
              <w:t xml:space="preserve">2.5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2.7 MHz</w:t>
            </w:r>
          </w:p>
        </w:tc>
        <w:tc>
          <w:tcPr>
            <w:tcW w:w="1984" w:type="dxa"/>
            <w:shd w:val="clear" w:color="auto" w:fill="auto"/>
          </w:tcPr>
          <w:p w14:paraId="0984D48D" w14:textId="77777777" w:rsidR="003E32EB" w:rsidRPr="00EF2F0E" w:rsidRDefault="003E32EB" w:rsidP="00A40339">
            <w:pPr>
              <w:pStyle w:val="TAC"/>
              <w:rPr>
                <w:rFonts w:cs="Arial"/>
              </w:rPr>
            </w:pPr>
            <w:r w:rsidRPr="00EF2F0E">
              <w:rPr>
                <w:rFonts w:cs="v4.2.0"/>
              </w:rPr>
              <w:t xml:space="preserve">2.515MHz </w:t>
            </w:r>
            <w:r w:rsidRPr="00EF2F0E">
              <w:rPr>
                <w:rFonts w:cs="v4.2.0"/>
              </w:rPr>
              <w:sym w:font="Symbol" w:char="F0A3"/>
            </w:r>
            <w:r w:rsidRPr="00EF2F0E">
              <w:rPr>
                <w:rFonts w:cs="v4.2.0"/>
              </w:rPr>
              <w:t xml:space="preserve"> f_offset &lt; 2.715MHz </w:t>
            </w:r>
          </w:p>
        </w:tc>
        <w:tc>
          <w:tcPr>
            <w:tcW w:w="2892" w:type="dxa"/>
            <w:shd w:val="clear" w:color="auto" w:fill="auto"/>
          </w:tcPr>
          <w:p w14:paraId="0984D48E" w14:textId="77777777" w:rsidR="003E32EB" w:rsidRPr="00EF2F0E" w:rsidRDefault="003E32EB" w:rsidP="00A40339">
            <w:pPr>
              <w:pStyle w:val="TAC"/>
              <w:rPr>
                <w:rFonts w:cs="Arial"/>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- 53 dB</w:t>
            </w:r>
          </w:p>
        </w:tc>
        <w:tc>
          <w:tcPr>
            <w:tcW w:w="1276" w:type="dxa"/>
            <w:shd w:val="clear" w:color="auto" w:fill="auto"/>
          </w:tcPr>
          <w:p w14:paraId="0984D48F" w14:textId="77777777" w:rsidR="003E32EB" w:rsidRPr="00EF2F0E" w:rsidRDefault="003E32EB" w:rsidP="00A40339">
            <w:pPr>
              <w:pStyle w:val="TAC"/>
              <w:rPr>
                <w:rFonts w:cs="Arial"/>
              </w:rPr>
            </w:pPr>
            <w:r w:rsidRPr="00EF2F0E">
              <w:rPr>
                <w:rFonts w:cs="v4.2.0"/>
              </w:rPr>
              <w:t xml:space="preserve">30 kHz </w:t>
            </w:r>
          </w:p>
        </w:tc>
      </w:tr>
      <w:tr w:rsidR="003401A4" w:rsidRPr="00EF2F0E" w14:paraId="0984D496" w14:textId="77777777" w:rsidTr="00A40339">
        <w:trPr>
          <w:cantSplit/>
          <w:trHeight w:val="113"/>
          <w:jc w:val="center"/>
        </w:trPr>
        <w:tc>
          <w:tcPr>
            <w:tcW w:w="2127" w:type="dxa"/>
            <w:shd w:val="clear" w:color="auto" w:fill="auto"/>
          </w:tcPr>
          <w:p w14:paraId="0984D491" w14:textId="77777777" w:rsidR="003E32EB" w:rsidRPr="00EF2F0E" w:rsidRDefault="003E32EB" w:rsidP="00A40339">
            <w:pPr>
              <w:pStyle w:val="TAC"/>
              <w:rPr>
                <w:rFonts w:cs="Arial"/>
              </w:rPr>
            </w:pPr>
            <w:r w:rsidRPr="00EF2F0E">
              <w:rPr>
                <w:rFonts w:cs="v4.2.0"/>
              </w:rPr>
              <w:t xml:space="preserve">2.7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3.5 MHz</w:t>
            </w:r>
          </w:p>
        </w:tc>
        <w:tc>
          <w:tcPr>
            <w:tcW w:w="1984" w:type="dxa"/>
            <w:shd w:val="clear" w:color="auto" w:fill="auto"/>
          </w:tcPr>
          <w:p w14:paraId="0984D492" w14:textId="77777777" w:rsidR="003E32EB" w:rsidRPr="00EF2F0E" w:rsidRDefault="003E32EB" w:rsidP="00A40339">
            <w:pPr>
              <w:pStyle w:val="TAC"/>
              <w:rPr>
                <w:rFonts w:cs="Arial"/>
              </w:rPr>
            </w:pPr>
            <w:r w:rsidRPr="00EF2F0E">
              <w:rPr>
                <w:rFonts w:cs="v4.2.0"/>
              </w:rPr>
              <w:t xml:space="preserve">2.715MHz </w:t>
            </w:r>
            <w:r w:rsidRPr="00EF2F0E">
              <w:rPr>
                <w:rFonts w:cs="v4.2.0"/>
              </w:rPr>
              <w:sym w:font="Symbol" w:char="F0A3"/>
            </w:r>
            <w:r w:rsidRPr="00EF2F0E">
              <w:rPr>
                <w:rFonts w:cs="v4.2.0"/>
              </w:rPr>
              <w:t xml:space="preserve"> f_offset &lt; 3.515MHz</w:t>
            </w:r>
          </w:p>
        </w:tc>
        <w:tc>
          <w:tcPr>
            <w:tcW w:w="2892" w:type="dxa"/>
            <w:shd w:val="clear" w:color="auto" w:fill="auto"/>
          </w:tcPr>
          <w:p w14:paraId="0984D493" w14:textId="77777777" w:rsidR="003E32EB" w:rsidRPr="00EF2F0E" w:rsidRDefault="003E32EB" w:rsidP="00A40339">
            <w:pPr>
              <w:pStyle w:val="TAC"/>
              <w:rPr>
                <w:rFonts w:cs="Arial"/>
              </w:rPr>
            </w:pPr>
            <w:r w:rsidRPr="00EF2F0E">
              <w:rPr>
                <w:rFonts w:cs="Arial"/>
              </w:rPr>
              <w:t>P</w:t>
            </w:r>
            <w:r w:rsidRPr="00EF2F0E">
              <w:rPr>
                <w:rFonts w:cs="Arial"/>
                <w:vertAlign w:val="subscript"/>
              </w:rPr>
              <w:t xml:space="preserve">rated, c, cell </w:t>
            </w:r>
            <w:r w:rsidRPr="00EF2F0E">
              <w:rPr>
                <w:rFonts w:cs="Arial"/>
              </w:rPr>
              <w:t>– 10*log10(</w:t>
            </w:r>
            <w:r w:rsidRPr="00EF2F0E">
              <w:t>N</w:t>
            </w:r>
            <w:r w:rsidRPr="00EF2F0E">
              <w:rPr>
                <w:vertAlign w:val="subscript"/>
              </w:rPr>
              <w:t>TXU,countedpercell</w:t>
            </w:r>
            <w:r w:rsidRPr="00EF2F0E">
              <w:t>)-53dB-15*(f_offset/MHz-2.715) dB.</w:t>
            </w:r>
          </w:p>
          <w:p w14:paraId="0984D494" w14:textId="77777777" w:rsidR="003E32EB" w:rsidRPr="00EF2F0E" w:rsidRDefault="003E32EB" w:rsidP="00A40339">
            <w:pPr>
              <w:pStyle w:val="TAC"/>
              <w:rPr>
                <w:rFonts w:cs="Arial"/>
              </w:rPr>
            </w:pPr>
          </w:p>
        </w:tc>
        <w:tc>
          <w:tcPr>
            <w:tcW w:w="1276" w:type="dxa"/>
            <w:shd w:val="clear" w:color="auto" w:fill="auto"/>
          </w:tcPr>
          <w:p w14:paraId="0984D495" w14:textId="77777777" w:rsidR="003E32EB" w:rsidRPr="00EF2F0E" w:rsidRDefault="003E32EB" w:rsidP="00A40339">
            <w:pPr>
              <w:pStyle w:val="TAC"/>
              <w:rPr>
                <w:rFonts w:cs="Arial"/>
              </w:rPr>
            </w:pPr>
            <w:r w:rsidRPr="00EF2F0E">
              <w:rPr>
                <w:rFonts w:cs="v4.2.0"/>
              </w:rPr>
              <w:t xml:space="preserve">30 kHz </w:t>
            </w:r>
          </w:p>
        </w:tc>
      </w:tr>
      <w:tr w:rsidR="003401A4" w:rsidRPr="00EF2F0E" w14:paraId="0984D49B" w14:textId="77777777" w:rsidTr="00A40339">
        <w:trPr>
          <w:cantSplit/>
          <w:trHeight w:val="113"/>
          <w:jc w:val="center"/>
        </w:trPr>
        <w:tc>
          <w:tcPr>
            <w:tcW w:w="2127" w:type="dxa"/>
            <w:shd w:val="clear" w:color="auto" w:fill="auto"/>
          </w:tcPr>
          <w:p w14:paraId="0984D497" w14:textId="77777777" w:rsidR="003E32EB" w:rsidRPr="00EF2F0E" w:rsidRDefault="003E32EB" w:rsidP="00A40339">
            <w:pPr>
              <w:pStyle w:val="TAC"/>
              <w:rPr>
                <w:rFonts w:cs="Arial"/>
              </w:rPr>
            </w:pPr>
            <w:r w:rsidRPr="00EF2F0E">
              <w:rPr>
                <w:rFonts w:cs="Arial"/>
              </w:rPr>
              <w:t>(NOTE 3)</w:t>
            </w:r>
          </w:p>
        </w:tc>
        <w:tc>
          <w:tcPr>
            <w:tcW w:w="1984" w:type="dxa"/>
            <w:shd w:val="clear" w:color="auto" w:fill="auto"/>
          </w:tcPr>
          <w:p w14:paraId="0984D498" w14:textId="77777777" w:rsidR="003E32EB" w:rsidRPr="00EF2F0E" w:rsidRDefault="003E32EB" w:rsidP="00A40339">
            <w:pPr>
              <w:pStyle w:val="TAC"/>
              <w:rPr>
                <w:rFonts w:cs="Arial"/>
              </w:rPr>
            </w:pPr>
            <w:r w:rsidRPr="00EF2F0E">
              <w:rPr>
                <w:rFonts w:cs="v4.2.0"/>
              </w:rPr>
              <w:t xml:space="preserve">3.515MHz </w:t>
            </w:r>
            <w:r w:rsidRPr="00EF2F0E">
              <w:rPr>
                <w:rFonts w:cs="v4.2.0"/>
              </w:rPr>
              <w:sym w:font="Symbol" w:char="F0A3"/>
            </w:r>
            <w:r w:rsidRPr="00EF2F0E">
              <w:rPr>
                <w:rFonts w:cs="v4.2.0"/>
              </w:rPr>
              <w:t xml:space="preserve"> f_offset &lt; 4.0MHz </w:t>
            </w:r>
          </w:p>
        </w:tc>
        <w:tc>
          <w:tcPr>
            <w:tcW w:w="2892" w:type="dxa"/>
            <w:shd w:val="clear" w:color="auto" w:fill="auto"/>
          </w:tcPr>
          <w:p w14:paraId="0984D499" w14:textId="77777777" w:rsidR="003E32EB" w:rsidRPr="00EF2F0E" w:rsidRDefault="003E32EB" w:rsidP="00A40339">
            <w:pPr>
              <w:pStyle w:val="TAC"/>
              <w:rPr>
                <w:rFonts w:cs="Arial"/>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- 65 dB</w:t>
            </w:r>
          </w:p>
        </w:tc>
        <w:tc>
          <w:tcPr>
            <w:tcW w:w="1276" w:type="dxa"/>
            <w:shd w:val="clear" w:color="auto" w:fill="auto"/>
          </w:tcPr>
          <w:p w14:paraId="0984D49A" w14:textId="77777777" w:rsidR="003E32EB" w:rsidRPr="00EF2F0E" w:rsidRDefault="003E32EB" w:rsidP="00A40339">
            <w:pPr>
              <w:pStyle w:val="TAC"/>
              <w:rPr>
                <w:rFonts w:cs="Arial"/>
              </w:rPr>
            </w:pPr>
            <w:r w:rsidRPr="00EF2F0E">
              <w:rPr>
                <w:rFonts w:cs="v4.2.0"/>
              </w:rPr>
              <w:t xml:space="preserve">30 kHz </w:t>
            </w:r>
          </w:p>
        </w:tc>
      </w:tr>
      <w:tr w:rsidR="003401A4" w:rsidRPr="00EF2F0E" w14:paraId="0984D4A0" w14:textId="77777777" w:rsidTr="00A40339">
        <w:trPr>
          <w:cantSplit/>
          <w:trHeight w:val="113"/>
          <w:jc w:val="center"/>
        </w:trPr>
        <w:tc>
          <w:tcPr>
            <w:tcW w:w="2127" w:type="dxa"/>
            <w:shd w:val="clear" w:color="auto" w:fill="auto"/>
          </w:tcPr>
          <w:p w14:paraId="0984D49C" w14:textId="77777777" w:rsidR="003E32EB" w:rsidRPr="00EF2F0E" w:rsidRDefault="003E32EB" w:rsidP="00A40339">
            <w:pPr>
              <w:pStyle w:val="TAC"/>
              <w:rPr>
                <w:rFonts w:cs="Arial"/>
              </w:rPr>
            </w:pPr>
            <w:r w:rsidRPr="00EF2F0E">
              <w:rPr>
                <w:rFonts w:cs="v4.2.0"/>
              </w:rPr>
              <w:t xml:space="preserve">3.5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7.5 MHz</w:t>
            </w:r>
          </w:p>
        </w:tc>
        <w:tc>
          <w:tcPr>
            <w:tcW w:w="1984" w:type="dxa"/>
            <w:shd w:val="clear" w:color="auto" w:fill="auto"/>
          </w:tcPr>
          <w:p w14:paraId="0984D49D" w14:textId="77777777" w:rsidR="003E32EB" w:rsidRPr="00EF2F0E" w:rsidRDefault="003E32EB" w:rsidP="00A40339">
            <w:pPr>
              <w:pStyle w:val="TAC"/>
              <w:rPr>
                <w:rFonts w:cs="Arial"/>
              </w:rPr>
            </w:pPr>
            <w:r w:rsidRPr="00EF2F0E">
              <w:rPr>
                <w:rFonts w:cs="v4.2.0"/>
              </w:rPr>
              <w:t xml:space="preserve">4.0 MHz </w:t>
            </w:r>
            <w:r w:rsidRPr="00EF2F0E">
              <w:rPr>
                <w:rFonts w:cs="v4.2.0"/>
              </w:rPr>
              <w:sym w:font="Symbol" w:char="F0A3"/>
            </w:r>
            <w:r w:rsidRPr="00EF2F0E">
              <w:rPr>
                <w:rFonts w:cs="v4.2.0"/>
              </w:rPr>
              <w:t xml:space="preserve"> f_offset &lt; 8.0MHz</w:t>
            </w:r>
          </w:p>
        </w:tc>
        <w:tc>
          <w:tcPr>
            <w:tcW w:w="2892" w:type="dxa"/>
            <w:shd w:val="clear" w:color="auto" w:fill="auto"/>
          </w:tcPr>
          <w:p w14:paraId="0984D49E" w14:textId="77777777" w:rsidR="003E32EB" w:rsidRPr="00EF2F0E" w:rsidRDefault="003E32EB" w:rsidP="00A40339">
            <w:pPr>
              <w:pStyle w:val="TAC"/>
              <w:rPr>
                <w:rFonts w:cs="Arial"/>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- 52 dB</w:t>
            </w:r>
          </w:p>
        </w:tc>
        <w:tc>
          <w:tcPr>
            <w:tcW w:w="1276" w:type="dxa"/>
            <w:shd w:val="clear" w:color="auto" w:fill="auto"/>
          </w:tcPr>
          <w:p w14:paraId="0984D49F" w14:textId="77777777" w:rsidR="003E32EB" w:rsidRPr="00EF2F0E" w:rsidRDefault="003E32EB" w:rsidP="00A40339">
            <w:pPr>
              <w:pStyle w:val="TAC"/>
              <w:rPr>
                <w:rFonts w:cs="Arial"/>
              </w:rPr>
            </w:pPr>
            <w:r w:rsidRPr="00EF2F0E">
              <w:rPr>
                <w:rFonts w:cs="v4.2.0"/>
              </w:rPr>
              <w:t xml:space="preserve">1 MHz </w:t>
            </w:r>
          </w:p>
        </w:tc>
      </w:tr>
      <w:tr w:rsidR="003401A4" w:rsidRPr="00EF2F0E" w14:paraId="0984D4A5" w14:textId="77777777" w:rsidTr="00A40339">
        <w:trPr>
          <w:cantSplit/>
          <w:trHeight w:val="113"/>
          <w:jc w:val="center"/>
        </w:trPr>
        <w:tc>
          <w:tcPr>
            <w:tcW w:w="2127" w:type="dxa"/>
            <w:shd w:val="clear" w:color="auto" w:fill="auto"/>
          </w:tcPr>
          <w:p w14:paraId="0984D4A1" w14:textId="77777777" w:rsidR="003E32EB" w:rsidRPr="00EF2F0E" w:rsidRDefault="003E32EB" w:rsidP="00A40339">
            <w:pPr>
              <w:pStyle w:val="TAC"/>
              <w:rPr>
                <w:rFonts w:cs="Arial"/>
              </w:rPr>
            </w:pPr>
            <w:r w:rsidRPr="00EF2F0E">
              <w:rPr>
                <w:rFonts w:cs="v4.2.0"/>
              </w:rPr>
              <w:t xml:space="preserve">7.5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1984" w:type="dxa"/>
            <w:shd w:val="clear" w:color="auto" w:fill="auto"/>
          </w:tcPr>
          <w:p w14:paraId="0984D4A2" w14:textId="77777777" w:rsidR="003E32EB" w:rsidRPr="00EF2F0E" w:rsidRDefault="003E32EB" w:rsidP="00A40339">
            <w:pPr>
              <w:pStyle w:val="TAC"/>
              <w:rPr>
                <w:rFonts w:cs="Arial"/>
              </w:rPr>
            </w:pPr>
            <w:r w:rsidRPr="00EF2F0E">
              <w:rPr>
                <w:rFonts w:cs="v4.2.0"/>
              </w:rPr>
              <w:t xml:space="preserve">8.0MHz </w:t>
            </w:r>
            <w:r w:rsidRPr="00EF2F0E">
              <w:rPr>
                <w:rFonts w:cs="v4.2.0"/>
              </w:rPr>
              <w:sym w:font="Symbol" w:char="F0A3"/>
            </w:r>
            <w:r w:rsidRPr="00EF2F0E">
              <w:rPr>
                <w:rFonts w:cs="v4.2.0"/>
              </w:rPr>
              <w:t xml:space="preserve"> f_offset &lt; f_offset</w:t>
            </w:r>
            <w:r w:rsidRPr="00EF2F0E">
              <w:rPr>
                <w:rFonts w:cs="v4.2.0"/>
                <w:vertAlign w:val="subscript"/>
              </w:rPr>
              <w:t>max</w:t>
            </w:r>
            <w:r w:rsidRPr="00EF2F0E">
              <w:rPr>
                <w:rFonts w:cs="v4.2.0"/>
              </w:rPr>
              <w:t xml:space="preserve"> </w:t>
            </w:r>
          </w:p>
        </w:tc>
        <w:tc>
          <w:tcPr>
            <w:tcW w:w="2892" w:type="dxa"/>
            <w:shd w:val="clear" w:color="auto" w:fill="auto"/>
          </w:tcPr>
          <w:p w14:paraId="0984D4A3" w14:textId="77777777" w:rsidR="003E32EB" w:rsidRPr="00EF2F0E" w:rsidRDefault="003E32EB" w:rsidP="00A40339">
            <w:pPr>
              <w:pStyle w:val="TAC"/>
              <w:rPr>
                <w:rFonts w:cs="Arial"/>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- 56 dB</w:t>
            </w:r>
          </w:p>
        </w:tc>
        <w:tc>
          <w:tcPr>
            <w:tcW w:w="1276" w:type="dxa"/>
            <w:shd w:val="clear" w:color="auto" w:fill="auto"/>
          </w:tcPr>
          <w:p w14:paraId="0984D4A4" w14:textId="77777777" w:rsidR="003E32EB" w:rsidRPr="00EF2F0E" w:rsidRDefault="003E32EB" w:rsidP="00A40339">
            <w:pPr>
              <w:pStyle w:val="TAC"/>
              <w:rPr>
                <w:rFonts w:cs="Arial"/>
              </w:rPr>
            </w:pPr>
            <w:r w:rsidRPr="00EF2F0E">
              <w:rPr>
                <w:rFonts w:cs="v4.2.0"/>
              </w:rPr>
              <w:t xml:space="preserve">1 MHz </w:t>
            </w:r>
          </w:p>
        </w:tc>
      </w:tr>
      <w:tr w:rsidR="003E32EB" w:rsidRPr="00EF2F0E" w14:paraId="0984D4A8" w14:textId="77777777" w:rsidTr="00A40339">
        <w:trPr>
          <w:cantSplit/>
          <w:trHeight w:val="113"/>
          <w:jc w:val="center"/>
        </w:trPr>
        <w:tc>
          <w:tcPr>
            <w:tcW w:w="8279" w:type="dxa"/>
            <w:gridSpan w:val="4"/>
            <w:shd w:val="clear" w:color="auto" w:fill="auto"/>
          </w:tcPr>
          <w:p w14:paraId="0984D4A6"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the </w:t>
            </w:r>
            <w:r w:rsidRPr="00EF2F0E">
              <w:rPr>
                <w:rFonts w:cs="v4.2.0"/>
                <w:i/>
              </w:rPr>
              <w:t>basic limit</w:t>
            </w:r>
            <w:r w:rsidRPr="00EF2F0E">
              <w:rPr>
                <w:rFonts w:cs="Arial"/>
              </w:rPr>
              <w:t xml:space="preserve"> within </w:t>
            </w:r>
            <w:r w:rsidRPr="00EF2F0E">
              <w:rPr>
                <w:rFonts w:cs="Arial"/>
                <w:i/>
              </w:rPr>
              <w:t>sub-block gaps</w:t>
            </w:r>
            <w:r w:rsidRPr="00EF2F0E">
              <w:rPr>
                <w:rFonts w:cs="Arial"/>
              </w:rPr>
              <w:t xml:space="preserve"> within any operating band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 xml:space="preserve">f ≥ 12.5MHz from both adjacent sub blocks on each side of the </w:t>
            </w:r>
            <w:r w:rsidRPr="00EF2F0E">
              <w:rPr>
                <w:rFonts w:cs="Arial"/>
                <w:i/>
              </w:rPr>
              <w:t>sub-block gap</w:t>
            </w:r>
            <w:r w:rsidRPr="00EF2F0E">
              <w:rPr>
                <w:rFonts w:cs="Arial"/>
              </w:rPr>
              <w:t xml:space="preserve">, where the </w:t>
            </w:r>
            <w:r w:rsidRPr="00EF2F0E">
              <w:rPr>
                <w:rFonts w:cs="Arial"/>
                <w:lang w:eastAsia="zh-CN"/>
              </w:rPr>
              <w:t xml:space="preserve">spurious emission </w:t>
            </w:r>
            <w:r w:rsidRPr="00EF2F0E">
              <w:rPr>
                <w:rFonts w:cs="v4.2.0"/>
                <w:i/>
              </w:rPr>
              <w:t>basic limits</w:t>
            </w:r>
            <w:r w:rsidRPr="00EF2F0E">
              <w:rPr>
                <w:rFonts w:cs="Arial"/>
                <w:lang w:eastAsia="zh-CN"/>
              </w:rPr>
              <w:t xml:space="preserve"> in </w:t>
            </w:r>
            <w:r w:rsidRPr="00EF2F0E">
              <w:rPr>
                <w:rFonts w:cs="v5.0.0"/>
              </w:rPr>
              <w:t>clause 6.6.6.5.2.2 and 6.6.6.5.5.3</w:t>
            </w:r>
            <w:r w:rsidRPr="00EF2F0E">
              <w:rPr>
                <w:rFonts w:cs="v5.0.0"/>
                <w:lang w:eastAsia="zh-CN"/>
              </w:rPr>
              <w:t xml:space="preserve"> shall be met</w:t>
            </w:r>
            <w:r w:rsidRPr="00EF2F0E">
              <w:rPr>
                <w:rFonts w:cs="Arial"/>
              </w:rPr>
              <w:t>.</w:t>
            </w:r>
          </w:p>
          <w:p w14:paraId="0984D4A7" w14:textId="77777777" w:rsidR="003E32EB" w:rsidRPr="00EF2F0E" w:rsidRDefault="003E32EB" w:rsidP="00A40339">
            <w:pPr>
              <w:pStyle w:val="TAN"/>
              <w:rPr>
                <w:rFonts w:cs="Arial"/>
              </w:rPr>
            </w:pPr>
            <w:r w:rsidRPr="00EF2F0E">
              <w:rPr>
                <w:rFonts w:cs="Arial"/>
              </w:rPr>
              <w:t>NOTE 2:</w:t>
            </w:r>
            <w:r w:rsidR="006E5225" w:rsidRPr="00EF2F0E">
              <w:rPr>
                <w:rFonts w:cs="Arial"/>
              </w:rPr>
              <w:tab/>
            </w:r>
            <w:r w:rsidRPr="00EF2F0E">
              <w:rPr>
                <w:rFonts w:cs="Arial"/>
              </w:rPr>
              <w:t xml:space="preserve">For a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v5.0.0"/>
              </w:rPr>
              <w:t xml:space="preserve">, where the contribution from the far-end sub-block </w:t>
            </w:r>
            <w:r w:rsidRPr="00EF2F0E">
              <w:rPr>
                <w:rFonts w:cs="Arial"/>
              </w:rPr>
              <w:t xml:space="preserve">or </w:t>
            </w:r>
            <w:r w:rsidRPr="00EF2F0E">
              <w:rPr>
                <w:rFonts w:eastAsia="MS Mincho"/>
                <w:i/>
              </w:rPr>
              <w:t>Base Station RF Bandwidth</w:t>
            </w:r>
            <w:r w:rsidRPr="00EF2F0E">
              <w:rPr>
                <w:rFonts w:cs="Arial"/>
              </w:rPr>
              <w:t xml:space="preserve"> </w:t>
            </w:r>
            <w:r w:rsidRPr="00EF2F0E">
              <w:rPr>
                <w:rFonts w:cs="v5.0.0"/>
              </w:rPr>
              <w:t>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4A9" w14:textId="77777777" w:rsidR="003E32EB" w:rsidRPr="00EF2F0E" w:rsidRDefault="003E32EB" w:rsidP="00A40339">
      <w:pPr>
        <w:rPr>
          <w:rFonts w:cs="v4.2.0"/>
        </w:rPr>
      </w:pPr>
    </w:p>
    <w:p w14:paraId="0984D4AA" w14:textId="77777777" w:rsidR="003E32EB" w:rsidRPr="00EF2F0E" w:rsidRDefault="003E32EB" w:rsidP="00A40339">
      <w:pPr>
        <w:pStyle w:val="TH"/>
      </w:pPr>
      <w:r w:rsidRPr="00EF2F0E">
        <w:rPr>
          <w:rFonts w:cs="v4.2.0"/>
        </w:rPr>
        <w:t>Table 6.6.4.3.2-4: Spectrum emission mask values, P</w:t>
      </w:r>
      <w:r w:rsidRPr="00EF2F0E">
        <w:rPr>
          <w:rFonts w:cs="v4.2.0"/>
          <w:vertAlign w:val="subscript"/>
        </w:rPr>
        <w:t>rated,c,cell</w:t>
      </w:r>
      <w:r w:rsidRPr="00EF2F0E">
        <w:t>-10*log10(N</w:t>
      </w:r>
      <w:r w:rsidRPr="00EF2F0E">
        <w:rPr>
          <w:vertAlign w:val="subscript"/>
        </w:rPr>
        <w:t>TXU,countedpercell</w:t>
      </w:r>
      <w:r w:rsidRPr="00EF2F0E">
        <w:t>)</w:t>
      </w:r>
      <w:r w:rsidRPr="00EF2F0E">
        <w:rPr>
          <w:rFonts w:cs="v4.2.0"/>
        </w:rPr>
        <w:t xml:space="preserve"> &lt; 31 dBm for </w:t>
      </w:r>
      <w:r w:rsidRPr="00EF2F0E">
        <w:t>UTRA FDD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3"/>
        <w:gridCol w:w="2551"/>
        <w:gridCol w:w="3686"/>
        <w:gridCol w:w="1397"/>
      </w:tblGrid>
      <w:tr w:rsidR="003401A4" w:rsidRPr="00EF2F0E" w14:paraId="0984D4B0" w14:textId="77777777" w:rsidTr="00A40339">
        <w:trPr>
          <w:jc w:val="center"/>
        </w:trPr>
        <w:tc>
          <w:tcPr>
            <w:tcW w:w="1963" w:type="dxa"/>
          </w:tcPr>
          <w:p w14:paraId="0984D4AB" w14:textId="77777777" w:rsidR="003E32EB" w:rsidRPr="00EF2F0E" w:rsidRDefault="003E32EB" w:rsidP="00A40339">
            <w:pPr>
              <w:pStyle w:val="TAH"/>
              <w:rPr>
                <w:rFonts w:cs="Arial"/>
              </w:rPr>
            </w:pPr>
            <w:r w:rsidRPr="00EF2F0E">
              <w:rPr>
                <w:rFonts w:cs="v4.2.0"/>
              </w:rPr>
              <w:t xml:space="preserve">Frequency offset of measurement filter -3 dB point, </w:t>
            </w:r>
            <w:r w:rsidRPr="00EF2F0E">
              <w:rPr>
                <w:rFonts w:cs="v4.2.0"/>
              </w:rPr>
              <w:sym w:font="Symbol" w:char="F044"/>
            </w:r>
            <w:r w:rsidRPr="00EF2F0E">
              <w:rPr>
                <w:rFonts w:cs="v4.2.0"/>
              </w:rPr>
              <w:t>f</w:t>
            </w:r>
          </w:p>
        </w:tc>
        <w:tc>
          <w:tcPr>
            <w:tcW w:w="2551" w:type="dxa"/>
          </w:tcPr>
          <w:p w14:paraId="0984D4AC" w14:textId="77777777" w:rsidR="003E32EB" w:rsidRPr="00EF2F0E" w:rsidRDefault="003E32EB" w:rsidP="00A40339">
            <w:pPr>
              <w:pStyle w:val="TAH"/>
              <w:rPr>
                <w:rFonts w:cs="Arial"/>
              </w:rPr>
            </w:pPr>
            <w:r w:rsidRPr="00EF2F0E">
              <w:rPr>
                <w:rFonts w:cs="v4.2.0"/>
              </w:rPr>
              <w:t>Frequency offset of measurement filter centre frequency, f_offset</w:t>
            </w:r>
          </w:p>
        </w:tc>
        <w:tc>
          <w:tcPr>
            <w:tcW w:w="3686" w:type="dxa"/>
          </w:tcPr>
          <w:p w14:paraId="0984D4AD" w14:textId="77777777" w:rsidR="003E32EB" w:rsidRPr="00EF2F0E" w:rsidRDefault="003E32EB" w:rsidP="00A40339">
            <w:pPr>
              <w:pStyle w:val="TAH"/>
              <w:rPr>
                <w:rFonts w:cs="Arial"/>
              </w:rPr>
            </w:pPr>
            <w:r w:rsidRPr="00EF2F0E">
              <w:rPr>
                <w:rFonts w:cs="v4.2.0"/>
                <w:i/>
              </w:rPr>
              <w:t>Basic limit</w:t>
            </w:r>
            <w:r w:rsidRPr="00EF2F0E">
              <w:rPr>
                <w:rFonts w:cs="Arial"/>
              </w:rPr>
              <w:t xml:space="preserve"> (NOTE 1, 2)</w:t>
            </w:r>
          </w:p>
        </w:tc>
        <w:tc>
          <w:tcPr>
            <w:tcW w:w="1397" w:type="dxa"/>
          </w:tcPr>
          <w:p w14:paraId="0984D4AE" w14:textId="77777777" w:rsidR="003E32EB" w:rsidRPr="00EF2F0E" w:rsidRDefault="003E32EB" w:rsidP="00A40339">
            <w:pPr>
              <w:pStyle w:val="TAH"/>
              <w:rPr>
                <w:rFonts w:cs="v4.2.0"/>
              </w:rPr>
            </w:pPr>
            <w:r w:rsidRPr="00EF2F0E">
              <w:rPr>
                <w:rFonts w:cs="v4.2.0"/>
              </w:rPr>
              <w:t>Measurement bandwidth</w:t>
            </w:r>
          </w:p>
          <w:p w14:paraId="0984D4AF" w14:textId="77777777" w:rsidR="003E32EB" w:rsidRPr="00EF2F0E" w:rsidRDefault="003E32EB" w:rsidP="00A40339">
            <w:pPr>
              <w:pStyle w:val="TAH"/>
              <w:rPr>
                <w:rFonts w:cs="Arial"/>
              </w:rPr>
            </w:pPr>
            <w:r w:rsidRPr="00EF2F0E">
              <w:rPr>
                <w:rFonts w:cs="v4.2.0"/>
              </w:rPr>
              <w:t>(NOTE 4)</w:t>
            </w:r>
          </w:p>
        </w:tc>
      </w:tr>
      <w:tr w:rsidR="003401A4" w:rsidRPr="00EF2F0E" w14:paraId="0984D4B5" w14:textId="77777777" w:rsidTr="00A40339">
        <w:trPr>
          <w:jc w:val="center"/>
        </w:trPr>
        <w:tc>
          <w:tcPr>
            <w:tcW w:w="1963" w:type="dxa"/>
          </w:tcPr>
          <w:p w14:paraId="0984D4B1" w14:textId="77777777" w:rsidR="003E32EB" w:rsidRPr="00EF2F0E" w:rsidRDefault="003E32EB" w:rsidP="00A40339">
            <w:pPr>
              <w:pStyle w:val="TAC"/>
              <w:rPr>
                <w:rFonts w:cs="Arial"/>
              </w:rPr>
            </w:pPr>
            <w:r w:rsidRPr="00EF2F0E">
              <w:rPr>
                <w:rFonts w:cs="v4.2.0"/>
              </w:rPr>
              <w:t xml:space="preserve">2.5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2.7 MHz</w:t>
            </w:r>
          </w:p>
        </w:tc>
        <w:tc>
          <w:tcPr>
            <w:tcW w:w="2551" w:type="dxa"/>
          </w:tcPr>
          <w:p w14:paraId="0984D4B2" w14:textId="77777777" w:rsidR="003E32EB" w:rsidRPr="00EF2F0E" w:rsidRDefault="003E32EB" w:rsidP="00A40339">
            <w:pPr>
              <w:pStyle w:val="TAC"/>
              <w:rPr>
                <w:rFonts w:cs="Arial"/>
              </w:rPr>
            </w:pPr>
            <w:r w:rsidRPr="00EF2F0E">
              <w:rPr>
                <w:rFonts w:cs="v4.2.0"/>
              </w:rPr>
              <w:t xml:space="preserve">2.515MHz </w:t>
            </w:r>
            <w:r w:rsidRPr="00EF2F0E">
              <w:rPr>
                <w:rFonts w:cs="v4.2.0"/>
              </w:rPr>
              <w:sym w:font="Symbol" w:char="F0A3"/>
            </w:r>
            <w:r w:rsidRPr="00EF2F0E">
              <w:rPr>
                <w:rFonts w:cs="v4.2.0"/>
              </w:rPr>
              <w:t xml:space="preserve"> f_offset &lt; 2.715MHz </w:t>
            </w:r>
          </w:p>
        </w:tc>
        <w:tc>
          <w:tcPr>
            <w:tcW w:w="3686" w:type="dxa"/>
          </w:tcPr>
          <w:p w14:paraId="0984D4B3" w14:textId="77777777" w:rsidR="003E32EB" w:rsidRPr="00EF2F0E" w:rsidRDefault="003E32EB" w:rsidP="00A40339">
            <w:pPr>
              <w:pStyle w:val="TAC"/>
              <w:rPr>
                <w:rFonts w:cs="Arial"/>
              </w:rPr>
            </w:pPr>
            <w:r w:rsidRPr="00EF2F0E">
              <w:rPr>
                <w:rFonts w:cs="v4.2.0"/>
              </w:rPr>
              <w:t>-22 dBm</w:t>
            </w:r>
          </w:p>
        </w:tc>
        <w:tc>
          <w:tcPr>
            <w:tcW w:w="1397" w:type="dxa"/>
          </w:tcPr>
          <w:p w14:paraId="0984D4B4" w14:textId="77777777" w:rsidR="003E32EB" w:rsidRPr="00EF2F0E" w:rsidRDefault="003E32EB" w:rsidP="00A40339">
            <w:pPr>
              <w:pStyle w:val="TAC"/>
              <w:rPr>
                <w:rFonts w:cs="Arial"/>
              </w:rPr>
            </w:pPr>
            <w:r w:rsidRPr="00EF2F0E">
              <w:rPr>
                <w:rFonts w:cs="v4.2.0"/>
              </w:rPr>
              <w:t xml:space="preserve">30 kHz </w:t>
            </w:r>
          </w:p>
        </w:tc>
      </w:tr>
      <w:tr w:rsidR="003401A4" w:rsidRPr="00EF2F0E" w14:paraId="0984D4BA" w14:textId="77777777" w:rsidTr="00A40339">
        <w:trPr>
          <w:jc w:val="center"/>
        </w:trPr>
        <w:tc>
          <w:tcPr>
            <w:tcW w:w="1963" w:type="dxa"/>
          </w:tcPr>
          <w:p w14:paraId="0984D4B6" w14:textId="77777777" w:rsidR="003E32EB" w:rsidRPr="00EF2F0E" w:rsidRDefault="003E32EB" w:rsidP="00A40339">
            <w:pPr>
              <w:pStyle w:val="TAC"/>
              <w:rPr>
                <w:rFonts w:cs="Arial"/>
              </w:rPr>
            </w:pPr>
            <w:r w:rsidRPr="00EF2F0E">
              <w:rPr>
                <w:rFonts w:cs="v4.2.0"/>
              </w:rPr>
              <w:t xml:space="preserve">2.7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3.5 MHz</w:t>
            </w:r>
          </w:p>
        </w:tc>
        <w:tc>
          <w:tcPr>
            <w:tcW w:w="2551" w:type="dxa"/>
          </w:tcPr>
          <w:p w14:paraId="0984D4B7" w14:textId="77777777" w:rsidR="003E32EB" w:rsidRPr="00EF2F0E" w:rsidRDefault="003E32EB" w:rsidP="00A40339">
            <w:pPr>
              <w:pStyle w:val="TAC"/>
              <w:rPr>
                <w:rFonts w:cs="Arial"/>
              </w:rPr>
            </w:pPr>
            <w:r w:rsidRPr="00EF2F0E">
              <w:rPr>
                <w:rFonts w:cs="v4.2.0"/>
              </w:rPr>
              <w:t xml:space="preserve">2.715MHz </w:t>
            </w:r>
            <w:r w:rsidRPr="00EF2F0E">
              <w:rPr>
                <w:rFonts w:cs="v4.2.0"/>
              </w:rPr>
              <w:sym w:font="Symbol" w:char="F0A3"/>
            </w:r>
            <w:r w:rsidRPr="00EF2F0E">
              <w:rPr>
                <w:rFonts w:cs="v4.2.0"/>
              </w:rPr>
              <w:t xml:space="preserve"> f_offset &lt; 3.515MHz</w:t>
            </w:r>
          </w:p>
        </w:tc>
        <w:tc>
          <w:tcPr>
            <w:tcW w:w="3686" w:type="dxa"/>
          </w:tcPr>
          <w:p w14:paraId="0984D4B8" w14:textId="77777777" w:rsidR="003E32EB" w:rsidRPr="00EF2F0E" w:rsidRDefault="003E32EB" w:rsidP="00A40339">
            <w:pPr>
              <w:pStyle w:val="TAC"/>
              <w:rPr>
                <w:rFonts w:cs="Arial"/>
              </w:rPr>
            </w:pPr>
            <w:r w:rsidRPr="00EF2F0E">
              <w:rPr>
                <w:rFonts w:cs="Arial"/>
                <w:position w:val="-28"/>
              </w:rPr>
              <w:object w:dxaOrig="3720" w:dyaOrig="680" w14:anchorId="0985119A">
                <v:shape id="_x0000_i1029" type="#_x0000_t75" style="width:162.9pt;height:28.05pt" o:ole="" fillcolor="window">
                  <v:imagedata r:id="rId23" o:title=""/>
                </v:shape>
                <o:OLEObject Type="Embed" ProgID="Equation.3" ShapeID="_x0000_i1029" DrawAspect="Content" ObjectID="_1717663551" r:id="rId24"/>
              </w:object>
            </w:r>
          </w:p>
        </w:tc>
        <w:tc>
          <w:tcPr>
            <w:tcW w:w="1397" w:type="dxa"/>
          </w:tcPr>
          <w:p w14:paraId="0984D4B9" w14:textId="77777777" w:rsidR="003E32EB" w:rsidRPr="00EF2F0E" w:rsidRDefault="003E32EB" w:rsidP="00A40339">
            <w:pPr>
              <w:pStyle w:val="TAC"/>
              <w:rPr>
                <w:rFonts w:cs="Arial"/>
              </w:rPr>
            </w:pPr>
            <w:r w:rsidRPr="00EF2F0E">
              <w:rPr>
                <w:rFonts w:cs="v4.2.0"/>
              </w:rPr>
              <w:t xml:space="preserve">30 kHz </w:t>
            </w:r>
          </w:p>
        </w:tc>
      </w:tr>
      <w:tr w:rsidR="003401A4" w:rsidRPr="00EF2F0E" w14:paraId="0984D4BF" w14:textId="77777777" w:rsidTr="00A40339">
        <w:trPr>
          <w:jc w:val="center"/>
        </w:trPr>
        <w:tc>
          <w:tcPr>
            <w:tcW w:w="1963" w:type="dxa"/>
          </w:tcPr>
          <w:p w14:paraId="0984D4BB" w14:textId="77777777" w:rsidR="003E32EB" w:rsidRPr="00EF2F0E" w:rsidRDefault="003E32EB" w:rsidP="00A40339">
            <w:pPr>
              <w:pStyle w:val="TAC"/>
              <w:rPr>
                <w:rFonts w:cs="Arial"/>
              </w:rPr>
            </w:pPr>
            <w:r w:rsidRPr="00EF2F0E">
              <w:rPr>
                <w:rFonts w:cs="Arial"/>
              </w:rPr>
              <w:t>(NOTE 3)</w:t>
            </w:r>
          </w:p>
        </w:tc>
        <w:tc>
          <w:tcPr>
            <w:tcW w:w="2551" w:type="dxa"/>
          </w:tcPr>
          <w:p w14:paraId="0984D4BC" w14:textId="77777777" w:rsidR="003E32EB" w:rsidRPr="00EF2F0E" w:rsidRDefault="003E32EB" w:rsidP="00A40339">
            <w:pPr>
              <w:pStyle w:val="TAC"/>
              <w:rPr>
                <w:rFonts w:cs="Arial"/>
              </w:rPr>
            </w:pPr>
            <w:r w:rsidRPr="00EF2F0E">
              <w:rPr>
                <w:rFonts w:cs="v4.2.0"/>
              </w:rPr>
              <w:t xml:space="preserve">3.515MHz </w:t>
            </w:r>
            <w:r w:rsidRPr="00EF2F0E">
              <w:rPr>
                <w:rFonts w:cs="v4.2.0"/>
              </w:rPr>
              <w:sym w:font="Symbol" w:char="F0A3"/>
            </w:r>
            <w:r w:rsidRPr="00EF2F0E">
              <w:rPr>
                <w:rFonts w:cs="v4.2.0"/>
              </w:rPr>
              <w:t xml:space="preserve"> f_offset &lt; 4.0MHz </w:t>
            </w:r>
          </w:p>
        </w:tc>
        <w:tc>
          <w:tcPr>
            <w:tcW w:w="3686" w:type="dxa"/>
          </w:tcPr>
          <w:p w14:paraId="0984D4BD" w14:textId="77777777" w:rsidR="003E32EB" w:rsidRPr="00EF2F0E" w:rsidRDefault="003E32EB" w:rsidP="00A40339">
            <w:pPr>
              <w:pStyle w:val="TAC"/>
              <w:rPr>
                <w:rFonts w:cs="Arial"/>
              </w:rPr>
            </w:pPr>
            <w:r w:rsidRPr="00EF2F0E">
              <w:rPr>
                <w:rFonts w:cs="v4.2.0"/>
              </w:rPr>
              <w:t>-34 dBm</w:t>
            </w:r>
          </w:p>
        </w:tc>
        <w:tc>
          <w:tcPr>
            <w:tcW w:w="1397" w:type="dxa"/>
          </w:tcPr>
          <w:p w14:paraId="0984D4BE" w14:textId="77777777" w:rsidR="003E32EB" w:rsidRPr="00EF2F0E" w:rsidRDefault="003E32EB" w:rsidP="00A40339">
            <w:pPr>
              <w:pStyle w:val="TAC"/>
              <w:rPr>
                <w:rFonts w:cs="Arial"/>
              </w:rPr>
            </w:pPr>
            <w:r w:rsidRPr="00EF2F0E">
              <w:rPr>
                <w:rFonts w:cs="v4.2.0"/>
              </w:rPr>
              <w:t xml:space="preserve">30 kHz </w:t>
            </w:r>
          </w:p>
        </w:tc>
      </w:tr>
      <w:tr w:rsidR="003401A4" w:rsidRPr="00EF2F0E" w14:paraId="0984D4C4" w14:textId="77777777" w:rsidTr="00A40339">
        <w:trPr>
          <w:jc w:val="center"/>
        </w:trPr>
        <w:tc>
          <w:tcPr>
            <w:tcW w:w="1963" w:type="dxa"/>
          </w:tcPr>
          <w:p w14:paraId="0984D4C0" w14:textId="77777777" w:rsidR="003E32EB" w:rsidRPr="00EF2F0E" w:rsidRDefault="003E32EB" w:rsidP="00A40339">
            <w:pPr>
              <w:pStyle w:val="TAC"/>
              <w:rPr>
                <w:rFonts w:cs="Arial"/>
              </w:rPr>
            </w:pPr>
            <w:r w:rsidRPr="00EF2F0E">
              <w:rPr>
                <w:rFonts w:cs="v4.2.0"/>
              </w:rPr>
              <w:t xml:space="preserve">3.5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7.5 MHz</w:t>
            </w:r>
          </w:p>
        </w:tc>
        <w:tc>
          <w:tcPr>
            <w:tcW w:w="2551" w:type="dxa"/>
          </w:tcPr>
          <w:p w14:paraId="0984D4C1" w14:textId="77777777" w:rsidR="003E32EB" w:rsidRPr="00EF2F0E" w:rsidRDefault="003E32EB" w:rsidP="00A40339">
            <w:pPr>
              <w:pStyle w:val="TAC"/>
              <w:rPr>
                <w:rFonts w:cs="Arial"/>
              </w:rPr>
            </w:pPr>
            <w:r w:rsidRPr="00EF2F0E">
              <w:rPr>
                <w:rFonts w:cs="v4.2.0"/>
              </w:rPr>
              <w:t xml:space="preserve">4.0 MHz </w:t>
            </w:r>
            <w:r w:rsidRPr="00EF2F0E">
              <w:rPr>
                <w:rFonts w:cs="v4.2.0"/>
              </w:rPr>
              <w:sym w:font="Symbol" w:char="F0A3"/>
            </w:r>
            <w:r w:rsidRPr="00EF2F0E">
              <w:rPr>
                <w:rFonts w:cs="v4.2.0"/>
              </w:rPr>
              <w:t xml:space="preserve"> f_offset &lt; 8.0MHz</w:t>
            </w:r>
          </w:p>
        </w:tc>
        <w:tc>
          <w:tcPr>
            <w:tcW w:w="3686" w:type="dxa"/>
          </w:tcPr>
          <w:p w14:paraId="0984D4C2" w14:textId="77777777" w:rsidR="003E32EB" w:rsidRPr="00EF2F0E" w:rsidRDefault="003E32EB" w:rsidP="00A40339">
            <w:pPr>
              <w:pStyle w:val="TAC"/>
              <w:rPr>
                <w:rFonts w:cs="Arial"/>
              </w:rPr>
            </w:pPr>
            <w:r w:rsidRPr="00EF2F0E">
              <w:rPr>
                <w:rFonts w:cs="v4.2.0"/>
              </w:rPr>
              <w:t>-21 dBm</w:t>
            </w:r>
          </w:p>
        </w:tc>
        <w:tc>
          <w:tcPr>
            <w:tcW w:w="1397" w:type="dxa"/>
          </w:tcPr>
          <w:p w14:paraId="0984D4C3" w14:textId="77777777" w:rsidR="003E32EB" w:rsidRPr="00EF2F0E" w:rsidRDefault="003E32EB" w:rsidP="00A40339">
            <w:pPr>
              <w:pStyle w:val="TAC"/>
              <w:rPr>
                <w:rFonts w:cs="Arial"/>
              </w:rPr>
            </w:pPr>
            <w:r w:rsidRPr="00EF2F0E">
              <w:rPr>
                <w:rFonts w:cs="v4.2.0"/>
              </w:rPr>
              <w:t xml:space="preserve">1 MHz </w:t>
            </w:r>
          </w:p>
        </w:tc>
      </w:tr>
      <w:tr w:rsidR="003401A4" w:rsidRPr="00EF2F0E" w14:paraId="0984D4C9" w14:textId="77777777" w:rsidTr="00A40339">
        <w:trPr>
          <w:jc w:val="center"/>
        </w:trPr>
        <w:tc>
          <w:tcPr>
            <w:tcW w:w="1963" w:type="dxa"/>
          </w:tcPr>
          <w:p w14:paraId="0984D4C5" w14:textId="77777777" w:rsidR="003E32EB" w:rsidRPr="00EF2F0E" w:rsidRDefault="003E32EB" w:rsidP="00A40339">
            <w:pPr>
              <w:pStyle w:val="TAC"/>
              <w:rPr>
                <w:rFonts w:cs="Arial"/>
              </w:rPr>
            </w:pPr>
            <w:r w:rsidRPr="00EF2F0E">
              <w:rPr>
                <w:rFonts w:cs="v4.2.0"/>
              </w:rPr>
              <w:t xml:space="preserve">7.5 MHz </w:t>
            </w:r>
            <w:r w:rsidRPr="00EF2F0E">
              <w:rPr>
                <w:rFonts w:cs="v4.2.0"/>
              </w:rPr>
              <w:sym w:font="Symbol" w:char="F0A3"/>
            </w:r>
            <w:r w:rsidRPr="00EF2F0E">
              <w:rPr>
                <w:rFonts w:cs="v4.2.0"/>
              </w:rPr>
              <w:t xml:space="preserve"> </w:t>
            </w:r>
            <w:r w:rsidRPr="00EF2F0E">
              <w:rPr>
                <w:rFonts w:cs="v4.2.0"/>
              </w:rPr>
              <w:sym w:font="Symbol" w:char="F044"/>
            </w:r>
            <w:r w:rsidRPr="00EF2F0E">
              <w:rPr>
                <w:rFonts w:cs="v4.2.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551" w:type="dxa"/>
          </w:tcPr>
          <w:p w14:paraId="0984D4C6" w14:textId="77777777" w:rsidR="003E32EB" w:rsidRPr="00EF2F0E" w:rsidRDefault="003E32EB" w:rsidP="00A40339">
            <w:pPr>
              <w:pStyle w:val="TAC"/>
              <w:rPr>
                <w:rFonts w:cs="Arial"/>
              </w:rPr>
            </w:pPr>
            <w:r w:rsidRPr="00EF2F0E">
              <w:rPr>
                <w:rFonts w:cs="v4.2.0"/>
              </w:rPr>
              <w:t xml:space="preserve">8.0MHz </w:t>
            </w:r>
            <w:r w:rsidRPr="00EF2F0E">
              <w:rPr>
                <w:rFonts w:cs="v4.2.0"/>
              </w:rPr>
              <w:sym w:font="Symbol" w:char="F0A3"/>
            </w:r>
            <w:r w:rsidRPr="00EF2F0E">
              <w:rPr>
                <w:rFonts w:cs="v4.2.0"/>
              </w:rPr>
              <w:t xml:space="preserve"> f_offset &lt; f_offset</w:t>
            </w:r>
            <w:r w:rsidRPr="00EF2F0E">
              <w:rPr>
                <w:rFonts w:cs="v4.2.0"/>
                <w:vertAlign w:val="subscript"/>
              </w:rPr>
              <w:t>max</w:t>
            </w:r>
            <w:r w:rsidRPr="00EF2F0E">
              <w:rPr>
                <w:rFonts w:cs="v4.2.0"/>
              </w:rPr>
              <w:t xml:space="preserve"> </w:t>
            </w:r>
          </w:p>
        </w:tc>
        <w:tc>
          <w:tcPr>
            <w:tcW w:w="3686" w:type="dxa"/>
          </w:tcPr>
          <w:p w14:paraId="0984D4C7" w14:textId="77777777" w:rsidR="003E32EB" w:rsidRPr="00EF2F0E" w:rsidRDefault="003E32EB" w:rsidP="00A40339">
            <w:pPr>
              <w:pStyle w:val="TAC"/>
              <w:rPr>
                <w:rFonts w:cs="Arial"/>
              </w:rPr>
            </w:pPr>
            <w:r w:rsidRPr="00EF2F0E">
              <w:rPr>
                <w:rFonts w:cs="v4.2.0"/>
              </w:rPr>
              <w:t>-25 dBm</w:t>
            </w:r>
          </w:p>
        </w:tc>
        <w:tc>
          <w:tcPr>
            <w:tcW w:w="1397" w:type="dxa"/>
          </w:tcPr>
          <w:p w14:paraId="0984D4C8" w14:textId="77777777" w:rsidR="003E32EB" w:rsidRPr="00EF2F0E" w:rsidRDefault="003E32EB" w:rsidP="00A40339">
            <w:pPr>
              <w:pStyle w:val="TAC"/>
              <w:rPr>
                <w:rFonts w:cs="Arial"/>
              </w:rPr>
            </w:pPr>
            <w:r w:rsidRPr="00EF2F0E">
              <w:rPr>
                <w:rFonts w:cs="v4.2.0"/>
              </w:rPr>
              <w:t xml:space="preserve">1 MHz </w:t>
            </w:r>
          </w:p>
        </w:tc>
      </w:tr>
      <w:tr w:rsidR="003E32EB" w:rsidRPr="00EF2F0E" w14:paraId="0984D4CC" w14:textId="77777777" w:rsidTr="00A40339">
        <w:trPr>
          <w:jc w:val="center"/>
        </w:trPr>
        <w:tc>
          <w:tcPr>
            <w:tcW w:w="9597" w:type="dxa"/>
            <w:gridSpan w:val="4"/>
          </w:tcPr>
          <w:p w14:paraId="0984D4CA"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the </w:t>
            </w:r>
            <w:r w:rsidRPr="00EF2F0E">
              <w:rPr>
                <w:rFonts w:cs="v4.2.0"/>
                <w:i/>
              </w:rPr>
              <w:t>basic limit</w:t>
            </w:r>
            <w:r w:rsidRPr="00EF2F0E">
              <w:rPr>
                <w:rFonts w:cs="Arial"/>
              </w:rPr>
              <w:t xml:space="preserve"> within </w:t>
            </w:r>
            <w:r w:rsidRPr="00EF2F0E">
              <w:rPr>
                <w:rFonts w:cs="Arial"/>
                <w:i/>
              </w:rPr>
              <w:t>sub-block gaps</w:t>
            </w:r>
            <w:r w:rsidRPr="00EF2F0E">
              <w:rPr>
                <w:rFonts w:cs="Arial"/>
              </w:rPr>
              <w:t xml:space="preserve"> within any operating band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 xml:space="preserve">f ≥ 12.5MHz from both adjacent sub blocks on each side of the </w:t>
            </w:r>
            <w:r w:rsidRPr="00EF2F0E">
              <w:rPr>
                <w:rFonts w:cs="Arial"/>
                <w:i/>
              </w:rPr>
              <w:t>sub-block gap</w:t>
            </w:r>
            <w:r w:rsidRPr="00EF2F0E">
              <w:rPr>
                <w:rFonts w:cs="Arial"/>
              </w:rPr>
              <w:t xml:space="preserve">, where the </w:t>
            </w:r>
            <w:r w:rsidRPr="00EF2F0E">
              <w:rPr>
                <w:rFonts w:cs="Arial"/>
                <w:lang w:eastAsia="zh-CN"/>
              </w:rPr>
              <w:t xml:space="preserve">spurious emission </w:t>
            </w:r>
            <w:r w:rsidRPr="00EF2F0E">
              <w:rPr>
                <w:rFonts w:cs="v4.2.0"/>
                <w:i/>
              </w:rPr>
              <w:t>basic limits</w:t>
            </w:r>
            <w:r w:rsidRPr="00EF2F0E">
              <w:rPr>
                <w:rFonts w:cs="Arial"/>
                <w:lang w:eastAsia="zh-CN"/>
              </w:rPr>
              <w:t xml:space="preserve"> in </w:t>
            </w:r>
            <w:r w:rsidRPr="00EF2F0E">
              <w:rPr>
                <w:rFonts w:cs="v5.0.0"/>
              </w:rPr>
              <w:t>clause 6.6.6.5.2.2 and 6.6.6.5.5.3</w:t>
            </w:r>
            <w:r w:rsidRPr="00EF2F0E">
              <w:rPr>
                <w:rFonts w:cs="v5.0.0"/>
                <w:lang w:eastAsia="zh-CN"/>
              </w:rPr>
              <w:t xml:space="preserve"> shall be met</w:t>
            </w:r>
            <w:r w:rsidRPr="00EF2F0E">
              <w:rPr>
                <w:rFonts w:cs="Arial"/>
              </w:rPr>
              <w:t>.</w:t>
            </w:r>
          </w:p>
          <w:p w14:paraId="0984D4CB" w14:textId="77777777" w:rsidR="003E32EB" w:rsidRPr="00EF2F0E" w:rsidRDefault="003E32EB" w:rsidP="00A40339">
            <w:pPr>
              <w:pStyle w:val="TAN"/>
              <w:rPr>
                <w:rFonts w:cs="Arial"/>
              </w:rPr>
            </w:pPr>
            <w:r w:rsidRPr="00EF2F0E">
              <w:rPr>
                <w:rFonts w:cs="Arial"/>
              </w:rPr>
              <w:t>NOTE 2:</w:t>
            </w:r>
            <w:r w:rsidR="006E5225" w:rsidRPr="00EF2F0E">
              <w:rPr>
                <w:rFonts w:cs="Arial"/>
              </w:rPr>
              <w:tab/>
            </w:r>
            <w:r w:rsidRPr="00EF2F0E">
              <w:rPr>
                <w:rFonts w:cs="Arial"/>
              </w:rPr>
              <w:t xml:space="preserve">For a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v5.0.0"/>
              </w:rPr>
              <w:t xml:space="preserve">, where the contribution from the far-end sub-block </w:t>
            </w:r>
            <w:r w:rsidRPr="00EF2F0E">
              <w:rPr>
                <w:rFonts w:cs="Arial"/>
              </w:rPr>
              <w:t xml:space="preserve">or </w:t>
            </w:r>
            <w:r w:rsidRPr="00EF2F0E">
              <w:rPr>
                <w:rFonts w:eastAsia="MS Mincho"/>
                <w:i/>
              </w:rPr>
              <w:t>Base Station RF Bandwidth</w:t>
            </w:r>
            <w:r w:rsidRPr="00EF2F0E">
              <w:rPr>
                <w:rFonts w:cs="Arial"/>
              </w:rPr>
              <w:t xml:space="preserve"> </w:t>
            </w:r>
            <w:r w:rsidRPr="00EF2F0E">
              <w:rPr>
                <w:rFonts w:cs="v5.0.0"/>
              </w:rPr>
              <w:t>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4CD" w14:textId="77777777" w:rsidR="003E32EB" w:rsidRPr="00EF2F0E" w:rsidRDefault="003E32EB" w:rsidP="00A40339"/>
    <w:p w14:paraId="0984D4CE" w14:textId="77777777" w:rsidR="003E32EB" w:rsidRPr="00EF2F0E" w:rsidRDefault="003E32EB" w:rsidP="00A40339">
      <w:r w:rsidRPr="00EF2F0E">
        <w:t>For operation in band II, IV, V, X</w:t>
      </w:r>
      <w:r w:rsidRPr="00EF2F0E">
        <w:rPr>
          <w:rFonts w:cs="v5.0.0"/>
        </w:rPr>
        <w:t>, XII, XIII</w:t>
      </w:r>
      <w:r w:rsidRPr="00EF2F0E">
        <w:rPr>
          <w:rFonts w:cs="v5.0.0"/>
          <w:lang w:eastAsia="zh-CN"/>
        </w:rPr>
        <w:t>,</w:t>
      </w:r>
      <w:r w:rsidRPr="00EF2F0E">
        <w:rPr>
          <w:rFonts w:cs="v5.0.0"/>
        </w:rPr>
        <w:t xml:space="preserve"> XIV</w:t>
      </w:r>
      <w:r w:rsidRPr="00EF2F0E">
        <w:rPr>
          <w:rFonts w:cs="v5.0.0"/>
          <w:lang w:eastAsia="zh-CN"/>
        </w:rPr>
        <w:t>, XXV</w:t>
      </w:r>
      <w:r w:rsidRPr="00EF2F0E">
        <w:rPr>
          <w:rFonts w:cs="v5.0.0"/>
        </w:rPr>
        <w:t xml:space="preserve"> and XXVI, the</w:t>
      </w:r>
      <w:r w:rsidRPr="00EF2F0E">
        <w:t xml:space="preserve"> additional requirement in tables 6.6.4.3.2-5 to 6.6.4.3.2-7 apply in addition to the </w:t>
      </w:r>
      <w:r w:rsidRPr="00EF2F0E">
        <w:rPr>
          <w:rFonts w:cs="Arial"/>
          <w:i/>
        </w:rPr>
        <w:t>basic limit</w:t>
      </w:r>
      <w:r w:rsidRPr="00EF2F0E">
        <w:t>s in tables 6.6.4.3.2-1 to 6.6.4.3.2-4.</w:t>
      </w:r>
    </w:p>
    <w:p w14:paraId="0984D4CF" w14:textId="77777777" w:rsidR="003E32EB" w:rsidRPr="00EF2F0E" w:rsidRDefault="003E32EB" w:rsidP="00A40339">
      <w:pPr>
        <w:pStyle w:val="TH"/>
      </w:pPr>
      <w:r w:rsidRPr="00EF2F0E">
        <w:rPr>
          <w:rFonts w:cs="v5.0.0"/>
        </w:rPr>
        <w:t xml:space="preserve">Table </w:t>
      </w:r>
      <w:r w:rsidRPr="00EF2F0E">
        <w:rPr>
          <w:rFonts w:cs="v4.2.0"/>
        </w:rPr>
        <w:t>6.6.4.3.2-5</w:t>
      </w:r>
      <w:r w:rsidRPr="00EF2F0E">
        <w:rPr>
          <w:rFonts w:cs="v5.0.0"/>
        </w:rPr>
        <w:t xml:space="preserve">: Additional spectrum emission </w:t>
      </w:r>
      <w:r w:rsidRPr="00EF2F0E">
        <w:rPr>
          <w:rFonts w:cs="v5.0.0"/>
          <w:i/>
        </w:rPr>
        <w:t>basic limits</w:t>
      </w:r>
      <w:r w:rsidRPr="00EF2F0E">
        <w:rPr>
          <w:rFonts w:cs="v5.0.0"/>
        </w:rPr>
        <w:t xml:space="preserve"> for Bands II, IV, X</w:t>
      </w:r>
      <w:r w:rsidRPr="00EF2F0E">
        <w:rPr>
          <w:rFonts w:cs="v5.0.0"/>
          <w:lang w:eastAsia="zh-CN"/>
        </w:rPr>
        <w:t>, XXV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3401A4" w:rsidRPr="00EF2F0E" w14:paraId="0984D4D5" w14:textId="77777777" w:rsidTr="00A40339">
        <w:trPr>
          <w:jc w:val="center"/>
        </w:trPr>
        <w:tc>
          <w:tcPr>
            <w:tcW w:w="1668" w:type="dxa"/>
          </w:tcPr>
          <w:p w14:paraId="0984D4D0" w14:textId="77777777" w:rsidR="003E32EB" w:rsidRPr="00EF2F0E" w:rsidRDefault="003E32EB" w:rsidP="00A40339">
            <w:pPr>
              <w:pStyle w:val="TAH"/>
              <w:rPr>
                <w:rFonts w:cs="Arial"/>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1984" w:type="dxa"/>
          </w:tcPr>
          <w:p w14:paraId="0984D4D1" w14:textId="77777777" w:rsidR="003E32EB" w:rsidRPr="00EF2F0E" w:rsidRDefault="003E32EB" w:rsidP="00A40339">
            <w:pPr>
              <w:pStyle w:val="TAH"/>
              <w:rPr>
                <w:rFonts w:cs="Arial"/>
              </w:rPr>
            </w:pPr>
            <w:r w:rsidRPr="00EF2F0E">
              <w:rPr>
                <w:rFonts w:cs="v5.0.0"/>
              </w:rPr>
              <w:t>Frequency offset of measurement filter centre frequency, f_offset</w:t>
            </w:r>
          </w:p>
        </w:tc>
        <w:tc>
          <w:tcPr>
            <w:tcW w:w="1416" w:type="dxa"/>
          </w:tcPr>
          <w:p w14:paraId="0984D4D2" w14:textId="77777777" w:rsidR="003E32EB" w:rsidRPr="00EF2F0E" w:rsidRDefault="003E32EB" w:rsidP="00A40339">
            <w:pPr>
              <w:pStyle w:val="TAH"/>
              <w:rPr>
                <w:rFonts w:cs="Arial"/>
              </w:rPr>
            </w:pPr>
            <w:r w:rsidRPr="00EF2F0E">
              <w:rPr>
                <w:rFonts w:cs="v5.0.0"/>
              </w:rPr>
              <w:t xml:space="preserve">Additional </w:t>
            </w:r>
            <w:r w:rsidRPr="00EF2F0E">
              <w:rPr>
                <w:i/>
              </w:rPr>
              <w:t>basic limit</w:t>
            </w:r>
            <w:r w:rsidRPr="00EF2F0E">
              <w:rPr>
                <w:rFonts w:cs="v5.0.0"/>
              </w:rPr>
              <w:t xml:space="preserve"> </w:t>
            </w:r>
          </w:p>
        </w:tc>
        <w:tc>
          <w:tcPr>
            <w:tcW w:w="1387" w:type="dxa"/>
          </w:tcPr>
          <w:p w14:paraId="0984D4D3" w14:textId="77777777" w:rsidR="003E32EB" w:rsidRPr="00EF2F0E" w:rsidRDefault="003E32EB" w:rsidP="00A40339">
            <w:pPr>
              <w:pStyle w:val="TAH"/>
              <w:rPr>
                <w:rFonts w:cs="v5.0.0"/>
              </w:rPr>
            </w:pPr>
            <w:r w:rsidRPr="00EF2F0E">
              <w:rPr>
                <w:rFonts w:cs="v5.0.0"/>
              </w:rPr>
              <w:t>Measurement bandwidth</w:t>
            </w:r>
          </w:p>
          <w:p w14:paraId="0984D4D4" w14:textId="77777777" w:rsidR="003E32EB" w:rsidRPr="00EF2F0E" w:rsidRDefault="003E32EB" w:rsidP="00A40339">
            <w:pPr>
              <w:pStyle w:val="TAH"/>
              <w:rPr>
                <w:rFonts w:cs="Arial"/>
              </w:rPr>
            </w:pPr>
            <w:r w:rsidRPr="00EF2F0E">
              <w:rPr>
                <w:rFonts w:cs="v4.2.0"/>
              </w:rPr>
              <w:t>(NOTE 4)</w:t>
            </w:r>
          </w:p>
        </w:tc>
      </w:tr>
      <w:tr w:rsidR="003401A4" w:rsidRPr="00EF2F0E" w14:paraId="0984D4DA" w14:textId="77777777" w:rsidTr="00A40339">
        <w:trPr>
          <w:jc w:val="center"/>
        </w:trPr>
        <w:tc>
          <w:tcPr>
            <w:tcW w:w="1668" w:type="dxa"/>
          </w:tcPr>
          <w:p w14:paraId="0984D4D6" w14:textId="77777777" w:rsidR="003E32EB" w:rsidRPr="00EF2F0E" w:rsidRDefault="003E32EB" w:rsidP="00A40339">
            <w:pPr>
              <w:pStyle w:val="TAC"/>
              <w:rPr>
                <w:rFonts w:cs="Arial"/>
              </w:rPr>
            </w:pPr>
            <w:r w:rsidRPr="00EF2F0E">
              <w:rPr>
                <w:rFonts w:cs="v5.0.0"/>
              </w:rPr>
              <w:t xml:space="preserve">2.5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3.5 MHz</w:t>
            </w:r>
          </w:p>
        </w:tc>
        <w:tc>
          <w:tcPr>
            <w:tcW w:w="1984" w:type="dxa"/>
          </w:tcPr>
          <w:p w14:paraId="0984D4D7" w14:textId="77777777" w:rsidR="003E32EB" w:rsidRPr="00EF2F0E" w:rsidRDefault="003E32EB" w:rsidP="00A40339">
            <w:pPr>
              <w:pStyle w:val="TAC"/>
              <w:rPr>
                <w:rFonts w:cs="Arial"/>
              </w:rPr>
            </w:pPr>
            <w:r w:rsidRPr="00EF2F0E">
              <w:rPr>
                <w:rFonts w:cs="v5.0.0"/>
              </w:rPr>
              <w:t xml:space="preserve">2.515MHz </w:t>
            </w:r>
            <w:r w:rsidRPr="00EF2F0E">
              <w:rPr>
                <w:rFonts w:cs="v5.0.0"/>
              </w:rPr>
              <w:sym w:font="Symbol" w:char="F0A3"/>
            </w:r>
            <w:r w:rsidRPr="00EF2F0E">
              <w:rPr>
                <w:rFonts w:cs="v5.0.0"/>
              </w:rPr>
              <w:t xml:space="preserve"> f_offset &lt; 3.515MHz</w:t>
            </w:r>
          </w:p>
        </w:tc>
        <w:tc>
          <w:tcPr>
            <w:tcW w:w="1416" w:type="dxa"/>
          </w:tcPr>
          <w:p w14:paraId="0984D4D8" w14:textId="77777777" w:rsidR="003E32EB" w:rsidRPr="00EF2F0E" w:rsidRDefault="003E32EB" w:rsidP="00A40339">
            <w:pPr>
              <w:pStyle w:val="TAC"/>
              <w:rPr>
                <w:rFonts w:cs="Arial"/>
              </w:rPr>
            </w:pPr>
            <w:r w:rsidRPr="00EF2F0E">
              <w:rPr>
                <w:rFonts w:cs="Arial"/>
              </w:rPr>
              <w:t>-15 dBm</w:t>
            </w:r>
          </w:p>
        </w:tc>
        <w:tc>
          <w:tcPr>
            <w:tcW w:w="1387" w:type="dxa"/>
          </w:tcPr>
          <w:p w14:paraId="0984D4D9" w14:textId="77777777" w:rsidR="003E32EB" w:rsidRPr="00EF2F0E" w:rsidRDefault="003E32EB" w:rsidP="00A40339">
            <w:pPr>
              <w:pStyle w:val="TAC"/>
              <w:rPr>
                <w:rFonts w:cs="Arial"/>
              </w:rPr>
            </w:pPr>
            <w:r w:rsidRPr="00EF2F0E">
              <w:rPr>
                <w:rFonts w:cs="Arial"/>
              </w:rPr>
              <w:t xml:space="preserve">30 kHz </w:t>
            </w:r>
          </w:p>
        </w:tc>
      </w:tr>
      <w:tr w:rsidR="003E32EB" w:rsidRPr="00EF2F0E" w14:paraId="0984D4DF" w14:textId="77777777" w:rsidTr="00A40339">
        <w:trPr>
          <w:jc w:val="center"/>
        </w:trPr>
        <w:tc>
          <w:tcPr>
            <w:tcW w:w="1668" w:type="dxa"/>
          </w:tcPr>
          <w:p w14:paraId="0984D4DB" w14:textId="77777777" w:rsidR="003E32EB" w:rsidRPr="00EF2F0E" w:rsidRDefault="003E32EB" w:rsidP="00A40339">
            <w:pPr>
              <w:pStyle w:val="TAC"/>
              <w:rPr>
                <w:rFonts w:cs="Arial"/>
              </w:rPr>
            </w:pPr>
            <w:r w:rsidRPr="00EF2F0E">
              <w:rPr>
                <w:rFonts w:cs="v5.0.0"/>
              </w:rPr>
              <w:t xml:space="preserve">3.5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1984" w:type="dxa"/>
          </w:tcPr>
          <w:p w14:paraId="0984D4DC" w14:textId="77777777" w:rsidR="003E32EB" w:rsidRPr="00EF2F0E" w:rsidRDefault="003E32EB" w:rsidP="00A40339">
            <w:pPr>
              <w:pStyle w:val="TAC"/>
              <w:rPr>
                <w:rFonts w:cs="Arial"/>
              </w:rPr>
            </w:pPr>
            <w:r w:rsidRPr="00EF2F0E">
              <w:rPr>
                <w:rFonts w:cs="v5.0.0"/>
              </w:rPr>
              <w:t xml:space="preserve">4.0MHz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1416" w:type="dxa"/>
          </w:tcPr>
          <w:p w14:paraId="0984D4DD" w14:textId="77777777" w:rsidR="003E32EB" w:rsidRPr="00EF2F0E" w:rsidRDefault="003E32EB" w:rsidP="00A40339">
            <w:pPr>
              <w:pStyle w:val="TAC"/>
              <w:rPr>
                <w:rFonts w:cs="Arial"/>
              </w:rPr>
            </w:pPr>
            <w:r w:rsidRPr="00EF2F0E">
              <w:rPr>
                <w:rFonts w:cs="Arial"/>
              </w:rPr>
              <w:t>-13 dBm</w:t>
            </w:r>
          </w:p>
        </w:tc>
        <w:tc>
          <w:tcPr>
            <w:tcW w:w="1387" w:type="dxa"/>
          </w:tcPr>
          <w:p w14:paraId="0984D4DE" w14:textId="77777777" w:rsidR="003E32EB" w:rsidRPr="00EF2F0E" w:rsidRDefault="003E32EB" w:rsidP="00A40339">
            <w:pPr>
              <w:pStyle w:val="TAC"/>
              <w:rPr>
                <w:rFonts w:cs="Arial"/>
              </w:rPr>
            </w:pPr>
            <w:r w:rsidRPr="00EF2F0E">
              <w:rPr>
                <w:rFonts w:cs="Arial"/>
              </w:rPr>
              <w:t xml:space="preserve">1 MHz </w:t>
            </w:r>
          </w:p>
        </w:tc>
      </w:tr>
    </w:tbl>
    <w:p w14:paraId="0984D4E0" w14:textId="77777777" w:rsidR="003E32EB" w:rsidRPr="00EF2F0E" w:rsidRDefault="003E32EB" w:rsidP="00553CD5"/>
    <w:p w14:paraId="0984D4E1" w14:textId="77777777" w:rsidR="003E32EB" w:rsidRPr="00EF2F0E" w:rsidRDefault="003E32EB" w:rsidP="00A40339">
      <w:pPr>
        <w:pStyle w:val="TH"/>
      </w:pPr>
      <w:r w:rsidRPr="00EF2F0E">
        <w:t xml:space="preserve">Table </w:t>
      </w:r>
      <w:r w:rsidRPr="00EF2F0E">
        <w:rPr>
          <w:rFonts w:cs="v4.2.0"/>
        </w:rPr>
        <w:t>6.6.4.3.2-6</w:t>
      </w:r>
      <w:r w:rsidRPr="00EF2F0E">
        <w:t xml:space="preserve">: Additional spectrum emission </w:t>
      </w:r>
      <w:r w:rsidRPr="00EF2F0E">
        <w:rPr>
          <w:i/>
        </w:rPr>
        <w:t>basic limits</w:t>
      </w:r>
      <w:r w:rsidRPr="00EF2F0E">
        <w:t xml:space="preserve"> for Bands V, XXVI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3401A4" w:rsidRPr="00EF2F0E" w14:paraId="0984D4E7" w14:textId="77777777" w:rsidTr="00A40339">
        <w:trPr>
          <w:jc w:val="center"/>
        </w:trPr>
        <w:tc>
          <w:tcPr>
            <w:tcW w:w="1668" w:type="dxa"/>
          </w:tcPr>
          <w:p w14:paraId="0984D4E2" w14:textId="77777777" w:rsidR="003E32EB" w:rsidRPr="00EF2F0E" w:rsidRDefault="003E32EB" w:rsidP="00A40339">
            <w:pPr>
              <w:pStyle w:val="TAH"/>
              <w:rPr>
                <w:rFonts w:cs="Arial"/>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1984" w:type="dxa"/>
          </w:tcPr>
          <w:p w14:paraId="0984D4E3" w14:textId="77777777" w:rsidR="003E32EB" w:rsidRPr="00EF2F0E" w:rsidRDefault="003E32EB" w:rsidP="00A40339">
            <w:pPr>
              <w:pStyle w:val="TAH"/>
              <w:rPr>
                <w:rFonts w:cs="Arial"/>
              </w:rPr>
            </w:pPr>
            <w:r w:rsidRPr="00EF2F0E">
              <w:rPr>
                <w:rFonts w:cs="v5.0.0"/>
              </w:rPr>
              <w:t>Frequency offset of measurement filter centre frequency, f_offset</w:t>
            </w:r>
          </w:p>
        </w:tc>
        <w:tc>
          <w:tcPr>
            <w:tcW w:w="1416" w:type="dxa"/>
          </w:tcPr>
          <w:p w14:paraId="0984D4E4" w14:textId="77777777" w:rsidR="003E32EB" w:rsidRPr="00EF2F0E" w:rsidRDefault="003E32EB" w:rsidP="00A40339">
            <w:pPr>
              <w:pStyle w:val="TAH"/>
              <w:rPr>
                <w:rFonts w:cs="Arial"/>
              </w:rPr>
            </w:pPr>
            <w:r w:rsidRPr="00EF2F0E">
              <w:rPr>
                <w:rFonts w:cs="v5.0.0"/>
              </w:rPr>
              <w:t xml:space="preserve">Additional </w:t>
            </w:r>
            <w:r w:rsidRPr="00EF2F0E">
              <w:rPr>
                <w:i/>
              </w:rPr>
              <w:t>basic limit</w:t>
            </w:r>
            <w:r w:rsidRPr="00EF2F0E">
              <w:rPr>
                <w:rFonts w:cs="v5.0.0"/>
                <w:i/>
              </w:rPr>
              <w:t xml:space="preserve"> </w:t>
            </w:r>
          </w:p>
        </w:tc>
        <w:tc>
          <w:tcPr>
            <w:tcW w:w="1387" w:type="dxa"/>
          </w:tcPr>
          <w:p w14:paraId="0984D4E5" w14:textId="77777777" w:rsidR="003E32EB" w:rsidRPr="00EF2F0E" w:rsidRDefault="003E32EB" w:rsidP="00A40339">
            <w:pPr>
              <w:pStyle w:val="TAH"/>
              <w:rPr>
                <w:rFonts w:cs="v5.0.0"/>
              </w:rPr>
            </w:pPr>
            <w:r w:rsidRPr="00EF2F0E">
              <w:rPr>
                <w:rFonts w:cs="v5.0.0"/>
              </w:rPr>
              <w:t>Measurement bandwidth</w:t>
            </w:r>
          </w:p>
          <w:p w14:paraId="0984D4E6" w14:textId="77777777" w:rsidR="003E32EB" w:rsidRPr="00EF2F0E" w:rsidRDefault="003E32EB" w:rsidP="00A40339">
            <w:pPr>
              <w:pStyle w:val="TAH"/>
              <w:rPr>
                <w:rFonts w:cs="Arial"/>
              </w:rPr>
            </w:pPr>
            <w:r w:rsidRPr="00EF2F0E">
              <w:rPr>
                <w:rFonts w:cs="v4.2.0"/>
              </w:rPr>
              <w:t>(NOTE 4)</w:t>
            </w:r>
          </w:p>
        </w:tc>
      </w:tr>
      <w:tr w:rsidR="003401A4" w:rsidRPr="00EF2F0E" w14:paraId="0984D4EC" w14:textId="77777777" w:rsidTr="00A40339">
        <w:trPr>
          <w:jc w:val="center"/>
        </w:trPr>
        <w:tc>
          <w:tcPr>
            <w:tcW w:w="1668" w:type="dxa"/>
          </w:tcPr>
          <w:p w14:paraId="0984D4E8" w14:textId="77777777" w:rsidR="003E32EB" w:rsidRPr="00EF2F0E" w:rsidRDefault="003E32EB" w:rsidP="00A40339">
            <w:pPr>
              <w:pStyle w:val="TAC"/>
              <w:rPr>
                <w:rFonts w:cs="Arial"/>
              </w:rPr>
            </w:pPr>
            <w:r w:rsidRPr="00EF2F0E">
              <w:rPr>
                <w:rFonts w:cs="v5.0.0"/>
              </w:rPr>
              <w:t xml:space="preserve">2.5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3.5 MHz</w:t>
            </w:r>
          </w:p>
        </w:tc>
        <w:tc>
          <w:tcPr>
            <w:tcW w:w="1984" w:type="dxa"/>
          </w:tcPr>
          <w:p w14:paraId="0984D4E9" w14:textId="77777777" w:rsidR="003E32EB" w:rsidRPr="00EF2F0E" w:rsidRDefault="003E32EB" w:rsidP="00A40339">
            <w:pPr>
              <w:pStyle w:val="TAC"/>
              <w:rPr>
                <w:rFonts w:cs="Arial"/>
              </w:rPr>
            </w:pPr>
            <w:r w:rsidRPr="00EF2F0E">
              <w:rPr>
                <w:rFonts w:cs="v5.0.0"/>
              </w:rPr>
              <w:t xml:space="preserve">2.515MHz </w:t>
            </w:r>
            <w:r w:rsidRPr="00EF2F0E">
              <w:rPr>
                <w:rFonts w:cs="v5.0.0"/>
              </w:rPr>
              <w:sym w:font="Symbol" w:char="F0A3"/>
            </w:r>
            <w:r w:rsidRPr="00EF2F0E">
              <w:rPr>
                <w:rFonts w:cs="v5.0.0"/>
              </w:rPr>
              <w:t xml:space="preserve"> f_offset &lt; 3.515MHz</w:t>
            </w:r>
          </w:p>
        </w:tc>
        <w:tc>
          <w:tcPr>
            <w:tcW w:w="1416" w:type="dxa"/>
          </w:tcPr>
          <w:p w14:paraId="0984D4EA" w14:textId="77777777" w:rsidR="003E32EB" w:rsidRPr="00EF2F0E" w:rsidRDefault="003E32EB" w:rsidP="00A40339">
            <w:pPr>
              <w:pStyle w:val="TAC"/>
              <w:rPr>
                <w:rFonts w:cs="Arial"/>
              </w:rPr>
            </w:pPr>
            <w:r w:rsidRPr="00EF2F0E">
              <w:rPr>
                <w:rFonts w:cs="Arial"/>
              </w:rPr>
              <w:t>-15 dBm</w:t>
            </w:r>
          </w:p>
        </w:tc>
        <w:tc>
          <w:tcPr>
            <w:tcW w:w="1387" w:type="dxa"/>
          </w:tcPr>
          <w:p w14:paraId="0984D4EB" w14:textId="77777777" w:rsidR="003E32EB" w:rsidRPr="00EF2F0E" w:rsidRDefault="003E32EB" w:rsidP="00A40339">
            <w:pPr>
              <w:pStyle w:val="TAC"/>
              <w:rPr>
                <w:rFonts w:cs="Arial"/>
              </w:rPr>
            </w:pPr>
            <w:r w:rsidRPr="00EF2F0E">
              <w:rPr>
                <w:rFonts w:cs="Arial"/>
              </w:rPr>
              <w:t xml:space="preserve">30 kHz </w:t>
            </w:r>
          </w:p>
        </w:tc>
      </w:tr>
      <w:tr w:rsidR="003E32EB" w:rsidRPr="00EF2F0E" w14:paraId="0984D4F1" w14:textId="77777777" w:rsidTr="00A40339">
        <w:trPr>
          <w:jc w:val="center"/>
        </w:trPr>
        <w:tc>
          <w:tcPr>
            <w:tcW w:w="1668" w:type="dxa"/>
          </w:tcPr>
          <w:p w14:paraId="0984D4ED" w14:textId="77777777" w:rsidR="003E32EB" w:rsidRPr="00EF2F0E" w:rsidRDefault="003E32EB" w:rsidP="00A40339">
            <w:pPr>
              <w:pStyle w:val="TAC"/>
              <w:rPr>
                <w:rFonts w:cs="Arial"/>
              </w:rPr>
            </w:pPr>
            <w:r w:rsidRPr="00EF2F0E">
              <w:rPr>
                <w:rFonts w:cs="v5.0.0"/>
              </w:rPr>
              <w:t xml:space="preserve">3.5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1984" w:type="dxa"/>
          </w:tcPr>
          <w:p w14:paraId="0984D4EE" w14:textId="77777777" w:rsidR="003E32EB" w:rsidRPr="00EF2F0E" w:rsidRDefault="003E32EB" w:rsidP="00A40339">
            <w:pPr>
              <w:pStyle w:val="TAC"/>
              <w:rPr>
                <w:rFonts w:cs="Arial"/>
              </w:rPr>
            </w:pPr>
            <w:r w:rsidRPr="00EF2F0E">
              <w:rPr>
                <w:rFonts w:cs="v5.0.0"/>
              </w:rPr>
              <w:t xml:space="preserve">3.55MHz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1416" w:type="dxa"/>
          </w:tcPr>
          <w:p w14:paraId="0984D4EF" w14:textId="77777777" w:rsidR="003E32EB" w:rsidRPr="00EF2F0E" w:rsidRDefault="003E32EB" w:rsidP="00A40339">
            <w:pPr>
              <w:pStyle w:val="TAC"/>
              <w:rPr>
                <w:rFonts w:cs="Arial"/>
              </w:rPr>
            </w:pPr>
            <w:r w:rsidRPr="00EF2F0E">
              <w:rPr>
                <w:rFonts w:cs="Arial"/>
              </w:rPr>
              <w:t>-13 dBm</w:t>
            </w:r>
          </w:p>
        </w:tc>
        <w:tc>
          <w:tcPr>
            <w:tcW w:w="1387" w:type="dxa"/>
          </w:tcPr>
          <w:p w14:paraId="0984D4F0" w14:textId="77777777" w:rsidR="003E32EB" w:rsidRPr="00EF2F0E" w:rsidRDefault="003E32EB" w:rsidP="00A40339">
            <w:pPr>
              <w:pStyle w:val="TAC"/>
              <w:rPr>
                <w:rFonts w:cs="Arial"/>
              </w:rPr>
            </w:pPr>
            <w:r w:rsidRPr="00EF2F0E">
              <w:rPr>
                <w:rFonts w:cs="Arial"/>
              </w:rPr>
              <w:t xml:space="preserve">100 kHz </w:t>
            </w:r>
          </w:p>
        </w:tc>
      </w:tr>
    </w:tbl>
    <w:p w14:paraId="0984D4F2" w14:textId="77777777" w:rsidR="003E32EB" w:rsidRPr="00EF2F0E" w:rsidRDefault="003E32EB" w:rsidP="00A40339"/>
    <w:p w14:paraId="0984D4F3" w14:textId="77777777" w:rsidR="003E32EB" w:rsidRPr="00EF2F0E" w:rsidRDefault="003E32EB" w:rsidP="00A40339">
      <w:pPr>
        <w:pStyle w:val="TH"/>
      </w:pPr>
      <w:r w:rsidRPr="00EF2F0E">
        <w:rPr>
          <w:rFonts w:cs="v5.0.0"/>
        </w:rPr>
        <w:t xml:space="preserve">Table </w:t>
      </w:r>
      <w:r w:rsidRPr="00EF2F0E">
        <w:rPr>
          <w:rFonts w:cs="v4.2.0"/>
        </w:rPr>
        <w:t>6.6.4.3.2-7</w:t>
      </w:r>
      <w:r w:rsidRPr="00EF2F0E">
        <w:rPr>
          <w:rFonts w:cs="v5.0.0"/>
        </w:rPr>
        <w:t xml:space="preserve">: Additional spectrum emission </w:t>
      </w:r>
      <w:r w:rsidRPr="00EF2F0E">
        <w:rPr>
          <w:rFonts w:cs="v5.0.0"/>
          <w:i/>
        </w:rPr>
        <w:t>basic limits</w:t>
      </w:r>
      <w:r w:rsidRPr="00EF2F0E">
        <w:rPr>
          <w:rFonts w:cs="v5.0.0"/>
        </w:rPr>
        <w:t xml:space="preserve"> for Bands XII, XIII, XIV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3401A4" w:rsidRPr="00EF2F0E" w14:paraId="0984D4F9" w14:textId="77777777" w:rsidTr="00A40339">
        <w:trPr>
          <w:jc w:val="center"/>
        </w:trPr>
        <w:tc>
          <w:tcPr>
            <w:tcW w:w="1668" w:type="dxa"/>
          </w:tcPr>
          <w:p w14:paraId="0984D4F4" w14:textId="77777777" w:rsidR="003E32EB" w:rsidRPr="00EF2F0E" w:rsidRDefault="003E32EB" w:rsidP="00A40339">
            <w:pPr>
              <w:pStyle w:val="TAH"/>
              <w:rPr>
                <w:rFonts w:cs="Arial"/>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1984" w:type="dxa"/>
          </w:tcPr>
          <w:p w14:paraId="0984D4F5" w14:textId="77777777" w:rsidR="003E32EB" w:rsidRPr="00EF2F0E" w:rsidRDefault="003E32EB" w:rsidP="00A40339">
            <w:pPr>
              <w:pStyle w:val="TAH"/>
              <w:rPr>
                <w:rFonts w:cs="Arial"/>
              </w:rPr>
            </w:pPr>
            <w:r w:rsidRPr="00EF2F0E">
              <w:rPr>
                <w:rFonts w:cs="v5.0.0"/>
              </w:rPr>
              <w:t>Frequency offset of measurement filter centre frequency, f_offset</w:t>
            </w:r>
          </w:p>
        </w:tc>
        <w:tc>
          <w:tcPr>
            <w:tcW w:w="1416" w:type="dxa"/>
          </w:tcPr>
          <w:p w14:paraId="0984D4F6" w14:textId="77777777" w:rsidR="003E32EB" w:rsidRPr="00EF2F0E" w:rsidRDefault="003E32EB" w:rsidP="00A40339">
            <w:pPr>
              <w:pStyle w:val="TAH"/>
              <w:rPr>
                <w:rFonts w:cs="Arial"/>
              </w:rPr>
            </w:pPr>
            <w:r w:rsidRPr="00EF2F0E">
              <w:rPr>
                <w:rFonts w:cs="v5.0.0"/>
              </w:rPr>
              <w:t xml:space="preserve">Additional </w:t>
            </w:r>
            <w:r w:rsidRPr="00EF2F0E">
              <w:rPr>
                <w:i/>
              </w:rPr>
              <w:t>basic limit</w:t>
            </w:r>
            <w:r w:rsidRPr="00EF2F0E">
              <w:rPr>
                <w:rFonts w:cs="v5.0.0"/>
                <w:i/>
              </w:rPr>
              <w:t xml:space="preserve"> </w:t>
            </w:r>
          </w:p>
        </w:tc>
        <w:tc>
          <w:tcPr>
            <w:tcW w:w="1387" w:type="dxa"/>
          </w:tcPr>
          <w:p w14:paraId="0984D4F7" w14:textId="77777777" w:rsidR="003E32EB" w:rsidRPr="00EF2F0E" w:rsidRDefault="003E32EB" w:rsidP="00A40339">
            <w:pPr>
              <w:pStyle w:val="TAH"/>
              <w:rPr>
                <w:rFonts w:cs="v5.0.0"/>
              </w:rPr>
            </w:pPr>
            <w:r w:rsidRPr="00EF2F0E">
              <w:rPr>
                <w:rFonts w:cs="v5.0.0"/>
              </w:rPr>
              <w:t>Measurement bandwidth</w:t>
            </w:r>
          </w:p>
          <w:p w14:paraId="0984D4F8" w14:textId="77777777" w:rsidR="003E32EB" w:rsidRPr="00EF2F0E" w:rsidRDefault="003E32EB" w:rsidP="00A40339">
            <w:pPr>
              <w:pStyle w:val="TAH"/>
              <w:rPr>
                <w:rFonts w:cs="Arial"/>
              </w:rPr>
            </w:pPr>
            <w:r w:rsidRPr="00EF2F0E">
              <w:rPr>
                <w:rFonts w:cs="v4.2.0"/>
              </w:rPr>
              <w:t>(NOTE 4)</w:t>
            </w:r>
          </w:p>
        </w:tc>
      </w:tr>
      <w:tr w:rsidR="003401A4" w:rsidRPr="00EF2F0E" w14:paraId="0984D4FE" w14:textId="77777777" w:rsidTr="00A40339">
        <w:trPr>
          <w:jc w:val="center"/>
        </w:trPr>
        <w:tc>
          <w:tcPr>
            <w:tcW w:w="1668" w:type="dxa"/>
          </w:tcPr>
          <w:p w14:paraId="0984D4FA" w14:textId="77777777" w:rsidR="003E32EB" w:rsidRPr="00EF2F0E" w:rsidRDefault="003E32EB" w:rsidP="00A40339">
            <w:pPr>
              <w:pStyle w:val="TAC"/>
              <w:rPr>
                <w:rFonts w:cs="Arial"/>
              </w:rPr>
            </w:pPr>
            <w:r w:rsidRPr="00EF2F0E">
              <w:rPr>
                <w:rFonts w:cs="v5.0.0"/>
              </w:rPr>
              <w:t xml:space="preserve">2.5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2.6 MHz</w:t>
            </w:r>
          </w:p>
        </w:tc>
        <w:tc>
          <w:tcPr>
            <w:tcW w:w="1984" w:type="dxa"/>
          </w:tcPr>
          <w:p w14:paraId="0984D4FB" w14:textId="77777777" w:rsidR="003E32EB" w:rsidRPr="00EF2F0E" w:rsidRDefault="003E32EB" w:rsidP="00A40339">
            <w:pPr>
              <w:pStyle w:val="TAC"/>
              <w:rPr>
                <w:rFonts w:cs="Arial"/>
              </w:rPr>
            </w:pPr>
            <w:r w:rsidRPr="00EF2F0E">
              <w:rPr>
                <w:rFonts w:cs="v5.0.0"/>
              </w:rPr>
              <w:t xml:space="preserve">2.515MHz </w:t>
            </w:r>
            <w:r w:rsidRPr="00EF2F0E">
              <w:rPr>
                <w:rFonts w:cs="v5.0.0"/>
              </w:rPr>
              <w:sym w:font="Symbol" w:char="F0A3"/>
            </w:r>
            <w:r w:rsidRPr="00EF2F0E">
              <w:rPr>
                <w:rFonts w:cs="v5.0.0"/>
              </w:rPr>
              <w:t xml:space="preserve"> f_offset &lt; 2.615MHz</w:t>
            </w:r>
          </w:p>
        </w:tc>
        <w:tc>
          <w:tcPr>
            <w:tcW w:w="1416" w:type="dxa"/>
          </w:tcPr>
          <w:p w14:paraId="0984D4FC" w14:textId="77777777" w:rsidR="003E32EB" w:rsidRPr="00EF2F0E" w:rsidRDefault="003E32EB" w:rsidP="00A40339">
            <w:pPr>
              <w:pStyle w:val="TAC"/>
              <w:rPr>
                <w:rFonts w:cs="Arial"/>
              </w:rPr>
            </w:pPr>
            <w:r w:rsidRPr="00EF2F0E">
              <w:rPr>
                <w:rFonts w:cs="Arial"/>
              </w:rPr>
              <w:t>-13 dBm</w:t>
            </w:r>
          </w:p>
        </w:tc>
        <w:tc>
          <w:tcPr>
            <w:tcW w:w="1387" w:type="dxa"/>
          </w:tcPr>
          <w:p w14:paraId="0984D4FD" w14:textId="77777777" w:rsidR="003E32EB" w:rsidRPr="00EF2F0E" w:rsidRDefault="003E32EB" w:rsidP="00A40339">
            <w:pPr>
              <w:pStyle w:val="TAC"/>
              <w:rPr>
                <w:rFonts w:cs="Arial"/>
              </w:rPr>
            </w:pPr>
            <w:r w:rsidRPr="00EF2F0E">
              <w:rPr>
                <w:rFonts w:cs="Arial"/>
              </w:rPr>
              <w:t xml:space="preserve">30 kHz </w:t>
            </w:r>
          </w:p>
        </w:tc>
      </w:tr>
      <w:tr w:rsidR="003E32EB" w:rsidRPr="00EF2F0E" w14:paraId="0984D503" w14:textId="77777777" w:rsidTr="00A40339">
        <w:trPr>
          <w:jc w:val="center"/>
        </w:trPr>
        <w:tc>
          <w:tcPr>
            <w:tcW w:w="1668" w:type="dxa"/>
          </w:tcPr>
          <w:p w14:paraId="0984D4FF" w14:textId="77777777" w:rsidR="003E32EB" w:rsidRPr="00EF2F0E" w:rsidRDefault="003E32EB" w:rsidP="00A40339">
            <w:pPr>
              <w:pStyle w:val="TAC"/>
              <w:rPr>
                <w:rFonts w:cs="Arial"/>
              </w:rPr>
            </w:pPr>
            <w:r w:rsidRPr="00EF2F0E">
              <w:rPr>
                <w:rFonts w:cs="v5.0.0"/>
              </w:rPr>
              <w:t xml:space="preserve">2.6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1984" w:type="dxa"/>
          </w:tcPr>
          <w:p w14:paraId="0984D500" w14:textId="77777777" w:rsidR="003E32EB" w:rsidRPr="00EF2F0E" w:rsidRDefault="003E32EB" w:rsidP="00A40339">
            <w:pPr>
              <w:pStyle w:val="TAC"/>
              <w:rPr>
                <w:rFonts w:cs="Arial"/>
              </w:rPr>
            </w:pPr>
            <w:r w:rsidRPr="00EF2F0E">
              <w:rPr>
                <w:rFonts w:cs="v5.0.0"/>
              </w:rPr>
              <w:t xml:space="preserve">2.65MHz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1416" w:type="dxa"/>
          </w:tcPr>
          <w:p w14:paraId="0984D501" w14:textId="77777777" w:rsidR="003E32EB" w:rsidRPr="00EF2F0E" w:rsidRDefault="003E32EB" w:rsidP="00A40339">
            <w:pPr>
              <w:pStyle w:val="TAC"/>
              <w:rPr>
                <w:rFonts w:cs="Arial"/>
              </w:rPr>
            </w:pPr>
            <w:r w:rsidRPr="00EF2F0E">
              <w:rPr>
                <w:rFonts w:cs="Arial"/>
              </w:rPr>
              <w:t>-13 dBm</w:t>
            </w:r>
          </w:p>
        </w:tc>
        <w:tc>
          <w:tcPr>
            <w:tcW w:w="1387" w:type="dxa"/>
          </w:tcPr>
          <w:p w14:paraId="0984D502" w14:textId="77777777" w:rsidR="003E32EB" w:rsidRPr="00EF2F0E" w:rsidRDefault="003E32EB" w:rsidP="00A40339">
            <w:pPr>
              <w:pStyle w:val="TAC"/>
              <w:rPr>
                <w:rFonts w:cs="Arial"/>
              </w:rPr>
            </w:pPr>
            <w:r w:rsidRPr="00EF2F0E">
              <w:rPr>
                <w:rFonts w:cs="Arial"/>
              </w:rPr>
              <w:t xml:space="preserve">100 kHz </w:t>
            </w:r>
          </w:p>
        </w:tc>
      </w:tr>
    </w:tbl>
    <w:p w14:paraId="0984D504" w14:textId="77777777" w:rsidR="003E32EB" w:rsidRPr="00EF2F0E" w:rsidRDefault="003E32EB" w:rsidP="00A40339"/>
    <w:p w14:paraId="0984D505" w14:textId="77777777" w:rsidR="003E32EB" w:rsidRPr="00EF2F0E" w:rsidRDefault="003E32EB" w:rsidP="00A40339">
      <w:r w:rsidRPr="00EF2F0E">
        <w:rPr>
          <w:rFonts w:cs="v5.0.0"/>
        </w:rPr>
        <w:t xml:space="preserve">In certain regions the following requirement may apply for protection of DTT. For a </w:t>
      </w:r>
      <w:r w:rsidRPr="00EF2F0E">
        <w:rPr>
          <w:rFonts w:cs="v5.0.0"/>
          <w:i/>
        </w:rPr>
        <w:t>TAB connector</w:t>
      </w:r>
      <w:r w:rsidRPr="00EF2F0E">
        <w:rPr>
          <w:rFonts w:cs="v5.0.0"/>
        </w:rPr>
        <w:t xml:space="preserve"> operating in Band XX, the </w:t>
      </w:r>
      <w:r w:rsidRPr="00EF2F0E">
        <w:t>level of emissions in the band 470-790 MHz, measured in an 8MHz filter bandwidth on centre frequencies F</w:t>
      </w:r>
      <w:r w:rsidRPr="00EF2F0E">
        <w:rPr>
          <w:vertAlign w:val="subscript"/>
        </w:rPr>
        <w:t>filter</w:t>
      </w:r>
      <w:r w:rsidRPr="00EF2F0E">
        <w:t xml:space="preserve"> according to table 6.6.4.3.2-8, shall not exceed the maximum emission </w:t>
      </w:r>
      <w:r w:rsidRPr="00EF2F0E">
        <w:rPr>
          <w:i/>
        </w:rPr>
        <w:t xml:space="preserve">basic limit </w:t>
      </w:r>
      <w:r w:rsidRPr="00EF2F0E">
        <w:t>P</w:t>
      </w:r>
      <w:r w:rsidRPr="00EF2F0E">
        <w:rPr>
          <w:vertAlign w:val="subscript"/>
        </w:rPr>
        <w:t>EM,N</w:t>
      </w:r>
      <w:r w:rsidRPr="00EF2F0E">
        <w:t xml:space="preserve"> declared by the manufacturer.</w:t>
      </w:r>
    </w:p>
    <w:p w14:paraId="0984D506" w14:textId="77777777" w:rsidR="003E32EB" w:rsidRPr="00EF2F0E" w:rsidRDefault="003E32EB" w:rsidP="00A40339">
      <w:pPr>
        <w:pStyle w:val="TH"/>
      </w:pPr>
      <w:r w:rsidRPr="00EF2F0E">
        <w:t xml:space="preserve">Table </w:t>
      </w:r>
      <w:r w:rsidRPr="00EF2F0E">
        <w:rPr>
          <w:rFonts w:cs="v4.2.0"/>
        </w:rPr>
        <w:t>6.6.4.3.2-8</w:t>
      </w:r>
      <w:r w:rsidRPr="00EF2F0E">
        <w:t>: Declared emissions levels for protection of DTT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268"/>
        <w:gridCol w:w="2268"/>
      </w:tblGrid>
      <w:tr w:rsidR="003401A4" w:rsidRPr="00EF2F0E" w14:paraId="0984D50A" w14:textId="77777777" w:rsidTr="00A40339">
        <w:trPr>
          <w:jc w:val="center"/>
        </w:trPr>
        <w:tc>
          <w:tcPr>
            <w:tcW w:w="2410" w:type="dxa"/>
            <w:shd w:val="clear" w:color="auto" w:fill="auto"/>
          </w:tcPr>
          <w:p w14:paraId="0984D507" w14:textId="77777777" w:rsidR="003E32EB" w:rsidRPr="00EF2F0E" w:rsidRDefault="003E32EB" w:rsidP="00A40339">
            <w:pPr>
              <w:pStyle w:val="TAH"/>
              <w:rPr>
                <w:rFonts w:cs="Arial"/>
              </w:rPr>
            </w:pPr>
            <w:r w:rsidRPr="00EF2F0E">
              <w:rPr>
                <w:rFonts w:cs="Arial"/>
              </w:rPr>
              <w:t xml:space="preserve">Filter </w:t>
            </w:r>
            <w:r w:rsidRPr="00EF2F0E">
              <w:rPr>
                <w:rFonts w:cs="v5.0.0"/>
              </w:rPr>
              <w:t xml:space="preserve">centre frequency, </w:t>
            </w:r>
            <w:r w:rsidRPr="00EF2F0E">
              <w:rPr>
                <w:rFonts w:cs="Arial"/>
              </w:rPr>
              <w:t>F</w:t>
            </w:r>
            <w:r w:rsidRPr="00EF2F0E">
              <w:rPr>
                <w:rFonts w:cs="Arial"/>
                <w:vertAlign w:val="subscript"/>
              </w:rPr>
              <w:t>filter</w:t>
            </w:r>
          </w:p>
        </w:tc>
        <w:tc>
          <w:tcPr>
            <w:tcW w:w="2268" w:type="dxa"/>
            <w:shd w:val="clear" w:color="auto" w:fill="auto"/>
          </w:tcPr>
          <w:p w14:paraId="0984D508" w14:textId="77777777" w:rsidR="003E32EB" w:rsidRPr="00EF2F0E" w:rsidRDefault="003E32EB" w:rsidP="00A40339">
            <w:pPr>
              <w:pStyle w:val="TAH"/>
              <w:rPr>
                <w:rFonts w:cs="Arial"/>
              </w:rPr>
            </w:pPr>
            <w:r w:rsidRPr="00EF2F0E">
              <w:rPr>
                <w:rFonts w:cs="Arial"/>
              </w:rPr>
              <w:t>Measurement bandwidth</w:t>
            </w:r>
          </w:p>
        </w:tc>
        <w:tc>
          <w:tcPr>
            <w:tcW w:w="2268" w:type="dxa"/>
            <w:shd w:val="clear" w:color="auto" w:fill="auto"/>
          </w:tcPr>
          <w:p w14:paraId="0984D509" w14:textId="77777777" w:rsidR="003E32EB" w:rsidRPr="00EF2F0E" w:rsidRDefault="003E32EB" w:rsidP="00A40339">
            <w:pPr>
              <w:pStyle w:val="TAH"/>
              <w:rPr>
                <w:rFonts w:cs="Arial"/>
              </w:rPr>
            </w:pPr>
            <w:r w:rsidRPr="00EF2F0E">
              <w:rPr>
                <w:rFonts w:cs="Arial"/>
              </w:rPr>
              <w:t xml:space="preserve">Declared emission </w:t>
            </w:r>
            <w:r w:rsidRPr="00EF2F0E">
              <w:rPr>
                <w:i/>
              </w:rPr>
              <w:t>basic limit</w:t>
            </w:r>
            <w:r w:rsidRPr="00EF2F0E">
              <w:rPr>
                <w:rFonts w:cs="Arial"/>
                <w:i/>
              </w:rPr>
              <w:t xml:space="preserve"> </w:t>
            </w:r>
            <w:r w:rsidRPr="00EF2F0E">
              <w:rPr>
                <w:rFonts w:cs="Arial"/>
              </w:rPr>
              <w:t>[dBm]</w:t>
            </w:r>
          </w:p>
        </w:tc>
      </w:tr>
      <w:tr w:rsidR="003E32EB" w:rsidRPr="00EF2F0E" w14:paraId="0984D50E" w14:textId="77777777" w:rsidTr="00A40339">
        <w:trPr>
          <w:jc w:val="center"/>
        </w:trPr>
        <w:tc>
          <w:tcPr>
            <w:tcW w:w="2410" w:type="dxa"/>
            <w:shd w:val="clear" w:color="auto" w:fill="auto"/>
          </w:tcPr>
          <w:p w14:paraId="0984D50B" w14:textId="77777777" w:rsidR="003E32EB" w:rsidRPr="00EF2F0E" w:rsidRDefault="003E32EB" w:rsidP="00A40339">
            <w:pPr>
              <w:pStyle w:val="TAC"/>
              <w:rPr>
                <w:rFonts w:cs="Arial"/>
              </w:rPr>
            </w:pPr>
            <w:r w:rsidRPr="00EF2F0E">
              <w:rPr>
                <w:rFonts w:cs="Arial"/>
              </w:rPr>
              <w:t>F</w:t>
            </w:r>
            <w:r w:rsidRPr="00EF2F0E">
              <w:rPr>
                <w:rFonts w:cs="Arial"/>
                <w:vertAlign w:val="subscript"/>
              </w:rPr>
              <w:t>filter</w:t>
            </w:r>
            <w:r w:rsidRPr="00EF2F0E">
              <w:rPr>
                <w:rFonts w:cs="Arial"/>
              </w:rPr>
              <w:t xml:space="preserve"> = 8*N + 306 (MHz); </w:t>
            </w:r>
            <w:r w:rsidRPr="00EF2F0E">
              <w:rPr>
                <w:rFonts w:cs="Arial"/>
              </w:rPr>
              <w:br/>
              <w:t>21 ≤ N ≤ 60</w:t>
            </w:r>
          </w:p>
        </w:tc>
        <w:tc>
          <w:tcPr>
            <w:tcW w:w="2268" w:type="dxa"/>
            <w:shd w:val="clear" w:color="auto" w:fill="auto"/>
          </w:tcPr>
          <w:p w14:paraId="0984D50C" w14:textId="77777777" w:rsidR="003E32EB" w:rsidRPr="00EF2F0E" w:rsidRDefault="003E32EB" w:rsidP="00A40339">
            <w:pPr>
              <w:pStyle w:val="TAC"/>
              <w:rPr>
                <w:rFonts w:cs="Arial"/>
              </w:rPr>
            </w:pPr>
            <w:r w:rsidRPr="00EF2F0E">
              <w:rPr>
                <w:rFonts w:cs="Arial"/>
              </w:rPr>
              <w:t>8 MHz</w:t>
            </w:r>
          </w:p>
        </w:tc>
        <w:tc>
          <w:tcPr>
            <w:tcW w:w="2268" w:type="dxa"/>
            <w:shd w:val="clear" w:color="auto" w:fill="auto"/>
          </w:tcPr>
          <w:p w14:paraId="0984D50D" w14:textId="77777777" w:rsidR="003E32EB" w:rsidRPr="00EF2F0E" w:rsidRDefault="003E32EB" w:rsidP="00A40339">
            <w:pPr>
              <w:pStyle w:val="TAC"/>
              <w:rPr>
                <w:rFonts w:cs="Arial"/>
              </w:rPr>
            </w:pPr>
            <w:r w:rsidRPr="00EF2F0E">
              <w:rPr>
                <w:rFonts w:cs="Arial"/>
              </w:rPr>
              <w:t>P</w:t>
            </w:r>
            <w:r w:rsidRPr="00EF2F0E">
              <w:rPr>
                <w:rFonts w:cs="Arial"/>
                <w:vertAlign w:val="subscript"/>
              </w:rPr>
              <w:t>EM,N</w:t>
            </w:r>
          </w:p>
        </w:tc>
      </w:tr>
    </w:tbl>
    <w:p w14:paraId="0984D50F" w14:textId="77777777" w:rsidR="003E32EB" w:rsidRPr="00EF2F0E" w:rsidRDefault="003E32EB" w:rsidP="00A40339"/>
    <w:p w14:paraId="0984D510" w14:textId="77777777" w:rsidR="003E32EB" w:rsidRPr="00EF2F0E" w:rsidRDefault="003E32EB" w:rsidP="00A40339">
      <w:pPr>
        <w:pStyle w:val="NO"/>
      </w:pPr>
      <w:r w:rsidRPr="00EF2F0E">
        <w:t>NOTE:</w:t>
      </w:r>
      <w:r w:rsidR="006E5225" w:rsidRPr="00EF2F0E">
        <w:tab/>
      </w:r>
      <w:r w:rsidRPr="00EF2F0E">
        <w:t xml:space="preserve">The regional requirement is defined in terms of EIRP (effective isotropic radiated power), which is dependent on both the BS emissions at the antenna connector and the deployment (including antenna gain and feeder loss). The </w:t>
      </w:r>
      <w:r w:rsidRPr="00EF2F0E">
        <w:rPr>
          <w:i/>
        </w:rPr>
        <w:t xml:space="preserve">basic limit </w:t>
      </w:r>
      <w:r w:rsidRPr="00EF2F0E">
        <w:t>defined above provides the characteristics of the AAS base station needed to verify compliance with the regional requirement. Compliance with the regional requirement for protection of DTT can be determined using the method outlined in annex D of 3GPP TS 25.104 [2].</w:t>
      </w:r>
    </w:p>
    <w:p w14:paraId="0984D511" w14:textId="77777777" w:rsidR="003E32EB" w:rsidRPr="00EF2F0E" w:rsidRDefault="003E32EB" w:rsidP="00A40339">
      <w:r w:rsidRPr="00EF2F0E">
        <w:t xml:space="preserve">In certain regions, the following </w:t>
      </w:r>
      <w:r w:rsidRPr="00EF2F0E">
        <w:rPr>
          <w:i/>
        </w:rPr>
        <w:t>basic limits</w:t>
      </w:r>
      <w:r w:rsidRPr="00EF2F0E">
        <w:t xml:space="preserve"> may apply to a </w:t>
      </w:r>
      <w:r w:rsidRPr="00EF2F0E">
        <w:rPr>
          <w:i/>
        </w:rPr>
        <w:t>TAB connector</w:t>
      </w:r>
      <w:r w:rsidRPr="00EF2F0E">
        <w:t xml:space="preserve"> operating in Band XXXII within 1452-1492 MHz. </w:t>
      </w:r>
      <w:r w:rsidRPr="00EF2F0E">
        <w:rPr>
          <w:rFonts w:cs="v5.0.0"/>
        </w:rPr>
        <w:t xml:space="preserve">The </w:t>
      </w:r>
      <w:r w:rsidRPr="00EF2F0E">
        <w:t xml:space="preserve">level of unwanted emissions, measured on centre frequencies f_offset with filter bandwidth, according to table 6.6.4.3.2-9, shall neither exceed the maximum emission </w:t>
      </w:r>
      <w:r w:rsidRPr="00EF2F0E">
        <w:rPr>
          <w:i/>
        </w:rPr>
        <w:t xml:space="preserve">basic limit </w:t>
      </w:r>
      <w:r w:rsidRPr="00EF2F0E">
        <w:t>P</w:t>
      </w:r>
      <w:r w:rsidRPr="00EF2F0E">
        <w:rPr>
          <w:vertAlign w:val="subscript"/>
        </w:rPr>
        <w:t xml:space="preserve">EM,B32,a ,  </w:t>
      </w:r>
      <w:r w:rsidRPr="00EF2F0E">
        <w:t>P</w:t>
      </w:r>
      <w:r w:rsidRPr="00EF2F0E">
        <w:rPr>
          <w:vertAlign w:val="subscript"/>
        </w:rPr>
        <w:t xml:space="preserve">EM,B32,b </w:t>
      </w:r>
      <w:r w:rsidRPr="00EF2F0E">
        <w:t>nor P</w:t>
      </w:r>
      <w:r w:rsidRPr="00EF2F0E">
        <w:rPr>
          <w:vertAlign w:val="subscript"/>
        </w:rPr>
        <w:t>EM,B32,c</w:t>
      </w:r>
      <w:r w:rsidRPr="00EF2F0E">
        <w:t xml:space="preserve"> declared by the manufacturer.</w:t>
      </w:r>
    </w:p>
    <w:p w14:paraId="0984D512" w14:textId="77777777" w:rsidR="003E32EB" w:rsidRPr="00EF2F0E" w:rsidRDefault="003E32EB" w:rsidP="00A40339">
      <w:pPr>
        <w:pStyle w:val="TH"/>
      </w:pPr>
      <w:r w:rsidRPr="00EF2F0E">
        <w:t xml:space="preserve">Table </w:t>
      </w:r>
      <w:r w:rsidRPr="00EF2F0E">
        <w:rPr>
          <w:rFonts w:cs="v4.2.0"/>
        </w:rPr>
        <w:t>6.6.4.3.2-9</w:t>
      </w:r>
      <w:r w:rsidRPr="00EF2F0E">
        <w:t>: Declared frequency band XXXII unwanted emission within 1452-1492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2352"/>
        <w:gridCol w:w="2551"/>
      </w:tblGrid>
      <w:tr w:rsidR="003401A4" w:rsidRPr="00EF2F0E" w14:paraId="0984D516" w14:textId="77777777" w:rsidTr="00A40339">
        <w:trPr>
          <w:jc w:val="center"/>
        </w:trPr>
        <w:tc>
          <w:tcPr>
            <w:tcW w:w="3285" w:type="dxa"/>
          </w:tcPr>
          <w:p w14:paraId="0984D513"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2352" w:type="dxa"/>
          </w:tcPr>
          <w:p w14:paraId="0984D514" w14:textId="77777777" w:rsidR="003E32EB" w:rsidRPr="00EF2F0E" w:rsidRDefault="003E32EB" w:rsidP="00A40339">
            <w:pPr>
              <w:pStyle w:val="TAH"/>
              <w:rPr>
                <w:rFonts w:cs="Arial"/>
              </w:rPr>
            </w:pPr>
            <w:r w:rsidRPr="00EF2F0E">
              <w:rPr>
                <w:rFonts w:cs="Arial"/>
              </w:rPr>
              <w:t xml:space="preserve">Declared emission </w:t>
            </w:r>
            <w:r w:rsidRPr="00EF2F0E">
              <w:rPr>
                <w:i/>
              </w:rPr>
              <w:t>basic limit</w:t>
            </w:r>
            <w:r w:rsidRPr="00EF2F0E">
              <w:rPr>
                <w:rFonts w:cs="Arial"/>
                <w:i/>
              </w:rPr>
              <w:t xml:space="preserve"> </w:t>
            </w:r>
            <w:r w:rsidRPr="00EF2F0E">
              <w:rPr>
                <w:rFonts w:cs="Arial"/>
              </w:rPr>
              <w:t>[dBm]</w:t>
            </w:r>
          </w:p>
        </w:tc>
        <w:tc>
          <w:tcPr>
            <w:tcW w:w="2551" w:type="dxa"/>
          </w:tcPr>
          <w:p w14:paraId="0984D515" w14:textId="77777777" w:rsidR="003E32EB" w:rsidRPr="00EF2F0E" w:rsidRDefault="003E32EB" w:rsidP="00A40339">
            <w:pPr>
              <w:pStyle w:val="TAH"/>
              <w:rPr>
                <w:rFonts w:cs="Arial"/>
              </w:rPr>
            </w:pPr>
            <w:r w:rsidRPr="00EF2F0E">
              <w:rPr>
                <w:rFonts w:cs="Arial"/>
              </w:rPr>
              <w:t>Measurement bandwidth</w:t>
            </w:r>
          </w:p>
        </w:tc>
      </w:tr>
      <w:tr w:rsidR="003401A4" w:rsidRPr="00EF2F0E" w14:paraId="0984D51A" w14:textId="77777777" w:rsidTr="00A40339">
        <w:trPr>
          <w:jc w:val="center"/>
        </w:trPr>
        <w:tc>
          <w:tcPr>
            <w:tcW w:w="3285" w:type="dxa"/>
          </w:tcPr>
          <w:p w14:paraId="0984D517" w14:textId="77777777" w:rsidR="003E32EB" w:rsidRPr="00EF2F0E" w:rsidRDefault="003E32EB" w:rsidP="00A40339">
            <w:pPr>
              <w:pStyle w:val="TAC"/>
              <w:rPr>
                <w:rFonts w:cs="Arial"/>
              </w:rPr>
            </w:pPr>
            <w:r w:rsidRPr="00EF2F0E">
              <w:rPr>
                <w:rFonts w:cs="Arial"/>
                <w:lang w:eastAsia="zh-CN"/>
              </w:rPr>
              <w:t>5</w:t>
            </w:r>
            <w:r w:rsidRPr="00EF2F0E">
              <w:rPr>
                <w:rFonts w:cs="Arial"/>
              </w:rPr>
              <w:t xml:space="preserve"> MHz</w:t>
            </w:r>
          </w:p>
        </w:tc>
        <w:tc>
          <w:tcPr>
            <w:tcW w:w="2352" w:type="dxa"/>
          </w:tcPr>
          <w:p w14:paraId="0984D518" w14:textId="77777777" w:rsidR="003E32EB" w:rsidRPr="00EF2F0E" w:rsidRDefault="003E32EB" w:rsidP="00A40339">
            <w:pPr>
              <w:pStyle w:val="TAC"/>
              <w:rPr>
                <w:rFonts w:cs="Arial"/>
              </w:rPr>
            </w:pPr>
            <w:r w:rsidRPr="00EF2F0E">
              <w:rPr>
                <w:rFonts w:cs="Arial"/>
              </w:rPr>
              <w:t>P</w:t>
            </w:r>
            <w:r w:rsidRPr="00EF2F0E">
              <w:rPr>
                <w:rFonts w:cs="Arial"/>
                <w:vertAlign w:val="subscript"/>
              </w:rPr>
              <w:t>EM</w:t>
            </w:r>
            <w:r w:rsidRPr="00EF2F0E">
              <w:rPr>
                <w:rFonts w:cs="Arial"/>
                <w:vertAlign w:val="subscript"/>
                <w:lang w:eastAsia="ja-JP"/>
              </w:rPr>
              <w:t>,</w:t>
            </w:r>
            <w:r w:rsidRPr="00EF2F0E">
              <w:rPr>
                <w:rFonts w:cs="Arial"/>
                <w:vertAlign w:val="subscript"/>
              </w:rPr>
              <w:t>B32,a</w:t>
            </w:r>
          </w:p>
        </w:tc>
        <w:tc>
          <w:tcPr>
            <w:tcW w:w="2551" w:type="dxa"/>
          </w:tcPr>
          <w:p w14:paraId="0984D519" w14:textId="77777777" w:rsidR="003E32EB" w:rsidRPr="00EF2F0E" w:rsidRDefault="003E32EB" w:rsidP="00A40339">
            <w:pPr>
              <w:pStyle w:val="TAC"/>
              <w:rPr>
                <w:rFonts w:cs="Arial"/>
              </w:rPr>
            </w:pPr>
            <w:r w:rsidRPr="00EF2F0E">
              <w:rPr>
                <w:rFonts w:cs="Arial"/>
              </w:rPr>
              <w:t>5</w:t>
            </w:r>
            <w:r w:rsidRPr="00EF2F0E">
              <w:rPr>
                <w:rFonts w:cs="Arial"/>
                <w:lang w:eastAsia="zh-CN"/>
              </w:rPr>
              <w:t xml:space="preserve"> M</w:t>
            </w:r>
            <w:r w:rsidRPr="00EF2F0E">
              <w:rPr>
                <w:rFonts w:cs="Arial"/>
              </w:rPr>
              <w:t>Hz</w:t>
            </w:r>
          </w:p>
        </w:tc>
      </w:tr>
      <w:tr w:rsidR="003401A4" w:rsidRPr="00EF2F0E" w14:paraId="0984D51E" w14:textId="77777777" w:rsidTr="00A40339">
        <w:trPr>
          <w:jc w:val="center"/>
        </w:trPr>
        <w:tc>
          <w:tcPr>
            <w:tcW w:w="3285" w:type="dxa"/>
          </w:tcPr>
          <w:p w14:paraId="0984D51B" w14:textId="77777777" w:rsidR="003E32EB" w:rsidRPr="00EF2F0E" w:rsidRDefault="003E32EB" w:rsidP="00A40339">
            <w:pPr>
              <w:pStyle w:val="TAC"/>
              <w:rPr>
                <w:rFonts w:cs="Arial"/>
              </w:rPr>
            </w:pPr>
            <w:r w:rsidRPr="00EF2F0E">
              <w:rPr>
                <w:rFonts w:cs="Arial"/>
                <w:lang w:eastAsia="zh-CN"/>
              </w:rPr>
              <w:t>10</w:t>
            </w:r>
            <w:r w:rsidRPr="00EF2F0E">
              <w:rPr>
                <w:rFonts w:cs="Arial"/>
              </w:rPr>
              <w:t xml:space="preserve"> MHz</w:t>
            </w:r>
          </w:p>
        </w:tc>
        <w:tc>
          <w:tcPr>
            <w:tcW w:w="2352" w:type="dxa"/>
          </w:tcPr>
          <w:p w14:paraId="0984D51C" w14:textId="77777777" w:rsidR="003E32EB" w:rsidRPr="00EF2F0E" w:rsidRDefault="003E32EB" w:rsidP="00A40339">
            <w:pPr>
              <w:pStyle w:val="TAC"/>
              <w:rPr>
                <w:rFonts w:cs="Arial"/>
              </w:rPr>
            </w:pPr>
            <w:r w:rsidRPr="00EF2F0E">
              <w:rPr>
                <w:rFonts w:cs="Arial"/>
              </w:rPr>
              <w:t>P</w:t>
            </w:r>
            <w:r w:rsidRPr="00EF2F0E">
              <w:rPr>
                <w:rFonts w:cs="Arial"/>
                <w:vertAlign w:val="subscript"/>
              </w:rPr>
              <w:t>EM</w:t>
            </w:r>
            <w:r w:rsidRPr="00EF2F0E">
              <w:rPr>
                <w:rFonts w:cs="Arial"/>
                <w:vertAlign w:val="subscript"/>
                <w:lang w:eastAsia="ja-JP"/>
              </w:rPr>
              <w:t>,</w:t>
            </w:r>
            <w:r w:rsidRPr="00EF2F0E">
              <w:rPr>
                <w:rFonts w:cs="Arial"/>
                <w:vertAlign w:val="subscript"/>
              </w:rPr>
              <w:t>B32,</w:t>
            </w:r>
            <w:r w:rsidRPr="00EF2F0E">
              <w:rPr>
                <w:rFonts w:cs="Arial"/>
                <w:vertAlign w:val="subscript"/>
                <w:lang w:eastAsia="ja-JP"/>
              </w:rPr>
              <w:t>b</w:t>
            </w:r>
          </w:p>
        </w:tc>
        <w:tc>
          <w:tcPr>
            <w:tcW w:w="2551" w:type="dxa"/>
          </w:tcPr>
          <w:p w14:paraId="0984D51D" w14:textId="77777777" w:rsidR="003E32EB" w:rsidRPr="00EF2F0E" w:rsidRDefault="003E32EB" w:rsidP="00A40339">
            <w:pPr>
              <w:pStyle w:val="TAC"/>
              <w:rPr>
                <w:rFonts w:cs="Arial"/>
              </w:rPr>
            </w:pPr>
            <w:r w:rsidRPr="00EF2F0E">
              <w:rPr>
                <w:rFonts w:cs="Arial"/>
              </w:rPr>
              <w:t>5</w:t>
            </w:r>
            <w:r w:rsidRPr="00EF2F0E">
              <w:rPr>
                <w:rFonts w:cs="Arial"/>
                <w:lang w:eastAsia="zh-CN"/>
              </w:rPr>
              <w:t xml:space="preserve"> M</w:t>
            </w:r>
            <w:r w:rsidRPr="00EF2F0E">
              <w:rPr>
                <w:rFonts w:cs="Arial"/>
              </w:rPr>
              <w:t>Hz</w:t>
            </w:r>
          </w:p>
        </w:tc>
      </w:tr>
      <w:tr w:rsidR="003401A4" w:rsidRPr="00EF2F0E" w14:paraId="0984D522" w14:textId="77777777" w:rsidTr="00A40339">
        <w:trPr>
          <w:jc w:val="center"/>
        </w:trPr>
        <w:tc>
          <w:tcPr>
            <w:tcW w:w="3285" w:type="dxa"/>
          </w:tcPr>
          <w:p w14:paraId="0984D51F" w14:textId="77777777" w:rsidR="003E32EB" w:rsidRPr="00EF2F0E" w:rsidRDefault="003E32EB" w:rsidP="00A40339">
            <w:pPr>
              <w:pStyle w:val="TAC"/>
              <w:rPr>
                <w:rFonts w:cs="Arial"/>
              </w:rPr>
            </w:pPr>
            <w:r w:rsidRPr="00EF2F0E">
              <w:rPr>
                <w:rFonts w:cs="Arial"/>
                <w:lang w:eastAsia="zh-CN"/>
              </w:rPr>
              <w:t>15</w:t>
            </w:r>
            <w:r w:rsidRPr="00EF2F0E">
              <w:rPr>
                <w:rFonts w:cs="Arial"/>
              </w:rPr>
              <w:t xml:space="preserve"> MHz ≤ </w:t>
            </w:r>
            <w:r w:rsidRPr="00EF2F0E">
              <w:rPr>
                <w:rFonts w:cs="Arial"/>
                <w:lang w:eastAsia="zh-CN"/>
              </w:rPr>
              <w:t>f_offset</w:t>
            </w:r>
            <w:r w:rsidRPr="00EF2F0E">
              <w:rPr>
                <w:rFonts w:cs="Arial"/>
              </w:rPr>
              <w:t xml:space="preserve"> ≤ f_offset</w:t>
            </w:r>
            <w:r w:rsidRPr="00EF2F0E">
              <w:rPr>
                <w:rFonts w:cs="Arial"/>
                <w:vertAlign w:val="subscript"/>
              </w:rPr>
              <w:t>max, B32</w:t>
            </w:r>
          </w:p>
        </w:tc>
        <w:tc>
          <w:tcPr>
            <w:tcW w:w="2352" w:type="dxa"/>
          </w:tcPr>
          <w:p w14:paraId="0984D520" w14:textId="77777777" w:rsidR="003E32EB" w:rsidRPr="00EF2F0E" w:rsidRDefault="003E32EB" w:rsidP="00A40339">
            <w:pPr>
              <w:pStyle w:val="TAC"/>
              <w:rPr>
                <w:rFonts w:cs="Arial"/>
              </w:rPr>
            </w:pPr>
            <w:r w:rsidRPr="00EF2F0E">
              <w:rPr>
                <w:rFonts w:cs="Arial"/>
              </w:rPr>
              <w:t>P</w:t>
            </w:r>
            <w:r w:rsidRPr="00EF2F0E">
              <w:rPr>
                <w:rFonts w:cs="Arial"/>
                <w:vertAlign w:val="subscript"/>
              </w:rPr>
              <w:t>EM</w:t>
            </w:r>
            <w:r w:rsidRPr="00EF2F0E">
              <w:rPr>
                <w:rFonts w:cs="Arial"/>
                <w:vertAlign w:val="subscript"/>
                <w:lang w:eastAsia="ja-JP"/>
              </w:rPr>
              <w:t>,</w:t>
            </w:r>
            <w:r w:rsidRPr="00EF2F0E">
              <w:rPr>
                <w:rFonts w:cs="Arial"/>
                <w:vertAlign w:val="subscript"/>
              </w:rPr>
              <w:t>B32,c</w:t>
            </w:r>
          </w:p>
        </w:tc>
        <w:tc>
          <w:tcPr>
            <w:tcW w:w="2551" w:type="dxa"/>
          </w:tcPr>
          <w:p w14:paraId="0984D521" w14:textId="77777777" w:rsidR="003E32EB" w:rsidRPr="00EF2F0E" w:rsidRDefault="003E32EB" w:rsidP="00A40339">
            <w:pPr>
              <w:pStyle w:val="TAC"/>
              <w:rPr>
                <w:rFonts w:cs="Arial"/>
              </w:rPr>
            </w:pPr>
            <w:r w:rsidRPr="00EF2F0E">
              <w:rPr>
                <w:rFonts w:cs="Arial"/>
              </w:rPr>
              <w:t>5</w:t>
            </w:r>
            <w:r w:rsidRPr="00EF2F0E">
              <w:rPr>
                <w:rFonts w:cs="Arial"/>
                <w:lang w:eastAsia="zh-CN"/>
              </w:rPr>
              <w:t xml:space="preserve"> M</w:t>
            </w:r>
            <w:r w:rsidRPr="00EF2F0E">
              <w:rPr>
                <w:rFonts w:cs="Arial"/>
              </w:rPr>
              <w:t>Hz</w:t>
            </w:r>
          </w:p>
        </w:tc>
      </w:tr>
      <w:tr w:rsidR="003E32EB" w:rsidRPr="00EF2F0E" w14:paraId="0984D524" w14:textId="77777777" w:rsidTr="00A40339">
        <w:trPr>
          <w:jc w:val="center"/>
        </w:trPr>
        <w:tc>
          <w:tcPr>
            <w:tcW w:w="8188" w:type="dxa"/>
            <w:gridSpan w:val="3"/>
          </w:tcPr>
          <w:p w14:paraId="0984D523" w14:textId="77777777" w:rsidR="003E32EB" w:rsidRPr="00EF2F0E" w:rsidRDefault="003E32EB" w:rsidP="00A40339">
            <w:pPr>
              <w:pStyle w:val="TAN"/>
              <w:rPr>
                <w:rFonts w:cs="Arial"/>
              </w:rPr>
            </w:pPr>
            <w:r w:rsidRPr="00EF2F0E">
              <w:rPr>
                <w:rFonts w:cs="Arial"/>
              </w:rPr>
              <w:t>NOTE: f_offset</w:t>
            </w:r>
            <w:r w:rsidRPr="00EF2F0E">
              <w:rPr>
                <w:rFonts w:cs="Arial"/>
                <w:vertAlign w:val="subscript"/>
              </w:rPr>
              <w:t>max, B32</w:t>
            </w:r>
            <w:r w:rsidRPr="00EF2F0E">
              <w:rPr>
                <w:rFonts w:cs="Arial"/>
              </w:rPr>
              <w:t xml:space="preserve">  denotes the frequency difference between the lower channel carrier frequency and 1454.5 MHz, and the frequency difference between the upper channel carrier frequency and 1489.5 MHz for the set channel position.</w:t>
            </w:r>
          </w:p>
        </w:tc>
      </w:tr>
    </w:tbl>
    <w:p w14:paraId="0984D525" w14:textId="77777777" w:rsidR="003E32EB" w:rsidRPr="00EF2F0E" w:rsidRDefault="003E32EB" w:rsidP="00A40339"/>
    <w:p w14:paraId="0984D526" w14:textId="77777777" w:rsidR="003E32EB" w:rsidRPr="00EF2F0E" w:rsidRDefault="003E32EB" w:rsidP="00A40339">
      <w:pPr>
        <w:pStyle w:val="NO"/>
      </w:pPr>
      <w:r w:rsidRPr="00EF2F0E">
        <w:t>NOTE:</w:t>
      </w:r>
      <w:r w:rsidR="006E5225" w:rsidRPr="00EF2F0E">
        <w:tab/>
      </w:r>
      <w:r w:rsidRPr="00EF2F0E">
        <w:t xml:space="preserve">The regional requirement, included in CEPT ECC Decision (13)03 [25], is defined in terms of EIRP per antenna, which is dependent on both the BS emissions at the antenna connector and the deployment (including antenna gain and feeder loss). The </w:t>
      </w:r>
      <w:r w:rsidRPr="00EF2F0E">
        <w:rPr>
          <w:i/>
        </w:rPr>
        <w:t xml:space="preserve">basic limit </w:t>
      </w:r>
      <w:r w:rsidRPr="00EF2F0E">
        <w:t>defined above provides the characteristics of the base station needed to verify compliance with the regional requirement. The assessment of the EIRP level is described in annex H of 3GPP TS 36.104 [4].</w:t>
      </w:r>
    </w:p>
    <w:p w14:paraId="0984D527" w14:textId="77777777" w:rsidR="003E32EB" w:rsidRPr="00EF2F0E" w:rsidRDefault="003E32EB" w:rsidP="00A40339">
      <w:r w:rsidRPr="00EF2F0E">
        <w:rPr>
          <w:rFonts w:cs="v5.0.0"/>
        </w:rPr>
        <w:t xml:space="preserve">In certain regions, the following </w:t>
      </w:r>
      <w:r w:rsidRPr="00EF2F0E">
        <w:rPr>
          <w:i/>
        </w:rPr>
        <w:t>basic limit</w:t>
      </w:r>
      <w:r w:rsidRPr="00EF2F0E">
        <w:rPr>
          <w:rFonts w:cs="v5.0.0"/>
          <w:i/>
        </w:rPr>
        <w:t xml:space="preserve"> </w:t>
      </w:r>
      <w:r w:rsidRPr="00EF2F0E">
        <w:rPr>
          <w:rFonts w:cs="v5.0.0"/>
        </w:rPr>
        <w:t xml:space="preserve">may apply to </w:t>
      </w:r>
      <w:r w:rsidRPr="00EF2F0E">
        <w:rPr>
          <w:rFonts w:cs="v5.0.0"/>
          <w:i/>
        </w:rPr>
        <w:t>TAB connector</w:t>
      </w:r>
      <w:r w:rsidRPr="00EF2F0E">
        <w:rPr>
          <w:rFonts w:cs="v5.0.0"/>
        </w:rPr>
        <w:t xml:space="preserve"> operating in Band XXXII within 1452-1492MHz for the protection of services in spectrum adjacent to the frequency range 1452-1492 MHz. The </w:t>
      </w:r>
      <w:r w:rsidRPr="00EF2F0E">
        <w:t>level of emissions, measured on centre frequencies F</w:t>
      </w:r>
      <w:r w:rsidRPr="00EF2F0E">
        <w:rPr>
          <w:vertAlign w:val="subscript"/>
        </w:rPr>
        <w:t>filter</w:t>
      </w:r>
      <w:r w:rsidRPr="00EF2F0E">
        <w:t xml:space="preserve"> with filter bandwidth according to table 6.6.4.3.2-10, shall neither exceed the maximum emission </w:t>
      </w:r>
      <w:r w:rsidRPr="00EF2F0E">
        <w:rPr>
          <w:i/>
        </w:rPr>
        <w:t xml:space="preserve">basic limit </w:t>
      </w:r>
      <w:r w:rsidRPr="00EF2F0E">
        <w:t>P</w:t>
      </w:r>
      <w:r w:rsidRPr="00EF2F0E">
        <w:rPr>
          <w:vertAlign w:val="subscript"/>
        </w:rPr>
        <w:t xml:space="preserve">EM,B32,d </w:t>
      </w:r>
      <w:r w:rsidRPr="00EF2F0E">
        <w:t>nor P</w:t>
      </w:r>
      <w:r w:rsidRPr="00EF2F0E">
        <w:rPr>
          <w:vertAlign w:val="subscript"/>
        </w:rPr>
        <w:t>EM,B32,e</w:t>
      </w:r>
      <w:r w:rsidRPr="00EF2F0E">
        <w:t xml:space="preserve"> declared by the manufacturer. This requirement applies in the frequency range 1429-1518MHz even though part of the range falls in the spurious domain.</w:t>
      </w:r>
    </w:p>
    <w:p w14:paraId="0984D528" w14:textId="77777777" w:rsidR="003E32EB" w:rsidRPr="00EF2F0E" w:rsidRDefault="003E32EB" w:rsidP="00A40339">
      <w:pPr>
        <w:pStyle w:val="TH"/>
      </w:pPr>
      <w:r w:rsidRPr="00EF2F0E">
        <w:t xml:space="preserve">Table </w:t>
      </w:r>
      <w:r w:rsidRPr="00EF2F0E">
        <w:rPr>
          <w:rFonts w:cs="v4.2.0"/>
        </w:rPr>
        <w:t>6.6.4.3.2-10</w:t>
      </w:r>
      <w:r w:rsidRPr="00EF2F0E">
        <w:t>: Frequency band XXXII declared emission outside 1452-1492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3401A4" w:rsidRPr="00EF2F0E" w14:paraId="0984D52C" w14:textId="77777777" w:rsidTr="00A40339">
        <w:trPr>
          <w:tblHeader/>
          <w:jc w:val="center"/>
        </w:trPr>
        <w:tc>
          <w:tcPr>
            <w:tcW w:w="3023" w:type="dxa"/>
          </w:tcPr>
          <w:p w14:paraId="0984D529" w14:textId="77777777" w:rsidR="003E32EB" w:rsidRPr="00EF2F0E" w:rsidRDefault="003E32EB" w:rsidP="00A40339">
            <w:pPr>
              <w:pStyle w:val="TAH"/>
              <w:rPr>
                <w:rFonts w:cs="Arial"/>
              </w:rPr>
            </w:pPr>
            <w:r w:rsidRPr="00EF2F0E">
              <w:rPr>
                <w:rFonts w:cs="Arial"/>
              </w:rPr>
              <w:t xml:space="preserve">Filter </w:t>
            </w:r>
            <w:r w:rsidRPr="00EF2F0E">
              <w:rPr>
                <w:rFonts w:cs="v5.0.0"/>
              </w:rPr>
              <w:t xml:space="preserve">centre frequency, </w:t>
            </w:r>
            <w:r w:rsidRPr="00EF2F0E">
              <w:rPr>
                <w:rFonts w:cs="Arial"/>
              </w:rPr>
              <w:t>F</w:t>
            </w:r>
            <w:r w:rsidRPr="00EF2F0E">
              <w:rPr>
                <w:rFonts w:cs="Arial"/>
                <w:vertAlign w:val="subscript"/>
              </w:rPr>
              <w:t>filter</w:t>
            </w:r>
          </w:p>
        </w:tc>
        <w:tc>
          <w:tcPr>
            <w:tcW w:w="1939" w:type="dxa"/>
          </w:tcPr>
          <w:p w14:paraId="0984D52A" w14:textId="77777777" w:rsidR="003E32EB" w:rsidRPr="00EF2F0E" w:rsidRDefault="003E32EB" w:rsidP="00A40339">
            <w:pPr>
              <w:pStyle w:val="TAH"/>
              <w:rPr>
                <w:rFonts w:cs="Arial"/>
              </w:rPr>
            </w:pPr>
            <w:r w:rsidRPr="00EF2F0E">
              <w:rPr>
                <w:rFonts w:cs="Arial"/>
              </w:rPr>
              <w:t>Declared emission level [dBm]</w:t>
            </w:r>
          </w:p>
        </w:tc>
        <w:tc>
          <w:tcPr>
            <w:tcW w:w="1939" w:type="dxa"/>
          </w:tcPr>
          <w:p w14:paraId="0984D52B" w14:textId="77777777" w:rsidR="003E32EB" w:rsidRPr="00EF2F0E" w:rsidRDefault="003E32EB" w:rsidP="00A40339">
            <w:pPr>
              <w:pStyle w:val="TAH"/>
              <w:rPr>
                <w:rFonts w:cs="Arial"/>
              </w:rPr>
            </w:pPr>
            <w:r w:rsidRPr="00EF2F0E">
              <w:rPr>
                <w:rFonts w:cs="Arial"/>
              </w:rPr>
              <w:t>Measurement bandwidth</w:t>
            </w:r>
          </w:p>
        </w:tc>
      </w:tr>
      <w:tr w:rsidR="003401A4" w:rsidRPr="00EF2F0E" w14:paraId="0984D530" w14:textId="77777777" w:rsidTr="00A40339">
        <w:trPr>
          <w:tblHeader/>
          <w:jc w:val="center"/>
        </w:trPr>
        <w:tc>
          <w:tcPr>
            <w:tcW w:w="3023" w:type="dxa"/>
          </w:tcPr>
          <w:p w14:paraId="0984D52D" w14:textId="77777777" w:rsidR="003E32EB" w:rsidRPr="00EF2F0E" w:rsidRDefault="003E32EB" w:rsidP="00A40339">
            <w:pPr>
              <w:pStyle w:val="TAC"/>
              <w:rPr>
                <w:rFonts w:cs="Arial"/>
              </w:rPr>
            </w:pPr>
            <w:r w:rsidRPr="00EF2F0E">
              <w:rPr>
                <w:rFonts w:cs="Arial"/>
              </w:rPr>
              <w:t>1429.5 MHz ≤ F</w:t>
            </w:r>
            <w:r w:rsidRPr="00EF2F0E">
              <w:rPr>
                <w:rFonts w:cs="Arial"/>
                <w:vertAlign w:val="subscript"/>
              </w:rPr>
              <w:t>filter</w:t>
            </w:r>
            <w:r w:rsidRPr="00EF2F0E">
              <w:rPr>
                <w:rFonts w:cs="Arial"/>
              </w:rPr>
              <w:t xml:space="preserve"> ≤ 1448.5 MHz</w:t>
            </w:r>
          </w:p>
        </w:tc>
        <w:tc>
          <w:tcPr>
            <w:tcW w:w="1939" w:type="dxa"/>
          </w:tcPr>
          <w:p w14:paraId="0984D52E" w14:textId="77777777" w:rsidR="003E32EB" w:rsidRPr="00EF2F0E" w:rsidRDefault="003E32EB" w:rsidP="00A40339">
            <w:pPr>
              <w:pStyle w:val="TAC"/>
              <w:rPr>
                <w:rFonts w:cs="Arial"/>
              </w:rPr>
            </w:pPr>
            <w:r w:rsidRPr="00EF2F0E">
              <w:rPr>
                <w:rFonts w:cs="Arial"/>
              </w:rPr>
              <w:t>P</w:t>
            </w:r>
            <w:r w:rsidRPr="00EF2F0E">
              <w:rPr>
                <w:rFonts w:cs="Arial"/>
                <w:vertAlign w:val="subscript"/>
              </w:rPr>
              <w:t>EM</w:t>
            </w:r>
            <w:r w:rsidRPr="00EF2F0E">
              <w:rPr>
                <w:rFonts w:cs="Arial"/>
                <w:vertAlign w:val="subscript"/>
                <w:lang w:eastAsia="ja-JP"/>
              </w:rPr>
              <w:t>,</w:t>
            </w:r>
            <w:r w:rsidRPr="00EF2F0E">
              <w:rPr>
                <w:rFonts w:cs="Arial"/>
                <w:vertAlign w:val="subscript"/>
              </w:rPr>
              <w:t>B32</w:t>
            </w:r>
            <w:r w:rsidRPr="00EF2F0E">
              <w:rPr>
                <w:rFonts w:cs="Arial"/>
                <w:vertAlign w:val="subscript"/>
                <w:lang w:eastAsia="ja-JP"/>
              </w:rPr>
              <w:t>,d</w:t>
            </w:r>
          </w:p>
        </w:tc>
        <w:tc>
          <w:tcPr>
            <w:tcW w:w="1939" w:type="dxa"/>
          </w:tcPr>
          <w:p w14:paraId="0984D52F" w14:textId="77777777" w:rsidR="003E32EB" w:rsidRPr="00EF2F0E" w:rsidRDefault="003E32EB" w:rsidP="00A40339">
            <w:pPr>
              <w:pStyle w:val="TAC"/>
              <w:rPr>
                <w:rFonts w:cs="Arial"/>
              </w:rPr>
            </w:pPr>
            <w:r w:rsidRPr="00EF2F0E">
              <w:rPr>
                <w:rFonts w:cs="Arial"/>
              </w:rPr>
              <w:t>1 MHz</w:t>
            </w:r>
          </w:p>
        </w:tc>
      </w:tr>
      <w:tr w:rsidR="003401A4" w:rsidRPr="00EF2F0E" w14:paraId="0984D534" w14:textId="77777777" w:rsidTr="00A40339">
        <w:trPr>
          <w:tblHeader/>
          <w:jc w:val="center"/>
        </w:trPr>
        <w:tc>
          <w:tcPr>
            <w:tcW w:w="3023" w:type="dxa"/>
          </w:tcPr>
          <w:p w14:paraId="0984D531" w14:textId="77777777" w:rsidR="003E32EB" w:rsidRPr="00EF2F0E" w:rsidRDefault="003E32EB" w:rsidP="00A40339">
            <w:pPr>
              <w:pStyle w:val="TAC"/>
              <w:rPr>
                <w:rFonts w:cs="Arial"/>
              </w:rPr>
            </w:pPr>
            <w:r w:rsidRPr="00EF2F0E">
              <w:rPr>
                <w:rFonts w:cs="Arial"/>
              </w:rPr>
              <w:t>F</w:t>
            </w:r>
            <w:r w:rsidRPr="00EF2F0E">
              <w:rPr>
                <w:rFonts w:cs="Arial"/>
                <w:vertAlign w:val="subscript"/>
              </w:rPr>
              <w:t>filter</w:t>
            </w:r>
            <w:r w:rsidRPr="00EF2F0E">
              <w:rPr>
                <w:rFonts w:cs="Arial"/>
              </w:rPr>
              <w:t xml:space="preserve"> =  1450.5 MHz</w:t>
            </w:r>
          </w:p>
        </w:tc>
        <w:tc>
          <w:tcPr>
            <w:tcW w:w="1939" w:type="dxa"/>
          </w:tcPr>
          <w:p w14:paraId="0984D532" w14:textId="77777777" w:rsidR="003E32EB" w:rsidRPr="00EF2F0E" w:rsidRDefault="003E32EB" w:rsidP="00A40339">
            <w:pPr>
              <w:pStyle w:val="TAC"/>
              <w:rPr>
                <w:rFonts w:cs="Arial"/>
                <w:lang w:eastAsia="ja-JP"/>
              </w:rPr>
            </w:pPr>
            <w:r w:rsidRPr="00EF2F0E">
              <w:rPr>
                <w:rFonts w:cs="Arial"/>
              </w:rPr>
              <w:t>P</w:t>
            </w:r>
            <w:r w:rsidRPr="00EF2F0E">
              <w:rPr>
                <w:rFonts w:cs="Arial"/>
                <w:vertAlign w:val="subscript"/>
              </w:rPr>
              <w:t>EM</w:t>
            </w:r>
            <w:r w:rsidRPr="00EF2F0E">
              <w:rPr>
                <w:rFonts w:cs="Arial"/>
                <w:vertAlign w:val="subscript"/>
                <w:lang w:eastAsia="ja-JP"/>
              </w:rPr>
              <w:t>,</w:t>
            </w:r>
            <w:r w:rsidRPr="00EF2F0E">
              <w:rPr>
                <w:rFonts w:cs="Arial"/>
                <w:vertAlign w:val="subscript"/>
              </w:rPr>
              <w:t>B32</w:t>
            </w:r>
            <w:r w:rsidRPr="00EF2F0E">
              <w:rPr>
                <w:rFonts w:cs="Arial"/>
                <w:vertAlign w:val="subscript"/>
                <w:lang w:eastAsia="ja-JP"/>
              </w:rPr>
              <w:t>,e</w:t>
            </w:r>
          </w:p>
        </w:tc>
        <w:tc>
          <w:tcPr>
            <w:tcW w:w="1939" w:type="dxa"/>
          </w:tcPr>
          <w:p w14:paraId="0984D533" w14:textId="77777777" w:rsidR="003E32EB" w:rsidRPr="00EF2F0E" w:rsidRDefault="003E32EB" w:rsidP="00A40339">
            <w:pPr>
              <w:pStyle w:val="TAC"/>
              <w:rPr>
                <w:rFonts w:cs="Arial"/>
              </w:rPr>
            </w:pPr>
            <w:r w:rsidRPr="00EF2F0E">
              <w:rPr>
                <w:rFonts w:cs="Arial"/>
              </w:rPr>
              <w:t>3 MHz</w:t>
            </w:r>
          </w:p>
        </w:tc>
      </w:tr>
      <w:tr w:rsidR="003401A4" w:rsidRPr="00EF2F0E" w14:paraId="0984D538" w14:textId="77777777" w:rsidTr="00A40339">
        <w:trPr>
          <w:tblHeader/>
          <w:jc w:val="center"/>
        </w:trPr>
        <w:tc>
          <w:tcPr>
            <w:tcW w:w="3023" w:type="dxa"/>
          </w:tcPr>
          <w:p w14:paraId="0984D535" w14:textId="77777777" w:rsidR="003E32EB" w:rsidRPr="00EF2F0E" w:rsidRDefault="003E32EB" w:rsidP="00A40339">
            <w:pPr>
              <w:pStyle w:val="TAC"/>
              <w:rPr>
                <w:rFonts w:cs="Arial"/>
              </w:rPr>
            </w:pPr>
            <w:r w:rsidRPr="00EF2F0E">
              <w:rPr>
                <w:rFonts w:cs="Arial"/>
              </w:rPr>
              <w:t>F</w:t>
            </w:r>
            <w:r w:rsidRPr="00EF2F0E">
              <w:rPr>
                <w:rFonts w:cs="Arial"/>
                <w:vertAlign w:val="subscript"/>
              </w:rPr>
              <w:t>filter</w:t>
            </w:r>
            <w:r w:rsidRPr="00EF2F0E">
              <w:rPr>
                <w:rFonts w:cs="Arial"/>
              </w:rPr>
              <w:t xml:space="preserve">  = 1493.5 MHz</w:t>
            </w:r>
          </w:p>
        </w:tc>
        <w:tc>
          <w:tcPr>
            <w:tcW w:w="1939" w:type="dxa"/>
          </w:tcPr>
          <w:p w14:paraId="0984D536" w14:textId="77777777" w:rsidR="003E32EB" w:rsidRPr="00EF2F0E" w:rsidRDefault="003E32EB" w:rsidP="00A40339">
            <w:pPr>
              <w:pStyle w:val="TAC"/>
              <w:rPr>
                <w:rFonts w:cs="Arial"/>
              </w:rPr>
            </w:pPr>
            <w:r w:rsidRPr="00EF2F0E">
              <w:rPr>
                <w:rFonts w:cs="Arial"/>
              </w:rPr>
              <w:t>P</w:t>
            </w:r>
            <w:r w:rsidRPr="00EF2F0E">
              <w:rPr>
                <w:rFonts w:cs="Arial"/>
                <w:vertAlign w:val="subscript"/>
              </w:rPr>
              <w:t>EM</w:t>
            </w:r>
            <w:r w:rsidRPr="00EF2F0E">
              <w:rPr>
                <w:rFonts w:cs="Arial"/>
                <w:vertAlign w:val="subscript"/>
                <w:lang w:eastAsia="ja-JP"/>
              </w:rPr>
              <w:t>,</w:t>
            </w:r>
            <w:r w:rsidRPr="00EF2F0E">
              <w:rPr>
                <w:rFonts w:cs="Arial"/>
                <w:vertAlign w:val="subscript"/>
              </w:rPr>
              <w:t>B32</w:t>
            </w:r>
            <w:r w:rsidRPr="00EF2F0E">
              <w:rPr>
                <w:rFonts w:cs="Arial"/>
                <w:vertAlign w:val="subscript"/>
                <w:lang w:eastAsia="ja-JP"/>
              </w:rPr>
              <w:t>,e</w:t>
            </w:r>
          </w:p>
        </w:tc>
        <w:tc>
          <w:tcPr>
            <w:tcW w:w="1939" w:type="dxa"/>
          </w:tcPr>
          <w:p w14:paraId="0984D537" w14:textId="77777777" w:rsidR="003E32EB" w:rsidRPr="00EF2F0E" w:rsidRDefault="003E32EB" w:rsidP="00A40339">
            <w:pPr>
              <w:pStyle w:val="TAC"/>
              <w:rPr>
                <w:rFonts w:cs="Arial"/>
              </w:rPr>
            </w:pPr>
            <w:r w:rsidRPr="00EF2F0E">
              <w:rPr>
                <w:rFonts w:cs="Arial"/>
              </w:rPr>
              <w:t>3 MHz</w:t>
            </w:r>
          </w:p>
        </w:tc>
      </w:tr>
      <w:tr w:rsidR="003E32EB" w:rsidRPr="00EF2F0E" w14:paraId="0984D53C" w14:textId="77777777" w:rsidTr="00A40339">
        <w:trPr>
          <w:tblHeader/>
          <w:jc w:val="center"/>
        </w:trPr>
        <w:tc>
          <w:tcPr>
            <w:tcW w:w="3023" w:type="dxa"/>
          </w:tcPr>
          <w:p w14:paraId="0984D539" w14:textId="77777777" w:rsidR="003E32EB" w:rsidRPr="00EF2F0E" w:rsidRDefault="003E32EB" w:rsidP="00A40339">
            <w:pPr>
              <w:pStyle w:val="TAC"/>
              <w:rPr>
                <w:rFonts w:cs="Arial"/>
              </w:rPr>
            </w:pPr>
            <w:r w:rsidRPr="00EF2F0E">
              <w:rPr>
                <w:rFonts w:cs="Arial"/>
              </w:rPr>
              <w:t>1495.5 MHz ≤  F</w:t>
            </w:r>
            <w:r w:rsidRPr="00EF2F0E">
              <w:rPr>
                <w:rFonts w:cs="Arial"/>
                <w:vertAlign w:val="subscript"/>
              </w:rPr>
              <w:t>filter</w:t>
            </w:r>
            <w:r w:rsidRPr="00EF2F0E">
              <w:rPr>
                <w:rFonts w:cs="Arial"/>
              </w:rPr>
              <w:t xml:space="preserve">  ≤ 1517.5 MHz  </w:t>
            </w:r>
          </w:p>
        </w:tc>
        <w:tc>
          <w:tcPr>
            <w:tcW w:w="1939" w:type="dxa"/>
          </w:tcPr>
          <w:p w14:paraId="0984D53A" w14:textId="77777777" w:rsidR="003E32EB" w:rsidRPr="00EF2F0E" w:rsidRDefault="003E32EB" w:rsidP="00A40339">
            <w:pPr>
              <w:pStyle w:val="TAC"/>
              <w:rPr>
                <w:rFonts w:cs="Arial"/>
              </w:rPr>
            </w:pPr>
            <w:r w:rsidRPr="00EF2F0E">
              <w:rPr>
                <w:rFonts w:cs="Arial"/>
              </w:rPr>
              <w:t>P</w:t>
            </w:r>
            <w:r w:rsidRPr="00EF2F0E">
              <w:rPr>
                <w:rFonts w:cs="Arial"/>
                <w:vertAlign w:val="subscript"/>
              </w:rPr>
              <w:t>EM</w:t>
            </w:r>
            <w:r w:rsidRPr="00EF2F0E">
              <w:rPr>
                <w:rFonts w:cs="Arial"/>
                <w:vertAlign w:val="subscript"/>
                <w:lang w:eastAsia="ja-JP"/>
              </w:rPr>
              <w:t>,</w:t>
            </w:r>
            <w:r w:rsidRPr="00EF2F0E">
              <w:rPr>
                <w:rFonts w:cs="Arial"/>
                <w:vertAlign w:val="subscript"/>
              </w:rPr>
              <w:t>B32</w:t>
            </w:r>
            <w:r w:rsidRPr="00EF2F0E">
              <w:rPr>
                <w:rFonts w:cs="Arial"/>
                <w:vertAlign w:val="subscript"/>
                <w:lang w:eastAsia="ja-JP"/>
              </w:rPr>
              <w:t>,d</w:t>
            </w:r>
          </w:p>
        </w:tc>
        <w:tc>
          <w:tcPr>
            <w:tcW w:w="1939" w:type="dxa"/>
          </w:tcPr>
          <w:p w14:paraId="0984D53B" w14:textId="77777777" w:rsidR="003E32EB" w:rsidRPr="00EF2F0E" w:rsidRDefault="003E32EB" w:rsidP="00A40339">
            <w:pPr>
              <w:pStyle w:val="TAC"/>
              <w:rPr>
                <w:rFonts w:cs="Arial"/>
              </w:rPr>
            </w:pPr>
            <w:r w:rsidRPr="00EF2F0E">
              <w:rPr>
                <w:rFonts w:cs="Arial"/>
              </w:rPr>
              <w:t>1 MHz</w:t>
            </w:r>
          </w:p>
        </w:tc>
      </w:tr>
    </w:tbl>
    <w:p w14:paraId="0984D53D" w14:textId="77777777" w:rsidR="003E32EB" w:rsidRPr="00EF2F0E" w:rsidRDefault="003E32EB" w:rsidP="00A40339"/>
    <w:p w14:paraId="0984D53E" w14:textId="77777777" w:rsidR="003E32EB" w:rsidRPr="00EF2F0E" w:rsidRDefault="003E32EB" w:rsidP="00A40339">
      <w:pPr>
        <w:pStyle w:val="NO"/>
      </w:pPr>
      <w:r w:rsidRPr="00EF2F0E">
        <w:t>NOTE:</w:t>
      </w:r>
      <w:r w:rsidR="006E5225" w:rsidRPr="00EF2F0E">
        <w:tab/>
      </w:r>
      <w:r w:rsidRPr="00EF2F0E">
        <w:t xml:space="preserve">The regional requirement, included in CEPT ECC Decision (13)03 [25], is defined in terms of EIRP, which is dependent on both the BS emissions at the antenna connector and the deployment (including antenna gain and feeder loss). The </w:t>
      </w:r>
      <w:r w:rsidRPr="00EF2F0E">
        <w:rPr>
          <w:i/>
        </w:rPr>
        <w:t xml:space="preserve">basic limit </w:t>
      </w:r>
      <w:r w:rsidRPr="00EF2F0E">
        <w:t>defined above provides the characteristics of the base station needed to verify compliance with the regional requirement. The assessment of the EIRP level is described in annex H of 3GPP TS 36.104 [4].</w:t>
      </w:r>
    </w:p>
    <w:p w14:paraId="0984D53F" w14:textId="77777777" w:rsidR="003E32EB" w:rsidRPr="00EF2F0E" w:rsidRDefault="003E32EB" w:rsidP="00A40339">
      <w:r w:rsidRPr="00EF2F0E">
        <w:t>Notes for the tables in this subclause:</w:t>
      </w:r>
    </w:p>
    <w:p w14:paraId="0984D540" w14:textId="77777777" w:rsidR="003E32EB" w:rsidRPr="00EF2F0E" w:rsidRDefault="003E32EB" w:rsidP="00A40339">
      <w:pPr>
        <w:pStyle w:val="NO"/>
      </w:pPr>
      <w:r w:rsidRPr="00EF2F0E">
        <w:t>NOTE 3:</w:t>
      </w:r>
      <w:r w:rsidRPr="00EF2F0E">
        <w:tab/>
        <w:t>This frequency range ensures that the range of values of f_offset is continuous.</w:t>
      </w:r>
    </w:p>
    <w:p w14:paraId="0984D541" w14:textId="77777777" w:rsidR="003E32EB" w:rsidRPr="00EF2F0E" w:rsidRDefault="003E32EB" w:rsidP="00A40339">
      <w:pPr>
        <w:pStyle w:val="NO"/>
      </w:pPr>
      <w:r w:rsidRPr="00EF2F0E">
        <w:t>NOTE 4:</w:t>
      </w:r>
      <w:r w:rsidRPr="00EF2F0E">
        <w:tab/>
        <w:t>As a general rule, the resolution bandwidth of the measuring equipment should be equal to the measurement bandwidth. However, to improve measurement accuracy, sensitivity and efficiency, the resolution bandwidth can be smaller than the measurement bandwidth. When the resolution bandwidth is smaller than the measurement bandwidth, the result should be integrated over the measurement bandwidth in order to obtain the equivalent noise bandwidth of the measurement bandwidth.</w:t>
      </w:r>
    </w:p>
    <w:p w14:paraId="0984D542" w14:textId="77777777" w:rsidR="003E32EB" w:rsidRPr="00EF2F0E" w:rsidRDefault="003E32EB" w:rsidP="00A40339">
      <w:pPr>
        <w:pStyle w:val="Heading5"/>
      </w:pPr>
      <w:bookmarkStart w:id="1621" w:name="_Toc21095873"/>
      <w:bookmarkStart w:id="1622" w:name="_Toc29763072"/>
      <w:bookmarkStart w:id="1623" w:name="_Toc45869357"/>
      <w:bookmarkStart w:id="1624" w:name="_Toc52554605"/>
      <w:bookmarkStart w:id="1625" w:name="_Toc52555075"/>
      <w:bookmarkStart w:id="1626" w:name="_Toc61112300"/>
      <w:bookmarkStart w:id="1627" w:name="_Toc67911452"/>
      <w:bookmarkStart w:id="1628" w:name="_Toc74842927"/>
      <w:bookmarkStart w:id="1629" w:name="_Toc76503310"/>
      <w:bookmarkStart w:id="1630" w:name="_Toc83040753"/>
      <w:bookmarkStart w:id="1631" w:name="_Toc89851796"/>
      <w:bookmarkStart w:id="1632" w:name="_Toc98676150"/>
      <w:r w:rsidRPr="00EF2F0E">
        <w:t>6.6.4.3.3</w:t>
      </w:r>
      <w:r w:rsidRPr="00EF2F0E">
        <w:tab/>
      </w:r>
      <w:r w:rsidRPr="00EF2F0E">
        <w:rPr>
          <w:iCs/>
        </w:rPr>
        <w:t>Basic limits</w:t>
      </w:r>
      <w:r w:rsidRPr="00EF2F0E">
        <w:t xml:space="preserve"> for single RAT UTRA TDD 1,28Mcps operation</w:t>
      </w:r>
      <w:bookmarkEnd w:id="1621"/>
      <w:bookmarkEnd w:id="1622"/>
      <w:bookmarkEnd w:id="1623"/>
      <w:bookmarkEnd w:id="1624"/>
      <w:bookmarkEnd w:id="1625"/>
      <w:bookmarkEnd w:id="1626"/>
      <w:bookmarkEnd w:id="1627"/>
      <w:bookmarkEnd w:id="1628"/>
      <w:bookmarkEnd w:id="1629"/>
      <w:bookmarkEnd w:id="1630"/>
      <w:bookmarkEnd w:id="1631"/>
      <w:bookmarkEnd w:id="1632"/>
    </w:p>
    <w:p w14:paraId="0984D543" w14:textId="77777777" w:rsidR="006E5225" w:rsidRPr="00EF2F0E" w:rsidRDefault="003E32EB" w:rsidP="006E5225">
      <w:pPr>
        <w:rPr>
          <w:rFonts w:cs="v4.2.0"/>
        </w:rPr>
      </w:pPr>
      <w:r w:rsidRPr="00EF2F0E">
        <w:rPr>
          <w:rFonts w:cs="v4.2.0"/>
        </w:rPr>
        <w:t xml:space="preserve">The </w:t>
      </w:r>
      <w:r w:rsidRPr="00EF2F0E">
        <w:rPr>
          <w:rFonts w:cs="v4.2.0"/>
          <w:i/>
        </w:rPr>
        <w:t>basic limit</w:t>
      </w:r>
      <w:r w:rsidRPr="00EF2F0E">
        <w:rPr>
          <w:rFonts w:cs="v4.2.0"/>
        </w:rPr>
        <w:t xml:space="preserve"> is specified in tables 6.6.4.3.3-1 to 6.6.4.3.3-3 for the appropriate P</w:t>
      </w:r>
      <w:r w:rsidRPr="00EF2F0E">
        <w:rPr>
          <w:rFonts w:cs="v4.2.0"/>
          <w:vertAlign w:val="subscript"/>
        </w:rPr>
        <w:t>Rated,c,sy</w:t>
      </w:r>
      <w:r w:rsidRPr="00EF2F0E">
        <w:rPr>
          <w:rFonts w:cs="v4.2.0"/>
        </w:rPr>
        <w:t>, where:</w:t>
      </w:r>
    </w:p>
    <w:p w14:paraId="0984D544" w14:textId="77777777" w:rsidR="003E32EB" w:rsidRPr="00EF2F0E" w:rsidRDefault="003E32EB" w:rsidP="00A40339">
      <w:pPr>
        <w:rPr>
          <w:rFonts w:cs="v4.2.0"/>
        </w:rPr>
      </w:pPr>
      <w:r w:rsidRPr="00EF2F0E">
        <w:rPr>
          <w:rFonts w:cs="v4.2.0"/>
        </w:rPr>
        <w:t xml:space="preserve">The mask defined in table 6.6.4.3.3-1 to 6.6.4.3.3-3 may be mandatory in certain regions. In other regions this mask may not be applied. </w:t>
      </w:r>
    </w:p>
    <w:p w14:paraId="0984D545" w14:textId="77777777" w:rsidR="003E32EB" w:rsidRPr="00EF2F0E" w:rsidRDefault="003E32EB" w:rsidP="00A40339">
      <w:pPr>
        <w:rPr>
          <w:rFonts w:cs="v4.2.0"/>
        </w:rPr>
      </w:pPr>
      <w:r w:rsidRPr="00EF2F0E">
        <w:rPr>
          <w:rFonts w:cs="v4.2.0"/>
        </w:rPr>
        <w:t xml:space="preserve">For regions where this clause applies, the </w:t>
      </w:r>
      <w:r w:rsidRPr="00EF2F0E">
        <w:rPr>
          <w:rFonts w:cs="v4.2.0"/>
          <w:i/>
        </w:rPr>
        <w:t xml:space="preserve">basic limit </w:t>
      </w:r>
      <w:r w:rsidRPr="00EF2F0E">
        <w:rPr>
          <w:rFonts w:cs="v4.2.0"/>
        </w:rPr>
        <w:t xml:space="preserve">is for a </w:t>
      </w:r>
      <w:r w:rsidRPr="00EF2F0E">
        <w:rPr>
          <w:rFonts w:cs="v4.2.0"/>
          <w:i/>
        </w:rPr>
        <w:t>TAB connector</w:t>
      </w:r>
      <w:r w:rsidRPr="00EF2F0E">
        <w:rPr>
          <w:rFonts w:cs="v4.2.0"/>
        </w:rPr>
        <w:t xml:space="preserve"> transmitting on a single RF carrier configured in accordance with the manufacturer</w:t>
      </w:r>
      <w:r w:rsidR="003401A4" w:rsidRPr="00EF2F0E">
        <w:rPr>
          <w:rFonts w:cs="v4.2.0"/>
        </w:rPr>
        <w:t>'</w:t>
      </w:r>
      <w:r w:rsidRPr="00EF2F0E">
        <w:rPr>
          <w:rFonts w:cs="v4.2.0"/>
        </w:rPr>
        <w:t xml:space="preserve">s specification. Emissions shall </w:t>
      </w:r>
      <w:r w:rsidRPr="00EF2F0E">
        <w:rPr>
          <w:rFonts w:cs="v5.0.0"/>
        </w:rPr>
        <w:t xml:space="preserve">use the </w:t>
      </w:r>
      <w:r w:rsidRPr="00EF2F0E">
        <w:rPr>
          <w:rFonts w:cs="v5.0.0"/>
          <w:i/>
        </w:rPr>
        <w:t>b</w:t>
      </w:r>
      <w:r w:rsidRPr="00EF2F0E">
        <w:rPr>
          <w:rFonts w:cs="v4.2.0"/>
          <w:i/>
        </w:rPr>
        <w:t>asic limits</w:t>
      </w:r>
      <w:r w:rsidRPr="00EF2F0E">
        <w:rPr>
          <w:rFonts w:cs="v4.2.0"/>
        </w:rPr>
        <w:t xml:space="preserve"> specified in table 6.6.4.3.3-1 to 6.6.4.3.3-3 for the appropriate P</w:t>
      </w:r>
      <w:r w:rsidRPr="00EF2F0E">
        <w:rPr>
          <w:rFonts w:cs="v4.2.0"/>
          <w:vertAlign w:val="subscript"/>
        </w:rPr>
        <w:t>rated,c,cell</w:t>
      </w:r>
      <w:r w:rsidRPr="00EF2F0E">
        <w:rPr>
          <w:rFonts w:cs="v4.2.0"/>
        </w:rPr>
        <w:t xml:space="preserve">, in the frequency range from </w:t>
      </w:r>
      <w:r w:rsidRPr="00EF2F0E">
        <w:rPr>
          <w:rFonts w:cs="v4.2.0"/>
        </w:rPr>
        <w:sym w:font="Symbol" w:char="F044"/>
      </w:r>
      <w:r w:rsidRPr="00EF2F0E">
        <w:rPr>
          <w:rFonts w:cs="v4.2.0"/>
        </w:rPr>
        <w:t xml:space="preserve">f = 0.8 MHz to </w:t>
      </w:r>
      <w:r w:rsidRPr="00EF2F0E">
        <w:rPr>
          <w:rFonts w:cs="v4.2.0"/>
        </w:rPr>
        <w:sym w:font="Symbol" w:char="F044"/>
      </w:r>
      <w:r w:rsidRPr="00EF2F0E">
        <w:rPr>
          <w:rFonts w:cs="v4.2.0"/>
        </w:rPr>
        <w:t xml:space="preserve">f </w:t>
      </w:r>
      <w:r w:rsidRPr="00EF2F0E">
        <w:rPr>
          <w:rFonts w:cs="v4.2.0"/>
          <w:vertAlign w:val="subscript"/>
        </w:rPr>
        <w:t>max</w:t>
      </w:r>
      <w:r w:rsidRPr="00EF2F0E">
        <w:rPr>
          <w:rFonts w:cs="v4.2.0"/>
        </w:rPr>
        <w:t xml:space="preserve"> from the carrier frequency, where:</w:t>
      </w:r>
    </w:p>
    <w:p w14:paraId="0984D546" w14:textId="77777777" w:rsidR="003E32EB" w:rsidRPr="00EF2F0E" w:rsidRDefault="003E32EB" w:rsidP="00A40339">
      <w:pPr>
        <w:pStyle w:val="B10"/>
        <w:rPr>
          <w:rFonts w:cs="v4.2.0"/>
        </w:rPr>
      </w:pPr>
      <w:r w:rsidRPr="00EF2F0E">
        <w:rPr>
          <w:rFonts w:cs="v4.2.0"/>
        </w:rPr>
        <w:t>-</w:t>
      </w:r>
      <w:r w:rsidRPr="00EF2F0E">
        <w:rPr>
          <w:rFonts w:cs="v4.2.0"/>
        </w:rPr>
        <w:tab/>
      </w:r>
      <w:r w:rsidRPr="00EF2F0E">
        <w:rPr>
          <w:rFonts w:cs="v4.2.0"/>
        </w:rPr>
        <w:sym w:font="Symbol" w:char="F044"/>
      </w:r>
      <w:r w:rsidRPr="00EF2F0E">
        <w:rPr>
          <w:rFonts w:cs="v4.2.0"/>
        </w:rPr>
        <w:t>f is the separation between the carrier frequency and the nominal -3dB point of the measuring filter closest to the carrier frequency.</w:t>
      </w:r>
    </w:p>
    <w:p w14:paraId="0984D547" w14:textId="77777777" w:rsidR="003E32EB" w:rsidRPr="00EF2F0E" w:rsidRDefault="003E32EB" w:rsidP="00A40339">
      <w:pPr>
        <w:pStyle w:val="B10"/>
        <w:rPr>
          <w:rFonts w:cs="v4.2.0"/>
        </w:rPr>
      </w:pPr>
      <w:r w:rsidRPr="00EF2F0E">
        <w:rPr>
          <w:rFonts w:cs="v4.2.0"/>
        </w:rPr>
        <w:t>-</w:t>
      </w:r>
      <w:r w:rsidRPr="00EF2F0E">
        <w:rPr>
          <w:rFonts w:cs="v4.2.0"/>
        </w:rPr>
        <w:tab/>
        <w:t>f_offset is the separation between the carrier frequency and the centre frequency of the measuring filter.-</w:t>
      </w:r>
      <w:r w:rsidRPr="00EF2F0E">
        <w:rPr>
          <w:rFonts w:cs="v4.2.0"/>
        </w:rPr>
        <w:tab/>
        <w:t>f_offset</w:t>
      </w:r>
      <w:r w:rsidRPr="00EF2F0E">
        <w:rPr>
          <w:rFonts w:cs="v4.2.0"/>
          <w:vertAlign w:val="subscript"/>
        </w:rPr>
        <w:t>max</w:t>
      </w:r>
      <w:r w:rsidRPr="00EF2F0E">
        <w:rPr>
          <w:rFonts w:cs="v4.2.0"/>
        </w:rPr>
        <w:t xml:space="preserve"> is either 4 MHz or the offset to the UTRA TDD Tx band edge as defined in subclause 4.6, whichever is the greater.</w:t>
      </w:r>
    </w:p>
    <w:p w14:paraId="0984D548" w14:textId="77777777" w:rsidR="003E32EB" w:rsidRPr="00EF2F0E" w:rsidRDefault="003E32EB" w:rsidP="00A40339">
      <w:pPr>
        <w:pStyle w:val="B10"/>
        <w:rPr>
          <w:rFonts w:cs="v5.0.0"/>
          <w:lang w:eastAsia="zh-CN"/>
        </w:rPr>
      </w:pPr>
      <w:r w:rsidRPr="00EF2F0E">
        <w:rPr>
          <w:rFonts w:cs="v4.2.0"/>
        </w:rPr>
        <w:t>-</w:t>
      </w:r>
      <w:r w:rsidRPr="00EF2F0E">
        <w:rPr>
          <w:rFonts w:cs="v4.2.0"/>
        </w:rPr>
        <w:tab/>
      </w:r>
      <w:r w:rsidRPr="00EF2F0E">
        <w:rPr>
          <w:rFonts w:cs="v4.2.0"/>
        </w:rPr>
        <w:sym w:font="Symbol" w:char="F044"/>
      </w:r>
      <w:r w:rsidRPr="00EF2F0E">
        <w:rPr>
          <w:rFonts w:cs="v4.2.0"/>
        </w:rPr>
        <w:t xml:space="preserve">f </w:t>
      </w:r>
      <w:r w:rsidRPr="00EF2F0E">
        <w:rPr>
          <w:rFonts w:cs="v4.2.0"/>
          <w:vertAlign w:val="subscript"/>
        </w:rPr>
        <w:t xml:space="preserve">max </w:t>
      </w:r>
      <w:r w:rsidRPr="00EF2F0E">
        <w:rPr>
          <w:rFonts w:cs="v4.2.0"/>
        </w:rPr>
        <w:t>is equal to f_offset</w:t>
      </w:r>
      <w:r w:rsidRPr="00EF2F0E">
        <w:rPr>
          <w:rFonts w:cs="v4.2.0"/>
          <w:vertAlign w:val="subscript"/>
        </w:rPr>
        <w:t xml:space="preserve">max </w:t>
      </w:r>
      <w:r w:rsidRPr="00EF2F0E">
        <w:rPr>
          <w:rFonts w:cs="v4.2.0"/>
        </w:rPr>
        <w:t>minus half of the bandwidth of the measurement filter.</w:t>
      </w:r>
      <w:r w:rsidRPr="00EF2F0E" w:rsidDel="00F9614E">
        <w:rPr>
          <w:rFonts w:cs="v4.2.0"/>
        </w:rPr>
        <w:t xml:space="preserve"> </w:t>
      </w:r>
      <w:r w:rsidRPr="00EF2F0E">
        <w:t xml:space="preserve">Inside any </w:t>
      </w:r>
      <w:r w:rsidRPr="00EF2F0E">
        <w:rPr>
          <w:i/>
        </w:rPr>
        <w:t>Inter RF bandwidth gap</w:t>
      </w:r>
      <w:r w:rsidRPr="00EF2F0E">
        <w:rPr>
          <w:i/>
          <w:lang w:eastAsia="zh-CN"/>
        </w:rPr>
        <w:t>s</w:t>
      </w:r>
      <w:r w:rsidRPr="00EF2F0E">
        <w:t xml:space="preserve"> </w:t>
      </w:r>
      <w:r w:rsidRPr="00EF2F0E">
        <w:rPr>
          <w:lang w:eastAsia="zh-CN"/>
        </w:rPr>
        <w:t xml:space="preserve">with </w:t>
      </w:r>
      <w:r w:rsidRPr="00EF2F0E">
        <w:t>W</w:t>
      </w:r>
      <w:r w:rsidRPr="00EF2F0E">
        <w:rPr>
          <w:vertAlign w:val="subscript"/>
        </w:rPr>
        <w:t>gap</w:t>
      </w:r>
      <w:r w:rsidRPr="00EF2F0E">
        <w:t> &lt; </w:t>
      </w:r>
      <w:r w:rsidRPr="00EF2F0E">
        <w:rPr>
          <w:lang w:eastAsia="zh-CN"/>
        </w:rPr>
        <w:t>8</w:t>
      </w:r>
      <w:r w:rsidRPr="00EF2F0E">
        <w:t xml:space="preserve"> MHz for </w:t>
      </w:r>
      <w:r w:rsidRPr="00EF2F0E">
        <w:rPr>
          <w:i/>
        </w:rPr>
        <w:t>multi-band TAB connector</w:t>
      </w:r>
      <w:r w:rsidRPr="00EF2F0E">
        <w:t xml:space="preserve">, emissions shall not exceed the cumulative sum of the </w:t>
      </w:r>
      <w:r w:rsidRPr="00EF2F0E">
        <w:rPr>
          <w:rFonts w:cs="Arial"/>
          <w:i/>
        </w:rPr>
        <w:t>basic limit</w:t>
      </w:r>
      <w:r w:rsidRPr="00EF2F0E">
        <w:t>s specified</w:t>
      </w:r>
      <w:r w:rsidRPr="00EF2F0E">
        <w:rPr>
          <w:lang w:eastAsia="zh-CN"/>
        </w:rPr>
        <w:t xml:space="preserve"> </w:t>
      </w:r>
      <w:r w:rsidRPr="00EF2F0E">
        <w:t xml:space="preserve">at the </w:t>
      </w:r>
      <w:r w:rsidRPr="00EF2F0E">
        <w:rPr>
          <w:bCs/>
          <w:i/>
        </w:rPr>
        <w:t>Base Station RF bandwidth edges</w:t>
      </w:r>
      <w:r w:rsidRPr="00EF2F0E">
        <w:t xml:space="preserve"> on each side of </w:t>
      </w:r>
      <w:r w:rsidRPr="00EF2F0E">
        <w:rPr>
          <w:i/>
        </w:rPr>
        <w:t>Inter RF bandwidth gap</w:t>
      </w:r>
      <w:r w:rsidRPr="00EF2F0E">
        <w:t xml:space="preserve">. The </w:t>
      </w:r>
      <w:r w:rsidRPr="00EF2F0E">
        <w:rPr>
          <w:rFonts w:cs="Arial"/>
          <w:i/>
        </w:rPr>
        <w:t>basic limit</w:t>
      </w:r>
      <w:r w:rsidRPr="00EF2F0E">
        <w:t xml:space="preserve"> for </w:t>
      </w:r>
      <w:r w:rsidRPr="00EF2F0E">
        <w:rPr>
          <w:bCs/>
          <w:i/>
        </w:rPr>
        <w:t xml:space="preserve">Base Station RF bandwidth edge </w:t>
      </w:r>
      <w:r w:rsidRPr="00EF2F0E">
        <w:t xml:space="preserve">is specified </w:t>
      </w:r>
      <w:r w:rsidRPr="00EF2F0E">
        <w:rPr>
          <w:rFonts w:cs="v5.0.0"/>
          <w:lang w:eastAsia="ja-JP"/>
        </w:rPr>
        <w:t xml:space="preserve">in tables </w:t>
      </w:r>
      <w:r w:rsidRPr="00EF2F0E">
        <w:rPr>
          <w:rFonts w:cs="v4.2.0"/>
        </w:rPr>
        <w:t xml:space="preserve">6.6.4.3.3-1 to 6.6.4.3.3-3 </w:t>
      </w:r>
      <w:r w:rsidRPr="00EF2F0E">
        <w:rPr>
          <w:rFonts w:cs="v5.0.0"/>
          <w:lang w:eastAsia="ja-JP"/>
        </w:rPr>
        <w:t xml:space="preserve">below, </w:t>
      </w:r>
      <w:r w:rsidRPr="00EF2F0E">
        <w:rPr>
          <w:rFonts w:cs="v5.0.0"/>
          <w:lang w:eastAsia="zh-CN"/>
        </w:rPr>
        <w:t>where in this case.</w:t>
      </w:r>
    </w:p>
    <w:p w14:paraId="0984D549" w14:textId="77777777" w:rsidR="003E32EB" w:rsidRPr="00EF2F0E" w:rsidRDefault="003E32EB" w:rsidP="00A40339">
      <w:pPr>
        <w:pStyle w:val="B10"/>
        <w:rPr>
          <w:rFonts w:cs="v4.2.0"/>
        </w:rPr>
      </w:pPr>
      <w:r w:rsidRPr="00EF2F0E">
        <w:rPr>
          <w:rFonts w:cs="v4.2.0"/>
          <w:lang w:eastAsia="zh-CN"/>
        </w:rPr>
        <w:t>-</w:t>
      </w:r>
      <w:r w:rsidRPr="00EF2F0E">
        <w:rPr>
          <w:rFonts w:cs="v4.2.0"/>
          <w:lang w:eastAsia="zh-CN"/>
        </w:rPr>
        <w:tab/>
      </w:r>
      <w:r w:rsidRPr="00EF2F0E">
        <w:rPr>
          <w:rFonts w:cs="v4.2.0"/>
        </w:rPr>
        <w:sym w:font="Symbol" w:char="F044"/>
      </w:r>
      <w:r w:rsidRPr="00EF2F0E">
        <w:rPr>
          <w:rFonts w:cs="v4.2.0"/>
        </w:rPr>
        <w:t xml:space="preserve">f </w:t>
      </w:r>
      <w:r w:rsidRPr="00EF2F0E">
        <w:rPr>
          <w:rFonts w:cs="v4.2.0"/>
          <w:lang w:eastAsia="zh-CN"/>
        </w:rPr>
        <w:t xml:space="preserve">equal to 0.8MHz plus the </w:t>
      </w:r>
      <w:r w:rsidRPr="00EF2F0E">
        <w:rPr>
          <w:rFonts w:cs="v4.2.0"/>
        </w:rPr>
        <w:t xml:space="preserve">separation between the </w:t>
      </w:r>
      <w:r w:rsidRPr="00EF2F0E">
        <w:rPr>
          <w:bCs/>
          <w:i/>
        </w:rPr>
        <w:t>Base Station RF bandwidth edge</w:t>
      </w:r>
      <w:r w:rsidRPr="00EF2F0E">
        <w:rPr>
          <w:rFonts w:cs="v4.2.0"/>
          <w:lang w:eastAsia="zh-CN"/>
        </w:rPr>
        <w:t xml:space="preserve"> frequency and </w:t>
      </w:r>
      <w:r w:rsidRPr="00EF2F0E">
        <w:rPr>
          <w:rFonts w:cs="v4.2.0"/>
        </w:rPr>
        <w:t xml:space="preserve">the nominal -3dB point of the measuring filter closest to the </w:t>
      </w:r>
      <w:r w:rsidRPr="00EF2F0E">
        <w:rPr>
          <w:bCs/>
          <w:i/>
        </w:rPr>
        <w:t>Base Station RF bandwidth edge</w:t>
      </w:r>
      <w:r w:rsidRPr="00EF2F0E">
        <w:rPr>
          <w:rFonts w:cs="v4.2.0"/>
        </w:rPr>
        <w:t>.</w:t>
      </w:r>
    </w:p>
    <w:p w14:paraId="0984D54A" w14:textId="77777777" w:rsidR="003E32EB" w:rsidRPr="00EF2F0E" w:rsidRDefault="003E32EB" w:rsidP="00A40339">
      <w:pPr>
        <w:pStyle w:val="B10"/>
        <w:rPr>
          <w:rFonts w:cs="v4.2.0"/>
          <w:lang w:eastAsia="zh-CN"/>
        </w:rPr>
      </w:pPr>
      <w:r w:rsidRPr="00EF2F0E">
        <w:rPr>
          <w:rFonts w:cs="v4.2.0"/>
        </w:rPr>
        <w:t>-</w:t>
      </w:r>
      <w:r w:rsidRPr="00EF2F0E">
        <w:rPr>
          <w:rFonts w:cs="v4.2.0"/>
        </w:rPr>
        <w:tab/>
        <w:t xml:space="preserve">f_offset is </w:t>
      </w:r>
      <w:r w:rsidRPr="00EF2F0E">
        <w:rPr>
          <w:rFonts w:cs="v4.2.0"/>
          <w:lang w:eastAsia="zh-CN"/>
        </w:rPr>
        <w:t xml:space="preserve">equal to 0.8MHz plus </w:t>
      </w:r>
      <w:r w:rsidRPr="00EF2F0E">
        <w:rPr>
          <w:rFonts w:cs="v4.2.0"/>
        </w:rPr>
        <w:t xml:space="preserve">the separation between the </w:t>
      </w:r>
      <w:r w:rsidRPr="00EF2F0E">
        <w:rPr>
          <w:bCs/>
          <w:i/>
        </w:rPr>
        <w:t xml:space="preserve">Base Station RF bandwidth edge </w:t>
      </w:r>
      <w:r w:rsidRPr="00EF2F0E">
        <w:rPr>
          <w:rFonts w:cs="v4.2.0"/>
          <w:lang w:eastAsia="zh-CN"/>
        </w:rPr>
        <w:t xml:space="preserve">frequency </w:t>
      </w:r>
      <w:r w:rsidRPr="00EF2F0E">
        <w:rPr>
          <w:rFonts w:cs="v4.2.0"/>
        </w:rPr>
        <w:t>and the centre frequency of the measuring filter.</w:t>
      </w:r>
    </w:p>
    <w:p w14:paraId="0984D54B" w14:textId="77777777" w:rsidR="003E32EB" w:rsidRPr="00EF2F0E" w:rsidRDefault="003E32EB" w:rsidP="00A40339">
      <w:pPr>
        <w:pStyle w:val="B10"/>
        <w:rPr>
          <w:rFonts w:cs="v4.2.0"/>
        </w:rPr>
      </w:pPr>
      <w:r w:rsidRPr="00EF2F0E">
        <w:rPr>
          <w:rFonts w:cs="v4.2.0"/>
        </w:rPr>
        <w:t>-</w:t>
      </w:r>
      <w:r w:rsidRPr="00EF2F0E">
        <w:rPr>
          <w:rFonts w:cs="v4.2.0"/>
        </w:rPr>
        <w:tab/>
        <w:t>f_offset</w:t>
      </w:r>
      <w:r w:rsidRPr="00EF2F0E">
        <w:rPr>
          <w:rFonts w:cs="v4.2.0"/>
          <w:vertAlign w:val="subscript"/>
        </w:rPr>
        <w:t>max</w:t>
      </w:r>
      <w:r w:rsidRPr="00EF2F0E">
        <w:rPr>
          <w:rFonts w:cs="v4.2.0"/>
        </w:rPr>
        <w:t xml:space="preserve"> is either 4 MHz or the offset to the UTRA TDD Tx band edge as defined in subclause 4.6, whichever is the greater.</w:t>
      </w:r>
    </w:p>
    <w:p w14:paraId="0984D54C" w14:textId="77777777" w:rsidR="003E32EB" w:rsidRPr="00EF2F0E" w:rsidRDefault="003E32EB" w:rsidP="00A40339">
      <w:pPr>
        <w:pStyle w:val="B10"/>
      </w:pPr>
      <w:r w:rsidRPr="00EF2F0E">
        <w:t>-</w:t>
      </w:r>
      <w:r w:rsidRPr="00EF2F0E">
        <w:tab/>
      </w:r>
      <w:r w:rsidRPr="00EF2F0E">
        <w:sym w:font="Symbol" w:char="F044"/>
      </w:r>
      <w:r w:rsidRPr="00EF2F0E">
        <w:t>f max is equal to f_offsetmax minus half of the bandwidth of the measurement filter.</w:t>
      </w:r>
    </w:p>
    <w:p w14:paraId="0984D54D" w14:textId="77777777" w:rsidR="003E32EB" w:rsidRPr="00EF2F0E" w:rsidRDefault="003E32EB" w:rsidP="00A40339">
      <w:pPr>
        <w:rPr>
          <w:rFonts w:cs="v3.8.0"/>
        </w:rPr>
      </w:pPr>
      <w:r w:rsidRPr="00EF2F0E">
        <w:rPr>
          <w:rFonts w:cs="v3.8.0"/>
        </w:rPr>
        <w:t xml:space="preserve">For a multi-carrier </w:t>
      </w:r>
      <w:r w:rsidRPr="00EF2F0E">
        <w:rPr>
          <w:rFonts w:cs="v3.8.0"/>
          <w:i/>
        </w:rPr>
        <w:t>TAB connector</w:t>
      </w:r>
      <w:r w:rsidRPr="00EF2F0E">
        <w:rPr>
          <w:rFonts w:cs="v3.8.0"/>
        </w:rPr>
        <w:t>, the definitions above apply to the lower edge of the carrier transmitted at the lowest carrier frequency and the upper edge of the carrier transmitted at the highest carrier frequency within a specified frequency.</w:t>
      </w:r>
    </w:p>
    <w:bookmarkStart w:id="1633" w:name="_MON_1071231893"/>
    <w:bookmarkEnd w:id="1633"/>
    <w:p w14:paraId="0984D54E" w14:textId="77777777" w:rsidR="003E32EB" w:rsidRPr="00EF2F0E" w:rsidRDefault="003E32EB" w:rsidP="00A40339">
      <w:pPr>
        <w:pStyle w:val="TH"/>
        <w:rPr>
          <w:rFonts w:cs="v4.2.0"/>
        </w:rPr>
      </w:pPr>
      <w:r w:rsidRPr="00EF2F0E">
        <w:rPr>
          <w:sz w:val="21"/>
        </w:rPr>
        <w:object w:dxaOrig="7185" w:dyaOrig="5390" w14:anchorId="0985119B">
          <v:shape id="_x0000_i1030" type="#_x0000_t75" style="width:349pt;height:264.2pt" o:ole="" o:bordertopcolor="this" o:borderleftcolor="this" o:borderbottomcolor="this" o:borderrightcolor="this" fillcolor="window">
            <v:imagedata r:id="rId25" o:title=""/>
            <w10:bordertop type="single" width="6" shadow="t"/>
            <w10:borderleft type="single" width="6" shadow="t"/>
            <w10:borderbottom type="single" width="6" shadow="t"/>
            <w10:borderright type="single" width="6" shadow="t"/>
          </v:shape>
          <o:OLEObject Type="Embed" ProgID="PowerPoint.Slide.8" ShapeID="_x0000_i1030" DrawAspect="Content" ObjectID="_1717663552" r:id="rId26"/>
        </w:object>
      </w:r>
    </w:p>
    <w:p w14:paraId="0984D54F" w14:textId="77777777" w:rsidR="003E32EB" w:rsidRPr="00EF2F0E" w:rsidRDefault="003E32EB" w:rsidP="00A40339">
      <w:pPr>
        <w:pStyle w:val="TF"/>
        <w:rPr>
          <w:rFonts w:cs="v4.2.0"/>
        </w:rPr>
      </w:pPr>
      <w:r w:rsidRPr="00EF2F0E">
        <w:rPr>
          <w:rFonts w:cs="v4.2.0"/>
        </w:rPr>
        <w:t>Figure 6.6.4.3.3-1</w:t>
      </w:r>
    </w:p>
    <w:p w14:paraId="0984D550" w14:textId="77777777" w:rsidR="003E32EB" w:rsidRPr="00EF2F0E" w:rsidRDefault="003E32EB" w:rsidP="00A40339">
      <w:pPr>
        <w:pStyle w:val="TH"/>
        <w:rPr>
          <w:rFonts w:cs="v4.2.0"/>
        </w:rPr>
      </w:pPr>
      <w:r w:rsidRPr="00EF2F0E">
        <w:rPr>
          <w:rFonts w:cs="v4.2.0"/>
        </w:rPr>
        <w:t xml:space="preserve">Table 6.6.4.3.3-1: </w:t>
      </w:r>
      <w:r w:rsidRPr="00EF2F0E">
        <w:rPr>
          <w:rFonts w:cs="v4.2.0"/>
          <w:i/>
        </w:rPr>
        <w:t>Basic Limits</w:t>
      </w:r>
      <w:r w:rsidRPr="00EF2F0E">
        <w:rPr>
          <w:rFonts w:cs="v4.2.0"/>
        </w:rPr>
        <w:t xml:space="preserve"> for spectrum emission mask values, P</w:t>
      </w:r>
      <w:r w:rsidRPr="00EF2F0E">
        <w:rPr>
          <w:rFonts w:cs="v4.2.0"/>
          <w:vertAlign w:val="subscript"/>
        </w:rPr>
        <w:t>rated,c,cell</w:t>
      </w:r>
      <w:r w:rsidRPr="00EF2F0E">
        <w:t>-10*log10(N</w:t>
      </w:r>
      <w:r w:rsidRPr="00EF2F0E">
        <w:rPr>
          <w:vertAlign w:val="subscript"/>
        </w:rPr>
        <w:t>TXU,countedpercell</w:t>
      </w:r>
      <w:r w:rsidRPr="00EF2F0E">
        <w:t>)</w:t>
      </w:r>
      <w:r w:rsidRPr="00EF2F0E">
        <w:rPr>
          <w:rFonts w:cs="v4.2.0"/>
        </w:rPr>
        <w:t xml:space="preserve"> </w:t>
      </w:r>
      <w:r w:rsidRPr="00EF2F0E">
        <w:rPr>
          <w:rFonts w:cs="v4.2.0"/>
        </w:rPr>
        <w:sym w:font="Symbol" w:char="F0B3"/>
      </w:r>
      <w:r w:rsidRPr="00EF2F0E">
        <w:rPr>
          <w:rFonts w:cs="v4.2.0"/>
        </w:rPr>
        <w:t xml:space="preserve"> 34 dBm for 1,28 Mcps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0"/>
        <w:gridCol w:w="3800"/>
        <w:gridCol w:w="1504"/>
      </w:tblGrid>
      <w:tr w:rsidR="003401A4" w:rsidRPr="00EF2F0E" w14:paraId="0984D554" w14:textId="77777777" w:rsidTr="00A40339">
        <w:trPr>
          <w:jc w:val="center"/>
        </w:trPr>
        <w:tc>
          <w:tcPr>
            <w:tcW w:w="3090" w:type="dxa"/>
          </w:tcPr>
          <w:p w14:paraId="0984D551" w14:textId="77777777" w:rsidR="003E32EB" w:rsidRPr="00EF2F0E" w:rsidRDefault="003E32EB" w:rsidP="00A40339">
            <w:pPr>
              <w:pStyle w:val="TAH"/>
              <w:rPr>
                <w:rFonts w:cs="v4.2.0"/>
              </w:rPr>
            </w:pPr>
            <w:r w:rsidRPr="00EF2F0E">
              <w:rPr>
                <w:rFonts w:cs="v4.2.0"/>
              </w:rPr>
              <w:t>Frequency offset of measurement filter centre frequency, f_offset</w:t>
            </w:r>
          </w:p>
        </w:tc>
        <w:tc>
          <w:tcPr>
            <w:tcW w:w="3800" w:type="dxa"/>
          </w:tcPr>
          <w:p w14:paraId="0984D552" w14:textId="77777777" w:rsidR="003E32EB" w:rsidRPr="00EF2F0E" w:rsidRDefault="003E32EB" w:rsidP="00A40339">
            <w:pPr>
              <w:pStyle w:val="TAH"/>
              <w:rPr>
                <w:rFonts w:cs="v4.2.0"/>
              </w:rPr>
            </w:pPr>
            <w:r w:rsidRPr="00EF2F0E">
              <w:rPr>
                <w:rFonts w:cs="v4.2.0"/>
                <w:i/>
              </w:rPr>
              <w:t>Basic Limit</w:t>
            </w:r>
            <w:r w:rsidRPr="00EF2F0E">
              <w:rPr>
                <w:rFonts w:cs="v4.2.0"/>
              </w:rPr>
              <w:t xml:space="preserve"> </w:t>
            </w:r>
          </w:p>
        </w:tc>
        <w:tc>
          <w:tcPr>
            <w:tcW w:w="1504" w:type="dxa"/>
          </w:tcPr>
          <w:p w14:paraId="0984D553" w14:textId="77777777" w:rsidR="003E32EB" w:rsidRPr="00EF2F0E" w:rsidRDefault="003E32EB" w:rsidP="00A40339">
            <w:pPr>
              <w:pStyle w:val="TAH"/>
              <w:rPr>
                <w:rFonts w:cs="v4.2.0"/>
              </w:rPr>
            </w:pPr>
            <w:r w:rsidRPr="00EF2F0E">
              <w:rPr>
                <w:rFonts w:cs="v4.2.0"/>
              </w:rPr>
              <w:t>Measurement bandwidth</w:t>
            </w:r>
          </w:p>
        </w:tc>
      </w:tr>
      <w:tr w:rsidR="003401A4" w:rsidRPr="00EF2F0E" w14:paraId="0984D558" w14:textId="77777777" w:rsidTr="00A40339">
        <w:trPr>
          <w:jc w:val="center"/>
        </w:trPr>
        <w:tc>
          <w:tcPr>
            <w:tcW w:w="3090" w:type="dxa"/>
          </w:tcPr>
          <w:p w14:paraId="0984D555" w14:textId="77777777" w:rsidR="003E32EB" w:rsidRPr="00EF2F0E" w:rsidRDefault="003E32EB" w:rsidP="00A40339">
            <w:pPr>
              <w:pStyle w:val="TAC"/>
              <w:rPr>
                <w:rFonts w:cs="v4.2.0"/>
              </w:rPr>
            </w:pPr>
            <w:r w:rsidRPr="00EF2F0E">
              <w:rPr>
                <w:rFonts w:cs="v4.2.0"/>
              </w:rPr>
              <w:t xml:space="preserve">0.8 </w:t>
            </w:r>
            <w:r w:rsidRPr="00EF2F0E">
              <w:rPr>
                <w:lang w:eastAsia="zh-CN"/>
              </w:rPr>
              <w:t>MHz</w:t>
            </w:r>
            <w:r w:rsidRPr="00EF2F0E">
              <w:rPr>
                <w:rFonts w:cs="v4.2.0"/>
              </w:rPr>
              <w:t xml:space="preserve">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1.0 MHz</w:t>
            </w:r>
          </w:p>
        </w:tc>
        <w:tc>
          <w:tcPr>
            <w:tcW w:w="3800" w:type="dxa"/>
          </w:tcPr>
          <w:p w14:paraId="0984D556" w14:textId="77777777" w:rsidR="003E32EB" w:rsidRPr="00EF2F0E" w:rsidRDefault="003E32EB" w:rsidP="00A40339">
            <w:pPr>
              <w:pStyle w:val="TAC"/>
              <w:rPr>
                <w:rFonts w:cs="v4.2.0"/>
              </w:rPr>
            </w:pPr>
            <w:r w:rsidRPr="00EF2F0E">
              <w:rPr>
                <w:rFonts w:cs="v4.2.0"/>
              </w:rPr>
              <w:t>-20 dBm</w:t>
            </w:r>
          </w:p>
        </w:tc>
        <w:tc>
          <w:tcPr>
            <w:tcW w:w="1504" w:type="dxa"/>
          </w:tcPr>
          <w:p w14:paraId="0984D557" w14:textId="77777777" w:rsidR="003E32EB" w:rsidRPr="00EF2F0E" w:rsidRDefault="003E32EB" w:rsidP="00A40339">
            <w:pPr>
              <w:pStyle w:val="TAC"/>
              <w:rPr>
                <w:rFonts w:cs="v4.2.0"/>
              </w:rPr>
            </w:pPr>
            <w:r w:rsidRPr="00EF2F0E">
              <w:rPr>
                <w:rFonts w:cs="v4.2.0"/>
              </w:rPr>
              <w:t xml:space="preserve">30 kHz </w:t>
            </w:r>
          </w:p>
        </w:tc>
      </w:tr>
      <w:tr w:rsidR="003401A4" w:rsidRPr="00EF2F0E" w14:paraId="0984D55C" w14:textId="77777777" w:rsidTr="00A40339">
        <w:trPr>
          <w:jc w:val="center"/>
        </w:trPr>
        <w:tc>
          <w:tcPr>
            <w:tcW w:w="3090" w:type="dxa"/>
          </w:tcPr>
          <w:p w14:paraId="0984D559" w14:textId="77777777" w:rsidR="003E32EB" w:rsidRPr="00EF2F0E" w:rsidRDefault="003E32EB" w:rsidP="00A40339">
            <w:pPr>
              <w:pStyle w:val="TAC"/>
              <w:rPr>
                <w:rFonts w:cs="v4.2.0"/>
              </w:rPr>
            </w:pPr>
            <w:r w:rsidRPr="00EF2F0E">
              <w:rPr>
                <w:rFonts w:cs="v4.2.0"/>
              </w:rPr>
              <w:t xml:space="preserve">1.0 </w:t>
            </w:r>
            <w:r w:rsidRPr="00EF2F0E">
              <w:rPr>
                <w:lang w:eastAsia="zh-CN"/>
              </w:rPr>
              <w:t>MHz</w:t>
            </w:r>
            <w:r w:rsidRPr="00EF2F0E">
              <w:rPr>
                <w:rFonts w:cs="v4.2.0"/>
              </w:rPr>
              <w:t xml:space="preserve">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1.8 MHz</w:t>
            </w:r>
          </w:p>
        </w:tc>
        <w:tc>
          <w:tcPr>
            <w:tcW w:w="3800" w:type="dxa"/>
          </w:tcPr>
          <w:p w14:paraId="0984D55A" w14:textId="77777777" w:rsidR="003E32EB" w:rsidRPr="00EF2F0E" w:rsidRDefault="003E32EB" w:rsidP="00A40339">
            <w:pPr>
              <w:pStyle w:val="TAC"/>
              <w:rPr>
                <w:rFonts w:cs="v4.2.0"/>
              </w:rPr>
            </w:pPr>
            <w:r w:rsidRPr="00EF2F0E">
              <w:rPr>
                <w:position w:val="-28"/>
              </w:rPr>
              <w:object w:dxaOrig="3640" w:dyaOrig="680" w14:anchorId="0985119C">
                <v:shape id="_x0000_i1031" type="#_x0000_t75" style="width:167.8pt;height:32.95pt" o:ole="" fillcolor="window">
                  <v:imagedata r:id="rId27" o:title=""/>
                </v:shape>
                <o:OLEObject Type="Embed" ProgID="Equation.3" ShapeID="_x0000_i1031" DrawAspect="Content" ObjectID="_1717663553" r:id="rId28"/>
              </w:object>
            </w:r>
          </w:p>
        </w:tc>
        <w:tc>
          <w:tcPr>
            <w:tcW w:w="1504" w:type="dxa"/>
          </w:tcPr>
          <w:p w14:paraId="0984D55B" w14:textId="77777777" w:rsidR="003E32EB" w:rsidRPr="00EF2F0E" w:rsidRDefault="003E32EB" w:rsidP="00A40339">
            <w:pPr>
              <w:pStyle w:val="TAC"/>
              <w:rPr>
                <w:rFonts w:cs="v4.2.0"/>
              </w:rPr>
            </w:pPr>
            <w:r w:rsidRPr="00EF2F0E">
              <w:rPr>
                <w:rFonts w:cs="v4.2.0"/>
              </w:rPr>
              <w:t xml:space="preserve">30 kHz </w:t>
            </w:r>
          </w:p>
        </w:tc>
      </w:tr>
      <w:tr w:rsidR="003401A4" w:rsidRPr="00EF2F0E" w14:paraId="0984D560" w14:textId="77777777" w:rsidTr="00A40339">
        <w:trPr>
          <w:jc w:val="center"/>
        </w:trPr>
        <w:tc>
          <w:tcPr>
            <w:tcW w:w="3090" w:type="dxa"/>
          </w:tcPr>
          <w:p w14:paraId="0984D55D" w14:textId="77777777" w:rsidR="003E32EB" w:rsidRPr="00EF2F0E" w:rsidRDefault="003E32EB" w:rsidP="00A40339">
            <w:pPr>
              <w:pStyle w:val="TAC"/>
              <w:rPr>
                <w:rFonts w:cs="v4.2.0"/>
              </w:rPr>
            </w:pPr>
            <w:r w:rsidRPr="00EF2F0E">
              <w:rPr>
                <w:rFonts w:cs="v4.2.0"/>
              </w:rPr>
              <w:t>(NOTE)</w:t>
            </w:r>
          </w:p>
        </w:tc>
        <w:tc>
          <w:tcPr>
            <w:tcW w:w="3800" w:type="dxa"/>
          </w:tcPr>
          <w:p w14:paraId="0984D55E" w14:textId="77777777" w:rsidR="003E32EB" w:rsidRPr="00EF2F0E" w:rsidRDefault="003E32EB" w:rsidP="00A40339">
            <w:pPr>
              <w:pStyle w:val="TAC"/>
              <w:rPr>
                <w:rFonts w:cs="v4.2.0"/>
              </w:rPr>
            </w:pPr>
            <w:r w:rsidRPr="00EF2F0E">
              <w:rPr>
                <w:rFonts w:cs="v4.2.0"/>
              </w:rPr>
              <w:t>-28 dBm</w:t>
            </w:r>
          </w:p>
        </w:tc>
        <w:tc>
          <w:tcPr>
            <w:tcW w:w="1504" w:type="dxa"/>
          </w:tcPr>
          <w:p w14:paraId="0984D55F" w14:textId="77777777" w:rsidR="003E32EB" w:rsidRPr="00EF2F0E" w:rsidRDefault="003E32EB" w:rsidP="00A40339">
            <w:pPr>
              <w:pStyle w:val="TAC"/>
              <w:rPr>
                <w:rFonts w:cs="v4.2.0"/>
              </w:rPr>
            </w:pPr>
            <w:r w:rsidRPr="00EF2F0E">
              <w:rPr>
                <w:rFonts w:cs="v4.2.0"/>
              </w:rPr>
              <w:t xml:space="preserve">30 kHz </w:t>
            </w:r>
          </w:p>
        </w:tc>
      </w:tr>
      <w:tr w:rsidR="003401A4" w:rsidRPr="00EF2F0E" w14:paraId="0984D564" w14:textId="77777777" w:rsidTr="00A40339">
        <w:trPr>
          <w:jc w:val="center"/>
        </w:trPr>
        <w:tc>
          <w:tcPr>
            <w:tcW w:w="3090" w:type="dxa"/>
          </w:tcPr>
          <w:p w14:paraId="0984D561" w14:textId="77777777" w:rsidR="003E32EB" w:rsidRPr="00EF2F0E" w:rsidRDefault="003E32EB" w:rsidP="00A40339">
            <w:pPr>
              <w:pStyle w:val="TAC"/>
              <w:rPr>
                <w:rFonts w:cs="v4.2.0"/>
              </w:rPr>
            </w:pPr>
            <w:r w:rsidRPr="00EF2F0E">
              <w:rPr>
                <w:lang w:eastAsia="zh-CN"/>
              </w:rPr>
              <w:t>1.8</w:t>
            </w:r>
            <w:r w:rsidRPr="00EF2F0E">
              <w:t xml:space="preserve"> </w:t>
            </w:r>
            <w:r w:rsidRPr="00EF2F0E">
              <w:rPr>
                <w:lang w:eastAsia="zh-CN"/>
              </w:rPr>
              <w:t>MHz</w:t>
            </w:r>
            <w:r w:rsidRPr="00EF2F0E">
              <w:rPr>
                <w:rFonts w:cs="v4.2.0"/>
              </w:rPr>
              <w:t xml:space="preserve"> </w:t>
            </w:r>
            <w:r w:rsidRPr="00EF2F0E">
              <w:rPr>
                <w:rFonts w:cs="v4.2.0"/>
              </w:rPr>
              <w:sym w:font="Symbol" w:char="F0A3"/>
            </w:r>
            <w:r w:rsidRPr="00EF2F0E">
              <w:rPr>
                <w:rFonts w:cs="v4.2.0"/>
              </w:rPr>
              <w:t xml:space="preserve"> </w:t>
            </w:r>
            <w:r w:rsidRPr="00EF2F0E">
              <w:rPr>
                <w:rFonts w:cs="v4.2.0"/>
              </w:rPr>
              <w:sym w:font="Symbol" w:char="F044"/>
            </w:r>
            <w:r w:rsidRPr="00EF2F0E">
              <w:rPr>
                <w:rFonts w:cs="v4.2.0"/>
              </w:rPr>
              <w:t xml:space="preserve">f </w:t>
            </w:r>
            <w:r w:rsidRPr="00EF2F0E">
              <w:sym w:font="Symbol" w:char="F0A3"/>
            </w:r>
            <w:r w:rsidRPr="00EF2F0E">
              <w:sym w:font="Symbol" w:char="F044"/>
            </w:r>
            <w:r w:rsidRPr="00EF2F0E">
              <w:t>f</w:t>
            </w:r>
            <w:r w:rsidRPr="00EF2F0E">
              <w:rPr>
                <w:vertAlign w:val="subscript"/>
              </w:rPr>
              <w:t>max</w:t>
            </w:r>
          </w:p>
        </w:tc>
        <w:tc>
          <w:tcPr>
            <w:tcW w:w="3800" w:type="dxa"/>
          </w:tcPr>
          <w:p w14:paraId="0984D562" w14:textId="77777777" w:rsidR="003E32EB" w:rsidRPr="00EF2F0E" w:rsidRDefault="003E32EB" w:rsidP="00A40339">
            <w:pPr>
              <w:pStyle w:val="TAC"/>
              <w:rPr>
                <w:rFonts w:cs="v4.2.0"/>
              </w:rPr>
            </w:pPr>
            <w:r w:rsidRPr="00EF2F0E">
              <w:rPr>
                <w:rFonts w:cs="v4.2.0"/>
              </w:rPr>
              <w:t>-13 dBm</w:t>
            </w:r>
          </w:p>
        </w:tc>
        <w:tc>
          <w:tcPr>
            <w:tcW w:w="1504" w:type="dxa"/>
          </w:tcPr>
          <w:p w14:paraId="0984D563" w14:textId="77777777" w:rsidR="003E32EB" w:rsidRPr="00EF2F0E" w:rsidRDefault="003E32EB" w:rsidP="00A40339">
            <w:pPr>
              <w:pStyle w:val="TAC"/>
              <w:rPr>
                <w:rFonts w:cs="v4.2.0"/>
              </w:rPr>
            </w:pPr>
            <w:r w:rsidRPr="00EF2F0E">
              <w:rPr>
                <w:rFonts w:cs="v4.2.0"/>
              </w:rPr>
              <w:t xml:space="preserve">1 MHz </w:t>
            </w:r>
          </w:p>
        </w:tc>
      </w:tr>
      <w:tr w:rsidR="003E32EB" w:rsidRPr="00EF2F0E" w14:paraId="0984D566" w14:textId="77777777" w:rsidTr="00A40339">
        <w:trPr>
          <w:jc w:val="center"/>
        </w:trPr>
        <w:tc>
          <w:tcPr>
            <w:tcW w:w="8394" w:type="dxa"/>
            <w:gridSpan w:val="3"/>
          </w:tcPr>
          <w:p w14:paraId="0984D565" w14:textId="60107F02" w:rsidR="003E32EB" w:rsidRPr="00EF2F0E" w:rsidRDefault="00DE4CD9" w:rsidP="00A40339">
            <w:pPr>
              <w:pStyle w:val="TAN"/>
            </w:pPr>
            <w:r w:rsidRPr="00EF2F0E">
              <w:t>NOTE:</w:t>
            </w:r>
            <w:r w:rsidRPr="00EF2F0E">
              <w:tab/>
              <w:t xml:space="preserve">For a </w:t>
            </w:r>
            <w:r w:rsidRPr="00EF2F0E">
              <w:rPr>
                <w:i/>
              </w:rPr>
              <w:t>multi-band TAB connector</w:t>
            </w:r>
            <w:r w:rsidRPr="00EF2F0E">
              <w:t xml:space="preserve"> with </w:t>
            </w:r>
            <w:r w:rsidRPr="00EF2F0E">
              <w:rPr>
                <w:rFonts w:cs="Arial"/>
                <w:i/>
              </w:rPr>
              <w:t>Inter RF Bandwidth gap</w:t>
            </w:r>
            <w:r w:rsidRPr="00EF2F0E">
              <w:rPr>
                <w:rFonts w:cs="Arial"/>
              </w:rPr>
              <w:t xml:space="preserve"> </w:t>
            </w:r>
            <w:r w:rsidRPr="00EF2F0E">
              <w:t xml:space="preserve">less than 8MHz, the </w:t>
            </w:r>
            <w:r w:rsidRPr="00EF2F0E">
              <w:rPr>
                <w:rFonts w:cs="v4.2.0"/>
                <w:i/>
              </w:rPr>
              <w:t>basic limit</w:t>
            </w:r>
            <w:r w:rsidRPr="00EF2F0E">
              <w:t xml:space="preserve"> within the </w:t>
            </w:r>
            <w:r w:rsidRPr="00EF2F0E">
              <w:rPr>
                <w:rFonts w:cs="Arial"/>
                <w:i/>
              </w:rPr>
              <w:t>Inter RF Bandwidth gap</w:t>
            </w:r>
            <w:r w:rsidRPr="00EF2F0E">
              <w:rPr>
                <w:rFonts w:cs="Arial"/>
              </w:rPr>
              <w:t xml:space="preserve"> </w:t>
            </w:r>
            <w:r w:rsidRPr="00EF2F0E">
              <w:t xml:space="preserve">is calculated as a cumulative sum of emissions from the two </w:t>
            </w:r>
            <w:r w:rsidRPr="00EF2F0E">
              <w:rPr>
                <w:lang w:eastAsia="zh-CN"/>
              </w:rPr>
              <w:t xml:space="preserve">adjacent </w:t>
            </w:r>
            <w:r w:rsidRPr="00EF2F0E">
              <w:t xml:space="preserve">carriers on each side of the </w:t>
            </w:r>
            <w:r w:rsidRPr="00EF2F0E">
              <w:rPr>
                <w:rFonts w:cs="Arial"/>
                <w:i/>
              </w:rPr>
              <w:t>Inter RF Bandwidth gap</w:t>
            </w:r>
            <w:r>
              <w:rPr>
                <w:rFonts w:cs="v5.0.0"/>
              </w:rPr>
              <w:t xml:space="preserve">, </w:t>
            </w:r>
            <w:r w:rsidRPr="00C54509">
              <w:rPr>
                <w:rFonts w:cs="v5.0.0"/>
              </w:rPr>
              <w:t xml:space="preserve">where the contribution from the far-end </w:t>
            </w:r>
            <w:r w:rsidRPr="00754618">
              <w:rPr>
                <w:rFonts w:cs="Arial"/>
                <w:i/>
              </w:rPr>
              <w:t>RF Bandwidth</w:t>
            </w:r>
            <w:r w:rsidRPr="00C54509">
              <w:rPr>
                <w:rFonts w:cs="Arial"/>
              </w:rPr>
              <w:t xml:space="preserve"> </w:t>
            </w:r>
            <w:r w:rsidRPr="00C54509">
              <w:rPr>
                <w:rFonts w:cs="v5.0.0"/>
              </w:rPr>
              <w:t xml:space="preserve">shall be scaled according to the measurement bandwidth of the near-end </w:t>
            </w:r>
            <w:r w:rsidRPr="00754618">
              <w:rPr>
                <w:rFonts w:cs="Arial"/>
                <w:i/>
              </w:rPr>
              <w:t>RF Bandwidth</w:t>
            </w:r>
            <w:r w:rsidRPr="00EF2F0E">
              <w:t>.</w:t>
            </w:r>
          </w:p>
        </w:tc>
      </w:tr>
    </w:tbl>
    <w:p w14:paraId="0984D567" w14:textId="77777777" w:rsidR="003E32EB" w:rsidRPr="00EF2F0E" w:rsidRDefault="003E32EB" w:rsidP="00A40339"/>
    <w:p w14:paraId="0984D568" w14:textId="77777777" w:rsidR="003E32EB" w:rsidRPr="00EF2F0E" w:rsidRDefault="003E32EB" w:rsidP="00A40339">
      <w:pPr>
        <w:pStyle w:val="TH"/>
        <w:rPr>
          <w:rFonts w:cs="v4.2.0"/>
        </w:rPr>
      </w:pPr>
      <w:r w:rsidRPr="00EF2F0E">
        <w:rPr>
          <w:rFonts w:cs="v4.2.0"/>
        </w:rPr>
        <w:t xml:space="preserve">Table 6.6.4.3.3-2: </w:t>
      </w:r>
      <w:r w:rsidRPr="00EF2F0E">
        <w:rPr>
          <w:rFonts w:cs="v4.2.0"/>
          <w:i/>
        </w:rPr>
        <w:t>Basic Limits</w:t>
      </w:r>
      <w:r w:rsidRPr="00EF2F0E">
        <w:rPr>
          <w:rFonts w:cs="v4.2.0"/>
        </w:rPr>
        <w:t xml:space="preserve"> for spectrum emission mask values, 26 dBm </w:t>
      </w:r>
      <w:r w:rsidRPr="00EF2F0E">
        <w:rPr>
          <w:rFonts w:cs="v4.2.0"/>
        </w:rPr>
        <w:sym w:font="Symbol" w:char="F0A3"/>
      </w:r>
      <w:r w:rsidRPr="00EF2F0E">
        <w:rPr>
          <w:rFonts w:cs="v4.2.0"/>
        </w:rPr>
        <w:t xml:space="preserve"> P</w:t>
      </w:r>
      <w:r w:rsidRPr="00EF2F0E">
        <w:rPr>
          <w:rFonts w:cs="v4.2.0"/>
          <w:vertAlign w:val="subscript"/>
        </w:rPr>
        <w:t>rated,c,cell</w:t>
      </w:r>
      <w:r w:rsidRPr="00EF2F0E">
        <w:t>-10*log10(N</w:t>
      </w:r>
      <w:r w:rsidRPr="00EF2F0E">
        <w:rPr>
          <w:vertAlign w:val="subscript"/>
        </w:rPr>
        <w:t>TXU,countedpercell</w:t>
      </w:r>
      <w:r w:rsidRPr="00EF2F0E">
        <w:t>)</w:t>
      </w:r>
      <w:r w:rsidRPr="00EF2F0E">
        <w:rPr>
          <w:rFonts w:cs="v4.2.0"/>
        </w:rPr>
        <w:t xml:space="preserve"> &lt; 34 dBm for 1,28 Mcps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762"/>
        <w:gridCol w:w="1495"/>
      </w:tblGrid>
      <w:tr w:rsidR="003401A4" w:rsidRPr="00EF2F0E" w14:paraId="0984D56C" w14:textId="77777777" w:rsidTr="00A40339">
        <w:trPr>
          <w:jc w:val="center"/>
        </w:trPr>
        <w:tc>
          <w:tcPr>
            <w:tcW w:w="3119" w:type="dxa"/>
          </w:tcPr>
          <w:p w14:paraId="0984D569" w14:textId="77777777" w:rsidR="003E32EB" w:rsidRPr="00EF2F0E" w:rsidRDefault="003E32EB" w:rsidP="00A40339">
            <w:pPr>
              <w:pStyle w:val="TAH"/>
              <w:rPr>
                <w:rFonts w:cs="v4.2.0"/>
              </w:rPr>
            </w:pPr>
            <w:r w:rsidRPr="00EF2F0E">
              <w:rPr>
                <w:rFonts w:cs="v4.2.0"/>
              </w:rPr>
              <w:t>Frequency offset of measurement filter centre frequency, f_offset</w:t>
            </w:r>
          </w:p>
        </w:tc>
        <w:tc>
          <w:tcPr>
            <w:tcW w:w="3762" w:type="dxa"/>
          </w:tcPr>
          <w:p w14:paraId="0984D56A" w14:textId="77777777" w:rsidR="003E32EB" w:rsidRPr="00EF2F0E" w:rsidRDefault="003E32EB" w:rsidP="00A40339">
            <w:pPr>
              <w:pStyle w:val="TAH"/>
              <w:rPr>
                <w:rFonts w:cs="v4.2.0"/>
              </w:rPr>
            </w:pPr>
            <w:r w:rsidRPr="00EF2F0E">
              <w:rPr>
                <w:rFonts w:cs="v4.2.0"/>
                <w:i/>
              </w:rPr>
              <w:t>Basic Limit</w:t>
            </w:r>
          </w:p>
        </w:tc>
        <w:tc>
          <w:tcPr>
            <w:tcW w:w="1495" w:type="dxa"/>
          </w:tcPr>
          <w:p w14:paraId="0984D56B" w14:textId="77777777" w:rsidR="003E32EB" w:rsidRPr="00EF2F0E" w:rsidRDefault="003E32EB" w:rsidP="00A40339">
            <w:pPr>
              <w:pStyle w:val="TAH"/>
              <w:rPr>
                <w:rFonts w:cs="v4.2.0"/>
              </w:rPr>
            </w:pPr>
            <w:r w:rsidRPr="00EF2F0E">
              <w:rPr>
                <w:rFonts w:cs="v4.2.0"/>
              </w:rPr>
              <w:t>Measurement bandwidth</w:t>
            </w:r>
          </w:p>
        </w:tc>
      </w:tr>
      <w:tr w:rsidR="003401A4" w:rsidRPr="00EF2F0E" w14:paraId="0984D570" w14:textId="77777777" w:rsidTr="00A40339">
        <w:trPr>
          <w:jc w:val="center"/>
        </w:trPr>
        <w:tc>
          <w:tcPr>
            <w:tcW w:w="3119" w:type="dxa"/>
          </w:tcPr>
          <w:p w14:paraId="0984D56D" w14:textId="77777777" w:rsidR="003E32EB" w:rsidRPr="00EF2F0E" w:rsidRDefault="003E32EB" w:rsidP="00A40339">
            <w:pPr>
              <w:pStyle w:val="TAC"/>
              <w:rPr>
                <w:rFonts w:cs="v4.2.0"/>
              </w:rPr>
            </w:pPr>
            <w:r w:rsidRPr="00EF2F0E">
              <w:rPr>
                <w:rFonts w:cs="v4.2.0"/>
              </w:rPr>
              <w:t xml:space="preserve">0.8 </w:t>
            </w:r>
            <w:r w:rsidRPr="00EF2F0E">
              <w:rPr>
                <w:lang w:eastAsia="zh-CN"/>
              </w:rPr>
              <w:t>MHz</w:t>
            </w:r>
            <w:r w:rsidRPr="00EF2F0E">
              <w:rPr>
                <w:rFonts w:cs="v4.2.0"/>
              </w:rPr>
              <w:t xml:space="preserve">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1.0 MHz</w:t>
            </w:r>
          </w:p>
        </w:tc>
        <w:tc>
          <w:tcPr>
            <w:tcW w:w="3762" w:type="dxa"/>
          </w:tcPr>
          <w:p w14:paraId="0984D56E" w14:textId="77777777" w:rsidR="003E32EB" w:rsidRPr="00EF2F0E" w:rsidRDefault="003E32EB" w:rsidP="00A40339">
            <w:pPr>
              <w:pStyle w:val="TAC"/>
              <w:rPr>
                <w:rFonts w:cs="v4.2.0"/>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lang w:eastAsia="zh-CN"/>
              </w:rPr>
              <w:t>-54</w:t>
            </w:r>
            <w:r w:rsidRPr="00EF2F0E">
              <w:rPr>
                <w:rFonts w:cs="v4.2.0"/>
              </w:rPr>
              <w:t xml:space="preserve"> dB</w:t>
            </w:r>
          </w:p>
        </w:tc>
        <w:tc>
          <w:tcPr>
            <w:tcW w:w="1495" w:type="dxa"/>
          </w:tcPr>
          <w:p w14:paraId="0984D56F" w14:textId="77777777" w:rsidR="003E32EB" w:rsidRPr="00EF2F0E" w:rsidRDefault="003E32EB" w:rsidP="00A40339">
            <w:pPr>
              <w:pStyle w:val="TAC"/>
              <w:rPr>
                <w:rFonts w:cs="v4.2.0"/>
              </w:rPr>
            </w:pPr>
            <w:r w:rsidRPr="00EF2F0E">
              <w:rPr>
                <w:rFonts w:cs="v4.2.0"/>
              </w:rPr>
              <w:t xml:space="preserve">30 kHz </w:t>
            </w:r>
          </w:p>
        </w:tc>
      </w:tr>
      <w:tr w:rsidR="003401A4" w:rsidRPr="00EF2F0E" w14:paraId="0984D575" w14:textId="77777777" w:rsidTr="00A40339">
        <w:trPr>
          <w:jc w:val="center"/>
        </w:trPr>
        <w:tc>
          <w:tcPr>
            <w:tcW w:w="3119" w:type="dxa"/>
          </w:tcPr>
          <w:p w14:paraId="0984D571" w14:textId="77777777" w:rsidR="003E32EB" w:rsidRPr="00EF2F0E" w:rsidRDefault="003E32EB" w:rsidP="00A40339">
            <w:pPr>
              <w:pStyle w:val="TAC"/>
              <w:rPr>
                <w:rFonts w:cs="v4.2.0"/>
              </w:rPr>
            </w:pPr>
            <w:r w:rsidRPr="00EF2F0E">
              <w:rPr>
                <w:rFonts w:cs="v4.2.0"/>
              </w:rPr>
              <w:t xml:space="preserve">1.0 </w:t>
            </w:r>
            <w:r w:rsidRPr="00EF2F0E">
              <w:rPr>
                <w:lang w:eastAsia="zh-CN"/>
              </w:rPr>
              <w:t>MHz</w:t>
            </w:r>
            <w:r w:rsidRPr="00EF2F0E">
              <w:rPr>
                <w:rFonts w:cs="v4.2.0"/>
              </w:rPr>
              <w:t xml:space="preserve"> </w:t>
            </w:r>
            <w:r w:rsidRPr="00EF2F0E">
              <w:rPr>
                <w:rFonts w:cs="v4.2.0"/>
              </w:rPr>
              <w:sym w:font="Symbol" w:char="F0A3"/>
            </w:r>
            <w:r w:rsidRPr="00EF2F0E">
              <w:rPr>
                <w:rFonts w:cs="v4.2.0"/>
              </w:rPr>
              <w:t xml:space="preserve"> </w:t>
            </w:r>
            <w:r w:rsidRPr="00EF2F0E">
              <w:rPr>
                <w:rFonts w:cs="v4.2.0"/>
              </w:rPr>
              <w:sym w:font="Symbol" w:char="F044"/>
            </w:r>
            <w:r w:rsidRPr="00EF2F0E">
              <w:rPr>
                <w:rFonts w:cs="v4.2.0"/>
              </w:rPr>
              <w:t>f &lt; 1.8 MHz</w:t>
            </w:r>
          </w:p>
        </w:tc>
        <w:tc>
          <w:tcPr>
            <w:tcW w:w="3762" w:type="dxa"/>
          </w:tcPr>
          <w:p w14:paraId="0984D572" w14:textId="77777777" w:rsidR="003E32EB" w:rsidRPr="00EF2F0E" w:rsidRDefault="003E32EB" w:rsidP="00A40339">
            <w:pPr>
              <w:pStyle w:val="TAC"/>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lang w:eastAsia="zh-CN"/>
              </w:rPr>
              <w:t>-54-10*(f_offset-1,015)dB</w:t>
            </w:r>
          </w:p>
          <w:p w14:paraId="0984D573" w14:textId="77777777" w:rsidR="003E32EB" w:rsidRPr="00EF2F0E" w:rsidRDefault="003E32EB" w:rsidP="00A40339">
            <w:pPr>
              <w:pStyle w:val="TAC"/>
              <w:rPr>
                <w:rFonts w:cs="v4.2.0"/>
              </w:rPr>
            </w:pPr>
          </w:p>
        </w:tc>
        <w:tc>
          <w:tcPr>
            <w:tcW w:w="1495" w:type="dxa"/>
          </w:tcPr>
          <w:p w14:paraId="0984D574" w14:textId="77777777" w:rsidR="003E32EB" w:rsidRPr="00EF2F0E" w:rsidRDefault="003E32EB" w:rsidP="00A40339">
            <w:pPr>
              <w:pStyle w:val="TAC"/>
              <w:rPr>
                <w:rFonts w:cs="v4.2.0"/>
              </w:rPr>
            </w:pPr>
            <w:r w:rsidRPr="00EF2F0E">
              <w:rPr>
                <w:rFonts w:cs="v4.2.0"/>
              </w:rPr>
              <w:t xml:space="preserve">30 kHz </w:t>
            </w:r>
          </w:p>
        </w:tc>
      </w:tr>
      <w:tr w:rsidR="003401A4" w:rsidRPr="00EF2F0E" w14:paraId="0984D579" w14:textId="77777777" w:rsidTr="00A40339">
        <w:trPr>
          <w:jc w:val="center"/>
        </w:trPr>
        <w:tc>
          <w:tcPr>
            <w:tcW w:w="3119" w:type="dxa"/>
          </w:tcPr>
          <w:p w14:paraId="0984D576" w14:textId="77777777" w:rsidR="003E32EB" w:rsidRPr="00EF2F0E" w:rsidRDefault="003E32EB" w:rsidP="00A40339">
            <w:pPr>
              <w:pStyle w:val="TAC"/>
              <w:rPr>
                <w:rFonts w:cs="v4.2.0"/>
              </w:rPr>
            </w:pPr>
            <w:r w:rsidRPr="00EF2F0E">
              <w:rPr>
                <w:rFonts w:cs="v4.2.0"/>
              </w:rPr>
              <w:t>(NOTE)</w:t>
            </w:r>
          </w:p>
        </w:tc>
        <w:tc>
          <w:tcPr>
            <w:tcW w:w="3762" w:type="dxa"/>
          </w:tcPr>
          <w:p w14:paraId="0984D577" w14:textId="77777777" w:rsidR="003E32EB" w:rsidRPr="00EF2F0E" w:rsidRDefault="003E32EB" w:rsidP="00A40339">
            <w:pPr>
              <w:pStyle w:val="TAC"/>
              <w:rPr>
                <w:rFonts w:cs="v4.2.0"/>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lang w:eastAsia="zh-CN"/>
              </w:rPr>
              <w:t>62</w:t>
            </w:r>
            <w:r w:rsidRPr="00EF2F0E">
              <w:rPr>
                <w:rFonts w:cs="v4.2.0"/>
              </w:rPr>
              <w:t xml:space="preserve"> dB</w:t>
            </w:r>
          </w:p>
        </w:tc>
        <w:tc>
          <w:tcPr>
            <w:tcW w:w="1495" w:type="dxa"/>
          </w:tcPr>
          <w:p w14:paraId="0984D578" w14:textId="77777777" w:rsidR="003E32EB" w:rsidRPr="00EF2F0E" w:rsidRDefault="003E32EB" w:rsidP="00A40339">
            <w:pPr>
              <w:pStyle w:val="TAC"/>
              <w:rPr>
                <w:rFonts w:cs="v4.2.0"/>
              </w:rPr>
            </w:pPr>
            <w:r w:rsidRPr="00EF2F0E">
              <w:rPr>
                <w:rFonts w:cs="v4.2.0"/>
              </w:rPr>
              <w:t xml:space="preserve">30 kHz </w:t>
            </w:r>
          </w:p>
        </w:tc>
      </w:tr>
      <w:tr w:rsidR="003401A4" w:rsidRPr="00EF2F0E" w14:paraId="0984D57D" w14:textId="77777777" w:rsidTr="00A40339">
        <w:trPr>
          <w:jc w:val="center"/>
        </w:trPr>
        <w:tc>
          <w:tcPr>
            <w:tcW w:w="3119" w:type="dxa"/>
          </w:tcPr>
          <w:p w14:paraId="0984D57A" w14:textId="77777777" w:rsidR="003E32EB" w:rsidRPr="00EF2F0E" w:rsidRDefault="003E32EB" w:rsidP="00A40339">
            <w:pPr>
              <w:pStyle w:val="TAC"/>
              <w:rPr>
                <w:rFonts w:cs="v4.2.0"/>
              </w:rPr>
            </w:pPr>
            <w:r w:rsidRPr="00EF2F0E">
              <w:rPr>
                <w:lang w:eastAsia="zh-CN"/>
              </w:rPr>
              <w:t>1.8</w:t>
            </w:r>
            <w:r w:rsidRPr="00EF2F0E">
              <w:t xml:space="preserve"> </w:t>
            </w:r>
            <w:r w:rsidRPr="00EF2F0E">
              <w:rPr>
                <w:lang w:eastAsia="zh-CN"/>
              </w:rPr>
              <w:t>MHz</w:t>
            </w:r>
            <w:r w:rsidRPr="00EF2F0E">
              <w:rPr>
                <w:rFonts w:cs="v4.2.0"/>
              </w:rPr>
              <w:t xml:space="preserve"> </w:t>
            </w:r>
            <w:r w:rsidRPr="00EF2F0E">
              <w:rPr>
                <w:rFonts w:cs="v4.2.0"/>
              </w:rPr>
              <w:sym w:font="Symbol" w:char="F0A3"/>
            </w:r>
            <w:r w:rsidRPr="00EF2F0E">
              <w:rPr>
                <w:rFonts w:cs="v4.2.0"/>
              </w:rPr>
              <w:t xml:space="preserve"> </w:t>
            </w:r>
            <w:r w:rsidRPr="00EF2F0E">
              <w:rPr>
                <w:rFonts w:cs="v4.2.0"/>
              </w:rPr>
              <w:sym w:font="Symbol" w:char="F044"/>
            </w:r>
            <w:r w:rsidRPr="00EF2F0E">
              <w:rPr>
                <w:rFonts w:cs="v4.2.0"/>
              </w:rPr>
              <w:t xml:space="preserve">f </w:t>
            </w:r>
            <w:r w:rsidRPr="00EF2F0E">
              <w:sym w:font="Symbol" w:char="F0A3"/>
            </w:r>
            <w:r w:rsidRPr="00EF2F0E">
              <w:sym w:font="Symbol" w:char="F044"/>
            </w:r>
            <w:r w:rsidRPr="00EF2F0E">
              <w:t>f</w:t>
            </w:r>
            <w:r w:rsidRPr="00EF2F0E">
              <w:rPr>
                <w:vertAlign w:val="subscript"/>
              </w:rPr>
              <w:t>max</w:t>
            </w:r>
          </w:p>
        </w:tc>
        <w:tc>
          <w:tcPr>
            <w:tcW w:w="3762" w:type="dxa"/>
          </w:tcPr>
          <w:p w14:paraId="0984D57B" w14:textId="77777777" w:rsidR="003E32EB" w:rsidRPr="00EF2F0E" w:rsidRDefault="003E32EB" w:rsidP="00A40339">
            <w:pPr>
              <w:pStyle w:val="TAC"/>
              <w:rPr>
                <w:rFonts w:cs="v4.2.0"/>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 </w:t>
            </w:r>
            <w:r w:rsidRPr="00EF2F0E">
              <w:rPr>
                <w:lang w:eastAsia="zh-CN"/>
              </w:rPr>
              <w:t>47</w:t>
            </w:r>
            <w:r w:rsidRPr="00EF2F0E">
              <w:rPr>
                <w:rFonts w:cs="v4.2.0"/>
              </w:rPr>
              <w:t xml:space="preserve"> dB</w:t>
            </w:r>
          </w:p>
        </w:tc>
        <w:tc>
          <w:tcPr>
            <w:tcW w:w="1495" w:type="dxa"/>
          </w:tcPr>
          <w:p w14:paraId="0984D57C" w14:textId="77777777" w:rsidR="003E32EB" w:rsidRPr="00EF2F0E" w:rsidRDefault="003E32EB" w:rsidP="00A40339">
            <w:pPr>
              <w:pStyle w:val="TAC"/>
              <w:rPr>
                <w:rFonts w:cs="v4.2.0"/>
              </w:rPr>
            </w:pPr>
            <w:r w:rsidRPr="00EF2F0E">
              <w:rPr>
                <w:rFonts w:cs="v4.2.0"/>
              </w:rPr>
              <w:t xml:space="preserve">1 MHz </w:t>
            </w:r>
          </w:p>
        </w:tc>
      </w:tr>
      <w:tr w:rsidR="003E32EB" w:rsidRPr="00EF2F0E" w14:paraId="0984D57F" w14:textId="77777777" w:rsidTr="00A40339">
        <w:trPr>
          <w:jc w:val="center"/>
        </w:trPr>
        <w:tc>
          <w:tcPr>
            <w:tcW w:w="8376" w:type="dxa"/>
            <w:gridSpan w:val="3"/>
          </w:tcPr>
          <w:p w14:paraId="0984D57E" w14:textId="793DA20E" w:rsidR="003E32EB" w:rsidRPr="00EF2F0E" w:rsidRDefault="00DE4CD9" w:rsidP="00A40339">
            <w:pPr>
              <w:pStyle w:val="TAN"/>
            </w:pPr>
            <w:r w:rsidRPr="00EF2F0E">
              <w:t>NOTE:</w:t>
            </w:r>
            <w:r w:rsidRPr="00EF2F0E">
              <w:tab/>
              <w:t xml:space="preserve">For a </w:t>
            </w:r>
            <w:r w:rsidRPr="00EF2F0E">
              <w:rPr>
                <w:i/>
              </w:rPr>
              <w:t>multi-band TAB connector</w:t>
            </w:r>
            <w:r w:rsidRPr="00EF2F0E">
              <w:t xml:space="preserve"> with </w:t>
            </w:r>
            <w:r w:rsidRPr="00EF2F0E">
              <w:rPr>
                <w:rFonts w:cs="Arial"/>
                <w:i/>
              </w:rPr>
              <w:t>Inter RF Bandwidth gap</w:t>
            </w:r>
            <w:r w:rsidRPr="00EF2F0E">
              <w:rPr>
                <w:rFonts w:cs="Arial"/>
              </w:rPr>
              <w:t xml:space="preserve"> </w:t>
            </w:r>
            <w:r w:rsidRPr="00EF2F0E">
              <w:t xml:space="preserve">less than 8MHz, the </w:t>
            </w:r>
            <w:r w:rsidRPr="00EF2F0E">
              <w:rPr>
                <w:rFonts w:cs="v4.2.0"/>
                <w:i/>
              </w:rPr>
              <w:t>basic limit</w:t>
            </w:r>
            <w:r w:rsidRPr="00EF2F0E">
              <w:t xml:space="preserve"> within the </w:t>
            </w:r>
            <w:r w:rsidRPr="00EF2F0E">
              <w:rPr>
                <w:rFonts w:cs="Arial"/>
                <w:i/>
              </w:rPr>
              <w:t>Inter RF Bandwidth gap</w:t>
            </w:r>
            <w:r w:rsidRPr="00EF2F0E">
              <w:rPr>
                <w:rFonts w:cs="Arial"/>
              </w:rPr>
              <w:t xml:space="preserve"> </w:t>
            </w:r>
            <w:r w:rsidRPr="00EF2F0E">
              <w:t xml:space="preserve">is calculated as a cumulative sum of emissions from the two </w:t>
            </w:r>
            <w:r w:rsidRPr="00EF2F0E">
              <w:rPr>
                <w:lang w:eastAsia="zh-CN"/>
              </w:rPr>
              <w:t xml:space="preserve">adjacent </w:t>
            </w:r>
            <w:r w:rsidRPr="00EF2F0E">
              <w:t xml:space="preserve">carriers on each side of the </w:t>
            </w:r>
            <w:r w:rsidRPr="00EF2F0E">
              <w:rPr>
                <w:rFonts w:cs="Arial"/>
                <w:i/>
              </w:rPr>
              <w:t>Inter RF Bandwidth gap</w:t>
            </w:r>
            <w:r>
              <w:rPr>
                <w:rFonts w:cs="v5.0.0"/>
              </w:rPr>
              <w:t xml:space="preserve">, </w:t>
            </w:r>
            <w:r w:rsidRPr="00C54509">
              <w:rPr>
                <w:rFonts w:cs="v5.0.0"/>
              </w:rPr>
              <w:t xml:space="preserve">where the contribution from the far-end </w:t>
            </w:r>
            <w:r w:rsidRPr="00754618">
              <w:rPr>
                <w:rFonts w:cs="Arial"/>
                <w:i/>
              </w:rPr>
              <w:t>RF Bandwidth</w:t>
            </w:r>
            <w:r w:rsidRPr="00C54509">
              <w:rPr>
                <w:rFonts w:cs="Arial"/>
              </w:rPr>
              <w:t xml:space="preserve"> </w:t>
            </w:r>
            <w:r w:rsidRPr="00C54509">
              <w:rPr>
                <w:rFonts w:cs="v5.0.0"/>
              </w:rPr>
              <w:t xml:space="preserve">shall be scaled according to the measurement bandwidth of the near-end </w:t>
            </w:r>
            <w:r w:rsidRPr="00754618">
              <w:rPr>
                <w:rFonts w:cs="Arial"/>
                <w:i/>
              </w:rPr>
              <w:t>RF Bandwidth</w:t>
            </w:r>
            <w:r w:rsidRPr="00EF2F0E">
              <w:t>.</w:t>
            </w:r>
          </w:p>
        </w:tc>
      </w:tr>
    </w:tbl>
    <w:p w14:paraId="0984D580" w14:textId="77777777" w:rsidR="003E32EB" w:rsidRPr="00EF2F0E" w:rsidRDefault="003E32EB" w:rsidP="00A40339"/>
    <w:p w14:paraId="0984D581" w14:textId="77777777" w:rsidR="003E32EB" w:rsidRPr="00EF2F0E" w:rsidRDefault="003E32EB" w:rsidP="00A40339">
      <w:pPr>
        <w:pStyle w:val="TH"/>
        <w:rPr>
          <w:rFonts w:cs="v4.2.0"/>
        </w:rPr>
      </w:pPr>
      <w:r w:rsidRPr="00EF2F0E">
        <w:rPr>
          <w:rFonts w:cs="v4.2.0"/>
        </w:rPr>
        <w:t xml:space="preserve">Table 6.6.4.3.3-3: </w:t>
      </w:r>
      <w:r w:rsidRPr="00EF2F0E">
        <w:rPr>
          <w:rFonts w:cs="v4.2.0"/>
          <w:i/>
        </w:rPr>
        <w:t>Basic Limits</w:t>
      </w:r>
      <w:r w:rsidRPr="00EF2F0E">
        <w:rPr>
          <w:rFonts w:cs="v4.2.0"/>
        </w:rPr>
        <w:t xml:space="preserve"> for spectrum emission mask values, P</w:t>
      </w:r>
      <w:r w:rsidRPr="00EF2F0E">
        <w:rPr>
          <w:rFonts w:cs="v4.2.0"/>
          <w:vertAlign w:val="subscript"/>
        </w:rPr>
        <w:t>rated,c,cell</w:t>
      </w:r>
      <w:r w:rsidRPr="00EF2F0E">
        <w:t>-10*log10(N</w:t>
      </w:r>
      <w:r w:rsidRPr="00EF2F0E">
        <w:rPr>
          <w:vertAlign w:val="subscript"/>
        </w:rPr>
        <w:t>TXU,countedpercell</w:t>
      </w:r>
      <w:r w:rsidRPr="00EF2F0E">
        <w:t>)</w:t>
      </w:r>
      <w:r w:rsidRPr="00EF2F0E">
        <w:rPr>
          <w:rFonts w:cs="v4.2.0"/>
        </w:rPr>
        <w:t xml:space="preserve"> &lt; 26 dBm for 1,28 Mcps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743"/>
        <w:gridCol w:w="1477"/>
      </w:tblGrid>
      <w:tr w:rsidR="003401A4" w:rsidRPr="00EF2F0E" w14:paraId="0984D585" w14:textId="77777777" w:rsidTr="00A40339">
        <w:trPr>
          <w:jc w:val="center"/>
        </w:trPr>
        <w:tc>
          <w:tcPr>
            <w:tcW w:w="3119" w:type="dxa"/>
          </w:tcPr>
          <w:p w14:paraId="0984D582" w14:textId="77777777" w:rsidR="003E32EB" w:rsidRPr="00EF2F0E" w:rsidRDefault="003E32EB" w:rsidP="00A40339">
            <w:pPr>
              <w:pStyle w:val="TAH"/>
              <w:rPr>
                <w:rFonts w:cs="v4.2.0"/>
              </w:rPr>
            </w:pPr>
            <w:r w:rsidRPr="00EF2F0E">
              <w:rPr>
                <w:rFonts w:cs="v4.2.0"/>
              </w:rPr>
              <w:t>Frequency offset of measurement filter centre frequency, f_offset</w:t>
            </w:r>
          </w:p>
        </w:tc>
        <w:tc>
          <w:tcPr>
            <w:tcW w:w="3743" w:type="dxa"/>
          </w:tcPr>
          <w:p w14:paraId="0984D583" w14:textId="77777777" w:rsidR="003E32EB" w:rsidRPr="00EF2F0E" w:rsidRDefault="003E32EB" w:rsidP="00A40339">
            <w:pPr>
              <w:pStyle w:val="TAH"/>
              <w:rPr>
                <w:rFonts w:cs="v4.2.0"/>
              </w:rPr>
            </w:pPr>
            <w:r w:rsidRPr="00EF2F0E">
              <w:rPr>
                <w:rFonts w:cs="v4.2.0"/>
                <w:i/>
              </w:rPr>
              <w:t>Basic Limit</w:t>
            </w:r>
          </w:p>
        </w:tc>
        <w:tc>
          <w:tcPr>
            <w:tcW w:w="1477" w:type="dxa"/>
          </w:tcPr>
          <w:p w14:paraId="0984D584" w14:textId="77777777" w:rsidR="003E32EB" w:rsidRPr="00EF2F0E" w:rsidRDefault="003E32EB" w:rsidP="00A40339">
            <w:pPr>
              <w:pStyle w:val="TAH"/>
              <w:rPr>
                <w:rFonts w:cs="v4.2.0"/>
              </w:rPr>
            </w:pPr>
            <w:r w:rsidRPr="00EF2F0E">
              <w:rPr>
                <w:rFonts w:cs="v4.2.0"/>
              </w:rPr>
              <w:t>Measurement bandwidth</w:t>
            </w:r>
          </w:p>
        </w:tc>
      </w:tr>
      <w:tr w:rsidR="003401A4" w:rsidRPr="00EF2F0E" w14:paraId="0984D589" w14:textId="77777777" w:rsidTr="00A40339">
        <w:trPr>
          <w:jc w:val="center"/>
        </w:trPr>
        <w:tc>
          <w:tcPr>
            <w:tcW w:w="3119" w:type="dxa"/>
          </w:tcPr>
          <w:p w14:paraId="0984D586" w14:textId="77777777" w:rsidR="003E32EB" w:rsidRPr="00EF2F0E" w:rsidRDefault="003E32EB" w:rsidP="00A40339">
            <w:pPr>
              <w:pStyle w:val="TAC"/>
              <w:rPr>
                <w:rFonts w:cs="v4.2.0"/>
              </w:rPr>
            </w:pPr>
            <w:r w:rsidRPr="00EF2F0E">
              <w:t xml:space="preserve">0.8 </w:t>
            </w:r>
            <w:r w:rsidRPr="00EF2F0E">
              <w:rPr>
                <w:lang w:eastAsia="zh-CN"/>
              </w:rPr>
              <w:t>MHz</w:t>
            </w:r>
            <w:r w:rsidRPr="00EF2F0E">
              <w:sym w:font="Symbol" w:char="F0A3"/>
            </w:r>
            <w:r w:rsidRPr="00EF2F0E">
              <w:t xml:space="preserve"> </w:t>
            </w:r>
            <w:r w:rsidRPr="00EF2F0E">
              <w:sym w:font="Symbol" w:char="F044"/>
            </w:r>
            <w:r w:rsidRPr="00EF2F0E">
              <w:t>f &lt; 1.0 MHz</w:t>
            </w:r>
          </w:p>
        </w:tc>
        <w:tc>
          <w:tcPr>
            <w:tcW w:w="3743" w:type="dxa"/>
          </w:tcPr>
          <w:p w14:paraId="0984D587" w14:textId="77777777" w:rsidR="003E32EB" w:rsidRPr="00EF2F0E" w:rsidRDefault="003E32EB" w:rsidP="00A40339">
            <w:pPr>
              <w:pStyle w:val="TAC"/>
              <w:rPr>
                <w:rFonts w:cs="v4.2.0"/>
              </w:rPr>
            </w:pPr>
            <w:r w:rsidRPr="00EF2F0E">
              <w:rPr>
                <w:lang w:eastAsia="zh-CN"/>
              </w:rPr>
              <w:t xml:space="preserve">-28 </w:t>
            </w:r>
            <w:r w:rsidRPr="00EF2F0E">
              <w:rPr>
                <w:rFonts w:cs="v4.2.0"/>
              </w:rPr>
              <w:t>dBm</w:t>
            </w:r>
          </w:p>
        </w:tc>
        <w:tc>
          <w:tcPr>
            <w:tcW w:w="1477" w:type="dxa"/>
          </w:tcPr>
          <w:p w14:paraId="0984D588" w14:textId="77777777" w:rsidR="003E32EB" w:rsidRPr="00EF2F0E" w:rsidRDefault="003E32EB" w:rsidP="00A40339">
            <w:pPr>
              <w:pStyle w:val="TAC"/>
              <w:rPr>
                <w:rFonts w:cs="v4.2.0"/>
              </w:rPr>
            </w:pPr>
            <w:r w:rsidRPr="00EF2F0E">
              <w:rPr>
                <w:rFonts w:cs="v4.2.0"/>
              </w:rPr>
              <w:t xml:space="preserve">30 kHz </w:t>
            </w:r>
          </w:p>
        </w:tc>
      </w:tr>
      <w:tr w:rsidR="003401A4" w:rsidRPr="00EF2F0E" w14:paraId="0984D58D" w14:textId="77777777" w:rsidTr="00A40339">
        <w:trPr>
          <w:jc w:val="center"/>
        </w:trPr>
        <w:tc>
          <w:tcPr>
            <w:tcW w:w="3119" w:type="dxa"/>
          </w:tcPr>
          <w:p w14:paraId="0984D58A" w14:textId="77777777" w:rsidR="003E32EB" w:rsidRPr="00EF2F0E" w:rsidRDefault="003E32EB" w:rsidP="00A40339">
            <w:pPr>
              <w:pStyle w:val="TAC"/>
              <w:rPr>
                <w:rFonts w:cs="v4.2.0"/>
              </w:rPr>
            </w:pPr>
            <w:r w:rsidRPr="00EF2F0E">
              <w:t xml:space="preserve">1.0 </w:t>
            </w:r>
            <w:r w:rsidRPr="00EF2F0E">
              <w:rPr>
                <w:lang w:eastAsia="zh-CN"/>
              </w:rPr>
              <w:t>MHz</w:t>
            </w:r>
            <w:r w:rsidRPr="00EF2F0E">
              <w:sym w:font="Symbol" w:char="F0A3"/>
            </w:r>
            <w:r w:rsidRPr="00EF2F0E">
              <w:t xml:space="preserve"> </w:t>
            </w:r>
            <w:r w:rsidRPr="00EF2F0E">
              <w:sym w:font="Symbol" w:char="F044"/>
            </w:r>
            <w:r w:rsidRPr="00EF2F0E">
              <w:t>f &lt; 1.8 MHz</w:t>
            </w:r>
          </w:p>
        </w:tc>
        <w:tc>
          <w:tcPr>
            <w:tcW w:w="3743" w:type="dxa"/>
          </w:tcPr>
          <w:p w14:paraId="0984D58B" w14:textId="77777777" w:rsidR="003E32EB" w:rsidRPr="00EF2F0E" w:rsidRDefault="003E32EB" w:rsidP="00A40339">
            <w:pPr>
              <w:pStyle w:val="TAC"/>
              <w:rPr>
                <w:rFonts w:cs="v4.2.0"/>
              </w:rPr>
            </w:pPr>
            <w:r w:rsidRPr="00EF2F0E">
              <w:rPr>
                <w:position w:val="-28"/>
              </w:rPr>
              <w:object w:dxaOrig="3640" w:dyaOrig="680" w14:anchorId="0985119D">
                <v:shape id="_x0000_i1032" type="#_x0000_t75" style="width:164.15pt;height:28.05pt" o:ole="" fillcolor="window">
                  <v:imagedata r:id="rId29" o:title=""/>
                </v:shape>
                <o:OLEObject Type="Embed" ProgID="Equation.3" ShapeID="_x0000_i1032" DrawAspect="Content" ObjectID="_1717663554" r:id="rId30"/>
              </w:object>
            </w:r>
          </w:p>
        </w:tc>
        <w:tc>
          <w:tcPr>
            <w:tcW w:w="1477" w:type="dxa"/>
          </w:tcPr>
          <w:p w14:paraId="0984D58C" w14:textId="77777777" w:rsidR="003E32EB" w:rsidRPr="00EF2F0E" w:rsidRDefault="003E32EB" w:rsidP="00A40339">
            <w:pPr>
              <w:pStyle w:val="TAC"/>
              <w:rPr>
                <w:rFonts w:cs="v4.2.0"/>
              </w:rPr>
            </w:pPr>
            <w:r w:rsidRPr="00EF2F0E">
              <w:rPr>
                <w:rFonts w:cs="v4.2.0"/>
              </w:rPr>
              <w:t xml:space="preserve">30 kHz </w:t>
            </w:r>
          </w:p>
        </w:tc>
      </w:tr>
      <w:tr w:rsidR="003401A4" w:rsidRPr="00EF2F0E" w14:paraId="0984D591" w14:textId="77777777" w:rsidTr="00A40339">
        <w:trPr>
          <w:jc w:val="center"/>
        </w:trPr>
        <w:tc>
          <w:tcPr>
            <w:tcW w:w="3119" w:type="dxa"/>
          </w:tcPr>
          <w:p w14:paraId="0984D58E" w14:textId="77777777" w:rsidR="003E32EB" w:rsidRPr="00EF2F0E" w:rsidRDefault="003E32EB" w:rsidP="00A40339">
            <w:pPr>
              <w:pStyle w:val="TAC"/>
              <w:rPr>
                <w:rFonts w:cs="v4.2.0"/>
              </w:rPr>
            </w:pPr>
            <w:r w:rsidRPr="00EF2F0E">
              <w:t>(NOTE)</w:t>
            </w:r>
          </w:p>
        </w:tc>
        <w:tc>
          <w:tcPr>
            <w:tcW w:w="3743" w:type="dxa"/>
          </w:tcPr>
          <w:p w14:paraId="0984D58F" w14:textId="77777777" w:rsidR="003E32EB" w:rsidRPr="00EF2F0E" w:rsidRDefault="003E32EB" w:rsidP="00A40339">
            <w:pPr>
              <w:pStyle w:val="TAC"/>
              <w:rPr>
                <w:rFonts w:cs="v4.2.0"/>
              </w:rPr>
            </w:pPr>
            <w:r w:rsidRPr="00EF2F0E">
              <w:rPr>
                <w:lang w:eastAsia="zh-CN"/>
              </w:rPr>
              <w:t>-36</w:t>
            </w:r>
            <w:r w:rsidRPr="00EF2F0E">
              <w:rPr>
                <w:rFonts w:cs="v4.2.0"/>
              </w:rPr>
              <w:t xml:space="preserve"> dBm</w:t>
            </w:r>
          </w:p>
        </w:tc>
        <w:tc>
          <w:tcPr>
            <w:tcW w:w="1477" w:type="dxa"/>
          </w:tcPr>
          <w:p w14:paraId="0984D590" w14:textId="77777777" w:rsidR="003E32EB" w:rsidRPr="00EF2F0E" w:rsidRDefault="003E32EB" w:rsidP="00A40339">
            <w:pPr>
              <w:pStyle w:val="TAC"/>
              <w:rPr>
                <w:rFonts w:cs="v4.2.0"/>
              </w:rPr>
            </w:pPr>
            <w:r w:rsidRPr="00EF2F0E">
              <w:rPr>
                <w:rFonts w:cs="v4.2.0"/>
              </w:rPr>
              <w:t xml:space="preserve">30 kHz </w:t>
            </w:r>
          </w:p>
        </w:tc>
      </w:tr>
      <w:tr w:rsidR="003401A4" w:rsidRPr="00EF2F0E" w14:paraId="0984D595" w14:textId="77777777" w:rsidTr="00A40339">
        <w:trPr>
          <w:jc w:val="center"/>
        </w:trPr>
        <w:tc>
          <w:tcPr>
            <w:tcW w:w="3119" w:type="dxa"/>
          </w:tcPr>
          <w:p w14:paraId="0984D592" w14:textId="77777777" w:rsidR="003E32EB" w:rsidRPr="00EF2F0E" w:rsidRDefault="003E32EB" w:rsidP="00A40339">
            <w:pPr>
              <w:pStyle w:val="TAC"/>
              <w:rPr>
                <w:rFonts w:cs="v4.2.0"/>
              </w:rPr>
            </w:pPr>
            <w:r w:rsidRPr="00EF2F0E">
              <w:rPr>
                <w:lang w:eastAsia="zh-CN"/>
              </w:rPr>
              <w:t>1.8</w:t>
            </w:r>
            <w:r w:rsidRPr="00EF2F0E">
              <w:t xml:space="preserve"> </w:t>
            </w:r>
            <w:r w:rsidRPr="00EF2F0E">
              <w:rPr>
                <w:lang w:eastAsia="zh-CN"/>
              </w:rPr>
              <w:t>MHz</w:t>
            </w:r>
            <w:r w:rsidRPr="00EF2F0E">
              <w:sym w:font="Symbol" w:char="F0A3"/>
            </w:r>
            <w:r w:rsidRPr="00EF2F0E">
              <w:t xml:space="preserve"> </w:t>
            </w:r>
            <w:r w:rsidRPr="00EF2F0E">
              <w:sym w:font="Symbol" w:char="F044"/>
            </w:r>
            <w:r w:rsidRPr="00EF2F0E">
              <w:t xml:space="preserve">f </w:t>
            </w:r>
            <w:r w:rsidRPr="00EF2F0E">
              <w:sym w:font="Symbol" w:char="F0A3"/>
            </w:r>
            <w:r w:rsidRPr="00EF2F0E">
              <w:sym w:font="Symbol" w:char="F044"/>
            </w:r>
            <w:r w:rsidRPr="00EF2F0E">
              <w:t>f</w:t>
            </w:r>
            <w:r w:rsidRPr="00EF2F0E">
              <w:rPr>
                <w:vertAlign w:val="subscript"/>
              </w:rPr>
              <w:t>max</w:t>
            </w:r>
          </w:p>
        </w:tc>
        <w:tc>
          <w:tcPr>
            <w:tcW w:w="3743" w:type="dxa"/>
          </w:tcPr>
          <w:p w14:paraId="0984D593" w14:textId="77777777" w:rsidR="003E32EB" w:rsidRPr="00EF2F0E" w:rsidRDefault="003E32EB" w:rsidP="00A40339">
            <w:pPr>
              <w:pStyle w:val="TAC"/>
              <w:rPr>
                <w:rFonts w:cs="v4.2.0"/>
              </w:rPr>
            </w:pPr>
            <w:r w:rsidRPr="00EF2F0E">
              <w:rPr>
                <w:lang w:eastAsia="zh-CN"/>
              </w:rPr>
              <w:t>-21</w:t>
            </w:r>
            <w:r w:rsidRPr="00EF2F0E">
              <w:rPr>
                <w:rFonts w:cs="v4.2.0"/>
              </w:rPr>
              <w:t xml:space="preserve"> dBm</w:t>
            </w:r>
          </w:p>
        </w:tc>
        <w:tc>
          <w:tcPr>
            <w:tcW w:w="1477" w:type="dxa"/>
          </w:tcPr>
          <w:p w14:paraId="0984D594" w14:textId="77777777" w:rsidR="003E32EB" w:rsidRPr="00EF2F0E" w:rsidRDefault="003E32EB" w:rsidP="00A40339">
            <w:pPr>
              <w:pStyle w:val="TAC"/>
              <w:rPr>
                <w:rFonts w:cs="v4.2.0"/>
              </w:rPr>
            </w:pPr>
            <w:r w:rsidRPr="00EF2F0E">
              <w:rPr>
                <w:rFonts w:cs="v4.2.0"/>
              </w:rPr>
              <w:t xml:space="preserve">1 MHz </w:t>
            </w:r>
          </w:p>
        </w:tc>
      </w:tr>
      <w:tr w:rsidR="003E32EB" w:rsidRPr="00EF2F0E" w14:paraId="0984D597" w14:textId="77777777" w:rsidTr="00A40339">
        <w:trPr>
          <w:jc w:val="center"/>
        </w:trPr>
        <w:tc>
          <w:tcPr>
            <w:tcW w:w="8339" w:type="dxa"/>
            <w:gridSpan w:val="3"/>
          </w:tcPr>
          <w:p w14:paraId="0984D596" w14:textId="6B8733BF" w:rsidR="003E32EB" w:rsidRPr="00EF2F0E" w:rsidRDefault="00DE4CD9" w:rsidP="00A40339">
            <w:pPr>
              <w:pStyle w:val="TAN"/>
            </w:pPr>
            <w:r w:rsidRPr="00EF2F0E">
              <w:t>NOTE:</w:t>
            </w:r>
            <w:r w:rsidRPr="00EF2F0E">
              <w:tab/>
              <w:t xml:space="preserve">For a </w:t>
            </w:r>
            <w:r w:rsidRPr="00EF2F0E">
              <w:rPr>
                <w:i/>
              </w:rPr>
              <w:t>multi-band TAB connector</w:t>
            </w:r>
            <w:r w:rsidRPr="00EF2F0E">
              <w:t xml:space="preserve"> with </w:t>
            </w:r>
            <w:r w:rsidRPr="00EF2F0E">
              <w:rPr>
                <w:rFonts w:cs="Arial"/>
                <w:i/>
              </w:rPr>
              <w:t>Inter RF Bandwidth gap</w:t>
            </w:r>
            <w:r w:rsidRPr="00EF2F0E">
              <w:rPr>
                <w:rFonts w:cs="Arial"/>
              </w:rPr>
              <w:t xml:space="preserve"> </w:t>
            </w:r>
            <w:r w:rsidRPr="00EF2F0E">
              <w:t xml:space="preserve">less than 8MHz, the </w:t>
            </w:r>
            <w:r w:rsidRPr="00EF2F0E">
              <w:rPr>
                <w:rFonts w:cs="v4.2.0"/>
                <w:i/>
              </w:rPr>
              <w:t>basic limit</w:t>
            </w:r>
            <w:r w:rsidRPr="00EF2F0E">
              <w:t xml:space="preserve"> within the </w:t>
            </w:r>
            <w:r w:rsidRPr="00EF2F0E">
              <w:rPr>
                <w:rFonts w:cs="Arial"/>
                <w:i/>
              </w:rPr>
              <w:t>Inter RF Bandwidth gap</w:t>
            </w:r>
            <w:r w:rsidRPr="00EF2F0E">
              <w:rPr>
                <w:rFonts w:cs="Arial"/>
              </w:rPr>
              <w:t xml:space="preserve"> </w:t>
            </w:r>
            <w:r w:rsidRPr="00EF2F0E">
              <w:t xml:space="preserve">is calculated as a cumulative sum of emissions from the two </w:t>
            </w:r>
            <w:r w:rsidRPr="00EF2F0E">
              <w:rPr>
                <w:lang w:eastAsia="zh-CN"/>
              </w:rPr>
              <w:t xml:space="preserve">adjacent </w:t>
            </w:r>
            <w:r w:rsidRPr="00EF2F0E">
              <w:t xml:space="preserve">carriers on each side of the </w:t>
            </w:r>
            <w:r w:rsidRPr="00EF2F0E">
              <w:rPr>
                <w:rFonts w:cs="Arial"/>
                <w:i/>
              </w:rPr>
              <w:t>Inter RF Bandwidth gap</w:t>
            </w:r>
            <w:r>
              <w:rPr>
                <w:rFonts w:cs="v5.0.0"/>
              </w:rPr>
              <w:t xml:space="preserve">, </w:t>
            </w:r>
            <w:r w:rsidRPr="00C54509">
              <w:rPr>
                <w:rFonts w:cs="v5.0.0"/>
              </w:rPr>
              <w:t xml:space="preserve">where the contribution from the far-end </w:t>
            </w:r>
            <w:r w:rsidRPr="00754618">
              <w:rPr>
                <w:rFonts w:cs="Arial"/>
                <w:i/>
              </w:rPr>
              <w:t>RF Bandwidth</w:t>
            </w:r>
            <w:r w:rsidRPr="00C54509">
              <w:rPr>
                <w:rFonts w:cs="Arial"/>
              </w:rPr>
              <w:t xml:space="preserve"> </w:t>
            </w:r>
            <w:r w:rsidRPr="00C54509">
              <w:rPr>
                <w:rFonts w:cs="v5.0.0"/>
              </w:rPr>
              <w:t xml:space="preserve">shall be scaled according to the measurement bandwidth of the near-end </w:t>
            </w:r>
            <w:r w:rsidRPr="00754618">
              <w:rPr>
                <w:rFonts w:cs="Arial"/>
                <w:i/>
              </w:rPr>
              <w:t>RF Bandwidth</w:t>
            </w:r>
            <w:r w:rsidRPr="00EF2F0E">
              <w:t>.</w:t>
            </w:r>
          </w:p>
        </w:tc>
      </w:tr>
    </w:tbl>
    <w:p w14:paraId="0984D598" w14:textId="77777777" w:rsidR="003E32EB" w:rsidRPr="00EF2F0E" w:rsidRDefault="003E32EB" w:rsidP="00A40339">
      <w:pPr>
        <w:rPr>
          <w:rFonts w:cs="v4.2.0"/>
        </w:rPr>
      </w:pPr>
    </w:p>
    <w:p w14:paraId="0984D599" w14:textId="77777777" w:rsidR="003E32EB" w:rsidRPr="00EF2F0E" w:rsidRDefault="003E32EB" w:rsidP="00A40339">
      <w:pPr>
        <w:pStyle w:val="NO"/>
      </w:pPr>
      <w:r w:rsidRPr="00EF2F0E">
        <w:t>NOTE:</w:t>
      </w:r>
      <w:r w:rsidRPr="00EF2F0E">
        <w:tab/>
        <w:t>This frequency range ensures that the range of values of f_offset is continuous.</w:t>
      </w:r>
    </w:p>
    <w:p w14:paraId="0984D59A" w14:textId="77777777" w:rsidR="003E32EB" w:rsidRPr="00EF2F0E" w:rsidRDefault="003E32EB" w:rsidP="00A40339">
      <w:pPr>
        <w:pStyle w:val="Heading4"/>
      </w:pPr>
      <w:bookmarkStart w:id="1634" w:name="_Toc21095874"/>
      <w:bookmarkStart w:id="1635" w:name="_Toc29763073"/>
      <w:bookmarkStart w:id="1636" w:name="_Toc45869358"/>
      <w:bookmarkStart w:id="1637" w:name="_Toc52554606"/>
      <w:bookmarkStart w:id="1638" w:name="_Toc52555076"/>
      <w:bookmarkStart w:id="1639" w:name="_Toc61112301"/>
      <w:bookmarkStart w:id="1640" w:name="_Toc67911453"/>
      <w:bookmarkStart w:id="1641" w:name="_Toc74842928"/>
      <w:bookmarkStart w:id="1642" w:name="_Toc76503311"/>
      <w:bookmarkStart w:id="1643" w:name="_Toc83040754"/>
      <w:bookmarkStart w:id="1644" w:name="_Toc89851797"/>
      <w:bookmarkStart w:id="1645" w:name="_Toc98676151"/>
      <w:r w:rsidRPr="00EF2F0E">
        <w:rPr>
          <w:lang w:eastAsia="zh-CN"/>
        </w:rPr>
        <w:t>6.6.4.4</w:t>
      </w:r>
      <w:r w:rsidRPr="00EF2F0E">
        <w:rPr>
          <w:lang w:eastAsia="zh-CN"/>
        </w:rPr>
        <w:tab/>
        <w:t>Minimum requirement for single RAT E-UTRA operation</w:t>
      </w:r>
      <w:bookmarkEnd w:id="1634"/>
      <w:bookmarkEnd w:id="1635"/>
      <w:bookmarkEnd w:id="1636"/>
      <w:bookmarkEnd w:id="1637"/>
      <w:bookmarkEnd w:id="1638"/>
      <w:bookmarkEnd w:id="1639"/>
      <w:bookmarkEnd w:id="1640"/>
      <w:bookmarkEnd w:id="1641"/>
      <w:bookmarkEnd w:id="1642"/>
      <w:bookmarkEnd w:id="1643"/>
      <w:bookmarkEnd w:id="1644"/>
      <w:bookmarkEnd w:id="1645"/>
    </w:p>
    <w:p w14:paraId="0984D59B" w14:textId="77777777" w:rsidR="003E32EB" w:rsidRPr="00EF2F0E" w:rsidRDefault="003E32EB" w:rsidP="00A40339">
      <w:r w:rsidRPr="00EF2F0E">
        <w:t>There is no spectrum emission mask requirement for a single RAT E-UTRA AAS BS.</w:t>
      </w:r>
    </w:p>
    <w:p w14:paraId="0984D59C" w14:textId="77777777" w:rsidR="003E32EB" w:rsidRPr="00EF2F0E" w:rsidRDefault="003E32EB" w:rsidP="00A40339">
      <w:pPr>
        <w:pStyle w:val="Heading3"/>
        <w:rPr>
          <w:lang w:eastAsia="zh-CN"/>
        </w:rPr>
      </w:pPr>
      <w:bookmarkStart w:id="1646" w:name="_Toc21095875"/>
      <w:bookmarkStart w:id="1647" w:name="_Toc29763074"/>
      <w:bookmarkStart w:id="1648" w:name="_Toc45869359"/>
      <w:bookmarkStart w:id="1649" w:name="_Toc52554607"/>
      <w:bookmarkStart w:id="1650" w:name="_Toc52555077"/>
      <w:bookmarkStart w:id="1651" w:name="_Toc61112302"/>
      <w:bookmarkStart w:id="1652" w:name="_Toc67911454"/>
      <w:bookmarkStart w:id="1653" w:name="_Toc74842929"/>
      <w:bookmarkStart w:id="1654" w:name="_Toc76503312"/>
      <w:bookmarkStart w:id="1655" w:name="_Toc83040755"/>
      <w:bookmarkStart w:id="1656" w:name="_Toc89851798"/>
      <w:bookmarkStart w:id="1657" w:name="_Toc98676152"/>
      <w:r w:rsidRPr="00EF2F0E">
        <w:rPr>
          <w:lang w:eastAsia="zh-CN"/>
        </w:rPr>
        <w:t>6.6.5</w:t>
      </w:r>
      <w:r w:rsidRPr="00EF2F0E">
        <w:rPr>
          <w:lang w:eastAsia="zh-CN"/>
        </w:rPr>
        <w:tab/>
        <w:t>Operating band unwanted emission</w:t>
      </w:r>
      <w:bookmarkEnd w:id="1646"/>
      <w:bookmarkEnd w:id="1647"/>
      <w:bookmarkEnd w:id="1648"/>
      <w:bookmarkEnd w:id="1649"/>
      <w:bookmarkEnd w:id="1650"/>
      <w:bookmarkEnd w:id="1651"/>
      <w:bookmarkEnd w:id="1652"/>
      <w:bookmarkEnd w:id="1653"/>
      <w:bookmarkEnd w:id="1654"/>
      <w:bookmarkEnd w:id="1655"/>
      <w:bookmarkEnd w:id="1656"/>
      <w:bookmarkEnd w:id="1657"/>
    </w:p>
    <w:p w14:paraId="0984D59D" w14:textId="77777777" w:rsidR="003E32EB" w:rsidRPr="00EF2F0E" w:rsidRDefault="003E32EB" w:rsidP="00A40339">
      <w:pPr>
        <w:pStyle w:val="Heading4"/>
      </w:pPr>
      <w:bookmarkStart w:id="1658" w:name="_Toc21095876"/>
      <w:bookmarkStart w:id="1659" w:name="_Toc29763075"/>
      <w:bookmarkStart w:id="1660" w:name="_Toc45869360"/>
      <w:bookmarkStart w:id="1661" w:name="_Toc52554608"/>
      <w:bookmarkStart w:id="1662" w:name="_Toc52555078"/>
      <w:bookmarkStart w:id="1663" w:name="_Toc61112303"/>
      <w:bookmarkStart w:id="1664" w:name="_Toc67911455"/>
      <w:bookmarkStart w:id="1665" w:name="_Toc74842930"/>
      <w:bookmarkStart w:id="1666" w:name="_Toc76503313"/>
      <w:bookmarkStart w:id="1667" w:name="_Toc83040756"/>
      <w:bookmarkStart w:id="1668" w:name="_Toc89851799"/>
      <w:bookmarkStart w:id="1669" w:name="_Toc98676153"/>
      <w:r w:rsidRPr="00EF2F0E">
        <w:t>6.6.5.1</w:t>
      </w:r>
      <w:r w:rsidRPr="00EF2F0E">
        <w:tab/>
        <w:t>General</w:t>
      </w:r>
      <w:bookmarkEnd w:id="1658"/>
      <w:bookmarkEnd w:id="1659"/>
      <w:bookmarkEnd w:id="1660"/>
      <w:bookmarkEnd w:id="1661"/>
      <w:bookmarkEnd w:id="1662"/>
      <w:bookmarkEnd w:id="1663"/>
      <w:bookmarkEnd w:id="1664"/>
      <w:bookmarkEnd w:id="1665"/>
      <w:bookmarkEnd w:id="1666"/>
      <w:bookmarkEnd w:id="1667"/>
      <w:bookmarkEnd w:id="1668"/>
      <w:bookmarkEnd w:id="1669"/>
    </w:p>
    <w:p w14:paraId="0984D59E" w14:textId="77777777" w:rsidR="003E32EB" w:rsidRPr="00EF2F0E" w:rsidRDefault="003E32EB" w:rsidP="00A40339">
      <w:pPr>
        <w:keepNext/>
        <w:keepLines/>
      </w:pPr>
      <w:r w:rsidRPr="00EF2F0E">
        <w:t>Unless otherwise stated, for E-UTRA single band and MSR the operating band unwanted emission limits are defined from Δf</w:t>
      </w:r>
      <w:r w:rsidRPr="00EF2F0E">
        <w:rPr>
          <w:vertAlign w:val="subscript"/>
        </w:rPr>
        <w:t>OBUE</w:t>
      </w:r>
      <w:r w:rsidRPr="00EF2F0E" w:rsidDel="006357E3">
        <w:t xml:space="preserve"> </w:t>
      </w:r>
      <w:r w:rsidRPr="00EF2F0E">
        <w:t xml:space="preserve"> below the lowest frequency of each supported </w:t>
      </w:r>
      <w:r w:rsidRPr="00EF2F0E">
        <w:rPr>
          <w:i/>
        </w:rPr>
        <w:t>downlink operating band</w:t>
      </w:r>
      <w:r w:rsidRPr="00EF2F0E">
        <w:t xml:space="preserve"> to the lower </w:t>
      </w:r>
      <w:r w:rsidRPr="00EF2F0E">
        <w:rPr>
          <w:i/>
        </w:rPr>
        <w:t>Base Station RF Bandwidth edge</w:t>
      </w:r>
      <w:r w:rsidRPr="00EF2F0E">
        <w:t xml:space="preserve"> located at F</w:t>
      </w:r>
      <w:r w:rsidRPr="00EF2F0E">
        <w:rPr>
          <w:vertAlign w:val="subscript"/>
        </w:rPr>
        <w:t>BW RF,low</w:t>
      </w:r>
      <w:r w:rsidRPr="00EF2F0E">
        <w:t xml:space="preserve"> and from the upper </w:t>
      </w:r>
      <w:r w:rsidRPr="00EF2F0E">
        <w:rPr>
          <w:i/>
        </w:rPr>
        <w:t>Base Station RF Bandwidth edge</w:t>
      </w:r>
      <w:r w:rsidRPr="00EF2F0E">
        <w:t xml:space="preserve"> located at F</w:t>
      </w:r>
      <w:r w:rsidRPr="00EF2F0E">
        <w:rPr>
          <w:vertAlign w:val="subscript"/>
        </w:rPr>
        <w:t xml:space="preserve">BW RF,high  </w:t>
      </w:r>
      <w:r w:rsidRPr="00EF2F0E">
        <w:t>up to Δf</w:t>
      </w:r>
      <w:r w:rsidRPr="00EF2F0E">
        <w:rPr>
          <w:vertAlign w:val="subscript"/>
        </w:rPr>
        <w:t>OBUE</w:t>
      </w:r>
      <w:r w:rsidRPr="00EF2F0E" w:rsidDel="006357E3">
        <w:t xml:space="preserve"> </w:t>
      </w:r>
      <w:r w:rsidRPr="00EF2F0E">
        <w:t xml:space="preserve"> above the highest frequency of each supported </w:t>
      </w:r>
      <w:r w:rsidRPr="00EF2F0E">
        <w:rPr>
          <w:i/>
        </w:rPr>
        <w:t>downlink operating band</w:t>
      </w:r>
      <w:r w:rsidRPr="00EF2F0E">
        <w:t xml:space="preserve">.  </w:t>
      </w:r>
      <w:r w:rsidRPr="00EF2F0E">
        <w:rPr>
          <w:rFonts w:cs="v5.0.0"/>
        </w:rPr>
        <w:t xml:space="preserve">The values of </w:t>
      </w:r>
      <w:r w:rsidRPr="00EF2F0E">
        <w:t>Δf</w:t>
      </w:r>
      <w:r w:rsidRPr="00EF2F0E">
        <w:rPr>
          <w:vertAlign w:val="subscript"/>
        </w:rPr>
        <w:t>OBUE</w:t>
      </w:r>
      <w:r w:rsidRPr="00EF2F0E">
        <w:rPr>
          <w:rFonts w:cs="v5.0.0"/>
        </w:rPr>
        <w:t xml:space="preserve"> are defined in table 6.6.1-1.</w:t>
      </w:r>
    </w:p>
    <w:p w14:paraId="0984D59F" w14:textId="77777777" w:rsidR="003E32EB" w:rsidRPr="00EF2F0E" w:rsidRDefault="003E32EB" w:rsidP="00A40339">
      <w:r w:rsidRPr="00EF2F0E">
        <w:t xml:space="preserve">For AAS BS capable of operation in multiple operating bands, using </w:t>
      </w:r>
      <w:r w:rsidRPr="00EF2F0E">
        <w:rPr>
          <w:i/>
        </w:rPr>
        <w:t>single band TAB connector</w:t>
      </w:r>
      <w:r w:rsidRPr="00EF2F0E">
        <w:t xml:space="preserve">s, the single-band requirements apply to those connectors and the cumulative evaluation of the emission limit in the </w:t>
      </w:r>
      <w:r w:rsidRPr="00EF2F0E">
        <w:rPr>
          <w:i/>
        </w:rPr>
        <w:t>Inter RF Bandwidth gap</w:t>
      </w:r>
      <w:r w:rsidRPr="00EF2F0E">
        <w:t xml:space="preserve"> is not applicable.</w:t>
      </w:r>
    </w:p>
    <w:p w14:paraId="0984D5A0" w14:textId="77777777" w:rsidR="003E32EB" w:rsidRPr="00EF2F0E" w:rsidRDefault="003E32EB" w:rsidP="00A40339">
      <w:r w:rsidRPr="00EF2F0E">
        <w:t>The requirements shall apply whatever the type of transmitter considered and for all transmission modes foreseen by the manufacturer's specification.</w:t>
      </w:r>
    </w:p>
    <w:p w14:paraId="0984D5A1" w14:textId="77777777" w:rsidR="003E32EB" w:rsidRPr="00EF2F0E" w:rsidRDefault="003E32EB" w:rsidP="00A40339">
      <w:pPr>
        <w:pStyle w:val="Heading4"/>
      </w:pPr>
      <w:bookmarkStart w:id="1670" w:name="_Toc21095877"/>
      <w:bookmarkStart w:id="1671" w:name="_Toc29763076"/>
      <w:bookmarkStart w:id="1672" w:name="_Toc45869361"/>
      <w:bookmarkStart w:id="1673" w:name="_Toc52554609"/>
      <w:bookmarkStart w:id="1674" w:name="_Toc52555079"/>
      <w:bookmarkStart w:id="1675" w:name="_Toc61112304"/>
      <w:bookmarkStart w:id="1676" w:name="_Toc67911456"/>
      <w:bookmarkStart w:id="1677" w:name="_Toc74842931"/>
      <w:bookmarkStart w:id="1678" w:name="_Toc76503314"/>
      <w:bookmarkStart w:id="1679" w:name="_Toc83040757"/>
      <w:bookmarkStart w:id="1680" w:name="_Toc89851800"/>
      <w:bookmarkStart w:id="1681" w:name="_Toc98676154"/>
      <w:r w:rsidRPr="00EF2F0E">
        <w:t>6.6.5.2</w:t>
      </w:r>
      <w:r w:rsidRPr="00EF2F0E">
        <w:tab/>
      </w:r>
      <w:r w:rsidRPr="00EF2F0E">
        <w:rPr>
          <w:lang w:eastAsia="zh-CN"/>
        </w:rPr>
        <w:t>Minimum requirement for MSR operation</w:t>
      </w:r>
      <w:bookmarkEnd w:id="1670"/>
      <w:bookmarkEnd w:id="1671"/>
      <w:bookmarkEnd w:id="1672"/>
      <w:bookmarkEnd w:id="1673"/>
      <w:bookmarkEnd w:id="1674"/>
      <w:bookmarkEnd w:id="1675"/>
      <w:bookmarkEnd w:id="1676"/>
      <w:bookmarkEnd w:id="1677"/>
      <w:bookmarkEnd w:id="1678"/>
      <w:bookmarkEnd w:id="1679"/>
      <w:bookmarkEnd w:id="1680"/>
      <w:bookmarkEnd w:id="1681"/>
    </w:p>
    <w:p w14:paraId="0984D5A2" w14:textId="77777777" w:rsidR="003E32EB" w:rsidRPr="00EF2F0E" w:rsidRDefault="003E32EB" w:rsidP="00A40339">
      <w:pPr>
        <w:pStyle w:val="Heading5"/>
        <w:rPr>
          <w:lang w:eastAsia="zh-CN"/>
        </w:rPr>
      </w:pPr>
      <w:bookmarkStart w:id="1682" w:name="_Toc21095878"/>
      <w:bookmarkStart w:id="1683" w:name="_Toc29763077"/>
      <w:bookmarkStart w:id="1684" w:name="_Toc45869362"/>
      <w:bookmarkStart w:id="1685" w:name="_Toc52554610"/>
      <w:bookmarkStart w:id="1686" w:name="_Toc52555080"/>
      <w:bookmarkStart w:id="1687" w:name="_Toc61112305"/>
      <w:bookmarkStart w:id="1688" w:name="_Toc67911457"/>
      <w:bookmarkStart w:id="1689" w:name="_Toc74842932"/>
      <w:bookmarkStart w:id="1690" w:name="_Toc76503315"/>
      <w:bookmarkStart w:id="1691" w:name="_Toc83040758"/>
      <w:bookmarkStart w:id="1692" w:name="_Toc89851801"/>
      <w:bookmarkStart w:id="1693" w:name="_Toc98676155"/>
      <w:r w:rsidRPr="00EF2F0E">
        <w:rPr>
          <w:lang w:eastAsia="zh-CN"/>
        </w:rPr>
        <w:t>6.6.5.2.1</w:t>
      </w:r>
      <w:r w:rsidRPr="00EF2F0E">
        <w:rPr>
          <w:lang w:eastAsia="zh-CN"/>
        </w:rPr>
        <w:tab/>
        <w:t>General</w:t>
      </w:r>
      <w:bookmarkEnd w:id="1682"/>
      <w:bookmarkEnd w:id="1683"/>
      <w:bookmarkEnd w:id="1684"/>
      <w:bookmarkEnd w:id="1685"/>
      <w:bookmarkEnd w:id="1686"/>
      <w:bookmarkEnd w:id="1687"/>
      <w:bookmarkEnd w:id="1688"/>
      <w:bookmarkEnd w:id="1689"/>
      <w:bookmarkEnd w:id="1690"/>
      <w:bookmarkEnd w:id="1691"/>
      <w:bookmarkEnd w:id="1692"/>
      <w:bookmarkEnd w:id="1693"/>
    </w:p>
    <w:p w14:paraId="0984D5A3" w14:textId="77777777" w:rsidR="003E32EB" w:rsidRPr="00EF2F0E" w:rsidRDefault="003E32EB" w:rsidP="00A40339">
      <w:pPr>
        <w:keepNext/>
        <w:keepLines/>
      </w:pPr>
      <w:r w:rsidRPr="00EF2F0E">
        <w:t xml:space="preserve">The MSR operating band unwanted emission </w:t>
      </w:r>
      <w:r w:rsidRPr="00EF2F0E">
        <w:rPr>
          <w:i/>
        </w:rPr>
        <w:t>basic limit</w:t>
      </w:r>
      <w:r w:rsidRPr="00EF2F0E">
        <w:t>s are the same as those specified in 3GPP TS 37.104 [9], subclauses 6.6.2.1, 6.6.2.2 and 6.6.2.4.</w:t>
      </w:r>
    </w:p>
    <w:p w14:paraId="0984D5A4" w14:textId="77777777" w:rsidR="003E32EB" w:rsidRPr="00EF2F0E" w:rsidRDefault="003E32EB" w:rsidP="00A40339">
      <w:r w:rsidRPr="00EF2F0E">
        <w:t xml:space="preserve">The operating band unwanted emission requirements for an MSR AAS BS are that for each </w:t>
      </w:r>
      <w:r w:rsidRPr="00EF2F0E">
        <w:rPr>
          <w:i/>
        </w:rPr>
        <w:t>TAB connector TX min cell group</w:t>
      </w:r>
      <w:r w:rsidRPr="00EF2F0E">
        <w:t xml:space="preserve"> and each applicable </w:t>
      </w:r>
      <w:r w:rsidRPr="00EF2F0E">
        <w:rPr>
          <w:i/>
        </w:rPr>
        <w:t>basic limit</w:t>
      </w:r>
      <w:r w:rsidRPr="00EF2F0E">
        <w:t xml:space="preserve"> as specified in 3GPP TS 37.104 [5], the power summation of the emissions at the </w:t>
      </w:r>
      <w:r w:rsidRPr="00EF2F0E">
        <w:rPr>
          <w:i/>
        </w:rPr>
        <w:t>TAB connectors</w:t>
      </w:r>
      <w:r w:rsidRPr="00EF2F0E">
        <w:t xml:space="preserve"> of the </w:t>
      </w:r>
      <w:r w:rsidRPr="00EF2F0E">
        <w:rPr>
          <w:i/>
        </w:rPr>
        <w:t>TAB connector TX min cell group</w:t>
      </w:r>
      <w:r w:rsidRPr="00EF2F0E">
        <w:t xml:space="preserve"> shall not exceed an AAS BS limit specified as the </w:t>
      </w:r>
      <w:r w:rsidRPr="00EF2F0E">
        <w:rPr>
          <w:i/>
        </w:rPr>
        <w:t>basic limit</w:t>
      </w:r>
      <w:r w:rsidRPr="00EF2F0E">
        <w:t xml:space="preserve"> + 10log</w:t>
      </w:r>
      <w:r w:rsidRPr="00EF2F0E">
        <w:rPr>
          <w:vertAlign w:val="subscript"/>
        </w:rPr>
        <w:t>10</w:t>
      </w:r>
      <w:r w:rsidRPr="00EF2F0E">
        <w:t>(N</w:t>
      </w:r>
      <w:r w:rsidRPr="00EF2F0E">
        <w:rPr>
          <w:vertAlign w:val="subscript"/>
        </w:rPr>
        <w:t>TXU,countedpercell</w:t>
      </w:r>
      <w:r w:rsidRPr="00EF2F0E">
        <w:t>).</w:t>
      </w:r>
    </w:p>
    <w:p w14:paraId="0984D5A5" w14:textId="77777777" w:rsidR="003E32EB" w:rsidRPr="00EF2F0E" w:rsidRDefault="003E32EB" w:rsidP="00A40339">
      <w:pPr>
        <w:pStyle w:val="NO"/>
      </w:pPr>
      <w:r w:rsidRPr="00EF2F0E">
        <w:t>NOTE:</w:t>
      </w:r>
      <w:r w:rsidRPr="00EF2F0E">
        <w:tab/>
        <w:t>Conformance to the AAS BS operating band unwanted emission requirement can be demonstrated by meeting at least one of the following criteria as determined by the manufacturer:</w:t>
      </w:r>
    </w:p>
    <w:p w14:paraId="0984D5A6" w14:textId="77777777" w:rsidR="003E32EB" w:rsidRPr="00EF2F0E" w:rsidRDefault="003E32EB" w:rsidP="00A40339">
      <w:pPr>
        <w:pStyle w:val="B3"/>
        <w:ind w:left="1418"/>
      </w:pPr>
      <w:r w:rsidRPr="00EF2F0E">
        <w:t>1)</w:t>
      </w:r>
      <w:r w:rsidRPr="00EF2F0E">
        <w:tab/>
        <w:t xml:space="preserve">The sum of the emissions power measured on each </w:t>
      </w:r>
      <w:r w:rsidRPr="00EF2F0E">
        <w:rPr>
          <w:i/>
        </w:rPr>
        <w:t>TAB connector</w:t>
      </w:r>
      <w:r w:rsidRPr="00EF2F0E">
        <w:t xml:space="preserve"> in the </w:t>
      </w:r>
      <w:r w:rsidRPr="00EF2F0E">
        <w:rPr>
          <w:i/>
        </w:rPr>
        <w:t xml:space="preserve">TAB connector TX min cell group </w:t>
      </w:r>
      <w:r w:rsidRPr="00EF2F0E">
        <w:t>shall be less than or equal to the AAS BS limit as defined in this subclause for the respective frequency span.</w:t>
      </w:r>
    </w:p>
    <w:p w14:paraId="0984D5A7" w14:textId="77777777" w:rsidR="003E32EB" w:rsidRPr="00EF2F0E" w:rsidRDefault="003E32EB" w:rsidP="00A40339">
      <w:pPr>
        <w:pStyle w:val="B3"/>
        <w:ind w:left="1418"/>
      </w:pPr>
      <w:r w:rsidRPr="00EF2F0E">
        <w:t>Or</w:t>
      </w:r>
    </w:p>
    <w:p w14:paraId="0984D5A8" w14:textId="77777777" w:rsidR="003E32EB" w:rsidRPr="00EF2F0E" w:rsidRDefault="003E32EB" w:rsidP="00A40339">
      <w:pPr>
        <w:pStyle w:val="B3"/>
        <w:ind w:left="1418"/>
      </w:pPr>
      <w:r w:rsidRPr="00EF2F0E">
        <w:t>2)</w:t>
      </w:r>
      <w:r w:rsidRPr="00EF2F0E">
        <w:tab/>
        <w:t xml:space="preserve">The unwanted emissions power at each </w:t>
      </w:r>
      <w:r w:rsidRPr="00EF2F0E">
        <w:rPr>
          <w:i/>
        </w:rPr>
        <w:t>TAB connector</w:t>
      </w:r>
      <w:r w:rsidRPr="00EF2F0E">
        <w:t xml:space="preserve"> shall be less than or equal to the AAS BS limit as defined</w:t>
      </w:r>
      <w:r w:rsidRPr="00EF2F0E" w:rsidDel="00552ABB">
        <w:t xml:space="preserve"> </w:t>
      </w:r>
      <w:r w:rsidRPr="00EF2F0E">
        <w:t>in this subclause for the respective frequency span, scaled by -10log</w:t>
      </w:r>
      <w:r w:rsidRPr="00EF2F0E">
        <w:rPr>
          <w:vertAlign w:val="subscript"/>
        </w:rPr>
        <w:t>10</w:t>
      </w:r>
      <w:r w:rsidRPr="00EF2F0E">
        <w:t>(</w:t>
      </w:r>
      <w:r w:rsidRPr="00EF2F0E">
        <w:rPr>
          <w:i/>
        </w:rPr>
        <w:t>n</w:t>
      </w:r>
      <w:r w:rsidRPr="00EF2F0E">
        <w:t xml:space="preserve">), where </w:t>
      </w:r>
      <w:r w:rsidRPr="00EF2F0E">
        <w:rPr>
          <w:i/>
        </w:rPr>
        <w:t>n</w:t>
      </w:r>
      <w:r w:rsidRPr="00EF2F0E">
        <w:t xml:space="preserve"> is the number of </w:t>
      </w:r>
      <w:r w:rsidRPr="00EF2F0E">
        <w:rPr>
          <w:i/>
        </w:rPr>
        <w:t>TAB connector</w:t>
      </w:r>
      <w:r w:rsidRPr="00EF2F0E">
        <w:t xml:space="preserve"> in the </w:t>
      </w:r>
      <w:r w:rsidRPr="00EF2F0E">
        <w:rPr>
          <w:i/>
        </w:rPr>
        <w:t>TAB connector TX min cell group</w:t>
      </w:r>
      <w:r w:rsidRPr="00EF2F0E">
        <w:t>.</w:t>
      </w:r>
    </w:p>
    <w:p w14:paraId="0984D5A9" w14:textId="77777777" w:rsidR="003E32EB" w:rsidRPr="00EF2F0E" w:rsidRDefault="003E32EB" w:rsidP="00AB06FD">
      <w:pPr>
        <w:pStyle w:val="Heading5"/>
        <w:rPr>
          <w:rFonts w:cs="v5.0.0"/>
        </w:rPr>
      </w:pPr>
      <w:bookmarkStart w:id="1694" w:name="_Toc21095879"/>
      <w:bookmarkStart w:id="1695" w:name="_Toc29763078"/>
      <w:bookmarkStart w:id="1696" w:name="_Toc45869363"/>
      <w:bookmarkStart w:id="1697" w:name="_Toc52554611"/>
      <w:bookmarkStart w:id="1698" w:name="_Toc52555081"/>
      <w:bookmarkStart w:id="1699" w:name="_Toc61112306"/>
      <w:bookmarkStart w:id="1700" w:name="_Toc67911458"/>
      <w:bookmarkStart w:id="1701" w:name="_Toc74842933"/>
      <w:bookmarkStart w:id="1702" w:name="_Toc76503316"/>
      <w:bookmarkStart w:id="1703" w:name="_Toc83040759"/>
      <w:bookmarkStart w:id="1704" w:name="_Toc89851802"/>
      <w:bookmarkStart w:id="1705" w:name="_Toc98676156"/>
      <w:r w:rsidRPr="00EF2F0E">
        <w:t>6.6.5.2.2</w:t>
      </w:r>
      <w:r w:rsidRPr="00EF2F0E">
        <w:tab/>
      </w:r>
      <w:r w:rsidRPr="00EF2F0E">
        <w:rPr>
          <w:i/>
        </w:rPr>
        <w:t>Basic limits</w:t>
      </w:r>
      <w:r w:rsidRPr="00EF2F0E">
        <w:t xml:space="preserve"> for Band Categories 1 and 3</w:t>
      </w:r>
      <w:bookmarkEnd w:id="1694"/>
      <w:bookmarkEnd w:id="1695"/>
      <w:bookmarkEnd w:id="1696"/>
      <w:bookmarkEnd w:id="1697"/>
      <w:bookmarkEnd w:id="1698"/>
      <w:bookmarkEnd w:id="1699"/>
      <w:bookmarkEnd w:id="1700"/>
      <w:bookmarkEnd w:id="1701"/>
      <w:bookmarkEnd w:id="1702"/>
      <w:bookmarkEnd w:id="1703"/>
      <w:bookmarkEnd w:id="1704"/>
      <w:bookmarkEnd w:id="1705"/>
    </w:p>
    <w:p w14:paraId="0984D5AA" w14:textId="77777777" w:rsidR="003E32EB" w:rsidRPr="00EF2F0E" w:rsidRDefault="003E32EB" w:rsidP="00A40339">
      <w:pPr>
        <w:keepNext/>
        <w:rPr>
          <w:rFonts w:cs="v5.0.0"/>
        </w:rPr>
      </w:pPr>
      <w:r w:rsidRPr="00EF2F0E">
        <w:rPr>
          <w:rFonts w:cs="v5.0.0"/>
        </w:rPr>
        <w:t xml:space="preserve">For a </w:t>
      </w:r>
      <w:r w:rsidRPr="00EF2F0E">
        <w:rPr>
          <w:rFonts w:cs="v5.0.0"/>
          <w:i/>
        </w:rPr>
        <w:t>TAB connector</w:t>
      </w:r>
      <w:r w:rsidRPr="00EF2F0E">
        <w:rPr>
          <w:rFonts w:cs="v5.0.0"/>
        </w:rPr>
        <w:t xml:space="preserve"> operating in Band Category 1 or Band Category 3 the requirement applies outside the </w:t>
      </w:r>
      <w:r w:rsidRPr="00EF2F0E">
        <w:rPr>
          <w:rFonts w:cs="v5.0.0"/>
          <w:i/>
        </w:rPr>
        <w:t>Base Station RF Bandwidth edges</w:t>
      </w:r>
      <w:r w:rsidRPr="00EF2F0E">
        <w:rPr>
          <w:rFonts w:cs="v5.0.0"/>
        </w:rPr>
        <w:t xml:space="preserve">. In addition, for an AAS BS of Wide Area BS class operating in </w:t>
      </w:r>
      <w:r w:rsidRPr="00EF2F0E">
        <w:rPr>
          <w:rFonts w:cs="v5.0.0"/>
          <w:i/>
        </w:rPr>
        <w:t>non-contiguous spectrum</w:t>
      </w:r>
      <w:r w:rsidRPr="00EF2F0E">
        <w:rPr>
          <w:rFonts w:cs="v5.0.0"/>
        </w:rPr>
        <w:t xml:space="preserve">, it applies inside any </w:t>
      </w:r>
      <w:r w:rsidRPr="00EF2F0E">
        <w:rPr>
          <w:rFonts w:cs="v5.0.0"/>
          <w:i/>
        </w:rPr>
        <w:t>sub-block gap</w:t>
      </w:r>
      <w:r w:rsidRPr="00EF2F0E">
        <w:rPr>
          <w:rFonts w:cs="v5.0.0"/>
        </w:rPr>
        <w:t xml:space="preserve">. In addition, for an AAS BS of Wide Area BS class operating in multiple bands, the requirements apply inside any </w:t>
      </w:r>
      <w:r w:rsidRPr="00EF2F0E">
        <w:rPr>
          <w:rFonts w:cs="v5.0.0"/>
          <w:i/>
        </w:rPr>
        <w:t>Inter RF Bandwidth gap</w:t>
      </w:r>
      <w:r w:rsidRPr="00EF2F0E">
        <w:rPr>
          <w:rFonts w:cs="v5.0.0"/>
        </w:rPr>
        <w:t>.</w:t>
      </w:r>
    </w:p>
    <w:p w14:paraId="0984D5AB" w14:textId="77777777" w:rsidR="003E32EB" w:rsidRPr="00EF2F0E" w:rsidRDefault="003E32EB" w:rsidP="00A40339">
      <w:pPr>
        <w:keepNext/>
        <w:rPr>
          <w:rFonts w:cs="v5.0.0"/>
        </w:rPr>
      </w:pPr>
      <w:r w:rsidRPr="00EF2F0E">
        <w:rPr>
          <w:rFonts w:cs="v5.0.0"/>
        </w:rPr>
        <w:t xml:space="preserve">For an AAS BS of Medium Range BS class operating in Band Category 1 the requirement applies outside the </w:t>
      </w:r>
      <w:r w:rsidRPr="00EF2F0E">
        <w:rPr>
          <w:rFonts w:cs="v5.0.0"/>
          <w:i/>
        </w:rPr>
        <w:t>Base Station RF Bandwidth edges</w:t>
      </w:r>
      <w:r w:rsidRPr="00EF2F0E">
        <w:rPr>
          <w:rFonts w:cs="v5.0.0"/>
        </w:rPr>
        <w:t xml:space="preserve">. In addition, for an AAS BS of Medium Range BS class operating in </w:t>
      </w:r>
      <w:r w:rsidRPr="00EF2F0E">
        <w:rPr>
          <w:rFonts w:cs="v5.0.0"/>
          <w:i/>
        </w:rPr>
        <w:t>non-contiguous spectrum</w:t>
      </w:r>
      <w:r w:rsidRPr="00EF2F0E">
        <w:rPr>
          <w:rFonts w:cs="v5.0.0"/>
        </w:rPr>
        <w:t xml:space="preserve">, it applies inside any </w:t>
      </w:r>
      <w:r w:rsidRPr="00EF2F0E">
        <w:rPr>
          <w:rFonts w:cs="v5.0.0"/>
          <w:i/>
        </w:rPr>
        <w:t>sub-block gap</w:t>
      </w:r>
      <w:r w:rsidRPr="00EF2F0E">
        <w:rPr>
          <w:rFonts w:cs="v5.0.0"/>
        </w:rPr>
        <w:t xml:space="preserve">. In addition, for an AAS BS of Medium Range BS class operating in multiple bands, the requirements apply inside any </w:t>
      </w:r>
      <w:r w:rsidRPr="00EF2F0E">
        <w:rPr>
          <w:rFonts w:cs="v5.0.0"/>
          <w:i/>
        </w:rPr>
        <w:t>Inter RF Bandwidth gap</w:t>
      </w:r>
      <w:r w:rsidRPr="00EF2F0E">
        <w:rPr>
          <w:rFonts w:cs="v5.0.0"/>
        </w:rPr>
        <w:t>.</w:t>
      </w:r>
    </w:p>
    <w:p w14:paraId="0984D5AC" w14:textId="77777777" w:rsidR="003E32EB" w:rsidRPr="00EF2F0E" w:rsidRDefault="003E32EB" w:rsidP="00A40339">
      <w:pPr>
        <w:keepNext/>
        <w:rPr>
          <w:rFonts w:cs="v5.0.0"/>
        </w:rPr>
      </w:pPr>
      <w:r w:rsidRPr="00EF2F0E">
        <w:rPr>
          <w:rFonts w:cs="v5.0.0"/>
        </w:rPr>
        <w:t xml:space="preserve">For an AAS BS of Local Area BS class operating in Band Category 1 the requirement applies outside the </w:t>
      </w:r>
      <w:r w:rsidRPr="00EF2F0E">
        <w:rPr>
          <w:rFonts w:cs="v5.0.0"/>
          <w:i/>
        </w:rPr>
        <w:t>Base Station RF Bandwidth edges</w:t>
      </w:r>
      <w:r w:rsidRPr="00EF2F0E">
        <w:rPr>
          <w:rFonts w:cs="v5.0.0"/>
        </w:rPr>
        <w:t xml:space="preserve">. In addition, for an AAS BS of Local Area BS class operating in </w:t>
      </w:r>
      <w:r w:rsidRPr="00EF2F0E">
        <w:rPr>
          <w:rFonts w:cs="v5.0.0"/>
          <w:i/>
        </w:rPr>
        <w:t>non-contiguous spectrum</w:t>
      </w:r>
      <w:r w:rsidRPr="00EF2F0E">
        <w:rPr>
          <w:rFonts w:cs="v5.0.0"/>
        </w:rPr>
        <w:t xml:space="preserve">, it applies inside any </w:t>
      </w:r>
      <w:r w:rsidRPr="00EF2F0E">
        <w:rPr>
          <w:rFonts w:cs="v5.0.0"/>
          <w:i/>
        </w:rPr>
        <w:t>sub-block gap</w:t>
      </w:r>
      <w:r w:rsidRPr="00EF2F0E">
        <w:rPr>
          <w:rFonts w:cs="v5.0.0"/>
        </w:rPr>
        <w:t xml:space="preserve">. In addition, for an AAS BS Local Area BS class operating in multiple bands, the requirements apply inside any </w:t>
      </w:r>
      <w:r w:rsidRPr="00EF2F0E">
        <w:rPr>
          <w:rFonts w:cs="v5.0.0"/>
          <w:i/>
        </w:rPr>
        <w:t>Inter RF Bandwidth gap</w:t>
      </w:r>
      <w:r w:rsidRPr="00EF2F0E">
        <w:rPr>
          <w:rFonts w:cs="v5.0.0"/>
        </w:rPr>
        <w:t>.</w:t>
      </w:r>
    </w:p>
    <w:p w14:paraId="0984D5AD" w14:textId="77777777" w:rsidR="003E32EB" w:rsidRPr="00EF2F0E" w:rsidRDefault="003E32EB" w:rsidP="00A40339">
      <w:pPr>
        <w:keepNext/>
        <w:rPr>
          <w:rFonts w:cs="v5.0.0"/>
        </w:rPr>
      </w:pPr>
      <w:r w:rsidRPr="00EF2F0E">
        <w:rPr>
          <w:rFonts w:cs="v5.0.0"/>
        </w:rPr>
        <w:t xml:space="preserve">Outside the </w:t>
      </w:r>
      <w:r w:rsidRPr="00EF2F0E">
        <w:rPr>
          <w:rFonts w:cs="v5.0.0"/>
          <w:i/>
        </w:rPr>
        <w:t>Base Station RF Bandwidth edges</w:t>
      </w:r>
      <w:r w:rsidRPr="00EF2F0E">
        <w:rPr>
          <w:rFonts w:cs="v5.0.0"/>
        </w:rPr>
        <w:t xml:space="preserve">, </w:t>
      </w:r>
      <w:r w:rsidRPr="00EF2F0E">
        <w:rPr>
          <w:rFonts w:cs="v5.0.0"/>
          <w:i/>
        </w:rPr>
        <w:t>b</w:t>
      </w:r>
      <w:r w:rsidRPr="00EF2F0E">
        <w:rPr>
          <w:rFonts w:cs="v4.2.0"/>
          <w:i/>
        </w:rPr>
        <w:t>asic limits</w:t>
      </w:r>
      <w:r w:rsidRPr="00EF2F0E">
        <w:rPr>
          <w:rFonts w:cs="v5.0.0"/>
        </w:rPr>
        <w:t xml:space="preserve"> </w:t>
      </w:r>
      <w:r w:rsidR="00554FCD" w:rsidRPr="00EF2F0E">
        <w:rPr>
          <w:rFonts w:cs="v5.0.0"/>
        </w:rPr>
        <w:t xml:space="preserve">are </w:t>
      </w:r>
      <w:r w:rsidRPr="00EF2F0E">
        <w:rPr>
          <w:rFonts w:cs="v5.0.0"/>
        </w:rPr>
        <w:t>specified in tables 6.6.5.2.2-1 to 6.6.5.2.2-4 below, where:</w:t>
      </w:r>
    </w:p>
    <w:p w14:paraId="0984D5AE" w14:textId="77777777" w:rsidR="003E32EB" w:rsidRPr="00EF2F0E" w:rsidRDefault="003E32EB" w:rsidP="00A40339">
      <w:pPr>
        <w:pStyle w:val="B10"/>
        <w:keepNext/>
        <w:rPr>
          <w:rFonts w:cs="v5.0.0"/>
        </w:rPr>
      </w:pPr>
      <w:r w:rsidRPr="00EF2F0E">
        <w:rPr>
          <w:rFonts w:cs="v5.0.0"/>
        </w:rPr>
        <w:t>-</w:t>
      </w:r>
      <w:r w:rsidRPr="00EF2F0E">
        <w:rPr>
          <w:rFonts w:cs="v5.0.0"/>
        </w:rPr>
        <w:tab/>
      </w:r>
      <w:r w:rsidRPr="00EF2F0E">
        <w:rPr>
          <w:rFonts w:cs="v5.0.0"/>
        </w:rPr>
        <w:sym w:font="Symbol" w:char="F044"/>
      </w:r>
      <w:r w:rsidRPr="00EF2F0E">
        <w:rPr>
          <w:rFonts w:cs="v5.0.0"/>
        </w:rPr>
        <w:t xml:space="preserve">f is the separation between </w:t>
      </w:r>
      <w:r w:rsidRPr="00EF2F0E">
        <w:rPr>
          <w:rFonts w:cs="v5.0.0"/>
          <w:i/>
        </w:rPr>
        <w:t>the Base Station RF Bandwidth edge</w:t>
      </w:r>
      <w:r w:rsidRPr="00EF2F0E">
        <w:t xml:space="preserve"> </w:t>
      </w:r>
      <w:r w:rsidRPr="00EF2F0E">
        <w:rPr>
          <w:rFonts w:cs="v5.0.0"/>
        </w:rPr>
        <w:t>frequency and the nominal -3 dB point of the measuring filter closest to the carrier frequency.</w:t>
      </w:r>
    </w:p>
    <w:p w14:paraId="0984D5AF" w14:textId="77777777" w:rsidR="003E32EB" w:rsidRPr="00EF2F0E" w:rsidRDefault="003E32EB" w:rsidP="00A40339">
      <w:pPr>
        <w:pStyle w:val="B10"/>
        <w:keepNext/>
        <w:rPr>
          <w:rFonts w:cs="v5.0.0"/>
        </w:rPr>
      </w:pPr>
      <w:r w:rsidRPr="00EF2F0E">
        <w:rPr>
          <w:rFonts w:cs="v5.0.0"/>
        </w:rPr>
        <w:t>-</w:t>
      </w:r>
      <w:r w:rsidRPr="00EF2F0E">
        <w:rPr>
          <w:rFonts w:cs="v5.0.0"/>
        </w:rPr>
        <w:tab/>
        <w:t xml:space="preserve">f_offset is the separation between the </w:t>
      </w:r>
      <w:r w:rsidRPr="00EF2F0E">
        <w:rPr>
          <w:rFonts w:cs="v5.0.0"/>
          <w:i/>
        </w:rPr>
        <w:t>Base Station RF Bandwidth edge</w:t>
      </w:r>
      <w:r w:rsidRPr="00EF2F0E">
        <w:t xml:space="preserve"> </w:t>
      </w:r>
      <w:r w:rsidRPr="00EF2F0E">
        <w:rPr>
          <w:rFonts w:cs="v5.0.0"/>
        </w:rPr>
        <w:t>frequency and the centre of the measuring filter.</w:t>
      </w:r>
    </w:p>
    <w:p w14:paraId="0984D5B0" w14:textId="77777777" w:rsidR="003E32EB" w:rsidRPr="00EF2F0E" w:rsidRDefault="003E32EB" w:rsidP="00A40339">
      <w:pPr>
        <w:pStyle w:val="B10"/>
        <w:keepNext/>
        <w:rPr>
          <w:rFonts w:cs="v5.0.0"/>
        </w:rPr>
      </w:pPr>
      <w:r w:rsidRPr="00EF2F0E">
        <w:rPr>
          <w:rFonts w:cs="v5.0.0"/>
        </w:rPr>
        <w:t>-</w:t>
      </w:r>
      <w:r w:rsidRPr="00EF2F0E">
        <w:rPr>
          <w:rFonts w:cs="v5.0.0"/>
        </w:rPr>
        <w:tab/>
        <w:t>f_offset</w:t>
      </w:r>
      <w:r w:rsidRPr="00EF2F0E">
        <w:rPr>
          <w:rFonts w:cs="v5.0.0"/>
          <w:vertAlign w:val="subscript"/>
        </w:rPr>
        <w:t>max</w:t>
      </w:r>
      <w:r w:rsidRPr="00EF2F0E">
        <w:rPr>
          <w:rFonts w:cs="v5.0.0"/>
        </w:rPr>
        <w:t xml:space="preserve"> is the offset to the frequency </w:t>
      </w:r>
      <w:r w:rsidRPr="00EF2F0E">
        <w:t>Δf</w:t>
      </w:r>
      <w:r w:rsidRPr="00EF2F0E">
        <w:rPr>
          <w:vertAlign w:val="subscript"/>
        </w:rPr>
        <w:t>OBUE</w:t>
      </w:r>
      <w:r w:rsidRPr="00EF2F0E" w:rsidDel="006357E3">
        <w:rPr>
          <w:rFonts w:cs="v5.0.0"/>
        </w:rPr>
        <w:t xml:space="preserve"> </w:t>
      </w:r>
      <w:r w:rsidRPr="00EF2F0E">
        <w:rPr>
          <w:rFonts w:cs="v5.0.0"/>
        </w:rPr>
        <w:t xml:space="preserve"> outside the </w:t>
      </w:r>
      <w:r w:rsidRPr="00EF2F0E">
        <w:rPr>
          <w:rFonts w:cs="v5.0.0"/>
          <w:i/>
        </w:rPr>
        <w:t>downlink operating band</w:t>
      </w:r>
      <w:r w:rsidRPr="00EF2F0E">
        <w:rPr>
          <w:rFonts w:cs="v5.0.0"/>
        </w:rPr>
        <w:t>.</w:t>
      </w:r>
    </w:p>
    <w:p w14:paraId="0984D5B1" w14:textId="77777777" w:rsidR="004D1501" w:rsidRPr="00EE3870" w:rsidRDefault="003E32EB" w:rsidP="004D1501">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f_offset</w:t>
      </w:r>
      <w:r w:rsidRPr="00EF2F0E">
        <w:rPr>
          <w:vertAlign w:val="subscript"/>
        </w:rPr>
        <w:t>max</w:t>
      </w:r>
      <w:r w:rsidRPr="00EF2F0E">
        <w:t xml:space="preserve"> minus half of the bandwidth of the measuring filter.</w:t>
      </w:r>
    </w:p>
    <w:p w14:paraId="0984D5B2" w14:textId="77777777" w:rsidR="004D1501" w:rsidRPr="00EE3870" w:rsidRDefault="004D1501" w:rsidP="004D1501">
      <w:r w:rsidRPr="00EE3870">
        <w:t>Applicability of Wide Area operating band unwanted emission requirements in tables 6.6.5.2.2-1, 6.6.5.2.2-1a and 6.6.5.2.2-1b is specified in table 6.6.2.1-0.</w:t>
      </w:r>
    </w:p>
    <w:p w14:paraId="0984D5B3" w14:textId="77777777" w:rsidR="004D1501" w:rsidRPr="00EE3870" w:rsidRDefault="004D1501" w:rsidP="004D1501">
      <w:pPr>
        <w:pStyle w:val="TH"/>
        <w:rPr>
          <w:rFonts w:cs="v5.0.0"/>
        </w:rPr>
      </w:pPr>
      <w:r w:rsidRPr="00EE3870">
        <w:t>Table 6.6.5.2.2-0: Applicability of operating band unwanted emission requirements for BC1 and BC3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2"/>
        <w:gridCol w:w="2492"/>
        <w:gridCol w:w="2757"/>
      </w:tblGrid>
      <w:tr w:rsidR="004D1501" w:rsidRPr="00EE3870" w14:paraId="0984D5B7" w14:textId="77777777" w:rsidTr="00727B4F">
        <w:trPr>
          <w:cantSplit/>
          <w:jc w:val="center"/>
        </w:trPr>
        <w:tc>
          <w:tcPr>
            <w:tcW w:w="0" w:type="auto"/>
          </w:tcPr>
          <w:p w14:paraId="0984D5B4" w14:textId="77777777" w:rsidR="004D1501" w:rsidRPr="00EE3870" w:rsidRDefault="004D1501" w:rsidP="00727B4F">
            <w:pPr>
              <w:pStyle w:val="TAH"/>
              <w:rPr>
                <w:rFonts w:cs="Arial"/>
                <w:szCs w:val="18"/>
              </w:rPr>
            </w:pPr>
            <w:r w:rsidRPr="00EE3870">
              <w:rPr>
                <w:rFonts w:cs="Arial"/>
                <w:szCs w:val="18"/>
              </w:rPr>
              <w:t>NR band operation</w:t>
            </w:r>
          </w:p>
        </w:tc>
        <w:tc>
          <w:tcPr>
            <w:tcW w:w="0" w:type="auto"/>
          </w:tcPr>
          <w:p w14:paraId="0984D5B5" w14:textId="77777777" w:rsidR="004D1501" w:rsidRPr="00EE3870" w:rsidRDefault="004D1501" w:rsidP="00727B4F">
            <w:pPr>
              <w:pStyle w:val="TAH"/>
              <w:rPr>
                <w:rFonts w:cs="Arial"/>
                <w:szCs w:val="18"/>
              </w:rPr>
            </w:pPr>
            <w:r w:rsidRPr="00EE3870">
              <w:rPr>
                <w:rFonts w:cs="Arial"/>
                <w:szCs w:val="18"/>
              </w:rPr>
              <w:t>UTRA supported (NOTE 1)</w:t>
            </w:r>
          </w:p>
        </w:tc>
        <w:tc>
          <w:tcPr>
            <w:tcW w:w="0" w:type="auto"/>
          </w:tcPr>
          <w:p w14:paraId="0984D5B6" w14:textId="77777777" w:rsidR="004D1501" w:rsidRPr="00EE3870" w:rsidRDefault="004D1501" w:rsidP="00727B4F">
            <w:pPr>
              <w:pStyle w:val="TAH"/>
              <w:rPr>
                <w:rFonts w:cs="Arial"/>
                <w:szCs w:val="18"/>
              </w:rPr>
            </w:pPr>
            <w:r w:rsidRPr="00EE3870">
              <w:rPr>
                <w:rFonts w:cs="Arial"/>
                <w:szCs w:val="18"/>
              </w:rPr>
              <w:t>Applicable requirement table</w:t>
            </w:r>
          </w:p>
        </w:tc>
      </w:tr>
      <w:tr w:rsidR="004D1501" w:rsidRPr="00EE3870" w14:paraId="0984D5BB" w14:textId="77777777" w:rsidTr="00727B4F">
        <w:trPr>
          <w:cantSplit/>
          <w:jc w:val="center"/>
        </w:trPr>
        <w:tc>
          <w:tcPr>
            <w:tcW w:w="0" w:type="auto"/>
          </w:tcPr>
          <w:p w14:paraId="0984D5B8" w14:textId="77777777" w:rsidR="004D1501" w:rsidRPr="00EE3870" w:rsidRDefault="004D1501" w:rsidP="00727B4F">
            <w:pPr>
              <w:pStyle w:val="TAC"/>
            </w:pPr>
            <w:r w:rsidRPr="00EE3870">
              <w:t>None</w:t>
            </w:r>
          </w:p>
        </w:tc>
        <w:tc>
          <w:tcPr>
            <w:tcW w:w="0" w:type="auto"/>
          </w:tcPr>
          <w:p w14:paraId="0984D5B9" w14:textId="77777777" w:rsidR="004D1501" w:rsidRPr="00EE3870" w:rsidRDefault="004D1501" w:rsidP="00727B4F">
            <w:pPr>
              <w:pStyle w:val="TAC"/>
            </w:pPr>
            <w:r w:rsidRPr="00EE3870">
              <w:t>Y/N</w:t>
            </w:r>
          </w:p>
        </w:tc>
        <w:tc>
          <w:tcPr>
            <w:tcW w:w="0" w:type="auto"/>
          </w:tcPr>
          <w:p w14:paraId="0984D5BA" w14:textId="77777777" w:rsidR="004D1501" w:rsidRPr="00EE3870" w:rsidRDefault="004D1501" w:rsidP="00727B4F">
            <w:pPr>
              <w:pStyle w:val="TAC"/>
            </w:pPr>
            <w:r w:rsidRPr="00EE3870">
              <w:t>6.6.5.2.2-1</w:t>
            </w:r>
          </w:p>
        </w:tc>
      </w:tr>
      <w:tr w:rsidR="004D1501" w:rsidRPr="00EE3870" w14:paraId="0984D5BF" w14:textId="77777777" w:rsidTr="00727B4F">
        <w:trPr>
          <w:cantSplit/>
          <w:jc w:val="center"/>
        </w:trPr>
        <w:tc>
          <w:tcPr>
            <w:tcW w:w="0" w:type="auto"/>
          </w:tcPr>
          <w:p w14:paraId="0984D5BC" w14:textId="77777777" w:rsidR="004D1501" w:rsidRPr="00EE3870" w:rsidRDefault="004D1501" w:rsidP="00727B4F">
            <w:pPr>
              <w:pStyle w:val="TAC"/>
            </w:pPr>
            <w:r w:rsidRPr="00EE3870">
              <w:t>In certain regions (NOTE 2), band 1</w:t>
            </w:r>
          </w:p>
        </w:tc>
        <w:tc>
          <w:tcPr>
            <w:tcW w:w="0" w:type="auto"/>
          </w:tcPr>
          <w:p w14:paraId="0984D5BD" w14:textId="77777777" w:rsidR="004D1501" w:rsidRPr="00EE3870" w:rsidRDefault="004D1501" w:rsidP="00727B4F">
            <w:pPr>
              <w:pStyle w:val="TAC"/>
            </w:pPr>
            <w:r w:rsidRPr="00EE3870">
              <w:t>N</w:t>
            </w:r>
          </w:p>
        </w:tc>
        <w:tc>
          <w:tcPr>
            <w:tcW w:w="0" w:type="auto"/>
          </w:tcPr>
          <w:p w14:paraId="0984D5BE" w14:textId="77777777" w:rsidR="004D1501" w:rsidRPr="00EE3870" w:rsidRDefault="004D1501" w:rsidP="00727B4F">
            <w:pPr>
              <w:pStyle w:val="TAC"/>
            </w:pPr>
            <w:r w:rsidRPr="00EE3870">
              <w:t>6.6.5.2.2-1</w:t>
            </w:r>
          </w:p>
        </w:tc>
      </w:tr>
      <w:tr w:rsidR="004D1501" w:rsidRPr="00EE3870" w14:paraId="0984D5C3" w14:textId="77777777" w:rsidTr="00727B4F">
        <w:trPr>
          <w:cantSplit/>
          <w:jc w:val="center"/>
        </w:trPr>
        <w:tc>
          <w:tcPr>
            <w:tcW w:w="0" w:type="auto"/>
          </w:tcPr>
          <w:p w14:paraId="0984D5C0" w14:textId="77777777" w:rsidR="004D1501" w:rsidRPr="00EE3870" w:rsidRDefault="004D1501" w:rsidP="00727B4F">
            <w:pPr>
              <w:pStyle w:val="TAC"/>
            </w:pPr>
            <w:r w:rsidRPr="00EE3870">
              <w:t>Any below 1 GHz</w:t>
            </w:r>
          </w:p>
        </w:tc>
        <w:tc>
          <w:tcPr>
            <w:tcW w:w="0" w:type="auto"/>
          </w:tcPr>
          <w:p w14:paraId="0984D5C1" w14:textId="77777777" w:rsidR="004D1501" w:rsidRPr="00EE3870" w:rsidRDefault="004D1501" w:rsidP="00727B4F">
            <w:pPr>
              <w:pStyle w:val="TAC"/>
            </w:pPr>
            <w:r w:rsidRPr="00EE3870">
              <w:t>N</w:t>
            </w:r>
          </w:p>
        </w:tc>
        <w:tc>
          <w:tcPr>
            <w:tcW w:w="0" w:type="auto"/>
          </w:tcPr>
          <w:p w14:paraId="0984D5C2" w14:textId="77777777" w:rsidR="004D1501" w:rsidRPr="00EE3870" w:rsidRDefault="004D1501" w:rsidP="00727B4F">
            <w:pPr>
              <w:pStyle w:val="TAC"/>
            </w:pPr>
            <w:r w:rsidRPr="00EE3870">
              <w:t>6.6.5.2.2-1a</w:t>
            </w:r>
          </w:p>
        </w:tc>
      </w:tr>
      <w:tr w:rsidR="004D1501" w:rsidRPr="00EE3870" w14:paraId="0984D5C7" w14:textId="77777777" w:rsidTr="00727B4F">
        <w:trPr>
          <w:cantSplit/>
          <w:jc w:val="center"/>
        </w:trPr>
        <w:tc>
          <w:tcPr>
            <w:tcW w:w="0" w:type="auto"/>
          </w:tcPr>
          <w:p w14:paraId="0984D5C4" w14:textId="77777777" w:rsidR="004D1501" w:rsidRPr="00EE3870" w:rsidRDefault="004D1501" w:rsidP="00727B4F">
            <w:pPr>
              <w:pStyle w:val="TAC"/>
            </w:pPr>
            <w:r w:rsidRPr="00EE3870">
              <w:t>Any above 1 GHz except for certain regions (NOTE 2), band 1</w:t>
            </w:r>
          </w:p>
        </w:tc>
        <w:tc>
          <w:tcPr>
            <w:tcW w:w="0" w:type="auto"/>
          </w:tcPr>
          <w:p w14:paraId="0984D5C5" w14:textId="77777777" w:rsidR="004D1501" w:rsidRPr="00EE3870" w:rsidRDefault="004D1501" w:rsidP="00727B4F">
            <w:pPr>
              <w:pStyle w:val="TAC"/>
            </w:pPr>
            <w:r w:rsidRPr="00EE3870">
              <w:t>N</w:t>
            </w:r>
          </w:p>
        </w:tc>
        <w:tc>
          <w:tcPr>
            <w:tcW w:w="0" w:type="auto"/>
          </w:tcPr>
          <w:p w14:paraId="0984D5C6" w14:textId="77777777" w:rsidR="004D1501" w:rsidRPr="00EE3870" w:rsidRDefault="004D1501" w:rsidP="00727B4F">
            <w:pPr>
              <w:pStyle w:val="TAC"/>
            </w:pPr>
            <w:r w:rsidRPr="00EE3870">
              <w:t>6.6.2.1-1b</w:t>
            </w:r>
          </w:p>
        </w:tc>
      </w:tr>
      <w:tr w:rsidR="004D1501" w:rsidRPr="00EE3870" w14:paraId="0984D5CA" w14:textId="77777777" w:rsidTr="00727B4F">
        <w:trPr>
          <w:cantSplit/>
          <w:jc w:val="center"/>
        </w:trPr>
        <w:tc>
          <w:tcPr>
            <w:tcW w:w="0" w:type="auto"/>
            <w:gridSpan w:val="3"/>
          </w:tcPr>
          <w:p w14:paraId="0984D5C8" w14:textId="77777777" w:rsidR="004D1501" w:rsidRPr="00EE3870" w:rsidRDefault="004D1501" w:rsidP="00727B4F">
            <w:pPr>
              <w:pStyle w:val="TAN"/>
            </w:pPr>
            <w:r w:rsidRPr="00EE3870">
              <w:t>NOTE 1:</w:t>
            </w:r>
            <w:r w:rsidRPr="00EE3870">
              <w:tab/>
              <w:t>NR operation with UTRA is not supported in this version of specification.</w:t>
            </w:r>
          </w:p>
          <w:p w14:paraId="0984D5C9" w14:textId="77777777" w:rsidR="004D1501" w:rsidRPr="00EE3870" w:rsidRDefault="004D1501" w:rsidP="00727B4F">
            <w:pPr>
              <w:pStyle w:val="TAN"/>
              <w:rPr>
                <w:rFonts w:cs="Arial"/>
              </w:rPr>
            </w:pPr>
            <w:r w:rsidRPr="00EE3870">
              <w:rPr>
                <w:rFonts w:cs="Arial"/>
              </w:rPr>
              <w:t>NOTE 2:</w:t>
            </w:r>
            <w:r w:rsidRPr="00EE3870">
              <w:tab/>
            </w:r>
            <w:r w:rsidRPr="00EE3870">
              <w:rPr>
                <w:rFonts w:cs="Arial"/>
              </w:rPr>
              <w:t xml:space="preserve">Applicable only for operation in regions </w:t>
            </w:r>
            <w:r w:rsidRPr="00EE3870">
              <w:t>where Category B limits as defined in ITU-R Recommendation SM.329 [14] are used for which category B option 2 operating band unwanted emissions requirements as defined in TS 36.104 [8] and TS 38.104 [27] are applied.</w:t>
            </w:r>
          </w:p>
        </w:tc>
      </w:tr>
    </w:tbl>
    <w:p w14:paraId="0984D5CB" w14:textId="77777777" w:rsidR="003E32EB" w:rsidRPr="00EF2F0E" w:rsidRDefault="003E32EB" w:rsidP="00A40339">
      <w:pPr>
        <w:pStyle w:val="B10"/>
      </w:pPr>
    </w:p>
    <w:p w14:paraId="0984D5CC" w14:textId="77777777" w:rsidR="003E32EB" w:rsidRPr="00EF2F0E" w:rsidRDefault="003E32EB" w:rsidP="00A40339">
      <w:pPr>
        <w:rPr>
          <w:lang w:eastAsia="zh-CN"/>
        </w:rPr>
      </w:pPr>
      <w:r w:rsidRPr="00EF2F0E">
        <w:t xml:space="preserve">For a </w:t>
      </w:r>
      <w:r w:rsidRPr="00EF2F0E">
        <w:rPr>
          <w:i/>
        </w:rPr>
        <w:t>multi-band TAB connector</w:t>
      </w:r>
      <w:r w:rsidRPr="00EF2F0E">
        <w:t xml:space="preserve">, inside any </w:t>
      </w:r>
      <w:r w:rsidRPr="00EF2F0E">
        <w:rPr>
          <w:i/>
        </w:rPr>
        <w:t>Inter</w:t>
      </w:r>
      <w:r w:rsidRPr="00EF2F0E">
        <w:rPr>
          <w:i/>
          <w:lang w:eastAsia="zh-CN"/>
        </w:rPr>
        <w:t xml:space="preserve"> </w:t>
      </w:r>
      <w:r w:rsidRPr="00EF2F0E">
        <w:rPr>
          <w:i/>
        </w:rPr>
        <w:t>RF Bandwidth gaps</w:t>
      </w:r>
      <w:r w:rsidRPr="00EF2F0E">
        <w:t xml:space="preserve"> with Wgap &lt; </w:t>
      </w:r>
      <w:r w:rsidR="00FF0B46" w:rsidRPr="00EF2F0E">
        <w:t>2×Δf</w:t>
      </w:r>
      <w:r w:rsidR="00FF0B46" w:rsidRPr="00EF2F0E">
        <w:rPr>
          <w:vertAlign w:val="subscript"/>
        </w:rPr>
        <w:t>OBUE</w:t>
      </w:r>
      <w:r w:rsidRPr="00EF2F0E">
        <w:t xml:space="preserve"> MHz, </w:t>
      </w:r>
      <w:r w:rsidR="00554FCD" w:rsidRPr="00EF2F0E">
        <w:t xml:space="preserve">a combined </w:t>
      </w:r>
      <w:r w:rsidR="00554FCD" w:rsidRPr="00EF2F0E">
        <w:rPr>
          <w:i/>
        </w:rPr>
        <w:t xml:space="preserve">basic </w:t>
      </w:r>
      <w:r w:rsidR="00554FCD" w:rsidRPr="00EF2F0E">
        <w:t xml:space="preserve">limit shall be applied which is the cumulative sum of </w:t>
      </w:r>
      <w:r w:rsidRPr="00EF2F0E">
        <w:t xml:space="preserve">emissions shall not exceed the cumulative sum of the </w:t>
      </w:r>
      <w:r w:rsidRPr="00EF2F0E">
        <w:rPr>
          <w:i/>
        </w:rPr>
        <w:t>basic limits</w:t>
      </w:r>
      <w:r w:rsidRPr="00EF2F0E">
        <w:t xml:space="preserve"> specified at the </w:t>
      </w:r>
      <w:r w:rsidRPr="00EF2F0E">
        <w:rPr>
          <w:i/>
        </w:rPr>
        <w:t>Base Station RF Bandwidth edges</w:t>
      </w:r>
      <w:r w:rsidRPr="00EF2F0E">
        <w:t xml:space="preserve"> on each side of the </w:t>
      </w:r>
      <w:r w:rsidRPr="00EF2F0E">
        <w:rPr>
          <w:i/>
        </w:rPr>
        <w:t>Inter-RF Bandwidth gap</w:t>
      </w:r>
      <w:r w:rsidRPr="00EF2F0E">
        <w:t xml:space="preserve">. The </w:t>
      </w:r>
      <w:r w:rsidRPr="00EF2F0E">
        <w:rPr>
          <w:i/>
        </w:rPr>
        <w:t>basic limit</w:t>
      </w:r>
      <w:r w:rsidRPr="00EF2F0E">
        <w:t xml:space="preserve"> for </w:t>
      </w:r>
      <w:r w:rsidRPr="00EF2F0E">
        <w:rPr>
          <w:i/>
        </w:rPr>
        <w:t>Base Station RF Bandwidth edge</w:t>
      </w:r>
      <w:r w:rsidRPr="00EF2F0E">
        <w:t xml:space="preserve"> is specified in table 6.6.5.2.2-1 to 6.6.5.2.2-4</w:t>
      </w:r>
      <w:r w:rsidRPr="00EF2F0E">
        <w:rPr>
          <w:lang w:eastAsia="zh-CN"/>
        </w:rPr>
        <w:t xml:space="preserve"> </w:t>
      </w:r>
      <w:r w:rsidRPr="00EF2F0E">
        <w:t xml:space="preserve">below, </w:t>
      </w:r>
      <w:r w:rsidRPr="00EF2F0E">
        <w:rPr>
          <w:rFonts w:cs="v5.0.0"/>
        </w:rPr>
        <w:t>where in this case:</w:t>
      </w:r>
    </w:p>
    <w:p w14:paraId="0984D5CD" w14:textId="77777777" w:rsidR="003E32EB" w:rsidRPr="00EF2F0E" w:rsidRDefault="003E32EB" w:rsidP="00A40339">
      <w:pPr>
        <w:pStyle w:val="B10"/>
      </w:pPr>
      <w:r w:rsidRPr="00EF2F0E">
        <w:t>-</w:t>
      </w:r>
      <w:r w:rsidRPr="00EF2F0E">
        <w:tab/>
      </w:r>
      <w:r w:rsidRPr="00EF2F0E">
        <w:sym w:font="Symbol" w:char="F044"/>
      </w:r>
      <w:r w:rsidRPr="00EF2F0E">
        <w:t xml:space="preserve">f is the separation between the </w:t>
      </w:r>
      <w:r w:rsidRPr="00EF2F0E">
        <w:rPr>
          <w:i/>
        </w:rPr>
        <w:t>Base Station RF Bandwidth edge</w:t>
      </w:r>
      <w:r w:rsidRPr="00EF2F0E">
        <w:t xml:space="preserve"> frequency and the nominal -3 dB point of the measuring filter closest to the carrier frequency.</w:t>
      </w:r>
    </w:p>
    <w:p w14:paraId="0984D5CE" w14:textId="77777777" w:rsidR="003E32EB" w:rsidRPr="00EF2F0E" w:rsidRDefault="003E32EB" w:rsidP="00A40339">
      <w:pPr>
        <w:pStyle w:val="B10"/>
      </w:pPr>
      <w:r w:rsidRPr="00EF2F0E">
        <w:t>-</w:t>
      </w:r>
      <w:r w:rsidRPr="00EF2F0E">
        <w:tab/>
        <w:t xml:space="preserve">f_offset is the separation between the </w:t>
      </w:r>
      <w:r w:rsidRPr="00EF2F0E">
        <w:rPr>
          <w:i/>
        </w:rPr>
        <w:t>Base Station RF Bandwidth edge</w:t>
      </w:r>
      <w:r w:rsidRPr="00EF2F0E">
        <w:t xml:space="preserve"> frequency and the centre of the measuring filter.</w:t>
      </w:r>
    </w:p>
    <w:p w14:paraId="0984D5CF" w14:textId="77777777" w:rsidR="003E32EB" w:rsidRPr="00EF2F0E" w:rsidRDefault="003E32EB" w:rsidP="00A40339">
      <w:pPr>
        <w:pStyle w:val="B10"/>
        <w:rPr>
          <w:lang w:eastAsia="zh-CN"/>
        </w:rPr>
      </w:pPr>
      <w:r w:rsidRPr="00EF2F0E">
        <w:t>-</w:t>
      </w:r>
      <w:r w:rsidRPr="00EF2F0E">
        <w:tab/>
        <w:t>f_offset</w:t>
      </w:r>
      <w:r w:rsidRPr="00EF2F0E">
        <w:rPr>
          <w:vertAlign w:val="subscript"/>
        </w:rPr>
        <w:t>max</w:t>
      </w:r>
      <w:r w:rsidRPr="00EF2F0E">
        <w:t xml:space="preserve"> is equal to the inter </w:t>
      </w:r>
      <w:r w:rsidRPr="00EF2F0E">
        <w:rPr>
          <w:i/>
        </w:rPr>
        <w:t xml:space="preserve">Base Station RF Bandwidth </w:t>
      </w:r>
      <w:r w:rsidRPr="00EF2F0E">
        <w:t>gap minus half of the bandwidth of the measuring filter.</w:t>
      </w:r>
    </w:p>
    <w:p w14:paraId="0984D5D0" w14:textId="77777777" w:rsidR="003E32EB" w:rsidRPr="00EF2F0E" w:rsidRDefault="003E32EB" w:rsidP="00A40339">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f_offsetmax minus half of the bandwidth of the measuring filter.</w:t>
      </w:r>
    </w:p>
    <w:p w14:paraId="0984D5D1" w14:textId="77777777" w:rsidR="00625570" w:rsidRPr="00EF2F0E" w:rsidRDefault="00625570" w:rsidP="00625570">
      <w:r w:rsidRPr="00EF2F0E">
        <w:t xml:space="preserve">For a </w:t>
      </w:r>
      <w:r w:rsidRPr="00EF2F0E">
        <w:rPr>
          <w:i/>
        </w:rPr>
        <w:t>multi-band TAB connector</w:t>
      </w:r>
      <w:r w:rsidRPr="00EF2F0E">
        <w:t xml:space="preserve">, the operating band unwanted emission </w:t>
      </w:r>
      <w:r w:rsidRPr="00EF2F0E">
        <w:rPr>
          <w:i/>
        </w:rPr>
        <w:t>basic limits</w:t>
      </w:r>
      <w:r w:rsidRPr="00EF2F0E">
        <w:t xml:space="preserve"> apply also in a supported operating band without any carriers transmitted, in the case where there are carriers transmitted in other operating band(s). In this case where there is no carrier transmitted in an operating band, the operating band unwanted emission limit, as defined in the tables of the present subclause for the largest frequency offset (</w:t>
      </w:r>
      <w:r w:rsidRPr="00EF2F0E">
        <w:sym w:font="Symbol" w:char="F044"/>
      </w:r>
      <w:r w:rsidRPr="00EF2F0E">
        <w:t>f</w:t>
      </w:r>
      <w:r w:rsidRPr="00EF2F0E">
        <w:rPr>
          <w:vertAlign w:val="subscript"/>
        </w:rPr>
        <w:t>max</w:t>
      </w:r>
      <w:r w:rsidRPr="00EF2F0E">
        <w:t xml:space="preserve">), of a band where there is no carrier transmitted shall apply from 10 MHz below the lowest frequency, up to 10 MHz above the highest frequency of the supported downlink operating band without any carrier transmitted. And no cumulative </w:t>
      </w:r>
      <w:r w:rsidRPr="00EF2F0E">
        <w:rPr>
          <w:i/>
        </w:rPr>
        <w:t>basic limits</w:t>
      </w:r>
      <w:r w:rsidRPr="00EF2F0E">
        <w:t xml:space="preserve"> are applied in the </w:t>
      </w:r>
      <w:r w:rsidRPr="00EF2F0E">
        <w:rPr>
          <w:i/>
        </w:rPr>
        <w:t>inter-band gap</w:t>
      </w:r>
      <w:r w:rsidRPr="00EF2F0E">
        <w:t xml:space="preserve"> between a supported downlink band with carrier(s) transmitted and a supported downlink band without any carrier transmitted. </w:t>
      </w:r>
    </w:p>
    <w:p w14:paraId="0984D5D2" w14:textId="77777777" w:rsidR="003E32EB" w:rsidRPr="00EF2F0E" w:rsidRDefault="003E32EB" w:rsidP="00A40339">
      <w:r w:rsidRPr="00EF2F0E">
        <w:t xml:space="preserve">Inside any </w:t>
      </w:r>
      <w:r w:rsidRPr="00EF2F0E">
        <w:rPr>
          <w:i/>
        </w:rPr>
        <w:t>sub-block gap</w:t>
      </w:r>
      <w:r w:rsidRPr="00EF2F0E">
        <w:t xml:space="preserve"> for a </w:t>
      </w:r>
      <w:r w:rsidRPr="00EF2F0E">
        <w:rPr>
          <w:i/>
        </w:rPr>
        <w:t>TAB connector</w:t>
      </w:r>
      <w:r w:rsidRPr="00EF2F0E">
        <w:t xml:space="preserve"> operating in </w:t>
      </w:r>
      <w:r w:rsidRPr="00EF2F0E">
        <w:rPr>
          <w:i/>
        </w:rPr>
        <w:t>non-contiguous spectrum</w:t>
      </w:r>
      <w:r w:rsidRPr="00EF2F0E">
        <w:t xml:space="preserve">, </w:t>
      </w:r>
      <w:r w:rsidR="00554FCD" w:rsidRPr="00EF2F0E">
        <w:t xml:space="preserve">a combined </w:t>
      </w:r>
      <w:r w:rsidR="00554FCD" w:rsidRPr="00EF2F0E">
        <w:rPr>
          <w:i/>
        </w:rPr>
        <w:t xml:space="preserve">basic </w:t>
      </w:r>
      <w:r w:rsidR="00554FCD" w:rsidRPr="00EF2F0E">
        <w:t>limit shall be applied which is the cumulative sum of</w:t>
      </w:r>
      <w:r w:rsidRPr="00EF2F0E">
        <w:t xml:space="preserve"> the </w:t>
      </w:r>
      <w:r w:rsidRPr="00EF2F0E">
        <w:rPr>
          <w:i/>
        </w:rPr>
        <w:t>basic limits</w:t>
      </w:r>
      <w:r w:rsidRPr="00EF2F0E">
        <w:t xml:space="preserve"> specified for the adjacent sub blocks on each side of the </w:t>
      </w:r>
      <w:r w:rsidRPr="00EF2F0E">
        <w:rPr>
          <w:i/>
        </w:rPr>
        <w:t>sub-block gap</w:t>
      </w:r>
      <w:r w:rsidRPr="00EF2F0E">
        <w:t xml:space="preserve">. The </w:t>
      </w:r>
      <w:r w:rsidRPr="00EF2F0E">
        <w:rPr>
          <w:i/>
        </w:rPr>
        <w:t>basic limit</w:t>
      </w:r>
      <w:r w:rsidRPr="00EF2F0E">
        <w:t xml:space="preserve"> for each sub block is specified in tables 6.6.5.2.2-1 to 6.6.5.2.2-4 below, where in this case:</w:t>
      </w:r>
    </w:p>
    <w:p w14:paraId="0984D5D3" w14:textId="77777777" w:rsidR="003E32EB" w:rsidRPr="00EF2F0E" w:rsidRDefault="003E32EB" w:rsidP="00A40339">
      <w:pPr>
        <w:pStyle w:val="B10"/>
      </w:pPr>
      <w:r w:rsidRPr="00EF2F0E">
        <w:t>-</w:t>
      </w:r>
      <w:r w:rsidRPr="00EF2F0E">
        <w:tab/>
      </w:r>
      <w:r w:rsidRPr="00EF2F0E">
        <w:sym w:font="Symbol" w:char="F044"/>
      </w:r>
      <w:r w:rsidRPr="00EF2F0E">
        <w:t>f is the separation between the sub block edge frequency and the nominal -3 dB point of the measuring filter closest to the sub block edge.</w:t>
      </w:r>
    </w:p>
    <w:p w14:paraId="0984D5D4" w14:textId="77777777" w:rsidR="003E32EB" w:rsidRPr="00EF2F0E" w:rsidRDefault="003E32EB" w:rsidP="00A40339">
      <w:pPr>
        <w:pStyle w:val="B10"/>
      </w:pPr>
      <w:r w:rsidRPr="00EF2F0E">
        <w:t>-</w:t>
      </w:r>
      <w:r w:rsidRPr="00EF2F0E">
        <w:tab/>
        <w:t>f_offset is the separation between the sub block edge frequency and the centre of the measuring filter.</w:t>
      </w:r>
    </w:p>
    <w:p w14:paraId="0984D5D5" w14:textId="77777777" w:rsidR="003E32EB" w:rsidRPr="00EF2F0E" w:rsidRDefault="003E32EB" w:rsidP="00A40339">
      <w:pPr>
        <w:pStyle w:val="B10"/>
      </w:pPr>
      <w:r w:rsidRPr="00EF2F0E">
        <w:t>-</w:t>
      </w:r>
      <w:r w:rsidRPr="00EF2F0E">
        <w:tab/>
        <w:t>f_offset</w:t>
      </w:r>
      <w:r w:rsidRPr="00EF2F0E">
        <w:rPr>
          <w:vertAlign w:val="subscript"/>
        </w:rPr>
        <w:t>max</w:t>
      </w:r>
      <w:r w:rsidRPr="00EF2F0E">
        <w:t xml:space="preserve"> is equal to the </w:t>
      </w:r>
      <w:r w:rsidRPr="00EF2F0E">
        <w:rPr>
          <w:i/>
        </w:rPr>
        <w:t>sub-block gap</w:t>
      </w:r>
      <w:r w:rsidRPr="00EF2F0E">
        <w:t xml:space="preserve"> bandwidth </w:t>
      </w:r>
      <w:r w:rsidRPr="00EF2F0E">
        <w:rPr>
          <w:rFonts w:cs="v5.0.0"/>
          <w:lang w:eastAsia="zh-CN"/>
        </w:rPr>
        <w:t>minus half of the bandwidth of the measuring filter</w:t>
      </w:r>
      <w:r w:rsidRPr="00EF2F0E">
        <w:t>.</w:t>
      </w:r>
    </w:p>
    <w:p w14:paraId="0984D5D6" w14:textId="77777777" w:rsidR="003E32EB" w:rsidRPr="00EF2F0E" w:rsidRDefault="003E32EB" w:rsidP="00A40339">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f_offset</w:t>
      </w:r>
      <w:r w:rsidRPr="00EF2F0E">
        <w:rPr>
          <w:vertAlign w:val="subscript"/>
        </w:rPr>
        <w:t>max</w:t>
      </w:r>
      <w:r w:rsidRPr="00EF2F0E">
        <w:t xml:space="preserve"> minus half of the bandwidth of the measuring filter.</w:t>
      </w:r>
    </w:p>
    <w:p w14:paraId="0984D5D7" w14:textId="7BE24E6E" w:rsidR="003E32EB" w:rsidRPr="00EF2F0E" w:rsidRDefault="003E32EB" w:rsidP="00A40339">
      <w:pPr>
        <w:pStyle w:val="TH"/>
        <w:rPr>
          <w:rFonts w:cs="v5.0.0"/>
        </w:rPr>
      </w:pPr>
      <w:r w:rsidRPr="00EF2F0E">
        <w:t xml:space="preserve">Table 6.6.5.2.2-1: </w:t>
      </w:r>
      <w:r w:rsidR="00BC31DB">
        <w:t>WA BS OBUE in</w:t>
      </w:r>
      <w:r w:rsidR="00BC31DB" w:rsidRPr="00DF5484">
        <w:t xml:space="preserve"> BC1 and BC3 bands applicable for: BS not supporting NR; </w:t>
      </w:r>
      <w:r w:rsidR="00BC31DB">
        <w:t xml:space="preserve">or </w:t>
      </w:r>
      <w:r w:rsidR="00BC31DB" w:rsidRPr="00DF5484">
        <w:t>BS supporting NR in Band n1</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D5DC" w14:textId="77777777" w:rsidTr="00A40339">
        <w:trPr>
          <w:cantSplit/>
          <w:jc w:val="center"/>
        </w:trPr>
        <w:tc>
          <w:tcPr>
            <w:tcW w:w="2127" w:type="dxa"/>
          </w:tcPr>
          <w:p w14:paraId="0984D5D8"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Pr>
          <w:p w14:paraId="0984D5D9"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Pr>
          <w:p w14:paraId="0984D5DA" w14:textId="77777777" w:rsidR="003E32EB" w:rsidRPr="00EF2F0E" w:rsidRDefault="003E32EB" w:rsidP="00A40339">
            <w:pPr>
              <w:pStyle w:val="TAH"/>
              <w:rPr>
                <w:rFonts w:cs="Arial"/>
              </w:rPr>
            </w:pPr>
            <w:r w:rsidRPr="00EF2F0E">
              <w:rPr>
                <w:rFonts w:cs="v5.0.0"/>
                <w:i/>
              </w:rPr>
              <w:t>Basic Limit</w:t>
            </w:r>
            <w:r w:rsidRPr="00EF2F0E">
              <w:rPr>
                <w:rFonts w:cs="Arial"/>
                <w:i/>
              </w:rPr>
              <w:t xml:space="preserve"> </w:t>
            </w:r>
            <w:r w:rsidRPr="00EF2F0E">
              <w:rPr>
                <w:rFonts w:cs="Arial"/>
              </w:rPr>
              <w:t xml:space="preserve">(NOTE 1, </w:t>
            </w:r>
            <w:r w:rsidRPr="00EF2F0E">
              <w:rPr>
                <w:rFonts w:cs="Arial"/>
                <w:lang w:eastAsia="zh-CN"/>
              </w:rPr>
              <w:t>2</w:t>
            </w:r>
            <w:r w:rsidRPr="00EF2F0E">
              <w:rPr>
                <w:rFonts w:cs="Arial"/>
              </w:rPr>
              <w:t>)</w:t>
            </w:r>
          </w:p>
        </w:tc>
        <w:tc>
          <w:tcPr>
            <w:tcW w:w="1430" w:type="dxa"/>
          </w:tcPr>
          <w:p w14:paraId="0984D5DB"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(NOTE 4)</w:t>
            </w:r>
          </w:p>
        </w:tc>
      </w:tr>
      <w:tr w:rsidR="003401A4" w:rsidRPr="00EF2F0E" w14:paraId="0984D5E1" w14:textId="77777777" w:rsidTr="00A40339">
        <w:trPr>
          <w:cantSplit/>
          <w:jc w:val="center"/>
        </w:trPr>
        <w:tc>
          <w:tcPr>
            <w:tcW w:w="2127" w:type="dxa"/>
          </w:tcPr>
          <w:p w14:paraId="0984D5DD" w14:textId="77777777" w:rsidR="003E32EB" w:rsidRPr="00EF2F0E" w:rsidRDefault="003E32EB" w:rsidP="00A40339">
            <w:pPr>
              <w:pStyle w:val="TAC"/>
              <w:rPr>
                <w:rFonts w:cs="Arial"/>
              </w:rPr>
            </w:pPr>
            <w:r w:rsidRPr="00EF2F0E">
              <w:rPr>
                <w:rFonts w:cs="Arial"/>
              </w:rPr>
              <w:t xml:space="preserve">0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0.2 MHz</w:t>
            </w:r>
          </w:p>
        </w:tc>
        <w:tc>
          <w:tcPr>
            <w:tcW w:w="2976" w:type="dxa"/>
          </w:tcPr>
          <w:p w14:paraId="0984D5DE" w14:textId="77777777" w:rsidR="003E32EB" w:rsidRPr="00EF2F0E" w:rsidRDefault="003E32EB" w:rsidP="00A40339">
            <w:pPr>
              <w:pStyle w:val="TAC"/>
              <w:rPr>
                <w:rFonts w:cs="Arial"/>
              </w:rPr>
            </w:pPr>
            <w:r w:rsidRPr="00EF2F0E">
              <w:rPr>
                <w:rFonts w:cs="Arial"/>
              </w:rPr>
              <w:t xml:space="preserve">0.015MHz </w:t>
            </w:r>
            <w:r w:rsidRPr="00EF2F0E">
              <w:rPr>
                <w:rFonts w:cs="Arial"/>
              </w:rPr>
              <w:sym w:font="Symbol" w:char="F0A3"/>
            </w:r>
            <w:r w:rsidRPr="00EF2F0E">
              <w:rPr>
                <w:rFonts w:cs="Arial"/>
              </w:rPr>
              <w:t xml:space="preserve"> f_offset &lt; 0.215MHz </w:t>
            </w:r>
          </w:p>
        </w:tc>
        <w:tc>
          <w:tcPr>
            <w:tcW w:w="3455" w:type="dxa"/>
          </w:tcPr>
          <w:p w14:paraId="0984D5DF" w14:textId="77777777" w:rsidR="003E32EB" w:rsidRPr="00EF2F0E" w:rsidRDefault="003E32EB" w:rsidP="00A40339">
            <w:pPr>
              <w:pStyle w:val="TAC"/>
              <w:rPr>
                <w:rFonts w:cs="Arial"/>
              </w:rPr>
            </w:pPr>
            <w:r w:rsidRPr="00EF2F0E">
              <w:rPr>
                <w:rFonts w:cs="Arial"/>
              </w:rPr>
              <w:t>-14 dBm</w:t>
            </w:r>
          </w:p>
        </w:tc>
        <w:tc>
          <w:tcPr>
            <w:tcW w:w="1430" w:type="dxa"/>
          </w:tcPr>
          <w:p w14:paraId="0984D5E0"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5E7" w14:textId="77777777" w:rsidTr="00A40339">
        <w:trPr>
          <w:cantSplit/>
          <w:jc w:val="center"/>
        </w:trPr>
        <w:tc>
          <w:tcPr>
            <w:tcW w:w="2127" w:type="dxa"/>
          </w:tcPr>
          <w:p w14:paraId="0984D5E2" w14:textId="77777777" w:rsidR="003E32EB" w:rsidRPr="00EF2F0E" w:rsidRDefault="003E32EB" w:rsidP="00A40339">
            <w:pPr>
              <w:pStyle w:val="TAC"/>
              <w:rPr>
                <w:rFonts w:cs="Arial"/>
              </w:rPr>
            </w:pPr>
            <w:r w:rsidRPr="00EF2F0E">
              <w:rPr>
                <w:rFonts w:cs="Arial"/>
              </w:rPr>
              <w:t xml:space="preserve">0.2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1 MHz</w:t>
            </w:r>
          </w:p>
        </w:tc>
        <w:tc>
          <w:tcPr>
            <w:tcW w:w="2976" w:type="dxa"/>
          </w:tcPr>
          <w:p w14:paraId="0984D5E3" w14:textId="77777777" w:rsidR="003E32EB" w:rsidRPr="00EF2F0E" w:rsidRDefault="003E32EB" w:rsidP="00A40339">
            <w:pPr>
              <w:pStyle w:val="TAC"/>
              <w:rPr>
                <w:rFonts w:cs="Arial"/>
              </w:rPr>
            </w:pPr>
            <w:r w:rsidRPr="00EF2F0E">
              <w:rPr>
                <w:rFonts w:cs="Arial"/>
              </w:rPr>
              <w:t xml:space="preserve">0.215MHz </w:t>
            </w:r>
            <w:r w:rsidRPr="00EF2F0E">
              <w:rPr>
                <w:rFonts w:cs="Arial"/>
              </w:rPr>
              <w:sym w:font="Symbol" w:char="F0A3"/>
            </w:r>
            <w:r w:rsidRPr="00EF2F0E">
              <w:rPr>
                <w:rFonts w:cs="Arial"/>
              </w:rPr>
              <w:t xml:space="preserve"> f_offset &lt; 1.015MHz</w:t>
            </w:r>
          </w:p>
        </w:tc>
        <w:tc>
          <w:tcPr>
            <w:tcW w:w="3455" w:type="dxa"/>
          </w:tcPr>
          <w:p w14:paraId="0984D5E4" w14:textId="77777777" w:rsidR="003E32EB" w:rsidRPr="00EF2F0E" w:rsidRDefault="003E32EB" w:rsidP="00A40339">
            <w:pPr>
              <w:pStyle w:val="EQ"/>
              <w:rPr>
                <w:noProof w:val="0"/>
              </w:rPr>
            </w:pPr>
            <w:r w:rsidRPr="00EF2F0E">
              <w:rPr>
                <w:noProof w:val="0"/>
                <w:position w:val="-30"/>
              </w:rPr>
              <w:object w:dxaOrig="3660" w:dyaOrig="720" w14:anchorId="0985119E">
                <v:shape id="_x0000_i1033" type="#_x0000_t75" style="width:152.55pt;height:29.9pt" o:ole="" fillcolor="window">
                  <v:imagedata r:id="rId31" o:title=""/>
                </v:shape>
                <o:OLEObject Type="Embed" ProgID="Equation.3" ShapeID="_x0000_i1033" DrawAspect="Content" ObjectID="_1717663555" r:id="rId32"/>
              </w:object>
            </w:r>
          </w:p>
          <w:p w14:paraId="0984D5E5" w14:textId="77777777" w:rsidR="004C7800" w:rsidRPr="00EF2F0E" w:rsidRDefault="004C7800" w:rsidP="004C7800">
            <w:pPr>
              <w:pStyle w:val="TAC"/>
            </w:pPr>
            <w:r w:rsidRPr="00EF2F0E">
              <w:t>(Note 6)</w:t>
            </w:r>
          </w:p>
        </w:tc>
        <w:tc>
          <w:tcPr>
            <w:tcW w:w="1430" w:type="dxa"/>
          </w:tcPr>
          <w:p w14:paraId="0984D5E6" w14:textId="77777777" w:rsidR="003E32EB" w:rsidRPr="00EF2F0E" w:rsidRDefault="003E32EB" w:rsidP="00A40339">
            <w:pPr>
              <w:pStyle w:val="TAC"/>
              <w:rPr>
                <w:rFonts w:cs="Arial"/>
              </w:rPr>
            </w:pPr>
            <w:r w:rsidRPr="00EF2F0E">
              <w:rPr>
                <w:rFonts w:cs="Arial"/>
              </w:rPr>
              <w:t xml:space="preserve">30 kHz </w:t>
            </w:r>
          </w:p>
        </w:tc>
      </w:tr>
      <w:tr w:rsidR="004C7800" w:rsidRPr="00EF2F0E" w14:paraId="0984D5EC" w14:textId="77777777" w:rsidTr="00A40339">
        <w:trPr>
          <w:cantSplit/>
          <w:jc w:val="center"/>
        </w:trPr>
        <w:tc>
          <w:tcPr>
            <w:tcW w:w="2127" w:type="dxa"/>
          </w:tcPr>
          <w:p w14:paraId="0984D5E8" w14:textId="77777777" w:rsidR="004C7800" w:rsidRPr="00EF2F0E" w:rsidRDefault="004C7800" w:rsidP="004C7800">
            <w:pPr>
              <w:pStyle w:val="TAC"/>
              <w:rPr>
                <w:rFonts w:cs="Arial"/>
              </w:rPr>
            </w:pPr>
            <w:r w:rsidRPr="00EF2F0E">
              <w:rPr>
                <w:rFonts w:cs="Arial"/>
              </w:rPr>
              <w:t>(NOTE 3)</w:t>
            </w:r>
          </w:p>
        </w:tc>
        <w:tc>
          <w:tcPr>
            <w:tcW w:w="2976" w:type="dxa"/>
          </w:tcPr>
          <w:p w14:paraId="0984D5E9" w14:textId="77777777" w:rsidR="004C7800" w:rsidRPr="00EF2F0E" w:rsidRDefault="004C7800" w:rsidP="004C7800">
            <w:pPr>
              <w:pStyle w:val="TAC"/>
              <w:rPr>
                <w:rFonts w:cs="Arial"/>
              </w:rPr>
            </w:pPr>
            <w:r w:rsidRPr="00EF2F0E">
              <w:rPr>
                <w:rFonts w:cs="Arial"/>
              </w:rPr>
              <w:t xml:space="preserve">1.015MHz </w:t>
            </w:r>
            <w:r w:rsidRPr="00EF2F0E">
              <w:rPr>
                <w:rFonts w:cs="Arial"/>
              </w:rPr>
              <w:sym w:font="Symbol" w:char="F0A3"/>
            </w:r>
            <w:r w:rsidRPr="00EF2F0E">
              <w:rPr>
                <w:rFonts w:cs="Arial"/>
              </w:rPr>
              <w:t xml:space="preserve"> f_offset &lt; 1.5 MHz </w:t>
            </w:r>
          </w:p>
        </w:tc>
        <w:tc>
          <w:tcPr>
            <w:tcW w:w="3455" w:type="dxa"/>
          </w:tcPr>
          <w:p w14:paraId="0984D5EA" w14:textId="77777777" w:rsidR="004C7800" w:rsidRPr="00EF2F0E" w:rsidRDefault="004C7800" w:rsidP="004C7800">
            <w:pPr>
              <w:pStyle w:val="TAC"/>
              <w:rPr>
                <w:rFonts w:cs="Arial"/>
              </w:rPr>
            </w:pPr>
            <w:r w:rsidRPr="00EF2F0E">
              <w:rPr>
                <w:rFonts w:cs="Arial"/>
              </w:rPr>
              <w:t>-26 dBm (Note 6)</w:t>
            </w:r>
          </w:p>
        </w:tc>
        <w:tc>
          <w:tcPr>
            <w:tcW w:w="1430" w:type="dxa"/>
          </w:tcPr>
          <w:p w14:paraId="0984D5EB" w14:textId="77777777" w:rsidR="004C7800" w:rsidRPr="00EF2F0E" w:rsidRDefault="004C7800" w:rsidP="004C7800">
            <w:pPr>
              <w:pStyle w:val="TAC"/>
              <w:rPr>
                <w:rFonts w:cs="Arial"/>
              </w:rPr>
            </w:pPr>
            <w:r w:rsidRPr="00EF2F0E">
              <w:rPr>
                <w:rFonts w:cs="Arial"/>
              </w:rPr>
              <w:t xml:space="preserve">30 kHz </w:t>
            </w:r>
          </w:p>
        </w:tc>
      </w:tr>
      <w:tr w:rsidR="004C7800" w:rsidRPr="00EF2F0E" w14:paraId="0984D5F2" w14:textId="77777777" w:rsidTr="00A40339">
        <w:trPr>
          <w:cantSplit/>
          <w:jc w:val="center"/>
        </w:trPr>
        <w:tc>
          <w:tcPr>
            <w:tcW w:w="2127" w:type="dxa"/>
          </w:tcPr>
          <w:p w14:paraId="0984D5ED" w14:textId="77777777" w:rsidR="004C7800" w:rsidRPr="00EF2F0E" w:rsidRDefault="004C7800" w:rsidP="004C7800">
            <w:pPr>
              <w:pStyle w:val="TAC"/>
              <w:rPr>
                <w:rFonts w:cs="Arial"/>
                <w:lang w:val="sv-FI"/>
              </w:rPr>
            </w:pPr>
            <w:r w:rsidRPr="00EF2F0E">
              <w:rPr>
                <w:rFonts w:cs="Arial"/>
                <w:lang w:val="sv-FI"/>
              </w:rPr>
              <w:t xml:space="preserve">1 MHz </w:t>
            </w:r>
            <w:r w:rsidRPr="00EF2F0E">
              <w:rPr>
                <w:rFonts w:cs="Arial"/>
              </w:rPr>
              <w:sym w:font="Symbol" w:char="F0A3"/>
            </w:r>
            <w:r w:rsidRPr="00EF2F0E">
              <w:rPr>
                <w:rFonts w:cs="Arial"/>
                <w:lang w:val="sv-FI"/>
              </w:rPr>
              <w:t xml:space="preserve"> </w:t>
            </w:r>
            <w:r w:rsidRPr="00EF2F0E">
              <w:rPr>
                <w:rFonts w:cs="Arial"/>
              </w:rPr>
              <w:sym w:font="Symbol" w:char="F044"/>
            </w:r>
            <w:r w:rsidRPr="00EF2F0E">
              <w:rPr>
                <w:rFonts w:cs="Arial"/>
                <w:lang w:val="sv-FI"/>
              </w:rPr>
              <w:t xml:space="preserve">f </w:t>
            </w:r>
            <w:r w:rsidRPr="00EF2F0E">
              <w:rPr>
                <w:rFonts w:cs="Arial"/>
              </w:rPr>
              <w:sym w:font="Symbol" w:char="F0A3"/>
            </w:r>
            <w:r w:rsidRPr="00EF2F0E">
              <w:rPr>
                <w:rFonts w:cs="Arial"/>
                <w:lang w:val="sv-FI"/>
              </w:rPr>
              <w:t xml:space="preserve"> </w:t>
            </w:r>
          </w:p>
          <w:p w14:paraId="0984D5EE" w14:textId="77777777" w:rsidR="004C7800" w:rsidRPr="00EF2F0E" w:rsidRDefault="004C7800" w:rsidP="004C7800">
            <w:pPr>
              <w:pStyle w:val="TAC"/>
              <w:rPr>
                <w:rFonts w:cs="Arial"/>
                <w:lang w:val="sv-FI"/>
              </w:rPr>
            </w:pPr>
            <w:r w:rsidRPr="00EF2F0E">
              <w:rPr>
                <w:rFonts w:cs="Arial"/>
                <w:lang w:val="sv-FI"/>
              </w:rPr>
              <w:t>min(</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Arial"/>
                <w:lang w:val="sv-FI"/>
              </w:rPr>
              <w:t xml:space="preserve">, 10 MHz) </w:t>
            </w:r>
          </w:p>
        </w:tc>
        <w:tc>
          <w:tcPr>
            <w:tcW w:w="2976" w:type="dxa"/>
          </w:tcPr>
          <w:p w14:paraId="0984D5EF" w14:textId="77777777" w:rsidR="004C7800" w:rsidRPr="00EF2F0E" w:rsidRDefault="004C7800" w:rsidP="004C7800">
            <w:pPr>
              <w:pStyle w:val="TAC"/>
              <w:rPr>
                <w:rFonts w:cs="Arial"/>
                <w:lang w:val="sv-FI"/>
              </w:rPr>
            </w:pPr>
            <w:r w:rsidRPr="00EF2F0E">
              <w:rPr>
                <w:rFonts w:cs="Arial"/>
                <w:lang w:val="sv-FI"/>
              </w:rPr>
              <w:t xml:space="preserve">1.5 MHz </w:t>
            </w:r>
            <w:r w:rsidRPr="00EF2F0E">
              <w:rPr>
                <w:rFonts w:cs="Arial"/>
              </w:rPr>
              <w:sym w:font="Symbol" w:char="F0A3"/>
            </w:r>
            <w:r w:rsidRPr="00EF2F0E">
              <w:rPr>
                <w:rFonts w:cs="Arial"/>
                <w:lang w:val="sv-FI"/>
              </w:rPr>
              <w:t xml:space="preserve"> f_offset &lt; min(f_offset</w:t>
            </w:r>
            <w:r w:rsidRPr="00EF2F0E">
              <w:rPr>
                <w:rFonts w:cs="Arial"/>
                <w:vertAlign w:val="subscript"/>
                <w:lang w:val="sv-FI"/>
              </w:rPr>
              <w:t>max</w:t>
            </w:r>
            <w:r w:rsidRPr="00EF2F0E">
              <w:rPr>
                <w:rFonts w:cs="Arial"/>
                <w:lang w:val="sv-FI"/>
              </w:rPr>
              <w:t>, 10.5 MHz)</w:t>
            </w:r>
          </w:p>
        </w:tc>
        <w:tc>
          <w:tcPr>
            <w:tcW w:w="3455" w:type="dxa"/>
          </w:tcPr>
          <w:p w14:paraId="0984D5F0" w14:textId="77777777" w:rsidR="004C7800" w:rsidRPr="00EF2F0E" w:rsidRDefault="004C7800" w:rsidP="004C7800">
            <w:pPr>
              <w:pStyle w:val="TAC"/>
              <w:rPr>
                <w:rFonts w:cs="Arial"/>
              </w:rPr>
            </w:pPr>
            <w:r w:rsidRPr="00EF2F0E">
              <w:rPr>
                <w:rFonts w:cs="Arial"/>
              </w:rPr>
              <w:t>-13 dBm (Note 6)</w:t>
            </w:r>
          </w:p>
        </w:tc>
        <w:tc>
          <w:tcPr>
            <w:tcW w:w="1430" w:type="dxa"/>
          </w:tcPr>
          <w:p w14:paraId="0984D5F1" w14:textId="77777777" w:rsidR="004C7800" w:rsidRPr="00EF2F0E" w:rsidRDefault="004C7800" w:rsidP="004C7800">
            <w:pPr>
              <w:pStyle w:val="TAC"/>
              <w:rPr>
                <w:rFonts w:cs="Arial"/>
              </w:rPr>
            </w:pPr>
            <w:r w:rsidRPr="00EF2F0E">
              <w:rPr>
                <w:rFonts w:cs="Arial"/>
              </w:rPr>
              <w:t xml:space="preserve">1 MHz </w:t>
            </w:r>
          </w:p>
        </w:tc>
      </w:tr>
      <w:tr w:rsidR="004C7800" w:rsidRPr="00EF2F0E" w14:paraId="0984D5F7" w14:textId="77777777" w:rsidTr="00A40339">
        <w:trPr>
          <w:cantSplit/>
          <w:jc w:val="center"/>
        </w:trPr>
        <w:tc>
          <w:tcPr>
            <w:tcW w:w="2127" w:type="dxa"/>
          </w:tcPr>
          <w:p w14:paraId="0984D5F3" w14:textId="77777777" w:rsidR="004C7800" w:rsidRPr="00EF2F0E" w:rsidRDefault="004C7800" w:rsidP="004C7800">
            <w:pPr>
              <w:pStyle w:val="TAC"/>
              <w:rPr>
                <w:rFonts w:cs="Arial"/>
              </w:rPr>
            </w:pPr>
            <w:r w:rsidRPr="00EF2F0E">
              <w:rPr>
                <w:rFonts w:cs="Arial"/>
              </w:rPr>
              <w:t xml:space="preserve">10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5F4" w14:textId="77777777" w:rsidR="004C7800" w:rsidRPr="00EF2F0E" w:rsidRDefault="004C7800" w:rsidP="004C7800">
            <w:pPr>
              <w:pStyle w:val="TAC"/>
              <w:rPr>
                <w:rFonts w:cs="Arial"/>
              </w:rPr>
            </w:pPr>
            <w:r w:rsidRPr="00EF2F0E">
              <w:rPr>
                <w:rFonts w:cs="Arial"/>
              </w:rPr>
              <w:t xml:space="preserve">10.5 MHz </w:t>
            </w:r>
            <w:r w:rsidRPr="00EF2F0E">
              <w:rPr>
                <w:rFonts w:cs="Arial"/>
              </w:rPr>
              <w:sym w:font="Symbol" w:char="F0A3"/>
            </w:r>
            <w:r w:rsidRPr="00EF2F0E">
              <w:rPr>
                <w:rFonts w:cs="Arial"/>
              </w:rPr>
              <w:t xml:space="preserve"> f_offset &lt; f_offset</w:t>
            </w:r>
            <w:r w:rsidRPr="00EF2F0E">
              <w:rPr>
                <w:rFonts w:cs="Arial"/>
                <w:vertAlign w:val="subscript"/>
              </w:rPr>
              <w:t>max</w:t>
            </w:r>
            <w:r w:rsidRPr="00EF2F0E">
              <w:rPr>
                <w:rFonts w:cs="Arial"/>
              </w:rPr>
              <w:t xml:space="preserve"> </w:t>
            </w:r>
          </w:p>
        </w:tc>
        <w:tc>
          <w:tcPr>
            <w:tcW w:w="3455" w:type="dxa"/>
          </w:tcPr>
          <w:p w14:paraId="0984D5F5" w14:textId="77777777" w:rsidR="004C7800" w:rsidRPr="00EF2F0E" w:rsidRDefault="004C7800" w:rsidP="004C7800">
            <w:pPr>
              <w:pStyle w:val="TAC"/>
              <w:rPr>
                <w:rFonts w:cs="Arial"/>
              </w:rPr>
            </w:pPr>
            <w:r w:rsidRPr="00EF2F0E">
              <w:rPr>
                <w:rFonts w:cs="Arial"/>
              </w:rPr>
              <w:t>-15 dBm (Note 5, 6)</w:t>
            </w:r>
          </w:p>
        </w:tc>
        <w:tc>
          <w:tcPr>
            <w:tcW w:w="1430" w:type="dxa"/>
          </w:tcPr>
          <w:p w14:paraId="0984D5F6" w14:textId="77777777" w:rsidR="004C7800" w:rsidRPr="00EF2F0E" w:rsidRDefault="004C7800" w:rsidP="004C7800">
            <w:pPr>
              <w:pStyle w:val="TAC"/>
              <w:rPr>
                <w:rFonts w:cs="Arial"/>
              </w:rPr>
            </w:pPr>
            <w:r w:rsidRPr="00EF2F0E">
              <w:rPr>
                <w:rFonts w:cs="Arial"/>
              </w:rPr>
              <w:t xml:space="preserve">1 MHz </w:t>
            </w:r>
          </w:p>
        </w:tc>
      </w:tr>
      <w:tr w:rsidR="003E32EB" w:rsidRPr="00EF2F0E" w14:paraId="0984D5FB" w14:textId="77777777" w:rsidTr="00A40339">
        <w:trPr>
          <w:cantSplit/>
          <w:jc w:val="center"/>
        </w:trPr>
        <w:tc>
          <w:tcPr>
            <w:tcW w:w="9988" w:type="dxa"/>
            <w:gridSpan w:val="4"/>
          </w:tcPr>
          <w:p w14:paraId="0984D5F8" w14:textId="77777777" w:rsidR="003E32EB" w:rsidRPr="00EF2F0E" w:rsidRDefault="003E32EB" w:rsidP="00A40339">
            <w:pPr>
              <w:pStyle w:val="TAN"/>
              <w:rPr>
                <w:rFonts w:cs="Arial"/>
              </w:rPr>
            </w:pPr>
            <w:r w:rsidRPr="00EF2F0E">
              <w:rPr>
                <w:rFonts w:cs="Arial"/>
              </w:rPr>
              <w:t>NOTE 1:</w:t>
            </w:r>
            <w:r w:rsidR="006E5225" w:rsidRPr="00EF2F0E">
              <w:rPr>
                <w:rFonts w:cs="Arial"/>
              </w:rPr>
              <w:tab/>
            </w:r>
            <w:r w:rsidRPr="00EF2F0E">
              <w:rPr>
                <w:rFonts w:cs="Arial"/>
              </w:rPr>
              <w:t xml:space="preserve">For MSR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t>
            </w:r>
            <w:r w:rsidRPr="00EF2F0E">
              <w:rPr>
                <w:rFonts w:cs="Arial"/>
                <w:lang w:eastAsia="zh-CN"/>
              </w:rPr>
              <w:t xml:space="preserve">within any operating band </w:t>
            </w:r>
            <w:r w:rsidRPr="00EF2F0E">
              <w:rPr>
                <w:rFonts w:cs="Arial"/>
              </w:rPr>
              <w:t xml:space="preserve">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w:t>
            </w:r>
            <w:r w:rsidRPr="00EF2F0E">
              <w:rPr>
                <w:rFonts w:cs="Arial"/>
                <w:lang w:eastAsia="zh-CN"/>
              </w:rPr>
              <w:t xml:space="preserve">contributions from </w:t>
            </w:r>
            <w:r w:rsidRPr="00EF2F0E">
              <w:rPr>
                <w:rFonts w:cs="Arial"/>
              </w:rPr>
              <w:t xml:space="preserve">adjacent </w:t>
            </w:r>
            <w:r w:rsidRPr="00EF2F0E">
              <w:rPr>
                <w:rFonts w:cs="v5.0.0"/>
              </w:rPr>
              <w:t>sub</w:t>
            </w:r>
            <w:r w:rsidRPr="00EF2F0E">
              <w:rPr>
                <w:rFonts w:cs="v5.0.0"/>
                <w:lang w:eastAsia="zh-CN"/>
              </w:rPr>
              <w:t>-</w:t>
            </w:r>
            <w:r w:rsidRPr="00EF2F0E">
              <w:rPr>
                <w:rFonts w:cs="v5.0.0"/>
              </w:rPr>
              <w:t xml:space="preserve">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f ≥ 10MHz from both adjacent sub</w:t>
            </w:r>
            <w:r w:rsidRPr="00EF2F0E">
              <w:rPr>
                <w:rFonts w:cs="Arial"/>
                <w:lang w:eastAsia="zh-CN"/>
              </w:rPr>
              <w:t>-</w:t>
            </w:r>
            <w:r w:rsidRPr="00EF2F0E">
              <w:rPr>
                <w:rFonts w:cs="Arial"/>
              </w:rPr>
              <w:t xml:space="preserve">blocks on each side of the </w:t>
            </w:r>
            <w:r w:rsidRPr="00EF2F0E">
              <w:rPr>
                <w:rFonts w:cs="Arial"/>
                <w:i/>
              </w:rPr>
              <w:t>sub-block gap</w:t>
            </w:r>
            <w:r w:rsidRPr="00EF2F0E">
              <w:rPr>
                <w:rFonts w:cs="Arial"/>
              </w:rPr>
              <w:t xml:space="preserve">, where the </w:t>
            </w:r>
            <w:r w:rsidRPr="00EF2F0E">
              <w:rPr>
                <w:i/>
              </w:rPr>
              <w:t>basic limit</w:t>
            </w:r>
            <w:r w:rsidRPr="00EF2F0E">
              <w:t xml:space="preserve"> </w:t>
            </w:r>
            <w:r w:rsidRPr="00EF2F0E">
              <w:rPr>
                <w:rFonts w:cs="Arial"/>
              </w:rPr>
              <w:t xml:space="preserve">within </w:t>
            </w:r>
            <w:r w:rsidRPr="00EF2F0E">
              <w:rPr>
                <w:rFonts w:cs="Arial"/>
                <w:i/>
              </w:rPr>
              <w:t>sub-block gaps</w:t>
            </w:r>
            <w:r w:rsidRPr="00EF2F0E">
              <w:rPr>
                <w:rFonts w:cs="Arial"/>
              </w:rPr>
              <w:t xml:space="preserve"> shall be -15dBm/MHz</w:t>
            </w:r>
            <w:r w:rsidR="004C7800" w:rsidRPr="00EF2F0E">
              <w:rPr>
                <w:rFonts w:cs="Arial"/>
              </w:rPr>
              <w:t xml:space="preserve"> </w:t>
            </w:r>
            <w:r w:rsidR="004C7800" w:rsidRPr="00EF2F0E">
              <w:rPr>
                <w:rFonts w:cs="Arial"/>
                <w:szCs w:val="18"/>
              </w:rPr>
              <w:t>(for</w:t>
            </w:r>
            <w:r w:rsidR="004C7800" w:rsidRPr="00EF2F0E">
              <w:rPr>
                <w:rFonts w:cs="Arial"/>
              </w:rPr>
              <w:t xml:space="preserve"> MSR </w:t>
            </w:r>
            <w:r w:rsidR="004C7800" w:rsidRPr="00EF2F0E">
              <w:rPr>
                <w:rFonts w:cs="Arial"/>
                <w:i/>
              </w:rPr>
              <w:t>multi-band TAB connector</w:t>
            </w:r>
            <w:r w:rsidR="004C7800" w:rsidRPr="00EF2F0E">
              <w:rPr>
                <w:rFonts w:cs="Arial"/>
              </w:rPr>
              <w:t>, either this limit or -16dBm/100kHz with correspondingly adjusted f_offset shall apply for this frequency offset range for operating bands &lt; 1 GHz)</w:t>
            </w:r>
            <w:r w:rsidRPr="00EF2F0E">
              <w:rPr>
                <w:rFonts w:cs="Arial"/>
              </w:rPr>
              <w:t>.</w:t>
            </w:r>
          </w:p>
          <w:p w14:paraId="0984D5F9" w14:textId="77777777" w:rsidR="004C7800" w:rsidRPr="00EF2F0E" w:rsidRDefault="003E32EB" w:rsidP="004C7800">
            <w:pPr>
              <w:pStyle w:val="TAN"/>
              <w:rPr>
                <w:rFonts w:cs="Arial"/>
              </w:rPr>
            </w:pPr>
            <w:r w:rsidRPr="00EF2F0E">
              <w:rPr>
                <w:rFonts w:cs="Arial"/>
              </w:rPr>
              <w:t>NOTE</w:t>
            </w:r>
            <w:r w:rsidR="004D1501">
              <w:rPr>
                <w:rFonts w:cs="Arial"/>
              </w:rPr>
              <w:t xml:space="preserve"> </w:t>
            </w:r>
            <w:r w:rsidRPr="00EF2F0E">
              <w:rPr>
                <w:rFonts w:cs="Arial"/>
              </w:rPr>
              <w:t>2:</w:t>
            </w:r>
            <w:r w:rsidR="006E5225" w:rsidRPr="00EF2F0E">
              <w:rPr>
                <w:rFonts w:cs="Arial"/>
              </w:rPr>
              <w:tab/>
            </w:r>
            <w:r w:rsidRPr="00EF2F0E">
              <w:rPr>
                <w:rFonts w:cs="Arial"/>
              </w:rPr>
              <w:t xml:space="preserve">For MSR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i/>
              </w:rPr>
              <w:t>basic limit</w:t>
            </w:r>
            <w:r w:rsidRPr="00EF2F0E">
              <w:t xml:space="preserve"> </w:t>
            </w:r>
            <w:r w:rsidRPr="00EF2F0E">
              <w:rPr>
                <w:rFonts w:cs="Arial"/>
              </w:rPr>
              <w:t xml:space="preserve">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v5.0.0"/>
              </w:rPr>
              <w:t>, where the contribution from the far-end sub-block</w:t>
            </w:r>
            <w:r w:rsidRPr="00EF2F0E">
              <w:rPr>
                <w:rFonts w:cs="Arial"/>
              </w:rPr>
              <w:t xml:space="preserve"> or RF Bandwidth</w:t>
            </w:r>
            <w:r w:rsidRPr="00EF2F0E">
              <w:rPr>
                <w:rFonts w:cs="v5.0.0"/>
              </w:rPr>
              <w:t xml:space="preserve"> shall be scaled according to the measurement bandwidth of the near-end sub-block</w:t>
            </w:r>
            <w:r w:rsidRPr="00EF2F0E">
              <w:rPr>
                <w:rFonts w:cs="Arial"/>
              </w:rPr>
              <w:t xml:space="preserve"> or RF Bandwidth.</w:t>
            </w:r>
          </w:p>
          <w:p w14:paraId="0984D5FA" w14:textId="77777777" w:rsidR="003E32EB" w:rsidRPr="00EF2F0E" w:rsidRDefault="004C7800" w:rsidP="004C7800">
            <w:pPr>
              <w:pStyle w:val="TAN"/>
              <w:rPr>
                <w:rFonts w:cs="Arial"/>
              </w:rPr>
            </w:pPr>
            <w:r w:rsidRPr="00EF2F0E">
              <w:rPr>
                <w:rFonts w:cs="Arial"/>
              </w:rPr>
              <w:t>NOTE 6:</w:t>
            </w:r>
            <w:r w:rsidRPr="00EF2F0E">
              <w:rPr>
                <w:rFonts w:cs="Arial"/>
              </w:rPr>
              <w:tab/>
              <w:t xml:space="preserve">For MSR </w:t>
            </w:r>
            <w:r w:rsidRPr="00EF2F0E">
              <w:rPr>
                <w:rFonts w:cs="Arial"/>
                <w:i/>
              </w:rPr>
              <w:t>multi-band TAB connector</w:t>
            </w:r>
            <w:r w:rsidRPr="00EF2F0E">
              <w:rPr>
                <w:rFonts w:cs="Arial"/>
              </w:rPr>
              <w:t>, either this limit or -16dBm/100kHz with correspondingly adjusted f_offset shall apply for this frequency offset range for operating bands &lt; 1 GHz.</w:t>
            </w:r>
          </w:p>
        </w:tc>
      </w:tr>
    </w:tbl>
    <w:p w14:paraId="0984D5FC" w14:textId="77777777" w:rsidR="003E32EB" w:rsidRPr="00EF2F0E" w:rsidRDefault="003E32EB" w:rsidP="00A40339">
      <w:pPr>
        <w:rPr>
          <w:lang w:eastAsia="zh-CN"/>
        </w:rPr>
      </w:pPr>
    </w:p>
    <w:p w14:paraId="0984D5FD" w14:textId="33E7C520" w:rsidR="003E32EB" w:rsidRPr="00EF2F0E" w:rsidRDefault="003E32EB" w:rsidP="007A0E12">
      <w:pPr>
        <w:pStyle w:val="TH"/>
        <w:rPr>
          <w:rFonts w:cs="v5.0.0"/>
        </w:rPr>
      </w:pPr>
      <w:r w:rsidRPr="00EF2F0E">
        <w:t xml:space="preserve">Table 6.6.5.2.2-1a: </w:t>
      </w:r>
      <w:bookmarkStart w:id="1706" w:name="_Hlk510517866"/>
      <w:r w:rsidR="004E2A52">
        <w:t>WA BS OBUE in</w:t>
      </w:r>
      <w:r w:rsidR="004E2A52" w:rsidRPr="00DF5484">
        <w:t xml:space="preserve"> BC1 and BC3 bands </w:t>
      </w:r>
      <w:bookmarkStart w:id="1707" w:name="_Hlk63533846"/>
      <w:r w:rsidR="004E2A52">
        <w:rPr>
          <w:rFonts w:cs="Arial"/>
        </w:rPr>
        <w:t>≤</w:t>
      </w:r>
      <w:bookmarkEnd w:id="1707"/>
      <w:r w:rsidR="004E2A52">
        <w:t> </w:t>
      </w:r>
      <w:r w:rsidR="004E2A52" w:rsidRPr="00DF5484">
        <w:t>1 GHz applicable for: BS supporting NR and not supporting UTRA</w:t>
      </w:r>
      <w:bookmarkEnd w:id="1706"/>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602" w14:textId="77777777" w:rsidTr="00AB06FD">
        <w:trPr>
          <w:cantSplit/>
          <w:jc w:val="center"/>
        </w:trPr>
        <w:tc>
          <w:tcPr>
            <w:tcW w:w="1953" w:type="dxa"/>
          </w:tcPr>
          <w:p w14:paraId="0984D5FE" w14:textId="77777777" w:rsidR="003E32EB" w:rsidRPr="00EF2F0E" w:rsidRDefault="003E32EB" w:rsidP="00AB06FD">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5FF" w14:textId="77777777" w:rsidR="003E32EB" w:rsidRPr="00EF2F0E" w:rsidRDefault="003E32EB" w:rsidP="00AB06FD">
            <w:pPr>
              <w:pStyle w:val="TAH"/>
              <w:rPr>
                <w:rFonts w:cs="v5.0.0"/>
              </w:rPr>
            </w:pPr>
            <w:r w:rsidRPr="00EF2F0E">
              <w:rPr>
                <w:rFonts w:cs="v5.0.0"/>
              </w:rPr>
              <w:t>Frequency offset of measurement filter centre frequency, f_offset</w:t>
            </w:r>
          </w:p>
        </w:tc>
        <w:tc>
          <w:tcPr>
            <w:tcW w:w="3455" w:type="dxa"/>
          </w:tcPr>
          <w:p w14:paraId="0984D600" w14:textId="77777777" w:rsidR="003E32EB" w:rsidRPr="00EF2F0E" w:rsidRDefault="003E32EB" w:rsidP="00AB06FD">
            <w:pPr>
              <w:pStyle w:val="TAH"/>
              <w:rPr>
                <w:rFonts w:cs="v5.0.0"/>
              </w:rPr>
            </w:pPr>
            <w:r w:rsidRPr="00EF2F0E">
              <w:rPr>
                <w:rFonts w:cs="v5.0.0"/>
                <w:i/>
              </w:rPr>
              <w:t>Basic Limit</w:t>
            </w:r>
            <w:r w:rsidRPr="00EF2F0E">
              <w:rPr>
                <w:rFonts w:cs="Arial"/>
                <w:i/>
              </w:rPr>
              <w:t xml:space="preserve"> </w:t>
            </w:r>
            <w:r w:rsidRPr="00EF2F0E">
              <w:rPr>
                <w:rFonts w:cs="v5.0.0"/>
              </w:rPr>
              <w:t>(Note 1</w:t>
            </w:r>
            <w:r w:rsidRPr="00EF2F0E">
              <w:rPr>
                <w:rFonts w:cs="Arial"/>
              </w:rPr>
              <w:t>, 2</w:t>
            </w:r>
            <w:r w:rsidRPr="00EF2F0E">
              <w:rPr>
                <w:rFonts w:cs="v5.0.0"/>
              </w:rPr>
              <w:t>)</w:t>
            </w:r>
          </w:p>
        </w:tc>
        <w:tc>
          <w:tcPr>
            <w:tcW w:w="1430" w:type="dxa"/>
          </w:tcPr>
          <w:p w14:paraId="0984D601" w14:textId="77777777" w:rsidR="003E32EB" w:rsidRPr="00EF2F0E" w:rsidRDefault="003E32EB" w:rsidP="00AB06FD">
            <w:pPr>
              <w:pStyle w:val="TAH"/>
              <w:rPr>
                <w:rFonts w:cs="v5.0.0"/>
              </w:rPr>
            </w:pPr>
            <w:r w:rsidRPr="00EF2F0E">
              <w:rPr>
                <w:rFonts w:cs="v5.0.0"/>
              </w:rPr>
              <w:t xml:space="preserve">Measurement bandwidth </w:t>
            </w:r>
            <w:r w:rsidRPr="00EF2F0E">
              <w:rPr>
                <w:rFonts w:cs="Arial"/>
              </w:rPr>
              <w:t>(Note 4)</w:t>
            </w:r>
          </w:p>
        </w:tc>
      </w:tr>
      <w:tr w:rsidR="003401A4" w:rsidRPr="00EF2F0E" w14:paraId="0984D607" w14:textId="77777777" w:rsidTr="00AB06FD">
        <w:trPr>
          <w:cantSplit/>
          <w:jc w:val="center"/>
        </w:trPr>
        <w:tc>
          <w:tcPr>
            <w:tcW w:w="1953" w:type="dxa"/>
          </w:tcPr>
          <w:p w14:paraId="0984D603" w14:textId="77777777" w:rsidR="003E32EB" w:rsidRPr="00EF2F0E" w:rsidRDefault="003E32EB" w:rsidP="00AB06FD">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D604" w14:textId="77777777" w:rsidR="003E32EB" w:rsidRPr="00EF2F0E" w:rsidRDefault="003E32EB"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vAlign w:val="center"/>
          </w:tcPr>
          <w:p w14:paraId="0984D605" w14:textId="77777777" w:rsidR="003E32EB" w:rsidRPr="00EF2F0E" w:rsidRDefault="00DD381D" w:rsidP="00AB06FD">
            <w:pPr>
              <w:pStyle w:val="TAC"/>
              <w:rPr>
                <w:rFonts w:cs="Arial"/>
              </w:rPr>
            </w:pPr>
            <w:r w:rsidRPr="00EF2F0E">
              <w:rPr>
                <w:rFonts w:cs="Arial"/>
                <w:noProof/>
                <w:position w:val="-30"/>
                <w:lang w:val="en-US" w:eastAsia="ko-KR"/>
              </w:rPr>
              <w:drawing>
                <wp:inline distT="0" distB="0" distL="0" distR="0" wp14:anchorId="0985119F" wp14:editId="098511A0">
                  <wp:extent cx="1811655" cy="379730"/>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cstate="print"/>
                          <a:srcRect/>
                          <a:stretch>
                            <a:fillRect/>
                          </a:stretch>
                        </pic:blipFill>
                        <pic:spPr bwMode="auto">
                          <a:xfrm>
                            <a:off x="0" y="0"/>
                            <a:ext cx="1811655" cy="379730"/>
                          </a:xfrm>
                          <a:prstGeom prst="rect">
                            <a:avLst/>
                          </a:prstGeom>
                          <a:noFill/>
                          <a:ln w="9525">
                            <a:noFill/>
                            <a:miter lim="800000"/>
                            <a:headEnd/>
                            <a:tailEnd/>
                          </a:ln>
                        </pic:spPr>
                      </pic:pic>
                    </a:graphicData>
                  </a:graphic>
                </wp:inline>
              </w:drawing>
            </w:r>
          </w:p>
        </w:tc>
        <w:tc>
          <w:tcPr>
            <w:tcW w:w="1430" w:type="dxa"/>
          </w:tcPr>
          <w:p w14:paraId="0984D606" w14:textId="77777777" w:rsidR="003E32EB" w:rsidRPr="00EF2F0E" w:rsidRDefault="003E32EB" w:rsidP="00AB06FD">
            <w:pPr>
              <w:pStyle w:val="TAC"/>
              <w:rPr>
                <w:rFonts w:cs="Arial"/>
              </w:rPr>
            </w:pPr>
            <w:r w:rsidRPr="00EF2F0E">
              <w:rPr>
                <w:rFonts w:cs="Arial"/>
              </w:rPr>
              <w:t xml:space="preserve">100 kHz </w:t>
            </w:r>
          </w:p>
        </w:tc>
      </w:tr>
      <w:tr w:rsidR="003401A4" w:rsidRPr="00EF2F0E" w14:paraId="0984D60E" w14:textId="77777777" w:rsidTr="00AB06FD">
        <w:trPr>
          <w:cantSplit/>
          <w:jc w:val="center"/>
        </w:trPr>
        <w:tc>
          <w:tcPr>
            <w:tcW w:w="1953" w:type="dxa"/>
          </w:tcPr>
          <w:p w14:paraId="0984D608" w14:textId="77777777" w:rsidR="003E32EB" w:rsidRPr="00EF2F0E" w:rsidRDefault="003E32EB" w:rsidP="00AB06FD">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p>
          <w:p w14:paraId="0984D609" w14:textId="77777777" w:rsidR="003E32EB" w:rsidRPr="00EF2F0E" w:rsidRDefault="003E32EB" w:rsidP="00AB06FD">
            <w:pPr>
              <w:pStyle w:val="TAC"/>
              <w:rPr>
                <w:rFonts w:cs="v5.0.0"/>
                <w:lang w:val="sv-FI"/>
              </w:rPr>
            </w:pPr>
            <w:r w:rsidRPr="00EF2F0E">
              <w:rPr>
                <w:rFonts w:cs="v5.0.0"/>
                <w:lang w:val="sv-FI"/>
              </w:rPr>
              <w:t xml:space="preserve">min(10 MHz, </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v5.0.0"/>
                <w:lang w:val="sv-FI"/>
              </w:rPr>
              <w:t>)</w:t>
            </w:r>
          </w:p>
        </w:tc>
        <w:tc>
          <w:tcPr>
            <w:tcW w:w="2976" w:type="dxa"/>
          </w:tcPr>
          <w:p w14:paraId="0984D60A" w14:textId="77777777" w:rsidR="003E32EB" w:rsidRPr="00EF2F0E" w:rsidRDefault="003E32EB"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p>
          <w:p w14:paraId="0984D60B" w14:textId="77777777" w:rsidR="003E32EB" w:rsidRPr="00EF2F0E" w:rsidRDefault="003E32EB" w:rsidP="00AB06FD">
            <w:pPr>
              <w:pStyle w:val="TAC"/>
              <w:rPr>
                <w:rFonts w:cs="v5.0.0"/>
                <w:lang w:val="sv-FI"/>
              </w:rPr>
            </w:pPr>
            <w:r w:rsidRPr="00EF2F0E">
              <w:rPr>
                <w:rFonts w:cs="v5.0.0"/>
                <w:lang w:val="sv-FI"/>
              </w:rPr>
              <w:t>min(10.05 MHz, f_offset</w:t>
            </w:r>
            <w:r w:rsidRPr="00EF2F0E">
              <w:rPr>
                <w:rFonts w:cs="v5.0.0"/>
                <w:vertAlign w:val="subscript"/>
                <w:lang w:val="sv-FI"/>
              </w:rPr>
              <w:t>max</w:t>
            </w:r>
            <w:r w:rsidRPr="00EF2F0E">
              <w:rPr>
                <w:rFonts w:cs="v5.0.0"/>
                <w:lang w:val="sv-FI"/>
              </w:rPr>
              <w:t>)</w:t>
            </w:r>
          </w:p>
        </w:tc>
        <w:tc>
          <w:tcPr>
            <w:tcW w:w="3455" w:type="dxa"/>
          </w:tcPr>
          <w:p w14:paraId="0984D60C" w14:textId="77777777" w:rsidR="003E32EB" w:rsidRPr="00EF2F0E" w:rsidRDefault="003E32EB" w:rsidP="00AB06FD">
            <w:pPr>
              <w:pStyle w:val="TAC"/>
              <w:rPr>
                <w:rFonts w:cs="Arial"/>
              </w:rPr>
            </w:pPr>
            <w:r w:rsidRPr="00EF2F0E">
              <w:rPr>
                <w:rFonts w:cs="Arial"/>
              </w:rPr>
              <w:t>-14 dBm</w:t>
            </w:r>
          </w:p>
        </w:tc>
        <w:tc>
          <w:tcPr>
            <w:tcW w:w="1430" w:type="dxa"/>
          </w:tcPr>
          <w:p w14:paraId="0984D60D" w14:textId="77777777" w:rsidR="003E32EB" w:rsidRPr="00EF2F0E" w:rsidRDefault="003E32EB" w:rsidP="00AB06FD">
            <w:pPr>
              <w:pStyle w:val="TAC"/>
              <w:rPr>
                <w:rFonts w:cs="Arial"/>
              </w:rPr>
            </w:pPr>
            <w:r w:rsidRPr="00EF2F0E">
              <w:rPr>
                <w:rFonts w:cs="Arial"/>
              </w:rPr>
              <w:t xml:space="preserve">100 kHz </w:t>
            </w:r>
          </w:p>
        </w:tc>
      </w:tr>
      <w:tr w:rsidR="003401A4" w:rsidRPr="00EF2F0E" w14:paraId="0984D613" w14:textId="77777777" w:rsidTr="00AB06FD">
        <w:trPr>
          <w:cantSplit/>
          <w:jc w:val="center"/>
        </w:trPr>
        <w:tc>
          <w:tcPr>
            <w:tcW w:w="1953" w:type="dxa"/>
          </w:tcPr>
          <w:p w14:paraId="0984D60F" w14:textId="77777777" w:rsidR="003E32EB" w:rsidRPr="00EF2F0E" w:rsidRDefault="003E32EB"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610" w14:textId="77777777" w:rsidR="003E32EB" w:rsidRPr="00EF2F0E" w:rsidRDefault="003E32EB" w:rsidP="00AB06FD">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611" w14:textId="77777777" w:rsidR="003E32EB" w:rsidRPr="00EF2F0E" w:rsidRDefault="003E32EB" w:rsidP="00AB06FD">
            <w:pPr>
              <w:pStyle w:val="TAC"/>
              <w:rPr>
                <w:rFonts w:cs="Arial"/>
              </w:rPr>
            </w:pPr>
            <w:r w:rsidRPr="00EF2F0E">
              <w:rPr>
                <w:rFonts w:cs="Arial"/>
              </w:rPr>
              <w:t>-16 dBm (Note 5)</w:t>
            </w:r>
          </w:p>
        </w:tc>
        <w:tc>
          <w:tcPr>
            <w:tcW w:w="1430" w:type="dxa"/>
          </w:tcPr>
          <w:p w14:paraId="0984D612" w14:textId="77777777" w:rsidR="003E32EB" w:rsidRPr="00EF2F0E" w:rsidRDefault="003E32EB" w:rsidP="00AB06FD">
            <w:pPr>
              <w:pStyle w:val="TAC"/>
              <w:rPr>
                <w:rFonts w:cs="Arial"/>
              </w:rPr>
            </w:pPr>
            <w:r w:rsidRPr="00EF2F0E">
              <w:rPr>
                <w:rFonts w:cs="Arial"/>
              </w:rPr>
              <w:t xml:space="preserve">100 kHz </w:t>
            </w:r>
          </w:p>
        </w:tc>
      </w:tr>
      <w:tr w:rsidR="003401A4" w:rsidRPr="00EF2F0E" w14:paraId="0984D616" w14:textId="77777777" w:rsidTr="00AB06FD">
        <w:trPr>
          <w:cantSplit/>
          <w:jc w:val="center"/>
        </w:trPr>
        <w:tc>
          <w:tcPr>
            <w:tcW w:w="9814" w:type="dxa"/>
            <w:gridSpan w:val="4"/>
          </w:tcPr>
          <w:p w14:paraId="04040986" w14:textId="4E1123E7" w:rsidR="00DE4CD9" w:rsidRPr="00EF2F0E" w:rsidRDefault="00DE4CD9" w:rsidP="00DE4CD9">
            <w:pPr>
              <w:pStyle w:val="TAN"/>
            </w:pPr>
            <w:r w:rsidRPr="00EF2F0E">
              <w:t>NOTE 1:</w:t>
            </w:r>
            <w:r w:rsidRPr="00EF2F0E">
              <w:tab/>
              <w:t xml:space="preserve">For MSR </w:t>
            </w:r>
            <w:r w:rsidRPr="00EF2F0E">
              <w:rPr>
                <w:i/>
              </w:rPr>
              <w:t>TAB connector</w:t>
            </w:r>
            <w:r w:rsidRPr="00EF2F0E">
              <w:t xml:space="preserve"> supporting non-contiguous spectrum operation within any operating band, the </w:t>
            </w:r>
            <w:r w:rsidRPr="00EF2F0E">
              <w:rPr>
                <w:i/>
              </w:rPr>
              <w:t>basic limit</w:t>
            </w:r>
            <w:r w:rsidRPr="00EF2F0E">
              <w:t xml:space="preserve"> within </w:t>
            </w:r>
            <w:r w:rsidRPr="00EF2F0E">
              <w:rPr>
                <w:i/>
              </w:rPr>
              <w:t>sub-block gaps</w:t>
            </w:r>
            <w:r w:rsidRPr="00EF2F0E">
              <w:t xml:space="preserve"> is calculated as a cumulative sum of contributions from adjacent </w:t>
            </w:r>
            <w:r w:rsidRPr="00EF2F0E">
              <w:rPr>
                <w:rFonts w:cs="v5.0.0"/>
              </w:rPr>
              <w:t xml:space="preserve">sub blocks on each side of the </w:t>
            </w:r>
            <w:r w:rsidRPr="00EF2F0E">
              <w:rPr>
                <w:rFonts w:cs="v5.0.0"/>
                <w:i/>
              </w:rPr>
              <w:t>sub block gap</w:t>
            </w:r>
            <w:r w:rsidRPr="00EF2F0E">
              <w:t xml:space="preserve">. Exception is </w:t>
            </w:r>
            <w:r w:rsidRPr="00EF2F0E">
              <w:rPr>
                <w:rFonts w:ascii="Symbol" w:hAnsi="Symbol"/>
              </w:rPr>
              <w:t></w:t>
            </w:r>
            <w:r w:rsidRPr="00EF2F0E">
              <w:t xml:space="preserve">f ≥ 10MHz from both adjacent sub blocks on each side of the sub-block gap, where the </w:t>
            </w:r>
            <w:r w:rsidRPr="00EF2F0E">
              <w:rPr>
                <w:i/>
              </w:rPr>
              <w:t xml:space="preserve">basic limit </w:t>
            </w:r>
            <w:r w:rsidRPr="00EF2F0E">
              <w:t>within sub-block gaps shall be -16dBm/100kHz.</w:t>
            </w:r>
          </w:p>
          <w:p w14:paraId="0984D615" w14:textId="181A5BF7" w:rsidR="003E32EB" w:rsidRPr="00EF2F0E" w:rsidRDefault="00DE4CD9" w:rsidP="00DE4CD9">
            <w:pPr>
              <w:pStyle w:val="TAN"/>
              <w:rPr>
                <w:rFonts w:eastAsia="SimSun"/>
              </w:rPr>
            </w:pPr>
            <w:r w:rsidRPr="00EF2F0E">
              <w:t>NOTE 2:</w:t>
            </w:r>
            <w:r w:rsidRPr="00EF2F0E">
              <w:tab/>
              <w:t xml:space="preserve">For MSR </w:t>
            </w:r>
            <w:r w:rsidRPr="00EF2F0E">
              <w:rPr>
                <w:i/>
              </w:rPr>
              <w:t>multi band TAB connector</w:t>
            </w:r>
            <w:r w:rsidRPr="00EF2F0E">
              <w:t xml:space="preserve"> with </w:t>
            </w:r>
            <w:r w:rsidRPr="00EF2F0E">
              <w:rPr>
                <w:i/>
              </w:rPr>
              <w:t>Inter RF Bandwidth gap</w:t>
            </w:r>
            <w:r w:rsidRPr="00EF2F0E">
              <w:t xml:space="preserve"> &lt; 2×Δf</w:t>
            </w:r>
            <w:r w:rsidRPr="00EF2F0E">
              <w:rPr>
                <w:vertAlign w:val="subscript"/>
              </w:rPr>
              <w:t>OBUE</w:t>
            </w:r>
            <w:r w:rsidRPr="00EF2F0E">
              <w:t xml:space="preserve">the </w:t>
            </w:r>
            <w:r w:rsidRPr="00EF2F0E">
              <w:rPr>
                <w:i/>
              </w:rPr>
              <w:t>basic limit</w:t>
            </w:r>
            <w:r w:rsidRPr="00EF2F0E">
              <w:t xml:space="preserve"> within the </w:t>
            </w:r>
            <w:r w:rsidRPr="00EF2F0E">
              <w:rPr>
                <w:i/>
              </w:rPr>
              <w:t>Inter RF Bandwidth gaps</w:t>
            </w:r>
            <w:r w:rsidRPr="00EF2F0E">
              <w:t xml:space="preserve"> is calculated as a cumulative sum of contributions from adjacent sub-blocks or Base station </w:t>
            </w:r>
            <w:r w:rsidRPr="00EF2F0E">
              <w:rPr>
                <w:i/>
              </w:rPr>
              <w:t>RF Bandwidth</w:t>
            </w:r>
            <w:r w:rsidRPr="00EF2F0E">
              <w:t xml:space="preserve"> on each side of the </w:t>
            </w:r>
            <w:r w:rsidRPr="00EF2F0E">
              <w:rPr>
                <w:i/>
              </w:rPr>
              <w:t>Inter RF Bandwidth gap</w:t>
            </w:r>
            <w:r w:rsidRPr="00EF2F0E">
              <w:t>.</w:t>
            </w:r>
          </w:p>
        </w:tc>
      </w:tr>
    </w:tbl>
    <w:p w14:paraId="0984D617" w14:textId="77777777" w:rsidR="003E32EB" w:rsidRPr="00EF2F0E" w:rsidRDefault="003E32EB" w:rsidP="00A40339">
      <w:pPr>
        <w:rPr>
          <w:lang w:eastAsia="zh-CN"/>
        </w:rPr>
      </w:pPr>
    </w:p>
    <w:p w14:paraId="0984D618" w14:textId="0EAEDCF1" w:rsidR="003E32EB" w:rsidRPr="00EF2F0E" w:rsidRDefault="003E32EB" w:rsidP="007A0E12">
      <w:pPr>
        <w:pStyle w:val="TH"/>
        <w:rPr>
          <w:rFonts w:cs="v5.0.0"/>
        </w:rPr>
      </w:pPr>
      <w:r w:rsidRPr="00EF2F0E">
        <w:t xml:space="preserve">Table 6.6.5.2.2-1b: </w:t>
      </w:r>
      <w:r w:rsidR="00377E86">
        <w:t>WA BS OBUE in</w:t>
      </w:r>
      <w:r w:rsidR="00377E86" w:rsidRPr="00DF5484">
        <w:t xml:space="preserve"> BC1 and BC3 bands </w:t>
      </w:r>
      <w:r w:rsidR="00377E86">
        <w:t>&gt; </w:t>
      </w:r>
      <w:r w:rsidR="00377E86" w:rsidRPr="00DF5484">
        <w:t xml:space="preserve">1 GHz applicable for: BS supporting NR, not operating </w:t>
      </w:r>
      <w:r w:rsidR="00377E86">
        <w:t xml:space="preserve">NR </w:t>
      </w:r>
      <w:r w:rsidR="00377E86" w:rsidRPr="00DF5484">
        <w:t>in band n1</w:t>
      </w:r>
      <w:r w:rsidR="00377E86">
        <w:t>,</w:t>
      </w:r>
      <w:r w:rsidR="00377E86" w:rsidRPr="00DF5484">
        <w:t xml:space="preserve"> and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61D" w14:textId="77777777" w:rsidTr="00AB06FD">
        <w:trPr>
          <w:cantSplit/>
          <w:jc w:val="center"/>
        </w:trPr>
        <w:tc>
          <w:tcPr>
            <w:tcW w:w="1953" w:type="dxa"/>
          </w:tcPr>
          <w:p w14:paraId="0984D619" w14:textId="77777777" w:rsidR="003E32EB" w:rsidRPr="00EF2F0E" w:rsidRDefault="003E32EB" w:rsidP="00AB06FD">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61A" w14:textId="77777777" w:rsidR="003E32EB" w:rsidRPr="00EF2F0E" w:rsidRDefault="003E32EB" w:rsidP="00AB06FD">
            <w:pPr>
              <w:pStyle w:val="TAH"/>
              <w:rPr>
                <w:rFonts w:cs="v5.0.0"/>
              </w:rPr>
            </w:pPr>
            <w:r w:rsidRPr="00EF2F0E">
              <w:rPr>
                <w:rFonts w:cs="v5.0.0"/>
              </w:rPr>
              <w:t>Frequency offset of measurement filter centre frequency, f_offset</w:t>
            </w:r>
          </w:p>
        </w:tc>
        <w:tc>
          <w:tcPr>
            <w:tcW w:w="3455" w:type="dxa"/>
          </w:tcPr>
          <w:p w14:paraId="0984D61B" w14:textId="77777777" w:rsidR="003E32EB" w:rsidRPr="00EF2F0E" w:rsidRDefault="003E32EB" w:rsidP="00AB06FD">
            <w:pPr>
              <w:pStyle w:val="TAH"/>
              <w:rPr>
                <w:rFonts w:cs="v5.0.0"/>
              </w:rPr>
            </w:pPr>
            <w:r w:rsidRPr="00EF2F0E">
              <w:rPr>
                <w:rFonts w:cs="v5.0.0"/>
                <w:i/>
              </w:rPr>
              <w:t>Basic Limit</w:t>
            </w:r>
            <w:r w:rsidRPr="00EF2F0E">
              <w:rPr>
                <w:rFonts w:cs="Arial"/>
                <w:i/>
              </w:rPr>
              <w:t xml:space="preserve"> </w:t>
            </w:r>
            <w:r w:rsidRPr="00EF2F0E">
              <w:rPr>
                <w:rFonts w:cs="v5.0.0"/>
              </w:rPr>
              <w:t>(Note 1</w:t>
            </w:r>
            <w:r w:rsidRPr="00EF2F0E">
              <w:rPr>
                <w:rFonts w:cs="Arial"/>
              </w:rPr>
              <w:t>, 2</w:t>
            </w:r>
            <w:r w:rsidRPr="00EF2F0E">
              <w:rPr>
                <w:rFonts w:cs="v5.0.0"/>
              </w:rPr>
              <w:t>)</w:t>
            </w:r>
          </w:p>
        </w:tc>
        <w:tc>
          <w:tcPr>
            <w:tcW w:w="1430" w:type="dxa"/>
          </w:tcPr>
          <w:p w14:paraId="0984D61C" w14:textId="77777777" w:rsidR="003E32EB" w:rsidRPr="00EF2F0E" w:rsidRDefault="003E32EB" w:rsidP="00AB06FD">
            <w:pPr>
              <w:pStyle w:val="TAH"/>
              <w:rPr>
                <w:rFonts w:cs="v5.0.0"/>
              </w:rPr>
            </w:pPr>
            <w:r w:rsidRPr="00EF2F0E">
              <w:rPr>
                <w:rFonts w:cs="v5.0.0"/>
              </w:rPr>
              <w:t xml:space="preserve">Measurement bandwidth </w:t>
            </w:r>
            <w:r w:rsidRPr="00EF2F0E">
              <w:rPr>
                <w:rFonts w:cs="Arial"/>
              </w:rPr>
              <w:t>(Note 4)</w:t>
            </w:r>
          </w:p>
        </w:tc>
      </w:tr>
      <w:tr w:rsidR="003401A4" w:rsidRPr="00EF2F0E" w14:paraId="0984D622" w14:textId="77777777" w:rsidTr="00AB06FD">
        <w:trPr>
          <w:cantSplit/>
          <w:jc w:val="center"/>
        </w:trPr>
        <w:tc>
          <w:tcPr>
            <w:tcW w:w="1953" w:type="dxa"/>
          </w:tcPr>
          <w:p w14:paraId="0984D61E" w14:textId="77777777" w:rsidR="003E32EB" w:rsidRPr="00EF2F0E" w:rsidRDefault="003E32EB" w:rsidP="00AB06FD">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D61F" w14:textId="77777777" w:rsidR="003E32EB" w:rsidRPr="00EF2F0E" w:rsidRDefault="003E32EB"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vAlign w:val="center"/>
          </w:tcPr>
          <w:p w14:paraId="0984D620" w14:textId="77777777" w:rsidR="003E32EB" w:rsidRPr="00EF2F0E" w:rsidRDefault="00DD381D" w:rsidP="00AB06FD">
            <w:pPr>
              <w:pStyle w:val="TAC"/>
              <w:rPr>
                <w:rFonts w:cs="Arial"/>
              </w:rPr>
            </w:pPr>
            <w:r w:rsidRPr="00EF2F0E">
              <w:rPr>
                <w:rFonts w:cs="Arial"/>
                <w:noProof/>
                <w:position w:val="-30"/>
                <w:lang w:val="en-US" w:eastAsia="ko-KR"/>
              </w:rPr>
              <w:drawing>
                <wp:inline distT="0" distB="0" distL="0" distR="0" wp14:anchorId="098511A1" wp14:editId="098511A2">
                  <wp:extent cx="1811655" cy="37973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print"/>
                          <a:srcRect/>
                          <a:stretch>
                            <a:fillRect/>
                          </a:stretch>
                        </pic:blipFill>
                        <pic:spPr bwMode="auto">
                          <a:xfrm>
                            <a:off x="0" y="0"/>
                            <a:ext cx="1811655" cy="379730"/>
                          </a:xfrm>
                          <a:prstGeom prst="rect">
                            <a:avLst/>
                          </a:prstGeom>
                          <a:noFill/>
                          <a:ln w="9525">
                            <a:noFill/>
                            <a:miter lim="800000"/>
                            <a:headEnd/>
                            <a:tailEnd/>
                          </a:ln>
                        </pic:spPr>
                      </pic:pic>
                    </a:graphicData>
                  </a:graphic>
                </wp:inline>
              </w:drawing>
            </w:r>
          </w:p>
        </w:tc>
        <w:tc>
          <w:tcPr>
            <w:tcW w:w="1430" w:type="dxa"/>
          </w:tcPr>
          <w:p w14:paraId="0984D621" w14:textId="77777777" w:rsidR="003E32EB" w:rsidRPr="00EF2F0E" w:rsidRDefault="003E32EB" w:rsidP="00AB06FD">
            <w:pPr>
              <w:pStyle w:val="TAC"/>
              <w:rPr>
                <w:rFonts w:cs="Arial"/>
              </w:rPr>
            </w:pPr>
            <w:r w:rsidRPr="00EF2F0E">
              <w:rPr>
                <w:rFonts w:cs="Arial"/>
              </w:rPr>
              <w:t xml:space="preserve">100 kHz </w:t>
            </w:r>
          </w:p>
        </w:tc>
      </w:tr>
      <w:tr w:rsidR="003401A4" w:rsidRPr="00EF2F0E" w14:paraId="0984D629" w14:textId="77777777" w:rsidTr="00AB06FD">
        <w:trPr>
          <w:cantSplit/>
          <w:jc w:val="center"/>
        </w:trPr>
        <w:tc>
          <w:tcPr>
            <w:tcW w:w="1953" w:type="dxa"/>
          </w:tcPr>
          <w:p w14:paraId="0984D623" w14:textId="77777777" w:rsidR="003E32EB" w:rsidRPr="00EF2F0E" w:rsidRDefault="003E32EB" w:rsidP="00AB06FD">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p>
          <w:p w14:paraId="0984D624" w14:textId="77777777" w:rsidR="003E32EB" w:rsidRPr="00EF2F0E" w:rsidRDefault="003E32EB" w:rsidP="00AB06FD">
            <w:pPr>
              <w:pStyle w:val="TAC"/>
              <w:rPr>
                <w:rFonts w:cs="v5.0.0"/>
                <w:lang w:val="sv-FI"/>
              </w:rPr>
            </w:pPr>
            <w:r w:rsidRPr="00EF2F0E">
              <w:rPr>
                <w:rFonts w:cs="v5.0.0"/>
                <w:lang w:val="sv-FI"/>
              </w:rPr>
              <w:t xml:space="preserve">min(10 MHz, </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v5.0.0"/>
                <w:lang w:val="sv-FI"/>
              </w:rPr>
              <w:t>)</w:t>
            </w:r>
          </w:p>
        </w:tc>
        <w:tc>
          <w:tcPr>
            <w:tcW w:w="2976" w:type="dxa"/>
          </w:tcPr>
          <w:p w14:paraId="0984D625" w14:textId="77777777" w:rsidR="003E32EB" w:rsidRPr="00EF2F0E" w:rsidRDefault="003E32EB"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p>
          <w:p w14:paraId="0984D626" w14:textId="77777777" w:rsidR="003E32EB" w:rsidRPr="00EF2F0E" w:rsidRDefault="003E32EB" w:rsidP="00AB06FD">
            <w:pPr>
              <w:pStyle w:val="TAC"/>
              <w:rPr>
                <w:rFonts w:cs="v5.0.0"/>
                <w:lang w:val="sv-FI"/>
              </w:rPr>
            </w:pPr>
            <w:r w:rsidRPr="00EF2F0E">
              <w:rPr>
                <w:rFonts w:cs="v5.0.0"/>
                <w:lang w:val="sv-FI"/>
              </w:rPr>
              <w:t>min(10.05 MHz, f_offset</w:t>
            </w:r>
            <w:r w:rsidRPr="00EF2F0E">
              <w:rPr>
                <w:rFonts w:cs="v5.0.0"/>
                <w:vertAlign w:val="subscript"/>
                <w:lang w:val="sv-FI"/>
              </w:rPr>
              <w:t>max</w:t>
            </w:r>
            <w:r w:rsidRPr="00EF2F0E">
              <w:rPr>
                <w:rFonts w:cs="v5.0.0"/>
                <w:lang w:val="sv-FI"/>
              </w:rPr>
              <w:t>)</w:t>
            </w:r>
          </w:p>
        </w:tc>
        <w:tc>
          <w:tcPr>
            <w:tcW w:w="3455" w:type="dxa"/>
          </w:tcPr>
          <w:p w14:paraId="0984D627" w14:textId="77777777" w:rsidR="003E32EB" w:rsidRPr="00EF2F0E" w:rsidRDefault="003E32EB" w:rsidP="00AB06FD">
            <w:pPr>
              <w:pStyle w:val="TAC"/>
              <w:rPr>
                <w:rFonts w:cs="Arial"/>
              </w:rPr>
            </w:pPr>
            <w:r w:rsidRPr="00EF2F0E">
              <w:rPr>
                <w:rFonts w:cs="Arial"/>
              </w:rPr>
              <w:t>-14 dBm</w:t>
            </w:r>
          </w:p>
        </w:tc>
        <w:tc>
          <w:tcPr>
            <w:tcW w:w="1430" w:type="dxa"/>
          </w:tcPr>
          <w:p w14:paraId="0984D628" w14:textId="77777777" w:rsidR="003E32EB" w:rsidRPr="00EF2F0E" w:rsidRDefault="003E32EB" w:rsidP="00AB06FD">
            <w:pPr>
              <w:pStyle w:val="TAC"/>
              <w:rPr>
                <w:rFonts w:cs="Arial"/>
              </w:rPr>
            </w:pPr>
            <w:r w:rsidRPr="00EF2F0E">
              <w:rPr>
                <w:rFonts w:cs="Arial"/>
              </w:rPr>
              <w:t xml:space="preserve">100 kHz </w:t>
            </w:r>
          </w:p>
        </w:tc>
      </w:tr>
      <w:tr w:rsidR="003401A4" w:rsidRPr="00EF2F0E" w14:paraId="0984D62E" w14:textId="77777777" w:rsidTr="00AB06FD">
        <w:trPr>
          <w:cantSplit/>
          <w:jc w:val="center"/>
        </w:trPr>
        <w:tc>
          <w:tcPr>
            <w:tcW w:w="1953" w:type="dxa"/>
          </w:tcPr>
          <w:p w14:paraId="0984D62A" w14:textId="77777777" w:rsidR="003E32EB" w:rsidRPr="00EF2F0E" w:rsidRDefault="003E32EB"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62B" w14:textId="77777777" w:rsidR="003E32EB" w:rsidRPr="00EF2F0E" w:rsidRDefault="003E32EB" w:rsidP="00AB06FD">
            <w:pPr>
              <w:pStyle w:val="TAC"/>
              <w:rPr>
                <w:rFonts w:cs="v5.0.0"/>
              </w:rPr>
            </w:pPr>
            <w:r w:rsidRPr="00EF2F0E">
              <w:rPr>
                <w:rFonts w:cs="v5.0.0"/>
              </w:rPr>
              <w:t xml:space="preserve">10.5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62C" w14:textId="77777777" w:rsidR="003E32EB" w:rsidRPr="00EF2F0E" w:rsidRDefault="003E32EB" w:rsidP="00AB06FD">
            <w:pPr>
              <w:pStyle w:val="TAC"/>
              <w:rPr>
                <w:rFonts w:cs="Arial"/>
              </w:rPr>
            </w:pPr>
            <w:r w:rsidRPr="00EF2F0E">
              <w:rPr>
                <w:rFonts w:cs="Arial"/>
              </w:rPr>
              <w:t xml:space="preserve">-15 dBm (Note </w:t>
            </w:r>
            <w:r w:rsidRPr="00EF2F0E">
              <w:rPr>
                <w:rFonts w:cs="Arial"/>
                <w:lang w:eastAsia="zh-CN"/>
              </w:rPr>
              <w:t>5</w:t>
            </w:r>
            <w:r w:rsidRPr="00EF2F0E">
              <w:rPr>
                <w:rFonts w:cs="Arial"/>
              </w:rPr>
              <w:t>)</w:t>
            </w:r>
          </w:p>
        </w:tc>
        <w:tc>
          <w:tcPr>
            <w:tcW w:w="1430" w:type="dxa"/>
          </w:tcPr>
          <w:p w14:paraId="0984D62D" w14:textId="77777777" w:rsidR="003E32EB" w:rsidRPr="00EF2F0E" w:rsidRDefault="003E32EB" w:rsidP="00AB06FD">
            <w:pPr>
              <w:pStyle w:val="TAC"/>
              <w:rPr>
                <w:rFonts w:cs="Arial"/>
              </w:rPr>
            </w:pPr>
            <w:r w:rsidRPr="00EF2F0E">
              <w:rPr>
                <w:rFonts w:cs="Arial"/>
              </w:rPr>
              <w:t xml:space="preserve">1MHz </w:t>
            </w:r>
          </w:p>
        </w:tc>
      </w:tr>
      <w:tr w:rsidR="003E32EB" w:rsidRPr="00EF2F0E" w14:paraId="0984D631" w14:textId="77777777" w:rsidTr="00AB06FD">
        <w:trPr>
          <w:cantSplit/>
          <w:jc w:val="center"/>
        </w:trPr>
        <w:tc>
          <w:tcPr>
            <w:tcW w:w="9814" w:type="dxa"/>
            <w:gridSpan w:val="4"/>
          </w:tcPr>
          <w:p w14:paraId="0984D62F" w14:textId="77777777" w:rsidR="003E32EB" w:rsidRPr="00EF2F0E" w:rsidRDefault="003E32EB" w:rsidP="007A0E12">
            <w:pPr>
              <w:pStyle w:val="TAN"/>
            </w:pPr>
            <w:r w:rsidRPr="00EF2F0E">
              <w:t>NOTE 1:</w:t>
            </w:r>
            <w:r w:rsidRPr="00EF2F0E">
              <w:tab/>
              <w:t xml:space="preserve">For MSR </w:t>
            </w:r>
            <w:r w:rsidRPr="00EF2F0E">
              <w:rPr>
                <w:i/>
              </w:rPr>
              <w:t>TAB connector</w:t>
            </w:r>
            <w:r w:rsidRPr="00EF2F0E">
              <w:t xml:space="preserve"> supporting non-contiguous spectrum operation within any operating band, the </w:t>
            </w:r>
            <w:r w:rsidRPr="00EF2F0E">
              <w:rPr>
                <w:i/>
              </w:rPr>
              <w:t xml:space="preserve">basic limit </w:t>
            </w:r>
            <w:r w:rsidRPr="00EF2F0E">
              <w:t xml:space="preserve">within sub-block gaps is calculated as a cumulative sum of contributions from adjacent </w:t>
            </w:r>
            <w:r w:rsidRPr="00EF2F0E">
              <w:rPr>
                <w:rFonts w:cs="v5.0.0"/>
              </w:rPr>
              <w:t xml:space="preserve">sub blocks on each side of the </w:t>
            </w:r>
            <w:r w:rsidRPr="00EF2F0E">
              <w:rPr>
                <w:rFonts w:cs="v5.0.0"/>
                <w:i/>
              </w:rPr>
              <w:t>sub block gap</w:t>
            </w:r>
            <w:r w:rsidRPr="00EF2F0E">
              <w:rPr>
                <w:rFonts w:cs="v5.0.0"/>
              </w:rPr>
              <w:t>, where the contribution from the far-end sub-block shall be scaled according to the measurement bandwidth of the near-end sub-block</w:t>
            </w:r>
            <w:r w:rsidRPr="00EF2F0E">
              <w:t xml:space="preserve">. Exception is </w:t>
            </w:r>
            <w:r w:rsidRPr="00EF2F0E">
              <w:rPr>
                <w:rFonts w:ascii="Symbol" w:hAnsi="Symbol"/>
              </w:rPr>
              <w:t></w:t>
            </w:r>
            <w:r w:rsidRPr="00EF2F0E">
              <w:t xml:space="preserve">f ≥ 10MHz from both adjacent sub blocks on each side of the </w:t>
            </w:r>
            <w:r w:rsidRPr="00EF2F0E">
              <w:rPr>
                <w:i/>
              </w:rPr>
              <w:t>sub-block gap</w:t>
            </w:r>
            <w:r w:rsidRPr="00EF2F0E">
              <w:t xml:space="preserve">, where the </w:t>
            </w:r>
            <w:r w:rsidRPr="00EF2F0E">
              <w:rPr>
                <w:i/>
              </w:rPr>
              <w:t>basic limit</w:t>
            </w:r>
            <w:r w:rsidRPr="00EF2F0E">
              <w:t xml:space="preserve"> within sub-block gaps shall be -15dBm/1MHz.</w:t>
            </w:r>
          </w:p>
          <w:p w14:paraId="0984D630" w14:textId="77777777" w:rsidR="003E32EB" w:rsidRPr="00EF2F0E" w:rsidRDefault="003E32EB" w:rsidP="007A0E12">
            <w:pPr>
              <w:pStyle w:val="TAN"/>
            </w:pPr>
            <w:r w:rsidRPr="00EF2F0E">
              <w:t>NOTE 2:</w:t>
            </w:r>
            <w:r w:rsidRPr="00EF2F0E">
              <w:tab/>
              <w:t xml:space="preserve">For MSR </w:t>
            </w:r>
            <w:r w:rsidRPr="00EF2F0E">
              <w:rPr>
                <w:i/>
              </w:rPr>
              <w:t>multi band TAB connector</w:t>
            </w:r>
            <w:r w:rsidRPr="00EF2F0E">
              <w:t xml:space="preserve"> with </w:t>
            </w:r>
            <w:r w:rsidRPr="00EF2F0E">
              <w:rPr>
                <w:i/>
              </w:rPr>
              <w:t>Inter RF Bandwidth gap</w:t>
            </w:r>
            <w:r w:rsidRPr="00EF2F0E">
              <w:t xml:space="preserve"> &lt; 2×Δf</w:t>
            </w:r>
            <w:r w:rsidRPr="00EF2F0E">
              <w:rPr>
                <w:vertAlign w:val="subscript"/>
              </w:rPr>
              <w:t>OBUE</w:t>
            </w:r>
            <w:r w:rsidRPr="00EF2F0E">
              <w:t xml:space="preserve">the </w:t>
            </w:r>
            <w:r w:rsidRPr="00EF2F0E">
              <w:rPr>
                <w:i/>
              </w:rPr>
              <w:t>basic limit</w:t>
            </w:r>
            <w:r w:rsidRPr="00EF2F0E">
              <w:t xml:space="preserve"> within the Inter RF Bandwidth gaps is calculated as a cumulative sum of contributions from adjacent sub-blocks or </w:t>
            </w:r>
            <w:r w:rsidRPr="00EF2F0E">
              <w:rPr>
                <w:i/>
              </w:rPr>
              <w:t>RF Bandwidth</w:t>
            </w:r>
            <w:r w:rsidRPr="00EF2F0E">
              <w:t xml:space="preserve"> on each side of the </w:t>
            </w:r>
            <w:r w:rsidRPr="00EF2F0E">
              <w:rPr>
                <w:i/>
              </w:rPr>
              <w:t>Inter RF Bandwidth gap</w:t>
            </w:r>
            <w:r w:rsidRPr="00EF2F0E">
              <w:rPr>
                <w:rFonts w:cs="v5.0.0"/>
              </w:rPr>
              <w:t xml:space="preserve">, where the contribution from the far-end sub-block </w:t>
            </w:r>
            <w:r w:rsidRPr="00EF2F0E">
              <w:t xml:space="preserve">or RF Bandwidth </w:t>
            </w:r>
            <w:r w:rsidRPr="00EF2F0E">
              <w:rPr>
                <w:rFonts w:cs="v5.0.0"/>
              </w:rPr>
              <w:t>shall be scaled according to the measurement bandwidth of the near-end sub-block</w:t>
            </w:r>
            <w:r w:rsidRPr="00EF2F0E">
              <w:t xml:space="preserve"> or </w:t>
            </w:r>
            <w:r w:rsidRPr="00EF2F0E">
              <w:rPr>
                <w:i/>
              </w:rPr>
              <w:t>RF Bandwidth.</w:t>
            </w:r>
          </w:p>
        </w:tc>
      </w:tr>
    </w:tbl>
    <w:p w14:paraId="0984D632" w14:textId="77777777" w:rsidR="003E32EB" w:rsidRPr="00EF2F0E" w:rsidRDefault="003E32EB" w:rsidP="00A40339">
      <w:pPr>
        <w:rPr>
          <w:lang w:eastAsia="zh-CN"/>
        </w:rPr>
      </w:pPr>
    </w:p>
    <w:p w14:paraId="0984D633" w14:textId="42CAADF3" w:rsidR="003E32EB" w:rsidRPr="00EF2F0E" w:rsidRDefault="003E32EB" w:rsidP="00AB06FD">
      <w:pPr>
        <w:pStyle w:val="TH"/>
        <w:rPr>
          <w:rFonts w:cs="v5.0.0"/>
        </w:rPr>
      </w:pPr>
      <w:r w:rsidRPr="00EF2F0E">
        <w:t>Table 6.6.5.2.2-</w:t>
      </w:r>
      <w:r w:rsidRPr="00EF2F0E">
        <w:rPr>
          <w:lang w:eastAsia="zh-CN"/>
        </w:rPr>
        <w:t>2</w:t>
      </w:r>
      <w:r w:rsidRPr="00EF2F0E">
        <w:t xml:space="preserve">: </w:t>
      </w:r>
      <w:r w:rsidR="00E47199">
        <w:t>MR BS OBUE in</w:t>
      </w:r>
      <w:r w:rsidR="00E47199" w:rsidRPr="00DF5484">
        <w:t xml:space="preserve"> BC1</w:t>
      </w:r>
      <w:r w:rsidR="00E47199">
        <w:t xml:space="preserve"> </w:t>
      </w:r>
      <w:r w:rsidR="00E47199" w:rsidRPr="00DF5484">
        <w:t xml:space="preserve">bands applicable for: BS with maximum output power 31 &lt; </w:t>
      </w:r>
      <w:r w:rsidR="00E47199" w:rsidRPr="00DF5484">
        <w:rPr>
          <w:rFonts w:cs="v4.2.0"/>
        </w:rPr>
        <w:t>P</w:t>
      </w:r>
      <w:r w:rsidR="00E47199" w:rsidRPr="00DF5484">
        <w:rPr>
          <w:rFonts w:cs="v4.2.0"/>
          <w:vertAlign w:val="subscript"/>
        </w:rPr>
        <w:t>rated,c,cell</w:t>
      </w:r>
      <w:r w:rsidR="00E47199" w:rsidRPr="00DF5484">
        <w:t>-10*log10(N</w:t>
      </w:r>
      <w:r w:rsidR="00E47199" w:rsidRPr="00DF5484">
        <w:rPr>
          <w:vertAlign w:val="subscript"/>
        </w:rPr>
        <w:t>TXU,countedpercell</w:t>
      </w:r>
      <w:r w:rsidR="00E47199" w:rsidRPr="00DF5484">
        <w:t>)</w:t>
      </w:r>
      <w:r w:rsidR="00E47199" w:rsidRPr="00DF5484">
        <w:rPr>
          <w:rFonts w:cs="v4.2.0"/>
        </w:rPr>
        <w:t xml:space="preserve"> </w:t>
      </w:r>
      <w:r w:rsidR="00E47199" w:rsidRPr="00DF5484">
        <w:rPr>
          <w:rFonts w:cs="v5.0.0"/>
        </w:rPr>
        <w:sym w:font="Symbol" w:char="F0A3"/>
      </w:r>
      <w:r w:rsidR="00E47199" w:rsidRPr="00DF5484">
        <w:t xml:space="preserve"> 38 dBm and 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868"/>
        <w:gridCol w:w="3563"/>
        <w:gridCol w:w="1430"/>
      </w:tblGrid>
      <w:tr w:rsidR="003401A4" w:rsidRPr="00EF2F0E" w14:paraId="0984D638" w14:textId="77777777" w:rsidTr="00A40339">
        <w:trPr>
          <w:cantSplit/>
          <w:jc w:val="center"/>
        </w:trPr>
        <w:tc>
          <w:tcPr>
            <w:tcW w:w="2127" w:type="dxa"/>
          </w:tcPr>
          <w:p w14:paraId="0984D634"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868" w:type="dxa"/>
          </w:tcPr>
          <w:p w14:paraId="0984D635"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563" w:type="dxa"/>
          </w:tcPr>
          <w:p w14:paraId="0984D636" w14:textId="77777777" w:rsidR="003E32EB" w:rsidRPr="00EF2F0E" w:rsidRDefault="003E32EB" w:rsidP="00A40339">
            <w:pPr>
              <w:pStyle w:val="TAH"/>
              <w:rPr>
                <w:rFonts w:cs="Arial"/>
              </w:rPr>
            </w:pPr>
            <w:r w:rsidRPr="00EF2F0E">
              <w:rPr>
                <w:rFonts w:cs="v5.0.0"/>
                <w:i/>
              </w:rPr>
              <w:t>Basic Limit</w:t>
            </w:r>
            <w:r w:rsidRPr="00EF2F0E">
              <w:rPr>
                <w:rFonts w:cs="Arial"/>
                <w:i/>
              </w:rPr>
              <w:t xml:space="preserve"> </w:t>
            </w:r>
            <w:r w:rsidRPr="00EF2F0E">
              <w:rPr>
                <w:rFonts w:cs="Arial"/>
              </w:rPr>
              <w:t xml:space="preserve">(NOTE 1, </w:t>
            </w:r>
            <w:r w:rsidRPr="00EF2F0E">
              <w:rPr>
                <w:rFonts w:cs="Arial"/>
                <w:lang w:eastAsia="zh-CN"/>
              </w:rPr>
              <w:t>2</w:t>
            </w:r>
            <w:r w:rsidRPr="00EF2F0E">
              <w:rPr>
                <w:rFonts w:cs="Arial"/>
              </w:rPr>
              <w:t>)</w:t>
            </w:r>
          </w:p>
        </w:tc>
        <w:tc>
          <w:tcPr>
            <w:tcW w:w="1430" w:type="dxa"/>
          </w:tcPr>
          <w:p w14:paraId="0984D637"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(NOTE 4)</w:t>
            </w:r>
          </w:p>
        </w:tc>
      </w:tr>
      <w:tr w:rsidR="003401A4" w:rsidRPr="00EF2F0E" w14:paraId="0984D63D" w14:textId="77777777" w:rsidTr="00A40339">
        <w:trPr>
          <w:cantSplit/>
          <w:jc w:val="center"/>
        </w:trPr>
        <w:tc>
          <w:tcPr>
            <w:tcW w:w="2127" w:type="dxa"/>
          </w:tcPr>
          <w:p w14:paraId="0984D639" w14:textId="77777777" w:rsidR="003E32EB" w:rsidRPr="00EF2F0E" w:rsidRDefault="003E32EB" w:rsidP="00A40339">
            <w:pPr>
              <w:pStyle w:val="TAC"/>
              <w:rPr>
                <w:rFonts w:cs="Arial"/>
              </w:rPr>
            </w:pPr>
            <w:r w:rsidRPr="00EF2F0E">
              <w:rPr>
                <w:rFonts w:cs="Arial"/>
              </w:rPr>
              <w:t xml:space="preserve">0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0.6 MHz</w:t>
            </w:r>
          </w:p>
        </w:tc>
        <w:tc>
          <w:tcPr>
            <w:tcW w:w="2868" w:type="dxa"/>
          </w:tcPr>
          <w:p w14:paraId="0984D63A" w14:textId="77777777" w:rsidR="003E32EB" w:rsidRPr="00EF2F0E" w:rsidRDefault="003E32EB" w:rsidP="00A40339">
            <w:pPr>
              <w:pStyle w:val="TAC"/>
              <w:rPr>
                <w:rFonts w:cs="Arial"/>
              </w:rPr>
            </w:pPr>
            <w:r w:rsidRPr="00EF2F0E">
              <w:rPr>
                <w:rFonts w:cs="Arial"/>
              </w:rPr>
              <w:t xml:space="preserve">0.015MHz </w:t>
            </w:r>
            <w:r w:rsidRPr="00EF2F0E">
              <w:rPr>
                <w:rFonts w:cs="Arial"/>
              </w:rPr>
              <w:sym w:font="Symbol" w:char="F0A3"/>
            </w:r>
            <w:r w:rsidRPr="00EF2F0E">
              <w:rPr>
                <w:rFonts w:cs="Arial"/>
              </w:rPr>
              <w:t xml:space="preserve"> f_offset &lt; 0.615MHz </w:t>
            </w:r>
          </w:p>
        </w:tc>
        <w:tc>
          <w:tcPr>
            <w:tcW w:w="3563" w:type="dxa"/>
          </w:tcPr>
          <w:p w14:paraId="0984D63B" w14:textId="77777777" w:rsidR="003E32EB" w:rsidRPr="00EF2F0E" w:rsidRDefault="00FF0B46" w:rsidP="00A40339">
            <w:pPr>
              <w:pStyle w:val="TAC"/>
              <w:rPr>
                <w:rFonts w:cs="Arial"/>
              </w:rPr>
            </w:pPr>
            <w:r w:rsidRPr="00EF2F0E">
              <w:rPr>
                <w:rFonts w:cs="v5.0.0"/>
                <w:position w:val="-44"/>
                <w:lang w:eastAsia="ja-JP"/>
              </w:rPr>
              <w:object w:dxaOrig="3321" w:dyaOrig="999" w14:anchorId="098511A3">
                <v:shape id="对象 119" o:spid="_x0000_i1034" type="#_x0000_t75" style="width:148.25pt;height:41.5pt;mso-wrap-style:square;mso-position-horizontal-relative:page;mso-position-vertical-relative:page" o:ole="">
                  <v:imagedata r:id="rId34" o:title=""/>
                </v:shape>
                <o:OLEObject Type="Embed" ProgID="Equation.3" ShapeID="对象 119" DrawAspect="Content" ObjectID="_1717663556" r:id="rId35"/>
              </w:object>
            </w:r>
          </w:p>
        </w:tc>
        <w:tc>
          <w:tcPr>
            <w:tcW w:w="1430" w:type="dxa"/>
          </w:tcPr>
          <w:p w14:paraId="0984D63C"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642" w14:textId="77777777" w:rsidTr="00A40339">
        <w:trPr>
          <w:cantSplit/>
          <w:jc w:val="center"/>
        </w:trPr>
        <w:tc>
          <w:tcPr>
            <w:tcW w:w="2127" w:type="dxa"/>
          </w:tcPr>
          <w:p w14:paraId="0984D63E" w14:textId="77777777" w:rsidR="003E32EB" w:rsidRPr="00EF2F0E" w:rsidRDefault="003E32EB" w:rsidP="00A40339">
            <w:pPr>
              <w:pStyle w:val="TAC"/>
              <w:rPr>
                <w:rFonts w:cs="Arial"/>
              </w:rPr>
            </w:pPr>
            <w:r w:rsidRPr="00EF2F0E">
              <w:rPr>
                <w:rFonts w:cs="Arial"/>
              </w:rPr>
              <w:t xml:space="preserve">0.6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1 MHz</w:t>
            </w:r>
          </w:p>
        </w:tc>
        <w:tc>
          <w:tcPr>
            <w:tcW w:w="2868" w:type="dxa"/>
          </w:tcPr>
          <w:p w14:paraId="0984D63F" w14:textId="77777777" w:rsidR="003E32EB" w:rsidRPr="00EF2F0E" w:rsidRDefault="003E32EB" w:rsidP="00A40339">
            <w:pPr>
              <w:pStyle w:val="TAC"/>
              <w:rPr>
                <w:rFonts w:cs="Arial"/>
              </w:rPr>
            </w:pPr>
            <w:r w:rsidRPr="00EF2F0E">
              <w:rPr>
                <w:rFonts w:cs="Arial"/>
              </w:rPr>
              <w:t xml:space="preserve">0.615MHz </w:t>
            </w:r>
            <w:r w:rsidRPr="00EF2F0E">
              <w:rPr>
                <w:rFonts w:cs="Arial"/>
              </w:rPr>
              <w:sym w:font="Symbol" w:char="F0A3"/>
            </w:r>
            <w:r w:rsidRPr="00EF2F0E">
              <w:rPr>
                <w:rFonts w:cs="Arial"/>
              </w:rPr>
              <w:t xml:space="preserve"> f_offset &lt; 1.015MHz</w:t>
            </w:r>
          </w:p>
        </w:tc>
        <w:tc>
          <w:tcPr>
            <w:tcW w:w="3563" w:type="dxa"/>
          </w:tcPr>
          <w:p w14:paraId="0984D640" w14:textId="77777777" w:rsidR="003E32EB" w:rsidRPr="00EF2F0E" w:rsidRDefault="00FF0B46" w:rsidP="00A40339">
            <w:pPr>
              <w:pStyle w:val="TAC"/>
              <w:rPr>
                <w:rFonts w:cs="Arial"/>
              </w:rPr>
            </w:pPr>
            <w:r w:rsidRPr="00EF2F0E">
              <w:rPr>
                <w:rFonts w:cs="v5.0.0"/>
                <w:position w:val="-44"/>
                <w:lang w:eastAsia="ja-JP"/>
              </w:rPr>
              <w:object w:dxaOrig="3321" w:dyaOrig="999" w14:anchorId="098511A4">
                <v:shape id="对象 120" o:spid="_x0000_i1035" type="#_x0000_t75" style="width:156.2pt;height:41.5pt;mso-wrap-style:square;mso-position-horizontal-relative:page;mso-position-vertical-relative:page" o:ole="">
                  <v:imagedata r:id="rId36" o:title=""/>
                </v:shape>
                <o:OLEObject Type="Embed" ProgID="Equation.3" ShapeID="对象 120" DrawAspect="Content" ObjectID="_1717663557" r:id="rId37"/>
              </w:object>
            </w:r>
          </w:p>
        </w:tc>
        <w:tc>
          <w:tcPr>
            <w:tcW w:w="1430" w:type="dxa"/>
          </w:tcPr>
          <w:p w14:paraId="0984D641"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647" w14:textId="77777777" w:rsidTr="00A40339">
        <w:trPr>
          <w:cantSplit/>
          <w:jc w:val="center"/>
        </w:trPr>
        <w:tc>
          <w:tcPr>
            <w:tcW w:w="2127" w:type="dxa"/>
          </w:tcPr>
          <w:p w14:paraId="0984D643" w14:textId="77777777" w:rsidR="003E32EB" w:rsidRPr="00EF2F0E" w:rsidRDefault="003E32EB" w:rsidP="00A40339">
            <w:pPr>
              <w:pStyle w:val="TAC"/>
              <w:rPr>
                <w:rFonts w:cs="Arial"/>
              </w:rPr>
            </w:pPr>
            <w:r w:rsidRPr="00EF2F0E">
              <w:rPr>
                <w:rFonts w:cs="Arial"/>
              </w:rPr>
              <w:t>(NOTE 3)</w:t>
            </w:r>
          </w:p>
        </w:tc>
        <w:tc>
          <w:tcPr>
            <w:tcW w:w="2868" w:type="dxa"/>
          </w:tcPr>
          <w:p w14:paraId="0984D644" w14:textId="77777777" w:rsidR="003E32EB" w:rsidRPr="00EF2F0E" w:rsidRDefault="003E32EB" w:rsidP="00A40339">
            <w:pPr>
              <w:pStyle w:val="TAC"/>
              <w:rPr>
                <w:rFonts w:cs="Arial"/>
              </w:rPr>
            </w:pPr>
            <w:r w:rsidRPr="00EF2F0E">
              <w:rPr>
                <w:rFonts w:cs="Arial"/>
              </w:rPr>
              <w:t xml:space="preserve">1.015MHz </w:t>
            </w:r>
            <w:r w:rsidRPr="00EF2F0E">
              <w:rPr>
                <w:rFonts w:cs="Arial"/>
              </w:rPr>
              <w:sym w:font="Symbol" w:char="F0A3"/>
            </w:r>
            <w:r w:rsidRPr="00EF2F0E">
              <w:rPr>
                <w:rFonts w:cs="Arial"/>
              </w:rPr>
              <w:t xml:space="preserve"> f_offset &lt; 1.5 MHz </w:t>
            </w:r>
          </w:p>
        </w:tc>
        <w:tc>
          <w:tcPr>
            <w:tcW w:w="3563" w:type="dxa"/>
          </w:tcPr>
          <w:p w14:paraId="0984D645" w14:textId="77777777" w:rsidR="003E32EB" w:rsidRPr="00EF2F0E" w:rsidRDefault="003E32EB" w:rsidP="00A40339">
            <w:pPr>
              <w:pStyle w:val="TAC"/>
              <w:rPr>
                <w:rFonts w:cs="Arial"/>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rPr>
              <w:t>–  65 dB</w:t>
            </w:r>
          </w:p>
        </w:tc>
        <w:tc>
          <w:tcPr>
            <w:tcW w:w="1430" w:type="dxa"/>
          </w:tcPr>
          <w:p w14:paraId="0984D646"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64C" w14:textId="77777777" w:rsidTr="00A40339">
        <w:trPr>
          <w:cantSplit/>
          <w:jc w:val="center"/>
        </w:trPr>
        <w:tc>
          <w:tcPr>
            <w:tcW w:w="2127" w:type="dxa"/>
          </w:tcPr>
          <w:p w14:paraId="0984D648" w14:textId="77777777" w:rsidR="003E32EB" w:rsidRPr="00EF2F0E" w:rsidRDefault="003E32EB" w:rsidP="00A40339">
            <w:pPr>
              <w:pStyle w:val="TAC"/>
              <w:rPr>
                <w:rFonts w:cs="Arial"/>
              </w:rPr>
            </w:pPr>
            <w:r w:rsidRPr="00EF2F0E">
              <w:rPr>
                <w:rFonts w:cs="Arial"/>
              </w:rPr>
              <w:t xml:space="preserve">1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 xml:space="preserve">f </w:t>
            </w:r>
            <w:r w:rsidRPr="00EF2F0E">
              <w:rPr>
                <w:rFonts w:cs="Arial"/>
              </w:rPr>
              <w:sym w:font="Symbol" w:char="F0A3"/>
            </w:r>
            <w:r w:rsidRPr="00EF2F0E">
              <w:rPr>
                <w:rFonts w:cs="Arial"/>
              </w:rPr>
              <w:t xml:space="preserve"> 2.6 MHz</w:t>
            </w:r>
          </w:p>
        </w:tc>
        <w:tc>
          <w:tcPr>
            <w:tcW w:w="2868" w:type="dxa"/>
          </w:tcPr>
          <w:p w14:paraId="0984D649" w14:textId="77777777" w:rsidR="003E32EB" w:rsidRPr="00EF2F0E" w:rsidRDefault="003E32EB" w:rsidP="00A40339">
            <w:pPr>
              <w:pStyle w:val="TAC"/>
              <w:rPr>
                <w:rFonts w:cs="Arial"/>
              </w:rPr>
            </w:pPr>
            <w:r w:rsidRPr="00EF2F0E">
              <w:rPr>
                <w:rFonts w:cs="Arial"/>
              </w:rPr>
              <w:t xml:space="preserve">1.5 MHz </w:t>
            </w:r>
            <w:r w:rsidRPr="00EF2F0E">
              <w:rPr>
                <w:rFonts w:cs="Arial"/>
              </w:rPr>
              <w:sym w:font="Symbol" w:char="F0A3"/>
            </w:r>
            <w:r w:rsidRPr="00EF2F0E">
              <w:rPr>
                <w:rFonts w:cs="Arial"/>
              </w:rPr>
              <w:t xml:space="preserve"> f_offset &lt; 3.1 MHz</w:t>
            </w:r>
          </w:p>
        </w:tc>
        <w:tc>
          <w:tcPr>
            <w:tcW w:w="3563" w:type="dxa"/>
          </w:tcPr>
          <w:p w14:paraId="0984D64A" w14:textId="77777777" w:rsidR="003E32EB" w:rsidRPr="00EF2F0E" w:rsidRDefault="003E32EB" w:rsidP="00A40339">
            <w:pPr>
              <w:pStyle w:val="TAC"/>
              <w:rPr>
                <w:rFonts w:cs="Arial"/>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rPr>
              <w:t>– 52 dB</w:t>
            </w:r>
          </w:p>
        </w:tc>
        <w:tc>
          <w:tcPr>
            <w:tcW w:w="1430" w:type="dxa"/>
          </w:tcPr>
          <w:p w14:paraId="0984D64B" w14:textId="77777777" w:rsidR="003E32EB" w:rsidRPr="00EF2F0E" w:rsidRDefault="003E32EB" w:rsidP="00A40339">
            <w:pPr>
              <w:pStyle w:val="TAC"/>
              <w:rPr>
                <w:rFonts w:cs="Arial"/>
              </w:rPr>
            </w:pPr>
            <w:r w:rsidRPr="00EF2F0E">
              <w:rPr>
                <w:rFonts w:cs="Arial"/>
              </w:rPr>
              <w:t xml:space="preserve">1 MHz </w:t>
            </w:r>
          </w:p>
        </w:tc>
      </w:tr>
      <w:tr w:rsidR="003401A4" w:rsidRPr="00EF2F0E" w14:paraId="0984D651" w14:textId="77777777" w:rsidTr="00A40339">
        <w:trPr>
          <w:cantSplit/>
          <w:jc w:val="center"/>
        </w:trPr>
        <w:tc>
          <w:tcPr>
            <w:tcW w:w="2127" w:type="dxa"/>
          </w:tcPr>
          <w:p w14:paraId="0984D64D" w14:textId="77777777" w:rsidR="003E32EB" w:rsidRPr="00EF2F0E" w:rsidRDefault="003E32EB" w:rsidP="00A40339">
            <w:pPr>
              <w:pStyle w:val="TAC"/>
              <w:rPr>
                <w:rFonts w:cs="Arial"/>
              </w:rPr>
            </w:pPr>
            <w:r w:rsidRPr="00EF2F0E">
              <w:rPr>
                <w:rFonts w:cs="Arial"/>
              </w:rPr>
              <w:t xml:space="preserve">2.6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 xml:space="preserve">f </w:t>
            </w:r>
            <w:r w:rsidRPr="00EF2F0E">
              <w:rPr>
                <w:rFonts w:cs="Arial"/>
              </w:rPr>
              <w:sym w:font="Symbol" w:char="F0A3"/>
            </w:r>
            <w:r w:rsidRPr="00EF2F0E">
              <w:rPr>
                <w:rFonts w:cs="Arial"/>
              </w:rPr>
              <w:t xml:space="preserve"> 5 MHz</w:t>
            </w:r>
          </w:p>
        </w:tc>
        <w:tc>
          <w:tcPr>
            <w:tcW w:w="2868" w:type="dxa"/>
          </w:tcPr>
          <w:p w14:paraId="0984D64E" w14:textId="77777777" w:rsidR="003E32EB" w:rsidRPr="00EF2F0E" w:rsidRDefault="003E32EB" w:rsidP="00A40339">
            <w:pPr>
              <w:pStyle w:val="TAC"/>
              <w:rPr>
                <w:rFonts w:cs="Arial"/>
              </w:rPr>
            </w:pPr>
            <w:r w:rsidRPr="00EF2F0E">
              <w:rPr>
                <w:rFonts w:cs="Arial"/>
              </w:rPr>
              <w:t xml:space="preserve">3.1 MHz </w:t>
            </w:r>
            <w:r w:rsidRPr="00EF2F0E">
              <w:rPr>
                <w:rFonts w:cs="Arial"/>
              </w:rPr>
              <w:sym w:font="Symbol" w:char="F0A3"/>
            </w:r>
            <w:r w:rsidRPr="00EF2F0E">
              <w:rPr>
                <w:rFonts w:cs="Arial"/>
              </w:rPr>
              <w:t xml:space="preserve"> f_offset &lt; 5.5 MHz</w:t>
            </w:r>
          </w:p>
        </w:tc>
        <w:tc>
          <w:tcPr>
            <w:tcW w:w="3563" w:type="dxa"/>
          </w:tcPr>
          <w:p w14:paraId="0984D64F" w14:textId="77777777" w:rsidR="003E32EB" w:rsidRPr="00EF2F0E" w:rsidRDefault="003E32EB" w:rsidP="00A40339">
            <w:pPr>
              <w:pStyle w:val="TAC"/>
              <w:rPr>
                <w:rFonts w:cs="Arial"/>
              </w:rPr>
            </w:pPr>
            <w:r w:rsidRPr="00EF2F0E">
              <w:rPr>
                <w:rFonts w:cs="Arial"/>
              </w:rPr>
              <w:t>min(</w:t>
            </w: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 xml:space="preserve">) </w:t>
            </w:r>
            <w:r w:rsidRPr="00EF2F0E">
              <w:rPr>
                <w:rFonts w:cs="Arial"/>
              </w:rPr>
              <w:t>–  52 dB, -15dBm)</w:t>
            </w:r>
          </w:p>
        </w:tc>
        <w:tc>
          <w:tcPr>
            <w:tcW w:w="1430" w:type="dxa"/>
          </w:tcPr>
          <w:p w14:paraId="0984D650" w14:textId="77777777" w:rsidR="003E32EB" w:rsidRPr="00EF2F0E" w:rsidRDefault="003E32EB" w:rsidP="00A40339">
            <w:pPr>
              <w:pStyle w:val="TAC"/>
              <w:rPr>
                <w:rFonts w:cs="Arial"/>
              </w:rPr>
            </w:pPr>
            <w:r w:rsidRPr="00EF2F0E">
              <w:rPr>
                <w:rFonts w:cs="Arial"/>
              </w:rPr>
              <w:t>1 MHz</w:t>
            </w:r>
          </w:p>
        </w:tc>
      </w:tr>
      <w:tr w:rsidR="003401A4" w:rsidRPr="00EF2F0E" w14:paraId="0984D656" w14:textId="77777777" w:rsidTr="00A40339">
        <w:trPr>
          <w:cantSplit/>
          <w:jc w:val="center"/>
        </w:trPr>
        <w:tc>
          <w:tcPr>
            <w:tcW w:w="2127" w:type="dxa"/>
          </w:tcPr>
          <w:p w14:paraId="0984D652" w14:textId="77777777" w:rsidR="003E32EB" w:rsidRPr="00EF2F0E" w:rsidRDefault="003E32EB" w:rsidP="00A40339">
            <w:pPr>
              <w:pStyle w:val="TAC"/>
              <w:rPr>
                <w:rFonts w:cs="Arial"/>
              </w:rPr>
            </w:pPr>
            <w:r w:rsidRPr="00EF2F0E">
              <w:rPr>
                <w:rFonts w:cs="Arial"/>
              </w:rPr>
              <w:t xml:space="preserve">5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868" w:type="dxa"/>
          </w:tcPr>
          <w:p w14:paraId="0984D653" w14:textId="77777777" w:rsidR="003E32EB" w:rsidRPr="00EF2F0E" w:rsidRDefault="003E32EB" w:rsidP="00A40339">
            <w:pPr>
              <w:pStyle w:val="TAC"/>
              <w:rPr>
                <w:rFonts w:cs="Arial"/>
              </w:rPr>
            </w:pPr>
            <w:r w:rsidRPr="00EF2F0E">
              <w:rPr>
                <w:rFonts w:cs="Arial"/>
              </w:rPr>
              <w:t xml:space="preserve">5.5 MHz </w:t>
            </w:r>
            <w:r w:rsidRPr="00EF2F0E">
              <w:rPr>
                <w:rFonts w:cs="Arial"/>
              </w:rPr>
              <w:sym w:font="Symbol" w:char="F0A3"/>
            </w:r>
            <w:r w:rsidRPr="00EF2F0E">
              <w:rPr>
                <w:rFonts w:cs="Arial"/>
              </w:rPr>
              <w:t xml:space="preserve"> f_offset &lt; f_offset</w:t>
            </w:r>
            <w:r w:rsidRPr="00EF2F0E">
              <w:rPr>
                <w:rFonts w:cs="Arial"/>
                <w:vertAlign w:val="subscript"/>
              </w:rPr>
              <w:t>max</w:t>
            </w:r>
            <w:r w:rsidRPr="00EF2F0E">
              <w:rPr>
                <w:rFonts w:cs="Arial"/>
              </w:rPr>
              <w:t xml:space="preserve"> </w:t>
            </w:r>
          </w:p>
        </w:tc>
        <w:tc>
          <w:tcPr>
            <w:tcW w:w="3563" w:type="dxa"/>
          </w:tcPr>
          <w:p w14:paraId="0984D654" w14:textId="77777777" w:rsidR="003E32EB" w:rsidRPr="00EF2F0E" w:rsidRDefault="003E32EB" w:rsidP="00A40339">
            <w:pPr>
              <w:pStyle w:val="TAC"/>
              <w:rPr>
                <w:rFonts w:cs="Arial"/>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rPr>
              <w:t>– 56 dB</w:t>
            </w:r>
          </w:p>
        </w:tc>
        <w:tc>
          <w:tcPr>
            <w:tcW w:w="1430" w:type="dxa"/>
          </w:tcPr>
          <w:p w14:paraId="0984D655" w14:textId="77777777" w:rsidR="003E32EB" w:rsidRPr="00EF2F0E" w:rsidRDefault="003E32EB" w:rsidP="00A40339">
            <w:pPr>
              <w:pStyle w:val="TAC"/>
              <w:rPr>
                <w:rFonts w:cs="Arial"/>
              </w:rPr>
            </w:pPr>
            <w:r w:rsidRPr="00EF2F0E">
              <w:rPr>
                <w:rFonts w:cs="Arial"/>
              </w:rPr>
              <w:t xml:space="preserve">1 MHz </w:t>
            </w:r>
          </w:p>
        </w:tc>
      </w:tr>
      <w:tr w:rsidR="003E32EB" w:rsidRPr="00EF2F0E" w14:paraId="0984D659" w14:textId="77777777" w:rsidTr="00A40339">
        <w:trPr>
          <w:cantSplit/>
          <w:jc w:val="center"/>
        </w:trPr>
        <w:tc>
          <w:tcPr>
            <w:tcW w:w="9988" w:type="dxa"/>
            <w:gridSpan w:val="4"/>
          </w:tcPr>
          <w:p w14:paraId="0984D657" w14:textId="77777777" w:rsidR="003E32EB" w:rsidRPr="00EF2F0E" w:rsidRDefault="003E32EB" w:rsidP="00A40339">
            <w:pPr>
              <w:pStyle w:val="TAN"/>
              <w:rPr>
                <w:rFonts w:cs="Arial"/>
                <w:lang w:eastAsia="zh-CN"/>
              </w:rPr>
            </w:pPr>
            <w:r w:rsidRPr="00EF2F0E">
              <w:rPr>
                <w:rFonts w:cs="Arial"/>
              </w:rPr>
              <w:t>NOTE 1:</w:t>
            </w:r>
            <w:r w:rsidRPr="00EF2F0E">
              <w:rPr>
                <w:rFonts w:cs="Arial"/>
              </w:rPr>
              <w:tab/>
              <w:t xml:space="preserve">For MSR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t>
            </w:r>
            <w:r w:rsidRPr="00EF2F0E">
              <w:rPr>
                <w:rFonts w:cs="Arial"/>
                <w:lang w:eastAsia="zh-CN"/>
              </w:rPr>
              <w:t xml:space="preserve">within any operating band </w:t>
            </w:r>
            <w:r w:rsidRPr="00EF2F0E">
              <w:rPr>
                <w:rFonts w:cs="Arial"/>
              </w:rPr>
              <w:t xml:space="preserve">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w:t>
            </w:r>
            <w:r w:rsidRPr="00EF2F0E">
              <w:rPr>
                <w:rFonts w:cs="Arial"/>
                <w:lang w:eastAsia="zh-CN"/>
              </w:rPr>
              <w:t xml:space="preserve">contributions from </w:t>
            </w:r>
            <w:r w:rsidRPr="00EF2F0E">
              <w:rPr>
                <w:rFonts w:cs="Arial"/>
              </w:rPr>
              <w:t xml:space="preserve">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f ≥ 10MHz from both adjacent sub</w:t>
            </w:r>
            <w:r w:rsidRPr="00EF2F0E">
              <w:rPr>
                <w:rFonts w:cs="Arial"/>
                <w:lang w:eastAsia="zh-CN"/>
              </w:rPr>
              <w:t>-</w:t>
            </w:r>
            <w:r w:rsidRPr="00EF2F0E">
              <w:rPr>
                <w:rFonts w:cs="Arial"/>
              </w:rPr>
              <w:t xml:space="preserve">blocks on each side of the </w:t>
            </w:r>
            <w:r w:rsidRPr="00EF2F0E">
              <w:rPr>
                <w:rFonts w:cs="Arial"/>
                <w:i/>
              </w:rPr>
              <w:t>sub-block gap</w:t>
            </w:r>
            <w:r w:rsidRPr="00EF2F0E">
              <w:rPr>
                <w:rFonts w:cs="Arial"/>
              </w:rPr>
              <w:t xml:space="preserve">, where 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shall be (P</w:t>
            </w:r>
            <w:r w:rsidRPr="00EF2F0E">
              <w:rPr>
                <w:rFonts w:cs="Arial"/>
                <w:vertAlign w:val="subscript"/>
              </w:rPr>
              <w:t>rated,c</w:t>
            </w:r>
            <w:r w:rsidRPr="00EF2F0E">
              <w:rPr>
                <w:rFonts w:cs="Arial"/>
                <w:vertAlign w:val="subscript"/>
                <w:lang w:eastAsia="ja-JP"/>
              </w:rPr>
              <w:t>,cell</w:t>
            </w:r>
            <w:r w:rsidRPr="00EF2F0E">
              <w:t>-10*log10(N</w:t>
            </w:r>
            <w:r w:rsidRPr="00EF2F0E">
              <w:rPr>
                <w:vertAlign w:val="subscript"/>
              </w:rPr>
              <w:t>TXU,countedpercell</w:t>
            </w:r>
            <w:r w:rsidRPr="00EF2F0E">
              <w:t xml:space="preserve">) </w:t>
            </w:r>
            <w:r w:rsidRPr="00EF2F0E">
              <w:rPr>
                <w:rFonts w:cs="Arial"/>
              </w:rPr>
              <w:t>- 56 dB) /MHz.</w:t>
            </w:r>
            <w:r w:rsidRPr="00EF2F0E">
              <w:rPr>
                <w:rFonts w:cs="Arial"/>
                <w:lang w:eastAsia="zh-CN"/>
              </w:rPr>
              <w:t xml:space="preserve"> </w:t>
            </w:r>
          </w:p>
          <w:p w14:paraId="0984D658" w14:textId="77777777" w:rsidR="003E32EB" w:rsidRPr="00EF2F0E" w:rsidRDefault="003E32EB" w:rsidP="00A40339">
            <w:pPr>
              <w:pStyle w:val="TAN"/>
              <w:rPr>
                <w:rFonts w:cs="Arial"/>
              </w:rPr>
            </w:pPr>
            <w:r w:rsidRPr="00EF2F0E">
              <w:rPr>
                <w:rFonts w:cs="Arial"/>
              </w:rPr>
              <w:t>NOTE 2:</w:t>
            </w:r>
            <w:r w:rsidR="006E5225" w:rsidRPr="00EF2F0E">
              <w:rPr>
                <w:rFonts w:cs="Arial"/>
              </w:rPr>
              <w:tab/>
            </w:r>
            <w:r w:rsidRPr="00EF2F0E">
              <w:rPr>
                <w:rFonts w:cs="Arial"/>
              </w:rPr>
              <w:t xml:space="preserve">For MSR multi-band </w:t>
            </w:r>
            <w:r w:rsidRPr="00EF2F0E">
              <w:rPr>
                <w:rFonts w:cs="Arial"/>
                <w:i/>
              </w:rPr>
              <w:t>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v5.0.0"/>
              </w:rPr>
              <w:t>, where the contribution from the far-end sub-block</w:t>
            </w:r>
            <w:r w:rsidRPr="00EF2F0E">
              <w:rPr>
                <w:rFonts w:cs="Arial"/>
              </w:rPr>
              <w:t xml:space="preserve"> or </w:t>
            </w:r>
            <w:r w:rsidRPr="00EF2F0E">
              <w:rPr>
                <w:rFonts w:eastAsia="MS Mincho"/>
                <w:i/>
              </w:rPr>
              <w:t>Base Station RF Bandwidth</w:t>
            </w:r>
            <w:r w:rsidRPr="00EF2F0E">
              <w:rPr>
                <w:rFonts w:cs="v5.0.0"/>
              </w:rPr>
              <w:t xml:space="preserve"> 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65A" w14:textId="77777777" w:rsidR="003E32EB" w:rsidRPr="00EF2F0E" w:rsidRDefault="003E32EB" w:rsidP="00A40339"/>
    <w:p w14:paraId="0984D65B" w14:textId="5F5C689A" w:rsidR="003E32EB" w:rsidRPr="00EF2F0E" w:rsidRDefault="003E32EB" w:rsidP="00AB06FD">
      <w:pPr>
        <w:pStyle w:val="TH"/>
        <w:rPr>
          <w:rFonts w:cs="v5.0.0"/>
        </w:rPr>
      </w:pPr>
      <w:bookmarkStart w:id="1708" w:name="_Hlk510629565"/>
      <w:r w:rsidRPr="00EF2F0E">
        <w:t>Table 6.6.5.2.</w:t>
      </w:r>
      <w:r w:rsidRPr="00EF2F0E">
        <w:rPr>
          <w:lang w:eastAsia="zh-CN"/>
        </w:rPr>
        <w:t>2</w:t>
      </w:r>
      <w:r w:rsidRPr="00EF2F0E">
        <w:t>-</w:t>
      </w:r>
      <w:r w:rsidRPr="00EF2F0E">
        <w:rPr>
          <w:lang w:eastAsia="zh-CN"/>
        </w:rPr>
        <w:t>2a</w:t>
      </w:r>
      <w:r w:rsidRPr="00EF2F0E">
        <w:t xml:space="preserve">: </w:t>
      </w:r>
      <w:r w:rsidR="00211BB5">
        <w:t>MR BS OBUE in</w:t>
      </w:r>
      <w:r w:rsidR="00211BB5" w:rsidRPr="00DF5484">
        <w:t xml:space="preserve"> BC1 bands applicable for: BS with maximum output power 31 &lt; </w:t>
      </w:r>
      <w:r w:rsidR="00211BB5" w:rsidRPr="00DF5484">
        <w:rPr>
          <w:rFonts w:cs="v4.2.0"/>
        </w:rPr>
        <w:t>P</w:t>
      </w:r>
      <w:r w:rsidR="00211BB5" w:rsidRPr="00DF5484">
        <w:rPr>
          <w:rFonts w:cs="v4.2.0"/>
          <w:vertAlign w:val="subscript"/>
        </w:rPr>
        <w:t>rated,c,cell</w:t>
      </w:r>
      <w:r w:rsidR="00211BB5" w:rsidRPr="00DF5484">
        <w:t>-10*log10(N</w:t>
      </w:r>
      <w:r w:rsidR="00211BB5" w:rsidRPr="00DF5484">
        <w:rPr>
          <w:vertAlign w:val="subscript"/>
        </w:rPr>
        <w:t>TXU,countedpercell</w:t>
      </w:r>
      <w:r w:rsidR="00211BB5" w:rsidRPr="00DF5484">
        <w:t>)</w:t>
      </w:r>
      <w:r w:rsidR="00211BB5" w:rsidRPr="00DF5484">
        <w:rPr>
          <w:rFonts w:cs="v4.2.0"/>
        </w:rPr>
        <w:t xml:space="preserve"> </w:t>
      </w:r>
      <w:r w:rsidR="00211BB5" w:rsidRPr="00DF5484">
        <w:rPr>
          <w:rFonts w:cs="v5.0.0"/>
        </w:rPr>
        <w:sym w:font="Symbol" w:char="F0A3"/>
      </w:r>
      <w:r w:rsidR="00211BB5" w:rsidRPr="00DF5484">
        <w:t xml:space="preserve"> 38 dBm, supporting NR</w:t>
      </w:r>
      <w:r w:rsidR="00211BB5">
        <w:t>,</w:t>
      </w:r>
      <w:r w:rsidR="00211BB5" w:rsidRPr="00DF5484">
        <w:t xml:space="preserve">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D660"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65C" w14:textId="77777777" w:rsidR="003E32EB" w:rsidRPr="00EF2F0E" w:rsidRDefault="003E32EB" w:rsidP="00AB06FD">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D65D" w14:textId="77777777" w:rsidR="003E32EB" w:rsidRPr="00EF2F0E" w:rsidRDefault="003E32EB" w:rsidP="00AB06FD">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D65E" w14:textId="77777777" w:rsidR="003E32EB" w:rsidRPr="00EF2F0E" w:rsidRDefault="003E32EB" w:rsidP="00AB06FD">
            <w:pPr>
              <w:pStyle w:val="TAH"/>
              <w:rPr>
                <w:rFonts w:cs="Arial"/>
              </w:rPr>
            </w:pPr>
            <w:r w:rsidRPr="00EF2F0E">
              <w:rPr>
                <w:rFonts w:cs="v5.0.0"/>
                <w:i/>
              </w:rPr>
              <w:t>Basic Limit</w:t>
            </w:r>
            <w:r w:rsidRPr="00EF2F0E">
              <w:rPr>
                <w:rFonts w:cs="Arial"/>
                <w:i/>
              </w:rPr>
              <w:t xml:space="preserve"> </w:t>
            </w:r>
            <w:r w:rsidRPr="00EF2F0E">
              <w:rPr>
                <w:rFonts w:cs="Arial"/>
              </w:rPr>
              <w:t>(Note 1, 2)</w:t>
            </w:r>
          </w:p>
        </w:tc>
        <w:tc>
          <w:tcPr>
            <w:tcW w:w="1430" w:type="dxa"/>
            <w:tcBorders>
              <w:top w:val="single" w:sz="4" w:space="0" w:color="auto"/>
              <w:left w:val="single" w:sz="4" w:space="0" w:color="auto"/>
              <w:bottom w:val="single" w:sz="4" w:space="0" w:color="auto"/>
              <w:right w:val="single" w:sz="4" w:space="0" w:color="auto"/>
            </w:tcBorders>
          </w:tcPr>
          <w:p w14:paraId="0984D65F" w14:textId="77777777" w:rsidR="003E32EB" w:rsidRPr="00EF2F0E" w:rsidRDefault="003E32EB" w:rsidP="00AB06FD">
            <w:pPr>
              <w:pStyle w:val="TAH"/>
              <w:rPr>
                <w:rFonts w:cs="Arial"/>
              </w:rPr>
            </w:pPr>
            <w:r w:rsidRPr="00EF2F0E">
              <w:rPr>
                <w:rFonts w:cs="Arial"/>
              </w:rPr>
              <w:t xml:space="preserve">Measurement bandwidth (Note </w:t>
            </w:r>
            <w:r w:rsidRPr="00EF2F0E">
              <w:rPr>
                <w:rFonts w:cs="Arial"/>
                <w:lang w:eastAsia="zh-CN"/>
              </w:rPr>
              <w:t>4</w:t>
            </w:r>
            <w:r w:rsidRPr="00EF2F0E">
              <w:rPr>
                <w:rFonts w:cs="Arial"/>
              </w:rPr>
              <w:t>)</w:t>
            </w:r>
          </w:p>
        </w:tc>
      </w:tr>
      <w:tr w:rsidR="003401A4" w:rsidRPr="00EF2F0E" w14:paraId="0984D665"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661" w14:textId="77777777" w:rsidR="003E32EB" w:rsidRPr="00EF2F0E" w:rsidRDefault="003E32EB" w:rsidP="00AB06FD">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984D662" w14:textId="77777777" w:rsidR="003E32EB" w:rsidRPr="00EF2F0E" w:rsidRDefault="003E32EB"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984D663" w14:textId="77777777" w:rsidR="003E32EB" w:rsidRPr="00EF2F0E" w:rsidRDefault="00FF0B46" w:rsidP="00FF0B46">
            <w:pPr>
              <w:pStyle w:val="TAC"/>
              <w:rPr>
                <w:rFonts w:cs="Arial"/>
                <w:lang w:eastAsia="ja-JP"/>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00412459" w:rsidRPr="00EF2F0E">
              <w:rPr>
                <w:rFonts w:cs="v4.2.0"/>
              </w:rPr>
              <w:t xml:space="preserve"> </w:t>
            </w:r>
            <w:r w:rsidR="00412459" w:rsidRPr="00EF2F0E">
              <w:rPr>
                <w:rFonts w:cs="Arial"/>
                <w:lang w:eastAsia="zh-CN"/>
              </w:rPr>
              <w:t xml:space="preserve">– </w:t>
            </w:r>
            <w:r w:rsidRPr="00EF2F0E">
              <w:rPr>
                <w:rFonts w:cs="Arial"/>
                <w:lang w:eastAsia="zh-CN"/>
              </w:rPr>
              <w:t>53</w:t>
            </w:r>
            <w:r w:rsidR="00412459" w:rsidRPr="00EF2F0E">
              <w:rPr>
                <w:rFonts w:cs="Arial"/>
                <w:lang w:eastAsia="zh-CN"/>
              </w:rPr>
              <w:t> </w:t>
            </w:r>
            <w:r w:rsidRPr="00EF2F0E">
              <w:rPr>
                <w:rFonts w:cs="Arial"/>
                <w:lang w:eastAsia="zh-CN"/>
              </w:rPr>
              <w:t>dB</w:t>
            </w:r>
            <w:r w:rsidR="00412459" w:rsidRPr="00EF2F0E">
              <w:rPr>
                <w:rFonts w:cs="Arial"/>
                <w:lang w:eastAsia="zh-CN"/>
              </w:rPr>
              <w:t xml:space="preserve"> </w:t>
            </w:r>
            <w:r w:rsidRPr="00EF2F0E">
              <w:rPr>
                <w:rFonts w:cs="Arial"/>
                <w:lang w:eastAsia="zh-CN"/>
              </w:rPr>
              <w:t>-</w:t>
            </w:r>
            <w:r w:rsidR="00412459" w:rsidRPr="00EF2F0E">
              <w:rPr>
                <w:rFonts w:cs="Arial"/>
                <w:lang w:eastAsia="zh-CN"/>
              </w:rPr>
              <w:t xml:space="preserve"> </w:t>
            </w:r>
            <w:r w:rsidRPr="00EF2F0E">
              <w:rPr>
                <w:rFonts w:cs="Arial"/>
                <w:lang w:eastAsia="zh-CN"/>
              </w:rPr>
              <w:t>(7/5)*(f_offset/MHz-0,05)</w:t>
            </w:r>
            <w:r w:rsidR="00412459" w:rsidRPr="00EF2F0E">
              <w:rPr>
                <w:rFonts w:cs="Arial"/>
                <w:lang w:eastAsia="zh-CN"/>
              </w:rPr>
              <w:t> </w:t>
            </w:r>
            <w:r w:rsidRPr="00EF2F0E">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0984D664" w14:textId="77777777" w:rsidR="003E32EB" w:rsidRPr="00EF2F0E" w:rsidRDefault="003E32EB" w:rsidP="00AB06FD">
            <w:pPr>
              <w:pStyle w:val="TAC"/>
              <w:rPr>
                <w:rFonts w:cs="v5.0.0"/>
              </w:rPr>
            </w:pPr>
            <w:r w:rsidRPr="00EF2F0E">
              <w:rPr>
                <w:rFonts w:cs="v5.0.0"/>
              </w:rPr>
              <w:t xml:space="preserve">100 kHz </w:t>
            </w:r>
          </w:p>
        </w:tc>
      </w:tr>
      <w:tr w:rsidR="003401A4" w:rsidRPr="00EF2F0E" w14:paraId="0984D66A"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666" w14:textId="77777777" w:rsidR="003E32EB" w:rsidRPr="00EF2F0E" w:rsidRDefault="003E32EB" w:rsidP="00AB06FD">
            <w:pPr>
              <w:pStyle w:val="TAC"/>
              <w:rPr>
                <w:rFonts w:cs="v5.0.0"/>
                <w:lang w:val="sv-FI"/>
              </w:rPr>
            </w:pPr>
            <w:r w:rsidRPr="00EF2F0E">
              <w:rPr>
                <w:rFonts w:cs="v5.0.0"/>
                <w:lang w:val="sv-FI"/>
              </w:rPr>
              <w:t xml:space="preserve">5 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r w:rsidRPr="00EF2F0E">
              <w:rPr>
                <w:rFonts w:cs="Arial"/>
                <w:lang w:val="sv-FI"/>
              </w:rPr>
              <w:t xml:space="preserve">min(10 MHz, </w:t>
            </w:r>
            <w:r w:rsidRPr="00EF2F0E">
              <w:rPr>
                <w:rFonts w:cs="Arial"/>
              </w:rPr>
              <w:t>Δ</w:t>
            </w:r>
            <w:r w:rsidRPr="00EF2F0E">
              <w:rPr>
                <w:rFonts w:cs="Arial"/>
                <w:lang w:val="sv-FI"/>
              </w:rPr>
              <w:t>f</w:t>
            </w:r>
            <w:r w:rsidRPr="00EF2F0E">
              <w:rPr>
                <w:rFonts w:cs="Arial"/>
                <w:vertAlign w:val="subscript"/>
                <w:lang w:val="sv-FI" w:eastAsia="zh-CN"/>
              </w:rPr>
              <w:t>max</w:t>
            </w:r>
            <w:r w:rsidRPr="00EF2F0E">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984D667" w14:textId="77777777" w:rsidR="003E32EB" w:rsidRPr="00EF2F0E" w:rsidRDefault="003E32EB"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r w:rsidRPr="00EF2F0E">
              <w:rPr>
                <w:rFonts w:cs="Arial"/>
                <w:lang w:val="sv-FI"/>
              </w:rPr>
              <w:t>min(10.05 MHz, f_offset</w:t>
            </w:r>
            <w:r w:rsidRPr="00EF2F0E">
              <w:rPr>
                <w:rFonts w:cs="Arial"/>
                <w:vertAlign w:val="subscript"/>
                <w:lang w:val="sv-FI" w:eastAsia="zh-CN"/>
              </w:rPr>
              <w:t>max</w:t>
            </w:r>
            <w:r w:rsidRPr="00EF2F0E">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984D668" w14:textId="77777777" w:rsidR="003E32EB" w:rsidRPr="00EF2F0E" w:rsidRDefault="00FF0B46" w:rsidP="00FF0B46">
            <w:pPr>
              <w:pStyle w:val="TAC"/>
              <w:rPr>
                <w:rFonts w:cs="v5.0.0"/>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00412459" w:rsidRPr="00EF2F0E">
              <w:rPr>
                <w:rFonts w:cs="v4.2.0"/>
              </w:rPr>
              <w:t xml:space="preserve"> </w:t>
            </w:r>
            <w:r w:rsidRPr="00EF2F0E">
              <w:rPr>
                <w:rFonts w:cs="Arial"/>
                <w:lang w:eastAsia="zh-CN"/>
              </w:rPr>
              <w:t>-</w:t>
            </w:r>
            <w:r w:rsidR="00412459" w:rsidRPr="00EF2F0E">
              <w:rPr>
                <w:rFonts w:cs="Arial"/>
                <w:lang w:eastAsia="zh-CN"/>
              </w:rPr>
              <w:t xml:space="preserve"> </w:t>
            </w:r>
            <w:r w:rsidRPr="00EF2F0E">
              <w:rPr>
                <w:rFonts w:cs="Arial" w:hint="eastAsia"/>
                <w:lang w:val="en-US" w:eastAsia="zh-CN"/>
              </w:rPr>
              <w:t>60</w:t>
            </w:r>
            <w:r w:rsidR="00412459" w:rsidRPr="00EF2F0E">
              <w:rPr>
                <w:rFonts w:cs="Arial"/>
                <w:lang w:val="en-US" w:eastAsia="zh-CN"/>
              </w:rPr>
              <w:t> </w:t>
            </w:r>
            <w:r w:rsidRPr="00EF2F0E">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0984D669" w14:textId="77777777" w:rsidR="003E32EB" w:rsidRPr="00EF2F0E" w:rsidRDefault="003E32EB" w:rsidP="00AB06FD">
            <w:pPr>
              <w:pStyle w:val="TAC"/>
              <w:rPr>
                <w:rFonts w:cs="v5.0.0"/>
              </w:rPr>
            </w:pPr>
            <w:r w:rsidRPr="00EF2F0E">
              <w:rPr>
                <w:rFonts w:cs="v5.0.0"/>
              </w:rPr>
              <w:t xml:space="preserve">100 kHz </w:t>
            </w:r>
          </w:p>
        </w:tc>
      </w:tr>
      <w:tr w:rsidR="003401A4" w:rsidRPr="00EF2F0E" w14:paraId="0984D670"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66B" w14:textId="77777777" w:rsidR="003E32EB" w:rsidRPr="00EF2F0E" w:rsidRDefault="003E32EB"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D66C" w14:textId="77777777" w:rsidR="003E32EB" w:rsidRPr="00EF2F0E" w:rsidRDefault="003E32EB" w:rsidP="00AB06FD">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D66D" w14:textId="77777777" w:rsidR="007A55FD" w:rsidRPr="00EF2F0E" w:rsidRDefault="00FF0B46" w:rsidP="00FF0B46">
            <w:pPr>
              <w:pStyle w:val="TAC"/>
              <w:rPr>
                <w:rFonts w:cs="Arial"/>
                <w:lang w:eastAsia="zh-CN"/>
              </w:rPr>
            </w:pPr>
            <w:r w:rsidRPr="00EF2F0E">
              <w:rPr>
                <w:rFonts w:cs="Arial"/>
                <w:lang w:eastAsia="zh-CN"/>
              </w:rPr>
              <w:t>Min(</w:t>
            </w: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00412459" w:rsidRPr="00EF2F0E">
              <w:rPr>
                <w:rFonts w:cs="v4.2.0"/>
              </w:rPr>
              <w:t xml:space="preserve">  </w:t>
            </w:r>
            <w:r w:rsidRPr="00EF2F0E">
              <w:rPr>
                <w:rFonts w:cs="Arial"/>
                <w:lang w:eastAsia="zh-CN"/>
              </w:rPr>
              <w:t>-</w:t>
            </w:r>
            <w:r w:rsidR="00412459" w:rsidRPr="00EF2F0E">
              <w:rPr>
                <w:rFonts w:cs="Arial"/>
                <w:lang w:eastAsia="zh-CN"/>
              </w:rPr>
              <w:t xml:space="preserve"> </w:t>
            </w:r>
            <w:r w:rsidRPr="00EF2F0E">
              <w:rPr>
                <w:rFonts w:cs="Arial"/>
                <w:lang w:eastAsia="zh-CN"/>
              </w:rPr>
              <w:t>60</w:t>
            </w:r>
            <w:r w:rsidR="00412459" w:rsidRPr="00EF2F0E">
              <w:rPr>
                <w:rFonts w:cs="Arial"/>
                <w:lang w:eastAsia="zh-CN"/>
              </w:rPr>
              <w:t> </w:t>
            </w:r>
            <w:r w:rsidRPr="00EF2F0E">
              <w:rPr>
                <w:rFonts w:cs="Arial"/>
                <w:lang w:eastAsia="zh-CN"/>
              </w:rPr>
              <w:t>dB, -</w:t>
            </w:r>
            <w:r w:rsidR="00412459" w:rsidRPr="00EF2F0E">
              <w:rPr>
                <w:rFonts w:cs="Arial"/>
                <w:lang w:eastAsia="zh-CN"/>
              </w:rPr>
              <w:t xml:space="preserve"> </w:t>
            </w:r>
            <w:r w:rsidRPr="00EF2F0E">
              <w:rPr>
                <w:rFonts w:cs="Arial"/>
                <w:lang w:eastAsia="zh-CN"/>
              </w:rPr>
              <w:t>25</w:t>
            </w:r>
            <w:r w:rsidR="00412459" w:rsidRPr="00EF2F0E">
              <w:rPr>
                <w:rFonts w:cs="Arial"/>
                <w:lang w:eastAsia="zh-CN"/>
              </w:rPr>
              <w:t> </w:t>
            </w:r>
            <w:r w:rsidRPr="00EF2F0E">
              <w:rPr>
                <w:rFonts w:cs="Arial"/>
                <w:lang w:eastAsia="zh-CN"/>
              </w:rPr>
              <w:t>dBm)</w:t>
            </w:r>
          </w:p>
          <w:p w14:paraId="0984D66E" w14:textId="77777777" w:rsidR="003E32EB" w:rsidRPr="00EF2F0E" w:rsidRDefault="003E32EB" w:rsidP="00FF0B46">
            <w:pPr>
              <w:pStyle w:val="TAC"/>
              <w:rPr>
                <w:rFonts w:cs="v5.0.0"/>
              </w:rPr>
            </w:pPr>
            <w:r w:rsidRPr="00EF2F0E">
              <w:rPr>
                <w:rFonts w:cs="Arial"/>
                <w:lang w:eastAsia="zh-CN"/>
              </w:rPr>
              <w:t>(Note 5)</w:t>
            </w:r>
          </w:p>
        </w:tc>
        <w:tc>
          <w:tcPr>
            <w:tcW w:w="1430" w:type="dxa"/>
            <w:tcBorders>
              <w:top w:val="single" w:sz="4" w:space="0" w:color="auto"/>
              <w:left w:val="single" w:sz="4" w:space="0" w:color="auto"/>
              <w:bottom w:val="single" w:sz="4" w:space="0" w:color="auto"/>
              <w:right w:val="single" w:sz="4" w:space="0" w:color="auto"/>
            </w:tcBorders>
          </w:tcPr>
          <w:p w14:paraId="0984D66F" w14:textId="77777777" w:rsidR="003E32EB" w:rsidRPr="00EF2F0E" w:rsidRDefault="003E32EB" w:rsidP="00AB06FD">
            <w:pPr>
              <w:pStyle w:val="TAC"/>
              <w:pBdr>
                <w:top w:val="single" w:sz="12" w:space="3" w:color="auto"/>
              </w:pBdr>
              <w:rPr>
                <w:rFonts w:cs="v5.0.0"/>
              </w:rPr>
            </w:pPr>
            <w:r w:rsidRPr="00EF2F0E">
              <w:rPr>
                <w:rFonts w:cs="v5.0.0"/>
              </w:rPr>
              <w:t>100 kHz</w:t>
            </w:r>
          </w:p>
        </w:tc>
      </w:tr>
      <w:tr w:rsidR="003E32EB" w:rsidRPr="00EF2F0E" w14:paraId="0984D673" w14:textId="77777777" w:rsidTr="00AB06FD">
        <w:trPr>
          <w:cantSplit/>
          <w:jc w:val="center"/>
        </w:trPr>
        <w:tc>
          <w:tcPr>
            <w:tcW w:w="9988" w:type="dxa"/>
            <w:gridSpan w:val="4"/>
          </w:tcPr>
          <w:p w14:paraId="3ABB5B2F" w14:textId="4646DC03" w:rsidR="00DE4CD9" w:rsidRPr="00EF2F0E" w:rsidRDefault="00DE4CD9" w:rsidP="00DE4CD9">
            <w:pPr>
              <w:pStyle w:val="TAN"/>
            </w:pPr>
            <w:r w:rsidRPr="00EF2F0E">
              <w:t>NOTE 1:</w:t>
            </w:r>
            <w:r w:rsidRPr="00EF2F0E">
              <w:tab/>
              <w:t xml:space="preserve">For MSR </w:t>
            </w:r>
            <w:r w:rsidRPr="00EF2F0E">
              <w:rPr>
                <w:i/>
              </w:rPr>
              <w:t>TAB connector</w:t>
            </w:r>
            <w:r w:rsidRPr="00EF2F0E">
              <w:t xml:space="preserve"> supporting non-contiguous spectrum operation within any operating band the </w:t>
            </w:r>
            <w:r w:rsidRPr="00EF2F0E">
              <w:rPr>
                <w:i/>
              </w:rPr>
              <w:t xml:space="preserve">basic limit </w:t>
            </w:r>
            <w:r w:rsidRPr="00EF2F0E">
              <w:t xml:space="preserve">within </w:t>
            </w:r>
            <w:r w:rsidRPr="00EF2F0E">
              <w:rPr>
                <w:i/>
              </w:rPr>
              <w:t>sub-block gaps</w:t>
            </w:r>
            <w:r w:rsidRPr="00EF2F0E">
              <w:t xml:space="preserve"> is calculated as a cumulative sum of contributions from adjacent </w:t>
            </w:r>
            <w:r w:rsidRPr="00EF2F0E">
              <w:rPr>
                <w:rFonts w:cs="v5.0.0"/>
              </w:rPr>
              <w:t xml:space="preserve">sub blocks on each side of the </w:t>
            </w:r>
            <w:r w:rsidRPr="00EF2F0E">
              <w:rPr>
                <w:rFonts w:cs="v5.0.0"/>
                <w:i/>
              </w:rPr>
              <w:t>sub block gap</w:t>
            </w:r>
            <w:r w:rsidRPr="00EF2F0E">
              <w:t xml:space="preserve">. Exception is </w:t>
            </w:r>
            <w:r w:rsidRPr="00EF2F0E">
              <w:rPr>
                <w:rFonts w:ascii="Symbol" w:hAnsi="Symbol"/>
              </w:rPr>
              <w:t></w:t>
            </w:r>
            <w:r w:rsidRPr="00EF2F0E">
              <w:t xml:space="preserve">f ≥ 10MHz from both adjacent sub blocks on each side of the </w:t>
            </w:r>
            <w:r w:rsidRPr="00EF2F0E">
              <w:rPr>
                <w:i/>
              </w:rPr>
              <w:t>sub-block gap</w:t>
            </w:r>
            <w:r w:rsidRPr="00EF2F0E">
              <w:t xml:space="preserve">, where the </w:t>
            </w:r>
            <w:r w:rsidRPr="00EF2F0E">
              <w:rPr>
                <w:i/>
              </w:rPr>
              <w:t>basic limit</w:t>
            </w:r>
            <w:r w:rsidRPr="00EF2F0E">
              <w:t xml:space="preserve"> within sub-block gaps shall be </w:t>
            </w:r>
            <w:r w:rsidRPr="00EF2F0E">
              <w:rPr>
                <w:lang w:eastAsia="zh-CN"/>
              </w:rPr>
              <w:t>Min</w:t>
            </w:r>
            <w:r w:rsidRPr="00EF2F0E">
              <w:rPr>
                <w:rFonts w:cs="Arial"/>
                <w:lang w:eastAsia="zh-CN"/>
              </w:rPr>
              <w:t>(</w:t>
            </w: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 xml:space="preserve">) </w:t>
            </w:r>
            <w:r w:rsidRPr="00EF2F0E">
              <w:rPr>
                <w:rFonts w:cs="Arial"/>
                <w:lang w:eastAsia="zh-CN"/>
              </w:rPr>
              <w:t xml:space="preserve">– 60 dB, -25 dBm) </w:t>
            </w:r>
            <w:r w:rsidRPr="00EF2F0E">
              <w:t>/ 1</w:t>
            </w:r>
            <w:r w:rsidRPr="00EF2F0E">
              <w:rPr>
                <w:lang w:eastAsia="zh-CN"/>
              </w:rPr>
              <w:t>00 k</w:t>
            </w:r>
            <w:r w:rsidRPr="00EF2F0E">
              <w:t>Hz.</w:t>
            </w:r>
          </w:p>
          <w:p w14:paraId="0984D672" w14:textId="0850ABAC" w:rsidR="003E32EB" w:rsidRPr="00EF2F0E" w:rsidRDefault="00DE4CD9" w:rsidP="00DE4CD9">
            <w:pPr>
              <w:pStyle w:val="TAN"/>
            </w:pPr>
            <w:r w:rsidRPr="00EF2F0E">
              <w:t>NOTE 2:</w:t>
            </w:r>
            <w:r w:rsidRPr="00EF2F0E">
              <w:tab/>
              <w:t xml:space="preserve">For MSR </w:t>
            </w:r>
            <w:r w:rsidRPr="00EF2F0E">
              <w:rPr>
                <w:i/>
              </w:rPr>
              <w:t>multi band TAB connector</w:t>
            </w:r>
            <w:r w:rsidRPr="00EF2F0E">
              <w:t xml:space="preserve"> with </w:t>
            </w:r>
            <w:r w:rsidRPr="00EF2F0E">
              <w:rPr>
                <w:i/>
              </w:rPr>
              <w:t>Inter RF Bandwidth gap</w:t>
            </w:r>
            <w:r w:rsidRPr="00EF2F0E">
              <w:t xml:space="preserve"> &lt; 2×Δf</w:t>
            </w:r>
            <w:r w:rsidRPr="00EF2F0E">
              <w:rPr>
                <w:vertAlign w:val="subscript"/>
              </w:rPr>
              <w:t>OBUE</w:t>
            </w:r>
            <w:r w:rsidRPr="00EF2F0E">
              <w:t xml:space="preserve">the </w:t>
            </w:r>
            <w:r w:rsidRPr="00EF2F0E">
              <w:rPr>
                <w:i/>
              </w:rPr>
              <w:t>basic limit</w:t>
            </w:r>
            <w:r w:rsidRPr="00EF2F0E">
              <w:t xml:space="preserve"> within the </w:t>
            </w:r>
            <w:r w:rsidRPr="00EF2F0E">
              <w:rPr>
                <w:i/>
              </w:rPr>
              <w:t>Inter RF Bandwidth gaps</w:t>
            </w:r>
            <w:r w:rsidRPr="00EF2F0E">
              <w:t xml:space="preserve"> is calculated as a cumulative sum of contributions from adjacent sub-blocks or RF Bandwidth on each side of the </w:t>
            </w:r>
            <w:r w:rsidRPr="00EF2F0E">
              <w:rPr>
                <w:i/>
              </w:rPr>
              <w:t>Inter RF Bandwidth gap</w:t>
            </w:r>
            <w:r w:rsidRPr="00EF2F0E">
              <w:t>.</w:t>
            </w:r>
          </w:p>
        </w:tc>
      </w:tr>
      <w:bookmarkEnd w:id="1708"/>
    </w:tbl>
    <w:p w14:paraId="0984D674" w14:textId="77777777" w:rsidR="003E32EB" w:rsidRPr="00EF2F0E" w:rsidRDefault="003E32EB" w:rsidP="00A40339"/>
    <w:p w14:paraId="0984D675" w14:textId="6565966B" w:rsidR="003E32EB" w:rsidRPr="00EF2F0E" w:rsidRDefault="003E32EB" w:rsidP="00AB06FD">
      <w:pPr>
        <w:pStyle w:val="TH"/>
        <w:rPr>
          <w:rFonts w:cs="v5.0.0"/>
        </w:rPr>
      </w:pPr>
      <w:r w:rsidRPr="00EF2F0E">
        <w:t>Table 6.6.5.2.2-</w:t>
      </w:r>
      <w:r w:rsidRPr="00EF2F0E">
        <w:rPr>
          <w:lang w:eastAsia="zh-CN"/>
        </w:rPr>
        <w:t>3</w:t>
      </w:r>
      <w:r w:rsidRPr="00EF2F0E">
        <w:t xml:space="preserve">: </w:t>
      </w:r>
      <w:r w:rsidR="003B2FF7">
        <w:t>MR BS OBUE in</w:t>
      </w:r>
      <w:r w:rsidR="003B2FF7" w:rsidRPr="00DF5484">
        <w:t xml:space="preserve"> BC1 bands applicable for: BS with maximum output power </w:t>
      </w:r>
      <w:r w:rsidR="003B2FF7" w:rsidRPr="00DF5484">
        <w:rPr>
          <w:rFonts w:cs="v4.2.0"/>
        </w:rPr>
        <w:t>P</w:t>
      </w:r>
      <w:r w:rsidR="003B2FF7" w:rsidRPr="00DF5484">
        <w:rPr>
          <w:rFonts w:cs="v4.2.0"/>
          <w:vertAlign w:val="subscript"/>
        </w:rPr>
        <w:t>rated,c,cell</w:t>
      </w:r>
      <w:r w:rsidR="003B2FF7" w:rsidRPr="00DF5484">
        <w:t>-10*log10(N</w:t>
      </w:r>
      <w:r w:rsidR="003B2FF7" w:rsidRPr="00DF5484">
        <w:rPr>
          <w:vertAlign w:val="subscript"/>
        </w:rPr>
        <w:t>TXU,countedpercell</w:t>
      </w:r>
      <w:r w:rsidR="003B2FF7" w:rsidRPr="00DF5484">
        <w:t>)</w:t>
      </w:r>
      <w:r w:rsidR="003B2FF7" w:rsidRPr="00DF5484">
        <w:rPr>
          <w:rFonts w:cs="v4.2.0"/>
        </w:rPr>
        <w:t xml:space="preserve"> </w:t>
      </w:r>
      <w:r w:rsidR="003B2FF7" w:rsidRPr="00DF5484">
        <w:rPr>
          <w:rFonts w:cs="v5.0.0"/>
        </w:rPr>
        <w:sym w:font="Symbol" w:char="F0A3"/>
      </w:r>
      <w:r w:rsidR="003B2FF7" w:rsidRPr="00DF5484">
        <w:t xml:space="preserve"> 31 dBm and 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D67A" w14:textId="77777777" w:rsidTr="00A40339">
        <w:trPr>
          <w:cantSplit/>
          <w:jc w:val="center"/>
        </w:trPr>
        <w:tc>
          <w:tcPr>
            <w:tcW w:w="2127" w:type="dxa"/>
          </w:tcPr>
          <w:p w14:paraId="0984D676"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Pr>
          <w:p w14:paraId="0984D677"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Pr>
          <w:p w14:paraId="0984D678" w14:textId="77777777" w:rsidR="003E32EB" w:rsidRPr="00EF2F0E" w:rsidRDefault="003E32EB" w:rsidP="00A40339">
            <w:pPr>
              <w:pStyle w:val="TAH"/>
              <w:rPr>
                <w:rFonts w:cs="Arial"/>
              </w:rPr>
            </w:pPr>
            <w:r w:rsidRPr="00EF2F0E">
              <w:rPr>
                <w:rFonts w:cs="v5.0.0"/>
                <w:i/>
              </w:rPr>
              <w:t>Basic Limit</w:t>
            </w:r>
            <w:r w:rsidRPr="00EF2F0E">
              <w:rPr>
                <w:rFonts w:cs="Arial"/>
                <w:i/>
              </w:rPr>
              <w:t xml:space="preserve"> </w:t>
            </w:r>
            <w:r w:rsidRPr="00EF2F0E">
              <w:rPr>
                <w:rFonts w:cs="Arial"/>
              </w:rPr>
              <w:t xml:space="preserve">(NOTE 1, </w:t>
            </w:r>
            <w:r w:rsidRPr="00EF2F0E">
              <w:rPr>
                <w:rFonts w:cs="Arial"/>
                <w:lang w:eastAsia="zh-CN"/>
              </w:rPr>
              <w:t>2</w:t>
            </w:r>
            <w:r w:rsidRPr="00EF2F0E">
              <w:rPr>
                <w:rFonts w:cs="Arial"/>
              </w:rPr>
              <w:t>)</w:t>
            </w:r>
          </w:p>
        </w:tc>
        <w:tc>
          <w:tcPr>
            <w:tcW w:w="1430" w:type="dxa"/>
          </w:tcPr>
          <w:p w14:paraId="0984D679"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(NOTE 4)</w:t>
            </w:r>
          </w:p>
        </w:tc>
      </w:tr>
      <w:tr w:rsidR="003401A4" w:rsidRPr="00EF2F0E" w14:paraId="0984D67F" w14:textId="77777777" w:rsidTr="00A40339">
        <w:trPr>
          <w:cantSplit/>
          <w:jc w:val="center"/>
        </w:trPr>
        <w:tc>
          <w:tcPr>
            <w:tcW w:w="2127" w:type="dxa"/>
          </w:tcPr>
          <w:p w14:paraId="0984D67B" w14:textId="77777777" w:rsidR="003E32EB" w:rsidRPr="00EF2F0E" w:rsidRDefault="003E32EB" w:rsidP="00A40339">
            <w:pPr>
              <w:pStyle w:val="TAC"/>
              <w:rPr>
                <w:rFonts w:cs="Arial"/>
              </w:rPr>
            </w:pPr>
            <w:r w:rsidRPr="00EF2F0E">
              <w:rPr>
                <w:rFonts w:cs="Arial"/>
              </w:rPr>
              <w:t xml:space="preserve">0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0.6 MHz</w:t>
            </w:r>
          </w:p>
        </w:tc>
        <w:tc>
          <w:tcPr>
            <w:tcW w:w="2976" w:type="dxa"/>
          </w:tcPr>
          <w:p w14:paraId="0984D67C" w14:textId="77777777" w:rsidR="003E32EB" w:rsidRPr="00EF2F0E" w:rsidRDefault="003E32EB" w:rsidP="00A40339">
            <w:pPr>
              <w:pStyle w:val="TAC"/>
              <w:rPr>
                <w:rFonts w:cs="Arial"/>
              </w:rPr>
            </w:pPr>
            <w:r w:rsidRPr="00EF2F0E">
              <w:rPr>
                <w:rFonts w:cs="Arial"/>
              </w:rPr>
              <w:t xml:space="preserve">0.015MHz </w:t>
            </w:r>
            <w:r w:rsidRPr="00EF2F0E">
              <w:rPr>
                <w:rFonts w:cs="Arial"/>
              </w:rPr>
              <w:sym w:font="Symbol" w:char="F0A3"/>
            </w:r>
            <w:r w:rsidRPr="00EF2F0E">
              <w:rPr>
                <w:rFonts w:cs="Arial"/>
              </w:rPr>
              <w:t xml:space="preserve"> f_offset &lt; 0.615MHz </w:t>
            </w:r>
          </w:p>
        </w:tc>
        <w:tc>
          <w:tcPr>
            <w:tcW w:w="3455" w:type="dxa"/>
          </w:tcPr>
          <w:p w14:paraId="0984D67D" w14:textId="77777777" w:rsidR="003E32EB" w:rsidRPr="00EF2F0E" w:rsidRDefault="003E32EB" w:rsidP="00A40339">
            <w:pPr>
              <w:pStyle w:val="TAC"/>
              <w:rPr>
                <w:rFonts w:cs="Arial"/>
              </w:rPr>
            </w:pPr>
            <w:r w:rsidRPr="00EF2F0E">
              <w:rPr>
                <w:rFonts w:cs="Arial"/>
                <w:position w:val="-28"/>
              </w:rPr>
              <w:object w:dxaOrig="3500" w:dyaOrig="680" w14:anchorId="098511A5">
                <v:shape id="_x0000_i1036" type="#_x0000_t75" style="width:157.4pt;height:30.5pt" o:ole="">
                  <v:imagedata r:id="rId38" o:title=""/>
                </v:shape>
                <o:OLEObject Type="Embed" ProgID="Equation.DSMT4" ShapeID="_x0000_i1036" DrawAspect="Content" ObjectID="_1717663558" r:id="rId39"/>
              </w:object>
            </w:r>
          </w:p>
        </w:tc>
        <w:tc>
          <w:tcPr>
            <w:tcW w:w="1430" w:type="dxa"/>
          </w:tcPr>
          <w:p w14:paraId="0984D67E"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684" w14:textId="77777777" w:rsidTr="00A40339">
        <w:trPr>
          <w:cantSplit/>
          <w:jc w:val="center"/>
        </w:trPr>
        <w:tc>
          <w:tcPr>
            <w:tcW w:w="2127" w:type="dxa"/>
          </w:tcPr>
          <w:p w14:paraId="0984D680" w14:textId="77777777" w:rsidR="003E32EB" w:rsidRPr="00EF2F0E" w:rsidRDefault="003E32EB" w:rsidP="00A40339">
            <w:pPr>
              <w:pStyle w:val="TAC"/>
              <w:rPr>
                <w:rFonts w:cs="Arial"/>
              </w:rPr>
            </w:pPr>
            <w:r w:rsidRPr="00EF2F0E">
              <w:rPr>
                <w:rFonts w:cs="Arial"/>
              </w:rPr>
              <w:t xml:space="preserve">0.6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1 MHz</w:t>
            </w:r>
          </w:p>
        </w:tc>
        <w:tc>
          <w:tcPr>
            <w:tcW w:w="2976" w:type="dxa"/>
          </w:tcPr>
          <w:p w14:paraId="0984D681" w14:textId="77777777" w:rsidR="003E32EB" w:rsidRPr="00EF2F0E" w:rsidRDefault="003E32EB" w:rsidP="00A40339">
            <w:pPr>
              <w:pStyle w:val="TAC"/>
              <w:rPr>
                <w:rFonts w:cs="Arial"/>
              </w:rPr>
            </w:pPr>
            <w:r w:rsidRPr="00EF2F0E">
              <w:rPr>
                <w:rFonts w:cs="Arial"/>
              </w:rPr>
              <w:t xml:space="preserve">0.615MHz </w:t>
            </w:r>
            <w:r w:rsidRPr="00EF2F0E">
              <w:rPr>
                <w:rFonts w:cs="Arial"/>
              </w:rPr>
              <w:sym w:font="Symbol" w:char="F0A3"/>
            </w:r>
            <w:r w:rsidRPr="00EF2F0E">
              <w:rPr>
                <w:rFonts w:cs="Arial"/>
              </w:rPr>
              <w:t xml:space="preserve"> f_offset &lt; 1.015MHz</w:t>
            </w:r>
          </w:p>
        </w:tc>
        <w:tc>
          <w:tcPr>
            <w:tcW w:w="3455" w:type="dxa"/>
          </w:tcPr>
          <w:p w14:paraId="0984D682" w14:textId="77777777" w:rsidR="003E32EB" w:rsidRPr="00EF2F0E" w:rsidRDefault="003E32EB" w:rsidP="00A40339">
            <w:pPr>
              <w:pStyle w:val="TAC"/>
              <w:rPr>
                <w:rFonts w:cs="Arial"/>
              </w:rPr>
            </w:pPr>
            <w:r w:rsidRPr="00EF2F0E">
              <w:rPr>
                <w:rFonts w:cs="Arial"/>
                <w:position w:val="-28"/>
              </w:rPr>
              <w:object w:dxaOrig="3660" w:dyaOrig="680" w14:anchorId="098511A6">
                <v:shape id="_x0000_i1037" type="#_x0000_t75" style="width:151.95pt;height:28.05pt" o:ole="" fillcolor="window">
                  <v:imagedata r:id="rId40" o:title=""/>
                </v:shape>
                <o:OLEObject Type="Embed" ProgID="Equation.DSMT4" ShapeID="_x0000_i1037" DrawAspect="Content" ObjectID="_1717663559" r:id="rId41"/>
              </w:object>
            </w:r>
          </w:p>
        </w:tc>
        <w:tc>
          <w:tcPr>
            <w:tcW w:w="1430" w:type="dxa"/>
          </w:tcPr>
          <w:p w14:paraId="0984D683"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689" w14:textId="77777777" w:rsidTr="00A40339">
        <w:trPr>
          <w:cantSplit/>
          <w:jc w:val="center"/>
        </w:trPr>
        <w:tc>
          <w:tcPr>
            <w:tcW w:w="2127" w:type="dxa"/>
          </w:tcPr>
          <w:p w14:paraId="0984D685" w14:textId="77777777" w:rsidR="003E32EB" w:rsidRPr="00EF2F0E" w:rsidRDefault="003E32EB" w:rsidP="00A40339">
            <w:pPr>
              <w:pStyle w:val="TAC"/>
              <w:rPr>
                <w:rFonts w:cs="Arial"/>
              </w:rPr>
            </w:pPr>
            <w:r w:rsidRPr="00EF2F0E">
              <w:rPr>
                <w:rFonts w:cs="Arial"/>
              </w:rPr>
              <w:t>(NOTE 3)</w:t>
            </w:r>
          </w:p>
        </w:tc>
        <w:tc>
          <w:tcPr>
            <w:tcW w:w="2976" w:type="dxa"/>
          </w:tcPr>
          <w:p w14:paraId="0984D686" w14:textId="77777777" w:rsidR="003E32EB" w:rsidRPr="00EF2F0E" w:rsidRDefault="003E32EB" w:rsidP="00A40339">
            <w:pPr>
              <w:pStyle w:val="TAC"/>
              <w:rPr>
                <w:rFonts w:cs="Arial"/>
              </w:rPr>
            </w:pPr>
            <w:r w:rsidRPr="00EF2F0E">
              <w:rPr>
                <w:rFonts w:cs="Arial"/>
              </w:rPr>
              <w:t xml:space="preserve">1.015MHz </w:t>
            </w:r>
            <w:r w:rsidRPr="00EF2F0E">
              <w:rPr>
                <w:rFonts w:cs="Arial"/>
              </w:rPr>
              <w:sym w:font="Symbol" w:char="F0A3"/>
            </w:r>
            <w:r w:rsidRPr="00EF2F0E">
              <w:rPr>
                <w:rFonts w:cs="Arial"/>
              </w:rPr>
              <w:t xml:space="preserve"> f_offset &lt; 1.5 MHz </w:t>
            </w:r>
          </w:p>
        </w:tc>
        <w:tc>
          <w:tcPr>
            <w:tcW w:w="3455" w:type="dxa"/>
          </w:tcPr>
          <w:p w14:paraId="0984D687" w14:textId="77777777" w:rsidR="003E32EB" w:rsidRPr="00EF2F0E" w:rsidRDefault="003E32EB" w:rsidP="00A40339">
            <w:pPr>
              <w:pStyle w:val="TAC"/>
              <w:rPr>
                <w:rFonts w:cs="Arial"/>
              </w:rPr>
            </w:pPr>
            <w:r w:rsidRPr="00EF2F0E">
              <w:rPr>
                <w:rFonts w:cs="Arial"/>
              </w:rPr>
              <w:t>-34 dBm</w:t>
            </w:r>
          </w:p>
        </w:tc>
        <w:tc>
          <w:tcPr>
            <w:tcW w:w="1430" w:type="dxa"/>
          </w:tcPr>
          <w:p w14:paraId="0984D688"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68E" w14:textId="77777777" w:rsidTr="00A40339">
        <w:trPr>
          <w:cantSplit/>
          <w:jc w:val="center"/>
        </w:trPr>
        <w:tc>
          <w:tcPr>
            <w:tcW w:w="2127" w:type="dxa"/>
          </w:tcPr>
          <w:p w14:paraId="0984D68A" w14:textId="77777777" w:rsidR="003E32EB" w:rsidRPr="00EF2F0E" w:rsidRDefault="003E32EB" w:rsidP="00A40339">
            <w:pPr>
              <w:pStyle w:val="TAC"/>
              <w:rPr>
                <w:rFonts w:cs="Arial"/>
              </w:rPr>
            </w:pPr>
            <w:r w:rsidRPr="00EF2F0E">
              <w:rPr>
                <w:rFonts w:cs="Arial"/>
              </w:rPr>
              <w:t xml:space="preserve">1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 xml:space="preserve">f </w:t>
            </w:r>
            <w:r w:rsidRPr="00EF2F0E">
              <w:rPr>
                <w:rFonts w:cs="Arial"/>
              </w:rPr>
              <w:sym w:font="Symbol" w:char="F0A3"/>
            </w:r>
            <w:r w:rsidRPr="00EF2F0E">
              <w:rPr>
                <w:rFonts w:cs="Arial"/>
              </w:rPr>
              <w:t xml:space="preserve"> 5 MHz</w:t>
            </w:r>
          </w:p>
        </w:tc>
        <w:tc>
          <w:tcPr>
            <w:tcW w:w="2976" w:type="dxa"/>
          </w:tcPr>
          <w:p w14:paraId="0984D68B" w14:textId="77777777" w:rsidR="003E32EB" w:rsidRPr="00EF2F0E" w:rsidRDefault="003E32EB" w:rsidP="00A40339">
            <w:pPr>
              <w:pStyle w:val="TAC"/>
              <w:rPr>
                <w:rFonts w:cs="Arial"/>
              </w:rPr>
            </w:pPr>
            <w:r w:rsidRPr="00EF2F0E">
              <w:rPr>
                <w:rFonts w:cs="Arial"/>
              </w:rPr>
              <w:t xml:space="preserve">1.5 MHz </w:t>
            </w:r>
            <w:r w:rsidRPr="00EF2F0E">
              <w:rPr>
                <w:rFonts w:cs="Arial"/>
              </w:rPr>
              <w:sym w:font="Symbol" w:char="F0A3"/>
            </w:r>
            <w:r w:rsidRPr="00EF2F0E">
              <w:rPr>
                <w:rFonts w:cs="Arial"/>
              </w:rPr>
              <w:t xml:space="preserve"> f_offset &lt; 5.5 MHz</w:t>
            </w:r>
          </w:p>
        </w:tc>
        <w:tc>
          <w:tcPr>
            <w:tcW w:w="3455" w:type="dxa"/>
          </w:tcPr>
          <w:p w14:paraId="0984D68C" w14:textId="77777777" w:rsidR="003E32EB" w:rsidRPr="00EF2F0E" w:rsidRDefault="003E32EB" w:rsidP="00A40339">
            <w:pPr>
              <w:pStyle w:val="TAC"/>
              <w:rPr>
                <w:rFonts w:cs="Arial"/>
              </w:rPr>
            </w:pPr>
            <w:r w:rsidRPr="00EF2F0E">
              <w:rPr>
                <w:rFonts w:cs="Arial"/>
              </w:rPr>
              <w:t>-21 dBm</w:t>
            </w:r>
          </w:p>
        </w:tc>
        <w:tc>
          <w:tcPr>
            <w:tcW w:w="1430" w:type="dxa"/>
          </w:tcPr>
          <w:p w14:paraId="0984D68D" w14:textId="77777777" w:rsidR="003E32EB" w:rsidRPr="00EF2F0E" w:rsidRDefault="003E32EB" w:rsidP="00A40339">
            <w:pPr>
              <w:pStyle w:val="TAC"/>
              <w:rPr>
                <w:rFonts w:cs="Arial"/>
              </w:rPr>
            </w:pPr>
            <w:r w:rsidRPr="00EF2F0E">
              <w:rPr>
                <w:rFonts w:cs="Arial"/>
              </w:rPr>
              <w:t xml:space="preserve">1 MHz </w:t>
            </w:r>
          </w:p>
        </w:tc>
      </w:tr>
      <w:tr w:rsidR="003401A4" w:rsidRPr="00EF2F0E" w14:paraId="0984D693" w14:textId="77777777" w:rsidTr="00A40339">
        <w:trPr>
          <w:cantSplit/>
          <w:jc w:val="center"/>
        </w:trPr>
        <w:tc>
          <w:tcPr>
            <w:tcW w:w="2127" w:type="dxa"/>
          </w:tcPr>
          <w:p w14:paraId="0984D68F" w14:textId="77777777" w:rsidR="003E32EB" w:rsidRPr="00EF2F0E" w:rsidRDefault="003E32EB" w:rsidP="00A40339">
            <w:pPr>
              <w:pStyle w:val="TAC"/>
              <w:rPr>
                <w:rFonts w:cs="Arial"/>
              </w:rPr>
            </w:pPr>
            <w:r w:rsidRPr="00EF2F0E">
              <w:rPr>
                <w:rFonts w:cs="Arial"/>
              </w:rPr>
              <w:t xml:space="preserve">5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690" w14:textId="77777777" w:rsidR="003E32EB" w:rsidRPr="00EF2F0E" w:rsidRDefault="003E32EB" w:rsidP="00A40339">
            <w:pPr>
              <w:pStyle w:val="TAC"/>
              <w:rPr>
                <w:rFonts w:cs="Arial"/>
              </w:rPr>
            </w:pPr>
            <w:r w:rsidRPr="00EF2F0E">
              <w:rPr>
                <w:rFonts w:cs="Arial"/>
              </w:rPr>
              <w:t xml:space="preserve">5.5 MHz </w:t>
            </w:r>
            <w:r w:rsidRPr="00EF2F0E">
              <w:rPr>
                <w:rFonts w:cs="Arial"/>
              </w:rPr>
              <w:sym w:font="Symbol" w:char="F0A3"/>
            </w:r>
            <w:r w:rsidRPr="00EF2F0E">
              <w:rPr>
                <w:rFonts w:cs="Arial"/>
              </w:rPr>
              <w:t xml:space="preserve"> f_offset &lt; f_offset</w:t>
            </w:r>
            <w:r w:rsidRPr="00EF2F0E">
              <w:rPr>
                <w:rFonts w:cs="Arial"/>
                <w:vertAlign w:val="subscript"/>
              </w:rPr>
              <w:t>max</w:t>
            </w:r>
            <w:r w:rsidRPr="00EF2F0E">
              <w:rPr>
                <w:rFonts w:cs="Arial"/>
              </w:rPr>
              <w:t xml:space="preserve"> </w:t>
            </w:r>
          </w:p>
        </w:tc>
        <w:tc>
          <w:tcPr>
            <w:tcW w:w="3455" w:type="dxa"/>
          </w:tcPr>
          <w:p w14:paraId="0984D691" w14:textId="77777777" w:rsidR="003E32EB" w:rsidRPr="00EF2F0E" w:rsidRDefault="003E32EB" w:rsidP="00A40339">
            <w:pPr>
              <w:pStyle w:val="TAC"/>
              <w:rPr>
                <w:rFonts w:cs="Arial"/>
              </w:rPr>
            </w:pPr>
            <w:r w:rsidRPr="00EF2F0E">
              <w:rPr>
                <w:rFonts w:cs="Arial"/>
              </w:rPr>
              <w:t>-25 dBm</w:t>
            </w:r>
          </w:p>
        </w:tc>
        <w:tc>
          <w:tcPr>
            <w:tcW w:w="1430" w:type="dxa"/>
          </w:tcPr>
          <w:p w14:paraId="0984D692" w14:textId="77777777" w:rsidR="003E32EB" w:rsidRPr="00EF2F0E" w:rsidRDefault="003E32EB" w:rsidP="00A40339">
            <w:pPr>
              <w:pStyle w:val="TAC"/>
              <w:rPr>
                <w:rFonts w:cs="Arial"/>
              </w:rPr>
            </w:pPr>
            <w:r w:rsidRPr="00EF2F0E">
              <w:rPr>
                <w:rFonts w:cs="Arial"/>
              </w:rPr>
              <w:t xml:space="preserve">1 MHz </w:t>
            </w:r>
          </w:p>
        </w:tc>
      </w:tr>
      <w:tr w:rsidR="003E32EB" w:rsidRPr="00EF2F0E" w14:paraId="0984D696" w14:textId="77777777" w:rsidTr="00A40339">
        <w:trPr>
          <w:cantSplit/>
          <w:jc w:val="center"/>
        </w:trPr>
        <w:tc>
          <w:tcPr>
            <w:tcW w:w="9988" w:type="dxa"/>
            <w:gridSpan w:val="4"/>
          </w:tcPr>
          <w:p w14:paraId="0984D694" w14:textId="77777777" w:rsidR="003E32EB" w:rsidRPr="00EF2F0E" w:rsidRDefault="003E32EB" w:rsidP="00A40339">
            <w:pPr>
              <w:pStyle w:val="TAN"/>
              <w:rPr>
                <w:rFonts w:cs="Arial"/>
                <w:lang w:eastAsia="zh-CN"/>
              </w:rPr>
            </w:pPr>
            <w:r w:rsidRPr="00EF2F0E">
              <w:rPr>
                <w:rFonts w:cs="Arial"/>
              </w:rPr>
              <w:t>NOTE 1:</w:t>
            </w:r>
            <w:r w:rsidRPr="00EF2F0E">
              <w:rPr>
                <w:rFonts w:cs="Arial"/>
              </w:rPr>
              <w:tab/>
              <w:t xml:space="preserve">For MSR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t>
            </w:r>
            <w:r w:rsidRPr="00EF2F0E">
              <w:rPr>
                <w:rFonts w:cs="Arial"/>
                <w:lang w:eastAsia="zh-CN"/>
              </w:rPr>
              <w:t xml:space="preserve">within any operating band </w:t>
            </w:r>
            <w:r w:rsidRPr="00EF2F0E">
              <w:rPr>
                <w:rFonts w:cs="Arial"/>
              </w:rPr>
              <w:t xml:space="preserve">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w:t>
            </w:r>
            <w:r w:rsidRPr="00EF2F0E">
              <w:rPr>
                <w:rFonts w:cs="Arial"/>
                <w:lang w:eastAsia="zh-CN"/>
              </w:rPr>
              <w:t xml:space="preserve">contributions from </w:t>
            </w:r>
            <w:r w:rsidRPr="00EF2F0E">
              <w:rPr>
                <w:rFonts w:cs="Arial"/>
              </w:rPr>
              <w:t xml:space="preserve">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f ≥ 10MHz from both adjacent sub</w:t>
            </w:r>
            <w:r w:rsidRPr="00EF2F0E">
              <w:rPr>
                <w:rFonts w:cs="Arial"/>
                <w:lang w:eastAsia="zh-CN"/>
              </w:rPr>
              <w:t>-</w:t>
            </w:r>
            <w:r w:rsidRPr="00EF2F0E">
              <w:rPr>
                <w:rFonts w:cs="Arial"/>
              </w:rPr>
              <w:t xml:space="preserve">blocks on each side of the </w:t>
            </w:r>
            <w:r w:rsidRPr="00EF2F0E">
              <w:rPr>
                <w:rFonts w:cs="Arial"/>
                <w:i/>
              </w:rPr>
              <w:t>sub-block gap</w:t>
            </w:r>
            <w:r w:rsidRPr="00EF2F0E">
              <w:rPr>
                <w:rFonts w:cs="Arial"/>
              </w:rPr>
              <w:t xml:space="preserve">, where 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shall be -25 dBm/MHz.</w:t>
            </w:r>
          </w:p>
          <w:p w14:paraId="0984D695" w14:textId="77777777" w:rsidR="003E32EB" w:rsidRPr="00EF2F0E" w:rsidRDefault="003E32EB" w:rsidP="00A40339">
            <w:pPr>
              <w:pStyle w:val="TAN"/>
              <w:rPr>
                <w:rFonts w:cs="Arial"/>
              </w:rPr>
            </w:pPr>
            <w:r w:rsidRPr="00EF2F0E">
              <w:rPr>
                <w:rFonts w:cs="Arial"/>
              </w:rPr>
              <w:t>NOTE 2:</w:t>
            </w:r>
            <w:r w:rsidR="006E5225" w:rsidRPr="00EF2F0E">
              <w:rPr>
                <w:rFonts w:cs="Arial"/>
              </w:rPr>
              <w:tab/>
            </w:r>
            <w:r w:rsidRPr="00EF2F0E">
              <w:rPr>
                <w:rFonts w:cs="Arial"/>
              </w:rPr>
              <w:t xml:space="preserve">For MSR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v5.0.0"/>
              </w:rPr>
              <w:t>, where the contribution from the far-end sub-block</w:t>
            </w:r>
            <w:r w:rsidRPr="00EF2F0E">
              <w:rPr>
                <w:rFonts w:cs="Arial"/>
              </w:rPr>
              <w:t xml:space="preserve"> or </w:t>
            </w:r>
            <w:r w:rsidRPr="00EF2F0E">
              <w:rPr>
                <w:rFonts w:eastAsia="MS Mincho"/>
                <w:i/>
              </w:rPr>
              <w:t>Base Station RF Bandwidth</w:t>
            </w:r>
            <w:r w:rsidRPr="00EF2F0E">
              <w:rPr>
                <w:rFonts w:cs="v5.0.0"/>
              </w:rPr>
              <w:t xml:space="preserve"> 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697" w14:textId="77777777" w:rsidR="003E32EB" w:rsidRPr="00EF2F0E" w:rsidRDefault="003E32EB" w:rsidP="00A40339">
      <w:pPr>
        <w:rPr>
          <w:lang w:eastAsia="zh-CN"/>
        </w:rPr>
      </w:pPr>
    </w:p>
    <w:p w14:paraId="0984D698" w14:textId="0463D4B3" w:rsidR="003E32EB" w:rsidRPr="00EF2F0E" w:rsidRDefault="003E32EB" w:rsidP="00AB06FD">
      <w:pPr>
        <w:pStyle w:val="TH"/>
        <w:rPr>
          <w:rFonts w:cs="v5.0.0"/>
        </w:rPr>
      </w:pPr>
      <w:bookmarkStart w:id="1709" w:name="_Hlk510629576"/>
      <w:r w:rsidRPr="00EF2F0E">
        <w:t>Table 6.6.5.2.</w:t>
      </w:r>
      <w:r w:rsidRPr="00EF2F0E">
        <w:rPr>
          <w:lang w:eastAsia="zh-CN"/>
        </w:rPr>
        <w:t>2</w:t>
      </w:r>
      <w:r w:rsidRPr="00EF2F0E">
        <w:t>-3</w:t>
      </w:r>
      <w:r w:rsidRPr="00EF2F0E">
        <w:rPr>
          <w:lang w:eastAsia="zh-CN"/>
        </w:rPr>
        <w:t>a</w:t>
      </w:r>
      <w:r w:rsidRPr="00EF2F0E">
        <w:t xml:space="preserve">: </w:t>
      </w:r>
      <w:r w:rsidR="00AB1AB5">
        <w:t>MR BS OBUE in</w:t>
      </w:r>
      <w:r w:rsidR="00AB1AB5" w:rsidRPr="00DF5484">
        <w:t xml:space="preserve"> BC1 bands applicable for: BS with maximum output power </w:t>
      </w:r>
      <w:r w:rsidR="00AB1AB5" w:rsidRPr="00DF5484">
        <w:rPr>
          <w:rFonts w:cs="v4.2.0"/>
        </w:rPr>
        <w:t>P</w:t>
      </w:r>
      <w:r w:rsidR="00AB1AB5" w:rsidRPr="00DF5484">
        <w:rPr>
          <w:rFonts w:cs="v4.2.0"/>
          <w:vertAlign w:val="subscript"/>
        </w:rPr>
        <w:t>rated,c,cell</w:t>
      </w:r>
      <w:r w:rsidR="00AB1AB5" w:rsidRPr="00DF5484">
        <w:t>-10*log10(N</w:t>
      </w:r>
      <w:r w:rsidR="00AB1AB5" w:rsidRPr="00DF5484">
        <w:rPr>
          <w:vertAlign w:val="subscript"/>
        </w:rPr>
        <w:t>TXU,countedpercell</w:t>
      </w:r>
      <w:r w:rsidR="00AB1AB5" w:rsidRPr="00DF5484">
        <w:t>)</w:t>
      </w:r>
      <w:r w:rsidR="00AB1AB5" w:rsidRPr="00DF5484">
        <w:rPr>
          <w:rFonts w:cs="v4.2.0"/>
        </w:rPr>
        <w:t xml:space="preserve"> </w:t>
      </w:r>
      <w:r w:rsidR="00AB1AB5" w:rsidRPr="00DF5484">
        <w:rPr>
          <w:rFonts w:cs="v5.0.0"/>
        </w:rPr>
        <w:sym w:font="Symbol" w:char="F0A3"/>
      </w:r>
      <w:r w:rsidR="00AB1AB5" w:rsidRPr="00DF5484">
        <w:t xml:space="preserve"> 31 dBm, supporting NR</w:t>
      </w:r>
      <w:r w:rsidR="00AB1AB5">
        <w:t>,</w:t>
      </w:r>
      <w:r w:rsidR="00AB1AB5" w:rsidRPr="00DF5484">
        <w:t xml:space="preserve">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D69D"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699" w14:textId="77777777" w:rsidR="003E32EB" w:rsidRPr="00EF2F0E" w:rsidRDefault="003E32EB" w:rsidP="00AB06FD">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D69A" w14:textId="77777777" w:rsidR="003E32EB" w:rsidRPr="00EF2F0E" w:rsidRDefault="003E32EB" w:rsidP="00AB06FD">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D69B" w14:textId="77777777" w:rsidR="003E32EB" w:rsidRPr="00EF2F0E" w:rsidRDefault="003E32EB" w:rsidP="00AB06FD">
            <w:pPr>
              <w:pStyle w:val="TAH"/>
              <w:rPr>
                <w:rFonts w:cs="Arial"/>
              </w:rPr>
            </w:pPr>
            <w:r w:rsidRPr="00EF2F0E">
              <w:rPr>
                <w:rFonts w:cs="Arial"/>
                <w:i/>
              </w:rPr>
              <w:t>Basic limit</w:t>
            </w:r>
            <w:r w:rsidRPr="00EF2F0E">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0984D69C" w14:textId="77777777" w:rsidR="003E32EB" w:rsidRPr="00EF2F0E" w:rsidRDefault="003E32EB" w:rsidP="00AB06FD">
            <w:pPr>
              <w:pStyle w:val="TAH"/>
              <w:rPr>
                <w:rFonts w:cs="Arial"/>
              </w:rPr>
            </w:pPr>
            <w:r w:rsidRPr="00EF2F0E">
              <w:rPr>
                <w:rFonts w:cs="Arial"/>
              </w:rPr>
              <w:t>Measurement bandwidth (Note 4)</w:t>
            </w:r>
          </w:p>
        </w:tc>
      </w:tr>
      <w:tr w:rsidR="003401A4" w:rsidRPr="00EF2F0E" w14:paraId="0984D6A2"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69E" w14:textId="77777777" w:rsidR="003E32EB" w:rsidRPr="00EF2F0E" w:rsidRDefault="003E32EB" w:rsidP="00AB06FD">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984D69F" w14:textId="77777777" w:rsidR="003E32EB" w:rsidRPr="00EF2F0E" w:rsidRDefault="003E32EB"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984D6A0" w14:textId="77777777" w:rsidR="003E32EB" w:rsidRPr="00EF2F0E" w:rsidRDefault="003E32EB" w:rsidP="00AB06FD">
            <w:pPr>
              <w:pStyle w:val="TAC"/>
              <w:rPr>
                <w:rFonts w:cs="v5.0.0"/>
              </w:rPr>
            </w:pPr>
            <w:r w:rsidRPr="00EF2F0E">
              <w:rPr>
                <w:rFonts w:cs="Arial"/>
                <w:position w:val="-28"/>
              </w:rPr>
              <w:object w:dxaOrig="3440" w:dyaOrig="680" w14:anchorId="098511A7">
                <v:shape id="_x0000_i1038" type="#_x0000_t75" style="width:137.9pt;height:28.05pt" o:ole="">
                  <v:imagedata r:id="rId42" o:title=""/>
                </v:shape>
                <o:OLEObject Type="Embed" ProgID="Equation.3" ShapeID="_x0000_i1038" DrawAspect="Content" ObjectID="_1717663560" r:id="rId43"/>
              </w:object>
            </w:r>
          </w:p>
        </w:tc>
        <w:tc>
          <w:tcPr>
            <w:tcW w:w="1430" w:type="dxa"/>
            <w:tcBorders>
              <w:top w:val="single" w:sz="4" w:space="0" w:color="auto"/>
              <w:left w:val="single" w:sz="4" w:space="0" w:color="auto"/>
              <w:bottom w:val="single" w:sz="4" w:space="0" w:color="auto"/>
              <w:right w:val="single" w:sz="4" w:space="0" w:color="auto"/>
            </w:tcBorders>
          </w:tcPr>
          <w:p w14:paraId="0984D6A1" w14:textId="77777777" w:rsidR="003E32EB" w:rsidRPr="00EF2F0E" w:rsidRDefault="003E32EB" w:rsidP="00AB06FD">
            <w:pPr>
              <w:pStyle w:val="TAC"/>
              <w:rPr>
                <w:rFonts w:cs="v5.0.0"/>
              </w:rPr>
            </w:pPr>
            <w:r w:rsidRPr="00EF2F0E">
              <w:rPr>
                <w:rFonts w:cs="v5.0.0"/>
              </w:rPr>
              <w:t xml:space="preserve">100 kHz </w:t>
            </w:r>
          </w:p>
        </w:tc>
      </w:tr>
      <w:tr w:rsidR="003401A4" w:rsidRPr="00EF2F0E" w14:paraId="0984D6A7"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6A3" w14:textId="77777777" w:rsidR="003E32EB" w:rsidRPr="00EF2F0E" w:rsidRDefault="003E32EB" w:rsidP="00AB06FD">
            <w:pPr>
              <w:pStyle w:val="TAC"/>
              <w:rPr>
                <w:rFonts w:cs="v5.0.0"/>
                <w:lang w:val="sv-FI"/>
              </w:rPr>
            </w:pPr>
            <w:r w:rsidRPr="00EF2F0E">
              <w:rPr>
                <w:rFonts w:cs="v5.0.0"/>
                <w:lang w:val="sv-FI"/>
              </w:rPr>
              <w:t xml:space="preserve">5 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r w:rsidRPr="00EF2F0E">
              <w:rPr>
                <w:rFonts w:cs="Arial"/>
                <w:lang w:val="sv-FI"/>
              </w:rPr>
              <w:t xml:space="preserve">min(10 MHz, </w:t>
            </w:r>
            <w:r w:rsidRPr="00EF2F0E">
              <w:rPr>
                <w:rFonts w:cs="Arial"/>
              </w:rPr>
              <w:t>Δ</w:t>
            </w:r>
            <w:r w:rsidRPr="00EF2F0E">
              <w:rPr>
                <w:rFonts w:cs="Arial"/>
                <w:lang w:val="sv-FI"/>
              </w:rPr>
              <w:t>f</w:t>
            </w:r>
            <w:r w:rsidRPr="00EF2F0E">
              <w:rPr>
                <w:rFonts w:cs="Arial"/>
                <w:vertAlign w:val="subscript"/>
                <w:lang w:val="sv-FI" w:eastAsia="zh-CN"/>
              </w:rPr>
              <w:t>max</w:t>
            </w:r>
            <w:r w:rsidRPr="00EF2F0E">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984D6A4" w14:textId="77777777" w:rsidR="003E32EB" w:rsidRPr="00EF2F0E" w:rsidRDefault="003E32EB"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min(10.05 MHz, f_offset</w:t>
            </w:r>
            <w:r w:rsidRPr="00EF2F0E">
              <w:rPr>
                <w:rFonts w:cs="Arial"/>
                <w:vertAlign w:val="subscript"/>
                <w:lang w:val="sv-FI" w:eastAsia="zh-CN"/>
              </w:rPr>
              <w:t>max</w:t>
            </w:r>
            <w:r w:rsidRPr="00EF2F0E">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984D6A5" w14:textId="77777777" w:rsidR="003E32EB" w:rsidRPr="00EF2F0E" w:rsidRDefault="003E32EB" w:rsidP="00AB06FD">
            <w:pPr>
              <w:pStyle w:val="TAC"/>
              <w:rPr>
                <w:rFonts w:cs="v5.0.0"/>
              </w:rPr>
            </w:pPr>
            <w:r w:rsidRPr="00EF2F0E">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0984D6A6" w14:textId="77777777" w:rsidR="003E32EB" w:rsidRPr="00EF2F0E" w:rsidRDefault="003E32EB" w:rsidP="00AB06FD">
            <w:pPr>
              <w:pStyle w:val="TAC"/>
              <w:rPr>
                <w:rFonts w:cs="v5.0.0"/>
              </w:rPr>
            </w:pPr>
            <w:r w:rsidRPr="00EF2F0E">
              <w:rPr>
                <w:rFonts w:cs="v5.0.0"/>
              </w:rPr>
              <w:t xml:space="preserve">100 kHz </w:t>
            </w:r>
          </w:p>
        </w:tc>
      </w:tr>
      <w:tr w:rsidR="003401A4" w:rsidRPr="00EF2F0E" w14:paraId="0984D6AC"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6A8" w14:textId="77777777" w:rsidR="003E32EB" w:rsidRPr="00EF2F0E" w:rsidRDefault="003E32EB"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D6A9" w14:textId="77777777" w:rsidR="003E32EB" w:rsidRPr="00EF2F0E" w:rsidRDefault="003E32EB" w:rsidP="00AB06FD">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D6AA" w14:textId="77777777" w:rsidR="003E32EB" w:rsidRPr="00EF2F0E" w:rsidRDefault="003E32EB" w:rsidP="00AB06FD">
            <w:pPr>
              <w:pStyle w:val="TAC"/>
              <w:rPr>
                <w:rFonts w:cs="v5.0.0"/>
              </w:rPr>
            </w:pPr>
            <w:r w:rsidRPr="00EF2F0E">
              <w:rPr>
                <w:rFonts w:cs="Arial"/>
                <w:lang w:eastAsia="zh-CN"/>
              </w:rPr>
              <w:t>-29 dBm (Note 5)</w:t>
            </w:r>
          </w:p>
        </w:tc>
        <w:tc>
          <w:tcPr>
            <w:tcW w:w="1430" w:type="dxa"/>
            <w:tcBorders>
              <w:top w:val="single" w:sz="4" w:space="0" w:color="auto"/>
              <w:left w:val="single" w:sz="4" w:space="0" w:color="auto"/>
              <w:bottom w:val="single" w:sz="4" w:space="0" w:color="auto"/>
              <w:right w:val="single" w:sz="4" w:space="0" w:color="auto"/>
            </w:tcBorders>
          </w:tcPr>
          <w:p w14:paraId="0984D6AB" w14:textId="77777777" w:rsidR="003E32EB" w:rsidRPr="00EF2F0E" w:rsidRDefault="003E32EB" w:rsidP="00AB06FD">
            <w:pPr>
              <w:pStyle w:val="TAC"/>
              <w:pBdr>
                <w:top w:val="single" w:sz="12" w:space="3" w:color="auto"/>
              </w:pBdr>
              <w:rPr>
                <w:rFonts w:cs="v5.0.0"/>
                <w:lang w:eastAsia="zh-CN"/>
              </w:rPr>
            </w:pPr>
            <w:r w:rsidRPr="00EF2F0E">
              <w:rPr>
                <w:rFonts w:cs="v5.0.0"/>
              </w:rPr>
              <w:t>100 kHz</w:t>
            </w:r>
          </w:p>
        </w:tc>
      </w:tr>
      <w:tr w:rsidR="003E32EB" w:rsidRPr="00EF2F0E" w14:paraId="0984D6AF" w14:textId="77777777" w:rsidTr="00AB06FD">
        <w:trPr>
          <w:cantSplit/>
          <w:jc w:val="center"/>
        </w:trPr>
        <w:tc>
          <w:tcPr>
            <w:tcW w:w="9988" w:type="dxa"/>
            <w:gridSpan w:val="4"/>
          </w:tcPr>
          <w:p w14:paraId="410A3CF8" w14:textId="27E6E05F" w:rsidR="00DE4CD9" w:rsidRPr="00EF2F0E" w:rsidRDefault="00DE4CD9" w:rsidP="00DE4CD9">
            <w:pPr>
              <w:pStyle w:val="TAN"/>
            </w:pPr>
            <w:r w:rsidRPr="00EF2F0E">
              <w:t>NOTE 1:</w:t>
            </w:r>
            <w:r w:rsidRPr="00EF2F0E">
              <w:tab/>
              <w:t xml:space="preserve">For MSR </w:t>
            </w:r>
            <w:r w:rsidRPr="00EF2F0E">
              <w:rPr>
                <w:i/>
              </w:rPr>
              <w:t>TAB connector</w:t>
            </w:r>
            <w:r w:rsidRPr="00EF2F0E">
              <w:t xml:space="preserve"> supporting non-contiguous spectrum operation within any operating band the </w:t>
            </w:r>
            <w:r w:rsidRPr="00EF2F0E">
              <w:rPr>
                <w:i/>
              </w:rPr>
              <w:t xml:space="preserve">basic limit </w:t>
            </w:r>
            <w:r w:rsidRPr="00EF2F0E">
              <w:t xml:space="preserve"> within </w:t>
            </w:r>
            <w:r w:rsidRPr="00EF2F0E">
              <w:rPr>
                <w:i/>
              </w:rPr>
              <w:t>sub-block gaps</w:t>
            </w:r>
            <w:r w:rsidRPr="00EF2F0E">
              <w:t xml:space="preserve"> is calculated as a cumulative sum of contributions from adjacent </w:t>
            </w:r>
            <w:r w:rsidRPr="00EF2F0E">
              <w:rPr>
                <w:rFonts w:cs="v5.0.0"/>
              </w:rPr>
              <w:t>sub blocks on each side of the sub block gap</w:t>
            </w:r>
            <w:r w:rsidRPr="00EF2F0E">
              <w:t xml:space="preserve">. Exception is </w:t>
            </w:r>
            <w:r w:rsidRPr="00EF2F0E">
              <w:rPr>
                <w:rFonts w:ascii="Symbol" w:hAnsi="Symbol"/>
              </w:rPr>
              <w:t></w:t>
            </w:r>
            <w:r w:rsidRPr="00EF2F0E">
              <w:t xml:space="preserve">f ≥ 10MHz from both adjacent sub blocks on each side of the </w:t>
            </w:r>
            <w:r w:rsidRPr="00EF2F0E">
              <w:rPr>
                <w:i/>
              </w:rPr>
              <w:t>sub-block gap</w:t>
            </w:r>
            <w:r w:rsidRPr="00EF2F0E">
              <w:t xml:space="preserve">, where the </w:t>
            </w:r>
            <w:r w:rsidRPr="00EF2F0E">
              <w:rPr>
                <w:i/>
              </w:rPr>
              <w:t>basic limit</w:t>
            </w:r>
            <w:r w:rsidRPr="00EF2F0E">
              <w:t xml:space="preserve"> within sub-block gaps shall be -</w:t>
            </w:r>
            <w:r w:rsidRPr="00EF2F0E">
              <w:rPr>
                <w:lang w:eastAsia="zh-CN"/>
              </w:rPr>
              <w:t>29</w:t>
            </w:r>
            <w:r w:rsidRPr="00EF2F0E">
              <w:t>dBm/1</w:t>
            </w:r>
            <w:r w:rsidRPr="00EF2F0E">
              <w:rPr>
                <w:lang w:eastAsia="zh-CN"/>
              </w:rPr>
              <w:t>00k</w:t>
            </w:r>
            <w:r w:rsidRPr="00EF2F0E">
              <w:t>Hz.</w:t>
            </w:r>
          </w:p>
          <w:p w14:paraId="0984D6AE" w14:textId="5CD05AEC" w:rsidR="003E32EB" w:rsidRPr="00EF2F0E" w:rsidRDefault="00DE4CD9" w:rsidP="00DE4CD9">
            <w:pPr>
              <w:pStyle w:val="TAN"/>
            </w:pPr>
            <w:r w:rsidRPr="00EF2F0E">
              <w:t>NOTE 2:</w:t>
            </w:r>
            <w:r w:rsidRPr="00EF2F0E">
              <w:tab/>
              <w:t xml:space="preserve">For MSR </w:t>
            </w:r>
            <w:r w:rsidRPr="00EF2F0E">
              <w:rPr>
                <w:i/>
              </w:rPr>
              <w:t>multi band TAB connector</w:t>
            </w:r>
            <w:r w:rsidRPr="00EF2F0E">
              <w:t xml:space="preserve"> with </w:t>
            </w:r>
            <w:r w:rsidRPr="00EF2F0E">
              <w:rPr>
                <w:i/>
              </w:rPr>
              <w:t>Inter RF Bandwidth gap</w:t>
            </w:r>
            <w:r w:rsidRPr="00EF2F0E">
              <w:t xml:space="preserve"> &lt; 2×Δf</w:t>
            </w:r>
            <w:r w:rsidRPr="00EF2F0E">
              <w:rPr>
                <w:vertAlign w:val="subscript"/>
              </w:rPr>
              <w:t>OBUE</w:t>
            </w:r>
            <w:r w:rsidRPr="00EF2F0E">
              <w:t xml:space="preserve">the </w:t>
            </w:r>
            <w:r w:rsidRPr="00EF2F0E">
              <w:rPr>
                <w:i/>
              </w:rPr>
              <w:t>basic limit</w:t>
            </w:r>
            <w:r w:rsidRPr="00EF2F0E">
              <w:t xml:space="preserve"> within the </w:t>
            </w:r>
            <w:r w:rsidRPr="00EF2F0E">
              <w:rPr>
                <w:i/>
              </w:rPr>
              <w:t>Inter RF Bandwidth gaps</w:t>
            </w:r>
            <w:r w:rsidRPr="00EF2F0E">
              <w:t xml:space="preserve"> is calculated as a cumulative sum of contributions from adjacent sub-blocks or </w:t>
            </w:r>
            <w:r w:rsidRPr="00EF2F0E">
              <w:rPr>
                <w:i/>
              </w:rPr>
              <w:t>RF Bandwidth</w:t>
            </w:r>
            <w:r w:rsidRPr="00EF2F0E">
              <w:t xml:space="preserve"> on each side of the </w:t>
            </w:r>
            <w:r w:rsidRPr="00EF2F0E">
              <w:rPr>
                <w:i/>
              </w:rPr>
              <w:t>Inter RF Bandwidth</w:t>
            </w:r>
            <w:r w:rsidRPr="00EF2F0E">
              <w:t xml:space="preserve"> gap.</w:t>
            </w:r>
          </w:p>
        </w:tc>
      </w:tr>
      <w:bookmarkEnd w:id="1709"/>
    </w:tbl>
    <w:p w14:paraId="0984D6B0" w14:textId="77777777" w:rsidR="003E32EB" w:rsidRPr="00EF2F0E" w:rsidRDefault="003E32EB" w:rsidP="00A40339">
      <w:pPr>
        <w:rPr>
          <w:lang w:eastAsia="zh-CN"/>
        </w:rPr>
      </w:pPr>
    </w:p>
    <w:p w14:paraId="0984D6B1" w14:textId="7078CA0C" w:rsidR="003E32EB" w:rsidRPr="00EF2F0E" w:rsidRDefault="003E32EB" w:rsidP="00A40339">
      <w:pPr>
        <w:pStyle w:val="TH"/>
      </w:pPr>
      <w:r w:rsidRPr="00EF2F0E">
        <w:t>Table 6.6.5.2.2-</w:t>
      </w:r>
      <w:r w:rsidRPr="00EF2F0E">
        <w:rPr>
          <w:lang w:eastAsia="zh-CN"/>
        </w:rPr>
        <w:t>4</w:t>
      </w:r>
      <w:r w:rsidRPr="00EF2F0E">
        <w:t xml:space="preserve">: </w:t>
      </w:r>
      <w:bookmarkStart w:id="1710" w:name="_Hlk61624714"/>
      <w:r w:rsidR="006F3FD0">
        <w:t>LA BS OBUE in</w:t>
      </w:r>
      <w:r w:rsidR="006F3FD0" w:rsidRPr="00DF5484">
        <w:t xml:space="preserve"> BC1 bands</w:t>
      </w:r>
      <w:bookmarkEnd w:id="1710"/>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D6B7" w14:textId="77777777" w:rsidTr="00A40339">
        <w:trPr>
          <w:cantSplit/>
          <w:jc w:val="center"/>
        </w:trPr>
        <w:tc>
          <w:tcPr>
            <w:tcW w:w="2127" w:type="dxa"/>
          </w:tcPr>
          <w:p w14:paraId="0984D6B2" w14:textId="77777777" w:rsidR="003E32EB" w:rsidRPr="00EF2F0E" w:rsidRDefault="003E32EB" w:rsidP="00A40339">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6B3" w14:textId="77777777" w:rsidR="003E32EB" w:rsidRPr="00EF2F0E" w:rsidRDefault="003E32EB" w:rsidP="00A40339">
            <w:pPr>
              <w:pStyle w:val="TAH"/>
              <w:rPr>
                <w:rFonts w:cs="v5.0.0"/>
              </w:rPr>
            </w:pPr>
            <w:r w:rsidRPr="00EF2F0E">
              <w:rPr>
                <w:rFonts w:cs="v5.0.0"/>
              </w:rPr>
              <w:t>Frequency offset of measurement filter centre frequency, f_offset</w:t>
            </w:r>
          </w:p>
        </w:tc>
        <w:tc>
          <w:tcPr>
            <w:tcW w:w="3455" w:type="dxa"/>
          </w:tcPr>
          <w:p w14:paraId="0984D6B4" w14:textId="77777777" w:rsidR="003E32EB" w:rsidRPr="00EF2F0E" w:rsidRDefault="003E32EB" w:rsidP="00A40339">
            <w:pPr>
              <w:pStyle w:val="TAH"/>
              <w:rPr>
                <w:rFonts w:cs="v5.0.0"/>
                <w:lang w:eastAsia="zh-CN"/>
              </w:rPr>
            </w:pPr>
            <w:r w:rsidRPr="00EF2F0E">
              <w:rPr>
                <w:rFonts w:cs="v5.0.0"/>
                <w:i/>
              </w:rPr>
              <w:t>Basic Limit</w:t>
            </w:r>
            <w:r w:rsidRPr="00EF2F0E">
              <w:rPr>
                <w:rFonts w:cs="v5.0.0"/>
                <w:i/>
                <w:lang w:eastAsia="zh-CN"/>
              </w:rPr>
              <w:t xml:space="preserve"> </w:t>
            </w:r>
            <w:r w:rsidRPr="00EF2F0E">
              <w:rPr>
                <w:rFonts w:cs="v5.0.0"/>
                <w:lang w:eastAsia="zh-CN"/>
              </w:rPr>
              <w:t xml:space="preserve">(Note 1, </w:t>
            </w:r>
            <w:r w:rsidRPr="00EF2F0E">
              <w:rPr>
                <w:rFonts w:cs="Arial"/>
                <w:lang w:eastAsia="zh-CN"/>
              </w:rPr>
              <w:t>2</w:t>
            </w:r>
            <w:r w:rsidRPr="00EF2F0E">
              <w:rPr>
                <w:rFonts w:cs="v5.0.0"/>
                <w:lang w:eastAsia="zh-CN"/>
              </w:rPr>
              <w:t>)</w:t>
            </w:r>
          </w:p>
          <w:p w14:paraId="0984D6B5" w14:textId="77777777" w:rsidR="003E32EB" w:rsidRPr="00EF2F0E" w:rsidRDefault="003E32EB" w:rsidP="00A40339">
            <w:pPr>
              <w:pStyle w:val="TAH"/>
              <w:rPr>
                <w:rFonts w:cs="v5.0.0"/>
                <w:lang w:eastAsia="zh-CN"/>
              </w:rPr>
            </w:pPr>
          </w:p>
        </w:tc>
        <w:tc>
          <w:tcPr>
            <w:tcW w:w="1430" w:type="dxa"/>
          </w:tcPr>
          <w:p w14:paraId="0984D6B6" w14:textId="77777777" w:rsidR="003E32EB" w:rsidRPr="00EF2F0E" w:rsidRDefault="003E32EB" w:rsidP="00A40339">
            <w:pPr>
              <w:pStyle w:val="TAH"/>
              <w:rPr>
                <w:rFonts w:cs="v5.0.0"/>
              </w:rPr>
            </w:pPr>
            <w:r w:rsidRPr="00EF2F0E">
              <w:rPr>
                <w:rFonts w:cs="v5.0.0"/>
              </w:rPr>
              <w:t xml:space="preserve">Measurement bandwidth </w:t>
            </w:r>
            <w:r w:rsidRPr="00EF2F0E">
              <w:rPr>
                <w:rFonts w:cs="Arial"/>
              </w:rPr>
              <w:t xml:space="preserve">(NOTE </w:t>
            </w:r>
            <w:r w:rsidRPr="00EF2F0E">
              <w:rPr>
                <w:rFonts w:cs="Arial"/>
                <w:lang w:eastAsia="zh-CN"/>
              </w:rPr>
              <w:t>4</w:t>
            </w:r>
            <w:r w:rsidRPr="00EF2F0E">
              <w:rPr>
                <w:rFonts w:cs="Arial"/>
              </w:rPr>
              <w:t>)</w:t>
            </w:r>
          </w:p>
        </w:tc>
      </w:tr>
      <w:tr w:rsidR="003401A4" w:rsidRPr="00EF2F0E" w14:paraId="0984D6BC" w14:textId="77777777" w:rsidTr="00A40339">
        <w:trPr>
          <w:cantSplit/>
          <w:jc w:val="center"/>
        </w:trPr>
        <w:tc>
          <w:tcPr>
            <w:tcW w:w="2127" w:type="dxa"/>
          </w:tcPr>
          <w:p w14:paraId="0984D6B8"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D6B9"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vAlign w:val="center"/>
          </w:tcPr>
          <w:p w14:paraId="0984D6BA" w14:textId="77777777" w:rsidR="003E32EB" w:rsidRPr="00EF2F0E" w:rsidRDefault="003E32EB" w:rsidP="00A40339">
            <w:pPr>
              <w:pStyle w:val="TAC"/>
              <w:rPr>
                <w:rFonts w:cs="Arial"/>
              </w:rPr>
            </w:pPr>
            <w:r w:rsidRPr="00EF2F0E">
              <w:rPr>
                <w:rFonts w:cs="Arial"/>
                <w:position w:val="-28"/>
              </w:rPr>
              <w:object w:dxaOrig="3379" w:dyaOrig="680" w14:anchorId="098511A8">
                <v:shape id="_x0000_i1039" type="#_x0000_t75" style="width:151.95pt;height:30.5pt" o:ole="">
                  <v:imagedata r:id="rId44" o:title=""/>
                </v:shape>
                <o:OLEObject Type="Embed" ProgID="Equation.3" ShapeID="_x0000_i1039" DrawAspect="Content" ObjectID="_1717663561" r:id="rId45"/>
              </w:object>
            </w:r>
          </w:p>
        </w:tc>
        <w:tc>
          <w:tcPr>
            <w:tcW w:w="1430" w:type="dxa"/>
          </w:tcPr>
          <w:p w14:paraId="0984D6BB"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6C1" w14:textId="77777777" w:rsidTr="00A40339">
        <w:trPr>
          <w:cantSplit/>
          <w:jc w:val="center"/>
        </w:trPr>
        <w:tc>
          <w:tcPr>
            <w:tcW w:w="2127" w:type="dxa"/>
          </w:tcPr>
          <w:p w14:paraId="0984D6BD" w14:textId="77777777" w:rsidR="003E32EB" w:rsidRPr="00EF2F0E" w:rsidRDefault="003E32EB" w:rsidP="00A40339">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r w:rsidRPr="00EF2F0E">
              <w:rPr>
                <w:rFonts w:cs="v5.0.0"/>
                <w:lang w:val="sv-FI" w:eastAsia="zh-CN"/>
              </w:rPr>
              <w:t>min(</w:t>
            </w:r>
            <w:r w:rsidRPr="00EF2F0E">
              <w:rPr>
                <w:rFonts w:cs="v5.0.0"/>
                <w:lang w:val="sv-FI"/>
              </w:rPr>
              <w:t>10 MHz</w:t>
            </w:r>
            <w:r w:rsidRPr="00EF2F0E">
              <w:rPr>
                <w:rFonts w:cs="v5.0.0"/>
                <w:lang w:val="sv-FI" w:eastAsia="zh-CN"/>
              </w:rPr>
              <w:t xml:space="preserve">, </w:t>
            </w:r>
            <w:r w:rsidRPr="00EF2F0E">
              <w:rPr>
                <w:rFonts w:cs="v5.0.0"/>
                <w:lang w:eastAsia="zh-CN"/>
              </w:rPr>
              <w:t>Δ</w:t>
            </w:r>
            <w:r w:rsidRPr="00EF2F0E">
              <w:rPr>
                <w:rFonts w:cs="v5.0.0"/>
                <w:lang w:val="sv-FI" w:eastAsia="zh-CN"/>
              </w:rPr>
              <w:t>f</w:t>
            </w:r>
            <w:r w:rsidRPr="00EF2F0E">
              <w:rPr>
                <w:rFonts w:cs="v5.0.0"/>
                <w:vertAlign w:val="subscript"/>
                <w:lang w:val="sv-FI" w:eastAsia="zh-CN"/>
              </w:rPr>
              <w:t>max</w:t>
            </w:r>
            <w:r w:rsidRPr="00EF2F0E">
              <w:rPr>
                <w:rFonts w:cs="v5.0.0"/>
                <w:lang w:val="sv-FI" w:eastAsia="zh-CN"/>
              </w:rPr>
              <w:t>)</w:t>
            </w:r>
          </w:p>
        </w:tc>
        <w:tc>
          <w:tcPr>
            <w:tcW w:w="2976" w:type="dxa"/>
          </w:tcPr>
          <w:p w14:paraId="0984D6BE" w14:textId="77777777" w:rsidR="003E32EB" w:rsidRPr="00EF2F0E" w:rsidRDefault="003E32EB" w:rsidP="00A40339">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r w:rsidRPr="00EF2F0E">
              <w:rPr>
                <w:rFonts w:cs="v5.0.0"/>
                <w:lang w:val="sv-FI" w:eastAsia="zh-CN"/>
              </w:rPr>
              <w:t>min(</w:t>
            </w:r>
            <w:r w:rsidRPr="00EF2F0E">
              <w:rPr>
                <w:rFonts w:cs="v5.0.0"/>
                <w:lang w:val="sv-FI"/>
              </w:rPr>
              <w:t>10.05 MHz</w:t>
            </w:r>
            <w:r w:rsidRPr="00EF2F0E">
              <w:rPr>
                <w:rFonts w:cs="v5.0.0"/>
                <w:lang w:val="sv-FI" w:eastAsia="zh-CN"/>
              </w:rPr>
              <w:t>, f_offset</w:t>
            </w:r>
            <w:r w:rsidRPr="00EF2F0E">
              <w:rPr>
                <w:rFonts w:cs="v5.0.0"/>
                <w:vertAlign w:val="subscript"/>
                <w:lang w:val="sv-FI" w:eastAsia="zh-CN"/>
              </w:rPr>
              <w:t>max</w:t>
            </w:r>
            <w:r w:rsidRPr="00EF2F0E">
              <w:rPr>
                <w:rFonts w:cs="v5.0.0"/>
                <w:lang w:val="sv-FI" w:eastAsia="zh-CN"/>
              </w:rPr>
              <w:t>)</w:t>
            </w:r>
          </w:p>
        </w:tc>
        <w:tc>
          <w:tcPr>
            <w:tcW w:w="3455" w:type="dxa"/>
          </w:tcPr>
          <w:p w14:paraId="0984D6BF" w14:textId="77777777" w:rsidR="003E32EB" w:rsidRPr="00EF2F0E" w:rsidRDefault="003E32EB" w:rsidP="00A40339">
            <w:pPr>
              <w:pStyle w:val="TAC"/>
              <w:rPr>
                <w:rFonts w:cs="Arial"/>
              </w:rPr>
            </w:pPr>
            <w:r w:rsidRPr="00EF2F0E">
              <w:rPr>
                <w:rFonts w:cs="Arial"/>
              </w:rPr>
              <w:t>-</w:t>
            </w:r>
            <w:r w:rsidRPr="00EF2F0E">
              <w:rPr>
                <w:rFonts w:cs="Arial"/>
                <w:lang w:eastAsia="zh-CN"/>
              </w:rPr>
              <w:t>37</w:t>
            </w:r>
            <w:r w:rsidRPr="00EF2F0E">
              <w:rPr>
                <w:rFonts w:cs="Arial"/>
              </w:rPr>
              <w:t xml:space="preserve"> dBm</w:t>
            </w:r>
          </w:p>
        </w:tc>
        <w:tc>
          <w:tcPr>
            <w:tcW w:w="1430" w:type="dxa"/>
          </w:tcPr>
          <w:p w14:paraId="0984D6C0"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6C6" w14:textId="77777777" w:rsidTr="00A40339">
        <w:trPr>
          <w:cantSplit/>
          <w:jc w:val="center"/>
        </w:trPr>
        <w:tc>
          <w:tcPr>
            <w:tcW w:w="2127" w:type="dxa"/>
          </w:tcPr>
          <w:p w14:paraId="0984D6C2" w14:textId="77777777" w:rsidR="003E32EB" w:rsidRPr="00EF2F0E" w:rsidRDefault="003E32EB" w:rsidP="00A40339">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6C3" w14:textId="77777777" w:rsidR="003E32EB" w:rsidRPr="00EF2F0E" w:rsidRDefault="003E32EB" w:rsidP="00A40339">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6C4" w14:textId="77777777" w:rsidR="003E32EB" w:rsidRPr="00EF2F0E" w:rsidRDefault="003E32EB" w:rsidP="00A40339">
            <w:pPr>
              <w:pStyle w:val="TAC"/>
              <w:rPr>
                <w:rFonts w:cs="Arial"/>
              </w:rPr>
            </w:pPr>
            <w:r w:rsidRPr="00EF2F0E">
              <w:rPr>
                <w:rFonts w:cs="Arial"/>
              </w:rPr>
              <w:t>-</w:t>
            </w:r>
            <w:r w:rsidRPr="00EF2F0E">
              <w:rPr>
                <w:rFonts w:cs="Arial"/>
                <w:lang w:eastAsia="zh-CN"/>
              </w:rPr>
              <w:t>37</w:t>
            </w:r>
            <w:r w:rsidRPr="00EF2F0E">
              <w:rPr>
                <w:rFonts w:cs="Arial"/>
              </w:rPr>
              <w:t xml:space="preserve"> dBm </w:t>
            </w:r>
            <w:r w:rsidRPr="00EF2F0E">
              <w:rPr>
                <w:rFonts w:cs="Arial"/>
                <w:lang w:eastAsia="zh-CN"/>
              </w:rPr>
              <w:t>(NOTE 5)</w:t>
            </w:r>
          </w:p>
        </w:tc>
        <w:tc>
          <w:tcPr>
            <w:tcW w:w="1430" w:type="dxa"/>
          </w:tcPr>
          <w:p w14:paraId="0984D6C5" w14:textId="77777777" w:rsidR="003E32EB" w:rsidRPr="00EF2F0E" w:rsidRDefault="003E32EB" w:rsidP="00A40339">
            <w:pPr>
              <w:pStyle w:val="TAC"/>
              <w:rPr>
                <w:rFonts w:cs="Arial"/>
              </w:rPr>
            </w:pPr>
            <w:r w:rsidRPr="00EF2F0E">
              <w:rPr>
                <w:rFonts w:cs="Arial"/>
              </w:rPr>
              <w:t xml:space="preserve">100 kHz </w:t>
            </w:r>
          </w:p>
        </w:tc>
      </w:tr>
      <w:tr w:rsidR="003E32EB" w:rsidRPr="00EF2F0E" w14:paraId="0984D6C9" w14:textId="77777777" w:rsidTr="00A40339">
        <w:trPr>
          <w:cantSplit/>
          <w:jc w:val="center"/>
        </w:trPr>
        <w:tc>
          <w:tcPr>
            <w:tcW w:w="9988" w:type="dxa"/>
            <w:gridSpan w:val="4"/>
          </w:tcPr>
          <w:p w14:paraId="0984D6C7" w14:textId="77777777" w:rsidR="003E32EB" w:rsidRPr="00EF2F0E" w:rsidRDefault="003E32EB" w:rsidP="00A40339">
            <w:pPr>
              <w:pStyle w:val="TAN"/>
              <w:rPr>
                <w:rFonts w:cs="Arial"/>
                <w:lang w:eastAsia="zh-CN"/>
              </w:rPr>
            </w:pPr>
            <w:r w:rsidRPr="00EF2F0E">
              <w:rPr>
                <w:rFonts w:cs="Arial"/>
              </w:rPr>
              <w:t>NOTE 1:</w:t>
            </w:r>
            <w:r w:rsidRPr="00EF2F0E">
              <w:rPr>
                <w:rFonts w:cs="Arial"/>
              </w:rPr>
              <w:tab/>
              <w:t xml:space="preserve">For MSR </w:t>
            </w:r>
            <w:r w:rsidRPr="00EF2F0E">
              <w:rPr>
                <w:rFonts w:cs="Arial"/>
                <w:i/>
              </w:rPr>
              <w:t>TAB connector</w:t>
            </w:r>
            <w:r w:rsidRPr="00EF2F0E">
              <w:rPr>
                <w:rFonts w:cs="Arial"/>
              </w:rPr>
              <w:t xml:space="preserve"> supporting </w:t>
            </w:r>
            <w:r w:rsidRPr="00EF2F0E">
              <w:rPr>
                <w:rFonts w:cs="Arial"/>
                <w:i/>
                <w:u w:val="single"/>
              </w:rPr>
              <w:t>non-contiguous spectrum</w:t>
            </w:r>
            <w:r w:rsidRPr="00EF2F0E">
              <w:rPr>
                <w:rFonts w:cs="Arial"/>
              </w:rPr>
              <w:t xml:space="preserve"> operation </w:t>
            </w:r>
            <w:r w:rsidRPr="00EF2F0E">
              <w:rPr>
                <w:rFonts w:cs="Arial"/>
                <w:lang w:eastAsia="zh-CN"/>
              </w:rPr>
              <w:t xml:space="preserve">within any operating band </w:t>
            </w:r>
            <w:r w:rsidRPr="00EF2F0E">
              <w:rPr>
                <w:rFonts w:cs="Arial"/>
              </w:rPr>
              <w:t xml:space="preserve">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w:t>
            </w:r>
            <w:r w:rsidRPr="00EF2F0E">
              <w:rPr>
                <w:rFonts w:cs="Arial"/>
                <w:lang w:eastAsia="zh-CN"/>
              </w:rPr>
              <w:t xml:space="preserve">contributions from </w:t>
            </w:r>
            <w:r w:rsidRPr="00EF2F0E">
              <w:rPr>
                <w:rFonts w:cs="Arial"/>
              </w:rPr>
              <w:t xml:space="preserve">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shall be -</w:t>
            </w:r>
            <w:r w:rsidRPr="00EF2F0E">
              <w:rPr>
                <w:rFonts w:cs="Arial"/>
                <w:lang w:eastAsia="zh-CN"/>
              </w:rPr>
              <w:t>37</w:t>
            </w:r>
            <w:r w:rsidRPr="00EF2F0E">
              <w:rPr>
                <w:rFonts w:cs="Arial"/>
              </w:rPr>
              <w:t>dBm/100 kHz.</w:t>
            </w:r>
          </w:p>
          <w:p w14:paraId="0984D6C8" w14:textId="77777777" w:rsidR="003E32EB" w:rsidRPr="00EF2F0E" w:rsidRDefault="003E32EB" w:rsidP="00A40339">
            <w:pPr>
              <w:pStyle w:val="TAN"/>
              <w:rPr>
                <w:rFonts w:cs="Arial"/>
              </w:rPr>
            </w:pPr>
            <w:r w:rsidRPr="00EF2F0E">
              <w:rPr>
                <w:rFonts w:cs="Arial"/>
              </w:rPr>
              <w:t>NOTE 2:</w:t>
            </w:r>
            <w:r w:rsidR="006E5225" w:rsidRPr="00EF2F0E">
              <w:rPr>
                <w:rFonts w:cs="Arial"/>
              </w:rPr>
              <w:tab/>
            </w:r>
            <w:r w:rsidRPr="00EF2F0E">
              <w:rPr>
                <w:rFonts w:cs="Arial"/>
              </w:rPr>
              <w:t xml:space="preserve">For MSR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Arial"/>
              </w:rPr>
              <w:t>.</w:t>
            </w:r>
          </w:p>
        </w:tc>
      </w:tr>
    </w:tbl>
    <w:p w14:paraId="0984D6CA" w14:textId="77777777" w:rsidR="003E32EB" w:rsidRPr="00EF2F0E" w:rsidRDefault="003E32EB" w:rsidP="00A40339"/>
    <w:p w14:paraId="0984D6CB" w14:textId="77777777" w:rsidR="003E32EB" w:rsidRPr="00EF2F0E" w:rsidRDefault="003E32EB" w:rsidP="00A40339">
      <w:pPr>
        <w:pStyle w:val="NO"/>
      </w:pPr>
      <w:r w:rsidRPr="00EF2F0E">
        <w:t>NOTE 3:</w:t>
      </w:r>
      <w:r w:rsidRPr="00EF2F0E">
        <w:tab/>
        <w:t>This frequency range ensures that the range of values of f_offset is continuous.</w:t>
      </w:r>
    </w:p>
    <w:p w14:paraId="0984D6CC" w14:textId="77777777" w:rsidR="003E32EB" w:rsidRPr="00EF2F0E" w:rsidRDefault="003E32EB" w:rsidP="00A40339">
      <w:pPr>
        <w:pStyle w:val="NO"/>
      </w:pPr>
      <w:r w:rsidRPr="00EF2F0E">
        <w:t>NOTE 4:</w:t>
      </w:r>
      <w:r w:rsidRPr="00EF2F0E">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0984D6CD" w14:textId="77777777" w:rsidR="003E32EB" w:rsidRPr="00EF2F0E" w:rsidRDefault="003E32EB" w:rsidP="007A0E12">
      <w:pPr>
        <w:pStyle w:val="NO"/>
      </w:pPr>
      <w:r w:rsidRPr="00EF2F0E">
        <w:t>NOTE 5:</w:t>
      </w:r>
      <w:r w:rsidRPr="00EF2F0E">
        <w:tab/>
        <w:t xml:space="preserve">The requirement is not applicable when </w:t>
      </w:r>
      <w:r w:rsidRPr="00EF2F0E">
        <w:sym w:font="Symbol" w:char="F044"/>
      </w:r>
      <w:r w:rsidRPr="00EF2F0E">
        <w:t>f</w:t>
      </w:r>
      <w:r w:rsidRPr="00EF2F0E">
        <w:rPr>
          <w:vertAlign w:val="subscript"/>
        </w:rPr>
        <w:t>max</w:t>
      </w:r>
      <w:r w:rsidRPr="00EF2F0E">
        <w:t xml:space="preserve"> &lt; 10 MHz.</w:t>
      </w:r>
    </w:p>
    <w:p w14:paraId="0984D6CE" w14:textId="77777777" w:rsidR="003E32EB" w:rsidRPr="00EF2F0E" w:rsidRDefault="003E32EB" w:rsidP="00A40339">
      <w:pPr>
        <w:pStyle w:val="Heading5"/>
      </w:pPr>
      <w:bookmarkStart w:id="1711" w:name="_Toc21095880"/>
      <w:bookmarkStart w:id="1712" w:name="_Toc29763079"/>
      <w:bookmarkStart w:id="1713" w:name="_Toc45869364"/>
      <w:bookmarkStart w:id="1714" w:name="_Toc52554612"/>
      <w:bookmarkStart w:id="1715" w:name="_Toc52555082"/>
      <w:bookmarkStart w:id="1716" w:name="_Toc61112307"/>
      <w:bookmarkStart w:id="1717" w:name="_Toc67911459"/>
      <w:bookmarkStart w:id="1718" w:name="_Toc74842934"/>
      <w:bookmarkStart w:id="1719" w:name="_Toc76503317"/>
      <w:bookmarkStart w:id="1720" w:name="_Toc83040760"/>
      <w:bookmarkStart w:id="1721" w:name="_Toc89851803"/>
      <w:bookmarkStart w:id="1722" w:name="_Toc98676157"/>
      <w:r w:rsidRPr="00EF2F0E">
        <w:t>6.6.5.2.3</w:t>
      </w:r>
      <w:r w:rsidRPr="00EF2F0E">
        <w:tab/>
      </w:r>
      <w:r w:rsidRPr="00EF2F0E">
        <w:rPr>
          <w:i/>
        </w:rPr>
        <w:t>Basic limit</w:t>
      </w:r>
      <w:r w:rsidRPr="00EF2F0E">
        <w:t xml:space="preserve"> for Band Category 2</w:t>
      </w:r>
      <w:bookmarkEnd w:id="1711"/>
      <w:bookmarkEnd w:id="1712"/>
      <w:bookmarkEnd w:id="1713"/>
      <w:bookmarkEnd w:id="1714"/>
      <w:bookmarkEnd w:id="1715"/>
      <w:bookmarkEnd w:id="1716"/>
      <w:bookmarkEnd w:id="1717"/>
      <w:bookmarkEnd w:id="1718"/>
      <w:bookmarkEnd w:id="1719"/>
      <w:bookmarkEnd w:id="1720"/>
      <w:bookmarkEnd w:id="1721"/>
      <w:bookmarkEnd w:id="1722"/>
    </w:p>
    <w:p w14:paraId="0984D6CF" w14:textId="77777777" w:rsidR="003E32EB" w:rsidRPr="00EF2F0E" w:rsidRDefault="003E32EB" w:rsidP="00A40339">
      <w:pPr>
        <w:keepNext/>
        <w:rPr>
          <w:rFonts w:cs="v5.0.0"/>
        </w:rPr>
      </w:pPr>
      <w:r w:rsidRPr="00EF2F0E">
        <w:rPr>
          <w:rFonts w:cs="v5.0.0"/>
        </w:rPr>
        <w:t xml:space="preserve">For a </w:t>
      </w:r>
      <w:r w:rsidRPr="00EF2F0E">
        <w:rPr>
          <w:rFonts w:cs="v5.0.0"/>
          <w:i/>
        </w:rPr>
        <w:t>TAB connector</w:t>
      </w:r>
      <w:r w:rsidRPr="00EF2F0E">
        <w:rPr>
          <w:rFonts w:cs="v5.0.0"/>
        </w:rPr>
        <w:t xml:space="preserve"> operating in Band Category 2 the requirement applies outside the </w:t>
      </w:r>
      <w:r w:rsidRPr="00EF2F0E">
        <w:rPr>
          <w:rFonts w:cs="v5.0.0"/>
          <w:i/>
        </w:rPr>
        <w:t>Base Station RF Bandwidth edges</w:t>
      </w:r>
      <w:r w:rsidRPr="00EF2F0E">
        <w:rPr>
          <w:rFonts w:cs="v5.0.0"/>
        </w:rPr>
        <w:t xml:space="preserve">. In addition, for a </w:t>
      </w:r>
      <w:r w:rsidRPr="00EF2F0E">
        <w:rPr>
          <w:rFonts w:cs="v5.0.0"/>
          <w:i/>
        </w:rPr>
        <w:t>TAB connector</w:t>
      </w:r>
      <w:r w:rsidRPr="00EF2F0E">
        <w:rPr>
          <w:rFonts w:cs="v5.0.0"/>
        </w:rPr>
        <w:t xml:space="preserve"> operating in </w:t>
      </w:r>
      <w:r w:rsidRPr="00EF2F0E">
        <w:rPr>
          <w:rFonts w:cs="v5.0.0"/>
          <w:i/>
        </w:rPr>
        <w:t>non-contiguous spectrum</w:t>
      </w:r>
      <w:r w:rsidRPr="00EF2F0E">
        <w:rPr>
          <w:rFonts w:cs="v5.0.0"/>
        </w:rPr>
        <w:t xml:space="preserve">, it applies inside any </w:t>
      </w:r>
      <w:r w:rsidRPr="00EF2F0E">
        <w:rPr>
          <w:rFonts w:cs="v5.0.0"/>
          <w:i/>
        </w:rPr>
        <w:t>sub-block gap</w:t>
      </w:r>
      <w:r w:rsidRPr="00EF2F0E">
        <w:rPr>
          <w:rFonts w:cs="v5.0.0"/>
        </w:rPr>
        <w:t>.</w:t>
      </w:r>
    </w:p>
    <w:p w14:paraId="0984D6D0" w14:textId="77777777" w:rsidR="003E32EB" w:rsidRPr="00EF2F0E" w:rsidRDefault="003E32EB" w:rsidP="00A40339">
      <w:pPr>
        <w:keepNext/>
        <w:rPr>
          <w:rFonts w:cs="v5.0.0"/>
        </w:rPr>
      </w:pPr>
      <w:r w:rsidRPr="00EF2F0E">
        <w:rPr>
          <w:rFonts w:cs="v5.0.0"/>
        </w:rPr>
        <w:t xml:space="preserve">Outside the </w:t>
      </w:r>
      <w:r w:rsidRPr="00EF2F0E">
        <w:rPr>
          <w:rFonts w:cs="v5.0.0"/>
          <w:i/>
        </w:rPr>
        <w:t>Base Station RF Bandwidth edges</w:t>
      </w:r>
      <w:r w:rsidRPr="00EF2F0E">
        <w:rPr>
          <w:rFonts w:cs="v5.0.0"/>
        </w:rPr>
        <w:t xml:space="preserve">, </w:t>
      </w:r>
      <w:r w:rsidRPr="00EF2F0E">
        <w:rPr>
          <w:rFonts w:cs="v5.0.0"/>
          <w:i/>
        </w:rPr>
        <w:t>b</w:t>
      </w:r>
      <w:r w:rsidRPr="00EF2F0E">
        <w:rPr>
          <w:rFonts w:cs="v4.2.0"/>
          <w:i/>
        </w:rPr>
        <w:t>asic limits</w:t>
      </w:r>
      <w:r w:rsidRPr="00EF2F0E" w:rsidDel="00BC08E2">
        <w:rPr>
          <w:rStyle w:val="CommentReference"/>
        </w:rPr>
        <w:t xml:space="preserve"> </w:t>
      </w:r>
      <w:r w:rsidR="00554FCD" w:rsidRPr="00EF2F0E">
        <w:rPr>
          <w:rFonts w:cs="v5.0.0"/>
        </w:rPr>
        <w:t xml:space="preserve">are </w:t>
      </w:r>
      <w:r w:rsidRPr="00EF2F0E">
        <w:rPr>
          <w:rFonts w:cs="v5.0.0"/>
        </w:rPr>
        <w:t>specified in tables 6.6.5.2.3-1 to 6.6.5.2.3-8 below, where:</w:t>
      </w:r>
    </w:p>
    <w:p w14:paraId="0984D6D1" w14:textId="77777777" w:rsidR="003E32EB" w:rsidRPr="00EF2F0E" w:rsidRDefault="003E32EB" w:rsidP="00A40339">
      <w:pPr>
        <w:pStyle w:val="B10"/>
        <w:keepNext/>
        <w:rPr>
          <w:rFonts w:cs="v5.0.0"/>
        </w:rPr>
      </w:pPr>
      <w:r w:rsidRPr="00EF2F0E">
        <w:rPr>
          <w:rFonts w:cs="v5.0.0"/>
        </w:rPr>
        <w:t>-</w:t>
      </w:r>
      <w:r w:rsidRPr="00EF2F0E">
        <w:rPr>
          <w:rFonts w:cs="v5.0.0"/>
        </w:rPr>
        <w:tab/>
      </w:r>
      <w:r w:rsidRPr="00EF2F0E">
        <w:rPr>
          <w:rFonts w:cs="v5.0.0"/>
        </w:rPr>
        <w:sym w:font="Symbol" w:char="F044"/>
      </w:r>
      <w:r w:rsidRPr="00EF2F0E">
        <w:rPr>
          <w:rFonts w:cs="v5.0.0"/>
        </w:rPr>
        <w:t xml:space="preserve">f is the separation between the </w:t>
      </w:r>
      <w:r w:rsidRPr="00EF2F0E">
        <w:rPr>
          <w:rFonts w:cs="v5.0.0"/>
          <w:i/>
        </w:rPr>
        <w:t>Base Station RF Bandwidth edge</w:t>
      </w:r>
      <w:r w:rsidRPr="00EF2F0E">
        <w:t xml:space="preserve"> </w:t>
      </w:r>
      <w:r w:rsidRPr="00EF2F0E">
        <w:rPr>
          <w:rFonts w:cs="v5.0.0"/>
        </w:rPr>
        <w:t>frequency and the nominal -3dB point of the measuring filter closest to the carrier frequency.</w:t>
      </w:r>
    </w:p>
    <w:p w14:paraId="0984D6D2" w14:textId="77777777" w:rsidR="003E32EB" w:rsidRPr="00EF2F0E" w:rsidRDefault="003E32EB" w:rsidP="00A40339">
      <w:pPr>
        <w:pStyle w:val="B10"/>
        <w:keepNext/>
        <w:rPr>
          <w:rFonts w:cs="v5.0.0"/>
        </w:rPr>
      </w:pPr>
      <w:r w:rsidRPr="00EF2F0E">
        <w:rPr>
          <w:rFonts w:cs="v5.0.0"/>
        </w:rPr>
        <w:t>-</w:t>
      </w:r>
      <w:r w:rsidRPr="00EF2F0E">
        <w:rPr>
          <w:rFonts w:cs="v5.0.0"/>
        </w:rPr>
        <w:tab/>
        <w:t xml:space="preserve">f_offset is the separation between the </w:t>
      </w:r>
      <w:r w:rsidRPr="00EF2F0E">
        <w:rPr>
          <w:rFonts w:cs="v5.0.0"/>
          <w:i/>
        </w:rPr>
        <w:t>Base Station RF Bandwidth edge</w:t>
      </w:r>
      <w:r w:rsidRPr="00EF2F0E">
        <w:t xml:space="preserve"> </w:t>
      </w:r>
      <w:r w:rsidRPr="00EF2F0E">
        <w:rPr>
          <w:rFonts w:cs="v5.0.0"/>
        </w:rPr>
        <w:t>frequency and the centre of the measuring filter.</w:t>
      </w:r>
    </w:p>
    <w:p w14:paraId="0984D6D3" w14:textId="77777777" w:rsidR="003E32EB" w:rsidRPr="00EF2F0E" w:rsidRDefault="003E32EB" w:rsidP="00A40339">
      <w:pPr>
        <w:pStyle w:val="B10"/>
        <w:keepNext/>
        <w:rPr>
          <w:rFonts w:cs="v5.0.0"/>
        </w:rPr>
      </w:pPr>
      <w:r w:rsidRPr="00EF2F0E">
        <w:rPr>
          <w:rFonts w:cs="v5.0.0"/>
        </w:rPr>
        <w:t>-</w:t>
      </w:r>
      <w:r w:rsidRPr="00EF2F0E">
        <w:rPr>
          <w:rFonts w:cs="v5.0.0"/>
        </w:rPr>
        <w:tab/>
        <w:t>f_offset</w:t>
      </w:r>
      <w:r w:rsidRPr="00EF2F0E">
        <w:rPr>
          <w:rFonts w:cs="v5.0.0"/>
          <w:vertAlign w:val="subscript"/>
        </w:rPr>
        <w:t>max</w:t>
      </w:r>
      <w:r w:rsidRPr="00EF2F0E">
        <w:rPr>
          <w:rFonts w:cs="v5.0.0"/>
        </w:rPr>
        <w:t xml:space="preserve"> is the offset to the frequency </w:t>
      </w:r>
      <w:r w:rsidRPr="00EF2F0E">
        <w:t>Δf</w:t>
      </w:r>
      <w:r w:rsidRPr="00EF2F0E">
        <w:rPr>
          <w:vertAlign w:val="subscript"/>
        </w:rPr>
        <w:t>OBUE</w:t>
      </w:r>
      <w:r w:rsidRPr="00EF2F0E" w:rsidDel="006357E3">
        <w:rPr>
          <w:rFonts w:cs="v5.0.0"/>
        </w:rPr>
        <w:t xml:space="preserve"> </w:t>
      </w:r>
      <w:r w:rsidRPr="00EF2F0E">
        <w:rPr>
          <w:rFonts w:cs="v5.0.0"/>
        </w:rPr>
        <w:t xml:space="preserve"> outside the </w:t>
      </w:r>
      <w:r w:rsidRPr="00EF2F0E">
        <w:rPr>
          <w:rFonts w:cs="v5.0.0"/>
          <w:i/>
        </w:rPr>
        <w:t>downlink operating band</w:t>
      </w:r>
      <w:r w:rsidRPr="00EF2F0E">
        <w:rPr>
          <w:rFonts w:cs="v5.0.0"/>
        </w:rPr>
        <w:t>.</w:t>
      </w:r>
    </w:p>
    <w:p w14:paraId="0984D6D4" w14:textId="77777777" w:rsidR="003E32EB" w:rsidRPr="00EF2F0E" w:rsidRDefault="003E32EB" w:rsidP="00A40339">
      <w:pPr>
        <w:pStyle w:val="B10"/>
        <w:rPr>
          <w:rFonts w:cs="v5.0.0"/>
        </w:rPr>
      </w:pPr>
      <w:r w:rsidRPr="00EF2F0E">
        <w:rPr>
          <w:rFonts w:cs="v5.0.0"/>
        </w:rPr>
        <w:t>-</w:t>
      </w:r>
      <w:r w:rsidRPr="00EF2F0E">
        <w:rPr>
          <w:rFonts w:cs="v5.0.0"/>
        </w:rPr>
        <w:tab/>
      </w:r>
      <w:r w:rsidRPr="00EF2F0E">
        <w:rPr>
          <w:rFonts w:cs="v5.0.0"/>
        </w:rPr>
        <w:sym w:font="Symbol" w:char="F044"/>
      </w:r>
      <w:r w:rsidRPr="00EF2F0E">
        <w:rPr>
          <w:rFonts w:cs="v5.0.0"/>
        </w:rPr>
        <w:t>f</w:t>
      </w:r>
      <w:r w:rsidRPr="00EF2F0E">
        <w:rPr>
          <w:rFonts w:cs="v5.0.0"/>
          <w:vertAlign w:val="subscript"/>
        </w:rPr>
        <w:t>max</w:t>
      </w:r>
      <w:r w:rsidRPr="00EF2F0E">
        <w:rPr>
          <w:rFonts w:cs="v5.0.0"/>
        </w:rPr>
        <w:t xml:space="preserve"> is equal to f_offset</w:t>
      </w:r>
      <w:r w:rsidRPr="00EF2F0E">
        <w:rPr>
          <w:rFonts w:cs="v5.0.0"/>
          <w:vertAlign w:val="subscript"/>
        </w:rPr>
        <w:t>max</w:t>
      </w:r>
      <w:r w:rsidRPr="00EF2F0E">
        <w:rPr>
          <w:rFonts w:cs="v5.0.0"/>
        </w:rPr>
        <w:t xml:space="preserve"> minus half of the bandwidth of the measuring filter.</w:t>
      </w:r>
    </w:p>
    <w:p w14:paraId="0984D6D5" w14:textId="77777777" w:rsidR="003E32EB" w:rsidRPr="00EF2F0E" w:rsidRDefault="003E32EB" w:rsidP="00A40339">
      <w:pPr>
        <w:rPr>
          <w:lang w:eastAsia="zh-CN"/>
        </w:rPr>
      </w:pPr>
      <w:r w:rsidRPr="00EF2F0E">
        <w:t xml:space="preserve">For a </w:t>
      </w:r>
      <w:r w:rsidRPr="00EF2F0E">
        <w:rPr>
          <w:i/>
        </w:rPr>
        <w:t>multi-band TAB connector</w:t>
      </w:r>
      <w:r w:rsidRPr="00EF2F0E">
        <w:t xml:space="preserve">, inside any </w:t>
      </w:r>
      <w:r w:rsidRPr="00EF2F0E">
        <w:rPr>
          <w:i/>
        </w:rPr>
        <w:t>Inter-RF Bandwidth gaps</w:t>
      </w:r>
      <w:r w:rsidRPr="00EF2F0E">
        <w:t xml:space="preserve"> with Wgap &lt; </w:t>
      </w:r>
      <w:r w:rsidR="00F339FE" w:rsidRPr="00EF2F0E">
        <w:t>2×Δf</w:t>
      </w:r>
      <w:r w:rsidR="00F339FE" w:rsidRPr="00EF2F0E">
        <w:rPr>
          <w:vertAlign w:val="subscript"/>
        </w:rPr>
        <w:t>OBUE</w:t>
      </w:r>
      <w:r w:rsidRPr="00EF2F0E">
        <w:t xml:space="preserve"> MHz, </w:t>
      </w:r>
      <w:r w:rsidR="00554FCD" w:rsidRPr="00EF2F0E">
        <w:t xml:space="preserve">a combined </w:t>
      </w:r>
      <w:r w:rsidR="00554FCD" w:rsidRPr="00EF2F0E">
        <w:rPr>
          <w:i/>
        </w:rPr>
        <w:t xml:space="preserve">basic </w:t>
      </w:r>
      <w:r w:rsidR="00554FCD" w:rsidRPr="00EF2F0E">
        <w:t>limit shall be applied which is the cumulative sum of</w:t>
      </w:r>
      <w:r w:rsidRPr="00EF2F0E">
        <w:t xml:space="preserve"> the </w:t>
      </w:r>
      <w:r w:rsidRPr="00EF2F0E">
        <w:rPr>
          <w:i/>
        </w:rPr>
        <w:t>basic limit</w:t>
      </w:r>
      <w:r w:rsidRPr="00EF2F0E">
        <w:t xml:space="preserve">s specified at the </w:t>
      </w:r>
      <w:r w:rsidRPr="00EF2F0E">
        <w:rPr>
          <w:i/>
        </w:rPr>
        <w:t>Base Station RF Bandwidth edges</w:t>
      </w:r>
      <w:r w:rsidRPr="00EF2F0E">
        <w:t xml:space="preserve"> on each side of the </w:t>
      </w:r>
      <w:r w:rsidRPr="00EF2F0E">
        <w:rPr>
          <w:i/>
        </w:rPr>
        <w:t>Inter-RF Bandwidth gap</w:t>
      </w:r>
      <w:r w:rsidRPr="00EF2F0E">
        <w:t xml:space="preserve">. The </w:t>
      </w:r>
      <w:r w:rsidRPr="00EF2F0E">
        <w:rPr>
          <w:i/>
        </w:rPr>
        <w:t>basic limit</w:t>
      </w:r>
      <w:r w:rsidRPr="00EF2F0E">
        <w:t xml:space="preserve"> for </w:t>
      </w:r>
      <w:r w:rsidRPr="00EF2F0E">
        <w:rPr>
          <w:i/>
        </w:rPr>
        <w:t>Base Station RF Bandwidth edge</w:t>
      </w:r>
      <w:r w:rsidRPr="00EF2F0E">
        <w:t xml:space="preserve"> is specified in table 6.6.5.2.3-1 to 6.6.5.2.3-8 below,</w:t>
      </w:r>
      <w:r w:rsidRPr="00EF2F0E">
        <w:rPr>
          <w:rFonts w:cs="v5.0.0"/>
        </w:rPr>
        <w:t xml:space="preserve"> where in this case:</w:t>
      </w:r>
    </w:p>
    <w:p w14:paraId="0984D6D6" w14:textId="77777777" w:rsidR="003E32EB" w:rsidRPr="00EF2F0E" w:rsidRDefault="003E32EB" w:rsidP="00A40339">
      <w:pPr>
        <w:pStyle w:val="B10"/>
      </w:pPr>
      <w:r w:rsidRPr="00EF2F0E">
        <w:t>-</w:t>
      </w:r>
      <w:r w:rsidRPr="00EF2F0E">
        <w:tab/>
      </w:r>
      <w:r w:rsidRPr="00EF2F0E">
        <w:sym w:font="Symbol" w:char="F044"/>
      </w:r>
      <w:r w:rsidRPr="00EF2F0E">
        <w:t xml:space="preserve">f is the separation between the </w:t>
      </w:r>
      <w:r w:rsidRPr="00EF2F0E">
        <w:rPr>
          <w:i/>
        </w:rPr>
        <w:t>Base Station RF Bandwidth edge</w:t>
      </w:r>
      <w:r w:rsidRPr="00EF2F0E">
        <w:t xml:space="preserve"> frequency and the nominal -3 dB point of the measuring filter closest to the carrier frequency.</w:t>
      </w:r>
    </w:p>
    <w:p w14:paraId="0984D6D7" w14:textId="77777777" w:rsidR="003E32EB" w:rsidRPr="00EF2F0E" w:rsidRDefault="003E32EB" w:rsidP="00A40339">
      <w:pPr>
        <w:pStyle w:val="B10"/>
      </w:pPr>
      <w:r w:rsidRPr="00EF2F0E">
        <w:t>-</w:t>
      </w:r>
      <w:r w:rsidRPr="00EF2F0E">
        <w:tab/>
        <w:t xml:space="preserve">f_offset is the separation between the </w:t>
      </w:r>
      <w:r w:rsidRPr="00EF2F0E">
        <w:rPr>
          <w:i/>
        </w:rPr>
        <w:t>Base Station RF Bandwidth edge</w:t>
      </w:r>
      <w:r w:rsidRPr="00EF2F0E">
        <w:t xml:space="preserve"> frequency and the centre of the measuring filter.</w:t>
      </w:r>
    </w:p>
    <w:p w14:paraId="0984D6D8" w14:textId="77777777" w:rsidR="003E32EB" w:rsidRPr="00EF2F0E" w:rsidRDefault="003E32EB" w:rsidP="00A40339">
      <w:pPr>
        <w:pStyle w:val="B10"/>
        <w:rPr>
          <w:lang w:eastAsia="zh-CN"/>
        </w:rPr>
      </w:pPr>
      <w:r w:rsidRPr="00EF2F0E">
        <w:t>-</w:t>
      </w:r>
      <w:r w:rsidRPr="00EF2F0E">
        <w:tab/>
        <w:t>f_offset</w:t>
      </w:r>
      <w:r w:rsidRPr="00EF2F0E">
        <w:rPr>
          <w:vertAlign w:val="subscript"/>
        </w:rPr>
        <w:t>max</w:t>
      </w:r>
      <w:r w:rsidRPr="00EF2F0E">
        <w:t xml:space="preserve"> is equal to the </w:t>
      </w:r>
      <w:r w:rsidRPr="00EF2F0E">
        <w:rPr>
          <w:i/>
        </w:rPr>
        <w:t>Inter RF Bandwidth gap</w:t>
      </w:r>
      <w:r w:rsidRPr="00EF2F0E">
        <w:t xml:space="preserve"> </w:t>
      </w:r>
      <w:r w:rsidRPr="00EF2F0E">
        <w:rPr>
          <w:rFonts w:cs="v5.0.0"/>
          <w:lang w:eastAsia="zh-CN"/>
        </w:rPr>
        <w:t>minus half of the bandwidth of the measuring filter</w:t>
      </w:r>
      <w:r w:rsidRPr="00EF2F0E">
        <w:t>.</w:t>
      </w:r>
    </w:p>
    <w:p w14:paraId="0984D6D9" w14:textId="77777777" w:rsidR="003E32EB" w:rsidRPr="00EF2F0E" w:rsidRDefault="003E32EB" w:rsidP="00A40339">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f_offsetmax minus half of the bandwidth of the measuring filter.</w:t>
      </w:r>
    </w:p>
    <w:p w14:paraId="0984D6DA" w14:textId="77777777" w:rsidR="00625570" w:rsidRPr="00EF2F0E" w:rsidRDefault="00625570" w:rsidP="00625570">
      <w:pPr>
        <w:rPr>
          <w:lang w:eastAsia="zh-CN"/>
        </w:rPr>
      </w:pPr>
      <w:r w:rsidRPr="00EF2F0E">
        <w:t xml:space="preserve">For a </w:t>
      </w:r>
      <w:r w:rsidRPr="00EF2F0E">
        <w:rPr>
          <w:i/>
        </w:rPr>
        <w:t>multi-band TAB connector</w:t>
      </w:r>
      <w:r w:rsidRPr="00EF2F0E">
        <w:t xml:space="preserve"> where multiple bands are mapped on the same antenna connector and where there is no carrier transmitted in an operating band, the operating band unwanted emission limit, as defined in the tables of the present subclause for the largest frequency offset (</w:t>
      </w:r>
      <w:r w:rsidRPr="00EF2F0E">
        <w:sym w:font="Symbol" w:char="F044"/>
      </w:r>
      <w:r w:rsidRPr="00EF2F0E">
        <w:t>f</w:t>
      </w:r>
      <w:r w:rsidRPr="00EF2F0E">
        <w:rPr>
          <w:vertAlign w:val="subscript"/>
        </w:rPr>
        <w:t>max</w:t>
      </w:r>
      <w:r w:rsidRPr="00EF2F0E">
        <w:t xml:space="preserve">), of a band where there is no carrier transmitted shall apply from 10 MHz below the lowest frequency, up to 10 MHz above the highest frequency of the supported downlink operating band without any carrier transmitted. And no cumulative </w:t>
      </w:r>
      <w:r w:rsidRPr="00EF2F0E">
        <w:rPr>
          <w:i/>
        </w:rPr>
        <w:t>basic limits</w:t>
      </w:r>
      <w:r w:rsidRPr="00EF2F0E">
        <w:t xml:space="preserve"> are applied in the </w:t>
      </w:r>
      <w:r w:rsidRPr="00EF2F0E">
        <w:rPr>
          <w:i/>
        </w:rPr>
        <w:t>inter-band gap</w:t>
      </w:r>
      <w:r w:rsidRPr="00EF2F0E">
        <w:t xml:space="preserve"> between a supported downlink band with carrier(s) transmitted and a supported downlink band without any carrier transmitted. </w:t>
      </w:r>
    </w:p>
    <w:p w14:paraId="0984D6DB" w14:textId="77777777" w:rsidR="003E32EB" w:rsidRPr="00EF2F0E" w:rsidRDefault="003E32EB" w:rsidP="00A40339">
      <w:r w:rsidRPr="00EF2F0E">
        <w:t xml:space="preserve">Inside any </w:t>
      </w:r>
      <w:r w:rsidRPr="00EF2F0E">
        <w:rPr>
          <w:i/>
        </w:rPr>
        <w:t>sub-block gap</w:t>
      </w:r>
      <w:r w:rsidRPr="00EF2F0E">
        <w:t xml:space="preserve"> for a </w:t>
      </w:r>
      <w:r w:rsidRPr="00EF2F0E">
        <w:rPr>
          <w:i/>
        </w:rPr>
        <w:t>TAB connector</w:t>
      </w:r>
      <w:r w:rsidRPr="00EF2F0E">
        <w:t xml:space="preserve"> operating in </w:t>
      </w:r>
      <w:r w:rsidRPr="00EF2F0E">
        <w:rPr>
          <w:i/>
        </w:rPr>
        <w:t>non-contiguous spectrum</w:t>
      </w:r>
      <w:r w:rsidRPr="00EF2F0E">
        <w:t xml:space="preserve">, </w:t>
      </w:r>
      <w:r w:rsidR="00554FCD" w:rsidRPr="00EF2F0E">
        <w:t xml:space="preserve">a combined </w:t>
      </w:r>
      <w:r w:rsidR="00554FCD" w:rsidRPr="00EF2F0E">
        <w:rPr>
          <w:i/>
        </w:rPr>
        <w:t xml:space="preserve">basic </w:t>
      </w:r>
      <w:r w:rsidR="00554FCD" w:rsidRPr="00EF2F0E">
        <w:t>limit shall be applied which is the cumulative sum of</w:t>
      </w:r>
      <w:r w:rsidRPr="00EF2F0E">
        <w:t xml:space="preserve"> the </w:t>
      </w:r>
      <w:r w:rsidRPr="00EF2F0E">
        <w:rPr>
          <w:i/>
        </w:rPr>
        <w:t>basic limit</w:t>
      </w:r>
      <w:r w:rsidRPr="00EF2F0E">
        <w:t xml:space="preserve"> specified for the adjacent sub blocks on each side of the </w:t>
      </w:r>
      <w:r w:rsidRPr="00EF2F0E">
        <w:rPr>
          <w:i/>
        </w:rPr>
        <w:t>sub-block gap</w:t>
      </w:r>
      <w:r w:rsidRPr="00EF2F0E">
        <w:t xml:space="preserve">. The </w:t>
      </w:r>
      <w:r w:rsidRPr="00EF2F0E">
        <w:rPr>
          <w:i/>
        </w:rPr>
        <w:t>basic limit</w:t>
      </w:r>
      <w:r w:rsidRPr="00EF2F0E">
        <w:t xml:space="preserve"> for each sub block is specified in tables 6.6.5.2.3-1 to 6.6.5.2.3-8 below, where in this case:</w:t>
      </w:r>
    </w:p>
    <w:p w14:paraId="0984D6DC" w14:textId="77777777" w:rsidR="003E32EB" w:rsidRPr="00EF2F0E" w:rsidRDefault="003E32EB" w:rsidP="00A40339">
      <w:pPr>
        <w:pStyle w:val="B10"/>
      </w:pPr>
      <w:r w:rsidRPr="00EF2F0E">
        <w:t>-</w:t>
      </w:r>
      <w:r w:rsidRPr="00EF2F0E">
        <w:tab/>
      </w:r>
      <w:r w:rsidRPr="00EF2F0E">
        <w:sym w:font="Symbol" w:char="F044"/>
      </w:r>
      <w:r w:rsidRPr="00EF2F0E">
        <w:t>f is the separation between the sub block edge frequency and the nominal -3 dB point of the measuring filter closest to the sub block edge.</w:t>
      </w:r>
    </w:p>
    <w:p w14:paraId="0984D6DD" w14:textId="77777777" w:rsidR="003E32EB" w:rsidRPr="00EF2F0E" w:rsidRDefault="003E32EB" w:rsidP="00A40339">
      <w:pPr>
        <w:pStyle w:val="B10"/>
      </w:pPr>
      <w:r w:rsidRPr="00EF2F0E">
        <w:t>-</w:t>
      </w:r>
      <w:r w:rsidRPr="00EF2F0E">
        <w:tab/>
        <w:t>f_offset is the separation between the sub block edge frequency and the centre of the measuring filter.</w:t>
      </w:r>
    </w:p>
    <w:p w14:paraId="0984D6DE" w14:textId="77777777" w:rsidR="003E32EB" w:rsidRPr="00EF2F0E" w:rsidRDefault="003E32EB" w:rsidP="00A40339">
      <w:pPr>
        <w:pStyle w:val="B10"/>
      </w:pPr>
      <w:r w:rsidRPr="00EF2F0E">
        <w:t>-</w:t>
      </w:r>
      <w:r w:rsidRPr="00EF2F0E">
        <w:tab/>
        <w:t>f_offset</w:t>
      </w:r>
      <w:r w:rsidRPr="00EF2F0E">
        <w:rPr>
          <w:vertAlign w:val="subscript"/>
        </w:rPr>
        <w:t>max</w:t>
      </w:r>
      <w:r w:rsidRPr="00EF2F0E">
        <w:t xml:space="preserve"> is equal to the </w:t>
      </w:r>
      <w:r w:rsidRPr="00EF2F0E">
        <w:rPr>
          <w:i/>
        </w:rPr>
        <w:t>sub-block gap</w:t>
      </w:r>
      <w:r w:rsidRPr="00EF2F0E">
        <w:t xml:space="preserve"> bandwidth minus half of the bandwidth of the measuring filter.</w:t>
      </w:r>
    </w:p>
    <w:p w14:paraId="0984D6DF" w14:textId="77777777" w:rsidR="004D1501" w:rsidRPr="00EE3870" w:rsidRDefault="003E32EB" w:rsidP="004D1501">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f_offset</w:t>
      </w:r>
      <w:r w:rsidRPr="00EF2F0E">
        <w:rPr>
          <w:vertAlign w:val="subscript"/>
        </w:rPr>
        <w:t>max</w:t>
      </w:r>
      <w:r w:rsidRPr="00EF2F0E">
        <w:t xml:space="preserve"> minus half of the bandwidth of the measuring filter.</w:t>
      </w:r>
    </w:p>
    <w:p w14:paraId="0984D6E0" w14:textId="77777777" w:rsidR="004D1501" w:rsidRPr="00EE3870" w:rsidRDefault="004D1501" w:rsidP="004D1501">
      <w:pPr>
        <w:pStyle w:val="B10"/>
        <w:ind w:left="0" w:firstLine="0"/>
      </w:pPr>
      <w:r w:rsidRPr="00EE3870">
        <w:t xml:space="preserve">Applicability of Wide Area operating band unwanted emission requirements in Tables </w:t>
      </w:r>
      <w:r w:rsidRPr="00EE3870">
        <w:rPr>
          <w:rFonts w:cs="Arial"/>
        </w:rPr>
        <w:t>6.6.5.2.3</w:t>
      </w:r>
      <w:r w:rsidRPr="00EE3870">
        <w:t xml:space="preserve">1, </w:t>
      </w:r>
      <w:r w:rsidRPr="00EE3870">
        <w:rPr>
          <w:rFonts w:cs="Arial"/>
        </w:rPr>
        <w:t>6.6.5.2.3</w:t>
      </w:r>
      <w:r w:rsidRPr="00EE3870">
        <w:t xml:space="preserve">-1a and </w:t>
      </w:r>
      <w:r w:rsidRPr="00EE3870">
        <w:rPr>
          <w:rFonts w:cs="Arial"/>
        </w:rPr>
        <w:t>6.6.5.2.3</w:t>
      </w:r>
      <w:r w:rsidRPr="00EE3870">
        <w:t>-1b is specified in table 6.6.5.2.3-0.</w:t>
      </w:r>
    </w:p>
    <w:p w14:paraId="0984D6E1" w14:textId="77777777" w:rsidR="004D1501" w:rsidRPr="00EE3870" w:rsidRDefault="004D1501" w:rsidP="004D1501">
      <w:pPr>
        <w:pStyle w:val="TH"/>
        <w:rPr>
          <w:rFonts w:cs="v5.0.0"/>
        </w:rPr>
      </w:pPr>
      <w:r w:rsidRPr="00EE3870">
        <w:t>Table 6.6.5.2.3-0: Applicability of operating band unwanted emission requirements for BC2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2"/>
        <w:gridCol w:w="2492"/>
        <w:gridCol w:w="2757"/>
      </w:tblGrid>
      <w:tr w:rsidR="004D1501" w:rsidRPr="00EE3870" w14:paraId="0984D6E5" w14:textId="77777777" w:rsidTr="00727B4F">
        <w:trPr>
          <w:cantSplit/>
          <w:jc w:val="center"/>
        </w:trPr>
        <w:tc>
          <w:tcPr>
            <w:tcW w:w="0" w:type="auto"/>
          </w:tcPr>
          <w:p w14:paraId="0984D6E2" w14:textId="77777777" w:rsidR="004D1501" w:rsidRPr="00EE3870" w:rsidRDefault="004D1501" w:rsidP="00727B4F">
            <w:pPr>
              <w:pStyle w:val="TAH"/>
              <w:rPr>
                <w:rFonts w:cs="Arial"/>
                <w:szCs w:val="18"/>
              </w:rPr>
            </w:pPr>
            <w:r w:rsidRPr="00EE3870">
              <w:rPr>
                <w:rFonts w:cs="Arial"/>
                <w:szCs w:val="18"/>
              </w:rPr>
              <w:t>NR band operation</w:t>
            </w:r>
          </w:p>
        </w:tc>
        <w:tc>
          <w:tcPr>
            <w:tcW w:w="0" w:type="auto"/>
          </w:tcPr>
          <w:p w14:paraId="0984D6E3" w14:textId="77777777" w:rsidR="004D1501" w:rsidRPr="00EE3870" w:rsidRDefault="004D1501" w:rsidP="00727B4F">
            <w:pPr>
              <w:pStyle w:val="TAH"/>
              <w:rPr>
                <w:rFonts w:cs="Arial"/>
                <w:szCs w:val="18"/>
              </w:rPr>
            </w:pPr>
            <w:r w:rsidRPr="00EE3870">
              <w:rPr>
                <w:rFonts w:cs="Arial"/>
                <w:szCs w:val="18"/>
              </w:rPr>
              <w:t>UTRA supported (NOTE 1)</w:t>
            </w:r>
          </w:p>
        </w:tc>
        <w:tc>
          <w:tcPr>
            <w:tcW w:w="0" w:type="auto"/>
          </w:tcPr>
          <w:p w14:paraId="0984D6E4" w14:textId="77777777" w:rsidR="004D1501" w:rsidRPr="00EE3870" w:rsidRDefault="004D1501" w:rsidP="00727B4F">
            <w:pPr>
              <w:pStyle w:val="TAH"/>
              <w:rPr>
                <w:rFonts w:cs="Arial"/>
              </w:rPr>
            </w:pPr>
            <w:r w:rsidRPr="00EE3870">
              <w:rPr>
                <w:rFonts w:cs="Arial"/>
                <w:szCs w:val="18"/>
              </w:rPr>
              <w:t>Applicable requirement table</w:t>
            </w:r>
          </w:p>
        </w:tc>
      </w:tr>
      <w:tr w:rsidR="004D1501" w:rsidRPr="00EE3870" w14:paraId="0984D6E9" w14:textId="77777777" w:rsidTr="00727B4F">
        <w:trPr>
          <w:cantSplit/>
          <w:jc w:val="center"/>
        </w:trPr>
        <w:tc>
          <w:tcPr>
            <w:tcW w:w="0" w:type="auto"/>
          </w:tcPr>
          <w:p w14:paraId="0984D6E6" w14:textId="77777777" w:rsidR="004D1501" w:rsidRPr="00EE3870" w:rsidRDefault="004D1501" w:rsidP="00727B4F">
            <w:pPr>
              <w:pStyle w:val="TAH"/>
              <w:rPr>
                <w:rFonts w:cs="Arial"/>
                <w:b w:val="0"/>
                <w:szCs w:val="18"/>
              </w:rPr>
            </w:pPr>
            <w:r w:rsidRPr="00EE3870">
              <w:rPr>
                <w:rFonts w:cs="Arial"/>
                <w:b w:val="0"/>
                <w:szCs w:val="18"/>
              </w:rPr>
              <w:t>None</w:t>
            </w:r>
          </w:p>
        </w:tc>
        <w:tc>
          <w:tcPr>
            <w:tcW w:w="0" w:type="auto"/>
          </w:tcPr>
          <w:p w14:paraId="0984D6E7" w14:textId="77777777" w:rsidR="004D1501" w:rsidRPr="00EE3870" w:rsidRDefault="004D1501" w:rsidP="00727B4F">
            <w:pPr>
              <w:pStyle w:val="TAH"/>
              <w:rPr>
                <w:rFonts w:cs="Arial"/>
                <w:b w:val="0"/>
                <w:szCs w:val="18"/>
              </w:rPr>
            </w:pPr>
            <w:r w:rsidRPr="00EE3870">
              <w:rPr>
                <w:rFonts w:cs="Arial"/>
                <w:b w:val="0"/>
                <w:szCs w:val="18"/>
              </w:rPr>
              <w:t>Y/N</w:t>
            </w:r>
          </w:p>
        </w:tc>
        <w:tc>
          <w:tcPr>
            <w:tcW w:w="0" w:type="auto"/>
          </w:tcPr>
          <w:p w14:paraId="0984D6E8" w14:textId="77777777" w:rsidR="004D1501" w:rsidRPr="00EE3870" w:rsidRDefault="004D1501" w:rsidP="00727B4F">
            <w:pPr>
              <w:pStyle w:val="TAH"/>
              <w:rPr>
                <w:rFonts w:cs="Arial"/>
                <w:b w:val="0"/>
                <w:szCs w:val="18"/>
              </w:rPr>
            </w:pPr>
            <w:r w:rsidRPr="00EE3870">
              <w:rPr>
                <w:rFonts w:cs="Arial"/>
                <w:b w:val="0"/>
              </w:rPr>
              <w:t>6.6.5.2.3-1</w:t>
            </w:r>
          </w:p>
        </w:tc>
      </w:tr>
      <w:tr w:rsidR="004D1501" w:rsidRPr="00EE3870" w14:paraId="0984D6ED" w14:textId="77777777" w:rsidTr="00727B4F">
        <w:trPr>
          <w:cantSplit/>
          <w:jc w:val="center"/>
        </w:trPr>
        <w:tc>
          <w:tcPr>
            <w:tcW w:w="0" w:type="auto"/>
          </w:tcPr>
          <w:p w14:paraId="0984D6EA" w14:textId="77777777" w:rsidR="004D1501" w:rsidRPr="00EE3870" w:rsidRDefault="004D1501" w:rsidP="00727B4F">
            <w:pPr>
              <w:pStyle w:val="TAC"/>
              <w:rPr>
                <w:rFonts w:cs="Arial"/>
                <w:szCs w:val="18"/>
              </w:rPr>
            </w:pPr>
            <w:r w:rsidRPr="00EE3870">
              <w:rPr>
                <w:rFonts w:cs="Arial"/>
                <w:szCs w:val="18"/>
              </w:rPr>
              <w:t>In certain regions (NOTE 2), bands 3, 8</w:t>
            </w:r>
          </w:p>
        </w:tc>
        <w:tc>
          <w:tcPr>
            <w:tcW w:w="0" w:type="auto"/>
          </w:tcPr>
          <w:p w14:paraId="0984D6EB" w14:textId="77777777" w:rsidR="004D1501" w:rsidRPr="00EE3870" w:rsidRDefault="004D1501" w:rsidP="00727B4F">
            <w:pPr>
              <w:pStyle w:val="TAC"/>
              <w:rPr>
                <w:rFonts w:cs="Arial"/>
                <w:szCs w:val="18"/>
              </w:rPr>
            </w:pPr>
            <w:r w:rsidRPr="00EE3870">
              <w:rPr>
                <w:rFonts w:cs="Arial"/>
                <w:szCs w:val="18"/>
              </w:rPr>
              <w:t>N</w:t>
            </w:r>
          </w:p>
        </w:tc>
        <w:tc>
          <w:tcPr>
            <w:tcW w:w="0" w:type="auto"/>
          </w:tcPr>
          <w:p w14:paraId="0984D6EC" w14:textId="77777777" w:rsidR="004D1501" w:rsidRPr="00EE3870" w:rsidRDefault="004D1501" w:rsidP="00727B4F">
            <w:pPr>
              <w:pStyle w:val="TAC"/>
              <w:rPr>
                <w:rFonts w:cs="Arial"/>
              </w:rPr>
            </w:pPr>
            <w:r w:rsidRPr="00EE3870">
              <w:t>6.6.5.2.3</w:t>
            </w:r>
            <w:r w:rsidRPr="00EE3870">
              <w:rPr>
                <w:rFonts w:cs="Arial"/>
              </w:rPr>
              <w:t>-1</w:t>
            </w:r>
          </w:p>
        </w:tc>
      </w:tr>
      <w:tr w:rsidR="004D1501" w:rsidRPr="00EE3870" w14:paraId="0984D6F1" w14:textId="77777777" w:rsidTr="00727B4F">
        <w:trPr>
          <w:cantSplit/>
          <w:jc w:val="center"/>
        </w:trPr>
        <w:tc>
          <w:tcPr>
            <w:tcW w:w="0" w:type="auto"/>
          </w:tcPr>
          <w:p w14:paraId="0984D6EE" w14:textId="77777777" w:rsidR="004D1501" w:rsidRPr="00EE3870" w:rsidRDefault="004D1501" w:rsidP="00727B4F">
            <w:pPr>
              <w:pStyle w:val="TAC"/>
              <w:rPr>
                <w:rFonts w:cs="Arial"/>
                <w:szCs w:val="18"/>
              </w:rPr>
            </w:pPr>
            <w:r w:rsidRPr="00EE3870">
              <w:rPr>
                <w:rFonts w:cs="Arial"/>
                <w:szCs w:val="18"/>
              </w:rPr>
              <w:t xml:space="preserve">Any below 1 GHz except </w:t>
            </w:r>
            <w:r w:rsidRPr="00EE3870">
              <w:t>for certain regions (NOTE 2), band </w:t>
            </w:r>
            <w:r w:rsidRPr="00EE3870">
              <w:rPr>
                <w:rFonts w:cs="Arial"/>
                <w:szCs w:val="18"/>
              </w:rPr>
              <w:t>8</w:t>
            </w:r>
          </w:p>
        </w:tc>
        <w:tc>
          <w:tcPr>
            <w:tcW w:w="0" w:type="auto"/>
          </w:tcPr>
          <w:p w14:paraId="0984D6EF" w14:textId="77777777" w:rsidR="004D1501" w:rsidRPr="00EE3870" w:rsidRDefault="004D1501" w:rsidP="00727B4F">
            <w:pPr>
              <w:pStyle w:val="TAC"/>
              <w:rPr>
                <w:rFonts w:cs="Arial"/>
                <w:szCs w:val="18"/>
              </w:rPr>
            </w:pPr>
            <w:r w:rsidRPr="00EE3870">
              <w:rPr>
                <w:rFonts w:cs="Arial"/>
                <w:szCs w:val="18"/>
              </w:rPr>
              <w:t>N</w:t>
            </w:r>
          </w:p>
        </w:tc>
        <w:tc>
          <w:tcPr>
            <w:tcW w:w="0" w:type="auto"/>
          </w:tcPr>
          <w:p w14:paraId="0984D6F0" w14:textId="77777777" w:rsidR="004D1501" w:rsidRPr="00EE3870" w:rsidRDefault="004D1501" w:rsidP="00727B4F">
            <w:pPr>
              <w:pStyle w:val="TAC"/>
              <w:rPr>
                <w:rFonts w:cs="Arial"/>
              </w:rPr>
            </w:pPr>
            <w:r w:rsidRPr="00EE3870">
              <w:t>6.6.5.2.3</w:t>
            </w:r>
            <w:r w:rsidRPr="00EE3870">
              <w:rPr>
                <w:rFonts w:cs="Arial"/>
              </w:rPr>
              <w:t>-1a</w:t>
            </w:r>
          </w:p>
        </w:tc>
      </w:tr>
      <w:tr w:rsidR="004D1501" w:rsidRPr="00EE3870" w14:paraId="0984D6F5" w14:textId="77777777" w:rsidTr="00727B4F">
        <w:trPr>
          <w:cantSplit/>
          <w:jc w:val="center"/>
        </w:trPr>
        <w:tc>
          <w:tcPr>
            <w:tcW w:w="0" w:type="auto"/>
          </w:tcPr>
          <w:p w14:paraId="0984D6F2" w14:textId="77777777" w:rsidR="004D1501" w:rsidRPr="00EE3870" w:rsidRDefault="004D1501" w:rsidP="00727B4F">
            <w:pPr>
              <w:pStyle w:val="TAC"/>
              <w:rPr>
                <w:rFonts w:cs="Arial"/>
                <w:szCs w:val="18"/>
              </w:rPr>
            </w:pPr>
            <w:r w:rsidRPr="00EE3870">
              <w:rPr>
                <w:rFonts w:cs="Arial"/>
                <w:szCs w:val="18"/>
              </w:rPr>
              <w:t>Any above 1 GHz except for certain regions (NOTE 2), band 3</w:t>
            </w:r>
          </w:p>
        </w:tc>
        <w:tc>
          <w:tcPr>
            <w:tcW w:w="0" w:type="auto"/>
          </w:tcPr>
          <w:p w14:paraId="0984D6F3" w14:textId="77777777" w:rsidR="004D1501" w:rsidRPr="00EE3870" w:rsidRDefault="004D1501" w:rsidP="00727B4F">
            <w:pPr>
              <w:pStyle w:val="TAC"/>
              <w:rPr>
                <w:rFonts w:cs="Arial"/>
                <w:szCs w:val="18"/>
              </w:rPr>
            </w:pPr>
            <w:r w:rsidRPr="00EE3870">
              <w:rPr>
                <w:rFonts w:cs="Arial"/>
                <w:szCs w:val="18"/>
              </w:rPr>
              <w:t>N</w:t>
            </w:r>
          </w:p>
        </w:tc>
        <w:tc>
          <w:tcPr>
            <w:tcW w:w="0" w:type="auto"/>
          </w:tcPr>
          <w:p w14:paraId="0984D6F4" w14:textId="77777777" w:rsidR="004D1501" w:rsidRPr="00EE3870" w:rsidRDefault="004D1501" w:rsidP="00727B4F">
            <w:pPr>
              <w:pStyle w:val="TAC"/>
              <w:rPr>
                <w:rFonts w:cs="Arial"/>
              </w:rPr>
            </w:pPr>
            <w:r w:rsidRPr="00EE3870">
              <w:t>6.6.5.2.3</w:t>
            </w:r>
            <w:r w:rsidRPr="00EE3870">
              <w:rPr>
                <w:rFonts w:cs="Arial"/>
              </w:rPr>
              <w:t>-1b</w:t>
            </w:r>
          </w:p>
        </w:tc>
      </w:tr>
      <w:tr w:rsidR="004D1501" w:rsidRPr="00EE3870" w14:paraId="0984D6F8" w14:textId="77777777" w:rsidTr="00727B4F">
        <w:trPr>
          <w:cantSplit/>
          <w:jc w:val="center"/>
        </w:trPr>
        <w:tc>
          <w:tcPr>
            <w:tcW w:w="0" w:type="auto"/>
            <w:gridSpan w:val="3"/>
          </w:tcPr>
          <w:p w14:paraId="0984D6F6" w14:textId="77777777" w:rsidR="004D1501" w:rsidRPr="00EE3870" w:rsidRDefault="004D1501" w:rsidP="00727B4F">
            <w:pPr>
              <w:pStyle w:val="TAN"/>
            </w:pPr>
            <w:r w:rsidRPr="00EE3870">
              <w:t>NOTE 1:</w:t>
            </w:r>
            <w:r w:rsidRPr="00EE3870">
              <w:tab/>
              <w:t>NR operation with UTRA is not supported in this version of specification.</w:t>
            </w:r>
          </w:p>
          <w:p w14:paraId="0984D6F7" w14:textId="77777777" w:rsidR="004D1501" w:rsidRPr="00EE3870" w:rsidRDefault="004D1501" w:rsidP="00727B4F">
            <w:pPr>
              <w:pStyle w:val="TAN"/>
            </w:pPr>
            <w:r w:rsidRPr="00EE3870">
              <w:rPr>
                <w:rFonts w:cs="Arial"/>
              </w:rPr>
              <w:t>NOTE 2:</w:t>
            </w:r>
            <w:r w:rsidRPr="00EE3870">
              <w:tab/>
            </w:r>
            <w:r w:rsidRPr="00EE3870">
              <w:rPr>
                <w:rFonts w:cs="Arial"/>
              </w:rPr>
              <w:t xml:space="preserve">Applicable only for operation in regions </w:t>
            </w:r>
            <w:r w:rsidRPr="00EE3870">
              <w:t>where Category B limits as defined in ITU-R Recommendation SM.329 [14] are used for which category B option 2 operating band unwanted emissions requirements as defined in TS 36.104 [8] and TS 38.104 [27] are applied.</w:t>
            </w:r>
          </w:p>
        </w:tc>
      </w:tr>
    </w:tbl>
    <w:p w14:paraId="0984D6F9" w14:textId="77777777" w:rsidR="003E32EB" w:rsidRPr="00EF2F0E" w:rsidRDefault="003E32EB" w:rsidP="00A40339">
      <w:pPr>
        <w:pStyle w:val="B10"/>
      </w:pPr>
    </w:p>
    <w:p w14:paraId="0984D6FA" w14:textId="64EC22A5" w:rsidR="003E32EB" w:rsidRPr="00EF2F0E" w:rsidRDefault="003E32EB" w:rsidP="00A40339">
      <w:pPr>
        <w:pStyle w:val="TH"/>
        <w:rPr>
          <w:rFonts w:cs="v5.0.0"/>
        </w:rPr>
      </w:pPr>
      <w:r w:rsidRPr="00EF2F0E">
        <w:t xml:space="preserve">Table 6.6.5.2.3-1: </w:t>
      </w:r>
      <w:r w:rsidR="00D26962">
        <w:t>WA BS OBUE in</w:t>
      </w:r>
      <w:r w:rsidR="00D26962" w:rsidRPr="00DF5484">
        <w:t xml:space="preserve"> BC2 bands</w:t>
      </w:r>
      <w:r w:rsidR="00D26962">
        <w:t xml:space="preserve"> </w:t>
      </w:r>
      <w:r w:rsidR="00D26962" w:rsidRPr="00DF5484">
        <w:t>applicable for: BS not supporting NR;</w:t>
      </w:r>
      <w:r w:rsidR="00D26962">
        <w:t xml:space="preserve"> or</w:t>
      </w:r>
      <w:r w:rsidR="00D26962" w:rsidRPr="00DF5484">
        <w:t xml:space="preserve"> BS supporting NR in Band n3 or n8</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6FF" w14:textId="77777777" w:rsidTr="00A40339">
        <w:trPr>
          <w:cantSplit/>
          <w:jc w:val="center"/>
        </w:trPr>
        <w:tc>
          <w:tcPr>
            <w:tcW w:w="1953" w:type="dxa"/>
          </w:tcPr>
          <w:p w14:paraId="0984D6FB"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Pr>
          <w:p w14:paraId="0984D6FC"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Pr>
          <w:p w14:paraId="0984D6FD" w14:textId="77777777" w:rsidR="003E32EB" w:rsidRPr="00EF2F0E" w:rsidRDefault="003E32EB" w:rsidP="00A40339">
            <w:pPr>
              <w:pStyle w:val="TAH"/>
              <w:rPr>
                <w:rFonts w:cs="Arial"/>
              </w:rPr>
            </w:pPr>
            <w:r w:rsidRPr="00EF2F0E">
              <w:rPr>
                <w:rFonts w:cs="Arial"/>
                <w:i/>
              </w:rPr>
              <w:t xml:space="preserve">Basic Limit </w:t>
            </w:r>
            <w:r w:rsidRPr="00EF2F0E">
              <w:rPr>
                <w:rFonts w:cs="Arial"/>
              </w:rPr>
              <w:t>(NOTE 2,</w:t>
            </w:r>
            <w:r w:rsidRPr="00EF2F0E">
              <w:rPr>
                <w:rFonts w:cs="Arial"/>
                <w:lang w:eastAsia="zh-CN"/>
              </w:rPr>
              <w:t xml:space="preserve"> 3)</w:t>
            </w:r>
          </w:p>
        </w:tc>
        <w:tc>
          <w:tcPr>
            <w:tcW w:w="1430" w:type="dxa"/>
          </w:tcPr>
          <w:p w14:paraId="0984D6FE"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 xml:space="preserve">(NOTE </w:t>
            </w:r>
            <w:r w:rsidRPr="00EF2F0E">
              <w:rPr>
                <w:rFonts w:cs="Arial"/>
                <w:lang w:eastAsia="zh-CN"/>
              </w:rPr>
              <w:t>10</w:t>
            </w:r>
            <w:r w:rsidRPr="00EF2F0E">
              <w:rPr>
                <w:rFonts w:cs="Arial"/>
              </w:rPr>
              <w:t>)</w:t>
            </w:r>
          </w:p>
        </w:tc>
      </w:tr>
      <w:tr w:rsidR="003401A4" w:rsidRPr="00EF2F0E" w14:paraId="0984D705" w14:textId="77777777" w:rsidTr="00A40339">
        <w:trPr>
          <w:cantSplit/>
          <w:jc w:val="center"/>
        </w:trPr>
        <w:tc>
          <w:tcPr>
            <w:tcW w:w="1953" w:type="dxa"/>
          </w:tcPr>
          <w:p w14:paraId="0984D700"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0.2 MHz</w:t>
            </w:r>
          </w:p>
          <w:p w14:paraId="0984D701" w14:textId="77777777" w:rsidR="003E32EB" w:rsidRPr="00EF2F0E" w:rsidRDefault="003E32EB" w:rsidP="00A40339">
            <w:pPr>
              <w:pStyle w:val="TAC"/>
              <w:rPr>
                <w:rFonts w:cs="v5.0.0"/>
              </w:rPr>
            </w:pPr>
            <w:r w:rsidRPr="00EF2F0E">
              <w:rPr>
                <w:rFonts w:cs="v5.0.0"/>
              </w:rPr>
              <w:t>(NOTE 1)</w:t>
            </w:r>
          </w:p>
        </w:tc>
        <w:tc>
          <w:tcPr>
            <w:tcW w:w="2976" w:type="dxa"/>
          </w:tcPr>
          <w:p w14:paraId="0984D702" w14:textId="77777777" w:rsidR="003E32EB" w:rsidRPr="00EF2F0E" w:rsidRDefault="003E32EB" w:rsidP="00A40339">
            <w:pPr>
              <w:pStyle w:val="TAC"/>
              <w:rPr>
                <w:rFonts w:cs="v5.0.0"/>
              </w:rPr>
            </w:pPr>
            <w:r w:rsidRPr="00EF2F0E">
              <w:rPr>
                <w:rFonts w:cs="v5.0.0"/>
              </w:rPr>
              <w:t xml:space="preserve">0.015 MHz </w:t>
            </w:r>
            <w:r w:rsidRPr="00EF2F0E">
              <w:rPr>
                <w:rFonts w:cs="v5.0.0"/>
              </w:rPr>
              <w:sym w:font="Symbol" w:char="F0A3"/>
            </w:r>
            <w:r w:rsidRPr="00EF2F0E">
              <w:rPr>
                <w:rFonts w:cs="v5.0.0"/>
              </w:rPr>
              <w:t xml:space="preserve"> f_offset &lt; 0.215 MHz </w:t>
            </w:r>
          </w:p>
        </w:tc>
        <w:tc>
          <w:tcPr>
            <w:tcW w:w="3455" w:type="dxa"/>
          </w:tcPr>
          <w:p w14:paraId="0984D703" w14:textId="77777777" w:rsidR="003E32EB" w:rsidRPr="00EF2F0E" w:rsidRDefault="003E32EB" w:rsidP="00A40339">
            <w:pPr>
              <w:pStyle w:val="TAC"/>
              <w:rPr>
                <w:rFonts w:cs="Arial"/>
              </w:rPr>
            </w:pPr>
            <w:r w:rsidRPr="00EF2F0E">
              <w:rPr>
                <w:rFonts w:cs="Arial"/>
              </w:rPr>
              <w:t>-14 dBm</w:t>
            </w:r>
          </w:p>
        </w:tc>
        <w:tc>
          <w:tcPr>
            <w:tcW w:w="1430" w:type="dxa"/>
          </w:tcPr>
          <w:p w14:paraId="0984D704"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70B" w14:textId="77777777" w:rsidTr="00A40339">
        <w:trPr>
          <w:cantSplit/>
          <w:jc w:val="center"/>
        </w:trPr>
        <w:tc>
          <w:tcPr>
            <w:tcW w:w="1953" w:type="dxa"/>
          </w:tcPr>
          <w:p w14:paraId="0984D706" w14:textId="77777777" w:rsidR="003E32EB" w:rsidRPr="00EF2F0E" w:rsidRDefault="003E32EB" w:rsidP="00A40339">
            <w:pPr>
              <w:pStyle w:val="TAC"/>
              <w:rPr>
                <w:rFonts w:cs="v5.0.0"/>
              </w:rPr>
            </w:pPr>
            <w:r w:rsidRPr="00EF2F0E">
              <w:rPr>
                <w:rFonts w:cs="v5.0.0"/>
              </w:rPr>
              <w:t xml:space="preserve">0.2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1 MHz</w:t>
            </w:r>
          </w:p>
        </w:tc>
        <w:tc>
          <w:tcPr>
            <w:tcW w:w="2976" w:type="dxa"/>
          </w:tcPr>
          <w:p w14:paraId="0984D707" w14:textId="77777777" w:rsidR="003E32EB" w:rsidRPr="00EF2F0E" w:rsidRDefault="003E32EB" w:rsidP="00A40339">
            <w:pPr>
              <w:pStyle w:val="TAC"/>
              <w:rPr>
                <w:rFonts w:cs="v5.0.0"/>
              </w:rPr>
            </w:pPr>
            <w:r w:rsidRPr="00EF2F0E">
              <w:rPr>
                <w:rFonts w:cs="v5.0.0"/>
              </w:rPr>
              <w:t xml:space="preserve">0.215 MHz </w:t>
            </w:r>
            <w:r w:rsidRPr="00EF2F0E">
              <w:rPr>
                <w:rFonts w:cs="v5.0.0"/>
              </w:rPr>
              <w:sym w:font="Symbol" w:char="F0A3"/>
            </w:r>
            <w:r w:rsidRPr="00EF2F0E">
              <w:rPr>
                <w:rFonts w:cs="v5.0.0"/>
              </w:rPr>
              <w:t xml:space="preserve"> f_offset &lt; 1.015 MHz</w:t>
            </w:r>
          </w:p>
        </w:tc>
        <w:tc>
          <w:tcPr>
            <w:tcW w:w="3455" w:type="dxa"/>
          </w:tcPr>
          <w:p w14:paraId="0984D708" w14:textId="77777777" w:rsidR="003E32EB" w:rsidRPr="00EF2F0E" w:rsidRDefault="003E32EB" w:rsidP="00A40339">
            <w:pPr>
              <w:pStyle w:val="EQ"/>
              <w:rPr>
                <w:noProof w:val="0"/>
              </w:rPr>
            </w:pPr>
            <w:r w:rsidRPr="00EF2F0E">
              <w:rPr>
                <w:noProof w:val="0"/>
                <w:position w:val="-30"/>
              </w:rPr>
              <w:object w:dxaOrig="3660" w:dyaOrig="720" w14:anchorId="098511A9">
                <v:shape id="_x0000_i1040" type="#_x0000_t75" style="width:152.55pt;height:29.9pt" o:ole="" fillcolor="window">
                  <v:imagedata r:id="rId31" o:title=""/>
                </v:shape>
                <o:OLEObject Type="Embed" ProgID="Equation.3" ShapeID="_x0000_i1040" DrawAspect="Content" ObjectID="_1717663562" r:id="rId46"/>
              </w:object>
            </w:r>
          </w:p>
          <w:p w14:paraId="0984D709" w14:textId="77777777" w:rsidR="004C7800" w:rsidRPr="00EF2F0E" w:rsidRDefault="004C7800" w:rsidP="004C7800">
            <w:pPr>
              <w:pStyle w:val="TAC"/>
            </w:pPr>
            <w:r w:rsidRPr="00EF2F0E">
              <w:rPr>
                <w:rFonts w:cs="Arial"/>
              </w:rPr>
              <w:t>(Note 13)</w:t>
            </w:r>
          </w:p>
        </w:tc>
        <w:tc>
          <w:tcPr>
            <w:tcW w:w="1430" w:type="dxa"/>
          </w:tcPr>
          <w:p w14:paraId="0984D70A" w14:textId="77777777" w:rsidR="003E32EB" w:rsidRPr="00EF2F0E" w:rsidRDefault="003E32EB" w:rsidP="00A40339">
            <w:pPr>
              <w:pStyle w:val="TAC"/>
              <w:rPr>
                <w:rFonts w:cs="Arial"/>
              </w:rPr>
            </w:pPr>
            <w:r w:rsidRPr="00EF2F0E">
              <w:rPr>
                <w:rFonts w:cs="Arial"/>
              </w:rPr>
              <w:t xml:space="preserve">30 kHz </w:t>
            </w:r>
          </w:p>
        </w:tc>
      </w:tr>
      <w:tr w:rsidR="004C7800" w:rsidRPr="00EF2F0E" w14:paraId="0984D710" w14:textId="77777777" w:rsidTr="00A40339">
        <w:trPr>
          <w:cantSplit/>
          <w:jc w:val="center"/>
        </w:trPr>
        <w:tc>
          <w:tcPr>
            <w:tcW w:w="1953" w:type="dxa"/>
          </w:tcPr>
          <w:p w14:paraId="0984D70C" w14:textId="77777777" w:rsidR="004C7800" w:rsidRPr="00EF2F0E" w:rsidRDefault="004C7800" w:rsidP="004C7800">
            <w:pPr>
              <w:pStyle w:val="TAC"/>
              <w:rPr>
                <w:rFonts w:cs="v5.0.0"/>
              </w:rPr>
            </w:pPr>
            <w:r w:rsidRPr="00EF2F0E">
              <w:rPr>
                <w:rFonts w:cs="v5.0.0"/>
              </w:rPr>
              <w:t xml:space="preserve">(NOTE </w:t>
            </w:r>
            <w:r w:rsidRPr="00EF2F0E">
              <w:rPr>
                <w:rFonts w:cs="v5.0.0"/>
                <w:lang w:eastAsia="zh-CN"/>
              </w:rPr>
              <w:t>9</w:t>
            </w:r>
            <w:r w:rsidRPr="00EF2F0E">
              <w:rPr>
                <w:rFonts w:cs="v5.0.0"/>
              </w:rPr>
              <w:t>)</w:t>
            </w:r>
          </w:p>
        </w:tc>
        <w:tc>
          <w:tcPr>
            <w:tcW w:w="2976" w:type="dxa"/>
          </w:tcPr>
          <w:p w14:paraId="0984D70D" w14:textId="77777777" w:rsidR="004C7800" w:rsidRPr="00EF2F0E" w:rsidRDefault="004C7800" w:rsidP="004C7800">
            <w:pPr>
              <w:pStyle w:val="TAC"/>
              <w:rPr>
                <w:rFonts w:cs="v5.0.0"/>
              </w:rPr>
            </w:pPr>
            <w:r w:rsidRPr="00EF2F0E">
              <w:rPr>
                <w:rFonts w:cs="v5.0.0"/>
              </w:rPr>
              <w:t xml:space="preserve">1.015 MHz </w:t>
            </w:r>
            <w:r w:rsidRPr="00EF2F0E">
              <w:rPr>
                <w:rFonts w:cs="v5.0.0"/>
              </w:rPr>
              <w:sym w:font="Symbol" w:char="F0A3"/>
            </w:r>
            <w:r w:rsidRPr="00EF2F0E">
              <w:rPr>
                <w:rFonts w:cs="v5.0.0"/>
              </w:rPr>
              <w:t xml:space="preserve"> f_offset &lt; 1.5 MHz </w:t>
            </w:r>
          </w:p>
        </w:tc>
        <w:tc>
          <w:tcPr>
            <w:tcW w:w="3455" w:type="dxa"/>
          </w:tcPr>
          <w:p w14:paraId="0984D70E" w14:textId="77777777" w:rsidR="004C7800" w:rsidRPr="00EF2F0E" w:rsidRDefault="004C7800" w:rsidP="004C7800">
            <w:pPr>
              <w:pStyle w:val="TAC"/>
              <w:rPr>
                <w:rFonts w:cs="Arial"/>
              </w:rPr>
            </w:pPr>
            <w:r w:rsidRPr="00EF2F0E">
              <w:rPr>
                <w:rFonts w:cs="Arial"/>
              </w:rPr>
              <w:t>-26 dBm (Note 13)</w:t>
            </w:r>
          </w:p>
        </w:tc>
        <w:tc>
          <w:tcPr>
            <w:tcW w:w="1430" w:type="dxa"/>
          </w:tcPr>
          <w:p w14:paraId="0984D70F" w14:textId="77777777" w:rsidR="004C7800" w:rsidRPr="00EF2F0E" w:rsidRDefault="004C7800" w:rsidP="004C7800">
            <w:pPr>
              <w:pStyle w:val="TAC"/>
              <w:rPr>
                <w:rFonts w:cs="Arial"/>
              </w:rPr>
            </w:pPr>
            <w:r w:rsidRPr="00EF2F0E">
              <w:rPr>
                <w:rFonts w:cs="Arial"/>
              </w:rPr>
              <w:t xml:space="preserve">30 kHz </w:t>
            </w:r>
          </w:p>
        </w:tc>
      </w:tr>
      <w:tr w:rsidR="004C7800" w:rsidRPr="00EF2F0E" w14:paraId="0984D716" w14:textId="77777777" w:rsidTr="00A40339">
        <w:trPr>
          <w:cantSplit/>
          <w:jc w:val="center"/>
        </w:trPr>
        <w:tc>
          <w:tcPr>
            <w:tcW w:w="1953" w:type="dxa"/>
          </w:tcPr>
          <w:p w14:paraId="0984D711" w14:textId="77777777" w:rsidR="004C7800" w:rsidRPr="00EF2F0E" w:rsidRDefault="004C7800" w:rsidP="004C7800">
            <w:pPr>
              <w:pStyle w:val="TAC"/>
              <w:rPr>
                <w:rFonts w:cs="Arial"/>
                <w:lang w:val="sv-FI"/>
              </w:rPr>
            </w:pPr>
            <w:r w:rsidRPr="00EF2F0E">
              <w:rPr>
                <w:rFonts w:cs="v5.0.0"/>
                <w:lang w:val="sv-FI"/>
              </w:rPr>
              <w:t xml:space="preserve">1 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w:t>
            </w:r>
            <w:r w:rsidRPr="00EF2F0E">
              <w:rPr>
                <w:rFonts w:cs="Arial"/>
              </w:rPr>
              <w:sym w:font="Symbol" w:char="F0A3"/>
            </w:r>
            <w:r w:rsidRPr="00EF2F0E">
              <w:rPr>
                <w:rFonts w:cs="Arial"/>
                <w:lang w:val="sv-FI"/>
              </w:rPr>
              <w:t xml:space="preserve"> </w:t>
            </w:r>
          </w:p>
          <w:p w14:paraId="0984D712" w14:textId="77777777" w:rsidR="004C7800" w:rsidRPr="00EF2F0E" w:rsidRDefault="004C7800" w:rsidP="004C7800">
            <w:pPr>
              <w:pStyle w:val="TAC"/>
              <w:rPr>
                <w:rFonts w:cs="v5.0.0"/>
                <w:lang w:val="sv-FI"/>
              </w:rPr>
            </w:pPr>
            <w:r w:rsidRPr="00EF2F0E">
              <w:rPr>
                <w:rFonts w:cs="Arial"/>
                <w:lang w:val="sv-FI"/>
              </w:rPr>
              <w:t>min(</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Arial"/>
                <w:lang w:val="sv-FI"/>
              </w:rPr>
              <w:t xml:space="preserve">, 10 MHz) </w:t>
            </w:r>
          </w:p>
        </w:tc>
        <w:tc>
          <w:tcPr>
            <w:tcW w:w="2976" w:type="dxa"/>
          </w:tcPr>
          <w:p w14:paraId="0984D713" w14:textId="77777777" w:rsidR="004C7800" w:rsidRPr="00EF2F0E" w:rsidRDefault="004C7800" w:rsidP="004C7800">
            <w:pPr>
              <w:pStyle w:val="TAC"/>
              <w:rPr>
                <w:rFonts w:cs="v5.0.0"/>
                <w:lang w:val="sv-FI"/>
              </w:rPr>
            </w:pPr>
            <w:r w:rsidRPr="00EF2F0E">
              <w:rPr>
                <w:rFonts w:cs="v5.0.0"/>
                <w:lang w:val="sv-FI"/>
              </w:rPr>
              <w:t xml:space="preserve">1.5 MHz </w:t>
            </w:r>
            <w:r w:rsidRPr="00EF2F0E">
              <w:rPr>
                <w:rFonts w:cs="v5.0.0"/>
              </w:rPr>
              <w:sym w:font="Symbol" w:char="F0A3"/>
            </w:r>
            <w:r w:rsidRPr="00EF2F0E">
              <w:rPr>
                <w:rFonts w:cs="v5.0.0"/>
                <w:lang w:val="sv-FI"/>
              </w:rPr>
              <w:t xml:space="preserve"> f_offset &lt; min(f_offset</w:t>
            </w:r>
            <w:r w:rsidRPr="00EF2F0E">
              <w:rPr>
                <w:rFonts w:cs="v5.0.0"/>
                <w:vertAlign w:val="subscript"/>
                <w:lang w:val="sv-FI"/>
              </w:rPr>
              <w:t>max</w:t>
            </w:r>
            <w:r w:rsidRPr="00EF2F0E">
              <w:rPr>
                <w:rFonts w:cs="v5.0.0"/>
                <w:lang w:val="sv-FI"/>
              </w:rPr>
              <w:t>, 10.5 MHz)</w:t>
            </w:r>
          </w:p>
        </w:tc>
        <w:tc>
          <w:tcPr>
            <w:tcW w:w="3455" w:type="dxa"/>
          </w:tcPr>
          <w:p w14:paraId="0984D714" w14:textId="77777777" w:rsidR="004C7800" w:rsidRPr="00EF2F0E" w:rsidRDefault="004C7800" w:rsidP="004C7800">
            <w:pPr>
              <w:pStyle w:val="TAC"/>
              <w:rPr>
                <w:rFonts w:cs="Arial"/>
              </w:rPr>
            </w:pPr>
            <w:r w:rsidRPr="00EF2F0E">
              <w:rPr>
                <w:rFonts w:cs="Arial"/>
              </w:rPr>
              <w:t>-13 dBm (Note 13)</w:t>
            </w:r>
          </w:p>
        </w:tc>
        <w:tc>
          <w:tcPr>
            <w:tcW w:w="1430" w:type="dxa"/>
          </w:tcPr>
          <w:p w14:paraId="0984D715" w14:textId="77777777" w:rsidR="004C7800" w:rsidRPr="00EF2F0E" w:rsidRDefault="004C7800" w:rsidP="004C7800">
            <w:pPr>
              <w:pStyle w:val="TAC"/>
              <w:rPr>
                <w:rFonts w:cs="Arial"/>
              </w:rPr>
            </w:pPr>
            <w:r w:rsidRPr="00EF2F0E">
              <w:rPr>
                <w:rFonts w:cs="Arial"/>
              </w:rPr>
              <w:t xml:space="preserve">1 MHz </w:t>
            </w:r>
          </w:p>
        </w:tc>
      </w:tr>
      <w:tr w:rsidR="004C7800" w:rsidRPr="00EF2F0E" w14:paraId="0984D71B" w14:textId="77777777" w:rsidTr="00A40339">
        <w:trPr>
          <w:cantSplit/>
          <w:jc w:val="center"/>
        </w:trPr>
        <w:tc>
          <w:tcPr>
            <w:tcW w:w="1953" w:type="dxa"/>
          </w:tcPr>
          <w:p w14:paraId="0984D717" w14:textId="77777777" w:rsidR="004C7800" w:rsidRPr="00EF2F0E" w:rsidRDefault="004C7800" w:rsidP="004C7800">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718" w14:textId="77777777" w:rsidR="004C7800" w:rsidRPr="00EF2F0E" w:rsidRDefault="004C7800" w:rsidP="004C7800">
            <w:pPr>
              <w:pStyle w:val="TAC"/>
              <w:rPr>
                <w:rFonts w:cs="v5.0.0"/>
              </w:rPr>
            </w:pPr>
            <w:r w:rsidRPr="00EF2F0E">
              <w:rPr>
                <w:rFonts w:cs="v5.0.0"/>
              </w:rPr>
              <w:t xml:space="preserve">10.5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719" w14:textId="77777777" w:rsidR="004C7800" w:rsidRPr="00EF2F0E" w:rsidRDefault="004C7800" w:rsidP="004C7800">
            <w:pPr>
              <w:pStyle w:val="TAC"/>
              <w:rPr>
                <w:rFonts w:cs="Arial"/>
              </w:rPr>
            </w:pPr>
            <w:r w:rsidRPr="00EF2F0E">
              <w:rPr>
                <w:rFonts w:cs="Arial"/>
              </w:rPr>
              <w:t>-15 dBm (Note 1</w:t>
            </w:r>
            <w:r w:rsidRPr="00EF2F0E">
              <w:rPr>
                <w:rFonts w:cs="Arial"/>
                <w:lang w:eastAsia="zh-CN"/>
              </w:rPr>
              <w:t>1, 13</w:t>
            </w:r>
            <w:r w:rsidRPr="00EF2F0E">
              <w:rPr>
                <w:rFonts w:cs="Arial"/>
              </w:rPr>
              <w:t>)</w:t>
            </w:r>
          </w:p>
        </w:tc>
        <w:tc>
          <w:tcPr>
            <w:tcW w:w="1430" w:type="dxa"/>
          </w:tcPr>
          <w:p w14:paraId="0984D71A" w14:textId="77777777" w:rsidR="004C7800" w:rsidRPr="00EF2F0E" w:rsidRDefault="004C7800" w:rsidP="004C7800">
            <w:pPr>
              <w:pStyle w:val="TAC"/>
              <w:rPr>
                <w:rFonts w:cs="Arial"/>
              </w:rPr>
            </w:pPr>
            <w:r w:rsidRPr="00EF2F0E">
              <w:rPr>
                <w:rFonts w:cs="Arial"/>
              </w:rPr>
              <w:t xml:space="preserve">1 MHz </w:t>
            </w:r>
          </w:p>
        </w:tc>
      </w:tr>
      <w:tr w:rsidR="003E32EB" w:rsidRPr="00EF2F0E" w14:paraId="0984D720" w14:textId="77777777" w:rsidTr="00A40339">
        <w:trPr>
          <w:cantSplit/>
          <w:jc w:val="center"/>
        </w:trPr>
        <w:tc>
          <w:tcPr>
            <w:tcW w:w="9814" w:type="dxa"/>
            <w:gridSpan w:val="4"/>
          </w:tcPr>
          <w:p w14:paraId="0984D71C" w14:textId="77777777" w:rsidR="003E32EB" w:rsidRPr="00EF2F0E" w:rsidRDefault="003E32EB" w:rsidP="00A40339">
            <w:pPr>
              <w:pStyle w:val="TAN"/>
              <w:rPr>
                <w:rFonts w:cs="Arial"/>
              </w:rPr>
            </w:pPr>
            <w:r w:rsidRPr="00EF2F0E">
              <w:rPr>
                <w:rFonts w:cs="Arial"/>
              </w:rPr>
              <w:t>NOTE 1:</w:t>
            </w:r>
            <w:r w:rsidR="006E5225" w:rsidRPr="00EF2F0E">
              <w:rPr>
                <w:rFonts w:cs="Arial"/>
              </w:rPr>
              <w:tab/>
            </w:r>
            <w:r w:rsidRPr="00EF2F0E">
              <w:rPr>
                <w:rFonts w:cs="Arial"/>
              </w:rPr>
              <w:t xml:space="preserve">For operation with an E-UTRA 1.4 or 3 MHz carrier adjacent to the </w:t>
            </w:r>
            <w:r w:rsidRPr="00EF2F0E">
              <w:rPr>
                <w:rFonts w:cs="Arial"/>
                <w:i/>
              </w:rPr>
              <w:t>Base Station RF Bandwidth edge</w:t>
            </w:r>
            <w:r w:rsidRPr="00EF2F0E">
              <w:rPr>
                <w:rFonts w:eastAsia="SimSun" w:cs="Arial"/>
                <w:kern w:val="2"/>
                <w:lang w:eastAsia="zh-CN"/>
              </w:rPr>
              <w:t xml:space="preserve">, the limits in table 6.6.5.2.3-2 apply for </w:t>
            </w:r>
            <w:r w:rsidRPr="00EF2F0E">
              <w:rPr>
                <w:rFonts w:cs="Arial"/>
              </w:rPr>
              <w:t xml:space="preserve">0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0.15 MHz.</w:t>
            </w:r>
          </w:p>
          <w:p w14:paraId="0984D71D" w14:textId="77777777" w:rsidR="003E32EB" w:rsidRPr="00EF2F0E" w:rsidRDefault="003E32EB" w:rsidP="00A40339">
            <w:pPr>
              <w:pStyle w:val="TAN"/>
              <w:rPr>
                <w:rFonts w:cs="Arial"/>
              </w:rPr>
            </w:pPr>
            <w:r w:rsidRPr="00EF2F0E">
              <w:rPr>
                <w:rFonts w:cs="Arial"/>
              </w:rPr>
              <w:t>NOTE 2:</w:t>
            </w:r>
            <w:r w:rsidRPr="00EF2F0E">
              <w:rPr>
                <w:rFonts w:cs="Arial"/>
              </w:rPr>
              <w:tab/>
              <w:t xml:space="preserve">For MSR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t>
            </w:r>
            <w:r w:rsidRPr="00EF2F0E">
              <w:rPr>
                <w:rFonts w:cs="Arial"/>
                <w:lang w:eastAsia="zh-CN"/>
              </w:rPr>
              <w:t xml:space="preserve">within any operating band </w:t>
            </w:r>
            <w:r w:rsidRPr="00EF2F0E">
              <w:rPr>
                <w:rFonts w:cs="Arial"/>
              </w:rPr>
              <w:t xml:space="preserve">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w:t>
            </w:r>
            <w:r w:rsidRPr="00EF2F0E">
              <w:rPr>
                <w:rFonts w:cs="Arial"/>
                <w:lang w:eastAsia="zh-CN"/>
              </w:rPr>
              <w:t xml:space="preserve">contributions from </w:t>
            </w:r>
            <w:r w:rsidRPr="00EF2F0E">
              <w:rPr>
                <w:rFonts w:cs="Arial"/>
              </w:rPr>
              <w:t xml:space="preserve">adjacent </w:t>
            </w:r>
            <w:r w:rsidRPr="00EF2F0E">
              <w:rPr>
                <w:rFonts w:cs="v5.0.0"/>
              </w:rPr>
              <w:t>sub</w:t>
            </w:r>
            <w:r w:rsidRPr="00EF2F0E">
              <w:rPr>
                <w:rFonts w:cs="v5.0.0"/>
                <w:lang w:eastAsia="zh-CN"/>
              </w:rPr>
              <w:t>-</w:t>
            </w:r>
            <w:r w:rsidRPr="00EF2F0E">
              <w:rPr>
                <w:rFonts w:cs="v5.0.0"/>
              </w:rPr>
              <w:t xml:space="preserve">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f ≥ 10MHz from both adjacent sub</w:t>
            </w:r>
            <w:r w:rsidRPr="00EF2F0E">
              <w:rPr>
                <w:rFonts w:cs="Arial"/>
                <w:lang w:eastAsia="zh-CN"/>
              </w:rPr>
              <w:t>-</w:t>
            </w:r>
            <w:r w:rsidRPr="00EF2F0E">
              <w:rPr>
                <w:rFonts w:cs="Arial"/>
              </w:rPr>
              <w:t xml:space="preserve">blocks on each side of the </w:t>
            </w:r>
            <w:r w:rsidRPr="00EF2F0E">
              <w:rPr>
                <w:rFonts w:cs="Arial"/>
                <w:i/>
              </w:rPr>
              <w:t>sub-block gap</w:t>
            </w:r>
            <w:r w:rsidRPr="00EF2F0E">
              <w:rPr>
                <w:rFonts w:cs="Arial"/>
              </w:rPr>
              <w:t xml:space="preserve">, where 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shall be -15dBm/MHz</w:t>
            </w:r>
            <w:r w:rsidR="004C7800" w:rsidRPr="00EF2F0E">
              <w:rPr>
                <w:rFonts w:cs="Arial"/>
              </w:rPr>
              <w:t xml:space="preserve"> </w:t>
            </w:r>
            <w:r w:rsidR="004C7800" w:rsidRPr="00EF2F0E">
              <w:rPr>
                <w:rFonts w:cs="Arial"/>
                <w:szCs w:val="18"/>
              </w:rPr>
              <w:t>(for</w:t>
            </w:r>
            <w:r w:rsidR="004C7800" w:rsidRPr="00EF2F0E">
              <w:rPr>
                <w:rFonts w:cs="Arial"/>
              </w:rPr>
              <w:t xml:space="preserve"> MSR </w:t>
            </w:r>
            <w:r w:rsidR="004C7800" w:rsidRPr="00EF2F0E">
              <w:rPr>
                <w:rFonts w:cs="Arial"/>
                <w:i/>
              </w:rPr>
              <w:t>multi-band TAB connector</w:t>
            </w:r>
            <w:r w:rsidR="004C7800" w:rsidRPr="00EF2F0E">
              <w:rPr>
                <w:rFonts w:cs="Arial"/>
              </w:rPr>
              <w:t>, either this limit or -16dBm/100kHz with correspondingly adjusted f_offset shall apply for this frequency offset range for operating bands &lt; 1 GHz)</w:t>
            </w:r>
            <w:r w:rsidRPr="00EF2F0E">
              <w:rPr>
                <w:rFonts w:cs="Arial"/>
              </w:rPr>
              <w:t>.</w:t>
            </w:r>
          </w:p>
          <w:p w14:paraId="0984D71E" w14:textId="77777777" w:rsidR="004C7800" w:rsidRPr="00EF2F0E" w:rsidRDefault="003E32EB" w:rsidP="004C7800">
            <w:pPr>
              <w:pStyle w:val="TAN"/>
              <w:rPr>
                <w:rFonts w:cs="Arial"/>
              </w:rPr>
            </w:pPr>
            <w:r w:rsidRPr="00EF2F0E">
              <w:rPr>
                <w:rFonts w:cs="Arial"/>
              </w:rPr>
              <w:t>NOTE</w:t>
            </w:r>
            <w:r w:rsidRPr="00EF2F0E">
              <w:rPr>
                <w:rFonts w:cs="Arial"/>
                <w:lang w:eastAsia="zh-CN"/>
              </w:rPr>
              <w:t xml:space="preserve"> </w:t>
            </w:r>
            <w:r w:rsidRPr="00EF2F0E">
              <w:rPr>
                <w:rFonts w:cs="Arial"/>
              </w:rPr>
              <w:t>3:</w:t>
            </w:r>
            <w:r w:rsidR="006E5225" w:rsidRPr="00EF2F0E">
              <w:rPr>
                <w:rFonts w:cs="Arial"/>
              </w:rPr>
              <w:tab/>
            </w:r>
            <w:r w:rsidRPr="00EF2F0E">
              <w:rPr>
                <w:rFonts w:cs="Arial"/>
              </w:rPr>
              <w:t xml:space="preserve">For a MSR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operation the </w:t>
            </w:r>
            <w:r w:rsidRPr="00EF2F0E">
              <w:rPr>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v5.0.0"/>
              </w:rPr>
              <w:t xml:space="preserve">, where the contribution from the far-end sub-block </w:t>
            </w:r>
            <w:r w:rsidRPr="00EF2F0E">
              <w:rPr>
                <w:rFonts w:cs="Arial"/>
              </w:rPr>
              <w:t xml:space="preserve">or </w:t>
            </w:r>
            <w:r w:rsidRPr="00EF2F0E">
              <w:rPr>
                <w:rFonts w:eastAsia="MS Mincho"/>
                <w:i/>
              </w:rPr>
              <w:t>Base Station RF Bandwidth</w:t>
            </w:r>
            <w:r w:rsidRPr="00EF2F0E">
              <w:rPr>
                <w:rFonts w:cs="v5.0.0"/>
              </w:rPr>
              <w:t xml:space="preserve"> 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p w14:paraId="0984D71F" w14:textId="77777777" w:rsidR="003E32EB" w:rsidRPr="00EF2F0E" w:rsidRDefault="004C7800" w:rsidP="004C7800">
            <w:pPr>
              <w:pStyle w:val="TAN"/>
              <w:rPr>
                <w:rFonts w:cs="Arial"/>
              </w:rPr>
            </w:pPr>
            <w:r w:rsidRPr="00EF2F0E">
              <w:rPr>
                <w:rFonts w:cs="Arial"/>
              </w:rPr>
              <w:t>NOTE 13:</w:t>
            </w:r>
            <w:r w:rsidRPr="00EF2F0E">
              <w:rPr>
                <w:rFonts w:cs="Arial"/>
              </w:rPr>
              <w:tab/>
              <w:t xml:space="preserve">For MSR </w:t>
            </w:r>
            <w:r w:rsidRPr="00EF2F0E">
              <w:rPr>
                <w:rFonts w:cs="Arial"/>
                <w:i/>
              </w:rPr>
              <w:t>multi-band TAB connector</w:t>
            </w:r>
            <w:r w:rsidRPr="00EF2F0E">
              <w:rPr>
                <w:rFonts w:cs="Arial"/>
              </w:rPr>
              <w:t>, either this limit or -16dBm/100kHz with correspondingly adjusted f_offset shall apply for this frequency offset range for operating bands &lt; 1 GHz.</w:t>
            </w:r>
          </w:p>
        </w:tc>
      </w:tr>
    </w:tbl>
    <w:p w14:paraId="0984D721" w14:textId="77777777" w:rsidR="003E32EB" w:rsidRPr="00EF2F0E" w:rsidRDefault="003E32EB" w:rsidP="00A40339"/>
    <w:p w14:paraId="0984D722" w14:textId="0159A753" w:rsidR="003E32EB" w:rsidRPr="00EF2F0E" w:rsidRDefault="003E32EB" w:rsidP="007A0E12">
      <w:pPr>
        <w:pStyle w:val="TH"/>
        <w:rPr>
          <w:rFonts w:cs="v5.0.0"/>
        </w:rPr>
      </w:pPr>
      <w:r w:rsidRPr="00EF2F0E">
        <w:t xml:space="preserve">Table 6.6.5.2.3-1a: </w:t>
      </w:r>
      <w:r w:rsidR="00234FF5">
        <w:t>WA BS OBUE in</w:t>
      </w:r>
      <w:r w:rsidR="00234FF5" w:rsidRPr="00DF5484">
        <w:t xml:space="preserve"> BC2 bands </w:t>
      </w:r>
      <w:r w:rsidR="00234FF5">
        <w:rPr>
          <w:rFonts w:cs="Arial"/>
        </w:rPr>
        <w:t>≤</w:t>
      </w:r>
      <w:r w:rsidR="00234FF5">
        <w:t> </w:t>
      </w:r>
      <w:r w:rsidR="00234FF5" w:rsidRPr="00DF5484">
        <w:t xml:space="preserve">1 GHz applicable for: BS supporting NR, not operating </w:t>
      </w:r>
      <w:r w:rsidR="00234FF5">
        <w:t>NR</w:t>
      </w:r>
      <w:r w:rsidR="00234FF5" w:rsidRPr="00DF5484">
        <w:t>in band n8</w:t>
      </w:r>
      <w:r w:rsidR="00234FF5">
        <w:t>,</w:t>
      </w:r>
      <w:r w:rsidR="00234FF5" w:rsidRPr="00DF5484">
        <w:t xml:space="preserve"> and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727" w14:textId="77777777" w:rsidTr="00AB06FD">
        <w:trPr>
          <w:cantSplit/>
          <w:jc w:val="center"/>
        </w:trPr>
        <w:tc>
          <w:tcPr>
            <w:tcW w:w="1953" w:type="dxa"/>
          </w:tcPr>
          <w:p w14:paraId="0984D723" w14:textId="77777777" w:rsidR="003E32EB" w:rsidRPr="00EF2F0E" w:rsidRDefault="003E32EB" w:rsidP="00AB06FD">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724" w14:textId="77777777" w:rsidR="003E32EB" w:rsidRPr="00EF2F0E" w:rsidRDefault="003E32EB" w:rsidP="00AB06FD">
            <w:pPr>
              <w:pStyle w:val="TAH"/>
              <w:rPr>
                <w:rFonts w:cs="v5.0.0"/>
              </w:rPr>
            </w:pPr>
            <w:r w:rsidRPr="00EF2F0E">
              <w:rPr>
                <w:rFonts w:cs="v5.0.0"/>
              </w:rPr>
              <w:t>Frequency offset of measurement filter centre frequency, f_offset</w:t>
            </w:r>
          </w:p>
        </w:tc>
        <w:tc>
          <w:tcPr>
            <w:tcW w:w="3455" w:type="dxa"/>
          </w:tcPr>
          <w:p w14:paraId="0984D725" w14:textId="77777777" w:rsidR="003E32EB" w:rsidRPr="00EF2F0E" w:rsidRDefault="003E32EB" w:rsidP="00AB06FD">
            <w:pPr>
              <w:pStyle w:val="TAH"/>
              <w:rPr>
                <w:rFonts w:cs="v5.0.0"/>
              </w:rPr>
            </w:pPr>
            <w:r w:rsidRPr="00EF2F0E">
              <w:rPr>
                <w:rFonts w:cs="v5.0.0"/>
                <w:i/>
              </w:rPr>
              <w:t>Basic limit</w:t>
            </w:r>
            <w:r w:rsidRPr="00EF2F0E">
              <w:rPr>
                <w:rFonts w:cs="v5.0.0"/>
              </w:rPr>
              <w:t xml:space="preserve"> (Note 1</w:t>
            </w:r>
            <w:r w:rsidRPr="00EF2F0E">
              <w:rPr>
                <w:rFonts w:cs="Arial"/>
              </w:rPr>
              <w:t>, 2</w:t>
            </w:r>
            <w:r w:rsidRPr="00EF2F0E">
              <w:rPr>
                <w:rFonts w:cs="v5.0.0"/>
              </w:rPr>
              <w:t>)</w:t>
            </w:r>
          </w:p>
        </w:tc>
        <w:tc>
          <w:tcPr>
            <w:tcW w:w="1430" w:type="dxa"/>
          </w:tcPr>
          <w:p w14:paraId="0984D726" w14:textId="77777777" w:rsidR="003E32EB" w:rsidRPr="00EF2F0E" w:rsidRDefault="003E32EB" w:rsidP="00AB06FD">
            <w:pPr>
              <w:pStyle w:val="TAH"/>
              <w:rPr>
                <w:rFonts w:cs="v5.0.0"/>
              </w:rPr>
            </w:pPr>
            <w:r w:rsidRPr="00EF2F0E">
              <w:rPr>
                <w:rFonts w:cs="v5.0.0"/>
              </w:rPr>
              <w:t xml:space="preserve">Measurement bandwidth </w:t>
            </w:r>
            <w:r w:rsidRPr="00EF2F0E">
              <w:rPr>
                <w:rFonts w:cs="Arial"/>
              </w:rPr>
              <w:t>(Note 10)</w:t>
            </w:r>
          </w:p>
        </w:tc>
      </w:tr>
      <w:tr w:rsidR="003401A4" w:rsidRPr="00EF2F0E" w14:paraId="0984D72C" w14:textId="77777777" w:rsidTr="00AB06FD">
        <w:trPr>
          <w:cantSplit/>
          <w:jc w:val="center"/>
        </w:trPr>
        <w:tc>
          <w:tcPr>
            <w:tcW w:w="1953" w:type="dxa"/>
          </w:tcPr>
          <w:p w14:paraId="0984D728" w14:textId="77777777" w:rsidR="003E32EB" w:rsidRPr="00EF2F0E" w:rsidRDefault="003E32EB" w:rsidP="00AB06FD">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D729" w14:textId="77777777" w:rsidR="003E32EB" w:rsidRPr="00EF2F0E" w:rsidRDefault="003E32EB"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vAlign w:val="center"/>
          </w:tcPr>
          <w:p w14:paraId="0984D72A" w14:textId="77777777" w:rsidR="003E32EB" w:rsidRPr="00EF2F0E" w:rsidRDefault="00DD381D" w:rsidP="00AB06FD">
            <w:pPr>
              <w:pStyle w:val="TAC"/>
              <w:rPr>
                <w:rFonts w:cs="Arial"/>
              </w:rPr>
            </w:pPr>
            <w:r w:rsidRPr="00EF2F0E">
              <w:rPr>
                <w:rFonts w:cs="Arial"/>
                <w:noProof/>
                <w:position w:val="-30"/>
                <w:lang w:val="en-US" w:eastAsia="ko-KR"/>
              </w:rPr>
              <w:drawing>
                <wp:inline distT="0" distB="0" distL="0" distR="0" wp14:anchorId="098511AA" wp14:editId="098511AB">
                  <wp:extent cx="1811655" cy="379730"/>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cstate="print"/>
                          <a:srcRect/>
                          <a:stretch>
                            <a:fillRect/>
                          </a:stretch>
                        </pic:blipFill>
                        <pic:spPr bwMode="auto">
                          <a:xfrm>
                            <a:off x="0" y="0"/>
                            <a:ext cx="1811655" cy="379730"/>
                          </a:xfrm>
                          <a:prstGeom prst="rect">
                            <a:avLst/>
                          </a:prstGeom>
                          <a:noFill/>
                          <a:ln w="9525">
                            <a:noFill/>
                            <a:miter lim="800000"/>
                            <a:headEnd/>
                            <a:tailEnd/>
                          </a:ln>
                        </pic:spPr>
                      </pic:pic>
                    </a:graphicData>
                  </a:graphic>
                </wp:inline>
              </w:drawing>
            </w:r>
          </w:p>
        </w:tc>
        <w:tc>
          <w:tcPr>
            <w:tcW w:w="1430" w:type="dxa"/>
          </w:tcPr>
          <w:p w14:paraId="0984D72B" w14:textId="77777777" w:rsidR="003E32EB" w:rsidRPr="00EF2F0E" w:rsidRDefault="003E32EB" w:rsidP="00AB06FD">
            <w:pPr>
              <w:pStyle w:val="TAC"/>
              <w:rPr>
                <w:rFonts w:cs="Arial"/>
              </w:rPr>
            </w:pPr>
            <w:r w:rsidRPr="00EF2F0E">
              <w:rPr>
                <w:rFonts w:cs="Arial"/>
              </w:rPr>
              <w:t xml:space="preserve">100 kHz </w:t>
            </w:r>
          </w:p>
        </w:tc>
      </w:tr>
      <w:tr w:rsidR="003401A4" w:rsidRPr="00EF2F0E" w14:paraId="0984D733" w14:textId="77777777" w:rsidTr="00AB06FD">
        <w:trPr>
          <w:cantSplit/>
          <w:jc w:val="center"/>
        </w:trPr>
        <w:tc>
          <w:tcPr>
            <w:tcW w:w="1953" w:type="dxa"/>
          </w:tcPr>
          <w:p w14:paraId="0984D72D" w14:textId="77777777" w:rsidR="003E32EB" w:rsidRPr="00EF2F0E" w:rsidRDefault="003E32EB" w:rsidP="00AB06FD">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p>
          <w:p w14:paraId="0984D72E" w14:textId="77777777" w:rsidR="003E32EB" w:rsidRPr="00EF2F0E" w:rsidRDefault="003E32EB" w:rsidP="00AB06FD">
            <w:pPr>
              <w:pStyle w:val="TAC"/>
              <w:rPr>
                <w:rFonts w:cs="v5.0.0"/>
                <w:lang w:val="sv-FI"/>
              </w:rPr>
            </w:pPr>
            <w:r w:rsidRPr="00EF2F0E">
              <w:rPr>
                <w:rFonts w:cs="v5.0.0"/>
                <w:lang w:val="sv-FI"/>
              </w:rPr>
              <w:t xml:space="preserve">min(10 MHz, </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v5.0.0"/>
                <w:lang w:val="sv-FI"/>
              </w:rPr>
              <w:t>)</w:t>
            </w:r>
          </w:p>
        </w:tc>
        <w:tc>
          <w:tcPr>
            <w:tcW w:w="2976" w:type="dxa"/>
          </w:tcPr>
          <w:p w14:paraId="0984D72F" w14:textId="77777777" w:rsidR="003E32EB" w:rsidRPr="00EF2F0E" w:rsidRDefault="003E32EB"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p>
          <w:p w14:paraId="0984D730" w14:textId="77777777" w:rsidR="003E32EB" w:rsidRPr="00EF2F0E" w:rsidRDefault="003E32EB" w:rsidP="00AB06FD">
            <w:pPr>
              <w:pStyle w:val="TAC"/>
              <w:rPr>
                <w:rFonts w:cs="v5.0.0"/>
                <w:lang w:val="sv-FI"/>
              </w:rPr>
            </w:pPr>
            <w:r w:rsidRPr="00EF2F0E">
              <w:rPr>
                <w:rFonts w:cs="v5.0.0"/>
                <w:lang w:val="sv-FI"/>
              </w:rPr>
              <w:t>min(10.05 MHz, f_offset</w:t>
            </w:r>
            <w:r w:rsidRPr="00EF2F0E">
              <w:rPr>
                <w:rFonts w:cs="v5.0.0"/>
                <w:vertAlign w:val="subscript"/>
                <w:lang w:val="sv-FI"/>
              </w:rPr>
              <w:t>max</w:t>
            </w:r>
            <w:r w:rsidRPr="00EF2F0E">
              <w:rPr>
                <w:rFonts w:cs="v5.0.0"/>
                <w:lang w:val="sv-FI"/>
              </w:rPr>
              <w:t>)</w:t>
            </w:r>
          </w:p>
        </w:tc>
        <w:tc>
          <w:tcPr>
            <w:tcW w:w="3455" w:type="dxa"/>
          </w:tcPr>
          <w:p w14:paraId="0984D731" w14:textId="77777777" w:rsidR="003E32EB" w:rsidRPr="00EF2F0E" w:rsidRDefault="003E32EB" w:rsidP="00AB06FD">
            <w:pPr>
              <w:pStyle w:val="TAC"/>
              <w:rPr>
                <w:rFonts w:cs="Arial"/>
              </w:rPr>
            </w:pPr>
            <w:r w:rsidRPr="00EF2F0E">
              <w:rPr>
                <w:rFonts w:cs="Arial"/>
              </w:rPr>
              <w:t>-14 dBm</w:t>
            </w:r>
          </w:p>
        </w:tc>
        <w:tc>
          <w:tcPr>
            <w:tcW w:w="1430" w:type="dxa"/>
          </w:tcPr>
          <w:p w14:paraId="0984D732" w14:textId="77777777" w:rsidR="003E32EB" w:rsidRPr="00EF2F0E" w:rsidRDefault="003E32EB" w:rsidP="00AB06FD">
            <w:pPr>
              <w:pStyle w:val="TAC"/>
              <w:rPr>
                <w:rFonts w:cs="Arial"/>
              </w:rPr>
            </w:pPr>
            <w:r w:rsidRPr="00EF2F0E">
              <w:rPr>
                <w:rFonts w:cs="Arial"/>
              </w:rPr>
              <w:t xml:space="preserve">100 kHz </w:t>
            </w:r>
          </w:p>
        </w:tc>
      </w:tr>
      <w:tr w:rsidR="003401A4" w:rsidRPr="00EF2F0E" w14:paraId="0984D738" w14:textId="77777777" w:rsidTr="00AB06FD">
        <w:trPr>
          <w:cantSplit/>
          <w:jc w:val="center"/>
        </w:trPr>
        <w:tc>
          <w:tcPr>
            <w:tcW w:w="1953" w:type="dxa"/>
          </w:tcPr>
          <w:p w14:paraId="0984D734" w14:textId="77777777" w:rsidR="003E32EB" w:rsidRPr="00EF2F0E" w:rsidRDefault="003E32EB"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735" w14:textId="77777777" w:rsidR="003E32EB" w:rsidRPr="00EF2F0E" w:rsidRDefault="003E32EB" w:rsidP="00AB06FD">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736" w14:textId="77777777" w:rsidR="003E32EB" w:rsidRPr="00EF2F0E" w:rsidRDefault="003E32EB" w:rsidP="00AB06FD">
            <w:pPr>
              <w:pStyle w:val="TAC"/>
              <w:rPr>
                <w:rFonts w:cs="Arial"/>
              </w:rPr>
            </w:pPr>
            <w:r w:rsidRPr="00EF2F0E">
              <w:rPr>
                <w:rFonts w:cs="Arial"/>
              </w:rPr>
              <w:t>-16 dBm (Note 11)</w:t>
            </w:r>
          </w:p>
        </w:tc>
        <w:tc>
          <w:tcPr>
            <w:tcW w:w="1430" w:type="dxa"/>
          </w:tcPr>
          <w:p w14:paraId="0984D737" w14:textId="77777777" w:rsidR="003E32EB" w:rsidRPr="00EF2F0E" w:rsidRDefault="003E32EB" w:rsidP="00AB06FD">
            <w:pPr>
              <w:pStyle w:val="TAC"/>
              <w:rPr>
                <w:rFonts w:cs="Arial"/>
              </w:rPr>
            </w:pPr>
            <w:r w:rsidRPr="00EF2F0E">
              <w:rPr>
                <w:rFonts w:cs="Arial"/>
              </w:rPr>
              <w:t xml:space="preserve">100 kHz </w:t>
            </w:r>
          </w:p>
        </w:tc>
      </w:tr>
      <w:tr w:rsidR="003E32EB" w:rsidRPr="00EF2F0E" w14:paraId="0984D73C" w14:textId="77777777" w:rsidTr="00AB06FD">
        <w:trPr>
          <w:cantSplit/>
          <w:jc w:val="center"/>
        </w:trPr>
        <w:tc>
          <w:tcPr>
            <w:tcW w:w="9814" w:type="dxa"/>
            <w:gridSpan w:val="4"/>
          </w:tcPr>
          <w:p w14:paraId="1EFDDBB6" w14:textId="4B6C7C92" w:rsidR="00DE4CD9" w:rsidRPr="00EF2F0E" w:rsidRDefault="00DE4CD9" w:rsidP="00DE4CD9">
            <w:pPr>
              <w:pStyle w:val="TAN"/>
              <w:rPr>
                <w:rFonts w:cs="Arial"/>
              </w:rPr>
            </w:pPr>
            <w:r w:rsidRPr="00EF2F0E">
              <w:rPr>
                <w:rFonts w:cs="Arial"/>
              </w:rPr>
              <w:t>NOTE 1:</w:t>
            </w:r>
            <w:r w:rsidRPr="00EF2F0E">
              <w:rPr>
                <w:rFonts w:cs="Arial"/>
              </w:rPr>
              <w:tab/>
              <w:t xml:space="preserve">For MSR </w:t>
            </w:r>
            <w:r w:rsidRPr="00EF2F0E">
              <w:rPr>
                <w:rFonts w:cs="Arial"/>
                <w:i/>
              </w:rPr>
              <w:t>TAB connector</w:t>
            </w:r>
            <w:r w:rsidRPr="00EF2F0E">
              <w:rPr>
                <w:rFonts w:cs="Arial"/>
              </w:rPr>
              <w:t xml:space="preserve"> supporting non-contiguous spectrum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sub blocks on each side of the sub 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sub-block gaps shall be -16dBm/100kHz.</w:t>
            </w:r>
          </w:p>
          <w:p w14:paraId="0BE28DD7" w14:textId="6B98A1B8" w:rsidR="00DE4CD9" w:rsidRPr="00EF2F0E" w:rsidRDefault="00DE4CD9" w:rsidP="00DE4CD9">
            <w:pPr>
              <w:pStyle w:val="TAN"/>
              <w:rPr>
                <w:rFonts w:cs="Arial"/>
                <w:i/>
              </w:rPr>
            </w:pPr>
            <w:r w:rsidRPr="00EF2F0E">
              <w:rPr>
                <w:rFonts w:cs="Arial"/>
              </w:rPr>
              <w:t>NOTE 2:</w:t>
            </w:r>
            <w:r w:rsidRPr="00EF2F0E">
              <w:rPr>
                <w:rFonts w:cs="Arial"/>
              </w:rPr>
              <w:tab/>
              <w:t xml:space="preserve">For MSR </w:t>
            </w:r>
            <w:r w:rsidRPr="00EF2F0E">
              <w:rPr>
                <w:rFonts w:cs="Arial"/>
                <w:i/>
              </w:rPr>
              <w:t>multi band TAB connector</w:t>
            </w:r>
            <w:r w:rsidRPr="00EF2F0E">
              <w:rPr>
                <w:rFonts w:cs="Arial"/>
              </w:rPr>
              <w:t xml:space="preserve"> with </w:t>
            </w:r>
            <w:r w:rsidRPr="00EF2F0E">
              <w:rPr>
                <w:rFonts w:cs="Arial"/>
                <w:i/>
              </w:rPr>
              <w:t>Inter RF Bandwidth gap</w:t>
            </w:r>
            <w:r w:rsidRPr="00EF2F0E">
              <w:rPr>
                <w:rFonts w:cs="Arial"/>
              </w:rPr>
              <w:t xml:space="preserve"> &lt; 2</w:t>
            </w:r>
            <w:r w:rsidRPr="00EF2F0E">
              <w:t>×Δf</w:t>
            </w:r>
            <w:r w:rsidRPr="00EF2F0E">
              <w:rPr>
                <w:vertAlign w:val="subscript"/>
              </w:rPr>
              <w:t>OBUE</w:t>
            </w:r>
            <w:r w:rsidRPr="00EF2F0E">
              <w:rPr>
                <w:rFonts w:cs="Arial"/>
              </w:rPr>
              <w:t xml:space="preserve">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RF Bandwidth on each side of the </w:t>
            </w:r>
            <w:r w:rsidRPr="00EF2F0E">
              <w:rPr>
                <w:rFonts w:cs="Arial"/>
                <w:i/>
              </w:rPr>
              <w:t>Inter RF Bandwidth gap.</w:t>
            </w:r>
          </w:p>
          <w:p w14:paraId="0984D73B" w14:textId="0D6837D7" w:rsidR="003E32EB" w:rsidRPr="00EF2F0E" w:rsidRDefault="00DE4CD9" w:rsidP="00DE4CD9">
            <w:pPr>
              <w:pStyle w:val="TAN"/>
              <w:rPr>
                <w:rFonts w:cs="Arial"/>
              </w:rPr>
            </w:pPr>
            <w:r w:rsidRPr="00EF2F0E">
              <w:rPr>
                <w:rFonts w:cs="Arial"/>
              </w:rPr>
              <w:t>NOTE 3:</w:t>
            </w:r>
            <w:r w:rsidRPr="00EF2F0E">
              <w:rPr>
                <w:rFonts w:cs="Arial"/>
              </w:rPr>
              <w:tab/>
              <w:t xml:space="preserve">For operation with an E-UTRA 1.4 or 3 MHz carrier adjacent to the </w:t>
            </w:r>
            <w:r w:rsidRPr="00EF2F0E">
              <w:rPr>
                <w:rFonts w:cs="Arial"/>
                <w:i/>
              </w:rPr>
              <w:t>Base Station RF Bandwidth edge</w:t>
            </w:r>
            <w:r w:rsidRPr="00EF2F0E">
              <w:rPr>
                <w:rFonts w:eastAsia="SimSun" w:cs="Arial"/>
                <w:kern w:val="2"/>
                <w:lang w:eastAsia="zh-CN"/>
              </w:rPr>
              <w:t xml:space="preserve">, the limits in table 6.6.5.2.3-2 apply for </w:t>
            </w:r>
            <w:r w:rsidRPr="00EF2F0E">
              <w:rPr>
                <w:rFonts w:cs="Arial"/>
              </w:rPr>
              <w:t xml:space="preserve">0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0.15 MHz.</w:t>
            </w:r>
          </w:p>
        </w:tc>
      </w:tr>
    </w:tbl>
    <w:p w14:paraId="0984D73D" w14:textId="77777777" w:rsidR="003E32EB" w:rsidRPr="00EF2F0E" w:rsidRDefault="003E32EB" w:rsidP="00AB06FD">
      <w:pPr>
        <w:rPr>
          <w:lang w:eastAsia="zh-CN"/>
        </w:rPr>
      </w:pPr>
    </w:p>
    <w:p w14:paraId="0984D73E" w14:textId="7C914DA7" w:rsidR="003E32EB" w:rsidRPr="00EF2F0E" w:rsidRDefault="003E32EB" w:rsidP="007A0E12">
      <w:pPr>
        <w:pStyle w:val="TH"/>
        <w:rPr>
          <w:rFonts w:cs="v5.0.0"/>
        </w:rPr>
      </w:pPr>
      <w:r w:rsidRPr="00EF2F0E">
        <w:t xml:space="preserve">Table 6.6.5.2.3-1b: </w:t>
      </w:r>
      <w:r w:rsidR="0099564F">
        <w:t>WA BS OBUE in</w:t>
      </w:r>
      <w:r w:rsidR="0099564F" w:rsidRPr="00DF5484">
        <w:t xml:space="preserve"> BC2 bands </w:t>
      </w:r>
      <w:r w:rsidR="0099564F">
        <w:t>&gt; </w:t>
      </w:r>
      <w:r w:rsidR="0099564F" w:rsidRPr="00DF5484">
        <w:t xml:space="preserve">1 GHz applicable for: BS supporting NR, not operating </w:t>
      </w:r>
      <w:r w:rsidR="0099564F">
        <w:t xml:space="preserve">NR </w:t>
      </w:r>
      <w:r w:rsidR="0099564F" w:rsidRPr="00DF5484">
        <w:t>in band n3</w:t>
      </w:r>
      <w:r w:rsidR="0099564F">
        <w:t>,</w:t>
      </w:r>
      <w:r w:rsidR="0099564F" w:rsidRPr="00DF5484">
        <w:t xml:space="preserve"> and not supporting </w:t>
      </w:r>
      <w:r w:rsidR="0099564F" w:rsidRPr="00CF3B36">
        <w:t>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743" w14:textId="77777777" w:rsidTr="00AB06FD">
        <w:trPr>
          <w:cantSplit/>
          <w:jc w:val="center"/>
        </w:trPr>
        <w:tc>
          <w:tcPr>
            <w:tcW w:w="1953" w:type="dxa"/>
          </w:tcPr>
          <w:p w14:paraId="0984D73F" w14:textId="77777777" w:rsidR="003E32EB" w:rsidRPr="00EF2F0E" w:rsidRDefault="003E32EB" w:rsidP="00AB06FD">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740" w14:textId="77777777" w:rsidR="003E32EB" w:rsidRPr="00EF2F0E" w:rsidRDefault="003E32EB" w:rsidP="00AB06FD">
            <w:pPr>
              <w:pStyle w:val="TAH"/>
              <w:rPr>
                <w:rFonts w:cs="v5.0.0"/>
              </w:rPr>
            </w:pPr>
            <w:r w:rsidRPr="00EF2F0E">
              <w:rPr>
                <w:rFonts w:cs="v5.0.0"/>
              </w:rPr>
              <w:t>Frequency offset of measurement filter centre frequency, f_offset</w:t>
            </w:r>
          </w:p>
        </w:tc>
        <w:tc>
          <w:tcPr>
            <w:tcW w:w="3455" w:type="dxa"/>
          </w:tcPr>
          <w:p w14:paraId="0984D741" w14:textId="77777777" w:rsidR="003E32EB" w:rsidRPr="00EF2F0E" w:rsidRDefault="003E32EB" w:rsidP="00AB06FD">
            <w:pPr>
              <w:pStyle w:val="TAH"/>
              <w:rPr>
                <w:rFonts w:cs="v5.0.0"/>
              </w:rPr>
            </w:pPr>
            <w:r w:rsidRPr="00EF2F0E">
              <w:rPr>
                <w:rFonts w:cs="v5.0.0"/>
                <w:i/>
              </w:rPr>
              <w:t>Basic limit</w:t>
            </w:r>
            <w:r w:rsidRPr="00EF2F0E">
              <w:rPr>
                <w:rFonts w:cs="v5.0.0"/>
              </w:rPr>
              <w:t xml:space="preserve"> (Note 1</w:t>
            </w:r>
            <w:r w:rsidRPr="00EF2F0E">
              <w:rPr>
                <w:rFonts w:cs="Arial"/>
              </w:rPr>
              <w:t>, 2</w:t>
            </w:r>
            <w:r w:rsidRPr="00EF2F0E">
              <w:rPr>
                <w:rFonts w:cs="v5.0.0"/>
              </w:rPr>
              <w:t>)</w:t>
            </w:r>
          </w:p>
        </w:tc>
        <w:tc>
          <w:tcPr>
            <w:tcW w:w="1430" w:type="dxa"/>
          </w:tcPr>
          <w:p w14:paraId="0984D742" w14:textId="77777777" w:rsidR="003E32EB" w:rsidRPr="00EF2F0E" w:rsidRDefault="003E32EB" w:rsidP="00AB06FD">
            <w:pPr>
              <w:pStyle w:val="TAH"/>
              <w:rPr>
                <w:rFonts w:cs="v5.0.0"/>
              </w:rPr>
            </w:pPr>
            <w:r w:rsidRPr="00EF2F0E">
              <w:rPr>
                <w:rFonts w:cs="v5.0.0"/>
              </w:rPr>
              <w:t xml:space="preserve">Measurement bandwidth </w:t>
            </w:r>
            <w:r w:rsidRPr="00EF2F0E">
              <w:rPr>
                <w:rFonts w:cs="Arial"/>
              </w:rPr>
              <w:t>(Note 10)</w:t>
            </w:r>
          </w:p>
        </w:tc>
      </w:tr>
      <w:tr w:rsidR="003401A4" w:rsidRPr="00EF2F0E" w14:paraId="0984D748" w14:textId="77777777" w:rsidTr="00AB06FD">
        <w:trPr>
          <w:cantSplit/>
          <w:jc w:val="center"/>
        </w:trPr>
        <w:tc>
          <w:tcPr>
            <w:tcW w:w="1953" w:type="dxa"/>
          </w:tcPr>
          <w:p w14:paraId="0984D744" w14:textId="77777777" w:rsidR="003E32EB" w:rsidRPr="00EF2F0E" w:rsidRDefault="003E32EB" w:rsidP="00AB06FD">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D745" w14:textId="77777777" w:rsidR="003E32EB" w:rsidRPr="00EF2F0E" w:rsidRDefault="003E32EB"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vAlign w:val="center"/>
          </w:tcPr>
          <w:p w14:paraId="0984D746" w14:textId="77777777" w:rsidR="003E32EB" w:rsidRPr="00EF2F0E" w:rsidRDefault="00DD381D" w:rsidP="00AB06FD">
            <w:pPr>
              <w:pStyle w:val="TAC"/>
              <w:rPr>
                <w:rFonts w:cs="Arial"/>
              </w:rPr>
            </w:pPr>
            <w:r w:rsidRPr="00EF2F0E">
              <w:rPr>
                <w:rFonts w:cs="Arial"/>
                <w:noProof/>
                <w:position w:val="-30"/>
                <w:lang w:val="en-US" w:eastAsia="ko-KR"/>
              </w:rPr>
              <w:drawing>
                <wp:inline distT="0" distB="0" distL="0" distR="0" wp14:anchorId="098511AC" wp14:editId="098511AD">
                  <wp:extent cx="1811655" cy="379730"/>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cstate="print"/>
                          <a:srcRect/>
                          <a:stretch>
                            <a:fillRect/>
                          </a:stretch>
                        </pic:blipFill>
                        <pic:spPr bwMode="auto">
                          <a:xfrm>
                            <a:off x="0" y="0"/>
                            <a:ext cx="1811655" cy="379730"/>
                          </a:xfrm>
                          <a:prstGeom prst="rect">
                            <a:avLst/>
                          </a:prstGeom>
                          <a:noFill/>
                          <a:ln w="9525">
                            <a:noFill/>
                            <a:miter lim="800000"/>
                            <a:headEnd/>
                            <a:tailEnd/>
                          </a:ln>
                        </pic:spPr>
                      </pic:pic>
                    </a:graphicData>
                  </a:graphic>
                </wp:inline>
              </w:drawing>
            </w:r>
          </w:p>
        </w:tc>
        <w:tc>
          <w:tcPr>
            <w:tcW w:w="1430" w:type="dxa"/>
          </w:tcPr>
          <w:p w14:paraId="0984D747" w14:textId="77777777" w:rsidR="003E32EB" w:rsidRPr="00EF2F0E" w:rsidRDefault="003E32EB" w:rsidP="00AB06FD">
            <w:pPr>
              <w:pStyle w:val="TAC"/>
              <w:rPr>
                <w:rFonts w:cs="Arial"/>
              </w:rPr>
            </w:pPr>
            <w:r w:rsidRPr="00EF2F0E">
              <w:rPr>
                <w:rFonts w:cs="Arial"/>
              </w:rPr>
              <w:t xml:space="preserve">100 kHz </w:t>
            </w:r>
          </w:p>
        </w:tc>
      </w:tr>
      <w:tr w:rsidR="003401A4" w:rsidRPr="00EF2F0E" w14:paraId="0984D74F" w14:textId="77777777" w:rsidTr="00AB06FD">
        <w:trPr>
          <w:cantSplit/>
          <w:jc w:val="center"/>
        </w:trPr>
        <w:tc>
          <w:tcPr>
            <w:tcW w:w="1953" w:type="dxa"/>
          </w:tcPr>
          <w:p w14:paraId="0984D749" w14:textId="77777777" w:rsidR="003E32EB" w:rsidRPr="00EF2F0E" w:rsidRDefault="003E32EB" w:rsidP="00AB06FD">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p>
          <w:p w14:paraId="0984D74A" w14:textId="77777777" w:rsidR="003E32EB" w:rsidRPr="00EF2F0E" w:rsidRDefault="003E32EB" w:rsidP="00AB06FD">
            <w:pPr>
              <w:pStyle w:val="TAC"/>
              <w:rPr>
                <w:rFonts w:cs="v5.0.0"/>
                <w:lang w:val="sv-FI"/>
              </w:rPr>
            </w:pPr>
            <w:r w:rsidRPr="00EF2F0E">
              <w:rPr>
                <w:rFonts w:cs="v5.0.0"/>
                <w:lang w:val="sv-FI"/>
              </w:rPr>
              <w:t xml:space="preserve">min(10 MHz, </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v5.0.0"/>
                <w:lang w:val="sv-FI"/>
              </w:rPr>
              <w:t>)</w:t>
            </w:r>
          </w:p>
        </w:tc>
        <w:tc>
          <w:tcPr>
            <w:tcW w:w="2976" w:type="dxa"/>
          </w:tcPr>
          <w:p w14:paraId="0984D74B" w14:textId="77777777" w:rsidR="003E32EB" w:rsidRPr="00EF2F0E" w:rsidRDefault="003E32EB"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p>
          <w:p w14:paraId="0984D74C" w14:textId="77777777" w:rsidR="003E32EB" w:rsidRPr="00EF2F0E" w:rsidRDefault="003E32EB" w:rsidP="00AB06FD">
            <w:pPr>
              <w:pStyle w:val="TAC"/>
              <w:rPr>
                <w:rFonts w:cs="v5.0.0"/>
                <w:lang w:val="sv-FI"/>
              </w:rPr>
            </w:pPr>
            <w:r w:rsidRPr="00EF2F0E">
              <w:rPr>
                <w:rFonts w:cs="v5.0.0"/>
                <w:lang w:val="sv-FI"/>
              </w:rPr>
              <w:t>min(10.05 MHz, f_offset</w:t>
            </w:r>
            <w:r w:rsidRPr="00EF2F0E">
              <w:rPr>
                <w:rFonts w:cs="v5.0.0"/>
                <w:vertAlign w:val="subscript"/>
                <w:lang w:val="sv-FI"/>
              </w:rPr>
              <w:t>max</w:t>
            </w:r>
            <w:r w:rsidRPr="00EF2F0E">
              <w:rPr>
                <w:rFonts w:cs="v5.0.0"/>
                <w:lang w:val="sv-FI"/>
              </w:rPr>
              <w:t>)</w:t>
            </w:r>
          </w:p>
        </w:tc>
        <w:tc>
          <w:tcPr>
            <w:tcW w:w="3455" w:type="dxa"/>
          </w:tcPr>
          <w:p w14:paraId="0984D74D" w14:textId="77777777" w:rsidR="003E32EB" w:rsidRPr="00EF2F0E" w:rsidRDefault="003E32EB" w:rsidP="00AB06FD">
            <w:pPr>
              <w:pStyle w:val="TAC"/>
              <w:rPr>
                <w:rFonts w:cs="Arial"/>
              </w:rPr>
            </w:pPr>
            <w:r w:rsidRPr="00EF2F0E">
              <w:rPr>
                <w:rFonts w:cs="Arial"/>
              </w:rPr>
              <w:t>-14 dBm</w:t>
            </w:r>
          </w:p>
        </w:tc>
        <w:tc>
          <w:tcPr>
            <w:tcW w:w="1430" w:type="dxa"/>
          </w:tcPr>
          <w:p w14:paraId="0984D74E" w14:textId="77777777" w:rsidR="003E32EB" w:rsidRPr="00EF2F0E" w:rsidRDefault="003E32EB" w:rsidP="00AB06FD">
            <w:pPr>
              <w:pStyle w:val="TAC"/>
              <w:rPr>
                <w:rFonts w:cs="Arial"/>
              </w:rPr>
            </w:pPr>
            <w:r w:rsidRPr="00EF2F0E">
              <w:rPr>
                <w:rFonts w:cs="Arial"/>
              </w:rPr>
              <w:t xml:space="preserve">100 kHz </w:t>
            </w:r>
          </w:p>
        </w:tc>
      </w:tr>
      <w:tr w:rsidR="003401A4" w:rsidRPr="00EF2F0E" w14:paraId="0984D754" w14:textId="77777777" w:rsidTr="00AB06FD">
        <w:trPr>
          <w:cantSplit/>
          <w:jc w:val="center"/>
        </w:trPr>
        <w:tc>
          <w:tcPr>
            <w:tcW w:w="1953" w:type="dxa"/>
          </w:tcPr>
          <w:p w14:paraId="0984D750" w14:textId="77777777" w:rsidR="003E32EB" w:rsidRPr="00EF2F0E" w:rsidRDefault="003E32EB"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751" w14:textId="77777777" w:rsidR="003E32EB" w:rsidRPr="00EF2F0E" w:rsidRDefault="003E32EB" w:rsidP="00AB06FD">
            <w:pPr>
              <w:pStyle w:val="TAC"/>
              <w:rPr>
                <w:rFonts w:cs="v5.0.0"/>
              </w:rPr>
            </w:pPr>
            <w:r w:rsidRPr="00EF2F0E">
              <w:rPr>
                <w:rFonts w:cs="v5.0.0"/>
              </w:rPr>
              <w:t xml:space="preserve">10.5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752" w14:textId="77777777" w:rsidR="003E32EB" w:rsidRPr="00EF2F0E" w:rsidRDefault="003E32EB" w:rsidP="00AB06FD">
            <w:pPr>
              <w:pStyle w:val="TAC"/>
              <w:rPr>
                <w:rFonts w:cs="Arial"/>
              </w:rPr>
            </w:pPr>
            <w:r w:rsidRPr="00EF2F0E">
              <w:rPr>
                <w:rFonts w:cs="Arial"/>
              </w:rPr>
              <w:t xml:space="preserve">-15 dBm (Note </w:t>
            </w:r>
            <w:r w:rsidRPr="00EF2F0E">
              <w:rPr>
                <w:rFonts w:cs="Arial"/>
                <w:lang w:eastAsia="zh-CN"/>
              </w:rPr>
              <w:t>11</w:t>
            </w:r>
            <w:r w:rsidRPr="00EF2F0E">
              <w:rPr>
                <w:rFonts w:cs="Arial"/>
              </w:rPr>
              <w:t>)</w:t>
            </w:r>
          </w:p>
        </w:tc>
        <w:tc>
          <w:tcPr>
            <w:tcW w:w="1430" w:type="dxa"/>
          </w:tcPr>
          <w:p w14:paraId="0984D753" w14:textId="77777777" w:rsidR="003E32EB" w:rsidRPr="00EF2F0E" w:rsidRDefault="003E32EB" w:rsidP="00AB06FD">
            <w:pPr>
              <w:pStyle w:val="TAC"/>
              <w:rPr>
                <w:rFonts w:cs="Arial"/>
              </w:rPr>
            </w:pPr>
            <w:r w:rsidRPr="00EF2F0E">
              <w:rPr>
                <w:rFonts w:cs="Arial"/>
              </w:rPr>
              <w:t xml:space="preserve">1MHz </w:t>
            </w:r>
          </w:p>
        </w:tc>
      </w:tr>
      <w:tr w:rsidR="003E32EB" w:rsidRPr="00EF2F0E" w14:paraId="0984D758" w14:textId="77777777" w:rsidTr="00AB06FD">
        <w:trPr>
          <w:cantSplit/>
          <w:jc w:val="center"/>
        </w:trPr>
        <w:tc>
          <w:tcPr>
            <w:tcW w:w="9814" w:type="dxa"/>
            <w:gridSpan w:val="4"/>
          </w:tcPr>
          <w:p w14:paraId="0984D755" w14:textId="77777777" w:rsidR="003E32EB" w:rsidRPr="00EF2F0E" w:rsidRDefault="003E32EB" w:rsidP="007A0E12">
            <w:pPr>
              <w:pStyle w:val="TAN"/>
            </w:pPr>
            <w:r w:rsidRPr="00EF2F0E">
              <w:t>NOTE 1:</w:t>
            </w:r>
            <w:r w:rsidRPr="00EF2F0E">
              <w:tab/>
              <w:t xml:space="preserve">For MSR </w:t>
            </w:r>
            <w:r w:rsidRPr="00EF2F0E">
              <w:rPr>
                <w:i/>
              </w:rPr>
              <w:t>TAB connectors</w:t>
            </w:r>
            <w:r w:rsidRPr="00EF2F0E">
              <w:t xml:space="preserve"> supporting non-contiguous spectrum operation within any operating band, the </w:t>
            </w:r>
            <w:r w:rsidRPr="00EF2F0E">
              <w:rPr>
                <w:i/>
              </w:rPr>
              <w:t xml:space="preserve">basic limit </w:t>
            </w:r>
            <w:r w:rsidRPr="00EF2F0E">
              <w:t xml:space="preserve"> within </w:t>
            </w:r>
            <w:r w:rsidRPr="00EF2F0E">
              <w:rPr>
                <w:i/>
              </w:rPr>
              <w:t>sub-block gaps</w:t>
            </w:r>
            <w:r w:rsidRPr="00EF2F0E">
              <w:t xml:space="preserve"> is calculated as a cumulative sum of contributions from adjacent </w:t>
            </w:r>
            <w:r w:rsidRPr="00EF2F0E">
              <w:rPr>
                <w:rFonts w:cs="v5.0.0"/>
              </w:rPr>
              <w:t xml:space="preserve">sub blocks on each side of the </w:t>
            </w:r>
            <w:r w:rsidRPr="00EF2F0E">
              <w:rPr>
                <w:rFonts w:cs="v5.0.0"/>
                <w:i/>
              </w:rPr>
              <w:t>sub block gap</w:t>
            </w:r>
            <w:r w:rsidRPr="00EF2F0E">
              <w:rPr>
                <w:rFonts w:cs="v5.0.0"/>
              </w:rPr>
              <w:t>, where the contribution from the far-end sub-block shall be scaled according to the measurement bandwidth of the near-end sub-block</w:t>
            </w:r>
            <w:r w:rsidRPr="00EF2F0E">
              <w:t xml:space="preserve">. Exception is </w:t>
            </w:r>
            <w:r w:rsidRPr="00EF2F0E">
              <w:rPr>
                <w:rFonts w:ascii="Symbol" w:hAnsi="Symbol"/>
              </w:rPr>
              <w:t></w:t>
            </w:r>
            <w:r w:rsidRPr="00EF2F0E">
              <w:t xml:space="preserve">f ≥ 10MHz from both adjacent sub blocks on each side of the </w:t>
            </w:r>
            <w:r w:rsidRPr="00EF2F0E">
              <w:rPr>
                <w:i/>
              </w:rPr>
              <w:t>sub-block gap</w:t>
            </w:r>
            <w:r w:rsidRPr="00EF2F0E">
              <w:t xml:space="preserve">, where the </w:t>
            </w:r>
            <w:r w:rsidRPr="00EF2F0E">
              <w:rPr>
                <w:i/>
              </w:rPr>
              <w:t>basic limit</w:t>
            </w:r>
            <w:r w:rsidRPr="00EF2F0E">
              <w:t xml:space="preserve"> within sub-block gaps shall be -15dBm/1MHz.</w:t>
            </w:r>
          </w:p>
          <w:p w14:paraId="0984D756" w14:textId="77777777" w:rsidR="003E32EB" w:rsidRPr="00EF2F0E" w:rsidRDefault="003E32EB" w:rsidP="007A0E12">
            <w:pPr>
              <w:pStyle w:val="TAN"/>
            </w:pPr>
            <w:r w:rsidRPr="00EF2F0E">
              <w:t>NOTE 2:</w:t>
            </w:r>
            <w:r w:rsidRPr="00EF2F0E">
              <w:tab/>
              <w:t xml:space="preserve">For MSR </w:t>
            </w:r>
            <w:r w:rsidRPr="00EF2F0E">
              <w:rPr>
                <w:i/>
              </w:rPr>
              <w:t>multi band TAB connector</w:t>
            </w:r>
            <w:r w:rsidRPr="00EF2F0E">
              <w:t xml:space="preserve"> with </w:t>
            </w:r>
            <w:r w:rsidRPr="00EF2F0E">
              <w:rPr>
                <w:i/>
              </w:rPr>
              <w:t>Inter RF Bandwidth gap</w:t>
            </w:r>
            <w:r w:rsidRPr="00EF2F0E">
              <w:t xml:space="preserve"> &lt; 2×Δf</w:t>
            </w:r>
            <w:r w:rsidRPr="00EF2F0E">
              <w:rPr>
                <w:vertAlign w:val="subscript"/>
              </w:rPr>
              <w:t>OBUE</w:t>
            </w:r>
            <w:r w:rsidRPr="00EF2F0E">
              <w:t xml:space="preserve">the </w:t>
            </w:r>
            <w:r w:rsidRPr="00EF2F0E">
              <w:rPr>
                <w:i/>
              </w:rPr>
              <w:t>basic limit</w:t>
            </w:r>
            <w:r w:rsidRPr="00EF2F0E">
              <w:t xml:space="preserve"> within the </w:t>
            </w:r>
            <w:r w:rsidRPr="00EF2F0E">
              <w:rPr>
                <w:i/>
              </w:rPr>
              <w:t>Inter RF Bandwidth gaps</w:t>
            </w:r>
            <w:r w:rsidRPr="00EF2F0E">
              <w:t xml:space="preserve"> is calculated as a cumulative sum of contributions from adjacent sub-blocks or </w:t>
            </w:r>
            <w:r w:rsidRPr="00EF2F0E">
              <w:rPr>
                <w:i/>
              </w:rPr>
              <w:t xml:space="preserve">RF Bandwidth </w:t>
            </w:r>
            <w:r w:rsidRPr="00EF2F0E">
              <w:t xml:space="preserve">on each side of the </w:t>
            </w:r>
            <w:r w:rsidRPr="00EF2F0E">
              <w:rPr>
                <w:i/>
              </w:rPr>
              <w:t>Inter RF Bandwidth gap</w:t>
            </w:r>
            <w:r w:rsidRPr="00EF2F0E">
              <w:rPr>
                <w:rFonts w:cs="v5.0.0"/>
              </w:rPr>
              <w:t xml:space="preserve">, where the contribution from the far-end sub-block </w:t>
            </w:r>
            <w:r w:rsidRPr="00EF2F0E">
              <w:t xml:space="preserve">or </w:t>
            </w:r>
            <w:r w:rsidRPr="00EF2F0E">
              <w:rPr>
                <w:i/>
              </w:rPr>
              <w:t>RF Bandwidth</w:t>
            </w:r>
            <w:r w:rsidRPr="00EF2F0E">
              <w:t xml:space="preserve"> </w:t>
            </w:r>
            <w:r w:rsidRPr="00EF2F0E">
              <w:rPr>
                <w:rFonts w:cs="v5.0.0"/>
              </w:rPr>
              <w:t>shall be scaled according to the measurement bandwidth of the near-end sub-block</w:t>
            </w:r>
            <w:r w:rsidRPr="00EF2F0E">
              <w:t xml:space="preserve"> or </w:t>
            </w:r>
            <w:r w:rsidRPr="00EF2F0E">
              <w:rPr>
                <w:i/>
              </w:rPr>
              <w:t>RF Bandwidth.</w:t>
            </w:r>
          </w:p>
          <w:p w14:paraId="0984D757" w14:textId="77777777" w:rsidR="003E32EB" w:rsidRPr="00EF2F0E" w:rsidRDefault="003E32EB" w:rsidP="007A0E12">
            <w:pPr>
              <w:pStyle w:val="TAN"/>
            </w:pPr>
            <w:r w:rsidRPr="00EF2F0E">
              <w:t>NOTE 3:</w:t>
            </w:r>
            <w:r w:rsidR="007A0E12" w:rsidRPr="00EF2F0E">
              <w:rPr>
                <w:rFonts w:cs="Arial"/>
              </w:rPr>
              <w:tab/>
            </w:r>
            <w:r w:rsidRPr="00EF2F0E">
              <w:t xml:space="preserve">For operation with an E-UTRA 1.4 or 3 MHz carrier adjacent to the </w:t>
            </w:r>
            <w:r w:rsidRPr="00EF2F0E">
              <w:rPr>
                <w:i/>
              </w:rPr>
              <w:t>Base Station RF Bandwidth edge</w:t>
            </w:r>
            <w:r w:rsidRPr="00EF2F0E">
              <w:rPr>
                <w:rFonts w:eastAsia="SimSun"/>
                <w:kern w:val="2"/>
                <w:lang w:eastAsia="zh-CN"/>
              </w:rPr>
              <w:t xml:space="preserve">, the limits in table 6.6.5.2.3-2 apply for </w:t>
            </w:r>
            <w:r w:rsidRPr="00EF2F0E">
              <w:t xml:space="preserve">0 MHz </w:t>
            </w:r>
            <w:r w:rsidRPr="00EF2F0E">
              <w:sym w:font="Symbol" w:char="F0A3"/>
            </w:r>
            <w:r w:rsidRPr="00EF2F0E">
              <w:t xml:space="preserve"> </w:t>
            </w:r>
            <w:r w:rsidRPr="00EF2F0E">
              <w:sym w:font="Symbol" w:char="F044"/>
            </w:r>
            <w:r w:rsidRPr="00EF2F0E">
              <w:t>f &lt; 0.15 MHz.</w:t>
            </w:r>
          </w:p>
        </w:tc>
      </w:tr>
    </w:tbl>
    <w:p w14:paraId="0984D759" w14:textId="77777777" w:rsidR="003E32EB" w:rsidRPr="00EF2F0E" w:rsidRDefault="003E32EB" w:rsidP="00A40339"/>
    <w:p w14:paraId="0984D75A" w14:textId="24D9A21A" w:rsidR="003E32EB" w:rsidRPr="00EF2F0E" w:rsidRDefault="003E32EB" w:rsidP="00A40339">
      <w:pPr>
        <w:pStyle w:val="TH"/>
        <w:rPr>
          <w:rFonts w:cs="v5.0.0"/>
        </w:rPr>
      </w:pPr>
      <w:r w:rsidRPr="00EF2F0E">
        <w:t xml:space="preserve">Table 6.6.5.2.3-2: </w:t>
      </w:r>
      <w:r w:rsidR="00C37EC9">
        <w:t>WA BS OBUE in</w:t>
      </w:r>
      <w:r w:rsidR="00C37EC9" w:rsidRPr="00DF5484">
        <w:t xml:space="preserve"> BC2 bands applicable for: BS operating with E-UTRA 1.4 or 3 MHz carriers adjacent to the </w:t>
      </w:r>
      <w:r w:rsidR="00C37EC9" w:rsidRPr="00DF5484">
        <w:rPr>
          <w:i/>
        </w:rPr>
        <w:t>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976"/>
        <w:gridCol w:w="3544"/>
        <w:gridCol w:w="1348"/>
      </w:tblGrid>
      <w:tr w:rsidR="003401A4" w:rsidRPr="00EF2F0E" w14:paraId="0984D75F" w14:textId="77777777" w:rsidTr="003401A4">
        <w:trPr>
          <w:cantSplit/>
          <w:jc w:val="center"/>
        </w:trPr>
        <w:tc>
          <w:tcPr>
            <w:tcW w:w="1915" w:type="dxa"/>
          </w:tcPr>
          <w:p w14:paraId="0984D75B"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Pr>
          <w:p w14:paraId="0984D75C"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544" w:type="dxa"/>
          </w:tcPr>
          <w:p w14:paraId="0984D75D" w14:textId="77777777" w:rsidR="003E32EB" w:rsidRPr="00EF2F0E" w:rsidRDefault="003E32EB" w:rsidP="00A40339">
            <w:pPr>
              <w:pStyle w:val="TAH"/>
              <w:rPr>
                <w:rFonts w:cs="Arial"/>
              </w:rPr>
            </w:pPr>
            <w:r w:rsidRPr="00EF2F0E">
              <w:rPr>
                <w:rFonts w:cs="Arial"/>
                <w:i/>
              </w:rPr>
              <w:t xml:space="preserve">Basic Limit </w:t>
            </w:r>
            <w:r w:rsidRPr="00EF2F0E">
              <w:rPr>
                <w:rFonts w:cs="Arial"/>
              </w:rPr>
              <w:t>(NOTE 5, 6)</w:t>
            </w:r>
          </w:p>
        </w:tc>
        <w:tc>
          <w:tcPr>
            <w:tcW w:w="1348" w:type="dxa"/>
          </w:tcPr>
          <w:p w14:paraId="0984D75E"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(NOTE 10)</w:t>
            </w:r>
          </w:p>
        </w:tc>
      </w:tr>
      <w:tr w:rsidR="003401A4" w:rsidRPr="00EF2F0E" w14:paraId="0984D764" w14:textId="77777777" w:rsidTr="003401A4">
        <w:trPr>
          <w:cantSplit/>
          <w:jc w:val="center"/>
        </w:trPr>
        <w:tc>
          <w:tcPr>
            <w:tcW w:w="1915" w:type="dxa"/>
          </w:tcPr>
          <w:p w14:paraId="0984D760"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0.05 MHz</w:t>
            </w:r>
          </w:p>
        </w:tc>
        <w:tc>
          <w:tcPr>
            <w:tcW w:w="2976" w:type="dxa"/>
          </w:tcPr>
          <w:p w14:paraId="0984D761" w14:textId="77777777" w:rsidR="003E32EB" w:rsidRPr="00EF2F0E" w:rsidRDefault="003E32EB" w:rsidP="00A40339">
            <w:pPr>
              <w:pStyle w:val="TAC"/>
              <w:rPr>
                <w:rFonts w:cs="v5.0.0"/>
              </w:rPr>
            </w:pPr>
            <w:r w:rsidRPr="00EF2F0E">
              <w:rPr>
                <w:rFonts w:cs="v5.0.0"/>
              </w:rPr>
              <w:t xml:space="preserve">0.015 MHz </w:t>
            </w:r>
            <w:r w:rsidRPr="00EF2F0E">
              <w:rPr>
                <w:rFonts w:cs="v5.0.0"/>
              </w:rPr>
              <w:sym w:font="Symbol" w:char="F0A3"/>
            </w:r>
            <w:r w:rsidRPr="00EF2F0E">
              <w:rPr>
                <w:rFonts w:cs="v5.0.0"/>
              </w:rPr>
              <w:t xml:space="preserve"> f_offset &lt; 0.065 MHz </w:t>
            </w:r>
          </w:p>
        </w:tc>
        <w:tc>
          <w:tcPr>
            <w:tcW w:w="3544" w:type="dxa"/>
          </w:tcPr>
          <w:p w14:paraId="0984D762" w14:textId="77777777" w:rsidR="003E32EB" w:rsidRPr="00EF2F0E" w:rsidRDefault="00052038" w:rsidP="00A40339">
            <w:pPr>
              <w:pStyle w:val="EQ"/>
              <w:rPr>
                <w:noProof w:val="0"/>
              </w:rPr>
            </w:pPr>
            <w:r w:rsidRPr="00EF2F0E">
              <w:rPr>
                <w:position w:val="-30"/>
              </w:rPr>
              <w:object w:dxaOrig="4202" w:dyaOrig="699" w14:anchorId="098511AE">
                <v:shape id="对象 125" o:spid="_x0000_i1041" type="#_x0000_t75" style="width:167.2pt;height:28.05pt;mso-wrap-style:square;mso-position-horizontal-relative:page;mso-position-vertical-relative:page" o:ole="">
                  <v:imagedata r:id="rId47" o:title=""/>
                </v:shape>
                <o:OLEObject Type="Embed" ProgID="Equation.3" ShapeID="对象 125" DrawAspect="Content" ObjectID="_1717663563" r:id="rId48">
                  <o:FieldCodes>\* MERGEFORMAT</o:FieldCodes>
                </o:OLEObject>
              </w:object>
            </w:r>
          </w:p>
        </w:tc>
        <w:tc>
          <w:tcPr>
            <w:tcW w:w="1348" w:type="dxa"/>
          </w:tcPr>
          <w:p w14:paraId="0984D763"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769" w14:textId="77777777" w:rsidTr="003401A4">
        <w:trPr>
          <w:cantSplit/>
          <w:jc w:val="center"/>
        </w:trPr>
        <w:tc>
          <w:tcPr>
            <w:tcW w:w="1915" w:type="dxa"/>
          </w:tcPr>
          <w:p w14:paraId="0984D765"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0.15 MHz</w:t>
            </w:r>
          </w:p>
        </w:tc>
        <w:tc>
          <w:tcPr>
            <w:tcW w:w="2976" w:type="dxa"/>
          </w:tcPr>
          <w:p w14:paraId="0984D766" w14:textId="77777777" w:rsidR="003E32EB" w:rsidRPr="00EF2F0E" w:rsidRDefault="003E32EB" w:rsidP="00A40339">
            <w:pPr>
              <w:pStyle w:val="TAC"/>
              <w:rPr>
                <w:rFonts w:cs="v5.0.0"/>
              </w:rPr>
            </w:pPr>
            <w:r w:rsidRPr="00EF2F0E">
              <w:rPr>
                <w:rFonts w:cs="v5.0.0"/>
              </w:rPr>
              <w:t xml:space="preserve">0.065 MHz </w:t>
            </w:r>
            <w:r w:rsidRPr="00EF2F0E">
              <w:rPr>
                <w:rFonts w:cs="v5.0.0"/>
              </w:rPr>
              <w:sym w:font="Symbol" w:char="F0A3"/>
            </w:r>
            <w:r w:rsidRPr="00EF2F0E">
              <w:rPr>
                <w:rFonts w:cs="v5.0.0"/>
              </w:rPr>
              <w:t xml:space="preserve"> f_offset &lt; 0.165 MHz </w:t>
            </w:r>
          </w:p>
        </w:tc>
        <w:tc>
          <w:tcPr>
            <w:tcW w:w="3544" w:type="dxa"/>
          </w:tcPr>
          <w:p w14:paraId="0984D767" w14:textId="77777777" w:rsidR="003E32EB" w:rsidRPr="00EF2F0E" w:rsidRDefault="00052038" w:rsidP="00A40339">
            <w:pPr>
              <w:pStyle w:val="EQ"/>
              <w:rPr>
                <w:noProof w:val="0"/>
              </w:rPr>
            </w:pPr>
            <w:r w:rsidRPr="00EF2F0E">
              <w:rPr>
                <w:position w:val="-42"/>
              </w:rPr>
              <w:object w:dxaOrig="4221" w:dyaOrig="959" w14:anchorId="098511AF">
                <v:shape id="对象 126" o:spid="_x0000_i1042" type="#_x0000_t75" style="width:164.15pt;height:36pt;mso-wrap-style:square;mso-position-horizontal-relative:page;mso-position-vertical-relative:page" o:ole="">
                  <v:imagedata r:id="rId49" o:title=""/>
                </v:shape>
                <o:OLEObject Type="Embed" ProgID="Equation.3" ShapeID="对象 126" DrawAspect="Content" ObjectID="_1717663564" r:id="rId50"/>
              </w:object>
            </w:r>
          </w:p>
        </w:tc>
        <w:tc>
          <w:tcPr>
            <w:tcW w:w="1348" w:type="dxa"/>
          </w:tcPr>
          <w:p w14:paraId="0984D768" w14:textId="77777777" w:rsidR="003E32EB" w:rsidRPr="00EF2F0E" w:rsidRDefault="003E32EB" w:rsidP="00A40339">
            <w:pPr>
              <w:pStyle w:val="TAC"/>
              <w:rPr>
                <w:rFonts w:cs="Arial"/>
              </w:rPr>
            </w:pPr>
            <w:r w:rsidRPr="00EF2F0E">
              <w:rPr>
                <w:rFonts w:cs="Arial"/>
              </w:rPr>
              <w:t xml:space="preserve">30 kHz </w:t>
            </w:r>
          </w:p>
        </w:tc>
      </w:tr>
      <w:tr w:rsidR="003E32EB" w:rsidRPr="00EF2F0E" w14:paraId="0984D76D" w14:textId="77777777" w:rsidTr="00A40339">
        <w:trPr>
          <w:cantSplit/>
          <w:jc w:val="center"/>
        </w:trPr>
        <w:tc>
          <w:tcPr>
            <w:tcW w:w="9783" w:type="dxa"/>
            <w:gridSpan w:val="4"/>
          </w:tcPr>
          <w:p w14:paraId="0984D76A" w14:textId="77777777" w:rsidR="003E32EB" w:rsidRPr="00EF2F0E" w:rsidRDefault="003E32EB" w:rsidP="00A40339">
            <w:pPr>
              <w:pStyle w:val="TAN"/>
              <w:rPr>
                <w:rFonts w:cs="Arial"/>
              </w:rPr>
            </w:pPr>
            <w:r w:rsidRPr="00EF2F0E">
              <w:rPr>
                <w:rFonts w:cs="Arial"/>
              </w:rPr>
              <w:t>NOTE 4:</w:t>
            </w:r>
            <w:r w:rsidR="006E5225" w:rsidRPr="00EF2F0E">
              <w:rPr>
                <w:rFonts w:cs="Arial"/>
              </w:rPr>
              <w:tab/>
            </w:r>
            <w:r w:rsidRPr="00EF2F0E">
              <w:rPr>
                <w:rFonts w:cs="Arial"/>
              </w:rPr>
              <w:t xml:space="preserve">The limits in this table only apply for operation with an E-UTRA 1.4 or 3 MHz carrier adjacent to the </w:t>
            </w:r>
            <w:r w:rsidRPr="00EF2F0E">
              <w:rPr>
                <w:rFonts w:cs="Arial"/>
                <w:i/>
              </w:rPr>
              <w:t>Base Station RF Bandwidth edge.</w:t>
            </w:r>
          </w:p>
          <w:p w14:paraId="0984D76B" w14:textId="77777777" w:rsidR="003E32EB" w:rsidRPr="00EF2F0E" w:rsidRDefault="003E32EB" w:rsidP="00A40339">
            <w:pPr>
              <w:pStyle w:val="TAN"/>
              <w:rPr>
                <w:rFonts w:cs="Arial"/>
              </w:rPr>
            </w:pPr>
            <w:r w:rsidRPr="00EF2F0E">
              <w:rPr>
                <w:rFonts w:cs="Arial"/>
              </w:rPr>
              <w:t>NOTE 5:</w:t>
            </w:r>
            <w:r w:rsidRPr="00EF2F0E">
              <w:rPr>
                <w:rFonts w:cs="Arial"/>
              </w:rPr>
              <w:tab/>
              <w:t xml:space="preserve">For MSR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t>
            </w:r>
            <w:r w:rsidRPr="00EF2F0E">
              <w:rPr>
                <w:rFonts w:cs="Arial"/>
                <w:lang w:eastAsia="zh-CN"/>
              </w:rPr>
              <w:t xml:space="preserve">within any operating band </w:t>
            </w:r>
            <w:r w:rsidRPr="00EF2F0E">
              <w:rPr>
                <w:rFonts w:cs="Arial"/>
              </w:rPr>
              <w:t xml:space="preserve">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w:t>
            </w:r>
            <w:r w:rsidRPr="00EF2F0E">
              <w:rPr>
                <w:rFonts w:cs="Arial"/>
                <w:lang w:eastAsia="zh-CN"/>
              </w:rPr>
              <w:t xml:space="preserve">contributions from </w:t>
            </w:r>
            <w:r w:rsidRPr="00EF2F0E">
              <w:rPr>
                <w:rFonts w:cs="Arial"/>
              </w:rPr>
              <w:t xml:space="preserve">adjacent </w:t>
            </w:r>
            <w:r w:rsidRPr="00EF2F0E">
              <w:rPr>
                <w:rFonts w:cs="v5.0.0"/>
              </w:rPr>
              <w:t xml:space="preserve">sub blocks on each side of the </w:t>
            </w:r>
            <w:r w:rsidRPr="00EF2F0E">
              <w:rPr>
                <w:rFonts w:cs="v5.0.0"/>
                <w:i/>
              </w:rPr>
              <w:t>sub-block gap</w:t>
            </w:r>
            <w:r w:rsidRPr="00EF2F0E">
              <w:rPr>
                <w:rFonts w:cs="Arial"/>
              </w:rPr>
              <w:t xml:space="preserve">. </w:t>
            </w:r>
          </w:p>
          <w:p w14:paraId="0984D76C" w14:textId="77777777" w:rsidR="003E32EB" w:rsidRPr="00EF2F0E" w:rsidRDefault="003E32EB" w:rsidP="00A40339">
            <w:pPr>
              <w:pStyle w:val="TAN"/>
              <w:rPr>
                <w:rFonts w:cs="Arial"/>
              </w:rPr>
            </w:pPr>
            <w:r w:rsidRPr="00EF2F0E">
              <w:rPr>
                <w:rFonts w:cs="Arial"/>
              </w:rPr>
              <w:t>NOTE</w:t>
            </w:r>
            <w:r w:rsidRPr="00EF2F0E">
              <w:rPr>
                <w:rFonts w:cs="Arial"/>
                <w:lang w:eastAsia="zh-CN"/>
              </w:rPr>
              <w:t xml:space="preserve"> 6</w:t>
            </w:r>
            <w:r w:rsidRPr="00EF2F0E">
              <w:rPr>
                <w:rFonts w:cs="Arial"/>
              </w:rPr>
              <w:t>:</w:t>
            </w:r>
            <w:r w:rsidR="006E5225" w:rsidRPr="00EF2F0E">
              <w:rPr>
                <w:rFonts w:cs="Arial"/>
              </w:rPr>
              <w:tab/>
            </w:r>
            <w:r w:rsidRPr="00EF2F0E">
              <w:rPr>
                <w:rFonts w:cs="Arial"/>
              </w:rPr>
              <w:t xml:space="preserve">For a MSR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Arial"/>
              </w:rPr>
              <w:t>.</w:t>
            </w:r>
          </w:p>
        </w:tc>
      </w:tr>
    </w:tbl>
    <w:p w14:paraId="0984D76E" w14:textId="77777777" w:rsidR="003E32EB" w:rsidRPr="00EF2F0E" w:rsidRDefault="003E32EB" w:rsidP="00A40339">
      <w:pPr>
        <w:rPr>
          <w:lang w:eastAsia="zh-CN"/>
        </w:rPr>
      </w:pPr>
    </w:p>
    <w:p w14:paraId="0984D76F" w14:textId="2081DF54" w:rsidR="003E32EB" w:rsidRPr="00EF2F0E" w:rsidRDefault="003E32EB" w:rsidP="00A40339">
      <w:pPr>
        <w:pStyle w:val="TH"/>
        <w:rPr>
          <w:rFonts w:cs="v5.0.0"/>
        </w:rPr>
      </w:pPr>
      <w:r w:rsidRPr="00EF2F0E">
        <w:t>Table 6.6.5.2.3-</w:t>
      </w:r>
      <w:r w:rsidRPr="00EF2F0E">
        <w:rPr>
          <w:lang w:eastAsia="zh-CN"/>
        </w:rPr>
        <w:t>3</w:t>
      </w:r>
      <w:r w:rsidRPr="00EF2F0E">
        <w:t xml:space="preserve">: </w:t>
      </w:r>
      <w:r w:rsidR="00C02595">
        <w:t>MR BS OBUE in</w:t>
      </w:r>
      <w:r w:rsidR="00C02595" w:rsidRPr="00DF5484">
        <w:t xml:space="preserve"> BC2 bands applicable for: BS with maximum output power 31 &lt; </w:t>
      </w:r>
      <w:r w:rsidR="00C02595" w:rsidRPr="00DF5484">
        <w:rPr>
          <w:rFonts w:cs="v4.2.0"/>
        </w:rPr>
        <w:t>P</w:t>
      </w:r>
      <w:r w:rsidR="00C02595" w:rsidRPr="00DF5484">
        <w:rPr>
          <w:rFonts w:cs="v4.2.0"/>
          <w:vertAlign w:val="subscript"/>
        </w:rPr>
        <w:t>rated,c,cell</w:t>
      </w:r>
      <w:r w:rsidR="00C02595" w:rsidRPr="00DF5484">
        <w:t>-10*log10(N</w:t>
      </w:r>
      <w:r w:rsidR="00C02595" w:rsidRPr="00DF5484">
        <w:rPr>
          <w:vertAlign w:val="subscript"/>
        </w:rPr>
        <w:t>TXU,countedpercell</w:t>
      </w:r>
      <w:r w:rsidR="00C02595" w:rsidRPr="00DF5484">
        <w:t>)</w:t>
      </w:r>
      <w:r w:rsidR="00C02595" w:rsidRPr="00DF5484">
        <w:rPr>
          <w:rFonts w:cs="v4.2.0"/>
        </w:rPr>
        <w:t xml:space="preserve"> </w:t>
      </w:r>
      <w:r w:rsidR="00C02595" w:rsidRPr="00DF5484">
        <w:rPr>
          <w:rFonts w:cs="v5.0.0"/>
        </w:rPr>
        <w:sym w:font="Symbol" w:char="F0A3"/>
      </w:r>
      <w:r w:rsidR="00C02595" w:rsidRPr="00DF5484">
        <w:t xml:space="preserve"> 38 dBm and 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D774" w14:textId="77777777" w:rsidTr="00A40339">
        <w:trPr>
          <w:cantSplit/>
          <w:jc w:val="center"/>
        </w:trPr>
        <w:tc>
          <w:tcPr>
            <w:tcW w:w="2127" w:type="dxa"/>
          </w:tcPr>
          <w:p w14:paraId="0984D770"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Pr>
          <w:p w14:paraId="0984D771"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Pr>
          <w:p w14:paraId="0984D772" w14:textId="77777777" w:rsidR="003E32EB" w:rsidRPr="00EF2F0E" w:rsidRDefault="003E32EB" w:rsidP="00A40339">
            <w:pPr>
              <w:pStyle w:val="TAH"/>
              <w:rPr>
                <w:rFonts w:cs="Arial"/>
              </w:rPr>
            </w:pPr>
            <w:r w:rsidRPr="00EF2F0E">
              <w:rPr>
                <w:rFonts w:cs="Arial"/>
                <w:i/>
              </w:rPr>
              <w:t xml:space="preserve">Basic Limit </w:t>
            </w:r>
            <w:r w:rsidRPr="00EF2F0E">
              <w:rPr>
                <w:rFonts w:cs="Arial"/>
              </w:rPr>
              <w:t xml:space="preserve">(NOTE 2, </w:t>
            </w:r>
            <w:r w:rsidRPr="00EF2F0E">
              <w:rPr>
                <w:rFonts w:cs="Arial"/>
                <w:lang w:eastAsia="zh-CN"/>
              </w:rPr>
              <w:t>3</w:t>
            </w:r>
            <w:r w:rsidRPr="00EF2F0E">
              <w:rPr>
                <w:rFonts w:cs="Arial"/>
              </w:rPr>
              <w:t>)</w:t>
            </w:r>
          </w:p>
        </w:tc>
        <w:tc>
          <w:tcPr>
            <w:tcW w:w="1430" w:type="dxa"/>
          </w:tcPr>
          <w:p w14:paraId="0984D773"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 xml:space="preserve">(NOTE </w:t>
            </w:r>
            <w:r w:rsidRPr="00EF2F0E">
              <w:rPr>
                <w:rFonts w:cs="Arial"/>
                <w:lang w:eastAsia="zh-CN"/>
              </w:rPr>
              <w:t>10</w:t>
            </w:r>
            <w:r w:rsidRPr="00EF2F0E">
              <w:rPr>
                <w:rFonts w:cs="Arial"/>
              </w:rPr>
              <w:t>)</w:t>
            </w:r>
          </w:p>
        </w:tc>
      </w:tr>
      <w:tr w:rsidR="003401A4" w:rsidRPr="00EF2F0E" w14:paraId="0984D77A" w14:textId="77777777" w:rsidTr="00A40339">
        <w:trPr>
          <w:cantSplit/>
          <w:jc w:val="center"/>
        </w:trPr>
        <w:tc>
          <w:tcPr>
            <w:tcW w:w="2127" w:type="dxa"/>
          </w:tcPr>
          <w:p w14:paraId="0984D775" w14:textId="77777777" w:rsidR="003E32EB" w:rsidRPr="00EF2F0E" w:rsidRDefault="003E32EB" w:rsidP="00AB06FD">
            <w:pPr>
              <w:pStyle w:val="TAC"/>
              <w:rPr>
                <w:rFonts w:cs="Arial"/>
              </w:rPr>
            </w:pPr>
            <w:r w:rsidRPr="00EF2F0E">
              <w:rPr>
                <w:rFonts w:cs="Arial"/>
              </w:rPr>
              <w:t xml:space="preserve">0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0.6 MHz</w:t>
            </w:r>
          </w:p>
          <w:p w14:paraId="0984D776" w14:textId="77777777" w:rsidR="003E32EB" w:rsidRPr="00EF2F0E" w:rsidRDefault="003E32EB" w:rsidP="00AB06FD">
            <w:pPr>
              <w:pStyle w:val="TAC"/>
              <w:rPr>
                <w:rFonts w:cs="Arial"/>
              </w:rPr>
            </w:pPr>
            <w:r w:rsidRPr="00EF2F0E">
              <w:rPr>
                <w:rFonts w:cs="Arial"/>
              </w:rPr>
              <w:t>(NOTE 1)</w:t>
            </w:r>
          </w:p>
        </w:tc>
        <w:tc>
          <w:tcPr>
            <w:tcW w:w="2976" w:type="dxa"/>
          </w:tcPr>
          <w:p w14:paraId="0984D777" w14:textId="77777777" w:rsidR="003E32EB" w:rsidRPr="00EF2F0E" w:rsidRDefault="003E32EB" w:rsidP="00AB06FD">
            <w:pPr>
              <w:pStyle w:val="TAC"/>
              <w:rPr>
                <w:rFonts w:cs="Arial"/>
              </w:rPr>
            </w:pPr>
            <w:r w:rsidRPr="00EF2F0E">
              <w:rPr>
                <w:rFonts w:cs="Arial"/>
              </w:rPr>
              <w:t xml:space="preserve">0.015MHz </w:t>
            </w:r>
            <w:r w:rsidRPr="00EF2F0E">
              <w:rPr>
                <w:rFonts w:cs="Arial"/>
              </w:rPr>
              <w:sym w:font="Symbol" w:char="F0A3"/>
            </w:r>
            <w:r w:rsidRPr="00EF2F0E">
              <w:rPr>
                <w:rFonts w:cs="Arial"/>
              </w:rPr>
              <w:t xml:space="preserve"> f_offset &lt; 0.615MHz </w:t>
            </w:r>
          </w:p>
        </w:tc>
        <w:tc>
          <w:tcPr>
            <w:tcW w:w="3455" w:type="dxa"/>
          </w:tcPr>
          <w:p w14:paraId="0984D778" w14:textId="77777777" w:rsidR="003E32EB" w:rsidRPr="00EF2F0E" w:rsidRDefault="003E32EB" w:rsidP="00AB06FD">
            <w:pPr>
              <w:pStyle w:val="TAC"/>
              <w:rPr>
                <w:rFonts w:cs="Arial"/>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rPr>
              <w:t>- 58 dB-(5/3)*(f_offset/MHz-0,015)dB</w:t>
            </w:r>
          </w:p>
        </w:tc>
        <w:tc>
          <w:tcPr>
            <w:tcW w:w="1430" w:type="dxa"/>
          </w:tcPr>
          <w:p w14:paraId="0984D779" w14:textId="77777777" w:rsidR="003E32EB" w:rsidRPr="00EF2F0E" w:rsidRDefault="003E32EB" w:rsidP="00AB06FD">
            <w:pPr>
              <w:pStyle w:val="TAC"/>
              <w:rPr>
                <w:rFonts w:cs="Arial"/>
              </w:rPr>
            </w:pPr>
            <w:r w:rsidRPr="00EF2F0E">
              <w:rPr>
                <w:rFonts w:cs="Arial"/>
              </w:rPr>
              <w:t xml:space="preserve">30 kHz </w:t>
            </w:r>
          </w:p>
        </w:tc>
      </w:tr>
      <w:tr w:rsidR="003401A4" w:rsidRPr="00EF2F0E" w14:paraId="0984D77F" w14:textId="77777777" w:rsidTr="00A40339">
        <w:trPr>
          <w:cantSplit/>
          <w:jc w:val="center"/>
        </w:trPr>
        <w:tc>
          <w:tcPr>
            <w:tcW w:w="2127" w:type="dxa"/>
          </w:tcPr>
          <w:p w14:paraId="0984D77B" w14:textId="77777777" w:rsidR="003E32EB" w:rsidRPr="00EF2F0E" w:rsidRDefault="003E32EB" w:rsidP="00AB06FD">
            <w:pPr>
              <w:pStyle w:val="TAC"/>
              <w:rPr>
                <w:rFonts w:cs="Arial"/>
              </w:rPr>
            </w:pPr>
            <w:r w:rsidRPr="00EF2F0E">
              <w:rPr>
                <w:rFonts w:cs="Arial"/>
              </w:rPr>
              <w:t xml:space="preserve">0.6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1 MHz</w:t>
            </w:r>
          </w:p>
        </w:tc>
        <w:tc>
          <w:tcPr>
            <w:tcW w:w="2976" w:type="dxa"/>
          </w:tcPr>
          <w:p w14:paraId="0984D77C" w14:textId="77777777" w:rsidR="003E32EB" w:rsidRPr="00EF2F0E" w:rsidRDefault="003E32EB" w:rsidP="00AB06FD">
            <w:pPr>
              <w:pStyle w:val="TAC"/>
              <w:rPr>
                <w:rFonts w:cs="Arial"/>
              </w:rPr>
            </w:pPr>
            <w:r w:rsidRPr="00EF2F0E">
              <w:rPr>
                <w:rFonts w:cs="Arial"/>
              </w:rPr>
              <w:t xml:space="preserve">0.615MHz </w:t>
            </w:r>
            <w:r w:rsidRPr="00EF2F0E">
              <w:rPr>
                <w:rFonts w:cs="Arial"/>
              </w:rPr>
              <w:sym w:font="Symbol" w:char="F0A3"/>
            </w:r>
            <w:r w:rsidRPr="00EF2F0E">
              <w:rPr>
                <w:rFonts w:cs="Arial"/>
              </w:rPr>
              <w:t xml:space="preserve"> f_offset &lt; 1.015MHz</w:t>
            </w:r>
          </w:p>
        </w:tc>
        <w:tc>
          <w:tcPr>
            <w:tcW w:w="3455" w:type="dxa"/>
          </w:tcPr>
          <w:p w14:paraId="0984D77D" w14:textId="77777777" w:rsidR="003E32EB" w:rsidRPr="00EF2F0E" w:rsidRDefault="00052038" w:rsidP="00AB06FD">
            <w:pPr>
              <w:pStyle w:val="TAC"/>
              <w:rPr>
                <w:rFonts w:cs="Arial"/>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 xml:space="preserve">) </w:t>
            </w:r>
            <w:r w:rsidR="00EF425E" w:rsidRPr="00EF2F0E">
              <w:rPr>
                <w:rFonts w:cs="Arial"/>
              </w:rPr>
              <w:t>–</w:t>
            </w:r>
            <w:r w:rsidRPr="00EF2F0E">
              <w:rPr>
                <w:rFonts w:cs="Arial"/>
              </w:rPr>
              <w:t xml:space="preserve"> 53</w:t>
            </w:r>
            <w:r w:rsidR="00EF425E" w:rsidRPr="00EF2F0E">
              <w:rPr>
                <w:rFonts w:cs="Arial"/>
              </w:rPr>
              <w:t> </w:t>
            </w:r>
            <w:r w:rsidRPr="00EF2F0E">
              <w:rPr>
                <w:rFonts w:cs="Arial"/>
              </w:rPr>
              <w:t>dB</w:t>
            </w:r>
            <w:r w:rsidR="00EF425E" w:rsidRPr="00EF2F0E">
              <w:rPr>
                <w:rFonts w:cs="Arial"/>
              </w:rPr>
              <w:t xml:space="preserve"> </w:t>
            </w:r>
            <w:r w:rsidRPr="00EF2F0E">
              <w:rPr>
                <w:rFonts w:cs="Arial"/>
              </w:rPr>
              <w:t>-</w:t>
            </w:r>
            <w:r w:rsidRPr="00EF2F0E">
              <w:rPr>
                <w:rFonts w:eastAsia="SimSun" w:cs="Arial" w:hint="eastAsia"/>
                <w:lang w:val="en-US" w:eastAsia="zh-CN"/>
              </w:rPr>
              <w:t>15</w:t>
            </w:r>
            <w:r w:rsidRPr="00EF2F0E">
              <w:rPr>
                <w:rFonts w:cs="Arial"/>
              </w:rPr>
              <w:t>*(f_offset/MHz-0,215)</w:t>
            </w:r>
            <w:r w:rsidR="00EF425E" w:rsidRPr="00EF2F0E">
              <w:rPr>
                <w:rFonts w:cs="Arial"/>
              </w:rPr>
              <w:t> </w:t>
            </w:r>
            <w:r w:rsidRPr="00EF2F0E">
              <w:rPr>
                <w:rFonts w:cs="Arial"/>
              </w:rPr>
              <w:t>dB</w:t>
            </w:r>
          </w:p>
        </w:tc>
        <w:tc>
          <w:tcPr>
            <w:tcW w:w="1430" w:type="dxa"/>
          </w:tcPr>
          <w:p w14:paraId="0984D77E" w14:textId="77777777" w:rsidR="003E32EB" w:rsidRPr="00EF2F0E" w:rsidRDefault="003E32EB" w:rsidP="00AB06FD">
            <w:pPr>
              <w:pStyle w:val="TAC"/>
              <w:rPr>
                <w:rFonts w:cs="Arial"/>
              </w:rPr>
            </w:pPr>
            <w:r w:rsidRPr="00EF2F0E">
              <w:rPr>
                <w:rFonts w:cs="Arial"/>
              </w:rPr>
              <w:t xml:space="preserve">30 kHz </w:t>
            </w:r>
          </w:p>
        </w:tc>
      </w:tr>
      <w:tr w:rsidR="003401A4" w:rsidRPr="00EF2F0E" w14:paraId="0984D784" w14:textId="77777777" w:rsidTr="00A40339">
        <w:trPr>
          <w:cantSplit/>
          <w:jc w:val="center"/>
        </w:trPr>
        <w:tc>
          <w:tcPr>
            <w:tcW w:w="2127" w:type="dxa"/>
          </w:tcPr>
          <w:p w14:paraId="0984D780" w14:textId="77777777" w:rsidR="003E32EB" w:rsidRPr="00EF2F0E" w:rsidRDefault="003E32EB" w:rsidP="00AB06FD">
            <w:pPr>
              <w:pStyle w:val="TAC"/>
              <w:rPr>
                <w:rFonts w:cs="Arial"/>
              </w:rPr>
            </w:pPr>
            <w:r w:rsidRPr="00EF2F0E">
              <w:rPr>
                <w:rFonts w:cs="Arial"/>
              </w:rPr>
              <w:t xml:space="preserve">(NOTE </w:t>
            </w:r>
            <w:r w:rsidRPr="00EF2F0E">
              <w:rPr>
                <w:rFonts w:cs="Arial"/>
                <w:lang w:eastAsia="zh-CN"/>
              </w:rPr>
              <w:t>9</w:t>
            </w:r>
            <w:r w:rsidRPr="00EF2F0E">
              <w:rPr>
                <w:rFonts w:cs="Arial"/>
              </w:rPr>
              <w:t>)</w:t>
            </w:r>
          </w:p>
        </w:tc>
        <w:tc>
          <w:tcPr>
            <w:tcW w:w="2976" w:type="dxa"/>
          </w:tcPr>
          <w:p w14:paraId="0984D781" w14:textId="77777777" w:rsidR="003E32EB" w:rsidRPr="00EF2F0E" w:rsidRDefault="003E32EB" w:rsidP="00AB06FD">
            <w:pPr>
              <w:pStyle w:val="TAC"/>
              <w:rPr>
                <w:rFonts w:cs="Arial"/>
              </w:rPr>
            </w:pPr>
            <w:r w:rsidRPr="00EF2F0E">
              <w:rPr>
                <w:rFonts w:cs="Arial"/>
              </w:rPr>
              <w:t xml:space="preserve">1.015MHz </w:t>
            </w:r>
            <w:r w:rsidRPr="00EF2F0E">
              <w:rPr>
                <w:rFonts w:cs="Arial"/>
              </w:rPr>
              <w:sym w:font="Symbol" w:char="F0A3"/>
            </w:r>
            <w:r w:rsidRPr="00EF2F0E">
              <w:rPr>
                <w:rFonts w:cs="Arial"/>
              </w:rPr>
              <w:t xml:space="preserve"> f_offset &lt; 1.5 MHz </w:t>
            </w:r>
          </w:p>
        </w:tc>
        <w:tc>
          <w:tcPr>
            <w:tcW w:w="3455" w:type="dxa"/>
          </w:tcPr>
          <w:p w14:paraId="0984D782" w14:textId="77777777" w:rsidR="003E32EB" w:rsidRPr="00EF2F0E" w:rsidRDefault="003E32EB" w:rsidP="00AB06FD">
            <w:pPr>
              <w:pStyle w:val="TAC"/>
              <w:rPr>
                <w:rFonts w:cs="Arial"/>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rPr>
              <w:t>- 65 dB</w:t>
            </w:r>
          </w:p>
        </w:tc>
        <w:tc>
          <w:tcPr>
            <w:tcW w:w="1430" w:type="dxa"/>
          </w:tcPr>
          <w:p w14:paraId="0984D783" w14:textId="77777777" w:rsidR="003E32EB" w:rsidRPr="00EF2F0E" w:rsidRDefault="003E32EB" w:rsidP="00AB06FD">
            <w:pPr>
              <w:pStyle w:val="TAC"/>
              <w:rPr>
                <w:rFonts w:cs="Arial"/>
              </w:rPr>
            </w:pPr>
            <w:r w:rsidRPr="00EF2F0E">
              <w:rPr>
                <w:rFonts w:cs="Arial"/>
              </w:rPr>
              <w:t xml:space="preserve">30 kHz </w:t>
            </w:r>
          </w:p>
        </w:tc>
      </w:tr>
      <w:tr w:rsidR="003401A4" w:rsidRPr="00EF2F0E" w14:paraId="0984D789" w14:textId="77777777" w:rsidTr="00A40339">
        <w:trPr>
          <w:cantSplit/>
          <w:jc w:val="center"/>
        </w:trPr>
        <w:tc>
          <w:tcPr>
            <w:tcW w:w="2127" w:type="dxa"/>
          </w:tcPr>
          <w:p w14:paraId="0984D785" w14:textId="77777777" w:rsidR="003E32EB" w:rsidRPr="00EF2F0E" w:rsidRDefault="003E32EB" w:rsidP="00AB06FD">
            <w:pPr>
              <w:pStyle w:val="TAC"/>
              <w:rPr>
                <w:rFonts w:cs="Arial"/>
              </w:rPr>
            </w:pPr>
            <w:r w:rsidRPr="00EF2F0E">
              <w:rPr>
                <w:rFonts w:cs="Arial"/>
              </w:rPr>
              <w:t xml:space="preserve">1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 xml:space="preserve">f </w:t>
            </w:r>
            <w:r w:rsidRPr="00EF2F0E">
              <w:rPr>
                <w:rFonts w:cs="Arial"/>
              </w:rPr>
              <w:sym w:font="Symbol" w:char="F0A3"/>
            </w:r>
            <w:r w:rsidRPr="00EF2F0E">
              <w:rPr>
                <w:rFonts w:cs="Arial"/>
              </w:rPr>
              <w:t xml:space="preserve"> 2.8 MHz</w:t>
            </w:r>
          </w:p>
        </w:tc>
        <w:tc>
          <w:tcPr>
            <w:tcW w:w="2976" w:type="dxa"/>
          </w:tcPr>
          <w:p w14:paraId="0984D786" w14:textId="77777777" w:rsidR="003E32EB" w:rsidRPr="00EF2F0E" w:rsidRDefault="003E32EB" w:rsidP="00AB06FD">
            <w:pPr>
              <w:pStyle w:val="TAC"/>
              <w:rPr>
                <w:rFonts w:cs="Arial"/>
              </w:rPr>
            </w:pPr>
            <w:r w:rsidRPr="00EF2F0E">
              <w:rPr>
                <w:rFonts w:cs="Arial"/>
              </w:rPr>
              <w:t xml:space="preserve">1.5 MHz </w:t>
            </w:r>
            <w:r w:rsidRPr="00EF2F0E">
              <w:rPr>
                <w:rFonts w:cs="Arial"/>
              </w:rPr>
              <w:sym w:font="Symbol" w:char="F0A3"/>
            </w:r>
            <w:r w:rsidRPr="00EF2F0E">
              <w:rPr>
                <w:rFonts w:cs="Arial"/>
              </w:rPr>
              <w:t xml:space="preserve"> f_offset &lt; 3.3 MHz</w:t>
            </w:r>
          </w:p>
        </w:tc>
        <w:tc>
          <w:tcPr>
            <w:tcW w:w="3455" w:type="dxa"/>
          </w:tcPr>
          <w:p w14:paraId="0984D787" w14:textId="77777777" w:rsidR="003E32EB" w:rsidRPr="00EF2F0E" w:rsidRDefault="003E32EB" w:rsidP="00AB06FD">
            <w:pPr>
              <w:pStyle w:val="TAC"/>
              <w:rPr>
                <w:rFonts w:cs="Arial"/>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rPr>
              <w:t>- 52 dB</w:t>
            </w:r>
          </w:p>
        </w:tc>
        <w:tc>
          <w:tcPr>
            <w:tcW w:w="1430" w:type="dxa"/>
          </w:tcPr>
          <w:p w14:paraId="0984D788" w14:textId="77777777" w:rsidR="003E32EB" w:rsidRPr="00EF2F0E" w:rsidRDefault="003E32EB" w:rsidP="00AB06FD">
            <w:pPr>
              <w:pStyle w:val="TAC"/>
              <w:rPr>
                <w:rFonts w:cs="Arial"/>
              </w:rPr>
            </w:pPr>
            <w:r w:rsidRPr="00EF2F0E">
              <w:rPr>
                <w:rFonts w:cs="Arial"/>
              </w:rPr>
              <w:t xml:space="preserve">1 MHz </w:t>
            </w:r>
          </w:p>
        </w:tc>
      </w:tr>
      <w:tr w:rsidR="003401A4" w:rsidRPr="00EF2F0E" w14:paraId="0984D78E" w14:textId="77777777" w:rsidTr="00A40339">
        <w:trPr>
          <w:cantSplit/>
          <w:jc w:val="center"/>
        </w:trPr>
        <w:tc>
          <w:tcPr>
            <w:tcW w:w="2127" w:type="dxa"/>
          </w:tcPr>
          <w:p w14:paraId="0984D78A" w14:textId="77777777" w:rsidR="003E32EB" w:rsidRPr="00EF2F0E" w:rsidRDefault="003E32EB" w:rsidP="00AB06FD">
            <w:pPr>
              <w:pStyle w:val="TAC"/>
              <w:rPr>
                <w:rFonts w:cs="Arial"/>
              </w:rPr>
            </w:pPr>
            <w:r w:rsidRPr="00EF2F0E">
              <w:rPr>
                <w:rFonts w:cs="Arial"/>
              </w:rPr>
              <w:t xml:space="preserve">2.8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 xml:space="preserve">f </w:t>
            </w:r>
            <w:r w:rsidRPr="00EF2F0E">
              <w:rPr>
                <w:rFonts w:cs="Arial"/>
              </w:rPr>
              <w:sym w:font="Symbol" w:char="F0A3"/>
            </w:r>
            <w:r w:rsidRPr="00EF2F0E">
              <w:rPr>
                <w:rFonts w:cs="Arial"/>
              </w:rPr>
              <w:t xml:space="preserve"> 5 MHz</w:t>
            </w:r>
          </w:p>
        </w:tc>
        <w:tc>
          <w:tcPr>
            <w:tcW w:w="2976" w:type="dxa"/>
          </w:tcPr>
          <w:p w14:paraId="0984D78B" w14:textId="77777777" w:rsidR="003E32EB" w:rsidRPr="00EF2F0E" w:rsidRDefault="003E32EB" w:rsidP="00AB06FD">
            <w:pPr>
              <w:pStyle w:val="TAC"/>
              <w:rPr>
                <w:rFonts w:cs="Arial"/>
              </w:rPr>
            </w:pPr>
            <w:r w:rsidRPr="00EF2F0E">
              <w:rPr>
                <w:rFonts w:cs="Arial"/>
              </w:rPr>
              <w:t xml:space="preserve">3.3 MHz </w:t>
            </w:r>
            <w:r w:rsidRPr="00EF2F0E">
              <w:rPr>
                <w:rFonts w:cs="Arial"/>
              </w:rPr>
              <w:sym w:font="Symbol" w:char="F0A3"/>
            </w:r>
            <w:r w:rsidRPr="00EF2F0E">
              <w:rPr>
                <w:rFonts w:cs="Arial"/>
              </w:rPr>
              <w:t xml:space="preserve"> f_offset &lt; 5.5 MHz</w:t>
            </w:r>
          </w:p>
        </w:tc>
        <w:tc>
          <w:tcPr>
            <w:tcW w:w="3455" w:type="dxa"/>
          </w:tcPr>
          <w:p w14:paraId="0984D78C" w14:textId="77777777" w:rsidR="003E32EB" w:rsidRPr="00EF2F0E" w:rsidRDefault="003E32EB" w:rsidP="00AB06FD">
            <w:pPr>
              <w:pStyle w:val="TAC"/>
              <w:rPr>
                <w:rFonts w:cs="Arial"/>
              </w:rPr>
            </w:pPr>
            <w:r w:rsidRPr="00EF2F0E">
              <w:rPr>
                <w:rFonts w:cs="Arial"/>
              </w:rPr>
              <w:t>min(</w:t>
            </w: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rPr>
              <w:t>- 52 dB, -15dBm)</w:t>
            </w:r>
          </w:p>
        </w:tc>
        <w:tc>
          <w:tcPr>
            <w:tcW w:w="1430" w:type="dxa"/>
          </w:tcPr>
          <w:p w14:paraId="0984D78D" w14:textId="77777777" w:rsidR="003E32EB" w:rsidRPr="00EF2F0E" w:rsidRDefault="003E32EB" w:rsidP="00AB06FD">
            <w:pPr>
              <w:pStyle w:val="TAC"/>
              <w:rPr>
                <w:rFonts w:cs="Arial"/>
              </w:rPr>
            </w:pPr>
            <w:r w:rsidRPr="00EF2F0E">
              <w:rPr>
                <w:rFonts w:cs="Arial"/>
              </w:rPr>
              <w:t xml:space="preserve">1 MHz </w:t>
            </w:r>
          </w:p>
        </w:tc>
      </w:tr>
      <w:tr w:rsidR="003401A4" w:rsidRPr="00EF2F0E" w14:paraId="0984D793" w14:textId="77777777" w:rsidTr="00A40339">
        <w:trPr>
          <w:cantSplit/>
          <w:jc w:val="center"/>
        </w:trPr>
        <w:tc>
          <w:tcPr>
            <w:tcW w:w="2127" w:type="dxa"/>
          </w:tcPr>
          <w:p w14:paraId="0984D78F" w14:textId="77777777" w:rsidR="003E32EB" w:rsidRPr="00EF2F0E" w:rsidRDefault="003E32EB" w:rsidP="00AB06FD">
            <w:pPr>
              <w:pStyle w:val="TAC"/>
              <w:rPr>
                <w:rFonts w:cs="Arial"/>
              </w:rPr>
            </w:pPr>
            <w:r w:rsidRPr="00EF2F0E">
              <w:rPr>
                <w:rFonts w:cs="Arial"/>
              </w:rPr>
              <w:t xml:space="preserve">5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790" w14:textId="77777777" w:rsidR="003E32EB" w:rsidRPr="00EF2F0E" w:rsidRDefault="003E32EB" w:rsidP="00AB06FD">
            <w:pPr>
              <w:pStyle w:val="TAC"/>
              <w:rPr>
                <w:rFonts w:cs="Arial"/>
              </w:rPr>
            </w:pPr>
            <w:r w:rsidRPr="00EF2F0E">
              <w:rPr>
                <w:rFonts w:cs="Arial"/>
              </w:rPr>
              <w:t xml:space="preserve">5.5 MHz </w:t>
            </w:r>
            <w:r w:rsidRPr="00EF2F0E">
              <w:rPr>
                <w:rFonts w:cs="Arial"/>
              </w:rPr>
              <w:sym w:font="Symbol" w:char="F0A3"/>
            </w:r>
            <w:r w:rsidRPr="00EF2F0E">
              <w:rPr>
                <w:rFonts w:cs="Arial"/>
              </w:rPr>
              <w:t xml:space="preserve"> f_offset &lt; f_offset</w:t>
            </w:r>
            <w:r w:rsidRPr="00EF2F0E">
              <w:rPr>
                <w:rFonts w:cs="Arial"/>
                <w:vertAlign w:val="subscript"/>
              </w:rPr>
              <w:t>max</w:t>
            </w:r>
            <w:r w:rsidRPr="00EF2F0E">
              <w:rPr>
                <w:rFonts w:cs="Arial"/>
              </w:rPr>
              <w:t xml:space="preserve"> </w:t>
            </w:r>
          </w:p>
        </w:tc>
        <w:tc>
          <w:tcPr>
            <w:tcW w:w="3455" w:type="dxa"/>
          </w:tcPr>
          <w:p w14:paraId="0984D791" w14:textId="77777777" w:rsidR="003E32EB" w:rsidRPr="00EF2F0E" w:rsidRDefault="003E32EB" w:rsidP="00AB06FD">
            <w:pPr>
              <w:pStyle w:val="TAC"/>
              <w:rPr>
                <w:rFonts w:cs="Arial"/>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rPr>
              <w:t>- 56 dB</w:t>
            </w:r>
          </w:p>
        </w:tc>
        <w:tc>
          <w:tcPr>
            <w:tcW w:w="1430" w:type="dxa"/>
          </w:tcPr>
          <w:p w14:paraId="0984D792" w14:textId="77777777" w:rsidR="003E32EB" w:rsidRPr="00EF2F0E" w:rsidRDefault="003E32EB" w:rsidP="00AB06FD">
            <w:pPr>
              <w:pStyle w:val="TAC"/>
              <w:rPr>
                <w:rFonts w:cs="Arial"/>
              </w:rPr>
            </w:pPr>
            <w:r w:rsidRPr="00EF2F0E">
              <w:rPr>
                <w:rFonts w:cs="Arial"/>
              </w:rPr>
              <w:t xml:space="preserve">1 MHz </w:t>
            </w:r>
          </w:p>
        </w:tc>
      </w:tr>
      <w:tr w:rsidR="003E32EB" w:rsidRPr="00EF2F0E" w14:paraId="0984D797" w14:textId="77777777" w:rsidTr="00A40339">
        <w:trPr>
          <w:cantSplit/>
          <w:jc w:val="center"/>
        </w:trPr>
        <w:tc>
          <w:tcPr>
            <w:tcW w:w="9988" w:type="dxa"/>
            <w:gridSpan w:val="4"/>
          </w:tcPr>
          <w:p w14:paraId="0984D794" w14:textId="77777777" w:rsidR="003E32EB" w:rsidRPr="00EF2F0E" w:rsidRDefault="003E32EB" w:rsidP="00AB06FD">
            <w:pPr>
              <w:pStyle w:val="TAN"/>
              <w:rPr>
                <w:rFonts w:cs="Arial"/>
              </w:rPr>
            </w:pPr>
            <w:r w:rsidRPr="00EF2F0E">
              <w:rPr>
                <w:rFonts w:cs="Arial"/>
              </w:rPr>
              <w:t>NOTE 1:</w:t>
            </w:r>
            <w:r w:rsidRPr="00EF2F0E">
              <w:rPr>
                <w:rFonts w:cs="Arial"/>
              </w:rPr>
              <w:tab/>
              <w:t xml:space="preserve">For operation with an E-UTRA 1.4 or 3 MHz carrier adjacent to the </w:t>
            </w:r>
            <w:r w:rsidRPr="00EF2F0E">
              <w:rPr>
                <w:rFonts w:cs="Arial"/>
                <w:i/>
              </w:rPr>
              <w:t>Base Station RF Bandwidth edge</w:t>
            </w:r>
            <w:r w:rsidRPr="00EF2F0E">
              <w:rPr>
                <w:rFonts w:cs="Arial"/>
                <w:kern w:val="2"/>
              </w:rPr>
              <w:t>, the limits in table 6.6.5.2.3-</w:t>
            </w:r>
            <w:r w:rsidRPr="00EF2F0E">
              <w:rPr>
                <w:rFonts w:cs="Arial"/>
                <w:kern w:val="2"/>
                <w:lang w:eastAsia="zh-CN"/>
              </w:rPr>
              <w:t>5</w:t>
            </w:r>
            <w:r w:rsidRPr="00EF2F0E">
              <w:rPr>
                <w:rFonts w:cs="Arial"/>
                <w:kern w:val="2"/>
              </w:rPr>
              <w:t xml:space="preserve"> apply for </w:t>
            </w:r>
            <w:r w:rsidRPr="00EF2F0E">
              <w:rPr>
                <w:rFonts w:cs="Arial"/>
              </w:rPr>
              <w:t xml:space="preserve">0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0.1</w:t>
            </w:r>
            <w:r w:rsidRPr="00EF2F0E">
              <w:rPr>
                <w:rFonts w:cs="Arial"/>
                <w:lang w:eastAsia="zh-CN"/>
              </w:rPr>
              <w:t>5</w:t>
            </w:r>
            <w:r w:rsidRPr="00EF2F0E">
              <w:rPr>
                <w:rFonts w:cs="Arial"/>
              </w:rPr>
              <w:t xml:space="preserve"> MHz.</w:t>
            </w:r>
          </w:p>
          <w:p w14:paraId="0984D795" w14:textId="77777777" w:rsidR="003E32EB" w:rsidRPr="00EF2F0E" w:rsidRDefault="003E32EB" w:rsidP="00AB06FD">
            <w:pPr>
              <w:pStyle w:val="TAN"/>
              <w:rPr>
                <w:rFonts w:cs="Arial"/>
                <w:lang w:eastAsia="zh-CN"/>
              </w:rPr>
            </w:pPr>
            <w:r w:rsidRPr="00EF2F0E">
              <w:rPr>
                <w:rFonts w:cs="Arial"/>
              </w:rPr>
              <w:t>NOTE 2:</w:t>
            </w:r>
            <w:r w:rsidRPr="00EF2F0E">
              <w:rPr>
                <w:rFonts w:cs="Arial"/>
              </w:rPr>
              <w:tab/>
              <w:t xml:space="preserve">For a MSR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t>
            </w:r>
            <w:r w:rsidRPr="00EF2F0E">
              <w:rPr>
                <w:rFonts w:cs="Arial"/>
                <w:lang w:eastAsia="zh-CN"/>
              </w:rPr>
              <w:t xml:space="preserve">within any operating band </w:t>
            </w:r>
            <w:r w:rsidRPr="00EF2F0E">
              <w:rPr>
                <w:rFonts w:cs="Arial"/>
              </w:rPr>
              <w:t xml:space="preserve">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f ≥ 10MHz from both adjacent sub</w:t>
            </w:r>
            <w:r w:rsidRPr="00EF2F0E">
              <w:rPr>
                <w:rFonts w:cs="Arial"/>
                <w:lang w:eastAsia="zh-CN"/>
              </w:rPr>
              <w:t>-</w:t>
            </w:r>
            <w:r w:rsidRPr="00EF2F0E">
              <w:rPr>
                <w:rFonts w:cs="Arial"/>
              </w:rPr>
              <w:t xml:space="preserve">blocks on each side of the </w:t>
            </w:r>
            <w:r w:rsidRPr="00EF2F0E">
              <w:rPr>
                <w:rFonts w:cs="Arial"/>
                <w:i/>
              </w:rPr>
              <w:t>sub-block gap</w:t>
            </w:r>
            <w:r w:rsidRPr="00EF2F0E">
              <w:rPr>
                <w:rFonts w:cs="Arial"/>
              </w:rPr>
              <w:t xml:space="preserve">, where 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shall be </w:t>
            </w:r>
            <w:r w:rsidRPr="00EF2F0E">
              <w:rPr>
                <w:rFonts w:cs="Arial"/>
                <w:lang w:eastAsia="zh-CN"/>
              </w:rPr>
              <w:t>(</w:t>
            </w:r>
            <w:r w:rsidRPr="00EF2F0E">
              <w:rPr>
                <w:rFonts w:cs="Arial"/>
              </w:rPr>
              <w:t>P</w:t>
            </w:r>
            <w:r w:rsidRPr="00EF2F0E">
              <w:rPr>
                <w:rFonts w:cs="Arial"/>
                <w:vertAlign w:val="subscript"/>
              </w:rPr>
              <w:t>rated,c</w:t>
            </w:r>
            <w:r w:rsidRPr="00EF2F0E">
              <w:rPr>
                <w:rFonts w:cs="Arial"/>
                <w:vertAlign w:val="subscript"/>
                <w:lang w:eastAsia="ja-JP"/>
              </w:rPr>
              <w:t>,cell</w:t>
            </w:r>
            <w:r w:rsidRPr="00EF2F0E">
              <w:t>-10*log10(N</w:t>
            </w:r>
            <w:r w:rsidRPr="00EF2F0E">
              <w:rPr>
                <w:vertAlign w:val="subscript"/>
              </w:rPr>
              <w:t>TXU,countedpercell</w:t>
            </w:r>
            <w:r w:rsidRPr="00EF2F0E">
              <w:t>)</w:t>
            </w:r>
            <w:r w:rsidRPr="00EF2F0E">
              <w:rPr>
                <w:rFonts w:cs="Arial"/>
              </w:rPr>
              <w:t xml:space="preserve"> - 56 dB</w:t>
            </w:r>
            <w:r w:rsidRPr="00EF2F0E">
              <w:rPr>
                <w:rFonts w:cs="Arial"/>
                <w:lang w:eastAsia="zh-CN"/>
              </w:rPr>
              <w:t>)/</w:t>
            </w:r>
            <w:r w:rsidRPr="00EF2F0E">
              <w:rPr>
                <w:rFonts w:cs="Arial"/>
              </w:rPr>
              <w:t>MHz.</w:t>
            </w:r>
            <w:r w:rsidRPr="00EF2F0E">
              <w:rPr>
                <w:rFonts w:cs="Arial"/>
                <w:lang w:eastAsia="zh-CN"/>
              </w:rPr>
              <w:t xml:space="preserve"> </w:t>
            </w:r>
          </w:p>
          <w:p w14:paraId="0984D796" w14:textId="77777777" w:rsidR="003E32EB" w:rsidRPr="00EF2F0E" w:rsidRDefault="003E32EB" w:rsidP="00AB06FD">
            <w:pPr>
              <w:pStyle w:val="TAN"/>
              <w:rPr>
                <w:rFonts w:cs="Arial"/>
              </w:rPr>
            </w:pPr>
            <w:r w:rsidRPr="00EF2F0E">
              <w:rPr>
                <w:rFonts w:cs="Arial"/>
              </w:rPr>
              <w:t>NOTE</w:t>
            </w:r>
            <w:r w:rsidRPr="00EF2F0E">
              <w:rPr>
                <w:rFonts w:cs="Arial"/>
                <w:lang w:eastAsia="zh-CN"/>
              </w:rPr>
              <w:t xml:space="preserve"> 3</w:t>
            </w:r>
            <w:r w:rsidRPr="00EF2F0E">
              <w:rPr>
                <w:rFonts w:cs="Arial"/>
              </w:rPr>
              <w:t>:</w:t>
            </w:r>
            <w:r w:rsidR="006E5225" w:rsidRPr="00EF2F0E">
              <w:rPr>
                <w:rFonts w:cs="Arial"/>
              </w:rPr>
              <w:tab/>
            </w:r>
            <w:r w:rsidRPr="00EF2F0E">
              <w:rPr>
                <w:rFonts w:cs="Arial"/>
              </w:rPr>
              <w:t xml:space="preserve">For a MSR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w:t>
            </w:r>
            <w:r w:rsidRPr="00EF2F0E">
              <w:rPr>
                <w:rFonts w:cs="Arial"/>
                <w:i/>
              </w:rPr>
              <w:t>the Inter RF Bandwidth gap</w:t>
            </w:r>
            <w:r w:rsidRPr="00EF2F0E">
              <w:rPr>
                <w:rFonts w:cs="v5.0.0"/>
              </w:rPr>
              <w:t>, where the contribution from the far-end sub-block</w:t>
            </w:r>
            <w:r w:rsidRPr="00EF2F0E">
              <w:rPr>
                <w:rFonts w:cs="Arial"/>
              </w:rPr>
              <w:t xml:space="preserve"> or </w:t>
            </w:r>
            <w:r w:rsidRPr="00EF2F0E">
              <w:rPr>
                <w:rFonts w:eastAsia="MS Mincho"/>
                <w:i/>
              </w:rPr>
              <w:t>Base Station RF Bandwidth</w:t>
            </w:r>
            <w:r w:rsidRPr="00EF2F0E">
              <w:rPr>
                <w:rFonts w:cs="v5.0.0"/>
              </w:rPr>
              <w:t xml:space="preserve"> 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798" w14:textId="77777777" w:rsidR="003E32EB" w:rsidRPr="00EF2F0E" w:rsidRDefault="003E32EB" w:rsidP="00A40339"/>
    <w:p w14:paraId="0984D799" w14:textId="43224EBD" w:rsidR="003E32EB" w:rsidRPr="00EF2F0E" w:rsidRDefault="003E32EB" w:rsidP="00AB06FD">
      <w:pPr>
        <w:pStyle w:val="TH"/>
        <w:rPr>
          <w:rFonts w:cs="v5.0.0"/>
        </w:rPr>
      </w:pPr>
      <w:r w:rsidRPr="00EF2F0E">
        <w:t>Table 6.6.5.2.3-</w:t>
      </w:r>
      <w:r w:rsidRPr="00EF2F0E">
        <w:rPr>
          <w:lang w:eastAsia="zh-CN"/>
        </w:rPr>
        <w:t>3a</w:t>
      </w:r>
      <w:r w:rsidRPr="00EF2F0E">
        <w:t xml:space="preserve">: </w:t>
      </w:r>
      <w:r w:rsidR="007641D1">
        <w:t>MR BS OBUE in</w:t>
      </w:r>
      <w:r w:rsidR="007641D1" w:rsidRPr="00DF5484">
        <w:t xml:space="preserve"> BC2 bands applicable for: BS with maximum output power 31 &lt; </w:t>
      </w:r>
      <w:r w:rsidR="007641D1" w:rsidRPr="00DF5484">
        <w:rPr>
          <w:rFonts w:cs="v4.2.0"/>
        </w:rPr>
        <w:t>P</w:t>
      </w:r>
      <w:r w:rsidR="007641D1" w:rsidRPr="00DF5484">
        <w:rPr>
          <w:rFonts w:cs="v4.2.0"/>
          <w:vertAlign w:val="subscript"/>
        </w:rPr>
        <w:t>rated,c,cell</w:t>
      </w:r>
      <w:r w:rsidR="007641D1" w:rsidRPr="00DF5484">
        <w:t>-10*log10(N</w:t>
      </w:r>
      <w:r w:rsidR="007641D1" w:rsidRPr="00DF5484">
        <w:rPr>
          <w:vertAlign w:val="subscript"/>
        </w:rPr>
        <w:t>TXU,countedpercell</w:t>
      </w:r>
      <w:r w:rsidR="007641D1" w:rsidRPr="00DF5484">
        <w:t>)</w:t>
      </w:r>
      <w:r w:rsidR="007641D1" w:rsidRPr="00DF5484">
        <w:rPr>
          <w:rFonts w:cs="v4.2.0"/>
        </w:rPr>
        <w:t xml:space="preserve"> </w:t>
      </w:r>
      <w:r w:rsidR="007641D1" w:rsidRPr="00DF5484">
        <w:rPr>
          <w:rFonts w:cs="v5.0.0"/>
        </w:rPr>
        <w:sym w:font="Symbol" w:char="F0A3"/>
      </w:r>
      <w:r w:rsidR="007641D1" w:rsidRPr="00DF5484">
        <w:t xml:space="preserve"> 38 dBm, supporting NR</w:t>
      </w:r>
      <w:r w:rsidR="007641D1">
        <w:t>,</w:t>
      </w:r>
      <w:r w:rsidR="007641D1" w:rsidRPr="00DF5484">
        <w:t xml:space="preserve">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D79E"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79A" w14:textId="77777777" w:rsidR="003E32EB" w:rsidRPr="00EF2F0E" w:rsidRDefault="003E32EB" w:rsidP="00AB06FD">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D79B" w14:textId="77777777" w:rsidR="003E32EB" w:rsidRPr="00EF2F0E" w:rsidRDefault="003E32EB" w:rsidP="00AB06FD">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D79C" w14:textId="77777777" w:rsidR="003E32EB" w:rsidRPr="00EF2F0E" w:rsidRDefault="003E32EB" w:rsidP="00AB06FD">
            <w:pPr>
              <w:pStyle w:val="TAH"/>
              <w:rPr>
                <w:rFonts w:cs="Arial"/>
              </w:rPr>
            </w:pPr>
            <w:r w:rsidRPr="00EF2F0E">
              <w:rPr>
                <w:rFonts w:cs="Arial"/>
                <w:i/>
              </w:rPr>
              <w:t>Basic limit</w:t>
            </w:r>
            <w:r w:rsidRPr="00EF2F0E">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0984D79D" w14:textId="77777777" w:rsidR="003E32EB" w:rsidRPr="00EF2F0E" w:rsidRDefault="003E32EB" w:rsidP="00AB06FD">
            <w:pPr>
              <w:pStyle w:val="TAH"/>
              <w:rPr>
                <w:rFonts w:cs="Arial"/>
              </w:rPr>
            </w:pPr>
            <w:r w:rsidRPr="00EF2F0E">
              <w:rPr>
                <w:rFonts w:cs="Arial"/>
              </w:rPr>
              <w:t xml:space="preserve">Measurement bandwidth (Note </w:t>
            </w:r>
            <w:r w:rsidRPr="00EF2F0E">
              <w:rPr>
                <w:rFonts w:cs="Arial"/>
                <w:lang w:eastAsia="zh-CN"/>
              </w:rPr>
              <w:t>10</w:t>
            </w:r>
            <w:r w:rsidRPr="00EF2F0E">
              <w:rPr>
                <w:rFonts w:cs="Arial"/>
              </w:rPr>
              <w:t>)</w:t>
            </w:r>
          </w:p>
        </w:tc>
      </w:tr>
      <w:tr w:rsidR="003401A4" w:rsidRPr="00EF2F0E" w14:paraId="0984D7A3"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79F" w14:textId="77777777" w:rsidR="003E32EB" w:rsidRPr="00EF2F0E" w:rsidRDefault="003E32EB" w:rsidP="00AB06FD">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984D7A0" w14:textId="77777777" w:rsidR="003E32EB" w:rsidRPr="00EF2F0E" w:rsidRDefault="003E32EB"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984D7A1" w14:textId="77777777" w:rsidR="003E32EB" w:rsidRPr="00EF2F0E" w:rsidRDefault="00052038" w:rsidP="00052038">
            <w:pPr>
              <w:pStyle w:val="TAC"/>
              <w:rPr>
                <w:rFonts w:cs="v5.0.0"/>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Arial"/>
                <w:lang w:eastAsia="zh-CN"/>
              </w:rPr>
              <w:t>-53</w:t>
            </w:r>
            <w:r w:rsidR="00EF425E" w:rsidRPr="00EF2F0E">
              <w:rPr>
                <w:rFonts w:cs="Arial"/>
                <w:lang w:val="en-US" w:eastAsia="zh-CN"/>
              </w:rPr>
              <w:t> </w:t>
            </w:r>
            <w:r w:rsidRPr="00EF2F0E">
              <w:rPr>
                <w:rFonts w:cs="Arial"/>
                <w:lang w:eastAsia="zh-CN"/>
              </w:rPr>
              <w:t>dB</w:t>
            </w:r>
            <w:r w:rsidR="00EF425E" w:rsidRPr="00EF2F0E">
              <w:rPr>
                <w:rFonts w:cs="Arial"/>
                <w:lang w:eastAsia="zh-CN"/>
              </w:rPr>
              <w:t xml:space="preserve"> </w:t>
            </w:r>
            <w:r w:rsidRPr="00EF2F0E">
              <w:rPr>
                <w:rFonts w:cs="Arial"/>
                <w:lang w:eastAsia="zh-CN"/>
              </w:rPr>
              <w:t>-</w:t>
            </w:r>
            <w:r w:rsidR="00EF425E" w:rsidRPr="00EF2F0E">
              <w:rPr>
                <w:rFonts w:cs="Arial"/>
                <w:lang w:eastAsia="zh-CN"/>
              </w:rPr>
              <w:t xml:space="preserve"> </w:t>
            </w:r>
            <w:r w:rsidRPr="00EF2F0E">
              <w:rPr>
                <w:rFonts w:cs="Arial"/>
                <w:lang w:eastAsia="zh-CN"/>
              </w:rPr>
              <w:t>(7/5)*(f_offset/MHz</w:t>
            </w:r>
            <w:r w:rsidR="00EF425E" w:rsidRPr="00EF2F0E">
              <w:rPr>
                <w:rFonts w:cs="Arial"/>
                <w:lang w:eastAsia="zh-CN"/>
              </w:rPr>
              <w:t xml:space="preserve"> </w:t>
            </w:r>
            <w:r w:rsidRPr="00EF2F0E">
              <w:rPr>
                <w:rFonts w:cs="Arial"/>
                <w:lang w:eastAsia="zh-CN"/>
              </w:rPr>
              <w:t>-</w:t>
            </w:r>
            <w:r w:rsidR="00EF425E" w:rsidRPr="00EF2F0E">
              <w:rPr>
                <w:rFonts w:cs="Arial"/>
                <w:lang w:eastAsia="zh-CN"/>
              </w:rPr>
              <w:t xml:space="preserve"> </w:t>
            </w:r>
            <w:r w:rsidRPr="00EF2F0E">
              <w:rPr>
                <w:rFonts w:cs="Arial"/>
                <w:lang w:eastAsia="zh-CN"/>
              </w:rPr>
              <w:t>0,05)</w:t>
            </w:r>
            <w:r w:rsidR="00EF425E" w:rsidRPr="00EF2F0E">
              <w:rPr>
                <w:rFonts w:cs="Arial"/>
                <w:lang w:val="en-US" w:eastAsia="zh-CN"/>
              </w:rPr>
              <w:t> </w:t>
            </w:r>
            <w:r w:rsidRPr="00EF2F0E">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0984D7A2" w14:textId="77777777" w:rsidR="003E32EB" w:rsidRPr="00EF2F0E" w:rsidRDefault="003E32EB" w:rsidP="00AB06FD">
            <w:pPr>
              <w:pStyle w:val="TAC"/>
              <w:rPr>
                <w:rFonts w:cs="v5.0.0"/>
              </w:rPr>
            </w:pPr>
            <w:r w:rsidRPr="00EF2F0E">
              <w:rPr>
                <w:rFonts w:cs="v5.0.0"/>
              </w:rPr>
              <w:t xml:space="preserve">100 kHz </w:t>
            </w:r>
          </w:p>
        </w:tc>
      </w:tr>
      <w:tr w:rsidR="003401A4" w:rsidRPr="00EF2F0E" w14:paraId="0984D7A8"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7A4" w14:textId="77777777" w:rsidR="003E32EB" w:rsidRPr="00EF2F0E" w:rsidRDefault="003E32EB" w:rsidP="00AB06FD">
            <w:pPr>
              <w:pStyle w:val="TAC"/>
              <w:rPr>
                <w:rFonts w:cs="v5.0.0"/>
                <w:lang w:val="sv-FI"/>
              </w:rPr>
            </w:pPr>
            <w:r w:rsidRPr="00EF2F0E">
              <w:rPr>
                <w:rFonts w:cs="v5.0.0"/>
                <w:lang w:val="sv-FI"/>
              </w:rPr>
              <w:t xml:space="preserve">5 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r w:rsidRPr="00EF2F0E">
              <w:rPr>
                <w:rFonts w:cs="Arial"/>
                <w:lang w:val="sv-FI"/>
              </w:rPr>
              <w:t xml:space="preserve">min(10 MHz, </w:t>
            </w:r>
            <w:r w:rsidRPr="00EF2F0E">
              <w:rPr>
                <w:rFonts w:cs="Arial"/>
              </w:rPr>
              <w:t>Δ</w:t>
            </w:r>
            <w:r w:rsidRPr="00EF2F0E">
              <w:rPr>
                <w:rFonts w:cs="Arial"/>
                <w:lang w:val="sv-FI"/>
              </w:rPr>
              <w:t>f</w:t>
            </w:r>
            <w:r w:rsidRPr="00EF2F0E">
              <w:rPr>
                <w:rFonts w:cs="Arial"/>
                <w:vertAlign w:val="subscript"/>
                <w:lang w:val="sv-FI" w:eastAsia="zh-CN"/>
              </w:rPr>
              <w:t>max</w:t>
            </w:r>
            <w:r w:rsidRPr="00EF2F0E">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984D7A5" w14:textId="77777777" w:rsidR="003E32EB" w:rsidRPr="00EF2F0E" w:rsidRDefault="003E32EB"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r w:rsidRPr="00EF2F0E">
              <w:rPr>
                <w:rFonts w:cs="Arial"/>
                <w:lang w:val="sv-FI"/>
              </w:rPr>
              <w:t>min(10.05 MHz, f_offset</w:t>
            </w:r>
            <w:r w:rsidRPr="00EF2F0E">
              <w:rPr>
                <w:rFonts w:cs="Arial"/>
                <w:vertAlign w:val="subscript"/>
                <w:lang w:val="sv-FI" w:eastAsia="zh-CN"/>
              </w:rPr>
              <w:t>max</w:t>
            </w:r>
            <w:r w:rsidRPr="00EF2F0E">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984D7A6" w14:textId="77777777" w:rsidR="003E32EB" w:rsidRPr="00EF2F0E" w:rsidRDefault="00052038" w:rsidP="00052038">
            <w:pPr>
              <w:pStyle w:val="TAC"/>
              <w:rPr>
                <w:rFonts w:cs="v5.0.0"/>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00EF425E" w:rsidRPr="00EF2F0E">
              <w:rPr>
                <w:rFonts w:cs="v4.2.0"/>
              </w:rPr>
              <w:t xml:space="preserve"> </w:t>
            </w:r>
            <w:r w:rsidRPr="00EF2F0E">
              <w:rPr>
                <w:rFonts w:cs="Arial"/>
                <w:lang w:eastAsia="zh-CN"/>
              </w:rPr>
              <w:t>-</w:t>
            </w:r>
            <w:r w:rsidR="00EF425E" w:rsidRPr="00EF2F0E">
              <w:rPr>
                <w:rFonts w:cs="Arial"/>
                <w:lang w:eastAsia="zh-CN"/>
              </w:rPr>
              <w:t xml:space="preserve"> </w:t>
            </w:r>
            <w:r w:rsidRPr="00EF2F0E">
              <w:rPr>
                <w:rFonts w:cs="Arial"/>
                <w:lang w:eastAsia="zh-CN"/>
              </w:rPr>
              <w:t>60</w:t>
            </w:r>
            <w:r w:rsidR="00EF425E" w:rsidRPr="00EF2F0E">
              <w:rPr>
                <w:rFonts w:cs="Arial"/>
                <w:lang w:val="en-US" w:eastAsia="zh-CN"/>
              </w:rPr>
              <w:t> </w:t>
            </w:r>
            <w:r w:rsidRPr="00EF2F0E">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0984D7A7" w14:textId="77777777" w:rsidR="003E32EB" w:rsidRPr="00EF2F0E" w:rsidRDefault="003E32EB" w:rsidP="00AB06FD">
            <w:pPr>
              <w:pStyle w:val="TAC"/>
              <w:rPr>
                <w:rFonts w:cs="v5.0.0"/>
              </w:rPr>
            </w:pPr>
            <w:r w:rsidRPr="00EF2F0E">
              <w:rPr>
                <w:rFonts w:cs="v5.0.0"/>
              </w:rPr>
              <w:t xml:space="preserve">100 kHz </w:t>
            </w:r>
          </w:p>
        </w:tc>
      </w:tr>
      <w:tr w:rsidR="003401A4" w:rsidRPr="00EF2F0E" w14:paraId="0984D7AE"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7A9" w14:textId="77777777" w:rsidR="003E32EB" w:rsidRPr="00EF2F0E" w:rsidRDefault="003E32EB"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D7AA" w14:textId="77777777" w:rsidR="003E32EB" w:rsidRPr="00EF2F0E" w:rsidRDefault="003E32EB" w:rsidP="00AB06FD">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D7AB" w14:textId="77777777" w:rsidR="00052038" w:rsidRPr="00EF2F0E" w:rsidRDefault="00052038" w:rsidP="00052038">
            <w:pPr>
              <w:pStyle w:val="TAC"/>
              <w:rPr>
                <w:rFonts w:cs="Arial"/>
                <w:lang w:eastAsia="zh-CN"/>
              </w:rPr>
            </w:pPr>
            <w:r w:rsidRPr="00EF2F0E">
              <w:rPr>
                <w:rFonts w:cs="Arial"/>
                <w:lang w:eastAsia="zh-CN"/>
              </w:rPr>
              <w:t>Min(</w:t>
            </w: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00EF425E" w:rsidRPr="00EF2F0E">
              <w:rPr>
                <w:rFonts w:cs="v4.2.0"/>
              </w:rPr>
              <w:t xml:space="preserve"> </w:t>
            </w:r>
            <w:r w:rsidRPr="00EF2F0E">
              <w:rPr>
                <w:rFonts w:cs="Arial"/>
                <w:lang w:eastAsia="zh-CN"/>
              </w:rPr>
              <w:t>-</w:t>
            </w:r>
            <w:r w:rsidR="00EF425E" w:rsidRPr="00EF2F0E">
              <w:rPr>
                <w:rFonts w:cs="Arial"/>
                <w:lang w:eastAsia="zh-CN"/>
              </w:rPr>
              <w:t xml:space="preserve"> </w:t>
            </w:r>
            <w:r w:rsidRPr="00EF2F0E">
              <w:rPr>
                <w:rFonts w:cs="Arial"/>
                <w:lang w:eastAsia="zh-CN"/>
              </w:rPr>
              <w:t>60</w:t>
            </w:r>
            <w:r w:rsidR="00EF425E" w:rsidRPr="00EF2F0E">
              <w:rPr>
                <w:rFonts w:cs="Arial"/>
                <w:lang w:val="en-US" w:eastAsia="zh-CN"/>
              </w:rPr>
              <w:t> </w:t>
            </w:r>
            <w:r w:rsidRPr="00EF2F0E">
              <w:rPr>
                <w:rFonts w:cs="Arial"/>
                <w:lang w:eastAsia="zh-CN"/>
              </w:rPr>
              <w:t>dB, -25</w:t>
            </w:r>
            <w:r w:rsidR="00EF425E" w:rsidRPr="00EF2F0E">
              <w:rPr>
                <w:rFonts w:cs="Arial"/>
                <w:lang w:val="en-US" w:eastAsia="zh-CN"/>
              </w:rPr>
              <w:t> </w:t>
            </w:r>
            <w:r w:rsidRPr="00EF2F0E">
              <w:rPr>
                <w:rFonts w:cs="Arial"/>
                <w:lang w:eastAsia="zh-CN"/>
              </w:rPr>
              <w:t>dBm)</w:t>
            </w:r>
          </w:p>
          <w:p w14:paraId="0984D7AC" w14:textId="77777777" w:rsidR="003E32EB" w:rsidRPr="00EF2F0E" w:rsidRDefault="00052038" w:rsidP="00052038">
            <w:pPr>
              <w:pStyle w:val="TAC"/>
              <w:rPr>
                <w:rFonts w:cs="v5.0.0"/>
              </w:rPr>
            </w:pPr>
            <w:r w:rsidRPr="00EF2F0E" w:rsidDel="00052038">
              <w:rPr>
                <w:rFonts w:cs="Arial"/>
                <w:lang w:eastAsia="zh-CN"/>
              </w:rPr>
              <w:t xml:space="preserve"> </w:t>
            </w:r>
            <w:r w:rsidR="003E32EB" w:rsidRPr="00EF2F0E">
              <w:rPr>
                <w:rFonts w:cs="Arial"/>
                <w:lang w:eastAsia="zh-CN"/>
              </w:rPr>
              <w:t>(Note 11)</w:t>
            </w:r>
          </w:p>
        </w:tc>
        <w:tc>
          <w:tcPr>
            <w:tcW w:w="1430" w:type="dxa"/>
            <w:tcBorders>
              <w:top w:val="single" w:sz="4" w:space="0" w:color="auto"/>
              <w:left w:val="single" w:sz="4" w:space="0" w:color="auto"/>
              <w:bottom w:val="single" w:sz="4" w:space="0" w:color="auto"/>
              <w:right w:val="single" w:sz="4" w:space="0" w:color="auto"/>
            </w:tcBorders>
          </w:tcPr>
          <w:p w14:paraId="0984D7AD" w14:textId="77777777" w:rsidR="003E32EB" w:rsidRPr="00EF2F0E" w:rsidRDefault="003E32EB" w:rsidP="00AB06FD">
            <w:pPr>
              <w:pStyle w:val="TAC"/>
              <w:pBdr>
                <w:top w:val="single" w:sz="12" w:space="3" w:color="auto"/>
              </w:pBdr>
              <w:rPr>
                <w:rFonts w:cs="v5.0.0"/>
              </w:rPr>
            </w:pPr>
            <w:r w:rsidRPr="00EF2F0E">
              <w:rPr>
                <w:rFonts w:cs="v5.0.0"/>
              </w:rPr>
              <w:t>100 kHz</w:t>
            </w:r>
          </w:p>
        </w:tc>
      </w:tr>
      <w:tr w:rsidR="003E32EB" w:rsidRPr="00EF2F0E" w14:paraId="0984D7B2" w14:textId="77777777" w:rsidTr="00AB06FD">
        <w:trPr>
          <w:cantSplit/>
          <w:jc w:val="center"/>
        </w:trPr>
        <w:tc>
          <w:tcPr>
            <w:tcW w:w="9988" w:type="dxa"/>
            <w:gridSpan w:val="4"/>
          </w:tcPr>
          <w:p w14:paraId="7CD02CE9" w14:textId="5980F12D" w:rsidR="00DE4CD9" w:rsidRPr="00EF2F0E" w:rsidRDefault="00DE4CD9" w:rsidP="00DE4CD9">
            <w:pPr>
              <w:pStyle w:val="TAN"/>
            </w:pPr>
            <w:r w:rsidRPr="00EF2F0E">
              <w:t>NOTE 1:</w:t>
            </w:r>
            <w:r w:rsidRPr="00EF2F0E">
              <w:tab/>
              <w:t xml:space="preserve">For MSR </w:t>
            </w:r>
            <w:r w:rsidRPr="00EF2F0E">
              <w:rPr>
                <w:i/>
              </w:rPr>
              <w:t>TAB connectors</w:t>
            </w:r>
            <w:r w:rsidRPr="00EF2F0E">
              <w:t xml:space="preserve"> supporting non-contiguous spectrum operation within any operating band the </w:t>
            </w:r>
            <w:r w:rsidRPr="00EF2F0E">
              <w:rPr>
                <w:i/>
              </w:rPr>
              <w:t>basic limit</w:t>
            </w:r>
            <w:r w:rsidRPr="00EF2F0E">
              <w:t xml:space="preserve"> within </w:t>
            </w:r>
            <w:r w:rsidRPr="00EF2F0E">
              <w:rPr>
                <w:i/>
              </w:rPr>
              <w:t>sub-block gaps</w:t>
            </w:r>
            <w:r w:rsidRPr="00EF2F0E">
              <w:t xml:space="preserve"> is calculated as a cumulative sum of contributions from adjacent </w:t>
            </w:r>
            <w:r w:rsidRPr="00EF2F0E">
              <w:rPr>
                <w:rFonts w:cs="v5.0.0"/>
              </w:rPr>
              <w:t xml:space="preserve">sub blocks on each side of the </w:t>
            </w:r>
            <w:r w:rsidRPr="00EF2F0E">
              <w:rPr>
                <w:rFonts w:cs="v5.0.0"/>
                <w:i/>
              </w:rPr>
              <w:t>sub block gap</w:t>
            </w:r>
            <w:r w:rsidRPr="00EF2F0E">
              <w:t xml:space="preserve">. Exception is </w:t>
            </w:r>
            <w:r w:rsidRPr="00EF2F0E">
              <w:rPr>
                <w:rFonts w:ascii="Symbol" w:hAnsi="Symbol"/>
              </w:rPr>
              <w:t></w:t>
            </w:r>
            <w:r w:rsidRPr="00EF2F0E">
              <w:t xml:space="preserve">f ≥ 10MHz from both adjacent sub blocks on each side of the </w:t>
            </w:r>
            <w:r w:rsidRPr="00EF2F0E">
              <w:rPr>
                <w:i/>
              </w:rPr>
              <w:t>sub-block gap</w:t>
            </w:r>
            <w:r w:rsidRPr="00EF2F0E">
              <w:t xml:space="preserve">, where the </w:t>
            </w:r>
            <w:r w:rsidRPr="00EF2F0E">
              <w:rPr>
                <w:i/>
              </w:rPr>
              <w:t>basic limit</w:t>
            </w:r>
            <w:r w:rsidRPr="00EF2F0E">
              <w:t xml:space="preserve"> within sub-block gaps shall be </w:t>
            </w:r>
            <w:r w:rsidRPr="00EF2F0E">
              <w:rPr>
                <w:lang w:eastAsia="zh-CN"/>
              </w:rPr>
              <w:t>Min</w:t>
            </w:r>
            <w:r w:rsidRPr="00EF2F0E">
              <w:rPr>
                <w:rFonts w:cs="Arial"/>
                <w:lang w:eastAsia="zh-CN"/>
              </w:rPr>
              <w:t>(</w:t>
            </w: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 xml:space="preserve">) </w:t>
            </w:r>
            <w:r w:rsidRPr="00EF2F0E">
              <w:rPr>
                <w:rFonts w:cs="Arial"/>
                <w:lang w:eastAsia="zh-CN"/>
              </w:rPr>
              <w:t>-60</w:t>
            </w:r>
            <w:r w:rsidRPr="00EF2F0E">
              <w:rPr>
                <w:rFonts w:cs="Arial"/>
                <w:lang w:val="en-US" w:eastAsia="zh-CN"/>
              </w:rPr>
              <w:t> </w:t>
            </w:r>
            <w:r w:rsidRPr="00EF2F0E">
              <w:rPr>
                <w:rFonts w:cs="Arial"/>
                <w:lang w:eastAsia="zh-CN"/>
              </w:rPr>
              <w:t>dB, -25</w:t>
            </w:r>
            <w:r w:rsidRPr="00EF2F0E">
              <w:rPr>
                <w:rFonts w:cs="Arial"/>
                <w:lang w:val="en-US" w:eastAsia="zh-CN"/>
              </w:rPr>
              <w:t> </w:t>
            </w:r>
            <w:r w:rsidRPr="00EF2F0E">
              <w:rPr>
                <w:rFonts w:cs="Arial"/>
                <w:lang w:eastAsia="zh-CN"/>
              </w:rPr>
              <w:t xml:space="preserve">dBm) </w:t>
            </w:r>
            <w:r w:rsidRPr="00EF2F0E">
              <w:t>/ 1</w:t>
            </w:r>
            <w:r w:rsidRPr="00EF2F0E">
              <w:rPr>
                <w:lang w:eastAsia="zh-CN"/>
              </w:rPr>
              <w:t>00</w:t>
            </w:r>
            <w:r w:rsidRPr="00EF2F0E">
              <w:rPr>
                <w:lang w:val="en-US" w:eastAsia="zh-CN"/>
              </w:rPr>
              <w:t> </w:t>
            </w:r>
            <w:r w:rsidRPr="00EF2F0E">
              <w:rPr>
                <w:lang w:eastAsia="zh-CN"/>
              </w:rPr>
              <w:t>k</w:t>
            </w:r>
            <w:r w:rsidRPr="00EF2F0E">
              <w:t>Hz.</w:t>
            </w:r>
          </w:p>
          <w:p w14:paraId="5957D8AF" w14:textId="20A77737" w:rsidR="00DE4CD9" w:rsidRPr="00EF2F0E" w:rsidRDefault="00DE4CD9" w:rsidP="00DE4CD9">
            <w:pPr>
              <w:pStyle w:val="TAN"/>
            </w:pPr>
            <w:r w:rsidRPr="00EF2F0E">
              <w:t>NOTE 2:</w:t>
            </w:r>
            <w:r w:rsidRPr="00EF2F0E">
              <w:tab/>
              <w:t xml:space="preserve">For MSR </w:t>
            </w:r>
            <w:r w:rsidRPr="00EF2F0E">
              <w:rPr>
                <w:i/>
              </w:rPr>
              <w:t>multi band TAB connector</w:t>
            </w:r>
            <w:r w:rsidRPr="00EF2F0E">
              <w:t xml:space="preserve"> with </w:t>
            </w:r>
            <w:r w:rsidRPr="00EF2F0E">
              <w:rPr>
                <w:i/>
              </w:rPr>
              <w:t>Inter RF Bandwidth gap</w:t>
            </w:r>
            <w:r w:rsidRPr="00EF2F0E">
              <w:t xml:space="preserve"> &lt; 2×Δf</w:t>
            </w:r>
            <w:r w:rsidRPr="00EF2F0E">
              <w:rPr>
                <w:vertAlign w:val="subscript"/>
              </w:rPr>
              <w:t>OBUE</w:t>
            </w:r>
            <w:r w:rsidRPr="00EF2F0E">
              <w:t xml:space="preserve"> the </w:t>
            </w:r>
            <w:r w:rsidRPr="00EF2F0E">
              <w:rPr>
                <w:i/>
              </w:rPr>
              <w:t>basic limit</w:t>
            </w:r>
            <w:r w:rsidRPr="00EF2F0E">
              <w:t xml:space="preserve"> within the </w:t>
            </w:r>
            <w:r w:rsidRPr="00EF2F0E">
              <w:rPr>
                <w:i/>
              </w:rPr>
              <w:t xml:space="preserve">Inter RF Bandwidth gaps </w:t>
            </w:r>
            <w:r w:rsidRPr="00EF2F0E">
              <w:t xml:space="preserve">is calculated as a cumulative sum of contributions from adjacent sub-blocks or </w:t>
            </w:r>
            <w:r w:rsidRPr="00EF2F0E">
              <w:rPr>
                <w:i/>
              </w:rPr>
              <w:t>RF Bandwidth</w:t>
            </w:r>
            <w:r w:rsidRPr="00EF2F0E">
              <w:t xml:space="preserve"> on each side of </w:t>
            </w:r>
            <w:r w:rsidRPr="00EF2F0E">
              <w:rPr>
                <w:i/>
              </w:rPr>
              <w:t>the Inter RF Bandwidth gap</w:t>
            </w:r>
            <w:r w:rsidRPr="00EF2F0E">
              <w:t>.</w:t>
            </w:r>
          </w:p>
          <w:p w14:paraId="0984D7B1" w14:textId="1A209D19" w:rsidR="003E32EB" w:rsidRPr="00EF2F0E" w:rsidRDefault="00DE4CD9" w:rsidP="00DE4CD9">
            <w:pPr>
              <w:pStyle w:val="TAN"/>
            </w:pPr>
            <w:r w:rsidRPr="00EF2F0E">
              <w:t>NOTE 3:</w:t>
            </w:r>
            <w:r w:rsidRPr="00EF2F0E">
              <w:tab/>
              <w:t xml:space="preserve">For operation with an E-UTRA 1.4 or 3 MHz carrier adjacent to the </w:t>
            </w:r>
            <w:r w:rsidRPr="00EF2F0E">
              <w:rPr>
                <w:i/>
              </w:rPr>
              <w:t>Base Station RF Bandwidth edge</w:t>
            </w:r>
            <w:r w:rsidRPr="00EF2F0E">
              <w:rPr>
                <w:rFonts w:eastAsia="SimSun"/>
                <w:kern w:val="2"/>
                <w:lang w:eastAsia="zh-CN"/>
              </w:rPr>
              <w:t xml:space="preserve">, the limits in table 6.6.5.2.3-5 apply for </w:t>
            </w:r>
            <w:r w:rsidRPr="00EF2F0E">
              <w:t xml:space="preserve">0 MHz </w:t>
            </w:r>
            <w:r w:rsidRPr="00EF2F0E">
              <w:sym w:font="Symbol" w:char="F0A3"/>
            </w:r>
            <w:r w:rsidRPr="00EF2F0E">
              <w:t xml:space="preserve"> </w:t>
            </w:r>
            <w:r w:rsidRPr="00EF2F0E">
              <w:sym w:font="Symbol" w:char="F044"/>
            </w:r>
            <w:r w:rsidRPr="00EF2F0E">
              <w:t>f &lt; 0.15 MHz.</w:t>
            </w:r>
          </w:p>
        </w:tc>
      </w:tr>
    </w:tbl>
    <w:p w14:paraId="0984D7B3" w14:textId="77777777" w:rsidR="003E32EB" w:rsidRPr="00EF2F0E" w:rsidRDefault="003E32EB" w:rsidP="00A40339"/>
    <w:p w14:paraId="0984D7B4" w14:textId="6869E4FA" w:rsidR="003E32EB" w:rsidRPr="00EF2F0E" w:rsidRDefault="003E32EB" w:rsidP="00A40339">
      <w:pPr>
        <w:pStyle w:val="TH"/>
        <w:rPr>
          <w:rFonts w:cs="v5.0.0"/>
        </w:rPr>
      </w:pPr>
      <w:r w:rsidRPr="00EF2F0E">
        <w:t>Table 6.6.5.2.3-</w:t>
      </w:r>
      <w:r w:rsidRPr="00EF2F0E">
        <w:rPr>
          <w:lang w:eastAsia="zh-CN"/>
        </w:rPr>
        <w:t>4</w:t>
      </w:r>
      <w:r w:rsidRPr="00EF2F0E">
        <w:t xml:space="preserve">: </w:t>
      </w:r>
      <w:r w:rsidR="006935E4">
        <w:t>MR BS OBUE in</w:t>
      </w:r>
      <w:r w:rsidR="006935E4" w:rsidRPr="00DF5484">
        <w:t xml:space="preserve"> BC2 bands applicable for: BS with maximum output power </w:t>
      </w:r>
      <w:r w:rsidR="006935E4" w:rsidRPr="00DF5484">
        <w:rPr>
          <w:rFonts w:cs="v4.2.0"/>
        </w:rPr>
        <w:t>P</w:t>
      </w:r>
      <w:r w:rsidR="006935E4" w:rsidRPr="00DF5484">
        <w:rPr>
          <w:rFonts w:cs="v4.2.0"/>
          <w:vertAlign w:val="subscript"/>
        </w:rPr>
        <w:t>rated,c,cell</w:t>
      </w:r>
      <w:r w:rsidR="006935E4" w:rsidRPr="00DF5484">
        <w:t>-10*log10(N</w:t>
      </w:r>
      <w:r w:rsidR="006935E4" w:rsidRPr="00DF5484">
        <w:rPr>
          <w:vertAlign w:val="subscript"/>
        </w:rPr>
        <w:t>TXU,countedpercell</w:t>
      </w:r>
      <w:r w:rsidR="006935E4" w:rsidRPr="00DF5484">
        <w:rPr>
          <w:rFonts w:cs="v4.2.0"/>
        </w:rPr>
        <w:t xml:space="preserve"> </w:t>
      </w:r>
      <w:r w:rsidR="006935E4" w:rsidRPr="00DF5484">
        <w:rPr>
          <w:rFonts w:cs="v5.0.0"/>
        </w:rPr>
        <w:sym w:font="Symbol" w:char="F0A3"/>
      </w:r>
      <w:r w:rsidR="006935E4" w:rsidRPr="00DF5484">
        <w:t xml:space="preserve"> 31 dBm </w:t>
      </w:r>
      <w:r w:rsidR="006935E4">
        <w:t>and</w:t>
      </w:r>
      <w:r w:rsidR="006935E4" w:rsidRPr="00DF5484">
        <w:t xml:space="preserve"> not supporting NR</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7B9" w14:textId="77777777" w:rsidTr="00A40339">
        <w:trPr>
          <w:cantSplit/>
          <w:jc w:val="center"/>
        </w:trPr>
        <w:tc>
          <w:tcPr>
            <w:tcW w:w="1953" w:type="dxa"/>
          </w:tcPr>
          <w:p w14:paraId="0984D7B5"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Pr>
          <w:p w14:paraId="0984D7B6"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Pr>
          <w:p w14:paraId="0984D7B7" w14:textId="77777777" w:rsidR="003E32EB" w:rsidRPr="00EF2F0E" w:rsidRDefault="003E32EB" w:rsidP="00A40339">
            <w:pPr>
              <w:pStyle w:val="TAH"/>
              <w:rPr>
                <w:rFonts w:cs="Arial"/>
              </w:rPr>
            </w:pPr>
            <w:r w:rsidRPr="00EF2F0E">
              <w:rPr>
                <w:rFonts w:cs="Arial"/>
                <w:i/>
              </w:rPr>
              <w:t xml:space="preserve">Basic Limit </w:t>
            </w:r>
            <w:r w:rsidRPr="00EF2F0E">
              <w:rPr>
                <w:rFonts w:cs="Arial"/>
              </w:rPr>
              <w:t>(NOTE 2,</w:t>
            </w:r>
            <w:r w:rsidRPr="00EF2F0E">
              <w:rPr>
                <w:rFonts w:cs="Arial"/>
                <w:lang w:eastAsia="zh-CN"/>
              </w:rPr>
              <w:t xml:space="preserve"> 3</w:t>
            </w:r>
            <w:r w:rsidRPr="00EF2F0E">
              <w:rPr>
                <w:rFonts w:cs="Arial"/>
              </w:rPr>
              <w:t>)</w:t>
            </w:r>
          </w:p>
        </w:tc>
        <w:tc>
          <w:tcPr>
            <w:tcW w:w="1430" w:type="dxa"/>
          </w:tcPr>
          <w:p w14:paraId="0984D7B8"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 xml:space="preserve">(NOTE </w:t>
            </w:r>
            <w:r w:rsidRPr="00EF2F0E">
              <w:rPr>
                <w:rFonts w:cs="Arial"/>
                <w:lang w:eastAsia="zh-CN"/>
              </w:rPr>
              <w:t>10</w:t>
            </w:r>
            <w:r w:rsidRPr="00EF2F0E">
              <w:rPr>
                <w:rFonts w:cs="Arial"/>
              </w:rPr>
              <w:t>)</w:t>
            </w:r>
          </w:p>
        </w:tc>
      </w:tr>
      <w:tr w:rsidR="003401A4" w:rsidRPr="00EF2F0E" w14:paraId="0984D7BF" w14:textId="77777777" w:rsidTr="00A40339">
        <w:trPr>
          <w:cantSplit/>
          <w:jc w:val="center"/>
        </w:trPr>
        <w:tc>
          <w:tcPr>
            <w:tcW w:w="1953" w:type="dxa"/>
          </w:tcPr>
          <w:p w14:paraId="0984D7BA" w14:textId="77777777" w:rsidR="003E32EB" w:rsidRPr="00EF2F0E" w:rsidRDefault="003E32EB" w:rsidP="00A40339">
            <w:pPr>
              <w:pStyle w:val="TAC"/>
              <w:rPr>
                <w:rFonts w:cs="Arial"/>
              </w:rPr>
            </w:pPr>
            <w:r w:rsidRPr="00EF2F0E">
              <w:rPr>
                <w:rFonts w:cs="Arial"/>
              </w:rPr>
              <w:t xml:space="preserve">0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0.6 MHz</w:t>
            </w:r>
          </w:p>
          <w:p w14:paraId="0984D7BB" w14:textId="77777777" w:rsidR="003E32EB" w:rsidRPr="00EF2F0E" w:rsidRDefault="003E32EB" w:rsidP="00A40339">
            <w:pPr>
              <w:pStyle w:val="TAC"/>
              <w:rPr>
                <w:rFonts w:cs="Arial"/>
              </w:rPr>
            </w:pPr>
            <w:r w:rsidRPr="00EF2F0E">
              <w:rPr>
                <w:rFonts w:cs="Arial"/>
              </w:rPr>
              <w:t>(NOTE 1)</w:t>
            </w:r>
          </w:p>
        </w:tc>
        <w:tc>
          <w:tcPr>
            <w:tcW w:w="2976" w:type="dxa"/>
          </w:tcPr>
          <w:p w14:paraId="0984D7BC" w14:textId="77777777" w:rsidR="003E32EB" w:rsidRPr="00EF2F0E" w:rsidRDefault="003E32EB" w:rsidP="00A40339">
            <w:pPr>
              <w:pStyle w:val="TAC"/>
              <w:rPr>
                <w:rFonts w:cs="Arial"/>
              </w:rPr>
            </w:pPr>
            <w:r w:rsidRPr="00EF2F0E">
              <w:rPr>
                <w:rFonts w:cs="Arial"/>
              </w:rPr>
              <w:t xml:space="preserve">0.015MHz </w:t>
            </w:r>
            <w:r w:rsidRPr="00EF2F0E">
              <w:rPr>
                <w:rFonts w:cs="Arial"/>
              </w:rPr>
              <w:sym w:font="Symbol" w:char="F0A3"/>
            </w:r>
            <w:r w:rsidRPr="00EF2F0E">
              <w:rPr>
                <w:rFonts w:cs="Arial"/>
              </w:rPr>
              <w:t xml:space="preserve"> f_offset &lt; 0.615MHz </w:t>
            </w:r>
          </w:p>
        </w:tc>
        <w:tc>
          <w:tcPr>
            <w:tcW w:w="3455" w:type="dxa"/>
          </w:tcPr>
          <w:p w14:paraId="0984D7BD" w14:textId="77777777" w:rsidR="003E32EB" w:rsidRPr="00EF2F0E" w:rsidRDefault="003E32EB" w:rsidP="00A40339">
            <w:pPr>
              <w:pStyle w:val="TAC"/>
              <w:rPr>
                <w:rFonts w:cs="Arial"/>
              </w:rPr>
            </w:pPr>
            <w:r w:rsidRPr="00EF2F0E">
              <w:rPr>
                <w:rFonts w:cs="Arial"/>
                <w:position w:val="-28"/>
              </w:rPr>
              <w:object w:dxaOrig="3500" w:dyaOrig="680" w14:anchorId="098511B0">
                <v:shape id="_x0000_i1043" type="#_x0000_t75" style="width:157.4pt;height:30.5pt" o:ole="">
                  <v:imagedata r:id="rId51" o:title=""/>
                </v:shape>
                <o:OLEObject Type="Embed" ProgID="Equation.DSMT4" ShapeID="_x0000_i1043" DrawAspect="Content" ObjectID="_1717663565" r:id="rId52"/>
              </w:object>
            </w:r>
          </w:p>
        </w:tc>
        <w:tc>
          <w:tcPr>
            <w:tcW w:w="1430" w:type="dxa"/>
          </w:tcPr>
          <w:p w14:paraId="0984D7BE"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7C4" w14:textId="77777777" w:rsidTr="00A40339">
        <w:trPr>
          <w:cantSplit/>
          <w:jc w:val="center"/>
        </w:trPr>
        <w:tc>
          <w:tcPr>
            <w:tcW w:w="1953" w:type="dxa"/>
          </w:tcPr>
          <w:p w14:paraId="0984D7C0" w14:textId="77777777" w:rsidR="003E32EB" w:rsidRPr="00EF2F0E" w:rsidRDefault="003E32EB" w:rsidP="00A40339">
            <w:pPr>
              <w:pStyle w:val="TAC"/>
              <w:rPr>
                <w:rFonts w:cs="Arial"/>
              </w:rPr>
            </w:pPr>
            <w:r w:rsidRPr="00EF2F0E">
              <w:rPr>
                <w:rFonts w:cs="Arial"/>
              </w:rPr>
              <w:t xml:space="preserve">0.6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1 MHz</w:t>
            </w:r>
          </w:p>
        </w:tc>
        <w:tc>
          <w:tcPr>
            <w:tcW w:w="2976" w:type="dxa"/>
          </w:tcPr>
          <w:p w14:paraId="0984D7C1" w14:textId="77777777" w:rsidR="003E32EB" w:rsidRPr="00EF2F0E" w:rsidRDefault="003E32EB" w:rsidP="00A40339">
            <w:pPr>
              <w:pStyle w:val="TAC"/>
              <w:rPr>
                <w:rFonts w:cs="Arial"/>
              </w:rPr>
            </w:pPr>
            <w:r w:rsidRPr="00EF2F0E">
              <w:rPr>
                <w:rFonts w:cs="Arial"/>
              </w:rPr>
              <w:t xml:space="preserve">0.615MHz </w:t>
            </w:r>
            <w:r w:rsidRPr="00EF2F0E">
              <w:rPr>
                <w:rFonts w:cs="Arial"/>
              </w:rPr>
              <w:sym w:font="Symbol" w:char="F0A3"/>
            </w:r>
            <w:r w:rsidRPr="00EF2F0E">
              <w:rPr>
                <w:rFonts w:cs="Arial"/>
              </w:rPr>
              <w:t xml:space="preserve"> f_offset &lt; 1.015MHz</w:t>
            </w:r>
          </w:p>
        </w:tc>
        <w:tc>
          <w:tcPr>
            <w:tcW w:w="3455" w:type="dxa"/>
          </w:tcPr>
          <w:p w14:paraId="0984D7C2" w14:textId="77777777" w:rsidR="003E32EB" w:rsidRPr="00EF2F0E" w:rsidRDefault="003E32EB" w:rsidP="00A40339">
            <w:pPr>
              <w:pStyle w:val="TAC"/>
              <w:rPr>
                <w:rFonts w:cs="Arial"/>
              </w:rPr>
            </w:pPr>
            <w:r w:rsidRPr="00EF2F0E">
              <w:rPr>
                <w:rFonts w:cs="Arial"/>
                <w:position w:val="-28"/>
              </w:rPr>
              <w:object w:dxaOrig="3660" w:dyaOrig="680" w14:anchorId="098511B1">
                <v:shape id="_x0000_i1044" type="#_x0000_t75" style="width:151.95pt;height:28.05pt" o:ole="" fillcolor="window">
                  <v:imagedata r:id="rId40" o:title=""/>
                </v:shape>
                <o:OLEObject Type="Embed" ProgID="Equation.DSMT4" ShapeID="_x0000_i1044" DrawAspect="Content" ObjectID="_1717663566" r:id="rId53"/>
              </w:object>
            </w:r>
          </w:p>
        </w:tc>
        <w:tc>
          <w:tcPr>
            <w:tcW w:w="1430" w:type="dxa"/>
          </w:tcPr>
          <w:p w14:paraId="0984D7C3"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7C9" w14:textId="77777777" w:rsidTr="00A40339">
        <w:trPr>
          <w:cantSplit/>
          <w:jc w:val="center"/>
        </w:trPr>
        <w:tc>
          <w:tcPr>
            <w:tcW w:w="1953" w:type="dxa"/>
          </w:tcPr>
          <w:p w14:paraId="0984D7C5" w14:textId="77777777" w:rsidR="003E32EB" w:rsidRPr="00EF2F0E" w:rsidRDefault="003E32EB" w:rsidP="00A40339">
            <w:pPr>
              <w:pStyle w:val="TAC"/>
              <w:rPr>
                <w:rFonts w:cs="Arial"/>
              </w:rPr>
            </w:pPr>
            <w:r w:rsidRPr="00EF2F0E">
              <w:rPr>
                <w:rFonts w:cs="Arial"/>
              </w:rPr>
              <w:t xml:space="preserve">(NOTE </w:t>
            </w:r>
            <w:r w:rsidRPr="00EF2F0E">
              <w:rPr>
                <w:rFonts w:cs="Arial"/>
                <w:lang w:eastAsia="zh-CN"/>
              </w:rPr>
              <w:t>9</w:t>
            </w:r>
            <w:r w:rsidRPr="00EF2F0E">
              <w:rPr>
                <w:rFonts w:cs="Arial"/>
              </w:rPr>
              <w:t>)</w:t>
            </w:r>
          </w:p>
        </w:tc>
        <w:tc>
          <w:tcPr>
            <w:tcW w:w="2976" w:type="dxa"/>
          </w:tcPr>
          <w:p w14:paraId="0984D7C6" w14:textId="77777777" w:rsidR="003E32EB" w:rsidRPr="00EF2F0E" w:rsidRDefault="003E32EB" w:rsidP="00A40339">
            <w:pPr>
              <w:pStyle w:val="TAC"/>
              <w:rPr>
                <w:rFonts w:cs="Arial"/>
              </w:rPr>
            </w:pPr>
            <w:r w:rsidRPr="00EF2F0E">
              <w:rPr>
                <w:rFonts w:cs="Arial"/>
              </w:rPr>
              <w:t xml:space="preserve">1.015MHz </w:t>
            </w:r>
            <w:r w:rsidRPr="00EF2F0E">
              <w:rPr>
                <w:rFonts w:cs="Arial"/>
              </w:rPr>
              <w:sym w:font="Symbol" w:char="F0A3"/>
            </w:r>
            <w:r w:rsidRPr="00EF2F0E">
              <w:rPr>
                <w:rFonts w:cs="Arial"/>
              </w:rPr>
              <w:t xml:space="preserve"> f_offset &lt; 1.5 MHz </w:t>
            </w:r>
          </w:p>
        </w:tc>
        <w:tc>
          <w:tcPr>
            <w:tcW w:w="3455" w:type="dxa"/>
          </w:tcPr>
          <w:p w14:paraId="0984D7C7" w14:textId="77777777" w:rsidR="003E32EB" w:rsidRPr="00EF2F0E" w:rsidRDefault="003E32EB" w:rsidP="00A40339">
            <w:pPr>
              <w:pStyle w:val="TAC"/>
              <w:rPr>
                <w:rFonts w:cs="Arial"/>
              </w:rPr>
            </w:pPr>
            <w:r w:rsidRPr="00EF2F0E">
              <w:rPr>
                <w:rFonts w:cs="Arial"/>
              </w:rPr>
              <w:t>-34 dBm</w:t>
            </w:r>
          </w:p>
        </w:tc>
        <w:tc>
          <w:tcPr>
            <w:tcW w:w="1430" w:type="dxa"/>
          </w:tcPr>
          <w:p w14:paraId="0984D7C8"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7CE" w14:textId="77777777" w:rsidTr="00A40339">
        <w:trPr>
          <w:cantSplit/>
          <w:jc w:val="center"/>
        </w:trPr>
        <w:tc>
          <w:tcPr>
            <w:tcW w:w="1953" w:type="dxa"/>
          </w:tcPr>
          <w:p w14:paraId="0984D7CA" w14:textId="77777777" w:rsidR="003E32EB" w:rsidRPr="00EF2F0E" w:rsidRDefault="003E32EB" w:rsidP="00A40339">
            <w:pPr>
              <w:pStyle w:val="TAC"/>
              <w:rPr>
                <w:rFonts w:cs="Arial"/>
              </w:rPr>
            </w:pPr>
            <w:r w:rsidRPr="00EF2F0E">
              <w:rPr>
                <w:rFonts w:cs="Arial"/>
              </w:rPr>
              <w:t xml:space="preserve">1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 xml:space="preserve">f </w:t>
            </w:r>
            <w:r w:rsidRPr="00EF2F0E">
              <w:rPr>
                <w:rFonts w:cs="Arial"/>
              </w:rPr>
              <w:sym w:font="Symbol" w:char="F0A3"/>
            </w:r>
            <w:r w:rsidRPr="00EF2F0E">
              <w:rPr>
                <w:rFonts w:cs="Arial"/>
              </w:rPr>
              <w:t xml:space="preserve"> 5 MHz</w:t>
            </w:r>
          </w:p>
        </w:tc>
        <w:tc>
          <w:tcPr>
            <w:tcW w:w="2976" w:type="dxa"/>
          </w:tcPr>
          <w:p w14:paraId="0984D7CB" w14:textId="77777777" w:rsidR="003E32EB" w:rsidRPr="00EF2F0E" w:rsidRDefault="003E32EB" w:rsidP="00A40339">
            <w:pPr>
              <w:pStyle w:val="TAC"/>
              <w:rPr>
                <w:rFonts w:cs="Arial"/>
              </w:rPr>
            </w:pPr>
            <w:r w:rsidRPr="00EF2F0E">
              <w:rPr>
                <w:rFonts w:cs="Arial"/>
              </w:rPr>
              <w:t xml:space="preserve">1.5 MHz </w:t>
            </w:r>
            <w:r w:rsidRPr="00EF2F0E">
              <w:rPr>
                <w:rFonts w:cs="Arial"/>
              </w:rPr>
              <w:sym w:font="Symbol" w:char="F0A3"/>
            </w:r>
            <w:r w:rsidRPr="00EF2F0E">
              <w:rPr>
                <w:rFonts w:cs="Arial"/>
              </w:rPr>
              <w:t xml:space="preserve"> f_offset &lt; 5.5 MHz</w:t>
            </w:r>
          </w:p>
        </w:tc>
        <w:tc>
          <w:tcPr>
            <w:tcW w:w="3455" w:type="dxa"/>
          </w:tcPr>
          <w:p w14:paraId="0984D7CC" w14:textId="77777777" w:rsidR="003E32EB" w:rsidRPr="00EF2F0E" w:rsidRDefault="003E32EB" w:rsidP="00A40339">
            <w:pPr>
              <w:pStyle w:val="TAC"/>
              <w:rPr>
                <w:rFonts w:cs="Arial"/>
              </w:rPr>
            </w:pPr>
            <w:r w:rsidRPr="00EF2F0E">
              <w:rPr>
                <w:rFonts w:cs="Arial"/>
              </w:rPr>
              <w:t>-21 dBm</w:t>
            </w:r>
          </w:p>
        </w:tc>
        <w:tc>
          <w:tcPr>
            <w:tcW w:w="1430" w:type="dxa"/>
          </w:tcPr>
          <w:p w14:paraId="0984D7CD" w14:textId="77777777" w:rsidR="003E32EB" w:rsidRPr="00EF2F0E" w:rsidRDefault="003E32EB" w:rsidP="00A40339">
            <w:pPr>
              <w:pStyle w:val="TAC"/>
              <w:rPr>
                <w:rFonts w:cs="Arial"/>
              </w:rPr>
            </w:pPr>
            <w:r w:rsidRPr="00EF2F0E">
              <w:rPr>
                <w:rFonts w:cs="Arial"/>
              </w:rPr>
              <w:t xml:space="preserve">1 MHz </w:t>
            </w:r>
          </w:p>
        </w:tc>
      </w:tr>
      <w:tr w:rsidR="003401A4" w:rsidRPr="00EF2F0E" w14:paraId="0984D7D3" w14:textId="77777777" w:rsidTr="00A40339">
        <w:trPr>
          <w:cantSplit/>
          <w:jc w:val="center"/>
        </w:trPr>
        <w:tc>
          <w:tcPr>
            <w:tcW w:w="1953" w:type="dxa"/>
          </w:tcPr>
          <w:p w14:paraId="0984D7CF" w14:textId="77777777" w:rsidR="003E32EB" w:rsidRPr="00EF2F0E" w:rsidRDefault="003E32EB" w:rsidP="00A40339">
            <w:pPr>
              <w:pStyle w:val="TAC"/>
              <w:rPr>
                <w:rFonts w:cs="Arial"/>
              </w:rPr>
            </w:pPr>
            <w:r w:rsidRPr="00EF2F0E">
              <w:rPr>
                <w:rFonts w:cs="Arial"/>
              </w:rPr>
              <w:t xml:space="preserve">5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7D0" w14:textId="77777777" w:rsidR="003E32EB" w:rsidRPr="00EF2F0E" w:rsidRDefault="003E32EB" w:rsidP="00A40339">
            <w:pPr>
              <w:pStyle w:val="TAC"/>
              <w:rPr>
                <w:rFonts w:cs="Arial"/>
              </w:rPr>
            </w:pPr>
            <w:r w:rsidRPr="00EF2F0E">
              <w:rPr>
                <w:rFonts w:cs="Arial"/>
              </w:rPr>
              <w:t xml:space="preserve">5.5 MHz </w:t>
            </w:r>
            <w:r w:rsidRPr="00EF2F0E">
              <w:rPr>
                <w:rFonts w:cs="Arial"/>
              </w:rPr>
              <w:sym w:font="Symbol" w:char="F0A3"/>
            </w:r>
            <w:r w:rsidRPr="00EF2F0E">
              <w:rPr>
                <w:rFonts w:cs="Arial"/>
              </w:rPr>
              <w:t xml:space="preserve"> f_offset &lt; f_offset</w:t>
            </w:r>
            <w:r w:rsidRPr="00EF2F0E">
              <w:rPr>
                <w:rFonts w:cs="Arial"/>
                <w:vertAlign w:val="subscript"/>
              </w:rPr>
              <w:t>max</w:t>
            </w:r>
            <w:r w:rsidRPr="00EF2F0E">
              <w:rPr>
                <w:rFonts w:cs="Arial"/>
              </w:rPr>
              <w:t xml:space="preserve"> </w:t>
            </w:r>
          </w:p>
        </w:tc>
        <w:tc>
          <w:tcPr>
            <w:tcW w:w="3455" w:type="dxa"/>
          </w:tcPr>
          <w:p w14:paraId="0984D7D1" w14:textId="77777777" w:rsidR="003E32EB" w:rsidRPr="00EF2F0E" w:rsidRDefault="003E32EB" w:rsidP="00A40339">
            <w:pPr>
              <w:pStyle w:val="TAC"/>
              <w:rPr>
                <w:rFonts w:cs="Arial"/>
              </w:rPr>
            </w:pPr>
            <w:r w:rsidRPr="00EF2F0E">
              <w:rPr>
                <w:rFonts w:cs="Arial"/>
              </w:rPr>
              <w:t>-25 dBm</w:t>
            </w:r>
          </w:p>
        </w:tc>
        <w:tc>
          <w:tcPr>
            <w:tcW w:w="1430" w:type="dxa"/>
          </w:tcPr>
          <w:p w14:paraId="0984D7D2" w14:textId="77777777" w:rsidR="003E32EB" w:rsidRPr="00EF2F0E" w:rsidRDefault="003E32EB" w:rsidP="00A40339">
            <w:pPr>
              <w:pStyle w:val="TAC"/>
              <w:rPr>
                <w:rFonts w:cs="Arial"/>
              </w:rPr>
            </w:pPr>
            <w:r w:rsidRPr="00EF2F0E">
              <w:rPr>
                <w:rFonts w:cs="Arial"/>
              </w:rPr>
              <w:t xml:space="preserve">1 MHz </w:t>
            </w:r>
          </w:p>
        </w:tc>
      </w:tr>
      <w:tr w:rsidR="003E32EB" w:rsidRPr="00EF2F0E" w14:paraId="0984D7D7" w14:textId="77777777" w:rsidTr="00A40339">
        <w:trPr>
          <w:cantSplit/>
          <w:jc w:val="center"/>
        </w:trPr>
        <w:tc>
          <w:tcPr>
            <w:tcW w:w="9814" w:type="dxa"/>
            <w:gridSpan w:val="4"/>
          </w:tcPr>
          <w:p w14:paraId="0984D7D4" w14:textId="77777777" w:rsidR="003E32EB" w:rsidRPr="00EF2F0E" w:rsidRDefault="003E32EB" w:rsidP="00A40339">
            <w:pPr>
              <w:pStyle w:val="TAN"/>
              <w:rPr>
                <w:rFonts w:cs="Arial"/>
              </w:rPr>
            </w:pPr>
            <w:r w:rsidRPr="00EF2F0E">
              <w:rPr>
                <w:rFonts w:cs="Arial"/>
              </w:rPr>
              <w:t>NOTE 1:</w:t>
            </w:r>
            <w:r w:rsidRPr="00EF2F0E">
              <w:rPr>
                <w:rFonts w:cs="Arial"/>
              </w:rPr>
              <w:tab/>
              <w:t xml:space="preserve">For operation with an E-UTRA 1.4 or 3 MHz carrier adjacent to the </w:t>
            </w:r>
            <w:r w:rsidRPr="00EF2F0E">
              <w:rPr>
                <w:rFonts w:cs="Arial"/>
                <w:i/>
              </w:rPr>
              <w:t>Base Station RF Bandwidth edge</w:t>
            </w:r>
            <w:r w:rsidRPr="00EF2F0E">
              <w:rPr>
                <w:rFonts w:cs="Arial"/>
                <w:kern w:val="2"/>
              </w:rPr>
              <w:t xml:space="preserve">, the limits in table 6.6.5.2.3-6  apply for </w:t>
            </w:r>
            <w:r w:rsidRPr="00EF2F0E">
              <w:rPr>
                <w:rFonts w:cs="Arial"/>
              </w:rPr>
              <w:t xml:space="preserve">0 MHz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 &lt; 0.1</w:t>
            </w:r>
            <w:r w:rsidRPr="00EF2F0E">
              <w:rPr>
                <w:rFonts w:cs="Arial"/>
                <w:lang w:eastAsia="zh-CN"/>
              </w:rPr>
              <w:t>5</w:t>
            </w:r>
            <w:r w:rsidRPr="00EF2F0E">
              <w:rPr>
                <w:rFonts w:cs="Arial"/>
              </w:rPr>
              <w:t>MHz.</w:t>
            </w:r>
          </w:p>
          <w:p w14:paraId="0984D7D5" w14:textId="77777777" w:rsidR="003E32EB" w:rsidRPr="00EF2F0E" w:rsidRDefault="003E32EB" w:rsidP="00A40339">
            <w:pPr>
              <w:pStyle w:val="TAN"/>
              <w:rPr>
                <w:rFonts w:cs="Arial"/>
                <w:lang w:eastAsia="zh-CN"/>
              </w:rPr>
            </w:pPr>
            <w:r w:rsidRPr="00EF2F0E">
              <w:rPr>
                <w:rFonts w:cs="Arial"/>
              </w:rPr>
              <w:t>NOTE 2:</w:t>
            </w:r>
            <w:r w:rsidRPr="00EF2F0E">
              <w:rPr>
                <w:rFonts w:cs="Arial"/>
              </w:rPr>
              <w:tab/>
              <w:t xml:space="preserve">For a MSR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t>
            </w:r>
            <w:r w:rsidRPr="00EF2F0E">
              <w:rPr>
                <w:rFonts w:cs="Arial"/>
                <w:lang w:eastAsia="zh-CN"/>
              </w:rPr>
              <w:t xml:space="preserve">within any operating band </w:t>
            </w:r>
            <w:r w:rsidRPr="00EF2F0E">
              <w:rPr>
                <w:rFonts w:cs="Arial"/>
              </w:rPr>
              <w:t xml:space="preserve">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f ≥ 10MHz from both adjacent sub</w:t>
            </w:r>
            <w:r w:rsidRPr="00EF2F0E">
              <w:rPr>
                <w:rFonts w:cs="Arial"/>
                <w:lang w:eastAsia="zh-CN"/>
              </w:rPr>
              <w:t>-</w:t>
            </w:r>
            <w:r w:rsidRPr="00EF2F0E">
              <w:rPr>
                <w:rFonts w:cs="Arial"/>
              </w:rPr>
              <w:t xml:space="preserve">blocks on each side of the </w:t>
            </w:r>
            <w:r w:rsidRPr="00EF2F0E">
              <w:rPr>
                <w:rFonts w:cs="Arial"/>
                <w:i/>
              </w:rPr>
              <w:t>sub-block gap</w:t>
            </w:r>
            <w:r w:rsidRPr="00EF2F0E">
              <w:rPr>
                <w:rFonts w:cs="Arial"/>
              </w:rPr>
              <w:t xml:space="preserve">, where 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shall be </w:t>
            </w:r>
            <w:r w:rsidRPr="00EF2F0E">
              <w:rPr>
                <w:rFonts w:cs="Arial"/>
                <w:lang w:eastAsia="zh-CN"/>
              </w:rPr>
              <w:t>-25dBm</w:t>
            </w:r>
            <w:r w:rsidRPr="00EF2F0E">
              <w:rPr>
                <w:rFonts w:cs="Arial"/>
              </w:rPr>
              <w:t>/MHz.</w:t>
            </w:r>
            <w:r w:rsidRPr="00EF2F0E">
              <w:rPr>
                <w:rFonts w:cs="Arial"/>
                <w:lang w:eastAsia="zh-CN"/>
              </w:rPr>
              <w:t xml:space="preserve"> </w:t>
            </w:r>
          </w:p>
          <w:p w14:paraId="0984D7D6" w14:textId="77777777" w:rsidR="003E32EB" w:rsidRPr="00EF2F0E" w:rsidRDefault="003E32EB" w:rsidP="00A40339">
            <w:pPr>
              <w:pStyle w:val="TAN"/>
              <w:rPr>
                <w:rFonts w:cs="Arial"/>
              </w:rPr>
            </w:pPr>
            <w:r w:rsidRPr="00EF2F0E">
              <w:rPr>
                <w:rFonts w:cs="Arial"/>
              </w:rPr>
              <w:t>NOTE</w:t>
            </w:r>
            <w:r w:rsidRPr="00EF2F0E">
              <w:rPr>
                <w:rFonts w:cs="Arial"/>
                <w:lang w:eastAsia="zh-CN"/>
              </w:rPr>
              <w:t xml:space="preserve"> 3</w:t>
            </w:r>
            <w:r w:rsidRPr="00EF2F0E">
              <w:rPr>
                <w:rFonts w:cs="Arial"/>
              </w:rPr>
              <w:t>:</w:t>
            </w:r>
            <w:r w:rsidR="006E5225" w:rsidRPr="00EF2F0E">
              <w:rPr>
                <w:rFonts w:cs="Arial"/>
              </w:rPr>
              <w:tab/>
            </w:r>
            <w:r w:rsidRPr="00EF2F0E">
              <w:rPr>
                <w:rFonts w:cs="Arial"/>
              </w:rPr>
              <w:t xml:space="preserve">For a MSR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v5.0.0"/>
              </w:rPr>
              <w:t>, where the contribution from the far-end sub-block</w:t>
            </w:r>
            <w:r w:rsidRPr="00EF2F0E">
              <w:rPr>
                <w:rFonts w:cs="Arial"/>
              </w:rPr>
              <w:t xml:space="preserve"> or </w:t>
            </w:r>
            <w:r w:rsidRPr="00EF2F0E">
              <w:rPr>
                <w:rFonts w:eastAsia="MS Mincho"/>
                <w:i/>
              </w:rPr>
              <w:t>Base Station RF Bandwidth</w:t>
            </w:r>
            <w:r w:rsidRPr="00EF2F0E">
              <w:rPr>
                <w:rFonts w:cs="v5.0.0"/>
              </w:rPr>
              <w:t xml:space="preserve"> 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7D8" w14:textId="77777777" w:rsidR="003E32EB" w:rsidRPr="00EF2F0E" w:rsidRDefault="003E32EB" w:rsidP="007A0E12"/>
    <w:p w14:paraId="0984D7D9" w14:textId="62FBACFF" w:rsidR="003E32EB" w:rsidRPr="00EF2F0E" w:rsidRDefault="003E32EB" w:rsidP="00AB06FD">
      <w:pPr>
        <w:pStyle w:val="TH"/>
        <w:rPr>
          <w:rFonts w:cs="v5.0.0"/>
        </w:rPr>
      </w:pPr>
      <w:r w:rsidRPr="00EF2F0E">
        <w:t xml:space="preserve">Table 6.6.5.2.3-4a: </w:t>
      </w:r>
      <w:r w:rsidR="0050069C">
        <w:t>MR BS OBUE in</w:t>
      </w:r>
      <w:r w:rsidR="0050069C" w:rsidRPr="00DF5484">
        <w:t xml:space="preserve"> </w:t>
      </w:r>
      <w:r w:rsidR="0050069C">
        <w:t xml:space="preserve">BC2 bands applicable </w:t>
      </w:r>
      <w:r w:rsidR="0050069C" w:rsidRPr="00DF5484">
        <w:t>for</w:t>
      </w:r>
      <w:r w:rsidR="0050069C">
        <w:t>:</w:t>
      </w:r>
      <w:r w:rsidR="0050069C" w:rsidRPr="00DF5484">
        <w:t xml:space="preserve"> BS </w:t>
      </w:r>
      <w:r w:rsidR="0050069C">
        <w:t xml:space="preserve">with </w:t>
      </w:r>
      <w:r w:rsidR="0050069C" w:rsidRPr="00DF5484">
        <w:t xml:space="preserve">maximum output power </w:t>
      </w:r>
      <w:r w:rsidR="0050069C" w:rsidRPr="00DF5484">
        <w:rPr>
          <w:rFonts w:cs="v4.2.0"/>
        </w:rPr>
        <w:t>P</w:t>
      </w:r>
      <w:r w:rsidR="0050069C" w:rsidRPr="00DF5484">
        <w:rPr>
          <w:rFonts w:cs="v4.2.0"/>
          <w:vertAlign w:val="subscript"/>
        </w:rPr>
        <w:t>rated,c,cell</w:t>
      </w:r>
      <w:r w:rsidR="0050069C" w:rsidRPr="00DF5484">
        <w:t>-10*log10(N</w:t>
      </w:r>
      <w:r w:rsidR="0050069C" w:rsidRPr="00DF5484">
        <w:rPr>
          <w:vertAlign w:val="subscript"/>
        </w:rPr>
        <w:t>TXU,countedpercell</w:t>
      </w:r>
      <w:r w:rsidR="0050069C" w:rsidRPr="00DF5484">
        <w:t>)</w:t>
      </w:r>
      <w:r w:rsidR="0050069C" w:rsidRPr="00DF5484">
        <w:rPr>
          <w:rFonts w:cs="v4.2.0"/>
        </w:rPr>
        <w:t xml:space="preserve"> </w:t>
      </w:r>
      <w:r w:rsidR="0050069C" w:rsidRPr="00DF5484">
        <w:rPr>
          <w:rFonts w:cs="v5.0.0"/>
        </w:rPr>
        <w:sym w:font="Symbol" w:char="F0A3"/>
      </w:r>
      <w:r w:rsidR="0050069C" w:rsidRPr="00DF5484">
        <w:t xml:space="preserve"> 31 dBm</w:t>
      </w:r>
      <w:r w:rsidR="0050069C">
        <w:t>,</w:t>
      </w:r>
      <w:r w:rsidR="0050069C" w:rsidRPr="00DF5484">
        <w:t xml:space="preserve"> supporting NR</w:t>
      </w:r>
      <w:r w:rsidR="0050069C">
        <w:t>,</w:t>
      </w:r>
      <w:r w:rsidR="0050069C" w:rsidRPr="00DF5484">
        <w:t xml:space="preserve"> </w:t>
      </w:r>
      <w:r w:rsidR="0050069C">
        <w:t>and</w:t>
      </w:r>
      <w:r w:rsidR="0050069C" w:rsidRPr="00DF5484">
        <w:t xml:space="preserve">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D7DE"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7DA" w14:textId="77777777" w:rsidR="003E32EB" w:rsidRPr="00EF2F0E" w:rsidRDefault="003E32EB" w:rsidP="00AB06FD">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D7DB" w14:textId="77777777" w:rsidR="003E32EB" w:rsidRPr="00EF2F0E" w:rsidRDefault="003E32EB" w:rsidP="00AB06FD">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D7DC" w14:textId="77777777" w:rsidR="003E32EB" w:rsidRPr="00EF2F0E" w:rsidRDefault="003E32EB" w:rsidP="00AB06FD">
            <w:pPr>
              <w:pStyle w:val="TAH"/>
              <w:rPr>
                <w:rFonts w:cs="Arial"/>
              </w:rPr>
            </w:pPr>
            <w:r w:rsidRPr="00EF2F0E">
              <w:rPr>
                <w:rFonts w:cs="Arial"/>
                <w:i/>
              </w:rPr>
              <w:t>Basic limit</w:t>
            </w:r>
            <w:r w:rsidRPr="00EF2F0E">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0984D7DD" w14:textId="77777777" w:rsidR="003E32EB" w:rsidRPr="00EF2F0E" w:rsidRDefault="003E32EB" w:rsidP="00AB06FD">
            <w:pPr>
              <w:pStyle w:val="TAH"/>
              <w:rPr>
                <w:rFonts w:cs="Arial"/>
              </w:rPr>
            </w:pPr>
            <w:r w:rsidRPr="00EF2F0E">
              <w:rPr>
                <w:rFonts w:cs="Arial"/>
              </w:rPr>
              <w:t>Measurement bandwidth (Note 10)</w:t>
            </w:r>
          </w:p>
        </w:tc>
      </w:tr>
      <w:tr w:rsidR="003401A4" w:rsidRPr="00EF2F0E" w14:paraId="0984D7E3"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7DF" w14:textId="77777777" w:rsidR="003E32EB" w:rsidRPr="00EF2F0E" w:rsidRDefault="003E32EB" w:rsidP="00AB06FD">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984D7E0" w14:textId="77777777" w:rsidR="003E32EB" w:rsidRPr="00EF2F0E" w:rsidRDefault="003E32EB"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984D7E1" w14:textId="77777777" w:rsidR="003E32EB" w:rsidRPr="00EF2F0E" w:rsidRDefault="003E32EB" w:rsidP="00AB06FD">
            <w:pPr>
              <w:pStyle w:val="TAC"/>
              <w:rPr>
                <w:rFonts w:cs="v5.0.0"/>
              </w:rPr>
            </w:pPr>
            <w:r w:rsidRPr="00EF2F0E">
              <w:rPr>
                <w:rFonts w:cs="Arial"/>
                <w:position w:val="-28"/>
              </w:rPr>
              <w:object w:dxaOrig="3440" w:dyaOrig="680" w14:anchorId="098511B2">
                <v:shape id="_x0000_i1045" type="#_x0000_t75" style="width:137.9pt;height:28.05pt" o:ole="">
                  <v:imagedata r:id="rId42" o:title=""/>
                </v:shape>
                <o:OLEObject Type="Embed" ProgID="Equation.3" ShapeID="_x0000_i1045" DrawAspect="Content" ObjectID="_1717663567" r:id="rId54"/>
              </w:object>
            </w:r>
          </w:p>
        </w:tc>
        <w:tc>
          <w:tcPr>
            <w:tcW w:w="1430" w:type="dxa"/>
            <w:tcBorders>
              <w:top w:val="single" w:sz="4" w:space="0" w:color="auto"/>
              <w:left w:val="single" w:sz="4" w:space="0" w:color="auto"/>
              <w:bottom w:val="single" w:sz="4" w:space="0" w:color="auto"/>
              <w:right w:val="single" w:sz="4" w:space="0" w:color="auto"/>
            </w:tcBorders>
          </w:tcPr>
          <w:p w14:paraId="0984D7E2" w14:textId="77777777" w:rsidR="003E32EB" w:rsidRPr="00EF2F0E" w:rsidRDefault="003E32EB" w:rsidP="00AB06FD">
            <w:pPr>
              <w:pStyle w:val="TAC"/>
              <w:rPr>
                <w:rFonts w:cs="v5.0.0"/>
              </w:rPr>
            </w:pPr>
            <w:r w:rsidRPr="00EF2F0E">
              <w:rPr>
                <w:rFonts w:cs="v5.0.0"/>
              </w:rPr>
              <w:t xml:space="preserve">100 kHz </w:t>
            </w:r>
          </w:p>
        </w:tc>
      </w:tr>
      <w:tr w:rsidR="003401A4" w:rsidRPr="00EF2F0E" w14:paraId="0984D7E8"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7E4" w14:textId="77777777" w:rsidR="003E32EB" w:rsidRPr="00EF2F0E" w:rsidRDefault="003E32EB" w:rsidP="00AB06FD">
            <w:pPr>
              <w:pStyle w:val="TAC"/>
              <w:rPr>
                <w:rFonts w:cs="v5.0.0"/>
                <w:lang w:val="sv-FI"/>
              </w:rPr>
            </w:pPr>
            <w:r w:rsidRPr="00EF2F0E">
              <w:rPr>
                <w:rFonts w:cs="v5.0.0"/>
                <w:lang w:val="sv-FI"/>
              </w:rPr>
              <w:t xml:space="preserve">5 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r w:rsidRPr="00EF2F0E">
              <w:rPr>
                <w:rFonts w:cs="Arial"/>
                <w:lang w:val="sv-FI"/>
              </w:rPr>
              <w:t xml:space="preserve">min(10 MHz, </w:t>
            </w:r>
            <w:r w:rsidRPr="00EF2F0E">
              <w:rPr>
                <w:rFonts w:cs="Arial"/>
              </w:rPr>
              <w:t>Δ</w:t>
            </w:r>
            <w:r w:rsidRPr="00EF2F0E">
              <w:rPr>
                <w:rFonts w:cs="Arial"/>
                <w:lang w:val="sv-FI"/>
              </w:rPr>
              <w:t>f</w:t>
            </w:r>
            <w:r w:rsidRPr="00EF2F0E">
              <w:rPr>
                <w:rFonts w:cs="Arial"/>
                <w:vertAlign w:val="subscript"/>
                <w:lang w:val="sv-FI" w:eastAsia="zh-CN"/>
              </w:rPr>
              <w:t>max</w:t>
            </w:r>
            <w:r w:rsidRPr="00EF2F0E">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984D7E5" w14:textId="77777777" w:rsidR="003E32EB" w:rsidRPr="00EF2F0E" w:rsidRDefault="003E32EB"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min(10.05 MHz, f_offset</w:t>
            </w:r>
            <w:r w:rsidRPr="00EF2F0E">
              <w:rPr>
                <w:rFonts w:cs="Arial"/>
                <w:vertAlign w:val="subscript"/>
                <w:lang w:val="sv-FI" w:eastAsia="zh-CN"/>
              </w:rPr>
              <w:t>max</w:t>
            </w:r>
            <w:r w:rsidRPr="00EF2F0E">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984D7E6" w14:textId="77777777" w:rsidR="003E32EB" w:rsidRPr="00EF2F0E" w:rsidRDefault="003E32EB" w:rsidP="00AB06FD">
            <w:pPr>
              <w:pStyle w:val="TAC"/>
              <w:rPr>
                <w:rFonts w:cs="v5.0.0"/>
              </w:rPr>
            </w:pPr>
            <w:r w:rsidRPr="00EF2F0E">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0984D7E7" w14:textId="77777777" w:rsidR="003E32EB" w:rsidRPr="00EF2F0E" w:rsidRDefault="003E32EB" w:rsidP="00AB06FD">
            <w:pPr>
              <w:pStyle w:val="TAC"/>
              <w:rPr>
                <w:rFonts w:cs="v5.0.0"/>
              </w:rPr>
            </w:pPr>
            <w:r w:rsidRPr="00EF2F0E">
              <w:rPr>
                <w:rFonts w:cs="v5.0.0"/>
              </w:rPr>
              <w:t xml:space="preserve">100 kHz </w:t>
            </w:r>
          </w:p>
        </w:tc>
      </w:tr>
      <w:tr w:rsidR="003401A4" w:rsidRPr="00EF2F0E" w14:paraId="0984D7ED"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7E9" w14:textId="77777777" w:rsidR="003E32EB" w:rsidRPr="00EF2F0E" w:rsidRDefault="003E32EB"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D7EA" w14:textId="77777777" w:rsidR="003E32EB" w:rsidRPr="00EF2F0E" w:rsidRDefault="003E32EB" w:rsidP="00AB06FD">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D7EB" w14:textId="77777777" w:rsidR="003E32EB" w:rsidRPr="00EF2F0E" w:rsidRDefault="003E32EB" w:rsidP="00AB06FD">
            <w:pPr>
              <w:pStyle w:val="TAC"/>
              <w:rPr>
                <w:rFonts w:cs="v5.0.0"/>
              </w:rPr>
            </w:pPr>
            <w:r w:rsidRPr="00EF2F0E">
              <w:rPr>
                <w:rFonts w:cs="Arial"/>
                <w:lang w:eastAsia="zh-CN"/>
              </w:rPr>
              <w:t>-29 dBm (Note 11)</w:t>
            </w:r>
          </w:p>
        </w:tc>
        <w:tc>
          <w:tcPr>
            <w:tcW w:w="1430" w:type="dxa"/>
            <w:tcBorders>
              <w:top w:val="single" w:sz="4" w:space="0" w:color="auto"/>
              <w:left w:val="single" w:sz="4" w:space="0" w:color="auto"/>
              <w:bottom w:val="single" w:sz="4" w:space="0" w:color="auto"/>
              <w:right w:val="single" w:sz="4" w:space="0" w:color="auto"/>
            </w:tcBorders>
          </w:tcPr>
          <w:p w14:paraId="0984D7EC" w14:textId="77777777" w:rsidR="003E32EB" w:rsidRPr="00EF2F0E" w:rsidRDefault="003E32EB" w:rsidP="00AB06FD">
            <w:pPr>
              <w:pStyle w:val="TAC"/>
              <w:pBdr>
                <w:top w:val="single" w:sz="12" w:space="3" w:color="auto"/>
              </w:pBdr>
              <w:rPr>
                <w:rFonts w:cs="v5.0.0"/>
                <w:lang w:eastAsia="zh-CN"/>
              </w:rPr>
            </w:pPr>
            <w:r w:rsidRPr="00EF2F0E">
              <w:rPr>
                <w:rFonts w:cs="v5.0.0"/>
              </w:rPr>
              <w:t>100 kHz</w:t>
            </w:r>
          </w:p>
        </w:tc>
      </w:tr>
      <w:tr w:rsidR="003E32EB" w:rsidRPr="00EF2F0E" w14:paraId="0984D7F1" w14:textId="77777777" w:rsidTr="00AB06FD">
        <w:trPr>
          <w:cantSplit/>
          <w:jc w:val="center"/>
        </w:trPr>
        <w:tc>
          <w:tcPr>
            <w:tcW w:w="9988" w:type="dxa"/>
            <w:gridSpan w:val="4"/>
          </w:tcPr>
          <w:p w14:paraId="4FC3578C" w14:textId="2018F0AC" w:rsidR="00DE4CD9" w:rsidRPr="00EF2F0E" w:rsidRDefault="00DE4CD9" w:rsidP="00DE4CD9">
            <w:pPr>
              <w:pStyle w:val="TAN"/>
            </w:pPr>
            <w:r w:rsidRPr="00EF2F0E">
              <w:t>NOTE 1:</w:t>
            </w:r>
            <w:r w:rsidRPr="00EF2F0E">
              <w:tab/>
              <w:t xml:space="preserve">For MSR </w:t>
            </w:r>
            <w:r w:rsidRPr="00EF2F0E">
              <w:rPr>
                <w:i/>
              </w:rPr>
              <w:t>TAB connectors</w:t>
            </w:r>
            <w:r w:rsidRPr="00EF2F0E">
              <w:t xml:space="preserve"> supporting non-contiguous spectrum operation within any operating band the </w:t>
            </w:r>
            <w:r w:rsidRPr="00EF2F0E">
              <w:rPr>
                <w:i/>
              </w:rPr>
              <w:t>basic limit</w:t>
            </w:r>
            <w:r w:rsidRPr="00EF2F0E">
              <w:t xml:space="preserve"> within </w:t>
            </w:r>
            <w:r w:rsidRPr="00EF2F0E">
              <w:rPr>
                <w:i/>
              </w:rPr>
              <w:t>sub-block gaps</w:t>
            </w:r>
            <w:r w:rsidRPr="00EF2F0E">
              <w:t xml:space="preserve"> is calculated as a cumulative sum of contributions from adjacent </w:t>
            </w:r>
            <w:r w:rsidRPr="00EF2F0E">
              <w:rPr>
                <w:rFonts w:cs="v5.0.0"/>
              </w:rPr>
              <w:t xml:space="preserve">sub blocks on each side of the </w:t>
            </w:r>
            <w:r w:rsidRPr="00EF2F0E">
              <w:rPr>
                <w:rFonts w:cs="v5.0.0"/>
                <w:i/>
              </w:rPr>
              <w:t>sub block gap</w:t>
            </w:r>
            <w:r w:rsidRPr="00EF2F0E">
              <w:t xml:space="preserve">. Exception is </w:t>
            </w:r>
            <w:r w:rsidRPr="00EF2F0E">
              <w:rPr>
                <w:rFonts w:ascii="Symbol" w:hAnsi="Symbol"/>
              </w:rPr>
              <w:t></w:t>
            </w:r>
            <w:r w:rsidRPr="00EF2F0E">
              <w:t xml:space="preserve">f ≥ 10MHz from both adjacent sub blocks on each side of the </w:t>
            </w:r>
            <w:r w:rsidRPr="00EF2F0E">
              <w:rPr>
                <w:i/>
              </w:rPr>
              <w:t>sub-block gap</w:t>
            </w:r>
            <w:r w:rsidRPr="00EF2F0E">
              <w:t xml:space="preserve">, where the </w:t>
            </w:r>
            <w:r w:rsidRPr="00EF2F0E">
              <w:rPr>
                <w:i/>
              </w:rPr>
              <w:t>basic limit</w:t>
            </w:r>
            <w:r w:rsidRPr="00EF2F0E">
              <w:t xml:space="preserve"> within sub-block gaps shall be -</w:t>
            </w:r>
            <w:r w:rsidRPr="00EF2F0E">
              <w:rPr>
                <w:lang w:eastAsia="zh-CN"/>
              </w:rPr>
              <w:t>29</w:t>
            </w:r>
            <w:r w:rsidRPr="00EF2F0E">
              <w:t>dBm/1</w:t>
            </w:r>
            <w:r w:rsidRPr="00EF2F0E">
              <w:rPr>
                <w:lang w:eastAsia="zh-CN"/>
              </w:rPr>
              <w:t>00k</w:t>
            </w:r>
            <w:r w:rsidRPr="00EF2F0E">
              <w:t>Hz.</w:t>
            </w:r>
          </w:p>
          <w:p w14:paraId="1402680F" w14:textId="77D5CA07" w:rsidR="00DE4CD9" w:rsidRPr="00EF2F0E" w:rsidRDefault="00DE4CD9" w:rsidP="00DE4CD9">
            <w:pPr>
              <w:pStyle w:val="TAN"/>
            </w:pPr>
            <w:r w:rsidRPr="00EF2F0E">
              <w:t>NOTE 2:</w:t>
            </w:r>
            <w:r w:rsidRPr="00EF2F0E">
              <w:tab/>
              <w:t xml:space="preserve">For MSR </w:t>
            </w:r>
            <w:r w:rsidRPr="00EF2F0E">
              <w:rPr>
                <w:i/>
              </w:rPr>
              <w:t>multi band TAB connector</w:t>
            </w:r>
            <w:r w:rsidRPr="00EF2F0E">
              <w:t xml:space="preserve"> with </w:t>
            </w:r>
            <w:r w:rsidRPr="00EF2F0E">
              <w:rPr>
                <w:i/>
              </w:rPr>
              <w:t>Inter RF Bandwidth gap</w:t>
            </w:r>
            <w:r w:rsidRPr="00EF2F0E">
              <w:t xml:space="preserve"> &lt; 2×Δf</w:t>
            </w:r>
            <w:r w:rsidRPr="00EF2F0E">
              <w:rPr>
                <w:vertAlign w:val="subscript"/>
              </w:rPr>
              <w:t>OBUE</w:t>
            </w:r>
            <w:r w:rsidRPr="00EF2F0E">
              <w:t xml:space="preserve">the </w:t>
            </w:r>
            <w:r w:rsidRPr="00EF2F0E">
              <w:rPr>
                <w:i/>
              </w:rPr>
              <w:t>basic limit</w:t>
            </w:r>
            <w:r w:rsidRPr="00EF2F0E">
              <w:t xml:space="preserve"> within the </w:t>
            </w:r>
            <w:r w:rsidRPr="00EF2F0E">
              <w:rPr>
                <w:i/>
              </w:rPr>
              <w:t xml:space="preserve">Inter RF Bandwidth gaps </w:t>
            </w:r>
            <w:r w:rsidRPr="00EF2F0E">
              <w:t>is calculated as a cumulative sum of contributions from adjacent sub-blocks or</w:t>
            </w:r>
            <w:r w:rsidRPr="00EF2F0E">
              <w:rPr>
                <w:i/>
              </w:rPr>
              <w:t xml:space="preserve"> RF Bandwidth </w:t>
            </w:r>
            <w:r w:rsidRPr="00EF2F0E">
              <w:t xml:space="preserve">on each side of the </w:t>
            </w:r>
            <w:r w:rsidRPr="00EF2F0E">
              <w:rPr>
                <w:i/>
              </w:rPr>
              <w:t>Inter RF Bandwidth gap</w:t>
            </w:r>
            <w:r w:rsidRPr="00EF2F0E">
              <w:t>.</w:t>
            </w:r>
          </w:p>
          <w:p w14:paraId="0984D7F0" w14:textId="3B5EC4E4" w:rsidR="003E32EB" w:rsidRPr="00EF2F0E" w:rsidRDefault="00DE4CD9" w:rsidP="00DE4CD9">
            <w:pPr>
              <w:pStyle w:val="TAN"/>
            </w:pPr>
            <w:r w:rsidRPr="00EF2F0E">
              <w:t>NOTE 3:</w:t>
            </w:r>
            <w:r w:rsidRPr="00EF2F0E">
              <w:tab/>
              <w:t xml:space="preserve">For operation with an E-UTRA 1.4 or 3 MHz carrier adjacent to the </w:t>
            </w:r>
            <w:r w:rsidRPr="00EF2F0E">
              <w:rPr>
                <w:i/>
              </w:rPr>
              <w:t>Base Station RF Bandwidth edge</w:t>
            </w:r>
            <w:r w:rsidRPr="00EF2F0E">
              <w:rPr>
                <w:rFonts w:eastAsia="SimSun"/>
                <w:kern w:val="2"/>
                <w:lang w:eastAsia="zh-CN"/>
              </w:rPr>
              <w:t xml:space="preserve">, the limits in table 6.6.5.2.3-5 apply for </w:t>
            </w:r>
            <w:r w:rsidRPr="00EF2F0E">
              <w:t xml:space="preserve">0 MHz </w:t>
            </w:r>
            <w:r w:rsidRPr="00EF2F0E">
              <w:sym w:font="Symbol" w:char="F0A3"/>
            </w:r>
            <w:r w:rsidRPr="00EF2F0E">
              <w:t xml:space="preserve"> </w:t>
            </w:r>
            <w:r w:rsidRPr="00EF2F0E">
              <w:sym w:font="Symbol" w:char="F044"/>
            </w:r>
            <w:r w:rsidRPr="00EF2F0E">
              <w:t>f &lt; 0.15 MHz.</w:t>
            </w:r>
          </w:p>
        </w:tc>
      </w:tr>
    </w:tbl>
    <w:p w14:paraId="0984D7F2" w14:textId="77777777" w:rsidR="003E32EB" w:rsidRPr="00EF2F0E" w:rsidRDefault="003E32EB" w:rsidP="007A0E12"/>
    <w:p w14:paraId="0984D7F3" w14:textId="4BA0495D" w:rsidR="003E32EB" w:rsidRPr="00EF2F0E" w:rsidRDefault="003E32EB" w:rsidP="00A40339">
      <w:pPr>
        <w:pStyle w:val="TH"/>
        <w:rPr>
          <w:rFonts w:cs="v5.0.0"/>
        </w:rPr>
      </w:pPr>
      <w:r w:rsidRPr="00EF2F0E">
        <w:t>Table 6.6.5.2.3-</w:t>
      </w:r>
      <w:r w:rsidRPr="00EF2F0E">
        <w:rPr>
          <w:lang w:eastAsia="zh-CN"/>
        </w:rPr>
        <w:t>5</w:t>
      </w:r>
      <w:r w:rsidRPr="00EF2F0E">
        <w:t xml:space="preserve">: </w:t>
      </w:r>
      <w:r w:rsidR="0050526C">
        <w:t>MR BS OBUE in</w:t>
      </w:r>
      <w:r w:rsidR="0050526C" w:rsidRPr="00DF5484">
        <w:t xml:space="preserve"> </w:t>
      </w:r>
      <w:r w:rsidR="0050526C">
        <w:t>BC2 bands applicable</w:t>
      </w:r>
      <w:r w:rsidR="0050526C" w:rsidRPr="00DF5484">
        <w:t xml:space="preserve"> for</w:t>
      </w:r>
      <w:r w:rsidR="0050526C">
        <w:t>:</w:t>
      </w:r>
      <w:r w:rsidR="0050526C" w:rsidRPr="00DF5484">
        <w:t xml:space="preserve"> </w:t>
      </w:r>
      <w:r w:rsidR="0050526C">
        <w:t xml:space="preserve">BS with </w:t>
      </w:r>
      <w:r w:rsidR="0050526C" w:rsidRPr="00DF5484">
        <w:t xml:space="preserve">maximum output power 31 &lt; </w:t>
      </w:r>
      <w:r w:rsidR="0050526C" w:rsidRPr="00DF5484">
        <w:rPr>
          <w:rFonts w:cs="v4.2.0"/>
        </w:rPr>
        <w:t>P</w:t>
      </w:r>
      <w:r w:rsidR="0050526C" w:rsidRPr="00DF5484">
        <w:rPr>
          <w:rFonts w:cs="v4.2.0"/>
          <w:vertAlign w:val="subscript"/>
        </w:rPr>
        <w:t>rated,c,cell</w:t>
      </w:r>
      <w:r w:rsidR="0050526C" w:rsidRPr="00DF5484">
        <w:t>-10*log10(N</w:t>
      </w:r>
      <w:r w:rsidR="0050526C" w:rsidRPr="00DF5484">
        <w:rPr>
          <w:vertAlign w:val="subscript"/>
        </w:rPr>
        <w:t>TXU,countedpercell</w:t>
      </w:r>
      <w:r w:rsidR="0050526C" w:rsidRPr="00DF5484">
        <w:t>)</w:t>
      </w:r>
      <w:r w:rsidR="0050526C" w:rsidRPr="00DF5484">
        <w:rPr>
          <w:rFonts w:cs="v4.2.0"/>
        </w:rPr>
        <w:t xml:space="preserve"> </w:t>
      </w:r>
      <w:r w:rsidR="0050526C" w:rsidRPr="00DF5484">
        <w:rPr>
          <w:rFonts w:cs="v5.0.0"/>
        </w:rPr>
        <w:sym w:font="Symbol" w:char="F0A3"/>
      </w:r>
      <w:r w:rsidR="0050526C" w:rsidRPr="00DF5484">
        <w:t xml:space="preserve"> 38 dBm </w:t>
      </w:r>
      <w:r w:rsidR="0050526C">
        <w:t>and</w:t>
      </w:r>
      <w:r w:rsidR="0050526C" w:rsidRPr="00DF5484">
        <w:t xml:space="preserve"> operati</w:t>
      </w:r>
      <w:r w:rsidR="0050526C">
        <w:t xml:space="preserve">ng </w:t>
      </w:r>
      <w:r w:rsidR="0050526C" w:rsidRPr="00DF5484">
        <w:t xml:space="preserve">E-UTRA 1.4 or 3 MHz carriers adjacent to the </w:t>
      </w:r>
      <w:r w:rsidR="0050526C" w:rsidRPr="00DF5484">
        <w:rPr>
          <w:i/>
        </w:rPr>
        <w:t>Base Station RF Bandwidth edge</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7"/>
        <w:gridCol w:w="3139"/>
        <w:gridCol w:w="1430"/>
      </w:tblGrid>
      <w:tr w:rsidR="003401A4" w:rsidRPr="00EF2F0E" w14:paraId="0984D7F8" w14:textId="77777777" w:rsidTr="00A40339">
        <w:trPr>
          <w:cantSplit/>
          <w:jc w:val="center"/>
        </w:trPr>
        <w:tc>
          <w:tcPr>
            <w:tcW w:w="2268" w:type="dxa"/>
          </w:tcPr>
          <w:p w14:paraId="0984D7F4"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7" w:type="dxa"/>
          </w:tcPr>
          <w:p w14:paraId="0984D7F5"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139" w:type="dxa"/>
          </w:tcPr>
          <w:p w14:paraId="0984D7F6" w14:textId="77777777" w:rsidR="003E32EB" w:rsidRPr="00EF2F0E" w:rsidRDefault="003E32EB" w:rsidP="00A40339">
            <w:pPr>
              <w:pStyle w:val="TAH"/>
              <w:rPr>
                <w:rFonts w:cs="Arial"/>
              </w:rPr>
            </w:pPr>
            <w:r w:rsidRPr="00EF2F0E">
              <w:rPr>
                <w:rFonts w:cs="Arial"/>
                <w:i/>
              </w:rPr>
              <w:t xml:space="preserve">Basic Limit </w:t>
            </w:r>
            <w:r w:rsidRPr="00EF2F0E">
              <w:rPr>
                <w:rFonts w:cs="Arial"/>
              </w:rPr>
              <w:t xml:space="preserve">(NOTE </w:t>
            </w:r>
            <w:r w:rsidRPr="00EF2F0E">
              <w:rPr>
                <w:rFonts w:cs="Arial"/>
                <w:lang w:eastAsia="zh-CN"/>
              </w:rPr>
              <w:t>5, 6</w:t>
            </w:r>
            <w:r w:rsidRPr="00EF2F0E">
              <w:rPr>
                <w:rFonts w:cs="Arial"/>
              </w:rPr>
              <w:t>)</w:t>
            </w:r>
          </w:p>
        </w:tc>
        <w:tc>
          <w:tcPr>
            <w:tcW w:w="1430" w:type="dxa"/>
          </w:tcPr>
          <w:p w14:paraId="0984D7F7"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 xml:space="preserve">(NOTE </w:t>
            </w:r>
            <w:r w:rsidRPr="00EF2F0E">
              <w:rPr>
                <w:rFonts w:cs="Arial"/>
                <w:lang w:eastAsia="zh-CN"/>
              </w:rPr>
              <w:t>10</w:t>
            </w:r>
            <w:r w:rsidRPr="00EF2F0E">
              <w:rPr>
                <w:rFonts w:cs="Arial"/>
              </w:rPr>
              <w:t>)</w:t>
            </w:r>
          </w:p>
        </w:tc>
      </w:tr>
      <w:tr w:rsidR="003401A4" w:rsidRPr="00EF2F0E" w14:paraId="0984D7FD" w14:textId="77777777" w:rsidTr="00A40339">
        <w:trPr>
          <w:cantSplit/>
          <w:jc w:val="center"/>
        </w:trPr>
        <w:tc>
          <w:tcPr>
            <w:tcW w:w="2268" w:type="dxa"/>
          </w:tcPr>
          <w:p w14:paraId="0984D7F9"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0.05 MHz</w:t>
            </w:r>
          </w:p>
        </w:tc>
        <w:tc>
          <w:tcPr>
            <w:tcW w:w="2977" w:type="dxa"/>
          </w:tcPr>
          <w:p w14:paraId="0984D7FA" w14:textId="77777777" w:rsidR="003E32EB" w:rsidRPr="00EF2F0E" w:rsidRDefault="003E32EB" w:rsidP="00A40339">
            <w:pPr>
              <w:pStyle w:val="TAC"/>
              <w:rPr>
                <w:rFonts w:cs="v5.0.0"/>
              </w:rPr>
            </w:pPr>
            <w:r w:rsidRPr="00EF2F0E">
              <w:rPr>
                <w:rFonts w:cs="v5.0.0"/>
              </w:rPr>
              <w:t xml:space="preserve">0.015 MHz </w:t>
            </w:r>
            <w:r w:rsidRPr="00EF2F0E">
              <w:rPr>
                <w:rFonts w:cs="v5.0.0"/>
              </w:rPr>
              <w:sym w:font="Symbol" w:char="F0A3"/>
            </w:r>
            <w:r w:rsidRPr="00EF2F0E">
              <w:rPr>
                <w:rFonts w:cs="v5.0.0"/>
              </w:rPr>
              <w:t xml:space="preserve"> f_offset &lt; 0.065 MHz </w:t>
            </w:r>
          </w:p>
        </w:tc>
        <w:tc>
          <w:tcPr>
            <w:tcW w:w="3139" w:type="dxa"/>
          </w:tcPr>
          <w:p w14:paraId="0984D7FB" w14:textId="77777777" w:rsidR="003E32EB" w:rsidRPr="00EF2F0E" w:rsidRDefault="003E32EB" w:rsidP="00A40339">
            <w:pPr>
              <w:pStyle w:val="EQ"/>
              <w:rPr>
                <w:noProof w:val="0"/>
              </w:rPr>
            </w:pPr>
            <w:r w:rsidRPr="00EF2F0E">
              <w:rPr>
                <w:rFonts w:ascii="Arial" w:hAnsi="Arial" w:cs="v5.0.0"/>
                <w:noProof w:val="0"/>
                <w:sz w:val="18"/>
                <w:szCs w:val="18"/>
              </w:rPr>
              <w:t>P</w:t>
            </w:r>
            <w:r w:rsidRPr="00EF2F0E">
              <w:rPr>
                <w:rFonts w:ascii="Arial" w:hAnsi="Arial" w:cs="v5.0.0"/>
                <w:noProof w:val="0"/>
                <w:sz w:val="18"/>
                <w:szCs w:val="18"/>
                <w:vertAlign w:val="subscript"/>
              </w:rPr>
              <w:t>rated,c,cell</w:t>
            </w:r>
            <w:r w:rsidRPr="00EF2F0E">
              <w:rPr>
                <w:rFonts w:ascii="Arial" w:hAnsi="Arial" w:cs="v5.0.0"/>
                <w:noProof w:val="0"/>
                <w:sz w:val="18"/>
                <w:szCs w:val="18"/>
              </w:rPr>
              <w:t>-10*log10(</w:t>
            </w:r>
            <w:r w:rsidRPr="00EF2F0E">
              <w:t>N</w:t>
            </w:r>
            <w:r w:rsidRPr="00EF2F0E">
              <w:rPr>
                <w:vertAlign w:val="subscript"/>
              </w:rPr>
              <w:t>TXU,countedpercell</w:t>
            </w:r>
            <w:r w:rsidRPr="00EF2F0E">
              <w:t>)-38dB-60*(f_offset/MHz-0,015)dB</w:t>
            </w:r>
          </w:p>
        </w:tc>
        <w:tc>
          <w:tcPr>
            <w:tcW w:w="1430" w:type="dxa"/>
          </w:tcPr>
          <w:p w14:paraId="0984D7FC"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802" w14:textId="77777777" w:rsidTr="00A40339">
        <w:trPr>
          <w:cantSplit/>
          <w:jc w:val="center"/>
        </w:trPr>
        <w:tc>
          <w:tcPr>
            <w:tcW w:w="2268" w:type="dxa"/>
          </w:tcPr>
          <w:p w14:paraId="0984D7FE"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0.1</w:t>
            </w:r>
            <w:r w:rsidRPr="00EF2F0E">
              <w:rPr>
                <w:rFonts w:cs="v5.0.0"/>
                <w:lang w:eastAsia="zh-CN"/>
              </w:rPr>
              <w:t>5</w:t>
            </w:r>
            <w:r w:rsidRPr="00EF2F0E">
              <w:rPr>
                <w:rFonts w:cs="v5.0.0"/>
              </w:rPr>
              <w:t xml:space="preserve"> MHz</w:t>
            </w:r>
          </w:p>
        </w:tc>
        <w:tc>
          <w:tcPr>
            <w:tcW w:w="2977" w:type="dxa"/>
          </w:tcPr>
          <w:p w14:paraId="0984D7FF" w14:textId="77777777" w:rsidR="003E32EB" w:rsidRPr="00EF2F0E" w:rsidRDefault="003E32EB" w:rsidP="00A40339">
            <w:pPr>
              <w:pStyle w:val="TAC"/>
              <w:rPr>
                <w:rFonts w:cs="v5.0.0"/>
              </w:rPr>
            </w:pPr>
            <w:r w:rsidRPr="00EF2F0E">
              <w:rPr>
                <w:rFonts w:cs="v5.0.0"/>
              </w:rPr>
              <w:t xml:space="preserve">0.065 MHz </w:t>
            </w:r>
            <w:r w:rsidRPr="00EF2F0E">
              <w:rPr>
                <w:rFonts w:cs="v5.0.0"/>
              </w:rPr>
              <w:sym w:font="Symbol" w:char="F0A3"/>
            </w:r>
            <w:r w:rsidRPr="00EF2F0E">
              <w:rPr>
                <w:rFonts w:cs="v5.0.0"/>
              </w:rPr>
              <w:t xml:space="preserve"> f_offset &lt; 0.1</w:t>
            </w:r>
            <w:r w:rsidRPr="00EF2F0E">
              <w:rPr>
                <w:rFonts w:cs="v5.0.0"/>
                <w:lang w:eastAsia="zh-CN"/>
              </w:rPr>
              <w:t>6</w:t>
            </w:r>
            <w:r w:rsidRPr="00EF2F0E">
              <w:rPr>
                <w:rFonts w:cs="v5.0.0"/>
              </w:rPr>
              <w:t xml:space="preserve">5 MHz </w:t>
            </w:r>
          </w:p>
        </w:tc>
        <w:tc>
          <w:tcPr>
            <w:tcW w:w="3139" w:type="dxa"/>
          </w:tcPr>
          <w:p w14:paraId="0984D800" w14:textId="77777777" w:rsidR="003E32EB" w:rsidRPr="00EF2F0E" w:rsidRDefault="003E32EB" w:rsidP="00A40339">
            <w:pPr>
              <w:pStyle w:val="EQ"/>
              <w:rPr>
                <w:noProof w:val="0"/>
              </w:rPr>
            </w:pPr>
            <w:r w:rsidRPr="00EF2F0E">
              <w:rPr>
                <w:rFonts w:ascii="Arial" w:hAnsi="Arial" w:cs="v5.0.0"/>
                <w:noProof w:val="0"/>
                <w:sz w:val="18"/>
                <w:szCs w:val="18"/>
              </w:rPr>
              <w:t>P</w:t>
            </w:r>
            <w:r w:rsidRPr="00EF2F0E">
              <w:rPr>
                <w:rFonts w:ascii="Arial" w:hAnsi="Arial" w:cs="v5.0.0"/>
                <w:noProof w:val="0"/>
                <w:sz w:val="18"/>
                <w:szCs w:val="18"/>
                <w:vertAlign w:val="subscript"/>
              </w:rPr>
              <w:t>rated,c,cell</w:t>
            </w:r>
            <w:r w:rsidRPr="00EF2F0E">
              <w:rPr>
                <w:rFonts w:ascii="Arial" w:hAnsi="Arial" w:cs="v5.0.0"/>
                <w:noProof w:val="0"/>
                <w:sz w:val="18"/>
                <w:szCs w:val="18"/>
              </w:rPr>
              <w:t>-10*log10(</w:t>
            </w:r>
            <w:r w:rsidRPr="00EF2F0E">
              <w:t>N</w:t>
            </w:r>
            <w:r w:rsidRPr="00EF2F0E">
              <w:rPr>
                <w:vertAlign w:val="subscript"/>
              </w:rPr>
              <w:t>TXU,countedpercell</w:t>
            </w:r>
            <w:r w:rsidRPr="00EF2F0E">
              <w:t>)-41dB-160*(f_offset/MHz-0,065)dB</w:t>
            </w:r>
            <w:r w:rsidRPr="00EF2F0E">
              <w:rPr>
                <w:rFonts w:ascii="Arial" w:hAnsi="Arial" w:cs="v5.0.0"/>
                <w:noProof w:val="0"/>
                <w:sz w:val="18"/>
                <w:szCs w:val="18"/>
              </w:rPr>
              <w:t xml:space="preserve"> </w:t>
            </w:r>
          </w:p>
        </w:tc>
        <w:tc>
          <w:tcPr>
            <w:tcW w:w="1430" w:type="dxa"/>
          </w:tcPr>
          <w:p w14:paraId="0984D801" w14:textId="77777777" w:rsidR="003E32EB" w:rsidRPr="00EF2F0E" w:rsidRDefault="003E32EB" w:rsidP="00A40339">
            <w:pPr>
              <w:pStyle w:val="TAC"/>
              <w:rPr>
                <w:rFonts w:cs="Arial"/>
              </w:rPr>
            </w:pPr>
            <w:r w:rsidRPr="00EF2F0E">
              <w:rPr>
                <w:rFonts w:cs="Arial"/>
              </w:rPr>
              <w:t xml:space="preserve">30 kHz </w:t>
            </w:r>
          </w:p>
        </w:tc>
      </w:tr>
      <w:tr w:rsidR="003E32EB" w:rsidRPr="00EF2F0E" w14:paraId="0984D806" w14:textId="77777777" w:rsidTr="00A40339">
        <w:trPr>
          <w:cantSplit/>
          <w:jc w:val="center"/>
        </w:trPr>
        <w:tc>
          <w:tcPr>
            <w:tcW w:w="9814" w:type="dxa"/>
            <w:gridSpan w:val="4"/>
          </w:tcPr>
          <w:p w14:paraId="0984D803" w14:textId="77777777" w:rsidR="003E32EB" w:rsidRPr="00EF2F0E" w:rsidRDefault="003E32EB" w:rsidP="00A40339">
            <w:pPr>
              <w:pStyle w:val="TAN"/>
              <w:rPr>
                <w:rFonts w:cs="Arial"/>
              </w:rPr>
            </w:pPr>
            <w:r w:rsidRPr="00EF2F0E">
              <w:rPr>
                <w:rFonts w:cs="Arial"/>
              </w:rPr>
              <w:t xml:space="preserve">NOTE </w:t>
            </w:r>
            <w:r w:rsidRPr="00EF2F0E">
              <w:rPr>
                <w:rFonts w:cs="Arial"/>
                <w:lang w:eastAsia="zh-CN"/>
              </w:rPr>
              <w:t>4</w:t>
            </w:r>
            <w:r w:rsidRPr="00EF2F0E">
              <w:rPr>
                <w:rFonts w:cs="Arial"/>
              </w:rPr>
              <w:t>:</w:t>
            </w:r>
            <w:r w:rsidRPr="00EF2F0E">
              <w:rPr>
                <w:rFonts w:cs="Arial"/>
              </w:rPr>
              <w:tab/>
              <w:t>The limits in this table only apply for operation with an E-UTRA 1.4 or 3 MHz carrier adjacent to the</w:t>
            </w:r>
            <w:r w:rsidRPr="00EF2F0E">
              <w:rPr>
                <w:rFonts w:cs="Arial"/>
                <w:i/>
              </w:rPr>
              <w:t xml:space="preserve"> Base Station RF Bandwidth edge</w:t>
            </w:r>
            <w:r w:rsidRPr="00EF2F0E">
              <w:rPr>
                <w:rFonts w:cs="Arial"/>
              </w:rPr>
              <w:t>.</w:t>
            </w:r>
          </w:p>
          <w:p w14:paraId="0984D804" w14:textId="77777777" w:rsidR="003E32EB" w:rsidRPr="00EF2F0E" w:rsidRDefault="003E32EB" w:rsidP="00A40339">
            <w:pPr>
              <w:pStyle w:val="TAN"/>
              <w:rPr>
                <w:rFonts w:cs="Arial"/>
                <w:lang w:eastAsia="zh-CN"/>
              </w:rPr>
            </w:pPr>
            <w:r w:rsidRPr="00EF2F0E">
              <w:rPr>
                <w:rFonts w:cs="Arial"/>
              </w:rPr>
              <w:t xml:space="preserve">NOTE </w:t>
            </w:r>
            <w:r w:rsidRPr="00EF2F0E">
              <w:rPr>
                <w:rFonts w:cs="Arial"/>
                <w:lang w:eastAsia="zh-CN"/>
              </w:rPr>
              <w:t>5</w:t>
            </w:r>
            <w:r w:rsidRPr="00EF2F0E">
              <w:rPr>
                <w:rFonts w:cs="Arial"/>
              </w:rPr>
              <w:t>:</w:t>
            </w:r>
            <w:r w:rsidRPr="00EF2F0E">
              <w:rPr>
                <w:rFonts w:cs="Arial"/>
              </w:rPr>
              <w:tab/>
              <w:t xml:space="preserve">For a MSR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t>
            </w:r>
            <w:r w:rsidRPr="00EF2F0E">
              <w:rPr>
                <w:rFonts w:cs="Arial"/>
                <w:lang w:eastAsia="zh-CN"/>
              </w:rPr>
              <w:t xml:space="preserve">within any operating band </w:t>
            </w:r>
            <w:r w:rsidRPr="00EF2F0E">
              <w:rPr>
                <w:rFonts w:cs="Arial"/>
              </w:rPr>
              <w:t xml:space="preserve">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w:t>
            </w:r>
            <w:r w:rsidRPr="00EF2F0E">
              <w:rPr>
                <w:rFonts w:cs="Arial"/>
                <w:lang w:eastAsia="zh-CN"/>
              </w:rPr>
              <w:t xml:space="preserve"> </w:t>
            </w:r>
            <w:r w:rsidRPr="00EF2F0E">
              <w:rPr>
                <w:rFonts w:cs="Arial"/>
              </w:rPr>
              <w:t xml:space="preserve">contributions from adjacent </w:t>
            </w:r>
            <w:r w:rsidRPr="00EF2F0E">
              <w:rPr>
                <w:rFonts w:cs="v5.0.0"/>
              </w:rPr>
              <w:t xml:space="preserve">sub blocks on each side of the </w:t>
            </w:r>
            <w:r w:rsidRPr="00EF2F0E">
              <w:rPr>
                <w:rFonts w:cs="v5.0.0"/>
                <w:i/>
              </w:rPr>
              <w:t>sub-block gap</w:t>
            </w:r>
            <w:r w:rsidRPr="00EF2F0E">
              <w:rPr>
                <w:rFonts w:cs="Arial"/>
              </w:rPr>
              <w:t>.</w:t>
            </w:r>
          </w:p>
          <w:p w14:paraId="0984D805" w14:textId="77777777" w:rsidR="003E32EB" w:rsidRPr="00EF2F0E" w:rsidRDefault="003E32EB" w:rsidP="00A40339">
            <w:pPr>
              <w:pStyle w:val="TAN"/>
              <w:rPr>
                <w:rFonts w:cs="Arial"/>
                <w:lang w:eastAsia="zh-CN"/>
              </w:rPr>
            </w:pPr>
            <w:r w:rsidRPr="00EF2F0E">
              <w:rPr>
                <w:rFonts w:cs="Arial"/>
              </w:rPr>
              <w:t>NOTE</w:t>
            </w:r>
            <w:r w:rsidRPr="00EF2F0E">
              <w:rPr>
                <w:rFonts w:cs="Arial"/>
                <w:lang w:eastAsia="zh-CN"/>
              </w:rPr>
              <w:t xml:space="preserve"> 6</w:t>
            </w:r>
            <w:r w:rsidRPr="00EF2F0E">
              <w:rPr>
                <w:rFonts w:cs="Arial"/>
              </w:rPr>
              <w:t>:</w:t>
            </w:r>
            <w:r w:rsidR="006E5225" w:rsidRPr="00EF2F0E">
              <w:rPr>
                <w:rFonts w:cs="Arial"/>
              </w:rPr>
              <w:tab/>
            </w:r>
            <w:r w:rsidRPr="00EF2F0E">
              <w:rPr>
                <w:rFonts w:cs="Arial"/>
              </w:rPr>
              <w:t xml:space="preserve">For a MSR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Arial"/>
              </w:rPr>
              <w:t>.</w:t>
            </w:r>
          </w:p>
        </w:tc>
      </w:tr>
    </w:tbl>
    <w:p w14:paraId="0984D807" w14:textId="77777777" w:rsidR="003E32EB" w:rsidRPr="00EF2F0E" w:rsidRDefault="003E32EB" w:rsidP="00A40339"/>
    <w:p w14:paraId="0984D808" w14:textId="7D1AF0D9" w:rsidR="003E32EB" w:rsidRPr="00EF2F0E" w:rsidRDefault="003E32EB" w:rsidP="00A40339">
      <w:pPr>
        <w:pStyle w:val="TH"/>
        <w:rPr>
          <w:rFonts w:cs="v5.0.0"/>
        </w:rPr>
      </w:pPr>
      <w:r w:rsidRPr="00EF2F0E">
        <w:t>Table 6.6.5.2.3-</w:t>
      </w:r>
      <w:r w:rsidRPr="00EF2F0E">
        <w:rPr>
          <w:lang w:eastAsia="zh-CN"/>
        </w:rPr>
        <w:t>6</w:t>
      </w:r>
      <w:r w:rsidRPr="00EF2F0E">
        <w:t xml:space="preserve">: </w:t>
      </w:r>
      <w:bookmarkStart w:id="1723" w:name="_Hlk61625783"/>
      <w:r w:rsidR="001B6DE7">
        <w:t>MR BS OBUE in</w:t>
      </w:r>
      <w:r w:rsidR="001B6DE7" w:rsidRPr="00DF5484">
        <w:t xml:space="preserve"> </w:t>
      </w:r>
      <w:r w:rsidR="001B6DE7">
        <w:t>BC2 bands applicable</w:t>
      </w:r>
      <w:r w:rsidR="001B6DE7" w:rsidRPr="00DF5484">
        <w:t xml:space="preserve"> for</w:t>
      </w:r>
      <w:r w:rsidR="001B6DE7">
        <w:t>:</w:t>
      </w:r>
      <w:r w:rsidR="001B6DE7" w:rsidRPr="00DF5484">
        <w:t xml:space="preserve"> </w:t>
      </w:r>
      <w:r w:rsidR="001B6DE7">
        <w:t xml:space="preserve">BS with </w:t>
      </w:r>
      <w:r w:rsidR="001B6DE7" w:rsidRPr="00DF5484">
        <w:t xml:space="preserve">maximum output power </w:t>
      </w:r>
      <w:r w:rsidR="001B6DE7" w:rsidRPr="00DF5484">
        <w:rPr>
          <w:rFonts w:cs="v4.2.0"/>
        </w:rPr>
        <w:t>P</w:t>
      </w:r>
      <w:r w:rsidR="001B6DE7" w:rsidRPr="00DF5484">
        <w:rPr>
          <w:rFonts w:cs="v4.2.0"/>
          <w:vertAlign w:val="subscript"/>
        </w:rPr>
        <w:t>rated,c,cell</w:t>
      </w:r>
      <w:r w:rsidR="001B6DE7" w:rsidRPr="00DF5484">
        <w:t>-10*log10(N</w:t>
      </w:r>
      <w:r w:rsidR="001B6DE7" w:rsidRPr="00DF5484">
        <w:rPr>
          <w:vertAlign w:val="subscript"/>
        </w:rPr>
        <w:t>TXU,countedpercell</w:t>
      </w:r>
      <w:r w:rsidR="001B6DE7" w:rsidRPr="00DF5484">
        <w:t xml:space="preserve">) </w:t>
      </w:r>
      <w:r w:rsidR="001B6DE7" w:rsidRPr="00DF5484">
        <w:rPr>
          <w:rFonts w:cs="v5.0.0"/>
        </w:rPr>
        <w:sym w:font="Symbol" w:char="F0A3"/>
      </w:r>
      <w:r w:rsidR="001B6DE7" w:rsidRPr="00DF5484">
        <w:t xml:space="preserve"> 31 dBm</w:t>
      </w:r>
      <w:r w:rsidR="001B6DE7">
        <w:t xml:space="preserve"> and</w:t>
      </w:r>
      <w:r w:rsidR="001B6DE7" w:rsidRPr="00DF5484">
        <w:t xml:space="preserve"> operati</w:t>
      </w:r>
      <w:r w:rsidR="001B6DE7">
        <w:t>ng</w:t>
      </w:r>
      <w:r w:rsidR="001B6DE7" w:rsidRPr="00DF5484">
        <w:t xml:space="preserve"> E-UTRA 1.4 or 3 MHz carriers adjacent to the </w:t>
      </w:r>
      <w:r w:rsidR="001B6DE7" w:rsidRPr="00DF5484">
        <w:rPr>
          <w:i/>
        </w:rPr>
        <w:t>Base Station RF Bandwidth edge</w:t>
      </w:r>
      <w:r w:rsidR="001B6DE7" w:rsidRPr="00DF5484">
        <w:t>,</w:t>
      </w:r>
      <w:bookmarkEnd w:id="1723"/>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2"/>
        <w:gridCol w:w="2977"/>
        <w:gridCol w:w="3139"/>
        <w:gridCol w:w="1430"/>
      </w:tblGrid>
      <w:tr w:rsidR="003401A4" w:rsidRPr="00EF2F0E" w14:paraId="0984D80D" w14:textId="77777777" w:rsidTr="00A40339">
        <w:trPr>
          <w:cantSplit/>
          <w:jc w:val="center"/>
        </w:trPr>
        <w:tc>
          <w:tcPr>
            <w:tcW w:w="2442" w:type="dxa"/>
          </w:tcPr>
          <w:p w14:paraId="0984D809"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7" w:type="dxa"/>
          </w:tcPr>
          <w:p w14:paraId="0984D80A"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139" w:type="dxa"/>
          </w:tcPr>
          <w:p w14:paraId="0984D80B" w14:textId="77777777" w:rsidR="003E32EB" w:rsidRPr="00EF2F0E" w:rsidRDefault="003E32EB" w:rsidP="00A40339">
            <w:pPr>
              <w:pStyle w:val="TAH"/>
              <w:rPr>
                <w:rFonts w:cs="Arial"/>
              </w:rPr>
            </w:pPr>
            <w:r w:rsidRPr="00EF2F0E">
              <w:rPr>
                <w:rFonts w:cs="Arial"/>
                <w:i/>
              </w:rPr>
              <w:t xml:space="preserve">Basic Limit </w:t>
            </w:r>
            <w:r w:rsidRPr="00EF2F0E">
              <w:rPr>
                <w:rFonts w:cs="Arial"/>
              </w:rPr>
              <w:t xml:space="preserve">(NOTE </w:t>
            </w:r>
            <w:r w:rsidRPr="00EF2F0E">
              <w:rPr>
                <w:rFonts w:cs="Arial"/>
                <w:lang w:eastAsia="zh-CN"/>
              </w:rPr>
              <w:t>5, 6</w:t>
            </w:r>
            <w:r w:rsidRPr="00EF2F0E">
              <w:rPr>
                <w:rFonts w:cs="Arial"/>
              </w:rPr>
              <w:t>)</w:t>
            </w:r>
          </w:p>
        </w:tc>
        <w:tc>
          <w:tcPr>
            <w:tcW w:w="1430" w:type="dxa"/>
          </w:tcPr>
          <w:p w14:paraId="0984D80C"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 xml:space="preserve">(NOTE </w:t>
            </w:r>
            <w:r w:rsidRPr="00EF2F0E">
              <w:rPr>
                <w:rFonts w:cs="Arial"/>
                <w:lang w:eastAsia="zh-CN"/>
              </w:rPr>
              <w:t>10</w:t>
            </w:r>
            <w:r w:rsidRPr="00EF2F0E">
              <w:rPr>
                <w:rFonts w:cs="Arial"/>
              </w:rPr>
              <w:t>)</w:t>
            </w:r>
          </w:p>
        </w:tc>
      </w:tr>
      <w:tr w:rsidR="003401A4" w:rsidRPr="00EF2F0E" w14:paraId="0984D812" w14:textId="77777777" w:rsidTr="00A40339">
        <w:trPr>
          <w:cantSplit/>
          <w:jc w:val="center"/>
        </w:trPr>
        <w:tc>
          <w:tcPr>
            <w:tcW w:w="2442" w:type="dxa"/>
          </w:tcPr>
          <w:p w14:paraId="0984D80E"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0.05 MHz</w:t>
            </w:r>
          </w:p>
        </w:tc>
        <w:tc>
          <w:tcPr>
            <w:tcW w:w="2977" w:type="dxa"/>
          </w:tcPr>
          <w:p w14:paraId="0984D80F" w14:textId="77777777" w:rsidR="003E32EB" w:rsidRPr="00EF2F0E" w:rsidRDefault="003E32EB" w:rsidP="00A40339">
            <w:pPr>
              <w:pStyle w:val="TAC"/>
              <w:ind w:left="3780" w:hanging="3780"/>
              <w:rPr>
                <w:rFonts w:cs="v5.0.0"/>
              </w:rPr>
            </w:pPr>
            <w:r w:rsidRPr="00EF2F0E">
              <w:rPr>
                <w:rFonts w:cs="v5.0.0"/>
              </w:rPr>
              <w:t xml:space="preserve">0.015 MHz </w:t>
            </w:r>
            <w:r w:rsidRPr="00EF2F0E">
              <w:rPr>
                <w:rFonts w:cs="v5.0.0"/>
              </w:rPr>
              <w:sym w:font="Symbol" w:char="F0A3"/>
            </w:r>
            <w:r w:rsidRPr="00EF2F0E">
              <w:rPr>
                <w:rFonts w:cs="v5.0.0"/>
              </w:rPr>
              <w:t xml:space="preserve"> f_offset &lt; 0.065 MHz </w:t>
            </w:r>
          </w:p>
        </w:tc>
        <w:tc>
          <w:tcPr>
            <w:tcW w:w="3139" w:type="dxa"/>
          </w:tcPr>
          <w:p w14:paraId="0984D810" w14:textId="77777777" w:rsidR="003E32EB" w:rsidRPr="00EF2F0E" w:rsidRDefault="007A55FD" w:rsidP="00A40339">
            <w:pPr>
              <w:pStyle w:val="EQ"/>
              <w:ind w:left="9072" w:hanging="9072"/>
              <w:rPr>
                <w:noProof w:val="0"/>
              </w:rPr>
            </w:pPr>
            <w:r w:rsidRPr="00EF2F0E">
              <w:rPr>
                <w:position w:val="-42"/>
              </w:rPr>
              <w:object w:dxaOrig="3381" w:dyaOrig="960" w14:anchorId="098511B3">
                <v:shape id="对象 130" o:spid="_x0000_i1046" type="#_x0000_t75" style="width:151.95pt;height:43.95pt;mso-wrap-style:square;mso-position-horizontal-relative:page;mso-position-vertical-relative:page" o:ole="">
                  <v:fill o:detectmouseclick="t"/>
                  <v:imagedata r:id="rId55" o:title=""/>
                </v:shape>
                <o:OLEObject Type="Embed" ProgID="Equation.3" ShapeID="对象 130" DrawAspect="Content" ObjectID="_1717663568" r:id="rId56"/>
              </w:object>
            </w:r>
          </w:p>
        </w:tc>
        <w:tc>
          <w:tcPr>
            <w:tcW w:w="1430" w:type="dxa"/>
          </w:tcPr>
          <w:p w14:paraId="0984D811"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817" w14:textId="77777777" w:rsidTr="00A40339">
        <w:trPr>
          <w:cantSplit/>
          <w:jc w:val="center"/>
        </w:trPr>
        <w:tc>
          <w:tcPr>
            <w:tcW w:w="2442" w:type="dxa"/>
          </w:tcPr>
          <w:p w14:paraId="0984D813"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0.1</w:t>
            </w:r>
            <w:r w:rsidRPr="00EF2F0E">
              <w:rPr>
                <w:rFonts w:cs="v5.0.0"/>
                <w:lang w:eastAsia="zh-CN"/>
              </w:rPr>
              <w:t>5</w:t>
            </w:r>
            <w:r w:rsidRPr="00EF2F0E">
              <w:rPr>
                <w:rFonts w:cs="v5.0.0"/>
              </w:rPr>
              <w:t xml:space="preserve"> MHz</w:t>
            </w:r>
          </w:p>
        </w:tc>
        <w:tc>
          <w:tcPr>
            <w:tcW w:w="2977" w:type="dxa"/>
          </w:tcPr>
          <w:p w14:paraId="0984D814" w14:textId="77777777" w:rsidR="003E32EB" w:rsidRPr="00EF2F0E" w:rsidRDefault="003E32EB" w:rsidP="00A40339">
            <w:pPr>
              <w:pStyle w:val="TAC"/>
              <w:rPr>
                <w:rFonts w:cs="v5.0.0"/>
              </w:rPr>
            </w:pPr>
            <w:r w:rsidRPr="00EF2F0E">
              <w:rPr>
                <w:rFonts w:cs="v5.0.0"/>
              </w:rPr>
              <w:t xml:space="preserve">0.065 MHz </w:t>
            </w:r>
            <w:r w:rsidRPr="00EF2F0E">
              <w:rPr>
                <w:rFonts w:cs="v5.0.0"/>
              </w:rPr>
              <w:sym w:font="Symbol" w:char="F0A3"/>
            </w:r>
            <w:r w:rsidRPr="00EF2F0E">
              <w:rPr>
                <w:rFonts w:cs="v5.0.0"/>
              </w:rPr>
              <w:t xml:space="preserve"> f_offset &lt; 0.1</w:t>
            </w:r>
            <w:r w:rsidRPr="00EF2F0E">
              <w:rPr>
                <w:rFonts w:cs="v5.0.0"/>
                <w:lang w:eastAsia="zh-CN"/>
              </w:rPr>
              <w:t>6</w:t>
            </w:r>
            <w:r w:rsidRPr="00EF2F0E">
              <w:rPr>
                <w:rFonts w:cs="v5.0.0"/>
              </w:rPr>
              <w:t xml:space="preserve">5 MHz </w:t>
            </w:r>
          </w:p>
        </w:tc>
        <w:tc>
          <w:tcPr>
            <w:tcW w:w="3139" w:type="dxa"/>
          </w:tcPr>
          <w:p w14:paraId="0984D815" w14:textId="77777777" w:rsidR="003E32EB" w:rsidRPr="00EF2F0E" w:rsidRDefault="007A55FD" w:rsidP="00A40339">
            <w:pPr>
              <w:pStyle w:val="EQ"/>
              <w:rPr>
                <w:noProof w:val="0"/>
              </w:rPr>
            </w:pPr>
            <w:r w:rsidRPr="00EF2F0E">
              <w:rPr>
                <w:position w:val="-42"/>
              </w:rPr>
              <w:object w:dxaOrig="3559" w:dyaOrig="959" w14:anchorId="098511B4">
                <v:shape id="对象 131" o:spid="_x0000_i1047" type="#_x0000_t75" style="width:147.65pt;height:40.25pt;mso-wrap-style:square;mso-position-horizontal-relative:page;mso-position-vertical-relative:page" o:ole="">
                  <v:imagedata r:id="rId57" o:title=""/>
                </v:shape>
                <o:OLEObject Type="Embed" ProgID="Equation.3" ShapeID="对象 131" DrawAspect="Content" ObjectID="_1717663569" r:id="rId58"/>
              </w:object>
            </w:r>
          </w:p>
        </w:tc>
        <w:tc>
          <w:tcPr>
            <w:tcW w:w="1430" w:type="dxa"/>
          </w:tcPr>
          <w:p w14:paraId="0984D816" w14:textId="77777777" w:rsidR="003E32EB" w:rsidRPr="00EF2F0E" w:rsidRDefault="003E32EB" w:rsidP="00A40339">
            <w:pPr>
              <w:pStyle w:val="TAC"/>
              <w:rPr>
                <w:rFonts w:cs="Arial"/>
              </w:rPr>
            </w:pPr>
            <w:r w:rsidRPr="00EF2F0E">
              <w:rPr>
                <w:rFonts w:cs="Arial"/>
              </w:rPr>
              <w:t xml:space="preserve">30 kHz </w:t>
            </w:r>
          </w:p>
        </w:tc>
      </w:tr>
      <w:tr w:rsidR="003E32EB" w:rsidRPr="00EF2F0E" w14:paraId="0984D81B" w14:textId="77777777" w:rsidTr="00A40339">
        <w:trPr>
          <w:cantSplit/>
          <w:jc w:val="center"/>
        </w:trPr>
        <w:tc>
          <w:tcPr>
            <w:tcW w:w="9988" w:type="dxa"/>
            <w:gridSpan w:val="4"/>
          </w:tcPr>
          <w:p w14:paraId="0984D818" w14:textId="77777777" w:rsidR="003E32EB" w:rsidRPr="00EF2F0E" w:rsidRDefault="003E32EB" w:rsidP="00A40339">
            <w:pPr>
              <w:pStyle w:val="TAN"/>
              <w:rPr>
                <w:rFonts w:cs="Arial"/>
              </w:rPr>
            </w:pPr>
            <w:r w:rsidRPr="00EF2F0E">
              <w:rPr>
                <w:rFonts w:cs="Arial"/>
              </w:rPr>
              <w:t xml:space="preserve">NOTE </w:t>
            </w:r>
            <w:r w:rsidRPr="00EF2F0E">
              <w:rPr>
                <w:rFonts w:cs="Arial"/>
                <w:lang w:eastAsia="zh-CN"/>
              </w:rPr>
              <w:t>4</w:t>
            </w:r>
            <w:r w:rsidRPr="00EF2F0E">
              <w:rPr>
                <w:rFonts w:cs="Arial"/>
              </w:rPr>
              <w:t>:</w:t>
            </w:r>
            <w:r w:rsidRPr="00EF2F0E">
              <w:rPr>
                <w:rFonts w:cs="Arial"/>
              </w:rPr>
              <w:tab/>
              <w:t>The limits in this table only apply for operation with an E-UTRA 1.4 or 3 MHz carrier adjacent to the</w:t>
            </w:r>
            <w:r w:rsidRPr="00EF2F0E">
              <w:rPr>
                <w:rFonts w:cs="Arial"/>
                <w:i/>
              </w:rPr>
              <w:t xml:space="preserve"> Base Station RF Bandwidth edge</w:t>
            </w:r>
            <w:r w:rsidRPr="00EF2F0E">
              <w:rPr>
                <w:rFonts w:cs="Arial"/>
              </w:rPr>
              <w:t>.</w:t>
            </w:r>
          </w:p>
          <w:p w14:paraId="0984D819" w14:textId="77777777" w:rsidR="003E32EB" w:rsidRPr="00EF2F0E" w:rsidRDefault="003E32EB" w:rsidP="00A40339">
            <w:pPr>
              <w:pStyle w:val="TAN"/>
              <w:rPr>
                <w:rFonts w:cs="Arial"/>
                <w:lang w:eastAsia="zh-CN"/>
              </w:rPr>
            </w:pPr>
            <w:r w:rsidRPr="00EF2F0E">
              <w:rPr>
                <w:rFonts w:cs="Arial"/>
              </w:rPr>
              <w:t xml:space="preserve">NOTE </w:t>
            </w:r>
            <w:r w:rsidRPr="00EF2F0E">
              <w:rPr>
                <w:rFonts w:cs="Arial"/>
                <w:lang w:eastAsia="zh-CN"/>
              </w:rPr>
              <w:t>5</w:t>
            </w:r>
            <w:r w:rsidRPr="00EF2F0E">
              <w:rPr>
                <w:rFonts w:cs="Arial"/>
              </w:rPr>
              <w:t>:</w:t>
            </w:r>
            <w:r w:rsidRPr="00EF2F0E">
              <w:rPr>
                <w:rFonts w:cs="Arial"/>
              </w:rPr>
              <w:tab/>
              <w:t xml:space="preserve">For a MSR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t>
            </w:r>
            <w:r w:rsidRPr="00EF2F0E">
              <w:rPr>
                <w:rFonts w:cs="Arial"/>
                <w:lang w:eastAsia="zh-CN"/>
              </w:rPr>
              <w:t xml:space="preserve">within any operating band </w:t>
            </w:r>
            <w:r w:rsidRPr="00EF2F0E">
              <w:rPr>
                <w:rFonts w:cs="Arial"/>
              </w:rPr>
              <w:t xml:space="preserve">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w:t>
            </w:r>
          </w:p>
          <w:p w14:paraId="0984D81A" w14:textId="77777777" w:rsidR="003E32EB" w:rsidRPr="00EF2F0E" w:rsidRDefault="003E32EB" w:rsidP="00A40339">
            <w:pPr>
              <w:pStyle w:val="TAN"/>
              <w:rPr>
                <w:rFonts w:cs="Arial"/>
                <w:lang w:eastAsia="zh-CN"/>
              </w:rPr>
            </w:pPr>
            <w:r w:rsidRPr="00EF2F0E">
              <w:rPr>
                <w:rFonts w:cs="Arial"/>
              </w:rPr>
              <w:t>NOTE</w:t>
            </w:r>
            <w:r w:rsidRPr="00EF2F0E">
              <w:rPr>
                <w:rFonts w:cs="Arial"/>
                <w:lang w:eastAsia="zh-CN"/>
              </w:rPr>
              <w:t xml:space="preserve"> 6</w:t>
            </w:r>
            <w:r w:rsidRPr="00EF2F0E">
              <w:rPr>
                <w:rFonts w:cs="Arial"/>
              </w:rPr>
              <w:t>:</w:t>
            </w:r>
            <w:r w:rsidR="006E5225" w:rsidRPr="00EF2F0E">
              <w:rPr>
                <w:rFonts w:cs="Arial"/>
              </w:rPr>
              <w:tab/>
            </w:r>
            <w:r w:rsidRPr="00EF2F0E">
              <w:rPr>
                <w:rFonts w:cs="Arial"/>
              </w:rPr>
              <w:t xml:space="preserve">For a MSR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Arial"/>
              </w:rPr>
              <w:t>.</w:t>
            </w:r>
          </w:p>
        </w:tc>
      </w:tr>
    </w:tbl>
    <w:p w14:paraId="0984D81C" w14:textId="77777777" w:rsidR="003E32EB" w:rsidRPr="00EF2F0E" w:rsidRDefault="003E32EB" w:rsidP="00A40339">
      <w:pPr>
        <w:rPr>
          <w:lang w:eastAsia="zh-CN"/>
        </w:rPr>
      </w:pPr>
    </w:p>
    <w:p w14:paraId="0984D81D" w14:textId="66DA6C66" w:rsidR="003E32EB" w:rsidRPr="00EF2F0E" w:rsidRDefault="003E32EB" w:rsidP="00A40339">
      <w:pPr>
        <w:pStyle w:val="TH"/>
      </w:pPr>
      <w:r w:rsidRPr="00EF2F0E">
        <w:t>Table 6.6.5.2.3-</w:t>
      </w:r>
      <w:r w:rsidRPr="00EF2F0E">
        <w:rPr>
          <w:lang w:eastAsia="zh-CN"/>
        </w:rPr>
        <w:t>7</w:t>
      </w:r>
      <w:r w:rsidRPr="00EF2F0E">
        <w:t xml:space="preserve">: </w:t>
      </w:r>
      <w:r w:rsidR="00D3272A">
        <w:t>LA BS OBUE in</w:t>
      </w:r>
      <w:r w:rsidR="00D3272A" w:rsidRPr="00DF5484">
        <w:t xml:space="preserve"> BC2</w:t>
      </w:r>
      <w:r w:rsidR="00D3272A">
        <w:t xml:space="preserve"> bands</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7"/>
        <w:gridCol w:w="3294"/>
        <w:gridCol w:w="1592"/>
      </w:tblGrid>
      <w:tr w:rsidR="003401A4" w:rsidRPr="00EF2F0E" w14:paraId="0984D822"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81E"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0044"/>
            </w:r>
            <w:r w:rsidRPr="00EF2F0E">
              <w:rPr>
                <w:rFonts w:cs="Arial"/>
              </w:rPr>
              <w:t>f</w:t>
            </w:r>
          </w:p>
        </w:tc>
        <w:tc>
          <w:tcPr>
            <w:tcW w:w="2977" w:type="dxa"/>
            <w:tcBorders>
              <w:top w:val="single" w:sz="4" w:space="0" w:color="auto"/>
              <w:left w:val="single" w:sz="4" w:space="0" w:color="auto"/>
              <w:bottom w:val="single" w:sz="4" w:space="0" w:color="auto"/>
              <w:right w:val="single" w:sz="4" w:space="0" w:color="auto"/>
            </w:tcBorders>
          </w:tcPr>
          <w:p w14:paraId="0984D81F"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294" w:type="dxa"/>
            <w:tcBorders>
              <w:top w:val="single" w:sz="4" w:space="0" w:color="auto"/>
              <w:left w:val="single" w:sz="4" w:space="0" w:color="auto"/>
              <w:bottom w:val="single" w:sz="4" w:space="0" w:color="auto"/>
              <w:right w:val="single" w:sz="4" w:space="0" w:color="auto"/>
            </w:tcBorders>
          </w:tcPr>
          <w:p w14:paraId="0984D820" w14:textId="77777777" w:rsidR="003E32EB" w:rsidRPr="00EF2F0E" w:rsidRDefault="003E32EB" w:rsidP="00A40339">
            <w:pPr>
              <w:pStyle w:val="TAH"/>
              <w:rPr>
                <w:rFonts w:cs="Arial"/>
                <w:lang w:eastAsia="zh-CN"/>
              </w:rPr>
            </w:pPr>
            <w:r w:rsidRPr="00EF2F0E">
              <w:rPr>
                <w:rFonts w:cs="Arial"/>
                <w:i/>
              </w:rPr>
              <w:t xml:space="preserve">Basic Limit </w:t>
            </w:r>
            <w:r w:rsidRPr="00EF2F0E">
              <w:rPr>
                <w:rFonts w:cs="Arial"/>
                <w:lang w:eastAsia="zh-CN"/>
              </w:rPr>
              <w:t>(NOTE 2, 3)</w:t>
            </w:r>
          </w:p>
        </w:tc>
        <w:tc>
          <w:tcPr>
            <w:tcW w:w="1592" w:type="dxa"/>
            <w:tcBorders>
              <w:top w:val="single" w:sz="4" w:space="0" w:color="auto"/>
              <w:left w:val="single" w:sz="4" w:space="0" w:color="auto"/>
              <w:bottom w:val="single" w:sz="4" w:space="0" w:color="auto"/>
              <w:right w:val="single" w:sz="4" w:space="0" w:color="auto"/>
            </w:tcBorders>
          </w:tcPr>
          <w:p w14:paraId="0984D821"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 xml:space="preserve">(NOTE </w:t>
            </w:r>
            <w:r w:rsidRPr="00EF2F0E">
              <w:rPr>
                <w:rFonts w:cs="Arial"/>
                <w:lang w:eastAsia="zh-CN"/>
              </w:rPr>
              <w:t>10</w:t>
            </w:r>
            <w:r w:rsidRPr="00EF2F0E">
              <w:rPr>
                <w:rFonts w:cs="Arial"/>
              </w:rPr>
              <w:t>)</w:t>
            </w:r>
          </w:p>
        </w:tc>
      </w:tr>
      <w:tr w:rsidR="003401A4" w:rsidRPr="00EF2F0E" w14:paraId="0984D828"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823" w14:textId="77777777" w:rsidR="003E32EB" w:rsidRPr="00EF2F0E" w:rsidRDefault="003E32EB" w:rsidP="00A40339">
            <w:pPr>
              <w:pStyle w:val="TAC"/>
              <w:rPr>
                <w:rFonts w:cs="v5.0.0"/>
                <w:lang w:eastAsia="zh-CN"/>
              </w:rPr>
            </w:pPr>
            <w:r w:rsidRPr="00EF2F0E">
              <w:rPr>
                <w:rFonts w:cs="v5.0.0"/>
              </w:rPr>
              <w:t xml:space="preserve">0 </w:t>
            </w:r>
            <w:r w:rsidRPr="00EF2F0E">
              <w:rPr>
                <w:rFonts w:cs="Arial"/>
              </w:rPr>
              <w:t xml:space="preserve">MHz </w:t>
            </w:r>
            <w:r w:rsidRPr="00EF2F0E">
              <w:rPr>
                <w:rFonts w:cs="v5.0.0"/>
              </w:rPr>
              <w:sym w:font="Symbol" w:char="00A3"/>
            </w:r>
            <w:r w:rsidRPr="00EF2F0E">
              <w:rPr>
                <w:rFonts w:cs="v5.0.0"/>
              </w:rPr>
              <w:t xml:space="preserve"> </w:t>
            </w:r>
            <w:r w:rsidRPr="00EF2F0E">
              <w:rPr>
                <w:rFonts w:cs="v5.0.0"/>
              </w:rPr>
              <w:sym w:font="Symbol" w:char="0044"/>
            </w:r>
            <w:r w:rsidRPr="00EF2F0E">
              <w:rPr>
                <w:rFonts w:cs="v5.0.0"/>
              </w:rPr>
              <w:t>f &lt; 5 MHz</w:t>
            </w:r>
          </w:p>
          <w:p w14:paraId="0984D824" w14:textId="77777777" w:rsidR="003E32EB" w:rsidRPr="00EF2F0E" w:rsidRDefault="003E32EB" w:rsidP="00A40339">
            <w:pPr>
              <w:pStyle w:val="TAC"/>
              <w:rPr>
                <w:rFonts w:cs="v5.0.0"/>
                <w:lang w:eastAsia="zh-CN"/>
              </w:rPr>
            </w:pPr>
            <w:r w:rsidRPr="00EF2F0E">
              <w:rPr>
                <w:rFonts w:cs="v5.0.0"/>
                <w:lang w:eastAsia="zh-CN"/>
              </w:rPr>
              <w:t>(NOTE 1)</w:t>
            </w:r>
          </w:p>
        </w:tc>
        <w:tc>
          <w:tcPr>
            <w:tcW w:w="2977" w:type="dxa"/>
            <w:tcBorders>
              <w:top w:val="single" w:sz="4" w:space="0" w:color="auto"/>
              <w:left w:val="single" w:sz="4" w:space="0" w:color="auto"/>
              <w:bottom w:val="single" w:sz="4" w:space="0" w:color="auto"/>
              <w:right w:val="single" w:sz="4" w:space="0" w:color="auto"/>
            </w:tcBorders>
          </w:tcPr>
          <w:p w14:paraId="0984D825"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00A3"/>
            </w:r>
            <w:r w:rsidRPr="00EF2F0E">
              <w:rPr>
                <w:rFonts w:cs="v5.0.0"/>
              </w:rPr>
              <w:t xml:space="preserve"> f_offset &lt; 5.05 MHz</w:t>
            </w:r>
          </w:p>
        </w:tc>
        <w:tc>
          <w:tcPr>
            <w:tcW w:w="3294" w:type="dxa"/>
            <w:tcBorders>
              <w:top w:val="single" w:sz="4" w:space="0" w:color="auto"/>
              <w:left w:val="single" w:sz="4" w:space="0" w:color="auto"/>
              <w:bottom w:val="single" w:sz="4" w:space="0" w:color="auto"/>
              <w:right w:val="single" w:sz="4" w:space="0" w:color="auto"/>
            </w:tcBorders>
            <w:vAlign w:val="center"/>
          </w:tcPr>
          <w:p w14:paraId="0984D826" w14:textId="77777777" w:rsidR="003E32EB" w:rsidRPr="00EF2F0E" w:rsidRDefault="003E32EB" w:rsidP="00A40339">
            <w:pPr>
              <w:pStyle w:val="TAC"/>
              <w:rPr>
                <w:rFonts w:cs="Arial"/>
              </w:rPr>
            </w:pPr>
            <w:r w:rsidRPr="00EF2F0E">
              <w:rPr>
                <w:rFonts w:cs="Arial"/>
                <w:position w:val="-30"/>
              </w:rPr>
              <w:object w:dxaOrig="3380" w:dyaOrig="680" w14:anchorId="098511B5">
                <v:shape id="_x0000_i1048" type="#_x0000_t75" style="width:151.3pt;height:30.5pt" o:ole="">
                  <v:imagedata r:id="rId44" o:title=""/>
                </v:shape>
                <o:OLEObject Type="Embed" ProgID="Equation.3" ShapeID="_x0000_i1048" DrawAspect="Content" ObjectID="_1717663570" r:id="rId59"/>
              </w:object>
            </w:r>
          </w:p>
        </w:tc>
        <w:tc>
          <w:tcPr>
            <w:tcW w:w="1592" w:type="dxa"/>
            <w:tcBorders>
              <w:top w:val="single" w:sz="4" w:space="0" w:color="auto"/>
              <w:left w:val="single" w:sz="4" w:space="0" w:color="auto"/>
              <w:bottom w:val="single" w:sz="4" w:space="0" w:color="auto"/>
              <w:right w:val="single" w:sz="4" w:space="0" w:color="auto"/>
            </w:tcBorders>
          </w:tcPr>
          <w:p w14:paraId="0984D827"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82D"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829" w14:textId="77777777" w:rsidR="003E32EB" w:rsidRPr="00EF2F0E" w:rsidRDefault="003E32EB" w:rsidP="00A40339">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00A3"/>
            </w:r>
            <w:r w:rsidRPr="00EF2F0E">
              <w:rPr>
                <w:rFonts w:cs="v5.0.0"/>
                <w:lang w:val="sv-FI"/>
              </w:rPr>
              <w:t xml:space="preserve"> </w:t>
            </w:r>
            <w:r w:rsidRPr="00EF2F0E">
              <w:rPr>
                <w:rFonts w:cs="v5.0.0"/>
              </w:rPr>
              <w:sym w:font="Symbol" w:char="0044"/>
            </w:r>
            <w:r w:rsidRPr="00EF2F0E">
              <w:rPr>
                <w:rFonts w:cs="v5.0.0"/>
                <w:lang w:val="sv-FI"/>
              </w:rPr>
              <w:t xml:space="preserve">f &lt; </w:t>
            </w:r>
            <w:r w:rsidRPr="00EF2F0E">
              <w:rPr>
                <w:rFonts w:cs="v5.0.0"/>
                <w:lang w:val="sv-FI" w:eastAsia="zh-CN"/>
              </w:rPr>
              <w:t>min(</w:t>
            </w:r>
            <w:r w:rsidRPr="00EF2F0E">
              <w:rPr>
                <w:rFonts w:cs="v5.0.0"/>
                <w:lang w:val="sv-FI"/>
              </w:rPr>
              <w:t>10 MHz</w:t>
            </w:r>
            <w:r w:rsidRPr="00EF2F0E">
              <w:rPr>
                <w:rFonts w:cs="v5.0.0"/>
                <w:lang w:val="sv-FI" w:eastAsia="zh-CN"/>
              </w:rPr>
              <w:t xml:space="preserve">, </w:t>
            </w:r>
            <w:r w:rsidRPr="00EF2F0E">
              <w:rPr>
                <w:rFonts w:cs="v5.0.0"/>
                <w:lang w:eastAsia="zh-CN"/>
              </w:rPr>
              <w:t>Δ</w:t>
            </w:r>
            <w:r w:rsidRPr="00EF2F0E">
              <w:rPr>
                <w:rFonts w:cs="v5.0.0"/>
                <w:lang w:val="sv-FI" w:eastAsia="zh-CN"/>
              </w:rPr>
              <w:t>f</w:t>
            </w:r>
            <w:r w:rsidRPr="00EF2F0E">
              <w:rPr>
                <w:rFonts w:cs="v5.0.0"/>
                <w:vertAlign w:val="subscript"/>
                <w:lang w:val="sv-FI" w:eastAsia="zh-CN"/>
              </w:rPr>
              <w:t>max</w:t>
            </w:r>
            <w:r w:rsidRPr="00EF2F0E">
              <w:rPr>
                <w:rFonts w:cs="v5.0.0"/>
                <w:lang w:val="sv-FI" w:eastAsia="zh-CN"/>
              </w:rPr>
              <w:t>)</w:t>
            </w:r>
          </w:p>
        </w:tc>
        <w:tc>
          <w:tcPr>
            <w:tcW w:w="2977" w:type="dxa"/>
            <w:tcBorders>
              <w:top w:val="single" w:sz="4" w:space="0" w:color="auto"/>
              <w:left w:val="single" w:sz="4" w:space="0" w:color="auto"/>
              <w:bottom w:val="single" w:sz="4" w:space="0" w:color="auto"/>
              <w:right w:val="single" w:sz="4" w:space="0" w:color="auto"/>
            </w:tcBorders>
          </w:tcPr>
          <w:p w14:paraId="0984D82A" w14:textId="77777777" w:rsidR="003E32EB" w:rsidRPr="00EF2F0E" w:rsidRDefault="003E32EB" w:rsidP="00A40339">
            <w:pPr>
              <w:pStyle w:val="TAC"/>
              <w:rPr>
                <w:rFonts w:cs="v5.0.0"/>
                <w:lang w:val="sv-FI"/>
              </w:rPr>
            </w:pPr>
            <w:r w:rsidRPr="00EF2F0E">
              <w:rPr>
                <w:rFonts w:cs="v5.0.0"/>
                <w:lang w:val="sv-FI"/>
              </w:rPr>
              <w:t xml:space="preserve">5.05 MHz </w:t>
            </w:r>
            <w:r w:rsidRPr="00EF2F0E">
              <w:rPr>
                <w:rFonts w:cs="v5.0.0"/>
              </w:rPr>
              <w:sym w:font="Symbol" w:char="00A3"/>
            </w:r>
            <w:r w:rsidRPr="00EF2F0E">
              <w:rPr>
                <w:rFonts w:cs="v5.0.0"/>
                <w:lang w:val="sv-FI"/>
              </w:rPr>
              <w:t xml:space="preserve"> f_offset &lt; </w:t>
            </w:r>
            <w:r w:rsidRPr="00EF2F0E">
              <w:rPr>
                <w:rFonts w:cs="v5.0.0"/>
                <w:lang w:val="sv-FI" w:eastAsia="zh-CN"/>
              </w:rPr>
              <w:t>min(</w:t>
            </w:r>
            <w:r w:rsidRPr="00EF2F0E">
              <w:rPr>
                <w:rFonts w:cs="v5.0.0"/>
                <w:lang w:val="sv-FI"/>
              </w:rPr>
              <w:t>10.05 MHz</w:t>
            </w:r>
            <w:r w:rsidRPr="00EF2F0E">
              <w:rPr>
                <w:rFonts w:cs="v5.0.0"/>
                <w:lang w:val="sv-FI" w:eastAsia="zh-CN"/>
              </w:rPr>
              <w:t>, f_offset</w:t>
            </w:r>
            <w:r w:rsidRPr="00EF2F0E">
              <w:rPr>
                <w:rFonts w:cs="v5.0.0"/>
                <w:vertAlign w:val="subscript"/>
                <w:lang w:val="sv-FI" w:eastAsia="zh-CN"/>
              </w:rPr>
              <w:t>max</w:t>
            </w:r>
            <w:r w:rsidRPr="00EF2F0E">
              <w:rPr>
                <w:rFonts w:cs="v5.0.0"/>
                <w:lang w:val="sv-FI" w:eastAsia="zh-CN"/>
              </w:rPr>
              <w:t>)</w:t>
            </w:r>
          </w:p>
        </w:tc>
        <w:tc>
          <w:tcPr>
            <w:tcW w:w="3294" w:type="dxa"/>
            <w:tcBorders>
              <w:top w:val="single" w:sz="4" w:space="0" w:color="auto"/>
              <w:left w:val="single" w:sz="4" w:space="0" w:color="auto"/>
              <w:bottom w:val="single" w:sz="4" w:space="0" w:color="auto"/>
              <w:right w:val="single" w:sz="4" w:space="0" w:color="auto"/>
            </w:tcBorders>
          </w:tcPr>
          <w:p w14:paraId="0984D82B" w14:textId="77777777" w:rsidR="003E32EB" w:rsidRPr="00EF2F0E" w:rsidRDefault="003E32EB" w:rsidP="00A40339">
            <w:pPr>
              <w:pStyle w:val="TAC"/>
              <w:ind w:firstLine="1100"/>
              <w:rPr>
                <w:rFonts w:cs="Arial"/>
              </w:rPr>
            </w:pPr>
            <w:r w:rsidRPr="00EF2F0E">
              <w:rPr>
                <w:rFonts w:cs="Arial"/>
              </w:rPr>
              <w:t>-37 dBm</w:t>
            </w:r>
          </w:p>
        </w:tc>
        <w:tc>
          <w:tcPr>
            <w:tcW w:w="1592" w:type="dxa"/>
            <w:tcBorders>
              <w:top w:val="single" w:sz="4" w:space="0" w:color="auto"/>
              <w:left w:val="single" w:sz="4" w:space="0" w:color="auto"/>
              <w:bottom w:val="single" w:sz="4" w:space="0" w:color="auto"/>
              <w:right w:val="single" w:sz="4" w:space="0" w:color="auto"/>
            </w:tcBorders>
          </w:tcPr>
          <w:p w14:paraId="0984D82C"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832"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82E" w14:textId="77777777" w:rsidR="003E32EB" w:rsidRPr="00EF2F0E" w:rsidRDefault="003E32EB" w:rsidP="00A40339">
            <w:pPr>
              <w:pStyle w:val="TAC"/>
              <w:rPr>
                <w:rFonts w:cs="v5.0.0"/>
              </w:rPr>
            </w:pPr>
            <w:r w:rsidRPr="00EF2F0E">
              <w:rPr>
                <w:rFonts w:cs="v5.0.0"/>
              </w:rPr>
              <w:t xml:space="preserve">10 MHz </w:t>
            </w:r>
            <w:r w:rsidRPr="00EF2F0E">
              <w:rPr>
                <w:rFonts w:cs="v5.0.0"/>
              </w:rPr>
              <w:sym w:font="Symbol" w:char="00A3"/>
            </w:r>
            <w:r w:rsidRPr="00EF2F0E">
              <w:rPr>
                <w:rFonts w:cs="v5.0.0"/>
              </w:rPr>
              <w:t xml:space="preserve"> </w:t>
            </w:r>
            <w:r w:rsidRPr="00EF2F0E">
              <w:rPr>
                <w:rFonts w:cs="v5.0.0"/>
              </w:rPr>
              <w:sym w:font="Symbol" w:char="0044"/>
            </w:r>
            <w:r w:rsidRPr="00EF2F0E">
              <w:rPr>
                <w:rFonts w:cs="v5.0.0"/>
              </w:rPr>
              <w:t xml:space="preserve">f </w:t>
            </w:r>
            <w:r w:rsidRPr="00EF2F0E">
              <w:rPr>
                <w:rFonts w:cs="Arial"/>
              </w:rPr>
              <w:sym w:font="Symbol" w:char="00A3"/>
            </w:r>
            <w:r w:rsidRPr="00EF2F0E">
              <w:rPr>
                <w:rFonts w:cs="Arial"/>
              </w:rPr>
              <w:t xml:space="preserve"> </w:t>
            </w:r>
            <w:r w:rsidRPr="00EF2F0E">
              <w:rPr>
                <w:rFonts w:cs="Arial"/>
              </w:rPr>
              <w:sym w:font="Symbol" w:char="0044"/>
            </w:r>
            <w:r w:rsidRPr="00EF2F0E">
              <w:rPr>
                <w:rFonts w:cs="Arial"/>
              </w:rPr>
              <w:t>f</w:t>
            </w:r>
            <w:r w:rsidRPr="00EF2F0E">
              <w:rPr>
                <w:rFonts w:cs="Arial"/>
                <w:vertAlign w:val="subscript"/>
              </w:rPr>
              <w:t>max</w:t>
            </w:r>
          </w:p>
        </w:tc>
        <w:tc>
          <w:tcPr>
            <w:tcW w:w="2977" w:type="dxa"/>
            <w:tcBorders>
              <w:top w:val="single" w:sz="4" w:space="0" w:color="auto"/>
              <w:left w:val="single" w:sz="4" w:space="0" w:color="auto"/>
              <w:bottom w:val="single" w:sz="4" w:space="0" w:color="auto"/>
              <w:right w:val="single" w:sz="4" w:space="0" w:color="auto"/>
            </w:tcBorders>
          </w:tcPr>
          <w:p w14:paraId="0984D82F" w14:textId="77777777" w:rsidR="003E32EB" w:rsidRPr="00EF2F0E" w:rsidRDefault="003E32EB" w:rsidP="00A40339">
            <w:pPr>
              <w:pStyle w:val="TAC"/>
              <w:rPr>
                <w:rFonts w:cs="v5.0.0"/>
              </w:rPr>
            </w:pPr>
            <w:r w:rsidRPr="00EF2F0E">
              <w:rPr>
                <w:rFonts w:cs="v5.0.0"/>
              </w:rPr>
              <w:t xml:space="preserve">10.05 MHz </w:t>
            </w:r>
            <w:r w:rsidRPr="00EF2F0E">
              <w:rPr>
                <w:rFonts w:cs="v5.0.0"/>
              </w:rPr>
              <w:sym w:font="Symbol" w:char="00A3"/>
            </w:r>
            <w:r w:rsidRPr="00EF2F0E">
              <w:rPr>
                <w:rFonts w:cs="v5.0.0"/>
              </w:rPr>
              <w:t xml:space="preserve"> f_offset &lt; f_offset</w:t>
            </w:r>
            <w:r w:rsidRPr="00EF2F0E">
              <w:rPr>
                <w:rFonts w:cs="v5.0.0"/>
                <w:vertAlign w:val="subscript"/>
              </w:rPr>
              <w:t>max</w:t>
            </w:r>
            <w:r w:rsidRPr="00EF2F0E">
              <w:rPr>
                <w:rFonts w:cs="v5.0.0"/>
              </w:rPr>
              <w:t xml:space="preserve"> </w:t>
            </w:r>
          </w:p>
        </w:tc>
        <w:tc>
          <w:tcPr>
            <w:tcW w:w="3294" w:type="dxa"/>
            <w:tcBorders>
              <w:top w:val="single" w:sz="4" w:space="0" w:color="auto"/>
              <w:left w:val="single" w:sz="4" w:space="0" w:color="auto"/>
              <w:bottom w:val="single" w:sz="4" w:space="0" w:color="auto"/>
              <w:right w:val="single" w:sz="4" w:space="0" w:color="auto"/>
            </w:tcBorders>
          </w:tcPr>
          <w:p w14:paraId="0984D830" w14:textId="77777777" w:rsidR="003E32EB" w:rsidRPr="00EF2F0E" w:rsidRDefault="003E32EB" w:rsidP="00A40339">
            <w:pPr>
              <w:pStyle w:val="TAC"/>
              <w:rPr>
                <w:rFonts w:cs="Arial"/>
              </w:rPr>
            </w:pPr>
            <w:r w:rsidRPr="00EF2F0E">
              <w:rPr>
                <w:rFonts w:cs="Arial"/>
              </w:rPr>
              <w:t>-</w:t>
            </w:r>
            <w:r w:rsidRPr="00EF2F0E">
              <w:rPr>
                <w:rFonts w:cs="Arial"/>
                <w:lang w:eastAsia="zh-CN"/>
              </w:rPr>
              <w:t>37</w:t>
            </w:r>
            <w:r w:rsidRPr="00EF2F0E">
              <w:rPr>
                <w:rFonts w:cs="Arial"/>
              </w:rPr>
              <w:t xml:space="preserve"> dBm </w:t>
            </w:r>
            <w:r w:rsidRPr="00EF2F0E">
              <w:rPr>
                <w:rFonts w:cs="Arial"/>
                <w:lang w:eastAsia="zh-CN"/>
              </w:rPr>
              <w:t>(NOTE 11)</w:t>
            </w:r>
          </w:p>
        </w:tc>
        <w:tc>
          <w:tcPr>
            <w:tcW w:w="1592" w:type="dxa"/>
            <w:tcBorders>
              <w:top w:val="single" w:sz="4" w:space="0" w:color="auto"/>
              <w:left w:val="single" w:sz="4" w:space="0" w:color="auto"/>
              <w:bottom w:val="single" w:sz="4" w:space="0" w:color="auto"/>
              <w:right w:val="single" w:sz="4" w:space="0" w:color="auto"/>
            </w:tcBorders>
          </w:tcPr>
          <w:p w14:paraId="0984D831" w14:textId="77777777" w:rsidR="003E32EB" w:rsidRPr="00EF2F0E" w:rsidRDefault="003E32EB" w:rsidP="00A40339">
            <w:pPr>
              <w:pStyle w:val="TAC"/>
              <w:rPr>
                <w:rFonts w:cs="Arial"/>
              </w:rPr>
            </w:pPr>
            <w:r w:rsidRPr="00EF2F0E">
              <w:rPr>
                <w:rFonts w:cs="Arial"/>
              </w:rPr>
              <w:t xml:space="preserve">100 kHz </w:t>
            </w:r>
          </w:p>
        </w:tc>
      </w:tr>
      <w:tr w:rsidR="003E32EB" w:rsidRPr="00EF2F0E" w14:paraId="0984D836" w14:textId="77777777" w:rsidTr="00A40339">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0984D833" w14:textId="77777777" w:rsidR="003E32EB" w:rsidRPr="00EF2F0E" w:rsidRDefault="003E32EB" w:rsidP="00A40339">
            <w:pPr>
              <w:pStyle w:val="TAN"/>
              <w:rPr>
                <w:rFonts w:cs="Arial"/>
                <w:lang w:eastAsia="zh-CN"/>
              </w:rPr>
            </w:pPr>
            <w:r w:rsidRPr="00EF2F0E">
              <w:rPr>
                <w:rFonts w:cs="Arial"/>
              </w:rPr>
              <w:t>NOTE 1:</w:t>
            </w:r>
            <w:r w:rsidRPr="00EF2F0E">
              <w:rPr>
                <w:rFonts w:cs="Arial"/>
              </w:rPr>
              <w:tab/>
              <w:t xml:space="preserve">For operation with an E-UTRA 1.4 or 3 MHz carrier adjacent to the </w:t>
            </w:r>
            <w:r w:rsidRPr="00EF2F0E">
              <w:rPr>
                <w:rFonts w:cs="Arial"/>
                <w:i/>
              </w:rPr>
              <w:t>Base Station RF Bandwidth edge</w:t>
            </w:r>
            <w:r w:rsidRPr="00EF2F0E">
              <w:rPr>
                <w:rFonts w:cs="Arial"/>
              </w:rPr>
              <w:t>, the limits in table 6.6.5.2.3-</w:t>
            </w:r>
            <w:r w:rsidRPr="00EF2F0E">
              <w:rPr>
                <w:rFonts w:cs="Arial"/>
                <w:lang w:eastAsia="zh-CN"/>
              </w:rPr>
              <w:t>8</w:t>
            </w:r>
            <w:r w:rsidRPr="00EF2F0E">
              <w:rPr>
                <w:rFonts w:cs="Arial"/>
              </w:rPr>
              <w:t xml:space="preserve"> apply for 0 MHz </w:t>
            </w:r>
            <w:r w:rsidRPr="00EF2F0E">
              <w:rPr>
                <w:rFonts w:cs="Arial"/>
              </w:rPr>
              <w:sym w:font="Symbol" w:char="00A3"/>
            </w:r>
            <w:r w:rsidRPr="00EF2F0E">
              <w:rPr>
                <w:rFonts w:cs="Arial"/>
              </w:rPr>
              <w:t xml:space="preserve"> </w:t>
            </w:r>
            <w:r w:rsidRPr="00EF2F0E">
              <w:rPr>
                <w:rFonts w:cs="Arial"/>
              </w:rPr>
              <w:sym w:font="Symbol" w:char="0044"/>
            </w:r>
            <w:r w:rsidRPr="00EF2F0E">
              <w:rPr>
                <w:rFonts w:cs="Arial"/>
              </w:rPr>
              <w:t>f &lt; 0.1</w:t>
            </w:r>
            <w:r w:rsidRPr="00EF2F0E">
              <w:rPr>
                <w:rFonts w:cs="Arial"/>
                <w:lang w:eastAsia="zh-CN"/>
              </w:rPr>
              <w:t>6</w:t>
            </w:r>
            <w:r w:rsidRPr="00EF2F0E">
              <w:rPr>
                <w:rFonts w:cs="Arial"/>
              </w:rPr>
              <w:t xml:space="preserve"> MHz.</w:t>
            </w:r>
          </w:p>
          <w:p w14:paraId="0984D834" w14:textId="77777777" w:rsidR="003E32EB" w:rsidRPr="00EF2F0E" w:rsidRDefault="003E32EB" w:rsidP="00A40339">
            <w:pPr>
              <w:pStyle w:val="TAN"/>
              <w:rPr>
                <w:rFonts w:cs="Arial"/>
                <w:lang w:eastAsia="zh-CN"/>
              </w:rPr>
            </w:pPr>
            <w:r w:rsidRPr="00EF2F0E">
              <w:rPr>
                <w:rFonts w:cs="Arial"/>
              </w:rPr>
              <w:t>NOTE 2:</w:t>
            </w:r>
            <w:r w:rsidRPr="00EF2F0E">
              <w:rPr>
                <w:rFonts w:cs="Arial"/>
              </w:rPr>
              <w:tab/>
              <w:t xml:space="preserve">For a MSR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t>
            </w:r>
            <w:r w:rsidRPr="00EF2F0E">
              <w:rPr>
                <w:rFonts w:cs="Arial"/>
                <w:lang w:eastAsia="zh-CN"/>
              </w:rPr>
              <w:t xml:space="preserve">within any operating band </w:t>
            </w:r>
            <w:r w:rsidRPr="00EF2F0E">
              <w:rPr>
                <w:rFonts w:cs="Arial"/>
              </w:rPr>
              <w:t xml:space="preserve">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shall be -</w:t>
            </w:r>
            <w:r w:rsidRPr="00EF2F0E">
              <w:rPr>
                <w:rFonts w:cs="Arial"/>
                <w:lang w:eastAsia="zh-CN"/>
              </w:rPr>
              <w:t>37</w:t>
            </w:r>
            <w:r w:rsidRPr="00EF2F0E">
              <w:rPr>
                <w:rFonts w:cs="Arial"/>
              </w:rPr>
              <w:t>dBm/100 kHz.</w:t>
            </w:r>
          </w:p>
          <w:p w14:paraId="0984D835" w14:textId="77777777" w:rsidR="003E32EB" w:rsidRPr="00EF2F0E" w:rsidRDefault="003E32EB" w:rsidP="00A40339">
            <w:pPr>
              <w:pStyle w:val="TAN"/>
              <w:rPr>
                <w:rFonts w:cs="Arial"/>
                <w:lang w:eastAsia="zh-CN"/>
              </w:rPr>
            </w:pPr>
            <w:r w:rsidRPr="00EF2F0E">
              <w:rPr>
                <w:rFonts w:cs="Arial"/>
              </w:rPr>
              <w:t>NOTE</w:t>
            </w:r>
            <w:r w:rsidRPr="00EF2F0E">
              <w:rPr>
                <w:rFonts w:cs="Arial"/>
                <w:lang w:eastAsia="zh-CN"/>
              </w:rPr>
              <w:t xml:space="preserve"> 3</w:t>
            </w:r>
            <w:r w:rsidRPr="00EF2F0E">
              <w:rPr>
                <w:rFonts w:cs="Arial"/>
              </w:rPr>
              <w:t>:</w:t>
            </w:r>
            <w:r w:rsidR="006E5225" w:rsidRPr="00EF2F0E">
              <w:rPr>
                <w:rFonts w:cs="Arial"/>
              </w:rPr>
              <w:tab/>
            </w:r>
            <w:r w:rsidRPr="00EF2F0E">
              <w:rPr>
                <w:rFonts w:cs="Arial"/>
              </w:rPr>
              <w:t xml:space="preserve">For a MSR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Arial"/>
              </w:rPr>
              <w:t>.</w:t>
            </w:r>
          </w:p>
        </w:tc>
      </w:tr>
    </w:tbl>
    <w:p w14:paraId="0984D837" w14:textId="77777777" w:rsidR="003E32EB" w:rsidRPr="00EF2F0E" w:rsidRDefault="003E32EB" w:rsidP="00A40339"/>
    <w:p w14:paraId="0984D838" w14:textId="5921906D" w:rsidR="003E32EB" w:rsidRPr="00EF2F0E" w:rsidRDefault="003E32EB" w:rsidP="00A40339">
      <w:pPr>
        <w:pStyle w:val="TH"/>
        <w:rPr>
          <w:lang w:eastAsia="zh-CN"/>
        </w:rPr>
      </w:pPr>
      <w:r w:rsidRPr="00EF2F0E">
        <w:t>Table 6.6.5.2.3-</w:t>
      </w:r>
      <w:r w:rsidRPr="00EF2F0E">
        <w:rPr>
          <w:lang w:eastAsia="zh-CN"/>
        </w:rPr>
        <w:t>8</w:t>
      </w:r>
      <w:r w:rsidRPr="00EF2F0E">
        <w:t xml:space="preserve">: </w:t>
      </w:r>
      <w:r w:rsidR="0022567E">
        <w:t>LA BS OBUE in</w:t>
      </w:r>
      <w:r w:rsidR="0022567E" w:rsidRPr="00DF5484">
        <w:t xml:space="preserve"> BC2 </w:t>
      </w:r>
      <w:r w:rsidR="0022567E">
        <w:t xml:space="preserve">bands applicable </w:t>
      </w:r>
      <w:r w:rsidR="0022567E" w:rsidRPr="00DF5484">
        <w:t>for</w:t>
      </w:r>
      <w:r w:rsidR="0022567E">
        <w:t>:</w:t>
      </w:r>
      <w:r w:rsidR="0022567E" w:rsidRPr="00DF5484">
        <w:t xml:space="preserve"> </w:t>
      </w:r>
      <w:r w:rsidR="0022567E">
        <w:t xml:space="preserve">BS </w:t>
      </w:r>
      <w:r w:rsidR="0022567E" w:rsidRPr="00DF5484">
        <w:t>operati</w:t>
      </w:r>
      <w:r w:rsidR="0022567E">
        <w:t>ng</w:t>
      </w:r>
      <w:r w:rsidR="0022567E" w:rsidRPr="00DF5484">
        <w:t xml:space="preserve"> with E-UTRA 1.4 or 3 MHz carriers adjacent to the </w:t>
      </w:r>
      <w:r w:rsidR="0022567E" w:rsidRPr="00DF5484">
        <w:rPr>
          <w:i/>
        </w:rPr>
        <w:t>Base Station RF Bandwidth edge</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2"/>
        <w:gridCol w:w="2979"/>
        <w:gridCol w:w="2977"/>
        <w:gridCol w:w="1592"/>
      </w:tblGrid>
      <w:tr w:rsidR="003401A4" w:rsidRPr="00EF2F0E" w14:paraId="0984D83D" w14:textId="77777777" w:rsidTr="00A40339">
        <w:trPr>
          <w:cantSplit/>
          <w:jc w:val="center"/>
        </w:trPr>
        <w:tc>
          <w:tcPr>
            <w:tcW w:w="2442" w:type="dxa"/>
            <w:tcBorders>
              <w:top w:val="single" w:sz="4" w:space="0" w:color="auto"/>
              <w:left w:val="single" w:sz="4" w:space="0" w:color="auto"/>
              <w:bottom w:val="single" w:sz="4" w:space="0" w:color="auto"/>
              <w:right w:val="single" w:sz="4" w:space="0" w:color="auto"/>
            </w:tcBorders>
          </w:tcPr>
          <w:p w14:paraId="0984D839"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0044"/>
            </w:r>
            <w:r w:rsidRPr="00EF2F0E">
              <w:rPr>
                <w:rFonts w:cs="Arial"/>
              </w:rPr>
              <w:t>f</w:t>
            </w:r>
          </w:p>
        </w:tc>
        <w:tc>
          <w:tcPr>
            <w:tcW w:w="2979" w:type="dxa"/>
            <w:tcBorders>
              <w:top w:val="single" w:sz="4" w:space="0" w:color="auto"/>
              <w:left w:val="single" w:sz="4" w:space="0" w:color="auto"/>
              <w:bottom w:val="single" w:sz="4" w:space="0" w:color="auto"/>
              <w:right w:val="single" w:sz="4" w:space="0" w:color="auto"/>
            </w:tcBorders>
          </w:tcPr>
          <w:p w14:paraId="0984D83A"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2977" w:type="dxa"/>
            <w:tcBorders>
              <w:top w:val="single" w:sz="4" w:space="0" w:color="auto"/>
              <w:left w:val="single" w:sz="4" w:space="0" w:color="auto"/>
              <w:bottom w:val="single" w:sz="4" w:space="0" w:color="auto"/>
              <w:right w:val="single" w:sz="4" w:space="0" w:color="auto"/>
            </w:tcBorders>
          </w:tcPr>
          <w:p w14:paraId="0984D83B" w14:textId="77777777" w:rsidR="003E32EB" w:rsidRPr="00EF2F0E" w:rsidRDefault="003E32EB" w:rsidP="00A40339">
            <w:pPr>
              <w:pStyle w:val="NO"/>
              <w:keepNext/>
              <w:spacing w:after="0"/>
              <w:ind w:left="0" w:firstLine="0"/>
              <w:jc w:val="center"/>
              <w:rPr>
                <w:rFonts w:cs="Arial"/>
                <w:lang w:eastAsia="zh-CN"/>
              </w:rPr>
            </w:pPr>
            <w:r w:rsidRPr="00EF2F0E">
              <w:rPr>
                <w:rFonts w:cs="Arial"/>
                <w:i/>
              </w:rPr>
              <w:t xml:space="preserve">Basic Limit </w:t>
            </w:r>
            <w:r w:rsidRPr="00EF2F0E">
              <w:rPr>
                <w:rFonts w:cs="Arial"/>
              </w:rPr>
              <w:t xml:space="preserve">(NOTE </w:t>
            </w:r>
            <w:r w:rsidRPr="00EF2F0E">
              <w:rPr>
                <w:rFonts w:cs="Arial"/>
                <w:lang w:eastAsia="zh-CN"/>
              </w:rPr>
              <w:t>5, 6</w:t>
            </w:r>
            <w:r w:rsidRPr="00EF2F0E">
              <w:rPr>
                <w:rFonts w:cs="Arial"/>
              </w:rPr>
              <w:t>)</w:t>
            </w:r>
          </w:p>
        </w:tc>
        <w:tc>
          <w:tcPr>
            <w:tcW w:w="1592" w:type="dxa"/>
            <w:tcBorders>
              <w:top w:val="single" w:sz="4" w:space="0" w:color="auto"/>
              <w:left w:val="single" w:sz="4" w:space="0" w:color="auto"/>
              <w:bottom w:val="single" w:sz="4" w:space="0" w:color="auto"/>
              <w:right w:val="single" w:sz="4" w:space="0" w:color="auto"/>
            </w:tcBorders>
          </w:tcPr>
          <w:p w14:paraId="0984D83C"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 xml:space="preserve">(NOTE </w:t>
            </w:r>
            <w:r w:rsidRPr="00EF2F0E">
              <w:rPr>
                <w:rFonts w:cs="Arial"/>
                <w:lang w:eastAsia="zh-CN"/>
              </w:rPr>
              <w:t>10</w:t>
            </w:r>
            <w:r w:rsidRPr="00EF2F0E">
              <w:rPr>
                <w:rFonts w:cs="Arial"/>
              </w:rPr>
              <w:t>)</w:t>
            </w:r>
          </w:p>
        </w:tc>
      </w:tr>
      <w:tr w:rsidR="003401A4" w:rsidRPr="00EF2F0E" w14:paraId="0984D842" w14:textId="77777777" w:rsidTr="00A40339">
        <w:trPr>
          <w:cantSplit/>
          <w:jc w:val="center"/>
        </w:trPr>
        <w:tc>
          <w:tcPr>
            <w:tcW w:w="2442" w:type="dxa"/>
            <w:tcBorders>
              <w:top w:val="single" w:sz="4" w:space="0" w:color="auto"/>
              <w:left w:val="single" w:sz="4" w:space="0" w:color="auto"/>
              <w:bottom w:val="single" w:sz="4" w:space="0" w:color="auto"/>
              <w:right w:val="single" w:sz="4" w:space="0" w:color="auto"/>
            </w:tcBorders>
          </w:tcPr>
          <w:p w14:paraId="0984D83E"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00A3"/>
            </w:r>
            <w:r w:rsidRPr="00EF2F0E">
              <w:rPr>
                <w:rFonts w:cs="v5.0.0"/>
              </w:rPr>
              <w:t xml:space="preserve"> </w:t>
            </w:r>
            <w:r w:rsidRPr="00EF2F0E">
              <w:rPr>
                <w:rFonts w:cs="v5.0.0"/>
              </w:rPr>
              <w:sym w:font="Symbol" w:char="0044"/>
            </w:r>
            <w:r w:rsidRPr="00EF2F0E">
              <w:rPr>
                <w:rFonts w:cs="v5.0.0"/>
              </w:rPr>
              <w:t>f &lt; 0.05 MHz</w:t>
            </w:r>
          </w:p>
        </w:tc>
        <w:tc>
          <w:tcPr>
            <w:tcW w:w="2979" w:type="dxa"/>
            <w:tcBorders>
              <w:top w:val="single" w:sz="4" w:space="0" w:color="auto"/>
              <w:left w:val="single" w:sz="4" w:space="0" w:color="auto"/>
              <w:bottom w:val="single" w:sz="4" w:space="0" w:color="auto"/>
              <w:right w:val="single" w:sz="4" w:space="0" w:color="auto"/>
            </w:tcBorders>
          </w:tcPr>
          <w:p w14:paraId="0984D83F" w14:textId="77777777" w:rsidR="003E32EB" w:rsidRPr="00EF2F0E" w:rsidRDefault="003E32EB" w:rsidP="00A40339">
            <w:pPr>
              <w:pStyle w:val="TAC"/>
              <w:rPr>
                <w:rFonts w:cs="v5.0.0"/>
              </w:rPr>
            </w:pPr>
            <w:r w:rsidRPr="00EF2F0E">
              <w:rPr>
                <w:rFonts w:cs="v5.0.0"/>
              </w:rPr>
              <w:t xml:space="preserve">0.015 MHz </w:t>
            </w:r>
            <w:r w:rsidRPr="00EF2F0E">
              <w:rPr>
                <w:rFonts w:cs="v5.0.0"/>
              </w:rPr>
              <w:sym w:font="Symbol" w:char="00A3"/>
            </w:r>
            <w:r w:rsidRPr="00EF2F0E">
              <w:rPr>
                <w:rFonts w:cs="v5.0.0"/>
              </w:rPr>
              <w:t xml:space="preserve"> f_offset &lt; 0.065 MHz </w:t>
            </w:r>
          </w:p>
        </w:tc>
        <w:tc>
          <w:tcPr>
            <w:tcW w:w="2977" w:type="dxa"/>
            <w:tcBorders>
              <w:top w:val="single" w:sz="4" w:space="0" w:color="auto"/>
              <w:left w:val="single" w:sz="4" w:space="0" w:color="auto"/>
              <w:bottom w:val="single" w:sz="4" w:space="0" w:color="auto"/>
              <w:right w:val="single" w:sz="4" w:space="0" w:color="auto"/>
            </w:tcBorders>
          </w:tcPr>
          <w:p w14:paraId="0984D840" w14:textId="77777777" w:rsidR="003E32EB" w:rsidRPr="00EF2F0E" w:rsidRDefault="00EF425E" w:rsidP="00A40339">
            <w:r w:rsidRPr="00EF2F0E">
              <w:rPr>
                <w:position w:val="-42"/>
              </w:rPr>
              <w:object w:dxaOrig="3480" w:dyaOrig="959" w14:anchorId="098511B6">
                <v:shape id="对象 134" o:spid="_x0000_i1049" type="#_x0000_t75" style="width:137.3pt;height:40.25pt;mso-wrap-style:square;mso-position-horizontal-relative:page;mso-position-vertical-relative:page" o:ole="">
                  <v:imagedata r:id="rId60" o:title=""/>
                </v:shape>
                <o:OLEObject Type="Embed" ProgID="Equation.3" ShapeID="对象 134" DrawAspect="Content" ObjectID="_1717663571" r:id="rId61"/>
              </w:object>
            </w:r>
          </w:p>
        </w:tc>
        <w:tc>
          <w:tcPr>
            <w:tcW w:w="1592" w:type="dxa"/>
            <w:tcBorders>
              <w:top w:val="single" w:sz="4" w:space="0" w:color="auto"/>
              <w:left w:val="single" w:sz="4" w:space="0" w:color="auto"/>
              <w:bottom w:val="single" w:sz="4" w:space="0" w:color="auto"/>
              <w:right w:val="single" w:sz="4" w:space="0" w:color="auto"/>
            </w:tcBorders>
          </w:tcPr>
          <w:p w14:paraId="0984D841"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847" w14:textId="77777777" w:rsidTr="00A40339">
        <w:trPr>
          <w:cantSplit/>
          <w:jc w:val="center"/>
        </w:trPr>
        <w:tc>
          <w:tcPr>
            <w:tcW w:w="2442" w:type="dxa"/>
            <w:tcBorders>
              <w:top w:val="single" w:sz="4" w:space="0" w:color="auto"/>
              <w:left w:val="single" w:sz="4" w:space="0" w:color="auto"/>
              <w:bottom w:val="single" w:sz="4" w:space="0" w:color="auto"/>
              <w:right w:val="single" w:sz="4" w:space="0" w:color="auto"/>
            </w:tcBorders>
          </w:tcPr>
          <w:p w14:paraId="0984D843"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00A3"/>
            </w:r>
            <w:r w:rsidRPr="00EF2F0E">
              <w:rPr>
                <w:rFonts w:cs="v5.0.0"/>
              </w:rPr>
              <w:t xml:space="preserve"> </w:t>
            </w:r>
            <w:r w:rsidRPr="00EF2F0E">
              <w:rPr>
                <w:rFonts w:cs="v5.0.0"/>
              </w:rPr>
              <w:sym w:font="Symbol" w:char="0044"/>
            </w:r>
            <w:r w:rsidRPr="00EF2F0E">
              <w:rPr>
                <w:rFonts w:cs="v5.0.0"/>
              </w:rPr>
              <w:t>f &lt; 0.1</w:t>
            </w:r>
            <w:r w:rsidRPr="00EF2F0E">
              <w:rPr>
                <w:rFonts w:cs="v5.0.0"/>
                <w:lang w:eastAsia="zh-CN"/>
              </w:rPr>
              <w:t>6</w:t>
            </w:r>
            <w:r w:rsidRPr="00EF2F0E">
              <w:rPr>
                <w:rFonts w:cs="v5.0.0"/>
              </w:rPr>
              <w:t xml:space="preserve"> MHz</w:t>
            </w:r>
          </w:p>
        </w:tc>
        <w:tc>
          <w:tcPr>
            <w:tcW w:w="2979" w:type="dxa"/>
            <w:tcBorders>
              <w:top w:val="single" w:sz="4" w:space="0" w:color="auto"/>
              <w:left w:val="single" w:sz="4" w:space="0" w:color="auto"/>
              <w:bottom w:val="single" w:sz="4" w:space="0" w:color="auto"/>
              <w:right w:val="single" w:sz="4" w:space="0" w:color="auto"/>
            </w:tcBorders>
          </w:tcPr>
          <w:p w14:paraId="0984D844" w14:textId="77777777" w:rsidR="003E32EB" w:rsidRPr="00EF2F0E" w:rsidRDefault="003E32EB" w:rsidP="00A40339">
            <w:pPr>
              <w:pStyle w:val="TAC"/>
              <w:rPr>
                <w:rFonts w:cs="v5.0.0"/>
              </w:rPr>
            </w:pPr>
            <w:r w:rsidRPr="00EF2F0E">
              <w:rPr>
                <w:rFonts w:cs="v5.0.0"/>
              </w:rPr>
              <w:t xml:space="preserve">0.065 MHz </w:t>
            </w:r>
            <w:r w:rsidRPr="00EF2F0E">
              <w:rPr>
                <w:rFonts w:cs="v5.0.0"/>
              </w:rPr>
              <w:sym w:font="Symbol" w:char="00A3"/>
            </w:r>
            <w:r w:rsidRPr="00EF2F0E">
              <w:rPr>
                <w:rFonts w:cs="v5.0.0"/>
              </w:rPr>
              <w:t xml:space="preserve"> f_offset &lt; 0.1</w:t>
            </w:r>
            <w:r w:rsidRPr="00EF2F0E">
              <w:rPr>
                <w:rFonts w:cs="v5.0.0"/>
                <w:lang w:eastAsia="zh-CN"/>
              </w:rPr>
              <w:t>7</w:t>
            </w:r>
            <w:r w:rsidRPr="00EF2F0E">
              <w:rPr>
                <w:rFonts w:cs="v5.0.0"/>
              </w:rPr>
              <w:t xml:space="preserve">5 MHz </w:t>
            </w:r>
          </w:p>
        </w:tc>
        <w:tc>
          <w:tcPr>
            <w:tcW w:w="2977" w:type="dxa"/>
            <w:tcBorders>
              <w:top w:val="single" w:sz="4" w:space="0" w:color="auto"/>
              <w:left w:val="single" w:sz="4" w:space="0" w:color="auto"/>
              <w:bottom w:val="single" w:sz="4" w:space="0" w:color="auto"/>
              <w:right w:val="single" w:sz="4" w:space="0" w:color="auto"/>
            </w:tcBorders>
          </w:tcPr>
          <w:p w14:paraId="0984D845" w14:textId="77777777" w:rsidR="003E32EB" w:rsidRPr="00EF2F0E" w:rsidRDefault="00EF425E" w:rsidP="00A40339">
            <w:pPr>
              <w:pStyle w:val="TAC"/>
              <w:rPr>
                <w:rFonts w:cs="Arial"/>
              </w:rPr>
            </w:pPr>
            <w:r w:rsidRPr="00EF2F0E">
              <w:rPr>
                <w:rFonts w:cs="Arial"/>
                <w:position w:val="-42"/>
              </w:rPr>
              <w:object w:dxaOrig="3578" w:dyaOrig="959" w14:anchorId="098511B7">
                <v:shape id="对象 136" o:spid="_x0000_i1050" type="#_x0000_t75" style="width:134.25pt;height:40.25pt;mso-wrap-style:square;mso-position-horizontal-relative:page;mso-position-vertical-relative:page" o:ole="">
                  <v:imagedata r:id="rId62" o:title=""/>
                </v:shape>
                <o:OLEObject Type="Embed" ProgID="Equation.3" ShapeID="对象 136" DrawAspect="Content" ObjectID="_1717663572" r:id="rId63"/>
              </w:object>
            </w:r>
          </w:p>
        </w:tc>
        <w:tc>
          <w:tcPr>
            <w:tcW w:w="1592" w:type="dxa"/>
            <w:tcBorders>
              <w:top w:val="single" w:sz="4" w:space="0" w:color="auto"/>
              <w:left w:val="single" w:sz="4" w:space="0" w:color="auto"/>
              <w:bottom w:val="single" w:sz="4" w:space="0" w:color="auto"/>
              <w:right w:val="single" w:sz="4" w:space="0" w:color="auto"/>
            </w:tcBorders>
          </w:tcPr>
          <w:p w14:paraId="0984D846" w14:textId="77777777" w:rsidR="003E32EB" w:rsidRPr="00EF2F0E" w:rsidRDefault="003E32EB" w:rsidP="00A40339">
            <w:pPr>
              <w:pStyle w:val="TAC"/>
              <w:rPr>
                <w:rFonts w:cs="Arial"/>
              </w:rPr>
            </w:pPr>
            <w:r w:rsidRPr="00EF2F0E">
              <w:rPr>
                <w:rFonts w:cs="Arial"/>
              </w:rPr>
              <w:t xml:space="preserve">30 kHz </w:t>
            </w:r>
          </w:p>
        </w:tc>
      </w:tr>
      <w:tr w:rsidR="003E32EB" w:rsidRPr="00EF2F0E" w14:paraId="0984D84B" w14:textId="77777777" w:rsidTr="00A40339">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0984D848" w14:textId="77777777" w:rsidR="003E32EB" w:rsidRPr="00EF2F0E" w:rsidRDefault="003E32EB" w:rsidP="00A40339">
            <w:pPr>
              <w:pStyle w:val="TAN"/>
              <w:rPr>
                <w:rFonts w:cs="Arial"/>
                <w:lang w:eastAsia="zh-CN"/>
              </w:rPr>
            </w:pPr>
            <w:r w:rsidRPr="00EF2F0E">
              <w:rPr>
                <w:rFonts w:cs="Arial"/>
              </w:rPr>
              <w:t xml:space="preserve">NOTE </w:t>
            </w:r>
            <w:r w:rsidRPr="00EF2F0E">
              <w:rPr>
                <w:rFonts w:cs="Arial"/>
                <w:lang w:eastAsia="zh-CN"/>
              </w:rPr>
              <w:t>4</w:t>
            </w:r>
            <w:r w:rsidRPr="00EF2F0E">
              <w:rPr>
                <w:rFonts w:cs="Arial"/>
              </w:rPr>
              <w:t>:</w:t>
            </w:r>
            <w:r w:rsidRPr="00EF2F0E">
              <w:rPr>
                <w:rFonts w:cs="Arial"/>
              </w:rPr>
              <w:tab/>
              <w:t xml:space="preserve">The limits in this table only apply for operation with an E-UTRA 1.4 or 3 MHz carrier adjacent to the </w:t>
            </w:r>
            <w:r w:rsidRPr="00EF2F0E">
              <w:rPr>
                <w:rFonts w:cs="Arial"/>
                <w:i/>
              </w:rPr>
              <w:t>Base Station RF Bandwidth edge</w:t>
            </w:r>
            <w:r w:rsidRPr="00EF2F0E">
              <w:rPr>
                <w:rFonts w:cs="Arial"/>
              </w:rPr>
              <w:t>.</w:t>
            </w:r>
          </w:p>
          <w:p w14:paraId="0984D849" w14:textId="77777777" w:rsidR="003E32EB" w:rsidRPr="00EF2F0E" w:rsidRDefault="003E32EB" w:rsidP="00A40339">
            <w:pPr>
              <w:pStyle w:val="TAN"/>
              <w:rPr>
                <w:rFonts w:cs="Arial"/>
                <w:lang w:eastAsia="zh-CN"/>
              </w:rPr>
            </w:pPr>
            <w:r w:rsidRPr="00EF2F0E">
              <w:rPr>
                <w:rFonts w:cs="Arial"/>
              </w:rPr>
              <w:t xml:space="preserve">NOTE </w:t>
            </w:r>
            <w:r w:rsidRPr="00EF2F0E">
              <w:rPr>
                <w:rFonts w:cs="Arial"/>
                <w:lang w:eastAsia="zh-CN"/>
              </w:rPr>
              <w:t>5</w:t>
            </w:r>
            <w:r w:rsidRPr="00EF2F0E">
              <w:rPr>
                <w:rFonts w:cs="Arial"/>
              </w:rPr>
              <w:t>:</w:t>
            </w:r>
            <w:r w:rsidRPr="00EF2F0E">
              <w:rPr>
                <w:rFonts w:cs="Arial"/>
              </w:rPr>
              <w:tab/>
              <w:t>For a MSR</w:t>
            </w:r>
            <w:r w:rsidRPr="00EF2F0E">
              <w:rPr>
                <w:rFonts w:cs="Arial"/>
                <w:i/>
              </w:rPr>
              <w:t xml:space="preserve"> TAB connector</w:t>
            </w:r>
            <w:r w:rsidRPr="00EF2F0E">
              <w:rPr>
                <w:rFonts w:cs="Arial"/>
              </w:rPr>
              <w:t xml:space="preserve"> supporting </w:t>
            </w:r>
            <w:r w:rsidRPr="00EF2F0E">
              <w:rPr>
                <w:rFonts w:cs="Arial"/>
                <w:i/>
              </w:rPr>
              <w:t>non-contiguous spectrum</w:t>
            </w:r>
            <w:r w:rsidRPr="00EF2F0E">
              <w:rPr>
                <w:rFonts w:cs="Arial"/>
              </w:rPr>
              <w:t xml:space="preserve"> operation </w:t>
            </w:r>
            <w:r w:rsidRPr="00EF2F0E">
              <w:rPr>
                <w:rFonts w:cs="Arial"/>
                <w:lang w:eastAsia="zh-CN"/>
              </w:rPr>
              <w:t xml:space="preserve">within any operating band </w:t>
            </w:r>
            <w:r w:rsidRPr="00EF2F0E">
              <w:rPr>
                <w:rFonts w:cs="Arial"/>
              </w:rPr>
              <w:t xml:space="preserve">the </w:t>
            </w:r>
            <w:r w:rsidRPr="00EF2F0E">
              <w:rPr>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w:t>
            </w:r>
          </w:p>
          <w:p w14:paraId="0984D84A" w14:textId="77777777" w:rsidR="003E32EB" w:rsidRPr="00EF2F0E" w:rsidRDefault="003E32EB" w:rsidP="00A40339">
            <w:pPr>
              <w:pStyle w:val="TAN"/>
              <w:rPr>
                <w:rFonts w:cs="Arial"/>
                <w:lang w:eastAsia="zh-CN"/>
              </w:rPr>
            </w:pPr>
            <w:r w:rsidRPr="00EF2F0E">
              <w:rPr>
                <w:rFonts w:cs="Arial"/>
              </w:rPr>
              <w:t>NOTE</w:t>
            </w:r>
            <w:r w:rsidRPr="00EF2F0E">
              <w:rPr>
                <w:rFonts w:cs="Arial"/>
                <w:lang w:eastAsia="zh-CN"/>
              </w:rPr>
              <w:t xml:space="preserve"> 6</w:t>
            </w:r>
            <w:r w:rsidRPr="00EF2F0E">
              <w:rPr>
                <w:rFonts w:cs="Arial"/>
              </w:rPr>
              <w:t>:</w:t>
            </w:r>
            <w:r w:rsidR="006E5225" w:rsidRPr="00EF2F0E">
              <w:rPr>
                <w:rFonts w:cs="Arial"/>
              </w:rPr>
              <w:tab/>
            </w:r>
            <w:r w:rsidRPr="00EF2F0E">
              <w:rPr>
                <w:rFonts w:cs="Arial"/>
              </w:rPr>
              <w:t xml:space="preserve">For a MSR </w:t>
            </w:r>
            <w:r w:rsidRPr="00EF2F0E">
              <w:rPr>
                <w:rFonts w:cs="Arial"/>
                <w:i/>
              </w:rPr>
              <w:t>multi-band TAB connector</w:t>
            </w:r>
            <w:r w:rsidRPr="00EF2F0E">
              <w:rPr>
                <w:rFonts w:cs="Arial"/>
              </w:rPr>
              <w:t xml:space="preserve"> with </w:t>
            </w:r>
            <w:r w:rsidRPr="00EF2F0E">
              <w:rPr>
                <w:rFonts w:cs="Arial"/>
                <w:i/>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rPr>
              <w:t>Inter RF Bandwidth gap</w:t>
            </w:r>
            <w:r w:rsidRPr="00EF2F0E">
              <w:rPr>
                <w:rFonts w:cs="Arial"/>
              </w:rPr>
              <w:t>.</w:t>
            </w:r>
          </w:p>
        </w:tc>
      </w:tr>
    </w:tbl>
    <w:p w14:paraId="0984D84C" w14:textId="77777777" w:rsidR="007A0E12" w:rsidRPr="00EF2F0E" w:rsidRDefault="007A0E12" w:rsidP="007A0E12"/>
    <w:p w14:paraId="0984D84D" w14:textId="77777777" w:rsidR="007A0E12" w:rsidRPr="00EF2F0E" w:rsidRDefault="003E32EB" w:rsidP="007A0E12">
      <w:r w:rsidRPr="00EF2F0E">
        <w:t>The following notes are common to all subclauses in 6.6.</w:t>
      </w:r>
      <w:r w:rsidRPr="00EF2F0E">
        <w:rPr>
          <w:lang w:eastAsia="zh-CN"/>
        </w:rPr>
        <w:t>5.2.3</w:t>
      </w:r>
      <w:r w:rsidRPr="00EF2F0E">
        <w:t>:</w:t>
      </w:r>
    </w:p>
    <w:p w14:paraId="0984D84E" w14:textId="77777777" w:rsidR="003E32EB" w:rsidRPr="00EF2F0E" w:rsidRDefault="003E32EB" w:rsidP="00A40339">
      <w:pPr>
        <w:pStyle w:val="NO"/>
      </w:pPr>
      <w:r w:rsidRPr="00EF2F0E">
        <w:t xml:space="preserve">NOTE </w:t>
      </w:r>
      <w:r w:rsidRPr="00EF2F0E">
        <w:rPr>
          <w:lang w:eastAsia="zh-CN"/>
        </w:rPr>
        <w:t>9</w:t>
      </w:r>
      <w:r w:rsidRPr="00EF2F0E">
        <w:t>:</w:t>
      </w:r>
      <w:r w:rsidRPr="00EF2F0E">
        <w:tab/>
        <w:t>This frequency range ensures that the range of values of f_offset is continuous.</w:t>
      </w:r>
    </w:p>
    <w:p w14:paraId="0984D84F" w14:textId="77777777" w:rsidR="003E32EB" w:rsidRPr="00EF2F0E" w:rsidRDefault="003E32EB" w:rsidP="00A40339">
      <w:pPr>
        <w:pStyle w:val="NO"/>
      </w:pPr>
      <w:r w:rsidRPr="00EF2F0E">
        <w:t xml:space="preserve">NOTE </w:t>
      </w:r>
      <w:r w:rsidRPr="00EF2F0E">
        <w:rPr>
          <w:lang w:eastAsia="zh-CN"/>
        </w:rPr>
        <w:t>10</w:t>
      </w:r>
      <w:r w:rsidRPr="00EF2F0E">
        <w:t>:</w:t>
      </w:r>
      <w:r w:rsidRPr="00EF2F0E">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0984D850" w14:textId="77777777" w:rsidR="003E32EB" w:rsidRPr="00EF2F0E" w:rsidRDefault="003E32EB" w:rsidP="00A40339">
      <w:pPr>
        <w:pStyle w:val="NO"/>
      </w:pPr>
      <w:r w:rsidRPr="00EF2F0E">
        <w:t xml:space="preserve">NOTE </w:t>
      </w:r>
      <w:r w:rsidRPr="00EF2F0E">
        <w:rPr>
          <w:lang w:eastAsia="zh-CN"/>
        </w:rPr>
        <w:t>11</w:t>
      </w:r>
      <w:r w:rsidRPr="00EF2F0E">
        <w:t>:</w:t>
      </w:r>
      <w:r w:rsidRPr="00EF2F0E">
        <w:tab/>
        <w:t xml:space="preserve">The requirement is not applicable when </w:t>
      </w:r>
      <w:r w:rsidRPr="00EF2F0E">
        <w:sym w:font="Symbol" w:char="F044"/>
      </w:r>
      <w:r w:rsidRPr="00EF2F0E">
        <w:t>f</w:t>
      </w:r>
      <w:r w:rsidRPr="00EF2F0E">
        <w:rPr>
          <w:vertAlign w:val="subscript"/>
        </w:rPr>
        <w:t>max</w:t>
      </w:r>
      <w:r w:rsidRPr="00EF2F0E">
        <w:t xml:space="preserve"> &lt; </w:t>
      </w:r>
      <w:r w:rsidR="007A55FD" w:rsidRPr="00EF2F0E">
        <w:rPr>
          <w:rFonts w:eastAsia="SimSun" w:hint="eastAsia"/>
          <w:lang w:val="en-US" w:eastAsia="zh-CN"/>
        </w:rPr>
        <w:t>10</w:t>
      </w:r>
      <w:r w:rsidR="007A55FD" w:rsidRPr="00EF2F0E">
        <w:rPr>
          <w:rFonts w:eastAsia="SimSun"/>
          <w:lang w:val="en-US" w:eastAsia="zh-CN"/>
        </w:rPr>
        <w:t> </w:t>
      </w:r>
      <w:r w:rsidR="007A55FD" w:rsidRPr="00EF2F0E">
        <w:rPr>
          <w:rFonts w:eastAsia="SimSun" w:hint="eastAsia"/>
          <w:lang w:val="en-US" w:eastAsia="zh-CN"/>
        </w:rPr>
        <w:t>MHz</w:t>
      </w:r>
      <w:r w:rsidRPr="00EF2F0E">
        <w:t>.</w:t>
      </w:r>
    </w:p>
    <w:p w14:paraId="0984D851" w14:textId="77777777" w:rsidR="003E32EB" w:rsidRPr="00EF2F0E" w:rsidRDefault="003E32EB" w:rsidP="00A40339">
      <w:pPr>
        <w:pStyle w:val="NO"/>
      </w:pPr>
      <w:r w:rsidRPr="00EF2F0E">
        <w:t xml:space="preserve">NOTE </w:t>
      </w:r>
      <w:r w:rsidRPr="00EF2F0E">
        <w:rPr>
          <w:lang w:eastAsia="zh-CN"/>
        </w:rPr>
        <w:t>12</w:t>
      </w:r>
      <w:r w:rsidRPr="00EF2F0E">
        <w:t>:</w:t>
      </w:r>
      <w:r w:rsidRPr="00EF2F0E">
        <w:tab/>
        <w:t>All limits in table 6.6.5.2.3</w:t>
      </w:r>
      <w:r w:rsidRPr="00EF2F0E">
        <w:noBreakHyphen/>
        <w:t>1</w:t>
      </w:r>
      <w:r w:rsidRPr="00EF2F0E">
        <w:rPr>
          <w:lang w:eastAsia="zh-CN"/>
        </w:rPr>
        <w:t xml:space="preserve">, </w:t>
      </w:r>
      <w:r w:rsidRPr="00EF2F0E">
        <w:t>table 6.6.5.2.3</w:t>
      </w:r>
      <w:r w:rsidRPr="00EF2F0E">
        <w:noBreakHyphen/>
      </w:r>
      <w:r w:rsidRPr="00EF2F0E">
        <w:rPr>
          <w:lang w:eastAsia="zh-CN"/>
        </w:rPr>
        <w:t>3,</w:t>
      </w:r>
      <w:r w:rsidRPr="00EF2F0E">
        <w:t xml:space="preserve"> table 6.6.5.2.3</w:t>
      </w:r>
      <w:r w:rsidRPr="00EF2F0E">
        <w:noBreakHyphen/>
      </w:r>
      <w:r w:rsidRPr="00EF2F0E">
        <w:rPr>
          <w:lang w:eastAsia="zh-CN"/>
        </w:rPr>
        <w:t xml:space="preserve">4 and </w:t>
      </w:r>
      <w:r w:rsidRPr="00EF2F0E">
        <w:t>table 6.6.5.2.3</w:t>
      </w:r>
      <w:r w:rsidRPr="00EF2F0E">
        <w:noBreakHyphen/>
      </w:r>
      <w:r w:rsidRPr="00EF2F0E">
        <w:rPr>
          <w:lang w:eastAsia="zh-CN"/>
        </w:rPr>
        <w:t>7</w:t>
      </w:r>
      <w:r w:rsidRPr="00EF2F0E">
        <w:t xml:space="preserve"> are identical to the corresponding limits for Band Category 1 and 3.</w:t>
      </w:r>
    </w:p>
    <w:p w14:paraId="0984D852" w14:textId="77777777" w:rsidR="003E32EB" w:rsidRPr="00EF2F0E" w:rsidRDefault="003E32EB" w:rsidP="00A40339">
      <w:pPr>
        <w:pStyle w:val="Heading5"/>
      </w:pPr>
      <w:bookmarkStart w:id="1724" w:name="_Toc21095881"/>
      <w:bookmarkStart w:id="1725" w:name="_Toc29763080"/>
      <w:bookmarkStart w:id="1726" w:name="_Toc45869365"/>
      <w:bookmarkStart w:id="1727" w:name="_Toc52554613"/>
      <w:bookmarkStart w:id="1728" w:name="_Toc52555083"/>
      <w:bookmarkStart w:id="1729" w:name="_Toc61112308"/>
      <w:bookmarkStart w:id="1730" w:name="_Toc67911460"/>
      <w:bookmarkStart w:id="1731" w:name="_Toc74842935"/>
      <w:bookmarkStart w:id="1732" w:name="_Toc76503318"/>
      <w:bookmarkStart w:id="1733" w:name="_Toc83040761"/>
      <w:bookmarkStart w:id="1734" w:name="_Toc89851804"/>
      <w:bookmarkStart w:id="1735" w:name="_Toc98676158"/>
      <w:r w:rsidRPr="00EF2F0E">
        <w:t>6.6.5.2.4</w:t>
      </w:r>
      <w:r w:rsidRPr="00EF2F0E">
        <w:tab/>
        <w:t>Additional requirements</w:t>
      </w:r>
      <w:bookmarkEnd w:id="1724"/>
      <w:bookmarkEnd w:id="1725"/>
      <w:bookmarkEnd w:id="1726"/>
      <w:bookmarkEnd w:id="1727"/>
      <w:bookmarkEnd w:id="1728"/>
      <w:bookmarkEnd w:id="1729"/>
      <w:bookmarkEnd w:id="1730"/>
      <w:bookmarkEnd w:id="1731"/>
      <w:bookmarkEnd w:id="1732"/>
      <w:bookmarkEnd w:id="1733"/>
      <w:bookmarkEnd w:id="1734"/>
      <w:bookmarkEnd w:id="1735"/>
    </w:p>
    <w:p w14:paraId="0984D853" w14:textId="77777777" w:rsidR="003E32EB" w:rsidRPr="00EF2F0E" w:rsidRDefault="003E32EB" w:rsidP="00A40339">
      <w:r w:rsidRPr="00EF2F0E">
        <w:t xml:space="preserve">The MSR operating band unwanted emission </w:t>
      </w:r>
      <w:r w:rsidRPr="00EF2F0E">
        <w:rPr>
          <w:i/>
        </w:rPr>
        <w:t>basic limit</w:t>
      </w:r>
      <w:r w:rsidRPr="00EF2F0E">
        <w:t xml:space="preserve">s for additional requirements are the same as the </w:t>
      </w:r>
      <w:r w:rsidRPr="00EF2F0E">
        <w:rPr>
          <w:rFonts w:cs="Arial"/>
          <w:i/>
        </w:rPr>
        <w:t>basic limit</w:t>
      </w:r>
      <w:r w:rsidRPr="00EF2F0E">
        <w:t>s specified in 3GPP TS 37.104 [9], subclause 6.6.2.4.</w:t>
      </w:r>
    </w:p>
    <w:p w14:paraId="0984D854" w14:textId="77777777" w:rsidR="003E32EB" w:rsidRPr="00EF2F0E" w:rsidRDefault="003E32EB" w:rsidP="00A40339">
      <w:pPr>
        <w:pStyle w:val="Heading4"/>
        <w:rPr>
          <w:lang w:eastAsia="zh-CN"/>
        </w:rPr>
      </w:pPr>
      <w:bookmarkStart w:id="1736" w:name="_Toc21095882"/>
      <w:bookmarkStart w:id="1737" w:name="_Toc29763081"/>
      <w:bookmarkStart w:id="1738" w:name="_Toc45869366"/>
      <w:bookmarkStart w:id="1739" w:name="_Toc52554614"/>
      <w:bookmarkStart w:id="1740" w:name="_Toc52555084"/>
      <w:bookmarkStart w:id="1741" w:name="_Toc61112309"/>
      <w:bookmarkStart w:id="1742" w:name="_Toc67911461"/>
      <w:bookmarkStart w:id="1743" w:name="_Toc74842936"/>
      <w:bookmarkStart w:id="1744" w:name="_Toc76503319"/>
      <w:bookmarkStart w:id="1745" w:name="_Toc83040762"/>
      <w:bookmarkStart w:id="1746" w:name="_Toc89851805"/>
      <w:bookmarkStart w:id="1747" w:name="_Toc98676159"/>
      <w:r w:rsidRPr="00EF2F0E">
        <w:rPr>
          <w:lang w:eastAsia="zh-CN"/>
        </w:rPr>
        <w:t>6.6.5.3</w:t>
      </w:r>
      <w:r w:rsidRPr="00EF2F0E">
        <w:rPr>
          <w:lang w:eastAsia="zh-CN"/>
        </w:rPr>
        <w:tab/>
        <w:t>Minimum requirement for single RAT UTRA operation</w:t>
      </w:r>
      <w:bookmarkEnd w:id="1736"/>
      <w:bookmarkEnd w:id="1737"/>
      <w:bookmarkEnd w:id="1738"/>
      <w:bookmarkEnd w:id="1739"/>
      <w:bookmarkEnd w:id="1740"/>
      <w:bookmarkEnd w:id="1741"/>
      <w:bookmarkEnd w:id="1742"/>
      <w:bookmarkEnd w:id="1743"/>
      <w:bookmarkEnd w:id="1744"/>
      <w:bookmarkEnd w:id="1745"/>
      <w:bookmarkEnd w:id="1746"/>
      <w:bookmarkEnd w:id="1747"/>
    </w:p>
    <w:p w14:paraId="0984D855" w14:textId="77777777" w:rsidR="003E32EB" w:rsidRPr="00EF2F0E" w:rsidRDefault="003E32EB" w:rsidP="00A40339">
      <w:r w:rsidRPr="00EF2F0E">
        <w:t>There is no operating band unwanted emission requirement for a single RAT UTRA FDD or single RAT UTRA TDD AAS BS.</w:t>
      </w:r>
    </w:p>
    <w:p w14:paraId="0984D856" w14:textId="77777777" w:rsidR="003E32EB" w:rsidRPr="00EF2F0E" w:rsidRDefault="003E32EB" w:rsidP="00A40339">
      <w:pPr>
        <w:pStyle w:val="Heading4"/>
        <w:rPr>
          <w:lang w:eastAsia="zh-CN"/>
        </w:rPr>
      </w:pPr>
      <w:bookmarkStart w:id="1748" w:name="_Toc21095883"/>
      <w:bookmarkStart w:id="1749" w:name="_Toc29763082"/>
      <w:bookmarkStart w:id="1750" w:name="_Toc45869367"/>
      <w:bookmarkStart w:id="1751" w:name="_Toc52554615"/>
      <w:bookmarkStart w:id="1752" w:name="_Toc52555085"/>
      <w:bookmarkStart w:id="1753" w:name="_Toc61112310"/>
      <w:bookmarkStart w:id="1754" w:name="_Toc67911462"/>
      <w:bookmarkStart w:id="1755" w:name="_Toc74842937"/>
      <w:bookmarkStart w:id="1756" w:name="_Toc76503320"/>
      <w:bookmarkStart w:id="1757" w:name="_Toc83040763"/>
      <w:bookmarkStart w:id="1758" w:name="_Toc89851806"/>
      <w:bookmarkStart w:id="1759" w:name="_Toc98676160"/>
      <w:r w:rsidRPr="00EF2F0E">
        <w:rPr>
          <w:lang w:eastAsia="zh-CN"/>
        </w:rPr>
        <w:t>6.6.5.4</w:t>
      </w:r>
      <w:r w:rsidRPr="00EF2F0E">
        <w:rPr>
          <w:lang w:eastAsia="zh-CN"/>
        </w:rPr>
        <w:tab/>
        <w:t>Minimum requirement for single RAT E-UTRA operation</w:t>
      </w:r>
      <w:bookmarkEnd w:id="1748"/>
      <w:bookmarkEnd w:id="1749"/>
      <w:bookmarkEnd w:id="1750"/>
      <w:bookmarkEnd w:id="1751"/>
      <w:bookmarkEnd w:id="1752"/>
      <w:bookmarkEnd w:id="1753"/>
      <w:bookmarkEnd w:id="1754"/>
      <w:bookmarkEnd w:id="1755"/>
      <w:bookmarkEnd w:id="1756"/>
      <w:bookmarkEnd w:id="1757"/>
      <w:bookmarkEnd w:id="1758"/>
      <w:bookmarkEnd w:id="1759"/>
    </w:p>
    <w:p w14:paraId="0984D857" w14:textId="77777777" w:rsidR="003E32EB" w:rsidRPr="00EF2F0E" w:rsidRDefault="003E32EB" w:rsidP="00A40339">
      <w:pPr>
        <w:pStyle w:val="Heading5"/>
        <w:rPr>
          <w:lang w:eastAsia="zh-CN"/>
        </w:rPr>
      </w:pPr>
      <w:bookmarkStart w:id="1760" w:name="_Toc21095884"/>
      <w:bookmarkStart w:id="1761" w:name="_Toc29763083"/>
      <w:bookmarkStart w:id="1762" w:name="_Toc45869368"/>
      <w:bookmarkStart w:id="1763" w:name="_Toc52554616"/>
      <w:bookmarkStart w:id="1764" w:name="_Toc52555086"/>
      <w:bookmarkStart w:id="1765" w:name="_Toc61112311"/>
      <w:bookmarkStart w:id="1766" w:name="_Toc67911463"/>
      <w:bookmarkStart w:id="1767" w:name="_Toc74842938"/>
      <w:bookmarkStart w:id="1768" w:name="_Toc76503321"/>
      <w:bookmarkStart w:id="1769" w:name="_Toc83040764"/>
      <w:bookmarkStart w:id="1770" w:name="_Toc89851807"/>
      <w:bookmarkStart w:id="1771" w:name="_Toc98676161"/>
      <w:r w:rsidRPr="00EF2F0E">
        <w:rPr>
          <w:lang w:eastAsia="zh-CN"/>
        </w:rPr>
        <w:t>6.6.5.4.1</w:t>
      </w:r>
      <w:r w:rsidRPr="00EF2F0E">
        <w:rPr>
          <w:lang w:eastAsia="zh-CN"/>
        </w:rPr>
        <w:tab/>
        <w:t>General</w:t>
      </w:r>
      <w:bookmarkEnd w:id="1760"/>
      <w:bookmarkEnd w:id="1761"/>
      <w:bookmarkEnd w:id="1762"/>
      <w:bookmarkEnd w:id="1763"/>
      <w:bookmarkEnd w:id="1764"/>
      <w:bookmarkEnd w:id="1765"/>
      <w:bookmarkEnd w:id="1766"/>
      <w:bookmarkEnd w:id="1767"/>
      <w:bookmarkEnd w:id="1768"/>
      <w:bookmarkEnd w:id="1769"/>
      <w:bookmarkEnd w:id="1770"/>
      <w:bookmarkEnd w:id="1771"/>
    </w:p>
    <w:p w14:paraId="0984D858" w14:textId="77777777" w:rsidR="003E32EB" w:rsidRPr="00EF2F0E" w:rsidRDefault="003E32EB" w:rsidP="00A40339">
      <w:pPr>
        <w:keepNext/>
      </w:pPr>
      <w:r w:rsidRPr="00EF2F0E">
        <w:t xml:space="preserve">The single RAT E-UTRA operating band unwanted emission </w:t>
      </w:r>
      <w:r w:rsidRPr="00EF2F0E">
        <w:rPr>
          <w:i/>
        </w:rPr>
        <w:t>basic limit</w:t>
      </w:r>
      <w:r w:rsidRPr="00EF2F0E">
        <w:t>s are given in subclauses 6.6.5.4.2, 6.6.5.4.3 and 6.6.5.4.4.</w:t>
      </w:r>
    </w:p>
    <w:p w14:paraId="0984D859" w14:textId="77777777" w:rsidR="003E32EB" w:rsidRPr="00EF2F0E" w:rsidRDefault="003E32EB" w:rsidP="00A40339">
      <w:pPr>
        <w:keepNext/>
      </w:pPr>
      <w:r w:rsidRPr="00EF2F0E">
        <w:t xml:space="preserve">The operating band unwanted emission requirements for AAS BS in </w:t>
      </w:r>
      <w:r w:rsidRPr="00EF2F0E">
        <w:rPr>
          <w:i/>
        </w:rPr>
        <w:t>single RAT E-UTRA operation</w:t>
      </w:r>
      <w:r w:rsidRPr="00EF2F0E">
        <w:t xml:space="preserve"> are that for each </w:t>
      </w:r>
      <w:r w:rsidRPr="00EF2F0E">
        <w:rPr>
          <w:i/>
        </w:rPr>
        <w:t>TAB connector TX min cell group</w:t>
      </w:r>
      <w:r w:rsidRPr="00EF2F0E">
        <w:t xml:space="preserve"> and each applicable </w:t>
      </w:r>
      <w:r w:rsidRPr="00EF2F0E">
        <w:rPr>
          <w:i/>
        </w:rPr>
        <w:t>basic limit</w:t>
      </w:r>
      <w:r w:rsidRPr="00EF2F0E">
        <w:t xml:space="preserve">, the power sum of the emissions at the </w:t>
      </w:r>
      <w:r w:rsidRPr="00EF2F0E">
        <w:rPr>
          <w:i/>
        </w:rPr>
        <w:t>TAB connectors</w:t>
      </w:r>
      <w:r w:rsidRPr="00EF2F0E">
        <w:t xml:space="preserve"> of the </w:t>
      </w:r>
      <w:r w:rsidRPr="00EF2F0E">
        <w:rPr>
          <w:i/>
        </w:rPr>
        <w:t>TAB connector TX min cell group</w:t>
      </w:r>
      <w:r w:rsidRPr="00EF2F0E">
        <w:t xml:space="preserve"> shall not exceed an AAS limit specified as the </w:t>
      </w:r>
      <w:r w:rsidRPr="00EF2F0E">
        <w:rPr>
          <w:i/>
        </w:rPr>
        <w:t>basic limit</w:t>
      </w:r>
      <w:r w:rsidRPr="00EF2F0E">
        <w:t xml:space="preserve"> + 10log</w:t>
      </w:r>
      <w:r w:rsidRPr="00EF2F0E">
        <w:rPr>
          <w:vertAlign w:val="subscript"/>
        </w:rPr>
        <w:t>10</w:t>
      </w:r>
      <w:r w:rsidRPr="00EF2F0E">
        <w:t>(N</w:t>
      </w:r>
      <w:r w:rsidRPr="00EF2F0E">
        <w:rPr>
          <w:vertAlign w:val="subscript"/>
        </w:rPr>
        <w:t>TXU,countedpercell</w:t>
      </w:r>
      <w:r w:rsidRPr="00EF2F0E">
        <w:t>).</w:t>
      </w:r>
    </w:p>
    <w:p w14:paraId="0984D85A" w14:textId="77777777" w:rsidR="003E32EB" w:rsidRPr="00EF2F0E" w:rsidRDefault="003E32EB" w:rsidP="00A40339">
      <w:pPr>
        <w:pStyle w:val="NO"/>
      </w:pPr>
      <w:r w:rsidRPr="00EF2F0E">
        <w:t>NOTE:</w:t>
      </w:r>
      <w:r w:rsidRPr="00EF2F0E">
        <w:tab/>
        <w:t>Conformance to the AAS BS operating band unwanted emission requirement can be demonstrated by meeting at least one of the following criteria as determined by the manufacturer:</w:t>
      </w:r>
    </w:p>
    <w:p w14:paraId="0984D85B" w14:textId="77777777" w:rsidR="003E32EB" w:rsidRPr="00EF2F0E" w:rsidRDefault="003E32EB" w:rsidP="00A40339">
      <w:pPr>
        <w:pStyle w:val="B3"/>
        <w:ind w:left="1418"/>
      </w:pPr>
      <w:r w:rsidRPr="00EF2F0E">
        <w:t>1)</w:t>
      </w:r>
      <w:r w:rsidRPr="00EF2F0E">
        <w:tab/>
        <w:t xml:space="preserve">The sum of the emissions power measured on each </w:t>
      </w:r>
      <w:r w:rsidRPr="00EF2F0E">
        <w:rPr>
          <w:i/>
        </w:rPr>
        <w:t>TAB connector</w:t>
      </w:r>
      <w:r w:rsidRPr="00EF2F0E">
        <w:t xml:space="preserve"> in the </w:t>
      </w:r>
      <w:r w:rsidRPr="00EF2F0E">
        <w:rPr>
          <w:i/>
        </w:rPr>
        <w:t xml:space="preserve">TAB connector TX min cell group </w:t>
      </w:r>
      <w:r w:rsidRPr="00EF2F0E">
        <w:t>shall be less than or equal to the AAS BS limit as defined in this subclause for the respective frequency span.</w:t>
      </w:r>
    </w:p>
    <w:p w14:paraId="0984D85C" w14:textId="77777777" w:rsidR="003E32EB" w:rsidRPr="00EF2F0E" w:rsidRDefault="003E32EB" w:rsidP="00A40339">
      <w:pPr>
        <w:pStyle w:val="B3"/>
        <w:ind w:left="1418"/>
      </w:pPr>
      <w:r w:rsidRPr="00EF2F0E">
        <w:t>Or</w:t>
      </w:r>
    </w:p>
    <w:p w14:paraId="0984D85D" w14:textId="77777777" w:rsidR="003E32EB" w:rsidRPr="00EF2F0E" w:rsidRDefault="003E32EB" w:rsidP="00A40339">
      <w:pPr>
        <w:pStyle w:val="B3"/>
        <w:ind w:left="1418"/>
      </w:pPr>
      <w:r w:rsidRPr="00EF2F0E">
        <w:t>2)</w:t>
      </w:r>
      <w:r w:rsidRPr="00EF2F0E">
        <w:tab/>
        <w:t xml:space="preserve">The unwanted emissions power at each </w:t>
      </w:r>
      <w:r w:rsidRPr="00EF2F0E">
        <w:rPr>
          <w:i/>
        </w:rPr>
        <w:t>TAB connector</w:t>
      </w:r>
      <w:r w:rsidRPr="00EF2F0E">
        <w:t xml:space="preserve"> shall be less than or equal to the AAS BS limit as defined</w:t>
      </w:r>
      <w:r w:rsidRPr="00EF2F0E" w:rsidDel="00552ABB">
        <w:t xml:space="preserve"> </w:t>
      </w:r>
      <w:r w:rsidRPr="00EF2F0E">
        <w:t>in this subclause for the respective frequency span, scaled by -10log</w:t>
      </w:r>
      <w:r w:rsidRPr="00EF2F0E">
        <w:rPr>
          <w:vertAlign w:val="subscript"/>
        </w:rPr>
        <w:t>10</w:t>
      </w:r>
      <w:r w:rsidRPr="00EF2F0E">
        <w:t>(</w:t>
      </w:r>
      <w:r w:rsidRPr="00EF2F0E">
        <w:rPr>
          <w:i/>
        </w:rPr>
        <w:t>n</w:t>
      </w:r>
      <w:r w:rsidRPr="00EF2F0E">
        <w:t xml:space="preserve">), where </w:t>
      </w:r>
      <w:r w:rsidRPr="00EF2F0E">
        <w:rPr>
          <w:i/>
        </w:rPr>
        <w:t>n</w:t>
      </w:r>
      <w:r w:rsidRPr="00EF2F0E">
        <w:t xml:space="preserve"> is the number of </w:t>
      </w:r>
      <w:r w:rsidRPr="00EF2F0E">
        <w:rPr>
          <w:i/>
        </w:rPr>
        <w:t>TAB connectors</w:t>
      </w:r>
      <w:r w:rsidRPr="00EF2F0E">
        <w:t xml:space="preserve"> in the </w:t>
      </w:r>
      <w:r w:rsidRPr="00EF2F0E">
        <w:rPr>
          <w:i/>
        </w:rPr>
        <w:t>TAB connector TX min cell group</w:t>
      </w:r>
      <w:r w:rsidRPr="00EF2F0E">
        <w:t xml:space="preserve">. </w:t>
      </w:r>
    </w:p>
    <w:p w14:paraId="0984D85E" w14:textId="77777777" w:rsidR="003E32EB" w:rsidRPr="00EF2F0E" w:rsidRDefault="003E32EB" w:rsidP="00A40339">
      <w:pPr>
        <w:keepNext/>
        <w:rPr>
          <w:rFonts w:cs="v5.0.0"/>
        </w:rPr>
      </w:pPr>
      <w:r w:rsidRPr="00EF2F0E">
        <w:t xml:space="preserve">The requirements shall apply whatever the type of </w:t>
      </w:r>
      <w:r w:rsidRPr="00EF2F0E">
        <w:rPr>
          <w:i/>
        </w:rPr>
        <w:t xml:space="preserve">TAB connector </w:t>
      </w:r>
      <w:r w:rsidRPr="00EF2F0E">
        <w:t>is considered (single carrier or multi-carrier) and for all transmission modes foreseen by the manufacturer's specification</w:t>
      </w:r>
      <w:r w:rsidRPr="00EF2F0E">
        <w:rPr>
          <w:rFonts w:cs="v5.0.0"/>
        </w:rPr>
        <w:t xml:space="preserve">. In addition, for a </w:t>
      </w:r>
      <w:r w:rsidRPr="00EF2F0E">
        <w:rPr>
          <w:rFonts w:cs="v5.0.0"/>
          <w:i/>
        </w:rPr>
        <w:t>TAB connector</w:t>
      </w:r>
      <w:r w:rsidRPr="00EF2F0E">
        <w:rPr>
          <w:rFonts w:cs="v5.0.0"/>
        </w:rPr>
        <w:t xml:space="preserve"> operating in </w:t>
      </w:r>
      <w:r w:rsidRPr="00EF2F0E">
        <w:rPr>
          <w:rFonts w:cs="v5.0.0"/>
          <w:i/>
        </w:rPr>
        <w:t>non-contiguous spectrum</w:t>
      </w:r>
      <w:r w:rsidRPr="00EF2F0E">
        <w:rPr>
          <w:rFonts w:cs="v5.0.0"/>
        </w:rPr>
        <w:t xml:space="preserve">, the requirements apply inside any </w:t>
      </w:r>
      <w:r w:rsidRPr="00EF2F0E">
        <w:rPr>
          <w:rFonts w:cs="v5.0.0"/>
          <w:i/>
        </w:rPr>
        <w:t>sub-block gap</w:t>
      </w:r>
      <w:r w:rsidRPr="00EF2F0E">
        <w:rPr>
          <w:rFonts w:cs="v5.0.0"/>
        </w:rPr>
        <w:t xml:space="preserve">. </w:t>
      </w:r>
      <w:r w:rsidRPr="00EF2F0E">
        <w:rPr>
          <w:rFonts w:cs="v5.0.0"/>
          <w:lang w:eastAsia="zh-CN"/>
        </w:rPr>
        <w:t>In addition, for</w:t>
      </w:r>
      <w:r w:rsidRPr="00EF2F0E">
        <w:rPr>
          <w:rFonts w:cs="v5.0.0"/>
        </w:rPr>
        <w:t xml:space="preserve"> a </w:t>
      </w:r>
      <w:r w:rsidRPr="00EF2F0E">
        <w:rPr>
          <w:rFonts w:cs="v5.0.0"/>
          <w:i/>
        </w:rPr>
        <w:t>multi-band TAB connector</w:t>
      </w:r>
      <w:r w:rsidRPr="00EF2F0E">
        <w:rPr>
          <w:rFonts w:cs="v5.0.0"/>
        </w:rPr>
        <w:t xml:space="preserve"> the requirements apply inside any </w:t>
      </w:r>
      <w:r w:rsidRPr="00EF2F0E">
        <w:rPr>
          <w:rFonts w:cs="v5.0.0"/>
          <w:i/>
          <w:lang w:eastAsia="zh-CN"/>
        </w:rPr>
        <w:t>Inter RF Bandwidth</w:t>
      </w:r>
      <w:r w:rsidRPr="00EF2F0E">
        <w:rPr>
          <w:rFonts w:cs="v5.0.0"/>
          <w:i/>
        </w:rPr>
        <w:t xml:space="preserve"> gap</w:t>
      </w:r>
      <w:r w:rsidRPr="00EF2F0E">
        <w:rPr>
          <w:rFonts w:cs="v5.0.0"/>
        </w:rPr>
        <w:t>.</w:t>
      </w:r>
    </w:p>
    <w:p w14:paraId="0984D85F" w14:textId="77777777" w:rsidR="003E32EB" w:rsidRPr="00EF2F0E" w:rsidRDefault="003E32EB" w:rsidP="00A40339">
      <w:pPr>
        <w:keepNext/>
      </w:pPr>
      <w:r w:rsidRPr="00EF2F0E">
        <w:t xml:space="preserve">The unwanted emission </w:t>
      </w:r>
      <w:r w:rsidR="00554FCD" w:rsidRPr="00EF2F0E">
        <w:rPr>
          <w:i/>
        </w:rPr>
        <w:t xml:space="preserve">basic </w:t>
      </w:r>
      <w:r w:rsidRPr="00EF2F0E">
        <w:rPr>
          <w:i/>
        </w:rPr>
        <w:t>limits</w:t>
      </w:r>
      <w:r w:rsidRPr="00EF2F0E">
        <w:t xml:space="preserve"> in the part of the </w:t>
      </w:r>
      <w:r w:rsidRPr="00EF2F0E">
        <w:rPr>
          <w:i/>
        </w:rPr>
        <w:t>downlink operating band</w:t>
      </w:r>
      <w:r w:rsidRPr="00EF2F0E">
        <w:t xml:space="preserve"> that falls in the spurious domain are consistent with ITU-R Recommendation SM.329 [14]. </w:t>
      </w:r>
    </w:p>
    <w:p w14:paraId="0984D860" w14:textId="77777777" w:rsidR="003E32EB" w:rsidRPr="00EF2F0E" w:rsidRDefault="003E32EB" w:rsidP="00A40339">
      <w:pPr>
        <w:keepNext/>
        <w:rPr>
          <w:rFonts w:cs="v5.0.0"/>
        </w:rPr>
      </w:pPr>
      <w:r w:rsidRPr="00EF2F0E">
        <w:rPr>
          <w:rFonts w:cs="v5.0.0"/>
        </w:rPr>
        <w:t xml:space="preserve">Emissions shall use the </w:t>
      </w:r>
      <w:r w:rsidRPr="00EF2F0E">
        <w:rPr>
          <w:rFonts w:cs="v5.0.0"/>
          <w:i/>
        </w:rPr>
        <w:t>b</w:t>
      </w:r>
      <w:r w:rsidRPr="00EF2F0E">
        <w:rPr>
          <w:rFonts w:cs="v4.2.0"/>
          <w:i/>
        </w:rPr>
        <w:t>asic limits</w:t>
      </w:r>
      <w:r w:rsidRPr="00EF2F0E" w:rsidDel="00BC08E2">
        <w:rPr>
          <w:rStyle w:val="CommentReference"/>
        </w:rPr>
        <w:t xml:space="preserve"> </w:t>
      </w:r>
      <w:r w:rsidRPr="00EF2F0E">
        <w:rPr>
          <w:rFonts w:cs="v5.0.0"/>
        </w:rPr>
        <w:t>specified in the tables below, where:</w:t>
      </w:r>
    </w:p>
    <w:p w14:paraId="0984D861" w14:textId="77777777" w:rsidR="003E32EB" w:rsidRPr="00EF2F0E" w:rsidRDefault="003E32EB" w:rsidP="00A40339">
      <w:pPr>
        <w:pStyle w:val="B10"/>
        <w:keepNext/>
        <w:rPr>
          <w:rFonts w:cs="v5.0.0"/>
        </w:rPr>
      </w:pPr>
      <w:r w:rsidRPr="00EF2F0E">
        <w:rPr>
          <w:rFonts w:cs="v5.0.0"/>
        </w:rPr>
        <w:t>-</w:t>
      </w:r>
      <w:r w:rsidRPr="00EF2F0E">
        <w:rPr>
          <w:rFonts w:cs="v5.0.0"/>
        </w:rPr>
        <w:tab/>
      </w:r>
      <w:r w:rsidRPr="00EF2F0E">
        <w:rPr>
          <w:rFonts w:cs="v5.0.0"/>
        </w:rPr>
        <w:sym w:font="Symbol" w:char="F044"/>
      </w:r>
      <w:r w:rsidRPr="00EF2F0E">
        <w:rPr>
          <w:rFonts w:cs="v5.0.0"/>
        </w:rPr>
        <w:t>f is the separation between the channel edge</w:t>
      </w:r>
      <w:r w:rsidRPr="00EF2F0E">
        <w:t xml:space="preserve"> </w:t>
      </w:r>
      <w:r w:rsidRPr="00EF2F0E">
        <w:rPr>
          <w:rFonts w:cs="v5.0.0"/>
        </w:rPr>
        <w:t>frequency and the nominal -3dB point of the measuring filter closest to the carrier frequency.</w:t>
      </w:r>
    </w:p>
    <w:p w14:paraId="0984D862" w14:textId="77777777" w:rsidR="003E32EB" w:rsidRPr="00EF2F0E" w:rsidRDefault="003E32EB" w:rsidP="00A40339">
      <w:pPr>
        <w:pStyle w:val="B10"/>
        <w:keepNext/>
        <w:rPr>
          <w:rFonts w:cs="v5.0.0"/>
        </w:rPr>
      </w:pPr>
      <w:r w:rsidRPr="00EF2F0E">
        <w:rPr>
          <w:rFonts w:cs="v5.0.0"/>
        </w:rPr>
        <w:t>-</w:t>
      </w:r>
      <w:r w:rsidRPr="00EF2F0E">
        <w:rPr>
          <w:rFonts w:cs="v5.0.0"/>
        </w:rPr>
        <w:tab/>
        <w:t>f_offset is the separation between the channel edge</w:t>
      </w:r>
      <w:r w:rsidRPr="00EF2F0E">
        <w:t xml:space="preserve"> </w:t>
      </w:r>
      <w:r w:rsidRPr="00EF2F0E">
        <w:rPr>
          <w:rFonts w:cs="v5.0.0"/>
        </w:rPr>
        <w:t>frequency and the centre of the measuring filter.</w:t>
      </w:r>
    </w:p>
    <w:p w14:paraId="0984D863" w14:textId="77777777" w:rsidR="003E32EB" w:rsidRPr="00EF2F0E" w:rsidRDefault="003E32EB" w:rsidP="00A40339">
      <w:pPr>
        <w:pStyle w:val="B10"/>
        <w:keepNext/>
        <w:rPr>
          <w:rFonts w:cs="v5.0.0"/>
        </w:rPr>
      </w:pPr>
      <w:r w:rsidRPr="00EF2F0E">
        <w:rPr>
          <w:rFonts w:cs="v5.0.0"/>
        </w:rPr>
        <w:t>-</w:t>
      </w:r>
      <w:r w:rsidRPr="00EF2F0E">
        <w:rPr>
          <w:rFonts w:cs="v5.0.0"/>
        </w:rPr>
        <w:tab/>
        <w:t>f_offset</w:t>
      </w:r>
      <w:r w:rsidRPr="00EF2F0E">
        <w:rPr>
          <w:rFonts w:cs="v5.0.0"/>
          <w:vertAlign w:val="subscript"/>
        </w:rPr>
        <w:t>max</w:t>
      </w:r>
      <w:r w:rsidRPr="00EF2F0E">
        <w:rPr>
          <w:rFonts w:cs="v5.0.0"/>
        </w:rPr>
        <w:t xml:space="preserve"> is the offset to the frequency </w:t>
      </w:r>
      <w:r w:rsidRPr="00EF2F0E">
        <w:t>Δf</w:t>
      </w:r>
      <w:r w:rsidRPr="00EF2F0E">
        <w:rPr>
          <w:vertAlign w:val="subscript"/>
        </w:rPr>
        <w:t>OBUE</w:t>
      </w:r>
      <w:r w:rsidRPr="00EF2F0E" w:rsidDel="009A2BA4">
        <w:rPr>
          <w:rFonts w:cs="v5.0.0"/>
        </w:rPr>
        <w:t xml:space="preserve"> </w:t>
      </w:r>
      <w:r w:rsidRPr="00EF2F0E">
        <w:rPr>
          <w:rFonts w:cs="v5.0.0"/>
        </w:rPr>
        <w:t xml:space="preserve"> outside the </w:t>
      </w:r>
      <w:r w:rsidRPr="00EF2F0E">
        <w:rPr>
          <w:rFonts w:cs="v5.0.0"/>
          <w:i/>
        </w:rPr>
        <w:t>downlink operating band</w:t>
      </w:r>
      <w:r w:rsidRPr="00EF2F0E">
        <w:rPr>
          <w:rFonts w:cs="v5.0.0"/>
        </w:rPr>
        <w:t>.</w:t>
      </w:r>
    </w:p>
    <w:p w14:paraId="0984D864" w14:textId="77777777" w:rsidR="003E32EB" w:rsidRPr="00EF2F0E" w:rsidRDefault="003E32EB" w:rsidP="00A40339">
      <w:pPr>
        <w:pStyle w:val="B10"/>
        <w:rPr>
          <w:rFonts w:cs="v5.0.0"/>
        </w:rPr>
      </w:pPr>
      <w:r w:rsidRPr="00EF2F0E">
        <w:rPr>
          <w:rFonts w:cs="v5.0.0"/>
        </w:rPr>
        <w:t>-</w:t>
      </w:r>
      <w:r w:rsidRPr="00EF2F0E">
        <w:rPr>
          <w:rFonts w:cs="v5.0.0"/>
        </w:rPr>
        <w:tab/>
      </w:r>
      <w:r w:rsidRPr="00EF2F0E">
        <w:rPr>
          <w:rFonts w:cs="v5.0.0"/>
        </w:rPr>
        <w:sym w:font="Symbol" w:char="F044"/>
      </w:r>
      <w:r w:rsidRPr="00EF2F0E">
        <w:rPr>
          <w:rFonts w:cs="v5.0.0"/>
        </w:rPr>
        <w:t>f</w:t>
      </w:r>
      <w:r w:rsidRPr="00EF2F0E">
        <w:rPr>
          <w:rFonts w:cs="v5.0.0"/>
          <w:vertAlign w:val="subscript"/>
        </w:rPr>
        <w:t>max</w:t>
      </w:r>
      <w:r w:rsidRPr="00EF2F0E">
        <w:rPr>
          <w:rFonts w:cs="v5.0.0"/>
        </w:rPr>
        <w:t xml:space="preserve"> is equal to f_offset</w:t>
      </w:r>
      <w:r w:rsidRPr="00EF2F0E">
        <w:rPr>
          <w:rFonts w:cs="v5.0.0"/>
          <w:vertAlign w:val="subscript"/>
        </w:rPr>
        <w:t>max</w:t>
      </w:r>
      <w:r w:rsidRPr="00EF2F0E">
        <w:rPr>
          <w:rFonts w:cs="v5.0.0"/>
        </w:rPr>
        <w:t xml:space="preserve"> minus half of the bandwidth of the measuring filter.</w:t>
      </w:r>
    </w:p>
    <w:p w14:paraId="0984D865" w14:textId="77777777" w:rsidR="003E32EB" w:rsidRPr="00EF2F0E" w:rsidRDefault="003E32EB" w:rsidP="00A40339">
      <w:r w:rsidRPr="00EF2F0E">
        <w:t xml:space="preserve">For a </w:t>
      </w:r>
      <w:r w:rsidRPr="00EF2F0E">
        <w:rPr>
          <w:i/>
        </w:rPr>
        <w:t>multi-band TAB connector</w:t>
      </w:r>
      <w:r w:rsidRPr="00EF2F0E">
        <w:t xml:space="preserve"> inside any </w:t>
      </w:r>
      <w:r w:rsidRPr="00EF2F0E">
        <w:rPr>
          <w:i/>
        </w:rPr>
        <w:t>Inter RF Bandwidth gaps</w:t>
      </w:r>
      <w:r w:rsidRPr="00EF2F0E">
        <w:t xml:space="preserve"> with W</w:t>
      </w:r>
      <w:r w:rsidRPr="00EF2F0E">
        <w:rPr>
          <w:vertAlign w:val="subscript"/>
        </w:rPr>
        <w:t>gap</w:t>
      </w:r>
      <w:r w:rsidRPr="00EF2F0E">
        <w:t xml:space="preserve"> &lt; </w:t>
      </w:r>
      <w:r w:rsidR="007A55FD" w:rsidRPr="00EF2F0E">
        <w:t>2×Δf</w:t>
      </w:r>
      <w:r w:rsidR="007A55FD" w:rsidRPr="00EF2F0E">
        <w:rPr>
          <w:vertAlign w:val="subscript"/>
        </w:rPr>
        <w:t>OBUE</w:t>
      </w:r>
      <w:r w:rsidRPr="00EF2F0E">
        <w:t xml:space="preserve"> MHz, </w:t>
      </w:r>
      <w:r w:rsidR="00554FCD" w:rsidRPr="00EF2F0E">
        <w:t xml:space="preserve">a combined </w:t>
      </w:r>
      <w:r w:rsidR="00554FCD" w:rsidRPr="00EF2F0E">
        <w:rPr>
          <w:i/>
        </w:rPr>
        <w:t xml:space="preserve">basic </w:t>
      </w:r>
      <w:r w:rsidR="00554FCD" w:rsidRPr="00EF2F0E">
        <w:t>limit shall be applied which is the cumulative sum of</w:t>
      </w:r>
      <w:r w:rsidRPr="00EF2F0E">
        <w:t xml:space="preserve"> the </w:t>
      </w:r>
      <w:r w:rsidRPr="00EF2F0E">
        <w:rPr>
          <w:rFonts w:cs="Arial"/>
          <w:i/>
        </w:rPr>
        <w:t>basic limit</w:t>
      </w:r>
      <w:r w:rsidRPr="00EF2F0E">
        <w:t xml:space="preserve">s specified at the </w:t>
      </w:r>
      <w:r w:rsidRPr="00EF2F0E">
        <w:rPr>
          <w:i/>
        </w:rPr>
        <w:t>Base Station RF Bandwidth edges</w:t>
      </w:r>
      <w:r w:rsidRPr="00EF2F0E">
        <w:t xml:space="preserve"> on each side of the </w:t>
      </w:r>
      <w:r w:rsidRPr="00EF2F0E">
        <w:rPr>
          <w:i/>
        </w:rPr>
        <w:t>Inter RF Bandwidth gap</w:t>
      </w:r>
      <w:r w:rsidRPr="00EF2F0E">
        <w:t xml:space="preserve">. The </w:t>
      </w:r>
      <w:r w:rsidRPr="00EF2F0E">
        <w:rPr>
          <w:rFonts w:cs="Arial"/>
          <w:i/>
        </w:rPr>
        <w:t>basic limit</w:t>
      </w:r>
      <w:r w:rsidRPr="00EF2F0E">
        <w:t xml:space="preserve"> for </w:t>
      </w:r>
      <w:r w:rsidRPr="00EF2F0E">
        <w:rPr>
          <w:i/>
        </w:rPr>
        <w:t>Base Station RF Bandwidth edge</w:t>
      </w:r>
      <w:r w:rsidRPr="00EF2F0E">
        <w:t xml:space="preserve"> is specified in the tables subclause 6.6.5.4.2 to 6.6.5.4.7 below, where in this case:</w:t>
      </w:r>
    </w:p>
    <w:p w14:paraId="0984D866" w14:textId="77777777" w:rsidR="003E32EB" w:rsidRPr="00EF2F0E" w:rsidRDefault="003E32EB" w:rsidP="00A40339">
      <w:pPr>
        <w:pStyle w:val="B10"/>
      </w:pPr>
      <w:r w:rsidRPr="00EF2F0E">
        <w:t>-</w:t>
      </w:r>
      <w:r w:rsidRPr="00EF2F0E">
        <w:tab/>
      </w:r>
      <w:r w:rsidRPr="00EF2F0E">
        <w:sym w:font="Symbol" w:char="F044"/>
      </w:r>
      <w:r w:rsidRPr="00EF2F0E">
        <w:t xml:space="preserve">f is the separation between the </w:t>
      </w:r>
      <w:r w:rsidRPr="00EF2F0E">
        <w:rPr>
          <w:i/>
        </w:rPr>
        <w:t>Base Station RF Bandwidth edge</w:t>
      </w:r>
      <w:r w:rsidRPr="00EF2F0E">
        <w:t xml:space="preserve"> frequency and the nominal -3 dB point of the measuring filter closest to the </w:t>
      </w:r>
      <w:r w:rsidRPr="00EF2F0E">
        <w:rPr>
          <w:i/>
        </w:rPr>
        <w:t>Base Station RF Bandwidth edge</w:t>
      </w:r>
      <w:r w:rsidRPr="00EF2F0E">
        <w:t>.</w:t>
      </w:r>
    </w:p>
    <w:p w14:paraId="0984D867" w14:textId="77777777" w:rsidR="003E32EB" w:rsidRPr="00EF2F0E" w:rsidRDefault="003E32EB" w:rsidP="00A40339">
      <w:pPr>
        <w:pStyle w:val="B10"/>
      </w:pPr>
      <w:r w:rsidRPr="00EF2F0E">
        <w:t>-</w:t>
      </w:r>
      <w:r w:rsidRPr="00EF2F0E">
        <w:tab/>
        <w:t xml:space="preserve">f_offset is the separation between the </w:t>
      </w:r>
      <w:r w:rsidRPr="00EF2F0E">
        <w:rPr>
          <w:i/>
        </w:rPr>
        <w:t>Base Station RF Bandwidth edge</w:t>
      </w:r>
      <w:r w:rsidRPr="00EF2F0E">
        <w:t xml:space="preserve"> frequency and the centre of the measuring filter.</w:t>
      </w:r>
    </w:p>
    <w:p w14:paraId="0984D868" w14:textId="77777777" w:rsidR="003E32EB" w:rsidRPr="00EF2F0E" w:rsidRDefault="003E32EB" w:rsidP="00A40339">
      <w:pPr>
        <w:pStyle w:val="B10"/>
      </w:pPr>
      <w:r w:rsidRPr="00EF2F0E">
        <w:t>-</w:t>
      </w:r>
      <w:r w:rsidRPr="00EF2F0E">
        <w:tab/>
        <w:t>f_offset</w:t>
      </w:r>
      <w:r w:rsidRPr="00EF2F0E">
        <w:rPr>
          <w:vertAlign w:val="subscript"/>
        </w:rPr>
        <w:t>max</w:t>
      </w:r>
      <w:r w:rsidRPr="00EF2F0E">
        <w:t xml:space="preserve"> is equal to the </w:t>
      </w:r>
      <w:r w:rsidRPr="00EF2F0E">
        <w:rPr>
          <w:i/>
        </w:rPr>
        <w:t>Inter RF Bandwidth gap</w:t>
      </w:r>
      <w:r w:rsidRPr="00EF2F0E">
        <w:t xml:space="preserve"> minus half of the bandwidth of the measuring filter.</w:t>
      </w:r>
    </w:p>
    <w:p w14:paraId="0984D869" w14:textId="77777777" w:rsidR="003E32EB" w:rsidRPr="00EF2F0E" w:rsidRDefault="003E32EB" w:rsidP="00A40339">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w:t>
      </w:r>
      <w:r w:rsidRPr="00EF2F0E">
        <w:rPr>
          <w:rFonts w:cs="v5.0.0"/>
        </w:rPr>
        <w:t>f_offset</w:t>
      </w:r>
      <w:r w:rsidRPr="00EF2F0E">
        <w:rPr>
          <w:rFonts w:cs="v5.0.0"/>
          <w:vertAlign w:val="subscript"/>
        </w:rPr>
        <w:t>max</w:t>
      </w:r>
      <w:r w:rsidRPr="00EF2F0E">
        <w:t xml:space="preserve"> minus half of the bandwidth of the measuring filter.</w:t>
      </w:r>
    </w:p>
    <w:p w14:paraId="0984D86A" w14:textId="77777777" w:rsidR="00625570" w:rsidRPr="00EF2F0E" w:rsidRDefault="00625570" w:rsidP="00625570">
      <w:pPr>
        <w:rPr>
          <w:lang w:eastAsia="zh-CN"/>
        </w:rPr>
      </w:pPr>
      <w:r w:rsidRPr="00EF2F0E">
        <w:t xml:space="preserve">For </w:t>
      </w:r>
      <w:r w:rsidRPr="00EF2F0E">
        <w:rPr>
          <w:i/>
        </w:rPr>
        <w:t>multi-band TAB connector</w:t>
      </w:r>
      <w:r w:rsidRPr="00EF2F0E">
        <w:t xml:space="preserve"> where multiple bands are mapped on the same antenna connector, the operating band unwanted emission </w:t>
      </w:r>
      <w:r w:rsidRPr="00EF2F0E">
        <w:rPr>
          <w:i/>
        </w:rPr>
        <w:t>basic</w:t>
      </w:r>
      <w:r w:rsidRPr="00EF2F0E">
        <w:t xml:space="preserve"> </w:t>
      </w:r>
      <w:r w:rsidRPr="00EF2F0E">
        <w:rPr>
          <w:i/>
        </w:rPr>
        <w:t>limits</w:t>
      </w:r>
      <w:r w:rsidRPr="00EF2F0E">
        <w:t xml:space="preserve"> apply also in a supported operating band without any carrier transmitted, in the case where there are carrier(s) transmitted in other supported operating band(s). In this case where there is no carrier transmitted in an operating band, the operating band unwanted emission limit, as defined in the tables of the present subclause for the largest frequency offset (</w:t>
      </w:r>
      <w:r w:rsidRPr="00EF2F0E">
        <w:sym w:font="Symbol" w:char="F044"/>
      </w:r>
      <w:r w:rsidRPr="00EF2F0E">
        <w:t>f</w:t>
      </w:r>
      <w:r w:rsidRPr="00EF2F0E">
        <w:rPr>
          <w:vertAlign w:val="subscript"/>
        </w:rPr>
        <w:t>max</w:t>
      </w:r>
      <w:r w:rsidRPr="00EF2F0E">
        <w:t xml:space="preserve">), of a band where there is no carrier transmitted shall apply from 10 MHz below the lowest frequency, up to 10 MHz above the highest frequency of the supported downlink operating band without any carrier transmitted. And no cumulative </w:t>
      </w:r>
      <w:r w:rsidRPr="00EF2F0E">
        <w:rPr>
          <w:i/>
        </w:rPr>
        <w:t>basic limit</w:t>
      </w:r>
      <w:r w:rsidRPr="00EF2F0E">
        <w:t xml:space="preserve"> is applied in the </w:t>
      </w:r>
      <w:r w:rsidRPr="00EF2F0E">
        <w:rPr>
          <w:i/>
        </w:rPr>
        <w:t>inter-band gap</w:t>
      </w:r>
      <w:r w:rsidRPr="00EF2F0E">
        <w:t xml:space="preserve"> between a supported downlink operating band with carrier(s) transmitted and a supported downlink operating band without any carrier transmitted. </w:t>
      </w:r>
    </w:p>
    <w:p w14:paraId="0984D86B" w14:textId="77777777" w:rsidR="003E32EB" w:rsidRPr="00EF2F0E" w:rsidRDefault="003E32EB" w:rsidP="00A40339">
      <w:pPr>
        <w:keepNext/>
        <w:rPr>
          <w:rFonts w:cs="v5.0.0"/>
        </w:rPr>
      </w:pPr>
      <w:r w:rsidRPr="00EF2F0E">
        <w:rPr>
          <w:rFonts w:cs="v5.0.0"/>
        </w:rPr>
        <w:t xml:space="preserve">For a multicarrier E-UTRA </w:t>
      </w:r>
      <w:r w:rsidRPr="00EF2F0E">
        <w:rPr>
          <w:rFonts w:cs="v5.0.0"/>
          <w:i/>
        </w:rPr>
        <w:t>TAB connector</w:t>
      </w:r>
      <w:r w:rsidRPr="00EF2F0E">
        <w:rPr>
          <w:rFonts w:cs="v5.0.0"/>
        </w:rPr>
        <w:t xml:space="preserve"> </w:t>
      </w:r>
      <w:r w:rsidRPr="00EF2F0E">
        <w:rPr>
          <w:rFonts w:eastAsia="SimSun"/>
        </w:rPr>
        <w:t xml:space="preserve">or a </w:t>
      </w:r>
      <w:r w:rsidRPr="00EF2F0E">
        <w:rPr>
          <w:rFonts w:eastAsia="SimSun"/>
          <w:i/>
        </w:rPr>
        <w:t>TAB connector</w:t>
      </w:r>
      <w:r w:rsidRPr="00EF2F0E">
        <w:rPr>
          <w:rFonts w:eastAsia="SimSun"/>
        </w:rPr>
        <w:t xml:space="preserve"> configured for </w:t>
      </w:r>
      <w:r w:rsidRPr="00EF2F0E">
        <w:t xml:space="preserve">intra-band </w:t>
      </w:r>
      <w:r w:rsidRPr="00EF2F0E">
        <w:rPr>
          <w:rFonts w:eastAsia="SimSun"/>
        </w:rPr>
        <w:t xml:space="preserve">contiguous </w:t>
      </w:r>
      <w:r w:rsidRPr="00EF2F0E">
        <w:rPr>
          <w:lang w:eastAsia="zh-CN"/>
        </w:rPr>
        <w:t>or non-contiguous</w:t>
      </w:r>
      <w:r w:rsidRPr="00EF2F0E">
        <w:rPr>
          <w:rFonts w:eastAsia="SimSun"/>
        </w:rPr>
        <w:t xml:space="preserve"> </w:t>
      </w:r>
      <w:r w:rsidRPr="00EF2F0E">
        <w:rPr>
          <w:rFonts w:eastAsia="SimSun"/>
          <w:i/>
        </w:rPr>
        <w:t>carrier aggregation</w:t>
      </w:r>
      <w:r w:rsidRPr="00EF2F0E">
        <w:rPr>
          <w:rFonts w:cs="v5.0.0"/>
        </w:rPr>
        <w:t xml:space="preserve"> the definitions above apply to the lower edge of the carrier transmitted at the lowest carrier frequency and the upper edge of the carrier transmitted at the highest carrier frequency </w:t>
      </w:r>
      <w:r w:rsidRPr="00EF2F0E">
        <w:rPr>
          <w:rFonts w:eastAsia="SimSun" w:cs="v5.0.0"/>
        </w:rPr>
        <w:t>within a specified frequency band</w:t>
      </w:r>
      <w:r w:rsidRPr="00EF2F0E">
        <w:rPr>
          <w:rFonts w:cs="v5.0.0"/>
        </w:rPr>
        <w:t xml:space="preserve">. </w:t>
      </w:r>
    </w:p>
    <w:p w14:paraId="0984D86C" w14:textId="77777777" w:rsidR="003E32EB" w:rsidRPr="00EF2F0E" w:rsidRDefault="003E32EB" w:rsidP="00A40339">
      <w:r w:rsidRPr="00EF2F0E">
        <w:t xml:space="preserve">In addition inside any </w:t>
      </w:r>
      <w:r w:rsidRPr="00EF2F0E">
        <w:rPr>
          <w:i/>
        </w:rPr>
        <w:t>sub-block gap</w:t>
      </w:r>
      <w:r w:rsidRPr="00EF2F0E">
        <w:t xml:space="preserve"> for a </w:t>
      </w:r>
      <w:r w:rsidRPr="00EF2F0E">
        <w:rPr>
          <w:i/>
        </w:rPr>
        <w:t>TAB connector</w:t>
      </w:r>
      <w:r w:rsidRPr="00EF2F0E">
        <w:t xml:space="preserve"> operating in </w:t>
      </w:r>
      <w:r w:rsidRPr="00EF2F0E">
        <w:rPr>
          <w:i/>
        </w:rPr>
        <w:t>non-contiguous spectrum</w:t>
      </w:r>
      <w:r w:rsidRPr="00EF2F0E">
        <w:t xml:space="preserve">, </w:t>
      </w:r>
      <w:r w:rsidR="00554FCD" w:rsidRPr="00EF2F0E">
        <w:t xml:space="preserve">a combined </w:t>
      </w:r>
      <w:r w:rsidR="00554FCD" w:rsidRPr="00EF2F0E">
        <w:rPr>
          <w:i/>
        </w:rPr>
        <w:t xml:space="preserve">basic </w:t>
      </w:r>
      <w:r w:rsidR="00554FCD" w:rsidRPr="00EF2F0E">
        <w:t>limit shall be applied which is the cumulative sum of</w:t>
      </w:r>
      <w:r w:rsidRPr="00EF2F0E">
        <w:t xml:space="preserve"> the </w:t>
      </w:r>
      <w:r w:rsidRPr="00EF2F0E">
        <w:rPr>
          <w:rFonts w:cs="Arial"/>
          <w:i/>
        </w:rPr>
        <w:t>basic limit</w:t>
      </w:r>
      <w:r w:rsidRPr="00EF2F0E">
        <w:t xml:space="preserve">s specified for the adjacent sub blocks on each side of the </w:t>
      </w:r>
      <w:r w:rsidRPr="00EF2F0E">
        <w:rPr>
          <w:i/>
        </w:rPr>
        <w:t>sub-block gap</w:t>
      </w:r>
      <w:r w:rsidRPr="00EF2F0E">
        <w:t xml:space="preserve">. The </w:t>
      </w:r>
      <w:r w:rsidRPr="00EF2F0E">
        <w:rPr>
          <w:rFonts w:cs="Arial"/>
          <w:i/>
        </w:rPr>
        <w:t>basic limit</w:t>
      </w:r>
      <w:r w:rsidRPr="00EF2F0E">
        <w:t xml:space="preserve"> for each sub block is specified in the tables subclause 6.6.5.4.2 to 6.6.5.4.7 below, where in this case:</w:t>
      </w:r>
    </w:p>
    <w:p w14:paraId="0984D86D" w14:textId="77777777" w:rsidR="003E32EB" w:rsidRPr="00EF2F0E" w:rsidRDefault="003E32EB" w:rsidP="00A40339">
      <w:pPr>
        <w:pStyle w:val="B10"/>
      </w:pPr>
      <w:r w:rsidRPr="00EF2F0E">
        <w:t>-</w:t>
      </w:r>
      <w:r w:rsidRPr="00EF2F0E">
        <w:tab/>
      </w:r>
      <w:r w:rsidRPr="00EF2F0E">
        <w:sym w:font="Symbol" w:char="F044"/>
      </w:r>
      <w:r w:rsidRPr="00EF2F0E">
        <w:t>f is the separation between the sub block edge frequency and the nominal -3 dB point of the measuring filter closest to the sub block edge.</w:t>
      </w:r>
    </w:p>
    <w:p w14:paraId="0984D86E" w14:textId="77777777" w:rsidR="003E32EB" w:rsidRPr="00EF2F0E" w:rsidRDefault="003E32EB" w:rsidP="00A40339">
      <w:pPr>
        <w:pStyle w:val="B10"/>
      </w:pPr>
      <w:r w:rsidRPr="00EF2F0E">
        <w:t>-</w:t>
      </w:r>
      <w:r w:rsidRPr="00EF2F0E">
        <w:tab/>
        <w:t>f_offset is the separation between the sub block edge frequency and the centre of the measuring filter.</w:t>
      </w:r>
    </w:p>
    <w:p w14:paraId="0984D86F" w14:textId="77777777" w:rsidR="003E32EB" w:rsidRPr="00EF2F0E" w:rsidRDefault="003E32EB" w:rsidP="00A40339">
      <w:pPr>
        <w:pStyle w:val="B10"/>
      </w:pPr>
      <w:r w:rsidRPr="00EF2F0E">
        <w:t>-</w:t>
      </w:r>
      <w:r w:rsidRPr="00EF2F0E">
        <w:tab/>
        <w:t>f_offset</w:t>
      </w:r>
      <w:r w:rsidRPr="00EF2F0E">
        <w:rPr>
          <w:vertAlign w:val="subscript"/>
        </w:rPr>
        <w:t>max</w:t>
      </w:r>
      <w:r w:rsidRPr="00EF2F0E">
        <w:t xml:space="preserve"> is equal to the </w:t>
      </w:r>
      <w:r w:rsidRPr="00EF2F0E">
        <w:rPr>
          <w:i/>
        </w:rPr>
        <w:t>sub-block gap</w:t>
      </w:r>
      <w:r w:rsidRPr="00EF2F0E">
        <w:t xml:space="preserve"> bandwidth minus half of the bandwidth of the measuring filter.</w:t>
      </w:r>
    </w:p>
    <w:p w14:paraId="0984D870" w14:textId="77777777" w:rsidR="003E32EB" w:rsidRPr="00EF2F0E" w:rsidRDefault="003E32EB" w:rsidP="00A40339">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f_offset</w:t>
      </w:r>
      <w:r w:rsidRPr="00EF2F0E">
        <w:rPr>
          <w:vertAlign w:val="subscript"/>
        </w:rPr>
        <w:t>max</w:t>
      </w:r>
      <w:r w:rsidRPr="00EF2F0E">
        <w:t xml:space="preserve"> minus half of the bandwidth of the measuring filter.</w:t>
      </w:r>
    </w:p>
    <w:p w14:paraId="0984D871" w14:textId="77777777" w:rsidR="003E32EB" w:rsidRPr="00EF2F0E" w:rsidRDefault="003E32EB" w:rsidP="00A40339">
      <w:pPr>
        <w:rPr>
          <w:rFonts w:cs="v5.0.0"/>
          <w:lang w:eastAsia="zh-CN"/>
        </w:rPr>
      </w:pPr>
      <w:r w:rsidRPr="00EF2F0E">
        <w:rPr>
          <w:rFonts w:cs="v5.0.0"/>
          <w:lang w:eastAsia="zh-CN"/>
        </w:rPr>
        <w:t>For an AAS BS of Wide Area BS class, t</w:t>
      </w:r>
      <w:r w:rsidRPr="00EF2F0E">
        <w:rPr>
          <w:rFonts w:cs="v5.0.0"/>
        </w:rPr>
        <w:t xml:space="preserve">he requirements of either subclause 6.6.5.4.2 (Category A limits) or subclause 6.6.5.4.3 (Category B limits) shall apply. </w:t>
      </w:r>
    </w:p>
    <w:p w14:paraId="0984D872" w14:textId="77777777" w:rsidR="003E32EB" w:rsidRPr="00EF2F0E" w:rsidRDefault="003E32EB" w:rsidP="00A40339">
      <w:pPr>
        <w:rPr>
          <w:rFonts w:cs="v5.0.0"/>
        </w:rPr>
      </w:pPr>
      <w:r w:rsidRPr="00EF2F0E">
        <w:rPr>
          <w:rFonts w:cs="v5.0.0"/>
        </w:rPr>
        <w:t>For an AAS BS of Local Area BS class, the requirements of subclause 6.6.5.4.4 shall apply (Category A and B).</w:t>
      </w:r>
    </w:p>
    <w:p w14:paraId="0984D873" w14:textId="77777777" w:rsidR="003E32EB" w:rsidRPr="00EF2F0E" w:rsidRDefault="003E32EB" w:rsidP="00A40339">
      <w:pPr>
        <w:rPr>
          <w:rFonts w:cs="v5.0.0"/>
          <w:lang w:eastAsia="zh-CN"/>
        </w:rPr>
      </w:pPr>
      <w:r w:rsidRPr="00EF2F0E">
        <w:rPr>
          <w:rFonts w:cs="v5.0.0"/>
        </w:rPr>
        <w:t>For an AAS BS of Medium Range BS class, the requirements in subclause 6.6.5.4.5 shall apply (Category A and B)</w:t>
      </w:r>
      <w:r w:rsidRPr="00EF2F0E">
        <w:rPr>
          <w:rFonts w:cs="v5.0.0"/>
          <w:lang w:eastAsia="zh-CN"/>
        </w:rPr>
        <w:t>.</w:t>
      </w:r>
    </w:p>
    <w:p w14:paraId="0984D874" w14:textId="77777777" w:rsidR="003E32EB" w:rsidRPr="00EF2F0E" w:rsidRDefault="003E32EB" w:rsidP="00A40339">
      <w:pPr>
        <w:rPr>
          <w:rFonts w:cs="v5.0.0"/>
        </w:rPr>
      </w:pPr>
      <w:r w:rsidRPr="00EF2F0E">
        <w:rPr>
          <w:rFonts w:cs="v5.0.0"/>
        </w:rPr>
        <w:t xml:space="preserve">The application of either Category A or Category B </w:t>
      </w:r>
      <w:r w:rsidR="00554FCD" w:rsidRPr="00EF2F0E">
        <w:rPr>
          <w:rFonts w:cs="v5.0.0"/>
          <w:i/>
        </w:rPr>
        <w:t xml:space="preserve">basic </w:t>
      </w:r>
      <w:r w:rsidRPr="00EF2F0E">
        <w:rPr>
          <w:rFonts w:cs="v5.0.0"/>
          <w:i/>
        </w:rPr>
        <w:t>limits</w:t>
      </w:r>
      <w:r w:rsidRPr="00EF2F0E">
        <w:rPr>
          <w:rFonts w:cs="v5.0.0"/>
        </w:rPr>
        <w:t xml:space="preserve"> shall be the same as for Transmitter spurious emissions (Mandatory Requirements) in subclause 6.6.6.</w:t>
      </w:r>
    </w:p>
    <w:p w14:paraId="0984D875" w14:textId="77777777" w:rsidR="003E32EB" w:rsidRPr="00EF2F0E" w:rsidRDefault="003E32EB" w:rsidP="00A40339">
      <w:pPr>
        <w:pStyle w:val="Heading5"/>
      </w:pPr>
      <w:bookmarkStart w:id="1772" w:name="_Toc21095885"/>
      <w:bookmarkStart w:id="1773" w:name="_Toc29763084"/>
      <w:bookmarkStart w:id="1774" w:name="_Toc45869369"/>
      <w:bookmarkStart w:id="1775" w:name="_Toc52554617"/>
      <w:bookmarkStart w:id="1776" w:name="_Toc52555087"/>
      <w:bookmarkStart w:id="1777" w:name="_Toc61112312"/>
      <w:bookmarkStart w:id="1778" w:name="_Toc67911464"/>
      <w:bookmarkStart w:id="1779" w:name="_Toc74842939"/>
      <w:bookmarkStart w:id="1780" w:name="_Toc76503322"/>
      <w:bookmarkStart w:id="1781" w:name="_Toc83040765"/>
      <w:bookmarkStart w:id="1782" w:name="_Toc89851808"/>
      <w:bookmarkStart w:id="1783" w:name="_Toc98676162"/>
      <w:r w:rsidRPr="00EF2F0E">
        <w:t>6.6.5.4.2</w:t>
      </w:r>
      <w:r w:rsidRPr="00EF2F0E">
        <w:tab/>
        <w:t xml:space="preserve">Basic limits </w:t>
      </w:r>
      <w:r w:rsidRPr="00EF2F0E">
        <w:rPr>
          <w:lang w:eastAsia="zh-CN"/>
        </w:rPr>
        <w:t xml:space="preserve">for Wide Area BS </w:t>
      </w:r>
      <w:r w:rsidRPr="00EF2F0E">
        <w:t>(Category A)</w:t>
      </w:r>
      <w:bookmarkEnd w:id="1772"/>
      <w:bookmarkEnd w:id="1773"/>
      <w:bookmarkEnd w:id="1774"/>
      <w:bookmarkEnd w:id="1775"/>
      <w:bookmarkEnd w:id="1776"/>
      <w:bookmarkEnd w:id="1777"/>
      <w:bookmarkEnd w:id="1778"/>
      <w:bookmarkEnd w:id="1779"/>
      <w:bookmarkEnd w:id="1780"/>
      <w:bookmarkEnd w:id="1781"/>
      <w:bookmarkEnd w:id="1782"/>
      <w:bookmarkEnd w:id="1783"/>
    </w:p>
    <w:p w14:paraId="0984D876" w14:textId="77777777" w:rsidR="003E32EB" w:rsidRPr="00EF2F0E" w:rsidRDefault="003E32EB" w:rsidP="00A40339">
      <w:pPr>
        <w:keepNext/>
        <w:rPr>
          <w:rFonts w:cs="v5.0.0"/>
        </w:rPr>
      </w:pPr>
      <w:r w:rsidRPr="00EF2F0E">
        <w:rPr>
          <w:rFonts w:cs="v5.0.0"/>
        </w:rPr>
        <w:t xml:space="preserve">For E-UTRA </w:t>
      </w:r>
      <w:r w:rsidRPr="00EF2F0E">
        <w:rPr>
          <w:rFonts w:cs="v5.0.0"/>
          <w:i/>
        </w:rPr>
        <w:t>TAB connector</w:t>
      </w:r>
      <w:r w:rsidRPr="00EF2F0E">
        <w:rPr>
          <w:rFonts w:cs="v5.0.0"/>
        </w:rPr>
        <w:t xml:space="preserve"> operating in Bands 5, 6, 8, 12, 13, 14, 17, 18, 19, 26, 27, 28, 29, 31, 44, 68</w:t>
      </w:r>
      <w:r w:rsidR="00702AAA" w:rsidRPr="00EF2F0E">
        <w:rPr>
          <w:rFonts w:cs="v5.0.0"/>
        </w:rPr>
        <w:t>, 71, 72, 73, 85</w:t>
      </w:r>
      <w:r w:rsidRPr="00EF2F0E">
        <w:rPr>
          <w:rFonts w:cs="v5.0.0"/>
        </w:rPr>
        <w:t xml:space="preserve"> the </w:t>
      </w:r>
      <w:r w:rsidRPr="00EF2F0E">
        <w:rPr>
          <w:rFonts w:cs="v5.0.0"/>
          <w:i/>
        </w:rPr>
        <w:t>basic limits</w:t>
      </w:r>
      <w:r w:rsidRPr="00EF2F0E">
        <w:rPr>
          <w:rFonts w:cs="v5.0.0"/>
        </w:rPr>
        <w:t xml:space="preserve"> are specified in tables 6.6.5.4.2</w:t>
      </w:r>
      <w:r w:rsidRPr="00EF2F0E">
        <w:rPr>
          <w:rFonts w:cs="v5.0.0"/>
        </w:rPr>
        <w:noBreakHyphen/>
        <w:t>1 to 6.6.5.4.2-3.</w:t>
      </w:r>
    </w:p>
    <w:p w14:paraId="0984D877" w14:textId="77777777" w:rsidR="003E32EB" w:rsidRPr="00EF2F0E" w:rsidRDefault="003E32EB" w:rsidP="00A40339">
      <w:pPr>
        <w:pStyle w:val="TH"/>
        <w:rPr>
          <w:rFonts w:cs="v5.0.0"/>
        </w:rPr>
      </w:pPr>
      <w:r w:rsidRPr="00EF2F0E">
        <w:t xml:space="preserve">Table 6.6.5.4.2-1: Wide Area BS operating band unwanted emission limits for 1.4 MHz </w:t>
      </w:r>
      <w:r w:rsidRPr="00EF2F0E">
        <w:rPr>
          <w:i/>
        </w:rPr>
        <w:t>channel bandwidth</w:t>
      </w:r>
      <w:r w:rsidRPr="00EF2F0E">
        <w:t xml:space="preserve"> (E</w:t>
      </w:r>
      <w:r w:rsidRPr="00EF2F0E">
        <w:noBreakHyphen/>
        <w:t>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87C" w14:textId="77777777" w:rsidTr="00A40339">
        <w:trPr>
          <w:cantSplit/>
          <w:jc w:val="center"/>
        </w:trPr>
        <w:tc>
          <w:tcPr>
            <w:tcW w:w="1953" w:type="dxa"/>
          </w:tcPr>
          <w:p w14:paraId="0984D878"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Pr>
          <w:p w14:paraId="0984D879"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Pr>
          <w:p w14:paraId="0984D87A" w14:textId="77777777" w:rsidR="003E32EB" w:rsidRPr="00EF2F0E" w:rsidRDefault="003E32EB" w:rsidP="00A40339">
            <w:pPr>
              <w:pStyle w:val="TAH"/>
              <w:rPr>
                <w:rFonts w:cs="Arial"/>
              </w:rPr>
            </w:pPr>
            <w:r w:rsidRPr="00EF2F0E">
              <w:rPr>
                <w:rFonts w:cs="Arial"/>
                <w:i/>
              </w:rPr>
              <w:t>Basic limit</w:t>
            </w:r>
            <w:r w:rsidRPr="00EF2F0E">
              <w:rPr>
                <w:rFonts w:cs="Arial"/>
              </w:rPr>
              <w:t xml:space="preserve"> (NOTE 1, 2)</w:t>
            </w:r>
          </w:p>
        </w:tc>
        <w:tc>
          <w:tcPr>
            <w:tcW w:w="1430" w:type="dxa"/>
          </w:tcPr>
          <w:p w14:paraId="0984D87B"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(NOTE 5)</w:t>
            </w:r>
          </w:p>
        </w:tc>
      </w:tr>
      <w:tr w:rsidR="003401A4" w:rsidRPr="00EF2F0E" w14:paraId="0984D881" w14:textId="77777777" w:rsidTr="00A40339">
        <w:trPr>
          <w:cantSplit/>
          <w:jc w:val="center"/>
        </w:trPr>
        <w:tc>
          <w:tcPr>
            <w:tcW w:w="1953" w:type="dxa"/>
            <w:vAlign w:val="center"/>
          </w:tcPr>
          <w:p w14:paraId="0984D87D"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1.4 MHz</w:t>
            </w:r>
          </w:p>
        </w:tc>
        <w:tc>
          <w:tcPr>
            <w:tcW w:w="2976" w:type="dxa"/>
            <w:vAlign w:val="center"/>
          </w:tcPr>
          <w:p w14:paraId="0984D87E"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1.45 MHz</w:t>
            </w:r>
          </w:p>
        </w:tc>
        <w:tc>
          <w:tcPr>
            <w:tcW w:w="3455" w:type="dxa"/>
            <w:vAlign w:val="center"/>
          </w:tcPr>
          <w:p w14:paraId="0984D87F" w14:textId="77777777" w:rsidR="003E32EB" w:rsidRPr="00EF2F0E" w:rsidRDefault="00DD381D" w:rsidP="00A40339">
            <w:pPr>
              <w:pStyle w:val="TAC"/>
              <w:rPr>
                <w:rFonts w:cs="Arial"/>
              </w:rPr>
            </w:pPr>
            <w:r w:rsidRPr="00EF2F0E">
              <w:rPr>
                <w:rFonts w:cs="Arial"/>
                <w:noProof/>
                <w:position w:val="-30"/>
                <w:lang w:val="en-US" w:eastAsia="ko-KR"/>
              </w:rPr>
              <w:drawing>
                <wp:inline distT="0" distB="0" distL="0" distR="0" wp14:anchorId="098511B8" wp14:editId="098511B9">
                  <wp:extent cx="1863090" cy="379730"/>
                  <wp:effectExtent l="19050" t="0" r="381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4" cstate="print"/>
                          <a:srcRect/>
                          <a:stretch>
                            <a:fillRect/>
                          </a:stretch>
                        </pic:blipFill>
                        <pic:spPr bwMode="auto">
                          <a:xfrm>
                            <a:off x="0" y="0"/>
                            <a:ext cx="1863090" cy="379730"/>
                          </a:xfrm>
                          <a:prstGeom prst="rect">
                            <a:avLst/>
                          </a:prstGeom>
                          <a:noFill/>
                          <a:ln w="9525">
                            <a:noFill/>
                            <a:miter lim="800000"/>
                            <a:headEnd/>
                            <a:tailEnd/>
                          </a:ln>
                        </pic:spPr>
                      </pic:pic>
                    </a:graphicData>
                  </a:graphic>
                </wp:inline>
              </w:drawing>
            </w:r>
          </w:p>
        </w:tc>
        <w:tc>
          <w:tcPr>
            <w:tcW w:w="1430" w:type="dxa"/>
          </w:tcPr>
          <w:p w14:paraId="0984D880"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886" w14:textId="77777777" w:rsidTr="00A40339">
        <w:trPr>
          <w:cantSplit/>
          <w:jc w:val="center"/>
        </w:trPr>
        <w:tc>
          <w:tcPr>
            <w:tcW w:w="1953" w:type="dxa"/>
          </w:tcPr>
          <w:p w14:paraId="0984D882" w14:textId="77777777" w:rsidR="003E32EB" w:rsidRPr="00EF2F0E" w:rsidRDefault="003E32EB" w:rsidP="00A40339">
            <w:pPr>
              <w:pStyle w:val="TAC"/>
              <w:rPr>
                <w:rFonts w:cs="v5.0.0"/>
              </w:rPr>
            </w:pPr>
            <w:r w:rsidRPr="00EF2F0E">
              <w:rPr>
                <w:rFonts w:cs="v5.0.0"/>
              </w:rPr>
              <w:t xml:space="preserve">1.4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2.8 MHz</w:t>
            </w:r>
          </w:p>
        </w:tc>
        <w:tc>
          <w:tcPr>
            <w:tcW w:w="2976" w:type="dxa"/>
          </w:tcPr>
          <w:p w14:paraId="0984D883" w14:textId="77777777" w:rsidR="003E32EB" w:rsidRPr="00EF2F0E" w:rsidRDefault="003E32EB" w:rsidP="00A40339">
            <w:pPr>
              <w:pStyle w:val="TAC"/>
              <w:rPr>
                <w:rFonts w:cs="v5.0.0"/>
              </w:rPr>
            </w:pPr>
            <w:r w:rsidRPr="00EF2F0E">
              <w:rPr>
                <w:rFonts w:cs="v5.0.0"/>
              </w:rPr>
              <w:t xml:space="preserve">1.45 MHz </w:t>
            </w:r>
            <w:r w:rsidRPr="00EF2F0E">
              <w:rPr>
                <w:rFonts w:cs="v5.0.0"/>
              </w:rPr>
              <w:sym w:font="Symbol" w:char="F0A3"/>
            </w:r>
            <w:r w:rsidRPr="00EF2F0E">
              <w:rPr>
                <w:rFonts w:cs="v5.0.0"/>
              </w:rPr>
              <w:t xml:space="preserve"> f_offset &lt; 2.85 MHz</w:t>
            </w:r>
          </w:p>
        </w:tc>
        <w:tc>
          <w:tcPr>
            <w:tcW w:w="3455" w:type="dxa"/>
          </w:tcPr>
          <w:p w14:paraId="0984D884" w14:textId="77777777" w:rsidR="003E32EB" w:rsidRPr="00EF2F0E" w:rsidRDefault="003E32EB" w:rsidP="00A40339">
            <w:pPr>
              <w:pStyle w:val="TAC"/>
              <w:rPr>
                <w:rFonts w:cs="Arial"/>
              </w:rPr>
            </w:pPr>
            <w:r w:rsidRPr="00EF2F0E">
              <w:rPr>
                <w:rFonts w:cs="Arial"/>
              </w:rPr>
              <w:t>-11 dBm</w:t>
            </w:r>
          </w:p>
        </w:tc>
        <w:tc>
          <w:tcPr>
            <w:tcW w:w="1430" w:type="dxa"/>
          </w:tcPr>
          <w:p w14:paraId="0984D885"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88B" w14:textId="77777777" w:rsidTr="00A40339">
        <w:trPr>
          <w:cantSplit/>
          <w:jc w:val="center"/>
        </w:trPr>
        <w:tc>
          <w:tcPr>
            <w:tcW w:w="1953" w:type="dxa"/>
          </w:tcPr>
          <w:p w14:paraId="0984D887" w14:textId="77777777" w:rsidR="003E32EB" w:rsidRPr="00EF2F0E" w:rsidRDefault="003E32EB" w:rsidP="00A40339">
            <w:pPr>
              <w:pStyle w:val="TAC"/>
              <w:rPr>
                <w:rFonts w:cs="v5.0.0"/>
              </w:rPr>
            </w:pPr>
            <w:r w:rsidRPr="00EF2F0E">
              <w:rPr>
                <w:rFonts w:cs="v5.0.0"/>
              </w:rPr>
              <w:t xml:space="preserve">2.8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888" w14:textId="77777777" w:rsidR="003E32EB" w:rsidRPr="00EF2F0E" w:rsidRDefault="003E32EB" w:rsidP="00A40339">
            <w:pPr>
              <w:pStyle w:val="TAC"/>
              <w:rPr>
                <w:rFonts w:cs="v5.0.0"/>
              </w:rPr>
            </w:pPr>
            <w:r w:rsidRPr="00EF2F0E">
              <w:rPr>
                <w:rFonts w:cs="v5.0.0"/>
              </w:rPr>
              <w:t xml:space="preserve">2.85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889" w14:textId="77777777" w:rsidR="003E32EB" w:rsidRPr="00EF2F0E" w:rsidRDefault="003E32EB" w:rsidP="00A40339">
            <w:pPr>
              <w:pStyle w:val="TAC"/>
              <w:rPr>
                <w:rFonts w:cs="Arial"/>
              </w:rPr>
            </w:pPr>
            <w:r w:rsidRPr="00EF2F0E">
              <w:rPr>
                <w:rFonts w:cs="Arial"/>
              </w:rPr>
              <w:t>-13 dBm</w:t>
            </w:r>
          </w:p>
        </w:tc>
        <w:tc>
          <w:tcPr>
            <w:tcW w:w="1430" w:type="dxa"/>
          </w:tcPr>
          <w:p w14:paraId="0984D88A" w14:textId="77777777" w:rsidR="003E32EB" w:rsidRPr="00EF2F0E" w:rsidRDefault="003E32EB" w:rsidP="00A40339">
            <w:pPr>
              <w:pStyle w:val="TAC"/>
              <w:rPr>
                <w:rFonts w:cs="Arial"/>
              </w:rPr>
            </w:pPr>
            <w:r w:rsidRPr="00EF2F0E">
              <w:rPr>
                <w:rFonts w:cs="Arial"/>
              </w:rPr>
              <w:t xml:space="preserve">100 kHz </w:t>
            </w:r>
          </w:p>
        </w:tc>
      </w:tr>
      <w:tr w:rsidR="003E32EB" w:rsidRPr="00EF2F0E" w14:paraId="0984D88E" w14:textId="77777777" w:rsidTr="00A40339">
        <w:trPr>
          <w:cantSplit/>
          <w:jc w:val="center"/>
        </w:trPr>
        <w:tc>
          <w:tcPr>
            <w:tcW w:w="9814" w:type="dxa"/>
            <w:gridSpan w:val="4"/>
          </w:tcPr>
          <w:p w14:paraId="0984D88C"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-13dBm/100kHz.</w:t>
            </w:r>
          </w:p>
          <w:p w14:paraId="0984D88D" w14:textId="77777777" w:rsidR="003E32EB" w:rsidRPr="00EF2F0E" w:rsidRDefault="003E32EB" w:rsidP="00A40339">
            <w:pPr>
              <w:pStyle w:val="TAN"/>
            </w:pPr>
            <w:r w:rsidRPr="00EF2F0E">
              <w:t>NOTE 2:</w:t>
            </w:r>
            <w:r w:rsidRPr="00EF2F0E">
              <w:tab/>
              <w:t xml:space="preserve">For a </w:t>
            </w:r>
            <w:r w:rsidRPr="00EF2F0E">
              <w:rPr>
                <w:i/>
              </w:rPr>
              <w:t>multi-band TAB connector</w:t>
            </w:r>
            <w:r w:rsidRPr="00EF2F0E">
              <w:t xml:space="preserve"> with </w:t>
            </w:r>
            <w:r w:rsidRPr="00EF2F0E">
              <w:rPr>
                <w:i/>
              </w:rPr>
              <w:t>Inter RF Bandwidth gap</w:t>
            </w:r>
            <w:r w:rsidRPr="00EF2F0E">
              <w:t xml:space="preserve"> &lt; 2×Δf</w:t>
            </w:r>
            <w:r w:rsidRPr="00EF2F0E">
              <w:rPr>
                <w:vertAlign w:val="subscript"/>
              </w:rPr>
              <w:t>OBUE</w:t>
            </w:r>
            <w:r w:rsidRPr="00EF2F0E">
              <w:t xml:space="preserve"> the </w:t>
            </w:r>
            <w:r w:rsidRPr="00EF2F0E">
              <w:rPr>
                <w:i/>
              </w:rPr>
              <w:t>basic limit</w:t>
            </w:r>
            <w:r w:rsidRPr="00EF2F0E">
              <w:t xml:space="preserve"> within the </w:t>
            </w:r>
            <w:r w:rsidRPr="00EF2F0E">
              <w:rPr>
                <w:i/>
              </w:rPr>
              <w:t>Inter RF Bandwidth gaps</w:t>
            </w:r>
            <w:r w:rsidRPr="00EF2F0E">
              <w:t xml:space="preserve"> is calculated as a cumulative sum of contributions from adjacent sub-blocks or </w:t>
            </w:r>
            <w:r w:rsidRPr="00EF2F0E">
              <w:rPr>
                <w:rFonts w:eastAsia="MS Mincho"/>
                <w:i/>
              </w:rPr>
              <w:t>Base Station RF Bandwidth</w:t>
            </w:r>
            <w:r w:rsidRPr="00EF2F0E">
              <w:t xml:space="preserve"> on each side of the </w:t>
            </w:r>
            <w:r w:rsidRPr="00EF2F0E">
              <w:rPr>
                <w:i/>
              </w:rPr>
              <w:t>Inter RF Bandwidth gap</w:t>
            </w:r>
            <w:r w:rsidRPr="00EF2F0E">
              <w:t>.</w:t>
            </w:r>
          </w:p>
        </w:tc>
      </w:tr>
    </w:tbl>
    <w:p w14:paraId="0984D88F" w14:textId="77777777" w:rsidR="003E32EB" w:rsidRPr="00EF2F0E" w:rsidRDefault="003E32EB" w:rsidP="00A40339"/>
    <w:p w14:paraId="0984D890" w14:textId="77777777" w:rsidR="003E32EB" w:rsidRPr="00EF2F0E" w:rsidRDefault="003E32EB" w:rsidP="00A40339">
      <w:pPr>
        <w:pStyle w:val="TH"/>
        <w:rPr>
          <w:rFonts w:cs="v5.0.0"/>
        </w:rPr>
      </w:pPr>
      <w:r w:rsidRPr="00EF2F0E">
        <w:t xml:space="preserve">Table 6.6.5.4.2-2: Wide Area BS operating band unwanted emission limits for 3 MHz </w:t>
      </w:r>
      <w:r w:rsidRPr="00EF2F0E">
        <w:rPr>
          <w:i/>
        </w:rPr>
        <w:t>channel bandwidth</w:t>
      </w:r>
      <w:r w:rsidRPr="00EF2F0E">
        <w:t xml:space="preserve"> (E</w:t>
      </w:r>
      <w:r w:rsidRPr="00EF2F0E">
        <w:noBreakHyphen/>
        <w:t>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895" w14:textId="77777777" w:rsidTr="00A40339">
        <w:trPr>
          <w:cantSplit/>
          <w:jc w:val="center"/>
        </w:trPr>
        <w:tc>
          <w:tcPr>
            <w:tcW w:w="1953" w:type="dxa"/>
          </w:tcPr>
          <w:p w14:paraId="0984D891" w14:textId="77777777" w:rsidR="003E32EB" w:rsidRPr="00EF2F0E" w:rsidRDefault="003E32EB" w:rsidP="00A40339">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892" w14:textId="77777777" w:rsidR="003E32EB" w:rsidRPr="00EF2F0E" w:rsidRDefault="003E32EB" w:rsidP="00A40339">
            <w:pPr>
              <w:pStyle w:val="TAH"/>
              <w:rPr>
                <w:rFonts w:cs="v5.0.0"/>
              </w:rPr>
            </w:pPr>
            <w:r w:rsidRPr="00EF2F0E">
              <w:rPr>
                <w:rFonts w:cs="v5.0.0"/>
              </w:rPr>
              <w:t>Frequency offset of measurement filter centre frequency, f_offset</w:t>
            </w:r>
          </w:p>
        </w:tc>
        <w:tc>
          <w:tcPr>
            <w:tcW w:w="3455" w:type="dxa"/>
          </w:tcPr>
          <w:p w14:paraId="0984D893" w14:textId="77777777" w:rsidR="003E32EB" w:rsidRPr="00EF2F0E" w:rsidRDefault="003E32EB" w:rsidP="00A40339">
            <w:pPr>
              <w:pStyle w:val="TAH"/>
              <w:rPr>
                <w:rFonts w:cs="v5.0.0"/>
              </w:rPr>
            </w:pPr>
            <w:r w:rsidRPr="00EF2F0E">
              <w:rPr>
                <w:rFonts w:cs="v5.0.0"/>
                <w:i/>
              </w:rPr>
              <w:t>Basic limit</w:t>
            </w:r>
            <w:r w:rsidRPr="00EF2F0E">
              <w:rPr>
                <w:rFonts w:cs="v5.0.0"/>
              </w:rPr>
              <w:t xml:space="preserve"> (NOTE 1, 2)</w:t>
            </w:r>
          </w:p>
        </w:tc>
        <w:tc>
          <w:tcPr>
            <w:tcW w:w="1430" w:type="dxa"/>
          </w:tcPr>
          <w:p w14:paraId="0984D894" w14:textId="77777777" w:rsidR="003E32EB" w:rsidRPr="00EF2F0E" w:rsidRDefault="003E32EB" w:rsidP="00A40339">
            <w:pPr>
              <w:pStyle w:val="TAH"/>
              <w:rPr>
                <w:rFonts w:cs="v5.0.0"/>
              </w:rPr>
            </w:pPr>
            <w:r w:rsidRPr="00EF2F0E">
              <w:rPr>
                <w:rFonts w:cs="v5.0.0"/>
              </w:rPr>
              <w:t xml:space="preserve">Measurement bandwidth </w:t>
            </w:r>
            <w:r w:rsidRPr="00EF2F0E">
              <w:rPr>
                <w:rFonts w:cs="Arial"/>
              </w:rPr>
              <w:t>(NOTE 5)</w:t>
            </w:r>
          </w:p>
        </w:tc>
      </w:tr>
      <w:tr w:rsidR="003401A4" w:rsidRPr="00EF2F0E" w14:paraId="0984D89A" w14:textId="77777777" w:rsidTr="00A40339">
        <w:trPr>
          <w:cantSplit/>
          <w:jc w:val="center"/>
        </w:trPr>
        <w:tc>
          <w:tcPr>
            <w:tcW w:w="1953" w:type="dxa"/>
            <w:vAlign w:val="center"/>
          </w:tcPr>
          <w:p w14:paraId="0984D896"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3 MHz</w:t>
            </w:r>
          </w:p>
        </w:tc>
        <w:tc>
          <w:tcPr>
            <w:tcW w:w="2976" w:type="dxa"/>
            <w:vAlign w:val="center"/>
          </w:tcPr>
          <w:p w14:paraId="0984D897"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3.05 MHz</w:t>
            </w:r>
          </w:p>
        </w:tc>
        <w:tc>
          <w:tcPr>
            <w:tcW w:w="3455" w:type="dxa"/>
            <w:vAlign w:val="center"/>
          </w:tcPr>
          <w:p w14:paraId="0984D898" w14:textId="77777777" w:rsidR="003E32EB" w:rsidRPr="00EF2F0E" w:rsidRDefault="00DD381D" w:rsidP="00A40339">
            <w:pPr>
              <w:pStyle w:val="TAC"/>
              <w:rPr>
                <w:rFonts w:cs="Arial"/>
              </w:rPr>
            </w:pPr>
            <w:r w:rsidRPr="00EF2F0E">
              <w:rPr>
                <w:rFonts w:cs="Arial"/>
                <w:noProof/>
                <w:position w:val="-30"/>
                <w:lang w:val="en-US" w:eastAsia="ko-KR"/>
              </w:rPr>
              <w:drawing>
                <wp:inline distT="0" distB="0" distL="0" distR="0" wp14:anchorId="098511BA" wp14:editId="098511BB">
                  <wp:extent cx="1854835" cy="379730"/>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5" cstate="print"/>
                          <a:srcRect/>
                          <a:stretch>
                            <a:fillRect/>
                          </a:stretch>
                        </pic:blipFill>
                        <pic:spPr bwMode="auto">
                          <a:xfrm>
                            <a:off x="0" y="0"/>
                            <a:ext cx="1854835" cy="379730"/>
                          </a:xfrm>
                          <a:prstGeom prst="rect">
                            <a:avLst/>
                          </a:prstGeom>
                          <a:noFill/>
                          <a:ln w="9525">
                            <a:noFill/>
                            <a:miter lim="800000"/>
                            <a:headEnd/>
                            <a:tailEnd/>
                          </a:ln>
                        </pic:spPr>
                      </pic:pic>
                    </a:graphicData>
                  </a:graphic>
                </wp:inline>
              </w:drawing>
            </w:r>
          </w:p>
        </w:tc>
        <w:tc>
          <w:tcPr>
            <w:tcW w:w="1430" w:type="dxa"/>
          </w:tcPr>
          <w:p w14:paraId="0984D899"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89F" w14:textId="77777777" w:rsidTr="00A40339">
        <w:trPr>
          <w:cantSplit/>
          <w:jc w:val="center"/>
        </w:trPr>
        <w:tc>
          <w:tcPr>
            <w:tcW w:w="1953" w:type="dxa"/>
          </w:tcPr>
          <w:p w14:paraId="0984D89B" w14:textId="77777777" w:rsidR="003E32EB" w:rsidRPr="00EF2F0E" w:rsidRDefault="003E32EB" w:rsidP="00A40339">
            <w:pPr>
              <w:pStyle w:val="TAC"/>
              <w:rPr>
                <w:rFonts w:cs="v5.0.0"/>
              </w:rPr>
            </w:pPr>
            <w:r w:rsidRPr="00EF2F0E">
              <w:rPr>
                <w:rFonts w:cs="v5.0.0"/>
              </w:rPr>
              <w:t xml:space="preserve">3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6 MHz</w:t>
            </w:r>
          </w:p>
        </w:tc>
        <w:tc>
          <w:tcPr>
            <w:tcW w:w="2976" w:type="dxa"/>
          </w:tcPr>
          <w:p w14:paraId="0984D89C" w14:textId="77777777" w:rsidR="003E32EB" w:rsidRPr="00EF2F0E" w:rsidRDefault="003E32EB" w:rsidP="00A40339">
            <w:pPr>
              <w:pStyle w:val="TAC"/>
              <w:rPr>
                <w:rFonts w:cs="v5.0.0"/>
              </w:rPr>
            </w:pPr>
            <w:r w:rsidRPr="00EF2F0E">
              <w:rPr>
                <w:rFonts w:cs="v5.0.0"/>
              </w:rPr>
              <w:t xml:space="preserve">3.05 MHz </w:t>
            </w:r>
            <w:r w:rsidRPr="00EF2F0E">
              <w:rPr>
                <w:rFonts w:cs="v5.0.0"/>
              </w:rPr>
              <w:sym w:font="Symbol" w:char="F0A3"/>
            </w:r>
            <w:r w:rsidRPr="00EF2F0E">
              <w:rPr>
                <w:rFonts w:cs="v5.0.0"/>
              </w:rPr>
              <w:t xml:space="preserve"> f_offset &lt; 6.05 MHz</w:t>
            </w:r>
          </w:p>
        </w:tc>
        <w:tc>
          <w:tcPr>
            <w:tcW w:w="3455" w:type="dxa"/>
          </w:tcPr>
          <w:p w14:paraId="0984D89D" w14:textId="77777777" w:rsidR="003E32EB" w:rsidRPr="00EF2F0E" w:rsidRDefault="003E32EB" w:rsidP="00A40339">
            <w:pPr>
              <w:pStyle w:val="TAC"/>
              <w:rPr>
                <w:rFonts w:cs="Arial"/>
              </w:rPr>
            </w:pPr>
            <w:r w:rsidRPr="00EF2F0E">
              <w:rPr>
                <w:rFonts w:cs="Arial"/>
              </w:rPr>
              <w:t>-15 dBm</w:t>
            </w:r>
          </w:p>
        </w:tc>
        <w:tc>
          <w:tcPr>
            <w:tcW w:w="1430" w:type="dxa"/>
          </w:tcPr>
          <w:p w14:paraId="0984D89E"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8A4" w14:textId="77777777" w:rsidTr="00A40339">
        <w:trPr>
          <w:cantSplit/>
          <w:jc w:val="center"/>
        </w:trPr>
        <w:tc>
          <w:tcPr>
            <w:tcW w:w="1953" w:type="dxa"/>
          </w:tcPr>
          <w:p w14:paraId="0984D8A0" w14:textId="77777777" w:rsidR="003E32EB" w:rsidRPr="00EF2F0E" w:rsidRDefault="003E32EB" w:rsidP="00A40339">
            <w:pPr>
              <w:pStyle w:val="TAC"/>
              <w:rPr>
                <w:rFonts w:cs="v5.0.0"/>
              </w:rPr>
            </w:pPr>
            <w:r w:rsidRPr="00EF2F0E">
              <w:rPr>
                <w:rFonts w:eastAsia="SimSun" w:cs="v5.0.0"/>
                <w:lang w:eastAsia="zh-CN"/>
              </w:rPr>
              <w:t>6</w:t>
            </w:r>
            <w:r w:rsidRPr="00EF2F0E">
              <w:rPr>
                <w:rFonts w:cs="v5.0.0"/>
              </w:rPr>
              <w:t xml:space="preserve">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8A1" w14:textId="77777777" w:rsidR="003E32EB" w:rsidRPr="00EF2F0E" w:rsidRDefault="003E32EB" w:rsidP="00A40339">
            <w:pPr>
              <w:pStyle w:val="TAC"/>
              <w:rPr>
                <w:rFonts w:cs="v5.0.0"/>
              </w:rPr>
            </w:pPr>
            <w:r w:rsidRPr="00EF2F0E">
              <w:rPr>
                <w:rFonts w:eastAsia="SimSun" w:cs="v5.0.0"/>
                <w:lang w:eastAsia="zh-CN"/>
              </w:rPr>
              <w:t>6</w:t>
            </w:r>
            <w:r w:rsidRPr="00EF2F0E">
              <w:rPr>
                <w:rFonts w:cs="v5.0.0"/>
              </w:rPr>
              <w:t xml:space="preserve">.05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8A2" w14:textId="77777777" w:rsidR="003E32EB" w:rsidRPr="00EF2F0E" w:rsidRDefault="003E32EB" w:rsidP="00A40339">
            <w:pPr>
              <w:pStyle w:val="TAC"/>
              <w:rPr>
                <w:rFonts w:cs="Arial"/>
              </w:rPr>
            </w:pPr>
            <w:r w:rsidRPr="00EF2F0E">
              <w:rPr>
                <w:rFonts w:cs="Arial"/>
              </w:rPr>
              <w:t>-13 dBm</w:t>
            </w:r>
          </w:p>
        </w:tc>
        <w:tc>
          <w:tcPr>
            <w:tcW w:w="1430" w:type="dxa"/>
          </w:tcPr>
          <w:p w14:paraId="0984D8A3" w14:textId="77777777" w:rsidR="003E32EB" w:rsidRPr="00EF2F0E" w:rsidRDefault="003E32EB" w:rsidP="00A40339">
            <w:pPr>
              <w:pStyle w:val="TAC"/>
              <w:rPr>
                <w:rFonts w:cs="Arial"/>
              </w:rPr>
            </w:pPr>
            <w:r w:rsidRPr="00EF2F0E">
              <w:rPr>
                <w:rFonts w:cs="Arial"/>
              </w:rPr>
              <w:t xml:space="preserve">100 kHz </w:t>
            </w:r>
          </w:p>
        </w:tc>
      </w:tr>
      <w:tr w:rsidR="003E32EB" w:rsidRPr="00EF2F0E" w14:paraId="0984D8A7" w14:textId="77777777" w:rsidTr="00A40339">
        <w:trPr>
          <w:cantSplit/>
          <w:jc w:val="center"/>
        </w:trPr>
        <w:tc>
          <w:tcPr>
            <w:tcW w:w="9814" w:type="dxa"/>
            <w:gridSpan w:val="4"/>
          </w:tcPr>
          <w:p w14:paraId="0984D8A5"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-13dBm/100kHz. </w:t>
            </w:r>
          </w:p>
          <w:p w14:paraId="0984D8A6"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szCs w:val="18"/>
              </w:rPr>
              <w:t>Inter RF Bandwidth gap</w:t>
            </w:r>
            <w:r w:rsidRPr="00EF2F0E">
              <w:rPr>
                <w:rFonts w:cs="Arial"/>
              </w:rPr>
              <w:t xml:space="preserve">s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8A8" w14:textId="77777777" w:rsidR="003E32EB" w:rsidRPr="00EF2F0E" w:rsidRDefault="003E32EB" w:rsidP="00A40339"/>
    <w:p w14:paraId="0984D8A9" w14:textId="77777777" w:rsidR="003E32EB" w:rsidRPr="00EF2F0E" w:rsidRDefault="003E32EB" w:rsidP="00A40339">
      <w:pPr>
        <w:pStyle w:val="TH"/>
        <w:rPr>
          <w:rFonts w:cs="v5.0.0"/>
        </w:rPr>
      </w:pPr>
      <w:r w:rsidRPr="00EF2F0E">
        <w:t xml:space="preserve">Table 6.6.5.4.2-3: Wide Area BS operating band unwanted emission limits for 5, 10, 15 and 20 MHz </w:t>
      </w:r>
      <w:r w:rsidRPr="00EF2F0E">
        <w:rPr>
          <w:i/>
        </w:rPr>
        <w:t>channel bandwidth</w:t>
      </w:r>
      <w:r w:rsidRPr="00EF2F0E">
        <w:t xml:space="preserve"> (E-UTRA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8AE" w14:textId="77777777" w:rsidTr="00A40339">
        <w:trPr>
          <w:cantSplit/>
          <w:jc w:val="center"/>
        </w:trPr>
        <w:tc>
          <w:tcPr>
            <w:tcW w:w="1953" w:type="dxa"/>
          </w:tcPr>
          <w:p w14:paraId="0984D8AA" w14:textId="77777777" w:rsidR="003E32EB" w:rsidRPr="00EF2F0E" w:rsidRDefault="003E32EB" w:rsidP="00A40339">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8AB" w14:textId="77777777" w:rsidR="003E32EB" w:rsidRPr="00EF2F0E" w:rsidRDefault="003E32EB" w:rsidP="00A40339">
            <w:pPr>
              <w:pStyle w:val="TAH"/>
              <w:rPr>
                <w:rFonts w:cs="v5.0.0"/>
              </w:rPr>
            </w:pPr>
            <w:r w:rsidRPr="00EF2F0E">
              <w:rPr>
                <w:rFonts w:cs="v5.0.0"/>
              </w:rPr>
              <w:t>Frequency offset of measurement filter centre frequency, f_offset</w:t>
            </w:r>
          </w:p>
        </w:tc>
        <w:tc>
          <w:tcPr>
            <w:tcW w:w="3455" w:type="dxa"/>
          </w:tcPr>
          <w:p w14:paraId="0984D8AC" w14:textId="77777777" w:rsidR="003E32EB" w:rsidRPr="00EF2F0E" w:rsidRDefault="003E32EB" w:rsidP="00A40339">
            <w:pPr>
              <w:pStyle w:val="TAH"/>
              <w:rPr>
                <w:rFonts w:cs="v5.0.0"/>
              </w:rPr>
            </w:pPr>
            <w:r w:rsidRPr="00EF2F0E">
              <w:rPr>
                <w:rFonts w:cs="Arial"/>
                <w:i/>
              </w:rPr>
              <w:t>basic limit</w:t>
            </w:r>
            <w:r w:rsidRPr="00EF2F0E">
              <w:rPr>
                <w:rFonts w:cs="v5.0.0"/>
              </w:rPr>
              <w:t xml:space="preserve"> (NOTE 1</w:t>
            </w:r>
            <w:r w:rsidRPr="00EF2F0E">
              <w:rPr>
                <w:rFonts w:cs="Arial"/>
              </w:rPr>
              <w:t>, 2</w:t>
            </w:r>
            <w:r w:rsidRPr="00EF2F0E">
              <w:rPr>
                <w:rFonts w:cs="v5.0.0"/>
              </w:rPr>
              <w:t>)</w:t>
            </w:r>
          </w:p>
        </w:tc>
        <w:tc>
          <w:tcPr>
            <w:tcW w:w="1430" w:type="dxa"/>
          </w:tcPr>
          <w:p w14:paraId="0984D8AD" w14:textId="77777777" w:rsidR="003E32EB" w:rsidRPr="00EF2F0E" w:rsidRDefault="003E32EB" w:rsidP="00A40339">
            <w:pPr>
              <w:pStyle w:val="TAH"/>
              <w:rPr>
                <w:rFonts w:cs="v5.0.0"/>
              </w:rPr>
            </w:pPr>
            <w:r w:rsidRPr="00EF2F0E">
              <w:rPr>
                <w:rFonts w:cs="v5.0.0"/>
              </w:rPr>
              <w:t xml:space="preserve">Measurement bandwidth </w:t>
            </w:r>
            <w:r w:rsidRPr="00EF2F0E">
              <w:rPr>
                <w:rFonts w:cs="Arial"/>
              </w:rPr>
              <w:t>(NOTE 5)</w:t>
            </w:r>
          </w:p>
        </w:tc>
      </w:tr>
      <w:tr w:rsidR="003401A4" w:rsidRPr="00EF2F0E" w14:paraId="0984D8B3" w14:textId="77777777" w:rsidTr="00A40339">
        <w:trPr>
          <w:cantSplit/>
          <w:jc w:val="center"/>
        </w:trPr>
        <w:tc>
          <w:tcPr>
            <w:tcW w:w="1953" w:type="dxa"/>
          </w:tcPr>
          <w:p w14:paraId="0984D8AF"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D8B0"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vAlign w:val="center"/>
          </w:tcPr>
          <w:p w14:paraId="0984D8B1" w14:textId="77777777" w:rsidR="003E32EB" w:rsidRPr="00EF2F0E" w:rsidRDefault="00DD381D" w:rsidP="00A40339">
            <w:pPr>
              <w:pStyle w:val="TAC"/>
              <w:rPr>
                <w:rFonts w:cs="Arial"/>
              </w:rPr>
            </w:pPr>
            <w:r w:rsidRPr="00EF2F0E">
              <w:rPr>
                <w:rFonts w:cs="Arial"/>
                <w:noProof/>
                <w:position w:val="-30"/>
                <w:lang w:val="en-US" w:eastAsia="ko-KR"/>
              </w:rPr>
              <w:drawing>
                <wp:inline distT="0" distB="0" distL="0" distR="0" wp14:anchorId="098511BC" wp14:editId="098511BD">
                  <wp:extent cx="1811655" cy="379730"/>
                  <wp:effectExtent l="1905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3" cstate="print"/>
                          <a:srcRect/>
                          <a:stretch>
                            <a:fillRect/>
                          </a:stretch>
                        </pic:blipFill>
                        <pic:spPr bwMode="auto">
                          <a:xfrm>
                            <a:off x="0" y="0"/>
                            <a:ext cx="1811655" cy="379730"/>
                          </a:xfrm>
                          <a:prstGeom prst="rect">
                            <a:avLst/>
                          </a:prstGeom>
                          <a:noFill/>
                          <a:ln w="9525">
                            <a:noFill/>
                            <a:miter lim="800000"/>
                            <a:headEnd/>
                            <a:tailEnd/>
                          </a:ln>
                        </pic:spPr>
                      </pic:pic>
                    </a:graphicData>
                  </a:graphic>
                </wp:inline>
              </w:drawing>
            </w:r>
          </w:p>
        </w:tc>
        <w:tc>
          <w:tcPr>
            <w:tcW w:w="1430" w:type="dxa"/>
          </w:tcPr>
          <w:p w14:paraId="0984D8B2"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8BA" w14:textId="77777777" w:rsidTr="00A40339">
        <w:trPr>
          <w:cantSplit/>
          <w:jc w:val="center"/>
        </w:trPr>
        <w:tc>
          <w:tcPr>
            <w:tcW w:w="1953" w:type="dxa"/>
          </w:tcPr>
          <w:p w14:paraId="0984D8B4" w14:textId="77777777" w:rsidR="003E32EB" w:rsidRPr="00EF2F0E" w:rsidRDefault="003E32EB" w:rsidP="00A40339">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p>
          <w:p w14:paraId="0984D8B5" w14:textId="77777777" w:rsidR="003E32EB" w:rsidRPr="00EF2F0E" w:rsidRDefault="003E32EB" w:rsidP="00A40339">
            <w:pPr>
              <w:pStyle w:val="TAC"/>
              <w:rPr>
                <w:rFonts w:cs="v5.0.0"/>
                <w:lang w:val="sv-FI"/>
              </w:rPr>
            </w:pPr>
            <w:r w:rsidRPr="00EF2F0E">
              <w:rPr>
                <w:rFonts w:cs="v5.0.0"/>
                <w:lang w:val="sv-FI"/>
              </w:rPr>
              <w:t xml:space="preserve">min(10 MHz, </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v5.0.0"/>
                <w:lang w:val="sv-FI"/>
              </w:rPr>
              <w:t>)</w:t>
            </w:r>
          </w:p>
        </w:tc>
        <w:tc>
          <w:tcPr>
            <w:tcW w:w="2976" w:type="dxa"/>
          </w:tcPr>
          <w:p w14:paraId="0984D8B6" w14:textId="77777777" w:rsidR="003E32EB" w:rsidRPr="00EF2F0E" w:rsidRDefault="003E32EB" w:rsidP="00A40339">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p>
          <w:p w14:paraId="0984D8B7" w14:textId="77777777" w:rsidR="003E32EB" w:rsidRPr="00EF2F0E" w:rsidRDefault="003E32EB" w:rsidP="00A40339">
            <w:pPr>
              <w:pStyle w:val="TAC"/>
              <w:rPr>
                <w:rFonts w:cs="v5.0.0"/>
                <w:lang w:val="sv-FI"/>
              </w:rPr>
            </w:pPr>
            <w:r w:rsidRPr="00EF2F0E">
              <w:rPr>
                <w:rFonts w:cs="v5.0.0"/>
                <w:lang w:val="sv-FI"/>
              </w:rPr>
              <w:t>min(10.05 MHz, f_offset</w:t>
            </w:r>
            <w:r w:rsidRPr="00EF2F0E">
              <w:rPr>
                <w:rFonts w:cs="v5.0.0"/>
                <w:vertAlign w:val="subscript"/>
                <w:lang w:val="sv-FI"/>
              </w:rPr>
              <w:t>max</w:t>
            </w:r>
            <w:r w:rsidRPr="00EF2F0E">
              <w:rPr>
                <w:rFonts w:cs="v5.0.0"/>
                <w:lang w:val="sv-FI"/>
              </w:rPr>
              <w:t>)</w:t>
            </w:r>
          </w:p>
        </w:tc>
        <w:tc>
          <w:tcPr>
            <w:tcW w:w="3455" w:type="dxa"/>
          </w:tcPr>
          <w:p w14:paraId="0984D8B8" w14:textId="77777777" w:rsidR="003E32EB" w:rsidRPr="00EF2F0E" w:rsidRDefault="003E32EB" w:rsidP="00A40339">
            <w:pPr>
              <w:pStyle w:val="TAC"/>
              <w:rPr>
                <w:rFonts w:cs="Arial"/>
              </w:rPr>
            </w:pPr>
            <w:r w:rsidRPr="00EF2F0E">
              <w:rPr>
                <w:rFonts w:cs="Arial"/>
              </w:rPr>
              <w:t>-14 dBm</w:t>
            </w:r>
          </w:p>
        </w:tc>
        <w:tc>
          <w:tcPr>
            <w:tcW w:w="1430" w:type="dxa"/>
          </w:tcPr>
          <w:p w14:paraId="0984D8B9"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8BF" w14:textId="77777777" w:rsidTr="00A40339">
        <w:trPr>
          <w:cantSplit/>
          <w:jc w:val="center"/>
        </w:trPr>
        <w:tc>
          <w:tcPr>
            <w:tcW w:w="1953" w:type="dxa"/>
          </w:tcPr>
          <w:p w14:paraId="0984D8BB" w14:textId="77777777" w:rsidR="003E32EB" w:rsidRPr="00EF2F0E" w:rsidRDefault="003E32EB" w:rsidP="00A40339">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8BC" w14:textId="77777777" w:rsidR="003E32EB" w:rsidRPr="00EF2F0E" w:rsidRDefault="003E32EB" w:rsidP="00A40339">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8BD" w14:textId="77777777" w:rsidR="003E32EB" w:rsidRPr="00EF2F0E" w:rsidRDefault="003E32EB" w:rsidP="00A40339">
            <w:pPr>
              <w:pStyle w:val="TAC"/>
              <w:rPr>
                <w:rFonts w:cs="Arial"/>
              </w:rPr>
            </w:pPr>
            <w:r w:rsidRPr="00EF2F0E">
              <w:rPr>
                <w:rFonts w:cs="Arial"/>
              </w:rPr>
              <w:t>-13 dBm (NOTE 7)</w:t>
            </w:r>
          </w:p>
        </w:tc>
        <w:tc>
          <w:tcPr>
            <w:tcW w:w="1430" w:type="dxa"/>
          </w:tcPr>
          <w:p w14:paraId="0984D8BE" w14:textId="77777777" w:rsidR="003E32EB" w:rsidRPr="00EF2F0E" w:rsidRDefault="003E32EB" w:rsidP="00A40339">
            <w:pPr>
              <w:pStyle w:val="TAC"/>
              <w:rPr>
                <w:rFonts w:cs="Arial"/>
              </w:rPr>
            </w:pPr>
            <w:r w:rsidRPr="00EF2F0E">
              <w:rPr>
                <w:rFonts w:cs="Arial"/>
              </w:rPr>
              <w:t xml:space="preserve">100 kHz </w:t>
            </w:r>
          </w:p>
        </w:tc>
      </w:tr>
      <w:tr w:rsidR="003E32EB" w:rsidRPr="00EF2F0E" w14:paraId="0984D8C2" w14:textId="77777777" w:rsidTr="00A40339">
        <w:trPr>
          <w:cantSplit/>
          <w:jc w:val="center"/>
        </w:trPr>
        <w:tc>
          <w:tcPr>
            <w:tcW w:w="9814" w:type="dxa"/>
            <w:gridSpan w:val="4"/>
          </w:tcPr>
          <w:p w14:paraId="0984D8C0"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-13dBm/100kHz.</w:t>
            </w:r>
          </w:p>
          <w:p w14:paraId="0984D8C1"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szCs w:val="18"/>
              </w:rPr>
              <w:t>Inter RF Bandwidth gap</w:t>
            </w:r>
            <w:r w:rsidRPr="00EF2F0E">
              <w:rPr>
                <w:rFonts w:cs="Arial"/>
              </w:rPr>
              <w:t xml:space="preserve">s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8C3" w14:textId="77777777" w:rsidR="003E32EB" w:rsidRPr="00EF2F0E" w:rsidRDefault="003E32EB" w:rsidP="00A40339"/>
    <w:p w14:paraId="0984D8C4" w14:textId="77777777" w:rsidR="003E32EB" w:rsidRPr="00EF2F0E" w:rsidRDefault="003E32EB" w:rsidP="00A40339">
      <w:pPr>
        <w:keepNext/>
        <w:rPr>
          <w:rFonts w:cs="v5.0.0"/>
        </w:rPr>
      </w:pPr>
      <w:r w:rsidRPr="00EF2F0E">
        <w:rPr>
          <w:rFonts w:cs="v5.0.0"/>
        </w:rPr>
        <w:t xml:space="preserve">For a E-UTRA </w:t>
      </w:r>
      <w:r w:rsidRPr="00EF2F0E">
        <w:rPr>
          <w:rFonts w:cs="v5.0.0"/>
          <w:i/>
        </w:rPr>
        <w:t>TAB connector</w:t>
      </w:r>
      <w:r w:rsidRPr="00EF2F0E">
        <w:rPr>
          <w:rFonts w:cs="v5.0.0"/>
        </w:rPr>
        <w:t xml:space="preserve"> operating in Bands 1, 2, 3, 4, 7, 9, 10, 11, 21, 22, 23, 24, 25, 30, 32, 33, 34, 35, 36, 37, 38, 39, 40, 41, 42, 43, 45, 48, </w:t>
      </w:r>
      <w:r w:rsidR="00702AAA" w:rsidRPr="00EF2F0E">
        <w:rPr>
          <w:rFonts w:cs="v5.0.0"/>
        </w:rPr>
        <w:t xml:space="preserve">50, 52, </w:t>
      </w:r>
      <w:r w:rsidRPr="00EF2F0E">
        <w:rPr>
          <w:rFonts w:cs="v5.0.0"/>
        </w:rPr>
        <w:t xml:space="preserve">65, 66, 69, 70, </w:t>
      </w:r>
      <w:r w:rsidR="00702AAA" w:rsidRPr="00EF2F0E">
        <w:rPr>
          <w:rFonts w:cs="v5.0.0"/>
        </w:rPr>
        <w:t xml:space="preserve">74, 75 </w:t>
      </w:r>
      <w:r w:rsidRPr="00EF2F0E">
        <w:rPr>
          <w:rFonts w:cs="v5.0.0"/>
        </w:rPr>
        <w:t xml:space="preserve">emissions shall use the </w:t>
      </w:r>
      <w:r w:rsidRPr="00EF2F0E">
        <w:rPr>
          <w:rFonts w:cs="v5.0.0"/>
          <w:i/>
        </w:rPr>
        <w:t>b</w:t>
      </w:r>
      <w:r w:rsidRPr="00EF2F0E">
        <w:rPr>
          <w:rFonts w:cs="v4.2.0"/>
          <w:i/>
        </w:rPr>
        <w:t>asic limits</w:t>
      </w:r>
      <w:r w:rsidRPr="00EF2F0E">
        <w:rPr>
          <w:rFonts w:cs="v5.0.0"/>
        </w:rPr>
        <w:t xml:space="preserve"> specified in tables 6.6.5.4.2-4 to 6.6.5.4.2-6:</w:t>
      </w:r>
    </w:p>
    <w:p w14:paraId="0984D8C5" w14:textId="77777777" w:rsidR="003E32EB" w:rsidRPr="00EF2F0E" w:rsidRDefault="003E32EB" w:rsidP="00A40339">
      <w:pPr>
        <w:pStyle w:val="TH"/>
        <w:rPr>
          <w:rFonts w:cs="v5.0.0"/>
        </w:rPr>
      </w:pPr>
      <w:r w:rsidRPr="00EF2F0E">
        <w:t xml:space="preserve">Table 6.6.5.4.2-4: Wide Area BS operating band unwanted emission limits for 1.4 MHz </w:t>
      </w:r>
      <w:r w:rsidRPr="00EF2F0E">
        <w:rPr>
          <w:i/>
        </w:rPr>
        <w:t>channel bandwidth</w:t>
      </w:r>
      <w:r w:rsidRPr="00EF2F0E">
        <w:t xml:space="preserve"> (E</w:t>
      </w:r>
      <w:r w:rsidRPr="00EF2F0E">
        <w:noBreakHyphen/>
        <w:t>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8CA" w14:textId="77777777" w:rsidTr="00A40339">
        <w:trPr>
          <w:cantSplit/>
          <w:jc w:val="center"/>
        </w:trPr>
        <w:tc>
          <w:tcPr>
            <w:tcW w:w="1953" w:type="dxa"/>
          </w:tcPr>
          <w:p w14:paraId="0984D8C6" w14:textId="77777777" w:rsidR="003E32EB" w:rsidRPr="00EF2F0E" w:rsidRDefault="003E32EB" w:rsidP="00A40339">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8C7" w14:textId="77777777" w:rsidR="003E32EB" w:rsidRPr="00EF2F0E" w:rsidRDefault="003E32EB" w:rsidP="00A40339">
            <w:pPr>
              <w:pStyle w:val="TAH"/>
              <w:rPr>
                <w:rFonts w:cs="v5.0.0"/>
              </w:rPr>
            </w:pPr>
            <w:r w:rsidRPr="00EF2F0E">
              <w:rPr>
                <w:rFonts w:cs="v5.0.0"/>
              </w:rPr>
              <w:t>Frequency offset of measurement filter centre frequency, f_offset</w:t>
            </w:r>
          </w:p>
        </w:tc>
        <w:tc>
          <w:tcPr>
            <w:tcW w:w="3455" w:type="dxa"/>
          </w:tcPr>
          <w:p w14:paraId="0984D8C8" w14:textId="77777777" w:rsidR="003E32EB" w:rsidRPr="00EF2F0E" w:rsidRDefault="003E32EB" w:rsidP="00A40339">
            <w:pPr>
              <w:pStyle w:val="TAH"/>
              <w:rPr>
                <w:rFonts w:cs="v5.0.0"/>
              </w:rPr>
            </w:pPr>
            <w:r w:rsidRPr="00EF2F0E">
              <w:rPr>
                <w:rFonts w:cs="Arial"/>
                <w:i/>
              </w:rPr>
              <w:t>basic limit</w:t>
            </w:r>
            <w:r w:rsidRPr="00EF2F0E">
              <w:rPr>
                <w:rFonts w:cs="v5.0.0"/>
              </w:rPr>
              <w:t xml:space="preserve"> (NOTE 1</w:t>
            </w:r>
            <w:r w:rsidRPr="00EF2F0E">
              <w:rPr>
                <w:rFonts w:cs="Arial"/>
              </w:rPr>
              <w:t>, 2</w:t>
            </w:r>
            <w:r w:rsidRPr="00EF2F0E">
              <w:rPr>
                <w:rFonts w:cs="v5.0.0"/>
              </w:rPr>
              <w:t>)</w:t>
            </w:r>
          </w:p>
        </w:tc>
        <w:tc>
          <w:tcPr>
            <w:tcW w:w="1430" w:type="dxa"/>
          </w:tcPr>
          <w:p w14:paraId="0984D8C9" w14:textId="77777777" w:rsidR="003E32EB" w:rsidRPr="00EF2F0E" w:rsidRDefault="003E32EB" w:rsidP="00A40339">
            <w:pPr>
              <w:pStyle w:val="TAH"/>
              <w:rPr>
                <w:rFonts w:cs="v5.0.0"/>
              </w:rPr>
            </w:pPr>
            <w:r w:rsidRPr="00EF2F0E">
              <w:rPr>
                <w:rFonts w:cs="v5.0.0"/>
              </w:rPr>
              <w:t xml:space="preserve">Measurement bandwidth </w:t>
            </w:r>
            <w:r w:rsidRPr="00EF2F0E">
              <w:rPr>
                <w:rFonts w:cs="Arial"/>
              </w:rPr>
              <w:t>(NOTE 5)</w:t>
            </w:r>
          </w:p>
        </w:tc>
      </w:tr>
      <w:tr w:rsidR="003401A4" w:rsidRPr="00EF2F0E" w14:paraId="0984D8CF" w14:textId="77777777" w:rsidTr="00A40339">
        <w:trPr>
          <w:cantSplit/>
          <w:jc w:val="center"/>
        </w:trPr>
        <w:tc>
          <w:tcPr>
            <w:tcW w:w="1953" w:type="dxa"/>
            <w:vAlign w:val="center"/>
          </w:tcPr>
          <w:p w14:paraId="0984D8CB"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1.4 MHz</w:t>
            </w:r>
          </w:p>
        </w:tc>
        <w:tc>
          <w:tcPr>
            <w:tcW w:w="2976" w:type="dxa"/>
            <w:vAlign w:val="center"/>
          </w:tcPr>
          <w:p w14:paraId="0984D8CC"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1.45 MHz</w:t>
            </w:r>
          </w:p>
        </w:tc>
        <w:tc>
          <w:tcPr>
            <w:tcW w:w="3455" w:type="dxa"/>
            <w:vAlign w:val="center"/>
          </w:tcPr>
          <w:p w14:paraId="0984D8CD" w14:textId="77777777" w:rsidR="003E32EB" w:rsidRPr="00EF2F0E" w:rsidRDefault="00DD381D" w:rsidP="00A40339">
            <w:pPr>
              <w:pStyle w:val="TAC"/>
              <w:rPr>
                <w:rFonts w:cs="Arial"/>
              </w:rPr>
            </w:pPr>
            <w:r w:rsidRPr="00EF2F0E">
              <w:rPr>
                <w:rFonts w:cs="Arial"/>
                <w:noProof/>
                <w:position w:val="-30"/>
                <w:lang w:val="en-US" w:eastAsia="ko-KR"/>
              </w:rPr>
              <w:drawing>
                <wp:inline distT="0" distB="0" distL="0" distR="0" wp14:anchorId="098511BE" wp14:editId="098511BF">
                  <wp:extent cx="1863090" cy="379730"/>
                  <wp:effectExtent l="19050" t="0" r="381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4" cstate="print"/>
                          <a:srcRect/>
                          <a:stretch>
                            <a:fillRect/>
                          </a:stretch>
                        </pic:blipFill>
                        <pic:spPr bwMode="auto">
                          <a:xfrm>
                            <a:off x="0" y="0"/>
                            <a:ext cx="1863090" cy="379730"/>
                          </a:xfrm>
                          <a:prstGeom prst="rect">
                            <a:avLst/>
                          </a:prstGeom>
                          <a:noFill/>
                          <a:ln w="9525">
                            <a:noFill/>
                            <a:miter lim="800000"/>
                            <a:headEnd/>
                            <a:tailEnd/>
                          </a:ln>
                        </pic:spPr>
                      </pic:pic>
                    </a:graphicData>
                  </a:graphic>
                </wp:inline>
              </w:drawing>
            </w:r>
          </w:p>
        </w:tc>
        <w:tc>
          <w:tcPr>
            <w:tcW w:w="1430" w:type="dxa"/>
          </w:tcPr>
          <w:p w14:paraId="0984D8CE"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8D4" w14:textId="77777777" w:rsidTr="00A40339">
        <w:trPr>
          <w:cantSplit/>
          <w:jc w:val="center"/>
        </w:trPr>
        <w:tc>
          <w:tcPr>
            <w:tcW w:w="1953" w:type="dxa"/>
          </w:tcPr>
          <w:p w14:paraId="0984D8D0" w14:textId="77777777" w:rsidR="003E32EB" w:rsidRPr="00EF2F0E" w:rsidRDefault="003E32EB" w:rsidP="00A40339">
            <w:pPr>
              <w:pStyle w:val="TAC"/>
              <w:rPr>
                <w:rFonts w:cs="v5.0.0"/>
              </w:rPr>
            </w:pPr>
            <w:r w:rsidRPr="00EF2F0E">
              <w:rPr>
                <w:rFonts w:cs="v5.0.0"/>
              </w:rPr>
              <w:t xml:space="preserve">1.4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2.8 MHz</w:t>
            </w:r>
          </w:p>
        </w:tc>
        <w:tc>
          <w:tcPr>
            <w:tcW w:w="2976" w:type="dxa"/>
          </w:tcPr>
          <w:p w14:paraId="0984D8D1" w14:textId="77777777" w:rsidR="003E32EB" w:rsidRPr="00EF2F0E" w:rsidRDefault="003E32EB" w:rsidP="00A40339">
            <w:pPr>
              <w:pStyle w:val="TAC"/>
              <w:rPr>
                <w:rFonts w:cs="v5.0.0"/>
              </w:rPr>
            </w:pPr>
            <w:r w:rsidRPr="00EF2F0E">
              <w:rPr>
                <w:rFonts w:cs="v5.0.0"/>
              </w:rPr>
              <w:t xml:space="preserve">1.45 MHz </w:t>
            </w:r>
            <w:r w:rsidRPr="00EF2F0E">
              <w:rPr>
                <w:rFonts w:cs="v5.0.0"/>
              </w:rPr>
              <w:sym w:font="Symbol" w:char="F0A3"/>
            </w:r>
            <w:r w:rsidRPr="00EF2F0E">
              <w:rPr>
                <w:rFonts w:cs="v5.0.0"/>
              </w:rPr>
              <w:t xml:space="preserve"> f_offset &lt; 2.85 MHz</w:t>
            </w:r>
          </w:p>
        </w:tc>
        <w:tc>
          <w:tcPr>
            <w:tcW w:w="3455" w:type="dxa"/>
          </w:tcPr>
          <w:p w14:paraId="0984D8D2" w14:textId="77777777" w:rsidR="003E32EB" w:rsidRPr="00EF2F0E" w:rsidRDefault="003E32EB" w:rsidP="00A40339">
            <w:pPr>
              <w:pStyle w:val="TAC"/>
              <w:rPr>
                <w:rFonts w:cs="Arial"/>
              </w:rPr>
            </w:pPr>
            <w:r w:rsidRPr="00EF2F0E">
              <w:rPr>
                <w:rFonts w:cs="Arial"/>
              </w:rPr>
              <w:t>-11 dBm</w:t>
            </w:r>
          </w:p>
        </w:tc>
        <w:tc>
          <w:tcPr>
            <w:tcW w:w="1430" w:type="dxa"/>
          </w:tcPr>
          <w:p w14:paraId="0984D8D3"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8D9" w14:textId="77777777" w:rsidTr="00A40339">
        <w:trPr>
          <w:cantSplit/>
          <w:jc w:val="center"/>
        </w:trPr>
        <w:tc>
          <w:tcPr>
            <w:tcW w:w="1953" w:type="dxa"/>
          </w:tcPr>
          <w:p w14:paraId="0984D8D5" w14:textId="77777777" w:rsidR="003E32EB" w:rsidRPr="00EF2F0E" w:rsidRDefault="003E32EB" w:rsidP="00A40339">
            <w:pPr>
              <w:pStyle w:val="TAC"/>
              <w:rPr>
                <w:rFonts w:cs="v5.0.0"/>
              </w:rPr>
            </w:pPr>
            <w:r w:rsidRPr="00EF2F0E">
              <w:rPr>
                <w:rFonts w:cs="v5.0.0"/>
              </w:rPr>
              <w:t xml:space="preserve">2.8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8D6" w14:textId="77777777" w:rsidR="003E32EB" w:rsidRPr="00EF2F0E" w:rsidRDefault="003E32EB" w:rsidP="00A40339">
            <w:pPr>
              <w:pStyle w:val="TAC"/>
              <w:rPr>
                <w:rFonts w:cs="v5.0.0"/>
              </w:rPr>
            </w:pPr>
            <w:r w:rsidRPr="00EF2F0E">
              <w:rPr>
                <w:rFonts w:cs="v5.0.0"/>
              </w:rPr>
              <w:t xml:space="preserve">3.3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8D7" w14:textId="77777777" w:rsidR="003E32EB" w:rsidRPr="00EF2F0E" w:rsidRDefault="003E32EB" w:rsidP="00A40339">
            <w:pPr>
              <w:pStyle w:val="TAC"/>
              <w:rPr>
                <w:rFonts w:cs="Arial"/>
              </w:rPr>
            </w:pPr>
            <w:r w:rsidRPr="00EF2F0E">
              <w:rPr>
                <w:rFonts w:cs="Arial"/>
              </w:rPr>
              <w:t>-13 dBm</w:t>
            </w:r>
          </w:p>
        </w:tc>
        <w:tc>
          <w:tcPr>
            <w:tcW w:w="1430" w:type="dxa"/>
          </w:tcPr>
          <w:p w14:paraId="0984D8D8" w14:textId="77777777" w:rsidR="003E32EB" w:rsidRPr="00EF2F0E" w:rsidRDefault="003E32EB" w:rsidP="00A40339">
            <w:pPr>
              <w:pStyle w:val="TAC"/>
              <w:rPr>
                <w:rFonts w:cs="Arial"/>
              </w:rPr>
            </w:pPr>
            <w:r w:rsidRPr="00EF2F0E">
              <w:rPr>
                <w:rFonts w:cs="Arial"/>
              </w:rPr>
              <w:t>1MHz</w:t>
            </w:r>
          </w:p>
        </w:tc>
      </w:tr>
      <w:tr w:rsidR="003E32EB" w:rsidRPr="00EF2F0E" w14:paraId="0984D8DC" w14:textId="77777777" w:rsidTr="00A40339">
        <w:trPr>
          <w:cantSplit/>
          <w:jc w:val="center"/>
        </w:trPr>
        <w:tc>
          <w:tcPr>
            <w:tcW w:w="9814" w:type="dxa"/>
            <w:gridSpan w:val="4"/>
          </w:tcPr>
          <w:p w14:paraId="0984D8DA"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-13dBm/1MHz.</w:t>
            </w:r>
          </w:p>
          <w:p w14:paraId="0984D8DB"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 xml:space="preserve">, where the contribution from the far-end sub-block or RF Bandwidth shall be scaled according to the measurement bandwidth of the near-end sub-block or </w:t>
            </w:r>
            <w:r w:rsidRPr="00EF2F0E">
              <w:rPr>
                <w:rFonts w:eastAsia="MS Mincho"/>
                <w:i/>
              </w:rPr>
              <w:t>Base Station RF Bandwidth</w:t>
            </w:r>
            <w:r w:rsidRPr="00EF2F0E">
              <w:rPr>
                <w:rFonts w:cs="Arial"/>
              </w:rPr>
              <w:t>.</w:t>
            </w:r>
          </w:p>
        </w:tc>
      </w:tr>
    </w:tbl>
    <w:p w14:paraId="0984D8DD" w14:textId="77777777" w:rsidR="003E32EB" w:rsidRPr="00EF2F0E" w:rsidRDefault="003E32EB" w:rsidP="00A40339"/>
    <w:p w14:paraId="0984D8DE" w14:textId="77777777" w:rsidR="003E32EB" w:rsidRPr="00EF2F0E" w:rsidRDefault="003E32EB" w:rsidP="00A40339">
      <w:pPr>
        <w:pStyle w:val="TH"/>
        <w:rPr>
          <w:rFonts w:cs="v5.0.0"/>
        </w:rPr>
      </w:pPr>
      <w:r w:rsidRPr="00EF2F0E">
        <w:t xml:space="preserve">Table 6.6.5.4.2-5: Wide Area BS operating band unwanted emission limits for 3 MHz </w:t>
      </w:r>
      <w:r w:rsidRPr="00EF2F0E">
        <w:rPr>
          <w:i/>
        </w:rPr>
        <w:t>channel bandwidth</w:t>
      </w:r>
      <w:r w:rsidRPr="00EF2F0E">
        <w:t xml:space="preserve"> (E</w:t>
      </w:r>
      <w:r w:rsidRPr="00EF2F0E">
        <w:noBreakHyphen/>
        <w:t>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8E3" w14:textId="77777777" w:rsidTr="00A40339">
        <w:trPr>
          <w:cantSplit/>
          <w:jc w:val="center"/>
        </w:trPr>
        <w:tc>
          <w:tcPr>
            <w:tcW w:w="1953" w:type="dxa"/>
          </w:tcPr>
          <w:p w14:paraId="0984D8DF" w14:textId="77777777" w:rsidR="003E32EB" w:rsidRPr="00EF2F0E" w:rsidRDefault="003E32EB" w:rsidP="00A40339">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8E0" w14:textId="77777777" w:rsidR="003E32EB" w:rsidRPr="00EF2F0E" w:rsidRDefault="003E32EB" w:rsidP="00A40339">
            <w:pPr>
              <w:pStyle w:val="TAH"/>
              <w:rPr>
                <w:rFonts w:cs="v5.0.0"/>
              </w:rPr>
            </w:pPr>
            <w:r w:rsidRPr="00EF2F0E">
              <w:rPr>
                <w:rFonts w:cs="v5.0.0"/>
              </w:rPr>
              <w:t>Frequency offset of measurement filter centre frequency, f_offset</w:t>
            </w:r>
          </w:p>
        </w:tc>
        <w:tc>
          <w:tcPr>
            <w:tcW w:w="3455" w:type="dxa"/>
          </w:tcPr>
          <w:p w14:paraId="0984D8E1" w14:textId="77777777" w:rsidR="003E32EB" w:rsidRPr="00EF2F0E" w:rsidRDefault="003E32EB" w:rsidP="00A40339">
            <w:pPr>
              <w:pStyle w:val="TAH"/>
              <w:rPr>
                <w:rFonts w:cs="v5.0.0"/>
              </w:rPr>
            </w:pPr>
            <w:r w:rsidRPr="00EF2F0E">
              <w:rPr>
                <w:rFonts w:cs="Arial"/>
                <w:i/>
              </w:rPr>
              <w:t>basic limit</w:t>
            </w:r>
            <w:r w:rsidRPr="00EF2F0E">
              <w:rPr>
                <w:rFonts w:cs="v5.0.0"/>
              </w:rPr>
              <w:t xml:space="preserve"> (NOTE 1</w:t>
            </w:r>
            <w:r w:rsidRPr="00EF2F0E">
              <w:rPr>
                <w:rFonts w:cs="Arial"/>
              </w:rPr>
              <w:t>, 2</w:t>
            </w:r>
            <w:r w:rsidRPr="00EF2F0E">
              <w:rPr>
                <w:rFonts w:cs="v5.0.0"/>
              </w:rPr>
              <w:t>)</w:t>
            </w:r>
          </w:p>
        </w:tc>
        <w:tc>
          <w:tcPr>
            <w:tcW w:w="1430" w:type="dxa"/>
          </w:tcPr>
          <w:p w14:paraId="0984D8E2" w14:textId="77777777" w:rsidR="003E32EB" w:rsidRPr="00EF2F0E" w:rsidRDefault="003E32EB" w:rsidP="00A40339">
            <w:pPr>
              <w:pStyle w:val="TAH"/>
              <w:rPr>
                <w:rFonts w:cs="v5.0.0"/>
              </w:rPr>
            </w:pPr>
            <w:r w:rsidRPr="00EF2F0E">
              <w:rPr>
                <w:rFonts w:cs="v5.0.0"/>
              </w:rPr>
              <w:t xml:space="preserve">Measurement bandwidth </w:t>
            </w:r>
            <w:r w:rsidRPr="00EF2F0E">
              <w:rPr>
                <w:rFonts w:cs="Arial"/>
              </w:rPr>
              <w:t>(NOTE 5)</w:t>
            </w:r>
          </w:p>
        </w:tc>
      </w:tr>
      <w:tr w:rsidR="003401A4" w:rsidRPr="00EF2F0E" w14:paraId="0984D8E8" w14:textId="77777777" w:rsidTr="00A40339">
        <w:trPr>
          <w:cantSplit/>
          <w:jc w:val="center"/>
        </w:trPr>
        <w:tc>
          <w:tcPr>
            <w:tcW w:w="1953" w:type="dxa"/>
            <w:vAlign w:val="center"/>
          </w:tcPr>
          <w:p w14:paraId="0984D8E4"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3 MHz</w:t>
            </w:r>
          </w:p>
        </w:tc>
        <w:tc>
          <w:tcPr>
            <w:tcW w:w="2976" w:type="dxa"/>
            <w:vAlign w:val="center"/>
          </w:tcPr>
          <w:p w14:paraId="0984D8E5"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3.05 MHz</w:t>
            </w:r>
          </w:p>
        </w:tc>
        <w:tc>
          <w:tcPr>
            <w:tcW w:w="3455" w:type="dxa"/>
            <w:vAlign w:val="center"/>
          </w:tcPr>
          <w:p w14:paraId="0984D8E6" w14:textId="77777777" w:rsidR="003E32EB" w:rsidRPr="00EF2F0E" w:rsidRDefault="00DD381D" w:rsidP="00A40339">
            <w:pPr>
              <w:pStyle w:val="TAC"/>
              <w:rPr>
                <w:rFonts w:cs="Arial"/>
              </w:rPr>
            </w:pPr>
            <w:r w:rsidRPr="00EF2F0E">
              <w:rPr>
                <w:rFonts w:cs="Arial"/>
                <w:noProof/>
                <w:position w:val="-30"/>
                <w:lang w:val="en-US" w:eastAsia="ko-KR"/>
              </w:rPr>
              <w:drawing>
                <wp:inline distT="0" distB="0" distL="0" distR="0" wp14:anchorId="098511C0" wp14:editId="098511C1">
                  <wp:extent cx="1854835" cy="379730"/>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5" cstate="print"/>
                          <a:srcRect/>
                          <a:stretch>
                            <a:fillRect/>
                          </a:stretch>
                        </pic:blipFill>
                        <pic:spPr bwMode="auto">
                          <a:xfrm>
                            <a:off x="0" y="0"/>
                            <a:ext cx="1854835" cy="379730"/>
                          </a:xfrm>
                          <a:prstGeom prst="rect">
                            <a:avLst/>
                          </a:prstGeom>
                          <a:noFill/>
                          <a:ln w="9525">
                            <a:noFill/>
                            <a:miter lim="800000"/>
                            <a:headEnd/>
                            <a:tailEnd/>
                          </a:ln>
                        </pic:spPr>
                      </pic:pic>
                    </a:graphicData>
                  </a:graphic>
                </wp:inline>
              </w:drawing>
            </w:r>
          </w:p>
        </w:tc>
        <w:tc>
          <w:tcPr>
            <w:tcW w:w="1430" w:type="dxa"/>
          </w:tcPr>
          <w:p w14:paraId="0984D8E7"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8ED" w14:textId="77777777" w:rsidTr="00A40339">
        <w:trPr>
          <w:cantSplit/>
          <w:jc w:val="center"/>
        </w:trPr>
        <w:tc>
          <w:tcPr>
            <w:tcW w:w="1953" w:type="dxa"/>
          </w:tcPr>
          <w:p w14:paraId="0984D8E9" w14:textId="77777777" w:rsidR="003E32EB" w:rsidRPr="00EF2F0E" w:rsidRDefault="003E32EB" w:rsidP="00A40339">
            <w:pPr>
              <w:pStyle w:val="TAC"/>
              <w:rPr>
                <w:rFonts w:cs="v5.0.0"/>
              </w:rPr>
            </w:pPr>
            <w:r w:rsidRPr="00EF2F0E">
              <w:rPr>
                <w:rFonts w:cs="v5.0.0"/>
              </w:rPr>
              <w:t xml:space="preserve">3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6 MHz</w:t>
            </w:r>
          </w:p>
        </w:tc>
        <w:tc>
          <w:tcPr>
            <w:tcW w:w="2976" w:type="dxa"/>
          </w:tcPr>
          <w:p w14:paraId="0984D8EA" w14:textId="77777777" w:rsidR="003E32EB" w:rsidRPr="00EF2F0E" w:rsidRDefault="003E32EB" w:rsidP="00A40339">
            <w:pPr>
              <w:pStyle w:val="TAC"/>
              <w:rPr>
                <w:rFonts w:cs="v5.0.0"/>
              </w:rPr>
            </w:pPr>
            <w:r w:rsidRPr="00EF2F0E">
              <w:rPr>
                <w:rFonts w:cs="v5.0.0"/>
              </w:rPr>
              <w:t xml:space="preserve">3.05 MHz </w:t>
            </w:r>
            <w:r w:rsidRPr="00EF2F0E">
              <w:rPr>
                <w:rFonts w:cs="v5.0.0"/>
              </w:rPr>
              <w:sym w:font="Symbol" w:char="F0A3"/>
            </w:r>
            <w:r w:rsidRPr="00EF2F0E">
              <w:rPr>
                <w:rFonts w:cs="v5.0.0"/>
              </w:rPr>
              <w:t xml:space="preserve"> f_offset &lt; 6.05 MHz</w:t>
            </w:r>
          </w:p>
        </w:tc>
        <w:tc>
          <w:tcPr>
            <w:tcW w:w="3455" w:type="dxa"/>
          </w:tcPr>
          <w:p w14:paraId="0984D8EB" w14:textId="77777777" w:rsidR="003E32EB" w:rsidRPr="00EF2F0E" w:rsidRDefault="003E32EB" w:rsidP="00A40339">
            <w:pPr>
              <w:pStyle w:val="TAC"/>
              <w:rPr>
                <w:rFonts w:cs="Arial"/>
              </w:rPr>
            </w:pPr>
            <w:r w:rsidRPr="00EF2F0E">
              <w:rPr>
                <w:rFonts w:cs="Arial"/>
              </w:rPr>
              <w:t>-15 dBm</w:t>
            </w:r>
          </w:p>
        </w:tc>
        <w:tc>
          <w:tcPr>
            <w:tcW w:w="1430" w:type="dxa"/>
          </w:tcPr>
          <w:p w14:paraId="0984D8EC"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8F2" w14:textId="77777777" w:rsidTr="00A40339">
        <w:trPr>
          <w:cantSplit/>
          <w:jc w:val="center"/>
        </w:trPr>
        <w:tc>
          <w:tcPr>
            <w:tcW w:w="1953" w:type="dxa"/>
          </w:tcPr>
          <w:p w14:paraId="0984D8EE" w14:textId="77777777" w:rsidR="003E32EB" w:rsidRPr="00EF2F0E" w:rsidRDefault="003E32EB" w:rsidP="00A40339">
            <w:pPr>
              <w:pStyle w:val="TAC"/>
              <w:rPr>
                <w:rFonts w:cs="v5.0.0"/>
              </w:rPr>
            </w:pPr>
            <w:r w:rsidRPr="00EF2F0E">
              <w:rPr>
                <w:rFonts w:cs="v5.0.0"/>
              </w:rPr>
              <w:t xml:space="preserve">6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8EF" w14:textId="77777777" w:rsidR="003E32EB" w:rsidRPr="00EF2F0E" w:rsidRDefault="003E32EB" w:rsidP="00A40339">
            <w:pPr>
              <w:pStyle w:val="TAC"/>
              <w:rPr>
                <w:rFonts w:cs="v5.0.0"/>
              </w:rPr>
            </w:pPr>
            <w:r w:rsidRPr="00EF2F0E">
              <w:rPr>
                <w:rFonts w:cs="v5.0.0"/>
              </w:rPr>
              <w:t xml:space="preserve">6.5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8F0" w14:textId="77777777" w:rsidR="003E32EB" w:rsidRPr="00EF2F0E" w:rsidRDefault="003E32EB" w:rsidP="00A40339">
            <w:pPr>
              <w:pStyle w:val="TAC"/>
              <w:rPr>
                <w:rFonts w:cs="Arial"/>
              </w:rPr>
            </w:pPr>
            <w:r w:rsidRPr="00EF2F0E">
              <w:rPr>
                <w:rFonts w:cs="Arial"/>
              </w:rPr>
              <w:t>-13 dBm</w:t>
            </w:r>
          </w:p>
        </w:tc>
        <w:tc>
          <w:tcPr>
            <w:tcW w:w="1430" w:type="dxa"/>
          </w:tcPr>
          <w:p w14:paraId="0984D8F1" w14:textId="77777777" w:rsidR="003E32EB" w:rsidRPr="00EF2F0E" w:rsidRDefault="003E32EB" w:rsidP="00A40339">
            <w:pPr>
              <w:pStyle w:val="TAC"/>
              <w:rPr>
                <w:rFonts w:cs="Arial"/>
              </w:rPr>
            </w:pPr>
            <w:r w:rsidRPr="00EF2F0E">
              <w:rPr>
                <w:rFonts w:cs="Arial"/>
              </w:rPr>
              <w:t>1MHz</w:t>
            </w:r>
          </w:p>
        </w:tc>
      </w:tr>
      <w:tr w:rsidR="003E32EB" w:rsidRPr="00EF2F0E" w14:paraId="0984D8F5" w14:textId="77777777" w:rsidTr="00A40339">
        <w:trPr>
          <w:cantSplit/>
          <w:jc w:val="center"/>
        </w:trPr>
        <w:tc>
          <w:tcPr>
            <w:tcW w:w="9814" w:type="dxa"/>
            <w:gridSpan w:val="4"/>
          </w:tcPr>
          <w:p w14:paraId="0984D8F3"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-13dBm/1MHz.</w:t>
            </w:r>
          </w:p>
          <w:p w14:paraId="0984D8F4"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 xml:space="preserve">, where the contribution from the far-end sub-block or </w:t>
            </w:r>
            <w:r w:rsidRPr="00EF2F0E">
              <w:rPr>
                <w:rFonts w:eastAsia="MS Mincho"/>
                <w:i/>
              </w:rPr>
              <w:t>Base Station RF Bandwidth</w:t>
            </w:r>
            <w:r w:rsidRPr="00EF2F0E">
              <w:rPr>
                <w:rFonts w:cs="Arial"/>
              </w:rPr>
              <w:t xml:space="preserve"> shall be scaled according to the measurement bandwidth of the near-end sub-block or </w:t>
            </w:r>
            <w:r w:rsidRPr="00EF2F0E">
              <w:rPr>
                <w:rFonts w:eastAsia="MS Mincho"/>
                <w:i/>
              </w:rPr>
              <w:t>Base Station RF Bandwidth</w:t>
            </w:r>
            <w:r w:rsidRPr="00EF2F0E">
              <w:rPr>
                <w:rFonts w:cs="Arial"/>
              </w:rPr>
              <w:t>.</w:t>
            </w:r>
          </w:p>
        </w:tc>
      </w:tr>
    </w:tbl>
    <w:p w14:paraId="0984D8F6" w14:textId="77777777" w:rsidR="003E32EB" w:rsidRPr="00EF2F0E" w:rsidRDefault="003E32EB" w:rsidP="00A40339"/>
    <w:p w14:paraId="0984D8F7" w14:textId="77777777" w:rsidR="003E32EB" w:rsidRPr="00EF2F0E" w:rsidRDefault="003E32EB" w:rsidP="00A40339">
      <w:pPr>
        <w:pStyle w:val="TH"/>
        <w:rPr>
          <w:rFonts w:cs="v5.0.0"/>
        </w:rPr>
      </w:pPr>
      <w:r w:rsidRPr="00EF2F0E">
        <w:t xml:space="preserve">Table 6.6.5.4.2-6: Wide Area BS operating band unwanted emission limits for 5, 10, 15 and 20 MHz </w:t>
      </w:r>
      <w:r w:rsidRPr="00EF2F0E">
        <w:rPr>
          <w:i/>
        </w:rPr>
        <w:t>channel bandwidth</w:t>
      </w:r>
      <w:r w:rsidRPr="00EF2F0E">
        <w:t xml:space="preserve"> (E-UTRA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8FC" w14:textId="77777777" w:rsidTr="00A40339">
        <w:trPr>
          <w:cantSplit/>
          <w:jc w:val="center"/>
        </w:trPr>
        <w:tc>
          <w:tcPr>
            <w:tcW w:w="1953" w:type="dxa"/>
          </w:tcPr>
          <w:p w14:paraId="0984D8F8" w14:textId="77777777" w:rsidR="003E32EB" w:rsidRPr="00EF2F0E" w:rsidRDefault="003E32EB" w:rsidP="00A40339">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8F9" w14:textId="77777777" w:rsidR="003E32EB" w:rsidRPr="00EF2F0E" w:rsidRDefault="003E32EB" w:rsidP="00A40339">
            <w:pPr>
              <w:pStyle w:val="TAH"/>
              <w:rPr>
                <w:rFonts w:cs="v5.0.0"/>
              </w:rPr>
            </w:pPr>
            <w:r w:rsidRPr="00EF2F0E">
              <w:rPr>
                <w:rFonts w:cs="v5.0.0"/>
              </w:rPr>
              <w:t>Frequency offset of measurement filter centre frequency, f_offset</w:t>
            </w:r>
          </w:p>
        </w:tc>
        <w:tc>
          <w:tcPr>
            <w:tcW w:w="3455" w:type="dxa"/>
          </w:tcPr>
          <w:p w14:paraId="0984D8FA" w14:textId="77777777" w:rsidR="003E32EB" w:rsidRPr="00EF2F0E" w:rsidRDefault="003E32EB" w:rsidP="00A40339">
            <w:pPr>
              <w:pStyle w:val="TAH"/>
              <w:rPr>
                <w:rFonts w:cs="v5.0.0"/>
              </w:rPr>
            </w:pPr>
            <w:r w:rsidRPr="00EF2F0E">
              <w:rPr>
                <w:rFonts w:cs="Arial"/>
                <w:i/>
              </w:rPr>
              <w:t>basic limit</w:t>
            </w:r>
            <w:r w:rsidRPr="00EF2F0E">
              <w:rPr>
                <w:rFonts w:cs="v5.0.0"/>
              </w:rPr>
              <w:t xml:space="preserve"> (NOTE 1</w:t>
            </w:r>
            <w:r w:rsidRPr="00EF2F0E">
              <w:rPr>
                <w:rFonts w:cs="Arial"/>
              </w:rPr>
              <w:t>, 2</w:t>
            </w:r>
            <w:r w:rsidRPr="00EF2F0E">
              <w:rPr>
                <w:rFonts w:cs="v5.0.0"/>
              </w:rPr>
              <w:t>)</w:t>
            </w:r>
          </w:p>
        </w:tc>
        <w:tc>
          <w:tcPr>
            <w:tcW w:w="1430" w:type="dxa"/>
          </w:tcPr>
          <w:p w14:paraId="0984D8FB" w14:textId="77777777" w:rsidR="003E32EB" w:rsidRPr="00EF2F0E" w:rsidRDefault="003E32EB" w:rsidP="00A40339">
            <w:pPr>
              <w:pStyle w:val="TAH"/>
              <w:rPr>
                <w:rFonts w:cs="v5.0.0"/>
              </w:rPr>
            </w:pPr>
            <w:r w:rsidRPr="00EF2F0E">
              <w:rPr>
                <w:rFonts w:cs="v5.0.0"/>
              </w:rPr>
              <w:t xml:space="preserve">Measurement bandwidth </w:t>
            </w:r>
            <w:r w:rsidRPr="00EF2F0E">
              <w:rPr>
                <w:rFonts w:cs="Arial"/>
              </w:rPr>
              <w:t>(NOTE 5)</w:t>
            </w:r>
          </w:p>
        </w:tc>
      </w:tr>
      <w:tr w:rsidR="003401A4" w:rsidRPr="00EF2F0E" w14:paraId="0984D901" w14:textId="77777777" w:rsidTr="00A40339">
        <w:trPr>
          <w:cantSplit/>
          <w:jc w:val="center"/>
        </w:trPr>
        <w:tc>
          <w:tcPr>
            <w:tcW w:w="1953" w:type="dxa"/>
          </w:tcPr>
          <w:p w14:paraId="0984D8FD"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D8FE"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vAlign w:val="center"/>
          </w:tcPr>
          <w:p w14:paraId="0984D8FF" w14:textId="77777777" w:rsidR="003E32EB" w:rsidRPr="00EF2F0E" w:rsidRDefault="00DD381D" w:rsidP="00A40339">
            <w:pPr>
              <w:pStyle w:val="TAC"/>
              <w:rPr>
                <w:rFonts w:cs="Arial"/>
              </w:rPr>
            </w:pPr>
            <w:r w:rsidRPr="00EF2F0E">
              <w:rPr>
                <w:rFonts w:cs="Arial"/>
                <w:noProof/>
                <w:position w:val="-30"/>
                <w:lang w:val="en-US" w:eastAsia="ko-KR"/>
              </w:rPr>
              <w:drawing>
                <wp:inline distT="0" distB="0" distL="0" distR="0" wp14:anchorId="098511C2" wp14:editId="098511C3">
                  <wp:extent cx="1811655" cy="379730"/>
                  <wp:effectExtent l="1905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3" cstate="print"/>
                          <a:srcRect/>
                          <a:stretch>
                            <a:fillRect/>
                          </a:stretch>
                        </pic:blipFill>
                        <pic:spPr bwMode="auto">
                          <a:xfrm>
                            <a:off x="0" y="0"/>
                            <a:ext cx="1811655" cy="379730"/>
                          </a:xfrm>
                          <a:prstGeom prst="rect">
                            <a:avLst/>
                          </a:prstGeom>
                          <a:noFill/>
                          <a:ln w="9525">
                            <a:noFill/>
                            <a:miter lim="800000"/>
                            <a:headEnd/>
                            <a:tailEnd/>
                          </a:ln>
                        </pic:spPr>
                      </pic:pic>
                    </a:graphicData>
                  </a:graphic>
                </wp:inline>
              </w:drawing>
            </w:r>
          </w:p>
        </w:tc>
        <w:tc>
          <w:tcPr>
            <w:tcW w:w="1430" w:type="dxa"/>
          </w:tcPr>
          <w:p w14:paraId="0984D900"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08" w14:textId="77777777" w:rsidTr="00A40339">
        <w:trPr>
          <w:cantSplit/>
          <w:jc w:val="center"/>
        </w:trPr>
        <w:tc>
          <w:tcPr>
            <w:tcW w:w="1953" w:type="dxa"/>
          </w:tcPr>
          <w:p w14:paraId="0984D902" w14:textId="77777777" w:rsidR="003E32EB" w:rsidRPr="00EF2F0E" w:rsidRDefault="003E32EB" w:rsidP="00A40339">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p>
          <w:p w14:paraId="0984D903" w14:textId="77777777" w:rsidR="003E32EB" w:rsidRPr="00EF2F0E" w:rsidRDefault="003E32EB" w:rsidP="00A40339">
            <w:pPr>
              <w:pStyle w:val="TAC"/>
              <w:rPr>
                <w:rFonts w:cs="v5.0.0"/>
                <w:lang w:val="sv-FI"/>
              </w:rPr>
            </w:pPr>
            <w:r w:rsidRPr="00EF2F0E">
              <w:rPr>
                <w:rFonts w:cs="v5.0.0"/>
                <w:lang w:val="sv-FI"/>
              </w:rPr>
              <w:t xml:space="preserve">min(10 MHz, </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v5.0.0"/>
                <w:lang w:val="sv-FI"/>
              </w:rPr>
              <w:t>)</w:t>
            </w:r>
          </w:p>
        </w:tc>
        <w:tc>
          <w:tcPr>
            <w:tcW w:w="2976" w:type="dxa"/>
          </w:tcPr>
          <w:p w14:paraId="0984D904" w14:textId="77777777" w:rsidR="003E32EB" w:rsidRPr="00EF2F0E" w:rsidRDefault="003E32EB" w:rsidP="00A40339">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p>
          <w:p w14:paraId="0984D905" w14:textId="77777777" w:rsidR="003E32EB" w:rsidRPr="00EF2F0E" w:rsidRDefault="003E32EB" w:rsidP="00A40339">
            <w:pPr>
              <w:pStyle w:val="TAC"/>
              <w:rPr>
                <w:rFonts w:cs="v5.0.0"/>
                <w:lang w:val="sv-FI"/>
              </w:rPr>
            </w:pPr>
            <w:r w:rsidRPr="00EF2F0E">
              <w:rPr>
                <w:rFonts w:cs="v5.0.0"/>
                <w:lang w:val="sv-FI"/>
              </w:rPr>
              <w:t>min(10.05 MHz, f_offset</w:t>
            </w:r>
            <w:r w:rsidRPr="00EF2F0E">
              <w:rPr>
                <w:rFonts w:cs="v5.0.0"/>
                <w:vertAlign w:val="subscript"/>
                <w:lang w:val="sv-FI"/>
              </w:rPr>
              <w:t>max</w:t>
            </w:r>
            <w:r w:rsidRPr="00EF2F0E">
              <w:rPr>
                <w:rFonts w:cs="v5.0.0"/>
                <w:lang w:val="sv-FI"/>
              </w:rPr>
              <w:t>)</w:t>
            </w:r>
          </w:p>
        </w:tc>
        <w:tc>
          <w:tcPr>
            <w:tcW w:w="3455" w:type="dxa"/>
          </w:tcPr>
          <w:p w14:paraId="0984D906" w14:textId="77777777" w:rsidR="003E32EB" w:rsidRPr="00EF2F0E" w:rsidRDefault="003E32EB" w:rsidP="00A40339">
            <w:pPr>
              <w:pStyle w:val="TAC"/>
              <w:rPr>
                <w:rFonts w:cs="Arial"/>
              </w:rPr>
            </w:pPr>
            <w:r w:rsidRPr="00EF2F0E">
              <w:rPr>
                <w:rFonts w:cs="Arial"/>
              </w:rPr>
              <w:t>-14 dBm</w:t>
            </w:r>
          </w:p>
        </w:tc>
        <w:tc>
          <w:tcPr>
            <w:tcW w:w="1430" w:type="dxa"/>
          </w:tcPr>
          <w:p w14:paraId="0984D907"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0D" w14:textId="77777777" w:rsidTr="00A40339">
        <w:trPr>
          <w:cantSplit/>
          <w:jc w:val="center"/>
        </w:trPr>
        <w:tc>
          <w:tcPr>
            <w:tcW w:w="1953" w:type="dxa"/>
          </w:tcPr>
          <w:p w14:paraId="0984D909" w14:textId="77777777" w:rsidR="003E32EB" w:rsidRPr="00EF2F0E" w:rsidRDefault="003E32EB" w:rsidP="00A40339">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90A" w14:textId="77777777" w:rsidR="003E32EB" w:rsidRPr="00EF2F0E" w:rsidRDefault="003E32EB" w:rsidP="00A40339">
            <w:pPr>
              <w:pStyle w:val="TAC"/>
              <w:rPr>
                <w:rFonts w:cs="v5.0.0"/>
              </w:rPr>
            </w:pPr>
            <w:r w:rsidRPr="00EF2F0E">
              <w:rPr>
                <w:rFonts w:cs="v5.0.0"/>
              </w:rPr>
              <w:t xml:space="preserve">10.5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90B" w14:textId="77777777" w:rsidR="003E32EB" w:rsidRPr="00EF2F0E" w:rsidRDefault="003E32EB" w:rsidP="00A40339">
            <w:pPr>
              <w:pStyle w:val="TAC"/>
              <w:rPr>
                <w:rFonts w:cs="Arial"/>
              </w:rPr>
            </w:pPr>
            <w:r w:rsidRPr="00EF2F0E">
              <w:rPr>
                <w:rFonts w:cs="Arial"/>
              </w:rPr>
              <w:t>-13 dBm (NOTE 7)</w:t>
            </w:r>
          </w:p>
        </w:tc>
        <w:tc>
          <w:tcPr>
            <w:tcW w:w="1430" w:type="dxa"/>
          </w:tcPr>
          <w:p w14:paraId="0984D90C" w14:textId="77777777" w:rsidR="003E32EB" w:rsidRPr="00EF2F0E" w:rsidRDefault="003E32EB" w:rsidP="00A40339">
            <w:pPr>
              <w:pStyle w:val="TAC"/>
              <w:rPr>
                <w:rFonts w:cs="Arial"/>
              </w:rPr>
            </w:pPr>
            <w:r w:rsidRPr="00EF2F0E">
              <w:rPr>
                <w:rFonts w:cs="Arial"/>
              </w:rPr>
              <w:t xml:space="preserve">1MHz </w:t>
            </w:r>
          </w:p>
        </w:tc>
      </w:tr>
      <w:tr w:rsidR="003E32EB" w:rsidRPr="00EF2F0E" w14:paraId="0984D910" w14:textId="77777777" w:rsidTr="00A40339">
        <w:trPr>
          <w:cantSplit/>
          <w:jc w:val="center"/>
        </w:trPr>
        <w:tc>
          <w:tcPr>
            <w:tcW w:w="9814" w:type="dxa"/>
            <w:gridSpan w:val="4"/>
          </w:tcPr>
          <w:p w14:paraId="0984D90E"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xml:space="preserve">, where the contribution from the far-end sub-block shall be scaled according to the measurement bandwidth of the near-end sub-block. </w:t>
            </w:r>
            <w:r w:rsidRPr="00EF2F0E">
              <w:rPr>
                <w:rFonts w:cs="Arial"/>
              </w:rPr>
              <w:t xml:space="preserve">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-13dBm/1MHz.</w:t>
            </w:r>
          </w:p>
          <w:p w14:paraId="0984D90F"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 xml:space="preserve">, where the contribution from the far-end sub-block or </w:t>
            </w:r>
            <w:r w:rsidRPr="00EF2F0E">
              <w:rPr>
                <w:rFonts w:eastAsia="MS Mincho"/>
                <w:i/>
              </w:rPr>
              <w:t>Base Station RF Bandwidth</w:t>
            </w:r>
            <w:r w:rsidRPr="00EF2F0E">
              <w:rPr>
                <w:rFonts w:cs="Arial"/>
              </w:rPr>
              <w:t xml:space="preserve"> shall be scaled according to the measurement bandwidth of the near-end sub-block or </w:t>
            </w:r>
            <w:r w:rsidRPr="00EF2F0E">
              <w:rPr>
                <w:rFonts w:eastAsia="MS Mincho"/>
                <w:i/>
              </w:rPr>
              <w:t>Base Station RF Bandwidth</w:t>
            </w:r>
            <w:r w:rsidRPr="00EF2F0E">
              <w:rPr>
                <w:rFonts w:cs="Arial"/>
              </w:rPr>
              <w:t>.</w:t>
            </w:r>
          </w:p>
        </w:tc>
      </w:tr>
    </w:tbl>
    <w:p w14:paraId="0984D911" w14:textId="77777777" w:rsidR="003E32EB" w:rsidRPr="00EF2F0E" w:rsidRDefault="003E32EB" w:rsidP="00A40339"/>
    <w:p w14:paraId="0984D912" w14:textId="77777777" w:rsidR="003E32EB" w:rsidRPr="00EF2F0E" w:rsidRDefault="003E32EB" w:rsidP="00A40339">
      <w:pPr>
        <w:pStyle w:val="Heading5"/>
      </w:pPr>
      <w:bookmarkStart w:id="1784" w:name="_Toc21095886"/>
      <w:bookmarkStart w:id="1785" w:name="_Toc29763085"/>
      <w:bookmarkStart w:id="1786" w:name="_Toc45869370"/>
      <w:bookmarkStart w:id="1787" w:name="_Toc52554618"/>
      <w:bookmarkStart w:id="1788" w:name="_Toc52555088"/>
      <w:bookmarkStart w:id="1789" w:name="_Toc61112313"/>
      <w:bookmarkStart w:id="1790" w:name="_Toc67911465"/>
      <w:bookmarkStart w:id="1791" w:name="_Toc74842940"/>
      <w:bookmarkStart w:id="1792" w:name="_Toc76503323"/>
      <w:bookmarkStart w:id="1793" w:name="_Toc83040766"/>
      <w:bookmarkStart w:id="1794" w:name="_Toc89851809"/>
      <w:bookmarkStart w:id="1795" w:name="_Toc98676163"/>
      <w:r w:rsidRPr="00EF2F0E">
        <w:t>6.6.5.4.3</w:t>
      </w:r>
      <w:r w:rsidRPr="00EF2F0E">
        <w:tab/>
        <w:t>B</w:t>
      </w:r>
      <w:r w:rsidRPr="00EF2F0E">
        <w:rPr>
          <w:rFonts w:cs="Arial"/>
        </w:rPr>
        <w:t>asic limit</w:t>
      </w:r>
      <w:r w:rsidRPr="00EF2F0E">
        <w:t xml:space="preserve">s </w:t>
      </w:r>
      <w:r w:rsidRPr="00EF2F0E">
        <w:rPr>
          <w:lang w:eastAsia="zh-CN"/>
        </w:rPr>
        <w:t>for Wide Area BS</w:t>
      </w:r>
      <w:r w:rsidRPr="00EF2F0E">
        <w:t xml:space="preserve"> (Category B)</w:t>
      </w:r>
      <w:bookmarkEnd w:id="1784"/>
      <w:bookmarkEnd w:id="1785"/>
      <w:bookmarkEnd w:id="1786"/>
      <w:bookmarkEnd w:id="1787"/>
      <w:bookmarkEnd w:id="1788"/>
      <w:bookmarkEnd w:id="1789"/>
      <w:bookmarkEnd w:id="1790"/>
      <w:bookmarkEnd w:id="1791"/>
      <w:bookmarkEnd w:id="1792"/>
      <w:bookmarkEnd w:id="1793"/>
      <w:bookmarkEnd w:id="1794"/>
      <w:bookmarkEnd w:id="1795"/>
    </w:p>
    <w:p w14:paraId="0984D913" w14:textId="77777777" w:rsidR="003E32EB" w:rsidRPr="00EF2F0E" w:rsidRDefault="003E32EB" w:rsidP="00A40339">
      <w:pPr>
        <w:pStyle w:val="Heading6"/>
        <w:rPr>
          <w:rFonts w:cs="v5.0.0"/>
        </w:rPr>
      </w:pPr>
      <w:bookmarkStart w:id="1796" w:name="_Toc21095887"/>
      <w:bookmarkStart w:id="1797" w:name="_Toc29763086"/>
      <w:bookmarkStart w:id="1798" w:name="_Toc45869371"/>
      <w:bookmarkStart w:id="1799" w:name="_Toc52554619"/>
      <w:bookmarkStart w:id="1800" w:name="_Toc52555089"/>
      <w:bookmarkStart w:id="1801" w:name="_Toc61112314"/>
      <w:bookmarkStart w:id="1802" w:name="_Toc67911466"/>
      <w:bookmarkStart w:id="1803" w:name="_Toc74842941"/>
      <w:bookmarkStart w:id="1804" w:name="_Toc76503324"/>
      <w:bookmarkStart w:id="1805" w:name="_Toc83040767"/>
      <w:bookmarkStart w:id="1806" w:name="_Toc89851810"/>
      <w:bookmarkStart w:id="1807" w:name="_Toc98676164"/>
      <w:r w:rsidRPr="00EF2F0E">
        <w:t>6.6.5.4.3.1</w:t>
      </w:r>
      <w:r w:rsidRPr="00EF2F0E">
        <w:tab/>
        <w:t>General</w:t>
      </w:r>
      <w:bookmarkEnd w:id="1796"/>
      <w:bookmarkEnd w:id="1797"/>
      <w:bookmarkEnd w:id="1798"/>
      <w:bookmarkEnd w:id="1799"/>
      <w:bookmarkEnd w:id="1800"/>
      <w:bookmarkEnd w:id="1801"/>
      <w:bookmarkEnd w:id="1802"/>
      <w:bookmarkEnd w:id="1803"/>
      <w:bookmarkEnd w:id="1804"/>
      <w:bookmarkEnd w:id="1805"/>
      <w:bookmarkEnd w:id="1806"/>
      <w:bookmarkEnd w:id="1807"/>
    </w:p>
    <w:p w14:paraId="0984D914" w14:textId="77777777" w:rsidR="003E32EB" w:rsidRPr="00EF2F0E" w:rsidRDefault="003E32EB" w:rsidP="00A40339">
      <w:pPr>
        <w:keepNext/>
        <w:rPr>
          <w:rFonts w:cs="v5.0.0"/>
        </w:rPr>
      </w:pPr>
      <w:r w:rsidRPr="00EF2F0E">
        <w:rPr>
          <w:rFonts w:cs="v5.0.0"/>
        </w:rPr>
        <w:t xml:space="preserve">For Category B Operating band unwanted emissions, there are two options for the </w:t>
      </w:r>
      <w:r w:rsidR="00554FCD" w:rsidRPr="00EF2F0E">
        <w:rPr>
          <w:rFonts w:cs="v5.0.0"/>
          <w:i/>
        </w:rPr>
        <w:t xml:space="preserve">basic </w:t>
      </w:r>
      <w:r w:rsidRPr="00EF2F0E">
        <w:rPr>
          <w:rFonts w:cs="v5.0.0"/>
          <w:i/>
        </w:rPr>
        <w:t>limits</w:t>
      </w:r>
      <w:r w:rsidRPr="00EF2F0E">
        <w:rPr>
          <w:rFonts w:cs="v5.0.0"/>
        </w:rPr>
        <w:t xml:space="preserve"> that may be applied regionally. Either the </w:t>
      </w:r>
      <w:r w:rsidR="00554FCD" w:rsidRPr="00EF2F0E">
        <w:rPr>
          <w:rFonts w:cs="v5.0.0"/>
          <w:i/>
        </w:rPr>
        <w:t xml:space="preserve">basic </w:t>
      </w:r>
      <w:r w:rsidRPr="00EF2F0E">
        <w:rPr>
          <w:rFonts w:cs="v5.0.0"/>
          <w:i/>
        </w:rPr>
        <w:t>limits</w:t>
      </w:r>
      <w:r w:rsidRPr="00EF2F0E">
        <w:rPr>
          <w:rFonts w:cs="v5.0.0"/>
        </w:rPr>
        <w:t xml:space="preserve"> in subclause 6.6.3.2.1 or subclause 6.6.3.2.2 shall be applied.</w:t>
      </w:r>
    </w:p>
    <w:p w14:paraId="0984D915" w14:textId="77777777" w:rsidR="003E32EB" w:rsidRPr="00EF2F0E" w:rsidRDefault="003E32EB" w:rsidP="00A40339">
      <w:pPr>
        <w:pStyle w:val="Heading6"/>
        <w:rPr>
          <w:rFonts w:cs="v5.0.0"/>
        </w:rPr>
      </w:pPr>
      <w:bookmarkStart w:id="1808" w:name="_Toc21095888"/>
      <w:bookmarkStart w:id="1809" w:name="_Toc29763087"/>
      <w:bookmarkStart w:id="1810" w:name="_Toc45869372"/>
      <w:bookmarkStart w:id="1811" w:name="_Toc52554620"/>
      <w:bookmarkStart w:id="1812" w:name="_Toc52555090"/>
      <w:bookmarkStart w:id="1813" w:name="_Toc61112315"/>
      <w:bookmarkStart w:id="1814" w:name="_Toc67911467"/>
      <w:bookmarkStart w:id="1815" w:name="_Toc74842942"/>
      <w:bookmarkStart w:id="1816" w:name="_Toc76503325"/>
      <w:bookmarkStart w:id="1817" w:name="_Toc83040768"/>
      <w:bookmarkStart w:id="1818" w:name="_Toc89851811"/>
      <w:bookmarkStart w:id="1819" w:name="_Toc98676165"/>
      <w:r w:rsidRPr="00EF2F0E">
        <w:t>6.6.5.4.3.2</w:t>
      </w:r>
      <w:r w:rsidRPr="00EF2F0E">
        <w:tab/>
        <w:t>Category B</w:t>
      </w:r>
      <w:r w:rsidRPr="00EF2F0E">
        <w:rPr>
          <w:lang w:eastAsia="zh-CN"/>
        </w:rPr>
        <w:t xml:space="preserve"> requirements (Option 1)</w:t>
      </w:r>
      <w:bookmarkEnd w:id="1808"/>
      <w:bookmarkEnd w:id="1809"/>
      <w:bookmarkEnd w:id="1810"/>
      <w:bookmarkEnd w:id="1811"/>
      <w:bookmarkEnd w:id="1812"/>
      <w:bookmarkEnd w:id="1813"/>
      <w:bookmarkEnd w:id="1814"/>
      <w:bookmarkEnd w:id="1815"/>
      <w:bookmarkEnd w:id="1816"/>
      <w:bookmarkEnd w:id="1817"/>
      <w:bookmarkEnd w:id="1818"/>
      <w:bookmarkEnd w:id="1819"/>
    </w:p>
    <w:p w14:paraId="0984D916" w14:textId="77777777" w:rsidR="003E32EB" w:rsidRPr="00EF2F0E" w:rsidRDefault="003E32EB" w:rsidP="00A40339">
      <w:pPr>
        <w:keepNext/>
        <w:rPr>
          <w:rFonts w:cs="v5.0.0"/>
        </w:rPr>
      </w:pPr>
      <w:r w:rsidRPr="00EF2F0E">
        <w:rPr>
          <w:rFonts w:cs="v5.0.0"/>
        </w:rPr>
        <w:t xml:space="preserve">For a E-UTRA </w:t>
      </w:r>
      <w:r w:rsidRPr="00EF2F0E">
        <w:rPr>
          <w:rFonts w:cs="v5.0.0"/>
          <w:i/>
        </w:rPr>
        <w:t>TAB connector</w:t>
      </w:r>
      <w:r w:rsidRPr="00EF2F0E">
        <w:rPr>
          <w:rFonts w:cs="v5.0.0"/>
        </w:rPr>
        <w:t xml:space="preserve"> operating in Bands 5, 8, 12, 13, 14, 17, 20, 26, 27, 28, 29, 31, 44, 67, 68</w:t>
      </w:r>
      <w:r w:rsidR="00702AAA" w:rsidRPr="00EF2F0E">
        <w:rPr>
          <w:rFonts w:cs="v5.0.0"/>
        </w:rPr>
        <w:t>, 71, 72, 73, 85</w:t>
      </w:r>
      <w:r w:rsidRPr="00EF2F0E">
        <w:rPr>
          <w:rFonts w:cs="v5.0.0"/>
        </w:rPr>
        <w:t xml:space="preserve"> emissions shall use the </w:t>
      </w:r>
      <w:r w:rsidRPr="00EF2F0E">
        <w:rPr>
          <w:rFonts w:cs="v5.0.0"/>
          <w:i/>
        </w:rPr>
        <w:t>b</w:t>
      </w:r>
      <w:r w:rsidRPr="00EF2F0E">
        <w:rPr>
          <w:rFonts w:cs="v4.2.0"/>
          <w:i/>
        </w:rPr>
        <w:t>asic limits</w:t>
      </w:r>
      <w:r w:rsidRPr="00EF2F0E">
        <w:rPr>
          <w:rFonts w:cs="v5.0.0"/>
        </w:rPr>
        <w:t xml:space="preserve"> specified in tables 6.6.5.4.3.2-1 to 6.6.5.4.3.2-3:</w:t>
      </w:r>
    </w:p>
    <w:p w14:paraId="0984D917" w14:textId="77777777" w:rsidR="003E32EB" w:rsidRPr="00EF2F0E" w:rsidRDefault="003E32EB" w:rsidP="00A40339">
      <w:pPr>
        <w:pStyle w:val="TH"/>
        <w:rPr>
          <w:rFonts w:cs="v5.0.0"/>
        </w:rPr>
      </w:pPr>
      <w:r w:rsidRPr="00EF2F0E">
        <w:t xml:space="preserve">Table 6.6.5.4.3.2-1: Wide Area BS operating band unwanted emission limits for 1.4 MHz </w:t>
      </w:r>
      <w:r w:rsidRPr="00EF2F0E">
        <w:rPr>
          <w:i/>
        </w:rPr>
        <w:t>channel bandwidth</w:t>
      </w:r>
      <w:r w:rsidRPr="00EF2F0E">
        <w:t xml:space="preserve"> (E</w:t>
      </w:r>
      <w:r w:rsidRPr="00EF2F0E">
        <w:noBreakHyphen/>
        <w:t>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91C" w14:textId="77777777" w:rsidTr="00A40339">
        <w:trPr>
          <w:cantSplit/>
          <w:jc w:val="center"/>
        </w:trPr>
        <w:tc>
          <w:tcPr>
            <w:tcW w:w="1953" w:type="dxa"/>
          </w:tcPr>
          <w:p w14:paraId="0984D918"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Pr>
          <w:p w14:paraId="0984D919"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Pr>
          <w:p w14:paraId="0984D91A" w14:textId="77777777" w:rsidR="003E32EB" w:rsidRPr="00EF2F0E" w:rsidRDefault="003E32EB" w:rsidP="00A40339">
            <w:pPr>
              <w:pStyle w:val="TAH"/>
              <w:rPr>
                <w:rFonts w:cs="Arial"/>
              </w:rPr>
            </w:pPr>
            <w:r w:rsidRPr="00EF2F0E">
              <w:rPr>
                <w:rFonts w:cs="Arial"/>
                <w:i/>
              </w:rPr>
              <w:t>basic limit</w:t>
            </w:r>
            <w:r w:rsidRPr="00EF2F0E">
              <w:rPr>
                <w:rFonts w:cs="Arial"/>
              </w:rPr>
              <w:t xml:space="preserve"> (NOTE 1, 2)</w:t>
            </w:r>
          </w:p>
        </w:tc>
        <w:tc>
          <w:tcPr>
            <w:tcW w:w="1430" w:type="dxa"/>
          </w:tcPr>
          <w:p w14:paraId="0984D91B"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(NOTE 5</w:t>
            </w:r>
          </w:p>
        </w:tc>
      </w:tr>
      <w:tr w:rsidR="003401A4" w:rsidRPr="00EF2F0E" w14:paraId="0984D921" w14:textId="77777777" w:rsidTr="00A40339">
        <w:trPr>
          <w:cantSplit/>
          <w:jc w:val="center"/>
        </w:trPr>
        <w:tc>
          <w:tcPr>
            <w:tcW w:w="1953" w:type="dxa"/>
            <w:vAlign w:val="center"/>
          </w:tcPr>
          <w:p w14:paraId="0984D91D"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1.4 MHz</w:t>
            </w:r>
          </w:p>
        </w:tc>
        <w:tc>
          <w:tcPr>
            <w:tcW w:w="2976" w:type="dxa"/>
            <w:vAlign w:val="center"/>
          </w:tcPr>
          <w:p w14:paraId="0984D91E"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1.45 MHz</w:t>
            </w:r>
          </w:p>
        </w:tc>
        <w:tc>
          <w:tcPr>
            <w:tcW w:w="3455" w:type="dxa"/>
            <w:vAlign w:val="center"/>
          </w:tcPr>
          <w:p w14:paraId="0984D91F" w14:textId="77777777" w:rsidR="003E32EB" w:rsidRPr="00EF2F0E" w:rsidRDefault="00DD381D" w:rsidP="00A40339">
            <w:pPr>
              <w:pStyle w:val="TAC"/>
              <w:rPr>
                <w:rFonts w:cs="Arial"/>
              </w:rPr>
            </w:pPr>
            <w:r w:rsidRPr="00EF2F0E">
              <w:rPr>
                <w:rFonts w:cs="Arial"/>
                <w:noProof/>
                <w:position w:val="-30"/>
                <w:lang w:val="en-US" w:eastAsia="ko-KR"/>
              </w:rPr>
              <w:drawing>
                <wp:inline distT="0" distB="0" distL="0" distR="0" wp14:anchorId="098511C4" wp14:editId="098511C5">
                  <wp:extent cx="1863090" cy="379730"/>
                  <wp:effectExtent l="19050" t="0" r="381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4" cstate="print"/>
                          <a:srcRect/>
                          <a:stretch>
                            <a:fillRect/>
                          </a:stretch>
                        </pic:blipFill>
                        <pic:spPr bwMode="auto">
                          <a:xfrm>
                            <a:off x="0" y="0"/>
                            <a:ext cx="1863090" cy="379730"/>
                          </a:xfrm>
                          <a:prstGeom prst="rect">
                            <a:avLst/>
                          </a:prstGeom>
                          <a:noFill/>
                          <a:ln w="9525">
                            <a:noFill/>
                            <a:miter lim="800000"/>
                            <a:headEnd/>
                            <a:tailEnd/>
                          </a:ln>
                        </pic:spPr>
                      </pic:pic>
                    </a:graphicData>
                  </a:graphic>
                </wp:inline>
              </w:drawing>
            </w:r>
          </w:p>
        </w:tc>
        <w:tc>
          <w:tcPr>
            <w:tcW w:w="1430" w:type="dxa"/>
          </w:tcPr>
          <w:p w14:paraId="0984D920"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26" w14:textId="77777777" w:rsidTr="00A40339">
        <w:trPr>
          <w:cantSplit/>
          <w:jc w:val="center"/>
        </w:trPr>
        <w:tc>
          <w:tcPr>
            <w:tcW w:w="1953" w:type="dxa"/>
          </w:tcPr>
          <w:p w14:paraId="0984D922" w14:textId="77777777" w:rsidR="003E32EB" w:rsidRPr="00EF2F0E" w:rsidRDefault="003E32EB" w:rsidP="00A40339">
            <w:pPr>
              <w:pStyle w:val="TAC"/>
              <w:rPr>
                <w:rFonts w:cs="v5.0.0"/>
              </w:rPr>
            </w:pPr>
            <w:r w:rsidRPr="00EF2F0E">
              <w:rPr>
                <w:rFonts w:cs="v5.0.0"/>
              </w:rPr>
              <w:t xml:space="preserve">1.4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2.8 MHz</w:t>
            </w:r>
          </w:p>
        </w:tc>
        <w:tc>
          <w:tcPr>
            <w:tcW w:w="2976" w:type="dxa"/>
          </w:tcPr>
          <w:p w14:paraId="0984D923" w14:textId="77777777" w:rsidR="003E32EB" w:rsidRPr="00EF2F0E" w:rsidRDefault="003E32EB" w:rsidP="00A40339">
            <w:pPr>
              <w:pStyle w:val="TAC"/>
              <w:rPr>
                <w:rFonts w:cs="v5.0.0"/>
              </w:rPr>
            </w:pPr>
            <w:r w:rsidRPr="00EF2F0E">
              <w:rPr>
                <w:rFonts w:cs="v5.0.0"/>
              </w:rPr>
              <w:t xml:space="preserve">1.45 MHz </w:t>
            </w:r>
            <w:r w:rsidRPr="00EF2F0E">
              <w:rPr>
                <w:rFonts w:cs="v5.0.0"/>
              </w:rPr>
              <w:sym w:font="Symbol" w:char="F0A3"/>
            </w:r>
            <w:r w:rsidRPr="00EF2F0E">
              <w:rPr>
                <w:rFonts w:cs="v5.0.0"/>
              </w:rPr>
              <w:t xml:space="preserve"> f_offset &lt; 2.85 MHz</w:t>
            </w:r>
          </w:p>
        </w:tc>
        <w:tc>
          <w:tcPr>
            <w:tcW w:w="3455" w:type="dxa"/>
          </w:tcPr>
          <w:p w14:paraId="0984D924" w14:textId="77777777" w:rsidR="003E32EB" w:rsidRPr="00EF2F0E" w:rsidRDefault="003E32EB" w:rsidP="00A40339">
            <w:pPr>
              <w:pStyle w:val="TAC"/>
              <w:rPr>
                <w:rFonts w:cs="Arial"/>
              </w:rPr>
            </w:pPr>
            <w:r w:rsidRPr="00EF2F0E">
              <w:rPr>
                <w:rFonts w:cs="Arial"/>
              </w:rPr>
              <w:t>-11 dBm</w:t>
            </w:r>
          </w:p>
        </w:tc>
        <w:tc>
          <w:tcPr>
            <w:tcW w:w="1430" w:type="dxa"/>
          </w:tcPr>
          <w:p w14:paraId="0984D925"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2B" w14:textId="77777777" w:rsidTr="00A40339">
        <w:trPr>
          <w:cantSplit/>
          <w:jc w:val="center"/>
        </w:trPr>
        <w:tc>
          <w:tcPr>
            <w:tcW w:w="1953" w:type="dxa"/>
          </w:tcPr>
          <w:p w14:paraId="0984D927" w14:textId="77777777" w:rsidR="003E32EB" w:rsidRPr="00EF2F0E" w:rsidRDefault="003E32EB" w:rsidP="00A40339">
            <w:pPr>
              <w:pStyle w:val="TAC"/>
              <w:rPr>
                <w:rFonts w:cs="v5.0.0"/>
              </w:rPr>
            </w:pPr>
            <w:r w:rsidRPr="00EF2F0E">
              <w:rPr>
                <w:rFonts w:cs="v5.0.0"/>
              </w:rPr>
              <w:t xml:space="preserve">2.8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928" w14:textId="77777777" w:rsidR="003E32EB" w:rsidRPr="00EF2F0E" w:rsidRDefault="003E32EB" w:rsidP="00A40339">
            <w:pPr>
              <w:pStyle w:val="TAC"/>
              <w:rPr>
                <w:rFonts w:cs="v5.0.0"/>
              </w:rPr>
            </w:pPr>
            <w:r w:rsidRPr="00EF2F0E">
              <w:rPr>
                <w:rFonts w:cs="v5.0.0"/>
              </w:rPr>
              <w:t xml:space="preserve">2.85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929" w14:textId="77777777" w:rsidR="003E32EB" w:rsidRPr="00EF2F0E" w:rsidRDefault="003E32EB" w:rsidP="00A40339">
            <w:pPr>
              <w:pStyle w:val="TAC"/>
              <w:rPr>
                <w:rFonts w:cs="Arial"/>
              </w:rPr>
            </w:pPr>
            <w:r w:rsidRPr="00EF2F0E">
              <w:rPr>
                <w:rFonts w:cs="Arial"/>
              </w:rPr>
              <w:t>-16 dBm</w:t>
            </w:r>
          </w:p>
        </w:tc>
        <w:tc>
          <w:tcPr>
            <w:tcW w:w="1430" w:type="dxa"/>
          </w:tcPr>
          <w:p w14:paraId="0984D92A" w14:textId="77777777" w:rsidR="003E32EB" w:rsidRPr="00EF2F0E" w:rsidRDefault="003E32EB" w:rsidP="00A40339">
            <w:pPr>
              <w:pStyle w:val="TAC"/>
              <w:rPr>
                <w:rFonts w:cs="Arial"/>
              </w:rPr>
            </w:pPr>
            <w:r w:rsidRPr="00EF2F0E">
              <w:rPr>
                <w:rFonts w:cs="Arial"/>
              </w:rPr>
              <w:t xml:space="preserve">100 kHz </w:t>
            </w:r>
          </w:p>
        </w:tc>
      </w:tr>
      <w:tr w:rsidR="003E32EB" w:rsidRPr="00EF2F0E" w14:paraId="0984D92E" w14:textId="77777777" w:rsidTr="00A40339">
        <w:trPr>
          <w:cantSplit/>
          <w:jc w:val="center"/>
        </w:trPr>
        <w:tc>
          <w:tcPr>
            <w:tcW w:w="9814" w:type="dxa"/>
            <w:gridSpan w:val="4"/>
          </w:tcPr>
          <w:p w14:paraId="0984D92C"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-16dBm/100kHz.</w:t>
            </w:r>
          </w:p>
          <w:p w14:paraId="0984D92D"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92F" w14:textId="77777777" w:rsidR="003E32EB" w:rsidRPr="00EF2F0E" w:rsidRDefault="003E32EB" w:rsidP="00A40339"/>
    <w:p w14:paraId="0984D930" w14:textId="77777777" w:rsidR="003E32EB" w:rsidRPr="00EF2F0E" w:rsidRDefault="003E32EB" w:rsidP="00A40339">
      <w:pPr>
        <w:pStyle w:val="TH"/>
        <w:rPr>
          <w:rFonts w:cs="v5.0.0"/>
        </w:rPr>
      </w:pPr>
      <w:r w:rsidRPr="00EF2F0E">
        <w:t xml:space="preserve">Table 6.6.5.4.3.2-2: Wide Area BS operating band unwanted emission limits for 3 MHz </w:t>
      </w:r>
      <w:r w:rsidRPr="00EF2F0E">
        <w:rPr>
          <w:i/>
        </w:rPr>
        <w:t>channel bandwidth</w:t>
      </w:r>
      <w:r w:rsidRPr="00EF2F0E">
        <w:t xml:space="preserve"> (E</w:t>
      </w:r>
      <w:r w:rsidRPr="00EF2F0E">
        <w:noBreakHyphen/>
        <w:t>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935" w14:textId="77777777" w:rsidTr="00A40339">
        <w:trPr>
          <w:cantSplit/>
          <w:jc w:val="center"/>
        </w:trPr>
        <w:tc>
          <w:tcPr>
            <w:tcW w:w="1953" w:type="dxa"/>
          </w:tcPr>
          <w:p w14:paraId="0984D931" w14:textId="77777777" w:rsidR="003E32EB" w:rsidRPr="00EF2F0E" w:rsidRDefault="003E32EB" w:rsidP="00A40339">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932" w14:textId="77777777" w:rsidR="003E32EB" w:rsidRPr="00EF2F0E" w:rsidRDefault="003E32EB" w:rsidP="00A40339">
            <w:pPr>
              <w:pStyle w:val="TAH"/>
              <w:rPr>
                <w:rFonts w:cs="v5.0.0"/>
              </w:rPr>
            </w:pPr>
            <w:r w:rsidRPr="00EF2F0E">
              <w:rPr>
                <w:rFonts w:cs="v5.0.0"/>
              </w:rPr>
              <w:t>Frequency offset of measurement filter centre frequency, f_offset</w:t>
            </w:r>
          </w:p>
        </w:tc>
        <w:tc>
          <w:tcPr>
            <w:tcW w:w="3455" w:type="dxa"/>
          </w:tcPr>
          <w:p w14:paraId="0984D933" w14:textId="77777777" w:rsidR="003E32EB" w:rsidRPr="00EF2F0E" w:rsidRDefault="003E32EB" w:rsidP="00A40339">
            <w:pPr>
              <w:pStyle w:val="TAH"/>
              <w:rPr>
                <w:rFonts w:cs="v5.0.0"/>
              </w:rPr>
            </w:pPr>
            <w:r w:rsidRPr="00EF2F0E">
              <w:rPr>
                <w:rFonts w:cs="Arial"/>
                <w:i/>
              </w:rPr>
              <w:t>basic limit</w:t>
            </w:r>
            <w:r w:rsidRPr="00EF2F0E">
              <w:rPr>
                <w:rFonts w:cs="v5.0.0"/>
              </w:rPr>
              <w:t xml:space="preserve"> (NOTE 1</w:t>
            </w:r>
            <w:r w:rsidRPr="00EF2F0E">
              <w:rPr>
                <w:rFonts w:cs="Arial"/>
              </w:rPr>
              <w:t>, 2</w:t>
            </w:r>
            <w:r w:rsidRPr="00EF2F0E">
              <w:rPr>
                <w:rFonts w:cs="v5.0.0"/>
              </w:rPr>
              <w:t>)</w:t>
            </w:r>
          </w:p>
        </w:tc>
        <w:tc>
          <w:tcPr>
            <w:tcW w:w="1430" w:type="dxa"/>
          </w:tcPr>
          <w:p w14:paraId="0984D934" w14:textId="77777777" w:rsidR="003E32EB" w:rsidRPr="00EF2F0E" w:rsidRDefault="003E32EB" w:rsidP="00A40339">
            <w:pPr>
              <w:pStyle w:val="TAH"/>
              <w:rPr>
                <w:rFonts w:cs="v5.0.0"/>
              </w:rPr>
            </w:pPr>
            <w:r w:rsidRPr="00EF2F0E">
              <w:rPr>
                <w:rFonts w:cs="v5.0.0"/>
              </w:rPr>
              <w:t xml:space="preserve">Measurement bandwidth </w:t>
            </w:r>
            <w:r w:rsidRPr="00EF2F0E">
              <w:rPr>
                <w:rFonts w:cs="Arial"/>
              </w:rPr>
              <w:t>(NOTE 5)</w:t>
            </w:r>
          </w:p>
        </w:tc>
      </w:tr>
      <w:tr w:rsidR="003401A4" w:rsidRPr="00EF2F0E" w14:paraId="0984D93A" w14:textId="77777777" w:rsidTr="00A40339">
        <w:trPr>
          <w:cantSplit/>
          <w:jc w:val="center"/>
        </w:trPr>
        <w:tc>
          <w:tcPr>
            <w:tcW w:w="1953" w:type="dxa"/>
            <w:vAlign w:val="center"/>
          </w:tcPr>
          <w:p w14:paraId="0984D936"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3 MHz</w:t>
            </w:r>
          </w:p>
        </w:tc>
        <w:tc>
          <w:tcPr>
            <w:tcW w:w="2976" w:type="dxa"/>
            <w:vAlign w:val="center"/>
          </w:tcPr>
          <w:p w14:paraId="0984D937"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3.05 MHz</w:t>
            </w:r>
          </w:p>
        </w:tc>
        <w:tc>
          <w:tcPr>
            <w:tcW w:w="3455" w:type="dxa"/>
            <w:vAlign w:val="center"/>
          </w:tcPr>
          <w:p w14:paraId="0984D938" w14:textId="77777777" w:rsidR="003E32EB" w:rsidRPr="00EF2F0E" w:rsidRDefault="00DD381D" w:rsidP="00A40339">
            <w:pPr>
              <w:pStyle w:val="TAC"/>
              <w:rPr>
                <w:rFonts w:cs="Arial"/>
              </w:rPr>
            </w:pPr>
            <w:r w:rsidRPr="00EF2F0E">
              <w:rPr>
                <w:rFonts w:cs="Arial"/>
                <w:noProof/>
                <w:position w:val="-30"/>
                <w:lang w:val="en-US" w:eastAsia="ko-KR"/>
              </w:rPr>
              <w:drawing>
                <wp:inline distT="0" distB="0" distL="0" distR="0" wp14:anchorId="098511C6" wp14:editId="098511C7">
                  <wp:extent cx="1854835" cy="379730"/>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5" cstate="print"/>
                          <a:srcRect/>
                          <a:stretch>
                            <a:fillRect/>
                          </a:stretch>
                        </pic:blipFill>
                        <pic:spPr bwMode="auto">
                          <a:xfrm>
                            <a:off x="0" y="0"/>
                            <a:ext cx="1854835" cy="379730"/>
                          </a:xfrm>
                          <a:prstGeom prst="rect">
                            <a:avLst/>
                          </a:prstGeom>
                          <a:noFill/>
                          <a:ln w="9525">
                            <a:noFill/>
                            <a:miter lim="800000"/>
                            <a:headEnd/>
                            <a:tailEnd/>
                          </a:ln>
                        </pic:spPr>
                      </pic:pic>
                    </a:graphicData>
                  </a:graphic>
                </wp:inline>
              </w:drawing>
            </w:r>
          </w:p>
        </w:tc>
        <w:tc>
          <w:tcPr>
            <w:tcW w:w="1430" w:type="dxa"/>
          </w:tcPr>
          <w:p w14:paraId="0984D939"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3F" w14:textId="77777777" w:rsidTr="00A40339">
        <w:trPr>
          <w:cantSplit/>
          <w:jc w:val="center"/>
        </w:trPr>
        <w:tc>
          <w:tcPr>
            <w:tcW w:w="1953" w:type="dxa"/>
          </w:tcPr>
          <w:p w14:paraId="0984D93B" w14:textId="77777777" w:rsidR="003E32EB" w:rsidRPr="00EF2F0E" w:rsidRDefault="003E32EB" w:rsidP="00A40339">
            <w:pPr>
              <w:pStyle w:val="TAC"/>
              <w:rPr>
                <w:rFonts w:cs="v5.0.0"/>
              </w:rPr>
            </w:pPr>
            <w:r w:rsidRPr="00EF2F0E">
              <w:rPr>
                <w:rFonts w:cs="v5.0.0"/>
              </w:rPr>
              <w:t xml:space="preserve">3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6 MHz</w:t>
            </w:r>
          </w:p>
        </w:tc>
        <w:tc>
          <w:tcPr>
            <w:tcW w:w="2976" w:type="dxa"/>
          </w:tcPr>
          <w:p w14:paraId="0984D93C" w14:textId="77777777" w:rsidR="003E32EB" w:rsidRPr="00EF2F0E" w:rsidRDefault="003E32EB" w:rsidP="00A40339">
            <w:pPr>
              <w:pStyle w:val="TAC"/>
              <w:rPr>
                <w:rFonts w:cs="v5.0.0"/>
              </w:rPr>
            </w:pPr>
            <w:r w:rsidRPr="00EF2F0E">
              <w:rPr>
                <w:rFonts w:cs="v5.0.0"/>
              </w:rPr>
              <w:t xml:space="preserve">3.05 MHz </w:t>
            </w:r>
            <w:r w:rsidRPr="00EF2F0E">
              <w:rPr>
                <w:rFonts w:cs="v5.0.0"/>
              </w:rPr>
              <w:sym w:font="Symbol" w:char="F0A3"/>
            </w:r>
            <w:r w:rsidRPr="00EF2F0E">
              <w:rPr>
                <w:rFonts w:cs="v5.0.0"/>
              </w:rPr>
              <w:t xml:space="preserve"> f_offset &lt; 6.05 MHz</w:t>
            </w:r>
          </w:p>
        </w:tc>
        <w:tc>
          <w:tcPr>
            <w:tcW w:w="3455" w:type="dxa"/>
          </w:tcPr>
          <w:p w14:paraId="0984D93D" w14:textId="77777777" w:rsidR="003E32EB" w:rsidRPr="00EF2F0E" w:rsidRDefault="003E32EB" w:rsidP="00A40339">
            <w:pPr>
              <w:pStyle w:val="TAC"/>
              <w:rPr>
                <w:rFonts w:cs="Arial"/>
              </w:rPr>
            </w:pPr>
            <w:r w:rsidRPr="00EF2F0E">
              <w:rPr>
                <w:rFonts w:cs="Arial"/>
              </w:rPr>
              <w:t>-15 dBm</w:t>
            </w:r>
          </w:p>
        </w:tc>
        <w:tc>
          <w:tcPr>
            <w:tcW w:w="1430" w:type="dxa"/>
          </w:tcPr>
          <w:p w14:paraId="0984D93E"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44" w14:textId="77777777" w:rsidTr="00A40339">
        <w:trPr>
          <w:cantSplit/>
          <w:jc w:val="center"/>
        </w:trPr>
        <w:tc>
          <w:tcPr>
            <w:tcW w:w="1953" w:type="dxa"/>
          </w:tcPr>
          <w:p w14:paraId="0984D940" w14:textId="77777777" w:rsidR="003E32EB" w:rsidRPr="00EF2F0E" w:rsidRDefault="003E32EB" w:rsidP="00A40339">
            <w:pPr>
              <w:pStyle w:val="TAC"/>
              <w:rPr>
                <w:rFonts w:cs="v5.0.0"/>
              </w:rPr>
            </w:pPr>
            <w:r w:rsidRPr="00EF2F0E">
              <w:rPr>
                <w:rFonts w:cs="v5.0.0"/>
              </w:rPr>
              <w:t xml:space="preserve">6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941" w14:textId="77777777" w:rsidR="003E32EB" w:rsidRPr="00EF2F0E" w:rsidRDefault="003E32EB" w:rsidP="00A40339">
            <w:pPr>
              <w:pStyle w:val="TAC"/>
              <w:rPr>
                <w:rFonts w:cs="v5.0.0"/>
              </w:rPr>
            </w:pPr>
            <w:r w:rsidRPr="00EF2F0E">
              <w:rPr>
                <w:rFonts w:cs="v5.0.0"/>
              </w:rPr>
              <w:t xml:space="preserve">6.05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942" w14:textId="77777777" w:rsidR="003E32EB" w:rsidRPr="00EF2F0E" w:rsidRDefault="003E32EB" w:rsidP="00A40339">
            <w:pPr>
              <w:pStyle w:val="TAC"/>
              <w:rPr>
                <w:rFonts w:cs="Arial"/>
              </w:rPr>
            </w:pPr>
            <w:r w:rsidRPr="00EF2F0E">
              <w:rPr>
                <w:rFonts w:cs="Arial"/>
              </w:rPr>
              <w:t>-16 dBm</w:t>
            </w:r>
          </w:p>
        </w:tc>
        <w:tc>
          <w:tcPr>
            <w:tcW w:w="1430" w:type="dxa"/>
          </w:tcPr>
          <w:p w14:paraId="0984D943" w14:textId="77777777" w:rsidR="003E32EB" w:rsidRPr="00EF2F0E" w:rsidRDefault="003E32EB" w:rsidP="00A40339">
            <w:pPr>
              <w:pStyle w:val="TAC"/>
              <w:rPr>
                <w:rFonts w:cs="Arial"/>
              </w:rPr>
            </w:pPr>
            <w:r w:rsidRPr="00EF2F0E">
              <w:rPr>
                <w:rFonts w:cs="Arial"/>
              </w:rPr>
              <w:t xml:space="preserve">100 kHz </w:t>
            </w:r>
          </w:p>
        </w:tc>
      </w:tr>
      <w:tr w:rsidR="003E32EB" w:rsidRPr="00EF2F0E" w14:paraId="0984D947" w14:textId="77777777" w:rsidTr="00A40339">
        <w:trPr>
          <w:cantSplit/>
          <w:jc w:val="center"/>
        </w:trPr>
        <w:tc>
          <w:tcPr>
            <w:tcW w:w="9814" w:type="dxa"/>
            <w:gridSpan w:val="4"/>
          </w:tcPr>
          <w:p w14:paraId="0984D945"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-16dBm/100kHz.</w:t>
            </w:r>
          </w:p>
          <w:p w14:paraId="0984D946"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948" w14:textId="77777777" w:rsidR="003E32EB" w:rsidRPr="00EF2F0E" w:rsidRDefault="003E32EB" w:rsidP="00A40339"/>
    <w:p w14:paraId="0984D949" w14:textId="77777777" w:rsidR="003E32EB" w:rsidRPr="00EF2F0E" w:rsidRDefault="003E32EB" w:rsidP="00A40339">
      <w:pPr>
        <w:pStyle w:val="TH"/>
        <w:rPr>
          <w:rFonts w:cs="v5.0.0"/>
        </w:rPr>
      </w:pPr>
      <w:r w:rsidRPr="00EF2F0E">
        <w:t xml:space="preserve">Table 6.6.5.4.3.2-3: Wide Area BS operating band unwanted emission limits for 5, 10, 15 and 20 MHz </w:t>
      </w:r>
      <w:r w:rsidRPr="00EF2F0E">
        <w:rPr>
          <w:i/>
        </w:rPr>
        <w:t>channel bandwidth</w:t>
      </w:r>
      <w:r w:rsidRPr="00EF2F0E">
        <w:t xml:space="preserve"> (E-UTRA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94E" w14:textId="77777777" w:rsidTr="00A40339">
        <w:trPr>
          <w:cantSplit/>
          <w:jc w:val="center"/>
        </w:trPr>
        <w:tc>
          <w:tcPr>
            <w:tcW w:w="1953" w:type="dxa"/>
          </w:tcPr>
          <w:p w14:paraId="0984D94A" w14:textId="77777777" w:rsidR="003E32EB" w:rsidRPr="00EF2F0E" w:rsidRDefault="003E32EB" w:rsidP="00A40339">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94B" w14:textId="77777777" w:rsidR="003E32EB" w:rsidRPr="00EF2F0E" w:rsidRDefault="003E32EB" w:rsidP="00A40339">
            <w:pPr>
              <w:pStyle w:val="TAH"/>
              <w:rPr>
                <w:rFonts w:cs="v5.0.0"/>
              </w:rPr>
            </w:pPr>
            <w:r w:rsidRPr="00EF2F0E">
              <w:rPr>
                <w:rFonts w:cs="v5.0.0"/>
              </w:rPr>
              <w:t>Frequency offset of measurement filter centre frequency, f_offset</w:t>
            </w:r>
          </w:p>
        </w:tc>
        <w:tc>
          <w:tcPr>
            <w:tcW w:w="3455" w:type="dxa"/>
          </w:tcPr>
          <w:p w14:paraId="0984D94C" w14:textId="77777777" w:rsidR="003E32EB" w:rsidRPr="00EF2F0E" w:rsidRDefault="003E32EB" w:rsidP="00A40339">
            <w:pPr>
              <w:pStyle w:val="TAH"/>
              <w:rPr>
                <w:rFonts w:cs="v5.0.0"/>
              </w:rPr>
            </w:pPr>
            <w:r w:rsidRPr="00EF2F0E">
              <w:rPr>
                <w:rFonts w:cs="Arial"/>
                <w:i/>
              </w:rPr>
              <w:t>basic limit</w:t>
            </w:r>
            <w:r w:rsidRPr="00EF2F0E">
              <w:rPr>
                <w:rFonts w:cs="v5.0.0"/>
              </w:rPr>
              <w:t xml:space="preserve"> (NOTE 1</w:t>
            </w:r>
            <w:r w:rsidRPr="00EF2F0E">
              <w:rPr>
                <w:rFonts w:cs="Arial"/>
              </w:rPr>
              <w:t>, 2</w:t>
            </w:r>
            <w:r w:rsidRPr="00EF2F0E">
              <w:rPr>
                <w:rFonts w:cs="v5.0.0"/>
              </w:rPr>
              <w:t>)</w:t>
            </w:r>
          </w:p>
        </w:tc>
        <w:tc>
          <w:tcPr>
            <w:tcW w:w="1430" w:type="dxa"/>
          </w:tcPr>
          <w:p w14:paraId="0984D94D" w14:textId="77777777" w:rsidR="003E32EB" w:rsidRPr="00EF2F0E" w:rsidRDefault="003E32EB" w:rsidP="00A40339">
            <w:pPr>
              <w:pStyle w:val="TAH"/>
              <w:rPr>
                <w:rFonts w:cs="v5.0.0"/>
              </w:rPr>
            </w:pPr>
            <w:r w:rsidRPr="00EF2F0E">
              <w:rPr>
                <w:rFonts w:cs="v5.0.0"/>
              </w:rPr>
              <w:t xml:space="preserve">Measurement bandwidth </w:t>
            </w:r>
            <w:r w:rsidRPr="00EF2F0E">
              <w:rPr>
                <w:rFonts w:cs="Arial"/>
              </w:rPr>
              <w:t>(NOTE 5)</w:t>
            </w:r>
          </w:p>
        </w:tc>
      </w:tr>
      <w:tr w:rsidR="003401A4" w:rsidRPr="00EF2F0E" w14:paraId="0984D953" w14:textId="77777777" w:rsidTr="00A40339">
        <w:trPr>
          <w:cantSplit/>
          <w:jc w:val="center"/>
        </w:trPr>
        <w:tc>
          <w:tcPr>
            <w:tcW w:w="1953" w:type="dxa"/>
          </w:tcPr>
          <w:p w14:paraId="0984D94F"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D950"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vAlign w:val="center"/>
          </w:tcPr>
          <w:p w14:paraId="0984D951" w14:textId="77777777" w:rsidR="003E32EB" w:rsidRPr="00EF2F0E" w:rsidRDefault="00DD381D" w:rsidP="00A40339">
            <w:pPr>
              <w:pStyle w:val="TAC"/>
              <w:rPr>
                <w:rFonts w:cs="Arial"/>
              </w:rPr>
            </w:pPr>
            <w:r w:rsidRPr="00EF2F0E">
              <w:rPr>
                <w:rFonts w:cs="Arial"/>
                <w:noProof/>
                <w:position w:val="-30"/>
                <w:lang w:val="en-US" w:eastAsia="ko-KR"/>
              </w:rPr>
              <w:drawing>
                <wp:inline distT="0" distB="0" distL="0" distR="0" wp14:anchorId="098511C8" wp14:editId="098511C9">
                  <wp:extent cx="1811655" cy="379730"/>
                  <wp:effectExtent l="1905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3" cstate="print"/>
                          <a:srcRect/>
                          <a:stretch>
                            <a:fillRect/>
                          </a:stretch>
                        </pic:blipFill>
                        <pic:spPr bwMode="auto">
                          <a:xfrm>
                            <a:off x="0" y="0"/>
                            <a:ext cx="1811655" cy="379730"/>
                          </a:xfrm>
                          <a:prstGeom prst="rect">
                            <a:avLst/>
                          </a:prstGeom>
                          <a:noFill/>
                          <a:ln w="9525">
                            <a:noFill/>
                            <a:miter lim="800000"/>
                            <a:headEnd/>
                            <a:tailEnd/>
                          </a:ln>
                        </pic:spPr>
                      </pic:pic>
                    </a:graphicData>
                  </a:graphic>
                </wp:inline>
              </w:drawing>
            </w:r>
          </w:p>
        </w:tc>
        <w:tc>
          <w:tcPr>
            <w:tcW w:w="1430" w:type="dxa"/>
          </w:tcPr>
          <w:p w14:paraId="0984D952"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5A" w14:textId="77777777" w:rsidTr="00A40339">
        <w:trPr>
          <w:cantSplit/>
          <w:jc w:val="center"/>
        </w:trPr>
        <w:tc>
          <w:tcPr>
            <w:tcW w:w="1953" w:type="dxa"/>
          </w:tcPr>
          <w:p w14:paraId="0984D954" w14:textId="77777777" w:rsidR="003E32EB" w:rsidRPr="00EF2F0E" w:rsidRDefault="003E32EB" w:rsidP="00A40339">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p>
          <w:p w14:paraId="0984D955" w14:textId="77777777" w:rsidR="003E32EB" w:rsidRPr="00EF2F0E" w:rsidRDefault="003E32EB" w:rsidP="00A40339">
            <w:pPr>
              <w:pStyle w:val="TAC"/>
              <w:rPr>
                <w:rFonts w:cs="v5.0.0"/>
                <w:lang w:val="sv-FI"/>
              </w:rPr>
            </w:pPr>
            <w:r w:rsidRPr="00EF2F0E">
              <w:rPr>
                <w:rFonts w:cs="v5.0.0"/>
                <w:lang w:val="sv-FI"/>
              </w:rPr>
              <w:t xml:space="preserve">min(10 MHz, </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v5.0.0"/>
                <w:lang w:val="sv-FI"/>
              </w:rPr>
              <w:t>)</w:t>
            </w:r>
          </w:p>
        </w:tc>
        <w:tc>
          <w:tcPr>
            <w:tcW w:w="2976" w:type="dxa"/>
          </w:tcPr>
          <w:p w14:paraId="0984D956" w14:textId="77777777" w:rsidR="003E32EB" w:rsidRPr="00EF2F0E" w:rsidRDefault="003E32EB" w:rsidP="00A40339">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p>
          <w:p w14:paraId="0984D957" w14:textId="77777777" w:rsidR="003E32EB" w:rsidRPr="00EF2F0E" w:rsidRDefault="003E32EB" w:rsidP="00A40339">
            <w:pPr>
              <w:pStyle w:val="TAC"/>
              <w:rPr>
                <w:rFonts w:cs="v5.0.0"/>
                <w:lang w:val="sv-FI"/>
              </w:rPr>
            </w:pPr>
            <w:r w:rsidRPr="00EF2F0E">
              <w:rPr>
                <w:rFonts w:cs="v5.0.0"/>
                <w:lang w:val="sv-FI"/>
              </w:rPr>
              <w:t>min(10.05 MHz, f_offset</w:t>
            </w:r>
            <w:r w:rsidRPr="00EF2F0E">
              <w:rPr>
                <w:rFonts w:cs="v5.0.0"/>
                <w:vertAlign w:val="subscript"/>
                <w:lang w:val="sv-FI"/>
              </w:rPr>
              <w:t>max</w:t>
            </w:r>
            <w:r w:rsidRPr="00EF2F0E">
              <w:rPr>
                <w:rFonts w:cs="v5.0.0"/>
                <w:lang w:val="sv-FI"/>
              </w:rPr>
              <w:t>)</w:t>
            </w:r>
          </w:p>
        </w:tc>
        <w:tc>
          <w:tcPr>
            <w:tcW w:w="3455" w:type="dxa"/>
          </w:tcPr>
          <w:p w14:paraId="0984D958" w14:textId="77777777" w:rsidR="003E32EB" w:rsidRPr="00EF2F0E" w:rsidRDefault="003E32EB" w:rsidP="00A40339">
            <w:pPr>
              <w:pStyle w:val="TAC"/>
              <w:rPr>
                <w:rFonts w:cs="Arial"/>
              </w:rPr>
            </w:pPr>
            <w:r w:rsidRPr="00EF2F0E">
              <w:rPr>
                <w:rFonts w:cs="Arial"/>
              </w:rPr>
              <w:t>-14 dBm</w:t>
            </w:r>
          </w:p>
        </w:tc>
        <w:tc>
          <w:tcPr>
            <w:tcW w:w="1430" w:type="dxa"/>
          </w:tcPr>
          <w:p w14:paraId="0984D959"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5F" w14:textId="77777777" w:rsidTr="00A40339">
        <w:trPr>
          <w:cantSplit/>
          <w:jc w:val="center"/>
        </w:trPr>
        <w:tc>
          <w:tcPr>
            <w:tcW w:w="1953" w:type="dxa"/>
          </w:tcPr>
          <w:p w14:paraId="0984D95B" w14:textId="77777777" w:rsidR="003E32EB" w:rsidRPr="00EF2F0E" w:rsidRDefault="003E32EB" w:rsidP="00A40339">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95C" w14:textId="77777777" w:rsidR="003E32EB" w:rsidRPr="00EF2F0E" w:rsidRDefault="003E32EB" w:rsidP="00A40339">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95D" w14:textId="77777777" w:rsidR="003E32EB" w:rsidRPr="00EF2F0E" w:rsidRDefault="003E32EB" w:rsidP="00A40339">
            <w:pPr>
              <w:pStyle w:val="TAC"/>
              <w:rPr>
                <w:rFonts w:cs="Arial"/>
              </w:rPr>
            </w:pPr>
            <w:r w:rsidRPr="00EF2F0E">
              <w:rPr>
                <w:rFonts w:cs="Arial"/>
              </w:rPr>
              <w:t>-16 dBm (NOTE 7)</w:t>
            </w:r>
          </w:p>
        </w:tc>
        <w:tc>
          <w:tcPr>
            <w:tcW w:w="1430" w:type="dxa"/>
          </w:tcPr>
          <w:p w14:paraId="0984D95E" w14:textId="77777777" w:rsidR="003E32EB" w:rsidRPr="00EF2F0E" w:rsidRDefault="003E32EB" w:rsidP="00A40339">
            <w:pPr>
              <w:pStyle w:val="TAC"/>
              <w:rPr>
                <w:rFonts w:cs="Arial"/>
              </w:rPr>
            </w:pPr>
            <w:r w:rsidRPr="00EF2F0E">
              <w:rPr>
                <w:rFonts w:cs="Arial"/>
              </w:rPr>
              <w:t xml:space="preserve">100 kHz </w:t>
            </w:r>
          </w:p>
        </w:tc>
      </w:tr>
      <w:tr w:rsidR="003E32EB" w:rsidRPr="00EF2F0E" w14:paraId="0984D962" w14:textId="77777777" w:rsidTr="00A40339">
        <w:trPr>
          <w:cantSplit/>
          <w:jc w:val="center"/>
        </w:trPr>
        <w:tc>
          <w:tcPr>
            <w:tcW w:w="9814" w:type="dxa"/>
            <w:gridSpan w:val="4"/>
          </w:tcPr>
          <w:p w14:paraId="0984D960"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-16dBm/100kHz.</w:t>
            </w:r>
          </w:p>
          <w:p w14:paraId="0984D961"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963" w14:textId="77777777" w:rsidR="003E32EB" w:rsidRPr="00EF2F0E" w:rsidRDefault="003E32EB" w:rsidP="00A40339"/>
    <w:p w14:paraId="0984D964" w14:textId="77777777" w:rsidR="003E32EB" w:rsidRPr="00EF2F0E" w:rsidRDefault="003E32EB" w:rsidP="00A40339">
      <w:pPr>
        <w:keepNext/>
        <w:tabs>
          <w:tab w:val="left" w:pos="5670"/>
        </w:tabs>
        <w:rPr>
          <w:rFonts w:cs="v5.0.0"/>
        </w:rPr>
      </w:pPr>
      <w:r w:rsidRPr="00EF2F0E">
        <w:rPr>
          <w:rFonts w:cs="v5.0.0"/>
        </w:rPr>
        <w:t xml:space="preserve">For a E-UTRA </w:t>
      </w:r>
      <w:r w:rsidRPr="00EF2F0E">
        <w:rPr>
          <w:rFonts w:cs="v5.0.0"/>
          <w:i/>
        </w:rPr>
        <w:t>TAB connector</w:t>
      </w:r>
      <w:r w:rsidRPr="00EF2F0E">
        <w:rPr>
          <w:rFonts w:cs="v5.0.0"/>
        </w:rPr>
        <w:t xml:space="preserve"> operating in Bands 1, 2, 3, 4, 7, 10, 22, 25, 30, 33, 34, 35, 36, 37, 38, 39, 40, 41, 42, 43, 45, 48, </w:t>
      </w:r>
      <w:r w:rsidR="00702AAA" w:rsidRPr="00EF2F0E">
        <w:rPr>
          <w:rFonts w:cs="v5.0.0"/>
        </w:rPr>
        <w:t xml:space="preserve">50, 52, </w:t>
      </w:r>
      <w:r w:rsidRPr="00EF2F0E">
        <w:rPr>
          <w:rFonts w:cs="v5.0.0"/>
        </w:rPr>
        <w:t xml:space="preserve">65, 66, 69, 70, </w:t>
      </w:r>
      <w:r w:rsidR="00702AAA" w:rsidRPr="00EF2F0E">
        <w:rPr>
          <w:rFonts w:cs="v5.0.0"/>
        </w:rPr>
        <w:t xml:space="preserve">75 </w:t>
      </w:r>
      <w:r w:rsidRPr="00EF2F0E">
        <w:rPr>
          <w:rFonts w:cs="v5.0.0"/>
        </w:rPr>
        <w:t xml:space="preserve">emissions shall use the </w:t>
      </w:r>
      <w:r w:rsidRPr="00EF2F0E">
        <w:rPr>
          <w:rFonts w:cs="v5.0.0"/>
          <w:i/>
        </w:rPr>
        <w:t>b</w:t>
      </w:r>
      <w:r w:rsidRPr="00EF2F0E">
        <w:rPr>
          <w:rFonts w:cs="v4.2.0"/>
          <w:i/>
        </w:rPr>
        <w:t>asic limits</w:t>
      </w:r>
      <w:r w:rsidRPr="00EF2F0E">
        <w:rPr>
          <w:rFonts w:cs="v5.0.0"/>
        </w:rPr>
        <w:t xml:space="preserve"> specified in tables 6.6.5.4.3.2-4 to 6.6.5.4.3.2-6:</w:t>
      </w:r>
    </w:p>
    <w:p w14:paraId="0984D965" w14:textId="77777777" w:rsidR="003E32EB" w:rsidRPr="00EF2F0E" w:rsidRDefault="003E32EB" w:rsidP="00A40339">
      <w:pPr>
        <w:pStyle w:val="TH"/>
        <w:rPr>
          <w:rFonts w:cs="v5.0.0"/>
        </w:rPr>
      </w:pPr>
      <w:r w:rsidRPr="00EF2F0E">
        <w:t xml:space="preserve">Table 6.6.5.4.3.2-4: Wide Area BS operating band unwanted emission limits for 1.4 MHz </w:t>
      </w:r>
      <w:r w:rsidRPr="00EF2F0E">
        <w:rPr>
          <w:i/>
        </w:rPr>
        <w:t>channel bandwidth</w:t>
      </w:r>
      <w:r w:rsidRPr="00EF2F0E">
        <w:t xml:space="preserve"> (E</w:t>
      </w:r>
      <w:r w:rsidRPr="00EF2F0E">
        <w:noBreakHyphen/>
        <w:t>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96A" w14:textId="77777777" w:rsidTr="00A40339">
        <w:trPr>
          <w:cantSplit/>
          <w:jc w:val="center"/>
        </w:trPr>
        <w:tc>
          <w:tcPr>
            <w:tcW w:w="1953" w:type="dxa"/>
          </w:tcPr>
          <w:p w14:paraId="0984D966" w14:textId="77777777" w:rsidR="003E32EB" w:rsidRPr="00EF2F0E" w:rsidRDefault="003E32EB" w:rsidP="00A40339">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967" w14:textId="77777777" w:rsidR="003E32EB" w:rsidRPr="00EF2F0E" w:rsidRDefault="003E32EB" w:rsidP="00A40339">
            <w:pPr>
              <w:pStyle w:val="TAH"/>
              <w:rPr>
                <w:rFonts w:cs="v5.0.0"/>
              </w:rPr>
            </w:pPr>
            <w:r w:rsidRPr="00EF2F0E">
              <w:rPr>
                <w:rFonts w:cs="v5.0.0"/>
              </w:rPr>
              <w:t>Frequency offset of measurement filter centre frequency, f_offset</w:t>
            </w:r>
          </w:p>
        </w:tc>
        <w:tc>
          <w:tcPr>
            <w:tcW w:w="3455" w:type="dxa"/>
          </w:tcPr>
          <w:p w14:paraId="0984D968" w14:textId="77777777" w:rsidR="003E32EB" w:rsidRPr="00EF2F0E" w:rsidRDefault="003E32EB" w:rsidP="00A40339">
            <w:pPr>
              <w:pStyle w:val="TAH"/>
              <w:rPr>
                <w:rFonts w:cs="v5.0.0"/>
              </w:rPr>
            </w:pPr>
            <w:r w:rsidRPr="00EF2F0E">
              <w:rPr>
                <w:rFonts w:cs="Arial"/>
                <w:i/>
              </w:rPr>
              <w:t>basic limit</w:t>
            </w:r>
            <w:r w:rsidRPr="00EF2F0E">
              <w:rPr>
                <w:rFonts w:cs="v5.0.0"/>
              </w:rPr>
              <w:t xml:space="preserve"> (NOTE 1</w:t>
            </w:r>
            <w:r w:rsidRPr="00EF2F0E">
              <w:rPr>
                <w:rFonts w:cs="Arial"/>
              </w:rPr>
              <w:t>, 2</w:t>
            </w:r>
            <w:r w:rsidRPr="00EF2F0E">
              <w:rPr>
                <w:rFonts w:cs="v5.0.0"/>
              </w:rPr>
              <w:t>)</w:t>
            </w:r>
          </w:p>
        </w:tc>
        <w:tc>
          <w:tcPr>
            <w:tcW w:w="1430" w:type="dxa"/>
          </w:tcPr>
          <w:p w14:paraId="0984D969" w14:textId="77777777" w:rsidR="003E32EB" w:rsidRPr="00EF2F0E" w:rsidRDefault="003E32EB" w:rsidP="00A40339">
            <w:pPr>
              <w:pStyle w:val="TAH"/>
              <w:rPr>
                <w:rFonts w:cs="v5.0.0"/>
              </w:rPr>
            </w:pPr>
            <w:r w:rsidRPr="00EF2F0E">
              <w:rPr>
                <w:rFonts w:cs="v5.0.0"/>
              </w:rPr>
              <w:t xml:space="preserve">Measurement bandwidth </w:t>
            </w:r>
            <w:r w:rsidRPr="00EF2F0E">
              <w:rPr>
                <w:rFonts w:cs="Arial"/>
              </w:rPr>
              <w:t>(NOTE 5)</w:t>
            </w:r>
          </w:p>
        </w:tc>
      </w:tr>
      <w:tr w:rsidR="003401A4" w:rsidRPr="00EF2F0E" w14:paraId="0984D96F" w14:textId="77777777" w:rsidTr="00A40339">
        <w:trPr>
          <w:cantSplit/>
          <w:jc w:val="center"/>
        </w:trPr>
        <w:tc>
          <w:tcPr>
            <w:tcW w:w="1953" w:type="dxa"/>
            <w:vAlign w:val="center"/>
          </w:tcPr>
          <w:p w14:paraId="0984D96B"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1.4 MHz</w:t>
            </w:r>
          </w:p>
        </w:tc>
        <w:tc>
          <w:tcPr>
            <w:tcW w:w="2976" w:type="dxa"/>
            <w:vAlign w:val="center"/>
          </w:tcPr>
          <w:p w14:paraId="0984D96C"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1.45 MHz</w:t>
            </w:r>
          </w:p>
        </w:tc>
        <w:tc>
          <w:tcPr>
            <w:tcW w:w="3455" w:type="dxa"/>
            <w:vAlign w:val="center"/>
          </w:tcPr>
          <w:p w14:paraId="0984D96D" w14:textId="77777777" w:rsidR="003E32EB" w:rsidRPr="00EF2F0E" w:rsidRDefault="00DD381D" w:rsidP="00A40339">
            <w:pPr>
              <w:pStyle w:val="TAC"/>
              <w:rPr>
                <w:rFonts w:cs="Arial"/>
              </w:rPr>
            </w:pPr>
            <w:r w:rsidRPr="00EF2F0E">
              <w:rPr>
                <w:rFonts w:cs="Arial"/>
                <w:noProof/>
                <w:position w:val="-30"/>
                <w:lang w:val="en-US" w:eastAsia="ko-KR"/>
              </w:rPr>
              <w:drawing>
                <wp:inline distT="0" distB="0" distL="0" distR="0" wp14:anchorId="098511CA" wp14:editId="098511CB">
                  <wp:extent cx="1863090" cy="379730"/>
                  <wp:effectExtent l="19050" t="0" r="381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4" cstate="print"/>
                          <a:srcRect/>
                          <a:stretch>
                            <a:fillRect/>
                          </a:stretch>
                        </pic:blipFill>
                        <pic:spPr bwMode="auto">
                          <a:xfrm>
                            <a:off x="0" y="0"/>
                            <a:ext cx="1863090" cy="379730"/>
                          </a:xfrm>
                          <a:prstGeom prst="rect">
                            <a:avLst/>
                          </a:prstGeom>
                          <a:noFill/>
                          <a:ln w="9525">
                            <a:noFill/>
                            <a:miter lim="800000"/>
                            <a:headEnd/>
                            <a:tailEnd/>
                          </a:ln>
                        </pic:spPr>
                      </pic:pic>
                    </a:graphicData>
                  </a:graphic>
                </wp:inline>
              </w:drawing>
            </w:r>
          </w:p>
        </w:tc>
        <w:tc>
          <w:tcPr>
            <w:tcW w:w="1430" w:type="dxa"/>
          </w:tcPr>
          <w:p w14:paraId="0984D96E"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74" w14:textId="77777777" w:rsidTr="00A40339">
        <w:trPr>
          <w:cantSplit/>
          <w:jc w:val="center"/>
        </w:trPr>
        <w:tc>
          <w:tcPr>
            <w:tcW w:w="1953" w:type="dxa"/>
          </w:tcPr>
          <w:p w14:paraId="0984D970" w14:textId="77777777" w:rsidR="003E32EB" w:rsidRPr="00EF2F0E" w:rsidRDefault="003E32EB" w:rsidP="00A40339">
            <w:pPr>
              <w:pStyle w:val="TAC"/>
              <w:rPr>
                <w:rFonts w:cs="v5.0.0"/>
              </w:rPr>
            </w:pPr>
            <w:r w:rsidRPr="00EF2F0E">
              <w:rPr>
                <w:rFonts w:cs="v5.0.0"/>
              </w:rPr>
              <w:t xml:space="preserve">1.4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2.8 MHz</w:t>
            </w:r>
          </w:p>
        </w:tc>
        <w:tc>
          <w:tcPr>
            <w:tcW w:w="2976" w:type="dxa"/>
          </w:tcPr>
          <w:p w14:paraId="0984D971" w14:textId="77777777" w:rsidR="003E32EB" w:rsidRPr="00EF2F0E" w:rsidRDefault="003E32EB" w:rsidP="00A40339">
            <w:pPr>
              <w:pStyle w:val="TAC"/>
              <w:rPr>
                <w:rFonts w:cs="v5.0.0"/>
              </w:rPr>
            </w:pPr>
            <w:r w:rsidRPr="00EF2F0E">
              <w:rPr>
                <w:rFonts w:cs="v5.0.0"/>
              </w:rPr>
              <w:t xml:space="preserve">1.45 MHz </w:t>
            </w:r>
            <w:r w:rsidRPr="00EF2F0E">
              <w:rPr>
                <w:rFonts w:cs="v5.0.0"/>
              </w:rPr>
              <w:sym w:font="Symbol" w:char="F0A3"/>
            </w:r>
            <w:r w:rsidRPr="00EF2F0E">
              <w:rPr>
                <w:rFonts w:cs="v5.0.0"/>
              </w:rPr>
              <w:t xml:space="preserve"> f_offset &lt; 2.85 MHz</w:t>
            </w:r>
          </w:p>
        </w:tc>
        <w:tc>
          <w:tcPr>
            <w:tcW w:w="3455" w:type="dxa"/>
          </w:tcPr>
          <w:p w14:paraId="0984D972" w14:textId="77777777" w:rsidR="003E32EB" w:rsidRPr="00EF2F0E" w:rsidRDefault="003E32EB" w:rsidP="00A40339">
            <w:pPr>
              <w:pStyle w:val="TAC"/>
              <w:rPr>
                <w:rFonts w:cs="Arial"/>
              </w:rPr>
            </w:pPr>
            <w:r w:rsidRPr="00EF2F0E">
              <w:rPr>
                <w:rFonts w:cs="Arial"/>
              </w:rPr>
              <w:t>-11 dBm</w:t>
            </w:r>
          </w:p>
        </w:tc>
        <w:tc>
          <w:tcPr>
            <w:tcW w:w="1430" w:type="dxa"/>
          </w:tcPr>
          <w:p w14:paraId="0984D973"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79" w14:textId="77777777" w:rsidTr="00A40339">
        <w:trPr>
          <w:cantSplit/>
          <w:jc w:val="center"/>
        </w:trPr>
        <w:tc>
          <w:tcPr>
            <w:tcW w:w="1953" w:type="dxa"/>
          </w:tcPr>
          <w:p w14:paraId="0984D975" w14:textId="77777777" w:rsidR="003E32EB" w:rsidRPr="00EF2F0E" w:rsidRDefault="003E32EB" w:rsidP="00A40339">
            <w:pPr>
              <w:pStyle w:val="TAC"/>
              <w:rPr>
                <w:rFonts w:cs="v5.0.0"/>
              </w:rPr>
            </w:pPr>
            <w:r w:rsidRPr="00EF2F0E">
              <w:rPr>
                <w:rFonts w:cs="v5.0.0"/>
              </w:rPr>
              <w:t xml:space="preserve">2.8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976" w14:textId="77777777" w:rsidR="003E32EB" w:rsidRPr="00EF2F0E" w:rsidRDefault="003E32EB" w:rsidP="00A40339">
            <w:pPr>
              <w:pStyle w:val="TAC"/>
              <w:rPr>
                <w:rFonts w:cs="v5.0.0"/>
              </w:rPr>
            </w:pPr>
            <w:r w:rsidRPr="00EF2F0E">
              <w:rPr>
                <w:rFonts w:cs="v5.0.0"/>
              </w:rPr>
              <w:t xml:space="preserve">3.3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977" w14:textId="77777777" w:rsidR="003E32EB" w:rsidRPr="00EF2F0E" w:rsidRDefault="003E32EB" w:rsidP="00A40339">
            <w:pPr>
              <w:pStyle w:val="TAC"/>
              <w:rPr>
                <w:rFonts w:cs="Arial"/>
              </w:rPr>
            </w:pPr>
            <w:r w:rsidRPr="00EF2F0E">
              <w:rPr>
                <w:rFonts w:cs="Arial"/>
              </w:rPr>
              <w:t>-15 dBm</w:t>
            </w:r>
          </w:p>
        </w:tc>
        <w:tc>
          <w:tcPr>
            <w:tcW w:w="1430" w:type="dxa"/>
          </w:tcPr>
          <w:p w14:paraId="0984D978" w14:textId="77777777" w:rsidR="003E32EB" w:rsidRPr="00EF2F0E" w:rsidRDefault="003E32EB" w:rsidP="00A40339">
            <w:pPr>
              <w:pStyle w:val="TAC"/>
              <w:rPr>
                <w:rFonts w:cs="Arial"/>
              </w:rPr>
            </w:pPr>
            <w:r w:rsidRPr="00EF2F0E">
              <w:rPr>
                <w:rFonts w:cs="Arial"/>
              </w:rPr>
              <w:t>1MHz</w:t>
            </w:r>
          </w:p>
        </w:tc>
      </w:tr>
      <w:tr w:rsidR="003E32EB" w:rsidRPr="00EF2F0E" w14:paraId="0984D97C" w14:textId="77777777" w:rsidTr="00A40339">
        <w:trPr>
          <w:cantSplit/>
          <w:jc w:val="center"/>
        </w:trPr>
        <w:tc>
          <w:tcPr>
            <w:tcW w:w="9814" w:type="dxa"/>
            <w:gridSpan w:val="4"/>
          </w:tcPr>
          <w:p w14:paraId="0984D97A"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-15dBm/1MHz.</w:t>
            </w:r>
          </w:p>
          <w:p w14:paraId="0984D97B"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v5.0.0"/>
              </w:rPr>
              <w:t xml:space="preserve">, where the contribution from the far-end sub-block </w:t>
            </w:r>
            <w:r w:rsidRPr="00EF2F0E">
              <w:rPr>
                <w:rFonts w:cs="Arial"/>
              </w:rPr>
              <w:t xml:space="preserve">or </w:t>
            </w:r>
            <w:r w:rsidRPr="00EF2F0E">
              <w:rPr>
                <w:rFonts w:eastAsia="MS Mincho"/>
                <w:i/>
              </w:rPr>
              <w:t>Base Station RF Bandwidth</w:t>
            </w:r>
            <w:r w:rsidRPr="00EF2F0E">
              <w:rPr>
                <w:rFonts w:cs="Arial"/>
              </w:rPr>
              <w:t xml:space="preserve"> </w:t>
            </w:r>
            <w:r w:rsidRPr="00EF2F0E">
              <w:rPr>
                <w:rFonts w:cs="v5.0.0"/>
              </w:rPr>
              <w:t>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97D" w14:textId="77777777" w:rsidR="003E32EB" w:rsidRPr="00EF2F0E" w:rsidRDefault="003E32EB" w:rsidP="00A40339"/>
    <w:p w14:paraId="0984D97E" w14:textId="77777777" w:rsidR="003E32EB" w:rsidRPr="00EF2F0E" w:rsidRDefault="003E32EB" w:rsidP="00A40339">
      <w:pPr>
        <w:pStyle w:val="TH"/>
        <w:rPr>
          <w:rFonts w:cs="v5.0.0"/>
        </w:rPr>
      </w:pPr>
      <w:r w:rsidRPr="00EF2F0E">
        <w:t xml:space="preserve">Table 6.6.5.4.3.2-5: Wide Area BS operating band unwanted emission limits for 3 MHz </w:t>
      </w:r>
      <w:r w:rsidRPr="00EF2F0E">
        <w:rPr>
          <w:i/>
        </w:rPr>
        <w:t>channel bandwidth</w:t>
      </w:r>
      <w:r w:rsidRPr="00EF2F0E">
        <w:t xml:space="preserve"> (E</w:t>
      </w:r>
      <w:r w:rsidRPr="00EF2F0E">
        <w:noBreakHyphen/>
        <w:t>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983" w14:textId="77777777" w:rsidTr="00A40339">
        <w:trPr>
          <w:cantSplit/>
          <w:jc w:val="center"/>
        </w:trPr>
        <w:tc>
          <w:tcPr>
            <w:tcW w:w="1953" w:type="dxa"/>
          </w:tcPr>
          <w:p w14:paraId="0984D97F" w14:textId="77777777" w:rsidR="003E32EB" w:rsidRPr="00EF2F0E" w:rsidRDefault="003E32EB" w:rsidP="00A40339">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980" w14:textId="77777777" w:rsidR="003E32EB" w:rsidRPr="00EF2F0E" w:rsidRDefault="003E32EB" w:rsidP="00A40339">
            <w:pPr>
              <w:pStyle w:val="TAH"/>
              <w:rPr>
                <w:rFonts w:cs="v5.0.0"/>
              </w:rPr>
            </w:pPr>
            <w:r w:rsidRPr="00EF2F0E">
              <w:rPr>
                <w:rFonts w:cs="v5.0.0"/>
              </w:rPr>
              <w:t>Frequency offset of measurement filter centre frequency, f_offset</w:t>
            </w:r>
          </w:p>
        </w:tc>
        <w:tc>
          <w:tcPr>
            <w:tcW w:w="3455" w:type="dxa"/>
          </w:tcPr>
          <w:p w14:paraId="0984D981" w14:textId="77777777" w:rsidR="003E32EB" w:rsidRPr="00EF2F0E" w:rsidRDefault="003E32EB" w:rsidP="00A40339">
            <w:pPr>
              <w:pStyle w:val="TAH"/>
              <w:rPr>
                <w:rFonts w:cs="v5.0.0"/>
              </w:rPr>
            </w:pPr>
            <w:r w:rsidRPr="00EF2F0E">
              <w:rPr>
                <w:rFonts w:cs="Arial"/>
                <w:i/>
              </w:rPr>
              <w:t>basic limit</w:t>
            </w:r>
            <w:r w:rsidRPr="00EF2F0E">
              <w:rPr>
                <w:rFonts w:cs="v5.0.0"/>
              </w:rPr>
              <w:t xml:space="preserve"> (NOTE 1</w:t>
            </w:r>
            <w:r w:rsidRPr="00EF2F0E">
              <w:rPr>
                <w:rFonts w:cs="Arial"/>
              </w:rPr>
              <w:t>, 2</w:t>
            </w:r>
            <w:r w:rsidRPr="00EF2F0E">
              <w:rPr>
                <w:rFonts w:cs="v5.0.0"/>
              </w:rPr>
              <w:t>)</w:t>
            </w:r>
          </w:p>
        </w:tc>
        <w:tc>
          <w:tcPr>
            <w:tcW w:w="1430" w:type="dxa"/>
          </w:tcPr>
          <w:p w14:paraId="0984D982" w14:textId="77777777" w:rsidR="003E32EB" w:rsidRPr="00EF2F0E" w:rsidRDefault="003E32EB" w:rsidP="00A40339">
            <w:pPr>
              <w:pStyle w:val="TAH"/>
              <w:rPr>
                <w:rFonts w:cs="v5.0.0"/>
              </w:rPr>
            </w:pPr>
            <w:r w:rsidRPr="00EF2F0E">
              <w:rPr>
                <w:rFonts w:cs="v5.0.0"/>
              </w:rPr>
              <w:t xml:space="preserve">Measurement bandwidth </w:t>
            </w:r>
            <w:r w:rsidRPr="00EF2F0E">
              <w:rPr>
                <w:rFonts w:cs="Arial"/>
              </w:rPr>
              <w:t>(NOTE 5)</w:t>
            </w:r>
          </w:p>
        </w:tc>
      </w:tr>
      <w:tr w:rsidR="003401A4" w:rsidRPr="00EF2F0E" w14:paraId="0984D988" w14:textId="77777777" w:rsidTr="00A40339">
        <w:trPr>
          <w:cantSplit/>
          <w:jc w:val="center"/>
        </w:trPr>
        <w:tc>
          <w:tcPr>
            <w:tcW w:w="1953" w:type="dxa"/>
            <w:vAlign w:val="center"/>
          </w:tcPr>
          <w:p w14:paraId="0984D984"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3 MHz</w:t>
            </w:r>
          </w:p>
        </w:tc>
        <w:tc>
          <w:tcPr>
            <w:tcW w:w="2976" w:type="dxa"/>
            <w:vAlign w:val="center"/>
          </w:tcPr>
          <w:p w14:paraId="0984D985"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3.05 MHz</w:t>
            </w:r>
          </w:p>
        </w:tc>
        <w:tc>
          <w:tcPr>
            <w:tcW w:w="3455" w:type="dxa"/>
            <w:vAlign w:val="center"/>
          </w:tcPr>
          <w:p w14:paraId="0984D986" w14:textId="77777777" w:rsidR="003E32EB" w:rsidRPr="00EF2F0E" w:rsidRDefault="00DD381D" w:rsidP="00A40339">
            <w:pPr>
              <w:pStyle w:val="TAC"/>
              <w:rPr>
                <w:rFonts w:cs="Arial"/>
              </w:rPr>
            </w:pPr>
            <w:r w:rsidRPr="00EF2F0E">
              <w:rPr>
                <w:rFonts w:cs="Arial"/>
                <w:noProof/>
                <w:position w:val="-30"/>
                <w:lang w:val="en-US" w:eastAsia="ko-KR"/>
              </w:rPr>
              <w:drawing>
                <wp:inline distT="0" distB="0" distL="0" distR="0" wp14:anchorId="098511CC" wp14:editId="098511CD">
                  <wp:extent cx="1854835" cy="379730"/>
                  <wp:effectExtent l="1905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5" cstate="print"/>
                          <a:srcRect/>
                          <a:stretch>
                            <a:fillRect/>
                          </a:stretch>
                        </pic:blipFill>
                        <pic:spPr bwMode="auto">
                          <a:xfrm>
                            <a:off x="0" y="0"/>
                            <a:ext cx="1854835" cy="379730"/>
                          </a:xfrm>
                          <a:prstGeom prst="rect">
                            <a:avLst/>
                          </a:prstGeom>
                          <a:noFill/>
                          <a:ln w="9525">
                            <a:noFill/>
                            <a:miter lim="800000"/>
                            <a:headEnd/>
                            <a:tailEnd/>
                          </a:ln>
                        </pic:spPr>
                      </pic:pic>
                    </a:graphicData>
                  </a:graphic>
                </wp:inline>
              </w:drawing>
            </w:r>
          </w:p>
        </w:tc>
        <w:tc>
          <w:tcPr>
            <w:tcW w:w="1430" w:type="dxa"/>
          </w:tcPr>
          <w:p w14:paraId="0984D987"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8D" w14:textId="77777777" w:rsidTr="00A40339">
        <w:trPr>
          <w:cantSplit/>
          <w:jc w:val="center"/>
        </w:trPr>
        <w:tc>
          <w:tcPr>
            <w:tcW w:w="1953" w:type="dxa"/>
          </w:tcPr>
          <w:p w14:paraId="0984D989" w14:textId="77777777" w:rsidR="003E32EB" w:rsidRPr="00EF2F0E" w:rsidRDefault="003E32EB" w:rsidP="00A40339">
            <w:pPr>
              <w:pStyle w:val="TAC"/>
              <w:rPr>
                <w:rFonts w:cs="v5.0.0"/>
              </w:rPr>
            </w:pPr>
            <w:r w:rsidRPr="00EF2F0E">
              <w:rPr>
                <w:rFonts w:cs="v5.0.0"/>
              </w:rPr>
              <w:t xml:space="preserve">3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6 MHz</w:t>
            </w:r>
          </w:p>
        </w:tc>
        <w:tc>
          <w:tcPr>
            <w:tcW w:w="2976" w:type="dxa"/>
          </w:tcPr>
          <w:p w14:paraId="0984D98A" w14:textId="77777777" w:rsidR="003E32EB" w:rsidRPr="00EF2F0E" w:rsidRDefault="003E32EB" w:rsidP="00A40339">
            <w:pPr>
              <w:pStyle w:val="TAC"/>
              <w:rPr>
                <w:rFonts w:cs="v5.0.0"/>
              </w:rPr>
            </w:pPr>
            <w:r w:rsidRPr="00EF2F0E">
              <w:rPr>
                <w:rFonts w:cs="v5.0.0"/>
              </w:rPr>
              <w:t xml:space="preserve">3.05 MHz </w:t>
            </w:r>
            <w:r w:rsidRPr="00EF2F0E">
              <w:rPr>
                <w:rFonts w:cs="v5.0.0"/>
              </w:rPr>
              <w:sym w:font="Symbol" w:char="F0A3"/>
            </w:r>
            <w:r w:rsidRPr="00EF2F0E">
              <w:rPr>
                <w:rFonts w:cs="v5.0.0"/>
              </w:rPr>
              <w:t xml:space="preserve"> f_offset &lt; 6.05 MHz</w:t>
            </w:r>
          </w:p>
        </w:tc>
        <w:tc>
          <w:tcPr>
            <w:tcW w:w="3455" w:type="dxa"/>
          </w:tcPr>
          <w:p w14:paraId="0984D98B" w14:textId="77777777" w:rsidR="003E32EB" w:rsidRPr="00EF2F0E" w:rsidRDefault="003E32EB" w:rsidP="00A40339">
            <w:pPr>
              <w:pStyle w:val="TAC"/>
              <w:rPr>
                <w:rFonts w:cs="Arial"/>
              </w:rPr>
            </w:pPr>
            <w:r w:rsidRPr="00EF2F0E">
              <w:rPr>
                <w:rFonts w:cs="Arial"/>
              </w:rPr>
              <w:t>-15 dBm</w:t>
            </w:r>
          </w:p>
        </w:tc>
        <w:tc>
          <w:tcPr>
            <w:tcW w:w="1430" w:type="dxa"/>
          </w:tcPr>
          <w:p w14:paraId="0984D98C"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92" w14:textId="77777777" w:rsidTr="00A40339">
        <w:trPr>
          <w:cantSplit/>
          <w:jc w:val="center"/>
        </w:trPr>
        <w:tc>
          <w:tcPr>
            <w:tcW w:w="1953" w:type="dxa"/>
          </w:tcPr>
          <w:p w14:paraId="0984D98E" w14:textId="77777777" w:rsidR="003E32EB" w:rsidRPr="00EF2F0E" w:rsidRDefault="003E32EB" w:rsidP="00A40339">
            <w:pPr>
              <w:pStyle w:val="TAC"/>
              <w:rPr>
                <w:rFonts w:cs="v5.0.0"/>
              </w:rPr>
            </w:pPr>
            <w:r w:rsidRPr="00EF2F0E">
              <w:rPr>
                <w:rFonts w:cs="v5.0.0"/>
              </w:rPr>
              <w:t xml:space="preserve">6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98F" w14:textId="77777777" w:rsidR="003E32EB" w:rsidRPr="00EF2F0E" w:rsidRDefault="003E32EB" w:rsidP="00A40339">
            <w:pPr>
              <w:pStyle w:val="TAC"/>
              <w:rPr>
                <w:rFonts w:cs="v5.0.0"/>
              </w:rPr>
            </w:pPr>
            <w:r w:rsidRPr="00EF2F0E">
              <w:rPr>
                <w:rFonts w:cs="v5.0.0"/>
              </w:rPr>
              <w:t xml:space="preserve">6.5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990" w14:textId="77777777" w:rsidR="003E32EB" w:rsidRPr="00EF2F0E" w:rsidRDefault="003E32EB" w:rsidP="00A40339">
            <w:pPr>
              <w:pStyle w:val="TAC"/>
              <w:rPr>
                <w:rFonts w:cs="Arial"/>
              </w:rPr>
            </w:pPr>
            <w:r w:rsidRPr="00EF2F0E">
              <w:rPr>
                <w:rFonts w:cs="Arial"/>
              </w:rPr>
              <w:t>-15 dBm</w:t>
            </w:r>
          </w:p>
        </w:tc>
        <w:tc>
          <w:tcPr>
            <w:tcW w:w="1430" w:type="dxa"/>
          </w:tcPr>
          <w:p w14:paraId="0984D991" w14:textId="77777777" w:rsidR="003E32EB" w:rsidRPr="00EF2F0E" w:rsidRDefault="003E32EB" w:rsidP="00A40339">
            <w:pPr>
              <w:pStyle w:val="TAC"/>
              <w:rPr>
                <w:rFonts w:cs="Arial"/>
              </w:rPr>
            </w:pPr>
            <w:r w:rsidRPr="00EF2F0E">
              <w:rPr>
                <w:rFonts w:cs="Arial"/>
              </w:rPr>
              <w:t>1MHz</w:t>
            </w:r>
          </w:p>
        </w:tc>
      </w:tr>
      <w:tr w:rsidR="003E32EB" w:rsidRPr="00EF2F0E" w14:paraId="0984D995" w14:textId="77777777" w:rsidTr="00A40339">
        <w:trPr>
          <w:cantSplit/>
          <w:jc w:val="center"/>
        </w:trPr>
        <w:tc>
          <w:tcPr>
            <w:tcW w:w="9814" w:type="dxa"/>
            <w:gridSpan w:val="4"/>
          </w:tcPr>
          <w:p w14:paraId="0984D993"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-15dBm/1MHz.</w:t>
            </w:r>
          </w:p>
          <w:p w14:paraId="0984D994"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v5.0.0"/>
              </w:rPr>
              <w:t xml:space="preserve">, where the contribution from the far-end sub-block </w:t>
            </w:r>
            <w:r w:rsidRPr="00EF2F0E">
              <w:rPr>
                <w:rFonts w:cs="Arial"/>
              </w:rPr>
              <w:t xml:space="preserve">or </w:t>
            </w:r>
            <w:r w:rsidRPr="00EF2F0E">
              <w:rPr>
                <w:rFonts w:eastAsia="MS Mincho"/>
                <w:i/>
              </w:rPr>
              <w:t>Base Station RF Bandwidth</w:t>
            </w:r>
            <w:r w:rsidRPr="00EF2F0E">
              <w:rPr>
                <w:rFonts w:cs="Arial"/>
              </w:rPr>
              <w:t xml:space="preserve"> </w:t>
            </w:r>
            <w:r w:rsidRPr="00EF2F0E">
              <w:rPr>
                <w:rFonts w:cs="v5.0.0"/>
              </w:rPr>
              <w:t>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996" w14:textId="77777777" w:rsidR="003E32EB" w:rsidRPr="00EF2F0E" w:rsidRDefault="003E32EB" w:rsidP="00A40339"/>
    <w:p w14:paraId="0984D997" w14:textId="77777777" w:rsidR="003E32EB" w:rsidRPr="00EF2F0E" w:rsidRDefault="003E32EB" w:rsidP="00A40339">
      <w:pPr>
        <w:pStyle w:val="TH"/>
        <w:rPr>
          <w:rFonts w:cs="v5.0.0"/>
        </w:rPr>
      </w:pPr>
      <w:r w:rsidRPr="00EF2F0E">
        <w:t xml:space="preserve">Table 6.6.5.4.3.2-6: Wide Area BS operating band unwanted emission limits for 5, 10, 15 and 20 MHz </w:t>
      </w:r>
      <w:r w:rsidRPr="00EF2F0E">
        <w:rPr>
          <w:i/>
        </w:rPr>
        <w:t>channel bandwidth</w:t>
      </w:r>
      <w:r w:rsidRPr="00EF2F0E">
        <w:t xml:space="preserve"> (E-UTRA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99C" w14:textId="77777777" w:rsidTr="00A40339">
        <w:trPr>
          <w:cantSplit/>
          <w:jc w:val="center"/>
        </w:trPr>
        <w:tc>
          <w:tcPr>
            <w:tcW w:w="1953" w:type="dxa"/>
          </w:tcPr>
          <w:p w14:paraId="0984D998" w14:textId="77777777" w:rsidR="003E32EB" w:rsidRPr="00EF2F0E" w:rsidRDefault="003E32EB" w:rsidP="00A40339">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999" w14:textId="77777777" w:rsidR="003E32EB" w:rsidRPr="00EF2F0E" w:rsidRDefault="003E32EB" w:rsidP="00A40339">
            <w:pPr>
              <w:pStyle w:val="TAH"/>
              <w:rPr>
                <w:rFonts w:cs="v5.0.0"/>
              </w:rPr>
            </w:pPr>
            <w:r w:rsidRPr="00EF2F0E">
              <w:rPr>
                <w:rFonts w:cs="v5.0.0"/>
              </w:rPr>
              <w:t>Frequency offset of measurement filter centre frequency, f_offset</w:t>
            </w:r>
          </w:p>
        </w:tc>
        <w:tc>
          <w:tcPr>
            <w:tcW w:w="3455" w:type="dxa"/>
          </w:tcPr>
          <w:p w14:paraId="0984D99A" w14:textId="77777777" w:rsidR="003E32EB" w:rsidRPr="00EF2F0E" w:rsidRDefault="003E32EB" w:rsidP="00A40339">
            <w:pPr>
              <w:pStyle w:val="TAH"/>
              <w:rPr>
                <w:rFonts w:cs="v5.0.0"/>
              </w:rPr>
            </w:pPr>
            <w:r w:rsidRPr="00EF2F0E">
              <w:rPr>
                <w:rFonts w:cs="Arial"/>
                <w:i/>
              </w:rPr>
              <w:t>basic limit</w:t>
            </w:r>
            <w:r w:rsidRPr="00EF2F0E">
              <w:rPr>
                <w:rFonts w:cs="v5.0.0"/>
              </w:rPr>
              <w:t xml:space="preserve"> (NOTE 1</w:t>
            </w:r>
            <w:r w:rsidRPr="00EF2F0E">
              <w:rPr>
                <w:rFonts w:cs="Arial"/>
              </w:rPr>
              <w:t>, 2</w:t>
            </w:r>
            <w:r w:rsidRPr="00EF2F0E">
              <w:rPr>
                <w:rFonts w:cs="v5.0.0"/>
              </w:rPr>
              <w:t>)</w:t>
            </w:r>
          </w:p>
        </w:tc>
        <w:tc>
          <w:tcPr>
            <w:tcW w:w="1430" w:type="dxa"/>
          </w:tcPr>
          <w:p w14:paraId="0984D99B" w14:textId="77777777" w:rsidR="003E32EB" w:rsidRPr="00EF2F0E" w:rsidRDefault="003E32EB" w:rsidP="00A40339">
            <w:pPr>
              <w:pStyle w:val="TAH"/>
              <w:rPr>
                <w:rFonts w:cs="v5.0.0"/>
              </w:rPr>
            </w:pPr>
            <w:r w:rsidRPr="00EF2F0E">
              <w:rPr>
                <w:rFonts w:cs="v5.0.0"/>
              </w:rPr>
              <w:t xml:space="preserve">Measurement bandwidth </w:t>
            </w:r>
            <w:r w:rsidRPr="00EF2F0E">
              <w:rPr>
                <w:rFonts w:cs="Arial"/>
              </w:rPr>
              <w:t>(NOTE 5)</w:t>
            </w:r>
          </w:p>
        </w:tc>
      </w:tr>
      <w:tr w:rsidR="003401A4" w:rsidRPr="00EF2F0E" w14:paraId="0984D9A1" w14:textId="77777777" w:rsidTr="00A40339">
        <w:trPr>
          <w:cantSplit/>
          <w:jc w:val="center"/>
        </w:trPr>
        <w:tc>
          <w:tcPr>
            <w:tcW w:w="1953" w:type="dxa"/>
          </w:tcPr>
          <w:p w14:paraId="0984D99D"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D99E"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vAlign w:val="center"/>
          </w:tcPr>
          <w:p w14:paraId="0984D99F" w14:textId="77777777" w:rsidR="003E32EB" w:rsidRPr="00EF2F0E" w:rsidRDefault="00DD381D" w:rsidP="00A40339">
            <w:pPr>
              <w:pStyle w:val="TAC"/>
              <w:rPr>
                <w:rFonts w:cs="Arial"/>
              </w:rPr>
            </w:pPr>
            <w:r w:rsidRPr="00EF2F0E">
              <w:rPr>
                <w:rFonts w:cs="Arial"/>
                <w:noProof/>
                <w:position w:val="-30"/>
                <w:lang w:val="en-US" w:eastAsia="ko-KR"/>
              </w:rPr>
              <w:drawing>
                <wp:inline distT="0" distB="0" distL="0" distR="0" wp14:anchorId="098511CE" wp14:editId="098511CF">
                  <wp:extent cx="1811655" cy="379730"/>
                  <wp:effectExtent l="1905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3" cstate="print"/>
                          <a:srcRect/>
                          <a:stretch>
                            <a:fillRect/>
                          </a:stretch>
                        </pic:blipFill>
                        <pic:spPr bwMode="auto">
                          <a:xfrm>
                            <a:off x="0" y="0"/>
                            <a:ext cx="1811655" cy="379730"/>
                          </a:xfrm>
                          <a:prstGeom prst="rect">
                            <a:avLst/>
                          </a:prstGeom>
                          <a:noFill/>
                          <a:ln w="9525">
                            <a:noFill/>
                            <a:miter lim="800000"/>
                            <a:headEnd/>
                            <a:tailEnd/>
                          </a:ln>
                        </pic:spPr>
                      </pic:pic>
                    </a:graphicData>
                  </a:graphic>
                </wp:inline>
              </w:drawing>
            </w:r>
          </w:p>
        </w:tc>
        <w:tc>
          <w:tcPr>
            <w:tcW w:w="1430" w:type="dxa"/>
          </w:tcPr>
          <w:p w14:paraId="0984D9A0"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A8" w14:textId="77777777" w:rsidTr="00A40339">
        <w:trPr>
          <w:cantSplit/>
          <w:jc w:val="center"/>
        </w:trPr>
        <w:tc>
          <w:tcPr>
            <w:tcW w:w="1953" w:type="dxa"/>
          </w:tcPr>
          <w:p w14:paraId="0984D9A2" w14:textId="77777777" w:rsidR="003E32EB" w:rsidRPr="00EF2F0E" w:rsidRDefault="003E32EB" w:rsidP="00A40339">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p>
          <w:p w14:paraId="0984D9A3" w14:textId="77777777" w:rsidR="003E32EB" w:rsidRPr="00EF2F0E" w:rsidRDefault="003E32EB" w:rsidP="00A40339">
            <w:pPr>
              <w:pStyle w:val="TAC"/>
              <w:rPr>
                <w:rFonts w:cs="v5.0.0"/>
                <w:lang w:val="sv-FI"/>
              </w:rPr>
            </w:pPr>
            <w:r w:rsidRPr="00EF2F0E">
              <w:rPr>
                <w:rFonts w:cs="v5.0.0"/>
                <w:lang w:val="sv-FI"/>
              </w:rPr>
              <w:t xml:space="preserve">min(10 MHz, </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v5.0.0"/>
                <w:lang w:val="sv-FI"/>
              </w:rPr>
              <w:t>)</w:t>
            </w:r>
          </w:p>
        </w:tc>
        <w:tc>
          <w:tcPr>
            <w:tcW w:w="2976" w:type="dxa"/>
          </w:tcPr>
          <w:p w14:paraId="0984D9A4" w14:textId="77777777" w:rsidR="003E32EB" w:rsidRPr="00EF2F0E" w:rsidRDefault="003E32EB" w:rsidP="00A40339">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p>
          <w:p w14:paraId="0984D9A5" w14:textId="77777777" w:rsidR="003E32EB" w:rsidRPr="00EF2F0E" w:rsidRDefault="003E32EB" w:rsidP="00A40339">
            <w:pPr>
              <w:pStyle w:val="TAC"/>
              <w:rPr>
                <w:rFonts w:cs="v5.0.0"/>
                <w:lang w:val="sv-FI"/>
              </w:rPr>
            </w:pPr>
            <w:r w:rsidRPr="00EF2F0E">
              <w:rPr>
                <w:rFonts w:cs="v5.0.0"/>
                <w:lang w:val="sv-FI"/>
              </w:rPr>
              <w:t>min(10.05 MHz, f_offset</w:t>
            </w:r>
            <w:r w:rsidRPr="00EF2F0E">
              <w:rPr>
                <w:rFonts w:cs="v5.0.0"/>
                <w:vertAlign w:val="subscript"/>
                <w:lang w:val="sv-FI"/>
              </w:rPr>
              <w:t>max</w:t>
            </w:r>
            <w:r w:rsidRPr="00EF2F0E">
              <w:rPr>
                <w:rFonts w:cs="v5.0.0"/>
                <w:lang w:val="sv-FI"/>
              </w:rPr>
              <w:t>)</w:t>
            </w:r>
          </w:p>
        </w:tc>
        <w:tc>
          <w:tcPr>
            <w:tcW w:w="3455" w:type="dxa"/>
          </w:tcPr>
          <w:p w14:paraId="0984D9A6" w14:textId="77777777" w:rsidR="003E32EB" w:rsidRPr="00EF2F0E" w:rsidRDefault="003E32EB" w:rsidP="00A40339">
            <w:pPr>
              <w:pStyle w:val="TAC"/>
              <w:rPr>
                <w:rFonts w:cs="Arial"/>
              </w:rPr>
            </w:pPr>
            <w:r w:rsidRPr="00EF2F0E">
              <w:rPr>
                <w:rFonts w:cs="Arial"/>
              </w:rPr>
              <w:t>-14 dBm</w:t>
            </w:r>
          </w:p>
        </w:tc>
        <w:tc>
          <w:tcPr>
            <w:tcW w:w="1430" w:type="dxa"/>
          </w:tcPr>
          <w:p w14:paraId="0984D9A7"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9AD" w14:textId="77777777" w:rsidTr="00A40339">
        <w:trPr>
          <w:cantSplit/>
          <w:jc w:val="center"/>
        </w:trPr>
        <w:tc>
          <w:tcPr>
            <w:tcW w:w="1953" w:type="dxa"/>
          </w:tcPr>
          <w:p w14:paraId="0984D9A9" w14:textId="77777777" w:rsidR="003E32EB" w:rsidRPr="00EF2F0E" w:rsidRDefault="003E32EB" w:rsidP="00A40339">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9AA" w14:textId="77777777" w:rsidR="003E32EB" w:rsidRPr="00EF2F0E" w:rsidRDefault="003E32EB" w:rsidP="00A40339">
            <w:pPr>
              <w:pStyle w:val="TAC"/>
              <w:rPr>
                <w:rFonts w:cs="v5.0.0"/>
              </w:rPr>
            </w:pPr>
            <w:r w:rsidRPr="00EF2F0E">
              <w:rPr>
                <w:rFonts w:cs="v5.0.0"/>
              </w:rPr>
              <w:t xml:space="preserve">10.5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9AB" w14:textId="77777777" w:rsidR="003E32EB" w:rsidRPr="00EF2F0E" w:rsidRDefault="003E32EB" w:rsidP="00A40339">
            <w:pPr>
              <w:pStyle w:val="TAC"/>
              <w:rPr>
                <w:rFonts w:cs="Arial"/>
              </w:rPr>
            </w:pPr>
            <w:r w:rsidRPr="00EF2F0E">
              <w:rPr>
                <w:rFonts w:cs="Arial"/>
              </w:rPr>
              <w:t>-15 dBm (NOTE 7)</w:t>
            </w:r>
          </w:p>
        </w:tc>
        <w:tc>
          <w:tcPr>
            <w:tcW w:w="1430" w:type="dxa"/>
          </w:tcPr>
          <w:p w14:paraId="0984D9AC" w14:textId="77777777" w:rsidR="003E32EB" w:rsidRPr="00EF2F0E" w:rsidRDefault="003E32EB" w:rsidP="00A40339">
            <w:pPr>
              <w:pStyle w:val="TAC"/>
              <w:rPr>
                <w:rFonts w:cs="Arial"/>
              </w:rPr>
            </w:pPr>
            <w:r w:rsidRPr="00EF2F0E">
              <w:rPr>
                <w:rFonts w:cs="Arial"/>
              </w:rPr>
              <w:t xml:space="preserve">1MHz </w:t>
            </w:r>
          </w:p>
        </w:tc>
      </w:tr>
      <w:tr w:rsidR="003E32EB" w:rsidRPr="00EF2F0E" w14:paraId="0984D9B0" w14:textId="77777777" w:rsidTr="00A40339">
        <w:trPr>
          <w:cantSplit/>
          <w:jc w:val="center"/>
        </w:trPr>
        <w:tc>
          <w:tcPr>
            <w:tcW w:w="9814" w:type="dxa"/>
            <w:gridSpan w:val="4"/>
          </w:tcPr>
          <w:p w14:paraId="0984D9AE"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-15dBm/1MHz.</w:t>
            </w:r>
          </w:p>
          <w:p w14:paraId="0984D9AF"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v5.0.0"/>
              </w:rPr>
              <w:t xml:space="preserve">, where the contribution from the far-end sub-block </w:t>
            </w:r>
            <w:r w:rsidRPr="00EF2F0E">
              <w:rPr>
                <w:rFonts w:cs="Arial"/>
              </w:rPr>
              <w:t xml:space="preserve">or </w:t>
            </w:r>
            <w:r w:rsidRPr="00EF2F0E">
              <w:rPr>
                <w:rFonts w:eastAsia="MS Mincho"/>
                <w:i/>
              </w:rPr>
              <w:t>Base Station RF Bandwidth</w:t>
            </w:r>
            <w:r w:rsidRPr="00EF2F0E">
              <w:rPr>
                <w:rFonts w:cs="Arial"/>
              </w:rPr>
              <w:t xml:space="preserve"> </w:t>
            </w:r>
            <w:r w:rsidRPr="00EF2F0E">
              <w:rPr>
                <w:rFonts w:cs="v5.0.0"/>
              </w:rPr>
              <w:t>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9B1" w14:textId="77777777" w:rsidR="003E32EB" w:rsidRPr="00EF2F0E" w:rsidRDefault="003E32EB" w:rsidP="00A40339"/>
    <w:p w14:paraId="0984D9B2" w14:textId="77777777" w:rsidR="003E32EB" w:rsidRPr="00EF2F0E" w:rsidRDefault="003E32EB" w:rsidP="00A40339">
      <w:pPr>
        <w:pStyle w:val="Heading6"/>
      </w:pPr>
      <w:bookmarkStart w:id="1820" w:name="_Toc21095889"/>
      <w:bookmarkStart w:id="1821" w:name="_Toc29763088"/>
      <w:bookmarkStart w:id="1822" w:name="_Toc45869373"/>
      <w:bookmarkStart w:id="1823" w:name="_Toc52554621"/>
      <w:bookmarkStart w:id="1824" w:name="_Toc52555091"/>
      <w:bookmarkStart w:id="1825" w:name="_Toc61112316"/>
      <w:bookmarkStart w:id="1826" w:name="_Toc67911468"/>
      <w:bookmarkStart w:id="1827" w:name="_Toc74842943"/>
      <w:bookmarkStart w:id="1828" w:name="_Toc76503326"/>
      <w:bookmarkStart w:id="1829" w:name="_Toc83040769"/>
      <w:bookmarkStart w:id="1830" w:name="_Toc89851812"/>
      <w:bookmarkStart w:id="1831" w:name="_Toc98676166"/>
      <w:r w:rsidRPr="00EF2F0E">
        <w:t>6.6.5.4.3.3</w:t>
      </w:r>
      <w:r w:rsidRPr="00EF2F0E">
        <w:tab/>
        <w:t>Category B (Option 2)</w:t>
      </w:r>
      <w:bookmarkEnd w:id="1820"/>
      <w:bookmarkEnd w:id="1821"/>
      <w:bookmarkEnd w:id="1822"/>
      <w:bookmarkEnd w:id="1823"/>
      <w:bookmarkEnd w:id="1824"/>
      <w:bookmarkEnd w:id="1825"/>
      <w:bookmarkEnd w:id="1826"/>
      <w:bookmarkEnd w:id="1827"/>
      <w:bookmarkEnd w:id="1828"/>
      <w:bookmarkEnd w:id="1829"/>
      <w:bookmarkEnd w:id="1830"/>
      <w:bookmarkEnd w:id="1831"/>
    </w:p>
    <w:p w14:paraId="0984D9B3" w14:textId="77777777" w:rsidR="003E32EB" w:rsidRPr="00EF2F0E" w:rsidRDefault="003E32EB" w:rsidP="00A40339">
      <w:pPr>
        <w:keepNext/>
        <w:rPr>
          <w:rFonts w:cs="v5.0.0"/>
        </w:rPr>
      </w:pPr>
      <w:r w:rsidRPr="00EF2F0E">
        <w:rPr>
          <w:rFonts w:cs="v5.0.0"/>
        </w:rPr>
        <w:t xml:space="preserve">The </w:t>
      </w:r>
      <w:r w:rsidR="00554FCD" w:rsidRPr="00EF2F0E">
        <w:rPr>
          <w:rFonts w:cs="v5.0.0"/>
          <w:i/>
        </w:rPr>
        <w:t xml:space="preserve">basic </w:t>
      </w:r>
      <w:r w:rsidRPr="00EF2F0E">
        <w:rPr>
          <w:rFonts w:cs="v5.0.0"/>
          <w:i/>
        </w:rPr>
        <w:t>limits</w:t>
      </w:r>
      <w:r w:rsidRPr="00EF2F0E">
        <w:rPr>
          <w:rFonts w:cs="v5.0.0"/>
        </w:rPr>
        <w:t xml:space="preserve"> in this subclause are intended for Europe and may be applied regionally for a </w:t>
      </w:r>
      <w:r w:rsidRPr="00EF2F0E">
        <w:rPr>
          <w:rFonts w:cs="v5.0.0"/>
          <w:i/>
        </w:rPr>
        <w:t>TAB connector</w:t>
      </w:r>
      <w:r w:rsidRPr="00EF2F0E">
        <w:rPr>
          <w:rFonts w:cs="v5.0.0"/>
        </w:rPr>
        <w:t xml:space="preserve"> operating in band 1, 3, 8, 32, 33, 34 or 65.</w:t>
      </w:r>
    </w:p>
    <w:p w14:paraId="0984D9B4" w14:textId="77777777" w:rsidR="003E32EB" w:rsidRPr="00EF2F0E" w:rsidRDefault="003E32EB" w:rsidP="00A40339">
      <w:pPr>
        <w:keepNext/>
        <w:rPr>
          <w:rFonts w:cs="v5.0.0"/>
        </w:rPr>
      </w:pPr>
      <w:r w:rsidRPr="00EF2F0E">
        <w:rPr>
          <w:rFonts w:cs="v5.0.0"/>
        </w:rPr>
        <w:t xml:space="preserve">For a </w:t>
      </w:r>
      <w:r w:rsidRPr="00EF2F0E">
        <w:rPr>
          <w:rFonts w:cs="v5.0.0"/>
          <w:i/>
        </w:rPr>
        <w:t>TAB connector</w:t>
      </w:r>
      <w:r w:rsidRPr="00EF2F0E">
        <w:rPr>
          <w:rFonts w:cs="v5.0.0"/>
        </w:rPr>
        <w:t xml:space="preserve"> operating in band 1, 3, 8, 32, 33, 34 or 65, emissions shall use the </w:t>
      </w:r>
      <w:r w:rsidRPr="00EF2F0E">
        <w:rPr>
          <w:rFonts w:cs="v5.0.0"/>
          <w:i/>
        </w:rPr>
        <w:t>b</w:t>
      </w:r>
      <w:r w:rsidRPr="00EF2F0E">
        <w:rPr>
          <w:rFonts w:cs="v4.2.0"/>
          <w:i/>
        </w:rPr>
        <w:t>asic limits</w:t>
      </w:r>
      <w:r w:rsidRPr="00EF2F0E">
        <w:rPr>
          <w:rFonts w:cs="v5.0.0"/>
        </w:rPr>
        <w:t xml:space="preserve"> specified in table 6.6.5.4.3.3-1 below for </w:t>
      </w:r>
      <w:r w:rsidRPr="00EF2F0E">
        <w:t xml:space="preserve">5, 10, 15 and 20 MHz </w:t>
      </w:r>
      <w:r w:rsidRPr="00EF2F0E">
        <w:rPr>
          <w:i/>
        </w:rPr>
        <w:t>channel bandwidth</w:t>
      </w:r>
      <w:r w:rsidRPr="00EF2F0E">
        <w:rPr>
          <w:rFonts w:cs="v5.0.0"/>
        </w:rPr>
        <w:t xml:space="preserve">: </w:t>
      </w:r>
    </w:p>
    <w:p w14:paraId="0984D9B5" w14:textId="77777777" w:rsidR="003E32EB" w:rsidRPr="00EF2F0E" w:rsidRDefault="003E32EB" w:rsidP="00A40339">
      <w:pPr>
        <w:pStyle w:val="TH"/>
        <w:rPr>
          <w:rFonts w:cs="v5.0.0"/>
        </w:rPr>
      </w:pPr>
      <w:r w:rsidRPr="00EF2F0E">
        <w:t xml:space="preserve">Table 6.6.5.4.3.3-1: Regional Wide Area BS operating band unwanted emission limits in band </w:t>
      </w:r>
      <w:r w:rsidRPr="00EF2F0E">
        <w:rPr>
          <w:lang w:eastAsia="zh-CN"/>
        </w:rPr>
        <w:t xml:space="preserve">1, 3, 8, 32, 33, 34 or 65 </w:t>
      </w:r>
      <w:r w:rsidRPr="00EF2F0E">
        <w:t xml:space="preserve">for 5, 10, 15 and 20 MHz </w:t>
      </w:r>
      <w:r w:rsidRPr="00EF2F0E">
        <w:rPr>
          <w:i/>
        </w:rPr>
        <w:t>channel bandwidth</w:t>
      </w:r>
      <w:r w:rsidRPr="00EF2F0E">
        <w:t xml:space="preserve"> for Category B</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D9BA" w14:textId="77777777" w:rsidTr="00A40339">
        <w:trPr>
          <w:cantSplit/>
          <w:jc w:val="center"/>
        </w:trPr>
        <w:tc>
          <w:tcPr>
            <w:tcW w:w="2127" w:type="dxa"/>
          </w:tcPr>
          <w:p w14:paraId="0984D9B6"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Pr>
          <w:p w14:paraId="0984D9B7"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Pr>
          <w:p w14:paraId="0984D9B8" w14:textId="77777777" w:rsidR="003E32EB" w:rsidRPr="00EF2F0E" w:rsidRDefault="003E32EB" w:rsidP="00A40339">
            <w:pPr>
              <w:pStyle w:val="TAH"/>
              <w:rPr>
                <w:rFonts w:cs="Arial"/>
              </w:rPr>
            </w:pPr>
            <w:r w:rsidRPr="00EF2F0E">
              <w:rPr>
                <w:rFonts w:cs="Arial"/>
                <w:i/>
              </w:rPr>
              <w:t>basic limit</w:t>
            </w:r>
            <w:r w:rsidRPr="00EF2F0E">
              <w:rPr>
                <w:rFonts w:cs="Arial"/>
              </w:rPr>
              <w:t xml:space="preserve"> (NOTE 1, 2)</w:t>
            </w:r>
          </w:p>
        </w:tc>
        <w:tc>
          <w:tcPr>
            <w:tcW w:w="1430" w:type="dxa"/>
          </w:tcPr>
          <w:p w14:paraId="0984D9B9"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(NOTE 5)</w:t>
            </w:r>
          </w:p>
        </w:tc>
      </w:tr>
      <w:tr w:rsidR="003401A4" w:rsidRPr="00EF2F0E" w14:paraId="0984D9BF" w14:textId="77777777" w:rsidTr="00A40339">
        <w:trPr>
          <w:cantSplit/>
          <w:jc w:val="center"/>
        </w:trPr>
        <w:tc>
          <w:tcPr>
            <w:tcW w:w="2127" w:type="dxa"/>
          </w:tcPr>
          <w:p w14:paraId="0984D9BB"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0.2 MHz</w:t>
            </w:r>
          </w:p>
        </w:tc>
        <w:tc>
          <w:tcPr>
            <w:tcW w:w="2976" w:type="dxa"/>
          </w:tcPr>
          <w:p w14:paraId="0984D9BC" w14:textId="77777777" w:rsidR="003E32EB" w:rsidRPr="00EF2F0E" w:rsidRDefault="003E32EB" w:rsidP="00A40339">
            <w:pPr>
              <w:pStyle w:val="TAC"/>
              <w:rPr>
                <w:rFonts w:cs="v5.0.0"/>
              </w:rPr>
            </w:pPr>
            <w:r w:rsidRPr="00EF2F0E">
              <w:rPr>
                <w:rFonts w:cs="v5.0.0"/>
              </w:rPr>
              <w:t xml:space="preserve">0.015MHz </w:t>
            </w:r>
            <w:r w:rsidRPr="00EF2F0E">
              <w:rPr>
                <w:rFonts w:cs="v5.0.0"/>
              </w:rPr>
              <w:sym w:font="Symbol" w:char="F0A3"/>
            </w:r>
            <w:r w:rsidRPr="00EF2F0E">
              <w:rPr>
                <w:rFonts w:cs="v5.0.0"/>
              </w:rPr>
              <w:t xml:space="preserve"> f_offset &lt; 0.215MHz </w:t>
            </w:r>
          </w:p>
        </w:tc>
        <w:tc>
          <w:tcPr>
            <w:tcW w:w="3455" w:type="dxa"/>
          </w:tcPr>
          <w:p w14:paraId="0984D9BD" w14:textId="77777777" w:rsidR="003E32EB" w:rsidRPr="00EF2F0E" w:rsidRDefault="003E32EB" w:rsidP="00A40339">
            <w:pPr>
              <w:pStyle w:val="TAC"/>
              <w:rPr>
                <w:rFonts w:cs="Arial"/>
              </w:rPr>
            </w:pPr>
            <w:r w:rsidRPr="00EF2F0E">
              <w:rPr>
                <w:rFonts w:cs="Arial"/>
              </w:rPr>
              <w:t>-14 dBm</w:t>
            </w:r>
          </w:p>
        </w:tc>
        <w:tc>
          <w:tcPr>
            <w:tcW w:w="1430" w:type="dxa"/>
          </w:tcPr>
          <w:p w14:paraId="0984D9BE"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9C4" w14:textId="77777777" w:rsidTr="00A40339">
        <w:trPr>
          <w:cantSplit/>
          <w:jc w:val="center"/>
        </w:trPr>
        <w:tc>
          <w:tcPr>
            <w:tcW w:w="2127" w:type="dxa"/>
          </w:tcPr>
          <w:p w14:paraId="0984D9C0" w14:textId="77777777" w:rsidR="003E32EB" w:rsidRPr="00EF2F0E" w:rsidRDefault="003E32EB" w:rsidP="00A40339">
            <w:pPr>
              <w:pStyle w:val="TAC"/>
              <w:rPr>
                <w:rFonts w:cs="v5.0.0"/>
              </w:rPr>
            </w:pPr>
            <w:r w:rsidRPr="00EF2F0E">
              <w:rPr>
                <w:rFonts w:cs="v5.0.0"/>
              </w:rPr>
              <w:t xml:space="preserve">0.2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1 MHz</w:t>
            </w:r>
          </w:p>
        </w:tc>
        <w:tc>
          <w:tcPr>
            <w:tcW w:w="2976" w:type="dxa"/>
          </w:tcPr>
          <w:p w14:paraId="0984D9C1" w14:textId="77777777" w:rsidR="003E32EB" w:rsidRPr="00EF2F0E" w:rsidRDefault="003E32EB" w:rsidP="00A40339">
            <w:pPr>
              <w:pStyle w:val="TAC"/>
              <w:rPr>
                <w:rFonts w:cs="v5.0.0"/>
              </w:rPr>
            </w:pPr>
            <w:r w:rsidRPr="00EF2F0E">
              <w:rPr>
                <w:rFonts w:cs="v5.0.0"/>
              </w:rPr>
              <w:t xml:space="preserve">0.215MHz </w:t>
            </w:r>
            <w:r w:rsidRPr="00EF2F0E">
              <w:rPr>
                <w:rFonts w:cs="v5.0.0"/>
              </w:rPr>
              <w:sym w:font="Symbol" w:char="F0A3"/>
            </w:r>
            <w:r w:rsidRPr="00EF2F0E">
              <w:rPr>
                <w:rFonts w:cs="v5.0.0"/>
              </w:rPr>
              <w:t xml:space="preserve"> f_offset &lt; 1.015MHz</w:t>
            </w:r>
          </w:p>
        </w:tc>
        <w:tc>
          <w:tcPr>
            <w:tcW w:w="3455" w:type="dxa"/>
          </w:tcPr>
          <w:p w14:paraId="0984D9C2" w14:textId="77777777" w:rsidR="003E32EB" w:rsidRPr="00EF2F0E" w:rsidRDefault="003E32EB" w:rsidP="00A40339">
            <w:pPr>
              <w:pStyle w:val="TAC"/>
              <w:rPr>
                <w:rFonts w:cs="Arial"/>
              </w:rPr>
            </w:pPr>
            <w:r w:rsidRPr="00EF2F0E">
              <w:rPr>
                <w:rFonts w:cs="Arial"/>
                <w:position w:val="-30"/>
              </w:rPr>
              <w:object w:dxaOrig="3660" w:dyaOrig="720" w14:anchorId="098511D0">
                <v:shape id="_x0000_i1051" type="#_x0000_t75" style="width:152.55pt;height:29.9pt" o:ole="" fillcolor="window">
                  <v:imagedata r:id="rId31" o:title=""/>
                </v:shape>
                <o:OLEObject Type="Embed" ProgID="Equation.3" ShapeID="_x0000_i1051" DrawAspect="Content" ObjectID="_1717663573" r:id="rId66"/>
              </w:object>
            </w:r>
          </w:p>
        </w:tc>
        <w:tc>
          <w:tcPr>
            <w:tcW w:w="1430" w:type="dxa"/>
          </w:tcPr>
          <w:p w14:paraId="0984D9C3"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9C9" w14:textId="77777777" w:rsidTr="00A40339">
        <w:trPr>
          <w:cantSplit/>
          <w:jc w:val="center"/>
        </w:trPr>
        <w:tc>
          <w:tcPr>
            <w:tcW w:w="2127" w:type="dxa"/>
          </w:tcPr>
          <w:p w14:paraId="0984D9C5" w14:textId="77777777" w:rsidR="003E32EB" w:rsidRPr="00EF2F0E" w:rsidRDefault="003E32EB" w:rsidP="00A40339">
            <w:pPr>
              <w:pStyle w:val="TAC"/>
              <w:rPr>
                <w:rFonts w:cs="v5.0.0"/>
              </w:rPr>
            </w:pPr>
            <w:r w:rsidRPr="00EF2F0E">
              <w:rPr>
                <w:rFonts w:cs="v5.0.0"/>
              </w:rPr>
              <w:t>(NOTE 6)</w:t>
            </w:r>
          </w:p>
        </w:tc>
        <w:tc>
          <w:tcPr>
            <w:tcW w:w="2976" w:type="dxa"/>
          </w:tcPr>
          <w:p w14:paraId="0984D9C6" w14:textId="77777777" w:rsidR="003E32EB" w:rsidRPr="00EF2F0E" w:rsidRDefault="003E32EB" w:rsidP="00A40339">
            <w:pPr>
              <w:pStyle w:val="TAC"/>
              <w:rPr>
                <w:rFonts w:cs="v5.0.0"/>
              </w:rPr>
            </w:pPr>
            <w:r w:rsidRPr="00EF2F0E">
              <w:rPr>
                <w:rFonts w:cs="v5.0.0"/>
              </w:rPr>
              <w:t xml:space="preserve">1.015MHz </w:t>
            </w:r>
            <w:r w:rsidRPr="00EF2F0E">
              <w:rPr>
                <w:rFonts w:cs="v5.0.0"/>
              </w:rPr>
              <w:sym w:font="Symbol" w:char="F0A3"/>
            </w:r>
            <w:r w:rsidRPr="00EF2F0E">
              <w:rPr>
                <w:rFonts w:cs="v5.0.0"/>
              </w:rPr>
              <w:t xml:space="preserve"> f_offset &lt; 1.5 MHz </w:t>
            </w:r>
          </w:p>
        </w:tc>
        <w:tc>
          <w:tcPr>
            <w:tcW w:w="3455" w:type="dxa"/>
          </w:tcPr>
          <w:p w14:paraId="0984D9C7" w14:textId="77777777" w:rsidR="003E32EB" w:rsidRPr="00EF2F0E" w:rsidRDefault="003E32EB" w:rsidP="00A40339">
            <w:pPr>
              <w:pStyle w:val="TAC"/>
              <w:rPr>
                <w:rFonts w:cs="Arial"/>
              </w:rPr>
            </w:pPr>
            <w:r w:rsidRPr="00EF2F0E">
              <w:rPr>
                <w:rFonts w:cs="Arial"/>
              </w:rPr>
              <w:t>-26 dBm</w:t>
            </w:r>
          </w:p>
        </w:tc>
        <w:tc>
          <w:tcPr>
            <w:tcW w:w="1430" w:type="dxa"/>
          </w:tcPr>
          <w:p w14:paraId="0984D9C8"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9D0" w14:textId="77777777" w:rsidTr="00A40339">
        <w:trPr>
          <w:cantSplit/>
          <w:jc w:val="center"/>
        </w:trPr>
        <w:tc>
          <w:tcPr>
            <w:tcW w:w="2127" w:type="dxa"/>
          </w:tcPr>
          <w:p w14:paraId="0984D9CA" w14:textId="77777777" w:rsidR="003E32EB" w:rsidRPr="00EF2F0E" w:rsidRDefault="003E32EB" w:rsidP="00A40339">
            <w:pPr>
              <w:pStyle w:val="TAC"/>
              <w:rPr>
                <w:rFonts w:cs="Arial"/>
                <w:lang w:val="sv-FI"/>
              </w:rPr>
            </w:pPr>
            <w:r w:rsidRPr="00EF2F0E">
              <w:rPr>
                <w:rFonts w:cs="v5.0.0"/>
                <w:lang w:val="sv-FI"/>
              </w:rPr>
              <w:t xml:space="preserve">1 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w:t>
            </w:r>
            <w:r w:rsidRPr="00EF2F0E">
              <w:rPr>
                <w:rFonts w:cs="Arial"/>
              </w:rPr>
              <w:sym w:font="Symbol" w:char="F0A3"/>
            </w:r>
            <w:r w:rsidRPr="00EF2F0E">
              <w:rPr>
                <w:rFonts w:cs="Arial"/>
                <w:lang w:val="sv-FI"/>
              </w:rPr>
              <w:t xml:space="preserve"> </w:t>
            </w:r>
          </w:p>
          <w:p w14:paraId="0984D9CB" w14:textId="77777777" w:rsidR="003E32EB" w:rsidRPr="00EF2F0E" w:rsidRDefault="003E32EB" w:rsidP="00A40339">
            <w:pPr>
              <w:pStyle w:val="TAC"/>
              <w:rPr>
                <w:rFonts w:cs="v5.0.0"/>
                <w:lang w:val="sv-FI"/>
              </w:rPr>
            </w:pPr>
            <w:r w:rsidRPr="00EF2F0E">
              <w:rPr>
                <w:rFonts w:cs="Arial"/>
                <w:lang w:val="sv-FI"/>
              </w:rPr>
              <w:t xml:space="preserve">min( 10 MHz, </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Arial"/>
                <w:lang w:val="sv-FI"/>
              </w:rPr>
              <w:t xml:space="preserve">) </w:t>
            </w:r>
          </w:p>
        </w:tc>
        <w:tc>
          <w:tcPr>
            <w:tcW w:w="2976" w:type="dxa"/>
          </w:tcPr>
          <w:p w14:paraId="0984D9CC" w14:textId="77777777" w:rsidR="003E32EB" w:rsidRPr="00EF2F0E" w:rsidRDefault="003E32EB" w:rsidP="00A40339">
            <w:pPr>
              <w:pStyle w:val="TAC"/>
              <w:rPr>
                <w:rFonts w:cs="v5.0.0"/>
                <w:lang w:val="sv-FI"/>
              </w:rPr>
            </w:pPr>
            <w:r w:rsidRPr="00EF2F0E">
              <w:rPr>
                <w:rFonts w:cs="v5.0.0"/>
                <w:lang w:val="sv-FI"/>
              </w:rPr>
              <w:t xml:space="preserve">1.5 MHz </w:t>
            </w:r>
            <w:r w:rsidRPr="00EF2F0E">
              <w:rPr>
                <w:rFonts w:cs="v5.0.0"/>
              </w:rPr>
              <w:sym w:font="Symbol" w:char="F0A3"/>
            </w:r>
            <w:r w:rsidRPr="00EF2F0E">
              <w:rPr>
                <w:rFonts w:cs="v5.0.0"/>
                <w:lang w:val="sv-FI"/>
              </w:rPr>
              <w:t xml:space="preserve"> f_offset &lt; </w:t>
            </w:r>
          </w:p>
          <w:p w14:paraId="0984D9CD" w14:textId="77777777" w:rsidR="003E32EB" w:rsidRPr="00EF2F0E" w:rsidRDefault="003E32EB" w:rsidP="00A40339">
            <w:pPr>
              <w:pStyle w:val="TAC"/>
              <w:rPr>
                <w:rFonts w:cs="v5.0.0"/>
                <w:lang w:val="sv-FI"/>
              </w:rPr>
            </w:pPr>
            <w:r w:rsidRPr="00EF2F0E">
              <w:rPr>
                <w:rFonts w:cs="v5.0.0"/>
                <w:lang w:val="sv-FI"/>
              </w:rPr>
              <w:t>min(10.5 MHz, f_offset</w:t>
            </w:r>
            <w:r w:rsidRPr="00EF2F0E">
              <w:rPr>
                <w:rFonts w:cs="v5.0.0"/>
                <w:vertAlign w:val="subscript"/>
                <w:lang w:val="sv-FI"/>
              </w:rPr>
              <w:t>max</w:t>
            </w:r>
            <w:r w:rsidRPr="00EF2F0E">
              <w:rPr>
                <w:rFonts w:cs="v5.0.0"/>
                <w:lang w:val="sv-FI"/>
              </w:rPr>
              <w:t>)</w:t>
            </w:r>
          </w:p>
        </w:tc>
        <w:tc>
          <w:tcPr>
            <w:tcW w:w="3455" w:type="dxa"/>
          </w:tcPr>
          <w:p w14:paraId="0984D9CE" w14:textId="77777777" w:rsidR="003E32EB" w:rsidRPr="00EF2F0E" w:rsidRDefault="003E32EB" w:rsidP="00A40339">
            <w:pPr>
              <w:pStyle w:val="TAC"/>
              <w:rPr>
                <w:rFonts w:cs="Arial"/>
              </w:rPr>
            </w:pPr>
            <w:r w:rsidRPr="00EF2F0E">
              <w:rPr>
                <w:rFonts w:cs="Arial"/>
              </w:rPr>
              <w:t>-13 dBm</w:t>
            </w:r>
          </w:p>
        </w:tc>
        <w:tc>
          <w:tcPr>
            <w:tcW w:w="1430" w:type="dxa"/>
          </w:tcPr>
          <w:p w14:paraId="0984D9CF" w14:textId="77777777" w:rsidR="003E32EB" w:rsidRPr="00EF2F0E" w:rsidRDefault="003E32EB" w:rsidP="00A40339">
            <w:pPr>
              <w:pStyle w:val="TAC"/>
              <w:rPr>
                <w:rFonts w:cs="Arial"/>
              </w:rPr>
            </w:pPr>
            <w:r w:rsidRPr="00EF2F0E">
              <w:rPr>
                <w:rFonts w:cs="Arial"/>
              </w:rPr>
              <w:t xml:space="preserve">1 MHz </w:t>
            </w:r>
          </w:p>
        </w:tc>
      </w:tr>
      <w:tr w:rsidR="003401A4" w:rsidRPr="00EF2F0E" w14:paraId="0984D9D5" w14:textId="77777777" w:rsidTr="00A40339">
        <w:trPr>
          <w:cantSplit/>
          <w:jc w:val="center"/>
        </w:trPr>
        <w:tc>
          <w:tcPr>
            <w:tcW w:w="2127" w:type="dxa"/>
          </w:tcPr>
          <w:p w14:paraId="0984D9D1" w14:textId="77777777" w:rsidR="003E32EB" w:rsidRPr="00EF2F0E" w:rsidRDefault="003E32EB" w:rsidP="00A40339">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9D2" w14:textId="77777777" w:rsidR="003E32EB" w:rsidRPr="00EF2F0E" w:rsidRDefault="003E32EB" w:rsidP="00A40339">
            <w:pPr>
              <w:pStyle w:val="TAC"/>
              <w:rPr>
                <w:rFonts w:cs="v5.0.0"/>
              </w:rPr>
            </w:pPr>
            <w:r w:rsidRPr="00EF2F0E">
              <w:rPr>
                <w:rFonts w:cs="v5.0.0"/>
              </w:rPr>
              <w:t xml:space="preserve">10.5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9D3" w14:textId="77777777" w:rsidR="003E32EB" w:rsidRPr="00EF2F0E" w:rsidRDefault="003E32EB" w:rsidP="00A40339">
            <w:pPr>
              <w:pStyle w:val="TAC"/>
              <w:rPr>
                <w:rFonts w:cs="Arial"/>
              </w:rPr>
            </w:pPr>
            <w:r w:rsidRPr="00EF2F0E">
              <w:rPr>
                <w:rFonts w:cs="Arial"/>
              </w:rPr>
              <w:t>-15 dBm (NOTE 7)</w:t>
            </w:r>
          </w:p>
        </w:tc>
        <w:tc>
          <w:tcPr>
            <w:tcW w:w="1430" w:type="dxa"/>
          </w:tcPr>
          <w:p w14:paraId="0984D9D4" w14:textId="77777777" w:rsidR="003E32EB" w:rsidRPr="00EF2F0E" w:rsidRDefault="003E32EB" w:rsidP="00A40339">
            <w:pPr>
              <w:pStyle w:val="TAC"/>
              <w:rPr>
                <w:rFonts w:cs="Arial"/>
              </w:rPr>
            </w:pPr>
            <w:r w:rsidRPr="00EF2F0E">
              <w:rPr>
                <w:rFonts w:cs="Arial"/>
              </w:rPr>
              <w:t xml:space="preserve">1 MHz </w:t>
            </w:r>
          </w:p>
        </w:tc>
      </w:tr>
      <w:tr w:rsidR="003E32EB" w:rsidRPr="00EF2F0E" w14:paraId="0984D9D8" w14:textId="77777777" w:rsidTr="00A40339">
        <w:trPr>
          <w:cantSplit/>
          <w:jc w:val="center"/>
        </w:trPr>
        <w:tc>
          <w:tcPr>
            <w:tcW w:w="9988" w:type="dxa"/>
            <w:gridSpan w:val="4"/>
          </w:tcPr>
          <w:p w14:paraId="0984D9D6"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-15dBm/1MHz.</w:t>
            </w:r>
          </w:p>
          <w:p w14:paraId="0984D9D7"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v5.0.0"/>
              </w:rPr>
              <w:t xml:space="preserve">, where the contribution from the far-end sub-block </w:t>
            </w:r>
            <w:r w:rsidRPr="00EF2F0E">
              <w:rPr>
                <w:rFonts w:cs="Arial"/>
              </w:rPr>
              <w:t xml:space="preserve">or </w:t>
            </w:r>
            <w:r w:rsidRPr="00EF2F0E">
              <w:rPr>
                <w:rFonts w:eastAsia="MS Mincho"/>
                <w:i/>
              </w:rPr>
              <w:t>Base Station RF Bandwidth</w:t>
            </w:r>
            <w:r w:rsidRPr="00EF2F0E">
              <w:rPr>
                <w:rFonts w:cs="Arial"/>
              </w:rPr>
              <w:t xml:space="preserve"> </w:t>
            </w:r>
            <w:r w:rsidRPr="00EF2F0E">
              <w:rPr>
                <w:rFonts w:cs="v5.0.0"/>
              </w:rPr>
              <w:t>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9D9" w14:textId="77777777" w:rsidR="003E32EB" w:rsidRPr="00EF2F0E" w:rsidRDefault="003E32EB" w:rsidP="00A40339">
      <w:pPr>
        <w:keepNext/>
        <w:rPr>
          <w:rFonts w:cs="v5.0.0"/>
        </w:rPr>
      </w:pPr>
    </w:p>
    <w:p w14:paraId="0984D9DA" w14:textId="77777777" w:rsidR="003E32EB" w:rsidRPr="00EF2F0E" w:rsidRDefault="003E32EB" w:rsidP="00A40339">
      <w:pPr>
        <w:keepNext/>
        <w:rPr>
          <w:rFonts w:cs="v5.0.0"/>
        </w:rPr>
      </w:pPr>
      <w:r w:rsidRPr="00EF2F0E">
        <w:rPr>
          <w:rFonts w:cs="v5.0.0"/>
        </w:rPr>
        <w:t xml:space="preserve">For a </w:t>
      </w:r>
      <w:r w:rsidRPr="00EF2F0E">
        <w:rPr>
          <w:rFonts w:cs="v5.0.0"/>
          <w:i/>
        </w:rPr>
        <w:t>TAB connector</w:t>
      </w:r>
      <w:r w:rsidRPr="00EF2F0E">
        <w:rPr>
          <w:rFonts w:cs="v5.0.0"/>
        </w:rPr>
        <w:t xml:space="preserve"> operating in band 3, 8, or 65 emissions shall use the </w:t>
      </w:r>
      <w:r w:rsidRPr="00EF2F0E">
        <w:rPr>
          <w:rFonts w:cs="v5.0.0"/>
          <w:i/>
        </w:rPr>
        <w:t>b</w:t>
      </w:r>
      <w:r w:rsidRPr="00EF2F0E">
        <w:rPr>
          <w:rFonts w:cs="v4.2.0"/>
          <w:i/>
        </w:rPr>
        <w:t>asic limits</w:t>
      </w:r>
      <w:r w:rsidRPr="00EF2F0E">
        <w:rPr>
          <w:rFonts w:cs="v5.0.0"/>
        </w:rPr>
        <w:t xml:space="preserve"> specified in table 6.6.5.4.3.3</w:t>
      </w:r>
      <w:r w:rsidRPr="00EF2F0E">
        <w:rPr>
          <w:rFonts w:cs="v5.0.0"/>
        </w:rPr>
        <w:noBreakHyphen/>
        <w:t xml:space="preserve">2 below for </w:t>
      </w:r>
      <w:r w:rsidRPr="00EF2F0E">
        <w:t xml:space="preserve">3 MHz </w:t>
      </w:r>
      <w:r w:rsidRPr="00EF2F0E">
        <w:rPr>
          <w:i/>
        </w:rPr>
        <w:t>channel bandwidth</w:t>
      </w:r>
      <w:r w:rsidRPr="00EF2F0E">
        <w:rPr>
          <w:rFonts w:cs="v5.0.0"/>
        </w:rPr>
        <w:t>:</w:t>
      </w:r>
    </w:p>
    <w:p w14:paraId="0984D9DB" w14:textId="77777777" w:rsidR="003E32EB" w:rsidRPr="00EF2F0E" w:rsidRDefault="003E32EB" w:rsidP="00A40339">
      <w:pPr>
        <w:pStyle w:val="TH"/>
        <w:rPr>
          <w:rFonts w:cs="v5.0.0"/>
        </w:rPr>
      </w:pPr>
      <w:r w:rsidRPr="00EF2F0E">
        <w:t xml:space="preserve">Table 6.6.5.4.3.3-2: Regional Wide Area BS operating band unwanted emission limits in band 3, 8, or 65 for 3 MHz </w:t>
      </w:r>
      <w:r w:rsidRPr="00EF2F0E">
        <w:rPr>
          <w:i/>
        </w:rPr>
        <w:t>channel bandwidth</w:t>
      </w:r>
      <w:r w:rsidRPr="00EF2F0E">
        <w:t xml:space="preserve"> for Category B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261"/>
        <w:gridCol w:w="2855"/>
        <w:gridCol w:w="1430"/>
      </w:tblGrid>
      <w:tr w:rsidR="003401A4" w:rsidRPr="00EF2F0E" w14:paraId="0984D9E0" w14:textId="77777777" w:rsidTr="00A40339">
        <w:trPr>
          <w:cantSplit/>
          <w:jc w:val="center"/>
        </w:trPr>
        <w:tc>
          <w:tcPr>
            <w:tcW w:w="2268" w:type="dxa"/>
          </w:tcPr>
          <w:p w14:paraId="0984D9DC"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3261" w:type="dxa"/>
          </w:tcPr>
          <w:p w14:paraId="0984D9DD"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2855" w:type="dxa"/>
          </w:tcPr>
          <w:p w14:paraId="0984D9DE" w14:textId="77777777" w:rsidR="003E32EB" w:rsidRPr="00EF2F0E" w:rsidRDefault="003E32EB" w:rsidP="00A40339">
            <w:pPr>
              <w:pStyle w:val="TAH"/>
              <w:rPr>
                <w:rFonts w:cs="Arial"/>
              </w:rPr>
            </w:pPr>
            <w:r w:rsidRPr="00EF2F0E">
              <w:rPr>
                <w:rFonts w:cs="Arial"/>
                <w:i/>
              </w:rPr>
              <w:t>basic limit</w:t>
            </w:r>
            <w:r w:rsidRPr="00EF2F0E">
              <w:rPr>
                <w:rFonts w:cs="Arial"/>
              </w:rPr>
              <w:t xml:space="preserve"> (NOTE 1, 2)</w:t>
            </w:r>
          </w:p>
        </w:tc>
        <w:tc>
          <w:tcPr>
            <w:tcW w:w="1430" w:type="dxa"/>
          </w:tcPr>
          <w:p w14:paraId="0984D9DF"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(NOTE 5)</w:t>
            </w:r>
          </w:p>
        </w:tc>
      </w:tr>
      <w:tr w:rsidR="003401A4" w:rsidRPr="00EF2F0E" w14:paraId="0984D9E5" w14:textId="77777777" w:rsidTr="00A40339">
        <w:trPr>
          <w:cantSplit/>
          <w:jc w:val="center"/>
        </w:trPr>
        <w:tc>
          <w:tcPr>
            <w:tcW w:w="2268" w:type="dxa"/>
          </w:tcPr>
          <w:p w14:paraId="0984D9E1"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0.05 MHz</w:t>
            </w:r>
          </w:p>
        </w:tc>
        <w:tc>
          <w:tcPr>
            <w:tcW w:w="3261" w:type="dxa"/>
          </w:tcPr>
          <w:p w14:paraId="0984D9E2" w14:textId="77777777" w:rsidR="003E32EB" w:rsidRPr="00EF2F0E" w:rsidRDefault="003E32EB" w:rsidP="00A40339">
            <w:pPr>
              <w:pStyle w:val="TAC"/>
              <w:rPr>
                <w:rFonts w:cs="v5.0.0"/>
              </w:rPr>
            </w:pPr>
            <w:r w:rsidRPr="00EF2F0E">
              <w:rPr>
                <w:rFonts w:cs="v5.0.0"/>
              </w:rPr>
              <w:t xml:space="preserve">0.015 MHz </w:t>
            </w:r>
            <w:r w:rsidRPr="00EF2F0E">
              <w:rPr>
                <w:rFonts w:cs="v5.0.0"/>
              </w:rPr>
              <w:sym w:font="Symbol" w:char="F0A3"/>
            </w:r>
            <w:r w:rsidRPr="00EF2F0E">
              <w:rPr>
                <w:rFonts w:cs="v5.0.0"/>
              </w:rPr>
              <w:t xml:space="preserve"> f_offset &lt; 0.065 MHz </w:t>
            </w:r>
          </w:p>
        </w:tc>
        <w:tc>
          <w:tcPr>
            <w:tcW w:w="2855" w:type="dxa"/>
          </w:tcPr>
          <w:p w14:paraId="0984D9E3" w14:textId="77777777" w:rsidR="003E32EB" w:rsidRPr="00EF2F0E" w:rsidRDefault="003E32EB" w:rsidP="00A40339">
            <w:pPr>
              <w:pStyle w:val="TAC"/>
              <w:rPr>
                <w:rFonts w:cs="Arial"/>
              </w:rPr>
            </w:pPr>
            <w:r w:rsidRPr="00EF2F0E">
              <w:rPr>
                <w:rFonts w:cs="Arial"/>
                <w:position w:val="-32"/>
              </w:rPr>
              <w:object w:dxaOrig="2980" w:dyaOrig="760" w14:anchorId="098511D1">
                <v:shape id="_x0000_i1052" type="#_x0000_t75" style="width:126.3pt;height:30.5pt" o:ole="" fillcolor="window">
                  <v:imagedata r:id="rId67" o:title=""/>
                </v:shape>
                <o:OLEObject Type="Embed" ProgID="Equation.3" ShapeID="_x0000_i1052" DrawAspect="Content" ObjectID="_1717663574" r:id="rId68"/>
              </w:object>
            </w:r>
          </w:p>
        </w:tc>
        <w:tc>
          <w:tcPr>
            <w:tcW w:w="1430" w:type="dxa"/>
          </w:tcPr>
          <w:p w14:paraId="0984D9E4"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9EA" w14:textId="77777777" w:rsidTr="00A40339">
        <w:trPr>
          <w:cantSplit/>
          <w:jc w:val="center"/>
        </w:trPr>
        <w:tc>
          <w:tcPr>
            <w:tcW w:w="2268" w:type="dxa"/>
          </w:tcPr>
          <w:p w14:paraId="0984D9E6"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0.15 MHz</w:t>
            </w:r>
          </w:p>
        </w:tc>
        <w:tc>
          <w:tcPr>
            <w:tcW w:w="3261" w:type="dxa"/>
          </w:tcPr>
          <w:p w14:paraId="0984D9E7" w14:textId="77777777" w:rsidR="003E32EB" w:rsidRPr="00EF2F0E" w:rsidRDefault="003E32EB" w:rsidP="00A40339">
            <w:pPr>
              <w:pStyle w:val="TAC"/>
              <w:rPr>
                <w:rFonts w:cs="v5.0.0"/>
              </w:rPr>
            </w:pPr>
            <w:r w:rsidRPr="00EF2F0E">
              <w:rPr>
                <w:rFonts w:cs="v5.0.0"/>
              </w:rPr>
              <w:t xml:space="preserve">0. 065 MHz </w:t>
            </w:r>
            <w:r w:rsidRPr="00EF2F0E">
              <w:rPr>
                <w:rFonts w:cs="v5.0.0"/>
              </w:rPr>
              <w:sym w:font="Symbol" w:char="F0A3"/>
            </w:r>
            <w:r w:rsidRPr="00EF2F0E">
              <w:rPr>
                <w:rFonts w:cs="v5.0.0"/>
              </w:rPr>
              <w:t xml:space="preserve"> f_offset &lt; 0.165 MHz </w:t>
            </w:r>
          </w:p>
        </w:tc>
        <w:tc>
          <w:tcPr>
            <w:tcW w:w="2855" w:type="dxa"/>
          </w:tcPr>
          <w:p w14:paraId="0984D9E8" w14:textId="77777777" w:rsidR="003E32EB" w:rsidRPr="00EF2F0E" w:rsidRDefault="003E32EB" w:rsidP="00A40339">
            <w:pPr>
              <w:pStyle w:val="TAC"/>
              <w:rPr>
                <w:rFonts w:cs="Arial"/>
              </w:rPr>
            </w:pPr>
            <w:r w:rsidRPr="00EF2F0E">
              <w:rPr>
                <w:rFonts w:cs="Arial"/>
                <w:position w:val="-32"/>
              </w:rPr>
              <w:object w:dxaOrig="3080" w:dyaOrig="760" w14:anchorId="098511D2">
                <v:shape id="_x0000_i1053" type="#_x0000_t75" style="width:128.75pt;height:30.5pt" o:ole="" fillcolor="window">
                  <v:imagedata r:id="rId69" o:title=""/>
                </v:shape>
                <o:OLEObject Type="Embed" ProgID="Equation.3" ShapeID="_x0000_i1053" DrawAspect="Content" ObjectID="_1717663575" r:id="rId70"/>
              </w:object>
            </w:r>
          </w:p>
        </w:tc>
        <w:tc>
          <w:tcPr>
            <w:tcW w:w="1430" w:type="dxa"/>
          </w:tcPr>
          <w:p w14:paraId="0984D9E9"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9EF" w14:textId="77777777" w:rsidTr="00A40339">
        <w:trPr>
          <w:cantSplit/>
          <w:jc w:val="center"/>
        </w:trPr>
        <w:tc>
          <w:tcPr>
            <w:tcW w:w="2268" w:type="dxa"/>
          </w:tcPr>
          <w:p w14:paraId="0984D9EB" w14:textId="77777777" w:rsidR="003E32EB" w:rsidRPr="00EF2F0E" w:rsidRDefault="003E32EB" w:rsidP="00A40339">
            <w:pPr>
              <w:pStyle w:val="TAC"/>
              <w:rPr>
                <w:rFonts w:cs="v5.0.0"/>
              </w:rPr>
            </w:pPr>
            <w:r w:rsidRPr="00EF2F0E">
              <w:rPr>
                <w:rFonts w:cs="v5.0.0"/>
              </w:rPr>
              <w:t xml:space="preserve">0.15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0.2 MHz</w:t>
            </w:r>
          </w:p>
        </w:tc>
        <w:tc>
          <w:tcPr>
            <w:tcW w:w="3261" w:type="dxa"/>
          </w:tcPr>
          <w:p w14:paraId="0984D9EC" w14:textId="77777777" w:rsidR="003E32EB" w:rsidRPr="00EF2F0E" w:rsidRDefault="003E32EB" w:rsidP="00A40339">
            <w:pPr>
              <w:pStyle w:val="TAC"/>
              <w:rPr>
                <w:rFonts w:cs="v5.0.0"/>
              </w:rPr>
            </w:pPr>
            <w:r w:rsidRPr="00EF2F0E">
              <w:rPr>
                <w:rFonts w:cs="v5.0.0"/>
              </w:rPr>
              <w:t xml:space="preserve">0.165MHz </w:t>
            </w:r>
            <w:r w:rsidRPr="00EF2F0E">
              <w:rPr>
                <w:rFonts w:cs="v5.0.0"/>
              </w:rPr>
              <w:sym w:font="Symbol" w:char="F0A3"/>
            </w:r>
            <w:r w:rsidRPr="00EF2F0E">
              <w:rPr>
                <w:rFonts w:cs="v5.0.0"/>
              </w:rPr>
              <w:t xml:space="preserve"> f_offset &lt; 0.215MHz </w:t>
            </w:r>
          </w:p>
        </w:tc>
        <w:tc>
          <w:tcPr>
            <w:tcW w:w="2855" w:type="dxa"/>
          </w:tcPr>
          <w:p w14:paraId="0984D9ED" w14:textId="77777777" w:rsidR="003E32EB" w:rsidRPr="00EF2F0E" w:rsidRDefault="003E32EB" w:rsidP="00A40339">
            <w:pPr>
              <w:pStyle w:val="TAC"/>
              <w:rPr>
                <w:rFonts w:cs="Arial"/>
              </w:rPr>
            </w:pPr>
            <w:r w:rsidRPr="00EF2F0E">
              <w:rPr>
                <w:rFonts w:cs="Arial"/>
              </w:rPr>
              <w:t>-14 dBm</w:t>
            </w:r>
          </w:p>
        </w:tc>
        <w:tc>
          <w:tcPr>
            <w:tcW w:w="1430" w:type="dxa"/>
          </w:tcPr>
          <w:p w14:paraId="0984D9EE"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9F4" w14:textId="77777777" w:rsidTr="00A40339">
        <w:trPr>
          <w:cantSplit/>
          <w:jc w:val="center"/>
        </w:trPr>
        <w:tc>
          <w:tcPr>
            <w:tcW w:w="2268" w:type="dxa"/>
          </w:tcPr>
          <w:p w14:paraId="0984D9F0" w14:textId="77777777" w:rsidR="003E32EB" w:rsidRPr="00EF2F0E" w:rsidRDefault="003E32EB" w:rsidP="00A40339">
            <w:pPr>
              <w:pStyle w:val="TAC"/>
              <w:rPr>
                <w:rFonts w:cs="v5.0.0"/>
              </w:rPr>
            </w:pPr>
            <w:r w:rsidRPr="00EF2F0E">
              <w:rPr>
                <w:rFonts w:cs="v5.0.0"/>
              </w:rPr>
              <w:t xml:space="preserve">0.2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1 MHz</w:t>
            </w:r>
          </w:p>
        </w:tc>
        <w:tc>
          <w:tcPr>
            <w:tcW w:w="3261" w:type="dxa"/>
          </w:tcPr>
          <w:p w14:paraId="0984D9F1" w14:textId="77777777" w:rsidR="003E32EB" w:rsidRPr="00EF2F0E" w:rsidRDefault="003E32EB" w:rsidP="00A40339">
            <w:pPr>
              <w:pStyle w:val="TAC"/>
              <w:rPr>
                <w:rFonts w:cs="v5.0.0"/>
              </w:rPr>
            </w:pPr>
            <w:r w:rsidRPr="00EF2F0E">
              <w:rPr>
                <w:rFonts w:cs="v5.0.0"/>
              </w:rPr>
              <w:t xml:space="preserve">0.215MHz </w:t>
            </w:r>
            <w:r w:rsidRPr="00EF2F0E">
              <w:rPr>
                <w:rFonts w:cs="v5.0.0"/>
              </w:rPr>
              <w:sym w:font="Symbol" w:char="F0A3"/>
            </w:r>
            <w:r w:rsidRPr="00EF2F0E">
              <w:rPr>
                <w:rFonts w:cs="v5.0.0"/>
              </w:rPr>
              <w:t xml:space="preserve"> f_offset &lt; 1.015MHz</w:t>
            </w:r>
          </w:p>
        </w:tc>
        <w:tc>
          <w:tcPr>
            <w:tcW w:w="2855" w:type="dxa"/>
          </w:tcPr>
          <w:p w14:paraId="0984D9F2" w14:textId="77777777" w:rsidR="003E32EB" w:rsidRPr="00EF2F0E" w:rsidRDefault="003E32EB" w:rsidP="00A40339">
            <w:pPr>
              <w:pStyle w:val="TAC"/>
              <w:rPr>
                <w:rFonts w:cs="Arial"/>
              </w:rPr>
            </w:pPr>
            <w:r w:rsidRPr="00EF2F0E">
              <w:rPr>
                <w:rFonts w:cs="Arial"/>
                <w:position w:val="-30"/>
              </w:rPr>
              <w:object w:dxaOrig="3660" w:dyaOrig="720" w14:anchorId="098511D3">
                <v:shape id="_x0000_i1054" type="#_x0000_t75" style="width:134.85pt;height:29.3pt" o:ole="" fillcolor="window">
                  <v:imagedata r:id="rId31" o:title=""/>
                </v:shape>
                <o:OLEObject Type="Embed" ProgID="Equation.3" ShapeID="_x0000_i1054" DrawAspect="Content" ObjectID="_1717663576" r:id="rId71"/>
              </w:object>
            </w:r>
          </w:p>
        </w:tc>
        <w:tc>
          <w:tcPr>
            <w:tcW w:w="1430" w:type="dxa"/>
          </w:tcPr>
          <w:p w14:paraId="0984D9F3"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9F9" w14:textId="77777777" w:rsidTr="00A40339">
        <w:trPr>
          <w:cantSplit/>
          <w:jc w:val="center"/>
        </w:trPr>
        <w:tc>
          <w:tcPr>
            <w:tcW w:w="2268" w:type="dxa"/>
          </w:tcPr>
          <w:p w14:paraId="0984D9F5" w14:textId="77777777" w:rsidR="003E32EB" w:rsidRPr="00EF2F0E" w:rsidRDefault="003E32EB" w:rsidP="00A40339">
            <w:pPr>
              <w:pStyle w:val="TAC"/>
              <w:rPr>
                <w:rFonts w:cs="v5.0.0"/>
              </w:rPr>
            </w:pPr>
            <w:r w:rsidRPr="00EF2F0E">
              <w:rPr>
                <w:rFonts w:cs="v5.0.0"/>
              </w:rPr>
              <w:t>(NOTE 6)</w:t>
            </w:r>
          </w:p>
        </w:tc>
        <w:tc>
          <w:tcPr>
            <w:tcW w:w="3261" w:type="dxa"/>
          </w:tcPr>
          <w:p w14:paraId="0984D9F6" w14:textId="77777777" w:rsidR="003E32EB" w:rsidRPr="00EF2F0E" w:rsidRDefault="003E32EB" w:rsidP="00A40339">
            <w:pPr>
              <w:pStyle w:val="TAC"/>
              <w:rPr>
                <w:rFonts w:cs="v5.0.0"/>
              </w:rPr>
            </w:pPr>
            <w:r w:rsidRPr="00EF2F0E">
              <w:rPr>
                <w:rFonts w:cs="v5.0.0"/>
              </w:rPr>
              <w:t xml:space="preserve">1.015MHz </w:t>
            </w:r>
            <w:r w:rsidRPr="00EF2F0E">
              <w:rPr>
                <w:rFonts w:cs="v5.0.0"/>
              </w:rPr>
              <w:sym w:font="Symbol" w:char="F0A3"/>
            </w:r>
            <w:r w:rsidRPr="00EF2F0E">
              <w:rPr>
                <w:rFonts w:cs="v5.0.0"/>
              </w:rPr>
              <w:t xml:space="preserve"> f_offset &lt; 1.5 MHz </w:t>
            </w:r>
          </w:p>
        </w:tc>
        <w:tc>
          <w:tcPr>
            <w:tcW w:w="2855" w:type="dxa"/>
          </w:tcPr>
          <w:p w14:paraId="0984D9F7" w14:textId="77777777" w:rsidR="003E32EB" w:rsidRPr="00EF2F0E" w:rsidRDefault="003E32EB" w:rsidP="00A40339">
            <w:pPr>
              <w:pStyle w:val="TAC"/>
              <w:rPr>
                <w:rFonts w:cs="Arial"/>
              </w:rPr>
            </w:pPr>
            <w:r w:rsidRPr="00EF2F0E">
              <w:rPr>
                <w:rFonts w:cs="Arial"/>
              </w:rPr>
              <w:t>-26 dBm</w:t>
            </w:r>
          </w:p>
        </w:tc>
        <w:tc>
          <w:tcPr>
            <w:tcW w:w="1430" w:type="dxa"/>
          </w:tcPr>
          <w:p w14:paraId="0984D9F8"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A00" w14:textId="77777777" w:rsidTr="00A40339">
        <w:trPr>
          <w:cantSplit/>
          <w:jc w:val="center"/>
        </w:trPr>
        <w:tc>
          <w:tcPr>
            <w:tcW w:w="2268" w:type="dxa"/>
          </w:tcPr>
          <w:p w14:paraId="0984D9FA" w14:textId="77777777" w:rsidR="003E32EB" w:rsidRPr="00EF2F0E" w:rsidRDefault="003E32EB" w:rsidP="00A40339">
            <w:pPr>
              <w:pStyle w:val="TAC"/>
              <w:rPr>
                <w:rFonts w:cs="Arial"/>
              </w:rPr>
            </w:pPr>
            <w:r w:rsidRPr="00EF2F0E">
              <w:rPr>
                <w:rFonts w:cs="v5.0.0"/>
              </w:rPr>
              <w:t xml:space="preserve">1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p>
          <w:p w14:paraId="0984D9FB" w14:textId="77777777" w:rsidR="003E32EB" w:rsidRPr="00EF2F0E" w:rsidRDefault="003E32EB" w:rsidP="00A40339">
            <w:pPr>
              <w:pStyle w:val="TAC"/>
              <w:rPr>
                <w:rFonts w:cs="v5.0.0"/>
              </w:rPr>
            </w:pPr>
            <w:r w:rsidRPr="00EF2F0E">
              <w:rPr>
                <w:rFonts w:cs="Arial"/>
              </w:rPr>
              <w:t>6 MHz</w:t>
            </w:r>
          </w:p>
        </w:tc>
        <w:tc>
          <w:tcPr>
            <w:tcW w:w="3261" w:type="dxa"/>
          </w:tcPr>
          <w:p w14:paraId="0984D9FC" w14:textId="77777777" w:rsidR="003E32EB" w:rsidRPr="00EF2F0E" w:rsidRDefault="003E32EB" w:rsidP="00A40339">
            <w:pPr>
              <w:pStyle w:val="TAC"/>
              <w:rPr>
                <w:rFonts w:cs="Arial"/>
              </w:rPr>
            </w:pPr>
            <w:r w:rsidRPr="00EF2F0E">
              <w:rPr>
                <w:rFonts w:cs="Arial"/>
              </w:rPr>
              <w:t xml:space="preserve">1.5 MHz </w:t>
            </w:r>
            <w:r w:rsidRPr="00EF2F0E">
              <w:rPr>
                <w:rFonts w:cs="Arial"/>
              </w:rPr>
              <w:sym w:font="Symbol" w:char="F0A3"/>
            </w:r>
            <w:r w:rsidRPr="00EF2F0E">
              <w:rPr>
                <w:rFonts w:cs="Arial"/>
              </w:rPr>
              <w:t xml:space="preserve"> f_offset &lt; </w:t>
            </w:r>
          </w:p>
          <w:p w14:paraId="0984D9FD" w14:textId="77777777" w:rsidR="003E32EB" w:rsidRPr="00EF2F0E" w:rsidRDefault="003E32EB" w:rsidP="00A40339">
            <w:pPr>
              <w:pStyle w:val="TAC"/>
              <w:rPr>
                <w:rFonts w:cs="v5.0.0"/>
              </w:rPr>
            </w:pPr>
            <w:r w:rsidRPr="00EF2F0E">
              <w:rPr>
                <w:rFonts w:cs="v5.0.0"/>
              </w:rPr>
              <w:t>6.5 MHz</w:t>
            </w:r>
          </w:p>
        </w:tc>
        <w:tc>
          <w:tcPr>
            <w:tcW w:w="2855" w:type="dxa"/>
          </w:tcPr>
          <w:p w14:paraId="0984D9FE" w14:textId="77777777" w:rsidR="003E32EB" w:rsidRPr="00EF2F0E" w:rsidRDefault="003E32EB" w:rsidP="00A40339">
            <w:pPr>
              <w:pStyle w:val="TAC"/>
              <w:rPr>
                <w:rFonts w:cs="Arial"/>
              </w:rPr>
            </w:pPr>
            <w:r w:rsidRPr="00EF2F0E">
              <w:rPr>
                <w:rFonts w:cs="Arial"/>
              </w:rPr>
              <w:t>-13 dBm</w:t>
            </w:r>
          </w:p>
        </w:tc>
        <w:tc>
          <w:tcPr>
            <w:tcW w:w="1430" w:type="dxa"/>
          </w:tcPr>
          <w:p w14:paraId="0984D9FF" w14:textId="77777777" w:rsidR="003E32EB" w:rsidRPr="00EF2F0E" w:rsidRDefault="003E32EB" w:rsidP="00A40339">
            <w:pPr>
              <w:pStyle w:val="TAC"/>
              <w:rPr>
                <w:rFonts w:cs="Arial"/>
              </w:rPr>
            </w:pPr>
            <w:r w:rsidRPr="00EF2F0E">
              <w:rPr>
                <w:rFonts w:cs="Arial"/>
              </w:rPr>
              <w:t xml:space="preserve">1 MHz </w:t>
            </w:r>
          </w:p>
        </w:tc>
      </w:tr>
      <w:tr w:rsidR="003401A4" w:rsidRPr="00EF2F0E" w14:paraId="0984DA05" w14:textId="77777777" w:rsidTr="00A40339">
        <w:trPr>
          <w:cantSplit/>
          <w:jc w:val="center"/>
        </w:trPr>
        <w:tc>
          <w:tcPr>
            <w:tcW w:w="2268" w:type="dxa"/>
          </w:tcPr>
          <w:p w14:paraId="0984DA01" w14:textId="77777777" w:rsidR="003E32EB" w:rsidRPr="00EF2F0E" w:rsidRDefault="003E32EB" w:rsidP="00A40339">
            <w:pPr>
              <w:pStyle w:val="TAC"/>
              <w:rPr>
                <w:rFonts w:cs="v5.0.0"/>
              </w:rPr>
            </w:pPr>
            <w:r w:rsidRPr="00EF2F0E">
              <w:rPr>
                <w:rFonts w:cs="v5.0.0"/>
              </w:rPr>
              <w:t xml:space="preserve">6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3261" w:type="dxa"/>
          </w:tcPr>
          <w:p w14:paraId="0984DA02" w14:textId="77777777" w:rsidR="003E32EB" w:rsidRPr="00EF2F0E" w:rsidRDefault="003E32EB" w:rsidP="00A40339">
            <w:pPr>
              <w:pStyle w:val="TAC"/>
              <w:rPr>
                <w:rFonts w:cs="v5.0.0"/>
              </w:rPr>
            </w:pPr>
            <w:r w:rsidRPr="00EF2F0E">
              <w:rPr>
                <w:rFonts w:cs="v5.0.0"/>
              </w:rPr>
              <w:t xml:space="preserve">6.5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2855" w:type="dxa"/>
          </w:tcPr>
          <w:p w14:paraId="0984DA03" w14:textId="77777777" w:rsidR="003E32EB" w:rsidRPr="00EF2F0E" w:rsidRDefault="003E32EB" w:rsidP="00A40339">
            <w:pPr>
              <w:pStyle w:val="TAC"/>
              <w:rPr>
                <w:rFonts w:cs="Arial"/>
              </w:rPr>
            </w:pPr>
            <w:r w:rsidRPr="00EF2F0E">
              <w:rPr>
                <w:rFonts w:cs="Arial"/>
              </w:rPr>
              <w:t>-15 dBm</w:t>
            </w:r>
          </w:p>
        </w:tc>
        <w:tc>
          <w:tcPr>
            <w:tcW w:w="1430" w:type="dxa"/>
          </w:tcPr>
          <w:p w14:paraId="0984DA04" w14:textId="77777777" w:rsidR="003E32EB" w:rsidRPr="00EF2F0E" w:rsidRDefault="003E32EB" w:rsidP="00A40339">
            <w:pPr>
              <w:pStyle w:val="TAC"/>
              <w:rPr>
                <w:rFonts w:cs="Arial"/>
              </w:rPr>
            </w:pPr>
            <w:r w:rsidRPr="00EF2F0E">
              <w:rPr>
                <w:rFonts w:cs="Arial"/>
              </w:rPr>
              <w:t xml:space="preserve">1 MHz </w:t>
            </w:r>
          </w:p>
        </w:tc>
      </w:tr>
      <w:tr w:rsidR="003E32EB" w:rsidRPr="00EF2F0E" w14:paraId="0984DA08" w14:textId="77777777" w:rsidTr="00A40339">
        <w:trPr>
          <w:cantSplit/>
          <w:jc w:val="center"/>
        </w:trPr>
        <w:tc>
          <w:tcPr>
            <w:tcW w:w="9814" w:type="dxa"/>
            <w:gridSpan w:val="4"/>
          </w:tcPr>
          <w:p w14:paraId="0984DA06"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-15dBm/1MHz.</w:t>
            </w:r>
          </w:p>
          <w:p w14:paraId="0984DA07"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v5.0.0"/>
              </w:rPr>
              <w:t xml:space="preserve">, where the contribution from the far-end sub-block </w:t>
            </w:r>
            <w:r w:rsidRPr="00EF2F0E">
              <w:rPr>
                <w:rFonts w:cs="Arial"/>
              </w:rPr>
              <w:t xml:space="preserve">or </w:t>
            </w:r>
            <w:r w:rsidRPr="00EF2F0E">
              <w:rPr>
                <w:rFonts w:eastAsia="MS Mincho"/>
                <w:i/>
              </w:rPr>
              <w:t>Base Station RF Bandwidth</w:t>
            </w:r>
            <w:r w:rsidRPr="00EF2F0E">
              <w:rPr>
                <w:rFonts w:cs="Arial"/>
              </w:rPr>
              <w:t xml:space="preserve"> </w:t>
            </w:r>
            <w:r w:rsidRPr="00EF2F0E">
              <w:rPr>
                <w:rFonts w:cs="v5.0.0"/>
              </w:rPr>
              <w:t>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A09" w14:textId="77777777" w:rsidR="003E32EB" w:rsidRPr="00EF2F0E" w:rsidRDefault="003E32EB" w:rsidP="00A40339"/>
    <w:p w14:paraId="0984DA0A" w14:textId="77777777" w:rsidR="003E32EB" w:rsidRPr="00EF2F0E" w:rsidRDefault="003E32EB" w:rsidP="00A40339">
      <w:pPr>
        <w:keepNext/>
        <w:rPr>
          <w:rFonts w:cs="v5.0.0"/>
        </w:rPr>
      </w:pPr>
      <w:r w:rsidRPr="00EF2F0E">
        <w:rPr>
          <w:rFonts w:cs="v5.0.0"/>
        </w:rPr>
        <w:t xml:space="preserve">For a </w:t>
      </w:r>
      <w:r w:rsidRPr="00EF2F0E">
        <w:rPr>
          <w:rFonts w:cs="v5.0.0"/>
          <w:i/>
        </w:rPr>
        <w:t>TAB connector</w:t>
      </w:r>
      <w:r w:rsidRPr="00EF2F0E">
        <w:rPr>
          <w:rFonts w:cs="v5.0.0"/>
        </w:rPr>
        <w:t xml:space="preserve"> operating in band 3, 8 or 65, emissions shall not use the </w:t>
      </w:r>
      <w:r w:rsidRPr="00EF2F0E">
        <w:rPr>
          <w:rFonts w:cs="v5.0.0"/>
          <w:i/>
        </w:rPr>
        <w:t>b</w:t>
      </w:r>
      <w:r w:rsidRPr="00EF2F0E">
        <w:rPr>
          <w:rFonts w:cs="v4.2.0"/>
          <w:i/>
        </w:rPr>
        <w:t>asic limits</w:t>
      </w:r>
      <w:r w:rsidRPr="00EF2F0E">
        <w:rPr>
          <w:rFonts w:cs="v5.0.0"/>
        </w:rPr>
        <w:t xml:space="preserve"> specified in table 6.6.5.4.3.3</w:t>
      </w:r>
      <w:r w:rsidRPr="00EF2F0E">
        <w:rPr>
          <w:rFonts w:cs="v5.0.0"/>
        </w:rPr>
        <w:noBreakHyphen/>
        <w:t xml:space="preserve">3 below for </w:t>
      </w:r>
      <w:r w:rsidRPr="00EF2F0E">
        <w:t xml:space="preserve">1.4 MHz </w:t>
      </w:r>
      <w:r w:rsidRPr="00EF2F0E">
        <w:rPr>
          <w:i/>
        </w:rPr>
        <w:t>channel bandwidth</w:t>
      </w:r>
      <w:r w:rsidRPr="00EF2F0E">
        <w:rPr>
          <w:rFonts w:cs="v5.0.0"/>
        </w:rPr>
        <w:t>:</w:t>
      </w:r>
    </w:p>
    <w:p w14:paraId="0984DA0B" w14:textId="77777777" w:rsidR="003E32EB" w:rsidRPr="00EF2F0E" w:rsidRDefault="003E32EB" w:rsidP="00A40339">
      <w:pPr>
        <w:pStyle w:val="TH"/>
        <w:rPr>
          <w:rFonts w:cs="v5.0.0"/>
        </w:rPr>
      </w:pPr>
      <w:r w:rsidRPr="00EF2F0E">
        <w:t>Table 6.6.5.4.3.3-3: Regional Wide Area BS operating band unwanted emission limits in band 3, 8, or 65</w:t>
      </w:r>
      <w:r w:rsidRPr="00EF2F0E">
        <w:rPr>
          <w:lang w:eastAsia="zh-CN"/>
        </w:rPr>
        <w:t xml:space="preserve"> </w:t>
      </w:r>
      <w:r w:rsidRPr="00EF2F0E">
        <w:t xml:space="preserve">for 1.4 MHz </w:t>
      </w:r>
      <w:r w:rsidRPr="00EF2F0E">
        <w:rPr>
          <w:i/>
        </w:rPr>
        <w:t>channel bandwidth</w:t>
      </w:r>
      <w:r w:rsidRPr="00EF2F0E">
        <w:t xml:space="preserve"> for Category B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261"/>
        <w:gridCol w:w="2855"/>
        <w:gridCol w:w="1430"/>
      </w:tblGrid>
      <w:tr w:rsidR="003401A4" w:rsidRPr="00EF2F0E" w14:paraId="0984DA10" w14:textId="77777777" w:rsidTr="00A40339">
        <w:trPr>
          <w:cantSplit/>
          <w:jc w:val="center"/>
        </w:trPr>
        <w:tc>
          <w:tcPr>
            <w:tcW w:w="2268" w:type="dxa"/>
          </w:tcPr>
          <w:p w14:paraId="0984DA0C"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3261" w:type="dxa"/>
          </w:tcPr>
          <w:p w14:paraId="0984DA0D"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2855" w:type="dxa"/>
          </w:tcPr>
          <w:p w14:paraId="0984DA0E" w14:textId="77777777" w:rsidR="003E32EB" w:rsidRPr="00EF2F0E" w:rsidRDefault="003E32EB" w:rsidP="00A40339">
            <w:pPr>
              <w:pStyle w:val="TAH"/>
              <w:rPr>
                <w:rFonts w:cs="Arial"/>
              </w:rPr>
            </w:pPr>
            <w:r w:rsidRPr="00EF2F0E">
              <w:rPr>
                <w:rFonts w:cs="Arial"/>
                <w:i/>
              </w:rPr>
              <w:t>basic limit</w:t>
            </w:r>
            <w:r w:rsidRPr="00EF2F0E">
              <w:rPr>
                <w:rFonts w:cs="Arial"/>
              </w:rPr>
              <w:t xml:space="preserve"> (NOTE 1, 2)</w:t>
            </w:r>
          </w:p>
        </w:tc>
        <w:tc>
          <w:tcPr>
            <w:tcW w:w="1430" w:type="dxa"/>
          </w:tcPr>
          <w:p w14:paraId="0984DA0F"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(NOTE 5)</w:t>
            </w:r>
          </w:p>
        </w:tc>
      </w:tr>
      <w:tr w:rsidR="003401A4" w:rsidRPr="00EF2F0E" w14:paraId="0984DA15" w14:textId="77777777" w:rsidTr="00A40339">
        <w:trPr>
          <w:cantSplit/>
          <w:jc w:val="center"/>
        </w:trPr>
        <w:tc>
          <w:tcPr>
            <w:tcW w:w="2268" w:type="dxa"/>
          </w:tcPr>
          <w:p w14:paraId="0984DA11"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0.05 MHz</w:t>
            </w:r>
          </w:p>
        </w:tc>
        <w:tc>
          <w:tcPr>
            <w:tcW w:w="3261" w:type="dxa"/>
          </w:tcPr>
          <w:p w14:paraId="0984DA12" w14:textId="77777777" w:rsidR="003E32EB" w:rsidRPr="00EF2F0E" w:rsidRDefault="003E32EB" w:rsidP="00A40339">
            <w:pPr>
              <w:pStyle w:val="TAC"/>
              <w:rPr>
                <w:rFonts w:cs="v5.0.0"/>
              </w:rPr>
            </w:pPr>
            <w:r w:rsidRPr="00EF2F0E">
              <w:rPr>
                <w:rFonts w:cs="v5.0.0"/>
              </w:rPr>
              <w:t xml:space="preserve">0.015 MHz </w:t>
            </w:r>
            <w:r w:rsidRPr="00EF2F0E">
              <w:rPr>
                <w:rFonts w:cs="v5.0.0"/>
              </w:rPr>
              <w:sym w:font="Symbol" w:char="F0A3"/>
            </w:r>
            <w:r w:rsidRPr="00EF2F0E">
              <w:rPr>
                <w:rFonts w:cs="v5.0.0"/>
              </w:rPr>
              <w:t xml:space="preserve"> f_offset &lt; 0.065 MHz </w:t>
            </w:r>
          </w:p>
        </w:tc>
        <w:tc>
          <w:tcPr>
            <w:tcW w:w="2855" w:type="dxa"/>
          </w:tcPr>
          <w:p w14:paraId="0984DA13" w14:textId="77777777" w:rsidR="003E32EB" w:rsidRPr="00EF2F0E" w:rsidRDefault="003E32EB" w:rsidP="00A40339">
            <w:pPr>
              <w:pStyle w:val="TAC"/>
              <w:rPr>
                <w:rFonts w:cs="Arial"/>
              </w:rPr>
            </w:pPr>
            <w:r w:rsidRPr="00EF2F0E">
              <w:rPr>
                <w:rFonts w:cs="Arial"/>
                <w:position w:val="-32"/>
              </w:rPr>
              <w:object w:dxaOrig="2980" w:dyaOrig="760" w14:anchorId="098511D4">
                <v:shape id="_x0000_i1055" type="#_x0000_t75" style="width:126.3pt;height:30.5pt" o:ole="" fillcolor="window">
                  <v:imagedata r:id="rId67" o:title=""/>
                </v:shape>
                <o:OLEObject Type="Embed" ProgID="Equation.3" ShapeID="_x0000_i1055" DrawAspect="Content" ObjectID="_1717663577" r:id="rId72"/>
              </w:object>
            </w:r>
          </w:p>
        </w:tc>
        <w:tc>
          <w:tcPr>
            <w:tcW w:w="1430" w:type="dxa"/>
          </w:tcPr>
          <w:p w14:paraId="0984DA14"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A1A" w14:textId="77777777" w:rsidTr="00A40339">
        <w:trPr>
          <w:cantSplit/>
          <w:jc w:val="center"/>
        </w:trPr>
        <w:tc>
          <w:tcPr>
            <w:tcW w:w="2268" w:type="dxa"/>
          </w:tcPr>
          <w:p w14:paraId="0984DA16"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0.15 MHz</w:t>
            </w:r>
          </w:p>
        </w:tc>
        <w:tc>
          <w:tcPr>
            <w:tcW w:w="3261" w:type="dxa"/>
          </w:tcPr>
          <w:p w14:paraId="0984DA17" w14:textId="77777777" w:rsidR="003E32EB" w:rsidRPr="00EF2F0E" w:rsidRDefault="003E32EB" w:rsidP="00A40339">
            <w:pPr>
              <w:pStyle w:val="TAC"/>
              <w:rPr>
                <w:rFonts w:cs="v5.0.0"/>
              </w:rPr>
            </w:pPr>
            <w:r w:rsidRPr="00EF2F0E">
              <w:rPr>
                <w:rFonts w:cs="v5.0.0"/>
              </w:rPr>
              <w:t xml:space="preserve">0. 065 MHz </w:t>
            </w:r>
            <w:r w:rsidRPr="00EF2F0E">
              <w:rPr>
                <w:rFonts w:cs="v5.0.0"/>
              </w:rPr>
              <w:sym w:font="Symbol" w:char="F0A3"/>
            </w:r>
            <w:r w:rsidRPr="00EF2F0E">
              <w:rPr>
                <w:rFonts w:cs="v5.0.0"/>
              </w:rPr>
              <w:t xml:space="preserve"> f_offset &lt; 0.165 MHz </w:t>
            </w:r>
          </w:p>
        </w:tc>
        <w:tc>
          <w:tcPr>
            <w:tcW w:w="2855" w:type="dxa"/>
          </w:tcPr>
          <w:p w14:paraId="0984DA18" w14:textId="77777777" w:rsidR="003E32EB" w:rsidRPr="00EF2F0E" w:rsidRDefault="003E32EB" w:rsidP="00A40339">
            <w:pPr>
              <w:pStyle w:val="TAC"/>
              <w:rPr>
                <w:rFonts w:cs="Arial"/>
              </w:rPr>
            </w:pPr>
            <w:r w:rsidRPr="00EF2F0E">
              <w:rPr>
                <w:rFonts w:cs="Arial"/>
                <w:position w:val="-32"/>
              </w:rPr>
              <w:object w:dxaOrig="3080" w:dyaOrig="760" w14:anchorId="098511D5">
                <v:shape id="_x0000_i1056" type="#_x0000_t75" style="width:128.75pt;height:30.5pt" o:ole="" fillcolor="window">
                  <v:imagedata r:id="rId69" o:title=""/>
                </v:shape>
                <o:OLEObject Type="Embed" ProgID="Equation.3" ShapeID="_x0000_i1056" DrawAspect="Content" ObjectID="_1717663578" r:id="rId73"/>
              </w:object>
            </w:r>
          </w:p>
        </w:tc>
        <w:tc>
          <w:tcPr>
            <w:tcW w:w="1430" w:type="dxa"/>
          </w:tcPr>
          <w:p w14:paraId="0984DA19"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A1F" w14:textId="77777777" w:rsidTr="00A40339">
        <w:trPr>
          <w:cantSplit/>
          <w:jc w:val="center"/>
        </w:trPr>
        <w:tc>
          <w:tcPr>
            <w:tcW w:w="2268" w:type="dxa"/>
          </w:tcPr>
          <w:p w14:paraId="0984DA1B" w14:textId="77777777" w:rsidR="003E32EB" w:rsidRPr="00EF2F0E" w:rsidRDefault="003E32EB" w:rsidP="00A40339">
            <w:pPr>
              <w:pStyle w:val="TAC"/>
              <w:rPr>
                <w:rFonts w:cs="v5.0.0"/>
              </w:rPr>
            </w:pPr>
            <w:r w:rsidRPr="00EF2F0E">
              <w:rPr>
                <w:rFonts w:cs="v5.0.0"/>
              </w:rPr>
              <w:t xml:space="preserve">0.15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0.2 MHz</w:t>
            </w:r>
          </w:p>
        </w:tc>
        <w:tc>
          <w:tcPr>
            <w:tcW w:w="3261" w:type="dxa"/>
          </w:tcPr>
          <w:p w14:paraId="0984DA1C" w14:textId="77777777" w:rsidR="003E32EB" w:rsidRPr="00EF2F0E" w:rsidRDefault="003E32EB" w:rsidP="00A40339">
            <w:pPr>
              <w:pStyle w:val="TAC"/>
              <w:rPr>
                <w:rFonts w:cs="v5.0.0"/>
              </w:rPr>
            </w:pPr>
            <w:r w:rsidRPr="00EF2F0E">
              <w:rPr>
                <w:rFonts w:cs="v5.0.0"/>
              </w:rPr>
              <w:t xml:space="preserve">0.165MHz </w:t>
            </w:r>
            <w:r w:rsidRPr="00EF2F0E">
              <w:rPr>
                <w:rFonts w:cs="v5.0.0"/>
              </w:rPr>
              <w:sym w:font="Symbol" w:char="F0A3"/>
            </w:r>
            <w:r w:rsidRPr="00EF2F0E">
              <w:rPr>
                <w:rFonts w:cs="v5.0.0"/>
              </w:rPr>
              <w:t xml:space="preserve"> f_offset &lt; 0.215MHz </w:t>
            </w:r>
          </w:p>
        </w:tc>
        <w:tc>
          <w:tcPr>
            <w:tcW w:w="2855" w:type="dxa"/>
          </w:tcPr>
          <w:p w14:paraId="0984DA1D" w14:textId="77777777" w:rsidR="003E32EB" w:rsidRPr="00EF2F0E" w:rsidRDefault="003E32EB" w:rsidP="00A40339">
            <w:pPr>
              <w:pStyle w:val="TAC"/>
              <w:rPr>
                <w:rFonts w:cs="Arial"/>
              </w:rPr>
            </w:pPr>
            <w:r w:rsidRPr="00EF2F0E">
              <w:rPr>
                <w:rFonts w:cs="Arial"/>
              </w:rPr>
              <w:t>-14 dBm</w:t>
            </w:r>
          </w:p>
        </w:tc>
        <w:tc>
          <w:tcPr>
            <w:tcW w:w="1430" w:type="dxa"/>
          </w:tcPr>
          <w:p w14:paraId="0984DA1E"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A24" w14:textId="77777777" w:rsidTr="00A40339">
        <w:trPr>
          <w:cantSplit/>
          <w:jc w:val="center"/>
        </w:trPr>
        <w:tc>
          <w:tcPr>
            <w:tcW w:w="2268" w:type="dxa"/>
          </w:tcPr>
          <w:p w14:paraId="0984DA20" w14:textId="77777777" w:rsidR="003E32EB" w:rsidRPr="00EF2F0E" w:rsidRDefault="003E32EB" w:rsidP="00A40339">
            <w:pPr>
              <w:pStyle w:val="TAC"/>
              <w:rPr>
                <w:rFonts w:cs="v5.0.0"/>
              </w:rPr>
            </w:pPr>
            <w:r w:rsidRPr="00EF2F0E">
              <w:rPr>
                <w:rFonts w:cs="v5.0.0"/>
              </w:rPr>
              <w:t xml:space="preserve">0.2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1 MHz</w:t>
            </w:r>
          </w:p>
        </w:tc>
        <w:tc>
          <w:tcPr>
            <w:tcW w:w="3261" w:type="dxa"/>
          </w:tcPr>
          <w:p w14:paraId="0984DA21" w14:textId="77777777" w:rsidR="003E32EB" w:rsidRPr="00EF2F0E" w:rsidRDefault="003E32EB" w:rsidP="00A40339">
            <w:pPr>
              <w:pStyle w:val="TAC"/>
              <w:rPr>
                <w:rFonts w:cs="v5.0.0"/>
              </w:rPr>
            </w:pPr>
            <w:r w:rsidRPr="00EF2F0E">
              <w:rPr>
                <w:rFonts w:cs="v5.0.0"/>
              </w:rPr>
              <w:t xml:space="preserve">0.215MHz </w:t>
            </w:r>
            <w:r w:rsidRPr="00EF2F0E">
              <w:rPr>
                <w:rFonts w:cs="v5.0.0"/>
              </w:rPr>
              <w:sym w:font="Symbol" w:char="F0A3"/>
            </w:r>
            <w:r w:rsidRPr="00EF2F0E">
              <w:rPr>
                <w:rFonts w:cs="v5.0.0"/>
              </w:rPr>
              <w:t xml:space="preserve"> f_offset &lt; 1.015MHz</w:t>
            </w:r>
          </w:p>
        </w:tc>
        <w:tc>
          <w:tcPr>
            <w:tcW w:w="2855" w:type="dxa"/>
          </w:tcPr>
          <w:p w14:paraId="0984DA22" w14:textId="77777777" w:rsidR="003E32EB" w:rsidRPr="00EF2F0E" w:rsidRDefault="003E32EB" w:rsidP="00A40339">
            <w:pPr>
              <w:pStyle w:val="TAC"/>
              <w:rPr>
                <w:rFonts w:cs="Arial"/>
              </w:rPr>
            </w:pPr>
            <w:r w:rsidRPr="00EF2F0E">
              <w:rPr>
                <w:rFonts w:cs="Arial"/>
                <w:position w:val="-30"/>
              </w:rPr>
              <w:object w:dxaOrig="3660" w:dyaOrig="720" w14:anchorId="098511D6">
                <v:shape id="_x0000_i1057" type="#_x0000_t75" style="width:152.55pt;height:29.9pt" o:ole="" fillcolor="window">
                  <v:imagedata r:id="rId31" o:title=""/>
                </v:shape>
                <o:OLEObject Type="Embed" ProgID="Equation.3" ShapeID="_x0000_i1057" DrawAspect="Content" ObjectID="_1717663579" r:id="rId74"/>
              </w:object>
            </w:r>
          </w:p>
        </w:tc>
        <w:tc>
          <w:tcPr>
            <w:tcW w:w="1430" w:type="dxa"/>
          </w:tcPr>
          <w:p w14:paraId="0984DA23"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A29" w14:textId="77777777" w:rsidTr="00A40339">
        <w:trPr>
          <w:cantSplit/>
          <w:jc w:val="center"/>
        </w:trPr>
        <w:tc>
          <w:tcPr>
            <w:tcW w:w="2268" w:type="dxa"/>
          </w:tcPr>
          <w:p w14:paraId="0984DA25" w14:textId="77777777" w:rsidR="003E32EB" w:rsidRPr="00EF2F0E" w:rsidRDefault="003E32EB" w:rsidP="00A40339">
            <w:pPr>
              <w:pStyle w:val="TAC"/>
              <w:rPr>
                <w:rFonts w:cs="v5.0.0"/>
              </w:rPr>
            </w:pPr>
            <w:r w:rsidRPr="00EF2F0E">
              <w:rPr>
                <w:rFonts w:cs="v5.0.0"/>
              </w:rPr>
              <w:t>(NOTE 6)</w:t>
            </w:r>
          </w:p>
        </w:tc>
        <w:tc>
          <w:tcPr>
            <w:tcW w:w="3261" w:type="dxa"/>
          </w:tcPr>
          <w:p w14:paraId="0984DA26" w14:textId="77777777" w:rsidR="003E32EB" w:rsidRPr="00EF2F0E" w:rsidRDefault="003E32EB" w:rsidP="00A40339">
            <w:pPr>
              <w:pStyle w:val="TAC"/>
              <w:rPr>
                <w:rFonts w:cs="v5.0.0"/>
              </w:rPr>
            </w:pPr>
            <w:r w:rsidRPr="00EF2F0E">
              <w:rPr>
                <w:rFonts w:cs="v5.0.0"/>
              </w:rPr>
              <w:t xml:space="preserve">1.015MHz </w:t>
            </w:r>
            <w:r w:rsidRPr="00EF2F0E">
              <w:rPr>
                <w:rFonts w:cs="v5.0.0"/>
              </w:rPr>
              <w:sym w:font="Symbol" w:char="F0A3"/>
            </w:r>
            <w:r w:rsidRPr="00EF2F0E">
              <w:rPr>
                <w:rFonts w:cs="v5.0.0"/>
              </w:rPr>
              <w:t xml:space="preserve"> f_offset &lt; 1.5 MHz </w:t>
            </w:r>
          </w:p>
        </w:tc>
        <w:tc>
          <w:tcPr>
            <w:tcW w:w="2855" w:type="dxa"/>
          </w:tcPr>
          <w:p w14:paraId="0984DA27" w14:textId="77777777" w:rsidR="003E32EB" w:rsidRPr="00EF2F0E" w:rsidRDefault="003E32EB" w:rsidP="00A40339">
            <w:pPr>
              <w:pStyle w:val="TAC"/>
              <w:rPr>
                <w:rFonts w:cs="Arial"/>
              </w:rPr>
            </w:pPr>
            <w:r w:rsidRPr="00EF2F0E">
              <w:rPr>
                <w:rFonts w:cs="Arial"/>
              </w:rPr>
              <w:t>-26 dBm</w:t>
            </w:r>
          </w:p>
        </w:tc>
        <w:tc>
          <w:tcPr>
            <w:tcW w:w="1430" w:type="dxa"/>
          </w:tcPr>
          <w:p w14:paraId="0984DA28" w14:textId="77777777" w:rsidR="003E32EB" w:rsidRPr="00EF2F0E" w:rsidRDefault="003E32EB" w:rsidP="00A40339">
            <w:pPr>
              <w:pStyle w:val="TAC"/>
              <w:rPr>
                <w:rFonts w:cs="Arial"/>
              </w:rPr>
            </w:pPr>
            <w:r w:rsidRPr="00EF2F0E">
              <w:rPr>
                <w:rFonts w:cs="Arial"/>
              </w:rPr>
              <w:t xml:space="preserve">30 kHz </w:t>
            </w:r>
          </w:p>
        </w:tc>
      </w:tr>
      <w:tr w:rsidR="003401A4" w:rsidRPr="00EF2F0E" w14:paraId="0984DA2E" w14:textId="77777777" w:rsidTr="00A40339">
        <w:trPr>
          <w:cantSplit/>
          <w:jc w:val="center"/>
        </w:trPr>
        <w:tc>
          <w:tcPr>
            <w:tcW w:w="2268" w:type="dxa"/>
          </w:tcPr>
          <w:p w14:paraId="0984DA2A" w14:textId="77777777" w:rsidR="003E32EB" w:rsidRPr="00EF2F0E" w:rsidRDefault="003E32EB" w:rsidP="00A40339">
            <w:pPr>
              <w:pStyle w:val="TAC"/>
              <w:rPr>
                <w:rFonts w:cs="v5.0.0"/>
              </w:rPr>
            </w:pPr>
            <w:r w:rsidRPr="00EF2F0E">
              <w:rPr>
                <w:rFonts w:cs="v5.0.0"/>
              </w:rPr>
              <w:t xml:space="preserve">1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v5.0.0"/>
              </w:rPr>
              <w:t xml:space="preserve">2.8 </w:t>
            </w:r>
            <w:r w:rsidRPr="00EF2F0E">
              <w:rPr>
                <w:rFonts w:cs="Arial"/>
              </w:rPr>
              <w:t xml:space="preserve">MHz </w:t>
            </w:r>
          </w:p>
        </w:tc>
        <w:tc>
          <w:tcPr>
            <w:tcW w:w="3261" w:type="dxa"/>
          </w:tcPr>
          <w:p w14:paraId="0984DA2B" w14:textId="77777777" w:rsidR="003E32EB" w:rsidRPr="00EF2F0E" w:rsidRDefault="003E32EB" w:rsidP="00A40339">
            <w:pPr>
              <w:pStyle w:val="TAC"/>
              <w:rPr>
                <w:rFonts w:cs="v5.0.0"/>
              </w:rPr>
            </w:pPr>
            <w:r w:rsidRPr="00EF2F0E">
              <w:rPr>
                <w:rFonts w:cs="v5.0.0"/>
              </w:rPr>
              <w:t xml:space="preserve">1.5 MHz </w:t>
            </w:r>
            <w:r w:rsidRPr="00EF2F0E">
              <w:rPr>
                <w:rFonts w:cs="v5.0.0"/>
              </w:rPr>
              <w:sym w:font="Symbol" w:char="F0A3"/>
            </w:r>
            <w:r w:rsidRPr="00EF2F0E">
              <w:rPr>
                <w:rFonts w:cs="v5.0.0"/>
              </w:rPr>
              <w:t xml:space="preserve"> f_offset &lt; 3.3 MHz</w:t>
            </w:r>
          </w:p>
        </w:tc>
        <w:tc>
          <w:tcPr>
            <w:tcW w:w="2855" w:type="dxa"/>
          </w:tcPr>
          <w:p w14:paraId="0984DA2C" w14:textId="77777777" w:rsidR="003E32EB" w:rsidRPr="00EF2F0E" w:rsidRDefault="003E32EB" w:rsidP="00A40339">
            <w:pPr>
              <w:pStyle w:val="TAC"/>
              <w:rPr>
                <w:rFonts w:cs="Arial"/>
              </w:rPr>
            </w:pPr>
            <w:r w:rsidRPr="00EF2F0E">
              <w:rPr>
                <w:rFonts w:cs="Arial"/>
              </w:rPr>
              <w:t>-13 dBm</w:t>
            </w:r>
          </w:p>
        </w:tc>
        <w:tc>
          <w:tcPr>
            <w:tcW w:w="1430" w:type="dxa"/>
          </w:tcPr>
          <w:p w14:paraId="0984DA2D" w14:textId="77777777" w:rsidR="003E32EB" w:rsidRPr="00EF2F0E" w:rsidRDefault="003E32EB" w:rsidP="00A40339">
            <w:pPr>
              <w:pStyle w:val="TAC"/>
              <w:rPr>
                <w:rFonts w:cs="Arial"/>
              </w:rPr>
            </w:pPr>
            <w:r w:rsidRPr="00EF2F0E">
              <w:rPr>
                <w:rFonts w:cs="Arial"/>
              </w:rPr>
              <w:t xml:space="preserve">1 MHz </w:t>
            </w:r>
          </w:p>
        </w:tc>
      </w:tr>
      <w:tr w:rsidR="003401A4" w:rsidRPr="00EF2F0E" w14:paraId="0984DA33" w14:textId="77777777" w:rsidTr="00A40339">
        <w:trPr>
          <w:cantSplit/>
          <w:jc w:val="center"/>
        </w:trPr>
        <w:tc>
          <w:tcPr>
            <w:tcW w:w="2268" w:type="dxa"/>
          </w:tcPr>
          <w:p w14:paraId="0984DA2F" w14:textId="77777777" w:rsidR="003E32EB" w:rsidRPr="00EF2F0E" w:rsidRDefault="003E32EB" w:rsidP="00A40339">
            <w:pPr>
              <w:pStyle w:val="TAC"/>
              <w:rPr>
                <w:rFonts w:cs="v5.0.0"/>
              </w:rPr>
            </w:pPr>
            <w:r w:rsidRPr="00EF2F0E">
              <w:rPr>
                <w:rFonts w:cs="v5.0.0"/>
              </w:rPr>
              <w:t xml:space="preserve">2.8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3261" w:type="dxa"/>
          </w:tcPr>
          <w:p w14:paraId="0984DA30" w14:textId="77777777" w:rsidR="003E32EB" w:rsidRPr="00EF2F0E" w:rsidRDefault="003E32EB" w:rsidP="00A40339">
            <w:pPr>
              <w:pStyle w:val="TAC"/>
              <w:rPr>
                <w:rFonts w:cs="v5.0.0"/>
              </w:rPr>
            </w:pPr>
            <w:r w:rsidRPr="00EF2F0E">
              <w:rPr>
                <w:rFonts w:cs="v5.0.0"/>
              </w:rPr>
              <w:t xml:space="preserve">3.3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2855" w:type="dxa"/>
          </w:tcPr>
          <w:p w14:paraId="0984DA31" w14:textId="77777777" w:rsidR="003E32EB" w:rsidRPr="00EF2F0E" w:rsidRDefault="003E32EB" w:rsidP="00A40339">
            <w:pPr>
              <w:pStyle w:val="TAC"/>
              <w:rPr>
                <w:rFonts w:cs="Arial"/>
              </w:rPr>
            </w:pPr>
            <w:r w:rsidRPr="00EF2F0E">
              <w:rPr>
                <w:rFonts w:cs="Arial"/>
              </w:rPr>
              <w:t>-15 dBm</w:t>
            </w:r>
          </w:p>
        </w:tc>
        <w:tc>
          <w:tcPr>
            <w:tcW w:w="1430" w:type="dxa"/>
          </w:tcPr>
          <w:p w14:paraId="0984DA32" w14:textId="77777777" w:rsidR="003E32EB" w:rsidRPr="00EF2F0E" w:rsidRDefault="003E32EB" w:rsidP="00A40339">
            <w:pPr>
              <w:pStyle w:val="TAC"/>
              <w:rPr>
                <w:rFonts w:cs="Arial"/>
              </w:rPr>
            </w:pPr>
            <w:r w:rsidRPr="00EF2F0E">
              <w:rPr>
                <w:rFonts w:cs="Arial"/>
              </w:rPr>
              <w:t xml:space="preserve">1 MHz </w:t>
            </w:r>
          </w:p>
        </w:tc>
      </w:tr>
      <w:tr w:rsidR="003E32EB" w:rsidRPr="00EF2F0E" w14:paraId="0984DA36" w14:textId="77777777" w:rsidTr="00A40339">
        <w:trPr>
          <w:cantSplit/>
          <w:jc w:val="center"/>
        </w:trPr>
        <w:tc>
          <w:tcPr>
            <w:tcW w:w="9814" w:type="dxa"/>
            <w:gridSpan w:val="4"/>
          </w:tcPr>
          <w:p w14:paraId="0984DA34" w14:textId="77777777" w:rsidR="003E32EB" w:rsidRPr="00EF2F0E" w:rsidRDefault="003E32EB" w:rsidP="00A40339">
            <w:pPr>
              <w:pStyle w:val="TAN"/>
              <w:rPr>
                <w:rFonts w:cs="Arial"/>
              </w:rPr>
            </w:pPr>
            <w:r w:rsidRPr="00EF2F0E">
              <w:rPr>
                <w:rFonts w:cs="Arial"/>
              </w:rPr>
              <w:t xml:space="preserve">NOTE 1:   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-15dBm/1MHz.</w:t>
            </w:r>
          </w:p>
          <w:p w14:paraId="0984DA35"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v5.0.0"/>
              </w:rPr>
              <w:t xml:space="preserve">, where the contribution from the far-end sub-block </w:t>
            </w:r>
            <w:r w:rsidRPr="00EF2F0E">
              <w:rPr>
                <w:rFonts w:cs="Arial"/>
              </w:rPr>
              <w:t xml:space="preserve">or </w:t>
            </w:r>
            <w:r w:rsidRPr="00EF2F0E">
              <w:rPr>
                <w:rFonts w:eastAsia="MS Mincho"/>
                <w:i/>
              </w:rPr>
              <w:t>Base Station RF Bandwidth</w:t>
            </w:r>
            <w:r w:rsidRPr="00EF2F0E">
              <w:rPr>
                <w:rFonts w:cs="Arial"/>
              </w:rPr>
              <w:t xml:space="preserve"> </w:t>
            </w:r>
            <w:r w:rsidRPr="00EF2F0E">
              <w:rPr>
                <w:rFonts w:cs="v5.0.0"/>
              </w:rPr>
              <w:t>shall be scaled according to the measurement bandwidth of the near-end sub-block</w:t>
            </w:r>
            <w:r w:rsidRPr="00EF2F0E">
              <w:rPr>
                <w:rFonts w:cs="Arial"/>
              </w:rPr>
              <w:t xml:space="preserve"> or </w:t>
            </w:r>
            <w:r w:rsidRPr="00EF2F0E">
              <w:rPr>
                <w:rFonts w:eastAsia="MS Mincho"/>
                <w:i/>
              </w:rPr>
              <w:t>Base Station RF Bandwidth</w:t>
            </w:r>
            <w:r w:rsidRPr="00EF2F0E">
              <w:rPr>
                <w:rFonts w:cs="Arial"/>
              </w:rPr>
              <w:t>.</w:t>
            </w:r>
          </w:p>
        </w:tc>
      </w:tr>
    </w:tbl>
    <w:p w14:paraId="0984DA37" w14:textId="77777777" w:rsidR="003E32EB" w:rsidRPr="00EF2F0E" w:rsidRDefault="003E32EB" w:rsidP="00A40339">
      <w:pPr>
        <w:rPr>
          <w:lang w:eastAsia="zh-CN"/>
        </w:rPr>
      </w:pPr>
    </w:p>
    <w:p w14:paraId="0984DA38" w14:textId="77777777" w:rsidR="003E32EB" w:rsidRPr="00EF2F0E" w:rsidRDefault="003E32EB" w:rsidP="00A40339">
      <w:pPr>
        <w:pStyle w:val="Heading5"/>
      </w:pPr>
      <w:bookmarkStart w:id="1832" w:name="_Toc21095890"/>
      <w:bookmarkStart w:id="1833" w:name="_Toc29763089"/>
      <w:bookmarkStart w:id="1834" w:name="_Toc45869374"/>
      <w:bookmarkStart w:id="1835" w:name="_Toc52554622"/>
      <w:bookmarkStart w:id="1836" w:name="_Toc52555092"/>
      <w:bookmarkStart w:id="1837" w:name="_Toc61112317"/>
      <w:bookmarkStart w:id="1838" w:name="_Toc67911469"/>
      <w:bookmarkStart w:id="1839" w:name="_Toc74842944"/>
      <w:bookmarkStart w:id="1840" w:name="_Toc76503327"/>
      <w:bookmarkStart w:id="1841" w:name="_Toc83040770"/>
      <w:bookmarkStart w:id="1842" w:name="_Toc89851813"/>
      <w:bookmarkStart w:id="1843" w:name="_Toc98676167"/>
      <w:r w:rsidRPr="00EF2F0E">
        <w:t>6.6.5.4.4</w:t>
      </w:r>
      <w:r w:rsidRPr="00EF2F0E">
        <w:tab/>
      </w:r>
      <w:r w:rsidRPr="00EF2F0E">
        <w:rPr>
          <w:rFonts w:cs="Arial"/>
        </w:rPr>
        <w:t>Basic limit</w:t>
      </w:r>
      <w:r w:rsidRPr="00EF2F0E">
        <w:t xml:space="preserve">s </w:t>
      </w:r>
      <w:r w:rsidRPr="00EF2F0E">
        <w:rPr>
          <w:lang w:eastAsia="zh-CN"/>
        </w:rPr>
        <w:t>for Local Area BS (Category A and B)</w:t>
      </w:r>
      <w:bookmarkEnd w:id="1832"/>
      <w:bookmarkEnd w:id="1833"/>
      <w:bookmarkEnd w:id="1834"/>
      <w:bookmarkEnd w:id="1835"/>
      <w:bookmarkEnd w:id="1836"/>
      <w:bookmarkEnd w:id="1837"/>
      <w:bookmarkEnd w:id="1838"/>
      <w:bookmarkEnd w:id="1839"/>
      <w:bookmarkEnd w:id="1840"/>
      <w:bookmarkEnd w:id="1841"/>
      <w:bookmarkEnd w:id="1842"/>
      <w:bookmarkEnd w:id="1843"/>
    </w:p>
    <w:p w14:paraId="0984DA39" w14:textId="77777777" w:rsidR="003E32EB" w:rsidRPr="00EF2F0E" w:rsidRDefault="003E32EB" w:rsidP="00A40339">
      <w:pPr>
        <w:keepNext/>
        <w:rPr>
          <w:rFonts w:cs="v5.0.0"/>
        </w:rPr>
      </w:pPr>
      <w:r w:rsidRPr="00EF2F0E">
        <w:t xml:space="preserve">For </w:t>
      </w:r>
      <w:r w:rsidRPr="00EF2F0E">
        <w:rPr>
          <w:lang w:eastAsia="zh-CN"/>
        </w:rPr>
        <w:t>Local Area</w:t>
      </w:r>
      <w:r w:rsidRPr="00EF2F0E">
        <w:rPr>
          <w:rFonts w:cs="v5.0.0"/>
        </w:rPr>
        <w:t xml:space="preserve"> </w:t>
      </w:r>
      <w:r w:rsidRPr="00EF2F0E">
        <w:rPr>
          <w:rFonts w:cs="v5.0.0"/>
          <w:lang w:eastAsia="zh-CN"/>
        </w:rPr>
        <w:t xml:space="preserve">BS, </w:t>
      </w:r>
      <w:r w:rsidRPr="00EF2F0E">
        <w:rPr>
          <w:rFonts w:cs="v5.0.0"/>
          <w:i/>
        </w:rPr>
        <w:t>basic limits</w:t>
      </w:r>
      <w:r w:rsidRPr="00EF2F0E">
        <w:rPr>
          <w:rFonts w:cs="v5.0.0"/>
        </w:rPr>
        <w:t xml:space="preserve"> are specified in tables 6.</w:t>
      </w:r>
      <w:r w:rsidRPr="00EF2F0E">
        <w:rPr>
          <w:rFonts w:cs="v5.0.0"/>
          <w:lang w:eastAsia="zh-CN"/>
        </w:rPr>
        <w:t>6</w:t>
      </w:r>
      <w:r w:rsidRPr="00EF2F0E">
        <w:rPr>
          <w:rFonts w:cs="v5.0.0"/>
        </w:rPr>
        <w:t>.</w:t>
      </w:r>
      <w:r w:rsidRPr="00EF2F0E">
        <w:rPr>
          <w:rFonts w:cs="v5.0.0"/>
          <w:lang w:eastAsia="zh-CN"/>
        </w:rPr>
        <w:t>5.4.4-</w:t>
      </w:r>
      <w:r w:rsidRPr="00EF2F0E">
        <w:rPr>
          <w:rFonts w:cs="v5.0.0"/>
        </w:rPr>
        <w:t>1 to 6.</w:t>
      </w:r>
      <w:r w:rsidRPr="00EF2F0E">
        <w:rPr>
          <w:rFonts w:cs="v5.0.0"/>
          <w:lang w:eastAsia="zh-CN"/>
        </w:rPr>
        <w:t>6</w:t>
      </w:r>
      <w:r w:rsidRPr="00EF2F0E">
        <w:rPr>
          <w:rFonts w:cs="v5.0.0"/>
        </w:rPr>
        <w:t>.</w:t>
      </w:r>
      <w:r w:rsidRPr="00EF2F0E">
        <w:rPr>
          <w:rFonts w:cs="v5.0.0"/>
          <w:lang w:eastAsia="zh-CN"/>
        </w:rPr>
        <w:t>5.4.4</w:t>
      </w:r>
      <w:r w:rsidRPr="00EF2F0E">
        <w:rPr>
          <w:rFonts w:cs="v5.0.0"/>
        </w:rPr>
        <w:t>-3.</w:t>
      </w:r>
    </w:p>
    <w:p w14:paraId="0984DA3A" w14:textId="77777777" w:rsidR="003E32EB" w:rsidRPr="00EF2F0E" w:rsidRDefault="003E32EB" w:rsidP="00A40339">
      <w:pPr>
        <w:pStyle w:val="TH"/>
        <w:rPr>
          <w:rFonts w:cs="v5.0.0"/>
        </w:rPr>
      </w:pPr>
      <w:r w:rsidRPr="00EF2F0E">
        <w:t xml:space="preserve">Table </w:t>
      </w:r>
      <w:r w:rsidRPr="00EF2F0E">
        <w:rPr>
          <w:rFonts w:cs="v5.0.0"/>
        </w:rPr>
        <w:t>6.</w:t>
      </w:r>
      <w:r w:rsidRPr="00EF2F0E">
        <w:rPr>
          <w:rFonts w:cs="v5.0.0"/>
          <w:lang w:eastAsia="zh-CN"/>
        </w:rPr>
        <w:t>6</w:t>
      </w:r>
      <w:r w:rsidRPr="00EF2F0E">
        <w:rPr>
          <w:rFonts w:cs="v5.0.0"/>
        </w:rPr>
        <w:t>.</w:t>
      </w:r>
      <w:r w:rsidRPr="00EF2F0E">
        <w:rPr>
          <w:rFonts w:cs="v5.0.0"/>
          <w:lang w:eastAsia="zh-CN"/>
        </w:rPr>
        <w:t>5.4.4-</w:t>
      </w:r>
      <w:r w:rsidRPr="00EF2F0E">
        <w:rPr>
          <w:rFonts w:cs="v5.0.0"/>
        </w:rPr>
        <w:t>1</w:t>
      </w:r>
      <w:r w:rsidRPr="00EF2F0E">
        <w:t>: Local Area B</w:t>
      </w:r>
      <w:r w:rsidRPr="00EF2F0E">
        <w:rPr>
          <w:lang w:eastAsia="zh-CN"/>
        </w:rPr>
        <w:t>S</w:t>
      </w:r>
      <w:r w:rsidRPr="00EF2F0E">
        <w:t xml:space="preserve"> operating band unwanted emission limits for 1.4 MHz </w:t>
      </w:r>
      <w:r w:rsidRPr="00EF2F0E">
        <w:rPr>
          <w:i/>
        </w:rPr>
        <w:t>channel bandwidth</w:t>
      </w:r>
      <w:r w:rsidRPr="00EF2F0E">
        <w:t xml:space="preserve">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A3F" w14:textId="77777777" w:rsidTr="00A40339">
        <w:trPr>
          <w:cantSplit/>
          <w:jc w:val="center"/>
        </w:trPr>
        <w:tc>
          <w:tcPr>
            <w:tcW w:w="1953" w:type="dxa"/>
          </w:tcPr>
          <w:p w14:paraId="0984DA3B"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Pr>
          <w:p w14:paraId="0984DA3C"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Pr>
          <w:p w14:paraId="0984DA3D" w14:textId="77777777" w:rsidR="003E32EB" w:rsidRPr="00EF2F0E" w:rsidRDefault="003E32EB" w:rsidP="00A40339">
            <w:pPr>
              <w:pStyle w:val="TAH"/>
              <w:rPr>
                <w:rFonts w:cs="Arial"/>
              </w:rPr>
            </w:pPr>
            <w:r w:rsidRPr="00EF2F0E">
              <w:rPr>
                <w:rFonts w:cs="Arial"/>
                <w:i/>
              </w:rPr>
              <w:t>basic limit</w:t>
            </w:r>
            <w:r w:rsidRPr="00EF2F0E">
              <w:rPr>
                <w:rFonts w:cs="Arial"/>
              </w:rPr>
              <w:t xml:space="preserve"> (NOTE 1, 2)</w:t>
            </w:r>
          </w:p>
        </w:tc>
        <w:tc>
          <w:tcPr>
            <w:tcW w:w="1430" w:type="dxa"/>
          </w:tcPr>
          <w:p w14:paraId="0984DA3E" w14:textId="77777777" w:rsidR="003E32EB" w:rsidRPr="00EF2F0E" w:rsidRDefault="003E32EB" w:rsidP="00A40339">
            <w:pPr>
              <w:pStyle w:val="TAH"/>
              <w:rPr>
                <w:rFonts w:cs="Arial"/>
              </w:rPr>
            </w:pPr>
            <w:r w:rsidRPr="00EF2F0E">
              <w:rPr>
                <w:rFonts w:cs="Arial"/>
              </w:rPr>
              <w:t>Measurement bandwidth</w:t>
            </w:r>
            <w:r w:rsidRPr="00EF2F0E">
              <w:rPr>
                <w:rFonts w:cs="v5.0.0"/>
              </w:rPr>
              <w:t xml:space="preserve"> </w:t>
            </w:r>
            <w:r w:rsidRPr="00EF2F0E">
              <w:rPr>
                <w:rFonts w:cs="Arial"/>
              </w:rPr>
              <w:t>(NOTE 5)</w:t>
            </w:r>
          </w:p>
        </w:tc>
      </w:tr>
      <w:tr w:rsidR="003401A4" w:rsidRPr="00EF2F0E" w14:paraId="0984DA44" w14:textId="77777777" w:rsidTr="00A40339">
        <w:trPr>
          <w:cantSplit/>
          <w:jc w:val="center"/>
        </w:trPr>
        <w:tc>
          <w:tcPr>
            <w:tcW w:w="1953" w:type="dxa"/>
            <w:vAlign w:val="center"/>
          </w:tcPr>
          <w:p w14:paraId="0984DA40"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1.4 MHz</w:t>
            </w:r>
          </w:p>
        </w:tc>
        <w:tc>
          <w:tcPr>
            <w:tcW w:w="2976" w:type="dxa"/>
            <w:vAlign w:val="center"/>
          </w:tcPr>
          <w:p w14:paraId="0984DA41"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1.45 MHz</w:t>
            </w:r>
          </w:p>
        </w:tc>
        <w:tc>
          <w:tcPr>
            <w:tcW w:w="3455" w:type="dxa"/>
            <w:vAlign w:val="center"/>
          </w:tcPr>
          <w:p w14:paraId="0984DA42" w14:textId="77777777" w:rsidR="003E32EB" w:rsidRPr="00EF2F0E" w:rsidRDefault="003E32EB" w:rsidP="00A40339">
            <w:pPr>
              <w:pStyle w:val="TAC"/>
              <w:rPr>
                <w:rFonts w:cs="Arial"/>
              </w:rPr>
            </w:pPr>
            <w:r w:rsidRPr="00EF2F0E">
              <w:rPr>
                <w:rFonts w:cs="Arial"/>
                <w:position w:val="-28"/>
              </w:rPr>
              <w:object w:dxaOrig="3519" w:dyaOrig="680" w14:anchorId="098511D7">
                <v:shape id="_x0000_i1058" type="#_x0000_t75" style="width:159.25pt;height:30.5pt" o:ole="">
                  <v:imagedata r:id="rId75" o:title=""/>
                </v:shape>
                <o:OLEObject Type="Embed" ProgID="Equation.DSMT4" ShapeID="_x0000_i1058" DrawAspect="Content" ObjectID="_1717663580" r:id="rId76"/>
              </w:object>
            </w:r>
          </w:p>
        </w:tc>
        <w:tc>
          <w:tcPr>
            <w:tcW w:w="1430" w:type="dxa"/>
          </w:tcPr>
          <w:p w14:paraId="0984DA43"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A49" w14:textId="77777777" w:rsidTr="00A40339">
        <w:trPr>
          <w:cantSplit/>
          <w:jc w:val="center"/>
        </w:trPr>
        <w:tc>
          <w:tcPr>
            <w:tcW w:w="1953" w:type="dxa"/>
          </w:tcPr>
          <w:p w14:paraId="0984DA45" w14:textId="77777777" w:rsidR="003E32EB" w:rsidRPr="00EF2F0E" w:rsidRDefault="003E32EB" w:rsidP="00A40339">
            <w:pPr>
              <w:pStyle w:val="TAC"/>
              <w:rPr>
                <w:rFonts w:cs="v5.0.0"/>
              </w:rPr>
            </w:pPr>
            <w:r w:rsidRPr="00EF2F0E">
              <w:rPr>
                <w:rFonts w:cs="v5.0.0"/>
              </w:rPr>
              <w:t xml:space="preserve">1.4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2.8 MHz</w:t>
            </w:r>
          </w:p>
        </w:tc>
        <w:tc>
          <w:tcPr>
            <w:tcW w:w="2976" w:type="dxa"/>
          </w:tcPr>
          <w:p w14:paraId="0984DA46" w14:textId="77777777" w:rsidR="003E32EB" w:rsidRPr="00EF2F0E" w:rsidRDefault="003E32EB" w:rsidP="00A40339">
            <w:pPr>
              <w:pStyle w:val="TAC"/>
              <w:rPr>
                <w:rFonts w:cs="v5.0.0"/>
              </w:rPr>
            </w:pPr>
            <w:r w:rsidRPr="00EF2F0E">
              <w:rPr>
                <w:rFonts w:cs="v5.0.0"/>
              </w:rPr>
              <w:t xml:space="preserve">1.45 MHz </w:t>
            </w:r>
            <w:r w:rsidRPr="00EF2F0E">
              <w:rPr>
                <w:rFonts w:cs="v5.0.0"/>
              </w:rPr>
              <w:sym w:font="Symbol" w:char="F0A3"/>
            </w:r>
            <w:r w:rsidRPr="00EF2F0E">
              <w:rPr>
                <w:rFonts w:cs="v5.0.0"/>
              </w:rPr>
              <w:t xml:space="preserve"> f_offset &lt; 2.85 MHz</w:t>
            </w:r>
          </w:p>
        </w:tc>
        <w:tc>
          <w:tcPr>
            <w:tcW w:w="3455" w:type="dxa"/>
          </w:tcPr>
          <w:p w14:paraId="0984DA47" w14:textId="77777777" w:rsidR="003E32EB" w:rsidRPr="00EF2F0E" w:rsidRDefault="003E32EB" w:rsidP="00A40339">
            <w:pPr>
              <w:pStyle w:val="TAC"/>
              <w:rPr>
                <w:rFonts w:cs="Arial"/>
              </w:rPr>
            </w:pPr>
            <w:r w:rsidRPr="00EF2F0E">
              <w:rPr>
                <w:rFonts w:cs="Arial"/>
              </w:rPr>
              <w:t>-</w:t>
            </w:r>
            <w:r w:rsidRPr="00EF2F0E">
              <w:rPr>
                <w:rFonts w:cs="Arial"/>
                <w:lang w:eastAsia="zh-CN"/>
              </w:rPr>
              <w:t>31</w:t>
            </w:r>
            <w:r w:rsidRPr="00EF2F0E">
              <w:rPr>
                <w:rFonts w:cs="Arial"/>
              </w:rPr>
              <w:t xml:space="preserve"> dBm</w:t>
            </w:r>
          </w:p>
        </w:tc>
        <w:tc>
          <w:tcPr>
            <w:tcW w:w="1430" w:type="dxa"/>
          </w:tcPr>
          <w:p w14:paraId="0984DA48"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A4E" w14:textId="77777777" w:rsidTr="00A40339">
        <w:trPr>
          <w:cantSplit/>
          <w:jc w:val="center"/>
        </w:trPr>
        <w:tc>
          <w:tcPr>
            <w:tcW w:w="1953" w:type="dxa"/>
          </w:tcPr>
          <w:p w14:paraId="0984DA4A" w14:textId="77777777" w:rsidR="003E32EB" w:rsidRPr="00EF2F0E" w:rsidRDefault="003E32EB" w:rsidP="00A40339">
            <w:pPr>
              <w:pStyle w:val="TAC"/>
              <w:rPr>
                <w:rFonts w:cs="v5.0.0"/>
              </w:rPr>
            </w:pPr>
            <w:r w:rsidRPr="00EF2F0E">
              <w:rPr>
                <w:rFonts w:cs="v5.0.0"/>
              </w:rPr>
              <w:t xml:space="preserve">2.8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A4B" w14:textId="77777777" w:rsidR="003E32EB" w:rsidRPr="00EF2F0E" w:rsidRDefault="003E32EB" w:rsidP="00A40339">
            <w:pPr>
              <w:pStyle w:val="TAC"/>
              <w:rPr>
                <w:rFonts w:cs="v5.0.0"/>
              </w:rPr>
            </w:pPr>
            <w:r w:rsidRPr="00EF2F0E">
              <w:rPr>
                <w:rFonts w:cs="v5.0.0"/>
              </w:rPr>
              <w:t xml:space="preserve">2.85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A4C" w14:textId="77777777" w:rsidR="003E32EB" w:rsidRPr="00EF2F0E" w:rsidRDefault="003E32EB" w:rsidP="00A40339">
            <w:pPr>
              <w:pStyle w:val="TAC"/>
              <w:rPr>
                <w:rFonts w:cs="Arial"/>
              </w:rPr>
            </w:pPr>
            <w:r w:rsidRPr="00EF2F0E">
              <w:rPr>
                <w:rFonts w:cs="Arial"/>
              </w:rPr>
              <w:t>-</w:t>
            </w:r>
            <w:r w:rsidRPr="00EF2F0E">
              <w:rPr>
                <w:rFonts w:cs="Arial"/>
                <w:lang w:eastAsia="zh-CN"/>
              </w:rPr>
              <w:t>31</w:t>
            </w:r>
            <w:r w:rsidRPr="00EF2F0E">
              <w:rPr>
                <w:rFonts w:cs="Arial"/>
              </w:rPr>
              <w:t xml:space="preserve"> dBm</w:t>
            </w:r>
          </w:p>
        </w:tc>
        <w:tc>
          <w:tcPr>
            <w:tcW w:w="1430" w:type="dxa"/>
          </w:tcPr>
          <w:p w14:paraId="0984DA4D" w14:textId="77777777" w:rsidR="003E32EB" w:rsidRPr="00EF2F0E" w:rsidRDefault="003E32EB" w:rsidP="00A40339">
            <w:pPr>
              <w:pStyle w:val="TAC"/>
              <w:rPr>
                <w:rFonts w:cs="Arial"/>
              </w:rPr>
            </w:pPr>
            <w:r w:rsidRPr="00EF2F0E">
              <w:rPr>
                <w:rFonts w:cs="Arial"/>
              </w:rPr>
              <w:t xml:space="preserve">100 kHz </w:t>
            </w:r>
          </w:p>
        </w:tc>
      </w:tr>
      <w:tr w:rsidR="003E32EB" w:rsidRPr="00EF2F0E" w14:paraId="0984DA51" w14:textId="77777777" w:rsidTr="00A40339">
        <w:trPr>
          <w:cantSplit/>
          <w:jc w:val="center"/>
        </w:trPr>
        <w:tc>
          <w:tcPr>
            <w:tcW w:w="9814" w:type="dxa"/>
            <w:gridSpan w:val="4"/>
          </w:tcPr>
          <w:p w14:paraId="0984DA4F" w14:textId="77777777" w:rsidR="003E32EB" w:rsidRPr="00EF2F0E" w:rsidRDefault="003E32EB" w:rsidP="00A40339">
            <w:pPr>
              <w:pStyle w:val="TAN"/>
              <w:rPr>
                <w:rFonts w:cs="Arial"/>
              </w:rPr>
            </w:pPr>
            <w:r w:rsidRPr="00EF2F0E">
              <w:rPr>
                <w:rFonts w:cs="Arial"/>
              </w:rPr>
              <w:t xml:space="preserve">NOTE 1:   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-31dBm/100kHz.</w:t>
            </w:r>
          </w:p>
          <w:p w14:paraId="0984DA50"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A52" w14:textId="77777777" w:rsidR="003E32EB" w:rsidRPr="00EF2F0E" w:rsidRDefault="003E32EB" w:rsidP="00A40339"/>
    <w:p w14:paraId="0984DA53" w14:textId="77777777" w:rsidR="003E32EB" w:rsidRPr="00EF2F0E" w:rsidRDefault="003E32EB" w:rsidP="00A40339">
      <w:pPr>
        <w:pStyle w:val="TH"/>
        <w:rPr>
          <w:rFonts w:cs="v5.0.0"/>
        </w:rPr>
      </w:pPr>
      <w:r w:rsidRPr="00EF2F0E">
        <w:t xml:space="preserve">Table </w:t>
      </w:r>
      <w:r w:rsidRPr="00EF2F0E">
        <w:rPr>
          <w:rFonts w:cs="v5.0.0"/>
        </w:rPr>
        <w:t>6.</w:t>
      </w:r>
      <w:r w:rsidRPr="00EF2F0E">
        <w:rPr>
          <w:rFonts w:cs="v5.0.0"/>
          <w:lang w:eastAsia="zh-CN"/>
        </w:rPr>
        <w:t>6</w:t>
      </w:r>
      <w:r w:rsidRPr="00EF2F0E">
        <w:rPr>
          <w:rFonts w:cs="v5.0.0"/>
        </w:rPr>
        <w:t>.</w:t>
      </w:r>
      <w:r w:rsidRPr="00EF2F0E">
        <w:rPr>
          <w:rFonts w:cs="v5.0.0"/>
          <w:lang w:eastAsia="zh-CN"/>
        </w:rPr>
        <w:t>5.4.4-</w:t>
      </w:r>
      <w:r w:rsidRPr="00EF2F0E">
        <w:t>2: Local Area B</w:t>
      </w:r>
      <w:r w:rsidRPr="00EF2F0E">
        <w:rPr>
          <w:lang w:eastAsia="zh-CN"/>
        </w:rPr>
        <w:t>S</w:t>
      </w:r>
      <w:r w:rsidRPr="00EF2F0E">
        <w:t xml:space="preserve"> operating band unwanted emission limits for 3 MHz </w:t>
      </w:r>
      <w:r w:rsidRPr="00EF2F0E">
        <w:rPr>
          <w:i/>
        </w:rPr>
        <w:t>channel bandwidth</w:t>
      </w:r>
      <w:r w:rsidRPr="00EF2F0E">
        <w:t xml:space="preserve">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A58" w14:textId="77777777" w:rsidTr="00A40339">
        <w:trPr>
          <w:cantSplit/>
          <w:jc w:val="center"/>
        </w:trPr>
        <w:tc>
          <w:tcPr>
            <w:tcW w:w="1953" w:type="dxa"/>
          </w:tcPr>
          <w:p w14:paraId="0984DA54" w14:textId="77777777" w:rsidR="003E32EB" w:rsidRPr="00EF2F0E" w:rsidRDefault="003E32EB" w:rsidP="00A40339">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A55" w14:textId="77777777" w:rsidR="003E32EB" w:rsidRPr="00EF2F0E" w:rsidRDefault="003E32EB" w:rsidP="00A40339">
            <w:pPr>
              <w:pStyle w:val="TAH"/>
              <w:rPr>
                <w:rFonts w:cs="v5.0.0"/>
              </w:rPr>
            </w:pPr>
            <w:r w:rsidRPr="00EF2F0E">
              <w:rPr>
                <w:rFonts w:cs="v5.0.0"/>
              </w:rPr>
              <w:t>Frequency offset of measurement filter centre frequency, f_offset</w:t>
            </w:r>
          </w:p>
        </w:tc>
        <w:tc>
          <w:tcPr>
            <w:tcW w:w="3455" w:type="dxa"/>
          </w:tcPr>
          <w:p w14:paraId="0984DA56" w14:textId="77777777" w:rsidR="003E32EB" w:rsidRPr="00EF2F0E" w:rsidRDefault="003E32EB" w:rsidP="00A40339">
            <w:pPr>
              <w:pStyle w:val="TAH"/>
              <w:rPr>
                <w:rFonts w:cs="v5.0.0"/>
              </w:rPr>
            </w:pPr>
            <w:r w:rsidRPr="00EF2F0E">
              <w:rPr>
                <w:rFonts w:cs="Arial"/>
                <w:i/>
              </w:rPr>
              <w:t>basic limit</w:t>
            </w:r>
            <w:r w:rsidRPr="00EF2F0E">
              <w:rPr>
                <w:rFonts w:cs="v5.0.0"/>
              </w:rPr>
              <w:t xml:space="preserve"> </w:t>
            </w:r>
            <w:r w:rsidRPr="00EF2F0E">
              <w:rPr>
                <w:rFonts w:cs="Arial"/>
              </w:rPr>
              <w:t>(NOTE 1, 2)</w:t>
            </w:r>
          </w:p>
        </w:tc>
        <w:tc>
          <w:tcPr>
            <w:tcW w:w="1430" w:type="dxa"/>
          </w:tcPr>
          <w:p w14:paraId="0984DA57" w14:textId="77777777" w:rsidR="003E32EB" w:rsidRPr="00EF2F0E" w:rsidRDefault="003E32EB" w:rsidP="00A40339">
            <w:pPr>
              <w:pStyle w:val="TAH"/>
              <w:rPr>
                <w:rFonts w:cs="v5.0.0"/>
              </w:rPr>
            </w:pPr>
            <w:r w:rsidRPr="00EF2F0E">
              <w:rPr>
                <w:rFonts w:cs="v5.0.0"/>
              </w:rPr>
              <w:t xml:space="preserve">Measurement bandwidth </w:t>
            </w:r>
            <w:r w:rsidRPr="00EF2F0E">
              <w:rPr>
                <w:rFonts w:cs="Arial"/>
              </w:rPr>
              <w:t>(NOTE 5)</w:t>
            </w:r>
          </w:p>
        </w:tc>
      </w:tr>
      <w:tr w:rsidR="003401A4" w:rsidRPr="00EF2F0E" w14:paraId="0984DA5D" w14:textId="77777777" w:rsidTr="00A40339">
        <w:trPr>
          <w:cantSplit/>
          <w:jc w:val="center"/>
        </w:trPr>
        <w:tc>
          <w:tcPr>
            <w:tcW w:w="1953" w:type="dxa"/>
            <w:vAlign w:val="center"/>
          </w:tcPr>
          <w:p w14:paraId="0984DA59"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3 MHz</w:t>
            </w:r>
          </w:p>
        </w:tc>
        <w:tc>
          <w:tcPr>
            <w:tcW w:w="2976" w:type="dxa"/>
            <w:vAlign w:val="center"/>
          </w:tcPr>
          <w:p w14:paraId="0984DA5A"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3.05 MHz</w:t>
            </w:r>
          </w:p>
        </w:tc>
        <w:tc>
          <w:tcPr>
            <w:tcW w:w="3455" w:type="dxa"/>
            <w:vAlign w:val="center"/>
          </w:tcPr>
          <w:p w14:paraId="0984DA5B" w14:textId="77777777" w:rsidR="003E32EB" w:rsidRPr="00EF2F0E" w:rsidRDefault="003E32EB" w:rsidP="00A40339">
            <w:pPr>
              <w:pStyle w:val="TAC"/>
              <w:rPr>
                <w:rFonts w:cs="Arial"/>
              </w:rPr>
            </w:pPr>
            <w:r w:rsidRPr="00EF2F0E">
              <w:rPr>
                <w:rFonts w:cs="Arial"/>
                <w:position w:val="-28"/>
              </w:rPr>
              <w:object w:dxaOrig="3560" w:dyaOrig="680" w14:anchorId="098511D8">
                <v:shape id="_x0000_i1059" type="#_x0000_t75" style="width:161.1pt;height:30.5pt" o:ole="">
                  <v:imagedata r:id="rId77" o:title=""/>
                </v:shape>
                <o:OLEObject Type="Embed" ProgID="Equation.3" ShapeID="_x0000_i1059" DrawAspect="Content" ObjectID="_1717663581" r:id="rId78"/>
              </w:object>
            </w:r>
          </w:p>
        </w:tc>
        <w:tc>
          <w:tcPr>
            <w:tcW w:w="1430" w:type="dxa"/>
          </w:tcPr>
          <w:p w14:paraId="0984DA5C"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A62" w14:textId="77777777" w:rsidTr="00A40339">
        <w:trPr>
          <w:cantSplit/>
          <w:jc w:val="center"/>
        </w:trPr>
        <w:tc>
          <w:tcPr>
            <w:tcW w:w="1953" w:type="dxa"/>
          </w:tcPr>
          <w:p w14:paraId="0984DA5E" w14:textId="77777777" w:rsidR="003E32EB" w:rsidRPr="00EF2F0E" w:rsidRDefault="003E32EB" w:rsidP="00A40339">
            <w:pPr>
              <w:pStyle w:val="TAC"/>
              <w:rPr>
                <w:rFonts w:cs="v5.0.0"/>
              </w:rPr>
            </w:pPr>
            <w:r w:rsidRPr="00EF2F0E">
              <w:rPr>
                <w:rFonts w:cs="v5.0.0"/>
              </w:rPr>
              <w:t xml:space="preserve">3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6 MHz</w:t>
            </w:r>
          </w:p>
        </w:tc>
        <w:tc>
          <w:tcPr>
            <w:tcW w:w="2976" w:type="dxa"/>
          </w:tcPr>
          <w:p w14:paraId="0984DA5F" w14:textId="77777777" w:rsidR="003E32EB" w:rsidRPr="00EF2F0E" w:rsidRDefault="003E32EB" w:rsidP="00A40339">
            <w:pPr>
              <w:pStyle w:val="TAC"/>
              <w:rPr>
                <w:rFonts w:cs="v5.0.0"/>
              </w:rPr>
            </w:pPr>
            <w:r w:rsidRPr="00EF2F0E">
              <w:rPr>
                <w:rFonts w:cs="v5.0.0"/>
              </w:rPr>
              <w:t xml:space="preserve">3.05 MHz </w:t>
            </w:r>
            <w:r w:rsidRPr="00EF2F0E">
              <w:rPr>
                <w:rFonts w:cs="v5.0.0"/>
              </w:rPr>
              <w:sym w:font="Symbol" w:char="F0A3"/>
            </w:r>
            <w:r w:rsidRPr="00EF2F0E">
              <w:rPr>
                <w:rFonts w:cs="v5.0.0"/>
              </w:rPr>
              <w:t xml:space="preserve"> f_offset &lt; 6.05 MHz</w:t>
            </w:r>
          </w:p>
        </w:tc>
        <w:tc>
          <w:tcPr>
            <w:tcW w:w="3455" w:type="dxa"/>
          </w:tcPr>
          <w:p w14:paraId="0984DA60" w14:textId="77777777" w:rsidR="003E32EB" w:rsidRPr="00EF2F0E" w:rsidRDefault="003E32EB" w:rsidP="00A40339">
            <w:pPr>
              <w:pStyle w:val="TAC"/>
              <w:rPr>
                <w:rFonts w:cs="Arial"/>
              </w:rPr>
            </w:pPr>
            <w:r w:rsidRPr="00EF2F0E">
              <w:rPr>
                <w:rFonts w:cs="Arial"/>
              </w:rPr>
              <w:t>-</w:t>
            </w:r>
            <w:r w:rsidRPr="00EF2F0E">
              <w:rPr>
                <w:rFonts w:cs="Arial"/>
                <w:lang w:eastAsia="zh-CN"/>
              </w:rPr>
              <w:t>35</w:t>
            </w:r>
            <w:r w:rsidRPr="00EF2F0E">
              <w:rPr>
                <w:rFonts w:cs="Arial"/>
              </w:rPr>
              <w:t xml:space="preserve"> dBm</w:t>
            </w:r>
          </w:p>
        </w:tc>
        <w:tc>
          <w:tcPr>
            <w:tcW w:w="1430" w:type="dxa"/>
          </w:tcPr>
          <w:p w14:paraId="0984DA61"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A67" w14:textId="77777777" w:rsidTr="00A40339">
        <w:trPr>
          <w:cantSplit/>
          <w:jc w:val="center"/>
        </w:trPr>
        <w:tc>
          <w:tcPr>
            <w:tcW w:w="1953" w:type="dxa"/>
          </w:tcPr>
          <w:p w14:paraId="0984DA63" w14:textId="77777777" w:rsidR="003E32EB" w:rsidRPr="00EF2F0E" w:rsidRDefault="003E32EB" w:rsidP="00A40339">
            <w:pPr>
              <w:pStyle w:val="TAC"/>
              <w:rPr>
                <w:rFonts w:cs="v5.0.0"/>
              </w:rPr>
            </w:pPr>
            <w:r w:rsidRPr="00EF2F0E">
              <w:rPr>
                <w:rFonts w:cs="v5.0.0"/>
              </w:rPr>
              <w:t xml:space="preserve">6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A64" w14:textId="77777777" w:rsidR="003E32EB" w:rsidRPr="00EF2F0E" w:rsidRDefault="003E32EB" w:rsidP="00A40339">
            <w:pPr>
              <w:pStyle w:val="TAC"/>
              <w:rPr>
                <w:rFonts w:cs="v5.0.0"/>
              </w:rPr>
            </w:pPr>
            <w:r w:rsidRPr="00EF2F0E">
              <w:rPr>
                <w:rFonts w:cs="v5.0.0"/>
              </w:rPr>
              <w:t xml:space="preserve">6.05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A65" w14:textId="77777777" w:rsidR="003E32EB" w:rsidRPr="00EF2F0E" w:rsidRDefault="003E32EB" w:rsidP="00A40339">
            <w:pPr>
              <w:pStyle w:val="TAC"/>
              <w:rPr>
                <w:rFonts w:cs="Arial"/>
              </w:rPr>
            </w:pPr>
            <w:r w:rsidRPr="00EF2F0E">
              <w:rPr>
                <w:rFonts w:cs="Arial"/>
              </w:rPr>
              <w:t>-</w:t>
            </w:r>
            <w:r w:rsidRPr="00EF2F0E">
              <w:rPr>
                <w:rFonts w:cs="Arial"/>
                <w:lang w:eastAsia="zh-CN"/>
              </w:rPr>
              <w:t>35</w:t>
            </w:r>
            <w:r w:rsidRPr="00EF2F0E">
              <w:rPr>
                <w:rFonts w:cs="Arial"/>
              </w:rPr>
              <w:t xml:space="preserve"> dBm</w:t>
            </w:r>
          </w:p>
        </w:tc>
        <w:tc>
          <w:tcPr>
            <w:tcW w:w="1430" w:type="dxa"/>
          </w:tcPr>
          <w:p w14:paraId="0984DA66" w14:textId="77777777" w:rsidR="003E32EB" w:rsidRPr="00EF2F0E" w:rsidRDefault="003E32EB" w:rsidP="00A40339">
            <w:pPr>
              <w:pStyle w:val="TAC"/>
              <w:rPr>
                <w:rFonts w:cs="Arial"/>
              </w:rPr>
            </w:pPr>
            <w:r w:rsidRPr="00EF2F0E">
              <w:rPr>
                <w:rFonts w:cs="Arial"/>
              </w:rPr>
              <w:t xml:space="preserve">100 kHz </w:t>
            </w:r>
          </w:p>
        </w:tc>
      </w:tr>
      <w:tr w:rsidR="003E32EB" w:rsidRPr="00EF2F0E" w14:paraId="0984DA6A" w14:textId="77777777" w:rsidTr="00A40339">
        <w:trPr>
          <w:cantSplit/>
          <w:jc w:val="center"/>
        </w:trPr>
        <w:tc>
          <w:tcPr>
            <w:tcW w:w="9814" w:type="dxa"/>
            <w:gridSpan w:val="4"/>
          </w:tcPr>
          <w:p w14:paraId="0984DA68" w14:textId="77777777" w:rsidR="003E32EB" w:rsidRPr="00EF2F0E" w:rsidRDefault="003E32EB" w:rsidP="00A40339">
            <w:pPr>
              <w:pStyle w:val="TAN"/>
              <w:rPr>
                <w:rFonts w:cs="Arial"/>
              </w:rPr>
            </w:pPr>
            <w:r w:rsidRPr="00EF2F0E">
              <w:rPr>
                <w:rFonts w:cs="Arial"/>
              </w:rPr>
              <w:t xml:space="preserve">NOTE 1:   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-35dBm/100kHz.</w:t>
            </w:r>
          </w:p>
          <w:p w14:paraId="0984DA69"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A6B" w14:textId="77777777" w:rsidR="003E32EB" w:rsidRPr="00EF2F0E" w:rsidRDefault="003E32EB" w:rsidP="00A40339"/>
    <w:p w14:paraId="0984DA6C" w14:textId="77777777" w:rsidR="003E32EB" w:rsidRPr="00EF2F0E" w:rsidRDefault="003E32EB" w:rsidP="00A40339">
      <w:pPr>
        <w:pStyle w:val="TH"/>
        <w:rPr>
          <w:rFonts w:cs="v5.0.0"/>
        </w:rPr>
      </w:pPr>
      <w:r w:rsidRPr="00EF2F0E">
        <w:t xml:space="preserve">Table </w:t>
      </w:r>
      <w:r w:rsidRPr="00EF2F0E">
        <w:rPr>
          <w:rFonts w:cs="v5.0.0"/>
        </w:rPr>
        <w:t>6.</w:t>
      </w:r>
      <w:r w:rsidRPr="00EF2F0E">
        <w:rPr>
          <w:rFonts w:cs="v5.0.0"/>
          <w:lang w:eastAsia="zh-CN"/>
        </w:rPr>
        <w:t>6</w:t>
      </w:r>
      <w:r w:rsidRPr="00EF2F0E">
        <w:rPr>
          <w:rFonts w:cs="v5.0.0"/>
        </w:rPr>
        <w:t>.</w:t>
      </w:r>
      <w:r w:rsidRPr="00EF2F0E">
        <w:rPr>
          <w:rFonts w:cs="v5.0.0"/>
          <w:lang w:eastAsia="zh-CN"/>
        </w:rPr>
        <w:t>5.4.4-</w:t>
      </w:r>
      <w:r w:rsidRPr="00EF2F0E">
        <w:t>3: Local Area B</w:t>
      </w:r>
      <w:r w:rsidRPr="00EF2F0E">
        <w:rPr>
          <w:lang w:eastAsia="zh-CN"/>
        </w:rPr>
        <w:t>S</w:t>
      </w:r>
      <w:r w:rsidRPr="00EF2F0E">
        <w:t xml:space="preserve"> operating band unwanted emission limits for 5, 10, 15 and 20 MHz </w:t>
      </w:r>
      <w:r w:rsidRPr="00EF2F0E">
        <w:rPr>
          <w:i/>
        </w:rPr>
        <w:t>channel bandwidth</w:t>
      </w:r>
      <w:r w:rsidRPr="00EF2F0E">
        <w:t xml:space="preserve">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A71" w14:textId="77777777" w:rsidTr="00A40339">
        <w:trPr>
          <w:cantSplit/>
          <w:jc w:val="center"/>
        </w:trPr>
        <w:tc>
          <w:tcPr>
            <w:tcW w:w="1953" w:type="dxa"/>
          </w:tcPr>
          <w:p w14:paraId="0984DA6D" w14:textId="77777777" w:rsidR="003E32EB" w:rsidRPr="00EF2F0E" w:rsidRDefault="003E32EB" w:rsidP="00A40339">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DA6E" w14:textId="77777777" w:rsidR="003E32EB" w:rsidRPr="00EF2F0E" w:rsidRDefault="003E32EB" w:rsidP="00A40339">
            <w:pPr>
              <w:pStyle w:val="TAH"/>
              <w:rPr>
                <w:rFonts w:cs="v5.0.0"/>
              </w:rPr>
            </w:pPr>
            <w:r w:rsidRPr="00EF2F0E">
              <w:rPr>
                <w:rFonts w:cs="v5.0.0"/>
              </w:rPr>
              <w:t>Frequency offset of measurement filter centre frequency, f_offset</w:t>
            </w:r>
          </w:p>
        </w:tc>
        <w:tc>
          <w:tcPr>
            <w:tcW w:w="3455" w:type="dxa"/>
          </w:tcPr>
          <w:p w14:paraId="0984DA6F" w14:textId="77777777" w:rsidR="003E32EB" w:rsidRPr="00EF2F0E" w:rsidRDefault="003E32EB" w:rsidP="00A40339">
            <w:pPr>
              <w:pStyle w:val="TAH"/>
              <w:rPr>
                <w:rFonts w:cs="v5.0.0"/>
              </w:rPr>
            </w:pPr>
            <w:r w:rsidRPr="00EF2F0E">
              <w:rPr>
                <w:rFonts w:cs="Arial"/>
                <w:i/>
              </w:rPr>
              <w:t>basic limit</w:t>
            </w:r>
            <w:r w:rsidRPr="00EF2F0E">
              <w:rPr>
                <w:rFonts w:cs="v5.0.0"/>
              </w:rPr>
              <w:t xml:space="preserve"> </w:t>
            </w:r>
            <w:r w:rsidRPr="00EF2F0E">
              <w:rPr>
                <w:rFonts w:cs="Arial"/>
              </w:rPr>
              <w:t>(NOTE 1, 2))]</w:t>
            </w:r>
          </w:p>
        </w:tc>
        <w:tc>
          <w:tcPr>
            <w:tcW w:w="1430" w:type="dxa"/>
          </w:tcPr>
          <w:p w14:paraId="0984DA70" w14:textId="77777777" w:rsidR="003E32EB" w:rsidRPr="00EF2F0E" w:rsidRDefault="003E32EB" w:rsidP="00A40339">
            <w:pPr>
              <w:pStyle w:val="TAH"/>
              <w:rPr>
                <w:rFonts w:cs="v5.0.0"/>
              </w:rPr>
            </w:pPr>
            <w:r w:rsidRPr="00EF2F0E">
              <w:rPr>
                <w:rFonts w:cs="v5.0.0"/>
              </w:rPr>
              <w:t xml:space="preserve">Measurement bandwidth </w:t>
            </w:r>
            <w:r w:rsidRPr="00EF2F0E">
              <w:rPr>
                <w:rFonts w:cs="Arial"/>
              </w:rPr>
              <w:t>(NOTE 5)</w:t>
            </w:r>
          </w:p>
        </w:tc>
      </w:tr>
      <w:tr w:rsidR="003401A4" w:rsidRPr="00EF2F0E" w14:paraId="0984DA76" w14:textId="77777777" w:rsidTr="00A40339">
        <w:trPr>
          <w:cantSplit/>
          <w:jc w:val="center"/>
        </w:trPr>
        <w:tc>
          <w:tcPr>
            <w:tcW w:w="1953" w:type="dxa"/>
          </w:tcPr>
          <w:p w14:paraId="0984DA72" w14:textId="77777777" w:rsidR="003E32EB" w:rsidRPr="00EF2F0E" w:rsidRDefault="003E32EB" w:rsidP="00A40339">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DA73"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vAlign w:val="center"/>
          </w:tcPr>
          <w:p w14:paraId="0984DA74" w14:textId="77777777" w:rsidR="003E32EB" w:rsidRPr="00EF2F0E" w:rsidRDefault="003E32EB" w:rsidP="00A40339">
            <w:pPr>
              <w:pStyle w:val="TAC"/>
              <w:rPr>
                <w:rFonts w:cs="Arial"/>
              </w:rPr>
            </w:pPr>
            <w:r w:rsidRPr="00EF2F0E">
              <w:rPr>
                <w:rFonts w:cs="Arial"/>
                <w:position w:val="-28"/>
              </w:rPr>
              <w:object w:dxaOrig="3379" w:dyaOrig="680" w14:anchorId="098511D9">
                <v:shape id="_x0000_i1060" type="#_x0000_t75" style="width:151.95pt;height:30.5pt" o:ole="">
                  <v:imagedata r:id="rId44" o:title=""/>
                </v:shape>
                <o:OLEObject Type="Embed" ProgID="Equation.3" ShapeID="_x0000_i1060" DrawAspect="Content" ObjectID="_1717663582" r:id="rId79"/>
              </w:object>
            </w:r>
          </w:p>
        </w:tc>
        <w:tc>
          <w:tcPr>
            <w:tcW w:w="1430" w:type="dxa"/>
          </w:tcPr>
          <w:p w14:paraId="0984DA75"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A7B" w14:textId="77777777" w:rsidTr="00A40339">
        <w:trPr>
          <w:cantSplit/>
          <w:jc w:val="center"/>
        </w:trPr>
        <w:tc>
          <w:tcPr>
            <w:tcW w:w="1953" w:type="dxa"/>
          </w:tcPr>
          <w:p w14:paraId="0984DA77" w14:textId="77777777" w:rsidR="003E32EB" w:rsidRPr="00EF2F0E" w:rsidRDefault="003E32EB" w:rsidP="00A40339">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r w:rsidRPr="00EF2F0E">
              <w:rPr>
                <w:rFonts w:cs="v5.0.0"/>
                <w:lang w:val="sv-FI" w:eastAsia="zh-CN"/>
              </w:rPr>
              <w:t>min(</w:t>
            </w:r>
            <w:r w:rsidRPr="00EF2F0E">
              <w:rPr>
                <w:rFonts w:cs="v5.0.0"/>
                <w:lang w:val="sv-FI"/>
              </w:rPr>
              <w:t>10 MHz</w:t>
            </w:r>
            <w:r w:rsidRPr="00EF2F0E">
              <w:rPr>
                <w:rFonts w:cs="v5.0.0"/>
                <w:lang w:val="sv-FI" w:eastAsia="zh-CN"/>
              </w:rPr>
              <w:t xml:space="preserve">, </w:t>
            </w:r>
            <w:r w:rsidRPr="00EF2F0E">
              <w:rPr>
                <w:rFonts w:cs="v5.0.0"/>
                <w:lang w:eastAsia="zh-CN"/>
              </w:rPr>
              <w:t>Δ</w:t>
            </w:r>
            <w:r w:rsidRPr="00EF2F0E">
              <w:rPr>
                <w:rFonts w:cs="v5.0.0"/>
                <w:lang w:val="sv-FI" w:eastAsia="zh-CN"/>
              </w:rPr>
              <w:t>f</w:t>
            </w:r>
            <w:r w:rsidRPr="00EF2F0E">
              <w:rPr>
                <w:rFonts w:cs="v5.0.0"/>
                <w:vertAlign w:val="subscript"/>
                <w:lang w:val="sv-FI" w:eastAsia="zh-CN"/>
              </w:rPr>
              <w:t>max</w:t>
            </w:r>
            <w:r w:rsidRPr="00EF2F0E">
              <w:rPr>
                <w:rFonts w:cs="v5.0.0"/>
                <w:lang w:val="sv-FI" w:eastAsia="zh-CN"/>
              </w:rPr>
              <w:t>)</w:t>
            </w:r>
          </w:p>
        </w:tc>
        <w:tc>
          <w:tcPr>
            <w:tcW w:w="2976" w:type="dxa"/>
          </w:tcPr>
          <w:p w14:paraId="0984DA78" w14:textId="77777777" w:rsidR="003E32EB" w:rsidRPr="00EF2F0E" w:rsidRDefault="003E32EB" w:rsidP="00A40339">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r w:rsidRPr="00EF2F0E">
              <w:rPr>
                <w:rFonts w:cs="v5.0.0"/>
                <w:lang w:val="sv-FI" w:eastAsia="zh-CN"/>
              </w:rPr>
              <w:t>min(</w:t>
            </w:r>
            <w:r w:rsidRPr="00EF2F0E">
              <w:rPr>
                <w:rFonts w:cs="v5.0.0"/>
                <w:lang w:val="sv-FI"/>
              </w:rPr>
              <w:t>10.05 MHz</w:t>
            </w:r>
            <w:r w:rsidRPr="00EF2F0E">
              <w:rPr>
                <w:rFonts w:cs="v5.0.0"/>
                <w:lang w:val="sv-FI" w:eastAsia="zh-CN"/>
              </w:rPr>
              <w:t>, f_offset</w:t>
            </w:r>
            <w:r w:rsidRPr="00EF2F0E">
              <w:rPr>
                <w:rFonts w:cs="v5.0.0"/>
                <w:vertAlign w:val="subscript"/>
                <w:lang w:val="sv-FI" w:eastAsia="zh-CN"/>
              </w:rPr>
              <w:t>max</w:t>
            </w:r>
            <w:r w:rsidRPr="00EF2F0E">
              <w:rPr>
                <w:rFonts w:cs="v5.0.0"/>
                <w:lang w:val="sv-FI" w:eastAsia="zh-CN"/>
              </w:rPr>
              <w:t>)</w:t>
            </w:r>
          </w:p>
        </w:tc>
        <w:tc>
          <w:tcPr>
            <w:tcW w:w="3455" w:type="dxa"/>
          </w:tcPr>
          <w:p w14:paraId="0984DA79" w14:textId="77777777" w:rsidR="003E32EB" w:rsidRPr="00EF2F0E" w:rsidRDefault="003E32EB" w:rsidP="00A40339">
            <w:pPr>
              <w:pStyle w:val="TAC"/>
              <w:rPr>
                <w:rFonts w:cs="Arial"/>
              </w:rPr>
            </w:pPr>
            <w:r w:rsidRPr="00EF2F0E">
              <w:rPr>
                <w:rFonts w:cs="Arial"/>
              </w:rPr>
              <w:t>-</w:t>
            </w:r>
            <w:r w:rsidRPr="00EF2F0E">
              <w:rPr>
                <w:rFonts w:cs="Arial"/>
                <w:lang w:eastAsia="zh-CN"/>
              </w:rPr>
              <w:t>37</w:t>
            </w:r>
            <w:r w:rsidRPr="00EF2F0E">
              <w:rPr>
                <w:rFonts w:cs="Arial"/>
              </w:rPr>
              <w:t xml:space="preserve"> dBm</w:t>
            </w:r>
          </w:p>
        </w:tc>
        <w:tc>
          <w:tcPr>
            <w:tcW w:w="1430" w:type="dxa"/>
          </w:tcPr>
          <w:p w14:paraId="0984DA7A" w14:textId="77777777" w:rsidR="003E32EB" w:rsidRPr="00EF2F0E" w:rsidRDefault="003E32EB" w:rsidP="00A40339">
            <w:pPr>
              <w:pStyle w:val="TAC"/>
              <w:rPr>
                <w:rFonts w:cs="Arial"/>
              </w:rPr>
            </w:pPr>
            <w:r w:rsidRPr="00EF2F0E">
              <w:rPr>
                <w:rFonts w:cs="Arial"/>
              </w:rPr>
              <w:t xml:space="preserve">100 kHz </w:t>
            </w:r>
          </w:p>
        </w:tc>
      </w:tr>
      <w:tr w:rsidR="003401A4" w:rsidRPr="00EF2F0E" w14:paraId="0984DA80" w14:textId="77777777" w:rsidTr="00A40339">
        <w:trPr>
          <w:cantSplit/>
          <w:jc w:val="center"/>
        </w:trPr>
        <w:tc>
          <w:tcPr>
            <w:tcW w:w="1953" w:type="dxa"/>
          </w:tcPr>
          <w:p w14:paraId="0984DA7C" w14:textId="77777777" w:rsidR="003E32EB" w:rsidRPr="00EF2F0E" w:rsidRDefault="003E32EB" w:rsidP="00A40339">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DA7D" w14:textId="77777777" w:rsidR="003E32EB" w:rsidRPr="00EF2F0E" w:rsidRDefault="003E32EB" w:rsidP="00A40339">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DA7E" w14:textId="77777777" w:rsidR="003E32EB" w:rsidRPr="00EF2F0E" w:rsidRDefault="003E32EB" w:rsidP="00A40339">
            <w:pPr>
              <w:pStyle w:val="TAC"/>
              <w:rPr>
                <w:rFonts w:cs="Arial"/>
              </w:rPr>
            </w:pPr>
            <w:r w:rsidRPr="00EF2F0E">
              <w:rPr>
                <w:rFonts w:cs="Arial"/>
              </w:rPr>
              <w:t>-</w:t>
            </w:r>
            <w:r w:rsidRPr="00EF2F0E">
              <w:rPr>
                <w:rFonts w:cs="Arial"/>
                <w:lang w:eastAsia="zh-CN"/>
              </w:rPr>
              <w:t>37</w:t>
            </w:r>
            <w:r w:rsidRPr="00EF2F0E">
              <w:rPr>
                <w:rFonts w:cs="Arial"/>
              </w:rPr>
              <w:t xml:space="preserve"> dBm </w:t>
            </w:r>
            <w:r w:rsidRPr="00EF2F0E">
              <w:rPr>
                <w:rFonts w:cs="Arial"/>
                <w:lang w:eastAsia="zh-CN"/>
              </w:rPr>
              <w:t>(NOTE 7)</w:t>
            </w:r>
          </w:p>
        </w:tc>
        <w:tc>
          <w:tcPr>
            <w:tcW w:w="1430" w:type="dxa"/>
          </w:tcPr>
          <w:p w14:paraId="0984DA7F" w14:textId="77777777" w:rsidR="003E32EB" w:rsidRPr="00EF2F0E" w:rsidRDefault="003E32EB" w:rsidP="00A40339">
            <w:pPr>
              <w:pStyle w:val="TAC"/>
              <w:rPr>
                <w:rFonts w:cs="Arial"/>
              </w:rPr>
            </w:pPr>
            <w:r w:rsidRPr="00EF2F0E">
              <w:rPr>
                <w:rFonts w:cs="Arial"/>
              </w:rPr>
              <w:t xml:space="preserve">100 kHz </w:t>
            </w:r>
          </w:p>
        </w:tc>
      </w:tr>
      <w:tr w:rsidR="003E32EB" w:rsidRPr="00EF2F0E" w14:paraId="0984DA83" w14:textId="77777777" w:rsidTr="00A40339">
        <w:trPr>
          <w:cantSplit/>
          <w:jc w:val="center"/>
        </w:trPr>
        <w:tc>
          <w:tcPr>
            <w:tcW w:w="9814" w:type="dxa"/>
            <w:gridSpan w:val="4"/>
          </w:tcPr>
          <w:p w14:paraId="0984DA81" w14:textId="77777777" w:rsidR="003E32EB" w:rsidRPr="00EF2F0E" w:rsidRDefault="003E32EB" w:rsidP="00A40339">
            <w:pPr>
              <w:pStyle w:val="TAN"/>
              <w:rPr>
                <w:rFonts w:cs="Arial"/>
              </w:rPr>
            </w:pPr>
            <w:r w:rsidRPr="00EF2F0E">
              <w:rPr>
                <w:rFonts w:cs="Arial"/>
              </w:rPr>
              <w:t xml:space="preserve">NOTE 1:   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-37dBm/100kHz.</w:t>
            </w:r>
          </w:p>
          <w:p w14:paraId="0984DA82"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A84" w14:textId="77777777" w:rsidR="003E32EB" w:rsidRPr="00EF2F0E" w:rsidRDefault="003E32EB" w:rsidP="00A40339">
      <w:pPr>
        <w:rPr>
          <w:lang w:eastAsia="zh-CN"/>
        </w:rPr>
      </w:pPr>
    </w:p>
    <w:p w14:paraId="0984DA85" w14:textId="77777777" w:rsidR="003E32EB" w:rsidRPr="00EF2F0E" w:rsidRDefault="003E32EB" w:rsidP="00A40339">
      <w:pPr>
        <w:pStyle w:val="Heading5"/>
      </w:pPr>
      <w:bookmarkStart w:id="1844" w:name="_Toc21095891"/>
      <w:bookmarkStart w:id="1845" w:name="_Toc29763090"/>
      <w:bookmarkStart w:id="1846" w:name="_Toc45869375"/>
      <w:bookmarkStart w:id="1847" w:name="_Toc52554623"/>
      <w:bookmarkStart w:id="1848" w:name="_Toc52555093"/>
      <w:bookmarkStart w:id="1849" w:name="_Toc61112318"/>
      <w:bookmarkStart w:id="1850" w:name="_Toc67911470"/>
      <w:bookmarkStart w:id="1851" w:name="_Toc74842945"/>
      <w:bookmarkStart w:id="1852" w:name="_Toc76503328"/>
      <w:bookmarkStart w:id="1853" w:name="_Toc83040771"/>
      <w:bookmarkStart w:id="1854" w:name="_Toc89851814"/>
      <w:bookmarkStart w:id="1855" w:name="_Toc98676168"/>
      <w:r w:rsidRPr="00EF2F0E">
        <w:t>6.6.5.4.5</w:t>
      </w:r>
      <w:r w:rsidRPr="00EF2F0E">
        <w:tab/>
      </w:r>
      <w:r w:rsidRPr="00EF2F0E">
        <w:rPr>
          <w:rFonts w:cs="Arial"/>
        </w:rPr>
        <w:t>Basic limit</w:t>
      </w:r>
      <w:r w:rsidRPr="00EF2F0E">
        <w:t>s for Medium Range BS (Category A and B)</w:t>
      </w:r>
      <w:bookmarkEnd w:id="1844"/>
      <w:bookmarkEnd w:id="1845"/>
      <w:bookmarkEnd w:id="1846"/>
      <w:bookmarkEnd w:id="1847"/>
      <w:bookmarkEnd w:id="1848"/>
      <w:bookmarkEnd w:id="1849"/>
      <w:bookmarkEnd w:id="1850"/>
      <w:bookmarkEnd w:id="1851"/>
      <w:bookmarkEnd w:id="1852"/>
      <w:bookmarkEnd w:id="1853"/>
      <w:bookmarkEnd w:id="1854"/>
      <w:bookmarkEnd w:id="1855"/>
    </w:p>
    <w:p w14:paraId="0984DA86" w14:textId="77777777" w:rsidR="003E32EB" w:rsidRPr="00EF2F0E" w:rsidRDefault="003E32EB" w:rsidP="00A40339">
      <w:pPr>
        <w:keepNext/>
        <w:rPr>
          <w:rFonts w:cs="v5.0.0"/>
        </w:rPr>
      </w:pPr>
      <w:r w:rsidRPr="00EF2F0E">
        <w:rPr>
          <w:rFonts w:cs="v5.0.0"/>
        </w:rPr>
        <w:t xml:space="preserve">For Medium Range BS, </w:t>
      </w:r>
      <w:r w:rsidRPr="00EF2F0E">
        <w:rPr>
          <w:rFonts w:cs="v5.0.0"/>
          <w:i/>
        </w:rPr>
        <w:t>basic limits</w:t>
      </w:r>
      <w:r w:rsidRPr="00EF2F0E">
        <w:rPr>
          <w:rFonts w:cs="v5.0.0"/>
        </w:rPr>
        <w:t xml:space="preserve"> are specified in tables 6.6.5.4.5-1 to 6.6.5.4.5-</w:t>
      </w:r>
      <w:r w:rsidRPr="00EF2F0E">
        <w:rPr>
          <w:rFonts w:cs="v5.0.0"/>
          <w:lang w:eastAsia="zh-CN"/>
        </w:rPr>
        <w:t>6</w:t>
      </w:r>
      <w:r w:rsidRPr="00EF2F0E">
        <w:rPr>
          <w:rFonts w:cs="v5.0.0"/>
        </w:rPr>
        <w:t>.</w:t>
      </w:r>
    </w:p>
    <w:p w14:paraId="0984DA87" w14:textId="77777777" w:rsidR="003E32EB" w:rsidRPr="00EF2F0E" w:rsidRDefault="003E32EB" w:rsidP="00A40339">
      <w:pPr>
        <w:pStyle w:val="TH"/>
        <w:rPr>
          <w:lang w:eastAsia="zh-CN"/>
        </w:rPr>
      </w:pPr>
      <w:r w:rsidRPr="00EF2F0E">
        <w:t xml:space="preserve">Table 6.6.5.4.5-1: Medium Range BS operating band unwanted emission limits for 1.4 MHz </w:t>
      </w:r>
      <w:r w:rsidRPr="00EF2F0E">
        <w:rPr>
          <w:i/>
        </w:rPr>
        <w:t>channel bandwidth</w:t>
      </w:r>
      <w:r w:rsidRPr="00EF2F0E">
        <w:rPr>
          <w:lang w:eastAsia="zh-CN"/>
        </w:rPr>
        <w:t xml:space="preserve">, </w:t>
      </w:r>
      <w:r w:rsidRPr="00EF2F0E">
        <w:rPr>
          <w:rFonts w:cs="v5.0.0"/>
          <w:lang w:eastAsia="zh-CN"/>
        </w:rPr>
        <w:t>31</w:t>
      </w:r>
      <w:r w:rsidRPr="00EF2F0E">
        <w:rPr>
          <w:rFonts w:cs="v5.0.0"/>
        </w:rPr>
        <w:t xml:space="preserve"> &lt; </w:t>
      </w:r>
      <w:r w:rsidRPr="00EF2F0E">
        <w:rPr>
          <w:rFonts w:cs="v4.2.0"/>
        </w:rPr>
        <w:t>P</w:t>
      </w:r>
      <w:r w:rsidRPr="00EF2F0E">
        <w:rPr>
          <w:rFonts w:cs="v4.2.0"/>
          <w:vertAlign w:val="subscript"/>
        </w:rPr>
        <w:t>rated,c,cell</w:t>
      </w:r>
      <w:r w:rsidRPr="00EF2F0E">
        <w:t>-10*log10(N</w:t>
      </w:r>
      <w:r w:rsidRPr="00EF2F0E">
        <w:rPr>
          <w:vertAlign w:val="subscript"/>
        </w:rPr>
        <w:t>TXU,countedpercell</w:t>
      </w:r>
      <w:r w:rsidRPr="00EF2F0E">
        <w:t>)</w:t>
      </w:r>
      <w:r w:rsidRPr="00EF2F0E">
        <w:rPr>
          <w:rFonts w:cs="v4.2.0"/>
        </w:rPr>
        <w:t xml:space="preserve"> </w:t>
      </w:r>
      <w:r w:rsidRPr="00EF2F0E">
        <w:rPr>
          <w:rFonts w:cs="v5.0.0"/>
        </w:rPr>
        <w:sym w:font="Symbol" w:char="F0A3"/>
      </w:r>
      <w:r w:rsidRPr="00EF2F0E">
        <w:rPr>
          <w:rFonts w:cs="v5.0.0"/>
        </w:rPr>
        <w:t xml:space="preserve"> 38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A8C" w14:textId="77777777" w:rsidTr="00A40339">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DA88"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DA89"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DA8A" w14:textId="77777777" w:rsidR="003E32EB" w:rsidRPr="00EF2F0E" w:rsidRDefault="003E32EB" w:rsidP="00A40339">
            <w:pPr>
              <w:pStyle w:val="TAH"/>
              <w:rPr>
                <w:rFonts w:cs="Arial"/>
              </w:rPr>
            </w:pPr>
            <w:r w:rsidRPr="00EF2F0E">
              <w:rPr>
                <w:rFonts w:cs="Arial"/>
                <w:i/>
              </w:rPr>
              <w:t>basic limit</w:t>
            </w:r>
            <w:r w:rsidRPr="00EF2F0E">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0984DA8B" w14:textId="77777777" w:rsidR="003E32EB" w:rsidRPr="00EF2F0E" w:rsidRDefault="003E32EB" w:rsidP="00A40339">
            <w:pPr>
              <w:pStyle w:val="TAH"/>
              <w:rPr>
                <w:rFonts w:cs="Arial"/>
              </w:rPr>
            </w:pPr>
            <w:r w:rsidRPr="00EF2F0E">
              <w:rPr>
                <w:rFonts w:cs="Arial"/>
              </w:rPr>
              <w:t>Measurement bandwidth (NOTE 5)</w:t>
            </w:r>
          </w:p>
        </w:tc>
      </w:tr>
      <w:tr w:rsidR="003401A4" w:rsidRPr="00EF2F0E" w14:paraId="0984DA91" w14:textId="77777777" w:rsidTr="00A40339">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DA8D"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1.4 MHz</w:t>
            </w:r>
          </w:p>
        </w:tc>
        <w:tc>
          <w:tcPr>
            <w:tcW w:w="2976" w:type="dxa"/>
            <w:tcBorders>
              <w:top w:val="single" w:sz="4" w:space="0" w:color="auto"/>
              <w:left w:val="single" w:sz="4" w:space="0" w:color="auto"/>
              <w:bottom w:val="single" w:sz="4" w:space="0" w:color="auto"/>
              <w:right w:val="single" w:sz="4" w:space="0" w:color="auto"/>
            </w:tcBorders>
          </w:tcPr>
          <w:p w14:paraId="0984DA8E"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1.45 MHz</w:t>
            </w:r>
          </w:p>
        </w:tc>
        <w:tc>
          <w:tcPr>
            <w:tcW w:w="3455" w:type="dxa"/>
            <w:tcBorders>
              <w:top w:val="single" w:sz="4" w:space="0" w:color="auto"/>
              <w:left w:val="single" w:sz="4" w:space="0" w:color="auto"/>
              <w:bottom w:val="single" w:sz="4" w:space="0" w:color="auto"/>
              <w:right w:val="single" w:sz="4" w:space="0" w:color="auto"/>
            </w:tcBorders>
            <w:vAlign w:val="center"/>
          </w:tcPr>
          <w:p w14:paraId="0984DA8F" w14:textId="77777777" w:rsidR="003E32EB" w:rsidRPr="00EF2F0E" w:rsidRDefault="003E32EB" w:rsidP="00A40339">
            <w:pPr>
              <w:pStyle w:val="TAC"/>
              <w:rPr>
                <w:rFonts w:cs="v5.0.0"/>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lang w:eastAsia="zh-CN"/>
              </w:rPr>
              <w:t>-45dB-(10/1,4)*(f_offset/MHz-0,05)dB</w:t>
            </w:r>
          </w:p>
        </w:tc>
        <w:tc>
          <w:tcPr>
            <w:tcW w:w="1430" w:type="dxa"/>
            <w:tcBorders>
              <w:top w:val="single" w:sz="4" w:space="0" w:color="auto"/>
              <w:left w:val="single" w:sz="4" w:space="0" w:color="auto"/>
              <w:bottom w:val="single" w:sz="4" w:space="0" w:color="auto"/>
              <w:right w:val="single" w:sz="4" w:space="0" w:color="auto"/>
            </w:tcBorders>
          </w:tcPr>
          <w:p w14:paraId="0984DA90" w14:textId="77777777" w:rsidR="003E32EB" w:rsidRPr="00EF2F0E" w:rsidRDefault="003E32EB" w:rsidP="00A40339">
            <w:pPr>
              <w:pStyle w:val="TAC"/>
              <w:rPr>
                <w:rFonts w:cs="v5.0.0"/>
              </w:rPr>
            </w:pPr>
            <w:r w:rsidRPr="00EF2F0E">
              <w:rPr>
                <w:rFonts w:cs="v5.0.0"/>
              </w:rPr>
              <w:t xml:space="preserve">100 kHz </w:t>
            </w:r>
          </w:p>
        </w:tc>
      </w:tr>
      <w:tr w:rsidR="003401A4" w:rsidRPr="00EF2F0E" w14:paraId="0984DA96" w14:textId="77777777" w:rsidTr="00A40339">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DA92" w14:textId="77777777" w:rsidR="003E32EB" w:rsidRPr="00EF2F0E" w:rsidRDefault="003E32EB" w:rsidP="00A40339">
            <w:pPr>
              <w:pStyle w:val="TAC"/>
              <w:rPr>
                <w:rFonts w:cs="v5.0.0"/>
              </w:rPr>
            </w:pPr>
            <w:r w:rsidRPr="00EF2F0E">
              <w:rPr>
                <w:rFonts w:cs="v5.0.0"/>
              </w:rPr>
              <w:t xml:space="preserve">1.4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2.8 MHz</w:t>
            </w:r>
          </w:p>
        </w:tc>
        <w:tc>
          <w:tcPr>
            <w:tcW w:w="2976" w:type="dxa"/>
            <w:tcBorders>
              <w:top w:val="single" w:sz="4" w:space="0" w:color="auto"/>
              <w:left w:val="single" w:sz="4" w:space="0" w:color="auto"/>
              <w:bottom w:val="single" w:sz="4" w:space="0" w:color="auto"/>
              <w:right w:val="single" w:sz="4" w:space="0" w:color="auto"/>
            </w:tcBorders>
          </w:tcPr>
          <w:p w14:paraId="0984DA93" w14:textId="77777777" w:rsidR="003E32EB" w:rsidRPr="00EF2F0E" w:rsidRDefault="003E32EB" w:rsidP="00A40339">
            <w:pPr>
              <w:pStyle w:val="TAC"/>
              <w:rPr>
                <w:rFonts w:cs="v5.0.0"/>
              </w:rPr>
            </w:pPr>
            <w:r w:rsidRPr="00EF2F0E">
              <w:rPr>
                <w:rFonts w:cs="v5.0.0"/>
              </w:rPr>
              <w:t xml:space="preserve">1.45 MHz </w:t>
            </w:r>
            <w:r w:rsidRPr="00EF2F0E">
              <w:rPr>
                <w:rFonts w:cs="v5.0.0"/>
              </w:rPr>
              <w:sym w:font="Symbol" w:char="F0A3"/>
            </w:r>
            <w:r w:rsidRPr="00EF2F0E">
              <w:rPr>
                <w:rFonts w:cs="v5.0.0"/>
              </w:rPr>
              <w:t xml:space="preserve"> f_offset &lt; 2.85 MHz</w:t>
            </w:r>
          </w:p>
        </w:tc>
        <w:tc>
          <w:tcPr>
            <w:tcW w:w="3455" w:type="dxa"/>
            <w:tcBorders>
              <w:top w:val="single" w:sz="4" w:space="0" w:color="auto"/>
              <w:left w:val="single" w:sz="4" w:space="0" w:color="auto"/>
              <w:bottom w:val="single" w:sz="4" w:space="0" w:color="auto"/>
              <w:right w:val="single" w:sz="4" w:space="0" w:color="auto"/>
            </w:tcBorders>
          </w:tcPr>
          <w:p w14:paraId="0984DA94" w14:textId="77777777" w:rsidR="003E32EB" w:rsidRPr="00EF2F0E" w:rsidRDefault="003E32EB" w:rsidP="00A40339">
            <w:pPr>
              <w:pStyle w:val="TAC"/>
              <w:rPr>
                <w:rFonts w:cs="v5.0.0"/>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lang w:eastAsia="zh-CN"/>
              </w:rPr>
              <w:t>-55dB</w:t>
            </w:r>
          </w:p>
        </w:tc>
        <w:tc>
          <w:tcPr>
            <w:tcW w:w="1430" w:type="dxa"/>
            <w:tcBorders>
              <w:top w:val="single" w:sz="4" w:space="0" w:color="auto"/>
              <w:left w:val="single" w:sz="4" w:space="0" w:color="auto"/>
              <w:bottom w:val="single" w:sz="4" w:space="0" w:color="auto"/>
              <w:right w:val="single" w:sz="4" w:space="0" w:color="auto"/>
            </w:tcBorders>
          </w:tcPr>
          <w:p w14:paraId="0984DA95" w14:textId="77777777" w:rsidR="003E32EB" w:rsidRPr="00EF2F0E" w:rsidRDefault="003E32EB" w:rsidP="00A40339">
            <w:pPr>
              <w:pStyle w:val="TAC"/>
              <w:rPr>
                <w:rFonts w:cs="v5.0.0"/>
              </w:rPr>
            </w:pPr>
            <w:r w:rsidRPr="00EF2F0E">
              <w:rPr>
                <w:rFonts w:cs="v5.0.0"/>
              </w:rPr>
              <w:t xml:space="preserve">100 kHz </w:t>
            </w:r>
          </w:p>
        </w:tc>
      </w:tr>
      <w:tr w:rsidR="003401A4" w:rsidRPr="00EF2F0E" w14:paraId="0984DA9B" w14:textId="77777777" w:rsidTr="00A40339">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DA97" w14:textId="77777777" w:rsidR="003E32EB" w:rsidRPr="00EF2F0E" w:rsidRDefault="003E32EB" w:rsidP="00A40339">
            <w:pPr>
              <w:pStyle w:val="TAC"/>
              <w:rPr>
                <w:rFonts w:cs="v5.0.0"/>
              </w:rPr>
            </w:pPr>
            <w:r w:rsidRPr="00EF2F0E">
              <w:rPr>
                <w:rFonts w:cs="v5.0.0"/>
              </w:rPr>
              <w:t xml:space="preserve">2.8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DA98" w14:textId="77777777" w:rsidR="003E32EB" w:rsidRPr="00EF2F0E" w:rsidRDefault="003E32EB" w:rsidP="00A40339">
            <w:pPr>
              <w:pStyle w:val="TAC"/>
              <w:rPr>
                <w:rFonts w:cs="v5.0.0"/>
              </w:rPr>
            </w:pPr>
            <w:r w:rsidRPr="00EF2F0E">
              <w:rPr>
                <w:rFonts w:cs="v5.0.0"/>
              </w:rPr>
              <w:t xml:space="preserve">2.85 MHz </w:t>
            </w:r>
            <w:r w:rsidRPr="00EF2F0E">
              <w:rPr>
                <w:rFonts w:cs="v5.0.0"/>
              </w:rPr>
              <w:sym w:font="Symbol" w:char="F0A3"/>
            </w:r>
            <w:r w:rsidRPr="00EF2F0E">
              <w:rPr>
                <w:rFonts w:cs="v5.0.0"/>
              </w:rPr>
              <w:t xml:space="preserve"> f_offset &lt; f_offset</w:t>
            </w:r>
            <w:r w:rsidRPr="00EF2F0E">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DA99" w14:textId="77777777" w:rsidR="003E32EB" w:rsidRPr="00EF2F0E" w:rsidRDefault="003E32EB" w:rsidP="00A40339">
            <w:pPr>
              <w:pStyle w:val="TAC"/>
              <w:rPr>
                <w:rFonts w:cs="v5.0.0"/>
              </w:rPr>
            </w:pPr>
            <w:r w:rsidRPr="00EF2F0E">
              <w:rPr>
                <w:rFonts w:cs="Arial"/>
                <w:lang w:eastAsia="zh-CN"/>
              </w:rPr>
              <w:t>-25dBm</w:t>
            </w:r>
          </w:p>
        </w:tc>
        <w:tc>
          <w:tcPr>
            <w:tcW w:w="1430" w:type="dxa"/>
            <w:tcBorders>
              <w:top w:val="single" w:sz="4" w:space="0" w:color="auto"/>
              <w:left w:val="single" w:sz="4" w:space="0" w:color="auto"/>
              <w:bottom w:val="single" w:sz="4" w:space="0" w:color="auto"/>
              <w:right w:val="single" w:sz="4" w:space="0" w:color="auto"/>
            </w:tcBorders>
          </w:tcPr>
          <w:p w14:paraId="0984DA9A" w14:textId="77777777" w:rsidR="003E32EB" w:rsidRPr="00EF2F0E" w:rsidRDefault="003E32EB" w:rsidP="00A40339">
            <w:pPr>
              <w:pStyle w:val="TAC"/>
              <w:rPr>
                <w:rFonts w:cs="v5.0.0"/>
              </w:rPr>
            </w:pPr>
            <w:r w:rsidRPr="00EF2F0E">
              <w:rPr>
                <w:rFonts w:cs="v5.0.0"/>
              </w:rPr>
              <w:t xml:space="preserve">100 kHz </w:t>
            </w:r>
          </w:p>
        </w:tc>
      </w:tr>
      <w:tr w:rsidR="003E32EB" w:rsidRPr="00EF2F0E" w14:paraId="0984DA9E" w14:textId="77777777" w:rsidTr="00A40339">
        <w:trPr>
          <w:cantSplit/>
          <w:jc w:val="center"/>
        </w:trPr>
        <w:tc>
          <w:tcPr>
            <w:tcW w:w="9814" w:type="dxa"/>
            <w:gridSpan w:val="4"/>
          </w:tcPr>
          <w:p w14:paraId="0984DA9C"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w:t>
            </w:r>
            <w:r w:rsidRPr="00EF2F0E">
              <w:rPr>
                <w:rFonts w:cs="Arial"/>
                <w:lang w:eastAsia="zh-CN"/>
              </w:rPr>
              <w:t>25</w:t>
            </w:r>
            <w:r w:rsidRPr="00EF2F0E">
              <w:rPr>
                <w:rFonts w:cs="Arial"/>
              </w:rPr>
              <w:t>dBm/1</w:t>
            </w:r>
            <w:r w:rsidRPr="00EF2F0E">
              <w:rPr>
                <w:rFonts w:cs="Arial"/>
                <w:lang w:eastAsia="zh-CN"/>
              </w:rPr>
              <w:t>00k</w:t>
            </w:r>
            <w:r w:rsidRPr="00EF2F0E">
              <w:rPr>
                <w:rFonts w:cs="Arial"/>
              </w:rPr>
              <w:t>Hz.</w:t>
            </w:r>
          </w:p>
          <w:p w14:paraId="0984DA9D"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A9F" w14:textId="77777777" w:rsidR="003E32EB" w:rsidRPr="00EF2F0E" w:rsidRDefault="003E32EB" w:rsidP="00A40339">
      <w:pPr>
        <w:rPr>
          <w:lang w:eastAsia="zh-CN"/>
        </w:rPr>
      </w:pPr>
    </w:p>
    <w:p w14:paraId="0984DAA0" w14:textId="77777777" w:rsidR="003E32EB" w:rsidRPr="00EF2F0E" w:rsidRDefault="003E32EB" w:rsidP="00A40339">
      <w:pPr>
        <w:pStyle w:val="TH"/>
        <w:rPr>
          <w:lang w:eastAsia="zh-CN"/>
        </w:rPr>
      </w:pPr>
      <w:r w:rsidRPr="00EF2F0E">
        <w:t>Table 6.6.5.4.5-</w:t>
      </w:r>
      <w:r w:rsidRPr="00EF2F0E">
        <w:rPr>
          <w:lang w:eastAsia="zh-CN"/>
        </w:rPr>
        <w:t>2</w:t>
      </w:r>
      <w:r w:rsidRPr="00EF2F0E">
        <w:t xml:space="preserve">: Medium Range BS operating band unwanted emission limits for 1.4 MHz </w:t>
      </w:r>
      <w:r w:rsidRPr="00EF2F0E">
        <w:rPr>
          <w:i/>
        </w:rPr>
        <w:t>channel bandwidth</w:t>
      </w:r>
      <w:r w:rsidRPr="00EF2F0E">
        <w:rPr>
          <w:lang w:eastAsia="zh-CN"/>
        </w:rPr>
        <w:t xml:space="preserve">, </w:t>
      </w:r>
      <w:r w:rsidRPr="00EF2F0E">
        <w:rPr>
          <w:rFonts w:cs="v4.2.0"/>
        </w:rPr>
        <w:t>P</w:t>
      </w:r>
      <w:r w:rsidRPr="00EF2F0E">
        <w:rPr>
          <w:rFonts w:cs="v4.2.0"/>
          <w:vertAlign w:val="subscript"/>
        </w:rPr>
        <w:t>rated,c,cell</w:t>
      </w:r>
      <w:r w:rsidRPr="00EF2F0E">
        <w:t>-10*log10(N</w:t>
      </w:r>
      <w:r w:rsidRPr="00EF2F0E">
        <w:rPr>
          <w:vertAlign w:val="subscript"/>
        </w:rPr>
        <w:t>TXU,countedpercell</w:t>
      </w:r>
      <w:r w:rsidRPr="00EF2F0E">
        <w:t>)</w:t>
      </w:r>
      <w:r w:rsidRPr="00EF2F0E">
        <w:rPr>
          <w:rFonts w:cs="v4.2.0"/>
        </w:rPr>
        <w:t xml:space="preserve"> </w:t>
      </w:r>
      <w:r w:rsidRPr="00EF2F0E">
        <w:rPr>
          <w:rFonts w:cs="v5.0.0"/>
        </w:rPr>
        <w:sym w:font="Symbol" w:char="F0A3"/>
      </w:r>
      <w:r w:rsidRPr="00EF2F0E">
        <w:rPr>
          <w:rFonts w:cs="v5.0.0"/>
        </w:rPr>
        <w:t xml:space="preserve"> </w:t>
      </w:r>
      <w:r w:rsidRPr="00EF2F0E">
        <w:rPr>
          <w:rFonts w:cs="v5.0.0"/>
          <w:lang w:eastAsia="zh-CN"/>
        </w:rPr>
        <w:t>31</w:t>
      </w:r>
      <w:r w:rsidRPr="00EF2F0E">
        <w:rPr>
          <w:rFonts w:cs="v5.0.0"/>
        </w:rPr>
        <w:t xml:space="preserve">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DAA5" w14:textId="77777777" w:rsidTr="00A40339">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DAA1"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DAA2"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DAA3" w14:textId="77777777" w:rsidR="003E32EB" w:rsidRPr="00EF2F0E" w:rsidRDefault="003E32EB" w:rsidP="00A40339">
            <w:pPr>
              <w:pStyle w:val="TAH"/>
              <w:rPr>
                <w:rFonts w:cs="Arial"/>
              </w:rPr>
            </w:pPr>
            <w:r w:rsidRPr="00EF2F0E">
              <w:rPr>
                <w:rFonts w:cs="Arial"/>
                <w:i/>
              </w:rPr>
              <w:t>basic limit</w:t>
            </w:r>
            <w:r w:rsidRPr="00EF2F0E">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0984DAA4" w14:textId="77777777" w:rsidR="003E32EB" w:rsidRPr="00EF2F0E" w:rsidRDefault="003E32EB" w:rsidP="00A40339">
            <w:pPr>
              <w:pStyle w:val="TAH"/>
              <w:rPr>
                <w:rFonts w:cs="Arial"/>
              </w:rPr>
            </w:pPr>
            <w:r w:rsidRPr="00EF2F0E">
              <w:rPr>
                <w:rFonts w:cs="Arial"/>
              </w:rPr>
              <w:t>Measurement bandwidth (NOTE 5)</w:t>
            </w:r>
          </w:p>
        </w:tc>
      </w:tr>
      <w:tr w:rsidR="003401A4" w:rsidRPr="00EF2F0E" w14:paraId="0984DAAA" w14:textId="77777777" w:rsidTr="00A40339">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DAA6"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1.4 MHz</w:t>
            </w:r>
          </w:p>
        </w:tc>
        <w:tc>
          <w:tcPr>
            <w:tcW w:w="2976" w:type="dxa"/>
            <w:tcBorders>
              <w:top w:val="single" w:sz="4" w:space="0" w:color="auto"/>
              <w:left w:val="single" w:sz="4" w:space="0" w:color="auto"/>
              <w:bottom w:val="single" w:sz="4" w:space="0" w:color="auto"/>
              <w:right w:val="single" w:sz="4" w:space="0" w:color="auto"/>
            </w:tcBorders>
          </w:tcPr>
          <w:p w14:paraId="0984DAA7"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1.45 MHz</w:t>
            </w:r>
          </w:p>
        </w:tc>
        <w:tc>
          <w:tcPr>
            <w:tcW w:w="3455" w:type="dxa"/>
            <w:tcBorders>
              <w:top w:val="single" w:sz="4" w:space="0" w:color="auto"/>
              <w:left w:val="single" w:sz="4" w:space="0" w:color="auto"/>
              <w:bottom w:val="single" w:sz="4" w:space="0" w:color="auto"/>
              <w:right w:val="single" w:sz="4" w:space="0" w:color="auto"/>
            </w:tcBorders>
            <w:vAlign w:val="center"/>
          </w:tcPr>
          <w:p w14:paraId="0984DAA8" w14:textId="77777777" w:rsidR="003E32EB" w:rsidRPr="00EF2F0E" w:rsidRDefault="003E32EB" w:rsidP="00A40339">
            <w:pPr>
              <w:pStyle w:val="TAC"/>
              <w:rPr>
                <w:rFonts w:cs="v5.0.0"/>
              </w:rPr>
            </w:pPr>
            <w:r w:rsidRPr="00EF2F0E">
              <w:rPr>
                <w:rFonts w:cs="v5.0.0"/>
                <w:position w:val="-28"/>
              </w:rPr>
              <w:object w:dxaOrig="3600" w:dyaOrig="680" w14:anchorId="098511DA">
                <v:shape id="_x0000_i1061" type="#_x0000_t75" style="width:122.05pt;height:28.05pt" o:ole="">
                  <v:imagedata r:id="rId80" o:title=""/>
                </v:shape>
                <o:OLEObject Type="Embed" ProgID="Equation.3" ShapeID="_x0000_i1061" DrawAspect="Content" ObjectID="_1717663583" r:id="rId81"/>
              </w:object>
            </w:r>
          </w:p>
        </w:tc>
        <w:tc>
          <w:tcPr>
            <w:tcW w:w="1430" w:type="dxa"/>
            <w:tcBorders>
              <w:top w:val="single" w:sz="4" w:space="0" w:color="auto"/>
              <w:left w:val="single" w:sz="4" w:space="0" w:color="auto"/>
              <w:bottom w:val="single" w:sz="4" w:space="0" w:color="auto"/>
              <w:right w:val="single" w:sz="4" w:space="0" w:color="auto"/>
            </w:tcBorders>
          </w:tcPr>
          <w:p w14:paraId="0984DAA9" w14:textId="77777777" w:rsidR="003E32EB" w:rsidRPr="00EF2F0E" w:rsidRDefault="003E32EB" w:rsidP="00A40339">
            <w:pPr>
              <w:pStyle w:val="TAC"/>
              <w:rPr>
                <w:rFonts w:cs="v5.0.0"/>
              </w:rPr>
            </w:pPr>
            <w:r w:rsidRPr="00EF2F0E">
              <w:rPr>
                <w:rFonts w:cs="v5.0.0"/>
              </w:rPr>
              <w:t xml:space="preserve">100 kHz </w:t>
            </w:r>
          </w:p>
        </w:tc>
      </w:tr>
      <w:tr w:rsidR="003401A4" w:rsidRPr="00EF2F0E" w14:paraId="0984DAAF" w14:textId="77777777" w:rsidTr="00A40339">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DAAB" w14:textId="77777777" w:rsidR="003E32EB" w:rsidRPr="00EF2F0E" w:rsidRDefault="003E32EB" w:rsidP="00A40339">
            <w:pPr>
              <w:pStyle w:val="TAC"/>
              <w:rPr>
                <w:rFonts w:cs="v5.0.0"/>
              </w:rPr>
            </w:pPr>
            <w:r w:rsidRPr="00EF2F0E">
              <w:rPr>
                <w:rFonts w:cs="v5.0.0"/>
              </w:rPr>
              <w:t xml:space="preserve">1.4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2.8 MHz</w:t>
            </w:r>
          </w:p>
        </w:tc>
        <w:tc>
          <w:tcPr>
            <w:tcW w:w="2976" w:type="dxa"/>
            <w:tcBorders>
              <w:top w:val="single" w:sz="4" w:space="0" w:color="auto"/>
              <w:left w:val="single" w:sz="4" w:space="0" w:color="auto"/>
              <w:bottom w:val="single" w:sz="4" w:space="0" w:color="auto"/>
              <w:right w:val="single" w:sz="4" w:space="0" w:color="auto"/>
            </w:tcBorders>
          </w:tcPr>
          <w:p w14:paraId="0984DAAC" w14:textId="77777777" w:rsidR="003E32EB" w:rsidRPr="00EF2F0E" w:rsidRDefault="003E32EB" w:rsidP="00A40339">
            <w:pPr>
              <w:pStyle w:val="TAC"/>
              <w:rPr>
                <w:rFonts w:cs="v5.0.0"/>
              </w:rPr>
            </w:pPr>
            <w:r w:rsidRPr="00EF2F0E">
              <w:rPr>
                <w:rFonts w:cs="v5.0.0"/>
              </w:rPr>
              <w:t xml:space="preserve">1.45 MHz </w:t>
            </w:r>
            <w:r w:rsidRPr="00EF2F0E">
              <w:rPr>
                <w:rFonts w:cs="v5.0.0"/>
              </w:rPr>
              <w:sym w:font="Symbol" w:char="F0A3"/>
            </w:r>
            <w:r w:rsidRPr="00EF2F0E">
              <w:rPr>
                <w:rFonts w:cs="v5.0.0"/>
              </w:rPr>
              <w:t xml:space="preserve"> f_offset &lt; 2.85 MHz</w:t>
            </w:r>
          </w:p>
        </w:tc>
        <w:tc>
          <w:tcPr>
            <w:tcW w:w="3455" w:type="dxa"/>
            <w:tcBorders>
              <w:top w:val="single" w:sz="4" w:space="0" w:color="auto"/>
              <w:left w:val="single" w:sz="4" w:space="0" w:color="auto"/>
              <w:bottom w:val="single" w:sz="4" w:space="0" w:color="auto"/>
              <w:right w:val="single" w:sz="4" w:space="0" w:color="auto"/>
            </w:tcBorders>
          </w:tcPr>
          <w:p w14:paraId="0984DAAD" w14:textId="77777777" w:rsidR="003E32EB" w:rsidRPr="00EF2F0E" w:rsidRDefault="003E32EB" w:rsidP="00A40339">
            <w:pPr>
              <w:pStyle w:val="TAC"/>
              <w:rPr>
                <w:rFonts w:cs="v5.0.0"/>
              </w:rPr>
            </w:pPr>
            <w:r w:rsidRPr="00EF2F0E">
              <w:rPr>
                <w:rFonts w:cs="Arial"/>
                <w:lang w:eastAsia="zh-CN"/>
              </w:rPr>
              <w:t>-24 dBm</w:t>
            </w:r>
          </w:p>
        </w:tc>
        <w:tc>
          <w:tcPr>
            <w:tcW w:w="1430" w:type="dxa"/>
            <w:tcBorders>
              <w:top w:val="single" w:sz="4" w:space="0" w:color="auto"/>
              <w:left w:val="single" w:sz="4" w:space="0" w:color="auto"/>
              <w:bottom w:val="single" w:sz="4" w:space="0" w:color="auto"/>
              <w:right w:val="single" w:sz="4" w:space="0" w:color="auto"/>
            </w:tcBorders>
          </w:tcPr>
          <w:p w14:paraId="0984DAAE" w14:textId="77777777" w:rsidR="003E32EB" w:rsidRPr="00EF2F0E" w:rsidRDefault="003E32EB" w:rsidP="00A40339">
            <w:pPr>
              <w:pStyle w:val="TAC"/>
              <w:rPr>
                <w:rFonts w:cs="v5.0.0"/>
              </w:rPr>
            </w:pPr>
            <w:r w:rsidRPr="00EF2F0E">
              <w:rPr>
                <w:rFonts w:cs="v5.0.0"/>
              </w:rPr>
              <w:t xml:space="preserve">100 kHz </w:t>
            </w:r>
          </w:p>
        </w:tc>
      </w:tr>
      <w:tr w:rsidR="003401A4" w:rsidRPr="00EF2F0E" w14:paraId="0984DAB4" w14:textId="77777777" w:rsidTr="00A40339">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DAB0" w14:textId="77777777" w:rsidR="003E32EB" w:rsidRPr="00EF2F0E" w:rsidRDefault="003E32EB" w:rsidP="00A40339">
            <w:pPr>
              <w:pStyle w:val="TAC"/>
              <w:rPr>
                <w:rFonts w:cs="v5.0.0"/>
              </w:rPr>
            </w:pPr>
            <w:r w:rsidRPr="00EF2F0E">
              <w:rPr>
                <w:rFonts w:cs="v5.0.0"/>
              </w:rPr>
              <w:t xml:space="preserve">2.8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DAB1" w14:textId="77777777" w:rsidR="003E32EB" w:rsidRPr="00EF2F0E" w:rsidRDefault="003E32EB" w:rsidP="00A40339">
            <w:pPr>
              <w:pStyle w:val="TAC"/>
              <w:rPr>
                <w:rFonts w:cs="v5.0.0"/>
              </w:rPr>
            </w:pPr>
            <w:r w:rsidRPr="00EF2F0E">
              <w:rPr>
                <w:rFonts w:cs="v5.0.0"/>
              </w:rPr>
              <w:t xml:space="preserve">2.85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Borders>
              <w:top w:val="single" w:sz="4" w:space="0" w:color="auto"/>
              <w:left w:val="single" w:sz="4" w:space="0" w:color="auto"/>
              <w:bottom w:val="single" w:sz="4" w:space="0" w:color="auto"/>
              <w:right w:val="single" w:sz="4" w:space="0" w:color="auto"/>
            </w:tcBorders>
          </w:tcPr>
          <w:p w14:paraId="0984DAB2" w14:textId="77777777" w:rsidR="003E32EB" w:rsidRPr="00EF2F0E" w:rsidRDefault="003E32EB" w:rsidP="00A40339">
            <w:pPr>
              <w:pStyle w:val="TAC"/>
              <w:rPr>
                <w:rFonts w:cs="v5.0.0"/>
              </w:rPr>
            </w:pPr>
            <w:r w:rsidRPr="00EF2F0E">
              <w:rPr>
                <w:rFonts w:cs="Arial"/>
                <w:lang w:eastAsia="zh-CN"/>
              </w:rPr>
              <w:t>-25dBm</w:t>
            </w:r>
          </w:p>
        </w:tc>
        <w:tc>
          <w:tcPr>
            <w:tcW w:w="1430" w:type="dxa"/>
            <w:tcBorders>
              <w:top w:val="single" w:sz="4" w:space="0" w:color="auto"/>
              <w:left w:val="single" w:sz="4" w:space="0" w:color="auto"/>
              <w:bottom w:val="single" w:sz="4" w:space="0" w:color="auto"/>
              <w:right w:val="single" w:sz="4" w:space="0" w:color="auto"/>
            </w:tcBorders>
          </w:tcPr>
          <w:p w14:paraId="0984DAB3" w14:textId="77777777" w:rsidR="003E32EB" w:rsidRPr="00EF2F0E" w:rsidRDefault="003E32EB" w:rsidP="00A40339">
            <w:pPr>
              <w:pStyle w:val="TAC"/>
              <w:rPr>
                <w:rFonts w:cs="v5.0.0"/>
              </w:rPr>
            </w:pPr>
            <w:r w:rsidRPr="00EF2F0E">
              <w:rPr>
                <w:rFonts w:cs="v5.0.0"/>
              </w:rPr>
              <w:t xml:space="preserve">100 kHz </w:t>
            </w:r>
          </w:p>
        </w:tc>
      </w:tr>
      <w:tr w:rsidR="003E32EB" w:rsidRPr="00EF2F0E" w14:paraId="0984DAB7" w14:textId="77777777" w:rsidTr="00A40339">
        <w:trPr>
          <w:cantSplit/>
          <w:jc w:val="center"/>
        </w:trPr>
        <w:tc>
          <w:tcPr>
            <w:tcW w:w="9814" w:type="dxa"/>
            <w:gridSpan w:val="4"/>
          </w:tcPr>
          <w:p w14:paraId="0984DAB5"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w:t>
            </w:r>
            <w:r w:rsidRPr="00EF2F0E">
              <w:rPr>
                <w:rFonts w:cs="Arial"/>
                <w:lang w:eastAsia="zh-CN"/>
              </w:rPr>
              <w:t>2</w:t>
            </w:r>
            <w:r w:rsidRPr="00EF2F0E">
              <w:rPr>
                <w:rFonts w:cs="Arial"/>
              </w:rPr>
              <w:t>5dBm/1</w:t>
            </w:r>
            <w:r w:rsidRPr="00EF2F0E">
              <w:rPr>
                <w:rFonts w:cs="Arial"/>
                <w:lang w:eastAsia="zh-CN"/>
              </w:rPr>
              <w:t>00k</w:t>
            </w:r>
            <w:r w:rsidRPr="00EF2F0E">
              <w:rPr>
                <w:rFonts w:cs="Arial"/>
              </w:rPr>
              <w:t>Hz.</w:t>
            </w:r>
          </w:p>
          <w:p w14:paraId="0984DAB6"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AB8" w14:textId="77777777" w:rsidR="003E32EB" w:rsidRPr="00EF2F0E" w:rsidRDefault="003E32EB" w:rsidP="00A40339">
      <w:pPr>
        <w:rPr>
          <w:lang w:eastAsia="zh-CN"/>
        </w:rPr>
      </w:pPr>
    </w:p>
    <w:p w14:paraId="0984DAB9" w14:textId="77777777" w:rsidR="003E32EB" w:rsidRPr="00EF2F0E" w:rsidRDefault="003E32EB" w:rsidP="00A40339">
      <w:pPr>
        <w:pStyle w:val="TH"/>
      </w:pPr>
      <w:r w:rsidRPr="00EF2F0E">
        <w:t>Table 6.6.5.4.5-</w:t>
      </w:r>
      <w:r w:rsidRPr="00EF2F0E">
        <w:rPr>
          <w:lang w:eastAsia="zh-CN"/>
        </w:rPr>
        <w:t>3</w:t>
      </w:r>
      <w:r w:rsidRPr="00EF2F0E">
        <w:t xml:space="preserve">: Medium Range BS operating band unwanted emission limits for 3 MHz </w:t>
      </w:r>
      <w:r w:rsidRPr="00EF2F0E">
        <w:rPr>
          <w:i/>
        </w:rPr>
        <w:t>channel bandwidth</w:t>
      </w:r>
      <w:r w:rsidRPr="00EF2F0E">
        <w:rPr>
          <w:lang w:eastAsia="zh-CN"/>
        </w:rPr>
        <w:t>,</w:t>
      </w:r>
      <w:r w:rsidRPr="00EF2F0E">
        <w:t xml:space="preserve"> </w:t>
      </w:r>
      <w:r w:rsidRPr="00EF2F0E">
        <w:rPr>
          <w:rFonts w:cs="v5.0.0"/>
          <w:lang w:eastAsia="zh-CN"/>
        </w:rPr>
        <w:t>31</w:t>
      </w:r>
      <w:r w:rsidRPr="00EF2F0E">
        <w:rPr>
          <w:rFonts w:cs="v5.0.0"/>
        </w:rPr>
        <w:t xml:space="preserve"> &lt;</w:t>
      </w:r>
      <w:r w:rsidRPr="00EF2F0E">
        <w:rPr>
          <w:rFonts w:cs="v5.0.0"/>
          <w:bCs/>
        </w:rPr>
        <w:t xml:space="preserve"> </w:t>
      </w:r>
      <w:r w:rsidRPr="00EF2F0E">
        <w:rPr>
          <w:rFonts w:cs="v4.2.0"/>
        </w:rPr>
        <w:t>P</w:t>
      </w:r>
      <w:r w:rsidRPr="00EF2F0E">
        <w:rPr>
          <w:rFonts w:cs="v4.2.0"/>
          <w:vertAlign w:val="subscript"/>
        </w:rPr>
        <w:t>rated,c,cell</w:t>
      </w:r>
      <w:r w:rsidRPr="00EF2F0E">
        <w:t>-10*log10(N</w:t>
      </w:r>
      <w:r w:rsidRPr="00EF2F0E">
        <w:rPr>
          <w:vertAlign w:val="subscript"/>
        </w:rPr>
        <w:t>TXU,countedpercell</w:t>
      </w:r>
      <w:r w:rsidRPr="00EF2F0E">
        <w:t>)</w:t>
      </w:r>
      <w:r w:rsidRPr="00EF2F0E">
        <w:rPr>
          <w:rFonts w:cs="v4.2.0"/>
        </w:rPr>
        <w:t xml:space="preserve"> </w:t>
      </w:r>
      <w:r w:rsidRPr="00EF2F0E">
        <w:rPr>
          <w:rFonts w:cs="v5.0.0"/>
        </w:rPr>
        <w:sym w:font="Symbol" w:char="F0A3"/>
      </w:r>
      <w:r w:rsidRPr="00EF2F0E">
        <w:rPr>
          <w:rFonts w:cs="v5.0.0"/>
        </w:rPr>
        <w:t xml:space="preserve"> 38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DABE"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ABA"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DABB"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DABC" w14:textId="77777777" w:rsidR="003E32EB" w:rsidRPr="00EF2F0E" w:rsidRDefault="003E32EB" w:rsidP="00A40339">
            <w:pPr>
              <w:pStyle w:val="TAH"/>
              <w:rPr>
                <w:rFonts w:cs="Arial"/>
              </w:rPr>
            </w:pPr>
            <w:r w:rsidRPr="00EF2F0E">
              <w:rPr>
                <w:rFonts w:cs="Arial"/>
                <w:i/>
              </w:rPr>
              <w:t>basic limit</w:t>
            </w:r>
            <w:r w:rsidRPr="00EF2F0E">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0984DABD" w14:textId="77777777" w:rsidR="003E32EB" w:rsidRPr="00EF2F0E" w:rsidRDefault="003E32EB" w:rsidP="00A40339">
            <w:pPr>
              <w:pStyle w:val="TAH"/>
              <w:rPr>
                <w:rFonts w:cs="Arial"/>
              </w:rPr>
            </w:pPr>
            <w:r w:rsidRPr="00EF2F0E">
              <w:rPr>
                <w:rFonts w:cs="Arial"/>
              </w:rPr>
              <w:t>Measurement bandwidth (NOTE 5)</w:t>
            </w:r>
          </w:p>
        </w:tc>
      </w:tr>
      <w:tr w:rsidR="003401A4" w:rsidRPr="00EF2F0E" w14:paraId="0984DAC3"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ABF"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3 MHz</w:t>
            </w:r>
          </w:p>
        </w:tc>
        <w:tc>
          <w:tcPr>
            <w:tcW w:w="2976" w:type="dxa"/>
            <w:tcBorders>
              <w:top w:val="single" w:sz="4" w:space="0" w:color="auto"/>
              <w:left w:val="single" w:sz="4" w:space="0" w:color="auto"/>
              <w:bottom w:val="single" w:sz="4" w:space="0" w:color="auto"/>
              <w:right w:val="single" w:sz="4" w:space="0" w:color="auto"/>
            </w:tcBorders>
          </w:tcPr>
          <w:p w14:paraId="0984DAC0"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3.05 MHz</w:t>
            </w:r>
          </w:p>
        </w:tc>
        <w:tc>
          <w:tcPr>
            <w:tcW w:w="3455" w:type="dxa"/>
            <w:tcBorders>
              <w:top w:val="single" w:sz="4" w:space="0" w:color="auto"/>
              <w:left w:val="single" w:sz="4" w:space="0" w:color="auto"/>
              <w:bottom w:val="single" w:sz="4" w:space="0" w:color="auto"/>
              <w:right w:val="single" w:sz="4" w:space="0" w:color="auto"/>
            </w:tcBorders>
            <w:vAlign w:val="center"/>
          </w:tcPr>
          <w:p w14:paraId="0984DAC1" w14:textId="77777777" w:rsidR="003E32EB" w:rsidRPr="00EF2F0E" w:rsidRDefault="003E32EB" w:rsidP="00A40339">
            <w:pPr>
              <w:pStyle w:val="TAC"/>
              <w:rPr>
                <w:rFonts w:cs="v5.0.0"/>
              </w:rPr>
            </w:pPr>
            <w:r w:rsidRPr="00EF2F0E">
              <w:rPr>
                <w:rFonts w:cs="Arial"/>
                <w:lang w:eastAsia="ja-JP"/>
              </w:rPr>
              <w:t>P</w:t>
            </w:r>
            <w:r w:rsidRPr="00EF2F0E">
              <w:rPr>
                <w:rFonts w:cs="Arial"/>
                <w:vertAlign w:val="subscript"/>
                <w:lang w:eastAsia="ja-JP"/>
              </w:rPr>
              <w:t>rated,c,cell</w:t>
            </w:r>
            <w:r w:rsidRPr="00EF2F0E">
              <w:rPr>
                <w:rFonts w:cs="Arial"/>
                <w:lang w:eastAsia="ja-JP"/>
              </w:rPr>
              <w:t>-</w:t>
            </w:r>
            <w:r w:rsidRPr="00EF2F0E">
              <w:t>10*log10(N</w:t>
            </w:r>
            <w:r w:rsidRPr="00EF2F0E">
              <w:rPr>
                <w:vertAlign w:val="subscript"/>
              </w:rPr>
              <w:t>TXU,countedpercell</w:t>
            </w:r>
            <w:r w:rsidRPr="00EF2F0E">
              <w:t>)</w:t>
            </w:r>
            <w:r w:rsidRPr="00EF2F0E">
              <w:rPr>
                <w:rFonts w:cs="v4.2.0"/>
              </w:rPr>
              <w:t xml:space="preserve"> -49dB- (10/3)*(f_offset/MHz-0,05)dB</w:t>
            </w:r>
          </w:p>
        </w:tc>
        <w:tc>
          <w:tcPr>
            <w:tcW w:w="1430" w:type="dxa"/>
            <w:tcBorders>
              <w:top w:val="single" w:sz="4" w:space="0" w:color="auto"/>
              <w:left w:val="single" w:sz="4" w:space="0" w:color="auto"/>
              <w:bottom w:val="single" w:sz="4" w:space="0" w:color="auto"/>
              <w:right w:val="single" w:sz="4" w:space="0" w:color="auto"/>
            </w:tcBorders>
          </w:tcPr>
          <w:p w14:paraId="0984DAC2" w14:textId="77777777" w:rsidR="003E32EB" w:rsidRPr="00EF2F0E" w:rsidRDefault="003E32EB" w:rsidP="00A40339">
            <w:pPr>
              <w:pStyle w:val="TAC"/>
              <w:rPr>
                <w:rFonts w:cs="v5.0.0"/>
              </w:rPr>
            </w:pPr>
            <w:r w:rsidRPr="00EF2F0E">
              <w:rPr>
                <w:rFonts w:cs="v5.0.0"/>
              </w:rPr>
              <w:t xml:space="preserve">100 kHz </w:t>
            </w:r>
          </w:p>
        </w:tc>
      </w:tr>
      <w:tr w:rsidR="003401A4" w:rsidRPr="00EF2F0E" w14:paraId="0984DAC8"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AC4" w14:textId="77777777" w:rsidR="003E32EB" w:rsidRPr="00EF2F0E" w:rsidRDefault="003E32EB" w:rsidP="00A40339">
            <w:pPr>
              <w:pStyle w:val="TAC"/>
              <w:rPr>
                <w:rFonts w:cs="v5.0.0"/>
              </w:rPr>
            </w:pPr>
            <w:r w:rsidRPr="00EF2F0E">
              <w:rPr>
                <w:rFonts w:cs="v5.0.0"/>
              </w:rPr>
              <w:t xml:space="preserve">3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6 MHz</w:t>
            </w:r>
          </w:p>
        </w:tc>
        <w:tc>
          <w:tcPr>
            <w:tcW w:w="2976" w:type="dxa"/>
            <w:tcBorders>
              <w:top w:val="single" w:sz="4" w:space="0" w:color="auto"/>
              <w:left w:val="single" w:sz="4" w:space="0" w:color="auto"/>
              <w:bottom w:val="single" w:sz="4" w:space="0" w:color="auto"/>
              <w:right w:val="single" w:sz="4" w:space="0" w:color="auto"/>
            </w:tcBorders>
          </w:tcPr>
          <w:p w14:paraId="0984DAC5" w14:textId="77777777" w:rsidR="003E32EB" w:rsidRPr="00EF2F0E" w:rsidRDefault="003E32EB" w:rsidP="00A40339">
            <w:pPr>
              <w:pStyle w:val="TAC"/>
              <w:rPr>
                <w:rFonts w:cs="v5.0.0"/>
              </w:rPr>
            </w:pPr>
            <w:r w:rsidRPr="00EF2F0E">
              <w:rPr>
                <w:rFonts w:cs="v5.0.0"/>
              </w:rPr>
              <w:t xml:space="preserve">3.05 MHz </w:t>
            </w:r>
            <w:r w:rsidRPr="00EF2F0E">
              <w:rPr>
                <w:rFonts w:cs="v5.0.0"/>
              </w:rPr>
              <w:sym w:font="Symbol" w:char="F0A3"/>
            </w:r>
            <w:r w:rsidRPr="00EF2F0E">
              <w:rPr>
                <w:rFonts w:cs="v5.0.0"/>
              </w:rPr>
              <w:t xml:space="preserve"> f_offset &lt; 6.05 MHz</w:t>
            </w:r>
          </w:p>
        </w:tc>
        <w:tc>
          <w:tcPr>
            <w:tcW w:w="3455" w:type="dxa"/>
            <w:tcBorders>
              <w:top w:val="single" w:sz="4" w:space="0" w:color="auto"/>
              <w:left w:val="single" w:sz="4" w:space="0" w:color="auto"/>
              <w:bottom w:val="single" w:sz="4" w:space="0" w:color="auto"/>
              <w:right w:val="single" w:sz="4" w:space="0" w:color="auto"/>
            </w:tcBorders>
          </w:tcPr>
          <w:p w14:paraId="0984DAC6" w14:textId="77777777" w:rsidR="003E32EB" w:rsidRPr="00EF2F0E" w:rsidRDefault="003E32EB" w:rsidP="00A40339">
            <w:pPr>
              <w:pStyle w:val="TAC"/>
              <w:rPr>
                <w:rFonts w:cs="v5.0.0"/>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lang w:eastAsia="zh-CN"/>
              </w:rPr>
              <w:t>-59dB</w:t>
            </w:r>
          </w:p>
        </w:tc>
        <w:tc>
          <w:tcPr>
            <w:tcW w:w="1430" w:type="dxa"/>
            <w:tcBorders>
              <w:top w:val="single" w:sz="4" w:space="0" w:color="auto"/>
              <w:left w:val="single" w:sz="4" w:space="0" w:color="auto"/>
              <w:bottom w:val="single" w:sz="4" w:space="0" w:color="auto"/>
              <w:right w:val="single" w:sz="4" w:space="0" w:color="auto"/>
            </w:tcBorders>
          </w:tcPr>
          <w:p w14:paraId="0984DAC7" w14:textId="77777777" w:rsidR="003E32EB" w:rsidRPr="00EF2F0E" w:rsidRDefault="003E32EB" w:rsidP="00A40339">
            <w:pPr>
              <w:pStyle w:val="TAC"/>
              <w:rPr>
                <w:rFonts w:cs="v5.0.0"/>
              </w:rPr>
            </w:pPr>
            <w:r w:rsidRPr="00EF2F0E">
              <w:rPr>
                <w:rFonts w:cs="v5.0.0"/>
              </w:rPr>
              <w:t xml:space="preserve">100 kHz </w:t>
            </w:r>
          </w:p>
        </w:tc>
      </w:tr>
      <w:tr w:rsidR="003401A4" w:rsidRPr="00EF2F0E" w14:paraId="0984DACD"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AC9" w14:textId="77777777" w:rsidR="003E32EB" w:rsidRPr="00EF2F0E" w:rsidRDefault="003E32EB" w:rsidP="00A40339">
            <w:pPr>
              <w:pStyle w:val="TAC"/>
              <w:rPr>
                <w:rFonts w:cs="v5.0.0"/>
              </w:rPr>
            </w:pPr>
            <w:r w:rsidRPr="00EF2F0E">
              <w:rPr>
                <w:rFonts w:cs="v5.0.0"/>
              </w:rPr>
              <w:t xml:space="preserve">6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DACA" w14:textId="77777777" w:rsidR="003E32EB" w:rsidRPr="00EF2F0E" w:rsidRDefault="003E32EB" w:rsidP="00A40339">
            <w:pPr>
              <w:pStyle w:val="TAC"/>
              <w:rPr>
                <w:rFonts w:cs="v5.0.0"/>
              </w:rPr>
            </w:pPr>
            <w:r w:rsidRPr="00EF2F0E">
              <w:rPr>
                <w:rFonts w:cs="v5.0.0"/>
              </w:rPr>
              <w:t xml:space="preserve">6.05 MHz </w:t>
            </w:r>
            <w:r w:rsidRPr="00EF2F0E">
              <w:rPr>
                <w:rFonts w:cs="v5.0.0"/>
              </w:rPr>
              <w:sym w:font="Symbol" w:char="F0A3"/>
            </w:r>
            <w:r w:rsidRPr="00EF2F0E">
              <w:rPr>
                <w:rFonts w:cs="v5.0.0"/>
              </w:rPr>
              <w:t xml:space="preserve"> f_offset &lt; f_offset</w:t>
            </w:r>
            <w:r w:rsidRPr="00EF2F0E">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DACB" w14:textId="77777777" w:rsidR="003E32EB" w:rsidRPr="00EF2F0E" w:rsidRDefault="003E32EB" w:rsidP="00A40339">
            <w:pPr>
              <w:pStyle w:val="TAC"/>
              <w:rPr>
                <w:rFonts w:cs="v5.0.0"/>
                <w:lang w:eastAsia="zh-CN"/>
              </w:rPr>
            </w:pPr>
            <w:r w:rsidRPr="00EF2F0E">
              <w:rPr>
                <w:rFonts w:cs="v5.0.0"/>
                <w:lang w:eastAsia="zh-CN"/>
              </w:rPr>
              <w:t>Min(</w:t>
            </w: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v5.0.0"/>
                <w:lang w:eastAsia="zh-CN"/>
              </w:rPr>
              <w:t>-59dB, -25dBm)</w:t>
            </w:r>
          </w:p>
        </w:tc>
        <w:tc>
          <w:tcPr>
            <w:tcW w:w="1430" w:type="dxa"/>
            <w:tcBorders>
              <w:top w:val="single" w:sz="4" w:space="0" w:color="auto"/>
              <w:left w:val="single" w:sz="4" w:space="0" w:color="auto"/>
              <w:bottom w:val="single" w:sz="4" w:space="0" w:color="auto"/>
              <w:right w:val="single" w:sz="4" w:space="0" w:color="auto"/>
            </w:tcBorders>
          </w:tcPr>
          <w:p w14:paraId="0984DACC" w14:textId="77777777" w:rsidR="003E32EB" w:rsidRPr="00EF2F0E" w:rsidRDefault="003E32EB" w:rsidP="00A40339">
            <w:pPr>
              <w:pStyle w:val="TAC"/>
              <w:rPr>
                <w:rFonts w:cs="v5.0.0"/>
              </w:rPr>
            </w:pPr>
            <w:r w:rsidRPr="00EF2F0E">
              <w:rPr>
                <w:rFonts w:cs="v5.0.0"/>
              </w:rPr>
              <w:t xml:space="preserve">100 kHz </w:t>
            </w:r>
          </w:p>
        </w:tc>
      </w:tr>
      <w:tr w:rsidR="003E32EB" w:rsidRPr="00EF2F0E" w14:paraId="0984DAD0" w14:textId="77777777" w:rsidTr="00A40339">
        <w:trPr>
          <w:cantSplit/>
          <w:jc w:val="center"/>
        </w:trPr>
        <w:tc>
          <w:tcPr>
            <w:tcW w:w="9988" w:type="dxa"/>
            <w:gridSpan w:val="4"/>
          </w:tcPr>
          <w:p w14:paraId="0984DACE"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w:t>
            </w:r>
            <w:r w:rsidRPr="00EF2F0E">
              <w:rPr>
                <w:rFonts w:cs="v5.0.0"/>
                <w:lang w:eastAsia="zh-CN"/>
              </w:rPr>
              <w:t>Min(</w:t>
            </w: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v5.0.0"/>
                <w:lang w:eastAsia="zh-CN"/>
              </w:rPr>
              <w:t>-59dB, -25dBm)</w:t>
            </w:r>
            <w:r w:rsidRPr="00EF2F0E">
              <w:rPr>
                <w:rFonts w:cs="Arial"/>
              </w:rPr>
              <w:t>/1</w:t>
            </w:r>
            <w:r w:rsidRPr="00EF2F0E">
              <w:rPr>
                <w:rFonts w:cs="Arial"/>
                <w:lang w:eastAsia="zh-CN"/>
              </w:rPr>
              <w:t>00k</w:t>
            </w:r>
            <w:r w:rsidRPr="00EF2F0E">
              <w:rPr>
                <w:rFonts w:cs="Arial"/>
              </w:rPr>
              <w:t>Hz.</w:t>
            </w:r>
          </w:p>
          <w:p w14:paraId="0984DACF"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AD1" w14:textId="77777777" w:rsidR="003E32EB" w:rsidRPr="00EF2F0E" w:rsidRDefault="003E32EB" w:rsidP="00A40339">
      <w:pPr>
        <w:rPr>
          <w:lang w:eastAsia="zh-CN"/>
        </w:rPr>
      </w:pPr>
    </w:p>
    <w:p w14:paraId="0984DAD2" w14:textId="77777777" w:rsidR="003E32EB" w:rsidRPr="00EF2F0E" w:rsidRDefault="003E32EB" w:rsidP="00A40339">
      <w:pPr>
        <w:pStyle w:val="TH"/>
      </w:pPr>
      <w:r w:rsidRPr="00EF2F0E">
        <w:t>Table 6.6.5.4.5-</w:t>
      </w:r>
      <w:r w:rsidRPr="00EF2F0E">
        <w:rPr>
          <w:lang w:eastAsia="zh-CN"/>
        </w:rPr>
        <w:t>4</w:t>
      </w:r>
      <w:r w:rsidRPr="00EF2F0E">
        <w:t xml:space="preserve">: Medium Range BS operating band unwanted emission limits for 3 MHz </w:t>
      </w:r>
      <w:r w:rsidRPr="00EF2F0E">
        <w:rPr>
          <w:i/>
        </w:rPr>
        <w:t>channel bandwidth</w:t>
      </w:r>
      <w:r w:rsidRPr="00EF2F0E">
        <w:rPr>
          <w:lang w:eastAsia="zh-CN"/>
        </w:rPr>
        <w:t xml:space="preserve">, </w:t>
      </w:r>
      <w:r w:rsidRPr="00EF2F0E">
        <w:rPr>
          <w:rFonts w:cs="v4.2.0"/>
        </w:rPr>
        <w:t>P</w:t>
      </w:r>
      <w:r w:rsidRPr="00EF2F0E">
        <w:rPr>
          <w:rFonts w:cs="v4.2.0"/>
          <w:vertAlign w:val="subscript"/>
        </w:rPr>
        <w:t>rated,c,cell</w:t>
      </w:r>
      <w:r w:rsidRPr="00EF2F0E">
        <w:t>-10*log10(N</w:t>
      </w:r>
      <w:r w:rsidRPr="00EF2F0E">
        <w:rPr>
          <w:vertAlign w:val="subscript"/>
        </w:rPr>
        <w:t>TXU,countedpercell</w:t>
      </w:r>
      <w:r w:rsidRPr="00EF2F0E">
        <w:t>)</w:t>
      </w:r>
      <w:r w:rsidRPr="00EF2F0E">
        <w:rPr>
          <w:rFonts w:cs="v4.2.0"/>
        </w:rPr>
        <w:t xml:space="preserve"> </w:t>
      </w:r>
      <w:r w:rsidRPr="00EF2F0E">
        <w:rPr>
          <w:rFonts w:cs="v5.0.0"/>
        </w:rPr>
        <w:sym w:font="Symbol" w:char="F0A3"/>
      </w:r>
      <w:r w:rsidRPr="00EF2F0E">
        <w:rPr>
          <w:rFonts w:cs="v5.0.0"/>
          <w:lang w:eastAsia="zh-CN"/>
        </w:rPr>
        <w:t xml:space="preserve"> 31</w:t>
      </w:r>
      <w:r w:rsidRPr="00EF2F0E">
        <w:rPr>
          <w:rFonts w:cs="v5.0.0"/>
        </w:rPr>
        <w:t xml:space="preserve">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DAD7"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AD3"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DAD4"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DAD5" w14:textId="77777777" w:rsidR="003E32EB" w:rsidRPr="00EF2F0E" w:rsidRDefault="003E32EB" w:rsidP="00A40339">
            <w:pPr>
              <w:pStyle w:val="TAH"/>
              <w:rPr>
                <w:rFonts w:cs="Arial"/>
              </w:rPr>
            </w:pPr>
            <w:r w:rsidRPr="00EF2F0E">
              <w:rPr>
                <w:rFonts w:cs="Arial"/>
                <w:i/>
              </w:rPr>
              <w:t>basic limit</w:t>
            </w:r>
            <w:r w:rsidRPr="00EF2F0E">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0984DAD6" w14:textId="77777777" w:rsidR="003E32EB" w:rsidRPr="00EF2F0E" w:rsidRDefault="003E32EB" w:rsidP="00A40339">
            <w:pPr>
              <w:pStyle w:val="TAH"/>
              <w:rPr>
                <w:rFonts w:cs="Arial"/>
              </w:rPr>
            </w:pPr>
            <w:r w:rsidRPr="00EF2F0E">
              <w:rPr>
                <w:rFonts w:cs="Arial"/>
              </w:rPr>
              <w:t>Measurement bandwidth (NOTE 5)</w:t>
            </w:r>
          </w:p>
        </w:tc>
      </w:tr>
      <w:tr w:rsidR="003401A4" w:rsidRPr="00EF2F0E" w14:paraId="0984DADC"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AD8"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3 MHz</w:t>
            </w:r>
          </w:p>
        </w:tc>
        <w:tc>
          <w:tcPr>
            <w:tcW w:w="2976" w:type="dxa"/>
            <w:tcBorders>
              <w:top w:val="single" w:sz="4" w:space="0" w:color="auto"/>
              <w:left w:val="single" w:sz="4" w:space="0" w:color="auto"/>
              <w:bottom w:val="single" w:sz="4" w:space="0" w:color="auto"/>
              <w:right w:val="single" w:sz="4" w:space="0" w:color="auto"/>
            </w:tcBorders>
          </w:tcPr>
          <w:p w14:paraId="0984DAD9"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3.05 MHz</w:t>
            </w:r>
          </w:p>
        </w:tc>
        <w:tc>
          <w:tcPr>
            <w:tcW w:w="3455" w:type="dxa"/>
            <w:tcBorders>
              <w:top w:val="single" w:sz="4" w:space="0" w:color="auto"/>
              <w:left w:val="single" w:sz="4" w:space="0" w:color="auto"/>
              <w:bottom w:val="single" w:sz="4" w:space="0" w:color="auto"/>
              <w:right w:val="single" w:sz="4" w:space="0" w:color="auto"/>
            </w:tcBorders>
            <w:vAlign w:val="center"/>
          </w:tcPr>
          <w:p w14:paraId="0984DADA" w14:textId="77777777" w:rsidR="003E32EB" w:rsidRPr="00EF2F0E" w:rsidRDefault="003E32EB" w:rsidP="00A40339">
            <w:pPr>
              <w:pStyle w:val="TAC"/>
              <w:rPr>
                <w:rFonts w:cs="v5.0.0"/>
              </w:rPr>
            </w:pPr>
            <w:r w:rsidRPr="00EF2F0E">
              <w:rPr>
                <w:rFonts w:cs="Arial"/>
                <w:position w:val="-28"/>
              </w:rPr>
              <w:object w:dxaOrig="3500" w:dyaOrig="680" w14:anchorId="098511DB">
                <v:shape id="_x0000_i1062" type="#_x0000_t75" style="width:139.1pt;height:26.25pt" o:ole="">
                  <v:imagedata r:id="rId82" o:title=""/>
                </v:shape>
                <o:OLEObject Type="Embed" ProgID="Equation.3" ShapeID="_x0000_i1062" DrawAspect="Content" ObjectID="_1717663584" r:id="rId83"/>
              </w:object>
            </w:r>
          </w:p>
        </w:tc>
        <w:tc>
          <w:tcPr>
            <w:tcW w:w="1430" w:type="dxa"/>
            <w:tcBorders>
              <w:top w:val="single" w:sz="4" w:space="0" w:color="auto"/>
              <w:left w:val="single" w:sz="4" w:space="0" w:color="auto"/>
              <w:bottom w:val="single" w:sz="4" w:space="0" w:color="auto"/>
              <w:right w:val="single" w:sz="4" w:space="0" w:color="auto"/>
            </w:tcBorders>
          </w:tcPr>
          <w:p w14:paraId="0984DADB" w14:textId="77777777" w:rsidR="003E32EB" w:rsidRPr="00EF2F0E" w:rsidRDefault="003E32EB" w:rsidP="00A40339">
            <w:pPr>
              <w:pStyle w:val="TAC"/>
              <w:rPr>
                <w:rFonts w:cs="v5.0.0"/>
              </w:rPr>
            </w:pPr>
            <w:r w:rsidRPr="00EF2F0E">
              <w:rPr>
                <w:rFonts w:cs="v5.0.0"/>
              </w:rPr>
              <w:t xml:space="preserve">100 kHz </w:t>
            </w:r>
          </w:p>
        </w:tc>
      </w:tr>
      <w:tr w:rsidR="003401A4" w:rsidRPr="00EF2F0E" w14:paraId="0984DAE1"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ADD" w14:textId="77777777" w:rsidR="003E32EB" w:rsidRPr="00EF2F0E" w:rsidRDefault="003E32EB" w:rsidP="00A40339">
            <w:pPr>
              <w:pStyle w:val="TAC"/>
              <w:rPr>
                <w:rFonts w:cs="v5.0.0"/>
              </w:rPr>
            </w:pPr>
            <w:r w:rsidRPr="00EF2F0E">
              <w:rPr>
                <w:rFonts w:cs="v5.0.0"/>
              </w:rPr>
              <w:t xml:space="preserve">3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6 MHz</w:t>
            </w:r>
          </w:p>
        </w:tc>
        <w:tc>
          <w:tcPr>
            <w:tcW w:w="2976" w:type="dxa"/>
            <w:tcBorders>
              <w:top w:val="single" w:sz="4" w:space="0" w:color="auto"/>
              <w:left w:val="single" w:sz="4" w:space="0" w:color="auto"/>
              <w:bottom w:val="single" w:sz="4" w:space="0" w:color="auto"/>
              <w:right w:val="single" w:sz="4" w:space="0" w:color="auto"/>
            </w:tcBorders>
          </w:tcPr>
          <w:p w14:paraId="0984DADE" w14:textId="77777777" w:rsidR="003E32EB" w:rsidRPr="00EF2F0E" w:rsidRDefault="003E32EB" w:rsidP="00A40339">
            <w:pPr>
              <w:pStyle w:val="TAC"/>
              <w:rPr>
                <w:rFonts w:cs="v5.0.0"/>
              </w:rPr>
            </w:pPr>
            <w:r w:rsidRPr="00EF2F0E">
              <w:rPr>
                <w:rFonts w:cs="v5.0.0"/>
              </w:rPr>
              <w:t xml:space="preserve">3.05 MHz </w:t>
            </w:r>
            <w:r w:rsidRPr="00EF2F0E">
              <w:rPr>
                <w:rFonts w:cs="v5.0.0"/>
              </w:rPr>
              <w:sym w:font="Symbol" w:char="F0A3"/>
            </w:r>
            <w:r w:rsidRPr="00EF2F0E">
              <w:rPr>
                <w:rFonts w:cs="v5.0.0"/>
              </w:rPr>
              <w:t xml:space="preserve"> f_offset &lt; 6.05 MHz</w:t>
            </w:r>
          </w:p>
        </w:tc>
        <w:tc>
          <w:tcPr>
            <w:tcW w:w="3455" w:type="dxa"/>
            <w:tcBorders>
              <w:top w:val="single" w:sz="4" w:space="0" w:color="auto"/>
              <w:left w:val="single" w:sz="4" w:space="0" w:color="auto"/>
              <w:bottom w:val="single" w:sz="4" w:space="0" w:color="auto"/>
              <w:right w:val="single" w:sz="4" w:space="0" w:color="auto"/>
            </w:tcBorders>
          </w:tcPr>
          <w:p w14:paraId="0984DADF" w14:textId="77777777" w:rsidR="003E32EB" w:rsidRPr="00EF2F0E" w:rsidRDefault="003E32EB" w:rsidP="00A40339">
            <w:pPr>
              <w:pStyle w:val="TAC"/>
              <w:rPr>
                <w:rFonts w:cs="v5.0.0"/>
              </w:rPr>
            </w:pPr>
            <w:r w:rsidRPr="00EF2F0E">
              <w:rPr>
                <w:rFonts w:cs="Arial"/>
                <w:lang w:eastAsia="zh-CN"/>
              </w:rPr>
              <w:t>-28 dBm</w:t>
            </w:r>
          </w:p>
        </w:tc>
        <w:tc>
          <w:tcPr>
            <w:tcW w:w="1430" w:type="dxa"/>
            <w:tcBorders>
              <w:top w:val="single" w:sz="4" w:space="0" w:color="auto"/>
              <w:left w:val="single" w:sz="4" w:space="0" w:color="auto"/>
              <w:bottom w:val="single" w:sz="4" w:space="0" w:color="auto"/>
              <w:right w:val="single" w:sz="4" w:space="0" w:color="auto"/>
            </w:tcBorders>
          </w:tcPr>
          <w:p w14:paraId="0984DAE0" w14:textId="77777777" w:rsidR="003E32EB" w:rsidRPr="00EF2F0E" w:rsidRDefault="003E32EB" w:rsidP="00A40339">
            <w:pPr>
              <w:pStyle w:val="TAC"/>
              <w:rPr>
                <w:rFonts w:cs="v5.0.0"/>
              </w:rPr>
            </w:pPr>
            <w:r w:rsidRPr="00EF2F0E">
              <w:rPr>
                <w:rFonts w:cs="v5.0.0"/>
              </w:rPr>
              <w:t xml:space="preserve">100 kHz </w:t>
            </w:r>
          </w:p>
        </w:tc>
      </w:tr>
      <w:tr w:rsidR="003401A4" w:rsidRPr="00EF2F0E" w14:paraId="0984DAE6"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AE2" w14:textId="77777777" w:rsidR="003E32EB" w:rsidRPr="00EF2F0E" w:rsidRDefault="003E32EB" w:rsidP="00A40339">
            <w:pPr>
              <w:pStyle w:val="TAC"/>
              <w:rPr>
                <w:rFonts w:cs="v5.0.0"/>
              </w:rPr>
            </w:pPr>
            <w:r w:rsidRPr="00EF2F0E">
              <w:rPr>
                <w:rFonts w:cs="v5.0.0"/>
              </w:rPr>
              <w:t xml:space="preserve">6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DAE3" w14:textId="77777777" w:rsidR="003E32EB" w:rsidRPr="00EF2F0E" w:rsidRDefault="003E32EB" w:rsidP="00A40339">
            <w:pPr>
              <w:pStyle w:val="TAC"/>
              <w:rPr>
                <w:rFonts w:cs="v5.0.0"/>
              </w:rPr>
            </w:pPr>
            <w:r w:rsidRPr="00EF2F0E">
              <w:rPr>
                <w:rFonts w:cs="v5.0.0"/>
              </w:rPr>
              <w:t xml:space="preserve">6.05 MHz </w:t>
            </w:r>
            <w:r w:rsidRPr="00EF2F0E">
              <w:rPr>
                <w:rFonts w:cs="v5.0.0"/>
              </w:rPr>
              <w:sym w:font="Symbol" w:char="F0A3"/>
            </w:r>
            <w:r w:rsidRPr="00EF2F0E">
              <w:rPr>
                <w:rFonts w:cs="v5.0.0"/>
              </w:rPr>
              <w:t xml:space="preserve"> f_offset &lt; f_offset</w:t>
            </w:r>
            <w:r w:rsidRPr="00EF2F0E">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DAE4" w14:textId="77777777" w:rsidR="003E32EB" w:rsidRPr="00EF2F0E" w:rsidRDefault="003E32EB" w:rsidP="00A40339">
            <w:pPr>
              <w:pStyle w:val="TAC"/>
              <w:rPr>
                <w:rFonts w:cs="v5.0.0"/>
              </w:rPr>
            </w:pPr>
            <w:r w:rsidRPr="00EF2F0E">
              <w:rPr>
                <w:rFonts w:cs="Arial"/>
                <w:lang w:eastAsia="zh-CN"/>
              </w:rPr>
              <w:t>-28 dBm</w:t>
            </w:r>
          </w:p>
        </w:tc>
        <w:tc>
          <w:tcPr>
            <w:tcW w:w="1430" w:type="dxa"/>
            <w:tcBorders>
              <w:top w:val="single" w:sz="4" w:space="0" w:color="auto"/>
              <w:left w:val="single" w:sz="4" w:space="0" w:color="auto"/>
              <w:bottom w:val="single" w:sz="4" w:space="0" w:color="auto"/>
              <w:right w:val="single" w:sz="4" w:space="0" w:color="auto"/>
            </w:tcBorders>
          </w:tcPr>
          <w:p w14:paraId="0984DAE5" w14:textId="77777777" w:rsidR="003E32EB" w:rsidRPr="00EF2F0E" w:rsidRDefault="003E32EB" w:rsidP="00A40339">
            <w:pPr>
              <w:pStyle w:val="TAC"/>
              <w:rPr>
                <w:rFonts w:cs="v5.0.0"/>
              </w:rPr>
            </w:pPr>
            <w:r w:rsidRPr="00EF2F0E">
              <w:rPr>
                <w:rFonts w:cs="v5.0.0"/>
              </w:rPr>
              <w:t xml:space="preserve">100 kHz </w:t>
            </w:r>
          </w:p>
        </w:tc>
      </w:tr>
      <w:tr w:rsidR="003E32EB" w:rsidRPr="00EF2F0E" w14:paraId="0984DAE9" w14:textId="77777777" w:rsidTr="00A40339">
        <w:trPr>
          <w:cantSplit/>
          <w:jc w:val="center"/>
        </w:trPr>
        <w:tc>
          <w:tcPr>
            <w:tcW w:w="9988" w:type="dxa"/>
            <w:gridSpan w:val="4"/>
          </w:tcPr>
          <w:p w14:paraId="0984DAE7"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w:t>
            </w:r>
            <w:r w:rsidRPr="00EF2F0E">
              <w:rPr>
                <w:rFonts w:cs="Arial"/>
                <w:lang w:eastAsia="zh-CN"/>
              </w:rPr>
              <w:t>28</w:t>
            </w:r>
            <w:r w:rsidRPr="00EF2F0E">
              <w:rPr>
                <w:rFonts w:cs="Arial"/>
              </w:rPr>
              <w:t>dBm/1</w:t>
            </w:r>
            <w:r w:rsidRPr="00EF2F0E">
              <w:rPr>
                <w:rFonts w:cs="Arial"/>
                <w:lang w:eastAsia="zh-CN"/>
              </w:rPr>
              <w:t>00k</w:t>
            </w:r>
            <w:r w:rsidRPr="00EF2F0E">
              <w:rPr>
                <w:rFonts w:cs="Arial"/>
              </w:rPr>
              <w:t>Hz.</w:t>
            </w:r>
          </w:p>
          <w:p w14:paraId="0984DAE8"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AEA" w14:textId="77777777" w:rsidR="003E32EB" w:rsidRPr="00EF2F0E" w:rsidRDefault="003E32EB" w:rsidP="00A40339">
      <w:pPr>
        <w:rPr>
          <w:lang w:eastAsia="zh-CN"/>
        </w:rPr>
      </w:pPr>
    </w:p>
    <w:p w14:paraId="0984DAEB" w14:textId="77777777" w:rsidR="003E32EB" w:rsidRPr="00EF2F0E" w:rsidRDefault="003E32EB" w:rsidP="00A40339">
      <w:pPr>
        <w:pStyle w:val="TH"/>
      </w:pPr>
      <w:r w:rsidRPr="00EF2F0E">
        <w:t>Table 6.6.5.4.5-</w:t>
      </w:r>
      <w:r w:rsidRPr="00EF2F0E">
        <w:rPr>
          <w:lang w:eastAsia="zh-CN"/>
        </w:rPr>
        <w:t>5</w:t>
      </w:r>
      <w:r w:rsidRPr="00EF2F0E">
        <w:t xml:space="preserve">: Medium Range BS operating band unwanted emission limits for 5, 10, 15 and 20 MHz </w:t>
      </w:r>
      <w:r w:rsidRPr="00EF2F0E">
        <w:rPr>
          <w:i/>
        </w:rPr>
        <w:t>channel bandwidth</w:t>
      </w:r>
      <w:r w:rsidRPr="00EF2F0E">
        <w:rPr>
          <w:lang w:eastAsia="zh-CN"/>
        </w:rPr>
        <w:t xml:space="preserve">, </w:t>
      </w:r>
      <w:r w:rsidRPr="00EF2F0E">
        <w:rPr>
          <w:rFonts w:cs="v5.0.0"/>
          <w:lang w:eastAsia="zh-CN"/>
        </w:rPr>
        <w:t>31</w:t>
      </w:r>
      <w:r w:rsidRPr="00EF2F0E">
        <w:rPr>
          <w:rFonts w:cs="v5.0.0"/>
        </w:rPr>
        <w:t xml:space="preserve">&lt; </w:t>
      </w:r>
      <w:r w:rsidRPr="00EF2F0E">
        <w:rPr>
          <w:rFonts w:cs="v4.2.0"/>
        </w:rPr>
        <w:t>P</w:t>
      </w:r>
      <w:r w:rsidRPr="00EF2F0E">
        <w:rPr>
          <w:rFonts w:cs="v4.2.0"/>
          <w:vertAlign w:val="subscript"/>
        </w:rPr>
        <w:t>rated,c,cell</w:t>
      </w:r>
      <w:r w:rsidRPr="00EF2F0E">
        <w:t>-10*log10(N</w:t>
      </w:r>
      <w:r w:rsidRPr="00EF2F0E">
        <w:rPr>
          <w:vertAlign w:val="subscript"/>
        </w:rPr>
        <w:t>TXU,countedpercell</w:t>
      </w:r>
      <w:r w:rsidRPr="00EF2F0E">
        <w:t>)</w:t>
      </w:r>
      <w:r w:rsidRPr="00EF2F0E">
        <w:rPr>
          <w:rFonts w:cs="v4.2.0"/>
        </w:rPr>
        <w:t xml:space="preserve"> </w:t>
      </w:r>
      <w:r w:rsidRPr="00EF2F0E">
        <w:rPr>
          <w:rFonts w:cs="v5.0.0"/>
        </w:rPr>
        <w:sym w:font="Symbol" w:char="F0A3"/>
      </w:r>
      <w:r w:rsidRPr="00EF2F0E">
        <w:rPr>
          <w:rFonts w:cs="v5.0.0"/>
        </w:rPr>
        <w:t xml:space="preserve"> 38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DAF0"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AEC"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DAED"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DAEE" w14:textId="77777777" w:rsidR="003E32EB" w:rsidRPr="00EF2F0E" w:rsidRDefault="003E32EB" w:rsidP="00A40339">
            <w:pPr>
              <w:pStyle w:val="TAH"/>
              <w:rPr>
                <w:rFonts w:cs="Arial"/>
              </w:rPr>
            </w:pPr>
            <w:r w:rsidRPr="00EF2F0E">
              <w:rPr>
                <w:rFonts w:cs="Arial"/>
                <w:i/>
              </w:rPr>
              <w:t>basic limit</w:t>
            </w:r>
            <w:r w:rsidRPr="00EF2F0E">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0984DAEF" w14:textId="77777777" w:rsidR="003E32EB" w:rsidRPr="00EF2F0E" w:rsidRDefault="003E32EB" w:rsidP="00A40339">
            <w:pPr>
              <w:pStyle w:val="TAH"/>
              <w:rPr>
                <w:rFonts w:cs="Arial"/>
              </w:rPr>
            </w:pPr>
            <w:r w:rsidRPr="00EF2F0E">
              <w:rPr>
                <w:rFonts w:cs="Arial"/>
              </w:rPr>
              <w:t>Measurement bandwidth (NOTE 5)</w:t>
            </w:r>
          </w:p>
        </w:tc>
      </w:tr>
      <w:tr w:rsidR="003401A4" w:rsidRPr="00EF2F0E" w14:paraId="0984DAF5"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AF1"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984DAF2"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984DAF3" w14:textId="77777777" w:rsidR="003E32EB" w:rsidRPr="00EF2F0E" w:rsidRDefault="003E32EB" w:rsidP="00A40339">
            <w:pPr>
              <w:pStyle w:val="TAC"/>
              <w:rPr>
                <w:rFonts w:cs="v5.0.0"/>
              </w:rPr>
            </w:pPr>
            <w:r w:rsidRPr="00EF2F0E">
              <w:rPr>
                <w:rFonts w:cs="Arial"/>
                <w:lang w:eastAsia="ja-JP"/>
              </w:rPr>
              <w:t>P</w:t>
            </w:r>
            <w:r w:rsidRPr="00EF2F0E">
              <w:rPr>
                <w:rFonts w:cs="Arial"/>
                <w:vertAlign w:val="subscript"/>
                <w:lang w:eastAsia="ja-JP"/>
              </w:rPr>
              <w:t>rated,c,cell</w:t>
            </w:r>
            <w:r w:rsidRPr="00EF2F0E">
              <w:rPr>
                <w:rFonts w:cs="Arial"/>
                <w:lang w:eastAsia="ja-JP"/>
              </w:rPr>
              <w:t>-</w:t>
            </w:r>
            <w:r w:rsidRPr="00EF2F0E">
              <w:t>10*log10(N</w:t>
            </w:r>
            <w:r w:rsidRPr="00EF2F0E">
              <w:rPr>
                <w:vertAlign w:val="subscript"/>
              </w:rPr>
              <w:t>TXU,countedpercell</w:t>
            </w:r>
            <w:r w:rsidRPr="00EF2F0E">
              <w:t>)</w:t>
            </w:r>
            <w:r w:rsidRPr="00EF2F0E">
              <w:rPr>
                <w:rFonts w:cs="v4.2.0"/>
              </w:rPr>
              <w:t xml:space="preserve"> -53dB-(7/5)*(f_offset/MHz-0,05)dB</w:t>
            </w:r>
          </w:p>
        </w:tc>
        <w:tc>
          <w:tcPr>
            <w:tcW w:w="1430" w:type="dxa"/>
            <w:tcBorders>
              <w:top w:val="single" w:sz="4" w:space="0" w:color="auto"/>
              <w:left w:val="single" w:sz="4" w:space="0" w:color="auto"/>
              <w:bottom w:val="single" w:sz="4" w:space="0" w:color="auto"/>
              <w:right w:val="single" w:sz="4" w:space="0" w:color="auto"/>
            </w:tcBorders>
          </w:tcPr>
          <w:p w14:paraId="0984DAF4" w14:textId="77777777" w:rsidR="003E32EB" w:rsidRPr="00EF2F0E" w:rsidRDefault="003E32EB" w:rsidP="00A40339">
            <w:pPr>
              <w:pStyle w:val="TAC"/>
              <w:rPr>
                <w:rFonts w:cs="v5.0.0"/>
              </w:rPr>
            </w:pPr>
            <w:r w:rsidRPr="00EF2F0E">
              <w:rPr>
                <w:rFonts w:cs="v5.0.0"/>
              </w:rPr>
              <w:t xml:space="preserve">100 kHz </w:t>
            </w:r>
          </w:p>
        </w:tc>
      </w:tr>
      <w:tr w:rsidR="003401A4" w:rsidRPr="00EF2F0E" w14:paraId="0984DAFA"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AF6" w14:textId="77777777" w:rsidR="003E32EB" w:rsidRPr="00EF2F0E" w:rsidRDefault="003E32EB" w:rsidP="00A40339">
            <w:pPr>
              <w:pStyle w:val="TAC"/>
              <w:rPr>
                <w:rFonts w:cs="v5.0.0"/>
                <w:lang w:val="sv-FI"/>
              </w:rPr>
            </w:pPr>
            <w:r w:rsidRPr="00EF2F0E">
              <w:rPr>
                <w:rFonts w:cs="v5.0.0"/>
                <w:lang w:val="sv-FI"/>
              </w:rPr>
              <w:t xml:space="preserve">5 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r w:rsidRPr="00EF2F0E">
              <w:rPr>
                <w:rFonts w:cs="Arial"/>
                <w:lang w:val="sv-FI"/>
              </w:rPr>
              <w:t xml:space="preserve">min(10 MHz, </w:t>
            </w:r>
            <w:r w:rsidRPr="00EF2F0E">
              <w:rPr>
                <w:rFonts w:cs="Arial"/>
              </w:rPr>
              <w:t>Δ</w:t>
            </w:r>
            <w:r w:rsidRPr="00EF2F0E">
              <w:rPr>
                <w:rFonts w:cs="Arial"/>
                <w:lang w:val="sv-FI"/>
              </w:rPr>
              <w:t>f</w:t>
            </w:r>
            <w:r w:rsidRPr="00EF2F0E">
              <w:rPr>
                <w:rFonts w:cs="Arial"/>
                <w:vertAlign w:val="subscript"/>
                <w:lang w:val="sv-FI" w:eastAsia="zh-CN"/>
              </w:rPr>
              <w:t>max</w:t>
            </w:r>
            <w:r w:rsidRPr="00EF2F0E">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984DAF7" w14:textId="77777777" w:rsidR="003E32EB" w:rsidRPr="00EF2F0E" w:rsidRDefault="003E32EB" w:rsidP="00A40339">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r w:rsidRPr="00EF2F0E">
              <w:rPr>
                <w:rFonts w:cs="Arial"/>
                <w:lang w:val="sv-FI"/>
              </w:rPr>
              <w:t>min(10.05 MHz, f_offset</w:t>
            </w:r>
            <w:r w:rsidRPr="00EF2F0E">
              <w:rPr>
                <w:rFonts w:cs="Arial"/>
                <w:vertAlign w:val="subscript"/>
                <w:lang w:val="sv-FI" w:eastAsia="zh-CN"/>
              </w:rPr>
              <w:t>max</w:t>
            </w:r>
            <w:r w:rsidRPr="00EF2F0E">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984DAF8" w14:textId="77777777" w:rsidR="003E32EB" w:rsidRPr="00EF2F0E" w:rsidRDefault="003E32EB" w:rsidP="00A40339">
            <w:pPr>
              <w:pStyle w:val="TAC"/>
              <w:rPr>
                <w:rFonts w:cs="v5.0.0"/>
              </w:rPr>
            </w:pP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lang w:eastAsia="zh-CN"/>
              </w:rPr>
              <w:t>-60dB</w:t>
            </w:r>
          </w:p>
        </w:tc>
        <w:tc>
          <w:tcPr>
            <w:tcW w:w="1430" w:type="dxa"/>
            <w:tcBorders>
              <w:top w:val="single" w:sz="4" w:space="0" w:color="auto"/>
              <w:left w:val="single" w:sz="4" w:space="0" w:color="auto"/>
              <w:bottom w:val="single" w:sz="4" w:space="0" w:color="auto"/>
              <w:right w:val="single" w:sz="4" w:space="0" w:color="auto"/>
            </w:tcBorders>
          </w:tcPr>
          <w:p w14:paraId="0984DAF9" w14:textId="77777777" w:rsidR="003E32EB" w:rsidRPr="00EF2F0E" w:rsidRDefault="003E32EB" w:rsidP="00A40339">
            <w:pPr>
              <w:pStyle w:val="TAC"/>
              <w:rPr>
                <w:rFonts w:cs="v5.0.0"/>
              </w:rPr>
            </w:pPr>
            <w:r w:rsidRPr="00EF2F0E">
              <w:rPr>
                <w:rFonts w:cs="v5.0.0"/>
              </w:rPr>
              <w:t xml:space="preserve">100 kHz </w:t>
            </w:r>
          </w:p>
        </w:tc>
      </w:tr>
      <w:tr w:rsidR="003401A4" w:rsidRPr="00EF2F0E" w14:paraId="0984DAFF"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AFB" w14:textId="77777777" w:rsidR="003E32EB" w:rsidRPr="00EF2F0E" w:rsidRDefault="003E32EB" w:rsidP="00A40339">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DAFC" w14:textId="77777777" w:rsidR="003E32EB" w:rsidRPr="00EF2F0E" w:rsidRDefault="003E32EB" w:rsidP="00A40339">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DAFD" w14:textId="77777777" w:rsidR="003E32EB" w:rsidRPr="00EF2F0E" w:rsidRDefault="003E32EB" w:rsidP="00A40339">
            <w:pPr>
              <w:pStyle w:val="TAC"/>
              <w:rPr>
                <w:rFonts w:cs="v5.0.0"/>
              </w:rPr>
            </w:pPr>
            <w:r w:rsidRPr="00EF2F0E">
              <w:rPr>
                <w:rFonts w:cs="Arial"/>
                <w:lang w:eastAsia="zh-CN"/>
              </w:rPr>
              <w:t>Min(</w:t>
            </w: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lang w:eastAsia="zh-CN"/>
              </w:rPr>
              <w:t>-60dB, -25dBm) (NOTE 6)</w:t>
            </w:r>
          </w:p>
        </w:tc>
        <w:tc>
          <w:tcPr>
            <w:tcW w:w="1430" w:type="dxa"/>
            <w:tcBorders>
              <w:top w:val="single" w:sz="4" w:space="0" w:color="auto"/>
              <w:left w:val="single" w:sz="4" w:space="0" w:color="auto"/>
              <w:bottom w:val="single" w:sz="4" w:space="0" w:color="auto"/>
              <w:right w:val="single" w:sz="4" w:space="0" w:color="auto"/>
            </w:tcBorders>
          </w:tcPr>
          <w:p w14:paraId="0984DAFE" w14:textId="77777777" w:rsidR="003E32EB" w:rsidRPr="00EF2F0E" w:rsidRDefault="003E32EB" w:rsidP="00A40339">
            <w:pPr>
              <w:pStyle w:val="TAC"/>
              <w:pBdr>
                <w:top w:val="single" w:sz="12" w:space="3" w:color="auto"/>
              </w:pBdr>
              <w:rPr>
                <w:rFonts w:cs="v5.0.0"/>
              </w:rPr>
            </w:pPr>
            <w:r w:rsidRPr="00EF2F0E">
              <w:rPr>
                <w:rFonts w:cs="v5.0.0"/>
              </w:rPr>
              <w:t>100 kHz</w:t>
            </w:r>
          </w:p>
        </w:tc>
      </w:tr>
      <w:tr w:rsidR="003E32EB" w:rsidRPr="00EF2F0E" w14:paraId="0984DB02" w14:textId="77777777" w:rsidTr="00A40339">
        <w:trPr>
          <w:cantSplit/>
          <w:jc w:val="center"/>
        </w:trPr>
        <w:tc>
          <w:tcPr>
            <w:tcW w:w="9988" w:type="dxa"/>
            <w:gridSpan w:val="4"/>
          </w:tcPr>
          <w:p w14:paraId="0984DB00"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w:t>
            </w:r>
            <w:r w:rsidRPr="00EF2F0E">
              <w:rPr>
                <w:rFonts w:cs="Arial"/>
                <w:lang w:eastAsia="zh-CN"/>
              </w:rPr>
              <w:t>Min(</w:t>
            </w:r>
            <w:r w:rsidRPr="00EF2F0E">
              <w:rPr>
                <w:rFonts w:cs="v4.2.0"/>
              </w:rPr>
              <w:t>P</w:t>
            </w:r>
            <w:r w:rsidRPr="00EF2F0E">
              <w:rPr>
                <w:rFonts w:cs="v4.2.0"/>
                <w:vertAlign w:val="subscript"/>
              </w:rPr>
              <w:t>rated,c,cell</w:t>
            </w:r>
            <w:r w:rsidRPr="00EF2F0E">
              <w:rPr>
                <w:rFonts w:cs="v4.2.0"/>
              </w:rPr>
              <w:t xml:space="preserve"> – 10*log</w:t>
            </w:r>
            <w:r w:rsidRPr="00EF2F0E">
              <w:rPr>
                <w:rFonts w:cs="v4.2.0"/>
                <w:vertAlign w:val="subscript"/>
              </w:rPr>
              <w:t>10</w:t>
            </w:r>
            <w:r w:rsidRPr="00EF2F0E">
              <w:rPr>
                <w:rFonts w:cs="v4.2.0"/>
              </w:rPr>
              <w:t>(</w:t>
            </w:r>
            <w:r w:rsidRPr="00EF2F0E">
              <w:t>N</w:t>
            </w:r>
            <w:r w:rsidRPr="00EF2F0E">
              <w:rPr>
                <w:vertAlign w:val="subscript"/>
              </w:rPr>
              <w:t>TXU,countedpercell</w:t>
            </w:r>
            <w:r w:rsidRPr="00EF2F0E">
              <w:rPr>
                <w:rFonts w:cs="v4.2.0"/>
              </w:rPr>
              <w:t>)</w:t>
            </w:r>
            <w:r w:rsidRPr="00EF2F0E">
              <w:rPr>
                <w:rFonts w:cs="v4.2.0"/>
                <w:vertAlign w:val="subscript"/>
              </w:rPr>
              <w:t xml:space="preserve"> </w:t>
            </w:r>
            <w:r w:rsidRPr="00EF2F0E">
              <w:rPr>
                <w:rFonts w:cs="v4.2.0"/>
              </w:rPr>
              <w:t xml:space="preserve"> </w:t>
            </w:r>
            <w:r w:rsidRPr="00EF2F0E">
              <w:rPr>
                <w:rFonts w:cs="Arial"/>
                <w:lang w:eastAsia="zh-CN"/>
              </w:rPr>
              <w:t>-60dB, -25dBm)</w:t>
            </w:r>
            <w:r w:rsidRPr="00EF2F0E">
              <w:rPr>
                <w:rFonts w:cs="Arial"/>
              </w:rPr>
              <w:t>/1</w:t>
            </w:r>
            <w:r w:rsidRPr="00EF2F0E">
              <w:rPr>
                <w:rFonts w:cs="Arial"/>
                <w:lang w:eastAsia="zh-CN"/>
              </w:rPr>
              <w:t>00k</w:t>
            </w:r>
            <w:r w:rsidRPr="00EF2F0E">
              <w:rPr>
                <w:rFonts w:cs="Arial"/>
              </w:rPr>
              <w:t>Hz.</w:t>
            </w:r>
          </w:p>
          <w:p w14:paraId="0984DB01"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B03" w14:textId="77777777" w:rsidR="003E32EB" w:rsidRPr="00EF2F0E" w:rsidRDefault="003E32EB" w:rsidP="00A40339">
      <w:pPr>
        <w:rPr>
          <w:lang w:eastAsia="zh-CN"/>
        </w:rPr>
      </w:pPr>
    </w:p>
    <w:p w14:paraId="0984DB04" w14:textId="77777777" w:rsidR="003E32EB" w:rsidRPr="00EF2F0E" w:rsidRDefault="003E32EB" w:rsidP="00A40339">
      <w:pPr>
        <w:pStyle w:val="TH"/>
      </w:pPr>
      <w:r w:rsidRPr="00EF2F0E">
        <w:t>Table 6.6.5.4.5-</w:t>
      </w:r>
      <w:r w:rsidRPr="00EF2F0E">
        <w:rPr>
          <w:lang w:eastAsia="zh-CN"/>
        </w:rPr>
        <w:t>6</w:t>
      </w:r>
      <w:r w:rsidRPr="00EF2F0E">
        <w:t xml:space="preserve">: Medium Range BS operating band unwanted emission limits for 5, 10, 15 and 20 MHz </w:t>
      </w:r>
      <w:r w:rsidRPr="00EF2F0E">
        <w:rPr>
          <w:i/>
        </w:rPr>
        <w:t>channel bandwidth</w:t>
      </w:r>
      <w:r w:rsidRPr="00EF2F0E">
        <w:rPr>
          <w:lang w:eastAsia="zh-CN"/>
        </w:rPr>
        <w:t xml:space="preserve">, </w:t>
      </w:r>
      <w:r w:rsidRPr="00EF2F0E">
        <w:rPr>
          <w:rFonts w:cs="v4.2.0"/>
        </w:rPr>
        <w:t>P</w:t>
      </w:r>
      <w:r w:rsidRPr="00EF2F0E">
        <w:rPr>
          <w:rFonts w:cs="v4.2.0"/>
          <w:vertAlign w:val="subscript"/>
        </w:rPr>
        <w:t>rated,c,cell</w:t>
      </w:r>
      <w:r w:rsidRPr="00EF2F0E">
        <w:t>-10*log10(N</w:t>
      </w:r>
      <w:r w:rsidRPr="00EF2F0E">
        <w:rPr>
          <w:vertAlign w:val="subscript"/>
        </w:rPr>
        <w:t>TXU,countedpercell</w:t>
      </w:r>
      <w:r w:rsidRPr="00EF2F0E">
        <w:t>)</w:t>
      </w:r>
      <w:r w:rsidRPr="00EF2F0E">
        <w:rPr>
          <w:rFonts w:cs="v4.2.0"/>
        </w:rPr>
        <w:t xml:space="preserve"> </w:t>
      </w:r>
      <w:r w:rsidRPr="00EF2F0E">
        <w:rPr>
          <w:rFonts w:cs="v5.0.0"/>
        </w:rPr>
        <w:sym w:font="Symbol" w:char="F0A3"/>
      </w:r>
      <w:r w:rsidRPr="00EF2F0E">
        <w:rPr>
          <w:rFonts w:cs="v5.0.0"/>
        </w:rPr>
        <w:t xml:space="preserve"> </w:t>
      </w:r>
      <w:r w:rsidRPr="00EF2F0E">
        <w:rPr>
          <w:rFonts w:cs="v5.0.0"/>
          <w:lang w:eastAsia="zh-CN"/>
        </w:rPr>
        <w:t>31</w:t>
      </w:r>
      <w:r w:rsidRPr="00EF2F0E">
        <w:rPr>
          <w:rFonts w:cs="v5.0.0"/>
        </w:rPr>
        <w:t xml:space="preserve">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DB09"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B05" w14:textId="77777777" w:rsidR="003E32EB" w:rsidRPr="00EF2F0E" w:rsidRDefault="003E32EB" w:rsidP="00A40339">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DB06" w14:textId="77777777" w:rsidR="003E32EB" w:rsidRPr="00EF2F0E" w:rsidRDefault="003E32EB" w:rsidP="00A40339">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DB07" w14:textId="77777777" w:rsidR="003E32EB" w:rsidRPr="00EF2F0E" w:rsidRDefault="003E32EB" w:rsidP="00A40339">
            <w:pPr>
              <w:pStyle w:val="TAH"/>
              <w:rPr>
                <w:rFonts w:cs="Arial"/>
              </w:rPr>
            </w:pPr>
            <w:r w:rsidRPr="00EF2F0E">
              <w:rPr>
                <w:rFonts w:cs="Arial"/>
                <w:i/>
              </w:rPr>
              <w:t>basic limit</w:t>
            </w:r>
            <w:r w:rsidRPr="00EF2F0E">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0984DB08" w14:textId="77777777" w:rsidR="003E32EB" w:rsidRPr="00EF2F0E" w:rsidRDefault="003E32EB" w:rsidP="00A40339">
            <w:pPr>
              <w:pStyle w:val="TAH"/>
              <w:rPr>
                <w:rFonts w:cs="Arial"/>
              </w:rPr>
            </w:pPr>
            <w:r w:rsidRPr="00EF2F0E">
              <w:rPr>
                <w:rFonts w:cs="Arial"/>
              </w:rPr>
              <w:t>Measurement bandwidth (NOTE 5)</w:t>
            </w:r>
          </w:p>
        </w:tc>
      </w:tr>
      <w:tr w:rsidR="003401A4" w:rsidRPr="00EF2F0E" w14:paraId="0984DB0E"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B0A" w14:textId="77777777" w:rsidR="003E32EB" w:rsidRPr="00EF2F0E" w:rsidRDefault="003E32EB" w:rsidP="00A40339">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984DB0B" w14:textId="77777777" w:rsidR="003E32EB" w:rsidRPr="00EF2F0E" w:rsidRDefault="003E32EB" w:rsidP="00A40339">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984DB0C" w14:textId="77777777" w:rsidR="003E32EB" w:rsidRPr="00EF2F0E" w:rsidRDefault="003E32EB" w:rsidP="00A40339">
            <w:pPr>
              <w:pStyle w:val="TAC"/>
              <w:rPr>
                <w:rFonts w:cs="v5.0.0"/>
              </w:rPr>
            </w:pPr>
            <w:r w:rsidRPr="00EF2F0E">
              <w:rPr>
                <w:rFonts w:cs="Arial"/>
                <w:position w:val="-28"/>
              </w:rPr>
              <w:object w:dxaOrig="3420" w:dyaOrig="680" w14:anchorId="098511DC">
                <v:shape id="_x0000_i1063" type="#_x0000_t75" style="width:137.3pt;height:28.05pt" o:ole="">
                  <v:imagedata r:id="rId84" o:title=""/>
                </v:shape>
                <o:OLEObject Type="Embed" ProgID="Equation.3" ShapeID="_x0000_i1063" DrawAspect="Content" ObjectID="_1717663585" r:id="rId85"/>
              </w:object>
            </w:r>
          </w:p>
        </w:tc>
        <w:tc>
          <w:tcPr>
            <w:tcW w:w="1430" w:type="dxa"/>
            <w:tcBorders>
              <w:top w:val="single" w:sz="4" w:space="0" w:color="auto"/>
              <w:left w:val="single" w:sz="4" w:space="0" w:color="auto"/>
              <w:bottom w:val="single" w:sz="4" w:space="0" w:color="auto"/>
              <w:right w:val="single" w:sz="4" w:space="0" w:color="auto"/>
            </w:tcBorders>
          </w:tcPr>
          <w:p w14:paraId="0984DB0D" w14:textId="77777777" w:rsidR="003E32EB" w:rsidRPr="00EF2F0E" w:rsidRDefault="003E32EB" w:rsidP="00A40339">
            <w:pPr>
              <w:pStyle w:val="TAC"/>
              <w:rPr>
                <w:rFonts w:cs="v5.0.0"/>
              </w:rPr>
            </w:pPr>
            <w:r w:rsidRPr="00EF2F0E">
              <w:rPr>
                <w:rFonts w:cs="v5.0.0"/>
              </w:rPr>
              <w:t xml:space="preserve">100 kHz </w:t>
            </w:r>
          </w:p>
        </w:tc>
      </w:tr>
      <w:tr w:rsidR="003401A4" w:rsidRPr="00EF2F0E" w14:paraId="0984DB13"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B0F" w14:textId="77777777" w:rsidR="003E32EB" w:rsidRPr="00EF2F0E" w:rsidRDefault="003E32EB" w:rsidP="00A40339">
            <w:pPr>
              <w:pStyle w:val="TAC"/>
              <w:rPr>
                <w:rFonts w:cs="v5.0.0"/>
                <w:lang w:val="sv-FI"/>
              </w:rPr>
            </w:pPr>
            <w:r w:rsidRPr="00EF2F0E">
              <w:rPr>
                <w:rFonts w:cs="v5.0.0"/>
                <w:lang w:val="sv-FI"/>
              </w:rPr>
              <w:t xml:space="preserve">5 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r w:rsidRPr="00EF2F0E">
              <w:rPr>
                <w:rFonts w:cs="Arial"/>
                <w:lang w:val="sv-FI"/>
              </w:rPr>
              <w:t xml:space="preserve">min(10 MHz, </w:t>
            </w:r>
            <w:r w:rsidRPr="00EF2F0E">
              <w:rPr>
                <w:rFonts w:cs="Arial"/>
              </w:rPr>
              <w:t>Δ</w:t>
            </w:r>
            <w:r w:rsidRPr="00EF2F0E">
              <w:rPr>
                <w:rFonts w:cs="Arial"/>
                <w:lang w:val="sv-FI"/>
              </w:rPr>
              <w:t>f</w:t>
            </w:r>
            <w:r w:rsidRPr="00EF2F0E">
              <w:rPr>
                <w:rFonts w:cs="Arial"/>
                <w:vertAlign w:val="subscript"/>
                <w:lang w:val="sv-FI" w:eastAsia="zh-CN"/>
              </w:rPr>
              <w:t>max</w:t>
            </w:r>
            <w:r w:rsidRPr="00EF2F0E">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984DB10" w14:textId="77777777" w:rsidR="003E32EB" w:rsidRPr="00EF2F0E" w:rsidRDefault="003E32EB" w:rsidP="00A40339">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min(10.05 MHz, f_offset</w:t>
            </w:r>
            <w:r w:rsidRPr="00EF2F0E">
              <w:rPr>
                <w:rFonts w:cs="Arial"/>
                <w:vertAlign w:val="subscript"/>
                <w:lang w:val="sv-FI" w:eastAsia="zh-CN"/>
              </w:rPr>
              <w:t>max</w:t>
            </w:r>
            <w:r w:rsidRPr="00EF2F0E">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984DB11" w14:textId="77777777" w:rsidR="003E32EB" w:rsidRPr="00EF2F0E" w:rsidRDefault="003E32EB" w:rsidP="00A40339">
            <w:pPr>
              <w:pStyle w:val="TAC"/>
              <w:rPr>
                <w:rFonts w:cs="v5.0.0"/>
              </w:rPr>
            </w:pPr>
            <w:r w:rsidRPr="00EF2F0E">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0984DB12" w14:textId="77777777" w:rsidR="003E32EB" w:rsidRPr="00EF2F0E" w:rsidRDefault="003E32EB" w:rsidP="00A40339">
            <w:pPr>
              <w:pStyle w:val="TAC"/>
              <w:rPr>
                <w:rFonts w:cs="v5.0.0"/>
              </w:rPr>
            </w:pPr>
            <w:r w:rsidRPr="00EF2F0E">
              <w:rPr>
                <w:rFonts w:cs="v5.0.0"/>
              </w:rPr>
              <w:t xml:space="preserve">100 kHz </w:t>
            </w:r>
          </w:p>
        </w:tc>
      </w:tr>
      <w:tr w:rsidR="003401A4" w:rsidRPr="00EF2F0E" w14:paraId="0984DB18" w14:textId="77777777" w:rsidTr="00A40339">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DB14" w14:textId="77777777" w:rsidR="003E32EB" w:rsidRPr="00EF2F0E" w:rsidRDefault="003E32EB" w:rsidP="00A40339">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DB15" w14:textId="77777777" w:rsidR="003E32EB" w:rsidRPr="00EF2F0E" w:rsidRDefault="003E32EB" w:rsidP="00A40339">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DB16" w14:textId="77777777" w:rsidR="003E32EB" w:rsidRPr="00EF2F0E" w:rsidRDefault="003E32EB" w:rsidP="00A40339">
            <w:pPr>
              <w:pStyle w:val="TAC"/>
              <w:rPr>
                <w:rFonts w:cs="v5.0.0"/>
              </w:rPr>
            </w:pPr>
            <w:r w:rsidRPr="00EF2F0E">
              <w:rPr>
                <w:rFonts w:cs="Arial"/>
                <w:lang w:eastAsia="zh-CN"/>
              </w:rPr>
              <w:t>-29 dBm (NOTE 6)</w:t>
            </w:r>
          </w:p>
        </w:tc>
        <w:tc>
          <w:tcPr>
            <w:tcW w:w="1430" w:type="dxa"/>
            <w:tcBorders>
              <w:top w:val="single" w:sz="4" w:space="0" w:color="auto"/>
              <w:left w:val="single" w:sz="4" w:space="0" w:color="auto"/>
              <w:bottom w:val="single" w:sz="4" w:space="0" w:color="auto"/>
              <w:right w:val="single" w:sz="4" w:space="0" w:color="auto"/>
            </w:tcBorders>
          </w:tcPr>
          <w:p w14:paraId="0984DB17" w14:textId="77777777" w:rsidR="003E32EB" w:rsidRPr="00EF2F0E" w:rsidRDefault="003E32EB" w:rsidP="00A40339">
            <w:pPr>
              <w:pStyle w:val="TAC"/>
              <w:pBdr>
                <w:top w:val="single" w:sz="12" w:space="3" w:color="auto"/>
              </w:pBdr>
              <w:rPr>
                <w:rFonts w:cs="v5.0.0"/>
                <w:lang w:eastAsia="zh-CN"/>
              </w:rPr>
            </w:pPr>
            <w:r w:rsidRPr="00EF2F0E">
              <w:rPr>
                <w:rFonts w:cs="v5.0.0"/>
              </w:rPr>
              <w:t>100 kHz</w:t>
            </w:r>
          </w:p>
        </w:tc>
      </w:tr>
      <w:tr w:rsidR="003E32EB" w:rsidRPr="00EF2F0E" w14:paraId="0984DB1B" w14:textId="77777777" w:rsidTr="00A40339">
        <w:trPr>
          <w:cantSplit/>
          <w:jc w:val="center"/>
        </w:trPr>
        <w:tc>
          <w:tcPr>
            <w:tcW w:w="9988" w:type="dxa"/>
            <w:gridSpan w:val="4"/>
          </w:tcPr>
          <w:p w14:paraId="0984DB19" w14:textId="77777777" w:rsidR="003E32EB" w:rsidRPr="00EF2F0E" w:rsidRDefault="003E32EB" w:rsidP="00A40339">
            <w:pPr>
              <w:pStyle w:val="TAN"/>
              <w:rPr>
                <w:rFonts w:cs="Arial"/>
              </w:rPr>
            </w:pPr>
            <w:r w:rsidRPr="00EF2F0E">
              <w:rPr>
                <w:rFonts w:cs="Arial"/>
              </w:rPr>
              <w:t>NOTE 1:</w:t>
            </w:r>
            <w:r w:rsidRPr="00EF2F0E">
              <w:rPr>
                <w:rFonts w:cs="Arial"/>
              </w:rPr>
              <w:tab/>
              <w:t xml:space="preserve">For a </w:t>
            </w:r>
            <w:r w:rsidRPr="00EF2F0E">
              <w:rPr>
                <w:rFonts w:cs="Arial"/>
                <w:i/>
              </w:rPr>
              <w:t>TAB connector</w:t>
            </w:r>
            <w:r w:rsidRPr="00EF2F0E">
              <w:rPr>
                <w:rFonts w:cs="Arial"/>
              </w:rPr>
              <w:t xml:space="preserve"> supporting </w:t>
            </w:r>
            <w:r w:rsidRPr="00EF2F0E">
              <w:rPr>
                <w:rFonts w:cs="Arial"/>
                <w:i/>
              </w:rPr>
              <w:t>non-contiguous spectrum</w:t>
            </w:r>
            <w:r w:rsidRPr="00EF2F0E">
              <w:rPr>
                <w:rFonts w:cs="Arial"/>
              </w:rPr>
              <w:t xml:space="preserve"> operation within any operating band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w:t>
            </w:r>
            <w:r w:rsidRPr="00EF2F0E">
              <w:rPr>
                <w:rFonts w:cs="Arial"/>
                <w:i/>
              </w:rPr>
              <w:t>basic limit</w:t>
            </w:r>
            <w:r w:rsidRPr="00EF2F0E">
              <w:rPr>
                <w:rFonts w:cs="Arial"/>
              </w:rPr>
              <w:t xml:space="preserve"> within </w:t>
            </w:r>
            <w:r w:rsidRPr="00EF2F0E">
              <w:rPr>
                <w:rFonts w:cs="Arial"/>
                <w:i/>
              </w:rPr>
              <w:t>sub-block gaps</w:t>
            </w:r>
            <w:r w:rsidRPr="00EF2F0E">
              <w:rPr>
                <w:rFonts w:cs="Arial"/>
              </w:rPr>
              <w:t xml:space="preserve"> shall be -</w:t>
            </w:r>
            <w:r w:rsidRPr="00EF2F0E">
              <w:rPr>
                <w:rFonts w:cs="Arial"/>
                <w:lang w:eastAsia="zh-CN"/>
              </w:rPr>
              <w:t>29</w:t>
            </w:r>
            <w:r w:rsidRPr="00EF2F0E">
              <w:rPr>
                <w:rFonts w:cs="Arial"/>
              </w:rPr>
              <w:t>dBm/1</w:t>
            </w:r>
            <w:r w:rsidRPr="00EF2F0E">
              <w:rPr>
                <w:rFonts w:cs="Arial"/>
                <w:lang w:eastAsia="zh-CN"/>
              </w:rPr>
              <w:t>00k</w:t>
            </w:r>
            <w:r w:rsidRPr="00EF2F0E">
              <w:rPr>
                <w:rFonts w:cs="Arial"/>
              </w:rPr>
              <w:t>Hz.</w:t>
            </w:r>
          </w:p>
          <w:p w14:paraId="0984DB1A" w14:textId="77777777" w:rsidR="003E32EB" w:rsidRPr="00EF2F0E" w:rsidRDefault="003E32EB" w:rsidP="00A40339">
            <w:pPr>
              <w:pStyle w:val="TAN"/>
              <w:rPr>
                <w:rFonts w:cs="Arial"/>
              </w:rPr>
            </w:pPr>
            <w:r w:rsidRPr="00EF2F0E">
              <w:rPr>
                <w:rFonts w:cs="Arial"/>
              </w:rPr>
              <w:t>NOTE 2:</w:t>
            </w:r>
            <w:r w:rsidRPr="00EF2F0E">
              <w:rPr>
                <w:rFonts w:cs="Arial"/>
              </w:rPr>
              <w:tab/>
              <w:t xml:space="preserve">For a </w:t>
            </w:r>
            <w:r w:rsidRPr="00EF2F0E">
              <w:rPr>
                <w:rFonts w:cs="Arial"/>
                <w:i/>
              </w:rPr>
              <w:t>multi-band TAB connector</w:t>
            </w:r>
            <w:r w:rsidRPr="00EF2F0E">
              <w:rPr>
                <w:rFonts w:cs="Arial"/>
              </w:rPr>
              <w:t xml:space="preserve"> with </w:t>
            </w:r>
            <w:r w:rsidRPr="00EF2F0E">
              <w:rPr>
                <w:rFonts w:cs="Arial"/>
                <w:i/>
                <w:szCs w:val="18"/>
              </w:rPr>
              <w:t>Inter RF Bandwidth gap</w:t>
            </w:r>
            <w:r w:rsidRPr="00EF2F0E">
              <w:rPr>
                <w:rFonts w:cs="Arial"/>
              </w:rPr>
              <w:t xml:space="preserve"> &lt; </w:t>
            </w:r>
            <w:r w:rsidRPr="00EF2F0E">
              <w:t>2×Δf</w:t>
            </w:r>
            <w:r w:rsidRPr="00EF2F0E">
              <w:rPr>
                <w:vertAlign w:val="subscript"/>
              </w:rPr>
              <w:t>OBUE</w:t>
            </w:r>
            <w:r w:rsidRPr="00EF2F0E">
              <w:rPr>
                <w:rFonts w:cs="Arial"/>
              </w:rPr>
              <w:t xml:space="preserve"> the </w:t>
            </w:r>
            <w:r w:rsidRPr="00EF2F0E">
              <w:rPr>
                <w:rFonts w:cs="Arial"/>
                <w:i/>
              </w:rPr>
              <w:t>basic limit</w:t>
            </w:r>
            <w:r w:rsidRPr="00EF2F0E">
              <w:rPr>
                <w:rFonts w:cs="Arial"/>
              </w:rPr>
              <w:t xml:space="preserve">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eastAsia="MS Mincho"/>
                <w:i/>
              </w:rPr>
              <w:t>Base Station RF Bandwidth</w:t>
            </w:r>
            <w:r w:rsidRPr="00EF2F0E">
              <w:rPr>
                <w:rFonts w:cs="Arial"/>
              </w:rPr>
              <w:t xml:space="preserve"> on each side of the </w:t>
            </w:r>
            <w:r w:rsidRPr="00EF2F0E">
              <w:rPr>
                <w:rFonts w:cs="Arial"/>
                <w:i/>
                <w:szCs w:val="18"/>
              </w:rPr>
              <w:t>Inter RF Bandwidth gap</w:t>
            </w:r>
            <w:r w:rsidRPr="00EF2F0E">
              <w:rPr>
                <w:rFonts w:cs="Arial"/>
              </w:rPr>
              <w:t>.</w:t>
            </w:r>
          </w:p>
        </w:tc>
      </w:tr>
    </w:tbl>
    <w:p w14:paraId="0984DB1C" w14:textId="77777777" w:rsidR="003E32EB" w:rsidRPr="00EF2F0E" w:rsidRDefault="003E32EB" w:rsidP="00A40339"/>
    <w:p w14:paraId="0984DB1D" w14:textId="77777777" w:rsidR="003E32EB" w:rsidRPr="00EF2F0E" w:rsidRDefault="003E32EB" w:rsidP="00A40339">
      <w:pPr>
        <w:rPr>
          <w:rFonts w:ascii="Arial" w:hAnsi="Arial" w:cs="Arial"/>
          <w:sz w:val="22"/>
        </w:rPr>
      </w:pPr>
      <w:r w:rsidRPr="00EF2F0E">
        <w:rPr>
          <w:rFonts w:ascii="Arial" w:hAnsi="Arial" w:cs="Arial"/>
          <w:sz w:val="22"/>
        </w:rPr>
        <w:t>6.6.5.4.6</w:t>
      </w:r>
      <w:r w:rsidRPr="00EF2F0E">
        <w:rPr>
          <w:rFonts w:ascii="Arial" w:hAnsi="Arial" w:cs="Arial"/>
          <w:sz w:val="22"/>
        </w:rPr>
        <w:tab/>
        <w:t>Void</w:t>
      </w:r>
    </w:p>
    <w:p w14:paraId="0984DB1E" w14:textId="77777777" w:rsidR="003E32EB" w:rsidRPr="00EF2F0E" w:rsidRDefault="003E32EB" w:rsidP="00A40339">
      <w:pPr>
        <w:pStyle w:val="Heading5"/>
      </w:pPr>
      <w:bookmarkStart w:id="1856" w:name="_Toc21095892"/>
      <w:bookmarkStart w:id="1857" w:name="_Toc29763091"/>
      <w:bookmarkStart w:id="1858" w:name="_Toc45869376"/>
      <w:bookmarkStart w:id="1859" w:name="_Toc52554624"/>
      <w:bookmarkStart w:id="1860" w:name="_Toc52555094"/>
      <w:bookmarkStart w:id="1861" w:name="_Toc61112319"/>
      <w:bookmarkStart w:id="1862" w:name="_Toc67911471"/>
      <w:bookmarkStart w:id="1863" w:name="_Toc74842946"/>
      <w:bookmarkStart w:id="1864" w:name="_Toc76503329"/>
      <w:bookmarkStart w:id="1865" w:name="_Toc83040772"/>
      <w:bookmarkStart w:id="1866" w:name="_Toc89851815"/>
      <w:bookmarkStart w:id="1867" w:name="_Toc98676169"/>
      <w:r w:rsidRPr="00EF2F0E">
        <w:t>6.6.5.4.7</w:t>
      </w:r>
      <w:r w:rsidRPr="00EF2F0E">
        <w:tab/>
        <w:t>Additional requirements</w:t>
      </w:r>
      <w:bookmarkEnd w:id="1856"/>
      <w:bookmarkEnd w:id="1857"/>
      <w:bookmarkEnd w:id="1858"/>
      <w:bookmarkEnd w:id="1859"/>
      <w:bookmarkEnd w:id="1860"/>
      <w:bookmarkEnd w:id="1861"/>
      <w:bookmarkEnd w:id="1862"/>
      <w:bookmarkEnd w:id="1863"/>
      <w:bookmarkEnd w:id="1864"/>
      <w:bookmarkEnd w:id="1865"/>
      <w:bookmarkEnd w:id="1866"/>
      <w:bookmarkEnd w:id="1867"/>
    </w:p>
    <w:p w14:paraId="0984DB1F" w14:textId="77777777" w:rsidR="003E32EB" w:rsidRPr="00EF2F0E" w:rsidRDefault="003E32EB" w:rsidP="003E5BA9">
      <w:r w:rsidRPr="00EF2F0E">
        <w:t xml:space="preserve">The E-UTRA operating band unwanted emission </w:t>
      </w:r>
      <w:r w:rsidRPr="00EF2F0E">
        <w:rPr>
          <w:i/>
        </w:rPr>
        <w:t>basic limit</w:t>
      </w:r>
      <w:r w:rsidRPr="00EF2F0E">
        <w:t xml:space="preserve">s for additional requirements are the same as the </w:t>
      </w:r>
      <w:r w:rsidRPr="00EF2F0E">
        <w:rPr>
          <w:rFonts w:cs="Arial"/>
          <w:i/>
        </w:rPr>
        <w:t>basic limit</w:t>
      </w:r>
      <w:r w:rsidRPr="00EF2F0E">
        <w:t xml:space="preserve"> is specified in 3GPP TS 36.104 [8], subclause 6.6.3.3.</w:t>
      </w:r>
    </w:p>
    <w:p w14:paraId="19959E6C" w14:textId="77777777" w:rsidR="00B24DDB" w:rsidRPr="003E585F" w:rsidRDefault="00B24DDB" w:rsidP="00B24DDB">
      <w:bookmarkStart w:id="1868" w:name="_Toc21095893"/>
      <w:bookmarkStart w:id="1869" w:name="_Toc29763092"/>
      <w:bookmarkStart w:id="1870" w:name="_Toc45869377"/>
      <w:bookmarkStart w:id="1871" w:name="_Toc52554625"/>
      <w:bookmarkStart w:id="1872" w:name="_Toc52555095"/>
      <w:bookmarkStart w:id="1873" w:name="_Toc61112320"/>
      <w:bookmarkStart w:id="1874" w:name="_Toc67911472"/>
      <w:r w:rsidRPr="00EF2F0E">
        <w:t xml:space="preserve">Additional requirements specified in TS 36.104 [8], subclause 6.6.3.3 for </w:t>
      </w:r>
      <w:r>
        <w:t xml:space="preserve">Band 41 and </w:t>
      </w:r>
      <w:r w:rsidRPr="00EF2F0E">
        <w:t>Band 49 are not applicable for AAS BS.</w:t>
      </w:r>
    </w:p>
    <w:p w14:paraId="0984DB21" w14:textId="77777777" w:rsidR="003E32EB" w:rsidRPr="00EF2F0E" w:rsidRDefault="003E32EB" w:rsidP="00A40339">
      <w:pPr>
        <w:pStyle w:val="Heading3"/>
        <w:rPr>
          <w:lang w:eastAsia="zh-CN"/>
        </w:rPr>
      </w:pPr>
      <w:bookmarkStart w:id="1875" w:name="_Toc74842947"/>
      <w:bookmarkStart w:id="1876" w:name="_Toc76503330"/>
      <w:bookmarkStart w:id="1877" w:name="_Toc83040773"/>
      <w:bookmarkStart w:id="1878" w:name="_Toc89851816"/>
      <w:bookmarkStart w:id="1879" w:name="_Toc98676170"/>
      <w:r w:rsidRPr="00EF2F0E">
        <w:rPr>
          <w:lang w:eastAsia="zh-CN"/>
        </w:rPr>
        <w:t>6.6.6</w:t>
      </w:r>
      <w:r w:rsidRPr="00EF2F0E">
        <w:rPr>
          <w:lang w:eastAsia="zh-CN"/>
        </w:rPr>
        <w:tab/>
        <w:t>Spurious emission</w:t>
      </w:r>
      <w:bookmarkEnd w:id="1868"/>
      <w:bookmarkEnd w:id="1869"/>
      <w:bookmarkEnd w:id="1870"/>
      <w:bookmarkEnd w:id="1871"/>
      <w:bookmarkEnd w:id="1872"/>
      <w:bookmarkEnd w:id="1873"/>
      <w:bookmarkEnd w:id="1874"/>
      <w:bookmarkEnd w:id="1875"/>
      <w:bookmarkEnd w:id="1876"/>
      <w:bookmarkEnd w:id="1877"/>
      <w:bookmarkEnd w:id="1878"/>
      <w:bookmarkEnd w:id="1879"/>
    </w:p>
    <w:p w14:paraId="0984DB22" w14:textId="77777777" w:rsidR="003E32EB" w:rsidRPr="00EF2F0E" w:rsidRDefault="003E32EB" w:rsidP="00A40339">
      <w:pPr>
        <w:pStyle w:val="Heading4"/>
      </w:pPr>
      <w:bookmarkStart w:id="1880" w:name="_Toc21095894"/>
      <w:bookmarkStart w:id="1881" w:name="_Toc29763093"/>
      <w:bookmarkStart w:id="1882" w:name="_Toc45869378"/>
      <w:bookmarkStart w:id="1883" w:name="_Toc52554626"/>
      <w:bookmarkStart w:id="1884" w:name="_Toc52555096"/>
      <w:bookmarkStart w:id="1885" w:name="_Toc61112321"/>
      <w:bookmarkStart w:id="1886" w:name="_Toc67911473"/>
      <w:bookmarkStart w:id="1887" w:name="_Toc74842948"/>
      <w:bookmarkStart w:id="1888" w:name="_Toc76503331"/>
      <w:bookmarkStart w:id="1889" w:name="_Toc83040774"/>
      <w:bookmarkStart w:id="1890" w:name="_Toc89851817"/>
      <w:bookmarkStart w:id="1891" w:name="_Toc98676171"/>
      <w:r w:rsidRPr="00EF2F0E">
        <w:t>6.6.6.1</w:t>
      </w:r>
      <w:r w:rsidRPr="00EF2F0E">
        <w:tab/>
        <w:t>General</w:t>
      </w:r>
      <w:bookmarkEnd w:id="1880"/>
      <w:bookmarkEnd w:id="1881"/>
      <w:bookmarkEnd w:id="1882"/>
      <w:bookmarkEnd w:id="1883"/>
      <w:bookmarkEnd w:id="1884"/>
      <w:bookmarkEnd w:id="1885"/>
      <w:bookmarkEnd w:id="1886"/>
      <w:bookmarkEnd w:id="1887"/>
      <w:bookmarkEnd w:id="1888"/>
      <w:bookmarkEnd w:id="1889"/>
      <w:bookmarkEnd w:id="1890"/>
      <w:bookmarkEnd w:id="1891"/>
    </w:p>
    <w:p w14:paraId="0984DB23" w14:textId="77777777" w:rsidR="003E32EB" w:rsidRPr="00EF2F0E" w:rsidRDefault="003E32EB" w:rsidP="00A40339">
      <w:r w:rsidRPr="00EF2F0E">
        <w:t>The conducted transmitter spurious emission limits apply from 9 kHz to 12.75 GHz, excluding the following RAT-specific frequency ranges:</w:t>
      </w:r>
    </w:p>
    <w:p w14:paraId="0984DB24" w14:textId="77777777" w:rsidR="003E32EB" w:rsidRPr="00EF2F0E" w:rsidRDefault="003E32EB" w:rsidP="00A40339">
      <w:pPr>
        <w:pStyle w:val="B10"/>
      </w:pPr>
      <w:r w:rsidRPr="00EF2F0E">
        <w:t>-</w:t>
      </w:r>
      <w:r w:rsidRPr="00EF2F0E">
        <w:tab/>
        <w:t>UTRA TDD BS, 1.28 Mcps option as specified in TS 25.105 [3]: from 4 MHz below the lowest frequency of each operating band to 4 MHz above the highest frequency of each operating band.</w:t>
      </w:r>
    </w:p>
    <w:p w14:paraId="0984DB25" w14:textId="77777777" w:rsidR="003E32EB" w:rsidRPr="00EF2F0E" w:rsidRDefault="003E32EB" w:rsidP="00A40339">
      <w:pPr>
        <w:pStyle w:val="B10"/>
      </w:pPr>
      <w:r w:rsidRPr="00EF2F0E">
        <w:t>-</w:t>
      </w:r>
      <w:r w:rsidRPr="00EF2F0E">
        <w:tab/>
        <w:t>UTRA FDD BS as specified in TS 25.104 [2]: from 12.5MHz below the lowest carrier frequency used up to 12.5MHz above the highest carrier frequency used.</w:t>
      </w:r>
    </w:p>
    <w:p w14:paraId="0984DB26" w14:textId="77777777" w:rsidR="003E32EB" w:rsidRPr="00EF2F0E" w:rsidRDefault="003E32EB" w:rsidP="00A40339">
      <w:pPr>
        <w:pStyle w:val="B10"/>
      </w:pPr>
      <w:r w:rsidRPr="00EF2F0E">
        <w:t>-</w:t>
      </w:r>
      <w:r w:rsidRPr="00EF2F0E">
        <w:tab/>
        <w:t>E-UTRA BS as specified in TS 36.104 [4]: from Δf</w:t>
      </w:r>
      <w:r w:rsidRPr="00EF2F0E">
        <w:rPr>
          <w:vertAlign w:val="subscript"/>
        </w:rPr>
        <w:t>OBUE</w:t>
      </w:r>
      <w:r w:rsidRPr="00EF2F0E" w:rsidDel="009A2BA4">
        <w:t xml:space="preserve"> </w:t>
      </w:r>
      <w:r w:rsidRPr="00EF2F0E">
        <w:t xml:space="preserve"> below the lowest frequency of the </w:t>
      </w:r>
      <w:r w:rsidRPr="00EF2F0E">
        <w:rPr>
          <w:i/>
        </w:rPr>
        <w:t>downlink operating band</w:t>
      </w:r>
      <w:r w:rsidRPr="00EF2F0E">
        <w:t xml:space="preserve"> up to Δf</w:t>
      </w:r>
      <w:r w:rsidRPr="00EF2F0E">
        <w:rPr>
          <w:vertAlign w:val="subscript"/>
        </w:rPr>
        <w:t>OBUE</w:t>
      </w:r>
      <w:r w:rsidRPr="00EF2F0E" w:rsidDel="009A2BA4">
        <w:t xml:space="preserve"> </w:t>
      </w:r>
      <w:r w:rsidRPr="00EF2F0E">
        <w:t xml:space="preserve"> above the highest frequency of the </w:t>
      </w:r>
      <w:r w:rsidRPr="00EF2F0E">
        <w:rPr>
          <w:i/>
        </w:rPr>
        <w:t>downlink operating band</w:t>
      </w:r>
      <w:r w:rsidRPr="00EF2F0E">
        <w:t>, where Δf</w:t>
      </w:r>
      <w:r w:rsidRPr="00EF2F0E">
        <w:rPr>
          <w:vertAlign w:val="subscript"/>
        </w:rPr>
        <w:t>OBUE</w:t>
      </w:r>
      <w:r w:rsidRPr="00EF2F0E">
        <w:t xml:space="preserve"> is defined subclause 6.6.1.</w:t>
      </w:r>
    </w:p>
    <w:p w14:paraId="0984DB27" w14:textId="77777777" w:rsidR="003E32EB" w:rsidRPr="00EF2F0E" w:rsidRDefault="003E32EB" w:rsidP="00A40339">
      <w:pPr>
        <w:pStyle w:val="B10"/>
      </w:pPr>
      <w:r w:rsidRPr="00EF2F0E">
        <w:t>-</w:t>
      </w:r>
      <w:r w:rsidRPr="00EF2F0E">
        <w:tab/>
        <w:t>MSR BS as specified in TS 37.104 [5]: from Δf</w:t>
      </w:r>
      <w:r w:rsidRPr="00EF2F0E">
        <w:rPr>
          <w:vertAlign w:val="subscript"/>
        </w:rPr>
        <w:t>OBUE</w:t>
      </w:r>
      <w:r w:rsidRPr="00EF2F0E" w:rsidDel="009A2BA4">
        <w:t xml:space="preserve"> </w:t>
      </w:r>
      <w:r w:rsidRPr="00EF2F0E">
        <w:t xml:space="preserve"> below the lowest frequency of the </w:t>
      </w:r>
      <w:r w:rsidRPr="00EF2F0E">
        <w:rPr>
          <w:i/>
        </w:rPr>
        <w:t>downlink operating band</w:t>
      </w:r>
      <w:r w:rsidRPr="00EF2F0E">
        <w:t xml:space="preserve"> up to Δf</w:t>
      </w:r>
      <w:r w:rsidRPr="00EF2F0E">
        <w:rPr>
          <w:vertAlign w:val="subscript"/>
        </w:rPr>
        <w:t>OBUE</w:t>
      </w:r>
      <w:r w:rsidRPr="00EF2F0E" w:rsidDel="009A2BA4">
        <w:t xml:space="preserve"> </w:t>
      </w:r>
      <w:r w:rsidRPr="00EF2F0E">
        <w:t xml:space="preserve"> above the highest frequency of the </w:t>
      </w:r>
      <w:r w:rsidRPr="00EF2F0E">
        <w:rPr>
          <w:i/>
        </w:rPr>
        <w:t>downlink operating band</w:t>
      </w:r>
      <w:r w:rsidRPr="00EF2F0E">
        <w:t>, where Δf</w:t>
      </w:r>
      <w:r w:rsidRPr="00EF2F0E">
        <w:rPr>
          <w:vertAlign w:val="subscript"/>
        </w:rPr>
        <w:t>OBUE</w:t>
      </w:r>
      <w:r w:rsidRPr="00EF2F0E">
        <w:t xml:space="preserve"> is defined subclause 6.6.1.</w:t>
      </w:r>
    </w:p>
    <w:p w14:paraId="0984DB28" w14:textId="77777777" w:rsidR="003E32EB" w:rsidRPr="00EF2F0E" w:rsidRDefault="003E32EB" w:rsidP="00A40339">
      <w:r w:rsidRPr="00EF2F0E">
        <w:t>For some operating bands the upper frequency limit is higher than 12.75 GHz in order to comply with the 5</w:t>
      </w:r>
      <w:r w:rsidRPr="00EF2F0E">
        <w:rPr>
          <w:vertAlign w:val="superscript"/>
        </w:rPr>
        <w:t>th</w:t>
      </w:r>
      <w:r w:rsidRPr="00EF2F0E">
        <w:t xml:space="preserve"> harmonic limit of the </w:t>
      </w:r>
      <w:r w:rsidRPr="00EF2F0E">
        <w:rPr>
          <w:i/>
        </w:rPr>
        <w:t>downlink</w:t>
      </w:r>
      <w:r w:rsidRPr="00EF2F0E" w:rsidDel="00B62512">
        <w:rPr>
          <w:i/>
        </w:rPr>
        <w:t xml:space="preserve"> </w:t>
      </w:r>
      <w:r w:rsidRPr="00EF2F0E">
        <w:rPr>
          <w:i/>
        </w:rPr>
        <w:t>operating band</w:t>
      </w:r>
      <w:r w:rsidRPr="00EF2F0E">
        <w:t>, as specified in ITU-R recommendation SM.329 [14]. In some exceptional cases, requirements apply also closer than Δf</w:t>
      </w:r>
      <w:r w:rsidRPr="00EF2F0E">
        <w:rPr>
          <w:vertAlign w:val="subscript"/>
        </w:rPr>
        <w:t>OBUE</w:t>
      </w:r>
      <w:r w:rsidRPr="00EF2F0E" w:rsidDel="006357E3">
        <w:rPr>
          <w:rFonts w:eastAsia="SimSun"/>
        </w:rPr>
        <w:t xml:space="preserve"> </w:t>
      </w:r>
      <w:r w:rsidRPr="00EF2F0E">
        <w:t xml:space="preserve">MHz from the </w:t>
      </w:r>
      <w:r w:rsidRPr="00EF2F0E">
        <w:rPr>
          <w:i/>
        </w:rPr>
        <w:t>downlink</w:t>
      </w:r>
      <w:r w:rsidRPr="00EF2F0E" w:rsidDel="00B62512">
        <w:rPr>
          <w:i/>
        </w:rPr>
        <w:t xml:space="preserve"> </w:t>
      </w:r>
      <w:r w:rsidRPr="00EF2F0E">
        <w:rPr>
          <w:i/>
        </w:rPr>
        <w:t>operating band</w:t>
      </w:r>
      <w:r w:rsidRPr="00EF2F0E">
        <w:t xml:space="preserve">; these cases are highlighted in the requirement tables in respective referenced UTRA, E-UTRA or MSR specifications. For operating bands supported by </w:t>
      </w:r>
      <w:r w:rsidRPr="00EF2F0E">
        <w:rPr>
          <w:i/>
        </w:rPr>
        <w:t>multi-band TAB connectors</w:t>
      </w:r>
      <w:r w:rsidRPr="00EF2F0E">
        <w:t xml:space="preserve"> exclusion bands apply to each supported band.</w:t>
      </w:r>
    </w:p>
    <w:p w14:paraId="0984DB29" w14:textId="77777777" w:rsidR="003E32EB" w:rsidRPr="00EF2F0E" w:rsidRDefault="003E32EB" w:rsidP="00A40339">
      <w:r w:rsidRPr="00EF2F0E">
        <w:t xml:space="preserve">The requirements apply for both </w:t>
      </w:r>
      <w:r w:rsidRPr="00EF2F0E">
        <w:rPr>
          <w:i/>
        </w:rPr>
        <w:t>single band</w:t>
      </w:r>
      <w:r w:rsidRPr="00EF2F0E">
        <w:t xml:space="preserve"> </w:t>
      </w:r>
      <w:r w:rsidRPr="00EF2F0E">
        <w:rPr>
          <w:i/>
        </w:rPr>
        <w:t xml:space="preserve">TAB connectors </w:t>
      </w:r>
      <w:r w:rsidRPr="00EF2F0E">
        <w:t xml:space="preserve">and </w:t>
      </w:r>
      <w:r w:rsidRPr="00EF2F0E">
        <w:rPr>
          <w:i/>
        </w:rPr>
        <w:t>multi-band</w:t>
      </w:r>
      <w:r w:rsidRPr="00EF2F0E">
        <w:t xml:space="preserve"> </w:t>
      </w:r>
      <w:r w:rsidRPr="00EF2F0E">
        <w:rPr>
          <w:i/>
        </w:rPr>
        <w:t xml:space="preserve">TAB connectors </w:t>
      </w:r>
      <w:r w:rsidRPr="00EF2F0E">
        <w:t>(except for frequencies at which exclusion bands or other multi-band provisions apply) and for all transmission modes foreseen by the manufacturer's specification. Unless otherwise stated, all requirements are measured as mean power.</w:t>
      </w:r>
    </w:p>
    <w:p w14:paraId="0984DB2A" w14:textId="77777777" w:rsidR="003E32EB" w:rsidRPr="00EF2F0E" w:rsidRDefault="003E32EB" w:rsidP="00A40339">
      <w:r w:rsidRPr="00EF2F0E">
        <w:t>For operation in Region 2, where the FCC guidance for MIMO systems in [18] is applicable, N</w:t>
      </w:r>
      <w:r w:rsidRPr="00EF2F0E">
        <w:rPr>
          <w:vertAlign w:val="subscript"/>
        </w:rPr>
        <w:t>TXU,countedpercell</w:t>
      </w:r>
      <w:r w:rsidRPr="00EF2F0E">
        <w:t xml:space="preserve"> shall be equal to 1 for the purposes of calculating the spurious emissions limits in subclauses 6.6.6.2, 6.6.6.3 or 6.6.6.4. For all other unwanted emissions requirements, N</w:t>
      </w:r>
      <w:r w:rsidRPr="00EF2F0E">
        <w:rPr>
          <w:vertAlign w:val="subscript"/>
        </w:rPr>
        <w:t>TXU,countedpercell</w:t>
      </w:r>
      <w:r w:rsidRPr="00EF2F0E">
        <w:t xml:space="preserve"> shall be the value calculated according to subclause 6.1</w:t>
      </w:r>
      <w:r w:rsidR="0099608B" w:rsidRPr="00EF2F0E">
        <w:t>, unless stated differently in regional regulation</w:t>
      </w:r>
      <w:r w:rsidRPr="00EF2F0E">
        <w:t>.</w:t>
      </w:r>
    </w:p>
    <w:p w14:paraId="0984DB2B" w14:textId="77777777" w:rsidR="003E32EB" w:rsidRPr="00EF2F0E" w:rsidRDefault="003E32EB" w:rsidP="00A40339">
      <w:pPr>
        <w:keepNext/>
      </w:pPr>
      <w:r w:rsidRPr="00EF2F0E">
        <w:t>The AAS BS requirements for spurious emissions limits which are specified for Band 46</w:t>
      </w:r>
      <w:r w:rsidR="00702AAA" w:rsidRPr="00EF2F0E">
        <w:t xml:space="preserve"> or Band 49</w:t>
      </w:r>
      <w:r w:rsidRPr="00EF2F0E">
        <w:t xml:space="preserve"> in 3GPP TS 37.104 [5], are applicable for AAS BS.</w:t>
      </w:r>
    </w:p>
    <w:p w14:paraId="0984DB2C" w14:textId="77777777" w:rsidR="003E32EB" w:rsidRPr="00EF2F0E" w:rsidRDefault="003E32EB" w:rsidP="00A40339">
      <w:pPr>
        <w:pStyle w:val="Heading4"/>
      </w:pPr>
      <w:bookmarkStart w:id="1892" w:name="_Toc21095895"/>
      <w:bookmarkStart w:id="1893" w:name="_Toc29763094"/>
      <w:bookmarkStart w:id="1894" w:name="_Toc45869379"/>
      <w:bookmarkStart w:id="1895" w:name="_Toc52554627"/>
      <w:bookmarkStart w:id="1896" w:name="_Toc52555097"/>
      <w:bookmarkStart w:id="1897" w:name="_Toc61112322"/>
      <w:bookmarkStart w:id="1898" w:name="_Toc67911474"/>
      <w:bookmarkStart w:id="1899" w:name="_Toc74842949"/>
      <w:bookmarkStart w:id="1900" w:name="_Toc76503332"/>
      <w:bookmarkStart w:id="1901" w:name="_Toc83040775"/>
      <w:bookmarkStart w:id="1902" w:name="_Toc89851818"/>
      <w:bookmarkStart w:id="1903" w:name="_Toc98676172"/>
      <w:r w:rsidRPr="00EF2F0E">
        <w:t>6.6.6.2</w:t>
      </w:r>
      <w:r w:rsidRPr="00EF2F0E">
        <w:tab/>
      </w:r>
      <w:r w:rsidRPr="00EF2F0E">
        <w:rPr>
          <w:lang w:eastAsia="zh-CN"/>
        </w:rPr>
        <w:t>Minimum requirement for MSR operation</w:t>
      </w:r>
      <w:bookmarkEnd w:id="1892"/>
      <w:bookmarkEnd w:id="1893"/>
      <w:bookmarkEnd w:id="1894"/>
      <w:bookmarkEnd w:id="1895"/>
      <w:bookmarkEnd w:id="1896"/>
      <w:bookmarkEnd w:id="1897"/>
      <w:bookmarkEnd w:id="1898"/>
      <w:bookmarkEnd w:id="1899"/>
      <w:bookmarkEnd w:id="1900"/>
      <w:bookmarkEnd w:id="1901"/>
      <w:bookmarkEnd w:id="1902"/>
      <w:bookmarkEnd w:id="1903"/>
    </w:p>
    <w:p w14:paraId="0984DB2D" w14:textId="77777777" w:rsidR="003E32EB" w:rsidRPr="00EF2F0E" w:rsidRDefault="003E32EB" w:rsidP="00A40339">
      <w:pPr>
        <w:keepNext/>
      </w:pPr>
      <w:r w:rsidRPr="00EF2F0E">
        <w:t xml:space="preserve">The MSR spurious emission </w:t>
      </w:r>
      <w:r w:rsidRPr="00EF2F0E">
        <w:rPr>
          <w:i/>
        </w:rPr>
        <w:t>basic limits</w:t>
      </w:r>
      <w:r w:rsidRPr="00EF2F0E">
        <w:t xml:space="preserve"> are the same as those specified in 3GPP TS 37.104 [9], subclauses 6.6.1.1, 6.6.1.2, 6.6.1.3 and 6.6.1.4.</w:t>
      </w:r>
    </w:p>
    <w:p w14:paraId="0984DB2E" w14:textId="77777777" w:rsidR="003E32EB" w:rsidRPr="00EF2F0E" w:rsidRDefault="003E32EB" w:rsidP="00A40339">
      <w:pPr>
        <w:keepNext/>
      </w:pPr>
      <w:r w:rsidRPr="00EF2F0E">
        <w:t xml:space="preserve">The spurious emission requirements for an MSR AAS BS are that for each </w:t>
      </w:r>
      <w:r w:rsidRPr="00EF2F0E">
        <w:rPr>
          <w:i/>
        </w:rPr>
        <w:t>TAB connector TX mincell group</w:t>
      </w:r>
      <w:r w:rsidRPr="00EF2F0E">
        <w:t xml:space="preserve"> and each applicable </w:t>
      </w:r>
      <w:r w:rsidRPr="00EF2F0E">
        <w:rPr>
          <w:i/>
        </w:rPr>
        <w:t>basic limit</w:t>
      </w:r>
      <w:r w:rsidRPr="00EF2F0E">
        <w:t xml:space="preserve"> as specified in 3GPP TS 37.104 [5], the power summation emissions at the </w:t>
      </w:r>
      <w:r w:rsidRPr="00EF2F0E">
        <w:rPr>
          <w:i/>
        </w:rPr>
        <w:t>TAB connectors</w:t>
      </w:r>
      <w:r w:rsidRPr="00EF2F0E">
        <w:t xml:space="preserve"> of the </w:t>
      </w:r>
      <w:r w:rsidRPr="00EF2F0E">
        <w:rPr>
          <w:i/>
        </w:rPr>
        <w:t>TAB connector TX min cell</w:t>
      </w:r>
      <w:r w:rsidRPr="00EF2F0E">
        <w:t xml:space="preserve"> </w:t>
      </w:r>
      <w:r w:rsidRPr="00EF2F0E">
        <w:rPr>
          <w:i/>
        </w:rPr>
        <w:t>group</w:t>
      </w:r>
      <w:r w:rsidRPr="00EF2F0E">
        <w:t xml:space="preserve"> shall not exceed an AAS limit specified as the </w:t>
      </w:r>
      <w:r w:rsidR="0099608B" w:rsidRPr="00EF2F0E">
        <w:rPr>
          <w:i/>
        </w:rPr>
        <w:t>basic limit</w:t>
      </w:r>
      <w:r w:rsidR="0099608B" w:rsidRPr="00EF2F0E">
        <w:t xml:space="preserve"> + X, where X = 10log</w:t>
      </w:r>
      <w:r w:rsidR="0099608B" w:rsidRPr="00EF2F0E">
        <w:rPr>
          <w:vertAlign w:val="subscript"/>
        </w:rPr>
        <w:t>10</w:t>
      </w:r>
      <w:r w:rsidR="0099608B" w:rsidRPr="00EF2F0E">
        <w:t>(N</w:t>
      </w:r>
      <w:r w:rsidR="0099608B" w:rsidRPr="00EF2F0E">
        <w:rPr>
          <w:vertAlign w:val="subscript"/>
        </w:rPr>
        <w:t>TXU,countedpercell</w:t>
      </w:r>
      <w:r w:rsidR="0099608B" w:rsidRPr="00EF2F0E">
        <w:t>), unless stated differently in regional regulation</w:t>
      </w:r>
      <w:r w:rsidRPr="00EF2F0E">
        <w:t>.</w:t>
      </w:r>
    </w:p>
    <w:p w14:paraId="0984DB2F" w14:textId="77777777" w:rsidR="003E32EB" w:rsidRPr="00EF2F0E" w:rsidRDefault="003E32EB" w:rsidP="00A40339">
      <w:pPr>
        <w:pStyle w:val="NO"/>
      </w:pPr>
      <w:r w:rsidRPr="00EF2F0E">
        <w:t>NOTE:</w:t>
      </w:r>
      <w:r w:rsidRPr="00EF2F0E">
        <w:tab/>
        <w:t>Conformance to the AAS BS spurious emission requirement can be demonstrated by meeting at least one of the following criteria as determined by the manufacturer:</w:t>
      </w:r>
    </w:p>
    <w:p w14:paraId="0984DB30" w14:textId="77777777" w:rsidR="003E32EB" w:rsidRPr="00EF2F0E" w:rsidRDefault="003E32EB" w:rsidP="00A40339">
      <w:pPr>
        <w:pStyle w:val="B3"/>
        <w:ind w:left="1418"/>
      </w:pPr>
      <w:r w:rsidRPr="00EF2F0E">
        <w:t>1)</w:t>
      </w:r>
      <w:r w:rsidRPr="00EF2F0E">
        <w:tab/>
        <w:t xml:space="preserve">The sum of the emissions power measured on each </w:t>
      </w:r>
      <w:r w:rsidRPr="00EF2F0E">
        <w:rPr>
          <w:i/>
        </w:rPr>
        <w:t>TAB connector</w:t>
      </w:r>
      <w:r w:rsidRPr="00EF2F0E">
        <w:t xml:space="preserve"> in the </w:t>
      </w:r>
      <w:r w:rsidRPr="00EF2F0E">
        <w:rPr>
          <w:i/>
        </w:rPr>
        <w:t xml:space="preserve">TAB connector TX min cell group </w:t>
      </w:r>
      <w:r w:rsidRPr="00EF2F0E">
        <w:t xml:space="preserve">shall be less than or equal to the AAS BS limit as defined in this subclause for the respective frequency span. </w:t>
      </w:r>
    </w:p>
    <w:p w14:paraId="0984DB31" w14:textId="77777777" w:rsidR="003E32EB" w:rsidRPr="00EF2F0E" w:rsidRDefault="003E32EB" w:rsidP="00A40339">
      <w:pPr>
        <w:pStyle w:val="B3"/>
        <w:ind w:left="1418"/>
      </w:pPr>
      <w:r w:rsidRPr="00EF2F0E">
        <w:t>Or</w:t>
      </w:r>
    </w:p>
    <w:p w14:paraId="0984DB32" w14:textId="77777777" w:rsidR="003E32EB" w:rsidRPr="00EF2F0E" w:rsidRDefault="003E32EB" w:rsidP="00A40339">
      <w:pPr>
        <w:pStyle w:val="B3"/>
        <w:ind w:left="1418"/>
      </w:pPr>
      <w:r w:rsidRPr="00EF2F0E">
        <w:t>2)</w:t>
      </w:r>
      <w:r w:rsidRPr="00EF2F0E">
        <w:tab/>
        <w:t xml:space="preserve">The unwanted emissions power at each </w:t>
      </w:r>
      <w:r w:rsidRPr="00EF2F0E">
        <w:rPr>
          <w:i/>
        </w:rPr>
        <w:t>TAB connector</w:t>
      </w:r>
      <w:r w:rsidRPr="00EF2F0E">
        <w:t xml:space="preserve"> shall be less than or equal to the AAS BS limit as defined</w:t>
      </w:r>
      <w:r w:rsidRPr="00EF2F0E" w:rsidDel="00552ABB">
        <w:t xml:space="preserve"> </w:t>
      </w:r>
      <w:r w:rsidRPr="00EF2F0E">
        <w:t>in this subclause for the respective frequency span, scaled by -10log</w:t>
      </w:r>
      <w:r w:rsidRPr="00EF2F0E">
        <w:rPr>
          <w:vertAlign w:val="subscript"/>
        </w:rPr>
        <w:t>10</w:t>
      </w:r>
      <w:r w:rsidRPr="00EF2F0E">
        <w:t>(</w:t>
      </w:r>
      <w:r w:rsidRPr="00EF2F0E">
        <w:rPr>
          <w:i/>
        </w:rPr>
        <w:t>n</w:t>
      </w:r>
      <w:r w:rsidRPr="00EF2F0E">
        <w:t xml:space="preserve">), where </w:t>
      </w:r>
      <w:r w:rsidRPr="00EF2F0E">
        <w:rPr>
          <w:i/>
        </w:rPr>
        <w:t>n</w:t>
      </w:r>
      <w:r w:rsidRPr="00EF2F0E">
        <w:t xml:space="preserve"> is the number of </w:t>
      </w:r>
      <w:r w:rsidRPr="00EF2F0E">
        <w:rPr>
          <w:i/>
        </w:rPr>
        <w:t xml:space="preserve">TAB connectors </w:t>
      </w:r>
      <w:r w:rsidRPr="00EF2F0E">
        <w:t xml:space="preserve">in the </w:t>
      </w:r>
      <w:r w:rsidRPr="00EF2F0E">
        <w:rPr>
          <w:i/>
        </w:rPr>
        <w:t>TAB connector TX min cell group</w:t>
      </w:r>
      <w:r w:rsidRPr="00EF2F0E">
        <w:t>.</w:t>
      </w:r>
    </w:p>
    <w:p w14:paraId="0984DB33" w14:textId="77777777" w:rsidR="003E32EB" w:rsidRPr="00EF2F0E" w:rsidRDefault="003E32EB" w:rsidP="00A40339">
      <w:pPr>
        <w:pStyle w:val="Heading4"/>
        <w:rPr>
          <w:lang w:eastAsia="zh-CN"/>
        </w:rPr>
      </w:pPr>
      <w:bookmarkStart w:id="1904" w:name="_Toc21095896"/>
      <w:bookmarkStart w:id="1905" w:name="_Toc29763095"/>
      <w:bookmarkStart w:id="1906" w:name="_Toc45869380"/>
      <w:bookmarkStart w:id="1907" w:name="_Toc52554628"/>
      <w:bookmarkStart w:id="1908" w:name="_Toc52555098"/>
      <w:bookmarkStart w:id="1909" w:name="_Toc61112323"/>
      <w:bookmarkStart w:id="1910" w:name="_Toc67911475"/>
      <w:bookmarkStart w:id="1911" w:name="_Toc74842950"/>
      <w:bookmarkStart w:id="1912" w:name="_Toc76503333"/>
      <w:bookmarkStart w:id="1913" w:name="_Toc83040776"/>
      <w:bookmarkStart w:id="1914" w:name="_Toc89851819"/>
      <w:bookmarkStart w:id="1915" w:name="_Toc98676173"/>
      <w:r w:rsidRPr="00EF2F0E">
        <w:rPr>
          <w:lang w:eastAsia="zh-CN"/>
        </w:rPr>
        <w:t>6.6.6.3</w:t>
      </w:r>
      <w:r w:rsidRPr="00EF2F0E">
        <w:rPr>
          <w:lang w:eastAsia="zh-CN"/>
        </w:rPr>
        <w:tab/>
        <w:t>Minimum requirement for single RAT UTRA operation</w:t>
      </w:r>
      <w:bookmarkEnd w:id="1904"/>
      <w:bookmarkEnd w:id="1905"/>
      <w:bookmarkEnd w:id="1906"/>
      <w:bookmarkEnd w:id="1907"/>
      <w:bookmarkEnd w:id="1908"/>
      <w:bookmarkEnd w:id="1909"/>
      <w:bookmarkEnd w:id="1910"/>
      <w:bookmarkEnd w:id="1911"/>
      <w:bookmarkEnd w:id="1912"/>
      <w:bookmarkEnd w:id="1913"/>
      <w:bookmarkEnd w:id="1914"/>
      <w:bookmarkEnd w:id="1915"/>
    </w:p>
    <w:p w14:paraId="0984DB34" w14:textId="77777777" w:rsidR="003E32EB" w:rsidRPr="00EF2F0E" w:rsidRDefault="003E32EB" w:rsidP="00A40339">
      <w:pPr>
        <w:keepNext/>
      </w:pPr>
      <w:r w:rsidRPr="00EF2F0E">
        <w:t xml:space="preserve">The single RAT UTRA FDD spurious emission </w:t>
      </w:r>
      <w:r w:rsidRPr="00EF2F0E">
        <w:rPr>
          <w:i/>
        </w:rPr>
        <w:t>basic limits</w:t>
      </w:r>
      <w:r w:rsidRPr="00EF2F0E">
        <w:t xml:space="preserve"> are the same as those specified in 3GPP TS 25.104 [6], subclauses 6.6.3.1-6.6.3.8.</w:t>
      </w:r>
    </w:p>
    <w:p w14:paraId="0984DB35" w14:textId="77777777" w:rsidR="003E32EB" w:rsidRPr="00EF2F0E" w:rsidRDefault="003E32EB" w:rsidP="00A40339">
      <w:pPr>
        <w:keepNext/>
      </w:pPr>
      <w:r w:rsidRPr="00EF2F0E">
        <w:t xml:space="preserve">The single RAT UTRA TDD spurious emission </w:t>
      </w:r>
      <w:r w:rsidRPr="00EF2F0E">
        <w:rPr>
          <w:i/>
        </w:rPr>
        <w:t>basic limits</w:t>
      </w:r>
      <w:r w:rsidRPr="00EF2F0E">
        <w:t xml:space="preserve"> are the same as those specified in 3GPP TS 25.105 [7], subclauses 6.6.3.1-6.6.3.5.</w:t>
      </w:r>
    </w:p>
    <w:p w14:paraId="0984DB36" w14:textId="77777777" w:rsidR="003E32EB" w:rsidRPr="00EF2F0E" w:rsidRDefault="003E32EB" w:rsidP="00A40339">
      <w:pPr>
        <w:keepNext/>
      </w:pPr>
      <w:r w:rsidRPr="00EF2F0E">
        <w:t xml:space="preserve">The spurious emission requirements for a UTRA single RAT AAS BS are that for each </w:t>
      </w:r>
      <w:r w:rsidRPr="00EF2F0E">
        <w:rPr>
          <w:i/>
        </w:rPr>
        <w:t>TAB connector TX min cell group</w:t>
      </w:r>
      <w:r w:rsidRPr="00EF2F0E">
        <w:t xml:space="preserve"> and each applicable </w:t>
      </w:r>
      <w:r w:rsidRPr="00EF2F0E">
        <w:rPr>
          <w:i/>
        </w:rPr>
        <w:t>basic limit</w:t>
      </w:r>
      <w:r w:rsidRPr="00EF2F0E">
        <w:t xml:space="preserve"> as specified in 3GPP TS 25.104 [6] or 3GPP TS 25.105 [7], the power sum of the emissions at the </w:t>
      </w:r>
      <w:r w:rsidRPr="00EF2F0E">
        <w:rPr>
          <w:i/>
        </w:rPr>
        <w:t>TAB connector</w:t>
      </w:r>
      <w:r w:rsidRPr="00EF2F0E">
        <w:t xml:space="preserve">s associated with the </w:t>
      </w:r>
      <w:r w:rsidRPr="00EF2F0E">
        <w:rPr>
          <w:i/>
        </w:rPr>
        <w:t>TAB connector TX min cell group</w:t>
      </w:r>
      <w:r w:rsidRPr="00EF2F0E">
        <w:t xml:space="preserve"> shall not exceed an AAS limit specified as the </w:t>
      </w:r>
      <w:r w:rsidR="0099608B" w:rsidRPr="00EF2F0E">
        <w:rPr>
          <w:i/>
        </w:rPr>
        <w:t>basic limit</w:t>
      </w:r>
      <w:r w:rsidR="0099608B" w:rsidRPr="00EF2F0E">
        <w:t xml:space="preserve"> + X, where X = 10log</w:t>
      </w:r>
      <w:r w:rsidR="0099608B" w:rsidRPr="00EF2F0E">
        <w:rPr>
          <w:vertAlign w:val="subscript"/>
        </w:rPr>
        <w:t>10</w:t>
      </w:r>
      <w:r w:rsidR="0099608B" w:rsidRPr="00EF2F0E">
        <w:t>(N</w:t>
      </w:r>
      <w:r w:rsidR="0099608B" w:rsidRPr="00EF2F0E">
        <w:rPr>
          <w:vertAlign w:val="subscript"/>
        </w:rPr>
        <w:t>TXU,countedpercell</w:t>
      </w:r>
      <w:r w:rsidR="0099608B" w:rsidRPr="00EF2F0E">
        <w:t>), unless stated differently in regional regulation</w:t>
      </w:r>
      <w:r w:rsidRPr="00EF2F0E">
        <w:t>.</w:t>
      </w:r>
    </w:p>
    <w:p w14:paraId="0984DB37" w14:textId="77777777" w:rsidR="003E32EB" w:rsidRPr="00EF2F0E" w:rsidRDefault="003E32EB" w:rsidP="00A40339">
      <w:pPr>
        <w:pStyle w:val="NO"/>
        <w:keepNext/>
        <w:keepLines w:val="0"/>
      </w:pPr>
      <w:r w:rsidRPr="00EF2F0E">
        <w:t>NOTE:</w:t>
      </w:r>
      <w:r w:rsidRPr="00EF2F0E">
        <w:tab/>
        <w:t>Conformance to the AAS BS spurious emission requirement can be demonstrated by meeting at least one of the following criteria as determined by the manufacturer:</w:t>
      </w:r>
    </w:p>
    <w:p w14:paraId="0984DB38" w14:textId="77777777" w:rsidR="003E32EB" w:rsidRPr="00EF2F0E" w:rsidRDefault="003E32EB" w:rsidP="00A40339">
      <w:pPr>
        <w:pStyle w:val="B3"/>
        <w:ind w:left="1418"/>
      </w:pPr>
      <w:r w:rsidRPr="00EF2F0E">
        <w:t>1)</w:t>
      </w:r>
      <w:r w:rsidRPr="00EF2F0E">
        <w:tab/>
        <w:t xml:space="preserve">The sum of the emissions power measured on each </w:t>
      </w:r>
      <w:r w:rsidRPr="00EF2F0E">
        <w:rPr>
          <w:i/>
        </w:rPr>
        <w:t>TAB connector</w:t>
      </w:r>
      <w:r w:rsidRPr="00EF2F0E">
        <w:t xml:space="preserve"> in the </w:t>
      </w:r>
      <w:r w:rsidRPr="00EF2F0E">
        <w:rPr>
          <w:i/>
        </w:rPr>
        <w:t xml:space="preserve">TAB connector TX min cell group </w:t>
      </w:r>
      <w:r w:rsidRPr="00EF2F0E">
        <w:t>shall be less than or equal to the AAS BS limit as defined in this subclause for the respective frequency span.</w:t>
      </w:r>
    </w:p>
    <w:p w14:paraId="0984DB39" w14:textId="77777777" w:rsidR="003E32EB" w:rsidRPr="00EF2F0E" w:rsidRDefault="003E32EB" w:rsidP="00A40339">
      <w:pPr>
        <w:pStyle w:val="B3"/>
        <w:ind w:left="1418"/>
      </w:pPr>
      <w:r w:rsidRPr="00EF2F0E">
        <w:t>Or</w:t>
      </w:r>
    </w:p>
    <w:p w14:paraId="0984DB3A" w14:textId="77777777" w:rsidR="003E32EB" w:rsidRPr="00EF2F0E" w:rsidRDefault="003E32EB" w:rsidP="00A40339">
      <w:pPr>
        <w:pStyle w:val="B3"/>
        <w:ind w:left="1418"/>
      </w:pPr>
      <w:r w:rsidRPr="00EF2F0E">
        <w:t>2)</w:t>
      </w:r>
      <w:r w:rsidRPr="00EF2F0E">
        <w:tab/>
        <w:t xml:space="preserve">The unwanted emissions power at each </w:t>
      </w:r>
      <w:r w:rsidRPr="00EF2F0E">
        <w:rPr>
          <w:i/>
        </w:rPr>
        <w:t>TAB connector</w:t>
      </w:r>
      <w:r w:rsidRPr="00EF2F0E">
        <w:t xml:space="preserve"> shall be less than or equal to the AAS BS limit as defined</w:t>
      </w:r>
      <w:r w:rsidRPr="00EF2F0E" w:rsidDel="00552ABB">
        <w:t xml:space="preserve"> </w:t>
      </w:r>
      <w:r w:rsidRPr="00EF2F0E">
        <w:t>in this subclause for the respective frequency span,  scaled by -10log</w:t>
      </w:r>
      <w:r w:rsidRPr="00EF2F0E">
        <w:rPr>
          <w:vertAlign w:val="subscript"/>
        </w:rPr>
        <w:t>10</w:t>
      </w:r>
      <w:r w:rsidRPr="00EF2F0E">
        <w:t>(</w:t>
      </w:r>
      <w:r w:rsidRPr="00EF2F0E">
        <w:rPr>
          <w:i/>
        </w:rPr>
        <w:t>n</w:t>
      </w:r>
      <w:r w:rsidRPr="00EF2F0E">
        <w:t xml:space="preserve">), where </w:t>
      </w:r>
      <w:r w:rsidRPr="00EF2F0E">
        <w:rPr>
          <w:i/>
        </w:rPr>
        <w:t>n</w:t>
      </w:r>
      <w:r w:rsidRPr="00EF2F0E">
        <w:t xml:space="preserve"> is the number of </w:t>
      </w:r>
      <w:r w:rsidRPr="00EF2F0E">
        <w:rPr>
          <w:i/>
        </w:rPr>
        <w:t>TAB connectors</w:t>
      </w:r>
      <w:r w:rsidRPr="00EF2F0E">
        <w:t xml:space="preserve"> in the </w:t>
      </w:r>
      <w:r w:rsidRPr="00EF2F0E">
        <w:rPr>
          <w:i/>
        </w:rPr>
        <w:t>TAB connector TX min cell group</w:t>
      </w:r>
      <w:r w:rsidRPr="00EF2F0E">
        <w:t>.</w:t>
      </w:r>
    </w:p>
    <w:p w14:paraId="0984DB3B" w14:textId="77777777" w:rsidR="003E32EB" w:rsidRPr="00EF2F0E" w:rsidRDefault="003E32EB" w:rsidP="00A40339">
      <w:pPr>
        <w:pStyle w:val="Heading4"/>
      </w:pPr>
      <w:bookmarkStart w:id="1916" w:name="_Toc21095897"/>
      <w:bookmarkStart w:id="1917" w:name="_Toc29763096"/>
      <w:bookmarkStart w:id="1918" w:name="_Toc45869381"/>
      <w:bookmarkStart w:id="1919" w:name="_Toc52554629"/>
      <w:bookmarkStart w:id="1920" w:name="_Toc52555099"/>
      <w:bookmarkStart w:id="1921" w:name="_Toc61112324"/>
      <w:bookmarkStart w:id="1922" w:name="_Toc67911476"/>
      <w:bookmarkStart w:id="1923" w:name="_Toc74842951"/>
      <w:bookmarkStart w:id="1924" w:name="_Toc76503334"/>
      <w:bookmarkStart w:id="1925" w:name="_Toc83040777"/>
      <w:bookmarkStart w:id="1926" w:name="_Toc89851820"/>
      <w:bookmarkStart w:id="1927" w:name="_Toc98676174"/>
      <w:r w:rsidRPr="00EF2F0E">
        <w:rPr>
          <w:lang w:eastAsia="zh-CN"/>
        </w:rPr>
        <w:t>6.6.6.4</w:t>
      </w:r>
      <w:r w:rsidRPr="00EF2F0E">
        <w:rPr>
          <w:lang w:eastAsia="zh-CN"/>
        </w:rPr>
        <w:tab/>
        <w:t>Minimum requirement for single RAT E-UTRA operation</w:t>
      </w:r>
      <w:bookmarkEnd w:id="1916"/>
      <w:bookmarkEnd w:id="1917"/>
      <w:bookmarkEnd w:id="1918"/>
      <w:bookmarkEnd w:id="1919"/>
      <w:bookmarkEnd w:id="1920"/>
      <w:bookmarkEnd w:id="1921"/>
      <w:bookmarkEnd w:id="1922"/>
      <w:bookmarkEnd w:id="1923"/>
      <w:bookmarkEnd w:id="1924"/>
      <w:bookmarkEnd w:id="1925"/>
      <w:bookmarkEnd w:id="1926"/>
      <w:bookmarkEnd w:id="1927"/>
    </w:p>
    <w:p w14:paraId="0984DB3C" w14:textId="77777777" w:rsidR="003E32EB" w:rsidRPr="00EF2F0E" w:rsidRDefault="003E32EB" w:rsidP="00A40339">
      <w:pPr>
        <w:keepNext/>
      </w:pPr>
      <w:r w:rsidRPr="00EF2F0E">
        <w:t>S</w:t>
      </w:r>
      <w:r w:rsidRPr="00EF2F0E">
        <w:rPr>
          <w:i/>
        </w:rPr>
        <w:t>ingle RAT E-UTRA operation</w:t>
      </w:r>
      <w:r w:rsidRPr="00EF2F0E">
        <w:t xml:space="preserve"> spurious emission </w:t>
      </w:r>
      <w:r w:rsidRPr="00EF2F0E">
        <w:rPr>
          <w:i/>
        </w:rPr>
        <w:t>basic limits</w:t>
      </w:r>
      <w:r w:rsidRPr="00EF2F0E">
        <w:t xml:space="preserve"> are the same as those specified in 3GPP TS 36.104 [8], subclauses 6.6.4.1-6.6.4.4.</w:t>
      </w:r>
      <w:r w:rsidR="00702AAA" w:rsidRPr="00EF2F0E">
        <w:t xml:space="preserve"> Spurious emission limits specified in TS 36.104 [8], subclauses 6.6.4.1-6.6.4.4 for Band 46 and Band 49 are not applicable for AAS BS.</w:t>
      </w:r>
    </w:p>
    <w:p w14:paraId="0984DB3D" w14:textId="77777777" w:rsidR="003E32EB" w:rsidRPr="00EF2F0E" w:rsidRDefault="003E32EB" w:rsidP="00A40339">
      <w:pPr>
        <w:keepNext/>
      </w:pPr>
      <w:r w:rsidRPr="00EF2F0E">
        <w:t xml:space="preserve">The spurious emission requirements for AAS BS in </w:t>
      </w:r>
      <w:r w:rsidRPr="00EF2F0E">
        <w:rPr>
          <w:i/>
        </w:rPr>
        <w:t>single RAT E-UTRA operation</w:t>
      </w:r>
      <w:r w:rsidRPr="00EF2F0E">
        <w:t xml:space="preserve"> are that for each </w:t>
      </w:r>
      <w:r w:rsidRPr="00EF2F0E">
        <w:rPr>
          <w:i/>
        </w:rPr>
        <w:t>TAB connector TX min cell group</w:t>
      </w:r>
      <w:r w:rsidRPr="00EF2F0E">
        <w:t xml:space="preserve"> and for each applicable </w:t>
      </w:r>
      <w:r w:rsidRPr="00EF2F0E">
        <w:rPr>
          <w:i/>
        </w:rPr>
        <w:t>basic limit</w:t>
      </w:r>
      <w:r w:rsidRPr="00EF2F0E">
        <w:t xml:space="preserve"> as specified in 3GPP TS 36.104 [4], the total emissions at the </w:t>
      </w:r>
      <w:r w:rsidRPr="00EF2F0E">
        <w:rPr>
          <w:i/>
        </w:rPr>
        <w:t>TAB connectors</w:t>
      </w:r>
      <w:r w:rsidRPr="00EF2F0E">
        <w:t xml:space="preserve"> associated with the </w:t>
      </w:r>
      <w:r w:rsidRPr="00EF2F0E">
        <w:rPr>
          <w:i/>
        </w:rPr>
        <w:t>TAB connector TX min cell group</w:t>
      </w:r>
      <w:r w:rsidRPr="00EF2F0E">
        <w:t xml:space="preserve"> shall not exceed an AAS limit specified as the </w:t>
      </w:r>
      <w:r w:rsidR="0099608B" w:rsidRPr="00EF2F0E">
        <w:rPr>
          <w:i/>
        </w:rPr>
        <w:t>basic limit</w:t>
      </w:r>
      <w:r w:rsidR="0099608B" w:rsidRPr="00EF2F0E">
        <w:t xml:space="preserve"> + X, where X = 10log</w:t>
      </w:r>
      <w:r w:rsidR="0099608B" w:rsidRPr="00EF2F0E">
        <w:rPr>
          <w:vertAlign w:val="subscript"/>
        </w:rPr>
        <w:t>10</w:t>
      </w:r>
      <w:r w:rsidR="0099608B" w:rsidRPr="00EF2F0E">
        <w:t>(N</w:t>
      </w:r>
      <w:r w:rsidR="0099608B" w:rsidRPr="00EF2F0E">
        <w:rPr>
          <w:vertAlign w:val="subscript"/>
        </w:rPr>
        <w:t>TXU,countedpercell</w:t>
      </w:r>
      <w:r w:rsidR="0099608B" w:rsidRPr="00EF2F0E">
        <w:t>), unless stated differently in regional regulation</w:t>
      </w:r>
      <w:r w:rsidRPr="00EF2F0E">
        <w:t>.</w:t>
      </w:r>
    </w:p>
    <w:p w14:paraId="0984DB3E" w14:textId="77777777" w:rsidR="003E32EB" w:rsidRPr="00EF2F0E" w:rsidRDefault="003E32EB" w:rsidP="00A40339">
      <w:pPr>
        <w:pStyle w:val="NO"/>
      </w:pPr>
      <w:r w:rsidRPr="00EF2F0E">
        <w:t>NOTE:</w:t>
      </w:r>
      <w:r w:rsidRPr="00EF2F0E">
        <w:tab/>
        <w:t>Conformance to the AAS BS spurious emission requirement can be demonstrated by meeting at least one of the following criteria as determined by the manufacturer:</w:t>
      </w:r>
    </w:p>
    <w:p w14:paraId="0984DB3F" w14:textId="77777777" w:rsidR="003E32EB" w:rsidRPr="00EF2F0E" w:rsidRDefault="003E32EB" w:rsidP="00A40339">
      <w:pPr>
        <w:pStyle w:val="B3"/>
        <w:ind w:left="1418"/>
      </w:pPr>
      <w:r w:rsidRPr="00EF2F0E">
        <w:t>1)</w:t>
      </w:r>
      <w:r w:rsidRPr="00EF2F0E">
        <w:tab/>
        <w:t xml:space="preserve">The sum of the emissions power measured on each </w:t>
      </w:r>
      <w:r w:rsidRPr="00EF2F0E">
        <w:rPr>
          <w:i/>
        </w:rPr>
        <w:t>TAB connector</w:t>
      </w:r>
      <w:r w:rsidRPr="00EF2F0E">
        <w:t xml:space="preserve"> in the </w:t>
      </w:r>
      <w:r w:rsidRPr="00EF2F0E">
        <w:rPr>
          <w:i/>
        </w:rPr>
        <w:t xml:space="preserve">TAB connector TX min cell group </w:t>
      </w:r>
      <w:r w:rsidRPr="00EF2F0E">
        <w:t xml:space="preserve">shall be less than or equal to the AAS BS limit as defined in this subclause for the respective frequency span. </w:t>
      </w:r>
    </w:p>
    <w:p w14:paraId="0984DB40" w14:textId="77777777" w:rsidR="003E32EB" w:rsidRPr="00EF2F0E" w:rsidRDefault="003E32EB" w:rsidP="00A40339">
      <w:pPr>
        <w:pStyle w:val="B3"/>
        <w:ind w:left="1418"/>
      </w:pPr>
      <w:r w:rsidRPr="00EF2F0E">
        <w:t>Or</w:t>
      </w:r>
    </w:p>
    <w:p w14:paraId="0984DB41" w14:textId="77777777" w:rsidR="003E32EB" w:rsidRPr="00EF2F0E" w:rsidRDefault="003E32EB" w:rsidP="00A40339">
      <w:pPr>
        <w:pStyle w:val="B3"/>
        <w:ind w:left="1418"/>
      </w:pPr>
      <w:r w:rsidRPr="00EF2F0E">
        <w:t>2)</w:t>
      </w:r>
      <w:r w:rsidRPr="00EF2F0E">
        <w:tab/>
        <w:t xml:space="preserve">The unwanted emissions power at each </w:t>
      </w:r>
      <w:r w:rsidRPr="00EF2F0E">
        <w:rPr>
          <w:i/>
        </w:rPr>
        <w:t>TAB connector</w:t>
      </w:r>
      <w:r w:rsidRPr="00EF2F0E">
        <w:t xml:space="preserve"> shall be less than or equal to the AAS BS limit as defined</w:t>
      </w:r>
      <w:r w:rsidRPr="00EF2F0E" w:rsidDel="00552ABB">
        <w:t xml:space="preserve"> </w:t>
      </w:r>
      <w:r w:rsidRPr="00EF2F0E">
        <w:t>in this subclause for the respective frequency span, scaled by -10log</w:t>
      </w:r>
      <w:r w:rsidRPr="00EF2F0E">
        <w:rPr>
          <w:vertAlign w:val="subscript"/>
        </w:rPr>
        <w:t>10</w:t>
      </w:r>
      <w:r w:rsidRPr="00EF2F0E">
        <w:t>(</w:t>
      </w:r>
      <w:r w:rsidRPr="00EF2F0E">
        <w:rPr>
          <w:i/>
        </w:rPr>
        <w:t>n</w:t>
      </w:r>
      <w:r w:rsidRPr="00EF2F0E">
        <w:t xml:space="preserve">), where </w:t>
      </w:r>
      <w:r w:rsidRPr="00EF2F0E">
        <w:rPr>
          <w:i/>
        </w:rPr>
        <w:t>n</w:t>
      </w:r>
      <w:r w:rsidRPr="00EF2F0E">
        <w:t xml:space="preserve"> is the number of </w:t>
      </w:r>
      <w:r w:rsidRPr="00EF2F0E">
        <w:rPr>
          <w:i/>
        </w:rPr>
        <w:t>TAB connectors</w:t>
      </w:r>
      <w:r w:rsidRPr="00EF2F0E">
        <w:t xml:space="preserve"> in the </w:t>
      </w:r>
      <w:r w:rsidRPr="00EF2F0E">
        <w:rPr>
          <w:i/>
        </w:rPr>
        <w:t>TAB connector TX min cell group</w:t>
      </w:r>
      <w:r w:rsidRPr="00EF2F0E">
        <w:t>.</w:t>
      </w:r>
    </w:p>
    <w:p w14:paraId="0984DB42" w14:textId="77777777" w:rsidR="003E32EB" w:rsidRPr="00EF2F0E" w:rsidRDefault="003E32EB" w:rsidP="00A40339">
      <w:pPr>
        <w:pStyle w:val="Heading2"/>
        <w:rPr>
          <w:lang w:eastAsia="zh-CN"/>
        </w:rPr>
      </w:pPr>
      <w:bookmarkStart w:id="1928" w:name="_Toc21095898"/>
      <w:bookmarkStart w:id="1929" w:name="_Toc29763097"/>
      <w:bookmarkStart w:id="1930" w:name="_Toc45869382"/>
      <w:bookmarkStart w:id="1931" w:name="_Toc52554630"/>
      <w:bookmarkStart w:id="1932" w:name="_Toc52555100"/>
      <w:bookmarkStart w:id="1933" w:name="_Toc61112325"/>
      <w:bookmarkStart w:id="1934" w:name="_Toc67911477"/>
      <w:bookmarkStart w:id="1935" w:name="_Toc74842952"/>
      <w:bookmarkStart w:id="1936" w:name="_Toc76503335"/>
      <w:bookmarkStart w:id="1937" w:name="_Toc83040778"/>
      <w:bookmarkStart w:id="1938" w:name="_Toc89851821"/>
      <w:bookmarkStart w:id="1939" w:name="_Toc98676175"/>
      <w:r w:rsidRPr="00EF2F0E">
        <w:rPr>
          <w:lang w:eastAsia="zh-CN"/>
        </w:rPr>
        <w:t>6.7</w:t>
      </w:r>
      <w:r w:rsidRPr="00EF2F0E">
        <w:rPr>
          <w:lang w:eastAsia="zh-CN"/>
        </w:rPr>
        <w:tab/>
        <w:t>Transmitter intermodulation</w:t>
      </w:r>
      <w:bookmarkEnd w:id="1928"/>
      <w:bookmarkEnd w:id="1929"/>
      <w:bookmarkEnd w:id="1930"/>
      <w:bookmarkEnd w:id="1931"/>
      <w:bookmarkEnd w:id="1932"/>
      <w:bookmarkEnd w:id="1933"/>
      <w:bookmarkEnd w:id="1934"/>
      <w:bookmarkEnd w:id="1935"/>
      <w:bookmarkEnd w:id="1936"/>
      <w:bookmarkEnd w:id="1937"/>
      <w:bookmarkEnd w:id="1938"/>
      <w:bookmarkEnd w:id="1939"/>
    </w:p>
    <w:p w14:paraId="0984DB43" w14:textId="77777777" w:rsidR="003E32EB" w:rsidRPr="00EF2F0E" w:rsidRDefault="003E32EB" w:rsidP="00A40339">
      <w:pPr>
        <w:pStyle w:val="Heading3"/>
      </w:pPr>
      <w:bookmarkStart w:id="1940" w:name="_Toc21095899"/>
      <w:bookmarkStart w:id="1941" w:name="_Toc29763098"/>
      <w:bookmarkStart w:id="1942" w:name="_Toc45869383"/>
      <w:bookmarkStart w:id="1943" w:name="_Toc52554631"/>
      <w:bookmarkStart w:id="1944" w:name="_Toc52555101"/>
      <w:bookmarkStart w:id="1945" w:name="_Toc61112326"/>
      <w:bookmarkStart w:id="1946" w:name="_Toc67911478"/>
      <w:bookmarkStart w:id="1947" w:name="_Toc74842953"/>
      <w:bookmarkStart w:id="1948" w:name="_Toc76503336"/>
      <w:bookmarkStart w:id="1949" w:name="_Toc83040779"/>
      <w:bookmarkStart w:id="1950" w:name="_Toc89851822"/>
      <w:bookmarkStart w:id="1951" w:name="_Toc98676176"/>
      <w:r w:rsidRPr="00EF2F0E">
        <w:t>6.7.1</w:t>
      </w:r>
      <w:r w:rsidRPr="00EF2F0E">
        <w:tab/>
        <w:t>General</w:t>
      </w:r>
      <w:bookmarkEnd w:id="1940"/>
      <w:bookmarkEnd w:id="1941"/>
      <w:bookmarkEnd w:id="1942"/>
      <w:bookmarkEnd w:id="1943"/>
      <w:bookmarkEnd w:id="1944"/>
      <w:bookmarkEnd w:id="1945"/>
      <w:bookmarkEnd w:id="1946"/>
      <w:bookmarkEnd w:id="1947"/>
      <w:bookmarkEnd w:id="1948"/>
      <w:bookmarkEnd w:id="1949"/>
      <w:bookmarkEnd w:id="1950"/>
      <w:bookmarkEnd w:id="1951"/>
    </w:p>
    <w:p w14:paraId="0984DB44" w14:textId="77777777" w:rsidR="003E32EB" w:rsidRPr="00EF2F0E" w:rsidRDefault="003E32EB" w:rsidP="00A40339">
      <w:r w:rsidRPr="00EF2F0E">
        <w:t xml:space="preserve">The transmitter intermodulation requirement is a measure of the capability of the transmitter unit to inhibit the generation of signals in its non-linear elements caused by presence of the wanted signal and an interfering signal reaching the transmitter unit via the RDN and antenna array. The requirement applies during the </w:t>
      </w:r>
      <w:r w:rsidRPr="00EF2F0E">
        <w:rPr>
          <w:i/>
        </w:rPr>
        <w:t>transmitter ON period</w:t>
      </w:r>
      <w:r w:rsidRPr="00EF2F0E">
        <w:t xml:space="preserve"> and the </w:t>
      </w:r>
      <w:r w:rsidRPr="00EF2F0E">
        <w:rPr>
          <w:i/>
        </w:rPr>
        <w:t>transmitter transient period</w:t>
      </w:r>
      <w:r w:rsidRPr="00EF2F0E">
        <w:t>.</w:t>
      </w:r>
    </w:p>
    <w:p w14:paraId="0984DB45" w14:textId="77777777" w:rsidR="003E32EB" w:rsidRPr="00EF2F0E" w:rsidRDefault="003E32EB" w:rsidP="00A40339">
      <w:r w:rsidRPr="00EF2F0E">
        <w:t xml:space="preserve">The requirement applies at each </w:t>
      </w:r>
      <w:r w:rsidRPr="00EF2F0E">
        <w:rPr>
          <w:i/>
        </w:rPr>
        <w:t>TAB connector</w:t>
      </w:r>
      <w:r w:rsidRPr="00EF2F0E">
        <w:rPr>
          <w:rFonts w:cs="v5.0.0"/>
        </w:rPr>
        <w:t xml:space="preserve"> supporting transmission in the operating band</w:t>
      </w:r>
      <w:r w:rsidRPr="00EF2F0E">
        <w:t>.</w:t>
      </w:r>
    </w:p>
    <w:p w14:paraId="0984DB46" w14:textId="77777777" w:rsidR="003E32EB" w:rsidRPr="00EF2F0E" w:rsidRDefault="003E32EB" w:rsidP="00A40339">
      <w:r w:rsidRPr="00EF2F0E">
        <w:t xml:space="preserve">The transmitter intermodulation level is the power of the intermodulation products when an interfering signal is injected into the </w:t>
      </w:r>
      <w:r w:rsidRPr="00EF2F0E">
        <w:rPr>
          <w:i/>
        </w:rPr>
        <w:t>TAB connector</w:t>
      </w:r>
      <w:r w:rsidRPr="00EF2F0E">
        <w:t>.</w:t>
      </w:r>
    </w:p>
    <w:p w14:paraId="0984DB47" w14:textId="77777777" w:rsidR="003E32EB" w:rsidRPr="00EF2F0E" w:rsidRDefault="003E32EB" w:rsidP="00A40339">
      <w:r w:rsidRPr="00EF2F0E">
        <w:t>For AAS BS there are two types of transmitter intermodulation cases captured by the transmitter intermodulation requirement:</w:t>
      </w:r>
    </w:p>
    <w:p w14:paraId="0984DB48" w14:textId="77777777" w:rsidR="003E32EB" w:rsidRPr="00EF2F0E" w:rsidRDefault="003E32EB" w:rsidP="00A40339">
      <w:pPr>
        <w:pStyle w:val="B10"/>
      </w:pPr>
      <w:r w:rsidRPr="00EF2F0E">
        <w:t>1)</w:t>
      </w:r>
      <w:r w:rsidRPr="00EF2F0E">
        <w:tab/>
        <w:t>Co-location transmitter intermodulation in which the interfering signal is from a co-located base station.</w:t>
      </w:r>
    </w:p>
    <w:p w14:paraId="0984DB49" w14:textId="77777777" w:rsidR="003E32EB" w:rsidRPr="00EF2F0E" w:rsidRDefault="003E32EB" w:rsidP="00A40339">
      <w:pPr>
        <w:pStyle w:val="B10"/>
      </w:pPr>
      <w:r w:rsidRPr="00EF2F0E">
        <w:t>2)</w:t>
      </w:r>
      <w:r w:rsidRPr="00EF2F0E">
        <w:tab/>
        <w:t>Intra-system transmitter intermodulation in which the interfering signal is from other transmitter units within the AAS BS.</w:t>
      </w:r>
    </w:p>
    <w:p w14:paraId="0984DB4A" w14:textId="77777777" w:rsidR="003E32EB" w:rsidRPr="00EF2F0E" w:rsidRDefault="003E32EB" w:rsidP="00A40339">
      <w:pPr>
        <w:tabs>
          <w:tab w:val="left" w:pos="-993"/>
        </w:tabs>
      </w:pPr>
      <w:r w:rsidRPr="00EF2F0E">
        <w:t>For AAS BS, the co-location transmitter intermodulation requirement is considered sufficient if the interfering signal for the co-location requirement is higher than the declared interfering signal for intra-system transmitter intermodulation requirement.</w:t>
      </w:r>
    </w:p>
    <w:p w14:paraId="0984DB4B" w14:textId="77777777" w:rsidR="003E32EB" w:rsidRPr="00EF2F0E" w:rsidRDefault="003E32EB" w:rsidP="00A40339">
      <w:pPr>
        <w:pStyle w:val="Heading3"/>
        <w:rPr>
          <w:lang w:eastAsia="zh-CN"/>
        </w:rPr>
      </w:pPr>
      <w:bookmarkStart w:id="1952" w:name="_Toc21095900"/>
      <w:bookmarkStart w:id="1953" w:name="_Toc29763099"/>
      <w:bookmarkStart w:id="1954" w:name="_Toc45869384"/>
      <w:bookmarkStart w:id="1955" w:name="_Toc52554632"/>
      <w:bookmarkStart w:id="1956" w:name="_Toc52555102"/>
      <w:bookmarkStart w:id="1957" w:name="_Toc61112327"/>
      <w:bookmarkStart w:id="1958" w:name="_Toc67911479"/>
      <w:bookmarkStart w:id="1959" w:name="_Toc74842954"/>
      <w:bookmarkStart w:id="1960" w:name="_Toc76503337"/>
      <w:bookmarkStart w:id="1961" w:name="_Toc83040780"/>
      <w:bookmarkStart w:id="1962" w:name="_Toc89851823"/>
      <w:bookmarkStart w:id="1963" w:name="_Toc98676177"/>
      <w:r w:rsidRPr="00EF2F0E">
        <w:rPr>
          <w:lang w:eastAsia="zh-CN"/>
        </w:rPr>
        <w:t>6.7.2</w:t>
      </w:r>
      <w:r w:rsidRPr="00EF2F0E">
        <w:rPr>
          <w:lang w:eastAsia="zh-CN"/>
        </w:rPr>
        <w:tab/>
        <w:t>Minimum requirement for MSR operation</w:t>
      </w:r>
      <w:bookmarkEnd w:id="1952"/>
      <w:bookmarkEnd w:id="1953"/>
      <w:bookmarkEnd w:id="1954"/>
      <w:bookmarkEnd w:id="1955"/>
      <w:bookmarkEnd w:id="1956"/>
      <w:bookmarkEnd w:id="1957"/>
      <w:bookmarkEnd w:id="1958"/>
      <w:bookmarkEnd w:id="1959"/>
      <w:bookmarkEnd w:id="1960"/>
      <w:bookmarkEnd w:id="1961"/>
      <w:bookmarkEnd w:id="1962"/>
      <w:bookmarkEnd w:id="1963"/>
    </w:p>
    <w:p w14:paraId="0984DB4C" w14:textId="77777777" w:rsidR="003E32EB" w:rsidRPr="00EF2F0E" w:rsidRDefault="003E32EB" w:rsidP="00A40339">
      <w:pPr>
        <w:pStyle w:val="Heading4"/>
      </w:pPr>
      <w:bookmarkStart w:id="1964" w:name="_Toc21095901"/>
      <w:bookmarkStart w:id="1965" w:name="_Toc29763100"/>
      <w:bookmarkStart w:id="1966" w:name="_Toc45869385"/>
      <w:bookmarkStart w:id="1967" w:name="_Toc52554633"/>
      <w:bookmarkStart w:id="1968" w:name="_Toc52555103"/>
      <w:bookmarkStart w:id="1969" w:name="_Toc61112328"/>
      <w:bookmarkStart w:id="1970" w:name="_Toc67911480"/>
      <w:bookmarkStart w:id="1971" w:name="_Toc74842955"/>
      <w:bookmarkStart w:id="1972" w:name="_Toc76503338"/>
      <w:bookmarkStart w:id="1973" w:name="_Toc83040781"/>
      <w:bookmarkStart w:id="1974" w:name="_Toc89851824"/>
      <w:bookmarkStart w:id="1975" w:name="_Toc98676178"/>
      <w:r w:rsidRPr="00EF2F0E">
        <w:t>6.7.2.1</w:t>
      </w:r>
      <w:r w:rsidRPr="00EF2F0E">
        <w:tab/>
        <w:t>General co-location minimum requirement</w:t>
      </w:r>
      <w:bookmarkEnd w:id="1964"/>
      <w:bookmarkEnd w:id="1965"/>
      <w:bookmarkEnd w:id="1966"/>
      <w:bookmarkEnd w:id="1967"/>
      <w:bookmarkEnd w:id="1968"/>
      <w:bookmarkEnd w:id="1969"/>
      <w:bookmarkEnd w:id="1970"/>
      <w:bookmarkEnd w:id="1971"/>
      <w:bookmarkEnd w:id="1972"/>
      <w:bookmarkEnd w:id="1973"/>
      <w:bookmarkEnd w:id="1974"/>
      <w:bookmarkEnd w:id="1975"/>
    </w:p>
    <w:p w14:paraId="0984DB4D" w14:textId="77777777" w:rsidR="003E32EB" w:rsidRPr="00EF2F0E" w:rsidRDefault="003E32EB" w:rsidP="00A40339">
      <w:r w:rsidRPr="00EF2F0E">
        <w:t>The transmitter intermodulation level shall not exceed the unwanted emission limits specified for transmitter spurious emission in subclause 6.6.6, operating band unwanted emission in subclause 6.6.5 and ACLR in subclause 6.6.3 in the presence of a wanted signal and an interfering signal according to table 6.7.2.1</w:t>
      </w:r>
      <w:r w:rsidRPr="00EF2F0E">
        <w:noBreakHyphen/>
        <w:t>1 for AAS BS operation in BC1, BC2 and BC3.</w:t>
      </w:r>
    </w:p>
    <w:p w14:paraId="0984DB4E" w14:textId="77777777" w:rsidR="003E32EB" w:rsidRPr="00EF2F0E" w:rsidRDefault="003E32EB" w:rsidP="00A40339">
      <w:r w:rsidRPr="00EF2F0E">
        <w:t xml:space="preserve">The requirement is applicable outside the </w:t>
      </w:r>
      <w:r w:rsidRPr="00EF2F0E">
        <w:rPr>
          <w:i/>
        </w:rPr>
        <w:t>Base Station RF Bandwidth edges</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or </w:t>
      </w:r>
      <w:r w:rsidRPr="00EF2F0E">
        <w:rPr>
          <w:i/>
        </w:rPr>
        <w:t>Radio Bandwidth</w:t>
      </w:r>
      <w:r w:rsidRPr="00EF2F0E">
        <w:t xml:space="preserve"> edges.</w:t>
      </w:r>
    </w:p>
    <w:p w14:paraId="0984DB4F" w14:textId="77777777" w:rsidR="003E32EB" w:rsidRPr="00EF2F0E" w:rsidRDefault="003E32EB" w:rsidP="00A40339">
      <w:r w:rsidRPr="00EF2F0E">
        <w:t xml:space="preserve">For </w:t>
      </w:r>
      <w:r w:rsidRPr="00EF2F0E">
        <w:rPr>
          <w:i/>
        </w:rPr>
        <w:t>TAB connectors</w:t>
      </w:r>
      <w:r w:rsidRPr="00EF2F0E">
        <w:t xml:space="preserve"> supporting operation in </w:t>
      </w:r>
      <w:r w:rsidRPr="00EF2F0E">
        <w:rPr>
          <w:i/>
        </w:rPr>
        <w:t>non-contiguous spectrum</w:t>
      </w:r>
      <w:r w:rsidRPr="00EF2F0E">
        <w:t xml:space="preserve">, the requirement is also applicable inside a </w:t>
      </w:r>
      <w:r w:rsidRPr="00EF2F0E">
        <w:rPr>
          <w:i/>
        </w:rPr>
        <w:t>sub-block gap</w:t>
      </w:r>
      <w:r w:rsidRPr="00EF2F0E">
        <w:t xml:space="preserve"> for interfering signal offsets where the interfering signal falls completely within the </w:t>
      </w:r>
      <w:r w:rsidRPr="00EF2F0E">
        <w:rPr>
          <w:i/>
        </w:rPr>
        <w:t>sub-block gap</w:t>
      </w:r>
      <w:r w:rsidRPr="00EF2F0E">
        <w:t xml:space="preserve">. The interfering signal offset is defined relative to the </w:t>
      </w:r>
      <w:r w:rsidRPr="00EF2F0E">
        <w:rPr>
          <w:i/>
        </w:rPr>
        <w:t>sub-block</w:t>
      </w:r>
      <w:r w:rsidRPr="00EF2F0E">
        <w:t xml:space="preserve"> edges.</w:t>
      </w:r>
    </w:p>
    <w:p w14:paraId="0984DB50" w14:textId="77777777" w:rsidR="003E32EB" w:rsidRPr="00EF2F0E" w:rsidRDefault="003E32EB" w:rsidP="00A40339">
      <w:r w:rsidRPr="00EF2F0E">
        <w:t xml:space="preserve">For </w:t>
      </w:r>
      <w:r w:rsidRPr="00EF2F0E">
        <w:rPr>
          <w:i/>
        </w:rPr>
        <w:t>TAB connectors</w:t>
      </w:r>
      <w:r w:rsidRPr="00EF2F0E">
        <w:t xml:space="preserve"> supporting operation in multiple operating bands, the requirement applies relative to the </w:t>
      </w:r>
      <w:r w:rsidRPr="00EF2F0E">
        <w:rPr>
          <w:i/>
        </w:rPr>
        <w:t>Base Station RF Bandwidth</w:t>
      </w:r>
      <w:r w:rsidRPr="00EF2F0E">
        <w:t xml:space="preserve"> </w:t>
      </w:r>
      <w:r w:rsidRPr="00EF2F0E">
        <w:rPr>
          <w:i/>
        </w:rPr>
        <w:t>edges</w:t>
      </w:r>
      <w:r w:rsidRPr="00EF2F0E">
        <w:t xml:space="preserve"> of each operating band. In case the inter </w:t>
      </w:r>
      <w:r w:rsidRPr="00EF2F0E">
        <w:rPr>
          <w:i/>
        </w:rPr>
        <w:t>Base Station RF Bandwidth</w:t>
      </w:r>
      <w:r w:rsidRPr="00EF2F0E">
        <w:t xml:space="preserve"> gap is less than 15 MHz, the requirement in the gap applies only for interfering signal offsets where the interfering signal falls completely within the inter </w:t>
      </w:r>
      <w:r w:rsidRPr="00EF2F0E">
        <w:rPr>
          <w:i/>
        </w:rPr>
        <w:t>Base Station RF Bandwidth</w:t>
      </w:r>
      <w:r w:rsidRPr="00EF2F0E">
        <w:t xml:space="preserve"> gap.</w:t>
      </w:r>
    </w:p>
    <w:p w14:paraId="0984DB51" w14:textId="77777777" w:rsidR="003E32EB" w:rsidRPr="00EF2F0E" w:rsidRDefault="003E32EB" w:rsidP="00A40339">
      <w:pPr>
        <w:pStyle w:val="TH"/>
      </w:pPr>
      <w:r w:rsidRPr="00EF2F0E">
        <w:t>Table 6.7.2.1-1: Interfering signal for</w:t>
      </w:r>
      <w:r w:rsidRPr="00EF2F0E">
        <w:br/>
        <w:t>the co-location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29"/>
        <w:gridCol w:w="3402"/>
      </w:tblGrid>
      <w:tr w:rsidR="003401A4" w:rsidRPr="00EF2F0E" w14:paraId="0984DB54" w14:textId="77777777" w:rsidTr="00A40339">
        <w:trPr>
          <w:tblHeader/>
          <w:jc w:val="center"/>
        </w:trPr>
        <w:tc>
          <w:tcPr>
            <w:tcW w:w="4629" w:type="dxa"/>
            <w:shd w:val="clear" w:color="auto" w:fill="auto"/>
          </w:tcPr>
          <w:p w14:paraId="0984DB52" w14:textId="77777777" w:rsidR="003E32EB" w:rsidRPr="00EF2F0E" w:rsidRDefault="003E32EB" w:rsidP="00A40339">
            <w:pPr>
              <w:pStyle w:val="TAH"/>
            </w:pPr>
            <w:r w:rsidRPr="00EF2F0E">
              <w:t>Parameter</w:t>
            </w:r>
          </w:p>
        </w:tc>
        <w:tc>
          <w:tcPr>
            <w:tcW w:w="3402" w:type="dxa"/>
            <w:shd w:val="clear" w:color="auto" w:fill="auto"/>
          </w:tcPr>
          <w:p w14:paraId="0984DB53" w14:textId="77777777" w:rsidR="003E32EB" w:rsidRPr="00EF2F0E" w:rsidRDefault="003E32EB" w:rsidP="00A40339">
            <w:pPr>
              <w:pStyle w:val="TAH"/>
            </w:pPr>
            <w:r w:rsidRPr="00EF2F0E">
              <w:t>Value</w:t>
            </w:r>
          </w:p>
        </w:tc>
      </w:tr>
      <w:tr w:rsidR="003401A4" w:rsidRPr="00EF2F0E" w14:paraId="0984DB57" w14:textId="77777777" w:rsidTr="00A40339">
        <w:trPr>
          <w:jc w:val="center"/>
        </w:trPr>
        <w:tc>
          <w:tcPr>
            <w:tcW w:w="4629" w:type="dxa"/>
            <w:shd w:val="clear" w:color="auto" w:fill="auto"/>
          </w:tcPr>
          <w:p w14:paraId="0984DB55" w14:textId="77777777" w:rsidR="003E32EB" w:rsidRPr="00EF2F0E" w:rsidRDefault="003E32EB" w:rsidP="00A40339">
            <w:pPr>
              <w:pStyle w:val="TAL"/>
              <w:rPr>
                <w:rFonts w:cs="Arial"/>
                <w:szCs w:val="18"/>
              </w:rPr>
            </w:pPr>
            <w:r w:rsidRPr="00EF2F0E">
              <w:rPr>
                <w:rFonts w:cs="Arial"/>
                <w:szCs w:val="18"/>
              </w:rPr>
              <w:t>Wanted signal type</w:t>
            </w:r>
          </w:p>
        </w:tc>
        <w:tc>
          <w:tcPr>
            <w:tcW w:w="3402" w:type="dxa"/>
            <w:shd w:val="clear" w:color="auto" w:fill="auto"/>
          </w:tcPr>
          <w:p w14:paraId="0984DB56" w14:textId="77777777" w:rsidR="003E32EB" w:rsidRPr="00EF2F0E" w:rsidRDefault="003E32EB" w:rsidP="00A40339">
            <w:pPr>
              <w:pStyle w:val="TAL"/>
              <w:rPr>
                <w:rFonts w:cs="Arial"/>
                <w:szCs w:val="18"/>
              </w:rPr>
            </w:pPr>
            <w:r w:rsidRPr="00EF2F0E">
              <w:rPr>
                <w:rFonts w:cs="Arial"/>
                <w:szCs w:val="18"/>
              </w:rPr>
              <w:t>E-UTRA or NR signal</w:t>
            </w:r>
          </w:p>
        </w:tc>
      </w:tr>
      <w:tr w:rsidR="003401A4" w:rsidRPr="00EF2F0E" w14:paraId="0984DB5A" w14:textId="77777777" w:rsidTr="00A40339">
        <w:trPr>
          <w:jc w:val="center"/>
        </w:trPr>
        <w:tc>
          <w:tcPr>
            <w:tcW w:w="4629" w:type="dxa"/>
            <w:shd w:val="clear" w:color="auto" w:fill="auto"/>
          </w:tcPr>
          <w:p w14:paraId="0984DB58" w14:textId="77777777" w:rsidR="003E32EB" w:rsidRPr="00EF2F0E" w:rsidRDefault="003E32EB" w:rsidP="00A40339">
            <w:pPr>
              <w:pStyle w:val="TAL"/>
              <w:rPr>
                <w:rFonts w:cs="Arial"/>
                <w:szCs w:val="18"/>
              </w:rPr>
            </w:pPr>
            <w:r w:rsidRPr="00EF2F0E">
              <w:rPr>
                <w:rFonts w:cs="Arial"/>
                <w:szCs w:val="18"/>
              </w:rPr>
              <w:t>Interfering signal type</w:t>
            </w:r>
          </w:p>
        </w:tc>
        <w:tc>
          <w:tcPr>
            <w:tcW w:w="3402" w:type="dxa"/>
            <w:shd w:val="clear" w:color="auto" w:fill="auto"/>
          </w:tcPr>
          <w:p w14:paraId="0984DB59" w14:textId="77777777" w:rsidR="003E32EB" w:rsidRPr="00EF2F0E" w:rsidRDefault="003E32EB" w:rsidP="00A40339">
            <w:pPr>
              <w:pStyle w:val="TAL"/>
              <w:rPr>
                <w:rFonts w:cs="Arial"/>
                <w:szCs w:val="18"/>
              </w:rPr>
            </w:pPr>
            <w:r w:rsidRPr="00EF2F0E">
              <w:rPr>
                <w:rFonts w:cs="Arial"/>
                <w:szCs w:val="18"/>
              </w:rPr>
              <w:t xml:space="preserve">E-UTRA signal of </w:t>
            </w:r>
            <w:r w:rsidRPr="00EF2F0E">
              <w:rPr>
                <w:rFonts w:cs="Arial"/>
                <w:i/>
                <w:szCs w:val="18"/>
              </w:rPr>
              <w:t>channel bandwidth</w:t>
            </w:r>
            <w:r w:rsidRPr="00EF2F0E">
              <w:rPr>
                <w:rFonts w:cs="Arial"/>
                <w:szCs w:val="18"/>
              </w:rPr>
              <w:t xml:space="preserve"> 5 MHz</w:t>
            </w:r>
          </w:p>
        </w:tc>
      </w:tr>
      <w:tr w:rsidR="003401A4" w:rsidRPr="00EF2F0E" w14:paraId="0984DB5D" w14:textId="77777777" w:rsidTr="00A40339">
        <w:trPr>
          <w:jc w:val="center"/>
        </w:trPr>
        <w:tc>
          <w:tcPr>
            <w:tcW w:w="4629" w:type="dxa"/>
            <w:shd w:val="clear" w:color="auto" w:fill="auto"/>
          </w:tcPr>
          <w:p w14:paraId="0984DB5B" w14:textId="77777777" w:rsidR="003E32EB" w:rsidRPr="00EF2F0E" w:rsidRDefault="003E32EB" w:rsidP="00A40339">
            <w:pPr>
              <w:pStyle w:val="TAL"/>
              <w:rPr>
                <w:rFonts w:cs="Arial"/>
                <w:szCs w:val="18"/>
              </w:rPr>
            </w:pPr>
            <w:r w:rsidRPr="00EF2F0E">
              <w:rPr>
                <w:rFonts w:cs="Arial"/>
                <w:szCs w:val="18"/>
              </w:rPr>
              <w:t>Interfering signal level</w:t>
            </w:r>
          </w:p>
        </w:tc>
        <w:tc>
          <w:tcPr>
            <w:tcW w:w="3402" w:type="dxa"/>
            <w:shd w:val="clear" w:color="auto" w:fill="auto"/>
          </w:tcPr>
          <w:p w14:paraId="0984DB5C" w14:textId="77777777" w:rsidR="003E32EB" w:rsidRPr="00EF2F0E" w:rsidRDefault="003E32EB" w:rsidP="00A40339">
            <w:pPr>
              <w:pStyle w:val="TAL"/>
              <w:rPr>
                <w:rFonts w:cs="Arial"/>
                <w:szCs w:val="18"/>
              </w:rPr>
            </w:pPr>
            <w:r w:rsidRPr="00EF2F0E">
              <w:rPr>
                <w:rFonts w:cs="Arial"/>
                <w:i/>
              </w:rPr>
              <w:t xml:space="preserve">Rated total output power per TAB connector </w:t>
            </w:r>
            <w:r w:rsidRPr="00EF2F0E">
              <w:rPr>
                <w:rFonts w:cs="Arial"/>
              </w:rPr>
              <w:t>in the operating band (P</w:t>
            </w:r>
            <w:r w:rsidRPr="00EF2F0E">
              <w:rPr>
                <w:rFonts w:cs="Arial"/>
                <w:vertAlign w:val="subscript"/>
              </w:rPr>
              <w:t>Rated,t,TABC</w:t>
            </w:r>
            <w:r w:rsidRPr="00EF2F0E">
              <w:rPr>
                <w:rFonts w:cs="Arial"/>
              </w:rPr>
              <w:t>)</w:t>
            </w:r>
            <w:r w:rsidRPr="00EF2F0E">
              <w:rPr>
                <w:rFonts w:cs="Arial"/>
                <w:i/>
              </w:rPr>
              <w:t xml:space="preserve"> </w:t>
            </w:r>
            <w:r w:rsidRPr="00EF2F0E">
              <w:rPr>
                <w:rFonts w:cs="Arial"/>
              </w:rPr>
              <w:t>– 30dB</w:t>
            </w:r>
          </w:p>
        </w:tc>
      </w:tr>
      <w:tr w:rsidR="003401A4" w:rsidRPr="00EF2F0E" w14:paraId="0984DB62" w14:textId="77777777" w:rsidTr="00A40339">
        <w:trPr>
          <w:jc w:val="center"/>
        </w:trPr>
        <w:tc>
          <w:tcPr>
            <w:tcW w:w="4629" w:type="dxa"/>
            <w:shd w:val="clear" w:color="auto" w:fill="auto"/>
          </w:tcPr>
          <w:p w14:paraId="0984DB5E" w14:textId="77777777" w:rsidR="003E32EB" w:rsidRPr="00EF2F0E" w:rsidRDefault="003E32EB" w:rsidP="00A40339">
            <w:pPr>
              <w:pStyle w:val="TAL"/>
              <w:rPr>
                <w:rFonts w:cs="Arial"/>
                <w:szCs w:val="18"/>
              </w:rPr>
            </w:pPr>
            <w:r w:rsidRPr="00EF2F0E">
              <w:rPr>
                <w:rFonts w:cs="Arial"/>
                <w:szCs w:val="18"/>
              </w:rPr>
              <w:t xml:space="preserve">Interfering signal centre frequency offset from </w:t>
            </w:r>
            <w:r w:rsidRPr="00EF2F0E">
              <w:rPr>
                <w:rFonts w:cs="Arial"/>
                <w:i/>
                <w:szCs w:val="18"/>
              </w:rPr>
              <w:t>Base Station RF Bandwidth</w:t>
            </w:r>
            <w:r w:rsidRPr="00EF2F0E">
              <w:rPr>
                <w:rFonts w:cs="Arial"/>
                <w:szCs w:val="18"/>
              </w:rPr>
              <w:t xml:space="preserve"> edge or edge of </w:t>
            </w:r>
            <w:r w:rsidRPr="00EF2F0E">
              <w:rPr>
                <w:rFonts w:cs="Arial"/>
                <w:i/>
                <w:szCs w:val="18"/>
              </w:rPr>
              <w:t>sub-block</w:t>
            </w:r>
            <w:r w:rsidRPr="00EF2F0E">
              <w:rPr>
                <w:rFonts w:cs="Arial"/>
                <w:szCs w:val="18"/>
              </w:rPr>
              <w:t xml:space="preserve"> inside a gap</w:t>
            </w:r>
          </w:p>
        </w:tc>
        <w:tc>
          <w:tcPr>
            <w:tcW w:w="3402" w:type="dxa"/>
            <w:shd w:val="clear" w:color="auto" w:fill="auto"/>
          </w:tcPr>
          <w:p w14:paraId="0984DB5F" w14:textId="77777777" w:rsidR="003E32EB" w:rsidRPr="00EF2F0E" w:rsidRDefault="003E32EB" w:rsidP="00A40339">
            <w:pPr>
              <w:pStyle w:val="TAL"/>
              <w:rPr>
                <w:rFonts w:cs="Arial"/>
                <w:szCs w:val="18"/>
              </w:rPr>
            </w:pPr>
            <w:r w:rsidRPr="00EF2F0E">
              <w:rPr>
                <w:rFonts w:cs="Arial"/>
                <w:szCs w:val="18"/>
              </w:rPr>
              <w:t>±2.5 MHz</w:t>
            </w:r>
          </w:p>
          <w:p w14:paraId="0984DB60" w14:textId="77777777" w:rsidR="003E32EB" w:rsidRPr="00EF2F0E" w:rsidRDefault="003E32EB" w:rsidP="00A40339">
            <w:pPr>
              <w:pStyle w:val="TAL"/>
              <w:rPr>
                <w:rFonts w:cs="Arial"/>
                <w:szCs w:val="18"/>
              </w:rPr>
            </w:pPr>
            <w:r w:rsidRPr="00EF2F0E">
              <w:rPr>
                <w:rFonts w:cs="Arial"/>
                <w:szCs w:val="18"/>
              </w:rPr>
              <w:t>±7.5 MHz</w:t>
            </w:r>
          </w:p>
          <w:p w14:paraId="0984DB61" w14:textId="77777777" w:rsidR="003E32EB" w:rsidRPr="00EF2F0E" w:rsidRDefault="003E32EB" w:rsidP="00A40339">
            <w:pPr>
              <w:pStyle w:val="TAL"/>
              <w:rPr>
                <w:rFonts w:cs="Arial"/>
                <w:szCs w:val="18"/>
              </w:rPr>
            </w:pPr>
            <w:r w:rsidRPr="00EF2F0E">
              <w:rPr>
                <w:rFonts w:cs="Arial"/>
                <w:szCs w:val="18"/>
              </w:rPr>
              <w:t>±12.5 MHz</w:t>
            </w:r>
          </w:p>
        </w:tc>
      </w:tr>
      <w:tr w:rsidR="003E32EB" w:rsidRPr="00EF2F0E" w14:paraId="0984DB65" w14:textId="77777777" w:rsidTr="00A40339">
        <w:trPr>
          <w:jc w:val="center"/>
        </w:trPr>
        <w:tc>
          <w:tcPr>
            <w:tcW w:w="8031" w:type="dxa"/>
            <w:gridSpan w:val="2"/>
            <w:shd w:val="clear" w:color="auto" w:fill="auto"/>
          </w:tcPr>
          <w:p w14:paraId="0984DB63" w14:textId="77777777" w:rsidR="003E32EB" w:rsidRPr="00EF2F0E" w:rsidRDefault="003E32EB" w:rsidP="00A40339">
            <w:pPr>
              <w:pStyle w:val="TAN"/>
            </w:pPr>
            <w:r w:rsidRPr="00EF2F0E">
              <w:t>NOTE</w:t>
            </w:r>
            <w:r w:rsidRPr="00EF2F0E">
              <w:rPr>
                <w:lang w:eastAsia="ja-JP"/>
              </w:rPr>
              <w:t xml:space="preserve"> </w:t>
            </w:r>
            <w:r w:rsidRPr="00EF2F0E">
              <w:t>1:</w:t>
            </w:r>
            <w:r w:rsidRPr="00EF2F0E">
              <w:tab/>
              <w:t xml:space="preserve">Interfering signal positions that are partially or completely outside of any </w:t>
            </w:r>
            <w:r w:rsidRPr="00EF2F0E">
              <w:rPr>
                <w:i/>
              </w:rPr>
              <w:t>downlink operating band</w:t>
            </w:r>
            <w:r w:rsidRPr="00EF2F0E">
              <w:t xml:space="preserve"> of the </w:t>
            </w:r>
            <w:r w:rsidRPr="00EF2F0E">
              <w:rPr>
                <w:i/>
              </w:rPr>
              <w:t>TAB connector</w:t>
            </w:r>
            <w:r w:rsidRPr="00EF2F0E">
              <w:t xml:space="preserve"> are excluded from the requirement, unless the interfering signal positions fall within the frequency range of adjacent </w:t>
            </w:r>
            <w:r w:rsidRPr="00EF2F0E">
              <w:rPr>
                <w:i/>
              </w:rPr>
              <w:t>downlink operating band</w:t>
            </w:r>
            <w:r w:rsidRPr="00EF2F0E">
              <w:t xml:space="preserve">s in the same geographical area. In case that none of the interfering signal positions fall completely within the frequency range of the </w:t>
            </w:r>
            <w:r w:rsidRPr="00EF2F0E">
              <w:rPr>
                <w:i/>
              </w:rPr>
              <w:t>downlink operating band</w:t>
            </w:r>
            <w:r w:rsidRPr="00EF2F0E">
              <w:t>, 3GPP TS 37.141 [19] provides further guidance regarding appropriate test requirements.</w:t>
            </w:r>
          </w:p>
          <w:p w14:paraId="0984DB64" w14:textId="77777777" w:rsidR="003E32EB" w:rsidRPr="00EF2F0E" w:rsidRDefault="003E32EB" w:rsidP="00A40339">
            <w:pPr>
              <w:pStyle w:val="TAN"/>
            </w:pPr>
            <w:r w:rsidRPr="00EF2F0E">
              <w:t>NOTE</w:t>
            </w:r>
            <w:r w:rsidRPr="00EF2F0E">
              <w:rPr>
                <w:lang w:eastAsia="ja-JP"/>
              </w:rPr>
              <w:t xml:space="preserve"> </w:t>
            </w:r>
            <w:r w:rsidRPr="00EF2F0E">
              <w:t>2:</w:t>
            </w:r>
            <w:r w:rsidRPr="00EF2F0E">
              <w:tab/>
              <w:t>In certain regions, NOTE 1 is not applied in Band 1, 3, 8, 9, 11, 18, 19, 21, 28, 32 operating within 1 475.9 MHz to 1 495.9 MHz, 34.</w:t>
            </w:r>
          </w:p>
        </w:tc>
      </w:tr>
    </w:tbl>
    <w:p w14:paraId="0984DB66" w14:textId="77777777" w:rsidR="003E32EB" w:rsidRPr="00EF2F0E" w:rsidRDefault="003E32EB" w:rsidP="00A40339"/>
    <w:p w14:paraId="0984DB67" w14:textId="77777777" w:rsidR="003E32EB" w:rsidRPr="00EF2F0E" w:rsidRDefault="003E32EB" w:rsidP="00A40339">
      <w:pPr>
        <w:pStyle w:val="Heading4"/>
      </w:pPr>
      <w:bookmarkStart w:id="1976" w:name="_Toc21095902"/>
      <w:bookmarkStart w:id="1977" w:name="_Toc29763101"/>
      <w:bookmarkStart w:id="1978" w:name="_Toc45869386"/>
      <w:bookmarkStart w:id="1979" w:name="_Toc52554634"/>
      <w:bookmarkStart w:id="1980" w:name="_Toc52555104"/>
      <w:bookmarkStart w:id="1981" w:name="_Toc61112329"/>
      <w:bookmarkStart w:id="1982" w:name="_Toc67911481"/>
      <w:bookmarkStart w:id="1983" w:name="_Toc74842956"/>
      <w:bookmarkStart w:id="1984" w:name="_Toc76503339"/>
      <w:bookmarkStart w:id="1985" w:name="_Toc83040782"/>
      <w:bookmarkStart w:id="1986" w:name="_Toc89851825"/>
      <w:bookmarkStart w:id="1987" w:name="_Toc98676179"/>
      <w:r w:rsidRPr="00EF2F0E">
        <w:t>6.7.2.2</w:t>
      </w:r>
      <w:r w:rsidRPr="00EF2F0E">
        <w:tab/>
        <w:t>Additional co-location minimum requirement (BC1 and BC2)</w:t>
      </w:r>
      <w:bookmarkEnd w:id="1976"/>
      <w:bookmarkEnd w:id="1977"/>
      <w:bookmarkEnd w:id="1978"/>
      <w:bookmarkEnd w:id="1979"/>
      <w:bookmarkEnd w:id="1980"/>
      <w:bookmarkEnd w:id="1981"/>
      <w:bookmarkEnd w:id="1982"/>
      <w:bookmarkEnd w:id="1983"/>
      <w:bookmarkEnd w:id="1984"/>
      <w:bookmarkEnd w:id="1985"/>
      <w:bookmarkEnd w:id="1986"/>
      <w:bookmarkEnd w:id="1987"/>
    </w:p>
    <w:p w14:paraId="0984DB68" w14:textId="77777777" w:rsidR="003E32EB" w:rsidRPr="00EF2F0E" w:rsidRDefault="003E32EB" w:rsidP="00A40339">
      <w:r w:rsidRPr="00EF2F0E">
        <w:t>The transmitter intermodulation level shall not exceed the unwanted emission limits specified for transmitter spurious emission in subclause 6.6.6, operating band unwanted emission in subclause 6.6.5 and ACLR in subclause 6.6.3 in the presence of a wanted signal and an interfering signal according to table 6.7.2.2-1 for BS operation in BC2.</w:t>
      </w:r>
    </w:p>
    <w:p w14:paraId="0984DB69" w14:textId="77777777" w:rsidR="003E32EB" w:rsidRPr="00EF2F0E" w:rsidRDefault="003E32EB" w:rsidP="00A40339">
      <w:r w:rsidRPr="00EF2F0E">
        <w:t xml:space="preserve">The requirement is applicable outside the </w:t>
      </w:r>
      <w:r w:rsidRPr="00EF2F0E">
        <w:rPr>
          <w:i/>
        </w:rPr>
        <w:t>Base Station RF Bandwidth</w:t>
      </w:r>
      <w:r w:rsidRPr="00EF2F0E">
        <w:t xml:space="preserve"> edges for BC2. The interfering signal offset is defined relative to the </w:t>
      </w:r>
      <w:r w:rsidRPr="00EF2F0E">
        <w:rPr>
          <w:i/>
        </w:rPr>
        <w:t>Base Station RF Bandwidth</w:t>
      </w:r>
      <w:r w:rsidRPr="00EF2F0E">
        <w:t xml:space="preserve"> </w:t>
      </w:r>
      <w:r w:rsidRPr="00EF2F0E">
        <w:rPr>
          <w:i/>
        </w:rPr>
        <w:t>edges</w:t>
      </w:r>
      <w:r w:rsidRPr="00EF2F0E">
        <w:t>.</w:t>
      </w:r>
    </w:p>
    <w:p w14:paraId="0984DB6A" w14:textId="77777777" w:rsidR="003E32EB" w:rsidRPr="00EF2F0E" w:rsidRDefault="003E32EB" w:rsidP="00A40339">
      <w:r w:rsidRPr="00EF2F0E">
        <w:t xml:space="preserve">For </w:t>
      </w:r>
      <w:r w:rsidRPr="00EF2F0E">
        <w:rPr>
          <w:i/>
        </w:rPr>
        <w:t>TAB connectors</w:t>
      </w:r>
      <w:r w:rsidRPr="00EF2F0E">
        <w:t xml:space="preserve"> supporting operation in </w:t>
      </w:r>
      <w:r w:rsidRPr="00EF2F0E">
        <w:rPr>
          <w:i/>
        </w:rPr>
        <w:t>non-contiguous spectrum</w:t>
      </w:r>
      <w:r w:rsidRPr="00EF2F0E">
        <w:t xml:space="preserve"> in BC1 or BC2, the requirement is also applicable inside a </w:t>
      </w:r>
      <w:r w:rsidRPr="00EF2F0E">
        <w:rPr>
          <w:i/>
        </w:rPr>
        <w:t>sub-block gap</w:t>
      </w:r>
      <w:r w:rsidRPr="00EF2F0E">
        <w:t xml:space="preserve"> with a gap size larger than or equal to two times the interfering signal centre frequency offset. For </w:t>
      </w:r>
      <w:r w:rsidRPr="00EF2F0E">
        <w:rPr>
          <w:i/>
        </w:rPr>
        <w:t xml:space="preserve">TAB connectors </w:t>
      </w:r>
      <w:r w:rsidRPr="00EF2F0E">
        <w:t xml:space="preserve">supporting operation in </w:t>
      </w:r>
      <w:r w:rsidRPr="00EF2F0E">
        <w:rPr>
          <w:i/>
        </w:rPr>
        <w:t>non-contiguous spectrum</w:t>
      </w:r>
      <w:r w:rsidRPr="00EF2F0E">
        <w:t xml:space="preserve"> in BC1, the requirement is not applicable inside a </w:t>
      </w:r>
      <w:r w:rsidRPr="00EF2F0E">
        <w:rPr>
          <w:i/>
        </w:rPr>
        <w:t>sub-block gap</w:t>
      </w:r>
      <w:r w:rsidRPr="00EF2F0E">
        <w:t xml:space="preserve"> with a gap size equal to or larger than 5 MHz. The interfering signal offset is defined relative to the </w:t>
      </w:r>
      <w:r w:rsidRPr="00EF2F0E">
        <w:rPr>
          <w:i/>
        </w:rPr>
        <w:t>sub-block</w:t>
      </w:r>
      <w:r w:rsidRPr="00EF2F0E">
        <w:t xml:space="preserve"> edges.</w:t>
      </w:r>
    </w:p>
    <w:p w14:paraId="0984DB6B" w14:textId="77777777" w:rsidR="003E32EB" w:rsidRPr="00EF2F0E" w:rsidRDefault="003E32EB" w:rsidP="00A40339">
      <w:r w:rsidRPr="00EF2F0E">
        <w:t xml:space="preserve">For </w:t>
      </w:r>
      <w:r w:rsidRPr="00EF2F0E">
        <w:rPr>
          <w:i/>
        </w:rPr>
        <w:t>TAB connectors</w:t>
      </w:r>
      <w:r w:rsidRPr="00EF2F0E">
        <w:t xml:space="preserve"> supporting operation in multiple operating bands, the requirement applies relative to the </w:t>
      </w:r>
      <w:r w:rsidRPr="00EF2F0E">
        <w:rPr>
          <w:i/>
        </w:rPr>
        <w:t>Base Station RF Bandwidth</w:t>
      </w:r>
      <w:r w:rsidRPr="00EF2F0E">
        <w:t xml:space="preserve"> </w:t>
      </w:r>
      <w:r w:rsidRPr="00EF2F0E">
        <w:rPr>
          <w:i/>
        </w:rPr>
        <w:t>edges</w:t>
      </w:r>
      <w:r w:rsidRPr="00EF2F0E">
        <w:t xml:space="preserve"> of a BC2 operating band. The requirement is also applicable for BC1 and BC2 inside an inter </w:t>
      </w:r>
      <w:r w:rsidRPr="00EF2F0E">
        <w:rPr>
          <w:i/>
        </w:rPr>
        <w:t>Base Station RF Bandwidth</w:t>
      </w:r>
      <w:r w:rsidRPr="00EF2F0E">
        <w:t xml:space="preserve"> gap equal to or larger than two times the interfering signal centre frequency offset. For </w:t>
      </w:r>
      <w:r w:rsidRPr="00EF2F0E">
        <w:rPr>
          <w:i/>
        </w:rPr>
        <w:t>TAB connectors</w:t>
      </w:r>
      <w:r w:rsidRPr="00EF2F0E">
        <w:t xml:space="preserve"> supporting operation in multiple operating bands, the requirement is not applicable for BC1 band inside an inter </w:t>
      </w:r>
      <w:r w:rsidRPr="00EF2F0E">
        <w:rPr>
          <w:i/>
        </w:rPr>
        <w:t>Base Station RF Bandwidth</w:t>
      </w:r>
      <w:r w:rsidRPr="00EF2F0E">
        <w:t xml:space="preserve"> gap with a gap size equal to or larger than 5 MHz.</w:t>
      </w:r>
    </w:p>
    <w:p w14:paraId="0984DB6C" w14:textId="77777777" w:rsidR="003E32EB" w:rsidRPr="00EF2F0E" w:rsidRDefault="003E32EB" w:rsidP="00A40339">
      <w:pPr>
        <w:pStyle w:val="TH"/>
      </w:pPr>
      <w:r w:rsidRPr="00EF2F0E">
        <w:t>Table 6.7.2.2-1: Interfering signal for</w:t>
      </w:r>
      <w:r w:rsidRPr="00EF2F0E">
        <w:br/>
        <w:t>the co-location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61"/>
        <w:gridCol w:w="3402"/>
      </w:tblGrid>
      <w:tr w:rsidR="003401A4" w:rsidRPr="00EF2F0E" w14:paraId="0984DB6F" w14:textId="77777777" w:rsidTr="00A40339">
        <w:trPr>
          <w:tblHeader/>
          <w:jc w:val="center"/>
        </w:trPr>
        <w:tc>
          <w:tcPr>
            <w:tcW w:w="4661" w:type="dxa"/>
            <w:shd w:val="clear" w:color="auto" w:fill="auto"/>
          </w:tcPr>
          <w:p w14:paraId="0984DB6D" w14:textId="77777777" w:rsidR="003E32EB" w:rsidRPr="00EF2F0E" w:rsidRDefault="003E32EB" w:rsidP="00A40339">
            <w:pPr>
              <w:pStyle w:val="TAH"/>
            </w:pPr>
            <w:r w:rsidRPr="00EF2F0E">
              <w:t>Parameter</w:t>
            </w:r>
          </w:p>
        </w:tc>
        <w:tc>
          <w:tcPr>
            <w:tcW w:w="3402" w:type="dxa"/>
            <w:shd w:val="clear" w:color="auto" w:fill="auto"/>
          </w:tcPr>
          <w:p w14:paraId="0984DB6E" w14:textId="77777777" w:rsidR="003E32EB" w:rsidRPr="00EF2F0E" w:rsidRDefault="003E32EB" w:rsidP="00A40339">
            <w:pPr>
              <w:pStyle w:val="TAH"/>
            </w:pPr>
            <w:r w:rsidRPr="00EF2F0E">
              <w:t>Value</w:t>
            </w:r>
          </w:p>
        </w:tc>
      </w:tr>
      <w:tr w:rsidR="003401A4" w:rsidRPr="00EF2F0E" w14:paraId="0984DB72" w14:textId="77777777" w:rsidTr="00A40339">
        <w:trPr>
          <w:jc w:val="center"/>
        </w:trPr>
        <w:tc>
          <w:tcPr>
            <w:tcW w:w="4661" w:type="dxa"/>
            <w:shd w:val="clear" w:color="auto" w:fill="auto"/>
          </w:tcPr>
          <w:p w14:paraId="0984DB70" w14:textId="77777777" w:rsidR="003E32EB" w:rsidRPr="00EF2F0E" w:rsidRDefault="003E32EB" w:rsidP="00A40339">
            <w:pPr>
              <w:pStyle w:val="TAL"/>
              <w:rPr>
                <w:rFonts w:cs="Arial"/>
                <w:szCs w:val="18"/>
              </w:rPr>
            </w:pPr>
            <w:r w:rsidRPr="00EF2F0E">
              <w:rPr>
                <w:rFonts w:cs="Arial"/>
                <w:szCs w:val="18"/>
              </w:rPr>
              <w:t>Wanted signal type</w:t>
            </w:r>
          </w:p>
        </w:tc>
        <w:tc>
          <w:tcPr>
            <w:tcW w:w="3402" w:type="dxa"/>
            <w:shd w:val="clear" w:color="auto" w:fill="auto"/>
          </w:tcPr>
          <w:p w14:paraId="0984DB71" w14:textId="77777777" w:rsidR="003E32EB" w:rsidRPr="00EF2F0E" w:rsidRDefault="003E32EB" w:rsidP="00A40339">
            <w:pPr>
              <w:pStyle w:val="TAL"/>
              <w:rPr>
                <w:rFonts w:cs="Arial"/>
                <w:szCs w:val="18"/>
              </w:rPr>
            </w:pPr>
            <w:r w:rsidRPr="00EF2F0E">
              <w:rPr>
                <w:rFonts w:cs="Arial"/>
                <w:szCs w:val="18"/>
              </w:rPr>
              <w:t>E-UTRA or NR or UTRA signal</w:t>
            </w:r>
          </w:p>
        </w:tc>
      </w:tr>
      <w:tr w:rsidR="003401A4" w:rsidRPr="00EF2F0E" w14:paraId="0984DB75" w14:textId="77777777" w:rsidTr="00A40339">
        <w:trPr>
          <w:jc w:val="center"/>
        </w:trPr>
        <w:tc>
          <w:tcPr>
            <w:tcW w:w="4661" w:type="dxa"/>
            <w:shd w:val="clear" w:color="auto" w:fill="auto"/>
          </w:tcPr>
          <w:p w14:paraId="0984DB73" w14:textId="77777777" w:rsidR="003E32EB" w:rsidRPr="00EF2F0E" w:rsidRDefault="003E32EB" w:rsidP="00A40339">
            <w:pPr>
              <w:pStyle w:val="TAL"/>
              <w:rPr>
                <w:rFonts w:cs="Arial"/>
                <w:szCs w:val="18"/>
              </w:rPr>
            </w:pPr>
            <w:r w:rsidRPr="00EF2F0E">
              <w:rPr>
                <w:rFonts w:cs="Arial"/>
                <w:szCs w:val="18"/>
              </w:rPr>
              <w:t>Interfering signal type</w:t>
            </w:r>
          </w:p>
        </w:tc>
        <w:tc>
          <w:tcPr>
            <w:tcW w:w="3402" w:type="dxa"/>
            <w:shd w:val="clear" w:color="auto" w:fill="auto"/>
          </w:tcPr>
          <w:p w14:paraId="0984DB74" w14:textId="77777777" w:rsidR="003E32EB" w:rsidRPr="00EF2F0E" w:rsidRDefault="003E32EB" w:rsidP="00A40339">
            <w:pPr>
              <w:pStyle w:val="TAL"/>
              <w:rPr>
                <w:rFonts w:cs="Arial"/>
                <w:szCs w:val="18"/>
              </w:rPr>
            </w:pPr>
            <w:r w:rsidRPr="00EF2F0E">
              <w:rPr>
                <w:rFonts w:cs="Arial"/>
                <w:szCs w:val="18"/>
              </w:rPr>
              <w:t>CW</w:t>
            </w:r>
          </w:p>
        </w:tc>
      </w:tr>
      <w:tr w:rsidR="003401A4" w:rsidRPr="00EF2F0E" w14:paraId="0984DB78" w14:textId="77777777" w:rsidTr="00A40339">
        <w:trPr>
          <w:jc w:val="center"/>
        </w:trPr>
        <w:tc>
          <w:tcPr>
            <w:tcW w:w="4661" w:type="dxa"/>
            <w:shd w:val="clear" w:color="auto" w:fill="auto"/>
          </w:tcPr>
          <w:p w14:paraId="0984DB76" w14:textId="77777777" w:rsidR="003E32EB" w:rsidRPr="00EF2F0E" w:rsidRDefault="003E32EB" w:rsidP="00A40339">
            <w:pPr>
              <w:pStyle w:val="TAL"/>
              <w:rPr>
                <w:rFonts w:cs="Arial"/>
                <w:szCs w:val="18"/>
              </w:rPr>
            </w:pPr>
            <w:r w:rsidRPr="00EF2F0E">
              <w:rPr>
                <w:rFonts w:cs="Arial"/>
                <w:szCs w:val="18"/>
              </w:rPr>
              <w:t>Interfering signal level</w:t>
            </w:r>
          </w:p>
        </w:tc>
        <w:tc>
          <w:tcPr>
            <w:tcW w:w="3402" w:type="dxa"/>
            <w:shd w:val="clear" w:color="auto" w:fill="auto"/>
          </w:tcPr>
          <w:p w14:paraId="0984DB77" w14:textId="77777777" w:rsidR="003E32EB" w:rsidRPr="00EF2F0E" w:rsidRDefault="003E32EB" w:rsidP="00A40339">
            <w:pPr>
              <w:pStyle w:val="TAL"/>
              <w:rPr>
                <w:rFonts w:cs="Arial"/>
                <w:szCs w:val="18"/>
              </w:rPr>
            </w:pPr>
            <w:r w:rsidRPr="00EF2F0E">
              <w:rPr>
                <w:rFonts w:cs="Arial"/>
                <w:i/>
              </w:rPr>
              <w:t>Rated total output power per TAB connector</w:t>
            </w:r>
            <w:r w:rsidRPr="00EF2F0E">
              <w:rPr>
                <w:rFonts w:cs="Arial"/>
              </w:rPr>
              <w:t xml:space="preserve"> in the operating band (P</w:t>
            </w:r>
            <w:r w:rsidRPr="00EF2F0E">
              <w:rPr>
                <w:rFonts w:cs="Arial"/>
                <w:vertAlign w:val="subscript"/>
              </w:rPr>
              <w:t>Rated,t,TABC</w:t>
            </w:r>
            <w:r w:rsidRPr="00EF2F0E">
              <w:rPr>
                <w:rFonts w:cs="Arial"/>
              </w:rPr>
              <w:t>) – 30dB</w:t>
            </w:r>
          </w:p>
        </w:tc>
      </w:tr>
      <w:tr w:rsidR="003401A4" w:rsidRPr="00EF2F0E" w14:paraId="0984DB7B" w14:textId="77777777" w:rsidTr="00A40339">
        <w:trPr>
          <w:jc w:val="center"/>
        </w:trPr>
        <w:tc>
          <w:tcPr>
            <w:tcW w:w="4661" w:type="dxa"/>
            <w:shd w:val="clear" w:color="auto" w:fill="auto"/>
          </w:tcPr>
          <w:p w14:paraId="0984DB79" w14:textId="77777777" w:rsidR="003E32EB" w:rsidRPr="00EF2F0E" w:rsidRDefault="003E32EB" w:rsidP="00A40339">
            <w:pPr>
              <w:pStyle w:val="TAL"/>
              <w:rPr>
                <w:rFonts w:cs="Arial"/>
                <w:szCs w:val="18"/>
              </w:rPr>
            </w:pPr>
            <w:r w:rsidRPr="00EF2F0E">
              <w:rPr>
                <w:rFonts w:cs="Arial"/>
                <w:szCs w:val="18"/>
              </w:rPr>
              <w:t xml:space="preserve">Interfering signal centre frequency offset from </w:t>
            </w:r>
            <w:r w:rsidRPr="00EF2F0E">
              <w:rPr>
                <w:rFonts w:cs="Arial"/>
                <w:i/>
                <w:szCs w:val="18"/>
              </w:rPr>
              <w:t>Base Station RF Bandwidth</w:t>
            </w:r>
            <w:r w:rsidRPr="00EF2F0E">
              <w:rPr>
                <w:rFonts w:cs="Arial"/>
                <w:szCs w:val="18"/>
              </w:rPr>
              <w:t xml:space="preserve"> edge or edge of </w:t>
            </w:r>
            <w:r w:rsidRPr="00EF2F0E">
              <w:rPr>
                <w:rFonts w:cs="Arial"/>
                <w:i/>
                <w:szCs w:val="18"/>
              </w:rPr>
              <w:t>sub-block</w:t>
            </w:r>
            <w:r w:rsidRPr="00EF2F0E">
              <w:rPr>
                <w:rFonts w:cs="Arial"/>
                <w:szCs w:val="18"/>
              </w:rPr>
              <w:t xml:space="preserve"> inside a gap</w:t>
            </w:r>
          </w:p>
        </w:tc>
        <w:tc>
          <w:tcPr>
            <w:tcW w:w="3402" w:type="dxa"/>
            <w:shd w:val="clear" w:color="auto" w:fill="auto"/>
          </w:tcPr>
          <w:p w14:paraId="0984DB7A" w14:textId="77777777" w:rsidR="003E32EB" w:rsidRPr="00EF2F0E" w:rsidRDefault="003E32EB" w:rsidP="00A40339">
            <w:pPr>
              <w:pStyle w:val="TAL"/>
              <w:rPr>
                <w:rFonts w:cs="Arial"/>
                <w:szCs w:val="18"/>
              </w:rPr>
            </w:pPr>
            <w:r w:rsidRPr="00EF2F0E">
              <w:rPr>
                <w:rFonts w:cs="Arial"/>
                <w:szCs w:val="18"/>
              </w:rPr>
              <w:t>&gt; abs(800) kHz for CW interferer</w:t>
            </w:r>
          </w:p>
        </w:tc>
      </w:tr>
      <w:tr w:rsidR="003E32EB" w:rsidRPr="00EF2F0E" w14:paraId="0984DB7D" w14:textId="77777777" w:rsidTr="00A40339">
        <w:trPr>
          <w:jc w:val="center"/>
        </w:trPr>
        <w:tc>
          <w:tcPr>
            <w:tcW w:w="8063" w:type="dxa"/>
            <w:gridSpan w:val="2"/>
            <w:shd w:val="clear" w:color="auto" w:fill="auto"/>
          </w:tcPr>
          <w:p w14:paraId="0984DB7C" w14:textId="77777777" w:rsidR="003E32EB" w:rsidRPr="00EF2F0E" w:rsidRDefault="003E32EB" w:rsidP="00A40339">
            <w:pPr>
              <w:pStyle w:val="TAN"/>
            </w:pPr>
            <w:r w:rsidRPr="00EF2F0E">
              <w:t>NOTE:</w:t>
            </w:r>
            <w:r w:rsidRPr="00EF2F0E">
              <w:tab/>
              <w:t xml:space="preserve">Interfering signal positions that are partially or completely outside of any </w:t>
            </w:r>
            <w:r w:rsidRPr="00EF2F0E">
              <w:rPr>
                <w:i/>
              </w:rPr>
              <w:t>downlink operating band</w:t>
            </w:r>
            <w:r w:rsidRPr="00EF2F0E">
              <w:t xml:space="preserve"> of the </w:t>
            </w:r>
            <w:r w:rsidRPr="00EF2F0E">
              <w:rPr>
                <w:i/>
              </w:rPr>
              <w:t>TAB connector</w:t>
            </w:r>
            <w:r w:rsidRPr="00EF2F0E">
              <w:t xml:space="preserve"> are excluded from the requirement.</w:t>
            </w:r>
          </w:p>
        </w:tc>
      </w:tr>
    </w:tbl>
    <w:p w14:paraId="0984DB7E" w14:textId="77777777" w:rsidR="003E32EB" w:rsidRPr="00EF2F0E" w:rsidRDefault="003E32EB" w:rsidP="00A40339"/>
    <w:p w14:paraId="0984DB7F" w14:textId="77777777" w:rsidR="003E32EB" w:rsidRPr="00EF2F0E" w:rsidRDefault="003E32EB" w:rsidP="00A40339">
      <w:pPr>
        <w:pStyle w:val="Heading4"/>
      </w:pPr>
      <w:bookmarkStart w:id="1988" w:name="_Toc21095903"/>
      <w:bookmarkStart w:id="1989" w:name="_Toc29763102"/>
      <w:bookmarkStart w:id="1990" w:name="_Toc45869387"/>
      <w:bookmarkStart w:id="1991" w:name="_Toc52554635"/>
      <w:bookmarkStart w:id="1992" w:name="_Toc52555105"/>
      <w:bookmarkStart w:id="1993" w:name="_Toc61112330"/>
      <w:bookmarkStart w:id="1994" w:name="_Toc67911482"/>
      <w:bookmarkStart w:id="1995" w:name="_Toc74842957"/>
      <w:bookmarkStart w:id="1996" w:name="_Toc76503340"/>
      <w:bookmarkStart w:id="1997" w:name="_Toc83040783"/>
      <w:bookmarkStart w:id="1998" w:name="_Toc89851826"/>
      <w:bookmarkStart w:id="1999" w:name="_Toc98676180"/>
      <w:r w:rsidRPr="00EF2F0E">
        <w:t>6.7.2.3</w:t>
      </w:r>
      <w:r w:rsidRPr="00EF2F0E">
        <w:tab/>
        <w:t>Additional co-location minimum requirement (BC3)</w:t>
      </w:r>
      <w:bookmarkEnd w:id="1988"/>
      <w:bookmarkEnd w:id="1989"/>
      <w:bookmarkEnd w:id="1990"/>
      <w:bookmarkEnd w:id="1991"/>
      <w:bookmarkEnd w:id="1992"/>
      <w:bookmarkEnd w:id="1993"/>
      <w:bookmarkEnd w:id="1994"/>
      <w:bookmarkEnd w:id="1995"/>
      <w:bookmarkEnd w:id="1996"/>
      <w:bookmarkEnd w:id="1997"/>
      <w:bookmarkEnd w:id="1998"/>
      <w:bookmarkEnd w:id="1999"/>
    </w:p>
    <w:p w14:paraId="0984DB80" w14:textId="77777777" w:rsidR="003E32EB" w:rsidRPr="00EF2F0E" w:rsidRDefault="003E32EB" w:rsidP="00A40339">
      <w:r w:rsidRPr="00EF2F0E">
        <w:t xml:space="preserve">The transmitter intermodulation level shall not exceed the unwanted emission limits specified for transmitter spurious emission in subclause 6.6.6, operating band unwanted emission in subclause 6.6.5 and ACLR in subclause 6.6.3 in the presence of a wanted signal and an interfering signal according to table 6.7.2.3-1 for AAS BS operation in BC3. </w:t>
      </w:r>
    </w:p>
    <w:p w14:paraId="0984DB81" w14:textId="77777777" w:rsidR="003E32EB" w:rsidRPr="00EF2F0E" w:rsidRDefault="003E32EB" w:rsidP="00A40339">
      <w:r w:rsidRPr="00EF2F0E">
        <w:t xml:space="preserve">For </w:t>
      </w:r>
      <w:r w:rsidRPr="00EF2F0E">
        <w:rPr>
          <w:i/>
        </w:rPr>
        <w:t>TAB connectors</w:t>
      </w:r>
      <w:r w:rsidRPr="00EF2F0E">
        <w:t xml:space="preserve"> supporting operation in multiple operating bands, the requirement applies relative to </w:t>
      </w:r>
      <w:r w:rsidRPr="00EF2F0E">
        <w:rPr>
          <w:i/>
        </w:rPr>
        <w:t>the Base Station RF Bandwidth</w:t>
      </w:r>
      <w:r w:rsidRPr="00EF2F0E">
        <w:t xml:space="preserve"> </w:t>
      </w:r>
      <w:r w:rsidRPr="00EF2F0E">
        <w:rPr>
          <w:i/>
        </w:rPr>
        <w:t>edges</w:t>
      </w:r>
      <w:r w:rsidRPr="00EF2F0E">
        <w:t xml:space="preserve"> of each operating band. In case the </w:t>
      </w:r>
      <w:r w:rsidRPr="00EF2F0E">
        <w:rPr>
          <w:i/>
        </w:rPr>
        <w:t>Inter RF Bandwidth gap</w:t>
      </w:r>
      <w:r w:rsidRPr="00EF2F0E">
        <w:t xml:space="preserve"> is less than 3.2 MHz, the requirement in the gap applies only for interfering signal offsets where the interfering signal falls completely within the inter </w:t>
      </w:r>
      <w:r w:rsidRPr="00EF2F0E">
        <w:rPr>
          <w:i/>
        </w:rPr>
        <w:t>Base Station RF Bandwidth</w:t>
      </w:r>
      <w:r w:rsidRPr="00EF2F0E">
        <w:t xml:space="preserve"> gap.</w:t>
      </w:r>
    </w:p>
    <w:p w14:paraId="0984DB82" w14:textId="77777777" w:rsidR="003E32EB" w:rsidRPr="00EF2F0E" w:rsidRDefault="003E32EB" w:rsidP="00A40339">
      <w:pPr>
        <w:pStyle w:val="TH"/>
      </w:pPr>
      <w:r w:rsidRPr="00EF2F0E">
        <w:t>Table 6.7.2.3-1: Interfering signal for</w:t>
      </w:r>
      <w:r w:rsidRPr="00EF2F0E">
        <w:br/>
        <w:t>the co-location transmitter intermodulation requirement (BC3)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29"/>
        <w:gridCol w:w="3402"/>
      </w:tblGrid>
      <w:tr w:rsidR="003401A4" w:rsidRPr="00EF2F0E" w14:paraId="0984DB85" w14:textId="77777777" w:rsidTr="00A40339">
        <w:trPr>
          <w:tblHeader/>
          <w:jc w:val="center"/>
        </w:trPr>
        <w:tc>
          <w:tcPr>
            <w:tcW w:w="4629" w:type="dxa"/>
            <w:shd w:val="clear" w:color="auto" w:fill="auto"/>
          </w:tcPr>
          <w:p w14:paraId="0984DB83" w14:textId="77777777" w:rsidR="003E32EB" w:rsidRPr="00EF2F0E" w:rsidRDefault="003E32EB" w:rsidP="00A40339">
            <w:pPr>
              <w:pStyle w:val="TAH"/>
            </w:pPr>
            <w:r w:rsidRPr="00EF2F0E">
              <w:t>Parameter</w:t>
            </w:r>
          </w:p>
        </w:tc>
        <w:tc>
          <w:tcPr>
            <w:tcW w:w="3402" w:type="dxa"/>
            <w:shd w:val="clear" w:color="auto" w:fill="auto"/>
          </w:tcPr>
          <w:p w14:paraId="0984DB84" w14:textId="77777777" w:rsidR="003E32EB" w:rsidRPr="00EF2F0E" w:rsidRDefault="003E32EB" w:rsidP="00A40339">
            <w:pPr>
              <w:pStyle w:val="TAH"/>
            </w:pPr>
            <w:r w:rsidRPr="00EF2F0E">
              <w:t>Value</w:t>
            </w:r>
          </w:p>
        </w:tc>
      </w:tr>
      <w:tr w:rsidR="003401A4" w:rsidRPr="00EF2F0E" w14:paraId="0984DB88" w14:textId="77777777" w:rsidTr="00A40339">
        <w:trPr>
          <w:jc w:val="center"/>
        </w:trPr>
        <w:tc>
          <w:tcPr>
            <w:tcW w:w="4629" w:type="dxa"/>
            <w:shd w:val="clear" w:color="auto" w:fill="auto"/>
          </w:tcPr>
          <w:p w14:paraId="0984DB86" w14:textId="77777777" w:rsidR="003E32EB" w:rsidRPr="00EF2F0E" w:rsidRDefault="003E32EB" w:rsidP="00A40339">
            <w:pPr>
              <w:pStyle w:val="TAL"/>
              <w:rPr>
                <w:rFonts w:cs="Arial"/>
                <w:szCs w:val="18"/>
              </w:rPr>
            </w:pPr>
            <w:r w:rsidRPr="00EF2F0E">
              <w:rPr>
                <w:rFonts w:cs="Arial"/>
                <w:szCs w:val="18"/>
              </w:rPr>
              <w:t>Wanted signal type</w:t>
            </w:r>
          </w:p>
        </w:tc>
        <w:tc>
          <w:tcPr>
            <w:tcW w:w="3402" w:type="dxa"/>
            <w:shd w:val="clear" w:color="auto" w:fill="auto"/>
          </w:tcPr>
          <w:p w14:paraId="0984DB87" w14:textId="77777777" w:rsidR="003E32EB" w:rsidRPr="00EF2F0E" w:rsidRDefault="003E32EB" w:rsidP="00A40339">
            <w:pPr>
              <w:pStyle w:val="TAL"/>
              <w:rPr>
                <w:rFonts w:cs="Arial"/>
                <w:szCs w:val="18"/>
              </w:rPr>
            </w:pPr>
            <w:r w:rsidRPr="00EF2F0E">
              <w:rPr>
                <w:rFonts w:cs="Arial"/>
                <w:szCs w:val="18"/>
              </w:rPr>
              <w:t>E-UTRA or NR or UTRA signal</w:t>
            </w:r>
          </w:p>
        </w:tc>
      </w:tr>
      <w:tr w:rsidR="003401A4" w:rsidRPr="00EF2F0E" w14:paraId="0984DB8B" w14:textId="77777777" w:rsidTr="00A40339">
        <w:trPr>
          <w:jc w:val="center"/>
        </w:trPr>
        <w:tc>
          <w:tcPr>
            <w:tcW w:w="4629" w:type="dxa"/>
            <w:shd w:val="clear" w:color="auto" w:fill="auto"/>
          </w:tcPr>
          <w:p w14:paraId="0984DB89" w14:textId="77777777" w:rsidR="003E32EB" w:rsidRPr="00EF2F0E" w:rsidRDefault="003E32EB" w:rsidP="00A40339">
            <w:pPr>
              <w:pStyle w:val="TAL"/>
              <w:rPr>
                <w:rFonts w:cs="Arial"/>
                <w:szCs w:val="18"/>
              </w:rPr>
            </w:pPr>
            <w:r w:rsidRPr="00EF2F0E">
              <w:rPr>
                <w:rFonts w:cs="Arial"/>
                <w:szCs w:val="18"/>
              </w:rPr>
              <w:t>Interfering signal type</w:t>
            </w:r>
          </w:p>
        </w:tc>
        <w:tc>
          <w:tcPr>
            <w:tcW w:w="3402" w:type="dxa"/>
            <w:shd w:val="clear" w:color="auto" w:fill="auto"/>
          </w:tcPr>
          <w:p w14:paraId="0984DB8A" w14:textId="77777777" w:rsidR="003E32EB" w:rsidRPr="00EF2F0E" w:rsidRDefault="003E32EB" w:rsidP="00A40339">
            <w:pPr>
              <w:pStyle w:val="TAL"/>
              <w:rPr>
                <w:rFonts w:cs="Arial"/>
                <w:szCs w:val="18"/>
              </w:rPr>
            </w:pPr>
            <w:r w:rsidRPr="00EF2F0E">
              <w:rPr>
                <w:rFonts w:cs="Arial"/>
                <w:szCs w:val="18"/>
              </w:rPr>
              <w:t xml:space="preserve">1,28 Mcps UTRA TDD signal of </w:t>
            </w:r>
            <w:r w:rsidRPr="00EF2F0E">
              <w:rPr>
                <w:rFonts w:cs="Arial"/>
                <w:i/>
                <w:szCs w:val="18"/>
              </w:rPr>
              <w:t>channel bandwidth</w:t>
            </w:r>
            <w:r w:rsidRPr="00EF2F0E">
              <w:rPr>
                <w:rFonts w:cs="Arial"/>
                <w:szCs w:val="18"/>
              </w:rPr>
              <w:t xml:space="preserve"> 1,6 MHz</w:t>
            </w:r>
          </w:p>
        </w:tc>
      </w:tr>
      <w:tr w:rsidR="003401A4" w:rsidRPr="00EF2F0E" w14:paraId="0984DB8E" w14:textId="77777777" w:rsidTr="00A40339">
        <w:trPr>
          <w:jc w:val="center"/>
        </w:trPr>
        <w:tc>
          <w:tcPr>
            <w:tcW w:w="4629" w:type="dxa"/>
            <w:shd w:val="clear" w:color="auto" w:fill="auto"/>
          </w:tcPr>
          <w:p w14:paraId="0984DB8C" w14:textId="77777777" w:rsidR="003E32EB" w:rsidRPr="00EF2F0E" w:rsidRDefault="003E32EB" w:rsidP="00A40339">
            <w:pPr>
              <w:pStyle w:val="TAL"/>
              <w:rPr>
                <w:rFonts w:cs="Arial"/>
                <w:szCs w:val="18"/>
              </w:rPr>
            </w:pPr>
            <w:r w:rsidRPr="00EF2F0E">
              <w:rPr>
                <w:rFonts w:cs="Arial"/>
                <w:szCs w:val="18"/>
              </w:rPr>
              <w:t>Interfering signal level</w:t>
            </w:r>
          </w:p>
        </w:tc>
        <w:tc>
          <w:tcPr>
            <w:tcW w:w="3402" w:type="dxa"/>
            <w:shd w:val="clear" w:color="auto" w:fill="auto"/>
          </w:tcPr>
          <w:p w14:paraId="0984DB8D" w14:textId="77777777" w:rsidR="003E32EB" w:rsidRPr="00EF2F0E" w:rsidRDefault="003E32EB" w:rsidP="00A40339">
            <w:pPr>
              <w:pStyle w:val="TAL"/>
              <w:rPr>
                <w:rFonts w:cs="Arial"/>
                <w:szCs w:val="18"/>
              </w:rPr>
            </w:pPr>
            <w:r w:rsidRPr="00EF2F0E">
              <w:rPr>
                <w:rFonts w:cs="Arial"/>
                <w:i/>
              </w:rPr>
              <w:t>Rated total output power per TAB connector</w:t>
            </w:r>
            <w:r w:rsidRPr="00EF2F0E">
              <w:rPr>
                <w:rFonts w:cs="Arial"/>
                <w:szCs w:val="18"/>
              </w:rPr>
              <w:t xml:space="preserve"> </w:t>
            </w:r>
            <w:r w:rsidRPr="00EF2F0E">
              <w:rPr>
                <w:rFonts w:cs="Arial"/>
              </w:rPr>
              <w:t>in the operating band</w:t>
            </w:r>
            <w:r w:rsidRPr="00EF2F0E">
              <w:rPr>
                <w:rFonts w:cs="Arial"/>
                <w:szCs w:val="18"/>
              </w:rPr>
              <w:t xml:space="preserve"> </w:t>
            </w:r>
            <w:r w:rsidRPr="00EF2F0E">
              <w:rPr>
                <w:rFonts w:cs="Arial"/>
              </w:rPr>
              <w:t>(P</w:t>
            </w:r>
            <w:r w:rsidRPr="00EF2F0E">
              <w:rPr>
                <w:rFonts w:cs="Arial"/>
                <w:vertAlign w:val="subscript"/>
              </w:rPr>
              <w:t>Rated,t,TABC</w:t>
            </w:r>
            <w:r w:rsidRPr="00EF2F0E">
              <w:rPr>
                <w:rFonts w:cs="Arial"/>
              </w:rPr>
              <w:t>) – 30dB</w:t>
            </w:r>
          </w:p>
        </w:tc>
      </w:tr>
      <w:tr w:rsidR="003401A4" w:rsidRPr="00EF2F0E" w14:paraId="0984DB93" w14:textId="77777777" w:rsidTr="00A40339">
        <w:trPr>
          <w:jc w:val="center"/>
        </w:trPr>
        <w:tc>
          <w:tcPr>
            <w:tcW w:w="4629" w:type="dxa"/>
            <w:shd w:val="clear" w:color="auto" w:fill="auto"/>
          </w:tcPr>
          <w:p w14:paraId="0984DB8F" w14:textId="77777777" w:rsidR="003E32EB" w:rsidRPr="00EF2F0E" w:rsidRDefault="003E32EB" w:rsidP="00A40339">
            <w:pPr>
              <w:pStyle w:val="TAL"/>
              <w:rPr>
                <w:rFonts w:cs="Arial"/>
                <w:szCs w:val="18"/>
              </w:rPr>
            </w:pPr>
            <w:r w:rsidRPr="00EF2F0E">
              <w:rPr>
                <w:rFonts w:cs="Arial"/>
                <w:szCs w:val="18"/>
              </w:rPr>
              <w:t xml:space="preserve">Interfering signal centre frequency offset from </w:t>
            </w:r>
            <w:r w:rsidRPr="00EF2F0E">
              <w:rPr>
                <w:rFonts w:cs="Arial"/>
                <w:i/>
                <w:szCs w:val="18"/>
              </w:rPr>
              <w:t>Base Station RF Bandwidth</w:t>
            </w:r>
            <w:r w:rsidRPr="00EF2F0E">
              <w:rPr>
                <w:rFonts w:cs="Arial"/>
                <w:szCs w:val="18"/>
              </w:rPr>
              <w:t xml:space="preserve"> edge or edge of </w:t>
            </w:r>
            <w:r w:rsidRPr="00EF2F0E">
              <w:rPr>
                <w:rFonts w:cs="Arial"/>
                <w:i/>
                <w:szCs w:val="18"/>
              </w:rPr>
              <w:t>sub-block</w:t>
            </w:r>
            <w:r w:rsidRPr="00EF2F0E">
              <w:rPr>
                <w:rFonts w:cs="Arial"/>
                <w:szCs w:val="18"/>
              </w:rPr>
              <w:t xml:space="preserve"> inside a gap</w:t>
            </w:r>
          </w:p>
        </w:tc>
        <w:tc>
          <w:tcPr>
            <w:tcW w:w="3402" w:type="dxa"/>
            <w:shd w:val="clear" w:color="auto" w:fill="auto"/>
          </w:tcPr>
          <w:p w14:paraId="0984DB90" w14:textId="77777777" w:rsidR="003E32EB" w:rsidRPr="00EF2F0E" w:rsidRDefault="003E32EB" w:rsidP="00A40339">
            <w:pPr>
              <w:pStyle w:val="TAL"/>
              <w:rPr>
                <w:rFonts w:cs="Arial"/>
                <w:szCs w:val="18"/>
              </w:rPr>
            </w:pPr>
            <w:r w:rsidRPr="00EF2F0E">
              <w:rPr>
                <w:rFonts w:cs="Arial"/>
                <w:szCs w:val="18"/>
              </w:rPr>
              <w:t>±0,8 MHz</w:t>
            </w:r>
          </w:p>
          <w:p w14:paraId="0984DB91" w14:textId="77777777" w:rsidR="003E32EB" w:rsidRPr="00EF2F0E" w:rsidRDefault="003E32EB" w:rsidP="00A40339">
            <w:pPr>
              <w:pStyle w:val="TAL"/>
              <w:rPr>
                <w:rFonts w:cs="Arial"/>
                <w:szCs w:val="18"/>
              </w:rPr>
            </w:pPr>
            <w:r w:rsidRPr="00EF2F0E">
              <w:rPr>
                <w:rFonts w:cs="Arial"/>
                <w:szCs w:val="18"/>
              </w:rPr>
              <w:t>±1,6 MHz</w:t>
            </w:r>
          </w:p>
          <w:p w14:paraId="0984DB92" w14:textId="77777777" w:rsidR="003E32EB" w:rsidRPr="00EF2F0E" w:rsidRDefault="003E32EB" w:rsidP="00A40339">
            <w:pPr>
              <w:pStyle w:val="TAL"/>
              <w:rPr>
                <w:rFonts w:cs="Arial"/>
                <w:szCs w:val="18"/>
              </w:rPr>
            </w:pPr>
            <w:r w:rsidRPr="00EF2F0E">
              <w:rPr>
                <w:rFonts w:cs="Arial"/>
                <w:szCs w:val="18"/>
              </w:rPr>
              <w:t>±2,4 MHz</w:t>
            </w:r>
          </w:p>
        </w:tc>
      </w:tr>
      <w:tr w:rsidR="003E32EB" w:rsidRPr="00EF2F0E" w14:paraId="0984DB95" w14:textId="77777777" w:rsidTr="00A40339">
        <w:trPr>
          <w:jc w:val="center"/>
        </w:trPr>
        <w:tc>
          <w:tcPr>
            <w:tcW w:w="8031" w:type="dxa"/>
            <w:gridSpan w:val="2"/>
            <w:shd w:val="clear" w:color="auto" w:fill="auto"/>
          </w:tcPr>
          <w:p w14:paraId="0984DB94" w14:textId="77777777" w:rsidR="003E32EB" w:rsidRPr="00EF2F0E" w:rsidRDefault="003E32EB" w:rsidP="00A40339">
            <w:pPr>
              <w:pStyle w:val="TAN"/>
            </w:pPr>
            <w:r w:rsidRPr="00EF2F0E">
              <w:t>NOTE:</w:t>
            </w:r>
            <w:r w:rsidRPr="00EF2F0E">
              <w:tab/>
              <w:t xml:space="preserve">Interfering signal positions that are partially or completely outside of any </w:t>
            </w:r>
            <w:r w:rsidRPr="00EF2F0E">
              <w:rPr>
                <w:i/>
              </w:rPr>
              <w:t>downlink operating band</w:t>
            </w:r>
            <w:r w:rsidRPr="00EF2F0E">
              <w:t xml:space="preserve"> of the base station are excluded from the requirement.</w:t>
            </w:r>
          </w:p>
        </w:tc>
      </w:tr>
    </w:tbl>
    <w:p w14:paraId="0984DB96" w14:textId="77777777" w:rsidR="003E32EB" w:rsidRPr="00EF2F0E" w:rsidRDefault="003E32EB" w:rsidP="00A40339"/>
    <w:p w14:paraId="0984DB97" w14:textId="77777777" w:rsidR="003E32EB" w:rsidRPr="00EF2F0E" w:rsidRDefault="003E32EB" w:rsidP="00A40339">
      <w:pPr>
        <w:pStyle w:val="Heading4"/>
      </w:pPr>
      <w:bookmarkStart w:id="2000" w:name="_Toc21095904"/>
      <w:bookmarkStart w:id="2001" w:name="_Toc29763103"/>
      <w:bookmarkStart w:id="2002" w:name="_Toc45869388"/>
      <w:bookmarkStart w:id="2003" w:name="_Toc52554636"/>
      <w:bookmarkStart w:id="2004" w:name="_Toc52555106"/>
      <w:bookmarkStart w:id="2005" w:name="_Toc61112331"/>
      <w:bookmarkStart w:id="2006" w:name="_Toc67911483"/>
      <w:bookmarkStart w:id="2007" w:name="_Toc74842958"/>
      <w:bookmarkStart w:id="2008" w:name="_Toc76503341"/>
      <w:bookmarkStart w:id="2009" w:name="_Toc83040784"/>
      <w:bookmarkStart w:id="2010" w:name="_Toc89851827"/>
      <w:bookmarkStart w:id="2011" w:name="_Toc98676181"/>
      <w:r w:rsidRPr="00EF2F0E">
        <w:t>6.7.2.4</w:t>
      </w:r>
      <w:r w:rsidRPr="00EF2F0E">
        <w:tab/>
        <w:t>Additional co-location minimum requirements</w:t>
      </w:r>
      <w:bookmarkEnd w:id="2000"/>
      <w:bookmarkEnd w:id="2001"/>
      <w:bookmarkEnd w:id="2002"/>
      <w:bookmarkEnd w:id="2003"/>
      <w:bookmarkEnd w:id="2004"/>
      <w:bookmarkEnd w:id="2005"/>
      <w:bookmarkEnd w:id="2006"/>
      <w:bookmarkEnd w:id="2007"/>
      <w:bookmarkEnd w:id="2008"/>
      <w:bookmarkEnd w:id="2009"/>
      <w:bookmarkEnd w:id="2010"/>
      <w:bookmarkEnd w:id="2011"/>
    </w:p>
    <w:p w14:paraId="0984DB98" w14:textId="39538D81" w:rsidR="003E32EB" w:rsidRPr="00EF2F0E" w:rsidRDefault="003E32EB" w:rsidP="00A40339"/>
    <w:p w14:paraId="0984DB99" w14:textId="77777777" w:rsidR="003E32EB" w:rsidRPr="00EF2F0E" w:rsidRDefault="003E32EB" w:rsidP="00A40339">
      <w:pPr>
        <w:pStyle w:val="Heading4"/>
      </w:pPr>
      <w:bookmarkStart w:id="2012" w:name="_Toc21095905"/>
      <w:bookmarkStart w:id="2013" w:name="_Toc29763104"/>
      <w:bookmarkStart w:id="2014" w:name="_Toc45869389"/>
      <w:bookmarkStart w:id="2015" w:name="_Toc52554637"/>
      <w:bookmarkStart w:id="2016" w:name="_Toc52555107"/>
      <w:bookmarkStart w:id="2017" w:name="_Toc61112332"/>
      <w:bookmarkStart w:id="2018" w:name="_Toc67911484"/>
      <w:bookmarkStart w:id="2019" w:name="_Toc74842959"/>
      <w:bookmarkStart w:id="2020" w:name="_Toc76503342"/>
      <w:bookmarkStart w:id="2021" w:name="_Toc83040785"/>
      <w:bookmarkStart w:id="2022" w:name="_Toc89851828"/>
      <w:bookmarkStart w:id="2023" w:name="_Toc98676182"/>
      <w:r w:rsidRPr="00EF2F0E">
        <w:t>6.7.2.5</w:t>
      </w:r>
      <w:r w:rsidRPr="00EF2F0E">
        <w:tab/>
        <w:t>Intra-system minimum requirement</w:t>
      </w:r>
      <w:bookmarkEnd w:id="2012"/>
      <w:bookmarkEnd w:id="2013"/>
      <w:bookmarkEnd w:id="2014"/>
      <w:bookmarkEnd w:id="2015"/>
      <w:bookmarkEnd w:id="2016"/>
      <w:bookmarkEnd w:id="2017"/>
      <w:bookmarkEnd w:id="2018"/>
      <w:bookmarkEnd w:id="2019"/>
      <w:bookmarkEnd w:id="2020"/>
      <w:bookmarkEnd w:id="2021"/>
      <w:bookmarkEnd w:id="2022"/>
      <w:bookmarkEnd w:id="2023"/>
    </w:p>
    <w:p w14:paraId="0984DB9A" w14:textId="77777777" w:rsidR="003E32EB" w:rsidRPr="00EF2F0E" w:rsidRDefault="003E32EB" w:rsidP="00A40339">
      <w:pPr>
        <w:rPr>
          <w:lang w:eastAsia="zh-CN"/>
        </w:rPr>
      </w:pPr>
      <w:r w:rsidRPr="00EF2F0E">
        <w:rPr>
          <w:lang w:eastAsia="zh-CN"/>
        </w:rPr>
        <w:t>The transmitter intermodulation level shall not exceed the unwanted emission limits specified for operating band unwanted emission in subclause 6.6.5 and ACLR in subclause 6.6.3 in the presence of a wanted signal and an interfering signal according to table 6.7.2.5-1 for BS operation in BC1, BC2 and BC3.</w:t>
      </w:r>
    </w:p>
    <w:p w14:paraId="0984DB9B" w14:textId="77777777" w:rsidR="003E32EB" w:rsidRPr="00EF2F0E" w:rsidRDefault="003E32EB" w:rsidP="00A40339">
      <w:pPr>
        <w:pStyle w:val="TH"/>
      </w:pPr>
      <w:r w:rsidRPr="00EF2F0E">
        <w:t>Table 6.7.2.5-1: Interfering signal for</w:t>
      </w:r>
      <w:r w:rsidRPr="00EF2F0E">
        <w:br/>
        <w:t>intra-system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708"/>
        <w:gridCol w:w="3514"/>
      </w:tblGrid>
      <w:tr w:rsidR="003401A4" w:rsidRPr="00EF2F0E" w14:paraId="0984DB9E" w14:textId="77777777" w:rsidTr="00A40339">
        <w:trPr>
          <w:tblHeader/>
          <w:jc w:val="center"/>
        </w:trPr>
        <w:tc>
          <w:tcPr>
            <w:tcW w:w="4708" w:type="dxa"/>
            <w:shd w:val="clear" w:color="auto" w:fill="auto"/>
          </w:tcPr>
          <w:p w14:paraId="0984DB9C" w14:textId="77777777" w:rsidR="003E32EB" w:rsidRPr="00EF2F0E" w:rsidRDefault="003E32EB" w:rsidP="00A40339">
            <w:pPr>
              <w:pStyle w:val="TAH"/>
            </w:pPr>
            <w:r w:rsidRPr="00EF2F0E">
              <w:t>Parameter</w:t>
            </w:r>
          </w:p>
        </w:tc>
        <w:tc>
          <w:tcPr>
            <w:tcW w:w="3514" w:type="dxa"/>
            <w:shd w:val="clear" w:color="auto" w:fill="auto"/>
          </w:tcPr>
          <w:p w14:paraId="0984DB9D" w14:textId="77777777" w:rsidR="003E32EB" w:rsidRPr="00EF2F0E" w:rsidRDefault="003E32EB" w:rsidP="00A40339">
            <w:pPr>
              <w:pStyle w:val="TAH"/>
            </w:pPr>
            <w:r w:rsidRPr="00EF2F0E">
              <w:t>Value</w:t>
            </w:r>
          </w:p>
        </w:tc>
      </w:tr>
      <w:tr w:rsidR="003401A4" w:rsidRPr="00EF2F0E" w14:paraId="0984DBA1" w14:textId="77777777" w:rsidTr="00A40339">
        <w:trPr>
          <w:jc w:val="center"/>
        </w:trPr>
        <w:tc>
          <w:tcPr>
            <w:tcW w:w="4708" w:type="dxa"/>
            <w:shd w:val="clear" w:color="auto" w:fill="auto"/>
          </w:tcPr>
          <w:p w14:paraId="0984DB9F" w14:textId="77777777" w:rsidR="003E32EB" w:rsidRPr="00EF2F0E" w:rsidRDefault="003E32EB" w:rsidP="00A40339">
            <w:pPr>
              <w:pStyle w:val="TAL"/>
              <w:rPr>
                <w:rFonts w:cs="Arial"/>
                <w:szCs w:val="18"/>
              </w:rPr>
            </w:pPr>
            <w:r w:rsidRPr="00EF2F0E">
              <w:rPr>
                <w:rFonts w:cs="Arial"/>
                <w:szCs w:val="18"/>
              </w:rPr>
              <w:t>Wanted signal type</w:t>
            </w:r>
          </w:p>
        </w:tc>
        <w:tc>
          <w:tcPr>
            <w:tcW w:w="3514" w:type="dxa"/>
            <w:shd w:val="clear" w:color="auto" w:fill="auto"/>
          </w:tcPr>
          <w:p w14:paraId="0984DBA0" w14:textId="77777777" w:rsidR="003E32EB" w:rsidRPr="00EF2F0E" w:rsidRDefault="003E32EB" w:rsidP="00A40339">
            <w:pPr>
              <w:pStyle w:val="TAL"/>
              <w:rPr>
                <w:rFonts w:cs="Arial"/>
                <w:szCs w:val="18"/>
              </w:rPr>
            </w:pPr>
            <w:r w:rsidRPr="00EF2F0E">
              <w:rPr>
                <w:rFonts w:cs="Arial"/>
                <w:szCs w:val="18"/>
              </w:rPr>
              <w:t>E-UTRA or NR or UTRA</w:t>
            </w:r>
          </w:p>
        </w:tc>
      </w:tr>
      <w:tr w:rsidR="003401A4" w:rsidRPr="00EF2F0E" w14:paraId="0984DBA4" w14:textId="77777777" w:rsidTr="00A40339">
        <w:trPr>
          <w:jc w:val="center"/>
        </w:trPr>
        <w:tc>
          <w:tcPr>
            <w:tcW w:w="4708" w:type="dxa"/>
            <w:shd w:val="clear" w:color="auto" w:fill="auto"/>
          </w:tcPr>
          <w:p w14:paraId="0984DBA2" w14:textId="77777777" w:rsidR="003E32EB" w:rsidRPr="00EF2F0E" w:rsidRDefault="003E32EB" w:rsidP="00A40339">
            <w:pPr>
              <w:pStyle w:val="TAL"/>
              <w:rPr>
                <w:rFonts w:cs="Arial"/>
                <w:szCs w:val="18"/>
              </w:rPr>
            </w:pPr>
            <w:r w:rsidRPr="00EF2F0E">
              <w:rPr>
                <w:rFonts w:cs="Arial"/>
                <w:szCs w:val="18"/>
              </w:rPr>
              <w:t>Interfering signal type</w:t>
            </w:r>
          </w:p>
        </w:tc>
        <w:tc>
          <w:tcPr>
            <w:tcW w:w="3514" w:type="dxa"/>
            <w:shd w:val="clear" w:color="auto" w:fill="auto"/>
          </w:tcPr>
          <w:p w14:paraId="0984DBA3" w14:textId="77777777" w:rsidR="003E32EB" w:rsidRPr="00EF2F0E" w:rsidRDefault="003E32EB" w:rsidP="00A40339">
            <w:pPr>
              <w:pStyle w:val="TAL"/>
              <w:rPr>
                <w:rFonts w:cs="Arial"/>
                <w:szCs w:val="18"/>
              </w:rPr>
            </w:pPr>
            <w:r w:rsidRPr="00EF2F0E">
              <w:rPr>
                <w:rFonts w:cs="Arial"/>
                <w:szCs w:val="18"/>
              </w:rPr>
              <w:t xml:space="preserve">NR, E-UTRA or UTRA signal of the same type and </w:t>
            </w:r>
            <w:r w:rsidRPr="00EF2F0E">
              <w:rPr>
                <w:rFonts w:cs="Arial"/>
                <w:i/>
                <w:szCs w:val="18"/>
              </w:rPr>
              <w:t>channel bandwidth</w:t>
            </w:r>
            <w:r w:rsidRPr="00EF2F0E">
              <w:rPr>
                <w:rFonts w:cs="Arial"/>
                <w:szCs w:val="18"/>
              </w:rPr>
              <w:t xml:space="preserve"> as the wanted signal (NOTE</w:t>
            </w:r>
            <w:r w:rsidRPr="00EF2F0E">
              <w:rPr>
                <w:lang w:eastAsia="ja-JP"/>
              </w:rPr>
              <w:t xml:space="preserve"> </w:t>
            </w:r>
            <w:r w:rsidRPr="00EF2F0E">
              <w:rPr>
                <w:rFonts w:cs="Arial"/>
                <w:szCs w:val="18"/>
              </w:rPr>
              <w:t>1).</w:t>
            </w:r>
          </w:p>
        </w:tc>
      </w:tr>
      <w:tr w:rsidR="003401A4" w:rsidRPr="00EF2F0E" w14:paraId="0984DBA7" w14:textId="77777777" w:rsidTr="00A40339">
        <w:trPr>
          <w:jc w:val="center"/>
        </w:trPr>
        <w:tc>
          <w:tcPr>
            <w:tcW w:w="4708" w:type="dxa"/>
            <w:shd w:val="clear" w:color="auto" w:fill="auto"/>
          </w:tcPr>
          <w:p w14:paraId="0984DBA5" w14:textId="77777777" w:rsidR="003E32EB" w:rsidRPr="00EF2F0E" w:rsidRDefault="003E32EB" w:rsidP="00A40339">
            <w:pPr>
              <w:pStyle w:val="TAL"/>
              <w:rPr>
                <w:rFonts w:cs="Arial"/>
                <w:szCs w:val="18"/>
              </w:rPr>
            </w:pPr>
            <w:r w:rsidRPr="00EF2F0E">
              <w:rPr>
                <w:rFonts w:cs="Arial"/>
                <w:szCs w:val="18"/>
              </w:rPr>
              <w:t>Interfering signal level</w:t>
            </w:r>
          </w:p>
        </w:tc>
        <w:tc>
          <w:tcPr>
            <w:tcW w:w="3514" w:type="dxa"/>
            <w:shd w:val="clear" w:color="auto" w:fill="auto"/>
          </w:tcPr>
          <w:p w14:paraId="0984DBA6" w14:textId="77777777" w:rsidR="003E32EB" w:rsidRPr="00EF2F0E" w:rsidRDefault="003E32EB" w:rsidP="00A40339">
            <w:pPr>
              <w:pStyle w:val="TAL"/>
              <w:rPr>
                <w:rFonts w:cs="Arial"/>
                <w:szCs w:val="18"/>
              </w:rPr>
            </w:pPr>
            <w:r w:rsidRPr="00EF2F0E">
              <w:rPr>
                <w:rFonts w:cs="Arial"/>
                <w:szCs w:val="18"/>
              </w:rPr>
              <w:t>Power level declared by the base station manufacturer (NOTE</w:t>
            </w:r>
            <w:r w:rsidRPr="00EF2F0E">
              <w:rPr>
                <w:lang w:eastAsia="ja-JP"/>
              </w:rPr>
              <w:t xml:space="preserve"> </w:t>
            </w:r>
            <w:r w:rsidRPr="00EF2F0E">
              <w:rPr>
                <w:rFonts w:cs="Arial"/>
                <w:szCs w:val="18"/>
              </w:rPr>
              <w:t>2).</w:t>
            </w:r>
          </w:p>
        </w:tc>
      </w:tr>
      <w:tr w:rsidR="003401A4" w:rsidRPr="00EF2F0E" w14:paraId="0984DBAA" w14:textId="77777777" w:rsidTr="00A40339">
        <w:trPr>
          <w:jc w:val="center"/>
        </w:trPr>
        <w:tc>
          <w:tcPr>
            <w:tcW w:w="4708" w:type="dxa"/>
            <w:shd w:val="clear" w:color="auto" w:fill="auto"/>
          </w:tcPr>
          <w:p w14:paraId="0984DBA8" w14:textId="77777777" w:rsidR="003E32EB" w:rsidRPr="00EF2F0E" w:rsidRDefault="003E32EB" w:rsidP="00A40339">
            <w:pPr>
              <w:pStyle w:val="TAL"/>
              <w:rPr>
                <w:rFonts w:cs="Arial"/>
                <w:szCs w:val="18"/>
              </w:rPr>
            </w:pPr>
            <w:r w:rsidRPr="00EF2F0E">
              <w:rPr>
                <w:rFonts w:cs="Arial"/>
                <w:szCs w:val="18"/>
              </w:rPr>
              <w:t>Frequency offset between interfering signal and wanted signal</w:t>
            </w:r>
          </w:p>
        </w:tc>
        <w:tc>
          <w:tcPr>
            <w:tcW w:w="3514" w:type="dxa"/>
            <w:shd w:val="clear" w:color="auto" w:fill="auto"/>
          </w:tcPr>
          <w:p w14:paraId="0984DBA9" w14:textId="77777777" w:rsidR="003E32EB" w:rsidRPr="00EF2F0E" w:rsidRDefault="003E32EB" w:rsidP="00A40339">
            <w:pPr>
              <w:pStyle w:val="TAL"/>
              <w:rPr>
                <w:rFonts w:cs="Arial"/>
                <w:szCs w:val="18"/>
              </w:rPr>
            </w:pPr>
            <w:r w:rsidRPr="00EF2F0E">
              <w:rPr>
                <w:rFonts w:cs="Arial"/>
                <w:szCs w:val="18"/>
              </w:rPr>
              <w:t>0 MHz</w:t>
            </w:r>
          </w:p>
        </w:tc>
      </w:tr>
      <w:tr w:rsidR="003E32EB" w:rsidRPr="00EF2F0E" w14:paraId="0984DBAD" w14:textId="77777777" w:rsidTr="00A40339">
        <w:trPr>
          <w:jc w:val="center"/>
        </w:trPr>
        <w:tc>
          <w:tcPr>
            <w:tcW w:w="8222" w:type="dxa"/>
            <w:gridSpan w:val="2"/>
            <w:shd w:val="clear" w:color="auto" w:fill="auto"/>
          </w:tcPr>
          <w:p w14:paraId="0984DBAB" w14:textId="77777777" w:rsidR="003E32EB" w:rsidRPr="00EF2F0E" w:rsidRDefault="003E32EB" w:rsidP="00A40339">
            <w:pPr>
              <w:pStyle w:val="TAN"/>
            </w:pPr>
            <w:r w:rsidRPr="00EF2F0E">
              <w:t>NOTE 1:</w:t>
            </w:r>
            <w:r w:rsidRPr="00EF2F0E">
              <w:rPr>
                <w:lang w:eastAsia="ja-JP"/>
              </w:rPr>
              <w:tab/>
            </w:r>
            <w:r w:rsidRPr="00EF2F0E">
              <w:t>The interfering signal shall be incoherent with the wanted signal.</w:t>
            </w:r>
          </w:p>
          <w:p w14:paraId="0984DBAC" w14:textId="77777777" w:rsidR="003E32EB" w:rsidRPr="00EF2F0E" w:rsidRDefault="003E32EB" w:rsidP="00A40339">
            <w:pPr>
              <w:pStyle w:val="TAN"/>
            </w:pPr>
            <w:r w:rsidRPr="00EF2F0E">
              <w:t>NOTE 2:</w:t>
            </w:r>
            <w:r w:rsidRPr="00EF2F0E">
              <w:rPr>
                <w:lang w:eastAsia="ja-JP"/>
              </w:rPr>
              <w:tab/>
            </w:r>
            <w:r w:rsidRPr="00EF2F0E">
              <w:rPr>
                <w:rFonts w:cs="Arial"/>
                <w:szCs w:val="18"/>
              </w:rPr>
              <w:t xml:space="preserve">The declared interfering signal power level at each </w:t>
            </w:r>
            <w:r w:rsidRPr="00EF2F0E">
              <w:rPr>
                <w:rFonts w:cs="Arial"/>
                <w:i/>
                <w:szCs w:val="18"/>
              </w:rPr>
              <w:t>TAB connector</w:t>
            </w:r>
            <w:r w:rsidRPr="00EF2F0E">
              <w:rPr>
                <w:rFonts w:cs="Arial"/>
                <w:szCs w:val="18"/>
              </w:rPr>
              <w:t xml:space="preserve"> is the sum of the co-channel leakage power coupled via the combined RDN and Antenna Array from all the other </w:t>
            </w:r>
            <w:r w:rsidRPr="00EF2F0E">
              <w:rPr>
                <w:rFonts w:cs="Arial"/>
                <w:i/>
                <w:szCs w:val="18"/>
              </w:rPr>
              <w:t>TAB connectors</w:t>
            </w:r>
            <w:r w:rsidRPr="00EF2F0E">
              <w:rPr>
                <w:rFonts w:cs="Arial"/>
                <w:szCs w:val="18"/>
              </w:rPr>
              <w:t xml:space="preserve">, but does not comprise power radiated from the Antenna Array and reflected back from the environment. </w:t>
            </w:r>
            <w:r w:rsidRPr="00EF2F0E">
              <w:rPr>
                <w:rFonts w:cs="Arial"/>
              </w:rPr>
              <w:t xml:space="preserve">The power at each of the interfering </w:t>
            </w:r>
            <w:r w:rsidRPr="00EF2F0E">
              <w:rPr>
                <w:rFonts w:cs="Arial"/>
                <w:i/>
              </w:rPr>
              <w:t>TAB connectors</w:t>
            </w:r>
            <w:r w:rsidRPr="00EF2F0E">
              <w:rPr>
                <w:rFonts w:cs="Arial"/>
              </w:rPr>
              <w:t xml:space="preserve"> is P</w:t>
            </w:r>
            <w:r w:rsidRPr="00EF2F0E">
              <w:rPr>
                <w:rFonts w:cs="Arial"/>
                <w:vertAlign w:val="subscript"/>
              </w:rPr>
              <w:t>Rated,c,TABC</w:t>
            </w:r>
            <w:r w:rsidRPr="00EF2F0E">
              <w:rPr>
                <w:rFonts w:cs="Arial"/>
              </w:rPr>
              <w:t>.</w:t>
            </w:r>
          </w:p>
        </w:tc>
      </w:tr>
    </w:tbl>
    <w:p w14:paraId="0984DBAE" w14:textId="77777777" w:rsidR="003E32EB" w:rsidRPr="00EF2F0E" w:rsidRDefault="003E32EB" w:rsidP="00A40339"/>
    <w:p w14:paraId="0984DBAF" w14:textId="77777777" w:rsidR="003E32EB" w:rsidRPr="00EF2F0E" w:rsidRDefault="003E32EB" w:rsidP="00A40339">
      <w:pPr>
        <w:pStyle w:val="Heading3"/>
        <w:rPr>
          <w:lang w:eastAsia="zh-CN"/>
        </w:rPr>
      </w:pPr>
      <w:bookmarkStart w:id="2024" w:name="_Toc21095906"/>
      <w:bookmarkStart w:id="2025" w:name="_Toc29763105"/>
      <w:bookmarkStart w:id="2026" w:name="_Toc45869390"/>
      <w:bookmarkStart w:id="2027" w:name="_Toc52554638"/>
      <w:bookmarkStart w:id="2028" w:name="_Toc52555108"/>
      <w:bookmarkStart w:id="2029" w:name="_Toc61112333"/>
      <w:bookmarkStart w:id="2030" w:name="_Toc67911485"/>
      <w:bookmarkStart w:id="2031" w:name="_Toc74842960"/>
      <w:bookmarkStart w:id="2032" w:name="_Toc76503343"/>
      <w:bookmarkStart w:id="2033" w:name="_Toc83040786"/>
      <w:bookmarkStart w:id="2034" w:name="_Toc89851829"/>
      <w:bookmarkStart w:id="2035" w:name="_Toc98676183"/>
      <w:r w:rsidRPr="00EF2F0E">
        <w:rPr>
          <w:lang w:eastAsia="zh-CN"/>
        </w:rPr>
        <w:t>6.7.3</w:t>
      </w:r>
      <w:r w:rsidRPr="00EF2F0E">
        <w:rPr>
          <w:lang w:eastAsia="zh-CN"/>
        </w:rPr>
        <w:tab/>
        <w:t>Minimum requirement for single RAT UTRA operation</w:t>
      </w:r>
      <w:bookmarkEnd w:id="2024"/>
      <w:bookmarkEnd w:id="2025"/>
      <w:bookmarkEnd w:id="2026"/>
      <w:bookmarkEnd w:id="2027"/>
      <w:bookmarkEnd w:id="2028"/>
      <w:bookmarkEnd w:id="2029"/>
      <w:bookmarkEnd w:id="2030"/>
      <w:bookmarkEnd w:id="2031"/>
      <w:bookmarkEnd w:id="2032"/>
      <w:bookmarkEnd w:id="2033"/>
      <w:bookmarkEnd w:id="2034"/>
      <w:bookmarkEnd w:id="2035"/>
    </w:p>
    <w:p w14:paraId="0984DBB0" w14:textId="77777777" w:rsidR="003E32EB" w:rsidRPr="00EF2F0E" w:rsidRDefault="003E32EB" w:rsidP="00A40339">
      <w:pPr>
        <w:pStyle w:val="Heading4"/>
      </w:pPr>
      <w:bookmarkStart w:id="2036" w:name="_Toc21095907"/>
      <w:bookmarkStart w:id="2037" w:name="_Toc29763106"/>
      <w:bookmarkStart w:id="2038" w:name="_Toc45869391"/>
      <w:bookmarkStart w:id="2039" w:name="_Toc52554639"/>
      <w:bookmarkStart w:id="2040" w:name="_Toc52555109"/>
      <w:bookmarkStart w:id="2041" w:name="_Toc61112334"/>
      <w:bookmarkStart w:id="2042" w:name="_Toc67911486"/>
      <w:bookmarkStart w:id="2043" w:name="_Toc74842961"/>
      <w:bookmarkStart w:id="2044" w:name="_Toc76503344"/>
      <w:bookmarkStart w:id="2045" w:name="_Toc83040787"/>
      <w:bookmarkStart w:id="2046" w:name="_Toc89851830"/>
      <w:bookmarkStart w:id="2047" w:name="_Toc98676184"/>
      <w:r w:rsidRPr="00EF2F0E">
        <w:t>6.7.3.1</w:t>
      </w:r>
      <w:r w:rsidRPr="00EF2F0E">
        <w:tab/>
        <w:t>General co-location minimum requirement for FDD UTRA</w:t>
      </w:r>
      <w:bookmarkEnd w:id="2036"/>
      <w:bookmarkEnd w:id="2037"/>
      <w:bookmarkEnd w:id="2038"/>
      <w:bookmarkEnd w:id="2039"/>
      <w:bookmarkEnd w:id="2040"/>
      <w:bookmarkEnd w:id="2041"/>
      <w:bookmarkEnd w:id="2042"/>
      <w:bookmarkEnd w:id="2043"/>
      <w:bookmarkEnd w:id="2044"/>
      <w:bookmarkEnd w:id="2045"/>
      <w:bookmarkEnd w:id="2046"/>
      <w:bookmarkEnd w:id="2047"/>
    </w:p>
    <w:p w14:paraId="0984DBB1" w14:textId="77777777" w:rsidR="003E32EB" w:rsidRPr="00EF2F0E" w:rsidRDefault="003E32EB" w:rsidP="00A40339">
      <w:pPr>
        <w:rPr>
          <w:rFonts w:cs="v5.0.0"/>
        </w:rPr>
      </w:pPr>
      <w:r w:rsidRPr="00EF2F0E">
        <w:rPr>
          <w:rFonts w:cs="v5.0.0"/>
        </w:rPr>
        <w:t xml:space="preserve">The transmitter intermodulation level shall not exceed the out of band emission or the spurious emission requirements of subclause 6.6.5 and subclause 6.6.6 </w:t>
      </w:r>
      <w:r w:rsidRPr="00EF2F0E">
        <w:t>in the presence of interfering signal according to table 6.7.3.1-1.</w:t>
      </w:r>
    </w:p>
    <w:p w14:paraId="0984DBB2" w14:textId="77777777" w:rsidR="003E32EB" w:rsidRPr="00EF2F0E" w:rsidRDefault="003E32EB" w:rsidP="00A40339">
      <w:pPr>
        <w:pStyle w:val="TH"/>
      </w:pPr>
      <w:r w:rsidRPr="00EF2F0E">
        <w:t>Table 6.7.3.1-1: Interfering and wanted signal frequency offset for co-location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760"/>
        <w:gridCol w:w="3567"/>
      </w:tblGrid>
      <w:tr w:rsidR="003401A4" w:rsidRPr="00EF2F0E" w14:paraId="0984DBB5" w14:textId="77777777" w:rsidTr="00A40339">
        <w:trPr>
          <w:cantSplit/>
          <w:tblHeader/>
          <w:jc w:val="center"/>
        </w:trPr>
        <w:tc>
          <w:tcPr>
            <w:tcW w:w="4760" w:type="dxa"/>
          </w:tcPr>
          <w:p w14:paraId="0984DBB3" w14:textId="77777777" w:rsidR="003E32EB" w:rsidRPr="00EF2F0E" w:rsidRDefault="003E32EB" w:rsidP="00A40339">
            <w:pPr>
              <w:pStyle w:val="TAH"/>
            </w:pPr>
            <w:r w:rsidRPr="00EF2F0E">
              <w:t>Parameter</w:t>
            </w:r>
          </w:p>
        </w:tc>
        <w:tc>
          <w:tcPr>
            <w:tcW w:w="3567" w:type="dxa"/>
          </w:tcPr>
          <w:p w14:paraId="0984DBB4" w14:textId="77777777" w:rsidR="003E32EB" w:rsidRPr="00EF2F0E" w:rsidRDefault="003E32EB" w:rsidP="00A40339">
            <w:pPr>
              <w:pStyle w:val="TAH"/>
            </w:pPr>
            <w:r w:rsidRPr="00EF2F0E">
              <w:t>Value</w:t>
            </w:r>
          </w:p>
        </w:tc>
      </w:tr>
      <w:tr w:rsidR="003401A4" w:rsidRPr="00EF2F0E" w14:paraId="0984DBB8" w14:textId="77777777" w:rsidTr="00A40339">
        <w:trPr>
          <w:cantSplit/>
          <w:jc w:val="center"/>
        </w:trPr>
        <w:tc>
          <w:tcPr>
            <w:tcW w:w="4760" w:type="dxa"/>
          </w:tcPr>
          <w:p w14:paraId="0984DBB6" w14:textId="77777777" w:rsidR="003E32EB" w:rsidRPr="00EF2F0E" w:rsidRDefault="003E32EB" w:rsidP="00A40339">
            <w:pPr>
              <w:pStyle w:val="TAL"/>
              <w:rPr>
                <w:rFonts w:cs="Arial"/>
                <w:szCs w:val="18"/>
              </w:rPr>
            </w:pPr>
            <w:r w:rsidRPr="00EF2F0E">
              <w:rPr>
                <w:rFonts w:cs="Arial"/>
                <w:szCs w:val="18"/>
              </w:rPr>
              <w:t>Wanted signal type</w:t>
            </w:r>
          </w:p>
        </w:tc>
        <w:tc>
          <w:tcPr>
            <w:tcW w:w="3567" w:type="dxa"/>
          </w:tcPr>
          <w:p w14:paraId="0984DBB7" w14:textId="77777777" w:rsidR="003E32EB" w:rsidRPr="00EF2F0E" w:rsidRDefault="003E32EB" w:rsidP="00A40339">
            <w:pPr>
              <w:pStyle w:val="TAL"/>
              <w:rPr>
                <w:rFonts w:cs="Arial"/>
                <w:szCs w:val="18"/>
              </w:rPr>
            </w:pPr>
            <w:r w:rsidRPr="00EF2F0E">
              <w:rPr>
                <w:rFonts w:cs="Arial"/>
                <w:szCs w:val="18"/>
              </w:rPr>
              <w:t>UTRA</w:t>
            </w:r>
          </w:p>
        </w:tc>
      </w:tr>
      <w:tr w:rsidR="003401A4" w:rsidRPr="00EF2F0E" w14:paraId="0984DBBB" w14:textId="77777777" w:rsidTr="00A40339">
        <w:trPr>
          <w:cantSplit/>
          <w:jc w:val="center"/>
        </w:trPr>
        <w:tc>
          <w:tcPr>
            <w:tcW w:w="4760" w:type="dxa"/>
          </w:tcPr>
          <w:p w14:paraId="0984DBB9" w14:textId="77777777" w:rsidR="003E32EB" w:rsidRPr="00EF2F0E" w:rsidRDefault="003E32EB" w:rsidP="00A40339">
            <w:pPr>
              <w:pStyle w:val="TAL"/>
              <w:rPr>
                <w:rFonts w:cs="Arial"/>
                <w:szCs w:val="18"/>
              </w:rPr>
            </w:pPr>
            <w:r w:rsidRPr="00EF2F0E">
              <w:rPr>
                <w:rFonts w:cs="Arial"/>
                <w:szCs w:val="18"/>
              </w:rPr>
              <w:t>Interfering signal type</w:t>
            </w:r>
          </w:p>
        </w:tc>
        <w:tc>
          <w:tcPr>
            <w:tcW w:w="3567" w:type="dxa"/>
          </w:tcPr>
          <w:p w14:paraId="0984DBBA" w14:textId="77777777" w:rsidR="003E32EB" w:rsidRPr="00EF2F0E" w:rsidRDefault="003E32EB" w:rsidP="00A40339">
            <w:pPr>
              <w:pStyle w:val="TAL"/>
              <w:rPr>
                <w:rFonts w:cs="Arial"/>
                <w:szCs w:val="18"/>
              </w:rPr>
            </w:pPr>
            <w:r w:rsidRPr="00EF2F0E">
              <w:rPr>
                <w:rFonts w:cs="Arial"/>
                <w:szCs w:val="18"/>
              </w:rPr>
              <w:t>UTRA</w:t>
            </w:r>
          </w:p>
        </w:tc>
      </w:tr>
      <w:tr w:rsidR="003401A4" w:rsidRPr="00EF2F0E" w14:paraId="0984DBBE" w14:textId="77777777" w:rsidTr="00A40339">
        <w:trPr>
          <w:cantSplit/>
          <w:jc w:val="center"/>
        </w:trPr>
        <w:tc>
          <w:tcPr>
            <w:tcW w:w="4760" w:type="dxa"/>
          </w:tcPr>
          <w:p w14:paraId="0984DBBC" w14:textId="77777777" w:rsidR="003E32EB" w:rsidRPr="00EF2F0E" w:rsidRDefault="003E32EB" w:rsidP="00A40339">
            <w:pPr>
              <w:pStyle w:val="TAL"/>
              <w:rPr>
                <w:rFonts w:cs="Arial"/>
                <w:szCs w:val="18"/>
              </w:rPr>
            </w:pPr>
            <w:r w:rsidRPr="00EF2F0E">
              <w:rPr>
                <w:rFonts w:cs="Arial"/>
                <w:szCs w:val="18"/>
              </w:rPr>
              <w:t>Interfering signal level</w:t>
            </w:r>
          </w:p>
        </w:tc>
        <w:tc>
          <w:tcPr>
            <w:tcW w:w="3567" w:type="dxa"/>
          </w:tcPr>
          <w:p w14:paraId="0984DBBD" w14:textId="77777777" w:rsidR="003E32EB" w:rsidRPr="00EF2F0E" w:rsidRDefault="003E32EB" w:rsidP="00A40339">
            <w:pPr>
              <w:pStyle w:val="TAL"/>
              <w:rPr>
                <w:rFonts w:cs="Arial"/>
                <w:szCs w:val="18"/>
              </w:rPr>
            </w:pPr>
            <w:r w:rsidRPr="00EF2F0E">
              <w:rPr>
                <w:rFonts w:cs="Arial"/>
                <w:i/>
              </w:rPr>
              <w:t xml:space="preserve">Rated total output power per TAB connector </w:t>
            </w:r>
            <w:r w:rsidRPr="00EF2F0E">
              <w:rPr>
                <w:rFonts w:cs="Arial"/>
              </w:rPr>
              <w:t>in the operating band (P</w:t>
            </w:r>
            <w:r w:rsidRPr="00EF2F0E">
              <w:rPr>
                <w:rFonts w:cs="Arial"/>
                <w:vertAlign w:val="subscript"/>
              </w:rPr>
              <w:t>Rated,t,TABC</w:t>
            </w:r>
            <w:r w:rsidRPr="00EF2F0E">
              <w:rPr>
                <w:rFonts w:cs="Arial"/>
              </w:rPr>
              <w:t>) – 30dB</w:t>
            </w:r>
          </w:p>
        </w:tc>
      </w:tr>
      <w:tr w:rsidR="003401A4" w:rsidRPr="00EF2F0E" w14:paraId="0984DBC6" w14:textId="77777777" w:rsidTr="00A40339">
        <w:trPr>
          <w:cantSplit/>
          <w:jc w:val="center"/>
        </w:trPr>
        <w:tc>
          <w:tcPr>
            <w:tcW w:w="4760" w:type="dxa"/>
          </w:tcPr>
          <w:p w14:paraId="0984DBBF" w14:textId="77777777" w:rsidR="003E32EB" w:rsidRPr="00EF2F0E" w:rsidRDefault="003E32EB" w:rsidP="00A40339">
            <w:pPr>
              <w:pStyle w:val="TAL"/>
              <w:rPr>
                <w:rFonts w:cs="Arial"/>
                <w:szCs w:val="18"/>
              </w:rPr>
            </w:pPr>
            <w:r w:rsidRPr="00EF2F0E">
              <w:rPr>
                <w:rFonts w:cs="Arial"/>
                <w:szCs w:val="18"/>
              </w:rPr>
              <w:t xml:space="preserve">Interfering signal centre frequency offset from the lower (upper) edge of the wanted signal </w:t>
            </w:r>
            <w:r w:rsidRPr="00EF2F0E">
              <w:rPr>
                <w:rFonts w:cs="Arial"/>
                <w:szCs w:val="18"/>
                <w:lang w:eastAsia="zh-CN"/>
              </w:rPr>
              <w:t xml:space="preserve">or </w:t>
            </w:r>
            <w:r w:rsidRPr="00EF2F0E">
              <w:rPr>
                <w:rFonts w:cs="Arial"/>
                <w:szCs w:val="18"/>
              </w:rPr>
              <w:t xml:space="preserve">edge of </w:t>
            </w:r>
            <w:r w:rsidRPr="00EF2F0E">
              <w:rPr>
                <w:rFonts w:cs="Arial"/>
                <w:i/>
                <w:szCs w:val="18"/>
              </w:rPr>
              <w:t>sub-block</w:t>
            </w:r>
            <w:r w:rsidRPr="00EF2F0E">
              <w:rPr>
                <w:rFonts w:cs="Arial"/>
                <w:szCs w:val="18"/>
              </w:rPr>
              <w:t xml:space="preserve"> inside a gap</w:t>
            </w:r>
          </w:p>
        </w:tc>
        <w:tc>
          <w:tcPr>
            <w:tcW w:w="3567" w:type="dxa"/>
          </w:tcPr>
          <w:p w14:paraId="0984DBC0" w14:textId="77777777" w:rsidR="003E32EB" w:rsidRPr="00EF2F0E" w:rsidRDefault="003E32EB" w:rsidP="00A40339">
            <w:pPr>
              <w:pStyle w:val="TAL"/>
              <w:rPr>
                <w:rFonts w:cs="Arial"/>
                <w:szCs w:val="18"/>
              </w:rPr>
            </w:pPr>
            <w:r w:rsidRPr="00EF2F0E">
              <w:rPr>
                <w:rFonts w:cs="Arial"/>
                <w:szCs w:val="18"/>
              </w:rPr>
              <w:t>-2,5 MHz</w:t>
            </w:r>
          </w:p>
          <w:p w14:paraId="0984DBC1" w14:textId="77777777" w:rsidR="003E32EB" w:rsidRPr="00EF2F0E" w:rsidRDefault="003E32EB" w:rsidP="00A40339">
            <w:pPr>
              <w:pStyle w:val="TAL"/>
              <w:rPr>
                <w:rFonts w:cs="Arial"/>
                <w:szCs w:val="18"/>
              </w:rPr>
            </w:pPr>
            <w:r w:rsidRPr="00EF2F0E">
              <w:rPr>
                <w:rFonts w:cs="Arial"/>
                <w:szCs w:val="18"/>
              </w:rPr>
              <w:t>-7,5 MHz</w:t>
            </w:r>
          </w:p>
          <w:p w14:paraId="0984DBC2" w14:textId="77777777" w:rsidR="003E32EB" w:rsidRPr="00EF2F0E" w:rsidRDefault="003E32EB" w:rsidP="00A40339">
            <w:pPr>
              <w:pStyle w:val="TAL"/>
              <w:rPr>
                <w:rFonts w:cs="Arial"/>
                <w:szCs w:val="18"/>
              </w:rPr>
            </w:pPr>
            <w:r w:rsidRPr="00EF2F0E">
              <w:rPr>
                <w:rFonts w:cs="Arial"/>
                <w:szCs w:val="18"/>
              </w:rPr>
              <w:t>-12,5 MHz</w:t>
            </w:r>
          </w:p>
          <w:p w14:paraId="0984DBC3" w14:textId="77777777" w:rsidR="003E32EB" w:rsidRPr="00EF2F0E" w:rsidRDefault="003E32EB" w:rsidP="00A40339">
            <w:pPr>
              <w:pStyle w:val="TAL"/>
              <w:rPr>
                <w:rFonts w:cs="Arial"/>
                <w:szCs w:val="18"/>
              </w:rPr>
            </w:pPr>
            <w:r w:rsidRPr="00EF2F0E">
              <w:rPr>
                <w:rFonts w:cs="Arial"/>
                <w:szCs w:val="18"/>
              </w:rPr>
              <w:t>+2,5 MHz</w:t>
            </w:r>
          </w:p>
          <w:p w14:paraId="0984DBC4" w14:textId="77777777" w:rsidR="003E32EB" w:rsidRPr="00EF2F0E" w:rsidRDefault="003E32EB" w:rsidP="00A40339">
            <w:pPr>
              <w:pStyle w:val="TAL"/>
              <w:rPr>
                <w:rFonts w:cs="Arial"/>
                <w:szCs w:val="18"/>
              </w:rPr>
            </w:pPr>
            <w:r w:rsidRPr="00EF2F0E">
              <w:rPr>
                <w:rFonts w:cs="Arial"/>
                <w:szCs w:val="18"/>
              </w:rPr>
              <w:t>+7,5 MHz</w:t>
            </w:r>
          </w:p>
          <w:p w14:paraId="0984DBC5" w14:textId="77777777" w:rsidR="003E32EB" w:rsidRPr="00EF2F0E" w:rsidRDefault="003E32EB" w:rsidP="00A40339">
            <w:pPr>
              <w:pStyle w:val="TAL"/>
              <w:rPr>
                <w:rFonts w:cs="Arial"/>
                <w:szCs w:val="18"/>
              </w:rPr>
            </w:pPr>
            <w:r w:rsidRPr="00EF2F0E">
              <w:rPr>
                <w:rFonts w:cs="Arial"/>
                <w:szCs w:val="18"/>
              </w:rPr>
              <w:t>+12,5 MHz</w:t>
            </w:r>
          </w:p>
        </w:tc>
      </w:tr>
      <w:tr w:rsidR="003E32EB" w:rsidRPr="00EF2F0E" w14:paraId="0984DBC9" w14:textId="77777777" w:rsidTr="00A40339">
        <w:trPr>
          <w:cantSplit/>
          <w:jc w:val="center"/>
        </w:trPr>
        <w:tc>
          <w:tcPr>
            <w:tcW w:w="8327" w:type="dxa"/>
            <w:gridSpan w:val="2"/>
          </w:tcPr>
          <w:p w14:paraId="0984DBC7" w14:textId="77777777" w:rsidR="003E32EB" w:rsidRPr="00EF2F0E" w:rsidRDefault="003E32EB" w:rsidP="00A40339">
            <w:pPr>
              <w:pStyle w:val="TAN"/>
            </w:pPr>
            <w:r w:rsidRPr="00EF2F0E">
              <w:t>NOTE 1:</w:t>
            </w:r>
            <w:r w:rsidRPr="00EF2F0E">
              <w:tab/>
              <w:t xml:space="preserve">Interference frequencies that are outside of any </w:t>
            </w:r>
            <w:r w:rsidRPr="00EF2F0E">
              <w:rPr>
                <w:snapToGrid w:val="0"/>
              </w:rPr>
              <w:t>allocated frequency band for UTRA-FDD downlink specified in subclause 4.6 are excluded from the requirement</w:t>
            </w:r>
            <w:r w:rsidRPr="00EF2F0E">
              <w:t xml:space="preserve">, unless the interfering signal positions fall within the frequency range of adjacent </w:t>
            </w:r>
            <w:r w:rsidRPr="00EF2F0E">
              <w:rPr>
                <w:i/>
              </w:rPr>
              <w:t>downlink operating band</w:t>
            </w:r>
            <w:r w:rsidRPr="00EF2F0E">
              <w:t>s in the same geographical area.</w:t>
            </w:r>
          </w:p>
          <w:p w14:paraId="0984DBC8" w14:textId="77777777" w:rsidR="003E32EB" w:rsidRPr="00EF2F0E" w:rsidRDefault="003E32EB" w:rsidP="00A40339">
            <w:pPr>
              <w:pStyle w:val="TAN"/>
            </w:pPr>
            <w:r w:rsidRPr="00EF2F0E">
              <w:t>NOTE 2:</w:t>
            </w:r>
            <w:r w:rsidRPr="00EF2F0E">
              <w:tab/>
              <w:t>NOTE 1 is not applied in Band I, III, VI, VIII, IX, XI, XIX, XXI, and XXXII operating within 1 475.9 MHz to 1 495.9MHz, in certain regions.</w:t>
            </w:r>
          </w:p>
        </w:tc>
      </w:tr>
    </w:tbl>
    <w:p w14:paraId="0984DBCA" w14:textId="77777777" w:rsidR="003E32EB" w:rsidRPr="00EF2F0E" w:rsidRDefault="003E32EB" w:rsidP="00A40339"/>
    <w:p w14:paraId="0984DBCB" w14:textId="77777777" w:rsidR="003E32EB" w:rsidRPr="00EF2F0E" w:rsidRDefault="003E32EB" w:rsidP="00A40339">
      <w:r w:rsidRPr="00EF2F0E">
        <w:t xml:space="preserve">For </w:t>
      </w:r>
      <w:r w:rsidRPr="00EF2F0E">
        <w:rPr>
          <w:i/>
        </w:rPr>
        <w:t>TAB connectors</w:t>
      </w:r>
      <w:r w:rsidRPr="00EF2F0E">
        <w:t xml:space="preserve"> supporting operation in </w:t>
      </w:r>
      <w:r w:rsidRPr="00EF2F0E">
        <w:rPr>
          <w:i/>
        </w:rPr>
        <w:t>non-contiguous spectrum</w:t>
      </w:r>
      <w:r w:rsidRPr="00EF2F0E">
        <w:t xml:space="preserve">, the requirement is also applicable inside a </w:t>
      </w:r>
      <w:r w:rsidRPr="00EF2F0E">
        <w:rPr>
          <w:i/>
        </w:rPr>
        <w:t>sub-block gap</w:t>
      </w:r>
      <w:r w:rsidRPr="00EF2F0E">
        <w:t xml:space="preserve"> for interfering signal offsets where the interfering signal falls completely within the </w:t>
      </w:r>
      <w:r w:rsidRPr="00EF2F0E">
        <w:rPr>
          <w:i/>
        </w:rPr>
        <w:t>sub-block gap</w:t>
      </w:r>
      <w:r w:rsidRPr="00EF2F0E">
        <w:t xml:space="preserve">. The interfering signal offset is defined relative to the </w:t>
      </w:r>
      <w:r w:rsidRPr="00EF2F0E">
        <w:rPr>
          <w:i/>
        </w:rPr>
        <w:t>sub-block</w:t>
      </w:r>
      <w:r w:rsidRPr="00EF2F0E">
        <w:t xml:space="preserve"> edges.</w:t>
      </w:r>
    </w:p>
    <w:p w14:paraId="0984DBCC" w14:textId="77777777" w:rsidR="003E32EB" w:rsidRPr="00EF2F0E" w:rsidRDefault="003E32EB" w:rsidP="00A40339">
      <w:pPr>
        <w:rPr>
          <w:rFonts w:cs="v5.0.0"/>
        </w:rPr>
      </w:pPr>
      <w:r w:rsidRPr="00EF2F0E">
        <w:rPr>
          <w:rFonts w:cs="v5.0.0"/>
        </w:rPr>
        <w:t xml:space="preserve">For </w:t>
      </w:r>
      <w:r w:rsidRPr="00EF2F0E">
        <w:rPr>
          <w:rFonts w:cs="v5.0.0"/>
          <w:i/>
        </w:rPr>
        <w:t>TAB connectors</w:t>
      </w:r>
      <w:r w:rsidRPr="00EF2F0E">
        <w:rPr>
          <w:rFonts w:cs="v5.0.0"/>
        </w:rPr>
        <w:t xml:space="preserve"> supporting operation in multiple operating bands, the requirement is also applicable inside an inter </w:t>
      </w:r>
      <w:r w:rsidRPr="00EF2F0E">
        <w:rPr>
          <w:rFonts w:cs="v5.0.0"/>
          <w:i/>
        </w:rPr>
        <w:t>Base Station RF Bandwidth</w:t>
      </w:r>
      <w:r w:rsidRPr="00EF2F0E">
        <w:rPr>
          <w:rFonts w:cs="v5.0.0"/>
        </w:rPr>
        <w:t xml:space="preserve"> gap for interfering signal offsets where the interfering signal falls completely within the inter </w:t>
      </w:r>
      <w:r w:rsidRPr="00EF2F0E">
        <w:rPr>
          <w:rFonts w:cs="v5.0.0"/>
          <w:i/>
        </w:rPr>
        <w:t>Base Station RF Bandwidth</w:t>
      </w:r>
      <w:r w:rsidRPr="00EF2F0E">
        <w:rPr>
          <w:rFonts w:cs="v5.0.0"/>
        </w:rPr>
        <w:t xml:space="preserve"> gap.</w:t>
      </w:r>
    </w:p>
    <w:p w14:paraId="0984DBCD" w14:textId="77777777" w:rsidR="003E32EB" w:rsidRPr="00EF2F0E" w:rsidRDefault="003E32EB" w:rsidP="00A40339">
      <w:pPr>
        <w:pStyle w:val="Heading4"/>
      </w:pPr>
      <w:bookmarkStart w:id="2048" w:name="_Toc21095908"/>
      <w:bookmarkStart w:id="2049" w:name="_Toc29763107"/>
      <w:bookmarkStart w:id="2050" w:name="_Toc45869392"/>
      <w:bookmarkStart w:id="2051" w:name="_Toc52554640"/>
      <w:bookmarkStart w:id="2052" w:name="_Toc52555110"/>
      <w:bookmarkStart w:id="2053" w:name="_Toc61112335"/>
      <w:bookmarkStart w:id="2054" w:name="_Toc67911487"/>
      <w:bookmarkStart w:id="2055" w:name="_Toc74842962"/>
      <w:bookmarkStart w:id="2056" w:name="_Toc76503345"/>
      <w:bookmarkStart w:id="2057" w:name="_Toc83040788"/>
      <w:bookmarkStart w:id="2058" w:name="_Toc89851831"/>
      <w:bookmarkStart w:id="2059" w:name="_Toc98676185"/>
      <w:r w:rsidRPr="00EF2F0E">
        <w:t>6.7.3.2</w:t>
      </w:r>
      <w:r w:rsidRPr="00EF2F0E">
        <w:tab/>
        <w:t>General co-location minimum requirement for 1,28 Mcps TDD UTRA</w:t>
      </w:r>
      <w:bookmarkEnd w:id="2048"/>
      <w:bookmarkEnd w:id="2049"/>
      <w:bookmarkEnd w:id="2050"/>
      <w:bookmarkEnd w:id="2051"/>
      <w:bookmarkEnd w:id="2052"/>
      <w:bookmarkEnd w:id="2053"/>
      <w:bookmarkEnd w:id="2054"/>
      <w:bookmarkEnd w:id="2055"/>
      <w:bookmarkEnd w:id="2056"/>
      <w:bookmarkEnd w:id="2057"/>
      <w:bookmarkEnd w:id="2058"/>
      <w:bookmarkEnd w:id="2059"/>
    </w:p>
    <w:p w14:paraId="0984DBCE" w14:textId="77777777" w:rsidR="003E32EB" w:rsidRPr="00EF2F0E" w:rsidRDefault="003E32EB" w:rsidP="00A40339">
      <w:pPr>
        <w:rPr>
          <w:rFonts w:cs="v5.0.0"/>
        </w:rPr>
      </w:pPr>
      <w:r w:rsidRPr="00EF2F0E">
        <w:rPr>
          <w:rFonts w:cs="v5.0.0"/>
        </w:rPr>
        <w:t xml:space="preserve">The transmitter intermodulation level shall not exceed the out of band emission or the spurious emission requirements of subclause 6.6.5 and subclause 6.6.6 </w:t>
      </w:r>
      <w:r w:rsidRPr="00EF2F0E">
        <w:t>in the presence of interfering signal according to table 6.7.3.2-1.</w:t>
      </w:r>
    </w:p>
    <w:p w14:paraId="0984DBCF" w14:textId="77777777" w:rsidR="003E32EB" w:rsidRPr="00EF2F0E" w:rsidRDefault="003E32EB" w:rsidP="00A40339">
      <w:pPr>
        <w:pStyle w:val="TH"/>
      </w:pPr>
      <w:r w:rsidRPr="00EF2F0E">
        <w:t>Table 6.7.3.2-1: Interfering and wanted signals frequency offset for co-location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793"/>
        <w:gridCol w:w="3599"/>
      </w:tblGrid>
      <w:tr w:rsidR="003401A4" w:rsidRPr="00EF2F0E" w14:paraId="0984DBD2" w14:textId="77777777" w:rsidTr="00A40339">
        <w:trPr>
          <w:cantSplit/>
          <w:tblHeader/>
          <w:jc w:val="center"/>
        </w:trPr>
        <w:tc>
          <w:tcPr>
            <w:tcW w:w="4793" w:type="dxa"/>
          </w:tcPr>
          <w:p w14:paraId="0984DBD0" w14:textId="77777777" w:rsidR="003E32EB" w:rsidRPr="00EF2F0E" w:rsidRDefault="003E32EB" w:rsidP="00A40339">
            <w:pPr>
              <w:pStyle w:val="TAH"/>
            </w:pPr>
            <w:r w:rsidRPr="00EF2F0E">
              <w:t>Parameter</w:t>
            </w:r>
          </w:p>
        </w:tc>
        <w:tc>
          <w:tcPr>
            <w:tcW w:w="3599" w:type="dxa"/>
          </w:tcPr>
          <w:p w14:paraId="0984DBD1" w14:textId="77777777" w:rsidR="003E32EB" w:rsidRPr="00EF2F0E" w:rsidRDefault="003E32EB" w:rsidP="00A40339">
            <w:pPr>
              <w:pStyle w:val="TAH"/>
            </w:pPr>
            <w:r w:rsidRPr="00EF2F0E">
              <w:t>Value</w:t>
            </w:r>
          </w:p>
        </w:tc>
      </w:tr>
      <w:tr w:rsidR="003401A4" w:rsidRPr="00EF2F0E" w14:paraId="0984DBD5" w14:textId="77777777" w:rsidTr="00A40339">
        <w:trPr>
          <w:cantSplit/>
          <w:jc w:val="center"/>
        </w:trPr>
        <w:tc>
          <w:tcPr>
            <w:tcW w:w="4793" w:type="dxa"/>
          </w:tcPr>
          <w:p w14:paraId="0984DBD3" w14:textId="77777777" w:rsidR="003E32EB" w:rsidRPr="00EF2F0E" w:rsidRDefault="003E32EB" w:rsidP="00A40339">
            <w:pPr>
              <w:pStyle w:val="TAL"/>
              <w:rPr>
                <w:lang w:eastAsia="ja-JP"/>
              </w:rPr>
            </w:pPr>
            <w:r w:rsidRPr="00EF2F0E">
              <w:rPr>
                <w:lang w:eastAsia="ja-JP"/>
              </w:rPr>
              <w:t>Wanted signal type</w:t>
            </w:r>
          </w:p>
        </w:tc>
        <w:tc>
          <w:tcPr>
            <w:tcW w:w="3599" w:type="dxa"/>
          </w:tcPr>
          <w:p w14:paraId="0984DBD4" w14:textId="77777777" w:rsidR="003E32EB" w:rsidRPr="00EF2F0E" w:rsidRDefault="003E32EB" w:rsidP="00A40339">
            <w:pPr>
              <w:pStyle w:val="TAL"/>
              <w:rPr>
                <w:lang w:eastAsia="ja-JP"/>
              </w:rPr>
            </w:pPr>
            <w:r w:rsidRPr="00EF2F0E">
              <w:rPr>
                <w:lang w:eastAsia="ja-JP"/>
              </w:rPr>
              <w:t>1,28 Mcps TDD UTRA</w:t>
            </w:r>
          </w:p>
        </w:tc>
      </w:tr>
      <w:tr w:rsidR="003401A4" w:rsidRPr="00EF2F0E" w14:paraId="0984DBD8" w14:textId="77777777" w:rsidTr="00A40339">
        <w:trPr>
          <w:cantSplit/>
          <w:jc w:val="center"/>
        </w:trPr>
        <w:tc>
          <w:tcPr>
            <w:tcW w:w="4793" w:type="dxa"/>
          </w:tcPr>
          <w:p w14:paraId="0984DBD6" w14:textId="77777777" w:rsidR="003E32EB" w:rsidRPr="00EF2F0E" w:rsidRDefault="003E32EB" w:rsidP="00A40339">
            <w:pPr>
              <w:pStyle w:val="TAL"/>
              <w:rPr>
                <w:lang w:eastAsia="ja-JP"/>
              </w:rPr>
            </w:pPr>
            <w:r w:rsidRPr="00EF2F0E">
              <w:rPr>
                <w:lang w:eastAsia="ja-JP"/>
              </w:rPr>
              <w:t>Interfering signal type</w:t>
            </w:r>
          </w:p>
        </w:tc>
        <w:tc>
          <w:tcPr>
            <w:tcW w:w="3599" w:type="dxa"/>
          </w:tcPr>
          <w:p w14:paraId="0984DBD7" w14:textId="77777777" w:rsidR="003E32EB" w:rsidRPr="00EF2F0E" w:rsidRDefault="003E32EB" w:rsidP="00A40339">
            <w:pPr>
              <w:pStyle w:val="TAL"/>
              <w:rPr>
                <w:lang w:eastAsia="ja-JP"/>
              </w:rPr>
            </w:pPr>
            <w:r w:rsidRPr="00EF2F0E">
              <w:rPr>
                <w:lang w:eastAsia="ja-JP"/>
              </w:rPr>
              <w:t>1,28 Mcps TDD UTRA</w:t>
            </w:r>
          </w:p>
        </w:tc>
      </w:tr>
      <w:tr w:rsidR="003401A4" w:rsidRPr="00EF2F0E" w14:paraId="0984DBDB" w14:textId="77777777" w:rsidTr="00A40339">
        <w:trPr>
          <w:cantSplit/>
          <w:jc w:val="center"/>
        </w:trPr>
        <w:tc>
          <w:tcPr>
            <w:tcW w:w="4793" w:type="dxa"/>
          </w:tcPr>
          <w:p w14:paraId="0984DBD9" w14:textId="77777777" w:rsidR="003E32EB" w:rsidRPr="00EF2F0E" w:rsidRDefault="003E32EB" w:rsidP="00A40339">
            <w:pPr>
              <w:pStyle w:val="TAL"/>
              <w:rPr>
                <w:lang w:eastAsia="ja-JP"/>
              </w:rPr>
            </w:pPr>
            <w:r w:rsidRPr="00EF2F0E">
              <w:rPr>
                <w:lang w:eastAsia="ja-JP"/>
              </w:rPr>
              <w:t>Interfering signal level</w:t>
            </w:r>
          </w:p>
        </w:tc>
        <w:tc>
          <w:tcPr>
            <w:tcW w:w="3599" w:type="dxa"/>
          </w:tcPr>
          <w:p w14:paraId="0984DBDA" w14:textId="77777777" w:rsidR="003E32EB" w:rsidRPr="00EF2F0E" w:rsidRDefault="003E32EB" w:rsidP="00A40339">
            <w:pPr>
              <w:pStyle w:val="TAL"/>
              <w:rPr>
                <w:lang w:eastAsia="ja-JP"/>
              </w:rPr>
            </w:pPr>
            <w:r w:rsidRPr="00EF2F0E">
              <w:rPr>
                <w:rFonts w:cs="Arial"/>
                <w:i/>
              </w:rPr>
              <w:t xml:space="preserve">Rated total output power per TAB connector  </w:t>
            </w:r>
            <w:r w:rsidRPr="00EF2F0E">
              <w:rPr>
                <w:rFonts w:cs="Arial"/>
              </w:rPr>
              <w:t>in the operating band (P</w:t>
            </w:r>
            <w:r w:rsidRPr="00EF2F0E">
              <w:rPr>
                <w:rFonts w:cs="Arial"/>
                <w:vertAlign w:val="subscript"/>
              </w:rPr>
              <w:t>Rated,t,TABC</w:t>
            </w:r>
            <w:r w:rsidRPr="00EF2F0E">
              <w:rPr>
                <w:rFonts w:cs="Arial"/>
              </w:rPr>
              <w:t>) – 30dB</w:t>
            </w:r>
          </w:p>
        </w:tc>
      </w:tr>
      <w:tr w:rsidR="003401A4" w:rsidRPr="00EF2F0E" w14:paraId="0984DBE3" w14:textId="77777777" w:rsidTr="00A40339">
        <w:trPr>
          <w:cantSplit/>
          <w:jc w:val="center"/>
        </w:trPr>
        <w:tc>
          <w:tcPr>
            <w:tcW w:w="4793" w:type="dxa"/>
          </w:tcPr>
          <w:p w14:paraId="0984DBDC" w14:textId="77777777" w:rsidR="003E32EB" w:rsidRPr="00EF2F0E" w:rsidRDefault="003E32EB" w:rsidP="00A40339">
            <w:pPr>
              <w:pStyle w:val="TAL"/>
              <w:rPr>
                <w:lang w:eastAsia="zh-CN"/>
              </w:rPr>
            </w:pPr>
            <w:r w:rsidRPr="00EF2F0E">
              <w:rPr>
                <w:lang w:eastAsia="ja-JP"/>
              </w:rPr>
              <w:t xml:space="preserve">Interfering signal </w:t>
            </w:r>
            <w:r w:rsidRPr="00EF2F0E">
              <w:rPr>
                <w:lang w:eastAsia="zh-CN"/>
              </w:rPr>
              <w:t xml:space="preserve">centre </w:t>
            </w:r>
            <w:r w:rsidRPr="00EF2F0E">
              <w:rPr>
                <w:lang w:eastAsia="ja-JP"/>
              </w:rPr>
              <w:t xml:space="preserve">frequency offset from the </w:t>
            </w:r>
            <w:r w:rsidRPr="00EF2F0E">
              <w:rPr>
                <w:lang w:eastAsia="zh-CN"/>
              </w:rPr>
              <w:t xml:space="preserve">lower (upper) </w:t>
            </w:r>
            <w:r w:rsidRPr="00EF2F0E">
              <w:rPr>
                <w:lang w:eastAsia="ja-JP"/>
              </w:rPr>
              <w:t xml:space="preserve">edge of </w:t>
            </w:r>
            <w:r w:rsidRPr="00EF2F0E">
              <w:rPr>
                <w:lang w:eastAsia="zh-CN"/>
              </w:rPr>
              <w:t>the wanted signal</w:t>
            </w:r>
          </w:p>
        </w:tc>
        <w:tc>
          <w:tcPr>
            <w:tcW w:w="3599" w:type="dxa"/>
          </w:tcPr>
          <w:p w14:paraId="0984DBDD" w14:textId="77777777" w:rsidR="003E32EB" w:rsidRPr="00EF2F0E" w:rsidRDefault="003E32EB" w:rsidP="00A40339">
            <w:pPr>
              <w:pStyle w:val="TAL"/>
              <w:rPr>
                <w:lang w:eastAsia="ja-JP"/>
              </w:rPr>
            </w:pPr>
            <w:r w:rsidRPr="00EF2F0E">
              <w:rPr>
                <w:lang w:eastAsia="ja-JP"/>
              </w:rPr>
              <w:t>-</w:t>
            </w:r>
            <w:r w:rsidRPr="00EF2F0E">
              <w:rPr>
                <w:lang w:eastAsia="zh-CN"/>
              </w:rPr>
              <w:t>0,8</w:t>
            </w:r>
            <w:r w:rsidRPr="00EF2F0E">
              <w:rPr>
                <w:lang w:eastAsia="ja-JP"/>
              </w:rPr>
              <w:t xml:space="preserve"> MHz</w:t>
            </w:r>
          </w:p>
          <w:p w14:paraId="0984DBDE" w14:textId="77777777" w:rsidR="003E32EB" w:rsidRPr="00EF2F0E" w:rsidRDefault="003E32EB" w:rsidP="00A40339">
            <w:pPr>
              <w:pStyle w:val="TAL"/>
              <w:rPr>
                <w:lang w:eastAsia="ja-JP"/>
              </w:rPr>
            </w:pPr>
            <w:r w:rsidRPr="00EF2F0E">
              <w:rPr>
                <w:lang w:eastAsia="ja-JP"/>
              </w:rPr>
              <w:t>-</w:t>
            </w:r>
            <w:r w:rsidRPr="00EF2F0E">
              <w:rPr>
                <w:lang w:eastAsia="zh-CN"/>
              </w:rPr>
              <w:t>2,4</w:t>
            </w:r>
            <w:r w:rsidRPr="00EF2F0E">
              <w:rPr>
                <w:lang w:eastAsia="ja-JP"/>
              </w:rPr>
              <w:t>MHz</w:t>
            </w:r>
          </w:p>
          <w:p w14:paraId="0984DBDF" w14:textId="77777777" w:rsidR="003E32EB" w:rsidRPr="00EF2F0E" w:rsidRDefault="003E32EB" w:rsidP="00A40339">
            <w:pPr>
              <w:pStyle w:val="TAL"/>
              <w:rPr>
                <w:lang w:eastAsia="ja-JP"/>
              </w:rPr>
            </w:pPr>
            <w:r w:rsidRPr="00EF2F0E">
              <w:rPr>
                <w:lang w:eastAsia="ja-JP"/>
              </w:rPr>
              <w:t>-</w:t>
            </w:r>
            <w:r w:rsidRPr="00EF2F0E">
              <w:rPr>
                <w:lang w:eastAsia="zh-CN"/>
              </w:rPr>
              <w:t>4,0</w:t>
            </w:r>
            <w:r w:rsidRPr="00EF2F0E">
              <w:rPr>
                <w:lang w:eastAsia="ja-JP"/>
              </w:rPr>
              <w:t xml:space="preserve"> MHz</w:t>
            </w:r>
          </w:p>
          <w:p w14:paraId="0984DBE0" w14:textId="77777777" w:rsidR="003E32EB" w:rsidRPr="00EF2F0E" w:rsidRDefault="003E32EB" w:rsidP="00A40339">
            <w:pPr>
              <w:pStyle w:val="TAL"/>
              <w:rPr>
                <w:lang w:eastAsia="ja-JP"/>
              </w:rPr>
            </w:pPr>
            <w:r w:rsidRPr="00EF2F0E">
              <w:rPr>
                <w:lang w:eastAsia="ja-JP"/>
              </w:rPr>
              <w:t>+</w:t>
            </w:r>
            <w:r w:rsidRPr="00EF2F0E">
              <w:rPr>
                <w:lang w:eastAsia="zh-CN"/>
              </w:rPr>
              <w:t>0,8</w:t>
            </w:r>
            <w:r w:rsidRPr="00EF2F0E">
              <w:rPr>
                <w:lang w:eastAsia="ja-JP"/>
              </w:rPr>
              <w:t xml:space="preserve"> MHz</w:t>
            </w:r>
          </w:p>
          <w:p w14:paraId="0984DBE1" w14:textId="77777777" w:rsidR="003E32EB" w:rsidRPr="00EF2F0E" w:rsidRDefault="003E32EB" w:rsidP="00A40339">
            <w:pPr>
              <w:pStyle w:val="TAL"/>
              <w:rPr>
                <w:lang w:eastAsia="ja-JP"/>
              </w:rPr>
            </w:pPr>
            <w:r w:rsidRPr="00EF2F0E">
              <w:rPr>
                <w:lang w:eastAsia="ja-JP"/>
              </w:rPr>
              <w:t>+</w:t>
            </w:r>
            <w:r w:rsidRPr="00EF2F0E">
              <w:rPr>
                <w:lang w:eastAsia="zh-CN"/>
              </w:rPr>
              <w:t>2,4</w:t>
            </w:r>
            <w:r w:rsidRPr="00EF2F0E">
              <w:rPr>
                <w:lang w:eastAsia="ja-JP"/>
              </w:rPr>
              <w:t xml:space="preserve"> MHz</w:t>
            </w:r>
          </w:p>
          <w:p w14:paraId="0984DBE2" w14:textId="77777777" w:rsidR="003E32EB" w:rsidRPr="00EF2F0E" w:rsidRDefault="003E32EB" w:rsidP="00A40339">
            <w:pPr>
              <w:pStyle w:val="TAL"/>
              <w:rPr>
                <w:lang w:eastAsia="ja-JP"/>
              </w:rPr>
            </w:pPr>
            <w:r w:rsidRPr="00EF2F0E">
              <w:rPr>
                <w:lang w:eastAsia="ja-JP"/>
              </w:rPr>
              <w:t>+</w:t>
            </w:r>
            <w:r w:rsidRPr="00EF2F0E">
              <w:rPr>
                <w:lang w:eastAsia="zh-CN"/>
              </w:rPr>
              <w:t>4,0</w:t>
            </w:r>
            <w:r w:rsidRPr="00EF2F0E">
              <w:rPr>
                <w:lang w:eastAsia="ja-JP"/>
              </w:rPr>
              <w:t xml:space="preserve"> MHz</w:t>
            </w:r>
          </w:p>
        </w:tc>
      </w:tr>
      <w:tr w:rsidR="003E32EB" w:rsidRPr="00EF2F0E" w14:paraId="0984DBE5" w14:textId="77777777" w:rsidTr="00A40339">
        <w:trPr>
          <w:cantSplit/>
          <w:jc w:val="center"/>
        </w:trPr>
        <w:tc>
          <w:tcPr>
            <w:tcW w:w="8392" w:type="dxa"/>
            <w:gridSpan w:val="2"/>
          </w:tcPr>
          <w:p w14:paraId="0984DBE4" w14:textId="77777777" w:rsidR="003E32EB" w:rsidRPr="00EF2F0E" w:rsidRDefault="003E32EB" w:rsidP="00A40339">
            <w:pPr>
              <w:pStyle w:val="TAN"/>
            </w:pPr>
            <w:r w:rsidRPr="00EF2F0E">
              <w:t>NOTE:</w:t>
            </w:r>
            <w:r w:rsidRPr="00EF2F0E">
              <w:tab/>
            </w:r>
            <w:r w:rsidRPr="00EF2F0E">
              <w:rPr>
                <w:lang w:eastAsia="ja-JP"/>
              </w:rPr>
              <w:t xml:space="preserve">Interference frequencies that are outside of the </w:t>
            </w:r>
            <w:r w:rsidRPr="00EF2F0E">
              <w:rPr>
                <w:snapToGrid w:val="0"/>
                <w:lang w:eastAsia="ja-JP"/>
              </w:rPr>
              <w:t>allocated frequency band specified in subclause 4.6 are excluded from the requirement</w:t>
            </w:r>
            <w:r w:rsidRPr="00EF2F0E">
              <w:rPr>
                <w:lang w:eastAsia="ja-JP"/>
              </w:rPr>
              <w:t xml:space="preserve">, unless the interfering signal positions fall within the frequency range of adjacent </w:t>
            </w:r>
            <w:r w:rsidRPr="00EF2F0E">
              <w:rPr>
                <w:i/>
                <w:lang w:eastAsia="ja-JP"/>
              </w:rPr>
              <w:t>downlink operating band</w:t>
            </w:r>
            <w:r w:rsidRPr="00EF2F0E">
              <w:rPr>
                <w:lang w:eastAsia="ja-JP"/>
              </w:rPr>
              <w:t>s in the same geographical area.</w:t>
            </w:r>
          </w:p>
        </w:tc>
      </w:tr>
    </w:tbl>
    <w:p w14:paraId="0984DBE6" w14:textId="77777777" w:rsidR="003E32EB" w:rsidRPr="00EF2F0E" w:rsidRDefault="003E32EB" w:rsidP="00A40339"/>
    <w:p w14:paraId="0984DBE7" w14:textId="77777777" w:rsidR="003E32EB" w:rsidRPr="00EF2F0E" w:rsidRDefault="003E32EB" w:rsidP="00A40339">
      <w:r w:rsidRPr="00EF2F0E">
        <w:t xml:space="preserve">For </w:t>
      </w:r>
      <w:r w:rsidRPr="00EF2F0E">
        <w:rPr>
          <w:i/>
        </w:rPr>
        <w:t>TAB connectors</w:t>
      </w:r>
      <w:r w:rsidRPr="00EF2F0E">
        <w:t xml:space="preserve"> supporting operation in </w:t>
      </w:r>
      <w:r w:rsidRPr="00EF2F0E">
        <w:rPr>
          <w:i/>
        </w:rPr>
        <w:t>non-contiguous spectrum</w:t>
      </w:r>
      <w:r w:rsidRPr="00EF2F0E">
        <w:t xml:space="preserve">, the requirement is also applicable inside a </w:t>
      </w:r>
      <w:r w:rsidRPr="00EF2F0E">
        <w:rPr>
          <w:i/>
        </w:rPr>
        <w:t>sub</w:t>
      </w:r>
      <w:r w:rsidRPr="00EF2F0E">
        <w:rPr>
          <w:i/>
        </w:rPr>
        <w:noBreakHyphen/>
        <w:t>block gap</w:t>
      </w:r>
      <w:r w:rsidRPr="00EF2F0E">
        <w:t xml:space="preserve"> for interfering signal offsets where the interfering signal falls completely within the </w:t>
      </w:r>
      <w:r w:rsidRPr="00EF2F0E">
        <w:rPr>
          <w:i/>
        </w:rPr>
        <w:t>sub-block gap</w:t>
      </w:r>
      <w:r w:rsidRPr="00EF2F0E">
        <w:t xml:space="preserve">. The interfering signal offset is defined relative to the </w:t>
      </w:r>
      <w:r w:rsidRPr="00EF2F0E">
        <w:rPr>
          <w:i/>
        </w:rPr>
        <w:t>sub-block</w:t>
      </w:r>
      <w:r w:rsidRPr="00EF2F0E">
        <w:t xml:space="preserve"> edges.</w:t>
      </w:r>
    </w:p>
    <w:p w14:paraId="0984DBE8" w14:textId="77777777" w:rsidR="003E32EB" w:rsidRPr="00EF2F0E" w:rsidRDefault="003E32EB" w:rsidP="00A40339">
      <w:pPr>
        <w:rPr>
          <w:rFonts w:cs="v5.0.0"/>
        </w:rPr>
      </w:pPr>
      <w:r w:rsidRPr="00EF2F0E">
        <w:rPr>
          <w:rFonts w:cs="v5.0.0"/>
        </w:rPr>
        <w:t xml:space="preserve">For </w:t>
      </w:r>
      <w:r w:rsidRPr="00EF2F0E">
        <w:rPr>
          <w:rFonts w:cs="v5.0.0"/>
          <w:i/>
        </w:rPr>
        <w:t>TAB connectors</w:t>
      </w:r>
      <w:r w:rsidRPr="00EF2F0E">
        <w:rPr>
          <w:rFonts w:cs="v5.0.0"/>
        </w:rPr>
        <w:t xml:space="preserve"> supporting operation in multiple operating band, the requirement is also applicable inside an inter </w:t>
      </w:r>
      <w:r w:rsidRPr="00EF2F0E">
        <w:rPr>
          <w:rFonts w:cs="v5.0.0"/>
          <w:i/>
        </w:rPr>
        <w:t>Base Station RF Bandwidth</w:t>
      </w:r>
      <w:r w:rsidRPr="00EF2F0E">
        <w:rPr>
          <w:rFonts w:cs="v5.0.0"/>
        </w:rPr>
        <w:t xml:space="preserve"> gap for interfering signal offsets where the interfering signal falls completely within the inter </w:t>
      </w:r>
      <w:r w:rsidRPr="00EF2F0E">
        <w:rPr>
          <w:rFonts w:cs="v5.0.0"/>
          <w:i/>
        </w:rPr>
        <w:t>Base Station RF Bandwidth</w:t>
      </w:r>
      <w:r w:rsidRPr="00EF2F0E">
        <w:rPr>
          <w:rFonts w:cs="v5.0.0"/>
        </w:rPr>
        <w:t xml:space="preserve"> gap.</w:t>
      </w:r>
    </w:p>
    <w:p w14:paraId="0984DBE9" w14:textId="77777777" w:rsidR="003E32EB" w:rsidRPr="00EF2F0E" w:rsidRDefault="003E32EB" w:rsidP="00A40339">
      <w:pPr>
        <w:pStyle w:val="Heading4"/>
      </w:pPr>
      <w:bookmarkStart w:id="2060" w:name="_Toc21095909"/>
      <w:bookmarkStart w:id="2061" w:name="_Toc29763108"/>
      <w:bookmarkStart w:id="2062" w:name="_Toc45869393"/>
      <w:bookmarkStart w:id="2063" w:name="_Toc52554641"/>
      <w:bookmarkStart w:id="2064" w:name="_Toc52555111"/>
      <w:bookmarkStart w:id="2065" w:name="_Toc61112336"/>
      <w:bookmarkStart w:id="2066" w:name="_Toc67911488"/>
      <w:bookmarkStart w:id="2067" w:name="_Toc74842963"/>
      <w:bookmarkStart w:id="2068" w:name="_Toc76503346"/>
      <w:bookmarkStart w:id="2069" w:name="_Toc83040789"/>
      <w:bookmarkStart w:id="2070" w:name="_Toc89851832"/>
      <w:bookmarkStart w:id="2071" w:name="_Toc98676186"/>
      <w:r w:rsidRPr="00EF2F0E">
        <w:t>6.7.3.3</w:t>
      </w:r>
      <w:r w:rsidRPr="00EF2F0E">
        <w:tab/>
        <w:t>Intra-system minimum requirement</w:t>
      </w:r>
      <w:bookmarkEnd w:id="2060"/>
      <w:bookmarkEnd w:id="2061"/>
      <w:bookmarkEnd w:id="2062"/>
      <w:bookmarkEnd w:id="2063"/>
      <w:bookmarkEnd w:id="2064"/>
      <w:bookmarkEnd w:id="2065"/>
      <w:bookmarkEnd w:id="2066"/>
      <w:bookmarkEnd w:id="2067"/>
      <w:bookmarkEnd w:id="2068"/>
      <w:bookmarkEnd w:id="2069"/>
      <w:bookmarkEnd w:id="2070"/>
      <w:bookmarkEnd w:id="2071"/>
    </w:p>
    <w:p w14:paraId="0984DBEA" w14:textId="77777777" w:rsidR="003E32EB" w:rsidRPr="00EF2F0E" w:rsidRDefault="003E32EB" w:rsidP="00A40339">
      <w:pPr>
        <w:rPr>
          <w:lang w:eastAsia="zh-CN"/>
        </w:rPr>
      </w:pPr>
      <w:r w:rsidRPr="00EF2F0E">
        <w:rPr>
          <w:lang w:eastAsia="zh-CN"/>
        </w:rPr>
        <w:t>The transmitter intermodulation level shall not exceed the unwanted emission limits specified for operating band unwanted emission in subclause 6.6.5 and ACLR in subclause 6.6.3 in the presence of a wanted signal and an interfering signal according to table 6.7.3.3-1 for AAS BS.</w:t>
      </w:r>
    </w:p>
    <w:p w14:paraId="0984DBEB" w14:textId="77777777" w:rsidR="003E32EB" w:rsidRPr="00EF2F0E" w:rsidRDefault="003E32EB" w:rsidP="00A40339">
      <w:pPr>
        <w:pStyle w:val="TH"/>
      </w:pPr>
      <w:r w:rsidRPr="00EF2F0E">
        <w:t>Table 6.7.3.3-1: Interfering and wanted signals for</w:t>
      </w:r>
      <w:r w:rsidRPr="00EF2F0E">
        <w:br/>
        <w:t>intra-system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814"/>
        <w:gridCol w:w="3620"/>
      </w:tblGrid>
      <w:tr w:rsidR="003401A4" w:rsidRPr="00EF2F0E" w14:paraId="0984DBEE" w14:textId="77777777" w:rsidTr="00A40339">
        <w:trPr>
          <w:tblHeader/>
          <w:jc w:val="center"/>
        </w:trPr>
        <w:tc>
          <w:tcPr>
            <w:tcW w:w="4814" w:type="dxa"/>
            <w:shd w:val="clear" w:color="auto" w:fill="auto"/>
          </w:tcPr>
          <w:p w14:paraId="0984DBEC" w14:textId="77777777" w:rsidR="003E32EB" w:rsidRPr="00EF2F0E" w:rsidRDefault="003E32EB" w:rsidP="00A40339">
            <w:pPr>
              <w:pStyle w:val="TAH"/>
            </w:pPr>
            <w:r w:rsidRPr="00EF2F0E">
              <w:t>Parameter</w:t>
            </w:r>
          </w:p>
        </w:tc>
        <w:tc>
          <w:tcPr>
            <w:tcW w:w="3620" w:type="dxa"/>
            <w:shd w:val="clear" w:color="auto" w:fill="auto"/>
          </w:tcPr>
          <w:p w14:paraId="0984DBED" w14:textId="77777777" w:rsidR="003E32EB" w:rsidRPr="00EF2F0E" w:rsidRDefault="003E32EB" w:rsidP="00A40339">
            <w:pPr>
              <w:pStyle w:val="TAH"/>
            </w:pPr>
            <w:r w:rsidRPr="00EF2F0E">
              <w:t>Value</w:t>
            </w:r>
          </w:p>
        </w:tc>
      </w:tr>
      <w:tr w:rsidR="003401A4" w:rsidRPr="00B74DF1" w14:paraId="0984DBF1" w14:textId="77777777" w:rsidTr="00A40339">
        <w:trPr>
          <w:jc w:val="center"/>
        </w:trPr>
        <w:tc>
          <w:tcPr>
            <w:tcW w:w="4814" w:type="dxa"/>
            <w:shd w:val="clear" w:color="auto" w:fill="auto"/>
          </w:tcPr>
          <w:p w14:paraId="0984DBEF" w14:textId="77777777" w:rsidR="003E32EB" w:rsidRPr="00EF2F0E" w:rsidRDefault="003E32EB" w:rsidP="00A40339">
            <w:pPr>
              <w:pStyle w:val="TAL"/>
              <w:rPr>
                <w:rFonts w:cs="Arial"/>
                <w:szCs w:val="18"/>
              </w:rPr>
            </w:pPr>
            <w:r w:rsidRPr="00EF2F0E">
              <w:rPr>
                <w:rFonts w:cs="Arial"/>
                <w:szCs w:val="18"/>
              </w:rPr>
              <w:t>Wanted signal type</w:t>
            </w:r>
          </w:p>
        </w:tc>
        <w:tc>
          <w:tcPr>
            <w:tcW w:w="3620" w:type="dxa"/>
            <w:shd w:val="clear" w:color="auto" w:fill="auto"/>
          </w:tcPr>
          <w:p w14:paraId="0984DBF0" w14:textId="77777777" w:rsidR="003E32EB" w:rsidRPr="00EF2F0E" w:rsidRDefault="003E32EB" w:rsidP="00A40339">
            <w:pPr>
              <w:pStyle w:val="TAL"/>
              <w:rPr>
                <w:rFonts w:cs="Arial"/>
                <w:szCs w:val="18"/>
                <w:lang w:val="sv-FI"/>
              </w:rPr>
            </w:pPr>
            <w:r w:rsidRPr="00EF2F0E">
              <w:rPr>
                <w:lang w:val="sv-FI" w:eastAsia="ja-JP"/>
              </w:rPr>
              <w:t>UTRA or 1,28 Mcps TDD UTRA</w:t>
            </w:r>
          </w:p>
        </w:tc>
      </w:tr>
      <w:tr w:rsidR="003401A4" w:rsidRPr="00EF2F0E" w14:paraId="0984DBF4" w14:textId="77777777" w:rsidTr="00A40339">
        <w:trPr>
          <w:jc w:val="center"/>
        </w:trPr>
        <w:tc>
          <w:tcPr>
            <w:tcW w:w="4814" w:type="dxa"/>
            <w:shd w:val="clear" w:color="auto" w:fill="auto"/>
          </w:tcPr>
          <w:p w14:paraId="0984DBF2" w14:textId="77777777" w:rsidR="003E32EB" w:rsidRPr="00EF2F0E" w:rsidRDefault="003E32EB" w:rsidP="00A40339">
            <w:pPr>
              <w:pStyle w:val="TAL"/>
              <w:rPr>
                <w:rFonts w:cs="Arial"/>
                <w:szCs w:val="18"/>
              </w:rPr>
            </w:pPr>
            <w:r w:rsidRPr="00EF2F0E">
              <w:rPr>
                <w:rFonts w:cs="Arial"/>
                <w:szCs w:val="18"/>
              </w:rPr>
              <w:t>Interfering signal type</w:t>
            </w:r>
          </w:p>
        </w:tc>
        <w:tc>
          <w:tcPr>
            <w:tcW w:w="3620" w:type="dxa"/>
            <w:shd w:val="clear" w:color="auto" w:fill="auto"/>
          </w:tcPr>
          <w:p w14:paraId="0984DBF3" w14:textId="77777777" w:rsidR="003E32EB" w:rsidRPr="00EF2F0E" w:rsidRDefault="003E32EB" w:rsidP="00A40339">
            <w:pPr>
              <w:pStyle w:val="TAL"/>
              <w:rPr>
                <w:rFonts w:cs="Arial"/>
                <w:szCs w:val="18"/>
              </w:rPr>
            </w:pPr>
            <w:r w:rsidRPr="00EF2F0E">
              <w:rPr>
                <w:rFonts w:cs="Arial"/>
                <w:szCs w:val="18"/>
              </w:rPr>
              <w:t xml:space="preserve">UTRA or 1,28 Mcps TDD UTRA signal of the same </w:t>
            </w:r>
            <w:r w:rsidRPr="00EF2F0E">
              <w:rPr>
                <w:rFonts w:cs="Arial"/>
                <w:i/>
                <w:szCs w:val="18"/>
              </w:rPr>
              <w:t>channel bandwidth</w:t>
            </w:r>
            <w:r w:rsidRPr="00EF2F0E">
              <w:rPr>
                <w:rFonts w:cs="Arial"/>
                <w:szCs w:val="18"/>
              </w:rPr>
              <w:t xml:space="preserve"> as the wanted signal (NOTE</w:t>
            </w:r>
            <w:r w:rsidRPr="00EF2F0E">
              <w:rPr>
                <w:lang w:eastAsia="ja-JP"/>
              </w:rPr>
              <w:t xml:space="preserve"> </w:t>
            </w:r>
            <w:r w:rsidRPr="00EF2F0E">
              <w:rPr>
                <w:rFonts w:cs="Arial"/>
                <w:szCs w:val="18"/>
              </w:rPr>
              <w:t>1).</w:t>
            </w:r>
          </w:p>
        </w:tc>
      </w:tr>
      <w:tr w:rsidR="003401A4" w:rsidRPr="00EF2F0E" w14:paraId="0984DBF7" w14:textId="77777777" w:rsidTr="00A40339">
        <w:trPr>
          <w:jc w:val="center"/>
        </w:trPr>
        <w:tc>
          <w:tcPr>
            <w:tcW w:w="4814" w:type="dxa"/>
            <w:shd w:val="clear" w:color="auto" w:fill="auto"/>
          </w:tcPr>
          <w:p w14:paraId="0984DBF5" w14:textId="77777777" w:rsidR="003E32EB" w:rsidRPr="00EF2F0E" w:rsidRDefault="003E32EB" w:rsidP="00A40339">
            <w:pPr>
              <w:pStyle w:val="TAL"/>
              <w:rPr>
                <w:rFonts w:cs="Arial"/>
                <w:szCs w:val="18"/>
              </w:rPr>
            </w:pPr>
            <w:r w:rsidRPr="00EF2F0E">
              <w:rPr>
                <w:rFonts w:cs="Arial"/>
                <w:szCs w:val="18"/>
              </w:rPr>
              <w:t>Interfering signal level</w:t>
            </w:r>
          </w:p>
        </w:tc>
        <w:tc>
          <w:tcPr>
            <w:tcW w:w="3620" w:type="dxa"/>
            <w:shd w:val="clear" w:color="auto" w:fill="auto"/>
          </w:tcPr>
          <w:p w14:paraId="0984DBF6" w14:textId="77777777" w:rsidR="003E32EB" w:rsidRPr="00EF2F0E" w:rsidRDefault="003E32EB" w:rsidP="00A40339">
            <w:pPr>
              <w:pStyle w:val="TAL"/>
              <w:rPr>
                <w:rFonts w:cs="Arial"/>
                <w:szCs w:val="18"/>
              </w:rPr>
            </w:pPr>
            <w:r w:rsidRPr="00EF2F0E">
              <w:rPr>
                <w:rFonts w:cs="Arial"/>
                <w:szCs w:val="18"/>
              </w:rPr>
              <w:t>Power level declared by the base station manufacturer (NOTE 2).</w:t>
            </w:r>
          </w:p>
        </w:tc>
      </w:tr>
      <w:tr w:rsidR="003401A4" w:rsidRPr="00EF2F0E" w14:paraId="0984DBFB" w14:textId="77777777" w:rsidTr="00A40339">
        <w:trPr>
          <w:jc w:val="center"/>
        </w:trPr>
        <w:tc>
          <w:tcPr>
            <w:tcW w:w="4814" w:type="dxa"/>
            <w:shd w:val="clear" w:color="auto" w:fill="auto"/>
          </w:tcPr>
          <w:p w14:paraId="0984DBF8" w14:textId="77777777" w:rsidR="003E32EB" w:rsidRPr="00EF2F0E" w:rsidRDefault="003E32EB" w:rsidP="00A40339">
            <w:pPr>
              <w:pStyle w:val="TAL"/>
              <w:rPr>
                <w:rFonts w:cs="Arial"/>
                <w:szCs w:val="18"/>
              </w:rPr>
            </w:pPr>
            <w:r w:rsidRPr="00EF2F0E">
              <w:rPr>
                <w:rFonts w:cs="Arial"/>
                <w:szCs w:val="18"/>
              </w:rPr>
              <w:t>Frequency offset between interfering signal and wanted signal</w:t>
            </w:r>
          </w:p>
        </w:tc>
        <w:tc>
          <w:tcPr>
            <w:tcW w:w="3620" w:type="dxa"/>
            <w:shd w:val="clear" w:color="auto" w:fill="auto"/>
          </w:tcPr>
          <w:p w14:paraId="0984DBF9" w14:textId="77777777" w:rsidR="003E32EB" w:rsidRPr="00EF2F0E" w:rsidRDefault="003E32EB" w:rsidP="00A40339">
            <w:pPr>
              <w:pStyle w:val="TAL"/>
              <w:rPr>
                <w:rFonts w:cs="Arial"/>
                <w:szCs w:val="18"/>
              </w:rPr>
            </w:pPr>
            <w:r w:rsidRPr="00EF2F0E">
              <w:rPr>
                <w:rFonts w:cs="Arial"/>
                <w:szCs w:val="18"/>
              </w:rPr>
              <w:t>0 MHz</w:t>
            </w:r>
          </w:p>
          <w:p w14:paraId="0984DBFA" w14:textId="77777777" w:rsidR="003E32EB" w:rsidRPr="00EF2F0E" w:rsidRDefault="003E32EB" w:rsidP="00A40339">
            <w:pPr>
              <w:pStyle w:val="TAL"/>
              <w:rPr>
                <w:rFonts w:cs="Arial"/>
                <w:szCs w:val="18"/>
              </w:rPr>
            </w:pPr>
          </w:p>
        </w:tc>
      </w:tr>
      <w:tr w:rsidR="003E32EB" w:rsidRPr="00EF2F0E" w14:paraId="0984DBFE" w14:textId="77777777" w:rsidTr="00A40339">
        <w:trPr>
          <w:jc w:val="center"/>
        </w:trPr>
        <w:tc>
          <w:tcPr>
            <w:tcW w:w="8434" w:type="dxa"/>
            <w:gridSpan w:val="2"/>
            <w:shd w:val="clear" w:color="auto" w:fill="auto"/>
          </w:tcPr>
          <w:p w14:paraId="0984DBFC" w14:textId="77777777" w:rsidR="003E32EB" w:rsidRPr="00EF2F0E" w:rsidRDefault="003E32EB" w:rsidP="00A40339">
            <w:pPr>
              <w:pStyle w:val="TAN"/>
            </w:pPr>
            <w:r w:rsidRPr="00EF2F0E">
              <w:t>NOTE 1:</w:t>
            </w:r>
            <w:r w:rsidRPr="00EF2F0E">
              <w:rPr>
                <w:lang w:eastAsia="ja-JP"/>
              </w:rPr>
              <w:tab/>
            </w:r>
            <w:r w:rsidRPr="00EF2F0E">
              <w:t>The interfering signal shall be incoherent with the wanted signal.</w:t>
            </w:r>
          </w:p>
          <w:p w14:paraId="0984DBFD" w14:textId="77777777" w:rsidR="003E32EB" w:rsidRPr="00EF2F0E" w:rsidRDefault="003E32EB" w:rsidP="00A40339">
            <w:pPr>
              <w:pStyle w:val="TAN"/>
            </w:pPr>
            <w:r w:rsidRPr="00EF2F0E">
              <w:t>NOTE 2:</w:t>
            </w:r>
            <w:r w:rsidRPr="00EF2F0E">
              <w:rPr>
                <w:lang w:eastAsia="ja-JP"/>
              </w:rPr>
              <w:tab/>
            </w:r>
            <w:r w:rsidRPr="00EF2F0E">
              <w:rPr>
                <w:rFonts w:cs="Arial"/>
                <w:szCs w:val="18"/>
              </w:rPr>
              <w:t xml:space="preserve">The declared interfering signal power level at each </w:t>
            </w:r>
            <w:r w:rsidRPr="00EF2F0E">
              <w:rPr>
                <w:rFonts w:cs="Arial"/>
                <w:i/>
                <w:szCs w:val="18"/>
              </w:rPr>
              <w:t>TAB connector</w:t>
            </w:r>
            <w:r w:rsidRPr="00EF2F0E">
              <w:rPr>
                <w:rFonts w:cs="Arial"/>
                <w:szCs w:val="18"/>
              </w:rPr>
              <w:t xml:space="preserve"> is the sum of the co-channel leakage power coupled via the combined RDN and Antenna Array from all the other </w:t>
            </w:r>
            <w:r w:rsidRPr="00EF2F0E">
              <w:rPr>
                <w:rFonts w:cs="Arial"/>
                <w:i/>
                <w:szCs w:val="18"/>
              </w:rPr>
              <w:t>TAB connectors</w:t>
            </w:r>
            <w:r w:rsidRPr="00EF2F0E">
              <w:rPr>
                <w:rFonts w:cs="Arial"/>
                <w:szCs w:val="18"/>
              </w:rPr>
              <w:t xml:space="preserve">, but does not comprise power radiated from the Antenna Array and reflected back from the environment. </w:t>
            </w:r>
            <w:r w:rsidRPr="00EF2F0E">
              <w:rPr>
                <w:rFonts w:cs="Arial"/>
              </w:rPr>
              <w:t xml:space="preserve">The power at each of the interfering </w:t>
            </w:r>
            <w:r w:rsidRPr="00EF2F0E">
              <w:rPr>
                <w:rFonts w:cs="Arial"/>
                <w:i/>
              </w:rPr>
              <w:t>TAB connectors</w:t>
            </w:r>
            <w:r w:rsidRPr="00EF2F0E">
              <w:rPr>
                <w:rFonts w:cs="Arial"/>
              </w:rPr>
              <w:t xml:space="preserve"> is P</w:t>
            </w:r>
            <w:r w:rsidRPr="00EF2F0E">
              <w:rPr>
                <w:rFonts w:cs="Arial"/>
                <w:vertAlign w:val="subscript"/>
              </w:rPr>
              <w:t>Rated,c,TABC</w:t>
            </w:r>
            <w:r w:rsidRPr="00EF2F0E">
              <w:rPr>
                <w:rFonts w:cs="Arial"/>
              </w:rPr>
              <w:t>.</w:t>
            </w:r>
            <w:r w:rsidRPr="00EF2F0E">
              <w:t xml:space="preserve"> </w:t>
            </w:r>
          </w:p>
        </w:tc>
      </w:tr>
    </w:tbl>
    <w:p w14:paraId="0984DBFF" w14:textId="77777777" w:rsidR="003E32EB" w:rsidRPr="00EF2F0E" w:rsidRDefault="003E32EB" w:rsidP="00A40339"/>
    <w:p w14:paraId="0984DC00" w14:textId="77777777" w:rsidR="003E32EB" w:rsidRPr="00EF2F0E" w:rsidRDefault="003E32EB" w:rsidP="00A40339">
      <w:pPr>
        <w:pStyle w:val="Heading3"/>
        <w:rPr>
          <w:lang w:eastAsia="zh-CN"/>
        </w:rPr>
      </w:pPr>
      <w:bookmarkStart w:id="2072" w:name="_Toc21095910"/>
      <w:bookmarkStart w:id="2073" w:name="_Toc29763109"/>
      <w:bookmarkStart w:id="2074" w:name="_Toc45869394"/>
      <w:bookmarkStart w:id="2075" w:name="_Toc52554642"/>
      <w:bookmarkStart w:id="2076" w:name="_Toc52555112"/>
      <w:bookmarkStart w:id="2077" w:name="_Toc61112337"/>
      <w:bookmarkStart w:id="2078" w:name="_Toc67911489"/>
      <w:bookmarkStart w:id="2079" w:name="_Toc74842964"/>
      <w:bookmarkStart w:id="2080" w:name="_Toc76503347"/>
      <w:bookmarkStart w:id="2081" w:name="_Toc83040790"/>
      <w:bookmarkStart w:id="2082" w:name="_Toc89851833"/>
      <w:bookmarkStart w:id="2083" w:name="_Toc98676187"/>
      <w:r w:rsidRPr="00EF2F0E">
        <w:rPr>
          <w:lang w:eastAsia="zh-CN"/>
        </w:rPr>
        <w:t>6.7.4</w:t>
      </w:r>
      <w:r w:rsidRPr="00EF2F0E">
        <w:rPr>
          <w:lang w:eastAsia="zh-CN"/>
        </w:rPr>
        <w:tab/>
        <w:t>Minimum requirement for single RAT E-UTRA operation</w:t>
      </w:r>
      <w:bookmarkEnd w:id="2072"/>
      <w:bookmarkEnd w:id="2073"/>
      <w:bookmarkEnd w:id="2074"/>
      <w:bookmarkEnd w:id="2075"/>
      <w:bookmarkEnd w:id="2076"/>
      <w:bookmarkEnd w:id="2077"/>
      <w:bookmarkEnd w:id="2078"/>
      <w:bookmarkEnd w:id="2079"/>
      <w:bookmarkEnd w:id="2080"/>
      <w:bookmarkEnd w:id="2081"/>
      <w:bookmarkEnd w:id="2082"/>
      <w:bookmarkEnd w:id="2083"/>
    </w:p>
    <w:p w14:paraId="0984DC01" w14:textId="77777777" w:rsidR="003E32EB" w:rsidRPr="00EF2F0E" w:rsidRDefault="003E32EB" w:rsidP="00A40339">
      <w:pPr>
        <w:pStyle w:val="Heading4"/>
      </w:pPr>
      <w:bookmarkStart w:id="2084" w:name="_Toc21095911"/>
      <w:bookmarkStart w:id="2085" w:name="_Toc29763110"/>
      <w:bookmarkStart w:id="2086" w:name="_Toc45869395"/>
      <w:bookmarkStart w:id="2087" w:name="_Toc52554643"/>
      <w:bookmarkStart w:id="2088" w:name="_Toc52555113"/>
      <w:bookmarkStart w:id="2089" w:name="_Toc61112338"/>
      <w:bookmarkStart w:id="2090" w:name="_Toc67911490"/>
      <w:bookmarkStart w:id="2091" w:name="_Toc74842965"/>
      <w:bookmarkStart w:id="2092" w:name="_Toc76503348"/>
      <w:bookmarkStart w:id="2093" w:name="_Toc83040791"/>
      <w:bookmarkStart w:id="2094" w:name="_Toc89851834"/>
      <w:bookmarkStart w:id="2095" w:name="_Toc98676188"/>
      <w:r w:rsidRPr="00EF2F0E">
        <w:t>6.7.4.1</w:t>
      </w:r>
      <w:r w:rsidRPr="00EF2F0E">
        <w:tab/>
        <w:t>General co-location minimum requirement</w:t>
      </w:r>
      <w:bookmarkEnd w:id="2084"/>
      <w:bookmarkEnd w:id="2085"/>
      <w:bookmarkEnd w:id="2086"/>
      <w:bookmarkEnd w:id="2087"/>
      <w:bookmarkEnd w:id="2088"/>
      <w:bookmarkEnd w:id="2089"/>
      <w:bookmarkEnd w:id="2090"/>
      <w:bookmarkEnd w:id="2091"/>
      <w:bookmarkEnd w:id="2092"/>
      <w:bookmarkEnd w:id="2093"/>
      <w:bookmarkEnd w:id="2094"/>
      <w:bookmarkEnd w:id="2095"/>
    </w:p>
    <w:p w14:paraId="0984DC02" w14:textId="77777777" w:rsidR="003E32EB" w:rsidRPr="00EF2F0E" w:rsidRDefault="003E32EB" w:rsidP="00A40339">
      <w:pPr>
        <w:keepNext/>
        <w:keepLines/>
      </w:pPr>
      <w:r w:rsidRPr="00EF2F0E">
        <w:t>The transmitter intermodulation level shall not exceed the unwanted emission limits in subclauses 6.6.6, 6.6.5 and 6.6.3 in the presence of an E-UTRA interfering signal according to table 6.7.4.1</w:t>
      </w:r>
      <w:r w:rsidRPr="00EF2F0E">
        <w:noBreakHyphen/>
        <w:t>1.</w:t>
      </w:r>
    </w:p>
    <w:p w14:paraId="0984DC03" w14:textId="77777777" w:rsidR="003E32EB" w:rsidRPr="00EF2F0E" w:rsidRDefault="003E32EB" w:rsidP="00A40339">
      <w:pPr>
        <w:rPr>
          <w:lang w:eastAsia="zh-CN"/>
        </w:rPr>
      </w:pPr>
      <w:r w:rsidRPr="00EF2F0E">
        <w:t xml:space="preserve">The requirement is applicable outside the </w:t>
      </w:r>
      <w:r w:rsidRPr="00EF2F0E">
        <w:rPr>
          <w:i/>
          <w:lang w:eastAsia="zh-CN"/>
        </w:rPr>
        <w:t>Base Station RF Bandwidth</w:t>
      </w:r>
      <w:r w:rsidRPr="00EF2F0E">
        <w:rPr>
          <w:lang w:eastAsia="zh-CN"/>
        </w:rPr>
        <w:t xml:space="preserve"> or </w:t>
      </w:r>
      <w:r w:rsidRPr="00EF2F0E">
        <w:rPr>
          <w:i/>
          <w:lang w:eastAsia="zh-CN"/>
        </w:rPr>
        <w:t>Radio Bandwidth</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rPr>
          <w:lang w:eastAsia="zh-CN"/>
        </w:rPr>
        <w:t xml:space="preserve"> or </w:t>
      </w:r>
      <w:r w:rsidRPr="00EF2F0E">
        <w:rPr>
          <w:i/>
          <w:lang w:eastAsia="zh-CN"/>
        </w:rPr>
        <w:t>Radio Bandwidth</w:t>
      </w:r>
      <w:r w:rsidRPr="00EF2F0E">
        <w:rPr>
          <w:lang w:eastAsia="zh-CN"/>
        </w:rPr>
        <w:t xml:space="preserve"> edges</w:t>
      </w:r>
      <w:r w:rsidRPr="00EF2F0E">
        <w:t>.</w:t>
      </w:r>
    </w:p>
    <w:p w14:paraId="0984DC04" w14:textId="77777777" w:rsidR="003E32EB" w:rsidRPr="00EF2F0E" w:rsidRDefault="003E32EB" w:rsidP="00A40339">
      <w:r w:rsidRPr="00EF2F0E">
        <w:t xml:space="preserve">For </w:t>
      </w:r>
      <w:r w:rsidRPr="00EF2F0E">
        <w:rPr>
          <w:i/>
        </w:rPr>
        <w:t>TAB connectors</w:t>
      </w:r>
      <w:r w:rsidRPr="00EF2F0E">
        <w:t xml:space="preserve"> supporting operation in </w:t>
      </w:r>
      <w:r w:rsidRPr="00EF2F0E">
        <w:rPr>
          <w:i/>
        </w:rPr>
        <w:t>non-contiguous spectrum</w:t>
      </w:r>
      <w:r w:rsidRPr="00EF2F0E">
        <w:t xml:space="preserve">, the requirement is also applicable inside a </w:t>
      </w:r>
      <w:r w:rsidRPr="00EF2F0E">
        <w:rPr>
          <w:i/>
        </w:rPr>
        <w:t>sub-block gap</w:t>
      </w:r>
      <w:r w:rsidRPr="00EF2F0E">
        <w:t xml:space="preserve"> for interfering signal offsets where the interfering signal falls completely within the </w:t>
      </w:r>
      <w:r w:rsidRPr="00EF2F0E">
        <w:rPr>
          <w:i/>
        </w:rPr>
        <w:t>sub-block gap</w:t>
      </w:r>
      <w:r w:rsidRPr="00EF2F0E">
        <w:t xml:space="preserve">. The interfering signal offset is defined relative to the </w:t>
      </w:r>
      <w:r w:rsidRPr="00EF2F0E">
        <w:rPr>
          <w:i/>
        </w:rPr>
        <w:t>sub-block</w:t>
      </w:r>
      <w:r w:rsidRPr="00EF2F0E">
        <w:t xml:space="preserve"> edges.</w:t>
      </w:r>
    </w:p>
    <w:p w14:paraId="0984DC05" w14:textId="77777777" w:rsidR="003E32EB" w:rsidRPr="00EF2F0E" w:rsidRDefault="003E32EB" w:rsidP="00A40339">
      <w:r w:rsidRPr="00EF2F0E">
        <w:t xml:space="preserve">For </w:t>
      </w:r>
      <w:r w:rsidRPr="00EF2F0E">
        <w:rPr>
          <w:i/>
        </w:rPr>
        <w:t>TAB connectors</w:t>
      </w:r>
      <w:r w:rsidRPr="00EF2F0E">
        <w:t xml:space="preserve"> supporting operation in multiple operating bands, the requirement applies relative to the </w:t>
      </w:r>
      <w:r w:rsidRPr="00EF2F0E">
        <w:rPr>
          <w:i/>
        </w:rPr>
        <w:t>Base Station RF Bandwidth</w:t>
      </w:r>
      <w:r w:rsidRPr="00EF2F0E">
        <w:t xml:space="preserve"> </w:t>
      </w:r>
      <w:r w:rsidRPr="00EF2F0E">
        <w:rPr>
          <w:i/>
        </w:rPr>
        <w:t>edges</w:t>
      </w:r>
      <w:r w:rsidRPr="00EF2F0E">
        <w:t xml:space="preserve"> of each supported operating band. In case the inter </w:t>
      </w:r>
      <w:r w:rsidRPr="00EF2F0E">
        <w:rPr>
          <w:i/>
        </w:rPr>
        <w:t>Base Station RF Bandwidth</w:t>
      </w:r>
      <w:r w:rsidRPr="00EF2F0E">
        <w:t xml:space="preserve"> gap is less than 15 MHz, the requirement in the gap applies only for interfering signal offsets where the interfering signal falls completely within the inter </w:t>
      </w:r>
      <w:r w:rsidRPr="00EF2F0E">
        <w:rPr>
          <w:i/>
        </w:rPr>
        <w:t>Base Station RF Bandwidth</w:t>
      </w:r>
      <w:r w:rsidRPr="00EF2F0E">
        <w:t xml:space="preserve"> gap.</w:t>
      </w:r>
    </w:p>
    <w:p w14:paraId="0984DC06" w14:textId="77777777" w:rsidR="003E32EB" w:rsidRPr="00EF2F0E" w:rsidRDefault="003E32EB" w:rsidP="00A40339">
      <w:r w:rsidRPr="00EF2F0E">
        <w:t>The wanted signal and interfering signal centre frequency is specified in table 6.7</w:t>
      </w:r>
      <w:r w:rsidRPr="00EF2F0E">
        <w:rPr>
          <w:lang w:eastAsia="zh-CN"/>
        </w:rPr>
        <w:t>.4.1</w:t>
      </w:r>
      <w:r w:rsidRPr="00EF2F0E">
        <w:noBreakHyphen/>
        <w:t>1.</w:t>
      </w:r>
    </w:p>
    <w:p w14:paraId="0984DC07" w14:textId="77777777" w:rsidR="003E32EB" w:rsidRPr="00EF2F0E" w:rsidRDefault="003E32EB" w:rsidP="00A40339">
      <w:pPr>
        <w:pStyle w:val="TH"/>
      </w:pPr>
      <w:r w:rsidRPr="00EF2F0E">
        <w:t>Table 6.7.4.1-1: Interfering and wanted signals for</w:t>
      </w:r>
      <w:r w:rsidRPr="00EF2F0E">
        <w:br/>
        <w:t>the co-location transmitter intermodulation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828"/>
        <w:gridCol w:w="3635"/>
      </w:tblGrid>
      <w:tr w:rsidR="003401A4" w:rsidRPr="00EF2F0E" w14:paraId="0984DC0A" w14:textId="77777777" w:rsidTr="00A40339">
        <w:trPr>
          <w:cantSplit/>
          <w:tblHeader/>
          <w:jc w:val="center"/>
        </w:trPr>
        <w:tc>
          <w:tcPr>
            <w:tcW w:w="4828" w:type="dxa"/>
          </w:tcPr>
          <w:p w14:paraId="0984DC08" w14:textId="77777777" w:rsidR="003E32EB" w:rsidRPr="00EF2F0E" w:rsidRDefault="003E32EB" w:rsidP="00A40339">
            <w:pPr>
              <w:pStyle w:val="TAH"/>
            </w:pPr>
            <w:r w:rsidRPr="00EF2F0E">
              <w:t>Parameter</w:t>
            </w:r>
          </w:p>
        </w:tc>
        <w:tc>
          <w:tcPr>
            <w:tcW w:w="3635" w:type="dxa"/>
          </w:tcPr>
          <w:p w14:paraId="0984DC09" w14:textId="77777777" w:rsidR="003E32EB" w:rsidRPr="00EF2F0E" w:rsidRDefault="003E32EB" w:rsidP="00A40339">
            <w:pPr>
              <w:pStyle w:val="TAH"/>
            </w:pPr>
            <w:r w:rsidRPr="00EF2F0E">
              <w:t>Value</w:t>
            </w:r>
          </w:p>
        </w:tc>
      </w:tr>
      <w:tr w:rsidR="003401A4" w:rsidRPr="00EF2F0E" w14:paraId="0984DC0D" w14:textId="77777777" w:rsidTr="00A40339">
        <w:trPr>
          <w:cantSplit/>
          <w:jc w:val="center"/>
        </w:trPr>
        <w:tc>
          <w:tcPr>
            <w:tcW w:w="4828" w:type="dxa"/>
          </w:tcPr>
          <w:p w14:paraId="0984DC0B" w14:textId="77777777" w:rsidR="003E32EB" w:rsidRPr="00EF2F0E" w:rsidRDefault="003E32EB" w:rsidP="00A40339">
            <w:pPr>
              <w:pStyle w:val="TAL"/>
              <w:rPr>
                <w:rFonts w:cs="Arial"/>
                <w:szCs w:val="18"/>
              </w:rPr>
            </w:pPr>
            <w:r w:rsidRPr="00EF2F0E">
              <w:rPr>
                <w:rFonts w:cs="Arial"/>
                <w:szCs w:val="18"/>
              </w:rPr>
              <w:t>Wanted signal</w:t>
            </w:r>
          </w:p>
        </w:tc>
        <w:tc>
          <w:tcPr>
            <w:tcW w:w="3635" w:type="dxa"/>
          </w:tcPr>
          <w:p w14:paraId="0984DC0C" w14:textId="77777777" w:rsidR="003E32EB" w:rsidRPr="00EF2F0E" w:rsidRDefault="003E32EB" w:rsidP="00A40339">
            <w:pPr>
              <w:pStyle w:val="TAL"/>
              <w:rPr>
                <w:rFonts w:cs="Arial"/>
                <w:szCs w:val="18"/>
              </w:rPr>
            </w:pPr>
            <w:r w:rsidRPr="00EF2F0E">
              <w:rPr>
                <w:rFonts w:cs="Arial"/>
                <w:szCs w:val="18"/>
              </w:rPr>
              <w:t>E-UTRA single carrier, or multi-carrier, or multiple intra-band contiguously or non-contiguously aggregated carriers</w:t>
            </w:r>
          </w:p>
        </w:tc>
      </w:tr>
      <w:tr w:rsidR="003401A4" w:rsidRPr="00EF2F0E" w14:paraId="0984DC10" w14:textId="77777777" w:rsidTr="00A40339">
        <w:trPr>
          <w:cantSplit/>
          <w:jc w:val="center"/>
        </w:trPr>
        <w:tc>
          <w:tcPr>
            <w:tcW w:w="4828" w:type="dxa"/>
          </w:tcPr>
          <w:p w14:paraId="0984DC0E" w14:textId="77777777" w:rsidR="003E32EB" w:rsidRPr="00EF2F0E" w:rsidRDefault="003E32EB" w:rsidP="00A40339">
            <w:pPr>
              <w:pStyle w:val="TAL"/>
              <w:rPr>
                <w:rFonts w:cs="Arial"/>
                <w:szCs w:val="18"/>
              </w:rPr>
            </w:pPr>
            <w:r w:rsidRPr="00EF2F0E">
              <w:rPr>
                <w:rFonts w:cs="Arial"/>
                <w:szCs w:val="18"/>
              </w:rPr>
              <w:t>Interfering signal type</w:t>
            </w:r>
          </w:p>
        </w:tc>
        <w:tc>
          <w:tcPr>
            <w:tcW w:w="3635" w:type="dxa"/>
          </w:tcPr>
          <w:p w14:paraId="0984DC0F" w14:textId="77777777" w:rsidR="003E32EB" w:rsidRPr="00EF2F0E" w:rsidRDefault="003E32EB" w:rsidP="00A40339">
            <w:pPr>
              <w:pStyle w:val="TAL"/>
              <w:rPr>
                <w:rFonts w:cs="Arial"/>
                <w:szCs w:val="18"/>
              </w:rPr>
            </w:pPr>
            <w:r w:rsidRPr="00EF2F0E">
              <w:rPr>
                <w:rFonts w:cs="Arial"/>
                <w:szCs w:val="18"/>
              </w:rPr>
              <w:t xml:space="preserve">E-UTRA signal of </w:t>
            </w:r>
            <w:r w:rsidRPr="00EF2F0E">
              <w:rPr>
                <w:rFonts w:cs="Arial"/>
                <w:i/>
                <w:szCs w:val="18"/>
              </w:rPr>
              <w:t>channel bandwidth</w:t>
            </w:r>
            <w:r w:rsidRPr="00EF2F0E">
              <w:rPr>
                <w:rFonts w:cs="Arial"/>
                <w:szCs w:val="18"/>
              </w:rPr>
              <w:t xml:space="preserve"> 5 MHz</w:t>
            </w:r>
          </w:p>
        </w:tc>
      </w:tr>
      <w:tr w:rsidR="003401A4" w:rsidRPr="00EF2F0E" w14:paraId="0984DC13" w14:textId="77777777" w:rsidTr="00A40339">
        <w:trPr>
          <w:cantSplit/>
          <w:jc w:val="center"/>
        </w:trPr>
        <w:tc>
          <w:tcPr>
            <w:tcW w:w="4828" w:type="dxa"/>
          </w:tcPr>
          <w:p w14:paraId="0984DC11" w14:textId="77777777" w:rsidR="003E32EB" w:rsidRPr="00EF2F0E" w:rsidRDefault="003E32EB" w:rsidP="00A40339">
            <w:pPr>
              <w:pStyle w:val="TAL"/>
              <w:rPr>
                <w:rFonts w:cs="Arial"/>
                <w:szCs w:val="18"/>
              </w:rPr>
            </w:pPr>
            <w:r w:rsidRPr="00EF2F0E">
              <w:rPr>
                <w:rFonts w:cs="Arial"/>
                <w:szCs w:val="18"/>
              </w:rPr>
              <w:t>Interfering signal level</w:t>
            </w:r>
          </w:p>
        </w:tc>
        <w:tc>
          <w:tcPr>
            <w:tcW w:w="3635" w:type="dxa"/>
          </w:tcPr>
          <w:p w14:paraId="0984DC12" w14:textId="77777777" w:rsidR="003E32EB" w:rsidRPr="00EF2F0E" w:rsidRDefault="003E32EB" w:rsidP="00A40339">
            <w:pPr>
              <w:pStyle w:val="TAL"/>
              <w:rPr>
                <w:rFonts w:cs="Arial"/>
                <w:szCs w:val="18"/>
              </w:rPr>
            </w:pPr>
            <w:r w:rsidRPr="00EF2F0E">
              <w:rPr>
                <w:rFonts w:cs="Arial"/>
                <w:i/>
              </w:rPr>
              <w:t xml:space="preserve">Rated total output power per TAB connector </w:t>
            </w:r>
            <w:r w:rsidRPr="00EF2F0E">
              <w:rPr>
                <w:rFonts w:cs="Arial"/>
              </w:rPr>
              <w:t xml:space="preserve"> in the operating band (P</w:t>
            </w:r>
            <w:r w:rsidRPr="00EF2F0E">
              <w:rPr>
                <w:rFonts w:cs="Arial"/>
                <w:vertAlign w:val="subscript"/>
              </w:rPr>
              <w:t>Rated,t,TABC</w:t>
            </w:r>
            <w:r w:rsidRPr="00EF2F0E">
              <w:rPr>
                <w:rFonts w:cs="Arial"/>
              </w:rPr>
              <w:t>) – 30dB</w:t>
            </w:r>
          </w:p>
        </w:tc>
      </w:tr>
      <w:tr w:rsidR="003401A4" w:rsidRPr="00EF2F0E" w14:paraId="0984DC18" w14:textId="77777777" w:rsidTr="00A40339">
        <w:trPr>
          <w:cantSplit/>
          <w:jc w:val="center"/>
        </w:trPr>
        <w:tc>
          <w:tcPr>
            <w:tcW w:w="4828" w:type="dxa"/>
          </w:tcPr>
          <w:p w14:paraId="0984DC14" w14:textId="77777777" w:rsidR="003E32EB" w:rsidRPr="00EF2F0E" w:rsidRDefault="003E32EB" w:rsidP="00A40339">
            <w:pPr>
              <w:pStyle w:val="TAL"/>
              <w:rPr>
                <w:rFonts w:cs="Arial"/>
                <w:szCs w:val="18"/>
              </w:rPr>
            </w:pPr>
            <w:r w:rsidRPr="00EF2F0E">
              <w:rPr>
                <w:rFonts w:cs="Arial"/>
                <w:szCs w:val="18"/>
              </w:rPr>
              <w:t xml:space="preserve">Interfering signal centre frequency offset from the lower (upper) edge of the wanted signal or edge of </w:t>
            </w:r>
            <w:r w:rsidRPr="00EF2F0E">
              <w:rPr>
                <w:rFonts w:cs="Arial"/>
                <w:i/>
                <w:szCs w:val="18"/>
              </w:rPr>
              <w:t>sub-block</w:t>
            </w:r>
            <w:r w:rsidRPr="00EF2F0E">
              <w:rPr>
                <w:rFonts w:cs="Arial"/>
                <w:szCs w:val="18"/>
              </w:rPr>
              <w:t xml:space="preserve"> inside a </w:t>
            </w:r>
            <w:r w:rsidRPr="00EF2F0E">
              <w:rPr>
                <w:rFonts w:cs="Arial"/>
                <w:i/>
                <w:szCs w:val="18"/>
              </w:rPr>
              <w:t>sub-block gap</w:t>
            </w:r>
          </w:p>
        </w:tc>
        <w:tc>
          <w:tcPr>
            <w:tcW w:w="3635" w:type="dxa"/>
          </w:tcPr>
          <w:p w14:paraId="0984DC15" w14:textId="77777777" w:rsidR="003E32EB" w:rsidRPr="00EF2F0E" w:rsidRDefault="003E32EB" w:rsidP="00A40339">
            <w:pPr>
              <w:pStyle w:val="TAL"/>
              <w:rPr>
                <w:rFonts w:cs="Arial"/>
                <w:szCs w:val="18"/>
              </w:rPr>
            </w:pPr>
            <w:r w:rsidRPr="00EF2F0E">
              <w:rPr>
                <w:rFonts w:cs="Arial"/>
                <w:szCs w:val="18"/>
              </w:rPr>
              <w:t>±2,5 MHz</w:t>
            </w:r>
          </w:p>
          <w:p w14:paraId="0984DC16" w14:textId="77777777" w:rsidR="003E32EB" w:rsidRPr="00EF2F0E" w:rsidRDefault="003E32EB" w:rsidP="00A40339">
            <w:pPr>
              <w:pStyle w:val="TAL"/>
              <w:rPr>
                <w:rFonts w:cs="Arial"/>
                <w:szCs w:val="18"/>
              </w:rPr>
            </w:pPr>
            <w:r w:rsidRPr="00EF2F0E">
              <w:rPr>
                <w:rFonts w:cs="Arial"/>
                <w:szCs w:val="18"/>
              </w:rPr>
              <w:t>±7,5 MHz</w:t>
            </w:r>
          </w:p>
          <w:p w14:paraId="0984DC17" w14:textId="77777777" w:rsidR="003E32EB" w:rsidRPr="00EF2F0E" w:rsidRDefault="003E32EB" w:rsidP="00A40339">
            <w:pPr>
              <w:pStyle w:val="TAL"/>
              <w:rPr>
                <w:rFonts w:cs="Arial"/>
                <w:szCs w:val="18"/>
              </w:rPr>
            </w:pPr>
            <w:r w:rsidRPr="00EF2F0E">
              <w:rPr>
                <w:rFonts w:cs="Arial"/>
                <w:szCs w:val="18"/>
              </w:rPr>
              <w:t>±12,5 MHz</w:t>
            </w:r>
          </w:p>
        </w:tc>
      </w:tr>
      <w:tr w:rsidR="003E32EB" w:rsidRPr="00EF2F0E" w14:paraId="0984DC1B" w14:textId="77777777" w:rsidTr="00A40339">
        <w:trPr>
          <w:cantSplit/>
          <w:jc w:val="center"/>
        </w:trPr>
        <w:tc>
          <w:tcPr>
            <w:tcW w:w="8463" w:type="dxa"/>
            <w:gridSpan w:val="2"/>
          </w:tcPr>
          <w:p w14:paraId="0984DC19" w14:textId="77777777" w:rsidR="003E32EB" w:rsidRPr="00EF2F0E" w:rsidRDefault="003E32EB" w:rsidP="00A40339">
            <w:pPr>
              <w:pStyle w:val="TAN"/>
            </w:pPr>
            <w:r w:rsidRPr="00EF2F0E">
              <w:t>NOTE</w:t>
            </w:r>
            <w:r w:rsidRPr="00EF2F0E">
              <w:rPr>
                <w:lang w:eastAsia="ja-JP"/>
              </w:rPr>
              <w:t xml:space="preserve"> </w:t>
            </w:r>
            <w:r w:rsidRPr="00EF2F0E">
              <w:t>1:</w:t>
            </w:r>
            <w:r w:rsidRPr="00EF2F0E">
              <w:tab/>
              <w:t xml:space="preserve">Interfering signal positions that are partially or completely outside of any </w:t>
            </w:r>
            <w:r w:rsidRPr="00EF2F0E">
              <w:rPr>
                <w:i/>
              </w:rPr>
              <w:t>downlink operating band</w:t>
            </w:r>
            <w:r w:rsidRPr="00EF2F0E">
              <w:t xml:space="preserve"> of the base station are excluded from the requirement, unless the interfering signal positions fall within the frequency range of adjacent </w:t>
            </w:r>
            <w:r w:rsidRPr="00EF2F0E">
              <w:rPr>
                <w:i/>
              </w:rPr>
              <w:t>downlink operating band</w:t>
            </w:r>
            <w:r w:rsidRPr="00EF2F0E">
              <w:t xml:space="preserve">s in the same geographical area. In case that none of the interfering signal positions fall completely within the frequency range of the </w:t>
            </w:r>
            <w:r w:rsidRPr="00EF2F0E">
              <w:rPr>
                <w:i/>
              </w:rPr>
              <w:t>downlink operating band</w:t>
            </w:r>
            <w:r w:rsidRPr="00EF2F0E">
              <w:t>, 3GPP TS 36.141 [20] provides further guidance regarding appropriate test requirements.</w:t>
            </w:r>
          </w:p>
          <w:p w14:paraId="0984DC1A" w14:textId="77777777" w:rsidR="003E32EB" w:rsidRPr="00EF2F0E" w:rsidRDefault="003E32EB" w:rsidP="00A40339">
            <w:pPr>
              <w:pStyle w:val="TAN"/>
            </w:pPr>
            <w:r w:rsidRPr="00EF2F0E">
              <w:t>NOTE</w:t>
            </w:r>
            <w:r w:rsidRPr="00EF2F0E">
              <w:rPr>
                <w:lang w:eastAsia="ja-JP"/>
              </w:rPr>
              <w:t xml:space="preserve"> </w:t>
            </w:r>
            <w:r w:rsidRPr="00EF2F0E">
              <w:t>2:</w:t>
            </w:r>
            <w:r w:rsidRPr="00EF2F0E">
              <w:tab/>
              <w:t>In certain regions, NOTE 1 is not applied in Band 1, 3, 8, 9, 11, 18, 19, 21, 28, 32 operating within 1 475.9 MHz to 1 495.9 MHz, 34</w:t>
            </w:r>
            <w:r w:rsidR="005C15CF" w:rsidRPr="00EF2F0E">
              <w:t>, 74</w:t>
            </w:r>
            <w:r w:rsidRPr="00EF2F0E">
              <w:t>.</w:t>
            </w:r>
          </w:p>
        </w:tc>
      </w:tr>
    </w:tbl>
    <w:p w14:paraId="0984DC1C" w14:textId="77777777" w:rsidR="003E32EB" w:rsidRPr="00EF2F0E" w:rsidRDefault="003E32EB" w:rsidP="00A40339"/>
    <w:p w14:paraId="122E27B9" w14:textId="55685857" w:rsidR="00B24DDB" w:rsidRPr="009202AA" w:rsidRDefault="00B24DDB" w:rsidP="00B24DDB">
      <w:pPr>
        <w:pStyle w:val="Heading4"/>
      </w:pPr>
      <w:bookmarkStart w:id="2096" w:name="_Toc74842966"/>
      <w:bookmarkStart w:id="2097" w:name="_Toc76503349"/>
      <w:bookmarkStart w:id="2098" w:name="_Toc83040792"/>
      <w:bookmarkStart w:id="2099" w:name="_Toc89851835"/>
      <w:bookmarkStart w:id="2100" w:name="_Toc98676189"/>
      <w:r w:rsidRPr="009202AA">
        <w:t>6.7.4.2</w:t>
      </w:r>
      <w:r w:rsidRPr="009202AA">
        <w:tab/>
      </w:r>
      <w:r>
        <w:t>Void</w:t>
      </w:r>
      <w:bookmarkEnd w:id="2096"/>
      <w:bookmarkEnd w:id="2097"/>
      <w:bookmarkEnd w:id="2098"/>
      <w:bookmarkEnd w:id="2099"/>
      <w:bookmarkEnd w:id="2100"/>
    </w:p>
    <w:p w14:paraId="6DF982CF" w14:textId="441C7C7F" w:rsidR="00B24DDB" w:rsidRPr="009202AA" w:rsidRDefault="00B24DDB" w:rsidP="00B24DDB">
      <w:pPr>
        <w:pStyle w:val="TH"/>
      </w:pPr>
      <w:r w:rsidRPr="009202AA">
        <w:t xml:space="preserve">Table 6.7.4.2-1: </w:t>
      </w:r>
      <w:r>
        <w:t>Void</w:t>
      </w:r>
    </w:p>
    <w:p w14:paraId="0984DC32" w14:textId="77777777" w:rsidR="003E32EB" w:rsidRPr="00EF2F0E" w:rsidRDefault="003E32EB" w:rsidP="00A40339"/>
    <w:p w14:paraId="0984DC33" w14:textId="77777777" w:rsidR="003E32EB" w:rsidRPr="00EF2F0E" w:rsidRDefault="003E32EB" w:rsidP="00A40339">
      <w:pPr>
        <w:pStyle w:val="Heading4"/>
      </w:pPr>
      <w:bookmarkStart w:id="2101" w:name="_Toc21095913"/>
      <w:bookmarkStart w:id="2102" w:name="_Toc29763112"/>
      <w:bookmarkStart w:id="2103" w:name="_Toc45869397"/>
      <w:bookmarkStart w:id="2104" w:name="_Toc52554645"/>
      <w:bookmarkStart w:id="2105" w:name="_Toc52555115"/>
      <w:bookmarkStart w:id="2106" w:name="_Toc61112340"/>
      <w:bookmarkStart w:id="2107" w:name="_Toc67911492"/>
      <w:bookmarkStart w:id="2108" w:name="_Toc74842967"/>
      <w:bookmarkStart w:id="2109" w:name="_Toc76503350"/>
      <w:bookmarkStart w:id="2110" w:name="_Toc83040793"/>
      <w:bookmarkStart w:id="2111" w:name="_Toc89851836"/>
      <w:bookmarkStart w:id="2112" w:name="_Toc98676190"/>
      <w:r w:rsidRPr="00EF2F0E">
        <w:t>6.7.4.3</w:t>
      </w:r>
      <w:r w:rsidRPr="00EF2F0E">
        <w:tab/>
        <w:t>Intra-system minimum requirement</w:t>
      </w:r>
      <w:bookmarkEnd w:id="2101"/>
      <w:bookmarkEnd w:id="2102"/>
      <w:bookmarkEnd w:id="2103"/>
      <w:bookmarkEnd w:id="2104"/>
      <w:bookmarkEnd w:id="2105"/>
      <w:bookmarkEnd w:id="2106"/>
      <w:bookmarkEnd w:id="2107"/>
      <w:bookmarkEnd w:id="2108"/>
      <w:bookmarkEnd w:id="2109"/>
      <w:bookmarkEnd w:id="2110"/>
      <w:bookmarkEnd w:id="2111"/>
      <w:bookmarkEnd w:id="2112"/>
    </w:p>
    <w:p w14:paraId="0984DC34" w14:textId="77777777" w:rsidR="003E32EB" w:rsidRPr="00EF2F0E" w:rsidRDefault="003E32EB" w:rsidP="00A40339">
      <w:pPr>
        <w:rPr>
          <w:lang w:eastAsia="zh-CN"/>
        </w:rPr>
      </w:pPr>
      <w:r w:rsidRPr="00EF2F0E">
        <w:rPr>
          <w:lang w:eastAsia="zh-CN"/>
        </w:rPr>
        <w:t>The transmitter intermodulation level shall not exceed the unwanted emission limits specified for operating band unwanted emission in subclause 6.6.5 and ACLR in subclause 6.6.3 in the presence of a wanted signal and an interfering signal according to table 6.7.4.3-1 for AAS BS.</w:t>
      </w:r>
    </w:p>
    <w:p w14:paraId="0984DC35" w14:textId="77777777" w:rsidR="003E32EB" w:rsidRPr="00EF2F0E" w:rsidRDefault="003E32EB" w:rsidP="00A40339">
      <w:pPr>
        <w:pStyle w:val="TH"/>
      </w:pPr>
      <w:r w:rsidRPr="00EF2F0E">
        <w:t>Table 6.7.4.3-1: Interfering and wanted signals for</w:t>
      </w:r>
      <w:r w:rsidRPr="00EF2F0E">
        <w:br/>
        <w:t>intra-system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891"/>
        <w:gridCol w:w="3697"/>
      </w:tblGrid>
      <w:tr w:rsidR="003401A4" w:rsidRPr="00EF2F0E" w14:paraId="0984DC38" w14:textId="77777777" w:rsidTr="00A40339">
        <w:trPr>
          <w:tblHeader/>
          <w:jc w:val="center"/>
        </w:trPr>
        <w:tc>
          <w:tcPr>
            <w:tcW w:w="4891" w:type="dxa"/>
            <w:shd w:val="clear" w:color="auto" w:fill="auto"/>
          </w:tcPr>
          <w:p w14:paraId="0984DC36" w14:textId="77777777" w:rsidR="003E32EB" w:rsidRPr="00EF2F0E" w:rsidRDefault="003E32EB" w:rsidP="00A40339">
            <w:pPr>
              <w:pStyle w:val="TAH"/>
            </w:pPr>
            <w:r w:rsidRPr="00EF2F0E">
              <w:t>Parameter</w:t>
            </w:r>
          </w:p>
        </w:tc>
        <w:tc>
          <w:tcPr>
            <w:tcW w:w="3697" w:type="dxa"/>
            <w:shd w:val="clear" w:color="auto" w:fill="auto"/>
          </w:tcPr>
          <w:p w14:paraId="0984DC37" w14:textId="77777777" w:rsidR="003E32EB" w:rsidRPr="00EF2F0E" w:rsidRDefault="003E32EB" w:rsidP="00A40339">
            <w:pPr>
              <w:pStyle w:val="TAH"/>
            </w:pPr>
            <w:r w:rsidRPr="00EF2F0E">
              <w:t>Value</w:t>
            </w:r>
          </w:p>
        </w:tc>
      </w:tr>
      <w:tr w:rsidR="003401A4" w:rsidRPr="00EF2F0E" w14:paraId="0984DC3B" w14:textId="77777777" w:rsidTr="00A40339">
        <w:trPr>
          <w:jc w:val="center"/>
        </w:trPr>
        <w:tc>
          <w:tcPr>
            <w:tcW w:w="4891" w:type="dxa"/>
            <w:shd w:val="clear" w:color="auto" w:fill="auto"/>
          </w:tcPr>
          <w:p w14:paraId="0984DC39" w14:textId="77777777" w:rsidR="003E32EB" w:rsidRPr="00EF2F0E" w:rsidRDefault="003E32EB" w:rsidP="00A40339">
            <w:pPr>
              <w:pStyle w:val="TAL"/>
              <w:rPr>
                <w:rFonts w:cs="Arial"/>
                <w:szCs w:val="18"/>
              </w:rPr>
            </w:pPr>
            <w:r w:rsidRPr="00EF2F0E">
              <w:rPr>
                <w:rFonts w:cs="Arial"/>
                <w:szCs w:val="18"/>
              </w:rPr>
              <w:t>Wanted signal type</w:t>
            </w:r>
          </w:p>
        </w:tc>
        <w:tc>
          <w:tcPr>
            <w:tcW w:w="3697" w:type="dxa"/>
            <w:shd w:val="clear" w:color="auto" w:fill="auto"/>
          </w:tcPr>
          <w:p w14:paraId="0984DC3A" w14:textId="77777777" w:rsidR="003E32EB" w:rsidRPr="00EF2F0E" w:rsidRDefault="003E32EB" w:rsidP="00A40339">
            <w:pPr>
              <w:pStyle w:val="TAL"/>
              <w:rPr>
                <w:rFonts w:cs="Arial"/>
                <w:szCs w:val="18"/>
              </w:rPr>
            </w:pPr>
            <w:r w:rsidRPr="00EF2F0E">
              <w:rPr>
                <w:rFonts w:cs="Arial"/>
                <w:szCs w:val="18"/>
              </w:rPr>
              <w:t>E-UTRA</w:t>
            </w:r>
          </w:p>
        </w:tc>
      </w:tr>
      <w:tr w:rsidR="003401A4" w:rsidRPr="00EF2F0E" w14:paraId="0984DC3E" w14:textId="77777777" w:rsidTr="00A40339">
        <w:trPr>
          <w:jc w:val="center"/>
        </w:trPr>
        <w:tc>
          <w:tcPr>
            <w:tcW w:w="4891" w:type="dxa"/>
            <w:shd w:val="clear" w:color="auto" w:fill="auto"/>
          </w:tcPr>
          <w:p w14:paraId="0984DC3C" w14:textId="77777777" w:rsidR="003E32EB" w:rsidRPr="00EF2F0E" w:rsidRDefault="003E32EB" w:rsidP="00A40339">
            <w:pPr>
              <w:pStyle w:val="TAL"/>
              <w:rPr>
                <w:rFonts w:cs="Arial"/>
                <w:szCs w:val="18"/>
              </w:rPr>
            </w:pPr>
            <w:r w:rsidRPr="00EF2F0E">
              <w:rPr>
                <w:rFonts w:cs="Arial"/>
                <w:szCs w:val="18"/>
              </w:rPr>
              <w:t>Interfering signal type</w:t>
            </w:r>
          </w:p>
        </w:tc>
        <w:tc>
          <w:tcPr>
            <w:tcW w:w="3697" w:type="dxa"/>
            <w:shd w:val="clear" w:color="auto" w:fill="auto"/>
          </w:tcPr>
          <w:p w14:paraId="0984DC3D" w14:textId="77777777" w:rsidR="003E32EB" w:rsidRPr="00EF2F0E" w:rsidRDefault="003E32EB" w:rsidP="00A40339">
            <w:pPr>
              <w:pStyle w:val="TAL"/>
              <w:rPr>
                <w:rFonts w:cs="Arial"/>
                <w:szCs w:val="18"/>
              </w:rPr>
            </w:pPr>
            <w:r w:rsidRPr="00EF2F0E">
              <w:rPr>
                <w:rFonts w:cs="Arial"/>
                <w:szCs w:val="18"/>
              </w:rPr>
              <w:t xml:space="preserve">E-UTRA signal of the same </w:t>
            </w:r>
            <w:r w:rsidRPr="00EF2F0E">
              <w:rPr>
                <w:rFonts w:cs="Arial"/>
                <w:i/>
                <w:szCs w:val="18"/>
              </w:rPr>
              <w:t>channel bandwidth</w:t>
            </w:r>
            <w:r w:rsidRPr="00EF2F0E">
              <w:rPr>
                <w:rFonts w:cs="Arial"/>
                <w:szCs w:val="18"/>
              </w:rPr>
              <w:t xml:space="preserve"> as the wanted signal (NOTE</w:t>
            </w:r>
            <w:r w:rsidRPr="00EF2F0E">
              <w:rPr>
                <w:lang w:eastAsia="ja-JP"/>
              </w:rPr>
              <w:t xml:space="preserve"> </w:t>
            </w:r>
            <w:r w:rsidRPr="00EF2F0E">
              <w:rPr>
                <w:rFonts w:cs="Arial"/>
                <w:szCs w:val="18"/>
              </w:rPr>
              <w:t>1).</w:t>
            </w:r>
          </w:p>
        </w:tc>
      </w:tr>
      <w:tr w:rsidR="003401A4" w:rsidRPr="00EF2F0E" w14:paraId="0984DC41" w14:textId="77777777" w:rsidTr="00A40339">
        <w:trPr>
          <w:jc w:val="center"/>
        </w:trPr>
        <w:tc>
          <w:tcPr>
            <w:tcW w:w="4891" w:type="dxa"/>
            <w:shd w:val="clear" w:color="auto" w:fill="auto"/>
          </w:tcPr>
          <w:p w14:paraId="0984DC3F" w14:textId="77777777" w:rsidR="003E32EB" w:rsidRPr="00EF2F0E" w:rsidRDefault="003E32EB" w:rsidP="00A40339">
            <w:pPr>
              <w:pStyle w:val="TAL"/>
              <w:rPr>
                <w:rFonts w:cs="Arial"/>
                <w:szCs w:val="18"/>
              </w:rPr>
            </w:pPr>
            <w:r w:rsidRPr="00EF2F0E">
              <w:rPr>
                <w:rFonts w:cs="Arial"/>
                <w:szCs w:val="18"/>
              </w:rPr>
              <w:t>Interfering signal level</w:t>
            </w:r>
          </w:p>
        </w:tc>
        <w:tc>
          <w:tcPr>
            <w:tcW w:w="3697" w:type="dxa"/>
            <w:shd w:val="clear" w:color="auto" w:fill="auto"/>
          </w:tcPr>
          <w:p w14:paraId="0984DC40" w14:textId="77777777" w:rsidR="003E32EB" w:rsidRPr="00EF2F0E" w:rsidRDefault="003E32EB" w:rsidP="00A40339">
            <w:pPr>
              <w:pStyle w:val="TAL"/>
              <w:rPr>
                <w:rFonts w:cs="Arial"/>
                <w:szCs w:val="18"/>
              </w:rPr>
            </w:pPr>
            <w:r w:rsidRPr="00EF2F0E">
              <w:rPr>
                <w:rFonts w:cs="Arial"/>
                <w:szCs w:val="18"/>
              </w:rPr>
              <w:t>Power level declared by the base station manufacturer (NOTE</w:t>
            </w:r>
            <w:r w:rsidRPr="00EF2F0E">
              <w:rPr>
                <w:lang w:eastAsia="ja-JP"/>
              </w:rPr>
              <w:t xml:space="preserve"> </w:t>
            </w:r>
            <w:r w:rsidRPr="00EF2F0E">
              <w:rPr>
                <w:rFonts w:cs="Arial"/>
                <w:szCs w:val="18"/>
              </w:rPr>
              <w:t>2).</w:t>
            </w:r>
          </w:p>
        </w:tc>
      </w:tr>
      <w:tr w:rsidR="003401A4" w:rsidRPr="00EF2F0E" w14:paraId="0984DC45" w14:textId="77777777" w:rsidTr="00A40339">
        <w:trPr>
          <w:jc w:val="center"/>
        </w:trPr>
        <w:tc>
          <w:tcPr>
            <w:tcW w:w="4891" w:type="dxa"/>
            <w:shd w:val="clear" w:color="auto" w:fill="auto"/>
          </w:tcPr>
          <w:p w14:paraId="0984DC42" w14:textId="77777777" w:rsidR="003E32EB" w:rsidRPr="00EF2F0E" w:rsidRDefault="003E32EB" w:rsidP="00A40339">
            <w:pPr>
              <w:pStyle w:val="TAL"/>
              <w:rPr>
                <w:rFonts w:cs="Arial"/>
                <w:szCs w:val="18"/>
              </w:rPr>
            </w:pPr>
            <w:r w:rsidRPr="00EF2F0E">
              <w:rPr>
                <w:rFonts w:cs="Arial"/>
                <w:szCs w:val="18"/>
              </w:rPr>
              <w:t>Frequency offset between interfering signal and wanted signal</w:t>
            </w:r>
          </w:p>
        </w:tc>
        <w:tc>
          <w:tcPr>
            <w:tcW w:w="3697" w:type="dxa"/>
            <w:shd w:val="clear" w:color="auto" w:fill="auto"/>
          </w:tcPr>
          <w:p w14:paraId="0984DC43" w14:textId="77777777" w:rsidR="003E32EB" w:rsidRPr="00EF2F0E" w:rsidRDefault="003E32EB" w:rsidP="00A40339">
            <w:pPr>
              <w:pStyle w:val="TAL"/>
              <w:rPr>
                <w:rFonts w:cs="Arial"/>
                <w:szCs w:val="18"/>
              </w:rPr>
            </w:pPr>
            <w:r w:rsidRPr="00EF2F0E">
              <w:rPr>
                <w:rFonts w:cs="Arial"/>
                <w:szCs w:val="18"/>
              </w:rPr>
              <w:t>0 MHz</w:t>
            </w:r>
          </w:p>
          <w:p w14:paraId="0984DC44" w14:textId="77777777" w:rsidR="003E32EB" w:rsidRPr="00EF2F0E" w:rsidRDefault="003E32EB" w:rsidP="00A40339">
            <w:pPr>
              <w:pStyle w:val="TAL"/>
              <w:rPr>
                <w:rFonts w:cs="Arial"/>
                <w:szCs w:val="18"/>
              </w:rPr>
            </w:pPr>
          </w:p>
        </w:tc>
      </w:tr>
      <w:tr w:rsidR="003E32EB" w:rsidRPr="00EF2F0E" w14:paraId="0984DC48" w14:textId="77777777" w:rsidTr="00A40339">
        <w:trPr>
          <w:jc w:val="center"/>
        </w:trPr>
        <w:tc>
          <w:tcPr>
            <w:tcW w:w="8588" w:type="dxa"/>
            <w:gridSpan w:val="2"/>
            <w:shd w:val="clear" w:color="auto" w:fill="auto"/>
          </w:tcPr>
          <w:p w14:paraId="0984DC46" w14:textId="77777777" w:rsidR="003E32EB" w:rsidRPr="00EF2F0E" w:rsidRDefault="003E32EB" w:rsidP="00A40339">
            <w:pPr>
              <w:pStyle w:val="TAN"/>
            </w:pPr>
            <w:r w:rsidRPr="00EF2F0E">
              <w:t>NOTE 1:</w:t>
            </w:r>
            <w:r w:rsidRPr="00EF2F0E">
              <w:tab/>
              <w:t>The interfering signal shall be incoherent with the wanted signal.</w:t>
            </w:r>
          </w:p>
          <w:p w14:paraId="0984DC47" w14:textId="77777777" w:rsidR="003E32EB" w:rsidRPr="00EF2F0E" w:rsidRDefault="003E32EB" w:rsidP="00A40339">
            <w:pPr>
              <w:pStyle w:val="TAN"/>
            </w:pPr>
            <w:r w:rsidRPr="00EF2F0E">
              <w:t>NOTE 2:</w:t>
            </w:r>
            <w:r w:rsidRPr="00EF2F0E">
              <w:tab/>
            </w:r>
            <w:r w:rsidRPr="00EF2F0E">
              <w:rPr>
                <w:rFonts w:cs="Arial"/>
                <w:szCs w:val="18"/>
              </w:rPr>
              <w:t xml:space="preserve">The declared interfering signal power level at each </w:t>
            </w:r>
            <w:r w:rsidRPr="00EF2F0E">
              <w:rPr>
                <w:rFonts w:cs="Arial"/>
                <w:i/>
                <w:szCs w:val="18"/>
              </w:rPr>
              <w:t>TAB connector</w:t>
            </w:r>
            <w:r w:rsidRPr="00EF2F0E">
              <w:rPr>
                <w:rFonts w:cs="Arial"/>
                <w:szCs w:val="18"/>
              </w:rPr>
              <w:t xml:space="preserve"> is the sum of the co-channel leakage power coupled via the combined RDN and Antenna Array from all the other </w:t>
            </w:r>
            <w:r w:rsidRPr="00EF2F0E">
              <w:rPr>
                <w:rFonts w:cs="Arial"/>
                <w:i/>
                <w:szCs w:val="18"/>
              </w:rPr>
              <w:t>TAB connectors</w:t>
            </w:r>
            <w:r w:rsidRPr="00EF2F0E">
              <w:rPr>
                <w:rFonts w:cs="Arial"/>
                <w:szCs w:val="18"/>
              </w:rPr>
              <w:t xml:space="preserve">, but does not comprise power radiated from the Antenna Array and reflected back from the environment. </w:t>
            </w:r>
            <w:r w:rsidRPr="00EF2F0E">
              <w:rPr>
                <w:rFonts w:cs="Arial"/>
              </w:rPr>
              <w:t xml:space="preserve">The power at each of the interfering </w:t>
            </w:r>
            <w:r w:rsidRPr="00EF2F0E">
              <w:rPr>
                <w:rFonts w:cs="Arial"/>
                <w:i/>
              </w:rPr>
              <w:t>TAB connectors</w:t>
            </w:r>
            <w:r w:rsidRPr="00EF2F0E">
              <w:rPr>
                <w:rFonts w:cs="Arial"/>
              </w:rPr>
              <w:t xml:space="preserve"> is P</w:t>
            </w:r>
            <w:r w:rsidRPr="00EF2F0E">
              <w:rPr>
                <w:rFonts w:cs="Arial"/>
                <w:vertAlign w:val="subscript"/>
              </w:rPr>
              <w:t>Rated,c,TABC</w:t>
            </w:r>
            <w:r w:rsidRPr="00EF2F0E">
              <w:rPr>
                <w:rFonts w:cs="Arial"/>
              </w:rPr>
              <w:t>.</w:t>
            </w:r>
          </w:p>
        </w:tc>
      </w:tr>
    </w:tbl>
    <w:p w14:paraId="0984DC49" w14:textId="77777777" w:rsidR="003E32EB" w:rsidRPr="00EF2F0E" w:rsidRDefault="003E32EB" w:rsidP="00A40339">
      <w:pPr>
        <w:rPr>
          <w:lang w:eastAsia="zh-CN"/>
        </w:rPr>
      </w:pPr>
    </w:p>
    <w:p w14:paraId="0984DC4A" w14:textId="77777777" w:rsidR="00B15E99" w:rsidRPr="00EF2F0E" w:rsidRDefault="00B15E99" w:rsidP="00A40339">
      <w:pPr>
        <w:pStyle w:val="Heading1"/>
        <w:rPr>
          <w:lang w:eastAsia="zh-CN"/>
        </w:rPr>
      </w:pPr>
      <w:bookmarkStart w:id="2113" w:name="_Toc21095914"/>
      <w:bookmarkStart w:id="2114" w:name="_Toc29763113"/>
      <w:bookmarkStart w:id="2115" w:name="_Toc45869398"/>
      <w:bookmarkStart w:id="2116" w:name="_Toc52554646"/>
      <w:bookmarkStart w:id="2117" w:name="_Toc52555116"/>
      <w:bookmarkStart w:id="2118" w:name="_Toc61112341"/>
      <w:bookmarkStart w:id="2119" w:name="_Toc67911493"/>
      <w:bookmarkStart w:id="2120" w:name="_Toc74842968"/>
      <w:bookmarkStart w:id="2121" w:name="_Toc76503351"/>
      <w:bookmarkStart w:id="2122" w:name="_Toc83040794"/>
      <w:bookmarkStart w:id="2123" w:name="_Toc89851837"/>
      <w:bookmarkStart w:id="2124" w:name="_Toc98676191"/>
      <w:r w:rsidRPr="00EF2F0E">
        <w:rPr>
          <w:lang w:eastAsia="zh-CN"/>
        </w:rPr>
        <w:t>7</w:t>
      </w:r>
      <w:r w:rsidRPr="00EF2F0E">
        <w:rPr>
          <w:lang w:eastAsia="zh-CN"/>
        </w:rPr>
        <w:tab/>
        <w:t>Conducted receiver characteristics</w:t>
      </w:r>
      <w:bookmarkEnd w:id="2113"/>
      <w:bookmarkEnd w:id="2114"/>
      <w:bookmarkEnd w:id="2115"/>
      <w:bookmarkEnd w:id="2116"/>
      <w:bookmarkEnd w:id="2117"/>
      <w:bookmarkEnd w:id="2118"/>
      <w:bookmarkEnd w:id="2119"/>
      <w:bookmarkEnd w:id="2120"/>
      <w:bookmarkEnd w:id="2121"/>
      <w:bookmarkEnd w:id="2122"/>
      <w:bookmarkEnd w:id="2123"/>
      <w:bookmarkEnd w:id="2124"/>
    </w:p>
    <w:p w14:paraId="0984DC4B" w14:textId="77777777" w:rsidR="00B15E99" w:rsidRPr="00EF2F0E" w:rsidRDefault="00B15E99" w:rsidP="00A40339">
      <w:pPr>
        <w:pStyle w:val="Heading2"/>
      </w:pPr>
      <w:bookmarkStart w:id="2125" w:name="_Toc21095915"/>
      <w:bookmarkStart w:id="2126" w:name="_Toc29763114"/>
      <w:bookmarkStart w:id="2127" w:name="_Toc45869399"/>
      <w:bookmarkStart w:id="2128" w:name="_Toc52554647"/>
      <w:bookmarkStart w:id="2129" w:name="_Toc52555117"/>
      <w:bookmarkStart w:id="2130" w:name="_Toc61112342"/>
      <w:bookmarkStart w:id="2131" w:name="_Toc67911494"/>
      <w:bookmarkStart w:id="2132" w:name="_Toc74842969"/>
      <w:bookmarkStart w:id="2133" w:name="_Toc76503352"/>
      <w:bookmarkStart w:id="2134" w:name="_Toc83040795"/>
      <w:bookmarkStart w:id="2135" w:name="_Toc89851838"/>
      <w:bookmarkStart w:id="2136" w:name="_Toc98676192"/>
      <w:r w:rsidRPr="00EF2F0E">
        <w:t>7.1</w:t>
      </w:r>
      <w:r w:rsidRPr="00EF2F0E">
        <w:tab/>
        <w:t>General</w:t>
      </w:r>
      <w:bookmarkEnd w:id="2125"/>
      <w:bookmarkEnd w:id="2126"/>
      <w:bookmarkEnd w:id="2127"/>
      <w:bookmarkEnd w:id="2128"/>
      <w:bookmarkEnd w:id="2129"/>
      <w:bookmarkEnd w:id="2130"/>
      <w:bookmarkEnd w:id="2131"/>
      <w:bookmarkEnd w:id="2132"/>
      <w:bookmarkEnd w:id="2133"/>
      <w:bookmarkEnd w:id="2134"/>
      <w:bookmarkEnd w:id="2135"/>
      <w:bookmarkEnd w:id="2136"/>
    </w:p>
    <w:p w14:paraId="0984DC4C" w14:textId="77777777" w:rsidR="00B15E99" w:rsidRPr="00EF2F0E" w:rsidRDefault="00B15E99" w:rsidP="00A40339">
      <w:pPr>
        <w:rPr>
          <w:lang w:eastAsia="zh-CN"/>
        </w:rPr>
      </w:pPr>
      <w:r w:rsidRPr="00EF2F0E">
        <w:rPr>
          <w:lang w:eastAsia="zh-CN"/>
        </w:rPr>
        <w:t xml:space="preserve">Unless otherwise stated, the receiver characteristics are specified at the AAS BS </w:t>
      </w:r>
      <w:r w:rsidRPr="00EF2F0E">
        <w:rPr>
          <w:i/>
          <w:lang w:eastAsia="zh-CN"/>
        </w:rPr>
        <w:t>TAB connector</w:t>
      </w:r>
      <w:r w:rsidRPr="00EF2F0E">
        <w:rPr>
          <w:lang w:eastAsia="zh-CN"/>
        </w:rPr>
        <w:t xml:space="preserve"> with full complement of transceivers for the configuration in normal operating condition. For FDD operation the requirements in clause 7 shall be met with the transmitter unit(s) on.</w:t>
      </w:r>
    </w:p>
    <w:p w14:paraId="0984DC4D" w14:textId="77777777" w:rsidR="00B15E99" w:rsidRPr="00EF2F0E" w:rsidRDefault="00B15E99" w:rsidP="00A40339">
      <w:pPr>
        <w:pStyle w:val="NO"/>
        <w:rPr>
          <w:lang w:eastAsia="zh-CN"/>
        </w:rPr>
      </w:pPr>
      <w:r w:rsidRPr="00EF2F0E">
        <w:rPr>
          <w:lang w:eastAsia="zh-CN"/>
        </w:rPr>
        <w:t>NOTE 1:</w:t>
      </w:r>
      <w:r w:rsidRPr="00EF2F0E">
        <w:rPr>
          <w:lang w:eastAsia="zh-CN"/>
        </w:rPr>
        <w:tab/>
        <w:t>In normal operating condition the BS in FDD operation is configured to transmit and receive at the same time.</w:t>
      </w:r>
    </w:p>
    <w:p w14:paraId="0984DC4E" w14:textId="77777777" w:rsidR="00B15E99" w:rsidRPr="00EF2F0E" w:rsidRDefault="00B15E99" w:rsidP="00A40339">
      <w:pPr>
        <w:pStyle w:val="NO"/>
        <w:rPr>
          <w:lang w:eastAsia="zh-CN"/>
        </w:rPr>
      </w:pPr>
      <w:r w:rsidRPr="00EF2F0E">
        <w:rPr>
          <w:lang w:eastAsia="zh-CN"/>
        </w:rPr>
        <w:t>NOTE 2:</w:t>
      </w:r>
      <w:r w:rsidRPr="00EF2F0E">
        <w:rPr>
          <w:lang w:eastAsia="zh-CN"/>
        </w:rPr>
        <w:tab/>
        <w:t xml:space="preserve">In normal operating condition the BS in TDD operation is configured to TX OFF power during </w:t>
      </w:r>
      <w:r w:rsidRPr="00EF2F0E">
        <w:rPr>
          <w:i/>
          <w:lang w:eastAsia="zh-CN"/>
        </w:rPr>
        <w:t>receive period</w:t>
      </w:r>
      <w:r w:rsidRPr="00EF2F0E">
        <w:rPr>
          <w:lang w:eastAsia="zh-CN"/>
        </w:rPr>
        <w:t>.</w:t>
      </w:r>
    </w:p>
    <w:p w14:paraId="0984DC4F" w14:textId="77777777" w:rsidR="00B15E99" w:rsidRPr="00EF2F0E" w:rsidRDefault="00B15E99" w:rsidP="00A40339">
      <w:r w:rsidRPr="00EF2F0E">
        <w:t>The manufacturer shall declare the minimum number of supported geographical cells (i.e. geographical areas). The minimum number of supported geographical cells (N</w:t>
      </w:r>
      <w:r w:rsidRPr="00EF2F0E">
        <w:rPr>
          <w:vertAlign w:val="subscript"/>
        </w:rPr>
        <w:t>cells</w:t>
      </w:r>
      <w:r w:rsidRPr="00EF2F0E">
        <w:t xml:space="preserve">) relates to the AAS BS setting with minimum amount of cell splitting. The manufacturer shall also declare </w:t>
      </w:r>
      <w:r w:rsidRPr="00EF2F0E">
        <w:rPr>
          <w:i/>
        </w:rPr>
        <w:t>TAB connector RX min cell groups</w:t>
      </w:r>
      <w:r w:rsidRPr="00EF2F0E">
        <w:rPr>
          <w:rFonts w:eastAsia="MS Mincho"/>
          <w:iCs/>
          <w:lang w:eastAsia="ja-JP"/>
        </w:rPr>
        <w:t xml:space="preserve"> for this minimum number of cells configuration</w:t>
      </w:r>
      <w:r w:rsidRPr="00EF2F0E">
        <w:t xml:space="preserve">. Every </w:t>
      </w:r>
      <w:r w:rsidRPr="00EF2F0E">
        <w:rPr>
          <w:i/>
        </w:rPr>
        <w:t>TAB connector</w:t>
      </w:r>
      <w:r w:rsidRPr="00EF2F0E">
        <w:t xml:space="preserve"> supporting reception in an operating band shall map to one </w:t>
      </w:r>
      <w:r w:rsidRPr="00EF2F0E">
        <w:rPr>
          <w:i/>
        </w:rPr>
        <w:t>TAB connector</w:t>
      </w:r>
      <w:r w:rsidRPr="00EF2F0E">
        <w:t xml:space="preserve"> RX min cell group supporting the same. The mapping of </w:t>
      </w:r>
      <w:r w:rsidRPr="00EF2F0E">
        <w:rPr>
          <w:i/>
        </w:rPr>
        <w:t>TAB connectors</w:t>
      </w:r>
      <w:r w:rsidRPr="00EF2F0E">
        <w:t xml:space="preserve"> to cells is implementation dependent.</w:t>
      </w:r>
    </w:p>
    <w:p w14:paraId="0984DC50" w14:textId="77777777" w:rsidR="00B15E99" w:rsidRPr="00EF2F0E" w:rsidRDefault="00B15E99" w:rsidP="00A40339">
      <w:r w:rsidRPr="00EF2F0E">
        <w:t>The number of active receiver units that are considered when calculating the emission limit (N</w:t>
      </w:r>
      <w:r w:rsidRPr="00EF2F0E">
        <w:rPr>
          <w:vertAlign w:val="subscript"/>
        </w:rPr>
        <w:t>RXU,counted</w:t>
      </w:r>
      <w:r w:rsidRPr="00EF2F0E">
        <w:t>) for an AAS BS is calculated as follows:</w:t>
      </w:r>
    </w:p>
    <w:p w14:paraId="0984DC51" w14:textId="77777777" w:rsidR="00B15E99" w:rsidRPr="00EF2F0E" w:rsidRDefault="00B15E99" w:rsidP="00A40339">
      <w:pPr>
        <w:pStyle w:val="B10"/>
      </w:pPr>
      <w:r w:rsidRPr="00EF2F0E">
        <w:tab/>
        <w:t>N</w:t>
      </w:r>
      <w:r w:rsidRPr="00EF2F0E">
        <w:rPr>
          <w:vertAlign w:val="subscript"/>
        </w:rPr>
        <w:t>RXU,counted</w:t>
      </w:r>
      <w:r w:rsidRPr="00EF2F0E">
        <w:t xml:space="preserve"> = </w:t>
      </w:r>
      <w:r w:rsidRPr="00EF2F0E">
        <w:rPr>
          <w:i/>
        </w:rPr>
        <w:t>min(N</w:t>
      </w:r>
      <w:r w:rsidRPr="00EF2F0E">
        <w:rPr>
          <w:i/>
          <w:vertAlign w:val="subscript"/>
        </w:rPr>
        <w:t>RXU,active</w:t>
      </w:r>
      <w:r w:rsidRPr="00EF2F0E">
        <w:rPr>
          <w:i/>
        </w:rPr>
        <w:t>, 8</w:t>
      </w:r>
      <w:r w:rsidRPr="00EF2F0E">
        <w:t xml:space="preserve"> </w:t>
      </w:r>
      <w:r w:rsidRPr="00EF2F0E">
        <w:rPr>
          <w:i/>
          <w:lang w:eastAsia="ja-JP"/>
        </w:rPr>
        <w:t xml:space="preserve">× </w:t>
      </w:r>
      <w:r w:rsidRPr="00EF2F0E">
        <w:rPr>
          <w:i/>
        </w:rPr>
        <w:t>N</w:t>
      </w:r>
      <w:r w:rsidRPr="00EF2F0E">
        <w:rPr>
          <w:i/>
          <w:vertAlign w:val="subscript"/>
        </w:rPr>
        <w:t>cells</w:t>
      </w:r>
      <w:r w:rsidRPr="00EF2F0E">
        <w:rPr>
          <w:i/>
        </w:rPr>
        <w:t xml:space="preserve">) </w:t>
      </w:r>
      <w:r w:rsidRPr="00EF2F0E">
        <w:t xml:space="preserve">for </w:t>
      </w:r>
      <w:r w:rsidRPr="00EF2F0E">
        <w:rPr>
          <w:lang w:eastAsia="ja-JP"/>
        </w:rPr>
        <w:t xml:space="preserve">AAS BS in </w:t>
      </w:r>
      <w:r w:rsidRPr="00EF2F0E">
        <w:rPr>
          <w:i/>
        </w:rPr>
        <w:t>single RAT E-UTRA operation</w:t>
      </w:r>
      <w:r w:rsidRPr="00EF2F0E">
        <w:t xml:space="preserve"> and MSR AAS BS (excluding UTRA only MSR AAS BS).</w:t>
      </w:r>
    </w:p>
    <w:p w14:paraId="0984DC52" w14:textId="77777777" w:rsidR="00B15E99" w:rsidRPr="00EF2F0E" w:rsidRDefault="00B15E99" w:rsidP="00A40339">
      <w:pPr>
        <w:pStyle w:val="B10"/>
      </w:pPr>
      <w:r w:rsidRPr="00EF2F0E">
        <w:tab/>
        <w:t>And</w:t>
      </w:r>
    </w:p>
    <w:p w14:paraId="0984DC53" w14:textId="77777777" w:rsidR="00B15E99" w:rsidRPr="00EF2F0E" w:rsidRDefault="00B15E99" w:rsidP="00A40339">
      <w:pPr>
        <w:pStyle w:val="B10"/>
      </w:pPr>
      <w:r w:rsidRPr="00EF2F0E">
        <w:tab/>
        <w:t>N</w:t>
      </w:r>
      <w:r w:rsidRPr="00EF2F0E">
        <w:rPr>
          <w:vertAlign w:val="subscript"/>
        </w:rPr>
        <w:t>RXU,counted</w:t>
      </w:r>
      <w:r w:rsidRPr="00EF2F0E">
        <w:t xml:space="preserve"> = </w:t>
      </w:r>
      <w:r w:rsidRPr="00EF2F0E">
        <w:rPr>
          <w:i/>
        </w:rPr>
        <w:t>min(N</w:t>
      </w:r>
      <w:r w:rsidRPr="00EF2F0E">
        <w:rPr>
          <w:i/>
          <w:vertAlign w:val="subscript"/>
        </w:rPr>
        <w:t>RXU, active</w:t>
      </w:r>
      <w:r w:rsidRPr="00EF2F0E">
        <w:rPr>
          <w:i/>
        </w:rPr>
        <w:t>, 4</w:t>
      </w:r>
      <w:r w:rsidRPr="00EF2F0E">
        <w:t xml:space="preserve"> </w:t>
      </w:r>
      <w:r w:rsidRPr="00EF2F0E">
        <w:rPr>
          <w:i/>
          <w:lang w:eastAsia="ja-JP"/>
        </w:rPr>
        <w:t>×</w:t>
      </w:r>
      <w:r w:rsidRPr="00EF2F0E">
        <w:t xml:space="preserve"> </w:t>
      </w:r>
      <w:r w:rsidRPr="00EF2F0E">
        <w:rPr>
          <w:i/>
        </w:rPr>
        <w:t>N</w:t>
      </w:r>
      <w:r w:rsidRPr="00EF2F0E">
        <w:rPr>
          <w:i/>
          <w:vertAlign w:val="subscript"/>
        </w:rPr>
        <w:t>cells</w:t>
      </w:r>
      <w:r w:rsidRPr="00EF2F0E">
        <w:rPr>
          <w:i/>
        </w:rPr>
        <w:t xml:space="preserve">) </w:t>
      </w:r>
      <w:r w:rsidRPr="00EF2F0E">
        <w:t xml:space="preserve">for </w:t>
      </w:r>
      <w:r w:rsidRPr="00EF2F0E">
        <w:rPr>
          <w:lang w:eastAsia="ja-JP"/>
        </w:rPr>
        <w:t xml:space="preserve">AAS BS in </w:t>
      </w:r>
      <w:r w:rsidRPr="00EF2F0E">
        <w:rPr>
          <w:i/>
        </w:rPr>
        <w:t>single RAT UTRA operation</w:t>
      </w:r>
      <w:r w:rsidRPr="00EF2F0E">
        <w:t xml:space="preserve"> and UTRA only MSR AAS BS.</w:t>
      </w:r>
    </w:p>
    <w:p w14:paraId="0984DC54" w14:textId="77777777" w:rsidR="00B15E99" w:rsidRPr="00EF2F0E" w:rsidRDefault="00B15E99" w:rsidP="00A40339">
      <w:r w:rsidRPr="00EF2F0E">
        <w:t>Further:</w:t>
      </w:r>
    </w:p>
    <w:p w14:paraId="0984DC55" w14:textId="77777777" w:rsidR="00B15E99" w:rsidRPr="00EF2F0E" w:rsidRDefault="00B15E99" w:rsidP="00A40339">
      <w:pPr>
        <w:pStyle w:val="B10"/>
        <w:rPr>
          <w:rFonts w:ascii="Arial" w:hAnsi="Arial"/>
          <w:lang w:eastAsia="ja-JP"/>
        </w:rPr>
      </w:pPr>
      <w:r w:rsidRPr="00EF2F0E">
        <w:tab/>
        <w:t>N</w:t>
      </w:r>
      <w:r w:rsidRPr="00EF2F0E">
        <w:rPr>
          <w:vertAlign w:val="subscript"/>
        </w:rPr>
        <w:t>RXU,countedpercell</w:t>
      </w:r>
      <w:r w:rsidRPr="00EF2F0E">
        <w:rPr>
          <w:vertAlign w:val="subscript"/>
          <w:lang w:eastAsia="zh-CN"/>
        </w:rPr>
        <w:t xml:space="preserve"> </w:t>
      </w:r>
      <w:r w:rsidRPr="00EF2F0E">
        <w:rPr>
          <w:lang w:eastAsia="zh-CN"/>
        </w:rPr>
        <w:t xml:space="preserve">= </w:t>
      </w:r>
      <w:r w:rsidRPr="00EF2F0E">
        <w:rPr>
          <w:iCs/>
          <w:lang w:eastAsia="ja-JP"/>
        </w:rPr>
        <w:t>N</w:t>
      </w:r>
      <w:r w:rsidRPr="00EF2F0E">
        <w:rPr>
          <w:iCs/>
          <w:vertAlign w:val="subscript"/>
          <w:lang w:eastAsia="ja-JP"/>
        </w:rPr>
        <w:t xml:space="preserve">RXU,counted </w:t>
      </w:r>
      <w:r w:rsidRPr="00EF2F0E">
        <w:rPr>
          <w:iCs/>
          <w:lang w:eastAsia="ja-JP"/>
        </w:rPr>
        <w:t>/ N</w:t>
      </w:r>
      <w:r w:rsidRPr="00EF2F0E">
        <w:rPr>
          <w:iCs/>
          <w:vertAlign w:val="subscript"/>
          <w:lang w:eastAsia="ja-JP"/>
        </w:rPr>
        <w:t>cells</w:t>
      </w:r>
    </w:p>
    <w:p w14:paraId="0984DC56" w14:textId="77777777" w:rsidR="00B15E99" w:rsidRPr="00EF2F0E" w:rsidRDefault="00B15E99" w:rsidP="00A40339">
      <w:pPr>
        <w:rPr>
          <w:rFonts w:eastAsia="MS Mincho"/>
          <w:lang w:eastAsia="ja-JP"/>
        </w:rPr>
      </w:pPr>
      <w:r w:rsidRPr="00EF2F0E">
        <w:t>N</w:t>
      </w:r>
      <w:r w:rsidRPr="00EF2F0E">
        <w:rPr>
          <w:vertAlign w:val="subscript"/>
        </w:rPr>
        <w:t>RXU,countedpercell</w:t>
      </w:r>
      <w:r w:rsidRPr="00EF2F0E">
        <w:rPr>
          <w:rFonts w:eastAsia="MS Mincho"/>
          <w:lang w:eastAsia="ja-JP"/>
        </w:rPr>
        <w:t xml:space="preserve"> is used for scaling the </w:t>
      </w:r>
      <w:r w:rsidRPr="00EF2F0E">
        <w:rPr>
          <w:rFonts w:eastAsia="MS Mincho"/>
          <w:i/>
          <w:lang w:eastAsia="ja-JP"/>
        </w:rPr>
        <w:t>basic limits</w:t>
      </w:r>
      <w:r w:rsidRPr="00EF2F0E">
        <w:rPr>
          <w:rFonts w:eastAsia="MS Mincho"/>
          <w:lang w:eastAsia="ja-JP"/>
        </w:rPr>
        <w:t xml:space="preserve"> as described in subclause 7.6.</w:t>
      </w:r>
    </w:p>
    <w:p w14:paraId="0984DC57" w14:textId="77777777" w:rsidR="00B15E99" w:rsidRPr="00EF2F0E" w:rsidRDefault="00B15E99" w:rsidP="00A40339">
      <w:pPr>
        <w:pStyle w:val="NO"/>
      </w:pPr>
      <w:r w:rsidRPr="00EF2F0E">
        <w:t>NOTE 3:</w:t>
      </w:r>
      <w:r w:rsidRPr="00EF2F0E">
        <w:tab/>
        <w:t>N</w:t>
      </w:r>
      <w:r w:rsidRPr="00EF2F0E">
        <w:rPr>
          <w:vertAlign w:val="subscript"/>
        </w:rPr>
        <w:t>RXU,active</w:t>
      </w:r>
      <w:r w:rsidRPr="00EF2F0E">
        <w:t xml:space="preserve"> is the number of actually active receiver units and is independent to the declaration of N</w:t>
      </w:r>
      <w:r w:rsidRPr="00EF2F0E">
        <w:rPr>
          <w:vertAlign w:val="subscript"/>
        </w:rPr>
        <w:t>cells</w:t>
      </w:r>
      <w:r w:rsidRPr="00EF2F0E">
        <w:t>.</w:t>
      </w:r>
    </w:p>
    <w:p w14:paraId="0984DC58" w14:textId="77777777" w:rsidR="00B15E99" w:rsidRPr="00EF2F0E" w:rsidRDefault="00B15E99" w:rsidP="00A40339">
      <w:r w:rsidRPr="00EF2F0E">
        <w:rPr>
          <w:lang w:eastAsia="zh-CN"/>
        </w:rPr>
        <w:t xml:space="preserve">Any receiver requirement specified for </w:t>
      </w:r>
      <w:r w:rsidRPr="00EF2F0E">
        <w:rPr>
          <w:rFonts w:eastAsia="SimSun"/>
        </w:rPr>
        <w:t xml:space="preserve">NB-IoT in-band, NB-IoT guard band, or standalone </w:t>
      </w:r>
      <w:r w:rsidRPr="00EF2F0E">
        <w:t xml:space="preserve">NB-IoT operation in 3GPP TS 36.104 [4] for </w:t>
      </w:r>
      <w:r w:rsidRPr="00EF2F0E">
        <w:rPr>
          <w:rFonts w:eastAsia="SimSun"/>
          <w:lang w:eastAsia="zh-CN"/>
        </w:rPr>
        <w:t>E-UTRA with NB-IoT (in-band or guard band) or for standalone NB-IoT</w:t>
      </w:r>
      <w:r w:rsidRPr="00EF2F0E">
        <w:t xml:space="preserve">, or in 3GPP TS 37.104 [5] for </w:t>
      </w:r>
      <w:r w:rsidRPr="00EF2F0E">
        <w:rPr>
          <w:rFonts w:eastAsia="SimSun"/>
          <w:lang w:eastAsia="zh-CN"/>
        </w:rPr>
        <w:t>E-UTRA with NB-IoT or standalone NB-IoT in</w:t>
      </w:r>
      <w:r w:rsidRPr="00EF2F0E">
        <w:rPr>
          <w:i/>
        </w:rPr>
        <w:t xml:space="preserve"> MSR operation</w:t>
      </w:r>
      <w:r w:rsidRPr="00EF2F0E">
        <w:t>, and referred in clause 7, is not applicable for AAS BS.</w:t>
      </w:r>
    </w:p>
    <w:p w14:paraId="0984DC59" w14:textId="77777777" w:rsidR="00B15E99" w:rsidRPr="00EF2F0E" w:rsidRDefault="00B15E99" w:rsidP="00A40339">
      <w:r w:rsidRPr="00EF2F0E">
        <w:rPr>
          <w:lang w:eastAsia="zh-CN"/>
        </w:rPr>
        <w:t xml:space="preserve">Any receiver requirement specified for </w:t>
      </w:r>
      <w:r w:rsidRPr="00EF2F0E">
        <w:rPr>
          <w:rFonts w:eastAsia="SimSun"/>
        </w:rPr>
        <w:t>Band 46</w:t>
      </w:r>
      <w:r w:rsidRPr="00EF2F0E">
        <w:t xml:space="preserve"> operation</w:t>
      </w:r>
      <w:r w:rsidR="0094713B" w:rsidRPr="00EF2F0E">
        <w:t xml:space="preserve"> or for Band 49 operation</w:t>
      </w:r>
      <w:r w:rsidRPr="00EF2F0E">
        <w:t xml:space="preserve"> in 3GPP TS 36.104 [4] for </w:t>
      </w:r>
      <w:r w:rsidRPr="00EF2F0E">
        <w:rPr>
          <w:rFonts w:eastAsia="SimSun"/>
          <w:lang w:eastAsia="zh-CN"/>
        </w:rPr>
        <w:t>E-UTRA</w:t>
      </w:r>
      <w:r w:rsidRPr="00EF2F0E">
        <w:t xml:space="preserve">, or in 3GPP TS 37.104 [5] for </w:t>
      </w:r>
      <w:r w:rsidRPr="00EF2F0E">
        <w:rPr>
          <w:rFonts w:eastAsia="SimSun"/>
          <w:lang w:eastAsia="zh-CN"/>
        </w:rPr>
        <w:t>E-UTRA in</w:t>
      </w:r>
      <w:r w:rsidRPr="00EF2F0E">
        <w:rPr>
          <w:i/>
        </w:rPr>
        <w:t xml:space="preserve"> MSR operation</w:t>
      </w:r>
      <w:r w:rsidRPr="00EF2F0E">
        <w:t xml:space="preserve">, and referred in clause </w:t>
      </w:r>
      <w:r w:rsidR="0094713B" w:rsidRPr="00EF2F0E">
        <w:t>7</w:t>
      </w:r>
      <w:r w:rsidRPr="00EF2F0E">
        <w:t xml:space="preserve">, is not applicable for AAS BS. The requirements for co-location blocking for Band 46 </w:t>
      </w:r>
      <w:r w:rsidR="0094713B" w:rsidRPr="00EF2F0E">
        <w:t xml:space="preserve">or Band 49 </w:t>
      </w:r>
      <w:r w:rsidRPr="00EF2F0E">
        <w:t>are applicable for AAS BS.</w:t>
      </w:r>
    </w:p>
    <w:p w14:paraId="0984DC5A" w14:textId="77777777" w:rsidR="00B15E99" w:rsidRPr="00EF2F0E" w:rsidRDefault="00B15E99" w:rsidP="00A40339">
      <w:pPr>
        <w:pStyle w:val="Heading2"/>
      </w:pPr>
      <w:bookmarkStart w:id="2137" w:name="_Toc21095916"/>
      <w:bookmarkStart w:id="2138" w:name="_Toc29763115"/>
      <w:bookmarkStart w:id="2139" w:name="_Toc45869400"/>
      <w:bookmarkStart w:id="2140" w:name="_Toc52554648"/>
      <w:bookmarkStart w:id="2141" w:name="_Toc52555118"/>
      <w:bookmarkStart w:id="2142" w:name="_Toc61112343"/>
      <w:bookmarkStart w:id="2143" w:name="_Toc67911495"/>
      <w:bookmarkStart w:id="2144" w:name="_Toc74842970"/>
      <w:bookmarkStart w:id="2145" w:name="_Toc76503353"/>
      <w:bookmarkStart w:id="2146" w:name="_Toc83040796"/>
      <w:bookmarkStart w:id="2147" w:name="_Toc89851839"/>
      <w:bookmarkStart w:id="2148" w:name="_Toc98676193"/>
      <w:r w:rsidRPr="00EF2F0E">
        <w:t>7.2</w:t>
      </w:r>
      <w:r w:rsidRPr="00EF2F0E">
        <w:tab/>
        <w:t>Reference sensitivity level</w:t>
      </w:r>
      <w:bookmarkEnd w:id="2137"/>
      <w:bookmarkEnd w:id="2138"/>
      <w:bookmarkEnd w:id="2139"/>
      <w:bookmarkEnd w:id="2140"/>
      <w:bookmarkEnd w:id="2141"/>
      <w:bookmarkEnd w:id="2142"/>
      <w:bookmarkEnd w:id="2143"/>
      <w:bookmarkEnd w:id="2144"/>
      <w:bookmarkEnd w:id="2145"/>
      <w:bookmarkEnd w:id="2146"/>
      <w:bookmarkEnd w:id="2147"/>
      <w:bookmarkEnd w:id="2148"/>
    </w:p>
    <w:p w14:paraId="0984DC5B" w14:textId="77777777" w:rsidR="00B15E99" w:rsidRPr="00EF2F0E" w:rsidRDefault="00B15E99" w:rsidP="00A40339">
      <w:pPr>
        <w:pStyle w:val="Heading3"/>
      </w:pPr>
      <w:bookmarkStart w:id="2149" w:name="_Toc21095917"/>
      <w:bookmarkStart w:id="2150" w:name="_Toc29763116"/>
      <w:bookmarkStart w:id="2151" w:name="_Toc45869401"/>
      <w:bookmarkStart w:id="2152" w:name="_Toc52554649"/>
      <w:bookmarkStart w:id="2153" w:name="_Toc52555119"/>
      <w:bookmarkStart w:id="2154" w:name="_Toc61112344"/>
      <w:bookmarkStart w:id="2155" w:name="_Toc67911496"/>
      <w:bookmarkStart w:id="2156" w:name="_Toc74842971"/>
      <w:bookmarkStart w:id="2157" w:name="_Toc76503354"/>
      <w:bookmarkStart w:id="2158" w:name="_Toc83040797"/>
      <w:bookmarkStart w:id="2159" w:name="_Toc89851840"/>
      <w:bookmarkStart w:id="2160" w:name="_Toc98676194"/>
      <w:r w:rsidRPr="00EF2F0E">
        <w:t>7.2.1</w:t>
      </w:r>
      <w:r w:rsidRPr="00EF2F0E">
        <w:tab/>
        <w:t>General</w:t>
      </w:r>
      <w:bookmarkEnd w:id="2149"/>
      <w:bookmarkEnd w:id="2150"/>
      <w:bookmarkEnd w:id="2151"/>
      <w:bookmarkEnd w:id="2152"/>
      <w:bookmarkEnd w:id="2153"/>
      <w:bookmarkEnd w:id="2154"/>
      <w:bookmarkEnd w:id="2155"/>
      <w:bookmarkEnd w:id="2156"/>
      <w:bookmarkEnd w:id="2157"/>
      <w:bookmarkEnd w:id="2158"/>
      <w:bookmarkEnd w:id="2159"/>
      <w:bookmarkEnd w:id="2160"/>
    </w:p>
    <w:p w14:paraId="0984DC5C" w14:textId="77777777" w:rsidR="00B15E99" w:rsidRPr="00EF2F0E" w:rsidRDefault="00B15E99" w:rsidP="00A40339">
      <w:r w:rsidRPr="00EF2F0E">
        <w:t>The reference sensitivity power level P</w:t>
      </w:r>
      <w:r w:rsidRPr="00EF2F0E">
        <w:rPr>
          <w:vertAlign w:val="subscript"/>
        </w:rPr>
        <w:t>REFSENS</w:t>
      </w:r>
      <w:r w:rsidRPr="00EF2F0E">
        <w:t xml:space="preserve"> is the minimum mean power received at the </w:t>
      </w:r>
      <w:r w:rsidRPr="00EF2F0E">
        <w:rPr>
          <w:i/>
        </w:rPr>
        <w:t>TAB connector</w:t>
      </w:r>
      <w:r w:rsidRPr="00EF2F0E">
        <w:t xml:space="preserve"> at which a reference performance requirement shall be met for a specified reference measurement channel.</w:t>
      </w:r>
    </w:p>
    <w:p w14:paraId="0984DC5D" w14:textId="77777777" w:rsidR="00B15E99" w:rsidRPr="00EF2F0E" w:rsidRDefault="00B15E99" w:rsidP="00A40339">
      <w:pPr>
        <w:pStyle w:val="Heading3"/>
        <w:rPr>
          <w:lang w:eastAsia="zh-CN"/>
        </w:rPr>
      </w:pPr>
      <w:bookmarkStart w:id="2161" w:name="_Toc21095918"/>
      <w:bookmarkStart w:id="2162" w:name="_Toc29763117"/>
      <w:bookmarkStart w:id="2163" w:name="_Toc45869402"/>
      <w:bookmarkStart w:id="2164" w:name="_Toc52554650"/>
      <w:bookmarkStart w:id="2165" w:name="_Toc52555120"/>
      <w:bookmarkStart w:id="2166" w:name="_Toc61112345"/>
      <w:bookmarkStart w:id="2167" w:name="_Toc67911497"/>
      <w:bookmarkStart w:id="2168" w:name="_Toc74842972"/>
      <w:bookmarkStart w:id="2169" w:name="_Toc76503355"/>
      <w:bookmarkStart w:id="2170" w:name="_Toc83040798"/>
      <w:bookmarkStart w:id="2171" w:name="_Toc89851841"/>
      <w:bookmarkStart w:id="2172" w:name="_Toc98676195"/>
      <w:r w:rsidRPr="00EF2F0E">
        <w:rPr>
          <w:lang w:eastAsia="zh-CN"/>
        </w:rPr>
        <w:t>7.2.2</w:t>
      </w:r>
      <w:r w:rsidRPr="00EF2F0E">
        <w:rPr>
          <w:lang w:eastAsia="zh-CN"/>
        </w:rPr>
        <w:tab/>
        <w:t>Minimum requirement for MSR operation</w:t>
      </w:r>
      <w:bookmarkEnd w:id="2161"/>
      <w:bookmarkEnd w:id="2162"/>
      <w:bookmarkEnd w:id="2163"/>
      <w:bookmarkEnd w:id="2164"/>
      <w:bookmarkEnd w:id="2165"/>
      <w:bookmarkEnd w:id="2166"/>
      <w:bookmarkEnd w:id="2167"/>
      <w:bookmarkEnd w:id="2168"/>
      <w:bookmarkEnd w:id="2169"/>
      <w:bookmarkEnd w:id="2170"/>
      <w:bookmarkEnd w:id="2171"/>
      <w:bookmarkEnd w:id="2172"/>
    </w:p>
    <w:p w14:paraId="0984DC5E" w14:textId="77777777" w:rsidR="00B15E99" w:rsidRPr="00EF2F0E" w:rsidRDefault="00B15E99" w:rsidP="00A40339">
      <w:r w:rsidRPr="00EF2F0E">
        <w:t>For UTRA, the minimum requirement for reference sensitivity is specified in subclause 7.2.3.</w:t>
      </w:r>
    </w:p>
    <w:p w14:paraId="0984DC5F" w14:textId="77777777" w:rsidR="00B15E99" w:rsidRPr="00EF2F0E" w:rsidRDefault="00B15E99" w:rsidP="00A40339">
      <w:r w:rsidRPr="00EF2F0E">
        <w:t>For E-UTRA, the minimum requirement for reference sensitivity is specified in subclause 7.2.4.</w:t>
      </w:r>
    </w:p>
    <w:p w14:paraId="0984DC60" w14:textId="77777777" w:rsidR="00B15E99" w:rsidRPr="00EF2F0E" w:rsidRDefault="00B15E99" w:rsidP="00A40339">
      <w:r w:rsidRPr="00EF2F0E">
        <w:t xml:space="preserve">For NR, the minimum requirement for reference sensitivity is that same as that specified for </w:t>
      </w:r>
      <w:r w:rsidRPr="00EF2F0E">
        <w:rPr>
          <w:i/>
        </w:rPr>
        <w:t>BS type 1-H</w:t>
      </w:r>
      <w:r w:rsidRPr="00EF2F0E">
        <w:t xml:space="preserve"> in 3GPP TS 38.104 [28] in subclause 7.2.2.</w:t>
      </w:r>
    </w:p>
    <w:p w14:paraId="0984DC61" w14:textId="77777777" w:rsidR="00B15E99" w:rsidRPr="00EF2F0E" w:rsidRDefault="00B15E99" w:rsidP="00A40339">
      <w:pPr>
        <w:pStyle w:val="Heading3"/>
        <w:rPr>
          <w:lang w:eastAsia="zh-CN"/>
        </w:rPr>
      </w:pPr>
      <w:bookmarkStart w:id="2173" w:name="_Toc21095919"/>
      <w:bookmarkStart w:id="2174" w:name="_Toc29763118"/>
      <w:bookmarkStart w:id="2175" w:name="_Toc45869403"/>
      <w:bookmarkStart w:id="2176" w:name="_Toc52554651"/>
      <w:bookmarkStart w:id="2177" w:name="_Toc52555121"/>
      <w:bookmarkStart w:id="2178" w:name="_Toc61112346"/>
      <w:bookmarkStart w:id="2179" w:name="_Toc67911498"/>
      <w:bookmarkStart w:id="2180" w:name="_Toc74842973"/>
      <w:bookmarkStart w:id="2181" w:name="_Toc76503356"/>
      <w:bookmarkStart w:id="2182" w:name="_Toc83040799"/>
      <w:bookmarkStart w:id="2183" w:name="_Toc89851842"/>
      <w:bookmarkStart w:id="2184" w:name="_Toc98676196"/>
      <w:r w:rsidRPr="00EF2F0E">
        <w:rPr>
          <w:lang w:eastAsia="zh-CN"/>
        </w:rPr>
        <w:t>7.2.3</w:t>
      </w:r>
      <w:r w:rsidRPr="00EF2F0E">
        <w:rPr>
          <w:lang w:eastAsia="zh-CN"/>
        </w:rPr>
        <w:tab/>
        <w:t>Minimum requirement for single RAT UTRA operation</w:t>
      </w:r>
      <w:bookmarkEnd w:id="2173"/>
      <w:bookmarkEnd w:id="2174"/>
      <w:bookmarkEnd w:id="2175"/>
      <w:bookmarkEnd w:id="2176"/>
      <w:bookmarkEnd w:id="2177"/>
      <w:bookmarkEnd w:id="2178"/>
      <w:bookmarkEnd w:id="2179"/>
      <w:bookmarkEnd w:id="2180"/>
      <w:bookmarkEnd w:id="2181"/>
      <w:bookmarkEnd w:id="2182"/>
      <w:bookmarkEnd w:id="2183"/>
      <w:bookmarkEnd w:id="2184"/>
    </w:p>
    <w:p w14:paraId="0984DC62"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Wide Area BS class shall fulfil minimum requirements for reference sensitivity specified in 3GPP TS 25.104 [6], subclause 7.2.1.</w:t>
      </w:r>
    </w:p>
    <w:p w14:paraId="0984DC63"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Medium Range BS class shall fulfil minimum requirements for reference sensitivity specified in 3GPP TS 25.104 [6], subclause 7.2.1.</w:t>
      </w:r>
    </w:p>
    <w:p w14:paraId="0984DC64"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Local Area BS class shall fulfil minimum requirements for reference sensitivity specified in 3GPP TS 25.104 [6], subclause 7.2.1.</w:t>
      </w:r>
    </w:p>
    <w:p w14:paraId="0984DC65" w14:textId="77777777" w:rsidR="00B15E99" w:rsidRPr="00EF2F0E" w:rsidRDefault="00B15E99" w:rsidP="00A40339">
      <w:r w:rsidRPr="00EF2F0E">
        <w:t>The single RAT UTRA TDD</w:t>
      </w:r>
      <w:r w:rsidRPr="00EF2F0E">
        <w:rPr>
          <w:lang w:eastAsia="zh-CN"/>
        </w:rPr>
        <w:t xml:space="preserve"> AAS BS of</w:t>
      </w:r>
      <w:r w:rsidRPr="00EF2F0E">
        <w:t xml:space="preserve"> Wide Area BS </w:t>
      </w:r>
      <w:r w:rsidRPr="00EF2F0E">
        <w:rPr>
          <w:lang w:eastAsia="zh-CN"/>
        </w:rPr>
        <w:t xml:space="preserve">class </w:t>
      </w:r>
      <w:r w:rsidRPr="00EF2F0E">
        <w:t>shall fulfil minimum requirements for reference sensitivity specified in 3GPP TS 25.105 [7], subclause 7.2.1.1.</w:t>
      </w:r>
    </w:p>
    <w:p w14:paraId="0984DC66" w14:textId="77777777" w:rsidR="00B15E99" w:rsidRPr="00EF2F0E" w:rsidRDefault="00B15E99" w:rsidP="00A40339">
      <w:r w:rsidRPr="00EF2F0E">
        <w:t>The single RAT UTRA TDD</w:t>
      </w:r>
      <w:r w:rsidRPr="00EF2F0E">
        <w:rPr>
          <w:lang w:eastAsia="zh-CN"/>
        </w:rPr>
        <w:t xml:space="preserve"> AAS BS of</w:t>
      </w:r>
      <w:r w:rsidRPr="00EF2F0E">
        <w:t xml:space="preserve"> Local Area BS </w:t>
      </w:r>
      <w:r w:rsidRPr="00EF2F0E">
        <w:rPr>
          <w:lang w:eastAsia="zh-CN"/>
        </w:rPr>
        <w:t xml:space="preserve">class </w:t>
      </w:r>
      <w:r w:rsidRPr="00EF2F0E">
        <w:t>shall fulfil minimum requirements for reference sensitivity specified in 3GPP TS 25.105 [7], subclause 7.2.1.1.</w:t>
      </w:r>
    </w:p>
    <w:p w14:paraId="0984DC67" w14:textId="77777777" w:rsidR="00B15E99" w:rsidRPr="00EF2F0E" w:rsidRDefault="00B15E99" w:rsidP="00A40339">
      <w:pPr>
        <w:pStyle w:val="Heading3"/>
        <w:rPr>
          <w:lang w:eastAsia="zh-CN"/>
        </w:rPr>
      </w:pPr>
      <w:bookmarkStart w:id="2185" w:name="_Toc21095920"/>
      <w:bookmarkStart w:id="2186" w:name="_Toc29763119"/>
      <w:bookmarkStart w:id="2187" w:name="_Toc45869404"/>
      <w:bookmarkStart w:id="2188" w:name="_Toc52554652"/>
      <w:bookmarkStart w:id="2189" w:name="_Toc52555122"/>
      <w:bookmarkStart w:id="2190" w:name="_Toc61112347"/>
      <w:bookmarkStart w:id="2191" w:name="_Toc67911499"/>
      <w:bookmarkStart w:id="2192" w:name="_Toc74842974"/>
      <w:bookmarkStart w:id="2193" w:name="_Toc76503357"/>
      <w:bookmarkStart w:id="2194" w:name="_Toc83040800"/>
      <w:bookmarkStart w:id="2195" w:name="_Toc89851843"/>
      <w:bookmarkStart w:id="2196" w:name="_Toc98676197"/>
      <w:r w:rsidRPr="00EF2F0E">
        <w:rPr>
          <w:lang w:eastAsia="zh-CN"/>
        </w:rPr>
        <w:t>7.2.4</w:t>
      </w:r>
      <w:r w:rsidRPr="00EF2F0E">
        <w:rPr>
          <w:lang w:eastAsia="zh-CN"/>
        </w:rPr>
        <w:tab/>
        <w:t>Minimum requirement for single RAT E-UTRA operation</w:t>
      </w:r>
      <w:bookmarkEnd w:id="2185"/>
      <w:bookmarkEnd w:id="2186"/>
      <w:bookmarkEnd w:id="2187"/>
      <w:bookmarkEnd w:id="2188"/>
      <w:bookmarkEnd w:id="2189"/>
      <w:bookmarkEnd w:id="2190"/>
      <w:bookmarkEnd w:id="2191"/>
      <w:bookmarkEnd w:id="2192"/>
      <w:bookmarkEnd w:id="2193"/>
      <w:bookmarkEnd w:id="2194"/>
      <w:bookmarkEnd w:id="2195"/>
      <w:bookmarkEnd w:id="2196"/>
    </w:p>
    <w:p w14:paraId="0984DC68"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E-UTRA AAS BS of Wide Area BS class shall fulfil minimum requirements for reference sensitivity specified in 3GPP TS 36.104 [8], subclause 7.2.1.</w:t>
      </w:r>
    </w:p>
    <w:p w14:paraId="0984DC69"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E-UTRA AAS BS of Medium Range BS class shall fulfil minimum requirements for reference sensitivity specified in 3GPP TS 36.104 [8], subclause 7.2.1.</w:t>
      </w:r>
    </w:p>
    <w:p w14:paraId="0984DC6A"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E-UTRA AAS BS of Local Area BS class shall fulfil minimum requirements for reference sensitivity specified in 3GPP TS 36.104 [8], subclause 7.2.1.</w:t>
      </w:r>
    </w:p>
    <w:p w14:paraId="0984DC6B" w14:textId="77777777" w:rsidR="00B15E99" w:rsidRPr="00EF2F0E" w:rsidRDefault="00B15E99" w:rsidP="00A40339">
      <w:pPr>
        <w:pStyle w:val="Heading2"/>
      </w:pPr>
      <w:bookmarkStart w:id="2197" w:name="_Toc21095921"/>
      <w:bookmarkStart w:id="2198" w:name="_Toc29763120"/>
      <w:bookmarkStart w:id="2199" w:name="_Toc45869405"/>
      <w:bookmarkStart w:id="2200" w:name="_Toc52554653"/>
      <w:bookmarkStart w:id="2201" w:name="_Toc52555123"/>
      <w:bookmarkStart w:id="2202" w:name="_Toc61112348"/>
      <w:bookmarkStart w:id="2203" w:name="_Toc67911500"/>
      <w:bookmarkStart w:id="2204" w:name="_Toc74842975"/>
      <w:bookmarkStart w:id="2205" w:name="_Toc76503358"/>
      <w:bookmarkStart w:id="2206" w:name="_Toc83040801"/>
      <w:bookmarkStart w:id="2207" w:name="_Toc89851844"/>
      <w:bookmarkStart w:id="2208" w:name="_Toc98676198"/>
      <w:r w:rsidRPr="00EF2F0E">
        <w:t>7.3</w:t>
      </w:r>
      <w:r w:rsidRPr="00EF2F0E">
        <w:tab/>
        <w:t>Dynamic range</w:t>
      </w:r>
      <w:bookmarkEnd w:id="2197"/>
      <w:bookmarkEnd w:id="2198"/>
      <w:bookmarkEnd w:id="2199"/>
      <w:bookmarkEnd w:id="2200"/>
      <w:bookmarkEnd w:id="2201"/>
      <w:bookmarkEnd w:id="2202"/>
      <w:bookmarkEnd w:id="2203"/>
      <w:bookmarkEnd w:id="2204"/>
      <w:bookmarkEnd w:id="2205"/>
      <w:bookmarkEnd w:id="2206"/>
      <w:bookmarkEnd w:id="2207"/>
      <w:bookmarkEnd w:id="2208"/>
    </w:p>
    <w:p w14:paraId="0984DC6C" w14:textId="77777777" w:rsidR="00B15E99" w:rsidRPr="00EF2F0E" w:rsidRDefault="00B15E99" w:rsidP="00A40339">
      <w:pPr>
        <w:pStyle w:val="Heading3"/>
      </w:pPr>
      <w:bookmarkStart w:id="2209" w:name="_Toc21095922"/>
      <w:bookmarkStart w:id="2210" w:name="_Toc29763121"/>
      <w:bookmarkStart w:id="2211" w:name="_Toc45869406"/>
      <w:bookmarkStart w:id="2212" w:name="_Toc52554654"/>
      <w:bookmarkStart w:id="2213" w:name="_Toc52555124"/>
      <w:bookmarkStart w:id="2214" w:name="_Toc61112349"/>
      <w:bookmarkStart w:id="2215" w:name="_Toc67911501"/>
      <w:bookmarkStart w:id="2216" w:name="_Toc74842976"/>
      <w:bookmarkStart w:id="2217" w:name="_Toc76503359"/>
      <w:bookmarkStart w:id="2218" w:name="_Toc83040802"/>
      <w:bookmarkStart w:id="2219" w:name="_Toc89851845"/>
      <w:bookmarkStart w:id="2220" w:name="_Toc98676199"/>
      <w:r w:rsidRPr="00EF2F0E">
        <w:t>7.3.1</w:t>
      </w:r>
      <w:r w:rsidRPr="00EF2F0E">
        <w:tab/>
        <w:t>General</w:t>
      </w:r>
      <w:bookmarkEnd w:id="2209"/>
      <w:bookmarkEnd w:id="2210"/>
      <w:bookmarkEnd w:id="2211"/>
      <w:bookmarkEnd w:id="2212"/>
      <w:bookmarkEnd w:id="2213"/>
      <w:bookmarkEnd w:id="2214"/>
      <w:bookmarkEnd w:id="2215"/>
      <w:bookmarkEnd w:id="2216"/>
      <w:bookmarkEnd w:id="2217"/>
      <w:bookmarkEnd w:id="2218"/>
      <w:bookmarkEnd w:id="2219"/>
      <w:bookmarkEnd w:id="2220"/>
    </w:p>
    <w:p w14:paraId="0984DC6D" w14:textId="77777777" w:rsidR="00B15E99" w:rsidRPr="00EF2F0E" w:rsidRDefault="00B15E99" w:rsidP="00A40339">
      <w:r w:rsidRPr="00EF2F0E">
        <w:t xml:space="preserve">The dynamic range is a measure of the capability of the receiver unit to receive a wanted signal in the presence of an interfering signal at the </w:t>
      </w:r>
      <w:r w:rsidRPr="00EF2F0E">
        <w:rPr>
          <w:i/>
        </w:rPr>
        <w:t>TAB connector</w:t>
      </w:r>
      <w:r w:rsidRPr="00EF2F0E">
        <w:t xml:space="preserve"> inside the received </w:t>
      </w:r>
      <w:r w:rsidRPr="00EF2F0E">
        <w:rPr>
          <w:i/>
        </w:rPr>
        <w:t>channel bandwidth</w:t>
      </w:r>
      <w:r w:rsidRPr="00EF2F0E">
        <w:t xml:space="preserve"> or the capability of receiving high level of wanted signal.</w:t>
      </w:r>
    </w:p>
    <w:p w14:paraId="0984DC6E" w14:textId="77777777" w:rsidR="00B15E99" w:rsidRPr="00EF2F0E" w:rsidRDefault="00B15E99" w:rsidP="00A40339">
      <w:pPr>
        <w:pStyle w:val="Heading3"/>
        <w:rPr>
          <w:lang w:eastAsia="zh-CN"/>
        </w:rPr>
      </w:pPr>
      <w:bookmarkStart w:id="2221" w:name="_Toc21095923"/>
      <w:bookmarkStart w:id="2222" w:name="_Toc29763122"/>
      <w:bookmarkStart w:id="2223" w:name="_Toc45869407"/>
      <w:bookmarkStart w:id="2224" w:name="_Toc52554655"/>
      <w:bookmarkStart w:id="2225" w:name="_Toc52555125"/>
      <w:bookmarkStart w:id="2226" w:name="_Toc61112350"/>
      <w:bookmarkStart w:id="2227" w:name="_Toc67911502"/>
      <w:bookmarkStart w:id="2228" w:name="_Toc74842977"/>
      <w:bookmarkStart w:id="2229" w:name="_Toc76503360"/>
      <w:bookmarkStart w:id="2230" w:name="_Toc83040803"/>
      <w:bookmarkStart w:id="2231" w:name="_Toc89851846"/>
      <w:bookmarkStart w:id="2232" w:name="_Toc98676200"/>
      <w:r w:rsidRPr="00EF2F0E">
        <w:rPr>
          <w:lang w:eastAsia="zh-CN"/>
        </w:rPr>
        <w:t>7.3.2</w:t>
      </w:r>
      <w:r w:rsidRPr="00EF2F0E">
        <w:rPr>
          <w:lang w:eastAsia="zh-CN"/>
        </w:rPr>
        <w:tab/>
        <w:t>Minimum requirement for MSR operation</w:t>
      </w:r>
      <w:bookmarkEnd w:id="2221"/>
      <w:bookmarkEnd w:id="2222"/>
      <w:bookmarkEnd w:id="2223"/>
      <w:bookmarkEnd w:id="2224"/>
      <w:bookmarkEnd w:id="2225"/>
      <w:bookmarkEnd w:id="2226"/>
      <w:bookmarkEnd w:id="2227"/>
      <w:bookmarkEnd w:id="2228"/>
      <w:bookmarkEnd w:id="2229"/>
      <w:bookmarkEnd w:id="2230"/>
      <w:bookmarkEnd w:id="2231"/>
      <w:bookmarkEnd w:id="2232"/>
    </w:p>
    <w:p w14:paraId="0984DC6F" w14:textId="77777777" w:rsidR="00B15E99" w:rsidRPr="00EF2F0E" w:rsidRDefault="00B15E99" w:rsidP="00A40339">
      <w:r w:rsidRPr="00EF2F0E">
        <w:t>For UTRA, the minimum requirement for dynamic range is specified in subclause 7.3.3.</w:t>
      </w:r>
    </w:p>
    <w:p w14:paraId="0984DC70" w14:textId="77777777" w:rsidR="00B15E99" w:rsidRPr="00EF2F0E" w:rsidRDefault="00B15E99" w:rsidP="00A40339">
      <w:r w:rsidRPr="00EF2F0E">
        <w:t>For E-UTRA, the minimum requirement for dynamic range is specified in subclause 7.3.4.</w:t>
      </w:r>
    </w:p>
    <w:p w14:paraId="0984DC71" w14:textId="77777777" w:rsidR="00B15E99" w:rsidRPr="00EF2F0E" w:rsidRDefault="00B15E99" w:rsidP="00A40339">
      <w:r w:rsidRPr="00EF2F0E">
        <w:t xml:space="preserve">For NR, the minimum requirement for dynamic range is is that same as that specified for </w:t>
      </w:r>
      <w:r w:rsidRPr="00EF2F0E">
        <w:rPr>
          <w:i/>
        </w:rPr>
        <w:t>BS type 1-H</w:t>
      </w:r>
      <w:r w:rsidRPr="00EF2F0E">
        <w:t xml:space="preserve"> in 3GPP TS 38.104 [28] in subclause 7.3.2.</w:t>
      </w:r>
    </w:p>
    <w:p w14:paraId="0984DC72" w14:textId="77777777" w:rsidR="00B15E99" w:rsidRPr="00EF2F0E" w:rsidRDefault="00B15E99" w:rsidP="00A40339">
      <w:pPr>
        <w:pStyle w:val="Heading3"/>
        <w:rPr>
          <w:lang w:eastAsia="zh-CN"/>
        </w:rPr>
      </w:pPr>
      <w:bookmarkStart w:id="2233" w:name="_Toc21095924"/>
      <w:bookmarkStart w:id="2234" w:name="_Toc29763123"/>
      <w:bookmarkStart w:id="2235" w:name="_Toc45869408"/>
      <w:bookmarkStart w:id="2236" w:name="_Toc52554656"/>
      <w:bookmarkStart w:id="2237" w:name="_Toc52555126"/>
      <w:bookmarkStart w:id="2238" w:name="_Toc61112351"/>
      <w:bookmarkStart w:id="2239" w:name="_Toc67911503"/>
      <w:bookmarkStart w:id="2240" w:name="_Toc74842978"/>
      <w:bookmarkStart w:id="2241" w:name="_Toc76503361"/>
      <w:bookmarkStart w:id="2242" w:name="_Toc83040804"/>
      <w:bookmarkStart w:id="2243" w:name="_Toc89851847"/>
      <w:bookmarkStart w:id="2244" w:name="_Toc98676201"/>
      <w:r w:rsidRPr="00EF2F0E">
        <w:rPr>
          <w:lang w:eastAsia="zh-CN"/>
        </w:rPr>
        <w:t>7.3.3</w:t>
      </w:r>
      <w:r w:rsidRPr="00EF2F0E">
        <w:rPr>
          <w:lang w:eastAsia="zh-CN"/>
        </w:rPr>
        <w:tab/>
        <w:t>Minimum requirement for single RAT UTRA operation</w:t>
      </w:r>
      <w:bookmarkEnd w:id="2233"/>
      <w:bookmarkEnd w:id="2234"/>
      <w:bookmarkEnd w:id="2235"/>
      <w:bookmarkEnd w:id="2236"/>
      <w:bookmarkEnd w:id="2237"/>
      <w:bookmarkEnd w:id="2238"/>
      <w:bookmarkEnd w:id="2239"/>
      <w:bookmarkEnd w:id="2240"/>
      <w:bookmarkEnd w:id="2241"/>
      <w:bookmarkEnd w:id="2242"/>
      <w:bookmarkEnd w:id="2243"/>
      <w:bookmarkEnd w:id="2244"/>
    </w:p>
    <w:p w14:paraId="0984DC73"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Wide Area BS class shall fulfil minimum requirements for dynamic range specified in 3GPP TS 25.104 [6], subclause 7.3.1.</w:t>
      </w:r>
    </w:p>
    <w:p w14:paraId="0984DC74"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Medium Range BS class shall fulfil minimum requirements for dynamic range specified in 3GPP TS 25.104 [6], subclause 7.3.1.</w:t>
      </w:r>
    </w:p>
    <w:p w14:paraId="0984DC75"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Local Area BS class shall fulfil minimum requirements for dynamic range specified in 3GPP TS 25.104 [6], subclause 7.3.1.</w:t>
      </w:r>
    </w:p>
    <w:p w14:paraId="0984DC76" w14:textId="77777777" w:rsidR="00B15E99" w:rsidRPr="00EF2F0E" w:rsidRDefault="00B15E99" w:rsidP="00A40339">
      <w:r w:rsidRPr="00EF2F0E">
        <w:t>The single RAT UTRA TDD</w:t>
      </w:r>
      <w:r w:rsidRPr="00EF2F0E">
        <w:rPr>
          <w:lang w:eastAsia="zh-CN"/>
        </w:rPr>
        <w:t xml:space="preserve"> AAS BS of</w:t>
      </w:r>
      <w:r w:rsidRPr="00EF2F0E">
        <w:t xml:space="preserve"> Wide Area BS </w:t>
      </w:r>
      <w:r w:rsidRPr="00EF2F0E">
        <w:rPr>
          <w:lang w:eastAsia="zh-CN"/>
        </w:rPr>
        <w:t xml:space="preserve">class </w:t>
      </w:r>
      <w:r w:rsidRPr="00EF2F0E">
        <w:t>shall fulfil minimum requirements for dynamic range specified in 3GPP TS 25.105 [7], subclause 7.3.1.1.</w:t>
      </w:r>
    </w:p>
    <w:p w14:paraId="0984DC77" w14:textId="77777777" w:rsidR="00B15E99" w:rsidRPr="00EF2F0E" w:rsidRDefault="00B15E99" w:rsidP="00A40339">
      <w:r w:rsidRPr="00EF2F0E">
        <w:t>The single RAT UTRA TDD</w:t>
      </w:r>
      <w:r w:rsidRPr="00EF2F0E">
        <w:rPr>
          <w:lang w:eastAsia="zh-CN"/>
        </w:rPr>
        <w:t xml:space="preserve"> AAS BS of</w:t>
      </w:r>
      <w:r w:rsidRPr="00EF2F0E">
        <w:t xml:space="preserve"> Local Area BS </w:t>
      </w:r>
      <w:r w:rsidRPr="00EF2F0E">
        <w:rPr>
          <w:lang w:eastAsia="zh-CN"/>
        </w:rPr>
        <w:t xml:space="preserve">class </w:t>
      </w:r>
      <w:r w:rsidRPr="00EF2F0E">
        <w:t>shall fulfil minimum requirements for dynamic range specified in 3GPP TS 25.105 [7], subclause 7.3.1.1.</w:t>
      </w:r>
    </w:p>
    <w:p w14:paraId="0984DC78" w14:textId="77777777" w:rsidR="00B15E99" w:rsidRPr="00EF2F0E" w:rsidRDefault="00B15E99" w:rsidP="00A40339">
      <w:pPr>
        <w:pStyle w:val="Heading3"/>
        <w:rPr>
          <w:lang w:eastAsia="zh-CN"/>
        </w:rPr>
      </w:pPr>
      <w:bookmarkStart w:id="2245" w:name="_Toc21095925"/>
      <w:bookmarkStart w:id="2246" w:name="_Toc29763124"/>
      <w:bookmarkStart w:id="2247" w:name="_Toc45869409"/>
      <w:bookmarkStart w:id="2248" w:name="_Toc52554657"/>
      <w:bookmarkStart w:id="2249" w:name="_Toc52555127"/>
      <w:bookmarkStart w:id="2250" w:name="_Toc61112352"/>
      <w:bookmarkStart w:id="2251" w:name="_Toc67911504"/>
      <w:bookmarkStart w:id="2252" w:name="_Toc74842979"/>
      <w:bookmarkStart w:id="2253" w:name="_Toc76503362"/>
      <w:bookmarkStart w:id="2254" w:name="_Toc83040805"/>
      <w:bookmarkStart w:id="2255" w:name="_Toc89851848"/>
      <w:bookmarkStart w:id="2256" w:name="_Toc98676202"/>
      <w:r w:rsidRPr="00EF2F0E">
        <w:rPr>
          <w:lang w:eastAsia="zh-CN"/>
        </w:rPr>
        <w:t>7.3.4</w:t>
      </w:r>
      <w:r w:rsidRPr="00EF2F0E">
        <w:rPr>
          <w:lang w:eastAsia="zh-CN"/>
        </w:rPr>
        <w:tab/>
        <w:t>Minimum requirement for single RAT E-UTRA operation</w:t>
      </w:r>
      <w:bookmarkEnd w:id="2245"/>
      <w:bookmarkEnd w:id="2246"/>
      <w:bookmarkEnd w:id="2247"/>
      <w:bookmarkEnd w:id="2248"/>
      <w:bookmarkEnd w:id="2249"/>
      <w:bookmarkEnd w:id="2250"/>
      <w:bookmarkEnd w:id="2251"/>
      <w:bookmarkEnd w:id="2252"/>
      <w:bookmarkEnd w:id="2253"/>
      <w:bookmarkEnd w:id="2254"/>
      <w:bookmarkEnd w:id="2255"/>
      <w:bookmarkEnd w:id="2256"/>
    </w:p>
    <w:p w14:paraId="0984DC79"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E-UTRA AAS BS of  Wide Area BS class shall fulfil minimum requirements for dynamic range specified in 3GPP TS 36.104 [8], subclause 7.3.1.</w:t>
      </w:r>
    </w:p>
    <w:p w14:paraId="0984DC7A"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E-UTRA AAS BS of Medium Range BS class shall fulfil minimum requirements for dynamic range specified in 3GPP TS 36.104 [8], subclause 7.3.1.</w:t>
      </w:r>
    </w:p>
    <w:p w14:paraId="0984DC7B"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E-UTRA AAS BS of Local Area BS class shall fulfil minimum requirements for dynamic range specified in 3GPP TS 36.104 [8], subclause 7.3.1.</w:t>
      </w:r>
    </w:p>
    <w:p w14:paraId="0984DC7C" w14:textId="77777777" w:rsidR="00B15E99" w:rsidRPr="00EF2F0E" w:rsidRDefault="00B15E99" w:rsidP="00A40339">
      <w:pPr>
        <w:pStyle w:val="Heading2"/>
      </w:pPr>
      <w:bookmarkStart w:id="2257" w:name="_Toc21095926"/>
      <w:bookmarkStart w:id="2258" w:name="_Toc29763125"/>
      <w:bookmarkStart w:id="2259" w:name="_Toc45869410"/>
      <w:bookmarkStart w:id="2260" w:name="_Toc52554658"/>
      <w:bookmarkStart w:id="2261" w:name="_Toc52555128"/>
      <w:bookmarkStart w:id="2262" w:name="_Toc61112353"/>
      <w:bookmarkStart w:id="2263" w:name="_Toc67911505"/>
      <w:bookmarkStart w:id="2264" w:name="_Toc74842980"/>
      <w:bookmarkStart w:id="2265" w:name="_Toc76503363"/>
      <w:bookmarkStart w:id="2266" w:name="_Toc83040806"/>
      <w:bookmarkStart w:id="2267" w:name="_Toc89851849"/>
      <w:bookmarkStart w:id="2268" w:name="_Toc98676203"/>
      <w:r w:rsidRPr="00EF2F0E">
        <w:t>7.4</w:t>
      </w:r>
      <w:r w:rsidRPr="00EF2F0E">
        <w:tab/>
        <w:t>Adjacent channel selectivity, general blocking, and narrowband blocking</w:t>
      </w:r>
      <w:bookmarkEnd w:id="2257"/>
      <w:bookmarkEnd w:id="2258"/>
      <w:bookmarkEnd w:id="2259"/>
      <w:bookmarkEnd w:id="2260"/>
      <w:bookmarkEnd w:id="2261"/>
      <w:bookmarkEnd w:id="2262"/>
      <w:bookmarkEnd w:id="2263"/>
      <w:bookmarkEnd w:id="2264"/>
      <w:bookmarkEnd w:id="2265"/>
      <w:bookmarkEnd w:id="2266"/>
      <w:bookmarkEnd w:id="2267"/>
      <w:bookmarkEnd w:id="2268"/>
    </w:p>
    <w:p w14:paraId="0984DC7D" w14:textId="77777777" w:rsidR="00B15E99" w:rsidRPr="00EF2F0E" w:rsidRDefault="00B15E99" w:rsidP="00A40339">
      <w:pPr>
        <w:pStyle w:val="Heading3"/>
      </w:pPr>
      <w:bookmarkStart w:id="2269" w:name="_Toc21095927"/>
      <w:bookmarkStart w:id="2270" w:name="_Toc29763126"/>
      <w:bookmarkStart w:id="2271" w:name="_Toc45869411"/>
      <w:bookmarkStart w:id="2272" w:name="_Toc52554659"/>
      <w:bookmarkStart w:id="2273" w:name="_Toc52555129"/>
      <w:bookmarkStart w:id="2274" w:name="_Toc61112354"/>
      <w:bookmarkStart w:id="2275" w:name="_Toc67911506"/>
      <w:bookmarkStart w:id="2276" w:name="_Toc74842981"/>
      <w:bookmarkStart w:id="2277" w:name="_Toc76503364"/>
      <w:bookmarkStart w:id="2278" w:name="_Toc83040807"/>
      <w:bookmarkStart w:id="2279" w:name="_Toc89851850"/>
      <w:bookmarkStart w:id="2280" w:name="_Toc98676204"/>
      <w:r w:rsidRPr="00EF2F0E">
        <w:t>7.4.1</w:t>
      </w:r>
      <w:r w:rsidRPr="00EF2F0E">
        <w:tab/>
        <w:t>General</w:t>
      </w:r>
      <w:bookmarkEnd w:id="2269"/>
      <w:bookmarkEnd w:id="2270"/>
      <w:bookmarkEnd w:id="2271"/>
      <w:bookmarkEnd w:id="2272"/>
      <w:bookmarkEnd w:id="2273"/>
      <w:bookmarkEnd w:id="2274"/>
      <w:bookmarkEnd w:id="2275"/>
      <w:bookmarkEnd w:id="2276"/>
      <w:bookmarkEnd w:id="2277"/>
      <w:bookmarkEnd w:id="2278"/>
      <w:bookmarkEnd w:id="2279"/>
      <w:bookmarkEnd w:id="2280"/>
    </w:p>
    <w:p w14:paraId="0984DC7E" w14:textId="77777777" w:rsidR="00B15E99" w:rsidRPr="00EF2F0E" w:rsidRDefault="00B15E99" w:rsidP="00A40339">
      <w:r w:rsidRPr="00EF2F0E">
        <w:t>The adjacent channel selectivity (ACS), general blocking</w:t>
      </w:r>
      <w:r w:rsidRPr="00EF2F0E">
        <w:rPr>
          <w:i/>
        </w:rPr>
        <w:t xml:space="preserve"> </w:t>
      </w:r>
      <w:r w:rsidRPr="00EF2F0E">
        <w:t xml:space="preserve">and narrowband blocking characteristics are measures of the receiver unit ability to receive a wanted signal at its assigned channel at the </w:t>
      </w:r>
      <w:r w:rsidRPr="00EF2F0E">
        <w:rPr>
          <w:i/>
        </w:rPr>
        <w:t>TAB connector</w:t>
      </w:r>
      <w:r w:rsidRPr="00EF2F0E">
        <w:t xml:space="preserve"> in the presence of an unwanted interferer</w:t>
      </w:r>
      <w:r w:rsidRPr="00EF2F0E">
        <w:rPr>
          <w:i/>
        </w:rPr>
        <w:t xml:space="preserve"> </w:t>
      </w:r>
      <w:r w:rsidRPr="00EF2F0E">
        <w:t>inside the operating band.</w:t>
      </w:r>
    </w:p>
    <w:p w14:paraId="0984DC7F" w14:textId="77777777" w:rsidR="00B15E99" w:rsidRPr="00EF2F0E" w:rsidRDefault="00B15E99" w:rsidP="00A40339">
      <w:pPr>
        <w:pStyle w:val="NO"/>
      </w:pPr>
      <w:r w:rsidRPr="00EF2F0E">
        <w:t>NOTE:</w:t>
      </w:r>
      <w:r w:rsidRPr="00EF2F0E">
        <w:tab/>
        <w:t>For Single RAT requirements, the in-band selectivity characteristics is referred to as "adjacent channel selectivity", whereas for the MSR requirements, the corresponding property is referred to as "general blocking" since the adjacent frequency range may not carry a channel addressable from the interfered carrier.</w:t>
      </w:r>
    </w:p>
    <w:p w14:paraId="0984DC80" w14:textId="77777777" w:rsidR="00B15E99" w:rsidRPr="00EF2F0E" w:rsidRDefault="00B15E99" w:rsidP="00A40339">
      <w:r w:rsidRPr="00EF2F0E">
        <w:t xml:space="preserve">The </w:t>
      </w:r>
      <w:r w:rsidRPr="00EF2F0E">
        <w:rPr>
          <w:rFonts w:cs="v3.8.0"/>
        </w:rPr>
        <w:t xml:space="preserve">in-band </w:t>
      </w:r>
      <w:r w:rsidRPr="00EF2F0E">
        <w:rPr>
          <w:lang w:eastAsia="zh-CN"/>
        </w:rPr>
        <w:t xml:space="preserve">blocking requirement </w:t>
      </w:r>
      <w:r w:rsidRPr="00EF2F0E">
        <w:rPr>
          <w:rFonts w:cs="v3.8.0"/>
        </w:rPr>
        <w:t>applies</w:t>
      </w:r>
      <w:r w:rsidRPr="00EF2F0E">
        <w:rPr>
          <w:lang w:eastAsia="zh-CN"/>
        </w:rPr>
        <w:t xml:space="preserve"> from </w:t>
      </w:r>
      <w:r w:rsidRPr="00EF2F0E">
        <w:rPr>
          <w:rFonts w:cs="Arial"/>
        </w:rPr>
        <w:t>F</w:t>
      </w:r>
      <w:r w:rsidRPr="00EF2F0E">
        <w:rPr>
          <w:rFonts w:cs="Arial"/>
          <w:vertAlign w:val="subscript"/>
        </w:rPr>
        <w:t>UL_low</w:t>
      </w:r>
      <w:r w:rsidRPr="00EF2F0E">
        <w:rPr>
          <w:rFonts w:cs="Arial"/>
        </w:rPr>
        <w:t xml:space="preserve"> - </w:t>
      </w:r>
      <w:r w:rsidRPr="00EF2F0E">
        <w:t>Δf</w:t>
      </w:r>
      <w:r w:rsidRPr="00EF2F0E">
        <w:rPr>
          <w:vertAlign w:val="subscript"/>
        </w:rPr>
        <w:t>OOB</w:t>
      </w:r>
      <w:r w:rsidRPr="00EF2F0E">
        <w:rPr>
          <w:rFonts w:cs="v5.0.0"/>
        </w:rPr>
        <w:t xml:space="preserve"> </w:t>
      </w:r>
      <w:r w:rsidRPr="00EF2F0E">
        <w:t xml:space="preserve">to </w:t>
      </w:r>
      <w:r w:rsidRPr="00EF2F0E">
        <w:rPr>
          <w:rFonts w:cs="Arial"/>
        </w:rPr>
        <w:t>F</w:t>
      </w:r>
      <w:r w:rsidRPr="00EF2F0E">
        <w:rPr>
          <w:rFonts w:cs="Arial"/>
          <w:vertAlign w:val="subscript"/>
        </w:rPr>
        <w:t>UL_high</w:t>
      </w:r>
      <w:r w:rsidRPr="00EF2F0E">
        <w:rPr>
          <w:rFonts w:cs="Arial"/>
        </w:rPr>
        <w:t xml:space="preserve"> + </w:t>
      </w:r>
      <w:r w:rsidRPr="00EF2F0E">
        <w:t>Δf</w:t>
      </w:r>
      <w:r w:rsidRPr="00EF2F0E">
        <w:rPr>
          <w:vertAlign w:val="subscript"/>
        </w:rPr>
        <w:t>OOB</w:t>
      </w:r>
      <w:r w:rsidRPr="00EF2F0E">
        <w:rPr>
          <w:lang w:eastAsia="zh-CN"/>
        </w:rPr>
        <w:t xml:space="preserve">, </w:t>
      </w:r>
      <w:r w:rsidRPr="00EF2F0E">
        <w:rPr>
          <w:rFonts w:cs="v3.8.0"/>
        </w:rPr>
        <w:t xml:space="preserve">excluding the downlink frequency range of the </w:t>
      </w:r>
      <w:r w:rsidR="005C15CF" w:rsidRPr="00EF2F0E">
        <w:rPr>
          <w:rFonts w:cs="v3.8.0"/>
        </w:rPr>
        <w:t xml:space="preserve">FDD </w:t>
      </w:r>
      <w:r w:rsidRPr="00EF2F0E">
        <w:rPr>
          <w:rFonts w:cs="v3.8.0"/>
          <w:i/>
        </w:rPr>
        <w:t>operating band</w:t>
      </w:r>
      <w:r w:rsidRPr="00EF2F0E">
        <w:rPr>
          <w:rFonts w:cs="v3.8.0"/>
        </w:rPr>
        <w:t>.</w:t>
      </w:r>
      <w:r w:rsidRPr="00EF2F0E">
        <w:t xml:space="preserve"> </w:t>
      </w:r>
      <w:r w:rsidRPr="00EF2F0E">
        <w:rPr>
          <w:rFonts w:cs="v5.0.0"/>
        </w:rPr>
        <w:t xml:space="preserve">The values of </w:t>
      </w:r>
      <w:r w:rsidRPr="00EF2F0E">
        <w:t>Δf</w:t>
      </w:r>
      <w:r w:rsidRPr="00EF2F0E">
        <w:rPr>
          <w:vertAlign w:val="subscript"/>
        </w:rPr>
        <w:t>OOB</w:t>
      </w:r>
      <w:r w:rsidRPr="00EF2F0E">
        <w:rPr>
          <w:rFonts w:cs="v5.0.0"/>
        </w:rPr>
        <w:t xml:space="preserve"> are </w:t>
      </w:r>
      <w:r w:rsidRPr="00EF2F0E">
        <w:t>defined in table 7.4.1-1.</w:t>
      </w:r>
    </w:p>
    <w:p w14:paraId="0984DC81" w14:textId="77777777" w:rsidR="00B15E99" w:rsidRPr="00EF2F0E" w:rsidRDefault="00B15E99" w:rsidP="00AB06FD">
      <w:pPr>
        <w:pStyle w:val="TH"/>
      </w:pPr>
      <w:r w:rsidRPr="00EF2F0E">
        <w:t>Table 7.4.1-1: Δf</w:t>
      </w:r>
      <w:r w:rsidRPr="00EF2F0E">
        <w:rPr>
          <w:vertAlign w:val="subscript"/>
        </w:rPr>
        <w:t>OOB</w:t>
      </w:r>
      <w:r w:rsidRPr="00EF2F0E">
        <w:t xml:space="preserve"> offset </w:t>
      </w:r>
      <w:r w:rsidR="004B79D2" w:rsidRPr="00EF2F0E">
        <w:t>for</w:t>
      </w:r>
      <w:r w:rsidRPr="00EF2F0E">
        <w:t xml:space="preserve"> operating band</w:t>
      </w:r>
      <w:r w:rsidR="004B79D2" w:rsidRPr="00EF2F0E">
        <w: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1219"/>
      </w:tblGrid>
      <w:tr w:rsidR="003401A4" w:rsidRPr="00EF2F0E" w14:paraId="0984DC84" w14:textId="77777777" w:rsidTr="00AB06FD">
        <w:trPr>
          <w:jc w:val="center"/>
        </w:trPr>
        <w:tc>
          <w:tcPr>
            <w:tcW w:w="3472" w:type="dxa"/>
            <w:tcBorders>
              <w:top w:val="single" w:sz="4" w:space="0" w:color="auto"/>
              <w:left w:val="single" w:sz="4" w:space="0" w:color="auto"/>
              <w:bottom w:val="single" w:sz="4" w:space="0" w:color="auto"/>
              <w:right w:val="single" w:sz="4" w:space="0" w:color="auto"/>
            </w:tcBorders>
            <w:hideMark/>
          </w:tcPr>
          <w:p w14:paraId="0984DC82" w14:textId="77777777" w:rsidR="00B15E99" w:rsidRPr="00EF2F0E" w:rsidRDefault="00B15E99">
            <w:pPr>
              <w:pStyle w:val="TAH"/>
            </w:pPr>
            <w:r w:rsidRPr="00EF2F0E">
              <w:rPr>
                <w:i/>
              </w:rPr>
              <w:t>Operating band</w:t>
            </w:r>
            <w:r w:rsidRPr="00EF2F0E">
              <w:t xml:space="preserve"> characteristics</w:t>
            </w:r>
          </w:p>
        </w:tc>
        <w:tc>
          <w:tcPr>
            <w:tcW w:w="0" w:type="auto"/>
            <w:tcBorders>
              <w:top w:val="single" w:sz="4" w:space="0" w:color="auto"/>
              <w:left w:val="single" w:sz="4" w:space="0" w:color="auto"/>
              <w:bottom w:val="single" w:sz="4" w:space="0" w:color="auto"/>
              <w:right w:val="single" w:sz="4" w:space="0" w:color="auto"/>
            </w:tcBorders>
            <w:hideMark/>
          </w:tcPr>
          <w:p w14:paraId="0984DC83" w14:textId="77777777" w:rsidR="00B15E99" w:rsidRPr="00EF2F0E" w:rsidRDefault="00B15E99">
            <w:pPr>
              <w:pStyle w:val="TAH"/>
            </w:pPr>
            <w:r w:rsidRPr="00EF2F0E">
              <w:t>Δf</w:t>
            </w:r>
            <w:r w:rsidRPr="00EF2F0E">
              <w:rPr>
                <w:vertAlign w:val="subscript"/>
              </w:rPr>
              <w:t>OOB</w:t>
            </w:r>
            <w:r w:rsidRPr="00EF2F0E">
              <w:t xml:space="preserve"> [MHz]</w:t>
            </w:r>
          </w:p>
        </w:tc>
      </w:tr>
      <w:tr w:rsidR="003401A4" w:rsidRPr="00EF2F0E" w14:paraId="0984DC87" w14:textId="77777777" w:rsidTr="00AB06FD">
        <w:trPr>
          <w:jc w:val="center"/>
        </w:trPr>
        <w:tc>
          <w:tcPr>
            <w:tcW w:w="3472" w:type="dxa"/>
            <w:tcBorders>
              <w:top w:val="single" w:sz="4" w:space="0" w:color="auto"/>
              <w:left w:val="single" w:sz="4" w:space="0" w:color="auto"/>
              <w:bottom w:val="single" w:sz="4" w:space="0" w:color="auto"/>
              <w:right w:val="single" w:sz="4" w:space="0" w:color="auto"/>
            </w:tcBorders>
            <w:hideMark/>
          </w:tcPr>
          <w:p w14:paraId="0984DC85" w14:textId="77777777" w:rsidR="00B15E99" w:rsidRPr="00EF2F0E" w:rsidRDefault="00B15E99" w:rsidP="009242C4">
            <w:pPr>
              <w:pStyle w:val="TAC"/>
            </w:pPr>
            <w:r w:rsidRPr="00EF2F0E">
              <w:t>F</w:t>
            </w:r>
            <w:r w:rsidRPr="00EF2F0E">
              <w:rPr>
                <w:vertAlign w:val="subscript"/>
              </w:rPr>
              <w:t>UL_high</w:t>
            </w:r>
            <w:r w:rsidRPr="00EF2F0E">
              <w:t xml:space="preserve"> – F</w:t>
            </w:r>
            <w:r w:rsidRPr="00EF2F0E">
              <w:rPr>
                <w:vertAlign w:val="subscript"/>
              </w:rPr>
              <w:t>UL_low</w:t>
            </w:r>
            <w:r w:rsidRPr="00EF2F0E">
              <w:t xml:space="preserve"> </w:t>
            </w:r>
            <w:r w:rsidR="004B79D2" w:rsidRPr="00EF2F0E">
              <w:t>&lt; 100 MHz</w:t>
            </w:r>
          </w:p>
        </w:tc>
        <w:tc>
          <w:tcPr>
            <w:tcW w:w="0" w:type="auto"/>
            <w:tcBorders>
              <w:top w:val="single" w:sz="4" w:space="0" w:color="auto"/>
              <w:left w:val="single" w:sz="4" w:space="0" w:color="auto"/>
              <w:bottom w:val="single" w:sz="4" w:space="0" w:color="auto"/>
              <w:right w:val="single" w:sz="4" w:space="0" w:color="auto"/>
            </w:tcBorders>
            <w:hideMark/>
          </w:tcPr>
          <w:p w14:paraId="0984DC86" w14:textId="77777777" w:rsidR="00B15E99" w:rsidRPr="00EF2F0E" w:rsidRDefault="00B15E99">
            <w:pPr>
              <w:pStyle w:val="TAC"/>
            </w:pPr>
            <w:r w:rsidRPr="00EF2F0E">
              <w:t>20</w:t>
            </w:r>
          </w:p>
        </w:tc>
      </w:tr>
      <w:tr w:rsidR="00B15E99" w:rsidRPr="00EF2F0E" w14:paraId="0984DC8A" w14:textId="77777777" w:rsidTr="00AB06FD">
        <w:trPr>
          <w:jc w:val="center"/>
        </w:trPr>
        <w:tc>
          <w:tcPr>
            <w:tcW w:w="3472" w:type="dxa"/>
            <w:tcBorders>
              <w:top w:val="single" w:sz="4" w:space="0" w:color="auto"/>
              <w:left w:val="single" w:sz="4" w:space="0" w:color="auto"/>
              <w:bottom w:val="single" w:sz="4" w:space="0" w:color="auto"/>
              <w:right w:val="single" w:sz="4" w:space="0" w:color="auto"/>
            </w:tcBorders>
            <w:hideMark/>
          </w:tcPr>
          <w:p w14:paraId="0984DC88" w14:textId="77777777" w:rsidR="00B15E99" w:rsidRPr="00EF2F0E" w:rsidRDefault="00B15E99" w:rsidP="009242C4">
            <w:pPr>
              <w:pStyle w:val="TAC"/>
            </w:pPr>
            <w:r w:rsidRPr="00EF2F0E">
              <w:t xml:space="preserve">100 MHz </w:t>
            </w:r>
            <w:r w:rsidR="004B79D2" w:rsidRPr="00EF2F0E">
              <w:t>≤</w:t>
            </w:r>
            <w:r w:rsidRPr="00EF2F0E">
              <w:t xml:space="preserve"> F</w:t>
            </w:r>
            <w:r w:rsidRPr="00EF2F0E">
              <w:rPr>
                <w:vertAlign w:val="subscript"/>
              </w:rPr>
              <w:t>UL_high</w:t>
            </w:r>
            <w:r w:rsidRPr="00EF2F0E">
              <w:t xml:space="preserve"> – F</w:t>
            </w:r>
            <w:r w:rsidRPr="00EF2F0E">
              <w:rPr>
                <w:vertAlign w:val="subscript"/>
              </w:rPr>
              <w:t>UL_low</w:t>
            </w:r>
            <w:r w:rsidRPr="00EF2F0E">
              <w:t xml:space="preserve"> ≤ </w:t>
            </w:r>
            <w:r w:rsidRPr="00EF2F0E">
              <w:rPr>
                <w:lang w:eastAsia="zh-CN"/>
              </w:rPr>
              <w:t>900 MHz</w:t>
            </w:r>
          </w:p>
        </w:tc>
        <w:tc>
          <w:tcPr>
            <w:tcW w:w="0" w:type="auto"/>
            <w:tcBorders>
              <w:top w:val="single" w:sz="4" w:space="0" w:color="auto"/>
              <w:left w:val="single" w:sz="4" w:space="0" w:color="auto"/>
              <w:bottom w:val="single" w:sz="4" w:space="0" w:color="auto"/>
              <w:right w:val="single" w:sz="4" w:space="0" w:color="auto"/>
            </w:tcBorders>
            <w:hideMark/>
          </w:tcPr>
          <w:p w14:paraId="0984DC89" w14:textId="77777777" w:rsidR="00B15E99" w:rsidRPr="00EF2F0E" w:rsidRDefault="00B15E99">
            <w:pPr>
              <w:pStyle w:val="TAC"/>
            </w:pPr>
            <w:r w:rsidRPr="00EF2F0E">
              <w:t>60</w:t>
            </w:r>
          </w:p>
        </w:tc>
      </w:tr>
    </w:tbl>
    <w:p w14:paraId="0984DC8B" w14:textId="77777777" w:rsidR="00B15E99" w:rsidRPr="00EF2F0E" w:rsidRDefault="00B15E99" w:rsidP="00B76023"/>
    <w:p w14:paraId="0984DC8C" w14:textId="77777777" w:rsidR="00B15E99" w:rsidRPr="00EF2F0E" w:rsidRDefault="00B15E99" w:rsidP="00A40339">
      <w:pPr>
        <w:pStyle w:val="Heading3"/>
        <w:rPr>
          <w:lang w:eastAsia="zh-CN"/>
        </w:rPr>
      </w:pPr>
      <w:bookmarkStart w:id="2281" w:name="_Toc21095928"/>
      <w:bookmarkStart w:id="2282" w:name="_Toc29763127"/>
      <w:bookmarkStart w:id="2283" w:name="_Toc45869412"/>
      <w:bookmarkStart w:id="2284" w:name="_Toc52554660"/>
      <w:bookmarkStart w:id="2285" w:name="_Toc52555130"/>
      <w:bookmarkStart w:id="2286" w:name="_Toc61112355"/>
      <w:bookmarkStart w:id="2287" w:name="_Toc67911507"/>
      <w:bookmarkStart w:id="2288" w:name="_Toc74842982"/>
      <w:bookmarkStart w:id="2289" w:name="_Toc76503365"/>
      <w:bookmarkStart w:id="2290" w:name="_Toc83040808"/>
      <w:bookmarkStart w:id="2291" w:name="_Toc89851851"/>
      <w:bookmarkStart w:id="2292" w:name="_Toc98676205"/>
      <w:r w:rsidRPr="00EF2F0E">
        <w:rPr>
          <w:lang w:eastAsia="zh-CN"/>
        </w:rPr>
        <w:t>7.4.2</w:t>
      </w:r>
      <w:r w:rsidRPr="00EF2F0E">
        <w:rPr>
          <w:lang w:eastAsia="zh-CN"/>
        </w:rPr>
        <w:tab/>
        <w:t>Minimum requirement for MSR operation</w:t>
      </w:r>
      <w:bookmarkEnd w:id="2281"/>
      <w:bookmarkEnd w:id="2282"/>
      <w:bookmarkEnd w:id="2283"/>
      <w:bookmarkEnd w:id="2284"/>
      <w:bookmarkEnd w:id="2285"/>
      <w:bookmarkEnd w:id="2286"/>
      <w:bookmarkEnd w:id="2287"/>
      <w:bookmarkEnd w:id="2288"/>
      <w:bookmarkEnd w:id="2289"/>
      <w:bookmarkEnd w:id="2290"/>
      <w:bookmarkEnd w:id="2291"/>
      <w:bookmarkEnd w:id="2292"/>
    </w:p>
    <w:p w14:paraId="0984DC8D" w14:textId="77777777" w:rsidR="00B15E99" w:rsidRPr="00EF2F0E" w:rsidRDefault="00B15E99" w:rsidP="00AB06FD">
      <w:pPr>
        <w:pStyle w:val="Heading4"/>
      </w:pPr>
      <w:bookmarkStart w:id="2293" w:name="_Toc21095929"/>
      <w:bookmarkStart w:id="2294" w:name="_Toc29763128"/>
      <w:bookmarkStart w:id="2295" w:name="_Toc45869413"/>
      <w:bookmarkStart w:id="2296" w:name="_Toc52554661"/>
      <w:bookmarkStart w:id="2297" w:name="_Toc52555131"/>
      <w:bookmarkStart w:id="2298" w:name="_Toc61112356"/>
      <w:bookmarkStart w:id="2299" w:name="_Toc67911508"/>
      <w:bookmarkStart w:id="2300" w:name="_Toc74842983"/>
      <w:bookmarkStart w:id="2301" w:name="_Toc76503366"/>
      <w:bookmarkStart w:id="2302" w:name="_Toc83040809"/>
      <w:bookmarkStart w:id="2303" w:name="_Toc89851852"/>
      <w:bookmarkStart w:id="2304" w:name="_Toc98676206"/>
      <w:r w:rsidRPr="00EF2F0E">
        <w:t>7.4.2.1</w:t>
      </w:r>
      <w:r w:rsidRPr="00EF2F0E">
        <w:tab/>
        <w:t>General minimum requirement</w:t>
      </w:r>
      <w:bookmarkEnd w:id="2293"/>
      <w:bookmarkEnd w:id="2294"/>
      <w:bookmarkEnd w:id="2295"/>
      <w:bookmarkEnd w:id="2296"/>
      <w:bookmarkEnd w:id="2297"/>
      <w:bookmarkEnd w:id="2298"/>
      <w:bookmarkEnd w:id="2299"/>
      <w:bookmarkEnd w:id="2300"/>
      <w:bookmarkEnd w:id="2301"/>
      <w:bookmarkEnd w:id="2302"/>
      <w:bookmarkEnd w:id="2303"/>
      <w:bookmarkEnd w:id="2304"/>
    </w:p>
    <w:p w14:paraId="0984DC8E" w14:textId="77777777" w:rsidR="00B15E99" w:rsidRPr="00EF2F0E" w:rsidRDefault="00B15E99" w:rsidP="00A40339">
      <w:r w:rsidRPr="00EF2F0E">
        <w:t>For the general blocking requirement, the interfering signal shall be a UTRA FDD signal as specified in 3GPP TS 37.104 [9], annex A.1 for a UTRA, E-UTRA or NR (</w:t>
      </w:r>
      <w:r w:rsidRPr="00EF2F0E">
        <w:rPr>
          <w:rFonts w:cs="Arial"/>
        </w:rPr>
        <w:t xml:space="preserve">≤ </w:t>
      </w:r>
      <w:r w:rsidRPr="00EF2F0E">
        <w:rPr>
          <w:rFonts w:cs="Arial"/>
          <w:lang w:eastAsia="zh-CN"/>
        </w:rPr>
        <w:t>20 MHz</w:t>
      </w:r>
      <w:r w:rsidRPr="00EF2F0E">
        <w:t>) wanted signal. The interfering signal shall be a 20 MHz E-UTRA signal for NR wanted signal channel bandwidth greater than 20MHz.</w:t>
      </w:r>
    </w:p>
    <w:p w14:paraId="0984DC8F" w14:textId="77777777" w:rsidR="00B15E99" w:rsidRPr="00EF2F0E" w:rsidRDefault="00B15E99" w:rsidP="00A40339">
      <w:r w:rsidRPr="00EF2F0E">
        <w:t xml:space="preserve">The requirement is applicable outside the </w:t>
      </w:r>
      <w:r w:rsidRPr="00EF2F0E">
        <w:rPr>
          <w:i/>
        </w:rPr>
        <w:t>Base Station RF Bandwidth</w:t>
      </w:r>
      <w:r w:rsidRPr="00EF2F0E">
        <w:t xml:space="preserve"> or </w:t>
      </w:r>
      <w:r w:rsidRPr="00EF2F0E">
        <w:rPr>
          <w:i/>
        </w:rPr>
        <w:t>Radio Bandwidth</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or </w:t>
      </w:r>
      <w:r w:rsidRPr="00EF2F0E">
        <w:rPr>
          <w:i/>
        </w:rPr>
        <w:t>Radio Bandwidth</w:t>
      </w:r>
      <w:r w:rsidRPr="00EF2F0E">
        <w:t xml:space="preserve"> edges applicable to each </w:t>
      </w:r>
      <w:r w:rsidRPr="00EF2F0E">
        <w:rPr>
          <w:i/>
        </w:rPr>
        <w:t>TAB connector</w:t>
      </w:r>
      <w:r w:rsidRPr="00EF2F0E">
        <w:t>.</w:t>
      </w:r>
    </w:p>
    <w:p w14:paraId="0984DC90" w14:textId="77777777" w:rsidR="00B15E99" w:rsidRPr="00EF2F0E" w:rsidRDefault="00B15E99" w:rsidP="00A40339">
      <w:r w:rsidRPr="00EF2F0E">
        <w:t xml:space="preserve">For </w:t>
      </w:r>
      <w:r w:rsidRPr="00EF2F0E">
        <w:rPr>
          <w:i/>
        </w:rPr>
        <w:t>TAB connector</w:t>
      </w:r>
      <w:r w:rsidRPr="00EF2F0E">
        <w:t xml:space="preserve"> supporting operation in </w:t>
      </w:r>
      <w:r w:rsidRPr="00EF2F0E">
        <w:rPr>
          <w:i/>
        </w:rPr>
        <w:t>non-contiguous spectrum</w:t>
      </w:r>
      <w:r w:rsidRPr="00EF2F0E">
        <w:t xml:space="preserve">, the requirement applies in addition inside any </w:t>
      </w:r>
      <w:r w:rsidRPr="00EF2F0E">
        <w:rPr>
          <w:i/>
        </w:rPr>
        <w:t>sub-block gap</w:t>
      </w:r>
      <w:r w:rsidRPr="00EF2F0E">
        <w:t xml:space="preserve">, in case the </w:t>
      </w:r>
      <w:r w:rsidRPr="00EF2F0E">
        <w:rPr>
          <w:i/>
        </w:rPr>
        <w:t>sub-block gap</w:t>
      </w:r>
      <w:r w:rsidRPr="00EF2F0E">
        <w:t xml:space="preserve"> size is at least 15 MHz. The interfering signal offset is defined relative to the </w:t>
      </w:r>
      <w:r w:rsidRPr="00EF2F0E">
        <w:rPr>
          <w:i/>
        </w:rPr>
        <w:t>sub-block</w:t>
      </w:r>
      <w:r w:rsidRPr="00EF2F0E">
        <w:t xml:space="preserve"> edges inside the </w:t>
      </w:r>
      <w:r w:rsidRPr="00EF2F0E">
        <w:rPr>
          <w:i/>
        </w:rPr>
        <w:t>sub-block gap</w:t>
      </w:r>
      <w:r w:rsidRPr="00EF2F0E">
        <w:t>.</w:t>
      </w:r>
    </w:p>
    <w:p w14:paraId="0984DC91" w14:textId="77777777" w:rsidR="00B15E99" w:rsidRPr="00EF2F0E" w:rsidRDefault="00B15E99" w:rsidP="00A40339">
      <w:r w:rsidRPr="00EF2F0E">
        <w:t xml:space="preserve">For </w:t>
      </w:r>
      <w:r w:rsidRPr="00EF2F0E">
        <w:rPr>
          <w:i/>
        </w:rPr>
        <w:t>multi-band TAB connectors</w:t>
      </w:r>
      <w:r w:rsidRPr="00EF2F0E">
        <w:t xml:space="preserve">, the requirement applies in addition inside any </w:t>
      </w:r>
      <w:r w:rsidRPr="00EF2F0E">
        <w:rPr>
          <w:i/>
        </w:rPr>
        <w:t>Inter RF Bandwidth gap</w:t>
      </w:r>
      <w:r w:rsidRPr="00EF2F0E">
        <w:t xml:space="preserve"> at those connectors, in case the gap size is at least 15 MHz. The interfering signal offset is defined relative to the </w:t>
      </w:r>
      <w:r w:rsidRPr="00EF2F0E">
        <w:rPr>
          <w:i/>
        </w:rPr>
        <w:t>Base Station RF Bandwidth</w:t>
      </w:r>
      <w:r w:rsidRPr="00EF2F0E">
        <w:t xml:space="preserve"> </w:t>
      </w:r>
      <w:r w:rsidRPr="00EF2F0E">
        <w:rPr>
          <w:i/>
        </w:rPr>
        <w:t>edges</w:t>
      </w:r>
      <w:r w:rsidRPr="00EF2F0E">
        <w:t xml:space="preserve"> inside the </w:t>
      </w:r>
      <w:r w:rsidRPr="00EF2F0E">
        <w:rPr>
          <w:i/>
        </w:rPr>
        <w:t>Inter RF Bandwidth gap</w:t>
      </w:r>
      <w:r w:rsidRPr="00EF2F0E">
        <w:t>.</w:t>
      </w:r>
    </w:p>
    <w:p w14:paraId="0984DC92" w14:textId="77777777" w:rsidR="00B15E99" w:rsidRPr="00EF2F0E" w:rsidRDefault="00B15E99" w:rsidP="00A40339">
      <w:r w:rsidRPr="00EF2F0E">
        <w:t xml:space="preserve">For the wanted and interfering signal coupled to the </w:t>
      </w:r>
      <w:r w:rsidRPr="00EF2F0E">
        <w:rPr>
          <w:i/>
        </w:rPr>
        <w:t>TAB connector</w:t>
      </w:r>
      <w:r w:rsidRPr="00EF2F0E">
        <w:t>, using the parameters in tables 7.4.2.1</w:t>
      </w:r>
      <w:r w:rsidRPr="00EF2F0E">
        <w:noBreakHyphen/>
        <w:t>1 and 7.4.2.1</w:t>
      </w:r>
      <w:r w:rsidRPr="00EF2F0E">
        <w:noBreakHyphen/>
        <w:t>2, the following requirements shall be met:</w:t>
      </w:r>
    </w:p>
    <w:p w14:paraId="0984DC93" w14:textId="77777777" w:rsidR="00B15E99" w:rsidRPr="00EF2F0E" w:rsidRDefault="00B15E99" w:rsidP="00A40339">
      <w:pPr>
        <w:pStyle w:val="B10"/>
      </w:pPr>
      <w:r w:rsidRPr="00EF2F0E">
        <w:t>-</w:t>
      </w:r>
      <w:r w:rsidRPr="00EF2F0E">
        <w:tab/>
        <w:t xml:space="preserve">For any E-UTRA carrier, the throughput shall be ≥ 95 % of the </w:t>
      </w:r>
      <w:r w:rsidRPr="00EF2F0E">
        <w:rPr>
          <w:i/>
        </w:rPr>
        <w:t>maximum throughput</w:t>
      </w:r>
      <w:r w:rsidRPr="00EF2F0E">
        <w:t xml:space="preserve"> of the reference measurement channel defined in 3GPP TS 36.104 [8], subclause 7.2.1.</w:t>
      </w:r>
    </w:p>
    <w:p w14:paraId="0984DC94" w14:textId="77777777" w:rsidR="00B15E99" w:rsidRPr="00EF2F0E" w:rsidRDefault="00B15E99" w:rsidP="00A40339">
      <w:pPr>
        <w:pStyle w:val="B10"/>
      </w:pPr>
      <w:r w:rsidRPr="00EF2F0E">
        <w:t>-</w:t>
      </w:r>
      <w:r w:rsidRPr="00EF2F0E">
        <w:tab/>
        <w:t>For any UTRA FDD carrier, the BER shall not exceed 0,001 for the reference measurement channel defined in 3GPP TS 25.104 [6], subclause 7.2.1.</w:t>
      </w:r>
    </w:p>
    <w:p w14:paraId="0984DC95" w14:textId="77777777" w:rsidR="00B15E99" w:rsidRPr="00EF2F0E" w:rsidRDefault="00B15E99" w:rsidP="00A40339">
      <w:pPr>
        <w:pStyle w:val="B10"/>
      </w:pPr>
      <w:r w:rsidRPr="00EF2F0E">
        <w:t>-</w:t>
      </w:r>
      <w:r w:rsidRPr="00EF2F0E">
        <w:tab/>
        <w:t xml:space="preserve">For any UTRA </w:t>
      </w:r>
      <w:r w:rsidRPr="00EF2F0E">
        <w:rPr>
          <w:lang w:eastAsia="zh-CN"/>
        </w:rPr>
        <w:t xml:space="preserve">TDD </w:t>
      </w:r>
      <w:r w:rsidRPr="00EF2F0E">
        <w:t>carrier, the BER shall not exceed 0,001 for the reference measurement channel defined in 3GPP TS 25.105 [7], subclause 7.2.1.2.</w:t>
      </w:r>
    </w:p>
    <w:p w14:paraId="0984DC96" w14:textId="77777777" w:rsidR="00B15E99" w:rsidRPr="00EF2F0E" w:rsidRDefault="00B15E99" w:rsidP="00A40339">
      <w:r w:rsidRPr="00EF2F0E">
        <w:t>-</w:t>
      </w:r>
      <w:r w:rsidRPr="00EF2F0E">
        <w:tab/>
        <w:t xml:space="preserve">For any NR carrier, the throughput shall be ≥ 95% of the maximum throughput of the reference measurement channel defined for </w:t>
      </w:r>
      <w:r w:rsidRPr="00EF2F0E">
        <w:rPr>
          <w:i/>
        </w:rPr>
        <w:t>BS type 1-H</w:t>
      </w:r>
      <w:r w:rsidRPr="00EF2F0E">
        <w:t xml:space="preserve"> in TS 38.104 [28], subclause 7.2.2.For </w:t>
      </w:r>
      <w:r w:rsidRPr="00EF2F0E">
        <w:rPr>
          <w:i/>
        </w:rPr>
        <w:t>multi-band TAB connectors</w:t>
      </w:r>
      <w:r w:rsidRPr="00EF2F0E">
        <w:t>, the requirement applies according to table 7.4.2.1</w:t>
      </w:r>
      <w:r w:rsidRPr="00EF2F0E">
        <w:rPr>
          <w:lang w:eastAsia="zh-CN"/>
        </w:rPr>
        <w:t>-</w:t>
      </w:r>
      <w:r w:rsidRPr="00EF2F0E">
        <w:t>1 at those connectors for the in-band blocking frequency ranges of each supported operating band.</w:t>
      </w:r>
    </w:p>
    <w:p w14:paraId="0984DC97" w14:textId="77777777" w:rsidR="00B15E99" w:rsidRPr="00EF2F0E" w:rsidRDefault="00B15E99" w:rsidP="00A40339">
      <w:pPr>
        <w:pStyle w:val="TH"/>
        <w:rPr>
          <w:rFonts w:eastAsia="Osaka"/>
        </w:rPr>
      </w:pPr>
      <w:r w:rsidRPr="00EF2F0E">
        <w:rPr>
          <w:rFonts w:eastAsia="Osaka"/>
        </w:rPr>
        <w:t>Table 7.4.2.1-1: General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431"/>
        <w:gridCol w:w="2159"/>
        <w:gridCol w:w="1792"/>
        <w:gridCol w:w="1777"/>
      </w:tblGrid>
      <w:tr w:rsidR="003401A4" w:rsidRPr="00EF2F0E" w14:paraId="0984DC9E" w14:textId="77777777" w:rsidTr="00A40339">
        <w:trPr>
          <w:tblHeader/>
          <w:jc w:val="center"/>
        </w:trPr>
        <w:tc>
          <w:tcPr>
            <w:tcW w:w="1796" w:type="dxa"/>
            <w:shd w:val="clear" w:color="auto" w:fill="auto"/>
          </w:tcPr>
          <w:p w14:paraId="0984DC98" w14:textId="77777777" w:rsidR="00B15E99" w:rsidRPr="00EF2F0E" w:rsidRDefault="00B15E99" w:rsidP="00A40339">
            <w:pPr>
              <w:pStyle w:val="TAH"/>
            </w:pPr>
            <w:r w:rsidRPr="00EF2F0E">
              <w:t>Base Station Type</w:t>
            </w:r>
          </w:p>
        </w:tc>
        <w:tc>
          <w:tcPr>
            <w:tcW w:w="1431" w:type="dxa"/>
            <w:shd w:val="clear" w:color="auto" w:fill="auto"/>
          </w:tcPr>
          <w:p w14:paraId="0984DC99" w14:textId="77777777" w:rsidR="00B15E99" w:rsidRPr="00EF2F0E" w:rsidRDefault="00B15E99" w:rsidP="00A40339">
            <w:pPr>
              <w:pStyle w:val="TAH"/>
            </w:pPr>
            <w:r w:rsidRPr="00EF2F0E">
              <w:t>Mean power of interfering signal [dBm]</w:t>
            </w:r>
          </w:p>
        </w:tc>
        <w:tc>
          <w:tcPr>
            <w:tcW w:w="2159" w:type="dxa"/>
            <w:shd w:val="clear" w:color="auto" w:fill="auto"/>
          </w:tcPr>
          <w:p w14:paraId="0984DC9A" w14:textId="77777777" w:rsidR="00B15E99" w:rsidRPr="00EF2F0E" w:rsidRDefault="00B15E99" w:rsidP="00A40339">
            <w:pPr>
              <w:pStyle w:val="TAH"/>
            </w:pPr>
            <w:r w:rsidRPr="00EF2F0E">
              <w:t>Wanted Signal mean power [dBm]</w:t>
            </w:r>
          </w:p>
          <w:p w14:paraId="0984DC9B" w14:textId="77777777" w:rsidR="00B15E99" w:rsidRPr="00EF2F0E" w:rsidRDefault="00B15E99" w:rsidP="00A40339">
            <w:pPr>
              <w:pStyle w:val="TAH"/>
            </w:pPr>
            <w:r w:rsidRPr="00EF2F0E">
              <w:t>(NOTE 1)</w:t>
            </w:r>
          </w:p>
        </w:tc>
        <w:tc>
          <w:tcPr>
            <w:tcW w:w="1792" w:type="dxa"/>
            <w:shd w:val="clear" w:color="auto" w:fill="auto"/>
          </w:tcPr>
          <w:p w14:paraId="0984DC9C" w14:textId="77777777" w:rsidR="00B15E99" w:rsidRPr="00EF2F0E" w:rsidRDefault="00B15E99" w:rsidP="00A40339">
            <w:pPr>
              <w:pStyle w:val="TAH"/>
            </w:pPr>
            <w:r w:rsidRPr="00EF2F0E">
              <w:t>Centre Frequency of Interfering Signal</w:t>
            </w:r>
          </w:p>
        </w:tc>
        <w:tc>
          <w:tcPr>
            <w:tcW w:w="1777" w:type="dxa"/>
            <w:shd w:val="clear" w:color="auto" w:fill="auto"/>
          </w:tcPr>
          <w:p w14:paraId="0984DC9D" w14:textId="77777777" w:rsidR="00B15E99" w:rsidRPr="00EF2F0E" w:rsidRDefault="00B15E99" w:rsidP="00A40339">
            <w:pPr>
              <w:pStyle w:val="TAH"/>
            </w:pPr>
            <w:r w:rsidRPr="00EF2F0E">
              <w:t xml:space="preserve">Interfering signal centre frequency minimum offset from the </w:t>
            </w:r>
            <w:r w:rsidRPr="00EF2F0E">
              <w:rPr>
                <w:i/>
              </w:rPr>
              <w:t>Base Station RF Bandwidth edge</w:t>
            </w:r>
            <w:r w:rsidRPr="00EF2F0E">
              <w:t xml:space="preserve"> or edge of </w:t>
            </w:r>
            <w:r w:rsidRPr="00EF2F0E">
              <w:rPr>
                <w:rFonts w:cs="Arial"/>
                <w:bCs/>
                <w:i/>
                <w:szCs w:val="18"/>
              </w:rPr>
              <w:t>sub-block</w:t>
            </w:r>
            <w:r w:rsidRPr="00EF2F0E">
              <w:t xml:space="preserve"> inside a gap (MHz)</w:t>
            </w:r>
          </w:p>
        </w:tc>
      </w:tr>
      <w:tr w:rsidR="003401A4" w:rsidRPr="00EF2F0E" w14:paraId="0984DCA4" w14:textId="77777777" w:rsidTr="00A40339">
        <w:trPr>
          <w:jc w:val="center"/>
        </w:trPr>
        <w:tc>
          <w:tcPr>
            <w:tcW w:w="1796" w:type="dxa"/>
            <w:shd w:val="clear" w:color="auto" w:fill="auto"/>
          </w:tcPr>
          <w:p w14:paraId="0984DC9F" w14:textId="77777777" w:rsidR="00B15E99" w:rsidRPr="00EF2F0E" w:rsidRDefault="00B15E99" w:rsidP="00A40339">
            <w:pPr>
              <w:pStyle w:val="TAL"/>
              <w:rPr>
                <w:rFonts w:cs="Arial"/>
                <w:szCs w:val="18"/>
              </w:rPr>
            </w:pPr>
            <w:r w:rsidRPr="00EF2F0E">
              <w:rPr>
                <w:rFonts w:cs="Arial"/>
                <w:szCs w:val="18"/>
              </w:rPr>
              <w:t>Wide Area BS</w:t>
            </w:r>
          </w:p>
        </w:tc>
        <w:tc>
          <w:tcPr>
            <w:tcW w:w="1431" w:type="dxa"/>
            <w:shd w:val="clear" w:color="auto" w:fill="auto"/>
          </w:tcPr>
          <w:p w14:paraId="0984DCA0" w14:textId="77777777" w:rsidR="00B15E99" w:rsidRPr="00EF2F0E" w:rsidRDefault="00B15E99" w:rsidP="009242C4">
            <w:pPr>
              <w:pStyle w:val="TAC"/>
            </w:pPr>
            <w:r w:rsidRPr="00EF2F0E">
              <w:t>-40 + y (NOTE 7)</w:t>
            </w:r>
          </w:p>
        </w:tc>
        <w:tc>
          <w:tcPr>
            <w:tcW w:w="2159" w:type="dxa"/>
            <w:shd w:val="clear" w:color="auto" w:fill="auto"/>
            <w:vAlign w:val="center"/>
          </w:tcPr>
          <w:p w14:paraId="0984DCA1" w14:textId="77777777" w:rsidR="00B15E99" w:rsidRPr="00EF2F0E" w:rsidRDefault="00B15E99" w:rsidP="009242C4">
            <w:pPr>
              <w:pStyle w:val="TAC"/>
            </w:pPr>
            <w:r w:rsidRPr="00EF2F0E">
              <w:t>P</w:t>
            </w:r>
            <w:r w:rsidRPr="00EF2F0E">
              <w:rPr>
                <w:vertAlign w:val="subscript"/>
              </w:rPr>
              <w:t>REFSENS</w:t>
            </w:r>
            <w:r w:rsidRPr="00EF2F0E">
              <w:t xml:space="preserve"> + x dB </w:t>
            </w:r>
            <w:r w:rsidRPr="00EF2F0E">
              <w:br/>
              <w:t>(</w:t>
            </w:r>
            <w:r w:rsidRPr="00EF2F0E">
              <w:rPr>
                <w:bCs/>
              </w:rPr>
              <w:t>NOTE</w:t>
            </w:r>
            <w:r w:rsidRPr="00EF2F0E" w:rsidDel="000A0154">
              <w:t xml:space="preserve"> </w:t>
            </w:r>
            <w:r w:rsidRPr="00EF2F0E">
              <w:t>2,5)</w:t>
            </w:r>
          </w:p>
        </w:tc>
        <w:tc>
          <w:tcPr>
            <w:tcW w:w="1792" w:type="dxa"/>
            <w:vMerge w:val="restart"/>
            <w:shd w:val="clear" w:color="auto" w:fill="auto"/>
            <w:vAlign w:val="center"/>
          </w:tcPr>
          <w:p w14:paraId="0984DCA2" w14:textId="77777777" w:rsidR="00B15E99" w:rsidRPr="00EF2F0E" w:rsidRDefault="00B15E99" w:rsidP="009242C4">
            <w:pPr>
              <w:pStyle w:val="TAC"/>
            </w:pPr>
            <w:r w:rsidRPr="00EF2F0E">
              <w:t>F</w:t>
            </w:r>
            <w:r w:rsidRPr="00EF2F0E">
              <w:rPr>
                <w:vertAlign w:val="subscript"/>
              </w:rPr>
              <w:t>UL_low</w:t>
            </w:r>
            <w:r w:rsidRPr="00EF2F0E">
              <w:t xml:space="preserve"> - Δf</w:t>
            </w:r>
            <w:r w:rsidRPr="00EF2F0E">
              <w:rPr>
                <w:vertAlign w:val="subscript"/>
              </w:rPr>
              <w:t>OOB</w:t>
            </w:r>
            <w:r w:rsidRPr="00EF2F0E">
              <w:rPr>
                <w:rFonts w:cs="v5.0.0"/>
              </w:rPr>
              <w:t xml:space="preserve"> </w:t>
            </w:r>
            <w:r w:rsidRPr="00EF2F0E">
              <w:t>to F</w:t>
            </w:r>
            <w:r w:rsidRPr="00EF2F0E">
              <w:rPr>
                <w:vertAlign w:val="subscript"/>
              </w:rPr>
              <w:t>UL_high</w:t>
            </w:r>
            <w:r w:rsidRPr="00EF2F0E">
              <w:t xml:space="preserve"> + Δf</w:t>
            </w:r>
            <w:r w:rsidRPr="00EF2F0E">
              <w:rPr>
                <w:vertAlign w:val="subscript"/>
              </w:rPr>
              <w:t>OOB</w:t>
            </w:r>
            <w:r w:rsidRPr="00EF2F0E">
              <w:t>(Note 7)</w:t>
            </w:r>
          </w:p>
        </w:tc>
        <w:tc>
          <w:tcPr>
            <w:tcW w:w="1777" w:type="dxa"/>
            <w:vMerge w:val="restart"/>
            <w:shd w:val="clear" w:color="auto" w:fill="auto"/>
            <w:vAlign w:val="center"/>
          </w:tcPr>
          <w:p w14:paraId="0984DCA3" w14:textId="77777777" w:rsidR="00B15E99" w:rsidRPr="00EF2F0E" w:rsidRDefault="00B15E99" w:rsidP="009242C4">
            <w:pPr>
              <w:pStyle w:val="TAC"/>
            </w:pPr>
            <w:r w:rsidRPr="00EF2F0E">
              <w:t>±</w:t>
            </w:r>
            <w:r w:rsidR="00615359" w:rsidRPr="00EF2F0E">
              <w:t>(</w:t>
            </w:r>
            <w:r w:rsidRPr="00EF2F0E">
              <w:t>7.5</w:t>
            </w:r>
            <w:r w:rsidR="00615359" w:rsidRPr="00EF2F0E">
              <w:t>+z) (</w:t>
            </w:r>
            <w:r w:rsidR="00EC1CB2" w:rsidRPr="00EF2F0E">
              <w:t>NOTE</w:t>
            </w:r>
            <w:r w:rsidR="00615359" w:rsidRPr="00EF2F0E">
              <w:t xml:space="preserve"> 9)</w:t>
            </w:r>
          </w:p>
        </w:tc>
      </w:tr>
      <w:tr w:rsidR="003401A4" w:rsidRPr="00EF2F0E" w14:paraId="0984DCAA" w14:textId="77777777" w:rsidTr="00A40339">
        <w:trPr>
          <w:jc w:val="center"/>
        </w:trPr>
        <w:tc>
          <w:tcPr>
            <w:tcW w:w="1796" w:type="dxa"/>
            <w:shd w:val="clear" w:color="auto" w:fill="auto"/>
          </w:tcPr>
          <w:p w14:paraId="0984DCA5" w14:textId="77777777" w:rsidR="00B15E99" w:rsidRPr="00EF2F0E" w:rsidRDefault="00B15E99" w:rsidP="00A40339">
            <w:pPr>
              <w:pStyle w:val="TAL"/>
              <w:rPr>
                <w:rFonts w:cs="Arial"/>
                <w:szCs w:val="18"/>
              </w:rPr>
            </w:pPr>
            <w:r w:rsidRPr="00EF2F0E">
              <w:rPr>
                <w:rFonts w:cs="Arial"/>
                <w:szCs w:val="18"/>
              </w:rPr>
              <w:t>Medium Range BS</w:t>
            </w:r>
          </w:p>
        </w:tc>
        <w:tc>
          <w:tcPr>
            <w:tcW w:w="1431" w:type="dxa"/>
            <w:shd w:val="clear" w:color="auto" w:fill="auto"/>
          </w:tcPr>
          <w:p w14:paraId="0984DCA6" w14:textId="77777777" w:rsidR="00B15E99" w:rsidRPr="00EF2F0E" w:rsidRDefault="00B15E99" w:rsidP="009242C4">
            <w:pPr>
              <w:pStyle w:val="TAC"/>
            </w:pPr>
            <w:r w:rsidRPr="00EF2F0E">
              <w:t>-35 + y (NOTE 7)</w:t>
            </w:r>
          </w:p>
        </w:tc>
        <w:tc>
          <w:tcPr>
            <w:tcW w:w="2159" w:type="dxa"/>
            <w:shd w:val="clear" w:color="auto" w:fill="auto"/>
            <w:vAlign w:val="center"/>
          </w:tcPr>
          <w:p w14:paraId="0984DCA7" w14:textId="77777777" w:rsidR="00B15E99" w:rsidRPr="00EF2F0E" w:rsidRDefault="00B15E99" w:rsidP="009242C4">
            <w:pPr>
              <w:pStyle w:val="TAC"/>
            </w:pPr>
            <w:r w:rsidRPr="00EF2F0E">
              <w:t>P</w:t>
            </w:r>
            <w:r w:rsidRPr="00EF2F0E">
              <w:rPr>
                <w:vertAlign w:val="subscript"/>
              </w:rPr>
              <w:t>REFSENS</w:t>
            </w:r>
            <w:r w:rsidRPr="00EF2F0E">
              <w:t xml:space="preserve"> + x dB </w:t>
            </w:r>
            <w:r w:rsidRPr="00EF2F0E">
              <w:br/>
              <w:t>(NOTE</w:t>
            </w:r>
            <w:r w:rsidRPr="00EF2F0E">
              <w:rPr>
                <w:lang w:eastAsia="ja-JP"/>
              </w:rPr>
              <w:t xml:space="preserve"> </w:t>
            </w:r>
            <w:r w:rsidRPr="00EF2F0E">
              <w:t>3,5)</w:t>
            </w:r>
          </w:p>
        </w:tc>
        <w:tc>
          <w:tcPr>
            <w:tcW w:w="1792" w:type="dxa"/>
            <w:vMerge/>
            <w:shd w:val="clear" w:color="auto" w:fill="auto"/>
          </w:tcPr>
          <w:p w14:paraId="0984DCA8" w14:textId="77777777" w:rsidR="00B15E99" w:rsidRPr="00EF2F0E" w:rsidRDefault="00B15E99" w:rsidP="009242C4">
            <w:pPr>
              <w:pStyle w:val="TAC"/>
            </w:pPr>
          </w:p>
        </w:tc>
        <w:tc>
          <w:tcPr>
            <w:tcW w:w="1777" w:type="dxa"/>
            <w:vMerge/>
            <w:shd w:val="clear" w:color="auto" w:fill="auto"/>
          </w:tcPr>
          <w:p w14:paraId="0984DCA9" w14:textId="77777777" w:rsidR="00B15E99" w:rsidRPr="00EF2F0E" w:rsidRDefault="00B15E99" w:rsidP="009242C4">
            <w:pPr>
              <w:pStyle w:val="TAC"/>
            </w:pPr>
          </w:p>
        </w:tc>
      </w:tr>
      <w:tr w:rsidR="003401A4" w:rsidRPr="00EF2F0E" w14:paraId="0984DCB0" w14:textId="77777777" w:rsidTr="00A40339">
        <w:trPr>
          <w:jc w:val="center"/>
        </w:trPr>
        <w:tc>
          <w:tcPr>
            <w:tcW w:w="1796" w:type="dxa"/>
            <w:shd w:val="clear" w:color="auto" w:fill="auto"/>
          </w:tcPr>
          <w:p w14:paraId="0984DCAB" w14:textId="77777777" w:rsidR="00B15E99" w:rsidRPr="00EF2F0E" w:rsidRDefault="00B15E99" w:rsidP="00A40339">
            <w:pPr>
              <w:pStyle w:val="TAL"/>
              <w:rPr>
                <w:rFonts w:cs="Arial"/>
                <w:szCs w:val="18"/>
              </w:rPr>
            </w:pPr>
            <w:r w:rsidRPr="00EF2F0E">
              <w:rPr>
                <w:rFonts w:cs="Arial"/>
                <w:szCs w:val="18"/>
              </w:rPr>
              <w:t>Local Area BS</w:t>
            </w:r>
          </w:p>
        </w:tc>
        <w:tc>
          <w:tcPr>
            <w:tcW w:w="1431" w:type="dxa"/>
            <w:shd w:val="clear" w:color="auto" w:fill="auto"/>
          </w:tcPr>
          <w:p w14:paraId="0984DCAC" w14:textId="77777777" w:rsidR="00B15E99" w:rsidRPr="00EF2F0E" w:rsidRDefault="00B15E99" w:rsidP="009242C4">
            <w:pPr>
              <w:pStyle w:val="TAC"/>
            </w:pPr>
            <w:r w:rsidRPr="00EF2F0E">
              <w:t>-30 + y (NOTE 7)</w:t>
            </w:r>
          </w:p>
        </w:tc>
        <w:tc>
          <w:tcPr>
            <w:tcW w:w="2159" w:type="dxa"/>
            <w:shd w:val="clear" w:color="auto" w:fill="auto"/>
          </w:tcPr>
          <w:p w14:paraId="0984DCAD" w14:textId="77777777" w:rsidR="00B15E99" w:rsidRPr="00EF2F0E" w:rsidRDefault="00B15E99" w:rsidP="009242C4">
            <w:pPr>
              <w:pStyle w:val="TAC"/>
            </w:pPr>
            <w:r w:rsidRPr="00EF2F0E">
              <w:t>P</w:t>
            </w:r>
            <w:r w:rsidRPr="00EF2F0E">
              <w:rPr>
                <w:vertAlign w:val="subscript"/>
              </w:rPr>
              <w:t>REFSENS</w:t>
            </w:r>
            <w:r w:rsidRPr="00EF2F0E">
              <w:t xml:space="preserve"> + x dB </w:t>
            </w:r>
            <w:r w:rsidRPr="00EF2F0E">
              <w:br/>
              <w:t>(</w:t>
            </w:r>
            <w:r w:rsidRPr="00EF2F0E">
              <w:rPr>
                <w:bCs/>
              </w:rPr>
              <w:t>NOTE</w:t>
            </w:r>
            <w:r w:rsidRPr="00EF2F0E">
              <w:rPr>
                <w:lang w:eastAsia="ja-JP"/>
              </w:rPr>
              <w:t xml:space="preserve"> </w:t>
            </w:r>
            <w:r w:rsidRPr="00EF2F0E">
              <w:t>4,5)</w:t>
            </w:r>
          </w:p>
        </w:tc>
        <w:tc>
          <w:tcPr>
            <w:tcW w:w="1792" w:type="dxa"/>
            <w:vMerge/>
            <w:shd w:val="clear" w:color="auto" w:fill="auto"/>
          </w:tcPr>
          <w:p w14:paraId="0984DCAE" w14:textId="77777777" w:rsidR="00B15E99" w:rsidRPr="00EF2F0E" w:rsidRDefault="00B15E99" w:rsidP="009242C4">
            <w:pPr>
              <w:pStyle w:val="TAC"/>
            </w:pPr>
          </w:p>
        </w:tc>
        <w:tc>
          <w:tcPr>
            <w:tcW w:w="1777" w:type="dxa"/>
            <w:vMerge/>
            <w:shd w:val="clear" w:color="auto" w:fill="auto"/>
          </w:tcPr>
          <w:p w14:paraId="0984DCAF" w14:textId="77777777" w:rsidR="00B15E99" w:rsidRPr="00EF2F0E" w:rsidRDefault="00B15E99" w:rsidP="009242C4">
            <w:pPr>
              <w:pStyle w:val="TAC"/>
            </w:pPr>
          </w:p>
        </w:tc>
      </w:tr>
      <w:tr w:rsidR="00B15E99" w:rsidRPr="00EF2F0E" w14:paraId="0984DCBA" w14:textId="77777777" w:rsidTr="00A40339">
        <w:trPr>
          <w:jc w:val="center"/>
        </w:trPr>
        <w:tc>
          <w:tcPr>
            <w:tcW w:w="8955" w:type="dxa"/>
            <w:gridSpan w:val="5"/>
            <w:shd w:val="clear" w:color="auto" w:fill="auto"/>
          </w:tcPr>
          <w:p w14:paraId="0984DCB1" w14:textId="77777777" w:rsidR="00B15E99" w:rsidRPr="00EF2F0E" w:rsidRDefault="00B15E99" w:rsidP="00B76023">
            <w:pPr>
              <w:pStyle w:val="TAN"/>
            </w:pPr>
            <w:r w:rsidRPr="00EF2F0E">
              <w:t>NOTE</w:t>
            </w:r>
            <w:r w:rsidRPr="00EF2F0E">
              <w:rPr>
                <w:lang w:eastAsia="ja-JP"/>
              </w:rPr>
              <w:t xml:space="preserve"> </w:t>
            </w:r>
            <w:r w:rsidRPr="00EF2F0E">
              <w:t>1:</w:t>
            </w:r>
            <w:r w:rsidRPr="00EF2F0E">
              <w:tab/>
              <w:t>P</w:t>
            </w:r>
            <w:r w:rsidRPr="00EF2F0E">
              <w:rPr>
                <w:vertAlign w:val="subscript"/>
              </w:rPr>
              <w:t>REFSENS</w:t>
            </w:r>
            <w:r w:rsidRPr="00EF2F0E">
              <w:t xml:space="preserve"> depends on the RAT, the BS class and on the </w:t>
            </w:r>
            <w:r w:rsidRPr="00EF2F0E">
              <w:rPr>
                <w:i/>
              </w:rPr>
              <w:t>channel bandwidth</w:t>
            </w:r>
            <w:r w:rsidRPr="00EF2F0E">
              <w:t>, see subclause 7.2.2.</w:t>
            </w:r>
          </w:p>
          <w:p w14:paraId="0984DCB2" w14:textId="77777777" w:rsidR="00B15E99" w:rsidRPr="00EF2F0E" w:rsidRDefault="00B15E99" w:rsidP="00B76023">
            <w:pPr>
              <w:pStyle w:val="TAN"/>
              <w:rPr>
                <w:rFonts w:cs="Arial"/>
              </w:rPr>
            </w:pPr>
            <w:r w:rsidRPr="00EF2F0E">
              <w:rPr>
                <w:rFonts w:cs="Arial"/>
              </w:rPr>
              <w:t>NOTE 2:</w:t>
            </w:r>
            <w:r w:rsidRPr="00EF2F0E">
              <w:rPr>
                <w:rFonts w:cs="Arial"/>
              </w:rPr>
              <w:tab/>
              <w:t xml:space="preserve">For WA BS that does not support NR, </w:t>
            </w:r>
            <w:r w:rsidR="003401A4" w:rsidRPr="00EF2F0E">
              <w:rPr>
                <w:rFonts w:cs="Arial"/>
              </w:rPr>
              <w:t>"</w:t>
            </w:r>
            <w:r w:rsidRPr="00EF2F0E">
              <w:rPr>
                <w:rFonts w:cs="Arial"/>
              </w:rPr>
              <w:t>x</w:t>
            </w:r>
            <w:r w:rsidR="003401A4" w:rsidRPr="00EF2F0E">
              <w:rPr>
                <w:rFonts w:cs="Arial"/>
              </w:rPr>
              <w:t>"</w:t>
            </w:r>
            <w:r w:rsidRPr="00EF2F0E">
              <w:rPr>
                <w:rFonts w:cs="Arial"/>
              </w:rPr>
              <w:t xml:space="preserve"> is equal to 6 in case of E-UTRA or UTRA</w:t>
            </w:r>
            <w:r w:rsidRPr="00EF2F0E">
              <w:rPr>
                <w:rFonts w:cs="Arial"/>
                <w:lang w:eastAsia="zh-CN"/>
              </w:rPr>
              <w:t xml:space="preserve"> </w:t>
            </w:r>
            <w:r w:rsidRPr="00EF2F0E">
              <w:rPr>
                <w:rFonts w:cs="Arial"/>
              </w:rPr>
              <w:t>wanted signals.</w:t>
            </w:r>
          </w:p>
          <w:p w14:paraId="0984DCB3" w14:textId="77777777" w:rsidR="00B15E99" w:rsidRPr="00EF2F0E" w:rsidRDefault="00B15E99" w:rsidP="00B76023">
            <w:pPr>
              <w:pStyle w:val="TAN"/>
              <w:rPr>
                <w:rFonts w:cs="Arial"/>
              </w:rPr>
            </w:pPr>
            <w:r w:rsidRPr="00EF2F0E">
              <w:rPr>
                <w:rFonts w:cs="Arial"/>
              </w:rPr>
              <w:t>NOTE 3:</w:t>
            </w:r>
            <w:r w:rsidR="006E5225" w:rsidRPr="00EF2F0E">
              <w:rPr>
                <w:rFonts w:cs="Arial"/>
              </w:rPr>
              <w:tab/>
            </w:r>
            <w:r w:rsidRPr="00EF2F0E">
              <w:rPr>
                <w:rFonts w:cs="Arial"/>
              </w:rPr>
              <w:t xml:space="preserve">For MR BS that does not support NR, </w:t>
            </w:r>
            <w:r w:rsidR="003401A4" w:rsidRPr="00EF2F0E">
              <w:rPr>
                <w:rFonts w:cs="Arial"/>
              </w:rPr>
              <w:t>"</w:t>
            </w:r>
            <w:r w:rsidRPr="00EF2F0E">
              <w:rPr>
                <w:rFonts w:cs="Arial"/>
              </w:rPr>
              <w:t>x</w:t>
            </w:r>
            <w:r w:rsidR="003401A4" w:rsidRPr="00EF2F0E">
              <w:rPr>
                <w:rFonts w:cs="Arial"/>
              </w:rPr>
              <w:t>"</w:t>
            </w:r>
            <w:r w:rsidRPr="00EF2F0E">
              <w:rPr>
                <w:rFonts w:cs="Arial"/>
              </w:rPr>
              <w:t xml:space="preserve"> is equal to 6 in case of UTRA wanted signals, 9 in case of E-UTRA wanted signal.</w:t>
            </w:r>
          </w:p>
          <w:p w14:paraId="0984DCB4" w14:textId="77777777" w:rsidR="00B15E99" w:rsidRPr="00EF2F0E" w:rsidRDefault="00B15E99" w:rsidP="00B76023">
            <w:pPr>
              <w:pStyle w:val="TAN"/>
              <w:rPr>
                <w:rFonts w:cs="Arial"/>
              </w:rPr>
            </w:pPr>
            <w:r w:rsidRPr="00EF2F0E">
              <w:rPr>
                <w:rFonts w:cs="Arial"/>
              </w:rPr>
              <w:t>NOTE 4:</w:t>
            </w:r>
            <w:r w:rsidR="006E5225" w:rsidRPr="00EF2F0E">
              <w:rPr>
                <w:rFonts w:cs="Arial"/>
              </w:rPr>
              <w:tab/>
            </w:r>
            <w:r w:rsidRPr="00EF2F0E">
              <w:rPr>
                <w:rFonts w:cs="Arial"/>
              </w:rPr>
              <w:t xml:space="preserve">For LA BS that does not support NR, </w:t>
            </w:r>
            <w:r w:rsidR="003401A4" w:rsidRPr="00EF2F0E">
              <w:rPr>
                <w:rFonts w:cs="Arial"/>
              </w:rPr>
              <w:t>"</w:t>
            </w:r>
            <w:r w:rsidRPr="00EF2F0E">
              <w:rPr>
                <w:rFonts w:cs="Arial"/>
              </w:rPr>
              <w:t>x</w:t>
            </w:r>
            <w:r w:rsidR="003401A4" w:rsidRPr="00EF2F0E">
              <w:rPr>
                <w:rFonts w:cs="Arial"/>
              </w:rPr>
              <w:t>"</w:t>
            </w:r>
            <w:r w:rsidRPr="00EF2F0E">
              <w:rPr>
                <w:rFonts w:cs="Arial"/>
              </w:rPr>
              <w:t xml:space="preserve"> is equal to 11 in case of E-UTRA wanted signal, 6 in case of UTRA wanted signal.</w:t>
            </w:r>
          </w:p>
          <w:p w14:paraId="0984DCB5" w14:textId="77777777" w:rsidR="00B15E99" w:rsidRPr="00EF2F0E" w:rsidRDefault="00B15E99" w:rsidP="00B76023">
            <w:pPr>
              <w:pStyle w:val="TAN"/>
              <w:rPr>
                <w:rFonts w:cs="Arial"/>
              </w:rPr>
            </w:pPr>
            <w:r w:rsidRPr="00EF2F0E">
              <w:rPr>
                <w:rFonts w:cs="Arial"/>
              </w:rPr>
              <w:t>NOTE 5:</w:t>
            </w:r>
            <w:r w:rsidR="00B76023" w:rsidRPr="00EF2F0E">
              <w:rPr>
                <w:rFonts w:cs="Arial"/>
              </w:rPr>
              <w:tab/>
            </w:r>
            <w:r w:rsidRPr="00EF2F0E">
              <w:rPr>
                <w:rFonts w:cs="Arial"/>
              </w:rPr>
              <w:t>For a BS that supports NR but does not support UTRA, x is equal to 6.</w:t>
            </w:r>
          </w:p>
          <w:p w14:paraId="7AAA0891" w14:textId="77777777" w:rsidR="00AC7771" w:rsidRPr="00EF2F0E" w:rsidRDefault="00AC7771" w:rsidP="00AC7771">
            <w:pPr>
              <w:pStyle w:val="TAN"/>
              <w:rPr>
                <w:rFonts w:cs="Arial"/>
              </w:rPr>
            </w:pPr>
            <w:r w:rsidRPr="00EF2F0E">
              <w:rPr>
                <w:rFonts w:cs="Arial"/>
              </w:rPr>
              <w:t>NOTE 6:</w:t>
            </w:r>
            <w:r w:rsidRPr="00EF2F0E">
              <w:rPr>
                <w:rFonts w:cs="Arial"/>
              </w:rPr>
              <w:tab/>
            </w:r>
            <w:r w:rsidRPr="00EF2F0E">
              <w:rPr>
                <w:rFonts w:cs="v3.8.0"/>
              </w:rPr>
              <w:t xml:space="preserve">For a BS capable of multi-band operation, </w:t>
            </w:r>
            <w:r w:rsidRPr="00EF2F0E">
              <w:rPr>
                <w:rFonts w:cs="Arial"/>
              </w:rPr>
              <w:t>"x" i</w:t>
            </w:r>
            <w:r w:rsidRPr="00EF2F0E">
              <w:rPr>
                <w:rFonts w:cs="Arial"/>
                <w:lang w:eastAsia="zh-CN"/>
              </w:rPr>
              <w:t>n Note 2, 3, 4, 5 applies</w:t>
            </w:r>
            <w:r w:rsidRPr="00EF2F0E">
              <w:rPr>
                <w:rFonts w:cs="Arial"/>
              </w:rPr>
              <w:t xml:space="preserve"> in case of interfering signals that are in the in-band blocking frequency range of the operating band where the wanted signal is present or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EF2F0E">
              <w:rPr>
                <w:rFonts w:cs="Arial"/>
              </w:rPr>
              <w:t>. For other in-band blocking frequency ranges of the interfering signal for the supported operating bands, "x" is equal to 1.4 dB.</w:t>
            </w:r>
          </w:p>
          <w:p w14:paraId="0984DCB7" w14:textId="77777777" w:rsidR="00B15E99" w:rsidRPr="00EF2F0E" w:rsidRDefault="00B15E99" w:rsidP="00B76023">
            <w:pPr>
              <w:pStyle w:val="TAN"/>
              <w:rPr>
                <w:rFonts w:cs="Arial"/>
              </w:rPr>
            </w:pPr>
            <w:r w:rsidRPr="00EF2F0E">
              <w:rPr>
                <w:rFonts w:cs="Arial"/>
              </w:rPr>
              <w:t>NOTE 7:</w:t>
            </w:r>
            <w:r w:rsidR="00B76023" w:rsidRPr="00EF2F0E">
              <w:rPr>
                <w:rFonts w:cs="Arial"/>
              </w:rPr>
              <w:tab/>
            </w:r>
            <w:r w:rsidRPr="00EF2F0E">
              <w:t xml:space="preserve">For a BS that not supporting NR, </w:t>
            </w:r>
            <w:r w:rsidR="003401A4" w:rsidRPr="00EF2F0E">
              <w:rPr>
                <w:rFonts w:cs="Arial"/>
              </w:rPr>
              <w:t>"</w:t>
            </w:r>
            <w:r w:rsidRPr="00EF2F0E">
              <w:t>y</w:t>
            </w:r>
            <w:r w:rsidR="003401A4" w:rsidRPr="00EF2F0E">
              <w:rPr>
                <w:rFonts w:cs="Arial"/>
              </w:rPr>
              <w:t>"</w:t>
            </w:r>
            <w:r w:rsidRPr="00EF2F0E">
              <w:t xml:space="preserve"> is equal to zero for all BS classes. For a BS that supports NR but does not support UTRA, </w:t>
            </w:r>
            <w:r w:rsidR="003401A4" w:rsidRPr="00EF2F0E">
              <w:rPr>
                <w:rFonts w:cs="Arial"/>
              </w:rPr>
              <w:t>"</w:t>
            </w:r>
            <w:r w:rsidRPr="00EF2F0E">
              <w:t>y</w:t>
            </w:r>
            <w:r w:rsidR="003401A4" w:rsidRPr="00EF2F0E">
              <w:rPr>
                <w:rFonts w:cs="Arial"/>
              </w:rPr>
              <w:t>"</w:t>
            </w:r>
            <w:r w:rsidRPr="00EF2F0E">
              <w:t xml:space="preserve"> is equal to -3 for the WA and MR BS class and -5 for the LA BS class.</w:t>
            </w:r>
          </w:p>
          <w:p w14:paraId="0984DCB8" w14:textId="77777777" w:rsidR="00EC1CB2" w:rsidRPr="00EF2F0E" w:rsidRDefault="00B15E99" w:rsidP="00EC1CB2">
            <w:pPr>
              <w:pStyle w:val="TAN"/>
              <w:rPr>
                <w:rFonts w:cs="Arial"/>
              </w:rPr>
            </w:pPr>
            <w:r w:rsidRPr="00EF2F0E">
              <w:rPr>
                <w:rFonts w:cs="Arial"/>
              </w:rPr>
              <w:t>NOTE 8:</w:t>
            </w:r>
            <w:r w:rsidR="00B76023" w:rsidRPr="00EF2F0E">
              <w:rPr>
                <w:rFonts w:cs="Arial"/>
              </w:rPr>
              <w:tab/>
            </w:r>
            <w:r w:rsidRPr="00EF2F0E">
              <w:rPr>
                <w:rFonts w:cs="Arial"/>
              </w:rPr>
              <w:t>The downlink frequency range of an FDD operating band is excluded from the general blocking requirement.</w:t>
            </w:r>
          </w:p>
          <w:p w14:paraId="0984DCB9" w14:textId="77777777" w:rsidR="00B15E99" w:rsidRPr="00EF2F0E" w:rsidRDefault="00EC1CB2" w:rsidP="00EC1CB2">
            <w:pPr>
              <w:pStyle w:val="TAN"/>
            </w:pPr>
            <w:r w:rsidRPr="00EF2F0E">
              <w:rPr>
                <w:rFonts w:cs="Arial"/>
              </w:rPr>
              <w:t>NOTE 9:</w:t>
            </w:r>
            <w:r w:rsidRPr="00EF2F0E">
              <w:rPr>
                <w:rFonts w:cs="Arial"/>
              </w:rPr>
              <w:tab/>
              <w:t>For NR wanted signal channel bandwidth greater than 20 MHz, z = 22.5. For all other cases, z = 0.</w:t>
            </w:r>
          </w:p>
        </w:tc>
      </w:tr>
    </w:tbl>
    <w:p w14:paraId="0984DCBB" w14:textId="77777777" w:rsidR="00B15E99" w:rsidRPr="00EF2F0E" w:rsidRDefault="00B15E99" w:rsidP="00A40339"/>
    <w:p w14:paraId="0984DCBC" w14:textId="77777777" w:rsidR="00B15E99" w:rsidRPr="00EF2F0E" w:rsidRDefault="00B15E99" w:rsidP="00A40339">
      <w:pPr>
        <w:pStyle w:val="TH"/>
        <w:rPr>
          <w:rFonts w:eastAsia="Osaka"/>
        </w:rPr>
      </w:pPr>
      <w:r w:rsidRPr="00EF2F0E">
        <w:rPr>
          <w:rFonts w:eastAsia="Osaka"/>
        </w:rPr>
        <w:t xml:space="preserve">Table 7.4.2.1-2: </w:t>
      </w:r>
      <w:r w:rsidR="00B76023" w:rsidRPr="00EF2F0E">
        <w:rPr>
          <w:rFonts w:eastAsia="Osaka"/>
        </w:rPr>
        <w:t>Void</w:t>
      </w:r>
    </w:p>
    <w:p w14:paraId="0984DCBD" w14:textId="77777777" w:rsidR="00B15E99" w:rsidRPr="00EF2F0E" w:rsidRDefault="00B15E99" w:rsidP="00A40339"/>
    <w:p w14:paraId="0984DCBE" w14:textId="77777777" w:rsidR="00B15E99" w:rsidRPr="00EF2F0E" w:rsidRDefault="00B15E99" w:rsidP="00A40339">
      <w:pPr>
        <w:pStyle w:val="NO"/>
      </w:pPr>
      <w:r w:rsidRPr="00EF2F0E">
        <w:t>NOTE:</w:t>
      </w:r>
      <w:r w:rsidRPr="00EF2F0E">
        <w:tab/>
        <w:t xml:space="preserve">The requirement in table 7.4.2.1-1 assumes that two operating bands, where the </w:t>
      </w:r>
      <w:r w:rsidRPr="00EF2F0E">
        <w:rPr>
          <w:i/>
        </w:rPr>
        <w:t>downlink operating band</w:t>
      </w:r>
      <w:r w:rsidRPr="00EF2F0E">
        <w:t xml:space="preserve"> (see subclause 4.5 in 3GPP TS 37.104 [9]) of one band would be within the in-band blocking region of the other band, are not deployed in the same geographical area.</w:t>
      </w:r>
    </w:p>
    <w:p w14:paraId="0984DCBF" w14:textId="77777777" w:rsidR="00B15E99" w:rsidRPr="00EF2F0E" w:rsidRDefault="00B15E99" w:rsidP="00AB06FD">
      <w:pPr>
        <w:pStyle w:val="Heading4"/>
      </w:pPr>
      <w:bookmarkStart w:id="2305" w:name="_Toc21095930"/>
      <w:bookmarkStart w:id="2306" w:name="_Toc29763129"/>
      <w:bookmarkStart w:id="2307" w:name="_Toc45869414"/>
      <w:bookmarkStart w:id="2308" w:name="_Toc52554662"/>
      <w:bookmarkStart w:id="2309" w:name="_Toc52555132"/>
      <w:bookmarkStart w:id="2310" w:name="_Toc61112357"/>
      <w:bookmarkStart w:id="2311" w:name="_Toc67911509"/>
      <w:bookmarkStart w:id="2312" w:name="_Toc74842984"/>
      <w:bookmarkStart w:id="2313" w:name="_Toc76503367"/>
      <w:bookmarkStart w:id="2314" w:name="_Toc83040810"/>
      <w:bookmarkStart w:id="2315" w:name="_Toc89851853"/>
      <w:bookmarkStart w:id="2316" w:name="_Toc98676207"/>
      <w:r w:rsidRPr="00EF2F0E">
        <w:t>7.4.2.2</w:t>
      </w:r>
      <w:r w:rsidRPr="00EF2F0E">
        <w:tab/>
        <w:t>General narrowband blocking minimum requirement</w:t>
      </w:r>
      <w:bookmarkEnd w:id="2305"/>
      <w:bookmarkEnd w:id="2306"/>
      <w:bookmarkEnd w:id="2307"/>
      <w:bookmarkEnd w:id="2308"/>
      <w:bookmarkEnd w:id="2309"/>
      <w:bookmarkEnd w:id="2310"/>
      <w:bookmarkEnd w:id="2311"/>
      <w:bookmarkEnd w:id="2312"/>
      <w:bookmarkEnd w:id="2313"/>
      <w:bookmarkEnd w:id="2314"/>
      <w:bookmarkEnd w:id="2315"/>
      <w:bookmarkEnd w:id="2316"/>
    </w:p>
    <w:p w14:paraId="0984DCC0" w14:textId="77777777" w:rsidR="00B15E99" w:rsidRPr="00EF2F0E" w:rsidRDefault="00B15E99" w:rsidP="00A40339">
      <w:r w:rsidRPr="00EF2F0E">
        <w:t>For the general narrowband blocking requirement, the interfering signal shall be an E-UTRA 1RB signal as specified in 3GPP TS 37.104 [9], annex A.3.</w:t>
      </w:r>
    </w:p>
    <w:p w14:paraId="0984DCC1" w14:textId="77777777" w:rsidR="00B15E99" w:rsidRPr="00EF2F0E" w:rsidRDefault="00B15E99" w:rsidP="00A40339">
      <w:r w:rsidRPr="00EF2F0E">
        <w:t xml:space="preserve">The requirement is applicable outside the </w:t>
      </w:r>
      <w:r w:rsidRPr="00EF2F0E">
        <w:rPr>
          <w:i/>
        </w:rPr>
        <w:t>Base Station RF Bandwidth</w:t>
      </w:r>
      <w:r w:rsidRPr="00EF2F0E">
        <w:t xml:space="preserve"> or </w:t>
      </w:r>
      <w:r w:rsidRPr="00EF2F0E">
        <w:rPr>
          <w:i/>
        </w:rPr>
        <w:t>Radio Bandwidth</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or </w:t>
      </w:r>
      <w:r w:rsidRPr="00EF2F0E">
        <w:rPr>
          <w:i/>
        </w:rPr>
        <w:t>Radio Bandwidth</w:t>
      </w:r>
      <w:r w:rsidRPr="00EF2F0E">
        <w:t xml:space="preserve"> edges.</w:t>
      </w:r>
    </w:p>
    <w:p w14:paraId="0984DCC2" w14:textId="77777777" w:rsidR="00B15E99" w:rsidRPr="00EF2F0E" w:rsidRDefault="00B15E99" w:rsidP="00A40339">
      <w:r w:rsidRPr="00EF2F0E">
        <w:t xml:space="preserve">For </w:t>
      </w:r>
      <w:r w:rsidRPr="00EF2F0E">
        <w:rPr>
          <w:i/>
        </w:rPr>
        <w:t>TAB connectors</w:t>
      </w:r>
      <w:r w:rsidRPr="00EF2F0E">
        <w:t xml:space="preserve"> supporting operation in </w:t>
      </w:r>
      <w:r w:rsidRPr="00EF2F0E">
        <w:rPr>
          <w:i/>
        </w:rPr>
        <w:t>non-contiguous spectrum</w:t>
      </w:r>
      <w:r w:rsidRPr="00EF2F0E">
        <w:t xml:space="preserve">, the requirement applies in addition inside any </w:t>
      </w:r>
      <w:r w:rsidRPr="00EF2F0E">
        <w:rPr>
          <w:i/>
        </w:rPr>
        <w:t>sub-block gap</w:t>
      </w:r>
      <w:r w:rsidRPr="00EF2F0E">
        <w:t>, in case the</w:t>
      </w:r>
      <w:r w:rsidRPr="00EF2F0E">
        <w:rPr>
          <w:i/>
        </w:rPr>
        <w:t xml:space="preserve"> sub-block gap</w:t>
      </w:r>
      <w:r w:rsidRPr="00EF2F0E">
        <w:t xml:space="preserve"> size is at least 3 MHz. The interfering signal offset is defined relative to the </w:t>
      </w:r>
      <w:r w:rsidRPr="00EF2F0E">
        <w:rPr>
          <w:i/>
        </w:rPr>
        <w:t>sub-block</w:t>
      </w:r>
      <w:r w:rsidRPr="00EF2F0E">
        <w:t xml:space="preserve"> edges inside the </w:t>
      </w:r>
      <w:r w:rsidRPr="00EF2F0E">
        <w:rPr>
          <w:i/>
        </w:rPr>
        <w:t>sub-block gap</w:t>
      </w:r>
      <w:r w:rsidRPr="00EF2F0E">
        <w:t>.</w:t>
      </w:r>
    </w:p>
    <w:p w14:paraId="0984DCC3" w14:textId="77777777" w:rsidR="00B15E99" w:rsidRPr="00EF2F0E" w:rsidRDefault="00B15E99" w:rsidP="00A40339">
      <w:r w:rsidRPr="00EF2F0E">
        <w:t xml:space="preserve">For </w:t>
      </w:r>
      <w:r w:rsidRPr="00EF2F0E">
        <w:rPr>
          <w:i/>
        </w:rPr>
        <w:t>multi-band TAB connectors</w:t>
      </w:r>
      <w:r w:rsidRPr="00EF2F0E">
        <w:t xml:space="preserve">, the requirement applies in addition inside any </w:t>
      </w:r>
      <w:r w:rsidRPr="00EF2F0E">
        <w:rPr>
          <w:i/>
        </w:rPr>
        <w:t>Inter RF Bandwidth gap</w:t>
      </w:r>
      <w:r w:rsidRPr="00EF2F0E">
        <w:t xml:space="preserve"> at those connectors, in case the gap size is at least 3 MHz. The interfering signal offset is defined relative to the </w:t>
      </w:r>
      <w:r w:rsidRPr="00EF2F0E">
        <w:rPr>
          <w:i/>
        </w:rPr>
        <w:t>Base Station RF Bandwidth</w:t>
      </w:r>
      <w:r w:rsidRPr="00EF2F0E">
        <w:t xml:space="preserve"> </w:t>
      </w:r>
      <w:r w:rsidRPr="00EF2F0E">
        <w:rPr>
          <w:i/>
        </w:rPr>
        <w:t>edges</w:t>
      </w:r>
      <w:r w:rsidRPr="00EF2F0E">
        <w:t xml:space="preserve"> inside the </w:t>
      </w:r>
      <w:r w:rsidRPr="00EF2F0E">
        <w:rPr>
          <w:i/>
        </w:rPr>
        <w:t>Inter RF Bandwidth gap</w:t>
      </w:r>
      <w:r w:rsidRPr="00EF2F0E">
        <w:t>.</w:t>
      </w:r>
    </w:p>
    <w:p w14:paraId="0984DCC4" w14:textId="77777777" w:rsidR="00B15E99" w:rsidRPr="00EF2F0E" w:rsidRDefault="00B15E99" w:rsidP="00A40339">
      <w:r w:rsidRPr="00EF2F0E">
        <w:t xml:space="preserve">For the wanted and interfering signal coupled to the </w:t>
      </w:r>
      <w:r w:rsidRPr="00EF2F0E">
        <w:rPr>
          <w:i/>
        </w:rPr>
        <w:t>TAB connector</w:t>
      </w:r>
      <w:r w:rsidRPr="00EF2F0E">
        <w:t xml:space="preserve"> using the parameters in table 7.4.2.2</w:t>
      </w:r>
      <w:r w:rsidRPr="00EF2F0E">
        <w:noBreakHyphen/>
        <w:t>1, the following requirements shall be met:</w:t>
      </w:r>
    </w:p>
    <w:p w14:paraId="0984DCC5" w14:textId="77777777" w:rsidR="00B15E99" w:rsidRPr="00EF2F0E" w:rsidRDefault="00B15E99" w:rsidP="00A40339">
      <w:pPr>
        <w:pStyle w:val="B10"/>
      </w:pPr>
      <w:r w:rsidRPr="00EF2F0E">
        <w:t>-</w:t>
      </w:r>
      <w:r w:rsidRPr="00EF2F0E">
        <w:tab/>
        <w:t xml:space="preserve">For any E-UTRA carrier, the throughput shall be ≥ 95 % of the </w:t>
      </w:r>
      <w:r w:rsidRPr="00EF2F0E">
        <w:rPr>
          <w:i/>
        </w:rPr>
        <w:t>maximum throughput</w:t>
      </w:r>
      <w:r w:rsidRPr="00EF2F0E">
        <w:t xml:space="preserve"> of the reference measurement channel defined in 3GPP TS 36.104 [8], subclause 7.2.1.</w:t>
      </w:r>
    </w:p>
    <w:p w14:paraId="0984DCC6" w14:textId="77777777" w:rsidR="00B15E99" w:rsidRPr="00EF2F0E" w:rsidRDefault="00B15E99" w:rsidP="00A40339">
      <w:pPr>
        <w:pStyle w:val="B10"/>
      </w:pPr>
      <w:r w:rsidRPr="00EF2F0E">
        <w:t>-</w:t>
      </w:r>
      <w:r w:rsidRPr="00EF2F0E">
        <w:tab/>
        <w:t>For any UTRA FDD carrier, the BER shall not exceed 0,001 for the reference measurement channel defined in 3GPP TS 25.104 [6], subclause 7.2.1.</w:t>
      </w:r>
    </w:p>
    <w:p w14:paraId="0984DCC7" w14:textId="77777777" w:rsidR="00B15E99" w:rsidRPr="00EF2F0E" w:rsidRDefault="00B15E99" w:rsidP="00A40339">
      <w:pPr>
        <w:pStyle w:val="B10"/>
      </w:pPr>
      <w:r w:rsidRPr="00EF2F0E">
        <w:t>-</w:t>
      </w:r>
      <w:r w:rsidRPr="00EF2F0E">
        <w:tab/>
        <w:t xml:space="preserve">For any UTRA </w:t>
      </w:r>
      <w:r w:rsidRPr="00EF2F0E">
        <w:rPr>
          <w:lang w:eastAsia="zh-CN"/>
        </w:rPr>
        <w:t xml:space="preserve">TDD </w:t>
      </w:r>
      <w:r w:rsidRPr="00EF2F0E">
        <w:t>carrier, the BER shall not exceed 0,001 for the reference measurement channel defined in 3GPP TS 25.105 [7], subclause 7.2.1.2.</w:t>
      </w:r>
    </w:p>
    <w:p w14:paraId="0984DCC8" w14:textId="77777777" w:rsidR="00B15E99" w:rsidRPr="00EF2F0E" w:rsidRDefault="00B15E99" w:rsidP="00AB06FD">
      <w:pPr>
        <w:pStyle w:val="B10"/>
      </w:pPr>
      <w:r w:rsidRPr="00EF2F0E">
        <w:t>-</w:t>
      </w:r>
      <w:r w:rsidRPr="00EF2F0E">
        <w:tab/>
        <w:t xml:space="preserve">For any NR carrier, the throughput shall be ≥ 95% of the maximum throughput of the reference measurement channel defined for </w:t>
      </w:r>
      <w:r w:rsidRPr="00EF2F0E">
        <w:rPr>
          <w:i/>
        </w:rPr>
        <w:t>BS type 1-H</w:t>
      </w:r>
      <w:r w:rsidRPr="00EF2F0E">
        <w:t xml:space="preserve"> in TS 38.104 [28], subclause 7.2.2.</w:t>
      </w:r>
    </w:p>
    <w:p w14:paraId="0984DCC9" w14:textId="77777777" w:rsidR="00B15E99" w:rsidRPr="00EF2F0E" w:rsidRDefault="00B15E99" w:rsidP="00A40339">
      <w:pPr>
        <w:pStyle w:val="TH"/>
      </w:pPr>
      <w:r w:rsidRPr="00EF2F0E">
        <w:t>Table 7.4.2.2-1: Narrowband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31"/>
        <w:gridCol w:w="1496"/>
        <w:gridCol w:w="2693"/>
        <w:gridCol w:w="1701"/>
        <w:gridCol w:w="2021"/>
      </w:tblGrid>
      <w:tr w:rsidR="003401A4" w:rsidRPr="00EF2F0E" w14:paraId="0984DCD0" w14:textId="77777777" w:rsidTr="00A40339">
        <w:trPr>
          <w:tblHeader/>
          <w:jc w:val="center"/>
        </w:trPr>
        <w:tc>
          <w:tcPr>
            <w:tcW w:w="1731" w:type="dxa"/>
            <w:shd w:val="clear" w:color="auto" w:fill="auto"/>
          </w:tcPr>
          <w:p w14:paraId="0984DCCA" w14:textId="77777777" w:rsidR="00B15E99" w:rsidRPr="00EF2F0E" w:rsidRDefault="00B15E99" w:rsidP="00A40339">
            <w:pPr>
              <w:pStyle w:val="TAH"/>
            </w:pPr>
            <w:r w:rsidRPr="00EF2F0E">
              <w:t>Base Station Type</w:t>
            </w:r>
          </w:p>
        </w:tc>
        <w:tc>
          <w:tcPr>
            <w:tcW w:w="1496" w:type="dxa"/>
            <w:shd w:val="clear" w:color="auto" w:fill="auto"/>
          </w:tcPr>
          <w:p w14:paraId="0984DCCB" w14:textId="77777777" w:rsidR="00B15E99" w:rsidRPr="00EF2F0E" w:rsidRDefault="00B15E99" w:rsidP="00A40339">
            <w:pPr>
              <w:pStyle w:val="TAH"/>
            </w:pPr>
            <w:r w:rsidRPr="00EF2F0E">
              <w:t>RAT of the carrier</w:t>
            </w:r>
          </w:p>
        </w:tc>
        <w:tc>
          <w:tcPr>
            <w:tcW w:w="2693" w:type="dxa"/>
            <w:shd w:val="clear" w:color="auto" w:fill="auto"/>
          </w:tcPr>
          <w:p w14:paraId="0984DCCC" w14:textId="77777777" w:rsidR="00B15E99" w:rsidRPr="00EF2F0E" w:rsidRDefault="00B15E99" w:rsidP="00A40339">
            <w:pPr>
              <w:pStyle w:val="TAH"/>
            </w:pPr>
            <w:r w:rsidRPr="00EF2F0E">
              <w:t>Wanted signal mean power [dBm]</w:t>
            </w:r>
          </w:p>
          <w:p w14:paraId="0984DCCD" w14:textId="77777777" w:rsidR="00B15E99" w:rsidRPr="00EF2F0E" w:rsidRDefault="00B15E99" w:rsidP="00A40339">
            <w:pPr>
              <w:pStyle w:val="TAH"/>
            </w:pPr>
            <w:r w:rsidRPr="00EF2F0E">
              <w:t>(NOTE</w:t>
            </w:r>
            <w:r w:rsidRPr="00EF2F0E" w:rsidDel="00344116">
              <w:t xml:space="preserve"> </w:t>
            </w:r>
            <w:r w:rsidRPr="00EF2F0E">
              <w:t>1</w:t>
            </w:r>
            <w:r w:rsidR="00BF7554" w:rsidRPr="00EF2F0E">
              <w:rPr>
                <w:rFonts w:eastAsia="SimSun" w:hint="eastAsia"/>
                <w:lang w:val="en-US" w:eastAsia="zh-CN"/>
              </w:rPr>
              <w:t>,</w:t>
            </w:r>
            <w:r w:rsidR="00BF7554" w:rsidRPr="00EF2F0E">
              <w:rPr>
                <w:rFonts w:eastAsia="SimSun"/>
                <w:lang w:val="en-US" w:eastAsia="zh-CN"/>
              </w:rPr>
              <w:t xml:space="preserve"> </w:t>
            </w:r>
            <w:r w:rsidR="00BF7554" w:rsidRPr="00EF2F0E">
              <w:rPr>
                <w:rFonts w:eastAsia="SimSun" w:hint="eastAsia"/>
                <w:lang w:val="en-US" w:eastAsia="zh-CN"/>
              </w:rPr>
              <w:t>2,</w:t>
            </w:r>
            <w:r w:rsidR="00BF7554" w:rsidRPr="00EF2F0E">
              <w:rPr>
                <w:rFonts w:eastAsia="SimSun"/>
                <w:lang w:val="en-US" w:eastAsia="zh-CN"/>
              </w:rPr>
              <w:t xml:space="preserve"> </w:t>
            </w:r>
            <w:r w:rsidR="00BF7554" w:rsidRPr="00EF2F0E">
              <w:rPr>
                <w:rFonts w:eastAsia="SimSun" w:hint="eastAsia"/>
                <w:lang w:val="en-US" w:eastAsia="zh-CN"/>
              </w:rPr>
              <w:t>6</w:t>
            </w:r>
            <w:r w:rsidRPr="00EF2F0E">
              <w:t>)</w:t>
            </w:r>
          </w:p>
        </w:tc>
        <w:tc>
          <w:tcPr>
            <w:tcW w:w="1701" w:type="dxa"/>
            <w:shd w:val="clear" w:color="auto" w:fill="auto"/>
          </w:tcPr>
          <w:p w14:paraId="0984DCCE" w14:textId="77777777" w:rsidR="00B15E99" w:rsidRPr="00EF2F0E" w:rsidRDefault="00B15E99" w:rsidP="00A40339">
            <w:pPr>
              <w:pStyle w:val="TAH"/>
            </w:pPr>
            <w:r w:rsidRPr="00EF2F0E">
              <w:t>Interfering signal mean power [dBm]</w:t>
            </w:r>
          </w:p>
        </w:tc>
        <w:tc>
          <w:tcPr>
            <w:tcW w:w="2021" w:type="dxa"/>
            <w:shd w:val="clear" w:color="auto" w:fill="auto"/>
          </w:tcPr>
          <w:p w14:paraId="0984DCCF" w14:textId="77777777" w:rsidR="00B15E99" w:rsidRPr="00EF2F0E" w:rsidRDefault="00B15E99" w:rsidP="00A40339">
            <w:pPr>
              <w:pStyle w:val="TAH"/>
            </w:pPr>
            <w:r w:rsidRPr="00EF2F0E">
              <w:t>Interfering RB (NOTE</w:t>
            </w:r>
            <w:r w:rsidRPr="00EF2F0E" w:rsidDel="00344116">
              <w:t xml:space="preserve"> </w:t>
            </w:r>
            <w:r w:rsidRPr="00EF2F0E">
              <w:t xml:space="preserve">3) centre frequency offset from the AAS </w:t>
            </w:r>
            <w:r w:rsidRPr="00EF2F0E">
              <w:rPr>
                <w:i/>
              </w:rPr>
              <w:t>Base Station RF Bandwidth edge</w:t>
            </w:r>
            <w:r w:rsidRPr="00EF2F0E">
              <w:t xml:space="preserve"> or edge of </w:t>
            </w:r>
            <w:r w:rsidRPr="00EF2F0E">
              <w:rPr>
                <w:i/>
              </w:rPr>
              <w:t>sub-block</w:t>
            </w:r>
            <w:r w:rsidRPr="00EF2F0E">
              <w:t xml:space="preserve"> inside a gap [kHz]</w:t>
            </w:r>
          </w:p>
        </w:tc>
      </w:tr>
      <w:tr w:rsidR="003401A4" w:rsidRPr="00EF2F0E" w14:paraId="0984DCDB" w14:textId="77777777" w:rsidTr="00A40339">
        <w:trPr>
          <w:jc w:val="center"/>
        </w:trPr>
        <w:tc>
          <w:tcPr>
            <w:tcW w:w="1731" w:type="dxa"/>
            <w:shd w:val="clear" w:color="auto" w:fill="auto"/>
          </w:tcPr>
          <w:p w14:paraId="0984DCD1" w14:textId="77777777" w:rsidR="00B15E99" w:rsidRPr="00EF2F0E" w:rsidRDefault="00B15E99" w:rsidP="00A40339">
            <w:pPr>
              <w:pStyle w:val="TAL"/>
              <w:rPr>
                <w:rFonts w:cs="Arial"/>
                <w:szCs w:val="18"/>
              </w:rPr>
            </w:pPr>
            <w:r w:rsidRPr="00EF2F0E">
              <w:rPr>
                <w:rFonts w:cs="Arial"/>
                <w:szCs w:val="18"/>
              </w:rPr>
              <w:t>Wide Area BS</w:t>
            </w:r>
          </w:p>
        </w:tc>
        <w:tc>
          <w:tcPr>
            <w:tcW w:w="1496" w:type="dxa"/>
            <w:vMerge w:val="restart"/>
            <w:shd w:val="clear" w:color="auto" w:fill="auto"/>
            <w:vAlign w:val="center"/>
          </w:tcPr>
          <w:p w14:paraId="0984DCD2" w14:textId="77777777" w:rsidR="00B15E99" w:rsidRPr="00EF2F0E" w:rsidRDefault="00B15E99" w:rsidP="00A40339">
            <w:pPr>
              <w:pStyle w:val="TAL"/>
              <w:rPr>
                <w:rFonts w:cs="Arial"/>
                <w:szCs w:val="18"/>
              </w:rPr>
            </w:pPr>
            <w:r w:rsidRPr="00EF2F0E">
              <w:rPr>
                <w:rFonts w:cs="Arial"/>
                <w:szCs w:val="18"/>
              </w:rPr>
              <w:t xml:space="preserve">E-UTRA, </w:t>
            </w:r>
            <w:r w:rsidRPr="00EF2F0E">
              <w:rPr>
                <w:rFonts w:cs="Arial"/>
                <w:szCs w:val="18"/>
              </w:rPr>
              <w:br/>
              <w:t xml:space="preserve">UTRA, NR </w:t>
            </w:r>
          </w:p>
        </w:tc>
        <w:tc>
          <w:tcPr>
            <w:tcW w:w="2693" w:type="dxa"/>
            <w:vMerge w:val="restart"/>
            <w:shd w:val="clear" w:color="auto" w:fill="auto"/>
            <w:vAlign w:val="center"/>
          </w:tcPr>
          <w:p w14:paraId="0984DCD3"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Pr>
                <w:rFonts w:cs="Arial"/>
                <w:szCs w:val="18"/>
              </w:rPr>
              <w:t xml:space="preserve"> + x dB</w:t>
            </w:r>
          </w:p>
        </w:tc>
        <w:tc>
          <w:tcPr>
            <w:tcW w:w="1701" w:type="dxa"/>
            <w:shd w:val="clear" w:color="auto" w:fill="auto"/>
            <w:vAlign w:val="center"/>
          </w:tcPr>
          <w:p w14:paraId="0984DCD4" w14:textId="77777777" w:rsidR="00B15E99" w:rsidRPr="00EF2F0E" w:rsidRDefault="00B15E99" w:rsidP="00A40339">
            <w:pPr>
              <w:pStyle w:val="TAL"/>
              <w:rPr>
                <w:rFonts w:cs="Arial"/>
                <w:szCs w:val="18"/>
              </w:rPr>
            </w:pPr>
            <w:r w:rsidRPr="00EF2F0E">
              <w:rPr>
                <w:rFonts w:cs="Arial"/>
                <w:szCs w:val="18"/>
              </w:rPr>
              <w:t>-49</w:t>
            </w:r>
          </w:p>
        </w:tc>
        <w:tc>
          <w:tcPr>
            <w:tcW w:w="2021" w:type="dxa"/>
            <w:vMerge w:val="restart"/>
            <w:shd w:val="clear" w:color="auto" w:fill="auto"/>
            <w:vAlign w:val="center"/>
          </w:tcPr>
          <w:p w14:paraId="0984DCD5" w14:textId="77777777" w:rsidR="00B15E99" w:rsidRPr="00EF2F0E" w:rsidRDefault="00B15E99" w:rsidP="000A7FEB">
            <w:pPr>
              <w:pStyle w:val="TAC"/>
            </w:pPr>
            <w:r w:rsidRPr="00EF2F0E">
              <w:t>±(240 +m</w:t>
            </w:r>
            <w:r w:rsidR="00BF7554" w:rsidRPr="00EF2F0E">
              <w:rPr>
                <w:rFonts w:eastAsia="SimSun" w:hint="eastAsia"/>
                <w:lang w:val="en-US" w:eastAsia="zh-CN"/>
              </w:rPr>
              <w:t>*</w:t>
            </w:r>
            <w:r w:rsidRPr="00EF2F0E">
              <w:t>180),</w:t>
            </w:r>
          </w:p>
          <w:p w14:paraId="0984DCD6" w14:textId="77777777" w:rsidR="00B15E99" w:rsidRPr="00EF2F0E" w:rsidRDefault="00B15E99" w:rsidP="000A7FEB">
            <w:pPr>
              <w:pStyle w:val="TAC"/>
            </w:pPr>
            <w:r w:rsidRPr="00EF2F0E">
              <w:t>m=0, 1, 2, 3, 4, 9, 14</w:t>
            </w:r>
          </w:p>
          <w:p w14:paraId="0984DCD7" w14:textId="77777777" w:rsidR="00D94816" w:rsidRPr="00EF2F0E" w:rsidRDefault="00D94816" w:rsidP="00D94816">
            <w:pPr>
              <w:pStyle w:val="TAC"/>
              <w:rPr>
                <w:rFonts w:cs="Arial"/>
              </w:rPr>
            </w:pPr>
            <w:r w:rsidRPr="00EF2F0E">
              <w:rPr>
                <w:rFonts w:cs="Arial"/>
              </w:rPr>
              <w:t>(Note 4)</w:t>
            </w:r>
          </w:p>
          <w:p w14:paraId="0984DCD8" w14:textId="77777777" w:rsidR="00D94816" w:rsidRPr="00EF2F0E" w:rsidRDefault="00D94816" w:rsidP="00D94816">
            <w:pPr>
              <w:pStyle w:val="TAC"/>
              <w:rPr>
                <w:rFonts w:cs="Arial"/>
              </w:rPr>
            </w:pPr>
          </w:p>
          <w:p w14:paraId="0984DCD9" w14:textId="77777777" w:rsidR="00D94816" w:rsidRPr="00EF2F0E" w:rsidRDefault="00D94816" w:rsidP="00D94816">
            <w:pPr>
              <w:pStyle w:val="TAC"/>
              <w:rPr>
                <w:rFonts w:cs="Arial"/>
              </w:rPr>
            </w:pPr>
            <w:r w:rsidRPr="00EF2F0E">
              <w:rPr>
                <w:rFonts w:cs="Arial"/>
              </w:rPr>
              <w:t>±(550 +m*180),</w:t>
            </w:r>
          </w:p>
          <w:p w14:paraId="0984DCDA" w14:textId="77777777" w:rsidR="00D94816" w:rsidRPr="00EF2F0E" w:rsidRDefault="00D94816" w:rsidP="000A7FEB">
            <w:pPr>
              <w:pStyle w:val="TAC"/>
            </w:pPr>
            <w:r w:rsidRPr="00EF2F0E">
              <w:rPr>
                <w:rFonts w:cs="Arial"/>
              </w:rPr>
              <w:t>m=</w:t>
            </w:r>
            <w:r w:rsidRPr="00EF2F0E">
              <w:rPr>
                <w:lang w:val="en-US"/>
              </w:rPr>
              <w:t xml:space="preserve">0, 1, 2, 3, 4, 29, 54, 79, </w:t>
            </w:r>
            <w:r w:rsidR="00BF7554" w:rsidRPr="00EF2F0E">
              <w:rPr>
                <w:lang w:val="en-US"/>
              </w:rPr>
              <w:t>99</w:t>
            </w:r>
            <w:r w:rsidRPr="00EF2F0E">
              <w:rPr>
                <w:lang w:val="en-US"/>
              </w:rPr>
              <w:t xml:space="preserve"> (Note 5)</w:t>
            </w:r>
          </w:p>
        </w:tc>
      </w:tr>
      <w:tr w:rsidR="003401A4" w:rsidRPr="00EF2F0E" w14:paraId="0984DCE1" w14:textId="77777777" w:rsidTr="00A40339">
        <w:trPr>
          <w:jc w:val="center"/>
        </w:trPr>
        <w:tc>
          <w:tcPr>
            <w:tcW w:w="1731" w:type="dxa"/>
            <w:shd w:val="clear" w:color="auto" w:fill="auto"/>
          </w:tcPr>
          <w:p w14:paraId="0984DCDC" w14:textId="77777777" w:rsidR="00B15E99" w:rsidRPr="00EF2F0E" w:rsidRDefault="00B15E99" w:rsidP="00A40339">
            <w:pPr>
              <w:pStyle w:val="TAL"/>
              <w:rPr>
                <w:rFonts w:cs="Arial"/>
                <w:szCs w:val="18"/>
              </w:rPr>
            </w:pPr>
            <w:r w:rsidRPr="00EF2F0E">
              <w:rPr>
                <w:rFonts w:cs="Arial"/>
                <w:szCs w:val="18"/>
              </w:rPr>
              <w:t>Medium Range BS</w:t>
            </w:r>
          </w:p>
        </w:tc>
        <w:tc>
          <w:tcPr>
            <w:tcW w:w="1496" w:type="dxa"/>
            <w:vMerge/>
            <w:shd w:val="clear" w:color="auto" w:fill="auto"/>
            <w:vAlign w:val="center"/>
          </w:tcPr>
          <w:p w14:paraId="0984DCDD" w14:textId="77777777" w:rsidR="00B15E99" w:rsidRPr="00EF2F0E" w:rsidRDefault="00B15E99" w:rsidP="00A40339">
            <w:pPr>
              <w:pStyle w:val="TAL"/>
              <w:rPr>
                <w:rFonts w:cs="Arial"/>
                <w:szCs w:val="18"/>
              </w:rPr>
            </w:pPr>
          </w:p>
        </w:tc>
        <w:tc>
          <w:tcPr>
            <w:tcW w:w="2693" w:type="dxa"/>
            <w:vMerge/>
            <w:shd w:val="clear" w:color="auto" w:fill="auto"/>
            <w:vAlign w:val="center"/>
          </w:tcPr>
          <w:p w14:paraId="0984DCDE" w14:textId="77777777" w:rsidR="00B15E99" w:rsidRPr="00EF2F0E" w:rsidRDefault="00B15E99" w:rsidP="00A40339">
            <w:pPr>
              <w:pStyle w:val="TAL"/>
              <w:rPr>
                <w:rFonts w:cs="Arial"/>
                <w:szCs w:val="18"/>
              </w:rPr>
            </w:pPr>
          </w:p>
        </w:tc>
        <w:tc>
          <w:tcPr>
            <w:tcW w:w="1701" w:type="dxa"/>
            <w:shd w:val="clear" w:color="auto" w:fill="auto"/>
            <w:vAlign w:val="center"/>
          </w:tcPr>
          <w:p w14:paraId="0984DCDF" w14:textId="77777777" w:rsidR="00B15E99" w:rsidRPr="00EF2F0E" w:rsidRDefault="00B15E99" w:rsidP="00A40339">
            <w:pPr>
              <w:pStyle w:val="TAL"/>
              <w:rPr>
                <w:rFonts w:cs="Arial"/>
                <w:szCs w:val="18"/>
              </w:rPr>
            </w:pPr>
            <w:r w:rsidRPr="00EF2F0E">
              <w:rPr>
                <w:rFonts w:cs="Arial"/>
                <w:szCs w:val="18"/>
              </w:rPr>
              <w:t>-44</w:t>
            </w:r>
          </w:p>
        </w:tc>
        <w:tc>
          <w:tcPr>
            <w:tcW w:w="2021" w:type="dxa"/>
            <w:vMerge/>
            <w:shd w:val="clear" w:color="auto" w:fill="auto"/>
            <w:vAlign w:val="center"/>
          </w:tcPr>
          <w:p w14:paraId="0984DCE0" w14:textId="77777777" w:rsidR="00B15E99" w:rsidRPr="00EF2F0E" w:rsidRDefault="00B15E99" w:rsidP="00A40339">
            <w:pPr>
              <w:pStyle w:val="TAL"/>
              <w:rPr>
                <w:rFonts w:cs="Arial"/>
                <w:szCs w:val="18"/>
              </w:rPr>
            </w:pPr>
          </w:p>
        </w:tc>
      </w:tr>
      <w:tr w:rsidR="003401A4" w:rsidRPr="00EF2F0E" w14:paraId="0984DCE7" w14:textId="77777777" w:rsidTr="00A40339">
        <w:trPr>
          <w:jc w:val="center"/>
        </w:trPr>
        <w:tc>
          <w:tcPr>
            <w:tcW w:w="1731" w:type="dxa"/>
            <w:shd w:val="clear" w:color="auto" w:fill="auto"/>
          </w:tcPr>
          <w:p w14:paraId="0984DCE2" w14:textId="77777777" w:rsidR="00B15E99" w:rsidRPr="00EF2F0E" w:rsidRDefault="00B15E99" w:rsidP="00A40339">
            <w:pPr>
              <w:pStyle w:val="TAL"/>
              <w:rPr>
                <w:rFonts w:cs="Arial"/>
                <w:szCs w:val="18"/>
              </w:rPr>
            </w:pPr>
            <w:r w:rsidRPr="00EF2F0E">
              <w:rPr>
                <w:rFonts w:cs="Arial"/>
                <w:szCs w:val="18"/>
              </w:rPr>
              <w:t>Local Area BS</w:t>
            </w:r>
          </w:p>
        </w:tc>
        <w:tc>
          <w:tcPr>
            <w:tcW w:w="1496" w:type="dxa"/>
            <w:vMerge/>
            <w:shd w:val="clear" w:color="auto" w:fill="auto"/>
            <w:vAlign w:val="center"/>
          </w:tcPr>
          <w:p w14:paraId="0984DCE3" w14:textId="77777777" w:rsidR="00B15E99" w:rsidRPr="00EF2F0E" w:rsidRDefault="00B15E99" w:rsidP="00A40339">
            <w:pPr>
              <w:pStyle w:val="TAL"/>
              <w:rPr>
                <w:rFonts w:cs="Arial"/>
                <w:szCs w:val="18"/>
              </w:rPr>
            </w:pPr>
          </w:p>
        </w:tc>
        <w:tc>
          <w:tcPr>
            <w:tcW w:w="2693" w:type="dxa"/>
            <w:vMerge/>
            <w:shd w:val="clear" w:color="auto" w:fill="auto"/>
            <w:vAlign w:val="center"/>
          </w:tcPr>
          <w:p w14:paraId="0984DCE4" w14:textId="77777777" w:rsidR="00B15E99" w:rsidRPr="00EF2F0E" w:rsidRDefault="00B15E99" w:rsidP="00A40339">
            <w:pPr>
              <w:pStyle w:val="TAL"/>
              <w:rPr>
                <w:rFonts w:cs="Arial"/>
                <w:szCs w:val="18"/>
              </w:rPr>
            </w:pPr>
          </w:p>
        </w:tc>
        <w:tc>
          <w:tcPr>
            <w:tcW w:w="1701" w:type="dxa"/>
            <w:shd w:val="clear" w:color="auto" w:fill="auto"/>
            <w:vAlign w:val="center"/>
          </w:tcPr>
          <w:p w14:paraId="0984DCE5" w14:textId="77777777" w:rsidR="00B15E99" w:rsidRPr="00EF2F0E" w:rsidRDefault="00B15E99" w:rsidP="00A40339">
            <w:pPr>
              <w:pStyle w:val="TAL"/>
              <w:rPr>
                <w:rFonts w:cs="Arial"/>
                <w:szCs w:val="18"/>
              </w:rPr>
            </w:pPr>
            <w:r w:rsidRPr="00EF2F0E">
              <w:rPr>
                <w:rFonts w:cs="Arial"/>
                <w:szCs w:val="18"/>
              </w:rPr>
              <w:t>-41</w:t>
            </w:r>
          </w:p>
        </w:tc>
        <w:tc>
          <w:tcPr>
            <w:tcW w:w="2021" w:type="dxa"/>
            <w:vMerge/>
            <w:shd w:val="clear" w:color="auto" w:fill="auto"/>
            <w:vAlign w:val="center"/>
          </w:tcPr>
          <w:p w14:paraId="0984DCE6" w14:textId="77777777" w:rsidR="00B15E99" w:rsidRPr="00EF2F0E" w:rsidRDefault="00B15E99" w:rsidP="00A40339">
            <w:pPr>
              <w:pStyle w:val="TAL"/>
              <w:rPr>
                <w:rFonts w:cs="Arial"/>
                <w:szCs w:val="18"/>
              </w:rPr>
            </w:pPr>
          </w:p>
        </w:tc>
      </w:tr>
      <w:tr w:rsidR="00B15E99" w:rsidRPr="00EF2F0E" w14:paraId="0984DCEF" w14:textId="77777777" w:rsidTr="00A40339">
        <w:trPr>
          <w:jc w:val="center"/>
        </w:trPr>
        <w:tc>
          <w:tcPr>
            <w:tcW w:w="9642" w:type="dxa"/>
            <w:gridSpan w:val="5"/>
            <w:shd w:val="clear" w:color="auto" w:fill="auto"/>
          </w:tcPr>
          <w:p w14:paraId="0984DCE8" w14:textId="77777777" w:rsidR="00B15E99" w:rsidRPr="00EF2F0E" w:rsidRDefault="00B15E99" w:rsidP="00A40339">
            <w:pPr>
              <w:pStyle w:val="TAN"/>
            </w:pPr>
            <w:r w:rsidRPr="00EF2F0E">
              <w:t>NOTE</w:t>
            </w:r>
            <w:r w:rsidRPr="00EF2F0E">
              <w:rPr>
                <w:lang w:eastAsia="ja-JP"/>
              </w:rPr>
              <w:t xml:space="preserve"> </w:t>
            </w:r>
            <w:r w:rsidRPr="00EF2F0E">
              <w:t>1:</w:t>
            </w:r>
            <w:r w:rsidRPr="00EF2F0E">
              <w:tab/>
              <w:t>P</w:t>
            </w:r>
            <w:r w:rsidRPr="00EF2F0E">
              <w:rPr>
                <w:vertAlign w:val="subscript"/>
              </w:rPr>
              <w:t>REFSENS</w:t>
            </w:r>
            <w:r w:rsidRPr="00EF2F0E">
              <w:t xml:space="preserve"> depends on the RAT, the AAS BS class and on the </w:t>
            </w:r>
            <w:r w:rsidRPr="00EF2F0E">
              <w:rPr>
                <w:i/>
              </w:rPr>
              <w:t>channel bandwidth</w:t>
            </w:r>
            <w:r w:rsidRPr="00EF2F0E">
              <w:t>, see subclause 7.2.2.</w:t>
            </w:r>
          </w:p>
          <w:p w14:paraId="0984DCE9" w14:textId="77777777" w:rsidR="00B15E99" w:rsidRPr="00EF2F0E" w:rsidRDefault="00B15E99" w:rsidP="00A40339">
            <w:pPr>
              <w:pStyle w:val="TAN"/>
            </w:pPr>
            <w:r w:rsidRPr="00EF2F0E">
              <w:t>NOTE</w:t>
            </w:r>
            <w:r w:rsidRPr="00EF2F0E">
              <w:rPr>
                <w:lang w:eastAsia="ja-JP"/>
              </w:rPr>
              <w:t xml:space="preserve"> </w:t>
            </w:r>
            <w:r w:rsidRPr="00EF2F0E">
              <w:t>2:</w:t>
            </w:r>
            <w:r w:rsidRPr="00EF2F0E">
              <w:tab/>
            </w:r>
            <w:r w:rsidRPr="00EF2F0E">
              <w:rPr>
                <w:lang w:eastAsia="ja-JP"/>
              </w:rPr>
              <w:t>"</w:t>
            </w:r>
            <w:r w:rsidRPr="00EF2F0E">
              <w:t>x</w:t>
            </w:r>
            <w:r w:rsidRPr="00EF2F0E">
              <w:rPr>
                <w:lang w:eastAsia="ja-JP"/>
              </w:rPr>
              <w:t>"</w:t>
            </w:r>
            <w:r w:rsidRPr="00EF2F0E">
              <w:t xml:space="preserve"> is equal to 6 dB in case of E-UTRA or UTRA or NR wanted signals. </w:t>
            </w:r>
          </w:p>
          <w:p w14:paraId="0984DCEA" w14:textId="77777777" w:rsidR="00B15E99" w:rsidRPr="00EF2F0E" w:rsidRDefault="00B15E99" w:rsidP="00A40339">
            <w:pPr>
              <w:pStyle w:val="TAN"/>
            </w:pPr>
            <w:r w:rsidRPr="00EF2F0E">
              <w:t>NOTE</w:t>
            </w:r>
            <w:r w:rsidRPr="00EF2F0E">
              <w:rPr>
                <w:lang w:eastAsia="ja-JP"/>
              </w:rPr>
              <w:t xml:space="preserve"> </w:t>
            </w:r>
            <w:r w:rsidRPr="00EF2F0E">
              <w:t>3:</w:t>
            </w:r>
            <w:r w:rsidRPr="00EF2F0E">
              <w:tab/>
              <w:t xml:space="preserve">Interfering signal (E-UTRA 3 MHz) consisting of one resource block positioned at the stated offset, the </w:t>
            </w:r>
            <w:r w:rsidRPr="00EF2F0E">
              <w:rPr>
                <w:i/>
              </w:rPr>
              <w:t>channel bandwidth</w:t>
            </w:r>
            <w:r w:rsidRPr="00EF2F0E">
              <w:t xml:space="preserve"> of the interfering signal is located adjacently to the AAS </w:t>
            </w:r>
            <w:r w:rsidRPr="00EF2F0E">
              <w:rPr>
                <w:i/>
              </w:rPr>
              <w:t>Base Station RF Bandwidth</w:t>
            </w:r>
            <w:r w:rsidRPr="00EF2F0E">
              <w:t xml:space="preserve"> edge.</w:t>
            </w:r>
          </w:p>
          <w:p w14:paraId="0984DCEB" w14:textId="77777777" w:rsidR="00D94816" w:rsidRPr="00EF2F0E" w:rsidRDefault="00D94816" w:rsidP="00D94816">
            <w:pPr>
              <w:pStyle w:val="TAN"/>
              <w:rPr>
                <w:rFonts w:cs="Arial"/>
                <w:lang w:eastAsia="ja-JP"/>
              </w:rPr>
            </w:pPr>
            <w:r w:rsidRPr="00EF2F0E">
              <w:rPr>
                <w:rFonts w:cs="Arial"/>
                <w:lang w:eastAsia="ja-JP"/>
              </w:rPr>
              <w:t>NOTE 4:</w:t>
            </w:r>
            <w:r w:rsidRPr="00EF2F0E">
              <w:tab/>
            </w:r>
            <w:r w:rsidRPr="00EF2F0E">
              <w:rPr>
                <w:rFonts w:cs="Arial"/>
                <w:lang w:eastAsia="ja-JP"/>
              </w:rPr>
              <w:t xml:space="preserve">Applicable for </w:t>
            </w:r>
            <w:r w:rsidRPr="00EF2F0E">
              <w:rPr>
                <w:rFonts w:cs="Arial"/>
                <w:i/>
                <w:lang w:eastAsia="ja-JP"/>
              </w:rPr>
              <w:t xml:space="preserve">channel bandwidths </w:t>
            </w:r>
            <w:r w:rsidRPr="00EF2F0E">
              <w:rPr>
                <w:rFonts w:cs="Arial"/>
                <w:lang w:eastAsia="ja-JP"/>
              </w:rPr>
              <w:t>equal to or below 20 MHz.</w:t>
            </w:r>
          </w:p>
          <w:p w14:paraId="0984DCEC" w14:textId="77777777" w:rsidR="00BF7554" w:rsidRPr="00EF2F0E" w:rsidRDefault="00D94816" w:rsidP="00BF7554">
            <w:pPr>
              <w:pStyle w:val="TAN"/>
              <w:rPr>
                <w:rFonts w:cs="Arial"/>
                <w:i/>
                <w:lang w:eastAsia="ja-JP"/>
              </w:rPr>
            </w:pPr>
            <w:r w:rsidRPr="00EF2F0E">
              <w:rPr>
                <w:rFonts w:cs="Arial"/>
                <w:lang w:eastAsia="ja-JP"/>
              </w:rPr>
              <w:t>NOTE 5:</w:t>
            </w:r>
            <w:r w:rsidRPr="00EF2F0E">
              <w:tab/>
            </w:r>
            <w:r w:rsidRPr="00EF2F0E">
              <w:rPr>
                <w:rFonts w:cs="Arial"/>
                <w:lang w:eastAsia="ja-JP"/>
              </w:rPr>
              <w:t xml:space="preserve">Applicable for </w:t>
            </w:r>
            <w:r w:rsidRPr="00EF2F0E">
              <w:rPr>
                <w:rFonts w:cs="Arial"/>
                <w:i/>
                <w:lang w:eastAsia="ja-JP"/>
              </w:rPr>
              <w:t xml:space="preserve">channel bandwidths </w:t>
            </w:r>
            <w:r w:rsidRPr="00EF2F0E">
              <w:rPr>
                <w:rFonts w:cs="Arial"/>
                <w:lang w:eastAsia="ja-JP"/>
              </w:rPr>
              <w:t>above</w:t>
            </w:r>
            <w:r w:rsidRPr="00EF2F0E">
              <w:rPr>
                <w:rFonts w:cs="Arial"/>
                <w:i/>
                <w:lang w:eastAsia="ja-JP"/>
              </w:rPr>
              <w:t xml:space="preserve"> 20</w:t>
            </w:r>
            <w:r w:rsidR="00BF7554" w:rsidRPr="00EF2F0E">
              <w:rPr>
                <w:rFonts w:cs="Arial"/>
                <w:i/>
                <w:lang w:val="en-US" w:eastAsia="ja-JP"/>
              </w:rPr>
              <w:t> </w:t>
            </w:r>
            <w:r w:rsidRPr="00EF2F0E">
              <w:rPr>
                <w:rFonts w:cs="Arial"/>
                <w:i/>
                <w:lang w:eastAsia="ja-JP"/>
              </w:rPr>
              <w:t>MHz.</w:t>
            </w:r>
          </w:p>
          <w:p w14:paraId="0984DCED" w14:textId="77777777" w:rsidR="00BF7554" w:rsidRPr="00EF2F0E" w:rsidRDefault="00BF7554" w:rsidP="00BF7554">
            <w:pPr>
              <w:pStyle w:val="TAN"/>
              <w:rPr>
                <w:lang w:val="en-US" w:eastAsia="zh-CN"/>
              </w:rPr>
            </w:pPr>
            <w:r w:rsidRPr="00EF2F0E">
              <w:rPr>
                <w:lang w:eastAsia="zh-CN"/>
              </w:rPr>
              <w:t xml:space="preserve">NOTE </w:t>
            </w:r>
            <w:r w:rsidRPr="00EF2F0E">
              <w:rPr>
                <w:rFonts w:hint="eastAsia"/>
                <w:lang w:val="en-US" w:eastAsia="zh-CN"/>
              </w:rPr>
              <w:t>6</w:t>
            </w:r>
            <w:r w:rsidRPr="00EF2F0E">
              <w:rPr>
                <w:lang w:eastAsia="zh-CN"/>
              </w:rPr>
              <w:t>:</w:t>
            </w:r>
            <w:r w:rsidRPr="00EF2F0E">
              <w:rPr>
                <w:rFonts w:eastAsia="SimSun"/>
                <w:lang w:eastAsia="zh-CN"/>
              </w:rPr>
              <w:tab/>
            </w:r>
            <w:r w:rsidRPr="00EF2F0E">
              <w:rPr>
                <w:lang w:eastAsia="zh-CN"/>
              </w:rPr>
              <w:t>7.5 kHz shift is not applied to the wanted signal</w:t>
            </w:r>
            <w:r w:rsidRPr="00EF2F0E">
              <w:rPr>
                <w:rFonts w:hint="eastAsia"/>
                <w:lang w:val="en-US" w:eastAsia="zh-CN"/>
              </w:rPr>
              <w:t xml:space="preserve"> of NR.</w:t>
            </w:r>
          </w:p>
          <w:p w14:paraId="0984DCEE" w14:textId="77777777" w:rsidR="00D94816" w:rsidRPr="00EF2F0E" w:rsidRDefault="00BF7554" w:rsidP="00BF7554">
            <w:pPr>
              <w:pStyle w:val="TAN"/>
            </w:pPr>
            <w:r w:rsidRPr="00EF2F0E">
              <w:t xml:space="preserve">NOTE </w:t>
            </w:r>
            <w:r w:rsidRPr="00EF2F0E">
              <w:rPr>
                <w:rFonts w:eastAsia="SimSun" w:hint="eastAsia"/>
                <w:lang w:val="en-US" w:eastAsia="zh-CN"/>
              </w:rPr>
              <w:t>7</w:t>
            </w:r>
            <w:r w:rsidRPr="00EF2F0E">
              <w:t>:</w:t>
            </w:r>
            <w:r w:rsidRPr="00EF2F0E">
              <w:rPr>
                <w:rFonts w:eastAsia="SimSun"/>
                <w:lang w:eastAsia="zh-CN"/>
              </w:rPr>
              <w:tab/>
            </w:r>
            <w:r w:rsidR="000B4A49" w:rsidRPr="00EF2F0E">
              <w:t>Void</w:t>
            </w:r>
          </w:p>
        </w:tc>
      </w:tr>
    </w:tbl>
    <w:p w14:paraId="0984DCF0" w14:textId="77777777" w:rsidR="00B15E99" w:rsidRPr="00EF2F0E" w:rsidRDefault="00B15E99" w:rsidP="00A40339"/>
    <w:p w14:paraId="0984DCF1" w14:textId="77777777" w:rsidR="00B15E99" w:rsidRPr="00EF2F0E" w:rsidRDefault="00B15E99" w:rsidP="00AB06FD">
      <w:pPr>
        <w:pStyle w:val="Heading4"/>
      </w:pPr>
      <w:bookmarkStart w:id="2317" w:name="_Toc21095931"/>
      <w:bookmarkStart w:id="2318" w:name="_Toc29763130"/>
      <w:bookmarkStart w:id="2319" w:name="_Toc45869415"/>
      <w:bookmarkStart w:id="2320" w:name="_Toc52554663"/>
      <w:bookmarkStart w:id="2321" w:name="_Toc52555133"/>
      <w:bookmarkStart w:id="2322" w:name="_Toc61112358"/>
      <w:bookmarkStart w:id="2323" w:name="_Toc67911510"/>
      <w:bookmarkStart w:id="2324" w:name="_Toc74842985"/>
      <w:bookmarkStart w:id="2325" w:name="_Toc76503368"/>
      <w:bookmarkStart w:id="2326" w:name="_Toc83040811"/>
      <w:bookmarkStart w:id="2327" w:name="_Toc89851854"/>
      <w:bookmarkStart w:id="2328" w:name="_Toc98676208"/>
      <w:r w:rsidRPr="00EF2F0E">
        <w:t>7.4.2.3</w:t>
      </w:r>
      <w:r w:rsidRPr="00EF2F0E">
        <w:tab/>
        <w:t>Additional BC3 blocking minimum requirement</w:t>
      </w:r>
      <w:bookmarkEnd w:id="2317"/>
      <w:bookmarkEnd w:id="2318"/>
      <w:bookmarkEnd w:id="2319"/>
      <w:bookmarkEnd w:id="2320"/>
      <w:bookmarkEnd w:id="2321"/>
      <w:bookmarkEnd w:id="2322"/>
      <w:bookmarkEnd w:id="2323"/>
      <w:bookmarkEnd w:id="2324"/>
      <w:bookmarkEnd w:id="2325"/>
      <w:bookmarkEnd w:id="2326"/>
      <w:bookmarkEnd w:id="2327"/>
      <w:bookmarkEnd w:id="2328"/>
    </w:p>
    <w:p w14:paraId="0984DCF2" w14:textId="77777777" w:rsidR="00B15E99" w:rsidRPr="00EF2F0E" w:rsidRDefault="00B15E99" w:rsidP="00A40339">
      <w:r w:rsidRPr="00EF2F0E">
        <w:t>For the additional BC3 blocking requirement, the interfering signal is a 1,28 Mcps UTRA TDD signal as specified in 3GPP TS 37.104 [9], annex A.2.</w:t>
      </w:r>
    </w:p>
    <w:p w14:paraId="0984DCF3" w14:textId="77777777" w:rsidR="00B15E99" w:rsidRPr="00EF2F0E" w:rsidRDefault="00B15E99" w:rsidP="00A40339">
      <w:r w:rsidRPr="00EF2F0E">
        <w:t xml:space="preserve">The requirement is always applicable outside the </w:t>
      </w:r>
      <w:r w:rsidRPr="00EF2F0E">
        <w:rPr>
          <w:i/>
        </w:rPr>
        <w:t>Base Station RF Bandwidth</w:t>
      </w:r>
      <w:r w:rsidRPr="00EF2F0E">
        <w:t xml:space="preserve"> or </w:t>
      </w:r>
      <w:r w:rsidRPr="00EF2F0E">
        <w:rPr>
          <w:i/>
        </w:rPr>
        <w:t>Radio Bandwidth</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or </w:t>
      </w:r>
      <w:r w:rsidRPr="00EF2F0E">
        <w:rPr>
          <w:i/>
        </w:rPr>
        <w:t>Radio Bandwidth</w:t>
      </w:r>
      <w:r w:rsidRPr="00EF2F0E">
        <w:rPr>
          <w:lang w:eastAsia="zh-CN"/>
        </w:rPr>
        <w:t xml:space="preserve"> edges</w:t>
      </w:r>
      <w:r w:rsidRPr="00EF2F0E">
        <w:t>.</w:t>
      </w:r>
    </w:p>
    <w:p w14:paraId="0984DCF4" w14:textId="77777777" w:rsidR="00B15E99" w:rsidRPr="00EF2F0E" w:rsidRDefault="00B15E99" w:rsidP="00A40339">
      <w:r w:rsidRPr="00EF2F0E">
        <w:t xml:space="preserve">For </w:t>
      </w:r>
      <w:r w:rsidRPr="00EF2F0E">
        <w:rPr>
          <w:i/>
        </w:rPr>
        <w:t>multi-band TAB connectors</w:t>
      </w:r>
      <w:r w:rsidRPr="00EF2F0E">
        <w:t xml:space="preserve">, the requirement applies in addition inside any </w:t>
      </w:r>
      <w:r w:rsidRPr="00EF2F0E">
        <w:rPr>
          <w:i/>
        </w:rPr>
        <w:t>Inter RF Bandwidth gap</w:t>
      </w:r>
      <w:r w:rsidRPr="00EF2F0E">
        <w:t xml:space="preserve"> at those connectors, in case the gap size is at least 4.8 MHz. The interfering signal offset is defined relative to the</w:t>
      </w:r>
      <w:r w:rsidRPr="00EF2F0E">
        <w:rPr>
          <w:i/>
        </w:rPr>
        <w:t xml:space="preserve"> Base Station RF Bandwidth</w:t>
      </w:r>
      <w:r w:rsidRPr="00EF2F0E">
        <w:t xml:space="preserve"> </w:t>
      </w:r>
      <w:r w:rsidRPr="00EF2F0E">
        <w:rPr>
          <w:i/>
        </w:rPr>
        <w:t>edges</w:t>
      </w:r>
      <w:r w:rsidRPr="00EF2F0E">
        <w:t xml:space="preserve"> inside the </w:t>
      </w:r>
      <w:r w:rsidRPr="00EF2F0E">
        <w:rPr>
          <w:i/>
        </w:rPr>
        <w:t>Inter RF Bandwidth gap</w:t>
      </w:r>
      <w:r w:rsidRPr="00EF2F0E">
        <w:t>.</w:t>
      </w:r>
    </w:p>
    <w:p w14:paraId="0984DCF5" w14:textId="77777777" w:rsidR="00B15E99" w:rsidRPr="00EF2F0E" w:rsidRDefault="00B15E99" w:rsidP="00A40339">
      <w:r w:rsidRPr="00EF2F0E">
        <w:t xml:space="preserve">For the wanted and interfering signal coupled to the </w:t>
      </w:r>
      <w:r w:rsidRPr="00EF2F0E">
        <w:rPr>
          <w:i/>
        </w:rPr>
        <w:t>TAB connector</w:t>
      </w:r>
      <w:r w:rsidRPr="00EF2F0E">
        <w:t>, using the parameters in table 7.4.2.3</w:t>
      </w:r>
      <w:r w:rsidRPr="00EF2F0E">
        <w:noBreakHyphen/>
        <w:t>1, the following requirements shall be met:</w:t>
      </w:r>
    </w:p>
    <w:p w14:paraId="0984DCF6" w14:textId="77777777" w:rsidR="00B15E99" w:rsidRPr="00EF2F0E" w:rsidRDefault="00B15E99" w:rsidP="00A40339">
      <w:pPr>
        <w:pStyle w:val="B10"/>
      </w:pPr>
      <w:r w:rsidRPr="00EF2F0E">
        <w:t>-</w:t>
      </w:r>
      <w:r w:rsidRPr="00EF2F0E">
        <w:tab/>
        <w:t xml:space="preserve">For any E-UTRA </w:t>
      </w:r>
      <w:r w:rsidRPr="00EF2F0E">
        <w:rPr>
          <w:lang w:eastAsia="zh-CN"/>
        </w:rPr>
        <w:t xml:space="preserve">TDD </w:t>
      </w:r>
      <w:r w:rsidRPr="00EF2F0E">
        <w:t>carrier, the throughput shall be ≥ 95 % of the</w:t>
      </w:r>
      <w:r w:rsidRPr="00EF2F0E">
        <w:rPr>
          <w:i/>
        </w:rPr>
        <w:t xml:space="preserve"> maximum throughput</w:t>
      </w:r>
      <w:r w:rsidRPr="00EF2F0E">
        <w:t xml:space="preserve"> of the reference measurement channel defined in 3GPP TS 36.104 [8], subclause 7.2.1.</w:t>
      </w:r>
    </w:p>
    <w:p w14:paraId="0984DCF7" w14:textId="77777777" w:rsidR="00B15E99" w:rsidRPr="00EF2F0E" w:rsidRDefault="00B15E99" w:rsidP="00A40339">
      <w:pPr>
        <w:pStyle w:val="B10"/>
      </w:pPr>
      <w:r w:rsidRPr="00EF2F0E">
        <w:t>-</w:t>
      </w:r>
      <w:r w:rsidRPr="00EF2F0E">
        <w:tab/>
        <w:t xml:space="preserve">For any UTRA </w:t>
      </w:r>
      <w:r w:rsidRPr="00EF2F0E">
        <w:rPr>
          <w:lang w:eastAsia="zh-CN"/>
        </w:rPr>
        <w:t xml:space="preserve">TDD </w:t>
      </w:r>
      <w:r w:rsidRPr="00EF2F0E">
        <w:t>carrier, the BER shall not exceed 0,001 for the reference measurement channel defined in 3GPP TS 25.105 [7], subclause 7.2.1.2.</w:t>
      </w:r>
    </w:p>
    <w:p w14:paraId="0984DCF8" w14:textId="77777777" w:rsidR="00B15E99" w:rsidRPr="00EF2F0E" w:rsidRDefault="00B15E99" w:rsidP="00A40339">
      <w:pPr>
        <w:pStyle w:val="TH"/>
        <w:rPr>
          <w:rFonts w:eastAsia="Osaka"/>
        </w:rPr>
      </w:pPr>
      <w:r w:rsidRPr="00EF2F0E">
        <w:rPr>
          <w:rFonts w:eastAsia="Osaka"/>
        </w:rPr>
        <w:t>Table 7.4.</w:t>
      </w:r>
      <w:r w:rsidRPr="00EF2F0E">
        <w:rPr>
          <w:lang w:eastAsia="zh-CN"/>
        </w:rPr>
        <w:t>2.3</w:t>
      </w:r>
      <w:r w:rsidRPr="00EF2F0E">
        <w:rPr>
          <w:rFonts w:eastAsia="Osaka"/>
        </w:rPr>
        <w:t>-1: Additional blocking requirement for BC</w:t>
      </w:r>
      <w:r w:rsidRPr="00EF2F0E">
        <w:rPr>
          <w:lang w:eastAsia="zh-CN"/>
        </w:rPr>
        <w:t>3</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418"/>
        <w:gridCol w:w="1276"/>
        <w:gridCol w:w="425"/>
        <w:gridCol w:w="1418"/>
        <w:gridCol w:w="1276"/>
        <w:gridCol w:w="1559"/>
        <w:gridCol w:w="1843"/>
      </w:tblGrid>
      <w:tr w:rsidR="003401A4" w:rsidRPr="00EF2F0E" w14:paraId="0984DCFE" w14:textId="77777777" w:rsidTr="00A40339">
        <w:trPr>
          <w:tblHeader/>
          <w:jc w:val="center"/>
        </w:trPr>
        <w:tc>
          <w:tcPr>
            <w:tcW w:w="1418" w:type="dxa"/>
          </w:tcPr>
          <w:p w14:paraId="0984DCF9" w14:textId="77777777" w:rsidR="00B15E99" w:rsidRPr="00EF2F0E" w:rsidRDefault="00B15E99" w:rsidP="00A40339">
            <w:pPr>
              <w:pStyle w:val="TAH"/>
            </w:pPr>
            <w:r w:rsidRPr="00EF2F0E">
              <w:t>Operating Band</w:t>
            </w:r>
          </w:p>
        </w:tc>
        <w:tc>
          <w:tcPr>
            <w:tcW w:w="3119" w:type="dxa"/>
            <w:gridSpan w:val="3"/>
            <w:tcBorders>
              <w:bottom w:val="single" w:sz="4" w:space="0" w:color="auto"/>
            </w:tcBorders>
          </w:tcPr>
          <w:p w14:paraId="0984DCFA" w14:textId="77777777" w:rsidR="00B15E99" w:rsidRPr="00EF2F0E" w:rsidRDefault="00B15E99" w:rsidP="00A40339">
            <w:pPr>
              <w:pStyle w:val="TAH"/>
            </w:pPr>
            <w:r w:rsidRPr="00EF2F0E">
              <w:t>Centre Frequency of Interfering Signal [MHz]</w:t>
            </w:r>
          </w:p>
        </w:tc>
        <w:tc>
          <w:tcPr>
            <w:tcW w:w="1276" w:type="dxa"/>
          </w:tcPr>
          <w:p w14:paraId="0984DCFB" w14:textId="77777777" w:rsidR="00B15E99" w:rsidRPr="00EF2F0E" w:rsidRDefault="00B15E99" w:rsidP="00A40339">
            <w:pPr>
              <w:pStyle w:val="TAH"/>
            </w:pPr>
            <w:r w:rsidRPr="00EF2F0E">
              <w:t>Interfering Signal mean power [dBm]</w:t>
            </w:r>
          </w:p>
        </w:tc>
        <w:tc>
          <w:tcPr>
            <w:tcW w:w="1559" w:type="dxa"/>
          </w:tcPr>
          <w:p w14:paraId="0984DCFC" w14:textId="77777777" w:rsidR="00B15E99" w:rsidRPr="00EF2F0E" w:rsidRDefault="00B15E99" w:rsidP="00A40339">
            <w:pPr>
              <w:pStyle w:val="TAH"/>
            </w:pPr>
            <w:r w:rsidRPr="00EF2F0E">
              <w:t>Wanted Signal mean power [dBm]</w:t>
            </w:r>
          </w:p>
        </w:tc>
        <w:tc>
          <w:tcPr>
            <w:tcW w:w="1843" w:type="dxa"/>
          </w:tcPr>
          <w:p w14:paraId="0984DCFD" w14:textId="77777777" w:rsidR="00B15E99" w:rsidRPr="00EF2F0E" w:rsidRDefault="00B15E99" w:rsidP="00A40339">
            <w:pPr>
              <w:pStyle w:val="TAH"/>
            </w:pPr>
            <w:r w:rsidRPr="00EF2F0E">
              <w:t xml:space="preserve">Interfering signal centre frequency minimum offset from the </w:t>
            </w:r>
            <w:r w:rsidRPr="00EF2F0E">
              <w:rPr>
                <w:i/>
              </w:rPr>
              <w:t>Base Station RF Bandwidth edge</w:t>
            </w:r>
            <w:r w:rsidRPr="00EF2F0E">
              <w:t xml:space="preserve"> [MHz]</w:t>
            </w:r>
          </w:p>
        </w:tc>
      </w:tr>
      <w:tr w:rsidR="003401A4" w:rsidRPr="00EF2F0E" w14:paraId="0984DD06" w14:textId="77777777" w:rsidTr="00A40339">
        <w:trPr>
          <w:cantSplit/>
          <w:jc w:val="center"/>
        </w:trPr>
        <w:tc>
          <w:tcPr>
            <w:tcW w:w="1418" w:type="dxa"/>
            <w:tcBorders>
              <w:right w:val="single" w:sz="4" w:space="0" w:color="auto"/>
            </w:tcBorders>
          </w:tcPr>
          <w:p w14:paraId="0984DCFF" w14:textId="77777777" w:rsidR="00B15E99" w:rsidRPr="00EF2F0E" w:rsidRDefault="00B15E99" w:rsidP="00A40339">
            <w:pPr>
              <w:pStyle w:val="TAL"/>
              <w:rPr>
                <w:rFonts w:cs="Arial"/>
                <w:szCs w:val="18"/>
              </w:rPr>
            </w:pPr>
            <w:r w:rsidRPr="00EF2F0E">
              <w:rPr>
                <w:rFonts w:cs="Arial"/>
                <w:szCs w:val="18"/>
                <w:lang w:eastAsia="zh-CN"/>
              </w:rPr>
              <w:t xml:space="preserve">33 </w:t>
            </w:r>
            <w:r w:rsidRPr="00EF2F0E">
              <w:rPr>
                <w:rFonts w:cs="Arial"/>
                <w:szCs w:val="18"/>
              </w:rPr>
              <w:t>-</w:t>
            </w:r>
            <w:r w:rsidRPr="00EF2F0E">
              <w:rPr>
                <w:rFonts w:cs="Arial"/>
                <w:szCs w:val="18"/>
                <w:lang w:eastAsia="zh-CN"/>
              </w:rPr>
              <w:t xml:space="preserve"> 39</w:t>
            </w:r>
          </w:p>
        </w:tc>
        <w:tc>
          <w:tcPr>
            <w:tcW w:w="1276" w:type="dxa"/>
            <w:tcBorders>
              <w:top w:val="single" w:sz="4" w:space="0" w:color="auto"/>
              <w:left w:val="single" w:sz="4" w:space="0" w:color="auto"/>
              <w:bottom w:val="single" w:sz="4" w:space="0" w:color="auto"/>
              <w:right w:val="nil"/>
            </w:tcBorders>
          </w:tcPr>
          <w:p w14:paraId="0984DD00" w14:textId="77777777" w:rsidR="00B15E99" w:rsidRPr="00EF2F0E" w:rsidRDefault="00B15E99" w:rsidP="00A40339">
            <w:pPr>
              <w:pStyle w:val="TAL"/>
              <w:rPr>
                <w:rFonts w:cs="Arial"/>
                <w:szCs w:val="18"/>
              </w:rPr>
            </w:pPr>
            <w:r w:rsidRPr="00EF2F0E">
              <w:rPr>
                <w:rFonts w:cs="Arial"/>
                <w:szCs w:val="18"/>
              </w:rPr>
              <w:t>(F</w:t>
            </w:r>
            <w:r w:rsidRPr="00EF2F0E">
              <w:rPr>
                <w:rFonts w:cs="Arial"/>
                <w:szCs w:val="18"/>
                <w:vertAlign w:val="subscript"/>
              </w:rPr>
              <w:t>UL_low</w:t>
            </w:r>
            <w:r w:rsidRPr="00EF2F0E">
              <w:rPr>
                <w:rFonts w:cs="Arial"/>
                <w:szCs w:val="18"/>
              </w:rPr>
              <w:t xml:space="preserve"> -</w:t>
            </w:r>
            <w:r w:rsidRPr="00EF2F0E">
              <w:rPr>
                <w:rFonts w:cs="Arial"/>
                <w:szCs w:val="18"/>
                <w:lang w:eastAsia="zh-CN"/>
              </w:rPr>
              <w:t xml:space="preserve"> </w:t>
            </w:r>
            <w:r w:rsidRPr="00EF2F0E">
              <w:rPr>
                <w:rFonts w:cs="Arial"/>
                <w:szCs w:val="18"/>
              </w:rPr>
              <w:t>20)</w:t>
            </w:r>
          </w:p>
        </w:tc>
        <w:tc>
          <w:tcPr>
            <w:tcW w:w="425" w:type="dxa"/>
            <w:tcBorders>
              <w:top w:val="single" w:sz="4" w:space="0" w:color="auto"/>
              <w:left w:val="nil"/>
              <w:bottom w:val="single" w:sz="4" w:space="0" w:color="auto"/>
              <w:right w:val="nil"/>
            </w:tcBorders>
          </w:tcPr>
          <w:p w14:paraId="0984DD01" w14:textId="77777777" w:rsidR="00B15E99" w:rsidRPr="00EF2F0E" w:rsidRDefault="00B15E99" w:rsidP="00A40339">
            <w:pPr>
              <w:pStyle w:val="TAL"/>
              <w:rPr>
                <w:rFonts w:cs="Arial"/>
                <w:szCs w:val="18"/>
              </w:rPr>
            </w:pPr>
            <w:r w:rsidRPr="00EF2F0E">
              <w:rPr>
                <w:rFonts w:cs="Arial"/>
                <w:szCs w:val="18"/>
              </w:rPr>
              <w:t>to</w:t>
            </w:r>
          </w:p>
        </w:tc>
        <w:tc>
          <w:tcPr>
            <w:tcW w:w="1418" w:type="dxa"/>
            <w:tcBorders>
              <w:top w:val="single" w:sz="4" w:space="0" w:color="auto"/>
              <w:left w:val="nil"/>
              <w:bottom w:val="single" w:sz="4" w:space="0" w:color="auto"/>
              <w:right w:val="single" w:sz="4" w:space="0" w:color="auto"/>
            </w:tcBorders>
          </w:tcPr>
          <w:p w14:paraId="0984DD02" w14:textId="77777777" w:rsidR="00B15E99" w:rsidRPr="00EF2F0E" w:rsidRDefault="00B15E99" w:rsidP="00A40339">
            <w:pPr>
              <w:pStyle w:val="TAL"/>
              <w:rPr>
                <w:rFonts w:cs="Arial"/>
                <w:szCs w:val="18"/>
              </w:rPr>
            </w:pPr>
            <w:r w:rsidRPr="00EF2F0E">
              <w:rPr>
                <w:rFonts w:cs="Arial"/>
                <w:szCs w:val="18"/>
              </w:rPr>
              <w:t>(F</w:t>
            </w:r>
            <w:r w:rsidRPr="00EF2F0E">
              <w:rPr>
                <w:rFonts w:cs="Arial"/>
                <w:szCs w:val="18"/>
                <w:vertAlign w:val="subscript"/>
              </w:rPr>
              <w:t>UL_high</w:t>
            </w:r>
            <w:r w:rsidRPr="00EF2F0E">
              <w:rPr>
                <w:rFonts w:cs="Arial"/>
                <w:szCs w:val="18"/>
              </w:rPr>
              <w:t xml:space="preserve"> +</w:t>
            </w:r>
            <w:r w:rsidRPr="00EF2F0E">
              <w:rPr>
                <w:rFonts w:cs="Arial"/>
                <w:szCs w:val="18"/>
                <w:lang w:eastAsia="zh-CN"/>
              </w:rPr>
              <w:t xml:space="preserve"> </w:t>
            </w:r>
            <w:r w:rsidRPr="00EF2F0E">
              <w:rPr>
                <w:rFonts w:cs="Arial"/>
                <w:szCs w:val="18"/>
              </w:rPr>
              <w:t>20)</w:t>
            </w:r>
          </w:p>
        </w:tc>
        <w:tc>
          <w:tcPr>
            <w:tcW w:w="1276" w:type="dxa"/>
            <w:tcBorders>
              <w:left w:val="single" w:sz="4" w:space="0" w:color="auto"/>
            </w:tcBorders>
            <w:vAlign w:val="center"/>
          </w:tcPr>
          <w:p w14:paraId="0984DD03" w14:textId="77777777" w:rsidR="00B15E99" w:rsidRPr="00EF2F0E" w:rsidRDefault="00B15E99" w:rsidP="00A40339">
            <w:pPr>
              <w:pStyle w:val="TAL"/>
              <w:rPr>
                <w:rFonts w:cs="Arial"/>
                <w:szCs w:val="18"/>
              </w:rPr>
            </w:pPr>
            <w:r w:rsidRPr="00EF2F0E">
              <w:rPr>
                <w:rFonts w:cs="Arial"/>
                <w:szCs w:val="18"/>
              </w:rPr>
              <w:t>-40</w:t>
            </w:r>
          </w:p>
        </w:tc>
        <w:tc>
          <w:tcPr>
            <w:tcW w:w="1559" w:type="dxa"/>
            <w:vAlign w:val="center"/>
          </w:tcPr>
          <w:p w14:paraId="0984DD04"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Pr>
                <w:rFonts w:cs="Arial"/>
                <w:szCs w:val="18"/>
              </w:rPr>
              <w:t xml:space="preserve"> + 6 dB (NOTE)</w:t>
            </w:r>
          </w:p>
        </w:tc>
        <w:tc>
          <w:tcPr>
            <w:tcW w:w="1843" w:type="dxa"/>
            <w:vAlign w:val="center"/>
          </w:tcPr>
          <w:p w14:paraId="0984DD05"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2,4</w:t>
            </w:r>
          </w:p>
        </w:tc>
      </w:tr>
      <w:tr w:rsidR="003401A4" w:rsidRPr="00EF2F0E" w14:paraId="0984DD0E" w14:textId="77777777" w:rsidTr="00A40339">
        <w:trPr>
          <w:cantSplit/>
          <w:jc w:val="center"/>
        </w:trPr>
        <w:tc>
          <w:tcPr>
            <w:tcW w:w="1418" w:type="dxa"/>
            <w:tcBorders>
              <w:right w:val="single" w:sz="4" w:space="0" w:color="auto"/>
            </w:tcBorders>
          </w:tcPr>
          <w:p w14:paraId="0984DD07" w14:textId="77777777" w:rsidR="00B15E99" w:rsidRPr="00EF2F0E" w:rsidRDefault="00B15E99" w:rsidP="00A40339">
            <w:pPr>
              <w:pStyle w:val="TAL"/>
              <w:rPr>
                <w:rFonts w:cs="Arial"/>
                <w:szCs w:val="18"/>
              </w:rPr>
            </w:pPr>
            <w:r w:rsidRPr="00EF2F0E">
              <w:rPr>
                <w:rFonts w:cs="Arial"/>
                <w:szCs w:val="18"/>
                <w:lang w:eastAsia="zh-CN"/>
              </w:rPr>
              <w:t>40</w:t>
            </w:r>
          </w:p>
        </w:tc>
        <w:tc>
          <w:tcPr>
            <w:tcW w:w="1276" w:type="dxa"/>
            <w:tcBorders>
              <w:top w:val="single" w:sz="4" w:space="0" w:color="auto"/>
              <w:left w:val="single" w:sz="4" w:space="0" w:color="auto"/>
              <w:bottom w:val="single" w:sz="4" w:space="0" w:color="auto"/>
              <w:right w:val="nil"/>
            </w:tcBorders>
          </w:tcPr>
          <w:p w14:paraId="0984DD08" w14:textId="77777777" w:rsidR="00B15E99" w:rsidRPr="00EF2F0E" w:rsidRDefault="00B15E99" w:rsidP="00A40339">
            <w:pPr>
              <w:pStyle w:val="TAL"/>
              <w:rPr>
                <w:rFonts w:cs="Arial"/>
                <w:szCs w:val="18"/>
              </w:rPr>
            </w:pPr>
            <w:r w:rsidRPr="00EF2F0E">
              <w:rPr>
                <w:rFonts w:cs="Arial"/>
                <w:szCs w:val="18"/>
              </w:rPr>
              <w:t>(F</w:t>
            </w:r>
            <w:r w:rsidRPr="00EF2F0E">
              <w:rPr>
                <w:rFonts w:cs="Arial"/>
                <w:szCs w:val="18"/>
                <w:vertAlign w:val="subscript"/>
              </w:rPr>
              <w:t>UL_low</w:t>
            </w:r>
            <w:r w:rsidRPr="00EF2F0E">
              <w:rPr>
                <w:rFonts w:cs="Arial"/>
                <w:szCs w:val="18"/>
              </w:rPr>
              <w:t xml:space="preserve"> -</w:t>
            </w:r>
            <w:r w:rsidRPr="00EF2F0E">
              <w:rPr>
                <w:rFonts w:cs="Arial"/>
                <w:szCs w:val="18"/>
                <w:lang w:eastAsia="zh-CN"/>
              </w:rPr>
              <w:t xml:space="preserve"> </w:t>
            </w:r>
            <w:r w:rsidRPr="00EF2F0E">
              <w:rPr>
                <w:rFonts w:cs="Arial"/>
                <w:szCs w:val="18"/>
              </w:rPr>
              <w:t>60)</w:t>
            </w:r>
          </w:p>
        </w:tc>
        <w:tc>
          <w:tcPr>
            <w:tcW w:w="425" w:type="dxa"/>
            <w:tcBorders>
              <w:top w:val="single" w:sz="4" w:space="0" w:color="auto"/>
              <w:left w:val="nil"/>
              <w:bottom w:val="single" w:sz="4" w:space="0" w:color="auto"/>
              <w:right w:val="nil"/>
            </w:tcBorders>
          </w:tcPr>
          <w:p w14:paraId="0984DD09" w14:textId="77777777" w:rsidR="00B15E99" w:rsidRPr="00EF2F0E" w:rsidRDefault="00B15E99" w:rsidP="00A40339">
            <w:pPr>
              <w:pStyle w:val="TAL"/>
              <w:rPr>
                <w:rFonts w:cs="Arial"/>
                <w:szCs w:val="18"/>
              </w:rPr>
            </w:pPr>
            <w:r w:rsidRPr="00EF2F0E">
              <w:rPr>
                <w:rFonts w:cs="Arial"/>
                <w:szCs w:val="18"/>
              </w:rPr>
              <w:t>to</w:t>
            </w:r>
          </w:p>
        </w:tc>
        <w:tc>
          <w:tcPr>
            <w:tcW w:w="1418" w:type="dxa"/>
            <w:tcBorders>
              <w:top w:val="single" w:sz="4" w:space="0" w:color="auto"/>
              <w:left w:val="nil"/>
              <w:bottom w:val="single" w:sz="4" w:space="0" w:color="auto"/>
              <w:right w:val="single" w:sz="4" w:space="0" w:color="auto"/>
            </w:tcBorders>
          </w:tcPr>
          <w:p w14:paraId="0984DD0A" w14:textId="77777777" w:rsidR="00B15E99" w:rsidRPr="00EF2F0E" w:rsidRDefault="00B15E99" w:rsidP="00A40339">
            <w:pPr>
              <w:pStyle w:val="TAL"/>
              <w:rPr>
                <w:rFonts w:cs="Arial"/>
                <w:szCs w:val="18"/>
              </w:rPr>
            </w:pPr>
            <w:r w:rsidRPr="00EF2F0E">
              <w:rPr>
                <w:rFonts w:cs="Arial"/>
                <w:szCs w:val="18"/>
              </w:rPr>
              <w:t>(F</w:t>
            </w:r>
            <w:r w:rsidRPr="00EF2F0E">
              <w:rPr>
                <w:rFonts w:cs="Arial"/>
                <w:szCs w:val="18"/>
                <w:vertAlign w:val="subscript"/>
              </w:rPr>
              <w:t>UL_high</w:t>
            </w:r>
            <w:r w:rsidRPr="00EF2F0E">
              <w:rPr>
                <w:rFonts w:cs="Arial"/>
                <w:szCs w:val="18"/>
              </w:rPr>
              <w:t xml:space="preserve"> +</w:t>
            </w:r>
            <w:r w:rsidRPr="00EF2F0E">
              <w:rPr>
                <w:rFonts w:cs="Arial"/>
                <w:szCs w:val="18"/>
                <w:lang w:eastAsia="zh-CN"/>
              </w:rPr>
              <w:t xml:space="preserve"> </w:t>
            </w:r>
            <w:r w:rsidRPr="00EF2F0E">
              <w:rPr>
                <w:rFonts w:cs="Arial"/>
                <w:szCs w:val="18"/>
              </w:rPr>
              <w:t>60)</w:t>
            </w:r>
          </w:p>
        </w:tc>
        <w:tc>
          <w:tcPr>
            <w:tcW w:w="1276" w:type="dxa"/>
            <w:tcBorders>
              <w:left w:val="single" w:sz="4" w:space="0" w:color="auto"/>
            </w:tcBorders>
            <w:vAlign w:val="center"/>
          </w:tcPr>
          <w:p w14:paraId="0984DD0B" w14:textId="77777777" w:rsidR="00B15E99" w:rsidRPr="00EF2F0E" w:rsidRDefault="00B15E99" w:rsidP="00A40339">
            <w:pPr>
              <w:pStyle w:val="TAL"/>
              <w:rPr>
                <w:rFonts w:cs="Arial"/>
                <w:szCs w:val="18"/>
              </w:rPr>
            </w:pPr>
            <w:r w:rsidRPr="00EF2F0E">
              <w:rPr>
                <w:rFonts w:cs="Arial"/>
                <w:szCs w:val="18"/>
              </w:rPr>
              <w:t>-40</w:t>
            </w:r>
          </w:p>
        </w:tc>
        <w:tc>
          <w:tcPr>
            <w:tcW w:w="1559" w:type="dxa"/>
            <w:vAlign w:val="center"/>
          </w:tcPr>
          <w:p w14:paraId="0984DD0C"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Pr>
                <w:rFonts w:cs="Arial"/>
                <w:szCs w:val="18"/>
              </w:rPr>
              <w:t xml:space="preserve"> + 6 dB (NOTE)</w:t>
            </w:r>
          </w:p>
        </w:tc>
        <w:tc>
          <w:tcPr>
            <w:tcW w:w="1843" w:type="dxa"/>
            <w:vAlign w:val="center"/>
          </w:tcPr>
          <w:p w14:paraId="0984DD0D"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2,4</w:t>
            </w:r>
          </w:p>
        </w:tc>
      </w:tr>
      <w:tr w:rsidR="00B15E99" w:rsidRPr="00EF2F0E" w14:paraId="0984DD10" w14:textId="77777777" w:rsidTr="00A40339">
        <w:trPr>
          <w:cantSplit/>
          <w:jc w:val="center"/>
        </w:trPr>
        <w:tc>
          <w:tcPr>
            <w:tcW w:w="9215" w:type="dxa"/>
            <w:gridSpan w:val="7"/>
          </w:tcPr>
          <w:p w14:paraId="0984DD0F" w14:textId="77777777" w:rsidR="00B15E99" w:rsidRPr="00EF2F0E" w:rsidRDefault="00B15E99" w:rsidP="00A40339">
            <w:pPr>
              <w:pStyle w:val="TAN"/>
            </w:pPr>
            <w:r w:rsidRPr="00EF2F0E">
              <w:t>NOTE:</w:t>
            </w:r>
            <w:r w:rsidR="006E5225" w:rsidRPr="00EF2F0E">
              <w:tab/>
            </w:r>
            <w:r w:rsidRPr="00EF2F0E">
              <w:t>P</w:t>
            </w:r>
            <w:r w:rsidRPr="00EF2F0E">
              <w:rPr>
                <w:vertAlign w:val="subscript"/>
              </w:rPr>
              <w:t>REFSENS</w:t>
            </w:r>
            <w:r w:rsidRPr="00EF2F0E">
              <w:t xml:space="preserve"> depends on the RAT and on the </w:t>
            </w:r>
            <w:r w:rsidRPr="00EF2F0E">
              <w:rPr>
                <w:i/>
              </w:rPr>
              <w:t>channel bandwidth</w:t>
            </w:r>
            <w:r w:rsidRPr="00EF2F0E">
              <w:t>, see subclause 7.2.2.</w:t>
            </w:r>
          </w:p>
        </w:tc>
      </w:tr>
    </w:tbl>
    <w:p w14:paraId="0984DD11" w14:textId="77777777" w:rsidR="00B15E99" w:rsidRPr="00EF2F0E" w:rsidRDefault="00B15E99" w:rsidP="00A40339"/>
    <w:p w14:paraId="0984DD12" w14:textId="77777777" w:rsidR="00B15E99" w:rsidRPr="00EF2F0E" w:rsidRDefault="00B15E99" w:rsidP="00A40339">
      <w:pPr>
        <w:pStyle w:val="Heading3"/>
        <w:rPr>
          <w:lang w:eastAsia="zh-CN"/>
        </w:rPr>
      </w:pPr>
      <w:bookmarkStart w:id="2329" w:name="_Toc21095932"/>
      <w:bookmarkStart w:id="2330" w:name="_Toc29763131"/>
      <w:bookmarkStart w:id="2331" w:name="_Toc45869416"/>
      <w:bookmarkStart w:id="2332" w:name="_Toc52554664"/>
      <w:bookmarkStart w:id="2333" w:name="_Toc52555134"/>
      <w:bookmarkStart w:id="2334" w:name="_Toc61112359"/>
      <w:bookmarkStart w:id="2335" w:name="_Toc67911511"/>
      <w:bookmarkStart w:id="2336" w:name="_Toc74842986"/>
      <w:bookmarkStart w:id="2337" w:name="_Toc76503369"/>
      <w:bookmarkStart w:id="2338" w:name="_Toc83040812"/>
      <w:bookmarkStart w:id="2339" w:name="_Toc89851855"/>
      <w:bookmarkStart w:id="2340" w:name="_Toc98676209"/>
      <w:r w:rsidRPr="00EF2F0E">
        <w:rPr>
          <w:lang w:eastAsia="zh-CN"/>
        </w:rPr>
        <w:t>7.4.3</w:t>
      </w:r>
      <w:r w:rsidRPr="00EF2F0E">
        <w:rPr>
          <w:lang w:eastAsia="zh-CN"/>
        </w:rPr>
        <w:tab/>
        <w:t>Minimum requirement for single RAT UTRA operation</w:t>
      </w:r>
      <w:bookmarkEnd w:id="2329"/>
      <w:bookmarkEnd w:id="2330"/>
      <w:bookmarkEnd w:id="2331"/>
      <w:bookmarkEnd w:id="2332"/>
      <w:bookmarkEnd w:id="2333"/>
      <w:bookmarkEnd w:id="2334"/>
      <w:bookmarkEnd w:id="2335"/>
      <w:bookmarkEnd w:id="2336"/>
      <w:bookmarkEnd w:id="2337"/>
      <w:bookmarkEnd w:id="2338"/>
      <w:bookmarkEnd w:id="2339"/>
      <w:bookmarkEnd w:id="2340"/>
    </w:p>
    <w:p w14:paraId="0984DD13"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Wide Area BS class shall fulfil minimum requirements for ACS and narrowband blocking specified in 3GPP TS 25.104 [6], subclause 7.4.</w:t>
      </w:r>
    </w:p>
    <w:p w14:paraId="0984DD14"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Medium Range BS class shall fulfil minimum requirements for ACS and narrowband blocking specified in 3GPP TS 25.104 [6], subclause 7.4.</w:t>
      </w:r>
    </w:p>
    <w:p w14:paraId="0984DD15"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Local Area BS class shall fulfil minimum requirements for ACS and narrowband blocking specified in 3GPP TS 25.104 [6], subclause 7.4.</w:t>
      </w:r>
    </w:p>
    <w:p w14:paraId="0984DD16"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TDD AAS BS of Wide Area BS class shall fulfil minimum requirements for ACS and narrowband blocking specified in 3GPP TS 25.105 [7], subclause 7.4.</w:t>
      </w:r>
    </w:p>
    <w:p w14:paraId="0984DD17"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TDD AAS BS of Local Area BS class shall fulfil minimum requirements for ACS and narrowband blocking specified in 3GPP TS 25.105 [7], subclause 7.4.</w:t>
      </w:r>
    </w:p>
    <w:p w14:paraId="0984DD18" w14:textId="77777777" w:rsidR="00B15E99" w:rsidRPr="00EF2F0E" w:rsidRDefault="00B15E99" w:rsidP="00A40339">
      <w:pPr>
        <w:pStyle w:val="Heading3"/>
        <w:rPr>
          <w:lang w:eastAsia="zh-CN"/>
        </w:rPr>
      </w:pPr>
      <w:bookmarkStart w:id="2341" w:name="_Toc21095933"/>
      <w:bookmarkStart w:id="2342" w:name="_Toc29763132"/>
      <w:bookmarkStart w:id="2343" w:name="_Toc45869417"/>
      <w:bookmarkStart w:id="2344" w:name="_Toc52554665"/>
      <w:bookmarkStart w:id="2345" w:name="_Toc52555135"/>
      <w:bookmarkStart w:id="2346" w:name="_Toc61112360"/>
      <w:bookmarkStart w:id="2347" w:name="_Toc67911512"/>
      <w:bookmarkStart w:id="2348" w:name="_Toc74842987"/>
      <w:bookmarkStart w:id="2349" w:name="_Toc76503370"/>
      <w:bookmarkStart w:id="2350" w:name="_Toc83040813"/>
      <w:bookmarkStart w:id="2351" w:name="_Toc89851856"/>
      <w:bookmarkStart w:id="2352" w:name="_Toc98676210"/>
      <w:r w:rsidRPr="00EF2F0E">
        <w:rPr>
          <w:lang w:eastAsia="zh-CN"/>
        </w:rPr>
        <w:t>7.4.4</w:t>
      </w:r>
      <w:r w:rsidRPr="00EF2F0E">
        <w:rPr>
          <w:lang w:eastAsia="zh-CN"/>
        </w:rPr>
        <w:tab/>
        <w:t>Minimum requirement for single RAT E-UTRA operation</w:t>
      </w:r>
      <w:bookmarkEnd w:id="2341"/>
      <w:bookmarkEnd w:id="2342"/>
      <w:bookmarkEnd w:id="2343"/>
      <w:bookmarkEnd w:id="2344"/>
      <w:bookmarkEnd w:id="2345"/>
      <w:bookmarkEnd w:id="2346"/>
      <w:bookmarkEnd w:id="2347"/>
      <w:bookmarkEnd w:id="2348"/>
      <w:bookmarkEnd w:id="2349"/>
      <w:bookmarkEnd w:id="2350"/>
      <w:bookmarkEnd w:id="2351"/>
      <w:bookmarkEnd w:id="2352"/>
    </w:p>
    <w:p w14:paraId="0984DD19"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E-UTRA AAS BS of Wide Area BS class shall fulfil minimum requirements for ACS and narrowband blocking specified in 3GPP TS 36.104 [8], subclause 7.5.</w:t>
      </w:r>
    </w:p>
    <w:p w14:paraId="0984DD1A"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E-UTRA AAS BS of Medium Range BS class shall fulfil minimum requirements for ACS and narrowband blocking specified in 3GPP TS 36.104 [8], subclause 7.5.</w:t>
      </w:r>
    </w:p>
    <w:p w14:paraId="0984DD1B"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E-UTRA AAS BS of Local Area BS class shall fulfil minimum requirements for ACS and narrowband blocking specified in 3GPP TS 36.104 [8], subclause 7.5.</w:t>
      </w:r>
    </w:p>
    <w:p w14:paraId="0984DD1C" w14:textId="77777777" w:rsidR="00B15E99" w:rsidRPr="00EF2F0E" w:rsidRDefault="00B15E99" w:rsidP="00A40339">
      <w:pPr>
        <w:pStyle w:val="Heading2"/>
      </w:pPr>
      <w:bookmarkStart w:id="2353" w:name="_Toc21095934"/>
      <w:bookmarkStart w:id="2354" w:name="_Toc29763133"/>
      <w:bookmarkStart w:id="2355" w:name="_Toc45869418"/>
      <w:bookmarkStart w:id="2356" w:name="_Toc52554666"/>
      <w:bookmarkStart w:id="2357" w:name="_Toc52555136"/>
      <w:bookmarkStart w:id="2358" w:name="_Toc61112361"/>
      <w:bookmarkStart w:id="2359" w:name="_Toc67911513"/>
      <w:bookmarkStart w:id="2360" w:name="_Toc74842988"/>
      <w:bookmarkStart w:id="2361" w:name="_Toc76503371"/>
      <w:bookmarkStart w:id="2362" w:name="_Toc83040814"/>
      <w:bookmarkStart w:id="2363" w:name="_Toc89851857"/>
      <w:bookmarkStart w:id="2364" w:name="_Toc98676211"/>
      <w:r w:rsidRPr="00EF2F0E">
        <w:t>7.5</w:t>
      </w:r>
      <w:r w:rsidRPr="00EF2F0E">
        <w:tab/>
        <w:t>Blocking</w:t>
      </w:r>
      <w:bookmarkEnd w:id="2353"/>
      <w:bookmarkEnd w:id="2354"/>
      <w:bookmarkEnd w:id="2355"/>
      <w:bookmarkEnd w:id="2356"/>
      <w:bookmarkEnd w:id="2357"/>
      <w:bookmarkEnd w:id="2358"/>
      <w:bookmarkEnd w:id="2359"/>
      <w:bookmarkEnd w:id="2360"/>
      <w:bookmarkEnd w:id="2361"/>
      <w:bookmarkEnd w:id="2362"/>
      <w:bookmarkEnd w:id="2363"/>
      <w:bookmarkEnd w:id="2364"/>
    </w:p>
    <w:p w14:paraId="0984DD1D" w14:textId="77777777" w:rsidR="00B15E99" w:rsidRPr="00EF2F0E" w:rsidRDefault="00B15E99" w:rsidP="00A40339">
      <w:pPr>
        <w:pStyle w:val="Heading3"/>
      </w:pPr>
      <w:bookmarkStart w:id="2365" w:name="_Toc21095935"/>
      <w:bookmarkStart w:id="2366" w:name="_Toc29763134"/>
      <w:bookmarkStart w:id="2367" w:name="_Toc45869419"/>
      <w:bookmarkStart w:id="2368" w:name="_Toc52554667"/>
      <w:bookmarkStart w:id="2369" w:name="_Toc52555137"/>
      <w:bookmarkStart w:id="2370" w:name="_Toc61112362"/>
      <w:bookmarkStart w:id="2371" w:name="_Toc67911514"/>
      <w:bookmarkStart w:id="2372" w:name="_Toc74842989"/>
      <w:bookmarkStart w:id="2373" w:name="_Toc76503372"/>
      <w:bookmarkStart w:id="2374" w:name="_Toc83040815"/>
      <w:bookmarkStart w:id="2375" w:name="_Toc89851858"/>
      <w:bookmarkStart w:id="2376" w:name="_Toc98676212"/>
      <w:r w:rsidRPr="00EF2F0E">
        <w:t>7.5.1</w:t>
      </w:r>
      <w:r w:rsidRPr="00EF2F0E">
        <w:tab/>
        <w:t>General</w:t>
      </w:r>
      <w:bookmarkEnd w:id="2365"/>
      <w:bookmarkEnd w:id="2366"/>
      <w:bookmarkEnd w:id="2367"/>
      <w:bookmarkEnd w:id="2368"/>
      <w:bookmarkEnd w:id="2369"/>
      <w:bookmarkEnd w:id="2370"/>
      <w:bookmarkEnd w:id="2371"/>
      <w:bookmarkEnd w:id="2372"/>
      <w:bookmarkEnd w:id="2373"/>
      <w:bookmarkEnd w:id="2374"/>
      <w:bookmarkEnd w:id="2375"/>
      <w:bookmarkEnd w:id="2376"/>
    </w:p>
    <w:p w14:paraId="0984DD1E" w14:textId="77777777" w:rsidR="00B15E99" w:rsidRPr="00EF2F0E" w:rsidRDefault="00B15E99" w:rsidP="00A40339">
      <w:r w:rsidRPr="00EF2F0E">
        <w:t xml:space="preserve">The blocking characteristics are a measure of the receiver unit ability to receive a wanted signal at the </w:t>
      </w:r>
      <w:r w:rsidRPr="00EF2F0E">
        <w:rPr>
          <w:i/>
        </w:rPr>
        <w:t>TAB connector</w:t>
      </w:r>
      <w:r w:rsidRPr="00EF2F0E">
        <w:t xml:space="preserve"> at its assigned channel in the presence of an unwanted interferer.</w:t>
      </w:r>
    </w:p>
    <w:p w14:paraId="0984DD1F" w14:textId="77777777" w:rsidR="00B15E99" w:rsidRPr="00EF2F0E" w:rsidRDefault="00B15E99" w:rsidP="00A40339">
      <w:pPr>
        <w:pStyle w:val="Heading3"/>
        <w:rPr>
          <w:lang w:eastAsia="zh-CN"/>
        </w:rPr>
      </w:pPr>
      <w:bookmarkStart w:id="2377" w:name="_Toc21095936"/>
      <w:bookmarkStart w:id="2378" w:name="_Toc29763135"/>
      <w:bookmarkStart w:id="2379" w:name="_Toc45869420"/>
      <w:bookmarkStart w:id="2380" w:name="_Toc52554668"/>
      <w:bookmarkStart w:id="2381" w:name="_Toc52555138"/>
      <w:bookmarkStart w:id="2382" w:name="_Toc61112363"/>
      <w:bookmarkStart w:id="2383" w:name="_Toc67911515"/>
      <w:bookmarkStart w:id="2384" w:name="_Toc74842990"/>
      <w:bookmarkStart w:id="2385" w:name="_Toc76503373"/>
      <w:bookmarkStart w:id="2386" w:name="_Toc83040816"/>
      <w:bookmarkStart w:id="2387" w:name="_Toc89851859"/>
      <w:bookmarkStart w:id="2388" w:name="_Toc98676213"/>
      <w:r w:rsidRPr="00EF2F0E">
        <w:rPr>
          <w:lang w:eastAsia="zh-CN"/>
        </w:rPr>
        <w:t>7.5.2</w:t>
      </w:r>
      <w:r w:rsidRPr="00EF2F0E">
        <w:rPr>
          <w:lang w:eastAsia="zh-CN"/>
        </w:rPr>
        <w:tab/>
        <w:t>Minimum requirement for MSR operation</w:t>
      </w:r>
      <w:bookmarkEnd w:id="2377"/>
      <w:bookmarkEnd w:id="2378"/>
      <w:bookmarkEnd w:id="2379"/>
      <w:bookmarkEnd w:id="2380"/>
      <w:bookmarkEnd w:id="2381"/>
      <w:bookmarkEnd w:id="2382"/>
      <w:bookmarkEnd w:id="2383"/>
      <w:bookmarkEnd w:id="2384"/>
      <w:bookmarkEnd w:id="2385"/>
      <w:bookmarkEnd w:id="2386"/>
      <w:bookmarkEnd w:id="2387"/>
      <w:bookmarkEnd w:id="2388"/>
    </w:p>
    <w:p w14:paraId="0984DD20" w14:textId="77777777" w:rsidR="00B15E99" w:rsidRPr="00EF2F0E" w:rsidRDefault="00B15E99" w:rsidP="00A40339">
      <w:pPr>
        <w:pStyle w:val="Heading4"/>
      </w:pPr>
      <w:bookmarkStart w:id="2389" w:name="_Toc21095937"/>
      <w:bookmarkStart w:id="2390" w:name="_Toc29763136"/>
      <w:bookmarkStart w:id="2391" w:name="_Toc45869421"/>
      <w:bookmarkStart w:id="2392" w:name="_Toc52554669"/>
      <w:bookmarkStart w:id="2393" w:name="_Toc52555139"/>
      <w:bookmarkStart w:id="2394" w:name="_Toc61112364"/>
      <w:bookmarkStart w:id="2395" w:name="_Toc67911516"/>
      <w:bookmarkStart w:id="2396" w:name="_Toc74842991"/>
      <w:bookmarkStart w:id="2397" w:name="_Toc76503374"/>
      <w:bookmarkStart w:id="2398" w:name="_Toc83040817"/>
      <w:bookmarkStart w:id="2399" w:name="_Toc89851860"/>
      <w:bookmarkStart w:id="2400" w:name="_Toc98676214"/>
      <w:r w:rsidRPr="00EF2F0E">
        <w:t>7.5.2.1</w:t>
      </w:r>
      <w:r w:rsidRPr="00EF2F0E">
        <w:tab/>
        <w:t>General minimum requirement</w:t>
      </w:r>
      <w:bookmarkEnd w:id="2389"/>
      <w:bookmarkEnd w:id="2390"/>
      <w:bookmarkEnd w:id="2391"/>
      <w:bookmarkEnd w:id="2392"/>
      <w:bookmarkEnd w:id="2393"/>
      <w:bookmarkEnd w:id="2394"/>
      <w:bookmarkEnd w:id="2395"/>
      <w:bookmarkEnd w:id="2396"/>
      <w:bookmarkEnd w:id="2397"/>
      <w:bookmarkEnd w:id="2398"/>
      <w:bookmarkEnd w:id="2399"/>
      <w:bookmarkEnd w:id="2400"/>
    </w:p>
    <w:p w14:paraId="0984DD21" w14:textId="77777777" w:rsidR="00B15E99" w:rsidRPr="00EF2F0E" w:rsidRDefault="00B15E99" w:rsidP="00A40339">
      <w:r w:rsidRPr="00EF2F0E">
        <w:t xml:space="preserve">For </w:t>
      </w:r>
      <w:r w:rsidRPr="00EF2F0E">
        <w:rPr>
          <w:rFonts w:cs="v5.0.0"/>
        </w:rPr>
        <w:t xml:space="preserve">a wanted and an interfering signal coupled to the </w:t>
      </w:r>
      <w:r w:rsidRPr="00EF2F0E">
        <w:rPr>
          <w:rFonts w:cs="v5.0.0"/>
          <w:i/>
        </w:rPr>
        <w:t xml:space="preserve">TAB connector </w:t>
      </w:r>
      <w:r w:rsidRPr="00EF2F0E">
        <w:rPr>
          <w:rFonts w:cs="v5.0.0"/>
        </w:rPr>
        <w:t>using the parameters in table 7.5.2.1-1</w:t>
      </w:r>
      <w:r w:rsidRPr="00EF2F0E">
        <w:t>, the following requirements shall be met:</w:t>
      </w:r>
    </w:p>
    <w:p w14:paraId="0984DD22" w14:textId="77777777" w:rsidR="00B15E99" w:rsidRPr="00EF2F0E" w:rsidRDefault="00B15E99" w:rsidP="00A40339">
      <w:pPr>
        <w:pStyle w:val="B10"/>
      </w:pPr>
      <w:r w:rsidRPr="00EF2F0E">
        <w:t>-</w:t>
      </w:r>
      <w:r w:rsidRPr="00EF2F0E">
        <w:tab/>
        <w:t>For any E-UTRA carrier, the throughput shall be ≥ 95 % of the</w:t>
      </w:r>
      <w:r w:rsidRPr="00EF2F0E">
        <w:rPr>
          <w:i/>
        </w:rPr>
        <w:t xml:space="preserve"> maximum throughput</w:t>
      </w:r>
      <w:r w:rsidRPr="00EF2F0E">
        <w:t xml:space="preserve"> of the reference measurement channel defined in 3GPP TS 36.104 [8], subclause 7.2.1.</w:t>
      </w:r>
    </w:p>
    <w:p w14:paraId="0984DD23" w14:textId="77777777" w:rsidR="00B15E99" w:rsidRPr="00EF2F0E" w:rsidRDefault="00B15E99" w:rsidP="00A40339">
      <w:pPr>
        <w:pStyle w:val="B10"/>
      </w:pPr>
      <w:r w:rsidRPr="00EF2F0E">
        <w:t>-</w:t>
      </w:r>
      <w:r w:rsidRPr="00EF2F0E">
        <w:tab/>
        <w:t>For any UTRA FDD carrier, the BER shall not exceed 0,001 for the reference measurement channel defined in 3GPP TS 25.104 [6], subclause 7.2.1.</w:t>
      </w:r>
    </w:p>
    <w:p w14:paraId="0984DD24" w14:textId="77777777" w:rsidR="00B15E99" w:rsidRPr="00EF2F0E" w:rsidRDefault="00B15E99" w:rsidP="00A40339">
      <w:pPr>
        <w:pStyle w:val="B10"/>
      </w:pPr>
      <w:r w:rsidRPr="00EF2F0E">
        <w:t>-</w:t>
      </w:r>
      <w:r w:rsidRPr="00EF2F0E">
        <w:tab/>
        <w:t xml:space="preserve">For any UTRA </w:t>
      </w:r>
      <w:r w:rsidRPr="00EF2F0E">
        <w:rPr>
          <w:lang w:eastAsia="zh-CN"/>
        </w:rPr>
        <w:t xml:space="preserve">TDD </w:t>
      </w:r>
      <w:r w:rsidRPr="00EF2F0E">
        <w:t>carrier, the BER shall not exceed 0,001 for the reference measurement channel defined in 3GPP TS 25.105 [7], subclause 7.2.1.2.</w:t>
      </w:r>
    </w:p>
    <w:p w14:paraId="0984DD25" w14:textId="77777777" w:rsidR="00B15E99" w:rsidRPr="00EF2F0E" w:rsidRDefault="00B15E99" w:rsidP="00A40339">
      <w:pPr>
        <w:pStyle w:val="B10"/>
      </w:pPr>
      <w:r w:rsidRPr="00EF2F0E">
        <w:t>-</w:t>
      </w:r>
      <w:r w:rsidRPr="00EF2F0E">
        <w:tab/>
        <w:t xml:space="preserve">For any NR carrier, the throughput shall be ≥ 95% of the maximum throughput of the reference measurement channel defined for </w:t>
      </w:r>
      <w:r w:rsidRPr="00EF2F0E">
        <w:rPr>
          <w:i/>
        </w:rPr>
        <w:t>BS type 1-H</w:t>
      </w:r>
      <w:r w:rsidRPr="00EF2F0E">
        <w:t xml:space="preserve"> in TS 38.104 [28], subclause 7.2.2.</w:t>
      </w:r>
    </w:p>
    <w:p w14:paraId="0984DD26" w14:textId="77777777" w:rsidR="00B15E99" w:rsidRPr="00EF2F0E" w:rsidRDefault="00B15E99" w:rsidP="00A40339">
      <w:r w:rsidRPr="00EF2F0E">
        <w:t xml:space="preserve">For </w:t>
      </w:r>
      <w:r w:rsidRPr="00EF2F0E">
        <w:rPr>
          <w:i/>
        </w:rPr>
        <w:t>multi-band TAB connectors</w:t>
      </w:r>
      <w:r w:rsidRPr="00EF2F0E">
        <w:t>, the requirement applies for each supported operating band. The in-band blocking frequency ranges of all supported operating bands according to table 7.4.2.1-1 shall be excluded from the requirement.</w:t>
      </w:r>
    </w:p>
    <w:p w14:paraId="0984DD27" w14:textId="77777777" w:rsidR="00B15E99" w:rsidRPr="00EF2F0E" w:rsidRDefault="00B15E99" w:rsidP="00A40339">
      <w:r w:rsidRPr="00EF2F0E">
        <w:rPr>
          <w:rFonts w:cs="v3.8.0"/>
        </w:rPr>
        <w:t xml:space="preserve">The </w:t>
      </w:r>
      <w:r w:rsidRPr="00EF2F0E">
        <w:t xml:space="preserve">out-of-band </w:t>
      </w:r>
      <w:r w:rsidRPr="00EF2F0E">
        <w:rPr>
          <w:lang w:eastAsia="zh-CN"/>
        </w:rPr>
        <w:t xml:space="preserve">blocking requirement </w:t>
      </w:r>
      <w:r w:rsidRPr="00EF2F0E">
        <w:rPr>
          <w:rFonts w:cs="v3.8.0"/>
        </w:rPr>
        <w:t xml:space="preserve">applies </w:t>
      </w:r>
      <w:r w:rsidRPr="00EF2F0E">
        <w:rPr>
          <w:lang w:eastAsia="zh-CN"/>
        </w:rPr>
        <w:t xml:space="preserve">from 1 MHz to </w:t>
      </w:r>
      <w:r w:rsidRPr="00EF2F0E">
        <w:rPr>
          <w:rFonts w:cs="Arial"/>
        </w:rPr>
        <w:t>F</w:t>
      </w:r>
      <w:r w:rsidRPr="00EF2F0E">
        <w:rPr>
          <w:rFonts w:cs="Arial"/>
          <w:vertAlign w:val="subscript"/>
        </w:rPr>
        <w:t>UL_low</w:t>
      </w:r>
      <w:r w:rsidRPr="00EF2F0E">
        <w:rPr>
          <w:rFonts w:cs="Arial"/>
        </w:rPr>
        <w:t xml:space="preserve"> - </w:t>
      </w:r>
      <w:r w:rsidRPr="00EF2F0E">
        <w:t>Δf</w:t>
      </w:r>
      <w:r w:rsidRPr="00EF2F0E">
        <w:rPr>
          <w:vertAlign w:val="subscript"/>
        </w:rPr>
        <w:t>OOB</w:t>
      </w:r>
      <w:r w:rsidRPr="00EF2F0E">
        <w:t xml:space="preserve"> and from </w:t>
      </w:r>
      <w:r w:rsidRPr="00EF2F0E">
        <w:rPr>
          <w:rFonts w:cs="Arial"/>
        </w:rPr>
        <w:t>F</w:t>
      </w:r>
      <w:r w:rsidRPr="00EF2F0E">
        <w:rPr>
          <w:rFonts w:cs="Arial"/>
          <w:vertAlign w:val="subscript"/>
        </w:rPr>
        <w:t>UL_high</w:t>
      </w:r>
      <w:r w:rsidRPr="00EF2F0E">
        <w:rPr>
          <w:rFonts w:cs="Arial"/>
        </w:rPr>
        <w:t xml:space="preserve"> + </w:t>
      </w:r>
      <w:r w:rsidRPr="00EF2F0E">
        <w:t>Δf</w:t>
      </w:r>
      <w:r w:rsidRPr="00EF2F0E">
        <w:rPr>
          <w:vertAlign w:val="subscript"/>
        </w:rPr>
        <w:t>OOB</w:t>
      </w:r>
      <w:r w:rsidRPr="00EF2F0E">
        <w:t xml:space="preserve"> up to 12750 MHz</w:t>
      </w:r>
      <w:r w:rsidRPr="00EF2F0E">
        <w:rPr>
          <w:rFonts w:cs="v3.8.0"/>
          <w:lang w:eastAsia="zh-CN"/>
        </w:rPr>
        <w:t>,</w:t>
      </w:r>
      <w:r w:rsidRPr="00EF2F0E">
        <w:t xml:space="preserve"> including the downlink frequency range of the</w:t>
      </w:r>
      <w:r w:rsidR="000A5D91" w:rsidRPr="00EF2F0E">
        <w:t xml:space="preserve"> FDD</w:t>
      </w:r>
      <w:r w:rsidRPr="00EF2F0E">
        <w:t xml:space="preserve"> </w:t>
      </w:r>
      <w:r w:rsidRPr="00EF2F0E">
        <w:rPr>
          <w:i/>
        </w:rPr>
        <w:t>operating band</w:t>
      </w:r>
      <w:r w:rsidR="000A5D91" w:rsidRPr="00EF2F0E">
        <w:t xml:space="preserve"> for BS supporting </w:t>
      </w:r>
      <w:r w:rsidR="000A5D91" w:rsidRPr="00EF2F0E">
        <w:rPr>
          <w:rFonts w:cs="v3.8.0"/>
        </w:rPr>
        <w:t>FDD</w:t>
      </w:r>
      <w:r w:rsidRPr="00EF2F0E">
        <w:rPr>
          <w:lang w:eastAsia="zh-CN"/>
        </w:rPr>
        <w:t xml:space="preserve">. </w:t>
      </w:r>
      <w:r w:rsidRPr="00EF2F0E">
        <w:t>Δf</w:t>
      </w:r>
      <w:r w:rsidRPr="00EF2F0E">
        <w:rPr>
          <w:vertAlign w:val="subscript"/>
        </w:rPr>
        <w:t>OOB</w:t>
      </w:r>
      <w:r w:rsidRPr="00EF2F0E">
        <w:rPr>
          <w:rFonts w:cs="v5.0.0"/>
        </w:rPr>
        <w:t xml:space="preserve"> is </w:t>
      </w:r>
      <w:r w:rsidRPr="00EF2F0E">
        <w:t>defined in table 7.4.1-1</w:t>
      </w:r>
      <w:r w:rsidR="000A5D91" w:rsidRPr="00EF2F0E">
        <w:t>.</w:t>
      </w:r>
    </w:p>
    <w:p w14:paraId="0984DD28" w14:textId="77777777" w:rsidR="00B15E99" w:rsidRPr="00EF2F0E" w:rsidRDefault="00B15E99" w:rsidP="00A40339">
      <w:pPr>
        <w:pStyle w:val="TH"/>
      </w:pPr>
      <w:r w:rsidRPr="00EF2F0E">
        <w:rPr>
          <w:rFonts w:eastAsia="Osaka"/>
        </w:rPr>
        <w:t xml:space="preserve">Table 7.5.2.1-1: </w:t>
      </w:r>
      <w:r w:rsidRPr="00EF2F0E">
        <w:t>Blocking performance requirement</w:t>
      </w:r>
    </w:p>
    <w:tbl>
      <w:tblPr>
        <w:tblW w:w="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59"/>
        <w:gridCol w:w="2197"/>
      </w:tblGrid>
      <w:tr w:rsidR="003401A4" w:rsidRPr="00EF2F0E" w14:paraId="0984DD2C" w14:textId="77777777" w:rsidTr="00A40339">
        <w:trPr>
          <w:jc w:val="center"/>
        </w:trPr>
        <w:tc>
          <w:tcPr>
            <w:tcW w:w="1595" w:type="dxa"/>
          </w:tcPr>
          <w:p w14:paraId="0984DD29" w14:textId="77777777" w:rsidR="00B15E99" w:rsidRPr="00EF2F0E" w:rsidRDefault="00B15E99" w:rsidP="00A40339">
            <w:pPr>
              <w:pStyle w:val="TAH"/>
              <w:rPr>
                <w:rFonts w:cs="Arial"/>
              </w:rPr>
            </w:pPr>
            <w:r w:rsidRPr="00EF2F0E">
              <w:rPr>
                <w:rFonts w:cs="Arial"/>
              </w:rPr>
              <w:t>Interfering Signal mean power [dBm]</w:t>
            </w:r>
          </w:p>
        </w:tc>
        <w:tc>
          <w:tcPr>
            <w:tcW w:w="1559" w:type="dxa"/>
          </w:tcPr>
          <w:p w14:paraId="0984DD2A" w14:textId="77777777" w:rsidR="00B15E99" w:rsidRPr="00EF2F0E" w:rsidRDefault="00B15E99" w:rsidP="00A40339">
            <w:pPr>
              <w:pStyle w:val="TAH"/>
              <w:rPr>
                <w:rFonts w:cs="Arial"/>
              </w:rPr>
            </w:pPr>
            <w:r w:rsidRPr="00EF2F0E">
              <w:rPr>
                <w:rFonts w:cs="Arial"/>
              </w:rPr>
              <w:t>Wanted Signal mean power [dBm]</w:t>
            </w:r>
          </w:p>
        </w:tc>
        <w:tc>
          <w:tcPr>
            <w:tcW w:w="2197" w:type="dxa"/>
          </w:tcPr>
          <w:p w14:paraId="0984DD2B"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4DD30" w14:textId="77777777" w:rsidTr="00A40339">
        <w:trPr>
          <w:cantSplit/>
          <w:jc w:val="center"/>
        </w:trPr>
        <w:tc>
          <w:tcPr>
            <w:tcW w:w="1595" w:type="dxa"/>
            <w:tcBorders>
              <w:left w:val="single" w:sz="4" w:space="0" w:color="auto"/>
            </w:tcBorders>
          </w:tcPr>
          <w:p w14:paraId="0984DD2D" w14:textId="77777777" w:rsidR="00B15E99" w:rsidRPr="00EF2F0E" w:rsidRDefault="00B15E99" w:rsidP="00A40339">
            <w:pPr>
              <w:pStyle w:val="TAC"/>
              <w:rPr>
                <w:rFonts w:cs="Arial"/>
              </w:rPr>
            </w:pPr>
            <w:r w:rsidRPr="00EF2F0E">
              <w:rPr>
                <w:rFonts w:cs="Arial"/>
              </w:rPr>
              <w:t>-15</w:t>
            </w:r>
          </w:p>
        </w:tc>
        <w:tc>
          <w:tcPr>
            <w:tcW w:w="1559" w:type="dxa"/>
          </w:tcPr>
          <w:p w14:paraId="0984DD2E"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+xdB</w:t>
            </w:r>
            <w:r w:rsidRPr="00EF2F0E">
              <w:rPr>
                <w:rFonts w:cs="Arial"/>
              </w:rPr>
              <w:br/>
              <w:t xml:space="preserve">(NOTE1) </w:t>
            </w:r>
          </w:p>
        </w:tc>
        <w:tc>
          <w:tcPr>
            <w:tcW w:w="2197" w:type="dxa"/>
          </w:tcPr>
          <w:p w14:paraId="0984DD2F" w14:textId="77777777" w:rsidR="00B15E99" w:rsidRPr="00EF2F0E" w:rsidRDefault="00B15E99" w:rsidP="00A40339">
            <w:pPr>
              <w:pStyle w:val="TAL"/>
              <w:rPr>
                <w:rFonts w:cs="Arial"/>
              </w:rPr>
            </w:pPr>
            <w:r w:rsidRPr="00EF2F0E">
              <w:rPr>
                <w:rFonts w:cs="Arial"/>
              </w:rPr>
              <w:t xml:space="preserve">CW carrier </w:t>
            </w:r>
          </w:p>
        </w:tc>
      </w:tr>
      <w:tr w:rsidR="00B15E99" w:rsidRPr="00EF2F0E" w14:paraId="0984DD32" w14:textId="77777777" w:rsidTr="00A40339">
        <w:trPr>
          <w:cantSplit/>
          <w:jc w:val="center"/>
        </w:trPr>
        <w:tc>
          <w:tcPr>
            <w:tcW w:w="5351" w:type="dxa"/>
            <w:gridSpan w:val="3"/>
            <w:tcBorders>
              <w:left w:val="single" w:sz="4" w:space="0" w:color="auto"/>
            </w:tcBorders>
          </w:tcPr>
          <w:p w14:paraId="0984DD31" w14:textId="77777777" w:rsidR="00B15E99" w:rsidRPr="00EF2F0E" w:rsidRDefault="00B15E99" w:rsidP="00AB06FD">
            <w:pPr>
              <w:pStyle w:val="ZH"/>
              <w:keepNext/>
              <w:keepLines/>
              <w:framePr w:wrap="auto" w:vAnchor="margin" w:hAnchor="text" w:xAlign="left" w:yAlign="inline"/>
              <w:widowControl/>
              <w:ind w:left="851" w:hanging="851"/>
              <w:rPr>
                <w:rFonts w:cs="Arial"/>
                <w:noProof w:val="0"/>
                <w:sz w:val="18"/>
              </w:rPr>
            </w:pPr>
            <w:r w:rsidRPr="00EF2F0E">
              <w:rPr>
                <w:rFonts w:cs="Arial"/>
                <w:noProof w:val="0"/>
              </w:rPr>
              <w:t>NOTE1:</w:t>
            </w:r>
            <w:r w:rsidR="006E5225" w:rsidRPr="00EF2F0E">
              <w:rPr>
                <w:rFonts w:cs="Arial"/>
                <w:noProof w:val="0"/>
              </w:rPr>
              <w:tab/>
            </w:r>
            <w:r w:rsidRPr="00EF2F0E">
              <w:rPr>
                <w:rFonts w:cs="Arial"/>
                <w:noProof w:val="0"/>
              </w:rPr>
              <w:t>P</w:t>
            </w:r>
            <w:r w:rsidRPr="00EF2F0E">
              <w:rPr>
                <w:rFonts w:cs="Arial"/>
                <w:noProof w:val="0"/>
                <w:vertAlign w:val="subscript"/>
              </w:rPr>
              <w:t>REFSENS</w:t>
            </w:r>
            <w:r w:rsidRPr="00EF2F0E" w:rsidDel="002B5177">
              <w:rPr>
                <w:rFonts w:cs="Arial"/>
                <w:noProof w:val="0"/>
              </w:rPr>
              <w:t xml:space="preserve"> </w:t>
            </w:r>
            <w:r w:rsidRPr="00EF2F0E">
              <w:rPr>
                <w:rFonts w:cs="Arial"/>
                <w:noProof w:val="0"/>
              </w:rPr>
              <w:t>depends on the RAT, the BS class and the channel bandwidth, see subclause 7.2.</w:t>
            </w:r>
            <w:r w:rsidRPr="00EF2F0E">
              <w:rPr>
                <w:rFonts w:cs="Arial"/>
                <w:noProof w:val="0"/>
              </w:rPr>
              <w:br/>
            </w:r>
            <w:r w:rsidR="003401A4" w:rsidRPr="00EF2F0E">
              <w:rPr>
                <w:rFonts w:cs="Arial"/>
              </w:rPr>
              <w:t>"</w:t>
            </w:r>
            <w:r w:rsidRPr="00EF2F0E">
              <w:rPr>
                <w:rFonts w:cs="Arial"/>
                <w:noProof w:val="0"/>
              </w:rPr>
              <w:t>x</w:t>
            </w:r>
            <w:r w:rsidR="003401A4" w:rsidRPr="00EF2F0E">
              <w:rPr>
                <w:rFonts w:cs="Arial"/>
              </w:rPr>
              <w:t>"</w:t>
            </w:r>
            <w:r w:rsidRPr="00EF2F0E">
              <w:rPr>
                <w:rFonts w:cs="Arial"/>
                <w:noProof w:val="0"/>
              </w:rPr>
              <w:t xml:space="preserve"> is equal to 6 in case of NR, E-UTRA or UTRA wanted signals.</w:t>
            </w:r>
          </w:p>
        </w:tc>
      </w:tr>
    </w:tbl>
    <w:p w14:paraId="0984DD33" w14:textId="77777777" w:rsidR="00B15E99" w:rsidRPr="00EF2F0E" w:rsidRDefault="00B15E99" w:rsidP="00A40339"/>
    <w:p w14:paraId="0984DD34" w14:textId="77777777" w:rsidR="00B15E99" w:rsidRPr="00EF2F0E" w:rsidRDefault="00B15E99" w:rsidP="00A40339">
      <w:pPr>
        <w:pStyle w:val="Heading4"/>
      </w:pPr>
      <w:bookmarkStart w:id="2401" w:name="_Toc21095938"/>
      <w:bookmarkStart w:id="2402" w:name="_Toc29763137"/>
      <w:bookmarkStart w:id="2403" w:name="_Toc45869422"/>
      <w:bookmarkStart w:id="2404" w:name="_Toc52554670"/>
      <w:bookmarkStart w:id="2405" w:name="_Toc52555140"/>
      <w:bookmarkStart w:id="2406" w:name="_Toc61112365"/>
      <w:bookmarkStart w:id="2407" w:name="_Toc67911517"/>
      <w:bookmarkStart w:id="2408" w:name="_Toc74842992"/>
      <w:bookmarkStart w:id="2409" w:name="_Toc76503375"/>
      <w:bookmarkStart w:id="2410" w:name="_Toc83040818"/>
      <w:bookmarkStart w:id="2411" w:name="_Toc89851861"/>
      <w:bookmarkStart w:id="2412" w:name="_Toc98676215"/>
      <w:r w:rsidRPr="00EF2F0E">
        <w:t>7.5.2.2</w:t>
      </w:r>
      <w:r w:rsidRPr="00EF2F0E">
        <w:tab/>
        <w:t>Co-location minimum requirement</w:t>
      </w:r>
      <w:bookmarkEnd w:id="2401"/>
      <w:bookmarkEnd w:id="2402"/>
      <w:bookmarkEnd w:id="2403"/>
      <w:bookmarkEnd w:id="2404"/>
      <w:bookmarkEnd w:id="2405"/>
      <w:bookmarkEnd w:id="2406"/>
      <w:bookmarkEnd w:id="2407"/>
      <w:bookmarkEnd w:id="2408"/>
      <w:bookmarkEnd w:id="2409"/>
      <w:bookmarkEnd w:id="2410"/>
      <w:bookmarkEnd w:id="2411"/>
      <w:bookmarkEnd w:id="2412"/>
    </w:p>
    <w:p w14:paraId="0984DD35" w14:textId="77777777" w:rsidR="00B15E99" w:rsidRPr="00EF2F0E" w:rsidRDefault="00B15E99" w:rsidP="00A40339">
      <w:r w:rsidRPr="00EF2F0E">
        <w:t xml:space="preserve">This additional blocking requirement may be applied for the protection of </w:t>
      </w:r>
      <w:r w:rsidRPr="00EF2F0E">
        <w:rPr>
          <w:i/>
        </w:rPr>
        <w:t>AAS BS receivers</w:t>
      </w:r>
      <w:r w:rsidRPr="00EF2F0E">
        <w:t xml:space="preserve"> when NR, E-UTRA BS, UTRA BS, CDMA BS or GSM/EDGE BS operating in a different frequency band are co-located with an AAS BS.</w:t>
      </w:r>
    </w:p>
    <w:p w14:paraId="0984DD36" w14:textId="77777777" w:rsidR="00B15E99" w:rsidRPr="00EF2F0E" w:rsidRDefault="00B15E99" w:rsidP="00A40339">
      <w:r w:rsidRPr="00EF2F0E">
        <w:t xml:space="preserve">The requirements in this subclause assume a 30 dB coupling loss between the interfering transmitter and the </w:t>
      </w:r>
      <w:r w:rsidRPr="00EF2F0E">
        <w:rPr>
          <w:i/>
        </w:rPr>
        <w:t>AAS BS receiver</w:t>
      </w:r>
      <w:r w:rsidRPr="00EF2F0E">
        <w:t xml:space="preserve"> and are based on co-location with base stations of the same class.</w:t>
      </w:r>
    </w:p>
    <w:p w14:paraId="0984DD37" w14:textId="77777777" w:rsidR="00B15E99" w:rsidRPr="00EF2F0E" w:rsidRDefault="00B15E99" w:rsidP="00A40339">
      <w:r w:rsidRPr="00EF2F0E">
        <w:t xml:space="preserve">For </w:t>
      </w:r>
      <w:r w:rsidRPr="00EF2F0E">
        <w:rPr>
          <w:rFonts w:cs="v5.0.0"/>
        </w:rPr>
        <w:t xml:space="preserve">a wanted and an interfering signal coupled to the </w:t>
      </w:r>
      <w:r w:rsidRPr="00EF2F0E">
        <w:rPr>
          <w:rFonts w:cs="v5.0.0"/>
          <w:i/>
        </w:rPr>
        <w:t>TAB connector</w:t>
      </w:r>
      <w:r w:rsidRPr="00EF2F0E">
        <w:rPr>
          <w:rFonts w:cs="v5.0.0"/>
        </w:rPr>
        <w:t xml:space="preserve"> using the parameters in table 7.5.2.2-1</w:t>
      </w:r>
      <w:r w:rsidRPr="00EF2F0E">
        <w:t>, the following requirements shall be met:</w:t>
      </w:r>
    </w:p>
    <w:p w14:paraId="0984DD38" w14:textId="77777777" w:rsidR="00B15E99" w:rsidRPr="00EF2F0E" w:rsidRDefault="00B15E99" w:rsidP="00A40339">
      <w:pPr>
        <w:pStyle w:val="B10"/>
      </w:pPr>
      <w:r w:rsidRPr="00EF2F0E">
        <w:t>-</w:t>
      </w:r>
      <w:r w:rsidRPr="00EF2F0E">
        <w:tab/>
        <w:t xml:space="preserve">For any E-UTRA carrier, the throughput shall be ≥ 95 % of the </w:t>
      </w:r>
      <w:r w:rsidRPr="00EF2F0E">
        <w:rPr>
          <w:i/>
        </w:rPr>
        <w:t>maximum throughput</w:t>
      </w:r>
      <w:r w:rsidRPr="00EF2F0E">
        <w:t xml:space="preserve"> of the reference measurement channel defined in 3GPP TS 36.104 [8], subclause 7.2.1.</w:t>
      </w:r>
    </w:p>
    <w:p w14:paraId="0984DD39" w14:textId="77777777" w:rsidR="00B15E99" w:rsidRPr="00EF2F0E" w:rsidRDefault="00B15E99" w:rsidP="00A40339">
      <w:pPr>
        <w:pStyle w:val="B10"/>
      </w:pPr>
      <w:r w:rsidRPr="00EF2F0E">
        <w:t>-</w:t>
      </w:r>
      <w:r w:rsidRPr="00EF2F0E">
        <w:tab/>
        <w:t>For any UTRA FDD carrier, the BER shall not exceed 0,001 for the reference measurement channel defined in 3GPP TS 25.104 [6], subclause 7.2.1.</w:t>
      </w:r>
    </w:p>
    <w:p w14:paraId="0984DD3A" w14:textId="77777777" w:rsidR="00B15E99" w:rsidRPr="00EF2F0E" w:rsidRDefault="00B15E99" w:rsidP="00A40339">
      <w:pPr>
        <w:pStyle w:val="B10"/>
      </w:pPr>
      <w:r w:rsidRPr="00EF2F0E">
        <w:t>-</w:t>
      </w:r>
      <w:r w:rsidRPr="00EF2F0E">
        <w:tab/>
        <w:t xml:space="preserve">For any UTRA </w:t>
      </w:r>
      <w:r w:rsidRPr="00EF2F0E">
        <w:rPr>
          <w:lang w:eastAsia="zh-CN"/>
        </w:rPr>
        <w:t xml:space="preserve">TDD </w:t>
      </w:r>
      <w:r w:rsidRPr="00EF2F0E">
        <w:t>carrier, the BER shall not exceed 0,001 for the reference measurement channel defined in 3GPP TS 25.105 [7], subclause 7.2.1.2.</w:t>
      </w:r>
    </w:p>
    <w:p w14:paraId="0984DD3B" w14:textId="77777777" w:rsidR="00B15E99" w:rsidRPr="00EF2F0E" w:rsidRDefault="00B15E99" w:rsidP="00A40339">
      <w:pPr>
        <w:pStyle w:val="B10"/>
      </w:pPr>
      <w:r w:rsidRPr="00EF2F0E">
        <w:t>-</w:t>
      </w:r>
      <w:r w:rsidRPr="00EF2F0E">
        <w:tab/>
        <w:t xml:space="preserve">For any NR carrier, the throughput shall be ≥ 95% of the maximum throughput of the reference measurement channel defined for </w:t>
      </w:r>
      <w:r w:rsidRPr="00EF2F0E">
        <w:rPr>
          <w:i/>
        </w:rPr>
        <w:t>BS type 1-H</w:t>
      </w:r>
      <w:r w:rsidRPr="00EF2F0E">
        <w:t xml:space="preserve"> in TS 38.104 [28], subclause 7.2.2.</w:t>
      </w:r>
    </w:p>
    <w:p w14:paraId="0984DD3C" w14:textId="77777777" w:rsidR="00B15E99" w:rsidRPr="00EF2F0E" w:rsidRDefault="00B15E99" w:rsidP="00A40339">
      <w:pPr>
        <w:pStyle w:val="TH"/>
      </w:pPr>
      <w:r w:rsidRPr="00EF2F0E">
        <w:rPr>
          <w:rFonts w:eastAsia="Osaka"/>
        </w:rPr>
        <w:t xml:space="preserve">Table 7.5.2.2-1: </w:t>
      </w:r>
      <w:r w:rsidRPr="00EF2F0E">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18"/>
        <w:gridCol w:w="1657"/>
        <w:gridCol w:w="1082"/>
        <w:gridCol w:w="1134"/>
        <w:gridCol w:w="1134"/>
        <w:gridCol w:w="1701"/>
        <w:gridCol w:w="1167"/>
        <w:gridCol w:w="10"/>
      </w:tblGrid>
      <w:tr w:rsidR="003401A4" w:rsidRPr="00EF2F0E" w14:paraId="0984DD44" w14:textId="77777777" w:rsidTr="00AB06FD">
        <w:trPr>
          <w:gridAfter w:val="1"/>
          <w:wAfter w:w="10" w:type="dxa"/>
          <w:tblHeader/>
          <w:jc w:val="center"/>
        </w:trPr>
        <w:tc>
          <w:tcPr>
            <w:tcW w:w="1918" w:type="dxa"/>
          </w:tcPr>
          <w:p w14:paraId="0984DD3D" w14:textId="77777777" w:rsidR="00B15E99" w:rsidRPr="00EF2F0E" w:rsidRDefault="00B15E99" w:rsidP="00A40339">
            <w:pPr>
              <w:pStyle w:val="TAH"/>
            </w:pPr>
            <w:r w:rsidRPr="00EF2F0E">
              <w:t>Type of co-located BS</w:t>
            </w:r>
          </w:p>
        </w:tc>
        <w:tc>
          <w:tcPr>
            <w:tcW w:w="1657" w:type="dxa"/>
          </w:tcPr>
          <w:p w14:paraId="0984DD3E" w14:textId="77777777" w:rsidR="00B15E99" w:rsidRPr="00EF2F0E" w:rsidRDefault="00B15E99" w:rsidP="00A40339">
            <w:pPr>
              <w:pStyle w:val="TAH"/>
            </w:pPr>
            <w:r w:rsidRPr="00EF2F0E">
              <w:t>Centre Frequency of Interfering Signal [MHz]</w:t>
            </w:r>
          </w:p>
        </w:tc>
        <w:tc>
          <w:tcPr>
            <w:tcW w:w="1082" w:type="dxa"/>
          </w:tcPr>
          <w:p w14:paraId="0984DD3F" w14:textId="77777777" w:rsidR="00B15E99" w:rsidRPr="00EF2F0E" w:rsidRDefault="00B15E99" w:rsidP="00A40339">
            <w:pPr>
              <w:pStyle w:val="TAH"/>
            </w:pPr>
            <w:r w:rsidRPr="00EF2F0E">
              <w:t>Interfering Signal mean power for WA BS [dBm]</w:t>
            </w:r>
          </w:p>
        </w:tc>
        <w:tc>
          <w:tcPr>
            <w:tcW w:w="1134" w:type="dxa"/>
          </w:tcPr>
          <w:p w14:paraId="0984DD40" w14:textId="77777777" w:rsidR="00B15E99" w:rsidRPr="00EF2F0E" w:rsidRDefault="00B15E99" w:rsidP="00A40339">
            <w:pPr>
              <w:pStyle w:val="TAH"/>
            </w:pPr>
            <w:r w:rsidRPr="00EF2F0E">
              <w:t>Interfering Signal mean power for MR BS</w:t>
            </w:r>
            <w:r w:rsidRPr="00EF2F0E" w:rsidDel="006A67F6">
              <w:t xml:space="preserve"> </w:t>
            </w:r>
            <w:r w:rsidRPr="00EF2F0E">
              <w:t>[dBm]</w:t>
            </w:r>
          </w:p>
        </w:tc>
        <w:tc>
          <w:tcPr>
            <w:tcW w:w="1134" w:type="dxa"/>
          </w:tcPr>
          <w:p w14:paraId="0984DD41" w14:textId="77777777" w:rsidR="00B15E99" w:rsidRPr="00EF2F0E" w:rsidRDefault="00B15E99" w:rsidP="00A40339">
            <w:pPr>
              <w:pStyle w:val="TAH"/>
            </w:pPr>
            <w:r w:rsidRPr="00EF2F0E">
              <w:t>Interfering Signal mean power for LA BS</w:t>
            </w:r>
            <w:r w:rsidRPr="00EF2F0E" w:rsidDel="006A67F6">
              <w:t xml:space="preserve"> </w:t>
            </w:r>
            <w:r w:rsidRPr="00EF2F0E">
              <w:t>[dBm]</w:t>
            </w:r>
          </w:p>
        </w:tc>
        <w:tc>
          <w:tcPr>
            <w:tcW w:w="1701" w:type="dxa"/>
          </w:tcPr>
          <w:p w14:paraId="0984DD42" w14:textId="77777777" w:rsidR="00B15E99" w:rsidRPr="00EF2F0E" w:rsidRDefault="00B15E99" w:rsidP="00A40339">
            <w:pPr>
              <w:pStyle w:val="TAH"/>
            </w:pPr>
            <w:r w:rsidRPr="00EF2F0E">
              <w:t>Wanted Signal mean power [dBm]</w:t>
            </w:r>
          </w:p>
        </w:tc>
        <w:tc>
          <w:tcPr>
            <w:tcW w:w="1167" w:type="dxa"/>
          </w:tcPr>
          <w:p w14:paraId="0984DD43" w14:textId="77777777" w:rsidR="00B15E99" w:rsidRPr="00EF2F0E" w:rsidRDefault="00B15E99" w:rsidP="00A40339">
            <w:pPr>
              <w:pStyle w:val="TAH"/>
            </w:pPr>
            <w:r w:rsidRPr="00EF2F0E">
              <w:t>Type of Interfering Signal</w:t>
            </w:r>
          </w:p>
        </w:tc>
      </w:tr>
      <w:tr w:rsidR="003401A4" w:rsidRPr="00EF2F0E" w14:paraId="0984DD4C" w14:textId="77777777" w:rsidTr="00AB06FD">
        <w:trPr>
          <w:gridAfter w:val="1"/>
          <w:wAfter w:w="10" w:type="dxa"/>
          <w:jc w:val="center"/>
        </w:trPr>
        <w:tc>
          <w:tcPr>
            <w:tcW w:w="1918" w:type="dxa"/>
          </w:tcPr>
          <w:p w14:paraId="0984DD45" w14:textId="77777777" w:rsidR="00B15E99" w:rsidRPr="00EF2F0E" w:rsidRDefault="00B15E99" w:rsidP="00A40339">
            <w:pPr>
              <w:pStyle w:val="TAL"/>
              <w:rPr>
                <w:rFonts w:cs="Arial"/>
                <w:szCs w:val="18"/>
              </w:rPr>
            </w:pPr>
            <w:r w:rsidRPr="00EF2F0E">
              <w:rPr>
                <w:rFonts w:cs="Arial"/>
                <w:szCs w:val="18"/>
              </w:rPr>
              <w:t>GSM850 or CDMA850</w:t>
            </w:r>
          </w:p>
        </w:tc>
        <w:tc>
          <w:tcPr>
            <w:tcW w:w="1657" w:type="dxa"/>
            <w:vAlign w:val="center"/>
          </w:tcPr>
          <w:p w14:paraId="0984DD46" w14:textId="77777777" w:rsidR="00B15E99" w:rsidRPr="00EF2F0E" w:rsidRDefault="00B15E99" w:rsidP="00A40339">
            <w:pPr>
              <w:pStyle w:val="TAL"/>
              <w:rPr>
                <w:rFonts w:cs="Arial"/>
                <w:szCs w:val="18"/>
              </w:rPr>
            </w:pPr>
            <w:r w:rsidRPr="00EF2F0E">
              <w:rPr>
                <w:rFonts w:cs="Arial"/>
                <w:szCs w:val="18"/>
              </w:rPr>
              <w:t>869 - 894</w:t>
            </w:r>
          </w:p>
        </w:tc>
        <w:tc>
          <w:tcPr>
            <w:tcW w:w="1082" w:type="dxa"/>
            <w:vAlign w:val="center"/>
          </w:tcPr>
          <w:p w14:paraId="0984DD47"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48"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49"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4A"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4B"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54" w14:textId="77777777" w:rsidTr="00AB06FD">
        <w:trPr>
          <w:gridAfter w:val="1"/>
          <w:wAfter w:w="10" w:type="dxa"/>
          <w:jc w:val="center"/>
        </w:trPr>
        <w:tc>
          <w:tcPr>
            <w:tcW w:w="1918" w:type="dxa"/>
          </w:tcPr>
          <w:p w14:paraId="0984DD4D" w14:textId="77777777" w:rsidR="00B15E99" w:rsidRPr="00EF2F0E" w:rsidRDefault="00B15E99" w:rsidP="00A40339">
            <w:pPr>
              <w:pStyle w:val="TAL"/>
              <w:rPr>
                <w:rFonts w:cs="Arial"/>
                <w:szCs w:val="18"/>
              </w:rPr>
            </w:pPr>
            <w:r w:rsidRPr="00EF2F0E">
              <w:rPr>
                <w:rFonts w:cs="Arial"/>
                <w:szCs w:val="18"/>
              </w:rPr>
              <w:t>GSM900</w:t>
            </w:r>
          </w:p>
        </w:tc>
        <w:tc>
          <w:tcPr>
            <w:tcW w:w="1657" w:type="dxa"/>
            <w:vAlign w:val="center"/>
          </w:tcPr>
          <w:p w14:paraId="0984DD4E" w14:textId="77777777" w:rsidR="00B15E99" w:rsidRPr="00EF2F0E" w:rsidRDefault="00B15E99" w:rsidP="00A40339">
            <w:pPr>
              <w:pStyle w:val="TAL"/>
              <w:rPr>
                <w:rFonts w:cs="Arial"/>
                <w:szCs w:val="18"/>
              </w:rPr>
            </w:pPr>
            <w:r w:rsidRPr="00EF2F0E">
              <w:rPr>
                <w:rFonts w:cs="Arial"/>
                <w:szCs w:val="18"/>
              </w:rPr>
              <w:t>921 - 960</w:t>
            </w:r>
          </w:p>
        </w:tc>
        <w:tc>
          <w:tcPr>
            <w:tcW w:w="1082" w:type="dxa"/>
            <w:vAlign w:val="center"/>
          </w:tcPr>
          <w:p w14:paraId="0984DD4F"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50"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51"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52"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53"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5D" w14:textId="77777777" w:rsidTr="00AB06FD">
        <w:trPr>
          <w:gridAfter w:val="1"/>
          <w:wAfter w:w="10" w:type="dxa"/>
          <w:jc w:val="center"/>
        </w:trPr>
        <w:tc>
          <w:tcPr>
            <w:tcW w:w="1918" w:type="dxa"/>
          </w:tcPr>
          <w:p w14:paraId="0984DD55" w14:textId="77777777" w:rsidR="00B15E99" w:rsidRPr="00EF2F0E" w:rsidRDefault="00B15E99" w:rsidP="00A40339">
            <w:pPr>
              <w:pStyle w:val="TAL"/>
              <w:rPr>
                <w:rFonts w:cs="Arial"/>
                <w:szCs w:val="18"/>
              </w:rPr>
            </w:pPr>
            <w:r w:rsidRPr="00EF2F0E">
              <w:rPr>
                <w:rFonts w:cs="Arial"/>
                <w:szCs w:val="18"/>
              </w:rPr>
              <w:t>DCS1800</w:t>
            </w:r>
          </w:p>
        </w:tc>
        <w:tc>
          <w:tcPr>
            <w:tcW w:w="1657" w:type="dxa"/>
            <w:vAlign w:val="center"/>
          </w:tcPr>
          <w:p w14:paraId="0984DD56" w14:textId="77777777" w:rsidR="00B15E99" w:rsidRPr="00EF2F0E" w:rsidRDefault="00B15E99" w:rsidP="00A40339">
            <w:pPr>
              <w:pStyle w:val="TAL"/>
              <w:rPr>
                <w:rFonts w:cs="Arial"/>
                <w:szCs w:val="18"/>
              </w:rPr>
            </w:pPr>
            <w:r w:rsidRPr="00EF2F0E">
              <w:rPr>
                <w:rFonts w:cs="Arial"/>
                <w:szCs w:val="18"/>
              </w:rPr>
              <w:t>1 805 - 1 880</w:t>
            </w:r>
          </w:p>
          <w:p w14:paraId="0984DD57" w14:textId="77777777" w:rsidR="00B15E99" w:rsidRPr="00EF2F0E" w:rsidRDefault="00B15E99" w:rsidP="00A40339">
            <w:pPr>
              <w:pStyle w:val="TAL"/>
              <w:rPr>
                <w:rFonts w:cs="Arial"/>
                <w:szCs w:val="18"/>
              </w:rPr>
            </w:pPr>
            <w:r w:rsidRPr="00EF2F0E">
              <w:rPr>
                <w:rFonts w:cs="Arial"/>
                <w:szCs w:val="18"/>
              </w:rPr>
              <w:t>(NOTE</w:t>
            </w:r>
            <w:r w:rsidRPr="00EF2F0E">
              <w:rPr>
                <w:lang w:eastAsia="ja-JP"/>
              </w:rPr>
              <w:t xml:space="preserve"> </w:t>
            </w:r>
            <w:r w:rsidRPr="00EF2F0E">
              <w:rPr>
                <w:rFonts w:cs="Arial"/>
                <w:szCs w:val="18"/>
              </w:rPr>
              <w:t>4)</w:t>
            </w:r>
          </w:p>
        </w:tc>
        <w:tc>
          <w:tcPr>
            <w:tcW w:w="1082" w:type="dxa"/>
            <w:vAlign w:val="center"/>
          </w:tcPr>
          <w:p w14:paraId="0984DD58"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59"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5A"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5B"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5C"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65" w14:textId="77777777" w:rsidTr="00AB06FD">
        <w:trPr>
          <w:gridAfter w:val="1"/>
          <w:wAfter w:w="10" w:type="dxa"/>
          <w:jc w:val="center"/>
        </w:trPr>
        <w:tc>
          <w:tcPr>
            <w:tcW w:w="1918" w:type="dxa"/>
          </w:tcPr>
          <w:p w14:paraId="0984DD5E" w14:textId="77777777" w:rsidR="00B15E99" w:rsidRPr="00EF2F0E" w:rsidRDefault="00B15E99" w:rsidP="00A40339">
            <w:pPr>
              <w:pStyle w:val="TAL"/>
              <w:rPr>
                <w:rFonts w:cs="Arial"/>
                <w:szCs w:val="18"/>
              </w:rPr>
            </w:pPr>
            <w:r w:rsidRPr="00EF2F0E">
              <w:rPr>
                <w:rFonts w:cs="Arial"/>
                <w:szCs w:val="18"/>
              </w:rPr>
              <w:t>PCS1900</w:t>
            </w:r>
          </w:p>
        </w:tc>
        <w:tc>
          <w:tcPr>
            <w:tcW w:w="1657" w:type="dxa"/>
            <w:vAlign w:val="center"/>
          </w:tcPr>
          <w:p w14:paraId="0984DD5F" w14:textId="77777777" w:rsidR="00B15E99" w:rsidRPr="00EF2F0E" w:rsidRDefault="00B15E99" w:rsidP="00A40339">
            <w:pPr>
              <w:pStyle w:val="TAL"/>
              <w:rPr>
                <w:rFonts w:cs="Arial"/>
                <w:szCs w:val="18"/>
              </w:rPr>
            </w:pPr>
            <w:r w:rsidRPr="00EF2F0E">
              <w:rPr>
                <w:rFonts w:cs="Arial"/>
                <w:szCs w:val="18"/>
              </w:rPr>
              <w:t>1 930 - 1 990</w:t>
            </w:r>
          </w:p>
        </w:tc>
        <w:tc>
          <w:tcPr>
            <w:tcW w:w="1082" w:type="dxa"/>
            <w:vAlign w:val="center"/>
          </w:tcPr>
          <w:p w14:paraId="0984DD60"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61"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62"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63"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64"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6D" w14:textId="77777777" w:rsidTr="00AB06FD">
        <w:trPr>
          <w:gridAfter w:val="1"/>
          <w:wAfter w:w="10" w:type="dxa"/>
          <w:jc w:val="center"/>
        </w:trPr>
        <w:tc>
          <w:tcPr>
            <w:tcW w:w="1918" w:type="dxa"/>
          </w:tcPr>
          <w:p w14:paraId="0984DD66" w14:textId="77777777" w:rsidR="00B15E99" w:rsidRPr="00EF2F0E" w:rsidRDefault="00B15E99" w:rsidP="00A40339">
            <w:pPr>
              <w:pStyle w:val="TAL"/>
              <w:rPr>
                <w:rFonts w:cs="Arial"/>
                <w:szCs w:val="18"/>
              </w:rPr>
            </w:pPr>
            <w:r w:rsidRPr="00EF2F0E">
              <w:rPr>
                <w:rFonts w:cs="Arial"/>
                <w:szCs w:val="18"/>
              </w:rPr>
              <w:t>UTRA FDD Band I or E-UTRA Band 1 or NR band n1</w:t>
            </w:r>
          </w:p>
        </w:tc>
        <w:tc>
          <w:tcPr>
            <w:tcW w:w="1657" w:type="dxa"/>
            <w:vAlign w:val="center"/>
          </w:tcPr>
          <w:p w14:paraId="0984DD67" w14:textId="77777777" w:rsidR="00B15E99" w:rsidRPr="00EF2F0E" w:rsidRDefault="00B15E99" w:rsidP="00A40339">
            <w:pPr>
              <w:pStyle w:val="TAL"/>
              <w:rPr>
                <w:rFonts w:cs="Arial"/>
                <w:szCs w:val="18"/>
              </w:rPr>
            </w:pPr>
            <w:r w:rsidRPr="00EF2F0E">
              <w:rPr>
                <w:rFonts w:cs="Arial"/>
                <w:szCs w:val="18"/>
              </w:rPr>
              <w:t>2 110 - 2 170</w:t>
            </w:r>
          </w:p>
        </w:tc>
        <w:tc>
          <w:tcPr>
            <w:tcW w:w="1082" w:type="dxa"/>
            <w:vAlign w:val="center"/>
          </w:tcPr>
          <w:p w14:paraId="0984DD68"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69"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6A"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6B"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6C"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75" w14:textId="77777777" w:rsidTr="00AB06FD">
        <w:trPr>
          <w:gridAfter w:val="1"/>
          <w:wAfter w:w="10" w:type="dxa"/>
          <w:jc w:val="center"/>
        </w:trPr>
        <w:tc>
          <w:tcPr>
            <w:tcW w:w="1918" w:type="dxa"/>
          </w:tcPr>
          <w:p w14:paraId="0984DD6E" w14:textId="77777777" w:rsidR="00B15E99" w:rsidRPr="00EF2F0E" w:rsidRDefault="00B15E99" w:rsidP="00A40339">
            <w:pPr>
              <w:pStyle w:val="TAL"/>
              <w:rPr>
                <w:rFonts w:cs="Arial"/>
                <w:szCs w:val="18"/>
              </w:rPr>
            </w:pPr>
            <w:r w:rsidRPr="00EF2F0E">
              <w:rPr>
                <w:rFonts w:cs="Arial"/>
                <w:szCs w:val="18"/>
              </w:rPr>
              <w:t>UTRA FDD Band II or E-UTRA Band 2 or NR band n2</w:t>
            </w:r>
          </w:p>
        </w:tc>
        <w:tc>
          <w:tcPr>
            <w:tcW w:w="1657" w:type="dxa"/>
            <w:vAlign w:val="center"/>
          </w:tcPr>
          <w:p w14:paraId="0984DD6F" w14:textId="77777777" w:rsidR="00B15E99" w:rsidRPr="00EF2F0E" w:rsidRDefault="00B15E99" w:rsidP="00A40339">
            <w:pPr>
              <w:pStyle w:val="TAL"/>
              <w:rPr>
                <w:rFonts w:cs="Arial"/>
                <w:szCs w:val="18"/>
              </w:rPr>
            </w:pPr>
            <w:r w:rsidRPr="00EF2F0E">
              <w:rPr>
                <w:rFonts w:cs="Arial"/>
                <w:szCs w:val="18"/>
              </w:rPr>
              <w:t>1 930 - 1 990</w:t>
            </w:r>
          </w:p>
        </w:tc>
        <w:tc>
          <w:tcPr>
            <w:tcW w:w="1082" w:type="dxa"/>
            <w:vAlign w:val="center"/>
          </w:tcPr>
          <w:p w14:paraId="0984DD70"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71"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72"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73"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74"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7E" w14:textId="77777777" w:rsidTr="00AB06FD">
        <w:trPr>
          <w:gridAfter w:val="1"/>
          <w:wAfter w:w="10" w:type="dxa"/>
          <w:jc w:val="center"/>
        </w:trPr>
        <w:tc>
          <w:tcPr>
            <w:tcW w:w="1918" w:type="dxa"/>
          </w:tcPr>
          <w:p w14:paraId="0984DD76" w14:textId="77777777" w:rsidR="00B15E99" w:rsidRPr="00EF2F0E" w:rsidRDefault="00B15E99" w:rsidP="00A40339">
            <w:pPr>
              <w:pStyle w:val="TAL"/>
              <w:rPr>
                <w:rFonts w:cs="Arial"/>
                <w:szCs w:val="18"/>
              </w:rPr>
            </w:pPr>
            <w:r w:rsidRPr="00EF2F0E">
              <w:rPr>
                <w:rFonts w:cs="Arial"/>
                <w:szCs w:val="18"/>
              </w:rPr>
              <w:t>UTRA FDD Band III or E-UTRA Band 3 or NR band n3</w:t>
            </w:r>
          </w:p>
        </w:tc>
        <w:tc>
          <w:tcPr>
            <w:tcW w:w="1657" w:type="dxa"/>
            <w:vAlign w:val="center"/>
          </w:tcPr>
          <w:p w14:paraId="0984DD77" w14:textId="77777777" w:rsidR="00B15E99" w:rsidRPr="00EF2F0E" w:rsidRDefault="00B15E99" w:rsidP="00A40339">
            <w:pPr>
              <w:pStyle w:val="TAL"/>
              <w:rPr>
                <w:rFonts w:cs="Arial"/>
                <w:szCs w:val="18"/>
              </w:rPr>
            </w:pPr>
            <w:r w:rsidRPr="00EF2F0E">
              <w:rPr>
                <w:rFonts w:cs="Arial"/>
                <w:szCs w:val="18"/>
              </w:rPr>
              <w:t>1 805 - 1 880</w:t>
            </w:r>
          </w:p>
          <w:p w14:paraId="0984DD78" w14:textId="77777777" w:rsidR="00B15E99" w:rsidRPr="00EF2F0E" w:rsidRDefault="00B15E99" w:rsidP="00A40339">
            <w:pPr>
              <w:pStyle w:val="TAL"/>
              <w:rPr>
                <w:rFonts w:cs="Arial"/>
                <w:szCs w:val="18"/>
              </w:rPr>
            </w:pPr>
            <w:r w:rsidRPr="00EF2F0E">
              <w:rPr>
                <w:rFonts w:cs="Arial"/>
                <w:szCs w:val="18"/>
              </w:rPr>
              <w:t>(NOTE</w:t>
            </w:r>
            <w:r w:rsidRPr="00EF2F0E">
              <w:rPr>
                <w:lang w:eastAsia="ja-JP"/>
              </w:rPr>
              <w:t xml:space="preserve"> </w:t>
            </w:r>
            <w:r w:rsidRPr="00EF2F0E">
              <w:rPr>
                <w:rFonts w:cs="Arial"/>
                <w:szCs w:val="18"/>
              </w:rPr>
              <w:t>4)</w:t>
            </w:r>
          </w:p>
        </w:tc>
        <w:tc>
          <w:tcPr>
            <w:tcW w:w="1082" w:type="dxa"/>
            <w:vAlign w:val="center"/>
          </w:tcPr>
          <w:p w14:paraId="0984DD79"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7A"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7B"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7C"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7D"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86" w14:textId="77777777" w:rsidTr="00AB06FD">
        <w:trPr>
          <w:gridAfter w:val="1"/>
          <w:wAfter w:w="10" w:type="dxa"/>
          <w:jc w:val="center"/>
        </w:trPr>
        <w:tc>
          <w:tcPr>
            <w:tcW w:w="1918" w:type="dxa"/>
          </w:tcPr>
          <w:p w14:paraId="0984DD7F" w14:textId="77777777" w:rsidR="00B15E99" w:rsidRPr="00EF2F0E" w:rsidRDefault="00B15E99" w:rsidP="00A40339">
            <w:pPr>
              <w:pStyle w:val="TAL"/>
              <w:rPr>
                <w:rFonts w:cs="Arial"/>
                <w:szCs w:val="18"/>
                <w:lang w:val="sv-SE"/>
              </w:rPr>
            </w:pPr>
            <w:r w:rsidRPr="00EF2F0E">
              <w:rPr>
                <w:rFonts w:cs="Arial"/>
                <w:szCs w:val="18"/>
                <w:lang w:val="sv-SE"/>
              </w:rPr>
              <w:t>UTRA FDD Band IV or E-UTRA Band 4</w:t>
            </w:r>
          </w:p>
        </w:tc>
        <w:tc>
          <w:tcPr>
            <w:tcW w:w="1657" w:type="dxa"/>
            <w:vAlign w:val="center"/>
          </w:tcPr>
          <w:p w14:paraId="0984DD80" w14:textId="77777777" w:rsidR="00B15E99" w:rsidRPr="00EF2F0E" w:rsidRDefault="00B15E99" w:rsidP="00A40339">
            <w:pPr>
              <w:pStyle w:val="TAL"/>
              <w:rPr>
                <w:rFonts w:cs="Arial"/>
                <w:szCs w:val="18"/>
              </w:rPr>
            </w:pPr>
            <w:r w:rsidRPr="00EF2F0E">
              <w:rPr>
                <w:rFonts w:cs="Arial"/>
                <w:szCs w:val="18"/>
              </w:rPr>
              <w:t>2 110 - 2 155</w:t>
            </w:r>
          </w:p>
        </w:tc>
        <w:tc>
          <w:tcPr>
            <w:tcW w:w="1082" w:type="dxa"/>
            <w:vAlign w:val="center"/>
          </w:tcPr>
          <w:p w14:paraId="0984DD81"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82"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83"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84"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85"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8E" w14:textId="77777777" w:rsidTr="00AB06FD">
        <w:trPr>
          <w:gridAfter w:val="1"/>
          <w:wAfter w:w="10" w:type="dxa"/>
          <w:jc w:val="center"/>
        </w:trPr>
        <w:tc>
          <w:tcPr>
            <w:tcW w:w="1918" w:type="dxa"/>
          </w:tcPr>
          <w:p w14:paraId="0984DD87" w14:textId="77777777" w:rsidR="00B15E99" w:rsidRPr="00EF2F0E" w:rsidRDefault="00B15E99" w:rsidP="00A40339">
            <w:pPr>
              <w:pStyle w:val="TAL"/>
              <w:rPr>
                <w:rFonts w:cs="Arial"/>
                <w:szCs w:val="18"/>
              </w:rPr>
            </w:pPr>
            <w:r w:rsidRPr="00EF2F0E">
              <w:rPr>
                <w:rFonts w:cs="Arial"/>
                <w:szCs w:val="18"/>
              </w:rPr>
              <w:t>UTRA FDD Band V or E-UTRA Band 5 or NR band n5</w:t>
            </w:r>
          </w:p>
        </w:tc>
        <w:tc>
          <w:tcPr>
            <w:tcW w:w="1657" w:type="dxa"/>
            <w:vAlign w:val="center"/>
          </w:tcPr>
          <w:p w14:paraId="0984DD88" w14:textId="77777777" w:rsidR="00B15E99" w:rsidRPr="00EF2F0E" w:rsidRDefault="00B15E99" w:rsidP="00A40339">
            <w:pPr>
              <w:pStyle w:val="TAL"/>
              <w:rPr>
                <w:rFonts w:cs="Arial"/>
                <w:szCs w:val="18"/>
              </w:rPr>
            </w:pPr>
            <w:r w:rsidRPr="00EF2F0E">
              <w:rPr>
                <w:rFonts w:cs="Arial"/>
                <w:szCs w:val="18"/>
              </w:rPr>
              <w:t>869 - 894</w:t>
            </w:r>
          </w:p>
        </w:tc>
        <w:tc>
          <w:tcPr>
            <w:tcW w:w="1082" w:type="dxa"/>
            <w:vAlign w:val="center"/>
          </w:tcPr>
          <w:p w14:paraId="0984DD89"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8A"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8B"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8C"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8D"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96" w14:textId="77777777" w:rsidTr="00AB06FD">
        <w:trPr>
          <w:gridAfter w:val="1"/>
          <w:wAfter w:w="10" w:type="dxa"/>
          <w:jc w:val="center"/>
        </w:trPr>
        <w:tc>
          <w:tcPr>
            <w:tcW w:w="1918" w:type="dxa"/>
          </w:tcPr>
          <w:p w14:paraId="0984DD8F" w14:textId="77777777" w:rsidR="00B15E99" w:rsidRPr="00EF2F0E" w:rsidRDefault="00B15E99" w:rsidP="00A40339">
            <w:pPr>
              <w:pStyle w:val="TAL"/>
              <w:rPr>
                <w:rFonts w:cs="Arial"/>
                <w:szCs w:val="18"/>
                <w:lang w:val="sv-SE"/>
              </w:rPr>
            </w:pPr>
            <w:r w:rsidRPr="00EF2F0E">
              <w:rPr>
                <w:rFonts w:cs="Arial"/>
                <w:szCs w:val="18"/>
                <w:lang w:val="sv-SE"/>
              </w:rPr>
              <w:t>UTRA FDD Band VI or E-UTRA Band 6</w:t>
            </w:r>
          </w:p>
        </w:tc>
        <w:tc>
          <w:tcPr>
            <w:tcW w:w="1657" w:type="dxa"/>
            <w:vAlign w:val="center"/>
          </w:tcPr>
          <w:p w14:paraId="0984DD90" w14:textId="77777777" w:rsidR="00B15E99" w:rsidRPr="00EF2F0E" w:rsidRDefault="00B15E99" w:rsidP="00A40339">
            <w:pPr>
              <w:pStyle w:val="TAL"/>
              <w:rPr>
                <w:rFonts w:cs="Arial"/>
                <w:szCs w:val="18"/>
              </w:rPr>
            </w:pPr>
            <w:r w:rsidRPr="00EF2F0E">
              <w:rPr>
                <w:rFonts w:cs="Arial"/>
                <w:szCs w:val="18"/>
              </w:rPr>
              <w:t>875 - 885</w:t>
            </w:r>
          </w:p>
        </w:tc>
        <w:tc>
          <w:tcPr>
            <w:tcW w:w="1082" w:type="dxa"/>
            <w:vAlign w:val="center"/>
          </w:tcPr>
          <w:p w14:paraId="0984DD91"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92"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93"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94"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95"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9E" w14:textId="77777777" w:rsidTr="00AB06FD">
        <w:trPr>
          <w:gridAfter w:val="1"/>
          <w:wAfter w:w="10" w:type="dxa"/>
          <w:jc w:val="center"/>
        </w:trPr>
        <w:tc>
          <w:tcPr>
            <w:tcW w:w="1918" w:type="dxa"/>
          </w:tcPr>
          <w:p w14:paraId="0984DD97" w14:textId="77777777" w:rsidR="00B15E99" w:rsidRPr="00EF2F0E" w:rsidRDefault="00B15E99" w:rsidP="00A40339">
            <w:pPr>
              <w:pStyle w:val="TAL"/>
              <w:rPr>
                <w:rFonts w:cs="Arial"/>
                <w:szCs w:val="18"/>
              </w:rPr>
            </w:pPr>
            <w:r w:rsidRPr="00EF2F0E">
              <w:rPr>
                <w:rFonts w:cs="Arial"/>
                <w:szCs w:val="18"/>
              </w:rPr>
              <w:t>UTRA FDD Band VII or E-UTRA Band 7 or NR band n7</w:t>
            </w:r>
          </w:p>
        </w:tc>
        <w:tc>
          <w:tcPr>
            <w:tcW w:w="1657" w:type="dxa"/>
            <w:vAlign w:val="center"/>
          </w:tcPr>
          <w:p w14:paraId="0984DD98" w14:textId="77777777" w:rsidR="00B15E99" w:rsidRPr="00EF2F0E" w:rsidRDefault="00B15E99" w:rsidP="00A40339">
            <w:pPr>
              <w:pStyle w:val="TAL"/>
              <w:rPr>
                <w:rFonts w:cs="Arial"/>
                <w:szCs w:val="18"/>
              </w:rPr>
            </w:pPr>
            <w:r w:rsidRPr="00EF2F0E">
              <w:rPr>
                <w:rFonts w:cs="Arial"/>
                <w:szCs w:val="18"/>
              </w:rPr>
              <w:t>2 620 - 2 690</w:t>
            </w:r>
          </w:p>
        </w:tc>
        <w:tc>
          <w:tcPr>
            <w:tcW w:w="1082" w:type="dxa"/>
            <w:vAlign w:val="center"/>
          </w:tcPr>
          <w:p w14:paraId="0984DD99"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9A"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9B"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9C"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9D"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A6"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D9F" w14:textId="77777777" w:rsidR="00B15E99" w:rsidRPr="00EF2F0E" w:rsidRDefault="00B15E99" w:rsidP="00A40339">
            <w:pPr>
              <w:pStyle w:val="TAL"/>
              <w:rPr>
                <w:rFonts w:cs="Arial"/>
                <w:szCs w:val="18"/>
              </w:rPr>
            </w:pPr>
            <w:r w:rsidRPr="00EF2F0E">
              <w:rPr>
                <w:rFonts w:cs="Arial"/>
                <w:szCs w:val="18"/>
              </w:rPr>
              <w:t>UTRA FDD Band VIII or E-UTRA Band 8 or NR band n8</w:t>
            </w:r>
          </w:p>
        </w:tc>
        <w:tc>
          <w:tcPr>
            <w:tcW w:w="1657" w:type="dxa"/>
            <w:tcBorders>
              <w:top w:val="single" w:sz="4" w:space="0" w:color="auto"/>
              <w:left w:val="single" w:sz="4" w:space="0" w:color="auto"/>
              <w:bottom w:val="single" w:sz="4" w:space="0" w:color="auto"/>
              <w:right w:val="single" w:sz="4" w:space="0" w:color="auto"/>
            </w:tcBorders>
            <w:vAlign w:val="center"/>
          </w:tcPr>
          <w:p w14:paraId="0984DDA0" w14:textId="77777777" w:rsidR="00B15E99" w:rsidRPr="00EF2F0E" w:rsidRDefault="00B15E99" w:rsidP="00A40339">
            <w:pPr>
              <w:pStyle w:val="TAL"/>
              <w:rPr>
                <w:rFonts w:cs="Arial"/>
                <w:szCs w:val="18"/>
              </w:rPr>
            </w:pPr>
            <w:r w:rsidRPr="00EF2F0E">
              <w:rPr>
                <w:rFonts w:cs="Arial"/>
                <w:szCs w:val="18"/>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0984DDA1" w14:textId="77777777" w:rsidR="00B15E99" w:rsidRPr="00EF2F0E" w:rsidRDefault="00B15E99" w:rsidP="00A40339">
            <w:pPr>
              <w:pStyle w:val="TAL"/>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DA2"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DA3" w14:textId="77777777" w:rsidR="00B15E99" w:rsidRPr="00EF2F0E" w:rsidRDefault="00B15E99" w:rsidP="00A40339">
            <w:pPr>
              <w:pStyle w:val="TAL"/>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DA4"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tcBorders>
              <w:top w:val="single" w:sz="4" w:space="0" w:color="auto"/>
              <w:left w:val="single" w:sz="4" w:space="0" w:color="auto"/>
              <w:bottom w:val="single" w:sz="4" w:space="0" w:color="auto"/>
              <w:right w:val="single" w:sz="4" w:space="0" w:color="auto"/>
            </w:tcBorders>
            <w:vAlign w:val="center"/>
          </w:tcPr>
          <w:p w14:paraId="0984DDA5"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AE" w14:textId="77777777" w:rsidTr="00AB06FD">
        <w:trPr>
          <w:gridAfter w:val="1"/>
          <w:wAfter w:w="10" w:type="dxa"/>
          <w:jc w:val="center"/>
        </w:trPr>
        <w:tc>
          <w:tcPr>
            <w:tcW w:w="1918" w:type="dxa"/>
          </w:tcPr>
          <w:p w14:paraId="0984DDA7" w14:textId="77777777" w:rsidR="00B15E99" w:rsidRPr="00EF2F0E" w:rsidRDefault="00B15E99" w:rsidP="00A40339">
            <w:pPr>
              <w:pStyle w:val="TAL"/>
              <w:rPr>
                <w:rFonts w:cs="Arial"/>
                <w:szCs w:val="18"/>
                <w:lang w:val="sv-SE"/>
              </w:rPr>
            </w:pPr>
            <w:r w:rsidRPr="00EF2F0E">
              <w:rPr>
                <w:rFonts w:cs="Arial"/>
                <w:szCs w:val="18"/>
                <w:lang w:val="sv-SE"/>
              </w:rPr>
              <w:t>UTRA FDD Band IX or E-UTRA Band 9</w:t>
            </w:r>
          </w:p>
        </w:tc>
        <w:tc>
          <w:tcPr>
            <w:tcW w:w="1657" w:type="dxa"/>
            <w:vAlign w:val="center"/>
          </w:tcPr>
          <w:p w14:paraId="0984DDA8" w14:textId="77777777" w:rsidR="00B15E99" w:rsidRPr="00EF2F0E" w:rsidRDefault="00B15E99" w:rsidP="00A40339">
            <w:pPr>
              <w:pStyle w:val="TAL"/>
              <w:rPr>
                <w:rFonts w:cs="Arial"/>
                <w:szCs w:val="18"/>
              </w:rPr>
            </w:pPr>
            <w:r w:rsidRPr="00EF2F0E">
              <w:rPr>
                <w:rFonts w:cs="Arial"/>
                <w:szCs w:val="18"/>
              </w:rPr>
              <w:t>1 844.9 - 1 879.9</w:t>
            </w:r>
          </w:p>
        </w:tc>
        <w:tc>
          <w:tcPr>
            <w:tcW w:w="1082" w:type="dxa"/>
            <w:vAlign w:val="center"/>
          </w:tcPr>
          <w:p w14:paraId="0984DDA9"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AA"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AB"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AC"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AD"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B6" w14:textId="77777777" w:rsidTr="00AB06FD">
        <w:trPr>
          <w:gridAfter w:val="1"/>
          <w:wAfter w:w="10" w:type="dxa"/>
          <w:jc w:val="center"/>
        </w:trPr>
        <w:tc>
          <w:tcPr>
            <w:tcW w:w="1918" w:type="dxa"/>
          </w:tcPr>
          <w:p w14:paraId="0984DDAF" w14:textId="77777777" w:rsidR="00B15E99" w:rsidRPr="00EF2F0E" w:rsidRDefault="00B15E99" w:rsidP="00A40339">
            <w:pPr>
              <w:pStyle w:val="TAL"/>
              <w:rPr>
                <w:rFonts w:cs="Arial"/>
                <w:szCs w:val="18"/>
                <w:lang w:val="sv-SE"/>
              </w:rPr>
            </w:pPr>
            <w:r w:rsidRPr="00EF2F0E">
              <w:rPr>
                <w:rFonts w:cs="Arial"/>
                <w:szCs w:val="18"/>
                <w:lang w:val="sv-SE"/>
              </w:rPr>
              <w:t>UTRA FDD Band X or E-UTRA Band 10</w:t>
            </w:r>
          </w:p>
        </w:tc>
        <w:tc>
          <w:tcPr>
            <w:tcW w:w="1657" w:type="dxa"/>
            <w:vAlign w:val="center"/>
          </w:tcPr>
          <w:p w14:paraId="0984DDB0" w14:textId="77777777" w:rsidR="00B15E99" w:rsidRPr="00EF2F0E" w:rsidRDefault="00B15E99" w:rsidP="00A40339">
            <w:pPr>
              <w:pStyle w:val="TAL"/>
              <w:rPr>
                <w:rFonts w:cs="Arial"/>
                <w:szCs w:val="18"/>
              </w:rPr>
            </w:pPr>
            <w:r w:rsidRPr="00EF2F0E">
              <w:rPr>
                <w:rFonts w:cs="Arial"/>
                <w:szCs w:val="18"/>
              </w:rPr>
              <w:t>2 110 - 2 170</w:t>
            </w:r>
          </w:p>
        </w:tc>
        <w:tc>
          <w:tcPr>
            <w:tcW w:w="1082" w:type="dxa"/>
            <w:vAlign w:val="center"/>
          </w:tcPr>
          <w:p w14:paraId="0984DDB1"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B2"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B3"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B4"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B5"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BE" w14:textId="77777777" w:rsidTr="00AB06FD">
        <w:trPr>
          <w:gridAfter w:val="1"/>
          <w:wAfter w:w="10" w:type="dxa"/>
          <w:jc w:val="center"/>
        </w:trPr>
        <w:tc>
          <w:tcPr>
            <w:tcW w:w="1918" w:type="dxa"/>
          </w:tcPr>
          <w:p w14:paraId="0984DDB7" w14:textId="77777777" w:rsidR="00B15E99" w:rsidRPr="00EF2F0E" w:rsidRDefault="00B15E99" w:rsidP="00A40339">
            <w:pPr>
              <w:pStyle w:val="TAL"/>
              <w:rPr>
                <w:rFonts w:cs="Arial"/>
                <w:szCs w:val="18"/>
                <w:lang w:val="sv-SE"/>
              </w:rPr>
            </w:pPr>
            <w:r w:rsidRPr="00EF2F0E">
              <w:rPr>
                <w:rFonts w:cs="Arial"/>
                <w:szCs w:val="18"/>
                <w:lang w:val="sv-SE"/>
              </w:rPr>
              <w:t>UTRA FDD Band XI or E-UTRA Band 11</w:t>
            </w:r>
          </w:p>
        </w:tc>
        <w:tc>
          <w:tcPr>
            <w:tcW w:w="1657" w:type="dxa"/>
            <w:vAlign w:val="center"/>
          </w:tcPr>
          <w:p w14:paraId="0984DDB8" w14:textId="77777777" w:rsidR="00B15E99" w:rsidRPr="00EF2F0E" w:rsidRDefault="00B15E99" w:rsidP="00A40339">
            <w:pPr>
              <w:pStyle w:val="TAL"/>
              <w:rPr>
                <w:rFonts w:cs="Arial"/>
                <w:szCs w:val="18"/>
              </w:rPr>
            </w:pPr>
            <w:r w:rsidRPr="00EF2F0E">
              <w:rPr>
                <w:rFonts w:cs="Arial"/>
                <w:szCs w:val="18"/>
              </w:rPr>
              <w:t>1 475.9 - 1 495.9</w:t>
            </w:r>
          </w:p>
        </w:tc>
        <w:tc>
          <w:tcPr>
            <w:tcW w:w="1082" w:type="dxa"/>
            <w:vAlign w:val="center"/>
          </w:tcPr>
          <w:p w14:paraId="0984DDB9"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BA"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BB"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BC"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BD"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C6" w14:textId="77777777" w:rsidTr="00AB06FD">
        <w:trPr>
          <w:gridAfter w:val="1"/>
          <w:wAfter w:w="10" w:type="dxa"/>
          <w:jc w:val="center"/>
        </w:trPr>
        <w:tc>
          <w:tcPr>
            <w:tcW w:w="1918" w:type="dxa"/>
          </w:tcPr>
          <w:p w14:paraId="0984DDBF" w14:textId="77777777" w:rsidR="00B15E99" w:rsidRPr="00EF2F0E" w:rsidRDefault="00B15E99" w:rsidP="00A40339">
            <w:pPr>
              <w:pStyle w:val="TAL"/>
              <w:rPr>
                <w:rFonts w:cs="Arial"/>
                <w:szCs w:val="18"/>
                <w:lang w:val="sv-SE"/>
              </w:rPr>
            </w:pPr>
            <w:r w:rsidRPr="00EF2F0E">
              <w:rPr>
                <w:rFonts w:cs="Arial"/>
                <w:szCs w:val="18"/>
                <w:lang w:val="sv-SE"/>
              </w:rPr>
              <w:t>UTRA FDD Band XII or E-UTRA Band 12</w:t>
            </w:r>
            <w:r w:rsidR="006C0349" w:rsidRPr="00EF2F0E">
              <w:rPr>
                <w:rFonts w:cs="Arial"/>
                <w:szCs w:val="18"/>
                <w:lang w:val="sv-SE"/>
              </w:rPr>
              <w:t xml:space="preserve"> or NR band n12</w:t>
            </w:r>
          </w:p>
        </w:tc>
        <w:tc>
          <w:tcPr>
            <w:tcW w:w="1657" w:type="dxa"/>
            <w:vAlign w:val="center"/>
          </w:tcPr>
          <w:p w14:paraId="0984DDC0" w14:textId="77777777" w:rsidR="00B15E99" w:rsidRPr="00EF2F0E" w:rsidRDefault="00B15E99" w:rsidP="00A40339">
            <w:pPr>
              <w:pStyle w:val="TAL"/>
              <w:rPr>
                <w:rFonts w:cs="Arial"/>
                <w:szCs w:val="18"/>
              </w:rPr>
            </w:pPr>
            <w:r w:rsidRPr="00EF2F0E">
              <w:rPr>
                <w:rFonts w:cs="Arial"/>
                <w:szCs w:val="18"/>
              </w:rPr>
              <w:t>729 - 746</w:t>
            </w:r>
          </w:p>
        </w:tc>
        <w:tc>
          <w:tcPr>
            <w:tcW w:w="1082" w:type="dxa"/>
            <w:vAlign w:val="center"/>
          </w:tcPr>
          <w:p w14:paraId="0984DDC1"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C2"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C3"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C4"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C5"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CE" w14:textId="77777777" w:rsidTr="00AB06FD">
        <w:trPr>
          <w:gridAfter w:val="1"/>
          <w:wAfter w:w="10" w:type="dxa"/>
          <w:jc w:val="center"/>
        </w:trPr>
        <w:tc>
          <w:tcPr>
            <w:tcW w:w="1918" w:type="dxa"/>
          </w:tcPr>
          <w:p w14:paraId="0984DDC7" w14:textId="77777777" w:rsidR="00B15E99" w:rsidRPr="00EF2F0E" w:rsidRDefault="00B15E99" w:rsidP="00A40339">
            <w:pPr>
              <w:pStyle w:val="TAL"/>
              <w:rPr>
                <w:rFonts w:cs="Arial"/>
                <w:szCs w:val="18"/>
                <w:lang w:val="sv-SE"/>
              </w:rPr>
            </w:pPr>
            <w:r w:rsidRPr="00EF2F0E">
              <w:rPr>
                <w:rFonts w:cs="Arial"/>
                <w:szCs w:val="18"/>
                <w:lang w:val="sv-SE"/>
              </w:rPr>
              <w:t>UTRA FDD Band XIIII or E-UTRA Band 13</w:t>
            </w:r>
          </w:p>
        </w:tc>
        <w:tc>
          <w:tcPr>
            <w:tcW w:w="1657" w:type="dxa"/>
            <w:vAlign w:val="center"/>
          </w:tcPr>
          <w:p w14:paraId="0984DDC8" w14:textId="77777777" w:rsidR="00B15E99" w:rsidRPr="00EF2F0E" w:rsidRDefault="00B15E99" w:rsidP="00A40339">
            <w:pPr>
              <w:pStyle w:val="TAL"/>
              <w:rPr>
                <w:rFonts w:cs="Arial"/>
                <w:szCs w:val="18"/>
              </w:rPr>
            </w:pPr>
            <w:r w:rsidRPr="00EF2F0E">
              <w:rPr>
                <w:rFonts w:cs="Arial"/>
                <w:szCs w:val="18"/>
              </w:rPr>
              <w:t>746 - 756</w:t>
            </w:r>
          </w:p>
        </w:tc>
        <w:tc>
          <w:tcPr>
            <w:tcW w:w="1082" w:type="dxa"/>
            <w:vAlign w:val="center"/>
          </w:tcPr>
          <w:p w14:paraId="0984DDC9"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CA"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CB"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CC"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CD"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D6" w14:textId="77777777" w:rsidTr="00AB06FD">
        <w:trPr>
          <w:gridAfter w:val="1"/>
          <w:wAfter w:w="10" w:type="dxa"/>
          <w:jc w:val="center"/>
        </w:trPr>
        <w:tc>
          <w:tcPr>
            <w:tcW w:w="1918" w:type="dxa"/>
          </w:tcPr>
          <w:p w14:paraId="0984DDCF" w14:textId="77777777" w:rsidR="00B15E99" w:rsidRPr="00EF2F0E" w:rsidRDefault="00B15E99" w:rsidP="00A40339">
            <w:pPr>
              <w:pStyle w:val="TAL"/>
              <w:rPr>
                <w:rFonts w:cs="Arial"/>
                <w:szCs w:val="18"/>
                <w:lang w:val="sv-SE"/>
              </w:rPr>
            </w:pPr>
            <w:r w:rsidRPr="00EF2F0E">
              <w:rPr>
                <w:rFonts w:cs="Arial"/>
                <w:szCs w:val="18"/>
                <w:lang w:val="sv-SE"/>
              </w:rPr>
              <w:t>UTRA FDD Band XIV or E-UTRA Band 14</w:t>
            </w:r>
          </w:p>
        </w:tc>
        <w:tc>
          <w:tcPr>
            <w:tcW w:w="1657" w:type="dxa"/>
            <w:vAlign w:val="center"/>
          </w:tcPr>
          <w:p w14:paraId="0984DDD0" w14:textId="77777777" w:rsidR="00B15E99" w:rsidRPr="00EF2F0E" w:rsidRDefault="00B15E99" w:rsidP="00A40339">
            <w:pPr>
              <w:pStyle w:val="TAL"/>
              <w:rPr>
                <w:rFonts w:cs="Arial"/>
                <w:szCs w:val="18"/>
              </w:rPr>
            </w:pPr>
            <w:r w:rsidRPr="00EF2F0E">
              <w:rPr>
                <w:rFonts w:cs="Arial"/>
                <w:szCs w:val="18"/>
              </w:rPr>
              <w:t>758 - 768</w:t>
            </w:r>
          </w:p>
        </w:tc>
        <w:tc>
          <w:tcPr>
            <w:tcW w:w="1082" w:type="dxa"/>
            <w:vAlign w:val="center"/>
          </w:tcPr>
          <w:p w14:paraId="0984DDD1"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D2"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D3"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D4"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D5"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DE" w14:textId="77777777" w:rsidTr="00AB06FD">
        <w:trPr>
          <w:gridAfter w:val="1"/>
          <w:wAfter w:w="10" w:type="dxa"/>
          <w:jc w:val="center"/>
        </w:trPr>
        <w:tc>
          <w:tcPr>
            <w:tcW w:w="1918" w:type="dxa"/>
          </w:tcPr>
          <w:p w14:paraId="0984DDD7" w14:textId="77777777" w:rsidR="00B15E99" w:rsidRPr="00EF2F0E" w:rsidRDefault="00B15E99" w:rsidP="00A40339">
            <w:pPr>
              <w:pStyle w:val="TAL"/>
              <w:rPr>
                <w:rFonts w:cs="Arial"/>
                <w:szCs w:val="18"/>
              </w:rPr>
            </w:pPr>
            <w:r w:rsidRPr="00EF2F0E">
              <w:rPr>
                <w:rFonts w:cs="Arial"/>
                <w:szCs w:val="18"/>
              </w:rPr>
              <w:t>E-UTRA Band 17</w:t>
            </w:r>
          </w:p>
        </w:tc>
        <w:tc>
          <w:tcPr>
            <w:tcW w:w="1657" w:type="dxa"/>
            <w:vAlign w:val="center"/>
          </w:tcPr>
          <w:p w14:paraId="0984DDD8" w14:textId="77777777" w:rsidR="00B15E99" w:rsidRPr="00EF2F0E" w:rsidRDefault="00B15E99" w:rsidP="00A40339">
            <w:pPr>
              <w:pStyle w:val="TAL"/>
              <w:rPr>
                <w:rFonts w:cs="Arial"/>
                <w:szCs w:val="18"/>
              </w:rPr>
            </w:pPr>
            <w:r w:rsidRPr="00EF2F0E">
              <w:rPr>
                <w:rFonts w:cs="Arial"/>
                <w:szCs w:val="18"/>
              </w:rPr>
              <w:t>734 - 746</w:t>
            </w:r>
          </w:p>
        </w:tc>
        <w:tc>
          <w:tcPr>
            <w:tcW w:w="1082" w:type="dxa"/>
            <w:vAlign w:val="center"/>
          </w:tcPr>
          <w:p w14:paraId="0984DDD9"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DA"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DB"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DC"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Pr>
                <w:rFonts w:cs="Arial"/>
                <w:szCs w:val="18"/>
              </w:rPr>
              <w:t xml:space="preserve"> + x dB (NOTE</w:t>
            </w:r>
            <w:r w:rsidRPr="00EF2F0E">
              <w:rPr>
                <w:lang w:eastAsia="ja-JP"/>
              </w:rPr>
              <w:t xml:space="preserve"> </w:t>
            </w:r>
            <w:r w:rsidRPr="00EF2F0E">
              <w:rPr>
                <w:rFonts w:cs="Arial"/>
                <w:szCs w:val="18"/>
              </w:rPr>
              <w:t>1)</w:t>
            </w:r>
          </w:p>
        </w:tc>
        <w:tc>
          <w:tcPr>
            <w:tcW w:w="1167" w:type="dxa"/>
            <w:vAlign w:val="center"/>
          </w:tcPr>
          <w:p w14:paraId="0984DDDD"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E6" w14:textId="77777777" w:rsidTr="00AB06FD">
        <w:trPr>
          <w:gridAfter w:val="1"/>
          <w:wAfter w:w="10" w:type="dxa"/>
          <w:jc w:val="center"/>
        </w:trPr>
        <w:tc>
          <w:tcPr>
            <w:tcW w:w="1918" w:type="dxa"/>
          </w:tcPr>
          <w:p w14:paraId="0984DDDF" w14:textId="77777777" w:rsidR="00B15E99" w:rsidRPr="00EF2F0E" w:rsidRDefault="00B15E99" w:rsidP="00A40339">
            <w:pPr>
              <w:pStyle w:val="TAL"/>
              <w:rPr>
                <w:rFonts w:cs="Arial"/>
                <w:szCs w:val="18"/>
              </w:rPr>
            </w:pPr>
            <w:r w:rsidRPr="00EF2F0E">
              <w:rPr>
                <w:rFonts w:cs="Arial"/>
                <w:szCs w:val="18"/>
              </w:rPr>
              <w:t>E-UTRA Band 18</w:t>
            </w:r>
          </w:p>
        </w:tc>
        <w:tc>
          <w:tcPr>
            <w:tcW w:w="1657" w:type="dxa"/>
            <w:vAlign w:val="center"/>
          </w:tcPr>
          <w:p w14:paraId="0984DDE0" w14:textId="77777777" w:rsidR="00B15E99" w:rsidRPr="00EF2F0E" w:rsidRDefault="00B15E99" w:rsidP="00A40339">
            <w:pPr>
              <w:pStyle w:val="TAL"/>
              <w:rPr>
                <w:rFonts w:cs="Arial"/>
                <w:szCs w:val="18"/>
              </w:rPr>
            </w:pPr>
            <w:r w:rsidRPr="00EF2F0E">
              <w:rPr>
                <w:rFonts w:cs="Arial"/>
                <w:szCs w:val="18"/>
              </w:rPr>
              <w:t>860 - 875</w:t>
            </w:r>
          </w:p>
        </w:tc>
        <w:tc>
          <w:tcPr>
            <w:tcW w:w="1082" w:type="dxa"/>
            <w:vAlign w:val="center"/>
          </w:tcPr>
          <w:p w14:paraId="0984DDE1"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E2"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E3"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E4"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Pr>
                <w:rFonts w:cs="Arial"/>
                <w:szCs w:val="18"/>
              </w:rPr>
              <w:t xml:space="preserve"> + x dB (NOTE</w:t>
            </w:r>
            <w:r w:rsidRPr="00EF2F0E">
              <w:rPr>
                <w:lang w:eastAsia="ja-JP"/>
              </w:rPr>
              <w:t xml:space="preserve"> </w:t>
            </w:r>
            <w:r w:rsidRPr="00EF2F0E">
              <w:rPr>
                <w:rFonts w:cs="Arial"/>
                <w:szCs w:val="18"/>
              </w:rPr>
              <w:t>1)</w:t>
            </w:r>
          </w:p>
        </w:tc>
        <w:tc>
          <w:tcPr>
            <w:tcW w:w="1167" w:type="dxa"/>
            <w:vAlign w:val="center"/>
          </w:tcPr>
          <w:p w14:paraId="0984DDE5"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EE" w14:textId="77777777" w:rsidTr="00AB06FD">
        <w:trPr>
          <w:gridAfter w:val="1"/>
          <w:wAfter w:w="10" w:type="dxa"/>
          <w:jc w:val="center"/>
        </w:trPr>
        <w:tc>
          <w:tcPr>
            <w:tcW w:w="1918" w:type="dxa"/>
          </w:tcPr>
          <w:p w14:paraId="0984DDE7" w14:textId="77777777" w:rsidR="00B15E99" w:rsidRPr="00EF2F0E" w:rsidRDefault="00B15E99" w:rsidP="00A40339">
            <w:pPr>
              <w:pStyle w:val="TAL"/>
              <w:rPr>
                <w:rFonts w:cs="Arial"/>
                <w:szCs w:val="18"/>
                <w:lang w:val="sv-SE"/>
              </w:rPr>
            </w:pPr>
            <w:r w:rsidRPr="00EF2F0E">
              <w:rPr>
                <w:rFonts w:cs="Arial"/>
                <w:szCs w:val="18"/>
                <w:lang w:val="sv-SE"/>
              </w:rPr>
              <w:t>UTRA FDD Band XIX or E-UTRA Band 19</w:t>
            </w:r>
          </w:p>
        </w:tc>
        <w:tc>
          <w:tcPr>
            <w:tcW w:w="1657" w:type="dxa"/>
            <w:vAlign w:val="center"/>
          </w:tcPr>
          <w:p w14:paraId="0984DDE8" w14:textId="77777777" w:rsidR="00B15E99" w:rsidRPr="00EF2F0E" w:rsidRDefault="00B15E99" w:rsidP="00A40339">
            <w:pPr>
              <w:pStyle w:val="TAL"/>
              <w:rPr>
                <w:rFonts w:cs="Arial"/>
                <w:szCs w:val="18"/>
              </w:rPr>
            </w:pPr>
            <w:r w:rsidRPr="00EF2F0E">
              <w:rPr>
                <w:rFonts w:cs="Arial"/>
                <w:szCs w:val="18"/>
              </w:rPr>
              <w:t>875 - 890</w:t>
            </w:r>
          </w:p>
        </w:tc>
        <w:tc>
          <w:tcPr>
            <w:tcW w:w="1082" w:type="dxa"/>
            <w:vAlign w:val="center"/>
          </w:tcPr>
          <w:p w14:paraId="0984DDE9"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EA"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EB"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EC"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ED"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F6" w14:textId="77777777" w:rsidTr="00AB06FD">
        <w:trPr>
          <w:gridAfter w:val="1"/>
          <w:wAfter w:w="10" w:type="dxa"/>
          <w:jc w:val="center"/>
        </w:trPr>
        <w:tc>
          <w:tcPr>
            <w:tcW w:w="1918" w:type="dxa"/>
          </w:tcPr>
          <w:p w14:paraId="0984DDEF" w14:textId="77777777" w:rsidR="00B15E99" w:rsidRPr="00EF2F0E" w:rsidRDefault="00B15E99" w:rsidP="00A40339">
            <w:pPr>
              <w:pStyle w:val="TAL"/>
              <w:rPr>
                <w:rFonts w:cs="Arial"/>
                <w:szCs w:val="18"/>
              </w:rPr>
            </w:pPr>
            <w:r w:rsidRPr="00EF2F0E">
              <w:rPr>
                <w:rFonts w:cs="Arial"/>
                <w:szCs w:val="18"/>
              </w:rPr>
              <w:t>UTRA FDD Band XX or E-UTRA Band 20 or NR band n20</w:t>
            </w:r>
          </w:p>
        </w:tc>
        <w:tc>
          <w:tcPr>
            <w:tcW w:w="1657" w:type="dxa"/>
            <w:vAlign w:val="center"/>
          </w:tcPr>
          <w:p w14:paraId="0984DDF0" w14:textId="77777777" w:rsidR="00B15E99" w:rsidRPr="00EF2F0E" w:rsidRDefault="00B15E99" w:rsidP="00A40339">
            <w:pPr>
              <w:pStyle w:val="TAL"/>
              <w:rPr>
                <w:rFonts w:cs="Arial"/>
                <w:szCs w:val="18"/>
              </w:rPr>
            </w:pPr>
            <w:r w:rsidRPr="00EF2F0E">
              <w:rPr>
                <w:rFonts w:cs="Arial"/>
                <w:szCs w:val="18"/>
              </w:rPr>
              <w:t>791 - 821</w:t>
            </w:r>
          </w:p>
        </w:tc>
        <w:tc>
          <w:tcPr>
            <w:tcW w:w="1082" w:type="dxa"/>
            <w:vAlign w:val="center"/>
          </w:tcPr>
          <w:p w14:paraId="0984DDF1"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F2"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F3"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F4"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F5"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DFE" w14:textId="77777777" w:rsidTr="00AB06FD">
        <w:trPr>
          <w:gridAfter w:val="1"/>
          <w:wAfter w:w="10" w:type="dxa"/>
          <w:jc w:val="center"/>
        </w:trPr>
        <w:tc>
          <w:tcPr>
            <w:tcW w:w="1918" w:type="dxa"/>
          </w:tcPr>
          <w:p w14:paraId="0984DDF7" w14:textId="77777777" w:rsidR="00B15E99" w:rsidRPr="00EF2F0E" w:rsidRDefault="00B15E99" w:rsidP="00A40339">
            <w:pPr>
              <w:pStyle w:val="TAL"/>
              <w:rPr>
                <w:rFonts w:cs="Arial"/>
                <w:szCs w:val="18"/>
                <w:lang w:val="sv-SE"/>
              </w:rPr>
            </w:pPr>
            <w:r w:rsidRPr="00EF2F0E">
              <w:rPr>
                <w:rFonts w:cs="Arial"/>
                <w:szCs w:val="18"/>
                <w:lang w:val="sv-SE"/>
              </w:rPr>
              <w:t>UTRA FDD Band XXI or E-UTRA Band 21</w:t>
            </w:r>
          </w:p>
        </w:tc>
        <w:tc>
          <w:tcPr>
            <w:tcW w:w="1657" w:type="dxa"/>
            <w:vAlign w:val="center"/>
          </w:tcPr>
          <w:p w14:paraId="0984DDF8" w14:textId="77777777" w:rsidR="00B15E99" w:rsidRPr="00EF2F0E" w:rsidRDefault="00B15E99" w:rsidP="00A40339">
            <w:pPr>
              <w:pStyle w:val="TAL"/>
              <w:rPr>
                <w:rFonts w:cs="Arial"/>
                <w:szCs w:val="18"/>
              </w:rPr>
            </w:pPr>
            <w:r w:rsidRPr="00EF2F0E">
              <w:rPr>
                <w:rFonts w:cs="Arial"/>
                <w:szCs w:val="18"/>
              </w:rPr>
              <w:t>1 495.9 - 1 510.9</w:t>
            </w:r>
          </w:p>
        </w:tc>
        <w:tc>
          <w:tcPr>
            <w:tcW w:w="1082" w:type="dxa"/>
            <w:vAlign w:val="center"/>
          </w:tcPr>
          <w:p w14:paraId="0984DDF9"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DFA"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DFB"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DFC"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DFD"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E06" w14:textId="77777777" w:rsidTr="00AB06FD">
        <w:trPr>
          <w:gridAfter w:val="1"/>
          <w:wAfter w:w="10" w:type="dxa"/>
          <w:jc w:val="center"/>
        </w:trPr>
        <w:tc>
          <w:tcPr>
            <w:tcW w:w="1918" w:type="dxa"/>
          </w:tcPr>
          <w:p w14:paraId="0984DDFF" w14:textId="77777777" w:rsidR="00B15E99" w:rsidRPr="00EF2F0E" w:rsidRDefault="00B15E99" w:rsidP="00A40339">
            <w:pPr>
              <w:pStyle w:val="TAL"/>
              <w:rPr>
                <w:rFonts w:cs="Arial"/>
                <w:szCs w:val="18"/>
                <w:lang w:val="sv-SE"/>
              </w:rPr>
            </w:pPr>
            <w:r w:rsidRPr="00EF2F0E">
              <w:rPr>
                <w:rFonts w:cs="Arial"/>
                <w:szCs w:val="18"/>
                <w:lang w:val="sv-SE"/>
              </w:rPr>
              <w:t>UTRA FDD Band XXII or E-UTRA Band 22</w:t>
            </w:r>
          </w:p>
        </w:tc>
        <w:tc>
          <w:tcPr>
            <w:tcW w:w="1657" w:type="dxa"/>
            <w:vAlign w:val="center"/>
          </w:tcPr>
          <w:p w14:paraId="0984DE00" w14:textId="77777777" w:rsidR="00B15E99" w:rsidRPr="00EF2F0E" w:rsidRDefault="00B15E99" w:rsidP="00A40339">
            <w:pPr>
              <w:pStyle w:val="TAL"/>
              <w:rPr>
                <w:rFonts w:cs="Arial"/>
                <w:szCs w:val="18"/>
              </w:rPr>
            </w:pPr>
            <w:r w:rsidRPr="00EF2F0E">
              <w:rPr>
                <w:rFonts w:cs="Arial"/>
                <w:szCs w:val="18"/>
              </w:rPr>
              <w:t>3 510 - 3 590</w:t>
            </w:r>
          </w:p>
        </w:tc>
        <w:tc>
          <w:tcPr>
            <w:tcW w:w="1082" w:type="dxa"/>
            <w:vAlign w:val="center"/>
          </w:tcPr>
          <w:p w14:paraId="0984DE01" w14:textId="77777777" w:rsidR="00B15E99" w:rsidRPr="00EF2F0E" w:rsidRDefault="00B15E99" w:rsidP="00A40339">
            <w:pPr>
              <w:pStyle w:val="TAL"/>
              <w:rPr>
                <w:rFonts w:cs="Arial"/>
                <w:szCs w:val="18"/>
              </w:rPr>
            </w:pPr>
            <w:r w:rsidRPr="00EF2F0E">
              <w:rPr>
                <w:rFonts w:cs="Arial"/>
                <w:szCs w:val="18"/>
              </w:rPr>
              <w:t>+16</w:t>
            </w:r>
          </w:p>
        </w:tc>
        <w:tc>
          <w:tcPr>
            <w:tcW w:w="1134" w:type="dxa"/>
            <w:vAlign w:val="center"/>
          </w:tcPr>
          <w:p w14:paraId="0984DE02"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E03"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E04"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E05" w14:textId="77777777" w:rsidR="00B15E99" w:rsidRPr="00EF2F0E" w:rsidRDefault="00B15E99" w:rsidP="00A40339">
            <w:pPr>
              <w:pStyle w:val="TAL"/>
              <w:rPr>
                <w:rFonts w:cs="Arial"/>
                <w:szCs w:val="18"/>
              </w:rPr>
            </w:pPr>
            <w:r w:rsidRPr="00EF2F0E">
              <w:rPr>
                <w:rFonts w:cs="Arial"/>
                <w:szCs w:val="18"/>
              </w:rPr>
              <w:t>CW carrier</w:t>
            </w:r>
          </w:p>
        </w:tc>
      </w:tr>
      <w:tr w:rsidR="003401A4" w:rsidRPr="00EF2F0E" w14:paraId="0984DE16" w14:textId="77777777" w:rsidTr="00AB06FD">
        <w:trPr>
          <w:gridAfter w:val="1"/>
          <w:wAfter w:w="10" w:type="dxa"/>
          <w:jc w:val="center"/>
        </w:trPr>
        <w:tc>
          <w:tcPr>
            <w:tcW w:w="1918" w:type="dxa"/>
          </w:tcPr>
          <w:p w14:paraId="0984DE0F" w14:textId="77777777" w:rsidR="00B15E99" w:rsidRPr="00EF2F0E" w:rsidRDefault="00B15E99" w:rsidP="00A40339">
            <w:pPr>
              <w:pStyle w:val="TAL"/>
              <w:rPr>
                <w:rFonts w:cs="Arial"/>
                <w:szCs w:val="18"/>
              </w:rPr>
            </w:pPr>
            <w:r w:rsidRPr="00EF2F0E">
              <w:rPr>
                <w:rFonts w:cs="Arial"/>
                <w:szCs w:val="18"/>
              </w:rPr>
              <w:t>E-UTRA Band 24</w:t>
            </w:r>
          </w:p>
        </w:tc>
        <w:tc>
          <w:tcPr>
            <w:tcW w:w="1657" w:type="dxa"/>
            <w:vAlign w:val="center"/>
          </w:tcPr>
          <w:p w14:paraId="0984DE10" w14:textId="77777777" w:rsidR="00B15E99" w:rsidRPr="00EF2F0E" w:rsidRDefault="00B15E99" w:rsidP="00A40339">
            <w:pPr>
              <w:pStyle w:val="TAL"/>
              <w:rPr>
                <w:rFonts w:cs="Arial"/>
                <w:szCs w:val="18"/>
              </w:rPr>
            </w:pPr>
            <w:r w:rsidRPr="00EF2F0E">
              <w:rPr>
                <w:rFonts w:cs="Arial"/>
                <w:szCs w:val="18"/>
              </w:rPr>
              <w:t>1 525 - 1 559</w:t>
            </w:r>
          </w:p>
        </w:tc>
        <w:tc>
          <w:tcPr>
            <w:tcW w:w="1082" w:type="dxa"/>
          </w:tcPr>
          <w:p w14:paraId="0984DE11" w14:textId="77777777" w:rsidR="00B15E99" w:rsidRPr="00EF2F0E" w:rsidRDefault="00B15E99" w:rsidP="00A40339">
            <w:pPr>
              <w:pStyle w:val="TAL"/>
              <w:rPr>
                <w:rFonts w:cs="Arial"/>
                <w:szCs w:val="18"/>
              </w:rPr>
            </w:pPr>
            <w:r w:rsidRPr="00EF2F0E">
              <w:rPr>
                <w:rFonts w:cs="v5.0.0"/>
                <w:szCs w:val="18"/>
              </w:rPr>
              <w:t>+16</w:t>
            </w:r>
          </w:p>
        </w:tc>
        <w:tc>
          <w:tcPr>
            <w:tcW w:w="1134" w:type="dxa"/>
            <w:vAlign w:val="center"/>
          </w:tcPr>
          <w:p w14:paraId="0984DE12"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E13" w14:textId="77777777" w:rsidR="00B15E99" w:rsidRPr="00EF2F0E" w:rsidRDefault="00B15E99" w:rsidP="00A40339">
            <w:pPr>
              <w:pStyle w:val="TAL"/>
              <w:rPr>
                <w:rFonts w:cs="Arial"/>
                <w:szCs w:val="18"/>
              </w:rPr>
            </w:pPr>
            <w:r w:rsidRPr="00EF2F0E">
              <w:rPr>
                <w:rFonts w:cs="Arial"/>
                <w:szCs w:val="18"/>
              </w:rPr>
              <w:t>-6</w:t>
            </w:r>
          </w:p>
        </w:tc>
        <w:tc>
          <w:tcPr>
            <w:tcW w:w="1701" w:type="dxa"/>
          </w:tcPr>
          <w:p w14:paraId="0984DE14"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tcPr>
          <w:p w14:paraId="0984DE15" w14:textId="77777777" w:rsidR="00B15E99" w:rsidRPr="00EF2F0E" w:rsidRDefault="00B15E99" w:rsidP="00A40339">
            <w:pPr>
              <w:pStyle w:val="TAL"/>
              <w:rPr>
                <w:rFonts w:cs="Arial"/>
                <w:szCs w:val="18"/>
              </w:rPr>
            </w:pPr>
            <w:r w:rsidRPr="00EF2F0E">
              <w:rPr>
                <w:rFonts w:cs="v5.0.0"/>
                <w:szCs w:val="18"/>
              </w:rPr>
              <w:t>CW carrier</w:t>
            </w:r>
          </w:p>
        </w:tc>
      </w:tr>
      <w:tr w:rsidR="003401A4" w:rsidRPr="00EF2F0E" w14:paraId="0984DE1E" w14:textId="77777777" w:rsidTr="00AB06FD">
        <w:trPr>
          <w:gridAfter w:val="1"/>
          <w:wAfter w:w="10" w:type="dxa"/>
          <w:jc w:val="center"/>
        </w:trPr>
        <w:tc>
          <w:tcPr>
            <w:tcW w:w="1918" w:type="dxa"/>
          </w:tcPr>
          <w:p w14:paraId="0984DE17" w14:textId="77777777" w:rsidR="00B15E99" w:rsidRPr="00EF2F0E" w:rsidRDefault="00B15E99" w:rsidP="00A40339">
            <w:pPr>
              <w:pStyle w:val="TAL"/>
              <w:rPr>
                <w:rFonts w:cs="Arial"/>
                <w:szCs w:val="18"/>
                <w:lang w:val="sv-SE"/>
              </w:rPr>
            </w:pPr>
            <w:r w:rsidRPr="00EF2F0E">
              <w:rPr>
                <w:rFonts w:cs="Arial"/>
                <w:szCs w:val="18"/>
                <w:lang w:val="sv-SE"/>
              </w:rPr>
              <w:t>UTRA FDD Band XX</w:t>
            </w:r>
            <w:r w:rsidRPr="00EF2F0E">
              <w:rPr>
                <w:rFonts w:cs="Arial"/>
                <w:szCs w:val="18"/>
                <w:lang w:val="sv-SE" w:eastAsia="zh-CN"/>
              </w:rPr>
              <w:t>V</w:t>
            </w:r>
            <w:r w:rsidRPr="00EF2F0E">
              <w:rPr>
                <w:rFonts w:cs="Arial"/>
                <w:szCs w:val="18"/>
                <w:lang w:val="sv-SE"/>
              </w:rPr>
              <w:t xml:space="preserve"> or E-UTRA Band 2</w:t>
            </w:r>
            <w:r w:rsidRPr="00EF2F0E">
              <w:rPr>
                <w:rFonts w:cs="Arial"/>
                <w:szCs w:val="18"/>
                <w:lang w:val="sv-SE" w:eastAsia="zh-CN"/>
              </w:rPr>
              <w:t>5</w:t>
            </w:r>
            <w:r w:rsidR="006C0349" w:rsidRPr="00EF2F0E">
              <w:rPr>
                <w:rFonts w:cs="Arial"/>
                <w:szCs w:val="18"/>
                <w:lang w:val="sv-SE" w:eastAsia="zh-CN"/>
              </w:rPr>
              <w:t xml:space="preserve"> or NR band n25</w:t>
            </w:r>
          </w:p>
        </w:tc>
        <w:tc>
          <w:tcPr>
            <w:tcW w:w="1657" w:type="dxa"/>
            <w:vAlign w:val="center"/>
          </w:tcPr>
          <w:p w14:paraId="0984DE18" w14:textId="77777777" w:rsidR="00B15E99" w:rsidRPr="00EF2F0E" w:rsidRDefault="00B15E99" w:rsidP="00A40339">
            <w:pPr>
              <w:pStyle w:val="TAL"/>
              <w:rPr>
                <w:rFonts w:cs="Arial"/>
                <w:szCs w:val="18"/>
              </w:rPr>
            </w:pPr>
            <w:r w:rsidRPr="00EF2F0E">
              <w:rPr>
                <w:rFonts w:cs="Arial"/>
                <w:szCs w:val="18"/>
              </w:rPr>
              <w:t>1 930 - 1 99</w:t>
            </w:r>
            <w:r w:rsidRPr="00EF2F0E">
              <w:rPr>
                <w:rFonts w:cs="Arial"/>
                <w:szCs w:val="18"/>
                <w:lang w:eastAsia="zh-CN"/>
              </w:rPr>
              <w:t>5</w:t>
            </w:r>
          </w:p>
        </w:tc>
        <w:tc>
          <w:tcPr>
            <w:tcW w:w="1082" w:type="dxa"/>
            <w:vAlign w:val="center"/>
          </w:tcPr>
          <w:p w14:paraId="0984DE19" w14:textId="77777777" w:rsidR="00B15E99" w:rsidRPr="00EF2F0E" w:rsidRDefault="00B15E99" w:rsidP="00A40339">
            <w:pPr>
              <w:pStyle w:val="TAL"/>
              <w:rPr>
                <w:rFonts w:cs="v5.0.0"/>
                <w:szCs w:val="18"/>
              </w:rPr>
            </w:pPr>
            <w:r w:rsidRPr="00EF2F0E">
              <w:rPr>
                <w:rFonts w:cs="Arial"/>
                <w:szCs w:val="18"/>
              </w:rPr>
              <w:t>+16</w:t>
            </w:r>
          </w:p>
        </w:tc>
        <w:tc>
          <w:tcPr>
            <w:tcW w:w="1134" w:type="dxa"/>
            <w:vAlign w:val="center"/>
          </w:tcPr>
          <w:p w14:paraId="0984DE1A" w14:textId="77777777" w:rsidR="00B15E99" w:rsidRPr="00EF2F0E" w:rsidRDefault="00B15E99" w:rsidP="00A40339">
            <w:pPr>
              <w:pStyle w:val="TAL"/>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E1B" w14:textId="77777777" w:rsidR="00B15E99" w:rsidRPr="00EF2F0E" w:rsidRDefault="00B15E99" w:rsidP="00A40339">
            <w:pPr>
              <w:pStyle w:val="TAL"/>
              <w:rPr>
                <w:rFonts w:cs="Arial"/>
                <w:szCs w:val="18"/>
              </w:rPr>
            </w:pPr>
            <w:r w:rsidRPr="00EF2F0E">
              <w:rPr>
                <w:rFonts w:cs="Arial"/>
                <w:szCs w:val="18"/>
              </w:rPr>
              <w:t>-6</w:t>
            </w:r>
          </w:p>
        </w:tc>
        <w:tc>
          <w:tcPr>
            <w:tcW w:w="1701" w:type="dxa"/>
            <w:vAlign w:val="center"/>
          </w:tcPr>
          <w:p w14:paraId="0984DE1C"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E1D" w14:textId="77777777" w:rsidR="00B15E99" w:rsidRPr="00EF2F0E" w:rsidRDefault="00B15E99" w:rsidP="00A40339">
            <w:pPr>
              <w:pStyle w:val="TAL"/>
              <w:rPr>
                <w:rFonts w:cs="v5.0.0"/>
                <w:szCs w:val="18"/>
              </w:rPr>
            </w:pPr>
            <w:r w:rsidRPr="00EF2F0E">
              <w:rPr>
                <w:rFonts w:cs="Arial"/>
                <w:szCs w:val="18"/>
              </w:rPr>
              <w:t>CW carrier</w:t>
            </w:r>
          </w:p>
        </w:tc>
      </w:tr>
      <w:tr w:rsidR="003401A4" w:rsidRPr="00EF2F0E" w14:paraId="0984DE26" w14:textId="77777777" w:rsidTr="00AB06FD">
        <w:trPr>
          <w:gridAfter w:val="1"/>
          <w:wAfter w:w="10" w:type="dxa"/>
          <w:jc w:val="center"/>
        </w:trPr>
        <w:tc>
          <w:tcPr>
            <w:tcW w:w="1918" w:type="dxa"/>
          </w:tcPr>
          <w:p w14:paraId="0984DE1F" w14:textId="77777777" w:rsidR="00B15E99" w:rsidRPr="00EF2F0E" w:rsidRDefault="00B15E99" w:rsidP="00A40339">
            <w:pPr>
              <w:pStyle w:val="TAL"/>
              <w:keepNext w:val="0"/>
              <w:keepLines w:val="0"/>
              <w:rPr>
                <w:rFonts w:cs="Arial"/>
                <w:szCs w:val="18"/>
                <w:lang w:val="sv-SE"/>
              </w:rPr>
            </w:pPr>
            <w:r w:rsidRPr="00EF2F0E">
              <w:rPr>
                <w:rFonts w:cs="Arial"/>
                <w:szCs w:val="18"/>
                <w:lang w:val="sv-SE"/>
              </w:rPr>
              <w:t>UTRA FDD Band XX</w:t>
            </w:r>
            <w:r w:rsidRPr="00EF2F0E">
              <w:rPr>
                <w:rFonts w:cs="Arial"/>
                <w:szCs w:val="18"/>
                <w:lang w:val="sv-SE" w:eastAsia="zh-CN"/>
              </w:rPr>
              <w:t>VI</w:t>
            </w:r>
            <w:r w:rsidRPr="00EF2F0E">
              <w:rPr>
                <w:rFonts w:cs="Arial"/>
                <w:szCs w:val="18"/>
                <w:lang w:val="sv-SE"/>
              </w:rPr>
              <w:t xml:space="preserve"> or E-UTRA Band 2</w:t>
            </w:r>
            <w:r w:rsidRPr="00EF2F0E">
              <w:rPr>
                <w:rFonts w:cs="Arial"/>
                <w:szCs w:val="18"/>
                <w:lang w:val="sv-SE" w:eastAsia="zh-CN"/>
              </w:rPr>
              <w:t>6</w:t>
            </w:r>
          </w:p>
        </w:tc>
        <w:tc>
          <w:tcPr>
            <w:tcW w:w="1657" w:type="dxa"/>
            <w:vAlign w:val="center"/>
          </w:tcPr>
          <w:p w14:paraId="0984DE20" w14:textId="77777777" w:rsidR="00B15E99" w:rsidRPr="00EF2F0E" w:rsidRDefault="00B15E99" w:rsidP="00A40339">
            <w:pPr>
              <w:pStyle w:val="TAL"/>
              <w:keepNext w:val="0"/>
              <w:keepLines w:val="0"/>
              <w:rPr>
                <w:rFonts w:cs="Arial"/>
                <w:szCs w:val="18"/>
              </w:rPr>
            </w:pPr>
            <w:r w:rsidRPr="00EF2F0E">
              <w:rPr>
                <w:rFonts w:cs="Arial"/>
                <w:szCs w:val="18"/>
              </w:rPr>
              <w:t>859 - 894</w:t>
            </w:r>
          </w:p>
        </w:tc>
        <w:tc>
          <w:tcPr>
            <w:tcW w:w="1082" w:type="dxa"/>
            <w:vAlign w:val="center"/>
          </w:tcPr>
          <w:p w14:paraId="0984DE21" w14:textId="77777777" w:rsidR="00B15E99" w:rsidRPr="00EF2F0E" w:rsidRDefault="00B15E99" w:rsidP="00A40339">
            <w:pPr>
              <w:pStyle w:val="TAL"/>
              <w:keepNext w:val="0"/>
              <w:keepLines w:val="0"/>
              <w:rPr>
                <w:rFonts w:cs="v5.0.0"/>
                <w:szCs w:val="18"/>
              </w:rPr>
            </w:pPr>
            <w:r w:rsidRPr="00EF2F0E">
              <w:rPr>
                <w:rFonts w:cs="Arial"/>
                <w:szCs w:val="18"/>
              </w:rPr>
              <w:t>+16</w:t>
            </w:r>
          </w:p>
        </w:tc>
        <w:tc>
          <w:tcPr>
            <w:tcW w:w="1134" w:type="dxa"/>
            <w:vAlign w:val="center"/>
          </w:tcPr>
          <w:p w14:paraId="0984DE22" w14:textId="77777777" w:rsidR="00B15E99" w:rsidRPr="00EF2F0E" w:rsidRDefault="00B15E99" w:rsidP="00A40339">
            <w:pPr>
              <w:pStyle w:val="TAL"/>
              <w:keepNext w:val="0"/>
              <w:keepLines w:val="0"/>
              <w:rPr>
                <w:rFonts w:cs="Arial"/>
                <w:szCs w:val="18"/>
              </w:rPr>
            </w:pPr>
            <w:r w:rsidRPr="00EF2F0E">
              <w:rPr>
                <w:rFonts w:cs="Arial"/>
                <w:szCs w:val="18"/>
              </w:rPr>
              <w:t>+</w:t>
            </w:r>
            <w:r w:rsidRPr="00EF2F0E">
              <w:rPr>
                <w:rFonts w:cs="Arial"/>
                <w:szCs w:val="18"/>
                <w:lang w:eastAsia="zh-CN"/>
              </w:rPr>
              <w:t>8</w:t>
            </w:r>
          </w:p>
        </w:tc>
        <w:tc>
          <w:tcPr>
            <w:tcW w:w="1134" w:type="dxa"/>
            <w:vAlign w:val="center"/>
          </w:tcPr>
          <w:p w14:paraId="0984DE23" w14:textId="77777777" w:rsidR="00B15E99" w:rsidRPr="00EF2F0E" w:rsidRDefault="00B15E99" w:rsidP="00A40339">
            <w:pPr>
              <w:pStyle w:val="TAL"/>
              <w:keepNext w:val="0"/>
              <w:keepLines w:val="0"/>
              <w:rPr>
                <w:rFonts w:cs="Arial"/>
                <w:szCs w:val="18"/>
              </w:rPr>
            </w:pPr>
            <w:r w:rsidRPr="00EF2F0E">
              <w:rPr>
                <w:rFonts w:cs="Arial"/>
                <w:szCs w:val="18"/>
              </w:rPr>
              <w:t>-6</w:t>
            </w:r>
          </w:p>
        </w:tc>
        <w:tc>
          <w:tcPr>
            <w:tcW w:w="1701" w:type="dxa"/>
            <w:vAlign w:val="center"/>
          </w:tcPr>
          <w:p w14:paraId="0984DE24" w14:textId="77777777" w:rsidR="00B15E99" w:rsidRPr="00EF2F0E" w:rsidRDefault="00B15E99" w:rsidP="00A40339">
            <w:pPr>
              <w:pStyle w:val="TAL"/>
              <w:keepNext w:val="0"/>
              <w:keepLines w:val="0"/>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 x dB (NOTE</w:t>
            </w:r>
            <w:r w:rsidRPr="00EF2F0E">
              <w:rPr>
                <w:lang w:eastAsia="ja-JP"/>
              </w:rPr>
              <w:t xml:space="preserve"> </w:t>
            </w:r>
            <w:r w:rsidRPr="00EF2F0E">
              <w:rPr>
                <w:rFonts w:cs="Arial"/>
                <w:szCs w:val="18"/>
              </w:rPr>
              <w:t>1)</w:t>
            </w:r>
          </w:p>
        </w:tc>
        <w:tc>
          <w:tcPr>
            <w:tcW w:w="1167" w:type="dxa"/>
            <w:vAlign w:val="center"/>
          </w:tcPr>
          <w:p w14:paraId="0984DE25" w14:textId="77777777" w:rsidR="00B15E99" w:rsidRPr="00EF2F0E" w:rsidRDefault="00B15E99" w:rsidP="00A40339">
            <w:pPr>
              <w:pStyle w:val="TAL"/>
              <w:keepNext w:val="0"/>
              <w:keepLines w:val="0"/>
              <w:rPr>
                <w:rFonts w:cs="v5.0.0"/>
                <w:szCs w:val="18"/>
              </w:rPr>
            </w:pPr>
            <w:r w:rsidRPr="00EF2F0E">
              <w:rPr>
                <w:rFonts w:cs="Arial"/>
                <w:szCs w:val="18"/>
              </w:rPr>
              <w:t>CW carrier</w:t>
            </w:r>
          </w:p>
        </w:tc>
      </w:tr>
      <w:tr w:rsidR="003401A4" w:rsidRPr="00EF2F0E" w14:paraId="0984DE2E"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27"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27</w:t>
            </w:r>
          </w:p>
        </w:tc>
        <w:tc>
          <w:tcPr>
            <w:tcW w:w="1657" w:type="dxa"/>
            <w:tcBorders>
              <w:top w:val="single" w:sz="4" w:space="0" w:color="auto"/>
              <w:left w:val="single" w:sz="4" w:space="0" w:color="auto"/>
              <w:bottom w:val="single" w:sz="4" w:space="0" w:color="auto"/>
              <w:right w:val="single" w:sz="4" w:space="0" w:color="auto"/>
            </w:tcBorders>
            <w:vAlign w:val="center"/>
          </w:tcPr>
          <w:p w14:paraId="0984DE28" w14:textId="77777777" w:rsidR="00B15E99" w:rsidRPr="00EF2F0E" w:rsidRDefault="00B15E99" w:rsidP="00AB06FD">
            <w:pPr>
              <w:pStyle w:val="TAL"/>
              <w:keepNext w:val="0"/>
              <w:keepLines w:val="0"/>
              <w:rPr>
                <w:rFonts w:cs="Arial"/>
                <w:szCs w:val="18"/>
              </w:rPr>
            </w:pPr>
            <w:r w:rsidRPr="00EF2F0E">
              <w:rPr>
                <w:rFonts w:cs="Arial"/>
                <w:szCs w:val="18"/>
              </w:rPr>
              <w:t>852 - 869</w:t>
            </w:r>
          </w:p>
        </w:tc>
        <w:tc>
          <w:tcPr>
            <w:tcW w:w="1082" w:type="dxa"/>
            <w:tcBorders>
              <w:top w:val="single" w:sz="4" w:space="0" w:color="auto"/>
              <w:left w:val="single" w:sz="4" w:space="0" w:color="auto"/>
              <w:bottom w:val="single" w:sz="4" w:space="0" w:color="auto"/>
              <w:right w:val="single" w:sz="4" w:space="0" w:color="auto"/>
            </w:tcBorders>
            <w:vAlign w:val="center"/>
          </w:tcPr>
          <w:p w14:paraId="0984DE29"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2A"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2B"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2C" w14:textId="77777777" w:rsidR="00B15E99" w:rsidRPr="00EF2F0E" w:rsidRDefault="00B15E99" w:rsidP="00AB06FD">
            <w:pPr>
              <w:pStyle w:val="TAL"/>
              <w:keepNext w:val="0"/>
              <w:keepLines w:val="0"/>
              <w:rPr>
                <w:rFonts w:cs="Arial"/>
                <w:szCs w:val="18"/>
              </w:rPr>
            </w:pPr>
            <w:r w:rsidRPr="00EF2F0E">
              <w:rPr>
                <w:rFonts w:cs="Arial"/>
                <w:szCs w:val="18"/>
              </w:rPr>
              <w:t>PREFSENS +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2D"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36"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2F"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28 or NR band n28</w:t>
            </w:r>
          </w:p>
        </w:tc>
        <w:tc>
          <w:tcPr>
            <w:tcW w:w="1657" w:type="dxa"/>
            <w:tcBorders>
              <w:top w:val="single" w:sz="4" w:space="0" w:color="auto"/>
              <w:left w:val="single" w:sz="4" w:space="0" w:color="auto"/>
              <w:bottom w:val="single" w:sz="4" w:space="0" w:color="auto"/>
              <w:right w:val="single" w:sz="4" w:space="0" w:color="auto"/>
            </w:tcBorders>
            <w:vAlign w:val="center"/>
          </w:tcPr>
          <w:p w14:paraId="0984DE30" w14:textId="77777777" w:rsidR="00B15E99" w:rsidRPr="00EF2F0E" w:rsidRDefault="00B15E99" w:rsidP="00AB06FD">
            <w:pPr>
              <w:pStyle w:val="TAL"/>
              <w:keepNext w:val="0"/>
              <w:keepLines w:val="0"/>
              <w:rPr>
                <w:rFonts w:cs="Arial"/>
                <w:szCs w:val="18"/>
              </w:rPr>
            </w:pPr>
            <w:r w:rsidRPr="00EF2F0E">
              <w:rPr>
                <w:rFonts w:cs="Arial"/>
                <w:szCs w:val="18"/>
              </w:rPr>
              <w:t>758 - 803</w:t>
            </w:r>
          </w:p>
        </w:tc>
        <w:tc>
          <w:tcPr>
            <w:tcW w:w="1082" w:type="dxa"/>
            <w:tcBorders>
              <w:top w:val="single" w:sz="4" w:space="0" w:color="auto"/>
              <w:left w:val="single" w:sz="4" w:space="0" w:color="auto"/>
              <w:bottom w:val="single" w:sz="4" w:space="0" w:color="auto"/>
              <w:right w:val="single" w:sz="4" w:space="0" w:color="auto"/>
            </w:tcBorders>
            <w:vAlign w:val="center"/>
          </w:tcPr>
          <w:p w14:paraId="0984DE31"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32"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33"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34"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35"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3E"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37"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29</w:t>
            </w:r>
          </w:p>
        </w:tc>
        <w:tc>
          <w:tcPr>
            <w:tcW w:w="1657" w:type="dxa"/>
            <w:tcBorders>
              <w:top w:val="single" w:sz="4" w:space="0" w:color="auto"/>
              <w:left w:val="single" w:sz="4" w:space="0" w:color="auto"/>
              <w:bottom w:val="single" w:sz="4" w:space="0" w:color="auto"/>
              <w:right w:val="single" w:sz="4" w:space="0" w:color="auto"/>
            </w:tcBorders>
            <w:vAlign w:val="center"/>
          </w:tcPr>
          <w:p w14:paraId="0984DE38" w14:textId="77777777" w:rsidR="00B15E99" w:rsidRPr="00EF2F0E" w:rsidRDefault="00B15E99" w:rsidP="00AB06FD">
            <w:pPr>
              <w:pStyle w:val="TAL"/>
              <w:keepNext w:val="0"/>
              <w:keepLines w:val="0"/>
              <w:rPr>
                <w:rFonts w:cs="Arial"/>
                <w:szCs w:val="18"/>
              </w:rPr>
            </w:pPr>
            <w:r w:rsidRPr="00EF2F0E">
              <w:rPr>
                <w:rFonts w:cs="Arial"/>
                <w:szCs w:val="18"/>
              </w:rPr>
              <w:t>717 - 728</w:t>
            </w:r>
          </w:p>
        </w:tc>
        <w:tc>
          <w:tcPr>
            <w:tcW w:w="1082" w:type="dxa"/>
            <w:tcBorders>
              <w:top w:val="single" w:sz="4" w:space="0" w:color="auto"/>
              <w:left w:val="single" w:sz="4" w:space="0" w:color="auto"/>
              <w:bottom w:val="single" w:sz="4" w:space="0" w:color="auto"/>
              <w:right w:val="single" w:sz="4" w:space="0" w:color="auto"/>
            </w:tcBorders>
            <w:vAlign w:val="center"/>
          </w:tcPr>
          <w:p w14:paraId="0984DE39"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3A"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3B"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3C"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+ 6dB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3D"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46"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3F"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30</w:t>
            </w:r>
          </w:p>
        </w:tc>
        <w:tc>
          <w:tcPr>
            <w:tcW w:w="1657" w:type="dxa"/>
            <w:tcBorders>
              <w:top w:val="single" w:sz="4" w:space="0" w:color="auto"/>
              <w:left w:val="single" w:sz="4" w:space="0" w:color="auto"/>
              <w:bottom w:val="single" w:sz="4" w:space="0" w:color="auto"/>
              <w:right w:val="single" w:sz="4" w:space="0" w:color="auto"/>
            </w:tcBorders>
            <w:vAlign w:val="center"/>
          </w:tcPr>
          <w:p w14:paraId="0984DE40" w14:textId="77777777" w:rsidR="00B15E99" w:rsidRPr="00EF2F0E" w:rsidRDefault="00B15E99" w:rsidP="00AB06FD">
            <w:pPr>
              <w:pStyle w:val="TAL"/>
              <w:keepNext w:val="0"/>
              <w:keepLines w:val="0"/>
              <w:rPr>
                <w:rFonts w:cs="Arial"/>
                <w:szCs w:val="18"/>
              </w:rPr>
            </w:pPr>
            <w:r w:rsidRPr="00EF2F0E">
              <w:rPr>
                <w:rFonts w:cs="Arial"/>
                <w:szCs w:val="18"/>
              </w:rPr>
              <w:t>2 350 - 2 360</w:t>
            </w:r>
          </w:p>
        </w:tc>
        <w:tc>
          <w:tcPr>
            <w:tcW w:w="1082" w:type="dxa"/>
            <w:tcBorders>
              <w:top w:val="single" w:sz="4" w:space="0" w:color="auto"/>
              <w:left w:val="single" w:sz="4" w:space="0" w:color="auto"/>
              <w:bottom w:val="single" w:sz="4" w:space="0" w:color="auto"/>
              <w:right w:val="single" w:sz="4" w:space="0" w:color="auto"/>
            </w:tcBorders>
            <w:vAlign w:val="center"/>
          </w:tcPr>
          <w:p w14:paraId="0984DE41"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42"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43"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44"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45"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4E"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47"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31</w:t>
            </w:r>
          </w:p>
        </w:tc>
        <w:tc>
          <w:tcPr>
            <w:tcW w:w="1657" w:type="dxa"/>
            <w:tcBorders>
              <w:top w:val="single" w:sz="4" w:space="0" w:color="auto"/>
              <w:left w:val="single" w:sz="4" w:space="0" w:color="auto"/>
              <w:bottom w:val="single" w:sz="4" w:space="0" w:color="auto"/>
              <w:right w:val="single" w:sz="4" w:space="0" w:color="auto"/>
            </w:tcBorders>
            <w:vAlign w:val="center"/>
          </w:tcPr>
          <w:p w14:paraId="0984DE48" w14:textId="77777777" w:rsidR="00B15E99" w:rsidRPr="00EF2F0E" w:rsidRDefault="00B15E99" w:rsidP="00AB06FD">
            <w:pPr>
              <w:pStyle w:val="TAL"/>
              <w:keepNext w:val="0"/>
              <w:keepLines w:val="0"/>
              <w:rPr>
                <w:rFonts w:cs="Arial"/>
                <w:szCs w:val="18"/>
              </w:rPr>
            </w:pPr>
            <w:r w:rsidRPr="00EF2F0E">
              <w:rPr>
                <w:rFonts w:cs="Arial"/>
                <w:szCs w:val="18"/>
              </w:rPr>
              <w:t>462.5 - 467.5</w:t>
            </w:r>
          </w:p>
        </w:tc>
        <w:tc>
          <w:tcPr>
            <w:tcW w:w="1082" w:type="dxa"/>
            <w:tcBorders>
              <w:top w:val="single" w:sz="4" w:space="0" w:color="auto"/>
              <w:left w:val="single" w:sz="4" w:space="0" w:color="auto"/>
              <w:bottom w:val="single" w:sz="4" w:space="0" w:color="auto"/>
              <w:right w:val="single" w:sz="4" w:space="0" w:color="auto"/>
            </w:tcBorders>
            <w:vAlign w:val="center"/>
          </w:tcPr>
          <w:p w14:paraId="0984DE49"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4A"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4B"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4C"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+ 6dB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4D"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5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4F" w14:textId="77777777" w:rsidR="00B15E99" w:rsidRPr="00EF2F0E" w:rsidRDefault="00B15E99" w:rsidP="00AB06FD">
            <w:pPr>
              <w:pStyle w:val="TAL"/>
              <w:keepNext w:val="0"/>
              <w:keepLines w:val="0"/>
              <w:rPr>
                <w:rFonts w:cs="Arial"/>
                <w:szCs w:val="18"/>
                <w:lang w:val="sv-SE"/>
              </w:rPr>
            </w:pPr>
            <w:r w:rsidRPr="00EF2F0E">
              <w:rPr>
                <w:rFonts w:cs="Arial"/>
                <w:szCs w:val="18"/>
                <w:lang w:val="sv-SE"/>
              </w:rPr>
              <w:t>UTRA FDD Band XXXII or E-UTRA Band 32</w:t>
            </w:r>
          </w:p>
        </w:tc>
        <w:tc>
          <w:tcPr>
            <w:tcW w:w="1657" w:type="dxa"/>
            <w:tcBorders>
              <w:top w:val="single" w:sz="4" w:space="0" w:color="auto"/>
              <w:left w:val="single" w:sz="4" w:space="0" w:color="auto"/>
              <w:bottom w:val="single" w:sz="4" w:space="0" w:color="auto"/>
              <w:right w:val="single" w:sz="4" w:space="0" w:color="auto"/>
            </w:tcBorders>
            <w:vAlign w:val="center"/>
          </w:tcPr>
          <w:p w14:paraId="0984DE50" w14:textId="77777777" w:rsidR="00B15E99" w:rsidRPr="00EF2F0E" w:rsidRDefault="00B15E99" w:rsidP="00AB06FD">
            <w:pPr>
              <w:pStyle w:val="TAL"/>
              <w:keepNext w:val="0"/>
              <w:keepLines w:val="0"/>
              <w:rPr>
                <w:rFonts w:cs="Arial"/>
                <w:szCs w:val="18"/>
              </w:rPr>
            </w:pPr>
            <w:r w:rsidRPr="00EF2F0E">
              <w:rPr>
                <w:rFonts w:cs="Arial"/>
                <w:szCs w:val="18"/>
              </w:rPr>
              <w:t>1 452 - 1 496</w:t>
            </w:r>
          </w:p>
          <w:p w14:paraId="0984DE51" w14:textId="77777777" w:rsidR="00B15E99" w:rsidRPr="00EF2F0E" w:rsidRDefault="00B15E99" w:rsidP="00AB06FD">
            <w:pPr>
              <w:pStyle w:val="TAL"/>
              <w:keepNext w:val="0"/>
              <w:keepLines w:val="0"/>
              <w:rPr>
                <w:rFonts w:cs="Arial"/>
                <w:szCs w:val="18"/>
              </w:rPr>
            </w:pPr>
            <w:r w:rsidRPr="00EF2F0E">
              <w:rPr>
                <w:rFonts w:cs="Arial"/>
                <w:szCs w:val="18"/>
              </w:rPr>
              <w:t>(NOTE-5)</w:t>
            </w:r>
          </w:p>
        </w:tc>
        <w:tc>
          <w:tcPr>
            <w:tcW w:w="1082" w:type="dxa"/>
            <w:tcBorders>
              <w:top w:val="single" w:sz="4" w:space="0" w:color="auto"/>
              <w:left w:val="single" w:sz="4" w:space="0" w:color="auto"/>
              <w:bottom w:val="single" w:sz="4" w:space="0" w:color="auto"/>
              <w:right w:val="single" w:sz="4" w:space="0" w:color="auto"/>
            </w:tcBorders>
            <w:vAlign w:val="center"/>
          </w:tcPr>
          <w:p w14:paraId="0984DE52"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53"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54"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55"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+ 6dB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56"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5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58" w14:textId="77777777" w:rsidR="00B15E99" w:rsidRPr="00EF2F0E" w:rsidRDefault="00B15E99" w:rsidP="00AB06FD">
            <w:pPr>
              <w:pStyle w:val="TAL"/>
              <w:keepNext w:val="0"/>
              <w:keepLines w:val="0"/>
              <w:rPr>
                <w:rFonts w:cs="Arial"/>
                <w:szCs w:val="18"/>
                <w:lang w:val="sv-SE"/>
              </w:rPr>
            </w:pPr>
            <w:r w:rsidRPr="00EF2F0E">
              <w:rPr>
                <w:rFonts w:cs="Arial"/>
                <w:szCs w:val="18"/>
                <w:lang w:val="sv-SE"/>
              </w:rPr>
              <w:t>UTRA TDD Band a) or E-UTRA TDD Band 33</w:t>
            </w:r>
          </w:p>
        </w:tc>
        <w:tc>
          <w:tcPr>
            <w:tcW w:w="1657" w:type="dxa"/>
            <w:tcBorders>
              <w:top w:val="single" w:sz="4" w:space="0" w:color="auto"/>
              <w:left w:val="single" w:sz="4" w:space="0" w:color="auto"/>
              <w:bottom w:val="single" w:sz="4" w:space="0" w:color="auto"/>
              <w:right w:val="single" w:sz="4" w:space="0" w:color="auto"/>
            </w:tcBorders>
            <w:vAlign w:val="center"/>
          </w:tcPr>
          <w:p w14:paraId="0984DE59" w14:textId="77777777" w:rsidR="00B15E99" w:rsidRPr="00EF2F0E" w:rsidRDefault="00B15E99" w:rsidP="00AB06FD">
            <w:pPr>
              <w:pStyle w:val="TAL"/>
              <w:keepNext w:val="0"/>
              <w:keepLines w:val="0"/>
              <w:rPr>
                <w:rFonts w:cs="Arial"/>
                <w:szCs w:val="18"/>
              </w:rPr>
            </w:pPr>
            <w:r w:rsidRPr="00EF2F0E">
              <w:rPr>
                <w:rFonts w:cs="Arial"/>
                <w:szCs w:val="18"/>
              </w:rPr>
              <w:t>1 900 - 1 920</w:t>
            </w:r>
          </w:p>
        </w:tc>
        <w:tc>
          <w:tcPr>
            <w:tcW w:w="1082" w:type="dxa"/>
            <w:tcBorders>
              <w:top w:val="single" w:sz="4" w:space="0" w:color="auto"/>
              <w:left w:val="single" w:sz="4" w:space="0" w:color="auto"/>
              <w:bottom w:val="single" w:sz="4" w:space="0" w:color="auto"/>
              <w:right w:val="single" w:sz="4" w:space="0" w:color="auto"/>
            </w:tcBorders>
            <w:vAlign w:val="center"/>
          </w:tcPr>
          <w:p w14:paraId="0984DE5A"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5B"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5C"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5D"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5E"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6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60" w14:textId="77777777" w:rsidR="00B15E99" w:rsidRPr="00EF2F0E" w:rsidRDefault="00B15E99" w:rsidP="00AB06FD">
            <w:pPr>
              <w:pStyle w:val="TAL"/>
              <w:keepNext w:val="0"/>
              <w:keepLines w:val="0"/>
              <w:rPr>
                <w:rFonts w:cs="Arial"/>
                <w:szCs w:val="18"/>
                <w:lang w:val="sv-SE"/>
              </w:rPr>
            </w:pPr>
            <w:r w:rsidRPr="00EF2F0E">
              <w:rPr>
                <w:rFonts w:cs="Arial"/>
                <w:szCs w:val="18"/>
                <w:lang w:val="sv-SE"/>
              </w:rPr>
              <w:t>UTRA TDD Band a) or E-UTRA TDD Band 34</w:t>
            </w:r>
            <w:r w:rsidR="006C0349" w:rsidRPr="00EF2F0E">
              <w:rPr>
                <w:rFonts w:cs="Arial"/>
                <w:szCs w:val="18"/>
                <w:lang w:val="sv-SE"/>
              </w:rPr>
              <w:t xml:space="preserve"> or NR band n34</w:t>
            </w:r>
          </w:p>
        </w:tc>
        <w:tc>
          <w:tcPr>
            <w:tcW w:w="1657" w:type="dxa"/>
            <w:tcBorders>
              <w:top w:val="single" w:sz="4" w:space="0" w:color="auto"/>
              <w:left w:val="single" w:sz="4" w:space="0" w:color="auto"/>
              <w:bottom w:val="single" w:sz="4" w:space="0" w:color="auto"/>
              <w:right w:val="single" w:sz="4" w:space="0" w:color="auto"/>
            </w:tcBorders>
            <w:vAlign w:val="center"/>
          </w:tcPr>
          <w:p w14:paraId="0984DE61" w14:textId="77777777" w:rsidR="00B15E99" w:rsidRPr="00EF2F0E" w:rsidRDefault="00B15E99" w:rsidP="00AB06FD">
            <w:pPr>
              <w:pStyle w:val="TAL"/>
              <w:keepNext w:val="0"/>
              <w:keepLines w:val="0"/>
              <w:rPr>
                <w:rFonts w:cs="Arial"/>
                <w:szCs w:val="18"/>
              </w:rPr>
            </w:pPr>
            <w:r w:rsidRPr="00EF2F0E">
              <w:rPr>
                <w:rFonts w:cs="Arial"/>
                <w:szCs w:val="18"/>
              </w:rPr>
              <w:t>2 010 - 2 025</w:t>
            </w:r>
          </w:p>
        </w:tc>
        <w:tc>
          <w:tcPr>
            <w:tcW w:w="1082" w:type="dxa"/>
            <w:tcBorders>
              <w:top w:val="single" w:sz="4" w:space="0" w:color="auto"/>
              <w:left w:val="single" w:sz="4" w:space="0" w:color="auto"/>
              <w:bottom w:val="single" w:sz="4" w:space="0" w:color="auto"/>
              <w:right w:val="single" w:sz="4" w:space="0" w:color="auto"/>
            </w:tcBorders>
            <w:vAlign w:val="center"/>
          </w:tcPr>
          <w:p w14:paraId="0984DE62"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63"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64"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65"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66"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6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68" w14:textId="77777777" w:rsidR="00B15E99" w:rsidRPr="00EF2F0E" w:rsidRDefault="00B15E99" w:rsidP="00AB06FD">
            <w:pPr>
              <w:pStyle w:val="TAL"/>
              <w:keepNext w:val="0"/>
              <w:keepLines w:val="0"/>
              <w:rPr>
                <w:rFonts w:cs="Arial"/>
                <w:szCs w:val="18"/>
                <w:lang w:val="sv-SE"/>
              </w:rPr>
            </w:pPr>
            <w:r w:rsidRPr="00EF2F0E">
              <w:rPr>
                <w:rFonts w:cs="Arial"/>
                <w:szCs w:val="18"/>
                <w:lang w:val="sv-SE"/>
              </w:rPr>
              <w:t>UTRA TDD Band b) or E-UTRA TDD Band 35</w:t>
            </w:r>
          </w:p>
        </w:tc>
        <w:tc>
          <w:tcPr>
            <w:tcW w:w="1657" w:type="dxa"/>
            <w:tcBorders>
              <w:top w:val="single" w:sz="4" w:space="0" w:color="auto"/>
              <w:left w:val="single" w:sz="4" w:space="0" w:color="auto"/>
              <w:bottom w:val="single" w:sz="4" w:space="0" w:color="auto"/>
              <w:right w:val="single" w:sz="4" w:space="0" w:color="auto"/>
            </w:tcBorders>
            <w:vAlign w:val="center"/>
          </w:tcPr>
          <w:p w14:paraId="0984DE69" w14:textId="77777777" w:rsidR="00B15E99" w:rsidRPr="00EF2F0E" w:rsidRDefault="00B15E99" w:rsidP="00AB06FD">
            <w:pPr>
              <w:pStyle w:val="TAL"/>
              <w:keepNext w:val="0"/>
              <w:keepLines w:val="0"/>
              <w:rPr>
                <w:rFonts w:cs="Arial"/>
                <w:szCs w:val="18"/>
              </w:rPr>
            </w:pPr>
            <w:r w:rsidRPr="00EF2F0E">
              <w:rPr>
                <w:rFonts w:cs="Arial"/>
                <w:szCs w:val="18"/>
              </w:rPr>
              <w:t>1 850 - 1 910</w:t>
            </w:r>
          </w:p>
        </w:tc>
        <w:tc>
          <w:tcPr>
            <w:tcW w:w="1082" w:type="dxa"/>
            <w:tcBorders>
              <w:top w:val="single" w:sz="4" w:space="0" w:color="auto"/>
              <w:left w:val="single" w:sz="4" w:space="0" w:color="auto"/>
              <w:bottom w:val="single" w:sz="4" w:space="0" w:color="auto"/>
              <w:right w:val="single" w:sz="4" w:space="0" w:color="auto"/>
            </w:tcBorders>
            <w:vAlign w:val="center"/>
          </w:tcPr>
          <w:p w14:paraId="0984DE6A"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6B"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6C"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6D"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6E"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7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70" w14:textId="77777777" w:rsidR="00B15E99" w:rsidRPr="00EF2F0E" w:rsidRDefault="00B15E99" w:rsidP="00AB06FD">
            <w:pPr>
              <w:pStyle w:val="TAL"/>
              <w:keepNext w:val="0"/>
              <w:keepLines w:val="0"/>
              <w:rPr>
                <w:rFonts w:cs="Arial"/>
                <w:szCs w:val="18"/>
                <w:lang w:val="sv-SE"/>
              </w:rPr>
            </w:pPr>
            <w:r w:rsidRPr="00EF2F0E">
              <w:rPr>
                <w:rFonts w:cs="Arial"/>
                <w:szCs w:val="18"/>
                <w:lang w:val="sv-SE"/>
              </w:rPr>
              <w:t>UTRA TDD Band b) or E-UTRA TDD Band 36</w:t>
            </w:r>
          </w:p>
        </w:tc>
        <w:tc>
          <w:tcPr>
            <w:tcW w:w="1657" w:type="dxa"/>
            <w:tcBorders>
              <w:top w:val="single" w:sz="4" w:space="0" w:color="auto"/>
              <w:left w:val="single" w:sz="4" w:space="0" w:color="auto"/>
              <w:bottom w:val="single" w:sz="4" w:space="0" w:color="auto"/>
              <w:right w:val="single" w:sz="4" w:space="0" w:color="auto"/>
            </w:tcBorders>
            <w:vAlign w:val="center"/>
          </w:tcPr>
          <w:p w14:paraId="0984DE71" w14:textId="77777777" w:rsidR="00B15E99" w:rsidRPr="00EF2F0E" w:rsidRDefault="00B15E99" w:rsidP="00AB06FD">
            <w:pPr>
              <w:pStyle w:val="TAL"/>
              <w:keepNext w:val="0"/>
              <w:keepLines w:val="0"/>
              <w:rPr>
                <w:rFonts w:cs="Arial"/>
                <w:szCs w:val="18"/>
              </w:rPr>
            </w:pPr>
            <w:r w:rsidRPr="00EF2F0E">
              <w:rPr>
                <w:rFonts w:cs="Arial"/>
                <w:szCs w:val="18"/>
              </w:rPr>
              <w:t>1 930 - 1 990</w:t>
            </w:r>
          </w:p>
        </w:tc>
        <w:tc>
          <w:tcPr>
            <w:tcW w:w="1082" w:type="dxa"/>
            <w:tcBorders>
              <w:top w:val="single" w:sz="4" w:space="0" w:color="auto"/>
              <w:left w:val="single" w:sz="4" w:space="0" w:color="auto"/>
              <w:bottom w:val="single" w:sz="4" w:space="0" w:color="auto"/>
              <w:right w:val="single" w:sz="4" w:space="0" w:color="auto"/>
            </w:tcBorders>
            <w:vAlign w:val="center"/>
          </w:tcPr>
          <w:p w14:paraId="0984DE72"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73"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74"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75"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76"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7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78" w14:textId="77777777" w:rsidR="00B15E99" w:rsidRPr="00EF2F0E" w:rsidRDefault="00B15E99" w:rsidP="00AB06FD">
            <w:pPr>
              <w:pStyle w:val="TAL"/>
              <w:keepNext w:val="0"/>
              <w:keepLines w:val="0"/>
              <w:rPr>
                <w:rFonts w:cs="Arial"/>
                <w:szCs w:val="18"/>
                <w:lang w:val="sv-SE"/>
              </w:rPr>
            </w:pPr>
            <w:r w:rsidRPr="00EF2F0E">
              <w:rPr>
                <w:rFonts w:cs="Arial"/>
                <w:szCs w:val="18"/>
                <w:lang w:val="sv-SE"/>
              </w:rPr>
              <w:t>UTRA TDD Band c) or E-UTRA TDD Band 37</w:t>
            </w:r>
          </w:p>
        </w:tc>
        <w:tc>
          <w:tcPr>
            <w:tcW w:w="1657" w:type="dxa"/>
            <w:tcBorders>
              <w:top w:val="single" w:sz="4" w:space="0" w:color="auto"/>
              <w:left w:val="single" w:sz="4" w:space="0" w:color="auto"/>
              <w:bottom w:val="single" w:sz="4" w:space="0" w:color="auto"/>
              <w:right w:val="single" w:sz="4" w:space="0" w:color="auto"/>
            </w:tcBorders>
            <w:vAlign w:val="center"/>
          </w:tcPr>
          <w:p w14:paraId="0984DE79" w14:textId="77777777" w:rsidR="00B15E99" w:rsidRPr="00EF2F0E" w:rsidRDefault="00B15E99" w:rsidP="00AB06FD">
            <w:pPr>
              <w:pStyle w:val="TAL"/>
              <w:keepNext w:val="0"/>
              <w:keepLines w:val="0"/>
              <w:rPr>
                <w:rFonts w:cs="Arial"/>
                <w:szCs w:val="18"/>
              </w:rPr>
            </w:pPr>
            <w:r w:rsidRPr="00EF2F0E">
              <w:rPr>
                <w:rFonts w:cs="Arial"/>
                <w:szCs w:val="18"/>
              </w:rPr>
              <w:t>1 910 - 1 930</w:t>
            </w:r>
          </w:p>
        </w:tc>
        <w:tc>
          <w:tcPr>
            <w:tcW w:w="1082" w:type="dxa"/>
            <w:tcBorders>
              <w:top w:val="single" w:sz="4" w:space="0" w:color="auto"/>
              <w:left w:val="single" w:sz="4" w:space="0" w:color="auto"/>
              <w:bottom w:val="single" w:sz="4" w:space="0" w:color="auto"/>
              <w:right w:val="single" w:sz="4" w:space="0" w:color="auto"/>
            </w:tcBorders>
            <w:vAlign w:val="center"/>
          </w:tcPr>
          <w:p w14:paraId="0984DE7A"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7B"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7C"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7D"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7E"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8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80" w14:textId="77777777" w:rsidR="00B15E99" w:rsidRPr="00EF2F0E" w:rsidRDefault="00B15E99" w:rsidP="00AB06FD">
            <w:pPr>
              <w:pStyle w:val="TAL"/>
              <w:keepNext w:val="0"/>
              <w:keepLines w:val="0"/>
              <w:rPr>
                <w:rFonts w:cs="Arial"/>
                <w:szCs w:val="18"/>
                <w:lang w:val="sv-SE"/>
              </w:rPr>
            </w:pPr>
            <w:r w:rsidRPr="00EF2F0E">
              <w:rPr>
                <w:rFonts w:cs="Arial"/>
                <w:szCs w:val="18"/>
                <w:lang w:val="sv-SE"/>
              </w:rPr>
              <w:t>UTRA TDD Band d) or E-UTRA Band 38 or NR band n38</w:t>
            </w:r>
          </w:p>
        </w:tc>
        <w:tc>
          <w:tcPr>
            <w:tcW w:w="1657" w:type="dxa"/>
            <w:tcBorders>
              <w:top w:val="single" w:sz="4" w:space="0" w:color="auto"/>
              <w:left w:val="single" w:sz="4" w:space="0" w:color="auto"/>
              <w:bottom w:val="single" w:sz="4" w:space="0" w:color="auto"/>
              <w:right w:val="single" w:sz="4" w:space="0" w:color="auto"/>
            </w:tcBorders>
            <w:vAlign w:val="center"/>
          </w:tcPr>
          <w:p w14:paraId="0984DE81" w14:textId="77777777" w:rsidR="00B15E99" w:rsidRPr="00EF2F0E" w:rsidRDefault="00B15E99" w:rsidP="00AB06FD">
            <w:pPr>
              <w:pStyle w:val="TAL"/>
              <w:keepNext w:val="0"/>
              <w:keepLines w:val="0"/>
              <w:rPr>
                <w:rFonts w:cs="Arial"/>
                <w:szCs w:val="18"/>
              </w:rPr>
            </w:pPr>
            <w:r w:rsidRPr="00EF2F0E">
              <w:rPr>
                <w:rFonts w:cs="Arial"/>
                <w:szCs w:val="18"/>
              </w:rPr>
              <w:t>2 570 - 2 620</w:t>
            </w:r>
          </w:p>
        </w:tc>
        <w:tc>
          <w:tcPr>
            <w:tcW w:w="1082" w:type="dxa"/>
            <w:tcBorders>
              <w:top w:val="single" w:sz="4" w:space="0" w:color="auto"/>
              <w:left w:val="single" w:sz="4" w:space="0" w:color="auto"/>
              <w:bottom w:val="single" w:sz="4" w:space="0" w:color="auto"/>
              <w:right w:val="single" w:sz="4" w:space="0" w:color="auto"/>
            </w:tcBorders>
            <w:vAlign w:val="center"/>
          </w:tcPr>
          <w:p w14:paraId="0984DE82"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83"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84"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85"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86"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8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88" w14:textId="77777777" w:rsidR="00B15E99" w:rsidRPr="00EF2F0E" w:rsidRDefault="00B15E99" w:rsidP="00AB06FD">
            <w:pPr>
              <w:pStyle w:val="TAL"/>
              <w:keepNext w:val="0"/>
              <w:keepLines w:val="0"/>
              <w:rPr>
                <w:rFonts w:cs="Arial"/>
                <w:szCs w:val="18"/>
                <w:lang w:val="sv-SE"/>
              </w:rPr>
            </w:pPr>
            <w:r w:rsidRPr="00EF2F0E">
              <w:rPr>
                <w:rFonts w:cs="Arial"/>
                <w:szCs w:val="18"/>
                <w:lang w:val="sv-SE"/>
              </w:rPr>
              <w:t>UTRA TDD Band f) or E-UTRA Band 39</w:t>
            </w:r>
            <w:r w:rsidR="006C0349" w:rsidRPr="00EF2F0E">
              <w:rPr>
                <w:rFonts w:cs="Arial"/>
                <w:szCs w:val="18"/>
                <w:lang w:val="sv-SE"/>
              </w:rPr>
              <w:t xml:space="preserve"> or NR band n39</w:t>
            </w:r>
          </w:p>
        </w:tc>
        <w:tc>
          <w:tcPr>
            <w:tcW w:w="1657" w:type="dxa"/>
            <w:tcBorders>
              <w:top w:val="single" w:sz="4" w:space="0" w:color="auto"/>
              <w:left w:val="single" w:sz="4" w:space="0" w:color="auto"/>
              <w:bottom w:val="single" w:sz="4" w:space="0" w:color="auto"/>
              <w:right w:val="single" w:sz="4" w:space="0" w:color="auto"/>
            </w:tcBorders>
            <w:vAlign w:val="center"/>
          </w:tcPr>
          <w:p w14:paraId="0984DE89" w14:textId="77777777" w:rsidR="00B15E99" w:rsidRPr="00EF2F0E" w:rsidRDefault="00B15E99" w:rsidP="00AB06FD">
            <w:pPr>
              <w:pStyle w:val="TAL"/>
              <w:keepNext w:val="0"/>
              <w:keepLines w:val="0"/>
              <w:rPr>
                <w:rFonts w:cs="Arial"/>
                <w:szCs w:val="18"/>
              </w:rPr>
            </w:pPr>
            <w:r w:rsidRPr="00EF2F0E">
              <w:rPr>
                <w:rFonts w:cs="Arial"/>
                <w:szCs w:val="18"/>
              </w:rPr>
              <w:t>1 880 - 1 920</w:t>
            </w:r>
          </w:p>
        </w:tc>
        <w:tc>
          <w:tcPr>
            <w:tcW w:w="1082" w:type="dxa"/>
            <w:tcBorders>
              <w:top w:val="single" w:sz="4" w:space="0" w:color="auto"/>
              <w:left w:val="single" w:sz="4" w:space="0" w:color="auto"/>
              <w:bottom w:val="single" w:sz="4" w:space="0" w:color="auto"/>
              <w:right w:val="single" w:sz="4" w:space="0" w:color="auto"/>
            </w:tcBorders>
            <w:vAlign w:val="center"/>
          </w:tcPr>
          <w:p w14:paraId="0984DE8A"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8B"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8C"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8D"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8E"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9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90" w14:textId="77777777" w:rsidR="00B15E99" w:rsidRPr="00EF2F0E" w:rsidRDefault="00B15E99" w:rsidP="00AB06FD">
            <w:pPr>
              <w:pStyle w:val="TAL"/>
              <w:keepNext w:val="0"/>
              <w:keepLines w:val="0"/>
              <w:rPr>
                <w:rFonts w:cs="Arial"/>
                <w:szCs w:val="18"/>
                <w:lang w:val="sv-SE"/>
              </w:rPr>
            </w:pPr>
            <w:r w:rsidRPr="00EF2F0E">
              <w:rPr>
                <w:rFonts w:cs="Arial"/>
                <w:szCs w:val="18"/>
                <w:lang w:val="sv-SE"/>
              </w:rPr>
              <w:t>UTRA TDD Band e) or E-UTRA Band 40</w:t>
            </w:r>
            <w:r w:rsidR="006C0349" w:rsidRPr="00EF2F0E">
              <w:rPr>
                <w:rFonts w:cs="Arial"/>
                <w:szCs w:val="18"/>
                <w:lang w:val="sv-SE"/>
              </w:rPr>
              <w:t xml:space="preserve"> or NR band n40</w:t>
            </w:r>
          </w:p>
        </w:tc>
        <w:tc>
          <w:tcPr>
            <w:tcW w:w="1657" w:type="dxa"/>
            <w:tcBorders>
              <w:top w:val="single" w:sz="4" w:space="0" w:color="auto"/>
              <w:left w:val="single" w:sz="4" w:space="0" w:color="auto"/>
              <w:bottom w:val="single" w:sz="4" w:space="0" w:color="auto"/>
              <w:right w:val="single" w:sz="4" w:space="0" w:color="auto"/>
            </w:tcBorders>
            <w:vAlign w:val="center"/>
          </w:tcPr>
          <w:p w14:paraId="0984DE91" w14:textId="77777777" w:rsidR="00B15E99" w:rsidRPr="00EF2F0E" w:rsidRDefault="00B15E99" w:rsidP="00AB06FD">
            <w:pPr>
              <w:pStyle w:val="TAL"/>
              <w:keepNext w:val="0"/>
              <w:keepLines w:val="0"/>
              <w:rPr>
                <w:rFonts w:cs="Arial"/>
                <w:szCs w:val="18"/>
              </w:rPr>
            </w:pPr>
            <w:r w:rsidRPr="00EF2F0E">
              <w:rPr>
                <w:rFonts w:cs="Arial"/>
                <w:szCs w:val="18"/>
              </w:rPr>
              <w:t>2 300 - 2 400</w:t>
            </w:r>
          </w:p>
        </w:tc>
        <w:tc>
          <w:tcPr>
            <w:tcW w:w="1082" w:type="dxa"/>
            <w:tcBorders>
              <w:top w:val="single" w:sz="4" w:space="0" w:color="auto"/>
              <w:left w:val="single" w:sz="4" w:space="0" w:color="auto"/>
              <w:bottom w:val="single" w:sz="4" w:space="0" w:color="auto"/>
              <w:right w:val="single" w:sz="4" w:space="0" w:color="auto"/>
            </w:tcBorders>
            <w:vAlign w:val="center"/>
          </w:tcPr>
          <w:p w14:paraId="0984DE92"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93"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94"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95"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96"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9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98"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41or NR band n41</w:t>
            </w:r>
          </w:p>
        </w:tc>
        <w:tc>
          <w:tcPr>
            <w:tcW w:w="1657" w:type="dxa"/>
            <w:tcBorders>
              <w:top w:val="single" w:sz="4" w:space="0" w:color="auto"/>
              <w:left w:val="single" w:sz="4" w:space="0" w:color="auto"/>
              <w:bottom w:val="single" w:sz="4" w:space="0" w:color="auto"/>
              <w:right w:val="single" w:sz="4" w:space="0" w:color="auto"/>
            </w:tcBorders>
            <w:vAlign w:val="center"/>
          </w:tcPr>
          <w:p w14:paraId="0984DE99" w14:textId="77777777" w:rsidR="00B15E99" w:rsidRPr="00EF2F0E" w:rsidRDefault="00B15E99" w:rsidP="00AB06FD">
            <w:pPr>
              <w:pStyle w:val="TAL"/>
              <w:keepNext w:val="0"/>
              <w:keepLines w:val="0"/>
              <w:rPr>
                <w:rFonts w:cs="Arial"/>
                <w:szCs w:val="18"/>
              </w:rPr>
            </w:pPr>
            <w:r w:rsidRPr="00EF2F0E">
              <w:rPr>
                <w:rFonts w:cs="Arial"/>
                <w:szCs w:val="18"/>
              </w:rPr>
              <w:t>2 496 - 2 690</w:t>
            </w:r>
          </w:p>
        </w:tc>
        <w:tc>
          <w:tcPr>
            <w:tcW w:w="1082" w:type="dxa"/>
            <w:tcBorders>
              <w:top w:val="single" w:sz="4" w:space="0" w:color="auto"/>
              <w:left w:val="single" w:sz="4" w:space="0" w:color="auto"/>
              <w:bottom w:val="single" w:sz="4" w:space="0" w:color="auto"/>
              <w:right w:val="single" w:sz="4" w:space="0" w:color="auto"/>
            </w:tcBorders>
            <w:vAlign w:val="center"/>
          </w:tcPr>
          <w:p w14:paraId="0984DE9A"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9B"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9C"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9D"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(NOTE1)</w:t>
            </w:r>
          </w:p>
        </w:tc>
        <w:tc>
          <w:tcPr>
            <w:tcW w:w="1167" w:type="dxa"/>
            <w:tcBorders>
              <w:top w:val="single" w:sz="4" w:space="0" w:color="auto"/>
              <w:left w:val="single" w:sz="4" w:space="0" w:color="auto"/>
              <w:bottom w:val="single" w:sz="4" w:space="0" w:color="auto"/>
              <w:right w:val="single" w:sz="4" w:space="0" w:color="auto"/>
            </w:tcBorders>
            <w:vAlign w:val="center"/>
          </w:tcPr>
          <w:p w14:paraId="0984DE9E"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A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A0"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42</w:t>
            </w:r>
          </w:p>
        </w:tc>
        <w:tc>
          <w:tcPr>
            <w:tcW w:w="1657" w:type="dxa"/>
            <w:tcBorders>
              <w:top w:val="single" w:sz="4" w:space="0" w:color="auto"/>
              <w:left w:val="single" w:sz="4" w:space="0" w:color="auto"/>
              <w:bottom w:val="single" w:sz="4" w:space="0" w:color="auto"/>
              <w:right w:val="single" w:sz="4" w:space="0" w:color="auto"/>
            </w:tcBorders>
            <w:vAlign w:val="center"/>
          </w:tcPr>
          <w:p w14:paraId="0984DEA1" w14:textId="77777777" w:rsidR="00B15E99" w:rsidRPr="00EF2F0E" w:rsidRDefault="00B15E99" w:rsidP="00AB06FD">
            <w:pPr>
              <w:pStyle w:val="TAL"/>
              <w:keepNext w:val="0"/>
              <w:keepLines w:val="0"/>
              <w:rPr>
                <w:rFonts w:cs="Arial"/>
                <w:szCs w:val="18"/>
              </w:rPr>
            </w:pPr>
            <w:r w:rsidRPr="00EF2F0E">
              <w:rPr>
                <w:rFonts w:cs="Arial"/>
                <w:szCs w:val="18"/>
              </w:rPr>
              <w:t>3 400 - 3 600</w:t>
            </w:r>
          </w:p>
        </w:tc>
        <w:tc>
          <w:tcPr>
            <w:tcW w:w="1082" w:type="dxa"/>
            <w:tcBorders>
              <w:top w:val="single" w:sz="4" w:space="0" w:color="auto"/>
              <w:left w:val="single" w:sz="4" w:space="0" w:color="auto"/>
              <w:bottom w:val="single" w:sz="4" w:space="0" w:color="auto"/>
              <w:right w:val="single" w:sz="4" w:space="0" w:color="auto"/>
            </w:tcBorders>
            <w:vAlign w:val="center"/>
          </w:tcPr>
          <w:p w14:paraId="0984DEA2"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A3"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A4"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A5"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A6"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A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A8"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43</w:t>
            </w:r>
          </w:p>
        </w:tc>
        <w:tc>
          <w:tcPr>
            <w:tcW w:w="1657" w:type="dxa"/>
            <w:tcBorders>
              <w:top w:val="single" w:sz="4" w:space="0" w:color="auto"/>
              <w:left w:val="single" w:sz="4" w:space="0" w:color="auto"/>
              <w:bottom w:val="single" w:sz="4" w:space="0" w:color="auto"/>
              <w:right w:val="single" w:sz="4" w:space="0" w:color="auto"/>
            </w:tcBorders>
            <w:vAlign w:val="center"/>
          </w:tcPr>
          <w:p w14:paraId="0984DEA9" w14:textId="77777777" w:rsidR="00B15E99" w:rsidRPr="00EF2F0E" w:rsidRDefault="00B15E99" w:rsidP="00AB06FD">
            <w:pPr>
              <w:pStyle w:val="TAL"/>
              <w:keepNext w:val="0"/>
              <w:keepLines w:val="0"/>
              <w:rPr>
                <w:rFonts w:cs="Arial"/>
                <w:szCs w:val="18"/>
              </w:rPr>
            </w:pPr>
            <w:r w:rsidRPr="00EF2F0E">
              <w:rPr>
                <w:rFonts w:cs="Arial"/>
                <w:szCs w:val="18"/>
              </w:rPr>
              <w:t>3 600 - 3 800</w:t>
            </w:r>
          </w:p>
        </w:tc>
        <w:tc>
          <w:tcPr>
            <w:tcW w:w="1082" w:type="dxa"/>
            <w:tcBorders>
              <w:top w:val="single" w:sz="4" w:space="0" w:color="auto"/>
              <w:left w:val="single" w:sz="4" w:space="0" w:color="auto"/>
              <w:bottom w:val="single" w:sz="4" w:space="0" w:color="auto"/>
              <w:right w:val="single" w:sz="4" w:space="0" w:color="auto"/>
            </w:tcBorders>
            <w:vAlign w:val="center"/>
          </w:tcPr>
          <w:p w14:paraId="0984DEAA"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AB"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AC"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AD"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AE"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B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B0"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44</w:t>
            </w:r>
          </w:p>
        </w:tc>
        <w:tc>
          <w:tcPr>
            <w:tcW w:w="1657" w:type="dxa"/>
            <w:tcBorders>
              <w:top w:val="single" w:sz="4" w:space="0" w:color="auto"/>
              <w:left w:val="single" w:sz="4" w:space="0" w:color="auto"/>
              <w:bottom w:val="single" w:sz="4" w:space="0" w:color="auto"/>
              <w:right w:val="single" w:sz="4" w:space="0" w:color="auto"/>
            </w:tcBorders>
            <w:vAlign w:val="center"/>
          </w:tcPr>
          <w:p w14:paraId="0984DEB1" w14:textId="77777777" w:rsidR="00B15E99" w:rsidRPr="00EF2F0E" w:rsidRDefault="00B15E99" w:rsidP="00AB06FD">
            <w:pPr>
              <w:pStyle w:val="TAL"/>
              <w:keepNext w:val="0"/>
              <w:keepLines w:val="0"/>
              <w:rPr>
                <w:rFonts w:cs="Arial"/>
                <w:szCs w:val="18"/>
              </w:rPr>
            </w:pPr>
            <w:r w:rsidRPr="00EF2F0E">
              <w:rPr>
                <w:rFonts w:cs="Arial"/>
                <w:szCs w:val="18"/>
              </w:rPr>
              <w:t>703 - 803</w:t>
            </w:r>
          </w:p>
        </w:tc>
        <w:tc>
          <w:tcPr>
            <w:tcW w:w="1082" w:type="dxa"/>
            <w:tcBorders>
              <w:top w:val="single" w:sz="4" w:space="0" w:color="auto"/>
              <w:left w:val="single" w:sz="4" w:space="0" w:color="auto"/>
              <w:bottom w:val="single" w:sz="4" w:space="0" w:color="auto"/>
              <w:right w:val="single" w:sz="4" w:space="0" w:color="auto"/>
            </w:tcBorders>
            <w:vAlign w:val="center"/>
          </w:tcPr>
          <w:p w14:paraId="0984DEB2"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B3"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B4"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B5"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B6"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B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B8"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45</w:t>
            </w:r>
          </w:p>
        </w:tc>
        <w:tc>
          <w:tcPr>
            <w:tcW w:w="1657" w:type="dxa"/>
            <w:tcBorders>
              <w:top w:val="single" w:sz="4" w:space="0" w:color="auto"/>
              <w:left w:val="single" w:sz="4" w:space="0" w:color="auto"/>
              <w:bottom w:val="single" w:sz="4" w:space="0" w:color="auto"/>
              <w:right w:val="single" w:sz="4" w:space="0" w:color="auto"/>
            </w:tcBorders>
            <w:vAlign w:val="center"/>
          </w:tcPr>
          <w:p w14:paraId="0984DEB9" w14:textId="77777777" w:rsidR="00B15E99" w:rsidRPr="00EF2F0E" w:rsidRDefault="00B15E99" w:rsidP="00AB06FD">
            <w:pPr>
              <w:pStyle w:val="TAL"/>
              <w:keepNext w:val="0"/>
              <w:keepLines w:val="0"/>
              <w:rPr>
                <w:rFonts w:cs="Arial"/>
                <w:szCs w:val="18"/>
              </w:rPr>
            </w:pPr>
            <w:r w:rsidRPr="00EF2F0E">
              <w:rPr>
                <w:rFonts w:cs="Arial"/>
                <w:szCs w:val="18"/>
              </w:rPr>
              <w:t>1447 - 1467</w:t>
            </w:r>
          </w:p>
        </w:tc>
        <w:tc>
          <w:tcPr>
            <w:tcW w:w="1082" w:type="dxa"/>
            <w:tcBorders>
              <w:top w:val="single" w:sz="4" w:space="0" w:color="auto"/>
              <w:left w:val="single" w:sz="4" w:space="0" w:color="auto"/>
              <w:bottom w:val="single" w:sz="4" w:space="0" w:color="auto"/>
              <w:right w:val="single" w:sz="4" w:space="0" w:color="auto"/>
            </w:tcBorders>
            <w:vAlign w:val="center"/>
          </w:tcPr>
          <w:p w14:paraId="0984DEBA"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BB"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BC"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BD"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BE"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C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C0"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46</w:t>
            </w:r>
          </w:p>
        </w:tc>
        <w:tc>
          <w:tcPr>
            <w:tcW w:w="1657" w:type="dxa"/>
            <w:tcBorders>
              <w:top w:val="single" w:sz="4" w:space="0" w:color="auto"/>
              <w:left w:val="single" w:sz="4" w:space="0" w:color="auto"/>
              <w:bottom w:val="single" w:sz="4" w:space="0" w:color="auto"/>
              <w:right w:val="single" w:sz="4" w:space="0" w:color="auto"/>
            </w:tcBorders>
            <w:vAlign w:val="center"/>
          </w:tcPr>
          <w:p w14:paraId="0984DEC1" w14:textId="77777777" w:rsidR="00B15E99" w:rsidRPr="00EF2F0E" w:rsidRDefault="00B15E99" w:rsidP="00AB06FD">
            <w:pPr>
              <w:pStyle w:val="TAL"/>
              <w:keepNext w:val="0"/>
              <w:keepLines w:val="0"/>
              <w:rPr>
                <w:rFonts w:cs="Arial"/>
                <w:szCs w:val="18"/>
              </w:rPr>
            </w:pPr>
            <w:r w:rsidRPr="00EF2F0E">
              <w:rPr>
                <w:rFonts w:cs="Arial"/>
                <w:szCs w:val="18"/>
              </w:rPr>
              <w:t>5150 - 5925</w:t>
            </w:r>
          </w:p>
        </w:tc>
        <w:tc>
          <w:tcPr>
            <w:tcW w:w="1082" w:type="dxa"/>
            <w:tcBorders>
              <w:top w:val="single" w:sz="4" w:space="0" w:color="auto"/>
              <w:left w:val="single" w:sz="4" w:space="0" w:color="auto"/>
              <w:bottom w:val="single" w:sz="4" w:space="0" w:color="auto"/>
              <w:right w:val="single" w:sz="4" w:space="0" w:color="auto"/>
            </w:tcBorders>
            <w:vAlign w:val="center"/>
          </w:tcPr>
          <w:p w14:paraId="0984DEC2" w14:textId="77777777" w:rsidR="00B15E99" w:rsidRPr="00EF2F0E" w:rsidRDefault="00B15E99" w:rsidP="00AB06FD">
            <w:pPr>
              <w:pStyle w:val="TAL"/>
              <w:keepNext w:val="0"/>
              <w:keepLines w:val="0"/>
              <w:rPr>
                <w:rFonts w:cs="Arial"/>
                <w:szCs w:val="18"/>
              </w:rPr>
            </w:pPr>
            <w:r w:rsidRPr="00EF2F0E">
              <w:rPr>
                <w:rFonts w:cs="Arial"/>
                <w:szCs w:val="18"/>
              </w:rPr>
              <w:t>N/A</w:t>
            </w:r>
          </w:p>
        </w:tc>
        <w:tc>
          <w:tcPr>
            <w:tcW w:w="1134" w:type="dxa"/>
            <w:tcBorders>
              <w:top w:val="single" w:sz="4" w:space="0" w:color="auto"/>
              <w:left w:val="single" w:sz="4" w:space="0" w:color="auto"/>
              <w:bottom w:val="single" w:sz="4" w:space="0" w:color="auto"/>
              <w:right w:val="single" w:sz="4" w:space="0" w:color="auto"/>
            </w:tcBorders>
            <w:vAlign w:val="center"/>
          </w:tcPr>
          <w:p w14:paraId="0984DEC3"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C4"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C5"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C6"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C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C8"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48</w:t>
            </w:r>
          </w:p>
        </w:tc>
        <w:tc>
          <w:tcPr>
            <w:tcW w:w="1657" w:type="dxa"/>
            <w:tcBorders>
              <w:top w:val="single" w:sz="4" w:space="0" w:color="auto"/>
              <w:left w:val="single" w:sz="4" w:space="0" w:color="auto"/>
              <w:bottom w:val="single" w:sz="4" w:space="0" w:color="auto"/>
              <w:right w:val="single" w:sz="4" w:space="0" w:color="auto"/>
            </w:tcBorders>
            <w:vAlign w:val="center"/>
          </w:tcPr>
          <w:p w14:paraId="0984DEC9" w14:textId="77777777" w:rsidR="00B15E99" w:rsidRPr="00EF2F0E" w:rsidRDefault="00B15E99" w:rsidP="00AB06FD">
            <w:pPr>
              <w:pStyle w:val="TAL"/>
              <w:keepNext w:val="0"/>
              <w:keepLines w:val="0"/>
              <w:rPr>
                <w:rFonts w:cs="Arial"/>
                <w:szCs w:val="18"/>
              </w:rPr>
            </w:pPr>
            <w:r w:rsidRPr="00EF2F0E">
              <w:rPr>
                <w:rFonts w:cs="Arial"/>
                <w:szCs w:val="18"/>
              </w:rPr>
              <w:t>3550 – 3700</w:t>
            </w:r>
          </w:p>
        </w:tc>
        <w:tc>
          <w:tcPr>
            <w:tcW w:w="1082" w:type="dxa"/>
            <w:tcBorders>
              <w:top w:val="single" w:sz="4" w:space="0" w:color="auto"/>
              <w:left w:val="single" w:sz="4" w:space="0" w:color="auto"/>
              <w:bottom w:val="single" w:sz="4" w:space="0" w:color="auto"/>
              <w:right w:val="single" w:sz="4" w:space="0" w:color="auto"/>
            </w:tcBorders>
            <w:vAlign w:val="center"/>
          </w:tcPr>
          <w:p w14:paraId="0984DECA"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CB"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CC"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CD"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CE"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D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D0"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49</w:t>
            </w:r>
          </w:p>
        </w:tc>
        <w:tc>
          <w:tcPr>
            <w:tcW w:w="1657" w:type="dxa"/>
            <w:tcBorders>
              <w:top w:val="single" w:sz="4" w:space="0" w:color="auto"/>
              <w:left w:val="single" w:sz="4" w:space="0" w:color="auto"/>
              <w:bottom w:val="single" w:sz="4" w:space="0" w:color="auto"/>
              <w:right w:val="single" w:sz="4" w:space="0" w:color="auto"/>
            </w:tcBorders>
            <w:vAlign w:val="center"/>
          </w:tcPr>
          <w:p w14:paraId="0984DED1" w14:textId="77777777" w:rsidR="00B15E99" w:rsidRPr="00EF2F0E" w:rsidRDefault="00B15E99" w:rsidP="00AB06FD">
            <w:pPr>
              <w:pStyle w:val="TAL"/>
              <w:keepNext w:val="0"/>
              <w:keepLines w:val="0"/>
              <w:rPr>
                <w:rFonts w:cs="Arial"/>
                <w:szCs w:val="18"/>
              </w:rPr>
            </w:pPr>
            <w:r w:rsidRPr="00EF2F0E">
              <w:rPr>
                <w:rFonts w:cs="Arial"/>
                <w:szCs w:val="18"/>
              </w:rPr>
              <w:t>3550 – 3700</w:t>
            </w:r>
          </w:p>
        </w:tc>
        <w:tc>
          <w:tcPr>
            <w:tcW w:w="1082" w:type="dxa"/>
            <w:tcBorders>
              <w:top w:val="single" w:sz="4" w:space="0" w:color="auto"/>
              <w:left w:val="single" w:sz="4" w:space="0" w:color="auto"/>
              <w:bottom w:val="single" w:sz="4" w:space="0" w:color="auto"/>
              <w:right w:val="single" w:sz="4" w:space="0" w:color="auto"/>
            </w:tcBorders>
            <w:vAlign w:val="center"/>
          </w:tcPr>
          <w:p w14:paraId="0984DED2" w14:textId="77777777" w:rsidR="00B15E99" w:rsidRPr="00EF2F0E" w:rsidRDefault="00B15E99" w:rsidP="00AB06FD">
            <w:pPr>
              <w:pStyle w:val="TAL"/>
              <w:keepNext w:val="0"/>
              <w:keepLines w:val="0"/>
              <w:rPr>
                <w:rFonts w:cs="Arial"/>
                <w:szCs w:val="18"/>
              </w:rPr>
            </w:pPr>
            <w:r w:rsidRPr="00EF2F0E">
              <w:rPr>
                <w:rFonts w:cs="Arial"/>
                <w:szCs w:val="18"/>
              </w:rPr>
              <w:t>N/A</w:t>
            </w:r>
          </w:p>
        </w:tc>
        <w:tc>
          <w:tcPr>
            <w:tcW w:w="1134" w:type="dxa"/>
            <w:tcBorders>
              <w:top w:val="single" w:sz="4" w:space="0" w:color="auto"/>
              <w:left w:val="single" w:sz="4" w:space="0" w:color="auto"/>
              <w:bottom w:val="single" w:sz="4" w:space="0" w:color="auto"/>
              <w:right w:val="single" w:sz="4" w:space="0" w:color="auto"/>
            </w:tcBorders>
            <w:vAlign w:val="center"/>
          </w:tcPr>
          <w:p w14:paraId="0984DED3" w14:textId="77777777" w:rsidR="00B15E99" w:rsidRPr="00EF2F0E" w:rsidRDefault="00B15E99" w:rsidP="00AB06FD">
            <w:pPr>
              <w:pStyle w:val="TAL"/>
              <w:keepNext w:val="0"/>
              <w:keepLines w:val="0"/>
              <w:rPr>
                <w:rFonts w:cs="Arial"/>
                <w:szCs w:val="18"/>
              </w:rPr>
            </w:pPr>
            <w:r w:rsidRPr="00EF2F0E">
              <w:rPr>
                <w:rFonts w:cs="Arial"/>
                <w:szCs w:val="18"/>
              </w:rPr>
              <w:t>N/A</w:t>
            </w:r>
          </w:p>
        </w:tc>
        <w:tc>
          <w:tcPr>
            <w:tcW w:w="1134" w:type="dxa"/>
            <w:tcBorders>
              <w:top w:val="single" w:sz="4" w:space="0" w:color="auto"/>
              <w:left w:val="single" w:sz="4" w:space="0" w:color="auto"/>
              <w:bottom w:val="single" w:sz="4" w:space="0" w:color="auto"/>
              <w:right w:val="single" w:sz="4" w:space="0" w:color="auto"/>
            </w:tcBorders>
            <w:vAlign w:val="center"/>
          </w:tcPr>
          <w:p w14:paraId="0984DED4"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D5"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w:t>
            </w:r>
          </w:p>
        </w:tc>
        <w:tc>
          <w:tcPr>
            <w:tcW w:w="1167" w:type="dxa"/>
            <w:tcBorders>
              <w:top w:val="single" w:sz="4" w:space="0" w:color="auto"/>
              <w:left w:val="single" w:sz="4" w:space="0" w:color="auto"/>
              <w:bottom w:val="single" w:sz="4" w:space="0" w:color="auto"/>
              <w:right w:val="single" w:sz="4" w:space="0" w:color="auto"/>
            </w:tcBorders>
            <w:vAlign w:val="center"/>
          </w:tcPr>
          <w:p w14:paraId="0984DED6"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D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D8"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50</w:t>
            </w:r>
          </w:p>
        </w:tc>
        <w:tc>
          <w:tcPr>
            <w:tcW w:w="1657" w:type="dxa"/>
            <w:tcBorders>
              <w:top w:val="single" w:sz="4" w:space="0" w:color="auto"/>
              <w:left w:val="single" w:sz="4" w:space="0" w:color="auto"/>
              <w:bottom w:val="single" w:sz="4" w:space="0" w:color="auto"/>
              <w:right w:val="single" w:sz="4" w:space="0" w:color="auto"/>
            </w:tcBorders>
            <w:vAlign w:val="center"/>
          </w:tcPr>
          <w:p w14:paraId="0984DED9" w14:textId="77777777" w:rsidR="00B15E99" w:rsidRPr="00EF2F0E" w:rsidRDefault="00B15E99" w:rsidP="00AB06FD">
            <w:pPr>
              <w:pStyle w:val="TAL"/>
              <w:keepNext w:val="0"/>
              <w:keepLines w:val="0"/>
              <w:rPr>
                <w:rFonts w:cs="Arial"/>
                <w:szCs w:val="18"/>
              </w:rPr>
            </w:pPr>
            <w:r w:rsidRPr="00EF2F0E">
              <w:rPr>
                <w:rFonts w:cs="Arial"/>
                <w:szCs w:val="18"/>
              </w:rPr>
              <w:t>1432 – 1517</w:t>
            </w:r>
          </w:p>
        </w:tc>
        <w:tc>
          <w:tcPr>
            <w:tcW w:w="1082" w:type="dxa"/>
            <w:tcBorders>
              <w:top w:val="single" w:sz="4" w:space="0" w:color="auto"/>
              <w:left w:val="single" w:sz="4" w:space="0" w:color="auto"/>
              <w:bottom w:val="single" w:sz="4" w:space="0" w:color="auto"/>
              <w:right w:val="single" w:sz="4" w:space="0" w:color="auto"/>
            </w:tcBorders>
            <w:vAlign w:val="center"/>
          </w:tcPr>
          <w:p w14:paraId="0984DEDA" w14:textId="77777777" w:rsidR="00B15E99" w:rsidRPr="00EF2F0E" w:rsidRDefault="00B15E99" w:rsidP="00AB06FD">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DB" w14:textId="77777777" w:rsidR="00B15E99" w:rsidRPr="00EF2F0E" w:rsidRDefault="00B15E99" w:rsidP="00AB06FD">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DC"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DD"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w:t>
            </w:r>
          </w:p>
        </w:tc>
        <w:tc>
          <w:tcPr>
            <w:tcW w:w="1167" w:type="dxa"/>
            <w:tcBorders>
              <w:top w:val="single" w:sz="4" w:space="0" w:color="auto"/>
              <w:left w:val="single" w:sz="4" w:space="0" w:color="auto"/>
              <w:bottom w:val="single" w:sz="4" w:space="0" w:color="auto"/>
              <w:right w:val="single" w:sz="4" w:space="0" w:color="auto"/>
            </w:tcBorders>
            <w:vAlign w:val="center"/>
          </w:tcPr>
          <w:p w14:paraId="0984DEDE"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E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E0" w14:textId="77777777" w:rsidR="00B15E99" w:rsidRPr="00EF2F0E" w:rsidRDefault="00B15E99" w:rsidP="00AB06FD">
            <w:pPr>
              <w:pStyle w:val="TAL"/>
              <w:keepNext w:val="0"/>
              <w:keepLines w:val="0"/>
              <w:rPr>
                <w:rFonts w:cs="Arial"/>
                <w:szCs w:val="18"/>
                <w:lang w:val="sv-SE"/>
              </w:rPr>
            </w:pPr>
            <w:r w:rsidRPr="00EF2F0E">
              <w:rPr>
                <w:rFonts w:cs="Arial"/>
                <w:szCs w:val="18"/>
                <w:lang w:val="sv-SE"/>
              </w:rPr>
              <w:t>E-UTRA Band 51 or NR band n51</w:t>
            </w:r>
          </w:p>
        </w:tc>
        <w:tc>
          <w:tcPr>
            <w:tcW w:w="1657" w:type="dxa"/>
            <w:tcBorders>
              <w:top w:val="single" w:sz="4" w:space="0" w:color="auto"/>
              <w:left w:val="single" w:sz="4" w:space="0" w:color="auto"/>
              <w:bottom w:val="single" w:sz="4" w:space="0" w:color="auto"/>
              <w:right w:val="single" w:sz="4" w:space="0" w:color="auto"/>
            </w:tcBorders>
            <w:vAlign w:val="center"/>
          </w:tcPr>
          <w:p w14:paraId="0984DEE1" w14:textId="77777777" w:rsidR="00B15E99" w:rsidRPr="00EF2F0E" w:rsidRDefault="00B15E99" w:rsidP="00AB06FD">
            <w:pPr>
              <w:pStyle w:val="TAL"/>
              <w:keepNext w:val="0"/>
              <w:keepLines w:val="0"/>
              <w:rPr>
                <w:rFonts w:cs="Arial"/>
                <w:szCs w:val="18"/>
              </w:rPr>
            </w:pPr>
            <w:r w:rsidRPr="00EF2F0E">
              <w:rPr>
                <w:rFonts w:cs="Arial"/>
                <w:szCs w:val="18"/>
              </w:rPr>
              <w:t>1427– 1432</w:t>
            </w:r>
          </w:p>
        </w:tc>
        <w:tc>
          <w:tcPr>
            <w:tcW w:w="1082" w:type="dxa"/>
            <w:tcBorders>
              <w:top w:val="single" w:sz="4" w:space="0" w:color="auto"/>
              <w:left w:val="single" w:sz="4" w:space="0" w:color="auto"/>
              <w:bottom w:val="single" w:sz="4" w:space="0" w:color="auto"/>
              <w:right w:val="single" w:sz="4" w:space="0" w:color="auto"/>
            </w:tcBorders>
            <w:vAlign w:val="center"/>
          </w:tcPr>
          <w:p w14:paraId="0984DEE2" w14:textId="77777777" w:rsidR="00B15E99" w:rsidRPr="00EF2F0E" w:rsidRDefault="00B15E99" w:rsidP="00AB06FD">
            <w:pPr>
              <w:pStyle w:val="TAL"/>
              <w:keepNext w:val="0"/>
              <w:keepLines w:val="0"/>
              <w:rPr>
                <w:rFonts w:cs="Arial"/>
                <w:szCs w:val="18"/>
              </w:rPr>
            </w:pPr>
            <w:r w:rsidRPr="00EF2F0E">
              <w:rPr>
                <w:rFonts w:cs="Arial"/>
                <w:szCs w:val="18"/>
              </w:rPr>
              <w:t>N/A</w:t>
            </w:r>
          </w:p>
        </w:tc>
        <w:tc>
          <w:tcPr>
            <w:tcW w:w="1134" w:type="dxa"/>
            <w:tcBorders>
              <w:top w:val="single" w:sz="4" w:space="0" w:color="auto"/>
              <w:left w:val="single" w:sz="4" w:space="0" w:color="auto"/>
              <w:bottom w:val="single" w:sz="4" w:space="0" w:color="auto"/>
              <w:right w:val="single" w:sz="4" w:space="0" w:color="auto"/>
            </w:tcBorders>
            <w:vAlign w:val="center"/>
          </w:tcPr>
          <w:p w14:paraId="0984DEE3" w14:textId="77777777" w:rsidR="00B15E99" w:rsidRPr="00EF2F0E" w:rsidRDefault="00B15E99" w:rsidP="00AB06FD">
            <w:pPr>
              <w:pStyle w:val="TAL"/>
              <w:keepNext w:val="0"/>
              <w:keepLines w:val="0"/>
              <w:rPr>
                <w:rFonts w:cs="Arial"/>
                <w:szCs w:val="18"/>
              </w:rPr>
            </w:pPr>
            <w:r w:rsidRPr="00EF2F0E">
              <w:rPr>
                <w:rFonts w:cs="Arial"/>
                <w:szCs w:val="18"/>
              </w:rPr>
              <w:t>N/A</w:t>
            </w:r>
          </w:p>
        </w:tc>
        <w:tc>
          <w:tcPr>
            <w:tcW w:w="1134" w:type="dxa"/>
            <w:tcBorders>
              <w:top w:val="single" w:sz="4" w:space="0" w:color="auto"/>
              <w:left w:val="single" w:sz="4" w:space="0" w:color="auto"/>
              <w:bottom w:val="single" w:sz="4" w:space="0" w:color="auto"/>
              <w:right w:val="single" w:sz="4" w:space="0" w:color="auto"/>
            </w:tcBorders>
            <w:vAlign w:val="center"/>
          </w:tcPr>
          <w:p w14:paraId="0984DEE4" w14:textId="77777777" w:rsidR="00B15E99" w:rsidRPr="00EF2F0E" w:rsidRDefault="00B15E99" w:rsidP="00AB06FD">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E5" w14:textId="77777777" w:rsidR="00B15E99" w:rsidRPr="00EF2F0E" w:rsidRDefault="00B15E99" w:rsidP="00AB06FD">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w:t>
            </w:r>
          </w:p>
        </w:tc>
        <w:tc>
          <w:tcPr>
            <w:tcW w:w="1167" w:type="dxa"/>
            <w:tcBorders>
              <w:top w:val="single" w:sz="4" w:space="0" w:color="auto"/>
              <w:left w:val="single" w:sz="4" w:space="0" w:color="auto"/>
              <w:bottom w:val="single" w:sz="4" w:space="0" w:color="auto"/>
              <w:right w:val="single" w:sz="4" w:space="0" w:color="auto"/>
            </w:tcBorders>
            <w:vAlign w:val="center"/>
          </w:tcPr>
          <w:p w14:paraId="0984DEE6" w14:textId="77777777" w:rsidR="00B15E99" w:rsidRPr="00EF2F0E" w:rsidRDefault="00B15E99" w:rsidP="00AB06FD">
            <w:pPr>
              <w:pStyle w:val="TAL"/>
              <w:keepNext w:val="0"/>
              <w:keepLines w:val="0"/>
              <w:rPr>
                <w:rFonts w:cs="Arial"/>
                <w:szCs w:val="18"/>
              </w:rPr>
            </w:pPr>
            <w:r w:rsidRPr="00EF2F0E">
              <w:rPr>
                <w:rFonts w:cs="Arial"/>
                <w:szCs w:val="18"/>
              </w:rPr>
              <w:t>CW carrier</w:t>
            </w:r>
          </w:p>
        </w:tc>
      </w:tr>
      <w:tr w:rsidR="003401A4" w:rsidRPr="00EF2F0E" w14:paraId="0984DEE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E8" w14:textId="77777777" w:rsidR="0094713B" w:rsidRPr="00EF2F0E" w:rsidRDefault="0094713B" w:rsidP="0094713B">
            <w:pPr>
              <w:pStyle w:val="TAL"/>
              <w:keepNext w:val="0"/>
              <w:keepLines w:val="0"/>
              <w:rPr>
                <w:rFonts w:cs="Arial"/>
                <w:szCs w:val="18"/>
                <w:lang w:val="sv-SE"/>
              </w:rPr>
            </w:pPr>
            <w:r w:rsidRPr="00EF2F0E">
              <w:rPr>
                <w:rFonts w:cs="Arial"/>
              </w:rPr>
              <w:t>E-UTRA Band 52</w:t>
            </w:r>
          </w:p>
        </w:tc>
        <w:tc>
          <w:tcPr>
            <w:tcW w:w="1657" w:type="dxa"/>
            <w:tcBorders>
              <w:top w:val="single" w:sz="4" w:space="0" w:color="auto"/>
              <w:left w:val="single" w:sz="4" w:space="0" w:color="auto"/>
              <w:bottom w:val="single" w:sz="4" w:space="0" w:color="auto"/>
              <w:right w:val="single" w:sz="4" w:space="0" w:color="auto"/>
            </w:tcBorders>
            <w:vAlign w:val="center"/>
          </w:tcPr>
          <w:p w14:paraId="0984DEE9" w14:textId="77777777" w:rsidR="0094713B" w:rsidRPr="00EF2F0E" w:rsidRDefault="0094713B" w:rsidP="0094713B">
            <w:pPr>
              <w:pStyle w:val="TAL"/>
              <w:keepNext w:val="0"/>
              <w:keepLines w:val="0"/>
              <w:rPr>
                <w:rFonts w:cs="Arial"/>
                <w:szCs w:val="18"/>
              </w:rPr>
            </w:pPr>
            <w:r w:rsidRPr="00EF2F0E">
              <w:rPr>
                <w:rFonts w:cs="Arial"/>
              </w:rPr>
              <w:t>330</w:t>
            </w:r>
            <w:r w:rsidRPr="00EF2F0E">
              <w:rPr>
                <w:rFonts w:eastAsia="SimSun" w:cs="Arial"/>
                <w:lang w:eastAsia="zh-CN"/>
              </w:rPr>
              <w:t>0</w:t>
            </w:r>
            <w:r w:rsidRPr="00EF2F0E">
              <w:rPr>
                <w:rFonts w:cs="Arial"/>
              </w:rPr>
              <w:t xml:space="preserve"> - 3400 MHz</w:t>
            </w:r>
          </w:p>
        </w:tc>
        <w:tc>
          <w:tcPr>
            <w:tcW w:w="1082" w:type="dxa"/>
            <w:tcBorders>
              <w:top w:val="single" w:sz="4" w:space="0" w:color="auto"/>
              <w:left w:val="single" w:sz="4" w:space="0" w:color="auto"/>
              <w:bottom w:val="single" w:sz="4" w:space="0" w:color="auto"/>
              <w:right w:val="single" w:sz="4" w:space="0" w:color="auto"/>
            </w:tcBorders>
            <w:vAlign w:val="center"/>
          </w:tcPr>
          <w:p w14:paraId="0984DEEA" w14:textId="77777777" w:rsidR="0094713B" w:rsidRPr="00EF2F0E" w:rsidRDefault="0094713B" w:rsidP="0094713B">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EB" w14:textId="77777777" w:rsidR="0094713B" w:rsidRPr="00EF2F0E" w:rsidRDefault="0094713B" w:rsidP="0094713B">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EC" w14:textId="77777777" w:rsidR="0094713B" w:rsidRPr="00EF2F0E" w:rsidRDefault="0094713B" w:rsidP="0094713B">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ED" w14:textId="77777777" w:rsidR="0094713B" w:rsidRPr="00EF2F0E" w:rsidRDefault="0094713B" w:rsidP="0094713B">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EE" w14:textId="77777777" w:rsidR="0094713B" w:rsidRPr="00EF2F0E" w:rsidRDefault="0094713B" w:rsidP="0094713B">
            <w:pPr>
              <w:pStyle w:val="TAL"/>
              <w:keepNext w:val="0"/>
              <w:keepLines w:val="0"/>
              <w:rPr>
                <w:rFonts w:cs="Arial"/>
                <w:szCs w:val="18"/>
              </w:rPr>
            </w:pPr>
            <w:r w:rsidRPr="00EF2F0E">
              <w:rPr>
                <w:rFonts w:cs="Arial"/>
                <w:szCs w:val="18"/>
              </w:rPr>
              <w:t>CW carrier</w:t>
            </w:r>
          </w:p>
        </w:tc>
      </w:tr>
      <w:tr w:rsidR="003401A4" w:rsidRPr="00EF2F0E" w14:paraId="0984DEF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F0" w14:textId="77777777" w:rsidR="0094713B" w:rsidRPr="00EF2F0E" w:rsidRDefault="0094713B" w:rsidP="0094713B">
            <w:pPr>
              <w:pStyle w:val="TAL"/>
              <w:keepNext w:val="0"/>
              <w:keepLines w:val="0"/>
              <w:rPr>
                <w:rFonts w:cs="Arial"/>
                <w:szCs w:val="18"/>
                <w:lang w:val="sv-SE"/>
              </w:rPr>
            </w:pPr>
            <w:r w:rsidRPr="00EF2F0E">
              <w:rPr>
                <w:rFonts w:cs="Arial"/>
                <w:szCs w:val="18"/>
                <w:lang w:val="sv-SE"/>
              </w:rPr>
              <w:t>E-UTRA Band 65</w:t>
            </w:r>
          </w:p>
        </w:tc>
        <w:tc>
          <w:tcPr>
            <w:tcW w:w="1657" w:type="dxa"/>
            <w:tcBorders>
              <w:top w:val="single" w:sz="4" w:space="0" w:color="auto"/>
              <w:left w:val="single" w:sz="4" w:space="0" w:color="auto"/>
              <w:bottom w:val="single" w:sz="4" w:space="0" w:color="auto"/>
              <w:right w:val="single" w:sz="4" w:space="0" w:color="auto"/>
            </w:tcBorders>
            <w:vAlign w:val="center"/>
          </w:tcPr>
          <w:p w14:paraId="0984DEF1" w14:textId="77777777" w:rsidR="0094713B" w:rsidRPr="00EF2F0E" w:rsidRDefault="0094713B" w:rsidP="0094713B">
            <w:pPr>
              <w:pStyle w:val="TAL"/>
              <w:keepNext w:val="0"/>
              <w:keepLines w:val="0"/>
              <w:rPr>
                <w:rFonts w:cs="Arial"/>
                <w:szCs w:val="18"/>
              </w:rPr>
            </w:pPr>
            <w:r w:rsidRPr="00EF2F0E">
              <w:rPr>
                <w:rFonts w:cs="Arial"/>
                <w:szCs w:val="18"/>
              </w:rPr>
              <w:t>2110 – 2200</w:t>
            </w:r>
          </w:p>
        </w:tc>
        <w:tc>
          <w:tcPr>
            <w:tcW w:w="1082" w:type="dxa"/>
            <w:tcBorders>
              <w:top w:val="single" w:sz="4" w:space="0" w:color="auto"/>
              <w:left w:val="single" w:sz="4" w:space="0" w:color="auto"/>
              <w:bottom w:val="single" w:sz="4" w:space="0" w:color="auto"/>
              <w:right w:val="single" w:sz="4" w:space="0" w:color="auto"/>
            </w:tcBorders>
            <w:vAlign w:val="center"/>
          </w:tcPr>
          <w:p w14:paraId="0984DEF2" w14:textId="77777777" w:rsidR="0094713B" w:rsidRPr="00EF2F0E" w:rsidRDefault="0094713B" w:rsidP="0094713B">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F3" w14:textId="77777777" w:rsidR="0094713B" w:rsidRPr="00EF2F0E" w:rsidRDefault="0094713B" w:rsidP="0094713B">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F4" w14:textId="77777777" w:rsidR="0094713B" w:rsidRPr="00EF2F0E" w:rsidRDefault="0094713B" w:rsidP="0094713B">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F5" w14:textId="77777777" w:rsidR="0094713B" w:rsidRPr="00EF2F0E" w:rsidRDefault="0094713B" w:rsidP="0094713B">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F6" w14:textId="77777777" w:rsidR="0094713B" w:rsidRPr="00EF2F0E" w:rsidRDefault="0094713B" w:rsidP="0094713B">
            <w:pPr>
              <w:pStyle w:val="TAL"/>
              <w:keepNext w:val="0"/>
              <w:keepLines w:val="0"/>
              <w:rPr>
                <w:rFonts w:cs="Arial"/>
                <w:szCs w:val="18"/>
              </w:rPr>
            </w:pPr>
            <w:r w:rsidRPr="00EF2F0E">
              <w:rPr>
                <w:rFonts w:cs="Arial"/>
                <w:szCs w:val="18"/>
              </w:rPr>
              <w:t>CW carrier</w:t>
            </w:r>
          </w:p>
        </w:tc>
      </w:tr>
      <w:tr w:rsidR="003401A4" w:rsidRPr="00EF2F0E" w14:paraId="0984DEF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EF8" w14:textId="77777777" w:rsidR="0094713B" w:rsidRPr="00EF2F0E" w:rsidRDefault="0094713B" w:rsidP="0094713B">
            <w:pPr>
              <w:pStyle w:val="TAL"/>
              <w:keepNext w:val="0"/>
              <w:keepLines w:val="0"/>
              <w:rPr>
                <w:rFonts w:cs="Arial"/>
                <w:szCs w:val="18"/>
                <w:lang w:val="sv-SE"/>
              </w:rPr>
            </w:pPr>
            <w:r w:rsidRPr="00EF2F0E">
              <w:rPr>
                <w:rFonts w:cs="Arial"/>
                <w:szCs w:val="18"/>
                <w:lang w:val="sv-SE"/>
              </w:rPr>
              <w:t>E-UTRA Band 66 or NR band n66</w:t>
            </w:r>
          </w:p>
        </w:tc>
        <w:tc>
          <w:tcPr>
            <w:tcW w:w="1657" w:type="dxa"/>
            <w:tcBorders>
              <w:top w:val="single" w:sz="4" w:space="0" w:color="auto"/>
              <w:left w:val="single" w:sz="4" w:space="0" w:color="auto"/>
              <w:bottom w:val="single" w:sz="4" w:space="0" w:color="auto"/>
              <w:right w:val="single" w:sz="4" w:space="0" w:color="auto"/>
            </w:tcBorders>
            <w:vAlign w:val="center"/>
          </w:tcPr>
          <w:p w14:paraId="0984DEF9" w14:textId="77777777" w:rsidR="0094713B" w:rsidRPr="00EF2F0E" w:rsidRDefault="0094713B" w:rsidP="0094713B">
            <w:pPr>
              <w:pStyle w:val="TAL"/>
              <w:keepNext w:val="0"/>
              <w:keepLines w:val="0"/>
              <w:rPr>
                <w:rFonts w:cs="Arial"/>
                <w:szCs w:val="18"/>
              </w:rPr>
            </w:pPr>
            <w:r w:rsidRPr="00EF2F0E">
              <w:rPr>
                <w:rFonts w:cs="Arial"/>
                <w:szCs w:val="18"/>
              </w:rPr>
              <w:t>2110 – 2200</w:t>
            </w:r>
          </w:p>
        </w:tc>
        <w:tc>
          <w:tcPr>
            <w:tcW w:w="1082" w:type="dxa"/>
            <w:tcBorders>
              <w:top w:val="single" w:sz="4" w:space="0" w:color="auto"/>
              <w:left w:val="single" w:sz="4" w:space="0" w:color="auto"/>
              <w:bottom w:val="single" w:sz="4" w:space="0" w:color="auto"/>
              <w:right w:val="single" w:sz="4" w:space="0" w:color="auto"/>
            </w:tcBorders>
            <w:vAlign w:val="center"/>
          </w:tcPr>
          <w:p w14:paraId="0984DEFA" w14:textId="77777777" w:rsidR="0094713B" w:rsidRPr="00EF2F0E" w:rsidRDefault="0094713B" w:rsidP="0094713B">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EFB" w14:textId="77777777" w:rsidR="0094713B" w:rsidRPr="00EF2F0E" w:rsidRDefault="0094713B" w:rsidP="0094713B">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EFC" w14:textId="77777777" w:rsidR="0094713B" w:rsidRPr="00EF2F0E" w:rsidRDefault="0094713B" w:rsidP="0094713B">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EFD" w14:textId="77777777" w:rsidR="0094713B" w:rsidRPr="00EF2F0E" w:rsidRDefault="0094713B" w:rsidP="0094713B">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EFE" w14:textId="77777777" w:rsidR="0094713B" w:rsidRPr="00EF2F0E" w:rsidRDefault="0094713B" w:rsidP="0094713B">
            <w:pPr>
              <w:pStyle w:val="TAL"/>
              <w:keepNext w:val="0"/>
              <w:keepLines w:val="0"/>
              <w:rPr>
                <w:rFonts w:cs="Arial"/>
                <w:szCs w:val="18"/>
              </w:rPr>
            </w:pPr>
            <w:r w:rsidRPr="00EF2F0E">
              <w:rPr>
                <w:rFonts w:cs="Arial"/>
                <w:szCs w:val="18"/>
              </w:rPr>
              <w:t>CW carrier</w:t>
            </w:r>
          </w:p>
        </w:tc>
      </w:tr>
      <w:tr w:rsidR="003401A4" w:rsidRPr="00EF2F0E" w14:paraId="0984DF0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F00" w14:textId="77777777" w:rsidR="0094713B" w:rsidRPr="00EF2F0E" w:rsidRDefault="0094713B" w:rsidP="0094713B">
            <w:pPr>
              <w:pStyle w:val="TAL"/>
              <w:keepNext w:val="0"/>
              <w:keepLines w:val="0"/>
              <w:rPr>
                <w:rFonts w:cs="Arial"/>
                <w:szCs w:val="18"/>
                <w:lang w:val="sv-SE"/>
              </w:rPr>
            </w:pPr>
            <w:r w:rsidRPr="00EF2F0E">
              <w:rPr>
                <w:rFonts w:cs="Arial"/>
                <w:szCs w:val="18"/>
                <w:lang w:val="sv-SE"/>
              </w:rPr>
              <w:t>E-UTRA Band 67</w:t>
            </w:r>
          </w:p>
        </w:tc>
        <w:tc>
          <w:tcPr>
            <w:tcW w:w="1657" w:type="dxa"/>
            <w:tcBorders>
              <w:top w:val="single" w:sz="4" w:space="0" w:color="auto"/>
              <w:left w:val="single" w:sz="4" w:space="0" w:color="auto"/>
              <w:bottom w:val="single" w:sz="4" w:space="0" w:color="auto"/>
              <w:right w:val="single" w:sz="4" w:space="0" w:color="auto"/>
            </w:tcBorders>
            <w:vAlign w:val="center"/>
          </w:tcPr>
          <w:p w14:paraId="0984DF01" w14:textId="77777777" w:rsidR="0094713B" w:rsidRPr="00EF2F0E" w:rsidRDefault="0094713B" w:rsidP="0094713B">
            <w:pPr>
              <w:pStyle w:val="TAL"/>
              <w:keepNext w:val="0"/>
              <w:keepLines w:val="0"/>
              <w:rPr>
                <w:rFonts w:cs="Arial"/>
                <w:szCs w:val="18"/>
              </w:rPr>
            </w:pPr>
            <w:r w:rsidRPr="00EF2F0E">
              <w:rPr>
                <w:rFonts w:cs="Arial"/>
                <w:szCs w:val="18"/>
              </w:rPr>
              <w:t>738 - 758</w:t>
            </w:r>
          </w:p>
        </w:tc>
        <w:tc>
          <w:tcPr>
            <w:tcW w:w="1082" w:type="dxa"/>
            <w:tcBorders>
              <w:top w:val="single" w:sz="4" w:space="0" w:color="auto"/>
              <w:left w:val="single" w:sz="4" w:space="0" w:color="auto"/>
              <w:bottom w:val="single" w:sz="4" w:space="0" w:color="auto"/>
              <w:right w:val="single" w:sz="4" w:space="0" w:color="auto"/>
            </w:tcBorders>
            <w:vAlign w:val="center"/>
          </w:tcPr>
          <w:p w14:paraId="0984DF02" w14:textId="77777777" w:rsidR="0094713B" w:rsidRPr="00EF2F0E" w:rsidRDefault="0094713B" w:rsidP="0094713B">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F03" w14:textId="77777777" w:rsidR="0094713B" w:rsidRPr="00EF2F0E" w:rsidRDefault="0094713B" w:rsidP="0094713B">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F04" w14:textId="77777777" w:rsidR="0094713B" w:rsidRPr="00EF2F0E" w:rsidRDefault="0094713B" w:rsidP="0094713B">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F05" w14:textId="77777777" w:rsidR="0094713B" w:rsidRPr="00EF2F0E" w:rsidRDefault="0094713B" w:rsidP="0094713B">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F06" w14:textId="77777777" w:rsidR="0094713B" w:rsidRPr="00EF2F0E" w:rsidRDefault="0094713B" w:rsidP="0094713B">
            <w:pPr>
              <w:pStyle w:val="TAL"/>
              <w:keepNext w:val="0"/>
              <w:keepLines w:val="0"/>
              <w:rPr>
                <w:rFonts w:cs="Arial"/>
                <w:szCs w:val="18"/>
              </w:rPr>
            </w:pPr>
            <w:r w:rsidRPr="00EF2F0E">
              <w:rPr>
                <w:rFonts w:cs="Arial"/>
                <w:szCs w:val="18"/>
              </w:rPr>
              <w:t>CW carrier</w:t>
            </w:r>
          </w:p>
        </w:tc>
      </w:tr>
      <w:tr w:rsidR="003401A4" w:rsidRPr="00EF2F0E" w14:paraId="0984DF0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F08" w14:textId="77777777" w:rsidR="0094713B" w:rsidRPr="00EF2F0E" w:rsidRDefault="0094713B" w:rsidP="0094713B">
            <w:pPr>
              <w:pStyle w:val="TAL"/>
              <w:keepNext w:val="0"/>
              <w:keepLines w:val="0"/>
              <w:rPr>
                <w:rFonts w:cs="Arial"/>
                <w:szCs w:val="18"/>
                <w:lang w:val="sv-SE"/>
              </w:rPr>
            </w:pPr>
            <w:r w:rsidRPr="00EF2F0E">
              <w:rPr>
                <w:rFonts w:cs="Arial"/>
                <w:szCs w:val="18"/>
                <w:lang w:val="sv-SE"/>
              </w:rPr>
              <w:t>E-UTRA Band 68</w:t>
            </w:r>
          </w:p>
        </w:tc>
        <w:tc>
          <w:tcPr>
            <w:tcW w:w="1657" w:type="dxa"/>
            <w:tcBorders>
              <w:top w:val="single" w:sz="4" w:space="0" w:color="auto"/>
              <w:left w:val="single" w:sz="4" w:space="0" w:color="auto"/>
              <w:bottom w:val="single" w:sz="4" w:space="0" w:color="auto"/>
              <w:right w:val="single" w:sz="4" w:space="0" w:color="auto"/>
            </w:tcBorders>
            <w:vAlign w:val="center"/>
          </w:tcPr>
          <w:p w14:paraId="0984DF09" w14:textId="77777777" w:rsidR="0094713B" w:rsidRPr="00EF2F0E" w:rsidRDefault="0094713B" w:rsidP="0094713B">
            <w:pPr>
              <w:pStyle w:val="TAL"/>
              <w:keepNext w:val="0"/>
              <w:keepLines w:val="0"/>
              <w:rPr>
                <w:rFonts w:cs="Arial"/>
                <w:szCs w:val="18"/>
              </w:rPr>
            </w:pPr>
            <w:r w:rsidRPr="00EF2F0E">
              <w:rPr>
                <w:rFonts w:cs="Arial"/>
                <w:szCs w:val="18"/>
              </w:rPr>
              <w:t>753 - 783</w:t>
            </w:r>
          </w:p>
        </w:tc>
        <w:tc>
          <w:tcPr>
            <w:tcW w:w="1082" w:type="dxa"/>
            <w:tcBorders>
              <w:top w:val="single" w:sz="4" w:space="0" w:color="auto"/>
              <w:left w:val="single" w:sz="4" w:space="0" w:color="auto"/>
              <w:bottom w:val="single" w:sz="4" w:space="0" w:color="auto"/>
              <w:right w:val="single" w:sz="4" w:space="0" w:color="auto"/>
            </w:tcBorders>
            <w:vAlign w:val="center"/>
          </w:tcPr>
          <w:p w14:paraId="0984DF0A" w14:textId="77777777" w:rsidR="0094713B" w:rsidRPr="00EF2F0E" w:rsidRDefault="0094713B" w:rsidP="0094713B">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F0B" w14:textId="77777777" w:rsidR="0094713B" w:rsidRPr="00EF2F0E" w:rsidRDefault="0094713B" w:rsidP="0094713B">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F0C" w14:textId="77777777" w:rsidR="0094713B" w:rsidRPr="00EF2F0E" w:rsidRDefault="0094713B" w:rsidP="0094713B">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F0D" w14:textId="77777777" w:rsidR="0094713B" w:rsidRPr="00EF2F0E" w:rsidRDefault="0094713B" w:rsidP="0094713B">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F0E" w14:textId="77777777" w:rsidR="0094713B" w:rsidRPr="00EF2F0E" w:rsidRDefault="0094713B" w:rsidP="0094713B">
            <w:pPr>
              <w:pStyle w:val="TAL"/>
              <w:keepNext w:val="0"/>
              <w:keepLines w:val="0"/>
              <w:rPr>
                <w:rFonts w:cs="Arial"/>
                <w:szCs w:val="18"/>
              </w:rPr>
            </w:pPr>
            <w:r w:rsidRPr="00EF2F0E">
              <w:rPr>
                <w:rFonts w:cs="Arial"/>
                <w:szCs w:val="18"/>
              </w:rPr>
              <w:t>CW carrier</w:t>
            </w:r>
          </w:p>
        </w:tc>
      </w:tr>
      <w:tr w:rsidR="003401A4" w:rsidRPr="00EF2F0E" w14:paraId="0984DF1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F10" w14:textId="77777777" w:rsidR="0094713B" w:rsidRPr="00EF2F0E" w:rsidRDefault="0094713B" w:rsidP="0094713B">
            <w:pPr>
              <w:pStyle w:val="TAL"/>
              <w:keepNext w:val="0"/>
              <w:keepLines w:val="0"/>
              <w:rPr>
                <w:rFonts w:cs="Arial"/>
                <w:szCs w:val="18"/>
                <w:lang w:val="sv-SE"/>
              </w:rPr>
            </w:pPr>
            <w:r w:rsidRPr="00EF2F0E">
              <w:rPr>
                <w:rFonts w:cs="Arial"/>
                <w:szCs w:val="18"/>
                <w:lang w:val="sv-SE"/>
              </w:rPr>
              <w:t>E-UTRA Band 69</w:t>
            </w:r>
          </w:p>
        </w:tc>
        <w:tc>
          <w:tcPr>
            <w:tcW w:w="1657" w:type="dxa"/>
            <w:tcBorders>
              <w:top w:val="single" w:sz="4" w:space="0" w:color="auto"/>
              <w:left w:val="single" w:sz="4" w:space="0" w:color="auto"/>
              <w:bottom w:val="single" w:sz="4" w:space="0" w:color="auto"/>
              <w:right w:val="single" w:sz="4" w:space="0" w:color="auto"/>
            </w:tcBorders>
            <w:vAlign w:val="center"/>
          </w:tcPr>
          <w:p w14:paraId="0984DF11" w14:textId="77777777" w:rsidR="0094713B" w:rsidRPr="00EF2F0E" w:rsidRDefault="0094713B" w:rsidP="0094713B">
            <w:pPr>
              <w:pStyle w:val="TAL"/>
              <w:keepNext w:val="0"/>
              <w:keepLines w:val="0"/>
              <w:rPr>
                <w:rFonts w:cs="Arial"/>
                <w:szCs w:val="18"/>
              </w:rPr>
            </w:pPr>
            <w:r w:rsidRPr="00EF2F0E">
              <w:rPr>
                <w:rFonts w:cs="Arial"/>
                <w:szCs w:val="18"/>
              </w:rPr>
              <w:t>2570 - 2620</w:t>
            </w:r>
          </w:p>
        </w:tc>
        <w:tc>
          <w:tcPr>
            <w:tcW w:w="1082" w:type="dxa"/>
            <w:tcBorders>
              <w:top w:val="single" w:sz="4" w:space="0" w:color="auto"/>
              <w:left w:val="single" w:sz="4" w:space="0" w:color="auto"/>
              <w:bottom w:val="single" w:sz="4" w:space="0" w:color="auto"/>
              <w:right w:val="single" w:sz="4" w:space="0" w:color="auto"/>
            </w:tcBorders>
            <w:vAlign w:val="center"/>
          </w:tcPr>
          <w:p w14:paraId="0984DF12" w14:textId="77777777" w:rsidR="0094713B" w:rsidRPr="00EF2F0E" w:rsidRDefault="0094713B" w:rsidP="0094713B">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F13" w14:textId="77777777" w:rsidR="0094713B" w:rsidRPr="00EF2F0E" w:rsidRDefault="0094713B" w:rsidP="0094713B">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F14" w14:textId="77777777" w:rsidR="0094713B" w:rsidRPr="00EF2F0E" w:rsidRDefault="0094713B" w:rsidP="0094713B">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F15" w14:textId="77777777" w:rsidR="0094713B" w:rsidRPr="00EF2F0E" w:rsidRDefault="0094713B" w:rsidP="0094713B">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F16" w14:textId="77777777" w:rsidR="0094713B" w:rsidRPr="00EF2F0E" w:rsidRDefault="0094713B" w:rsidP="0094713B">
            <w:pPr>
              <w:pStyle w:val="TAL"/>
              <w:keepNext w:val="0"/>
              <w:keepLines w:val="0"/>
              <w:rPr>
                <w:rFonts w:cs="Arial"/>
                <w:szCs w:val="18"/>
              </w:rPr>
            </w:pPr>
            <w:r w:rsidRPr="00EF2F0E">
              <w:rPr>
                <w:rFonts w:cs="Arial"/>
                <w:szCs w:val="18"/>
              </w:rPr>
              <w:t>CW carrier</w:t>
            </w:r>
          </w:p>
        </w:tc>
      </w:tr>
      <w:tr w:rsidR="003401A4" w:rsidRPr="00EF2F0E" w14:paraId="0984DF1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F18" w14:textId="77777777" w:rsidR="0094713B" w:rsidRPr="00EF2F0E" w:rsidRDefault="0094713B" w:rsidP="0094713B">
            <w:pPr>
              <w:pStyle w:val="TAL"/>
              <w:keepNext w:val="0"/>
              <w:keepLines w:val="0"/>
              <w:rPr>
                <w:rFonts w:cs="Arial"/>
                <w:szCs w:val="18"/>
                <w:lang w:val="sv-SE"/>
              </w:rPr>
            </w:pPr>
            <w:r w:rsidRPr="00EF2F0E">
              <w:rPr>
                <w:rFonts w:cs="Arial"/>
                <w:szCs w:val="18"/>
                <w:lang w:val="sv-SE"/>
              </w:rPr>
              <w:t>E-UTRA Band 70 or NR band n70</w:t>
            </w:r>
          </w:p>
        </w:tc>
        <w:tc>
          <w:tcPr>
            <w:tcW w:w="1657" w:type="dxa"/>
            <w:tcBorders>
              <w:top w:val="single" w:sz="4" w:space="0" w:color="auto"/>
              <w:left w:val="single" w:sz="4" w:space="0" w:color="auto"/>
              <w:bottom w:val="single" w:sz="4" w:space="0" w:color="auto"/>
              <w:right w:val="single" w:sz="4" w:space="0" w:color="auto"/>
            </w:tcBorders>
            <w:vAlign w:val="center"/>
          </w:tcPr>
          <w:p w14:paraId="0984DF19" w14:textId="77777777" w:rsidR="0094713B" w:rsidRPr="00EF2F0E" w:rsidRDefault="0094713B" w:rsidP="0094713B">
            <w:pPr>
              <w:pStyle w:val="TAL"/>
              <w:keepNext w:val="0"/>
              <w:keepLines w:val="0"/>
              <w:rPr>
                <w:rFonts w:cs="Arial"/>
                <w:szCs w:val="18"/>
              </w:rPr>
            </w:pPr>
            <w:r w:rsidRPr="00EF2F0E">
              <w:rPr>
                <w:rFonts w:cs="Arial"/>
                <w:szCs w:val="18"/>
              </w:rPr>
              <w:t>1995 – 2020</w:t>
            </w:r>
          </w:p>
        </w:tc>
        <w:tc>
          <w:tcPr>
            <w:tcW w:w="1082" w:type="dxa"/>
            <w:tcBorders>
              <w:top w:val="single" w:sz="4" w:space="0" w:color="auto"/>
              <w:left w:val="single" w:sz="4" w:space="0" w:color="auto"/>
              <w:bottom w:val="single" w:sz="4" w:space="0" w:color="auto"/>
              <w:right w:val="single" w:sz="4" w:space="0" w:color="auto"/>
            </w:tcBorders>
            <w:vAlign w:val="center"/>
          </w:tcPr>
          <w:p w14:paraId="0984DF1A" w14:textId="77777777" w:rsidR="0094713B" w:rsidRPr="00EF2F0E" w:rsidRDefault="0094713B" w:rsidP="0094713B">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F1B" w14:textId="77777777" w:rsidR="0094713B" w:rsidRPr="00EF2F0E" w:rsidRDefault="0094713B" w:rsidP="0094713B">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F1C" w14:textId="77777777" w:rsidR="0094713B" w:rsidRPr="00EF2F0E" w:rsidRDefault="0094713B" w:rsidP="0094713B">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F1D" w14:textId="77777777" w:rsidR="0094713B" w:rsidRPr="00EF2F0E" w:rsidRDefault="0094713B" w:rsidP="0094713B">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4DF1E" w14:textId="77777777" w:rsidR="0094713B" w:rsidRPr="00EF2F0E" w:rsidRDefault="0094713B" w:rsidP="0094713B">
            <w:pPr>
              <w:pStyle w:val="TAL"/>
              <w:keepNext w:val="0"/>
              <w:keepLines w:val="0"/>
              <w:rPr>
                <w:rFonts w:cs="Arial"/>
                <w:szCs w:val="18"/>
              </w:rPr>
            </w:pPr>
            <w:r w:rsidRPr="00EF2F0E">
              <w:rPr>
                <w:rFonts w:cs="Arial"/>
                <w:szCs w:val="18"/>
              </w:rPr>
              <w:t>CW carrier</w:t>
            </w:r>
          </w:p>
        </w:tc>
      </w:tr>
      <w:tr w:rsidR="003401A4" w:rsidRPr="00EF2F0E" w14:paraId="0984DF2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F20" w14:textId="77777777" w:rsidR="0094713B" w:rsidRPr="00EF2F0E" w:rsidRDefault="0094713B" w:rsidP="0094713B">
            <w:pPr>
              <w:pStyle w:val="TAL"/>
              <w:keepNext w:val="0"/>
              <w:keepLines w:val="0"/>
              <w:rPr>
                <w:rFonts w:cs="Arial"/>
                <w:szCs w:val="18"/>
                <w:lang w:val="sv-SE"/>
              </w:rPr>
            </w:pPr>
            <w:r w:rsidRPr="00EF2F0E">
              <w:rPr>
                <w:rFonts w:cs="Arial"/>
                <w:szCs w:val="18"/>
                <w:lang w:val="sv-SE"/>
              </w:rPr>
              <w:t>E-UTRA Band 71 or or NR band n71</w:t>
            </w:r>
          </w:p>
        </w:tc>
        <w:tc>
          <w:tcPr>
            <w:tcW w:w="1657" w:type="dxa"/>
            <w:tcBorders>
              <w:top w:val="single" w:sz="4" w:space="0" w:color="auto"/>
              <w:left w:val="single" w:sz="4" w:space="0" w:color="auto"/>
              <w:bottom w:val="single" w:sz="4" w:space="0" w:color="auto"/>
              <w:right w:val="single" w:sz="4" w:space="0" w:color="auto"/>
            </w:tcBorders>
            <w:vAlign w:val="center"/>
          </w:tcPr>
          <w:p w14:paraId="0984DF21" w14:textId="77777777" w:rsidR="0094713B" w:rsidRPr="00EF2F0E" w:rsidRDefault="0094713B" w:rsidP="0094713B">
            <w:pPr>
              <w:pStyle w:val="TAL"/>
              <w:keepNext w:val="0"/>
              <w:keepLines w:val="0"/>
              <w:rPr>
                <w:rFonts w:cs="Arial"/>
                <w:szCs w:val="18"/>
              </w:rPr>
            </w:pPr>
            <w:r w:rsidRPr="00EF2F0E">
              <w:rPr>
                <w:rFonts w:cs="Arial"/>
                <w:szCs w:val="18"/>
              </w:rPr>
              <w:t>617 - 652</w:t>
            </w:r>
          </w:p>
        </w:tc>
        <w:tc>
          <w:tcPr>
            <w:tcW w:w="1082" w:type="dxa"/>
            <w:tcBorders>
              <w:top w:val="single" w:sz="4" w:space="0" w:color="auto"/>
              <w:left w:val="single" w:sz="4" w:space="0" w:color="auto"/>
              <w:bottom w:val="single" w:sz="4" w:space="0" w:color="auto"/>
              <w:right w:val="single" w:sz="4" w:space="0" w:color="auto"/>
            </w:tcBorders>
            <w:vAlign w:val="center"/>
          </w:tcPr>
          <w:p w14:paraId="0984DF22" w14:textId="77777777" w:rsidR="0094713B" w:rsidRPr="00EF2F0E" w:rsidRDefault="0094713B" w:rsidP="0094713B">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F23" w14:textId="77777777" w:rsidR="0094713B" w:rsidRPr="00EF2F0E" w:rsidRDefault="0094713B" w:rsidP="0094713B">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F24" w14:textId="77777777" w:rsidR="0094713B" w:rsidRPr="00EF2F0E" w:rsidRDefault="0094713B" w:rsidP="0094713B">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F25" w14:textId="77777777" w:rsidR="0094713B" w:rsidRPr="00EF2F0E" w:rsidRDefault="0094713B" w:rsidP="0094713B">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w:t>
            </w:r>
          </w:p>
        </w:tc>
        <w:tc>
          <w:tcPr>
            <w:tcW w:w="1167" w:type="dxa"/>
            <w:tcBorders>
              <w:top w:val="single" w:sz="4" w:space="0" w:color="auto"/>
              <w:left w:val="single" w:sz="4" w:space="0" w:color="auto"/>
              <w:bottom w:val="single" w:sz="4" w:space="0" w:color="auto"/>
              <w:right w:val="single" w:sz="4" w:space="0" w:color="auto"/>
            </w:tcBorders>
            <w:vAlign w:val="center"/>
          </w:tcPr>
          <w:p w14:paraId="0984DF26" w14:textId="77777777" w:rsidR="0094713B" w:rsidRPr="00EF2F0E" w:rsidRDefault="0094713B" w:rsidP="0094713B">
            <w:pPr>
              <w:pStyle w:val="TAL"/>
              <w:keepNext w:val="0"/>
              <w:keepLines w:val="0"/>
              <w:rPr>
                <w:rFonts w:cs="Arial"/>
                <w:szCs w:val="18"/>
              </w:rPr>
            </w:pPr>
            <w:r w:rsidRPr="00EF2F0E">
              <w:rPr>
                <w:rFonts w:cs="Arial"/>
                <w:szCs w:val="18"/>
              </w:rPr>
              <w:t>CW carrier</w:t>
            </w:r>
          </w:p>
        </w:tc>
      </w:tr>
      <w:tr w:rsidR="003401A4" w:rsidRPr="00EF2F0E" w14:paraId="0984DF2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F28" w14:textId="77777777" w:rsidR="0094713B" w:rsidRPr="00EF2F0E" w:rsidRDefault="0094713B" w:rsidP="0094713B">
            <w:pPr>
              <w:pStyle w:val="TAL"/>
              <w:keepNext w:val="0"/>
              <w:keepLines w:val="0"/>
              <w:rPr>
                <w:rFonts w:cs="Arial"/>
                <w:szCs w:val="18"/>
                <w:lang w:val="sv-SE"/>
              </w:rPr>
            </w:pPr>
            <w:r w:rsidRPr="00EF2F0E">
              <w:rPr>
                <w:rFonts w:cs="Arial"/>
                <w:szCs w:val="18"/>
                <w:lang w:val="sv-SE"/>
              </w:rPr>
              <w:t>E-UTRA Band 72</w:t>
            </w:r>
          </w:p>
        </w:tc>
        <w:tc>
          <w:tcPr>
            <w:tcW w:w="1657" w:type="dxa"/>
            <w:tcBorders>
              <w:top w:val="single" w:sz="4" w:space="0" w:color="auto"/>
              <w:left w:val="single" w:sz="4" w:space="0" w:color="auto"/>
              <w:bottom w:val="single" w:sz="4" w:space="0" w:color="auto"/>
              <w:right w:val="single" w:sz="4" w:space="0" w:color="auto"/>
            </w:tcBorders>
            <w:vAlign w:val="center"/>
          </w:tcPr>
          <w:p w14:paraId="0984DF29" w14:textId="77777777" w:rsidR="0094713B" w:rsidRPr="00EF2F0E" w:rsidRDefault="0094713B" w:rsidP="0094713B">
            <w:pPr>
              <w:pStyle w:val="TAL"/>
              <w:keepNext w:val="0"/>
              <w:keepLines w:val="0"/>
              <w:rPr>
                <w:rFonts w:cs="Arial"/>
                <w:szCs w:val="18"/>
              </w:rPr>
            </w:pPr>
            <w:r w:rsidRPr="00EF2F0E">
              <w:rPr>
                <w:rFonts w:cs="Arial"/>
                <w:szCs w:val="18"/>
              </w:rPr>
              <w:t>461 - 466</w:t>
            </w:r>
          </w:p>
        </w:tc>
        <w:tc>
          <w:tcPr>
            <w:tcW w:w="1082" w:type="dxa"/>
            <w:tcBorders>
              <w:top w:val="single" w:sz="4" w:space="0" w:color="auto"/>
              <w:left w:val="single" w:sz="4" w:space="0" w:color="auto"/>
              <w:bottom w:val="single" w:sz="4" w:space="0" w:color="auto"/>
              <w:right w:val="single" w:sz="4" w:space="0" w:color="auto"/>
            </w:tcBorders>
            <w:vAlign w:val="center"/>
          </w:tcPr>
          <w:p w14:paraId="0984DF2A" w14:textId="77777777" w:rsidR="0094713B" w:rsidRPr="00EF2F0E" w:rsidRDefault="0094713B" w:rsidP="0094713B">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F2B" w14:textId="77777777" w:rsidR="0094713B" w:rsidRPr="00EF2F0E" w:rsidRDefault="0094713B" w:rsidP="0094713B">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F2C" w14:textId="77777777" w:rsidR="0094713B" w:rsidRPr="00EF2F0E" w:rsidRDefault="0094713B" w:rsidP="0094713B">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F2D" w14:textId="77777777" w:rsidR="0094713B" w:rsidRPr="00EF2F0E" w:rsidRDefault="0094713B" w:rsidP="0094713B">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+ 6dB*</w:t>
            </w:r>
          </w:p>
        </w:tc>
        <w:tc>
          <w:tcPr>
            <w:tcW w:w="1167" w:type="dxa"/>
            <w:tcBorders>
              <w:top w:val="single" w:sz="4" w:space="0" w:color="auto"/>
              <w:left w:val="single" w:sz="4" w:space="0" w:color="auto"/>
              <w:bottom w:val="single" w:sz="4" w:space="0" w:color="auto"/>
              <w:right w:val="single" w:sz="4" w:space="0" w:color="auto"/>
            </w:tcBorders>
            <w:vAlign w:val="center"/>
          </w:tcPr>
          <w:p w14:paraId="0984DF2E" w14:textId="77777777" w:rsidR="0094713B" w:rsidRPr="00EF2F0E" w:rsidRDefault="0094713B" w:rsidP="0094713B">
            <w:pPr>
              <w:pStyle w:val="TAL"/>
              <w:keepNext w:val="0"/>
              <w:keepLines w:val="0"/>
              <w:rPr>
                <w:rFonts w:cs="Arial"/>
                <w:szCs w:val="18"/>
              </w:rPr>
            </w:pPr>
            <w:r w:rsidRPr="00EF2F0E">
              <w:rPr>
                <w:rFonts w:cs="Arial"/>
                <w:szCs w:val="18"/>
              </w:rPr>
              <w:t>CW carrier</w:t>
            </w:r>
          </w:p>
        </w:tc>
      </w:tr>
      <w:tr w:rsidR="003401A4" w:rsidRPr="00EF2F0E" w14:paraId="0984DF3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F30" w14:textId="77777777" w:rsidR="0094713B" w:rsidRPr="00EF2F0E" w:rsidRDefault="0094713B" w:rsidP="0094713B">
            <w:pPr>
              <w:pStyle w:val="TAL"/>
              <w:keepNext w:val="0"/>
              <w:keepLines w:val="0"/>
              <w:rPr>
                <w:rFonts w:cs="Arial"/>
                <w:szCs w:val="18"/>
                <w:lang w:val="sv-SE"/>
              </w:rPr>
            </w:pPr>
            <w:r w:rsidRPr="00EF2F0E">
              <w:rPr>
                <w:rFonts w:cs="Arial"/>
                <w:szCs w:val="18"/>
                <w:lang w:val="sv-SE"/>
              </w:rPr>
              <w:t>E-UTRA Band 73</w:t>
            </w:r>
          </w:p>
        </w:tc>
        <w:tc>
          <w:tcPr>
            <w:tcW w:w="1657" w:type="dxa"/>
            <w:tcBorders>
              <w:top w:val="single" w:sz="4" w:space="0" w:color="auto"/>
              <w:left w:val="single" w:sz="4" w:space="0" w:color="auto"/>
              <w:bottom w:val="single" w:sz="4" w:space="0" w:color="auto"/>
              <w:right w:val="single" w:sz="4" w:space="0" w:color="auto"/>
            </w:tcBorders>
            <w:vAlign w:val="center"/>
          </w:tcPr>
          <w:p w14:paraId="0984DF31" w14:textId="77777777" w:rsidR="0094713B" w:rsidRPr="00EF2F0E" w:rsidRDefault="0094713B" w:rsidP="0094713B">
            <w:pPr>
              <w:pStyle w:val="TAL"/>
              <w:keepNext w:val="0"/>
              <w:keepLines w:val="0"/>
              <w:rPr>
                <w:rFonts w:cs="Arial"/>
                <w:szCs w:val="18"/>
              </w:rPr>
            </w:pPr>
            <w:r w:rsidRPr="00EF2F0E">
              <w:rPr>
                <w:rFonts w:cs="Arial"/>
                <w:szCs w:val="18"/>
              </w:rPr>
              <w:t>460 - 465</w:t>
            </w:r>
          </w:p>
        </w:tc>
        <w:tc>
          <w:tcPr>
            <w:tcW w:w="1082" w:type="dxa"/>
            <w:tcBorders>
              <w:top w:val="single" w:sz="4" w:space="0" w:color="auto"/>
              <w:left w:val="single" w:sz="4" w:space="0" w:color="auto"/>
              <w:bottom w:val="single" w:sz="4" w:space="0" w:color="auto"/>
              <w:right w:val="single" w:sz="4" w:space="0" w:color="auto"/>
            </w:tcBorders>
            <w:vAlign w:val="center"/>
          </w:tcPr>
          <w:p w14:paraId="0984DF32" w14:textId="77777777" w:rsidR="0094713B" w:rsidRPr="00EF2F0E" w:rsidRDefault="0094713B" w:rsidP="0094713B">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F33" w14:textId="77777777" w:rsidR="0094713B" w:rsidRPr="00EF2F0E" w:rsidRDefault="0094713B" w:rsidP="0094713B">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F34" w14:textId="77777777" w:rsidR="0094713B" w:rsidRPr="00EF2F0E" w:rsidRDefault="0094713B" w:rsidP="0094713B">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F35" w14:textId="77777777" w:rsidR="0094713B" w:rsidRPr="00EF2F0E" w:rsidRDefault="0094713B" w:rsidP="0094713B">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+ 6dB*</w:t>
            </w:r>
          </w:p>
        </w:tc>
        <w:tc>
          <w:tcPr>
            <w:tcW w:w="1167" w:type="dxa"/>
            <w:tcBorders>
              <w:top w:val="single" w:sz="4" w:space="0" w:color="auto"/>
              <w:left w:val="single" w:sz="4" w:space="0" w:color="auto"/>
              <w:bottom w:val="single" w:sz="4" w:space="0" w:color="auto"/>
              <w:right w:val="single" w:sz="4" w:space="0" w:color="auto"/>
            </w:tcBorders>
            <w:vAlign w:val="center"/>
          </w:tcPr>
          <w:p w14:paraId="0984DF36" w14:textId="77777777" w:rsidR="0094713B" w:rsidRPr="00EF2F0E" w:rsidRDefault="0094713B" w:rsidP="0094713B">
            <w:pPr>
              <w:pStyle w:val="TAL"/>
              <w:keepNext w:val="0"/>
              <w:keepLines w:val="0"/>
              <w:rPr>
                <w:rFonts w:cs="Arial"/>
                <w:szCs w:val="18"/>
              </w:rPr>
            </w:pPr>
            <w:r w:rsidRPr="00EF2F0E">
              <w:rPr>
                <w:rFonts w:cs="Arial"/>
                <w:szCs w:val="18"/>
              </w:rPr>
              <w:t>CW carrier</w:t>
            </w:r>
          </w:p>
        </w:tc>
      </w:tr>
      <w:tr w:rsidR="003401A4" w:rsidRPr="00EF2F0E" w14:paraId="0984DF3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F38" w14:textId="77777777" w:rsidR="0094713B" w:rsidRPr="00EF2F0E" w:rsidRDefault="0094713B" w:rsidP="0094713B">
            <w:pPr>
              <w:pStyle w:val="TAL"/>
              <w:keepNext w:val="0"/>
              <w:keepLines w:val="0"/>
              <w:rPr>
                <w:rFonts w:cs="Arial"/>
                <w:szCs w:val="18"/>
                <w:lang w:val="sv-SE"/>
              </w:rPr>
            </w:pPr>
            <w:r w:rsidRPr="00EF2F0E">
              <w:rPr>
                <w:rFonts w:cs="Arial"/>
                <w:szCs w:val="18"/>
                <w:lang w:val="sv-SE"/>
              </w:rPr>
              <w:t>E-UTRA Band 74</w:t>
            </w:r>
          </w:p>
        </w:tc>
        <w:tc>
          <w:tcPr>
            <w:tcW w:w="1657" w:type="dxa"/>
            <w:tcBorders>
              <w:top w:val="single" w:sz="4" w:space="0" w:color="auto"/>
              <w:left w:val="single" w:sz="4" w:space="0" w:color="auto"/>
              <w:bottom w:val="single" w:sz="4" w:space="0" w:color="auto"/>
              <w:right w:val="single" w:sz="4" w:space="0" w:color="auto"/>
            </w:tcBorders>
            <w:vAlign w:val="center"/>
          </w:tcPr>
          <w:p w14:paraId="0984DF39" w14:textId="77777777" w:rsidR="0094713B" w:rsidRPr="00EF2F0E" w:rsidRDefault="0094713B" w:rsidP="0094713B">
            <w:pPr>
              <w:pStyle w:val="TAL"/>
              <w:keepNext w:val="0"/>
              <w:keepLines w:val="0"/>
              <w:rPr>
                <w:rFonts w:cs="Arial"/>
                <w:szCs w:val="18"/>
              </w:rPr>
            </w:pPr>
            <w:r w:rsidRPr="00EF2F0E">
              <w:rPr>
                <w:rFonts w:cs="Arial"/>
                <w:szCs w:val="18"/>
              </w:rPr>
              <w:t>1475 - 1518</w:t>
            </w:r>
          </w:p>
        </w:tc>
        <w:tc>
          <w:tcPr>
            <w:tcW w:w="1082" w:type="dxa"/>
            <w:tcBorders>
              <w:top w:val="single" w:sz="4" w:space="0" w:color="auto"/>
              <w:left w:val="single" w:sz="4" w:space="0" w:color="auto"/>
              <w:bottom w:val="single" w:sz="4" w:space="0" w:color="auto"/>
              <w:right w:val="single" w:sz="4" w:space="0" w:color="auto"/>
            </w:tcBorders>
            <w:vAlign w:val="center"/>
          </w:tcPr>
          <w:p w14:paraId="0984DF3A" w14:textId="77777777" w:rsidR="0094713B" w:rsidRPr="00EF2F0E" w:rsidRDefault="0094713B" w:rsidP="0094713B">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F3B" w14:textId="77777777" w:rsidR="0094713B" w:rsidRPr="00EF2F0E" w:rsidRDefault="0094713B" w:rsidP="0094713B">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F3C" w14:textId="77777777" w:rsidR="0094713B" w:rsidRPr="00EF2F0E" w:rsidRDefault="0094713B" w:rsidP="0094713B">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F3D" w14:textId="77777777" w:rsidR="0094713B" w:rsidRPr="00EF2F0E" w:rsidRDefault="0094713B" w:rsidP="0094713B">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w:t>
            </w:r>
          </w:p>
        </w:tc>
        <w:tc>
          <w:tcPr>
            <w:tcW w:w="1167" w:type="dxa"/>
            <w:tcBorders>
              <w:top w:val="single" w:sz="4" w:space="0" w:color="auto"/>
              <w:left w:val="single" w:sz="4" w:space="0" w:color="auto"/>
              <w:bottom w:val="single" w:sz="4" w:space="0" w:color="auto"/>
              <w:right w:val="single" w:sz="4" w:space="0" w:color="auto"/>
            </w:tcBorders>
            <w:vAlign w:val="center"/>
          </w:tcPr>
          <w:p w14:paraId="0984DF3E" w14:textId="77777777" w:rsidR="0094713B" w:rsidRPr="00EF2F0E" w:rsidRDefault="0094713B" w:rsidP="0094713B">
            <w:pPr>
              <w:pStyle w:val="TAL"/>
              <w:keepNext w:val="0"/>
              <w:keepLines w:val="0"/>
              <w:rPr>
                <w:rFonts w:cs="Arial"/>
                <w:szCs w:val="18"/>
              </w:rPr>
            </w:pPr>
            <w:r w:rsidRPr="00EF2F0E">
              <w:rPr>
                <w:rFonts w:cs="Arial"/>
                <w:szCs w:val="18"/>
              </w:rPr>
              <w:t>CW carrier</w:t>
            </w:r>
          </w:p>
        </w:tc>
      </w:tr>
      <w:tr w:rsidR="003401A4" w:rsidRPr="00EF2F0E" w14:paraId="0984DF47"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F40" w14:textId="77777777" w:rsidR="0094713B" w:rsidRPr="00EF2F0E" w:rsidRDefault="0094713B" w:rsidP="0094713B">
            <w:pPr>
              <w:pStyle w:val="TAL"/>
              <w:keepNext w:val="0"/>
              <w:keepLines w:val="0"/>
              <w:rPr>
                <w:rFonts w:cs="Arial"/>
                <w:szCs w:val="18"/>
                <w:lang w:val="sv-SE"/>
              </w:rPr>
            </w:pPr>
            <w:r w:rsidRPr="00EF2F0E">
              <w:rPr>
                <w:rFonts w:cs="Arial"/>
                <w:szCs w:val="18"/>
                <w:lang w:val="sv-SE"/>
              </w:rPr>
              <w:t>NR band n77</w:t>
            </w:r>
          </w:p>
        </w:tc>
        <w:tc>
          <w:tcPr>
            <w:tcW w:w="1657" w:type="dxa"/>
            <w:tcBorders>
              <w:top w:val="single" w:sz="4" w:space="0" w:color="auto"/>
              <w:left w:val="single" w:sz="4" w:space="0" w:color="auto"/>
              <w:bottom w:val="single" w:sz="4" w:space="0" w:color="auto"/>
              <w:right w:val="single" w:sz="4" w:space="0" w:color="auto"/>
            </w:tcBorders>
            <w:vAlign w:val="center"/>
          </w:tcPr>
          <w:p w14:paraId="0984DF41" w14:textId="77777777" w:rsidR="0094713B" w:rsidRPr="00EF2F0E" w:rsidRDefault="0094713B" w:rsidP="0094713B">
            <w:pPr>
              <w:pStyle w:val="TAL"/>
              <w:keepNext w:val="0"/>
              <w:keepLines w:val="0"/>
              <w:rPr>
                <w:rFonts w:cs="Arial"/>
                <w:szCs w:val="18"/>
              </w:rPr>
            </w:pPr>
            <w:r w:rsidRPr="00EF2F0E">
              <w:rPr>
                <w:rFonts w:cs="Arial"/>
                <w:szCs w:val="18"/>
              </w:rPr>
              <w:t>3300-4200</w:t>
            </w:r>
          </w:p>
        </w:tc>
        <w:tc>
          <w:tcPr>
            <w:tcW w:w="1082" w:type="dxa"/>
            <w:tcBorders>
              <w:top w:val="single" w:sz="4" w:space="0" w:color="auto"/>
              <w:left w:val="single" w:sz="4" w:space="0" w:color="auto"/>
              <w:bottom w:val="single" w:sz="4" w:space="0" w:color="auto"/>
              <w:right w:val="single" w:sz="4" w:space="0" w:color="auto"/>
            </w:tcBorders>
            <w:vAlign w:val="center"/>
          </w:tcPr>
          <w:p w14:paraId="0984DF42" w14:textId="77777777" w:rsidR="0094713B" w:rsidRPr="00EF2F0E" w:rsidRDefault="0094713B" w:rsidP="0094713B">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F43" w14:textId="77777777" w:rsidR="0094713B" w:rsidRPr="00EF2F0E" w:rsidRDefault="0094713B" w:rsidP="0094713B">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F44" w14:textId="77777777" w:rsidR="0094713B" w:rsidRPr="00EF2F0E" w:rsidRDefault="0094713B" w:rsidP="0094713B">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F45" w14:textId="77777777" w:rsidR="0094713B" w:rsidRPr="00EF2F0E" w:rsidRDefault="0094713B" w:rsidP="0094713B">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w:t>
            </w:r>
          </w:p>
        </w:tc>
        <w:tc>
          <w:tcPr>
            <w:tcW w:w="1167" w:type="dxa"/>
            <w:tcBorders>
              <w:top w:val="single" w:sz="4" w:space="0" w:color="auto"/>
              <w:left w:val="single" w:sz="4" w:space="0" w:color="auto"/>
              <w:bottom w:val="single" w:sz="4" w:space="0" w:color="auto"/>
              <w:right w:val="single" w:sz="4" w:space="0" w:color="auto"/>
            </w:tcBorders>
            <w:vAlign w:val="center"/>
          </w:tcPr>
          <w:p w14:paraId="0984DF46" w14:textId="77777777" w:rsidR="0094713B" w:rsidRPr="00EF2F0E" w:rsidRDefault="0094713B" w:rsidP="0094713B">
            <w:pPr>
              <w:pStyle w:val="TAL"/>
              <w:keepNext w:val="0"/>
              <w:keepLines w:val="0"/>
              <w:rPr>
                <w:rFonts w:cs="Arial"/>
                <w:szCs w:val="18"/>
              </w:rPr>
            </w:pPr>
            <w:r w:rsidRPr="00EF2F0E">
              <w:rPr>
                <w:rFonts w:cs="Arial"/>
                <w:szCs w:val="18"/>
              </w:rPr>
              <w:t>CW carrier</w:t>
            </w:r>
          </w:p>
        </w:tc>
      </w:tr>
      <w:tr w:rsidR="003401A4" w:rsidRPr="00EF2F0E" w14:paraId="0984DF4F"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4DF48" w14:textId="77777777" w:rsidR="0094713B" w:rsidRPr="00EF2F0E" w:rsidRDefault="0094713B" w:rsidP="0094713B">
            <w:pPr>
              <w:pStyle w:val="TAL"/>
              <w:keepNext w:val="0"/>
              <w:keepLines w:val="0"/>
              <w:rPr>
                <w:rFonts w:cs="Arial"/>
                <w:szCs w:val="18"/>
                <w:lang w:val="sv-SE"/>
              </w:rPr>
            </w:pPr>
            <w:r w:rsidRPr="00EF2F0E">
              <w:rPr>
                <w:rFonts w:cs="Arial"/>
                <w:szCs w:val="18"/>
                <w:lang w:val="sv-SE"/>
              </w:rPr>
              <w:t>NR band n78</w:t>
            </w:r>
          </w:p>
        </w:tc>
        <w:tc>
          <w:tcPr>
            <w:tcW w:w="1657" w:type="dxa"/>
            <w:tcBorders>
              <w:top w:val="single" w:sz="4" w:space="0" w:color="auto"/>
              <w:left w:val="single" w:sz="4" w:space="0" w:color="auto"/>
              <w:bottom w:val="single" w:sz="4" w:space="0" w:color="auto"/>
              <w:right w:val="single" w:sz="4" w:space="0" w:color="auto"/>
            </w:tcBorders>
            <w:vAlign w:val="center"/>
          </w:tcPr>
          <w:p w14:paraId="0984DF49" w14:textId="77777777" w:rsidR="0094713B" w:rsidRPr="00EF2F0E" w:rsidRDefault="0094713B" w:rsidP="0094713B">
            <w:pPr>
              <w:pStyle w:val="TAL"/>
              <w:keepNext w:val="0"/>
              <w:keepLines w:val="0"/>
              <w:rPr>
                <w:rFonts w:cs="Arial"/>
                <w:szCs w:val="18"/>
              </w:rPr>
            </w:pPr>
            <w:r w:rsidRPr="00EF2F0E">
              <w:rPr>
                <w:rFonts w:cs="Arial"/>
                <w:szCs w:val="18"/>
              </w:rPr>
              <w:t>3300 - 3800</w:t>
            </w:r>
          </w:p>
        </w:tc>
        <w:tc>
          <w:tcPr>
            <w:tcW w:w="1082" w:type="dxa"/>
            <w:tcBorders>
              <w:top w:val="single" w:sz="4" w:space="0" w:color="auto"/>
              <w:left w:val="single" w:sz="4" w:space="0" w:color="auto"/>
              <w:bottom w:val="single" w:sz="4" w:space="0" w:color="auto"/>
              <w:right w:val="single" w:sz="4" w:space="0" w:color="auto"/>
            </w:tcBorders>
            <w:vAlign w:val="center"/>
          </w:tcPr>
          <w:p w14:paraId="0984DF4A" w14:textId="77777777" w:rsidR="0094713B" w:rsidRPr="00EF2F0E" w:rsidRDefault="0094713B" w:rsidP="0094713B">
            <w:pPr>
              <w:pStyle w:val="TAL"/>
              <w:keepNext w:val="0"/>
              <w:keepLines w:val="0"/>
              <w:rPr>
                <w:rFonts w:cs="Arial"/>
                <w:szCs w:val="18"/>
              </w:rPr>
            </w:pPr>
            <w:r w:rsidRPr="00EF2F0E">
              <w:rPr>
                <w:rFonts w:cs="Arial"/>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0984DF4B" w14:textId="77777777" w:rsidR="0094713B" w:rsidRPr="00EF2F0E" w:rsidRDefault="0094713B" w:rsidP="0094713B">
            <w:pPr>
              <w:pStyle w:val="TAL"/>
              <w:keepNext w:val="0"/>
              <w:keepLines w:val="0"/>
              <w:rPr>
                <w:rFonts w:cs="Arial"/>
                <w:szCs w:val="18"/>
              </w:rPr>
            </w:pPr>
            <w:r w:rsidRPr="00EF2F0E">
              <w:rPr>
                <w:rFonts w:cs="Arial"/>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984DF4C" w14:textId="77777777" w:rsidR="0094713B" w:rsidRPr="00EF2F0E" w:rsidRDefault="0094713B" w:rsidP="0094713B">
            <w:pPr>
              <w:pStyle w:val="TAL"/>
              <w:keepNext w:val="0"/>
              <w:keepLines w:val="0"/>
              <w:rPr>
                <w:rFonts w:cs="Arial"/>
                <w:szCs w:val="18"/>
              </w:rPr>
            </w:pPr>
            <w:r w:rsidRPr="00EF2F0E">
              <w:rPr>
                <w:rFonts w:cs="Arial"/>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984DF4D" w14:textId="77777777" w:rsidR="0094713B" w:rsidRPr="00EF2F0E" w:rsidRDefault="0094713B" w:rsidP="0094713B">
            <w:pPr>
              <w:pStyle w:val="TAL"/>
              <w:keepNext w:val="0"/>
              <w:keepLines w:val="0"/>
              <w:rPr>
                <w:rFonts w:cs="Arial"/>
                <w:szCs w:val="18"/>
              </w:rPr>
            </w:pPr>
            <w:r w:rsidRPr="00EF2F0E">
              <w:rPr>
                <w:rFonts w:cs="Arial"/>
                <w:szCs w:val="18"/>
              </w:rPr>
              <w:t>PREFSENS</w:t>
            </w:r>
            <w:r w:rsidRPr="00EF2F0E" w:rsidDel="00E01BA4">
              <w:rPr>
                <w:rFonts w:cs="Arial"/>
                <w:szCs w:val="18"/>
              </w:rPr>
              <w:t xml:space="preserve"> </w:t>
            </w:r>
            <w:r w:rsidRPr="00EF2F0E">
              <w:rPr>
                <w:rFonts w:cs="Arial"/>
                <w:szCs w:val="18"/>
              </w:rPr>
              <w:t>+ x dB*</w:t>
            </w:r>
          </w:p>
        </w:tc>
        <w:tc>
          <w:tcPr>
            <w:tcW w:w="1167" w:type="dxa"/>
            <w:tcBorders>
              <w:top w:val="single" w:sz="4" w:space="0" w:color="auto"/>
              <w:left w:val="single" w:sz="4" w:space="0" w:color="auto"/>
              <w:bottom w:val="single" w:sz="4" w:space="0" w:color="auto"/>
              <w:right w:val="single" w:sz="4" w:space="0" w:color="auto"/>
            </w:tcBorders>
            <w:vAlign w:val="center"/>
          </w:tcPr>
          <w:p w14:paraId="0984DF4E" w14:textId="77777777" w:rsidR="0094713B" w:rsidRPr="00EF2F0E" w:rsidRDefault="0094713B" w:rsidP="0094713B">
            <w:pPr>
              <w:pStyle w:val="TAL"/>
              <w:keepNext w:val="0"/>
              <w:keepLines w:val="0"/>
              <w:rPr>
                <w:rFonts w:cs="Arial"/>
                <w:szCs w:val="18"/>
              </w:rPr>
            </w:pPr>
            <w:r w:rsidRPr="00EF2F0E">
              <w:rPr>
                <w:rFonts w:cs="Arial"/>
                <w:szCs w:val="18"/>
              </w:rPr>
              <w:t>CW carrier</w:t>
            </w:r>
          </w:p>
        </w:tc>
      </w:tr>
      <w:tr w:rsidR="0094713B" w:rsidRPr="00EF2F0E" w14:paraId="0984DF56" w14:textId="77777777" w:rsidTr="00AB06FD">
        <w:trPr>
          <w:jc w:val="center"/>
        </w:trPr>
        <w:tc>
          <w:tcPr>
            <w:tcW w:w="9803" w:type="dxa"/>
            <w:gridSpan w:val="8"/>
          </w:tcPr>
          <w:p w14:paraId="0984DF50" w14:textId="77777777" w:rsidR="0094713B" w:rsidRPr="00EF2F0E" w:rsidRDefault="0094713B" w:rsidP="0094713B">
            <w:pPr>
              <w:pStyle w:val="TAN"/>
            </w:pPr>
            <w:r w:rsidRPr="00EF2F0E">
              <w:t>NOTE</w:t>
            </w:r>
            <w:r w:rsidRPr="00EF2F0E">
              <w:rPr>
                <w:lang w:eastAsia="ja-JP"/>
              </w:rPr>
              <w:t xml:space="preserve"> </w:t>
            </w:r>
            <w:r w:rsidRPr="00EF2F0E">
              <w:t>1:</w:t>
            </w:r>
            <w:r w:rsidRPr="00EF2F0E">
              <w:tab/>
              <w:t>P</w:t>
            </w:r>
            <w:r w:rsidRPr="00EF2F0E">
              <w:rPr>
                <w:vertAlign w:val="subscript"/>
              </w:rPr>
              <w:t>REFSENS</w:t>
            </w:r>
            <w:r w:rsidRPr="00EF2F0E" w:rsidDel="002B5177">
              <w:t xml:space="preserve"> </w:t>
            </w:r>
            <w:r w:rsidRPr="00EF2F0E">
              <w:t xml:space="preserve">depends on the RAT, the BS class and the </w:t>
            </w:r>
            <w:r w:rsidRPr="00EF2F0E">
              <w:rPr>
                <w:i/>
              </w:rPr>
              <w:t>channel bandwidth</w:t>
            </w:r>
            <w:r w:rsidRPr="00EF2F0E">
              <w:t xml:space="preserve">, see subclause 7.2.2. </w:t>
            </w:r>
            <w:r w:rsidRPr="00EF2F0E">
              <w:br/>
            </w:r>
            <w:r w:rsidRPr="00EF2F0E">
              <w:rPr>
                <w:lang w:eastAsia="ja-JP"/>
              </w:rPr>
              <w:t>"</w:t>
            </w:r>
            <w:r w:rsidRPr="00EF2F0E">
              <w:t>x</w:t>
            </w:r>
            <w:r w:rsidRPr="00EF2F0E">
              <w:rPr>
                <w:lang w:eastAsia="ja-JP"/>
              </w:rPr>
              <w:t>"</w:t>
            </w:r>
            <w:r w:rsidRPr="00EF2F0E">
              <w:t xml:space="preserve"> is equal to 6 dB in case of UTRA or E-UTRA or NR  wanted signals.</w:t>
            </w:r>
          </w:p>
          <w:p w14:paraId="0984DF51" w14:textId="77777777" w:rsidR="0094713B" w:rsidRPr="00EF2F0E" w:rsidRDefault="0094713B" w:rsidP="0094713B">
            <w:pPr>
              <w:pStyle w:val="TAN"/>
            </w:pPr>
            <w:r w:rsidRPr="00EF2F0E">
              <w:t>NOTE</w:t>
            </w:r>
            <w:r w:rsidRPr="00EF2F0E">
              <w:rPr>
                <w:lang w:eastAsia="ja-JP"/>
              </w:rPr>
              <w:t xml:space="preserve"> </w:t>
            </w:r>
            <w:r w:rsidRPr="00EF2F0E">
              <w:t>2:</w:t>
            </w:r>
            <w:r w:rsidRPr="00EF2F0E">
              <w:tab/>
              <w:t xml:space="preserve">Except for a BS operating in Band 13, these requirements do not apply when the interfering signal falls within any of the supported </w:t>
            </w:r>
            <w:r w:rsidRPr="00EF2F0E">
              <w:rPr>
                <w:i/>
              </w:rPr>
              <w:t>uplink operating band</w:t>
            </w:r>
            <w:r w:rsidRPr="00EF2F0E">
              <w:t xml:space="preserve"> or in the Δf</w:t>
            </w:r>
            <w:r w:rsidRPr="00EF2F0E">
              <w:rPr>
                <w:vertAlign w:val="subscript"/>
              </w:rPr>
              <w:t>OOB</w:t>
            </w:r>
            <w:r w:rsidRPr="00EF2F0E">
              <w:rPr>
                <w:rFonts w:cs="v5.0.0"/>
              </w:rPr>
              <w:t xml:space="preserve"> </w:t>
            </w:r>
            <w:r w:rsidRPr="00EF2F0E">
              <w:t xml:space="preserve">immediately outside any of the supported </w:t>
            </w:r>
            <w:r w:rsidRPr="00EF2F0E">
              <w:rPr>
                <w:i/>
              </w:rPr>
              <w:t>uplink operating band</w:t>
            </w:r>
            <w:r w:rsidRPr="00EF2F0E">
              <w:t>.</w:t>
            </w:r>
            <w:r w:rsidRPr="00EF2F0E">
              <w:br/>
              <w:t>For a BS operating in band 13 the requirements do not apply when the interfering signal falls within the frequency range 768 - 797 MHz.</w:t>
            </w:r>
          </w:p>
          <w:p w14:paraId="0984DF52" w14:textId="77777777" w:rsidR="0094713B" w:rsidRPr="00EF2F0E" w:rsidRDefault="0094713B" w:rsidP="0094713B">
            <w:pPr>
              <w:pStyle w:val="TAN"/>
            </w:pPr>
            <w:r w:rsidRPr="00EF2F0E">
              <w:t>NOTE</w:t>
            </w:r>
            <w:r w:rsidRPr="00EF2F0E">
              <w:rPr>
                <w:lang w:eastAsia="ja-JP"/>
              </w:rPr>
              <w:t xml:space="preserve"> </w:t>
            </w:r>
            <w:r w:rsidRPr="00EF2F0E">
              <w:t>3:</w:t>
            </w:r>
            <w:r w:rsidRPr="00EF2F0E">
              <w:tab/>
              <w:t>Some combinations of bands may not be possible to co-site based on the requirements above. The current state-of-the-art technology does not allow a single generic solution for co-location of UTRA TDD or E-UTRA TDD or NR TDD with E-UTRA FDD or NR TDD on adjacent frequencies for 30 dB BS-BS minimum coupling loss. However, there are certain site-engineering solutions that can be used. These techniques are addressed in 3GPP TR 25.942 [12].</w:t>
            </w:r>
          </w:p>
          <w:p w14:paraId="0984DF53" w14:textId="77777777" w:rsidR="0094713B" w:rsidRPr="00EF2F0E" w:rsidRDefault="0094713B" w:rsidP="0094713B">
            <w:pPr>
              <w:pStyle w:val="TAN"/>
            </w:pPr>
            <w:r w:rsidRPr="00EF2F0E">
              <w:t>NOTE</w:t>
            </w:r>
            <w:r w:rsidRPr="00EF2F0E">
              <w:rPr>
                <w:lang w:eastAsia="ja-JP"/>
              </w:rPr>
              <w:t xml:space="preserve"> </w:t>
            </w:r>
            <w:r w:rsidRPr="00EF2F0E">
              <w:t>4:</w:t>
            </w:r>
            <w:r w:rsidRPr="00EF2F0E">
              <w:tab/>
              <w:t>In China, the blocking requirement for co-location with DCS1800 and Band III BS is only applicable in the frequency range 1 805 - 1 850 MHz.</w:t>
            </w:r>
          </w:p>
          <w:p w14:paraId="0984DF54" w14:textId="77777777" w:rsidR="005C15CF" w:rsidRPr="00EF2F0E" w:rsidRDefault="005C15CF" w:rsidP="005C15CF">
            <w:pPr>
              <w:pStyle w:val="TAN"/>
              <w:rPr>
                <w:lang w:eastAsia="zh-CN"/>
              </w:rPr>
            </w:pPr>
            <w:r w:rsidRPr="00EF2F0E">
              <w:t>NOTE</w:t>
            </w:r>
            <w:r w:rsidRPr="00EF2F0E">
              <w:rPr>
                <w:lang w:eastAsia="ja-JP"/>
              </w:rPr>
              <w:t xml:space="preserve"> </w:t>
            </w:r>
            <w:r w:rsidRPr="00EF2F0E">
              <w:t>5:</w:t>
            </w:r>
            <w:r w:rsidRPr="00EF2F0E">
              <w:tab/>
              <w:t xml:space="preserve">For an AAS BS operating in band 11,21, or 74 the requirement </w:t>
            </w:r>
            <w:r w:rsidRPr="00EF2F0E">
              <w:rPr>
                <w:rFonts w:hint="eastAsia"/>
                <w:lang w:eastAsia="ja-JP"/>
              </w:rPr>
              <w:t xml:space="preserve">for co-location with Band 32 </w:t>
            </w:r>
            <w:r w:rsidRPr="00EF2F0E">
              <w:t>applies for interfering signal within the frequency range 1 475.9 - 1 495.9 MHz.</w:t>
            </w:r>
          </w:p>
          <w:p w14:paraId="0984DF55" w14:textId="77777777" w:rsidR="0094713B" w:rsidRPr="00EF2F0E" w:rsidRDefault="0094713B" w:rsidP="0094713B">
            <w:pPr>
              <w:pStyle w:val="TAN"/>
            </w:pPr>
            <w:r w:rsidRPr="00EF2F0E">
              <w:rPr>
                <w:lang w:eastAsia="zh-CN"/>
              </w:rPr>
              <w:t>NOTE</w:t>
            </w:r>
            <w:r w:rsidRPr="00EF2F0E">
              <w:rPr>
                <w:lang w:eastAsia="ja-JP"/>
              </w:rPr>
              <w:t xml:space="preserve"> </w:t>
            </w:r>
            <w:r w:rsidRPr="00EF2F0E">
              <w:rPr>
                <w:lang w:eastAsia="zh-CN"/>
              </w:rPr>
              <w:t>6:</w:t>
            </w:r>
            <w:r w:rsidRPr="00EF2F0E">
              <w:rPr>
                <w:lang w:eastAsia="zh-CN"/>
              </w:rPr>
              <w:tab/>
              <w:t>Co-located TDD base stations that are synchronized and using the same or adjacent operating band can receive without special co-location requirements. For unsynchronized base stations, special co-location requirements may apply that are not covered by the 3GPP specifications.</w:t>
            </w:r>
          </w:p>
        </w:tc>
      </w:tr>
    </w:tbl>
    <w:p w14:paraId="0984DF57" w14:textId="77777777" w:rsidR="00B15E99" w:rsidRPr="00EF2F0E" w:rsidRDefault="00B15E99" w:rsidP="00A40339">
      <w:pPr>
        <w:rPr>
          <w:lang w:eastAsia="zh-CN"/>
        </w:rPr>
      </w:pPr>
    </w:p>
    <w:p w14:paraId="0984DF58" w14:textId="77777777" w:rsidR="00B15E99" w:rsidRPr="00EF2F0E" w:rsidRDefault="00B15E99" w:rsidP="00A40339">
      <w:pPr>
        <w:pStyle w:val="Heading3"/>
        <w:rPr>
          <w:lang w:eastAsia="zh-CN"/>
        </w:rPr>
      </w:pPr>
      <w:bookmarkStart w:id="2413" w:name="_Toc21095939"/>
      <w:bookmarkStart w:id="2414" w:name="_Toc29763138"/>
      <w:bookmarkStart w:id="2415" w:name="_Toc45869423"/>
      <w:bookmarkStart w:id="2416" w:name="_Toc52554671"/>
      <w:bookmarkStart w:id="2417" w:name="_Toc52555141"/>
      <w:bookmarkStart w:id="2418" w:name="_Toc61112366"/>
      <w:bookmarkStart w:id="2419" w:name="_Toc67911518"/>
      <w:bookmarkStart w:id="2420" w:name="_Toc74842993"/>
      <w:bookmarkStart w:id="2421" w:name="_Toc76503376"/>
      <w:bookmarkStart w:id="2422" w:name="_Toc83040819"/>
      <w:bookmarkStart w:id="2423" w:name="_Toc89851862"/>
      <w:bookmarkStart w:id="2424" w:name="_Toc98676216"/>
      <w:r w:rsidRPr="00EF2F0E">
        <w:rPr>
          <w:lang w:eastAsia="zh-CN"/>
        </w:rPr>
        <w:t>7.5.3</w:t>
      </w:r>
      <w:r w:rsidRPr="00EF2F0E">
        <w:rPr>
          <w:lang w:eastAsia="zh-CN"/>
        </w:rPr>
        <w:tab/>
        <w:t>Minimum requirement for single RAT UTRA operation</w:t>
      </w:r>
      <w:bookmarkEnd w:id="2413"/>
      <w:bookmarkEnd w:id="2414"/>
      <w:bookmarkEnd w:id="2415"/>
      <w:bookmarkEnd w:id="2416"/>
      <w:bookmarkEnd w:id="2417"/>
      <w:bookmarkEnd w:id="2418"/>
      <w:bookmarkEnd w:id="2419"/>
      <w:bookmarkEnd w:id="2420"/>
      <w:bookmarkEnd w:id="2421"/>
      <w:bookmarkEnd w:id="2422"/>
      <w:bookmarkEnd w:id="2423"/>
      <w:bookmarkEnd w:id="2424"/>
    </w:p>
    <w:p w14:paraId="0984DF59" w14:textId="77777777" w:rsidR="00B15E99" w:rsidRPr="00EF2F0E" w:rsidRDefault="00B15E99" w:rsidP="00A40339">
      <w:pPr>
        <w:pStyle w:val="Heading4"/>
        <w:rPr>
          <w:lang w:eastAsia="zh-CN"/>
        </w:rPr>
      </w:pPr>
      <w:bookmarkStart w:id="2425" w:name="_Toc21095940"/>
      <w:bookmarkStart w:id="2426" w:name="_Toc29763139"/>
      <w:bookmarkStart w:id="2427" w:name="_Toc45869424"/>
      <w:bookmarkStart w:id="2428" w:name="_Toc52554672"/>
      <w:bookmarkStart w:id="2429" w:name="_Toc52555142"/>
      <w:bookmarkStart w:id="2430" w:name="_Toc61112367"/>
      <w:bookmarkStart w:id="2431" w:name="_Toc67911519"/>
      <w:bookmarkStart w:id="2432" w:name="_Toc74842994"/>
      <w:bookmarkStart w:id="2433" w:name="_Toc76503377"/>
      <w:bookmarkStart w:id="2434" w:name="_Toc83040820"/>
      <w:bookmarkStart w:id="2435" w:name="_Toc89851863"/>
      <w:bookmarkStart w:id="2436" w:name="_Toc98676217"/>
      <w:r w:rsidRPr="00EF2F0E">
        <w:t>7.5.3.1</w:t>
      </w:r>
      <w:r w:rsidRPr="00EF2F0E">
        <w:tab/>
        <w:t>General minimum requirement</w:t>
      </w:r>
      <w:bookmarkEnd w:id="2425"/>
      <w:bookmarkEnd w:id="2426"/>
      <w:bookmarkEnd w:id="2427"/>
      <w:bookmarkEnd w:id="2428"/>
      <w:bookmarkEnd w:id="2429"/>
      <w:bookmarkEnd w:id="2430"/>
      <w:bookmarkEnd w:id="2431"/>
      <w:bookmarkEnd w:id="2432"/>
      <w:bookmarkEnd w:id="2433"/>
      <w:bookmarkEnd w:id="2434"/>
      <w:bookmarkEnd w:id="2435"/>
      <w:bookmarkEnd w:id="2436"/>
      <w:r w:rsidRPr="00EF2F0E">
        <w:rPr>
          <w:lang w:eastAsia="zh-CN"/>
        </w:rPr>
        <w:t xml:space="preserve"> </w:t>
      </w:r>
    </w:p>
    <w:p w14:paraId="0984DF5A"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Wide Area BS class shall fulfil minimum requirements for blocking specified in 3GPP TS 25.104 [6], subclause 7.5.1.</w:t>
      </w:r>
    </w:p>
    <w:p w14:paraId="0984DF5B"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Medium Range BS class shall fulfil minimum requirements for blocking specified in 3GPP TS 25.104 [6], subclause 7.5.1.</w:t>
      </w:r>
    </w:p>
    <w:p w14:paraId="0984DF5C"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Local Area BS class shall fulfil minimum requirements for blocking specified in 3GPP TS 25.104 [6], subclause 7.5.1.</w:t>
      </w:r>
    </w:p>
    <w:p w14:paraId="0984DF5D"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1,28 Mcps TDD AAS BS of Wide Area BS class shall fulfil minimum requirements for blocking specified in 3GPP TS 25.105 [7], subclause 7.5.0.2.</w:t>
      </w:r>
    </w:p>
    <w:p w14:paraId="0984DF5E"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1,28 Mcps TDD AAS BS of Local Area BS class shall fulfil minimum requirements for blocking specified in 3GPP TS 25.105 [7], subclause 7.5.0.2.</w:t>
      </w:r>
    </w:p>
    <w:p w14:paraId="0984DF5F" w14:textId="77777777" w:rsidR="00B15E99" w:rsidRPr="00EF2F0E" w:rsidRDefault="00B15E99" w:rsidP="00A40339">
      <w:pPr>
        <w:pStyle w:val="Heading4"/>
      </w:pPr>
      <w:bookmarkStart w:id="2437" w:name="_Toc21095941"/>
      <w:bookmarkStart w:id="2438" w:name="_Toc29763140"/>
      <w:bookmarkStart w:id="2439" w:name="_Toc45869425"/>
      <w:bookmarkStart w:id="2440" w:name="_Toc52554673"/>
      <w:bookmarkStart w:id="2441" w:name="_Toc52555143"/>
      <w:bookmarkStart w:id="2442" w:name="_Toc61112368"/>
      <w:bookmarkStart w:id="2443" w:name="_Toc67911520"/>
      <w:bookmarkStart w:id="2444" w:name="_Toc74842995"/>
      <w:bookmarkStart w:id="2445" w:name="_Toc76503378"/>
      <w:bookmarkStart w:id="2446" w:name="_Toc83040821"/>
      <w:bookmarkStart w:id="2447" w:name="_Toc89851864"/>
      <w:bookmarkStart w:id="2448" w:name="_Toc98676218"/>
      <w:r w:rsidRPr="00EF2F0E">
        <w:t>7.5.3.2</w:t>
      </w:r>
      <w:r w:rsidRPr="00EF2F0E">
        <w:tab/>
        <w:t>Co-location minimum requirement</w:t>
      </w:r>
      <w:bookmarkEnd w:id="2437"/>
      <w:bookmarkEnd w:id="2438"/>
      <w:bookmarkEnd w:id="2439"/>
      <w:bookmarkEnd w:id="2440"/>
      <w:bookmarkEnd w:id="2441"/>
      <w:bookmarkEnd w:id="2442"/>
      <w:bookmarkEnd w:id="2443"/>
      <w:bookmarkEnd w:id="2444"/>
      <w:bookmarkEnd w:id="2445"/>
      <w:bookmarkEnd w:id="2446"/>
      <w:bookmarkEnd w:id="2447"/>
      <w:bookmarkEnd w:id="2448"/>
    </w:p>
    <w:p w14:paraId="0984DF60"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Wide Area BS class may optionally fulfil minimum requirements for co-location blocking specified in 3GPP TS 25.104 [6], subclause 7.5.2.</w:t>
      </w:r>
    </w:p>
    <w:p w14:paraId="0984DF61"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Medium Range BS class may optionally fulfil minimum requirements for co-location blocking specified in 3GPP TS 25.104 [6], subclause 7.5.2.</w:t>
      </w:r>
    </w:p>
    <w:p w14:paraId="0984DF62"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FDD AAS BS of Local Area BS class may optionally fulfil minimum requirements for co-location blocking specified in 3GPP TS 25.104 [6], subclause 7.5.2.</w:t>
      </w:r>
    </w:p>
    <w:p w14:paraId="0984DF63"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1,28 Mcps TDD AAS BS of Wide Area BS class may optionally fulfil minimum requirements for co-location blocking specified in 3GPP TS 25.105 [7], subclause 7.5.1.2.</w:t>
      </w:r>
    </w:p>
    <w:p w14:paraId="0984DF64"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UTRA 1,28 Mcps TDD AAS BS of Local Area BS class may optionally fulfil minimum requirements for co-location blocking specified in 3GPP TS 25.105 [7], subclause 7.5.1.2.</w:t>
      </w:r>
    </w:p>
    <w:p w14:paraId="0984DF65" w14:textId="77777777" w:rsidR="00B15E99" w:rsidRPr="00EF2F0E" w:rsidRDefault="00B15E99" w:rsidP="00A40339">
      <w:pPr>
        <w:pStyle w:val="Heading3"/>
        <w:rPr>
          <w:lang w:eastAsia="zh-CN"/>
        </w:rPr>
      </w:pPr>
      <w:bookmarkStart w:id="2449" w:name="_Toc21095942"/>
      <w:bookmarkStart w:id="2450" w:name="_Toc29763141"/>
      <w:bookmarkStart w:id="2451" w:name="_Toc45869426"/>
      <w:bookmarkStart w:id="2452" w:name="_Toc52554674"/>
      <w:bookmarkStart w:id="2453" w:name="_Toc52555144"/>
      <w:bookmarkStart w:id="2454" w:name="_Toc61112369"/>
      <w:bookmarkStart w:id="2455" w:name="_Toc67911521"/>
      <w:bookmarkStart w:id="2456" w:name="_Toc74842996"/>
      <w:bookmarkStart w:id="2457" w:name="_Toc76503379"/>
      <w:bookmarkStart w:id="2458" w:name="_Toc83040822"/>
      <w:bookmarkStart w:id="2459" w:name="_Toc89851865"/>
      <w:bookmarkStart w:id="2460" w:name="_Toc98676219"/>
      <w:r w:rsidRPr="00EF2F0E">
        <w:rPr>
          <w:lang w:eastAsia="zh-CN"/>
        </w:rPr>
        <w:t>7.5.4</w:t>
      </w:r>
      <w:r w:rsidRPr="00EF2F0E">
        <w:rPr>
          <w:lang w:eastAsia="zh-CN"/>
        </w:rPr>
        <w:tab/>
        <w:t>Minimum requirement for single RAT E-UTRA operation</w:t>
      </w:r>
      <w:bookmarkEnd w:id="2449"/>
      <w:bookmarkEnd w:id="2450"/>
      <w:bookmarkEnd w:id="2451"/>
      <w:bookmarkEnd w:id="2452"/>
      <w:bookmarkEnd w:id="2453"/>
      <w:bookmarkEnd w:id="2454"/>
      <w:bookmarkEnd w:id="2455"/>
      <w:bookmarkEnd w:id="2456"/>
      <w:bookmarkEnd w:id="2457"/>
      <w:bookmarkEnd w:id="2458"/>
      <w:bookmarkEnd w:id="2459"/>
      <w:bookmarkEnd w:id="2460"/>
    </w:p>
    <w:p w14:paraId="0984DF66" w14:textId="77777777" w:rsidR="00B15E99" w:rsidRPr="00EF2F0E" w:rsidRDefault="00B15E99" w:rsidP="00A40339">
      <w:pPr>
        <w:pStyle w:val="Heading4"/>
        <w:rPr>
          <w:lang w:eastAsia="zh-CN"/>
        </w:rPr>
      </w:pPr>
      <w:bookmarkStart w:id="2461" w:name="_Toc21095943"/>
      <w:bookmarkStart w:id="2462" w:name="_Toc29763142"/>
      <w:bookmarkStart w:id="2463" w:name="_Toc45869427"/>
      <w:bookmarkStart w:id="2464" w:name="_Toc52554675"/>
      <w:bookmarkStart w:id="2465" w:name="_Toc52555145"/>
      <w:bookmarkStart w:id="2466" w:name="_Toc61112370"/>
      <w:bookmarkStart w:id="2467" w:name="_Toc67911522"/>
      <w:bookmarkStart w:id="2468" w:name="_Toc74842997"/>
      <w:bookmarkStart w:id="2469" w:name="_Toc76503380"/>
      <w:bookmarkStart w:id="2470" w:name="_Toc83040823"/>
      <w:bookmarkStart w:id="2471" w:name="_Toc89851866"/>
      <w:bookmarkStart w:id="2472" w:name="_Toc98676220"/>
      <w:r w:rsidRPr="00EF2F0E">
        <w:t>7.5.4.1</w:t>
      </w:r>
      <w:r w:rsidRPr="00EF2F0E">
        <w:tab/>
        <w:t>General minimum requirement</w:t>
      </w:r>
      <w:bookmarkEnd w:id="2461"/>
      <w:bookmarkEnd w:id="2462"/>
      <w:bookmarkEnd w:id="2463"/>
      <w:bookmarkEnd w:id="2464"/>
      <w:bookmarkEnd w:id="2465"/>
      <w:bookmarkEnd w:id="2466"/>
      <w:bookmarkEnd w:id="2467"/>
      <w:bookmarkEnd w:id="2468"/>
      <w:bookmarkEnd w:id="2469"/>
      <w:bookmarkEnd w:id="2470"/>
      <w:bookmarkEnd w:id="2471"/>
      <w:bookmarkEnd w:id="2472"/>
      <w:r w:rsidRPr="00EF2F0E">
        <w:rPr>
          <w:lang w:eastAsia="zh-CN"/>
        </w:rPr>
        <w:t xml:space="preserve"> </w:t>
      </w:r>
    </w:p>
    <w:p w14:paraId="0984DF67" w14:textId="77777777" w:rsidR="00B15E99" w:rsidRPr="00EF2F0E" w:rsidRDefault="00B15E99" w:rsidP="00A40339">
      <w:pPr>
        <w:keepNext/>
        <w:numPr>
          <w:ilvl w:val="12"/>
          <w:numId w:val="0"/>
        </w:numPr>
        <w:rPr>
          <w:rFonts w:eastAsia="Osaka" w:cs="v5.0.0"/>
        </w:rPr>
      </w:pPr>
      <w:r w:rsidRPr="00EF2F0E">
        <w:t>For E-UTRA, the throughput shall be ≥ 95% of the maximum throughput</w:t>
      </w:r>
      <w:r w:rsidRPr="00EF2F0E" w:rsidDel="00BE584A">
        <w:t xml:space="preserve"> </w:t>
      </w:r>
      <w:r w:rsidRPr="00EF2F0E">
        <w:rPr>
          <w:rFonts w:cs="v5.0.0"/>
        </w:rPr>
        <w:t>of the reference measurement channel,</w:t>
      </w:r>
      <w:r w:rsidRPr="00EF2F0E">
        <w:t xml:space="preserve"> with</w:t>
      </w:r>
      <w:r w:rsidRPr="00EF2F0E">
        <w:rPr>
          <w:rFonts w:cs="v5.0.0"/>
        </w:rPr>
        <w:t xml:space="preserve"> a wanted and an interfering signal coupled to BS antenna input using the parameters in Tables 7.5.4.1-1</w:t>
      </w:r>
      <w:r w:rsidRPr="00EF2F0E">
        <w:rPr>
          <w:rFonts w:cs="v5.0.0"/>
          <w:lang w:eastAsia="zh-CN"/>
        </w:rPr>
        <w:t>, 7.5.4.1-2</w:t>
      </w:r>
      <w:r w:rsidRPr="00EF2F0E">
        <w:rPr>
          <w:rFonts w:cs="v5.0.0"/>
        </w:rPr>
        <w:t xml:space="preserve">, </w:t>
      </w:r>
      <w:r w:rsidRPr="00EF2F0E">
        <w:rPr>
          <w:rFonts w:cs="v5.0.0"/>
          <w:lang w:eastAsia="zh-CN"/>
        </w:rPr>
        <w:t>7.5.4.1-3 and 7.5.4.1-4</w:t>
      </w:r>
      <w:r w:rsidRPr="00EF2F0E">
        <w:rPr>
          <w:rFonts w:cs="v5.0.0"/>
        </w:rPr>
        <w:t xml:space="preserve">. </w:t>
      </w:r>
      <w:r w:rsidRPr="00EF2F0E">
        <w:rPr>
          <w:rFonts w:eastAsia="Osaka" w:cs="v5.0.0"/>
        </w:rPr>
        <w:t xml:space="preserve">The reference measurement channel is </w:t>
      </w:r>
      <w:r w:rsidRPr="00EF2F0E">
        <w:t>defined in 3GPP TS 36.104 [8], subclause 7.2.1</w:t>
      </w:r>
      <w:r w:rsidRPr="00EF2F0E">
        <w:rPr>
          <w:rFonts w:eastAsia="Osaka" w:cs="v5.0.0"/>
        </w:rPr>
        <w:t>.</w:t>
      </w:r>
    </w:p>
    <w:p w14:paraId="0984DF68" w14:textId="77777777" w:rsidR="00B15E99" w:rsidRPr="00EF2F0E" w:rsidRDefault="00B15E99" w:rsidP="00A40339">
      <w:pPr>
        <w:keepNext/>
        <w:numPr>
          <w:ilvl w:val="12"/>
          <w:numId w:val="0"/>
        </w:numPr>
        <w:rPr>
          <w:rFonts w:eastAsia="Osaka" w:cs="v5.0.0"/>
        </w:rPr>
      </w:pPr>
      <w:r w:rsidRPr="00EF2F0E">
        <w:rPr>
          <w:rFonts w:eastAsia="Osaka" w:cs="v5.0.0"/>
        </w:rPr>
        <w:t>The blocking requirement is applicable outside the</w:t>
      </w:r>
      <w:r w:rsidRPr="00EF2F0E">
        <w:rPr>
          <w:rFonts w:cs="v5.0.0"/>
          <w:lang w:eastAsia="zh-CN"/>
        </w:rPr>
        <w:t xml:space="preserve"> Base Station</w:t>
      </w:r>
      <w:r w:rsidRPr="00EF2F0E">
        <w:rPr>
          <w:rFonts w:eastAsia="Osaka" w:cs="v5.0.0"/>
        </w:rPr>
        <w:t xml:space="preserve"> RF Bandwidth</w:t>
      </w:r>
      <w:r w:rsidRPr="00EF2F0E">
        <w:rPr>
          <w:rFonts w:cs="v5.0.0"/>
          <w:lang w:eastAsia="zh-CN"/>
        </w:rPr>
        <w:t xml:space="preserve"> </w:t>
      </w:r>
      <w:r w:rsidRPr="00EF2F0E">
        <w:rPr>
          <w:lang w:eastAsia="zh-CN"/>
        </w:rPr>
        <w:t>or Radio Bandwidth</w:t>
      </w:r>
      <w:r w:rsidRPr="00EF2F0E">
        <w:rPr>
          <w:rFonts w:eastAsia="Osaka" w:cs="v5.0.0"/>
        </w:rPr>
        <w:t xml:space="preserve">. The interfering signal offset is defined relative to the Base Station RF Bandwidth edges </w:t>
      </w:r>
      <w:r w:rsidRPr="00EF2F0E">
        <w:rPr>
          <w:lang w:eastAsia="zh-CN"/>
        </w:rPr>
        <w:t>or Radio Bandwidth</w:t>
      </w:r>
      <w:r w:rsidRPr="00EF2F0E">
        <w:rPr>
          <w:rFonts w:eastAsia="Osaka" w:cs="v5.0.0"/>
        </w:rPr>
        <w:t xml:space="preserve"> edges.</w:t>
      </w:r>
    </w:p>
    <w:p w14:paraId="0984DF69" w14:textId="77777777" w:rsidR="00B15E99" w:rsidRPr="00EF2F0E" w:rsidRDefault="00B15E99" w:rsidP="00A40339">
      <w:pPr>
        <w:keepNext/>
        <w:numPr>
          <w:ilvl w:val="12"/>
          <w:numId w:val="0"/>
        </w:numPr>
      </w:pPr>
      <w:r w:rsidRPr="00EF2F0E">
        <w:t>For a BS operating in non-contiguous spectrum within any operating band, the blocking requirement applies in addition inside any sub-block gap, in case the sub-block gap size is at least as wide as twice the interfering signal minimum offset in Table 7.5.4.1-4. The interfering signal offset is defined relative to the sub-block edges inside the sub-block gap.</w:t>
      </w:r>
    </w:p>
    <w:p w14:paraId="0984DF6A" w14:textId="77777777" w:rsidR="00B15E99" w:rsidRPr="00EF2F0E" w:rsidRDefault="00B15E99" w:rsidP="00A40339">
      <w:pPr>
        <w:keepNext/>
        <w:numPr>
          <w:ilvl w:val="12"/>
          <w:numId w:val="0"/>
        </w:numPr>
        <w:rPr>
          <w:rFonts w:cs="v5.0.0"/>
        </w:rPr>
      </w:pPr>
      <w:r w:rsidRPr="00EF2F0E">
        <w:rPr>
          <w:rFonts w:cs="v5.0.0"/>
        </w:rPr>
        <w:t>For a BS capable of multi-band operation, the requirement in the in-band blocking frequency ranges applies for each supported operating band. The requirement applies in addition inside any Inter RF Bandwidth gap, in case the Inter RF Bandwidth gap size is at least as wide as twice the interfering signal minimum offset in Table 7.5.4.1-4.</w:t>
      </w:r>
    </w:p>
    <w:p w14:paraId="0984DF6B" w14:textId="77777777" w:rsidR="00B15E99" w:rsidRPr="00EF2F0E" w:rsidRDefault="00B15E99" w:rsidP="00A40339">
      <w:pPr>
        <w:keepNext/>
        <w:numPr>
          <w:ilvl w:val="12"/>
          <w:numId w:val="0"/>
        </w:numPr>
        <w:rPr>
          <w:rFonts w:cs="v5.0.0"/>
        </w:rPr>
      </w:pPr>
      <w:r w:rsidRPr="00EF2F0E">
        <w:rPr>
          <w:rFonts w:cs="v5.0.0"/>
        </w:rPr>
        <w:t>For a BS capable of multi-band operation, the requirement in the out-of-band blocking frequency ranges apply for each operating band, with the exception that the in-band blocking frequency ranges of all supported operating bands according to Tables 7.5.4.1-1, 7.5.4.1-2 and 7.5.4.1-3 shall be excluded from the out-of-band blocking requirement.</w:t>
      </w:r>
    </w:p>
    <w:p w14:paraId="0984DF6C" w14:textId="77777777" w:rsidR="00B15E99" w:rsidRPr="00EF2F0E" w:rsidRDefault="00B15E99" w:rsidP="007853C3">
      <w:pPr>
        <w:pStyle w:val="TH"/>
      </w:pPr>
      <w:r w:rsidRPr="00EF2F0E">
        <w:rPr>
          <w:rFonts w:eastAsia="Osaka"/>
        </w:rPr>
        <w:t xml:space="preserve">Table 7.5.4.1-1: </w:t>
      </w:r>
      <w:r w:rsidRPr="00EF2F0E">
        <w:t xml:space="preserve">Blocking performance requirement </w:t>
      </w:r>
      <w:r w:rsidRPr="00EF2F0E">
        <w:rPr>
          <w:lang w:eastAsia="zh-CN"/>
        </w:rPr>
        <w:t>for Wide Area BS for E-UTRA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425"/>
        <w:gridCol w:w="1276"/>
        <w:gridCol w:w="1276"/>
        <w:gridCol w:w="1559"/>
        <w:gridCol w:w="1701"/>
        <w:gridCol w:w="1276"/>
      </w:tblGrid>
      <w:tr w:rsidR="003401A4" w:rsidRPr="00EF2F0E" w14:paraId="0984DF73" w14:textId="77777777" w:rsidTr="00A40339">
        <w:tc>
          <w:tcPr>
            <w:tcW w:w="1134" w:type="dxa"/>
          </w:tcPr>
          <w:p w14:paraId="0984DF6D" w14:textId="77777777" w:rsidR="00B15E99" w:rsidRPr="00EF2F0E" w:rsidRDefault="00B15E99" w:rsidP="00A40339">
            <w:pPr>
              <w:pStyle w:val="TAH"/>
              <w:rPr>
                <w:rFonts w:cs="Arial"/>
              </w:rPr>
            </w:pPr>
            <w:r w:rsidRPr="00EF2F0E">
              <w:rPr>
                <w:rFonts w:cs="Arial"/>
              </w:rPr>
              <w:t>Operating Band</w:t>
            </w:r>
          </w:p>
        </w:tc>
        <w:tc>
          <w:tcPr>
            <w:tcW w:w="2977" w:type="dxa"/>
            <w:gridSpan w:val="3"/>
            <w:tcBorders>
              <w:bottom w:val="single" w:sz="4" w:space="0" w:color="auto"/>
            </w:tcBorders>
          </w:tcPr>
          <w:p w14:paraId="0984DF6E" w14:textId="77777777" w:rsidR="00B15E99" w:rsidRPr="00EF2F0E" w:rsidRDefault="00B15E99" w:rsidP="00A40339">
            <w:pPr>
              <w:pStyle w:val="TAH"/>
              <w:rPr>
                <w:rFonts w:cs="Arial"/>
              </w:rPr>
            </w:pPr>
            <w:r w:rsidRPr="00EF2F0E">
              <w:rPr>
                <w:rFonts w:cs="Arial"/>
              </w:rPr>
              <w:t>Centre Frequency of Interfering Signal [MHz]</w:t>
            </w:r>
          </w:p>
        </w:tc>
        <w:tc>
          <w:tcPr>
            <w:tcW w:w="1276" w:type="dxa"/>
          </w:tcPr>
          <w:p w14:paraId="0984DF6F" w14:textId="77777777" w:rsidR="00B15E99" w:rsidRPr="00EF2F0E" w:rsidRDefault="00B15E99" w:rsidP="00A40339">
            <w:pPr>
              <w:pStyle w:val="TAH"/>
              <w:rPr>
                <w:rFonts w:cs="Arial"/>
              </w:rPr>
            </w:pPr>
            <w:r w:rsidRPr="00EF2F0E">
              <w:rPr>
                <w:rFonts w:cs="Arial"/>
              </w:rPr>
              <w:t>Interfering Signal mean power [dBm]</w:t>
            </w:r>
          </w:p>
        </w:tc>
        <w:tc>
          <w:tcPr>
            <w:tcW w:w="1559" w:type="dxa"/>
          </w:tcPr>
          <w:p w14:paraId="0984DF70" w14:textId="77777777" w:rsidR="00B15E99" w:rsidRPr="00EF2F0E" w:rsidRDefault="00B15E99" w:rsidP="00A40339">
            <w:pPr>
              <w:pStyle w:val="TAH"/>
              <w:rPr>
                <w:rFonts w:cs="Arial"/>
              </w:rPr>
            </w:pPr>
            <w:r w:rsidRPr="00EF2F0E">
              <w:rPr>
                <w:rFonts w:cs="Arial"/>
              </w:rPr>
              <w:t>Wanted Signal mean power [dBm]</w:t>
            </w:r>
          </w:p>
        </w:tc>
        <w:tc>
          <w:tcPr>
            <w:tcW w:w="1701" w:type="dxa"/>
          </w:tcPr>
          <w:p w14:paraId="0984DF71" w14:textId="77777777" w:rsidR="00B15E99" w:rsidRPr="00EF2F0E" w:rsidRDefault="00B15E99" w:rsidP="00A40339">
            <w:pPr>
              <w:pStyle w:val="TAH"/>
              <w:rPr>
                <w:rFonts w:cs="Arial"/>
              </w:rPr>
            </w:pPr>
            <w:r w:rsidRPr="00EF2F0E">
              <w:rPr>
                <w:rFonts w:cs="Arial"/>
              </w:rPr>
              <w:t>Interfering signal centre frequency minimum offset from the lower/upper Base Station RF Bandwidth edge or sub-block edge inside a sub-block gap [MHz]</w:t>
            </w:r>
          </w:p>
        </w:tc>
        <w:tc>
          <w:tcPr>
            <w:tcW w:w="1276" w:type="dxa"/>
          </w:tcPr>
          <w:p w14:paraId="0984DF72"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4DF7C" w14:textId="77777777" w:rsidTr="00A40339">
        <w:trPr>
          <w:cantSplit/>
        </w:trPr>
        <w:tc>
          <w:tcPr>
            <w:tcW w:w="1134" w:type="dxa"/>
            <w:vMerge w:val="restart"/>
            <w:tcBorders>
              <w:right w:val="single" w:sz="4" w:space="0" w:color="auto"/>
            </w:tcBorders>
          </w:tcPr>
          <w:p w14:paraId="0984DF74" w14:textId="77777777" w:rsidR="00B15E99" w:rsidRPr="00EF2F0E" w:rsidRDefault="00B15E99" w:rsidP="00A40339">
            <w:pPr>
              <w:pStyle w:val="TAL"/>
              <w:jc w:val="center"/>
              <w:rPr>
                <w:rFonts w:cs="Arial"/>
              </w:rPr>
            </w:pPr>
            <w:r w:rsidRPr="00EF2F0E">
              <w:rPr>
                <w:rFonts w:cs="Arial"/>
              </w:rPr>
              <w:t>1-7, 9-11, 13, 14, 18,19, 21-23, 24, 27, 30, 33-39, 45,</w:t>
            </w:r>
            <w:r w:rsidRPr="00EF2F0E">
              <w:rPr>
                <w:rFonts w:cs="Arial"/>
                <w:lang w:eastAsia="ko-KR"/>
              </w:rPr>
              <w:t xml:space="preserve"> </w:t>
            </w:r>
            <w:r w:rsidR="00AA1961" w:rsidRPr="00EF2F0E">
              <w:rPr>
                <w:rFonts w:cs="Arial"/>
                <w:lang w:eastAsia="ko-KR"/>
              </w:rPr>
              <w:t xml:space="preserve">50, </w:t>
            </w:r>
            <w:r w:rsidRPr="00EF2F0E">
              <w:rPr>
                <w:rFonts w:cs="Arial"/>
              </w:rPr>
              <w:t>65, 66, 68, 70</w:t>
            </w:r>
          </w:p>
        </w:tc>
        <w:tc>
          <w:tcPr>
            <w:tcW w:w="1276" w:type="dxa"/>
            <w:tcBorders>
              <w:top w:val="single" w:sz="4" w:space="0" w:color="auto"/>
              <w:left w:val="single" w:sz="4" w:space="0" w:color="auto"/>
              <w:bottom w:val="single" w:sz="4" w:space="0" w:color="auto"/>
              <w:right w:val="nil"/>
            </w:tcBorders>
          </w:tcPr>
          <w:p w14:paraId="0984DF75"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DF76"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DF77"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+20)</w:t>
            </w:r>
          </w:p>
        </w:tc>
        <w:tc>
          <w:tcPr>
            <w:tcW w:w="1276" w:type="dxa"/>
            <w:tcBorders>
              <w:left w:val="single" w:sz="4" w:space="0" w:color="auto"/>
            </w:tcBorders>
          </w:tcPr>
          <w:p w14:paraId="0984DF78" w14:textId="77777777" w:rsidR="00B15E99" w:rsidRPr="00EF2F0E" w:rsidRDefault="00B15E99" w:rsidP="00A40339">
            <w:pPr>
              <w:pStyle w:val="TAC"/>
              <w:rPr>
                <w:rFonts w:cs="Arial"/>
              </w:rPr>
            </w:pPr>
            <w:r w:rsidRPr="00EF2F0E">
              <w:rPr>
                <w:rFonts w:cs="Arial"/>
              </w:rPr>
              <w:t>-43</w:t>
            </w:r>
          </w:p>
        </w:tc>
        <w:tc>
          <w:tcPr>
            <w:tcW w:w="1559" w:type="dxa"/>
          </w:tcPr>
          <w:p w14:paraId="0984DF79"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DF7A" w14:textId="77777777" w:rsidR="00B15E99" w:rsidRPr="00EF2F0E" w:rsidRDefault="00B15E99" w:rsidP="00A40339">
            <w:pPr>
              <w:pStyle w:val="TAC"/>
              <w:rPr>
                <w:rFonts w:cs="Arial"/>
              </w:rPr>
            </w:pPr>
            <w:r w:rsidRPr="00EF2F0E">
              <w:rPr>
                <w:rFonts w:cs="Arial"/>
              </w:rPr>
              <w:t>See table 7.5.4.1-4</w:t>
            </w:r>
          </w:p>
        </w:tc>
        <w:tc>
          <w:tcPr>
            <w:tcW w:w="1276" w:type="dxa"/>
          </w:tcPr>
          <w:p w14:paraId="0984DF7B" w14:textId="77777777" w:rsidR="00B15E99" w:rsidRPr="00EF2F0E" w:rsidRDefault="00B15E99" w:rsidP="00A40339">
            <w:pPr>
              <w:pStyle w:val="TAL"/>
              <w:rPr>
                <w:rFonts w:cs="Arial"/>
              </w:rPr>
            </w:pPr>
            <w:r w:rsidRPr="00EF2F0E">
              <w:rPr>
                <w:rFonts w:cs="Arial"/>
              </w:rPr>
              <w:t>See table 7.5.4.1-4</w:t>
            </w:r>
          </w:p>
        </w:tc>
      </w:tr>
      <w:tr w:rsidR="003401A4" w:rsidRPr="00EF2F0E" w14:paraId="0984DF88" w14:textId="77777777" w:rsidTr="00A40339">
        <w:trPr>
          <w:cantSplit/>
        </w:trPr>
        <w:tc>
          <w:tcPr>
            <w:tcW w:w="1134" w:type="dxa"/>
            <w:vMerge/>
            <w:tcBorders>
              <w:right w:val="single" w:sz="4" w:space="0" w:color="auto"/>
            </w:tcBorders>
          </w:tcPr>
          <w:p w14:paraId="0984DF7D"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DF7E" w14:textId="77777777" w:rsidR="00B15E99" w:rsidRPr="00EF2F0E" w:rsidRDefault="00B15E99" w:rsidP="00A40339">
            <w:pPr>
              <w:pStyle w:val="TAL"/>
              <w:jc w:val="right"/>
              <w:rPr>
                <w:rFonts w:cs="Arial"/>
              </w:rPr>
            </w:pPr>
            <w:r w:rsidRPr="00EF2F0E">
              <w:rPr>
                <w:rFonts w:cs="Arial"/>
              </w:rPr>
              <w:t xml:space="preserve">1 </w:t>
            </w:r>
          </w:p>
          <w:p w14:paraId="0984DF7F"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+20)</w:t>
            </w:r>
          </w:p>
        </w:tc>
        <w:tc>
          <w:tcPr>
            <w:tcW w:w="425" w:type="dxa"/>
            <w:tcBorders>
              <w:top w:val="single" w:sz="4" w:space="0" w:color="auto"/>
              <w:left w:val="nil"/>
              <w:bottom w:val="single" w:sz="4" w:space="0" w:color="auto"/>
              <w:right w:val="nil"/>
            </w:tcBorders>
          </w:tcPr>
          <w:p w14:paraId="0984DF80" w14:textId="77777777" w:rsidR="00B15E99" w:rsidRPr="00EF2F0E" w:rsidRDefault="00B15E99" w:rsidP="00A40339">
            <w:pPr>
              <w:pStyle w:val="TAL"/>
              <w:jc w:val="center"/>
              <w:rPr>
                <w:rFonts w:cs="Arial"/>
              </w:rPr>
            </w:pPr>
            <w:r w:rsidRPr="00EF2F0E">
              <w:rPr>
                <w:rFonts w:cs="Arial"/>
              </w:rPr>
              <w:t>to</w:t>
            </w:r>
          </w:p>
          <w:p w14:paraId="0984DF81"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DF82"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DF83"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DF84" w14:textId="77777777" w:rsidR="00B15E99" w:rsidRPr="00EF2F0E" w:rsidRDefault="00B15E99" w:rsidP="00A40339">
            <w:pPr>
              <w:pStyle w:val="TAC"/>
              <w:rPr>
                <w:rFonts w:cs="Arial"/>
              </w:rPr>
            </w:pPr>
            <w:r w:rsidRPr="00EF2F0E">
              <w:rPr>
                <w:rFonts w:cs="Arial"/>
              </w:rPr>
              <w:t>-15</w:t>
            </w:r>
          </w:p>
        </w:tc>
        <w:tc>
          <w:tcPr>
            <w:tcW w:w="1559" w:type="dxa"/>
          </w:tcPr>
          <w:p w14:paraId="0984DF85"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DF86" w14:textId="77777777" w:rsidR="00B15E99" w:rsidRPr="00EF2F0E" w:rsidRDefault="00B15E99" w:rsidP="00A40339">
            <w:pPr>
              <w:pStyle w:val="TAC"/>
              <w:rPr>
                <w:rFonts w:cs="Arial"/>
              </w:rPr>
            </w:pPr>
            <w:r w:rsidRPr="00EF2F0E">
              <w:rPr>
                <w:rFonts w:cs="Arial"/>
              </w:rPr>
              <w:sym w:font="Symbol" w:char="F0BE"/>
            </w:r>
          </w:p>
        </w:tc>
        <w:tc>
          <w:tcPr>
            <w:tcW w:w="1276" w:type="dxa"/>
          </w:tcPr>
          <w:p w14:paraId="0984DF87"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DF91" w14:textId="77777777" w:rsidTr="00A40339">
        <w:trPr>
          <w:cantSplit/>
        </w:trPr>
        <w:tc>
          <w:tcPr>
            <w:tcW w:w="1134" w:type="dxa"/>
            <w:vMerge w:val="restart"/>
            <w:tcBorders>
              <w:right w:val="single" w:sz="4" w:space="0" w:color="auto"/>
            </w:tcBorders>
          </w:tcPr>
          <w:p w14:paraId="0984DF89" w14:textId="77777777" w:rsidR="00B15E99" w:rsidRPr="00EF2F0E" w:rsidRDefault="00B15E99" w:rsidP="00A40339">
            <w:pPr>
              <w:pStyle w:val="TAL"/>
              <w:jc w:val="center"/>
              <w:rPr>
                <w:rFonts w:cs="Arial"/>
              </w:rPr>
            </w:pPr>
            <w:r w:rsidRPr="00EF2F0E">
              <w:rPr>
                <w:rFonts w:cs="Arial"/>
              </w:rPr>
              <w:t>40-44, 48</w:t>
            </w:r>
            <w:r w:rsidR="00AA1961" w:rsidRPr="00EF2F0E">
              <w:rPr>
                <w:rFonts w:cs="Arial"/>
              </w:rPr>
              <w:t>, 52</w:t>
            </w:r>
          </w:p>
        </w:tc>
        <w:tc>
          <w:tcPr>
            <w:tcW w:w="1276" w:type="dxa"/>
            <w:tcBorders>
              <w:top w:val="single" w:sz="4" w:space="0" w:color="auto"/>
              <w:left w:val="single" w:sz="4" w:space="0" w:color="auto"/>
              <w:bottom w:val="single" w:sz="4" w:space="0" w:color="auto"/>
              <w:right w:val="nil"/>
            </w:tcBorders>
          </w:tcPr>
          <w:p w14:paraId="0984DF8A"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-60)</w:t>
            </w:r>
          </w:p>
        </w:tc>
        <w:tc>
          <w:tcPr>
            <w:tcW w:w="425" w:type="dxa"/>
            <w:tcBorders>
              <w:top w:val="single" w:sz="4" w:space="0" w:color="auto"/>
              <w:left w:val="nil"/>
              <w:bottom w:val="single" w:sz="4" w:space="0" w:color="auto"/>
              <w:right w:val="nil"/>
            </w:tcBorders>
          </w:tcPr>
          <w:p w14:paraId="0984DF8B"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DF8C"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+60)</w:t>
            </w:r>
          </w:p>
        </w:tc>
        <w:tc>
          <w:tcPr>
            <w:tcW w:w="1276" w:type="dxa"/>
            <w:tcBorders>
              <w:left w:val="single" w:sz="4" w:space="0" w:color="auto"/>
            </w:tcBorders>
          </w:tcPr>
          <w:p w14:paraId="0984DF8D" w14:textId="77777777" w:rsidR="00B15E99" w:rsidRPr="00EF2F0E" w:rsidRDefault="00B15E99" w:rsidP="00A40339">
            <w:pPr>
              <w:pStyle w:val="TAC"/>
              <w:rPr>
                <w:rFonts w:cs="Arial"/>
              </w:rPr>
            </w:pPr>
            <w:r w:rsidRPr="00EF2F0E">
              <w:rPr>
                <w:rFonts w:cs="Arial"/>
              </w:rPr>
              <w:t>-43</w:t>
            </w:r>
          </w:p>
        </w:tc>
        <w:tc>
          <w:tcPr>
            <w:tcW w:w="1559" w:type="dxa"/>
          </w:tcPr>
          <w:p w14:paraId="0984DF8E"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DF8F" w14:textId="77777777" w:rsidR="00B15E99" w:rsidRPr="00EF2F0E" w:rsidRDefault="00B15E99" w:rsidP="00A40339">
            <w:pPr>
              <w:pStyle w:val="TAC"/>
              <w:rPr>
                <w:rFonts w:cs="Arial"/>
              </w:rPr>
            </w:pPr>
            <w:r w:rsidRPr="00EF2F0E">
              <w:rPr>
                <w:rFonts w:cs="Arial"/>
              </w:rPr>
              <w:t>See table 7.5.4.1-4</w:t>
            </w:r>
          </w:p>
        </w:tc>
        <w:tc>
          <w:tcPr>
            <w:tcW w:w="1276" w:type="dxa"/>
          </w:tcPr>
          <w:p w14:paraId="0984DF90" w14:textId="77777777" w:rsidR="00B15E99" w:rsidRPr="00EF2F0E" w:rsidRDefault="00B15E99" w:rsidP="00A40339">
            <w:pPr>
              <w:pStyle w:val="TAL"/>
              <w:rPr>
                <w:rFonts w:cs="Arial"/>
              </w:rPr>
            </w:pPr>
            <w:r w:rsidRPr="00EF2F0E">
              <w:rPr>
                <w:rFonts w:cs="Arial"/>
              </w:rPr>
              <w:t>See table 7.5.4.1-4</w:t>
            </w:r>
          </w:p>
        </w:tc>
      </w:tr>
      <w:tr w:rsidR="003401A4" w:rsidRPr="00EF2F0E" w14:paraId="0984DF9D" w14:textId="77777777" w:rsidTr="00A40339">
        <w:trPr>
          <w:cantSplit/>
        </w:trPr>
        <w:tc>
          <w:tcPr>
            <w:tcW w:w="1134" w:type="dxa"/>
            <w:vMerge/>
            <w:tcBorders>
              <w:right w:val="single" w:sz="4" w:space="0" w:color="auto"/>
            </w:tcBorders>
          </w:tcPr>
          <w:p w14:paraId="0984DF92"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DF93" w14:textId="77777777" w:rsidR="00B15E99" w:rsidRPr="00EF2F0E" w:rsidRDefault="00B15E99" w:rsidP="00A40339">
            <w:pPr>
              <w:pStyle w:val="TAL"/>
              <w:jc w:val="right"/>
              <w:rPr>
                <w:rFonts w:cs="Arial"/>
              </w:rPr>
            </w:pPr>
            <w:r w:rsidRPr="00EF2F0E">
              <w:rPr>
                <w:rFonts w:cs="Arial"/>
              </w:rPr>
              <w:t xml:space="preserve">1 </w:t>
            </w:r>
          </w:p>
          <w:p w14:paraId="0984DF94"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+60)</w:t>
            </w:r>
          </w:p>
        </w:tc>
        <w:tc>
          <w:tcPr>
            <w:tcW w:w="425" w:type="dxa"/>
            <w:tcBorders>
              <w:top w:val="single" w:sz="4" w:space="0" w:color="auto"/>
              <w:left w:val="nil"/>
              <w:bottom w:val="single" w:sz="4" w:space="0" w:color="auto"/>
              <w:right w:val="nil"/>
            </w:tcBorders>
          </w:tcPr>
          <w:p w14:paraId="0984DF95" w14:textId="77777777" w:rsidR="00B15E99" w:rsidRPr="00EF2F0E" w:rsidRDefault="00B15E99" w:rsidP="00A40339">
            <w:pPr>
              <w:pStyle w:val="TAL"/>
              <w:jc w:val="center"/>
              <w:rPr>
                <w:rFonts w:cs="Arial"/>
              </w:rPr>
            </w:pPr>
            <w:r w:rsidRPr="00EF2F0E">
              <w:rPr>
                <w:rFonts w:cs="Arial"/>
              </w:rPr>
              <w:t>to</w:t>
            </w:r>
          </w:p>
          <w:p w14:paraId="0984DF96"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DF97"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-60) </w:t>
            </w:r>
          </w:p>
          <w:p w14:paraId="0984DF98"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DF99" w14:textId="77777777" w:rsidR="00B15E99" w:rsidRPr="00EF2F0E" w:rsidRDefault="00B15E99" w:rsidP="00A40339">
            <w:pPr>
              <w:pStyle w:val="TAC"/>
              <w:rPr>
                <w:rFonts w:cs="Arial"/>
              </w:rPr>
            </w:pPr>
            <w:r w:rsidRPr="00EF2F0E">
              <w:rPr>
                <w:rFonts w:cs="Arial"/>
              </w:rPr>
              <w:t>-15</w:t>
            </w:r>
          </w:p>
        </w:tc>
        <w:tc>
          <w:tcPr>
            <w:tcW w:w="1559" w:type="dxa"/>
          </w:tcPr>
          <w:p w14:paraId="0984DF9A"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DF9B" w14:textId="77777777" w:rsidR="00B15E99" w:rsidRPr="00EF2F0E" w:rsidRDefault="00B15E99" w:rsidP="00A40339">
            <w:pPr>
              <w:pStyle w:val="TAC"/>
              <w:rPr>
                <w:rFonts w:cs="Arial"/>
              </w:rPr>
            </w:pPr>
            <w:r w:rsidRPr="00EF2F0E">
              <w:rPr>
                <w:rFonts w:cs="Arial"/>
              </w:rPr>
              <w:sym w:font="Symbol" w:char="F0BE"/>
            </w:r>
          </w:p>
        </w:tc>
        <w:tc>
          <w:tcPr>
            <w:tcW w:w="1276" w:type="dxa"/>
          </w:tcPr>
          <w:p w14:paraId="0984DF9C"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DFA6" w14:textId="77777777" w:rsidTr="00A40339">
        <w:trPr>
          <w:cantSplit/>
        </w:trPr>
        <w:tc>
          <w:tcPr>
            <w:tcW w:w="1134" w:type="dxa"/>
            <w:vMerge w:val="restart"/>
            <w:tcBorders>
              <w:right w:val="single" w:sz="4" w:space="0" w:color="auto"/>
            </w:tcBorders>
          </w:tcPr>
          <w:p w14:paraId="0984DF9E" w14:textId="77777777" w:rsidR="00B15E99" w:rsidRPr="00EF2F0E" w:rsidRDefault="00B15E99" w:rsidP="00A40339">
            <w:pPr>
              <w:pStyle w:val="TAL"/>
              <w:jc w:val="center"/>
              <w:rPr>
                <w:rFonts w:cs="Arial"/>
              </w:rPr>
            </w:pPr>
            <w:r w:rsidRPr="00EF2F0E">
              <w:rPr>
                <w:rFonts w:cs="Arial"/>
              </w:rPr>
              <w:t>8, 26, 28</w:t>
            </w:r>
          </w:p>
        </w:tc>
        <w:tc>
          <w:tcPr>
            <w:tcW w:w="1276" w:type="dxa"/>
            <w:tcBorders>
              <w:top w:val="single" w:sz="4" w:space="0" w:color="auto"/>
              <w:left w:val="single" w:sz="4" w:space="0" w:color="auto"/>
              <w:bottom w:val="single" w:sz="4" w:space="0" w:color="auto"/>
              <w:right w:val="nil"/>
            </w:tcBorders>
          </w:tcPr>
          <w:p w14:paraId="0984DF9F"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DFA0"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DFA1"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+10)</w:t>
            </w:r>
          </w:p>
        </w:tc>
        <w:tc>
          <w:tcPr>
            <w:tcW w:w="1276" w:type="dxa"/>
            <w:tcBorders>
              <w:left w:val="single" w:sz="4" w:space="0" w:color="auto"/>
            </w:tcBorders>
          </w:tcPr>
          <w:p w14:paraId="0984DFA2" w14:textId="77777777" w:rsidR="00B15E99" w:rsidRPr="00EF2F0E" w:rsidRDefault="00B15E99" w:rsidP="00A40339">
            <w:pPr>
              <w:pStyle w:val="TAC"/>
              <w:rPr>
                <w:rFonts w:cs="Arial"/>
              </w:rPr>
            </w:pPr>
            <w:r w:rsidRPr="00EF2F0E">
              <w:rPr>
                <w:rFonts w:cs="Arial"/>
              </w:rPr>
              <w:t>-43</w:t>
            </w:r>
          </w:p>
        </w:tc>
        <w:tc>
          <w:tcPr>
            <w:tcW w:w="1559" w:type="dxa"/>
          </w:tcPr>
          <w:p w14:paraId="0984DFA3"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DFA4" w14:textId="77777777" w:rsidR="00B15E99" w:rsidRPr="00EF2F0E" w:rsidRDefault="00B15E99" w:rsidP="00A40339">
            <w:pPr>
              <w:pStyle w:val="TAC"/>
              <w:rPr>
                <w:rFonts w:cs="Arial"/>
              </w:rPr>
            </w:pPr>
            <w:r w:rsidRPr="00EF2F0E">
              <w:rPr>
                <w:rFonts w:cs="Arial"/>
              </w:rPr>
              <w:t>See table 7.5.4.1-4</w:t>
            </w:r>
          </w:p>
        </w:tc>
        <w:tc>
          <w:tcPr>
            <w:tcW w:w="1276" w:type="dxa"/>
          </w:tcPr>
          <w:p w14:paraId="0984DFA5" w14:textId="77777777" w:rsidR="00B15E99" w:rsidRPr="00EF2F0E" w:rsidRDefault="00B15E99" w:rsidP="00A40339">
            <w:pPr>
              <w:pStyle w:val="TAL"/>
              <w:rPr>
                <w:rFonts w:cs="Arial"/>
              </w:rPr>
            </w:pPr>
            <w:r w:rsidRPr="00EF2F0E">
              <w:rPr>
                <w:rFonts w:cs="Arial"/>
              </w:rPr>
              <w:t>See table 7.5.4.1-4</w:t>
            </w:r>
          </w:p>
        </w:tc>
      </w:tr>
      <w:tr w:rsidR="003401A4" w:rsidRPr="00EF2F0E" w14:paraId="0984DFB2" w14:textId="77777777" w:rsidTr="00A40339">
        <w:trPr>
          <w:cantSplit/>
        </w:trPr>
        <w:tc>
          <w:tcPr>
            <w:tcW w:w="1134" w:type="dxa"/>
            <w:vMerge/>
            <w:tcBorders>
              <w:right w:val="single" w:sz="4" w:space="0" w:color="auto"/>
            </w:tcBorders>
          </w:tcPr>
          <w:p w14:paraId="0984DFA7"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DFA8" w14:textId="77777777" w:rsidR="00B15E99" w:rsidRPr="00EF2F0E" w:rsidRDefault="00B15E99" w:rsidP="00A40339">
            <w:pPr>
              <w:pStyle w:val="TAL"/>
              <w:jc w:val="right"/>
              <w:rPr>
                <w:rFonts w:cs="Arial"/>
              </w:rPr>
            </w:pPr>
            <w:r w:rsidRPr="00EF2F0E">
              <w:rPr>
                <w:rFonts w:cs="Arial"/>
              </w:rPr>
              <w:t xml:space="preserve">1 </w:t>
            </w:r>
          </w:p>
          <w:p w14:paraId="0984DFA9"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+10)</w:t>
            </w:r>
          </w:p>
        </w:tc>
        <w:tc>
          <w:tcPr>
            <w:tcW w:w="425" w:type="dxa"/>
            <w:tcBorders>
              <w:top w:val="single" w:sz="4" w:space="0" w:color="auto"/>
              <w:left w:val="nil"/>
              <w:bottom w:val="single" w:sz="4" w:space="0" w:color="auto"/>
              <w:right w:val="nil"/>
            </w:tcBorders>
          </w:tcPr>
          <w:p w14:paraId="0984DFAA" w14:textId="77777777" w:rsidR="00B15E99" w:rsidRPr="00EF2F0E" w:rsidRDefault="00B15E99" w:rsidP="00A40339">
            <w:pPr>
              <w:pStyle w:val="TAL"/>
              <w:jc w:val="center"/>
              <w:rPr>
                <w:rFonts w:cs="Arial"/>
              </w:rPr>
            </w:pPr>
            <w:r w:rsidRPr="00EF2F0E">
              <w:rPr>
                <w:rFonts w:cs="Arial"/>
              </w:rPr>
              <w:t>to</w:t>
            </w:r>
          </w:p>
          <w:p w14:paraId="0984DFAB"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DFAC"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DFAD"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DFAE" w14:textId="77777777" w:rsidR="00B15E99" w:rsidRPr="00EF2F0E" w:rsidRDefault="00B15E99" w:rsidP="00A40339">
            <w:pPr>
              <w:pStyle w:val="TAC"/>
              <w:rPr>
                <w:rFonts w:cs="Arial"/>
              </w:rPr>
            </w:pPr>
            <w:r w:rsidRPr="00EF2F0E">
              <w:rPr>
                <w:rFonts w:cs="Arial"/>
              </w:rPr>
              <w:t>-15</w:t>
            </w:r>
          </w:p>
        </w:tc>
        <w:tc>
          <w:tcPr>
            <w:tcW w:w="1559" w:type="dxa"/>
          </w:tcPr>
          <w:p w14:paraId="0984DFAF"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DFB0" w14:textId="77777777" w:rsidR="00B15E99" w:rsidRPr="00EF2F0E" w:rsidRDefault="00B15E99" w:rsidP="00A40339">
            <w:pPr>
              <w:pStyle w:val="TAC"/>
              <w:rPr>
                <w:rFonts w:cs="Arial"/>
              </w:rPr>
            </w:pPr>
            <w:r w:rsidRPr="00EF2F0E">
              <w:rPr>
                <w:rFonts w:cs="Arial"/>
              </w:rPr>
              <w:sym w:font="Symbol" w:char="F0BE"/>
            </w:r>
          </w:p>
        </w:tc>
        <w:tc>
          <w:tcPr>
            <w:tcW w:w="1276" w:type="dxa"/>
          </w:tcPr>
          <w:p w14:paraId="0984DFB1"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DFBB" w14:textId="77777777" w:rsidTr="00A40339">
        <w:trPr>
          <w:cantSplit/>
        </w:trPr>
        <w:tc>
          <w:tcPr>
            <w:tcW w:w="1134" w:type="dxa"/>
            <w:vMerge w:val="restart"/>
            <w:tcBorders>
              <w:right w:val="single" w:sz="4" w:space="0" w:color="auto"/>
            </w:tcBorders>
          </w:tcPr>
          <w:p w14:paraId="0984DFB3" w14:textId="77777777" w:rsidR="00B15E99" w:rsidRPr="00EF2F0E" w:rsidRDefault="00B15E99" w:rsidP="00A40339">
            <w:pPr>
              <w:pStyle w:val="TAL"/>
              <w:jc w:val="center"/>
              <w:rPr>
                <w:rFonts w:cs="Arial"/>
              </w:rPr>
            </w:pPr>
            <w:r w:rsidRPr="00EF2F0E">
              <w:rPr>
                <w:rFonts w:cs="Arial"/>
              </w:rPr>
              <w:t>12</w:t>
            </w:r>
          </w:p>
        </w:tc>
        <w:tc>
          <w:tcPr>
            <w:tcW w:w="1276" w:type="dxa"/>
            <w:tcBorders>
              <w:top w:val="single" w:sz="4" w:space="0" w:color="auto"/>
              <w:left w:val="single" w:sz="4" w:space="0" w:color="auto"/>
              <w:bottom w:val="single" w:sz="4" w:space="0" w:color="auto"/>
              <w:right w:val="nil"/>
            </w:tcBorders>
          </w:tcPr>
          <w:p w14:paraId="0984DFB4"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DFB5"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DFB6"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+13)</w:t>
            </w:r>
          </w:p>
        </w:tc>
        <w:tc>
          <w:tcPr>
            <w:tcW w:w="1276" w:type="dxa"/>
            <w:tcBorders>
              <w:left w:val="single" w:sz="4" w:space="0" w:color="auto"/>
            </w:tcBorders>
          </w:tcPr>
          <w:p w14:paraId="0984DFB7" w14:textId="77777777" w:rsidR="00B15E99" w:rsidRPr="00EF2F0E" w:rsidRDefault="00B15E99" w:rsidP="00A40339">
            <w:pPr>
              <w:pStyle w:val="TAC"/>
              <w:rPr>
                <w:rFonts w:cs="Arial"/>
              </w:rPr>
            </w:pPr>
            <w:r w:rsidRPr="00EF2F0E">
              <w:rPr>
                <w:rFonts w:cs="Arial"/>
              </w:rPr>
              <w:t>-43</w:t>
            </w:r>
          </w:p>
        </w:tc>
        <w:tc>
          <w:tcPr>
            <w:tcW w:w="1559" w:type="dxa"/>
          </w:tcPr>
          <w:p w14:paraId="0984DFB8"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DFB9" w14:textId="77777777" w:rsidR="00B15E99" w:rsidRPr="00EF2F0E" w:rsidRDefault="00B15E99" w:rsidP="00A40339">
            <w:pPr>
              <w:pStyle w:val="TAC"/>
              <w:rPr>
                <w:rFonts w:cs="Arial"/>
              </w:rPr>
            </w:pPr>
            <w:r w:rsidRPr="00EF2F0E">
              <w:rPr>
                <w:rFonts w:cs="Arial"/>
              </w:rPr>
              <w:t>See table 7.5.4.1-4</w:t>
            </w:r>
          </w:p>
        </w:tc>
        <w:tc>
          <w:tcPr>
            <w:tcW w:w="1276" w:type="dxa"/>
          </w:tcPr>
          <w:p w14:paraId="0984DFBA" w14:textId="77777777" w:rsidR="00B15E99" w:rsidRPr="00EF2F0E" w:rsidRDefault="00B15E99" w:rsidP="00A40339">
            <w:pPr>
              <w:pStyle w:val="TAL"/>
              <w:rPr>
                <w:rFonts w:cs="Arial"/>
              </w:rPr>
            </w:pPr>
            <w:r w:rsidRPr="00EF2F0E">
              <w:rPr>
                <w:rFonts w:cs="Arial"/>
              </w:rPr>
              <w:t>See table 7.5.4.1-4</w:t>
            </w:r>
          </w:p>
        </w:tc>
      </w:tr>
      <w:tr w:rsidR="003401A4" w:rsidRPr="00EF2F0E" w14:paraId="0984DFC7" w14:textId="77777777" w:rsidTr="00A40339">
        <w:trPr>
          <w:cantSplit/>
        </w:trPr>
        <w:tc>
          <w:tcPr>
            <w:tcW w:w="1134" w:type="dxa"/>
            <w:vMerge/>
            <w:tcBorders>
              <w:right w:val="single" w:sz="4" w:space="0" w:color="auto"/>
            </w:tcBorders>
          </w:tcPr>
          <w:p w14:paraId="0984DFBC"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DFBD" w14:textId="77777777" w:rsidR="00B15E99" w:rsidRPr="00EF2F0E" w:rsidRDefault="00B15E99" w:rsidP="00A40339">
            <w:pPr>
              <w:pStyle w:val="TAL"/>
              <w:jc w:val="right"/>
              <w:rPr>
                <w:rFonts w:cs="Arial"/>
              </w:rPr>
            </w:pPr>
            <w:r w:rsidRPr="00EF2F0E">
              <w:rPr>
                <w:rFonts w:cs="Arial"/>
              </w:rPr>
              <w:t xml:space="preserve">1 </w:t>
            </w:r>
          </w:p>
          <w:p w14:paraId="0984DFBE"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+13)</w:t>
            </w:r>
          </w:p>
        </w:tc>
        <w:tc>
          <w:tcPr>
            <w:tcW w:w="425" w:type="dxa"/>
            <w:tcBorders>
              <w:top w:val="single" w:sz="4" w:space="0" w:color="auto"/>
              <w:left w:val="nil"/>
              <w:bottom w:val="single" w:sz="4" w:space="0" w:color="auto"/>
              <w:right w:val="nil"/>
            </w:tcBorders>
          </w:tcPr>
          <w:p w14:paraId="0984DFBF" w14:textId="77777777" w:rsidR="00B15E99" w:rsidRPr="00EF2F0E" w:rsidRDefault="00B15E99" w:rsidP="00A40339">
            <w:pPr>
              <w:pStyle w:val="TAL"/>
              <w:jc w:val="center"/>
              <w:rPr>
                <w:rFonts w:cs="Arial"/>
              </w:rPr>
            </w:pPr>
            <w:r w:rsidRPr="00EF2F0E">
              <w:rPr>
                <w:rFonts w:cs="Arial"/>
              </w:rPr>
              <w:t>to</w:t>
            </w:r>
          </w:p>
          <w:p w14:paraId="0984DFC0"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DFC1"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DFC2"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DFC3" w14:textId="77777777" w:rsidR="00B15E99" w:rsidRPr="00EF2F0E" w:rsidRDefault="00B15E99" w:rsidP="00A40339">
            <w:pPr>
              <w:pStyle w:val="TAC"/>
              <w:rPr>
                <w:rFonts w:cs="Arial"/>
              </w:rPr>
            </w:pPr>
            <w:r w:rsidRPr="00EF2F0E">
              <w:rPr>
                <w:rFonts w:cs="Arial"/>
              </w:rPr>
              <w:t>-15</w:t>
            </w:r>
          </w:p>
        </w:tc>
        <w:tc>
          <w:tcPr>
            <w:tcW w:w="1559" w:type="dxa"/>
          </w:tcPr>
          <w:p w14:paraId="0984DFC4"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DFC5" w14:textId="77777777" w:rsidR="00B15E99" w:rsidRPr="00EF2F0E" w:rsidRDefault="00B15E99" w:rsidP="00A40339">
            <w:pPr>
              <w:pStyle w:val="TAC"/>
              <w:rPr>
                <w:rFonts w:cs="Arial"/>
              </w:rPr>
            </w:pPr>
            <w:r w:rsidRPr="00EF2F0E">
              <w:rPr>
                <w:rFonts w:cs="Arial"/>
              </w:rPr>
              <w:sym w:font="Symbol" w:char="F0BE"/>
            </w:r>
          </w:p>
        </w:tc>
        <w:tc>
          <w:tcPr>
            <w:tcW w:w="1276" w:type="dxa"/>
          </w:tcPr>
          <w:p w14:paraId="0984DFC6"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DFD0" w14:textId="77777777" w:rsidTr="00A40339">
        <w:trPr>
          <w:cantSplit/>
        </w:trPr>
        <w:tc>
          <w:tcPr>
            <w:tcW w:w="1134" w:type="dxa"/>
            <w:vMerge w:val="restart"/>
            <w:tcBorders>
              <w:right w:val="single" w:sz="4" w:space="0" w:color="auto"/>
            </w:tcBorders>
          </w:tcPr>
          <w:p w14:paraId="0984DFC8" w14:textId="77777777" w:rsidR="00B15E99" w:rsidRPr="00EF2F0E" w:rsidRDefault="00B15E99" w:rsidP="00A40339">
            <w:pPr>
              <w:pStyle w:val="TAL"/>
              <w:jc w:val="center"/>
              <w:rPr>
                <w:rFonts w:cs="Arial"/>
              </w:rPr>
            </w:pPr>
            <w:r w:rsidRPr="00EF2F0E">
              <w:rPr>
                <w:rFonts w:cs="Arial"/>
              </w:rPr>
              <w:t>17</w:t>
            </w:r>
          </w:p>
        </w:tc>
        <w:tc>
          <w:tcPr>
            <w:tcW w:w="1276" w:type="dxa"/>
            <w:tcBorders>
              <w:top w:val="single" w:sz="4" w:space="0" w:color="auto"/>
              <w:left w:val="single" w:sz="4" w:space="0" w:color="auto"/>
              <w:bottom w:val="single" w:sz="4" w:space="0" w:color="auto"/>
              <w:right w:val="nil"/>
            </w:tcBorders>
          </w:tcPr>
          <w:p w14:paraId="0984DFC9"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DFCA"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DFCB"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+18)</w:t>
            </w:r>
          </w:p>
        </w:tc>
        <w:tc>
          <w:tcPr>
            <w:tcW w:w="1276" w:type="dxa"/>
            <w:tcBorders>
              <w:left w:val="single" w:sz="4" w:space="0" w:color="auto"/>
            </w:tcBorders>
          </w:tcPr>
          <w:p w14:paraId="0984DFCC" w14:textId="77777777" w:rsidR="00B15E99" w:rsidRPr="00EF2F0E" w:rsidRDefault="00B15E99" w:rsidP="00A40339">
            <w:pPr>
              <w:pStyle w:val="TAC"/>
              <w:rPr>
                <w:rFonts w:cs="Arial"/>
              </w:rPr>
            </w:pPr>
            <w:r w:rsidRPr="00EF2F0E">
              <w:rPr>
                <w:rFonts w:cs="Arial"/>
              </w:rPr>
              <w:t>-43</w:t>
            </w:r>
          </w:p>
        </w:tc>
        <w:tc>
          <w:tcPr>
            <w:tcW w:w="1559" w:type="dxa"/>
          </w:tcPr>
          <w:p w14:paraId="0984DFCD"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DFCE" w14:textId="77777777" w:rsidR="00B15E99" w:rsidRPr="00EF2F0E" w:rsidRDefault="00B15E99" w:rsidP="00A40339">
            <w:pPr>
              <w:pStyle w:val="TAC"/>
              <w:rPr>
                <w:rFonts w:cs="Arial"/>
              </w:rPr>
            </w:pPr>
            <w:r w:rsidRPr="00EF2F0E">
              <w:rPr>
                <w:rFonts w:cs="Arial"/>
              </w:rPr>
              <w:t>See table 7.5.4.1-4</w:t>
            </w:r>
          </w:p>
        </w:tc>
        <w:tc>
          <w:tcPr>
            <w:tcW w:w="1276" w:type="dxa"/>
          </w:tcPr>
          <w:p w14:paraId="0984DFCF" w14:textId="77777777" w:rsidR="00B15E99" w:rsidRPr="00EF2F0E" w:rsidRDefault="00B15E99" w:rsidP="00A40339">
            <w:pPr>
              <w:pStyle w:val="TAL"/>
              <w:rPr>
                <w:rFonts w:cs="Arial"/>
              </w:rPr>
            </w:pPr>
            <w:r w:rsidRPr="00EF2F0E">
              <w:rPr>
                <w:rFonts w:cs="Arial"/>
              </w:rPr>
              <w:t>See table 7.5.4.1-4</w:t>
            </w:r>
          </w:p>
        </w:tc>
      </w:tr>
      <w:tr w:rsidR="003401A4" w:rsidRPr="00EF2F0E" w14:paraId="0984DFDC" w14:textId="77777777" w:rsidTr="00A40339">
        <w:trPr>
          <w:cantSplit/>
        </w:trPr>
        <w:tc>
          <w:tcPr>
            <w:tcW w:w="1134" w:type="dxa"/>
            <w:vMerge/>
            <w:tcBorders>
              <w:right w:val="single" w:sz="4" w:space="0" w:color="auto"/>
            </w:tcBorders>
          </w:tcPr>
          <w:p w14:paraId="0984DFD1"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DFD2" w14:textId="77777777" w:rsidR="00B15E99" w:rsidRPr="00EF2F0E" w:rsidRDefault="00B15E99" w:rsidP="00A40339">
            <w:pPr>
              <w:pStyle w:val="TAL"/>
              <w:jc w:val="right"/>
              <w:rPr>
                <w:rFonts w:cs="Arial"/>
              </w:rPr>
            </w:pPr>
            <w:r w:rsidRPr="00EF2F0E">
              <w:rPr>
                <w:rFonts w:cs="Arial"/>
              </w:rPr>
              <w:t xml:space="preserve">1 </w:t>
            </w:r>
          </w:p>
          <w:p w14:paraId="0984DFD3"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+18)</w:t>
            </w:r>
          </w:p>
        </w:tc>
        <w:tc>
          <w:tcPr>
            <w:tcW w:w="425" w:type="dxa"/>
            <w:tcBorders>
              <w:top w:val="single" w:sz="4" w:space="0" w:color="auto"/>
              <w:left w:val="nil"/>
              <w:bottom w:val="single" w:sz="4" w:space="0" w:color="auto"/>
              <w:right w:val="nil"/>
            </w:tcBorders>
          </w:tcPr>
          <w:p w14:paraId="0984DFD4" w14:textId="77777777" w:rsidR="00B15E99" w:rsidRPr="00EF2F0E" w:rsidRDefault="00B15E99" w:rsidP="00A40339">
            <w:pPr>
              <w:pStyle w:val="TAL"/>
              <w:jc w:val="center"/>
              <w:rPr>
                <w:rFonts w:cs="Arial"/>
              </w:rPr>
            </w:pPr>
            <w:r w:rsidRPr="00EF2F0E">
              <w:rPr>
                <w:rFonts w:cs="Arial"/>
              </w:rPr>
              <w:t>to</w:t>
            </w:r>
          </w:p>
          <w:p w14:paraId="0984DFD5"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DFD6"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DFD7"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DFD8" w14:textId="77777777" w:rsidR="00B15E99" w:rsidRPr="00EF2F0E" w:rsidRDefault="00B15E99" w:rsidP="00A40339">
            <w:pPr>
              <w:pStyle w:val="TAC"/>
              <w:rPr>
                <w:rFonts w:cs="Arial"/>
              </w:rPr>
            </w:pPr>
            <w:r w:rsidRPr="00EF2F0E">
              <w:rPr>
                <w:rFonts w:cs="Arial"/>
              </w:rPr>
              <w:t>-15</w:t>
            </w:r>
          </w:p>
        </w:tc>
        <w:tc>
          <w:tcPr>
            <w:tcW w:w="1559" w:type="dxa"/>
          </w:tcPr>
          <w:p w14:paraId="0984DFD9"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DFDA" w14:textId="77777777" w:rsidR="00B15E99" w:rsidRPr="00EF2F0E" w:rsidRDefault="00B15E99" w:rsidP="00A40339">
            <w:pPr>
              <w:pStyle w:val="TAC"/>
              <w:rPr>
                <w:rFonts w:cs="Arial"/>
              </w:rPr>
            </w:pPr>
            <w:r w:rsidRPr="00EF2F0E">
              <w:rPr>
                <w:rFonts w:cs="Arial"/>
              </w:rPr>
              <w:sym w:font="Symbol" w:char="F0BE"/>
            </w:r>
          </w:p>
        </w:tc>
        <w:tc>
          <w:tcPr>
            <w:tcW w:w="1276" w:type="dxa"/>
          </w:tcPr>
          <w:p w14:paraId="0984DFDB"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DFE5" w14:textId="77777777" w:rsidTr="00A40339">
        <w:trPr>
          <w:cantSplit/>
        </w:trPr>
        <w:tc>
          <w:tcPr>
            <w:tcW w:w="1134" w:type="dxa"/>
            <w:vMerge w:val="restart"/>
            <w:tcBorders>
              <w:right w:val="single" w:sz="4" w:space="0" w:color="auto"/>
            </w:tcBorders>
          </w:tcPr>
          <w:p w14:paraId="0984DFDD" w14:textId="77777777" w:rsidR="00B15E99" w:rsidRPr="00EF2F0E" w:rsidRDefault="00B15E99" w:rsidP="00A40339">
            <w:pPr>
              <w:pStyle w:val="TAL"/>
              <w:jc w:val="center"/>
              <w:rPr>
                <w:rFonts w:cs="Arial"/>
              </w:rPr>
            </w:pPr>
            <w:r w:rsidRPr="00EF2F0E">
              <w:rPr>
                <w:rFonts w:cs="Arial"/>
              </w:rPr>
              <w:t>20</w:t>
            </w:r>
            <w:r w:rsidRPr="00EF2F0E">
              <w:rPr>
                <w:rFonts w:cs="Arial"/>
                <w:lang w:eastAsia="ko-KR"/>
              </w:rPr>
              <w:t>, 71</w:t>
            </w:r>
          </w:p>
        </w:tc>
        <w:tc>
          <w:tcPr>
            <w:tcW w:w="1276" w:type="dxa"/>
            <w:tcBorders>
              <w:top w:val="single" w:sz="4" w:space="0" w:color="auto"/>
              <w:left w:val="single" w:sz="4" w:space="0" w:color="auto"/>
              <w:bottom w:val="single" w:sz="4" w:space="0" w:color="auto"/>
              <w:right w:val="nil"/>
            </w:tcBorders>
          </w:tcPr>
          <w:p w14:paraId="0984DFDE"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-11)</w:t>
            </w:r>
          </w:p>
        </w:tc>
        <w:tc>
          <w:tcPr>
            <w:tcW w:w="425" w:type="dxa"/>
            <w:tcBorders>
              <w:top w:val="single" w:sz="4" w:space="0" w:color="auto"/>
              <w:left w:val="nil"/>
              <w:bottom w:val="single" w:sz="4" w:space="0" w:color="auto"/>
              <w:right w:val="nil"/>
            </w:tcBorders>
          </w:tcPr>
          <w:p w14:paraId="0984DFDF"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DFE0"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+20)</w:t>
            </w:r>
          </w:p>
        </w:tc>
        <w:tc>
          <w:tcPr>
            <w:tcW w:w="1276" w:type="dxa"/>
            <w:tcBorders>
              <w:left w:val="single" w:sz="4" w:space="0" w:color="auto"/>
            </w:tcBorders>
          </w:tcPr>
          <w:p w14:paraId="0984DFE1" w14:textId="77777777" w:rsidR="00B15E99" w:rsidRPr="00EF2F0E" w:rsidRDefault="00B15E99" w:rsidP="00A40339">
            <w:pPr>
              <w:pStyle w:val="TAC"/>
              <w:rPr>
                <w:rFonts w:cs="Arial"/>
              </w:rPr>
            </w:pPr>
            <w:r w:rsidRPr="00EF2F0E">
              <w:rPr>
                <w:rFonts w:cs="Arial"/>
              </w:rPr>
              <w:t>-43</w:t>
            </w:r>
          </w:p>
        </w:tc>
        <w:tc>
          <w:tcPr>
            <w:tcW w:w="1559" w:type="dxa"/>
          </w:tcPr>
          <w:p w14:paraId="0984DFE2"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DFE3" w14:textId="77777777" w:rsidR="00B15E99" w:rsidRPr="00EF2F0E" w:rsidRDefault="00B15E99" w:rsidP="00A40339">
            <w:pPr>
              <w:pStyle w:val="TAC"/>
              <w:rPr>
                <w:rFonts w:cs="Arial"/>
              </w:rPr>
            </w:pPr>
            <w:r w:rsidRPr="00EF2F0E">
              <w:rPr>
                <w:rFonts w:cs="Arial"/>
              </w:rPr>
              <w:t>See table 7.5.4.1-4</w:t>
            </w:r>
          </w:p>
        </w:tc>
        <w:tc>
          <w:tcPr>
            <w:tcW w:w="1276" w:type="dxa"/>
          </w:tcPr>
          <w:p w14:paraId="0984DFE4" w14:textId="77777777" w:rsidR="00B15E99" w:rsidRPr="00EF2F0E" w:rsidRDefault="00B15E99" w:rsidP="00A40339">
            <w:pPr>
              <w:pStyle w:val="TAL"/>
              <w:rPr>
                <w:rFonts w:cs="Arial"/>
              </w:rPr>
            </w:pPr>
            <w:r w:rsidRPr="00EF2F0E">
              <w:rPr>
                <w:rFonts w:cs="Arial"/>
              </w:rPr>
              <w:t>See table 7.5.4.1-4</w:t>
            </w:r>
          </w:p>
        </w:tc>
      </w:tr>
      <w:tr w:rsidR="003401A4" w:rsidRPr="00EF2F0E" w14:paraId="0984DFF1" w14:textId="77777777" w:rsidTr="00A40339">
        <w:trPr>
          <w:cantSplit/>
        </w:trPr>
        <w:tc>
          <w:tcPr>
            <w:tcW w:w="1134" w:type="dxa"/>
            <w:vMerge/>
            <w:tcBorders>
              <w:right w:val="single" w:sz="4" w:space="0" w:color="auto"/>
            </w:tcBorders>
          </w:tcPr>
          <w:p w14:paraId="0984DFE6"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DFE7" w14:textId="77777777" w:rsidR="00B15E99" w:rsidRPr="00EF2F0E" w:rsidRDefault="00B15E99" w:rsidP="00A40339">
            <w:pPr>
              <w:pStyle w:val="TAL"/>
              <w:jc w:val="right"/>
              <w:rPr>
                <w:rFonts w:cs="Arial"/>
              </w:rPr>
            </w:pPr>
            <w:r w:rsidRPr="00EF2F0E">
              <w:rPr>
                <w:rFonts w:cs="Arial"/>
              </w:rPr>
              <w:t xml:space="preserve">1 </w:t>
            </w:r>
          </w:p>
          <w:p w14:paraId="0984DFE8"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+20)</w:t>
            </w:r>
          </w:p>
        </w:tc>
        <w:tc>
          <w:tcPr>
            <w:tcW w:w="425" w:type="dxa"/>
            <w:tcBorders>
              <w:top w:val="single" w:sz="4" w:space="0" w:color="auto"/>
              <w:left w:val="nil"/>
              <w:bottom w:val="single" w:sz="4" w:space="0" w:color="auto"/>
              <w:right w:val="nil"/>
            </w:tcBorders>
          </w:tcPr>
          <w:p w14:paraId="0984DFE9" w14:textId="77777777" w:rsidR="00B15E99" w:rsidRPr="00EF2F0E" w:rsidRDefault="00B15E99" w:rsidP="00A40339">
            <w:pPr>
              <w:pStyle w:val="TAL"/>
              <w:jc w:val="center"/>
              <w:rPr>
                <w:rFonts w:cs="Arial"/>
              </w:rPr>
            </w:pPr>
            <w:r w:rsidRPr="00EF2F0E">
              <w:rPr>
                <w:rFonts w:cs="Arial"/>
              </w:rPr>
              <w:t>to</w:t>
            </w:r>
          </w:p>
          <w:p w14:paraId="0984DFEA"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DFEB"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-11) </w:t>
            </w:r>
          </w:p>
          <w:p w14:paraId="0984DFEC"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DFED" w14:textId="77777777" w:rsidR="00B15E99" w:rsidRPr="00EF2F0E" w:rsidRDefault="00B15E99" w:rsidP="00A40339">
            <w:pPr>
              <w:pStyle w:val="TAC"/>
              <w:rPr>
                <w:rFonts w:cs="Arial"/>
              </w:rPr>
            </w:pPr>
            <w:r w:rsidRPr="00EF2F0E">
              <w:rPr>
                <w:rFonts w:cs="Arial"/>
              </w:rPr>
              <w:t>-15</w:t>
            </w:r>
          </w:p>
        </w:tc>
        <w:tc>
          <w:tcPr>
            <w:tcW w:w="1559" w:type="dxa"/>
          </w:tcPr>
          <w:p w14:paraId="0984DFEE"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DFEF" w14:textId="77777777" w:rsidR="00B15E99" w:rsidRPr="00EF2F0E" w:rsidRDefault="00B15E99" w:rsidP="00A40339">
            <w:pPr>
              <w:pStyle w:val="TAC"/>
              <w:rPr>
                <w:rFonts w:cs="Arial"/>
              </w:rPr>
            </w:pPr>
            <w:r w:rsidRPr="00EF2F0E">
              <w:rPr>
                <w:rFonts w:cs="Arial"/>
              </w:rPr>
              <w:sym w:font="Symbol" w:char="F0BE"/>
            </w:r>
          </w:p>
        </w:tc>
        <w:tc>
          <w:tcPr>
            <w:tcW w:w="1276" w:type="dxa"/>
          </w:tcPr>
          <w:p w14:paraId="0984DFF0"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DFFA" w14:textId="77777777" w:rsidTr="00A40339">
        <w:trPr>
          <w:cantSplit/>
        </w:trPr>
        <w:tc>
          <w:tcPr>
            <w:tcW w:w="1134" w:type="dxa"/>
            <w:vMerge w:val="restart"/>
            <w:tcBorders>
              <w:right w:val="single" w:sz="4" w:space="0" w:color="auto"/>
            </w:tcBorders>
          </w:tcPr>
          <w:p w14:paraId="0984DFF2" w14:textId="77777777" w:rsidR="00B15E99" w:rsidRPr="00EF2F0E" w:rsidRDefault="00B15E99" w:rsidP="00A40339">
            <w:pPr>
              <w:pStyle w:val="TAL"/>
              <w:jc w:val="center"/>
              <w:rPr>
                <w:rFonts w:cs="Arial"/>
              </w:rPr>
            </w:pPr>
            <w:r w:rsidRPr="00EF2F0E">
              <w:rPr>
                <w:rFonts w:cs="Arial"/>
              </w:rPr>
              <w:t>25</w:t>
            </w:r>
          </w:p>
        </w:tc>
        <w:tc>
          <w:tcPr>
            <w:tcW w:w="1276" w:type="dxa"/>
            <w:tcBorders>
              <w:top w:val="single" w:sz="4" w:space="0" w:color="auto"/>
              <w:left w:val="single" w:sz="4" w:space="0" w:color="auto"/>
              <w:bottom w:val="single" w:sz="4" w:space="0" w:color="auto"/>
              <w:right w:val="nil"/>
            </w:tcBorders>
          </w:tcPr>
          <w:p w14:paraId="0984DFF3"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DFF4"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DFF5"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+15)</w:t>
            </w:r>
          </w:p>
        </w:tc>
        <w:tc>
          <w:tcPr>
            <w:tcW w:w="1276" w:type="dxa"/>
            <w:tcBorders>
              <w:left w:val="single" w:sz="4" w:space="0" w:color="auto"/>
            </w:tcBorders>
          </w:tcPr>
          <w:p w14:paraId="0984DFF6" w14:textId="77777777" w:rsidR="00B15E99" w:rsidRPr="00EF2F0E" w:rsidRDefault="00B15E99" w:rsidP="00A40339">
            <w:pPr>
              <w:pStyle w:val="TAC"/>
              <w:rPr>
                <w:rFonts w:cs="Arial"/>
              </w:rPr>
            </w:pPr>
            <w:r w:rsidRPr="00EF2F0E">
              <w:rPr>
                <w:rFonts w:cs="Arial"/>
              </w:rPr>
              <w:t>-43</w:t>
            </w:r>
          </w:p>
        </w:tc>
        <w:tc>
          <w:tcPr>
            <w:tcW w:w="1559" w:type="dxa"/>
          </w:tcPr>
          <w:p w14:paraId="0984DFF7"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DFF8" w14:textId="77777777" w:rsidR="00B15E99" w:rsidRPr="00EF2F0E" w:rsidRDefault="00B15E99" w:rsidP="00A40339">
            <w:pPr>
              <w:pStyle w:val="TAC"/>
              <w:rPr>
                <w:rFonts w:cs="Arial"/>
              </w:rPr>
            </w:pPr>
            <w:r w:rsidRPr="00EF2F0E">
              <w:rPr>
                <w:rFonts w:cs="Arial"/>
              </w:rPr>
              <w:t>See table 7.5.4.1-4</w:t>
            </w:r>
          </w:p>
        </w:tc>
        <w:tc>
          <w:tcPr>
            <w:tcW w:w="1276" w:type="dxa"/>
          </w:tcPr>
          <w:p w14:paraId="0984DFF9" w14:textId="77777777" w:rsidR="00B15E99" w:rsidRPr="00EF2F0E" w:rsidRDefault="00B15E99" w:rsidP="00A40339">
            <w:pPr>
              <w:pStyle w:val="TAL"/>
              <w:rPr>
                <w:rFonts w:cs="Arial"/>
              </w:rPr>
            </w:pPr>
            <w:r w:rsidRPr="00EF2F0E">
              <w:rPr>
                <w:rFonts w:cs="Arial"/>
              </w:rPr>
              <w:t>See table 7.5.4.1-4</w:t>
            </w:r>
          </w:p>
        </w:tc>
      </w:tr>
      <w:tr w:rsidR="003401A4" w:rsidRPr="00EF2F0E" w14:paraId="0984E006" w14:textId="77777777" w:rsidTr="00A40339">
        <w:trPr>
          <w:cantSplit/>
        </w:trPr>
        <w:tc>
          <w:tcPr>
            <w:tcW w:w="1134" w:type="dxa"/>
            <w:vMerge/>
            <w:tcBorders>
              <w:right w:val="single" w:sz="4" w:space="0" w:color="auto"/>
            </w:tcBorders>
          </w:tcPr>
          <w:p w14:paraId="0984DFFB"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DFFC" w14:textId="77777777" w:rsidR="00B15E99" w:rsidRPr="00EF2F0E" w:rsidRDefault="00B15E99" w:rsidP="00A40339">
            <w:pPr>
              <w:pStyle w:val="TAL"/>
              <w:jc w:val="right"/>
              <w:rPr>
                <w:rFonts w:cs="Arial"/>
              </w:rPr>
            </w:pPr>
            <w:r w:rsidRPr="00EF2F0E">
              <w:rPr>
                <w:rFonts w:cs="Arial"/>
              </w:rPr>
              <w:t xml:space="preserve">1 </w:t>
            </w:r>
          </w:p>
          <w:p w14:paraId="0984DFFD"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+15)</w:t>
            </w:r>
          </w:p>
        </w:tc>
        <w:tc>
          <w:tcPr>
            <w:tcW w:w="425" w:type="dxa"/>
            <w:tcBorders>
              <w:top w:val="single" w:sz="4" w:space="0" w:color="auto"/>
              <w:left w:val="nil"/>
              <w:bottom w:val="single" w:sz="4" w:space="0" w:color="auto"/>
              <w:right w:val="nil"/>
            </w:tcBorders>
          </w:tcPr>
          <w:p w14:paraId="0984DFFE" w14:textId="77777777" w:rsidR="00B15E99" w:rsidRPr="00EF2F0E" w:rsidRDefault="00B15E99" w:rsidP="00A40339">
            <w:pPr>
              <w:pStyle w:val="TAL"/>
              <w:jc w:val="center"/>
              <w:rPr>
                <w:rFonts w:cs="Arial"/>
              </w:rPr>
            </w:pPr>
            <w:r w:rsidRPr="00EF2F0E">
              <w:rPr>
                <w:rFonts w:cs="Arial"/>
              </w:rPr>
              <w:t>to</w:t>
            </w:r>
          </w:p>
          <w:p w14:paraId="0984DFFF"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00"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001"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002" w14:textId="77777777" w:rsidR="00B15E99" w:rsidRPr="00EF2F0E" w:rsidRDefault="00B15E99" w:rsidP="00A40339">
            <w:pPr>
              <w:pStyle w:val="TAC"/>
              <w:rPr>
                <w:rFonts w:cs="Arial"/>
              </w:rPr>
            </w:pPr>
            <w:r w:rsidRPr="00EF2F0E">
              <w:rPr>
                <w:rFonts w:cs="Arial"/>
              </w:rPr>
              <w:t>-15</w:t>
            </w:r>
          </w:p>
        </w:tc>
        <w:tc>
          <w:tcPr>
            <w:tcW w:w="1559" w:type="dxa"/>
          </w:tcPr>
          <w:p w14:paraId="0984E003"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004" w14:textId="77777777" w:rsidR="00B15E99" w:rsidRPr="00EF2F0E" w:rsidRDefault="00B15E99" w:rsidP="00A40339">
            <w:pPr>
              <w:pStyle w:val="TAC"/>
              <w:rPr>
                <w:rFonts w:cs="Arial"/>
              </w:rPr>
            </w:pPr>
            <w:r w:rsidRPr="00EF2F0E">
              <w:rPr>
                <w:rFonts w:cs="Arial"/>
              </w:rPr>
              <w:sym w:font="Symbol" w:char="F0BE"/>
            </w:r>
          </w:p>
        </w:tc>
        <w:tc>
          <w:tcPr>
            <w:tcW w:w="1276" w:type="dxa"/>
          </w:tcPr>
          <w:p w14:paraId="0984E005" w14:textId="77777777" w:rsidR="00B15E99" w:rsidRPr="00EF2F0E" w:rsidRDefault="00B15E99" w:rsidP="00A40339">
            <w:pPr>
              <w:pStyle w:val="TAL"/>
              <w:rPr>
                <w:rFonts w:cs="Arial"/>
              </w:rPr>
            </w:pPr>
            <w:r w:rsidRPr="00EF2F0E">
              <w:rPr>
                <w:rFonts w:cs="Arial"/>
              </w:rPr>
              <w:t>CW carrier</w:t>
            </w:r>
          </w:p>
        </w:tc>
      </w:tr>
      <w:tr w:rsidR="003401A4" w:rsidRPr="00EF2F0E" w14:paraId="0984E00F" w14:textId="77777777" w:rsidTr="00A40339">
        <w:trPr>
          <w:cantSplit/>
        </w:trPr>
        <w:tc>
          <w:tcPr>
            <w:tcW w:w="1134" w:type="dxa"/>
            <w:vMerge w:val="restart"/>
            <w:tcBorders>
              <w:right w:val="single" w:sz="4" w:space="0" w:color="auto"/>
            </w:tcBorders>
          </w:tcPr>
          <w:p w14:paraId="0984E007" w14:textId="77777777" w:rsidR="00B15E99" w:rsidRPr="00EF2F0E" w:rsidRDefault="00B15E99" w:rsidP="00A40339">
            <w:pPr>
              <w:pStyle w:val="TAC"/>
              <w:rPr>
                <w:lang w:eastAsia="zh-CN"/>
              </w:rPr>
            </w:pPr>
            <w:r w:rsidRPr="00EF2F0E">
              <w:rPr>
                <w:lang w:eastAsia="zh-CN"/>
              </w:rPr>
              <w:t>31</w:t>
            </w:r>
            <w:r w:rsidRPr="00EF2F0E">
              <w:rPr>
                <w:rFonts w:cs="Arial"/>
                <w:lang w:eastAsia="zh-CN"/>
              </w:rPr>
              <w:t>, 72</w:t>
            </w:r>
            <w:r w:rsidRPr="00EF2F0E">
              <w:rPr>
                <w:lang w:eastAsia="ja-JP"/>
              </w:rPr>
              <w:t xml:space="preserve">, </w:t>
            </w:r>
            <w:r w:rsidR="00AA1961" w:rsidRPr="00EF2F0E">
              <w:rPr>
                <w:lang w:eastAsia="ja-JP"/>
              </w:rPr>
              <w:t xml:space="preserve">73, </w:t>
            </w:r>
            <w:r w:rsidRPr="00EF2F0E">
              <w:rPr>
                <w:lang w:eastAsia="ja-JP"/>
              </w:rPr>
              <w:t>74</w:t>
            </w:r>
          </w:p>
        </w:tc>
        <w:tc>
          <w:tcPr>
            <w:tcW w:w="1276" w:type="dxa"/>
            <w:tcBorders>
              <w:top w:val="single" w:sz="4" w:space="0" w:color="auto"/>
              <w:left w:val="single" w:sz="4" w:space="0" w:color="auto"/>
              <w:bottom w:val="single" w:sz="4" w:space="0" w:color="auto"/>
              <w:right w:val="nil"/>
            </w:tcBorders>
          </w:tcPr>
          <w:p w14:paraId="0984E008"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009"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0A"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w:t>
            </w:r>
            <w:r w:rsidRPr="00EF2F0E">
              <w:rPr>
                <w:rFonts w:cs="Arial"/>
                <w:lang w:eastAsia="zh-CN"/>
              </w:rPr>
              <w:t>5</w:t>
            </w:r>
            <w:r w:rsidRPr="00EF2F0E">
              <w:rPr>
                <w:rFonts w:cs="Arial"/>
              </w:rPr>
              <w:t>)</w:t>
            </w:r>
          </w:p>
        </w:tc>
        <w:tc>
          <w:tcPr>
            <w:tcW w:w="1276" w:type="dxa"/>
            <w:tcBorders>
              <w:left w:val="single" w:sz="4" w:space="0" w:color="auto"/>
            </w:tcBorders>
          </w:tcPr>
          <w:p w14:paraId="0984E00B" w14:textId="77777777" w:rsidR="00B15E99" w:rsidRPr="00EF2F0E" w:rsidRDefault="00B15E99" w:rsidP="00A40339">
            <w:pPr>
              <w:pStyle w:val="TAC"/>
              <w:rPr>
                <w:rFonts w:cs="Arial"/>
              </w:rPr>
            </w:pPr>
            <w:r w:rsidRPr="00EF2F0E">
              <w:rPr>
                <w:rFonts w:cs="Arial"/>
              </w:rPr>
              <w:t>-43</w:t>
            </w:r>
          </w:p>
        </w:tc>
        <w:tc>
          <w:tcPr>
            <w:tcW w:w="1559" w:type="dxa"/>
          </w:tcPr>
          <w:p w14:paraId="0984E00C"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00D" w14:textId="77777777" w:rsidR="00B15E99" w:rsidRPr="00EF2F0E" w:rsidRDefault="00B15E99" w:rsidP="00A40339">
            <w:pPr>
              <w:pStyle w:val="TAC"/>
              <w:rPr>
                <w:rFonts w:cs="Arial"/>
              </w:rPr>
            </w:pPr>
            <w:r w:rsidRPr="00EF2F0E">
              <w:rPr>
                <w:rFonts w:cs="Arial"/>
              </w:rPr>
              <w:t>See table 7.5.4.1-4</w:t>
            </w:r>
          </w:p>
        </w:tc>
        <w:tc>
          <w:tcPr>
            <w:tcW w:w="1276" w:type="dxa"/>
          </w:tcPr>
          <w:p w14:paraId="0984E00E" w14:textId="77777777" w:rsidR="00B15E99" w:rsidRPr="00EF2F0E" w:rsidRDefault="00B15E99" w:rsidP="00A40339">
            <w:pPr>
              <w:pStyle w:val="TAL"/>
              <w:rPr>
                <w:rFonts w:cs="Arial"/>
              </w:rPr>
            </w:pPr>
            <w:r w:rsidRPr="00EF2F0E">
              <w:rPr>
                <w:rFonts w:cs="Arial"/>
              </w:rPr>
              <w:t>See table 7.5.4.1-4</w:t>
            </w:r>
          </w:p>
        </w:tc>
      </w:tr>
      <w:tr w:rsidR="003401A4" w:rsidRPr="00EF2F0E" w14:paraId="0984E01B" w14:textId="77777777" w:rsidTr="00A40339">
        <w:trPr>
          <w:cantSplit/>
        </w:trPr>
        <w:tc>
          <w:tcPr>
            <w:tcW w:w="1134" w:type="dxa"/>
            <w:vMerge/>
            <w:tcBorders>
              <w:right w:val="single" w:sz="4" w:space="0" w:color="auto"/>
            </w:tcBorders>
          </w:tcPr>
          <w:p w14:paraId="0984E010"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011" w14:textId="77777777" w:rsidR="00B15E99" w:rsidRPr="00EF2F0E" w:rsidRDefault="00B15E99" w:rsidP="00A40339">
            <w:pPr>
              <w:pStyle w:val="TAL"/>
              <w:jc w:val="right"/>
              <w:rPr>
                <w:rFonts w:cs="Arial"/>
              </w:rPr>
            </w:pPr>
            <w:r w:rsidRPr="00EF2F0E">
              <w:rPr>
                <w:rFonts w:cs="Arial"/>
              </w:rPr>
              <w:t xml:space="preserve">1 </w:t>
            </w:r>
          </w:p>
          <w:p w14:paraId="0984E012"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w:t>
            </w:r>
            <w:r w:rsidRPr="00EF2F0E">
              <w:rPr>
                <w:rFonts w:cs="Arial"/>
                <w:lang w:eastAsia="zh-CN"/>
              </w:rPr>
              <w:t>5</w:t>
            </w:r>
            <w:r w:rsidRPr="00EF2F0E">
              <w:rPr>
                <w:rFonts w:cs="Arial"/>
              </w:rPr>
              <w:t>)</w:t>
            </w:r>
          </w:p>
        </w:tc>
        <w:tc>
          <w:tcPr>
            <w:tcW w:w="425" w:type="dxa"/>
            <w:tcBorders>
              <w:top w:val="single" w:sz="4" w:space="0" w:color="auto"/>
              <w:left w:val="nil"/>
              <w:bottom w:val="single" w:sz="4" w:space="0" w:color="auto"/>
              <w:right w:val="nil"/>
            </w:tcBorders>
          </w:tcPr>
          <w:p w14:paraId="0984E013" w14:textId="77777777" w:rsidR="00B15E99" w:rsidRPr="00EF2F0E" w:rsidRDefault="00B15E99" w:rsidP="00A40339">
            <w:pPr>
              <w:pStyle w:val="TAL"/>
              <w:jc w:val="center"/>
              <w:rPr>
                <w:rFonts w:cs="Arial"/>
              </w:rPr>
            </w:pPr>
            <w:r w:rsidRPr="00EF2F0E">
              <w:rPr>
                <w:rFonts w:cs="Arial"/>
              </w:rPr>
              <w:t>to</w:t>
            </w:r>
          </w:p>
          <w:p w14:paraId="0984E014"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15"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016"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017" w14:textId="77777777" w:rsidR="00B15E99" w:rsidRPr="00EF2F0E" w:rsidRDefault="00B15E99" w:rsidP="00A40339">
            <w:pPr>
              <w:pStyle w:val="TAC"/>
              <w:rPr>
                <w:rFonts w:cs="Arial"/>
              </w:rPr>
            </w:pPr>
            <w:r w:rsidRPr="00EF2F0E">
              <w:rPr>
                <w:rFonts w:cs="Arial"/>
              </w:rPr>
              <w:t>-15</w:t>
            </w:r>
          </w:p>
        </w:tc>
        <w:tc>
          <w:tcPr>
            <w:tcW w:w="1559" w:type="dxa"/>
          </w:tcPr>
          <w:p w14:paraId="0984E018"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019" w14:textId="77777777" w:rsidR="00B15E99" w:rsidRPr="00EF2F0E" w:rsidRDefault="00B15E99" w:rsidP="00A40339">
            <w:pPr>
              <w:pStyle w:val="TAC"/>
              <w:rPr>
                <w:rFonts w:cs="Arial"/>
              </w:rPr>
            </w:pPr>
            <w:r w:rsidRPr="00EF2F0E">
              <w:rPr>
                <w:rFonts w:cs="Arial"/>
              </w:rPr>
              <w:sym w:font="Symbol" w:char="F0BE"/>
            </w:r>
          </w:p>
        </w:tc>
        <w:tc>
          <w:tcPr>
            <w:tcW w:w="1276" w:type="dxa"/>
          </w:tcPr>
          <w:p w14:paraId="0984E01A"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024" w14:textId="77777777" w:rsidTr="00AA1961">
        <w:trPr>
          <w:cantSplit/>
        </w:trPr>
        <w:tc>
          <w:tcPr>
            <w:tcW w:w="1134" w:type="dxa"/>
            <w:vMerge w:val="restart"/>
            <w:tcBorders>
              <w:right w:val="single" w:sz="4" w:space="0" w:color="auto"/>
            </w:tcBorders>
          </w:tcPr>
          <w:p w14:paraId="0984E01C" w14:textId="77777777" w:rsidR="00AA1961" w:rsidRPr="00EF2F0E" w:rsidRDefault="00AA1961" w:rsidP="00AA1961">
            <w:pPr>
              <w:pStyle w:val="TAC"/>
              <w:rPr>
                <w:lang w:eastAsia="zh-CN"/>
              </w:rPr>
            </w:pPr>
            <w:r w:rsidRPr="00EF2F0E">
              <w:rPr>
                <w:rFonts w:cs="Arial"/>
              </w:rPr>
              <w:t>85</w:t>
            </w:r>
          </w:p>
        </w:tc>
        <w:tc>
          <w:tcPr>
            <w:tcW w:w="1276" w:type="dxa"/>
            <w:tcBorders>
              <w:top w:val="single" w:sz="4" w:space="0" w:color="auto"/>
              <w:left w:val="single" w:sz="4" w:space="0" w:color="auto"/>
              <w:bottom w:val="single" w:sz="4" w:space="0" w:color="auto"/>
              <w:right w:val="nil"/>
            </w:tcBorders>
          </w:tcPr>
          <w:p w14:paraId="0984E01D" w14:textId="77777777" w:rsidR="00AA1961" w:rsidRPr="00EF2F0E" w:rsidRDefault="00AA1961" w:rsidP="00AA1961">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01E" w14:textId="77777777" w:rsidR="00AA1961" w:rsidRPr="00EF2F0E" w:rsidRDefault="00AA1961" w:rsidP="00AA1961">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1F" w14:textId="77777777" w:rsidR="00AA1961" w:rsidRPr="00EF2F0E" w:rsidRDefault="00AA1961" w:rsidP="00AA1961">
            <w:pPr>
              <w:pStyle w:val="TAL"/>
              <w:rPr>
                <w:rFonts w:cs="Arial"/>
              </w:rPr>
            </w:pPr>
            <w:r w:rsidRPr="00EF2F0E">
              <w:rPr>
                <w:rFonts w:cs="Arial"/>
              </w:rPr>
              <w:t>(F</w:t>
            </w:r>
            <w:r w:rsidRPr="00EF2F0E">
              <w:rPr>
                <w:rFonts w:cs="Arial"/>
                <w:vertAlign w:val="subscript"/>
              </w:rPr>
              <w:t xml:space="preserve">UL_high </w:t>
            </w:r>
            <w:r w:rsidRPr="00EF2F0E">
              <w:rPr>
                <w:rFonts w:cs="Arial"/>
              </w:rPr>
              <w:t>+12)</w:t>
            </w:r>
          </w:p>
        </w:tc>
        <w:tc>
          <w:tcPr>
            <w:tcW w:w="1276" w:type="dxa"/>
            <w:tcBorders>
              <w:left w:val="single" w:sz="4" w:space="0" w:color="auto"/>
            </w:tcBorders>
          </w:tcPr>
          <w:p w14:paraId="0984E020" w14:textId="77777777" w:rsidR="00AA1961" w:rsidRPr="00EF2F0E" w:rsidRDefault="00AA1961" w:rsidP="00AA1961">
            <w:pPr>
              <w:pStyle w:val="TAC"/>
              <w:rPr>
                <w:rFonts w:cs="Arial"/>
              </w:rPr>
            </w:pPr>
            <w:r w:rsidRPr="00EF2F0E">
              <w:rPr>
                <w:rFonts w:cs="Arial"/>
              </w:rPr>
              <w:t>-43</w:t>
            </w:r>
          </w:p>
        </w:tc>
        <w:tc>
          <w:tcPr>
            <w:tcW w:w="1559" w:type="dxa"/>
          </w:tcPr>
          <w:p w14:paraId="0984E021" w14:textId="77777777" w:rsidR="00AA1961" w:rsidRPr="00EF2F0E" w:rsidRDefault="00AA1961" w:rsidP="00AA1961">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022" w14:textId="77777777" w:rsidR="00AA1961" w:rsidRPr="00EF2F0E" w:rsidRDefault="00AA1961" w:rsidP="00AA1961">
            <w:pPr>
              <w:pStyle w:val="TAC"/>
              <w:rPr>
                <w:rFonts w:cs="Arial"/>
              </w:rPr>
            </w:pPr>
            <w:r w:rsidRPr="00EF2F0E">
              <w:rPr>
                <w:rFonts w:cs="Arial"/>
              </w:rPr>
              <w:t>See table 7.5.4.1-4</w:t>
            </w:r>
          </w:p>
        </w:tc>
        <w:tc>
          <w:tcPr>
            <w:tcW w:w="1276" w:type="dxa"/>
          </w:tcPr>
          <w:p w14:paraId="0984E023" w14:textId="77777777" w:rsidR="00AA1961" w:rsidRPr="00EF2F0E" w:rsidRDefault="00AA1961" w:rsidP="00AA1961">
            <w:pPr>
              <w:pStyle w:val="TAL"/>
              <w:rPr>
                <w:rFonts w:cs="Arial"/>
              </w:rPr>
            </w:pPr>
            <w:r w:rsidRPr="00EF2F0E">
              <w:rPr>
                <w:rFonts w:cs="Arial"/>
              </w:rPr>
              <w:t>See table 7.5.4.1-4</w:t>
            </w:r>
          </w:p>
        </w:tc>
      </w:tr>
      <w:tr w:rsidR="003401A4" w:rsidRPr="00EF2F0E" w14:paraId="0984E030" w14:textId="77777777" w:rsidTr="00AA1961">
        <w:trPr>
          <w:cantSplit/>
        </w:trPr>
        <w:tc>
          <w:tcPr>
            <w:tcW w:w="1134" w:type="dxa"/>
            <w:vMerge/>
            <w:tcBorders>
              <w:right w:val="single" w:sz="4" w:space="0" w:color="auto"/>
            </w:tcBorders>
          </w:tcPr>
          <w:p w14:paraId="0984E025" w14:textId="77777777" w:rsidR="00AA1961" w:rsidRPr="00EF2F0E" w:rsidRDefault="00AA1961" w:rsidP="00AA1961">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026" w14:textId="77777777" w:rsidR="00AA1961" w:rsidRPr="00EF2F0E" w:rsidRDefault="00AA1961" w:rsidP="00AA1961">
            <w:pPr>
              <w:pStyle w:val="TAL"/>
              <w:jc w:val="right"/>
              <w:rPr>
                <w:rFonts w:cs="Arial"/>
              </w:rPr>
            </w:pPr>
            <w:r w:rsidRPr="00EF2F0E">
              <w:rPr>
                <w:rFonts w:cs="Arial"/>
              </w:rPr>
              <w:t xml:space="preserve">1 </w:t>
            </w:r>
          </w:p>
          <w:p w14:paraId="0984E027" w14:textId="77777777" w:rsidR="00AA1961" w:rsidRPr="00EF2F0E" w:rsidRDefault="00AA1961" w:rsidP="00AA1961">
            <w:pPr>
              <w:pStyle w:val="TAL"/>
              <w:jc w:val="right"/>
              <w:rPr>
                <w:rFonts w:cs="Arial"/>
              </w:rPr>
            </w:pPr>
            <w:r w:rsidRPr="00EF2F0E">
              <w:rPr>
                <w:rFonts w:cs="Arial"/>
              </w:rPr>
              <w:t>(F</w:t>
            </w:r>
            <w:r w:rsidRPr="00EF2F0E">
              <w:rPr>
                <w:rFonts w:cs="Arial"/>
                <w:vertAlign w:val="subscript"/>
              </w:rPr>
              <w:t xml:space="preserve">UL_high </w:t>
            </w:r>
            <w:r w:rsidRPr="00EF2F0E">
              <w:rPr>
                <w:rFonts w:cs="Arial"/>
              </w:rPr>
              <w:t>+12)</w:t>
            </w:r>
          </w:p>
        </w:tc>
        <w:tc>
          <w:tcPr>
            <w:tcW w:w="425" w:type="dxa"/>
            <w:tcBorders>
              <w:top w:val="single" w:sz="4" w:space="0" w:color="auto"/>
              <w:left w:val="nil"/>
              <w:bottom w:val="single" w:sz="4" w:space="0" w:color="auto"/>
              <w:right w:val="nil"/>
            </w:tcBorders>
          </w:tcPr>
          <w:p w14:paraId="0984E028" w14:textId="77777777" w:rsidR="00AA1961" w:rsidRPr="00EF2F0E" w:rsidRDefault="00AA1961" w:rsidP="00AA1961">
            <w:pPr>
              <w:pStyle w:val="TAL"/>
              <w:jc w:val="center"/>
              <w:rPr>
                <w:rFonts w:cs="Arial"/>
              </w:rPr>
            </w:pPr>
            <w:r w:rsidRPr="00EF2F0E">
              <w:rPr>
                <w:rFonts w:cs="Arial"/>
              </w:rPr>
              <w:t>to</w:t>
            </w:r>
          </w:p>
          <w:p w14:paraId="0984E029" w14:textId="77777777" w:rsidR="00AA1961" w:rsidRPr="00EF2F0E" w:rsidRDefault="00AA1961" w:rsidP="00AA1961">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2A" w14:textId="77777777" w:rsidR="00AA1961" w:rsidRPr="00EF2F0E" w:rsidRDefault="00AA1961" w:rsidP="00AA1961">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02B" w14:textId="77777777" w:rsidR="00AA1961" w:rsidRPr="00EF2F0E" w:rsidRDefault="00AA1961" w:rsidP="00AA1961">
            <w:pPr>
              <w:pStyle w:val="TAL"/>
              <w:rPr>
                <w:rFonts w:cs="Arial"/>
              </w:rPr>
            </w:pPr>
            <w:r w:rsidRPr="00EF2F0E">
              <w:rPr>
                <w:rFonts w:cs="Arial"/>
              </w:rPr>
              <w:t>12750</w:t>
            </w:r>
          </w:p>
        </w:tc>
        <w:tc>
          <w:tcPr>
            <w:tcW w:w="1276" w:type="dxa"/>
            <w:tcBorders>
              <w:left w:val="single" w:sz="4" w:space="0" w:color="auto"/>
            </w:tcBorders>
          </w:tcPr>
          <w:p w14:paraId="0984E02C" w14:textId="77777777" w:rsidR="00AA1961" w:rsidRPr="00EF2F0E" w:rsidRDefault="00AA1961" w:rsidP="00AA1961">
            <w:pPr>
              <w:pStyle w:val="TAC"/>
              <w:rPr>
                <w:rFonts w:cs="Arial"/>
              </w:rPr>
            </w:pPr>
            <w:r w:rsidRPr="00EF2F0E">
              <w:rPr>
                <w:rFonts w:cs="Arial"/>
              </w:rPr>
              <w:t>-15</w:t>
            </w:r>
          </w:p>
        </w:tc>
        <w:tc>
          <w:tcPr>
            <w:tcW w:w="1559" w:type="dxa"/>
          </w:tcPr>
          <w:p w14:paraId="0984E02D" w14:textId="77777777" w:rsidR="00AA1961" w:rsidRPr="00EF2F0E" w:rsidRDefault="00AA1961" w:rsidP="00AA1961">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02E" w14:textId="77777777" w:rsidR="00AA1961" w:rsidRPr="00EF2F0E" w:rsidRDefault="00AA1961" w:rsidP="00AA1961">
            <w:pPr>
              <w:pStyle w:val="TAC"/>
              <w:rPr>
                <w:rFonts w:cs="Arial"/>
              </w:rPr>
            </w:pPr>
            <w:r w:rsidRPr="00EF2F0E">
              <w:rPr>
                <w:rFonts w:cs="Arial"/>
              </w:rPr>
              <w:sym w:font="Symbol" w:char="F0BE"/>
            </w:r>
          </w:p>
        </w:tc>
        <w:tc>
          <w:tcPr>
            <w:tcW w:w="1276" w:type="dxa"/>
          </w:tcPr>
          <w:p w14:paraId="0984E02F" w14:textId="77777777" w:rsidR="00AA1961" w:rsidRPr="00EF2F0E" w:rsidRDefault="00AA1961" w:rsidP="00AA1961">
            <w:pPr>
              <w:pStyle w:val="TAL"/>
              <w:rPr>
                <w:rFonts w:cs="Arial"/>
              </w:rPr>
            </w:pPr>
            <w:r w:rsidRPr="00EF2F0E">
              <w:rPr>
                <w:rFonts w:cs="Arial"/>
              </w:rPr>
              <w:t xml:space="preserve">CW carrier </w:t>
            </w:r>
          </w:p>
        </w:tc>
      </w:tr>
      <w:tr w:rsidR="00AA1961" w:rsidRPr="00EF2F0E" w14:paraId="0984E033" w14:textId="77777777" w:rsidTr="00A40339">
        <w:trPr>
          <w:cantSplit/>
        </w:trPr>
        <w:tc>
          <w:tcPr>
            <w:tcW w:w="9923" w:type="dxa"/>
            <w:gridSpan w:val="8"/>
            <w:tcBorders>
              <w:top w:val="nil"/>
              <w:left w:val="single" w:sz="4" w:space="0" w:color="auto"/>
              <w:bottom w:val="single" w:sz="4" w:space="0" w:color="auto"/>
            </w:tcBorders>
          </w:tcPr>
          <w:p w14:paraId="0984E031" w14:textId="77777777" w:rsidR="00AA1961" w:rsidRPr="00EF2F0E" w:rsidRDefault="00AA1961" w:rsidP="00AA1961">
            <w:pPr>
              <w:pStyle w:val="TAN"/>
              <w:rPr>
                <w:rFonts w:cs="Arial"/>
              </w:rPr>
            </w:pPr>
            <w:r w:rsidRPr="00EF2F0E">
              <w:rPr>
                <w:rFonts w:cs="Arial"/>
              </w:rPr>
              <w:t>Note*:</w:t>
            </w:r>
            <w:r w:rsidRPr="00EF2F0E">
              <w:rPr>
                <w:rFonts w:cs="Arial"/>
              </w:rPr>
              <w:tab/>
              <w:t>P</w:t>
            </w:r>
            <w:r w:rsidRPr="00EF2F0E">
              <w:rPr>
                <w:rFonts w:cs="Arial"/>
                <w:vertAlign w:val="subscript"/>
              </w:rPr>
              <w:t>REFSENS</w:t>
            </w:r>
            <w:r w:rsidRPr="00EF2F0E" w:rsidDel="002B5177">
              <w:rPr>
                <w:rFonts w:cs="Arial"/>
              </w:rPr>
              <w:t xml:space="preserve"> </w:t>
            </w:r>
            <w:r w:rsidRPr="00EF2F0E">
              <w:rPr>
                <w:rFonts w:cs="Arial"/>
              </w:rPr>
              <w:t xml:space="preserve">depends on the channel bandwidth as specified in </w:t>
            </w:r>
            <w:r w:rsidRPr="00EF2F0E">
              <w:t>3GPP TS 36.104 [8], subclause 7.2.1</w:t>
            </w:r>
            <w:r w:rsidRPr="00EF2F0E">
              <w:rPr>
                <w:rFonts w:cs="Arial"/>
              </w:rPr>
              <w:t>.</w:t>
            </w:r>
          </w:p>
          <w:p w14:paraId="0984E032" w14:textId="7722CFBB" w:rsidR="00AA1961" w:rsidRPr="00EF2F0E" w:rsidRDefault="00AC7771" w:rsidP="00AA1961">
            <w:pPr>
              <w:pStyle w:val="TAN"/>
              <w:rPr>
                <w:rFonts w:cs="Arial"/>
              </w:rPr>
            </w:pPr>
            <w:r w:rsidRPr="00EF2F0E">
              <w:rPr>
                <w:rFonts w:cs="Arial"/>
              </w:rPr>
              <w:t>Note**:</w:t>
            </w:r>
            <w:r w:rsidRPr="00EF2F0E">
              <w:rPr>
                <w:rFonts w:cs="Arial"/>
              </w:rPr>
              <w:tab/>
              <w:t xml:space="preserve">For a BS capable of multiband operation, 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EF2F0E">
              <w:rPr>
                <w:rFonts w:cs="Arial"/>
              </w:rPr>
              <w:t>, the wanted signal mean power is equal to P</w:t>
            </w:r>
            <w:r w:rsidRPr="00EF2F0E">
              <w:rPr>
                <w:rFonts w:cs="Arial"/>
                <w:vertAlign w:val="subscript"/>
              </w:rPr>
              <w:t>REFSENS</w:t>
            </w:r>
            <w:r w:rsidRPr="00EF2F0E">
              <w:rPr>
                <w:rFonts w:cs="Arial"/>
              </w:rPr>
              <w:t xml:space="preserve"> + 1.4 dB.</w:t>
            </w:r>
          </w:p>
        </w:tc>
      </w:tr>
    </w:tbl>
    <w:p w14:paraId="0984E034" w14:textId="77777777" w:rsidR="00B15E99" w:rsidRPr="00EF2F0E" w:rsidRDefault="00B15E99" w:rsidP="00A40339">
      <w:pPr>
        <w:rPr>
          <w:lang w:eastAsia="zh-CN"/>
        </w:rPr>
      </w:pPr>
    </w:p>
    <w:p w14:paraId="0984E035" w14:textId="77777777" w:rsidR="00B15E99" w:rsidRPr="00EF2F0E" w:rsidRDefault="00B15E99" w:rsidP="00A40339">
      <w:pPr>
        <w:pStyle w:val="NO"/>
        <w:rPr>
          <w:lang w:eastAsia="zh-CN"/>
        </w:rPr>
      </w:pPr>
      <w:r w:rsidRPr="00EF2F0E">
        <w:rPr>
          <w:lang w:eastAsia="zh-CN"/>
        </w:rPr>
        <w:t>NOTE:</w:t>
      </w:r>
      <w:r w:rsidRPr="00EF2F0E">
        <w:rPr>
          <w:lang w:eastAsia="zh-CN"/>
        </w:rPr>
        <w:tab/>
        <w:t>Table 7.5.4.1-1 assumes that two operating bands, where the downlink operating band of one band would be within the in-band blocking region of the other band, are not deployed in the same geographical area.</w:t>
      </w:r>
    </w:p>
    <w:p w14:paraId="0984E036" w14:textId="77777777" w:rsidR="00B15E99" w:rsidRPr="00EF2F0E" w:rsidRDefault="00B15E99" w:rsidP="007853C3">
      <w:pPr>
        <w:pStyle w:val="TH"/>
        <w:rPr>
          <w:lang w:eastAsia="zh-CN"/>
        </w:rPr>
      </w:pPr>
      <w:r w:rsidRPr="00EF2F0E">
        <w:rPr>
          <w:rFonts w:eastAsia="Osaka"/>
        </w:rPr>
        <w:t xml:space="preserve">Table </w:t>
      </w:r>
      <w:r w:rsidRPr="00EF2F0E">
        <w:rPr>
          <w:lang w:eastAsia="zh-CN"/>
        </w:rPr>
        <w:t>7.5.4.1</w:t>
      </w:r>
      <w:r w:rsidRPr="00EF2F0E">
        <w:rPr>
          <w:rFonts w:eastAsia="Osaka"/>
        </w:rPr>
        <w:t>-</w:t>
      </w:r>
      <w:r w:rsidRPr="00EF2F0E">
        <w:rPr>
          <w:lang w:eastAsia="zh-CN"/>
        </w:rPr>
        <w:t>2</w:t>
      </w:r>
      <w:r w:rsidRPr="00EF2F0E">
        <w:rPr>
          <w:rFonts w:eastAsia="Osaka"/>
        </w:rPr>
        <w:t xml:space="preserve">: </w:t>
      </w:r>
      <w:r w:rsidRPr="00EF2F0E">
        <w:t>Blocking performance requirement</w:t>
      </w:r>
      <w:r w:rsidRPr="00EF2F0E">
        <w:rPr>
          <w:lang w:eastAsia="zh-CN"/>
        </w:rPr>
        <w:t xml:space="preserve"> for Local Area BS for E-UTRA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425"/>
        <w:gridCol w:w="1276"/>
        <w:gridCol w:w="1276"/>
        <w:gridCol w:w="1559"/>
        <w:gridCol w:w="1701"/>
        <w:gridCol w:w="1276"/>
      </w:tblGrid>
      <w:tr w:rsidR="003401A4" w:rsidRPr="00EF2F0E" w14:paraId="0984E03D" w14:textId="77777777" w:rsidTr="00A40339">
        <w:tc>
          <w:tcPr>
            <w:tcW w:w="1134" w:type="dxa"/>
          </w:tcPr>
          <w:p w14:paraId="0984E037" w14:textId="77777777" w:rsidR="00B15E99" w:rsidRPr="00EF2F0E" w:rsidRDefault="00B15E99" w:rsidP="00A40339">
            <w:pPr>
              <w:pStyle w:val="TAH"/>
              <w:rPr>
                <w:rFonts w:cs="Arial"/>
              </w:rPr>
            </w:pPr>
            <w:r w:rsidRPr="00EF2F0E">
              <w:rPr>
                <w:rFonts w:cs="Arial"/>
              </w:rPr>
              <w:t>Operating Band</w:t>
            </w:r>
          </w:p>
        </w:tc>
        <w:tc>
          <w:tcPr>
            <w:tcW w:w="2977" w:type="dxa"/>
            <w:gridSpan w:val="3"/>
            <w:tcBorders>
              <w:bottom w:val="single" w:sz="4" w:space="0" w:color="auto"/>
            </w:tcBorders>
          </w:tcPr>
          <w:p w14:paraId="0984E038" w14:textId="77777777" w:rsidR="00B15E99" w:rsidRPr="00EF2F0E" w:rsidRDefault="00B15E99" w:rsidP="00A40339">
            <w:pPr>
              <w:pStyle w:val="TAH"/>
              <w:rPr>
                <w:rFonts w:cs="Arial"/>
              </w:rPr>
            </w:pPr>
            <w:r w:rsidRPr="00EF2F0E">
              <w:rPr>
                <w:rFonts w:cs="Arial"/>
              </w:rPr>
              <w:t>Centre Frequency of Interfering Signal [MHz]</w:t>
            </w:r>
          </w:p>
        </w:tc>
        <w:tc>
          <w:tcPr>
            <w:tcW w:w="1276" w:type="dxa"/>
          </w:tcPr>
          <w:p w14:paraId="0984E039" w14:textId="77777777" w:rsidR="00B15E99" w:rsidRPr="00EF2F0E" w:rsidRDefault="00B15E99" w:rsidP="00A40339">
            <w:pPr>
              <w:pStyle w:val="TAH"/>
              <w:rPr>
                <w:rFonts w:cs="Arial"/>
              </w:rPr>
            </w:pPr>
            <w:r w:rsidRPr="00EF2F0E">
              <w:rPr>
                <w:rFonts w:cs="Arial"/>
              </w:rPr>
              <w:t>Interfering Signal mean power [dBm]</w:t>
            </w:r>
          </w:p>
        </w:tc>
        <w:tc>
          <w:tcPr>
            <w:tcW w:w="1559" w:type="dxa"/>
          </w:tcPr>
          <w:p w14:paraId="0984E03A" w14:textId="77777777" w:rsidR="00B15E99" w:rsidRPr="00EF2F0E" w:rsidRDefault="00B15E99" w:rsidP="00A40339">
            <w:pPr>
              <w:pStyle w:val="TAH"/>
              <w:rPr>
                <w:rFonts w:cs="Arial"/>
              </w:rPr>
            </w:pPr>
            <w:r w:rsidRPr="00EF2F0E">
              <w:rPr>
                <w:rFonts w:cs="Arial"/>
              </w:rPr>
              <w:t>Wanted Signal mean power [dBm]</w:t>
            </w:r>
          </w:p>
        </w:tc>
        <w:tc>
          <w:tcPr>
            <w:tcW w:w="1701" w:type="dxa"/>
          </w:tcPr>
          <w:p w14:paraId="0984E03B" w14:textId="77777777" w:rsidR="00B15E99" w:rsidRPr="00EF2F0E" w:rsidRDefault="00B15E99" w:rsidP="00A40339">
            <w:pPr>
              <w:pStyle w:val="TAH"/>
              <w:rPr>
                <w:rFonts w:cs="Arial"/>
              </w:rPr>
            </w:pPr>
            <w:r w:rsidRPr="00EF2F0E">
              <w:rPr>
                <w:rFonts w:cs="Arial"/>
              </w:rPr>
              <w:t>Interfering signal centre frequency minimum offset from the lower/upper Base Station RF Bandwidth edge or sub-block edge inside a sub-block gap [MHz]</w:t>
            </w:r>
          </w:p>
        </w:tc>
        <w:tc>
          <w:tcPr>
            <w:tcW w:w="1276" w:type="dxa"/>
          </w:tcPr>
          <w:p w14:paraId="0984E03C"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4E046" w14:textId="77777777" w:rsidTr="00A40339">
        <w:trPr>
          <w:cantSplit/>
        </w:trPr>
        <w:tc>
          <w:tcPr>
            <w:tcW w:w="1134" w:type="dxa"/>
            <w:vMerge w:val="restart"/>
            <w:tcBorders>
              <w:right w:val="single" w:sz="4" w:space="0" w:color="auto"/>
            </w:tcBorders>
          </w:tcPr>
          <w:p w14:paraId="0984E03E" w14:textId="77777777" w:rsidR="00B15E99" w:rsidRPr="00EF2F0E" w:rsidRDefault="00B15E99" w:rsidP="00A40339">
            <w:pPr>
              <w:pStyle w:val="TAL"/>
              <w:jc w:val="center"/>
              <w:rPr>
                <w:rFonts w:cs="Arial"/>
              </w:rPr>
            </w:pPr>
            <w:r w:rsidRPr="00EF2F0E">
              <w:rPr>
                <w:rFonts w:cs="Arial"/>
              </w:rPr>
              <w:t xml:space="preserve">1-7, 9-11, 13, 14, 18,19, 21-23, 24, 27, 30, 33-39, 45, </w:t>
            </w:r>
            <w:r w:rsidR="00AA1961" w:rsidRPr="00EF2F0E">
              <w:rPr>
                <w:rFonts w:cs="Arial"/>
              </w:rPr>
              <w:t xml:space="preserve">50, </w:t>
            </w:r>
            <w:r w:rsidR="005C15CF" w:rsidRPr="00EF2F0E">
              <w:rPr>
                <w:rFonts w:cs="Arial"/>
              </w:rPr>
              <w:t xml:space="preserve">51, </w:t>
            </w:r>
            <w:r w:rsidRPr="00EF2F0E">
              <w:rPr>
                <w:rFonts w:cs="Arial"/>
              </w:rPr>
              <w:t>65, 66, 68, 70</w:t>
            </w:r>
          </w:p>
        </w:tc>
        <w:tc>
          <w:tcPr>
            <w:tcW w:w="1276" w:type="dxa"/>
            <w:tcBorders>
              <w:top w:val="single" w:sz="4" w:space="0" w:color="auto"/>
              <w:left w:val="single" w:sz="4" w:space="0" w:color="auto"/>
              <w:bottom w:val="single" w:sz="4" w:space="0" w:color="auto"/>
              <w:right w:val="nil"/>
            </w:tcBorders>
          </w:tcPr>
          <w:p w14:paraId="0984E03F"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040"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41"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+20)</w:t>
            </w:r>
          </w:p>
        </w:tc>
        <w:tc>
          <w:tcPr>
            <w:tcW w:w="1276" w:type="dxa"/>
            <w:tcBorders>
              <w:left w:val="single" w:sz="4" w:space="0" w:color="auto"/>
            </w:tcBorders>
          </w:tcPr>
          <w:p w14:paraId="0984E042" w14:textId="77777777" w:rsidR="00B15E99" w:rsidRPr="00EF2F0E" w:rsidRDefault="00B15E99" w:rsidP="00A40339">
            <w:pPr>
              <w:pStyle w:val="TAC"/>
              <w:rPr>
                <w:rFonts w:cs="Arial"/>
              </w:rPr>
            </w:pPr>
            <w:r w:rsidRPr="00EF2F0E">
              <w:rPr>
                <w:rFonts w:cs="Arial"/>
              </w:rPr>
              <w:t>-35</w:t>
            </w:r>
          </w:p>
        </w:tc>
        <w:tc>
          <w:tcPr>
            <w:tcW w:w="1559" w:type="dxa"/>
          </w:tcPr>
          <w:p w14:paraId="0984E043"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044" w14:textId="77777777" w:rsidR="00B15E99" w:rsidRPr="00EF2F0E" w:rsidRDefault="00B15E99" w:rsidP="00A40339">
            <w:pPr>
              <w:pStyle w:val="TAC"/>
              <w:rPr>
                <w:rFonts w:cs="Arial"/>
              </w:rPr>
            </w:pPr>
            <w:r w:rsidRPr="00EF2F0E">
              <w:rPr>
                <w:rFonts w:cs="Arial"/>
              </w:rPr>
              <w:t>See table 7.5.4.1-4</w:t>
            </w:r>
          </w:p>
        </w:tc>
        <w:tc>
          <w:tcPr>
            <w:tcW w:w="1276" w:type="dxa"/>
          </w:tcPr>
          <w:p w14:paraId="0984E045" w14:textId="77777777" w:rsidR="00B15E99" w:rsidRPr="00EF2F0E" w:rsidRDefault="00B15E99" w:rsidP="00A40339">
            <w:pPr>
              <w:pStyle w:val="TAL"/>
              <w:rPr>
                <w:rFonts w:cs="Arial"/>
              </w:rPr>
            </w:pPr>
            <w:r w:rsidRPr="00EF2F0E">
              <w:rPr>
                <w:rFonts w:cs="Arial"/>
              </w:rPr>
              <w:t>See table 7.5.4.1-4</w:t>
            </w:r>
          </w:p>
        </w:tc>
      </w:tr>
      <w:tr w:rsidR="003401A4" w:rsidRPr="00EF2F0E" w14:paraId="0984E052" w14:textId="77777777" w:rsidTr="00A40339">
        <w:trPr>
          <w:cantSplit/>
        </w:trPr>
        <w:tc>
          <w:tcPr>
            <w:tcW w:w="1134" w:type="dxa"/>
            <w:vMerge/>
            <w:tcBorders>
              <w:right w:val="single" w:sz="4" w:space="0" w:color="auto"/>
            </w:tcBorders>
          </w:tcPr>
          <w:p w14:paraId="0984E047"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048" w14:textId="77777777" w:rsidR="00B15E99" w:rsidRPr="00EF2F0E" w:rsidRDefault="00B15E99" w:rsidP="00A40339">
            <w:pPr>
              <w:pStyle w:val="TAL"/>
              <w:jc w:val="right"/>
              <w:rPr>
                <w:rFonts w:cs="Arial"/>
              </w:rPr>
            </w:pPr>
            <w:r w:rsidRPr="00EF2F0E">
              <w:rPr>
                <w:rFonts w:cs="Arial"/>
              </w:rPr>
              <w:t xml:space="preserve">1 </w:t>
            </w:r>
          </w:p>
          <w:p w14:paraId="0984E049"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+20)</w:t>
            </w:r>
          </w:p>
        </w:tc>
        <w:tc>
          <w:tcPr>
            <w:tcW w:w="425" w:type="dxa"/>
            <w:tcBorders>
              <w:top w:val="single" w:sz="4" w:space="0" w:color="auto"/>
              <w:left w:val="nil"/>
              <w:bottom w:val="single" w:sz="4" w:space="0" w:color="auto"/>
              <w:right w:val="nil"/>
            </w:tcBorders>
          </w:tcPr>
          <w:p w14:paraId="0984E04A" w14:textId="77777777" w:rsidR="00B15E99" w:rsidRPr="00EF2F0E" w:rsidRDefault="00B15E99" w:rsidP="00A40339">
            <w:pPr>
              <w:pStyle w:val="TAL"/>
              <w:jc w:val="center"/>
              <w:rPr>
                <w:rFonts w:cs="Arial"/>
              </w:rPr>
            </w:pPr>
            <w:r w:rsidRPr="00EF2F0E">
              <w:rPr>
                <w:rFonts w:cs="Arial"/>
              </w:rPr>
              <w:t>to</w:t>
            </w:r>
          </w:p>
          <w:p w14:paraId="0984E04B"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4C"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04D"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04E" w14:textId="77777777" w:rsidR="00B15E99" w:rsidRPr="00EF2F0E" w:rsidRDefault="00B15E99" w:rsidP="00A40339">
            <w:pPr>
              <w:pStyle w:val="TAC"/>
              <w:rPr>
                <w:rFonts w:cs="Arial"/>
              </w:rPr>
            </w:pPr>
            <w:r w:rsidRPr="00EF2F0E">
              <w:rPr>
                <w:rFonts w:cs="Arial"/>
              </w:rPr>
              <w:t>-15</w:t>
            </w:r>
          </w:p>
        </w:tc>
        <w:tc>
          <w:tcPr>
            <w:tcW w:w="1559" w:type="dxa"/>
          </w:tcPr>
          <w:p w14:paraId="0984E04F"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050" w14:textId="77777777" w:rsidR="00B15E99" w:rsidRPr="00EF2F0E" w:rsidRDefault="00B15E99" w:rsidP="00A40339">
            <w:pPr>
              <w:pStyle w:val="TAC"/>
              <w:rPr>
                <w:rFonts w:cs="Arial"/>
              </w:rPr>
            </w:pPr>
            <w:r w:rsidRPr="00EF2F0E">
              <w:rPr>
                <w:rFonts w:cs="Arial"/>
              </w:rPr>
              <w:sym w:font="Symbol" w:char="F0BE"/>
            </w:r>
          </w:p>
        </w:tc>
        <w:tc>
          <w:tcPr>
            <w:tcW w:w="1276" w:type="dxa"/>
          </w:tcPr>
          <w:p w14:paraId="0984E051"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05C" w14:textId="77777777" w:rsidTr="00A40339">
        <w:trPr>
          <w:cantSplit/>
        </w:trPr>
        <w:tc>
          <w:tcPr>
            <w:tcW w:w="1134" w:type="dxa"/>
            <w:vMerge w:val="restart"/>
            <w:tcBorders>
              <w:right w:val="single" w:sz="4" w:space="0" w:color="auto"/>
            </w:tcBorders>
          </w:tcPr>
          <w:p w14:paraId="0984E053" w14:textId="77777777" w:rsidR="00B15E99" w:rsidRPr="00EF2F0E" w:rsidRDefault="00B15E99" w:rsidP="00A40339">
            <w:pPr>
              <w:pStyle w:val="TAL"/>
              <w:jc w:val="center"/>
              <w:rPr>
                <w:rFonts w:cs="Arial"/>
              </w:rPr>
            </w:pPr>
            <w:r w:rsidRPr="00EF2F0E">
              <w:rPr>
                <w:rFonts w:cs="Arial"/>
              </w:rPr>
              <w:t>40-44, 48</w:t>
            </w:r>
            <w:r w:rsidR="00AA1961" w:rsidRPr="00EF2F0E">
              <w:rPr>
                <w:rFonts w:cs="Arial"/>
              </w:rPr>
              <w:t>, 52</w:t>
            </w:r>
          </w:p>
        </w:tc>
        <w:tc>
          <w:tcPr>
            <w:tcW w:w="1276" w:type="dxa"/>
            <w:tcBorders>
              <w:top w:val="single" w:sz="4" w:space="0" w:color="auto"/>
              <w:left w:val="single" w:sz="4" w:space="0" w:color="auto"/>
              <w:bottom w:val="single" w:sz="4" w:space="0" w:color="auto"/>
              <w:right w:val="nil"/>
            </w:tcBorders>
          </w:tcPr>
          <w:p w14:paraId="0984E054"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-60)</w:t>
            </w:r>
          </w:p>
        </w:tc>
        <w:tc>
          <w:tcPr>
            <w:tcW w:w="425" w:type="dxa"/>
            <w:tcBorders>
              <w:top w:val="single" w:sz="4" w:space="0" w:color="auto"/>
              <w:left w:val="nil"/>
              <w:bottom w:val="single" w:sz="4" w:space="0" w:color="auto"/>
              <w:right w:val="nil"/>
            </w:tcBorders>
          </w:tcPr>
          <w:p w14:paraId="0984E055"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56"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+60)</w:t>
            </w:r>
          </w:p>
        </w:tc>
        <w:tc>
          <w:tcPr>
            <w:tcW w:w="1276" w:type="dxa"/>
            <w:tcBorders>
              <w:left w:val="single" w:sz="4" w:space="0" w:color="auto"/>
            </w:tcBorders>
          </w:tcPr>
          <w:p w14:paraId="0984E057" w14:textId="77777777" w:rsidR="00B15E99" w:rsidRPr="00EF2F0E" w:rsidRDefault="00B15E99" w:rsidP="00A40339">
            <w:pPr>
              <w:pStyle w:val="TAC"/>
              <w:rPr>
                <w:rFonts w:cs="Arial"/>
              </w:rPr>
            </w:pPr>
            <w:r w:rsidRPr="00EF2F0E">
              <w:rPr>
                <w:rFonts w:cs="Arial"/>
              </w:rPr>
              <w:t>-35</w:t>
            </w:r>
          </w:p>
        </w:tc>
        <w:tc>
          <w:tcPr>
            <w:tcW w:w="1559" w:type="dxa"/>
          </w:tcPr>
          <w:p w14:paraId="0984E058"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059" w14:textId="77777777" w:rsidR="00B15E99" w:rsidRPr="00EF2F0E" w:rsidRDefault="00B15E99" w:rsidP="00A40339">
            <w:pPr>
              <w:pStyle w:val="TAC"/>
              <w:rPr>
                <w:rFonts w:cs="Arial"/>
              </w:rPr>
            </w:pPr>
            <w:r w:rsidRPr="00EF2F0E">
              <w:rPr>
                <w:rFonts w:cs="Arial"/>
              </w:rPr>
              <w:t>See table 7.5.4.1</w:t>
            </w:r>
          </w:p>
          <w:p w14:paraId="0984E05A" w14:textId="77777777" w:rsidR="00B15E99" w:rsidRPr="00EF2F0E" w:rsidRDefault="00B15E99" w:rsidP="00A40339">
            <w:pPr>
              <w:pStyle w:val="TAC"/>
              <w:rPr>
                <w:rFonts w:cs="Arial"/>
              </w:rPr>
            </w:pPr>
            <w:r w:rsidRPr="00EF2F0E">
              <w:rPr>
                <w:rFonts w:cs="Arial"/>
              </w:rPr>
              <w:t>-4</w:t>
            </w:r>
          </w:p>
        </w:tc>
        <w:tc>
          <w:tcPr>
            <w:tcW w:w="1276" w:type="dxa"/>
          </w:tcPr>
          <w:p w14:paraId="0984E05B" w14:textId="77777777" w:rsidR="00B15E99" w:rsidRPr="00EF2F0E" w:rsidRDefault="00B15E99" w:rsidP="00A40339">
            <w:pPr>
              <w:pStyle w:val="TAL"/>
              <w:rPr>
                <w:rFonts w:cs="Arial"/>
              </w:rPr>
            </w:pPr>
            <w:r w:rsidRPr="00EF2F0E">
              <w:rPr>
                <w:rFonts w:cs="Arial"/>
              </w:rPr>
              <w:t>See table 7.5.4.1-4</w:t>
            </w:r>
          </w:p>
        </w:tc>
      </w:tr>
      <w:tr w:rsidR="003401A4" w:rsidRPr="00EF2F0E" w14:paraId="0984E068" w14:textId="77777777" w:rsidTr="00A40339">
        <w:trPr>
          <w:cantSplit/>
        </w:trPr>
        <w:tc>
          <w:tcPr>
            <w:tcW w:w="1134" w:type="dxa"/>
            <w:vMerge/>
            <w:tcBorders>
              <w:right w:val="single" w:sz="4" w:space="0" w:color="auto"/>
            </w:tcBorders>
          </w:tcPr>
          <w:p w14:paraId="0984E05D"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05E" w14:textId="77777777" w:rsidR="00B15E99" w:rsidRPr="00EF2F0E" w:rsidRDefault="00B15E99" w:rsidP="00A40339">
            <w:pPr>
              <w:pStyle w:val="TAL"/>
              <w:jc w:val="right"/>
              <w:rPr>
                <w:rFonts w:cs="Arial"/>
              </w:rPr>
            </w:pPr>
            <w:r w:rsidRPr="00EF2F0E">
              <w:rPr>
                <w:rFonts w:cs="Arial"/>
              </w:rPr>
              <w:t xml:space="preserve">1 </w:t>
            </w:r>
          </w:p>
          <w:p w14:paraId="0984E05F"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+60)</w:t>
            </w:r>
          </w:p>
        </w:tc>
        <w:tc>
          <w:tcPr>
            <w:tcW w:w="425" w:type="dxa"/>
            <w:tcBorders>
              <w:top w:val="single" w:sz="4" w:space="0" w:color="auto"/>
              <w:left w:val="nil"/>
              <w:bottom w:val="single" w:sz="4" w:space="0" w:color="auto"/>
              <w:right w:val="nil"/>
            </w:tcBorders>
          </w:tcPr>
          <w:p w14:paraId="0984E060" w14:textId="77777777" w:rsidR="00B15E99" w:rsidRPr="00EF2F0E" w:rsidRDefault="00B15E99" w:rsidP="00A40339">
            <w:pPr>
              <w:pStyle w:val="TAL"/>
              <w:jc w:val="center"/>
              <w:rPr>
                <w:rFonts w:cs="Arial"/>
              </w:rPr>
            </w:pPr>
            <w:r w:rsidRPr="00EF2F0E">
              <w:rPr>
                <w:rFonts w:cs="Arial"/>
              </w:rPr>
              <w:t>to</w:t>
            </w:r>
          </w:p>
          <w:p w14:paraId="0984E061"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62"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-60) </w:t>
            </w:r>
          </w:p>
          <w:p w14:paraId="0984E063"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064" w14:textId="77777777" w:rsidR="00B15E99" w:rsidRPr="00EF2F0E" w:rsidRDefault="00B15E99" w:rsidP="00A40339">
            <w:pPr>
              <w:pStyle w:val="TAC"/>
              <w:rPr>
                <w:rFonts w:cs="Arial"/>
              </w:rPr>
            </w:pPr>
            <w:r w:rsidRPr="00EF2F0E">
              <w:rPr>
                <w:rFonts w:cs="Arial"/>
              </w:rPr>
              <w:t>-15</w:t>
            </w:r>
          </w:p>
        </w:tc>
        <w:tc>
          <w:tcPr>
            <w:tcW w:w="1559" w:type="dxa"/>
          </w:tcPr>
          <w:p w14:paraId="0984E065"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066" w14:textId="77777777" w:rsidR="00B15E99" w:rsidRPr="00EF2F0E" w:rsidRDefault="00B15E99" w:rsidP="00A40339">
            <w:pPr>
              <w:pStyle w:val="TAC"/>
              <w:rPr>
                <w:rFonts w:cs="Arial"/>
              </w:rPr>
            </w:pPr>
            <w:r w:rsidRPr="00EF2F0E">
              <w:rPr>
                <w:rFonts w:cs="Arial"/>
              </w:rPr>
              <w:sym w:font="Symbol" w:char="F0BE"/>
            </w:r>
          </w:p>
        </w:tc>
        <w:tc>
          <w:tcPr>
            <w:tcW w:w="1276" w:type="dxa"/>
          </w:tcPr>
          <w:p w14:paraId="0984E067"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071" w14:textId="77777777" w:rsidTr="00A40339">
        <w:trPr>
          <w:cantSplit/>
        </w:trPr>
        <w:tc>
          <w:tcPr>
            <w:tcW w:w="1134" w:type="dxa"/>
            <w:vMerge w:val="restart"/>
            <w:tcBorders>
              <w:right w:val="single" w:sz="4" w:space="0" w:color="auto"/>
            </w:tcBorders>
          </w:tcPr>
          <w:p w14:paraId="0984E069" w14:textId="77777777" w:rsidR="00B15E99" w:rsidRPr="00EF2F0E" w:rsidRDefault="00B15E99" w:rsidP="00A40339">
            <w:pPr>
              <w:pStyle w:val="TAL"/>
              <w:jc w:val="center"/>
              <w:rPr>
                <w:rFonts w:cs="Arial"/>
              </w:rPr>
            </w:pPr>
            <w:r w:rsidRPr="00EF2F0E">
              <w:rPr>
                <w:rFonts w:cs="Arial"/>
              </w:rPr>
              <w:t>8, 26, 28</w:t>
            </w:r>
          </w:p>
        </w:tc>
        <w:tc>
          <w:tcPr>
            <w:tcW w:w="1276" w:type="dxa"/>
            <w:tcBorders>
              <w:top w:val="single" w:sz="4" w:space="0" w:color="auto"/>
              <w:left w:val="single" w:sz="4" w:space="0" w:color="auto"/>
              <w:bottom w:val="single" w:sz="4" w:space="0" w:color="auto"/>
              <w:right w:val="nil"/>
            </w:tcBorders>
          </w:tcPr>
          <w:p w14:paraId="0984E06A"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06B"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6C"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+10)</w:t>
            </w:r>
          </w:p>
        </w:tc>
        <w:tc>
          <w:tcPr>
            <w:tcW w:w="1276" w:type="dxa"/>
            <w:tcBorders>
              <w:left w:val="single" w:sz="4" w:space="0" w:color="auto"/>
            </w:tcBorders>
          </w:tcPr>
          <w:p w14:paraId="0984E06D" w14:textId="77777777" w:rsidR="00B15E99" w:rsidRPr="00EF2F0E" w:rsidRDefault="00B15E99" w:rsidP="00A40339">
            <w:pPr>
              <w:pStyle w:val="TAC"/>
              <w:rPr>
                <w:rFonts w:cs="Arial"/>
              </w:rPr>
            </w:pPr>
            <w:r w:rsidRPr="00EF2F0E">
              <w:rPr>
                <w:rFonts w:cs="Arial"/>
              </w:rPr>
              <w:t>-35</w:t>
            </w:r>
          </w:p>
        </w:tc>
        <w:tc>
          <w:tcPr>
            <w:tcW w:w="1559" w:type="dxa"/>
          </w:tcPr>
          <w:p w14:paraId="0984E06E"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06F" w14:textId="77777777" w:rsidR="00B15E99" w:rsidRPr="00EF2F0E" w:rsidRDefault="00B15E99" w:rsidP="00A40339">
            <w:pPr>
              <w:pStyle w:val="TAC"/>
              <w:rPr>
                <w:rFonts w:cs="Arial"/>
              </w:rPr>
            </w:pPr>
            <w:r w:rsidRPr="00EF2F0E">
              <w:rPr>
                <w:rFonts w:cs="Arial"/>
              </w:rPr>
              <w:t>See table 7.5.4.1-4</w:t>
            </w:r>
          </w:p>
        </w:tc>
        <w:tc>
          <w:tcPr>
            <w:tcW w:w="1276" w:type="dxa"/>
          </w:tcPr>
          <w:p w14:paraId="0984E070" w14:textId="77777777" w:rsidR="00B15E99" w:rsidRPr="00EF2F0E" w:rsidRDefault="00B15E99" w:rsidP="00A40339">
            <w:pPr>
              <w:pStyle w:val="TAL"/>
              <w:rPr>
                <w:rFonts w:cs="Arial"/>
              </w:rPr>
            </w:pPr>
            <w:r w:rsidRPr="00EF2F0E">
              <w:rPr>
                <w:rFonts w:cs="Arial"/>
              </w:rPr>
              <w:t>See table 7.5.4.1-4</w:t>
            </w:r>
          </w:p>
        </w:tc>
      </w:tr>
      <w:tr w:rsidR="003401A4" w:rsidRPr="00EF2F0E" w14:paraId="0984E07D" w14:textId="77777777" w:rsidTr="00A40339">
        <w:trPr>
          <w:cantSplit/>
        </w:trPr>
        <w:tc>
          <w:tcPr>
            <w:tcW w:w="1134" w:type="dxa"/>
            <w:vMerge/>
            <w:tcBorders>
              <w:right w:val="single" w:sz="4" w:space="0" w:color="auto"/>
            </w:tcBorders>
          </w:tcPr>
          <w:p w14:paraId="0984E072"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073" w14:textId="77777777" w:rsidR="00B15E99" w:rsidRPr="00EF2F0E" w:rsidRDefault="00B15E99" w:rsidP="00A40339">
            <w:pPr>
              <w:pStyle w:val="TAL"/>
              <w:jc w:val="right"/>
              <w:rPr>
                <w:rFonts w:cs="Arial"/>
              </w:rPr>
            </w:pPr>
            <w:r w:rsidRPr="00EF2F0E">
              <w:rPr>
                <w:rFonts w:cs="Arial"/>
              </w:rPr>
              <w:t xml:space="preserve">1 </w:t>
            </w:r>
          </w:p>
          <w:p w14:paraId="0984E074"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+10)</w:t>
            </w:r>
          </w:p>
        </w:tc>
        <w:tc>
          <w:tcPr>
            <w:tcW w:w="425" w:type="dxa"/>
            <w:tcBorders>
              <w:top w:val="single" w:sz="4" w:space="0" w:color="auto"/>
              <w:left w:val="nil"/>
              <w:bottom w:val="single" w:sz="4" w:space="0" w:color="auto"/>
              <w:right w:val="nil"/>
            </w:tcBorders>
          </w:tcPr>
          <w:p w14:paraId="0984E075" w14:textId="77777777" w:rsidR="00B15E99" w:rsidRPr="00EF2F0E" w:rsidRDefault="00B15E99" w:rsidP="00A40339">
            <w:pPr>
              <w:pStyle w:val="TAL"/>
              <w:jc w:val="center"/>
              <w:rPr>
                <w:rFonts w:cs="Arial"/>
              </w:rPr>
            </w:pPr>
            <w:r w:rsidRPr="00EF2F0E">
              <w:rPr>
                <w:rFonts w:cs="Arial"/>
              </w:rPr>
              <w:t>to</w:t>
            </w:r>
          </w:p>
          <w:p w14:paraId="0984E076"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77"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078"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079" w14:textId="77777777" w:rsidR="00B15E99" w:rsidRPr="00EF2F0E" w:rsidRDefault="00B15E99" w:rsidP="00A40339">
            <w:pPr>
              <w:pStyle w:val="TAC"/>
              <w:rPr>
                <w:rFonts w:cs="Arial"/>
              </w:rPr>
            </w:pPr>
            <w:r w:rsidRPr="00EF2F0E">
              <w:rPr>
                <w:rFonts w:cs="Arial"/>
              </w:rPr>
              <w:t>-15</w:t>
            </w:r>
          </w:p>
        </w:tc>
        <w:tc>
          <w:tcPr>
            <w:tcW w:w="1559" w:type="dxa"/>
          </w:tcPr>
          <w:p w14:paraId="0984E07A"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07B" w14:textId="77777777" w:rsidR="00B15E99" w:rsidRPr="00EF2F0E" w:rsidRDefault="00B15E99" w:rsidP="00A40339">
            <w:pPr>
              <w:pStyle w:val="TAC"/>
              <w:rPr>
                <w:rFonts w:cs="Arial"/>
              </w:rPr>
            </w:pPr>
            <w:r w:rsidRPr="00EF2F0E">
              <w:rPr>
                <w:rFonts w:cs="Arial"/>
              </w:rPr>
              <w:sym w:font="Symbol" w:char="F0BE"/>
            </w:r>
          </w:p>
        </w:tc>
        <w:tc>
          <w:tcPr>
            <w:tcW w:w="1276" w:type="dxa"/>
          </w:tcPr>
          <w:p w14:paraId="0984E07C"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086" w14:textId="77777777" w:rsidTr="00A40339">
        <w:trPr>
          <w:cantSplit/>
        </w:trPr>
        <w:tc>
          <w:tcPr>
            <w:tcW w:w="1134" w:type="dxa"/>
            <w:vMerge w:val="restart"/>
            <w:tcBorders>
              <w:right w:val="single" w:sz="4" w:space="0" w:color="auto"/>
            </w:tcBorders>
          </w:tcPr>
          <w:p w14:paraId="0984E07E" w14:textId="77777777" w:rsidR="00B15E99" w:rsidRPr="00EF2F0E" w:rsidRDefault="00B15E99" w:rsidP="00A40339">
            <w:pPr>
              <w:pStyle w:val="TAL"/>
              <w:jc w:val="center"/>
              <w:rPr>
                <w:rFonts w:cs="Arial"/>
              </w:rPr>
            </w:pPr>
            <w:r w:rsidRPr="00EF2F0E">
              <w:rPr>
                <w:rFonts w:cs="Arial"/>
              </w:rPr>
              <w:t>12</w:t>
            </w:r>
          </w:p>
        </w:tc>
        <w:tc>
          <w:tcPr>
            <w:tcW w:w="1276" w:type="dxa"/>
            <w:tcBorders>
              <w:top w:val="single" w:sz="4" w:space="0" w:color="auto"/>
              <w:left w:val="single" w:sz="4" w:space="0" w:color="auto"/>
              <w:bottom w:val="single" w:sz="4" w:space="0" w:color="auto"/>
              <w:right w:val="nil"/>
            </w:tcBorders>
          </w:tcPr>
          <w:p w14:paraId="0984E07F"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080"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81"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+13)</w:t>
            </w:r>
          </w:p>
        </w:tc>
        <w:tc>
          <w:tcPr>
            <w:tcW w:w="1276" w:type="dxa"/>
            <w:tcBorders>
              <w:left w:val="single" w:sz="4" w:space="0" w:color="auto"/>
            </w:tcBorders>
          </w:tcPr>
          <w:p w14:paraId="0984E082" w14:textId="77777777" w:rsidR="00B15E99" w:rsidRPr="00EF2F0E" w:rsidRDefault="00B15E99" w:rsidP="00A40339">
            <w:pPr>
              <w:pStyle w:val="TAC"/>
              <w:rPr>
                <w:rFonts w:cs="Arial"/>
              </w:rPr>
            </w:pPr>
            <w:r w:rsidRPr="00EF2F0E">
              <w:rPr>
                <w:rFonts w:cs="Arial"/>
              </w:rPr>
              <w:t>-35</w:t>
            </w:r>
          </w:p>
        </w:tc>
        <w:tc>
          <w:tcPr>
            <w:tcW w:w="1559" w:type="dxa"/>
          </w:tcPr>
          <w:p w14:paraId="0984E083"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084" w14:textId="77777777" w:rsidR="00B15E99" w:rsidRPr="00EF2F0E" w:rsidRDefault="00B15E99" w:rsidP="00A40339">
            <w:pPr>
              <w:pStyle w:val="TAC"/>
              <w:rPr>
                <w:rFonts w:cs="Arial"/>
              </w:rPr>
            </w:pPr>
            <w:r w:rsidRPr="00EF2F0E">
              <w:rPr>
                <w:rFonts w:cs="Arial"/>
              </w:rPr>
              <w:t>See table 7.5.4.1-4</w:t>
            </w:r>
          </w:p>
        </w:tc>
        <w:tc>
          <w:tcPr>
            <w:tcW w:w="1276" w:type="dxa"/>
          </w:tcPr>
          <w:p w14:paraId="0984E085" w14:textId="77777777" w:rsidR="00B15E99" w:rsidRPr="00EF2F0E" w:rsidRDefault="00B15E99" w:rsidP="00A40339">
            <w:pPr>
              <w:pStyle w:val="TAL"/>
              <w:rPr>
                <w:rFonts w:cs="Arial"/>
              </w:rPr>
            </w:pPr>
            <w:r w:rsidRPr="00EF2F0E">
              <w:rPr>
                <w:rFonts w:cs="Arial"/>
              </w:rPr>
              <w:t>See table 7.5.4.1-4</w:t>
            </w:r>
          </w:p>
        </w:tc>
      </w:tr>
      <w:tr w:rsidR="003401A4" w:rsidRPr="00EF2F0E" w14:paraId="0984E092" w14:textId="77777777" w:rsidTr="00A40339">
        <w:trPr>
          <w:cantSplit/>
        </w:trPr>
        <w:tc>
          <w:tcPr>
            <w:tcW w:w="1134" w:type="dxa"/>
            <w:vMerge/>
            <w:tcBorders>
              <w:right w:val="single" w:sz="4" w:space="0" w:color="auto"/>
            </w:tcBorders>
          </w:tcPr>
          <w:p w14:paraId="0984E087"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088" w14:textId="77777777" w:rsidR="00B15E99" w:rsidRPr="00EF2F0E" w:rsidRDefault="00B15E99" w:rsidP="00A40339">
            <w:pPr>
              <w:pStyle w:val="TAL"/>
              <w:jc w:val="right"/>
              <w:rPr>
                <w:rFonts w:cs="Arial"/>
              </w:rPr>
            </w:pPr>
            <w:r w:rsidRPr="00EF2F0E">
              <w:rPr>
                <w:rFonts w:cs="Arial"/>
              </w:rPr>
              <w:t xml:space="preserve">1 </w:t>
            </w:r>
          </w:p>
          <w:p w14:paraId="0984E089"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+13)</w:t>
            </w:r>
          </w:p>
        </w:tc>
        <w:tc>
          <w:tcPr>
            <w:tcW w:w="425" w:type="dxa"/>
            <w:tcBorders>
              <w:top w:val="single" w:sz="4" w:space="0" w:color="auto"/>
              <w:left w:val="nil"/>
              <w:bottom w:val="single" w:sz="4" w:space="0" w:color="auto"/>
              <w:right w:val="nil"/>
            </w:tcBorders>
          </w:tcPr>
          <w:p w14:paraId="0984E08A" w14:textId="77777777" w:rsidR="00B15E99" w:rsidRPr="00EF2F0E" w:rsidRDefault="00B15E99" w:rsidP="00A40339">
            <w:pPr>
              <w:pStyle w:val="TAL"/>
              <w:jc w:val="center"/>
              <w:rPr>
                <w:rFonts w:cs="Arial"/>
              </w:rPr>
            </w:pPr>
            <w:r w:rsidRPr="00EF2F0E">
              <w:rPr>
                <w:rFonts w:cs="Arial"/>
              </w:rPr>
              <w:t>to</w:t>
            </w:r>
          </w:p>
          <w:p w14:paraId="0984E08B"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8C"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08D"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08E" w14:textId="77777777" w:rsidR="00B15E99" w:rsidRPr="00EF2F0E" w:rsidRDefault="00B15E99" w:rsidP="00A40339">
            <w:pPr>
              <w:pStyle w:val="TAC"/>
              <w:rPr>
                <w:rFonts w:cs="Arial"/>
              </w:rPr>
            </w:pPr>
            <w:r w:rsidRPr="00EF2F0E">
              <w:rPr>
                <w:rFonts w:cs="Arial"/>
              </w:rPr>
              <w:t>-15</w:t>
            </w:r>
          </w:p>
        </w:tc>
        <w:tc>
          <w:tcPr>
            <w:tcW w:w="1559" w:type="dxa"/>
          </w:tcPr>
          <w:p w14:paraId="0984E08F"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090" w14:textId="77777777" w:rsidR="00B15E99" w:rsidRPr="00EF2F0E" w:rsidRDefault="00B15E99" w:rsidP="00A40339">
            <w:pPr>
              <w:pStyle w:val="TAC"/>
              <w:rPr>
                <w:rFonts w:cs="Arial"/>
              </w:rPr>
            </w:pPr>
            <w:r w:rsidRPr="00EF2F0E">
              <w:rPr>
                <w:rFonts w:cs="Arial"/>
              </w:rPr>
              <w:sym w:font="Symbol" w:char="F0BE"/>
            </w:r>
          </w:p>
        </w:tc>
        <w:tc>
          <w:tcPr>
            <w:tcW w:w="1276" w:type="dxa"/>
          </w:tcPr>
          <w:p w14:paraId="0984E091"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09B" w14:textId="77777777" w:rsidTr="00A40339">
        <w:trPr>
          <w:cantSplit/>
        </w:trPr>
        <w:tc>
          <w:tcPr>
            <w:tcW w:w="1134" w:type="dxa"/>
            <w:vMerge w:val="restart"/>
            <w:tcBorders>
              <w:right w:val="single" w:sz="4" w:space="0" w:color="auto"/>
            </w:tcBorders>
          </w:tcPr>
          <w:p w14:paraId="0984E093" w14:textId="77777777" w:rsidR="00B15E99" w:rsidRPr="00EF2F0E" w:rsidRDefault="00B15E99" w:rsidP="00A40339">
            <w:pPr>
              <w:pStyle w:val="TAL"/>
              <w:jc w:val="center"/>
              <w:rPr>
                <w:rFonts w:cs="Arial"/>
              </w:rPr>
            </w:pPr>
            <w:r w:rsidRPr="00EF2F0E">
              <w:rPr>
                <w:rFonts w:cs="Arial"/>
              </w:rPr>
              <w:t>17</w:t>
            </w:r>
          </w:p>
        </w:tc>
        <w:tc>
          <w:tcPr>
            <w:tcW w:w="1276" w:type="dxa"/>
            <w:tcBorders>
              <w:top w:val="single" w:sz="4" w:space="0" w:color="auto"/>
              <w:left w:val="single" w:sz="4" w:space="0" w:color="auto"/>
              <w:bottom w:val="single" w:sz="4" w:space="0" w:color="auto"/>
              <w:right w:val="nil"/>
            </w:tcBorders>
          </w:tcPr>
          <w:p w14:paraId="0984E094"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095"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96"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+18)</w:t>
            </w:r>
          </w:p>
        </w:tc>
        <w:tc>
          <w:tcPr>
            <w:tcW w:w="1276" w:type="dxa"/>
            <w:tcBorders>
              <w:left w:val="single" w:sz="4" w:space="0" w:color="auto"/>
            </w:tcBorders>
          </w:tcPr>
          <w:p w14:paraId="0984E097" w14:textId="77777777" w:rsidR="00B15E99" w:rsidRPr="00EF2F0E" w:rsidRDefault="00B15E99" w:rsidP="00A40339">
            <w:pPr>
              <w:pStyle w:val="TAC"/>
              <w:rPr>
                <w:rFonts w:cs="Arial"/>
              </w:rPr>
            </w:pPr>
            <w:r w:rsidRPr="00EF2F0E">
              <w:rPr>
                <w:rFonts w:cs="Arial"/>
              </w:rPr>
              <w:t>-35</w:t>
            </w:r>
          </w:p>
        </w:tc>
        <w:tc>
          <w:tcPr>
            <w:tcW w:w="1559" w:type="dxa"/>
          </w:tcPr>
          <w:p w14:paraId="0984E098"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099" w14:textId="77777777" w:rsidR="00B15E99" w:rsidRPr="00EF2F0E" w:rsidRDefault="00B15E99" w:rsidP="00A40339">
            <w:pPr>
              <w:pStyle w:val="TAC"/>
              <w:rPr>
                <w:rFonts w:cs="Arial"/>
              </w:rPr>
            </w:pPr>
            <w:r w:rsidRPr="00EF2F0E">
              <w:rPr>
                <w:rFonts w:cs="Arial"/>
              </w:rPr>
              <w:t>See table 7.5.4.1-4</w:t>
            </w:r>
          </w:p>
        </w:tc>
        <w:tc>
          <w:tcPr>
            <w:tcW w:w="1276" w:type="dxa"/>
          </w:tcPr>
          <w:p w14:paraId="0984E09A" w14:textId="77777777" w:rsidR="00B15E99" w:rsidRPr="00EF2F0E" w:rsidRDefault="00B15E99" w:rsidP="00A40339">
            <w:pPr>
              <w:pStyle w:val="TAL"/>
              <w:rPr>
                <w:rFonts w:cs="Arial"/>
              </w:rPr>
            </w:pPr>
            <w:r w:rsidRPr="00EF2F0E">
              <w:rPr>
                <w:rFonts w:cs="Arial"/>
              </w:rPr>
              <w:t>See table 7.5.4.1-4</w:t>
            </w:r>
          </w:p>
        </w:tc>
      </w:tr>
      <w:tr w:rsidR="003401A4" w:rsidRPr="00EF2F0E" w14:paraId="0984E0A7" w14:textId="77777777" w:rsidTr="00A40339">
        <w:trPr>
          <w:cantSplit/>
        </w:trPr>
        <w:tc>
          <w:tcPr>
            <w:tcW w:w="1134" w:type="dxa"/>
            <w:vMerge/>
            <w:tcBorders>
              <w:right w:val="single" w:sz="4" w:space="0" w:color="auto"/>
            </w:tcBorders>
          </w:tcPr>
          <w:p w14:paraId="0984E09C"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09D" w14:textId="77777777" w:rsidR="00B15E99" w:rsidRPr="00EF2F0E" w:rsidRDefault="00B15E99" w:rsidP="00A40339">
            <w:pPr>
              <w:pStyle w:val="TAL"/>
              <w:jc w:val="right"/>
              <w:rPr>
                <w:rFonts w:cs="Arial"/>
              </w:rPr>
            </w:pPr>
            <w:r w:rsidRPr="00EF2F0E">
              <w:rPr>
                <w:rFonts w:cs="Arial"/>
              </w:rPr>
              <w:t xml:space="preserve">1 </w:t>
            </w:r>
          </w:p>
          <w:p w14:paraId="0984E09E"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+18)</w:t>
            </w:r>
          </w:p>
        </w:tc>
        <w:tc>
          <w:tcPr>
            <w:tcW w:w="425" w:type="dxa"/>
            <w:tcBorders>
              <w:top w:val="single" w:sz="4" w:space="0" w:color="auto"/>
              <w:left w:val="nil"/>
              <w:bottom w:val="single" w:sz="4" w:space="0" w:color="auto"/>
              <w:right w:val="nil"/>
            </w:tcBorders>
          </w:tcPr>
          <w:p w14:paraId="0984E09F" w14:textId="77777777" w:rsidR="00B15E99" w:rsidRPr="00EF2F0E" w:rsidRDefault="00B15E99" w:rsidP="00A40339">
            <w:pPr>
              <w:pStyle w:val="TAL"/>
              <w:jc w:val="center"/>
              <w:rPr>
                <w:rFonts w:cs="Arial"/>
              </w:rPr>
            </w:pPr>
            <w:r w:rsidRPr="00EF2F0E">
              <w:rPr>
                <w:rFonts w:cs="Arial"/>
              </w:rPr>
              <w:t>to</w:t>
            </w:r>
          </w:p>
          <w:p w14:paraId="0984E0A0"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A1"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0A2"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0A3" w14:textId="77777777" w:rsidR="00B15E99" w:rsidRPr="00EF2F0E" w:rsidRDefault="00B15E99" w:rsidP="00A40339">
            <w:pPr>
              <w:pStyle w:val="TAC"/>
              <w:rPr>
                <w:rFonts w:cs="Arial"/>
              </w:rPr>
            </w:pPr>
            <w:r w:rsidRPr="00EF2F0E">
              <w:rPr>
                <w:rFonts w:cs="Arial"/>
              </w:rPr>
              <w:t>-15</w:t>
            </w:r>
          </w:p>
        </w:tc>
        <w:tc>
          <w:tcPr>
            <w:tcW w:w="1559" w:type="dxa"/>
          </w:tcPr>
          <w:p w14:paraId="0984E0A4"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0A5" w14:textId="77777777" w:rsidR="00B15E99" w:rsidRPr="00EF2F0E" w:rsidRDefault="00B15E99" w:rsidP="00A40339">
            <w:pPr>
              <w:pStyle w:val="TAC"/>
              <w:rPr>
                <w:rFonts w:cs="Arial"/>
              </w:rPr>
            </w:pPr>
            <w:r w:rsidRPr="00EF2F0E">
              <w:rPr>
                <w:rFonts w:cs="Arial"/>
              </w:rPr>
              <w:sym w:font="Symbol" w:char="F0BE"/>
            </w:r>
          </w:p>
        </w:tc>
        <w:tc>
          <w:tcPr>
            <w:tcW w:w="1276" w:type="dxa"/>
          </w:tcPr>
          <w:p w14:paraId="0984E0A6"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0B0" w14:textId="77777777" w:rsidTr="00A40339">
        <w:trPr>
          <w:cantSplit/>
        </w:trPr>
        <w:tc>
          <w:tcPr>
            <w:tcW w:w="1134" w:type="dxa"/>
            <w:vMerge w:val="restart"/>
            <w:tcBorders>
              <w:right w:val="single" w:sz="4" w:space="0" w:color="auto"/>
            </w:tcBorders>
          </w:tcPr>
          <w:p w14:paraId="0984E0A8" w14:textId="77777777" w:rsidR="00B15E99" w:rsidRPr="00EF2F0E" w:rsidRDefault="00B15E99" w:rsidP="00A40339">
            <w:pPr>
              <w:pStyle w:val="TAL"/>
              <w:jc w:val="center"/>
              <w:rPr>
                <w:rFonts w:cs="Arial"/>
              </w:rPr>
            </w:pPr>
            <w:r w:rsidRPr="00EF2F0E">
              <w:rPr>
                <w:rFonts w:cs="Arial"/>
              </w:rPr>
              <w:t>20</w:t>
            </w:r>
            <w:r w:rsidRPr="00EF2F0E">
              <w:rPr>
                <w:rFonts w:cs="Arial"/>
                <w:lang w:eastAsia="ko-KR"/>
              </w:rPr>
              <w:t>, 71</w:t>
            </w:r>
          </w:p>
        </w:tc>
        <w:tc>
          <w:tcPr>
            <w:tcW w:w="1276" w:type="dxa"/>
            <w:tcBorders>
              <w:top w:val="single" w:sz="4" w:space="0" w:color="auto"/>
              <w:left w:val="single" w:sz="4" w:space="0" w:color="auto"/>
              <w:bottom w:val="single" w:sz="4" w:space="0" w:color="auto"/>
              <w:right w:val="nil"/>
            </w:tcBorders>
          </w:tcPr>
          <w:p w14:paraId="0984E0A9"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-11)</w:t>
            </w:r>
          </w:p>
        </w:tc>
        <w:tc>
          <w:tcPr>
            <w:tcW w:w="425" w:type="dxa"/>
            <w:tcBorders>
              <w:top w:val="single" w:sz="4" w:space="0" w:color="auto"/>
              <w:left w:val="nil"/>
              <w:bottom w:val="single" w:sz="4" w:space="0" w:color="auto"/>
              <w:right w:val="nil"/>
            </w:tcBorders>
          </w:tcPr>
          <w:p w14:paraId="0984E0AA"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AB"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+20)</w:t>
            </w:r>
          </w:p>
        </w:tc>
        <w:tc>
          <w:tcPr>
            <w:tcW w:w="1276" w:type="dxa"/>
            <w:tcBorders>
              <w:left w:val="single" w:sz="4" w:space="0" w:color="auto"/>
            </w:tcBorders>
          </w:tcPr>
          <w:p w14:paraId="0984E0AC" w14:textId="77777777" w:rsidR="00B15E99" w:rsidRPr="00EF2F0E" w:rsidRDefault="00B15E99" w:rsidP="00A40339">
            <w:pPr>
              <w:pStyle w:val="TAC"/>
              <w:rPr>
                <w:rFonts w:cs="Arial"/>
              </w:rPr>
            </w:pPr>
            <w:r w:rsidRPr="00EF2F0E">
              <w:rPr>
                <w:rFonts w:cs="Arial"/>
              </w:rPr>
              <w:t>-35</w:t>
            </w:r>
          </w:p>
        </w:tc>
        <w:tc>
          <w:tcPr>
            <w:tcW w:w="1559" w:type="dxa"/>
          </w:tcPr>
          <w:p w14:paraId="0984E0AD"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0AE" w14:textId="77777777" w:rsidR="00B15E99" w:rsidRPr="00EF2F0E" w:rsidRDefault="00B15E99" w:rsidP="00A40339">
            <w:pPr>
              <w:pStyle w:val="TAC"/>
              <w:rPr>
                <w:rFonts w:cs="Arial"/>
              </w:rPr>
            </w:pPr>
            <w:r w:rsidRPr="00EF2F0E">
              <w:rPr>
                <w:rFonts w:cs="Arial"/>
              </w:rPr>
              <w:t>See table 7.5.4.1-4</w:t>
            </w:r>
          </w:p>
        </w:tc>
        <w:tc>
          <w:tcPr>
            <w:tcW w:w="1276" w:type="dxa"/>
          </w:tcPr>
          <w:p w14:paraId="0984E0AF" w14:textId="77777777" w:rsidR="00B15E99" w:rsidRPr="00EF2F0E" w:rsidRDefault="00B15E99" w:rsidP="00A40339">
            <w:pPr>
              <w:pStyle w:val="TAL"/>
              <w:rPr>
                <w:rFonts w:cs="Arial"/>
              </w:rPr>
            </w:pPr>
            <w:r w:rsidRPr="00EF2F0E">
              <w:rPr>
                <w:rFonts w:cs="Arial"/>
              </w:rPr>
              <w:t>See table 7.5.4.1-4</w:t>
            </w:r>
          </w:p>
        </w:tc>
      </w:tr>
      <w:tr w:rsidR="003401A4" w:rsidRPr="00EF2F0E" w14:paraId="0984E0BC" w14:textId="77777777" w:rsidTr="00A40339">
        <w:trPr>
          <w:cantSplit/>
        </w:trPr>
        <w:tc>
          <w:tcPr>
            <w:tcW w:w="1134" w:type="dxa"/>
            <w:vMerge/>
            <w:tcBorders>
              <w:right w:val="single" w:sz="4" w:space="0" w:color="auto"/>
            </w:tcBorders>
          </w:tcPr>
          <w:p w14:paraId="0984E0B1"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0B2" w14:textId="77777777" w:rsidR="00B15E99" w:rsidRPr="00EF2F0E" w:rsidRDefault="00B15E99" w:rsidP="00A40339">
            <w:pPr>
              <w:pStyle w:val="TAL"/>
              <w:jc w:val="right"/>
              <w:rPr>
                <w:rFonts w:cs="Arial"/>
              </w:rPr>
            </w:pPr>
            <w:r w:rsidRPr="00EF2F0E">
              <w:rPr>
                <w:rFonts w:cs="Arial"/>
              </w:rPr>
              <w:t xml:space="preserve">1 </w:t>
            </w:r>
          </w:p>
          <w:p w14:paraId="0984E0B3"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+20)</w:t>
            </w:r>
          </w:p>
        </w:tc>
        <w:tc>
          <w:tcPr>
            <w:tcW w:w="425" w:type="dxa"/>
            <w:tcBorders>
              <w:top w:val="single" w:sz="4" w:space="0" w:color="auto"/>
              <w:left w:val="nil"/>
              <w:bottom w:val="single" w:sz="4" w:space="0" w:color="auto"/>
              <w:right w:val="nil"/>
            </w:tcBorders>
          </w:tcPr>
          <w:p w14:paraId="0984E0B4" w14:textId="77777777" w:rsidR="00B15E99" w:rsidRPr="00EF2F0E" w:rsidRDefault="00B15E99" w:rsidP="00A40339">
            <w:pPr>
              <w:pStyle w:val="TAL"/>
              <w:jc w:val="center"/>
              <w:rPr>
                <w:rFonts w:cs="Arial"/>
              </w:rPr>
            </w:pPr>
            <w:r w:rsidRPr="00EF2F0E">
              <w:rPr>
                <w:rFonts w:cs="Arial"/>
              </w:rPr>
              <w:t>to</w:t>
            </w:r>
          </w:p>
          <w:p w14:paraId="0984E0B5"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B6"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-11) </w:t>
            </w:r>
          </w:p>
          <w:p w14:paraId="0984E0B7"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0B8" w14:textId="77777777" w:rsidR="00B15E99" w:rsidRPr="00EF2F0E" w:rsidRDefault="00B15E99" w:rsidP="00A40339">
            <w:pPr>
              <w:pStyle w:val="TAC"/>
              <w:rPr>
                <w:rFonts w:cs="Arial"/>
              </w:rPr>
            </w:pPr>
            <w:r w:rsidRPr="00EF2F0E">
              <w:rPr>
                <w:rFonts w:cs="Arial"/>
              </w:rPr>
              <w:t>-15</w:t>
            </w:r>
          </w:p>
        </w:tc>
        <w:tc>
          <w:tcPr>
            <w:tcW w:w="1559" w:type="dxa"/>
          </w:tcPr>
          <w:p w14:paraId="0984E0B9"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0BA" w14:textId="77777777" w:rsidR="00B15E99" w:rsidRPr="00EF2F0E" w:rsidRDefault="00B15E99" w:rsidP="00A40339">
            <w:pPr>
              <w:pStyle w:val="TAC"/>
              <w:rPr>
                <w:rFonts w:cs="Arial"/>
              </w:rPr>
            </w:pPr>
            <w:r w:rsidRPr="00EF2F0E">
              <w:rPr>
                <w:rFonts w:cs="Arial"/>
              </w:rPr>
              <w:sym w:font="Symbol" w:char="F0BE"/>
            </w:r>
          </w:p>
        </w:tc>
        <w:tc>
          <w:tcPr>
            <w:tcW w:w="1276" w:type="dxa"/>
          </w:tcPr>
          <w:p w14:paraId="0984E0BB"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0C5" w14:textId="77777777" w:rsidTr="00A40339">
        <w:trPr>
          <w:cantSplit/>
        </w:trPr>
        <w:tc>
          <w:tcPr>
            <w:tcW w:w="1134" w:type="dxa"/>
            <w:vMerge w:val="restart"/>
            <w:tcBorders>
              <w:right w:val="single" w:sz="4" w:space="0" w:color="auto"/>
            </w:tcBorders>
          </w:tcPr>
          <w:p w14:paraId="0984E0BD" w14:textId="77777777" w:rsidR="00B15E99" w:rsidRPr="00EF2F0E" w:rsidRDefault="00B15E99" w:rsidP="00A40339">
            <w:pPr>
              <w:pStyle w:val="TAL"/>
              <w:jc w:val="center"/>
              <w:rPr>
                <w:rFonts w:cs="Arial"/>
              </w:rPr>
            </w:pPr>
            <w:r w:rsidRPr="00EF2F0E">
              <w:rPr>
                <w:rFonts w:cs="Arial"/>
              </w:rPr>
              <w:t>25</w:t>
            </w:r>
          </w:p>
        </w:tc>
        <w:tc>
          <w:tcPr>
            <w:tcW w:w="1276" w:type="dxa"/>
            <w:tcBorders>
              <w:top w:val="single" w:sz="4" w:space="0" w:color="auto"/>
              <w:left w:val="single" w:sz="4" w:space="0" w:color="auto"/>
              <w:bottom w:val="single" w:sz="4" w:space="0" w:color="auto"/>
              <w:right w:val="nil"/>
            </w:tcBorders>
          </w:tcPr>
          <w:p w14:paraId="0984E0BE"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0BF"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C0"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+15)</w:t>
            </w:r>
          </w:p>
        </w:tc>
        <w:tc>
          <w:tcPr>
            <w:tcW w:w="1276" w:type="dxa"/>
            <w:tcBorders>
              <w:left w:val="single" w:sz="4" w:space="0" w:color="auto"/>
            </w:tcBorders>
          </w:tcPr>
          <w:p w14:paraId="0984E0C1" w14:textId="77777777" w:rsidR="00B15E99" w:rsidRPr="00EF2F0E" w:rsidRDefault="00B15E99" w:rsidP="00A40339">
            <w:pPr>
              <w:pStyle w:val="TAC"/>
              <w:rPr>
                <w:rFonts w:cs="Arial"/>
              </w:rPr>
            </w:pPr>
            <w:r w:rsidRPr="00EF2F0E">
              <w:rPr>
                <w:rFonts w:cs="Arial"/>
              </w:rPr>
              <w:t>-35</w:t>
            </w:r>
          </w:p>
        </w:tc>
        <w:tc>
          <w:tcPr>
            <w:tcW w:w="1559" w:type="dxa"/>
          </w:tcPr>
          <w:p w14:paraId="0984E0C2"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0C3" w14:textId="77777777" w:rsidR="00B15E99" w:rsidRPr="00EF2F0E" w:rsidRDefault="00B15E99" w:rsidP="00A40339">
            <w:pPr>
              <w:pStyle w:val="TAC"/>
              <w:rPr>
                <w:rFonts w:cs="Arial"/>
              </w:rPr>
            </w:pPr>
            <w:r w:rsidRPr="00EF2F0E">
              <w:rPr>
                <w:rFonts w:cs="Arial"/>
              </w:rPr>
              <w:t>See table 7.5.4.1-4</w:t>
            </w:r>
          </w:p>
        </w:tc>
        <w:tc>
          <w:tcPr>
            <w:tcW w:w="1276" w:type="dxa"/>
          </w:tcPr>
          <w:p w14:paraId="0984E0C4" w14:textId="77777777" w:rsidR="00B15E99" w:rsidRPr="00EF2F0E" w:rsidRDefault="00B15E99" w:rsidP="00A40339">
            <w:pPr>
              <w:pStyle w:val="TAL"/>
              <w:rPr>
                <w:rFonts w:cs="Arial"/>
              </w:rPr>
            </w:pPr>
            <w:r w:rsidRPr="00EF2F0E">
              <w:rPr>
                <w:rFonts w:cs="Arial"/>
              </w:rPr>
              <w:t>See table 7.5.4.1-4</w:t>
            </w:r>
          </w:p>
        </w:tc>
      </w:tr>
      <w:tr w:rsidR="003401A4" w:rsidRPr="00EF2F0E" w14:paraId="0984E0D1" w14:textId="77777777" w:rsidTr="00A40339">
        <w:trPr>
          <w:cantSplit/>
        </w:trPr>
        <w:tc>
          <w:tcPr>
            <w:tcW w:w="1134" w:type="dxa"/>
            <w:vMerge/>
            <w:tcBorders>
              <w:right w:val="single" w:sz="4" w:space="0" w:color="auto"/>
            </w:tcBorders>
          </w:tcPr>
          <w:p w14:paraId="0984E0C6"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0C7" w14:textId="77777777" w:rsidR="00B15E99" w:rsidRPr="00EF2F0E" w:rsidRDefault="00B15E99" w:rsidP="00A40339">
            <w:pPr>
              <w:pStyle w:val="TAL"/>
              <w:jc w:val="right"/>
              <w:rPr>
                <w:rFonts w:cs="Arial"/>
              </w:rPr>
            </w:pPr>
            <w:r w:rsidRPr="00EF2F0E">
              <w:rPr>
                <w:rFonts w:cs="Arial"/>
              </w:rPr>
              <w:t xml:space="preserve">1 </w:t>
            </w:r>
          </w:p>
          <w:p w14:paraId="0984E0C8"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+15)</w:t>
            </w:r>
          </w:p>
        </w:tc>
        <w:tc>
          <w:tcPr>
            <w:tcW w:w="425" w:type="dxa"/>
            <w:tcBorders>
              <w:top w:val="single" w:sz="4" w:space="0" w:color="auto"/>
              <w:left w:val="nil"/>
              <w:bottom w:val="single" w:sz="4" w:space="0" w:color="auto"/>
              <w:right w:val="nil"/>
            </w:tcBorders>
          </w:tcPr>
          <w:p w14:paraId="0984E0C9" w14:textId="77777777" w:rsidR="00B15E99" w:rsidRPr="00EF2F0E" w:rsidRDefault="00B15E99" w:rsidP="00A40339">
            <w:pPr>
              <w:pStyle w:val="TAL"/>
              <w:jc w:val="center"/>
              <w:rPr>
                <w:rFonts w:cs="Arial"/>
              </w:rPr>
            </w:pPr>
            <w:r w:rsidRPr="00EF2F0E">
              <w:rPr>
                <w:rFonts w:cs="Arial"/>
              </w:rPr>
              <w:t>to</w:t>
            </w:r>
          </w:p>
          <w:p w14:paraId="0984E0CA"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CB"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0CC"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0CD" w14:textId="77777777" w:rsidR="00B15E99" w:rsidRPr="00EF2F0E" w:rsidRDefault="00B15E99" w:rsidP="00A40339">
            <w:pPr>
              <w:pStyle w:val="TAC"/>
              <w:rPr>
                <w:rFonts w:cs="Arial"/>
              </w:rPr>
            </w:pPr>
            <w:r w:rsidRPr="00EF2F0E">
              <w:rPr>
                <w:rFonts w:cs="Arial"/>
              </w:rPr>
              <w:t>-15</w:t>
            </w:r>
          </w:p>
        </w:tc>
        <w:tc>
          <w:tcPr>
            <w:tcW w:w="1559" w:type="dxa"/>
          </w:tcPr>
          <w:p w14:paraId="0984E0CE"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0CF" w14:textId="77777777" w:rsidR="00B15E99" w:rsidRPr="00EF2F0E" w:rsidRDefault="00B15E99" w:rsidP="00A40339">
            <w:pPr>
              <w:pStyle w:val="TAC"/>
              <w:rPr>
                <w:rFonts w:cs="Arial"/>
              </w:rPr>
            </w:pPr>
            <w:r w:rsidRPr="00EF2F0E">
              <w:rPr>
                <w:rFonts w:cs="Arial"/>
              </w:rPr>
              <w:sym w:font="Symbol" w:char="F0BE"/>
            </w:r>
          </w:p>
        </w:tc>
        <w:tc>
          <w:tcPr>
            <w:tcW w:w="1276" w:type="dxa"/>
          </w:tcPr>
          <w:p w14:paraId="0984E0D0" w14:textId="77777777" w:rsidR="00B15E99" w:rsidRPr="00EF2F0E" w:rsidRDefault="00B15E99" w:rsidP="00A40339">
            <w:pPr>
              <w:pStyle w:val="TAL"/>
              <w:rPr>
                <w:rFonts w:cs="Arial"/>
              </w:rPr>
            </w:pPr>
            <w:r w:rsidRPr="00EF2F0E">
              <w:rPr>
                <w:rFonts w:cs="Arial"/>
              </w:rPr>
              <w:t>CW carrier</w:t>
            </w:r>
          </w:p>
        </w:tc>
      </w:tr>
      <w:tr w:rsidR="003401A4" w:rsidRPr="00EF2F0E" w14:paraId="0984E0DA" w14:textId="77777777" w:rsidTr="00A40339">
        <w:trPr>
          <w:cantSplit/>
        </w:trPr>
        <w:tc>
          <w:tcPr>
            <w:tcW w:w="1134" w:type="dxa"/>
            <w:vMerge w:val="restart"/>
            <w:tcBorders>
              <w:right w:val="single" w:sz="4" w:space="0" w:color="auto"/>
            </w:tcBorders>
          </w:tcPr>
          <w:p w14:paraId="0984E0D2" w14:textId="77777777" w:rsidR="00B15E99" w:rsidRPr="00EF2F0E" w:rsidRDefault="00B15E99" w:rsidP="00A40339">
            <w:pPr>
              <w:pStyle w:val="TAC"/>
              <w:rPr>
                <w:lang w:eastAsia="zh-CN"/>
              </w:rPr>
            </w:pPr>
            <w:r w:rsidRPr="00EF2F0E">
              <w:rPr>
                <w:lang w:eastAsia="zh-CN"/>
              </w:rPr>
              <w:t>31</w:t>
            </w:r>
            <w:r w:rsidRPr="00EF2F0E">
              <w:rPr>
                <w:rFonts w:cs="Arial"/>
                <w:lang w:eastAsia="zh-CN"/>
              </w:rPr>
              <w:t>, 72</w:t>
            </w:r>
            <w:r w:rsidRPr="00EF2F0E">
              <w:rPr>
                <w:lang w:eastAsia="ja-JP"/>
              </w:rPr>
              <w:t xml:space="preserve">, </w:t>
            </w:r>
            <w:r w:rsidR="00AA1961" w:rsidRPr="00EF2F0E">
              <w:rPr>
                <w:lang w:eastAsia="ja-JP"/>
              </w:rPr>
              <w:t xml:space="preserve">73, </w:t>
            </w:r>
            <w:r w:rsidRPr="00EF2F0E">
              <w:rPr>
                <w:lang w:eastAsia="ja-JP"/>
              </w:rPr>
              <w:t>74</w:t>
            </w:r>
          </w:p>
        </w:tc>
        <w:tc>
          <w:tcPr>
            <w:tcW w:w="1276" w:type="dxa"/>
            <w:tcBorders>
              <w:top w:val="single" w:sz="4" w:space="0" w:color="auto"/>
              <w:left w:val="single" w:sz="4" w:space="0" w:color="auto"/>
              <w:bottom w:val="single" w:sz="4" w:space="0" w:color="auto"/>
              <w:right w:val="nil"/>
            </w:tcBorders>
          </w:tcPr>
          <w:p w14:paraId="0984E0D3"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0D4"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D5"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w:t>
            </w:r>
            <w:r w:rsidRPr="00EF2F0E">
              <w:rPr>
                <w:rFonts w:cs="Arial"/>
                <w:lang w:eastAsia="zh-CN"/>
              </w:rPr>
              <w:t>5</w:t>
            </w:r>
            <w:r w:rsidRPr="00EF2F0E">
              <w:rPr>
                <w:rFonts w:cs="Arial"/>
              </w:rPr>
              <w:t>)</w:t>
            </w:r>
          </w:p>
        </w:tc>
        <w:tc>
          <w:tcPr>
            <w:tcW w:w="1276" w:type="dxa"/>
            <w:tcBorders>
              <w:left w:val="single" w:sz="4" w:space="0" w:color="auto"/>
            </w:tcBorders>
          </w:tcPr>
          <w:p w14:paraId="0984E0D6" w14:textId="77777777" w:rsidR="00B15E99" w:rsidRPr="00EF2F0E" w:rsidRDefault="00B15E99" w:rsidP="00A40339">
            <w:pPr>
              <w:pStyle w:val="TAC"/>
              <w:rPr>
                <w:rFonts w:cs="Arial"/>
              </w:rPr>
            </w:pPr>
            <w:r w:rsidRPr="00EF2F0E">
              <w:rPr>
                <w:rFonts w:cs="Arial"/>
              </w:rPr>
              <w:t>-35</w:t>
            </w:r>
          </w:p>
        </w:tc>
        <w:tc>
          <w:tcPr>
            <w:tcW w:w="1559" w:type="dxa"/>
          </w:tcPr>
          <w:p w14:paraId="0984E0D7"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0D8" w14:textId="77777777" w:rsidR="00B15E99" w:rsidRPr="00EF2F0E" w:rsidRDefault="00B15E99" w:rsidP="00A40339">
            <w:pPr>
              <w:pStyle w:val="TAC"/>
              <w:rPr>
                <w:rFonts w:cs="Arial"/>
              </w:rPr>
            </w:pPr>
            <w:r w:rsidRPr="00EF2F0E">
              <w:rPr>
                <w:rFonts w:cs="Arial"/>
              </w:rPr>
              <w:t>See table 7.5.4.1-4</w:t>
            </w:r>
          </w:p>
        </w:tc>
        <w:tc>
          <w:tcPr>
            <w:tcW w:w="1276" w:type="dxa"/>
          </w:tcPr>
          <w:p w14:paraId="0984E0D9" w14:textId="77777777" w:rsidR="00B15E99" w:rsidRPr="00EF2F0E" w:rsidRDefault="00B15E99" w:rsidP="00A40339">
            <w:pPr>
              <w:pStyle w:val="TAL"/>
              <w:rPr>
                <w:rFonts w:cs="Arial"/>
              </w:rPr>
            </w:pPr>
            <w:r w:rsidRPr="00EF2F0E">
              <w:rPr>
                <w:rFonts w:cs="Arial"/>
              </w:rPr>
              <w:t>See table 7.5.4.1-4</w:t>
            </w:r>
          </w:p>
        </w:tc>
      </w:tr>
      <w:tr w:rsidR="003401A4" w:rsidRPr="00EF2F0E" w14:paraId="0984E0E6" w14:textId="77777777" w:rsidTr="00A40339">
        <w:trPr>
          <w:cantSplit/>
        </w:trPr>
        <w:tc>
          <w:tcPr>
            <w:tcW w:w="1134" w:type="dxa"/>
            <w:vMerge/>
            <w:tcBorders>
              <w:right w:val="single" w:sz="4" w:space="0" w:color="auto"/>
            </w:tcBorders>
          </w:tcPr>
          <w:p w14:paraId="0984E0DB"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0DC" w14:textId="77777777" w:rsidR="00B15E99" w:rsidRPr="00EF2F0E" w:rsidRDefault="00B15E99" w:rsidP="00A40339">
            <w:pPr>
              <w:pStyle w:val="TAL"/>
              <w:jc w:val="right"/>
              <w:rPr>
                <w:rFonts w:cs="Arial"/>
              </w:rPr>
            </w:pPr>
            <w:r w:rsidRPr="00EF2F0E">
              <w:rPr>
                <w:rFonts w:cs="Arial"/>
              </w:rPr>
              <w:t xml:space="preserve">1 </w:t>
            </w:r>
          </w:p>
          <w:p w14:paraId="0984E0DD"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w:t>
            </w:r>
            <w:r w:rsidRPr="00EF2F0E">
              <w:rPr>
                <w:rFonts w:cs="Arial"/>
                <w:lang w:eastAsia="zh-CN"/>
              </w:rPr>
              <w:t>5</w:t>
            </w:r>
            <w:r w:rsidRPr="00EF2F0E">
              <w:rPr>
                <w:rFonts w:cs="Arial"/>
              </w:rPr>
              <w:t>)</w:t>
            </w:r>
          </w:p>
        </w:tc>
        <w:tc>
          <w:tcPr>
            <w:tcW w:w="425" w:type="dxa"/>
            <w:tcBorders>
              <w:top w:val="single" w:sz="4" w:space="0" w:color="auto"/>
              <w:left w:val="nil"/>
              <w:bottom w:val="single" w:sz="4" w:space="0" w:color="auto"/>
              <w:right w:val="nil"/>
            </w:tcBorders>
          </w:tcPr>
          <w:p w14:paraId="0984E0DE" w14:textId="77777777" w:rsidR="00B15E99" w:rsidRPr="00EF2F0E" w:rsidRDefault="00B15E99" w:rsidP="00A40339">
            <w:pPr>
              <w:pStyle w:val="TAL"/>
              <w:jc w:val="center"/>
              <w:rPr>
                <w:rFonts w:cs="Arial"/>
              </w:rPr>
            </w:pPr>
            <w:r w:rsidRPr="00EF2F0E">
              <w:rPr>
                <w:rFonts w:cs="Arial"/>
              </w:rPr>
              <w:t>to</w:t>
            </w:r>
          </w:p>
          <w:p w14:paraId="0984E0DF"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E0"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0E1"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0E2" w14:textId="77777777" w:rsidR="00B15E99" w:rsidRPr="00EF2F0E" w:rsidRDefault="00B15E99" w:rsidP="00A40339">
            <w:pPr>
              <w:pStyle w:val="TAC"/>
              <w:rPr>
                <w:rFonts w:cs="Arial"/>
              </w:rPr>
            </w:pPr>
            <w:r w:rsidRPr="00EF2F0E">
              <w:rPr>
                <w:rFonts w:cs="Arial"/>
              </w:rPr>
              <w:t>-15</w:t>
            </w:r>
          </w:p>
        </w:tc>
        <w:tc>
          <w:tcPr>
            <w:tcW w:w="1559" w:type="dxa"/>
          </w:tcPr>
          <w:p w14:paraId="0984E0E3"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0E4" w14:textId="77777777" w:rsidR="00B15E99" w:rsidRPr="00EF2F0E" w:rsidRDefault="00B15E99" w:rsidP="00A40339">
            <w:pPr>
              <w:pStyle w:val="TAC"/>
              <w:rPr>
                <w:rFonts w:cs="Arial"/>
              </w:rPr>
            </w:pPr>
            <w:r w:rsidRPr="00EF2F0E">
              <w:rPr>
                <w:rFonts w:cs="Arial"/>
              </w:rPr>
              <w:sym w:font="Symbol" w:char="F0BE"/>
            </w:r>
          </w:p>
        </w:tc>
        <w:tc>
          <w:tcPr>
            <w:tcW w:w="1276" w:type="dxa"/>
          </w:tcPr>
          <w:p w14:paraId="0984E0E5"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0EF" w14:textId="77777777" w:rsidTr="00AA1961">
        <w:trPr>
          <w:cantSplit/>
        </w:trPr>
        <w:tc>
          <w:tcPr>
            <w:tcW w:w="1134" w:type="dxa"/>
            <w:vMerge w:val="restart"/>
            <w:tcBorders>
              <w:right w:val="single" w:sz="4" w:space="0" w:color="auto"/>
            </w:tcBorders>
          </w:tcPr>
          <w:p w14:paraId="0984E0E7" w14:textId="77777777" w:rsidR="00AA1961" w:rsidRPr="00EF2F0E" w:rsidRDefault="00AA1961" w:rsidP="00AA1961">
            <w:pPr>
              <w:pStyle w:val="TAC"/>
              <w:rPr>
                <w:lang w:eastAsia="zh-CN"/>
              </w:rPr>
            </w:pPr>
            <w:r w:rsidRPr="00EF2F0E">
              <w:rPr>
                <w:rFonts w:cs="Arial"/>
                <w:lang w:eastAsia="ko-KR"/>
              </w:rPr>
              <w:t>85</w:t>
            </w:r>
          </w:p>
        </w:tc>
        <w:tc>
          <w:tcPr>
            <w:tcW w:w="1276" w:type="dxa"/>
            <w:tcBorders>
              <w:top w:val="single" w:sz="4" w:space="0" w:color="auto"/>
              <w:left w:val="single" w:sz="4" w:space="0" w:color="auto"/>
              <w:bottom w:val="single" w:sz="4" w:space="0" w:color="auto"/>
              <w:right w:val="nil"/>
            </w:tcBorders>
          </w:tcPr>
          <w:p w14:paraId="0984E0E8" w14:textId="77777777" w:rsidR="00AA1961" w:rsidRPr="00EF2F0E" w:rsidRDefault="00AA1961" w:rsidP="00AA1961">
            <w:pPr>
              <w:pStyle w:val="TAL"/>
              <w:jc w:val="right"/>
              <w:rPr>
                <w:rFonts w:cs="Arial"/>
              </w:rPr>
            </w:pPr>
            <w:r w:rsidRPr="00EF2F0E">
              <w:rPr>
                <w:rFonts w:cs="Arial"/>
              </w:rPr>
              <w:t>(F</w:t>
            </w:r>
            <w:r w:rsidRPr="00EF2F0E">
              <w:rPr>
                <w:rFonts w:cs="Arial"/>
                <w:vertAlign w:val="subscript"/>
              </w:rPr>
              <w:t xml:space="preserve">UL_low  </w:t>
            </w:r>
            <w:r w:rsidRPr="00EF2F0E">
              <w:rPr>
                <w:rFonts w:cs="Arial"/>
              </w:rPr>
              <w:t>-</w:t>
            </w:r>
            <w:r w:rsidRPr="00EF2F0E">
              <w:rPr>
                <w:rFonts w:cs="Arial"/>
                <w:lang w:eastAsia="zh-CN"/>
              </w:rPr>
              <w:t>20</w:t>
            </w:r>
            <w:r w:rsidRPr="00EF2F0E">
              <w:rPr>
                <w:rFonts w:cs="Arial"/>
              </w:rPr>
              <w:t>)</w:t>
            </w:r>
          </w:p>
        </w:tc>
        <w:tc>
          <w:tcPr>
            <w:tcW w:w="425" w:type="dxa"/>
            <w:tcBorders>
              <w:top w:val="single" w:sz="4" w:space="0" w:color="auto"/>
              <w:left w:val="nil"/>
              <w:bottom w:val="single" w:sz="4" w:space="0" w:color="auto"/>
              <w:right w:val="nil"/>
            </w:tcBorders>
          </w:tcPr>
          <w:p w14:paraId="0984E0E9" w14:textId="77777777" w:rsidR="00AA1961" w:rsidRPr="00EF2F0E" w:rsidRDefault="00AA1961" w:rsidP="00AA1961">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EA" w14:textId="77777777" w:rsidR="00AA1961" w:rsidRPr="00EF2F0E" w:rsidRDefault="00AA1961" w:rsidP="00AA1961">
            <w:pPr>
              <w:pStyle w:val="TAL"/>
              <w:rPr>
                <w:rFonts w:cs="Arial"/>
              </w:rPr>
            </w:pPr>
            <w:r w:rsidRPr="00EF2F0E">
              <w:rPr>
                <w:rFonts w:cs="Arial"/>
              </w:rPr>
              <w:t>(F</w:t>
            </w:r>
            <w:r w:rsidRPr="00EF2F0E">
              <w:rPr>
                <w:rFonts w:cs="Arial"/>
                <w:vertAlign w:val="subscript"/>
              </w:rPr>
              <w:t xml:space="preserve">UL_high </w:t>
            </w:r>
            <w:r w:rsidRPr="00EF2F0E">
              <w:rPr>
                <w:rFonts w:cs="Arial"/>
              </w:rPr>
              <w:t>+</w:t>
            </w:r>
            <w:r w:rsidRPr="00EF2F0E">
              <w:rPr>
                <w:rFonts w:cs="Arial"/>
                <w:lang w:eastAsia="zh-CN"/>
              </w:rPr>
              <w:t>12</w:t>
            </w:r>
            <w:r w:rsidRPr="00EF2F0E">
              <w:rPr>
                <w:rFonts w:cs="Arial"/>
              </w:rPr>
              <w:t>)</w:t>
            </w:r>
          </w:p>
        </w:tc>
        <w:tc>
          <w:tcPr>
            <w:tcW w:w="1276" w:type="dxa"/>
            <w:tcBorders>
              <w:left w:val="single" w:sz="4" w:space="0" w:color="auto"/>
            </w:tcBorders>
          </w:tcPr>
          <w:p w14:paraId="0984E0EB" w14:textId="77777777" w:rsidR="00AA1961" w:rsidRPr="00EF2F0E" w:rsidRDefault="00AA1961" w:rsidP="00AA1961">
            <w:pPr>
              <w:pStyle w:val="TAC"/>
              <w:rPr>
                <w:rFonts w:cs="Arial"/>
              </w:rPr>
            </w:pPr>
            <w:r w:rsidRPr="00EF2F0E">
              <w:rPr>
                <w:rFonts w:cs="Arial"/>
              </w:rPr>
              <w:t>-</w:t>
            </w:r>
            <w:r w:rsidRPr="00EF2F0E">
              <w:rPr>
                <w:rFonts w:cs="Arial"/>
                <w:lang w:eastAsia="zh-CN"/>
              </w:rPr>
              <w:t>35</w:t>
            </w:r>
          </w:p>
        </w:tc>
        <w:tc>
          <w:tcPr>
            <w:tcW w:w="1559" w:type="dxa"/>
          </w:tcPr>
          <w:p w14:paraId="0984E0EC" w14:textId="77777777" w:rsidR="00AA1961" w:rsidRPr="00EF2F0E" w:rsidRDefault="00AA1961" w:rsidP="00AA1961">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0ED" w14:textId="77777777" w:rsidR="00AA1961" w:rsidRPr="00EF2F0E" w:rsidRDefault="00AA1961" w:rsidP="00AA1961">
            <w:pPr>
              <w:pStyle w:val="TAC"/>
              <w:rPr>
                <w:rFonts w:cs="Arial"/>
              </w:rPr>
            </w:pPr>
            <w:r w:rsidRPr="00EF2F0E">
              <w:rPr>
                <w:rFonts w:cs="Arial"/>
              </w:rPr>
              <w:t>See table 7.5.4.1-4</w:t>
            </w:r>
          </w:p>
        </w:tc>
        <w:tc>
          <w:tcPr>
            <w:tcW w:w="1276" w:type="dxa"/>
          </w:tcPr>
          <w:p w14:paraId="0984E0EE" w14:textId="77777777" w:rsidR="00AA1961" w:rsidRPr="00EF2F0E" w:rsidRDefault="00AA1961" w:rsidP="00AA1961">
            <w:pPr>
              <w:pStyle w:val="TAL"/>
              <w:rPr>
                <w:rFonts w:cs="Arial"/>
              </w:rPr>
            </w:pPr>
            <w:r w:rsidRPr="00EF2F0E">
              <w:rPr>
                <w:rFonts w:cs="Arial"/>
              </w:rPr>
              <w:t>See table 7.5.4.1-4</w:t>
            </w:r>
          </w:p>
        </w:tc>
      </w:tr>
      <w:tr w:rsidR="003401A4" w:rsidRPr="00EF2F0E" w14:paraId="0984E0FB" w14:textId="77777777" w:rsidTr="00AA1961">
        <w:trPr>
          <w:cantSplit/>
        </w:trPr>
        <w:tc>
          <w:tcPr>
            <w:tcW w:w="1134" w:type="dxa"/>
            <w:vMerge/>
            <w:tcBorders>
              <w:right w:val="single" w:sz="4" w:space="0" w:color="auto"/>
            </w:tcBorders>
          </w:tcPr>
          <w:p w14:paraId="0984E0F0" w14:textId="77777777" w:rsidR="00AA1961" w:rsidRPr="00EF2F0E" w:rsidRDefault="00AA1961" w:rsidP="00AA1961">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0F1" w14:textId="77777777" w:rsidR="00AA1961" w:rsidRPr="00EF2F0E" w:rsidRDefault="00AA1961" w:rsidP="00AA1961">
            <w:pPr>
              <w:pStyle w:val="TAL"/>
              <w:jc w:val="right"/>
              <w:rPr>
                <w:rFonts w:cs="Arial"/>
              </w:rPr>
            </w:pPr>
            <w:r w:rsidRPr="00EF2F0E">
              <w:rPr>
                <w:rFonts w:cs="Arial"/>
              </w:rPr>
              <w:t xml:space="preserve">1 </w:t>
            </w:r>
          </w:p>
          <w:p w14:paraId="0984E0F2" w14:textId="77777777" w:rsidR="00AA1961" w:rsidRPr="00EF2F0E" w:rsidRDefault="00AA1961" w:rsidP="00AA1961">
            <w:pPr>
              <w:pStyle w:val="TAL"/>
              <w:jc w:val="right"/>
              <w:rPr>
                <w:rFonts w:cs="Arial"/>
              </w:rPr>
            </w:pPr>
            <w:r w:rsidRPr="00EF2F0E">
              <w:rPr>
                <w:rFonts w:cs="Arial"/>
              </w:rPr>
              <w:t>(F</w:t>
            </w:r>
            <w:r w:rsidRPr="00EF2F0E">
              <w:rPr>
                <w:rFonts w:cs="Arial"/>
                <w:vertAlign w:val="subscript"/>
              </w:rPr>
              <w:t xml:space="preserve">UL_high </w:t>
            </w:r>
            <w:r w:rsidRPr="00EF2F0E">
              <w:rPr>
                <w:rFonts w:cs="Arial"/>
              </w:rPr>
              <w:t>+</w:t>
            </w:r>
            <w:r w:rsidRPr="00EF2F0E">
              <w:rPr>
                <w:rFonts w:cs="Arial" w:hint="eastAsia"/>
                <w:lang w:eastAsia="zh-CN"/>
              </w:rPr>
              <w:t>12</w:t>
            </w:r>
            <w:r w:rsidRPr="00EF2F0E">
              <w:rPr>
                <w:rFonts w:cs="Arial"/>
              </w:rPr>
              <w:t>)</w:t>
            </w:r>
          </w:p>
        </w:tc>
        <w:tc>
          <w:tcPr>
            <w:tcW w:w="425" w:type="dxa"/>
            <w:tcBorders>
              <w:top w:val="single" w:sz="4" w:space="0" w:color="auto"/>
              <w:left w:val="nil"/>
              <w:bottom w:val="single" w:sz="4" w:space="0" w:color="auto"/>
              <w:right w:val="nil"/>
            </w:tcBorders>
          </w:tcPr>
          <w:p w14:paraId="0984E0F3" w14:textId="77777777" w:rsidR="00AA1961" w:rsidRPr="00EF2F0E" w:rsidRDefault="00AA1961" w:rsidP="00AA1961">
            <w:pPr>
              <w:pStyle w:val="TAL"/>
              <w:jc w:val="center"/>
              <w:rPr>
                <w:rFonts w:cs="Arial"/>
              </w:rPr>
            </w:pPr>
            <w:r w:rsidRPr="00EF2F0E">
              <w:rPr>
                <w:rFonts w:cs="Arial"/>
              </w:rPr>
              <w:t>to</w:t>
            </w:r>
          </w:p>
          <w:p w14:paraId="0984E0F4" w14:textId="77777777" w:rsidR="00AA1961" w:rsidRPr="00EF2F0E" w:rsidRDefault="00AA1961" w:rsidP="00AA1961">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0F5" w14:textId="77777777" w:rsidR="00AA1961" w:rsidRPr="00EF2F0E" w:rsidRDefault="00AA1961" w:rsidP="00AA1961">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0F6" w14:textId="77777777" w:rsidR="00AA1961" w:rsidRPr="00EF2F0E" w:rsidRDefault="00AA1961" w:rsidP="00AA1961">
            <w:pPr>
              <w:pStyle w:val="TAL"/>
              <w:rPr>
                <w:rFonts w:cs="Arial"/>
              </w:rPr>
            </w:pPr>
            <w:r w:rsidRPr="00EF2F0E">
              <w:rPr>
                <w:rFonts w:cs="Arial"/>
              </w:rPr>
              <w:t>12750</w:t>
            </w:r>
          </w:p>
        </w:tc>
        <w:tc>
          <w:tcPr>
            <w:tcW w:w="1276" w:type="dxa"/>
            <w:tcBorders>
              <w:left w:val="single" w:sz="4" w:space="0" w:color="auto"/>
            </w:tcBorders>
          </w:tcPr>
          <w:p w14:paraId="0984E0F7" w14:textId="77777777" w:rsidR="00AA1961" w:rsidRPr="00EF2F0E" w:rsidRDefault="00AA1961" w:rsidP="00AA1961">
            <w:pPr>
              <w:pStyle w:val="TAC"/>
              <w:rPr>
                <w:rFonts w:cs="Arial"/>
              </w:rPr>
            </w:pPr>
            <w:r w:rsidRPr="00EF2F0E">
              <w:rPr>
                <w:rFonts w:cs="Arial"/>
                <w:lang w:eastAsia="ko-KR"/>
              </w:rPr>
              <w:t>-15</w:t>
            </w:r>
          </w:p>
        </w:tc>
        <w:tc>
          <w:tcPr>
            <w:tcW w:w="1559" w:type="dxa"/>
          </w:tcPr>
          <w:p w14:paraId="0984E0F8" w14:textId="77777777" w:rsidR="00AA1961" w:rsidRPr="00EF2F0E" w:rsidRDefault="00AA1961" w:rsidP="00AA1961">
            <w:pPr>
              <w:pStyle w:val="TAC"/>
              <w:rPr>
                <w:rFonts w:cs="Arial"/>
              </w:rPr>
            </w:pPr>
            <w:r w:rsidRPr="00EF2F0E">
              <w:rPr>
                <w:rFonts w:cs="Arial"/>
                <w:lang w:eastAsia="ko-KR"/>
              </w:rPr>
              <w:t>P</w:t>
            </w:r>
            <w:r w:rsidRPr="00EF2F0E">
              <w:rPr>
                <w:rFonts w:cs="Arial"/>
                <w:vertAlign w:val="subscript"/>
                <w:lang w:eastAsia="ko-KR"/>
              </w:rPr>
              <w:t>REFSENS</w:t>
            </w:r>
            <w:r w:rsidRPr="00EF2F0E" w:rsidDel="00E01BA4">
              <w:rPr>
                <w:rFonts w:cs="Arial"/>
                <w:lang w:eastAsia="ko-KR"/>
              </w:rPr>
              <w:t xml:space="preserve"> </w:t>
            </w:r>
            <w:r w:rsidRPr="00EF2F0E">
              <w:rPr>
                <w:rFonts w:cs="Arial"/>
                <w:lang w:eastAsia="ko-KR"/>
              </w:rPr>
              <w:t xml:space="preserve">+6dB* </w:t>
            </w:r>
          </w:p>
        </w:tc>
        <w:tc>
          <w:tcPr>
            <w:tcW w:w="1701" w:type="dxa"/>
          </w:tcPr>
          <w:p w14:paraId="0984E0F9" w14:textId="77777777" w:rsidR="00AA1961" w:rsidRPr="00EF2F0E" w:rsidRDefault="00AA1961" w:rsidP="00AA1961">
            <w:pPr>
              <w:pStyle w:val="TAC"/>
              <w:rPr>
                <w:rFonts w:cs="Arial"/>
              </w:rPr>
            </w:pPr>
            <w:r w:rsidRPr="00EF2F0E">
              <w:rPr>
                <w:rFonts w:cs="Arial"/>
                <w:lang w:eastAsia="ko-KR"/>
              </w:rPr>
              <w:sym w:font="Symbol" w:char="F0BE"/>
            </w:r>
          </w:p>
        </w:tc>
        <w:tc>
          <w:tcPr>
            <w:tcW w:w="1276" w:type="dxa"/>
          </w:tcPr>
          <w:p w14:paraId="0984E0FA" w14:textId="77777777" w:rsidR="00AA1961" w:rsidRPr="00EF2F0E" w:rsidRDefault="00AA1961" w:rsidP="00AA1961">
            <w:pPr>
              <w:pStyle w:val="TAL"/>
              <w:rPr>
                <w:rFonts w:cs="Arial"/>
              </w:rPr>
            </w:pPr>
            <w:r w:rsidRPr="00EF2F0E">
              <w:rPr>
                <w:rFonts w:cs="Arial"/>
                <w:lang w:eastAsia="ko-KR"/>
              </w:rPr>
              <w:t xml:space="preserve">CW carrier </w:t>
            </w:r>
          </w:p>
        </w:tc>
      </w:tr>
      <w:tr w:rsidR="00AA1961" w:rsidRPr="00EF2F0E" w14:paraId="0984E0FE" w14:textId="77777777" w:rsidTr="00A40339">
        <w:trPr>
          <w:cantSplit/>
        </w:trPr>
        <w:tc>
          <w:tcPr>
            <w:tcW w:w="9923" w:type="dxa"/>
            <w:gridSpan w:val="8"/>
            <w:tcBorders>
              <w:top w:val="nil"/>
              <w:left w:val="single" w:sz="4" w:space="0" w:color="auto"/>
              <w:bottom w:val="single" w:sz="4" w:space="0" w:color="auto"/>
            </w:tcBorders>
          </w:tcPr>
          <w:p w14:paraId="0984E0FC" w14:textId="77777777" w:rsidR="00AA1961" w:rsidRPr="00EF2F0E" w:rsidRDefault="00AA1961" w:rsidP="00AA1961">
            <w:pPr>
              <w:pStyle w:val="TAN"/>
              <w:rPr>
                <w:rFonts w:cs="Arial"/>
              </w:rPr>
            </w:pPr>
            <w:r w:rsidRPr="00EF2F0E">
              <w:rPr>
                <w:rFonts w:cs="Arial"/>
              </w:rPr>
              <w:t>Note*:</w:t>
            </w:r>
            <w:r w:rsidRPr="00EF2F0E">
              <w:rPr>
                <w:rFonts w:cs="Arial"/>
              </w:rPr>
              <w:tab/>
              <w:t>P</w:t>
            </w:r>
            <w:r w:rsidRPr="00EF2F0E">
              <w:rPr>
                <w:rFonts w:cs="Arial"/>
                <w:vertAlign w:val="subscript"/>
              </w:rPr>
              <w:t>REFSENS</w:t>
            </w:r>
            <w:r w:rsidRPr="00EF2F0E" w:rsidDel="002B5177">
              <w:rPr>
                <w:rFonts w:cs="Arial"/>
              </w:rPr>
              <w:t xml:space="preserve"> </w:t>
            </w:r>
            <w:r w:rsidRPr="00EF2F0E">
              <w:rPr>
                <w:rFonts w:cs="Arial"/>
              </w:rPr>
              <w:t xml:space="preserve">depends on the channel bandwidth as specified in </w:t>
            </w:r>
            <w:r w:rsidRPr="00EF2F0E">
              <w:t>3GPP TS 36.104 [8], subclause 7.2.1</w:t>
            </w:r>
            <w:r w:rsidRPr="00EF2F0E">
              <w:rPr>
                <w:rFonts w:cs="Arial"/>
              </w:rPr>
              <w:t>.</w:t>
            </w:r>
          </w:p>
          <w:p w14:paraId="0984E0FD" w14:textId="654E4CFF" w:rsidR="00AA1961" w:rsidRPr="00EF2F0E" w:rsidRDefault="00AC7771" w:rsidP="00AA1961">
            <w:pPr>
              <w:pStyle w:val="TAN"/>
              <w:rPr>
                <w:rFonts w:cs="Arial"/>
              </w:rPr>
            </w:pPr>
            <w:r w:rsidRPr="00EF2F0E">
              <w:rPr>
                <w:rFonts w:cs="Arial"/>
              </w:rPr>
              <w:t>Note**:</w:t>
            </w:r>
            <w:r w:rsidRPr="00EF2F0E">
              <w:rPr>
                <w:rFonts w:cs="Arial"/>
              </w:rPr>
              <w:tab/>
              <w:t xml:space="preserve">For a BS capable of multiband operation, 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EF2F0E">
              <w:rPr>
                <w:rFonts w:cs="Arial"/>
              </w:rPr>
              <w:t>, the wanted signal mean power is equal to P</w:t>
            </w:r>
            <w:r w:rsidRPr="00EF2F0E">
              <w:rPr>
                <w:rFonts w:cs="Arial"/>
                <w:vertAlign w:val="subscript"/>
              </w:rPr>
              <w:t>REFSENS</w:t>
            </w:r>
            <w:r w:rsidRPr="00EF2F0E">
              <w:rPr>
                <w:rFonts w:cs="Arial"/>
              </w:rPr>
              <w:t xml:space="preserve"> + 1.4 dB.</w:t>
            </w:r>
          </w:p>
        </w:tc>
      </w:tr>
    </w:tbl>
    <w:p w14:paraId="0984E0FF" w14:textId="77777777" w:rsidR="00B15E99" w:rsidRPr="00EF2F0E" w:rsidRDefault="00B15E99" w:rsidP="007853C3">
      <w:pPr>
        <w:rPr>
          <w:lang w:eastAsia="zh-CN"/>
        </w:rPr>
      </w:pPr>
    </w:p>
    <w:p w14:paraId="0984E100" w14:textId="77777777" w:rsidR="00B15E99" w:rsidRPr="00EF2F0E" w:rsidRDefault="00B15E99" w:rsidP="007853C3">
      <w:pPr>
        <w:pStyle w:val="NO"/>
      </w:pPr>
      <w:r w:rsidRPr="00EF2F0E">
        <w:rPr>
          <w:lang w:eastAsia="zh-CN"/>
        </w:rPr>
        <w:t>NOTE:</w:t>
      </w:r>
      <w:r w:rsidRPr="00EF2F0E">
        <w:rPr>
          <w:lang w:eastAsia="zh-CN"/>
        </w:rPr>
        <w:tab/>
        <w:t>Table 7.5.4.1-2 assumes that two operating bands, where the downlink operating band of one band would be within the in-band blocking region of the other band, are not deployed in the same geographical area.</w:t>
      </w:r>
    </w:p>
    <w:p w14:paraId="0984E101" w14:textId="77777777" w:rsidR="00B15E99" w:rsidRPr="00EF2F0E" w:rsidRDefault="00B15E99" w:rsidP="007853C3">
      <w:pPr>
        <w:pStyle w:val="TH"/>
        <w:rPr>
          <w:lang w:eastAsia="zh-CN"/>
        </w:rPr>
      </w:pPr>
      <w:r w:rsidRPr="00EF2F0E">
        <w:rPr>
          <w:rFonts w:eastAsia="Osaka"/>
        </w:rPr>
        <w:t>Table 7.5.4.1-3: Blocking performance requirement for Medium Range BS</w:t>
      </w:r>
      <w:r w:rsidRPr="00EF2F0E">
        <w:rPr>
          <w:lang w:eastAsia="zh-CN"/>
        </w:rPr>
        <w:t xml:space="preserve"> for E-UTRA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425"/>
        <w:gridCol w:w="1276"/>
        <w:gridCol w:w="1276"/>
        <w:gridCol w:w="1559"/>
        <w:gridCol w:w="1701"/>
        <w:gridCol w:w="1276"/>
      </w:tblGrid>
      <w:tr w:rsidR="003401A4" w:rsidRPr="00EF2F0E" w14:paraId="0984E108" w14:textId="77777777" w:rsidTr="00A40339">
        <w:tc>
          <w:tcPr>
            <w:tcW w:w="1134" w:type="dxa"/>
          </w:tcPr>
          <w:p w14:paraId="0984E102" w14:textId="77777777" w:rsidR="00B15E99" w:rsidRPr="00EF2F0E" w:rsidRDefault="00B15E99" w:rsidP="00A40339">
            <w:pPr>
              <w:pStyle w:val="TAH"/>
              <w:rPr>
                <w:rFonts w:cs="Arial"/>
              </w:rPr>
            </w:pPr>
            <w:r w:rsidRPr="00EF2F0E">
              <w:rPr>
                <w:rFonts w:cs="Arial"/>
              </w:rPr>
              <w:t>Operating Band</w:t>
            </w:r>
          </w:p>
        </w:tc>
        <w:tc>
          <w:tcPr>
            <w:tcW w:w="2977" w:type="dxa"/>
            <w:gridSpan w:val="3"/>
            <w:tcBorders>
              <w:bottom w:val="single" w:sz="4" w:space="0" w:color="auto"/>
            </w:tcBorders>
          </w:tcPr>
          <w:p w14:paraId="0984E103" w14:textId="77777777" w:rsidR="00B15E99" w:rsidRPr="00EF2F0E" w:rsidRDefault="00B15E99" w:rsidP="00A40339">
            <w:pPr>
              <w:pStyle w:val="TAH"/>
              <w:rPr>
                <w:rFonts w:cs="Arial"/>
              </w:rPr>
            </w:pPr>
            <w:r w:rsidRPr="00EF2F0E">
              <w:rPr>
                <w:rFonts w:cs="Arial"/>
              </w:rPr>
              <w:t>Centre Frequency of Interfering Signal [MHz]</w:t>
            </w:r>
          </w:p>
        </w:tc>
        <w:tc>
          <w:tcPr>
            <w:tcW w:w="1276" w:type="dxa"/>
          </w:tcPr>
          <w:p w14:paraId="0984E104" w14:textId="77777777" w:rsidR="00B15E99" w:rsidRPr="00EF2F0E" w:rsidRDefault="00B15E99" w:rsidP="00A40339">
            <w:pPr>
              <w:pStyle w:val="TAH"/>
              <w:rPr>
                <w:rFonts w:cs="Arial"/>
              </w:rPr>
            </w:pPr>
            <w:r w:rsidRPr="00EF2F0E">
              <w:rPr>
                <w:rFonts w:cs="Arial"/>
              </w:rPr>
              <w:t>Interfering Signal mean power [dBm]</w:t>
            </w:r>
          </w:p>
        </w:tc>
        <w:tc>
          <w:tcPr>
            <w:tcW w:w="1559" w:type="dxa"/>
          </w:tcPr>
          <w:p w14:paraId="0984E105" w14:textId="77777777" w:rsidR="00B15E99" w:rsidRPr="00EF2F0E" w:rsidRDefault="00B15E99" w:rsidP="00A40339">
            <w:pPr>
              <w:pStyle w:val="TAH"/>
              <w:rPr>
                <w:rFonts w:cs="Arial"/>
              </w:rPr>
            </w:pPr>
            <w:r w:rsidRPr="00EF2F0E">
              <w:rPr>
                <w:rFonts w:cs="Arial"/>
              </w:rPr>
              <w:t>Wanted Signal mean power [dBm]</w:t>
            </w:r>
          </w:p>
        </w:tc>
        <w:tc>
          <w:tcPr>
            <w:tcW w:w="1701" w:type="dxa"/>
          </w:tcPr>
          <w:p w14:paraId="0984E106" w14:textId="77777777" w:rsidR="00B15E99" w:rsidRPr="00EF2F0E" w:rsidRDefault="00B15E99" w:rsidP="00A40339">
            <w:pPr>
              <w:pStyle w:val="TAH"/>
              <w:rPr>
                <w:rFonts w:cs="Arial"/>
              </w:rPr>
            </w:pPr>
            <w:r w:rsidRPr="00EF2F0E">
              <w:rPr>
                <w:rFonts w:cs="Arial"/>
              </w:rPr>
              <w:t>Interfering signal centre frequency minimum offset from the lower/upper Base Station RF Bandwidth edge or sub-block edge inside a sub-block gap [MHz]</w:t>
            </w:r>
          </w:p>
        </w:tc>
        <w:tc>
          <w:tcPr>
            <w:tcW w:w="1276" w:type="dxa"/>
          </w:tcPr>
          <w:p w14:paraId="0984E107"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4E111" w14:textId="77777777" w:rsidTr="00A40339">
        <w:trPr>
          <w:cantSplit/>
        </w:trPr>
        <w:tc>
          <w:tcPr>
            <w:tcW w:w="1134" w:type="dxa"/>
            <w:vMerge w:val="restart"/>
            <w:tcBorders>
              <w:right w:val="single" w:sz="4" w:space="0" w:color="auto"/>
            </w:tcBorders>
          </w:tcPr>
          <w:p w14:paraId="0984E109" w14:textId="77777777" w:rsidR="00B15E99" w:rsidRPr="00EF2F0E" w:rsidRDefault="00B15E99" w:rsidP="00A40339">
            <w:pPr>
              <w:pStyle w:val="TAL"/>
              <w:jc w:val="center"/>
              <w:rPr>
                <w:rFonts w:cs="Arial"/>
              </w:rPr>
            </w:pPr>
            <w:r w:rsidRPr="00EF2F0E">
              <w:rPr>
                <w:rFonts w:cs="Arial"/>
              </w:rPr>
              <w:t xml:space="preserve">1-7, 9-11, 13, 14, 18,19, 21-23, 24, 27, 30, 33-39, 45, </w:t>
            </w:r>
            <w:r w:rsidR="00AA1961" w:rsidRPr="00EF2F0E">
              <w:rPr>
                <w:rFonts w:cs="Arial"/>
              </w:rPr>
              <w:t xml:space="preserve">50, </w:t>
            </w:r>
            <w:r w:rsidRPr="00EF2F0E">
              <w:rPr>
                <w:rFonts w:cs="Arial"/>
              </w:rPr>
              <w:t>65, 66, 68, 70</w:t>
            </w:r>
          </w:p>
        </w:tc>
        <w:tc>
          <w:tcPr>
            <w:tcW w:w="1276" w:type="dxa"/>
            <w:tcBorders>
              <w:top w:val="single" w:sz="4" w:space="0" w:color="auto"/>
              <w:left w:val="single" w:sz="4" w:space="0" w:color="auto"/>
              <w:bottom w:val="single" w:sz="4" w:space="0" w:color="auto"/>
              <w:right w:val="nil"/>
            </w:tcBorders>
          </w:tcPr>
          <w:p w14:paraId="0984E10A"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10B"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0C"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+20)</w:t>
            </w:r>
          </w:p>
        </w:tc>
        <w:tc>
          <w:tcPr>
            <w:tcW w:w="1276" w:type="dxa"/>
            <w:tcBorders>
              <w:left w:val="single" w:sz="4" w:space="0" w:color="auto"/>
            </w:tcBorders>
          </w:tcPr>
          <w:p w14:paraId="0984E10D" w14:textId="77777777" w:rsidR="00B15E99" w:rsidRPr="00EF2F0E" w:rsidRDefault="00B15E99" w:rsidP="00A40339">
            <w:pPr>
              <w:pStyle w:val="TAC"/>
              <w:rPr>
                <w:rFonts w:cs="Arial"/>
              </w:rPr>
            </w:pPr>
            <w:r w:rsidRPr="00EF2F0E">
              <w:rPr>
                <w:rFonts w:cs="Arial"/>
              </w:rPr>
              <w:t>-38</w:t>
            </w:r>
          </w:p>
        </w:tc>
        <w:tc>
          <w:tcPr>
            <w:tcW w:w="1559" w:type="dxa"/>
          </w:tcPr>
          <w:p w14:paraId="0984E10E"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10F" w14:textId="77777777" w:rsidR="00B15E99" w:rsidRPr="00EF2F0E" w:rsidRDefault="00B15E99" w:rsidP="00A40339">
            <w:pPr>
              <w:pStyle w:val="TAC"/>
              <w:rPr>
                <w:rFonts w:cs="Arial"/>
              </w:rPr>
            </w:pPr>
            <w:r w:rsidRPr="00EF2F0E">
              <w:rPr>
                <w:rFonts w:cs="Arial"/>
              </w:rPr>
              <w:t>See table 7.5.4.1-4</w:t>
            </w:r>
          </w:p>
        </w:tc>
        <w:tc>
          <w:tcPr>
            <w:tcW w:w="1276" w:type="dxa"/>
          </w:tcPr>
          <w:p w14:paraId="0984E110" w14:textId="77777777" w:rsidR="00B15E99" w:rsidRPr="00EF2F0E" w:rsidRDefault="00B15E99" w:rsidP="00A40339">
            <w:pPr>
              <w:pStyle w:val="TAL"/>
              <w:rPr>
                <w:rFonts w:cs="Arial"/>
              </w:rPr>
            </w:pPr>
            <w:r w:rsidRPr="00EF2F0E">
              <w:rPr>
                <w:rFonts w:cs="Arial"/>
              </w:rPr>
              <w:t>See table 7.5.4.1-4</w:t>
            </w:r>
          </w:p>
        </w:tc>
      </w:tr>
      <w:tr w:rsidR="003401A4" w:rsidRPr="00EF2F0E" w14:paraId="0984E11D" w14:textId="77777777" w:rsidTr="00A40339">
        <w:trPr>
          <w:cantSplit/>
        </w:trPr>
        <w:tc>
          <w:tcPr>
            <w:tcW w:w="1134" w:type="dxa"/>
            <w:vMerge/>
            <w:tcBorders>
              <w:right w:val="single" w:sz="4" w:space="0" w:color="auto"/>
            </w:tcBorders>
          </w:tcPr>
          <w:p w14:paraId="0984E112"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113" w14:textId="77777777" w:rsidR="00B15E99" w:rsidRPr="00EF2F0E" w:rsidRDefault="00B15E99" w:rsidP="00A40339">
            <w:pPr>
              <w:pStyle w:val="TAL"/>
              <w:jc w:val="right"/>
              <w:rPr>
                <w:rFonts w:cs="Arial"/>
              </w:rPr>
            </w:pPr>
            <w:r w:rsidRPr="00EF2F0E">
              <w:rPr>
                <w:rFonts w:cs="Arial"/>
              </w:rPr>
              <w:t xml:space="preserve">1 </w:t>
            </w:r>
          </w:p>
          <w:p w14:paraId="0984E114"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+20)</w:t>
            </w:r>
          </w:p>
        </w:tc>
        <w:tc>
          <w:tcPr>
            <w:tcW w:w="425" w:type="dxa"/>
            <w:tcBorders>
              <w:top w:val="single" w:sz="4" w:space="0" w:color="auto"/>
              <w:left w:val="nil"/>
              <w:bottom w:val="single" w:sz="4" w:space="0" w:color="auto"/>
              <w:right w:val="nil"/>
            </w:tcBorders>
          </w:tcPr>
          <w:p w14:paraId="0984E115" w14:textId="77777777" w:rsidR="00B15E99" w:rsidRPr="00EF2F0E" w:rsidRDefault="00B15E99" w:rsidP="00A40339">
            <w:pPr>
              <w:pStyle w:val="TAL"/>
              <w:jc w:val="center"/>
              <w:rPr>
                <w:rFonts w:cs="Arial"/>
              </w:rPr>
            </w:pPr>
            <w:r w:rsidRPr="00EF2F0E">
              <w:rPr>
                <w:rFonts w:cs="Arial"/>
              </w:rPr>
              <w:t>to</w:t>
            </w:r>
          </w:p>
          <w:p w14:paraId="0984E116"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17"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118"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119" w14:textId="77777777" w:rsidR="00B15E99" w:rsidRPr="00EF2F0E" w:rsidRDefault="00B15E99" w:rsidP="00A40339">
            <w:pPr>
              <w:pStyle w:val="TAC"/>
              <w:rPr>
                <w:rFonts w:cs="Arial"/>
              </w:rPr>
            </w:pPr>
            <w:r w:rsidRPr="00EF2F0E">
              <w:rPr>
                <w:rFonts w:cs="Arial"/>
              </w:rPr>
              <w:t>-15</w:t>
            </w:r>
          </w:p>
        </w:tc>
        <w:tc>
          <w:tcPr>
            <w:tcW w:w="1559" w:type="dxa"/>
          </w:tcPr>
          <w:p w14:paraId="0984E11A"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11B" w14:textId="77777777" w:rsidR="00B15E99" w:rsidRPr="00EF2F0E" w:rsidRDefault="00B15E99" w:rsidP="00A40339">
            <w:pPr>
              <w:pStyle w:val="TAC"/>
              <w:rPr>
                <w:rFonts w:cs="Arial"/>
              </w:rPr>
            </w:pPr>
            <w:r w:rsidRPr="00EF2F0E">
              <w:rPr>
                <w:rFonts w:cs="Arial"/>
              </w:rPr>
              <w:sym w:font="Symbol" w:char="F0BE"/>
            </w:r>
          </w:p>
        </w:tc>
        <w:tc>
          <w:tcPr>
            <w:tcW w:w="1276" w:type="dxa"/>
          </w:tcPr>
          <w:p w14:paraId="0984E11C"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126" w14:textId="77777777" w:rsidTr="00A40339">
        <w:trPr>
          <w:cantSplit/>
        </w:trPr>
        <w:tc>
          <w:tcPr>
            <w:tcW w:w="1134" w:type="dxa"/>
            <w:vMerge w:val="restart"/>
            <w:tcBorders>
              <w:right w:val="single" w:sz="4" w:space="0" w:color="auto"/>
            </w:tcBorders>
          </w:tcPr>
          <w:p w14:paraId="0984E11E" w14:textId="77777777" w:rsidR="00B15E99" w:rsidRPr="00EF2F0E" w:rsidRDefault="00B15E99" w:rsidP="00A40339">
            <w:pPr>
              <w:pStyle w:val="TAL"/>
              <w:jc w:val="center"/>
              <w:rPr>
                <w:rFonts w:cs="Arial"/>
              </w:rPr>
            </w:pPr>
            <w:r w:rsidRPr="00EF2F0E">
              <w:rPr>
                <w:rFonts w:cs="Arial"/>
              </w:rPr>
              <w:t>40-44, 48</w:t>
            </w:r>
            <w:r w:rsidR="00AA1961" w:rsidRPr="00EF2F0E">
              <w:rPr>
                <w:rFonts w:cs="Arial"/>
              </w:rPr>
              <w:t>, 52</w:t>
            </w:r>
          </w:p>
        </w:tc>
        <w:tc>
          <w:tcPr>
            <w:tcW w:w="1276" w:type="dxa"/>
            <w:tcBorders>
              <w:top w:val="single" w:sz="4" w:space="0" w:color="auto"/>
              <w:left w:val="single" w:sz="4" w:space="0" w:color="auto"/>
              <w:bottom w:val="single" w:sz="4" w:space="0" w:color="auto"/>
              <w:right w:val="nil"/>
            </w:tcBorders>
          </w:tcPr>
          <w:p w14:paraId="0984E11F"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-60)</w:t>
            </w:r>
          </w:p>
        </w:tc>
        <w:tc>
          <w:tcPr>
            <w:tcW w:w="425" w:type="dxa"/>
            <w:tcBorders>
              <w:top w:val="single" w:sz="4" w:space="0" w:color="auto"/>
              <w:left w:val="nil"/>
              <w:bottom w:val="single" w:sz="4" w:space="0" w:color="auto"/>
              <w:right w:val="nil"/>
            </w:tcBorders>
          </w:tcPr>
          <w:p w14:paraId="0984E120"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21"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+60)</w:t>
            </w:r>
          </w:p>
        </w:tc>
        <w:tc>
          <w:tcPr>
            <w:tcW w:w="1276" w:type="dxa"/>
            <w:tcBorders>
              <w:left w:val="single" w:sz="4" w:space="0" w:color="auto"/>
            </w:tcBorders>
          </w:tcPr>
          <w:p w14:paraId="0984E122" w14:textId="77777777" w:rsidR="00B15E99" w:rsidRPr="00EF2F0E" w:rsidRDefault="00B15E99" w:rsidP="00A40339">
            <w:pPr>
              <w:pStyle w:val="TAC"/>
              <w:rPr>
                <w:rFonts w:cs="Arial"/>
              </w:rPr>
            </w:pPr>
            <w:r w:rsidRPr="00EF2F0E">
              <w:rPr>
                <w:rFonts w:cs="Arial"/>
              </w:rPr>
              <w:t>-38</w:t>
            </w:r>
          </w:p>
        </w:tc>
        <w:tc>
          <w:tcPr>
            <w:tcW w:w="1559" w:type="dxa"/>
          </w:tcPr>
          <w:p w14:paraId="0984E123"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124" w14:textId="77777777" w:rsidR="00B15E99" w:rsidRPr="00EF2F0E" w:rsidRDefault="00B15E99" w:rsidP="00A40339">
            <w:pPr>
              <w:pStyle w:val="TAC"/>
              <w:rPr>
                <w:rFonts w:cs="Arial"/>
              </w:rPr>
            </w:pPr>
            <w:r w:rsidRPr="00EF2F0E">
              <w:rPr>
                <w:rFonts w:cs="Arial"/>
              </w:rPr>
              <w:t>See table 7.5.4.1-4</w:t>
            </w:r>
          </w:p>
        </w:tc>
        <w:tc>
          <w:tcPr>
            <w:tcW w:w="1276" w:type="dxa"/>
          </w:tcPr>
          <w:p w14:paraId="0984E125" w14:textId="77777777" w:rsidR="00B15E99" w:rsidRPr="00EF2F0E" w:rsidRDefault="00B15E99" w:rsidP="00A40339">
            <w:pPr>
              <w:pStyle w:val="TAL"/>
              <w:rPr>
                <w:rFonts w:cs="Arial"/>
              </w:rPr>
            </w:pPr>
            <w:r w:rsidRPr="00EF2F0E">
              <w:rPr>
                <w:rFonts w:cs="Arial"/>
              </w:rPr>
              <w:t>See table 7.5.4.1-4</w:t>
            </w:r>
          </w:p>
        </w:tc>
      </w:tr>
      <w:tr w:rsidR="003401A4" w:rsidRPr="00EF2F0E" w14:paraId="0984E132" w14:textId="77777777" w:rsidTr="00A40339">
        <w:trPr>
          <w:cantSplit/>
        </w:trPr>
        <w:tc>
          <w:tcPr>
            <w:tcW w:w="1134" w:type="dxa"/>
            <w:vMerge/>
            <w:tcBorders>
              <w:right w:val="single" w:sz="4" w:space="0" w:color="auto"/>
            </w:tcBorders>
          </w:tcPr>
          <w:p w14:paraId="0984E127"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128" w14:textId="77777777" w:rsidR="00B15E99" w:rsidRPr="00EF2F0E" w:rsidRDefault="00B15E99" w:rsidP="00A40339">
            <w:pPr>
              <w:pStyle w:val="TAL"/>
              <w:jc w:val="right"/>
              <w:rPr>
                <w:rFonts w:cs="Arial"/>
              </w:rPr>
            </w:pPr>
            <w:r w:rsidRPr="00EF2F0E">
              <w:rPr>
                <w:rFonts w:cs="Arial"/>
              </w:rPr>
              <w:t xml:space="preserve">1 </w:t>
            </w:r>
          </w:p>
          <w:p w14:paraId="0984E129"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+60)</w:t>
            </w:r>
          </w:p>
        </w:tc>
        <w:tc>
          <w:tcPr>
            <w:tcW w:w="425" w:type="dxa"/>
            <w:tcBorders>
              <w:top w:val="single" w:sz="4" w:space="0" w:color="auto"/>
              <w:left w:val="nil"/>
              <w:bottom w:val="single" w:sz="4" w:space="0" w:color="auto"/>
              <w:right w:val="nil"/>
            </w:tcBorders>
          </w:tcPr>
          <w:p w14:paraId="0984E12A" w14:textId="77777777" w:rsidR="00B15E99" w:rsidRPr="00EF2F0E" w:rsidRDefault="00B15E99" w:rsidP="00A40339">
            <w:pPr>
              <w:pStyle w:val="TAL"/>
              <w:jc w:val="center"/>
              <w:rPr>
                <w:rFonts w:cs="Arial"/>
              </w:rPr>
            </w:pPr>
            <w:r w:rsidRPr="00EF2F0E">
              <w:rPr>
                <w:rFonts w:cs="Arial"/>
              </w:rPr>
              <w:t>to</w:t>
            </w:r>
          </w:p>
          <w:p w14:paraId="0984E12B"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2C"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-60) </w:t>
            </w:r>
          </w:p>
          <w:p w14:paraId="0984E12D"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12E" w14:textId="77777777" w:rsidR="00B15E99" w:rsidRPr="00EF2F0E" w:rsidRDefault="00B15E99" w:rsidP="00A40339">
            <w:pPr>
              <w:pStyle w:val="TAC"/>
              <w:rPr>
                <w:rFonts w:cs="Arial"/>
              </w:rPr>
            </w:pPr>
            <w:r w:rsidRPr="00EF2F0E">
              <w:rPr>
                <w:rFonts w:cs="Arial"/>
              </w:rPr>
              <w:t>-15</w:t>
            </w:r>
          </w:p>
        </w:tc>
        <w:tc>
          <w:tcPr>
            <w:tcW w:w="1559" w:type="dxa"/>
          </w:tcPr>
          <w:p w14:paraId="0984E12F"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130" w14:textId="77777777" w:rsidR="00B15E99" w:rsidRPr="00EF2F0E" w:rsidRDefault="00B15E99" w:rsidP="00A40339">
            <w:pPr>
              <w:pStyle w:val="TAC"/>
              <w:rPr>
                <w:rFonts w:cs="Arial"/>
              </w:rPr>
            </w:pPr>
            <w:r w:rsidRPr="00EF2F0E">
              <w:rPr>
                <w:rFonts w:cs="Arial"/>
              </w:rPr>
              <w:sym w:font="Symbol" w:char="F0BE"/>
            </w:r>
          </w:p>
        </w:tc>
        <w:tc>
          <w:tcPr>
            <w:tcW w:w="1276" w:type="dxa"/>
          </w:tcPr>
          <w:p w14:paraId="0984E131"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13B" w14:textId="77777777" w:rsidTr="00A40339">
        <w:trPr>
          <w:cantSplit/>
        </w:trPr>
        <w:tc>
          <w:tcPr>
            <w:tcW w:w="1134" w:type="dxa"/>
            <w:vMerge w:val="restart"/>
            <w:tcBorders>
              <w:right w:val="single" w:sz="4" w:space="0" w:color="auto"/>
            </w:tcBorders>
          </w:tcPr>
          <w:p w14:paraId="0984E133" w14:textId="77777777" w:rsidR="00B15E99" w:rsidRPr="00EF2F0E" w:rsidRDefault="00B15E99" w:rsidP="00A40339">
            <w:pPr>
              <w:pStyle w:val="TAL"/>
              <w:jc w:val="center"/>
              <w:rPr>
                <w:rFonts w:cs="Arial"/>
              </w:rPr>
            </w:pPr>
            <w:r w:rsidRPr="00EF2F0E">
              <w:rPr>
                <w:rFonts w:cs="Arial"/>
              </w:rPr>
              <w:t>8, 26, 28</w:t>
            </w:r>
          </w:p>
        </w:tc>
        <w:tc>
          <w:tcPr>
            <w:tcW w:w="1276" w:type="dxa"/>
            <w:tcBorders>
              <w:top w:val="single" w:sz="4" w:space="0" w:color="auto"/>
              <w:left w:val="single" w:sz="4" w:space="0" w:color="auto"/>
              <w:bottom w:val="single" w:sz="4" w:space="0" w:color="auto"/>
              <w:right w:val="nil"/>
            </w:tcBorders>
          </w:tcPr>
          <w:p w14:paraId="0984E134"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135"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36"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+10)</w:t>
            </w:r>
          </w:p>
        </w:tc>
        <w:tc>
          <w:tcPr>
            <w:tcW w:w="1276" w:type="dxa"/>
            <w:tcBorders>
              <w:left w:val="single" w:sz="4" w:space="0" w:color="auto"/>
            </w:tcBorders>
          </w:tcPr>
          <w:p w14:paraId="0984E137" w14:textId="77777777" w:rsidR="00B15E99" w:rsidRPr="00EF2F0E" w:rsidRDefault="00B15E99" w:rsidP="00A40339">
            <w:pPr>
              <w:pStyle w:val="TAC"/>
              <w:rPr>
                <w:rFonts w:cs="Arial"/>
              </w:rPr>
            </w:pPr>
            <w:r w:rsidRPr="00EF2F0E">
              <w:rPr>
                <w:rFonts w:cs="Arial"/>
              </w:rPr>
              <w:t>-38</w:t>
            </w:r>
          </w:p>
        </w:tc>
        <w:tc>
          <w:tcPr>
            <w:tcW w:w="1559" w:type="dxa"/>
          </w:tcPr>
          <w:p w14:paraId="0984E138"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139" w14:textId="77777777" w:rsidR="00B15E99" w:rsidRPr="00EF2F0E" w:rsidRDefault="00B15E99" w:rsidP="00A40339">
            <w:pPr>
              <w:pStyle w:val="TAC"/>
              <w:rPr>
                <w:rFonts w:cs="Arial"/>
              </w:rPr>
            </w:pPr>
            <w:r w:rsidRPr="00EF2F0E">
              <w:rPr>
                <w:rFonts w:cs="Arial"/>
              </w:rPr>
              <w:t>See table 7.5.4.1-4</w:t>
            </w:r>
          </w:p>
        </w:tc>
        <w:tc>
          <w:tcPr>
            <w:tcW w:w="1276" w:type="dxa"/>
          </w:tcPr>
          <w:p w14:paraId="0984E13A" w14:textId="77777777" w:rsidR="00B15E99" w:rsidRPr="00EF2F0E" w:rsidRDefault="00B15E99" w:rsidP="00A40339">
            <w:pPr>
              <w:pStyle w:val="TAL"/>
              <w:rPr>
                <w:rFonts w:cs="Arial"/>
              </w:rPr>
            </w:pPr>
            <w:r w:rsidRPr="00EF2F0E">
              <w:rPr>
                <w:rFonts w:cs="Arial"/>
              </w:rPr>
              <w:t>See table 7.5.4.1-4</w:t>
            </w:r>
          </w:p>
        </w:tc>
      </w:tr>
      <w:tr w:rsidR="003401A4" w:rsidRPr="00EF2F0E" w14:paraId="0984E147" w14:textId="77777777" w:rsidTr="00A40339">
        <w:trPr>
          <w:cantSplit/>
        </w:trPr>
        <w:tc>
          <w:tcPr>
            <w:tcW w:w="1134" w:type="dxa"/>
            <w:vMerge/>
            <w:tcBorders>
              <w:right w:val="single" w:sz="4" w:space="0" w:color="auto"/>
            </w:tcBorders>
          </w:tcPr>
          <w:p w14:paraId="0984E13C"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13D" w14:textId="77777777" w:rsidR="00B15E99" w:rsidRPr="00EF2F0E" w:rsidRDefault="00B15E99" w:rsidP="00A40339">
            <w:pPr>
              <w:pStyle w:val="TAL"/>
              <w:jc w:val="right"/>
              <w:rPr>
                <w:rFonts w:cs="Arial"/>
              </w:rPr>
            </w:pPr>
            <w:r w:rsidRPr="00EF2F0E">
              <w:rPr>
                <w:rFonts w:cs="Arial"/>
              </w:rPr>
              <w:t xml:space="preserve">1 </w:t>
            </w:r>
          </w:p>
          <w:p w14:paraId="0984E13E"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+10)</w:t>
            </w:r>
          </w:p>
        </w:tc>
        <w:tc>
          <w:tcPr>
            <w:tcW w:w="425" w:type="dxa"/>
            <w:tcBorders>
              <w:top w:val="single" w:sz="4" w:space="0" w:color="auto"/>
              <w:left w:val="nil"/>
              <w:bottom w:val="single" w:sz="4" w:space="0" w:color="auto"/>
              <w:right w:val="nil"/>
            </w:tcBorders>
          </w:tcPr>
          <w:p w14:paraId="0984E13F" w14:textId="77777777" w:rsidR="00B15E99" w:rsidRPr="00EF2F0E" w:rsidRDefault="00B15E99" w:rsidP="00A40339">
            <w:pPr>
              <w:pStyle w:val="TAL"/>
              <w:jc w:val="center"/>
              <w:rPr>
                <w:rFonts w:cs="Arial"/>
              </w:rPr>
            </w:pPr>
            <w:r w:rsidRPr="00EF2F0E">
              <w:rPr>
                <w:rFonts w:cs="Arial"/>
              </w:rPr>
              <w:t>to</w:t>
            </w:r>
          </w:p>
          <w:p w14:paraId="0984E140"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41"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142"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143" w14:textId="77777777" w:rsidR="00B15E99" w:rsidRPr="00EF2F0E" w:rsidRDefault="00B15E99" w:rsidP="00A40339">
            <w:pPr>
              <w:pStyle w:val="TAC"/>
              <w:rPr>
                <w:rFonts w:cs="Arial"/>
              </w:rPr>
            </w:pPr>
            <w:r w:rsidRPr="00EF2F0E">
              <w:rPr>
                <w:rFonts w:cs="Arial"/>
              </w:rPr>
              <w:t>-15</w:t>
            </w:r>
          </w:p>
        </w:tc>
        <w:tc>
          <w:tcPr>
            <w:tcW w:w="1559" w:type="dxa"/>
          </w:tcPr>
          <w:p w14:paraId="0984E144"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145" w14:textId="77777777" w:rsidR="00B15E99" w:rsidRPr="00EF2F0E" w:rsidRDefault="00B15E99" w:rsidP="00A40339">
            <w:pPr>
              <w:pStyle w:val="TAC"/>
              <w:rPr>
                <w:rFonts w:cs="Arial"/>
              </w:rPr>
            </w:pPr>
            <w:r w:rsidRPr="00EF2F0E">
              <w:rPr>
                <w:rFonts w:cs="Arial"/>
              </w:rPr>
              <w:sym w:font="Symbol" w:char="F0BE"/>
            </w:r>
          </w:p>
        </w:tc>
        <w:tc>
          <w:tcPr>
            <w:tcW w:w="1276" w:type="dxa"/>
          </w:tcPr>
          <w:p w14:paraId="0984E146"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150" w14:textId="77777777" w:rsidTr="00A40339">
        <w:trPr>
          <w:cantSplit/>
        </w:trPr>
        <w:tc>
          <w:tcPr>
            <w:tcW w:w="1134" w:type="dxa"/>
            <w:vMerge w:val="restart"/>
            <w:tcBorders>
              <w:right w:val="single" w:sz="4" w:space="0" w:color="auto"/>
            </w:tcBorders>
          </w:tcPr>
          <w:p w14:paraId="0984E148" w14:textId="77777777" w:rsidR="00B15E99" w:rsidRPr="00EF2F0E" w:rsidRDefault="00B15E99" w:rsidP="00A40339">
            <w:pPr>
              <w:pStyle w:val="TAL"/>
              <w:jc w:val="center"/>
              <w:rPr>
                <w:rFonts w:cs="Arial"/>
              </w:rPr>
            </w:pPr>
            <w:r w:rsidRPr="00EF2F0E">
              <w:rPr>
                <w:rFonts w:cs="Arial"/>
              </w:rPr>
              <w:t>12</w:t>
            </w:r>
          </w:p>
        </w:tc>
        <w:tc>
          <w:tcPr>
            <w:tcW w:w="1276" w:type="dxa"/>
            <w:tcBorders>
              <w:top w:val="single" w:sz="4" w:space="0" w:color="auto"/>
              <w:left w:val="single" w:sz="4" w:space="0" w:color="auto"/>
              <w:bottom w:val="single" w:sz="4" w:space="0" w:color="auto"/>
              <w:right w:val="nil"/>
            </w:tcBorders>
          </w:tcPr>
          <w:p w14:paraId="0984E149"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14A"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4B"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+13)</w:t>
            </w:r>
          </w:p>
        </w:tc>
        <w:tc>
          <w:tcPr>
            <w:tcW w:w="1276" w:type="dxa"/>
            <w:tcBorders>
              <w:left w:val="single" w:sz="4" w:space="0" w:color="auto"/>
            </w:tcBorders>
          </w:tcPr>
          <w:p w14:paraId="0984E14C" w14:textId="77777777" w:rsidR="00B15E99" w:rsidRPr="00EF2F0E" w:rsidRDefault="00B15E99" w:rsidP="00A40339">
            <w:pPr>
              <w:pStyle w:val="TAC"/>
              <w:rPr>
                <w:rFonts w:cs="Arial"/>
              </w:rPr>
            </w:pPr>
            <w:r w:rsidRPr="00EF2F0E">
              <w:rPr>
                <w:rFonts w:cs="Arial"/>
              </w:rPr>
              <w:t>-38</w:t>
            </w:r>
          </w:p>
        </w:tc>
        <w:tc>
          <w:tcPr>
            <w:tcW w:w="1559" w:type="dxa"/>
          </w:tcPr>
          <w:p w14:paraId="0984E14D"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14E" w14:textId="77777777" w:rsidR="00B15E99" w:rsidRPr="00EF2F0E" w:rsidRDefault="00B15E99" w:rsidP="00A40339">
            <w:pPr>
              <w:pStyle w:val="TAC"/>
              <w:rPr>
                <w:rFonts w:cs="Arial"/>
              </w:rPr>
            </w:pPr>
            <w:r w:rsidRPr="00EF2F0E">
              <w:rPr>
                <w:rFonts w:cs="Arial"/>
              </w:rPr>
              <w:t>See table 7.5.4.1-4</w:t>
            </w:r>
          </w:p>
        </w:tc>
        <w:tc>
          <w:tcPr>
            <w:tcW w:w="1276" w:type="dxa"/>
          </w:tcPr>
          <w:p w14:paraId="0984E14F" w14:textId="77777777" w:rsidR="00B15E99" w:rsidRPr="00EF2F0E" w:rsidRDefault="00B15E99" w:rsidP="00A40339">
            <w:pPr>
              <w:pStyle w:val="TAL"/>
              <w:rPr>
                <w:rFonts w:cs="Arial"/>
              </w:rPr>
            </w:pPr>
            <w:r w:rsidRPr="00EF2F0E">
              <w:rPr>
                <w:rFonts w:cs="Arial"/>
              </w:rPr>
              <w:t>See table 7.5.4.1-4</w:t>
            </w:r>
          </w:p>
        </w:tc>
      </w:tr>
      <w:tr w:rsidR="003401A4" w:rsidRPr="00EF2F0E" w14:paraId="0984E15C" w14:textId="77777777" w:rsidTr="00A40339">
        <w:trPr>
          <w:cantSplit/>
        </w:trPr>
        <w:tc>
          <w:tcPr>
            <w:tcW w:w="1134" w:type="dxa"/>
            <w:vMerge/>
            <w:tcBorders>
              <w:right w:val="single" w:sz="4" w:space="0" w:color="auto"/>
            </w:tcBorders>
          </w:tcPr>
          <w:p w14:paraId="0984E151"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152" w14:textId="77777777" w:rsidR="00B15E99" w:rsidRPr="00EF2F0E" w:rsidRDefault="00B15E99" w:rsidP="00A40339">
            <w:pPr>
              <w:pStyle w:val="TAL"/>
              <w:jc w:val="right"/>
              <w:rPr>
                <w:rFonts w:cs="Arial"/>
              </w:rPr>
            </w:pPr>
            <w:r w:rsidRPr="00EF2F0E">
              <w:rPr>
                <w:rFonts w:cs="Arial"/>
              </w:rPr>
              <w:t xml:space="preserve">1 </w:t>
            </w:r>
          </w:p>
          <w:p w14:paraId="0984E153"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+13)</w:t>
            </w:r>
          </w:p>
        </w:tc>
        <w:tc>
          <w:tcPr>
            <w:tcW w:w="425" w:type="dxa"/>
            <w:tcBorders>
              <w:top w:val="single" w:sz="4" w:space="0" w:color="auto"/>
              <w:left w:val="nil"/>
              <w:bottom w:val="single" w:sz="4" w:space="0" w:color="auto"/>
              <w:right w:val="nil"/>
            </w:tcBorders>
          </w:tcPr>
          <w:p w14:paraId="0984E154" w14:textId="77777777" w:rsidR="00B15E99" w:rsidRPr="00EF2F0E" w:rsidRDefault="00B15E99" w:rsidP="00A40339">
            <w:pPr>
              <w:pStyle w:val="TAL"/>
              <w:jc w:val="center"/>
              <w:rPr>
                <w:rFonts w:cs="Arial"/>
              </w:rPr>
            </w:pPr>
            <w:r w:rsidRPr="00EF2F0E">
              <w:rPr>
                <w:rFonts w:cs="Arial"/>
              </w:rPr>
              <w:t>to</w:t>
            </w:r>
          </w:p>
          <w:p w14:paraId="0984E155"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56"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157"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158" w14:textId="77777777" w:rsidR="00B15E99" w:rsidRPr="00EF2F0E" w:rsidRDefault="00B15E99" w:rsidP="00A40339">
            <w:pPr>
              <w:pStyle w:val="TAC"/>
              <w:rPr>
                <w:rFonts w:cs="Arial"/>
              </w:rPr>
            </w:pPr>
            <w:r w:rsidRPr="00EF2F0E">
              <w:rPr>
                <w:rFonts w:cs="Arial"/>
              </w:rPr>
              <w:t>-15</w:t>
            </w:r>
          </w:p>
        </w:tc>
        <w:tc>
          <w:tcPr>
            <w:tcW w:w="1559" w:type="dxa"/>
          </w:tcPr>
          <w:p w14:paraId="0984E159"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15A" w14:textId="77777777" w:rsidR="00B15E99" w:rsidRPr="00EF2F0E" w:rsidRDefault="00B15E99" w:rsidP="00A40339">
            <w:pPr>
              <w:pStyle w:val="TAC"/>
              <w:rPr>
                <w:rFonts w:cs="Arial"/>
              </w:rPr>
            </w:pPr>
            <w:r w:rsidRPr="00EF2F0E">
              <w:rPr>
                <w:rFonts w:cs="Arial"/>
              </w:rPr>
              <w:sym w:font="Symbol" w:char="F0BE"/>
            </w:r>
          </w:p>
        </w:tc>
        <w:tc>
          <w:tcPr>
            <w:tcW w:w="1276" w:type="dxa"/>
          </w:tcPr>
          <w:p w14:paraId="0984E15B"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165" w14:textId="77777777" w:rsidTr="00A40339">
        <w:trPr>
          <w:cantSplit/>
        </w:trPr>
        <w:tc>
          <w:tcPr>
            <w:tcW w:w="1134" w:type="dxa"/>
            <w:vMerge w:val="restart"/>
            <w:tcBorders>
              <w:right w:val="single" w:sz="4" w:space="0" w:color="auto"/>
            </w:tcBorders>
          </w:tcPr>
          <w:p w14:paraId="0984E15D" w14:textId="77777777" w:rsidR="00B15E99" w:rsidRPr="00EF2F0E" w:rsidRDefault="00B15E99" w:rsidP="00A40339">
            <w:pPr>
              <w:pStyle w:val="TAL"/>
              <w:jc w:val="center"/>
              <w:rPr>
                <w:rFonts w:cs="Arial"/>
              </w:rPr>
            </w:pPr>
            <w:r w:rsidRPr="00EF2F0E">
              <w:rPr>
                <w:rFonts w:cs="Arial"/>
              </w:rPr>
              <w:t>17</w:t>
            </w:r>
          </w:p>
        </w:tc>
        <w:tc>
          <w:tcPr>
            <w:tcW w:w="1276" w:type="dxa"/>
            <w:tcBorders>
              <w:top w:val="single" w:sz="4" w:space="0" w:color="auto"/>
              <w:left w:val="single" w:sz="4" w:space="0" w:color="auto"/>
              <w:bottom w:val="single" w:sz="4" w:space="0" w:color="auto"/>
              <w:right w:val="nil"/>
            </w:tcBorders>
          </w:tcPr>
          <w:p w14:paraId="0984E15E"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15F"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60"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+18)</w:t>
            </w:r>
          </w:p>
        </w:tc>
        <w:tc>
          <w:tcPr>
            <w:tcW w:w="1276" w:type="dxa"/>
            <w:tcBorders>
              <w:left w:val="single" w:sz="4" w:space="0" w:color="auto"/>
            </w:tcBorders>
          </w:tcPr>
          <w:p w14:paraId="0984E161" w14:textId="77777777" w:rsidR="00B15E99" w:rsidRPr="00EF2F0E" w:rsidRDefault="00B15E99" w:rsidP="00A40339">
            <w:pPr>
              <w:pStyle w:val="TAC"/>
              <w:rPr>
                <w:rFonts w:cs="Arial"/>
              </w:rPr>
            </w:pPr>
            <w:r w:rsidRPr="00EF2F0E">
              <w:rPr>
                <w:rFonts w:cs="Arial"/>
              </w:rPr>
              <w:t>-38</w:t>
            </w:r>
          </w:p>
        </w:tc>
        <w:tc>
          <w:tcPr>
            <w:tcW w:w="1559" w:type="dxa"/>
          </w:tcPr>
          <w:p w14:paraId="0984E162"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163" w14:textId="77777777" w:rsidR="00B15E99" w:rsidRPr="00EF2F0E" w:rsidRDefault="00B15E99" w:rsidP="00A40339">
            <w:pPr>
              <w:pStyle w:val="TAC"/>
              <w:rPr>
                <w:rFonts w:cs="Arial"/>
              </w:rPr>
            </w:pPr>
            <w:r w:rsidRPr="00EF2F0E">
              <w:rPr>
                <w:rFonts w:cs="Arial"/>
              </w:rPr>
              <w:t>See table 7.5.4.1-4</w:t>
            </w:r>
          </w:p>
        </w:tc>
        <w:tc>
          <w:tcPr>
            <w:tcW w:w="1276" w:type="dxa"/>
          </w:tcPr>
          <w:p w14:paraId="0984E164" w14:textId="77777777" w:rsidR="00B15E99" w:rsidRPr="00EF2F0E" w:rsidRDefault="00B15E99" w:rsidP="00A40339">
            <w:pPr>
              <w:pStyle w:val="TAL"/>
              <w:rPr>
                <w:rFonts w:cs="Arial"/>
              </w:rPr>
            </w:pPr>
            <w:r w:rsidRPr="00EF2F0E">
              <w:rPr>
                <w:rFonts w:cs="Arial"/>
              </w:rPr>
              <w:t>See table 7.5.4.1-4</w:t>
            </w:r>
          </w:p>
        </w:tc>
      </w:tr>
      <w:tr w:rsidR="003401A4" w:rsidRPr="00EF2F0E" w14:paraId="0984E171" w14:textId="77777777" w:rsidTr="00A40339">
        <w:trPr>
          <w:cantSplit/>
        </w:trPr>
        <w:tc>
          <w:tcPr>
            <w:tcW w:w="1134" w:type="dxa"/>
            <w:vMerge/>
            <w:tcBorders>
              <w:right w:val="single" w:sz="4" w:space="0" w:color="auto"/>
            </w:tcBorders>
          </w:tcPr>
          <w:p w14:paraId="0984E166"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167" w14:textId="77777777" w:rsidR="00B15E99" w:rsidRPr="00EF2F0E" w:rsidRDefault="00B15E99" w:rsidP="00A40339">
            <w:pPr>
              <w:pStyle w:val="TAL"/>
              <w:jc w:val="right"/>
              <w:rPr>
                <w:rFonts w:cs="Arial"/>
              </w:rPr>
            </w:pPr>
            <w:r w:rsidRPr="00EF2F0E">
              <w:rPr>
                <w:rFonts w:cs="Arial"/>
              </w:rPr>
              <w:t xml:space="preserve">1 </w:t>
            </w:r>
          </w:p>
          <w:p w14:paraId="0984E168"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+18)</w:t>
            </w:r>
          </w:p>
        </w:tc>
        <w:tc>
          <w:tcPr>
            <w:tcW w:w="425" w:type="dxa"/>
            <w:tcBorders>
              <w:top w:val="single" w:sz="4" w:space="0" w:color="auto"/>
              <w:left w:val="nil"/>
              <w:bottom w:val="single" w:sz="4" w:space="0" w:color="auto"/>
              <w:right w:val="nil"/>
            </w:tcBorders>
          </w:tcPr>
          <w:p w14:paraId="0984E169" w14:textId="77777777" w:rsidR="00B15E99" w:rsidRPr="00EF2F0E" w:rsidRDefault="00B15E99" w:rsidP="00A40339">
            <w:pPr>
              <w:pStyle w:val="TAL"/>
              <w:jc w:val="center"/>
              <w:rPr>
                <w:rFonts w:cs="Arial"/>
              </w:rPr>
            </w:pPr>
            <w:r w:rsidRPr="00EF2F0E">
              <w:rPr>
                <w:rFonts w:cs="Arial"/>
              </w:rPr>
              <w:t>to</w:t>
            </w:r>
          </w:p>
          <w:p w14:paraId="0984E16A"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6B"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16C"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16D" w14:textId="77777777" w:rsidR="00B15E99" w:rsidRPr="00EF2F0E" w:rsidRDefault="00B15E99" w:rsidP="00A40339">
            <w:pPr>
              <w:pStyle w:val="TAC"/>
              <w:rPr>
                <w:rFonts w:cs="Arial"/>
              </w:rPr>
            </w:pPr>
            <w:r w:rsidRPr="00EF2F0E">
              <w:rPr>
                <w:rFonts w:cs="Arial"/>
              </w:rPr>
              <w:t>-15</w:t>
            </w:r>
          </w:p>
        </w:tc>
        <w:tc>
          <w:tcPr>
            <w:tcW w:w="1559" w:type="dxa"/>
          </w:tcPr>
          <w:p w14:paraId="0984E16E"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16F" w14:textId="77777777" w:rsidR="00B15E99" w:rsidRPr="00EF2F0E" w:rsidRDefault="00B15E99" w:rsidP="00A40339">
            <w:pPr>
              <w:pStyle w:val="TAC"/>
              <w:rPr>
                <w:rFonts w:cs="Arial"/>
              </w:rPr>
            </w:pPr>
            <w:r w:rsidRPr="00EF2F0E">
              <w:rPr>
                <w:rFonts w:cs="Arial"/>
              </w:rPr>
              <w:sym w:font="Symbol" w:char="F0BE"/>
            </w:r>
          </w:p>
        </w:tc>
        <w:tc>
          <w:tcPr>
            <w:tcW w:w="1276" w:type="dxa"/>
          </w:tcPr>
          <w:p w14:paraId="0984E170"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17A" w14:textId="77777777" w:rsidTr="00A40339">
        <w:trPr>
          <w:cantSplit/>
        </w:trPr>
        <w:tc>
          <w:tcPr>
            <w:tcW w:w="1134" w:type="dxa"/>
            <w:vMerge w:val="restart"/>
            <w:tcBorders>
              <w:right w:val="single" w:sz="4" w:space="0" w:color="auto"/>
            </w:tcBorders>
          </w:tcPr>
          <w:p w14:paraId="0984E172" w14:textId="77777777" w:rsidR="00B15E99" w:rsidRPr="00EF2F0E" w:rsidRDefault="00B15E99" w:rsidP="00A40339">
            <w:pPr>
              <w:pStyle w:val="TAL"/>
              <w:jc w:val="center"/>
              <w:rPr>
                <w:rFonts w:cs="Arial"/>
              </w:rPr>
            </w:pPr>
            <w:r w:rsidRPr="00EF2F0E">
              <w:rPr>
                <w:rFonts w:cs="Arial"/>
              </w:rPr>
              <w:t>20</w:t>
            </w:r>
            <w:r w:rsidRPr="00EF2F0E">
              <w:rPr>
                <w:rFonts w:cs="Arial"/>
                <w:lang w:eastAsia="ko-KR"/>
              </w:rPr>
              <w:t>, 71</w:t>
            </w:r>
          </w:p>
        </w:tc>
        <w:tc>
          <w:tcPr>
            <w:tcW w:w="1276" w:type="dxa"/>
            <w:tcBorders>
              <w:top w:val="single" w:sz="4" w:space="0" w:color="auto"/>
              <w:left w:val="single" w:sz="4" w:space="0" w:color="auto"/>
              <w:bottom w:val="single" w:sz="4" w:space="0" w:color="auto"/>
              <w:right w:val="nil"/>
            </w:tcBorders>
          </w:tcPr>
          <w:p w14:paraId="0984E173"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-11)</w:t>
            </w:r>
          </w:p>
        </w:tc>
        <w:tc>
          <w:tcPr>
            <w:tcW w:w="425" w:type="dxa"/>
            <w:tcBorders>
              <w:top w:val="single" w:sz="4" w:space="0" w:color="auto"/>
              <w:left w:val="nil"/>
              <w:bottom w:val="single" w:sz="4" w:space="0" w:color="auto"/>
              <w:right w:val="nil"/>
            </w:tcBorders>
          </w:tcPr>
          <w:p w14:paraId="0984E174"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75"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+20)</w:t>
            </w:r>
          </w:p>
        </w:tc>
        <w:tc>
          <w:tcPr>
            <w:tcW w:w="1276" w:type="dxa"/>
            <w:tcBorders>
              <w:left w:val="single" w:sz="4" w:space="0" w:color="auto"/>
            </w:tcBorders>
          </w:tcPr>
          <w:p w14:paraId="0984E176" w14:textId="77777777" w:rsidR="00B15E99" w:rsidRPr="00EF2F0E" w:rsidRDefault="00B15E99" w:rsidP="00A40339">
            <w:pPr>
              <w:pStyle w:val="TAC"/>
              <w:rPr>
                <w:rFonts w:cs="Arial"/>
              </w:rPr>
            </w:pPr>
            <w:r w:rsidRPr="00EF2F0E">
              <w:rPr>
                <w:rFonts w:cs="Arial"/>
              </w:rPr>
              <w:t>-38</w:t>
            </w:r>
          </w:p>
        </w:tc>
        <w:tc>
          <w:tcPr>
            <w:tcW w:w="1559" w:type="dxa"/>
          </w:tcPr>
          <w:p w14:paraId="0984E177"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178" w14:textId="77777777" w:rsidR="00B15E99" w:rsidRPr="00EF2F0E" w:rsidRDefault="00B15E99" w:rsidP="00A40339">
            <w:pPr>
              <w:pStyle w:val="TAC"/>
              <w:rPr>
                <w:rFonts w:cs="Arial"/>
              </w:rPr>
            </w:pPr>
            <w:r w:rsidRPr="00EF2F0E">
              <w:rPr>
                <w:rFonts w:cs="Arial"/>
              </w:rPr>
              <w:t>See table 7.5.4.1-4</w:t>
            </w:r>
          </w:p>
        </w:tc>
        <w:tc>
          <w:tcPr>
            <w:tcW w:w="1276" w:type="dxa"/>
          </w:tcPr>
          <w:p w14:paraId="0984E179" w14:textId="77777777" w:rsidR="00B15E99" w:rsidRPr="00EF2F0E" w:rsidRDefault="00B15E99" w:rsidP="00A40339">
            <w:pPr>
              <w:pStyle w:val="TAL"/>
              <w:rPr>
                <w:rFonts w:cs="Arial"/>
              </w:rPr>
            </w:pPr>
            <w:r w:rsidRPr="00EF2F0E">
              <w:rPr>
                <w:rFonts w:cs="Arial"/>
              </w:rPr>
              <w:t>See table 7.5.4.1-4</w:t>
            </w:r>
          </w:p>
        </w:tc>
      </w:tr>
      <w:tr w:rsidR="003401A4" w:rsidRPr="00EF2F0E" w14:paraId="0984E186" w14:textId="77777777" w:rsidTr="00A40339">
        <w:trPr>
          <w:cantSplit/>
        </w:trPr>
        <w:tc>
          <w:tcPr>
            <w:tcW w:w="1134" w:type="dxa"/>
            <w:vMerge/>
            <w:tcBorders>
              <w:right w:val="single" w:sz="4" w:space="0" w:color="auto"/>
            </w:tcBorders>
          </w:tcPr>
          <w:p w14:paraId="0984E17B"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17C" w14:textId="77777777" w:rsidR="00B15E99" w:rsidRPr="00EF2F0E" w:rsidRDefault="00B15E99" w:rsidP="00A40339">
            <w:pPr>
              <w:pStyle w:val="TAL"/>
              <w:jc w:val="right"/>
              <w:rPr>
                <w:rFonts w:cs="Arial"/>
              </w:rPr>
            </w:pPr>
            <w:r w:rsidRPr="00EF2F0E">
              <w:rPr>
                <w:rFonts w:cs="Arial"/>
              </w:rPr>
              <w:t xml:space="preserve">1 </w:t>
            </w:r>
          </w:p>
          <w:p w14:paraId="0984E17D"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+20)</w:t>
            </w:r>
          </w:p>
        </w:tc>
        <w:tc>
          <w:tcPr>
            <w:tcW w:w="425" w:type="dxa"/>
            <w:tcBorders>
              <w:top w:val="single" w:sz="4" w:space="0" w:color="auto"/>
              <w:left w:val="nil"/>
              <w:bottom w:val="single" w:sz="4" w:space="0" w:color="auto"/>
              <w:right w:val="nil"/>
            </w:tcBorders>
          </w:tcPr>
          <w:p w14:paraId="0984E17E" w14:textId="77777777" w:rsidR="00B15E99" w:rsidRPr="00EF2F0E" w:rsidRDefault="00B15E99" w:rsidP="00A40339">
            <w:pPr>
              <w:pStyle w:val="TAL"/>
              <w:jc w:val="center"/>
              <w:rPr>
                <w:rFonts w:cs="Arial"/>
              </w:rPr>
            </w:pPr>
            <w:r w:rsidRPr="00EF2F0E">
              <w:rPr>
                <w:rFonts w:cs="Arial"/>
              </w:rPr>
              <w:t>to</w:t>
            </w:r>
          </w:p>
          <w:p w14:paraId="0984E17F"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80"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-11) </w:t>
            </w:r>
          </w:p>
          <w:p w14:paraId="0984E181"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182" w14:textId="77777777" w:rsidR="00B15E99" w:rsidRPr="00EF2F0E" w:rsidRDefault="00B15E99" w:rsidP="00A40339">
            <w:pPr>
              <w:pStyle w:val="TAC"/>
              <w:rPr>
                <w:rFonts w:cs="Arial"/>
              </w:rPr>
            </w:pPr>
            <w:r w:rsidRPr="00EF2F0E">
              <w:rPr>
                <w:rFonts w:cs="Arial"/>
              </w:rPr>
              <w:t>-15</w:t>
            </w:r>
          </w:p>
        </w:tc>
        <w:tc>
          <w:tcPr>
            <w:tcW w:w="1559" w:type="dxa"/>
          </w:tcPr>
          <w:p w14:paraId="0984E183"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184" w14:textId="77777777" w:rsidR="00B15E99" w:rsidRPr="00EF2F0E" w:rsidRDefault="00B15E99" w:rsidP="00A40339">
            <w:pPr>
              <w:pStyle w:val="TAC"/>
              <w:rPr>
                <w:rFonts w:cs="Arial"/>
              </w:rPr>
            </w:pPr>
            <w:r w:rsidRPr="00EF2F0E">
              <w:rPr>
                <w:rFonts w:cs="Arial"/>
              </w:rPr>
              <w:sym w:font="Symbol" w:char="F0BE"/>
            </w:r>
          </w:p>
        </w:tc>
        <w:tc>
          <w:tcPr>
            <w:tcW w:w="1276" w:type="dxa"/>
          </w:tcPr>
          <w:p w14:paraId="0984E185"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18F" w14:textId="77777777" w:rsidTr="00A40339">
        <w:trPr>
          <w:cantSplit/>
        </w:trPr>
        <w:tc>
          <w:tcPr>
            <w:tcW w:w="1134" w:type="dxa"/>
            <w:vMerge w:val="restart"/>
            <w:tcBorders>
              <w:right w:val="single" w:sz="4" w:space="0" w:color="auto"/>
            </w:tcBorders>
          </w:tcPr>
          <w:p w14:paraId="0984E187" w14:textId="77777777" w:rsidR="00B15E99" w:rsidRPr="00EF2F0E" w:rsidRDefault="00B15E99" w:rsidP="00A40339">
            <w:pPr>
              <w:pStyle w:val="TAL"/>
              <w:jc w:val="center"/>
              <w:rPr>
                <w:rFonts w:cs="Arial"/>
              </w:rPr>
            </w:pPr>
            <w:r w:rsidRPr="00EF2F0E">
              <w:rPr>
                <w:rFonts w:cs="Arial"/>
              </w:rPr>
              <w:t>25</w:t>
            </w:r>
          </w:p>
        </w:tc>
        <w:tc>
          <w:tcPr>
            <w:tcW w:w="1276" w:type="dxa"/>
            <w:tcBorders>
              <w:top w:val="single" w:sz="4" w:space="0" w:color="auto"/>
              <w:left w:val="single" w:sz="4" w:space="0" w:color="auto"/>
              <w:bottom w:val="single" w:sz="4" w:space="0" w:color="auto"/>
              <w:right w:val="nil"/>
            </w:tcBorders>
          </w:tcPr>
          <w:p w14:paraId="0984E188"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189"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8A"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+15)</w:t>
            </w:r>
          </w:p>
        </w:tc>
        <w:tc>
          <w:tcPr>
            <w:tcW w:w="1276" w:type="dxa"/>
            <w:tcBorders>
              <w:left w:val="single" w:sz="4" w:space="0" w:color="auto"/>
            </w:tcBorders>
          </w:tcPr>
          <w:p w14:paraId="0984E18B" w14:textId="77777777" w:rsidR="00B15E99" w:rsidRPr="00EF2F0E" w:rsidRDefault="00B15E99" w:rsidP="00A40339">
            <w:pPr>
              <w:pStyle w:val="TAC"/>
              <w:rPr>
                <w:rFonts w:cs="Arial"/>
              </w:rPr>
            </w:pPr>
            <w:r w:rsidRPr="00EF2F0E">
              <w:rPr>
                <w:rFonts w:cs="Arial"/>
              </w:rPr>
              <w:t>-38</w:t>
            </w:r>
          </w:p>
        </w:tc>
        <w:tc>
          <w:tcPr>
            <w:tcW w:w="1559" w:type="dxa"/>
          </w:tcPr>
          <w:p w14:paraId="0984E18C"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18D" w14:textId="77777777" w:rsidR="00B15E99" w:rsidRPr="00EF2F0E" w:rsidRDefault="00B15E99" w:rsidP="00A40339">
            <w:pPr>
              <w:pStyle w:val="TAC"/>
              <w:rPr>
                <w:rFonts w:cs="Arial"/>
              </w:rPr>
            </w:pPr>
            <w:r w:rsidRPr="00EF2F0E">
              <w:rPr>
                <w:rFonts w:cs="Arial"/>
              </w:rPr>
              <w:t>See table 7.5.4.1-4</w:t>
            </w:r>
          </w:p>
        </w:tc>
        <w:tc>
          <w:tcPr>
            <w:tcW w:w="1276" w:type="dxa"/>
          </w:tcPr>
          <w:p w14:paraId="0984E18E" w14:textId="77777777" w:rsidR="00B15E99" w:rsidRPr="00EF2F0E" w:rsidRDefault="00B15E99" w:rsidP="00A40339">
            <w:pPr>
              <w:pStyle w:val="TAL"/>
              <w:rPr>
                <w:rFonts w:cs="Arial"/>
              </w:rPr>
            </w:pPr>
            <w:r w:rsidRPr="00EF2F0E">
              <w:rPr>
                <w:rFonts w:cs="Arial"/>
              </w:rPr>
              <w:t>See table 7.5.4.1-4</w:t>
            </w:r>
          </w:p>
        </w:tc>
      </w:tr>
      <w:tr w:rsidR="003401A4" w:rsidRPr="00EF2F0E" w14:paraId="0984E19B" w14:textId="77777777" w:rsidTr="00A40339">
        <w:trPr>
          <w:cantSplit/>
        </w:trPr>
        <w:tc>
          <w:tcPr>
            <w:tcW w:w="1134" w:type="dxa"/>
            <w:vMerge/>
            <w:tcBorders>
              <w:right w:val="single" w:sz="4" w:space="0" w:color="auto"/>
            </w:tcBorders>
          </w:tcPr>
          <w:p w14:paraId="0984E190"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191" w14:textId="77777777" w:rsidR="00B15E99" w:rsidRPr="00EF2F0E" w:rsidRDefault="00B15E99" w:rsidP="00A40339">
            <w:pPr>
              <w:pStyle w:val="TAL"/>
              <w:jc w:val="right"/>
              <w:rPr>
                <w:rFonts w:cs="Arial"/>
              </w:rPr>
            </w:pPr>
            <w:r w:rsidRPr="00EF2F0E">
              <w:rPr>
                <w:rFonts w:cs="Arial"/>
              </w:rPr>
              <w:t xml:space="preserve">1 </w:t>
            </w:r>
          </w:p>
          <w:p w14:paraId="0984E192"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+15)</w:t>
            </w:r>
          </w:p>
        </w:tc>
        <w:tc>
          <w:tcPr>
            <w:tcW w:w="425" w:type="dxa"/>
            <w:tcBorders>
              <w:top w:val="single" w:sz="4" w:space="0" w:color="auto"/>
              <w:left w:val="nil"/>
              <w:bottom w:val="single" w:sz="4" w:space="0" w:color="auto"/>
              <w:right w:val="nil"/>
            </w:tcBorders>
          </w:tcPr>
          <w:p w14:paraId="0984E193" w14:textId="77777777" w:rsidR="00B15E99" w:rsidRPr="00EF2F0E" w:rsidRDefault="00B15E99" w:rsidP="00A40339">
            <w:pPr>
              <w:pStyle w:val="TAL"/>
              <w:jc w:val="center"/>
              <w:rPr>
                <w:rFonts w:cs="Arial"/>
              </w:rPr>
            </w:pPr>
            <w:r w:rsidRPr="00EF2F0E">
              <w:rPr>
                <w:rFonts w:cs="Arial"/>
              </w:rPr>
              <w:t>to</w:t>
            </w:r>
          </w:p>
          <w:p w14:paraId="0984E194"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95"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196"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197" w14:textId="77777777" w:rsidR="00B15E99" w:rsidRPr="00EF2F0E" w:rsidRDefault="00B15E99" w:rsidP="00A40339">
            <w:pPr>
              <w:pStyle w:val="TAC"/>
              <w:rPr>
                <w:rFonts w:cs="Arial"/>
              </w:rPr>
            </w:pPr>
            <w:r w:rsidRPr="00EF2F0E">
              <w:rPr>
                <w:rFonts w:cs="Arial"/>
              </w:rPr>
              <w:t>-15</w:t>
            </w:r>
          </w:p>
        </w:tc>
        <w:tc>
          <w:tcPr>
            <w:tcW w:w="1559" w:type="dxa"/>
          </w:tcPr>
          <w:p w14:paraId="0984E198"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199" w14:textId="77777777" w:rsidR="00B15E99" w:rsidRPr="00EF2F0E" w:rsidRDefault="00B15E99" w:rsidP="00A40339">
            <w:pPr>
              <w:pStyle w:val="TAC"/>
              <w:rPr>
                <w:rFonts w:cs="Arial"/>
              </w:rPr>
            </w:pPr>
            <w:r w:rsidRPr="00EF2F0E">
              <w:rPr>
                <w:rFonts w:cs="Arial"/>
              </w:rPr>
              <w:sym w:font="Symbol" w:char="F0BE"/>
            </w:r>
          </w:p>
        </w:tc>
        <w:tc>
          <w:tcPr>
            <w:tcW w:w="1276" w:type="dxa"/>
          </w:tcPr>
          <w:p w14:paraId="0984E19A" w14:textId="77777777" w:rsidR="00B15E99" w:rsidRPr="00EF2F0E" w:rsidRDefault="00B15E99" w:rsidP="00A40339">
            <w:pPr>
              <w:pStyle w:val="TAL"/>
              <w:rPr>
                <w:rFonts w:cs="Arial"/>
              </w:rPr>
            </w:pPr>
            <w:r w:rsidRPr="00EF2F0E">
              <w:rPr>
                <w:rFonts w:cs="Arial"/>
              </w:rPr>
              <w:t>CW carrier</w:t>
            </w:r>
          </w:p>
        </w:tc>
      </w:tr>
      <w:tr w:rsidR="003401A4" w:rsidRPr="00EF2F0E" w14:paraId="0984E1A4" w14:textId="77777777" w:rsidTr="00A40339">
        <w:trPr>
          <w:cantSplit/>
        </w:trPr>
        <w:tc>
          <w:tcPr>
            <w:tcW w:w="1134" w:type="dxa"/>
            <w:vMerge w:val="restart"/>
            <w:tcBorders>
              <w:right w:val="single" w:sz="4" w:space="0" w:color="auto"/>
            </w:tcBorders>
          </w:tcPr>
          <w:p w14:paraId="0984E19C" w14:textId="77777777" w:rsidR="00B15E99" w:rsidRPr="00EF2F0E" w:rsidRDefault="00B15E99" w:rsidP="00A40339">
            <w:pPr>
              <w:pStyle w:val="TAC"/>
              <w:rPr>
                <w:lang w:eastAsia="zh-CN"/>
              </w:rPr>
            </w:pPr>
            <w:r w:rsidRPr="00EF2F0E">
              <w:rPr>
                <w:lang w:eastAsia="zh-CN"/>
              </w:rPr>
              <w:t>31</w:t>
            </w:r>
            <w:r w:rsidRPr="00EF2F0E">
              <w:rPr>
                <w:rFonts w:cs="Arial"/>
                <w:lang w:eastAsia="zh-CN"/>
              </w:rPr>
              <w:t>, 72</w:t>
            </w:r>
            <w:r w:rsidRPr="00EF2F0E">
              <w:rPr>
                <w:lang w:eastAsia="ja-JP"/>
              </w:rPr>
              <w:t xml:space="preserve">, </w:t>
            </w:r>
            <w:r w:rsidR="00AA1961" w:rsidRPr="00EF2F0E">
              <w:rPr>
                <w:lang w:eastAsia="ja-JP"/>
              </w:rPr>
              <w:t xml:space="preserve">73, </w:t>
            </w:r>
            <w:r w:rsidRPr="00EF2F0E">
              <w:rPr>
                <w:lang w:eastAsia="ja-JP"/>
              </w:rPr>
              <w:t>74</w:t>
            </w:r>
          </w:p>
        </w:tc>
        <w:tc>
          <w:tcPr>
            <w:tcW w:w="1276" w:type="dxa"/>
            <w:tcBorders>
              <w:top w:val="single" w:sz="4" w:space="0" w:color="auto"/>
              <w:left w:val="single" w:sz="4" w:space="0" w:color="auto"/>
              <w:bottom w:val="single" w:sz="4" w:space="0" w:color="auto"/>
              <w:right w:val="nil"/>
            </w:tcBorders>
          </w:tcPr>
          <w:p w14:paraId="0984E19D"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19E"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9F"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UL_high </w:t>
            </w:r>
            <w:r w:rsidRPr="00EF2F0E">
              <w:rPr>
                <w:rFonts w:cs="Arial"/>
              </w:rPr>
              <w:t>+</w:t>
            </w:r>
            <w:r w:rsidRPr="00EF2F0E">
              <w:rPr>
                <w:rFonts w:cs="Arial"/>
                <w:lang w:eastAsia="zh-CN"/>
              </w:rPr>
              <w:t>5</w:t>
            </w:r>
            <w:r w:rsidRPr="00EF2F0E">
              <w:rPr>
                <w:rFonts w:cs="Arial"/>
              </w:rPr>
              <w:t>)</w:t>
            </w:r>
          </w:p>
        </w:tc>
        <w:tc>
          <w:tcPr>
            <w:tcW w:w="1276" w:type="dxa"/>
            <w:tcBorders>
              <w:left w:val="single" w:sz="4" w:space="0" w:color="auto"/>
            </w:tcBorders>
          </w:tcPr>
          <w:p w14:paraId="0984E1A0" w14:textId="77777777" w:rsidR="00B15E99" w:rsidRPr="00EF2F0E" w:rsidRDefault="00B15E99" w:rsidP="00A40339">
            <w:pPr>
              <w:pStyle w:val="TAC"/>
              <w:rPr>
                <w:rFonts w:cs="Arial"/>
              </w:rPr>
            </w:pPr>
            <w:r w:rsidRPr="00EF2F0E">
              <w:rPr>
                <w:rFonts w:cs="Arial"/>
              </w:rPr>
              <w:t>-38</w:t>
            </w:r>
          </w:p>
        </w:tc>
        <w:tc>
          <w:tcPr>
            <w:tcW w:w="1559" w:type="dxa"/>
          </w:tcPr>
          <w:p w14:paraId="0984E1A1"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1A2" w14:textId="77777777" w:rsidR="00B15E99" w:rsidRPr="00EF2F0E" w:rsidRDefault="00B15E99" w:rsidP="00A40339">
            <w:pPr>
              <w:pStyle w:val="TAC"/>
              <w:rPr>
                <w:rFonts w:cs="Arial"/>
              </w:rPr>
            </w:pPr>
            <w:r w:rsidRPr="00EF2F0E">
              <w:rPr>
                <w:rFonts w:cs="Arial"/>
              </w:rPr>
              <w:t>See table 7.5.4.1-4</w:t>
            </w:r>
          </w:p>
        </w:tc>
        <w:tc>
          <w:tcPr>
            <w:tcW w:w="1276" w:type="dxa"/>
          </w:tcPr>
          <w:p w14:paraId="0984E1A3" w14:textId="77777777" w:rsidR="00B15E99" w:rsidRPr="00EF2F0E" w:rsidRDefault="00B15E99" w:rsidP="00A40339">
            <w:pPr>
              <w:pStyle w:val="TAL"/>
              <w:rPr>
                <w:rFonts w:cs="Arial"/>
              </w:rPr>
            </w:pPr>
            <w:r w:rsidRPr="00EF2F0E">
              <w:rPr>
                <w:rFonts w:cs="Arial"/>
              </w:rPr>
              <w:t>See table 7.5.4.1-4</w:t>
            </w:r>
          </w:p>
        </w:tc>
      </w:tr>
      <w:tr w:rsidR="003401A4" w:rsidRPr="00EF2F0E" w14:paraId="0984E1B0" w14:textId="77777777" w:rsidTr="00A40339">
        <w:trPr>
          <w:cantSplit/>
        </w:trPr>
        <w:tc>
          <w:tcPr>
            <w:tcW w:w="1134" w:type="dxa"/>
            <w:vMerge/>
            <w:tcBorders>
              <w:right w:val="single" w:sz="4" w:space="0" w:color="auto"/>
            </w:tcBorders>
          </w:tcPr>
          <w:p w14:paraId="0984E1A5" w14:textId="77777777" w:rsidR="00B15E99" w:rsidRPr="00EF2F0E" w:rsidRDefault="00B15E99" w:rsidP="00A40339">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1A6" w14:textId="77777777" w:rsidR="00B15E99" w:rsidRPr="00EF2F0E" w:rsidRDefault="00B15E99" w:rsidP="00A40339">
            <w:pPr>
              <w:pStyle w:val="TAL"/>
              <w:jc w:val="right"/>
              <w:rPr>
                <w:rFonts w:cs="Arial"/>
              </w:rPr>
            </w:pPr>
            <w:r w:rsidRPr="00EF2F0E">
              <w:rPr>
                <w:rFonts w:cs="Arial"/>
              </w:rPr>
              <w:t xml:space="preserve">1 </w:t>
            </w:r>
          </w:p>
          <w:p w14:paraId="0984E1A7" w14:textId="77777777" w:rsidR="00B15E99" w:rsidRPr="00EF2F0E" w:rsidRDefault="00B15E99" w:rsidP="00A40339">
            <w:pPr>
              <w:pStyle w:val="TAL"/>
              <w:jc w:val="right"/>
              <w:rPr>
                <w:rFonts w:cs="Arial"/>
              </w:rPr>
            </w:pPr>
            <w:r w:rsidRPr="00EF2F0E">
              <w:rPr>
                <w:rFonts w:cs="Arial"/>
              </w:rPr>
              <w:t>(F</w:t>
            </w:r>
            <w:r w:rsidRPr="00EF2F0E">
              <w:rPr>
                <w:rFonts w:cs="Arial"/>
                <w:vertAlign w:val="subscript"/>
              </w:rPr>
              <w:t xml:space="preserve">UL_high </w:t>
            </w:r>
            <w:r w:rsidRPr="00EF2F0E">
              <w:rPr>
                <w:rFonts w:cs="Arial"/>
              </w:rPr>
              <w:t>+</w:t>
            </w:r>
            <w:r w:rsidRPr="00EF2F0E">
              <w:rPr>
                <w:rFonts w:cs="Arial"/>
                <w:lang w:eastAsia="zh-CN"/>
              </w:rPr>
              <w:t>5</w:t>
            </w:r>
            <w:r w:rsidRPr="00EF2F0E">
              <w:rPr>
                <w:rFonts w:cs="Arial"/>
              </w:rPr>
              <w:t>)</w:t>
            </w:r>
          </w:p>
        </w:tc>
        <w:tc>
          <w:tcPr>
            <w:tcW w:w="425" w:type="dxa"/>
            <w:tcBorders>
              <w:top w:val="single" w:sz="4" w:space="0" w:color="auto"/>
              <w:left w:val="nil"/>
              <w:bottom w:val="single" w:sz="4" w:space="0" w:color="auto"/>
              <w:right w:val="nil"/>
            </w:tcBorders>
          </w:tcPr>
          <w:p w14:paraId="0984E1A8" w14:textId="77777777" w:rsidR="00B15E99" w:rsidRPr="00EF2F0E" w:rsidRDefault="00B15E99" w:rsidP="00A40339">
            <w:pPr>
              <w:pStyle w:val="TAL"/>
              <w:jc w:val="center"/>
              <w:rPr>
                <w:rFonts w:cs="Arial"/>
              </w:rPr>
            </w:pPr>
            <w:r w:rsidRPr="00EF2F0E">
              <w:rPr>
                <w:rFonts w:cs="Arial"/>
              </w:rPr>
              <w:t>to</w:t>
            </w:r>
          </w:p>
          <w:p w14:paraId="0984E1A9" w14:textId="77777777" w:rsidR="00B15E99" w:rsidRPr="00EF2F0E" w:rsidRDefault="00B15E99" w:rsidP="00A40339">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AA" w14:textId="77777777" w:rsidR="00B15E99" w:rsidRPr="00EF2F0E" w:rsidRDefault="00B15E99" w:rsidP="00A40339">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1AB" w14:textId="77777777" w:rsidR="00B15E99" w:rsidRPr="00EF2F0E" w:rsidRDefault="00B15E99" w:rsidP="00A40339">
            <w:pPr>
              <w:pStyle w:val="TAL"/>
              <w:rPr>
                <w:rFonts w:cs="Arial"/>
              </w:rPr>
            </w:pPr>
            <w:r w:rsidRPr="00EF2F0E">
              <w:rPr>
                <w:rFonts w:cs="Arial"/>
              </w:rPr>
              <w:t>12750</w:t>
            </w:r>
          </w:p>
        </w:tc>
        <w:tc>
          <w:tcPr>
            <w:tcW w:w="1276" w:type="dxa"/>
            <w:tcBorders>
              <w:left w:val="single" w:sz="4" w:space="0" w:color="auto"/>
            </w:tcBorders>
          </w:tcPr>
          <w:p w14:paraId="0984E1AC" w14:textId="77777777" w:rsidR="00B15E99" w:rsidRPr="00EF2F0E" w:rsidRDefault="00B15E99" w:rsidP="00A40339">
            <w:pPr>
              <w:pStyle w:val="TAC"/>
              <w:rPr>
                <w:rFonts w:cs="Arial"/>
              </w:rPr>
            </w:pPr>
            <w:r w:rsidRPr="00EF2F0E">
              <w:rPr>
                <w:rFonts w:cs="Arial"/>
              </w:rPr>
              <w:t>-15</w:t>
            </w:r>
          </w:p>
        </w:tc>
        <w:tc>
          <w:tcPr>
            <w:tcW w:w="1559" w:type="dxa"/>
          </w:tcPr>
          <w:p w14:paraId="0984E1AD" w14:textId="77777777" w:rsidR="00B15E99" w:rsidRPr="00EF2F0E" w:rsidRDefault="00B15E99" w:rsidP="00A40339">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1AE" w14:textId="77777777" w:rsidR="00B15E99" w:rsidRPr="00EF2F0E" w:rsidRDefault="00B15E99" w:rsidP="00A40339">
            <w:pPr>
              <w:pStyle w:val="TAC"/>
              <w:rPr>
                <w:rFonts w:cs="Arial"/>
              </w:rPr>
            </w:pPr>
            <w:r w:rsidRPr="00EF2F0E">
              <w:rPr>
                <w:rFonts w:cs="Arial"/>
              </w:rPr>
              <w:sym w:font="Symbol" w:char="F0BE"/>
            </w:r>
          </w:p>
        </w:tc>
        <w:tc>
          <w:tcPr>
            <w:tcW w:w="1276" w:type="dxa"/>
          </w:tcPr>
          <w:p w14:paraId="0984E1AF" w14:textId="77777777" w:rsidR="00B15E99" w:rsidRPr="00EF2F0E" w:rsidRDefault="00B15E99" w:rsidP="00A40339">
            <w:pPr>
              <w:pStyle w:val="TAL"/>
              <w:rPr>
                <w:rFonts w:cs="Arial"/>
              </w:rPr>
            </w:pPr>
            <w:r w:rsidRPr="00EF2F0E">
              <w:rPr>
                <w:rFonts w:cs="Arial"/>
              </w:rPr>
              <w:t xml:space="preserve">CW carrier </w:t>
            </w:r>
          </w:p>
        </w:tc>
      </w:tr>
      <w:tr w:rsidR="003401A4" w:rsidRPr="00EF2F0E" w14:paraId="0984E1B9" w14:textId="77777777" w:rsidTr="00AA1961">
        <w:trPr>
          <w:cantSplit/>
        </w:trPr>
        <w:tc>
          <w:tcPr>
            <w:tcW w:w="1134" w:type="dxa"/>
            <w:vMerge w:val="restart"/>
            <w:tcBorders>
              <w:right w:val="single" w:sz="4" w:space="0" w:color="auto"/>
            </w:tcBorders>
          </w:tcPr>
          <w:p w14:paraId="0984E1B1" w14:textId="77777777" w:rsidR="00AA1961" w:rsidRPr="00EF2F0E" w:rsidRDefault="00AA1961" w:rsidP="00AA1961">
            <w:pPr>
              <w:pStyle w:val="TAC"/>
              <w:rPr>
                <w:lang w:eastAsia="zh-CN"/>
              </w:rPr>
            </w:pPr>
            <w:r w:rsidRPr="00EF2F0E">
              <w:rPr>
                <w:rFonts w:cs="Arial"/>
                <w:lang w:eastAsia="ko-KR"/>
              </w:rPr>
              <w:t>85</w:t>
            </w:r>
          </w:p>
        </w:tc>
        <w:tc>
          <w:tcPr>
            <w:tcW w:w="1276" w:type="dxa"/>
            <w:tcBorders>
              <w:top w:val="single" w:sz="4" w:space="0" w:color="auto"/>
              <w:left w:val="single" w:sz="4" w:space="0" w:color="auto"/>
              <w:bottom w:val="single" w:sz="4" w:space="0" w:color="auto"/>
              <w:right w:val="nil"/>
            </w:tcBorders>
          </w:tcPr>
          <w:p w14:paraId="0984E1B2" w14:textId="77777777" w:rsidR="00AA1961" w:rsidRPr="00EF2F0E" w:rsidRDefault="00AA1961" w:rsidP="00AA1961">
            <w:pPr>
              <w:pStyle w:val="TAL"/>
              <w:jc w:val="right"/>
              <w:rPr>
                <w:rFonts w:cs="Arial"/>
              </w:rPr>
            </w:pPr>
            <w:r w:rsidRPr="00EF2F0E">
              <w:rPr>
                <w:rFonts w:cs="Arial"/>
              </w:rPr>
              <w:t>(F</w:t>
            </w:r>
            <w:r w:rsidRPr="00EF2F0E">
              <w:rPr>
                <w:rFonts w:cs="Arial"/>
                <w:vertAlign w:val="subscript"/>
              </w:rPr>
              <w:t xml:space="preserve">UL_low </w:t>
            </w:r>
            <w:r w:rsidRPr="00EF2F0E">
              <w:rPr>
                <w:rFonts w:cs="Arial"/>
              </w:rPr>
              <w:t>-20)</w:t>
            </w:r>
          </w:p>
        </w:tc>
        <w:tc>
          <w:tcPr>
            <w:tcW w:w="425" w:type="dxa"/>
            <w:tcBorders>
              <w:top w:val="single" w:sz="4" w:space="0" w:color="auto"/>
              <w:left w:val="nil"/>
              <w:bottom w:val="single" w:sz="4" w:space="0" w:color="auto"/>
              <w:right w:val="nil"/>
            </w:tcBorders>
          </w:tcPr>
          <w:p w14:paraId="0984E1B3" w14:textId="77777777" w:rsidR="00AA1961" w:rsidRPr="00EF2F0E" w:rsidRDefault="00AA1961" w:rsidP="00AA1961">
            <w:pPr>
              <w:pStyle w:val="TAL"/>
              <w:jc w:val="center"/>
              <w:rPr>
                <w:rFonts w:cs="Arial"/>
              </w:rPr>
            </w:pPr>
            <w:r w:rsidRPr="00EF2F0E">
              <w:rPr>
                <w:rFonts w:cs="Arial"/>
              </w:rPr>
              <w:t>to</w:t>
            </w:r>
          </w:p>
        </w:tc>
        <w:tc>
          <w:tcPr>
            <w:tcW w:w="1276" w:type="dxa"/>
            <w:tcBorders>
              <w:top w:val="single" w:sz="4" w:space="0" w:color="auto"/>
              <w:left w:val="nil"/>
              <w:bottom w:val="single" w:sz="4" w:space="0" w:color="auto"/>
              <w:right w:val="single" w:sz="4" w:space="0" w:color="auto"/>
            </w:tcBorders>
          </w:tcPr>
          <w:p w14:paraId="0984E1B4" w14:textId="77777777" w:rsidR="00AA1961" w:rsidRPr="00EF2F0E" w:rsidRDefault="00AA1961" w:rsidP="00AA1961">
            <w:pPr>
              <w:pStyle w:val="TAL"/>
              <w:rPr>
                <w:rFonts w:cs="Arial"/>
              </w:rPr>
            </w:pPr>
            <w:r w:rsidRPr="00EF2F0E">
              <w:rPr>
                <w:rFonts w:cs="Arial"/>
              </w:rPr>
              <w:t>(F</w:t>
            </w:r>
            <w:r w:rsidRPr="00EF2F0E">
              <w:rPr>
                <w:rFonts w:cs="Arial"/>
                <w:vertAlign w:val="subscript"/>
              </w:rPr>
              <w:t xml:space="preserve">UL_high </w:t>
            </w:r>
            <w:r w:rsidRPr="00EF2F0E">
              <w:rPr>
                <w:rFonts w:cs="Arial"/>
              </w:rPr>
              <w:t>+</w:t>
            </w:r>
            <w:r w:rsidRPr="00EF2F0E">
              <w:rPr>
                <w:rFonts w:cs="Arial" w:hint="eastAsia"/>
                <w:lang w:eastAsia="zh-CN"/>
              </w:rPr>
              <w:t>12</w:t>
            </w:r>
            <w:r w:rsidRPr="00EF2F0E">
              <w:rPr>
                <w:rFonts w:cs="Arial"/>
              </w:rPr>
              <w:t>)</w:t>
            </w:r>
          </w:p>
        </w:tc>
        <w:tc>
          <w:tcPr>
            <w:tcW w:w="1276" w:type="dxa"/>
            <w:tcBorders>
              <w:left w:val="single" w:sz="4" w:space="0" w:color="auto"/>
            </w:tcBorders>
          </w:tcPr>
          <w:p w14:paraId="0984E1B5" w14:textId="77777777" w:rsidR="00AA1961" w:rsidRPr="00EF2F0E" w:rsidRDefault="00AA1961" w:rsidP="00AA1961">
            <w:pPr>
              <w:pStyle w:val="TAC"/>
              <w:rPr>
                <w:rFonts w:cs="Arial"/>
              </w:rPr>
            </w:pPr>
            <w:r w:rsidRPr="00EF2F0E">
              <w:rPr>
                <w:rFonts w:cs="Arial"/>
              </w:rPr>
              <w:t>-</w:t>
            </w:r>
            <w:r w:rsidRPr="00EF2F0E">
              <w:rPr>
                <w:rFonts w:cs="Arial" w:hint="eastAsia"/>
                <w:lang w:eastAsia="zh-CN"/>
              </w:rPr>
              <w:t>38</w:t>
            </w:r>
          </w:p>
        </w:tc>
        <w:tc>
          <w:tcPr>
            <w:tcW w:w="1559" w:type="dxa"/>
          </w:tcPr>
          <w:p w14:paraId="0984E1B6" w14:textId="77777777" w:rsidR="00AA1961" w:rsidRPr="00EF2F0E" w:rsidRDefault="00AA1961" w:rsidP="00AA1961">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+6dB*</w:t>
            </w:r>
          </w:p>
        </w:tc>
        <w:tc>
          <w:tcPr>
            <w:tcW w:w="1701" w:type="dxa"/>
          </w:tcPr>
          <w:p w14:paraId="0984E1B7" w14:textId="77777777" w:rsidR="00AA1961" w:rsidRPr="00EF2F0E" w:rsidRDefault="00AA1961" w:rsidP="00AA1961">
            <w:pPr>
              <w:pStyle w:val="TAC"/>
              <w:rPr>
                <w:rFonts w:cs="Arial"/>
              </w:rPr>
            </w:pPr>
            <w:r w:rsidRPr="00EF2F0E">
              <w:rPr>
                <w:rFonts w:cs="Arial"/>
              </w:rPr>
              <w:t>See table 7.5.4.1-4</w:t>
            </w:r>
          </w:p>
        </w:tc>
        <w:tc>
          <w:tcPr>
            <w:tcW w:w="1276" w:type="dxa"/>
          </w:tcPr>
          <w:p w14:paraId="0984E1B8" w14:textId="77777777" w:rsidR="00AA1961" w:rsidRPr="00EF2F0E" w:rsidRDefault="00AA1961" w:rsidP="00AA1961">
            <w:pPr>
              <w:pStyle w:val="TAL"/>
              <w:rPr>
                <w:rFonts w:cs="Arial"/>
              </w:rPr>
            </w:pPr>
            <w:r w:rsidRPr="00EF2F0E">
              <w:rPr>
                <w:rFonts w:cs="Arial"/>
              </w:rPr>
              <w:t>See table 7.5.4.1-4</w:t>
            </w:r>
          </w:p>
        </w:tc>
      </w:tr>
      <w:tr w:rsidR="003401A4" w:rsidRPr="00EF2F0E" w14:paraId="0984E1C4" w14:textId="77777777" w:rsidTr="00AA1961">
        <w:trPr>
          <w:cantSplit/>
        </w:trPr>
        <w:tc>
          <w:tcPr>
            <w:tcW w:w="1134" w:type="dxa"/>
            <w:vMerge/>
            <w:tcBorders>
              <w:right w:val="single" w:sz="4" w:space="0" w:color="auto"/>
            </w:tcBorders>
          </w:tcPr>
          <w:p w14:paraId="0984E1BA" w14:textId="77777777" w:rsidR="00AA1961" w:rsidRPr="00EF2F0E" w:rsidRDefault="00AA1961" w:rsidP="00AA1961">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984E1BB" w14:textId="77777777" w:rsidR="00AA1961" w:rsidRPr="00EF2F0E" w:rsidRDefault="00AA1961" w:rsidP="00AA1961">
            <w:pPr>
              <w:pStyle w:val="TAL"/>
              <w:jc w:val="right"/>
              <w:rPr>
                <w:rFonts w:cs="Arial"/>
              </w:rPr>
            </w:pPr>
            <w:r w:rsidRPr="00EF2F0E">
              <w:rPr>
                <w:rFonts w:cs="Arial"/>
              </w:rPr>
              <w:t xml:space="preserve">1 </w:t>
            </w:r>
          </w:p>
          <w:p w14:paraId="0984E1BC" w14:textId="77777777" w:rsidR="00AA1961" w:rsidRPr="00EF2F0E" w:rsidRDefault="00AA1961" w:rsidP="00AA1961">
            <w:pPr>
              <w:pStyle w:val="TAL"/>
              <w:jc w:val="right"/>
              <w:rPr>
                <w:rFonts w:cs="Arial"/>
              </w:rPr>
            </w:pPr>
            <w:r w:rsidRPr="00EF2F0E">
              <w:rPr>
                <w:rFonts w:cs="Arial"/>
              </w:rPr>
              <w:t>(F</w:t>
            </w:r>
            <w:r w:rsidRPr="00EF2F0E">
              <w:rPr>
                <w:rFonts w:cs="Arial"/>
                <w:vertAlign w:val="subscript"/>
              </w:rPr>
              <w:t xml:space="preserve">UL_high </w:t>
            </w:r>
            <w:r w:rsidRPr="00EF2F0E">
              <w:rPr>
                <w:rFonts w:cs="Arial"/>
              </w:rPr>
              <w:t>+1</w:t>
            </w:r>
            <w:r w:rsidRPr="00EF2F0E">
              <w:rPr>
                <w:rFonts w:cs="Arial" w:hint="eastAsia"/>
                <w:lang w:eastAsia="zh-CN"/>
              </w:rPr>
              <w:t>2</w:t>
            </w:r>
            <w:r w:rsidRPr="00EF2F0E">
              <w:rPr>
                <w:rFonts w:cs="Arial"/>
              </w:rPr>
              <w:t>)</w:t>
            </w:r>
          </w:p>
        </w:tc>
        <w:tc>
          <w:tcPr>
            <w:tcW w:w="425" w:type="dxa"/>
            <w:tcBorders>
              <w:top w:val="single" w:sz="4" w:space="0" w:color="auto"/>
              <w:left w:val="nil"/>
              <w:bottom w:val="single" w:sz="4" w:space="0" w:color="auto"/>
              <w:right w:val="nil"/>
            </w:tcBorders>
          </w:tcPr>
          <w:p w14:paraId="0984E1BD" w14:textId="77777777" w:rsidR="00AA1961" w:rsidRPr="00EF2F0E" w:rsidRDefault="00AA1961" w:rsidP="00AA1961">
            <w:pPr>
              <w:pStyle w:val="TAL"/>
              <w:jc w:val="center"/>
              <w:rPr>
                <w:rFonts w:cs="Arial"/>
              </w:rPr>
            </w:pPr>
            <w:r w:rsidRPr="00EF2F0E">
              <w:rPr>
                <w:rFonts w:cs="Arial"/>
                <w:szCs w:val="18"/>
                <w:lang w:eastAsia="ko-KR"/>
              </w:rPr>
              <w:t>to</w:t>
            </w:r>
          </w:p>
        </w:tc>
        <w:tc>
          <w:tcPr>
            <w:tcW w:w="1276" w:type="dxa"/>
            <w:tcBorders>
              <w:top w:val="single" w:sz="4" w:space="0" w:color="auto"/>
              <w:left w:val="nil"/>
              <w:bottom w:val="single" w:sz="4" w:space="0" w:color="auto"/>
              <w:right w:val="single" w:sz="4" w:space="0" w:color="auto"/>
            </w:tcBorders>
          </w:tcPr>
          <w:p w14:paraId="0984E1BE" w14:textId="77777777" w:rsidR="00AA1961" w:rsidRPr="00EF2F0E" w:rsidRDefault="00AA1961" w:rsidP="00AA1961">
            <w:pPr>
              <w:pStyle w:val="TAL"/>
              <w:rPr>
                <w:rFonts w:cs="Arial"/>
              </w:rPr>
            </w:pPr>
            <w:r w:rsidRPr="00EF2F0E">
              <w:rPr>
                <w:rFonts w:cs="Arial"/>
              </w:rPr>
              <w:t>(F</w:t>
            </w:r>
            <w:r w:rsidRPr="00EF2F0E">
              <w:rPr>
                <w:rFonts w:cs="Arial"/>
                <w:vertAlign w:val="subscript"/>
              </w:rPr>
              <w:t xml:space="preserve">UL_low  </w:t>
            </w:r>
            <w:r w:rsidRPr="00EF2F0E">
              <w:rPr>
                <w:rFonts w:cs="Arial"/>
              </w:rPr>
              <w:t xml:space="preserve">-20) </w:t>
            </w:r>
          </w:p>
          <w:p w14:paraId="0984E1BF" w14:textId="77777777" w:rsidR="00AA1961" w:rsidRPr="00EF2F0E" w:rsidRDefault="00AA1961" w:rsidP="00AA1961">
            <w:pPr>
              <w:pStyle w:val="TAL"/>
              <w:rPr>
                <w:rFonts w:cs="Arial"/>
              </w:rPr>
            </w:pPr>
            <w:r w:rsidRPr="00EF2F0E">
              <w:rPr>
                <w:rFonts w:cs="Arial"/>
              </w:rPr>
              <w:t>12750</w:t>
            </w:r>
          </w:p>
        </w:tc>
        <w:tc>
          <w:tcPr>
            <w:tcW w:w="1276" w:type="dxa"/>
            <w:tcBorders>
              <w:left w:val="single" w:sz="4" w:space="0" w:color="auto"/>
            </w:tcBorders>
          </w:tcPr>
          <w:p w14:paraId="0984E1C0" w14:textId="77777777" w:rsidR="00AA1961" w:rsidRPr="00EF2F0E" w:rsidRDefault="00AA1961" w:rsidP="00AA1961">
            <w:pPr>
              <w:pStyle w:val="TAC"/>
              <w:rPr>
                <w:rFonts w:cs="Arial"/>
              </w:rPr>
            </w:pPr>
            <w:r w:rsidRPr="00EF2F0E">
              <w:rPr>
                <w:rFonts w:cs="Arial"/>
              </w:rPr>
              <w:t>-15</w:t>
            </w:r>
          </w:p>
        </w:tc>
        <w:tc>
          <w:tcPr>
            <w:tcW w:w="1559" w:type="dxa"/>
          </w:tcPr>
          <w:p w14:paraId="0984E1C1" w14:textId="77777777" w:rsidR="00AA1961" w:rsidRPr="00EF2F0E" w:rsidRDefault="00AA1961" w:rsidP="00AA1961">
            <w:pPr>
              <w:pStyle w:val="TAC"/>
              <w:rPr>
                <w:rFonts w:cs="Arial"/>
              </w:rPr>
            </w:pPr>
            <w:r w:rsidRPr="00EF2F0E">
              <w:rPr>
                <w:rFonts w:cs="Arial"/>
              </w:rPr>
              <w:t>P</w:t>
            </w:r>
            <w:r w:rsidRPr="00EF2F0E">
              <w:rPr>
                <w:rFonts w:cs="Arial"/>
                <w:vertAlign w:val="subscript"/>
              </w:rPr>
              <w:t>REFSENS</w:t>
            </w:r>
            <w:r w:rsidRPr="00EF2F0E" w:rsidDel="00E01BA4">
              <w:rPr>
                <w:rFonts w:cs="Arial"/>
              </w:rPr>
              <w:t xml:space="preserve"> </w:t>
            </w:r>
            <w:r w:rsidRPr="00EF2F0E">
              <w:rPr>
                <w:rFonts w:cs="Arial"/>
              </w:rPr>
              <w:t xml:space="preserve">+6dB* </w:t>
            </w:r>
          </w:p>
        </w:tc>
        <w:tc>
          <w:tcPr>
            <w:tcW w:w="1701" w:type="dxa"/>
          </w:tcPr>
          <w:p w14:paraId="0984E1C2" w14:textId="77777777" w:rsidR="00AA1961" w:rsidRPr="00EF2F0E" w:rsidRDefault="00AA1961" w:rsidP="00AA1961">
            <w:pPr>
              <w:pStyle w:val="TAC"/>
              <w:rPr>
                <w:rFonts w:cs="Arial"/>
              </w:rPr>
            </w:pPr>
            <w:r w:rsidRPr="00EF2F0E">
              <w:rPr>
                <w:rFonts w:cs="Arial"/>
              </w:rPr>
              <w:sym w:font="Symbol" w:char="F0BE"/>
            </w:r>
          </w:p>
        </w:tc>
        <w:tc>
          <w:tcPr>
            <w:tcW w:w="1276" w:type="dxa"/>
          </w:tcPr>
          <w:p w14:paraId="0984E1C3" w14:textId="77777777" w:rsidR="00AA1961" w:rsidRPr="00EF2F0E" w:rsidRDefault="00AA1961" w:rsidP="00AA1961">
            <w:pPr>
              <w:pStyle w:val="TAL"/>
              <w:rPr>
                <w:rFonts w:cs="Arial"/>
              </w:rPr>
            </w:pPr>
            <w:r w:rsidRPr="00EF2F0E">
              <w:rPr>
                <w:rFonts w:cs="Arial"/>
              </w:rPr>
              <w:t xml:space="preserve">CW carrier </w:t>
            </w:r>
          </w:p>
        </w:tc>
      </w:tr>
      <w:tr w:rsidR="00AA1961" w:rsidRPr="00EF2F0E" w14:paraId="0984E1C7" w14:textId="77777777" w:rsidTr="00A40339">
        <w:trPr>
          <w:cantSplit/>
        </w:trPr>
        <w:tc>
          <w:tcPr>
            <w:tcW w:w="9923" w:type="dxa"/>
            <w:gridSpan w:val="8"/>
            <w:tcBorders>
              <w:top w:val="nil"/>
              <w:left w:val="single" w:sz="4" w:space="0" w:color="auto"/>
              <w:bottom w:val="single" w:sz="4" w:space="0" w:color="auto"/>
            </w:tcBorders>
          </w:tcPr>
          <w:p w14:paraId="0984E1C5" w14:textId="77777777" w:rsidR="00AA1961" w:rsidRPr="00EF2F0E" w:rsidRDefault="00AA1961" w:rsidP="00AA1961">
            <w:pPr>
              <w:pStyle w:val="TAN"/>
              <w:rPr>
                <w:rFonts w:cs="Arial"/>
              </w:rPr>
            </w:pPr>
            <w:r w:rsidRPr="00EF2F0E">
              <w:rPr>
                <w:rFonts w:cs="Arial"/>
              </w:rPr>
              <w:t>Note*:</w:t>
            </w:r>
            <w:r w:rsidRPr="00EF2F0E">
              <w:rPr>
                <w:rFonts w:cs="Arial"/>
              </w:rPr>
              <w:tab/>
              <w:t>P</w:t>
            </w:r>
            <w:r w:rsidRPr="00EF2F0E">
              <w:rPr>
                <w:rFonts w:cs="Arial"/>
                <w:vertAlign w:val="subscript"/>
              </w:rPr>
              <w:t>REFSENS</w:t>
            </w:r>
            <w:r w:rsidRPr="00EF2F0E" w:rsidDel="002B5177">
              <w:rPr>
                <w:rFonts w:cs="Arial"/>
              </w:rPr>
              <w:t xml:space="preserve"> </w:t>
            </w:r>
            <w:r w:rsidRPr="00EF2F0E">
              <w:rPr>
                <w:rFonts w:cs="Arial"/>
              </w:rPr>
              <w:t xml:space="preserve">depends on the channel bandwidth as specified in </w:t>
            </w:r>
            <w:r w:rsidRPr="00EF2F0E">
              <w:t>3GPP TS 36.104 [8], subclause 7.2.1</w:t>
            </w:r>
            <w:r w:rsidRPr="00EF2F0E">
              <w:rPr>
                <w:rFonts w:cs="Arial"/>
              </w:rPr>
              <w:t>.</w:t>
            </w:r>
          </w:p>
          <w:p w14:paraId="0984E1C6" w14:textId="2361EEF9" w:rsidR="00AA1961" w:rsidRPr="00EF2F0E" w:rsidRDefault="00AC7771" w:rsidP="00AA1961">
            <w:pPr>
              <w:pStyle w:val="TAN"/>
              <w:rPr>
                <w:rFonts w:cs="Arial"/>
              </w:rPr>
            </w:pPr>
            <w:r w:rsidRPr="00EF2F0E">
              <w:rPr>
                <w:rFonts w:cs="Arial"/>
              </w:rPr>
              <w:t>Note**:</w:t>
            </w:r>
            <w:r w:rsidRPr="00EF2F0E">
              <w:rPr>
                <w:rFonts w:cs="Arial"/>
              </w:rPr>
              <w:tab/>
              <w:t xml:space="preserve">For a BS capable of multiband operation, 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EF2F0E">
              <w:rPr>
                <w:rFonts w:cs="Arial"/>
              </w:rPr>
              <w:t>, the wanted signal mean power is equal to P</w:t>
            </w:r>
            <w:r w:rsidRPr="00EF2F0E">
              <w:rPr>
                <w:rFonts w:cs="Arial"/>
                <w:vertAlign w:val="subscript"/>
              </w:rPr>
              <w:t>REFSENS</w:t>
            </w:r>
            <w:r w:rsidRPr="00EF2F0E">
              <w:rPr>
                <w:rFonts w:cs="Arial"/>
              </w:rPr>
              <w:t xml:space="preserve"> + 1.4 dB.</w:t>
            </w:r>
          </w:p>
        </w:tc>
      </w:tr>
    </w:tbl>
    <w:p w14:paraId="0984E1C8" w14:textId="77777777" w:rsidR="00B15E99" w:rsidRPr="00EF2F0E" w:rsidRDefault="00B15E99" w:rsidP="007853C3">
      <w:pPr>
        <w:rPr>
          <w:lang w:eastAsia="zh-CN"/>
        </w:rPr>
      </w:pPr>
    </w:p>
    <w:p w14:paraId="0984E1C9" w14:textId="77777777" w:rsidR="00B15E99" w:rsidRPr="00EF2F0E" w:rsidRDefault="00B15E99" w:rsidP="00A40339">
      <w:pPr>
        <w:pStyle w:val="NO"/>
      </w:pPr>
      <w:r w:rsidRPr="00EF2F0E">
        <w:t>NOTE:</w:t>
      </w:r>
      <w:r w:rsidRPr="00EF2F0E">
        <w:tab/>
        <w:t>Table 7.5.4.1-3 assumes that two operating bands, where the downlink operating band of one band would be within the in-band blocking region of the other band, are not deployed in the same geographical area.</w:t>
      </w:r>
    </w:p>
    <w:p w14:paraId="0984E1CA" w14:textId="77777777" w:rsidR="00B15E99" w:rsidRPr="00EF2F0E" w:rsidRDefault="00B15E99" w:rsidP="007853C3">
      <w:pPr>
        <w:pStyle w:val="TH"/>
      </w:pPr>
      <w:r w:rsidRPr="00EF2F0E">
        <w:rPr>
          <w:rFonts w:eastAsia="Osaka"/>
        </w:rPr>
        <w:t xml:space="preserve">Table 7.5.4.1-4: Interfering signals for </w:t>
      </w:r>
      <w:r w:rsidRPr="00EF2F0E">
        <w:t>blocking performance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1924"/>
        <w:gridCol w:w="2532"/>
      </w:tblGrid>
      <w:tr w:rsidR="003401A4" w:rsidRPr="00EF2F0E" w14:paraId="0984E1CF" w14:textId="77777777" w:rsidTr="00A40339">
        <w:trPr>
          <w:jc w:val="center"/>
        </w:trPr>
        <w:tc>
          <w:tcPr>
            <w:tcW w:w="1467" w:type="dxa"/>
            <w:shd w:val="clear" w:color="auto" w:fill="auto"/>
            <w:vAlign w:val="center"/>
          </w:tcPr>
          <w:p w14:paraId="0984E1CB" w14:textId="77777777" w:rsidR="00B15E99" w:rsidRPr="00EF2F0E" w:rsidRDefault="00B15E99" w:rsidP="00A40339">
            <w:pPr>
              <w:pStyle w:val="TAH"/>
              <w:rPr>
                <w:rFonts w:cs="Arial"/>
              </w:rPr>
            </w:pPr>
            <w:r w:rsidRPr="00EF2F0E">
              <w:rPr>
                <w:rFonts w:cs="Arial"/>
              </w:rPr>
              <w:t>E-UTRA</w:t>
            </w:r>
          </w:p>
          <w:p w14:paraId="0984E1CC" w14:textId="77777777" w:rsidR="00B15E99" w:rsidRPr="00EF2F0E" w:rsidRDefault="00B15E99" w:rsidP="00A40339">
            <w:pPr>
              <w:pStyle w:val="TAH"/>
              <w:rPr>
                <w:rFonts w:cs="Arial"/>
              </w:rPr>
            </w:pPr>
            <w:r w:rsidRPr="00EF2F0E">
              <w:rPr>
                <w:rFonts w:cs="Arial"/>
              </w:rPr>
              <w:t xml:space="preserve">channel BW </w:t>
            </w:r>
            <w:r w:rsidRPr="00EF2F0E">
              <w:rPr>
                <w:rFonts w:eastAsia="SimSun" w:cs="Arial"/>
              </w:rPr>
              <w:t>of the lowest/highest carrier received</w:t>
            </w:r>
            <w:r w:rsidRPr="00EF2F0E">
              <w:rPr>
                <w:rFonts w:cs="Arial"/>
              </w:rPr>
              <w:t xml:space="preserve"> [MHz]</w:t>
            </w:r>
          </w:p>
        </w:tc>
        <w:tc>
          <w:tcPr>
            <w:tcW w:w="1924" w:type="dxa"/>
            <w:vAlign w:val="center"/>
          </w:tcPr>
          <w:p w14:paraId="0984E1CD" w14:textId="77777777" w:rsidR="00B15E99" w:rsidRPr="00EF2F0E" w:rsidRDefault="00B15E99" w:rsidP="00A40339">
            <w:pPr>
              <w:pStyle w:val="TAH"/>
              <w:rPr>
                <w:rFonts w:cs="Arial"/>
              </w:rPr>
            </w:pPr>
            <w:r w:rsidRPr="00EF2F0E">
              <w:rPr>
                <w:rFonts w:cs="Arial"/>
              </w:rPr>
              <w:t>Interfering signal centre frequency minimum offset to  the lower/upper Base Station RF Bandwidth edge or sub-block edge inside a sub-block gap [MHz]</w:t>
            </w:r>
          </w:p>
        </w:tc>
        <w:tc>
          <w:tcPr>
            <w:tcW w:w="2532" w:type="dxa"/>
            <w:vAlign w:val="center"/>
          </w:tcPr>
          <w:p w14:paraId="0984E1CE"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4E1D3" w14:textId="77777777" w:rsidTr="00A40339">
        <w:trPr>
          <w:jc w:val="center"/>
        </w:trPr>
        <w:tc>
          <w:tcPr>
            <w:tcW w:w="1467" w:type="dxa"/>
            <w:vAlign w:val="center"/>
          </w:tcPr>
          <w:p w14:paraId="0984E1D0" w14:textId="77777777" w:rsidR="00B15E99" w:rsidRPr="00EF2F0E" w:rsidRDefault="00B15E99" w:rsidP="00A40339">
            <w:pPr>
              <w:pStyle w:val="TAC"/>
              <w:rPr>
                <w:rFonts w:cs="Arial"/>
              </w:rPr>
            </w:pPr>
            <w:r w:rsidRPr="00EF2F0E">
              <w:rPr>
                <w:rFonts w:cs="Arial"/>
              </w:rPr>
              <w:t>1.4</w:t>
            </w:r>
          </w:p>
        </w:tc>
        <w:tc>
          <w:tcPr>
            <w:tcW w:w="1924" w:type="dxa"/>
            <w:vAlign w:val="center"/>
          </w:tcPr>
          <w:p w14:paraId="0984E1D1" w14:textId="77777777" w:rsidR="00B15E99" w:rsidRPr="00EF2F0E" w:rsidRDefault="00B15E99" w:rsidP="00A40339">
            <w:pPr>
              <w:pStyle w:val="TAC"/>
              <w:rPr>
                <w:rFonts w:cs="Arial"/>
              </w:rPr>
            </w:pPr>
            <w:r w:rsidRPr="00EF2F0E">
              <w:rPr>
                <w:rFonts w:cs="Arial"/>
              </w:rPr>
              <w:t>±2.1</w:t>
            </w:r>
          </w:p>
        </w:tc>
        <w:tc>
          <w:tcPr>
            <w:tcW w:w="2532" w:type="dxa"/>
            <w:shd w:val="clear" w:color="auto" w:fill="auto"/>
            <w:vAlign w:val="center"/>
          </w:tcPr>
          <w:p w14:paraId="0984E1D2" w14:textId="77777777" w:rsidR="00B15E99" w:rsidRPr="00EF2F0E" w:rsidRDefault="00B15E99" w:rsidP="00A40339">
            <w:pPr>
              <w:pStyle w:val="TAC"/>
              <w:rPr>
                <w:rFonts w:cs="Arial"/>
              </w:rPr>
            </w:pPr>
            <w:r w:rsidRPr="00EF2F0E">
              <w:rPr>
                <w:rFonts w:cs="Arial"/>
              </w:rPr>
              <w:t>1.4</w:t>
            </w:r>
            <w:r w:rsidRPr="00EF2F0E">
              <w:rPr>
                <w:rFonts w:cs="Arial"/>
                <w:lang w:eastAsia="ko-KR"/>
              </w:rPr>
              <w:t xml:space="preserve"> </w:t>
            </w:r>
            <w:r w:rsidRPr="00EF2F0E">
              <w:rPr>
                <w:rFonts w:cs="Arial"/>
              </w:rPr>
              <w:t>MHz E-UTRA signal</w:t>
            </w:r>
          </w:p>
        </w:tc>
      </w:tr>
      <w:tr w:rsidR="003401A4" w:rsidRPr="00EF2F0E" w14:paraId="0984E1D7" w14:textId="77777777" w:rsidTr="00A40339">
        <w:trPr>
          <w:jc w:val="center"/>
        </w:trPr>
        <w:tc>
          <w:tcPr>
            <w:tcW w:w="1467" w:type="dxa"/>
            <w:vAlign w:val="center"/>
          </w:tcPr>
          <w:p w14:paraId="0984E1D4" w14:textId="77777777" w:rsidR="00B15E99" w:rsidRPr="00EF2F0E" w:rsidRDefault="00B15E99" w:rsidP="00A40339">
            <w:pPr>
              <w:pStyle w:val="TAC"/>
              <w:rPr>
                <w:rFonts w:cs="Arial"/>
              </w:rPr>
            </w:pPr>
            <w:r w:rsidRPr="00EF2F0E">
              <w:rPr>
                <w:rFonts w:cs="Arial"/>
              </w:rPr>
              <w:t>3</w:t>
            </w:r>
          </w:p>
        </w:tc>
        <w:tc>
          <w:tcPr>
            <w:tcW w:w="1924" w:type="dxa"/>
            <w:vAlign w:val="center"/>
          </w:tcPr>
          <w:p w14:paraId="0984E1D5" w14:textId="77777777" w:rsidR="00B15E99" w:rsidRPr="00EF2F0E" w:rsidRDefault="00B15E99" w:rsidP="00A40339">
            <w:pPr>
              <w:pStyle w:val="TAC"/>
              <w:rPr>
                <w:rFonts w:cs="Arial"/>
              </w:rPr>
            </w:pPr>
            <w:r w:rsidRPr="00EF2F0E">
              <w:rPr>
                <w:rFonts w:cs="Arial"/>
              </w:rPr>
              <w:t>±4.5</w:t>
            </w:r>
          </w:p>
        </w:tc>
        <w:tc>
          <w:tcPr>
            <w:tcW w:w="2532" w:type="dxa"/>
            <w:shd w:val="clear" w:color="auto" w:fill="auto"/>
            <w:vAlign w:val="center"/>
          </w:tcPr>
          <w:p w14:paraId="0984E1D6" w14:textId="77777777" w:rsidR="00B15E99" w:rsidRPr="00EF2F0E" w:rsidRDefault="00B15E99" w:rsidP="00A40339">
            <w:pPr>
              <w:pStyle w:val="TAC"/>
              <w:rPr>
                <w:rFonts w:cs="Arial"/>
              </w:rPr>
            </w:pPr>
            <w:r w:rsidRPr="00EF2F0E">
              <w:rPr>
                <w:rFonts w:cs="Arial"/>
              </w:rPr>
              <w:t>3</w:t>
            </w:r>
            <w:r w:rsidRPr="00EF2F0E">
              <w:rPr>
                <w:rFonts w:cs="Arial"/>
                <w:lang w:eastAsia="ko-KR"/>
              </w:rPr>
              <w:t xml:space="preserve"> </w:t>
            </w:r>
            <w:r w:rsidRPr="00EF2F0E">
              <w:rPr>
                <w:rFonts w:cs="Arial"/>
              </w:rPr>
              <w:t>MHz E-UTRA signal</w:t>
            </w:r>
          </w:p>
        </w:tc>
      </w:tr>
      <w:tr w:rsidR="003401A4" w:rsidRPr="00EF2F0E" w14:paraId="0984E1DB" w14:textId="77777777" w:rsidTr="00A40339">
        <w:trPr>
          <w:jc w:val="center"/>
        </w:trPr>
        <w:tc>
          <w:tcPr>
            <w:tcW w:w="1467" w:type="dxa"/>
            <w:vAlign w:val="center"/>
          </w:tcPr>
          <w:p w14:paraId="0984E1D8" w14:textId="77777777" w:rsidR="00B15E99" w:rsidRPr="00EF2F0E" w:rsidRDefault="00B15E99" w:rsidP="00A40339">
            <w:pPr>
              <w:pStyle w:val="TAC"/>
              <w:rPr>
                <w:rFonts w:cs="Arial"/>
              </w:rPr>
            </w:pPr>
            <w:r w:rsidRPr="00EF2F0E">
              <w:rPr>
                <w:rFonts w:cs="Arial"/>
              </w:rPr>
              <w:t>5</w:t>
            </w:r>
          </w:p>
        </w:tc>
        <w:tc>
          <w:tcPr>
            <w:tcW w:w="1924" w:type="dxa"/>
            <w:vAlign w:val="center"/>
          </w:tcPr>
          <w:p w14:paraId="0984E1D9" w14:textId="77777777" w:rsidR="00B15E99" w:rsidRPr="00EF2F0E" w:rsidRDefault="00B15E99" w:rsidP="00A40339">
            <w:pPr>
              <w:pStyle w:val="TAC"/>
              <w:rPr>
                <w:rFonts w:cs="Arial"/>
              </w:rPr>
            </w:pPr>
            <w:r w:rsidRPr="00EF2F0E">
              <w:rPr>
                <w:rFonts w:cs="Arial"/>
              </w:rPr>
              <w:t>±7.5</w:t>
            </w:r>
          </w:p>
        </w:tc>
        <w:tc>
          <w:tcPr>
            <w:tcW w:w="2532" w:type="dxa"/>
            <w:shd w:val="clear" w:color="auto" w:fill="auto"/>
            <w:vAlign w:val="center"/>
          </w:tcPr>
          <w:p w14:paraId="0984E1DA" w14:textId="77777777" w:rsidR="00B15E99" w:rsidRPr="00EF2F0E" w:rsidRDefault="00B15E99" w:rsidP="00A40339">
            <w:pPr>
              <w:pStyle w:val="TAC"/>
              <w:rPr>
                <w:rFonts w:cs="Arial"/>
              </w:rPr>
            </w:pPr>
            <w:r w:rsidRPr="00EF2F0E">
              <w:rPr>
                <w:rFonts w:cs="Arial"/>
              </w:rPr>
              <w:t>5</w:t>
            </w:r>
            <w:r w:rsidRPr="00EF2F0E">
              <w:rPr>
                <w:rFonts w:cs="Arial"/>
                <w:lang w:eastAsia="ko-KR"/>
              </w:rPr>
              <w:t xml:space="preserve"> </w:t>
            </w:r>
            <w:r w:rsidRPr="00EF2F0E">
              <w:rPr>
                <w:rFonts w:cs="Arial"/>
              </w:rPr>
              <w:t>MHz E-UTRA signal</w:t>
            </w:r>
          </w:p>
        </w:tc>
      </w:tr>
      <w:tr w:rsidR="003401A4" w:rsidRPr="00EF2F0E" w14:paraId="0984E1DF" w14:textId="77777777" w:rsidTr="00A40339">
        <w:trPr>
          <w:jc w:val="center"/>
        </w:trPr>
        <w:tc>
          <w:tcPr>
            <w:tcW w:w="1467" w:type="dxa"/>
            <w:vAlign w:val="center"/>
          </w:tcPr>
          <w:p w14:paraId="0984E1DC" w14:textId="77777777" w:rsidR="00B15E99" w:rsidRPr="00EF2F0E" w:rsidRDefault="00B15E99" w:rsidP="00A40339">
            <w:pPr>
              <w:pStyle w:val="TAC"/>
              <w:rPr>
                <w:rFonts w:cs="Arial"/>
              </w:rPr>
            </w:pPr>
            <w:r w:rsidRPr="00EF2F0E">
              <w:rPr>
                <w:rFonts w:cs="Arial"/>
              </w:rPr>
              <w:t>10</w:t>
            </w:r>
          </w:p>
        </w:tc>
        <w:tc>
          <w:tcPr>
            <w:tcW w:w="1924" w:type="dxa"/>
            <w:vAlign w:val="center"/>
          </w:tcPr>
          <w:p w14:paraId="0984E1DD" w14:textId="77777777" w:rsidR="00B15E99" w:rsidRPr="00EF2F0E" w:rsidRDefault="00B15E99" w:rsidP="00A40339">
            <w:pPr>
              <w:pStyle w:val="TAC"/>
              <w:rPr>
                <w:rFonts w:cs="Arial"/>
              </w:rPr>
            </w:pPr>
            <w:r w:rsidRPr="00EF2F0E">
              <w:rPr>
                <w:rFonts w:cs="Arial"/>
              </w:rPr>
              <w:t>±7.5</w:t>
            </w:r>
          </w:p>
        </w:tc>
        <w:tc>
          <w:tcPr>
            <w:tcW w:w="2532" w:type="dxa"/>
            <w:shd w:val="clear" w:color="auto" w:fill="auto"/>
            <w:vAlign w:val="center"/>
          </w:tcPr>
          <w:p w14:paraId="0984E1DE" w14:textId="77777777" w:rsidR="00B15E99" w:rsidRPr="00EF2F0E" w:rsidRDefault="00B15E99" w:rsidP="00A40339">
            <w:pPr>
              <w:pStyle w:val="TAC"/>
              <w:rPr>
                <w:rFonts w:cs="Arial"/>
              </w:rPr>
            </w:pPr>
            <w:r w:rsidRPr="00EF2F0E">
              <w:rPr>
                <w:rFonts w:cs="Arial"/>
              </w:rPr>
              <w:t>5</w:t>
            </w:r>
            <w:r w:rsidRPr="00EF2F0E">
              <w:rPr>
                <w:rFonts w:cs="Arial"/>
                <w:lang w:eastAsia="ko-KR"/>
              </w:rPr>
              <w:t xml:space="preserve"> </w:t>
            </w:r>
            <w:r w:rsidRPr="00EF2F0E">
              <w:rPr>
                <w:rFonts w:cs="Arial"/>
              </w:rPr>
              <w:t>MHz E-UTRA signal</w:t>
            </w:r>
          </w:p>
        </w:tc>
      </w:tr>
      <w:tr w:rsidR="003401A4" w:rsidRPr="00EF2F0E" w14:paraId="0984E1E3" w14:textId="77777777" w:rsidTr="00A40339">
        <w:trPr>
          <w:jc w:val="center"/>
        </w:trPr>
        <w:tc>
          <w:tcPr>
            <w:tcW w:w="1467" w:type="dxa"/>
            <w:vAlign w:val="center"/>
          </w:tcPr>
          <w:p w14:paraId="0984E1E0" w14:textId="77777777" w:rsidR="00B15E99" w:rsidRPr="00EF2F0E" w:rsidRDefault="00B15E99" w:rsidP="00A40339">
            <w:pPr>
              <w:pStyle w:val="TAC"/>
              <w:rPr>
                <w:rFonts w:cs="Arial"/>
              </w:rPr>
            </w:pPr>
            <w:r w:rsidRPr="00EF2F0E">
              <w:rPr>
                <w:rFonts w:cs="Arial"/>
              </w:rPr>
              <w:t>15</w:t>
            </w:r>
          </w:p>
        </w:tc>
        <w:tc>
          <w:tcPr>
            <w:tcW w:w="1924" w:type="dxa"/>
            <w:vAlign w:val="center"/>
          </w:tcPr>
          <w:p w14:paraId="0984E1E1" w14:textId="77777777" w:rsidR="00B15E99" w:rsidRPr="00EF2F0E" w:rsidRDefault="00B15E99" w:rsidP="00A40339">
            <w:pPr>
              <w:pStyle w:val="TAC"/>
              <w:rPr>
                <w:rFonts w:cs="Arial"/>
              </w:rPr>
            </w:pPr>
            <w:r w:rsidRPr="00EF2F0E">
              <w:rPr>
                <w:rFonts w:cs="Arial"/>
              </w:rPr>
              <w:t>±7.5</w:t>
            </w:r>
          </w:p>
        </w:tc>
        <w:tc>
          <w:tcPr>
            <w:tcW w:w="2532" w:type="dxa"/>
            <w:shd w:val="clear" w:color="auto" w:fill="auto"/>
            <w:vAlign w:val="center"/>
          </w:tcPr>
          <w:p w14:paraId="0984E1E2" w14:textId="77777777" w:rsidR="00B15E99" w:rsidRPr="00EF2F0E" w:rsidRDefault="00B15E99" w:rsidP="00A40339">
            <w:pPr>
              <w:pStyle w:val="TAC"/>
              <w:rPr>
                <w:rFonts w:cs="Arial"/>
              </w:rPr>
            </w:pPr>
            <w:r w:rsidRPr="00EF2F0E">
              <w:rPr>
                <w:rFonts w:cs="Arial"/>
              </w:rPr>
              <w:t>5</w:t>
            </w:r>
            <w:r w:rsidRPr="00EF2F0E">
              <w:rPr>
                <w:rFonts w:cs="Arial"/>
                <w:lang w:eastAsia="ko-KR"/>
              </w:rPr>
              <w:t xml:space="preserve"> </w:t>
            </w:r>
            <w:r w:rsidRPr="00EF2F0E">
              <w:rPr>
                <w:rFonts w:cs="Arial"/>
              </w:rPr>
              <w:t>MHz E-UTRA signal</w:t>
            </w:r>
          </w:p>
        </w:tc>
      </w:tr>
      <w:tr w:rsidR="003401A4" w:rsidRPr="002B246D" w14:paraId="0984E1E7" w14:textId="77777777" w:rsidTr="00A40339">
        <w:trPr>
          <w:jc w:val="center"/>
        </w:trPr>
        <w:tc>
          <w:tcPr>
            <w:tcW w:w="1467" w:type="dxa"/>
            <w:vAlign w:val="center"/>
          </w:tcPr>
          <w:p w14:paraId="0984E1E4" w14:textId="77777777" w:rsidR="00B15E99" w:rsidRPr="00EF2F0E" w:rsidRDefault="00B15E99" w:rsidP="00A40339">
            <w:pPr>
              <w:pStyle w:val="TAC"/>
              <w:rPr>
                <w:rFonts w:cs="Arial"/>
              </w:rPr>
            </w:pPr>
            <w:r w:rsidRPr="00EF2F0E">
              <w:rPr>
                <w:rFonts w:cs="Arial"/>
              </w:rPr>
              <w:t>20</w:t>
            </w:r>
          </w:p>
        </w:tc>
        <w:tc>
          <w:tcPr>
            <w:tcW w:w="1924" w:type="dxa"/>
            <w:vAlign w:val="center"/>
          </w:tcPr>
          <w:p w14:paraId="0984E1E5" w14:textId="77777777" w:rsidR="00B15E99" w:rsidRPr="00EF2F0E" w:rsidRDefault="00B15E99" w:rsidP="00A40339">
            <w:pPr>
              <w:pStyle w:val="TAC"/>
              <w:rPr>
                <w:rFonts w:cs="Arial"/>
              </w:rPr>
            </w:pPr>
            <w:r w:rsidRPr="00EF2F0E">
              <w:rPr>
                <w:rFonts w:cs="Arial"/>
              </w:rPr>
              <w:t>±7.5</w:t>
            </w:r>
          </w:p>
        </w:tc>
        <w:tc>
          <w:tcPr>
            <w:tcW w:w="2532" w:type="dxa"/>
            <w:shd w:val="clear" w:color="auto" w:fill="auto"/>
            <w:vAlign w:val="center"/>
          </w:tcPr>
          <w:p w14:paraId="0984E1E6" w14:textId="77777777" w:rsidR="00B15E99" w:rsidRPr="00EF2F0E" w:rsidRDefault="00B15E99" w:rsidP="00A40339">
            <w:pPr>
              <w:pStyle w:val="TAC"/>
              <w:rPr>
                <w:rFonts w:cs="Arial"/>
                <w:lang w:val="sv-SE"/>
              </w:rPr>
            </w:pPr>
            <w:r w:rsidRPr="00EF2F0E">
              <w:rPr>
                <w:rFonts w:cs="Arial"/>
                <w:lang w:val="sv-SE"/>
              </w:rPr>
              <w:t>5</w:t>
            </w:r>
            <w:r w:rsidRPr="00EF2F0E">
              <w:rPr>
                <w:rFonts w:cs="Arial"/>
                <w:lang w:val="sv-SE" w:eastAsia="ko-KR"/>
              </w:rPr>
              <w:t xml:space="preserve"> </w:t>
            </w:r>
            <w:r w:rsidRPr="00EF2F0E">
              <w:rPr>
                <w:rFonts w:cs="Arial"/>
                <w:lang w:val="sv-SE"/>
              </w:rPr>
              <w:t>MHz E-UTRA signal</w:t>
            </w:r>
            <w:r w:rsidRPr="00EF2F0E">
              <w:rPr>
                <w:rFonts w:cs="Arial"/>
                <w:lang w:val="sv-SE" w:eastAsia="ko-KR"/>
              </w:rPr>
              <w:t xml:space="preserve"> </w:t>
            </w:r>
            <w:r w:rsidRPr="00EF2F0E">
              <w:rPr>
                <w:rFonts w:cs="Arial"/>
                <w:lang w:val="sv-SE"/>
              </w:rPr>
              <w:t>(Note 1)</w:t>
            </w:r>
          </w:p>
        </w:tc>
      </w:tr>
      <w:tr w:rsidR="00B15E99" w:rsidRPr="002B246D" w14:paraId="0984E1EB" w14:textId="77777777" w:rsidTr="00A40339">
        <w:trPr>
          <w:jc w:val="center"/>
        </w:trPr>
        <w:tc>
          <w:tcPr>
            <w:tcW w:w="1467" w:type="dxa"/>
            <w:vAlign w:val="center"/>
          </w:tcPr>
          <w:p w14:paraId="0984E1E8" w14:textId="77777777" w:rsidR="00B15E99" w:rsidRPr="00EF2F0E" w:rsidRDefault="00B15E99" w:rsidP="00A40339">
            <w:pPr>
              <w:pStyle w:val="TAC"/>
              <w:rPr>
                <w:rFonts w:cs="Arial"/>
                <w:lang w:eastAsia="zh-CN"/>
              </w:rPr>
            </w:pPr>
            <w:r w:rsidRPr="00EF2F0E">
              <w:rPr>
                <w:rFonts w:cs="Arial"/>
                <w:lang w:eastAsia="zh-CN"/>
              </w:rPr>
              <w:t>20</w:t>
            </w:r>
          </w:p>
        </w:tc>
        <w:tc>
          <w:tcPr>
            <w:tcW w:w="1924" w:type="dxa"/>
            <w:vAlign w:val="center"/>
          </w:tcPr>
          <w:p w14:paraId="0984E1E9" w14:textId="77777777" w:rsidR="00B15E99" w:rsidRPr="00EF2F0E" w:rsidRDefault="00B15E99" w:rsidP="00A40339">
            <w:pPr>
              <w:pStyle w:val="TAC"/>
              <w:rPr>
                <w:rFonts w:cs="Arial"/>
                <w:lang w:eastAsia="zh-CN"/>
              </w:rPr>
            </w:pPr>
            <w:r w:rsidRPr="00EF2F0E">
              <w:rPr>
                <w:rFonts w:cs="Arial"/>
                <w:lang w:eastAsia="ko-KR"/>
              </w:rPr>
              <w:t>±</w:t>
            </w:r>
            <w:r w:rsidRPr="00EF2F0E">
              <w:rPr>
                <w:rFonts w:cs="Arial"/>
                <w:lang w:eastAsia="zh-CN"/>
              </w:rPr>
              <w:t>30</w:t>
            </w:r>
          </w:p>
        </w:tc>
        <w:tc>
          <w:tcPr>
            <w:tcW w:w="2532" w:type="dxa"/>
            <w:shd w:val="clear" w:color="auto" w:fill="auto"/>
            <w:vAlign w:val="center"/>
          </w:tcPr>
          <w:p w14:paraId="0984E1EA" w14:textId="77777777" w:rsidR="00B15E99" w:rsidRPr="00EF2F0E" w:rsidRDefault="00B15E99" w:rsidP="00A40339">
            <w:pPr>
              <w:pStyle w:val="TAC"/>
              <w:rPr>
                <w:rFonts w:cs="Arial"/>
                <w:lang w:val="sv-SE" w:eastAsia="ko-KR"/>
              </w:rPr>
            </w:pPr>
            <w:r w:rsidRPr="00EF2F0E">
              <w:rPr>
                <w:rFonts w:cs="Arial"/>
                <w:lang w:val="sv-SE" w:eastAsia="zh-CN"/>
              </w:rPr>
              <w:t xml:space="preserve">20 </w:t>
            </w:r>
            <w:r w:rsidRPr="00EF2F0E">
              <w:rPr>
                <w:rFonts w:cs="Arial"/>
                <w:lang w:val="sv-SE" w:eastAsia="ko-KR"/>
              </w:rPr>
              <w:t>MHz E-UTRA signal (Note 2)</w:t>
            </w:r>
          </w:p>
        </w:tc>
      </w:tr>
    </w:tbl>
    <w:p w14:paraId="0984E1EC" w14:textId="77777777" w:rsidR="00B15E99" w:rsidRPr="00EF2F0E" w:rsidRDefault="00B15E99" w:rsidP="00A40339">
      <w:pPr>
        <w:rPr>
          <w:lang w:val="sv-SE"/>
        </w:rPr>
      </w:pPr>
    </w:p>
    <w:p w14:paraId="0984E1ED" w14:textId="77777777" w:rsidR="00B15E99" w:rsidRPr="00EF2F0E" w:rsidRDefault="00B15E99" w:rsidP="00A40339">
      <w:pPr>
        <w:pStyle w:val="Heading4"/>
      </w:pPr>
      <w:bookmarkStart w:id="2473" w:name="_Toc21095944"/>
      <w:bookmarkStart w:id="2474" w:name="_Toc29763143"/>
      <w:bookmarkStart w:id="2475" w:name="_Toc45869428"/>
      <w:bookmarkStart w:id="2476" w:name="_Toc52554676"/>
      <w:bookmarkStart w:id="2477" w:name="_Toc52555146"/>
      <w:bookmarkStart w:id="2478" w:name="_Toc61112371"/>
      <w:bookmarkStart w:id="2479" w:name="_Toc67911523"/>
      <w:bookmarkStart w:id="2480" w:name="_Toc74842998"/>
      <w:bookmarkStart w:id="2481" w:name="_Toc76503381"/>
      <w:bookmarkStart w:id="2482" w:name="_Toc83040824"/>
      <w:bookmarkStart w:id="2483" w:name="_Toc89851867"/>
      <w:bookmarkStart w:id="2484" w:name="_Toc98676221"/>
      <w:r w:rsidRPr="00EF2F0E">
        <w:t>7.5.4.2</w:t>
      </w:r>
      <w:r w:rsidRPr="00EF2F0E">
        <w:tab/>
        <w:t>Co-location minimum requirement</w:t>
      </w:r>
      <w:bookmarkEnd w:id="2473"/>
      <w:bookmarkEnd w:id="2474"/>
      <w:bookmarkEnd w:id="2475"/>
      <w:bookmarkEnd w:id="2476"/>
      <w:bookmarkEnd w:id="2477"/>
      <w:bookmarkEnd w:id="2478"/>
      <w:bookmarkEnd w:id="2479"/>
      <w:bookmarkEnd w:id="2480"/>
      <w:bookmarkEnd w:id="2481"/>
      <w:bookmarkEnd w:id="2482"/>
      <w:bookmarkEnd w:id="2483"/>
      <w:bookmarkEnd w:id="2484"/>
    </w:p>
    <w:p w14:paraId="0984E1EE"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E-UTRA AAS BS of Wide Area BS class may optionally fulfil minimum requirements for co-location blocking specified in 3GPP TS 36.104 [8], subclause 7.6.2.</w:t>
      </w:r>
    </w:p>
    <w:p w14:paraId="0984E1EF" w14:textId="77777777" w:rsidR="00B15E99" w:rsidRPr="00EF2F0E" w:rsidRDefault="00B15E99" w:rsidP="00A40339">
      <w:pPr>
        <w:rPr>
          <w:lang w:eastAsia="zh-CN"/>
        </w:rPr>
      </w:pPr>
      <w:r w:rsidRPr="00EF2F0E">
        <w:rPr>
          <w:lang w:eastAsia="zh-CN"/>
        </w:rPr>
        <w:t xml:space="preserve">The </w:t>
      </w:r>
      <w:r w:rsidRPr="00EF2F0E">
        <w:t xml:space="preserve">single RAT </w:t>
      </w:r>
      <w:r w:rsidRPr="00EF2F0E">
        <w:rPr>
          <w:lang w:eastAsia="zh-CN"/>
        </w:rPr>
        <w:t>E-UTRA AAS BS of Medium Range BS class may optionally fulfil minimum requirements for co-location blocking specified in 3GPP TS 36.104 [8], subclause 7.6.2.</w:t>
      </w:r>
    </w:p>
    <w:p w14:paraId="0984E1F0" w14:textId="77777777" w:rsidR="00B15E99" w:rsidRPr="00EF2F0E" w:rsidRDefault="00B15E99" w:rsidP="00A40339">
      <w:pPr>
        <w:rPr>
          <w:lang w:eastAsia="zh-CN"/>
        </w:rPr>
      </w:pPr>
      <w:r w:rsidRPr="00EF2F0E">
        <w:rPr>
          <w:lang w:eastAsia="zh-CN"/>
        </w:rPr>
        <w:t>The</w:t>
      </w:r>
      <w:r w:rsidRPr="00EF2F0E">
        <w:t xml:space="preserve"> single RAT</w:t>
      </w:r>
      <w:r w:rsidRPr="00EF2F0E">
        <w:rPr>
          <w:lang w:eastAsia="zh-CN"/>
        </w:rPr>
        <w:t xml:space="preserve"> E-UTRA AAS BS of Local Area BS class may optionally fulfil minimum requirements for co-location blocking specified in 3GPP TS 36.104 [8], subclause 7.6.2.</w:t>
      </w:r>
    </w:p>
    <w:p w14:paraId="0984E1F1" w14:textId="77777777" w:rsidR="00B15E99" w:rsidRPr="00EF2F0E" w:rsidRDefault="00B15E99" w:rsidP="00A40339">
      <w:pPr>
        <w:pStyle w:val="Heading2"/>
      </w:pPr>
      <w:bookmarkStart w:id="2485" w:name="_Toc21095945"/>
      <w:bookmarkStart w:id="2486" w:name="_Toc29763144"/>
      <w:bookmarkStart w:id="2487" w:name="_Toc45869429"/>
      <w:bookmarkStart w:id="2488" w:name="_Toc52554677"/>
      <w:bookmarkStart w:id="2489" w:name="_Toc52555147"/>
      <w:bookmarkStart w:id="2490" w:name="_Toc61112372"/>
      <w:bookmarkStart w:id="2491" w:name="_Toc67911524"/>
      <w:bookmarkStart w:id="2492" w:name="_Toc74842999"/>
      <w:bookmarkStart w:id="2493" w:name="_Toc76503382"/>
      <w:bookmarkStart w:id="2494" w:name="_Toc83040825"/>
      <w:bookmarkStart w:id="2495" w:name="_Toc89851868"/>
      <w:bookmarkStart w:id="2496" w:name="_Toc98676222"/>
      <w:r w:rsidRPr="00EF2F0E">
        <w:t>7.6</w:t>
      </w:r>
      <w:r w:rsidRPr="00EF2F0E">
        <w:tab/>
        <w:t>Receiver spurious emissions</w:t>
      </w:r>
      <w:bookmarkEnd w:id="2485"/>
      <w:bookmarkEnd w:id="2486"/>
      <w:bookmarkEnd w:id="2487"/>
      <w:bookmarkEnd w:id="2488"/>
      <w:bookmarkEnd w:id="2489"/>
      <w:bookmarkEnd w:id="2490"/>
      <w:bookmarkEnd w:id="2491"/>
      <w:bookmarkEnd w:id="2492"/>
      <w:bookmarkEnd w:id="2493"/>
      <w:bookmarkEnd w:id="2494"/>
      <w:bookmarkEnd w:id="2495"/>
      <w:bookmarkEnd w:id="2496"/>
    </w:p>
    <w:p w14:paraId="0984E1F2" w14:textId="77777777" w:rsidR="00B15E99" w:rsidRPr="00EF2F0E" w:rsidRDefault="00B15E99" w:rsidP="00A40339">
      <w:pPr>
        <w:pStyle w:val="Heading3"/>
      </w:pPr>
      <w:bookmarkStart w:id="2497" w:name="_Toc21095946"/>
      <w:bookmarkStart w:id="2498" w:name="_Toc29763145"/>
      <w:bookmarkStart w:id="2499" w:name="_Toc45869430"/>
      <w:bookmarkStart w:id="2500" w:name="_Toc52554678"/>
      <w:bookmarkStart w:id="2501" w:name="_Toc52555148"/>
      <w:bookmarkStart w:id="2502" w:name="_Toc61112373"/>
      <w:bookmarkStart w:id="2503" w:name="_Toc67911525"/>
      <w:bookmarkStart w:id="2504" w:name="_Toc74843000"/>
      <w:bookmarkStart w:id="2505" w:name="_Toc76503383"/>
      <w:bookmarkStart w:id="2506" w:name="_Toc83040826"/>
      <w:bookmarkStart w:id="2507" w:name="_Toc89851869"/>
      <w:bookmarkStart w:id="2508" w:name="_Toc98676223"/>
      <w:r w:rsidRPr="00EF2F0E">
        <w:t>7.6.1</w:t>
      </w:r>
      <w:r w:rsidRPr="00EF2F0E">
        <w:tab/>
        <w:t>General</w:t>
      </w:r>
      <w:bookmarkEnd w:id="2497"/>
      <w:bookmarkEnd w:id="2498"/>
      <w:bookmarkEnd w:id="2499"/>
      <w:bookmarkEnd w:id="2500"/>
      <w:bookmarkEnd w:id="2501"/>
      <w:bookmarkEnd w:id="2502"/>
      <w:bookmarkEnd w:id="2503"/>
      <w:bookmarkEnd w:id="2504"/>
      <w:bookmarkEnd w:id="2505"/>
      <w:bookmarkEnd w:id="2506"/>
      <w:bookmarkEnd w:id="2507"/>
      <w:bookmarkEnd w:id="2508"/>
    </w:p>
    <w:p w14:paraId="0984E1F3" w14:textId="77777777" w:rsidR="00B15E99" w:rsidRPr="00EF2F0E" w:rsidRDefault="00B15E99" w:rsidP="00A40339">
      <w:r w:rsidRPr="00EF2F0E">
        <w:rPr>
          <w:rFonts w:eastAsia="??"/>
        </w:rPr>
        <w:t xml:space="preserve">The receiver spurious emissions power is the power of emissions generated or amplified in a receiver unit that appear at the </w:t>
      </w:r>
      <w:r w:rsidRPr="00EF2F0E">
        <w:rPr>
          <w:rFonts w:eastAsia="??"/>
          <w:i/>
        </w:rPr>
        <w:t>TAB connector</w:t>
      </w:r>
      <w:r w:rsidRPr="00EF2F0E">
        <w:rPr>
          <w:rFonts w:eastAsia="??"/>
        </w:rPr>
        <w:t xml:space="preserve">. </w:t>
      </w:r>
      <w:r w:rsidRPr="00EF2F0E">
        <w:t xml:space="preserve">The requirements apply to all AAS BS with separate RX and TX </w:t>
      </w:r>
      <w:r w:rsidRPr="00EF2F0E">
        <w:rPr>
          <w:i/>
        </w:rPr>
        <w:t>TAB connectors</w:t>
      </w:r>
      <w:r w:rsidRPr="00EF2F0E">
        <w:t xml:space="preserve">. </w:t>
      </w:r>
    </w:p>
    <w:p w14:paraId="0984E1F4" w14:textId="77777777" w:rsidR="00B15E99" w:rsidRPr="00EF2F0E" w:rsidRDefault="00B15E99" w:rsidP="00A40339">
      <w:pPr>
        <w:pStyle w:val="NO"/>
      </w:pPr>
      <w:r w:rsidRPr="00EF2F0E">
        <w:t>NOTE:</w:t>
      </w:r>
      <w:r w:rsidRPr="00EF2F0E">
        <w:tab/>
        <w:t xml:space="preserve">In this case for FDD AAS BS the test is performed when both TX and RX are ON, with the TX </w:t>
      </w:r>
      <w:r w:rsidRPr="00EF2F0E">
        <w:rPr>
          <w:i/>
        </w:rPr>
        <w:t>TAB connector</w:t>
      </w:r>
      <w:r w:rsidRPr="00EF2F0E">
        <w:t xml:space="preserve"> terminated. </w:t>
      </w:r>
    </w:p>
    <w:p w14:paraId="0984E1F5" w14:textId="77777777" w:rsidR="00B15E99" w:rsidRPr="00EF2F0E" w:rsidRDefault="00B15E99" w:rsidP="00A40339">
      <w:r w:rsidRPr="00EF2F0E">
        <w:t xml:space="preserve">For a </w:t>
      </w:r>
      <w:r w:rsidRPr="00EF2F0E">
        <w:rPr>
          <w:i/>
        </w:rPr>
        <w:t>TAB connector</w:t>
      </w:r>
      <w:r w:rsidRPr="00EF2F0E">
        <w:t xml:space="preserve"> supporting both RX and TX in TDD, the requirements apply during the </w:t>
      </w:r>
      <w:r w:rsidRPr="00EF2F0E">
        <w:rPr>
          <w:i/>
        </w:rPr>
        <w:t>transmitter OFF period</w:t>
      </w:r>
      <w:r w:rsidRPr="00EF2F0E">
        <w:t xml:space="preserve">. For a </w:t>
      </w:r>
      <w:r w:rsidRPr="00EF2F0E">
        <w:rPr>
          <w:i/>
        </w:rPr>
        <w:t>TAB connector</w:t>
      </w:r>
      <w:r w:rsidRPr="00EF2F0E">
        <w:t xml:space="preserve"> supporting both RX and TX in FDD, the receiver spurious requirements are superseded by the TX spurious requirements in subclause 6.6.6.</w:t>
      </w:r>
    </w:p>
    <w:p w14:paraId="0984E1F6" w14:textId="77777777" w:rsidR="00B15E99" w:rsidRPr="00EF2F0E" w:rsidRDefault="00B15E99" w:rsidP="00A40339">
      <w:pPr>
        <w:rPr>
          <w:lang w:eastAsia="ja-JP"/>
        </w:rPr>
      </w:pPr>
      <w:r w:rsidRPr="00EF2F0E">
        <w:t xml:space="preserve">For RX only </w:t>
      </w:r>
      <w:r w:rsidRPr="00EF2F0E">
        <w:rPr>
          <w:i/>
        </w:rPr>
        <w:t>multi-band TAB connector(s)</w:t>
      </w:r>
      <w:r w:rsidRPr="00EF2F0E">
        <w:t xml:space="preserve">, the RX spurious emissions requirements are subject to exclusion zones in each supported operating band. For </w:t>
      </w:r>
      <w:r w:rsidRPr="00EF2F0E">
        <w:rPr>
          <w:i/>
        </w:rPr>
        <w:t>multi-band TAB connector(s)</w:t>
      </w:r>
      <w:r w:rsidRPr="00EF2F0E">
        <w:t xml:space="preserve"> that both transmit and receive in operating band supporting TDD, RX spurious emissions requirements are applicable during the TX OFF period, and are subject to exclusion zones in each supported operating band. </w:t>
      </w:r>
      <w:r w:rsidRPr="00EF2F0E">
        <w:rPr>
          <w:iCs/>
          <w:lang w:eastAsia="ja-JP"/>
        </w:rPr>
        <w:t xml:space="preserve">The unwanted emission level limit of a </w:t>
      </w:r>
      <w:r w:rsidRPr="00EF2F0E">
        <w:rPr>
          <w:i/>
          <w:iCs/>
          <w:lang w:eastAsia="ja-JP"/>
        </w:rPr>
        <w:t>TAB connector RX min cell group</w:t>
      </w:r>
      <w:r w:rsidRPr="00EF2F0E">
        <w:rPr>
          <w:iCs/>
          <w:lang w:eastAsia="ja-JP"/>
        </w:rPr>
        <w:t xml:space="preserve"> is in general defined by the unwanted emission </w:t>
      </w:r>
      <w:r w:rsidRPr="00EF2F0E">
        <w:rPr>
          <w:i/>
          <w:iCs/>
          <w:lang w:eastAsia="ja-JP"/>
        </w:rPr>
        <w:t>basic limit</w:t>
      </w:r>
      <w:r w:rsidRPr="00EF2F0E">
        <w:rPr>
          <w:iCs/>
          <w:lang w:eastAsia="ja-JP"/>
        </w:rPr>
        <w:t xml:space="preserve"> which is the same as the corresponding applicable </w:t>
      </w:r>
      <w:r w:rsidRPr="00EF2F0E">
        <w:rPr>
          <w:i/>
          <w:iCs/>
          <w:lang w:eastAsia="ja-JP"/>
        </w:rPr>
        <w:t>non-AAS BS</w:t>
      </w:r>
      <w:r w:rsidRPr="00EF2F0E">
        <w:rPr>
          <w:iCs/>
          <w:lang w:eastAsia="ja-JP"/>
        </w:rPr>
        <w:t xml:space="preserve"> per transmitter requirement specified in </w:t>
      </w:r>
      <w:r w:rsidRPr="00EF2F0E">
        <w:t>3GPP TS 25.104 [2], 3GPP TS 25.105 [3], 3GPP TS 36.104 [4] or 3GPP TS 37.104 [5]</w:t>
      </w:r>
      <w:r w:rsidRPr="00EF2F0E">
        <w:rPr>
          <w:iCs/>
          <w:lang w:eastAsia="ja-JP"/>
        </w:rPr>
        <w:t xml:space="preserve">, and its scaling by </w:t>
      </w:r>
      <w:r w:rsidRPr="00EF2F0E">
        <w:t>N</w:t>
      </w:r>
      <w:r w:rsidRPr="00EF2F0E">
        <w:rPr>
          <w:vertAlign w:val="subscript"/>
        </w:rPr>
        <w:t>RXU,countedpercell</w:t>
      </w:r>
      <w:r w:rsidRPr="00EF2F0E">
        <w:t xml:space="preserve">. The </w:t>
      </w:r>
      <w:r w:rsidRPr="00EF2F0E">
        <w:rPr>
          <w:i/>
        </w:rPr>
        <w:t>basic limits</w:t>
      </w:r>
      <w:r w:rsidRPr="00EF2F0E">
        <w:t xml:space="preserve"> and corresponding scaling are defined in each relevant subclause. The receiver spurious emission requirements are applied per the </w:t>
      </w:r>
      <w:r w:rsidRPr="00EF2F0E">
        <w:rPr>
          <w:i/>
          <w:iCs/>
          <w:lang w:eastAsia="ja-JP"/>
        </w:rPr>
        <w:t xml:space="preserve">TAB connector RX min cell groups </w:t>
      </w:r>
      <w:r w:rsidRPr="00EF2F0E">
        <w:rPr>
          <w:iCs/>
          <w:lang w:eastAsia="ja-JP"/>
        </w:rPr>
        <w:t>for all the configurations supported by the AAS BS.</w:t>
      </w:r>
    </w:p>
    <w:p w14:paraId="0984E1F7" w14:textId="77777777" w:rsidR="00B15E99" w:rsidRPr="00EF2F0E" w:rsidRDefault="00B15E99" w:rsidP="00A40339">
      <w:pPr>
        <w:pStyle w:val="Heading3"/>
        <w:rPr>
          <w:lang w:eastAsia="zh-CN"/>
        </w:rPr>
      </w:pPr>
      <w:bookmarkStart w:id="2509" w:name="_Toc21095947"/>
      <w:bookmarkStart w:id="2510" w:name="_Toc29763146"/>
      <w:bookmarkStart w:id="2511" w:name="_Toc45869431"/>
      <w:bookmarkStart w:id="2512" w:name="_Toc52554679"/>
      <w:bookmarkStart w:id="2513" w:name="_Toc52555149"/>
      <w:bookmarkStart w:id="2514" w:name="_Toc61112374"/>
      <w:bookmarkStart w:id="2515" w:name="_Toc67911526"/>
      <w:bookmarkStart w:id="2516" w:name="_Toc74843001"/>
      <w:bookmarkStart w:id="2517" w:name="_Toc76503384"/>
      <w:bookmarkStart w:id="2518" w:name="_Toc83040827"/>
      <w:bookmarkStart w:id="2519" w:name="_Toc89851870"/>
      <w:bookmarkStart w:id="2520" w:name="_Toc98676224"/>
      <w:r w:rsidRPr="00EF2F0E">
        <w:rPr>
          <w:lang w:eastAsia="zh-CN"/>
        </w:rPr>
        <w:t>7.6.2</w:t>
      </w:r>
      <w:r w:rsidRPr="00EF2F0E">
        <w:rPr>
          <w:lang w:eastAsia="zh-CN"/>
        </w:rPr>
        <w:tab/>
        <w:t>Minimum requirement for MSR operation</w:t>
      </w:r>
      <w:bookmarkEnd w:id="2509"/>
      <w:bookmarkEnd w:id="2510"/>
      <w:bookmarkEnd w:id="2511"/>
      <w:bookmarkEnd w:id="2512"/>
      <w:bookmarkEnd w:id="2513"/>
      <w:bookmarkEnd w:id="2514"/>
      <w:bookmarkEnd w:id="2515"/>
      <w:bookmarkEnd w:id="2516"/>
      <w:bookmarkEnd w:id="2517"/>
      <w:bookmarkEnd w:id="2518"/>
      <w:bookmarkEnd w:id="2519"/>
      <w:bookmarkEnd w:id="2520"/>
    </w:p>
    <w:p w14:paraId="0984E1F8" w14:textId="77777777" w:rsidR="00B15E99" w:rsidRPr="00EF2F0E" w:rsidRDefault="00B15E99" w:rsidP="00A40339">
      <w:pPr>
        <w:pStyle w:val="Heading4"/>
      </w:pPr>
      <w:bookmarkStart w:id="2521" w:name="_Toc21095948"/>
      <w:bookmarkStart w:id="2522" w:name="_Toc29763147"/>
      <w:bookmarkStart w:id="2523" w:name="_Toc45869432"/>
      <w:bookmarkStart w:id="2524" w:name="_Toc52554680"/>
      <w:bookmarkStart w:id="2525" w:name="_Toc52555150"/>
      <w:bookmarkStart w:id="2526" w:name="_Toc61112375"/>
      <w:bookmarkStart w:id="2527" w:name="_Toc67911527"/>
      <w:bookmarkStart w:id="2528" w:name="_Toc74843002"/>
      <w:bookmarkStart w:id="2529" w:name="_Toc76503385"/>
      <w:bookmarkStart w:id="2530" w:name="_Toc83040828"/>
      <w:bookmarkStart w:id="2531" w:name="_Toc89851871"/>
      <w:bookmarkStart w:id="2532" w:name="_Toc98676225"/>
      <w:r w:rsidRPr="00EF2F0E">
        <w:t>7.6.2.1</w:t>
      </w:r>
      <w:r w:rsidRPr="00EF2F0E">
        <w:tab/>
        <w:t>General minimum requirement</w:t>
      </w:r>
      <w:bookmarkEnd w:id="2521"/>
      <w:bookmarkEnd w:id="2522"/>
      <w:bookmarkEnd w:id="2523"/>
      <w:bookmarkEnd w:id="2524"/>
      <w:bookmarkEnd w:id="2525"/>
      <w:bookmarkEnd w:id="2526"/>
      <w:bookmarkEnd w:id="2527"/>
      <w:bookmarkEnd w:id="2528"/>
      <w:bookmarkEnd w:id="2529"/>
      <w:bookmarkEnd w:id="2530"/>
      <w:bookmarkEnd w:id="2531"/>
      <w:bookmarkEnd w:id="2532"/>
    </w:p>
    <w:p w14:paraId="0984E1F9" w14:textId="77777777" w:rsidR="00B15E99" w:rsidRPr="00EF2F0E" w:rsidRDefault="00B15E99" w:rsidP="00A40339">
      <w:pPr>
        <w:rPr>
          <w:rFonts w:eastAsia="??"/>
        </w:rPr>
      </w:pPr>
      <w:r w:rsidRPr="00EF2F0E">
        <w:t xml:space="preserve">The general MSR RX spurious emission </w:t>
      </w:r>
      <w:r w:rsidRPr="00EF2F0E">
        <w:rPr>
          <w:i/>
        </w:rPr>
        <w:t>basic limit</w:t>
      </w:r>
      <w:r w:rsidRPr="00EF2F0E">
        <w:t>s are provided in table 7.6.2.1-1.</w:t>
      </w:r>
    </w:p>
    <w:p w14:paraId="0984E1FA" w14:textId="77777777" w:rsidR="00B15E99" w:rsidRPr="00EF2F0E" w:rsidRDefault="00B15E99" w:rsidP="00A40339">
      <w:pPr>
        <w:pStyle w:val="TH"/>
      </w:pPr>
      <w:r w:rsidRPr="00EF2F0E">
        <w:t xml:space="preserve">Table 7.6.2.1-1: General spurious emissions </w:t>
      </w:r>
      <w:r w:rsidRPr="00EF2F0E">
        <w:rPr>
          <w:i/>
        </w:rPr>
        <w:t>basic limits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1897"/>
        <w:gridCol w:w="1276"/>
        <w:gridCol w:w="1701"/>
        <w:gridCol w:w="3969"/>
      </w:tblGrid>
      <w:tr w:rsidR="003401A4" w:rsidRPr="00EF2F0E" w14:paraId="0984E1FF" w14:textId="77777777" w:rsidTr="00A40339">
        <w:trPr>
          <w:tblHeader/>
          <w:jc w:val="center"/>
        </w:trPr>
        <w:tc>
          <w:tcPr>
            <w:tcW w:w="1897" w:type="dxa"/>
          </w:tcPr>
          <w:p w14:paraId="0984E1FB" w14:textId="77777777" w:rsidR="00B15E99" w:rsidRPr="00EF2F0E" w:rsidRDefault="00B15E99" w:rsidP="00A40339">
            <w:pPr>
              <w:pStyle w:val="TAH"/>
            </w:pPr>
            <w:r w:rsidRPr="00EF2F0E">
              <w:t>Frequency range</w:t>
            </w:r>
          </w:p>
        </w:tc>
        <w:tc>
          <w:tcPr>
            <w:tcW w:w="1276" w:type="dxa"/>
          </w:tcPr>
          <w:p w14:paraId="0984E1FC" w14:textId="77777777" w:rsidR="00B15E99" w:rsidRPr="00EF2F0E" w:rsidRDefault="005C15CF" w:rsidP="00A40339">
            <w:pPr>
              <w:pStyle w:val="TAH"/>
            </w:pPr>
            <w:r w:rsidRPr="00EF2F0E">
              <w:rPr>
                <w:i/>
              </w:rPr>
              <w:t>Basic limits</w:t>
            </w:r>
          </w:p>
        </w:tc>
        <w:tc>
          <w:tcPr>
            <w:tcW w:w="1701" w:type="dxa"/>
          </w:tcPr>
          <w:p w14:paraId="0984E1FD" w14:textId="77777777" w:rsidR="00B15E99" w:rsidRPr="00EF2F0E" w:rsidRDefault="00B15E99" w:rsidP="00A40339">
            <w:pPr>
              <w:pStyle w:val="TAH"/>
            </w:pPr>
            <w:r w:rsidRPr="00EF2F0E">
              <w:t>Measurement bandwidth</w:t>
            </w:r>
          </w:p>
        </w:tc>
        <w:tc>
          <w:tcPr>
            <w:tcW w:w="3969" w:type="dxa"/>
          </w:tcPr>
          <w:p w14:paraId="0984E1FE" w14:textId="77777777" w:rsidR="00B15E99" w:rsidRPr="00EF2F0E" w:rsidRDefault="00B15E99" w:rsidP="00A40339">
            <w:pPr>
              <w:pStyle w:val="TAH"/>
            </w:pPr>
            <w:r w:rsidRPr="00EF2F0E">
              <w:t>NOTE</w:t>
            </w:r>
          </w:p>
        </w:tc>
      </w:tr>
      <w:tr w:rsidR="005C15CF" w:rsidRPr="00EF2F0E" w14:paraId="0984E204" w14:textId="77777777" w:rsidTr="00A40339">
        <w:trPr>
          <w:jc w:val="center"/>
        </w:trPr>
        <w:tc>
          <w:tcPr>
            <w:tcW w:w="1897" w:type="dxa"/>
          </w:tcPr>
          <w:p w14:paraId="0984E200" w14:textId="77777777" w:rsidR="005C15CF" w:rsidRPr="00EF2F0E" w:rsidRDefault="005C15CF" w:rsidP="005C15CF">
            <w:pPr>
              <w:pStyle w:val="TAL"/>
              <w:rPr>
                <w:rFonts w:cs="Arial"/>
                <w:szCs w:val="18"/>
              </w:rPr>
            </w:pPr>
            <w:r w:rsidRPr="00EF2F0E">
              <w:rPr>
                <w:rFonts w:cs="Arial"/>
                <w:szCs w:val="18"/>
              </w:rPr>
              <w:t xml:space="preserve">30MHz </w:t>
            </w:r>
            <w:r w:rsidRPr="00EF2F0E">
              <w:rPr>
                <w:rFonts w:cs="Arial"/>
                <w:szCs w:val="18"/>
              </w:rPr>
              <w:noBreakHyphen/>
              <w:t xml:space="preserve"> 1 GHz</w:t>
            </w:r>
          </w:p>
        </w:tc>
        <w:tc>
          <w:tcPr>
            <w:tcW w:w="1276" w:type="dxa"/>
          </w:tcPr>
          <w:p w14:paraId="0984E201" w14:textId="77777777" w:rsidR="005C15CF" w:rsidRPr="00EF2F0E" w:rsidRDefault="005C15CF" w:rsidP="005C15CF">
            <w:pPr>
              <w:pStyle w:val="TAL"/>
              <w:rPr>
                <w:rFonts w:cs="Arial"/>
                <w:szCs w:val="18"/>
              </w:rPr>
            </w:pPr>
            <w:r w:rsidRPr="00EF2F0E">
              <w:rPr>
                <w:rFonts w:cs="Arial"/>
                <w:szCs w:val="18"/>
              </w:rPr>
              <w:t>-57 dBm</w:t>
            </w:r>
          </w:p>
        </w:tc>
        <w:tc>
          <w:tcPr>
            <w:tcW w:w="1701" w:type="dxa"/>
          </w:tcPr>
          <w:p w14:paraId="0984E202" w14:textId="77777777" w:rsidR="005C15CF" w:rsidRPr="00EF2F0E" w:rsidRDefault="005C15CF" w:rsidP="005C15CF">
            <w:pPr>
              <w:pStyle w:val="TAL"/>
              <w:rPr>
                <w:rFonts w:cs="Arial"/>
                <w:szCs w:val="18"/>
              </w:rPr>
            </w:pPr>
            <w:r w:rsidRPr="00EF2F0E">
              <w:rPr>
                <w:rFonts w:cs="Arial"/>
                <w:szCs w:val="18"/>
              </w:rPr>
              <w:t xml:space="preserve">100 kHz </w:t>
            </w:r>
          </w:p>
        </w:tc>
        <w:tc>
          <w:tcPr>
            <w:tcW w:w="3969" w:type="dxa"/>
          </w:tcPr>
          <w:p w14:paraId="0984E203" w14:textId="77777777" w:rsidR="005C15CF" w:rsidRPr="00EF2F0E" w:rsidRDefault="005C15CF" w:rsidP="005C15CF">
            <w:pPr>
              <w:pStyle w:val="TAL"/>
              <w:rPr>
                <w:rFonts w:cs="Arial"/>
                <w:szCs w:val="18"/>
              </w:rPr>
            </w:pPr>
            <w:r w:rsidRPr="00EF2F0E">
              <w:t>Note 1</w:t>
            </w:r>
          </w:p>
        </w:tc>
      </w:tr>
      <w:tr w:rsidR="005C15CF" w:rsidRPr="00EF2F0E" w14:paraId="0984E209" w14:textId="77777777" w:rsidTr="00A40339">
        <w:trPr>
          <w:jc w:val="center"/>
        </w:trPr>
        <w:tc>
          <w:tcPr>
            <w:tcW w:w="1897" w:type="dxa"/>
          </w:tcPr>
          <w:p w14:paraId="0984E205" w14:textId="77777777" w:rsidR="005C15CF" w:rsidRPr="00EF2F0E" w:rsidRDefault="005C15CF" w:rsidP="005C15CF">
            <w:pPr>
              <w:pStyle w:val="TAL"/>
              <w:rPr>
                <w:rFonts w:cs="Arial"/>
                <w:szCs w:val="18"/>
              </w:rPr>
            </w:pPr>
            <w:r w:rsidRPr="00EF2F0E">
              <w:rPr>
                <w:rFonts w:cs="Arial"/>
                <w:szCs w:val="18"/>
              </w:rPr>
              <w:t>1 GHz - 12.75 GHz</w:t>
            </w:r>
          </w:p>
        </w:tc>
        <w:tc>
          <w:tcPr>
            <w:tcW w:w="1276" w:type="dxa"/>
          </w:tcPr>
          <w:p w14:paraId="0984E206" w14:textId="77777777" w:rsidR="005C15CF" w:rsidRPr="00EF2F0E" w:rsidRDefault="005C15CF" w:rsidP="005C15CF">
            <w:pPr>
              <w:pStyle w:val="TAL"/>
              <w:rPr>
                <w:rFonts w:cs="Arial"/>
                <w:szCs w:val="18"/>
              </w:rPr>
            </w:pPr>
            <w:r w:rsidRPr="00EF2F0E">
              <w:rPr>
                <w:rFonts w:cs="Arial"/>
                <w:szCs w:val="18"/>
              </w:rPr>
              <w:t>-47 dBm</w:t>
            </w:r>
          </w:p>
        </w:tc>
        <w:tc>
          <w:tcPr>
            <w:tcW w:w="1701" w:type="dxa"/>
          </w:tcPr>
          <w:p w14:paraId="0984E207" w14:textId="77777777" w:rsidR="005C15CF" w:rsidRPr="00EF2F0E" w:rsidRDefault="005C15CF" w:rsidP="005C15CF">
            <w:pPr>
              <w:pStyle w:val="TAL"/>
              <w:rPr>
                <w:rFonts w:cs="Arial"/>
                <w:szCs w:val="18"/>
              </w:rPr>
            </w:pPr>
            <w:r w:rsidRPr="00EF2F0E">
              <w:rPr>
                <w:rFonts w:cs="Arial"/>
                <w:szCs w:val="18"/>
              </w:rPr>
              <w:t>1 MHz</w:t>
            </w:r>
          </w:p>
        </w:tc>
        <w:tc>
          <w:tcPr>
            <w:tcW w:w="3969" w:type="dxa"/>
          </w:tcPr>
          <w:p w14:paraId="0984E208" w14:textId="77777777" w:rsidR="005C15CF" w:rsidRPr="00EF2F0E" w:rsidRDefault="005C15CF" w:rsidP="005C15CF">
            <w:pPr>
              <w:pStyle w:val="TAL"/>
              <w:rPr>
                <w:rFonts w:cs="Arial"/>
                <w:szCs w:val="18"/>
              </w:rPr>
            </w:pPr>
            <w:r w:rsidRPr="00EF2F0E">
              <w:t>Note 1, Note 2</w:t>
            </w:r>
          </w:p>
        </w:tc>
      </w:tr>
      <w:tr w:rsidR="005C15CF" w:rsidRPr="00EF2F0E" w14:paraId="0984E20E" w14:textId="77777777" w:rsidTr="00A40339">
        <w:trPr>
          <w:jc w:val="center"/>
        </w:trPr>
        <w:tc>
          <w:tcPr>
            <w:tcW w:w="1897" w:type="dxa"/>
          </w:tcPr>
          <w:p w14:paraId="0984E20A" w14:textId="77777777" w:rsidR="005C15CF" w:rsidRPr="00EF2F0E" w:rsidRDefault="005C15CF" w:rsidP="005C15CF">
            <w:pPr>
              <w:pStyle w:val="TAL"/>
              <w:rPr>
                <w:rFonts w:cs="Arial"/>
                <w:szCs w:val="18"/>
              </w:rPr>
            </w:pPr>
            <w:r w:rsidRPr="00EF2F0E">
              <w:rPr>
                <w:rFonts w:cs="v5.0.0"/>
                <w:szCs w:val="18"/>
              </w:rPr>
              <w:t xml:space="preserve">12.75 GHz </w:t>
            </w:r>
            <w:r w:rsidRPr="00EF2F0E">
              <w:rPr>
                <w:rFonts w:cs="Arial"/>
                <w:szCs w:val="18"/>
              </w:rPr>
              <w:t>- 5</w:t>
            </w:r>
            <w:r w:rsidRPr="00EF2F0E">
              <w:rPr>
                <w:rFonts w:cs="Arial"/>
                <w:szCs w:val="18"/>
                <w:vertAlign w:val="superscript"/>
              </w:rPr>
              <w:t>th</w:t>
            </w:r>
            <w:r w:rsidRPr="00EF2F0E">
              <w:rPr>
                <w:rFonts w:cs="Arial"/>
                <w:szCs w:val="18"/>
              </w:rPr>
              <w:t xml:space="preserve"> harmonic of the upper frequency edge of the UL operating band in GHz</w:t>
            </w:r>
          </w:p>
        </w:tc>
        <w:tc>
          <w:tcPr>
            <w:tcW w:w="1276" w:type="dxa"/>
          </w:tcPr>
          <w:p w14:paraId="0984E20B" w14:textId="77777777" w:rsidR="005C15CF" w:rsidRPr="00EF2F0E" w:rsidRDefault="005C15CF" w:rsidP="005C15CF">
            <w:pPr>
              <w:pStyle w:val="TAL"/>
              <w:rPr>
                <w:rFonts w:cs="Arial"/>
                <w:szCs w:val="18"/>
              </w:rPr>
            </w:pPr>
            <w:r w:rsidRPr="00EF2F0E">
              <w:rPr>
                <w:rFonts w:cs="Arial"/>
                <w:szCs w:val="18"/>
              </w:rPr>
              <w:t>-47 dBm</w:t>
            </w:r>
          </w:p>
        </w:tc>
        <w:tc>
          <w:tcPr>
            <w:tcW w:w="1701" w:type="dxa"/>
          </w:tcPr>
          <w:p w14:paraId="0984E20C" w14:textId="77777777" w:rsidR="005C15CF" w:rsidRPr="00EF2F0E" w:rsidRDefault="005C15CF" w:rsidP="005C15CF">
            <w:pPr>
              <w:pStyle w:val="TAL"/>
              <w:rPr>
                <w:rFonts w:cs="Arial"/>
                <w:szCs w:val="18"/>
              </w:rPr>
            </w:pPr>
            <w:r w:rsidRPr="00EF2F0E">
              <w:rPr>
                <w:rFonts w:cs="Arial"/>
                <w:szCs w:val="18"/>
              </w:rPr>
              <w:t>1 MHz</w:t>
            </w:r>
          </w:p>
        </w:tc>
        <w:tc>
          <w:tcPr>
            <w:tcW w:w="3969" w:type="dxa"/>
          </w:tcPr>
          <w:p w14:paraId="0984E20D" w14:textId="77777777" w:rsidR="005C15CF" w:rsidRPr="00EF2F0E" w:rsidRDefault="005C15CF" w:rsidP="005C15CF">
            <w:pPr>
              <w:pStyle w:val="TAL"/>
              <w:rPr>
                <w:rFonts w:cs="Arial"/>
                <w:szCs w:val="18"/>
              </w:rPr>
            </w:pPr>
            <w:r w:rsidRPr="00EF2F0E">
              <w:t>Note 1, Note 2, Note 3</w:t>
            </w:r>
          </w:p>
        </w:tc>
      </w:tr>
      <w:tr w:rsidR="00B15E99" w:rsidRPr="00EF2F0E" w14:paraId="0984E213" w14:textId="77777777" w:rsidTr="00A40339">
        <w:trPr>
          <w:jc w:val="center"/>
        </w:trPr>
        <w:tc>
          <w:tcPr>
            <w:tcW w:w="8843" w:type="dxa"/>
            <w:gridSpan w:val="4"/>
          </w:tcPr>
          <w:p w14:paraId="0984E20F" w14:textId="77777777" w:rsidR="005C15CF" w:rsidRPr="00EF2F0E" w:rsidRDefault="005C15CF" w:rsidP="005C15CF">
            <w:pPr>
              <w:pStyle w:val="TAN"/>
            </w:pPr>
            <w:r w:rsidRPr="00EF2F0E">
              <w:rPr>
                <w:rFonts w:eastAsia="??"/>
              </w:rPr>
              <w:t>NOTE 1:</w:t>
            </w:r>
            <w:r w:rsidRPr="00EF2F0E">
              <w:rPr>
                <w:rFonts w:eastAsia="??"/>
              </w:rPr>
              <w:tab/>
            </w:r>
            <w:r w:rsidRPr="00EF2F0E">
              <w:rPr>
                <w:rFonts w:cs="Arial"/>
                <w:i/>
              </w:rPr>
              <w:t>Measurement bandwidth</w:t>
            </w:r>
            <w:r w:rsidRPr="00EF2F0E">
              <w:rPr>
                <w:rFonts w:cs="Arial"/>
              </w:rPr>
              <w:t>s as in ITU-R SM.329 [14], s4.1.</w:t>
            </w:r>
          </w:p>
          <w:p w14:paraId="0984E210" w14:textId="77777777" w:rsidR="005C15CF" w:rsidRPr="00EF2F0E" w:rsidRDefault="005C15CF" w:rsidP="005C15CF">
            <w:pPr>
              <w:pStyle w:val="TAN"/>
            </w:pPr>
            <w:r w:rsidRPr="00EF2F0E">
              <w:rPr>
                <w:rFonts w:eastAsia="??"/>
              </w:rPr>
              <w:t>NOTE 2:</w:t>
            </w:r>
            <w:r w:rsidRPr="00EF2F0E">
              <w:rPr>
                <w:rFonts w:eastAsia="??"/>
              </w:rPr>
              <w:tab/>
            </w:r>
            <w:r w:rsidRPr="00EF2F0E">
              <w:rPr>
                <w:rFonts w:cs="Arial"/>
              </w:rPr>
              <w:t>Upper frequency as in ITU-R SM.329 [14], s2.5 table 1.</w:t>
            </w:r>
          </w:p>
          <w:p w14:paraId="0984E211" w14:textId="77777777" w:rsidR="005C15CF" w:rsidRPr="00EF2F0E" w:rsidRDefault="005C15CF" w:rsidP="005C15CF">
            <w:pPr>
              <w:pStyle w:val="TAN"/>
              <w:rPr>
                <w:rFonts w:cs="Arial"/>
                <w:lang w:eastAsia="zh-CN"/>
              </w:rPr>
            </w:pPr>
            <w:r w:rsidRPr="00EF2F0E">
              <w:rPr>
                <w:rFonts w:cs="Arial"/>
                <w:lang w:eastAsia="zh-CN"/>
              </w:rPr>
              <w:t>N</w:t>
            </w:r>
            <w:r w:rsidRPr="00EF2F0E">
              <w:rPr>
                <w:rFonts w:cs="Arial"/>
              </w:rPr>
              <w:t>OTE 3:</w:t>
            </w:r>
            <w:r w:rsidRPr="00EF2F0E">
              <w:rPr>
                <w:rFonts w:cs="Arial"/>
              </w:rPr>
              <w:tab/>
              <w:t>This spurious frequency range applies</w:t>
            </w:r>
            <w:r w:rsidRPr="00EF2F0E" w:rsidDel="00005173">
              <w:rPr>
                <w:rFonts w:cs="Arial"/>
              </w:rPr>
              <w:t xml:space="preserve"> </w:t>
            </w:r>
            <w:r w:rsidRPr="00EF2F0E">
              <w:rPr>
                <w:rFonts w:cs="Arial"/>
              </w:rPr>
              <w:t xml:space="preserve">only for </w:t>
            </w:r>
            <w:r w:rsidRPr="00EF2F0E">
              <w:rPr>
                <w:rFonts w:cs="Arial"/>
                <w:i/>
              </w:rPr>
              <w:t>operating bands</w:t>
            </w:r>
            <w:r w:rsidRPr="00EF2F0E">
              <w:rPr>
                <w:rFonts w:cs="Arial"/>
              </w:rPr>
              <w:t xml:space="preserve"> for which the 5</w:t>
            </w:r>
            <w:r w:rsidRPr="00EF2F0E">
              <w:rPr>
                <w:rFonts w:cs="Arial"/>
                <w:vertAlign w:val="superscript"/>
              </w:rPr>
              <w:t>th</w:t>
            </w:r>
            <w:r w:rsidRPr="00EF2F0E">
              <w:rPr>
                <w:rFonts w:cs="Arial"/>
              </w:rPr>
              <w:t xml:space="preserve"> harmonic of the upper frequency edge </w:t>
            </w:r>
            <w:r w:rsidRPr="00EF2F0E">
              <w:t xml:space="preserve">of the UL </w:t>
            </w:r>
            <w:r w:rsidRPr="00EF2F0E">
              <w:rPr>
                <w:i/>
              </w:rPr>
              <w:t>operating band</w:t>
            </w:r>
            <w:r w:rsidRPr="00EF2F0E">
              <w:rPr>
                <w:rFonts w:cs="Arial"/>
              </w:rPr>
              <w:t xml:space="preserve"> is reaching beyond 12.75 GHz.</w:t>
            </w:r>
          </w:p>
          <w:p w14:paraId="0984E212" w14:textId="77777777" w:rsidR="00B15E99" w:rsidRPr="00EF2F0E" w:rsidRDefault="005C15CF" w:rsidP="005C15CF">
            <w:pPr>
              <w:pStyle w:val="TAN"/>
              <w:rPr>
                <w:rFonts w:eastAsia="??"/>
              </w:rPr>
            </w:pPr>
            <w:r w:rsidRPr="00EF2F0E">
              <w:rPr>
                <w:rFonts w:eastAsia="??"/>
              </w:rPr>
              <w:t>NOTE 4:</w:t>
            </w:r>
            <w:r w:rsidRPr="00EF2F0E">
              <w:rPr>
                <w:rFonts w:eastAsia="??"/>
              </w:rPr>
              <w:tab/>
              <w:t>The frequency range</w:t>
            </w:r>
            <w:r w:rsidRPr="00EF2F0E">
              <w:t xml:space="preserve"> from F</w:t>
            </w:r>
            <w:r w:rsidRPr="00EF2F0E">
              <w:rPr>
                <w:vertAlign w:val="subscript"/>
              </w:rPr>
              <w:t>BW RF,DL,low</w:t>
            </w:r>
            <w:r w:rsidRPr="00EF2F0E">
              <w:t xml:space="preserve"> - Δ</w:t>
            </w:r>
            <w:r w:rsidRPr="00EF2F0E">
              <w:rPr>
                <w:vertAlign w:val="subscript"/>
              </w:rPr>
              <w:t>f</w:t>
            </w:r>
            <w:r w:rsidRPr="00EF2F0E">
              <w:rPr>
                <w:rFonts w:cs="v5.0.0"/>
                <w:vertAlign w:val="subscript"/>
              </w:rPr>
              <w:t>OBUE</w:t>
            </w:r>
            <w:r w:rsidRPr="00EF2F0E">
              <w:t xml:space="preserve"> (i.e. Δ</w:t>
            </w:r>
            <w:r w:rsidRPr="00EF2F0E">
              <w:rPr>
                <w:vertAlign w:val="subscript"/>
              </w:rPr>
              <w:t>f</w:t>
            </w:r>
            <w:r w:rsidRPr="00EF2F0E">
              <w:rPr>
                <w:rFonts w:cs="v5.0.0"/>
                <w:vertAlign w:val="subscript"/>
              </w:rPr>
              <w:t>OBUE</w:t>
            </w:r>
            <w:r w:rsidRPr="00EF2F0E">
              <w:t xml:space="preserve"> below the lowest frequency of the BS transmitter </w:t>
            </w:r>
            <w:r w:rsidRPr="00EF2F0E">
              <w:rPr>
                <w:i/>
              </w:rPr>
              <w:t>operating band</w:t>
            </w:r>
            <w:r w:rsidRPr="00EF2F0E">
              <w:t>) to F</w:t>
            </w:r>
            <w:r w:rsidRPr="00EF2F0E">
              <w:rPr>
                <w:vertAlign w:val="subscript"/>
              </w:rPr>
              <w:t>BW RF,</w:t>
            </w:r>
            <w:r w:rsidRPr="00EF2F0E" w:rsidDel="00B30193">
              <w:rPr>
                <w:vertAlign w:val="subscript"/>
              </w:rPr>
              <w:t xml:space="preserve"> </w:t>
            </w:r>
            <w:r w:rsidRPr="00EF2F0E">
              <w:rPr>
                <w:vertAlign w:val="subscript"/>
              </w:rPr>
              <w:t>DL,high</w:t>
            </w:r>
            <w:r w:rsidRPr="00EF2F0E">
              <w:t xml:space="preserve"> + Δ</w:t>
            </w:r>
            <w:r w:rsidRPr="00EF2F0E">
              <w:rPr>
                <w:vertAlign w:val="subscript"/>
              </w:rPr>
              <w:t>f</w:t>
            </w:r>
            <w:r w:rsidRPr="00EF2F0E">
              <w:rPr>
                <w:rFonts w:cs="v5.0.0"/>
                <w:vertAlign w:val="subscript"/>
              </w:rPr>
              <w:t>OBUE</w:t>
            </w:r>
            <w:r w:rsidRPr="00EF2F0E">
              <w:t xml:space="preserve"> (i.e. Δf</w:t>
            </w:r>
            <w:r w:rsidRPr="00EF2F0E">
              <w:rPr>
                <w:rFonts w:cs="v5.0.0"/>
                <w:vertAlign w:val="subscript"/>
              </w:rPr>
              <w:t>OBUE</w:t>
            </w:r>
            <w:r w:rsidRPr="00EF2F0E">
              <w:t xml:space="preserve"> above the highest frequency of the BS transmitter </w:t>
            </w:r>
            <w:r w:rsidRPr="00EF2F0E">
              <w:rPr>
                <w:i/>
              </w:rPr>
              <w:t>operating band</w:t>
            </w:r>
            <w:r w:rsidRPr="00EF2F0E">
              <w:t>) may be excluded from the requirement. Δf</w:t>
            </w:r>
            <w:r w:rsidRPr="00EF2F0E">
              <w:rPr>
                <w:rFonts w:cs="v5.0.0"/>
                <w:vertAlign w:val="subscript"/>
              </w:rPr>
              <w:t>OBUE</w:t>
            </w:r>
            <w:r w:rsidRPr="00EF2F0E">
              <w:t xml:space="preserve"> is defined in clause 6.6.1. For </w:t>
            </w:r>
            <w:r w:rsidRPr="00EF2F0E">
              <w:rPr>
                <w:i/>
              </w:rPr>
              <w:t>multi-band TAB connectors</w:t>
            </w:r>
            <w:r w:rsidRPr="00EF2F0E">
              <w:t>, the exclusion applies for all supported operating bands for those connectors.</w:t>
            </w:r>
          </w:p>
        </w:tc>
      </w:tr>
    </w:tbl>
    <w:p w14:paraId="0984E214" w14:textId="77777777" w:rsidR="00B15E99" w:rsidRPr="00EF2F0E" w:rsidRDefault="00B15E99" w:rsidP="00A40339"/>
    <w:p w14:paraId="0984E215" w14:textId="77777777" w:rsidR="00B15E99" w:rsidRPr="00EF2F0E" w:rsidRDefault="00B15E99" w:rsidP="00A40339">
      <w:r w:rsidRPr="00EF2F0E">
        <w:t xml:space="preserve">The RX spurious emissions requirements for an MSR AAS BS are that for each applicable </w:t>
      </w:r>
      <w:r w:rsidRPr="00EF2F0E">
        <w:rPr>
          <w:i/>
        </w:rPr>
        <w:t>basic limit</w:t>
      </w:r>
      <w:r w:rsidRPr="00EF2F0E">
        <w:t xml:space="preserve"> specified in table 7.6.2.1-1 for each </w:t>
      </w:r>
      <w:r w:rsidRPr="00EF2F0E">
        <w:rPr>
          <w:i/>
        </w:rPr>
        <w:t>TAB connector RX min cell group,</w:t>
      </w:r>
      <w:r w:rsidRPr="00EF2F0E">
        <w:t xml:space="preserve"> the power sum of emissions at the </w:t>
      </w:r>
      <w:r w:rsidRPr="00EF2F0E">
        <w:rPr>
          <w:i/>
        </w:rPr>
        <w:t>TAB connectors</w:t>
      </w:r>
      <w:r w:rsidRPr="00EF2F0E">
        <w:t xml:space="preserve"> of the </w:t>
      </w:r>
      <w:r w:rsidRPr="00EF2F0E">
        <w:rPr>
          <w:i/>
        </w:rPr>
        <w:t>TAB connector RX min cell group</w:t>
      </w:r>
      <w:r w:rsidRPr="00EF2F0E">
        <w:t xml:space="preserve"> shall not exceed an AAS BS limit specified as the</w:t>
      </w:r>
      <w:r w:rsidR="0099608B" w:rsidRPr="00EF2F0E">
        <w:rPr>
          <w:i/>
        </w:rPr>
        <w:t xml:space="preserve"> basic limit</w:t>
      </w:r>
      <w:r w:rsidR="0099608B" w:rsidRPr="00EF2F0E">
        <w:t xml:space="preserve"> + X, where X = 10log</w:t>
      </w:r>
      <w:r w:rsidR="0099608B" w:rsidRPr="00EF2F0E">
        <w:rPr>
          <w:vertAlign w:val="subscript"/>
        </w:rPr>
        <w:t>10</w:t>
      </w:r>
      <w:r w:rsidR="0099608B" w:rsidRPr="00EF2F0E">
        <w:t>(N</w:t>
      </w:r>
      <w:r w:rsidR="0099608B" w:rsidRPr="00EF2F0E">
        <w:rPr>
          <w:vertAlign w:val="subscript"/>
        </w:rPr>
        <w:t>RXU,countedpercell</w:t>
      </w:r>
      <w:r w:rsidR="0099608B" w:rsidRPr="00EF2F0E">
        <w:t>), unless stated differently in regional regulation</w:t>
      </w:r>
      <w:r w:rsidRPr="00EF2F0E">
        <w:t>.</w:t>
      </w:r>
    </w:p>
    <w:p w14:paraId="0984E216" w14:textId="77777777" w:rsidR="00B15E99" w:rsidRPr="00EF2F0E" w:rsidRDefault="00B15E99" w:rsidP="00A40339">
      <w:r w:rsidRPr="00EF2F0E">
        <w:t xml:space="preserve">In addition </w:t>
      </w:r>
      <w:r w:rsidRPr="00EF2F0E">
        <w:rPr>
          <w:rFonts w:cs="v5.0.0"/>
        </w:rPr>
        <w:t xml:space="preserve">to the </w:t>
      </w:r>
      <w:r w:rsidRPr="00EF2F0E">
        <w:rPr>
          <w:rFonts w:cs="v5.0.0"/>
          <w:i/>
        </w:rPr>
        <w:t>basic limit</w:t>
      </w:r>
      <w:r w:rsidRPr="00EF2F0E">
        <w:rPr>
          <w:rFonts w:cs="v5.0.0"/>
        </w:rPr>
        <w:t>s in table 7.6.2.1-1</w:t>
      </w:r>
      <w:r w:rsidRPr="00EF2F0E">
        <w:t xml:space="preserve">, additional spurious emissions requirements in 3GPP TS 37.104 [9], subclause 6.6.1.3 form </w:t>
      </w:r>
      <w:r w:rsidRPr="00EF2F0E">
        <w:rPr>
          <w:i/>
        </w:rPr>
        <w:t>basic limit</w:t>
      </w:r>
      <w:r w:rsidRPr="00EF2F0E">
        <w:t>s for additional receiver spurious emission requirements.</w:t>
      </w:r>
    </w:p>
    <w:p w14:paraId="0984E217" w14:textId="77777777" w:rsidR="00B15E99" w:rsidRPr="00EF2F0E" w:rsidRDefault="00B15E99" w:rsidP="00A40339">
      <w:r w:rsidRPr="00EF2F0E">
        <w:t>In case of FDD BS (for BC1 and BC2), the levels specified for Protection of the BS receivers of own or different BS in 3GPP TS 37.104 [9], subclause 6.6.1.2 form basic levels for additional receiver spurious emission requirements.</w:t>
      </w:r>
    </w:p>
    <w:p w14:paraId="0984E218" w14:textId="77777777" w:rsidR="00B15E99" w:rsidRPr="00EF2F0E" w:rsidRDefault="00B15E99" w:rsidP="00A40339">
      <w:r w:rsidRPr="00EF2F0E">
        <w:rPr>
          <w:rFonts w:cs="v5.0.0"/>
        </w:rPr>
        <w:t>In addition, the requirements for co-location with other base stations specified in 3GPP TS 37.104 [9], subclause 6.6.1.4 may also form basic levels for co-location spurious emission requirements.</w:t>
      </w:r>
    </w:p>
    <w:p w14:paraId="0984E219" w14:textId="77777777" w:rsidR="00B15E99" w:rsidRPr="00EF2F0E" w:rsidRDefault="00B15E99" w:rsidP="00A40339">
      <w:pPr>
        <w:pStyle w:val="NO"/>
        <w:keepNext/>
        <w:keepLines w:val="0"/>
      </w:pPr>
      <w:r w:rsidRPr="00EF2F0E">
        <w:t>NOTE:</w:t>
      </w:r>
      <w:r w:rsidRPr="00EF2F0E">
        <w:tab/>
        <w:t xml:space="preserve">Conformance to the </w:t>
      </w:r>
      <w:r w:rsidRPr="00EF2F0E">
        <w:rPr>
          <w:i/>
        </w:rPr>
        <w:t>AAS BS receiver</w:t>
      </w:r>
      <w:r w:rsidRPr="00EF2F0E">
        <w:t xml:space="preserve"> spurious emissions requirement can be demonstrated by meeting at least one of the following criteria as determined by the manufacturer:</w:t>
      </w:r>
    </w:p>
    <w:p w14:paraId="0984E21A" w14:textId="77777777" w:rsidR="00B15E99" w:rsidRPr="00EF2F0E" w:rsidRDefault="00B15E99" w:rsidP="00A40339">
      <w:pPr>
        <w:pStyle w:val="B3"/>
        <w:ind w:left="1418"/>
      </w:pPr>
      <w:r w:rsidRPr="00EF2F0E">
        <w:t>1)</w:t>
      </w:r>
      <w:r w:rsidRPr="00EF2F0E">
        <w:tab/>
        <w:t xml:space="preserve">The sum of the spurious emissions power measured on each </w:t>
      </w:r>
      <w:r w:rsidRPr="00EF2F0E">
        <w:rPr>
          <w:i/>
        </w:rPr>
        <w:t>TAB connector</w:t>
      </w:r>
      <w:r w:rsidRPr="00EF2F0E">
        <w:t xml:space="preserve"> in the </w:t>
      </w:r>
      <w:r w:rsidRPr="00EF2F0E">
        <w:rPr>
          <w:i/>
        </w:rPr>
        <w:t xml:space="preserve">TAB connector RX min cell group </w:t>
      </w:r>
      <w:r w:rsidRPr="00EF2F0E">
        <w:t>shall be less than or equal to the AAS BS limit as defined above for the respective frequency span.</w:t>
      </w:r>
    </w:p>
    <w:p w14:paraId="0984E21B" w14:textId="77777777" w:rsidR="00B15E99" w:rsidRPr="00EF2F0E" w:rsidRDefault="00B15E99" w:rsidP="00A40339">
      <w:pPr>
        <w:pStyle w:val="B3"/>
        <w:ind w:left="1418"/>
      </w:pPr>
      <w:r w:rsidRPr="00EF2F0E">
        <w:t>Or</w:t>
      </w:r>
    </w:p>
    <w:p w14:paraId="0984E21C" w14:textId="77777777" w:rsidR="00B15E99" w:rsidRPr="00EF2F0E" w:rsidRDefault="00B15E99" w:rsidP="00A40339">
      <w:pPr>
        <w:pStyle w:val="B3"/>
        <w:ind w:left="1418"/>
      </w:pPr>
      <w:r w:rsidRPr="00EF2F0E">
        <w:t>2)</w:t>
      </w:r>
      <w:r w:rsidRPr="00EF2F0E">
        <w:tab/>
        <w:t xml:space="preserve">The spurious emissions power at each </w:t>
      </w:r>
      <w:r w:rsidRPr="00EF2F0E">
        <w:rPr>
          <w:i/>
        </w:rPr>
        <w:t>TAB connector</w:t>
      </w:r>
      <w:r w:rsidRPr="00EF2F0E">
        <w:t xml:space="preserve"> shall be less than or equal to the AAS BS limit as defined</w:t>
      </w:r>
      <w:r w:rsidRPr="00EF2F0E" w:rsidDel="00552ABB">
        <w:t xml:space="preserve"> </w:t>
      </w:r>
      <w:r w:rsidRPr="00EF2F0E">
        <w:t>above for the respective frequency span, scaled by -10log</w:t>
      </w:r>
      <w:r w:rsidRPr="00EF2F0E">
        <w:rPr>
          <w:vertAlign w:val="subscript"/>
        </w:rPr>
        <w:t>10</w:t>
      </w:r>
      <w:r w:rsidRPr="00EF2F0E">
        <w:t>(</w:t>
      </w:r>
      <w:r w:rsidRPr="00EF2F0E">
        <w:rPr>
          <w:i/>
        </w:rPr>
        <w:t>n</w:t>
      </w:r>
      <w:r w:rsidRPr="00EF2F0E">
        <w:t xml:space="preserve">), where </w:t>
      </w:r>
      <w:r w:rsidRPr="00EF2F0E">
        <w:rPr>
          <w:i/>
        </w:rPr>
        <w:t>n</w:t>
      </w:r>
      <w:r w:rsidRPr="00EF2F0E">
        <w:t xml:space="preserve"> is the number of </w:t>
      </w:r>
      <w:r w:rsidRPr="00EF2F0E">
        <w:rPr>
          <w:i/>
        </w:rPr>
        <w:t>TAB connectors</w:t>
      </w:r>
      <w:r w:rsidRPr="00EF2F0E">
        <w:t xml:space="preserve"> in the </w:t>
      </w:r>
      <w:r w:rsidRPr="00EF2F0E">
        <w:rPr>
          <w:i/>
        </w:rPr>
        <w:t>TAB connector RX min cell group</w:t>
      </w:r>
      <w:r w:rsidRPr="00EF2F0E">
        <w:t>.</w:t>
      </w:r>
    </w:p>
    <w:p w14:paraId="0984E21D" w14:textId="77777777" w:rsidR="00B15E99" w:rsidRPr="00EF2F0E" w:rsidRDefault="00B15E99" w:rsidP="00A40339">
      <w:pPr>
        <w:pStyle w:val="Heading3"/>
        <w:rPr>
          <w:lang w:eastAsia="zh-CN"/>
        </w:rPr>
      </w:pPr>
      <w:bookmarkStart w:id="2533" w:name="_Toc21095949"/>
      <w:bookmarkStart w:id="2534" w:name="_Toc29763148"/>
      <w:bookmarkStart w:id="2535" w:name="_Toc45869433"/>
      <w:bookmarkStart w:id="2536" w:name="_Toc52554681"/>
      <w:bookmarkStart w:id="2537" w:name="_Toc52555151"/>
      <w:bookmarkStart w:id="2538" w:name="_Toc61112376"/>
      <w:bookmarkStart w:id="2539" w:name="_Toc67911528"/>
      <w:bookmarkStart w:id="2540" w:name="_Toc74843003"/>
      <w:bookmarkStart w:id="2541" w:name="_Toc76503386"/>
      <w:bookmarkStart w:id="2542" w:name="_Toc83040829"/>
      <w:bookmarkStart w:id="2543" w:name="_Toc89851872"/>
      <w:bookmarkStart w:id="2544" w:name="_Toc98676226"/>
      <w:r w:rsidRPr="00EF2F0E">
        <w:rPr>
          <w:lang w:eastAsia="zh-CN"/>
        </w:rPr>
        <w:t>7.6.3</w:t>
      </w:r>
      <w:r w:rsidRPr="00EF2F0E">
        <w:rPr>
          <w:lang w:eastAsia="zh-CN"/>
        </w:rPr>
        <w:tab/>
        <w:t>Minimum requirement for single RAT UTRA operation</w:t>
      </w:r>
      <w:bookmarkEnd w:id="2533"/>
      <w:bookmarkEnd w:id="2534"/>
      <w:bookmarkEnd w:id="2535"/>
      <w:bookmarkEnd w:id="2536"/>
      <w:bookmarkEnd w:id="2537"/>
      <w:bookmarkEnd w:id="2538"/>
      <w:bookmarkEnd w:id="2539"/>
      <w:bookmarkEnd w:id="2540"/>
      <w:bookmarkEnd w:id="2541"/>
      <w:bookmarkEnd w:id="2542"/>
      <w:bookmarkEnd w:id="2543"/>
      <w:bookmarkEnd w:id="2544"/>
    </w:p>
    <w:p w14:paraId="0984E21E" w14:textId="77777777" w:rsidR="00B15E99" w:rsidRPr="00EF2F0E" w:rsidRDefault="00B15E99" w:rsidP="00A40339">
      <w:r w:rsidRPr="00EF2F0E">
        <w:t xml:space="preserve">The single RAT UTRA FDD wide area, medium range area and local area RX spurious emissions </w:t>
      </w:r>
      <w:r w:rsidRPr="00EF2F0E">
        <w:rPr>
          <w:i/>
        </w:rPr>
        <w:t>basic limit</w:t>
      </w:r>
      <w:r w:rsidRPr="00EF2F0E">
        <w:t>s are the same as those specified in 3GPP TS 25.104 [6], subclause 7.7.1.</w:t>
      </w:r>
    </w:p>
    <w:p w14:paraId="0984E21F" w14:textId="77777777" w:rsidR="00B15E99" w:rsidRPr="00EF2F0E" w:rsidRDefault="00B15E99" w:rsidP="00A40339">
      <w:pPr>
        <w:rPr>
          <w:lang w:eastAsia="zh-CN"/>
        </w:rPr>
      </w:pPr>
      <w:r w:rsidRPr="00EF2F0E">
        <w:t xml:space="preserve">The single RAT UTRA TDD wide area and local area RX spurious emissions </w:t>
      </w:r>
      <w:r w:rsidRPr="00EF2F0E">
        <w:rPr>
          <w:i/>
        </w:rPr>
        <w:t>basic limit</w:t>
      </w:r>
      <w:r w:rsidRPr="00EF2F0E">
        <w:t>s are the same as those specified in 3GPP TS 25.105 [7], subclause 7.7.1.2.</w:t>
      </w:r>
    </w:p>
    <w:p w14:paraId="0984E220" w14:textId="77777777" w:rsidR="00B15E99" w:rsidRPr="00EF2F0E" w:rsidRDefault="00B15E99" w:rsidP="00A40339">
      <w:r w:rsidRPr="00EF2F0E">
        <w:t xml:space="preserve">The RX spurious emissions requirements for a single RAT UTRA AAS BS are that for each applicable </w:t>
      </w:r>
      <w:r w:rsidRPr="00EF2F0E">
        <w:rPr>
          <w:i/>
        </w:rPr>
        <w:t>basic limit</w:t>
      </w:r>
      <w:r w:rsidRPr="00EF2F0E">
        <w:t xml:space="preserve"> as specified in 3GPP TS 25.104 [6] or 3GPP TS 25.105 [7], for each </w:t>
      </w:r>
      <w:r w:rsidRPr="00EF2F0E">
        <w:rPr>
          <w:i/>
        </w:rPr>
        <w:t>TAB connector RX min cell group,</w:t>
      </w:r>
      <w:r w:rsidRPr="00EF2F0E">
        <w:t xml:space="preserve"> the power sum of emissions at the </w:t>
      </w:r>
      <w:r w:rsidRPr="00EF2F0E">
        <w:rPr>
          <w:i/>
        </w:rPr>
        <w:t xml:space="preserve">TAB connectors </w:t>
      </w:r>
      <w:r w:rsidRPr="00EF2F0E">
        <w:t xml:space="preserve">of the </w:t>
      </w:r>
      <w:r w:rsidRPr="00EF2F0E">
        <w:rPr>
          <w:i/>
        </w:rPr>
        <w:t>TAB connector RX min cell group</w:t>
      </w:r>
      <w:r w:rsidRPr="00EF2F0E">
        <w:t xml:space="preserve"> shall not exceed an AAS BS limit specified as the </w:t>
      </w:r>
      <w:r w:rsidR="00AF2B07" w:rsidRPr="00EF2F0E">
        <w:rPr>
          <w:i/>
        </w:rPr>
        <w:t>basic limit</w:t>
      </w:r>
      <w:r w:rsidR="00AF2B07" w:rsidRPr="00EF2F0E">
        <w:t xml:space="preserve"> + X, where X = 10log</w:t>
      </w:r>
      <w:r w:rsidR="00AF2B07" w:rsidRPr="00EF2F0E">
        <w:rPr>
          <w:vertAlign w:val="subscript"/>
        </w:rPr>
        <w:t>10</w:t>
      </w:r>
      <w:r w:rsidR="00AF2B07" w:rsidRPr="00EF2F0E">
        <w:t>(N</w:t>
      </w:r>
      <w:r w:rsidR="00AF2B07" w:rsidRPr="00EF2F0E">
        <w:rPr>
          <w:vertAlign w:val="subscript"/>
        </w:rPr>
        <w:t>RXU,countedpercell</w:t>
      </w:r>
      <w:r w:rsidR="00AF2B07" w:rsidRPr="00EF2F0E">
        <w:t>), unless stated differently in regional regulation</w:t>
      </w:r>
      <w:r w:rsidRPr="00EF2F0E">
        <w:t>.</w:t>
      </w:r>
    </w:p>
    <w:p w14:paraId="0984E221" w14:textId="77777777" w:rsidR="00B15E99" w:rsidRPr="00EF2F0E" w:rsidRDefault="00B15E99" w:rsidP="00A40339">
      <w:pPr>
        <w:pStyle w:val="NO"/>
      </w:pPr>
      <w:r w:rsidRPr="00EF2F0E">
        <w:t>NOTE:</w:t>
      </w:r>
      <w:r w:rsidRPr="00EF2F0E">
        <w:tab/>
        <w:t xml:space="preserve">Conformance to the </w:t>
      </w:r>
      <w:r w:rsidRPr="00EF2F0E">
        <w:rPr>
          <w:i/>
        </w:rPr>
        <w:t>AAS BS receiver</w:t>
      </w:r>
      <w:r w:rsidRPr="00EF2F0E">
        <w:t xml:space="preserve"> spurious emissions requirement can be demonstrated by meeting at least one of the following criteria as determined by the manufacturer:</w:t>
      </w:r>
    </w:p>
    <w:p w14:paraId="0984E222" w14:textId="77777777" w:rsidR="00B15E99" w:rsidRPr="00EF2F0E" w:rsidRDefault="00B15E99" w:rsidP="00A40339">
      <w:pPr>
        <w:pStyle w:val="B3"/>
        <w:ind w:left="1418" w:hanging="283"/>
      </w:pPr>
      <w:r w:rsidRPr="00EF2F0E">
        <w:t>1)</w:t>
      </w:r>
      <w:r w:rsidRPr="00EF2F0E">
        <w:tab/>
        <w:t xml:space="preserve">The sum of the spurious emissions power measured on each </w:t>
      </w:r>
      <w:r w:rsidRPr="00EF2F0E">
        <w:rPr>
          <w:i/>
        </w:rPr>
        <w:t>TAB connector</w:t>
      </w:r>
      <w:r w:rsidRPr="00EF2F0E">
        <w:t xml:space="preserve"> in the </w:t>
      </w:r>
      <w:r w:rsidRPr="00EF2F0E">
        <w:rPr>
          <w:i/>
        </w:rPr>
        <w:t xml:space="preserve">TAB connector RX min cell group </w:t>
      </w:r>
      <w:r w:rsidRPr="00EF2F0E">
        <w:t>shall be less than or equal to the AAS BS limit as defined above for the respective frequency span.</w:t>
      </w:r>
    </w:p>
    <w:p w14:paraId="0984E223" w14:textId="77777777" w:rsidR="00B15E99" w:rsidRPr="00EF2F0E" w:rsidRDefault="00B15E99" w:rsidP="00A40339">
      <w:pPr>
        <w:pStyle w:val="B3"/>
        <w:ind w:left="1418" w:hanging="283"/>
      </w:pPr>
      <w:r w:rsidRPr="00EF2F0E">
        <w:t>Or</w:t>
      </w:r>
    </w:p>
    <w:p w14:paraId="0984E224" w14:textId="77777777" w:rsidR="00B15E99" w:rsidRPr="00EF2F0E" w:rsidRDefault="00B15E99" w:rsidP="00A40339">
      <w:pPr>
        <w:pStyle w:val="B3"/>
        <w:ind w:left="1418" w:hanging="283"/>
      </w:pPr>
      <w:r w:rsidRPr="00EF2F0E">
        <w:t>2)</w:t>
      </w:r>
      <w:r w:rsidRPr="00EF2F0E">
        <w:tab/>
        <w:t xml:space="preserve">The spurious emissions power at each </w:t>
      </w:r>
      <w:r w:rsidRPr="00EF2F0E">
        <w:rPr>
          <w:i/>
        </w:rPr>
        <w:t>TAB connector</w:t>
      </w:r>
      <w:r w:rsidRPr="00EF2F0E">
        <w:t xml:space="preserve"> shall be less than or equal to the AAS BS limit as defined</w:t>
      </w:r>
      <w:r w:rsidRPr="00EF2F0E" w:rsidDel="00552ABB">
        <w:t xml:space="preserve"> </w:t>
      </w:r>
      <w:r w:rsidRPr="00EF2F0E">
        <w:t>above for the respective frequency span, scaled by -10log</w:t>
      </w:r>
      <w:r w:rsidRPr="00EF2F0E">
        <w:rPr>
          <w:vertAlign w:val="subscript"/>
        </w:rPr>
        <w:t>10</w:t>
      </w:r>
      <w:r w:rsidRPr="00EF2F0E">
        <w:t>(</w:t>
      </w:r>
      <w:r w:rsidRPr="00EF2F0E">
        <w:rPr>
          <w:i/>
        </w:rPr>
        <w:t>n</w:t>
      </w:r>
      <w:r w:rsidRPr="00EF2F0E">
        <w:t xml:space="preserve">), where </w:t>
      </w:r>
      <w:r w:rsidRPr="00EF2F0E">
        <w:rPr>
          <w:i/>
        </w:rPr>
        <w:t>n</w:t>
      </w:r>
      <w:r w:rsidRPr="00EF2F0E">
        <w:t xml:space="preserve"> is the number of </w:t>
      </w:r>
      <w:r w:rsidRPr="00EF2F0E">
        <w:rPr>
          <w:i/>
        </w:rPr>
        <w:t>TAB connectors</w:t>
      </w:r>
      <w:r w:rsidRPr="00EF2F0E">
        <w:t xml:space="preserve"> in the </w:t>
      </w:r>
      <w:r w:rsidRPr="00EF2F0E">
        <w:rPr>
          <w:i/>
        </w:rPr>
        <w:t>TAB connector RX min cell group</w:t>
      </w:r>
      <w:r w:rsidRPr="00EF2F0E">
        <w:t>.</w:t>
      </w:r>
    </w:p>
    <w:p w14:paraId="0984E225" w14:textId="77777777" w:rsidR="00B15E99" w:rsidRPr="00EF2F0E" w:rsidRDefault="00B15E99" w:rsidP="00A40339">
      <w:pPr>
        <w:pStyle w:val="Heading3"/>
        <w:rPr>
          <w:lang w:eastAsia="zh-CN"/>
        </w:rPr>
      </w:pPr>
      <w:bookmarkStart w:id="2545" w:name="_Toc21095950"/>
      <w:bookmarkStart w:id="2546" w:name="_Toc29763149"/>
      <w:bookmarkStart w:id="2547" w:name="_Toc45869434"/>
      <w:bookmarkStart w:id="2548" w:name="_Toc52554682"/>
      <w:bookmarkStart w:id="2549" w:name="_Toc52555152"/>
      <w:bookmarkStart w:id="2550" w:name="_Toc61112377"/>
      <w:bookmarkStart w:id="2551" w:name="_Toc67911529"/>
      <w:bookmarkStart w:id="2552" w:name="_Toc74843004"/>
      <w:bookmarkStart w:id="2553" w:name="_Toc76503387"/>
      <w:bookmarkStart w:id="2554" w:name="_Toc83040830"/>
      <w:bookmarkStart w:id="2555" w:name="_Toc89851873"/>
      <w:bookmarkStart w:id="2556" w:name="_Toc98676227"/>
      <w:r w:rsidRPr="00EF2F0E">
        <w:rPr>
          <w:lang w:eastAsia="zh-CN"/>
        </w:rPr>
        <w:t>7.6.4</w:t>
      </w:r>
      <w:r w:rsidRPr="00EF2F0E">
        <w:rPr>
          <w:lang w:eastAsia="zh-CN"/>
        </w:rPr>
        <w:tab/>
        <w:t>Minimum requirement for single RAT E-UTRA operation</w:t>
      </w:r>
      <w:bookmarkEnd w:id="2545"/>
      <w:bookmarkEnd w:id="2546"/>
      <w:bookmarkEnd w:id="2547"/>
      <w:bookmarkEnd w:id="2548"/>
      <w:bookmarkEnd w:id="2549"/>
      <w:bookmarkEnd w:id="2550"/>
      <w:bookmarkEnd w:id="2551"/>
      <w:bookmarkEnd w:id="2552"/>
      <w:bookmarkEnd w:id="2553"/>
      <w:bookmarkEnd w:id="2554"/>
      <w:bookmarkEnd w:id="2555"/>
      <w:bookmarkEnd w:id="2556"/>
    </w:p>
    <w:p w14:paraId="0984E226" w14:textId="77777777" w:rsidR="00B15E99" w:rsidRPr="00EF2F0E" w:rsidRDefault="00B15E99" w:rsidP="00A40339">
      <w:r w:rsidRPr="00EF2F0E">
        <w:t xml:space="preserve">The single RAT E-UTRA wide area, medium range area and local area RX spurious emissions </w:t>
      </w:r>
      <w:r w:rsidRPr="00EF2F0E">
        <w:rPr>
          <w:i/>
        </w:rPr>
        <w:t>basic limit</w:t>
      </w:r>
      <w:r w:rsidRPr="00EF2F0E">
        <w:t>s are the same as those specified in 3GPP TS 36.104 [8], subclause 7.7.1</w:t>
      </w:r>
      <w:r w:rsidR="00193480" w:rsidRPr="00EF2F0E">
        <w:t xml:space="preserve"> with the exception that the frequency range around the band edge (within which the requirement is not applicable) is Δf</w:t>
      </w:r>
      <w:r w:rsidR="00193480" w:rsidRPr="00EF2F0E">
        <w:rPr>
          <w:vertAlign w:val="subscript"/>
        </w:rPr>
        <w:t>OBUE</w:t>
      </w:r>
      <w:r w:rsidRPr="00EF2F0E">
        <w:t>.</w:t>
      </w:r>
    </w:p>
    <w:p w14:paraId="0984E227" w14:textId="77777777" w:rsidR="00B15E99" w:rsidRPr="00EF2F0E" w:rsidRDefault="00B15E99" w:rsidP="00A40339">
      <w:r w:rsidRPr="00EF2F0E">
        <w:t xml:space="preserve">The RX spurious emissions requirements for a single RAT E-UTRA AAS BS are that for each applicable </w:t>
      </w:r>
      <w:r w:rsidRPr="00EF2F0E">
        <w:rPr>
          <w:i/>
        </w:rPr>
        <w:t>basic limit</w:t>
      </w:r>
      <w:r w:rsidRPr="00EF2F0E">
        <w:t xml:space="preserve"> specified in 3GPP TS 36.104 [4] for each </w:t>
      </w:r>
      <w:r w:rsidRPr="00EF2F0E">
        <w:rPr>
          <w:i/>
        </w:rPr>
        <w:t>TAB connector RX min cell group</w:t>
      </w:r>
      <w:r w:rsidRPr="00EF2F0E">
        <w:t xml:space="preserve">, the power sum of emissions at the </w:t>
      </w:r>
      <w:r w:rsidRPr="00EF2F0E">
        <w:rPr>
          <w:i/>
        </w:rPr>
        <w:t>TAB connectors</w:t>
      </w:r>
      <w:r w:rsidRPr="00EF2F0E">
        <w:t xml:space="preserve"> of the </w:t>
      </w:r>
      <w:r w:rsidRPr="00EF2F0E">
        <w:rPr>
          <w:i/>
        </w:rPr>
        <w:t>TAB connector RX min cell group</w:t>
      </w:r>
      <w:r w:rsidRPr="00EF2F0E">
        <w:t xml:space="preserve"> shall not exceed an AAS limit specified as the </w:t>
      </w:r>
      <w:r w:rsidR="00AF2B07" w:rsidRPr="00EF2F0E">
        <w:rPr>
          <w:i/>
        </w:rPr>
        <w:t>basic limit</w:t>
      </w:r>
      <w:r w:rsidR="00AF2B07" w:rsidRPr="00EF2F0E">
        <w:t xml:space="preserve"> + X, where X = 10log</w:t>
      </w:r>
      <w:r w:rsidR="00AF2B07" w:rsidRPr="00EF2F0E">
        <w:rPr>
          <w:vertAlign w:val="subscript"/>
        </w:rPr>
        <w:t>10</w:t>
      </w:r>
      <w:r w:rsidR="00AF2B07" w:rsidRPr="00EF2F0E">
        <w:t>(N</w:t>
      </w:r>
      <w:r w:rsidR="00AF2B07" w:rsidRPr="00EF2F0E">
        <w:rPr>
          <w:vertAlign w:val="subscript"/>
        </w:rPr>
        <w:t>RXU,countedpercell</w:t>
      </w:r>
      <w:r w:rsidR="00AF2B07" w:rsidRPr="00EF2F0E">
        <w:t>), unless stated differently in regional regulation</w:t>
      </w:r>
      <w:r w:rsidRPr="00EF2F0E">
        <w:t>.</w:t>
      </w:r>
    </w:p>
    <w:p w14:paraId="0984E228" w14:textId="77777777" w:rsidR="00B15E99" w:rsidRPr="00EF2F0E" w:rsidRDefault="00B15E99" w:rsidP="00A40339">
      <w:pPr>
        <w:pStyle w:val="NO"/>
      </w:pPr>
      <w:r w:rsidRPr="00EF2F0E">
        <w:t>NOTE:</w:t>
      </w:r>
      <w:r w:rsidRPr="00EF2F0E">
        <w:tab/>
        <w:t xml:space="preserve">Conformance to the </w:t>
      </w:r>
      <w:r w:rsidRPr="00EF2F0E">
        <w:rPr>
          <w:i/>
        </w:rPr>
        <w:t>AAS BS receiver</w:t>
      </w:r>
      <w:r w:rsidRPr="00EF2F0E">
        <w:t xml:space="preserve"> spurious emissions requirement can be demonstrated by meeting at least one of the following criteria as determined by the manufacturer:</w:t>
      </w:r>
    </w:p>
    <w:p w14:paraId="0984E229" w14:textId="77777777" w:rsidR="00B15E99" w:rsidRPr="00EF2F0E" w:rsidRDefault="00B15E99" w:rsidP="00A40339">
      <w:pPr>
        <w:pStyle w:val="B3"/>
        <w:ind w:left="1418"/>
      </w:pPr>
      <w:r w:rsidRPr="00EF2F0E">
        <w:t>1)</w:t>
      </w:r>
      <w:r w:rsidRPr="00EF2F0E">
        <w:tab/>
        <w:t xml:space="preserve">The sum of the emissions power measured on each </w:t>
      </w:r>
      <w:r w:rsidRPr="00EF2F0E">
        <w:rPr>
          <w:i/>
        </w:rPr>
        <w:t>TAB connector</w:t>
      </w:r>
      <w:r w:rsidRPr="00EF2F0E">
        <w:t xml:space="preserve"> in the </w:t>
      </w:r>
      <w:r w:rsidRPr="00EF2F0E">
        <w:rPr>
          <w:i/>
        </w:rPr>
        <w:t xml:space="preserve">TAB connector RX min cell group </w:t>
      </w:r>
      <w:r w:rsidRPr="00EF2F0E">
        <w:t>shall be less than or equal to the AAS BS limit as defined above for the respective frequency span.</w:t>
      </w:r>
    </w:p>
    <w:p w14:paraId="0984E22A" w14:textId="77777777" w:rsidR="00B15E99" w:rsidRPr="00EF2F0E" w:rsidRDefault="00B15E99" w:rsidP="00A40339">
      <w:pPr>
        <w:pStyle w:val="B3"/>
        <w:ind w:left="1418"/>
      </w:pPr>
      <w:r w:rsidRPr="00EF2F0E">
        <w:t>Or</w:t>
      </w:r>
    </w:p>
    <w:p w14:paraId="0984E22B" w14:textId="77777777" w:rsidR="00B15E99" w:rsidRPr="00EF2F0E" w:rsidRDefault="00B15E99" w:rsidP="00A40339">
      <w:pPr>
        <w:pStyle w:val="B3"/>
        <w:ind w:left="1418"/>
      </w:pPr>
      <w:r w:rsidRPr="00EF2F0E">
        <w:t>2)</w:t>
      </w:r>
      <w:r w:rsidRPr="00EF2F0E">
        <w:tab/>
        <w:t xml:space="preserve">The spurious emission power at each </w:t>
      </w:r>
      <w:r w:rsidRPr="00EF2F0E">
        <w:rPr>
          <w:i/>
        </w:rPr>
        <w:t>TAB connector</w:t>
      </w:r>
      <w:r w:rsidRPr="00EF2F0E">
        <w:t xml:space="preserve"> shall be less than or equal to the AAS BS limit as defined</w:t>
      </w:r>
      <w:r w:rsidRPr="00EF2F0E" w:rsidDel="00552ABB">
        <w:t xml:space="preserve"> </w:t>
      </w:r>
      <w:r w:rsidRPr="00EF2F0E">
        <w:t>above for the respective frequency span, scaled by -10log</w:t>
      </w:r>
      <w:r w:rsidRPr="00EF2F0E">
        <w:rPr>
          <w:vertAlign w:val="subscript"/>
        </w:rPr>
        <w:t>10</w:t>
      </w:r>
      <w:r w:rsidRPr="00EF2F0E">
        <w:t>(</w:t>
      </w:r>
      <w:r w:rsidRPr="00EF2F0E">
        <w:rPr>
          <w:i/>
        </w:rPr>
        <w:t>n</w:t>
      </w:r>
      <w:r w:rsidRPr="00EF2F0E">
        <w:t xml:space="preserve">), where </w:t>
      </w:r>
      <w:r w:rsidRPr="00EF2F0E">
        <w:rPr>
          <w:i/>
        </w:rPr>
        <w:t>n</w:t>
      </w:r>
      <w:r w:rsidRPr="00EF2F0E">
        <w:t xml:space="preserve"> is the number of </w:t>
      </w:r>
      <w:r w:rsidRPr="00EF2F0E">
        <w:rPr>
          <w:i/>
        </w:rPr>
        <w:t>TAB connectors</w:t>
      </w:r>
      <w:r w:rsidRPr="00EF2F0E">
        <w:t xml:space="preserve"> in the </w:t>
      </w:r>
      <w:r w:rsidRPr="00EF2F0E">
        <w:rPr>
          <w:i/>
        </w:rPr>
        <w:t>TAB connector RX min cell group</w:t>
      </w:r>
      <w:r w:rsidRPr="00EF2F0E">
        <w:t>.</w:t>
      </w:r>
    </w:p>
    <w:p w14:paraId="0984E22C" w14:textId="77777777" w:rsidR="00B15E99" w:rsidRPr="00EF2F0E" w:rsidRDefault="00B15E99" w:rsidP="00A40339">
      <w:pPr>
        <w:pStyle w:val="Heading2"/>
      </w:pPr>
      <w:bookmarkStart w:id="2557" w:name="_Toc21095951"/>
      <w:bookmarkStart w:id="2558" w:name="_Toc29763150"/>
      <w:bookmarkStart w:id="2559" w:name="_Toc45869435"/>
      <w:bookmarkStart w:id="2560" w:name="_Toc52554683"/>
      <w:bookmarkStart w:id="2561" w:name="_Toc52555153"/>
      <w:bookmarkStart w:id="2562" w:name="_Toc61112378"/>
      <w:bookmarkStart w:id="2563" w:name="_Toc67911530"/>
      <w:bookmarkStart w:id="2564" w:name="_Toc74843005"/>
      <w:bookmarkStart w:id="2565" w:name="_Toc76503388"/>
      <w:bookmarkStart w:id="2566" w:name="_Toc83040831"/>
      <w:bookmarkStart w:id="2567" w:name="_Toc89851874"/>
      <w:bookmarkStart w:id="2568" w:name="_Toc98676228"/>
      <w:r w:rsidRPr="00EF2F0E">
        <w:t>7.7</w:t>
      </w:r>
      <w:r w:rsidRPr="00EF2F0E">
        <w:tab/>
        <w:t>Receiver intermodulation</w:t>
      </w:r>
      <w:bookmarkEnd w:id="2557"/>
      <w:bookmarkEnd w:id="2558"/>
      <w:bookmarkEnd w:id="2559"/>
      <w:bookmarkEnd w:id="2560"/>
      <w:bookmarkEnd w:id="2561"/>
      <w:bookmarkEnd w:id="2562"/>
      <w:bookmarkEnd w:id="2563"/>
      <w:bookmarkEnd w:id="2564"/>
      <w:bookmarkEnd w:id="2565"/>
      <w:bookmarkEnd w:id="2566"/>
      <w:bookmarkEnd w:id="2567"/>
      <w:bookmarkEnd w:id="2568"/>
    </w:p>
    <w:p w14:paraId="0984E22D" w14:textId="77777777" w:rsidR="00B15E99" w:rsidRPr="00EF2F0E" w:rsidRDefault="00B15E99" w:rsidP="00A40339">
      <w:pPr>
        <w:pStyle w:val="Heading3"/>
      </w:pPr>
      <w:bookmarkStart w:id="2569" w:name="_Toc21095952"/>
      <w:bookmarkStart w:id="2570" w:name="_Toc29763151"/>
      <w:bookmarkStart w:id="2571" w:name="_Toc45869436"/>
      <w:bookmarkStart w:id="2572" w:name="_Toc52554684"/>
      <w:bookmarkStart w:id="2573" w:name="_Toc52555154"/>
      <w:bookmarkStart w:id="2574" w:name="_Toc61112379"/>
      <w:bookmarkStart w:id="2575" w:name="_Toc67911531"/>
      <w:bookmarkStart w:id="2576" w:name="_Toc74843006"/>
      <w:bookmarkStart w:id="2577" w:name="_Toc76503389"/>
      <w:bookmarkStart w:id="2578" w:name="_Toc83040832"/>
      <w:bookmarkStart w:id="2579" w:name="_Toc89851875"/>
      <w:bookmarkStart w:id="2580" w:name="_Toc98676229"/>
      <w:r w:rsidRPr="00EF2F0E">
        <w:t>7.7.1</w:t>
      </w:r>
      <w:r w:rsidRPr="00EF2F0E">
        <w:tab/>
        <w:t>General</w:t>
      </w:r>
      <w:bookmarkEnd w:id="2569"/>
      <w:bookmarkEnd w:id="2570"/>
      <w:bookmarkEnd w:id="2571"/>
      <w:bookmarkEnd w:id="2572"/>
      <w:bookmarkEnd w:id="2573"/>
      <w:bookmarkEnd w:id="2574"/>
      <w:bookmarkEnd w:id="2575"/>
      <w:bookmarkEnd w:id="2576"/>
      <w:bookmarkEnd w:id="2577"/>
      <w:bookmarkEnd w:id="2578"/>
      <w:bookmarkEnd w:id="2579"/>
      <w:bookmarkEnd w:id="2580"/>
    </w:p>
    <w:p w14:paraId="0984E22E" w14:textId="77777777" w:rsidR="00B15E99" w:rsidRPr="00EF2F0E" w:rsidRDefault="00B15E99" w:rsidP="00A40339">
      <w:pPr>
        <w:keepNext/>
        <w:keepLines/>
        <w:rPr>
          <w:i/>
        </w:rPr>
      </w:pPr>
      <w:r w:rsidRPr="00EF2F0E">
        <w:rPr>
          <w:rFonts w:cs="v5.0.0"/>
        </w:rPr>
        <w:t>Third and higher order mixing of the two interfering RF signals can produce an interfering signal in the band of the desired channel.</w:t>
      </w:r>
      <w:r w:rsidRPr="00EF2F0E">
        <w:t xml:space="preserve"> Intermodulation response rejection is a measure of the capability of the receiver unit to receive a wanted signal on its assigned channel frequency in the presence of two interfering signals which have a specific frequency relationship to the wanted signal. The requirement applies per </w:t>
      </w:r>
      <w:r w:rsidRPr="00EF2F0E">
        <w:rPr>
          <w:i/>
        </w:rPr>
        <w:t>TAB connector.</w:t>
      </w:r>
    </w:p>
    <w:p w14:paraId="0984E22F" w14:textId="77777777" w:rsidR="00B15E99" w:rsidRPr="00EF2F0E" w:rsidRDefault="00B15E99" w:rsidP="00A40339">
      <w:pPr>
        <w:pStyle w:val="Heading3"/>
        <w:rPr>
          <w:lang w:eastAsia="zh-CN"/>
        </w:rPr>
      </w:pPr>
      <w:bookmarkStart w:id="2581" w:name="_Toc21095953"/>
      <w:bookmarkStart w:id="2582" w:name="_Toc29763152"/>
      <w:bookmarkStart w:id="2583" w:name="_Toc45869437"/>
      <w:bookmarkStart w:id="2584" w:name="_Toc52554685"/>
      <w:bookmarkStart w:id="2585" w:name="_Toc52555155"/>
      <w:bookmarkStart w:id="2586" w:name="_Toc61112380"/>
      <w:bookmarkStart w:id="2587" w:name="_Toc67911532"/>
      <w:bookmarkStart w:id="2588" w:name="_Toc74843007"/>
      <w:bookmarkStart w:id="2589" w:name="_Toc76503390"/>
      <w:bookmarkStart w:id="2590" w:name="_Toc83040833"/>
      <w:bookmarkStart w:id="2591" w:name="_Toc89851876"/>
      <w:bookmarkStart w:id="2592" w:name="_Toc98676230"/>
      <w:r w:rsidRPr="00EF2F0E">
        <w:rPr>
          <w:lang w:eastAsia="zh-CN"/>
        </w:rPr>
        <w:t>7.7.2</w:t>
      </w:r>
      <w:r w:rsidRPr="00EF2F0E">
        <w:rPr>
          <w:lang w:eastAsia="zh-CN"/>
        </w:rPr>
        <w:tab/>
        <w:t>Minimum requirement for MSR operation</w:t>
      </w:r>
      <w:bookmarkEnd w:id="2581"/>
      <w:bookmarkEnd w:id="2582"/>
      <w:bookmarkEnd w:id="2583"/>
      <w:bookmarkEnd w:id="2584"/>
      <w:bookmarkEnd w:id="2585"/>
      <w:bookmarkEnd w:id="2586"/>
      <w:bookmarkEnd w:id="2587"/>
      <w:bookmarkEnd w:id="2588"/>
      <w:bookmarkEnd w:id="2589"/>
      <w:bookmarkEnd w:id="2590"/>
      <w:bookmarkEnd w:id="2591"/>
      <w:bookmarkEnd w:id="2592"/>
    </w:p>
    <w:p w14:paraId="0984E230" w14:textId="77777777" w:rsidR="00B15E99" w:rsidRPr="00EF2F0E" w:rsidRDefault="00B15E99" w:rsidP="00AB06FD">
      <w:pPr>
        <w:pStyle w:val="Heading4"/>
      </w:pPr>
      <w:bookmarkStart w:id="2593" w:name="_Toc21095954"/>
      <w:bookmarkStart w:id="2594" w:name="_Toc29763153"/>
      <w:bookmarkStart w:id="2595" w:name="_Toc45869438"/>
      <w:bookmarkStart w:id="2596" w:name="_Toc52554686"/>
      <w:bookmarkStart w:id="2597" w:name="_Toc52555156"/>
      <w:bookmarkStart w:id="2598" w:name="_Toc61112381"/>
      <w:bookmarkStart w:id="2599" w:name="_Toc67911533"/>
      <w:bookmarkStart w:id="2600" w:name="_Toc74843008"/>
      <w:bookmarkStart w:id="2601" w:name="_Toc76503391"/>
      <w:bookmarkStart w:id="2602" w:name="_Toc83040834"/>
      <w:bookmarkStart w:id="2603" w:name="_Toc89851877"/>
      <w:bookmarkStart w:id="2604" w:name="_Toc98676231"/>
      <w:r w:rsidRPr="00EF2F0E">
        <w:t>7.7.2.1</w:t>
      </w:r>
      <w:r w:rsidRPr="00EF2F0E">
        <w:tab/>
        <w:t>General intermodulation minimum requirement</w:t>
      </w:r>
      <w:bookmarkEnd w:id="2593"/>
      <w:bookmarkEnd w:id="2594"/>
      <w:bookmarkEnd w:id="2595"/>
      <w:bookmarkEnd w:id="2596"/>
      <w:bookmarkEnd w:id="2597"/>
      <w:bookmarkEnd w:id="2598"/>
      <w:bookmarkEnd w:id="2599"/>
      <w:bookmarkEnd w:id="2600"/>
      <w:bookmarkEnd w:id="2601"/>
      <w:bookmarkEnd w:id="2602"/>
      <w:bookmarkEnd w:id="2603"/>
      <w:bookmarkEnd w:id="2604"/>
    </w:p>
    <w:p w14:paraId="0984E231" w14:textId="77777777" w:rsidR="00B15E99" w:rsidRPr="00EF2F0E" w:rsidRDefault="00B15E99" w:rsidP="00A40339">
      <w:pPr>
        <w:rPr>
          <w:rFonts w:cs="v5.0.0"/>
        </w:rPr>
      </w:pPr>
      <w:r w:rsidRPr="00EF2F0E">
        <w:rPr>
          <w:rFonts w:eastAsia="MS PGothic"/>
        </w:rPr>
        <w:t xml:space="preserve">Interfering signals shall be a CW signal and </w:t>
      </w:r>
      <w:r w:rsidRPr="00EF2F0E">
        <w:rPr>
          <w:rFonts w:eastAsia="MS PGothic" w:cs="v4.2.0"/>
        </w:rPr>
        <w:t xml:space="preserve">an </w:t>
      </w:r>
      <w:r w:rsidRPr="00EF2F0E">
        <w:rPr>
          <w:rFonts w:eastAsia="MS PGothic"/>
        </w:rPr>
        <w:t>E-UTRA or UTRA signal as specified in 3GPP TS 37.104 [9], annex A</w:t>
      </w:r>
      <w:r w:rsidRPr="00EF2F0E">
        <w:rPr>
          <w:rFonts w:eastAsia="MS PGothic" w:cs="v4.2.0"/>
        </w:rPr>
        <w:t>.</w:t>
      </w:r>
      <w:r w:rsidRPr="00EF2F0E">
        <w:rPr>
          <w:rFonts w:cs="v5.0.0"/>
        </w:rPr>
        <w:t xml:space="preserve"> </w:t>
      </w:r>
    </w:p>
    <w:p w14:paraId="0984E232" w14:textId="77777777" w:rsidR="00B15E99" w:rsidRPr="00EF2F0E" w:rsidRDefault="00B15E99" w:rsidP="00A40339">
      <w:r w:rsidRPr="00EF2F0E">
        <w:t xml:space="preserve">The requirement is applicable outside the </w:t>
      </w:r>
      <w:r w:rsidRPr="00EF2F0E">
        <w:rPr>
          <w:i/>
        </w:rPr>
        <w:t xml:space="preserve">Base Station RF Bandwidth </w:t>
      </w:r>
      <w:r w:rsidRPr="00EF2F0E">
        <w:t>or</w:t>
      </w:r>
      <w:r w:rsidRPr="00EF2F0E">
        <w:rPr>
          <w:i/>
        </w:rPr>
        <w:t xml:space="preserve"> Radio Bandwidth</w:t>
      </w:r>
      <w:r w:rsidRPr="00EF2F0E">
        <w:t>. The interfering signal offset is defined relative to the</w:t>
      </w:r>
      <w:r w:rsidRPr="00EF2F0E">
        <w:rPr>
          <w:i/>
        </w:rPr>
        <w:t xml:space="preserve"> Base Station RF Bandwidth</w:t>
      </w:r>
      <w:r w:rsidRPr="00EF2F0E">
        <w:t xml:space="preserve"> </w:t>
      </w:r>
      <w:r w:rsidRPr="00EF2F0E">
        <w:rPr>
          <w:i/>
        </w:rPr>
        <w:t>edges</w:t>
      </w:r>
      <w:r w:rsidRPr="00EF2F0E">
        <w:t xml:space="preserve"> or </w:t>
      </w:r>
      <w:r w:rsidRPr="00EF2F0E">
        <w:rPr>
          <w:i/>
        </w:rPr>
        <w:t>Radio Bandwidth</w:t>
      </w:r>
      <w:r w:rsidRPr="00EF2F0E">
        <w:t xml:space="preserve"> edges.</w:t>
      </w:r>
    </w:p>
    <w:p w14:paraId="0984E233" w14:textId="77777777" w:rsidR="00B15E99" w:rsidRPr="00EF2F0E" w:rsidRDefault="00B15E99" w:rsidP="00A40339">
      <w:r w:rsidRPr="00EF2F0E">
        <w:t xml:space="preserve">For </w:t>
      </w:r>
      <w:r w:rsidRPr="00EF2F0E">
        <w:rPr>
          <w:i/>
        </w:rPr>
        <w:t>multi-band TAB connectors</w:t>
      </w:r>
      <w:r w:rsidRPr="00EF2F0E">
        <w:t>, the requirement applies in addition inside any</w:t>
      </w:r>
      <w:r w:rsidRPr="00EF2F0E">
        <w:rPr>
          <w:i/>
        </w:rPr>
        <w:t xml:space="preserve"> Inter RF Bandwidth gap</w:t>
      </w:r>
      <w:r w:rsidRPr="00EF2F0E">
        <w:t xml:space="preserve"> at those connectors, in case the gap size is at least twice as wide as the UTRA/E-UTRA interfering signal centre frequency offset from the </w:t>
      </w:r>
      <w:r w:rsidRPr="00EF2F0E">
        <w:rPr>
          <w:i/>
        </w:rPr>
        <w:t>Base Station RF Bandwidth</w:t>
      </w:r>
      <w:r w:rsidRPr="00EF2F0E">
        <w:t xml:space="preserve"> </w:t>
      </w:r>
      <w:r w:rsidRPr="00EF2F0E">
        <w:rPr>
          <w:i/>
        </w:rPr>
        <w:t>edge</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inside the</w:t>
      </w:r>
      <w:r w:rsidRPr="00EF2F0E">
        <w:rPr>
          <w:i/>
        </w:rPr>
        <w:t xml:space="preserve"> Inter RF Bandwidth gap</w:t>
      </w:r>
      <w:r w:rsidRPr="00EF2F0E">
        <w:t>.</w:t>
      </w:r>
    </w:p>
    <w:p w14:paraId="0984E234" w14:textId="77777777" w:rsidR="00B15E99" w:rsidRPr="00EF2F0E" w:rsidRDefault="00B15E99" w:rsidP="00A40339">
      <w:r w:rsidRPr="00EF2F0E">
        <w:t xml:space="preserve">For the wanted signal at the assigned channel frequency and two interfering signals coupled to the </w:t>
      </w:r>
      <w:r w:rsidRPr="00EF2F0E">
        <w:rPr>
          <w:i/>
        </w:rPr>
        <w:t>TAB connector</w:t>
      </w:r>
      <w:r w:rsidRPr="00EF2F0E">
        <w:t>, using the parameters in tables 7.7.2.1-1 and 7.7.2.1-2, the following requirements shall be met:</w:t>
      </w:r>
    </w:p>
    <w:p w14:paraId="0984E235" w14:textId="77777777" w:rsidR="00B15E99" w:rsidRPr="00EF2F0E" w:rsidRDefault="00B15E99" w:rsidP="00A40339">
      <w:pPr>
        <w:pStyle w:val="B10"/>
      </w:pPr>
      <w:r w:rsidRPr="00EF2F0E">
        <w:t>-</w:t>
      </w:r>
      <w:r w:rsidRPr="00EF2F0E">
        <w:tab/>
        <w:t xml:space="preserve">For any E-UTRA carrier, the throughput shall be ≥ 95 % of the </w:t>
      </w:r>
      <w:r w:rsidRPr="00EF2F0E">
        <w:rPr>
          <w:i/>
        </w:rPr>
        <w:t>maximum throughput</w:t>
      </w:r>
      <w:r w:rsidRPr="00EF2F0E">
        <w:t xml:space="preserve"> of the reference measurement channel defined in 3GPP TS 36.104 [8], subclause 7.2.1.</w:t>
      </w:r>
    </w:p>
    <w:p w14:paraId="0984E236" w14:textId="77777777" w:rsidR="00B15E99" w:rsidRPr="00EF2F0E" w:rsidRDefault="00B15E99" w:rsidP="00A40339">
      <w:pPr>
        <w:pStyle w:val="B10"/>
      </w:pPr>
      <w:r w:rsidRPr="00EF2F0E">
        <w:t>-</w:t>
      </w:r>
      <w:r w:rsidRPr="00EF2F0E">
        <w:tab/>
        <w:t>For any UTRA FDD carrier, the BER shall not exceed 0,001 for the reference measurement channel defined in 3GPP TS 25.104 [6], subclause 7.2.1.</w:t>
      </w:r>
    </w:p>
    <w:p w14:paraId="0984E237" w14:textId="77777777" w:rsidR="00B15E99" w:rsidRPr="00EF2F0E" w:rsidRDefault="00B15E99" w:rsidP="00A40339">
      <w:pPr>
        <w:pStyle w:val="B10"/>
      </w:pPr>
      <w:r w:rsidRPr="00EF2F0E">
        <w:t>-</w:t>
      </w:r>
      <w:r w:rsidRPr="00EF2F0E">
        <w:tab/>
        <w:t>For any UTRA TDD carrier, the BER shall not exceed 0,001 for the reference measurement channel defined in 3GPP TS 25.105 [7], subclause 7.2.1.2.</w:t>
      </w:r>
    </w:p>
    <w:p w14:paraId="0984E238" w14:textId="77777777" w:rsidR="00B15E99" w:rsidRPr="00EF2F0E" w:rsidRDefault="00B15E99" w:rsidP="00A40339">
      <w:pPr>
        <w:pStyle w:val="B10"/>
      </w:pPr>
      <w:r w:rsidRPr="00EF2F0E">
        <w:t>-</w:t>
      </w:r>
      <w:r w:rsidRPr="00EF2F0E">
        <w:tab/>
        <w:t xml:space="preserve">For any NR carrier, the throughput shall be ≥ 95% of the maximum throughput of the reference measurement channel defined for </w:t>
      </w:r>
      <w:r w:rsidRPr="00EF2F0E">
        <w:rPr>
          <w:i/>
        </w:rPr>
        <w:t>BS type 1-H</w:t>
      </w:r>
      <w:r w:rsidRPr="00EF2F0E">
        <w:t xml:space="preserve"> in TS 38.104 [28], subclause 7.2.2</w:t>
      </w:r>
    </w:p>
    <w:p w14:paraId="0984E239" w14:textId="77777777" w:rsidR="00B15E99" w:rsidRPr="00EF2F0E" w:rsidRDefault="00B15E99" w:rsidP="00A40339">
      <w:pPr>
        <w:pStyle w:val="TH"/>
      </w:pPr>
      <w:r w:rsidRPr="00EF2F0E">
        <w:t>Table 7.7.2.1-1: General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37"/>
        <w:gridCol w:w="2376"/>
        <w:gridCol w:w="2216"/>
        <w:gridCol w:w="1973"/>
      </w:tblGrid>
      <w:tr w:rsidR="003401A4" w:rsidRPr="00EF2F0E" w14:paraId="0984E23E" w14:textId="77777777" w:rsidTr="00A40339">
        <w:trPr>
          <w:tblHeader/>
          <w:jc w:val="center"/>
        </w:trPr>
        <w:tc>
          <w:tcPr>
            <w:tcW w:w="1737" w:type="dxa"/>
            <w:shd w:val="clear" w:color="auto" w:fill="auto"/>
          </w:tcPr>
          <w:p w14:paraId="0984E23A" w14:textId="77777777" w:rsidR="00B15E99" w:rsidRPr="00EF2F0E" w:rsidRDefault="00B15E99" w:rsidP="00A40339">
            <w:pPr>
              <w:pStyle w:val="TAH"/>
            </w:pPr>
            <w:r w:rsidRPr="00EF2F0E">
              <w:t>Base Station Type</w:t>
            </w:r>
          </w:p>
        </w:tc>
        <w:tc>
          <w:tcPr>
            <w:tcW w:w="2376" w:type="dxa"/>
            <w:shd w:val="clear" w:color="auto" w:fill="auto"/>
          </w:tcPr>
          <w:p w14:paraId="0984E23B" w14:textId="77777777" w:rsidR="00B15E99" w:rsidRPr="00EF2F0E" w:rsidRDefault="00B15E99" w:rsidP="00A40339">
            <w:pPr>
              <w:pStyle w:val="TAH"/>
            </w:pPr>
            <w:r w:rsidRPr="00EF2F0E">
              <w:t>Mean power of interfering signals [dBm]</w:t>
            </w:r>
          </w:p>
        </w:tc>
        <w:tc>
          <w:tcPr>
            <w:tcW w:w="2216" w:type="dxa"/>
            <w:shd w:val="clear" w:color="auto" w:fill="auto"/>
          </w:tcPr>
          <w:p w14:paraId="0984E23C" w14:textId="77777777" w:rsidR="00B15E99" w:rsidRPr="00EF2F0E" w:rsidRDefault="00B15E99" w:rsidP="00A40339">
            <w:pPr>
              <w:pStyle w:val="TAH"/>
            </w:pPr>
            <w:r w:rsidRPr="00EF2F0E">
              <w:t>Wanted Signal mean power [dBm]</w:t>
            </w:r>
          </w:p>
        </w:tc>
        <w:tc>
          <w:tcPr>
            <w:tcW w:w="1973" w:type="dxa"/>
            <w:shd w:val="clear" w:color="auto" w:fill="auto"/>
          </w:tcPr>
          <w:p w14:paraId="0984E23D" w14:textId="77777777" w:rsidR="00B15E99" w:rsidRPr="00EF2F0E" w:rsidRDefault="005C15CF" w:rsidP="00A40339">
            <w:pPr>
              <w:pStyle w:val="TAH"/>
            </w:pPr>
            <w:r w:rsidRPr="00EF2F0E">
              <w:t>Type of interfering signals</w:t>
            </w:r>
          </w:p>
        </w:tc>
      </w:tr>
      <w:tr w:rsidR="003401A4" w:rsidRPr="00EF2F0E" w14:paraId="0984E243" w14:textId="77777777" w:rsidTr="00A40339">
        <w:trPr>
          <w:jc w:val="center"/>
        </w:trPr>
        <w:tc>
          <w:tcPr>
            <w:tcW w:w="1737" w:type="dxa"/>
            <w:shd w:val="clear" w:color="auto" w:fill="auto"/>
          </w:tcPr>
          <w:p w14:paraId="0984E23F" w14:textId="77777777" w:rsidR="00B15E99" w:rsidRPr="00EF2F0E" w:rsidRDefault="00B15E99" w:rsidP="00A40339">
            <w:pPr>
              <w:pStyle w:val="TAL"/>
              <w:rPr>
                <w:rFonts w:cs="Arial"/>
                <w:szCs w:val="18"/>
              </w:rPr>
            </w:pPr>
            <w:r w:rsidRPr="00EF2F0E">
              <w:rPr>
                <w:rFonts w:cs="Arial"/>
                <w:szCs w:val="18"/>
              </w:rPr>
              <w:t>Wide Area BS</w:t>
            </w:r>
          </w:p>
        </w:tc>
        <w:tc>
          <w:tcPr>
            <w:tcW w:w="2376" w:type="dxa"/>
            <w:shd w:val="clear" w:color="auto" w:fill="auto"/>
          </w:tcPr>
          <w:p w14:paraId="0984E240" w14:textId="77777777" w:rsidR="00B15E99" w:rsidRPr="00EF2F0E" w:rsidRDefault="00B15E99" w:rsidP="00A40339">
            <w:pPr>
              <w:pStyle w:val="TAL"/>
              <w:rPr>
                <w:rFonts w:cs="Arial"/>
                <w:szCs w:val="18"/>
              </w:rPr>
            </w:pPr>
            <w:r w:rsidRPr="00EF2F0E">
              <w:rPr>
                <w:rFonts w:cs="Arial"/>
                <w:szCs w:val="18"/>
              </w:rPr>
              <w:t>-48 + y (NOTE 6)</w:t>
            </w:r>
          </w:p>
        </w:tc>
        <w:tc>
          <w:tcPr>
            <w:tcW w:w="2216" w:type="dxa"/>
            <w:shd w:val="clear" w:color="auto" w:fill="auto"/>
            <w:vAlign w:val="center"/>
          </w:tcPr>
          <w:p w14:paraId="0984E241"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+x dB (NOTE</w:t>
            </w:r>
            <w:r w:rsidRPr="00EF2F0E">
              <w:rPr>
                <w:lang w:eastAsia="ja-JP"/>
              </w:rPr>
              <w:t xml:space="preserve"> </w:t>
            </w:r>
            <w:r w:rsidRPr="00EF2F0E">
              <w:rPr>
                <w:rFonts w:cs="Arial"/>
                <w:szCs w:val="18"/>
              </w:rPr>
              <w:t>2, 5)</w:t>
            </w:r>
          </w:p>
        </w:tc>
        <w:tc>
          <w:tcPr>
            <w:tcW w:w="1973" w:type="dxa"/>
            <w:vMerge w:val="restart"/>
            <w:shd w:val="clear" w:color="auto" w:fill="auto"/>
            <w:vAlign w:val="center"/>
          </w:tcPr>
          <w:p w14:paraId="0984E242" w14:textId="77777777" w:rsidR="00B15E99" w:rsidRPr="00EF2F0E" w:rsidRDefault="00B15E99" w:rsidP="00A40339">
            <w:pPr>
              <w:pStyle w:val="TAL"/>
              <w:rPr>
                <w:rFonts w:cs="Arial"/>
                <w:szCs w:val="18"/>
              </w:rPr>
            </w:pPr>
            <w:r w:rsidRPr="00EF2F0E">
              <w:rPr>
                <w:rFonts w:cs="Arial"/>
                <w:szCs w:val="18"/>
              </w:rPr>
              <w:t>See table 7.7.2.1-2</w:t>
            </w:r>
          </w:p>
        </w:tc>
      </w:tr>
      <w:tr w:rsidR="003401A4" w:rsidRPr="00EF2F0E" w14:paraId="0984E248" w14:textId="77777777" w:rsidTr="00A40339">
        <w:trPr>
          <w:jc w:val="center"/>
        </w:trPr>
        <w:tc>
          <w:tcPr>
            <w:tcW w:w="1737" w:type="dxa"/>
            <w:shd w:val="clear" w:color="auto" w:fill="auto"/>
          </w:tcPr>
          <w:p w14:paraId="0984E244" w14:textId="77777777" w:rsidR="00B15E99" w:rsidRPr="00EF2F0E" w:rsidRDefault="00B15E99" w:rsidP="00A40339">
            <w:pPr>
              <w:pStyle w:val="TAL"/>
              <w:rPr>
                <w:rFonts w:cs="Arial"/>
                <w:szCs w:val="18"/>
              </w:rPr>
            </w:pPr>
            <w:r w:rsidRPr="00EF2F0E">
              <w:rPr>
                <w:rFonts w:cs="Arial"/>
                <w:szCs w:val="18"/>
              </w:rPr>
              <w:t>Medium Range BS</w:t>
            </w:r>
          </w:p>
        </w:tc>
        <w:tc>
          <w:tcPr>
            <w:tcW w:w="2376" w:type="dxa"/>
            <w:shd w:val="clear" w:color="auto" w:fill="auto"/>
          </w:tcPr>
          <w:p w14:paraId="0984E245" w14:textId="77777777" w:rsidR="00B15E99" w:rsidRPr="00EF2F0E" w:rsidRDefault="00B15E99" w:rsidP="00A40339">
            <w:pPr>
              <w:pStyle w:val="TAL"/>
              <w:rPr>
                <w:rFonts w:cs="Arial"/>
                <w:szCs w:val="18"/>
              </w:rPr>
            </w:pPr>
            <w:r w:rsidRPr="00EF2F0E">
              <w:rPr>
                <w:rFonts w:cs="Arial"/>
                <w:szCs w:val="18"/>
              </w:rPr>
              <w:t>-44 + y (NOTE 6)</w:t>
            </w:r>
          </w:p>
        </w:tc>
        <w:tc>
          <w:tcPr>
            <w:tcW w:w="2216" w:type="dxa"/>
            <w:shd w:val="clear" w:color="auto" w:fill="auto"/>
            <w:vAlign w:val="center"/>
          </w:tcPr>
          <w:p w14:paraId="0984E246"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+x dB (NOTE</w:t>
            </w:r>
            <w:r w:rsidRPr="00EF2F0E">
              <w:rPr>
                <w:lang w:eastAsia="ja-JP"/>
              </w:rPr>
              <w:t xml:space="preserve"> </w:t>
            </w:r>
            <w:r w:rsidRPr="00EF2F0E">
              <w:rPr>
                <w:rFonts w:cs="Arial"/>
                <w:szCs w:val="18"/>
              </w:rPr>
              <w:t>3, 5)</w:t>
            </w:r>
          </w:p>
        </w:tc>
        <w:tc>
          <w:tcPr>
            <w:tcW w:w="1973" w:type="dxa"/>
            <w:vMerge/>
            <w:shd w:val="clear" w:color="auto" w:fill="auto"/>
          </w:tcPr>
          <w:p w14:paraId="0984E247" w14:textId="77777777" w:rsidR="00B15E99" w:rsidRPr="00EF2F0E" w:rsidRDefault="00B15E99" w:rsidP="00A40339">
            <w:pPr>
              <w:pStyle w:val="TAL"/>
              <w:rPr>
                <w:rFonts w:cs="Arial"/>
                <w:szCs w:val="18"/>
              </w:rPr>
            </w:pPr>
          </w:p>
        </w:tc>
      </w:tr>
      <w:tr w:rsidR="003401A4" w:rsidRPr="00EF2F0E" w14:paraId="0984E24D" w14:textId="77777777" w:rsidTr="00A40339">
        <w:trPr>
          <w:jc w:val="center"/>
        </w:trPr>
        <w:tc>
          <w:tcPr>
            <w:tcW w:w="1737" w:type="dxa"/>
            <w:shd w:val="clear" w:color="auto" w:fill="auto"/>
          </w:tcPr>
          <w:p w14:paraId="0984E249" w14:textId="77777777" w:rsidR="00B15E99" w:rsidRPr="00EF2F0E" w:rsidRDefault="00B15E99" w:rsidP="00A40339">
            <w:pPr>
              <w:pStyle w:val="TAL"/>
              <w:rPr>
                <w:rFonts w:cs="Arial"/>
                <w:szCs w:val="18"/>
              </w:rPr>
            </w:pPr>
            <w:r w:rsidRPr="00EF2F0E">
              <w:rPr>
                <w:rFonts w:cs="Arial"/>
                <w:szCs w:val="18"/>
              </w:rPr>
              <w:t>Local Area BS</w:t>
            </w:r>
          </w:p>
        </w:tc>
        <w:tc>
          <w:tcPr>
            <w:tcW w:w="2376" w:type="dxa"/>
            <w:shd w:val="clear" w:color="auto" w:fill="auto"/>
          </w:tcPr>
          <w:p w14:paraId="0984E24A" w14:textId="77777777" w:rsidR="00B15E99" w:rsidRPr="00EF2F0E" w:rsidRDefault="00B15E99" w:rsidP="00A40339">
            <w:pPr>
              <w:pStyle w:val="TAL"/>
              <w:rPr>
                <w:rFonts w:cs="Arial"/>
                <w:szCs w:val="18"/>
              </w:rPr>
            </w:pPr>
            <w:r w:rsidRPr="00EF2F0E">
              <w:rPr>
                <w:rFonts w:cs="Arial"/>
                <w:szCs w:val="18"/>
              </w:rPr>
              <w:t>-38 + y (NOTE 6)</w:t>
            </w:r>
          </w:p>
        </w:tc>
        <w:tc>
          <w:tcPr>
            <w:tcW w:w="2216" w:type="dxa"/>
            <w:shd w:val="clear" w:color="auto" w:fill="auto"/>
            <w:vAlign w:val="center"/>
          </w:tcPr>
          <w:p w14:paraId="0984E24B"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+x dB (NOTE</w:t>
            </w:r>
            <w:r w:rsidRPr="00EF2F0E">
              <w:rPr>
                <w:lang w:eastAsia="ja-JP"/>
              </w:rPr>
              <w:t xml:space="preserve"> </w:t>
            </w:r>
            <w:r w:rsidRPr="00EF2F0E">
              <w:rPr>
                <w:rFonts w:cs="Arial"/>
                <w:szCs w:val="18"/>
              </w:rPr>
              <w:t>4, 5)</w:t>
            </w:r>
          </w:p>
        </w:tc>
        <w:tc>
          <w:tcPr>
            <w:tcW w:w="1973" w:type="dxa"/>
            <w:vMerge/>
            <w:shd w:val="clear" w:color="auto" w:fill="auto"/>
          </w:tcPr>
          <w:p w14:paraId="0984E24C" w14:textId="77777777" w:rsidR="00B15E99" w:rsidRPr="00EF2F0E" w:rsidRDefault="00B15E99" w:rsidP="00A40339">
            <w:pPr>
              <w:pStyle w:val="TAL"/>
              <w:rPr>
                <w:rFonts w:cs="Arial"/>
                <w:szCs w:val="18"/>
              </w:rPr>
            </w:pPr>
          </w:p>
        </w:tc>
      </w:tr>
      <w:tr w:rsidR="00B15E99" w:rsidRPr="00EF2F0E" w14:paraId="0984E254" w14:textId="77777777" w:rsidTr="00A40339">
        <w:trPr>
          <w:jc w:val="center"/>
        </w:trPr>
        <w:tc>
          <w:tcPr>
            <w:tcW w:w="8302" w:type="dxa"/>
            <w:gridSpan w:val="4"/>
            <w:shd w:val="clear" w:color="auto" w:fill="auto"/>
          </w:tcPr>
          <w:p w14:paraId="0984E24E" w14:textId="77777777" w:rsidR="00B15E99" w:rsidRPr="00EF2F0E" w:rsidRDefault="00B15E99" w:rsidP="00845D3D">
            <w:pPr>
              <w:pStyle w:val="TAN"/>
            </w:pPr>
            <w:r w:rsidRPr="00EF2F0E">
              <w:t>NOTE</w:t>
            </w:r>
            <w:r w:rsidRPr="00EF2F0E">
              <w:rPr>
                <w:lang w:eastAsia="ja-JP"/>
              </w:rPr>
              <w:t xml:space="preserve"> </w:t>
            </w:r>
            <w:r w:rsidRPr="00EF2F0E">
              <w:t>1:</w:t>
            </w:r>
            <w:r w:rsidR="006E5225" w:rsidRPr="00EF2F0E">
              <w:tab/>
            </w:r>
            <w:r w:rsidRPr="00EF2F0E">
              <w:t>P</w:t>
            </w:r>
            <w:r w:rsidRPr="00EF2F0E">
              <w:rPr>
                <w:vertAlign w:val="subscript"/>
              </w:rPr>
              <w:t>REFSENS</w:t>
            </w:r>
            <w:r w:rsidRPr="00EF2F0E" w:rsidDel="00E01BA4">
              <w:t xml:space="preserve"> </w:t>
            </w:r>
            <w:r w:rsidRPr="00EF2F0E">
              <w:t xml:space="preserve">depends on the RAT, the BS class and on the </w:t>
            </w:r>
            <w:r w:rsidRPr="00EF2F0E">
              <w:rPr>
                <w:i/>
              </w:rPr>
              <w:t>channel bandwidth</w:t>
            </w:r>
            <w:r w:rsidRPr="00EF2F0E">
              <w:t>, see subclause 7.2.2.</w:t>
            </w:r>
          </w:p>
          <w:p w14:paraId="0984E24F" w14:textId="77777777" w:rsidR="00B15E99" w:rsidRPr="00EF2F0E" w:rsidRDefault="00B15E99" w:rsidP="00845D3D">
            <w:pPr>
              <w:pStyle w:val="TAN"/>
              <w:rPr>
                <w:rFonts w:cs="Arial"/>
              </w:rPr>
            </w:pPr>
            <w:r w:rsidRPr="00EF2F0E">
              <w:rPr>
                <w:rFonts w:cs="Arial"/>
              </w:rPr>
              <w:t>NOTE 2:</w:t>
            </w:r>
            <w:r w:rsidRPr="00EF2F0E">
              <w:rPr>
                <w:rFonts w:cs="Arial"/>
              </w:rPr>
              <w:tab/>
              <w:t xml:space="preserve">For WA BS not supporting NR, </w:t>
            </w:r>
            <w:r w:rsidR="003401A4" w:rsidRPr="00EF2F0E">
              <w:rPr>
                <w:rFonts w:cs="Arial"/>
              </w:rPr>
              <w:t>"</w:t>
            </w:r>
            <w:r w:rsidRPr="00EF2F0E">
              <w:rPr>
                <w:rFonts w:cs="Arial"/>
              </w:rPr>
              <w:t>x</w:t>
            </w:r>
            <w:r w:rsidR="003401A4" w:rsidRPr="00EF2F0E">
              <w:rPr>
                <w:rFonts w:cs="Arial"/>
              </w:rPr>
              <w:t>"</w:t>
            </w:r>
            <w:r w:rsidRPr="00EF2F0E">
              <w:rPr>
                <w:rFonts w:cs="Arial"/>
              </w:rPr>
              <w:t xml:space="preserve"> is equal to 6 in case of E-UTRA or UTRA wanted signals. </w:t>
            </w:r>
          </w:p>
          <w:p w14:paraId="0984E250" w14:textId="77777777" w:rsidR="00B15E99" w:rsidRPr="00EF2F0E" w:rsidRDefault="00B15E99" w:rsidP="00845D3D">
            <w:pPr>
              <w:pStyle w:val="TAN"/>
              <w:rPr>
                <w:rFonts w:cs="Arial"/>
              </w:rPr>
            </w:pPr>
            <w:r w:rsidRPr="00EF2F0E">
              <w:rPr>
                <w:rFonts w:cs="Arial"/>
              </w:rPr>
              <w:t>NOTE 3:</w:t>
            </w:r>
            <w:r w:rsidRPr="00EF2F0E">
              <w:rPr>
                <w:rFonts w:cs="Arial"/>
              </w:rPr>
              <w:tab/>
              <w:t xml:space="preserve">For MR BS not supporting NR, </w:t>
            </w:r>
            <w:r w:rsidR="003401A4" w:rsidRPr="00EF2F0E">
              <w:rPr>
                <w:rFonts w:cs="Arial"/>
              </w:rPr>
              <w:t>"</w:t>
            </w:r>
            <w:r w:rsidRPr="00EF2F0E">
              <w:rPr>
                <w:rFonts w:cs="Arial"/>
              </w:rPr>
              <w:t>x</w:t>
            </w:r>
            <w:r w:rsidR="003401A4" w:rsidRPr="00EF2F0E">
              <w:rPr>
                <w:rFonts w:cs="Arial"/>
              </w:rPr>
              <w:t>"</w:t>
            </w:r>
            <w:r w:rsidRPr="00EF2F0E">
              <w:rPr>
                <w:rFonts w:cs="Arial"/>
              </w:rPr>
              <w:t xml:space="preserve"> is equal to 6 in case of UTRA wanted signals, 9 in case of E-UTRA wanted signal. </w:t>
            </w:r>
          </w:p>
          <w:p w14:paraId="0984E251" w14:textId="77777777" w:rsidR="00B15E99" w:rsidRPr="00EF2F0E" w:rsidRDefault="00B15E99" w:rsidP="00845D3D">
            <w:pPr>
              <w:pStyle w:val="TAN"/>
              <w:rPr>
                <w:rFonts w:cs="Arial"/>
              </w:rPr>
            </w:pPr>
            <w:r w:rsidRPr="00EF2F0E">
              <w:rPr>
                <w:rFonts w:cs="Arial"/>
              </w:rPr>
              <w:t>NOTE 4:</w:t>
            </w:r>
            <w:r w:rsidRPr="00EF2F0E">
              <w:rPr>
                <w:rFonts w:cs="Arial"/>
              </w:rPr>
              <w:tab/>
              <w:t xml:space="preserve">For LA BS not supporting NR, </w:t>
            </w:r>
            <w:r w:rsidR="003401A4" w:rsidRPr="00EF2F0E">
              <w:rPr>
                <w:rFonts w:cs="Arial"/>
              </w:rPr>
              <w:t>"</w:t>
            </w:r>
            <w:r w:rsidRPr="00EF2F0E">
              <w:rPr>
                <w:rFonts w:cs="Arial"/>
              </w:rPr>
              <w:t>x</w:t>
            </w:r>
            <w:r w:rsidR="003401A4" w:rsidRPr="00EF2F0E">
              <w:rPr>
                <w:rFonts w:cs="Arial"/>
              </w:rPr>
              <w:t>"</w:t>
            </w:r>
            <w:r w:rsidRPr="00EF2F0E">
              <w:rPr>
                <w:rFonts w:cs="Arial"/>
              </w:rPr>
              <w:t xml:space="preserve"> is equal to 12 in case of E-UTRA wanted signals, 6</w:t>
            </w:r>
            <w:r w:rsidRPr="00EF2F0E">
              <w:rPr>
                <w:rFonts w:eastAsia="SimSun" w:cs="Arial"/>
                <w:lang w:eastAsia="zh-CN"/>
              </w:rPr>
              <w:t xml:space="preserve"> </w:t>
            </w:r>
            <w:r w:rsidRPr="00EF2F0E">
              <w:rPr>
                <w:rFonts w:cs="Arial"/>
              </w:rPr>
              <w:t xml:space="preserve">in case of UTRA wanted signal. </w:t>
            </w:r>
          </w:p>
          <w:p w14:paraId="0984E252" w14:textId="77777777" w:rsidR="00B15E99" w:rsidRPr="00EF2F0E" w:rsidRDefault="00B15E99" w:rsidP="00845D3D">
            <w:pPr>
              <w:pStyle w:val="TAN"/>
            </w:pPr>
            <w:r w:rsidRPr="00EF2F0E">
              <w:t>NOTE 5:</w:t>
            </w:r>
            <w:r w:rsidR="00B76023" w:rsidRPr="00EF2F0E">
              <w:rPr>
                <w:rFonts w:cs="Arial"/>
              </w:rPr>
              <w:tab/>
            </w:r>
            <w:r w:rsidRPr="00EF2F0E">
              <w:t>For a BS supporting NR and not supporting UTRA, x is equal to 6.</w:t>
            </w:r>
          </w:p>
          <w:p w14:paraId="0984E253" w14:textId="77777777" w:rsidR="00B15E99" w:rsidRPr="00EF2F0E" w:rsidRDefault="00B15E99" w:rsidP="00845D3D">
            <w:pPr>
              <w:pStyle w:val="TAN"/>
            </w:pPr>
            <w:r w:rsidRPr="00EF2F0E">
              <w:rPr>
                <w:rFonts w:cs="Arial"/>
              </w:rPr>
              <w:t>NOTE 6:</w:t>
            </w:r>
            <w:r w:rsidR="00B76023" w:rsidRPr="00EF2F0E">
              <w:rPr>
                <w:rFonts w:cs="Arial"/>
              </w:rPr>
              <w:tab/>
            </w:r>
            <w:r w:rsidRPr="00EF2F0E">
              <w:t xml:space="preserve">For a BS not supporting NR, </w:t>
            </w:r>
            <w:r w:rsidR="003401A4" w:rsidRPr="00EF2F0E">
              <w:rPr>
                <w:rFonts w:cs="Arial"/>
              </w:rPr>
              <w:t>"</w:t>
            </w:r>
            <w:r w:rsidRPr="00EF2F0E">
              <w:t>y</w:t>
            </w:r>
            <w:r w:rsidR="003401A4" w:rsidRPr="00EF2F0E">
              <w:rPr>
                <w:rFonts w:cs="Arial"/>
              </w:rPr>
              <w:t>"</w:t>
            </w:r>
            <w:r w:rsidRPr="00EF2F0E">
              <w:t xml:space="preserve"> is equal to zero for all BS classes. For a BS that supports NR and supporting UTRA; </w:t>
            </w:r>
            <w:r w:rsidR="003401A4" w:rsidRPr="00EF2F0E">
              <w:rPr>
                <w:rFonts w:cs="Arial"/>
              </w:rPr>
              <w:t>"</w:t>
            </w:r>
            <w:r w:rsidRPr="00EF2F0E">
              <w:t>y</w:t>
            </w:r>
            <w:r w:rsidR="003401A4" w:rsidRPr="00EF2F0E">
              <w:rPr>
                <w:rFonts w:cs="Arial"/>
              </w:rPr>
              <w:t>"</w:t>
            </w:r>
            <w:r w:rsidRPr="00EF2F0E">
              <w:t xml:space="preserve"> is equal to -4 for the WA BS class, -3 for the MR BS class and -6 for the LA BS class.</w:t>
            </w:r>
          </w:p>
        </w:tc>
      </w:tr>
    </w:tbl>
    <w:p w14:paraId="0984E255" w14:textId="77777777" w:rsidR="00B15E99" w:rsidRPr="00EF2F0E" w:rsidRDefault="00B15E99" w:rsidP="00A40339"/>
    <w:p w14:paraId="0984E256" w14:textId="77777777" w:rsidR="00B15E99" w:rsidRPr="00EF2F0E" w:rsidRDefault="00B15E99" w:rsidP="00A40339">
      <w:pPr>
        <w:pStyle w:val="TH"/>
      </w:pPr>
      <w:r w:rsidRPr="00EF2F0E">
        <w:t xml:space="preserve">Table 7.7.2.1-2: Interfering signals for 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835"/>
        <w:gridCol w:w="2410"/>
      </w:tblGrid>
      <w:tr w:rsidR="003401A4" w:rsidRPr="00EF2F0E" w14:paraId="0984E25A" w14:textId="77777777" w:rsidTr="00A16236">
        <w:trPr>
          <w:jc w:val="center"/>
        </w:trPr>
        <w:tc>
          <w:tcPr>
            <w:tcW w:w="1809" w:type="dxa"/>
            <w:shd w:val="clear" w:color="auto" w:fill="auto"/>
          </w:tcPr>
          <w:p w14:paraId="0984E257" w14:textId="77777777" w:rsidR="00A16236" w:rsidRPr="00EF2F0E" w:rsidRDefault="00A16236" w:rsidP="00C55AB9">
            <w:pPr>
              <w:pStyle w:val="TAH"/>
            </w:pPr>
            <w:r w:rsidRPr="00EF2F0E">
              <w:t xml:space="preserve">RAT of the carrier adjacent to the upper/lower </w:t>
            </w:r>
            <w:r w:rsidRPr="00EF2F0E">
              <w:rPr>
                <w:i/>
              </w:rPr>
              <w:t>Base Station RF Bandwidth edge</w:t>
            </w:r>
          </w:p>
        </w:tc>
        <w:tc>
          <w:tcPr>
            <w:tcW w:w="2835" w:type="dxa"/>
            <w:shd w:val="clear" w:color="auto" w:fill="auto"/>
          </w:tcPr>
          <w:p w14:paraId="0984E258" w14:textId="77777777" w:rsidR="00A16236" w:rsidRPr="00EF2F0E" w:rsidRDefault="00A16236" w:rsidP="00C55AB9">
            <w:pPr>
              <w:pStyle w:val="TAH"/>
            </w:pPr>
            <w:r w:rsidRPr="00EF2F0E">
              <w:t xml:space="preserve">Interfering signal centre frequency offset from the </w:t>
            </w:r>
            <w:r w:rsidRPr="00EF2F0E">
              <w:rPr>
                <w:i/>
              </w:rPr>
              <w:t>Base Station RF Bandwidth edge</w:t>
            </w:r>
            <w:r w:rsidRPr="00EF2F0E">
              <w:t xml:space="preserve"> [MHz]</w:t>
            </w:r>
          </w:p>
        </w:tc>
        <w:tc>
          <w:tcPr>
            <w:tcW w:w="2410" w:type="dxa"/>
            <w:shd w:val="clear" w:color="auto" w:fill="auto"/>
          </w:tcPr>
          <w:p w14:paraId="0984E259" w14:textId="77777777" w:rsidR="00A16236" w:rsidRPr="00EF2F0E" w:rsidRDefault="00A16236" w:rsidP="00C55AB9">
            <w:pPr>
              <w:pStyle w:val="TAH"/>
            </w:pPr>
            <w:r w:rsidRPr="00EF2F0E">
              <w:t>Type of interfering signal</w:t>
            </w:r>
          </w:p>
        </w:tc>
      </w:tr>
      <w:tr w:rsidR="003401A4" w:rsidRPr="00EF2F0E" w14:paraId="0984E25F" w14:textId="77777777" w:rsidTr="00A16236">
        <w:trPr>
          <w:jc w:val="center"/>
        </w:trPr>
        <w:tc>
          <w:tcPr>
            <w:tcW w:w="1809" w:type="dxa"/>
            <w:vMerge w:val="restart"/>
            <w:shd w:val="clear" w:color="auto" w:fill="auto"/>
            <w:vAlign w:val="center"/>
          </w:tcPr>
          <w:p w14:paraId="0984E25B" w14:textId="77777777" w:rsidR="007038C6" w:rsidRPr="00EF2F0E" w:rsidRDefault="007038C6" w:rsidP="007038C6">
            <w:pPr>
              <w:pStyle w:val="TAL"/>
            </w:pPr>
            <w:r w:rsidRPr="00EF2F0E">
              <w:t>E-UTRA 1.4 MHz</w:t>
            </w:r>
          </w:p>
          <w:p w14:paraId="0984E25C" w14:textId="77777777" w:rsidR="007038C6" w:rsidRPr="00EF2F0E" w:rsidRDefault="007038C6" w:rsidP="007038C6">
            <w:pPr>
              <w:pStyle w:val="TAL"/>
            </w:pPr>
          </w:p>
        </w:tc>
        <w:tc>
          <w:tcPr>
            <w:tcW w:w="2835" w:type="dxa"/>
            <w:shd w:val="clear" w:color="auto" w:fill="auto"/>
          </w:tcPr>
          <w:p w14:paraId="0984E25D" w14:textId="77777777" w:rsidR="007038C6" w:rsidRPr="00EF2F0E" w:rsidRDefault="007038C6" w:rsidP="007038C6">
            <w:pPr>
              <w:pStyle w:val="TAL"/>
            </w:pPr>
            <w:r w:rsidRPr="00EF2F0E">
              <w:t xml:space="preserve">±2,0 (BC1 and BC3) / </w:t>
            </w:r>
            <w:r w:rsidRPr="00EF2F0E">
              <w:br/>
              <w:t>±2,1 (BC2)</w:t>
            </w:r>
          </w:p>
        </w:tc>
        <w:tc>
          <w:tcPr>
            <w:tcW w:w="2410" w:type="dxa"/>
            <w:shd w:val="clear" w:color="auto" w:fill="auto"/>
          </w:tcPr>
          <w:p w14:paraId="0984E25E" w14:textId="77777777" w:rsidR="007038C6" w:rsidRPr="00EF2F0E" w:rsidRDefault="007038C6" w:rsidP="007038C6">
            <w:pPr>
              <w:pStyle w:val="TAL"/>
            </w:pPr>
            <w:r w:rsidRPr="00EF2F0E">
              <w:t>CW</w:t>
            </w:r>
          </w:p>
        </w:tc>
      </w:tr>
      <w:tr w:rsidR="003401A4" w:rsidRPr="00EF2F0E" w14:paraId="0984E263" w14:textId="77777777" w:rsidTr="00A16236">
        <w:trPr>
          <w:jc w:val="center"/>
        </w:trPr>
        <w:tc>
          <w:tcPr>
            <w:tcW w:w="1809" w:type="dxa"/>
            <w:vMerge/>
            <w:shd w:val="clear" w:color="auto" w:fill="auto"/>
            <w:vAlign w:val="center"/>
          </w:tcPr>
          <w:p w14:paraId="0984E260" w14:textId="77777777" w:rsidR="007038C6" w:rsidRPr="00EF2F0E" w:rsidRDefault="007038C6" w:rsidP="007038C6">
            <w:pPr>
              <w:pStyle w:val="TAL"/>
            </w:pPr>
          </w:p>
        </w:tc>
        <w:tc>
          <w:tcPr>
            <w:tcW w:w="2835" w:type="dxa"/>
            <w:shd w:val="clear" w:color="auto" w:fill="auto"/>
          </w:tcPr>
          <w:p w14:paraId="0984E261" w14:textId="77777777" w:rsidR="007038C6" w:rsidRPr="00EF2F0E" w:rsidRDefault="007038C6" w:rsidP="007038C6">
            <w:pPr>
              <w:pStyle w:val="TAL"/>
            </w:pPr>
            <w:r w:rsidRPr="00EF2F0E">
              <w:t>±4,9</w:t>
            </w:r>
          </w:p>
        </w:tc>
        <w:tc>
          <w:tcPr>
            <w:tcW w:w="2410" w:type="dxa"/>
            <w:shd w:val="clear" w:color="auto" w:fill="auto"/>
          </w:tcPr>
          <w:p w14:paraId="0984E262" w14:textId="77777777" w:rsidR="007038C6" w:rsidRPr="00EF2F0E" w:rsidRDefault="007038C6" w:rsidP="007038C6">
            <w:pPr>
              <w:pStyle w:val="TAL"/>
            </w:pPr>
            <w:r w:rsidRPr="00EF2F0E">
              <w:t>1,4 MHz E-UTRA signal</w:t>
            </w:r>
          </w:p>
        </w:tc>
      </w:tr>
      <w:tr w:rsidR="003401A4" w:rsidRPr="00EF2F0E" w14:paraId="0984E268" w14:textId="77777777" w:rsidTr="00A16236">
        <w:trPr>
          <w:jc w:val="center"/>
        </w:trPr>
        <w:tc>
          <w:tcPr>
            <w:tcW w:w="1809" w:type="dxa"/>
            <w:vMerge w:val="restart"/>
            <w:shd w:val="clear" w:color="auto" w:fill="auto"/>
            <w:vAlign w:val="center"/>
          </w:tcPr>
          <w:p w14:paraId="0984E264" w14:textId="77777777" w:rsidR="007038C6" w:rsidRPr="00EF2F0E" w:rsidRDefault="007038C6" w:rsidP="007038C6">
            <w:pPr>
              <w:pStyle w:val="TAL"/>
            </w:pPr>
            <w:r w:rsidRPr="00EF2F0E">
              <w:t>E-UTRA 3 MHz</w:t>
            </w:r>
          </w:p>
          <w:p w14:paraId="0984E265" w14:textId="77777777" w:rsidR="007038C6" w:rsidRPr="00EF2F0E" w:rsidRDefault="007038C6" w:rsidP="007038C6">
            <w:pPr>
              <w:pStyle w:val="TAL"/>
            </w:pPr>
          </w:p>
        </w:tc>
        <w:tc>
          <w:tcPr>
            <w:tcW w:w="2835" w:type="dxa"/>
            <w:shd w:val="clear" w:color="auto" w:fill="auto"/>
          </w:tcPr>
          <w:p w14:paraId="0984E266" w14:textId="77777777" w:rsidR="007038C6" w:rsidRPr="00EF2F0E" w:rsidRDefault="007038C6" w:rsidP="007038C6">
            <w:pPr>
              <w:pStyle w:val="TAL"/>
            </w:pPr>
            <w:r w:rsidRPr="00EF2F0E">
              <w:t xml:space="preserve">±4,4 (BC1 and BC3) / </w:t>
            </w:r>
            <w:r w:rsidRPr="00EF2F0E">
              <w:br/>
              <w:t>±4,5 (BC2)</w:t>
            </w:r>
          </w:p>
        </w:tc>
        <w:tc>
          <w:tcPr>
            <w:tcW w:w="2410" w:type="dxa"/>
            <w:shd w:val="clear" w:color="auto" w:fill="auto"/>
          </w:tcPr>
          <w:p w14:paraId="0984E267" w14:textId="77777777" w:rsidR="007038C6" w:rsidRPr="00EF2F0E" w:rsidRDefault="007038C6" w:rsidP="007038C6">
            <w:pPr>
              <w:pStyle w:val="TAL"/>
            </w:pPr>
            <w:r w:rsidRPr="00EF2F0E">
              <w:t>CW</w:t>
            </w:r>
          </w:p>
        </w:tc>
      </w:tr>
      <w:tr w:rsidR="003401A4" w:rsidRPr="00EF2F0E" w14:paraId="0984E26C" w14:textId="77777777" w:rsidTr="00A16236">
        <w:trPr>
          <w:jc w:val="center"/>
        </w:trPr>
        <w:tc>
          <w:tcPr>
            <w:tcW w:w="1809" w:type="dxa"/>
            <w:vMerge/>
            <w:shd w:val="clear" w:color="auto" w:fill="auto"/>
            <w:vAlign w:val="center"/>
          </w:tcPr>
          <w:p w14:paraId="0984E269" w14:textId="77777777" w:rsidR="007038C6" w:rsidRPr="00EF2F0E" w:rsidRDefault="007038C6" w:rsidP="007038C6">
            <w:pPr>
              <w:pStyle w:val="TAL"/>
            </w:pPr>
          </w:p>
        </w:tc>
        <w:tc>
          <w:tcPr>
            <w:tcW w:w="2835" w:type="dxa"/>
            <w:shd w:val="clear" w:color="auto" w:fill="auto"/>
          </w:tcPr>
          <w:p w14:paraId="0984E26A" w14:textId="77777777" w:rsidR="007038C6" w:rsidRPr="00EF2F0E" w:rsidRDefault="007038C6" w:rsidP="007038C6">
            <w:pPr>
              <w:pStyle w:val="TAL"/>
            </w:pPr>
            <w:r w:rsidRPr="00EF2F0E">
              <w:t>±10,5</w:t>
            </w:r>
          </w:p>
        </w:tc>
        <w:tc>
          <w:tcPr>
            <w:tcW w:w="2410" w:type="dxa"/>
            <w:shd w:val="clear" w:color="auto" w:fill="auto"/>
          </w:tcPr>
          <w:p w14:paraId="0984E26B" w14:textId="77777777" w:rsidR="007038C6" w:rsidRPr="00EF2F0E" w:rsidRDefault="007038C6" w:rsidP="007038C6">
            <w:pPr>
              <w:pStyle w:val="TAL"/>
            </w:pPr>
            <w:r w:rsidRPr="00EF2F0E">
              <w:t>3 MHz E-UTRA signal</w:t>
            </w:r>
          </w:p>
        </w:tc>
      </w:tr>
      <w:tr w:rsidR="003401A4" w:rsidRPr="00EF2F0E" w14:paraId="0984E270" w14:textId="77777777" w:rsidTr="00A16236">
        <w:trPr>
          <w:jc w:val="center"/>
        </w:trPr>
        <w:tc>
          <w:tcPr>
            <w:tcW w:w="1809" w:type="dxa"/>
            <w:vMerge w:val="restart"/>
            <w:shd w:val="clear" w:color="auto" w:fill="auto"/>
            <w:vAlign w:val="center"/>
          </w:tcPr>
          <w:p w14:paraId="0984E26D" w14:textId="77777777" w:rsidR="007038C6" w:rsidRPr="00EF2F0E" w:rsidRDefault="007038C6" w:rsidP="007038C6">
            <w:pPr>
              <w:pStyle w:val="TAL"/>
              <w:rPr>
                <w:lang w:val="sv-SE"/>
              </w:rPr>
            </w:pPr>
            <w:r w:rsidRPr="00EF2F0E">
              <w:rPr>
                <w:lang w:val="sv-SE"/>
              </w:rPr>
              <w:t xml:space="preserve">UTRA FDD and </w:t>
            </w:r>
            <w:r w:rsidRPr="00EF2F0E">
              <w:rPr>
                <w:lang w:val="sv-SE"/>
              </w:rPr>
              <w:br/>
              <w:t>E-UTRA 5 MHz</w:t>
            </w:r>
          </w:p>
        </w:tc>
        <w:tc>
          <w:tcPr>
            <w:tcW w:w="2835" w:type="dxa"/>
            <w:shd w:val="clear" w:color="auto" w:fill="auto"/>
          </w:tcPr>
          <w:p w14:paraId="0984E26E" w14:textId="77777777" w:rsidR="007038C6" w:rsidRPr="00EF2F0E" w:rsidRDefault="007038C6" w:rsidP="007038C6">
            <w:pPr>
              <w:pStyle w:val="TAL"/>
            </w:pPr>
            <w:r w:rsidRPr="00EF2F0E">
              <w:t>±7,5</w:t>
            </w:r>
          </w:p>
        </w:tc>
        <w:tc>
          <w:tcPr>
            <w:tcW w:w="2410" w:type="dxa"/>
            <w:shd w:val="clear" w:color="auto" w:fill="auto"/>
          </w:tcPr>
          <w:p w14:paraId="0984E26F" w14:textId="77777777" w:rsidR="007038C6" w:rsidRPr="00EF2F0E" w:rsidRDefault="007038C6" w:rsidP="007038C6">
            <w:pPr>
              <w:pStyle w:val="TAL"/>
            </w:pPr>
            <w:r w:rsidRPr="00EF2F0E">
              <w:t>CW</w:t>
            </w:r>
          </w:p>
        </w:tc>
      </w:tr>
      <w:tr w:rsidR="003401A4" w:rsidRPr="00EF2F0E" w14:paraId="0984E274" w14:textId="77777777" w:rsidTr="00A16236">
        <w:trPr>
          <w:jc w:val="center"/>
        </w:trPr>
        <w:tc>
          <w:tcPr>
            <w:tcW w:w="1809" w:type="dxa"/>
            <w:vMerge/>
            <w:shd w:val="clear" w:color="auto" w:fill="auto"/>
            <w:vAlign w:val="center"/>
          </w:tcPr>
          <w:p w14:paraId="0984E271" w14:textId="77777777" w:rsidR="007038C6" w:rsidRPr="00EF2F0E" w:rsidRDefault="007038C6" w:rsidP="007038C6">
            <w:pPr>
              <w:pStyle w:val="TAL"/>
            </w:pPr>
          </w:p>
        </w:tc>
        <w:tc>
          <w:tcPr>
            <w:tcW w:w="2835" w:type="dxa"/>
            <w:shd w:val="clear" w:color="auto" w:fill="auto"/>
          </w:tcPr>
          <w:p w14:paraId="0984E272" w14:textId="77777777" w:rsidR="007038C6" w:rsidRPr="00EF2F0E" w:rsidRDefault="007038C6" w:rsidP="007038C6">
            <w:pPr>
              <w:pStyle w:val="TAL"/>
            </w:pPr>
            <w:r w:rsidRPr="00EF2F0E">
              <w:t>±17,5</w:t>
            </w:r>
          </w:p>
        </w:tc>
        <w:tc>
          <w:tcPr>
            <w:tcW w:w="2410" w:type="dxa"/>
            <w:shd w:val="clear" w:color="auto" w:fill="auto"/>
          </w:tcPr>
          <w:p w14:paraId="0984E273" w14:textId="77777777" w:rsidR="007038C6" w:rsidRPr="00EF2F0E" w:rsidRDefault="007038C6" w:rsidP="007038C6">
            <w:pPr>
              <w:pStyle w:val="TAL"/>
            </w:pPr>
            <w:r w:rsidRPr="00EF2F0E">
              <w:t>5 MHz E-UTRA signal</w:t>
            </w:r>
          </w:p>
        </w:tc>
      </w:tr>
      <w:tr w:rsidR="003401A4" w:rsidRPr="00EF2F0E" w14:paraId="0984E279" w14:textId="77777777" w:rsidTr="00A16236">
        <w:trPr>
          <w:jc w:val="center"/>
        </w:trPr>
        <w:tc>
          <w:tcPr>
            <w:tcW w:w="1809" w:type="dxa"/>
            <w:vMerge w:val="restart"/>
            <w:shd w:val="clear" w:color="auto" w:fill="auto"/>
            <w:vAlign w:val="center"/>
          </w:tcPr>
          <w:p w14:paraId="0984E275" w14:textId="77777777" w:rsidR="007038C6" w:rsidRPr="00EF2F0E" w:rsidRDefault="007038C6" w:rsidP="007038C6">
            <w:pPr>
              <w:pStyle w:val="TAL"/>
            </w:pPr>
            <w:r w:rsidRPr="00EF2F0E">
              <w:t>E-UTRA 10 MHz</w:t>
            </w:r>
          </w:p>
          <w:p w14:paraId="0984E276" w14:textId="77777777" w:rsidR="007038C6" w:rsidRPr="00EF2F0E" w:rsidRDefault="007038C6" w:rsidP="007038C6">
            <w:pPr>
              <w:pStyle w:val="TAL"/>
            </w:pPr>
          </w:p>
        </w:tc>
        <w:tc>
          <w:tcPr>
            <w:tcW w:w="2835" w:type="dxa"/>
            <w:shd w:val="clear" w:color="auto" w:fill="auto"/>
          </w:tcPr>
          <w:p w14:paraId="0984E277" w14:textId="77777777" w:rsidR="007038C6" w:rsidRPr="00EF2F0E" w:rsidRDefault="007038C6" w:rsidP="007038C6">
            <w:pPr>
              <w:pStyle w:val="TAL"/>
            </w:pPr>
            <w:r w:rsidRPr="00EF2F0E">
              <w:t>±7,375</w:t>
            </w:r>
          </w:p>
        </w:tc>
        <w:tc>
          <w:tcPr>
            <w:tcW w:w="2410" w:type="dxa"/>
            <w:shd w:val="clear" w:color="auto" w:fill="auto"/>
          </w:tcPr>
          <w:p w14:paraId="0984E278" w14:textId="77777777" w:rsidR="007038C6" w:rsidRPr="00EF2F0E" w:rsidRDefault="007038C6" w:rsidP="007038C6">
            <w:pPr>
              <w:pStyle w:val="TAL"/>
            </w:pPr>
            <w:r w:rsidRPr="00EF2F0E">
              <w:t>CW</w:t>
            </w:r>
          </w:p>
        </w:tc>
      </w:tr>
      <w:tr w:rsidR="003401A4" w:rsidRPr="00EF2F0E" w14:paraId="0984E27D" w14:textId="77777777" w:rsidTr="00A16236">
        <w:trPr>
          <w:jc w:val="center"/>
        </w:trPr>
        <w:tc>
          <w:tcPr>
            <w:tcW w:w="1809" w:type="dxa"/>
            <w:vMerge/>
            <w:shd w:val="clear" w:color="auto" w:fill="auto"/>
            <w:vAlign w:val="center"/>
          </w:tcPr>
          <w:p w14:paraId="0984E27A" w14:textId="77777777" w:rsidR="007038C6" w:rsidRPr="00EF2F0E" w:rsidRDefault="007038C6" w:rsidP="007038C6">
            <w:pPr>
              <w:pStyle w:val="TAL"/>
            </w:pPr>
          </w:p>
        </w:tc>
        <w:tc>
          <w:tcPr>
            <w:tcW w:w="2835" w:type="dxa"/>
            <w:shd w:val="clear" w:color="auto" w:fill="auto"/>
          </w:tcPr>
          <w:p w14:paraId="0984E27B" w14:textId="77777777" w:rsidR="007038C6" w:rsidRPr="00EF2F0E" w:rsidRDefault="007038C6" w:rsidP="007038C6">
            <w:pPr>
              <w:pStyle w:val="TAL"/>
            </w:pPr>
            <w:r w:rsidRPr="00EF2F0E">
              <w:t>±17,5</w:t>
            </w:r>
          </w:p>
        </w:tc>
        <w:tc>
          <w:tcPr>
            <w:tcW w:w="2410" w:type="dxa"/>
            <w:shd w:val="clear" w:color="auto" w:fill="auto"/>
          </w:tcPr>
          <w:p w14:paraId="0984E27C" w14:textId="77777777" w:rsidR="007038C6" w:rsidRPr="00EF2F0E" w:rsidRDefault="007038C6" w:rsidP="007038C6">
            <w:pPr>
              <w:pStyle w:val="TAL"/>
            </w:pPr>
            <w:r w:rsidRPr="00EF2F0E">
              <w:t>5 MHz E-UTRA signal</w:t>
            </w:r>
          </w:p>
        </w:tc>
      </w:tr>
      <w:tr w:rsidR="003401A4" w:rsidRPr="00EF2F0E" w14:paraId="0984E281" w14:textId="77777777" w:rsidTr="00A16236">
        <w:trPr>
          <w:jc w:val="center"/>
        </w:trPr>
        <w:tc>
          <w:tcPr>
            <w:tcW w:w="1809" w:type="dxa"/>
            <w:vMerge w:val="restart"/>
            <w:shd w:val="clear" w:color="auto" w:fill="auto"/>
            <w:vAlign w:val="center"/>
          </w:tcPr>
          <w:p w14:paraId="0984E27E" w14:textId="77777777" w:rsidR="007038C6" w:rsidRPr="00EF2F0E" w:rsidRDefault="007038C6" w:rsidP="007038C6">
            <w:pPr>
              <w:pStyle w:val="TAL"/>
            </w:pPr>
            <w:r w:rsidRPr="00EF2F0E">
              <w:t>E-UTRA 15 MHz</w:t>
            </w:r>
          </w:p>
        </w:tc>
        <w:tc>
          <w:tcPr>
            <w:tcW w:w="2835" w:type="dxa"/>
            <w:shd w:val="clear" w:color="auto" w:fill="auto"/>
          </w:tcPr>
          <w:p w14:paraId="0984E27F" w14:textId="77777777" w:rsidR="007038C6" w:rsidRPr="00EF2F0E" w:rsidRDefault="007038C6" w:rsidP="007038C6">
            <w:pPr>
              <w:pStyle w:val="TAL"/>
            </w:pPr>
            <w:r w:rsidRPr="00EF2F0E">
              <w:t>±7,25</w:t>
            </w:r>
          </w:p>
        </w:tc>
        <w:tc>
          <w:tcPr>
            <w:tcW w:w="2410" w:type="dxa"/>
            <w:shd w:val="clear" w:color="auto" w:fill="auto"/>
          </w:tcPr>
          <w:p w14:paraId="0984E280" w14:textId="77777777" w:rsidR="007038C6" w:rsidRPr="00EF2F0E" w:rsidRDefault="007038C6" w:rsidP="007038C6">
            <w:pPr>
              <w:pStyle w:val="TAL"/>
            </w:pPr>
            <w:r w:rsidRPr="00EF2F0E">
              <w:t>CW</w:t>
            </w:r>
          </w:p>
        </w:tc>
      </w:tr>
      <w:tr w:rsidR="003401A4" w:rsidRPr="00EF2F0E" w14:paraId="0984E285" w14:textId="77777777" w:rsidTr="00A16236">
        <w:trPr>
          <w:jc w:val="center"/>
        </w:trPr>
        <w:tc>
          <w:tcPr>
            <w:tcW w:w="1809" w:type="dxa"/>
            <w:vMerge/>
            <w:shd w:val="clear" w:color="auto" w:fill="auto"/>
            <w:vAlign w:val="center"/>
          </w:tcPr>
          <w:p w14:paraId="0984E282" w14:textId="77777777" w:rsidR="007038C6" w:rsidRPr="00EF2F0E" w:rsidRDefault="007038C6" w:rsidP="007038C6">
            <w:pPr>
              <w:pStyle w:val="TAL"/>
            </w:pPr>
          </w:p>
        </w:tc>
        <w:tc>
          <w:tcPr>
            <w:tcW w:w="2835" w:type="dxa"/>
            <w:shd w:val="clear" w:color="auto" w:fill="auto"/>
          </w:tcPr>
          <w:p w14:paraId="0984E283" w14:textId="77777777" w:rsidR="007038C6" w:rsidRPr="00EF2F0E" w:rsidRDefault="007038C6" w:rsidP="007038C6">
            <w:pPr>
              <w:pStyle w:val="TAL"/>
            </w:pPr>
            <w:r w:rsidRPr="00EF2F0E">
              <w:t>±17,5</w:t>
            </w:r>
          </w:p>
        </w:tc>
        <w:tc>
          <w:tcPr>
            <w:tcW w:w="2410" w:type="dxa"/>
            <w:shd w:val="clear" w:color="auto" w:fill="auto"/>
          </w:tcPr>
          <w:p w14:paraId="0984E284" w14:textId="77777777" w:rsidR="007038C6" w:rsidRPr="00EF2F0E" w:rsidRDefault="007038C6" w:rsidP="007038C6">
            <w:pPr>
              <w:pStyle w:val="TAL"/>
            </w:pPr>
            <w:r w:rsidRPr="00EF2F0E">
              <w:t>5 MHz E-UTRA signal</w:t>
            </w:r>
          </w:p>
        </w:tc>
      </w:tr>
      <w:tr w:rsidR="003401A4" w:rsidRPr="00EF2F0E" w14:paraId="0984E289" w14:textId="77777777" w:rsidTr="00A16236">
        <w:trPr>
          <w:jc w:val="center"/>
        </w:trPr>
        <w:tc>
          <w:tcPr>
            <w:tcW w:w="1809" w:type="dxa"/>
            <w:vMerge w:val="restart"/>
            <w:shd w:val="clear" w:color="auto" w:fill="auto"/>
            <w:vAlign w:val="center"/>
          </w:tcPr>
          <w:p w14:paraId="0984E286" w14:textId="77777777" w:rsidR="007038C6" w:rsidRPr="00EF2F0E" w:rsidRDefault="007038C6" w:rsidP="007038C6">
            <w:pPr>
              <w:pStyle w:val="TAL"/>
            </w:pPr>
            <w:r w:rsidRPr="00EF2F0E">
              <w:t>E-UTRA 20 MHz</w:t>
            </w:r>
          </w:p>
        </w:tc>
        <w:tc>
          <w:tcPr>
            <w:tcW w:w="2835" w:type="dxa"/>
            <w:shd w:val="clear" w:color="auto" w:fill="auto"/>
          </w:tcPr>
          <w:p w14:paraId="0984E287" w14:textId="77777777" w:rsidR="007038C6" w:rsidRPr="00EF2F0E" w:rsidRDefault="007038C6" w:rsidP="007038C6">
            <w:pPr>
              <w:pStyle w:val="TAL"/>
            </w:pPr>
            <w:r w:rsidRPr="00EF2F0E">
              <w:t>±7,125</w:t>
            </w:r>
          </w:p>
        </w:tc>
        <w:tc>
          <w:tcPr>
            <w:tcW w:w="2410" w:type="dxa"/>
            <w:shd w:val="clear" w:color="auto" w:fill="auto"/>
          </w:tcPr>
          <w:p w14:paraId="0984E288" w14:textId="77777777" w:rsidR="007038C6" w:rsidRPr="00EF2F0E" w:rsidRDefault="007038C6" w:rsidP="007038C6">
            <w:pPr>
              <w:pStyle w:val="TAL"/>
            </w:pPr>
            <w:r w:rsidRPr="00EF2F0E">
              <w:t>CW</w:t>
            </w:r>
          </w:p>
        </w:tc>
      </w:tr>
      <w:tr w:rsidR="003401A4" w:rsidRPr="00EF2F0E" w14:paraId="0984E28D" w14:textId="77777777" w:rsidTr="00A16236">
        <w:trPr>
          <w:jc w:val="center"/>
        </w:trPr>
        <w:tc>
          <w:tcPr>
            <w:tcW w:w="1809" w:type="dxa"/>
            <w:vMerge/>
            <w:shd w:val="clear" w:color="auto" w:fill="auto"/>
            <w:vAlign w:val="center"/>
          </w:tcPr>
          <w:p w14:paraId="0984E28A" w14:textId="77777777" w:rsidR="007038C6" w:rsidRPr="00EF2F0E" w:rsidRDefault="007038C6" w:rsidP="007038C6">
            <w:pPr>
              <w:pStyle w:val="TAL"/>
            </w:pPr>
          </w:p>
        </w:tc>
        <w:tc>
          <w:tcPr>
            <w:tcW w:w="2835" w:type="dxa"/>
            <w:shd w:val="clear" w:color="auto" w:fill="auto"/>
          </w:tcPr>
          <w:p w14:paraId="0984E28B" w14:textId="77777777" w:rsidR="007038C6" w:rsidRPr="00EF2F0E" w:rsidRDefault="007038C6" w:rsidP="007038C6">
            <w:pPr>
              <w:pStyle w:val="TAL"/>
            </w:pPr>
            <w:r w:rsidRPr="00EF2F0E">
              <w:t>±17,5</w:t>
            </w:r>
          </w:p>
        </w:tc>
        <w:tc>
          <w:tcPr>
            <w:tcW w:w="2410" w:type="dxa"/>
            <w:shd w:val="clear" w:color="auto" w:fill="auto"/>
          </w:tcPr>
          <w:p w14:paraId="0984E28C" w14:textId="77777777" w:rsidR="007038C6" w:rsidRPr="00EF2F0E" w:rsidRDefault="007038C6" w:rsidP="007038C6">
            <w:pPr>
              <w:pStyle w:val="TAL"/>
            </w:pPr>
            <w:r w:rsidRPr="00EF2F0E">
              <w:t>5 MHz E-UTRA signal</w:t>
            </w:r>
          </w:p>
        </w:tc>
      </w:tr>
      <w:tr w:rsidR="003401A4" w:rsidRPr="00EF2F0E" w14:paraId="0984E291" w14:textId="77777777" w:rsidTr="00A16236">
        <w:trPr>
          <w:jc w:val="center"/>
        </w:trPr>
        <w:tc>
          <w:tcPr>
            <w:tcW w:w="1809" w:type="dxa"/>
            <w:vMerge w:val="restart"/>
            <w:shd w:val="clear" w:color="auto" w:fill="auto"/>
            <w:vAlign w:val="center"/>
          </w:tcPr>
          <w:p w14:paraId="0984E28E" w14:textId="77777777" w:rsidR="007038C6" w:rsidRPr="00EF2F0E" w:rsidRDefault="007038C6" w:rsidP="007038C6">
            <w:pPr>
              <w:pStyle w:val="TAL"/>
            </w:pPr>
            <w:r w:rsidRPr="00EF2F0E">
              <w:t>GSM/EDGE</w:t>
            </w:r>
          </w:p>
        </w:tc>
        <w:tc>
          <w:tcPr>
            <w:tcW w:w="2835" w:type="dxa"/>
            <w:shd w:val="clear" w:color="auto" w:fill="auto"/>
          </w:tcPr>
          <w:p w14:paraId="0984E28F" w14:textId="77777777" w:rsidR="007038C6" w:rsidRPr="00EF2F0E" w:rsidRDefault="007038C6" w:rsidP="007038C6">
            <w:pPr>
              <w:pStyle w:val="TAL"/>
            </w:pPr>
            <w:r w:rsidRPr="00EF2F0E">
              <w:t>±7,575</w:t>
            </w:r>
          </w:p>
        </w:tc>
        <w:tc>
          <w:tcPr>
            <w:tcW w:w="2410" w:type="dxa"/>
            <w:shd w:val="clear" w:color="auto" w:fill="auto"/>
          </w:tcPr>
          <w:p w14:paraId="0984E290" w14:textId="77777777" w:rsidR="007038C6" w:rsidRPr="00EF2F0E" w:rsidRDefault="007038C6" w:rsidP="007038C6">
            <w:pPr>
              <w:pStyle w:val="TAL"/>
            </w:pPr>
            <w:r w:rsidRPr="00EF2F0E">
              <w:t>CW</w:t>
            </w:r>
          </w:p>
        </w:tc>
      </w:tr>
      <w:tr w:rsidR="003401A4" w:rsidRPr="00EF2F0E" w14:paraId="0984E295" w14:textId="77777777" w:rsidTr="00A16236">
        <w:trPr>
          <w:jc w:val="center"/>
        </w:trPr>
        <w:tc>
          <w:tcPr>
            <w:tcW w:w="1809" w:type="dxa"/>
            <w:vMerge/>
            <w:shd w:val="clear" w:color="auto" w:fill="auto"/>
            <w:vAlign w:val="center"/>
          </w:tcPr>
          <w:p w14:paraId="0984E292" w14:textId="77777777" w:rsidR="007038C6" w:rsidRPr="00EF2F0E" w:rsidRDefault="007038C6" w:rsidP="007038C6">
            <w:pPr>
              <w:pStyle w:val="TAL"/>
            </w:pPr>
          </w:p>
        </w:tc>
        <w:tc>
          <w:tcPr>
            <w:tcW w:w="2835" w:type="dxa"/>
            <w:shd w:val="clear" w:color="auto" w:fill="auto"/>
          </w:tcPr>
          <w:p w14:paraId="0984E293" w14:textId="77777777" w:rsidR="007038C6" w:rsidRPr="00EF2F0E" w:rsidRDefault="007038C6" w:rsidP="007038C6">
            <w:pPr>
              <w:pStyle w:val="TAL"/>
            </w:pPr>
            <w:r w:rsidRPr="00EF2F0E">
              <w:t>±17,5</w:t>
            </w:r>
          </w:p>
        </w:tc>
        <w:tc>
          <w:tcPr>
            <w:tcW w:w="2410" w:type="dxa"/>
            <w:shd w:val="clear" w:color="auto" w:fill="auto"/>
          </w:tcPr>
          <w:p w14:paraId="0984E294" w14:textId="77777777" w:rsidR="007038C6" w:rsidRPr="00EF2F0E" w:rsidRDefault="007038C6" w:rsidP="007038C6">
            <w:pPr>
              <w:pStyle w:val="TAL"/>
            </w:pPr>
            <w:r w:rsidRPr="00EF2F0E">
              <w:t>5 MHz E-UTRA signal</w:t>
            </w:r>
          </w:p>
        </w:tc>
      </w:tr>
      <w:tr w:rsidR="003401A4" w:rsidRPr="00EF2F0E" w14:paraId="0984E299" w14:textId="77777777" w:rsidTr="00A16236">
        <w:trPr>
          <w:jc w:val="center"/>
        </w:trPr>
        <w:tc>
          <w:tcPr>
            <w:tcW w:w="1809" w:type="dxa"/>
            <w:vMerge w:val="restart"/>
            <w:shd w:val="clear" w:color="auto" w:fill="auto"/>
            <w:vAlign w:val="center"/>
          </w:tcPr>
          <w:p w14:paraId="0984E296" w14:textId="77777777" w:rsidR="007038C6" w:rsidRPr="00EF2F0E" w:rsidRDefault="007038C6" w:rsidP="007038C6">
            <w:pPr>
              <w:pStyle w:val="TAL"/>
            </w:pPr>
            <w:r w:rsidRPr="00EF2F0E">
              <w:t>1,28 Mcps UTRA TDD</w:t>
            </w:r>
          </w:p>
        </w:tc>
        <w:tc>
          <w:tcPr>
            <w:tcW w:w="2835" w:type="dxa"/>
            <w:shd w:val="clear" w:color="auto" w:fill="auto"/>
          </w:tcPr>
          <w:p w14:paraId="0984E297" w14:textId="77777777" w:rsidR="007038C6" w:rsidRPr="00EF2F0E" w:rsidRDefault="007038C6" w:rsidP="007038C6">
            <w:pPr>
              <w:pStyle w:val="TAL"/>
            </w:pPr>
            <w:r w:rsidRPr="00EF2F0E">
              <w:t>±2,3 (BC3)</w:t>
            </w:r>
          </w:p>
        </w:tc>
        <w:tc>
          <w:tcPr>
            <w:tcW w:w="2410" w:type="dxa"/>
            <w:shd w:val="clear" w:color="auto" w:fill="auto"/>
          </w:tcPr>
          <w:p w14:paraId="0984E298" w14:textId="77777777" w:rsidR="007038C6" w:rsidRPr="00EF2F0E" w:rsidRDefault="007038C6" w:rsidP="007038C6">
            <w:pPr>
              <w:pStyle w:val="TAL"/>
            </w:pPr>
            <w:r w:rsidRPr="00EF2F0E">
              <w:t>CW</w:t>
            </w:r>
          </w:p>
        </w:tc>
      </w:tr>
      <w:tr w:rsidR="003401A4" w:rsidRPr="00EF2F0E" w14:paraId="0984E29D" w14:textId="77777777" w:rsidTr="00A16236">
        <w:trPr>
          <w:jc w:val="center"/>
        </w:trPr>
        <w:tc>
          <w:tcPr>
            <w:tcW w:w="1809" w:type="dxa"/>
            <w:vMerge/>
            <w:shd w:val="clear" w:color="auto" w:fill="auto"/>
            <w:vAlign w:val="center"/>
          </w:tcPr>
          <w:p w14:paraId="0984E29A" w14:textId="77777777" w:rsidR="007038C6" w:rsidRPr="00EF2F0E" w:rsidRDefault="007038C6" w:rsidP="007038C6">
            <w:pPr>
              <w:pStyle w:val="TAL"/>
            </w:pPr>
          </w:p>
        </w:tc>
        <w:tc>
          <w:tcPr>
            <w:tcW w:w="2835" w:type="dxa"/>
            <w:shd w:val="clear" w:color="auto" w:fill="auto"/>
          </w:tcPr>
          <w:p w14:paraId="0984E29B" w14:textId="77777777" w:rsidR="007038C6" w:rsidRPr="00EF2F0E" w:rsidRDefault="007038C6" w:rsidP="007038C6">
            <w:pPr>
              <w:pStyle w:val="TAL"/>
            </w:pPr>
            <w:r w:rsidRPr="00EF2F0E">
              <w:t>±5,6 (BC3)</w:t>
            </w:r>
          </w:p>
        </w:tc>
        <w:tc>
          <w:tcPr>
            <w:tcW w:w="2410" w:type="dxa"/>
            <w:shd w:val="clear" w:color="auto" w:fill="auto"/>
          </w:tcPr>
          <w:p w14:paraId="0984E29C" w14:textId="77777777" w:rsidR="007038C6" w:rsidRPr="00EF2F0E" w:rsidRDefault="007038C6" w:rsidP="007038C6">
            <w:pPr>
              <w:pStyle w:val="TAL"/>
            </w:pPr>
            <w:r w:rsidRPr="00EF2F0E">
              <w:t>1,28 Mcps UTRA TDD signal</w:t>
            </w:r>
          </w:p>
        </w:tc>
      </w:tr>
      <w:tr w:rsidR="003401A4" w:rsidRPr="00EF2F0E" w14:paraId="0984E2A1" w14:textId="77777777" w:rsidTr="00A16236">
        <w:trPr>
          <w:jc w:val="center"/>
        </w:trPr>
        <w:tc>
          <w:tcPr>
            <w:tcW w:w="1809" w:type="dxa"/>
            <w:vMerge w:val="restart"/>
            <w:shd w:val="clear" w:color="auto" w:fill="auto"/>
            <w:vAlign w:val="center"/>
          </w:tcPr>
          <w:p w14:paraId="0984E29E" w14:textId="77777777" w:rsidR="007038C6" w:rsidRPr="00EF2F0E" w:rsidRDefault="007038C6" w:rsidP="007038C6">
            <w:pPr>
              <w:pStyle w:val="TAL"/>
            </w:pPr>
            <w:r w:rsidRPr="00EF2F0E">
              <w:t>NR 5 MHz</w:t>
            </w:r>
          </w:p>
        </w:tc>
        <w:tc>
          <w:tcPr>
            <w:tcW w:w="2835" w:type="dxa"/>
            <w:shd w:val="clear" w:color="auto" w:fill="auto"/>
            <w:vAlign w:val="center"/>
          </w:tcPr>
          <w:p w14:paraId="0984E29F" w14:textId="77777777" w:rsidR="007038C6" w:rsidRPr="00EF2F0E" w:rsidRDefault="007038C6" w:rsidP="007038C6">
            <w:pPr>
              <w:pStyle w:val="TAL"/>
            </w:pPr>
            <w:r w:rsidRPr="00EF2F0E">
              <w:t>±7.5</w:t>
            </w:r>
          </w:p>
        </w:tc>
        <w:tc>
          <w:tcPr>
            <w:tcW w:w="2410" w:type="dxa"/>
            <w:shd w:val="clear" w:color="auto" w:fill="auto"/>
            <w:vAlign w:val="center"/>
          </w:tcPr>
          <w:p w14:paraId="0984E2A0" w14:textId="77777777" w:rsidR="007038C6" w:rsidRPr="00EF2F0E" w:rsidRDefault="007038C6" w:rsidP="007038C6">
            <w:pPr>
              <w:pStyle w:val="TAL"/>
            </w:pPr>
            <w:r w:rsidRPr="00EF2F0E">
              <w:t>CW</w:t>
            </w:r>
          </w:p>
        </w:tc>
      </w:tr>
      <w:tr w:rsidR="003401A4" w:rsidRPr="00EF2F0E" w14:paraId="0984E2A5" w14:textId="77777777" w:rsidTr="00A16236">
        <w:trPr>
          <w:jc w:val="center"/>
        </w:trPr>
        <w:tc>
          <w:tcPr>
            <w:tcW w:w="1809" w:type="dxa"/>
            <w:vMerge/>
            <w:shd w:val="clear" w:color="auto" w:fill="auto"/>
            <w:vAlign w:val="center"/>
          </w:tcPr>
          <w:p w14:paraId="0984E2A2" w14:textId="77777777" w:rsidR="007038C6" w:rsidRPr="00EF2F0E" w:rsidRDefault="007038C6" w:rsidP="007038C6">
            <w:pPr>
              <w:pStyle w:val="TAL"/>
            </w:pPr>
          </w:p>
        </w:tc>
        <w:tc>
          <w:tcPr>
            <w:tcW w:w="2835" w:type="dxa"/>
            <w:shd w:val="clear" w:color="auto" w:fill="auto"/>
            <w:vAlign w:val="center"/>
          </w:tcPr>
          <w:p w14:paraId="0984E2A3" w14:textId="77777777" w:rsidR="007038C6" w:rsidRPr="00EF2F0E" w:rsidRDefault="007038C6" w:rsidP="007038C6">
            <w:pPr>
              <w:pStyle w:val="TAL"/>
            </w:pPr>
            <w:r w:rsidRPr="00EF2F0E">
              <w:t>±17.5</w:t>
            </w:r>
          </w:p>
        </w:tc>
        <w:tc>
          <w:tcPr>
            <w:tcW w:w="2410" w:type="dxa"/>
            <w:shd w:val="clear" w:color="auto" w:fill="auto"/>
            <w:vAlign w:val="center"/>
          </w:tcPr>
          <w:p w14:paraId="0984E2A4" w14:textId="77777777" w:rsidR="007038C6" w:rsidRPr="00EF2F0E" w:rsidRDefault="007038C6" w:rsidP="007038C6">
            <w:pPr>
              <w:pStyle w:val="TAL"/>
            </w:pPr>
            <w:r w:rsidRPr="00EF2F0E">
              <w:t>5MHz E-UTRA signal</w:t>
            </w:r>
          </w:p>
        </w:tc>
      </w:tr>
      <w:tr w:rsidR="003401A4" w:rsidRPr="00EF2F0E" w14:paraId="0984E2A9" w14:textId="77777777" w:rsidTr="00A16236">
        <w:trPr>
          <w:jc w:val="center"/>
        </w:trPr>
        <w:tc>
          <w:tcPr>
            <w:tcW w:w="1809" w:type="dxa"/>
            <w:vMerge w:val="restart"/>
            <w:shd w:val="clear" w:color="auto" w:fill="auto"/>
            <w:vAlign w:val="center"/>
          </w:tcPr>
          <w:p w14:paraId="0984E2A6" w14:textId="77777777" w:rsidR="007038C6" w:rsidRPr="00EF2F0E" w:rsidRDefault="007038C6" w:rsidP="007038C6">
            <w:pPr>
              <w:pStyle w:val="TAL"/>
            </w:pPr>
            <w:r w:rsidRPr="00EF2F0E">
              <w:t>NR 10 MHz</w:t>
            </w:r>
          </w:p>
        </w:tc>
        <w:tc>
          <w:tcPr>
            <w:tcW w:w="2835" w:type="dxa"/>
            <w:shd w:val="clear" w:color="auto" w:fill="auto"/>
            <w:vAlign w:val="center"/>
          </w:tcPr>
          <w:p w14:paraId="0984E2A7" w14:textId="77777777" w:rsidR="007038C6" w:rsidRPr="00EF2F0E" w:rsidRDefault="00B34016" w:rsidP="007038C6">
            <w:pPr>
              <w:pStyle w:val="TAL"/>
            </w:pPr>
            <w:r w:rsidRPr="00EF2F0E">
              <w:rPr>
                <w:rFonts w:cs="Arial"/>
              </w:rPr>
              <w:t>±7.465</w:t>
            </w:r>
          </w:p>
        </w:tc>
        <w:tc>
          <w:tcPr>
            <w:tcW w:w="2410" w:type="dxa"/>
            <w:shd w:val="clear" w:color="auto" w:fill="auto"/>
            <w:vAlign w:val="center"/>
          </w:tcPr>
          <w:p w14:paraId="0984E2A8" w14:textId="77777777" w:rsidR="007038C6" w:rsidRPr="00EF2F0E" w:rsidRDefault="007038C6" w:rsidP="007038C6">
            <w:pPr>
              <w:pStyle w:val="TAL"/>
            </w:pPr>
            <w:r w:rsidRPr="00EF2F0E">
              <w:t>CW</w:t>
            </w:r>
          </w:p>
        </w:tc>
      </w:tr>
      <w:tr w:rsidR="003401A4" w:rsidRPr="00EF2F0E" w14:paraId="0984E2AD" w14:textId="77777777" w:rsidTr="00A16236">
        <w:trPr>
          <w:jc w:val="center"/>
        </w:trPr>
        <w:tc>
          <w:tcPr>
            <w:tcW w:w="1809" w:type="dxa"/>
            <w:vMerge/>
            <w:shd w:val="clear" w:color="auto" w:fill="auto"/>
            <w:vAlign w:val="center"/>
          </w:tcPr>
          <w:p w14:paraId="0984E2AA" w14:textId="77777777" w:rsidR="007038C6" w:rsidRPr="00EF2F0E" w:rsidRDefault="007038C6" w:rsidP="007038C6">
            <w:pPr>
              <w:pStyle w:val="TAL"/>
            </w:pPr>
          </w:p>
        </w:tc>
        <w:tc>
          <w:tcPr>
            <w:tcW w:w="2835" w:type="dxa"/>
            <w:shd w:val="clear" w:color="auto" w:fill="auto"/>
            <w:vAlign w:val="center"/>
          </w:tcPr>
          <w:p w14:paraId="0984E2AB" w14:textId="77777777" w:rsidR="007038C6" w:rsidRPr="00EF2F0E" w:rsidRDefault="007038C6" w:rsidP="007038C6">
            <w:pPr>
              <w:pStyle w:val="TAL"/>
            </w:pPr>
            <w:r w:rsidRPr="00EF2F0E">
              <w:t>±17.5</w:t>
            </w:r>
          </w:p>
        </w:tc>
        <w:tc>
          <w:tcPr>
            <w:tcW w:w="2410" w:type="dxa"/>
            <w:shd w:val="clear" w:color="auto" w:fill="auto"/>
            <w:vAlign w:val="center"/>
          </w:tcPr>
          <w:p w14:paraId="0984E2AC" w14:textId="77777777" w:rsidR="007038C6" w:rsidRPr="00EF2F0E" w:rsidRDefault="007038C6" w:rsidP="007038C6">
            <w:pPr>
              <w:pStyle w:val="TAL"/>
            </w:pPr>
            <w:r w:rsidRPr="00EF2F0E">
              <w:t>5MHz E-UTRA signal</w:t>
            </w:r>
          </w:p>
        </w:tc>
      </w:tr>
      <w:tr w:rsidR="003401A4" w:rsidRPr="00EF2F0E" w14:paraId="0984E2B1" w14:textId="77777777" w:rsidTr="00A16236">
        <w:trPr>
          <w:jc w:val="center"/>
        </w:trPr>
        <w:tc>
          <w:tcPr>
            <w:tcW w:w="1809" w:type="dxa"/>
            <w:vMerge w:val="restart"/>
            <w:shd w:val="clear" w:color="auto" w:fill="auto"/>
            <w:vAlign w:val="center"/>
          </w:tcPr>
          <w:p w14:paraId="0984E2AE" w14:textId="77777777" w:rsidR="007038C6" w:rsidRPr="00EF2F0E" w:rsidRDefault="007038C6" w:rsidP="007038C6">
            <w:pPr>
              <w:pStyle w:val="TAL"/>
            </w:pPr>
            <w:r w:rsidRPr="00EF2F0E">
              <w:t>NR 15 MHz</w:t>
            </w:r>
          </w:p>
        </w:tc>
        <w:tc>
          <w:tcPr>
            <w:tcW w:w="2835" w:type="dxa"/>
            <w:shd w:val="clear" w:color="auto" w:fill="auto"/>
            <w:vAlign w:val="center"/>
          </w:tcPr>
          <w:p w14:paraId="0984E2AF" w14:textId="77777777" w:rsidR="007038C6" w:rsidRPr="00EF2F0E" w:rsidRDefault="007038C6" w:rsidP="007038C6">
            <w:pPr>
              <w:pStyle w:val="TAL"/>
            </w:pPr>
            <w:r w:rsidRPr="00EF2F0E">
              <w:t>±7.43</w:t>
            </w:r>
          </w:p>
        </w:tc>
        <w:tc>
          <w:tcPr>
            <w:tcW w:w="2410" w:type="dxa"/>
            <w:shd w:val="clear" w:color="auto" w:fill="auto"/>
            <w:vAlign w:val="center"/>
          </w:tcPr>
          <w:p w14:paraId="0984E2B0" w14:textId="77777777" w:rsidR="007038C6" w:rsidRPr="00EF2F0E" w:rsidRDefault="007038C6" w:rsidP="007038C6">
            <w:pPr>
              <w:pStyle w:val="TAL"/>
            </w:pPr>
            <w:r w:rsidRPr="00EF2F0E">
              <w:t>CW</w:t>
            </w:r>
          </w:p>
        </w:tc>
      </w:tr>
      <w:tr w:rsidR="003401A4" w:rsidRPr="00EF2F0E" w14:paraId="0984E2B5" w14:textId="77777777" w:rsidTr="00A16236">
        <w:trPr>
          <w:jc w:val="center"/>
        </w:trPr>
        <w:tc>
          <w:tcPr>
            <w:tcW w:w="1809" w:type="dxa"/>
            <w:vMerge/>
            <w:shd w:val="clear" w:color="auto" w:fill="auto"/>
            <w:vAlign w:val="center"/>
          </w:tcPr>
          <w:p w14:paraId="0984E2B2" w14:textId="77777777" w:rsidR="007038C6" w:rsidRPr="00EF2F0E" w:rsidRDefault="007038C6" w:rsidP="007038C6">
            <w:pPr>
              <w:pStyle w:val="TAL"/>
            </w:pPr>
          </w:p>
        </w:tc>
        <w:tc>
          <w:tcPr>
            <w:tcW w:w="2835" w:type="dxa"/>
            <w:shd w:val="clear" w:color="auto" w:fill="auto"/>
            <w:vAlign w:val="center"/>
          </w:tcPr>
          <w:p w14:paraId="0984E2B3" w14:textId="77777777" w:rsidR="007038C6" w:rsidRPr="00EF2F0E" w:rsidRDefault="007038C6" w:rsidP="007038C6">
            <w:pPr>
              <w:pStyle w:val="TAL"/>
            </w:pPr>
            <w:r w:rsidRPr="00EF2F0E">
              <w:t>±17.5</w:t>
            </w:r>
          </w:p>
        </w:tc>
        <w:tc>
          <w:tcPr>
            <w:tcW w:w="2410" w:type="dxa"/>
            <w:shd w:val="clear" w:color="auto" w:fill="auto"/>
            <w:vAlign w:val="center"/>
          </w:tcPr>
          <w:p w14:paraId="0984E2B4" w14:textId="77777777" w:rsidR="007038C6" w:rsidRPr="00EF2F0E" w:rsidRDefault="007038C6" w:rsidP="007038C6">
            <w:pPr>
              <w:pStyle w:val="TAL"/>
            </w:pPr>
            <w:r w:rsidRPr="00EF2F0E">
              <w:t>5MHz E-UTRA signal</w:t>
            </w:r>
          </w:p>
        </w:tc>
      </w:tr>
      <w:tr w:rsidR="003401A4" w:rsidRPr="00EF2F0E" w14:paraId="0984E2B9" w14:textId="77777777" w:rsidTr="00A16236">
        <w:trPr>
          <w:jc w:val="center"/>
        </w:trPr>
        <w:tc>
          <w:tcPr>
            <w:tcW w:w="1809" w:type="dxa"/>
            <w:vMerge w:val="restart"/>
            <w:shd w:val="clear" w:color="auto" w:fill="auto"/>
            <w:vAlign w:val="center"/>
          </w:tcPr>
          <w:p w14:paraId="0984E2B6" w14:textId="77777777" w:rsidR="007038C6" w:rsidRPr="00EF2F0E" w:rsidRDefault="007038C6" w:rsidP="007038C6">
            <w:pPr>
              <w:pStyle w:val="TAL"/>
            </w:pPr>
            <w:r w:rsidRPr="00EF2F0E">
              <w:t>NR 20 MHz</w:t>
            </w:r>
          </w:p>
        </w:tc>
        <w:tc>
          <w:tcPr>
            <w:tcW w:w="2835" w:type="dxa"/>
            <w:shd w:val="clear" w:color="auto" w:fill="auto"/>
            <w:vAlign w:val="center"/>
          </w:tcPr>
          <w:p w14:paraId="0984E2B7" w14:textId="77777777" w:rsidR="007038C6" w:rsidRPr="00EF2F0E" w:rsidRDefault="00B34016" w:rsidP="007038C6">
            <w:pPr>
              <w:pStyle w:val="TAL"/>
            </w:pPr>
            <w:r w:rsidRPr="00EF2F0E">
              <w:rPr>
                <w:rFonts w:cs="Arial"/>
              </w:rPr>
              <w:t>±7.395</w:t>
            </w:r>
          </w:p>
        </w:tc>
        <w:tc>
          <w:tcPr>
            <w:tcW w:w="2410" w:type="dxa"/>
            <w:shd w:val="clear" w:color="auto" w:fill="auto"/>
            <w:vAlign w:val="center"/>
          </w:tcPr>
          <w:p w14:paraId="0984E2B8" w14:textId="77777777" w:rsidR="007038C6" w:rsidRPr="00EF2F0E" w:rsidRDefault="007038C6" w:rsidP="007038C6">
            <w:pPr>
              <w:pStyle w:val="TAL"/>
            </w:pPr>
            <w:r w:rsidRPr="00EF2F0E">
              <w:t>CW</w:t>
            </w:r>
          </w:p>
        </w:tc>
      </w:tr>
      <w:tr w:rsidR="003401A4" w:rsidRPr="00EF2F0E" w14:paraId="0984E2BD" w14:textId="77777777" w:rsidTr="00A16236">
        <w:trPr>
          <w:jc w:val="center"/>
        </w:trPr>
        <w:tc>
          <w:tcPr>
            <w:tcW w:w="1809" w:type="dxa"/>
            <w:vMerge/>
            <w:shd w:val="clear" w:color="auto" w:fill="auto"/>
            <w:vAlign w:val="center"/>
          </w:tcPr>
          <w:p w14:paraId="0984E2BA" w14:textId="77777777" w:rsidR="007038C6" w:rsidRPr="00EF2F0E" w:rsidRDefault="007038C6" w:rsidP="007038C6">
            <w:pPr>
              <w:pStyle w:val="TAL"/>
            </w:pPr>
          </w:p>
        </w:tc>
        <w:tc>
          <w:tcPr>
            <w:tcW w:w="2835" w:type="dxa"/>
            <w:shd w:val="clear" w:color="auto" w:fill="auto"/>
            <w:vAlign w:val="center"/>
          </w:tcPr>
          <w:p w14:paraId="0984E2BB" w14:textId="77777777" w:rsidR="007038C6" w:rsidRPr="00EF2F0E" w:rsidRDefault="007038C6" w:rsidP="007038C6">
            <w:pPr>
              <w:pStyle w:val="TAL"/>
            </w:pPr>
            <w:r w:rsidRPr="00EF2F0E">
              <w:t>±17.5</w:t>
            </w:r>
          </w:p>
        </w:tc>
        <w:tc>
          <w:tcPr>
            <w:tcW w:w="2410" w:type="dxa"/>
            <w:shd w:val="clear" w:color="auto" w:fill="auto"/>
            <w:vAlign w:val="center"/>
          </w:tcPr>
          <w:p w14:paraId="0984E2BC" w14:textId="77777777" w:rsidR="007038C6" w:rsidRPr="00EF2F0E" w:rsidRDefault="007038C6" w:rsidP="007038C6">
            <w:pPr>
              <w:pStyle w:val="TAL"/>
            </w:pPr>
            <w:r w:rsidRPr="00EF2F0E">
              <w:t>5MHz E-UTRA signal</w:t>
            </w:r>
          </w:p>
        </w:tc>
      </w:tr>
      <w:tr w:rsidR="003401A4" w:rsidRPr="00EF2F0E" w14:paraId="0984E2C1" w14:textId="77777777" w:rsidTr="00A16236">
        <w:trPr>
          <w:jc w:val="center"/>
        </w:trPr>
        <w:tc>
          <w:tcPr>
            <w:tcW w:w="1809" w:type="dxa"/>
            <w:vMerge w:val="restart"/>
            <w:shd w:val="clear" w:color="auto" w:fill="auto"/>
            <w:vAlign w:val="center"/>
          </w:tcPr>
          <w:p w14:paraId="0984E2BE" w14:textId="77777777" w:rsidR="007038C6" w:rsidRPr="00EF2F0E" w:rsidRDefault="007038C6" w:rsidP="007038C6">
            <w:pPr>
              <w:pStyle w:val="TAL"/>
            </w:pPr>
            <w:r w:rsidRPr="00EF2F0E">
              <w:t>NR 25 MHz</w:t>
            </w:r>
          </w:p>
        </w:tc>
        <w:tc>
          <w:tcPr>
            <w:tcW w:w="2835" w:type="dxa"/>
            <w:shd w:val="clear" w:color="auto" w:fill="auto"/>
            <w:vAlign w:val="center"/>
          </w:tcPr>
          <w:p w14:paraId="0984E2BF" w14:textId="77777777" w:rsidR="007038C6" w:rsidRPr="00EF2F0E" w:rsidRDefault="00B34016" w:rsidP="007038C6">
            <w:pPr>
              <w:pStyle w:val="TAL"/>
            </w:pPr>
            <w:r w:rsidRPr="00EF2F0E">
              <w:rPr>
                <w:rFonts w:cs="Arial"/>
              </w:rPr>
              <w:t>±7.465</w:t>
            </w:r>
          </w:p>
        </w:tc>
        <w:tc>
          <w:tcPr>
            <w:tcW w:w="2410" w:type="dxa"/>
            <w:shd w:val="clear" w:color="auto" w:fill="auto"/>
            <w:vAlign w:val="center"/>
          </w:tcPr>
          <w:p w14:paraId="0984E2C0" w14:textId="77777777" w:rsidR="007038C6" w:rsidRPr="00EF2F0E" w:rsidRDefault="007038C6" w:rsidP="007038C6">
            <w:pPr>
              <w:pStyle w:val="TAL"/>
            </w:pPr>
            <w:r w:rsidRPr="00EF2F0E">
              <w:t>CW</w:t>
            </w:r>
          </w:p>
        </w:tc>
      </w:tr>
      <w:tr w:rsidR="003401A4" w:rsidRPr="00EF2F0E" w14:paraId="0984E2C5" w14:textId="77777777" w:rsidTr="00A16236">
        <w:trPr>
          <w:jc w:val="center"/>
        </w:trPr>
        <w:tc>
          <w:tcPr>
            <w:tcW w:w="1809" w:type="dxa"/>
            <w:vMerge/>
            <w:shd w:val="clear" w:color="auto" w:fill="auto"/>
            <w:vAlign w:val="center"/>
          </w:tcPr>
          <w:p w14:paraId="0984E2C2" w14:textId="77777777" w:rsidR="007038C6" w:rsidRPr="00EF2F0E" w:rsidRDefault="007038C6" w:rsidP="007038C6">
            <w:pPr>
              <w:pStyle w:val="TAL"/>
            </w:pPr>
          </w:p>
        </w:tc>
        <w:tc>
          <w:tcPr>
            <w:tcW w:w="2835" w:type="dxa"/>
            <w:shd w:val="clear" w:color="auto" w:fill="auto"/>
            <w:vAlign w:val="center"/>
          </w:tcPr>
          <w:p w14:paraId="0984E2C3" w14:textId="77777777" w:rsidR="007038C6" w:rsidRPr="00EF2F0E" w:rsidRDefault="007038C6" w:rsidP="007038C6">
            <w:pPr>
              <w:pStyle w:val="TAL"/>
            </w:pPr>
            <w:r w:rsidRPr="00EF2F0E">
              <w:t>±25</w:t>
            </w:r>
          </w:p>
        </w:tc>
        <w:tc>
          <w:tcPr>
            <w:tcW w:w="2410" w:type="dxa"/>
            <w:shd w:val="clear" w:color="auto" w:fill="auto"/>
            <w:vAlign w:val="center"/>
          </w:tcPr>
          <w:p w14:paraId="0984E2C4" w14:textId="77777777" w:rsidR="007038C6" w:rsidRPr="00EF2F0E" w:rsidRDefault="007038C6" w:rsidP="007038C6">
            <w:pPr>
              <w:pStyle w:val="TAL"/>
              <w:rPr>
                <w:lang w:val="sv-SE"/>
              </w:rPr>
            </w:pPr>
            <w:r w:rsidRPr="00EF2F0E">
              <w:rPr>
                <w:lang w:val="sv-SE"/>
              </w:rPr>
              <w:t>20MHz E-UTRA signal</w:t>
            </w:r>
          </w:p>
        </w:tc>
      </w:tr>
      <w:tr w:rsidR="003401A4" w:rsidRPr="00EF2F0E" w14:paraId="0984E2C9" w14:textId="77777777" w:rsidTr="00A16236">
        <w:trPr>
          <w:jc w:val="center"/>
        </w:trPr>
        <w:tc>
          <w:tcPr>
            <w:tcW w:w="1809" w:type="dxa"/>
            <w:vMerge w:val="restart"/>
            <w:shd w:val="clear" w:color="auto" w:fill="auto"/>
            <w:vAlign w:val="center"/>
          </w:tcPr>
          <w:p w14:paraId="0984E2C6" w14:textId="77777777" w:rsidR="007038C6" w:rsidRPr="00EF2F0E" w:rsidRDefault="007038C6" w:rsidP="007038C6">
            <w:pPr>
              <w:pStyle w:val="TAL"/>
            </w:pPr>
            <w:r w:rsidRPr="00EF2F0E">
              <w:t>NR 30 MHz</w:t>
            </w:r>
          </w:p>
        </w:tc>
        <w:tc>
          <w:tcPr>
            <w:tcW w:w="2835" w:type="dxa"/>
            <w:shd w:val="clear" w:color="auto" w:fill="auto"/>
            <w:vAlign w:val="center"/>
          </w:tcPr>
          <w:p w14:paraId="0984E2C7" w14:textId="77777777" w:rsidR="007038C6" w:rsidRPr="00EF2F0E" w:rsidRDefault="007038C6" w:rsidP="007038C6">
            <w:pPr>
              <w:pStyle w:val="TAL"/>
            </w:pPr>
            <w:r w:rsidRPr="00EF2F0E">
              <w:t>±7.43</w:t>
            </w:r>
          </w:p>
        </w:tc>
        <w:tc>
          <w:tcPr>
            <w:tcW w:w="2410" w:type="dxa"/>
            <w:shd w:val="clear" w:color="auto" w:fill="auto"/>
            <w:vAlign w:val="center"/>
          </w:tcPr>
          <w:p w14:paraId="0984E2C8" w14:textId="77777777" w:rsidR="007038C6" w:rsidRPr="00EF2F0E" w:rsidRDefault="007038C6" w:rsidP="007038C6">
            <w:pPr>
              <w:pStyle w:val="TAL"/>
            </w:pPr>
            <w:r w:rsidRPr="00EF2F0E">
              <w:t>CW</w:t>
            </w:r>
          </w:p>
        </w:tc>
      </w:tr>
      <w:tr w:rsidR="003401A4" w:rsidRPr="00EF2F0E" w14:paraId="0984E2CD" w14:textId="77777777" w:rsidTr="00A16236">
        <w:trPr>
          <w:jc w:val="center"/>
        </w:trPr>
        <w:tc>
          <w:tcPr>
            <w:tcW w:w="1809" w:type="dxa"/>
            <w:vMerge/>
            <w:shd w:val="clear" w:color="auto" w:fill="auto"/>
            <w:vAlign w:val="center"/>
          </w:tcPr>
          <w:p w14:paraId="0984E2CA" w14:textId="77777777" w:rsidR="007038C6" w:rsidRPr="00EF2F0E" w:rsidRDefault="007038C6" w:rsidP="007038C6">
            <w:pPr>
              <w:pStyle w:val="TAL"/>
            </w:pPr>
          </w:p>
        </w:tc>
        <w:tc>
          <w:tcPr>
            <w:tcW w:w="2835" w:type="dxa"/>
            <w:shd w:val="clear" w:color="auto" w:fill="auto"/>
            <w:vAlign w:val="center"/>
          </w:tcPr>
          <w:p w14:paraId="0984E2CB" w14:textId="77777777" w:rsidR="007038C6" w:rsidRPr="00EF2F0E" w:rsidRDefault="007038C6" w:rsidP="007038C6">
            <w:pPr>
              <w:pStyle w:val="TAL"/>
            </w:pPr>
            <w:r w:rsidRPr="00EF2F0E">
              <w:t>±25</w:t>
            </w:r>
          </w:p>
        </w:tc>
        <w:tc>
          <w:tcPr>
            <w:tcW w:w="2410" w:type="dxa"/>
            <w:shd w:val="clear" w:color="auto" w:fill="auto"/>
            <w:vAlign w:val="center"/>
          </w:tcPr>
          <w:p w14:paraId="0984E2CC" w14:textId="77777777" w:rsidR="007038C6" w:rsidRPr="00EF2F0E" w:rsidRDefault="007038C6" w:rsidP="007038C6">
            <w:pPr>
              <w:pStyle w:val="TAL"/>
              <w:rPr>
                <w:lang w:val="sv-SE"/>
              </w:rPr>
            </w:pPr>
            <w:r w:rsidRPr="00EF2F0E">
              <w:rPr>
                <w:lang w:val="sv-SE"/>
              </w:rPr>
              <w:t>20MHz E-UTRA signal</w:t>
            </w:r>
          </w:p>
        </w:tc>
      </w:tr>
      <w:tr w:rsidR="003401A4" w:rsidRPr="00EF2F0E" w14:paraId="0984E2D1" w14:textId="77777777" w:rsidTr="00A16236">
        <w:trPr>
          <w:jc w:val="center"/>
        </w:trPr>
        <w:tc>
          <w:tcPr>
            <w:tcW w:w="1809" w:type="dxa"/>
            <w:vMerge w:val="restart"/>
            <w:shd w:val="clear" w:color="auto" w:fill="auto"/>
            <w:vAlign w:val="center"/>
          </w:tcPr>
          <w:p w14:paraId="0984E2CE" w14:textId="77777777" w:rsidR="007038C6" w:rsidRPr="00EF2F0E" w:rsidRDefault="007038C6" w:rsidP="007038C6">
            <w:pPr>
              <w:pStyle w:val="TAL"/>
            </w:pPr>
            <w:r w:rsidRPr="00EF2F0E">
              <w:t>NR 40 MHz</w:t>
            </w:r>
          </w:p>
        </w:tc>
        <w:tc>
          <w:tcPr>
            <w:tcW w:w="2835" w:type="dxa"/>
            <w:shd w:val="clear" w:color="auto" w:fill="auto"/>
            <w:vAlign w:val="center"/>
          </w:tcPr>
          <w:p w14:paraId="0984E2CF" w14:textId="77777777" w:rsidR="007038C6" w:rsidRPr="00EF2F0E" w:rsidRDefault="007038C6" w:rsidP="007038C6">
            <w:pPr>
              <w:pStyle w:val="TAL"/>
            </w:pPr>
            <w:r w:rsidRPr="00EF2F0E">
              <w:t>±7.45</w:t>
            </w:r>
          </w:p>
        </w:tc>
        <w:tc>
          <w:tcPr>
            <w:tcW w:w="2410" w:type="dxa"/>
            <w:shd w:val="clear" w:color="auto" w:fill="auto"/>
            <w:vAlign w:val="center"/>
          </w:tcPr>
          <w:p w14:paraId="0984E2D0" w14:textId="77777777" w:rsidR="007038C6" w:rsidRPr="00EF2F0E" w:rsidRDefault="007038C6" w:rsidP="007038C6">
            <w:pPr>
              <w:pStyle w:val="TAL"/>
            </w:pPr>
            <w:r w:rsidRPr="00EF2F0E">
              <w:t>CW</w:t>
            </w:r>
          </w:p>
        </w:tc>
      </w:tr>
      <w:tr w:rsidR="003401A4" w:rsidRPr="00EF2F0E" w14:paraId="0984E2D5" w14:textId="77777777" w:rsidTr="00A16236">
        <w:trPr>
          <w:jc w:val="center"/>
        </w:trPr>
        <w:tc>
          <w:tcPr>
            <w:tcW w:w="1809" w:type="dxa"/>
            <w:vMerge/>
            <w:shd w:val="clear" w:color="auto" w:fill="auto"/>
            <w:vAlign w:val="center"/>
          </w:tcPr>
          <w:p w14:paraId="0984E2D2" w14:textId="77777777" w:rsidR="007038C6" w:rsidRPr="00EF2F0E" w:rsidRDefault="007038C6" w:rsidP="007038C6">
            <w:pPr>
              <w:pStyle w:val="TAL"/>
            </w:pPr>
          </w:p>
        </w:tc>
        <w:tc>
          <w:tcPr>
            <w:tcW w:w="2835" w:type="dxa"/>
            <w:shd w:val="clear" w:color="auto" w:fill="auto"/>
            <w:vAlign w:val="center"/>
          </w:tcPr>
          <w:p w14:paraId="0984E2D3" w14:textId="77777777" w:rsidR="007038C6" w:rsidRPr="00EF2F0E" w:rsidRDefault="007038C6" w:rsidP="007038C6">
            <w:pPr>
              <w:pStyle w:val="TAL"/>
            </w:pPr>
            <w:r w:rsidRPr="00EF2F0E">
              <w:t>±25</w:t>
            </w:r>
          </w:p>
        </w:tc>
        <w:tc>
          <w:tcPr>
            <w:tcW w:w="2410" w:type="dxa"/>
            <w:shd w:val="clear" w:color="auto" w:fill="auto"/>
            <w:vAlign w:val="center"/>
          </w:tcPr>
          <w:p w14:paraId="0984E2D4" w14:textId="77777777" w:rsidR="007038C6" w:rsidRPr="00EF2F0E" w:rsidRDefault="007038C6" w:rsidP="007038C6">
            <w:pPr>
              <w:pStyle w:val="TAL"/>
              <w:rPr>
                <w:lang w:val="sv-SE"/>
              </w:rPr>
            </w:pPr>
            <w:r w:rsidRPr="00EF2F0E">
              <w:rPr>
                <w:lang w:val="sv-SE"/>
              </w:rPr>
              <w:t>20MHz E-UTRA signal</w:t>
            </w:r>
          </w:p>
        </w:tc>
      </w:tr>
      <w:tr w:rsidR="003401A4" w:rsidRPr="00EF2F0E" w14:paraId="0984E2D9" w14:textId="77777777" w:rsidTr="00A16236">
        <w:trPr>
          <w:jc w:val="center"/>
        </w:trPr>
        <w:tc>
          <w:tcPr>
            <w:tcW w:w="1809" w:type="dxa"/>
            <w:vMerge w:val="restart"/>
            <w:shd w:val="clear" w:color="auto" w:fill="auto"/>
            <w:vAlign w:val="center"/>
          </w:tcPr>
          <w:p w14:paraId="0984E2D6" w14:textId="77777777" w:rsidR="007038C6" w:rsidRPr="00EF2F0E" w:rsidRDefault="007038C6" w:rsidP="007038C6">
            <w:pPr>
              <w:pStyle w:val="TAL"/>
            </w:pPr>
            <w:r w:rsidRPr="00EF2F0E">
              <w:t>NR 50 MHz</w:t>
            </w:r>
          </w:p>
        </w:tc>
        <w:tc>
          <w:tcPr>
            <w:tcW w:w="2835" w:type="dxa"/>
            <w:shd w:val="clear" w:color="auto" w:fill="auto"/>
            <w:vAlign w:val="center"/>
          </w:tcPr>
          <w:p w14:paraId="0984E2D7" w14:textId="77777777" w:rsidR="007038C6" w:rsidRPr="00EF2F0E" w:rsidRDefault="007038C6" w:rsidP="007038C6">
            <w:pPr>
              <w:pStyle w:val="TAL"/>
            </w:pPr>
            <w:r w:rsidRPr="00EF2F0E">
              <w:t>±7.35</w:t>
            </w:r>
          </w:p>
        </w:tc>
        <w:tc>
          <w:tcPr>
            <w:tcW w:w="2410" w:type="dxa"/>
            <w:shd w:val="clear" w:color="auto" w:fill="auto"/>
            <w:vAlign w:val="center"/>
          </w:tcPr>
          <w:p w14:paraId="0984E2D8" w14:textId="77777777" w:rsidR="007038C6" w:rsidRPr="00EF2F0E" w:rsidRDefault="007038C6" w:rsidP="007038C6">
            <w:pPr>
              <w:pStyle w:val="TAL"/>
            </w:pPr>
            <w:r w:rsidRPr="00EF2F0E">
              <w:t>CW</w:t>
            </w:r>
          </w:p>
        </w:tc>
      </w:tr>
      <w:tr w:rsidR="003401A4" w:rsidRPr="00EF2F0E" w14:paraId="0984E2DD" w14:textId="77777777" w:rsidTr="00A16236">
        <w:trPr>
          <w:jc w:val="center"/>
        </w:trPr>
        <w:tc>
          <w:tcPr>
            <w:tcW w:w="1809" w:type="dxa"/>
            <w:vMerge/>
            <w:shd w:val="clear" w:color="auto" w:fill="auto"/>
            <w:vAlign w:val="center"/>
          </w:tcPr>
          <w:p w14:paraId="0984E2DA" w14:textId="77777777" w:rsidR="007038C6" w:rsidRPr="00EF2F0E" w:rsidRDefault="007038C6" w:rsidP="007038C6">
            <w:pPr>
              <w:pStyle w:val="TAL"/>
            </w:pPr>
          </w:p>
        </w:tc>
        <w:tc>
          <w:tcPr>
            <w:tcW w:w="2835" w:type="dxa"/>
            <w:shd w:val="clear" w:color="auto" w:fill="auto"/>
            <w:vAlign w:val="center"/>
          </w:tcPr>
          <w:p w14:paraId="0984E2DB" w14:textId="77777777" w:rsidR="007038C6" w:rsidRPr="00EF2F0E" w:rsidRDefault="007038C6" w:rsidP="007038C6">
            <w:pPr>
              <w:pStyle w:val="TAL"/>
            </w:pPr>
            <w:r w:rsidRPr="00EF2F0E">
              <w:t>±25</w:t>
            </w:r>
          </w:p>
        </w:tc>
        <w:tc>
          <w:tcPr>
            <w:tcW w:w="2410" w:type="dxa"/>
            <w:shd w:val="clear" w:color="auto" w:fill="auto"/>
            <w:vAlign w:val="center"/>
          </w:tcPr>
          <w:p w14:paraId="0984E2DC" w14:textId="77777777" w:rsidR="007038C6" w:rsidRPr="00EF2F0E" w:rsidRDefault="007038C6" w:rsidP="007038C6">
            <w:pPr>
              <w:pStyle w:val="TAL"/>
              <w:rPr>
                <w:lang w:val="sv-SE"/>
              </w:rPr>
            </w:pPr>
            <w:r w:rsidRPr="00EF2F0E">
              <w:rPr>
                <w:lang w:val="sv-SE"/>
              </w:rPr>
              <w:t>20MHz E-UTRA signal</w:t>
            </w:r>
          </w:p>
        </w:tc>
      </w:tr>
      <w:tr w:rsidR="003401A4" w:rsidRPr="00EF2F0E" w14:paraId="0984E2E1" w14:textId="77777777" w:rsidTr="00A16236">
        <w:trPr>
          <w:jc w:val="center"/>
        </w:trPr>
        <w:tc>
          <w:tcPr>
            <w:tcW w:w="1809" w:type="dxa"/>
            <w:vMerge w:val="restart"/>
            <w:shd w:val="clear" w:color="auto" w:fill="auto"/>
            <w:vAlign w:val="center"/>
          </w:tcPr>
          <w:p w14:paraId="0984E2DE" w14:textId="77777777" w:rsidR="007038C6" w:rsidRPr="00EF2F0E" w:rsidRDefault="007038C6" w:rsidP="007038C6">
            <w:pPr>
              <w:pStyle w:val="TAL"/>
            </w:pPr>
            <w:r w:rsidRPr="00EF2F0E">
              <w:t>NR 60 MHz</w:t>
            </w:r>
          </w:p>
        </w:tc>
        <w:tc>
          <w:tcPr>
            <w:tcW w:w="2835" w:type="dxa"/>
            <w:shd w:val="clear" w:color="auto" w:fill="auto"/>
            <w:vAlign w:val="center"/>
          </w:tcPr>
          <w:p w14:paraId="0984E2DF" w14:textId="77777777" w:rsidR="007038C6" w:rsidRPr="00EF2F0E" w:rsidRDefault="007038C6" w:rsidP="007038C6">
            <w:pPr>
              <w:pStyle w:val="TAL"/>
            </w:pPr>
            <w:r w:rsidRPr="00EF2F0E">
              <w:t>±7.49</w:t>
            </w:r>
          </w:p>
        </w:tc>
        <w:tc>
          <w:tcPr>
            <w:tcW w:w="2410" w:type="dxa"/>
            <w:shd w:val="clear" w:color="auto" w:fill="auto"/>
            <w:vAlign w:val="center"/>
          </w:tcPr>
          <w:p w14:paraId="0984E2E0" w14:textId="77777777" w:rsidR="007038C6" w:rsidRPr="00EF2F0E" w:rsidRDefault="007038C6" w:rsidP="007038C6">
            <w:pPr>
              <w:pStyle w:val="TAL"/>
            </w:pPr>
            <w:r w:rsidRPr="00EF2F0E">
              <w:t>CW</w:t>
            </w:r>
          </w:p>
        </w:tc>
      </w:tr>
      <w:tr w:rsidR="003401A4" w:rsidRPr="00EF2F0E" w14:paraId="0984E2E5" w14:textId="77777777" w:rsidTr="00A16236">
        <w:trPr>
          <w:jc w:val="center"/>
        </w:trPr>
        <w:tc>
          <w:tcPr>
            <w:tcW w:w="1809" w:type="dxa"/>
            <w:vMerge/>
            <w:shd w:val="clear" w:color="auto" w:fill="auto"/>
            <w:vAlign w:val="center"/>
          </w:tcPr>
          <w:p w14:paraId="0984E2E2" w14:textId="77777777" w:rsidR="007038C6" w:rsidRPr="00EF2F0E" w:rsidRDefault="007038C6" w:rsidP="007038C6">
            <w:pPr>
              <w:pStyle w:val="TAL"/>
            </w:pPr>
          </w:p>
        </w:tc>
        <w:tc>
          <w:tcPr>
            <w:tcW w:w="2835" w:type="dxa"/>
            <w:shd w:val="clear" w:color="auto" w:fill="auto"/>
            <w:vAlign w:val="center"/>
          </w:tcPr>
          <w:p w14:paraId="0984E2E3" w14:textId="77777777" w:rsidR="007038C6" w:rsidRPr="00EF2F0E" w:rsidRDefault="007038C6" w:rsidP="007038C6">
            <w:pPr>
              <w:pStyle w:val="TAL"/>
            </w:pPr>
            <w:r w:rsidRPr="00EF2F0E">
              <w:t>±25</w:t>
            </w:r>
          </w:p>
        </w:tc>
        <w:tc>
          <w:tcPr>
            <w:tcW w:w="2410" w:type="dxa"/>
            <w:shd w:val="clear" w:color="auto" w:fill="auto"/>
            <w:vAlign w:val="center"/>
          </w:tcPr>
          <w:p w14:paraId="0984E2E4" w14:textId="77777777" w:rsidR="007038C6" w:rsidRPr="00EF2F0E" w:rsidRDefault="007038C6" w:rsidP="007038C6">
            <w:pPr>
              <w:pStyle w:val="TAL"/>
              <w:rPr>
                <w:lang w:val="sv-SE"/>
              </w:rPr>
            </w:pPr>
            <w:r w:rsidRPr="00EF2F0E">
              <w:rPr>
                <w:lang w:val="sv-SE"/>
              </w:rPr>
              <w:t>20MHz E-UTRA signal</w:t>
            </w:r>
          </w:p>
        </w:tc>
      </w:tr>
      <w:tr w:rsidR="003401A4" w:rsidRPr="00EF2F0E" w14:paraId="0984E2E9" w14:textId="77777777" w:rsidTr="00A16236">
        <w:trPr>
          <w:jc w:val="center"/>
        </w:trPr>
        <w:tc>
          <w:tcPr>
            <w:tcW w:w="1809" w:type="dxa"/>
            <w:vMerge w:val="restart"/>
            <w:shd w:val="clear" w:color="auto" w:fill="auto"/>
            <w:vAlign w:val="center"/>
          </w:tcPr>
          <w:p w14:paraId="0984E2E6" w14:textId="77777777" w:rsidR="007038C6" w:rsidRPr="00EF2F0E" w:rsidRDefault="007038C6" w:rsidP="007038C6">
            <w:pPr>
              <w:pStyle w:val="TAL"/>
            </w:pPr>
            <w:r w:rsidRPr="00EF2F0E">
              <w:t>NR 70 MHz</w:t>
            </w:r>
          </w:p>
        </w:tc>
        <w:tc>
          <w:tcPr>
            <w:tcW w:w="2835" w:type="dxa"/>
            <w:shd w:val="clear" w:color="auto" w:fill="auto"/>
            <w:vAlign w:val="center"/>
          </w:tcPr>
          <w:p w14:paraId="0984E2E7" w14:textId="77777777" w:rsidR="007038C6" w:rsidRPr="00EF2F0E" w:rsidRDefault="007038C6" w:rsidP="007038C6">
            <w:pPr>
              <w:pStyle w:val="TAL"/>
            </w:pPr>
            <w:r w:rsidRPr="00EF2F0E">
              <w:t>±7.42</w:t>
            </w:r>
          </w:p>
        </w:tc>
        <w:tc>
          <w:tcPr>
            <w:tcW w:w="2410" w:type="dxa"/>
            <w:shd w:val="clear" w:color="auto" w:fill="auto"/>
            <w:vAlign w:val="center"/>
          </w:tcPr>
          <w:p w14:paraId="0984E2E8" w14:textId="77777777" w:rsidR="007038C6" w:rsidRPr="00EF2F0E" w:rsidRDefault="007038C6" w:rsidP="007038C6">
            <w:pPr>
              <w:pStyle w:val="TAL"/>
            </w:pPr>
            <w:r w:rsidRPr="00EF2F0E">
              <w:t>CW</w:t>
            </w:r>
          </w:p>
        </w:tc>
      </w:tr>
      <w:tr w:rsidR="003401A4" w:rsidRPr="00EF2F0E" w14:paraId="0984E2ED" w14:textId="77777777" w:rsidTr="00A16236">
        <w:trPr>
          <w:jc w:val="center"/>
        </w:trPr>
        <w:tc>
          <w:tcPr>
            <w:tcW w:w="1809" w:type="dxa"/>
            <w:vMerge/>
            <w:shd w:val="clear" w:color="auto" w:fill="auto"/>
            <w:vAlign w:val="center"/>
          </w:tcPr>
          <w:p w14:paraId="0984E2EA" w14:textId="77777777" w:rsidR="007038C6" w:rsidRPr="00EF2F0E" w:rsidRDefault="007038C6" w:rsidP="007038C6">
            <w:pPr>
              <w:pStyle w:val="TAL"/>
            </w:pPr>
          </w:p>
        </w:tc>
        <w:tc>
          <w:tcPr>
            <w:tcW w:w="2835" w:type="dxa"/>
            <w:shd w:val="clear" w:color="auto" w:fill="auto"/>
            <w:vAlign w:val="center"/>
          </w:tcPr>
          <w:p w14:paraId="0984E2EB" w14:textId="77777777" w:rsidR="007038C6" w:rsidRPr="00EF2F0E" w:rsidRDefault="007038C6" w:rsidP="007038C6">
            <w:pPr>
              <w:pStyle w:val="TAL"/>
            </w:pPr>
            <w:r w:rsidRPr="00EF2F0E">
              <w:t>±25</w:t>
            </w:r>
          </w:p>
        </w:tc>
        <w:tc>
          <w:tcPr>
            <w:tcW w:w="2410" w:type="dxa"/>
            <w:shd w:val="clear" w:color="auto" w:fill="auto"/>
            <w:vAlign w:val="center"/>
          </w:tcPr>
          <w:p w14:paraId="0984E2EC" w14:textId="77777777" w:rsidR="007038C6" w:rsidRPr="00EF2F0E" w:rsidRDefault="007038C6" w:rsidP="007038C6">
            <w:pPr>
              <w:pStyle w:val="TAL"/>
              <w:rPr>
                <w:lang w:val="sv-SE"/>
              </w:rPr>
            </w:pPr>
            <w:r w:rsidRPr="00EF2F0E">
              <w:rPr>
                <w:lang w:val="sv-SE"/>
              </w:rPr>
              <w:t>20MHz E-UTRA signal</w:t>
            </w:r>
          </w:p>
        </w:tc>
      </w:tr>
      <w:tr w:rsidR="003401A4" w:rsidRPr="00EF2F0E" w14:paraId="0984E2F1" w14:textId="77777777" w:rsidTr="00A16236">
        <w:trPr>
          <w:jc w:val="center"/>
        </w:trPr>
        <w:tc>
          <w:tcPr>
            <w:tcW w:w="1809" w:type="dxa"/>
            <w:vMerge w:val="restart"/>
            <w:shd w:val="clear" w:color="auto" w:fill="auto"/>
            <w:vAlign w:val="center"/>
          </w:tcPr>
          <w:p w14:paraId="0984E2EE" w14:textId="77777777" w:rsidR="007038C6" w:rsidRPr="00EF2F0E" w:rsidRDefault="007038C6" w:rsidP="007038C6">
            <w:pPr>
              <w:pStyle w:val="TAL"/>
            </w:pPr>
            <w:r w:rsidRPr="00EF2F0E">
              <w:t>NR 80 MHz</w:t>
            </w:r>
          </w:p>
        </w:tc>
        <w:tc>
          <w:tcPr>
            <w:tcW w:w="2835" w:type="dxa"/>
            <w:shd w:val="clear" w:color="auto" w:fill="auto"/>
            <w:vAlign w:val="center"/>
          </w:tcPr>
          <w:p w14:paraId="0984E2EF" w14:textId="77777777" w:rsidR="007038C6" w:rsidRPr="00EF2F0E" w:rsidRDefault="007038C6" w:rsidP="007038C6">
            <w:pPr>
              <w:pStyle w:val="TAL"/>
            </w:pPr>
            <w:r w:rsidRPr="00EF2F0E">
              <w:t>±7.44</w:t>
            </w:r>
          </w:p>
        </w:tc>
        <w:tc>
          <w:tcPr>
            <w:tcW w:w="2410" w:type="dxa"/>
            <w:shd w:val="clear" w:color="auto" w:fill="auto"/>
            <w:vAlign w:val="center"/>
          </w:tcPr>
          <w:p w14:paraId="0984E2F0" w14:textId="77777777" w:rsidR="007038C6" w:rsidRPr="00EF2F0E" w:rsidRDefault="007038C6" w:rsidP="007038C6">
            <w:pPr>
              <w:pStyle w:val="TAL"/>
            </w:pPr>
            <w:r w:rsidRPr="00EF2F0E">
              <w:t>CW</w:t>
            </w:r>
          </w:p>
        </w:tc>
      </w:tr>
      <w:tr w:rsidR="003401A4" w:rsidRPr="00EF2F0E" w14:paraId="0984E2F5" w14:textId="77777777" w:rsidTr="00A16236">
        <w:trPr>
          <w:jc w:val="center"/>
        </w:trPr>
        <w:tc>
          <w:tcPr>
            <w:tcW w:w="1809" w:type="dxa"/>
            <w:vMerge/>
            <w:shd w:val="clear" w:color="auto" w:fill="auto"/>
            <w:vAlign w:val="center"/>
          </w:tcPr>
          <w:p w14:paraId="0984E2F2" w14:textId="77777777" w:rsidR="007038C6" w:rsidRPr="00EF2F0E" w:rsidRDefault="007038C6" w:rsidP="007038C6">
            <w:pPr>
              <w:pStyle w:val="TAL"/>
            </w:pPr>
          </w:p>
        </w:tc>
        <w:tc>
          <w:tcPr>
            <w:tcW w:w="2835" w:type="dxa"/>
            <w:shd w:val="clear" w:color="auto" w:fill="auto"/>
            <w:vAlign w:val="center"/>
          </w:tcPr>
          <w:p w14:paraId="0984E2F3" w14:textId="77777777" w:rsidR="007038C6" w:rsidRPr="00EF2F0E" w:rsidRDefault="007038C6" w:rsidP="007038C6">
            <w:pPr>
              <w:pStyle w:val="TAL"/>
            </w:pPr>
            <w:r w:rsidRPr="00EF2F0E">
              <w:t>±25</w:t>
            </w:r>
          </w:p>
        </w:tc>
        <w:tc>
          <w:tcPr>
            <w:tcW w:w="2410" w:type="dxa"/>
            <w:shd w:val="clear" w:color="auto" w:fill="auto"/>
            <w:vAlign w:val="center"/>
          </w:tcPr>
          <w:p w14:paraId="0984E2F4" w14:textId="77777777" w:rsidR="007038C6" w:rsidRPr="00EF2F0E" w:rsidRDefault="007038C6" w:rsidP="007038C6">
            <w:pPr>
              <w:pStyle w:val="TAL"/>
              <w:rPr>
                <w:lang w:val="sv-SE"/>
              </w:rPr>
            </w:pPr>
            <w:r w:rsidRPr="00EF2F0E">
              <w:rPr>
                <w:lang w:val="sv-SE"/>
              </w:rPr>
              <w:t>20MHz E-UTRA signal</w:t>
            </w:r>
          </w:p>
        </w:tc>
      </w:tr>
      <w:tr w:rsidR="003401A4" w:rsidRPr="00EF2F0E" w14:paraId="0984E2F9" w14:textId="77777777" w:rsidTr="00A16236">
        <w:trPr>
          <w:jc w:val="center"/>
        </w:trPr>
        <w:tc>
          <w:tcPr>
            <w:tcW w:w="1809" w:type="dxa"/>
            <w:vMerge w:val="restart"/>
            <w:shd w:val="clear" w:color="auto" w:fill="auto"/>
            <w:vAlign w:val="center"/>
          </w:tcPr>
          <w:p w14:paraId="0984E2F6" w14:textId="77777777" w:rsidR="007038C6" w:rsidRPr="00EF2F0E" w:rsidRDefault="007038C6" w:rsidP="007038C6">
            <w:pPr>
              <w:pStyle w:val="TAL"/>
            </w:pPr>
            <w:r w:rsidRPr="00EF2F0E">
              <w:t>NR 90 MHz</w:t>
            </w:r>
          </w:p>
        </w:tc>
        <w:tc>
          <w:tcPr>
            <w:tcW w:w="2835" w:type="dxa"/>
            <w:shd w:val="clear" w:color="auto" w:fill="auto"/>
            <w:vAlign w:val="center"/>
          </w:tcPr>
          <w:p w14:paraId="0984E2F7" w14:textId="77777777" w:rsidR="007038C6" w:rsidRPr="00EF2F0E" w:rsidRDefault="00B34016" w:rsidP="007038C6">
            <w:pPr>
              <w:pStyle w:val="TAL"/>
            </w:pPr>
            <w:r w:rsidRPr="00EF2F0E">
              <w:rPr>
                <w:rFonts w:cs="Arial"/>
              </w:rPr>
              <w:t>±7.46</w:t>
            </w:r>
          </w:p>
        </w:tc>
        <w:tc>
          <w:tcPr>
            <w:tcW w:w="2410" w:type="dxa"/>
            <w:shd w:val="clear" w:color="auto" w:fill="auto"/>
            <w:vAlign w:val="center"/>
          </w:tcPr>
          <w:p w14:paraId="0984E2F8" w14:textId="77777777" w:rsidR="007038C6" w:rsidRPr="00EF2F0E" w:rsidRDefault="007038C6" w:rsidP="007038C6">
            <w:pPr>
              <w:pStyle w:val="TAL"/>
            </w:pPr>
            <w:r w:rsidRPr="00EF2F0E">
              <w:t>CW</w:t>
            </w:r>
          </w:p>
        </w:tc>
      </w:tr>
      <w:tr w:rsidR="003401A4" w:rsidRPr="00EF2F0E" w14:paraId="0984E2FD" w14:textId="77777777" w:rsidTr="00A16236">
        <w:trPr>
          <w:jc w:val="center"/>
        </w:trPr>
        <w:tc>
          <w:tcPr>
            <w:tcW w:w="1809" w:type="dxa"/>
            <w:vMerge/>
            <w:shd w:val="clear" w:color="auto" w:fill="auto"/>
            <w:vAlign w:val="center"/>
          </w:tcPr>
          <w:p w14:paraId="0984E2FA" w14:textId="77777777" w:rsidR="007038C6" w:rsidRPr="00EF2F0E" w:rsidRDefault="007038C6" w:rsidP="007038C6">
            <w:pPr>
              <w:pStyle w:val="TAL"/>
            </w:pPr>
          </w:p>
        </w:tc>
        <w:tc>
          <w:tcPr>
            <w:tcW w:w="2835" w:type="dxa"/>
            <w:shd w:val="clear" w:color="auto" w:fill="auto"/>
            <w:vAlign w:val="center"/>
          </w:tcPr>
          <w:p w14:paraId="0984E2FB" w14:textId="77777777" w:rsidR="007038C6" w:rsidRPr="00EF2F0E" w:rsidRDefault="00B34016" w:rsidP="007038C6">
            <w:pPr>
              <w:pStyle w:val="TAL"/>
            </w:pPr>
            <w:r w:rsidRPr="00EF2F0E">
              <w:rPr>
                <w:rFonts w:cs="Arial"/>
              </w:rPr>
              <w:t>±25</w:t>
            </w:r>
          </w:p>
        </w:tc>
        <w:tc>
          <w:tcPr>
            <w:tcW w:w="2410" w:type="dxa"/>
            <w:shd w:val="clear" w:color="auto" w:fill="auto"/>
            <w:vAlign w:val="center"/>
          </w:tcPr>
          <w:p w14:paraId="0984E2FC" w14:textId="77777777" w:rsidR="007038C6" w:rsidRPr="00EF2F0E" w:rsidRDefault="007038C6" w:rsidP="007038C6">
            <w:pPr>
              <w:pStyle w:val="TAL"/>
              <w:rPr>
                <w:lang w:val="sv-SE"/>
              </w:rPr>
            </w:pPr>
            <w:r w:rsidRPr="00EF2F0E">
              <w:rPr>
                <w:lang w:val="sv-SE"/>
              </w:rPr>
              <w:t>20MHz E-UTRA signal</w:t>
            </w:r>
          </w:p>
        </w:tc>
      </w:tr>
      <w:tr w:rsidR="003401A4" w:rsidRPr="00EF2F0E" w14:paraId="0984E301" w14:textId="77777777" w:rsidTr="00A16236">
        <w:trPr>
          <w:jc w:val="center"/>
        </w:trPr>
        <w:tc>
          <w:tcPr>
            <w:tcW w:w="1809" w:type="dxa"/>
            <w:vMerge w:val="restart"/>
            <w:shd w:val="clear" w:color="auto" w:fill="auto"/>
            <w:vAlign w:val="center"/>
          </w:tcPr>
          <w:p w14:paraId="0984E2FE" w14:textId="77777777" w:rsidR="007038C6" w:rsidRPr="00EF2F0E" w:rsidRDefault="007038C6" w:rsidP="007038C6">
            <w:pPr>
              <w:pStyle w:val="TAL"/>
            </w:pPr>
            <w:r w:rsidRPr="00EF2F0E">
              <w:t>NR 100 MHz</w:t>
            </w:r>
          </w:p>
        </w:tc>
        <w:tc>
          <w:tcPr>
            <w:tcW w:w="2835" w:type="dxa"/>
            <w:shd w:val="clear" w:color="auto" w:fill="auto"/>
            <w:vAlign w:val="center"/>
          </w:tcPr>
          <w:p w14:paraId="0984E2FF" w14:textId="77777777" w:rsidR="007038C6" w:rsidRPr="00EF2F0E" w:rsidRDefault="00B34016" w:rsidP="007038C6">
            <w:pPr>
              <w:pStyle w:val="TAL"/>
            </w:pPr>
            <w:r w:rsidRPr="00EF2F0E">
              <w:rPr>
                <w:rFonts w:cs="Arial"/>
              </w:rPr>
              <w:t>±7.48</w:t>
            </w:r>
          </w:p>
        </w:tc>
        <w:tc>
          <w:tcPr>
            <w:tcW w:w="2410" w:type="dxa"/>
            <w:shd w:val="clear" w:color="auto" w:fill="auto"/>
            <w:vAlign w:val="center"/>
          </w:tcPr>
          <w:p w14:paraId="0984E300" w14:textId="77777777" w:rsidR="007038C6" w:rsidRPr="00EF2F0E" w:rsidRDefault="007038C6" w:rsidP="007038C6">
            <w:pPr>
              <w:pStyle w:val="TAL"/>
            </w:pPr>
            <w:r w:rsidRPr="00EF2F0E">
              <w:t>CW</w:t>
            </w:r>
          </w:p>
        </w:tc>
      </w:tr>
      <w:tr w:rsidR="007038C6" w:rsidRPr="00EF2F0E" w14:paraId="0984E305" w14:textId="77777777" w:rsidTr="00A16236">
        <w:trPr>
          <w:jc w:val="center"/>
        </w:trPr>
        <w:tc>
          <w:tcPr>
            <w:tcW w:w="1809" w:type="dxa"/>
            <w:vMerge/>
            <w:shd w:val="clear" w:color="auto" w:fill="auto"/>
            <w:vAlign w:val="center"/>
          </w:tcPr>
          <w:p w14:paraId="0984E302" w14:textId="77777777" w:rsidR="007038C6" w:rsidRPr="00EF2F0E" w:rsidRDefault="007038C6" w:rsidP="00AB06FD">
            <w:pPr>
              <w:pStyle w:val="TAC"/>
              <w:rPr>
                <w:rFonts w:cs="Arial"/>
              </w:rPr>
            </w:pPr>
          </w:p>
        </w:tc>
        <w:tc>
          <w:tcPr>
            <w:tcW w:w="2835" w:type="dxa"/>
            <w:shd w:val="clear" w:color="auto" w:fill="auto"/>
            <w:vAlign w:val="center"/>
          </w:tcPr>
          <w:p w14:paraId="0984E303" w14:textId="77777777" w:rsidR="007038C6" w:rsidRPr="00EF2F0E" w:rsidRDefault="007038C6" w:rsidP="007038C6">
            <w:pPr>
              <w:pStyle w:val="TAL"/>
            </w:pPr>
            <w:r w:rsidRPr="00EF2F0E">
              <w:t>±25</w:t>
            </w:r>
          </w:p>
        </w:tc>
        <w:tc>
          <w:tcPr>
            <w:tcW w:w="2410" w:type="dxa"/>
            <w:shd w:val="clear" w:color="auto" w:fill="auto"/>
            <w:vAlign w:val="center"/>
          </w:tcPr>
          <w:p w14:paraId="0984E304" w14:textId="77777777" w:rsidR="007038C6" w:rsidRPr="00EF2F0E" w:rsidRDefault="007038C6" w:rsidP="007038C6">
            <w:pPr>
              <w:pStyle w:val="TAL"/>
              <w:rPr>
                <w:lang w:val="sv-SE"/>
              </w:rPr>
            </w:pPr>
            <w:r w:rsidRPr="00EF2F0E">
              <w:rPr>
                <w:lang w:val="sv-SE"/>
              </w:rPr>
              <w:t>20MHz E-UTRA signal</w:t>
            </w:r>
          </w:p>
        </w:tc>
      </w:tr>
    </w:tbl>
    <w:p w14:paraId="0984E306" w14:textId="77777777" w:rsidR="00B15E99" w:rsidRPr="00EF2F0E" w:rsidRDefault="00B15E99" w:rsidP="00A40339">
      <w:pPr>
        <w:rPr>
          <w:lang w:val="sv-SE"/>
        </w:rPr>
      </w:pPr>
    </w:p>
    <w:p w14:paraId="0984E307" w14:textId="77777777" w:rsidR="00E27248" w:rsidRPr="00EF2F0E" w:rsidRDefault="00B15E99" w:rsidP="00E27248">
      <w:pPr>
        <w:pStyle w:val="Heading4"/>
        <w:rPr>
          <w:lang w:eastAsia="ko-KR"/>
        </w:rPr>
      </w:pPr>
      <w:bookmarkStart w:id="2605" w:name="_Toc21095955"/>
      <w:bookmarkStart w:id="2606" w:name="_Toc29763154"/>
      <w:bookmarkStart w:id="2607" w:name="_Toc45869439"/>
      <w:bookmarkStart w:id="2608" w:name="_Toc52554687"/>
      <w:bookmarkStart w:id="2609" w:name="_Toc52555157"/>
      <w:bookmarkStart w:id="2610" w:name="_Toc61112382"/>
      <w:bookmarkStart w:id="2611" w:name="_Toc67911534"/>
      <w:bookmarkStart w:id="2612" w:name="_Toc74843009"/>
      <w:bookmarkStart w:id="2613" w:name="_Toc76503392"/>
      <w:bookmarkStart w:id="2614" w:name="_Toc83040835"/>
      <w:bookmarkStart w:id="2615" w:name="_Toc89851878"/>
      <w:bookmarkStart w:id="2616" w:name="_Toc98676232"/>
      <w:r w:rsidRPr="00EF2F0E">
        <w:t>7.7.2.2</w:t>
      </w:r>
      <w:r w:rsidRPr="00EF2F0E">
        <w:tab/>
        <w:t>General narrowband intermodulation minimum requirement</w:t>
      </w:r>
      <w:bookmarkEnd w:id="2605"/>
      <w:bookmarkEnd w:id="2606"/>
      <w:bookmarkEnd w:id="2607"/>
      <w:bookmarkEnd w:id="2608"/>
      <w:bookmarkEnd w:id="2609"/>
      <w:bookmarkEnd w:id="2610"/>
      <w:bookmarkEnd w:id="2611"/>
      <w:bookmarkEnd w:id="2612"/>
      <w:bookmarkEnd w:id="2613"/>
      <w:bookmarkEnd w:id="2614"/>
      <w:bookmarkEnd w:id="2615"/>
      <w:bookmarkEnd w:id="2616"/>
    </w:p>
    <w:p w14:paraId="0984E308" w14:textId="77777777" w:rsidR="00B15E99" w:rsidRPr="00EF2F0E" w:rsidRDefault="00B15E99" w:rsidP="00A40339">
      <w:r w:rsidRPr="00EF2F0E">
        <w:t>Interfering signals shall be a CW signal and an E-UTRA 1RB signal as specified in 3GPP TS 37.104 [9], annex A.</w:t>
      </w:r>
    </w:p>
    <w:p w14:paraId="0984E309" w14:textId="77777777" w:rsidR="00B15E99" w:rsidRPr="00EF2F0E" w:rsidRDefault="00B15E99" w:rsidP="00A40339">
      <w:r w:rsidRPr="00EF2F0E">
        <w:t xml:space="preserve">The requirement is applicable outside the </w:t>
      </w:r>
      <w:r w:rsidRPr="00EF2F0E">
        <w:rPr>
          <w:i/>
        </w:rPr>
        <w:t>Base Station RF Bandwidth</w:t>
      </w:r>
      <w:r w:rsidRPr="00EF2F0E">
        <w:t xml:space="preserve"> or </w:t>
      </w:r>
      <w:r w:rsidRPr="00EF2F0E">
        <w:rPr>
          <w:i/>
        </w:rPr>
        <w:t>Radio Bandwidth</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or</w:t>
      </w:r>
      <w:r w:rsidRPr="00EF2F0E">
        <w:rPr>
          <w:i/>
        </w:rPr>
        <w:t xml:space="preserve"> Radio Bandwidth</w:t>
      </w:r>
      <w:r w:rsidRPr="00EF2F0E">
        <w:t xml:space="preserve"> edges. </w:t>
      </w:r>
    </w:p>
    <w:p w14:paraId="0984E30A" w14:textId="77777777" w:rsidR="00B15E99" w:rsidRPr="00EF2F0E" w:rsidRDefault="00B15E99" w:rsidP="00A40339">
      <w:r w:rsidRPr="00EF2F0E">
        <w:t xml:space="preserve">For </w:t>
      </w:r>
      <w:r w:rsidRPr="00EF2F0E">
        <w:rPr>
          <w:i/>
        </w:rPr>
        <w:t>TAB connector</w:t>
      </w:r>
      <w:r w:rsidRPr="00EF2F0E">
        <w:t xml:space="preserve"> supporting operation in</w:t>
      </w:r>
      <w:r w:rsidRPr="00EF2F0E">
        <w:rPr>
          <w:i/>
        </w:rPr>
        <w:t xml:space="preserve"> non-contiguous spectrum</w:t>
      </w:r>
      <w:r w:rsidRPr="00EF2F0E">
        <w:t xml:space="preserve"> within each supported operating band, the requirement applies in addition inside any </w:t>
      </w:r>
      <w:r w:rsidRPr="00EF2F0E">
        <w:rPr>
          <w:i/>
        </w:rPr>
        <w:t>sub-block gap</w:t>
      </w:r>
      <w:r w:rsidRPr="00EF2F0E">
        <w:t xml:space="preserve"> in case the </w:t>
      </w:r>
      <w:r w:rsidRPr="00EF2F0E">
        <w:rPr>
          <w:i/>
        </w:rPr>
        <w:t>sub-block gap</w:t>
      </w:r>
      <w:r w:rsidRPr="00EF2F0E">
        <w:t xml:space="preserve"> is at least as wide as the </w:t>
      </w:r>
      <w:r w:rsidRPr="00EF2F0E">
        <w:rPr>
          <w:i/>
          <w:lang w:eastAsia="zh-CN"/>
        </w:rPr>
        <w:t>channel bandwidth</w:t>
      </w:r>
      <w:r w:rsidRPr="00EF2F0E">
        <w:rPr>
          <w:lang w:eastAsia="zh-CN"/>
        </w:rPr>
        <w:t xml:space="preserve"> of the </w:t>
      </w:r>
      <w:r w:rsidRPr="00EF2F0E">
        <w:t xml:space="preserve">E-UTRA interfering signal in table 7.7.2.2-2. The interfering signal offset is defined relative to the </w:t>
      </w:r>
      <w:r w:rsidRPr="00EF2F0E">
        <w:rPr>
          <w:i/>
        </w:rPr>
        <w:t>sub-block</w:t>
      </w:r>
      <w:r w:rsidRPr="00EF2F0E">
        <w:t xml:space="preserve"> edges inside the gap.</w:t>
      </w:r>
    </w:p>
    <w:p w14:paraId="0984E30B" w14:textId="77777777" w:rsidR="00B15E99" w:rsidRPr="00EF2F0E" w:rsidRDefault="00B15E99" w:rsidP="00A40339">
      <w:r w:rsidRPr="00EF2F0E">
        <w:t xml:space="preserve">For </w:t>
      </w:r>
      <w:r w:rsidRPr="00EF2F0E">
        <w:rPr>
          <w:i/>
        </w:rPr>
        <w:t>multi-band TAB connectors</w:t>
      </w:r>
      <w:r w:rsidRPr="00EF2F0E">
        <w:t>, the requirement applies in addition inside any</w:t>
      </w:r>
      <w:r w:rsidRPr="00EF2F0E">
        <w:rPr>
          <w:i/>
        </w:rPr>
        <w:t xml:space="preserve"> Inter RF Bandwidth gap</w:t>
      </w:r>
      <w:r w:rsidRPr="00EF2F0E">
        <w:t xml:space="preserve"> at those connectors in case the gap size is at least as wide as the E-UTRA interfering signal in table 7.7.2.2-2. The interfering signal offset is defined relative to the </w:t>
      </w:r>
      <w:r w:rsidRPr="00EF2F0E">
        <w:rPr>
          <w:i/>
        </w:rPr>
        <w:t>Base Station RF Bandwidth</w:t>
      </w:r>
      <w:r w:rsidRPr="00EF2F0E">
        <w:t xml:space="preserve"> </w:t>
      </w:r>
      <w:r w:rsidRPr="00EF2F0E">
        <w:rPr>
          <w:i/>
        </w:rPr>
        <w:t>edges</w:t>
      </w:r>
      <w:r w:rsidRPr="00EF2F0E">
        <w:t xml:space="preserve"> inside the</w:t>
      </w:r>
      <w:r w:rsidRPr="00EF2F0E">
        <w:rPr>
          <w:i/>
        </w:rPr>
        <w:t xml:space="preserve"> Inter RF Bandwidth gap</w:t>
      </w:r>
      <w:r w:rsidRPr="00EF2F0E">
        <w:t>.</w:t>
      </w:r>
    </w:p>
    <w:p w14:paraId="0984E30C" w14:textId="77777777" w:rsidR="00B15E99" w:rsidRPr="00EF2F0E" w:rsidRDefault="00B15E99" w:rsidP="00A40339">
      <w:r w:rsidRPr="00EF2F0E">
        <w:t xml:space="preserve">For the wanted signal at the assigned channel frequency and two interfering signals coupled to the </w:t>
      </w:r>
      <w:r w:rsidRPr="00EF2F0E">
        <w:rPr>
          <w:i/>
        </w:rPr>
        <w:t>TAB connector</w:t>
      </w:r>
      <w:r w:rsidRPr="00EF2F0E">
        <w:t>, using the parameters in tables 7.7.2.2-1 and 7.7.2.2-2, the following requirements shall be met:</w:t>
      </w:r>
    </w:p>
    <w:p w14:paraId="0984E30D" w14:textId="77777777" w:rsidR="00B15E99" w:rsidRPr="00EF2F0E" w:rsidRDefault="00B15E99" w:rsidP="00A40339">
      <w:pPr>
        <w:pStyle w:val="B10"/>
      </w:pPr>
      <w:r w:rsidRPr="00EF2F0E">
        <w:t>-</w:t>
      </w:r>
      <w:r w:rsidRPr="00EF2F0E">
        <w:tab/>
        <w:t xml:space="preserve">For any E-UTRA carrier, the throughput shall be ≥ 95 % of the </w:t>
      </w:r>
      <w:r w:rsidRPr="00EF2F0E">
        <w:rPr>
          <w:i/>
        </w:rPr>
        <w:t>maximum throughput</w:t>
      </w:r>
      <w:r w:rsidRPr="00EF2F0E">
        <w:t xml:space="preserve"> of the reference measurement channel defined in 3GPP TS 36.104 [8], subclause 7.2.1.</w:t>
      </w:r>
    </w:p>
    <w:p w14:paraId="0984E30E" w14:textId="77777777" w:rsidR="00B15E99" w:rsidRPr="00EF2F0E" w:rsidRDefault="00B15E99" w:rsidP="00A40339">
      <w:pPr>
        <w:pStyle w:val="B10"/>
      </w:pPr>
      <w:r w:rsidRPr="00EF2F0E">
        <w:t>-</w:t>
      </w:r>
      <w:r w:rsidRPr="00EF2F0E">
        <w:tab/>
        <w:t>For any UTRA FDD carrier, the BER shall not exceed 0,001 for the reference measurement channel defined in 3GPP TS 25.104 [6], subclause 7.2.1.</w:t>
      </w:r>
    </w:p>
    <w:p w14:paraId="0984E30F" w14:textId="77777777" w:rsidR="00B15E99" w:rsidRPr="00EF2F0E" w:rsidRDefault="00B15E99" w:rsidP="00AB06FD">
      <w:pPr>
        <w:pStyle w:val="B10"/>
      </w:pPr>
      <w:r w:rsidRPr="00EF2F0E">
        <w:t>-</w:t>
      </w:r>
      <w:r w:rsidRPr="00EF2F0E">
        <w:tab/>
        <w:t>For any UTRA TDD carrier, the BER shall not exceed 0,001 for the reference measurement channel defined in 3GPP TS 25.105 [7], subclause 7.2.1.2.</w:t>
      </w:r>
    </w:p>
    <w:p w14:paraId="0984E310" w14:textId="77777777" w:rsidR="00B15E99" w:rsidRPr="00EF2F0E" w:rsidRDefault="00B15E99" w:rsidP="00AB06FD">
      <w:pPr>
        <w:pStyle w:val="B10"/>
      </w:pPr>
      <w:r w:rsidRPr="00EF2F0E">
        <w:t>-</w:t>
      </w:r>
      <w:r w:rsidRPr="00EF2F0E">
        <w:tab/>
        <w:t xml:space="preserve">For any NR carrier, the throughput shall be ≥ 95% of the maximum throughput of the reference measurement channel defined for </w:t>
      </w:r>
      <w:r w:rsidRPr="00EF2F0E">
        <w:rPr>
          <w:i/>
        </w:rPr>
        <w:t>BS type 1-H</w:t>
      </w:r>
      <w:r w:rsidRPr="00EF2F0E">
        <w:t xml:space="preserve"> in TS 38.104 [28], subclause 7.2.2</w:t>
      </w:r>
    </w:p>
    <w:p w14:paraId="0984E311" w14:textId="77777777" w:rsidR="00B15E99" w:rsidRPr="00EF2F0E" w:rsidRDefault="00B15E99" w:rsidP="00A40339">
      <w:pPr>
        <w:pStyle w:val="TH"/>
      </w:pPr>
      <w:r w:rsidRPr="00EF2F0E">
        <w:t xml:space="preserve">Table 7.7.2.2-1: General </w:t>
      </w:r>
      <w:r w:rsidRPr="00EF2F0E">
        <w:rPr>
          <w:rFonts w:cs="v5.0.0"/>
        </w:rPr>
        <w:t xml:space="preserve">narrowband </w:t>
      </w:r>
      <w:r w:rsidRPr="00EF2F0E">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844"/>
        <w:gridCol w:w="2376"/>
        <w:gridCol w:w="2142"/>
        <w:gridCol w:w="2079"/>
      </w:tblGrid>
      <w:tr w:rsidR="003401A4" w:rsidRPr="00EF2F0E" w14:paraId="0984E316" w14:textId="77777777" w:rsidTr="00A40339">
        <w:trPr>
          <w:tblHeader/>
          <w:jc w:val="center"/>
        </w:trPr>
        <w:tc>
          <w:tcPr>
            <w:tcW w:w="1844" w:type="dxa"/>
            <w:shd w:val="clear" w:color="auto" w:fill="auto"/>
          </w:tcPr>
          <w:p w14:paraId="0984E312" w14:textId="77777777" w:rsidR="00B15E99" w:rsidRPr="00EF2F0E" w:rsidRDefault="00B15E99" w:rsidP="00A40339">
            <w:pPr>
              <w:pStyle w:val="TAH"/>
            </w:pPr>
            <w:r w:rsidRPr="00EF2F0E">
              <w:t>Base Station Type</w:t>
            </w:r>
          </w:p>
        </w:tc>
        <w:tc>
          <w:tcPr>
            <w:tcW w:w="2376" w:type="dxa"/>
            <w:shd w:val="clear" w:color="auto" w:fill="auto"/>
          </w:tcPr>
          <w:p w14:paraId="0984E313" w14:textId="77777777" w:rsidR="00B15E99" w:rsidRPr="00EF2F0E" w:rsidRDefault="00B15E99" w:rsidP="00A40339">
            <w:pPr>
              <w:pStyle w:val="TAH"/>
            </w:pPr>
            <w:r w:rsidRPr="00EF2F0E">
              <w:t>Mean power of interfering signals [dBm]</w:t>
            </w:r>
          </w:p>
        </w:tc>
        <w:tc>
          <w:tcPr>
            <w:tcW w:w="2142" w:type="dxa"/>
            <w:shd w:val="clear" w:color="auto" w:fill="auto"/>
          </w:tcPr>
          <w:p w14:paraId="0984E314" w14:textId="77777777" w:rsidR="00B15E99" w:rsidRPr="00EF2F0E" w:rsidRDefault="00B15E99" w:rsidP="00A40339">
            <w:pPr>
              <w:pStyle w:val="TAH"/>
            </w:pPr>
            <w:r w:rsidRPr="00EF2F0E">
              <w:t>Wanted Signal mean power [dBm]</w:t>
            </w:r>
          </w:p>
        </w:tc>
        <w:tc>
          <w:tcPr>
            <w:tcW w:w="2079" w:type="dxa"/>
            <w:shd w:val="clear" w:color="auto" w:fill="auto"/>
          </w:tcPr>
          <w:p w14:paraId="0984E315" w14:textId="77777777" w:rsidR="00B15E99" w:rsidRPr="00EF2F0E" w:rsidRDefault="005C15CF" w:rsidP="00A40339">
            <w:pPr>
              <w:pStyle w:val="TAH"/>
            </w:pPr>
            <w:r w:rsidRPr="00EF2F0E">
              <w:t>Type of interfering signals</w:t>
            </w:r>
          </w:p>
        </w:tc>
      </w:tr>
      <w:tr w:rsidR="003401A4" w:rsidRPr="00EF2F0E" w14:paraId="0984E31B" w14:textId="77777777" w:rsidTr="00A40339">
        <w:trPr>
          <w:jc w:val="center"/>
        </w:trPr>
        <w:tc>
          <w:tcPr>
            <w:tcW w:w="1844" w:type="dxa"/>
            <w:shd w:val="clear" w:color="auto" w:fill="auto"/>
          </w:tcPr>
          <w:p w14:paraId="0984E317" w14:textId="77777777" w:rsidR="00B15E99" w:rsidRPr="00EF2F0E" w:rsidRDefault="00B15E99" w:rsidP="00A40339">
            <w:pPr>
              <w:pStyle w:val="TAL"/>
              <w:rPr>
                <w:rFonts w:cs="Arial"/>
                <w:szCs w:val="18"/>
              </w:rPr>
            </w:pPr>
            <w:r w:rsidRPr="00EF2F0E">
              <w:rPr>
                <w:rFonts w:cs="Arial"/>
                <w:szCs w:val="18"/>
              </w:rPr>
              <w:t>Wide Area BS</w:t>
            </w:r>
          </w:p>
        </w:tc>
        <w:tc>
          <w:tcPr>
            <w:tcW w:w="2376" w:type="dxa"/>
            <w:shd w:val="clear" w:color="auto" w:fill="auto"/>
          </w:tcPr>
          <w:p w14:paraId="0984E318" w14:textId="77777777" w:rsidR="00B15E99" w:rsidRPr="00EF2F0E" w:rsidRDefault="00B15E99" w:rsidP="00A40339">
            <w:pPr>
              <w:pStyle w:val="TAL"/>
              <w:rPr>
                <w:rFonts w:cs="Arial"/>
                <w:szCs w:val="18"/>
              </w:rPr>
            </w:pPr>
            <w:r w:rsidRPr="00EF2F0E">
              <w:rPr>
                <w:rFonts w:cs="Arial"/>
                <w:szCs w:val="18"/>
              </w:rPr>
              <w:t>-52</w:t>
            </w:r>
          </w:p>
        </w:tc>
        <w:tc>
          <w:tcPr>
            <w:tcW w:w="2142" w:type="dxa"/>
            <w:vMerge w:val="restart"/>
            <w:shd w:val="clear" w:color="auto" w:fill="auto"/>
            <w:vAlign w:val="center"/>
          </w:tcPr>
          <w:p w14:paraId="0984E319" w14:textId="77777777" w:rsidR="00B15E99" w:rsidRPr="00EF2F0E" w:rsidRDefault="00B15E99" w:rsidP="00A40339">
            <w:pPr>
              <w:pStyle w:val="TAL"/>
              <w:rPr>
                <w:rFonts w:cs="Arial"/>
                <w:szCs w:val="18"/>
              </w:rPr>
            </w:pPr>
            <w:r w:rsidRPr="00EF2F0E">
              <w:rPr>
                <w:rFonts w:cs="Arial"/>
                <w:szCs w:val="18"/>
              </w:rPr>
              <w:t>P</w:t>
            </w:r>
            <w:r w:rsidRPr="00EF2F0E">
              <w:rPr>
                <w:rFonts w:cs="Arial"/>
                <w:szCs w:val="18"/>
                <w:vertAlign w:val="subscript"/>
              </w:rPr>
              <w:t>REFSENS</w:t>
            </w:r>
            <w:r w:rsidRPr="00EF2F0E" w:rsidDel="00E01BA4">
              <w:rPr>
                <w:rFonts w:cs="Arial"/>
                <w:szCs w:val="18"/>
              </w:rPr>
              <w:t xml:space="preserve"> </w:t>
            </w:r>
            <w:r w:rsidRPr="00EF2F0E">
              <w:rPr>
                <w:rFonts w:cs="Arial"/>
                <w:szCs w:val="18"/>
              </w:rPr>
              <w:t>+x dB (NOTE)</w:t>
            </w:r>
          </w:p>
        </w:tc>
        <w:tc>
          <w:tcPr>
            <w:tcW w:w="2079" w:type="dxa"/>
            <w:vMerge w:val="restart"/>
            <w:shd w:val="clear" w:color="auto" w:fill="auto"/>
            <w:vAlign w:val="center"/>
          </w:tcPr>
          <w:p w14:paraId="0984E31A" w14:textId="77777777" w:rsidR="00B15E99" w:rsidRPr="00EF2F0E" w:rsidRDefault="00B15E99" w:rsidP="00A40339">
            <w:pPr>
              <w:pStyle w:val="TAL"/>
              <w:rPr>
                <w:rFonts w:cs="Arial"/>
                <w:szCs w:val="18"/>
              </w:rPr>
            </w:pPr>
            <w:r w:rsidRPr="00EF2F0E">
              <w:rPr>
                <w:rFonts w:cs="Arial"/>
                <w:szCs w:val="18"/>
              </w:rPr>
              <w:t>See table 7.7.2.2-2</w:t>
            </w:r>
          </w:p>
        </w:tc>
      </w:tr>
      <w:tr w:rsidR="003401A4" w:rsidRPr="00EF2F0E" w14:paraId="0984E320" w14:textId="77777777" w:rsidTr="00A40339">
        <w:trPr>
          <w:jc w:val="center"/>
        </w:trPr>
        <w:tc>
          <w:tcPr>
            <w:tcW w:w="1844" w:type="dxa"/>
            <w:shd w:val="clear" w:color="auto" w:fill="auto"/>
          </w:tcPr>
          <w:p w14:paraId="0984E31C" w14:textId="77777777" w:rsidR="00B15E99" w:rsidRPr="00EF2F0E" w:rsidRDefault="00B15E99" w:rsidP="00A40339">
            <w:pPr>
              <w:pStyle w:val="TAL"/>
              <w:rPr>
                <w:rFonts w:cs="Arial"/>
                <w:szCs w:val="18"/>
              </w:rPr>
            </w:pPr>
            <w:r w:rsidRPr="00EF2F0E">
              <w:rPr>
                <w:rFonts w:cs="Arial"/>
                <w:szCs w:val="18"/>
              </w:rPr>
              <w:t>Medium Range BS</w:t>
            </w:r>
          </w:p>
        </w:tc>
        <w:tc>
          <w:tcPr>
            <w:tcW w:w="2376" w:type="dxa"/>
            <w:shd w:val="clear" w:color="auto" w:fill="auto"/>
          </w:tcPr>
          <w:p w14:paraId="0984E31D" w14:textId="77777777" w:rsidR="00B15E99" w:rsidRPr="00EF2F0E" w:rsidRDefault="00B15E99" w:rsidP="00A40339">
            <w:pPr>
              <w:pStyle w:val="TAL"/>
              <w:rPr>
                <w:rFonts w:cs="Arial"/>
                <w:szCs w:val="18"/>
              </w:rPr>
            </w:pPr>
            <w:r w:rsidRPr="00EF2F0E">
              <w:rPr>
                <w:rFonts w:cs="Arial"/>
                <w:szCs w:val="18"/>
              </w:rPr>
              <w:t>-47</w:t>
            </w:r>
          </w:p>
        </w:tc>
        <w:tc>
          <w:tcPr>
            <w:tcW w:w="2142" w:type="dxa"/>
            <w:vMerge/>
            <w:shd w:val="clear" w:color="auto" w:fill="auto"/>
          </w:tcPr>
          <w:p w14:paraId="0984E31E" w14:textId="77777777" w:rsidR="00B15E99" w:rsidRPr="00EF2F0E" w:rsidRDefault="00B15E99" w:rsidP="00A40339">
            <w:pPr>
              <w:pStyle w:val="TAL"/>
              <w:rPr>
                <w:rFonts w:cs="Arial"/>
                <w:szCs w:val="18"/>
              </w:rPr>
            </w:pPr>
          </w:p>
        </w:tc>
        <w:tc>
          <w:tcPr>
            <w:tcW w:w="2079" w:type="dxa"/>
            <w:vMerge/>
            <w:shd w:val="clear" w:color="auto" w:fill="auto"/>
          </w:tcPr>
          <w:p w14:paraId="0984E31F" w14:textId="77777777" w:rsidR="00B15E99" w:rsidRPr="00EF2F0E" w:rsidRDefault="00B15E99" w:rsidP="00A40339">
            <w:pPr>
              <w:pStyle w:val="TAL"/>
              <w:rPr>
                <w:rFonts w:cs="Arial"/>
                <w:szCs w:val="18"/>
              </w:rPr>
            </w:pPr>
          </w:p>
        </w:tc>
      </w:tr>
      <w:tr w:rsidR="003401A4" w:rsidRPr="00EF2F0E" w14:paraId="0984E325" w14:textId="77777777" w:rsidTr="00A40339">
        <w:trPr>
          <w:jc w:val="center"/>
        </w:trPr>
        <w:tc>
          <w:tcPr>
            <w:tcW w:w="1844" w:type="dxa"/>
            <w:shd w:val="clear" w:color="auto" w:fill="auto"/>
          </w:tcPr>
          <w:p w14:paraId="0984E321" w14:textId="77777777" w:rsidR="00B15E99" w:rsidRPr="00EF2F0E" w:rsidRDefault="00B15E99" w:rsidP="00A40339">
            <w:pPr>
              <w:pStyle w:val="TAL"/>
              <w:rPr>
                <w:rFonts w:cs="Arial"/>
                <w:szCs w:val="18"/>
              </w:rPr>
            </w:pPr>
            <w:r w:rsidRPr="00EF2F0E">
              <w:rPr>
                <w:rFonts w:cs="Arial"/>
                <w:szCs w:val="18"/>
              </w:rPr>
              <w:t>Local Area BS</w:t>
            </w:r>
          </w:p>
        </w:tc>
        <w:tc>
          <w:tcPr>
            <w:tcW w:w="2376" w:type="dxa"/>
            <w:shd w:val="clear" w:color="auto" w:fill="auto"/>
          </w:tcPr>
          <w:p w14:paraId="0984E322" w14:textId="77777777" w:rsidR="00B15E99" w:rsidRPr="00EF2F0E" w:rsidRDefault="00B15E99" w:rsidP="00A40339">
            <w:pPr>
              <w:pStyle w:val="TAL"/>
              <w:rPr>
                <w:rFonts w:cs="Arial"/>
                <w:szCs w:val="18"/>
              </w:rPr>
            </w:pPr>
            <w:r w:rsidRPr="00EF2F0E">
              <w:rPr>
                <w:rFonts w:cs="Arial"/>
                <w:szCs w:val="18"/>
              </w:rPr>
              <w:t>-44</w:t>
            </w:r>
          </w:p>
        </w:tc>
        <w:tc>
          <w:tcPr>
            <w:tcW w:w="2142" w:type="dxa"/>
            <w:vMerge/>
            <w:shd w:val="clear" w:color="auto" w:fill="auto"/>
          </w:tcPr>
          <w:p w14:paraId="0984E323" w14:textId="77777777" w:rsidR="00B15E99" w:rsidRPr="00EF2F0E" w:rsidRDefault="00B15E99" w:rsidP="00A40339">
            <w:pPr>
              <w:pStyle w:val="TAL"/>
              <w:rPr>
                <w:rFonts w:cs="Arial"/>
                <w:szCs w:val="18"/>
              </w:rPr>
            </w:pPr>
          </w:p>
        </w:tc>
        <w:tc>
          <w:tcPr>
            <w:tcW w:w="2079" w:type="dxa"/>
            <w:vMerge/>
            <w:shd w:val="clear" w:color="auto" w:fill="auto"/>
          </w:tcPr>
          <w:p w14:paraId="0984E324" w14:textId="77777777" w:rsidR="00B15E99" w:rsidRPr="00EF2F0E" w:rsidRDefault="00B15E99" w:rsidP="00A40339">
            <w:pPr>
              <w:pStyle w:val="TAL"/>
              <w:rPr>
                <w:rFonts w:cs="Arial"/>
                <w:szCs w:val="18"/>
              </w:rPr>
            </w:pPr>
          </w:p>
        </w:tc>
      </w:tr>
      <w:tr w:rsidR="00B15E99" w:rsidRPr="00EF2F0E" w14:paraId="0984E327" w14:textId="77777777" w:rsidTr="00A40339">
        <w:trPr>
          <w:jc w:val="center"/>
        </w:trPr>
        <w:tc>
          <w:tcPr>
            <w:tcW w:w="8441" w:type="dxa"/>
            <w:gridSpan w:val="4"/>
            <w:shd w:val="clear" w:color="auto" w:fill="auto"/>
          </w:tcPr>
          <w:p w14:paraId="0984E326" w14:textId="77777777" w:rsidR="00B15E99" w:rsidRPr="00EF2F0E" w:rsidRDefault="00B15E99" w:rsidP="00A40339">
            <w:pPr>
              <w:pStyle w:val="TAN"/>
            </w:pPr>
            <w:r w:rsidRPr="00EF2F0E">
              <w:t>NOTE:</w:t>
            </w:r>
            <w:r w:rsidRPr="00EF2F0E">
              <w:tab/>
              <w:t>P</w:t>
            </w:r>
            <w:r w:rsidRPr="00EF2F0E">
              <w:rPr>
                <w:vertAlign w:val="subscript"/>
              </w:rPr>
              <w:t>REFSENS</w:t>
            </w:r>
            <w:r w:rsidRPr="00EF2F0E" w:rsidDel="00E01BA4">
              <w:t xml:space="preserve"> </w:t>
            </w:r>
            <w:r w:rsidRPr="00EF2F0E">
              <w:t xml:space="preserve">depends on the RAT, the BS class and on the </w:t>
            </w:r>
            <w:r w:rsidRPr="00EF2F0E">
              <w:rPr>
                <w:i/>
              </w:rPr>
              <w:t>channel bandwidth</w:t>
            </w:r>
            <w:r w:rsidRPr="00EF2F0E">
              <w:t>, see subclause 7.2.2.</w:t>
            </w:r>
            <w:r w:rsidRPr="00EF2F0E">
              <w:rPr>
                <w:lang w:eastAsia="ja-JP"/>
              </w:rPr>
              <w:t xml:space="preserve"> "</w:t>
            </w:r>
            <w:r w:rsidRPr="00EF2F0E">
              <w:t>x</w:t>
            </w:r>
            <w:r w:rsidRPr="00EF2F0E">
              <w:rPr>
                <w:lang w:eastAsia="ja-JP"/>
              </w:rPr>
              <w:t>"</w:t>
            </w:r>
            <w:r w:rsidRPr="00EF2F0E">
              <w:t xml:space="preserve"> is equal to 6 dB in case of E-UTRA or UTRA or NR wanted signals.</w:t>
            </w:r>
          </w:p>
        </w:tc>
      </w:tr>
    </w:tbl>
    <w:p w14:paraId="0984E328" w14:textId="77777777" w:rsidR="00B15E99" w:rsidRPr="00EF2F0E" w:rsidRDefault="00B15E99" w:rsidP="00A40339"/>
    <w:p w14:paraId="0984E329" w14:textId="77777777" w:rsidR="00B15E99" w:rsidRPr="00EF2F0E" w:rsidRDefault="00B15E99" w:rsidP="00A40339">
      <w:pPr>
        <w:pStyle w:val="TH"/>
      </w:pPr>
      <w:r w:rsidRPr="00EF2F0E">
        <w:t xml:space="preserve">Table 7.7.2.2-2: Interfering signals for </w:t>
      </w:r>
      <w:r w:rsidRPr="00EF2F0E">
        <w:rPr>
          <w:rFonts w:cs="v5.0.0"/>
        </w:rPr>
        <w:t xml:space="preserve">narrowband </w:t>
      </w:r>
      <w:r w:rsidRPr="00EF2F0E">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835"/>
        <w:gridCol w:w="3010"/>
      </w:tblGrid>
      <w:tr w:rsidR="003401A4" w:rsidRPr="00EF2F0E" w14:paraId="0984E32D" w14:textId="77777777" w:rsidTr="00A16236">
        <w:trPr>
          <w:jc w:val="center"/>
        </w:trPr>
        <w:tc>
          <w:tcPr>
            <w:tcW w:w="1809" w:type="dxa"/>
            <w:shd w:val="clear" w:color="auto" w:fill="auto"/>
          </w:tcPr>
          <w:p w14:paraId="0984E32A" w14:textId="77777777" w:rsidR="00A16236" w:rsidRPr="00EF2F0E" w:rsidRDefault="00A16236" w:rsidP="00C55AB9">
            <w:pPr>
              <w:pStyle w:val="TAH"/>
            </w:pPr>
            <w:r w:rsidRPr="00EF2F0E">
              <w:t xml:space="preserve">RAT of the carrier adjacent to the upper/lower </w:t>
            </w:r>
            <w:r w:rsidRPr="00EF2F0E">
              <w:rPr>
                <w:i/>
              </w:rPr>
              <w:t>Base Station RF Bandwidth edge</w:t>
            </w:r>
            <w:r w:rsidRPr="00EF2F0E">
              <w:t xml:space="preserve"> or edge of the </w:t>
            </w:r>
            <w:r w:rsidRPr="00EF2F0E">
              <w:rPr>
                <w:rFonts w:cs="Arial"/>
                <w:bCs/>
                <w:i/>
                <w:szCs w:val="18"/>
              </w:rPr>
              <w:t>sub-block</w:t>
            </w:r>
          </w:p>
        </w:tc>
        <w:tc>
          <w:tcPr>
            <w:tcW w:w="2835" w:type="dxa"/>
            <w:shd w:val="clear" w:color="auto" w:fill="auto"/>
          </w:tcPr>
          <w:p w14:paraId="0984E32B" w14:textId="77777777" w:rsidR="00A16236" w:rsidRPr="00EF2F0E" w:rsidRDefault="00A16236" w:rsidP="00C55AB9">
            <w:pPr>
              <w:pStyle w:val="TAH"/>
            </w:pPr>
            <w:r w:rsidRPr="00EF2F0E">
              <w:t xml:space="preserve">CW or 1RB interfering signal centre frequency offset from the </w:t>
            </w:r>
            <w:r w:rsidRPr="00EF2F0E">
              <w:rPr>
                <w:i/>
              </w:rPr>
              <w:t>Base Station RF Bandwidth edge</w:t>
            </w:r>
            <w:r w:rsidRPr="00EF2F0E">
              <w:t xml:space="preserve"> or edge of </w:t>
            </w:r>
            <w:r w:rsidRPr="00EF2F0E">
              <w:rPr>
                <w:i/>
              </w:rPr>
              <w:t>sub-block</w:t>
            </w:r>
            <w:r w:rsidRPr="00EF2F0E">
              <w:t xml:space="preserve"> inside a gap [kHz]</w:t>
            </w:r>
          </w:p>
        </w:tc>
        <w:tc>
          <w:tcPr>
            <w:tcW w:w="3010" w:type="dxa"/>
            <w:shd w:val="clear" w:color="auto" w:fill="auto"/>
          </w:tcPr>
          <w:p w14:paraId="0984E32C" w14:textId="77777777" w:rsidR="00A16236" w:rsidRPr="00EF2F0E" w:rsidRDefault="00A16236" w:rsidP="00C55AB9">
            <w:pPr>
              <w:pStyle w:val="TAH"/>
            </w:pPr>
            <w:r w:rsidRPr="00EF2F0E">
              <w:t>Type of interfering signal</w:t>
            </w:r>
          </w:p>
        </w:tc>
      </w:tr>
      <w:tr w:rsidR="003401A4" w:rsidRPr="00EF2F0E" w14:paraId="0984E332" w14:textId="77777777" w:rsidTr="00A16236">
        <w:trPr>
          <w:jc w:val="center"/>
        </w:trPr>
        <w:tc>
          <w:tcPr>
            <w:tcW w:w="1809" w:type="dxa"/>
            <w:vMerge w:val="restart"/>
            <w:shd w:val="clear" w:color="auto" w:fill="auto"/>
            <w:vAlign w:val="center"/>
          </w:tcPr>
          <w:p w14:paraId="0984E32E" w14:textId="77777777" w:rsidR="007038C6" w:rsidRPr="00EF2F0E" w:rsidRDefault="007038C6" w:rsidP="007038C6">
            <w:pPr>
              <w:pStyle w:val="TAL"/>
            </w:pPr>
            <w:r w:rsidRPr="00EF2F0E">
              <w:t>E-UTRA 1.4 MHz</w:t>
            </w:r>
          </w:p>
          <w:p w14:paraId="0984E32F" w14:textId="77777777" w:rsidR="007038C6" w:rsidRPr="00EF2F0E" w:rsidRDefault="007038C6" w:rsidP="007038C6">
            <w:pPr>
              <w:pStyle w:val="TAL"/>
            </w:pPr>
          </w:p>
        </w:tc>
        <w:tc>
          <w:tcPr>
            <w:tcW w:w="2835" w:type="dxa"/>
            <w:shd w:val="clear" w:color="auto" w:fill="auto"/>
            <w:vAlign w:val="center"/>
          </w:tcPr>
          <w:p w14:paraId="0984E330" w14:textId="77777777" w:rsidR="007038C6" w:rsidRPr="00EF2F0E" w:rsidRDefault="007038C6" w:rsidP="007038C6">
            <w:pPr>
              <w:pStyle w:val="TAL"/>
            </w:pPr>
            <w:r w:rsidRPr="00EF2F0E">
              <w:t xml:space="preserve">±260 (BC1 and BC3) /  </w:t>
            </w:r>
            <w:r w:rsidRPr="00EF2F0E">
              <w:br/>
              <w:t>±270 (BC2)</w:t>
            </w:r>
          </w:p>
        </w:tc>
        <w:tc>
          <w:tcPr>
            <w:tcW w:w="3010" w:type="dxa"/>
            <w:shd w:val="clear" w:color="auto" w:fill="auto"/>
          </w:tcPr>
          <w:p w14:paraId="0984E331" w14:textId="77777777" w:rsidR="007038C6" w:rsidRPr="00EF2F0E" w:rsidRDefault="007038C6" w:rsidP="007038C6">
            <w:pPr>
              <w:pStyle w:val="TAL"/>
            </w:pPr>
            <w:r w:rsidRPr="00EF2F0E">
              <w:t>CW</w:t>
            </w:r>
          </w:p>
        </w:tc>
      </w:tr>
      <w:tr w:rsidR="003401A4" w:rsidRPr="002B246D" w14:paraId="0984E336" w14:textId="77777777" w:rsidTr="00A16236">
        <w:trPr>
          <w:jc w:val="center"/>
        </w:trPr>
        <w:tc>
          <w:tcPr>
            <w:tcW w:w="1809" w:type="dxa"/>
            <w:vMerge/>
            <w:shd w:val="clear" w:color="auto" w:fill="auto"/>
            <w:vAlign w:val="center"/>
          </w:tcPr>
          <w:p w14:paraId="0984E333" w14:textId="77777777" w:rsidR="007038C6" w:rsidRPr="00EF2F0E" w:rsidRDefault="007038C6" w:rsidP="007038C6">
            <w:pPr>
              <w:pStyle w:val="TAL"/>
            </w:pPr>
          </w:p>
        </w:tc>
        <w:tc>
          <w:tcPr>
            <w:tcW w:w="2835" w:type="dxa"/>
            <w:shd w:val="clear" w:color="auto" w:fill="auto"/>
            <w:vAlign w:val="center"/>
          </w:tcPr>
          <w:p w14:paraId="0984E334" w14:textId="77777777" w:rsidR="007038C6" w:rsidRPr="00EF2F0E" w:rsidRDefault="007038C6" w:rsidP="007038C6">
            <w:pPr>
              <w:pStyle w:val="TAL"/>
            </w:pPr>
            <w:r w:rsidRPr="00EF2F0E">
              <w:t xml:space="preserve">±970 (BC1 and BC3) / </w:t>
            </w:r>
            <w:r w:rsidRPr="00EF2F0E">
              <w:br/>
              <w:t>±790 (BC2)</w:t>
            </w:r>
          </w:p>
        </w:tc>
        <w:tc>
          <w:tcPr>
            <w:tcW w:w="3010" w:type="dxa"/>
            <w:shd w:val="clear" w:color="auto" w:fill="auto"/>
          </w:tcPr>
          <w:p w14:paraId="0984E335" w14:textId="77777777" w:rsidR="007038C6" w:rsidRPr="00EF2F0E" w:rsidRDefault="007038C6" w:rsidP="007038C6">
            <w:pPr>
              <w:pStyle w:val="TAL"/>
              <w:rPr>
                <w:lang w:val="sv-SE"/>
              </w:rPr>
            </w:pPr>
            <w:r w:rsidRPr="00EF2F0E">
              <w:rPr>
                <w:lang w:val="sv-SE"/>
              </w:rPr>
              <w:t>1,4 MHz E-UTRA signal, 1 RB (NOTE 1)</w:t>
            </w:r>
          </w:p>
        </w:tc>
      </w:tr>
      <w:tr w:rsidR="003401A4" w:rsidRPr="00EF2F0E" w14:paraId="0984E33B" w14:textId="77777777" w:rsidTr="00A16236">
        <w:trPr>
          <w:jc w:val="center"/>
        </w:trPr>
        <w:tc>
          <w:tcPr>
            <w:tcW w:w="1809" w:type="dxa"/>
            <w:vMerge w:val="restart"/>
            <w:shd w:val="clear" w:color="auto" w:fill="auto"/>
            <w:vAlign w:val="center"/>
          </w:tcPr>
          <w:p w14:paraId="0984E337" w14:textId="77777777" w:rsidR="007038C6" w:rsidRPr="00EF2F0E" w:rsidRDefault="007038C6" w:rsidP="007038C6">
            <w:pPr>
              <w:pStyle w:val="TAL"/>
            </w:pPr>
            <w:r w:rsidRPr="00EF2F0E">
              <w:t>E-UTRA 3 MHz</w:t>
            </w:r>
          </w:p>
          <w:p w14:paraId="0984E338" w14:textId="77777777" w:rsidR="007038C6" w:rsidRPr="00EF2F0E" w:rsidRDefault="007038C6" w:rsidP="007038C6">
            <w:pPr>
              <w:pStyle w:val="TAL"/>
            </w:pPr>
          </w:p>
        </w:tc>
        <w:tc>
          <w:tcPr>
            <w:tcW w:w="2835" w:type="dxa"/>
            <w:shd w:val="clear" w:color="auto" w:fill="auto"/>
            <w:vAlign w:val="center"/>
          </w:tcPr>
          <w:p w14:paraId="0984E339" w14:textId="77777777" w:rsidR="007038C6" w:rsidRPr="00EF2F0E" w:rsidRDefault="007038C6" w:rsidP="007038C6">
            <w:pPr>
              <w:pStyle w:val="TAL"/>
            </w:pPr>
            <w:r w:rsidRPr="00EF2F0E">
              <w:t xml:space="preserve">±260 (BC1 and BC3) / </w:t>
            </w:r>
            <w:r w:rsidRPr="00EF2F0E">
              <w:br/>
              <w:t>±270 (BC2)</w:t>
            </w:r>
          </w:p>
        </w:tc>
        <w:tc>
          <w:tcPr>
            <w:tcW w:w="3010" w:type="dxa"/>
            <w:shd w:val="clear" w:color="auto" w:fill="auto"/>
          </w:tcPr>
          <w:p w14:paraId="0984E33A" w14:textId="77777777" w:rsidR="007038C6" w:rsidRPr="00EF2F0E" w:rsidRDefault="007038C6" w:rsidP="007038C6">
            <w:pPr>
              <w:pStyle w:val="TAL"/>
            </w:pPr>
            <w:r w:rsidRPr="00EF2F0E">
              <w:t>CW</w:t>
            </w:r>
          </w:p>
        </w:tc>
      </w:tr>
      <w:tr w:rsidR="003401A4" w:rsidRPr="002B246D" w14:paraId="0984E33F" w14:textId="77777777" w:rsidTr="00A16236">
        <w:trPr>
          <w:jc w:val="center"/>
        </w:trPr>
        <w:tc>
          <w:tcPr>
            <w:tcW w:w="1809" w:type="dxa"/>
            <w:vMerge/>
            <w:shd w:val="clear" w:color="auto" w:fill="auto"/>
            <w:vAlign w:val="center"/>
          </w:tcPr>
          <w:p w14:paraId="0984E33C" w14:textId="77777777" w:rsidR="007038C6" w:rsidRPr="00EF2F0E" w:rsidRDefault="007038C6" w:rsidP="007038C6">
            <w:pPr>
              <w:pStyle w:val="TAL"/>
            </w:pPr>
          </w:p>
        </w:tc>
        <w:tc>
          <w:tcPr>
            <w:tcW w:w="2835" w:type="dxa"/>
            <w:shd w:val="clear" w:color="auto" w:fill="auto"/>
            <w:vAlign w:val="center"/>
          </w:tcPr>
          <w:p w14:paraId="0984E33D" w14:textId="77777777" w:rsidR="007038C6" w:rsidRPr="00EF2F0E" w:rsidRDefault="007038C6" w:rsidP="007038C6">
            <w:pPr>
              <w:pStyle w:val="TAL"/>
            </w:pPr>
            <w:r w:rsidRPr="00EF2F0E">
              <w:t xml:space="preserve">±960 (BC1 and BC3) / </w:t>
            </w:r>
            <w:r w:rsidRPr="00EF2F0E">
              <w:br/>
              <w:t>±780 (BC2)</w:t>
            </w:r>
          </w:p>
        </w:tc>
        <w:tc>
          <w:tcPr>
            <w:tcW w:w="3010" w:type="dxa"/>
            <w:shd w:val="clear" w:color="auto" w:fill="auto"/>
          </w:tcPr>
          <w:p w14:paraId="0984E33E" w14:textId="77777777" w:rsidR="007038C6" w:rsidRPr="00EF2F0E" w:rsidRDefault="007038C6" w:rsidP="007038C6">
            <w:pPr>
              <w:pStyle w:val="TAL"/>
              <w:rPr>
                <w:lang w:val="sv-SE"/>
              </w:rPr>
            </w:pPr>
            <w:r w:rsidRPr="00EF2F0E">
              <w:rPr>
                <w:lang w:val="sv-SE"/>
              </w:rPr>
              <w:t>3,0 MHz E-UTRA signal, 1 RB (NOTE 1)</w:t>
            </w:r>
          </w:p>
        </w:tc>
      </w:tr>
      <w:tr w:rsidR="003401A4" w:rsidRPr="00EF2F0E" w14:paraId="0984E343" w14:textId="77777777" w:rsidTr="00A16236">
        <w:trPr>
          <w:jc w:val="center"/>
        </w:trPr>
        <w:tc>
          <w:tcPr>
            <w:tcW w:w="1809" w:type="dxa"/>
            <w:vMerge w:val="restart"/>
            <w:shd w:val="clear" w:color="auto" w:fill="auto"/>
            <w:vAlign w:val="center"/>
          </w:tcPr>
          <w:p w14:paraId="0984E340" w14:textId="77777777" w:rsidR="007038C6" w:rsidRPr="00EF2F0E" w:rsidRDefault="007038C6" w:rsidP="007038C6">
            <w:pPr>
              <w:pStyle w:val="TAL"/>
            </w:pPr>
            <w:r w:rsidRPr="00EF2F0E">
              <w:t>E-UTRA 5 MHz</w:t>
            </w:r>
          </w:p>
        </w:tc>
        <w:tc>
          <w:tcPr>
            <w:tcW w:w="2835" w:type="dxa"/>
            <w:shd w:val="clear" w:color="auto" w:fill="auto"/>
            <w:vAlign w:val="center"/>
          </w:tcPr>
          <w:p w14:paraId="0984E341" w14:textId="77777777" w:rsidR="007038C6" w:rsidRPr="00EF2F0E" w:rsidRDefault="007038C6" w:rsidP="007038C6">
            <w:pPr>
              <w:pStyle w:val="TAL"/>
            </w:pPr>
            <w:r w:rsidRPr="00EF2F0E">
              <w:t>±360</w:t>
            </w:r>
          </w:p>
        </w:tc>
        <w:tc>
          <w:tcPr>
            <w:tcW w:w="3010" w:type="dxa"/>
            <w:shd w:val="clear" w:color="auto" w:fill="auto"/>
          </w:tcPr>
          <w:p w14:paraId="0984E342" w14:textId="77777777" w:rsidR="007038C6" w:rsidRPr="00EF2F0E" w:rsidRDefault="007038C6" w:rsidP="007038C6">
            <w:pPr>
              <w:pStyle w:val="TAL"/>
            </w:pPr>
            <w:r w:rsidRPr="00EF2F0E">
              <w:t>CW</w:t>
            </w:r>
          </w:p>
        </w:tc>
      </w:tr>
      <w:tr w:rsidR="003401A4" w:rsidRPr="002B246D" w14:paraId="0984E347" w14:textId="77777777" w:rsidTr="00A16236">
        <w:trPr>
          <w:jc w:val="center"/>
        </w:trPr>
        <w:tc>
          <w:tcPr>
            <w:tcW w:w="1809" w:type="dxa"/>
            <w:vMerge/>
            <w:shd w:val="clear" w:color="auto" w:fill="auto"/>
            <w:vAlign w:val="center"/>
          </w:tcPr>
          <w:p w14:paraId="0984E344" w14:textId="77777777" w:rsidR="007038C6" w:rsidRPr="00EF2F0E" w:rsidRDefault="007038C6" w:rsidP="007038C6">
            <w:pPr>
              <w:pStyle w:val="TAL"/>
            </w:pPr>
          </w:p>
        </w:tc>
        <w:tc>
          <w:tcPr>
            <w:tcW w:w="2835" w:type="dxa"/>
            <w:shd w:val="clear" w:color="auto" w:fill="auto"/>
            <w:vAlign w:val="center"/>
          </w:tcPr>
          <w:p w14:paraId="0984E345" w14:textId="77777777" w:rsidR="007038C6" w:rsidRPr="00EF2F0E" w:rsidRDefault="007038C6" w:rsidP="007038C6">
            <w:pPr>
              <w:pStyle w:val="TAL"/>
            </w:pPr>
            <w:r w:rsidRPr="00EF2F0E">
              <w:t>±1 060</w:t>
            </w:r>
          </w:p>
        </w:tc>
        <w:tc>
          <w:tcPr>
            <w:tcW w:w="3010" w:type="dxa"/>
            <w:shd w:val="clear" w:color="auto" w:fill="auto"/>
          </w:tcPr>
          <w:p w14:paraId="0984E346" w14:textId="77777777" w:rsidR="007038C6" w:rsidRPr="00EF2F0E" w:rsidRDefault="007038C6" w:rsidP="007038C6">
            <w:pPr>
              <w:pStyle w:val="TAL"/>
              <w:rPr>
                <w:lang w:val="sv-SE"/>
              </w:rPr>
            </w:pPr>
            <w:r w:rsidRPr="00EF2F0E">
              <w:rPr>
                <w:lang w:val="sv-SE"/>
              </w:rPr>
              <w:t>5 MHz E-UTRA signal, 1 RB (NOTE 1)</w:t>
            </w:r>
          </w:p>
        </w:tc>
      </w:tr>
      <w:tr w:rsidR="003401A4" w:rsidRPr="00EF2F0E" w14:paraId="0984E34C" w14:textId="77777777" w:rsidTr="00A16236">
        <w:trPr>
          <w:jc w:val="center"/>
        </w:trPr>
        <w:tc>
          <w:tcPr>
            <w:tcW w:w="1809" w:type="dxa"/>
            <w:vMerge w:val="restart"/>
            <w:shd w:val="clear" w:color="auto" w:fill="auto"/>
            <w:vAlign w:val="center"/>
          </w:tcPr>
          <w:p w14:paraId="0984E348" w14:textId="77777777" w:rsidR="007038C6" w:rsidRPr="00EF2F0E" w:rsidRDefault="007038C6" w:rsidP="007038C6">
            <w:pPr>
              <w:pStyle w:val="TAL"/>
            </w:pPr>
            <w:r w:rsidRPr="00EF2F0E">
              <w:t>E-UTRA 10 MHz</w:t>
            </w:r>
          </w:p>
          <w:p w14:paraId="0984E349" w14:textId="77777777" w:rsidR="007038C6" w:rsidRPr="00EF2F0E" w:rsidRDefault="007038C6" w:rsidP="007038C6">
            <w:pPr>
              <w:pStyle w:val="TAL"/>
            </w:pPr>
            <w:r w:rsidRPr="00EF2F0E">
              <w:t>(NOTE</w:t>
            </w:r>
            <w:r w:rsidRPr="00EF2F0E">
              <w:rPr>
                <w:lang w:eastAsia="ja-JP"/>
              </w:rPr>
              <w:t xml:space="preserve"> </w:t>
            </w:r>
            <w:r w:rsidRPr="00EF2F0E">
              <w:t>2)</w:t>
            </w:r>
          </w:p>
        </w:tc>
        <w:tc>
          <w:tcPr>
            <w:tcW w:w="2835" w:type="dxa"/>
            <w:shd w:val="clear" w:color="auto" w:fill="auto"/>
            <w:vAlign w:val="center"/>
          </w:tcPr>
          <w:p w14:paraId="0984E34A" w14:textId="77777777" w:rsidR="007038C6" w:rsidRPr="00EF2F0E" w:rsidRDefault="007038C6" w:rsidP="007038C6">
            <w:pPr>
              <w:pStyle w:val="TAL"/>
            </w:pPr>
            <w:r w:rsidRPr="00EF2F0E">
              <w:t>±325</w:t>
            </w:r>
          </w:p>
        </w:tc>
        <w:tc>
          <w:tcPr>
            <w:tcW w:w="3010" w:type="dxa"/>
            <w:shd w:val="clear" w:color="auto" w:fill="auto"/>
          </w:tcPr>
          <w:p w14:paraId="0984E34B" w14:textId="77777777" w:rsidR="007038C6" w:rsidRPr="00EF2F0E" w:rsidRDefault="007038C6" w:rsidP="007038C6">
            <w:pPr>
              <w:pStyle w:val="TAL"/>
            </w:pPr>
            <w:r w:rsidRPr="00EF2F0E">
              <w:t>CW</w:t>
            </w:r>
          </w:p>
        </w:tc>
      </w:tr>
      <w:tr w:rsidR="003401A4" w:rsidRPr="002B246D" w14:paraId="0984E350" w14:textId="77777777" w:rsidTr="00A16236">
        <w:trPr>
          <w:jc w:val="center"/>
        </w:trPr>
        <w:tc>
          <w:tcPr>
            <w:tcW w:w="1809" w:type="dxa"/>
            <w:vMerge/>
            <w:shd w:val="clear" w:color="auto" w:fill="auto"/>
            <w:vAlign w:val="center"/>
          </w:tcPr>
          <w:p w14:paraId="0984E34D" w14:textId="77777777" w:rsidR="007038C6" w:rsidRPr="00EF2F0E" w:rsidRDefault="007038C6" w:rsidP="007038C6">
            <w:pPr>
              <w:pStyle w:val="TAL"/>
            </w:pPr>
          </w:p>
        </w:tc>
        <w:tc>
          <w:tcPr>
            <w:tcW w:w="2835" w:type="dxa"/>
            <w:shd w:val="clear" w:color="auto" w:fill="auto"/>
            <w:vAlign w:val="center"/>
          </w:tcPr>
          <w:p w14:paraId="0984E34E" w14:textId="77777777" w:rsidR="007038C6" w:rsidRPr="00EF2F0E" w:rsidRDefault="007038C6" w:rsidP="007038C6">
            <w:pPr>
              <w:pStyle w:val="TAL"/>
            </w:pPr>
            <w:r w:rsidRPr="00EF2F0E">
              <w:t>±1 240</w:t>
            </w:r>
          </w:p>
        </w:tc>
        <w:tc>
          <w:tcPr>
            <w:tcW w:w="3010" w:type="dxa"/>
            <w:shd w:val="clear" w:color="auto" w:fill="auto"/>
          </w:tcPr>
          <w:p w14:paraId="0984E34F" w14:textId="77777777" w:rsidR="007038C6" w:rsidRPr="00EF2F0E" w:rsidRDefault="007038C6" w:rsidP="007038C6">
            <w:pPr>
              <w:pStyle w:val="TAL"/>
              <w:rPr>
                <w:lang w:val="sv-SE"/>
              </w:rPr>
            </w:pPr>
            <w:r w:rsidRPr="00EF2F0E">
              <w:rPr>
                <w:lang w:val="sv-SE"/>
              </w:rPr>
              <w:t>5 MHz E-UTRA signal, 1 RB (NOTE</w:t>
            </w:r>
            <w:r w:rsidRPr="00EF2F0E">
              <w:rPr>
                <w:lang w:val="sv-SE" w:eastAsia="ja-JP"/>
              </w:rPr>
              <w:t xml:space="preserve"> </w:t>
            </w:r>
            <w:r w:rsidRPr="00EF2F0E">
              <w:rPr>
                <w:lang w:val="sv-SE"/>
              </w:rPr>
              <w:t>1)</w:t>
            </w:r>
          </w:p>
        </w:tc>
      </w:tr>
      <w:tr w:rsidR="003401A4" w:rsidRPr="00EF2F0E" w14:paraId="0984E355" w14:textId="77777777" w:rsidTr="00A16236">
        <w:trPr>
          <w:jc w:val="center"/>
        </w:trPr>
        <w:tc>
          <w:tcPr>
            <w:tcW w:w="1809" w:type="dxa"/>
            <w:vMerge w:val="restart"/>
            <w:shd w:val="clear" w:color="auto" w:fill="auto"/>
            <w:vAlign w:val="center"/>
          </w:tcPr>
          <w:p w14:paraId="0984E351" w14:textId="77777777" w:rsidR="007038C6" w:rsidRPr="00EF2F0E" w:rsidRDefault="007038C6" w:rsidP="007038C6">
            <w:pPr>
              <w:pStyle w:val="TAL"/>
            </w:pPr>
            <w:r w:rsidRPr="00EF2F0E">
              <w:t>E-UTRA 15 MHz</w:t>
            </w:r>
          </w:p>
          <w:p w14:paraId="0984E352" w14:textId="77777777" w:rsidR="007038C6" w:rsidRPr="00EF2F0E" w:rsidRDefault="007038C6" w:rsidP="007038C6">
            <w:pPr>
              <w:pStyle w:val="TAL"/>
            </w:pPr>
            <w:r w:rsidRPr="00EF2F0E">
              <w:t>(NOTE</w:t>
            </w:r>
            <w:r w:rsidRPr="00EF2F0E">
              <w:rPr>
                <w:lang w:eastAsia="ja-JP"/>
              </w:rPr>
              <w:t xml:space="preserve"> </w:t>
            </w:r>
            <w:r w:rsidRPr="00EF2F0E">
              <w:t>2)</w:t>
            </w:r>
          </w:p>
        </w:tc>
        <w:tc>
          <w:tcPr>
            <w:tcW w:w="2835" w:type="dxa"/>
            <w:shd w:val="clear" w:color="auto" w:fill="auto"/>
            <w:vAlign w:val="center"/>
          </w:tcPr>
          <w:p w14:paraId="0984E353" w14:textId="77777777" w:rsidR="007038C6" w:rsidRPr="00EF2F0E" w:rsidRDefault="007038C6" w:rsidP="007038C6">
            <w:pPr>
              <w:pStyle w:val="TAL"/>
            </w:pPr>
            <w:r w:rsidRPr="00EF2F0E">
              <w:t>±380</w:t>
            </w:r>
          </w:p>
        </w:tc>
        <w:tc>
          <w:tcPr>
            <w:tcW w:w="3010" w:type="dxa"/>
            <w:shd w:val="clear" w:color="auto" w:fill="auto"/>
          </w:tcPr>
          <w:p w14:paraId="0984E354" w14:textId="77777777" w:rsidR="007038C6" w:rsidRPr="00EF2F0E" w:rsidRDefault="007038C6" w:rsidP="007038C6">
            <w:pPr>
              <w:pStyle w:val="TAL"/>
            </w:pPr>
            <w:r w:rsidRPr="00EF2F0E">
              <w:t>CW</w:t>
            </w:r>
          </w:p>
        </w:tc>
      </w:tr>
      <w:tr w:rsidR="003401A4" w:rsidRPr="002B246D" w14:paraId="0984E359" w14:textId="77777777" w:rsidTr="00A16236">
        <w:trPr>
          <w:jc w:val="center"/>
        </w:trPr>
        <w:tc>
          <w:tcPr>
            <w:tcW w:w="1809" w:type="dxa"/>
            <w:vMerge/>
            <w:shd w:val="clear" w:color="auto" w:fill="auto"/>
            <w:vAlign w:val="center"/>
          </w:tcPr>
          <w:p w14:paraId="0984E356" w14:textId="77777777" w:rsidR="007038C6" w:rsidRPr="00EF2F0E" w:rsidRDefault="007038C6" w:rsidP="007038C6">
            <w:pPr>
              <w:pStyle w:val="TAL"/>
            </w:pPr>
          </w:p>
        </w:tc>
        <w:tc>
          <w:tcPr>
            <w:tcW w:w="2835" w:type="dxa"/>
            <w:shd w:val="clear" w:color="auto" w:fill="auto"/>
            <w:vAlign w:val="center"/>
          </w:tcPr>
          <w:p w14:paraId="0984E357" w14:textId="77777777" w:rsidR="007038C6" w:rsidRPr="00EF2F0E" w:rsidRDefault="007038C6" w:rsidP="007038C6">
            <w:pPr>
              <w:pStyle w:val="TAL"/>
            </w:pPr>
            <w:r w:rsidRPr="00EF2F0E">
              <w:t>±1 600</w:t>
            </w:r>
          </w:p>
        </w:tc>
        <w:tc>
          <w:tcPr>
            <w:tcW w:w="3010" w:type="dxa"/>
            <w:shd w:val="clear" w:color="auto" w:fill="auto"/>
          </w:tcPr>
          <w:p w14:paraId="0984E358" w14:textId="77777777" w:rsidR="007038C6" w:rsidRPr="00EF2F0E" w:rsidRDefault="007038C6" w:rsidP="007038C6">
            <w:pPr>
              <w:pStyle w:val="TAL"/>
              <w:rPr>
                <w:lang w:val="sv-SE"/>
              </w:rPr>
            </w:pPr>
            <w:r w:rsidRPr="00EF2F0E">
              <w:rPr>
                <w:lang w:val="sv-SE"/>
              </w:rPr>
              <w:t>5MHz E-UTRA signal, 1 RB (NOTE</w:t>
            </w:r>
            <w:r w:rsidRPr="00EF2F0E">
              <w:rPr>
                <w:lang w:val="sv-SE" w:eastAsia="ja-JP"/>
              </w:rPr>
              <w:t xml:space="preserve"> </w:t>
            </w:r>
            <w:r w:rsidRPr="00EF2F0E">
              <w:rPr>
                <w:lang w:val="sv-SE"/>
              </w:rPr>
              <w:t>1)</w:t>
            </w:r>
          </w:p>
        </w:tc>
      </w:tr>
      <w:tr w:rsidR="003401A4" w:rsidRPr="00EF2F0E" w14:paraId="0984E35E" w14:textId="77777777" w:rsidTr="00A16236">
        <w:trPr>
          <w:jc w:val="center"/>
        </w:trPr>
        <w:tc>
          <w:tcPr>
            <w:tcW w:w="1809" w:type="dxa"/>
            <w:vMerge w:val="restart"/>
            <w:shd w:val="clear" w:color="auto" w:fill="auto"/>
            <w:vAlign w:val="center"/>
          </w:tcPr>
          <w:p w14:paraId="0984E35A" w14:textId="77777777" w:rsidR="007038C6" w:rsidRPr="00EF2F0E" w:rsidRDefault="007038C6" w:rsidP="007038C6">
            <w:pPr>
              <w:pStyle w:val="TAL"/>
            </w:pPr>
            <w:r w:rsidRPr="00EF2F0E">
              <w:t>E-UTRA 20 MHz</w:t>
            </w:r>
          </w:p>
          <w:p w14:paraId="0984E35B" w14:textId="77777777" w:rsidR="007038C6" w:rsidRPr="00EF2F0E" w:rsidRDefault="007038C6" w:rsidP="007038C6">
            <w:pPr>
              <w:pStyle w:val="TAL"/>
            </w:pPr>
            <w:r w:rsidRPr="00EF2F0E">
              <w:t>(NOTE</w:t>
            </w:r>
            <w:r w:rsidRPr="00EF2F0E">
              <w:rPr>
                <w:lang w:eastAsia="ja-JP"/>
              </w:rPr>
              <w:t xml:space="preserve"> </w:t>
            </w:r>
            <w:r w:rsidRPr="00EF2F0E">
              <w:t>2)</w:t>
            </w:r>
          </w:p>
        </w:tc>
        <w:tc>
          <w:tcPr>
            <w:tcW w:w="2835" w:type="dxa"/>
            <w:shd w:val="clear" w:color="auto" w:fill="auto"/>
            <w:vAlign w:val="center"/>
          </w:tcPr>
          <w:p w14:paraId="0984E35C" w14:textId="77777777" w:rsidR="007038C6" w:rsidRPr="00EF2F0E" w:rsidRDefault="007038C6" w:rsidP="007038C6">
            <w:pPr>
              <w:pStyle w:val="TAL"/>
            </w:pPr>
            <w:r w:rsidRPr="00EF2F0E">
              <w:t>±345</w:t>
            </w:r>
          </w:p>
        </w:tc>
        <w:tc>
          <w:tcPr>
            <w:tcW w:w="3010" w:type="dxa"/>
            <w:shd w:val="clear" w:color="auto" w:fill="auto"/>
          </w:tcPr>
          <w:p w14:paraId="0984E35D" w14:textId="77777777" w:rsidR="007038C6" w:rsidRPr="00EF2F0E" w:rsidRDefault="007038C6" w:rsidP="007038C6">
            <w:pPr>
              <w:pStyle w:val="TAL"/>
            </w:pPr>
            <w:r w:rsidRPr="00EF2F0E">
              <w:t>CW</w:t>
            </w:r>
          </w:p>
        </w:tc>
      </w:tr>
      <w:tr w:rsidR="003401A4" w:rsidRPr="002B246D" w14:paraId="0984E362" w14:textId="77777777" w:rsidTr="00A16236">
        <w:trPr>
          <w:jc w:val="center"/>
        </w:trPr>
        <w:tc>
          <w:tcPr>
            <w:tcW w:w="1809" w:type="dxa"/>
            <w:vMerge/>
            <w:shd w:val="clear" w:color="auto" w:fill="auto"/>
            <w:vAlign w:val="center"/>
          </w:tcPr>
          <w:p w14:paraId="0984E35F" w14:textId="77777777" w:rsidR="007038C6" w:rsidRPr="00EF2F0E" w:rsidRDefault="007038C6" w:rsidP="007038C6">
            <w:pPr>
              <w:pStyle w:val="TAL"/>
            </w:pPr>
          </w:p>
        </w:tc>
        <w:tc>
          <w:tcPr>
            <w:tcW w:w="2835" w:type="dxa"/>
            <w:shd w:val="clear" w:color="auto" w:fill="auto"/>
            <w:vAlign w:val="center"/>
          </w:tcPr>
          <w:p w14:paraId="0984E360" w14:textId="77777777" w:rsidR="007038C6" w:rsidRPr="00EF2F0E" w:rsidRDefault="007038C6" w:rsidP="007038C6">
            <w:pPr>
              <w:pStyle w:val="TAL"/>
            </w:pPr>
            <w:r w:rsidRPr="00EF2F0E">
              <w:t>±1 780</w:t>
            </w:r>
          </w:p>
        </w:tc>
        <w:tc>
          <w:tcPr>
            <w:tcW w:w="3010" w:type="dxa"/>
            <w:shd w:val="clear" w:color="auto" w:fill="auto"/>
          </w:tcPr>
          <w:p w14:paraId="0984E361" w14:textId="77777777" w:rsidR="007038C6" w:rsidRPr="00EF2F0E" w:rsidRDefault="007038C6" w:rsidP="007038C6">
            <w:pPr>
              <w:pStyle w:val="TAL"/>
              <w:rPr>
                <w:lang w:val="sv-SE"/>
              </w:rPr>
            </w:pPr>
            <w:r w:rsidRPr="00EF2F0E">
              <w:rPr>
                <w:lang w:val="sv-SE"/>
              </w:rPr>
              <w:t>5MHz E-UTRA signal, 1 RB (NOTE</w:t>
            </w:r>
            <w:r w:rsidRPr="00EF2F0E">
              <w:rPr>
                <w:lang w:val="sv-SE" w:eastAsia="ja-JP"/>
              </w:rPr>
              <w:t xml:space="preserve"> </w:t>
            </w:r>
            <w:r w:rsidRPr="00EF2F0E">
              <w:rPr>
                <w:lang w:val="sv-SE"/>
              </w:rPr>
              <w:t>1)</w:t>
            </w:r>
          </w:p>
        </w:tc>
      </w:tr>
      <w:tr w:rsidR="003401A4" w:rsidRPr="00EF2F0E" w14:paraId="0984E366" w14:textId="77777777" w:rsidTr="00A16236">
        <w:trPr>
          <w:jc w:val="center"/>
        </w:trPr>
        <w:tc>
          <w:tcPr>
            <w:tcW w:w="1809" w:type="dxa"/>
            <w:vMerge w:val="restart"/>
            <w:shd w:val="clear" w:color="auto" w:fill="auto"/>
            <w:vAlign w:val="center"/>
          </w:tcPr>
          <w:p w14:paraId="0984E363" w14:textId="77777777" w:rsidR="007038C6" w:rsidRPr="00EF2F0E" w:rsidRDefault="007038C6" w:rsidP="007038C6">
            <w:pPr>
              <w:pStyle w:val="TAL"/>
            </w:pPr>
            <w:r w:rsidRPr="00EF2F0E">
              <w:t>UTRA FDD</w:t>
            </w:r>
          </w:p>
        </w:tc>
        <w:tc>
          <w:tcPr>
            <w:tcW w:w="2835" w:type="dxa"/>
            <w:shd w:val="clear" w:color="auto" w:fill="auto"/>
            <w:vAlign w:val="center"/>
          </w:tcPr>
          <w:p w14:paraId="0984E364" w14:textId="77777777" w:rsidR="007038C6" w:rsidRPr="00EF2F0E" w:rsidRDefault="007038C6" w:rsidP="007038C6">
            <w:pPr>
              <w:pStyle w:val="TAL"/>
            </w:pPr>
            <w:r w:rsidRPr="00EF2F0E">
              <w:t>±345 (BC1 and BC2)</w:t>
            </w:r>
          </w:p>
        </w:tc>
        <w:tc>
          <w:tcPr>
            <w:tcW w:w="3010" w:type="dxa"/>
            <w:shd w:val="clear" w:color="auto" w:fill="auto"/>
          </w:tcPr>
          <w:p w14:paraId="0984E365" w14:textId="77777777" w:rsidR="007038C6" w:rsidRPr="00EF2F0E" w:rsidRDefault="007038C6" w:rsidP="007038C6">
            <w:pPr>
              <w:pStyle w:val="TAL"/>
            </w:pPr>
            <w:r w:rsidRPr="00EF2F0E">
              <w:t>CW</w:t>
            </w:r>
          </w:p>
        </w:tc>
      </w:tr>
      <w:tr w:rsidR="003401A4" w:rsidRPr="002B246D" w14:paraId="0984E36A" w14:textId="77777777" w:rsidTr="00A16236">
        <w:trPr>
          <w:jc w:val="center"/>
        </w:trPr>
        <w:tc>
          <w:tcPr>
            <w:tcW w:w="1809" w:type="dxa"/>
            <w:vMerge/>
            <w:shd w:val="clear" w:color="auto" w:fill="auto"/>
            <w:vAlign w:val="center"/>
          </w:tcPr>
          <w:p w14:paraId="0984E367" w14:textId="77777777" w:rsidR="007038C6" w:rsidRPr="00EF2F0E" w:rsidRDefault="007038C6" w:rsidP="007038C6">
            <w:pPr>
              <w:pStyle w:val="TAL"/>
            </w:pPr>
          </w:p>
        </w:tc>
        <w:tc>
          <w:tcPr>
            <w:tcW w:w="2835" w:type="dxa"/>
            <w:shd w:val="clear" w:color="auto" w:fill="auto"/>
            <w:vAlign w:val="center"/>
          </w:tcPr>
          <w:p w14:paraId="0984E368" w14:textId="77777777" w:rsidR="007038C6" w:rsidRPr="00EF2F0E" w:rsidRDefault="007038C6" w:rsidP="007038C6">
            <w:pPr>
              <w:pStyle w:val="TAL"/>
            </w:pPr>
            <w:r w:rsidRPr="00EF2F0E">
              <w:t>±1 780 (BC1 and BC2)</w:t>
            </w:r>
          </w:p>
        </w:tc>
        <w:tc>
          <w:tcPr>
            <w:tcW w:w="3010" w:type="dxa"/>
            <w:shd w:val="clear" w:color="auto" w:fill="auto"/>
          </w:tcPr>
          <w:p w14:paraId="0984E369" w14:textId="77777777" w:rsidR="007038C6" w:rsidRPr="00EF2F0E" w:rsidRDefault="007038C6" w:rsidP="007038C6">
            <w:pPr>
              <w:pStyle w:val="TAL"/>
              <w:rPr>
                <w:lang w:val="sv-SE"/>
              </w:rPr>
            </w:pPr>
            <w:r w:rsidRPr="00EF2F0E">
              <w:rPr>
                <w:lang w:val="sv-SE"/>
              </w:rPr>
              <w:t>5MHz E-UTRA signal, 1 RB (NOTE</w:t>
            </w:r>
            <w:r w:rsidRPr="00EF2F0E">
              <w:rPr>
                <w:lang w:val="sv-SE" w:eastAsia="ja-JP"/>
              </w:rPr>
              <w:t xml:space="preserve"> </w:t>
            </w:r>
            <w:r w:rsidRPr="00EF2F0E">
              <w:rPr>
                <w:lang w:val="sv-SE"/>
              </w:rPr>
              <w:t>1)</w:t>
            </w:r>
          </w:p>
        </w:tc>
      </w:tr>
      <w:tr w:rsidR="003401A4" w:rsidRPr="00EF2F0E" w14:paraId="0984E36E" w14:textId="77777777" w:rsidTr="00A16236">
        <w:trPr>
          <w:jc w:val="center"/>
        </w:trPr>
        <w:tc>
          <w:tcPr>
            <w:tcW w:w="1809" w:type="dxa"/>
            <w:vMerge w:val="restart"/>
            <w:shd w:val="clear" w:color="auto" w:fill="auto"/>
            <w:vAlign w:val="center"/>
          </w:tcPr>
          <w:p w14:paraId="0984E36B" w14:textId="77777777" w:rsidR="007038C6" w:rsidRPr="00EF2F0E" w:rsidRDefault="007038C6" w:rsidP="007038C6">
            <w:pPr>
              <w:pStyle w:val="TAL"/>
            </w:pPr>
            <w:r w:rsidRPr="00EF2F0E">
              <w:t>GSM/EDGE</w:t>
            </w:r>
          </w:p>
        </w:tc>
        <w:tc>
          <w:tcPr>
            <w:tcW w:w="2835" w:type="dxa"/>
            <w:shd w:val="clear" w:color="auto" w:fill="auto"/>
            <w:vAlign w:val="center"/>
          </w:tcPr>
          <w:p w14:paraId="0984E36C" w14:textId="77777777" w:rsidR="007038C6" w:rsidRPr="00EF2F0E" w:rsidRDefault="007038C6" w:rsidP="007038C6">
            <w:pPr>
              <w:pStyle w:val="TAL"/>
            </w:pPr>
            <w:r w:rsidRPr="00EF2F0E">
              <w:t>±340</w:t>
            </w:r>
          </w:p>
        </w:tc>
        <w:tc>
          <w:tcPr>
            <w:tcW w:w="3010" w:type="dxa"/>
            <w:shd w:val="clear" w:color="auto" w:fill="auto"/>
          </w:tcPr>
          <w:p w14:paraId="0984E36D" w14:textId="77777777" w:rsidR="007038C6" w:rsidRPr="00EF2F0E" w:rsidRDefault="007038C6" w:rsidP="007038C6">
            <w:pPr>
              <w:pStyle w:val="TAL"/>
            </w:pPr>
            <w:r w:rsidRPr="00EF2F0E">
              <w:t>CW</w:t>
            </w:r>
          </w:p>
        </w:tc>
      </w:tr>
      <w:tr w:rsidR="003401A4" w:rsidRPr="002B246D" w14:paraId="0984E372" w14:textId="77777777" w:rsidTr="00A16236">
        <w:trPr>
          <w:jc w:val="center"/>
        </w:trPr>
        <w:tc>
          <w:tcPr>
            <w:tcW w:w="1809" w:type="dxa"/>
            <w:vMerge/>
            <w:shd w:val="clear" w:color="auto" w:fill="auto"/>
            <w:vAlign w:val="center"/>
          </w:tcPr>
          <w:p w14:paraId="0984E36F" w14:textId="77777777" w:rsidR="007038C6" w:rsidRPr="00EF2F0E" w:rsidRDefault="007038C6" w:rsidP="007038C6">
            <w:pPr>
              <w:pStyle w:val="TAL"/>
            </w:pPr>
          </w:p>
        </w:tc>
        <w:tc>
          <w:tcPr>
            <w:tcW w:w="2835" w:type="dxa"/>
            <w:shd w:val="clear" w:color="auto" w:fill="auto"/>
            <w:vAlign w:val="center"/>
          </w:tcPr>
          <w:p w14:paraId="0984E370" w14:textId="77777777" w:rsidR="007038C6" w:rsidRPr="00EF2F0E" w:rsidRDefault="007038C6" w:rsidP="007038C6">
            <w:pPr>
              <w:pStyle w:val="TAL"/>
            </w:pPr>
            <w:r w:rsidRPr="00EF2F0E">
              <w:t>±880</w:t>
            </w:r>
          </w:p>
        </w:tc>
        <w:tc>
          <w:tcPr>
            <w:tcW w:w="3010" w:type="dxa"/>
            <w:shd w:val="clear" w:color="auto" w:fill="auto"/>
          </w:tcPr>
          <w:p w14:paraId="0984E371" w14:textId="77777777" w:rsidR="007038C6" w:rsidRPr="00EF2F0E" w:rsidRDefault="007038C6" w:rsidP="007038C6">
            <w:pPr>
              <w:pStyle w:val="TAL"/>
              <w:rPr>
                <w:lang w:val="sv-SE"/>
              </w:rPr>
            </w:pPr>
            <w:r w:rsidRPr="00EF2F0E">
              <w:rPr>
                <w:lang w:val="sv-SE"/>
              </w:rPr>
              <w:t>5MHz E-UTRA signal, 1 RB (NOTE</w:t>
            </w:r>
            <w:r w:rsidRPr="00EF2F0E">
              <w:rPr>
                <w:lang w:val="sv-SE" w:eastAsia="ja-JP"/>
              </w:rPr>
              <w:t xml:space="preserve"> </w:t>
            </w:r>
            <w:r w:rsidRPr="00EF2F0E">
              <w:rPr>
                <w:lang w:val="sv-SE"/>
              </w:rPr>
              <w:t>1)</w:t>
            </w:r>
          </w:p>
        </w:tc>
      </w:tr>
      <w:tr w:rsidR="003401A4" w:rsidRPr="00EF2F0E" w14:paraId="0984E376" w14:textId="77777777" w:rsidTr="00A16236">
        <w:trPr>
          <w:jc w:val="center"/>
        </w:trPr>
        <w:tc>
          <w:tcPr>
            <w:tcW w:w="1809" w:type="dxa"/>
            <w:vMerge w:val="restart"/>
            <w:shd w:val="clear" w:color="auto" w:fill="auto"/>
            <w:vAlign w:val="center"/>
          </w:tcPr>
          <w:p w14:paraId="0984E373" w14:textId="77777777" w:rsidR="007038C6" w:rsidRPr="00EF2F0E" w:rsidRDefault="007038C6" w:rsidP="007038C6">
            <w:pPr>
              <w:pStyle w:val="TAL"/>
            </w:pPr>
            <w:r w:rsidRPr="00EF2F0E">
              <w:t>1,28 Mcps UTRA TDD</w:t>
            </w:r>
          </w:p>
        </w:tc>
        <w:tc>
          <w:tcPr>
            <w:tcW w:w="2835" w:type="dxa"/>
            <w:shd w:val="clear" w:color="auto" w:fill="auto"/>
            <w:vAlign w:val="center"/>
          </w:tcPr>
          <w:p w14:paraId="0984E374" w14:textId="77777777" w:rsidR="007038C6" w:rsidRPr="00EF2F0E" w:rsidRDefault="007038C6" w:rsidP="007038C6">
            <w:pPr>
              <w:pStyle w:val="TAL"/>
            </w:pPr>
            <w:r w:rsidRPr="00EF2F0E">
              <w:t>±190 (BC3)</w:t>
            </w:r>
          </w:p>
        </w:tc>
        <w:tc>
          <w:tcPr>
            <w:tcW w:w="3010" w:type="dxa"/>
            <w:shd w:val="clear" w:color="auto" w:fill="auto"/>
          </w:tcPr>
          <w:p w14:paraId="0984E375" w14:textId="77777777" w:rsidR="007038C6" w:rsidRPr="00EF2F0E" w:rsidRDefault="007038C6" w:rsidP="007038C6">
            <w:pPr>
              <w:pStyle w:val="TAL"/>
            </w:pPr>
            <w:r w:rsidRPr="00EF2F0E">
              <w:t>CW</w:t>
            </w:r>
          </w:p>
        </w:tc>
      </w:tr>
      <w:tr w:rsidR="003401A4" w:rsidRPr="002B246D" w14:paraId="0984E37A" w14:textId="77777777" w:rsidTr="00A16236">
        <w:trPr>
          <w:jc w:val="center"/>
        </w:trPr>
        <w:tc>
          <w:tcPr>
            <w:tcW w:w="1809" w:type="dxa"/>
            <w:vMerge/>
            <w:shd w:val="clear" w:color="auto" w:fill="auto"/>
            <w:vAlign w:val="center"/>
          </w:tcPr>
          <w:p w14:paraId="0984E377" w14:textId="77777777" w:rsidR="007038C6" w:rsidRPr="00EF2F0E" w:rsidRDefault="007038C6" w:rsidP="007038C6">
            <w:pPr>
              <w:pStyle w:val="TAL"/>
            </w:pPr>
          </w:p>
        </w:tc>
        <w:tc>
          <w:tcPr>
            <w:tcW w:w="2835" w:type="dxa"/>
            <w:shd w:val="clear" w:color="auto" w:fill="auto"/>
            <w:vAlign w:val="center"/>
          </w:tcPr>
          <w:p w14:paraId="0984E378" w14:textId="77777777" w:rsidR="007038C6" w:rsidRPr="00EF2F0E" w:rsidRDefault="007038C6" w:rsidP="007038C6">
            <w:pPr>
              <w:pStyle w:val="TAL"/>
            </w:pPr>
            <w:r w:rsidRPr="00EF2F0E">
              <w:t>±970 (BC3)</w:t>
            </w:r>
          </w:p>
        </w:tc>
        <w:tc>
          <w:tcPr>
            <w:tcW w:w="3010" w:type="dxa"/>
            <w:shd w:val="clear" w:color="auto" w:fill="auto"/>
          </w:tcPr>
          <w:p w14:paraId="0984E379" w14:textId="77777777" w:rsidR="007038C6" w:rsidRPr="00EF2F0E" w:rsidRDefault="007038C6" w:rsidP="007038C6">
            <w:pPr>
              <w:pStyle w:val="TAL"/>
              <w:rPr>
                <w:lang w:val="sv-SE"/>
              </w:rPr>
            </w:pPr>
            <w:r w:rsidRPr="00EF2F0E">
              <w:rPr>
                <w:lang w:val="sv-SE"/>
              </w:rPr>
              <w:t>1,4 MHz E-UTRA signal, 1 RB (NOTE 1)</w:t>
            </w:r>
          </w:p>
        </w:tc>
      </w:tr>
      <w:tr w:rsidR="003401A4" w:rsidRPr="00EF2F0E" w14:paraId="0984E37E" w14:textId="77777777" w:rsidTr="00A16236">
        <w:trPr>
          <w:jc w:val="center"/>
        </w:trPr>
        <w:tc>
          <w:tcPr>
            <w:tcW w:w="1809" w:type="dxa"/>
            <w:vMerge w:val="restart"/>
            <w:shd w:val="clear" w:color="auto" w:fill="auto"/>
            <w:vAlign w:val="center"/>
          </w:tcPr>
          <w:p w14:paraId="0984E37B" w14:textId="77777777" w:rsidR="007038C6" w:rsidRPr="00EF2F0E" w:rsidRDefault="007038C6" w:rsidP="007038C6">
            <w:pPr>
              <w:pStyle w:val="TAL"/>
            </w:pPr>
            <w:r w:rsidRPr="00EF2F0E">
              <w:t>NR 5 MHz</w:t>
            </w:r>
          </w:p>
        </w:tc>
        <w:tc>
          <w:tcPr>
            <w:tcW w:w="2835" w:type="dxa"/>
            <w:shd w:val="clear" w:color="auto" w:fill="auto"/>
            <w:vAlign w:val="center"/>
          </w:tcPr>
          <w:p w14:paraId="0984E37C" w14:textId="77777777" w:rsidR="007038C6" w:rsidRPr="00EF2F0E" w:rsidRDefault="007038C6" w:rsidP="007038C6">
            <w:pPr>
              <w:pStyle w:val="TAL"/>
            </w:pPr>
            <w:r w:rsidRPr="00EF2F0E">
              <w:t>±360</w:t>
            </w:r>
          </w:p>
        </w:tc>
        <w:tc>
          <w:tcPr>
            <w:tcW w:w="3010" w:type="dxa"/>
            <w:shd w:val="clear" w:color="auto" w:fill="auto"/>
            <w:vAlign w:val="center"/>
          </w:tcPr>
          <w:p w14:paraId="0984E37D" w14:textId="77777777" w:rsidR="007038C6" w:rsidRPr="00EF2F0E" w:rsidRDefault="007038C6" w:rsidP="007038C6">
            <w:pPr>
              <w:pStyle w:val="TAL"/>
            </w:pPr>
            <w:r w:rsidRPr="00EF2F0E">
              <w:t>CW</w:t>
            </w:r>
          </w:p>
        </w:tc>
      </w:tr>
      <w:tr w:rsidR="003401A4" w:rsidRPr="00B74DF1" w14:paraId="0984E382" w14:textId="77777777" w:rsidTr="00A16236">
        <w:trPr>
          <w:jc w:val="center"/>
        </w:trPr>
        <w:tc>
          <w:tcPr>
            <w:tcW w:w="1809" w:type="dxa"/>
            <w:vMerge/>
            <w:shd w:val="clear" w:color="auto" w:fill="auto"/>
            <w:vAlign w:val="center"/>
          </w:tcPr>
          <w:p w14:paraId="0984E37F" w14:textId="77777777" w:rsidR="007038C6" w:rsidRPr="00EF2F0E" w:rsidRDefault="007038C6" w:rsidP="007038C6">
            <w:pPr>
              <w:pStyle w:val="TAL"/>
            </w:pPr>
          </w:p>
        </w:tc>
        <w:tc>
          <w:tcPr>
            <w:tcW w:w="2835" w:type="dxa"/>
            <w:shd w:val="clear" w:color="auto" w:fill="auto"/>
            <w:vAlign w:val="center"/>
          </w:tcPr>
          <w:p w14:paraId="0984E380" w14:textId="77777777" w:rsidR="007038C6" w:rsidRPr="00EF2F0E" w:rsidRDefault="007038C6" w:rsidP="007038C6">
            <w:pPr>
              <w:pStyle w:val="TAL"/>
            </w:pPr>
            <w:r w:rsidRPr="00EF2F0E">
              <w:t>±1420</w:t>
            </w:r>
          </w:p>
        </w:tc>
        <w:tc>
          <w:tcPr>
            <w:tcW w:w="3010" w:type="dxa"/>
            <w:shd w:val="clear" w:color="auto" w:fill="auto"/>
            <w:vAlign w:val="center"/>
          </w:tcPr>
          <w:p w14:paraId="0984E381" w14:textId="77777777" w:rsidR="007038C6" w:rsidRPr="00EF2F0E" w:rsidRDefault="007038C6" w:rsidP="007038C6">
            <w:pPr>
              <w:pStyle w:val="TAL"/>
              <w:rPr>
                <w:lang w:val="sv-SE"/>
              </w:rPr>
            </w:pPr>
            <w:r w:rsidRPr="00EF2F0E">
              <w:rPr>
                <w:lang w:val="sv-SE"/>
              </w:rPr>
              <w:t>E-UTRA signal, 1 RB (NOTE 1)</w:t>
            </w:r>
          </w:p>
        </w:tc>
      </w:tr>
      <w:tr w:rsidR="003401A4" w:rsidRPr="00EF2F0E" w14:paraId="0984E386" w14:textId="77777777" w:rsidTr="00A16236">
        <w:trPr>
          <w:jc w:val="center"/>
        </w:trPr>
        <w:tc>
          <w:tcPr>
            <w:tcW w:w="1809" w:type="dxa"/>
            <w:vMerge w:val="restart"/>
            <w:shd w:val="clear" w:color="auto" w:fill="auto"/>
            <w:vAlign w:val="center"/>
          </w:tcPr>
          <w:p w14:paraId="0984E383" w14:textId="77777777" w:rsidR="007038C6" w:rsidRPr="00EF2F0E" w:rsidRDefault="007038C6" w:rsidP="007038C6">
            <w:pPr>
              <w:pStyle w:val="TAL"/>
            </w:pPr>
            <w:r w:rsidRPr="00EF2F0E">
              <w:t>NR 10 MHz</w:t>
            </w:r>
          </w:p>
        </w:tc>
        <w:tc>
          <w:tcPr>
            <w:tcW w:w="2835" w:type="dxa"/>
            <w:shd w:val="clear" w:color="auto" w:fill="auto"/>
            <w:vAlign w:val="center"/>
          </w:tcPr>
          <w:p w14:paraId="0984E384" w14:textId="77777777" w:rsidR="007038C6" w:rsidRPr="00EF2F0E" w:rsidRDefault="00B34016" w:rsidP="007038C6">
            <w:pPr>
              <w:pStyle w:val="TAL"/>
            </w:pPr>
            <w:r w:rsidRPr="00EF2F0E">
              <w:rPr>
                <w:rFonts w:cs="Arial"/>
              </w:rPr>
              <w:t>±370</w:t>
            </w:r>
          </w:p>
        </w:tc>
        <w:tc>
          <w:tcPr>
            <w:tcW w:w="3010" w:type="dxa"/>
            <w:shd w:val="clear" w:color="auto" w:fill="auto"/>
            <w:vAlign w:val="center"/>
          </w:tcPr>
          <w:p w14:paraId="0984E385" w14:textId="77777777" w:rsidR="007038C6" w:rsidRPr="00EF2F0E" w:rsidRDefault="007038C6" w:rsidP="007038C6">
            <w:pPr>
              <w:pStyle w:val="TAL"/>
            </w:pPr>
            <w:r w:rsidRPr="00EF2F0E">
              <w:t>CW</w:t>
            </w:r>
          </w:p>
        </w:tc>
      </w:tr>
      <w:tr w:rsidR="003401A4" w:rsidRPr="00B74DF1" w14:paraId="0984E38A" w14:textId="77777777" w:rsidTr="00A16236">
        <w:trPr>
          <w:jc w:val="center"/>
        </w:trPr>
        <w:tc>
          <w:tcPr>
            <w:tcW w:w="1809" w:type="dxa"/>
            <w:vMerge/>
            <w:shd w:val="clear" w:color="auto" w:fill="auto"/>
            <w:vAlign w:val="center"/>
          </w:tcPr>
          <w:p w14:paraId="0984E387" w14:textId="77777777" w:rsidR="007038C6" w:rsidRPr="00EF2F0E" w:rsidRDefault="007038C6" w:rsidP="007038C6">
            <w:pPr>
              <w:pStyle w:val="TAL"/>
            </w:pPr>
          </w:p>
        </w:tc>
        <w:tc>
          <w:tcPr>
            <w:tcW w:w="2835" w:type="dxa"/>
            <w:shd w:val="clear" w:color="auto" w:fill="auto"/>
            <w:vAlign w:val="center"/>
          </w:tcPr>
          <w:p w14:paraId="0984E388" w14:textId="77777777" w:rsidR="007038C6" w:rsidRPr="00EF2F0E" w:rsidRDefault="00C74589" w:rsidP="007038C6">
            <w:pPr>
              <w:pStyle w:val="TAL"/>
            </w:pPr>
            <w:r w:rsidRPr="00EF2F0E">
              <w:rPr>
                <w:rFonts w:cs="Arial"/>
              </w:rPr>
              <w:t>±1960</w:t>
            </w:r>
          </w:p>
        </w:tc>
        <w:tc>
          <w:tcPr>
            <w:tcW w:w="3010" w:type="dxa"/>
            <w:shd w:val="clear" w:color="auto" w:fill="auto"/>
            <w:vAlign w:val="center"/>
          </w:tcPr>
          <w:p w14:paraId="0984E389" w14:textId="77777777" w:rsidR="007038C6" w:rsidRPr="00EF2F0E" w:rsidRDefault="007038C6" w:rsidP="007038C6">
            <w:pPr>
              <w:pStyle w:val="TAL"/>
              <w:rPr>
                <w:lang w:val="sv-SE"/>
              </w:rPr>
            </w:pPr>
            <w:r w:rsidRPr="00EF2F0E">
              <w:rPr>
                <w:lang w:val="sv-SE"/>
              </w:rPr>
              <w:t>E-UTRA signal, 1 RB (NOTE 1)</w:t>
            </w:r>
          </w:p>
        </w:tc>
      </w:tr>
      <w:tr w:rsidR="003401A4" w:rsidRPr="00EF2F0E" w14:paraId="0984E38E" w14:textId="77777777" w:rsidTr="00A16236">
        <w:trPr>
          <w:jc w:val="center"/>
        </w:trPr>
        <w:tc>
          <w:tcPr>
            <w:tcW w:w="1809" w:type="dxa"/>
            <w:vMerge w:val="restart"/>
            <w:shd w:val="clear" w:color="auto" w:fill="auto"/>
            <w:vAlign w:val="center"/>
          </w:tcPr>
          <w:p w14:paraId="0984E38B" w14:textId="77777777" w:rsidR="007038C6" w:rsidRPr="00EF2F0E" w:rsidRDefault="007038C6" w:rsidP="007038C6">
            <w:pPr>
              <w:pStyle w:val="TAL"/>
            </w:pPr>
            <w:r w:rsidRPr="00EF2F0E">
              <w:t>NR 15 MHz (Note 2)</w:t>
            </w:r>
          </w:p>
        </w:tc>
        <w:tc>
          <w:tcPr>
            <w:tcW w:w="2835" w:type="dxa"/>
            <w:shd w:val="clear" w:color="auto" w:fill="auto"/>
            <w:vAlign w:val="center"/>
          </w:tcPr>
          <w:p w14:paraId="0984E38C" w14:textId="77777777" w:rsidR="007038C6" w:rsidRPr="00EF2F0E" w:rsidRDefault="007038C6" w:rsidP="007038C6">
            <w:pPr>
              <w:pStyle w:val="TAL"/>
            </w:pPr>
            <w:r w:rsidRPr="00EF2F0E">
              <w:t>±380</w:t>
            </w:r>
          </w:p>
        </w:tc>
        <w:tc>
          <w:tcPr>
            <w:tcW w:w="3010" w:type="dxa"/>
            <w:shd w:val="clear" w:color="auto" w:fill="auto"/>
            <w:vAlign w:val="center"/>
          </w:tcPr>
          <w:p w14:paraId="0984E38D" w14:textId="77777777" w:rsidR="007038C6" w:rsidRPr="00EF2F0E" w:rsidRDefault="007038C6" w:rsidP="007038C6">
            <w:pPr>
              <w:pStyle w:val="TAL"/>
            </w:pPr>
            <w:r w:rsidRPr="00EF2F0E">
              <w:t>CW</w:t>
            </w:r>
          </w:p>
        </w:tc>
      </w:tr>
      <w:tr w:rsidR="00C74589" w:rsidRPr="00B74DF1" w14:paraId="0984E392" w14:textId="77777777" w:rsidTr="00A16236">
        <w:trPr>
          <w:jc w:val="center"/>
        </w:trPr>
        <w:tc>
          <w:tcPr>
            <w:tcW w:w="1809" w:type="dxa"/>
            <w:vMerge/>
            <w:shd w:val="clear" w:color="auto" w:fill="auto"/>
            <w:vAlign w:val="center"/>
          </w:tcPr>
          <w:p w14:paraId="0984E38F" w14:textId="77777777" w:rsidR="00C74589" w:rsidRPr="00EF2F0E" w:rsidRDefault="00C74589" w:rsidP="00C74589">
            <w:pPr>
              <w:pStyle w:val="TAL"/>
            </w:pPr>
          </w:p>
        </w:tc>
        <w:tc>
          <w:tcPr>
            <w:tcW w:w="2835" w:type="dxa"/>
            <w:shd w:val="clear" w:color="auto" w:fill="auto"/>
            <w:vAlign w:val="center"/>
          </w:tcPr>
          <w:p w14:paraId="0984E390" w14:textId="77777777" w:rsidR="00C74589" w:rsidRPr="00EF2F0E" w:rsidRDefault="00C74589" w:rsidP="00C74589">
            <w:pPr>
              <w:pStyle w:val="TAL"/>
            </w:pPr>
            <w:r w:rsidRPr="00EF2F0E">
              <w:rPr>
                <w:rFonts w:cs="Arial"/>
              </w:rPr>
              <w:t>±1960</w:t>
            </w:r>
          </w:p>
        </w:tc>
        <w:tc>
          <w:tcPr>
            <w:tcW w:w="3010" w:type="dxa"/>
            <w:shd w:val="clear" w:color="auto" w:fill="auto"/>
            <w:vAlign w:val="center"/>
          </w:tcPr>
          <w:p w14:paraId="0984E391" w14:textId="77777777" w:rsidR="00C74589" w:rsidRPr="00EF2F0E" w:rsidRDefault="00C74589" w:rsidP="00C74589">
            <w:pPr>
              <w:pStyle w:val="TAL"/>
              <w:rPr>
                <w:lang w:val="sv-SE"/>
              </w:rPr>
            </w:pPr>
            <w:r w:rsidRPr="00EF2F0E">
              <w:rPr>
                <w:lang w:val="sv-SE"/>
              </w:rPr>
              <w:t>E-UTRA signal, 1 RB (NOTE 1)</w:t>
            </w:r>
          </w:p>
        </w:tc>
      </w:tr>
      <w:tr w:rsidR="00C74589" w:rsidRPr="00EF2F0E" w14:paraId="0984E396" w14:textId="77777777" w:rsidTr="00A16236">
        <w:trPr>
          <w:jc w:val="center"/>
        </w:trPr>
        <w:tc>
          <w:tcPr>
            <w:tcW w:w="1809" w:type="dxa"/>
            <w:vMerge w:val="restart"/>
            <w:shd w:val="clear" w:color="auto" w:fill="auto"/>
            <w:vAlign w:val="center"/>
          </w:tcPr>
          <w:p w14:paraId="0984E393" w14:textId="77777777" w:rsidR="00C74589" w:rsidRPr="00EF2F0E" w:rsidRDefault="00C74589" w:rsidP="00C74589">
            <w:pPr>
              <w:pStyle w:val="TAL"/>
            </w:pPr>
            <w:r w:rsidRPr="00EF2F0E">
              <w:t>NR 20 MHz (Note 2)</w:t>
            </w:r>
          </w:p>
        </w:tc>
        <w:tc>
          <w:tcPr>
            <w:tcW w:w="2835" w:type="dxa"/>
            <w:shd w:val="clear" w:color="auto" w:fill="auto"/>
            <w:vAlign w:val="center"/>
          </w:tcPr>
          <w:p w14:paraId="0984E394" w14:textId="77777777" w:rsidR="00C74589" w:rsidRPr="00EF2F0E" w:rsidRDefault="00C74589" w:rsidP="00C74589">
            <w:pPr>
              <w:pStyle w:val="TAL"/>
            </w:pPr>
            <w:r w:rsidRPr="00EF2F0E">
              <w:rPr>
                <w:rFonts w:cs="Arial"/>
              </w:rPr>
              <w:t>±390</w:t>
            </w:r>
          </w:p>
        </w:tc>
        <w:tc>
          <w:tcPr>
            <w:tcW w:w="3010" w:type="dxa"/>
            <w:shd w:val="clear" w:color="auto" w:fill="auto"/>
            <w:vAlign w:val="center"/>
          </w:tcPr>
          <w:p w14:paraId="0984E395" w14:textId="77777777" w:rsidR="00C74589" w:rsidRPr="00EF2F0E" w:rsidRDefault="00C74589" w:rsidP="00C74589">
            <w:pPr>
              <w:pStyle w:val="TAL"/>
            </w:pPr>
            <w:r w:rsidRPr="00EF2F0E">
              <w:t>CW</w:t>
            </w:r>
          </w:p>
        </w:tc>
      </w:tr>
      <w:tr w:rsidR="00C74589" w:rsidRPr="00B74DF1" w14:paraId="0984E39A" w14:textId="77777777" w:rsidTr="00A16236">
        <w:trPr>
          <w:jc w:val="center"/>
        </w:trPr>
        <w:tc>
          <w:tcPr>
            <w:tcW w:w="1809" w:type="dxa"/>
            <w:vMerge/>
            <w:shd w:val="clear" w:color="auto" w:fill="auto"/>
            <w:vAlign w:val="center"/>
          </w:tcPr>
          <w:p w14:paraId="0984E397" w14:textId="77777777" w:rsidR="00C74589" w:rsidRPr="00EF2F0E" w:rsidRDefault="00C74589" w:rsidP="00C74589">
            <w:pPr>
              <w:pStyle w:val="TAL"/>
            </w:pPr>
          </w:p>
        </w:tc>
        <w:tc>
          <w:tcPr>
            <w:tcW w:w="2835" w:type="dxa"/>
            <w:shd w:val="clear" w:color="auto" w:fill="auto"/>
            <w:vAlign w:val="center"/>
          </w:tcPr>
          <w:p w14:paraId="0984E398" w14:textId="77777777" w:rsidR="00C74589" w:rsidRPr="00EF2F0E" w:rsidRDefault="00C74589" w:rsidP="00C74589">
            <w:pPr>
              <w:pStyle w:val="TAL"/>
            </w:pPr>
            <w:r w:rsidRPr="00EF2F0E">
              <w:rPr>
                <w:rFonts w:cs="Arial"/>
              </w:rPr>
              <w:t>±2320</w:t>
            </w:r>
          </w:p>
        </w:tc>
        <w:tc>
          <w:tcPr>
            <w:tcW w:w="3010" w:type="dxa"/>
            <w:shd w:val="clear" w:color="auto" w:fill="auto"/>
            <w:vAlign w:val="center"/>
          </w:tcPr>
          <w:p w14:paraId="0984E399" w14:textId="77777777" w:rsidR="00C74589" w:rsidRPr="00EF2F0E" w:rsidRDefault="00C74589" w:rsidP="00C74589">
            <w:pPr>
              <w:pStyle w:val="TAL"/>
              <w:rPr>
                <w:lang w:val="sv-SE"/>
              </w:rPr>
            </w:pPr>
            <w:r w:rsidRPr="00EF2F0E">
              <w:rPr>
                <w:lang w:val="sv-SE"/>
              </w:rPr>
              <w:t>E-UTRA signal, 1 RB (NOTE 1)</w:t>
            </w:r>
          </w:p>
        </w:tc>
      </w:tr>
      <w:tr w:rsidR="00C74589" w:rsidRPr="00EF2F0E" w14:paraId="0984E39E" w14:textId="77777777" w:rsidTr="00A16236">
        <w:trPr>
          <w:jc w:val="center"/>
        </w:trPr>
        <w:tc>
          <w:tcPr>
            <w:tcW w:w="1809" w:type="dxa"/>
            <w:vMerge w:val="restart"/>
            <w:shd w:val="clear" w:color="auto" w:fill="auto"/>
            <w:vAlign w:val="center"/>
          </w:tcPr>
          <w:p w14:paraId="0984E39B" w14:textId="77777777" w:rsidR="00C74589" w:rsidRPr="00EF2F0E" w:rsidRDefault="00C74589" w:rsidP="00C74589">
            <w:pPr>
              <w:pStyle w:val="TAL"/>
            </w:pPr>
            <w:r w:rsidRPr="00EF2F0E">
              <w:t>NR 25 MHz (Note 2)</w:t>
            </w:r>
          </w:p>
        </w:tc>
        <w:tc>
          <w:tcPr>
            <w:tcW w:w="2835" w:type="dxa"/>
            <w:shd w:val="clear" w:color="auto" w:fill="auto"/>
            <w:vAlign w:val="center"/>
          </w:tcPr>
          <w:p w14:paraId="0984E39C" w14:textId="77777777" w:rsidR="00C74589" w:rsidRPr="00EF2F0E" w:rsidRDefault="00C74589" w:rsidP="00C74589">
            <w:pPr>
              <w:pStyle w:val="TAL"/>
            </w:pPr>
            <w:r w:rsidRPr="00EF2F0E">
              <w:t>±325</w:t>
            </w:r>
          </w:p>
        </w:tc>
        <w:tc>
          <w:tcPr>
            <w:tcW w:w="3010" w:type="dxa"/>
            <w:shd w:val="clear" w:color="auto" w:fill="auto"/>
            <w:vAlign w:val="center"/>
          </w:tcPr>
          <w:p w14:paraId="0984E39D" w14:textId="77777777" w:rsidR="00C74589" w:rsidRPr="00EF2F0E" w:rsidRDefault="00C74589" w:rsidP="00C74589">
            <w:pPr>
              <w:pStyle w:val="TAL"/>
            </w:pPr>
            <w:r w:rsidRPr="00EF2F0E">
              <w:t>CW</w:t>
            </w:r>
          </w:p>
        </w:tc>
      </w:tr>
      <w:tr w:rsidR="00C74589" w:rsidRPr="00B74DF1" w14:paraId="0984E3A2" w14:textId="77777777" w:rsidTr="00A16236">
        <w:trPr>
          <w:jc w:val="center"/>
        </w:trPr>
        <w:tc>
          <w:tcPr>
            <w:tcW w:w="1809" w:type="dxa"/>
            <w:vMerge/>
            <w:shd w:val="clear" w:color="auto" w:fill="auto"/>
            <w:vAlign w:val="center"/>
          </w:tcPr>
          <w:p w14:paraId="0984E39F" w14:textId="77777777" w:rsidR="00C74589" w:rsidRPr="00EF2F0E" w:rsidRDefault="00C74589" w:rsidP="00C74589">
            <w:pPr>
              <w:pStyle w:val="TAL"/>
            </w:pPr>
          </w:p>
        </w:tc>
        <w:tc>
          <w:tcPr>
            <w:tcW w:w="2835" w:type="dxa"/>
            <w:shd w:val="clear" w:color="auto" w:fill="auto"/>
            <w:vAlign w:val="center"/>
          </w:tcPr>
          <w:p w14:paraId="0984E3A0" w14:textId="77777777" w:rsidR="00C74589" w:rsidRPr="00EF2F0E" w:rsidRDefault="00C74589" w:rsidP="00C74589">
            <w:pPr>
              <w:pStyle w:val="TAL"/>
            </w:pPr>
            <w:r w:rsidRPr="00EF2F0E">
              <w:rPr>
                <w:rFonts w:cs="Arial"/>
              </w:rPr>
              <w:t>±2350</w:t>
            </w:r>
          </w:p>
        </w:tc>
        <w:tc>
          <w:tcPr>
            <w:tcW w:w="3010" w:type="dxa"/>
            <w:shd w:val="clear" w:color="auto" w:fill="auto"/>
            <w:vAlign w:val="center"/>
          </w:tcPr>
          <w:p w14:paraId="0984E3A1" w14:textId="77777777" w:rsidR="00C74589" w:rsidRPr="00EF2F0E" w:rsidRDefault="00C74589" w:rsidP="00C74589">
            <w:pPr>
              <w:pStyle w:val="TAL"/>
              <w:rPr>
                <w:lang w:val="sv-SE"/>
              </w:rPr>
            </w:pPr>
            <w:r w:rsidRPr="00EF2F0E">
              <w:rPr>
                <w:lang w:val="sv-SE"/>
              </w:rPr>
              <w:t>E-UTRA signal, 1 RB (NOTE 1)</w:t>
            </w:r>
          </w:p>
        </w:tc>
      </w:tr>
      <w:tr w:rsidR="00C74589" w:rsidRPr="00EF2F0E" w14:paraId="0984E3A6" w14:textId="77777777" w:rsidTr="00A16236">
        <w:trPr>
          <w:jc w:val="center"/>
        </w:trPr>
        <w:tc>
          <w:tcPr>
            <w:tcW w:w="1809" w:type="dxa"/>
            <w:vMerge w:val="restart"/>
            <w:shd w:val="clear" w:color="auto" w:fill="auto"/>
            <w:vAlign w:val="center"/>
          </w:tcPr>
          <w:p w14:paraId="0984E3A3" w14:textId="77777777" w:rsidR="00C74589" w:rsidRPr="00EF2F0E" w:rsidRDefault="00C74589" w:rsidP="00C74589">
            <w:pPr>
              <w:pStyle w:val="TAL"/>
            </w:pPr>
            <w:r w:rsidRPr="00EF2F0E">
              <w:t>NR 30 MHz (Note 2)</w:t>
            </w:r>
          </w:p>
        </w:tc>
        <w:tc>
          <w:tcPr>
            <w:tcW w:w="2835" w:type="dxa"/>
            <w:shd w:val="clear" w:color="auto" w:fill="auto"/>
            <w:vAlign w:val="center"/>
          </w:tcPr>
          <w:p w14:paraId="0984E3A4" w14:textId="77777777" w:rsidR="00C74589" w:rsidRPr="00EF2F0E" w:rsidRDefault="00C74589" w:rsidP="00C74589">
            <w:pPr>
              <w:pStyle w:val="TAL"/>
            </w:pPr>
            <w:r w:rsidRPr="00EF2F0E">
              <w:rPr>
                <w:rFonts w:cs="Arial"/>
              </w:rPr>
              <w:t>±335</w:t>
            </w:r>
          </w:p>
        </w:tc>
        <w:tc>
          <w:tcPr>
            <w:tcW w:w="3010" w:type="dxa"/>
            <w:shd w:val="clear" w:color="auto" w:fill="auto"/>
            <w:vAlign w:val="center"/>
          </w:tcPr>
          <w:p w14:paraId="0984E3A5" w14:textId="77777777" w:rsidR="00C74589" w:rsidRPr="00EF2F0E" w:rsidRDefault="00C74589" w:rsidP="00C74589">
            <w:pPr>
              <w:pStyle w:val="TAL"/>
            </w:pPr>
            <w:r w:rsidRPr="00EF2F0E">
              <w:t>CW</w:t>
            </w:r>
          </w:p>
        </w:tc>
      </w:tr>
      <w:tr w:rsidR="00C74589" w:rsidRPr="00B74DF1" w14:paraId="0984E3AA" w14:textId="77777777" w:rsidTr="00A16236">
        <w:trPr>
          <w:jc w:val="center"/>
        </w:trPr>
        <w:tc>
          <w:tcPr>
            <w:tcW w:w="1809" w:type="dxa"/>
            <w:vMerge/>
            <w:shd w:val="clear" w:color="auto" w:fill="auto"/>
            <w:vAlign w:val="center"/>
          </w:tcPr>
          <w:p w14:paraId="0984E3A7" w14:textId="77777777" w:rsidR="00C74589" w:rsidRPr="00EF2F0E" w:rsidRDefault="00C74589" w:rsidP="00C74589">
            <w:pPr>
              <w:pStyle w:val="TAL"/>
            </w:pPr>
          </w:p>
        </w:tc>
        <w:tc>
          <w:tcPr>
            <w:tcW w:w="2835" w:type="dxa"/>
            <w:shd w:val="clear" w:color="auto" w:fill="auto"/>
            <w:vAlign w:val="center"/>
          </w:tcPr>
          <w:p w14:paraId="0984E3A8" w14:textId="77777777" w:rsidR="00C74589" w:rsidRPr="00EF2F0E" w:rsidRDefault="00C74589" w:rsidP="00C74589">
            <w:pPr>
              <w:pStyle w:val="TAL"/>
            </w:pPr>
            <w:r w:rsidRPr="00EF2F0E">
              <w:rPr>
                <w:rFonts w:cs="Arial"/>
              </w:rPr>
              <w:t>±2350</w:t>
            </w:r>
          </w:p>
        </w:tc>
        <w:tc>
          <w:tcPr>
            <w:tcW w:w="3010" w:type="dxa"/>
            <w:shd w:val="clear" w:color="auto" w:fill="auto"/>
            <w:vAlign w:val="center"/>
          </w:tcPr>
          <w:p w14:paraId="0984E3A9" w14:textId="77777777" w:rsidR="00C74589" w:rsidRPr="00EF2F0E" w:rsidRDefault="00C74589" w:rsidP="00C74589">
            <w:pPr>
              <w:pStyle w:val="TAL"/>
              <w:rPr>
                <w:lang w:val="sv-SE"/>
              </w:rPr>
            </w:pPr>
            <w:r w:rsidRPr="00EF2F0E">
              <w:rPr>
                <w:lang w:val="sv-SE"/>
              </w:rPr>
              <w:t>E-UTRA signal, 1 RB (NOTE 1)</w:t>
            </w:r>
          </w:p>
        </w:tc>
      </w:tr>
      <w:tr w:rsidR="00C74589" w:rsidRPr="00EF2F0E" w14:paraId="0984E3AE" w14:textId="77777777" w:rsidTr="00A16236">
        <w:trPr>
          <w:jc w:val="center"/>
        </w:trPr>
        <w:tc>
          <w:tcPr>
            <w:tcW w:w="1809" w:type="dxa"/>
            <w:vMerge w:val="restart"/>
            <w:shd w:val="clear" w:color="auto" w:fill="auto"/>
            <w:vAlign w:val="center"/>
          </w:tcPr>
          <w:p w14:paraId="0984E3AB" w14:textId="77777777" w:rsidR="00C74589" w:rsidRPr="00EF2F0E" w:rsidRDefault="00C74589" w:rsidP="00C74589">
            <w:pPr>
              <w:pStyle w:val="TAL"/>
            </w:pPr>
            <w:r w:rsidRPr="00EF2F0E">
              <w:t>NR 40 MHz (Note 2)</w:t>
            </w:r>
          </w:p>
        </w:tc>
        <w:tc>
          <w:tcPr>
            <w:tcW w:w="2835" w:type="dxa"/>
            <w:shd w:val="clear" w:color="auto" w:fill="auto"/>
            <w:vAlign w:val="center"/>
          </w:tcPr>
          <w:p w14:paraId="0984E3AC" w14:textId="77777777" w:rsidR="00C74589" w:rsidRPr="00EF2F0E" w:rsidRDefault="00C74589" w:rsidP="00C74589">
            <w:pPr>
              <w:pStyle w:val="TAL"/>
            </w:pPr>
            <w:r w:rsidRPr="00EF2F0E">
              <w:rPr>
                <w:rFonts w:cs="Arial"/>
              </w:rPr>
              <w:t>±355</w:t>
            </w:r>
          </w:p>
        </w:tc>
        <w:tc>
          <w:tcPr>
            <w:tcW w:w="3010" w:type="dxa"/>
            <w:shd w:val="clear" w:color="auto" w:fill="auto"/>
            <w:vAlign w:val="center"/>
          </w:tcPr>
          <w:p w14:paraId="0984E3AD" w14:textId="77777777" w:rsidR="00C74589" w:rsidRPr="00EF2F0E" w:rsidRDefault="00C74589" w:rsidP="00C74589">
            <w:pPr>
              <w:pStyle w:val="TAL"/>
            </w:pPr>
            <w:r w:rsidRPr="00EF2F0E">
              <w:t>CW</w:t>
            </w:r>
          </w:p>
        </w:tc>
      </w:tr>
      <w:tr w:rsidR="00C74589" w:rsidRPr="00B74DF1" w14:paraId="0984E3B2" w14:textId="77777777" w:rsidTr="00A16236">
        <w:trPr>
          <w:jc w:val="center"/>
        </w:trPr>
        <w:tc>
          <w:tcPr>
            <w:tcW w:w="1809" w:type="dxa"/>
            <w:vMerge/>
            <w:shd w:val="clear" w:color="auto" w:fill="auto"/>
            <w:vAlign w:val="center"/>
          </w:tcPr>
          <w:p w14:paraId="0984E3AF" w14:textId="77777777" w:rsidR="00C74589" w:rsidRPr="00EF2F0E" w:rsidRDefault="00C74589" w:rsidP="00C74589">
            <w:pPr>
              <w:pStyle w:val="TAL"/>
            </w:pPr>
          </w:p>
        </w:tc>
        <w:tc>
          <w:tcPr>
            <w:tcW w:w="2835" w:type="dxa"/>
            <w:shd w:val="clear" w:color="auto" w:fill="auto"/>
            <w:vAlign w:val="center"/>
          </w:tcPr>
          <w:p w14:paraId="0984E3B0" w14:textId="77777777" w:rsidR="00C74589" w:rsidRPr="00EF2F0E" w:rsidRDefault="00C74589" w:rsidP="00C74589">
            <w:pPr>
              <w:pStyle w:val="TAL"/>
            </w:pPr>
            <w:r w:rsidRPr="00EF2F0E">
              <w:t>±2710</w:t>
            </w:r>
          </w:p>
        </w:tc>
        <w:tc>
          <w:tcPr>
            <w:tcW w:w="3010" w:type="dxa"/>
            <w:shd w:val="clear" w:color="auto" w:fill="auto"/>
            <w:vAlign w:val="center"/>
          </w:tcPr>
          <w:p w14:paraId="0984E3B1" w14:textId="77777777" w:rsidR="00C74589" w:rsidRPr="00EF2F0E" w:rsidRDefault="00C74589" w:rsidP="00C74589">
            <w:pPr>
              <w:pStyle w:val="TAL"/>
              <w:rPr>
                <w:lang w:val="sv-SE"/>
              </w:rPr>
            </w:pPr>
            <w:r w:rsidRPr="00EF2F0E">
              <w:rPr>
                <w:lang w:val="sv-SE"/>
              </w:rPr>
              <w:t>E-UTRA signal, 1 RB (NOTE 1)</w:t>
            </w:r>
          </w:p>
        </w:tc>
      </w:tr>
      <w:tr w:rsidR="00C74589" w:rsidRPr="00EF2F0E" w14:paraId="0984E3B6" w14:textId="77777777" w:rsidTr="00A16236">
        <w:trPr>
          <w:jc w:val="center"/>
        </w:trPr>
        <w:tc>
          <w:tcPr>
            <w:tcW w:w="1809" w:type="dxa"/>
            <w:vMerge w:val="restart"/>
            <w:shd w:val="clear" w:color="auto" w:fill="auto"/>
            <w:vAlign w:val="center"/>
          </w:tcPr>
          <w:p w14:paraId="0984E3B3" w14:textId="77777777" w:rsidR="00C74589" w:rsidRPr="00EF2F0E" w:rsidRDefault="00C74589" w:rsidP="00C74589">
            <w:pPr>
              <w:pStyle w:val="TAL"/>
            </w:pPr>
            <w:r w:rsidRPr="00EF2F0E">
              <w:t>NR 50 MHz (Note 2)</w:t>
            </w:r>
          </w:p>
        </w:tc>
        <w:tc>
          <w:tcPr>
            <w:tcW w:w="2835" w:type="dxa"/>
            <w:shd w:val="clear" w:color="auto" w:fill="auto"/>
            <w:vAlign w:val="center"/>
          </w:tcPr>
          <w:p w14:paraId="0984E3B4" w14:textId="77777777" w:rsidR="00C74589" w:rsidRPr="00EF2F0E" w:rsidRDefault="00C74589" w:rsidP="00C74589">
            <w:pPr>
              <w:pStyle w:val="TAL"/>
            </w:pPr>
            <w:r w:rsidRPr="00EF2F0E">
              <w:rPr>
                <w:rFonts w:cs="Arial"/>
              </w:rPr>
              <w:t>±375</w:t>
            </w:r>
          </w:p>
        </w:tc>
        <w:tc>
          <w:tcPr>
            <w:tcW w:w="3010" w:type="dxa"/>
            <w:shd w:val="clear" w:color="auto" w:fill="auto"/>
            <w:vAlign w:val="center"/>
          </w:tcPr>
          <w:p w14:paraId="0984E3B5" w14:textId="77777777" w:rsidR="00C74589" w:rsidRPr="00EF2F0E" w:rsidRDefault="00C74589" w:rsidP="00C74589">
            <w:pPr>
              <w:pStyle w:val="TAL"/>
            </w:pPr>
            <w:r w:rsidRPr="00EF2F0E">
              <w:t>CW</w:t>
            </w:r>
          </w:p>
        </w:tc>
      </w:tr>
      <w:tr w:rsidR="00C74589" w:rsidRPr="00B74DF1" w14:paraId="0984E3BA" w14:textId="77777777" w:rsidTr="00A16236">
        <w:trPr>
          <w:jc w:val="center"/>
        </w:trPr>
        <w:tc>
          <w:tcPr>
            <w:tcW w:w="1809" w:type="dxa"/>
            <w:vMerge/>
            <w:shd w:val="clear" w:color="auto" w:fill="auto"/>
            <w:vAlign w:val="center"/>
          </w:tcPr>
          <w:p w14:paraId="0984E3B7" w14:textId="77777777" w:rsidR="00C74589" w:rsidRPr="00EF2F0E" w:rsidRDefault="00C74589" w:rsidP="00C74589">
            <w:pPr>
              <w:pStyle w:val="TAL"/>
            </w:pPr>
          </w:p>
        </w:tc>
        <w:tc>
          <w:tcPr>
            <w:tcW w:w="2835" w:type="dxa"/>
            <w:shd w:val="clear" w:color="auto" w:fill="auto"/>
            <w:vAlign w:val="center"/>
          </w:tcPr>
          <w:p w14:paraId="0984E3B8" w14:textId="77777777" w:rsidR="00C74589" w:rsidRPr="00EF2F0E" w:rsidRDefault="00C74589" w:rsidP="00C74589">
            <w:pPr>
              <w:pStyle w:val="TAL"/>
            </w:pPr>
            <w:r w:rsidRPr="00EF2F0E">
              <w:rPr>
                <w:rFonts w:cs="Arial"/>
              </w:rPr>
              <w:t>±2710</w:t>
            </w:r>
          </w:p>
        </w:tc>
        <w:tc>
          <w:tcPr>
            <w:tcW w:w="3010" w:type="dxa"/>
            <w:shd w:val="clear" w:color="auto" w:fill="auto"/>
            <w:vAlign w:val="center"/>
          </w:tcPr>
          <w:p w14:paraId="0984E3B9" w14:textId="77777777" w:rsidR="00C74589" w:rsidRPr="00EF2F0E" w:rsidRDefault="00C74589" w:rsidP="00C74589">
            <w:pPr>
              <w:pStyle w:val="TAL"/>
              <w:rPr>
                <w:lang w:val="sv-SE"/>
              </w:rPr>
            </w:pPr>
            <w:r w:rsidRPr="00EF2F0E">
              <w:rPr>
                <w:lang w:val="sv-SE"/>
              </w:rPr>
              <w:t>E-UTRA signal, 1 RB (NOTE 1)</w:t>
            </w:r>
          </w:p>
        </w:tc>
      </w:tr>
      <w:tr w:rsidR="00C74589" w:rsidRPr="00EF2F0E" w14:paraId="0984E3BE" w14:textId="77777777" w:rsidTr="00A16236">
        <w:trPr>
          <w:jc w:val="center"/>
        </w:trPr>
        <w:tc>
          <w:tcPr>
            <w:tcW w:w="1809" w:type="dxa"/>
            <w:vMerge w:val="restart"/>
            <w:shd w:val="clear" w:color="auto" w:fill="auto"/>
            <w:vAlign w:val="center"/>
          </w:tcPr>
          <w:p w14:paraId="0984E3BB" w14:textId="77777777" w:rsidR="00C74589" w:rsidRPr="00EF2F0E" w:rsidRDefault="00C74589" w:rsidP="00C74589">
            <w:pPr>
              <w:pStyle w:val="TAL"/>
            </w:pPr>
            <w:r w:rsidRPr="00EF2F0E">
              <w:t>NR 60 MHz (Note 2)</w:t>
            </w:r>
          </w:p>
        </w:tc>
        <w:tc>
          <w:tcPr>
            <w:tcW w:w="2835" w:type="dxa"/>
            <w:shd w:val="clear" w:color="auto" w:fill="auto"/>
            <w:vAlign w:val="center"/>
          </w:tcPr>
          <w:p w14:paraId="0984E3BC" w14:textId="77777777" w:rsidR="00C74589" w:rsidRPr="00EF2F0E" w:rsidRDefault="00C74589" w:rsidP="00C74589">
            <w:pPr>
              <w:pStyle w:val="TAL"/>
            </w:pPr>
            <w:r w:rsidRPr="00EF2F0E">
              <w:rPr>
                <w:rFonts w:cs="Arial"/>
              </w:rPr>
              <w:t>±395</w:t>
            </w:r>
          </w:p>
        </w:tc>
        <w:tc>
          <w:tcPr>
            <w:tcW w:w="3010" w:type="dxa"/>
            <w:shd w:val="clear" w:color="auto" w:fill="auto"/>
            <w:vAlign w:val="center"/>
          </w:tcPr>
          <w:p w14:paraId="0984E3BD" w14:textId="77777777" w:rsidR="00C74589" w:rsidRPr="00EF2F0E" w:rsidRDefault="00C74589" w:rsidP="00C74589">
            <w:pPr>
              <w:pStyle w:val="TAL"/>
            </w:pPr>
            <w:r w:rsidRPr="00EF2F0E">
              <w:t>CW</w:t>
            </w:r>
          </w:p>
        </w:tc>
      </w:tr>
      <w:tr w:rsidR="00C74589" w:rsidRPr="00B74DF1" w14:paraId="0984E3C2" w14:textId="77777777" w:rsidTr="00A16236">
        <w:trPr>
          <w:jc w:val="center"/>
        </w:trPr>
        <w:tc>
          <w:tcPr>
            <w:tcW w:w="1809" w:type="dxa"/>
            <w:vMerge/>
            <w:shd w:val="clear" w:color="auto" w:fill="auto"/>
            <w:vAlign w:val="center"/>
          </w:tcPr>
          <w:p w14:paraId="0984E3BF" w14:textId="77777777" w:rsidR="00C74589" w:rsidRPr="00EF2F0E" w:rsidRDefault="00C74589" w:rsidP="00C74589">
            <w:pPr>
              <w:pStyle w:val="TAL"/>
            </w:pPr>
          </w:p>
        </w:tc>
        <w:tc>
          <w:tcPr>
            <w:tcW w:w="2835" w:type="dxa"/>
            <w:shd w:val="clear" w:color="auto" w:fill="auto"/>
            <w:vAlign w:val="center"/>
          </w:tcPr>
          <w:p w14:paraId="0984E3C0" w14:textId="77777777" w:rsidR="00C74589" w:rsidRPr="00EF2F0E" w:rsidRDefault="00C74589" w:rsidP="00C74589">
            <w:pPr>
              <w:pStyle w:val="TAL"/>
            </w:pPr>
            <w:r w:rsidRPr="00EF2F0E">
              <w:rPr>
                <w:rFonts w:cs="Arial"/>
              </w:rPr>
              <w:t>±2710</w:t>
            </w:r>
          </w:p>
        </w:tc>
        <w:tc>
          <w:tcPr>
            <w:tcW w:w="3010" w:type="dxa"/>
            <w:shd w:val="clear" w:color="auto" w:fill="auto"/>
            <w:vAlign w:val="center"/>
          </w:tcPr>
          <w:p w14:paraId="0984E3C1" w14:textId="77777777" w:rsidR="00C74589" w:rsidRPr="00EF2F0E" w:rsidRDefault="00C74589" w:rsidP="00C74589">
            <w:pPr>
              <w:pStyle w:val="TAL"/>
              <w:rPr>
                <w:lang w:val="sv-SE"/>
              </w:rPr>
            </w:pPr>
            <w:r w:rsidRPr="00EF2F0E">
              <w:rPr>
                <w:lang w:val="sv-SE"/>
              </w:rPr>
              <w:t>E-UTRA signal, 1 RB (NOTE 1)</w:t>
            </w:r>
          </w:p>
        </w:tc>
      </w:tr>
      <w:tr w:rsidR="00C74589" w:rsidRPr="00EF2F0E" w14:paraId="0984E3C6" w14:textId="77777777" w:rsidTr="00A16236">
        <w:trPr>
          <w:jc w:val="center"/>
        </w:trPr>
        <w:tc>
          <w:tcPr>
            <w:tcW w:w="1809" w:type="dxa"/>
            <w:vMerge w:val="restart"/>
            <w:shd w:val="clear" w:color="auto" w:fill="auto"/>
            <w:vAlign w:val="center"/>
          </w:tcPr>
          <w:p w14:paraId="0984E3C3" w14:textId="77777777" w:rsidR="00C74589" w:rsidRPr="00EF2F0E" w:rsidRDefault="00C74589" w:rsidP="00C74589">
            <w:pPr>
              <w:pStyle w:val="TAL"/>
            </w:pPr>
            <w:r w:rsidRPr="00EF2F0E">
              <w:t>NR 70 MHz (Note 2)</w:t>
            </w:r>
          </w:p>
        </w:tc>
        <w:tc>
          <w:tcPr>
            <w:tcW w:w="2835" w:type="dxa"/>
            <w:shd w:val="clear" w:color="auto" w:fill="auto"/>
            <w:vAlign w:val="center"/>
          </w:tcPr>
          <w:p w14:paraId="0984E3C4" w14:textId="77777777" w:rsidR="00C74589" w:rsidRPr="00EF2F0E" w:rsidRDefault="00C74589" w:rsidP="00C74589">
            <w:pPr>
              <w:pStyle w:val="TAL"/>
            </w:pPr>
            <w:r w:rsidRPr="00EF2F0E">
              <w:rPr>
                <w:rFonts w:cs="Arial"/>
              </w:rPr>
              <w:t>±415</w:t>
            </w:r>
          </w:p>
        </w:tc>
        <w:tc>
          <w:tcPr>
            <w:tcW w:w="3010" w:type="dxa"/>
            <w:shd w:val="clear" w:color="auto" w:fill="auto"/>
            <w:vAlign w:val="center"/>
          </w:tcPr>
          <w:p w14:paraId="0984E3C5" w14:textId="77777777" w:rsidR="00C74589" w:rsidRPr="00EF2F0E" w:rsidRDefault="00C74589" w:rsidP="00C74589">
            <w:pPr>
              <w:pStyle w:val="TAL"/>
            </w:pPr>
            <w:r w:rsidRPr="00EF2F0E">
              <w:t>CW</w:t>
            </w:r>
          </w:p>
        </w:tc>
      </w:tr>
      <w:tr w:rsidR="00C74589" w:rsidRPr="00B74DF1" w14:paraId="0984E3CA" w14:textId="77777777" w:rsidTr="00A16236">
        <w:trPr>
          <w:jc w:val="center"/>
        </w:trPr>
        <w:tc>
          <w:tcPr>
            <w:tcW w:w="1809" w:type="dxa"/>
            <w:vMerge/>
            <w:shd w:val="clear" w:color="auto" w:fill="auto"/>
            <w:vAlign w:val="center"/>
          </w:tcPr>
          <w:p w14:paraId="0984E3C7" w14:textId="77777777" w:rsidR="00C74589" w:rsidRPr="00EF2F0E" w:rsidRDefault="00C74589" w:rsidP="00C74589">
            <w:pPr>
              <w:pStyle w:val="TAL"/>
            </w:pPr>
          </w:p>
        </w:tc>
        <w:tc>
          <w:tcPr>
            <w:tcW w:w="2835" w:type="dxa"/>
            <w:shd w:val="clear" w:color="auto" w:fill="auto"/>
            <w:vAlign w:val="center"/>
          </w:tcPr>
          <w:p w14:paraId="0984E3C8" w14:textId="77777777" w:rsidR="00C74589" w:rsidRPr="00EF2F0E" w:rsidRDefault="00C74589" w:rsidP="00C74589">
            <w:pPr>
              <w:pStyle w:val="TAL"/>
            </w:pPr>
            <w:r w:rsidRPr="00EF2F0E">
              <w:rPr>
                <w:rFonts w:cs="Arial"/>
              </w:rPr>
              <w:t>±2710</w:t>
            </w:r>
          </w:p>
        </w:tc>
        <w:tc>
          <w:tcPr>
            <w:tcW w:w="3010" w:type="dxa"/>
            <w:shd w:val="clear" w:color="auto" w:fill="auto"/>
            <w:vAlign w:val="center"/>
          </w:tcPr>
          <w:p w14:paraId="0984E3C9" w14:textId="77777777" w:rsidR="00C74589" w:rsidRPr="00EF2F0E" w:rsidRDefault="00C74589" w:rsidP="00C74589">
            <w:pPr>
              <w:pStyle w:val="TAL"/>
              <w:rPr>
                <w:lang w:val="sv-SE"/>
              </w:rPr>
            </w:pPr>
            <w:r w:rsidRPr="00EF2F0E">
              <w:rPr>
                <w:lang w:val="sv-SE"/>
              </w:rPr>
              <w:t>E-UTRA signal, 1 RB (NOTE 1)</w:t>
            </w:r>
          </w:p>
        </w:tc>
      </w:tr>
      <w:tr w:rsidR="00C74589" w:rsidRPr="00EF2F0E" w14:paraId="0984E3CE" w14:textId="77777777" w:rsidTr="00A16236">
        <w:trPr>
          <w:jc w:val="center"/>
        </w:trPr>
        <w:tc>
          <w:tcPr>
            <w:tcW w:w="1809" w:type="dxa"/>
            <w:vMerge w:val="restart"/>
            <w:shd w:val="clear" w:color="auto" w:fill="auto"/>
            <w:vAlign w:val="center"/>
          </w:tcPr>
          <w:p w14:paraId="0984E3CB" w14:textId="77777777" w:rsidR="00C74589" w:rsidRPr="00EF2F0E" w:rsidRDefault="00C74589" w:rsidP="00C74589">
            <w:pPr>
              <w:pStyle w:val="TAL"/>
            </w:pPr>
            <w:r w:rsidRPr="00EF2F0E">
              <w:t>NR 80 MHz (Note 2)</w:t>
            </w:r>
          </w:p>
        </w:tc>
        <w:tc>
          <w:tcPr>
            <w:tcW w:w="2835" w:type="dxa"/>
            <w:shd w:val="clear" w:color="auto" w:fill="auto"/>
            <w:vAlign w:val="center"/>
          </w:tcPr>
          <w:p w14:paraId="0984E3CC" w14:textId="77777777" w:rsidR="00C74589" w:rsidRPr="00EF2F0E" w:rsidRDefault="00C74589" w:rsidP="00C74589">
            <w:pPr>
              <w:pStyle w:val="TAL"/>
            </w:pPr>
            <w:r w:rsidRPr="00EF2F0E">
              <w:rPr>
                <w:rFonts w:cs="Arial"/>
              </w:rPr>
              <w:t>±435</w:t>
            </w:r>
          </w:p>
        </w:tc>
        <w:tc>
          <w:tcPr>
            <w:tcW w:w="3010" w:type="dxa"/>
            <w:shd w:val="clear" w:color="auto" w:fill="auto"/>
            <w:vAlign w:val="center"/>
          </w:tcPr>
          <w:p w14:paraId="0984E3CD" w14:textId="77777777" w:rsidR="00C74589" w:rsidRPr="00EF2F0E" w:rsidRDefault="00C74589" w:rsidP="00C74589">
            <w:pPr>
              <w:pStyle w:val="TAL"/>
            </w:pPr>
            <w:r w:rsidRPr="00EF2F0E">
              <w:t>CW</w:t>
            </w:r>
          </w:p>
        </w:tc>
      </w:tr>
      <w:tr w:rsidR="00C74589" w:rsidRPr="00B74DF1" w14:paraId="0984E3D2" w14:textId="77777777" w:rsidTr="00A16236">
        <w:trPr>
          <w:jc w:val="center"/>
        </w:trPr>
        <w:tc>
          <w:tcPr>
            <w:tcW w:w="1809" w:type="dxa"/>
            <w:vMerge/>
            <w:shd w:val="clear" w:color="auto" w:fill="auto"/>
            <w:vAlign w:val="center"/>
          </w:tcPr>
          <w:p w14:paraId="0984E3CF" w14:textId="77777777" w:rsidR="00C74589" w:rsidRPr="00EF2F0E" w:rsidRDefault="00C74589" w:rsidP="00C74589">
            <w:pPr>
              <w:pStyle w:val="TAL"/>
            </w:pPr>
          </w:p>
        </w:tc>
        <w:tc>
          <w:tcPr>
            <w:tcW w:w="2835" w:type="dxa"/>
            <w:shd w:val="clear" w:color="auto" w:fill="auto"/>
            <w:vAlign w:val="center"/>
          </w:tcPr>
          <w:p w14:paraId="0984E3D0" w14:textId="77777777" w:rsidR="00C74589" w:rsidRPr="00EF2F0E" w:rsidRDefault="00C74589" w:rsidP="00C74589">
            <w:pPr>
              <w:pStyle w:val="TAL"/>
            </w:pPr>
            <w:r w:rsidRPr="00EF2F0E">
              <w:rPr>
                <w:rFonts w:cs="Arial"/>
              </w:rPr>
              <w:t>±2710</w:t>
            </w:r>
          </w:p>
        </w:tc>
        <w:tc>
          <w:tcPr>
            <w:tcW w:w="3010" w:type="dxa"/>
            <w:shd w:val="clear" w:color="auto" w:fill="auto"/>
            <w:vAlign w:val="center"/>
          </w:tcPr>
          <w:p w14:paraId="0984E3D1" w14:textId="77777777" w:rsidR="00C74589" w:rsidRPr="00EF2F0E" w:rsidRDefault="00C74589" w:rsidP="00C74589">
            <w:pPr>
              <w:pStyle w:val="TAL"/>
              <w:rPr>
                <w:lang w:val="sv-SE"/>
              </w:rPr>
            </w:pPr>
            <w:r w:rsidRPr="00EF2F0E">
              <w:rPr>
                <w:lang w:val="sv-SE"/>
              </w:rPr>
              <w:t>E-UTRA signal, 1 RB (NOTE 1)</w:t>
            </w:r>
          </w:p>
        </w:tc>
      </w:tr>
      <w:tr w:rsidR="00C74589" w:rsidRPr="00EF2F0E" w14:paraId="0984E3D6" w14:textId="77777777" w:rsidTr="00A16236">
        <w:trPr>
          <w:jc w:val="center"/>
        </w:trPr>
        <w:tc>
          <w:tcPr>
            <w:tcW w:w="1809" w:type="dxa"/>
            <w:vMerge w:val="restart"/>
            <w:shd w:val="clear" w:color="auto" w:fill="auto"/>
            <w:vAlign w:val="center"/>
          </w:tcPr>
          <w:p w14:paraId="0984E3D3" w14:textId="77777777" w:rsidR="00C74589" w:rsidRPr="00EF2F0E" w:rsidRDefault="00C74589" w:rsidP="00C74589">
            <w:pPr>
              <w:pStyle w:val="TAL"/>
            </w:pPr>
            <w:r w:rsidRPr="00EF2F0E">
              <w:t>NR 90 MHz (Note 2)</w:t>
            </w:r>
          </w:p>
        </w:tc>
        <w:tc>
          <w:tcPr>
            <w:tcW w:w="2835" w:type="dxa"/>
            <w:shd w:val="clear" w:color="auto" w:fill="auto"/>
            <w:vAlign w:val="center"/>
          </w:tcPr>
          <w:p w14:paraId="0984E3D4" w14:textId="77777777" w:rsidR="00C74589" w:rsidRPr="00EF2F0E" w:rsidRDefault="00C74589" w:rsidP="00C74589">
            <w:pPr>
              <w:pStyle w:val="TAL"/>
            </w:pPr>
            <w:r w:rsidRPr="00EF2F0E">
              <w:rPr>
                <w:rFonts w:cs="Arial"/>
              </w:rPr>
              <w:t>±365</w:t>
            </w:r>
          </w:p>
        </w:tc>
        <w:tc>
          <w:tcPr>
            <w:tcW w:w="3010" w:type="dxa"/>
            <w:shd w:val="clear" w:color="auto" w:fill="auto"/>
            <w:vAlign w:val="center"/>
          </w:tcPr>
          <w:p w14:paraId="0984E3D5" w14:textId="77777777" w:rsidR="00C74589" w:rsidRPr="00EF2F0E" w:rsidRDefault="00C74589" w:rsidP="00C74589">
            <w:pPr>
              <w:pStyle w:val="TAL"/>
            </w:pPr>
            <w:r w:rsidRPr="00EF2F0E">
              <w:t>CW</w:t>
            </w:r>
          </w:p>
        </w:tc>
      </w:tr>
      <w:tr w:rsidR="00C74589" w:rsidRPr="00B74DF1" w14:paraId="0984E3DA" w14:textId="77777777" w:rsidTr="00A16236">
        <w:trPr>
          <w:jc w:val="center"/>
        </w:trPr>
        <w:tc>
          <w:tcPr>
            <w:tcW w:w="1809" w:type="dxa"/>
            <w:vMerge/>
            <w:shd w:val="clear" w:color="auto" w:fill="auto"/>
            <w:vAlign w:val="center"/>
          </w:tcPr>
          <w:p w14:paraId="0984E3D7" w14:textId="77777777" w:rsidR="00C74589" w:rsidRPr="00EF2F0E" w:rsidRDefault="00C74589" w:rsidP="00C74589">
            <w:pPr>
              <w:pStyle w:val="TAL"/>
            </w:pPr>
          </w:p>
        </w:tc>
        <w:tc>
          <w:tcPr>
            <w:tcW w:w="2835" w:type="dxa"/>
            <w:shd w:val="clear" w:color="auto" w:fill="auto"/>
            <w:vAlign w:val="center"/>
          </w:tcPr>
          <w:p w14:paraId="0984E3D8" w14:textId="77777777" w:rsidR="00C74589" w:rsidRPr="00EF2F0E" w:rsidRDefault="00C74589" w:rsidP="00C74589">
            <w:pPr>
              <w:pStyle w:val="TAL"/>
            </w:pPr>
            <w:r w:rsidRPr="00EF2F0E">
              <w:rPr>
                <w:rFonts w:cs="Arial"/>
              </w:rPr>
              <w:t>±2530</w:t>
            </w:r>
          </w:p>
        </w:tc>
        <w:tc>
          <w:tcPr>
            <w:tcW w:w="3010" w:type="dxa"/>
            <w:shd w:val="clear" w:color="auto" w:fill="auto"/>
            <w:vAlign w:val="center"/>
          </w:tcPr>
          <w:p w14:paraId="0984E3D9" w14:textId="77777777" w:rsidR="00C74589" w:rsidRPr="00EF2F0E" w:rsidRDefault="00C74589" w:rsidP="00C74589">
            <w:pPr>
              <w:pStyle w:val="TAL"/>
              <w:rPr>
                <w:lang w:val="sv-SE"/>
              </w:rPr>
            </w:pPr>
            <w:r w:rsidRPr="00EF2F0E">
              <w:rPr>
                <w:lang w:val="sv-SE"/>
              </w:rPr>
              <w:t>E-UTRA signal, 1 RB (NOTE 1)</w:t>
            </w:r>
          </w:p>
        </w:tc>
      </w:tr>
      <w:tr w:rsidR="00C74589" w:rsidRPr="00EF2F0E" w14:paraId="0984E3DE" w14:textId="77777777" w:rsidTr="00A16236">
        <w:trPr>
          <w:jc w:val="center"/>
        </w:trPr>
        <w:tc>
          <w:tcPr>
            <w:tcW w:w="1809" w:type="dxa"/>
            <w:vMerge w:val="restart"/>
            <w:shd w:val="clear" w:color="auto" w:fill="auto"/>
            <w:vAlign w:val="center"/>
          </w:tcPr>
          <w:p w14:paraId="0984E3DB" w14:textId="77777777" w:rsidR="00C74589" w:rsidRPr="00EF2F0E" w:rsidRDefault="00C74589" w:rsidP="00C74589">
            <w:pPr>
              <w:pStyle w:val="TAL"/>
            </w:pPr>
            <w:r w:rsidRPr="00EF2F0E">
              <w:t>NR 100 MHz (Note 2)</w:t>
            </w:r>
          </w:p>
        </w:tc>
        <w:tc>
          <w:tcPr>
            <w:tcW w:w="2835" w:type="dxa"/>
            <w:shd w:val="clear" w:color="auto" w:fill="auto"/>
            <w:vAlign w:val="center"/>
          </w:tcPr>
          <w:p w14:paraId="0984E3DC" w14:textId="77777777" w:rsidR="00C74589" w:rsidRPr="00EF2F0E" w:rsidRDefault="00C74589" w:rsidP="00C74589">
            <w:pPr>
              <w:pStyle w:val="TAL"/>
            </w:pPr>
            <w:r w:rsidRPr="00EF2F0E">
              <w:rPr>
                <w:rFonts w:cs="Arial"/>
              </w:rPr>
              <w:t>±385</w:t>
            </w:r>
          </w:p>
        </w:tc>
        <w:tc>
          <w:tcPr>
            <w:tcW w:w="3010" w:type="dxa"/>
            <w:shd w:val="clear" w:color="auto" w:fill="auto"/>
            <w:vAlign w:val="center"/>
          </w:tcPr>
          <w:p w14:paraId="0984E3DD" w14:textId="77777777" w:rsidR="00C74589" w:rsidRPr="00EF2F0E" w:rsidRDefault="00C74589" w:rsidP="00C74589">
            <w:pPr>
              <w:pStyle w:val="TAL"/>
            </w:pPr>
            <w:r w:rsidRPr="00EF2F0E">
              <w:t>CW</w:t>
            </w:r>
          </w:p>
        </w:tc>
      </w:tr>
      <w:tr w:rsidR="00C74589" w:rsidRPr="00B74DF1" w14:paraId="0984E3E2" w14:textId="77777777" w:rsidTr="00A16236">
        <w:trPr>
          <w:jc w:val="center"/>
        </w:trPr>
        <w:tc>
          <w:tcPr>
            <w:tcW w:w="1809" w:type="dxa"/>
            <w:vMerge/>
            <w:shd w:val="clear" w:color="auto" w:fill="auto"/>
            <w:vAlign w:val="center"/>
          </w:tcPr>
          <w:p w14:paraId="0984E3DF" w14:textId="77777777" w:rsidR="00C74589" w:rsidRPr="00EF2F0E" w:rsidRDefault="00C74589" w:rsidP="00C74589">
            <w:pPr>
              <w:pStyle w:val="TAC"/>
              <w:rPr>
                <w:rFonts w:cs="Arial"/>
              </w:rPr>
            </w:pPr>
          </w:p>
        </w:tc>
        <w:tc>
          <w:tcPr>
            <w:tcW w:w="2835" w:type="dxa"/>
            <w:shd w:val="clear" w:color="auto" w:fill="auto"/>
            <w:vAlign w:val="center"/>
          </w:tcPr>
          <w:p w14:paraId="0984E3E0" w14:textId="77777777" w:rsidR="00C74589" w:rsidRPr="00EF2F0E" w:rsidRDefault="00C74589" w:rsidP="00C74589">
            <w:pPr>
              <w:pStyle w:val="TAL"/>
            </w:pPr>
            <w:r w:rsidRPr="00EF2F0E">
              <w:rPr>
                <w:rFonts w:cs="Arial"/>
              </w:rPr>
              <w:t>±2530</w:t>
            </w:r>
          </w:p>
        </w:tc>
        <w:tc>
          <w:tcPr>
            <w:tcW w:w="3010" w:type="dxa"/>
            <w:shd w:val="clear" w:color="auto" w:fill="auto"/>
            <w:vAlign w:val="center"/>
          </w:tcPr>
          <w:p w14:paraId="0984E3E1" w14:textId="77777777" w:rsidR="00C74589" w:rsidRPr="00EF2F0E" w:rsidRDefault="00C74589" w:rsidP="00C74589">
            <w:pPr>
              <w:pStyle w:val="TAL"/>
              <w:rPr>
                <w:lang w:val="sv-SE"/>
              </w:rPr>
            </w:pPr>
            <w:r w:rsidRPr="00EF2F0E">
              <w:rPr>
                <w:lang w:val="sv-SE"/>
              </w:rPr>
              <w:t>E-UTRA signal, 1 RB (NOTE 1)</w:t>
            </w:r>
          </w:p>
        </w:tc>
      </w:tr>
      <w:tr w:rsidR="00C74589" w:rsidRPr="00EF2F0E" w14:paraId="0984E3E5" w14:textId="77777777" w:rsidTr="00463F76">
        <w:trPr>
          <w:jc w:val="center"/>
        </w:trPr>
        <w:tc>
          <w:tcPr>
            <w:tcW w:w="7654" w:type="dxa"/>
            <w:gridSpan w:val="3"/>
            <w:shd w:val="clear" w:color="auto" w:fill="auto"/>
            <w:vAlign w:val="center"/>
          </w:tcPr>
          <w:p w14:paraId="0984E3E3" w14:textId="77777777" w:rsidR="00C74589" w:rsidRPr="00EF2F0E" w:rsidRDefault="00C74589" w:rsidP="00C74589">
            <w:pPr>
              <w:pStyle w:val="TAN"/>
            </w:pPr>
            <w:r w:rsidRPr="00EF2F0E">
              <w:t>NOTE</w:t>
            </w:r>
            <w:r w:rsidRPr="00EF2F0E">
              <w:rPr>
                <w:lang w:eastAsia="ja-JP"/>
              </w:rPr>
              <w:t xml:space="preserve"> </w:t>
            </w:r>
            <w:r w:rsidRPr="00EF2F0E">
              <w:t>1:</w:t>
            </w:r>
            <w:r w:rsidRPr="00EF2F0E">
              <w:tab/>
              <w:t xml:space="preserve">Interfering signal consisting of one resource block positioned at the stated offset, the </w:t>
            </w:r>
            <w:r w:rsidRPr="00EF2F0E">
              <w:rPr>
                <w:i/>
              </w:rPr>
              <w:t>channel bandwidth</w:t>
            </w:r>
            <w:r w:rsidRPr="00EF2F0E">
              <w:t xml:space="preserve"> of the interfering signal is located adjacently to the </w:t>
            </w:r>
            <w:r w:rsidRPr="00EF2F0E">
              <w:rPr>
                <w:i/>
              </w:rPr>
              <w:t>Base Station RF Bandwidth</w:t>
            </w:r>
            <w:r w:rsidRPr="00EF2F0E">
              <w:t xml:space="preserve"> </w:t>
            </w:r>
            <w:r w:rsidRPr="00EF2F0E">
              <w:rPr>
                <w:i/>
              </w:rPr>
              <w:t>edge</w:t>
            </w:r>
            <w:r w:rsidRPr="00EF2F0E">
              <w:t xml:space="preserve">. </w:t>
            </w:r>
          </w:p>
          <w:p w14:paraId="0984E3E4" w14:textId="77777777" w:rsidR="00C74589" w:rsidRPr="00EF2F0E" w:rsidRDefault="00C74589" w:rsidP="00C74589">
            <w:pPr>
              <w:pStyle w:val="TAN"/>
            </w:pPr>
            <w:r w:rsidRPr="00EF2F0E">
              <w:t>NOTE</w:t>
            </w:r>
            <w:r w:rsidRPr="00EF2F0E">
              <w:rPr>
                <w:lang w:eastAsia="ja-JP"/>
              </w:rPr>
              <w:t xml:space="preserve"> </w:t>
            </w:r>
            <w:r w:rsidRPr="00EF2F0E">
              <w:t>2:</w:t>
            </w:r>
            <w:r w:rsidRPr="00EF2F0E">
              <w:tab/>
              <w:t>This requirement shall apply only for an E-UTRA FRC A1-3 mapped to the frequency range at the channel edge adjacent to the interfering signals.</w:t>
            </w:r>
          </w:p>
        </w:tc>
      </w:tr>
    </w:tbl>
    <w:p w14:paraId="0984E3E6" w14:textId="77777777" w:rsidR="00B15E99" w:rsidRPr="00EF2F0E" w:rsidRDefault="00B15E99" w:rsidP="00A40339">
      <w:pPr>
        <w:rPr>
          <w:lang w:eastAsia="zh-CN"/>
        </w:rPr>
      </w:pPr>
    </w:p>
    <w:p w14:paraId="0984E3E7" w14:textId="77777777" w:rsidR="00B15E99" w:rsidRPr="00EF2F0E" w:rsidRDefault="00B15E99" w:rsidP="00A40339">
      <w:pPr>
        <w:pStyle w:val="Heading3"/>
        <w:rPr>
          <w:lang w:eastAsia="zh-CN"/>
        </w:rPr>
      </w:pPr>
      <w:bookmarkStart w:id="2617" w:name="_Toc21095956"/>
      <w:bookmarkStart w:id="2618" w:name="_Toc29763155"/>
      <w:bookmarkStart w:id="2619" w:name="_Toc45869440"/>
      <w:bookmarkStart w:id="2620" w:name="_Toc52554688"/>
      <w:bookmarkStart w:id="2621" w:name="_Toc52555158"/>
      <w:bookmarkStart w:id="2622" w:name="_Toc61112383"/>
      <w:bookmarkStart w:id="2623" w:name="_Toc67911535"/>
      <w:bookmarkStart w:id="2624" w:name="_Toc74843010"/>
      <w:bookmarkStart w:id="2625" w:name="_Toc76503393"/>
      <w:bookmarkStart w:id="2626" w:name="_Toc83040836"/>
      <w:bookmarkStart w:id="2627" w:name="_Toc89851879"/>
      <w:bookmarkStart w:id="2628" w:name="_Toc98676233"/>
      <w:r w:rsidRPr="00EF2F0E">
        <w:rPr>
          <w:lang w:eastAsia="zh-CN"/>
        </w:rPr>
        <w:t>7.7.3</w:t>
      </w:r>
      <w:r w:rsidRPr="00EF2F0E">
        <w:rPr>
          <w:lang w:eastAsia="zh-CN"/>
        </w:rPr>
        <w:tab/>
        <w:t>Minimum requirement for single RAT UTRA operation</w:t>
      </w:r>
      <w:bookmarkEnd w:id="2617"/>
      <w:bookmarkEnd w:id="2618"/>
      <w:bookmarkEnd w:id="2619"/>
      <w:bookmarkEnd w:id="2620"/>
      <w:bookmarkEnd w:id="2621"/>
      <w:bookmarkEnd w:id="2622"/>
      <w:bookmarkEnd w:id="2623"/>
      <w:bookmarkEnd w:id="2624"/>
      <w:bookmarkEnd w:id="2625"/>
      <w:bookmarkEnd w:id="2626"/>
      <w:bookmarkEnd w:id="2627"/>
      <w:bookmarkEnd w:id="2628"/>
    </w:p>
    <w:p w14:paraId="0984E3E8" w14:textId="77777777" w:rsidR="00B15E99" w:rsidRPr="00EF2F0E" w:rsidRDefault="00B15E99" w:rsidP="00A40339">
      <w:pPr>
        <w:rPr>
          <w:lang w:eastAsia="zh-CN"/>
        </w:rPr>
      </w:pPr>
      <w:r w:rsidRPr="00EF2F0E">
        <w:rPr>
          <w:lang w:eastAsia="zh-CN"/>
        </w:rPr>
        <w:t>The single RAT UTRA FDD AAS BS of Wide Area BS class shall fulfil minimum requirements for receiver intermodulation specified in 3GPP TS 25.104 [6], subclause 7.6.1.</w:t>
      </w:r>
    </w:p>
    <w:p w14:paraId="0984E3E9" w14:textId="77777777" w:rsidR="00B15E99" w:rsidRPr="00EF2F0E" w:rsidRDefault="00B15E99" w:rsidP="00A40339">
      <w:pPr>
        <w:rPr>
          <w:lang w:eastAsia="zh-CN"/>
        </w:rPr>
      </w:pPr>
      <w:r w:rsidRPr="00EF2F0E">
        <w:rPr>
          <w:lang w:eastAsia="zh-CN"/>
        </w:rPr>
        <w:t>The single RAT UTRA FDD AAS BS of Medium Range BS class shall fulfil minimum requirements for receiver intermodulation specified in 3GPP TS 25.104 [6], subclause 7.6.1.</w:t>
      </w:r>
    </w:p>
    <w:p w14:paraId="0984E3EA" w14:textId="77777777" w:rsidR="00B15E99" w:rsidRPr="00EF2F0E" w:rsidRDefault="00B15E99" w:rsidP="00A40339">
      <w:pPr>
        <w:rPr>
          <w:lang w:eastAsia="zh-CN"/>
        </w:rPr>
      </w:pPr>
      <w:r w:rsidRPr="00EF2F0E">
        <w:rPr>
          <w:lang w:eastAsia="zh-CN"/>
        </w:rPr>
        <w:t>The single RAT UTRA FDD AAS BS of Local Area BS class shall fulfil minimum requirements for receiver intermodulation specified in 3GPP TS 25.104 [6], subclause 7.6.1.</w:t>
      </w:r>
    </w:p>
    <w:p w14:paraId="0984E3EB" w14:textId="77777777" w:rsidR="00B15E99" w:rsidRPr="00EF2F0E" w:rsidRDefault="00B15E99" w:rsidP="00A40339">
      <w:pPr>
        <w:rPr>
          <w:lang w:eastAsia="zh-CN"/>
        </w:rPr>
      </w:pPr>
      <w:r w:rsidRPr="00EF2F0E">
        <w:rPr>
          <w:lang w:eastAsia="zh-CN"/>
        </w:rPr>
        <w:t>The single RAT UTRA TDD AAS BS of Wide Area BS class shall fulfil minimum requirements for receiver intermodulation specified in 3GPP TS 25.105 [7], subclause 7.6.1.2.</w:t>
      </w:r>
    </w:p>
    <w:p w14:paraId="0984E3EC" w14:textId="77777777" w:rsidR="00B15E99" w:rsidRPr="00EF2F0E" w:rsidRDefault="00B15E99" w:rsidP="00A40339">
      <w:pPr>
        <w:rPr>
          <w:lang w:eastAsia="zh-CN"/>
        </w:rPr>
      </w:pPr>
      <w:r w:rsidRPr="00EF2F0E">
        <w:rPr>
          <w:lang w:eastAsia="zh-CN"/>
        </w:rPr>
        <w:t>The single RAT UTRA TDD AAS BS of Local Area BS class shall fulfil minimum requirements for receiver intermodulation specified in 3GPP TS 25.105 [7], subclause 7.6.1.2.</w:t>
      </w:r>
    </w:p>
    <w:p w14:paraId="0984E3ED" w14:textId="77777777" w:rsidR="00B15E99" w:rsidRPr="00EF2F0E" w:rsidRDefault="00B15E99" w:rsidP="00A40339">
      <w:pPr>
        <w:pStyle w:val="Heading3"/>
        <w:rPr>
          <w:lang w:eastAsia="zh-CN"/>
        </w:rPr>
      </w:pPr>
      <w:bookmarkStart w:id="2629" w:name="_Toc21095957"/>
      <w:bookmarkStart w:id="2630" w:name="_Toc29763156"/>
      <w:bookmarkStart w:id="2631" w:name="_Toc45869441"/>
      <w:bookmarkStart w:id="2632" w:name="_Toc52554689"/>
      <w:bookmarkStart w:id="2633" w:name="_Toc52555159"/>
      <w:bookmarkStart w:id="2634" w:name="_Toc61112384"/>
      <w:bookmarkStart w:id="2635" w:name="_Toc67911536"/>
      <w:bookmarkStart w:id="2636" w:name="_Toc74843011"/>
      <w:bookmarkStart w:id="2637" w:name="_Toc76503394"/>
      <w:bookmarkStart w:id="2638" w:name="_Toc83040837"/>
      <w:bookmarkStart w:id="2639" w:name="_Toc89851880"/>
      <w:bookmarkStart w:id="2640" w:name="_Toc98676234"/>
      <w:r w:rsidRPr="00EF2F0E">
        <w:rPr>
          <w:lang w:eastAsia="zh-CN"/>
        </w:rPr>
        <w:t>7.7.4</w:t>
      </w:r>
      <w:r w:rsidRPr="00EF2F0E">
        <w:rPr>
          <w:lang w:eastAsia="zh-CN"/>
        </w:rPr>
        <w:tab/>
        <w:t>Minimum requirement for single RAT E- UTRA operation</w:t>
      </w:r>
      <w:bookmarkEnd w:id="2629"/>
      <w:bookmarkEnd w:id="2630"/>
      <w:bookmarkEnd w:id="2631"/>
      <w:bookmarkEnd w:id="2632"/>
      <w:bookmarkEnd w:id="2633"/>
      <w:bookmarkEnd w:id="2634"/>
      <w:bookmarkEnd w:id="2635"/>
      <w:bookmarkEnd w:id="2636"/>
      <w:bookmarkEnd w:id="2637"/>
      <w:bookmarkEnd w:id="2638"/>
      <w:bookmarkEnd w:id="2639"/>
      <w:bookmarkEnd w:id="2640"/>
    </w:p>
    <w:p w14:paraId="0984E3EE" w14:textId="77777777" w:rsidR="00B15E99" w:rsidRPr="00EF2F0E" w:rsidRDefault="00B15E99" w:rsidP="00A40339">
      <w:pPr>
        <w:rPr>
          <w:lang w:eastAsia="zh-CN"/>
        </w:rPr>
      </w:pPr>
      <w:r w:rsidRPr="00EF2F0E">
        <w:rPr>
          <w:lang w:eastAsia="zh-CN"/>
        </w:rPr>
        <w:t>The single RAT E-UTRA AAS BS of Wide Area BS class shall fulfil minimum requirements for receiver intermodulation specified in 3GPP TS 36.104 [8], subclause 7.8.</w:t>
      </w:r>
    </w:p>
    <w:p w14:paraId="0984E3EF" w14:textId="77777777" w:rsidR="00B15E99" w:rsidRPr="00EF2F0E" w:rsidRDefault="00B15E99" w:rsidP="00A40339">
      <w:pPr>
        <w:rPr>
          <w:lang w:eastAsia="zh-CN"/>
        </w:rPr>
      </w:pPr>
      <w:r w:rsidRPr="00EF2F0E">
        <w:rPr>
          <w:lang w:eastAsia="zh-CN"/>
        </w:rPr>
        <w:t>The single RAT E-UTRA AAS BS of Medium Range BS class shall fulfil minimum requirements for receiver intermodulation specified in 3GPP TS 36.104 [8], subclause 7.8.</w:t>
      </w:r>
    </w:p>
    <w:p w14:paraId="0984E3F0" w14:textId="77777777" w:rsidR="00B15E99" w:rsidRPr="00EF2F0E" w:rsidRDefault="00B15E99" w:rsidP="00A40339">
      <w:pPr>
        <w:rPr>
          <w:lang w:eastAsia="zh-CN"/>
        </w:rPr>
      </w:pPr>
      <w:r w:rsidRPr="00EF2F0E">
        <w:rPr>
          <w:lang w:eastAsia="zh-CN"/>
        </w:rPr>
        <w:t>The single RAT E-UTRA AAS BS of Local Area BS class shall fulfil minimum requirements for receiver intermodulation specified in 3GPP TS 36.104 [8], subclause 7.8.</w:t>
      </w:r>
    </w:p>
    <w:p w14:paraId="0984E3F1" w14:textId="77777777" w:rsidR="00B15E99" w:rsidRPr="00EF2F0E" w:rsidRDefault="00B15E99" w:rsidP="00A40339">
      <w:pPr>
        <w:pStyle w:val="Heading2"/>
      </w:pPr>
      <w:bookmarkStart w:id="2641" w:name="_Toc21095958"/>
      <w:bookmarkStart w:id="2642" w:name="_Toc29763157"/>
      <w:bookmarkStart w:id="2643" w:name="_Toc45869442"/>
      <w:bookmarkStart w:id="2644" w:name="_Toc52554690"/>
      <w:bookmarkStart w:id="2645" w:name="_Toc52555160"/>
      <w:bookmarkStart w:id="2646" w:name="_Toc61112385"/>
      <w:bookmarkStart w:id="2647" w:name="_Toc67911537"/>
      <w:bookmarkStart w:id="2648" w:name="_Toc74843012"/>
      <w:bookmarkStart w:id="2649" w:name="_Toc76503395"/>
      <w:bookmarkStart w:id="2650" w:name="_Toc83040838"/>
      <w:bookmarkStart w:id="2651" w:name="_Toc89851881"/>
      <w:bookmarkStart w:id="2652" w:name="_Toc98676235"/>
      <w:r w:rsidRPr="00EF2F0E">
        <w:t>7.8</w:t>
      </w:r>
      <w:r w:rsidRPr="00EF2F0E">
        <w:tab/>
        <w:t>In-channel selectivity</w:t>
      </w:r>
      <w:bookmarkEnd w:id="2641"/>
      <w:bookmarkEnd w:id="2642"/>
      <w:bookmarkEnd w:id="2643"/>
      <w:bookmarkEnd w:id="2644"/>
      <w:bookmarkEnd w:id="2645"/>
      <w:bookmarkEnd w:id="2646"/>
      <w:bookmarkEnd w:id="2647"/>
      <w:bookmarkEnd w:id="2648"/>
      <w:bookmarkEnd w:id="2649"/>
      <w:bookmarkEnd w:id="2650"/>
      <w:bookmarkEnd w:id="2651"/>
      <w:bookmarkEnd w:id="2652"/>
    </w:p>
    <w:p w14:paraId="0984E3F2" w14:textId="77777777" w:rsidR="00B15E99" w:rsidRPr="00EF2F0E" w:rsidRDefault="00B15E99" w:rsidP="00A40339">
      <w:pPr>
        <w:pStyle w:val="Heading3"/>
      </w:pPr>
      <w:bookmarkStart w:id="2653" w:name="_Toc21095959"/>
      <w:bookmarkStart w:id="2654" w:name="_Toc29763158"/>
      <w:bookmarkStart w:id="2655" w:name="_Toc45869443"/>
      <w:bookmarkStart w:id="2656" w:name="_Toc52554691"/>
      <w:bookmarkStart w:id="2657" w:name="_Toc52555161"/>
      <w:bookmarkStart w:id="2658" w:name="_Toc61112386"/>
      <w:bookmarkStart w:id="2659" w:name="_Toc67911538"/>
      <w:bookmarkStart w:id="2660" w:name="_Toc74843013"/>
      <w:bookmarkStart w:id="2661" w:name="_Toc76503396"/>
      <w:bookmarkStart w:id="2662" w:name="_Toc83040839"/>
      <w:bookmarkStart w:id="2663" w:name="_Toc89851882"/>
      <w:bookmarkStart w:id="2664" w:name="_Toc98676236"/>
      <w:r w:rsidRPr="00EF2F0E">
        <w:t>7.8.1</w:t>
      </w:r>
      <w:r w:rsidRPr="00EF2F0E">
        <w:tab/>
        <w:t>General</w:t>
      </w:r>
      <w:bookmarkEnd w:id="2653"/>
      <w:bookmarkEnd w:id="2654"/>
      <w:bookmarkEnd w:id="2655"/>
      <w:bookmarkEnd w:id="2656"/>
      <w:bookmarkEnd w:id="2657"/>
      <w:bookmarkEnd w:id="2658"/>
      <w:bookmarkEnd w:id="2659"/>
      <w:bookmarkEnd w:id="2660"/>
      <w:bookmarkEnd w:id="2661"/>
      <w:bookmarkEnd w:id="2662"/>
      <w:bookmarkEnd w:id="2663"/>
      <w:bookmarkEnd w:id="2664"/>
    </w:p>
    <w:p w14:paraId="0984E3F3" w14:textId="77777777" w:rsidR="00B15E99" w:rsidRPr="00EF2F0E" w:rsidRDefault="00B15E99" w:rsidP="00A40339">
      <w:pPr>
        <w:rPr>
          <w:i/>
          <w:lang w:eastAsia="zh-CN"/>
        </w:rPr>
      </w:pPr>
      <w:r w:rsidRPr="00EF2F0E">
        <w:rPr>
          <w:rFonts w:cs="v5.0.0"/>
        </w:rPr>
        <w:t>In-channel selectivity (ICS) is a measure of the receiver unit ability to receive a wanted signal at its assigned resource block locations in the presence of an interfering signal received at a larger power spectral density.</w:t>
      </w:r>
      <w:r w:rsidRPr="00EF2F0E">
        <w:t xml:space="preserve"> In this condition a throughput requirement shall be met for a specified reference measurement channel</w:t>
      </w:r>
      <w:r w:rsidRPr="00EF2F0E">
        <w:rPr>
          <w:rFonts w:cs="v5.0.0"/>
        </w:rPr>
        <w:t xml:space="preserve">. The requirement applies per </w:t>
      </w:r>
      <w:r w:rsidRPr="00EF2F0E">
        <w:rPr>
          <w:rFonts w:cs="v5.0.0"/>
          <w:i/>
        </w:rPr>
        <w:t>TAB connector</w:t>
      </w:r>
      <w:r w:rsidRPr="00EF2F0E">
        <w:rPr>
          <w:rFonts w:cs="v5.0.0"/>
        </w:rPr>
        <w:t>.</w:t>
      </w:r>
    </w:p>
    <w:p w14:paraId="0984E3F4" w14:textId="77777777" w:rsidR="00B15E99" w:rsidRPr="00EF2F0E" w:rsidRDefault="00B15E99" w:rsidP="00A40339">
      <w:pPr>
        <w:pStyle w:val="Heading3"/>
        <w:rPr>
          <w:lang w:eastAsia="zh-CN"/>
        </w:rPr>
      </w:pPr>
      <w:bookmarkStart w:id="2665" w:name="_Toc21095960"/>
      <w:bookmarkStart w:id="2666" w:name="_Toc29763159"/>
      <w:bookmarkStart w:id="2667" w:name="_Toc45869444"/>
      <w:bookmarkStart w:id="2668" w:name="_Toc52554692"/>
      <w:bookmarkStart w:id="2669" w:name="_Toc52555162"/>
      <w:bookmarkStart w:id="2670" w:name="_Toc61112387"/>
      <w:bookmarkStart w:id="2671" w:name="_Toc67911539"/>
      <w:bookmarkStart w:id="2672" w:name="_Toc74843014"/>
      <w:bookmarkStart w:id="2673" w:name="_Toc76503397"/>
      <w:bookmarkStart w:id="2674" w:name="_Toc83040840"/>
      <w:bookmarkStart w:id="2675" w:name="_Toc89851883"/>
      <w:bookmarkStart w:id="2676" w:name="_Toc98676237"/>
      <w:r w:rsidRPr="00EF2F0E">
        <w:rPr>
          <w:lang w:eastAsia="zh-CN"/>
        </w:rPr>
        <w:t>7.8.2</w:t>
      </w:r>
      <w:r w:rsidRPr="00EF2F0E">
        <w:rPr>
          <w:lang w:eastAsia="zh-CN"/>
        </w:rPr>
        <w:tab/>
        <w:t>Minimum requirement for MSR operation</w:t>
      </w:r>
      <w:bookmarkEnd w:id="2665"/>
      <w:bookmarkEnd w:id="2666"/>
      <w:bookmarkEnd w:id="2667"/>
      <w:bookmarkEnd w:id="2668"/>
      <w:bookmarkEnd w:id="2669"/>
      <w:bookmarkEnd w:id="2670"/>
      <w:bookmarkEnd w:id="2671"/>
      <w:bookmarkEnd w:id="2672"/>
      <w:bookmarkEnd w:id="2673"/>
      <w:bookmarkEnd w:id="2674"/>
      <w:bookmarkEnd w:id="2675"/>
      <w:bookmarkEnd w:id="2676"/>
    </w:p>
    <w:p w14:paraId="0984E3F5" w14:textId="77777777" w:rsidR="00B15E99" w:rsidRPr="00EF2F0E" w:rsidRDefault="00B15E99" w:rsidP="00A40339">
      <w:r w:rsidRPr="00EF2F0E">
        <w:t>For E-UTRA, the minimum requirement for in-channel selectivity is specified in subclause 7.8.4.</w:t>
      </w:r>
    </w:p>
    <w:p w14:paraId="0984E3F6" w14:textId="77777777" w:rsidR="00B15E99" w:rsidRPr="00EF2F0E" w:rsidRDefault="00B15E99" w:rsidP="00A40339">
      <w:r w:rsidRPr="00EF2F0E">
        <w:t xml:space="preserve">For NR, the minimum requirement for in-channel selectivity is specified in 3GPP TS 38.104 [28] for </w:t>
      </w:r>
      <w:r w:rsidRPr="00EF2F0E">
        <w:rPr>
          <w:i/>
        </w:rPr>
        <w:t>BS type 1-H</w:t>
      </w:r>
      <w:r w:rsidRPr="00EF2F0E">
        <w:t xml:space="preserve"> in subclause 7.8.2.</w:t>
      </w:r>
    </w:p>
    <w:p w14:paraId="0984E3F7" w14:textId="77777777" w:rsidR="00B15E99" w:rsidRPr="00EF2F0E" w:rsidRDefault="00B15E99" w:rsidP="00A40339">
      <w:pPr>
        <w:rPr>
          <w:lang w:eastAsia="zh-CN"/>
        </w:rPr>
      </w:pPr>
      <w:r w:rsidRPr="00EF2F0E">
        <w:rPr>
          <w:lang w:eastAsia="zh-CN"/>
        </w:rPr>
        <w:t>This requirement is not applicable for UTRA operation.</w:t>
      </w:r>
    </w:p>
    <w:p w14:paraId="0984E3F8" w14:textId="77777777" w:rsidR="00B15E99" w:rsidRPr="00EF2F0E" w:rsidRDefault="00B15E99" w:rsidP="00A40339">
      <w:pPr>
        <w:pStyle w:val="Heading3"/>
        <w:rPr>
          <w:lang w:eastAsia="zh-CN"/>
        </w:rPr>
      </w:pPr>
      <w:bookmarkStart w:id="2677" w:name="_Toc21095961"/>
      <w:bookmarkStart w:id="2678" w:name="_Toc29763160"/>
      <w:bookmarkStart w:id="2679" w:name="_Toc45869445"/>
      <w:bookmarkStart w:id="2680" w:name="_Toc52554693"/>
      <w:bookmarkStart w:id="2681" w:name="_Toc52555163"/>
      <w:bookmarkStart w:id="2682" w:name="_Toc61112388"/>
      <w:bookmarkStart w:id="2683" w:name="_Toc67911540"/>
      <w:bookmarkStart w:id="2684" w:name="_Toc74843015"/>
      <w:bookmarkStart w:id="2685" w:name="_Toc76503398"/>
      <w:bookmarkStart w:id="2686" w:name="_Toc83040841"/>
      <w:bookmarkStart w:id="2687" w:name="_Toc89851884"/>
      <w:bookmarkStart w:id="2688" w:name="_Toc98676238"/>
      <w:r w:rsidRPr="00EF2F0E">
        <w:rPr>
          <w:lang w:eastAsia="zh-CN"/>
        </w:rPr>
        <w:t>7.8.3</w:t>
      </w:r>
      <w:r w:rsidRPr="00EF2F0E">
        <w:rPr>
          <w:lang w:eastAsia="zh-CN"/>
        </w:rPr>
        <w:tab/>
        <w:t>Minimum requirement for single RAT UTRA operation</w:t>
      </w:r>
      <w:bookmarkEnd w:id="2677"/>
      <w:bookmarkEnd w:id="2678"/>
      <w:bookmarkEnd w:id="2679"/>
      <w:bookmarkEnd w:id="2680"/>
      <w:bookmarkEnd w:id="2681"/>
      <w:bookmarkEnd w:id="2682"/>
      <w:bookmarkEnd w:id="2683"/>
      <w:bookmarkEnd w:id="2684"/>
      <w:bookmarkEnd w:id="2685"/>
      <w:bookmarkEnd w:id="2686"/>
      <w:bookmarkEnd w:id="2687"/>
      <w:bookmarkEnd w:id="2688"/>
    </w:p>
    <w:p w14:paraId="0984E3F9" w14:textId="77777777" w:rsidR="00B15E99" w:rsidRPr="00EF2F0E" w:rsidRDefault="00B15E99" w:rsidP="00A40339">
      <w:pPr>
        <w:rPr>
          <w:lang w:eastAsia="zh-CN"/>
        </w:rPr>
      </w:pPr>
      <w:r w:rsidRPr="00EF2F0E">
        <w:rPr>
          <w:lang w:eastAsia="zh-CN"/>
        </w:rPr>
        <w:t>This requirement is not applicable for UTRA BS.</w:t>
      </w:r>
    </w:p>
    <w:p w14:paraId="0984E3FA" w14:textId="77777777" w:rsidR="00B15E99" w:rsidRPr="00EF2F0E" w:rsidRDefault="00B15E99" w:rsidP="00A40339">
      <w:pPr>
        <w:pStyle w:val="Heading3"/>
        <w:rPr>
          <w:lang w:eastAsia="zh-CN"/>
        </w:rPr>
      </w:pPr>
      <w:bookmarkStart w:id="2689" w:name="_Toc21095962"/>
      <w:bookmarkStart w:id="2690" w:name="_Toc29763161"/>
      <w:bookmarkStart w:id="2691" w:name="_Toc45869446"/>
      <w:bookmarkStart w:id="2692" w:name="_Toc52554694"/>
      <w:bookmarkStart w:id="2693" w:name="_Toc52555164"/>
      <w:bookmarkStart w:id="2694" w:name="_Toc61112389"/>
      <w:bookmarkStart w:id="2695" w:name="_Toc67911541"/>
      <w:bookmarkStart w:id="2696" w:name="_Toc74843016"/>
      <w:bookmarkStart w:id="2697" w:name="_Toc76503399"/>
      <w:bookmarkStart w:id="2698" w:name="_Toc83040842"/>
      <w:bookmarkStart w:id="2699" w:name="_Toc89851885"/>
      <w:bookmarkStart w:id="2700" w:name="_Toc98676239"/>
      <w:r w:rsidRPr="00EF2F0E">
        <w:rPr>
          <w:lang w:eastAsia="zh-CN"/>
        </w:rPr>
        <w:t>7.8.4</w:t>
      </w:r>
      <w:r w:rsidRPr="00EF2F0E">
        <w:rPr>
          <w:lang w:eastAsia="zh-CN"/>
        </w:rPr>
        <w:tab/>
        <w:t>Minimum requirement for single RAT E-UTRA operation</w:t>
      </w:r>
      <w:bookmarkEnd w:id="2689"/>
      <w:bookmarkEnd w:id="2690"/>
      <w:bookmarkEnd w:id="2691"/>
      <w:bookmarkEnd w:id="2692"/>
      <w:bookmarkEnd w:id="2693"/>
      <w:bookmarkEnd w:id="2694"/>
      <w:bookmarkEnd w:id="2695"/>
      <w:bookmarkEnd w:id="2696"/>
      <w:bookmarkEnd w:id="2697"/>
      <w:bookmarkEnd w:id="2698"/>
      <w:bookmarkEnd w:id="2699"/>
      <w:bookmarkEnd w:id="2700"/>
    </w:p>
    <w:p w14:paraId="0984E3FB" w14:textId="77777777" w:rsidR="00B15E99" w:rsidRPr="00EF2F0E" w:rsidRDefault="00B15E99" w:rsidP="00A40339">
      <w:pPr>
        <w:rPr>
          <w:lang w:eastAsia="zh-CN"/>
        </w:rPr>
      </w:pPr>
      <w:r w:rsidRPr="00EF2F0E">
        <w:rPr>
          <w:lang w:eastAsia="zh-CN"/>
        </w:rPr>
        <w:t>The single RAT E-UTRA AAS BS of Wide Area BS class shall fulfil minimum requirements for in-channel selectivity specified in 3GPP TS 36.104 [8], subclause 7.4.1.</w:t>
      </w:r>
    </w:p>
    <w:p w14:paraId="0984E3FC" w14:textId="77777777" w:rsidR="00B15E99" w:rsidRPr="00EF2F0E" w:rsidRDefault="00B15E99" w:rsidP="00A40339">
      <w:pPr>
        <w:rPr>
          <w:lang w:eastAsia="zh-CN"/>
        </w:rPr>
      </w:pPr>
      <w:r w:rsidRPr="00EF2F0E">
        <w:rPr>
          <w:lang w:eastAsia="zh-CN"/>
        </w:rPr>
        <w:t>The single RAT E-UTRA AAS BS of Medium Range BS class shall fulfil minimum requirements for in-channel selectivity specified in 3GPP TS 36.104 [8], subclause 7.4.1.</w:t>
      </w:r>
    </w:p>
    <w:p w14:paraId="0984E3FD" w14:textId="77777777" w:rsidR="00B15E99" w:rsidRPr="00EF2F0E" w:rsidRDefault="00B15E99" w:rsidP="00A40339">
      <w:pPr>
        <w:rPr>
          <w:lang w:eastAsia="zh-CN"/>
        </w:rPr>
      </w:pPr>
      <w:r w:rsidRPr="00EF2F0E">
        <w:rPr>
          <w:lang w:eastAsia="zh-CN"/>
        </w:rPr>
        <w:t>The single RAT E-UTRA AAS BS of Local Area BS class shall fulfil minimum requirements for in-channel selectivity specified in 3GPP TS 36.104 [8], subclause 7.4.1.</w:t>
      </w:r>
    </w:p>
    <w:p w14:paraId="0984E3FE" w14:textId="77777777" w:rsidR="00B15E99" w:rsidRPr="00EF2F0E" w:rsidRDefault="00B15E99" w:rsidP="00A40339">
      <w:r w:rsidRPr="00EF2F0E">
        <w:rPr>
          <w:rFonts w:eastAsia="MS PGothic"/>
        </w:rPr>
        <w:t>The interfering signal shall be</w:t>
      </w:r>
      <w:r w:rsidRPr="00EF2F0E">
        <w:rPr>
          <w:rFonts w:eastAsia="MS PGothic" w:cs="v4.2.0"/>
        </w:rPr>
        <w:t xml:space="preserve"> an </w:t>
      </w:r>
      <w:r w:rsidRPr="00EF2F0E">
        <w:rPr>
          <w:rFonts w:eastAsia="MS PGothic"/>
        </w:rPr>
        <w:t>E-UTRA signal as specified in 3GPP TS 36.104 [8], annex C and shall be time aligned with the wanted signal</w:t>
      </w:r>
      <w:r w:rsidRPr="00EF2F0E">
        <w:rPr>
          <w:rFonts w:eastAsia="MS PGothic" w:cs="v4.2.0"/>
        </w:rPr>
        <w:t>.</w:t>
      </w:r>
    </w:p>
    <w:p w14:paraId="0984E3FF" w14:textId="77777777" w:rsidR="00FB41C0" w:rsidRPr="00EF2F0E" w:rsidRDefault="00FB41C0" w:rsidP="00FB41C0">
      <w:pPr>
        <w:pStyle w:val="Heading1"/>
      </w:pPr>
      <w:bookmarkStart w:id="2701" w:name="_Toc21095963"/>
      <w:bookmarkStart w:id="2702" w:name="_Toc29763162"/>
      <w:bookmarkStart w:id="2703" w:name="_Toc45869447"/>
      <w:bookmarkStart w:id="2704" w:name="_Toc52554695"/>
      <w:bookmarkStart w:id="2705" w:name="_Toc52555165"/>
      <w:bookmarkStart w:id="2706" w:name="_Toc61112390"/>
      <w:bookmarkStart w:id="2707" w:name="_Toc67911542"/>
      <w:bookmarkStart w:id="2708" w:name="_Toc74843017"/>
      <w:bookmarkStart w:id="2709" w:name="_Toc76503400"/>
      <w:bookmarkStart w:id="2710" w:name="_Toc83040843"/>
      <w:bookmarkStart w:id="2711" w:name="_Toc89851886"/>
      <w:bookmarkStart w:id="2712" w:name="_Toc98676240"/>
      <w:r w:rsidRPr="00EF2F0E">
        <w:t>8</w:t>
      </w:r>
      <w:r w:rsidRPr="00EF2F0E">
        <w:tab/>
        <w:t>Performance requirements</w:t>
      </w:r>
      <w:bookmarkEnd w:id="2701"/>
      <w:bookmarkEnd w:id="2702"/>
      <w:bookmarkEnd w:id="2703"/>
      <w:bookmarkEnd w:id="2704"/>
      <w:bookmarkEnd w:id="2705"/>
      <w:bookmarkEnd w:id="2706"/>
      <w:bookmarkEnd w:id="2707"/>
      <w:bookmarkEnd w:id="2708"/>
      <w:bookmarkEnd w:id="2709"/>
      <w:bookmarkEnd w:id="2710"/>
      <w:bookmarkEnd w:id="2711"/>
      <w:bookmarkEnd w:id="2712"/>
    </w:p>
    <w:p w14:paraId="0984E400" w14:textId="77777777" w:rsidR="00FB41C0" w:rsidRPr="00EF2F0E" w:rsidRDefault="00FB41C0" w:rsidP="00FB41C0">
      <w:pPr>
        <w:pStyle w:val="Heading2"/>
      </w:pPr>
      <w:bookmarkStart w:id="2713" w:name="_Toc21095964"/>
      <w:bookmarkStart w:id="2714" w:name="_Toc29763163"/>
      <w:bookmarkStart w:id="2715" w:name="_Toc45869448"/>
      <w:bookmarkStart w:id="2716" w:name="_Toc52554696"/>
      <w:bookmarkStart w:id="2717" w:name="_Toc52555166"/>
      <w:bookmarkStart w:id="2718" w:name="_Toc61112391"/>
      <w:bookmarkStart w:id="2719" w:name="_Toc67911543"/>
      <w:bookmarkStart w:id="2720" w:name="_Toc74843018"/>
      <w:bookmarkStart w:id="2721" w:name="_Toc76503401"/>
      <w:bookmarkStart w:id="2722" w:name="_Toc83040844"/>
      <w:bookmarkStart w:id="2723" w:name="_Toc89851887"/>
      <w:bookmarkStart w:id="2724" w:name="_Toc98676241"/>
      <w:r w:rsidRPr="00EF2F0E">
        <w:t>8.1</w:t>
      </w:r>
      <w:r w:rsidRPr="00EF2F0E">
        <w:tab/>
        <w:t>General</w:t>
      </w:r>
      <w:bookmarkEnd w:id="2713"/>
      <w:bookmarkEnd w:id="2714"/>
      <w:bookmarkEnd w:id="2715"/>
      <w:bookmarkEnd w:id="2716"/>
      <w:bookmarkEnd w:id="2717"/>
      <w:bookmarkEnd w:id="2718"/>
      <w:bookmarkEnd w:id="2719"/>
      <w:bookmarkEnd w:id="2720"/>
      <w:bookmarkEnd w:id="2721"/>
      <w:bookmarkEnd w:id="2722"/>
      <w:bookmarkEnd w:id="2723"/>
      <w:bookmarkEnd w:id="2724"/>
    </w:p>
    <w:p w14:paraId="0984E401" w14:textId="77777777" w:rsidR="00FB41C0" w:rsidRPr="00EF2F0E" w:rsidRDefault="00FB41C0" w:rsidP="00FB41C0">
      <w:pPr>
        <w:rPr>
          <w:lang w:eastAsia="ko-KR"/>
        </w:rPr>
      </w:pPr>
      <w:r w:rsidRPr="00EF2F0E">
        <w:rPr>
          <w:lang w:eastAsia="ko-KR"/>
        </w:rPr>
        <w:t>Performance requirements specify the ability of the AAS BS to correctly demodulate signals in various conditions and configurations.</w:t>
      </w:r>
    </w:p>
    <w:p w14:paraId="0984E402" w14:textId="77777777" w:rsidR="00FB41C0" w:rsidRPr="00EF2F0E" w:rsidRDefault="00FB41C0" w:rsidP="00FB41C0">
      <w:pPr>
        <w:rPr>
          <w:lang w:eastAsia="ko-KR"/>
        </w:rPr>
      </w:pPr>
      <w:r w:rsidRPr="00EF2F0E">
        <w:rPr>
          <w:lang w:eastAsia="ko-KR"/>
        </w:rPr>
        <w:t xml:space="preserve">The demodulation requirements for an AAS BS are the same as </w:t>
      </w:r>
      <w:r w:rsidRPr="00EF2F0E">
        <w:rPr>
          <w:i/>
          <w:lang w:eastAsia="ko-KR"/>
        </w:rPr>
        <w:t>non-AAS BS</w:t>
      </w:r>
      <w:r w:rsidRPr="00EF2F0E">
        <w:rPr>
          <w:lang w:eastAsia="ko-KR"/>
        </w:rPr>
        <w:t xml:space="preserve"> demodulation requirements specified for: </w:t>
      </w:r>
    </w:p>
    <w:p w14:paraId="0984E403" w14:textId="77777777" w:rsidR="00FB41C0" w:rsidRPr="00EF2F0E" w:rsidRDefault="00FB41C0" w:rsidP="00FB41C0">
      <w:pPr>
        <w:pStyle w:val="B10"/>
        <w:rPr>
          <w:lang w:eastAsia="ko-KR"/>
        </w:rPr>
      </w:pPr>
      <w:r w:rsidRPr="00EF2F0E">
        <w:rPr>
          <w:lang w:eastAsia="ko-KR"/>
        </w:rPr>
        <w:t>-</w:t>
      </w:r>
      <w:r w:rsidRPr="00EF2F0E">
        <w:rPr>
          <w:lang w:eastAsia="ko-KR"/>
        </w:rPr>
        <w:tab/>
      </w:r>
      <w:r w:rsidRPr="00EF2F0E">
        <w:rPr>
          <w:i/>
          <w:lang w:eastAsia="ko-KR"/>
        </w:rPr>
        <w:t>Single RAT UTRA operation</w:t>
      </w:r>
      <w:r w:rsidRPr="00EF2F0E">
        <w:rPr>
          <w:lang w:eastAsia="ko-KR"/>
        </w:rPr>
        <w:t xml:space="preserve"> in TS 25.104 [9] clause 8 for FDD operation, and in TS 25.105 [10] clause 8 for TDD operation, </w:t>
      </w:r>
    </w:p>
    <w:p w14:paraId="0984E404" w14:textId="77777777" w:rsidR="00FB41C0" w:rsidRPr="00EF2F0E" w:rsidRDefault="00FB41C0" w:rsidP="00FB41C0">
      <w:pPr>
        <w:pStyle w:val="B10"/>
        <w:rPr>
          <w:lang w:eastAsia="ko-KR"/>
        </w:rPr>
      </w:pPr>
      <w:r w:rsidRPr="00EF2F0E">
        <w:rPr>
          <w:lang w:eastAsia="ko-KR"/>
        </w:rPr>
        <w:t>-</w:t>
      </w:r>
      <w:r w:rsidRPr="00EF2F0E">
        <w:rPr>
          <w:lang w:eastAsia="ko-KR"/>
        </w:rPr>
        <w:tab/>
      </w:r>
      <w:r w:rsidRPr="00EF2F0E">
        <w:rPr>
          <w:i/>
          <w:lang w:eastAsia="ko-KR"/>
        </w:rPr>
        <w:t>Single RAT E-UTRA operation</w:t>
      </w:r>
      <w:r w:rsidRPr="00EF2F0E">
        <w:rPr>
          <w:lang w:eastAsia="ko-KR"/>
        </w:rPr>
        <w:t xml:space="preserve"> in TS 36.104 [11], subclauses 8.</w:t>
      </w:r>
      <w:r w:rsidR="00396016" w:rsidRPr="00EF2F0E">
        <w:rPr>
          <w:lang w:eastAsia="ko-KR"/>
        </w:rPr>
        <w:t>2</w:t>
      </w:r>
      <w:r w:rsidRPr="00EF2F0E">
        <w:rPr>
          <w:lang w:eastAsia="ko-KR"/>
        </w:rPr>
        <w:t xml:space="preserve"> – 8.4</w:t>
      </w:r>
      <w:r w:rsidR="00396016" w:rsidRPr="00EF2F0E">
        <w:rPr>
          <w:lang w:eastAsia="ko-KR"/>
        </w:rPr>
        <w:t xml:space="preserve"> and 8.6 – 8.7</w:t>
      </w:r>
      <w:r w:rsidRPr="00EF2F0E">
        <w:rPr>
          <w:lang w:eastAsia="ko-KR"/>
        </w:rPr>
        <w:t>.</w:t>
      </w:r>
    </w:p>
    <w:p w14:paraId="0984E405" w14:textId="77777777" w:rsidR="00FB41C0" w:rsidRPr="00EF2F0E" w:rsidRDefault="00FB41C0" w:rsidP="00FB41C0">
      <w:pPr>
        <w:pStyle w:val="Heading3"/>
      </w:pPr>
      <w:bookmarkStart w:id="2725" w:name="_Toc21095965"/>
      <w:bookmarkStart w:id="2726" w:name="_Toc29763164"/>
      <w:bookmarkStart w:id="2727" w:name="_Toc45869449"/>
      <w:bookmarkStart w:id="2728" w:name="_Toc52554697"/>
      <w:bookmarkStart w:id="2729" w:name="_Toc52555167"/>
      <w:bookmarkStart w:id="2730" w:name="_Toc61112392"/>
      <w:bookmarkStart w:id="2731" w:name="_Toc67911544"/>
      <w:bookmarkStart w:id="2732" w:name="_Toc74843019"/>
      <w:bookmarkStart w:id="2733" w:name="_Toc76503402"/>
      <w:bookmarkStart w:id="2734" w:name="_Toc83040845"/>
      <w:bookmarkStart w:id="2735" w:name="_Toc89851888"/>
      <w:bookmarkStart w:id="2736" w:name="_Toc98676242"/>
      <w:r w:rsidRPr="00EF2F0E">
        <w:t>8.1.1</w:t>
      </w:r>
      <w:r w:rsidRPr="00EF2F0E">
        <w:tab/>
        <w:t>UTRA operation</w:t>
      </w:r>
      <w:bookmarkEnd w:id="2725"/>
      <w:bookmarkEnd w:id="2726"/>
      <w:bookmarkEnd w:id="2727"/>
      <w:bookmarkEnd w:id="2728"/>
      <w:bookmarkEnd w:id="2729"/>
      <w:bookmarkEnd w:id="2730"/>
      <w:bookmarkEnd w:id="2731"/>
      <w:bookmarkEnd w:id="2732"/>
      <w:bookmarkEnd w:id="2733"/>
      <w:bookmarkEnd w:id="2734"/>
      <w:bookmarkEnd w:id="2735"/>
      <w:bookmarkEnd w:id="2736"/>
    </w:p>
    <w:p w14:paraId="0984E406" w14:textId="77777777" w:rsidR="00FB41C0" w:rsidRPr="00EF2F0E" w:rsidRDefault="00FB41C0" w:rsidP="00FB41C0">
      <w:r w:rsidRPr="00EF2F0E">
        <w:t xml:space="preserve">Performance requirements for </w:t>
      </w:r>
      <w:r w:rsidRPr="00EF2F0E">
        <w:rPr>
          <w:i/>
        </w:rPr>
        <w:t>single RAT UTRA operation</w:t>
      </w:r>
      <w:r w:rsidRPr="00EF2F0E">
        <w:t xml:space="preserve"> in FDD are specified for the measurement channels defined in 3GPP TS 25.104 [2] and 3GPP TS 25.105 [3]. The requirements only apply to those measurement channels that are supported by AAS BS. For FRC8 in 3GPP TS 25.104 [2] the non E-DPCCH boosting and E-DPCCH boosting requirement only apply for the option supported by the AAS BS. The performance requirements for the high speed train scenarios defined in 3GPP TS 25.104 [2] and 3GPP TS 25.105 [3] are optional.</w:t>
      </w:r>
    </w:p>
    <w:p w14:paraId="0984E407" w14:textId="77777777" w:rsidR="00FB41C0" w:rsidRPr="00EF2F0E" w:rsidRDefault="00FB41C0" w:rsidP="00FB41C0">
      <w:r w:rsidRPr="00EF2F0E">
        <w:t>Unless stated otherwise, performance requirements apply for a single cell only. Performance requirements for an AAS BS supporting UTRA FDD DC-HSUPA or DB-DC-HSUPA and UTRA TDD MC</w:t>
      </w:r>
      <w:r w:rsidR="009F0AC7" w:rsidRPr="00EF2F0E">
        <w:t>-</w:t>
      </w:r>
      <w:r w:rsidRPr="00EF2F0E">
        <w:t xml:space="preserve">HSUPA are defined in terms of single carrier requirements. For FDD operation the requirements in clause 8 shall be met with the transmitter unit(s) associated with the </w:t>
      </w:r>
      <w:r w:rsidRPr="00EF2F0E">
        <w:rPr>
          <w:i/>
        </w:rPr>
        <w:t>TAB connectors(s)</w:t>
      </w:r>
      <w:r w:rsidRPr="00EF2F0E">
        <w:t xml:space="preserve"> in the operating band ON.</w:t>
      </w:r>
    </w:p>
    <w:p w14:paraId="0984E408" w14:textId="77777777" w:rsidR="00FB41C0" w:rsidRPr="00EF2F0E" w:rsidRDefault="00FB41C0" w:rsidP="00FB41C0">
      <w:pPr>
        <w:pStyle w:val="NO"/>
      </w:pPr>
      <w:r w:rsidRPr="00EF2F0E">
        <w:t>NOTE:</w:t>
      </w:r>
      <w:r w:rsidRPr="00EF2F0E">
        <w:tab/>
        <w:t xml:space="preserve">In normal operating conditions the </w:t>
      </w:r>
      <w:r w:rsidRPr="00EF2F0E">
        <w:rPr>
          <w:i/>
        </w:rPr>
        <w:t>TAB connectors(s)</w:t>
      </w:r>
      <w:r w:rsidRPr="00EF2F0E">
        <w:t xml:space="preserve"> in UTRA FDD operation are configured to transmit and receive at the same time. The transmitter unit(s) associated with the </w:t>
      </w:r>
      <w:r w:rsidRPr="00EF2F0E">
        <w:rPr>
          <w:i/>
        </w:rPr>
        <w:t>TAB connectors</w:t>
      </w:r>
      <w:r w:rsidRPr="00EF2F0E">
        <w:t xml:space="preserve"> may be OFF for some of the tests as specified in </w:t>
      </w:r>
      <w:r w:rsidR="003F732C" w:rsidRPr="00EF2F0E">
        <w:t>TS 37.145-1 [29] and TS 37.145-2 [30]</w:t>
      </w:r>
      <w:r w:rsidRPr="00EF2F0E">
        <w:t>.</w:t>
      </w:r>
    </w:p>
    <w:p w14:paraId="0984E409" w14:textId="77777777" w:rsidR="00FB41C0" w:rsidRPr="00EF2F0E" w:rsidRDefault="00FB41C0" w:rsidP="00FB41C0">
      <w:r w:rsidRPr="00EF2F0E">
        <w:t xml:space="preserve">In the referred UTRA specifications and in this </w:t>
      </w:r>
      <w:r w:rsidR="0044667C" w:rsidRPr="00EF2F0E">
        <w:t>clause</w:t>
      </w:r>
      <w:r w:rsidRPr="00EF2F0E">
        <w:t xml:space="preserve">, the term BS with RX diversity refers to performance requirements for two </w:t>
      </w:r>
      <w:r w:rsidRPr="00EF2F0E">
        <w:rPr>
          <w:i/>
        </w:rPr>
        <w:t>demodulation branches</w:t>
      </w:r>
      <w:r w:rsidRPr="00EF2F0E">
        <w:t xml:space="preserve">, and BS without RX diversity refers to performance requirements for one </w:t>
      </w:r>
      <w:r w:rsidRPr="00EF2F0E">
        <w:rPr>
          <w:i/>
        </w:rPr>
        <w:t>demodulation branch</w:t>
      </w:r>
      <w:r w:rsidRPr="00EF2F0E">
        <w:t>.</w:t>
      </w:r>
    </w:p>
    <w:p w14:paraId="0984E40A" w14:textId="77777777" w:rsidR="00FB41C0" w:rsidRPr="00EF2F0E" w:rsidRDefault="00FB41C0" w:rsidP="00FB41C0">
      <w:r w:rsidRPr="00EF2F0E">
        <w:t>For AAS BS with RX diversity, only the BS performance requirements with RX diversity apply, the required E</w:t>
      </w:r>
      <w:r w:rsidRPr="00EF2F0E">
        <w:rPr>
          <w:rFonts w:ascii="(Utiliser une police de caractè" w:hAnsi="(Utiliser une police de caractè"/>
          <w:vertAlign w:val="subscript"/>
        </w:rPr>
        <w:t>b</w:t>
      </w:r>
      <w:r w:rsidRPr="00EF2F0E">
        <w:t>/N</w:t>
      </w:r>
      <w:r w:rsidRPr="00EF2F0E">
        <w:rPr>
          <w:rFonts w:ascii="(Utiliser une police de caractè" w:hAnsi="(Utiliser une police de caractè"/>
          <w:vertAlign w:val="subscript"/>
        </w:rPr>
        <w:t xml:space="preserve">0 </w:t>
      </w:r>
      <w:r w:rsidRPr="00EF2F0E">
        <w:rPr>
          <w:rFonts w:ascii="(Utiliser une police de caractè" w:hAnsi="(Utiliser une police de caractè"/>
        </w:rPr>
        <w:t xml:space="preserve">for UTRA FDD and </w:t>
      </w:r>
      <w:r w:rsidRPr="00EF2F0E">
        <w:rPr>
          <w:rFonts w:cs="v4.2.0"/>
        </w:rPr>
        <w:t>Î</w:t>
      </w:r>
      <w:r w:rsidRPr="00EF2F0E">
        <w:rPr>
          <w:rFonts w:cs="v4.2.0"/>
          <w:vertAlign w:val="subscript"/>
        </w:rPr>
        <w:t>or</w:t>
      </w:r>
      <w:r w:rsidRPr="00EF2F0E">
        <w:rPr>
          <w:rFonts w:cs="v4.2.0"/>
        </w:rPr>
        <w:t>/I</w:t>
      </w:r>
      <w:r w:rsidRPr="00EF2F0E">
        <w:rPr>
          <w:rFonts w:cs="v4.2.0"/>
          <w:vertAlign w:val="subscript"/>
        </w:rPr>
        <w:t>oc</w:t>
      </w:r>
      <w:r w:rsidRPr="00EF2F0E">
        <w:rPr>
          <w:rFonts w:cs="v4.2.0"/>
        </w:rPr>
        <w:t xml:space="preserve"> for UTRA TDD </w:t>
      </w:r>
      <w:r w:rsidRPr="00EF2F0E">
        <w:t xml:space="preserve">shall be applied separately for each </w:t>
      </w:r>
      <w:r w:rsidRPr="00EF2F0E">
        <w:rPr>
          <w:i/>
        </w:rPr>
        <w:t>demodulation branch</w:t>
      </w:r>
      <w:r w:rsidRPr="00EF2F0E">
        <w:t>.</w:t>
      </w:r>
    </w:p>
    <w:p w14:paraId="0984E40B" w14:textId="77777777" w:rsidR="00FB41C0" w:rsidRPr="00EF2F0E" w:rsidRDefault="00FB41C0" w:rsidP="00FB41C0">
      <w:pPr>
        <w:rPr>
          <w:lang w:eastAsia="zh-CN" w:bidi="he-IL"/>
        </w:rPr>
      </w:pPr>
      <w:r w:rsidRPr="00EF2F0E">
        <w:rPr>
          <w:lang w:eastAsia="zh-CN" w:bidi="he-IL"/>
        </w:rPr>
        <w:t xml:space="preserve">For AAS BS without RX diversity, only the BS performance requirements without RX diversity apply. </w:t>
      </w:r>
      <w:r w:rsidRPr="00EF2F0E">
        <w:t>The required E</w:t>
      </w:r>
      <w:r w:rsidRPr="00EF2F0E">
        <w:rPr>
          <w:rFonts w:ascii="(Utiliser une police de caractè" w:hAnsi="(Utiliser une police de caractè"/>
          <w:vertAlign w:val="subscript"/>
        </w:rPr>
        <w:t>b</w:t>
      </w:r>
      <w:r w:rsidRPr="00EF2F0E">
        <w:t>/N</w:t>
      </w:r>
      <w:r w:rsidRPr="00EF2F0E">
        <w:rPr>
          <w:rFonts w:ascii="(Utiliser une police de caractè" w:hAnsi="(Utiliser une police de caractè"/>
          <w:vertAlign w:val="subscript"/>
        </w:rPr>
        <w:t xml:space="preserve">0 </w:t>
      </w:r>
      <w:r w:rsidRPr="00EF2F0E">
        <w:rPr>
          <w:rFonts w:ascii="(Utiliser une police de caractè" w:hAnsi="(Utiliser une police de caractè"/>
        </w:rPr>
        <w:t xml:space="preserve">for UTRA FDD and </w:t>
      </w:r>
      <w:r w:rsidRPr="00EF2F0E">
        <w:rPr>
          <w:rFonts w:cs="v4.2.0"/>
        </w:rPr>
        <w:t>Î</w:t>
      </w:r>
      <w:r w:rsidRPr="00EF2F0E">
        <w:rPr>
          <w:rFonts w:cs="v4.2.0"/>
          <w:vertAlign w:val="subscript"/>
        </w:rPr>
        <w:t>or</w:t>
      </w:r>
      <w:r w:rsidRPr="00EF2F0E">
        <w:rPr>
          <w:rFonts w:cs="v4.2.0"/>
        </w:rPr>
        <w:t>/I</w:t>
      </w:r>
      <w:r w:rsidRPr="00EF2F0E">
        <w:rPr>
          <w:rFonts w:cs="v4.2.0"/>
          <w:vertAlign w:val="subscript"/>
        </w:rPr>
        <w:t>oc</w:t>
      </w:r>
      <w:r w:rsidRPr="00EF2F0E">
        <w:rPr>
          <w:rFonts w:cs="v4.2.0"/>
        </w:rPr>
        <w:t xml:space="preserve"> for UTRA TDD </w:t>
      </w:r>
      <w:r w:rsidRPr="00EF2F0E">
        <w:t xml:space="preserve">shall be applied for each AAS BS </w:t>
      </w:r>
      <w:r w:rsidRPr="00EF2F0E">
        <w:rPr>
          <w:i/>
        </w:rPr>
        <w:t>demodulation branch</w:t>
      </w:r>
      <w:r w:rsidRPr="00EF2F0E">
        <w:rPr>
          <w:lang w:eastAsia="zh-CN" w:bidi="he-IL"/>
        </w:rPr>
        <w:t>.</w:t>
      </w:r>
    </w:p>
    <w:p w14:paraId="0984E40C" w14:textId="77777777" w:rsidR="00FB41C0" w:rsidRPr="00EF2F0E" w:rsidRDefault="00FB41C0" w:rsidP="00FB41C0">
      <w:r w:rsidRPr="00EF2F0E">
        <w:t>The E</w:t>
      </w:r>
      <w:r w:rsidRPr="00EF2F0E">
        <w:rPr>
          <w:rFonts w:ascii="(Utiliser une police de caractè" w:hAnsi="(Utiliser une police de caractè"/>
          <w:vertAlign w:val="subscript"/>
        </w:rPr>
        <w:t>b</w:t>
      </w:r>
      <w:r w:rsidRPr="00EF2F0E">
        <w:t>/N</w:t>
      </w:r>
      <w:r w:rsidRPr="00EF2F0E">
        <w:rPr>
          <w:rFonts w:ascii="(Utiliser une police de caractè" w:hAnsi="(Utiliser une police de caractè"/>
          <w:vertAlign w:val="subscript"/>
        </w:rPr>
        <w:t>0</w:t>
      </w:r>
      <w:r w:rsidRPr="00EF2F0E">
        <w:t xml:space="preserve"> used for UTRA FDD is defined as:</w:t>
      </w:r>
    </w:p>
    <w:p w14:paraId="0984E40D" w14:textId="77777777" w:rsidR="00FB41C0" w:rsidRPr="00EF2F0E" w:rsidRDefault="00FB41C0" w:rsidP="00FB41C0">
      <w:pPr>
        <w:pStyle w:val="EQ"/>
        <w:rPr>
          <w:rFonts w:cs="v5.0.0"/>
          <w:noProof w:val="0"/>
        </w:rPr>
      </w:pPr>
      <w:r w:rsidRPr="00EF2F0E">
        <w:rPr>
          <w:rFonts w:cs="v5.0.0"/>
          <w:noProof w:val="0"/>
        </w:rPr>
        <w:tab/>
      </w:r>
      <w:r w:rsidRPr="00EF2F0E">
        <w:rPr>
          <w:rFonts w:cs="v5.0.0"/>
          <w:noProof w:val="0"/>
          <w:position w:val="-30"/>
        </w:rPr>
        <w:object w:dxaOrig="1960" w:dyaOrig="720" w14:anchorId="098511DD">
          <v:shape id="_x0000_i1064" type="#_x0000_t75" style="width:98.25pt;height:36pt" o:ole="" fillcolor="window">
            <v:imagedata r:id="rId86" o:title=""/>
          </v:shape>
          <o:OLEObject Type="Embed" ProgID="Equation.3" ShapeID="_x0000_i1064" DrawAspect="Content" ObjectID="_1717663586" r:id="rId87"/>
        </w:object>
      </w:r>
    </w:p>
    <w:p w14:paraId="0984E40E" w14:textId="77777777" w:rsidR="00FB41C0" w:rsidRPr="00EF2F0E" w:rsidRDefault="00FB41C0" w:rsidP="00FB41C0">
      <w:pPr>
        <w:rPr>
          <w:rFonts w:cs="v5.0.0"/>
        </w:rPr>
      </w:pPr>
      <w:r w:rsidRPr="00EF2F0E">
        <w:rPr>
          <w:rFonts w:cs="v5.0.0"/>
        </w:rPr>
        <w:t>Where:</w:t>
      </w:r>
    </w:p>
    <w:p w14:paraId="0984E40F" w14:textId="77777777" w:rsidR="00FB41C0" w:rsidRPr="00EF2F0E" w:rsidRDefault="00FB41C0" w:rsidP="00FB41C0">
      <w:pPr>
        <w:pStyle w:val="EW"/>
      </w:pPr>
      <w:r w:rsidRPr="00EF2F0E">
        <w:rPr>
          <w:position w:val="-12"/>
        </w:rPr>
        <w:object w:dxaOrig="300" w:dyaOrig="360" w14:anchorId="098511DE">
          <v:shape id="_x0000_i1065" type="#_x0000_t75" style="width:15.25pt;height:18.3pt" o:ole="" fillcolor="window">
            <v:imagedata r:id="rId88" o:title=""/>
          </v:shape>
          <o:OLEObject Type="Embed" ProgID="Equation.3" ShapeID="_x0000_i1065" DrawAspect="Content" ObjectID="_1717663587" r:id="rId89"/>
        </w:object>
      </w:r>
      <w:r w:rsidRPr="00EF2F0E">
        <w:t xml:space="preserve"> is the received total energy of DPDCH, DPCCH, S-DPCCH, HS-DPCCH, E-DPDCH, S-E-DPDCH, E-DPCCH and S-E-DPCCH per PN chip per </w:t>
      </w:r>
      <w:r w:rsidRPr="00EF2F0E">
        <w:rPr>
          <w:i/>
        </w:rPr>
        <w:t>demodulation branch</w:t>
      </w:r>
      <w:r w:rsidRPr="00EF2F0E">
        <w:t xml:space="preserve"> from all branches</w:t>
      </w:r>
    </w:p>
    <w:p w14:paraId="0984E410" w14:textId="77777777" w:rsidR="00FB41C0" w:rsidRPr="00EF2F0E" w:rsidRDefault="00FB41C0" w:rsidP="00FB41C0">
      <w:pPr>
        <w:pStyle w:val="EW"/>
      </w:pPr>
      <w:r w:rsidRPr="00EF2F0E">
        <w:rPr>
          <w:position w:val="-12"/>
        </w:rPr>
        <w:object w:dxaOrig="340" w:dyaOrig="360" w14:anchorId="098511DF">
          <v:shape id="_x0000_i1066" type="#_x0000_t75" style="width:18.3pt;height:18.3pt" o:ole="" fillcolor="window">
            <v:imagedata r:id="rId90" o:title=""/>
          </v:shape>
          <o:OLEObject Type="Embed" ProgID="Equation.3" ShapeID="_x0000_i1066" DrawAspect="Content" ObjectID="_1717663588" r:id="rId91"/>
        </w:object>
      </w:r>
      <w:r w:rsidRPr="00EF2F0E">
        <w:t xml:space="preserve"> is the total one-sided noise power spectral density due to all noise sources</w:t>
      </w:r>
    </w:p>
    <w:p w14:paraId="0984E411" w14:textId="77777777" w:rsidR="00FB41C0" w:rsidRPr="00EF2F0E" w:rsidRDefault="00FB41C0" w:rsidP="00FB41C0">
      <w:pPr>
        <w:pStyle w:val="EW"/>
      </w:pPr>
      <w:r w:rsidRPr="00EF2F0E">
        <w:rPr>
          <w:position w:val="-14"/>
        </w:rPr>
        <w:object w:dxaOrig="460" w:dyaOrig="380" w14:anchorId="098511E0">
          <v:shape id="_x0000_i1067" type="#_x0000_t75" style="width:23.2pt;height:18.3pt" o:ole="" fillcolor="window">
            <v:imagedata r:id="rId92" o:title=""/>
          </v:shape>
          <o:OLEObject Type="Embed" ProgID="Equation.3" ShapeID="_x0000_i1067" DrawAspect="Content" ObjectID="_1717663589" r:id="rId93"/>
        </w:object>
      </w:r>
      <w:r w:rsidRPr="00EF2F0E">
        <w:t xml:space="preserve"> is the number of chips per frame</w:t>
      </w:r>
    </w:p>
    <w:p w14:paraId="0984E412" w14:textId="77777777" w:rsidR="00FB41C0" w:rsidRPr="00EF2F0E" w:rsidRDefault="00FB41C0" w:rsidP="00FB41C0">
      <w:pPr>
        <w:pStyle w:val="EW"/>
      </w:pPr>
      <w:r w:rsidRPr="00EF2F0E">
        <w:rPr>
          <w:position w:val="-10"/>
        </w:rPr>
        <w:object w:dxaOrig="400" w:dyaOrig="340" w14:anchorId="098511E1">
          <v:shape id="_x0000_i1068" type="#_x0000_t75" style="width:20.75pt;height:18.3pt" o:ole="" fillcolor="window">
            <v:imagedata r:id="rId94" o:title=""/>
          </v:shape>
          <o:OLEObject Type="Embed" ProgID="Equation.3" ShapeID="_x0000_i1068" DrawAspect="Content" ObjectID="_1717663590" r:id="rId95"/>
        </w:object>
      </w:r>
      <w:r w:rsidRPr="00EF2F0E">
        <w:t xml:space="preserve"> is the number of information bits in DTCH excluding CRC bits per frame</w:t>
      </w:r>
    </w:p>
    <w:p w14:paraId="0984E413" w14:textId="77777777" w:rsidR="00FB41C0" w:rsidRPr="00EF2F0E" w:rsidRDefault="00FB41C0" w:rsidP="00FB41C0">
      <w:pPr>
        <w:pStyle w:val="TH"/>
      </w:pPr>
      <w:r w:rsidRPr="00EF2F0E">
        <w:t>Table 8.1.1-1: Summary of AAS BS performance targets for single RAT UTRA operation</w:t>
      </w: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134"/>
        <w:gridCol w:w="1560"/>
        <w:gridCol w:w="1170"/>
        <w:gridCol w:w="1170"/>
        <w:gridCol w:w="1170"/>
        <w:gridCol w:w="1350"/>
        <w:gridCol w:w="900"/>
        <w:gridCol w:w="900"/>
        <w:gridCol w:w="900"/>
      </w:tblGrid>
      <w:tr w:rsidR="003401A4" w:rsidRPr="00EF2F0E" w14:paraId="0984E422" w14:textId="77777777" w:rsidTr="00B76023">
        <w:trPr>
          <w:cantSplit/>
          <w:jc w:val="center"/>
        </w:trPr>
        <w:tc>
          <w:tcPr>
            <w:tcW w:w="1134" w:type="dxa"/>
            <w:vMerge w:val="restart"/>
          </w:tcPr>
          <w:p w14:paraId="0984E414" w14:textId="77777777" w:rsidR="00FB41C0" w:rsidRPr="00EF2F0E" w:rsidRDefault="00FB41C0" w:rsidP="00B76023">
            <w:pPr>
              <w:pStyle w:val="TAH"/>
              <w:rPr>
                <w:rFonts w:eastAsia="?? ??" w:cs="Arial"/>
              </w:rPr>
            </w:pPr>
            <w:r w:rsidRPr="00EF2F0E">
              <w:rPr>
                <w:rFonts w:eastAsia="?? ??" w:cs="Arial"/>
              </w:rPr>
              <w:t>Physical channel</w:t>
            </w:r>
          </w:p>
        </w:tc>
        <w:tc>
          <w:tcPr>
            <w:tcW w:w="1560" w:type="dxa"/>
            <w:vMerge w:val="restart"/>
          </w:tcPr>
          <w:p w14:paraId="0984E415" w14:textId="77777777" w:rsidR="00FB41C0" w:rsidRPr="00EF2F0E" w:rsidRDefault="00FB41C0" w:rsidP="00B76023">
            <w:pPr>
              <w:pStyle w:val="TAH"/>
              <w:rPr>
                <w:rFonts w:eastAsia="?? ??" w:cs="Arial"/>
              </w:rPr>
            </w:pPr>
            <w:r w:rsidRPr="00EF2F0E">
              <w:rPr>
                <w:rFonts w:eastAsia="?? ??" w:cs="Arial"/>
              </w:rPr>
              <w:t>Measurement channel</w:t>
            </w:r>
          </w:p>
        </w:tc>
        <w:tc>
          <w:tcPr>
            <w:tcW w:w="1170" w:type="dxa"/>
            <w:tcBorders>
              <w:bottom w:val="single" w:sz="4" w:space="0" w:color="auto"/>
            </w:tcBorders>
          </w:tcPr>
          <w:p w14:paraId="0984E416" w14:textId="77777777" w:rsidR="00FB41C0" w:rsidRPr="00EF2F0E" w:rsidRDefault="00FB41C0" w:rsidP="00B76023">
            <w:pPr>
              <w:pStyle w:val="TAH"/>
              <w:rPr>
                <w:rFonts w:eastAsia="?? ??" w:cs="Arial"/>
              </w:rPr>
            </w:pPr>
            <w:r w:rsidRPr="00EF2F0E">
              <w:rPr>
                <w:rFonts w:eastAsia="?? ??" w:cs="Arial"/>
              </w:rPr>
              <w:t>Static</w:t>
            </w:r>
          </w:p>
        </w:tc>
        <w:tc>
          <w:tcPr>
            <w:tcW w:w="1170" w:type="dxa"/>
            <w:tcBorders>
              <w:bottom w:val="single" w:sz="4" w:space="0" w:color="auto"/>
            </w:tcBorders>
          </w:tcPr>
          <w:p w14:paraId="0984E417" w14:textId="77777777" w:rsidR="00FB41C0" w:rsidRPr="00EF2F0E" w:rsidRDefault="00FB41C0" w:rsidP="00B76023">
            <w:pPr>
              <w:pStyle w:val="TAH"/>
              <w:rPr>
                <w:rFonts w:eastAsia="?? ??" w:cs="Arial"/>
              </w:rPr>
            </w:pPr>
            <w:r w:rsidRPr="00EF2F0E">
              <w:rPr>
                <w:rFonts w:eastAsia="?? ??" w:cs="Arial"/>
              </w:rPr>
              <w:t>Multi-path</w:t>
            </w:r>
          </w:p>
          <w:p w14:paraId="0984E418" w14:textId="77777777" w:rsidR="00FB41C0" w:rsidRPr="00EF2F0E" w:rsidRDefault="00FB41C0" w:rsidP="00B76023">
            <w:pPr>
              <w:pStyle w:val="TAH"/>
              <w:rPr>
                <w:rFonts w:eastAsia="?? ??" w:cs="Arial"/>
              </w:rPr>
            </w:pPr>
            <w:r w:rsidRPr="00EF2F0E">
              <w:rPr>
                <w:rFonts w:eastAsia="?? ??" w:cs="Arial"/>
              </w:rPr>
              <w:t>Case 1</w:t>
            </w:r>
          </w:p>
        </w:tc>
        <w:tc>
          <w:tcPr>
            <w:tcW w:w="1170" w:type="dxa"/>
            <w:tcBorders>
              <w:bottom w:val="single" w:sz="4" w:space="0" w:color="auto"/>
            </w:tcBorders>
          </w:tcPr>
          <w:p w14:paraId="0984E419" w14:textId="77777777" w:rsidR="00FB41C0" w:rsidRPr="00EF2F0E" w:rsidRDefault="00FB41C0" w:rsidP="00B76023">
            <w:pPr>
              <w:pStyle w:val="TAH"/>
              <w:rPr>
                <w:rFonts w:eastAsia="?? ??" w:cs="Arial"/>
              </w:rPr>
            </w:pPr>
            <w:r w:rsidRPr="00EF2F0E">
              <w:rPr>
                <w:rFonts w:eastAsia="?? ??" w:cs="Arial"/>
              </w:rPr>
              <w:t>Multi-path</w:t>
            </w:r>
          </w:p>
          <w:p w14:paraId="0984E41A" w14:textId="77777777" w:rsidR="00FB41C0" w:rsidRPr="00EF2F0E" w:rsidRDefault="00FB41C0" w:rsidP="00B76023">
            <w:pPr>
              <w:pStyle w:val="TAH"/>
              <w:rPr>
                <w:rFonts w:eastAsia="?? ??" w:cs="Arial"/>
              </w:rPr>
            </w:pPr>
            <w:r w:rsidRPr="00EF2F0E">
              <w:rPr>
                <w:rFonts w:eastAsia="?? ??" w:cs="Arial"/>
              </w:rPr>
              <w:t>Case 2</w:t>
            </w:r>
          </w:p>
        </w:tc>
        <w:tc>
          <w:tcPr>
            <w:tcW w:w="1350" w:type="dxa"/>
            <w:tcBorders>
              <w:bottom w:val="single" w:sz="4" w:space="0" w:color="auto"/>
            </w:tcBorders>
          </w:tcPr>
          <w:p w14:paraId="0984E41B" w14:textId="77777777" w:rsidR="00FB41C0" w:rsidRPr="00EF2F0E" w:rsidRDefault="00FB41C0" w:rsidP="00B76023">
            <w:pPr>
              <w:pStyle w:val="TAH"/>
              <w:rPr>
                <w:rFonts w:eastAsia="?? ??" w:cs="Arial"/>
              </w:rPr>
            </w:pPr>
            <w:r w:rsidRPr="00EF2F0E">
              <w:rPr>
                <w:rFonts w:eastAsia="?? ??" w:cs="Arial"/>
              </w:rPr>
              <w:t>Multi-path</w:t>
            </w:r>
          </w:p>
          <w:p w14:paraId="0984E41C" w14:textId="77777777" w:rsidR="00FB41C0" w:rsidRPr="00EF2F0E" w:rsidRDefault="00FB41C0" w:rsidP="00B76023">
            <w:pPr>
              <w:pStyle w:val="TAH"/>
              <w:rPr>
                <w:rFonts w:eastAsia="?? ??" w:cs="Arial"/>
              </w:rPr>
            </w:pPr>
            <w:r w:rsidRPr="00EF2F0E">
              <w:rPr>
                <w:rFonts w:eastAsia="?? ??" w:cs="Arial"/>
              </w:rPr>
              <w:t>Case 3</w:t>
            </w:r>
          </w:p>
        </w:tc>
        <w:tc>
          <w:tcPr>
            <w:tcW w:w="900" w:type="dxa"/>
            <w:tcBorders>
              <w:bottom w:val="single" w:sz="4" w:space="0" w:color="auto"/>
            </w:tcBorders>
          </w:tcPr>
          <w:p w14:paraId="0984E41D" w14:textId="77777777" w:rsidR="00FB41C0" w:rsidRPr="00EF2F0E" w:rsidRDefault="00FB41C0" w:rsidP="00B76023">
            <w:pPr>
              <w:pStyle w:val="TAH"/>
              <w:rPr>
                <w:rFonts w:eastAsia="?? ??" w:cs="Arial"/>
              </w:rPr>
            </w:pPr>
            <w:r w:rsidRPr="00EF2F0E">
              <w:rPr>
                <w:rFonts w:eastAsia="?? ??" w:cs="Arial"/>
              </w:rPr>
              <w:t>Moving (NOTE 1)</w:t>
            </w:r>
          </w:p>
        </w:tc>
        <w:tc>
          <w:tcPr>
            <w:tcW w:w="900" w:type="dxa"/>
            <w:tcBorders>
              <w:bottom w:val="single" w:sz="4" w:space="0" w:color="auto"/>
            </w:tcBorders>
          </w:tcPr>
          <w:p w14:paraId="0984E41E" w14:textId="77777777" w:rsidR="00FB41C0" w:rsidRPr="00EF2F0E" w:rsidRDefault="00FB41C0" w:rsidP="00B76023">
            <w:pPr>
              <w:pStyle w:val="TAH"/>
              <w:rPr>
                <w:rFonts w:eastAsia="?? ??" w:cs="Arial"/>
              </w:rPr>
            </w:pPr>
            <w:r w:rsidRPr="00EF2F0E">
              <w:rPr>
                <w:rFonts w:eastAsia="?? ??" w:cs="Arial"/>
              </w:rPr>
              <w:t>Birth /</w:t>
            </w:r>
          </w:p>
          <w:p w14:paraId="0984E41F" w14:textId="77777777" w:rsidR="00FB41C0" w:rsidRPr="00EF2F0E" w:rsidRDefault="00FB41C0" w:rsidP="00B76023">
            <w:pPr>
              <w:pStyle w:val="TAH"/>
              <w:rPr>
                <w:rFonts w:eastAsia="?? ??" w:cs="Arial"/>
              </w:rPr>
            </w:pPr>
            <w:r w:rsidRPr="00EF2F0E">
              <w:rPr>
                <w:rFonts w:eastAsia="?? ??" w:cs="Arial"/>
              </w:rPr>
              <w:t>Death</w:t>
            </w:r>
          </w:p>
          <w:p w14:paraId="0984E420" w14:textId="77777777" w:rsidR="00FB41C0" w:rsidRPr="00EF2F0E" w:rsidRDefault="00FB41C0" w:rsidP="00B76023">
            <w:pPr>
              <w:pStyle w:val="TAH"/>
              <w:rPr>
                <w:rFonts w:eastAsia="?? ??" w:cs="Arial"/>
              </w:rPr>
            </w:pPr>
            <w:r w:rsidRPr="00EF2F0E">
              <w:rPr>
                <w:rFonts w:eastAsia="?? ??" w:cs="Arial"/>
              </w:rPr>
              <w:t>(NOTE 1)</w:t>
            </w:r>
          </w:p>
        </w:tc>
        <w:tc>
          <w:tcPr>
            <w:tcW w:w="900" w:type="dxa"/>
            <w:tcBorders>
              <w:bottom w:val="single" w:sz="4" w:space="0" w:color="auto"/>
            </w:tcBorders>
          </w:tcPr>
          <w:p w14:paraId="0984E421" w14:textId="77777777" w:rsidR="00FB41C0" w:rsidRPr="00EF2F0E" w:rsidRDefault="00FB41C0" w:rsidP="00B76023">
            <w:pPr>
              <w:pStyle w:val="TAH"/>
              <w:rPr>
                <w:rFonts w:eastAsia="?? ??" w:cs="Arial"/>
              </w:rPr>
            </w:pPr>
            <w:r w:rsidRPr="00EF2F0E">
              <w:t>High Speed Train</w:t>
            </w:r>
          </w:p>
        </w:tc>
      </w:tr>
      <w:tr w:rsidR="003401A4" w:rsidRPr="00EF2F0E" w14:paraId="0984E427" w14:textId="77777777" w:rsidTr="00B76023">
        <w:trPr>
          <w:cantSplit/>
          <w:jc w:val="center"/>
        </w:trPr>
        <w:tc>
          <w:tcPr>
            <w:tcW w:w="1134" w:type="dxa"/>
            <w:vMerge/>
            <w:tcBorders>
              <w:bottom w:val="single" w:sz="4" w:space="0" w:color="auto"/>
            </w:tcBorders>
          </w:tcPr>
          <w:p w14:paraId="0984E423" w14:textId="77777777" w:rsidR="00FB41C0" w:rsidRPr="00EF2F0E" w:rsidRDefault="00FB41C0" w:rsidP="00B76023">
            <w:pPr>
              <w:pStyle w:val="TAH"/>
              <w:rPr>
                <w:rFonts w:cs="Arial"/>
              </w:rPr>
            </w:pPr>
          </w:p>
        </w:tc>
        <w:tc>
          <w:tcPr>
            <w:tcW w:w="1560" w:type="dxa"/>
            <w:vMerge/>
            <w:tcBorders>
              <w:bottom w:val="single" w:sz="4" w:space="0" w:color="auto"/>
            </w:tcBorders>
          </w:tcPr>
          <w:p w14:paraId="0984E424" w14:textId="77777777" w:rsidR="00FB41C0" w:rsidRPr="00EF2F0E" w:rsidRDefault="00FB41C0" w:rsidP="00B76023">
            <w:pPr>
              <w:pStyle w:val="TAH"/>
              <w:rPr>
                <w:rFonts w:cs="Arial"/>
              </w:rPr>
            </w:pPr>
          </w:p>
        </w:tc>
        <w:tc>
          <w:tcPr>
            <w:tcW w:w="6660" w:type="dxa"/>
            <w:gridSpan w:val="6"/>
            <w:tcBorders>
              <w:bottom w:val="single" w:sz="4" w:space="0" w:color="auto"/>
            </w:tcBorders>
          </w:tcPr>
          <w:p w14:paraId="0984E425" w14:textId="77777777" w:rsidR="00FB41C0" w:rsidRPr="00EF2F0E" w:rsidRDefault="00FB41C0" w:rsidP="00B76023">
            <w:pPr>
              <w:pStyle w:val="TAH"/>
              <w:rPr>
                <w:rFonts w:eastAsia="?? ??" w:cs="Arial"/>
              </w:rPr>
            </w:pPr>
            <w:r w:rsidRPr="00EF2F0E">
              <w:rPr>
                <w:rFonts w:eastAsia="?? ??" w:cs="Arial"/>
              </w:rPr>
              <w:t>Performance metric</w:t>
            </w:r>
          </w:p>
        </w:tc>
        <w:tc>
          <w:tcPr>
            <w:tcW w:w="900" w:type="dxa"/>
            <w:tcBorders>
              <w:bottom w:val="single" w:sz="4" w:space="0" w:color="auto"/>
            </w:tcBorders>
          </w:tcPr>
          <w:p w14:paraId="0984E426" w14:textId="77777777" w:rsidR="00FB41C0" w:rsidRPr="00EF2F0E" w:rsidRDefault="00FB41C0" w:rsidP="00B76023">
            <w:pPr>
              <w:pStyle w:val="TAH"/>
              <w:rPr>
                <w:rFonts w:eastAsia="?? ??" w:cs="Arial"/>
              </w:rPr>
            </w:pPr>
          </w:p>
        </w:tc>
      </w:tr>
      <w:tr w:rsidR="003401A4" w:rsidRPr="00EF2F0E" w14:paraId="0984E431" w14:textId="77777777" w:rsidTr="00B76023">
        <w:trPr>
          <w:cantSplit/>
          <w:jc w:val="center"/>
        </w:trPr>
        <w:tc>
          <w:tcPr>
            <w:tcW w:w="1134" w:type="dxa"/>
            <w:vMerge w:val="restart"/>
            <w:tcBorders>
              <w:bottom w:val="nil"/>
            </w:tcBorders>
            <w:vAlign w:val="center"/>
          </w:tcPr>
          <w:p w14:paraId="0984E428" w14:textId="77777777" w:rsidR="00FB41C0" w:rsidRPr="00EF2F0E" w:rsidRDefault="00FB41C0" w:rsidP="00B76023">
            <w:pPr>
              <w:pStyle w:val="TAC"/>
              <w:rPr>
                <w:rFonts w:eastAsia="?? ??" w:cs="Arial"/>
              </w:rPr>
            </w:pPr>
            <w:r w:rsidRPr="00EF2F0E">
              <w:rPr>
                <w:rFonts w:eastAsia="?? ??" w:cs="Arial"/>
              </w:rPr>
              <w:t>DCH</w:t>
            </w:r>
          </w:p>
        </w:tc>
        <w:tc>
          <w:tcPr>
            <w:tcW w:w="1560" w:type="dxa"/>
            <w:tcBorders>
              <w:bottom w:val="single" w:sz="4" w:space="0" w:color="auto"/>
            </w:tcBorders>
            <w:vAlign w:val="center"/>
          </w:tcPr>
          <w:p w14:paraId="0984E429" w14:textId="77777777" w:rsidR="00FB41C0" w:rsidRPr="00EF2F0E" w:rsidRDefault="00FB41C0" w:rsidP="00B76023">
            <w:pPr>
              <w:pStyle w:val="TAC"/>
              <w:rPr>
                <w:rFonts w:eastAsia="?? ??" w:cs="Arial"/>
              </w:rPr>
            </w:pPr>
            <w:r w:rsidRPr="00EF2F0E">
              <w:rPr>
                <w:rFonts w:eastAsia="?? ??" w:cs="Arial"/>
              </w:rPr>
              <w:t>12.2 kbps</w:t>
            </w:r>
          </w:p>
        </w:tc>
        <w:tc>
          <w:tcPr>
            <w:tcW w:w="1170" w:type="dxa"/>
            <w:tcBorders>
              <w:top w:val="single" w:sz="4" w:space="0" w:color="auto"/>
              <w:bottom w:val="single" w:sz="4" w:space="0" w:color="auto"/>
            </w:tcBorders>
            <w:vAlign w:val="center"/>
          </w:tcPr>
          <w:p w14:paraId="0984E42A" w14:textId="77777777" w:rsidR="00FB41C0" w:rsidRPr="00EF2F0E" w:rsidRDefault="00FB41C0" w:rsidP="00B76023">
            <w:pPr>
              <w:pStyle w:val="TAC"/>
              <w:rPr>
                <w:rFonts w:eastAsia="?? ??" w:cs="Arial"/>
              </w:rPr>
            </w:pPr>
            <w:r w:rsidRPr="00EF2F0E">
              <w:rPr>
                <w:rFonts w:eastAsia="?? ??" w:cs="Arial"/>
              </w:rPr>
              <w:t>BLER&lt;10</w:t>
            </w:r>
            <w:r w:rsidRPr="00EF2F0E">
              <w:rPr>
                <w:rFonts w:eastAsia="?? ??" w:cs="Arial"/>
                <w:vertAlign w:val="superscript"/>
              </w:rPr>
              <w:t>-2</w:t>
            </w:r>
          </w:p>
        </w:tc>
        <w:tc>
          <w:tcPr>
            <w:tcW w:w="1170" w:type="dxa"/>
            <w:tcBorders>
              <w:top w:val="single" w:sz="4" w:space="0" w:color="auto"/>
              <w:bottom w:val="single" w:sz="4" w:space="0" w:color="auto"/>
            </w:tcBorders>
            <w:vAlign w:val="center"/>
          </w:tcPr>
          <w:p w14:paraId="0984E42B" w14:textId="77777777" w:rsidR="00FB41C0" w:rsidRPr="00EF2F0E" w:rsidRDefault="00FB41C0" w:rsidP="00B76023">
            <w:pPr>
              <w:pStyle w:val="TAC"/>
              <w:rPr>
                <w:rFonts w:eastAsia="?? ??" w:cs="Arial"/>
              </w:rPr>
            </w:pPr>
            <w:r w:rsidRPr="00EF2F0E">
              <w:rPr>
                <w:rFonts w:eastAsia="?? ??" w:cs="Arial"/>
              </w:rPr>
              <w:t>BLER&lt;10</w:t>
            </w:r>
            <w:r w:rsidRPr="00EF2F0E">
              <w:rPr>
                <w:rFonts w:eastAsia="?? ??" w:cs="Arial"/>
                <w:vertAlign w:val="superscript"/>
              </w:rPr>
              <w:t>-2</w:t>
            </w:r>
          </w:p>
        </w:tc>
        <w:tc>
          <w:tcPr>
            <w:tcW w:w="1170" w:type="dxa"/>
            <w:tcBorders>
              <w:top w:val="single" w:sz="4" w:space="0" w:color="auto"/>
              <w:bottom w:val="single" w:sz="4" w:space="0" w:color="auto"/>
            </w:tcBorders>
            <w:vAlign w:val="center"/>
          </w:tcPr>
          <w:p w14:paraId="0984E42C" w14:textId="77777777" w:rsidR="00FB41C0" w:rsidRPr="00EF2F0E" w:rsidRDefault="00FB41C0" w:rsidP="00B76023">
            <w:pPr>
              <w:pStyle w:val="TAC"/>
              <w:rPr>
                <w:rFonts w:eastAsia="?? ??" w:cs="Arial"/>
              </w:rPr>
            </w:pPr>
            <w:r w:rsidRPr="00EF2F0E">
              <w:rPr>
                <w:rFonts w:eastAsia="?? ??" w:cs="Arial"/>
              </w:rPr>
              <w:t>BLER&lt;10</w:t>
            </w:r>
            <w:r w:rsidRPr="00EF2F0E">
              <w:rPr>
                <w:rFonts w:eastAsia="?? ??" w:cs="Arial"/>
                <w:vertAlign w:val="superscript"/>
              </w:rPr>
              <w:t>-2</w:t>
            </w:r>
          </w:p>
        </w:tc>
        <w:tc>
          <w:tcPr>
            <w:tcW w:w="1350" w:type="dxa"/>
            <w:tcBorders>
              <w:top w:val="single" w:sz="4" w:space="0" w:color="auto"/>
              <w:bottom w:val="single" w:sz="4" w:space="0" w:color="auto"/>
            </w:tcBorders>
            <w:vAlign w:val="center"/>
          </w:tcPr>
          <w:p w14:paraId="0984E42D" w14:textId="77777777" w:rsidR="00FB41C0" w:rsidRPr="00EF2F0E" w:rsidRDefault="00FB41C0" w:rsidP="00B76023">
            <w:pPr>
              <w:pStyle w:val="TAC"/>
              <w:rPr>
                <w:rFonts w:eastAsia="?? ??" w:cs="Arial"/>
              </w:rPr>
            </w:pPr>
            <w:r w:rsidRPr="00EF2F0E">
              <w:rPr>
                <w:rFonts w:eastAsia="?? ??" w:cs="Arial"/>
              </w:rPr>
              <w:t>BLER&lt;10</w:t>
            </w:r>
            <w:r w:rsidRPr="00EF2F0E">
              <w:rPr>
                <w:rFonts w:eastAsia="?? ??" w:cs="Arial"/>
                <w:vertAlign w:val="superscript"/>
              </w:rPr>
              <w:t>-2</w:t>
            </w:r>
          </w:p>
        </w:tc>
        <w:tc>
          <w:tcPr>
            <w:tcW w:w="900" w:type="dxa"/>
            <w:tcBorders>
              <w:top w:val="single" w:sz="4" w:space="0" w:color="auto"/>
              <w:bottom w:val="single" w:sz="4" w:space="0" w:color="auto"/>
            </w:tcBorders>
            <w:vAlign w:val="center"/>
          </w:tcPr>
          <w:p w14:paraId="0984E42E" w14:textId="77777777" w:rsidR="00FB41C0" w:rsidRPr="00EF2F0E" w:rsidRDefault="00FB41C0" w:rsidP="00B76023">
            <w:pPr>
              <w:pStyle w:val="TAC"/>
              <w:rPr>
                <w:rFonts w:eastAsia="?? ??" w:cs="Arial"/>
              </w:rPr>
            </w:pPr>
            <w:r w:rsidRPr="00EF2F0E">
              <w:rPr>
                <w:rFonts w:eastAsia="?? ??" w:cs="Arial"/>
              </w:rPr>
              <w:t>BLER&lt;10</w:t>
            </w:r>
            <w:r w:rsidRPr="00EF2F0E">
              <w:rPr>
                <w:rFonts w:eastAsia="?? ??" w:cs="Arial"/>
                <w:vertAlign w:val="superscript"/>
              </w:rPr>
              <w:t>-2</w:t>
            </w:r>
          </w:p>
        </w:tc>
        <w:tc>
          <w:tcPr>
            <w:tcW w:w="900" w:type="dxa"/>
            <w:tcBorders>
              <w:top w:val="single" w:sz="4" w:space="0" w:color="auto"/>
              <w:bottom w:val="single" w:sz="4" w:space="0" w:color="auto"/>
            </w:tcBorders>
            <w:vAlign w:val="center"/>
          </w:tcPr>
          <w:p w14:paraId="0984E42F" w14:textId="77777777" w:rsidR="00FB41C0" w:rsidRPr="00EF2F0E" w:rsidRDefault="00FB41C0" w:rsidP="00B76023">
            <w:pPr>
              <w:pStyle w:val="TAC"/>
              <w:rPr>
                <w:rFonts w:eastAsia="?? ??" w:cs="Arial"/>
              </w:rPr>
            </w:pPr>
            <w:r w:rsidRPr="00EF2F0E">
              <w:rPr>
                <w:rFonts w:eastAsia="?? ??" w:cs="Arial"/>
              </w:rPr>
              <w:t>BLER&lt;10</w:t>
            </w:r>
            <w:r w:rsidRPr="00EF2F0E">
              <w:rPr>
                <w:rFonts w:eastAsia="?? ??" w:cs="Arial"/>
                <w:vertAlign w:val="superscript"/>
              </w:rPr>
              <w:t>-2</w:t>
            </w:r>
          </w:p>
        </w:tc>
        <w:tc>
          <w:tcPr>
            <w:tcW w:w="900" w:type="dxa"/>
            <w:tcBorders>
              <w:top w:val="single" w:sz="4" w:space="0" w:color="auto"/>
              <w:bottom w:val="single" w:sz="4" w:space="0" w:color="auto"/>
            </w:tcBorders>
          </w:tcPr>
          <w:p w14:paraId="0984E430" w14:textId="77777777" w:rsidR="00FB41C0" w:rsidRPr="00EF2F0E" w:rsidRDefault="00FB41C0" w:rsidP="00B76023">
            <w:pPr>
              <w:pStyle w:val="TAC"/>
              <w:rPr>
                <w:rFonts w:eastAsia="?? ??" w:cs="Arial"/>
              </w:rPr>
            </w:pPr>
            <w:r w:rsidRPr="00EF2F0E">
              <w:t>BLER&lt;10</w:t>
            </w:r>
            <w:r w:rsidRPr="00EF2F0E">
              <w:rPr>
                <w:vertAlign w:val="superscript"/>
              </w:rPr>
              <w:t>-2</w:t>
            </w:r>
          </w:p>
        </w:tc>
      </w:tr>
      <w:tr w:rsidR="003401A4" w:rsidRPr="00EF2F0E" w14:paraId="0984E443" w14:textId="77777777" w:rsidTr="00B76023">
        <w:trPr>
          <w:cantSplit/>
          <w:jc w:val="center"/>
        </w:trPr>
        <w:tc>
          <w:tcPr>
            <w:tcW w:w="1134" w:type="dxa"/>
            <w:vMerge/>
            <w:tcBorders>
              <w:bottom w:val="nil"/>
            </w:tcBorders>
          </w:tcPr>
          <w:p w14:paraId="0984E432" w14:textId="77777777" w:rsidR="00FB41C0" w:rsidRPr="00EF2F0E" w:rsidRDefault="00FB41C0" w:rsidP="00B76023">
            <w:pPr>
              <w:pStyle w:val="TAC"/>
              <w:rPr>
                <w:rFonts w:eastAsia="?? ??" w:cs="Arial"/>
              </w:rPr>
            </w:pPr>
          </w:p>
        </w:tc>
        <w:tc>
          <w:tcPr>
            <w:tcW w:w="1560" w:type="dxa"/>
            <w:tcBorders>
              <w:bottom w:val="single" w:sz="4" w:space="0" w:color="auto"/>
            </w:tcBorders>
            <w:vAlign w:val="center"/>
          </w:tcPr>
          <w:p w14:paraId="0984E433" w14:textId="77777777" w:rsidR="00FB41C0" w:rsidRPr="00EF2F0E" w:rsidRDefault="00FB41C0" w:rsidP="00B76023">
            <w:pPr>
              <w:pStyle w:val="TAC"/>
              <w:rPr>
                <w:rFonts w:eastAsia="?? ??" w:cs="Arial"/>
              </w:rPr>
            </w:pPr>
            <w:r w:rsidRPr="00EF2F0E">
              <w:rPr>
                <w:rFonts w:eastAsia="?? ??" w:cs="Arial"/>
              </w:rPr>
              <w:t>64 kbps</w:t>
            </w:r>
          </w:p>
        </w:tc>
        <w:tc>
          <w:tcPr>
            <w:tcW w:w="1170" w:type="dxa"/>
            <w:tcBorders>
              <w:bottom w:val="single" w:sz="4" w:space="0" w:color="auto"/>
            </w:tcBorders>
            <w:vAlign w:val="center"/>
          </w:tcPr>
          <w:p w14:paraId="0984E434" w14:textId="77777777" w:rsidR="00FB41C0" w:rsidRPr="00EF2F0E" w:rsidRDefault="00FB41C0" w:rsidP="00B76023">
            <w:pPr>
              <w:pStyle w:val="TAC"/>
              <w:rPr>
                <w:rFonts w:eastAsia="?? ??" w:cs="Arial"/>
              </w:rPr>
            </w:pPr>
            <w:r w:rsidRPr="00EF2F0E">
              <w:rPr>
                <w:rFonts w:eastAsia="?? ??" w:cs="Arial"/>
              </w:rPr>
              <w:t xml:space="preserve">BLER&lt; </w:t>
            </w:r>
          </w:p>
          <w:p w14:paraId="0984E435"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170" w:type="dxa"/>
            <w:tcBorders>
              <w:bottom w:val="single" w:sz="4" w:space="0" w:color="auto"/>
            </w:tcBorders>
            <w:vAlign w:val="center"/>
          </w:tcPr>
          <w:p w14:paraId="0984E436" w14:textId="77777777" w:rsidR="00FB41C0" w:rsidRPr="00EF2F0E" w:rsidRDefault="00FB41C0" w:rsidP="00B76023">
            <w:pPr>
              <w:pStyle w:val="TAC"/>
              <w:rPr>
                <w:rFonts w:eastAsia="?? ??" w:cs="Arial"/>
              </w:rPr>
            </w:pPr>
            <w:r w:rsidRPr="00EF2F0E">
              <w:rPr>
                <w:rFonts w:eastAsia="?? ??" w:cs="Arial"/>
              </w:rPr>
              <w:t xml:space="preserve">BLER&lt; </w:t>
            </w:r>
          </w:p>
          <w:p w14:paraId="0984E437"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 10</w:t>
            </w:r>
            <w:r w:rsidRPr="00EF2F0E">
              <w:rPr>
                <w:rFonts w:eastAsia="?? ??" w:cs="Arial"/>
                <w:vertAlign w:val="superscript"/>
              </w:rPr>
              <w:t>-2</w:t>
            </w:r>
          </w:p>
        </w:tc>
        <w:tc>
          <w:tcPr>
            <w:tcW w:w="1170" w:type="dxa"/>
            <w:tcBorders>
              <w:bottom w:val="single" w:sz="4" w:space="0" w:color="auto"/>
            </w:tcBorders>
            <w:vAlign w:val="center"/>
          </w:tcPr>
          <w:p w14:paraId="0984E438" w14:textId="77777777" w:rsidR="00FB41C0" w:rsidRPr="00EF2F0E" w:rsidRDefault="00FB41C0" w:rsidP="00B76023">
            <w:pPr>
              <w:pStyle w:val="TAC"/>
              <w:rPr>
                <w:rFonts w:eastAsia="?? ??" w:cs="Arial"/>
              </w:rPr>
            </w:pPr>
            <w:r w:rsidRPr="00EF2F0E">
              <w:rPr>
                <w:rFonts w:eastAsia="?? ??" w:cs="Arial"/>
              </w:rPr>
              <w:t xml:space="preserve">BLER&lt; </w:t>
            </w:r>
          </w:p>
          <w:p w14:paraId="0984E439"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350" w:type="dxa"/>
            <w:tcBorders>
              <w:bottom w:val="single" w:sz="4" w:space="0" w:color="auto"/>
            </w:tcBorders>
            <w:vAlign w:val="center"/>
          </w:tcPr>
          <w:p w14:paraId="0984E43A" w14:textId="77777777" w:rsidR="00FB41C0" w:rsidRPr="00EF2F0E" w:rsidRDefault="00FB41C0" w:rsidP="00B76023">
            <w:pPr>
              <w:pStyle w:val="TAC"/>
              <w:rPr>
                <w:rFonts w:eastAsia="?? ??" w:cs="Arial"/>
              </w:rPr>
            </w:pPr>
            <w:r w:rsidRPr="00EF2F0E">
              <w:rPr>
                <w:rFonts w:eastAsia="?? ??" w:cs="Arial"/>
              </w:rPr>
              <w:t xml:space="preserve">BLER&lt; </w:t>
            </w:r>
          </w:p>
          <w:p w14:paraId="0984E43B"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 10</w:t>
            </w:r>
            <w:r w:rsidRPr="00EF2F0E">
              <w:rPr>
                <w:rFonts w:eastAsia="?? ??" w:cs="Arial"/>
                <w:vertAlign w:val="superscript"/>
              </w:rPr>
              <w:t>-2</w:t>
            </w:r>
            <w:r w:rsidRPr="00EF2F0E">
              <w:rPr>
                <w:rFonts w:eastAsia="?? ??" w:cs="Arial"/>
              </w:rPr>
              <w:t>,10</w:t>
            </w:r>
            <w:r w:rsidRPr="00EF2F0E">
              <w:rPr>
                <w:rFonts w:eastAsia="?? ??" w:cs="Arial"/>
                <w:vertAlign w:val="superscript"/>
              </w:rPr>
              <w:t>-3</w:t>
            </w:r>
          </w:p>
        </w:tc>
        <w:tc>
          <w:tcPr>
            <w:tcW w:w="900" w:type="dxa"/>
            <w:tcBorders>
              <w:bottom w:val="single" w:sz="4" w:space="0" w:color="auto"/>
            </w:tcBorders>
            <w:vAlign w:val="center"/>
          </w:tcPr>
          <w:p w14:paraId="0984E43C" w14:textId="77777777" w:rsidR="00FB41C0" w:rsidRPr="00EF2F0E" w:rsidRDefault="00FB41C0" w:rsidP="00B76023">
            <w:pPr>
              <w:keepNext/>
              <w:keepLines/>
              <w:spacing w:after="0"/>
              <w:jc w:val="center"/>
              <w:rPr>
                <w:rFonts w:ascii="Arial" w:eastAsia="?? ??" w:hAnsi="Arial" w:cs="Arial"/>
                <w:sz w:val="18"/>
              </w:rPr>
            </w:pPr>
            <w:r w:rsidRPr="00EF2F0E">
              <w:rPr>
                <w:rFonts w:ascii="Arial" w:eastAsia="?? ??" w:hAnsi="Arial" w:cs="Arial"/>
                <w:sz w:val="18"/>
              </w:rPr>
              <w:t xml:space="preserve">BLER&lt; </w:t>
            </w:r>
          </w:p>
          <w:p w14:paraId="0984E43D"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900" w:type="dxa"/>
            <w:tcBorders>
              <w:bottom w:val="single" w:sz="4" w:space="0" w:color="auto"/>
            </w:tcBorders>
            <w:vAlign w:val="center"/>
          </w:tcPr>
          <w:p w14:paraId="0984E43E" w14:textId="77777777" w:rsidR="00FB41C0" w:rsidRPr="00EF2F0E" w:rsidRDefault="00FB41C0" w:rsidP="00B76023">
            <w:pPr>
              <w:keepNext/>
              <w:keepLines/>
              <w:spacing w:after="0"/>
              <w:jc w:val="center"/>
              <w:rPr>
                <w:rFonts w:ascii="Arial" w:eastAsia="?? ??" w:hAnsi="Arial" w:cs="Arial"/>
                <w:sz w:val="18"/>
              </w:rPr>
            </w:pPr>
            <w:r w:rsidRPr="00EF2F0E">
              <w:rPr>
                <w:rFonts w:ascii="Arial" w:eastAsia="?? ??" w:hAnsi="Arial" w:cs="Arial"/>
                <w:sz w:val="18"/>
              </w:rPr>
              <w:t xml:space="preserve">BLER&lt; </w:t>
            </w:r>
          </w:p>
          <w:p w14:paraId="0984E43F"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900" w:type="dxa"/>
            <w:tcBorders>
              <w:bottom w:val="single" w:sz="4" w:space="0" w:color="auto"/>
            </w:tcBorders>
          </w:tcPr>
          <w:p w14:paraId="0984E440" w14:textId="77777777" w:rsidR="00FB41C0" w:rsidRPr="00EF2F0E" w:rsidRDefault="00FB41C0" w:rsidP="00B76023">
            <w:pPr>
              <w:pStyle w:val="TAC"/>
            </w:pPr>
            <w:r w:rsidRPr="00EF2F0E">
              <w:t>BLER&lt;</w:t>
            </w:r>
          </w:p>
          <w:p w14:paraId="0984E441" w14:textId="77777777" w:rsidR="00FB41C0" w:rsidRPr="00EF2F0E" w:rsidRDefault="00FB41C0" w:rsidP="00B76023">
            <w:pPr>
              <w:pStyle w:val="TAC"/>
              <w:rPr>
                <w:vertAlign w:val="superscript"/>
                <w:lang w:eastAsia="ja-JP"/>
              </w:rPr>
            </w:pPr>
            <w:r w:rsidRPr="00EF2F0E">
              <w:t>10</w:t>
            </w:r>
            <w:r w:rsidRPr="00EF2F0E">
              <w:rPr>
                <w:vertAlign w:val="superscript"/>
              </w:rPr>
              <w:t>-1</w:t>
            </w:r>
            <w:r w:rsidRPr="00EF2F0E">
              <w:t>, 10</w:t>
            </w:r>
            <w:r w:rsidRPr="00EF2F0E">
              <w:rPr>
                <w:vertAlign w:val="superscript"/>
              </w:rPr>
              <w:t>-2</w:t>
            </w:r>
            <w:r w:rsidRPr="00EF2F0E">
              <w:rPr>
                <w:vertAlign w:val="superscript"/>
                <w:lang w:eastAsia="ja-JP"/>
              </w:rPr>
              <w:t xml:space="preserve"> </w:t>
            </w:r>
          </w:p>
          <w:p w14:paraId="0984E442" w14:textId="77777777" w:rsidR="00FB41C0" w:rsidRPr="00EF2F0E" w:rsidRDefault="00FB41C0" w:rsidP="00B76023">
            <w:pPr>
              <w:pStyle w:val="TAC"/>
              <w:rPr>
                <w:rFonts w:eastAsia="?? ??"/>
              </w:rPr>
            </w:pPr>
            <w:r w:rsidRPr="00EF2F0E">
              <w:rPr>
                <w:rFonts w:eastAsia="?? ??"/>
                <w:lang w:eastAsia="ja-JP"/>
              </w:rPr>
              <w:t>(NOTE 2)</w:t>
            </w:r>
          </w:p>
        </w:tc>
      </w:tr>
      <w:tr w:rsidR="003401A4" w:rsidRPr="00EF2F0E" w14:paraId="0984E451" w14:textId="77777777" w:rsidTr="00B76023">
        <w:trPr>
          <w:cantSplit/>
          <w:jc w:val="center"/>
        </w:trPr>
        <w:tc>
          <w:tcPr>
            <w:tcW w:w="1134" w:type="dxa"/>
            <w:vMerge/>
            <w:tcBorders>
              <w:bottom w:val="nil"/>
            </w:tcBorders>
          </w:tcPr>
          <w:p w14:paraId="0984E444" w14:textId="77777777" w:rsidR="00FB41C0" w:rsidRPr="00EF2F0E" w:rsidRDefault="00FB41C0" w:rsidP="00B76023">
            <w:pPr>
              <w:pStyle w:val="TAC"/>
              <w:rPr>
                <w:rFonts w:eastAsia="?? ??" w:cs="Arial"/>
              </w:rPr>
            </w:pPr>
          </w:p>
        </w:tc>
        <w:tc>
          <w:tcPr>
            <w:tcW w:w="1560" w:type="dxa"/>
            <w:tcBorders>
              <w:bottom w:val="single" w:sz="4" w:space="0" w:color="auto"/>
            </w:tcBorders>
            <w:vAlign w:val="center"/>
          </w:tcPr>
          <w:p w14:paraId="0984E445" w14:textId="77777777" w:rsidR="00FB41C0" w:rsidRPr="00EF2F0E" w:rsidRDefault="00FB41C0" w:rsidP="00B76023">
            <w:pPr>
              <w:pStyle w:val="TAC"/>
              <w:rPr>
                <w:rFonts w:eastAsia="?? ??" w:cs="Arial"/>
              </w:rPr>
            </w:pPr>
            <w:r w:rsidRPr="00EF2F0E">
              <w:rPr>
                <w:rFonts w:eastAsia="?? ??" w:cs="Arial"/>
              </w:rPr>
              <w:t>144 kbps</w:t>
            </w:r>
          </w:p>
        </w:tc>
        <w:tc>
          <w:tcPr>
            <w:tcW w:w="1170" w:type="dxa"/>
            <w:tcBorders>
              <w:bottom w:val="single" w:sz="4" w:space="0" w:color="auto"/>
            </w:tcBorders>
            <w:vAlign w:val="center"/>
          </w:tcPr>
          <w:p w14:paraId="0984E446" w14:textId="77777777" w:rsidR="00FB41C0" w:rsidRPr="00EF2F0E" w:rsidRDefault="00FB41C0" w:rsidP="00B76023">
            <w:pPr>
              <w:pStyle w:val="TAC"/>
              <w:rPr>
                <w:rFonts w:eastAsia="?? ??" w:cs="Arial"/>
              </w:rPr>
            </w:pPr>
            <w:r w:rsidRPr="00EF2F0E">
              <w:rPr>
                <w:rFonts w:eastAsia="?? ??" w:cs="Arial"/>
              </w:rPr>
              <w:t xml:space="preserve">BLER&lt; </w:t>
            </w:r>
          </w:p>
          <w:p w14:paraId="0984E447"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170" w:type="dxa"/>
            <w:tcBorders>
              <w:bottom w:val="single" w:sz="4" w:space="0" w:color="auto"/>
            </w:tcBorders>
            <w:vAlign w:val="center"/>
          </w:tcPr>
          <w:p w14:paraId="0984E448" w14:textId="77777777" w:rsidR="00FB41C0" w:rsidRPr="00EF2F0E" w:rsidRDefault="00FB41C0" w:rsidP="00B76023">
            <w:pPr>
              <w:pStyle w:val="TAC"/>
              <w:rPr>
                <w:rFonts w:eastAsia="?? ??" w:cs="Arial"/>
              </w:rPr>
            </w:pPr>
            <w:r w:rsidRPr="00EF2F0E">
              <w:rPr>
                <w:rFonts w:eastAsia="?? ??" w:cs="Arial"/>
              </w:rPr>
              <w:t xml:space="preserve">BLER&lt; </w:t>
            </w:r>
          </w:p>
          <w:p w14:paraId="0984E449"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170" w:type="dxa"/>
            <w:tcBorders>
              <w:bottom w:val="single" w:sz="4" w:space="0" w:color="auto"/>
            </w:tcBorders>
            <w:vAlign w:val="center"/>
          </w:tcPr>
          <w:p w14:paraId="0984E44A" w14:textId="77777777" w:rsidR="00FB41C0" w:rsidRPr="00EF2F0E" w:rsidRDefault="00FB41C0" w:rsidP="00B76023">
            <w:pPr>
              <w:pStyle w:val="TAC"/>
              <w:rPr>
                <w:rFonts w:eastAsia="?? ??" w:cs="Arial"/>
              </w:rPr>
            </w:pPr>
            <w:r w:rsidRPr="00EF2F0E">
              <w:rPr>
                <w:rFonts w:eastAsia="?? ??" w:cs="Arial"/>
              </w:rPr>
              <w:t xml:space="preserve">BLER&lt; </w:t>
            </w:r>
          </w:p>
          <w:p w14:paraId="0984E44B"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350" w:type="dxa"/>
            <w:tcBorders>
              <w:bottom w:val="single" w:sz="4" w:space="0" w:color="auto"/>
            </w:tcBorders>
            <w:vAlign w:val="center"/>
          </w:tcPr>
          <w:p w14:paraId="0984E44C" w14:textId="77777777" w:rsidR="00FB41C0" w:rsidRPr="00EF2F0E" w:rsidRDefault="00FB41C0" w:rsidP="00B76023">
            <w:pPr>
              <w:pStyle w:val="TAC"/>
              <w:rPr>
                <w:rFonts w:eastAsia="?? ??" w:cs="Arial"/>
              </w:rPr>
            </w:pPr>
            <w:r w:rsidRPr="00EF2F0E">
              <w:rPr>
                <w:rFonts w:eastAsia="?? ??" w:cs="Arial"/>
              </w:rPr>
              <w:t xml:space="preserve">BLER&lt; </w:t>
            </w:r>
          </w:p>
          <w:p w14:paraId="0984E44D"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 10</w:t>
            </w:r>
            <w:r w:rsidRPr="00EF2F0E">
              <w:rPr>
                <w:rFonts w:eastAsia="?? ??" w:cs="Arial"/>
                <w:vertAlign w:val="superscript"/>
              </w:rPr>
              <w:t>-2</w:t>
            </w:r>
            <w:r w:rsidRPr="00EF2F0E">
              <w:rPr>
                <w:rFonts w:eastAsia="?? ??" w:cs="Arial"/>
              </w:rPr>
              <w:t>,10</w:t>
            </w:r>
            <w:r w:rsidRPr="00EF2F0E">
              <w:rPr>
                <w:rFonts w:eastAsia="?? ??" w:cs="Arial"/>
                <w:vertAlign w:val="superscript"/>
              </w:rPr>
              <w:t>-3</w:t>
            </w:r>
          </w:p>
        </w:tc>
        <w:tc>
          <w:tcPr>
            <w:tcW w:w="900" w:type="dxa"/>
            <w:tcBorders>
              <w:bottom w:val="single" w:sz="4" w:space="0" w:color="auto"/>
            </w:tcBorders>
            <w:vAlign w:val="center"/>
          </w:tcPr>
          <w:p w14:paraId="0984E44E" w14:textId="77777777" w:rsidR="00FB41C0" w:rsidRPr="00EF2F0E" w:rsidRDefault="00FB41C0" w:rsidP="00B76023">
            <w:pPr>
              <w:pStyle w:val="TAC"/>
              <w:rPr>
                <w:rFonts w:eastAsia="?? ??" w:cs="Arial"/>
              </w:rPr>
            </w:pPr>
            <w:r w:rsidRPr="00EF2F0E">
              <w:rPr>
                <w:rFonts w:eastAsia="?? ??" w:cs="Arial"/>
              </w:rPr>
              <w:t>-</w:t>
            </w:r>
          </w:p>
        </w:tc>
        <w:tc>
          <w:tcPr>
            <w:tcW w:w="900" w:type="dxa"/>
            <w:tcBorders>
              <w:bottom w:val="single" w:sz="4" w:space="0" w:color="auto"/>
            </w:tcBorders>
            <w:vAlign w:val="center"/>
          </w:tcPr>
          <w:p w14:paraId="0984E44F" w14:textId="77777777" w:rsidR="00FB41C0" w:rsidRPr="00EF2F0E" w:rsidRDefault="00FB41C0" w:rsidP="00B76023">
            <w:pPr>
              <w:pStyle w:val="TAC"/>
              <w:rPr>
                <w:rFonts w:eastAsia="?? ??" w:cs="Arial"/>
              </w:rPr>
            </w:pPr>
            <w:r w:rsidRPr="00EF2F0E">
              <w:rPr>
                <w:rFonts w:eastAsia="?? ??" w:cs="Arial"/>
              </w:rPr>
              <w:t>-</w:t>
            </w:r>
          </w:p>
        </w:tc>
        <w:tc>
          <w:tcPr>
            <w:tcW w:w="900" w:type="dxa"/>
            <w:tcBorders>
              <w:bottom w:val="single" w:sz="4" w:space="0" w:color="auto"/>
            </w:tcBorders>
          </w:tcPr>
          <w:p w14:paraId="0984E450" w14:textId="77777777" w:rsidR="00FB41C0" w:rsidRPr="00EF2F0E" w:rsidRDefault="00FB41C0" w:rsidP="00B76023">
            <w:pPr>
              <w:pStyle w:val="TAC"/>
              <w:rPr>
                <w:rFonts w:eastAsia="?? ??" w:cs="Arial"/>
              </w:rPr>
            </w:pPr>
          </w:p>
        </w:tc>
      </w:tr>
      <w:tr w:rsidR="003401A4" w:rsidRPr="00EF2F0E" w14:paraId="0984E45F" w14:textId="77777777" w:rsidTr="00B76023">
        <w:trPr>
          <w:cantSplit/>
          <w:jc w:val="center"/>
        </w:trPr>
        <w:tc>
          <w:tcPr>
            <w:tcW w:w="1134" w:type="dxa"/>
            <w:vMerge/>
          </w:tcPr>
          <w:p w14:paraId="0984E452" w14:textId="77777777" w:rsidR="00FB41C0" w:rsidRPr="00EF2F0E" w:rsidRDefault="00FB41C0" w:rsidP="00B76023">
            <w:pPr>
              <w:pStyle w:val="TAC"/>
              <w:rPr>
                <w:rFonts w:eastAsia="?? ??" w:cs="Arial"/>
              </w:rPr>
            </w:pPr>
          </w:p>
        </w:tc>
        <w:tc>
          <w:tcPr>
            <w:tcW w:w="1560" w:type="dxa"/>
            <w:vAlign w:val="center"/>
          </w:tcPr>
          <w:p w14:paraId="0984E453" w14:textId="77777777" w:rsidR="00FB41C0" w:rsidRPr="00EF2F0E" w:rsidRDefault="00FB41C0" w:rsidP="00B76023">
            <w:pPr>
              <w:pStyle w:val="TAC"/>
              <w:rPr>
                <w:rFonts w:eastAsia="?? ??" w:cs="Arial"/>
              </w:rPr>
            </w:pPr>
            <w:r w:rsidRPr="00EF2F0E">
              <w:rPr>
                <w:rFonts w:eastAsia="?? ??" w:cs="Arial"/>
              </w:rPr>
              <w:t>384 kbps</w:t>
            </w:r>
          </w:p>
        </w:tc>
        <w:tc>
          <w:tcPr>
            <w:tcW w:w="1170" w:type="dxa"/>
            <w:vAlign w:val="center"/>
          </w:tcPr>
          <w:p w14:paraId="0984E454" w14:textId="77777777" w:rsidR="00FB41C0" w:rsidRPr="00EF2F0E" w:rsidRDefault="00FB41C0" w:rsidP="00B76023">
            <w:pPr>
              <w:pStyle w:val="TAC"/>
              <w:rPr>
                <w:rFonts w:eastAsia="?? ??" w:cs="Arial"/>
              </w:rPr>
            </w:pPr>
            <w:r w:rsidRPr="00EF2F0E">
              <w:rPr>
                <w:rFonts w:eastAsia="?? ??" w:cs="Arial"/>
              </w:rPr>
              <w:t xml:space="preserve">BLER&lt; </w:t>
            </w:r>
          </w:p>
          <w:p w14:paraId="0984E455"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170" w:type="dxa"/>
            <w:vAlign w:val="center"/>
          </w:tcPr>
          <w:p w14:paraId="0984E456" w14:textId="77777777" w:rsidR="00FB41C0" w:rsidRPr="00EF2F0E" w:rsidRDefault="00FB41C0" w:rsidP="00B76023">
            <w:pPr>
              <w:pStyle w:val="TAC"/>
              <w:rPr>
                <w:rFonts w:eastAsia="?? ??" w:cs="Arial"/>
              </w:rPr>
            </w:pPr>
            <w:r w:rsidRPr="00EF2F0E">
              <w:rPr>
                <w:rFonts w:eastAsia="?? ??" w:cs="Arial"/>
              </w:rPr>
              <w:t xml:space="preserve">BLER&lt; </w:t>
            </w:r>
          </w:p>
          <w:p w14:paraId="0984E457"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170" w:type="dxa"/>
            <w:vAlign w:val="center"/>
          </w:tcPr>
          <w:p w14:paraId="0984E458" w14:textId="77777777" w:rsidR="00FB41C0" w:rsidRPr="00EF2F0E" w:rsidRDefault="00FB41C0" w:rsidP="00B76023">
            <w:pPr>
              <w:pStyle w:val="TAC"/>
              <w:rPr>
                <w:rFonts w:eastAsia="?? ??" w:cs="Arial"/>
              </w:rPr>
            </w:pPr>
            <w:r w:rsidRPr="00EF2F0E">
              <w:rPr>
                <w:rFonts w:eastAsia="?? ??" w:cs="Arial"/>
              </w:rPr>
              <w:t xml:space="preserve">BLER&lt; </w:t>
            </w:r>
          </w:p>
          <w:p w14:paraId="0984E459"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350" w:type="dxa"/>
            <w:vAlign w:val="center"/>
          </w:tcPr>
          <w:p w14:paraId="0984E45A" w14:textId="77777777" w:rsidR="00FB41C0" w:rsidRPr="00EF2F0E" w:rsidRDefault="00FB41C0" w:rsidP="00B76023">
            <w:pPr>
              <w:pStyle w:val="TAC"/>
              <w:rPr>
                <w:rFonts w:eastAsia="?? ??" w:cs="Arial"/>
              </w:rPr>
            </w:pPr>
            <w:r w:rsidRPr="00EF2F0E">
              <w:rPr>
                <w:rFonts w:eastAsia="?? ??" w:cs="Arial"/>
              </w:rPr>
              <w:t xml:space="preserve">BLER&lt; </w:t>
            </w:r>
          </w:p>
          <w:p w14:paraId="0984E45B"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 10</w:t>
            </w:r>
            <w:r w:rsidRPr="00EF2F0E">
              <w:rPr>
                <w:rFonts w:eastAsia="?? ??" w:cs="Arial"/>
                <w:vertAlign w:val="superscript"/>
              </w:rPr>
              <w:t>-2</w:t>
            </w:r>
            <w:r w:rsidRPr="00EF2F0E">
              <w:rPr>
                <w:rFonts w:eastAsia="?? ??" w:cs="Arial"/>
              </w:rPr>
              <w:t>,10</w:t>
            </w:r>
            <w:r w:rsidRPr="00EF2F0E">
              <w:rPr>
                <w:rFonts w:eastAsia="?? ??" w:cs="Arial"/>
                <w:vertAlign w:val="superscript"/>
              </w:rPr>
              <w:t>-3</w:t>
            </w:r>
          </w:p>
        </w:tc>
        <w:tc>
          <w:tcPr>
            <w:tcW w:w="900" w:type="dxa"/>
            <w:vAlign w:val="center"/>
          </w:tcPr>
          <w:p w14:paraId="0984E45C" w14:textId="77777777" w:rsidR="00FB41C0" w:rsidRPr="00EF2F0E" w:rsidRDefault="00FB41C0" w:rsidP="00B76023">
            <w:pPr>
              <w:pStyle w:val="TAC"/>
              <w:rPr>
                <w:rFonts w:eastAsia="?? ??" w:cs="Arial"/>
              </w:rPr>
            </w:pPr>
            <w:r w:rsidRPr="00EF2F0E">
              <w:rPr>
                <w:rFonts w:eastAsia="?? ??" w:cs="Arial"/>
              </w:rPr>
              <w:t>-</w:t>
            </w:r>
          </w:p>
        </w:tc>
        <w:tc>
          <w:tcPr>
            <w:tcW w:w="900" w:type="dxa"/>
            <w:vAlign w:val="center"/>
          </w:tcPr>
          <w:p w14:paraId="0984E45D" w14:textId="77777777" w:rsidR="00FB41C0" w:rsidRPr="00EF2F0E" w:rsidRDefault="00FB41C0" w:rsidP="00B76023">
            <w:pPr>
              <w:pStyle w:val="TAC"/>
              <w:rPr>
                <w:rFonts w:eastAsia="?? ??" w:cs="Arial"/>
              </w:rPr>
            </w:pPr>
            <w:r w:rsidRPr="00EF2F0E">
              <w:rPr>
                <w:rFonts w:eastAsia="?? ??" w:cs="Arial"/>
              </w:rPr>
              <w:t>-</w:t>
            </w:r>
          </w:p>
        </w:tc>
        <w:tc>
          <w:tcPr>
            <w:tcW w:w="900" w:type="dxa"/>
          </w:tcPr>
          <w:p w14:paraId="0984E45E" w14:textId="77777777" w:rsidR="00FB41C0" w:rsidRPr="00EF2F0E" w:rsidRDefault="00FB41C0" w:rsidP="00B76023">
            <w:pPr>
              <w:pStyle w:val="TAC"/>
              <w:rPr>
                <w:rFonts w:eastAsia="?? ??" w:cs="Arial"/>
              </w:rPr>
            </w:pPr>
          </w:p>
        </w:tc>
      </w:tr>
      <w:tr w:rsidR="00FB41C0" w:rsidRPr="00EF2F0E" w14:paraId="0984E464" w14:textId="77777777" w:rsidTr="00B76023">
        <w:trPr>
          <w:cantSplit/>
          <w:jc w:val="center"/>
        </w:trPr>
        <w:tc>
          <w:tcPr>
            <w:tcW w:w="10254" w:type="dxa"/>
            <w:gridSpan w:val="9"/>
            <w:tcBorders>
              <w:bottom w:val="single" w:sz="4" w:space="0" w:color="auto"/>
            </w:tcBorders>
          </w:tcPr>
          <w:p w14:paraId="0984E460" w14:textId="77777777" w:rsidR="00FB41C0" w:rsidRPr="00EF2F0E" w:rsidRDefault="00FB41C0" w:rsidP="00B76023">
            <w:pPr>
              <w:pStyle w:val="TAN"/>
              <w:rPr>
                <w:rFonts w:eastAsia="?? ??" w:cs="v5.0.0"/>
              </w:rPr>
            </w:pPr>
            <w:r w:rsidRPr="00EF2F0E">
              <w:rPr>
                <w:rFonts w:eastAsia="?? ??" w:cs="v5.0.0"/>
              </w:rPr>
              <w:t>NOTE 1:</w:t>
            </w:r>
            <w:r w:rsidRPr="00EF2F0E">
              <w:rPr>
                <w:rFonts w:eastAsia="?? ??" w:cs="v5.0.0"/>
              </w:rPr>
              <w:tab/>
              <w:t>UTRA FDD only.</w:t>
            </w:r>
          </w:p>
          <w:p w14:paraId="0984E461" w14:textId="77777777" w:rsidR="00FB41C0" w:rsidRPr="00EF2F0E" w:rsidRDefault="00FB41C0" w:rsidP="00B76023">
            <w:pPr>
              <w:pStyle w:val="TAN"/>
              <w:rPr>
                <w:rFonts w:eastAsia="?? ??" w:cs="v5.0.0"/>
              </w:rPr>
            </w:pPr>
            <w:r w:rsidRPr="00EF2F0E">
              <w:rPr>
                <w:rFonts w:eastAsia="?? ??" w:cs="v5.0.0"/>
              </w:rPr>
              <w:t>NOTE 2:</w:t>
            </w:r>
            <w:r w:rsidRPr="00EF2F0E">
              <w:rPr>
                <w:rFonts w:eastAsia="?? ??" w:cs="v5.0.0"/>
              </w:rPr>
              <w:tab/>
              <w:t>UTRA TDD only.</w:t>
            </w:r>
          </w:p>
          <w:p w14:paraId="0984E462" w14:textId="77777777" w:rsidR="00FB41C0" w:rsidRPr="00EF2F0E" w:rsidRDefault="00FB41C0" w:rsidP="00B76023">
            <w:pPr>
              <w:pStyle w:val="TAN"/>
              <w:rPr>
                <w:rFonts w:eastAsia="?? ??" w:cs="v5.0.0"/>
              </w:rPr>
            </w:pPr>
            <w:r w:rsidRPr="00EF2F0E">
              <w:rPr>
                <w:rFonts w:eastAsia="?? ??" w:cs="v5.0.0"/>
              </w:rPr>
              <w:t>NOTE 3:</w:t>
            </w:r>
            <w:r w:rsidR="006E5225" w:rsidRPr="00EF2F0E">
              <w:rPr>
                <w:rFonts w:eastAsia="?? ??" w:cs="v5.0.0"/>
              </w:rPr>
              <w:tab/>
            </w:r>
            <w:r w:rsidRPr="00EF2F0E">
              <w:rPr>
                <w:rFonts w:eastAsia="?? ??" w:cs="v5.0.0"/>
              </w:rPr>
              <w:t>If not stated otherwise, the above performance targets are applicable to UTRA TDD and to UTRA FDD.</w:t>
            </w:r>
          </w:p>
          <w:p w14:paraId="0984E463" w14:textId="77777777" w:rsidR="00FB41C0" w:rsidRPr="00EF2F0E" w:rsidRDefault="00FB41C0" w:rsidP="00B76023">
            <w:pPr>
              <w:pStyle w:val="TAN"/>
              <w:rPr>
                <w:rFonts w:eastAsia="?? ??" w:cs="v5.0.0"/>
              </w:rPr>
            </w:pPr>
            <w:r w:rsidRPr="00EF2F0E">
              <w:rPr>
                <w:rFonts w:eastAsia="?? ??" w:cs="v5.0.0"/>
              </w:rPr>
              <w:t>NOTE 4:</w:t>
            </w:r>
            <w:r w:rsidR="006E5225" w:rsidRPr="00EF2F0E">
              <w:rPr>
                <w:rFonts w:eastAsia="?? ??" w:cs="v5.0.0"/>
              </w:rPr>
              <w:tab/>
            </w:r>
            <w:r w:rsidRPr="00EF2F0E">
              <w:rPr>
                <w:rFonts w:eastAsia="?? ??" w:cs="v5.0.0"/>
              </w:rPr>
              <w:t>In case of multiple BLER level thresholds listed for single requirement and measurement cannel combination, those BLER level values are reflected by set multiple requirements in 3GPP TS 25.104 [2], or 3GPP TS 25.105 [3].</w:t>
            </w:r>
          </w:p>
        </w:tc>
      </w:tr>
    </w:tbl>
    <w:p w14:paraId="0984E465" w14:textId="77777777" w:rsidR="00FB41C0" w:rsidRPr="00EF2F0E" w:rsidRDefault="00FB41C0" w:rsidP="00FB41C0">
      <w:pPr>
        <w:rPr>
          <w:rFonts w:cs="v5.0.0"/>
        </w:rPr>
      </w:pPr>
    </w:p>
    <w:p w14:paraId="0984E466" w14:textId="77777777" w:rsidR="00FB41C0" w:rsidRPr="00EF2F0E" w:rsidRDefault="00FB41C0" w:rsidP="00FB41C0">
      <w:pPr>
        <w:pStyle w:val="Heading3"/>
      </w:pPr>
      <w:bookmarkStart w:id="2737" w:name="_Toc21095966"/>
      <w:bookmarkStart w:id="2738" w:name="_Toc29763165"/>
      <w:bookmarkStart w:id="2739" w:name="_Toc45869450"/>
      <w:bookmarkStart w:id="2740" w:name="_Toc52554698"/>
      <w:bookmarkStart w:id="2741" w:name="_Toc52555168"/>
      <w:bookmarkStart w:id="2742" w:name="_Toc61112393"/>
      <w:bookmarkStart w:id="2743" w:name="_Toc67911545"/>
      <w:bookmarkStart w:id="2744" w:name="_Toc74843020"/>
      <w:bookmarkStart w:id="2745" w:name="_Toc76503403"/>
      <w:bookmarkStart w:id="2746" w:name="_Toc83040846"/>
      <w:bookmarkStart w:id="2747" w:name="_Toc89851889"/>
      <w:bookmarkStart w:id="2748" w:name="_Toc98676243"/>
      <w:r w:rsidRPr="00EF2F0E">
        <w:t>8.1.2</w:t>
      </w:r>
      <w:r w:rsidRPr="00EF2F0E">
        <w:tab/>
        <w:t>E-UTRA operation</w:t>
      </w:r>
      <w:bookmarkEnd w:id="2737"/>
      <w:bookmarkEnd w:id="2738"/>
      <w:bookmarkEnd w:id="2739"/>
      <w:bookmarkEnd w:id="2740"/>
      <w:bookmarkEnd w:id="2741"/>
      <w:bookmarkEnd w:id="2742"/>
      <w:bookmarkEnd w:id="2743"/>
      <w:bookmarkEnd w:id="2744"/>
      <w:bookmarkEnd w:id="2745"/>
      <w:bookmarkEnd w:id="2746"/>
      <w:bookmarkEnd w:id="2747"/>
      <w:bookmarkEnd w:id="2748"/>
    </w:p>
    <w:p w14:paraId="0984E467" w14:textId="77777777" w:rsidR="00FB41C0" w:rsidRPr="00EF2F0E" w:rsidRDefault="00FB41C0" w:rsidP="00FB41C0">
      <w:r w:rsidRPr="00EF2F0E">
        <w:t>Performance requirements for the AAS BS are specified for the fixed reference channels (FRC) and propagation conditions defined in 3GPP TS 36.104 [8] annex A and annex B, respectively. The requirements only apply to those FRCs that are supported by the AAS BS.</w:t>
      </w:r>
    </w:p>
    <w:p w14:paraId="0984E468" w14:textId="77777777" w:rsidR="00FB41C0" w:rsidRPr="00EF2F0E" w:rsidRDefault="00FB41C0" w:rsidP="00FB41C0">
      <w:r w:rsidRPr="00EF2F0E">
        <w:t xml:space="preserve">Unless stated otherwise, performance requirements apply for a single carrier only. Performance requirements for an AAS BS E-UTRA supporting </w:t>
      </w:r>
      <w:r w:rsidRPr="00EF2F0E">
        <w:rPr>
          <w:i/>
        </w:rPr>
        <w:t>carrier aggregation</w:t>
      </w:r>
      <w:r w:rsidRPr="00EF2F0E">
        <w:t xml:space="preserve"> are defined in terms of single carrier requirements. For FDD operation the requirements shall be met with the transmitter unit(s) associated with the </w:t>
      </w:r>
      <w:r w:rsidRPr="00EF2F0E">
        <w:rPr>
          <w:i/>
        </w:rPr>
        <w:t>TAB connectors(s)</w:t>
      </w:r>
      <w:r w:rsidRPr="00EF2F0E">
        <w:t xml:space="preserve"> in the operating band ON.</w:t>
      </w:r>
    </w:p>
    <w:p w14:paraId="0984E469" w14:textId="77777777" w:rsidR="00FB41C0" w:rsidRPr="00EF2F0E" w:rsidRDefault="00FB41C0" w:rsidP="00FB41C0">
      <w:pPr>
        <w:pStyle w:val="NO"/>
      </w:pPr>
      <w:r w:rsidRPr="00EF2F0E">
        <w:t>NOTE:</w:t>
      </w:r>
      <w:r w:rsidRPr="00EF2F0E">
        <w:tab/>
        <w:t xml:space="preserve">In normal operating conditions </w:t>
      </w:r>
      <w:r w:rsidRPr="00EF2F0E">
        <w:rPr>
          <w:i/>
        </w:rPr>
        <w:t>TAB connectors</w:t>
      </w:r>
      <w:r w:rsidRPr="00EF2F0E">
        <w:t xml:space="preserve"> in FDD operation are configured to transmit and receive at the same time. The transmitter unit(s) associated with the </w:t>
      </w:r>
      <w:r w:rsidRPr="00EF2F0E">
        <w:rPr>
          <w:i/>
        </w:rPr>
        <w:t>TAB connectors</w:t>
      </w:r>
      <w:r w:rsidRPr="00EF2F0E">
        <w:t xml:space="preserve"> may be OFF for some of the tests as specified in </w:t>
      </w:r>
      <w:r w:rsidR="003F732C" w:rsidRPr="00EF2F0E">
        <w:t>TS 37.145-1 [29] and TS 37.145-2 [30]</w:t>
      </w:r>
      <w:r w:rsidRPr="00EF2F0E">
        <w:t>.</w:t>
      </w:r>
    </w:p>
    <w:p w14:paraId="0984E46A" w14:textId="77777777" w:rsidR="00FB41C0" w:rsidRPr="00EF2F0E" w:rsidRDefault="00FB41C0" w:rsidP="00FB41C0">
      <w:r w:rsidRPr="00EF2F0E">
        <w:t xml:space="preserve">In the referred E-UTRA specification, the term "RX antennas" refers to </w:t>
      </w:r>
      <w:r w:rsidRPr="00EF2F0E">
        <w:rPr>
          <w:i/>
        </w:rPr>
        <w:t>demodulation branches</w:t>
      </w:r>
      <w:r w:rsidRPr="00EF2F0E">
        <w:t xml:space="preserve"> (and not physical antennas).</w:t>
      </w:r>
    </w:p>
    <w:p w14:paraId="0984E46B" w14:textId="77777777" w:rsidR="00FB41C0" w:rsidRPr="00EF2F0E" w:rsidRDefault="00FB41C0" w:rsidP="00FB41C0">
      <w:r w:rsidRPr="00EF2F0E">
        <w:t xml:space="preserve">The SNR used in this clause is </w:t>
      </w:r>
      <w:r w:rsidRPr="00EF2F0E">
        <w:rPr>
          <w:lang w:eastAsia="zh-CN"/>
        </w:rPr>
        <w:t xml:space="preserve">specified based on a single carrier and </w:t>
      </w:r>
      <w:r w:rsidRPr="00EF2F0E">
        <w:t>defined as:</w:t>
      </w:r>
    </w:p>
    <w:p w14:paraId="0984E46C" w14:textId="77777777" w:rsidR="00FB41C0" w:rsidRPr="00EF2F0E" w:rsidRDefault="00FB41C0" w:rsidP="00FB41C0">
      <w:pPr>
        <w:pStyle w:val="EQ"/>
      </w:pPr>
      <w:r w:rsidRPr="00EF2F0E">
        <w:tab/>
        <w:t>SNR = S / N</w:t>
      </w:r>
    </w:p>
    <w:p w14:paraId="0984E46D" w14:textId="77777777" w:rsidR="00FB41C0" w:rsidRPr="00EF2F0E" w:rsidRDefault="00FB41C0" w:rsidP="00FB41C0">
      <w:r w:rsidRPr="00EF2F0E">
        <w:t>Where:</w:t>
      </w:r>
    </w:p>
    <w:p w14:paraId="0984E46E" w14:textId="77777777" w:rsidR="00FB41C0" w:rsidRPr="00EF2F0E" w:rsidRDefault="00FB41C0" w:rsidP="00FB41C0">
      <w:pPr>
        <w:pStyle w:val="B10"/>
      </w:pPr>
      <w:r w:rsidRPr="00EF2F0E">
        <w:t>S</w:t>
      </w:r>
      <w:r w:rsidR="006E5225" w:rsidRPr="00EF2F0E">
        <w:tab/>
      </w:r>
      <w:r w:rsidRPr="00EF2F0E">
        <w:t xml:space="preserve">is the total signal energy in the subframe on a single </w:t>
      </w:r>
      <w:r w:rsidRPr="00EF2F0E">
        <w:rPr>
          <w:i/>
        </w:rPr>
        <w:t>TAB connector</w:t>
      </w:r>
      <w:r w:rsidRPr="00EF2F0E">
        <w:t>.</w:t>
      </w:r>
    </w:p>
    <w:p w14:paraId="0984E46F" w14:textId="77777777" w:rsidR="00FB41C0" w:rsidRPr="00EF2F0E" w:rsidRDefault="00FB41C0" w:rsidP="00FB41C0">
      <w:pPr>
        <w:pStyle w:val="B10"/>
      </w:pPr>
      <w:r w:rsidRPr="00EF2F0E">
        <w:t>N</w:t>
      </w:r>
      <w:r w:rsidRPr="00EF2F0E">
        <w:tab/>
        <w:t xml:space="preserve">is the noise energy in a bandwidth corresponding to the </w:t>
      </w:r>
      <w:r w:rsidRPr="00EF2F0E">
        <w:rPr>
          <w:i/>
        </w:rPr>
        <w:t>transmission bandwidth</w:t>
      </w:r>
      <w:r w:rsidRPr="00EF2F0E">
        <w:t xml:space="preserve"> over the duration of a subframe.</w:t>
      </w:r>
    </w:p>
    <w:p w14:paraId="0984E470" w14:textId="77777777" w:rsidR="00FB41C0" w:rsidRPr="00EF2F0E" w:rsidRDefault="005C15CF" w:rsidP="00FB41C0">
      <w:r w:rsidRPr="00EF2F0E">
        <w:t xml:space="preserve">For </w:t>
      </w:r>
      <w:r w:rsidRPr="00EF2F0E">
        <w:rPr>
          <w:i/>
        </w:rPr>
        <w:t>enhanced performance requirements type</w:t>
      </w:r>
      <w:r w:rsidRPr="00EF2F0E">
        <w:rPr>
          <w:i/>
          <w:lang w:eastAsia="zh-CN"/>
        </w:rPr>
        <w:t xml:space="preserve"> A</w:t>
      </w:r>
      <w:r w:rsidRPr="00EF2F0E">
        <w:t xml:space="preserve"> and type B</w:t>
      </w:r>
      <w:r w:rsidR="00FB41C0" w:rsidRPr="00EF2F0E">
        <w:t>, the SINR used in this clause is specified based on a single carrier and defined as:</w:t>
      </w:r>
    </w:p>
    <w:p w14:paraId="0984E471" w14:textId="77777777" w:rsidR="00FB41C0" w:rsidRPr="00EF2F0E" w:rsidRDefault="00FB41C0" w:rsidP="00FB41C0">
      <w:pPr>
        <w:pStyle w:val="EQ"/>
        <w:rPr>
          <w:lang w:eastAsia="zh-CN"/>
        </w:rPr>
      </w:pPr>
      <w:r w:rsidRPr="00EF2F0E">
        <w:tab/>
      </w:r>
      <w:r w:rsidRPr="00EF2F0E">
        <w:object w:dxaOrig="1160" w:dyaOrig="320" w14:anchorId="098511E2">
          <v:shape id="_x0000_i1069" type="#_x0000_t75" style="width:58.6pt;height:17.1pt" o:ole="">
            <v:imagedata r:id="rId96" o:title=""/>
          </v:shape>
          <o:OLEObject Type="Embed" ProgID="Equation.DSMT4" ShapeID="_x0000_i1069" DrawAspect="Content" ObjectID="_1717663591" r:id="rId97"/>
        </w:object>
      </w:r>
    </w:p>
    <w:p w14:paraId="0984E472" w14:textId="77777777" w:rsidR="00FB41C0" w:rsidRPr="00EF2F0E" w:rsidRDefault="00FB41C0" w:rsidP="00FB41C0">
      <w:r w:rsidRPr="00EF2F0E">
        <w:t>Where:</w:t>
      </w:r>
    </w:p>
    <w:p w14:paraId="0984E473" w14:textId="77777777" w:rsidR="00FB41C0" w:rsidRPr="00EF2F0E" w:rsidRDefault="00FB41C0" w:rsidP="00FB41C0">
      <w:pPr>
        <w:pStyle w:val="B10"/>
      </w:pPr>
      <w:r w:rsidRPr="00EF2F0E">
        <w:rPr>
          <w:position w:val="-6"/>
        </w:rPr>
        <w:object w:dxaOrig="200" w:dyaOrig="260" w14:anchorId="098511E3">
          <v:shape id="_x0000_i1070" type="#_x0000_t75" style="width:12.2pt;height:13.4pt" o:ole="">
            <v:imagedata r:id="rId98" o:title=""/>
          </v:shape>
          <o:OLEObject Type="Embed" ProgID="Equation.DSMT4" ShapeID="_x0000_i1070" DrawAspect="Content" ObjectID="_1717663592" r:id="rId99"/>
        </w:object>
      </w:r>
      <w:r w:rsidR="005C15CF" w:rsidRPr="00EF2F0E">
        <w:t xml:space="preserve">is the total signal energy </w:t>
      </w:r>
      <w:r w:rsidR="005C15CF" w:rsidRPr="00EF2F0E">
        <w:rPr>
          <w:rFonts w:eastAsia="Times New Roman"/>
          <w:lang w:eastAsia="ko-KR"/>
        </w:rPr>
        <w:t xml:space="preserve">of one intra-cell UE </w:t>
      </w:r>
      <w:r w:rsidR="005C15CF" w:rsidRPr="00EF2F0E">
        <w:t xml:space="preserve">in the subframe on a single </w:t>
      </w:r>
      <w:r w:rsidR="005C15CF" w:rsidRPr="00EF2F0E">
        <w:rPr>
          <w:i/>
        </w:rPr>
        <w:t>TAB connecto</w:t>
      </w:r>
      <w:r w:rsidRPr="00EF2F0E">
        <w:t>.</w:t>
      </w:r>
    </w:p>
    <w:p w14:paraId="0984E474" w14:textId="77777777" w:rsidR="005C15CF" w:rsidRPr="00EF2F0E" w:rsidRDefault="00FB41C0" w:rsidP="005C15CF">
      <w:pPr>
        <w:pStyle w:val="B10"/>
      </w:pPr>
      <w:r w:rsidRPr="00EF2F0E">
        <w:rPr>
          <w:position w:val="-6"/>
        </w:rPr>
        <w:object w:dxaOrig="300" w:dyaOrig="260" w14:anchorId="098511E4">
          <v:shape id="_x0000_i1071" type="#_x0000_t75" style="width:15.25pt;height:13.4pt" o:ole="">
            <v:imagedata r:id="rId100" o:title=""/>
          </v:shape>
          <o:OLEObject Type="Embed" ProgID="Equation.DSMT4" ShapeID="_x0000_i1071" DrawAspect="Content" ObjectID="_1717663593" r:id="rId101"/>
        </w:object>
      </w:r>
      <w:bookmarkStart w:id="2749" w:name="_Toc21095967"/>
      <w:bookmarkStart w:id="2750" w:name="_Toc29763166"/>
      <w:bookmarkStart w:id="2751" w:name="_Toc45869451"/>
      <w:r w:rsidR="005C15CF" w:rsidRPr="00EF2F0E">
        <w:t xml:space="preserve">is </w:t>
      </w:r>
      <w:r w:rsidR="005C15CF" w:rsidRPr="00EF2F0E">
        <w:rPr>
          <w:rFonts w:hint="eastAsia"/>
          <w:lang w:eastAsia="zh-CN"/>
        </w:rPr>
        <w:t xml:space="preserve">the summation of the received energy of the </w:t>
      </w:r>
      <w:r w:rsidR="005C15CF" w:rsidRPr="00EF2F0E">
        <w:t xml:space="preserve">strongest </w:t>
      </w:r>
      <w:r w:rsidR="005C15CF" w:rsidRPr="00EF2F0E">
        <w:rPr>
          <w:rFonts w:eastAsia="Times New Roman"/>
          <w:lang w:eastAsia="ko-KR"/>
        </w:rPr>
        <w:t xml:space="preserve">inter-cell </w:t>
      </w:r>
      <w:r w:rsidR="005C15CF" w:rsidRPr="00EF2F0E">
        <w:rPr>
          <w:rFonts w:hint="eastAsia"/>
          <w:lang w:eastAsia="zh-CN"/>
        </w:rPr>
        <w:t xml:space="preserve">interferers </w:t>
      </w:r>
      <w:r w:rsidR="005C15CF" w:rsidRPr="00EF2F0E">
        <w:t xml:space="preserve">explicitly defined in a test procedure plus </w:t>
      </w:r>
      <w:r w:rsidR="005C15CF" w:rsidRPr="00EF2F0E">
        <w:rPr>
          <w:rFonts w:hint="eastAsia"/>
          <w:lang w:eastAsia="zh-CN"/>
        </w:rPr>
        <w:t>the</w:t>
      </w:r>
      <w:r w:rsidR="005C15CF" w:rsidRPr="00EF2F0E">
        <w:rPr>
          <w:rFonts w:hint="eastAsia"/>
          <w:i/>
          <w:lang w:eastAsia="zh-CN"/>
        </w:rPr>
        <w:t xml:space="preserve"> </w:t>
      </w:r>
      <w:r w:rsidR="005C15CF" w:rsidRPr="00EF2F0E">
        <w:rPr>
          <w:rFonts w:hint="eastAsia"/>
          <w:lang w:eastAsia="zh-CN"/>
        </w:rPr>
        <w:t xml:space="preserve">white noise energy </w:t>
      </w:r>
      <w:r w:rsidR="005C15CF" w:rsidRPr="00EF2F0E">
        <w:rPr>
          <w:rFonts w:hint="eastAsia"/>
          <w:i/>
          <w:lang w:eastAsia="zh-CN"/>
        </w:rPr>
        <w:t>N</w:t>
      </w:r>
      <w:r w:rsidR="005C15CF" w:rsidRPr="00EF2F0E">
        <w:rPr>
          <w:rFonts w:hint="eastAsia"/>
          <w:lang w:eastAsia="zh-CN"/>
        </w:rPr>
        <w:t xml:space="preserve">, </w:t>
      </w:r>
      <w:r w:rsidR="005C15CF" w:rsidRPr="00EF2F0E">
        <w:t xml:space="preserve">in a bandwidth corresponding to the </w:t>
      </w:r>
      <w:r w:rsidR="005C15CF" w:rsidRPr="00EF2F0E">
        <w:rPr>
          <w:i/>
        </w:rPr>
        <w:t>transmission bandwidth</w:t>
      </w:r>
      <w:r w:rsidR="005C15CF" w:rsidRPr="00EF2F0E">
        <w:t xml:space="preserve"> over the duration of a subframe</w:t>
      </w:r>
      <w:r w:rsidR="005C15CF" w:rsidRPr="00EF2F0E">
        <w:rPr>
          <w:rFonts w:hint="eastAsia"/>
          <w:lang w:eastAsia="zh-CN"/>
        </w:rPr>
        <w:t xml:space="preserve"> </w:t>
      </w:r>
      <w:r w:rsidR="005C15CF" w:rsidRPr="00EF2F0E">
        <w:t xml:space="preserve">on a single </w:t>
      </w:r>
      <w:r w:rsidR="005C15CF" w:rsidRPr="00EF2F0E">
        <w:rPr>
          <w:i/>
        </w:rPr>
        <w:t>TAB connector</w:t>
      </w:r>
      <w:r w:rsidR="005C15CF" w:rsidRPr="00EF2F0E">
        <w:t>.</w:t>
      </w:r>
      <w:r w:rsidR="005C15CF" w:rsidRPr="00EF2F0E">
        <w:rPr>
          <w:rFonts w:hint="eastAsia"/>
          <w:lang w:eastAsia="zh-CN"/>
        </w:rPr>
        <w:t xml:space="preserve"> </w:t>
      </w:r>
      <w:r w:rsidR="005C15CF" w:rsidRPr="00EF2F0E">
        <w:rPr>
          <w:rFonts w:eastAsia="?? ??" w:cs="v5.0.0"/>
        </w:rPr>
        <w:t xml:space="preserve">The respective </w:t>
      </w:r>
      <w:r w:rsidR="005C15CF" w:rsidRPr="00EF2F0E">
        <w:rPr>
          <w:rFonts w:cs="v5.0.0" w:hint="eastAsia"/>
          <w:lang w:eastAsia="zh-CN"/>
        </w:rPr>
        <w:t>energy</w:t>
      </w:r>
      <w:r w:rsidR="005C15CF" w:rsidRPr="00EF2F0E">
        <w:rPr>
          <w:rFonts w:eastAsia="?? ??" w:cs="v5.0.0"/>
        </w:rPr>
        <w:t xml:space="preserve"> of each </w:t>
      </w:r>
      <w:r w:rsidR="005C15CF" w:rsidRPr="00EF2F0E">
        <w:rPr>
          <w:rFonts w:cs="v5.0.0" w:hint="eastAsia"/>
          <w:lang w:eastAsia="zh-CN"/>
        </w:rPr>
        <w:t>inter-cell interferer</w:t>
      </w:r>
      <w:r w:rsidR="005C15CF" w:rsidRPr="00EF2F0E">
        <w:rPr>
          <w:rFonts w:eastAsia="?? ??" w:cs="v5.0.0"/>
        </w:rPr>
        <w:t xml:space="preserve"> relative to </w:t>
      </w:r>
      <w:r w:rsidR="005C15CF" w:rsidRPr="00EF2F0E">
        <w:rPr>
          <w:position w:val="-6"/>
        </w:rPr>
        <w:object w:dxaOrig="300" w:dyaOrig="260" w14:anchorId="098511E5">
          <v:shape id="_x0000_i1072" type="#_x0000_t75" style="width:15.25pt;height:13.4pt" o:ole="">
            <v:imagedata r:id="rId100" o:title=""/>
          </v:shape>
          <o:OLEObject Type="Embed" ProgID="Equation.DSMT4" ShapeID="_x0000_i1072" DrawAspect="Content" ObjectID="_1717663594" r:id="rId102"/>
        </w:object>
      </w:r>
      <w:r w:rsidR="005C15CF" w:rsidRPr="00EF2F0E">
        <w:rPr>
          <w:rFonts w:eastAsia="?? ??" w:cs="v5.0.0"/>
        </w:rPr>
        <w:t xml:space="preserve"> is defined by its associated DIP value.</w:t>
      </w:r>
    </w:p>
    <w:p w14:paraId="0984E475" w14:textId="77777777" w:rsidR="00FB41C0" w:rsidRPr="00EF2F0E" w:rsidRDefault="00FB41C0" w:rsidP="005C15CF">
      <w:pPr>
        <w:pStyle w:val="B10"/>
      </w:pPr>
      <w:r w:rsidRPr="00EF2F0E">
        <w:t>8.2</w:t>
      </w:r>
      <w:r w:rsidRPr="00EF2F0E">
        <w:tab/>
        <w:t>Minimum requirements for MSR operation</w:t>
      </w:r>
      <w:bookmarkEnd w:id="2749"/>
      <w:bookmarkEnd w:id="2750"/>
      <w:bookmarkEnd w:id="2751"/>
    </w:p>
    <w:p w14:paraId="0984E476" w14:textId="77777777" w:rsidR="00FB41C0" w:rsidRPr="00EF2F0E" w:rsidRDefault="00FB41C0" w:rsidP="00FB41C0">
      <w:r w:rsidRPr="00EF2F0E">
        <w:t xml:space="preserve">For </w:t>
      </w:r>
      <w:r w:rsidRPr="00EF2F0E">
        <w:rPr>
          <w:i/>
        </w:rPr>
        <w:t>single RAT UTRA operation</w:t>
      </w:r>
      <w:r w:rsidRPr="00EF2F0E">
        <w:t>, minimum requirements for demodulation performance are specified in subclause 8.3.</w:t>
      </w:r>
    </w:p>
    <w:p w14:paraId="0984E477" w14:textId="77777777" w:rsidR="00FB41C0" w:rsidRPr="00EF2F0E" w:rsidRDefault="00FB41C0" w:rsidP="00FB41C0">
      <w:r w:rsidRPr="00EF2F0E">
        <w:t xml:space="preserve">For </w:t>
      </w:r>
      <w:r w:rsidRPr="00EF2F0E">
        <w:rPr>
          <w:i/>
        </w:rPr>
        <w:t>single RAT E-UTRA operation</w:t>
      </w:r>
      <w:r w:rsidRPr="00EF2F0E">
        <w:t>, minimum requirements for demodulation performance are specified in subclause 8.4.</w:t>
      </w:r>
    </w:p>
    <w:p w14:paraId="0984E478" w14:textId="77777777" w:rsidR="00FB41C0" w:rsidRPr="00EF2F0E" w:rsidRDefault="00FB41C0" w:rsidP="00FB41C0">
      <w:pPr>
        <w:pStyle w:val="Heading2"/>
      </w:pPr>
      <w:bookmarkStart w:id="2752" w:name="_Toc21095968"/>
      <w:bookmarkStart w:id="2753" w:name="_Toc29763167"/>
      <w:bookmarkStart w:id="2754" w:name="_Toc45869452"/>
      <w:bookmarkStart w:id="2755" w:name="_Toc52554699"/>
      <w:bookmarkStart w:id="2756" w:name="_Toc52555169"/>
      <w:bookmarkStart w:id="2757" w:name="_Toc61112394"/>
      <w:bookmarkStart w:id="2758" w:name="_Toc67911546"/>
      <w:bookmarkStart w:id="2759" w:name="_Toc74843021"/>
      <w:bookmarkStart w:id="2760" w:name="_Toc76503404"/>
      <w:bookmarkStart w:id="2761" w:name="_Toc83040847"/>
      <w:bookmarkStart w:id="2762" w:name="_Toc89851890"/>
      <w:bookmarkStart w:id="2763" w:name="_Toc98676244"/>
      <w:r w:rsidRPr="00EF2F0E">
        <w:t>8.3</w:t>
      </w:r>
      <w:r w:rsidRPr="00EF2F0E">
        <w:tab/>
        <w:t>Minimum requirements for UTRA operation</w:t>
      </w:r>
      <w:bookmarkEnd w:id="2752"/>
      <w:bookmarkEnd w:id="2753"/>
      <w:bookmarkEnd w:id="2754"/>
      <w:bookmarkEnd w:id="2755"/>
      <w:bookmarkEnd w:id="2756"/>
      <w:bookmarkEnd w:id="2757"/>
      <w:bookmarkEnd w:id="2758"/>
      <w:bookmarkEnd w:id="2759"/>
      <w:bookmarkEnd w:id="2760"/>
      <w:bookmarkEnd w:id="2761"/>
      <w:bookmarkEnd w:id="2762"/>
      <w:bookmarkEnd w:id="2763"/>
    </w:p>
    <w:p w14:paraId="0984E479" w14:textId="77777777" w:rsidR="00FB41C0" w:rsidRPr="00EF2F0E" w:rsidRDefault="00FB41C0" w:rsidP="00FB41C0">
      <w:r w:rsidRPr="00EF2F0E">
        <w:t xml:space="preserve">The </w:t>
      </w:r>
      <w:r w:rsidRPr="00EF2F0E">
        <w:rPr>
          <w:i/>
        </w:rPr>
        <w:t>single RAT UTRA operation</w:t>
      </w:r>
      <w:r w:rsidRPr="00EF2F0E">
        <w:t xml:space="preserve"> in FDD shall fulfil all mandatory BS demodulation performance requirements specified in subclauses 8.2 to 8.12 of 3GPP TS 25.104 [6].</w:t>
      </w:r>
    </w:p>
    <w:p w14:paraId="0984E47A" w14:textId="77777777" w:rsidR="00FB41C0" w:rsidRPr="00EF2F0E" w:rsidRDefault="00FB41C0" w:rsidP="00FB41C0">
      <w:r w:rsidRPr="00EF2F0E">
        <w:t xml:space="preserve">The </w:t>
      </w:r>
      <w:r w:rsidRPr="00EF2F0E">
        <w:rPr>
          <w:i/>
        </w:rPr>
        <w:t>single RAT UTRA operation</w:t>
      </w:r>
      <w:r w:rsidRPr="00EF2F0E">
        <w:t xml:space="preserve"> in TDD shall fulfil all mandatory</w:t>
      </w:r>
      <w:r w:rsidRPr="00EF2F0E" w:rsidDel="002E5A46">
        <w:t xml:space="preserve"> </w:t>
      </w:r>
      <w:r w:rsidRPr="00EF2F0E">
        <w:t xml:space="preserve">BS demodulation performance requirements specified in subclauses 8.2 to 8.5 of 3GPP TS 25.105 [7]. </w:t>
      </w:r>
    </w:p>
    <w:p w14:paraId="0984E47B" w14:textId="77777777" w:rsidR="00FB41C0" w:rsidRPr="00EF2F0E" w:rsidRDefault="00FB41C0" w:rsidP="00FB41C0">
      <w:r w:rsidRPr="00EF2F0E">
        <w:t xml:space="preserve">In the referred UTRA specifications, the term BS with RX diversity refers to performance requirements for two </w:t>
      </w:r>
      <w:r w:rsidRPr="00EF2F0E">
        <w:rPr>
          <w:i/>
        </w:rPr>
        <w:t>demodulation branches</w:t>
      </w:r>
      <w:r w:rsidRPr="00EF2F0E">
        <w:t xml:space="preserve">, and BS without RX diversity refers to performance requirements for one </w:t>
      </w:r>
      <w:r w:rsidRPr="00EF2F0E">
        <w:rPr>
          <w:i/>
        </w:rPr>
        <w:t>demodulation branch</w:t>
      </w:r>
      <w:r w:rsidRPr="00EF2F0E">
        <w:t>.</w:t>
      </w:r>
    </w:p>
    <w:p w14:paraId="0984E47C" w14:textId="77777777" w:rsidR="00FB41C0" w:rsidRPr="00EF2F0E" w:rsidRDefault="00FB41C0" w:rsidP="00FB41C0">
      <w:pPr>
        <w:pStyle w:val="Heading2"/>
      </w:pPr>
      <w:bookmarkStart w:id="2764" w:name="_Toc21095969"/>
      <w:bookmarkStart w:id="2765" w:name="_Toc29763168"/>
      <w:bookmarkStart w:id="2766" w:name="_Toc45869453"/>
      <w:bookmarkStart w:id="2767" w:name="_Toc52554700"/>
      <w:bookmarkStart w:id="2768" w:name="_Toc52555170"/>
      <w:bookmarkStart w:id="2769" w:name="_Toc61112395"/>
      <w:bookmarkStart w:id="2770" w:name="_Toc67911547"/>
      <w:bookmarkStart w:id="2771" w:name="_Toc74843022"/>
      <w:bookmarkStart w:id="2772" w:name="_Toc76503405"/>
      <w:bookmarkStart w:id="2773" w:name="_Toc83040848"/>
      <w:bookmarkStart w:id="2774" w:name="_Toc89851891"/>
      <w:bookmarkStart w:id="2775" w:name="_Toc98676245"/>
      <w:r w:rsidRPr="00EF2F0E">
        <w:t>8.4</w:t>
      </w:r>
      <w:r w:rsidRPr="00EF2F0E">
        <w:tab/>
        <w:t>Minimum requirements for E-UTRA operation</w:t>
      </w:r>
      <w:bookmarkEnd w:id="2764"/>
      <w:bookmarkEnd w:id="2765"/>
      <w:bookmarkEnd w:id="2766"/>
      <w:bookmarkEnd w:id="2767"/>
      <w:bookmarkEnd w:id="2768"/>
      <w:bookmarkEnd w:id="2769"/>
      <w:bookmarkEnd w:id="2770"/>
      <w:bookmarkEnd w:id="2771"/>
      <w:bookmarkEnd w:id="2772"/>
      <w:bookmarkEnd w:id="2773"/>
      <w:bookmarkEnd w:id="2774"/>
      <w:bookmarkEnd w:id="2775"/>
    </w:p>
    <w:p w14:paraId="0984E47D" w14:textId="77777777" w:rsidR="00FB41C0" w:rsidRPr="00EF2F0E" w:rsidRDefault="00FB41C0" w:rsidP="00FB41C0">
      <w:r w:rsidRPr="00EF2F0E">
        <w:t xml:space="preserve">The </w:t>
      </w:r>
      <w:r w:rsidRPr="00EF2F0E">
        <w:rPr>
          <w:i/>
        </w:rPr>
        <w:t>single RAT E-UTRA operation</w:t>
      </w:r>
      <w:r w:rsidRPr="00EF2F0E">
        <w:t xml:space="preserve"> shall fulfil all mandatory</w:t>
      </w:r>
      <w:r w:rsidRPr="00EF2F0E" w:rsidDel="002E5A46">
        <w:t xml:space="preserve"> </w:t>
      </w:r>
      <w:r w:rsidRPr="00EF2F0E">
        <w:t>BS demodulation performance requirements specified in subclauses 8.2 to 8.4 of 3GPP TS 36.104 [8].</w:t>
      </w:r>
    </w:p>
    <w:p w14:paraId="0984E47E" w14:textId="77777777" w:rsidR="00FB41C0" w:rsidRPr="00EF2F0E" w:rsidRDefault="00FB41C0" w:rsidP="00FB41C0">
      <w:r w:rsidRPr="00EF2F0E">
        <w:t xml:space="preserve">In the referred E-UTRA specification, the term "RX antennas" refers to </w:t>
      </w:r>
      <w:r w:rsidRPr="00EF2F0E">
        <w:rPr>
          <w:i/>
        </w:rPr>
        <w:t>demodulation branches</w:t>
      </w:r>
      <w:r w:rsidRPr="00EF2F0E">
        <w:t xml:space="preserve"> (i.e. not physical antennas).</w:t>
      </w:r>
    </w:p>
    <w:p w14:paraId="0984E47F" w14:textId="77777777" w:rsidR="00B15E99" w:rsidRPr="00EF2F0E" w:rsidRDefault="00B15E99" w:rsidP="00B15E99">
      <w:pPr>
        <w:rPr>
          <w:lang w:eastAsia="zh-CN"/>
        </w:rPr>
      </w:pPr>
    </w:p>
    <w:p w14:paraId="0984E480" w14:textId="77777777" w:rsidR="00B15E99" w:rsidRPr="00EF2F0E" w:rsidRDefault="00B15E99" w:rsidP="00B15E99">
      <w:pPr>
        <w:pStyle w:val="Heading1"/>
        <w:rPr>
          <w:lang w:eastAsia="zh-CN"/>
        </w:rPr>
      </w:pPr>
      <w:bookmarkStart w:id="2776" w:name="_Toc21095970"/>
      <w:bookmarkStart w:id="2777" w:name="_Toc29763169"/>
      <w:bookmarkStart w:id="2778" w:name="_Toc45869454"/>
      <w:bookmarkStart w:id="2779" w:name="_Toc52554701"/>
      <w:bookmarkStart w:id="2780" w:name="_Toc52555171"/>
      <w:bookmarkStart w:id="2781" w:name="_Toc61112396"/>
      <w:bookmarkStart w:id="2782" w:name="_Toc67911548"/>
      <w:bookmarkStart w:id="2783" w:name="_Toc74843023"/>
      <w:bookmarkStart w:id="2784" w:name="_Toc76503406"/>
      <w:bookmarkStart w:id="2785" w:name="_Toc83040849"/>
      <w:bookmarkStart w:id="2786" w:name="_Toc89851892"/>
      <w:bookmarkStart w:id="2787" w:name="_Toc98676246"/>
      <w:r w:rsidRPr="00EF2F0E">
        <w:rPr>
          <w:lang w:eastAsia="zh-CN"/>
        </w:rPr>
        <w:t>9</w:t>
      </w:r>
      <w:r w:rsidRPr="00EF2F0E">
        <w:rPr>
          <w:lang w:eastAsia="zh-CN"/>
        </w:rPr>
        <w:tab/>
        <w:t>Radiated transmitter characteristics</w:t>
      </w:r>
      <w:bookmarkEnd w:id="2776"/>
      <w:bookmarkEnd w:id="2777"/>
      <w:bookmarkEnd w:id="2778"/>
      <w:bookmarkEnd w:id="2779"/>
      <w:bookmarkEnd w:id="2780"/>
      <w:bookmarkEnd w:id="2781"/>
      <w:bookmarkEnd w:id="2782"/>
      <w:bookmarkEnd w:id="2783"/>
      <w:bookmarkEnd w:id="2784"/>
      <w:bookmarkEnd w:id="2785"/>
      <w:bookmarkEnd w:id="2786"/>
      <w:bookmarkEnd w:id="2787"/>
    </w:p>
    <w:p w14:paraId="0984E481" w14:textId="77777777" w:rsidR="00B15E99" w:rsidRPr="00EF2F0E" w:rsidRDefault="00B15E99" w:rsidP="00B15E99">
      <w:pPr>
        <w:pStyle w:val="Heading2"/>
        <w:rPr>
          <w:lang w:eastAsia="zh-CN"/>
        </w:rPr>
      </w:pPr>
      <w:bookmarkStart w:id="2788" w:name="_Toc21095971"/>
      <w:bookmarkStart w:id="2789" w:name="_Toc29763170"/>
      <w:bookmarkStart w:id="2790" w:name="_Toc45869455"/>
      <w:bookmarkStart w:id="2791" w:name="_Toc52554702"/>
      <w:bookmarkStart w:id="2792" w:name="_Toc52555172"/>
      <w:bookmarkStart w:id="2793" w:name="_Toc61112397"/>
      <w:bookmarkStart w:id="2794" w:name="_Toc67911549"/>
      <w:bookmarkStart w:id="2795" w:name="_Toc74843024"/>
      <w:bookmarkStart w:id="2796" w:name="_Toc76503407"/>
      <w:bookmarkStart w:id="2797" w:name="_Toc83040850"/>
      <w:bookmarkStart w:id="2798" w:name="_Toc89851893"/>
      <w:bookmarkStart w:id="2799" w:name="_Toc98676247"/>
      <w:r w:rsidRPr="00EF2F0E">
        <w:rPr>
          <w:lang w:eastAsia="zh-CN"/>
        </w:rPr>
        <w:t>9.1</w:t>
      </w:r>
      <w:r w:rsidRPr="00EF2F0E">
        <w:rPr>
          <w:lang w:eastAsia="zh-CN"/>
        </w:rPr>
        <w:tab/>
        <w:t>General</w:t>
      </w:r>
      <w:bookmarkEnd w:id="2788"/>
      <w:bookmarkEnd w:id="2789"/>
      <w:bookmarkEnd w:id="2790"/>
      <w:bookmarkEnd w:id="2791"/>
      <w:bookmarkEnd w:id="2792"/>
      <w:bookmarkEnd w:id="2793"/>
      <w:bookmarkEnd w:id="2794"/>
      <w:bookmarkEnd w:id="2795"/>
      <w:bookmarkEnd w:id="2796"/>
      <w:bookmarkEnd w:id="2797"/>
      <w:bookmarkEnd w:id="2798"/>
      <w:bookmarkEnd w:id="2799"/>
    </w:p>
    <w:p w14:paraId="0984E482" w14:textId="77777777" w:rsidR="00B15E99" w:rsidRPr="00EF2F0E" w:rsidRDefault="00B15E99" w:rsidP="00B15E99">
      <w:r w:rsidRPr="00EF2F0E">
        <w:t>Radiated transmitter characteristics requirements apply on the AAS BS including all its functional components active and for all foreseen modes of operation of the AAS BS unless otherwise stated.</w:t>
      </w:r>
    </w:p>
    <w:p w14:paraId="0984E483" w14:textId="77777777" w:rsidR="00B15E99" w:rsidRPr="00EF2F0E" w:rsidRDefault="00B15E99" w:rsidP="00B15E99">
      <w:r w:rsidRPr="00EF2F0E">
        <w:t>Unless otherwise stated, the transmitter characteristics are specified with a full complement of transceiver units for the configuration in normal operating conditions.</w:t>
      </w:r>
    </w:p>
    <w:p w14:paraId="0984E484" w14:textId="77777777" w:rsidR="00B15E99" w:rsidRPr="00EF2F0E" w:rsidRDefault="00B15E99" w:rsidP="00B15E99">
      <w:pPr>
        <w:rPr>
          <w:rFonts w:eastAsia="MS Mincho"/>
          <w:iCs/>
        </w:rPr>
      </w:pPr>
      <w:r w:rsidRPr="00EF2F0E">
        <w:rPr>
          <w:rFonts w:eastAsia="MS Mincho"/>
          <w:iCs/>
        </w:rPr>
        <w:t>The manufacturer shall declare the minimum number of supported geographical cells (i.e. geographical areas). The minimum number of supported geographical cells (N</w:t>
      </w:r>
      <w:r w:rsidRPr="00EF2F0E">
        <w:rPr>
          <w:rFonts w:eastAsia="MS Mincho"/>
          <w:iCs/>
          <w:vertAlign w:val="subscript"/>
        </w:rPr>
        <w:t>cells</w:t>
      </w:r>
      <w:r w:rsidRPr="00EF2F0E">
        <w:rPr>
          <w:rFonts w:eastAsia="MS Mincho"/>
          <w:iCs/>
        </w:rPr>
        <w:t xml:space="preserve">) relates to the AAS BS setting with the minimum amount of cell splitting supported. </w:t>
      </w:r>
    </w:p>
    <w:p w14:paraId="0984E485" w14:textId="77777777" w:rsidR="00B15E99" w:rsidRPr="00EF2F0E" w:rsidRDefault="00B15E99" w:rsidP="00B15E99">
      <w:pPr>
        <w:rPr>
          <w:rFonts w:eastAsia="MS Mincho"/>
          <w:iCs/>
        </w:rPr>
      </w:pPr>
      <w:r w:rsidRPr="00EF2F0E">
        <w:rPr>
          <w:rFonts w:eastAsia="MS Mincho"/>
          <w:i/>
          <w:iCs/>
        </w:rPr>
        <w:t>OTA AAS BS</w:t>
      </w:r>
      <w:r w:rsidRPr="00EF2F0E">
        <w:rPr>
          <w:rFonts w:eastAsia="MS Mincho"/>
          <w:iCs/>
        </w:rPr>
        <w:t xml:space="preserve"> transmitter requirements apply per geographical cell .</w:t>
      </w:r>
    </w:p>
    <w:p w14:paraId="0984E486" w14:textId="77777777" w:rsidR="00B15E99" w:rsidRPr="00EF2F0E" w:rsidRDefault="00B15E99" w:rsidP="00B15E99">
      <w:pPr>
        <w:rPr>
          <w:rFonts w:eastAsia="MS Mincho"/>
          <w:iCs/>
        </w:rPr>
      </w:pPr>
      <w:r w:rsidRPr="00EF2F0E">
        <w:rPr>
          <w:rFonts w:eastAsia="MS Mincho"/>
          <w:iCs/>
        </w:rPr>
        <w:t>Radiated emissions with requirements described as TRP are defined as follows:</w:t>
      </w:r>
    </w:p>
    <w:p w14:paraId="0984E487" w14:textId="77777777" w:rsidR="00B15E99" w:rsidRPr="00EF2F0E" w:rsidRDefault="00B15E99" w:rsidP="00B15E99">
      <w:pPr>
        <w:pStyle w:val="EQ"/>
        <w:rPr>
          <w:rFonts w:eastAsia="Calibri"/>
          <w:noProof w:val="0"/>
        </w:rPr>
      </w:pPr>
      <w:r w:rsidRPr="00EF2F0E">
        <w:rPr>
          <w:noProof w:val="0"/>
        </w:rPr>
        <w:tab/>
      </w:r>
      <w:r w:rsidRPr="00EF2F0E">
        <w:rPr>
          <w:noProof w:val="0"/>
          <w:position w:val="-34"/>
        </w:rPr>
        <w:object w:dxaOrig="3360" w:dyaOrig="780" w14:anchorId="098511E6">
          <v:shape id="_x0000_i1073" type="#_x0000_t75" style="width:167.2pt;height:39.05pt" o:ole="">
            <v:imagedata r:id="rId103" o:title=""/>
          </v:shape>
          <o:OLEObject Type="Embed" ProgID="Equation.3" ShapeID="_x0000_i1073" DrawAspect="Content" ObjectID="_1717663595" r:id="rId104"/>
        </w:object>
      </w:r>
    </w:p>
    <w:p w14:paraId="0984E488" w14:textId="77777777" w:rsidR="00B15E99" w:rsidRPr="00EF2F0E" w:rsidRDefault="00B15E99" w:rsidP="00B15E99">
      <w:r w:rsidRPr="00EF2F0E">
        <w:t>,where P</w:t>
      </w:r>
      <w:r w:rsidRPr="00EF2F0E">
        <w:rPr>
          <w:vertAlign w:val="subscript"/>
        </w:rPr>
        <w:t>D</w:t>
      </w:r>
      <w:r w:rsidRPr="00EF2F0E">
        <w:t>(r,</w:t>
      </w:r>
      <w:r w:rsidRPr="00EF2F0E">
        <w:rPr>
          <w:rFonts w:ascii="Symbol" w:hAnsi="Symbol"/>
        </w:rPr>
        <w:t></w:t>
      </w:r>
      <w:r w:rsidRPr="00EF2F0E">
        <w:t>,</w:t>
      </w:r>
      <w:r w:rsidRPr="00EF2F0E">
        <w:rPr>
          <w:rFonts w:ascii="Symbol" w:hAnsi="Symbol"/>
        </w:rPr>
        <w:t></w:t>
      </w:r>
      <w:r w:rsidRPr="00EF2F0E">
        <w:t>) is the power density in W/m</w:t>
      </w:r>
      <w:r w:rsidRPr="00EF2F0E">
        <w:rPr>
          <w:vertAlign w:val="superscript"/>
        </w:rPr>
        <w:t>2</w:t>
      </w:r>
      <w:r w:rsidRPr="00EF2F0E">
        <w:t xml:space="preserve"> at a distance </w:t>
      </w:r>
      <w:r w:rsidRPr="00EF2F0E">
        <w:rPr>
          <w:i/>
        </w:rPr>
        <w:t>r</w:t>
      </w:r>
      <w:r w:rsidRPr="00EF2F0E">
        <w:t xml:space="preserve"> of two orthogonal polarizations.</w:t>
      </w:r>
    </w:p>
    <w:p w14:paraId="0984E489" w14:textId="77777777" w:rsidR="00B15E99" w:rsidRPr="00EF2F0E" w:rsidRDefault="00B15E99" w:rsidP="00B15E99">
      <w:pPr>
        <w:pStyle w:val="Heading2"/>
        <w:rPr>
          <w:lang w:eastAsia="zh-CN"/>
        </w:rPr>
      </w:pPr>
      <w:bookmarkStart w:id="2800" w:name="_Toc21095972"/>
      <w:bookmarkStart w:id="2801" w:name="_Toc29763171"/>
      <w:bookmarkStart w:id="2802" w:name="_Toc45869456"/>
      <w:bookmarkStart w:id="2803" w:name="_Toc52554703"/>
      <w:bookmarkStart w:id="2804" w:name="_Toc52555173"/>
      <w:bookmarkStart w:id="2805" w:name="_Toc61112398"/>
      <w:bookmarkStart w:id="2806" w:name="_Toc67911550"/>
      <w:bookmarkStart w:id="2807" w:name="_Toc74843025"/>
      <w:bookmarkStart w:id="2808" w:name="_Toc76503408"/>
      <w:bookmarkStart w:id="2809" w:name="_Toc83040851"/>
      <w:bookmarkStart w:id="2810" w:name="_Toc89851894"/>
      <w:bookmarkStart w:id="2811" w:name="_Toc98676248"/>
      <w:r w:rsidRPr="00EF2F0E">
        <w:rPr>
          <w:lang w:eastAsia="zh-CN"/>
        </w:rPr>
        <w:t>9.2</w:t>
      </w:r>
      <w:r w:rsidRPr="00EF2F0E">
        <w:rPr>
          <w:lang w:eastAsia="zh-CN"/>
        </w:rPr>
        <w:tab/>
        <w:t>Radiated transmit power</w:t>
      </w:r>
      <w:bookmarkEnd w:id="2800"/>
      <w:bookmarkEnd w:id="2801"/>
      <w:bookmarkEnd w:id="2802"/>
      <w:bookmarkEnd w:id="2803"/>
      <w:bookmarkEnd w:id="2804"/>
      <w:bookmarkEnd w:id="2805"/>
      <w:bookmarkEnd w:id="2806"/>
      <w:bookmarkEnd w:id="2807"/>
      <w:bookmarkEnd w:id="2808"/>
      <w:bookmarkEnd w:id="2809"/>
      <w:bookmarkEnd w:id="2810"/>
      <w:bookmarkEnd w:id="2811"/>
    </w:p>
    <w:p w14:paraId="0984E48A" w14:textId="77777777" w:rsidR="00B15E99" w:rsidRPr="00EF2F0E" w:rsidRDefault="00B15E99" w:rsidP="00B15E99">
      <w:pPr>
        <w:pStyle w:val="Heading3"/>
      </w:pPr>
      <w:bookmarkStart w:id="2812" w:name="_Toc21095973"/>
      <w:bookmarkStart w:id="2813" w:name="_Toc29763172"/>
      <w:bookmarkStart w:id="2814" w:name="_Toc45869457"/>
      <w:bookmarkStart w:id="2815" w:name="_Toc52554704"/>
      <w:bookmarkStart w:id="2816" w:name="_Toc52555174"/>
      <w:bookmarkStart w:id="2817" w:name="_Toc61112399"/>
      <w:bookmarkStart w:id="2818" w:name="_Toc67911551"/>
      <w:bookmarkStart w:id="2819" w:name="_Toc74843026"/>
      <w:bookmarkStart w:id="2820" w:name="_Toc76503409"/>
      <w:bookmarkStart w:id="2821" w:name="_Toc83040852"/>
      <w:bookmarkStart w:id="2822" w:name="_Toc89851895"/>
      <w:bookmarkStart w:id="2823" w:name="_Toc98676249"/>
      <w:r w:rsidRPr="00EF2F0E">
        <w:t>9.2.1</w:t>
      </w:r>
      <w:r w:rsidRPr="00EF2F0E">
        <w:tab/>
        <w:t>General</w:t>
      </w:r>
      <w:bookmarkEnd w:id="2812"/>
      <w:bookmarkEnd w:id="2813"/>
      <w:bookmarkEnd w:id="2814"/>
      <w:bookmarkEnd w:id="2815"/>
      <w:bookmarkEnd w:id="2816"/>
      <w:bookmarkEnd w:id="2817"/>
      <w:bookmarkEnd w:id="2818"/>
      <w:bookmarkEnd w:id="2819"/>
      <w:bookmarkEnd w:id="2820"/>
      <w:bookmarkEnd w:id="2821"/>
      <w:bookmarkEnd w:id="2822"/>
      <w:bookmarkEnd w:id="2823"/>
    </w:p>
    <w:p w14:paraId="0984E48B" w14:textId="77777777" w:rsidR="00B15E99" w:rsidRPr="00EF2F0E" w:rsidRDefault="00B15E99" w:rsidP="00B15E99">
      <w:pPr>
        <w:rPr>
          <w:lang w:eastAsia="ja-JP"/>
        </w:rPr>
      </w:pPr>
      <w:r w:rsidRPr="00EF2F0E">
        <w:rPr>
          <w:rFonts w:cs="v5.0.0"/>
          <w:snapToGrid w:val="0"/>
          <w:lang w:eastAsia="zh-CN"/>
        </w:rPr>
        <w:t xml:space="preserve">An AAS BS is declared to support one or more beams. </w:t>
      </w:r>
      <w:r w:rsidRPr="00EF2F0E">
        <w:rPr>
          <w:lang w:eastAsia="zh-CN"/>
        </w:rPr>
        <w:t xml:space="preserve">Radiated transmit power is defined as the EIRP level for a declared beam at a specific </w:t>
      </w:r>
      <w:r w:rsidRPr="00EF2F0E">
        <w:rPr>
          <w:i/>
          <w:lang w:eastAsia="zh-CN"/>
        </w:rPr>
        <w:t>beam peak direction</w:t>
      </w:r>
      <w:r w:rsidRPr="00EF2F0E">
        <w:rPr>
          <w:lang w:eastAsia="zh-CN"/>
        </w:rPr>
        <w:t>.</w:t>
      </w:r>
    </w:p>
    <w:p w14:paraId="0984E48C" w14:textId="77777777" w:rsidR="00B15E99" w:rsidRPr="00EF2F0E" w:rsidRDefault="00B15E99" w:rsidP="00B15E99">
      <w:pPr>
        <w:rPr>
          <w:lang w:eastAsia="ja-JP"/>
        </w:rPr>
      </w:pPr>
      <w:r w:rsidRPr="00EF2F0E">
        <w:t>F</w:t>
      </w:r>
      <w:r w:rsidRPr="00EF2F0E">
        <w:rPr>
          <w:lang w:eastAsia="ja-JP"/>
        </w:rPr>
        <w:t>or each beam, the requirement is based on declaration of a beam identity,</w:t>
      </w:r>
      <w:r w:rsidRPr="00EF2F0E">
        <w:rPr>
          <w:i/>
          <w:lang w:eastAsia="ja-JP"/>
        </w:rPr>
        <w:t xml:space="preserve"> reference beam direction pair</w:t>
      </w:r>
      <w:r w:rsidRPr="00EF2F0E">
        <w:rPr>
          <w:lang w:eastAsia="ja-JP"/>
        </w:rPr>
        <w:t xml:space="preserve">, </w:t>
      </w:r>
      <w:r w:rsidRPr="00EF2F0E">
        <w:rPr>
          <w:i/>
          <w:lang w:eastAsia="ja-JP"/>
        </w:rPr>
        <w:t>beamwidth</w:t>
      </w:r>
      <w:r w:rsidRPr="00EF2F0E">
        <w:rPr>
          <w:lang w:eastAsia="ja-JP"/>
        </w:rPr>
        <w:t xml:space="preserve">, </w:t>
      </w:r>
      <w:r w:rsidRPr="00EF2F0E">
        <w:rPr>
          <w:i/>
          <w:lang w:eastAsia="ja-JP"/>
        </w:rPr>
        <w:t>rated beam EIRP</w:t>
      </w:r>
      <w:r w:rsidRPr="00EF2F0E">
        <w:rPr>
          <w:lang w:eastAsia="ja-JP"/>
        </w:rPr>
        <w:t>,</w:t>
      </w:r>
      <w:r w:rsidRPr="00EF2F0E">
        <w:rPr>
          <w:i/>
          <w:lang w:eastAsia="ja-JP"/>
        </w:rPr>
        <w:t xml:space="preserve"> </w:t>
      </w:r>
      <w:r w:rsidR="00152241" w:rsidRPr="00EF2F0E">
        <w:rPr>
          <w:i/>
          <w:lang w:eastAsia="ja-JP"/>
        </w:rPr>
        <w:t>OTA peak</w:t>
      </w:r>
      <w:r w:rsidRPr="00EF2F0E">
        <w:rPr>
          <w:i/>
          <w:lang w:eastAsia="ja-JP"/>
        </w:rPr>
        <w:t xml:space="preserve"> directions set</w:t>
      </w:r>
      <w:r w:rsidRPr="00EF2F0E">
        <w:rPr>
          <w:lang w:eastAsia="ja-JP"/>
        </w:rPr>
        <w:t>, the</w:t>
      </w:r>
      <w:r w:rsidRPr="00EF2F0E">
        <w:rPr>
          <w:i/>
          <w:lang w:eastAsia="ja-JP"/>
        </w:rPr>
        <w:t xml:space="preserve"> beam direction pairs</w:t>
      </w:r>
      <w:r w:rsidRPr="00EF2F0E">
        <w:rPr>
          <w:lang w:eastAsia="ja-JP"/>
        </w:rPr>
        <w:t xml:space="preserve"> at the maximum steering directions and their associated</w:t>
      </w:r>
      <w:r w:rsidRPr="00EF2F0E">
        <w:rPr>
          <w:i/>
          <w:lang w:eastAsia="ja-JP"/>
        </w:rPr>
        <w:t xml:space="preserve"> rated beam EIRP</w:t>
      </w:r>
      <w:r w:rsidRPr="00EF2F0E">
        <w:rPr>
          <w:lang w:eastAsia="ja-JP"/>
        </w:rPr>
        <w:t xml:space="preserve"> and </w:t>
      </w:r>
      <w:r w:rsidRPr="00EF2F0E">
        <w:rPr>
          <w:i/>
          <w:lang w:eastAsia="ja-JP"/>
        </w:rPr>
        <w:t>beamwidth(s)</w:t>
      </w:r>
      <w:r w:rsidRPr="00EF2F0E">
        <w:rPr>
          <w:lang w:eastAsia="ja-JP"/>
        </w:rPr>
        <w:t>.</w:t>
      </w:r>
    </w:p>
    <w:p w14:paraId="0984E48D" w14:textId="77777777" w:rsidR="00B15E99" w:rsidRPr="00EF2F0E" w:rsidRDefault="00B15E99" w:rsidP="00B15E99">
      <w:pPr>
        <w:rPr>
          <w:lang w:eastAsia="en-GB"/>
        </w:rPr>
      </w:pPr>
      <w:r w:rsidRPr="00EF2F0E">
        <w:rPr>
          <w:lang w:eastAsia="ja-JP"/>
        </w:rPr>
        <w:t xml:space="preserve">For a declared beam and </w:t>
      </w:r>
      <w:r w:rsidRPr="00EF2F0E">
        <w:rPr>
          <w:i/>
          <w:lang w:eastAsia="ja-JP"/>
        </w:rPr>
        <w:t>beam direction pair</w:t>
      </w:r>
      <w:r w:rsidRPr="00EF2F0E">
        <w:rPr>
          <w:lang w:eastAsia="ja-JP"/>
        </w:rPr>
        <w:t>, the</w:t>
      </w:r>
      <w:r w:rsidRPr="00EF2F0E">
        <w:rPr>
          <w:i/>
          <w:lang w:eastAsia="ja-JP"/>
        </w:rPr>
        <w:t xml:space="preserve"> rated beam EIRP</w:t>
      </w:r>
      <w:r w:rsidRPr="00EF2F0E">
        <w:rPr>
          <w:lang w:eastAsia="ja-JP"/>
        </w:rPr>
        <w:t xml:space="preserve"> level is the maximum power that the base station is declared to radiate at the associated </w:t>
      </w:r>
      <w:r w:rsidRPr="00EF2F0E">
        <w:rPr>
          <w:i/>
          <w:lang w:eastAsia="ja-JP"/>
        </w:rPr>
        <w:t>beam peak direction</w:t>
      </w:r>
      <w:r w:rsidRPr="00EF2F0E">
        <w:rPr>
          <w:lang w:eastAsia="ja-JP"/>
        </w:rPr>
        <w:t xml:space="preserve"> during the </w:t>
      </w:r>
      <w:r w:rsidRPr="00EF2F0E">
        <w:rPr>
          <w:i/>
          <w:lang w:eastAsia="ja-JP"/>
        </w:rPr>
        <w:t>transmitter ON period</w:t>
      </w:r>
      <w:r w:rsidRPr="00EF2F0E">
        <w:rPr>
          <w:lang w:eastAsia="ja-JP"/>
        </w:rPr>
        <w:t>.</w:t>
      </w:r>
    </w:p>
    <w:p w14:paraId="0984E48E" w14:textId="77777777" w:rsidR="00B15E99" w:rsidRPr="00EF2F0E" w:rsidRDefault="00B15E99" w:rsidP="00B15E99">
      <w:pPr>
        <w:rPr>
          <w:lang w:eastAsia="en-GB"/>
        </w:rPr>
      </w:pPr>
      <w:r w:rsidRPr="00EF2F0E">
        <w:rPr>
          <w:lang w:eastAsia="en-GB"/>
        </w:rPr>
        <w:t xml:space="preserve">For each </w:t>
      </w:r>
      <w:r w:rsidRPr="00EF2F0E">
        <w:rPr>
          <w:i/>
          <w:lang w:eastAsia="en-GB"/>
        </w:rPr>
        <w:t xml:space="preserve">beam peak direction </w:t>
      </w:r>
      <w:r w:rsidRPr="00EF2F0E">
        <w:rPr>
          <w:lang w:eastAsia="en-GB"/>
        </w:rPr>
        <w:t xml:space="preserve">associated with a </w:t>
      </w:r>
      <w:r w:rsidRPr="00EF2F0E">
        <w:rPr>
          <w:i/>
          <w:lang w:eastAsia="en-GB"/>
        </w:rPr>
        <w:t>beam direction pair</w:t>
      </w:r>
      <w:r w:rsidRPr="00EF2F0E">
        <w:rPr>
          <w:lang w:eastAsia="en-GB"/>
        </w:rPr>
        <w:t xml:space="preserve"> within the </w:t>
      </w:r>
      <w:r w:rsidR="00152241" w:rsidRPr="00EF2F0E">
        <w:rPr>
          <w:i/>
          <w:lang w:eastAsia="en-GB"/>
        </w:rPr>
        <w:t>OTA peak</w:t>
      </w:r>
      <w:r w:rsidRPr="00EF2F0E">
        <w:rPr>
          <w:i/>
          <w:lang w:eastAsia="en-GB"/>
        </w:rPr>
        <w:t xml:space="preserve"> directions set</w:t>
      </w:r>
      <w:r w:rsidRPr="00EF2F0E">
        <w:rPr>
          <w:lang w:eastAsia="en-GB"/>
        </w:rPr>
        <w:t>, a specific</w:t>
      </w:r>
      <w:r w:rsidRPr="00EF2F0E">
        <w:rPr>
          <w:i/>
          <w:lang w:eastAsia="en-GB"/>
        </w:rPr>
        <w:t xml:space="preserve"> rated beam EIRP</w:t>
      </w:r>
      <w:r w:rsidRPr="00EF2F0E">
        <w:rPr>
          <w:lang w:eastAsia="en-GB"/>
        </w:rPr>
        <w:t xml:space="preserve"> level may be claimed. Any claimed value shall be met within the accuracy requirement as described below. </w:t>
      </w:r>
      <w:r w:rsidRPr="00EF2F0E">
        <w:rPr>
          <w:i/>
          <w:lang w:eastAsia="en-GB"/>
        </w:rPr>
        <w:t>Rated beam EIRP</w:t>
      </w:r>
      <w:r w:rsidRPr="00EF2F0E">
        <w:rPr>
          <w:lang w:eastAsia="en-GB"/>
        </w:rPr>
        <w:t xml:space="preserve"> is only required to be declared for the </w:t>
      </w:r>
      <w:r w:rsidRPr="00EF2F0E">
        <w:rPr>
          <w:i/>
          <w:lang w:eastAsia="en-GB"/>
        </w:rPr>
        <w:t>beam direction pairs</w:t>
      </w:r>
      <w:r w:rsidRPr="00EF2F0E">
        <w:rPr>
          <w:lang w:eastAsia="en-GB"/>
        </w:rPr>
        <w:t xml:space="preserve"> subject to conformance testing as detailed in </w:t>
      </w:r>
      <w:r w:rsidR="003F732C" w:rsidRPr="00EF2F0E">
        <w:t>TS 37.145-2 [30]</w:t>
      </w:r>
      <w:r w:rsidRPr="00EF2F0E">
        <w:rPr>
          <w:lang w:eastAsia="en-GB"/>
        </w:rPr>
        <w:t>.</w:t>
      </w:r>
    </w:p>
    <w:p w14:paraId="0984E48F" w14:textId="77777777" w:rsidR="00B15E99" w:rsidRPr="00EF2F0E" w:rsidRDefault="00B15E99" w:rsidP="00B15E99">
      <w:pPr>
        <w:pStyle w:val="NO"/>
        <w:rPr>
          <w:lang w:eastAsia="zh-CN"/>
        </w:rPr>
      </w:pPr>
      <w:r w:rsidRPr="00EF2F0E">
        <w:rPr>
          <w:lang w:eastAsia="zh-CN"/>
        </w:rPr>
        <w:t>NOTE 1:</w:t>
      </w:r>
      <w:r w:rsidRPr="00EF2F0E">
        <w:rPr>
          <w:lang w:eastAsia="zh-CN"/>
        </w:rPr>
        <w:tab/>
      </w:r>
      <w:r w:rsidR="00152241" w:rsidRPr="00EF2F0E">
        <w:rPr>
          <w:i/>
          <w:lang w:eastAsia="ja-JP"/>
        </w:rPr>
        <w:t>OTA peak</w:t>
      </w:r>
      <w:r w:rsidRPr="00EF2F0E">
        <w:rPr>
          <w:i/>
          <w:lang w:eastAsia="ja-JP"/>
        </w:rPr>
        <w:t xml:space="preserve"> directions set </w:t>
      </w:r>
      <w:r w:rsidRPr="00EF2F0E">
        <w:rPr>
          <w:lang w:eastAsia="ja-JP"/>
        </w:rPr>
        <w:t>is set of</w:t>
      </w:r>
      <w:r w:rsidRPr="00EF2F0E">
        <w:rPr>
          <w:lang w:eastAsia="zh-CN"/>
        </w:rPr>
        <w:t xml:space="preserve"> </w:t>
      </w:r>
      <w:r w:rsidRPr="00EF2F0E">
        <w:rPr>
          <w:i/>
        </w:rPr>
        <w:t>beam peak directions</w:t>
      </w:r>
      <w:r w:rsidRPr="00EF2F0E">
        <w:t xml:space="preserve"> for which the EIRP accuracy requirement is intended to be met. The </w:t>
      </w:r>
      <w:r w:rsidRPr="00EF2F0E">
        <w:rPr>
          <w:i/>
        </w:rPr>
        <w:t>beam peak directions</w:t>
      </w:r>
      <w:r w:rsidRPr="00EF2F0E">
        <w:t xml:space="preserve"> are related to a corresponding contiguous range or discrete list of </w:t>
      </w:r>
      <w:r w:rsidRPr="00EF2F0E">
        <w:rPr>
          <w:i/>
        </w:rPr>
        <w:t>beam centre directions</w:t>
      </w:r>
      <w:r w:rsidRPr="00EF2F0E">
        <w:t xml:space="preserve"> by the</w:t>
      </w:r>
      <w:r w:rsidRPr="00EF2F0E">
        <w:rPr>
          <w:i/>
        </w:rPr>
        <w:t xml:space="preserve"> beam direction pairs</w:t>
      </w:r>
      <w:r w:rsidRPr="00EF2F0E">
        <w:t xml:space="preserve"> included in the set.</w:t>
      </w:r>
    </w:p>
    <w:p w14:paraId="0984E490" w14:textId="77777777" w:rsidR="00B15E99" w:rsidRPr="00EF2F0E" w:rsidRDefault="00B15E99" w:rsidP="00B15E99">
      <w:pPr>
        <w:pStyle w:val="NO"/>
        <w:rPr>
          <w:lang w:eastAsia="zh-CN"/>
        </w:rPr>
      </w:pPr>
      <w:r w:rsidRPr="00EF2F0E">
        <w:rPr>
          <w:lang w:eastAsia="zh-CN"/>
        </w:rPr>
        <w:t>NOTE 2:</w:t>
      </w:r>
      <w:r w:rsidR="006E5225" w:rsidRPr="00EF2F0E">
        <w:rPr>
          <w:lang w:eastAsia="zh-CN"/>
        </w:rPr>
        <w:tab/>
      </w:r>
      <w:r w:rsidRPr="00EF2F0E">
        <w:rPr>
          <w:lang w:eastAsia="ja-JP"/>
        </w:rPr>
        <w:t xml:space="preserve">A </w:t>
      </w:r>
      <w:r w:rsidRPr="00EF2F0E">
        <w:rPr>
          <w:i/>
          <w:lang w:eastAsia="ja-JP"/>
        </w:rPr>
        <w:t>beam direction pair</w:t>
      </w:r>
      <w:r w:rsidRPr="00EF2F0E">
        <w:rPr>
          <w:lang w:eastAsia="ja-JP"/>
        </w:rPr>
        <w:t xml:space="preserve"> is </w:t>
      </w:r>
      <w:r w:rsidRPr="00EF2F0E">
        <w:rPr>
          <w:lang w:eastAsia="zh-CN"/>
        </w:rPr>
        <w:t xml:space="preserve">data set consisting of </w:t>
      </w:r>
      <w:r w:rsidRPr="00EF2F0E">
        <w:t>the</w:t>
      </w:r>
      <w:r w:rsidRPr="00EF2F0E">
        <w:rPr>
          <w:i/>
        </w:rPr>
        <w:t xml:space="preserve"> beam centre direction </w:t>
      </w:r>
      <w:r w:rsidRPr="00EF2F0E">
        <w:t xml:space="preserve">and the related </w:t>
      </w:r>
      <w:r w:rsidRPr="00EF2F0E">
        <w:rPr>
          <w:i/>
        </w:rPr>
        <w:t>beam peak direction.</w:t>
      </w:r>
    </w:p>
    <w:p w14:paraId="0984E491" w14:textId="77777777" w:rsidR="00B15E99" w:rsidRPr="00EF2F0E" w:rsidRDefault="00B15E99" w:rsidP="00B15E99">
      <w:pPr>
        <w:pStyle w:val="NO"/>
        <w:rPr>
          <w:lang w:eastAsia="zh-CN"/>
        </w:rPr>
      </w:pPr>
      <w:r w:rsidRPr="00EF2F0E">
        <w:t>NOTE 3:</w:t>
      </w:r>
      <w:r w:rsidRPr="00EF2F0E">
        <w:tab/>
        <w:t>A declared EIRP value is a value provided by the manufacturer for verification according to the conformance specification declaration requirements, whereas a claimed EIRP value is provided by the manufacturer to the equipment user for normal operation of the equipment and is not subject to formal conformance testing.</w:t>
      </w:r>
    </w:p>
    <w:p w14:paraId="0984E492" w14:textId="77777777" w:rsidR="00B15E99" w:rsidRPr="00EF2F0E" w:rsidRDefault="00B15E99" w:rsidP="00B15E99">
      <w:pPr>
        <w:pStyle w:val="Heading3"/>
        <w:rPr>
          <w:lang w:eastAsia="zh-CN"/>
        </w:rPr>
      </w:pPr>
      <w:bookmarkStart w:id="2824" w:name="_Toc21095974"/>
      <w:bookmarkStart w:id="2825" w:name="_Toc29763173"/>
      <w:bookmarkStart w:id="2826" w:name="_Toc45869458"/>
      <w:bookmarkStart w:id="2827" w:name="_Toc52554705"/>
      <w:bookmarkStart w:id="2828" w:name="_Toc52555175"/>
      <w:bookmarkStart w:id="2829" w:name="_Toc61112400"/>
      <w:bookmarkStart w:id="2830" w:name="_Toc67911552"/>
      <w:bookmarkStart w:id="2831" w:name="_Toc74843027"/>
      <w:bookmarkStart w:id="2832" w:name="_Toc76503410"/>
      <w:bookmarkStart w:id="2833" w:name="_Toc83040853"/>
      <w:bookmarkStart w:id="2834" w:name="_Toc89851896"/>
      <w:bookmarkStart w:id="2835" w:name="_Toc98676250"/>
      <w:r w:rsidRPr="00EF2F0E">
        <w:rPr>
          <w:lang w:eastAsia="zh-CN"/>
        </w:rPr>
        <w:t>9.2.2</w:t>
      </w:r>
      <w:r w:rsidRPr="00EF2F0E">
        <w:rPr>
          <w:lang w:eastAsia="zh-CN"/>
        </w:rPr>
        <w:tab/>
        <w:t>Minimum requirement for MSR operation</w:t>
      </w:r>
      <w:bookmarkEnd w:id="2824"/>
      <w:bookmarkEnd w:id="2825"/>
      <w:bookmarkEnd w:id="2826"/>
      <w:bookmarkEnd w:id="2827"/>
      <w:bookmarkEnd w:id="2828"/>
      <w:bookmarkEnd w:id="2829"/>
      <w:bookmarkEnd w:id="2830"/>
      <w:bookmarkEnd w:id="2831"/>
      <w:bookmarkEnd w:id="2832"/>
      <w:bookmarkEnd w:id="2833"/>
      <w:bookmarkEnd w:id="2834"/>
      <w:bookmarkEnd w:id="2835"/>
    </w:p>
    <w:p w14:paraId="0984E493" w14:textId="77777777" w:rsidR="00B15E99" w:rsidRPr="00EF2F0E" w:rsidRDefault="00B15E99" w:rsidP="00B15E99">
      <w:pPr>
        <w:rPr>
          <w:lang w:eastAsia="zh-CN"/>
        </w:rPr>
      </w:pPr>
      <w:r w:rsidRPr="00EF2F0E">
        <w:rPr>
          <w:lang w:eastAsia="zh-CN"/>
        </w:rPr>
        <w:t>For each declared beam, in normal conditions, for any specific</w:t>
      </w:r>
      <w:r w:rsidRPr="00EF2F0E">
        <w:rPr>
          <w:i/>
          <w:lang w:eastAsia="zh-CN"/>
        </w:rPr>
        <w:t xml:space="preserve"> beam peak direction </w:t>
      </w:r>
      <w:r w:rsidRPr="00EF2F0E">
        <w:rPr>
          <w:lang w:eastAsia="zh-CN"/>
        </w:rPr>
        <w:t xml:space="preserve">associated with a </w:t>
      </w:r>
      <w:r w:rsidRPr="00EF2F0E">
        <w:rPr>
          <w:i/>
          <w:lang w:eastAsia="zh-CN"/>
        </w:rPr>
        <w:t>beam direction pair</w:t>
      </w:r>
      <w:r w:rsidRPr="00EF2F0E">
        <w:rPr>
          <w:lang w:eastAsia="zh-CN"/>
        </w:rPr>
        <w:t xml:space="preserve"> within the </w:t>
      </w:r>
      <w:r w:rsidR="00152241" w:rsidRPr="00EF2F0E">
        <w:rPr>
          <w:i/>
          <w:lang w:eastAsia="zh-CN"/>
        </w:rPr>
        <w:t>OTA peak</w:t>
      </w:r>
      <w:r w:rsidRPr="00EF2F0E">
        <w:rPr>
          <w:i/>
          <w:lang w:eastAsia="zh-CN"/>
        </w:rPr>
        <w:t xml:space="preserve"> directions set</w:t>
      </w:r>
      <w:r w:rsidRPr="00EF2F0E">
        <w:rPr>
          <w:lang w:eastAsia="zh-CN"/>
        </w:rPr>
        <w:t xml:space="preserve">, a manufacturer claimed EIRP level in the corresponding </w:t>
      </w:r>
      <w:r w:rsidRPr="00EF2F0E">
        <w:rPr>
          <w:i/>
          <w:lang w:eastAsia="zh-CN"/>
        </w:rPr>
        <w:t>beam peak direction</w:t>
      </w:r>
      <w:r w:rsidRPr="00EF2F0E">
        <w:rPr>
          <w:lang w:eastAsia="zh-CN"/>
        </w:rPr>
        <w:t xml:space="preserve"> shall be achievable to within +2,2 dB and -2,2 dB of the claimed value.</w:t>
      </w:r>
    </w:p>
    <w:p w14:paraId="0984E494" w14:textId="77777777" w:rsidR="00B15E99" w:rsidRPr="00EF2F0E" w:rsidRDefault="00152241" w:rsidP="00B15E99">
      <w:pPr>
        <w:rPr>
          <w:lang w:eastAsia="zh-CN"/>
        </w:rPr>
      </w:pPr>
      <w:r w:rsidRPr="00EF2F0E">
        <w:rPr>
          <w:lang w:eastAsia="zh-CN"/>
        </w:rPr>
        <w:t>F</w:t>
      </w:r>
      <w:r w:rsidR="00B15E99" w:rsidRPr="00EF2F0E">
        <w:rPr>
          <w:lang w:eastAsia="zh-CN"/>
        </w:rPr>
        <w:t>or each declared beam, in extreme conditions, for any specific</w:t>
      </w:r>
      <w:r w:rsidR="00B15E99" w:rsidRPr="00EF2F0E">
        <w:rPr>
          <w:i/>
          <w:lang w:eastAsia="zh-CN"/>
        </w:rPr>
        <w:t xml:space="preserve"> beam peak direction </w:t>
      </w:r>
      <w:r w:rsidR="00B15E99" w:rsidRPr="00EF2F0E">
        <w:rPr>
          <w:lang w:eastAsia="zh-CN"/>
        </w:rPr>
        <w:t xml:space="preserve">associated with a </w:t>
      </w:r>
      <w:r w:rsidR="00B15E99" w:rsidRPr="00EF2F0E">
        <w:rPr>
          <w:i/>
          <w:lang w:eastAsia="zh-CN"/>
        </w:rPr>
        <w:t>beam direction pair</w:t>
      </w:r>
      <w:r w:rsidR="00B15E99" w:rsidRPr="00EF2F0E">
        <w:rPr>
          <w:lang w:eastAsia="zh-CN"/>
        </w:rPr>
        <w:t xml:space="preserve"> within the </w:t>
      </w:r>
      <w:r w:rsidRPr="00EF2F0E">
        <w:rPr>
          <w:i/>
          <w:lang w:eastAsia="zh-CN"/>
        </w:rPr>
        <w:t>OTA peak</w:t>
      </w:r>
      <w:r w:rsidR="00B15E99" w:rsidRPr="00EF2F0E">
        <w:rPr>
          <w:i/>
          <w:lang w:eastAsia="zh-CN"/>
        </w:rPr>
        <w:t xml:space="preserve"> directions set</w:t>
      </w:r>
      <w:r w:rsidR="00B15E99" w:rsidRPr="00EF2F0E">
        <w:rPr>
          <w:lang w:eastAsia="zh-CN"/>
        </w:rPr>
        <w:t xml:space="preserve">, a manufacturer claimed EIRP level in the corresponding </w:t>
      </w:r>
      <w:r w:rsidR="00B15E99" w:rsidRPr="00EF2F0E">
        <w:rPr>
          <w:i/>
          <w:lang w:eastAsia="zh-CN"/>
        </w:rPr>
        <w:t>beam peak direction</w:t>
      </w:r>
      <w:r w:rsidR="00B15E99" w:rsidRPr="00EF2F0E">
        <w:rPr>
          <w:lang w:eastAsia="zh-CN"/>
        </w:rPr>
        <w:t xml:space="preserve"> shall be achievable to within +2,7 dB and -2,7 dB of the claimed value.</w:t>
      </w:r>
    </w:p>
    <w:p w14:paraId="0984E495" w14:textId="77777777" w:rsidR="00B15E99" w:rsidRPr="00EF2F0E" w:rsidRDefault="00B15E99" w:rsidP="00B15E99">
      <w:r w:rsidRPr="00EF2F0E">
        <w:t>In certain regions, the minimum requirement for normal conditions may apply also for some conditions outside the range of conditions defined as normal.</w:t>
      </w:r>
    </w:p>
    <w:p w14:paraId="0984E496" w14:textId="77777777" w:rsidR="00B15E99" w:rsidRPr="00EF2F0E" w:rsidRDefault="00B15E99" w:rsidP="00B15E99">
      <w:pPr>
        <w:pStyle w:val="Heading3"/>
        <w:rPr>
          <w:lang w:eastAsia="zh-CN"/>
        </w:rPr>
      </w:pPr>
      <w:bookmarkStart w:id="2836" w:name="_Toc21095975"/>
      <w:bookmarkStart w:id="2837" w:name="_Toc29763174"/>
      <w:bookmarkStart w:id="2838" w:name="_Toc45869459"/>
      <w:bookmarkStart w:id="2839" w:name="_Toc52554706"/>
      <w:bookmarkStart w:id="2840" w:name="_Toc52555176"/>
      <w:bookmarkStart w:id="2841" w:name="_Toc61112401"/>
      <w:bookmarkStart w:id="2842" w:name="_Toc67911553"/>
      <w:bookmarkStart w:id="2843" w:name="_Toc74843028"/>
      <w:bookmarkStart w:id="2844" w:name="_Toc76503411"/>
      <w:bookmarkStart w:id="2845" w:name="_Toc83040854"/>
      <w:bookmarkStart w:id="2846" w:name="_Toc89851897"/>
      <w:bookmarkStart w:id="2847" w:name="_Toc98676251"/>
      <w:r w:rsidRPr="00EF2F0E">
        <w:rPr>
          <w:lang w:eastAsia="zh-CN"/>
        </w:rPr>
        <w:t>9.2.3</w:t>
      </w:r>
      <w:r w:rsidRPr="00EF2F0E">
        <w:rPr>
          <w:lang w:eastAsia="zh-CN"/>
        </w:rPr>
        <w:tab/>
        <w:t>Minimum requirement for single RAT UTRA operation</w:t>
      </w:r>
      <w:bookmarkEnd w:id="2836"/>
      <w:bookmarkEnd w:id="2837"/>
      <w:bookmarkEnd w:id="2838"/>
      <w:bookmarkEnd w:id="2839"/>
      <w:bookmarkEnd w:id="2840"/>
      <w:bookmarkEnd w:id="2841"/>
      <w:bookmarkEnd w:id="2842"/>
      <w:bookmarkEnd w:id="2843"/>
      <w:bookmarkEnd w:id="2844"/>
      <w:bookmarkEnd w:id="2845"/>
      <w:bookmarkEnd w:id="2846"/>
      <w:bookmarkEnd w:id="2847"/>
    </w:p>
    <w:p w14:paraId="0984E497" w14:textId="77777777" w:rsidR="00B15E99" w:rsidRPr="00EF2F0E" w:rsidRDefault="00B15E99" w:rsidP="00B15E99">
      <w:r w:rsidRPr="00EF2F0E">
        <w:t>The minimum requirement for UTRA FDD and UTRA TDD 1,28Mcps option carrier radiated transmit power is in each case same as defined in subclause 9.2.2.</w:t>
      </w:r>
    </w:p>
    <w:p w14:paraId="0984E498" w14:textId="77777777" w:rsidR="00B15E99" w:rsidRPr="00EF2F0E" w:rsidRDefault="00B15E99" w:rsidP="00B15E99">
      <w:pPr>
        <w:pStyle w:val="Heading3"/>
        <w:rPr>
          <w:lang w:eastAsia="zh-CN"/>
        </w:rPr>
      </w:pPr>
      <w:bookmarkStart w:id="2848" w:name="_Toc21095976"/>
      <w:bookmarkStart w:id="2849" w:name="_Toc29763175"/>
      <w:bookmarkStart w:id="2850" w:name="_Toc45869460"/>
      <w:bookmarkStart w:id="2851" w:name="_Toc52554707"/>
      <w:bookmarkStart w:id="2852" w:name="_Toc52555177"/>
      <w:bookmarkStart w:id="2853" w:name="_Toc61112402"/>
      <w:bookmarkStart w:id="2854" w:name="_Toc67911554"/>
      <w:bookmarkStart w:id="2855" w:name="_Toc74843029"/>
      <w:bookmarkStart w:id="2856" w:name="_Toc76503412"/>
      <w:bookmarkStart w:id="2857" w:name="_Toc83040855"/>
      <w:bookmarkStart w:id="2858" w:name="_Toc89851898"/>
      <w:bookmarkStart w:id="2859" w:name="_Toc98676252"/>
      <w:r w:rsidRPr="00EF2F0E">
        <w:rPr>
          <w:lang w:eastAsia="zh-CN"/>
        </w:rPr>
        <w:t>9.2.4</w:t>
      </w:r>
      <w:r w:rsidRPr="00EF2F0E">
        <w:rPr>
          <w:lang w:eastAsia="zh-CN"/>
        </w:rPr>
        <w:tab/>
        <w:t>Minimum requirement for single RAT E-UTRA operation</w:t>
      </w:r>
      <w:bookmarkEnd w:id="2848"/>
      <w:bookmarkEnd w:id="2849"/>
      <w:bookmarkEnd w:id="2850"/>
      <w:bookmarkEnd w:id="2851"/>
      <w:bookmarkEnd w:id="2852"/>
      <w:bookmarkEnd w:id="2853"/>
      <w:bookmarkEnd w:id="2854"/>
      <w:bookmarkEnd w:id="2855"/>
      <w:bookmarkEnd w:id="2856"/>
      <w:bookmarkEnd w:id="2857"/>
      <w:bookmarkEnd w:id="2858"/>
      <w:bookmarkEnd w:id="2859"/>
    </w:p>
    <w:p w14:paraId="0984E499" w14:textId="77777777" w:rsidR="00B15E99" w:rsidRPr="00EF2F0E" w:rsidRDefault="00B15E99" w:rsidP="00B15E99">
      <w:r w:rsidRPr="00EF2F0E">
        <w:t>The minimum requirement for E-UTRA carrier radiated transmit power is same as defined in subclause 9.2.2.</w:t>
      </w:r>
    </w:p>
    <w:p w14:paraId="0984E49A" w14:textId="77777777" w:rsidR="00B15E99" w:rsidRPr="00EF2F0E" w:rsidRDefault="00B15E99" w:rsidP="00B15E99">
      <w:pPr>
        <w:pStyle w:val="Heading2"/>
      </w:pPr>
      <w:bookmarkStart w:id="2860" w:name="_Toc21095977"/>
      <w:bookmarkStart w:id="2861" w:name="_Toc29763176"/>
      <w:bookmarkStart w:id="2862" w:name="_Toc45869461"/>
      <w:bookmarkStart w:id="2863" w:name="_Toc52554708"/>
      <w:bookmarkStart w:id="2864" w:name="_Toc52555178"/>
      <w:bookmarkStart w:id="2865" w:name="_Toc61112403"/>
      <w:bookmarkStart w:id="2866" w:name="_Toc67911555"/>
      <w:bookmarkStart w:id="2867" w:name="_Toc74843030"/>
      <w:bookmarkStart w:id="2868" w:name="_Toc76503413"/>
      <w:bookmarkStart w:id="2869" w:name="_Toc83040856"/>
      <w:bookmarkStart w:id="2870" w:name="_Toc89851899"/>
      <w:bookmarkStart w:id="2871" w:name="_Toc98676253"/>
      <w:r w:rsidRPr="00EF2F0E">
        <w:t>9.3</w:t>
      </w:r>
      <w:r w:rsidRPr="00EF2F0E">
        <w:tab/>
        <w:t>OTA Base Station output power</w:t>
      </w:r>
      <w:bookmarkEnd w:id="2860"/>
      <w:bookmarkEnd w:id="2861"/>
      <w:bookmarkEnd w:id="2862"/>
      <w:bookmarkEnd w:id="2863"/>
      <w:bookmarkEnd w:id="2864"/>
      <w:bookmarkEnd w:id="2865"/>
      <w:bookmarkEnd w:id="2866"/>
      <w:bookmarkEnd w:id="2867"/>
      <w:bookmarkEnd w:id="2868"/>
      <w:bookmarkEnd w:id="2869"/>
      <w:bookmarkEnd w:id="2870"/>
      <w:bookmarkEnd w:id="2871"/>
    </w:p>
    <w:p w14:paraId="0984E49B" w14:textId="77777777" w:rsidR="00B15E99" w:rsidRPr="00EF2F0E" w:rsidRDefault="00B15E99" w:rsidP="00B15E99">
      <w:pPr>
        <w:pStyle w:val="Heading3"/>
      </w:pPr>
      <w:bookmarkStart w:id="2872" w:name="_Toc21095978"/>
      <w:bookmarkStart w:id="2873" w:name="_Toc29763177"/>
      <w:bookmarkStart w:id="2874" w:name="_Toc45869462"/>
      <w:bookmarkStart w:id="2875" w:name="_Toc52554709"/>
      <w:bookmarkStart w:id="2876" w:name="_Toc52555179"/>
      <w:bookmarkStart w:id="2877" w:name="_Toc61112404"/>
      <w:bookmarkStart w:id="2878" w:name="_Toc67911556"/>
      <w:bookmarkStart w:id="2879" w:name="_Toc74843031"/>
      <w:bookmarkStart w:id="2880" w:name="_Toc76503414"/>
      <w:bookmarkStart w:id="2881" w:name="_Toc83040857"/>
      <w:bookmarkStart w:id="2882" w:name="_Toc89851900"/>
      <w:bookmarkStart w:id="2883" w:name="_Toc98676254"/>
      <w:r w:rsidRPr="00EF2F0E">
        <w:t>9.3.1</w:t>
      </w:r>
      <w:r w:rsidRPr="00EF2F0E">
        <w:tab/>
        <w:t>General</w:t>
      </w:r>
      <w:bookmarkEnd w:id="2872"/>
      <w:bookmarkEnd w:id="2873"/>
      <w:bookmarkEnd w:id="2874"/>
      <w:bookmarkEnd w:id="2875"/>
      <w:bookmarkEnd w:id="2876"/>
      <w:bookmarkEnd w:id="2877"/>
      <w:bookmarkEnd w:id="2878"/>
      <w:bookmarkEnd w:id="2879"/>
      <w:bookmarkEnd w:id="2880"/>
      <w:bookmarkEnd w:id="2881"/>
      <w:bookmarkEnd w:id="2882"/>
      <w:bookmarkEnd w:id="2883"/>
    </w:p>
    <w:p w14:paraId="0984E49C" w14:textId="77777777" w:rsidR="00B15E99" w:rsidRPr="00EF2F0E" w:rsidRDefault="00B15E99" w:rsidP="00B15E99">
      <w:pPr>
        <w:rPr>
          <w:lang w:eastAsia="zh-CN"/>
        </w:rPr>
      </w:pPr>
      <w:r w:rsidRPr="00EF2F0E">
        <w:rPr>
          <w:lang w:eastAsia="zh-CN"/>
        </w:rPr>
        <w:t xml:space="preserve">The </w:t>
      </w:r>
      <w:r w:rsidRPr="00EF2F0E">
        <w:rPr>
          <w:i/>
          <w:lang w:eastAsia="zh-CN"/>
        </w:rPr>
        <w:t>OTA AAS BS</w:t>
      </w:r>
      <w:r w:rsidRPr="00EF2F0E">
        <w:rPr>
          <w:lang w:eastAsia="zh-CN"/>
        </w:rPr>
        <w:t xml:space="preserve"> base station output power is declared as TRP.</w:t>
      </w:r>
    </w:p>
    <w:p w14:paraId="0984E49D" w14:textId="77777777" w:rsidR="00B15E99" w:rsidRPr="00EF2F0E" w:rsidRDefault="00B15E99" w:rsidP="00B15E99">
      <w:pPr>
        <w:pStyle w:val="Heading3"/>
      </w:pPr>
      <w:bookmarkStart w:id="2884" w:name="_Toc21095979"/>
      <w:bookmarkStart w:id="2885" w:name="_Toc29763178"/>
      <w:bookmarkStart w:id="2886" w:name="_Toc45869463"/>
      <w:bookmarkStart w:id="2887" w:name="_Toc52554710"/>
      <w:bookmarkStart w:id="2888" w:name="_Toc52555180"/>
      <w:bookmarkStart w:id="2889" w:name="_Toc61112405"/>
      <w:bookmarkStart w:id="2890" w:name="_Toc67911557"/>
      <w:bookmarkStart w:id="2891" w:name="_Toc74843032"/>
      <w:bookmarkStart w:id="2892" w:name="_Toc76503415"/>
      <w:bookmarkStart w:id="2893" w:name="_Toc83040858"/>
      <w:bookmarkStart w:id="2894" w:name="_Toc89851901"/>
      <w:bookmarkStart w:id="2895" w:name="_Toc98676255"/>
      <w:r w:rsidRPr="00EF2F0E">
        <w:t>9.3.2</w:t>
      </w:r>
      <w:r w:rsidRPr="00EF2F0E">
        <w:tab/>
        <w:t>OTA Maximum output power</w:t>
      </w:r>
      <w:bookmarkEnd w:id="2884"/>
      <w:bookmarkEnd w:id="2885"/>
      <w:bookmarkEnd w:id="2886"/>
      <w:bookmarkEnd w:id="2887"/>
      <w:bookmarkEnd w:id="2888"/>
      <w:bookmarkEnd w:id="2889"/>
      <w:bookmarkEnd w:id="2890"/>
      <w:bookmarkEnd w:id="2891"/>
      <w:bookmarkEnd w:id="2892"/>
      <w:bookmarkEnd w:id="2893"/>
      <w:bookmarkEnd w:id="2894"/>
      <w:bookmarkEnd w:id="2895"/>
    </w:p>
    <w:p w14:paraId="0984E49E" w14:textId="77777777" w:rsidR="00B15E99" w:rsidRPr="00EF2F0E" w:rsidRDefault="00B15E99" w:rsidP="00B15E99">
      <w:pPr>
        <w:pStyle w:val="Heading4"/>
      </w:pPr>
      <w:bookmarkStart w:id="2896" w:name="_Toc21095980"/>
      <w:bookmarkStart w:id="2897" w:name="_Toc29763179"/>
      <w:bookmarkStart w:id="2898" w:name="_Toc45869464"/>
      <w:bookmarkStart w:id="2899" w:name="_Toc52554711"/>
      <w:bookmarkStart w:id="2900" w:name="_Toc52555181"/>
      <w:bookmarkStart w:id="2901" w:name="_Toc61112406"/>
      <w:bookmarkStart w:id="2902" w:name="_Toc67911558"/>
      <w:bookmarkStart w:id="2903" w:name="_Toc74843033"/>
      <w:bookmarkStart w:id="2904" w:name="_Toc76503416"/>
      <w:bookmarkStart w:id="2905" w:name="_Toc83040859"/>
      <w:bookmarkStart w:id="2906" w:name="_Toc89851902"/>
      <w:bookmarkStart w:id="2907" w:name="_Toc98676256"/>
      <w:r w:rsidRPr="00EF2F0E">
        <w:t>9.3.2.1</w:t>
      </w:r>
      <w:r w:rsidRPr="00EF2F0E">
        <w:tab/>
        <w:t>General</w:t>
      </w:r>
      <w:bookmarkEnd w:id="2896"/>
      <w:bookmarkEnd w:id="2897"/>
      <w:bookmarkEnd w:id="2898"/>
      <w:bookmarkEnd w:id="2899"/>
      <w:bookmarkEnd w:id="2900"/>
      <w:bookmarkEnd w:id="2901"/>
      <w:bookmarkEnd w:id="2902"/>
      <w:bookmarkEnd w:id="2903"/>
      <w:bookmarkEnd w:id="2904"/>
      <w:bookmarkEnd w:id="2905"/>
      <w:bookmarkEnd w:id="2906"/>
      <w:bookmarkEnd w:id="2907"/>
    </w:p>
    <w:p w14:paraId="0984E49F" w14:textId="77777777" w:rsidR="00B15E99" w:rsidRPr="00EF2F0E" w:rsidRDefault="00B15E99" w:rsidP="00B15E99">
      <w:pPr>
        <w:rPr>
          <w:lang w:eastAsia="zh-CN"/>
        </w:rPr>
      </w:pPr>
      <w:r w:rsidRPr="00EF2F0E">
        <w:t xml:space="preserve">The rated carrier output power of the </w:t>
      </w:r>
      <w:r w:rsidRPr="00EF2F0E">
        <w:rPr>
          <w:i/>
        </w:rPr>
        <w:t xml:space="preserve">OTA AAS BS </w:t>
      </w:r>
      <w:r w:rsidRPr="00EF2F0E">
        <w:t>shall be as specified for UTRA in table 9.3.2.1-1, and for E-UTRA and NR in table 9.3.2.1-2</w:t>
      </w:r>
    </w:p>
    <w:p w14:paraId="0984E4A0" w14:textId="77777777" w:rsidR="00B15E99" w:rsidRPr="00EF2F0E" w:rsidRDefault="00B15E99" w:rsidP="00B15E99">
      <w:pPr>
        <w:pStyle w:val="TH"/>
        <w:rPr>
          <w:lang w:eastAsia="ko-KR"/>
        </w:rPr>
      </w:pPr>
      <w:r w:rsidRPr="00EF2F0E">
        <w:rPr>
          <w:lang w:eastAsia="ko-KR"/>
        </w:rPr>
        <w:t>Table 9.3</w:t>
      </w:r>
      <w:r w:rsidRPr="00EF2F0E">
        <w:rPr>
          <w:lang w:eastAsia="zh-CN"/>
        </w:rPr>
        <w:t>.2.1-1</w:t>
      </w:r>
      <w:r w:rsidRPr="00EF2F0E">
        <w:rPr>
          <w:lang w:eastAsia="ko-KR"/>
        </w:rPr>
        <w:t>: UTRA OTA AAS Base Station rated output power limits for BS classes</w:t>
      </w:r>
    </w:p>
    <w:tbl>
      <w:tblPr>
        <w:tblW w:w="6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879"/>
        <w:gridCol w:w="3345"/>
      </w:tblGrid>
      <w:tr w:rsidR="003401A4" w:rsidRPr="00EF2F0E" w14:paraId="0984E4A3" w14:textId="77777777" w:rsidTr="00395E08">
        <w:trPr>
          <w:tblHeader/>
          <w:jc w:val="center"/>
        </w:trPr>
        <w:tc>
          <w:tcPr>
            <w:tcW w:w="2879" w:type="dxa"/>
            <w:tcBorders>
              <w:top w:val="single" w:sz="4" w:space="0" w:color="auto"/>
              <w:left w:val="single" w:sz="4" w:space="0" w:color="auto"/>
              <w:bottom w:val="single" w:sz="4" w:space="0" w:color="auto"/>
              <w:right w:val="single" w:sz="4" w:space="0" w:color="auto"/>
            </w:tcBorders>
            <w:hideMark/>
          </w:tcPr>
          <w:p w14:paraId="0984E4A1" w14:textId="77777777" w:rsidR="00B15E99" w:rsidRPr="00EF2F0E" w:rsidRDefault="00B15E99" w:rsidP="00AB06FD">
            <w:pPr>
              <w:pStyle w:val="TAH"/>
              <w:rPr>
                <w:lang w:eastAsia="ko-KR"/>
              </w:rPr>
            </w:pPr>
            <w:r w:rsidRPr="00EF2F0E">
              <w:rPr>
                <w:lang w:eastAsia="ko-KR"/>
              </w:rPr>
              <w:t>OTA AAS BS class</w:t>
            </w:r>
          </w:p>
        </w:tc>
        <w:tc>
          <w:tcPr>
            <w:tcW w:w="3345" w:type="dxa"/>
            <w:tcBorders>
              <w:top w:val="single" w:sz="4" w:space="0" w:color="auto"/>
              <w:left w:val="single" w:sz="4" w:space="0" w:color="auto"/>
              <w:bottom w:val="single" w:sz="4" w:space="0" w:color="auto"/>
              <w:right w:val="single" w:sz="4" w:space="0" w:color="auto"/>
            </w:tcBorders>
            <w:hideMark/>
          </w:tcPr>
          <w:p w14:paraId="0984E4A2" w14:textId="77777777" w:rsidR="00B15E99" w:rsidRPr="00EF2F0E" w:rsidRDefault="00B15E99" w:rsidP="00AB06FD">
            <w:pPr>
              <w:pStyle w:val="TAH"/>
              <w:rPr>
                <w:lang w:eastAsia="ko-KR"/>
              </w:rPr>
            </w:pPr>
            <w:r w:rsidRPr="00EF2F0E">
              <w:rPr>
                <w:lang w:eastAsia="ja-JP"/>
              </w:rPr>
              <w:t>P</w:t>
            </w:r>
            <w:r w:rsidRPr="00EF2F0E">
              <w:rPr>
                <w:vertAlign w:val="subscript"/>
                <w:lang w:eastAsia="ja-JP"/>
              </w:rPr>
              <w:t>Rated</w:t>
            </w:r>
            <w:r w:rsidRPr="00EF2F0E">
              <w:rPr>
                <w:vertAlign w:val="subscript"/>
                <w:lang w:eastAsia="zh-CN"/>
              </w:rPr>
              <w:t>,c,TRP</w:t>
            </w:r>
          </w:p>
        </w:tc>
      </w:tr>
      <w:tr w:rsidR="003401A4" w:rsidRPr="00EF2F0E" w14:paraId="0984E4A6" w14:textId="77777777" w:rsidTr="00395E08">
        <w:trPr>
          <w:jc w:val="center"/>
        </w:trPr>
        <w:tc>
          <w:tcPr>
            <w:tcW w:w="2879" w:type="dxa"/>
            <w:tcBorders>
              <w:top w:val="single" w:sz="4" w:space="0" w:color="auto"/>
              <w:left w:val="single" w:sz="4" w:space="0" w:color="auto"/>
              <w:bottom w:val="single" w:sz="4" w:space="0" w:color="auto"/>
              <w:right w:val="single" w:sz="4" w:space="0" w:color="auto"/>
            </w:tcBorders>
            <w:hideMark/>
          </w:tcPr>
          <w:p w14:paraId="0984E4A4" w14:textId="77777777" w:rsidR="00B15E99" w:rsidRPr="00EF2F0E" w:rsidRDefault="00B15E99" w:rsidP="00AB06FD">
            <w:pPr>
              <w:pStyle w:val="TAC"/>
              <w:rPr>
                <w:lang w:eastAsia="zh-CN"/>
              </w:rPr>
            </w:pPr>
            <w:r w:rsidRPr="00EF2F0E">
              <w:rPr>
                <w:lang w:eastAsia="zh-CN"/>
              </w:rPr>
              <w:t>Wide Area BS</w:t>
            </w:r>
          </w:p>
        </w:tc>
        <w:tc>
          <w:tcPr>
            <w:tcW w:w="3345" w:type="dxa"/>
            <w:tcBorders>
              <w:top w:val="single" w:sz="4" w:space="0" w:color="auto"/>
              <w:left w:val="single" w:sz="4" w:space="0" w:color="auto"/>
              <w:bottom w:val="single" w:sz="4" w:space="0" w:color="auto"/>
              <w:right w:val="single" w:sz="4" w:space="0" w:color="auto"/>
            </w:tcBorders>
          </w:tcPr>
          <w:p w14:paraId="0984E4A5" w14:textId="77777777" w:rsidR="00B15E99" w:rsidRPr="00EF2F0E" w:rsidRDefault="00B15E99" w:rsidP="00AB06FD">
            <w:pPr>
              <w:pStyle w:val="TAC"/>
              <w:rPr>
                <w:lang w:eastAsia="ja-JP"/>
              </w:rPr>
            </w:pPr>
            <w:r w:rsidRPr="00EF2F0E">
              <w:rPr>
                <w:lang w:eastAsia="ja-JP"/>
              </w:rPr>
              <w:t>(NOTE)</w:t>
            </w:r>
          </w:p>
        </w:tc>
      </w:tr>
      <w:tr w:rsidR="003401A4" w:rsidRPr="00EF2F0E" w14:paraId="0984E4A9" w14:textId="77777777" w:rsidTr="00395E08">
        <w:trPr>
          <w:jc w:val="center"/>
        </w:trPr>
        <w:tc>
          <w:tcPr>
            <w:tcW w:w="2879" w:type="dxa"/>
            <w:tcBorders>
              <w:top w:val="single" w:sz="4" w:space="0" w:color="auto"/>
              <w:left w:val="single" w:sz="4" w:space="0" w:color="auto"/>
              <w:bottom w:val="single" w:sz="4" w:space="0" w:color="auto"/>
              <w:right w:val="single" w:sz="4" w:space="0" w:color="auto"/>
            </w:tcBorders>
            <w:hideMark/>
          </w:tcPr>
          <w:p w14:paraId="0984E4A7" w14:textId="77777777" w:rsidR="00B15E99" w:rsidRPr="00EF2F0E" w:rsidRDefault="00B15E99" w:rsidP="00AB06FD">
            <w:pPr>
              <w:pStyle w:val="TAC"/>
              <w:rPr>
                <w:lang w:eastAsia="zh-CN"/>
              </w:rPr>
            </w:pPr>
            <w:r w:rsidRPr="00EF2F0E">
              <w:rPr>
                <w:lang w:eastAsia="zh-CN"/>
              </w:rPr>
              <w:t>Medium Range BS</w:t>
            </w:r>
          </w:p>
        </w:tc>
        <w:tc>
          <w:tcPr>
            <w:tcW w:w="3345" w:type="dxa"/>
            <w:tcBorders>
              <w:top w:val="single" w:sz="4" w:space="0" w:color="auto"/>
              <w:left w:val="single" w:sz="4" w:space="0" w:color="auto"/>
              <w:bottom w:val="single" w:sz="4" w:space="0" w:color="auto"/>
              <w:right w:val="single" w:sz="4" w:space="0" w:color="auto"/>
            </w:tcBorders>
            <w:hideMark/>
          </w:tcPr>
          <w:p w14:paraId="0984E4A8" w14:textId="77777777" w:rsidR="00B15E99" w:rsidRPr="00EF2F0E" w:rsidRDefault="00B15E99" w:rsidP="00AB06FD">
            <w:pPr>
              <w:pStyle w:val="TAC"/>
              <w:rPr>
                <w:lang w:eastAsia="ja-JP"/>
              </w:rPr>
            </w:pPr>
            <w:r w:rsidRPr="00EF2F0E">
              <w:rPr>
                <w:lang w:eastAsia="ja-JP"/>
              </w:rPr>
              <w:t>≤ 44 dBm</w:t>
            </w:r>
          </w:p>
        </w:tc>
      </w:tr>
      <w:tr w:rsidR="003401A4" w:rsidRPr="00EF2F0E" w14:paraId="0984E4AC" w14:textId="77777777" w:rsidTr="00395E08">
        <w:trPr>
          <w:jc w:val="center"/>
        </w:trPr>
        <w:tc>
          <w:tcPr>
            <w:tcW w:w="2879" w:type="dxa"/>
            <w:tcBorders>
              <w:top w:val="single" w:sz="4" w:space="0" w:color="auto"/>
              <w:left w:val="single" w:sz="4" w:space="0" w:color="auto"/>
              <w:bottom w:val="single" w:sz="4" w:space="0" w:color="auto"/>
              <w:right w:val="single" w:sz="4" w:space="0" w:color="auto"/>
            </w:tcBorders>
            <w:hideMark/>
          </w:tcPr>
          <w:p w14:paraId="0984E4AA" w14:textId="77777777" w:rsidR="00B15E99" w:rsidRPr="00EF2F0E" w:rsidRDefault="00B15E99" w:rsidP="00AB06FD">
            <w:pPr>
              <w:pStyle w:val="TAC"/>
              <w:rPr>
                <w:lang w:eastAsia="zh-CN"/>
              </w:rPr>
            </w:pPr>
            <w:r w:rsidRPr="00EF2F0E">
              <w:rPr>
                <w:lang w:eastAsia="zh-CN"/>
              </w:rPr>
              <w:t>Local Area BS</w:t>
            </w:r>
          </w:p>
        </w:tc>
        <w:tc>
          <w:tcPr>
            <w:tcW w:w="3345" w:type="dxa"/>
            <w:tcBorders>
              <w:top w:val="single" w:sz="4" w:space="0" w:color="auto"/>
              <w:left w:val="single" w:sz="4" w:space="0" w:color="auto"/>
              <w:bottom w:val="single" w:sz="4" w:space="0" w:color="auto"/>
              <w:right w:val="single" w:sz="4" w:space="0" w:color="auto"/>
            </w:tcBorders>
            <w:hideMark/>
          </w:tcPr>
          <w:p w14:paraId="0984E4AB" w14:textId="77777777" w:rsidR="00B15E99" w:rsidRPr="00EF2F0E" w:rsidRDefault="00B15E99" w:rsidP="00AB06FD">
            <w:pPr>
              <w:pStyle w:val="TAC"/>
              <w:rPr>
                <w:lang w:eastAsia="ja-JP"/>
              </w:rPr>
            </w:pPr>
            <w:r w:rsidRPr="00EF2F0E">
              <w:rPr>
                <w:lang w:eastAsia="ja-JP"/>
              </w:rPr>
              <w:t>≤ 30 dBm</w:t>
            </w:r>
          </w:p>
        </w:tc>
      </w:tr>
      <w:tr w:rsidR="00395E08" w:rsidRPr="00EF2F0E" w14:paraId="0984E4AE" w14:textId="77777777" w:rsidTr="00395E08">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14:paraId="0984E4AD" w14:textId="77777777" w:rsidR="00395E08" w:rsidRPr="00EF2F0E" w:rsidRDefault="00395E08" w:rsidP="00C55AB9">
            <w:pPr>
              <w:pStyle w:val="TAN"/>
              <w:ind w:left="856" w:hanging="856"/>
              <w:rPr>
                <w:lang w:eastAsia="zh-CN"/>
              </w:rPr>
            </w:pPr>
            <w:r w:rsidRPr="00EF2F0E">
              <w:rPr>
                <w:lang w:eastAsia="zh-CN"/>
              </w:rPr>
              <w:t>NOTE:</w:t>
            </w:r>
            <w:r w:rsidRPr="00EF2F0E">
              <w:rPr>
                <w:lang w:eastAsia="zh-CN"/>
              </w:rPr>
              <w:tab/>
              <w:t xml:space="preserve">There is no upper limit for the </w:t>
            </w:r>
            <w:r w:rsidRPr="00EF2F0E">
              <w:rPr>
                <w:lang w:eastAsia="ja-JP"/>
              </w:rPr>
              <w:t>P</w:t>
            </w:r>
            <w:r w:rsidRPr="00EF2F0E">
              <w:rPr>
                <w:vertAlign w:val="subscript"/>
                <w:lang w:eastAsia="ja-JP"/>
              </w:rPr>
              <w:t>Rated</w:t>
            </w:r>
            <w:r w:rsidRPr="00EF2F0E">
              <w:rPr>
                <w:vertAlign w:val="subscript"/>
                <w:lang w:eastAsia="zh-CN"/>
              </w:rPr>
              <w:t>,c,TRP</w:t>
            </w:r>
            <w:r w:rsidRPr="00EF2F0E" w:rsidDel="00DF64B5">
              <w:rPr>
                <w:lang w:eastAsia="zh-CN"/>
              </w:rPr>
              <w:t xml:space="preserve"> </w:t>
            </w:r>
            <w:r w:rsidRPr="00EF2F0E">
              <w:rPr>
                <w:lang w:eastAsia="zh-CN"/>
              </w:rPr>
              <w:t>of the Wide Area Base Station.</w:t>
            </w:r>
          </w:p>
        </w:tc>
      </w:tr>
    </w:tbl>
    <w:p w14:paraId="0984E4AF" w14:textId="77777777" w:rsidR="00B15E99" w:rsidRPr="00EF2F0E" w:rsidRDefault="00B15E99" w:rsidP="00B15E99"/>
    <w:p w14:paraId="0984E4B0" w14:textId="77777777" w:rsidR="00B15E99" w:rsidRPr="00EF2F0E" w:rsidRDefault="00B15E99" w:rsidP="00B15E99">
      <w:pPr>
        <w:pStyle w:val="TH"/>
        <w:rPr>
          <w:lang w:eastAsia="ko-KR"/>
        </w:rPr>
      </w:pPr>
      <w:r w:rsidRPr="00EF2F0E">
        <w:rPr>
          <w:lang w:eastAsia="ko-KR"/>
        </w:rPr>
        <w:t>Table 9.3</w:t>
      </w:r>
      <w:r w:rsidRPr="00EF2F0E">
        <w:rPr>
          <w:lang w:eastAsia="zh-CN"/>
        </w:rPr>
        <w:t>.2.1-2</w:t>
      </w:r>
      <w:r w:rsidRPr="00EF2F0E">
        <w:rPr>
          <w:lang w:eastAsia="ko-KR"/>
        </w:rPr>
        <w:t>: E-UTRA and NR OTA AAS Base Station rated output power limits for BS classes</w:t>
      </w:r>
    </w:p>
    <w:tbl>
      <w:tblPr>
        <w:tblW w:w="6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879"/>
        <w:gridCol w:w="3345"/>
      </w:tblGrid>
      <w:tr w:rsidR="003401A4" w:rsidRPr="00EF2F0E" w14:paraId="0984E4B3" w14:textId="77777777" w:rsidTr="00395E08">
        <w:trPr>
          <w:tblHeader/>
          <w:jc w:val="center"/>
        </w:trPr>
        <w:tc>
          <w:tcPr>
            <w:tcW w:w="2879" w:type="dxa"/>
            <w:tcBorders>
              <w:top w:val="single" w:sz="4" w:space="0" w:color="auto"/>
              <w:left w:val="single" w:sz="4" w:space="0" w:color="auto"/>
              <w:bottom w:val="single" w:sz="4" w:space="0" w:color="auto"/>
              <w:right w:val="single" w:sz="4" w:space="0" w:color="auto"/>
            </w:tcBorders>
            <w:hideMark/>
          </w:tcPr>
          <w:p w14:paraId="0984E4B1" w14:textId="77777777" w:rsidR="00B15E99" w:rsidRPr="00EF2F0E" w:rsidRDefault="00B15E99" w:rsidP="00AB06FD">
            <w:pPr>
              <w:pStyle w:val="TAH"/>
              <w:rPr>
                <w:lang w:eastAsia="ko-KR"/>
              </w:rPr>
            </w:pPr>
            <w:r w:rsidRPr="00EF2F0E">
              <w:rPr>
                <w:lang w:eastAsia="ko-KR"/>
              </w:rPr>
              <w:t>OTA AAS BS class</w:t>
            </w:r>
          </w:p>
        </w:tc>
        <w:tc>
          <w:tcPr>
            <w:tcW w:w="3345" w:type="dxa"/>
            <w:tcBorders>
              <w:top w:val="single" w:sz="4" w:space="0" w:color="auto"/>
              <w:left w:val="single" w:sz="4" w:space="0" w:color="auto"/>
              <w:bottom w:val="single" w:sz="4" w:space="0" w:color="auto"/>
              <w:right w:val="single" w:sz="4" w:space="0" w:color="auto"/>
            </w:tcBorders>
            <w:hideMark/>
          </w:tcPr>
          <w:p w14:paraId="0984E4B2" w14:textId="77777777" w:rsidR="00B15E99" w:rsidRPr="00EF2F0E" w:rsidRDefault="00B15E99" w:rsidP="00AB06FD">
            <w:pPr>
              <w:pStyle w:val="TAH"/>
              <w:rPr>
                <w:lang w:eastAsia="ko-KR"/>
              </w:rPr>
            </w:pPr>
            <w:r w:rsidRPr="00EF2F0E">
              <w:rPr>
                <w:lang w:eastAsia="ja-JP"/>
              </w:rPr>
              <w:t>P</w:t>
            </w:r>
            <w:r w:rsidRPr="00EF2F0E">
              <w:rPr>
                <w:vertAlign w:val="subscript"/>
                <w:lang w:eastAsia="ja-JP"/>
              </w:rPr>
              <w:t>Rated</w:t>
            </w:r>
            <w:r w:rsidRPr="00EF2F0E">
              <w:rPr>
                <w:vertAlign w:val="subscript"/>
                <w:lang w:eastAsia="zh-CN"/>
              </w:rPr>
              <w:t>,c,TRP</w:t>
            </w:r>
          </w:p>
        </w:tc>
      </w:tr>
      <w:tr w:rsidR="003401A4" w:rsidRPr="00EF2F0E" w14:paraId="0984E4B6" w14:textId="77777777" w:rsidTr="00395E08">
        <w:trPr>
          <w:jc w:val="center"/>
        </w:trPr>
        <w:tc>
          <w:tcPr>
            <w:tcW w:w="2879" w:type="dxa"/>
            <w:tcBorders>
              <w:top w:val="single" w:sz="4" w:space="0" w:color="auto"/>
              <w:left w:val="single" w:sz="4" w:space="0" w:color="auto"/>
              <w:bottom w:val="single" w:sz="4" w:space="0" w:color="auto"/>
              <w:right w:val="single" w:sz="4" w:space="0" w:color="auto"/>
            </w:tcBorders>
            <w:hideMark/>
          </w:tcPr>
          <w:p w14:paraId="0984E4B4" w14:textId="77777777" w:rsidR="00B15E99" w:rsidRPr="00EF2F0E" w:rsidRDefault="00B15E99" w:rsidP="00AB06FD">
            <w:pPr>
              <w:pStyle w:val="TAC"/>
              <w:rPr>
                <w:lang w:eastAsia="zh-CN"/>
              </w:rPr>
            </w:pPr>
            <w:r w:rsidRPr="00EF2F0E">
              <w:rPr>
                <w:lang w:eastAsia="zh-CN"/>
              </w:rPr>
              <w:t>Wide Area BS</w:t>
            </w:r>
          </w:p>
        </w:tc>
        <w:tc>
          <w:tcPr>
            <w:tcW w:w="3345" w:type="dxa"/>
            <w:tcBorders>
              <w:top w:val="single" w:sz="4" w:space="0" w:color="auto"/>
              <w:left w:val="single" w:sz="4" w:space="0" w:color="auto"/>
              <w:bottom w:val="single" w:sz="4" w:space="0" w:color="auto"/>
              <w:right w:val="single" w:sz="4" w:space="0" w:color="auto"/>
            </w:tcBorders>
          </w:tcPr>
          <w:p w14:paraId="0984E4B5" w14:textId="77777777" w:rsidR="00B15E99" w:rsidRPr="00EF2F0E" w:rsidRDefault="00B15E99" w:rsidP="00AB06FD">
            <w:pPr>
              <w:pStyle w:val="TAC"/>
              <w:rPr>
                <w:lang w:eastAsia="ja-JP"/>
              </w:rPr>
            </w:pPr>
            <w:r w:rsidRPr="00EF2F0E">
              <w:rPr>
                <w:lang w:eastAsia="ja-JP"/>
              </w:rPr>
              <w:t>(NOTE)</w:t>
            </w:r>
          </w:p>
        </w:tc>
      </w:tr>
      <w:tr w:rsidR="003401A4" w:rsidRPr="00EF2F0E" w14:paraId="0984E4B9" w14:textId="77777777" w:rsidTr="00395E08">
        <w:trPr>
          <w:jc w:val="center"/>
        </w:trPr>
        <w:tc>
          <w:tcPr>
            <w:tcW w:w="2879" w:type="dxa"/>
            <w:tcBorders>
              <w:top w:val="single" w:sz="4" w:space="0" w:color="auto"/>
              <w:left w:val="single" w:sz="4" w:space="0" w:color="auto"/>
              <w:bottom w:val="single" w:sz="4" w:space="0" w:color="auto"/>
              <w:right w:val="single" w:sz="4" w:space="0" w:color="auto"/>
            </w:tcBorders>
            <w:hideMark/>
          </w:tcPr>
          <w:p w14:paraId="0984E4B7" w14:textId="77777777" w:rsidR="00B15E99" w:rsidRPr="00EF2F0E" w:rsidRDefault="00B15E99" w:rsidP="00AB06FD">
            <w:pPr>
              <w:pStyle w:val="TAC"/>
              <w:rPr>
                <w:lang w:eastAsia="zh-CN"/>
              </w:rPr>
            </w:pPr>
            <w:r w:rsidRPr="00EF2F0E">
              <w:rPr>
                <w:lang w:eastAsia="zh-CN"/>
              </w:rPr>
              <w:t>Medium Range BS</w:t>
            </w:r>
          </w:p>
        </w:tc>
        <w:tc>
          <w:tcPr>
            <w:tcW w:w="3345" w:type="dxa"/>
            <w:tcBorders>
              <w:top w:val="single" w:sz="4" w:space="0" w:color="auto"/>
              <w:left w:val="single" w:sz="4" w:space="0" w:color="auto"/>
              <w:bottom w:val="single" w:sz="4" w:space="0" w:color="auto"/>
              <w:right w:val="single" w:sz="4" w:space="0" w:color="auto"/>
            </w:tcBorders>
            <w:hideMark/>
          </w:tcPr>
          <w:p w14:paraId="0984E4B8" w14:textId="77777777" w:rsidR="00B15E99" w:rsidRPr="00EF2F0E" w:rsidRDefault="00B15E99" w:rsidP="00AB06FD">
            <w:pPr>
              <w:pStyle w:val="TAC"/>
              <w:rPr>
                <w:lang w:eastAsia="ja-JP"/>
              </w:rPr>
            </w:pPr>
            <w:r w:rsidRPr="00EF2F0E">
              <w:rPr>
                <w:lang w:eastAsia="ja-JP"/>
              </w:rPr>
              <w:t>≤ 47 dBm</w:t>
            </w:r>
          </w:p>
        </w:tc>
      </w:tr>
      <w:tr w:rsidR="003401A4" w:rsidRPr="00EF2F0E" w14:paraId="0984E4BC" w14:textId="77777777" w:rsidTr="00395E08">
        <w:trPr>
          <w:jc w:val="center"/>
        </w:trPr>
        <w:tc>
          <w:tcPr>
            <w:tcW w:w="2879" w:type="dxa"/>
            <w:tcBorders>
              <w:top w:val="single" w:sz="4" w:space="0" w:color="auto"/>
              <w:left w:val="single" w:sz="4" w:space="0" w:color="auto"/>
              <w:bottom w:val="single" w:sz="4" w:space="0" w:color="auto"/>
              <w:right w:val="single" w:sz="4" w:space="0" w:color="auto"/>
            </w:tcBorders>
            <w:hideMark/>
          </w:tcPr>
          <w:p w14:paraId="0984E4BA" w14:textId="77777777" w:rsidR="00B15E99" w:rsidRPr="00EF2F0E" w:rsidRDefault="00B15E99" w:rsidP="00AB06FD">
            <w:pPr>
              <w:pStyle w:val="TAC"/>
              <w:rPr>
                <w:lang w:eastAsia="zh-CN"/>
              </w:rPr>
            </w:pPr>
            <w:r w:rsidRPr="00EF2F0E">
              <w:rPr>
                <w:lang w:eastAsia="zh-CN"/>
              </w:rPr>
              <w:t>Local Area BS</w:t>
            </w:r>
          </w:p>
        </w:tc>
        <w:tc>
          <w:tcPr>
            <w:tcW w:w="3345" w:type="dxa"/>
            <w:tcBorders>
              <w:top w:val="single" w:sz="4" w:space="0" w:color="auto"/>
              <w:left w:val="single" w:sz="4" w:space="0" w:color="auto"/>
              <w:bottom w:val="single" w:sz="4" w:space="0" w:color="auto"/>
              <w:right w:val="single" w:sz="4" w:space="0" w:color="auto"/>
            </w:tcBorders>
            <w:hideMark/>
          </w:tcPr>
          <w:p w14:paraId="0984E4BB" w14:textId="77777777" w:rsidR="00B15E99" w:rsidRPr="00EF2F0E" w:rsidRDefault="00B15E99" w:rsidP="00AB06FD">
            <w:pPr>
              <w:pStyle w:val="TAC"/>
              <w:rPr>
                <w:lang w:eastAsia="ja-JP"/>
              </w:rPr>
            </w:pPr>
            <w:r w:rsidRPr="00EF2F0E">
              <w:rPr>
                <w:lang w:eastAsia="ja-JP"/>
              </w:rPr>
              <w:t>≤ 33 dBm</w:t>
            </w:r>
          </w:p>
        </w:tc>
      </w:tr>
      <w:tr w:rsidR="00395E08" w:rsidRPr="00EF2F0E" w14:paraId="0984E4BE" w14:textId="77777777" w:rsidTr="00395E08">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14:paraId="0984E4BD" w14:textId="77777777" w:rsidR="00395E08" w:rsidRPr="00EF2F0E" w:rsidRDefault="00395E08" w:rsidP="00C55AB9">
            <w:pPr>
              <w:pStyle w:val="TAN"/>
              <w:ind w:left="856" w:hanging="856"/>
              <w:rPr>
                <w:lang w:eastAsia="zh-CN"/>
              </w:rPr>
            </w:pPr>
            <w:r w:rsidRPr="00EF2F0E">
              <w:rPr>
                <w:lang w:eastAsia="zh-CN"/>
              </w:rPr>
              <w:t>NOTE:</w:t>
            </w:r>
            <w:r w:rsidRPr="00EF2F0E">
              <w:rPr>
                <w:lang w:eastAsia="zh-CN"/>
              </w:rPr>
              <w:tab/>
              <w:t xml:space="preserve">There is no upper limit for the </w:t>
            </w:r>
            <w:r w:rsidRPr="00EF2F0E">
              <w:rPr>
                <w:lang w:eastAsia="ja-JP"/>
              </w:rPr>
              <w:t>P</w:t>
            </w:r>
            <w:r w:rsidRPr="00EF2F0E">
              <w:rPr>
                <w:vertAlign w:val="subscript"/>
                <w:lang w:eastAsia="ja-JP"/>
              </w:rPr>
              <w:t>Rated</w:t>
            </w:r>
            <w:r w:rsidRPr="00EF2F0E">
              <w:rPr>
                <w:vertAlign w:val="subscript"/>
                <w:lang w:eastAsia="zh-CN"/>
              </w:rPr>
              <w:t>,c,TRP</w:t>
            </w:r>
            <w:r w:rsidRPr="00EF2F0E" w:rsidDel="00DF64B5">
              <w:rPr>
                <w:lang w:eastAsia="zh-CN"/>
              </w:rPr>
              <w:t xml:space="preserve"> </w:t>
            </w:r>
            <w:r w:rsidRPr="00EF2F0E">
              <w:rPr>
                <w:lang w:eastAsia="zh-CN"/>
              </w:rPr>
              <w:t>of the Wide Area Base Station.</w:t>
            </w:r>
          </w:p>
        </w:tc>
      </w:tr>
    </w:tbl>
    <w:p w14:paraId="0984E4BF" w14:textId="77777777" w:rsidR="00B15E99" w:rsidRPr="00EF2F0E" w:rsidRDefault="00B15E99" w:rsidP="00B15E99"/>
    <w:p w14:paraId="0984E4C0" w14:textId="77777777" w:rsidR="00B15E99" w:rsidRPr="00EF2F0E" w:rsidRDefault="00B15E99" w:rsidP="00B15E99">
      <w:pPr>
        <w:pStyle w:val="Heading4"/>
      </w:pPr>
      <w:bookmarkStart w:id="2908" w:name="_Toc21095981"/>
      <w:bookmarkStart w:id="2909" w:name="_Toc29763180"/>
      <w:bookmarkStart w:id="2910" w:name="_Toc45869465"/>
      <w:bookmarkStart w:id="2911" w:name="_Toc52554712"/>
      <w:bookmarkStart w:id="2912" w:name="_Toc52555182"/>
      <w:bookmarkStart w:id="2913" w:name="_Toc61112407"/>
      <w:bookmarkStart w:id="2914" w:name="_Toc67911559"/>
      <w:bookmarkStart w:id="2915" w:name="_Toc74843034"/>
      <w:bookmarkStart w:id="2916" w:name="_Toc76503417"/>
      <w:bookmarkStart w:id="2917" w:name="_Toc83040860"/>
      <w:bookmarkStart w:id="2918" w:name="_Toc89851903"/>
      <w:bookmarkStart w:id="2919" w:name="_Toc98676257"/>
      <w:r w:rsidRPr="00EF2F0E">
        <w:t>9.3.2.2</w:t>
      </w:r>
      <w:r w:rsidRPr="00EF2F0E">
        <w:tab/>
        <w:t>Minimum requirement for MSR operation</w:t>
      </w:r>
      <w:bookmarkEnd w:id="2908"/>
      <w:bookmarkEnd w:id="2909"/>
      <w:bookmarkEnd w:id="2910"/>
      <w:bookmarkEnd w:id="2911"/>
      <w:bookmarkEnd w:id="2912"/>
      <w:bookmarkEnd w:id="2913"/>
      <w:bookmarkEnd w:id="2914"/>
      <w:bookmarkEnd w:id="2915"/>
      <w:bookmarkEnd w:id="2916"/>
      <w:bookmarkEnd w:id="2917"/>
      <w:bookmarkEnd w:id="2918"/>
      <w:bookmarkEnd w:id="2919"/>
    </w:p>
    <w:p w14:paraId="0984E4C1" w14:textId="77777777" w:rsidR="00B15E99" w:rsidRPr="00EF2F0E" w:rsidRDefault="00B15E99" w:rsidP="00B15E99">
      <w:pPr>
        <w:pStyle w:val="Heading5"/>
      </w:pPr>
      <w:bookmarkStart w:id="2920" w:name="_Toc21095982"/>
      <w:bookmarkStart w:id="2921" w:name="_Toc29763181"/>
      <w:bookmarkStart w:id="2922" w:name="_Toc45869466"/>
      <w:bookmarkStart w:id="2923" w:name="_Toc52554713"/>
      <w:bookmarkStart w:id="2924" w:name="_Toc52555183"/>
      <w:bookmarkStart w:id="2925" w:name="_Toc61112408"/>
      <w:bookmarkStart w:id="2926" w:name="_Toc67911560"/>
      <w:bookmarkStart w:id="2927" w:name="_Toc74843035"/>
      <w:bookmarkStart w:id="2928" w:name="_Toc76503418"/>
      <w:bookmarkStart w:id="2929" w:name="_Toc83040861"/>
      <w:bookmarkStart w:id="2930" w:name="_Toc89851904"/>
      <w:bookmarkStart w:id="2931" w:name="_Toc98676258"/>
      <w:r w:rsidRPr="00EF2F0E">
        <w:t>9.3.2.2.1</w:t>
      </w:r>
      <w:r w:rsidRPr="00EF2F0E">
        <w:tab/>
        <w:t>General</w:t>
      </w:r>
      <w:bookmarkEnd w:id="2920"/>
      <w:bookmarkEnd w:id="2921"/>
      <w:bookmarkEnd w:id="2922"/>
      <w:bookmarkEnd w:id="2923"/>
      <w:bookmarkEnd w:id="2924"/>
      <w:bookmarkEnd w:id="2925"/>
      <w:bookmarkEnd w:id="2926"/>
      <w:bookmarkEnd w:id="2927"/>
      <w:bookmarkEnd w:id="2928"/>
      <w:bookmarkEnd w:id="2929"/>
      <w:bookmarkEnd w:id="2930"/>
      <w:bookmarkEnd w:id="2931"/>
    </w:p>
    <w:p w14:paraId="0984E4C2" w14:textId="77777777" w:rsidR="00B15E99" w:rsidRPr="00EF2F0E" w:rsidRDefault="00B15E99" w:rsidP="00B15E99">
      <w:r w:rsidRPr="00EF2F0E">
        <w:t>In normal conditions, P</w:t>
      </w:r>
      <w:r w:rsidRPr="00EF2F0E">
        <w:rPr>
          <w:vertAlign w:val="subscript"/>
        </w:rPr>
        <w:t xml:space="preserve">max,c,TRP </w:t>
      </w:r>
      <w:r w:rsidRPr="00EF2F0E">
        <w:t>shall remain within +2,0 dB and -2,0 dB of the configured</w:t>
      </w:r>
      <w:r w:rsidRPr="00EF2F0E" w:rsidDel="009B0F5F">
        <w:t xml:space="preserve"> </w:t>
      </w:r>
      <w:r w:rsidRPr="00EF2F0E">
        <w:t>carrier TRP as declared by the manufacturer.</w:t>
      </w:r>
    </w:p>
    <w:p w14:paraId="0984E4C3" w14:textId="77777777" w:rsidR="00B15E99" w:rsidRPr="00EF2F0E" w:rsidRDefault="00B15E99" w:rsidP="00B15E99">
      <w:r w:rsidRPr="00EF2F0E">
        <w:t>In certain regions, the minimum requirement for normal conditions may apply also for some conditions outside the range of conditions defined as normal.</w:t>
      </w:r>
    </w:p>
    <w:p w14:paraId="0984E4C4" w14:textId="77777777" w:rsidR="00B15E99" w:rsidRPr="00EF2F0E" w:rsidRDefault="00B15E99" w:rsidP="00B15E99">
      <w:pPr>
        <w:pStyle w:val="Heading5"/>
      </w:pPr>
      <w:bookmarkStart w:id="2932" w:name="_Toc21095983"/>
      <w:bookmarkStart w:id="2933" w:name="_Toc29763182"/>
      <w:bookmarkStart w:id="2934" w:name="_Toc45869467"/>
      <w:bookmarkStart w:id="2935" w:name="_Toc52554714"/>
      <w:bookmarkStart w:id="2936" w:name="_Toc52555184"/>
      <w:bookmarkStart w:id="2937" w:name="_Toc61112409"/>
      <w:bookmarkStart w:id="2938" w:name="_Toc67911561"/>
      <w:bookmarkStart w:id="2939" w:name="_Toc74843036"/>
      <w:bookmarkStart w:id="2940" w:name="_Toc76503419"/>
      <w:bookmarkStart w:id="2941" w:name="_Toc83040862"/>
      <w:bookmarkStart w:id="2942" w:name="_Toc89851905"/>
      <w:bookmarkStart w:id="2943" w:name="_Toc98676259"/>
      <w:r w:rsidRPr="00EF2F0E">
        <w:t>9.3.2.2.2</w:t>
      </w:r>
      <w:r w:rsidRPr="00EF2F0E">
        <w:tab/>
        <w:t>Additional requirements (regional)</w:t>
      </w:r>
      <w:bookmarkEnd w:id="2932"/>
      <w:bookmarkEnd w:id="2933"/>
      <w:bookmarkEnd w:id="2934"/>
      <w:bookmarkEnd w:id="2935"/>
      <w:bookmarkEnd w:id="2936"/>
      <w:bookmarkEnd w:id="2937"/>
      <w:bookmarkEnd w:id="2938"/>
      <w:bookmarkEnd w:id="2939"/>
      <w:bookmarkEnd w:id="2940"/>
      <w:bookmarkEnd w:id="2941"/>
      <w:bookmarkEnd w:id="2942"/>
      <w:bookmarkEnd w:id="2943"/>
    </w:p>
    <w:p w14:paraId="0984E4C6" w14:textId="77777777" w:rsidR="00B15E99" w:rsidRPr="00EF2F0E" w:rsidRDefault="00B15E99" w:rsidP="00B15E99">
      <w:pPr>
        <w:pStyle w:val="Heading4"/>
      </w:pPr>
      <w:bookmarkStart w:id="2944" w:name="_Toc21095984"/>
      <w:bookmarkStart w:id="2945" w:name="_Toc29763183"/>
      <w:bookmarkStart w:id="2946" w:name="_Toc45869468"/>
      <w:bookmarkStart w:id="2947" w:name="_Toc52554715"/>
      <w:bookmarkStart w:id="2948" w:name="_Toc52555185"/>
      <w:bookmarkStart w:id="2949" w:name="_Toc61112410"/>
      <w:bookmarkStart w:id="2950" w:name="_Toc67911562"/>
      <w:bookmarkStart w:id="2951" w:name="_Toc74843037"/>
      <w:bookmarkStart w:id="2952" w:name="_Toc76503420"/>
      <w:bookmarkStart w:id="2953" w:name="_Toc83040863"/>
      <w:bookmarkStart w:id="2954" w:name="_Toc89851906"/>
      <w:bookmarkStart w:id="2955" w:name="_Toc98676260"/>
      <w:r w:rsidRPr="00EF2F0E">
        <w:t>9.3.2.3</w:t>
      </w:r>
      <w:r w:rsidRPr="00EF2F0E">
        <w:tab/>
        <w:t>Minimum requirement for single RAT UTRA operation</w:t>
      </w:r>
      <w:bookmarkEnd w:id="2944"/>
      <w:bookmarkEnd w:id="2945"/>
      <w:bookmarkEnd w:id="2946"/>
      <w:bookmarkEnd w:id="2947"/>
      <w:bookmarkEnd w:id="2948"/>
      <w:bookmarkEnd w:id="2949"/>
      <w:bookmarkEnd w:id="2950"/>
      <w:bookmarkEnd w:id="2951"/>
      <w:bookmarkEnd w:id="2952"/>
      <w:bookmarkEnd w:id="2953"/>
      <w:bookmarkEnd w:id="2954"/>
      <w:bookmarkEnd w:id="2955"/>
    </w:p>
    <w:p w14:paraId="0984E4C7" w14:textId="77777777" w:rsidR="00B15E99" w:rsidRPr="00EF2F0E" w:rsidRDefault="00B15E99" w:rsidP="00B15E99">
      <w:pPr>
        <w:rPr>
          <w:lang w:eastAsia="zh-CN"/>
        </w:rPr>
      </w:pPr>
      <w:r w:rsidRPr="00EF2F0E">
        <w:rPr>
          <w:lang w:eastAsia="zh-CN"/>
        </w:rPr>
        <w:t>The minimum requirement for single RAT UTRA BS is the same as that defined in subclause 9.3.2.2.</w:t>
      </w:r>
    </w:p>
    <w:p w14:paraId="0984E4C8" w14:textId="77777777" w:rsidR="00B15E99" w:rsidRPr="00EF2F0E" w:rsidRDefault="00B15E99" w:rsidP="00B15E99">
      <w:pPr>
        <w:pStyle w:val="Heading4"/>
      </w:pPr>
      <w:bookmarkStart w:id="2956" w:name="_Toc21095985"/>
      <w:bookmarkStart w:id="2957" w:name="_Toc29763184"/>
      <w:bookmarkStart w:id="2958" w:name="_Toc45869469"/>
      <w:bookmarkStart w:id="2959" w:name="_Toc52554716"/>
      <w:bookmarkStart w:id="2960" w:name="_Toc52555186"/>
      <w:bookmarkStart w:id="2961" w:name="_Toc61112411"/>
      <w:bookmarkStart w:id="2962" w:name="_Toc67911563"/>
      <w:bookmarkStart w:id="2963" w:name="_Toc74843038"/>
      <w:bookmarkStart w:id="2964" w:name="_Toc76503421"/>
      <w:bookmarkStart w:id="2965" w:name="_Toc83040864"/>
      <w:bookmarkStart w:id="2966" w:name="_Toc89851907"/>
      <w:bookmarkStart w:id="2967" w:name="_Toc98676261"/>
      <w:r w:rsidRPr="00EF2F0E">
        <w:t>9.3.2.4</w:t>
      </w:r>
      <w:r w:rsidRPr="00EF2F0E">
        <w:tab/>
        <w:t>Minimum requirement for single RAT E-UTRA operation</w:t>
      </w:r>
      <w:bookmarkEnd w:id="2956"/>
      <w:bookmarkEnd w:id="2957"/>
      <w:bookmarkEnd w:id="2958"/>
      <w:bookmarkEnd w:id="2959"/>
      <w:bookmarkEnd w:id="2960"/>
      <w:bookmarkEnd w:id="2961"/>
      <w:bookmarkEnd w:id="2962"/>
      <w:bookmarkEnd w:id="2963"/>
      <w:bookmarkEnd w:id="2964"/>
      <w:bookmarkEnd w:id="2965"/>
      <w:bookmarkEnd w:id="2966"/>
      <w:bookmarkEnd w:id="2967"/>
    </w:p>
    <w:p w14:paraId="0984E4C9" w14:textId="77777777" w:rsidR="00B15E99" w:rsidRPr="00EF2F0E" w:rsidRDefault="00B15E99" w:rsidP="00B15E99">
      <w:pPr>
        <w:pStyle w:val="Heading5"/>
      </w:pPr>
      <w:bookmarkStart w:id="2968" w:name="_Toc21095986"/>
      <w:bookmarkStart w:id="2969" w:name="_Toc29763185"/>
      <w:bookmarkStart w:id="2970" w:name="_Toc45869470"/>
      <w:bookmarkStart w:id="2971" w:name="_Toc52554717"/>
      <w:bookmarkStart w:id="2972" w:name="_Toc52555187"/>
      <w:bookmarkStart w:id="2973" w:name="_Toc61112412"/>
      <w:bookmarkStart w:id="2974" w:name="_Toc67911564"/>
      <w:bookmarkStart w:id="2975" w:name="_Toc74843039"/>
      <w:bookmarkStart w:id="2976" w:name="_Toc76503422"/>
      <w:bookmarkStart w:id="2977" w:name="_Toc83040865"/>
      <w:bookmarkStart w:id="2978" w:name="_Toc89851908"/>
      <w:bookmarkStart w:id="2979" w:name="_Toc98676262"/>
      <w:r w:rsidRPr="00EF2F0E">
        <w:t>9.3.2.4.1</w:t>
      </w:r>
      <w:r w:rsidRPr="00EF2F0E">
        <w:tab/>
        <w:t>General</w:t>
      </w:r>
      <w:bookmarkEnd w:id="2968"/>
      <w:bookmarkEnd w:id="2969"/>
      <w:bookmarkEnd w:id="2970"/>
      <w:bookmarkEnd w:id="2971"/>
      <w:bookmarkEnd w:id="2972"/>
      <w:bookmarkEnd w:id="2973"/>
      <w:bookmarkEnd w:id="2974"/>
      <w:bookmarkEnd w:id="2975"/>
      <w:bookmarkEnd w:id="2976"/>
      <w:bookmarkEnd w:id="2977"/>
      <w:bookmarkEnd w:id="2978"/>
      <w:bookmarkEnd w:id="2979"/>
    </w:p>
    <w:p w14:paraId="0984E4CA" w14:textId="77777777" w:rsidR="00B15E99" w:rsidRPr="00EF2F0E" w:rsidRDefault="00B15E99" w:rsidP="00B15E99">
      <w:pPr>
        <w:rPr>
          <w:lang w:eastAsia="en-GB"/>
        </w:rPr>
      </w:pPr>
      <w:r w:rsidRPr="00EF2F0E">
        <w:rPr>
          <w:lang w:eastAsia="zh-CN"/>
        </w:rPr>
        <w:t>The minimum requirement for single RAT E-UTRA BS is the same as that defined in subclause 9.3.2.2.</w:t>
      </w:r>
    </w:p>
    <w:p w14:paraId="0984E4CB" w14:textId="77777777" w:rsidR="00B15E99" w:rsidRPr="00EF2F0E" w:rsidRDefault="00B15E99" w:rsidP="00B15E99">
      <w:pPr>
        <w:pStyle w:val="Heading5"/>
      </w:pPr>
      <w:bookmarkStart w:id="2980" w:name="_Toc21095987"/>
      <w:bookmarkStart w:id="2981" w:name="_Toc29763186"/>
      <w:bookmarkStart w:id="2982" w:name="_Toc45869471"/>
      <w:bookmarkStart w:id="2983" w:name="_Toc52554718"/>
      <w:bookmarkStart w:id="2984" w:name="_Toc52555188"/>
      <w:bookmarkStart w:id="2985" w:name="_Toc61112413"/>
      <w:bookmarkStart w:id="2986" w:name="_Toc67911565"/>
      <w:bookmarkStart w:id="2987" w:name="_Toc74843040"/>
      <w:bookmarkStart w:id="2988" w:name="_Toc76503423"/>
      <w:bookmarkStart w:id="2989" w:name="_Toc83040866"/>
      <w:bookmarkStart w:id="2990" w:name="_Toc89851909"/>
      <w:bookmarkStart w:id="2991" w:name="_Toc98676263"/>
      <w:r w:rsidRPr="00EF2F0E">
        <w:t>9.3.2.4.2</w:t>
      </w:r>
      <w:r w:rsidRPr="00EF2F0E">
        <w:tab/>
        <w:t>Additional requirements (regional)</w:t>
      </w:r>
      <w:bookmarkEnd w:id="2980"/>
      <w:bookmarkEnd w:id="2981"/>
      <w:bookmarkEnd w:id="2982"/>
      <w:bookmarkEnd w:id="2983"/>
      <w:bookmarkEnd w:id="2984"/>
      <w:bookmarkEnd w:id="2985"/>
      <w:bookmarkEnd w:id="2986"/>
      <w:bookmarkEnd w:id="2987"/>
      <w:bookmarkEnd w:id="2988"/>
      <w:bookmarkEnd w:id="2989"/>
      <w:bookmarkEnd w:id="2990"/>
      <w:bookmarkEnd w:id="2991"/>
    </w:p>
    <w:p w14:paraId="0984E4CC" w14:textId="2BEFC0CA" w:rsidR="00B15E99" w:rsidRPr="00EF2F0E" w:rsidRDefault="00B15E99" w:rsidP="00B15E99"/>
    <w:p w14:paraId="0984E4CD" w14:textId="77777777" w:rsidR="00B15E99" w:rsidRPr="00EF2F0E" w:rsidRDefault="00B15E99" w:rsidP="00B15E99">
      <w:pPr>
        <w:pStyle w:val="Heading3"/>
        <w:rPr>
          <w:lang w:val="sv-SE"/>
        </w:rPr>
      </w:pPr>
      <w:bookmarkStart w:id="2992" w:name="_Toc21095988"/>
      <w:bookmarkStart w:id="2993" w:name="_Toc29763187"/>
      <w:bookmarkStart w:id="2994" w:name="_Toc45869472"/>
      <w:bookmarkStart w:id="2995" w:name="_Toc52554719"/>
      <w:bookmarkStart w:id="2996" w:name="_Toc52555189"/>
      <w:bookmarkStart w:id="2997" w:name="_Toc61112414"/>
      <w:bookmarkStart w:id="2998" w:name="_Toc67911566"/>
      <w:bookmarkStart w:id="2999" w:name="_Toc74843041"/>
      <w:bookmarkStart w:id="3000" w:name="_Toc76503424"/>
      <w:bookmarkStart w:id="3001" w:name="_Toc83040867"/>
      <w:bookmarkStart w:id="3002" w:name="_Toc89851910"/>
      <w:bookmarkStart w:id="3003" w:name="_Toc98676264"/>
      <w:r w:rsidRPr="00EF2F0E">
        <w:rPr>
          <w:lang w:val="sv-SE"/>
        </w:rPr>
        <w:t>9.3.3</w:t>
      </w:r>
      <w:r w:rsidRPr="00EF2F0E">
        <w:rPr>
          <w:lang w:val="sv-SE"/>
        </w:rPr>
        <w:tab/>
        <w:t>OTA E-UTRA DL RS power</w:t>
      </w:r>
      <w:bookmarkEnd w:id="2992"/>
      <w:bookmarkEnd w:id="2993"/>
      <w:bookmarkEnd w:id="2994"/>
      <w:bookmarkEnd w:id="2995"/>
      <w:bookmarkEnd w:id="2996"/>
      <w:bookmarkEnd w:id="2997"/>
      <w:bookmarkEnd w:id="2998"/>
      <w:bookmarkEnd w:id="2999"/>
      <w:bookmarkEnd w:id="3000"/>
      <w:bookmarkEnd w:id="3001"/>
      <w:bookmarkEnd w:id="3002"/>
      <w:bookmarkEnd w:id="3003"/>
    </w:p>
    <w:p w14:paraId="0984E4CE" w14:textId="77777777" w:rsidR="00B15E99" w:rsidRPr="00EF2F0E" w:rsidRDefault="00B15E99" w:rsidP="00B15E99">
      <w:pPr>
        <w:pStyle w:val="Heading4"/>
        <w:ind w:left="864" w:hanging="864"/>
      </w:pPr>
      <w:bookmarkStart w:id="3004" w:name="_Toc21095989"/>
      <w:bookmarkStart w:id="3005" w:name="_Toc29763188"/>
      <w:bookmarkStart w:id="3006" w:name="_Toc45869473"/>
      <w:bookmarkStart w:id="3007" w:name="_Toc52554720"/>
      <w:bookmarkStart w:id="3008" w:name="_Toc52555190"/>
      <w:bookmarkStart w:id="3009" w:name="_Toc61112415"/>
      <w:bookmarkStart w:id="3010" w:name="_Toc67911567"/>
      <w:bookmarkStart w:id="3011" w:name="_Toc74843042"/>
      <w:bookmarkStart w:id="3012" w:name="_Toc76503425"/>
      <w:bookmarkStart w:id="3013" w:name="_Toc83040868"/>
      <w:bookmarkStart w:id="3014" w:name="_Toc89851911"/>
      <w:bookmarkStart w:id="3015" w:name="_Toc98676265"/>
      <w:r w:rsidRPr="00EF2F0E">
        <w:t>9.3.3.1</w:t>
      </w:r>
      <w:r w:rsidRPr="00EF2F0E">
        <w:tab/>
        <w:t>General</w:t>
      </w:r>
      <w:bookmarkEnd w:id="3004"/>
      <w:bookmarkEnd w:id="3005"/>
      <w:bookmarkEnd w:id="3006"/>
      <w:bookmarkEnd w:id="3007"/>
      <w:bookmarkEnd w:id="3008"/>
      <w:bookmarkEnd w:id="3009"/>
      <w:bookmarkEnd w:id="3010"/>
      <w:bookmarkEnd w:id="3011"/>
      <w:bookmarkEnd w:id="3012"/>
      <w:bookmarkEnd w:id="3013"/>
      <w:bookmarkEnd w:id="3014"/>
      <w:bookmarkEnd w:id="3015"/>
    </w:p>
    <w:p w14:paraId="0984E4CF" w14:textId="77777777" w:rsidR="00B15E99" w:rsidRPr="00EF2F0E" w:rsidRDefault="00B15E99" w:rsidP="00B15E99">
      <w:pPr>
        <w:spacing w:line="240" w:lineRule="exact"/>
        <w:rPr>
          <w:rFonts w:cs="v5.0.0"/>
        </w:rPr>
      </w:pPr>
      <w:r w:rsidRPr="00EF2F0E">
        <w:rPr>
          <w:rFonts w:cs="v5.0.0"/>
        </w:rPr>
        <w:t>This requirement applies to the RIB(s) transmitting primary DL RS.</w:t>
      </w:r>
    </w:p>
    <w:p w14:paraId="0984E4D0" w14:textId="77777777" w:rsidR="00B15E99" w:rsidRPr="00EF2F0E" w:rsidRDefault="00B15E99" w:rsidP="00B15E99">
      <w:pPr>
        <w:spacing w:line="240" w:lineRule="exact"/>
        <w:rPr>
          <w:rFonts w:cs="v5.0.0"/>
        </w:rPr>
      </w:pPr>
      <w:r w:rsidRPr="00EF2F0E">
        <w:rPr>
          <w:rFonts w:cs="v5.0.0"/>
        </w:rPr>
        <w:t>The DL RS power is the resource element power of the Downlink Reference Symbol</w:t>
      </w:r>
      <w:r w:rsidRPr="00EF2F0E">
        <w:rPr>
          <w:rFonts w:cs="v4.2.0"/>
        </w:rPr>
        <w:t xml:space="preserve"> at the RIB transmitting the DL RS for a cell</w:t>
      </w:r>
      <w:r w:rsidRPr="00EF2F0E">
        <w:rPr>
          <w:rFonts w:cs="v5.0.0"/>
        </w:rPr>
        <w:t>.</w:t>
      </w:r>
    </w:p>
    <w:p w14:paraId="0984E4D1" w14:textId="77777777" w:rsidR="00B15E99" w:rsidRPr="00EF2F0E" w:rsidRDefault="00B15E99" w:rsidP="00B15E99">
      <w:r w:rsidRPr="00EF2F0E">
        <w:rPr>
          <w:rFonts w:cs="v5.0.0"/>
        </w:rPr>
        <w:t xml:space="preserve">The absolute DL RS power is indicated on the </w:t>
      </w:r>
      <w:r w:rsidRPr="00EF2F0E">
        <w:rPr>
          <w:rFonts w:cs="v5.0.0"/>
          <w:lang w:eastAsia="zh-CN"/>
        </w:rPr>
        <w:t>DL-SCH</w:t>
      </w:r>
      <w:r w:rsidRPr="00EF2F0E">
        <w:rPr>
          <w:rFonts w:cs="v5.0.0"/>
        </w:rPr>
        <w:t>. The absolute</w:t>
      </w:r>
      <w:r w:rsidRPr="00EF2F0E">
        <w:t xml:space="preserve"> accuracy is defined as the maximum deviation between the DL RS power indicated on the </w:t>
      </w:r>
      <w:r w:rsidRPr="00EF2F0E">
        <w:rPr>
          <w:lang w:eastAsia="zh-CN"/>
        </w:rPr>
        <w:t>DL-SCH</w:t>
      </w:r>
      <w:r w:rsidRPr="00EF2F0E">
        <w:t xml:space="preserve"> and the DL RS power </w:t>
      </w:r>
      <w:r w:rsidRPr="00EF2F0E">
        <w:rPr>
          <w:rFonts w:cs="v5.0.0"/>
        </w:rPr>
        <w:t xml:space="preserve">of </w:t>
      </w:r>
      <w:r w:rsidRPr="00EF2F0E">
        <w:t>each E-UTRA carrier</w:t>
      </w:r>
      <w:r w:rsidRPr="00EF2F0E">
        <w:rPr>
          <w:rFonts w:cs="v4.2.0"/>
        </w:rPr>
        <w:t>.</w:t>
      </w:r>
    </w:p>
    <w:p w14:paraId="0984E4D2" w14:textId="77777777" w:rsidR="00B15E99" w:rsidRPr="00EF2F0E" w:rsidRDefault="00B15E99" w:rsidP="00B15E99">
      <w:pPr>
        <w:pStyle w:val="Heading4"/>
        <w:ind w:left="864" w:hanging="864"/>
      </w:pPr>
      <w:bookmarkStart w:id="3016" w:name="_Toc21095990"/>
      <w:bookmarkStart w:id="3017" w:name="_Toc29763189"/>
      <w:bookmarkStart w:id="3018" w:name="_Toc45869474"/>
      <w:bookmarkStart w:id="3019" w:name="_Toc52554721"/>
      <w:bookmarkStart w:id="3020" w:name="_Toc52555191"/>
      <w:bookmarkStart w:id="3021" w:name="_Toc61112416"/>
      <w:bookmarkStart w:id="3022" w:name="_Toc67911568"/>
      <w:bookmarkStart w:id="3023" w:name="_Toc74843043"/>
      <w:bookmarkStart w:id="3024" w:name="_Toc76503426"/>
      <w:bookmarkStart w:id="3025" w:name="_Toc83040869"/>
      <w:bookmarkStart w:id="3026" w:name="_Toc89851912"/>
      <w:bookmarkStart w:id="3027" w:name="_Toc98676266"/>
      <w:r w:rsidRPr="00EF2F0E">
        <w:t>9.3.3.2</w:t>
      </w:r>
      <w:r w:rsidRPr="00EF2F0E">
        <w:tab/>
        <w:t>Minimum requirement for MSR operation</w:t>
      </w:r>
      <w:bookmarkEnd w:id="3016"/>
      <w:bookmarkEnd w:id="3017"/>
      <w:bookmarkEnd w:id="3018"/>
      <w:bookmarkEnd w:id="3019"/>
      <w:bookmarkEnd w:id="3020"/>
      <w:bookmarkEnd w:id="3021"/>
      <w:bookmarkEnd w:id="3022"/>
      <w:bookmarkEnd w:id="3023"/>
      <w:bookmarkEnd w:id="3024"/>
      <w:bookmarkEnd w:id="3025"/>
      <w:bookmarkEnd w:id="3026"/>
      <w:bookmarkEnd w:id="3027"/>
    </w:p>
    <w:p w14:paraId="0984E4D3" w14:textId="77777777" w:rsidR="00B15E99" w:rsidRPr="00EF2F0E" w:rsidRDefault="00B15E99" w:rsidP="00B15E99">
      <w:pPr>
        <w:rPr>
          <w:lang w:eastAsia="zh-CN"/>
        </w:rPr>
      </w:pPr>
      <w:r w:rsidRPr="00EF2F0E">
        <w:rPr>
          <w:lang w:eastAsia="zh-CN"/>
        </w:rPr>
        <w:t>There is no DL RS power requirement for UTRA operation.</w:t>
      </w:r>
    </w:p>
    <w:p w14:paraId="0984E4D4" w14:textId="77777777" w:rsidR="00B15E99" w:rsidRPr="00EF2F0E" w:rsidRDefault="00B15E99" w:rsidP="00B15E99">
      <w:pPr>
        <w:rPr>
          <w:lang w:eastAsia="zh-CN"/>
        </w:rPr>
      </w:pPr>
      <w:r w:rsidRPr="00EF2F0E">
        <w:rPr>
          <w:lang w:eastAsia="zh-CN"/>
        </w:rPr>
        <w:t>There is no DL RS power requirement for NR operation.</w:t>
      </w:r>
    </w:p>
    <w:p w14:paraId="0984E4D5" w14:textId="77777777" w:rsidR="00B15E99" w:rsidRPr="00EF2F0E" w:rsidRDefault="00B15E99" w:rsidP="00B15E99">
      <w:pPr>
        <w:rPr>
          <w:lang w:eastAsia="zh-CN"/>
        </w:rPr>
      </w:pPr>
      <w:r w:rsidRPr="00EF2F0E">
        <w:rPr>
          <w:lang w:eastAsia="zh-CN"/>
        </w:rPr>
        <w:t>The minimum requirement for MSR E-UTRA operation is the same as that defined in subclause 9.3.6.4.</w:t>
      </w:r>
    </w:p>
    <w:p w14:paraId="0984E4D6" w14:textId="77777777" w:rsidR="00B15E99" w:rsidRPr="00EF2F0E" w:rsidRDefault="00B15E99" w:rsidP="00B15E99">
      <w:pPr>
        <w:pStyle w:val="Heading4"/>
        <w:ind w:left="864" w:hanging="864"/>
      </w:pPr>
      <w:bookmarkStart w:id="3028" w:name="_Toc21095991"/>
      <w:bookmarkStart w:id="3029" w:name="_Toc29763190"/>
      <w:bookmarkStart w:id="3030" w:name="_Toc45869475"/>
      <w:bookmarkStart w:id="3031" w:name="_Toc52554722"/>
      <w:bookmarkStart w:id="3032" w:name="_Toc52555192"/>
      <w:bookmarkStart w:id="3033" w:name="_Toc61112417"/>
      <w:bookmarkStart w:id="3034" w:name="_Toc67911569"/>
      <w:bookmarkStart w:id="3035" w:name="_Toc74843044"/>
      <w:bookmarkStart w:id="3036" w:name="_Toc76503427"/>
      <w:bookmarkStart w:id="3037" w:name="_Toc83040870"/>
      <w:bookmarkStart w:id="3038" w:name="_Toc89851913"/>
      <w:bookmarkStart w:id="3039" w:name="_Toc98676267"/>
      <w:r w:rsidRPr="00EF2F0E">
        <w:t>9.3.3.3</w:t>
      </w:r>
      <w:r w:rsidRPr="00EF2F0E">
        <w:tab/>
        <w:t>Minimum requirement for single RAT UTRA operation</w:t>
      </w:r>
      <w:bookmarkEnd w:id="3028"/>
      <w:bookmarkEnd w:id="3029"/>
      <w:bookmarkEnd w:id="3030"/>
      <w:bookmarkEnd w:id="3031"/>
      <w:bookmarkEnd w:id="3032"/>
      <w:bookmarkEnd w:id="3033"/>
      <w:bookmarkEnd w:id="3034"/>
      <w:bookmarkEnd w:id="3035"/>
      <w:bookmarkEnd w:id="3036"/>
      <w:bookmarkEnd w:id="3037"/>
      <w:bookmarkEnd w:id="3038"/>
      <w:bookmarkEnd w:id="3039"/>
    </w:p>
    <w:p w14:paraId="0984E4D7" w14:textId="77777777" w:rsidR="00B15E99" w:rsidRPr="00EF2F0E" w:rsidRDefault="00B15E99" w:rsidP="00B15E99">
      <w:pPr>
        <w:rPr>
          <w:lang w:eastAsia="zh-CN"/>
        </w:rPr>
      </w:pPr>
      <w:r w:rsidRPr="00EF2F0E">
        <w:rPr>
          <w:lang w:eastAsia="zh-CN"/>
        </w:rPr>
        <w:t>There is no DL RS power requirement for UTRA operation.</w:t>
      </w:r>
    </w:p>
    <w:p w14:paraId="0984E4D8" w14:textId="77777777" w:rsidR="00B15E99" w:rsidRPr="00EF2F0E" w:rsidRDefault="00B15E99" w:rsidP="00B15E99">
      <w:pPr>
        <w:pStyle w:val="Heading4"/>
        <w:ind w:left="864" w:hanging="864"/>
      </w:pPr>
      <w:bookmarkStart w:id="3040" w:name="_Toc21095992"/>
      <w:bookmarkStart w:id="3041" w:name="_Toc29763191"/>
      <w:bookmarkStart w:id="3042" w:name="_Toc45869476"/>
      <w:bookmarkStart w:id="3043" w:name="_Toc52554723"/>
      <w:bookmarkStart w:id="3044" w:name="_Toc52555193"/>
      <w:bookmarkStart w:id="3045" w:name="_Toc61112418"/>
      <w:bookmarkStart w:id="3046" w:name="_Toc67911570"/>
      <w:bookmarkStart w:id="3047" w:name="_Toc74843045"/>
      <w:bookmarkStart w:id="3048" w:name="_Toc76503428"/>
      <w:bookmarkStart w:id="3049" w:name="_Toc83040871"/>
      <w:bookmarkStart w:id="3050" w:name="_Toc89851914"/>
      <w:bookmarkStart w:id="3051" w:name="_Toc98676268"/>
      <w:r w:rsidRPr="00EF2F0E">
        <w:t>9.3.3.4</w:t>
      </w:r>
      <w:r w:rsidRPr="00EF2F0E">
        <w:tab/>
        <w:t>Minimum requirement for single RAT E-UTRA operation</w:t>
      </w:r>
      <w:bookmarkEnd w:id="3040"/>
      <w:bookmarkEnd w:id="3041"/>
      <w:bookmarkEnd w:id="3042"/>
      <w:bookmarkEnd w:id="3043"/>
      <w:bookmarkEnd w:id="3044"/>
      <w:bookmarkEnd w:id="3045"/>
      <w:bookmarkEnd w:id="3046"/>
      <w:bookmarkEnd w:id="3047"/>
      <w:bookmarkEnd w:id="3048"/>
      <w:bookmarkEnd w:id="3049"/>
      <w:bookmarkEnd w:id="3050"/>
      <w:bookmarkEnd w:id="3051"/>
    </w:p>
    <w:p w14:paraId="0984E4D9" w14:textId="77777777" w:rsidR="00B15E99" w:rsidRPr="00EF2F0E" w:rsidRDefault="00B15E99" w:rsidP="00B15E99">
      <w:pPr>
        <w:rPr>
          <w:rFonts w:cs="v5.0.0"/>
          <w:lang w:eastAsia="zh-CN"/>
        </w:rPr>
      </w:pPr>
      <w:r w:rsidRPr="00EF2F0E">
        <w:rPr>
          <w:rFonts w:cs="v5.0.0"/>
        </w:rPr>
        <w:t xml:space="preserve">The DL RS power of </w:t>
      </w:r>
      <w:r w:rsidRPr="00EF2F0E">
        <w:t>each E-UTRA carrier</w:t>
      </w:r>
      <w:r w:rsidRPr="00EF2F0E">
        <w:rPr>
          <w:rFonts w:cs="v5.0.0"/>
        </w:rPr>
        <w:t xml:space="preserve"> shall be within </w:t>
      </w:r>
      <w:r w:rsidRPr="00EF2F0E">
        <w:t>±</w:t>
      </w:r>
      <w:r w:rsidRPr="00EF2F0E">
        <w:rPr>
          <w:rFonts w:cs="v5.0.0"/>
        </w:rPr>
        <w:t xml:space="preserve">2,1 dB of the DL RS power indicated on the </w:t>
      </w:r>
      <w:r w:rsidRPr="00EF2F0E">
        <w:rPr>
          <w:rFonts w:cs="v5.0.0"/>
          <w:lang w:eastAsia="zh-CN"/>
        </w:rPr>
        <w:t>DL-SCH.</w:t>
      </w:r>
    </w:p>
    <w:p w14:paraId="0984E4DA" w14:textId="77777777" w:rsidR="00B15E99" w:rsidRPr="00EF2F0E" w:rsidRDefault="00B15E99" w:rsidP="00B15E99">
      <w:pPr>
        <w:pStyle w:val="Heading2"/>
      </w:pPr>
      <w:bookmarkStart w:id="3052" w:name="_Toc21095993"/>
      <w:bookmarkStart w:id="3053" w:name="_Toc29763192"/>
      <w:bookmarkStart w:id="3054" w:name="_Toc45869477"/>
      <w:bookmarkStart w:id="3055" w:name="_Toc52554724"/>
      <w:bookmarkStart w:id="3056" w:name="_Toc52555194"/>
      <w:bookmarkStart w:id="3057" w:name="_Toc61112419"/>
      <w:bookmarkStart w:id="3058" w:name="_Toc67911571"/>
      <w:bookmarkStart w:id="3059" w:name="_Toc74843046"/>
      <w:bookmarkStart w:id="3060" w:name="_Toc76503429"/>
      <w:bookmarkStart w:id="3061" w:name="_Toc83040872"/>
      <w:bookmarkStart w:id="3062" w:name="_Toc89851915"/>
      <w:bookmarkStart w:id="3063" w:name="_Toc98676269"/>
      <w:r w:rsidRPr="00EF2F0E">
        <w:t>9.4</w:t>
      </w:r>
      <w:r w:rsidRPr="00EF2F0E">
        <w:tab/>
        <w:t>OTA Output power dynamics</w:t>
      </w:r>
      <w:bookmarkEnd w:id="3052"/>
      <w:bookmarkEnd w:id="3053"/>
      <w:bookmarkEnd w:id="3054"/>
      <w:bookmarkEnd w:id="3055"/>
      <w:bookmarkEnd w:id="3056"/>
      <w:bookmarkEnd w:id="3057"/>
      <w:bookmarkEnd w:id="3058"/>
      <w:bookmarkEnd w:id="3059"/>
      <w:bookmarkEnd w:id="3060"/>
      <w:bookmarkEnd w:id="3061"/>
      <w:bookmarkEnd w:id="3062"/>
      <w:bookmarkEnd w:id="3063"/>
    </w:p>
    <w:p w14:paraId="0984E4DB" w14:textId="77777777" w:rsidR="00B15E99" w:rsidRPr="00EF2F0E" w:rsidRDefault="00B15E99" w:rsidP="00B15E99">
      <w:pPr>
        <w:pStyle w:val="Heading3"/>
      </w:pPr>
      <w:bookmarkStart w:id="3064" w:name="_Toc21095994"/>
      <w:bookmarkStart w:id="3065" w:name="_Toc29763193"/>
      <w:bookmarkStart w:id="3066" w:name="_Toc45869478"/>
      <w:bookmarkStart w:id="3067" w:name="_Toc52554725"/>
      <w:bookmarkStart w:id="3068" w:name="_Toc52555195"/>
      <w:bookmarkStart w:id="3069" w:name="_Toc61112420"/>
      <w:bookmarkStart w:id="3070" w:name="_Toc67911572"/>
      <w:bookmarkStart w:id="3071" w:name="_Toc74843047"/>
      <w:bookmarkStart w:id="3072" w:name="_Toc76503430"/>
      <w:bookmarkStart w:id="3073" w:name="_Toc83040873"/>
      <w:bookmarkStart w:id="3074" w:name="_Toc89851916"/>
      <w:bookmarkStart w:id="3075" w:name="_Toc98676270"/>
      <w:r w:rsidRPr="00EF2F0E">
        <w:t>9.4.1</w:t>
      </w:r>
      <w:r w:rsidRPr="00EF2F0E">
        <w:tab/>
        <w:t>General</w:t>
      </w:r>
      <w:bookmarkEnd w:id="3064"/>
      <w:bookmarkEnd w:id="3065"/>
      <w:bookmarkEnd w:id="3066"/>
      <w:bookmarkEnd w:id="3067"/>
      <w:bookmarkEnd w:id="3068"/>
      <w:bookmarkEnd w:id="3069"/>
      <w:bookmarkEnd w:id="3070"/>
      <w:bookmarkEnd w:id="3071"/>
      <w:bookmarkEnd w:id="3072"/>
      <w:bookmarkEnd w:id="3073"/>
      <w:bookmarkEnd w:id="3074"/>
      <w:bookmarkEnd w:id="3075"/>
    </w:p>
    <w:p w14:paraId="0984E4DC" w14:textId="77777777" w:rsidR="00B15E99" w:rsidRPr="00EF2F0E" w:rsidRDefault="00B15E99" w:rsidP="00B15E99">
      <w:r w:rsidRPr="00EF2F0E">
        <w:t xml:space="preserve">The requirements in subclause 9.4 apply during the </w:t>
      </w:r>
      <w:r w:rsidRPr="00EF2F0E">
        <w:rPr>
          <w:i/>
        </w:rPr>
        <w:t>transmitter ON period</w:t>
      </w:r>
      <w:r w:rsidRPr="00EF2F0E">
        <w:t xml:space="preserve">. </w:t>
      </w:r>
      <w:r w:rsidRPr="00EF2F0E">
        <w:rPr>
          <w:rFonts w:cs="v4.2.0"/>
        </w:rPr>
        <w:t>Transmit signal quality (as specified in subclause 9.6) shall be maintained for the o</w:t>
      </w:r>
      <w:r w:rsidRPr="00EF2F0E">
        <w:t>utput power dynamics requirements</w:t>
      </w:r>
      <w:r w:rsidRPr="00EF2F0E">
        <w:rPr>
          <w:rFonts w:cs="v4.2.0"/>
        </w:rPr>
        <w:t xml:space="preserve">. Power control is used to limit the interference level. The TA output power requirements are </w:t>
      </w:r>
      <w:r w:rsidRPr="00EF2F0E">
        <w:rPr>
          <w:rFonts w:cs="v4.2.0"/>
          <w:i/>
        </w:rPr>
        <w:t xml:space="preserve">single </w:t>
      </w:r>
      <w:r w:rsidRPr="00EF2F0E">
        <w:rPr>
          <w:i/>
          <w:lang w:eastAsia="zh-CN"/>
        </w:rPr>
        <w:t>direction requirements</w:t>
      </w:r>
      <w:r w:rsidRPr="00EF2F0E">
        <w:rPr>
          <w:lang w:eastAsia="zh-CN"/>
        </w:rPr>
        <w:t xml:space="preserve"> and apply to </w:t>
      </w:r>
      <w:r w:rsidRPr="00EF2F0E">
        <w:t xml:space="preserve">the </w:t>
      </w:r>
      <w:r w:rsidRPr="00EF2F0E">
        <w:rPr>
          <w:i/>
        </w:rPr>
        <w:t>beam peak directions</w:t>
      </w:r>
      <w:r w:rsidRPr="00EF2F0E">
        <w:t xml:space="preserve"> associated with the </w:t>
      </w:r>
      <w:r w:rsidRPr="00EF2F0E">
        <w:rPr>
          <w:i/>
        </w:rPr>
        <w:t>beam direction pairs</w:t>
      </w:r>
      <w:r w:rsidRPr="00EF2F0E">
        <w:t xml:space="preserve"> over the </w:t>
      </w:r>
      <w:r w:rsidRPr="00EF2F0E">
        <w:rPr>
          <w:i/>
        </w:rPr>
        <w:t>OTA peak directions set</w:t>
      </w:r>
      <w:r w:rsidRPr="00EF2F0E">
        <w:t>.</w:t>
      </w:r>
    </w:p>
    <w:p w14:paraId="0984E4DD" w14:textId="77777777" w:rsidR="00B15E99" w:rsidRPr="00EF2F0E" w:rsidRDefault="00B15E99" w:rsidP="00B15E99">
      <w:pPr>
        <w:pStyle w:val="Heading3"/>
      </w:pPr>
      <w:bookmarkStart w:id="3076" w:name="_Toc21095995"/>
      <w:bookmarkStart w:id="3077" w:name="_Toc29763194"/>
      <w:bookmarkStart w:id="3078" w:name="_Toc45869479"/>
      <w:bookmarkStart w:id="3079" w:name="_Toc52554726"/>
      <w:bookmarkStart w:id="3080" w:name="_Toc52555196"/>
      <w:bookmarkStart w:id="3081" w:name="_Toc61112421"/>
      <w:bookmarkStart w:id="3082" w:name="_Toc67911573"/>
      <w:bookmarkStart w:id="3083" w:name="_Toc74843048"/>
      <w:bookmarkStart w:id="3084" w:name="_Toc76503431"/>
      <w:bookmarkStart w:id="3085" w:name="_Toc83040874"/>
      <w:bookmarkStart w:id="3086" w:name="_Toc89851917"/>
      <w:bookmarkStart w:id="3087" w:name="_Toc98676271"/>
      <w:r w:rsidRPr="00EF2F0E">
        <w:t>9.4.2</w:t>
      </w:r>
      <w:r w:rsidRPr="00EF2F0E">
        <w:tab/>
        <w:t>OTA UTRA Inner loop power control in the downlink</w:t>
      </w:r>
      <w:bookmarkEnd w:id="3076"/>
      <w:bookmarkEnd w:id="3077"/>
      <w:bookmarkEnd w:id="3078"/>
      <w:bookmarkEnd w:id="3079"/>
      <w:bookmarkEnd w:id="3080"/>
      <w:bookmarkEnd w:id="3081"/>
      <w:bookmarkEnd w:id="3082"/>
      <w:bookmarkEnd w:id="3083"/>
      <w:bookmarkEnd w:id="3084"/>
      <w:bookmarkEnd w:id="3085"/>
      <w:bookmarkEnd w:id="3086"/>
      <w:bookmarkEnd w:id="3087"/>
    </w:p>
    <w:p w14:paraId="0984E4DE" w14:textId="77777777" w:rsidR="00B15E99" w:rsidRPr="00EF2F0E" w:rsidRDefault="00B15E99" w:rsidP="00B15E99">
      <w:pPr>
        <w:pStyle w:val="Heading4"/>
      </w:pPr>
      <w:bookmarkStart w:id="3088" w:name="_Toc21095996"/>
      <w:bookmarkStart w:id="3089" w:name="_Toc29763195"/>
      <w:bookmarkStart w:id="3090" w:name="_Toc45869480"/>
      <w:bookmarkStart w:id="3091" w:name="_Toc52554727"/>
      <w:bookmarkStart w:id="3092" w:name="_Toc52555197"/>
      <w:bookmarkStart w:id="3093" w:name="_Toc61112422"/>
      <w:bookmarkStart w:id="3094" w:name="_Toc67911574"/>
      <w:bookmarkStart w:id="3095" w:name="_Toc74843049"/>
      <w:bookmarkStart w:id="3096" w:name="_Toc76503432"/>
      <w:bookmarkStart w:id="3097" w:name="_Toc83040875"/>
      <w:bookmarkStart w:id="3098" w:name="_Toc89851918"/>
      <w:bookmarkStart w:id="3099" w:name="_Toc98676272"/>
      <w:r w:rsidRPr="00EF2F0E">
        <w:t>9.4.2.1</w:t>
      </w:r>
      <w:r w:rsidRPr="00EF2F0E">
        <w:tab/>
        <w:t>General</w:t>
      </w:r>
      <w:bookmarkEnd w:id="3088"/>
      <w:bookmarkEnd w:id="3089"/>
      <w:bookmarkEnd w:id="3090"/>
      <w:bookmarkEnd w:id="3091"/>
      <w:bookmarkEnd w:id="3092"/>
      <w:bookmarkEnd w:id="3093"/>
      <w:bookmarkEnd w:id="3094"/>
      <w:bookmarkEnd w:id="3095"/>
      <w:bookmarkEnd w:id="3096"/>
      <w:bookmarkEnd w:id="3097"/>
      <w:bookmarkEnd w:id="3098"/>
      <w:bookmarkEnd w:id="3099"/>
    </w:p>
    <w:p w14:paraId="0984E4DF" w14:textId="77777777" w:rsidR="00B15E99" w:rsidRPr="00EF2F0E" w:rsidRDefault="00B15E99" w:rsidP="00B15E99">
      <w:pPr>
        <w:rPr>
          <w:rFonts w:cs="v5.0.0"/>
        </w:rPr>
      </w:pPr>
      <w:r w:rsidRPr="00EF2F0E">
        <w:rPr>
          <w:rFonts w:cs="v5.0.0"/>
        </w:rPr>
        <w:t>Inner loop power control in the downlink is the ability of the AAS BS transmitter to adjust the transmitter output power of a code channel in accordance with the corresponding TPC symbols received in the uplink.</w:t>
      </w:r>
    </w:p>
    <w:p w14:paraId="0984E4E0" w14:textId="77777777" w:rsidR="00B15E99" w:rsidRPr="00EF2F0E" w:rsidRDefault="00B15E99" w:rsidP="00B15E99">
      <w:pPr>
        <w:pStyle w:val="Heading4"/>
      </w:pPr>
      <w:bookmarkStart w:id="3100" w:name="_Toc21095997"/>
      <w:bookmarkStart w:id="3101" w:name="_Toc29763196"/>
      <w:bookmarkStart w:id="3102" w:name="_Toc45869481"/>
      <w:bookmarkStart w:id="3103" w:name="_Toc52554728"/>
      <w:bookmarkStart w:id="3104" w:name="_Toc52555198"/>
      <w:bookmarkStart w:id="3105" w:name="_Toc61112423"/>
      <w:bookmarkStart w:id="3106" w:name="_Toc67911575"/>
      <w:bookmarkStart w:id="3107" w:name="_Toc74843050"/>
      <w:bookmarkStart w:id="3108" w:name="_Toc76503433"/>
      <w:bookmarkStart w:id="3109" w:name="_Toc83040876"/>
      <w:bookmarkStart w:id="3110" w:name="_Toc89851919"/>
      <w:bookmarkStart w:id="3111" w:name="_Toc98676273"/>
      <w:r w:rsidRPr="00EF2F0E">
        <w:t>9.4.2.2</w:t>
      </w:r>
      <w:r w:rsidRPr="00EF2F0E">
        <w:tab/>
        <w:t>Minimum requirement for MSR operation</w:t>
      </w:r>
      <w:bookmarkEnd w:id="3100"/>
      <w:bookmarkEnd w:id="3101"/>
      <w:bookmarkEnd w:id="3102"/>
      <w:bookmarkEnd w:id="3103"/>
      <w:bookmarkEnd w:id="3104"/>
      <w:bookmarkEnd w:id="3105"/>
      <w:bookmarkEnd w:id="3106"/>
      <w:bookmarkEnd w:id="3107"/>
      <w:bookmarkEnd w:id="3108"/>
      <w:bookmarkEnd w:id="3109"/>
      <w:bookmarkEnd w:id="3110"/>
      <w:bookmarkEnd w:id="3111"/>
    </w:p>
    <w:p w14:paraId="0984E4E1" w14:textId="77777777" w:rsidR="00B15E99" w:rsidRPr="00EF2F0E" w:rsidRDefault="00B15E99" w:rsidP="00B15E99">
      <w:pPr>
        <w:rPr>
          <w:rFonts w:cs="v4.2.0"/>
        </w:rPr>
      </w:pPr>
      <w:r w:rsidRPr="00EF2F0E">
        <w:rPr>
          <w:rFonts w:cs="v4.2.0"/>
        </w:rPr>
        <w:t>For UTRA FDD operation; the minimum requirements for MSR AAS BS inner loop power control in the DL are the same as subclause 9.4.2.3.</w:t>
      </w:r>
    </w:p>
    <w:p w14:paraId="0984E4E2" w14:textId="77777777" w:rsidR="00B15E99" w:rsidRPr="00EF2F0E" w:rsidRDefault="00B15E99" w:rsidP="00B15E99">
      <w:pPr>
        <w:rPr>
          <w:lang w:eastAsia="zh-CN"/>
        </w:rPr>
      </w:pPr>
      <w:r w:rsidRPr="00EF2F0E">
        <w:rPr>
          <w:lang w:eastAsia="zh-CN"/>
        </w:rPr>
        <w:t>This requirement does not apply to E-UTRA operation.</w:t>
      </w:r>
    </w:p>
    <w:p w14:paraId="0984E4E3" w14:textId="77777777" w:rsidR="00B15E99" w:rsidRPr="00EF2F0E" w:rsidRDefault="00B15E99" w:rsidP="00B15E99">
      <w:pPr>
        <w:rPr>
          <w:lang w:eastAsia="zh-CN"/>
        </w:rPr>
      </w:pPr>
      <w:r w:rsidRPr="00EF2F0E">
        <w:rPr>
          <w:lang w:eastAsia="zh-CN"/>
        </w:rPr>
        <w:t>This requirement does not apply to NR operation.</w:t>
      </w:r>
    </w:p>
    <w:p w14:paraId="0984E4E4" w14:textId="77777777" w:rsidR="00B15E99" w:rsidRPr="00EF2F0E" w:rsidRDefault="00B15E99" w:rsidP="00B15E99">
      <w:pPr>
        <w:pStyle w:val="Heading4"/>
      </w:pPr>
      <w:bookmarkStart w:id="3112" w:name="_Toc21095998"/>
      <w:bookmarkStart w:id="3113" w:name="_Toc29763197"/>
      <w:bookmarkStart w:id="3114" w:name="_Toc45869482"/>
      <w:bookmarkStart w:id="3115" w:name="_Toc52554729"/>
      <w:bookmarkStart w:id="3116" w:name="_Toc52555199"/>
      <w:bookmarkStart w:id="3117" w:name="_Toc61112424"/>
      <w:bookmarkStart w:id="3118" w:name="_Toc67911576"/>
      <w:bookmarkStart w:id="3119" w:name="_Toc74843051"/>
      <w:bookmarkStart w:id="3120" w:name="_Toc76503434"/>
      <w:bookmarkStart w:id="3121" w:name="_Toc83040877"/>
      <w:bookmarkStart w:id="3122" w:name="_Toc89851920"/>
      <w:bookmarkStart w:id="3123" w:name="_Toc98676274"/>
      <w:r w:rsidRPr="00EF2F0E">
        <w:t>9.4.2.3</w:t>
      </w:r>
      <w:r w:rsidRPr="00EF2F0E">
        <w:tab/>
        <w:t>Minimum requirement for single RAT UTRA operation</w:t>
      </w:r>
      <w:bookmarkEnd w:id="3112"/>
      <w:bookmarkEnd w:id="3113"/>
      <w:bookmarkEnd w:id="3114"/>
      <w:bookmarkEnd w:id="3115"/>
      <w:bookmarkEnd w:id="3116"/>
      <w:bookmarkEnd w:id="3117"/>
      <w:bookmarkEnd w:id="3118"/>
      <w:bookmarkEnd w:id="3119"/>
      <w:bookmarkEnd w:id="3120"/>
      <w:bookmarkEnd w:id="3121"/>
      <w:bookmarkEnd w:id="3122"/>
      <w:bookmarkEnd w:id="3123"/>
    </w:p>
    <w:p w14:paraId="0984E4E5" w14:textId="77777777" w:rsidR="00B15E99" w:rsidRPr="00EF2F0E" w:rsidRDefault="00B15E99" w:rsidP="00B15E99">
      <w:pPr>
        <w:rPr>
          <w:rFonts w:eastAsia="Osaka" w:cs="v5.0.0"/>
        </w:rPr>
      </w:pPr>
      <w:r w:rsidRPr="00EF2F0E">
        <w:rPr>
          <w:rFonts w:eastAsia="Osaka" w:cs="v5.0.0"/>
        </w:rPr>
        <w:t xml:space="preserve">For UTRA FDD operation, the Single RAT AAS BS shall have the capability of setting the inner loop </w:t>
      </w:r>
      <w:r w:rsidRPr="00EF2F0E">
        <w:rPr>
          <w:i/>
        </w:rPr>
        <w:t>code domain</w:t>
      </w:r>
      <w:r w:rsidRPr="00EF2F0E">
        <w:rPr>
          <w:rFonts w:eastAsia="Osaka" w:cs="v5.0.0"/>
          <w:i/>
        </w:rPr>
        <w:t xml:space="preserve"> power</w:t>
      </w:r>
      <w:r w:rsidRPr="00EF2F0E">
        <w:rPr>
          <w:rFonts w:eastAsia="Osaka" w:cs="v5.0.0"/>
        </w:rPr>
        <w:t xml:space="preserve"> on each RIB with a step sizes of 1dB mandatory and 0.5, 1.5, 2.0 dB optional</w:t>
      </w:r>
    </w:p>
    <w:p w14:paraId="0984E4E6" w14:textId="77777777" w:rsidR="00B15E99" w:rsidRPr="00EF2F0E" w:rsidRDefault="00B15E99" w:rsidP="00B15E99">
      <w:pPr>
        <w:pStyle w:val="B10"/>
        <w:rPr>
          <w:rFonts w:eastAsia="Osaka" w:cs="v5.0.0"/>
        </w:rPr>
      </w:pPr>
      <w:r w:rsidRPr="00EF2F0E">
        <w:rPr>
          <w:rFonts w:eastAsia="Osaka" w:cs="v5.0.0"/>
        </w:rPr>
        <w:t>a)</w:t>
      </w:r>
      <w:r w:rsidRPr="00EF2F0E">
        <w:rPr>
          <w:rFonts w:eastAsia="Osaka" w:cs="v5.0.0"/>
        </w:rPr>
        <w:tab/>
        <w:t>The tolerance of the power control step due to inner loop power control shall be within the range shown in table 9.4.2.3-1.</w:t>
      </w:r>
    </w:p>
    <w:p w14:paraId="0984E4E7" w14:textId="77777777" w:rsidR="00B15E99" w:rsidRPr="00EF2F0E" w:rsidRDefault="00B15E99" w:rsidP="00B15E99">
      <w:pPr>
        <w:pStyle w:val="B10"/>
        <w:rPr>
          <w:rFonts w:eastAsia="Osaka" w:cs="v5.0.0"/>
        </w:rPr>
      </w:pPr>
      <w:r w:rsidRPr="00EF2F0E">
        <w:rPr>
          <w:rFonts w:eastAsia="Osaka" w:cs="v5.0.0"/>
        </w:rPr>
        <w:t>b)</w:t>
      </w:r>
      <w:r w:rsidRPr="00EF2F0E">
        <w:rPr>
          <w:rFonts w:eastAsia="Osaka" w:cs="v5.0.0"/>
        </w:rPr>
        <w:tab/>
        <w:t>The tolerance of the combined output power change due to inner loop power control shall be within the range shown in table 9.4.2.3-2.</w:t>
      </w:r>
    </w:p>
    <w:p w14:paraId="0984E4E8" w14:textId="77777777" w:rsidR="00B15E99" w:rsidRPr="00EF2F0E" w:rsidRDefault="00B15E99" w:rsidP="00B15E99">
      <w:pPr>
        <w:pStyle w:val="TH"/>
      </w:pPr>
      <w:r w:rsidRPr="00EF2F0E">
        <w:t>Table 9.4.2.3-1: UTRA FDD power control step tolerance</w:t>
      </w:r>
    </w:p>
    <w:tbl>
      <w:tblPr>
        <w:tblW w:w="944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98"/>
        <w:gridCol w:w="850"/>
        <w:gridCol w:w="851"/>
        <w:gridCol w:w="992"/>
        <w:gridCol w:w="851"/>
        <w:gridCol w:w="850"/>
        <w:gridCol w:w="851"/>
        <w:gridCol w:w="850"/>
        <w:gridCol w:w="851"/>
      </w:tblGrid>
      <w:tr w:rsidR="003401A4" w:rsidRPr="00EF2F0E" w14:paraId="0984E4EB" w14:textId="77777777" w:rsidTr="00AB06FD">
        <w:trPr>
          <w:cantSplit/>
          <w:tblHeader/>
          <w:jc w:val="center"/>
        </w:trPr>
        <w:tc>
          <w:tcPr>
            <w:tcW w:w="2498" w:type="dxa"/>
            <w:shd w:val="clear" w:color="auto" w:fill="auto"/>
          </w:tcPr>
          <w:p w14:paraId="0984E4E9" w14:textId="77777777" w:rsidR="00B15E99" w:rsidRPr="00EF2F0E" w:rsidRDefault="00B15E99" w:rsidP="00AB06FD">
            <w:pPr>
              <w:pStyle w:val="TAH"/>
              <w:rPr>
                <w:rFonts w:cs="v5.0.0"/>
                <w:lang w:eastAsia="ja-JP"/>
              </w:rPr>
            </w:pPr>
            <w:r w:rsidRPr="00EF2F0E">
              <w:rPr>
                <w:rFonts w:cs="v5.0.0"/>
                <w:lang w:eastAsia="ja-JP"/>
              </w:rPr>
              <w:t>Power control commands in the down link</w:t>
            </w:r>
          </w:p>
        </w:tc>
        <w:tc>
          <w:tcPr>
            <w:tcW w:w="6946" w:type="dxa"/>
            <w:gridSpan w:val="8"/>
            <w:shd w:val="clear" w:color="auto" w:fill="auto"/>
          </w:tcPr>
          <w:p w14:paraId="0984E4EA" w14:textId="77777777" w:rsidR="00B15E99" w:rsidRPr="00EF2F0E" w:rsidRDefault="00B15E99" w:rsidP="00AB06FD">
            <w:pPr>
              <w:pStyle w:val="TAH"/>
              <w:rPr>
                <w:rFonts w:cs="Arial"/>
                <w:lang w:eastAsia="ja-JP"/>
              </w:rPr>
            </w:pPr>
            <w:r w:rsidRPr="00EF2F0E">
              <w:rPr>
                <w:rFonts w:cs="Arial"/>
                <w:lang w:eastAsia="ja-JP"/>
              </w:rPr>
              <w:t>Transmitter power control step tolerance</w:t>
            </w:r>
          </w:p>
        </w:tc>
      </w:tr>
      <w:tr w:rsidR="003401A4" w:rsidRPr="00EF2F0E" w14:paraId="0984E4F1" w14:textId="77777777" w:rsidTr="00AB06FD">
        <w:trPr>
          <w:cantSplit/>
          <w:jc w:val="center"/>
        </w:trPr>
        <w:tc>
          <w:tcPr>
            <w:tcW w:w="2498" w:type="dxa"/>
            <w:shd w:val="clear" w:color="auto" w:fill="auto"/>
          </w:tcPr>
          <w:p w14:paraId="0984E4EC" w14:textId="77777777" w:rsidR="00B15E99" w:rsidRPr="00EF2F0E" w:rsidRDefault="00B15E99" w:rsidP="00AB06FD">
            <w:pPr>
              <w:pStyle w:val="TAH"/>
              <w:rPr>
                <w:rFonts w:cs="v5.0.0"/>
                <w:lang w:eastAsia="ja-JP"/>
              </w:rPr>
            </w:pPr>
          </w:p>
        </w:tc>
        <w:tc>
          <w:tcPr>
            <w:tcW w:w="1701" w:type="dxa"/>
            <w:gridSpan w:val="2"/>
            <w:shd w:val="clear" w:color="auto" w:fill="auto"/>
          </w:tcPr>
          <w:p w14:paraId="0984E4ED" w14:textId="77777777" w:rsidR="00B15E99" w:rsidRPr="00EF2F0E" w:rsidRDefault="00B15E99" w:rsidP="00AB06FD">
            <w:pPr>
              <w:pStyle w:val="TAH"/>
              <w:rPr>
                <w:rFonts w:cs="v5.0.0"/>
                <w:lang w:eastAsia="ja-JP"/>
              </w:rPr>
            </w:pPr>
            <w:r w:rsidRPr="00EF2F0E">
              <w:rPr>
                <w:rFonts w:cs="Arial"/>
                <w:lang w:eastAsia="ja-JP"/>
              </w:rPr>
              <w:t>2 dB step size</w:t>
            </w:r>
          </w:p>
        </w:tc>
        <w:tc>
          <w:tcPr>
            <w:tcW w:w="1843" w:type="dxa"/>
            <w:gridSpan w:val="2"/>
            <w:shd w:val="clear" w:color="auto" w:fill="auto"/>
          </w:tcPr>
          <w:p w14:paraId="0984E4EE" w14:textId="77777777" w:rsidR="00B15E99" w:rsidRPr="00EF2F0E" w:rsidRDefault="00B15E99" w:rsidP="00AB06FD">
            <w:pPr>
              <w:pStyle w:val="TAH"/>
              <w:rPr>
                <w:rFonts w:cs="v5.0.0"/>
                <w:lang w:eastAsia="ja-JP"/>
              </w:rPr>
            </w:pPr>
            <w:r w:rsidRPr="00EF2F0E">
              <w:rPr>
                <w:rFonts w:cs="Arial"/>
                <w:lang w:eastAsia="ja-JP"/>
              </w:rPr>
              <w:t>1,5 dB step size</w:t>
            </w:r>
          </w:p>
        </w:tc>
        <w:tc>
          <w:tcPr>
            <w:tcW w:w="1701" w:type="dxa"/>
            <w:gridSpan w:val="2"/>
            <w:shd w:val="clear" w:color="auto" w:fill="auto"/>
          </w:tcPr>
          <w:p w14:paraId="0984E4EF" w14:textId="77777777" w:rsidR="00B15E99" w:rsidRPr="00EF2F0E" w:rsidRDefault="00B15E99" w:rsidP="00AB06FD">
            <w:pPr>
              <w:pStyle w:val="TAH"/>
              <w:rPr>
                <w:rFonts w:cs="v5.0.0"/>
                <w:lang w:eastAsia="ja-JP"/>
              </w:rPr>
            </w:pPr>
            <w:r w:rsidRPr="00EF2F0E">
              <w:rPr>
                <w:rFonts w:cs="v5.0.0"/>
                <w:lang w:eastAsia="ja-JP"/>
              </w:rPr>
              <w:t>1 dB step size</w:t>
            </w:r>
          </w:p>
        </w:tc>
        <w:tc>
          <w:tcPr>
            <w:tcW w:w="1701" w:type="dxa"/>
            <w:gridSpan w:val="2"/>
            <w:shd w:val="clear" w:color="auto" w:fill="auto"/>
          </w:tcPr>
          <w:p w14:paraId="0984E4F0" w14:textId="77777777" w:rsidR="00B15E99" w:rsidRPr="00EF2F0E" w:rsidRDefault="00B15E99" w:rsidP="00AB06FD">
            <w:pPr>
              <w:pStyle w:val="TAH"/>
              <w:rPr>
                <w:rFonts w:cs="v5.0.0"/>
                <w:lang w:eastAsia="ja-JP"/>
              </w:rPr>
            </w:pPr>
            <w:r w:rsidRPr="00EF2F0E">
              <w:rPr>
                <w:rFonts w:cs="v5.0.0"/>
                <w:lang w:eastAsia="ja-JP"/>
              </w:rPr>
              <w:t>0,5 dB step size</w:t>
            </w:r>
          </w:p>
        </w:tc>
      </w:tr>
      <w:tr w:rsidR="003401A4" w:rsidRPr="00EF2F0E" w14:paraId="0984E4FB" w14:textId="77777777" w:rsidTr="00AB06FD">
        <w:trPr>
          <w:cantSplit/>
          <w:jc w:val="center"/>
        </w:trPr>
        <w:tc>
          <w:tcPr>
            <w:tcW w:w="2498" w:type="dxa"/>
            <w:shd w:val="clear" w:color="auto" w:fill="auto"/>
          </w:tcPr>
          <w:p w14:paraId="0984E4F2" w14:textId="77777777" w:rsidR="00B15E99" w:rsidRPr="00EF2F0E" w:rsidRDefault="00B15E99" w:rsidP="00AB06FD">
            <w:pPr>
              <w:pStyle w:val="TAL"/>
              <w:rPr>
                <w:rFonts w:cs="v5.0.0"/>
                <w:lang w:eastAsia="ja-JP"/>
              </w:rPr>
            </w:pPr>
          </w:p>
        </w:tc>
        <w:tc>
          <w:tcPr>
            <w:tcW w:w="850" w:type="dxa"/>
            <w:shd w:val="clear" w:color="auto" w:fill="auto"/>
          </w:tcPr>
          <w:p w14:paraId="0984E4F3" w14:textId="77777777" w:rsidR="00B15E99" w:rsidRPr="00EF2F0E" w:rsidRDefault="00B15E99" w:rsidP="00AB06FD">
            <w:pPr>
              <w:pStyle w:val="TAC"/>
              <w:rPr>
                <w:rFonts w:cs="v5.0.0"/>
                <w:lang w:eastAsia="ja-JP"/>
              </w:rPr>
            </w:pPr>
            <w:r w:rsidRPr="00EF2F0E">
              <w:rPr>
                <w:rFonts w:cs="Arial"/>
                <w:lang w:eastAsia="ja-JP"/>
              </w:rPr>
              <w:t>Lower</w:t>
            </w:r>
          </w:p>
        </w:tc>
        <w:tc>
          <w:tcPr>
            <w:tcW w:w="851" w:type="dxa"/>
            <w:shd w:val="clear" w:color="auto" w:fill="auto"/>
          </w:tcPr>
          <w:p w14:paraId="0984E4F4" w14:textId="77777777" w:rsidR="00B15E99" w:rsidRPr="00EF2F0E" w:rsidRDefault="00B15E99" w:rsidP="00AB06FD">
            <w:pPr>
              <w:pStyle w:val="TAC"/>
              <w:rPr>
                <w:rFonts w:cs="v5.0.0"/>
                <w:lang w:eastAsia="ja-JP"/>
              </w:rPr>
            </w:pPr>
            <w:r w:rsidRPr="00EF2F0E">
              <w:rPr>
                <w:rFonts w:cs="Arial"/>
                <w:lang w:eastAsia="ja-JP"/>
              </w:rPr>
              <w:t>Upper</w:t>
            </w:r>
          </w:p>
        </w:tc>
        <w:tc>
          <w:tcPr>
            <w:tcW w:w="992" w:type="dxa"/>
            <w:shd w:val="clear" w:color="auto" w:fill="auto"/>
          </w:tcPr>
          <w:p w14:paraId="0984E4F5" w14:textId="77777777" w:rsidR="00B15E99" w:rsidRPr="00EF2F0E" w:rsidRDefault="00B15E99" w:rsidP="00AB06FD">
            <w:pPr>
              <w:pStyle w:val="TAC"/>
              <w:rPr>
                <w:rFonts w:cs="v5.0.0"/>
                <w:lang w:eastAsia="ja-JP"/>
              </w:rPr>
            </w:pPr>
            <w:r w:rsidRPr="00EF2F0E">
              <w:rPr>
                <w:rFonts w:cs="Arial"/>
                <w:lang w:eastAsia="ja-JP"/>
              </w:rPr>
              <w:t>Lower</w:t>
            </w:r>
          </w:p>
        </w:tc>
        <w:tc>
          <w:tcPr>
            <w:tcW w:w="851" w:type="dxa"/>
            <w:shd w:val="clear" w:color="auto" w:fill="auto"/>
          </w:tcPr>
          <w:p w14:paraId="0984E4F6" w14:textId="77777777" w:rsidR="00B15E99" w:rsidRPr="00EF2F0E" w:rsidRDefault="00B15E99" w:rsidP="00AB06FD">
            <w:pPr>
              <w:pStyle w:val="TAC"/>
              <w:rPr>
                <w:rFonts w:cs="v5.0.0"/>
                <w:lang w:eastAsia="ja-JP"/>
              </w:rPr>
            </w:pPr>
            <w:r w:rsidRPr="00EF2F0E">
              <w:rPr>
                <w:rFonts w:cs="Arial"/>
                <w:lang w:eastAsia="ja-JP"/>
              </w:rPr>
              <w:t>Upper</w:t>
            </w:r>
          </w:p>
        </w:tc>
        <w:tc>
          <w:tcPr>
            <w:tcW w:w="850" w:type="dxa"/>
            <w:shd w:val="clear" w:color="auto" w:fill="auto"/>
          </w:tcPr>
          <w:p w14:paraId="0984E4F7" w14:textId="77777777" w:rsidR="00B15E99" w:rsidRPr="00EF2F0E" w:rsidRDefault="00B15E99" w:rsidP="00AB06FD">
            <w:pPr>
              <w:pStyle w:val="TAC"/>
              <w:rPr>
                <w:rFonts w:cs="v5.0.0"/>
                <w:lang w:eastAsia="ja-JP"/>
              </w:rPr>
            </w:pPr>
            <w:r w:rsidRPr="00EF2F0E">
              <w:rPr>
                <w:rFonts w:cs="v5.0.0"/>
                <w:lang w:eastAsia="ja-JP"/>
              </w:rPr>
              <w:t>Lower</w:t>
            </w:r>
          </w:p>
        </w:tc>
        <w:tc>
          <w:tcPr>
            <w:tcW w:w="851" w:type="dxa"/>
            <w:shd w:val="clear" w:color="auto" w:fill="auto"/>
          </w:tcPr>
          <w:p w14:paraId="0984E4F8" w14:textId="77777777" w:rsidR="00B15E99" w:rsidRPr="00EF2F0E" w:rsidRDefault="00B15E99" w:rsidP="00AB06FD">
            <w:pPr>
              <w:pStyle w:val="TAC"/>
              <w:rPr>
                <w:rFonts w:cs="v5.0.0"/>
                <w:lang w:eastAsia="ja-JP"/>
              </w:rPr>
            </w:pPr>
            <w:r w:rsidRPr="00EF2F0E">
              <w:rPr>
                <w:rFonts w:cs="v5.0.0"/>
                <w:lang w:eastAsia="ja-JP"/>
              </w:rPr>
              <w:t>Upper</w:t>
            </w:r>
          </w:p>
        </w:tc>
        <w:tc>
          <w:tcPr>
            <w:tcW w:w="850" w:type="dxa"/>
            <w:shd w:val="clear" w:color="auto" w:fill="auto"/>
          </w:tcPr>
          <w:p w14:paraId="0984E4F9" w14:textId="77777777" w:rsidR="00B15E99" w:rsidRPr="00EF2F0E" w:rsidRDefault="00B15E99" w:rsidP="00AB06FD">
            <w:pPr>
              <w:pStyle w:val="TAC"/>
              <w:rPr>
                <w:rFonts w:cs="v5.0.0"/>
                <w:lang w:eastAsia="ja-JP"/>
              </w:rPr>
            </w:pPr>
            <w:r w:rsidRPr="00EF2F0E">
              <w:rPr>
                <w:rFonts w:cs="v5.0.0"/>
                <w:lang w:eastAsia="ja-JP"/>
              </w:rPr>
              <w:t>Lower</w:t>
            </w:r>
          </w:p>
        </w:tc>
        <w:tc>
          <w:tcPr>
            <w:tcW w:w="851" w:type="dxa"/>
            <w:shd w:val="clear" w:color="auto" w:fill="auto"/>
          </w:tcPr>
          <w:p w14:paraId="0984E4FA" w14:textId="77777777" w:rsidR="00B15E99" w:rsidRPr="00EF2F0E" w:rsidRDefault="00B15E99" w:rsidP="00AB06FD">
            <w:pPr>
              <w:pStyle w:val="TAC"/>
              <w:rPr>
                <w:rFonts w:cs="v5.0.0"/>
                <w:lang w:eastAsia="ja-JP"/>
              </w:rPr>
            </w:pPr>
            <w:r w:rsidRPr="00EF2F0E">
              <w:rPr>
                <w:rFonts w:cs="v5.0.0"/>
                <w:lang w:eastAsia="ja-JP"/>
              </w:rPr>
              <w:t>Upper</w:t>
            </w:r>
          </w:p>
        </w:tc>
      </w:tr>
      <w:tr w:rsidR="003401A4" w:rsidRPr="00EF2F0E" w14:paraId="0984E505" w14:textId="77777777" w:rsidTr="00AB06FD">
        <w:trPr>
          <w:cantSplit/>
          <w:jc w:val="center"/>
        </w:trPr>
        <w:tc>
          <w:tcPr>
            <w:tcW w:w="2498" w:type="dxa"/>
            <w:shd w:val="clear" w:color="auto" w:fill="auto"/>
          </w:tcPr>
          <w:p w14:paraId="0984E4FC" w14:textId="77777777" w:rsidR="00B15E99" w:rsidRPr="00EF2F0E" w:rsidRDefault="00B15E99" w:rsidP="00AB06FD">
            <w:pPr>
              <w:pStyle w:val="TAL"/>
              <w:rPr>
                <w:rFonts w:cs="v5.0.0"/>
                <w:lang w:eastAsia="ja-JP"/>
              </w:rPr>
            </w:pPr>
            <w:r w:rsidRPr="00EF2F0E">
              <w:rPr>
                <w:rFonts w:cs="v5.0.0"/>
                <w:lang w:eastAsia="ja-JP"/>
              </w:rPr>
              <w:t>Up (TPC command "1")</w:t>
            </w:r>
          </w:p>
        </w:tc>
        <w:tc>
          <w:tcPr>
            <w:tcW w:w="850" w:type="dxa"/>
            <w:shd w:val="clear" w:color="auto" w:fill="auto"/>
          </w:tcPr>
          <w:p w14:paraId="0984E4FD" w14:textId="77777777" w:rsidR="00B15E99" w:rsidRPr="00EF2F0E" w:rsidRDefault="00B15E99" w:rsidP="00AB06FD">
            <w:pPr>
              <w:pStyle w:val="TAC"/>
              <w:rPr>
                <w:rFonts w:cs="v5.0.0"/>
                <w:lang w:eastAsia="ja-JP"/>
              </w:rPr>
            </w:pPr>
            <w:r w:rsidRPr="00EF2F0E">
              <w:rPr>
                <w:rFonts w:cs="Arial"/>
                <w:lang w:eastAsia="ja-JP"/>
              </w:rPr>
              <w:t>+1,0 dB</w:t>
            </w:r>
          </w:p>
        </w:tc>
        <w:tc>
          <w:tcPr>
            <w:tcW w:w="851" w:type="dxa"/>
            <w:shd w:val="clear" w:color="auto" w:fill="auto"/>
          </w:tcPr>
          <w:p w14:paraId="0984E4FE" w14:textId="77777777" w:rsidR="00B15E99" w:rsidRPr="00EF2F0E" w:rsidRDefault="00B15E99" w:rsidP="00AB06FD">
            <w:pPr>
              <w:pStyle w:val="TAC"/>
              <w:rPr>
                <w:rFonts w:cs="v5.0.0"/>
                <w:lang w:eastAsia="ja-JP"/>
              </w:rPr>
            </w:pPr>
            <w:r w:rsidRPr="00EF2F0E">
              <w:rPr>
                <w:rFonts w:cs="Arial"/>
                <w:lang w:eastAsia="ja-JP"/>
              </w:rPr>
              <w:t>+3,0 dB</w:t>
            </w:r>
          </w:p>
        </w:tc>
        <w:tc>
          <w:tcPr>
            <w:tcW w:w="992" w:type="dxa"/>
            <w:shd w:val="clear" w:color="auto" w:fill="auto"/>
          </w:tcPr>
          <w:p w14:paraId="0984E4FF" w14:textId="77777777" w:rsidR="00B15E99" w:rsidRPr="00EF2F0E" w:rsidRDefault="00B15E99" w:rsidP="00AB06FD">
            <w:pPr>
              <w:pStyle w:val="TAC"/>
              <w:rPr>
                <w:rFonts w:cs="v5.0.0"/>
                <w:lang w:eastAsia="ja-JP"/>
              </w:rPr>
            </w:pPr>
            <w:r w:rsidRPr="00EF2F0E">
              <w:rPr>
                <w:rFonts w:cs="Arial"/>
                <w:lang w:eastAsia="ja-JP"/>
              </w:rPr>
              <w:t>+0,75 dB</w:t>
            </w:r>
          </w:p>
        </w:tc>
        <w:tc>
          <w:tcPr>
            <w:tcW w:w="851" w:type="dxa"/>
            <w:shd w:val="clear" w:color="auto" w:fill="auto"/>
          </w:tcPr>
          <w:p w14:paraId="0984E500" w14:textId="77777777" w:rsidR="00B15E99" w:rsidRPr="00EF2F0E" w:rsidRDefault="00B15E99" w:rsidP="00AB06FD">
            <w:pPr>
              <w:pStyle w:val="TAC"/>
              <w:rPr>
                <w:rFonts w:cs="v5.0.0"/>
                <w:lang w:eastAsia="ja-JP"/>
              </w:rPr>
            </w:pPr>
            <w:r w:rsidRPr="00EF2F0E">
              <w:rPr>
                <w:rFonts w:cs="Arial"/>
                <w:lang w:eastAsia="ja-JP"/>
              </w:rPr>
              <w:t>+2,25 dB</w:t>
            </w:r>
          </w:p>
        </w:tc>
        <w:tc>
          <w:tcPr>
            <w:tcW w:w="850" w:type="dxa"/>
            <w:shd w:val="clear" w:color="auto" w:fill="auto"/>
          </w:tcPr>
          <w:p w14:paraId="0984E501" w14:textId="77777777" w:rsidR="00B15E99" w:rsidRPr="00EF2F0E" w:rsidRDefault="00B15E99" w:rsidP="00AB06FD">
            <w:pPr>
              <w:pStyle w:val="TAC"/>
              <w:rPr>
                <w:rFonts w:cs="v5.0.0"/>
                <w:lang w:eastAsia="ja-JP"/>
              </w:rPr>
            </w:pPr>
            <w:r w:rsidRPr="00EF2F0E">
              <w:rPr>
                <w:rFonts w:cs="v5.0.0"/>
                <w:lang w:eastAsia="ja-JP"/>
              </w:rPr>
              <w:t>+0,5 dB</w:t>
            </w:r>
          </w:p>
        </w:tc>
        <w:tc>
          <w:tcPr>
            <w:tcW w:w="851" w:type="dxa"/>
            <w:shd w:val="clear" w:color="auto" w:fill="auto"/>
          </w:tcPr>
          <w:p w14:paraId="0984E502" w14:textId="77777777" w:rsidR="00B15E99" w:rsidRPr="00EF2F0E" w:rsidRDefault="00B15E99" w:rsidP="00AB06FD">
            <w:pPr>
              <w:pStyle w:val="TAC"/>
              <w:rPr>
                <w:rFonts w:cs="v5.0.0"/>
                <w:lang w:eastAsia="ja-JP"/>
              </w:rPr>
            </w:pPr>
            <w:r w:rsidRPr="00EF2F0E">
              <w:rPr>
                <w:rFonts w:cs="v5.0.0"/>
                <w:lang w:eastAsia="ja-JP"/>
              </w:rPr>
              <w:t>+1,5 dB</w:t>
            </w:r>
          </w:p>
        </w:tc>
        <w:tc>
          <w:tcPr>
            <w:tcW w:w="850" w:type="dxa"/>
            <w:shd w:val="clear" w:color="auto" w:fill="auto"/>
          </w:tcPr>
          <w:p w14:paraId="0984E503" w14:textId="77777777" w:rsidR="00B15E99" w:rsidRPr="00EF2F0E" w:rsidRDefault="00B15E99" w:rsidP="00AB06FD">
            <w:pPr>
              <w:pStyle w:val="TAC"/>
              <w:rPr>
                <w:rFonts w:cs="v5.0.0"/>
                <w:lang w:eastAsia="ja-JP"/>
              </w:rPr>
            </w:pPr>
            <w:r w:rsidRPr="00EF2F0E">
              <w:rPr>
                <w:rFonts w:cs="v5.0.0"/>
                <w:lang w:eastAsia="ja-JP"/>
              </w:rPr>
              <w:t>+0,25 dB</w:t>
            </w:r>
          </w:p>
        </w:tc>
        <w:tc>
          <w:tcPr>
            <w:tcW w:w="851" w:type="dxa"/>
            <w:shd w:val="clear" w:color="auto" w:fill="auto"/>
          </w:tcPr>
          <w:p w14:paraId="0984E504" w14:textId="77777777" w:rsidR="00B15E99" w:rsidRPr="00EF2F0E" w:rsidRDefault="00B15E99" w:rsidP="00AB06FD">
            <w:pPr>
              <w:pStyle w:val="TAC"/>
              <w:rPr>
                <w:rFonts w:cs="v5.0.0"/>
                <w:lang w:eastAsia="ja-JP"/>
              </w:rPr>
            </w:pPr>
            <w:r w:rsidRPr="00EF2F0E">
              <w:rPr>
                <w:rFonts w:cs="v5.0.0"/>
                <w:lang w:eastAsia="ja-JP"/>
              </w:rPr>
              <w:t>+0,75 dB</w:t>
            </w:r>
          </w:p>
        </w:tc>
      </w:tr>
      <w:tr w:rsidR="00B15E99" w:rsidRPr="00EF2F0E" w14:paraId="0984E50F" w14:textId="77777777" w:rsidTr="00AB06FD">
        <w:trPr>
          <w:cantSplit/>
          <w:jc w:val="center"/>
        </w:trPr>
        <w:tc>
          <w:tcPr>
            <w:tcW w:w="2498" w:type="dxa"/>
            <w:shd w:val="clear" w:color="auto" w:fill="auto"/>
          </w:tcPr>
          <w:p w14:paraId="0984E506" w14:textId="77777777" w:rsidR="00B15E99" w:rsidRPr="00EF2F0E" w:rsidRDefault="00B15E99" w:rsidP="00AB06FD">
            <w:pPr>
              <w:pStyle w:val="TAL"/>
              <w:rPr>
                <w:rFonts w:cs="v5.0.0"/>
                <w:lang w:eastAsia="ja-JP"/>
              </w:rPr>
            </w:pPr>
            <w:r w:rsidRPr="00EF2F0E">
              <w:rPr>
                <w:rFonts w:cs="v5.0.0"/>
                <w:lang w:eastAsia="ja-JP"/>
              </w:rPr>
              <w:t>Down (TPC command "0")</w:t>
            </w:r>
          </w:p>
        </w:tc>
        <w:tc>
          <w:tcPr>
            <w:tcW w:w="850" w:type="dxa"/>
            <w:shd w:val="clear" w:color="auto" w:fill="auto"/>
          </w:tcPr>
          <w:p w14:paraId="0984E507" w14:textId="77777777" w:rsidR="00B15E99" w:rsidRPr="00EF2F0E" w:rsidRDefault="00B15E99" w:rsidP="00AB06FD">
            <w:pPr>
              <w:pStyle w:val="TAC"/>
              <w:rPr>
                <w:rFonts w:cs="v5.0.0"/>
                <w:lang w:eastAsia="ja-JP"/>
              </w:rPr>
            </w:pPr>
            <w:r w:rsidRPr="00EF2F0E">
              <w:rPr>
                <w:rFonts w:cs="Arial"/>
                <w:lang w:eastAsia="ja-JP"/>
              </w:rPr>
              <w:t>-1,0 dB</w:t>
            </w:r>
          </w:p>
        </w:tc>
        <w:tc>
          <w:tcPr>
            <w:tcW w:w="851" w:type="dxa"/>
            <w:shd w:val="clear" w:color="auto" w:fill="auto"/>
          </w:tcPr>
          <w:p w14:paraId="0984E508" w14:textId="77777777" w:rsidR="00B15E99" w:rsidRPr="00EF2F0E" w:rsidRDefault="00B15E99" w:rsidP="00AB06FD">
            <w:pPr>
              <w:pStyle w:val="TAC"/>
              <w:rPr>
                <w:rFonts w:cs="v5.0.0"/>
                <w:lang w:eastAsia="ja-JP"/>
              </w:rPr>
            </w:pPr>
            <w:r w:rsidRPr="00EF2F0E">
              <w:rPr>
                <w:rFonts w:cs="Arial"/>
                <w:lang w:eastAsia="ja-JP"/>
              </w:rPr>
              <w:t>-3,0 dB</w:t>
            </w:r>
          </w:p>
        </w:tc>
        <w:tc>
          <w:tcPr>
            <w:tcW w:w="992" w:type="dxa"/>
            <w:shd w:val="clear" w:color="auto" w:fill="auto"/>
          </w:tcPr>
          <w:p w14:paraId="0984E509" w14:textId="77777777" w:rsidR="00B15E99" w:rsidRPr="00EF2F0E" w:rsidRDefault="00B15E99" w:rsidP="00AB06FD">
            <w:pPr>
              <w:pStyle w:val="TAC"/>
              <w:rPr>
                <w:rFonts w:cs="v5.0.0"/>
                <w:lang w:eastAsia="ja-JP"/>
              </w:rPr>
            </w:pPr>
            <w:r w:rsidRPr="00EF2F0E">
              <w:rPr>
                <w:rFonts w:cs="Arial"/>
                <w:lang w:eastAsia="ja-JP"/>
              </w:rPr>
              <w:t>-0,75 dB</w:t>
            </w:r>
          </w:p>
        </w:tc>
        <w:tc>
          <w:tcPr>
            <w:tcW w:w="851" w:type="dxa"/>
            <w:shd w:val="clear" w:color="auto" w:fill="auto"/>
          </w:tcPr>
          <w:p w14:paraId="0984E50A" w14:textId="77777777" w:rsidR="00B15E99" w:rsidRPr="00EF2F0E" w:rsidRDefault="00B15E99" w:rsidP="00AB06FD">
            <w:pPr>
              <w:pStyle w:val="TAC"/>
              <w:rPr>
                <w:rFonts w:cs="v5.0.0"/>
                <w:lang w:eastAsia="ja-JP"/>
              </w:rPr>
            </w:pPr>
            <w:r w:rsidRPr="00EF2F0E">
              <w:rPr>
                <w:rFonts w:cs="Arial"/>
                <w:lang w:eastAsia="ja-JP"/>
              </w:rPr>
              <w:t>-2,25 dB</w:t>
            </w:r>
          </w:p>
        </w:tc>
        <w:tc>
          <w:tcPr>
            <w:tcW w:w="850" w:type="dxa"/>
            <w:shd w:val="clear" w:color="auto" w:fill="auto"/>
          </w:tcPr>
          <w:p w14:paraId="0984E50B" w14:textId="77777777" w:rsidR="00B15E99" w:rsidRPr="00EF2F0E" w:rsidRDefault="00B15E99" w:rsidP="00AB06FD">
            <w:pPr>
              <w:pStyle w:val="TAC"/>
              <w:rPr>
                <w:rFonts w:cs="v5.0.0"/>
                <w:lang w:eastAsia="ja-JP"/>
              </w:rPr>
            </w:pPr>
            <w:r w:rsidRPr="00EF2F0E">
              <w:rPr>
                <w:rFonts w:cs="v5.0.0"/>
                <w:lang w:eastAsia="ja-JP"/>
              </w:rPr>
              <w:t>-0,5 dB</w:t>
            </w:r>
          </w:p>
        </w:tc>
        <w:tc>
          <w:tcPr>
            <w:tcW w:w="851" w:type="dxa"/>
            <w:shd w:val="clear" w:color="auto" w:fill="auto"/>
          </w:tcPr>
          <w:p w14:paraId="0984E50C" w14:textId="77777777" w:rsidR="00B15E99" w:rsidRPr="00EF2F0E" w:rsidRDefault="00B15E99" w:rsidP="00AB06FD">
            <w:pPr>
              <w:pStyle w:val="TAC"/>
              <w:rPr>
                <w:rFonts w:cs="v5.0.0"/>
                <w:lang w:eastAsia="ja-JP"/>
              </w:rPr>
            </w:pPr>
            <w:r w:rsidRPr="00EF2F0E">
              <w:rPr>
                <w:rFonts w:cs="v5.0.0"/>
                <w:lang w:eastAsia="ja-JP"/>
              </w:rPr>
              <w:t>-1,5 dB</w:t>
            </w:r>
          </w:p>
        </w:tc>
        <w:tc>
          <w:tcPr>
            <w:tcW w:w="850" w:type="dxa"/>
            <w:shd w:val="clear" w:color="auto" w:fill="auto"/>
          </w:tcPr>
          <w:p w14:paraId="0984E50D" w14:textId="77777777" w:rsidR="00B15E99" w:rsidRPr="00EF2F0E" w:rsidRDefault="00B15E99" w:rsidP="00AB06FD">
            <w:pPr>
              <w:pStyle w:val="TAC"/>
              <w:rPr>
                <w:rFonts w:cs="v5.0.0"/>
                <w:lang w:eastAsia="ja-JP"/>
              </w:rPr>
            </w:pPr>
            <w:r w:rsidRPr="00EF2F0E">
              <w:rPr>
                <w:rFonts w:cs="v5.0.0"/>
                <w:lang w:eastAsia="ja-JP"/>
              </w:rPr>
              <w:t>-0,25 dB</w:t>
            </w:r>
          </w:p>
        </w:tc>
        <w:tc>
          <w:tcPr>
            <w:tcW w:w="851" w:type="dxa"/>
            <w:shd w:val="clear" w:color="auto" w:fill="auto"/>
          </w:tcPr>
          <w:p w14:paraId="0984E50E" w14:textId="77777777" w:rsidR="00B15E99" w:rsidRPr="00EF2F0E" w:rsidRDefault="00B15E99" w:rsidP="00AB06FD">
            <w:pPr>
              <w:pStyle w:val="TAC"/>
              <w:rPr>
                <w:rFonts w:cs="v5.0.0"/>
                <w:lang w:eastAsia="ja-JP"/>
              </w:rPr>
            </w:pPr>
            <w:r w:rsidRPr="00EF2F0E">
              <w:rPr>
                <w:rFonts w:cs="v5.0.0"/>
                <w:lang w:eastAsia="ja-JP"/>
              </w:rPr>
              <w:t>-0,75 dB</w:t>
            </w:r>
          </w:p>
        </w:tc>
      </w:tr>
    </w:tbl>
    <w:p w14:paraId="0984E510" w14:textId="77777777" w:rsidR="00B15E99" w:rsidRPr="00EF2F0E" w:rsidRDefault="00B15E99" w:rsidP="00B15E99">
      <w:pPr>
        <w:rPr>
          <w:rFonts w:cs="v5.0.0"/>
        </w:rPr>
      </w:pPr>
    </w:p>
    <w:p w14:paraId="0984E511" w14:textId="77777777" w:rsidR="00B15E99" w:rsidRPr="00EF2F0E" w:rsidRDefault="00B15E99" w:rsidP="00B15E99">
      <w:pPr>
        <w:pStyle w:val="TH"/>
      </w:pPr>
      <w:r w:rsidRPr="00EF2F0E">
        <w:t>Table 9.4.2.3-2: UTRA FDD aggregated power control step range</w:t>
      </w:r>
    </w:p>
    <w:tbl>
      <w:tblPr>
        <w:tblW w:w="944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98"/>
        <w:gridCol w:w="850"/>
        <w:gridCol w:w="851"/>
        <w:gridCol w:w="992"/>
        <w:gridCol w:w="851"/>
        <w:gridCol w:w="850"/>
        <w:gridCol w:w="851"/>
        <w:gridCol w:w="850"/>
        <w:gridCol w:w="851"/>
      </w:tblGrid>
      <w:tr w:rsidR="003401A4" w:rsidRPr="00EF2F0E" w14:paraId="0984E514" w14:textId="77777777" w:rsidTr="00AB06FD">
        <w:trPr>
          <w:cantSplit/>
          <w:tblHeader/>
          <w:jc w:val="center"/>
        </w:trPr>
        <w:tc>
          <w:tcPr>
            <w:tcW w:w="2498" w:type="dxa"/>
            <w:shd w:val="clear" w:color="auto" w:fill="auto"/>
          </w:tcPr>
          <w:p w14:paraId="0984E512" w14:textId="77777777" w:rsidR="00B15E99" w:rsidRPr="00EF2F0E" w:rsidRDefault="00B15E99" w:rsidP="00AB06FD">
            <w:pPr>
              <w:pStyle w:val="TAH"/>
              <w:rPr>
                <w:rFonts w:cs="v5.0.0"/>
                <w:lang w:eastAsia="ja-JP"/>
              </w:rPr>
            </w:pPr>
            <w:r w:rsidRPr="00EF2F0E">
              <w:rPr>
                <w:rFonts w:cs="v5.0.0"/>
                <w:lang w:eastAsia="ja-JP"/>
              </w:rPr>
              <w:t>Power control commands in the down link</w:t>
            </w:r>
          </w:p>
        </w:tc>
        <w:tc>
          <w:tcPr>
            <w:tcW w:w="6946" w:type="dxa"/>
            <w:gridSpan w:val="8"/>
            <w:shd w:val="clear" w:color="auto" w:fill="auto"/>
          </w:tcPr>
          <w:p w14:paraId="0984E513" w14:textId="77777777" w:rsidR="00B15E99" w:rsidRPr="00EF2F0E" w:rsidRDefault="00B15E99" w:rsidP="00AB06FD">
            <w:pPr>
              <w:pStyle w:val="TAH"/>
              <w:rPr>
                <w:rFonts w:cs="Arial"/>
                <w:lang w:eastAsia="ja-JP"/>
              </w:rPr>
            </w:pPr>
            <w:r w:rsidRPr="00EF2F0E">
              <w:rPr>
                <w:rFonts w:cs="v5.0.0"/>
                <w:lang w:eastAsia="ja-JP"/>
              </w:rPr>
              <w:t>Transmitter aggregated power control step change</w:t>
            </w:r>
            <w:r w:rsidRPr="00EF2F0E">
              <w:rPr>
                <w:rFonts w:cs="v5.0.0"/>
                <w:lang w:eastAsia="ja-JP"/>
              </w:rPr>
              <w:br/>
              <w:t xml:space="preserve"> after 10 consecutive equal commands (up or down)</w:t>
            </w:r>
          </w:p>
        </w:tc>
      </w:tr>
      <w:tr w:rsidR="003401A4" w:rsidRPr="00EF2F0E" w14:paraId="0984E51A" w14:textId="77777777" w:rsidTr="00AB06FD">
        <w:trPr>
          <w:cantSplit/>
          <w:jc w:val="center"/>
        </w:trPr>
        <w:tc>
          <w:tcPr>
            <w:tcW w:w="2498" w:type="dxa"/>
            <w:shd w:val="clear" w:color="auto" w:fill="auto"/>
          </w:tcPr>
          <w:p w14:paraId="0984E515" w14:textId="77777777" w:rsidR="00B15E99" w:rsidRPr="00EF2F0E" w:rsidRDefault="00B15E99" w:rsidP="00AB06FD">
            <w:pPr>
              <w:pStyle w:val="TAH"/>
              <w:rPr>
                <w:rFonts w:cs="v5.0.0"/>
                <w:lang w:eastAsia="ja-JP"/>
              </w:rPr>
            </w:pPr>
          </w:p>
        </w:tc>
        <w:tc>
          <w:tcPr>
            <w:tcW w:w="1701" w:type="dxa"/>
            <w:gridSpan w:val="2"/>
            <w:shd w:val="clear" w:color="auto" w:fill="auto"/>
          </w:tcPr>
          <w:p w14:paraId="0984E516" w14:textId="77777777" w:rsidR="00B15E99" w:rsidRPr="00EF2F0E" w:rsidRDefault="00B15E99" w:rsidP="00AB06FD">
            <w:pPr>
              <w:pStyle w:val="TAH"/>
              <w:rPr>
                <w:rFonts w:cs="v5.0.0"/>
                <w:lang w:eastAsia="ja-JP"/>
              </w:rPr>
            </w:pPr>
            <w:r w:rsidRPr="00EF2F0E">
              <w:rPr>
                <w:rFonts w:cs="Arial"/>
                <w:lang w:eastAsia="ja-JP"/>
              </w:rPr>
              <w:t>2 dB step size</w:t>
            </w:r>
          </w:p>
        </w:tc>
        <w:tc>
          <w:tcPr>
            <w:tcW w:w="1843" w:type="dxa"/>
            <w:gridSpan w:val="2"/>
            <w:shd w:val="clear" w:color="auto" w:fill="auto"/>
          </w:tcPr>
          <w:p w14:paraId="0984E517" w14:textId="77777777" w:rsidR="00B15E99" w:rsidRPr="00EF2F0E" w:rsidRDefault="00B15E99" w:rsidP="00AB06FD">
            <w:pPr>
              <w:pStyle w:val="TAH"/>
              <w:rPr>
                <w:rFonts w:cs="v5.0.0"/>
                <w:lang w:eastAsia="ja-JP"/>
              </w:rPr>
            </w:pPr>
            <w:r w:rsidRPr="00EF2F0E">
              <w:rPr>
                <w:rFonts w:cs="Arial"/>
                <w:lang w:eastAsia="ja-JP"/>
              </w:rPr>
              <w:t>1,5 dB step size</w:t>
            </w:r>
          </w:p>
        </w:tc>
        <w:tc>
          <w:tcPr>
            <w:tcW w:w="1701" w:type="dxa"/>
            <w:gridSpan w:val="2"/>
            <w:shd w:val="clear" w:color="auto" w:fill="auto"/>
          </w:tcPr>
          <w:p w14:paraId="0984E518" w14:textId="77777777" w:rsidR="00B15E99" w:rsidRPr="00EF2F0E" w:rsidRDefault="00B15E99" w:rsidP="00AB06FD">
            <w:pPr>
              <w:pStyle w:val="TAH"/>
              <w:rPr>
                <w:rFonts w:cs="v5.0.0"/>
                <w:lang w:eastAsia="ja-JP"/>
              </w:rPr>
            </w:pPr>
            <w:r w:rsidRPr="00EF2F0E">
              <w:rPr>
                <w:rFonts w:cs="v5.0.0"/>
                <w:lang w:eastAsia="ja-JP"/>
              </w:rPr>
              <w:t>1 dB step size</w:t>
            </w:r>
          </w:p>
        </w:tc>
        <w:tc>
          <w:tcPr>
            <w:tcW w:w="1701" w:type="dxa"/>
            <w:gridSpan w:val="2"/>
            <w:shd w:val="clear" w:color="auto" w:fill="auto"/>
          </w:tcPr>
          <w:p w14:paraId="0984E519" w14:textId="77777777" w:rsidR="00B15E99" w:rsidRPr="00EF2F0E" w:rsidRDefault="00B15E99" w:rsidP="00AB06FD">
            <w:pPr>
              <w:pStyle w:val="TAH"/>
              <w:rPr>
                <w:rFonts w:cs="v5.0.0"/>
                <w:lang w:eastAsia="ja-JP"/>
              </w:rPr>
            </w:pPr>
            <w:r w:rsidRPr="00EF2F0E">
              <w:rPr>
                <w:rFonts w:cs="v5.0.0"/>
                <w:lang w:eastAsia="ja-JP"/>
              </w:rPr>
              <w:t>0,5 dB step size</w:t>
            </w:r>
          </w:p>
        </w:tc>
      </w:tr>
      <w:tr w:rsidR="003401A4" w:rsidRPr="00EF2F0E" w14:paraId="0984E524" w14:textId="77777777" w:rsidTr="00AB06FD">
        <w:trPr>
          <w:cantSplit/>
          <w:jc w:val="center"/>
        </w:trPr>
        <w:tc>
          <w:tcPr>
            <w:tcW w:w="2498" w:type="dxa"/>
            <w:shd w:val="clear" w:color="auto" w:fill="auto"/>
          </w:tcPr>
          <w:p w14:paraId="0984E51B" w14:textId="77777777" w:rsidR="00B15E99" w:rsidRPr="00EF2F0E" w:rsidRDefault="00B15E99" w:rsidP="00AB06FD">
            <w:pPr>
              <w:pStyle w:val="TAL"/>
              <w:rPr>
                <w:rFonts w:cs="v5.0.0"/>
                <w:lang w:eastAsia="ja-JP"/>
              </w:rPr>
            </w:pPr>
          </w:p>
        </w:tc>
        <w:tc>
          <w:tcPr>
            <w:tcW w:w="850" w:type="dxa"/>
            <w:shd w:val="clear" w:color="auto" w:fill="auto"/>
          </w:tcPr>
          <w:p w14:paraId="0984E51C" w14:textId="77777777" w:rsidR="00B15E99" w:rsidRPr="00EF2F0E" w:rsidRDefault="00B15E99" w:rsidP="00AB06FD">
            <w:pPr>
              <w:pStyle w:val="TAC"/>
              <w:rPr>
                <w:rFonts w:cs="v5.0.0"/>
                <w:lang w:eastAsia="ja-JP"/>
              </w:rPr>
            </w:pPr>
            <w:r w:rsidRPr="00EF2F0E">
              <w:rPr>
                <w:rFonts w:cs="Arial"/>
                <w:lang w:eastAsia="ja-JP"/>
              </w:rPr>
              <w:t>Lower</w:t>
            </w:r>
          </w:p>
        </w:tc>
        <w:tc>
          <w:tcPr>
            <w:tcW w:w="851" w:type="dxa"/>
            <w:shd w:val="clear" w:color="auto" w:fill="auto"/>
          </w:tcPr>
          <w:p w14:paraId="0984E51D" w14:textId="77777777" w:rsidR="00B15E99" w:rsidRPr="00EF2F0E" w:rsidRDefault="00B15E99" w:rsidP="00AB06FD">
            <w:pPr>
              <w:pStyle w:val="TAC"/>
              <w:rPr>
                <w:rFonts w:cs="v5.0.0"/>
                <w:lang w:eastAsia="ja-JP"/>
              </w:rPr>
            </w:pPr>
            <w:r w:rsidRPr="00EF2F0E">
              <w:rPr>
                <w:rFonts w:cs="Arial"/>
                <w:lang w:eastAsia="ja-JP"/>
              </w:rPr>
              <w:t>Upper</w:t>
            </w:r>
          </w:p>
        </w:tc>
        <w:tc>
          <w:tcPr>
            <w:tcW w:w="992" w:type="dxa"/>
            <w:shd w:val="clear" w:color="auto" w:fill="auto"/>
          </w:tcPr>
          <w:p w14:paraId="0984E51E" w14:textId="77777777" w:rsidR="00B15E99" w:rsidRPr="00EF2F0E" w:rsidRDefault="00B15E99" w:rsidP="00AB06FD">
            <w:pPr>
              <w:pStyle w:val="TAC"/>
              <w:rPr>
                <w:rFonts w:cs="v5.0.0"/>
                <w:lang w:eastAsia="ja-JP"/>
              </w:rPr>
            </w:pPr>
            <w:r w:rsidRPr="00EF2F0E">
              <w:rPr>
                <w:rFonts w:cs="Arial"/>
                <w:lang w:eastAsia="ja-JP"/>
              </w:rPr>
              <w:t>Lower</w:t>
            </w:r>
          </w:p>
        </w:tc>
        <w:tc>
          <w:tcPr>
            <w:tcW w:w="851" w:type="dxa"/>
            <w:shd w:val="clear" w:color="auto" w:fill="auto"/>
          </w:tcPr>
          <w:p w14:paraId="0984E51F" w14:textId="77777777" w:rsidR="00B15E99" w:rsidRPr="00EF2F0E" w:rsidRDefault="00B15E99" w:rsidP="00AB06FD">
            <w:pPr>
              <w:pStyle w:val="TAC"/>
              <w:rPr>
                <w:rFonts w:cs="v5.0.0"/>
                <w:lang w:eastAsia="ja-JP"/>
              </w:rPr>
            </w:pPr>
            <w:r w:rsidRPr="00EF2F0E">
              <w:rPr>
                <w:rFonts w:cs="Arial"/>
                <w:lang w:eastAsia="ja-JP"/>
              </w:rPr>
              <w:t>Upper</w:t>
            </w:r>
          </w:p>
        </w:tc>
        <w:tc>
          <w:tcPr>
            <w:tcW w:w="850" w:type="dxa"/>
            <w:shd w:val="clear" w:color="auto" w:fill="auto"/>
          </w:tcPr>
          <w:p w14:paraId="0984E520" w14:textId="77777777" w:rsidR="00B15E99" w:rsidRPr="00EF2F0E" w:rsidRDefault="00B15E99" w:rsidP="00AB06FD">
            <w:pPr>
              <w:pStyle w:val="TAC"/>
              <w:rPr>
                <w:rFonts w:cs="v5.0.0"/>
                <w:lang w:eastAsia="ja-JP"/>
              </w:rPr>
            </w:pPr>
            <w:r w:rsidRPr="00EF2F0E">
              <w:rPr>
                <w:rFonts w:cs="v5.0.0"/>
                <w:lang w:eastAsia="ja-JP"/>
              </w:rPr>
              <w:t>Lower</w:t>
            </w:r>
          </w:p>
        </w:tc>
        <w:tc>
          <w:tcPr>
            <w:tcW w:w="851" w:type="dxa"/>
            <w:shd w:val="clear" w:color="auto" w:fill="auto"/>
          </w:tcPr>
          <w:p w14:paraId="0984E521" w14:textId="77777777" w:rsidR="00B15E99" w:rsidRPr="00EF2F0E" w:rsidRDefault="00B15E99" w:rsidP="00AB06FD">
            <w:pPr>
              <w:pStyle w:val="TAC"/>
              <w:rPr>
                <w:rFonts w:cs="v5.0.0"/>
                <w:lang w:eastAsia="ja-JP"/>
              </w:rPr>
            </w:pPr>
            <w:r w:rsidRPr="00EF2F0E">
              <w:rPr>
                <w:rFonts w:cs="v5.0.0"/>
                <w:lang w:eastAsia="ja-JP"/>
              </w:rPr>
              <w:t>Upper</w:t>
            </w:r>
          </w:p>
        </w:tc>
        <w:tc>
          <w:tcPr>
            <w:tcW w:w="850" w:type="dxa"/>
            <w:shd w:val="clear" w:color="auto" w:fill="auto"/>
          </w:tcPr>
          <w:p w14:paraId="0984E522" w14:textId="77777777" w:rsidR="00B15E99" w:rsidRPr="00EF2F0E" w:rsidRDefault="00B15E99" w:rsidP="00AB06FD">
            <w:pPr>
              <w:pStyle w:val="TAC"/>
              <w:rPr>
                <w:rFonts w:cs="v5.0.0"/>
                <w:lang w:eastAsia="ja-JP"/>
              </w:rPr>
            </w:pPr>
            <w:r w:rsidRPr="00EF2F0E">
              <w:rPr>
                <w:rFonts w:cs="v5.0.0"/>
                <w:lang w:eastAsia="ja-JP"/>
              </w:rPr>
              <w:t>Lower</w:t>
            </w:r>
          </w:p>
        </w:tc>
        <w:tc>
          <w:tcPr>
            <w:tcW w:w="851" w:type="dxa"/>
            <w:shd w:val="clear" w:color="auto" w:fill="auto"/>
          </w:tcPr>
          <w:p w14:paraId="0984E523" w14:textId="77777777" w:rsidR="00B15E99" w:rsidRPr="00EF2F0E" w:rsidRDefault="00B15E99" w:rsidP="00AB06FD">
            <w:pPr>
              <w:pStyle w:val="TAC"/>
              <w:rPr>
                <w:rFonts w:cs="v5.0.0"/>
                <w:lang w:eastAsia="ja-JP"/>
              </w:rPr>
            </w:pPr>
            <w:r w:rsidRPr="00EF2F0E">
              <w:rPr>
                <w:rFonts w:cs="v5.0.0"/>
                <w:lang w:eastAsia="ja-JP"/>
              </w:rPr>
              <w:t>Upper</w:t>
            </w:r>
          </w:p>
        </w:tc>
      </w:tr>
      <w:tr w:rsidR="003401A4" w:rsidRPr="00EF2F0E" w14:paraId="0984E52E" w14:textId="77777777" w:rsidTr="00AB06FD">
        <w:trPr>
          <w:cantSplit/>
          <w:jc w:val="center"/>
        </w:trPr>
        <w:tc>
          <w:tcPr>
            <w:tcW w:w="2498" w:type="dxa"/>
            <w:shd w:val="clear" w:color="auto" w:fill="auto"/>
          </w:tcPr>
          <w:p w14:paraId="0984E525" w14:textId="77777777" w:rsidR="00B15E99" w:rsidRPr="00EF2F0E" w:rsidRDefault="00B15E99" w:rsidP="00AB06FD">
            <w:pPr>
              <w:pStyle w:val="TAC"/>
              <w:rPr>
                <w:rFonts w:cs="Arial"/>
                <w:lang w:eastAsia="ja-JP"/>
              </w:rPr>
            </w:pPr>
            <w:r w:rsidRPr="00EF2F0E">
              <w:rPr>
                <w:rFonts w:cs="v5.0.0"/>
                <w:lang w:eastAsia="ja-JP"/>
              </w:rPr>
              <w:t>Up (TPC command "1")</w:t>
            </w:r>
          </w:p>
        </w:tc>
        <w:tc>
          <w:tcPr>
            <w:tcW w:w="850" w:type="dxa"/>
            <w:shd w:val="clear" w:color="auto" w:fill="auto"/>
          </w:tcPr>
          <w:p w14:paraId="0984E526" w14:textId="77777777" w:rsidR="00B15E99" w:rsidRPr="00EF2F0E" w:rsidRDefault="00B15E99" w:rsidP="00AB06FD">
            <w:pPr>
              <w:pStyle w:val="TAC"/>
              <w:rPr>
                <w:rFonts w:cs="v5.0.0"/>
                <w:lang w:eastAsia="ja-JP"/>
              </w:rPr>
            </w:pPr>
            <w:r w:rsidRPr="00EF2F0E">
              <w:rPr>
                <w:rFonts w:cs="Arial"/>
                <w:lang w:eastAsia="ja-JP"/>
              </w:rPr>
              <w:t>+16 dB</w:t>
            </w:r>
          </w:p>
        </w:tc>
        <w:tc>
          <w:tcPr>
            <w:tcW w:w="851" w:type="dxa"/>
            <w:shd w:val="clear" w:color="auto" w:fill="auto"/>
          </w:tcPr>
          <w:p w14:paraId="0984E527" w14:textId="77777777" w:rsidR="00B15E99" w:rsidRPr="00EF2F0E" w:rsidRDefault="00B15E99" w:rsidP="00AB06FD">
            <w:pPr>
              <w:pStyle w:val="TAC"/>
              <w:rPr>
                <w:rFonts w:cs="v5.0.0"/>
                <w:lang w:eastAsia="ja-JP"/>
              </w:rPr>
            </w:pPr>
            <w:r w:rsidRPr="00EF2F0E">
              <w:rPr>
                <w:rFonts w:cs="Arial"/>
                <w:lang w:eastAsia="ja-JP"/>
              </w:rPr>
              <w:t>+24 dB</w:t>
            </w:r>
          </w:p>
        </w:tc>
        <w:tc>
          <w:tcPr>
            <w:tcW w:w="992" w:type="dxa"/>
            <w:shd w:val="clear" w:color="auto" w:fill="auto"/>
          </w:tcPr>
          <w:p w14:paraId="0984E528" w14:textId="77777777" w:rsidR="00B15E99" w:rsidRPr="00EF2F0E" w:rsidRDefault="00B15E99" w:rsidP="00AB06FD">
            <w:pPr>
              <w:pStyle w:val="TAC"/>
              <w:rPr>
                <w:rFonts w:cs="v5.0.0"/>
                <w:lang w:eastAsia="ja-JP"/>
              </w:rPr>
            </w:pPr>
            <w:r w:rsidRPr="00EF2F0E">
              <w:rPr>
                <w:rFonts w:cs="Arial"/>
                <w:lang w:eastAsia="ja-JP"/>
              </w:rPr>
              <w:t>+12 dB</w:t>
            </w:r>
          </w:p>
        </w:tc>
        <w:tc>
          <w:tcPr>
            <w:tcW w:w="851" w:type="dxa"/>
            <w:shd w:val="clear" w:color="auto" w:fill="auto"/>
          </w:tcPr>
          <w:p w14:paraId="0984E529" w14:textId="77777777" w:rsidR="00B15E99" w:rsidRPr="00EF2F0E" w:rsidRDefault="00B15E99" w:rsidP="00AB06FD">
            <w:pPr>
              <w:pStyle w:val="TAC"/>
              <w:rPr>
                <w:rFonts w:cs="v5.0.0"/>
                <w:lang w:eastAsia="ja-JP"/>
              </w:rPr>
            </w:pPr>
            <w:r w:rsidRPr="00EF2F0E">
              <w:rPr>
                <w:rFonts w:cs="Arial"/>
                <w:lang w:eastAsia="ja-JP"/>
              </w:rPr>
              <w:t>+18 dB</w:t>
            </w:r>
          </w:p>
        </w:tc>
        <w:tc>
          <w:tcPr>
            <w:tcW w:w="850" w:type="dxa"/>
            <w:shd w:val="clear" w:color="auto" w:fill="auto"/>
          </w:tcPr>
          <w:p w14:paraId="0984E52A" w14:textId="77777777" w:rsidR="00B15E99" w:rsidRPr="00EF2F0E" w:rsidRDefault="00B15E99" w:rsidP="00AB06FD">
            <w:pPr>
              <w:pStyle w:val="TAC"/>
              <w:rPr>
                <w:rFonts w:cs="v5.0.0"/>
                <w:lang w:eastAsia="ja-JP"/>
              </w:rPr>
            </w:pPr>
            <w:r w:rsidRPr="00EF2F0E">
              <w:rPr>
                <w:rFonts w:cs="v5.0.0"/>
                <w:lang w:eastAsia="ja-JP"/>
              </w:rPr>
              <w:t>+8 dB</w:t>
            </w:r>
          </w:p>
        </w:tc>
        <w:tc>
          <w:tcPr>
            <w:tcW w:w="851" w:type="dxa"/>
            <w:shd w:val="clear" w:color="auto" w:fill="auto"/>
          </w:tcPr>
          <w:p w14:paraId="0984E52B" w14:textId="77777777" w:rsidR="00B15E99" w:rsidRPr="00EF2F0E" w:rsidRDefault="00B15E99" w:rsidP="00AB06FD">
            <w:pPr>
              <w:pStyle w:val="TAC"/>
              <w:rPr>
                <w:rFonts w:cs="v5.0.0"/>
                <w:lang w:eastAsia="ja-JP"/>
              </w:rPr>
            </w:pPr>
            <w:r w:rsidRPr="00EF2F0E">
              <w:rPr>
                <w:rFonts w:cs="v5.0.0"/>
                <w:lang w:eastAsia="ja-JP"/>
              </w:rPr>
              <w:t>+12 dB</w:t>
            </w:r>
          </w:p>
        </w:tc>
        <w:tc>
          <w:tcPr>
            <w:tcW w:w="850" w:type="dxa"/>
            <w:shd w:val="clear" w:color="auto" w:fill="auto"/>
          </w:tcPr>
          <w:p w14:paraId="0984E52C" w14:textId="77777777" w:rsidR="00B15E99" w:rsidRPr="00EF2F0E" w:rsidRDefault="00B15E99" w:rsidP="00AB06FD">
            <w:pPr>
              <w:pStyle w:val="TAC"/>
              <w:rPr>
                <w:rFonts w:cs="v5.0.0"/>
                <w:lang w:eastAsia="ja-JP"/>
              </w:rPr>
            </w:pPr>
            <w:r w:rsidRPr="00EF2F0E">
              <w:rPr>
                <w:rFonts w:cs="v5.0.0"/>
                <w:lang w:eastAsia="ja-JP"/>
              </w:rPr>
              <w:t>+4 dB</w:t>
            </w:r>
          </w:p>
        </w:tc>
        <w:tc>
          <w:tcPr>
            <w:tcW w:w="851" w:type="dxa"/>
            <w:shd w:val="clear" w:color="auto" w:fill="auto"/>
          </w:tcPr>
          <w:p w14:paraId="0984E52D" w14:textId="77777777" w:rsidR="00B15E99" w:rsidRPr="00EF2F0E" w:rsidRDefault="00B15E99" w:rsidP="00AB06FD">
            <w:pPr>
              <w:pStyle w:val="TAC"/>
              <w:rPr>
                <w:rFonts w:cs="v5.0.0"/>
                <w:lang w:eastAsia="ja-JP"/>
              </w:rPr>
            </w:pPr>
            <w:r w:rsidRPr="00EF2F0E">
              <w:rPr>
                <w:rFonts w:cs="v5.0.0"/>
                <w:lang w:eastAsia="ja-JP"/>
              </w:rPr>
              <w:t>+6 dB</w:t>
            </w:r>
          </w:p>
        </w:tc>
      </w:tr>
      <w:tr w:rsidR="00B15E99" w:rsidRPr="00EF2F0E" w14:paraId="0984E538" w14:textId="77777777" w:rsidTr="00AB06FD">
        <w:trPr>
          <w:cantSplit/>
          <w:jc w:val="center"/>
        </w:trPr>
        <w:tc>
          <w:tcPr>
            <w:tcW w:w="2498" w:type="dxa"/>
            <w:shd w:val="clear" w:color="auto" w:fill="auto"/>
          </w:tcPr>
          <w:p w14:paraId="0984E52F" w14:textId="77777777" w:rsidR="00B15E99" w:rsidRPr="00EF2F0E" w:rsidRDefault="00B15E99" w:rsidP="00AB06FD">
            <w:pPr>
              <w:pStyle w:val="TAC"/>
              <w:rPr>
                <w:rFonts w:cs="Arial"/>
                <w:lang w:eastAsia="ja-JP"/>
              </w:rPr>
            </w:pPr>
            <w:r w:rsidRPr="00EF2F0E">
              <w:rPr>
                <w:rFonts w:cs="v5.0.0"/>
                <w:lang w:eastAsia="ja-JP"/>
              </w:rPr>
              <w:t>Down (TPC command "0")</w:t>
            </w:r>
          </w:p>
        </w:tc>
        <w:tc>
          <w:tcPr>
            <w:tcW w:w="850" w:type="dxa"/>
            <w:shd w:val="clear" w:color="auto" w:fill="auto"/>
          </w:tcPr>
          <w:p w14:paraId="0984E530" w14:textId="77777777" w:rsidR="00B15E99" w:rsidRPr="00EF2F0E" w:rsidRDefault="00B15E99" w:rsidP="00AB06FD">
            <w:pPr>
              <w:pStyle w:val="TAC"/>
              <w:rPr>
                <w:rFonts w:cs="v5.0.0"/>
                <w:lang w:eastAsia="ja-JP"/>
              </w:rPr>
            </w:pPr>
            <w:r w:rsidRPr="00EF2F0E">
              <w:rPr>
                <w:rFonts w:cs="Arial"/>
                <w:lang w:eastAsia="ja-JP"/>
              </w:rPr>
              <w:t>-16 dB</w:t>
            </w:r>
          </w:p>
        </w:tc>
        <w:tc>
          <w:tcPr>
            <w:tcW w:w="851" w:type="dxa"/>
            <w:shd w:val="clear" w:color="auto" w:fill="auto"/>
          </w:tcPr>
          <w:p w14:paraId="0984E531" w14:textId="77777777" w:rsidR="00B15E99" w:rsidRPr="00EF2F0E" w:rsidRDefault="00B15E99" w:rsidP="00AB06FD">
            <w:pPr>
              <w:pStyle w:val="TAC"/>
              <w:rPr>
                <w:rFonts w:cs="v5.0.0"/>
                <w:lang w:eastAsia="ja-JP"/>
              </w:rPr>
            </w:pPr>
            <w:r w:rsidRPr="00EF2F0E">
              <w:rPr>
                <w:rFonts w:cs="Arial"/>
                <w:lang w:eastAsia="ja-JP"/>
              </w:rPr>
              <w:t>-24 dB</w:t>
            </w:r>
          </w:p>
        </w:tc>
        <w:tc>
          <w:tcPr>
            <w:tcW w:w="992" w:type="dxa"/>
            <w:shd w:val="clear" w:color="auto" w:fill="auto"/>
          </w:tcPr>
          <w:p w14:paraId="0984E532" w14:textId="77777777" w:rsidR="00B15E99" w:rsidRPr="00EF2F0E" w:rsidRDefault="00B15E99" w:rsidP="00AB06FD">
            <w:pPr>
              <w:pStyle w:val="TAC"/>
              <w:rPr>
                <w:rFonts w:cs="v5.0.0"/>
                <w:lang w:eastAsia="ja-JP"/>
              </w:rPr>
            </w:pPr>
            <w:r w:rsidRPr="00EF2F0E">
              <w:rPr>
                <w:rFonts w:cs="Arial"/>
                <w:lang w:eastAsia="ja-JP"/>
              </w:rPr>
              <w:t>-12 dB</w:t>
            </w:r>
          </w:p>
        </w:tc>
        <w:tc>
          <w:tcPr>
            <w:tcW w:w="851" w:type="dxa"/>
            <w:shd w:val="clear" w:color="auto" w:fill="auto"/>
          </w:tcPr>
          <w:p w14:paraId="0984E533" w14:textId="77777777" w:rsidR="00B15E99" w:rsidRPr="00EF2F0E" w:rsidRDefault="00B15E99" w:rsidP="00AB06FD">
            <w:pPr>
              <w:pStyle w:val="TAC"/>
              <w:rPr>
                <w:rFonts w:cs="v5.0.0"/>
                <w:lang w:eastAsia="ja-JP"/>
              </w:rPr>
            </w:pPr>
            <w:r w:rsidRPr="00EF2F0E">
              <w:rPr>
                <w:rFonts w:cs="Arial"/>
                <w:lang w:eastAsia="ja-JP"/>
              </w:rPr>
              <w:t>-18 dB</w:t>
            </w:r>
          </w:p>
        </w:tc>
        <w:tc>
          <w:tcPr>
            <w:tcW w:w="850" w:type="dxa"/>
            <w:shd w:val="clear" w:color="auto" w:fill="auto"/>
          </w:tcPr>
          <w:p w14:paraId="0984E534" w14:textId="77777777" w:rsidR="00B15E99" w:rsidRPr="00EF2F0E" w:rsidRDefault="00B15E99" w:rsidP="00AB06FD">
            <w:pPr>
              <w:pStyle w:val="TAC"/>
              <w:rPr>
                <w:rFonts w:cs="v5.0.0"/>
                <w:lang w:eastAsia="ja-JP"/>
              </w:rPr>
            </w:pPr>
            <w:r w:rsidRPr="00EF2F0E">
              <w:rPr>
                <w:rFonts w:cs="v5.0.0"/>
                <w:lang w:eastAsia="ja-JP"/>
              </w:rPr>
              <w:t>-8 dB</w:t>
            </w:r>
          </w:p>
        </w:tc>
        <w:tc>
          <w:tcPr>
            <w:tcW w:w="851" w:type="dxa"/>
            <w:shd w:val="clear" w:color="auto" w:fill="auto"/>
          </w:tcPr>
          <w:p w14:paraId="0984E535" w14:textId="77777777" w:rsidR="00B15E99" w:rsidRPr="00EF2F0E" w:rsidRDefault="00B15E99" w:rsidP="00AB06FD">
            <w:pPr>
              <w:pStyle w:val="TAC"/>
              <w:rPr>
                <w:rFonts w:cs="v5.0.0"/>
                <w:lang w:eastAsia="ja-JP"/>
              </w:rPr>
            </w:pPr>
            <w:r w:rsidRPr="00EF2F0E">
              <w:rPr>
                <w:rFonts w:cs="v5.0.0"/>
                <w:lang w:eastAsia="ja-JP"/>
              </w:rPr>
              <w:t>-12 dB</w:t>
            </w:r>
          </w:p>
        </w:tc>
        <w:tc>
          <w:tcPr>
            <w:tcW w:w="850" w:type="dxa"/>
            <w:shd w:val="clear" w:color="auto" w:fill="auto"/>
          </w:tcPr>
          <w:p w14:paraId="0984E536" w14:textId="77777777" w:rsidR="00B15E99" w:rsidRPr="00EF2F0E" w:rsidRDefault="00B15E99" w:rsidP="00AB06FD">
            <w:pPr>
              <w:pStyle w:val="TAC"/>
              <w:rPr>
                <w:rFonts w:cs="v5.0.0"/>
                <w:lang w:eastAsia="ja-JP"/>
              </w:rPr>
            </w:pPr>
            <w:r w:rsidRPr="00EF2F0E">
              <w:rPr>
                <w:rFonts w:cs="v5.0.0"/>
                <w:lang w:eastAsia="ja-JP"/>
              </w:rPr>
              <w:t>-4 dB</w:t>
            </w:r>
          </w:p>
        </w:tc>
        <w:tc>
          <w:tcPr>
            <w:tcW w:w="851" w:type="dxa"/>
            <w:shd w:val="clear" w:color="auto" w:fill="auto"/>
          </w:tcPr>
          <w:p w14:paraId="0984E537" w14:textId="77777777" w:rsidR="00B15E99" w:rsidRPr="00EF2F0E" w:rsidRDefault="00B15E99" w:rsidP="00AB06FD">
            <w:pPr>
              <w:pStyle w:val="TAC"/>
              <w:rPr>
                <w:rFonts w:cs="v5.0.0"/>
                <w:lang w:eastAsia="ja-JP"/>
              </w:rPr>
            </w:pPr>
            <w:r w:rsidRPr="00EF2F0E">
              <w:rPr>
                <w:rFonts w:cs="v5.0.0"/>
                <w:lang w:eastAsia="ja-JP"/>
              </w:rPr>
              <w:t>-6 dB</w:t>
            </w:r>
          </w:p>
        </w:tc>
      </w:tr>
    </w:tbl>
    <w:p w14:paraId="0984E539" w14:textId="77777777" w:rsidR="00B15E99" w:rsidRPr="00EF2F0E" w:rsidRDefault="00B15E99" w:rsidP="00B15E99"/>
    <w:p w14:paraId="0984E53A" w14:textId="77777777" w:rsidR="00B15E99" w:rsidRPr="00EF2F0E" w:rsidRDefault="00B15E99" w:rsidP="00B15E99">
      <w:pPr>
        <w:pStyle w:val="Heading4"/>
      </w:pPr>
      <w:bookmarkStart w:id="3124" w:name="_Toc21095999"/>
      <w:bookmarkStart w:id="3125" w:name="_Toc29763198"/>
      <w:bookmarkStart w:id="3126" w:name="_Toc45869483"/>
      <w:bookmarkStart w:id="3127" w:name="_Toc52554730"/>
      <w:bookmarkStart w:id="3128" w:name="_Toc52555200"/>
      <w:bookmarkStart w:id="3129" w:name="_Toc61112425"/>
      <w:bookmarkStart w:id="3130" w:name="_Toc67911577"/>
      <w:bookmarkStart w:id="3131" w:name="_Toc74843052"/>
      <w:bookmarkStart w:id="3132" w:name="_Toc76503435"/>
      <w:bookmarkStart w:id="3133" w:name="_Toc83040878"/>
      <w:bookmarkStart w:id="3134" w:name="_Toc89851921"/>
      <w:bookmarkStart w:id="3135" w:name="_Toc98676275"/>
      <w:r w:rsidRPr="00EF2F0E">
        <w:t>9.4.2.4</w:t>
      </w:r>
      <w:r w:rsidRPr="00EF2F0E">
        <w:tab/>
        <w:t>Minimum requirement for single RAT E-UTRA operation</w:t>
      </w:r>
      <w:bookmarkEnd w:id="3124"/>
      <w:bookmarkEnd w:id="3125"/>
      <w:bookmarkEnd w:id="3126"/>
      <w:bookmarkEnd w:id="3127"/>
      <w:bookmarkEnd w:id="3128"/>
      <w:bookmarkEnd w:id="3129"/>
      <w:bookmarkEnd w:id="3130"/>
      <w:bookmarkEnd w:id="3131"/>
      <w:bookmarkEnd w:id="3132"/>
      <w:bookmarkEnd w:id="3133"/>
      <w:bookmarkEnd w:id="3134"/>
      <w:bookmarkEnd w:id="3135"/>
    </w:p>
    <w:p w14:paraId="0984E53B" w14:textId="77777777" w:rsidR="00B15E99" w:rsidRPr="00EF2F0E" w:rsidRDefault="00B15E99" w:rsidP="00B15E99">
      <w:pPr>
        <w:rPr>
          <w:lang w:eastAsia="zh-CN"/>
        </w:rPr>
      </w:pPr>
      <w:r w:rsidRPr="00EF2F0E">
        <w:rPr>
          <w:lang w:eastAsia="zh-CN"/>
        </w:rPr>
        <w:t>This requirement does not apply to E-UTRA operation.</w:t>
      </w:r>
    </w:p>
    <w:p w14:paraId="0984E53C" w14:textId="77777777" w:rsidR="00B15E99" w:rsidRPr="00EF2F0E" w:rsidRDefault="00B15E99" w:rsidP="00B15E99">
      <w:pPr>
        <w:pStyle w:val="Heading3"/>
      </w:pPr>
      <w:bookmarkStart w:id="3136" w:name="_Toc21096000"/>
      <w:bookmarkStart w:id="3137" w:name="_Toc29763199"/>
      <w:bookmarkStart w:id="3138" w:name="_Toc45869484"/>
      <w:bookmarkStart w:id="3139" w:name="_Toc52554731"/>
      <w:bookmarkStart w:id="3140" w:name="_Toc52555201"/>
      <w:bookmarkStart w:id="3141" w:name="_Toc61112426"/>
      <w:bookmarkStart w:id="3142" w:name="_Toc67911578"/>
      <w:bookmarkStart w:id="3143" w:name="_Toc74843053"/>
      <w:bookmarkStart w:id="3144" w:name="_Toc76503436"/>
      <w:bookmarkStart w:id="3145" w:name="_Toc83040879"/>
      <w:bookmarkStart w:id="3146" w:name="_Toc89851922"/>
      <w:bookmarkStart w:id="3147" w:name="_Toc98676276"/>
      <w:r w:rsidRPr="00EF2F0E">
        <w:t>9.4.3</w:t>
      </w:r>
      <w:r w:rsidRPr="00EF2F0E">
        <w:tab/>
        <w:t>OTA Power control dynamic range</w:t>
      </w:r>
      <w:bookmarkEnd w:id="3136"/>
      <w:bookmarkEnd w:id="3137"/>
      <w:bookmarkEnd w:id="3138"/>
      <w:bookmarkEnd w:id="3139"/>
      <w:bookmarkEnd w:id="3140"/>
      <w:bookmarkEnd w:id="3141"/>
      <w:bookmarkEnd w:id="3142"/>
      <w:bookmarkEnd w:id="3143"/>
      <w:bookmarkEnd w:id="3144"/>
      <w:bookmarkEnd w:id="3145"/>
      <w:bookmarkEnd w:id="3146"/>
      <w:bookmarkEnd w:id="3147"/>
    </w:p>
    <w:p w14:paraId="0984E53D" w14:textId="77777777" w:rsidR="00B15E99" w:rsidRPr="00EF2F0E" w:rsidRDefault="00B15E99" w:rsidP="00B15E99">
      <w:pPr>
        <w:pStyle w:val="Heading4"/>
      </w:pPr>
      <w:bookmarkStart w:id="3148" w:name="_Toc21096001"/>
      <w:bookmarkStart w:id="3149" w:name="_Toc29763200"/>
      <w:bookmarkStart w:id="3150" w:name="_Toc45869485"/>
      <w:bookmarkStart w:id="3151" w:name="_Toc52554732"/>
      <w:bookmarkStart w:id="3152" w:name="_Toc52555202"/>
      <w:bookmarkStart w:id="3153" w:name="_Toc61112427"/>
      <w:bookmarkStart w:id="3154" w:name="_Toc67911579"/>
      <w:bookmarkStart w:id="3155" w:name="_Toc74843054"/>
      <w:bookmarkStart w:id="3156" w:name="_Toc76503437"/>
      <w:bookmarkStart w:id="3157" w:name="_Toc83040880"/>
      <w:bookmarkStart w:id="3158" w:name="_Toc89851923"/>
      <w:bookmarkStart w:id="3159" w:name="_Toc98676277"/>
      <w:r w:rsidRPr="00EF2F0E">
        <w:t>9.4.3.1</w:t>
      </w:r>
      <w:r w:rsidRPr="00EF2F0E">
        <w:tab/>
        <w:t>General</w:t>
      </w:r>
      <w:bookmarkEnd w:id="3148"/>
      <w:bookmarkEnd w:id="3149"/>
      <w:bookmarkEnd w:id="3150"/>
      <w:bookmarkEnd w:id="3151"/>
      <w:bookmarkEnd w:id="3152"/>
      <w:bookmarkEnd w:id="3153"/>
      <w:bookmarkEnd w:id="3154"/>
      <w:bookmarkEnd w:id="3155"/>
      <w:bookmarkEnd w:id="3156"/>
      <w:bookmarkEnd w:id="3157"/>
      <w:bookmarkEnd w:id="3158"/>
      <w:bookmarkEnd w:id="3159"/>
    </w:p>
    <w:p w14:paraId="0984E53E" w14:textId="77777777" w:rsidR="00B15E99" w:rsidRPr="00EF2F0E" w:rsidRDefault="00B15E99" w:rsidP="00B15E99">
      <w:pPr>
        <w:rPr>
          <w:rFonts w:cs="v5.0.0"/>
        </w:rPr>
      </w:pPr>
      <w:r w:rsidRPr="00EF2F0E">
        <w:rPr>
          <w:rFonts w:cs="v5.0.0"/>
        </w:rPr>
        <w:t xml:space="preserve">The power control dynamic range is the difference between the maximum and the minimum </w:t>
      </w:r>
      <w:r w:rsidRPr="00EF2F0E">
        <w:rPr>
          <w:i/>
        </w:rPr>
        <w:t>code domain</w:t>
      </w:r>
      <w:r w:rsidRPr="00EF2F0E">
        <w:rPr>
          <w:rFonts w:cs="v5.0.0"/>
          <w:i/>
        </w:rPr>
        <w:t xml:space="preserve"> power</w:t>
      </w:r>
      <w:r w:rsidRPr="00EF2F0E">
        <w:rPr>
          <w:rFonts w:cs="v5.0.0"/>
        </w:rPr>
        <w:t xml:space="preserve"> of a code channel for a specified reference condition.</w:t>
      </w:r>
    </w:p>
    <w:p w14:paraId="0984E53F" w14:textId="77777777" w:rsidR="00B15E99" w:rsidRPr="00EF2F0E" w:rsidRDefault="00B15E99" w:rsidP="00B15E99">
      <w:pPr>
        <w:rPr>
          <w:rFonts w:cs="v5.0.0"/>
        </w:rPr>
      </w:pPr>
      <w:r w:rsidRPr="00EF2F0E">
        <w:rPr>
          <w:rFonts w:cs="v5.0.0"/>
        </w:rPr>
        <w:t>This requirement applies at each RIB supporting transmission in the operating band.</w:t>
      </w:r>
    </w:p>
    <w:p w14:paraId="0984E540" w14:textId="77777777" w:rsidR="00B15E99" w:rsidRPr="00EF2F0E" w:rsidRDefault="00B15E99" w:rsidP="00B15E99">
      <w:pPr>
        <w:rPr>
          <w:lang w:eastAsia="zh-CN"/>
        </w:rPr>
      </w:pPr>
      <w:r w:rsidRPr="00EF2F0E">
        <w:rPr>
          <w:lang w:eastAsia="zh-CN"/>
        </w:rPr>
        <w:t>This requirement applies to UTRA operation only.</w:t>
      </w:r>
    </w:p>
    <w:p w14:paraId="0984E541" w14:textId="77777777" w:rsidR="00B15E99" w:rsidRPr="00EF2F0E" w:rsidRDefault="00B15E99" w:rsidP="00B15E99">
      <w:pPr>
        <w:pStyle w:val="Heading4"/>
      </w:pPr>
      <w:bookmarkStart w:id="3160" w:name="_Toc21096002"/>
      <w:bookmarkStart w:id="3161" w:name="_Toc29763201"/>
      <w:bookmarkStart w:id="3162" w:name="_Toc45869486"/>
      <w:bookmarkStart w:id="3163" w:name="_Toc52554733"/>
      <w:bookmarkStart w:id="3164" w:name="_Toc52555203"/>
      <w:bookmarkStart w:id="3165" w:name="_Toc61112428"/>
      <w:bookmarkStart w:id="3166" w:name="_Toc67911580"/>
      <w:bookmarkStart w:id="3167" w:name="_Toc74843055"/>
      <w:bookmarkStart w:id="3168" w:name="_Toc76503438"/>
      <w:bookmarkStart w:id="3169" w:name="_Toc83040881"/>
      <w:bookmarkStart w:id="3170" w:name="_Toc89851924"/>
      <w:bookmarkStart w:id="3171" w:name="_Toc98676278"/>
      <w:r w:rsidRPr="00EF2F0E">
        <w:t>9.4.3.2</w:t>
      </w:r>
      <w:r w:rsidRPr="00EF2F0E">
        <w:tab/>
        <w:t>Minimum requirement for MSR operation</w:t>
      </w:r>
      <w:bookmarkEnd w:id="3160"/>
      <w:bookmarkEnd w:id="3161"/>
      <w:bookmarkEnd w:id="3162"/>
      <w:bookmarkEnd w:id="3163"/>
      <w:bookmarkEnd w:id="3164"/>
      <w:bookmarkEnd w:id="3165"/>
      <w:bookmarkEnd w:id="3166"/>
      <w:bookmarkEnd w:id="3167"/>
      <w:bookmarkEnd w:id="3168"/>
      <w:bookmarkEnd w:id="3169"/>
      <w:bookmarkEnd w:id="3170"/>
      <w:bookmarkEnd w:id="3171"/>
    </w:p>
    <w:p w14:paraId="0984E542" w14:textId="77777777" w:rsidR="00B15E99" w:rsidRPr="00EF2F0E" w:rsidRDefault="00B15E99" w:rsidP="00B15E99">
      <w:pPr>
        <w:rPr>
          <w:lang w:eastAsia="zh-CN"/>
        </w:rPr>
      </w:pPr>
      <w:r w:rsidRPr="00EF2F0E">
        <w:t xml:space="preserve">For UTRA FDD operation; the minimum requirements for MSR </w:t>
      </w:r>
      <w:r w:rsidRPr="00EF2F0E">
        <w:rPr>
          <w:i/>
        </w:rPr>
        <w:t>AAS BS</w:t>
      </w:r>
      <w:r w:rsidRPr="00EF2F0E">
        <w:t xml:space="preserve"> power control dynamic range are the same as subclause 9.4.3.3</w:t>
      </w:r>
    </w:p>
    <w:p w14:paraId="0984E543" w14:textId="77777777" w:rsidR="00B15E99" w:rsidRPr="00EF2F0E" w:rsidRDefault="00B15E99" w:rsidP="00B15E99">
      <w:pPr>
        <w:rPr>
          <w:lang w:eastAsia="zh-CN"/>
        </w:rPr>
      </w:pPr>
      <w:r w:rsidRPr="00EF2F0E">
        <w:rPr>
          <w:lang w:eastAsia="zh-CN"/>
        </w:rPr>
        <w:t>This requirement does not apply to E-UTRA operation.</w:t>
      </w:r>
    </w:p>
    <w:p w14:paraId="0984E544" w14:textId="77777777" w:rsidR="00B15E99" w:rsidRPr="00EF2F0E" w:rsidRDefault="00B15E99" w:rsidP="00B15E99">
      <w:pPr>
        <w:rPr>
          <w:lang w:eastAsia="zh-CN"/>
        </w:rPr>
      </w:pPr>
      <w:r w:rsidRPr="00EF2F0E">
        <w:rPr>
          <w:lang w:eastAsia="zh-CN"/>
        </w:rPr>
        <w:t>This requirement does not apply to NR operation.</w:t>
      </w:r>
    </w:p>
    <w:p w14:paraId="0984E545" w14:textId="77777777" w:rsidR="00B15E99" w:rsidRPr="00EF2F0E" w:rsidRDefault="00B15E99" w:rsidP="00B15E99">
      <w:pPr>
        <w:pStyle w:val="Heading4"/>
      </w:pPr>
      <w:bookmarkStart w:id="3172" w:name="_Toc21096003"/>
      <w:bookmarkStart w:id="3173" w:name="_Toc29763202"/>
      <w:bookmarkStart w:id="3174" w:name="_Toc45869487"/>
      <w:bookmarkStart w:id="3175" w:name="_Toc52554734"/>
      <w:bookmarkStart w:id="3176" w:name="_Toc52555204"/>
      <w:bookmarkStart w:id="3177" w:name="_Toc61112429"/>
      <w:bookmarkStart w:id="3178" w:name="_Toc67911581"/>
      <w:bookmarkStart w:id="3179" w:name="_Toc74843056"/>
      <w:bookmarkStart w:id="3180" w:name="_Toc76503439"/>
      <w:bookmarkStart w:id="3181" w:name="_Toc83040882"/>
      <w:bookmarkStart w:id="3182" w:name="_Toc89851925"/>
      <w:bookmarkStart w:id="3183" w:name="_Toc98676279"/>
      <w:r w:rsidRPr="00EF2F0E">
        <w:t>9.4.3.3</w:t>
      </w:r>
      <w:r w:rsidRPr="00EF2F0E">
        <w:tab/>
        <w:t>Minimum requirement for single RAT UTRA operation</w:t>
      </w:r>
      <w:bookmarkEnd w:id="3172"/>
      <w:bookmarkEnd w:id="3173"/>
      <w:bookmarkEnd w:id="3174"/>
      <w:bookmarkEnd w:id="3175"/>
      <w:bookmarkEnd w:id="3176"/>
      <w:bookmarkEnd w:id="3177"/>
      <w:bookmarkEnd w:id="3178"/>
      <w:bookmarkEnd w:id="3179"/>
      <w:bookmarkEnd w:id="3180"/>
      <w:bookmarkEnd w:id="3181"/>
      <w:bookmarkEnd w:id="3182"/>
      <w:bookmarkEnd w:id="3183"/>
    </w:p>
    <w:p w14:paraId="0984E546" w14:textId="77777777" w:rsidR="00B15E99" w:rsidRPr="00EF2F0E" w:rsidRDefault="00B15E99" w:rsidP="00B15E99">
      <w:pPr>
        <w:jc w:val="both"/>
        <w:rPr>
          <w:rFonts w:cs="v5.0.0"/>
        </w:rPr>
      </w:pPr>
      <w:r w:rsidRPr="00EF2F0E">
        <w:rPr>
          <w:rFonts w:cs="v5.0.0"/>
        </w:rPr>
        <w:t>Down link (DL) power control dynamic range shall be:</w:t>
      </w:r>
    </w:p>
    <w:p w14:paraId="0984E547" w14:textId="77777777" w:rsidR="00B15E99" w:rsidRPr="00EF2F0E" w:rsidRDefault="00B15E99" w:rsidP="00B15E99">
      <w:pPr>
        <w:pStyle w:val="EX"/>
        <w:ind w:left="3261" w:hanging="2977"/>
      </w:pPr>
      <w:r w:rsidRPr="00EF2F0E">
        <w:t xml:space="preserve">Maximum </w:t>
      </w:r>
      <w:r w:rsidRPr="00EF2F0E">
        <w:rPr>
          <w:i/>
        </w:rPr>
        <w:t>code domain power</w:t>
      </w:r>
      <w:r w:rsidRPr="00EF2F0E">
        <w:t>:</w:t>
      </w:r>
      <w:r w:rsidRPr="00EF2F0E">
        <w:tab/>
        <w:t>P</w:t>
      </w:r>
      <w:r w:rsidRPr="00EF2F0E">
        <w:rPr>
          <w:vertAlign w:val="subscript"/>
        </w:rPr>
        <w:t>max</w:t>
      </w:r>
      <w:r w:rsidRPr="00EF2F0E">
        <w:rPr>
          <w:vertAlign w:val="subscript"/>
          <w:lang w:eastAsia="zh-CN"/>
        </w:rPr>
        <w:t>,c,TRP</w:t>
      </w:r>
      <w:r w:rsidRPr="00EF2F0E">
        <w:rPr>
          <w:lang w:eastAsia="zh-CN"/>
        </w:rPr>
        <w:t xml:space="preserve"> </w:t>
      </w:r>
      <w:r w:rsidRPr="00EF2F0E">
        <w:t>- 3 dB or greater</w:t>
      </w:r>
    </w:p>
    <w:p w14:paraId="0984E548" w14:textId="77777777" w:rsidR="00B15E99" w:rsidRPr="00EF2F0E" w:rsidRDefault="00B15E99" w:rsidP="00B15E99">
      <w:pPr>
        <w:pStyle w:val="EX"/>
        <w:ind w:left="3261" w:hanging="2977"/>
      </w:pPr>
      <w:r w:rsidRPr="00EF2F0E">
        <w:t xml:space="preserve">Minimum </w:t>
      </w:r>
      <w:r w:rsidRPr="00EF2F0E">
        <w:rPr>
          <w:i/>
        </w:rPr>
        <w:t>code domain power</w:t>
      </w:r>
      <w:r w:rsidRPr="00EF2F0E">
        <w:t>:</w:t>
      </w:r>
      <w:r w:rsidRPr="00EF2F0E">
        <w:tab/>
        <w:t>P</w:t>
      </w:r>
      <w:r w:rsidRPr="00EF2F0E">
        <w:rPr>
          <w:vertAlign w:val="subscript"/>
        </w:rPr>
        <w:t>max</w:t>
      </w:r>
      <w:r w:rsidRPr="00EF2F0E">
        <w:rPr>
          <w:vertAlign w:val="subscript"/>
          <w:lang w:eastAsia="zh-CN"/>
        </w:rPr>
        <w:t>,c,TRP</w:t>
      </w:r>
      <w:r w:rsidRPr="00EF2F0E">
        <w:rPr>
          <w:lang w:eastAsia="zh-CN"/>
        </w:rPr>
        <w:t xml:space="preserve"> </w:t>
      </w:r>
      <w:r w:rsidRPr="00EF2F0E">
        <w:t>- 28 dB or less</w:t>
      </w:r>
    </w:p>
    <w:p w14:paraId="0984E549" w14:textId="77777777" w:rsidR="00B15E99" w:rsidRPr="00EF2F0E" w:rsidRDefault="00B15E99" w:rsidP="00B15E99">
      <w:pPr>
        <w:pStyle w:val="Heading4"/>
      </w:pPr>
      <w:bookmarkStart w:id="3184" w:name="_Toc21096004"/>
      <w:bookmarkStart w:id="3185" w:name="_Toc29763203"/>
      <w:bookmarkStart w:id="3186" w:name="_Toc45869488"/>
      <w:bookmarkStart w:id="3187" w:name="_Toc52554735"/>
      <w:bookmarkStart w:id="3188" w:name="_Toc52555205"/>
      <w:bookmarkStart w:id="3189" w:name="_Toc61112430"/>
      <w:bookmarkStart w:id="3190" w:name="_Toc67911582"/>
      <w:bookmarkStart w:id="3191" w:name="_Toc74843057"/>
      <w:bookmarkStart w:id="3192" w:name="_Toc76503440"/>
      <w:bookmarkStart w:id="3193" w:name="_Toc83040883"/>
      <w:bookmarkStart w:id="3194" w:name="_Toc89851926"/>
      <w:bookmarkStart w:id="3195" w:name="_Toc98676280"/>
      <w:r w:rsidRPr="00EF2F0E">
        <w:t>9.4.3.4</w:t>
      </w:r>
      <w:r w:rsidRPr="00EF2F0E">
        <w:tab/>
        <w:t>Minimum requirement for single RAT E-UTRA operation</w:t>
      </w:r>
      <w:bookmarkEnd w:id="3184"/>
      <w:bookmarkEnd w:id="3185"/>
      <w:bookmarkEnd w:id="3186"/>
      <w:bookmarkEnd w:id="3187"/>
      <w:bookmarkEnd w:id="3188"/>
      <w:bookmarkEnd w:id="3189"/>
      <w:bookmarkEnd w:id="3190"/>
      <w:bookmarkEnd w:id="3191"/>
      <w:bookmarkEnd w:id="3192"/>
      <w:bookmarkEnd w:id="3193"/>
      <w:bookmarkEnd w:id="3194"/>
      <w:bookmarkEnd w:id="3195"/>
    </w:p>
    <w:p w14:paraId="0984E54A" w14:textId="77777777" w:rsidR="00B15E99" w:rsidRPr="00EF2F0E" w:rsidRDefault="00B15E99" w:rsidP="00B15E99">
      <w:pPr>
        <w:rPr>
          <w:lang w:eastAsia="zh-CN"/>
        </w:rPr>
      </w:pPr>
      <w:r w:rsidRPr="00EF2F0E">
        <w:rPr>
          <w:lang w:eastAsia="zh-CN"/>
        </w:rPr>
        <w:t>This requirement does not apply to E-UTRA operation.</w:t>
      </w:r>
    </w:p>
    <w:p w14:paraId="0984E54B" w14:textId="77777777" w:rsidR="00B15E99" w:rsidRPr="00EF2F0E" w:rsidRDefault="00B15E99" w:rsidP="00B15E99">
      <w:pPr>
        <w:pStyle w:val="Heading3"/>
      </w:pPr>
      <w:bookmarkStart w:id="3196" w:name="_Toc21096005"/>
      <w:bookmarkStart w:id="3197" w:name="_Toc29763204"/>
      <w:bookmarkStart w:id="3198" w:name="_Toc45869489"/>
      <w:bookmarkStart w:id="3199" w:name="_Toc52554736"/>
      <w:bookmarkStart w:id="3200" w:name="_Toc52555206"/>
      <w:bookmarkStart w:id="3201" w:name="_Toc61112431"/>
      <w:bookmarkStart w:id="3202" w:name="_Toc67911583"/>
      <w:bookmarkStart w:id="3203" w:name="_Toc74843058"/>
      <w:bookmarkStart w:id="3204" w:name="_Toc76503441"/>
      <w:bookmarkStart w:id="3205" w:name="_Toc83040884"/>
      <w:bookmarkStart w:id="3206" w:name="_Toc89851927"/>
      <w:bookmarkStart w:id="3207" w:name="_Toc98676281"/>
      <w:r w:rsidRPr="00EF2F0E">
        <w:t>9.4.4</w:t>
      </w:r>
      <w:r w:rsidRPr="00EF2F0E">
        <w:tab/>
        <w:t>OTA Total power dynamic range</w:t>
      </w:r>
      <w:bookmarkEnd w:id="3196"/>
      <w:bookmarkEnd w:id="3197"/>
      <w:bookmarkEnd w:id="3198"/>
      <w:bookmarkEnd w:id="3199"/>
      <w:bookmarkEnd w:id="3200"/>
      <w:bookmarkEnd w:id="3201"/>
      <w:bookmarkEnd w:id="3202"/>
      <w:bookmarkEnd w:id="3203"/>
      <w:bookmarkEnd w:id="3204"/>
      <w:bookmarkEnd w:id="3205"/>
      <w:bookmarkEnd w:id="3206"/>
      <w:bookmarkEnd w:id="3207"/>
    </w:p>
    <w:p w14:paraId="0984E54C" w14:textId="77777777" w:rsidR="00B15E99" w:rsidRPr="00EF2F0E" w:rsidRDefault="00B15E99" w:rsidP="00B15E99">
      <w:pPr>
        <w:pStyle w:val="Heading4"/>
      </w:pPr>
      <w:bookmarkStart w:id="3208" w:name="_Toc21096006"/>
      <w:bookmarkStart w:id="3209" w:name="_Toc29763205"/>
      <w:bookmarkStart w:id="3210" w:name="_Toc45869490"/>
      <w:bookmarkStart w:id="3211" w:name="_Toc52554737"/>
      <w:bookmarkStart w:id="3212" w:name="_Toc52555207"/>
      <w:bookmarkStart w:id="3213" w:name="_Toc61112432"/>
      <w:bookmarkStart w:id="3214" w:name="_Toc67911584"/>
      <w:bookmarkStart w:id="3215" w:name="_Toc74843059"/>
      <w:bookmarkStart w:id="3216" w:name="_Toc76503442"/>
      <w:bookmarkStart w:id="3217" w:name="_Toc83040885"/>
      <w:bookmarkStart w:id="3218" w:name="_Toc89851928"/>
      <w:bookmarkStart w:id="3219" w:name="_Toc98676282"/>
      <w:r w:rsidRPr="00EF2F0E">
        <w:t>9.4.4.1</w:t>
      </w:r>
      <w:r w:rsidRPr="00EF2F0E">
        <w:tab/>
        <w:t>General</w:t>
      </w:r>
      <w:bookmarkEnd w:id="3208"/>
      <w:bookmarkEnd w:id="3209"/>
      <w:bookmarkEnd w:id="3210"/>
      <w:bookmarkEnd w:id="3211"/>
      <w:bookmarkEnd w:id="3212"/>
      <w:bookmarkEnd w:id="3213"/>
      <w:bookmarkEnd w:id="3214"/>
      <w:bookmarkEnd w:id="3215"/>
      <w:bookmarkEnd w:id="3216"/>
      <w:bookmarkEnd w:id="3217"/>
      <w:bookmarkEnd w:id="3218"/>
      <w:bookmarkEnd w:id="3219"/>
    </w:p>
    <w:p w14:paraId="0984E54D" w14:textId="77777777" w:rsidR="00B15E99" w:rsidRPr="00EF2F0E" w:rsidRDefault="00B15E99" w:rsidP="00B15E99">
      <w:pPr>
        <w:rPr>
          <w:rFonts w:cs="v5.0.0"/>
        </w:rPr>
      </w:pPr>
      <w:r w:rsidRPr="00EF2F0E">
        <w:rPr>
          <w:rFonts w:cs="v5.0.0"/>
        </w:rPr>
        <w:t>The total power dynamic range is the difference between the maximum and the minimum output power for a specified reference condition.</w:t>
      </w:r>
    </w:p>
    <w:p w14:paraId="0984E54E" w14:textId="77777777" w:rsidR="00B15E99" w:rsidRPr="00EF2F0E" w:rsidRDefault="00B15E99" w:rsidP="00B15E99">
      <w:pPr>
        <w:rPr>
          <w:rFonts w:cs="v5.0.0"/>
        </w:rPr>
      </w:pPr>
      <w:r w:rsidRPr="00EF2F0E">
        <w:rPr>
          <w:rFonts w:cs="v5.0.0"/>
        </w:rPr>
        <w:t>This requirement applies at each RIB supporting transmission in the operating band.</w:t>
      </w:r>
    </w:p>
    <w:p w14:paraId="0984E54F" w14:textId="77777777" w:rsidR="00B15E99" w:rsidRPr="00EF2F0E" w:rsidRDefault="00B15E99" w:rsidP="00B15E99">
      <w:pPr>
        <w:pStyle w:val="NO"/>
      </w:pPr>
      <w:r w:rsidRPr="00EF2F0E">
        <w:t>NOTE 1:</w:t>
      </w:r>
      <w:r w:rsidRPr="00EF2F0E">
        <w:tab/>
        <w:t>The upper limit of the dynamic range is the BS maximum output power (P</w:t>
      </w:r>
      <w:r w:rsidRPr="00EF2F0E">
        <w:rPr>
          <w:vertAlign w:val="subscript"/>
        </w:rPr>
        <w:t>Rated,c,TRP</w:t>
      </w:r>
      <w:r w:rsidRPr="00EF2F0E">
        <w:t>). The lower limit of the dynamic range is the lowest minimum power from the AAS BS when no traffic channels are activated.</w:t>
      </w:r>
    </w:p>
    <w:p w14:paraId="0984E550" w14:textId="77777777" w:rsidR="00B15E99" w:rsidRPr="00EF2F0E" w:rsidRDefault="00B15E99" w:rsidP="00B15E99">
      <w:pPr>
        <w:spacing w:line="240" w:lineRule="exact"/>
        <w:rPr>
          <w:rFonts w:cs="v5.0.0"/>
        </w:rPr>
      </w:pPr>
      <w:r w:rsidRPr="00EF2F0E">
        <w:rPr>
          <w:rFonts w:cs="v5.0.0"/>
        </w:rPr>
        <w:t>Particularly for E-UTRA, the total power dynamic range is the difference between the maximum and the minimum transmit power of an OFDM symbol for a specified reference condition.</w:t>
      </w:r>
    </w:p>
    <w:p w14:paraId="0984E551" w14:textId="77777777" w:rsidR="00B15E99" w:rsidRPr="00EF2F0E" w:rsidRDefault="00B15E99" w:rsidP="00B15E99">
      <w:pPr>
        <w:pStyle w:val="NO"/>
      </w:pPr>
      <w:r w:rsidRPr="00EF2F0E">
        <w:t>NOTE 2:</w:t>
      </w:r>
      <w:r w:rsidRPr="00EF2F0E">
        <w:tab/>
        <w:t>The upper limit of the dynamic range at a RIB is the OFDM symbol power at maximum output power (P</w:t>
      </w:r>
      <w:r w:rsidRPr="00EF2F0E">
        <w:rPr>
          <w:vertAlign w:val="subscript"/>
        </w:rPr>
        <w:t>Rated,c,TRP</w:t>
      </w:r>
      <w:r w:rsidRPr="00EF2F0E">
        <w:t>)</w:t>
      </w:r>
      <w:bookmarkStart w:id="3220" w:name="_Hlk528437478"/>
      <w:r w:rsidR="001E2482" w:rsidRPr="00EF2F0E">
        <w:t xml:space="preserve"> when transmitting on all RBs</w:t>
      </w:r>
      <w:bookmarkEnd w:id="3220"/>
      <w:r w:rsidRPr="00EF2F0E">
        <w:t xml:space="preserve">. The lower limit of the dynamic range at a RIB is the OFDM symbol power when one resource block is transmitted. The OFDM symbol carries PDSCH </w:t>
      </w:r>
      <w:r w:rsidR="00396016" w:rsidRPr="00EF2F0E">
        <w:t xml:space="preserve">or sPDSCH </w:t>
      </w:r>
      <w:r w:rsidRPr="00EF2F0E">
        <w:t>and not contain RS, PBCH or synchronization signals.</w:t>
      </w:r>
    </w:p>
    <w:p w14:paraId="0984E552" w14:textId="77777777" w:rsidR="00B15E99" w:rsidRPr="00EF2F0E" w:rsidRDefault="00B15E99" w:rsidP="00B15E99">
      <w:pPr>
        <w:pStyle w:val="Heading4"/>
      </w:pPr>
      <w:bookmarkStart w:id="3221" w:name="_Toc21096007"/>
      <w:bookmarkStart w:id="3222" w:name="_Toc29763206"/>
      <w:bookmarkStart w:id="3223" w:name="_Toc45869491"/>
      <w:bookmarkStart w:id="3224" w:name="_Toc52554738"/>
      <w:bookmarkStart w:id="3225" w:name="_Toc52555208"/>
      <w:bookmarkStart w:id="3226" w:name="_Toc61112433"/>
      <w:bookmarkStart w:id="3227" w:name="_Toc67911585"/>
      <w:bookmarkStart w:id="3228" w:name="_Toc74843060"/>
      <w:bookmarkStart w:id="3229" w:name="_Toc76503443"/>
      <w:bookmarkStart w:id="3230" w:name="_Toc83040886"/>
      <w:bookmarkStart w:id="3231" w:name="_Toc89851929"/>
      <w:bookmarkStart w:id="3232" w:name="_Toc98676283"/>
      <w:r w:rsidRPr="00EF2F0E">
        <w:t>9.4.4.2</w:t>
      </w:r>
      <w:r w:rsidRPr="00EF2F0E">
        <w:tab/>
        <w:t>Minimum requirement for MSR operation</w:t>
      </w:r>
      <w:bookmarkEnd w:id="3221"/>
      <w:bookmarkEnd w:id="3222"/>
      <w:bookmarkEnd w:id="3223"/>
      <w:bookmarkEnd w:id="3224"/>
      <w:bookmarkEnd w:id="3225"/>
      <w:bookmarkEnd w:id="3226"/>
      <w:bookmarkEnd w:id="3227"/>
      <w:bookmarkEnd w:id="3228"/>
      <w:bookmarkEnd w:id="3229"/>
      <w:bookmarkEnd w:id="3230"/>
      <w:bookmarkEnd w:id="3231"/>
      <w:bookmarkEnd w:id="3232"/>
    </w:p>
    <w:p w14:paraId="0984E553" w14:textId="77777777" w:rsidR="00B15E99" w:rsidRPr="00EF2F0E" w:rsidRDefault="00B15E99" w:rsidP="00B15E99">
      <w:r w:rsidRPr="00EF2F0E">
        <w:t xml:space="preserve">For UTRA FDD operation; the minimum requirements for MSR AAS BS total power dynamic range are </w:t>
      </w:r>
      <w:r w:rsidRPr="00EF2F0E">
        <w:rPr>
          <w:rFonts w:cs="v4.2.0"/>
        </w:rPr>
        <w:t>the same as</w:t>
      </w:r>
      <w:r w:rsidRPr="00EF2F0E">
        <w:t xml:space="preserve"> subclause 9.4.4.3.</w:t>
      </w:r>
    </w:p>
    <w:p w14:paraId="0984E554" w14:textId="77777777" w:rsidR="00B15E99" w:rsidRPr="00EF2F0E" w:rsidRDefault="00B15E99" w:rsidP="00B15E99">
      <w:pPr>
        <w:rPr>
          <w:rFonts w:cs="v4.2.0"/>
        </w:rPr>
      </w:pPr>
      <w:r w:rsidRPr="00EF2F0E">
        <w:rPr>
          <w:rFonts w:cs="v4.2.0"/>
        </w:rPr>
        <w:t>For E-UTRA operation; the minimum requirements for MSR AAS BS total power dynamic range are the same as subclause 9.4.4.4.</w:t>
      </w:r>
    </w:p>
    <w:p w14:paraId="0984E555" w14:textId="77777777" w:rsidR="00B15E99" w:rsidRPr="00EF2F0E" w:rsidRDefault="00B15E99" w:rsidP="00B15E99">
      <w:pPr>
        <w:rPr>
          <w:lang w:eastAsia="zh-CN"/>
        </w:rPr>
      </w:pPr>
      <w:r w:rsidRPr="00EF2F0E">
        <w:rPr>
          <w:lang w:eastAsia="zh-CN"/>
        </w:rPr>
        <w:t xml:space="preserve">For NR operation, the minimum requirements for MSR AAS BS total power dynamic range are the same as those for </w:t>
      </w:r>
      <w:r w:rsidRPr="00EF2F0E">
        <w:rPr>
          <w:i/>
          <w:lang w:eastAsia="zh-CN"/>
        </w:rPr>
        <w:t>BS type 1-O</w:t>
      </w:r>
      <w:r w:rsidRPr="00EF2F0E">
        <w:rPr>
          <w:lang w:eastAsia="zh-CN"/>
        </w:rPr>
        <w:t xml:space="preserve"> in TS 38.104 [28] subclause 9.4.3.2.</w:t>
      </w:r>
    </w:p>
    <w:p w14:paraId="0984E556" w14:textId="77777777" w:rsidR="00B15E99" w:rsidRPr="00EF2F0E" w:rsidRDefault="00B15E99" w:rsidP="00B15E99">
      <w:pPr>
        <w:pStyle w:val="Heading4"/>
      </w:pPr>
      <w:bookmarkStart w:id="3233" w:name="_Toc21096008"/>
      <w:bookmarkStart w:id="3234" w:name="_Toc29763207"/>
      <w:bookmarkStart w:id="3235" w:name="_Toc45869492"/>
      <w:bookmarkStart w:id="3236" w:name="_Toc52554739"/>
      <w:bookmarkStart w:id="3237" w:name="_Toc52555209"/>
      <w:bookmarkStart w:id="3238" w:name="_Toc61112434"/>
      <w:bookmarkStart w:id="3239" w:name="_Toc67911586"/>
      <w:bookmarkStart w:id="3240" w:name="_Toc74843061"/>
      <w:bookmarkStart w:id="3241" w:name="_Toc76503444"/>
      <w:bookmarkStart w:id="3242" w:name="_Toc83040887"/>
      <w:bookmarkStart w:id="3243" w:name="_Toc89851930"/>
      <w:bookmarkStart w:id="3244" w:name="_Toc98676284"/>
      <w:r w:rsidRPr="00EF2F0E">
        <w:t>9.4.4.3</w:t>
      </w:r>
      <w:r w:rsidRPr="00EF2F0E">
        <w:tab/>
        <w:t>Minimum requirement for single RAT UTRA operation</w:t>
      </w:r>
      <w:bookmarkEnd w:id="3233"/>
      <w:bookmarkEnd w:id="3234"/>
      <w:bookmarkEnd w:id="3235"/>
      <w:bookmarkEnd w:id="3236"/>
      <w:bookmarkEnd w:id="3237"/>
      <w:bookmarkEnd w:id="3238"/>
      <w:bookmarkEnd w:id="3239"/>
      <w:bookmarkEnd w:id="3240"/>
      <w:bookmarkEnd w:id="3241"/>
      <w:bookmarkEnd w:id="3242"/>
      <w:bookmarkEnd w:id="3243"/>
      <w:bookmarkEnd w:id="3244"/>
    </w:p>
    <w:p w14:paraId="0984E557" w14:textId="77777777" w:rsidR="00B15E99" w:rsidRPr="00EF2F0E" w:rsidRDefault="00B15E99" w:rsidP="00B15E99">
      <w:pPr>
        <w:rPr>
          <w:rFonts w:cs="v5.0.0"/>
        </w:rPr>
      </w:pPr>
      <w:r w:rsidRPr="00EF2F0E">
        <w:rPr>
          <w:rFonts w:cs="v5.0.0"/>
        </w:rPr>
        <w:t>The downlink (DL) total power dynamic range shall be 18 dB or greater.</w:t>
      </w:r>
    </w:p>
    <w:p w14:paraId="0984E558" w14:textId="77777777" w:rsidR="00B15E99" w:rsidRPr="00EF2F0E" w:rsidRDefault="00B15E99" w:rsidP="00B15E99">
      <w:pPr>
        <w:pStyle w:val="Heading4"/>
      </w:pPr>
      <w:bookmarkStart w:id="3245" w:name="_Toc21096009"/>
      <w:bookmarkStart w:id="3246" w:name="_Toc29763208"/>
      <w:bookmarkStart w:id="3247" w:name="_Toc45869493"/>
      <w:bookmarkStart w:id="3248" w:name="_Toc52554740"/>
      <w:bookmarkStart w:id="3249" w:name="_Toc52555210"/>
      <w:bookmarkStart w:id="3250" w:name="_Toc61112435"/>
      <w:bookmarkStart w:id="3251" w:name="_Toc67911587"/>
      <w:bookmarkStart w:id="3252" w:name="_Toc74843062"/>
      <w:bookmarkStart w:id="3253" w:name="_Toc76503445"/>
      <w:bookmarkStart w:id="3254" w:name="_Toc83040888"/>
      <w:bookmarkStart w:id="3255" w:name="_Toc89851931"/>
      <w:bookmarkStart w:id="3256" w:name="_Toc98676285"/>
      <w:r w:rsidRPr="00EF2F0E">
        <w:t>9.4.4.4</w:t>
      </w:r>
      <w:r w:rsidRPr="00EF2F0E">
        <w:tab/>
        <w:t>Minimum requirement for single RAT E-UTRA operation</w:t>
      </w:r>
      <w:bookmarkEnd w:id="3245"/>
      <w:bookmarkEnd w:id="3246"/>
      <w:bookmarkEnd w:id="3247"/>
      <w:bookmarkEnd w:id="3248"/>
      <w:bookmarkEnd w:id="3249"/>
      <w:bookmarkEnd w:id="3250"/>
      <w:bookmarkEnd w:id="3251"/>
      <w:bookmarkEnd w:id="3252"/>
      <w:bookmarkEnd w:id="3253"/>
      <w:bookmarkEnd w:id="3254"/>
      <w:bookmarkEnd w:id="3255"/>
      <w:bookmarkEnd w:id="3256"/>
    </w:p>
    <w:p w14:paraId="0984E559" w14:textId="77777777" w:rsidR="00B15E99" w:rsidRPr="00EF2F0E" w:rsidRDefault="00B15E99" w:rsidP="00B15E99">
      <w:pPr>
        <w:spacing w:line="240" w:lineRule="exact"/>
        <w:jc w:val="both"/>
        <w:rPr>
          <w:rFonts w:cs="v5.0.0"/>
        </w:rPr>
      </w:pPr>
      <w:r w:rsidRPr="00EF2F0E">
        <w:rPr>
          <w:rFonts w:cs="v5.0.0"/>
        </w:rPr>
        <w:t xml:space="preserve">The downlink (DL) total power dynamic range </w:t>
      </w:r>
      <w:r w:rsidRPr="00EF2F0E">
        <w:t>for each E-UTRA carrier</w:t>
      </w:r>
      <w:r w:rsidRPr="00EF2F0E">
        <w:rPr>
          <w:rFonts w:ascii="SimSun" w:hAnsi="SimSun" w:cs="v5.0.0"/>
        </w:rPr>
        <w:t xml:space="preserve"> </w:t>
      </w:r>
      <w:r w:rsidRPr="00EF2F0E">
        <w:rPr>
          <w:rFonts w:cs="v5.0.0"/>
        </w:rPr>
        <w:t xml:space="preserve">shall be larger than or equal to </w:t>
      </w:r>
      <w:r w:rsidRPr="00EF2F0E">
        <w:t xml:space="preserve">the level in table 9.4.4.4-1. </w:t>
      </w:r>
    </w:p>
    <w:p w14:paraId="0984E55A" w14:textId="77777777" w:rsidR="00B15E99" w:rsidRPr="00EF2F0E" w:rsidRDefault="00B15E99" w:rsidP="00B15E99">
      <w:pPr>
        <w:pStyle w:val="TH"/>
      </w:pPr>
      <w:r w:rsidRPr="00EF2F0E">
        <w:t>Table 9.4.4.4-1: E-UTRA BS total power dynamic range</w:t>
      </w:r>
    </w:p>
    <w:tbl>
      <w:tblPr>
        <w:tblW w:w="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4"/>
        <w:gridCol w:w="2193"/>
      </w:tblGrid>
      <w:tr w:rsidR="003401A4" w:rsidRPr="00EF2F0E" w14:paraId="0984E55E" w14:textId="77777777" w:rsidTr="00AB06FD">
        <w:trPr>
          <w:jc w:val="center"/>
        </w:trPr>
        <w:tc>
          <w:tcPr>
            <w:tcW w:w="2534" w:type="dxa"/>
            <w:vAlign w:val="center"/>
          </w:tcPr>
          <w:p w14:paraId="0984E55B" w14:textId="77777777" w:rsidR="00B15E99" w:rsidRPr="00EF2F0E" w:rsidRDefault="00B15E99" w:rsidP="00AB06FD">
            <w:pPr>
              <w:pStyle w:val="TAH"/>
              <w:rPr>
                <w:rFonts w:cs="Arial"/>
                <w:lang w:val="sv-SE"/>
              </w:rPr>
            </w:pPr>
            <w:r w:rsidRPr="00EF2F0E">
              <w:rPr>
                <w:rFonts w:cs="Arial"/>
                <w:lang w:val="sv-SE"/>
              </w:rPr>
              <w:t>E-UTRA</w:t>
            </w:r>
          </w:p>
          <w:p w14:paraId="0984E55C" w14:textId="77777777" w:rsidR="00B15E99" w:rsidRPr="00EF2F0E" w:rsidRDefault="00B15E99" w:rsidP="00AB06FD">
            <w:pPr>
              <w:pStyle w:val="TAH"/>
              <w:rPr>
                <w:rFonts w:cs="Arial"/>
                <w:lang w:val="sv-SE"/>
              </w:rPr>
            </w:pPr>
            <w:r w:rsidRPr="00EF2F0E">
              <w:rPr>
                <w:rFonts w:cs="Arial"/>
                <w:i/>
                <w:lang w:val="sv-SE"/>
              </w:rPr>
              <w:t>channel bandwidth</w:t>
            </w:r>
            <w:r w:rsidRPr="00EF2F0E">
              <w:rPr>
                <w:rFonts w:cs="Arial"/>
                <w:lang w:val="sv-SE"/>
              </w:rPr>
              <w:t xml:space="preserve"> [MHz]</w:t>
            </w:r>
          </w:p>
        </w:tc>
        <w:tc>
          <w:tcPr>
            <w:tcW w:w="2193" w:type="dxa"/>
            <w:vAlign w:val="center"/>
          </w:tcPr>
          <w:p w14:paraId="0984E55D" w14:textId="77777777" w:rsidR="00B15E99" w:rsidRPr="00EF2F0E" w:rsidRDefault="00B15E99" w:rsidP="00AB06FD">
            <w:pPr>
              <w:pStyle w:val="TAH"/>
              <w:rPr>
                <w:rFonts w:cs="Arial"/>
              </w:rPr>
            </w:pPr>
            <w:r w:rsidRPr="00EF2F0E">
              <w:rPr>
                <w:rFonts w:cs="Arial"/>
              </w:rPr>
              <w:t>Total power dynamic range (dB)</w:t>
            </w:r>
          </w:p>
        </w:tc>
      </w:tr>
      <w:tr w:rsidR="003401A4" w:rsidRPr="00EF2F0E" w14:paraId="0984E561" w14:textId="77777777" w:rsidTr="00AB06FD">
        <w:trPr>
          <w:jc w:val="center"/>
        </w:trPr>
        <w:tc>
          <w:tcPr>
            <w:tcW w:w="2534" w:type="dxa"/>
            <w:vAlign w:val="center"/>
          </w:tcPr>
          <w:p w14:paraId="0984E55F" w14:textId="77777777" w:rsidR="00B15E99" w:rsidRPr="00EF2F0E" w:rsidRDefault="00B15E99" w:rsidP="00AB06FD">
            <w:pPr>
              <w:pStyle w:val="TAC"/>
              <w:rPr>
                <w:rFonts w:cs="Arial"/>
              </w:rPr>
            </w:pPr>
            <w:r w:rsidRPr="00EF2F0E">
              <w:rPr>
                <w:rFonts w:cs="Arial"/>
              </w:rPr>
              <w:t>1.4</w:t>
            </w:r>
          </w:p>
        </w:tc>
        <w:tc>
          <w:tcPr>
            <w:tcW w:w="2193" w:type="dxa"/>
            <w:vAlign w:val="center"/>
          </w:tcPr>
          <w:p w14:paraId="0984E560" w14:textId="77777777" w:rsidR="00B15E99" w:rsidRPr="00EF2F0E" w:rsidRDefault="00B15E99" w:rsidP="00AB06FD">
            <w:pPr>
              <w:pStyle w:val="TAC"/>
              <w:rPr>
                <w:rFonts w:cs="Arial"/>
              </w:rPr>
            </w:pPr>
            <w:r w:rsidRPr="00EF2F0E">
              <w:rPr>
                <w:rFonts w:cs="Arial"/>
              </w:rPr>
              <w:t>7.7</w:t>
            </w:r>
          </w:p>
        </w:tc>
      </w:tr>
      <w:tr w:rsidR="003401A4" w:rsidRPr="00EF2F0E" w14:paraId="0984E564" w14:textId="77777777" w:rsidTr="00AB06FD">
        <w:trPr>
          <w:jc w:val="center"/>
        </w:trPr>
        <w:tc>
          <w:tcPr>
            <w:tcW w:w="2534" w:type="dxa"/>
            <w:vAlign w:val="center"/>
          </w:tcPr>
          <w:p w14:paraId="0984E562" w14:textId="77777777" w:rsidR="00B15E99" w:rsidRPr="00EF2F0E" w:rsidRDefault="00B15E99" w:rsidP="00AB06FD">
            <w:pPr>
              <w:pStyle w:val="TAC"/>
              <w:rPr>
                <w:rFonts w:cs="Arial"/>
              </w:rPr>
            </w:pPr>
            <w:r w:rsidRPr="00EF2F0E">
              <w:rPr>
                <w:rFonts w:cs="Arial"/>
              </w:rPr>
              <w:t>3</w:t>
            </w:r>
          </w:p>
        </w:tc>
        <w:tc>
          <w:tcPr>
            <w:tcW w:w="2193" w:type="dxa"/>
            <w:vAlign w:val="center"/>
          </w:tcPr>
          <w:p w14:paraId="0984E563" w14:textId="77777777" w:rsidR="00B15E99" w:rsidRPr="00EF2F0E" w:rsidRDefault="00B15E99" w:rsidP="00AB06FD">
            <w:pPr>
              <w:pStyle w:val="TAC"/>
              <w:rPr>
                <w:rFonts w:cs="Arial"/>
              </w:rPr>
            </w:pPr>
            <w:r w:rsidRPr="00EF2F0E">
              <w:rPr>
                <w:rFonts w:cs="Arial"/>
              </w:rPr>
              <w:t>11.7</w:t>
            </w:r>
          </w:p>
        </w:tc>
      </w:tr>
      <w:tr w:rsidR="003401A4" w:rsidRPr="00EF2F0E" w14:paraId="0984E567" w14:textId="77777777" w:rsidTr="00AB06FD">
        <w:trPr>
          <w:jc w:val="center"/>
        </w:trPr>
        <w:tc>
          <w:tcPr>
            <w:tcW w:w="2534" w:type="dxa"/>
            <w:vAlign w:val="center"/>
          </w:tcPr>
          <w:p w14:paraId="0984E565" w14:textId="77777777" w:rsidR="00B15E99" w:rsidRPr="00EF2F0E" w:rsidRDefault="00B15E99" w:rsidP="00AB06FD">
            <w:pPr>
              <w:pStyle w:val="TAC"/>
              <w:rPr>
                <w:rFonts w:cs="Arial"/>
              </w:rPr>
            </w:pPr>
            <w:r w:rsidRPr="00EF2F0E">
              <w:rPr>
                <w:rFonts w:cs="Arial"/>
              </w:rPr>
              <w:t>5</w:t>
            </w:r>
          </w:p>
        </w:tc>
        <w:tc>
          <w:tcPr>
            <w:tcW w:w="2193" w:type="dxa"/>
            <w:vAlign w:val="center"/>
          </w:tcPr>
          <w:p w14:paraId="0984E566" w14:textId="77777777" w:rsidR="00B15E99" w:rsidRPr="00EF2F0E" w:rsidRDefault="00B15E99" w:rsidP="00AB06FD">
            <w:pPr>
              <w:pStyle w:val="TAC"/>
              <w:rPr>
                <w:rFonts w:cs="Arial"/>
              </w:rPr>
            </w:pPr>
            <w:r w:rsidRPr="00EF2F0E">
              <w:rPr>
                <w:rFonts w:cs="Arial"/>
              </w:rPr>
              <w:t>13.9</w:t>
            </w:r>
          </w:p>
        </w:tc>
      </w:tr>
      <w:tr w:rsidR="003401A4" w:rsidRPr="00EF2F0E" w14:paraId="0984E56A" w14:textId="77777777" w:rsidTr="00AB06FD">
        <w:trPr>
          <w:jc w:val="center"/>
        </w:trPr>
        <w:tc>
          <w:tcPr>
            <w:tcW w:w="2534" w:type="dxa"/>
            <w:vAlign w:val="center"/>
          </w:tcPr>
          <w:p w14:paraId="0984E568" w14:textId="77777777" w:rsidR="00B15E99" w:rsidRPr="00EF2F0E" w:rsidRDefault="00B15E99" w:rsidP="00AB06FD">
            <w:pPr>
              <w:pStyle w:val="TAC"/>
              <w:rPr>
                <w:rFonts w:cs="Arial"/>
              </w:rPr>
            </w:pPr>
            <w:r w:rsidRPr="00EF2F0E">
              <w:rPr>
                <w:rFonts w:cs="Arial"/>
              </w:rPr>
              <w:t>10</w:t>
            </w:r>
          </w:p>
        </w:tc>
        <w:tc>
          <w:tcPr>
            <w:tcW w:w="2193" w:type="dxa"/>
            <w:vAlign w:val="center"/>
          </w:tcPr>
          <w:p w14:paraId="0984E569" w14:textId="77777777" w:rsidR="00B15E99" w:rsidRPr="00EF2F0E" w:rsidRDefault="00B15E99" w:rsidP="00AB06FD">
            <w:pPr>
              <w:pStyle w:val="TAC"/>
              <w:rPr>
                <w:rFonts w:cs="Arial"/>
              </w:rPr>
            </w:pPr>
            <w:r w:rsidRPr="00EF2F0E">
              <w:rPr>
                <w:rFonts w:cs="Arial"/>
              </w:rPr>
              <w:t>16.9</w:t>
            </w:r>
          </w:p>
        </w:tc>
      </w:tr>
      <w:tr w:rsidR="003401A4" w:rsidRPr="00EF2F0E" w14:paraId="0984E56D" w14:textId="77777777" w:rsidTr="00AB06FD">
        <w:trPr>
          <w:jc w:val="center"/>
        </w:trPr>
        <w:tc>
          <w:tcPr>
            <w:tcW w:w="2534" w:type="dxa"/>
            <w:vAlign w:val="center"/>
          </w:tcPr>
          <w:p w14:paraId="0984E56B" w14:textId="77777777" w:rsidR="00B15E99" w:rsidRPr="00EF2F0E" w:rsidRDefault="00B15E99" w:rsidP="00AB06FD">
            <w:pPr>
              <w:pStyle w:val="TAC"/>
              <w:rPr>
                <w:rFonts w:cs="Arial"/>
              </w:rPr>
            </w:pPr>
            <w:r w:rsidRPr="00EF2F0E">
              <w:rPr>
                <w:rFonts w:cs="Arial"/>
              </w:rPr>
              <w:t>15</w:t>
            </w:r>
          </w:p>
        </w:tc>
        <w:tc>
          <w:tcPr>
            <w:tcW w:w="2193" w:type="dxa"/>
            <w:vAlign w:val="center"/>
          </w:tcPr>
          <w:p w14:paraId="0984E56C" w14:textId="77777777" w:rsidR="00B15E99" w:rsidRPr="00EF2F0E" w:rsidRDefault="00B15E99" w:rsidP="00AB06FD">
            <w:pPr>
              <w:pStyle w:val="TAC"/>
              <w:rPr>
                <w:rFonts w:cs="Arial"/>
              </w:rPr>
            </w:pPr>
            <w:r w:rsidRPr="00EF2F0E">
              <w:rPr>
                <w:rFonts w:cs="MS PGothic"/>
              </w:rPr>
              <w:t>18.7</w:t>
            </w:r>
          </w:p>
        </w:tc>
      </w:tr>
      <w:tr w:rsidR="00B15E99" w:rsidRPr="00EF2F0E" w14:paraId="0984E570" w14:textId="77777777" w:rsidTr="00AB06FD">
        <w:trPr>
          <w:jc w:val="center"/>
        </w:trPr>
        <w:tc>
          <w:tcPr>
            <w:tcW w:w="2534" w:type="dxa"/>
            <w:vAlign w:val="center"/>
          </w:tcPr>
          <w:p w14:paraId="0984E56E" w14:textId="77777777" w:rsidR="00B15E99" w:rsidRPr="00EF2F0E" w:rsidRDefault="00B15E99" w:rsidP="00AB06FD">
            <w:pPr>
              <w:pStyle w:val="TAC"/>
              <w:rPr>
                <w:rFonts w:cs="Arial"/>
              </w:rPr>
            </w:pPr>
            <w:r w:rsidRPr="00EF2F0E">
              <w:rPr>
                <w:rFonts w:cs="Arial"/>
              </w:rPr>
              <w:t>20</w:t>
            </w:r>
          </w:p>
        </w:tc>
        <w:tc>
          <w:tcPr>
            <w:tcW w:w="2193" w:type="dxa"/>
            <w:vAlign w:val="center"/>
          </w:tcPr>
          <w:p w14:paraId="0984E56F" w14:textId="77777777" w:rsidR="00B15E99" w:rsidRPr="00EF2F0E" w:rsidRDefault="00B15E99" w:rsidP="00AB06FD">
            <w:pPr>
              <w:pStyle w:val="TAC"/>
              <w:rPr>
                <w:rFonts w:cs="Arial"/>
              </w:rPr>
            </w:pPr>
            <w:r w:rsidRPr="00EF2F0E">
              <w:rPr>
                <w:rFonts w:cs="Arial"/>
              </w:rPr>
              <w:t>20</w:t>
            </w:r>
          </w:p>
        </w:tc>
      </w:tr>
    </w:tbl>
    <w:p w14:paraId="0984E571" w14:textId="77777777" w:rsidR="00B15E99" w:rsidRPr="00EF2F0E" w:rsidRDefault="00B15E99" w:rsidP="00B15E99"/>
    <w:p w14:paraId="0984E572" w14:textId="77777777" w:rsidR="00B15E99" w:rsidRPr="00EF2F0E" w:rsidRDefault="00B15E99" w:rsidP="00B15E99">
      <w:r w:rsidRPr="00EF2F0E">
        <w:t>The requirement does not apply to Band 46</w:t>
      </w:r>
      <w:r w:rsidR="00702AAA" w:rsidRPr="00EF2F0E">
        <w:t xml:space="preserve"> nor Band 49</w:t>
      </w:r>
      <w:r w:rsidRPr="00EF2F0E">
        <w:t>.</w:t>
      </w:r>
    </w:p>
    <w:p w14:paraId="0984E573" w14:textId="77777777" w:rsidR="00B15E99" w:rsidRPr="00EF2F0E" w:rsidRDefault="00B15E99" w:rsidP="00B15E99">
      <w:pPr>
        <w:pStyle w:val="Heading3"/>
      </w:pPr>
      <w:bookmarkStart w:id="3257" w:name="_Toc21096010"/>
      <w:bookmarkStart w:id="3258" w:name="_Toc29763209"/>
      <w:bookmarkStart w:id="3259" w:name="_Toc45869494"/>
      <w:bookmarkStart w:id="3260" w:name="_Toc52554741"/>
      <w:bookmarkStart w:id="3261" w:name="_Toc52555211"/>
      <w:bookmarkStart w:id="3262" w:name="_Toc61112436"/>
      <w:bookmarkStart w:id="3263" w:name="_Toc67911588"/>
      <w:bookmarkStart w:id="3264" w:name="_Toc74843063"/>
      <w:bookmarkStart w:id="3265" w:name="_Toc76503446"/>
      <w:bookmarkStart w:id="3266" w:name="_Toc83040889"/>
      <w:bookmarkStart w:id="3267" w:name="_Toc89851932"/>
      <w:bookmarkStart w:id="3268" w:name="_Toc98676286"/>
      <w:r w:rsidRPr="00EF2F0E">
        <w:t>9.4.5</w:t>
      </w:r>
      <w:r w:rsidRPr="00EF2F0E">
        <w:tab/>
        <w:t>OTA IPDL time mask</w:t>
      </w:r>
      <w:bookmarkEnd w:id="3257"/>
      <w:bookmarkEnd w:id="3258"/>
      <w:bookmarkEnd w:id="3259"/>
      <w:bookmarkEnd w:id="3260"/>
      <w:bookmarkEnd w:id="3261"/>
      <w:bookmarkEnd w:id="3262"/>
      <w:bookmarkEnd w:id="3263"/>
      <w:bookmarkEnd w:id="3264"/>
      <w:bookmarkEnd w:id="3265"/>
      <w:bookmarkEnd w:id="3266"/>
      <w:bookmarkEnd w:id="3267"/>
      <w:bookmarkEnd w:id="3268"/>
    </w:p>
    <w:p w14:paraId="0984E574" w14:textId="77777777" w:rsidR="00B15E99" w:rsidRPr="00EF2F0E" w:rsidRDefault="00B15E99" w:rsidP="00B15E99">
      <w:pPr>
        <w:pStyle w:val="Heading4"/>
      </w:pPr>
      <w:bookmarkStart w:id="3269" w:name="_Toc21096011"/>
      <w:bookmarkStart w:id="3270" w:name="_Toc29763210"/>
      <w:bookmarkStart w:id="3271" w:name="_Toc45869495"/>
      <w:bookmarkStart w:id="3272" w:name="_Toc52554742"/>
      <w:bookmarkStart w:id="3273" w:name="_Toc52555212"/>
      <w:bookmarkStart w:id="3274" w:name="_Toc61112437"/>
      <w:bookmarkStart w:id="3275" w:name="_Toc67911589"/>
      <w:bookmarkStart w:id="3276" w:name="_Toc74843064"/>
      <w:bookmarkStart w:id="3277" w:name="_Toc76503447"/>
      <w:bookmarkStart w:id="3278" w:name="_Toc83040890"/>
      <w:bookmarkStart w:id="3279" w:name="_Toc89851933"/>
      <w:bookmarkStart w:id="3280" w:name="_Toc98676287"/>
      <w:r w:rsidRPr="00EF2F0E">
        <w:t>9.4.5.1</w:t>
      </w:r>
      <w:r w:rsidRPr="00EF2F0E">
        <w:tab/>
        <w:t>General</w:t>
      </w:r>
      <w:bookmarkEnd w:id="3269"/>
      <w:bookmarkEnd w:id="3270"/>
      <w:bookmarkEnd w:id="3271"/>
      <w:bookmarkEnd w:id="3272"/>
      <w:bookmarkEnd w:id="3273"/>
      <w:bookmarkEnd w:id="3274"/>
      <w:bookmarkEnd w:id="3275"/>
      <w:bookmarkEnd w:id="3276"/>
      <w:bookmarkEnd w:id="3277"/>
      <w:bookmarkEnd w:id="3278"/>
      <w:bookmarkEnd w:id="3279"/>
      <w:bookmarkEnd w:id="3280"/>
    </w:p>
    <w:p w14:paraId="0984E575" w14:textId="77777777" w:rsidR="00B15E99" w:rsidRPr="00EF2F0E" w:rsidRDefault="00B15E99" w:rsidP="00B15E99">
      <w:r w:rsidRPr="00EF2F0E">
        <w:t>To support IPDL location method in UTRA FDD operation, the AAS BS shall interrupt all transmitted signals in the downlink (i.e. common and dedicated channels). The IPDL time mask specifies the limits at the RIB output power during these idle periods.</w:t>
      </w:r>
    </w:p>
    <w:p w14:paraId="0984E576" w14:textId="77777777" w:rsidR="00B15E99" w:rsidRPr="00EF2F0E" w:rsidRDefault="00B15E99" w:rsidP="00B15E99">
      <w:r w:rsidRPr="00EF2F0E">
        <w:t>This requirement applies only to AAS BS supporting IPDL. The requirement applies at each RIB</w:t>
      </w:r>
      <w:r w:rsidRPr="00EF2F0E">
        <w:rPr>
          <w:rFonts w:cs="v5.0.0"/>
        </w:rPr>
        <w:t xml:space="preserve"> supporting transmission in the operating band</w:t>
      </w:r>
      <w:r w:rsidRPr="00EF2F0E">
        <w:t>.</w:t>
      </w:r>
    </w:p>
    <w:p w14:paraId="0984E577" w14:textId="77777777" w:rsidR="00B15E99" w:rsidRPr="00EF2F0E" w:rsidRDefault="00B15E99" w:rsidP="00B15E99">
      <w:pPr>
        <w:pStyle w:val="Heading4"/>
      </w:pPr>
      <w:bookmarkStart w:id="3281" w:name="_Toc21096012"/>
      <w:bookmarkStart w:id="3282" w:name="_Toc29763211"/>
      <w:bookmarkStart w:id="3283" w:name="_Toc45869496"/>
      <w:bookmarkStart w:id="3284" w:name="_Toc52554743"/>
      <w:bookmarkStart w:id="3285" w:name="_Toc52555213"/>
      <w:bookmarkStart w:id="3286" w:name="_Toc61112438"/>
      <w:bookmarkStart w:id="3287" w:name="_Toc67911590"/>
      <w:bookmarkStart w:id="3288" w:name="_Toc74843065"/>
      <w:bookmarkStart w:id="3289" w:name="_Toc76503448"/>
      <w:bookmarkStart w:id="3290" w:name="_Toc83040891"/>
      <w:bookmarkStart w:id="3291" w:name="_Toc89851934"/>
      <w:bookmarkStart w:id="3292" w:name="_Toc98676288"/>
      <w:r w:rsidRPr="00EF2F0E">
        <w:t>9.4.5.2</w:t>
      </w:r>
      <w:r w:rsidRPr="00EF2F0E">
        <w:tab/>
        <w:t>Minimum requirement for MSR operation</w:t>
      </w:r>
      <w:bookmarkEnd w:id="3281"/>
      <w:bookmarkEnd w:id="3282"/>
      <w:bookmarkEnd w:id="3283"/>
      <w:bookmarkEnd w:id="3284"/>
      <w:bookmarkEnd w:id="3285"/>
      <w:bookmarkEnd w:id="3286"/>
      <w:bookmarkEnd w:id="3287"/>
      <w:bookmarkEnd w:id="3288"/>
      <w:bookmarkEnd w:id="3289"/>
      <w:bookmarkEnd w:id="3290"/>
      <w:bookmarkEnd w:id="3291"/>
      <w:bookmarkEnd w:id="3292"/>
    </w:p>
    <w:p w14:paraId="0984E578" w14:textId="77777777" w:rsidR="00B15E99" w:rsidRPr="00EF2F0E" w:rsidRDefault="00B15E99" w:rsidP="00B15E99">
      <w:pPr>
        <w:rPr>
          <w:rFonts w:cs="v4.2.0"/>
        </w:rPr>
      </w:pPr>
      <w:r w:rsidRPr="00EF2F0E">
        <w:rPr>
          <w:rFonts w:cs="v4.2.0"/>
        </w:rPr>
        <w:t>For UTRA FDD operation; the minimum requirement for MSR AAS BS IPDL time mask is the same as subclause 9.4.5.3.</w:t>
      </w:r>
    </w:p>
    <w:p w14:paraId="0984E579" w14:textId="77777777" w:rsidR="00B15E99" w:rsidRPr="00EF2F0E" w:rsidRDefault="00B15E99" w:rsidP="00B15E99">
      <w:pPr>
        <w:rPr>
          <w:lang w:eastAsia="zh-CN"/>
        </w:rPr>
      </w:pPr>
      <w:r w:rsidRPr="00EF2F0E">
        <w:rPr>
          <w:lang w:eastAsia="zh-CN"/>
        </w:rPr>
        <w:t>This requirement does not apply to E-UTRA operation.</w:t>
      </w:r>
    </w:p>
    <w:p w14:paraId="0984E57A" w14:textId="77777777" w:rsidR="00B15E99" w:rsidRPr="00EF2F0E" w:rsidRDefault="00B15E99" w:rsidP="00B15E99">
      <w:pPr>
        <w:rPr>
          <w:lang w:eastAsia="zh-CN"/>
        </w:rPr>
      </w:pPr>
      <w:r w:rsidRPr="00EF2F0E">
        <w:rPr>
          <w:lang w:eastAsia="zh-CN"/>
        </w:rPr>
        <w:t>This requirement does not apply to NR operation.</w:t>
      </w:r>
    </w:p>
    <w:p w14:paraId="0984E57B" w14:textId="77777777" w:rsidR="00B15E99" w:rsidRPr="00EF2F0E" w:rsidRDefault="00B15E99" w:rsidP="00B15E99">
      <w:pPr>
        <w:pStyle w:val="Heading4"/>
      </w:pPr>
      <w:bookmarkStart w:id="3293" w:name="_Toc21096013"/>
      <w:bookmarkStart w:id="3294" w:name="_Toc29763212"/>
      <w:bookmarkStart w:id="3295" w:name="_Toc45869497"/>
      <w:bookmarkStart w:id="3296" w:name="_Toc52554744"/>
      <w:bookmarkStart w:id="3297" w:name="_Toc52555214"/>
      <w:bookmarkStart w:id="3298" w:name="_Toc61112439"/>
      <w:bookmarkStart w:id="3299" w:name="_Toc67911591"/>
      <w:bookmarkStart w:id="3300" w:name="_Toc74843066"/>
      <w:bookmarkStart w:id="3301" w:name="_Toc76503449"/>
      <w:bookmarkStart w:id="3302" w:name="_Toc83040892"/>
      <w:bookmarkStart w:id="3303" w:name="_Toc89851935"/>
      <w:bookmarkStart w:id="3304" w:name="_Toc98676289"/>
      <w:r w:rsidRPr="00EF2F0E">
        <w:t>9.4.5.3</w:t>
      </w:r>
      <w:r w:rsidRPr="00EF2F0E">
        <w:tab/>
        <w:t>Minimum requirement for single RAT UTRA operation</w:t>
      </w:r>
      <w:bookmarkEnd w:id="3293"/>
      <w:bookmarkEnd w:id="3294"/>
      <w:bookmarkEnd w:id="3295"/>
      <w:bookmarkEnd w:id="3296"/>
      <w:bookmarkEnd w:id="3297"/>
      <w:bookmarkEnd w:id="3298"/>
      <w:bookmarkEnd w:id="3299"/>
      <w:bookmarkEnd w:id="3300"/>
      <w:bookmarkEnd w:id="3301"/>
      <w:bookmarkEnd w:id="3302"/>
      <w:bookmarkEnd w:id="3303"/>
      <w:bookmarkEnd w:id="3304"/>
    </w:p>
    <w:p w14:paraId="0984E57C" w14:textId="77777777" w:rsidR="00B15E99" w:rsidRPr="00EF2F0E" w:rsidRDefault="00B15E99" w:rsidP="00B15E99">
      <w:r w:rsidRPr="00EF2F0E">
        <w:t xml:space="preserve">The mean power measured over a period starting 27 chips after the beginning of the IPDL period and ending 27 chips before the expiration of the IPDL period shall be equal to or less than </w:t>
      </w:r>
    </w:p>
    <w:p w14:paraId="0984E57D" w14:textId="77777777" w:rsidR="00B15E99" w:rsidRPr="00EF2F0E" w:rsidRDefault="00B15E99" w:rsidP="00B15E99">
      <w:pPr>
        <w:pStyle w:val="EQ"/>
        <w:rPr>
          <w:noProof w:val="0"/>
        </w:rPr>
      </w:pPr>
      <w:r w:rsidRPr="00EF2F0E">
        <w:rPr>
          <w:noProof w:val="0"/>
        </w:rPr>
        <w:tab/>
        <w:t>P</w:t>
      </w:r>
      <w:r w:rsidRPr="00EF2F0E">
        <w:rPr>
          <w:noProof w:val="0"/>
          <w:vertAlign w:val="subscript"/>
        </w:rPr>
        <w:t>max</w:t>
      </w:r>
      <w:r w:rsidRPr="00EF2F0E">
        <w:rPr>
          <w:noProof w:val="0"/>
          <w:vertAlign w:val="subscript"/>
          <w:lang w:eastAsia="zh-CN"/>
        </w:rPr>
        <w:t>,c,TRP</w:t>
      </w:r>
      <w:r w:rsidRPr="00EF2F0E">
        <w:rPr>
          <w:noProof w:val="0"/>
          <w:lang w:eastAsia="zh-CN"/>
        </w:rPr>
        <w:t xml:space="preserve"> </w:t>
      </w:r>
      <w:r w:rsidRPr="00EF2F0E">
        <w:rPr>
          <w:noProof w:val="0"/>
        </w:rPr>
        <w:t>- 35 dB</w:t>
      </w:r>
    </w:p>
    <w:p w14:paraId="0984E57E" w14:textId="77777777" w:rsidR="00B15E99" w:rsidRPr="00EF2F0E" w:rsidRDefault="00DD381D" w:rsidP="00B15E99">
      <w:pPr>
        <w:pStyle w:val="TH"/>
      </w:pPr>
      <w:r w:rsidRPr="00EF2F0E">
        <w:rPr>
          <w:noProof/>
          <w:lang w:val="en-US" w:eastAsia="ko-KR"/>
        </w:rPr>
        <w:drawing>
          <wp:inline distT="0" distB="0" distL="0" distR="0" wp14:anchorId="098511E7" wp14:editId="098511E8">
            <wp:extent cx="4131945" cy="1863090"/>
            <wp:effectExtent l="19050" t="0" r="1905"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5" cstate="print"/>
                    <a:srcRect/>
                    <a:stretch>
                      <a:fillRect/>
                    </a:stretch>
                  </pic:blipFill>
                  <pic:spPr bwMode="auto">
                    <a:xfrm>
                      <a:off x="0" y="0"/>
                      <a:ext cx="4131945" cy="1863090"/>
                    </a:xfrm>
                    <a:prstGeom prst="rect">
                      <a:avLst/>
                    </a:prstGeom>
                    <a:noFill/>
                    <a:ln w="9525">
                      <a:noFill/>
                      <a:miter lim="800000"/>
                      <a:headEnd/>
                      <a:tailEnd/>
                    </a:ln>
                  </pic:spPr>
                </pic:pic>
              </a:graphicData>
            </a:graphic>
          </wp:inline>
        </w:drawing>
      </w:r>
    </w:p>
    <w:p w14:paraId="0984E57F" w14:textId="77777777" w:rsidR="00B15E99" w:rsidRPr="00EF2F0E" w:rsidRDefault="00B15E99" w:rsidP="00B15E99">
      <w:pPr>
        <w:pStyle w:val="TF"/>
        <w:rPr>
          <w:snapToGrid w:val="0"/>
        </w:rPr>
      </w:pPr>
      <w:r w:rsidRPr="00EF2F0E">
        <w:rPr>
          <w:snapToGrid w:val="0"/>
        </w:rPr>
        <w:t xml:space="preserve">Figure 9.4.5.3-1: IPDL Time Mask </w:t>
      </w:r>
    </w:p>
    <w:p w14:paraId="0984E580" w14:textId="77777777" w:rsidR="00B15E99" w:rsidRPr="00EF2F0E" w:rsidRDefault="00B15E99" w:rsidP="00B15E99">
      <w:pPr>
        <w:rPr>
          <w:snapToGrid w:val="0"/>
        </w:rPr>
      </w:pPr>
      <w:r w:rsidRPr="00EF2F0E">
        <w:rPr>
          <w:snapToGrid w:val="0"/>
        </w:rPr>
        <w:t>The requirement applies to all output powers within the total power dynamic range as specified in subclause 9.4.4.</w:t>
      </w:r>
    </w:p>
    <w:p w14:paraId="0984E581" w14:textId="77777777" w:rsidR="00B15E99" w:rsidRPr="00EF2F0E" w:rsidRDefault="00B15E99" w:rsidP="00B15E99">
      <w:pPr>
        <w:pStyle w:val="Heading4"/>
      </w:pPr>
      <w:bookmarkStart w:id="3305" w:name="_Toc21096014"/>
      <w:bookmarkStart w:id="3306" w:name="_Toc29763213"/>
      <w:bookmarkStart w:id="3307" w:name="_Toc45869498"/>
      <w:bookmarkStart w:id="3308" w:name="_Toc52554745"/>
      <w:bookmarkStart w:id="3309" w:name="_Toc52555215"/>
      <w:bookmarkStart w:id="3310" w:name="_Toc61112440"/>
      <w:bookmarkStart w:id="3311" w:name="_Toc67911592"/>
      <w:bookmarkStart w:id="3312" w:name="_Toc74843067"/>
      <w:bookmarkStart w:id="3313" w:name="_Toc76503450"/>
      <w:bookmarkStart w:id="3314" w:name="_Toc83040893"/>
      <w:bookmarkStart w:id="3315" w:name="_Toc89851936"/>
      <w:bookmarkStart w:id="3316" w:name="_Toc98676290"/>
      <w:r w:rsidRPr="00EF2F0E">
        <w:t>9.4.5.4</w:t>
      </w:r>
      <w:r w:rsidRPr="00EF2F0E">
        <w:tab/>
        <w:t>Minimum requirement for single RAT E-UTRA operation</w:t>
      </w:r>
      <w:bookmarkEnd w:id="3305"/>
      <w:bookmarkEnd w:id="3306"/>
      <w:bookmarkEnd w:id="3307"/>
      <w:bookmarkEnd w:id="3308"/>
      <w:bookmarkEnd w:id="3309"/>
      <w:bookmarkEnd w:id="3310"/>
      <w:bookmarkEnd w:id="3311"/>
      <w:bookmarkEnd w:id="3312"/>
      <w:bookmarkEnd w:id="3313"/>
      <w:bookmarkEnd w:id="3314"/>
      <w:bookmarkEnd w:id="3315"/>
      <w:bookmarkEnd w:id="3316"/>
    </w:p>
    <w:p w14:paraId="0984E582" w14:textId="77777777" w:rsidR="00B15E99" w:rsidRPr="00EF2F0E" w:rsidRDefault="00B15E99" w:rsidP="00B15E99">
      <w:pPr>
        <w:rPr>
          <w:lang w:eastAsia="zh-CN"/>
        </w:rPr>
      </w:pPr>
      <w:r w:rsidRPr="00EF2F0E">
        <w:rPr>
          <w:lang w:eastAsia="zh-CN"/>
        </w:rPr>
        <w:t>This requirement does not apply to E-UTRA operation.</w:t>
      </w:r>
    </w:p>
    <w:p w14:paraId="0984E583" w14:textId="77777777" w:rsidR="00B15E99" w:rsidRPr="00EF2F0E" w:rsidRDefault="00B15E99" w:rsidP="00B15E99">
      <w:pPr>
        <w:pStyle w:val="Heading3"/>
      </w:pPr>
      <w:bookmarkStart w:id="3317" w:name="_Toc21096015"/>
      <w:bookmarkStart w:id="3318" w:name="_Toc29763214"/>
      <w:bookmarkStart w:id="3319" w:name="_Toc45869499"/>
      <w:bookmarkStart w:id="3320" w:name="_Toc52554746"/>
      <w:bookmarkStart w:id="3321" w:name="_Toc52555216"/>
      <w:bookmarkStart w:id="3322" w:name="_Toc61112441"/>
      <w:bookmarkStart w:id="3323" w:name="_Toc67911593"/>
      <w:bookmarkStart w:id="3324" w:name="_Toc74843068"/>
      <w:bookmarkStart w:id="3325" w:name="_Toc76503451"/>
      <w:bookmarkStart w:id="3326" w:name="_Toc83040894"/>
      <w:bookmarkStart w:id="3327" w:name="_Toc89851937"/>
      <w:bookmarkStart w:id="3328" w:name="_Toc98676291"/>
      <w:r w:rsidRPr="00EF2F0E">
        <w:t>9.4.6</w:t>
      </w:r>
      <w:r w:rsidRPr="00EF2F0E">
        <w:tab/>
        <w:t>OTA RE Power control dynamic range</w:t>
      </w:r>
      <w:bookmarkEnd w:id="3317"/>
      <w:bookmarkEnd w:id="3318"/>
      <w:bookmarkEnd w:id="3319"/>
      <w:bookmarkEnd w:id="3320"/>
      <w:bookmarkEnd w:id="3321"/>
      <w:bookmarkEnd w:id="3322"/>
      <w:bookmarkEnd w:id="3323"/>
      <w:bookmarkEnd w:id="3324"/>
      <w:bookmarkEnd w:id="3325"/>
      <w:bookmarkEnd w:id="3326"/>
      <w:bookmarkEnd w:id="3327"/>
      <w:bookmarkEnd w:id="3328"/>
    </w:p>
    <w:p w14:paraId="0984E584" w14:textId="77777777" w:rsidR="00B15E99" w:rsidRPr="00EF2F0E" w:rsidRDefault="00B15E99" w:rsidP="00B15E99">
      <w:pPr>
        <w:pStyle w:val="Heading4"/>
      </w:pPr>
      <w:bookmarkStart w:id="3329" w:name="_Toc21096016"/>
      <w:bookmarkStart w:id="3330" w:name="_Toc29763215"/>
      <w:bookmarkStart w:id="3331" w:name="_Toc45869500"/>
      <w:bookmarkStart w:id="3332" w:name="_Toc52554747"/>
      <w:bookmarkStart w:id="3333" w:name="_Toc52555217"/>
      <w:bookmarkStart w:id="3334" w:name="_Toc61112442"/>
      <w:bookmarkStart w:id="3335" w:name="_Toc67911594"/>
      <w:bookmarkStart w:id="3336" w:name="_Toc74843069"/>
      <w:bookmarkStart w:id="3337" w:name="_Toc76503452"/>
      <w:bookmarkStart w:id="3338" w:name="_Toc83040895"/>
      <w:bookmarkStart w:id="3339" w:name="_Toc89851938"/>
      <w:bookmarkStart w:id="3340" w:name="_Toc98676292"/>
      <w:r w:rsidRPr="00EF2F0E">
        <w:t>9.4.6.1</w:t>
      </w:r>
      <w:r w:rsidRPr="00EF2F0E">
        <w:tab/>
        <w:t>General</w:t>
      </w:r>
      <w:bookmarkEnd w:id="3329"/>
      <w:bookmarkEnd w:id="3330"/>
      <w:bookmarkEnd w:id="3331"/>
      <w:bookmarkEnd w:id="3332"/>
      <w:bookmarkEnd w:id="3333"/>
      <w:bookmarkEnd w:id="3334"/>
      <w:bookmarkEnd w:id="3335"/>
      <w:bookmarkEnd w:id="3336"/>
      <w:bookmarkEnd w:id="3337"/>
      <w:bookmarkEnd w:id="3338"/>
      <w:bookmarkEnd w:id="3339"/>
      <w:bookmarkEnd w:id="3340"/>
    </w:p>
    <w:p w14:paraId="0984E585" w14:textId="77777777" w:rsidR="00B15E99" w:rsidRPr="00EF2F0E" w:rsidRDefault="00B15E99" w:rsidP="00B15E99">
      <w:pPr>
        <w:rPr>
          <w:rFonts w:cs="v5.0.0"/>
        </w:rPr>
      </w:pPr>
      <w:r w:rsidRPr="00EF2F0E">
        <w:t>The RE power control dynamic range is t</w:t>
      </w:r>
      <w:r w:rsidRPr="00EF2F0E">
        <w:rPr>
          <w:rFonts w:cs="v5.0.0"/>
        </w:rPr>
        <w:t xml:space="preserve">he difference between the power of an RE and the </w:t>
      </w:r>
      <w:r w:rsidRPr="00EF2F0E">
        <w:t xml:space="preserve">average RE power for an AAS BS at maximum output power </w:t>
      </w:r>
      <w:r w:rsidRPr="00EF2F0E">
        <w:rPr>
          <w:rFonts w:cs="v5.0.0"/>
        </w:rPr>
        <w:t>(</w:t>
      </w:r>
      <w:r w:rsidRPr="00EF2F0E">
        <w:t>P</w:t>
      </w:r>
      <w:r w:rsidRPr="00EF2F0E">
        <w:rPr>
          <w:vertAlign w:val="subscript"/>
        </w:rPr>
        <w:t>Rated,c,TRP</w:t>
      </w:r>
      <w:r w:rsidRPr="00EF2F0E">
        <w:t xml:space="preserve">) </w:t>
      </w:r>
      <w:r w:rsidRPr="00EF2F0E">
        <w:rPr>
          <w:rFonts w:cs="v5.0.0"/>
        </w:rPr>
        <w:t>for a specified reference condition.</w:t>
      </w:r>
    </w:p>
    <w:p w14:paraId="0984E586" w14:textId="77777777" w:rsidR="00B15E99" w:rsidRPr="00EF2F0E" w:rsidRDefault="00B15E99" w:rsidP="00B15E99">
      <w:r w:rsidRPr="00EF2F0E">
        <w:rPr>
          <w:rFonts w:cs="v5.0.0"/>
        </w:rPr>
        <w:t>This requirement applies at each RIB supporting transmission in the operating band.</w:t>
      </w:r>
    </w:p>
    <w:p w14:paraId="0984E587" w14:textId="77777777" w:rsidR="00B15E99" w:rsidRPr="00EF2F0E" w:rsidRDefault="00B15E99" w:rsidP="00B15E99">
      <w:pPr>
        <w:pStyle w:val="Heading4"/>
      </w:pPr>
      <w:bookmarkStart w:id="3341" w:name="_Toc21096017"/>
      <w:bookmarkStart w:id="3342" w:name="_Toc29763216"/>
      <w:bookmarkStart w:id="3343" w:name="_Toc45869501"/>
      <w:bookmarkStart w:id="3344" w:name="_Toc52554748"/>
      <w:bookmarkStart w:id="3345" w:name="_Toc52555218"/>
      <w:bookmarkStart w:id="3346" w:name="_Toc61112443"/>
      <w:bookmarkStart w:id="3347" w:name="_Toc67911595"/>
      <w:bookmarkStart w:id="3348" w:name="_Toc74843070"/>
      <w:bookmarkStart w:id="3349" w:name="_Toc76503453"/>
      <w:bookmarkStart w:id="3350" w:name="_Toc83040896"/>
      <w:bookmarkStart w:id="3351" w:name="_Toc89851939"/>
      <w:bookmarkStart w:id="3352" w:name="_Toc98676293"/>
      <w:r w:rsidRPr="00EF2F0E">
        <w:t>9.4.6.2</w:t>
      </w:r>
      <w:r w:rsidRPr="00EF2F0E">
        <w:tab/>
        <w:t>Minimum requirement for MSR operation</w:t>
      </w:r>
      <w:bookmarkEnd w:id="3341"/>
      <w:bookmarkEnd w:id="3342"/>
      <w:bookmarkEnd w:id="3343"/>
      <w:bookmarkEnd w:id="3344"/>
      <w:bookmarkEnd w:id="3345"/>
      <w:bookmarkEnd w:id="3346"/>
      <w:bookmarkEnd w:id="3347"/>
      <w:bookmarkEnd w:id="3348"/>
      <w:bookmarkEnd w:id="3349"/>
      <w:bookmarkEnd w:id="3350"/>
      <w:bookmarkEnd w:id="3351"/>
      <w:bookmarkEnd w:id="3352"/>
    </w:p>
    <w:p w14:paraId="0984E588" w14:textId="77777777" w:rsidR="00B15E99" w:rsidRPr="00EF2F0E" w:rsidRDefault="00B15E99" w:rsidP="00B15E99">
      <w:pPr>
        <w:rPr>
          <w:lang w:eastAsia="zh-CN"/>
        </w:rPr>
      </w:pPr>
      <w:r w:rsidRPr="00EF2F0E">
        <w:rPr>
          <w:lang w:eastAsia="zh-CN"/>
        </w:rPr>
        <w:t>This requirement does not apply to UTRA operation.</w:t>
      </w:r>
    </w:p>
    <w:p w14:paraId="0984E589" w14:textId="77777777" w:rsidR="00B15E99" w:rsidRPr="00EF2F0E" w:rsidRDefault="00B15E99" w:rsidP="00B15E99">
      <w:pPr>
        <w:rPr>
          <w:rFonts w:cs="v4.2.0"/>
        </w:rPr>
      </w:pPr>
      <w:r w:rsidRPr="00EF2F0E">
        <w:rPr>
          <w:rFonts w:cs="v4.2.0"/>
        </w:rPr>
        <w:t>For E-UTRA operation; the minimum requirements for MSR AAS BS RE power control dynamic range are the same as in subclause 9.4.6.4.</w:t>
      </w:r>
    </w:p>
    <w:p w14:paraId="0984E58A" w14:textId="77777777" w:rsidR="00B15E99" w:rsidRPr="00EF2F0E" w:rsidRDefault="00B15E99" w:rsidP="00B15E99">
      <w:pPr>
        <w:rPr>
          <w:lang w:eastAsia="zh-CN"/>
        </w:rPr>
      </w:pPr>
      <w:r w:rsidRPr="00EF2F0E">
        <w:rPr>
          <w:lang w:eastAsia="zh-CN"/>
        </w:rPr>
        <w:t xml:space="preserve">For NR operation, the minimum requirements for MSR AAS BS RE power control dynamic range are the same as those for </w:t>
      </w:r>
      <w:r w:rsidRPr="00EF2F0E">
        <w:rPr>
          <w:i/>
          <w:lang w:eastAsia="zh-CN"/>
        </w:rPr>
        <w:t>BS type 1-O</w:t>
      </w:r>
      <w:r w:rsidRPr="00EF2F0E">
        <w:rPr>
          <w:lang w:eastAsia="zh-CN"/>
        </w:rPr>
        <w:t xml:space="preserve"> in TS 38.104 [28] subclause 9.4.2.2.</w:t>
      </w:r>
    </w:p>
    <w:p w14:paraId="0984E58B" w14:textId="77777777" w:rsidR="00B15E99" w:rsidRPr="00EF2F0E" w:rsidRDefault="00B15E99" w:rsidP="00B15E99">
      <w:pPr>
        <w:pStyle w:val="Heading4"/>
      </w:pPr>
      <w:bookmarkStart w:id="3353" w:name="_Toc21096018"/>
      <w:bookmarkStart w:id="3354" w:name="_Toc29763217"/>
      <w:bookmarkStart w:id="3355" w:name="_Toc45869502"/>
      <w:bookmarkStart w:id="3356" w:name="_Toc52554749"/>
      <w:bookmarkStart w:id="3357" w:name="_Toc52555219"/>
      <w:bookmarkStart w:id="3358" w:name="_Toc61112444"/>
      <w:bookmarkStart w:id="3359" w:name="_Toc67911596"/>
      <w:bookmarkStart w:id="3360" w:name="_Toc74843071"/>
      <w:bookmarkStart w:id="3361" w:name="_Toc76503454"/>
      <w:bookmarkStart w:id="3362" w:name="_Toc83040897"/>
      <w:bookmarkStart w:id="3363" w:name="_Toc89851940"/>
      <w:bookmarkStart w:id="3364" w:name="_Toc98676294"/>
      <w:r w:rsidRPr="00EF2F0E">
        <w:t>9.4.6.3</w:t>
      </w:r>
      <w:r w:rsidRPr="00EF2F0E">
        <w:tab/>
        <w:t>Minimum requirement for single RAT UTRA operation</w:t>
      </w:r>
      <w:bookmarkEnd w:id="3353"/>
      <w:bookmarkEnd w:id="3354"/>
      <w:bookmarkEnd w:id="3355"/>
      <w:bookmarkEnd w:id="3356"/>
      <w:bookmarkEnd w:id="3357"/>
      <w:bookmarkEnd w:id="3358"/>
      <w:bookmarkEnd w:id="3359"/>
      <w:bookmarkEnd w:id="3360"/>
      <w:bookmarkEnd w:id="3361"/>
      <w:bookmarkEnd w:id="3362"/>
      <w:bookmarkEnd w:id="3363"/>
      <w:bookmarkEnd w:id="3364"/>
    </w:p>
    <w:p w14:paraId="0984E58C" w14:textId="77777777" w:rsidR="00B15E99" w:rsidRPr="00EF2F0E" w:rsidRDefault="00B15E99" w:rsidP="00B15E99">
      <w:pPr>
        <w:rPr>
          <w:lang w:eastAsia="zh-CN"/>
        </w:rPr>
      </w:pPr>
      <w:r w:rsidRPr="00EF2F0E">
        <w:rPr>
          <w:lang w:eastAsia="zh-CN"/>
        </w:rPr>
        <w:t>This requirement does not apply to UTRA operation.</w:t>
      </w:r>
    </w:p>
    <w:p w14:paraId="0984E58D" w14:textId="77777777" w:rsidR="00B15E99" w:rsidRPr="00EF2F0E" w:rsidRDefault="00B15E99" w:rsidP="00B15E99">
      <w:pPr>
        <w:pStyle w:val="Heading4"/>
      </w:pPr>
      <w:bookmarkStart w:id="3365" w:name="_Toc21096019"/>
      <w:bookmarkStart w:id="3366" w:name="_Toc29763218"/>
      <w:bookmarkStart w:id="3367" w:name="_Toc45869503"/>
      <w:bookmarkStart w:id="3368" w:name="_Toc52554750"/>
      <w:bookmarkStart w:id="3369" w:name="_Toc52555220"/>
      <w:bookmarkStart w:id="3370" w:name="_Toc61112445"/>
      <w:bookmarkStart w:id="3371" w:name="_Toc67911597"/>
      <w:bookmarkStart w:id="3372" w:name="_Toc74843072"/>
      <w:bookmarkStart w:id="3373" w:name="_Toc76503455"/>
      <w:bookmarkStart w:id="3374" w:name="_Toc83040898"/>
      <w:bookmarkStart w:id="3375" w:name="_Toc89851941"/>
      <w:bookmarkStart w:id="3376" w:name="_Toc98676295"/>
      <w:r w:rsidRPr="00EF2F0E">
        <w:t>9.4.6.4</w:t>
      </w:r>
      <w:r w:rsidRPr="00EF2F0E">
        <w:tab/>
        <w:t>Minimum requirement for single RAT E-UTRA operation</w:t>
      </w:r>
      <w:bookmarkEnd w:id="3365"/>
      <w:bookmarkEnd w:id="3366"/>
      <w:bookmarkEnd w:id="3367"/>
      <w:bookmarkEnd w:id="3368"/>
      <w:bookmarkEnd w:id="3369"/>
      <w:bookmarkEnd w:id="3370"/>
      <w:bookmarkEnd w:id="3371"/>
      <w:bookmarkEnd w:id="3372"/>
      <w:bookmarkEnd w:id="3373"/>
      <w:bookmarkEnd w:id="3374"/>
      <w:bookmarkEnd w:id="3375"/>
      <w:bookmarkEnd w:id="3376"/>
    </w:p>
    <w:p w14:paraId="0984E58E" w14:textId="77777777" w:rsidR="00B15E99" w:rsidRPr="00EF2F0E" w:rsidRDefault="00B15E99" w:rsidP="00B15E99">
      <w:pPr>
        <w:spacing w:line="240" w:lineRule="exact"/>
        <w:jc w:val="both"/>
        <w:rPr>
          <w:rFonts w:cs="v5.0.0"/>
        </w:rPr>
      </w:pPr>
      <w:r w:rsidRPr="00EF2F0E">
        <w:rPr>
          <w:rFonts w:cs="v5.0.0"/>
        </w:rPr>
        <w:t>The RE power control dynamic range is specified in table 9.4.6.4-1.</w:t>
      </w:r>
    </w:p>
    <w:p w14:paraId="0984E58F" w14:textId="77777777" w:rsidR="00B15E99" w:rsidRPr="00EF2F0E" w:rsidRDefault="00B15E99" w:rsidP="00B15E99">
      <w:pPr>
        <w:pStyle w:val="TH"/>
      </w:pPr>
      <w:r w:rsidRPr="00EF2F0E">
        <w:t>Table 9.4.6.4-1: E-UTRA BS RE power control dynamic range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2268"/>
        <w:gridCol w:w="2269"/>
      </w:tblGrid>
      <w:tr w:rsidR="003401A4" w:rsidRPr="00EF2F0E" w14:paraId="0984E592" w14:textId="77777777" w:rsidTr="003E5BA9">
        <w:trPr>
          <w:jc w:val="center"/>
        </w:trPr>
        <w:tc>
          <w:tcPr>
            <w:tcW w:w="3402" w:type="dxa"/>
            <w:vMerge w:val="restart"/>
          </w:tcPr>
          <w:p w14:paraId="0984E590" w14:textId="77777777" w:rsidR="00B15E99" w:rsidRPr="00EF2F0E" w:rsidRDefault="00B15E99" w:rsidP="00AC48C7">
            <w:pPr>
              <w:pStyle w:val="TAH"/>
            </w:pPr>
            <w:r w:rsidRPr="00EF2F0E">
              <w:t>Modulation scheme used on the RE</w:t>
            </w:r>
          </w:p>
        </w:tc>
        <w:tc>
          <w:tcPr>
            <w:tcW w:w="4537" w:type="dxa"/>
            <w:gridSpan w:val="2"/>
          </w:tcPr>
          <w:p w14:paraId="0984E591" w14:textId="77777777" w:rsidR="00B15E99" w:rsidRPr="00EF2F0E" w:rsidRDefault="00B15E99" w:rsidP="00AC48C7">
            <w:pPr>
              <w:pStyle w:val="TAH"/>
            </w:pPr>
            <w:r w:rsidRPr="00EF2F0E">
              <w:t>RE power control dynamic range (dB)</w:t>
            </w:r>
          </w:p>
        </w:tc>
      </w:tr>
      <w:tr w:rsidR="003401A4" w:rsidRPr="00EF2F0E" w14:paraId="0984E596" w14:textId="77777777" w:rsidTr="003E5BA9">
        <w:trPr>
          <w:jc w:val="center"/>
        </w:trPr>
        <w:tc>
          <w:tcPr>
            <w:tcW w:w="3402" w:type="dxa"/>
            <w:vMerge/>
          </w:tcPr>
          <w:p w14:paraId="0984E593" w14:textId="77777777" w:rsidR="00B15E99" w:rsidRPr="00EF2F0E" w:rsidRDefault="00B15E99" w:rsidP="00AC48C7">
            <w:pPr>
              <w:pStyle w:val="TAH"/>
            </w:pPr>
          </w:p>
        </w:tc>
        <w:tc>
          <w:tcPr>
            <w:tcW w:w="2268" w:type="dxa"/>
          </w:tcPr>
          <w:p w14:paraId="0984E594" w14:textId="77777777" w:rsidR="00B15E99" w:rsidRPr="00EF2F0E" w:rsidRDefault="00B15E99" w:rsidP="00AC48C7">
            <w:pPr>
              <w:pStyle w:val="TAH"/>
            </w:pPr>
            <w:r w:rsidRPr="00EF2F0E">
              <w:t>(down)</w:t>
            </w:r>
          </w:p>
        </w:tc>
        <w:tc>
          <w:tcPr>
            <w:tcW w:w="2269" w:type="dxa"/>
          </w:tcPr>
          <w:p w14:paraId="0984E595" w14:textId="77777777" w:rsidR="00B15E99" w:rsidRPr="00EF2F0E" w:rsidRDefault="00B15E99" w:rsidP="00AC48C7">
            <w:pPr>
              <w:pStyle w:val="TAH"/>
            </w:pPr>
            <w:r w:rsidRPr="00EF2F0E">
              <w:t>(up)</w:t>
            </w:r>
          </w:p>
        </w:tc>
      </w:tr>
      <w:tr w:rsidR="003401A4" w:rsidRPr="00EF2F0E" w14:paraId="0984E59A" w14:textId="77777777" w:rsidTr="003E5BA9">
        <w:trPr>
          <w:jc w:val="center"/>
        </w:trPr>
        <w:tc>
          <w:tcPr>
            <w:tcW w:w="3402" w:type="dxa"/>
          </w:tcPr>
          <w:p w14:paraId="0984E597" w14:textId="77777777" w:rsidR="00B15E99" w:rsidRPr="00EF2F0E" w:rsidRDefault="00B15E99" w:rsidP="00AB06FD">
            <w:pPr>
              <w:pStyle w:val="TAC"/>
              <w:rPr>
                <w:rFonts w:cs="Arial"/>
              </w:rPr>
            </w:pPr>
            <w:r w:rsidRPr="00EF2F0E">
              <w:rPr>
                <w:rFonts w:cs="Arial"/>
              </w:rPr>
              <w:t>QPSK (PDCCH)</w:t>
            </w:r>
          </w:p>
        </w:tc>
        <w:tc>
          <w:tcPr>
            <w:tcW w:w="2268" w:type="dxa"/>
          </w:tcPr>
          <w:p w14:paraId="0984E598" w14:textId="77777777" w:rsidR="00B15E99" w:rsidRPr="00EF2F0E" w:rsidRDefault="00B15E99" w:rsidP="00AB06FD">
            <w:pPr>
              <w:pStyle w:val="TAC"/>
              <w:rPr>
                <w:rFonts w:cs="Arial"/>
              </w:rPr>
            </w:pPr>
            <w:r w:rsidRPr="00EF2F0E">
              <w:rPr>
                <w:rFonts w:cs="Arial"/>
              </w:rPr>
              <w:t>-6</w:t>
            </w:r>
          </w:p>
        </w:tc>
        <w:tc>
          <w:tcPr>
            <w:tcW w:w="2269" w:type="dxa"/>
          </w:tcPr>
          <w:p w14:paraId="0984E599" w14:textId="77777777" w:rsidR="00B15E99" w:rsidRPr="00EF2F0E" w:rsidRDefault="00B15E99" w:rsidP="00AB06FD">
            <w:pPr>
              <w:pStyle w:val="TAC"/>
              <w:rPr>
                <w:rFonts w:cs="Arial"/>
              </w:rPr>
            </w:pPr>
            <w:r w:rsidRPr="00EF2F0E">
              <w:rPr>
                <w:rFonts w:cs="Arial"/>
              </w:rPr>
              <w:t>+4</w:t>
            </w:r>
          </w:p>
        </w:tc>
      </w:tr>
      <w:tr w:rsidR="003401A4" w:rsidRPr="00EF2F0E" w14:paraId="0984E59E" w14:textId="77777777" w:rsidTr="003E5BA9">
        <w:trPr>
          <w:jc w:val="center"/>
        </w:trPr>
        <w:tc>
          <w:tcPr>
            <w:tcW w:w="3402" w:type="dxa"/>
          </w:tcPr>
          <w:p w14:paraId="0984E59B" w14:textId="77777777" w:rsidR="00B15E99" w:rsidRPr="00EF2F0E" w:rsidRDefault="00B15E99" w:rsidP="00AB06FD">
            <w:pPr>
              <w:pStyle w:val="TAC"/>
              <w:rPr>
                <w:rFonts w:cs="Arial"/>
              </w:rPr>
            </w:pPr>
            <w:r w:rsidRPr="00EF2F0E">
              <w:rPr>
                <w:rFonts w:cs="Arial"/>
              </w:rPr>
              <w:t>QPSK (PDSCH)</w:t>
            </w:r>
          </w:p>
        </w:tc>
        <w:tc>
          <w:tcPr>
            <w:tcW w:w="2268" w:type="dxa"/>
          </w:tcPr>
          <w:p w14:paraId="0984E59C" w14:textId="77777777" w:rsidR="00B15E99" w:rsidRPr="00EF2F0E" w:rsidRDefault="00B15E99" w:rsidP="00AB06FD">
            <w:pPr>
              <w:pStyle w:val="TAC"/>
              <w:rPr>
                <w:rFonts w:cs="Arial"/>
              </w:rPr>
            </w:pPr>
            <w:r w:rsidRPr="00EF2F0E">
              <w:rPr>
                <w:rFonts w:cs="Arial"/>
              </w:rPr>
              <w:t>-6</w:t>
            </w:r>
          </w:p>
        </w:tc>
        <w:tc>
          <w:tcPr>
            <w:tcW w:w="2269" w:type="dxa"/>
          </w:tcPr>
          <w:p w14:paraId="0984E59D" w14:textId="77777777" w:rsidR="00B15E99" w:rsidRPr="00EF2F0E" w:rsidRDefault="00B15E99" w:rsidP="00AB06FD">
            <w:pPr>
              <w:pStyle w:val="TAC"/>
              <w:rPr>
                <w:rFonts w:cs="Arial"/>
              </w:rPr>
            </w:pPr>
            <w:r w:rsidRPr="00EF2F0E">
              <w:rPr>
                <w:rFonts w:cs="Arial"/>
              </w:rPr>
              <w:t>+3</w:t>
            </w:r>
          </w:p>
        </w:tc>
      </w:tr>
      <w:tr w:rsidR="003401A4" w:rsidRPr="00EF2F0E" w14:paraId="0984E5A2" w14:textId="77777777" w:rsidTr="00AC48C7">
        <w:trPr>
          <w:jc w:val="center"/>
        </w:trPr>
        <w:tc>
          <w:tcPr>
            <w:tcW w:w="3402" w:type="dxa"/>
          </w:tcPr>
          <w:p w14:paraId="0984E59F" w14:textId="77777777" w:rsidR="00396016" w:rsidRPr="00EF2F0E" w:rsidRDefault="00396016" w:rsidP="00396016">
            <w:pPr>
              <w:pStyle w:val="TAC"/>
              <w:rPr>
                <w:rFonts w:cs="Arial"/>
              </w:rPr>
            </w:pPr>
            <w:r w:rsidRPr="00EF2F0E">
              <w:rPr>
                <w:rFonts w:cs="Arial"/>
              </w:rPr>
              <w:t>QPSK (sPDCCH)</w:t>
            </w:r>
          </w:p>
        </w:tc>
        <w:tc>
          <w:tcPr>
            <w:tcW w:w="2268" w:type="dxa"/>
          </w:tcPr>
          <w:p w14:paraId="0984E5A0" w14:textId="77777777" w:rsidR="00396016" w:rsidRPr="00EF2F0E" w:rsidRDefault="00396016" w:rsidP="00396016">
            <w:pPr>
              <w:pStyle w:val="TAC"/>
              <w:rPr>
                <w:rFonts w:cs="Arial"/>
              </w:rPr>
            </w:pPr>
            <w:r w:rsidRPr="00EF2F0E">
              <w:rPr>
                <w:rFonts w:cs="Arial"/>
              </w:rPr>
              <w:t>-6</w:t>
            </w:r>
          </w:p>
        </w:tc>
        <w:tc>
          <w:tcPr>
            <w:tcW w:w="2269" w:type="dxa"/>
          </w:tcPr>
          <w:p w14:paraId="0984E5A1" w14:textId="77777777" w:rsidR="00396016" w:rsidRPr="00EF2F0E" w:rsidRDefault="00396016" w:rsidP="00396016">
            <w:pPr>
              <w:pStyle w:val="TAC"/>
              <w:rPr>
                <w:rFonts w:cs="Arial"/>
              </w:rPr>
            </w:pPr>
            <w:r w:rsidRPr="00EF2F0E">
              <w:rPr>
                <w:rFonts w:cs="Arial"/>
              </w:rPr>
              <w:t>+4</w:t>
            </w:r>
          </w:p>
        </w:tc>
      </w:tr>
      <w:tr w:rsidR="003401A4" w:rsidRPr="00EF2F0E" w14:paraId="0984E5A6" w14:textId="77777777" w:rsidTr="00AC48C7">
        <w:trPr>
          <w:jc w:val="center"/>
        </w:trPr>
        <w:tc>
          <w:tcPr>
            <w:tcW w:w="3402" w:type="dxa"/>
          </w:tcPr>
          <w:p w14:paraId="0984E5A3" w14:textId="77777777" w:rsidR="00396016" w:rsidRPr="00EF2F0E" w:rsidRDefault="00396016" w:rsidP="00396016">
            <w:pPr>
              <w:pStyle w:val="TAC"/>
              <w:rPr>
                <w:rFonts w:cs="Arial"/>
              </w:rPr>
            </w:pPr>
            <w:r w:rsidRPr="00EF2F0E">
              <w:rPr>
                <w:rFonts w:cs="Arial"/>
              </w:rPr>
              <w:t>QPSK (sPDSCH)</w:t>
            </w:r>
          </w:p>
        </w:tc>
        <w:tc>
          <w:tcPr>
            <w:tcW w:w="2268" w:type="dxa"/>
          </w:tcPr>
          <w:p w14:paraId="0984E5A4" w14:textId="77777777" w:rsidR="00396016" w:rsidRPr="00EF2F0E" w:rsidRDefault="00396016" w:rsidP="00396016">
            <w:pPr>
              <w:pStyle w:val="TAC"/>
              <w:rPr>
                <w:rFonts w:cs="Arial"/>
              </w:rPr>
            </w:pPr>
            <w:r w:rsidRPr="00EF2F0E">
              <w:rPr>
                <w:rFonts w:cs="Arial"/>
              </w:rPr>
              <w:t>-6</w:t>
            </w:r>
          </w:p>
        </w:tc>
        <w:tc>
          <w:tcPr>
            <w:tcW w:w="2269" w:type="dxa"/>
          </w:tcPr>
          <w:p w14:paraId="0984E5A5" w14:textId="77777777" w:rsidR="00396016" w:rsidRPr="00EF2F0E" w:rsidRDefault="00396016" w:rsidP="00396016">
            <w:pPr>
              <w:pStyle w:val="TAC"/>
              <w:rPr>
                <w:rFonts w:cs="Arial"/>
              </w:rPr>
            </w:pPr>
            <w:r w:rsidRPr="00EF2F0E">
              <w:rPr>
                <w:rFonts w:cs="Arial"/>
              </w:rPr>
              <w:t>+3</w:t>
            </w:r>
          </w:p>
        </w:tc>
      </w:tr>
      <w:tr w:rsidR="003401A4" w:rsidRPr="00EF2F0E" w14:paraId="0984E5AA" w14:textId="77777777" w:rsidTr="003E5BA9">
        <w:trPr>
          <w:jc w:val="center"/>
        </w:trPr>
        <w:tc>
          <w:tcPr>
            <w:tcW w:w="3402" w:type="dxa"/>
          </w:tcPr>
          <w:p w14:paraId="0984E5A7" w14:textId="77777777" w:rsidR="00396016" w:rsidRPr="00EF2F0E" w:rsidRDefault="00396016" w:rsidP="00396016">
            <w:pPr>
              <w:pStyle w:val="TAC"/>
              <w:rPr>
                <w:rFonts w:cs="Arial"/>
              </w:rPr>
            </w:pPr>
            <w:r w:rsidRPr="00EF2F0E">
              <w:rPr>
                <w:rFonts w:cs="Arial"/>
              </w:rPr>
              <w:t>16QAM (PDSCH)</w:t>
            </w:r>
          </w:p>
        </w:tc>
        <w:tc>
          <w:tcPr>
            <w:tcW w:w="2268" w:type="dxa"/>
          </w:tcPr>
          <w:p w14:paraId="0984E5A8" w14:textId="77777777" w:rsidR="00396016" w:rsidRPr="00EF2F0E" w:rsidRDefault="00396016" w:rsidP="00396016">
            <w:pPr>
              <w:pStyle w:val="TAC"/>
              <w:rPr>
                <w:rFonts w:cs="Arial"/>
              </w:rPr>
            </w:pPr>
            <w:r w:rsidRPr="00EF2F0E">
              <w:rPr>
                <w:rFonts w:cs="Arial"/>
              </w:rPr>
              <w:t>-3</w:t>
            </w:r>
          </w:p>
        </w:tc>
        <w:tc>
          <w:tcPr>
            <w:tcW w:w="2269" w:type="dxa"/>
          </w:tcPr>
          <w:p w14:paraId="0984E5A9" w14:textId="77777777" w:rsidR="00396016" w:rsidRPr="00EF2F0E" w:rsidRDefault="00396016" w:rsidP="00396016">
            <w:pPr>
              <w:pStyle w:val="TAC"/>
              <w:rPr>
                <w:rFonts w:cs="Arial"/>
              </w:rPr>
            </w:pPr>
            <w:r w:rsidRPr="00EF2F0E">
              <w:rPr>
                <w:rFonts w:cs="Arial"/>
              </w:rPr>
              <w:t>+3</w:t>
            </w:r>
          </w:p>
        </w:tc>
      </w:tr>
      <w:tr w:rsidR="003401A4" w:rsidRPr="00EF2F0E" w14:paraId="0984E5AE" w14:textId="77777777" w:rsidTr="00AC48C7">
        <w:trPr>
          <w:jc w:val="center"/>
        </w:trPr>
        <w:tc>
          <w:tcPr>
            <w:tcW w:w="3402" w:type="dxa"/>
          </w:tcPr>
          <w:p w14:paraId="0984E5AB" w14:textId="77777777" w:rsidR="00396016" w:rsidRPr="00EF2F0E" w:rsidRDefault="00396016" w:rsidP="00396016">
            <w:pPr>
              <w:pStyle w:val="TAC"/>
              <w:rPr>
                <w:rFonts w:cs="Arial"/>
              </w:rPr>
            </w:pPr>
            <w:r w:rsidRPr="00EF2F0E">
              <w:rPr>
                <w:rFonts w:cs="Arial"/>
              </w:rPr>
              <w:t>16QAM (sPDSCH)</w:t>
            </w:r>
          </w:p>
        </w:tc>
        <w:tc>
          <w:tcPr>
            <w:tcW w:w="2268" w:type="dxa"/>
          </w:tcPr>
          <w:p w14:paraId="0984E5AC" w14:textId="77777777" w:rsidR="00396016" w:rsidRPr="00EF2F0E" w:rsidRDefault="00396016" w:rsidP="00396016">
            <w:pPr>
              <w:pStyle w:val="TAC"/>
              <w:rPr>
                <w:rFonts w:cs="Arial"/>
              </w:rPr>
            </w:pPr>
            <w:r w:rsidRPr="00EF2F0E">
              <w:rPr>
                <w:rFonts w:cs="Arial"/>
              </w:rPr>
              <w:t>-3</w:t>
            </w:r>
          </w:p>
        </w:tc>
        <w:tc>
          <w:tcPr>
            <w:tcW w:w="2269" w:type="dxa"/>
          </w:tcPr>
          <w:p w14:paraId="0984E5AD" w14:textId="77777777" w:rsidR="00396016" w:rsidRPr="00EF2F0E" w:rsidRDefault="00396016" w:rsidP="00396016">
            <w:pPr>
              <w:pStyle w:val="TAC"/>
              <w:rPr>
                <w:rFonts w:cs="Arial"/>
              </w:rPr>
            </w:pPr>
            <w:r w:rsidRPr="00EF2F0E">
              <w:rPr>
                <w:rFonts w:cs="Arial"/>
              </w:rPr>
              <w:t>+3</w:t>
            </w:r>
          </w:p>
        </w:tc>
      </w:tr>
      <w:tr w:rsidR="003401A4" w:rsidRPr="00EF2F0E" w14:paraId="0984E5B2" w14:textId="77777777" w:rsidTr="003E5BA9">
        <w:trPr>
          <w:jc w:val="center"/>
        </w:trPr>
        <w:tc>
          <w:tcPr>
            <w:tcW w:w="3402" w:type="dxa"/>
          </w:tcPr>
          <w:p w14:paraId="0984E5AF" w14:textId="77777777" w:rsidR="00396016" w:rsidRPr="00EF2F0E" w:rsidRDefault="00396016" w:rsidP="00396016">
            <w:pPr>
              <w:pStyle w:val="TAC"/>
              <w:rPr>
                <w:rFonts w:cs="Arial"/>
              </w:rPr>
            </w:pPr>
            <w:r w:rsidRPr="00EF2F0E">
              <w:rPr>
                <w:rFonts w:cs="Arial"/>
              </w:rPr>
              <w:t>64QAM (PDSCH)</w:t>
            </w:r>
          </w:p>
        </w:tc>
        <w:tc>
          <w:tcPr>
            <w:tcW w:w="2268" w:type="dxa"/>
          </w:tcPr>
          <w:p w14:paraId="0984E5B0" w14:textId="77777777" w:rsidR="00396016" w:rsidRPr="00EF2F0E" w:rsidRDefault="00396016" w:rsidP="00396016">
            <w:pPr>
              <w:pStyle w:val="TAC"/>
              <w:rPr>
                <w:rFonts w:cs="Arial"/>
              </w:rPr>
            </w:pPr>
            <w:r w:rsidRPr="00EF2F0E">
              <w:rPr>
                <w:rFonts w:cs="Arial"/>
              </w:rPr>
              <w:t>0</w:t>
            </w:r>
          </w:p>
        </w:tc>
        <w:tc>
          <w:tcPr>
            <w:tcW w:w="2269" w:type="dxa"/>
          </w:tcPr>
          <w:p w14:paraId="0984E5B1" w14:textId="77777777" w:rsidR="00396016" w:rsidRPr="00EF2F0E" w:rsidRDefault="00396016" w:rsidP="00396016">
            <w:pPr>
              <w:pStyle w:val="TAC"/>
              <w:rPr>
                <w:rFonts w:cs="Arial"/>
              </w:rPr>
            </w:pPr>
            <w:r w:rsidRPr="00EF2F0E">
              <w:rPr>
                <w:rFonts w:cs="Arial"/>
              </w:rPr>
              <w:t>0</w:t>
            </w:r>
          </w:p>
        </w:tc>
      </w:tr>
      <w:tr w:rsidR="003401A4" w:rsidRPr="00EF2F0E" w14:paraId="0984E5B6" w14:textId="77777777" w:rsidTr="00AC48C7">
        <w:trPr>
          <w:jc w:val="center"/>
        </w:trPr>
        <w:tc>
          <w:tcPr>
            <w:tcW w:w="3402" w:type="dxa"/>
          </w:tcPr>
          <w:p w14:paraId="0984E5B3" w14:textId="77777777" w:rsidR="00396016" w:rsidRPr="00EF2F0E" w:rsidRDefault="00396016" w:rsidP="00396016">
            <w:pPr>
              <w:pStyle w:val="TAC"/>
              <w:rPr>
                <w:rFonts w:cs="Arial"/>
              </w:rPr>
            </w:pPr>
            <w:r w:rsidRPr="00EF2F0E">
              <w:rPr>
                <w:rFonts w:cs="Arial"/>
              </w:rPr>
              <w:t>64QAM (sPDSCH)</w:t>
            </w:r>
          </w:p>
        </w:tc>
        <w:tc>
          <w:tcPr>
            <w:tcW w:w="2268" w:type="dxa"/>
          </w:tcPr>
          <w:p w14:paraId="0984E5B4" w14:textId="77777777" w:rsidR="00396016" w:rsidRPr="00EF2F0E" w:rsidRDefault="00396016" w:rsidP="00396016">
            <w:pPr>
              <w:pStyle w:val="TAC"/>
              <w:rPr>
                <w:rFonts w:cs="Arial"/>
              </w:rPr>
            </w:pPr>
            <w:r w:rsidRPr="00EF2F0E">
              <w:rPr>
                <w:rFonts w:cs="Arial"/>
              </w:rPr>
              <w:t>0</w:t>
            </w:r>
          </w:p>
        </w:tc>
        <w:tc>
          <w:tcPr>
            <w:tcW w:w="2269" w:type="dxa"/>
          </w:tcPr>
          <w:p w14:paraId="0984E5B5" w14:textId="77777777" w:rsidR="00396016" w:rsidRPr="00EF2F0E" w:rsidRDefault="00396016" w:rsidP="00396016">
            <w:pPr>
              <w:pStyle w:val="TAC"/>
              <w:rPr>
                <w:rFonts w:cs="Arial"/>
              </w:rPr>
            </w:pPr>
            <w:r w:rsidRPr="00EF2F0E">
              <w:rPr>
                <w:rFonts w:cs="Arial"/>
              </w:rPr>
              <w:t>0</w:t>
            </w:r>
          </w:p>
        </w:tc>
      </w:tr>
      <w:tr w:rsidR="003401A4" w:rsidRPr="00EF2F0E" w14:paraId="0984E5BA" w14:textId="77777777" w:rsidTr="003E5BA9">
        <w:trPr>
          <w:jc w:val="center"/>
        </w:trPr>
        <w:tc>
          <w:tcPr>
            <w:tcW w:w="3402" w:type="dxa"/>
          </w:tcPr>
          <w:p w14:paraId="0984E5B7" w14:textId="77777777" w:rsidR="00396016" w:rsidRPr="00EF2F0E" w:rsidRDefault="00396016" w:rsidP="00396016">
            <w:pPr>
              <w:pStyle w:val="TAC"/>
              <w:rPr>
                <w:rFonts w:cs="Arial"/>
              </w:rPr>
            </w:pPr>
            <w:r w:rsidRPr="00EF2F0E">
              <w:rPr>
                <w:rFonts w:cs="Arial"/>
              </w:rPr>
              <w:t>256QAM (PDSCH)</w:t>
            </w:r>
          </w:p>
        </w:tc>
        <w:tc>
          <w:tcPr>
            <w:tcW w:w="2268" w:type="dxa"/>
          </w:tcPr>
          <w:p w14:paraId="0984E5B8" w14:textId="77777777" w:rsidR="00396016" w:rsidRPr="00EF2F0E" w:rsidRDefault="00396016" w:rsidP="00396016">
            <w:pPr>
              <w:pStyle w:val="TAC"/>
              <w:rPr>
                <w:rFonts w:cs="Arial"/>
              </w:rPr>
            </w:pPr>
            <w:r w:rsidRPr="00EF2F0E">
              <w:rPr>
                <w:rFonts w:cs="Arial"/>
              </w:rPr>
              <w:t>0</w:t>
            </w:r>
          </w:p>
        </w:tc>
        <w:tc>
          <w:tcPr>
            <w:tcW w:w="2269" w:type="dxa"/>
          </w:tcPr>
          <w:p w14:paraId="0984E5B9" w14:textId="77777777" w:rsidR="00396016" w:rsidRPr="00EF2F0E" w:rsidRDefault="00396016" w:rsidP="00396016">
            <w:pPr>
              <w:pStyle w:val="TAC"/>
              <w:rPr>
                <w:rFonts w:cs="Arial"/>
              </w:rPr>
            </w:pPr>
            <w:r w:rsidRPr="00EF2F0E">
              <w:rPr>
                <w:rFonts w:cs="Arial"/>
              </w:rPr>
              <w:t>0</w:t>
            </w:r>
          </w:p>
        </w:tc>
      </w:tr>
      <w:tr w:rsidR="003401A4" w:rsidRPr="00EF2F0E" w14:paraId="0984E5BE" w14:textId="77777777" w:rsidTr="003E5BA9">
        <w:trPr>
          <w:jc w:val="center"/>
        </w:trPr>
        <w:tc>
          <w:tcPr>
            <w:tcW w:w="3402" w:type="dxa"/>
          </w:tcPr>
          <w:p w14:paraId="0984E5BB" w14:textId="77777777" w:rsidR="00396016" w:rsidRPr="00EF2F0E" w:rsidRDefault="00396016" w:rsidP="00396016">
            <w:pPr>
              <w:pStyle w:val="TAC"/>
              <w:rPr>
                <w:rFonts w:cs="Arial"/>
              </w:rPr>
            </w:pPr>
            <w:r w:rsidRPr="00EF2F0E">
              <w:rPr>
                <w:rFonts w:cs="Arial" w:hint="eastAsia"/>
                <w:lang w:eastAsia="zh-CN"/>
              </w:rPr>
              <w:t>1024</w:t>
            </w:r>
            <w:r w:rsidRPr="00EF2F0E">
              <w:rPr>
                <w:rFonts w:cs="Arial"/>
              </w:rPr>
              <w:t>QAM (PDSCH)</w:t>
            </w:r>
          </w:p>
        </w:tc>
        <w:tc>
          <w:tcPr>
            <w:tcW w:w="2268" w:type="dxa"/>
          </w:tcPr>
          <w:p w14:paraId="0984E5BC" w14:textId="77777777" w:rsidR="00396016" w:rsidRPr="00EF2F0E" w:rsidRDefault="00396016" w:rsidP="00396016">
            <w:pPr>
              <w:pStyle w:val="TAC"/>
              <w:rPr>
                <w:rFonts w:cs="Arial"/>
              </w:rPr>
            </w:pPr>
            <w:r w:rsidRPr="00EF2F0E">
              <w:rPr>
                <w:rFonts w:cs="Arial"/>
              </w:rPr>
              <w:t>0</w:t>
            </w:r>
          </w:p>
        </w:tc>
        <w:tc>
          <w:tcPr>
            <w:tcW w:w="2269" w:type="dxa"/>
          </w:tcPr>
          <w:p w14:paraId="0984E5BD" w14:textId="77777777" w:rsidR="00396016" w:rsidRPr="00EF2F0E" w:rsidRDefault="00396016" w:rsidP="00396016">
            <w:pPr>
              <w:pStyle w:val="TAC"/>
              <w:rPr>
                <w:rFonts w:cs="Arial"/>
              </w:rPr>
            </w:pPr>
            <w:r w:rsidRPr="00EF2F0E">
              <w:rPr>
                <w:rFonts w:cs="Arial"/>
              </w:rPr>
              <w:t>0</w:t>
            </w:r>
          </w:p>
        </w:tc>
      </w:tr>
      <w:tr w:rsidR="003E5BA9" w:rsidRPr="00EF2F0E" w14:paraId="0984E5C0" w14:textId="77777777" w:rsidTr="003E5BA9">
        <w:trPr>
          <w:jc w:val="center"/>
        </w:trPr>
        <w:tc>
          <w:tcPr>
            <w:tcW w:w="7939" w:type="dxa"/>
            <w:gridSpan w:val="3"/>
          </w:tcPr>
          <w:p w14:paraId="0984E5BF" w14:textId="77777777" w:rsidR="00396016" w:rsidRPr="00EF2F0E" w:rsidRDefault="00396016" w:rsidP="00396016">
            <w:pPr>
              <w:pStyle w:val="TAN"/>
              <w:rPr>
                <w:rFonts w:cs="Arial"/>
              </w:rPr>
            </w:pPr>
            <w:r w:rsidRPr="00EF2F0E">
              <w:rPr>
                <w:rFonts w:cs="Arial"/>
              </w:rPr>
              <w:t>NOTE:</w:t>
            </w:r>
            <w:r w:rsidRPr="00EF2F0E">
              <w:rPr>
                <w:rFonts w:cs="Arial"/>
              </w:rPr>
              <w:tab/>
              <w:t xml:space="preserve">The </w:t>
            </w:r>
            <w:r w:rsidRPr="00EF2F0E">
              <w:rPr>
                <w:rFonts w:cs="v5.0.0"/>
                <w:snapToGrid w:val="0"/>
              </w:rPr>
              <w:t>output power</w:t>
            </w:r>
            <w:r w:rsidRPr="00EF2F0E">
              <w:rPr>
                <w:rFonts w:cs="Arial"/>
              </w:rPr>
              <w:t xml:space="preserve"> per carrier (</w:t>
            </w:r>
            <w:r w:rsidRPr="00EF2F0E">
              <w:t>P</w:t>
            </w:r>
            <w:r w:rsidRPr="00EF2F0E">
              <w:rPr>
                <w:vertAlign w:val="subscript"/>
              </w:rPr>
              <w:t>Rated,c,TRP</w:t>
            </w:r>
            <w:r w:rsidRPr="00EF2F0E">
              <w:t>)</w:t>
            </w:r>
            <w:r w:rsidRPr="00EF2F0E">
              <w:rPr>
                <w:rFonts w:cs="Arial"/>
              </w:rPr>
              <w:t xml:space="preserve"> shall always be less or equal to the maximum</w:t>
            </w:r>
            <w:r w:rsidRPr="00EF2F0E">
              <w:rPr>
                <w:rFonts w:cs="v5.0.0"/>
                <w:snapToGrid w:val="0"/>
              </w:rPr>
              <w:t xml:space="preserve"> output power of the base station </w:t>
            </w:r>
            <w:r w:rsidRPr="00EF2F0E">
              <w:rPr>
                <w:rFonts w:cs="Arial"/>
              </w:rPr>
              <w:t>(</w:t>
            </w:r>
            <w:r w:rsidRPr="00EF2F0E">
              <w:t>P</w:t>
            </w:r>
            <w:r w:rsidRPr="00EF2F0E">
              <w:rPr>
                <w:vertAlign w:val="subscript"/>
              </w:rPr>
              <w:t>Rated,t,TRP</w:t>
            </w:r>
            <w:r w:rsidRPr="00EF2F0E">
              <w:t>)</w:t>
            </w:r>
            <w:r w:rsidRPr="00EF2F0E">
              <w:rPr>
                <w:rFonts w:cs="Arial"/>
              </w:rPr>
              <w:t>.</w:t>
            </w:r>
          </w:p>
        </w:tc>
      </w:tr>
    </w:tbl>
    <w:p w14:paraId="0984E5C1" w14:textId="77777777" w:rsidR="00B15E99" w:rsidRPr="00EF2F0E" w:rsidRDefault="00B15E99" w:rsidP="00B15E99"/>
    <w:p w14:paraId="0984E5C2" w14:textId="77777777" w:rsidR="00B15E99" w:rsidRPr="00EF2F0E" w:rsidRDefault="00B15E99" w:rsidP="00B15E99">
      <w:pPr>
        <w:pStyle w:val="Heading2"/>
      </w:pPr>
      <w:bookmarkStart w:id="3377" w:name="_Toc21096020"/>
      <w:bookmarkStart w:id="3378" w:name="_Toc29763219"/>
      <w:bookmarkStart w:id="3379" w:name="_Toc45869504"/>
      <w:bookmarkStart w:id="3380" w:name="_Toc52554751"/>
      <w:bookmarkStart w:id="3381" w:name="_Toc52555221"/>
      <w:bookmarkStart w:id="3382" w:name="_Toc61112446"/>
      <w:bookmarkStart w:id="3383" w:name="_Toc67911598"/>
      <w:bookmarkStart w:id="3384" w:name="_Toc74843073"/>
      <w:bookmarkStart w:id="3385" w:name="_Toc76503456"/>
      <w:bookmarkStart w:id="3386" w:name="_Toc83040899"/>
      <w:bookmarkStart w:id="3387" w:name="_Toc89851942"/>
      <w:bookmarkStart w:id="3388" w:name="_Toc98676296"/>
      <w:r w:rsidRPr="00EF2F0E">
        <w:t>9.5</w:t>
      </w:r>
      <w:r w:rsidRPr="00EF2F0E">
        <w:tab/>
        <w:t>OTA Transmit ON/OFF power</w:t>
      </w:r>
      <w:bookmarkEnd w:id="3377"/>
      <w:bookmarkEnd w:id="3378"/>
      <w:bookmarkEnd w:id="3379"/>
      <w:bookmarkEnd w:id="3380"/>
      <w:bookmarkEnd w:id="3381"/>
      <w:bookmarkEnd w:id="3382"/>
      <w:bookmarkEnd w:id="3383"/>
      <w:bookmarkEnd w:id="3384"/>
      <w:bookmarkEnd w:id="3385"/>
      <w:bookmarkEnd w:id="3386"/>
      <w:bookmarkEnd w:id="3387"/>
      <w:bookmarkEnd w:id="3388"/>
    </w:p>
    <w:p w14:paraId="0984E5C3" w14:textId="77777777" w:rsidR="00B15E99" w:rsidRPr="00EF2F0E" w:rsidRDefault="00B15E99" w:rsidP="00B15E99">
      <w:pPr>
        <w:pStyle w:val="Heading3"/>
      </w:pPr>
      <w:bookmarkStart w:id="3389" w:name="_Toc21096021"/>
      <w:bookmarkStart w:id="3390" w:name="_Toc29763220"/>
      <w:bookmarkStart w:id="3391" w:name="_Toc45869505"/>
      <w:bookmarkStart w:id="3392" w:name="_Toc52554752"/>
      <w:bookmarkStart w:id="3393" w:name="_Toc52555222"/>
      <w:bookmarkStart w:id="3394" w:name="_Toc61112447"/>
      <w:bookmarkStart w:id="3395" w:name="_Toc67911599"/>
      <w:bookmarkStart w:id="3396" w:name="_Toc74843074"/>
      <w:bookmarkStart w:id="3397" w:name="_Toc76503457"/>
      <w:bookmarkStart w:id="3398" w:name="_Toc83040900"/>
      <w:bookmarkStart w:id="3399" w:name="_Toc89851943"/>
      <w:bookmarkStart w:id="3400" w:name="_Toc98676297"/>
      <w:r w:rsidRPr="00EF2F0E">
        <w:t>9.5.1</w:t>
      </w:r>
      <w:r w:rsidRPr="00EF2F0E">
        <w:tab/>
        <w:t>General</w:t>
      </w:r>
      <w:bookmarkEnd w:id="3389"/>
      <w:bookmarkEnd w:id="3390"/>
      <w:bookmarkEnd w:id="3391"/>
      <w:bookmarkEnd w:id="3392"/>
      <w:bookmarkEnd w:id="3393"/>
      <w:bookmarkEnd w:id="3394"/>
      <w:bookmarkEnd w:id="3395"/>
      <w:bookmarkEnd w:id="3396"/>
      <w:bookmarkEnd w:id="3397"/>
      <w:bookmarkEnd w:id="3398"/>
      <w:bookmarkEnd w:id="3399"/>
      <w:bookmarkEnd w:id="3400"/>
    </w:p>
    <w:p w14:paraId="0984E5C4" w14:textId="77777777" w:rsidR="00B15E99" w:rsidRPr="00EF2F0E" w:rsidRDefault="00B15E99" w:rsidP="00B15E99">
      <w:r w:rsidRPr="00EF2F0E">
        <w:rPr>
          <w:rFonts w:eastAsia="SimSun"/>
          <w:lang w:eastAsia="zh-CN"/>
        </w:rPr>
        <w:t>OTA t</w:t>
      </w:r>
      <w:r w:rsidRPr="00EF2F0E">
        <w:t>ransmitter ON/OFF power requirements apply only to TDD operation</w:t>
      </w:r>
      <w:r w:rsidRPr="00EF2F0E">
        <w:rPr>
          <w:lang w:eastAsia="zh-CN"/>
        </w:rPr>
        <w:t xml:space="preserve"> of</w:t>
      </w:r>
      <w:r w:rsidRPr="00EF2F0E">
        <w:t xml:space="preserve"> E-UTRA.</w:t>
      </w:r>
    </w:p>
    <w:p w14:paraId="0984E5C5" w14:textId="77777777" w:rsidR="00B15E99" w:rsidRPr="00EF2F0E" w:rsidRDefault="00B15E99" w:rsidP="00B15E99">
      <w:pPr>
        <w:rPr>
          <w:lang w:eastAsia="zh-CN"/>
        </w:rPr>
      </w:pPr>
      <w:r w:rsidRPr="00EF2F0E">
        <w:rPr>
          <w:lang w:eastAsia="zh-CN"/>
        </w:rPr>
        <w:t xml:space="preserve">The OTA Transmit ON/OFF power requirements are co-location requirements and specified as the power sum of the supported polarization(s) at the </w:t>
      </w:r>
      <w:r w:rsidRPr="00EF2F0E">
        <w:rPr>
          <w:i/>
          <w:lang w:eastAsia="zh-CN"/>
        </w:rPr>
        <w:t xml:space="preserve">co-location reference </w:t>
      </w:r>
      <w:r w:rsidRPr="00EF2F0E">
        <w:rPr>
          <w:lang w:eastAsia="zh-CN"/>
        </w:rPr>
        <w:t>antenna conducted output(s).</w:t>
      </w:r>
    </w:p>
    <w:p w14:paraId="0984E5C6" w14:textId="77777777" w:rsidR="00B15E99" w:rsidRPr="00EF2F0E" w:rsidRDefault="00B15E99" w:rsidP="00B15E99">
      <w:pPr>
        <w:pStyle w:val="Heading3"/>
      </w:pPr>
      <w:bookmarkStart w:id="3401" w:name="_Toc21096022"/>
      <w:bookmarkStart w:id="3402" w:name="_Toc29763221"/>
      <w:bookmarkStart w:id="3403" w:name="_Toc45869506"/>
      <w:bookmarkStart w:id="3404" w:name="_Toc52554753"/>
      <w:bookmarkStart w:id="3405" w:name="_Toc52555223"/>
      <w:bookmarkStart w:id="3406" w:name="_Toc61112448"/>
      <w:bookmarkStart w:id="3407" w:name="_Toc67911600"/>
      <w:bookmarkStart w:id="3408" w:name="_Toc74843075"/>
      <w:bookmarkStart w:id="3409" w:name="_Toc76503458"/>
      <w:bookmarkStart w:id="3410" w:name="_Toc83040901"/>
      <w:bookmarkStart w:id="3411" w:name="_Toc89851944"/>
      <w:bookmarkStart w:id="3412" w:name="_Toc98676298"/>
      <w:r w:rsidRPr="00EF2F0E">
        <w:t>9.5.2</w:t>
      </w:r>
      <w:r w:rsidRPr="00EF2F0E">
        <w:tab/>
        <w:t>OTA Transmitter OFF power</w:t>
      </w:r>
      <w:bookmarkEnd w:id="3401"/>
      <w:bookmarkEnd w:id="3402"/>
      <w:bookmarkEnd w:id="3403"/>
      <w:bookmarkEnd w:id="3404"/>
      <w:bookmarkEnd w:id="3405"/>
      <w:bookmarkEnd w:id="3406"/>
      <w:bookmarkEnd w:id="3407"/>
      <w:bookmarkEnd w:id="3408"/>
      <w:bookmarkEnd w:id="3409"/>
      <w:bookmarkEnd w:id="3410"/>
      <w:bookmarkEnd w:id="3411"/>
      <w:bookmarkEnd w:id="3412"/>
    </w:p>
    <w:p w14:paraId="0984E5C7" w14:textId="77777777" w:rsidR="00B15E99" w:rsidRPr="00EF2F0E" w:rsidRDefault="00B15E99" w:rsidP="00B15E99">
      <w:pPr>
        <w:pStyle w:val="Heading4"/>
      </w:pPr>
      <w:bookmarkStart w:id="3413" w:name="_Toc21096023"/>
      <w:bookmarkStart w:id="3414" w:name="_Toc29763222"/>
      <w:bookmarkStart w:id="3415" w:name="_Toc45869507"/>
      <w:bookmarkStart w:id="3416" w:name="_Toc52554754"/>
      <w:bookmarkStart w:id="3417" w:name="_Toc52555224"/>
      <w:bookmarkStart w:id="3418" w:name="_Toc61112449"/>
      <w:bookmarkStart w:id="3419" w:name="_Toc67911601"/>
      <w:bookmarkStart w:id="3420" w:name="_Toc74843076"/>
      <w:bookmarkStart w:id="3421" w:name="_Toc76503459"/>
      <w:bookmarkStart w:id="3422" w:name="_Toc83040902"/>
      <w:bookmarkStart w:id="3423" w:name="_Toc89851945"/>
      <w:bookmarkStart w:id="3424" w:name="_Toc98676299"/>
      <w:r w:rsidRPr="00EF2F0E">
        <w:t>9.5.2.1</w:t>
      </w:r>
      <w:r w:rsidRPr="00EF2F0E">
        <w:tab/>
        <w:t>General</w:t>
      </w:r>
      <w:bookmarkEnd w:id="3413"/>
      <w:bookmarkEnd w:id="3414"/>
      <w:bookmarkEnd w:id="3415"/>
      <w:bookmarkEnd w:id="3416"/>
      <w:bookmarkEnd w:id="3417"/>
      <w:bookmarkEnd w:id="3418"/>
      <w:bookmarkEnd w:id="3419"/>
      <w:bookmarkEnd w:id="3420"/>
      <w:bookmarkEnd w:id="3421"/>
      <w:bookmarkEnd w:id="3422"/>
      <w:bookmarkEnd w:id="3423"/>
      <w:bookmarkEnd w:id="3424"/>
    </w:p>
    <w:p w14:paraId="0984E5C8" w14:textId="77777777" w:rsidR="00B15E99" w:rsidRPr="00EF2F0E" w:rsidRDefault="00B15E99" w:rsidP="00B15E99">
      <w:pPr>
        <w:rPr>
          <w:lang w:eastAsia="zh-CN"/>
        </w:rPr>
      </w:pPr>
      <w:r w:rsidRPr="00EF2F0E">
        <w:rPr>
          <w:rFonts w:eastAsia="SimSun"/>
          <w:lang w:eastAsia="zh-CN"/>
        </w:rPr>
        <w:t>OTA t</w:t>
      </w:r>
      <w:r w:rsidRPr="00EF2F0E">
        <w:t>ransmitter OFF power is defined as the mean power measured over 70</w:t>
      </w:r>
      <w:r w:rsidR="002F6580" w:rsidRPr="00EF2F0E">
        <w:t>/N</w:t>
      </w:r>
      <w:r w:rsidRPr="00EF2F0E">
        <w:t xml:space="preserve"> </w:t>
      </w:r>
      <w:r w:rsidRPr="00EF2F0E">
        <w:sym w:font="Symbol" w:char="F06D"/>
      </w:r>
      <w:r w:rsidRPr="00EF2F0E">
        <w:t xml:space="preserve">s filtered with a square filter of bandwidth equal to the </w:t>
      </w:r>
      <w:r w:rsidRPr="00EF2F0E">
        <w:rPr>
          <w:i/>
        </w:rPr>
        <w:t>Base Station RF Bandwidth</w:t>
      </w:r>
      <w:r w:rsidRPr="00EF2F0E">
        <w:t xml:space="preserve">(s) centred on the central frequency of the </w:t>
      </w:r>
      <w:r w:rsidRPr="00EF2F0E">
        <w:rPr>
          <w:i/>
        </w:rPr>
        <w:t>Base Station RF Bandwidth</w:t>
      </w:r>
      <w:r w:rsidRPr="00EF2F0E">
        <w:t xml:space="preserve"> (s) during the </w:t>
      </w:r>
      <w:r w:rsidRPr="00EF2F0E">
        <w:rPr>
          <w:i/>
        </w:rPr>
        <w:t>transmitter OFF period</w:t>
      </w:r>
      <w:r w:rsidRPr="00EF2F0E">
        <w:rPr>
          <w:lang w:eastAsia="zh-CN"/>
        </w:rPr>
        <w:t xml:space="preserve">. </w:t>
      </w:r>
      <w:r w:rsidR="002F6580" w:rsidRPr="00EF2F0E">
        <w:t>N is equal to 1 for UTRA and E_UTRA SCS/15 for NR, where SCS is Sub Carrier Spacing in kHz.</w:t>
      </w:r>
    </w:p>
    <w:p w14:paraId="0984E5C9" w14:textId="77777777" w:rsidR="00B15E99" w:rsidRPr="00EF2F0E" w:rsidRDefault="00B15E99" w:rsidP="00B15E99">
      <w:r w:rsidRPr="00EF2F0E">
        <w:t xml:space="preserve">For </w:t>
      </w:r>
      <w:r w:rsidRPr="00EF2F0E">
        <w:rPr>
          <w:i/>
        </w:rPr>
        <w:t xml:space="preserve">multi-band </w:t>
      </w:r>
      <w:r w:rsidR="001E2482" w:rsidRPr="00EF2F0E">
        <w:rPr>
          <w:lang w:eastAsia="zh-CN"/>
        </w:rPr>
        <w:t xml:space="preserve">RIBs </w:t>
      </w:r>
      <w:r w:rsidR="001E2482" w:rsidRPr="00EF2F0E">
        <w:t>and</w:t>
      </w:r>
      <w:r w:rsidR="001E2482" w:rsidRPr="00EF2F0E">
        <w:rPr>
          <w:i/>
        </w:rPr>
        <w:t xml:space="preserve"> single band RIBs </w:t>
      </w:r>
      <w:r w:rsidR="001E2482" w:rsidRPr="00EF2F0E">
        <w:t>supporting transmission in multiple bands</w:t>
      </w:r>
      <w:r w:rsidRPr="00EF2F0E">
        <w:t>,</w:t>
      </w:r>
      <w:r w:rsidRPr="00EF2F0E">
        <w:rPr>
          <w:lang w:eastAsia="zh-CN"/>
        </w:rPr>
        <w:t xml:space="preserve"> </w:t>
      </w:r>
      <w:r w:rsidRPr="00EF2F0E">
        <w:t xml:space="preserve">the requirement is only applicable during the </w:t>
      </w:r>
      <w:r w:rsidRPr="00EF2F0E">
        <w:rPr>
          <w:i/>
        </w:rPr>
        <w:t>transmitter OFF period</w:t>
      </w:r>
      <w:r w:rsidRPr="00EF2F0E">
        <w:t xml:space="preserve"> in all supported operating bands.</w:t>
      </w:r>
    </w:p>
    <w:p w14:paraId="0984E5CA" w14:textId="77777777" w:rsidR="002F6580" w:rsidRPr="00EF2F0E" w:rsidRDefault="002F6580" w:rsidP="00B15E99">
      <w:pPr>
        <w:rPr>
          <w:lang w:eastAsia="zh-CN"/>
        </w:rPr>
      </w:pPr>
      <w:r w:rsidRPr="00EF2F0E">
        <w:rPr>
          <w:rFonts w:eastAsia="SimSun"/>
        </w:rPr>
        <w:t xml:space="preserve">For AAS BS supporting </w:t>
      </w:r>
      <w:r w:rsidRPr="00EF2F0E">
        <w:t xml:space="preserve">intra-band </w:t>
      </w:r>
      <w:r w:rsidRPr="00EF2F0E">
        <w:rPr>
          <w:rFonts w:eastAsia="SimSun"/>
        </w:rPr>
        <w:t xml:space="preserve">contiguous CA, the transmitter OFF power is defined as the mean power measured over 70/N us filtered with a square filter of bandwidth equal to the </w:t>
      </w:r>
      <w:r w:rsidRPr="00EF2F0E">
        <w:rPr>
          <w:rFonts w:eastAsia="SimSun"/>
          <w:i/>
          <w:iCs/>
        </w:rPr>
        <w:t xml:space="preserve">Aggregated </w:t>
      </w:r>
      <w:r w:rsidRPr="00EF2F0E">
        <w:rPr>
          <w:rFonts w:eastAsia="SimSun" w:hint="eastAsia"/>
          <w:i/>
          <w:iCs/>
          <w:lang w:val="en-US" w:eastAsia="zh-CN"/>
        </w:rPr>
        <w:t xml:space="preserve">BS </w:t>
      </w:r>
      <w:r w:rsidRPr="00EF2F0E">
        <w:rPr>
          <w:rFonts w:eastAsia="SimSun"/>
          <w:i/>
          <w:iCs/>
        </w:rPr>
        <w:t>Channel Bandwidth</w:t>
      </w:r>
      <w:r w:rsidRPr="00EF2F0E">
        <w:rPr>
          <w:rFonts w:eastAsia="SimSun"/>
        </w:rPr>
        <w:t xml:space="preserve"> </w:t>
      </w:r>
      <w:r w:rsidRPr="00EF2F0E">
        <w:rPr>
          <w:bCs/>
        </w:rPr>
        <w:t>BW</w:t>
      </w:r>
      <w:r w:rsidRPr="00EF2F0E">
        <w:rPr>
          <w:bCs/>
          <w:vertAlign w:val="subscript"/>
        </w:rPr>
        <w:t>Channel_CA</w:t>
      </w:r>
      <w:r w:rsidRPr="00EF2F0E">
        <w:rPr>
          <w:rFonts w:eastAsia="SimSun"/>
          <w:bCs/>
        </w:rPr>
        <w:t xml:space="preserve"> centred on (F</w:t>
      </w:r>
      <w:r w:rsidRPr="00EF2F0E">
        <w:rPr>
          <w:rFonts w:eastAsia="SimSun"/>
          <w:bCs/>
          <w:vertAlign w:val="subscript"/>
        </w:rPr>
        <w:t>edge,high</w:t>
      </w:r>
      <w:r w:rsidRPr="00EF2F0E">
        <w:rPr>
          <w:rFonts w:eastAsia="SimSun"/>
          <w:bCs/>
        </w:rPr>
        <w:t>+F</w:t>
      </w:r>
      <w:r w:rsidRPr="00EF2F0E">
        <w:rPr>
          <w:rFonts w:eastAsia="SimSun"/>
          <w:bCs/>
          <w:vertAlign w:val="subscript"/>
        </w:rPr>
        <w:t>edge,low</w:t>
      </w:r>
      <w:r w:rsidRPr="00EF2F0E">
        <w:rPr>
          <w:rFonts w:eastAsia="SimSun"/>
          <w:bCs/>
        </w:rPr>
        <w:t xml:space="preserve">)/2 during the </w:t>
      </w:r>
      <w:r w:rsidRPr="00EF2F0E">
        <w:rPr>
          <w:rFonts w:eastAsia="SimSun"/>
          <w:bCs/>
          <w:i/>
          <w:iCs/>
        </w:rPr>
        <w:t>transmitter OFF period</w:t>
      </w:r>
      <w:r w:rsidRPr="00EF2F0E">
        <w:rPr>
          <w:rFonts w:eastAsia="SimSun"/>
          <w:bCs/>
        </w:rPr>
        <w:t>.</w:t>
      </w:r>
      <w:r w:rsidRPr="00EF2F0E">
        <w:rPr>
          <w:rFonts w:eastAsia="SimSun" w:hint="eastAsia"/>
          <w:bCs/>
          <w:lang w:val="en-US" w:eastAsia="zh-CN"/>
        </w:rPr>
        <w:t xml:space="preserve"> </w:t>
      </w:r>
      <w:r w:rsidRPr="00EF2F0E">
        <w:t xml:space="preserve">N is equal to 1 if there are any UTRA or E-UTRA carriers, or for NR N = SCS/15, where SCS is </w:t>
      </w:r>
      <w:r w:rsidRPr="00EF2F0E">
        <w:rPr>
          <w:rFonts w:hint="eastAsia"/>
          <w:lang w:val="en-US" w:eastAsia="zh-CN"/>
        </w:rPr>
        <w:t xml:space="preserve">the smallest supported </w:t>
      </w:r>
      <w:r w:rsidRPr="00EF2F0E">
        <w:t>Sub Carrier Spacing in kHz</w:t>
      </w:r>
      <w:r w:rsidRPr="00EF2F0E">
        <w:rPr>
          <w:rFonts w:hint="eastAsia"/>
          <w:lang w:val="en-US" w:eastAsia="zh-CN"/>
        </w:rPr>
        <w:t xml:space="preserve"> in the </w:t>
      </w:r>
      <w:r w:rsidRPr="00EF2F0E">
        <w:rPr>
          <w:rFonts w:eastAsia="SimSun"/>
          <w:i/>
          <w:iCs/>
        </w:rPr>
        <w:t xml:space="preserve">Aggregated </w:t>
      </w:r>
      <w:r w:rsidRPr="00EF2F0E">
        <w:rPr>
          <w:rFonts w:eastAsia="SimSun" w:hint="eastAsia"/>
          <w:i/>
          <w:iCs/>
          <w:lang w:val="en-US" w:eastAsia="zh-CN"/>
        </w:rPr>
        <w:t xml:space="preserve">BS </w:t>
      </w:r>
      <w:r w:rsidRPr="00EF2F0E">
        <w:rPr>
          <w:rFonts w:eastAsia="SimSun"/>
          <w:i/>
          <w:iCs/>
        </w:rPr>
        <w:t>Channel Bandwidth</w:t>
      </w:r>
      <w:r w:rsidRPr="00EF2F0E">
        <w:t>.</w:t>
      </w:r>
    </w:p>
    <w:p w14:paraId="0984E5CB" w14:textId="77777777" w:rsidR="00B15E99" w:rsidRPr="00EF2F0E" w:rsidRDefault="00B15E99" w:rsidP="00B15E99">
      <w:pPr>
        <w:pStyle w:val="Heading4"/>
      </w:pPr>
      <w:bookmarkStart w:id="3425" w:name="_Toc21096024"/>
      <w:bookmarkStart w:id="3426" w:name="_Toc29763223"/>
      <w:bookmarkStart w:id="3427" w:name="_Toc45869508"/>
      <w:bookmarkStart w:id="3428" w:name="_Toc52554755"/>
      <w:bookmarkStart w:id="3429" w:name="_Toc52555225"/>
      <w:bookmarkStart w:id="3430" w:name="_Toc61112450"/>
      <w:bookmarkStart w:id="3431" w:name="_Toc67911602"/>
      <w:bookmarkStart w:id="3432" w:name="_Toc74843077"/>
      <w:bookmarkStart w:id="3433" w:name="_Toc76503460"/>
      <w:bookmarkStart w:id="3434" w:name="_Toc83040903"/>
      <w:bookmarkStart w:id="3435" w:name="_Toc89851946"/>
      <w:bookmarkStart w:id="3436" w:name="_Toc98676300"/>
      <w:r w:rsidRPr="00EF2F0E">
        <w:t>9.5.2.2</w:t>
      </w:r>
      <w:r w:rsidRPr="00EF2F0E">
        <w:tab/>
        <w:t>Minimum requirement for MSR operation</w:t>
      </w:r>
      <w:bookmarkEnd w:id="3425"/>
      <w:bookmarkEnd w:id="3426"/>
      <w:bookmarkEnd w:id="3427"/>
      <w:bookmarkEnd w:id="3428"/>
      <w:bookmarkEnd w:id="3429"/>
      <w:bookmarkEnd w:id="3430"/>
      <w:bookmarkEnd w:id="3431"/>
      <w:bookmarkEnd w:id="3432"/>
      <w:bookmarkEnd w:id="3433"/>
      <w:bookmarkEnd w:id="3434"/>
      <w:bookmarkEnd w:id="3435"/>
      <w:bookmarkEnd w:id="3436"/>
    </w:p>
    <w:p w14:paraId="0984E5CC" w14:textId="77777777" w:rsidR="00B15E99" w:rsidRPr="00EF2F0E" w:rsidRDefault="00B15E99" w:rsidP="00B15E99">
      <w:pPr>
        <w:rPr>
          <w:lang w:eastAsia="zh-CN"/>
        </w:rPr>
      </w:pPr>
      <w:r w:rsidRPr="00EF2F0E">
        <w:rPr>
          <w:lang w:eastAsia="zh-CN"/>
        </w:rPr>
        <w:t xml:space="preserve">There is no OTA transmitter OFF power requirement for UTRA operation. </w:t>
      </w:r>
    </w:p>
    <w:p w14:paraId="0984E5CD" w14:textId="77777777" w:rsidR="00B15E99" w:rsidRPr="00EF2F0E" w:rsidRDefault="00B15E99" w:rsidP="00B15E99">
      <w:pPr>
        <w:rPr>
          <w:lang w:eastAsia="zh-CN"/>
        </w:rPr>
      </w:pPr>
      <w:r w:rsidRPr="00EF2F0E">
        <w:rPr>
          <w:lang w:eastAsia="zh-CN"/>
        </w:rPr>
        <w:t xml:space="preserve">For NR and E-UTRA operation, the total power </w:t>
      </w:r>
      <w:r w:rsidRPr="00EF2F0E">
        <w:rPr>
          <w:rFonts w:cs="v5.0.0"/>
        </w:rPr>
        <w:t xml:space="preserve">from </w:t>
      </w:r>
      <w:r w:rsidRPr="00EF2F0E">
        <w:rPr>
          <w:rFonts w:cs="v5.0.0"/>
          <w:lang w:eastAsia="zh-CN"/>
        </w:rPr>
        <w:t>all</w:t>
      </w:r>
      <w:r w:rsidRPr="00EF2F0E">
        <w:rPr>
          <w:lang w:eastAsia="zh-CN"/>
        </w:rPr>
        <w:t xml:space="preserve"> </w:t>
      </w:r>
      <w:r w:rsidRPr="00EF2F0E">
        <w:rPr>
          <w:rFonts w:eastAsia="MS Mincho"/>
          <w:i/>
          <w:lang w:eastAsia="zh-CN"/>
        </w:rPr>
        <w:t>co-location reference antenna</w:t>
      </w:r>
      <w:r w:rsidRPr="00EF2F0E">
        <w:rPr>
          <w:lang w:eastAsia="zh-CN"/>
        </w:rPr>
        <w:t xml:space="preserve"> conducted output(s) shall be less than -106 dBm/MHz.</w:t>
      </w:r>
    </w:p>
    <w:p w14:paraId="0984E5CE" w14:textId="77777777" w:rsidR="00B15E99" w:rsidRPr="00EF2F0E" w:rsidRDefault="00B15E99" w:rsidP="00B15E99">
      <w:pPr>
        <w:pStyle w:val="Heading4"/>
      </w:pPr>
      <w:bookmarkStart w:id="3437" w:name="_Toc21096025"/>
      <w:bookmarkStart w:id="3438" w:name="_Toc29763224"/>
      <w:bookmarkStart w:id="3439" w:name="_Toc45869509"/>
      <w:bookmarkStart w:id="3440" w:name="_Toc52554756"/>
      <w:bookmarkStart w:id="3441" w:name="_Toc52555226"/>
      <w:bookmarkStart w:id="3442" w:name="_Toc61112451"/>
      <w:bookmarkStart w:id="3443" w:name="_Toc67911603"/>
      <w:bookmarkStart w:id="3444" w:name="_Toc74843078"/>
      <w:bookmarkStart w:id="3445" w:name="_Toc76503461"/>
      <w:bookmarkStart w:id="3446" w:name="_Toc83040904"/>
      <w:bookmarkStart w:id="3447" w:name="_Toc89851947"/>
      <w:bookmarkStart w:id="3448" w:name="_Toc98676301"/>
      <w:r w:rsidRPr="00EF2F0E">
        <w:t>9.5.2.3</w:t>
      </w:r>
      <w:r w:rsidRPr="00EF2F0E">
        <w:tab/>
        <w:t>Minimum requirement for single RAT UTRA operation</w:t>
      </w:r>
      <w:bookmarkEnd w:id="3437"/>
      <w:bookmarkEnd w:id="3438"/>
      <w:bookmarkEnd w:id="3439"/>
      <w:bookmarkEnd w:id="3440"/>
      <w:bookmarkEnd w:id="3441"/>
      <w:bookmarkEnd w:id="3442"/>
      <w:bookmarkEnd w:id="3443"/>
      <w:bookmarkEnd w:id="3444"/>
      <w:bookmarkEnd w:id="3445"/>
      <w:bookmarkEnd w:id="3446"/>
      <w:bookmarkEnd w:id="3447"/>
      <w:bookmarkEnd w:id="3448"/>
    </w:p>
    <w:p w14:paraId="0984E5CF" w14:textId="77777777" w:rsidR="00B15E99" w:rsidRPr="00EF2F0E" w:rsidRDefault="00B15E99" w:rsidP="00B15E99">
      <w:pPr>
        <w:rPr>
          <w:lang w:eastAsia="zh-CN"/>
        </w:rPr>
      </w:pPr>
      <w:r w:rsidRPr="00EF2F0E">
        <w:rPr>
          <w:lang w:eastAsia="zh-CN"/>
        </w:rPr>
        <w:t>There is no OTA transmitter OFF power requirement for UTRA operation.</w:t>
      </w:r>
    </w:p>
    <w:p w14:paraId="0984E5D0" w14:textId="77777777" w:rsidR="00B15E99" w:rsidRPr="00EF2F0E" w:rsidRDefault="00B15E99" w:rsidP="00B15E99">
      <w:pPr>
        <w:pStyle w:val="Heading4"/>
      </w:pPr>
      <w:bookmarkStart w:id="3449" w:name="_Toc21096026"/>
      <w:bookmarkStart w:id="3450" w:name="_Toc29763225"/>
      <w:bookmarkStart w:id="3451" w:name="_Toc45869510"/>
      <w:bookmarkStart w:id="3452" w:name="_Toc52554757"/>
      <w:bookmarkStart w:id="3453" w:name="_Toc52555227"/>
      <w:bookmarkStart w:id="3454" w:name="_Toc61112452"/>
      <w:bookmarkStart w:id="3455" w:name="_Toc67911604"/>
      <w:bookmarkStart w:id="3456" w:name="_Toc74843079"/>
      <w:bookmarkStart w:id="3457" w:name="_Toc76503462"/>
      <w:bookmarkStart w:id="3458" w:name="_Toc83040905"/>
      <w:bookmarkStart w:id="3459" w:name="_Toc89851948"/>
      <w:bookmarkStart w:id="3460" w:name="_Toc98676302"/>
      <w:r w:rsidRPr="00EF2F0E">
        <w:t>9.5.2.4</w:t>
      </w:r>
      <w:r w:rsidRPr="00EF2F0E">
        <w:tab/>
        <w:t>Minimum requirement for single RAT E-UTRA operation</w:t>
      </w:r>
      <w:bookmarkEnd w:id="3449"/>
      <w:bookmarkEnd w:id="3450"/>
      <w:bookmarkEnd w:id="3451"/>
      <w:bookmarkEnd w:id="3452"/>
      <w:bookmarkEnd w:id="3453"/>
      <w:bookmarkEnd w:id="3454"/>
      <w:bookmarkEnd w:id="3455"/>
      <w:bookmarkEnd w:id="3456"/>
      <w:bookmarkEnd w:id="3457"/>
      <w:bookmarkEnd w:id="3458"/>
      <w:bookmarkEnd w:id="3459"/>
      <w:bookmarkEnd w:id="3460"/>
    </w:p>
    <w:p w14:paraId="0984E5D1" w14:textId="77777777" w:rsidR="00B15E99" w:rsidRPr="00EF2F0E" w:rsidRDefault="00B15E99" w:rsidP="00B15E99">
      <w:pPr>
        <w:rPr>
          <w:lang w:eastAsia="zh-CN"/>
        </w:rPr>
      </w:pPr>
      <w:r w:rsidRPr="00EF2F0E">
        <w:rPr>
          <w:lang w:eastAsia="zh-CN"/>
        </w:rPr>
        <w:t xml:space="preserve">The total power </w:t>
      </w:r>
      <w:r w:rsidRPr="00EF2F0E">
        <w:rPr>
          <w:rFonts w:cs="v5.0.0"/>
        </w:rPr>
        <w:t xml:space="preserve">from </w:t>
      </w:r>
      <w:r w:rsidRPr="00EF2F0E">
        <w:rPr>
          <w:rFonts w:cs="v5.0.0"/>
          <w:lang w:eastAsia="zh-CN"/>
        </w:rPr>
        <w:t>all</w:t>
      </w:r>
      <w:r w:rsidRPr="00EF2F0E">
        <w:rPr>
          <w:lang w:eastAsia="zh-CN"/>
        </w:rPr>
        <w:t xml:space="preserve"> </w:t>
      </w:r>
      <w:r w:rsidRPr="00EF2F0E">
        <w:rPr>
          <w:rFonts w:eastAsia="MS Mincho"/>
          <w:i/>
          <w:lang w:eastAsia="zh-CN"/>
        </w:rPr>
        <w:t>co-location reference antenna</w:t>
      </w:r>
      <w:r w:rsidRPr="00EF2F0E">
        <w:rPr>
          <w:lang w:eastAsia="zh-CN"/>
        </w:rPr>
        <w:t xml:space="preserve"> conducted output(s) shall be less than -106 dBm/MHz.</w:t>
      </w:r>
    </w:p>
    <w:p w14:paraId="0984E5D2" w14:textId="77777777" w:rsidR="00B15E99" w:rsidRPr="00EF2F0E" w:rsidRDefault="00B15E99" w:rsidP="00B15E99">
      <w:pPr>
        <w:pStyle w:val="Heading3"/>
      </w:pPr>
      <w:bookmarkStart w:id="3461" w:name="_Toc21096027"/>
      <w:bookmarkStart w:id="3462" w:name="_Toc29763226"/>
      <w:bookmarkStart w:id="3463" w:name="_Toc45869511"/>
      <w:bookmarkStart w:id="3464" w:name="_Toc52554758"/>
      <w:bookmarkStart w:id="3465" w:name="_Toc52555228"/>
      <w:bookmarkStart w:id="3466" w:name="_Toc61112453"/>
      <w:bookmarkStart w:id="3467" w:name="_Toc67911605"/>
      <w:bookmarkStart w:id="3468" w:name="_Toc74843080"/>
      <w:bookmarkStart w:id="3469" w:name="_Toc76503463"/>
      <w:bookmarkStart w:id="3470" w:name="_Toc83040906"/>
      <w:bookmarkStart w:id="3471" w:name="_Toc89851949"/>
      <w:bookmarkStart w:id="3472" w:name="_Toc98676303"/>
      <w:r w:rsidRPr="00EF2F0E">
        <w:t>9.5.3</w:t>
      </w:r>
      <w:r w:rsidRPr="00EF2F0E">
        <w:tab/>
        <w:t>OTA Transmitter transient period</w:t>
      </w:r>
      <w:bookmarkEnd w:id="3461"/>
      <w:bookmarkEnd w:id="3462"/>
      <w:bookmarkEnd w:id="3463"/>
      <w:bookmarkEnd w:id="3464"/>
      <w:bookmarkEnd w:id="3465"/>
      <w:bookmarkEnd w:id="3466"/>
      <w:bookmarkEnd w:id="3467"/>
      <w:bookmarkEnd w:id="3468"/>
      <w:bookmarkEnd w:id="3469"/>
      <w:bookmarkEnd w:id="3470"/>
      <w:bookmarkEnd w:id="3471"/>
      <w:bookmarkEnd w:id="3472"/>
    </w:p>
    <w:p w14:paraId="0984E5D3" w14:textId="77777777" w:rsidR="00B15E99" w:rsidRPr="00EF2F0E" w:rsidRDefault="00B15E99" w:rsidP="00B15E99">
      <w:pPr>
        <w:pStyle w:val="Heading4"/>
      </w:pPr>
      <w:bookmarkStart w:id="3473" w:name="_Toc21096028"/>
      <w:bookmarkStart w:id="3474" w:name="_Toc29763227"/>
      <w:bookmarkStart w:id="3475" w:name="_Toc45869512"/>
      <w:bookmarkStart w:id="3476" w:name="_Toc52554759"/>
      <w:bookmarkStart w:id="3477" w:name="_Toc52555229"/>
      <w:bookmarkStart w:id="3478" w:name="_Toc61112454"/>
      <w:bookmarkStart w:id="3479" w:name="_Toc67911606"/>
      <w:bookmarkStart w:id="3480" w:name="_Toc74843081"/>
      <w:bookmarkStart w:id="3481" w:name="_Toc76503464"/>
      <w:bookmarkStart w:id="3482" w:name="_Toc83040907"/>
      <w:bookmarkStart w:id="3483" w:name="_Toc89851950"/>
      <w:bookmarkStart w:id="3484" w:name="_Toc98676304"/>
      <w:r w:rsidRPr="00EF2F0E">
        <w:t>9.5.3.1</w:t>
      </w:r>
      <w:r w:rsidRPr="00EF2F0E">
        <w:tab/>
        <w:t>General</w:t>
      </w:r>
      <w:bookmarkEnd w:id="3473"/>
      <w:bookmarkEnd w:id="3474"/>
      <w:bookmarkEnd w:id="3475"/>
      <w:bookmarkEnd w:id="3476"/>
      <w:bookmarkEnd w:id="3477"/>
      <w:bookmarkEnd w:id="3478"/>
      <w:bookmarkEnd w:id="3479"/>
      <w:bookmarkEnd w:id="3480"/>
      <w:bookmarkEnd w:id="3481"/>
      <w:bookmarkEnd w:id="3482"/>
      <w:bookmarkEnd w:id="3483"/>
      <w:bookmarkEnd w:id="3484"/>
    </w:p>
    <w:p w14:paraId="0984E5D4" w14:textId="77777777" w:rsidR="00B15E99" w:rsidRPr="00EF2F0E" w:rsidRDefault="00B15E99" w:rsidP="00B15E99">
      <w:r w:rsidRPr="00EF2F0E">
        <w:t xml:space="preserve">The </w:t>
      </w:r>
      <w:r w:rsidRPr="00EF2F0E">
        <w:rPr>
          <w:rFonts w:eastAsia="SimSun"/>
          <w:lang w:eastAsia="zh-CN"/>
        </w:rPr>
        <w:t xml:space="preserve">OTA </w:t>
      </w:r>
      <w:r w:rsidRPr="00EF2F0E">
        <w:rPr>
          <w:i/>
        </w:rPr>
        <w:t>transmitter transient period</w:t>
      </w:r>
      <w:r w:rsidRPr="00EF2F0E">
        <w:t xml:space="preserve"> is the time period during which the transmitter unit is changing from the OFF period to the ON period or vice versa. The</w:t>
      </w:r>
      <w:r w:rsidRPr="00EF2F0E">
        <w:rPr>
          <w:rFonts w:eastAsia="SimSun"/>
          <w:lang w:eastAsia="zh-CN"/>
        </w:rPr>
        <w:t xml:space="preserve"> OTA</w:t>
      </w:r>
      <w:r w:rsidRPr="00EF2F0E">
        <w:t xml:space="preserve"> </w:t>
      </w:r>
      <w:r w:rsidRPr="00EF2F0E">
        <w:rPr>
          <w:i/>
        </w:rPr>
        <w:t>transmitter transient period</w:t>
      </w:r>
      <w:r w:rsidRPr="00EF2F0E">
        <w:t xml:space="preserve"> is illustrated in figure </w:t>
      </w:r>
      <w:r w:rsidRPr="00EF2F0E">
        <w:rPr>
          <w:rFonts w:eastAsia="SimSun"/>
          <w:lang w:eastAsia="zh-CN"/>
        </w:rPr>
        <w:t>9</w:t>
      </w:r>
      <w:r w:rsidRPr="00EF2F0E">
        <w:t>.</w:t>
      </w:r>
      <w:r w:rsidRPr="00EF2F0E">
        <w:rPr>
          <w:rFonts w:eastAsia="SimSun"/>
          <w:lang w:eastAsia="zh-CN"/>
        </w:rPr>
        <w:t>5</w:t>
      </w:r>
      <w:r w:rsidRPr="00EF2F0E">
        <w:t>.3.1-1.</w:t>
      </w:r>
    </w:p>
    <w:bookmarkStart w:id="3485" w:name="_MON_1572099771"/>
    <w:bookmarkStart w:id="3486" w:name="_MON_1572161131"/>
    <w:bookmarkStart w:id="3487" w:name="_MON_1572099881"/>
    <w:bookmarkStart w:id="3488" w:name="_MON_1565440135"/>
    <w:bookmarkStart w:id="3489" w:name="_MON_1572099549"/>
    <w:bookmarkStart w:id="3490" w:name="_MON_1572355398"/>
    <w:bookmarkStart w:id="3491" w:name="_MON_1572099568"/>
    <w:bookmarkStart w:id="3492" w:name="_MON_1572099724"/>
    <w:bookmarkStart w:id="3493" w:name="_MON_1572157718"/>
    <w:bookmarkEnd w:id="3485"/>
    <w:bookmarkEnd w:id="3486"/>
    <w:bookmarkEnd w:id="3487"/>
    <w:bookmarkEnd w:id="3488"/>
    <w:bookmarkEnd w:id="3489"/>
    <w:bookmarkEnd w:id="3490"/>
    <w:bookmarkEnd w:id="3491"/>
    <w:bookmarkEnd w:id="3492"/>
    <w:bookmarkEnd w:id="3493"/>
    <w:bookmarkStart w:id="3494" w:name="_MON_1572454981"/>
    <w:bookmarkEnd w:id="3494"/>
    <w:p w14:paraId="0984E5D5" w14:textId="77777777" w:rsidR="00B15E99" w:rsidRPr="00EF2F0E" w:rsidRDefault="00B15E99" w:rsidP="00B15E99">
      <w:pPr>
        <w:pStyle w:val="TH"/>
      </w:pPr>
      <w:r w:rsidRPr="00EF2F0E">
        <w:object w:dxaOrig="9720" w:dyaOrig="4692" w14:anchorId="098511E9">
          <v:shape id="_x0000_i1074" type="#_x0000_t75" style="width:449.1pt;height:250.8pt" o:ole="">
            <v:imagedata r:id="rId106" o:title="" croptop="6311f" cropleft="2026f" cropright="2877f"/>
          </v:shape>
          <o:OLEObject Type="Embed" ProgID="Word.Picture.8" ShapeID="_x0000_i1074" DrawAspect="Content" ObjectID="_1717663596" r:id="rId107"/>
        </w:object>
      </w:r>
    </w:p>
    <w:p w14:paraId="0984E5D6" w14:textId="77777777" w:rsidR="00B15E99" w:rsidRPr="00EF2F0E" w:rsidRDefault="00B15E99" w:rsidP="00B15E99">
      <w:pPr>
        <w:pStyle w:val="TF"/>
      </w:pPr>
      <w:r w:rsidRPr="00EF2F0E">
        <w:t xml:space="preserve">Figure </w:t>
      </w:r>
      <w:r w:rsidRPr="00EF2F0E">
        <w:rPr>
          <w:rFonts w:eastAsia="SimSun"/>
          <w:lang w:eastAsia="zh-CN"/>
        </w:rPr>
        <w:t>9</w:t>
      </w:r>
      <w:r w:rsidRPr="00EF2F0E">
        <w:t>.</w:t>
      </w:r>
      <w:r w:rsidRPr="00EF2F0E">
        <w:rPr>
          <w:rFonts w:eastAsia="SimSun"/>
          <w:lang w:eastAsia="zh-CN"/>
        </w:rPr>
        <w:t>5</w:t>
      </w:r>
      <w:r w:rsidRPr="00EF2F0E">
        <w:t xml:space="preserve">.3.1-1: </w:t>
      </w:r>
      <w:bookmarkStart w:id="3495" w:name="OLE_LINK18"/>
      <w:bookmarkStart w:id="3496" w:name="OLE_LINK19"/>
      <w:r w:rsidRPr="00EF2F0E">
        <w:t xml:space="preserve">Illustration of the relations of </w:t>
      </w:r>
      <w:r w:rsidRPr="00EF2F0E">
        <w:rPr>
          <w:i/>
        </w:rPr>
        <w:t>transmitter ON period</w:t>
      </w:r>
      <w:r w:rsidRPr="00EF2F0E">
        <w:t>,</w:t>
      </w:r>
      <w:r w:rsidRPr="00EF2F0E">
        <w:br/>
      </w:r>
      <w:r w:rsidRPr="00EF2F0E">
        <w:rPr>
          <w:i/>
        </w:rPr>
        <w:t>transmitter OFF period</w:t>
      </w:r>
      <w:r w:rsidRPr="00EF2F0E">
        <w:t xml:space="preserve"> and </w:t>
      </w:r>
      <w:r w:rsidRPr="00EF2F0E">
        <w:rPr>
          <w:i/>
        </w:rPr>
        <w:t>transmitter transient period</w:t>
      </w:r>
      <w:bookmarkEnd w:id="3495"/>
      <w:bookmarkEnd w:id="3496"/>
    </w:p>
    <w:p w14:paraId="0984E5D7" w14:textId="77777777" w:rsidR="00B15E99" w:rsidRPr="00EF2F0E" w:rsidRDefault="00B15E99" w:rsidP="00B15E99">
      <w:pPr>
        <w:rPr>
          <w:rFonts w:eastAsia="SimSun"/>
          <w:lang w:eastAsia="zh-CN"/>
        </w:rPr>
      </w:pPr>
      <w:r w:rsidRPr="00EF2F0E">
        <w:t xml:space="preserve">This requirement applies at </w:t>
      </w:r>
      <w:r w:rsidRPr="00EF2F0E">
        <w:rPr>
          <w:lang w:eastAsia="zh-CN"/>
        </w:rPr>
        <w:t xml:space="preserve">each </w:t>
      </w:r>
      <w:r w:rsidRPr="00EF2F0E">
        <w:rPr>
          <w:i/>
          <w:lang w:eastAsia="zh-CN"/>
        </w:rPr>
        <w:t>co-location reference antenna conducted</w:t>
      </w:r>
      <w:r w:rsidRPr="00EF2F0E">
        <w:rPr>
          <w:lang w:eastAsia="zh-CN"/>
        </w:rPr>
        <w:t xml:space="preserve"> output</w:t>
      </w:r>
      <w:r w:rsidRPr="00EF2F0E">
        <w:rPr>
          <w:rFonts w:cs="v5.0.0"/>
        </w:rPr>
        <w:t xml:space="preserve"> supporting transmission in the operating band</w:t>
      </w:r>
      <w:r w:rsidRPr="00EF2F0E">
        <w:t>.</w:t>
      </w:r>
    </w:p>
    <w:p w14:paraId="0984E5D8" w14:textId="77777777" w:rsidR="00B15E99" w:rsidRPr="00EF2F0E" w:rsidRDefault="00B15E99" w:rsidP="00B15E99">
      <w:pPr>
        <w:pStyle w:val="Heading4"/>
      </w:pPr>
      <w:bookmarkStart w:id="3497" w:name="_Toc21096029"/>
      <w:bookmarkStart w:id="3498" w:name="_Toc29763228"/>
      <w:bookmarkStart w:id="3499" w:name="_Toc45869513"/>
      <w:bookmarkStart w:id="3500" w:name="_Toc52554760"/>
      <w:bookmarkStart w:id="3501" w:name="_Toc52555230"/>
      <w:bookmarkStart w:id="3502" w:name="_Toc61112455"/>
      <w:bookmarkStart w:id="3503" w:name="_Toc67911607"/>
      <w:bookmarkStart w:id="3504" w:name="_Toc74843082"/>
      <w:bookmarkStart w:id="3505" w:name="_Toc76503465"/>
      <w:bookmarkStart w:id="3506" w:name="_Toc83040908"/>
      <w:bookmarkStart w:id="3507" w:name="_Toc89851951"/>
      <w:bookmarkStart w:id="3508" w:name="_Toc98676305"/>
      <w:r w:rsidRPr="00EF2F0E">
        <w:t>9.5.3.2</w:t>
      </w:r>
      <w:r w:rsidRPr="00EF2F0E">
        <w:tab/>
        <w:t>Minimum requirement for MSR operation</w:t>
      </w:r>
      <w:bookmarkEnd w:id="3497"/>
      <w:bookmarkEnd w:id="3498"/>
      <w:bookmarkEnd w:id="3499"/>
      <w:bookmarkEnd w:id="3500"/>
      <w:bookmarkEnd w:id="3501"/>
      <w:bookmarkEnd w:id="3502"/>
      <w:bookmarkEnd w:id="3503"/>
      <w:bookmarkEnd w:id="3504"/>
      <w:bookmarkEnd w:id="3505"/>
      <w:bookmarkEnd w:id="3506"/>
      <w:bookmarkEnd w:id="3507"/>
      <w:bookmarkEnd w:id="3508"/>
    </w:p>
    <w:p w14:paraId="0984E5D9" w14:textId="77777777" w:rsidR="00B15E99" w:rsidRPr="00EF2F0E" w:rsidRDefault="00B15E99" w:rsidP="00B15E99">
      <w:r w:rsidRPr="00EF2F0E">
        <w:t xml:space="preserve">For E-UTRA operation, the minimum requirements for MSR </w:t>
      </w:r>
      <w:r w:rsidRPr="00EF2F0E">
        <w:rPr>
          <w:i/>
        </w:rPr>
        <w:t>AAS BS</w:t>
      </w:r>
      <w:r w:rsidRPr="00EF2F0E">
        <w:t xml:space="preserve"> </w:t>
      </w:r>
      <w:r w:rsidRPr="00EF2F0E">
        <w:rPr>
          <w:lang w:eastAsia="zh-CN"/>
        </w:rPr>
        <w:t xml:space="preserve">OTA </w:t>
      </w:r>
      <w:r w:rsidRPr="00EF2F0E">
        <w:rPr>
          <w:i/>
        </w:rPr>
        <w:t>transmitter transient period</w:t>
      </w:r>
      <w:r w:rsidRPr="00EF2F0E">
        <w:rPr>
          <w:i/>
          <w:lang w:eastAsia="zh-CN"/>
        </w:rPr>
        <w:t xml:space="preserve"> </w:t>
      </w:r>
      <w:r w:rsidRPr="00EF2F0E">
        <w:t>shall be shorter than the values in table 9.5.3.4-1.</w:t>
      </w:r>
    </w:p>
    <w:p w14:paraId="0984E5DA" w14:textId="77777777" w:rsidR="00B15E99" w:rsidRPr="00EF2F0E" w:rsidRDefault="00B15E99" w:rsidP="00B15E99">
      <w:pPr>
        <w:rPr>
          <w:lang w:eastAsia="zh-CN"/>
        </w:rPr>
      </w:pPr>
      <w:r w:rsidRPr="00EF2F0E">
        <w:rPr>
          <w:lang w:eastAsia="zh-CN"/>
        </w:rPr>
        <w:t xml:space="preserve">For NR operation, the minimum requirements for </w:t>
      </w:r>
      <w:r w:rsidRPr="00EF2F0E">
        <w:t xml:space="preserve">MSR </w:t>
      </w:r>
      <w:r w:rsidRPr="00EF2F0E">
        <w:rPr>
          <w:i/>
        </w:rPr>
        <w:t>AAS BS</w:t>
      </w:r>
      <w:r w:rsidRPr="00EF2F0E">
        <w:t xml:space="preserve"> </w:t>
      </w:r>
      <w:r w:rsidRPr="00EF2F0E">
        <w:rPr>
          <w:lang w:eastAsia="zh-CN"/>
        </w:rPr>
        <w:t xml:space="preserve">OTA </w:t>
      </w:r>
      <w:r w:rsidRPr="00EF2F0E">
        <w:rPr>
          <w:i/>
        </w:rPr>
        <w:t>transmitter transient period</w:t>
      </w:r>
      <w:r w:rsidRPr="00EF2F0E">
        <w:rPr>
          <w:i/>
          <w:lang w:eastAsia="zh-CN"/>
        </w:rPr>
        <w:t xml:space="preserve"> </w:t>
      </w:r>
      <w:r w:rsidRPr="00EF2F0E">
        <w:t>shall be shorter than the values specified in 3GPP TS 37.104 [5] subclause 6.4.2.1.</w:t>
      </w:r>
    </w:p>
    <w:p w14:paraId="0984E5DB" w14:textId="77777777" w:rsidR="00B15E99" w:rsidRPr="00EF2F0E" w:rsidRDefault="00B15E99" w:rsidP="00B15E99">
      <w:pPr>
        <w:pStyle w:val="Heading4"/>
      </w:pPr>
      <w:bookmarkStart w:id="3509" w:name="_Toc21096030"/>
      <w:bookmarkStart w:id="3510" w:name="_Toc29763229"/>
      <w:bookmarkStart w:id="3511" w:name="_Toc45869514"/>
      <w:bookmarkStart w:id="3512" w:name="_Toc52554761"/>
      <w:bookmarkStart w:id="3513" w:name="_Toc52555231"/>
      <w:bookmarkStart w:id="3514" w:name="_Toc61112456"/>
      <w:bookmarkStart w:id="3515" w:name="_Toc67911608"/>
      <w:bookmarkStart w:id="3516" w:name="_Toc74843083"/>
      <w:bookmarkStart w:id="3517" w:name="_Toc76503466"/>
      <w:bookmarkStart w:id="3518" w:name="_Toc83040909"/>
      <w:bookmarkStart w:id="3519" w:name="_Toc89851952"/>
      <w:bookmarkStart w:id="3520" w:name="_Toc98676306"/>
      <w:r w:rsidRPr="00EF2F0E">
        <w:t>9.5.3.3</w:t>
      </w:r>
      <w:r w:rsidRPr="00EF2F0E">
        <w:tab/>
        <w:t>Minimum requirement for single RAT UTRA operation</w:t>
      </w:r>
      <w:bookmarkEnd w:id="3509"/>
      <w:bookmarkEnd w:id="3510"/>
      <w:bookmarkEnd w:id="3511"/>
      <w:bookmarkEnd w:id="3512"/>
      <w:bookmarkEnd w:id="3513"/>
      <w:bookmarkEnd w:id="3514"/>
      <w:bookmarkEnd w:id="3515"/>
      <w:bookmarkEnd w:id="3516"/>
      <w:bookmarkEnd w:id="3517"/>
      <w:bookmarkEnd w:id="3518"/>
      <w:bookmarkEnd w:id="3519"/>
      <w:bookmarkEnd w:id="3520"/>
    </w:p>
    <w:p w14:paraId="0984E5DC" w14:textId="77777777" w:rsidR="00B15E99" w:rsidRPr="00EF2F0E" w:rsidRDefault="00B15E99" w:rsidP="00B15E99">
      <w:pPr>
        <w:rPr>
          <w:lang w:eastAsia="zh-CN"/>
        </w:rPr>
      </w:pPr>
      <w:r w:rsidRPr="00EF2F0E">
        <w:rPr>
          <w:lang w:eastAsia="zh-CN"/>
        </w:rPr>
        <w:t>There is no</w:t>
      </w:r>
      <w:r w:rsidRPr="00EF2F0E">
        <w:t xml:space="preserve"> </w:t>
      </w:r>
      <w:r w:rsidRPr="00EF2F0E">
        <w:rPr>
          <w:lang w:eastAsia="zh-CN"/>
        </w:rPr>
        <w:t xml:space="preserve">OTA </w:t>
      </w:r>
      <w:r w:rsidRPr="00EF2F0E">
        <w:rPr>
          <w:i/>
          <w:lang w:eastAsia="zh-CN"/>
        </w:rPr>
        <w:t>Transmitter transient period</w:t>
      </w:r>
      <w:r w:rsidRPr="00EF2F0E">
        <w:rPr>
          <w:lang w:eastAsia="zh-CN"/>
        </w:rPr>
        <w:t xml:space="preserve"> requirement for UTRA operation.</w:t>
      </w:r>
    </w:p>
    <w:p w14:paraId="0984E5DD" w14:textId="77777777" w:rsidR="00B15E99" w:rsidRPr="00EF2F0E" w:rsidRDefault="00B15E99" w:rsidP="00B15E99">
      <w:pPr>
        <w:pStyle w:val="Heading4"/>
      </w:pPr>
      <w:bookmarkStart w:id="3521" w:name="_Toc21096031"/>
      <w:bookmarkStart w:id="3522" w:name="_Toc29763230"/>
      <w:bookmarkStart w:id="3523" w:name="_Toc45869515"/>
      <w:bookmarkStart w:id="3524" w:name="_Toc52554762"/>
      <w:bookmarkStart w:id="3525" w:name="_Toc52555232"/>
      <w:bookmarkStart w:id="3526" w:name="_Toc61112457"/>
      <w:bookmarkStart w:id="3527" w:name="_Toc67911609"/>
      <w:bookmarkStart w:id="3528" w:name="_Toc74843084"/>
      <w:bookmarkStart w:id="3529" w:name="_Toc76503467"/>
      <w:bookmarkStart w:id="3530" w:name="_Toc83040910"/>
      <w:bookmarkStart w:id="3531" w:name="_Toc89851953"/>
      <w:bookmarkStart w:id="3532" w:name="_Toc98676307"/>
      <w:r w:rsidRPr="00EF2F0E">
        <w:t>9.5.3.4</w:t>
      </w:r>
      <w:r w:rsidRPr="00EF2F0E">
        <w:tab/>
        <w:t>Minimum requirement for single RAT E-UTRA operation</w:t>
      </w:r>
      <w:bookmarkEnd w:id="3521"/>
      <w:bookmarkEnd w:id="3522"/>
      <w:bookmarkEnd w:id="3523"/>
      <w:bookmarkEnd w:id="3524"/>
      <w:bookmarkEnd w:id="3525"/>
      <w:bookmarkEnd w:id="3526"/>
      <w:bookmarkEnd w:id="3527"/>
      <w:bookmarkEnd w:id="3528"/>
      <w:bookmarkEnd w:id="3529"/>
      <w:bookmarkEnd w:id="3530"/>
      <w:bookmarkEnd w:id="3531"/>
      <w:bookmarkEnd w:id="3532"/>
    </w:p>
    <w:p w14:paraId="0984E5DE" w14:textId="77777777" w:rsidR="00B15E99" w:rsidRPr="00EF2F0E" w:rsidRDefault="00B15E99" w:rsidP="00B15E99">
      <w:r w:rsidRPr="00EF2F0E">
        <w:t xml:space="preserve">For single RAT </w:t>
      </w:r>
      <w:r w:rsidRPr="00EF2F0E">
        <w:rPr>
          <w:i/>
        </w:rPr>
        <w:t>AAS BS</w:t>
      </w:r>
      <w:r w:rsidRPr="00EF2F0E">
        <w:rPr>
          <w:i/>
          <w:lang w:eastAsia="zh-CN"/>
        </w:rPr>
        <w:t xml:space="preserve">, </w:t>
      </w:r>
      <w:r w:rsidRPr="00EF2F0E">
        <w:t xml:space="preserve">the </w:t>
      </w:r>
      <w:r w:rsidRPr="00EF2F0E">
        <w:rPr>
          <w:lang w:eastAsia="zh-CN"/>
        </w:rPr>
        <w:t xml:space="preserve">OTA </w:t>
      </w:r>
      <w:r w:rsidRPr="00EF2F0E">
        <w:rPr>
          <w:i/>
        </w:rPr>
        <w:t>transmitter transient period</w:t>
      </w:r>
      <w:r w:rsidRPr="00EF2F0E">
        <w:t xml:space="preserve"> shall be shorter than the values in table 9.5.3.4-1.</w:t>
      </w:r>
    </w:p>
    <w:p w14:paraId="0984E5DF" w14:textId="77777777" w:rsidR="00B15E99" w:rsidRPr="00EF2F0E" w:rsidRDefault="00B15E99" w:rsidP="00B15E99">
      <w:pPr>
        <w:pStyle w:val="TH"/>
      </w:pPr>
      <w:r w:rsidRPr="00EF2F0E">
        <w:t xml:space="preserve">Table 9.5.3.4-1: Minimum requirements for the </w:t>
      </w:r>
      <w:r w:rsidRPr="00EF2F0E">
        <w:rPr>
          <w:i/>
        </w:rPr>
        <w:t>transmitter transient period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7"/>
        <w:gridCol w:w="3969"/>
      </w:tblGrid>
      <w:tr w:rsidR="003401A4" w:rsidRPr="00EF2F0E" w14:paraId="0984E5E2" w14:textId="77777777" w:rsidTr="00AB06FD">
        <w:trPr>
          <w:jc w:val="center"/>
        </w:trPr>
        <w:tc>
          <w:tcPr>
            <w:tcW w:w="2507" w:type="dxa"/>
          </w:tcPr>
          <w:p w14:paraId="0984E5E0" w14:textId="77777777" w:rsidR="00B15E99" w:rsidRPr="00EF2F0E" w:rsidRDefault="00B15E99" w:rsidP="00AB06FD">
            <w:pPr>
              <w:pStyle w:val="TAH"/>
            </w:pPr>
            <w:r w:rsidRPr="00EF2F0E">
              <w:t>Transition</w:t>
            </w:r>
          </w:p>
        </w:tc>
        <w:tc>
          <w:tcPr>
            <w:tcW w:w="3969" w:type="dxa"/>
          </w:tcPr>
          <w:p w14:paraId="0984E5E1" w14:textId="77777777" w:rsidR="00B15E99" w:rsidRPr="00EF2F0E" w:rsidRDefault="00B15E99" w:rsidP="00AB06FD">
            <w:pPr>
              <w:pStyle w:val="TAH"/>
            </w:pPr>
            <w:r w:rsidRPr="00EF2F0E">
              <w:t>Transient period length [us]</w:t>
            </w:r>
          </w:p>
        </w:tc>
      </w:tr>
      <w:tr w:rsidR="003401A4" w:rsidRPr="00EF2F0E" w14:paraId="0984E5E5" w14:textId="77777777" w:rsidTr="00AB06FD">
        <w:trPr>
          <w:jc w:val="center"/>
        </w:trPr>
        <w:tc>
          <w:tcPr>
            <w:tcW w:w="2507" w:type="dxa"/>
          </w:tcPr>
          <w:p w14:paraId="0984E5E3" w14:textId="77777777" w:rsidR="00B15E99" w:rsidRPr="00EF2F0E" w:rsidRDefault="00B15E99" w:rsidP="00AB06FD">
            <w:pPr>
              <w:pStyle w:val="TAC"/>
            </w:pPr>
            <w:r w:rsidRPr="00EF2F0E">
              <w:t>OFF to ON</w:t>
            </w:r>
          </w:p>
        </w:tc>
        <w:tc>
          <w:tcPr>
            <w:tcW w:w="3969" w:type="dxa"/>
          </w:tcPr>
          <w:p w14:paraId="0984E5E4" w14:textId="77777777" w:rsidR="00B15E99" w:rsidRPr="00EF2F0E" w:rsidRDefault="00B15E99" w:rsidP="00AB06FD">
            <w:pPr>
              <w:pStyle w:val="TAC"/>
            </w:pPr>
            <w:r w:rsidRPr="00EF2F0E">
              <w:t>17</w:t>
            </w:r>
          </w:p>
        </w:tc>
      </w:tr>
      <w:tr w:rsidR="00B15E99" w:rsidRPr="00EF2F0E" w14:paraId="0984E5E8" w14:textId="77777777" w:rsidTr="00AB06FD">
        <w:trPr>
          <w:jc w:val="center"/>
        </w:trPr>
        <w:tc>
          <w:tcPr>
            <w:tcW w:w="2507" w:type="dxa"/>
          </w:tcPr>
          <w:p w14:paraId="0984E5E6" w14:textId="77777777" w:rsidR="00B15E99" w:rsidRPr="00EF2F0E" w:rsidRDefault="00B15E99" w:rsidP="00AB06FD">
            <w:pPr>
              <w:pStyle w:val="TAC"/>
            </w:pPr>
            <w:r w:rsidRPr="00EF2F0E">
              <w:t>ON to OFF</w:t>
            </w:r>
          </w:p>
        </w:tc>
        <w:tc>
          <w:tcPr>
            <w:tcW w:w="3969" w:type="dxa"/>
          </w:tcPr>
          <w:p w14:paraId="0984E5E7" w14:textId="77777777" w:rsidR="00B15E99" w:rsidRPr="00EF2F0E" w:rsidRDefault="00B15E99" w:rsidP="00AB06FD">
            <w:pPr>
              <w:pStyle w:val="TAC"/>
            </w:pPr>
            <w:r w:rsidRPr="00EF2F0E">
              <w:t>17</w:t>
            </w:r>
          </w:p>
        </w:tc>
      </w:tr>
    </w:tbl>
    <w:p w14:paraId="0984E5E9" w14:textId="77777777" w:rsidR="00B15E99" w:rsidRPr="00EF2F0E" w:rsidRDefault="00B15E99" w:rsidP="00B15E99">
      <w:pPr>
        <w:rPr>
          <w:lang w:eastAsia="en-GB"/>
        </w:rPr>
      </w:pPr>
    </w:p>
    <w:p w14:paraId="0984E5EA" w14:textId="77777777" w:rsidR="00B15E99" w:rsidRPr="00EF2F0E" w:rsidRDefault="00B15E99" w:rsidP="00B15E99">
      <w:pPr>
        <w:pStyle w:val="Heading2"/>
      </w:pPr>
      <w:bookmarkStart w:id="3533" w:name="_Toc21096032"/>
      <w:bookmarkStart w:id="3534" w:name="_Toc29763231"/>
      <w:bookmarkStart w:id="3535" w:name="_Toc45869516"/>
      <w:bookmarkStart w:id="3536" w:name="_Toc52554763"/>
      <w:bookmarkStart w:id="3537" w:name="_Toc52555233"/>
      <w:bookmarkStart w:id="3538" w:name="_Toc61112458"/>
      <w:bookmarkStart w:id="3539" w:name="_Toc67911610"/>
      <w:bookmarkStart w:id="3540" w:name="_Toc74843085"/>
      <w:bookmarkStart w:id="3541" w:name="_Toc76503468"/>
      <w:bookmarkStart w:id="3542" w:name="_Toc83040911"/>
      <w:bookmarkStart w:id="3543" w:name="_Toc89851954"/>
      <w:bookmarkStart w:id="3544" w:name="_Toc98676308"/>
      <w:r w:rsidRPr="00EF2F0E">
        <w:t>9.6</w:t>
      </w:r>
      <w:r w:rsidRPr="00EF2F0E">
        <w:tab/>
        <w:t>OTA Transmitted signal quality</w:t>
      </w:r>
      <w:bookmarkEnd w:id="3533"/>
      <w:bookmarkEnd w:id="3534"/>
      <w:bookmarkEnd w:id="3535"/>
      <w:bookmarkEnd w:id="3536"/>
      <w:bookmarkEnd w:id="3537"/>
      <w:bookmarkEnd w:id="3538"/>
      <w:bookmarkEnd w:id="3539"/>
      <w:bookmarkEnd w:id="3540"/>
      <w:bookmarkEnd w:id="3541"/>
      <w:bookmarkEnd w:id="3542"/>
      <w:bookmarkEnd w:id="3543"/>
      <w:bookmarkEnd w:id="3544"/>
    </w:p>
    <w:p w14:paraId="0984E5EB" w14:textId="77777777" w:rsidR="00B15E99" w:rsidRPr="00EF2F0E" w:rsidRDefault="00B15E99" w:rsidP="00B15E99">
      <w:pPr>
        <w:pStyle w:val="Heading3"/>
      </w:pPr>
      <w:bookmarkStart w:id="3545" w:name="_Toc21096033"/>
      <w:bookmarkStart w:id="3546" w:name="_Toc29763232"/>
      <w:bookmarkStart w:id="3547" w:name="_Toc45869517"/>
      <w:bookmarkStart w:id="3548" w:name="_Toc52554764"/>
      <w:bookmarkStart w:id="3549" w:name="_Toc52555234"/>
      <w:bookmarkStart w:id="3550" w:name="_Toc61112459"/>
      <w:bookmarkStart w:id="3551" w:name="_Toc67911611"/>
      <w:bookmarkStart w:id="3552" w:name="_Toc74843086"/>
      <w:bookmarkStart w:id="3553" w:name="_Toc76503469"/>
      <w:bookmarkStart w:id="3554" w:name="_Toc83040912"/>
      <w:bookmarkStart w:id="3555" w:name="_Toc89851955"/>
      <w:bookmarkStart w:id="3556" w:name="_Toc98676309"/>
      <w:r w:rsidRPr="00EF2F0E">
        <w:t>9.6.1</w:t>
      </w:r>
      <w:r w:rsidRPr="00EF2F0E">
        <w:tab/>
        <w:t>General</w:t>
      </w:r>
      <w:bookmarkEnd w:id="3545"/>
      <w:bookmarkEnd w:id="3546"/>
      <w:bookmarkEnd w:id="3547"/>
      <w:bookmarkEnd w:id="3548"/>
      <w:bookmarkEnd w:id="3549"/>
      <w:bookmarkEnd w:id="3550"/>
      <w:bookmarkEnd w:id="3551"/>
      <w:bookmarkEnd w:id="3552"/>
      <w:bookmarkEnd w:id="3553"/>
      <w:bookmarkEnd w:id="3554"/>
      <w:bookmarkEnd w:id="3555"/>
      <w:bookmarkEnd w:id="3556"/>
    </w:p>
    <w:p w14:paraId="0984E5EC" w14:textId="77777777" w:rsidR="00B15E99" w:rsidRPr="00EF2F0E" w:rsidRDefault="00B15E99" w:rsidP="00B15E99">
      <w:r w:rsidRPr="00EF2F0E">
        <w:t xml:space="preserve">Unless otherwise stated, the requirements in clause 9.6 apply during the </w:t>
      </w:r>
      <w:r w:rsidRPr="00EF2F0E">
        <w:rPr>
          <w:i/>
        </w:rPr>
        <w:t>transmitter ON period</w:t>
      </w:r>
      <w:r w:rsidRPr="00EF2F0E">
        <w:t>.</w:t>
      </w:r>
    </w:p>
    <w:p w14:paraId="0984E5ED" w14:textId="77777777" w:rsidR="00B15E99" w:rsidRPr="00EF2F0E" w:rsidRDefault="00B15E99" w:rsidP="00B15E99">
      <w:pPr>
        <w:pStyle w:val="Heading3"/>
      </w:pPr>
      <w:bookmarkStart w:id="3557" w:name="_Toc21096034"/>
      <w:bookmarkStart w:id="3558" w:name="_Toc29763233"/>
      <w:bookmarkStart w:id="3559" w:name="_Toc45869518"/>
      <w:bookmarkStart w:id="3560" w:name="_Toc52554765"/>
      <w:bookmarkStart w:id="3561" w:name="_Toc52555235"/>
      <w:bookmarkStart w:id="3562" w:name="_Toc61112460"/>
      <w:bookmarkStart w:id="3563" w:name="_Toc67911612"/>
      <w:bookmarkStart w:id="3564" w:name="_Toc74843087"/>
      <w:bookmarkStart w:id="3565" w:name="_Toc76503470"/>
      <w:bookmarkStart w:id="3566" w:name="_Toc83040913"/>
      <w:bookmarkStart w:id="3567" w:name="_Toc89851956"/>
      <w:bookmarkStart w:id="3568" w:name="_Toc98676310"/>
      <w:r w:rsidRPr="00EF2F0E">
        <w:t>9.6.2</w:t>
      </w:r>
      <w:r w:rsidRPr="00EF2F0E">
        <w:tab/>
        <w:t>OTA Frequency Error</w:t>
      </w:r>
      <w:bookmarkEnd w:id="3557"/>
      <w:bookmarkEnd w:id="3558"/>
      <w:bookmarkEnd w:id="3559"/>
      <w:bookmarkEnd w:id="3560"/>
      <w:bookmarkEnd w:id="3561"/>
      <w:bookmarkEnd w:id="3562"/>
      <w:bookmarkEnd w:id="3563"/>
      <w:bookmarkEnd w:id="3564"/>
      <w:bookmarkEnd w:id="3565"/>
      <w:bookmarkEnd w:id="3566"/>
      <w:bookmarkEnd w:id="3567"/>
      <w:bookmarkEnd w:id="3568"/>
    </w:p>
    <w:p w14:paraId="0984E5EE" w14:textId="77777777" w:rsidR="00B15E99" w:rsidRPr="00EF2F0E" w:rsidRDefault="00B15E99" w:rsidP="00B15E99">
      <w:pPr>
        <w:pStyle w:val="Heading4"/>
      </w:pPr>
      <w:bookmarkStart w:id="3569" w:name="_Toc21096035"/>
      <w:bookmarkStart w:id="3570" w:name="_Toc29763234"/>
      <w:bookmarkStart w:id="3571" w:name="_Toc45869519"/>
      <w:bookmarkStart w:id="3572" w:name="_Toc52554766"/>
      <w:bookmarkStart w:id="3573" w:name="_Toc52555236"/>
      <w:bookmarkStart w:id="3574" w:name="_Toc61112461"/>
      <w:bookmarkStart w:id="3575" w:name="_Toc67911613"/>
      <w:bookmarkStart w:id="3576" w:name="_Toc74843088"/>
      <w:bookmarkStart w:id="3577" w:name="_Toc76503471"/>
      <w:bookmarkStart w:id="3578" w:name="_Toc83040914"/>
      <w:bookmarkStart w:id="3579" w:name="_Toc89851957"/>
      <w:bookmarkStart w:id="3580" w:name="_Toc98676311"/>
      <w:r w:rsidRPr="00EF2F0E">
        <w:t>9.6.2.1</w:t>
      </w:r>
      <w:r w:rsidRPr="00EF2F0E">
        <w:tab/>
        <w:t>General</w:t>
      </w:r>
      <w:bookmarkEnd w:id="3569"/>
      <w:bookmarkEnd w:id="3570"/>
      <w:bookmarkEnd w:id="3571"/>
      <w:bookmarkEnd w:id="3572"/>
      <w:bookmarkEnd w:id="3573"/>
      <w:bookmarkEnd w:id="3574"/>
      <w:bookmarkEnd w:id="3575"/>
      <w:bookmarkEnd w:id="3576"/>
      <w:bookmarkEnd w:id="3577"/>
      <w:bookmarkEnd w:id="3578"/>
      <w:bookmarkEnd w:id="3579"/>
      <w:bookmarkEnd w:id="3580"/>
    </w:p>
    <w:p w14:paraId="0984E5EF" w14:textId="77777777" w:rsidR="00B15E99" w:rsidRPr="00EF2F0E" w:rsidRDefault="00B15E99" w:rsidP="00B15E99">
      <w:pPr>
        <w:rPr>
          <w:rFonts w:cs="v5.0.0"/>
        </w:rPr>
      </w:pPr>
      <w:r w:rsidRPr="00EF2F0E">
        <w:t xml:space="preserve">OTA frequency error is the measure of the difference between the actual AAS BS transmit frequency and the assigned frequency. </w:t>
      </w:r>
      <w:r w:rsidRPr="00EF2F0E">
        <w:rPr>
          <w:rFonts w:cs="v5.0.0"/>
        </w:rPr>
        <w:t>The same source shall be used for RF frequency and data clock generation.</w:t>
      </w:r>
    </w:p>
    <w:p w14:paraId="0984E5F0" w14:textId="77777777" w:rsidR="00B15E99" w:rsidRPr="00EF2F0E" w:rsidRDefault="00B15E99" w:rsidP="00B15E99">
      <w:pPr>
        <w:rPr>
          <w:lang w:eastAsia="en-GB"/>
        </w:rPr>
      </w:pPr>
      <w:r w:rsidRPr="00EF2F0E">
        <w:t xml:space="preserve">The OTA frequency error requirement is defined as a </w:t>
      </w:r>
      <w:r w:rsidRPr="00EF2F0E">
        <w:rPr>
          <w:i/>
        </w:rPr>
        <w:t>single direction requirement</w:t>
      </w:r>
      <w:r w:rsidRPr="00EF2F0E">
        <w:t xml:space="preserve"> at the RIB and shall be met within the </w:t>
      </w:r>
      <w:r w:rsidRPr="00EF2F0E">
        <w:rPr>
          <w:i/>
        </w:rPr>
        <w:t>OTA coverage range</w:t>
      </w:r>
      <w:r w:rsidRPr="00EF2F0E">
        <w:t xml:space="preserve">. </w:t>
      </w:r>
    </w:p>
    <w:p w14:paraId="0984E5F1" w14:textId="77777777" w:rsidR="00B15E99" w:rsidRPr="00EF2F0E" w:rsidRDefault="00B15E99" w:rsidP="00B15E99">
      <w:pPr>
        <w:pStyle w:val="Heading4"/>
      </w:pPr>
      <w:bookmarkStart w:id="3581" w:name="_Toc21096036"/>
      <w:bookmarkStart w:id="3582" w:name="_Toc29763235"/>
      <w:bookmarkStart w:id="3583" w:name="_Toc45869520"/>
      <w:bookmarkStart w:id="3584" w:name="_Toc52554767"/>
      <w:bookmarkStart w:id="3585" w:name="_Toc52555237"/>
      <w:bookmarkStart w:id="3586" w:name="_Toc61112462"/>
      <w:bookmarkStart w:id="3587" w:name="_Toc67911614"/>
      <w:bookmarkStart w:id="3588" w:name="_Toc74843089"/>
      <w:bookmarkStart w:id="3589" w:name="_Toc76503472"/>
      <w:bookmarkStart w:id="3590" w:name="_Toc83040915"/>
      <w:bookmarkStart w:id="3591" w:name="_Toc89851958"/>
      <w:bookmarkStart w:id="3592" w:name="_Toc98676312"/>
      <w:r w:rsidRPr="00EF2F0E">
        <w:t>9.6.2.2</w:t>
      </w:r>
      <w:r w:rsidRPr="00EF2F0E">
        <w:tab/>
        <w:t>Minimum requirement for MSR operation</w:t>
      </w:r>
      <w:bookmarkEnd w:id="3581"/>
      <w:bookmarkEnd w:id="3582"/>
      <w:bookmarkEnd w:id="3583"/>
      <w:bookmarkEnd w:id="3584"/>
      <w:bookmarkEnd w:id="3585"/>
      <w:bookmarkEnd w:id="3586"/>
      <w:bookmarkEnd w:id="3587"/>
      <w:bookmarkEnd w:id="3588"/>
      <w:bookmarkEnd w:id="3589"/>
      <w:bookmarkEnd w:id="3590"/>
      <w:bookmarkEnd w:id="3591"/>
      <w:bookmarkEnd w:id="3592"/>
    </w:p>
    <w:p w14:paraId="0984E5F2" w14:textId="77777777" w:rsidR="00B15E99" w:rsidRPr="00EF2F0E" w:rsidRDefault="00B15E99" w:rsidP="00B15E99">
      <w:pPr>
        <w:rPr>
          <w:lang w:eastAsia="zh-CN"/>
        </w:rPr>
      </w:pPr>
      <w:r w:rsidRPr="00EF2F0E">
        <w:rPr>
          <w:lang w:eastAsia="zh-CN"/>
        </w:rPr>
        <w:t>The minimum requirement for a UTRA OTA frequency error is the same as defined in subclause 9.6.2.3.</w:t>
      </w:r>
    </w:p>
    <w:p w14:paraId="0984E5F3" w14:textId="77777777" w:rsidR="00B15E99" w:rsidRPr="00EF2F0E" w:rsidRDefault="00B15E99" w:rsidP="00B15E99">
      <w:pPr>
        <w:rPr>
          <w:lang w:eastAsia="zh-CN"/>
        </w:rPr>
      </w:pPr>
      <w:r w:rsidRPr="00EF2F0E">
        <w:rPr>
          <w:lang w:eastAsia="zh-CN"/>
        </w:rPr>
        <w:t>The minimum requirement for an E-UTRA OTA frequency error is the same as defined in subclause 9.6.2.4.</w:t>
      </w:r>
    </w:p>
    <w:p w14:paraId="0984E5F4" w14:textId="77777777" w:rsidR="00B15E99" w:rsidRPr="00EF2F0E" w:rsidRDefault="00B15E99" w:rsidP="00B15E99">
      <w:pPr>
        <w:rPr>
          <w:lang w:eastAsia="zh-CN"/>
        </w:rPr>
      </w:pPr>
      <w:r w:rsidRPr="00EF2F0E">
        <w:rPr>
          <w:lang w:eastAsia="zh-CN"/>
        </w:rPr>
        <w:t xml:space="preserve">The minimum requirement for an NR OTA frequency error is the same as that for </w:t>
      </w:r>
      <w:r w:rsidRPr="00EF2F0E">
        <w:rPr>
          <w:i/>
          <w:lang w:eastAsia="zh-CN"/>
        </w:rPr>
        <w:t>BS type 1-O</w:t>
      </w:r>
      <w:r w:rsidRPr="00EF2F0E">
        <w:rPr>
          <w:lang w:eastAsia="zh-CN"/>
        </w:rPr>
        <w:t xml:space="preserve"> defined in 3GPP TS 38.104 [28] subclause 9.6.1.2.</w:t>
      </w:r>
    </w:p>
    <w:p w14:paraId="0984E5F5" w14:textId="77777777" w:rsidR="00B15E99" w:rsidRPr="00EF2F0E" w:rsidRDefault="00B15E99" w:rsidP="00B15E99">
      <w:pPr>
        <w:pStyle w:val="Heading4"/>
      </w:pPr>
      <w:bookmarkStart w:id="3593" w:name="_Toc21096037"/>
      <w:bookmarkStart w:id="3594" w:name="_Toc29763236"/>
      <w:bookmarkStart w:id="3595" w:name="_Toc45869521"/>
      <w:bookmarkStart w:id="3596" w:name="_Toc52554768"/>
      <w:bookmarkStart w:id="3597" w:name="_Toc52555238"/>
      <w:bookmarkStart w:id="3598" w:name="_Toc61112463"/>
      <w:bookmarkStart w:id="3599" w:name="_Toc67911615"/>
      <w:bookmarkStart w:id="3600" w:name="_Toc74843090"/>
      <w:bookmarkStart w:id="3601" w:name="_Toc76503473"/>
      <w:bookmarkStart w:id="3602" w:name="_Toc83040916"/>
      <w:bookmarkStart w:id="3603" w:name="_Toc89851959"/>
      <w:bookmarkStart w:id="3604" w:name="_Toc98676313"/>
      <w:r w:rsidRPr="00EF2F0E">
        <w:t>9.6.2.3</w:t>
      </w:r>
      <w:r w:rsidRPr="00EF2F0E">
        <w:tab/>
        <w:t>Minimum requirement for single RAT UTRA operation</w:t>
      </w:r>
      <w:bookmarkEnd w:id="3593"/>
      <w:bookmarkEnd w:id="3594"/>
      <w:bookmarkEnd w:id="3595"/>
      <w:bookmarkEnd w:id="3596"/>
      <w:bookmarkEnd w:id="3597"/>
      <w:bookmarkEnd w:id="3598"/>
      <w:bookmarkEnd w:id="3599"/>
      <w:bookmarkEnd w:id="3600"/>
      <w:bookmarkEnd w:id="3601"/>
      <w:bookmarkEnd w:id="3602"/>
      <w:bookmarkEnd w:id="3603"/>
      <w:bookmarkEnd w:id="3604"/>
    </w:p>
    <w:p w14:paraId="0984E5F6" w14:textId="77777777" w:rsidR="00B15E99" w:rsidRPr="00EF2F0E" w:rsidRDefault="00B15E99" w:rsidP="00B15E99">
      <w:r w:rsidRPr="00EF2F0E">
        <w:t>The single RAT UTRA FDD AAS BS of wide area BS class shall fulfil the frequency error minimum requirements for wide area BS described in 3GPP TS 25.104 [6], subclause 6.3.1.</w:t>
      </w:r>
    </w:p>
    <w:p w14:paraId="0984E5F7" w14:textId="77777777" w:rsidR="00B15E99" w:rsidRPr="00EF2F0E" w:rsidRDefault="00B15E99" w:rsidP="00B15E99">
      <w:r w:rsidRPr="00EF2F0E">
        <w:t>The single RAT UTRA FDD AAS BS of medium range BS class shall fulfil the frequency error minimum requirements for medium range BS described in 3GPP TS 25.104 [6], subclause 6.3.1.</w:t>
      </w:r>
    </w:p>
    <w:p w14:paraId="0984E5F8" w14:textId="77777777" w:rsidR="00B15E99" w:rsidRPr="00EF2F0E" w:rsidRDefault="00B15E99" w:rsidP="00B15E99">
      <w:r w:rsidRPr="00EF2F0E">
        <w:t>The single RAT UTRA FDD AAS BS of local area BS class shall fulfil the frequency error minimum requirements for local area BS described in 3GPP TS 25.104 [6], subclause 6.3.1.</w:t>
      </w:r>
    </w:p>
    <w:p w14:paraId="0984E5F9" w14:textId="77777777" w:rsidR="00B15E99" w:rsidRPr="00EF2F0E" w:rsidRDefault="00B15E99" w:rsidP="00B15E99">
      <w:pPr>
        <w:pStyle w:val="Heading4"/>
      </w:pPr>
      <w:bookmarkStart w:id="3605" w:name="_Toc21096038"/>
      <w:bookmarkStart w:id="3606" w:name="_Toc29763237"/>
      <w:bookmarkStart w:id="3607" w:name="_Toc45869522"/>
      <w:bookmarkStart w:id="3608" w:name="_Toc52554769"/>
      <w:bookmarkStart w:id="3609" w:name="_Toc52555239"/>
      <w:bookmarkStart w:id="3610" w:name="_Toc61112464"/>
      <w:bookmarkStart w:id="3611" w:name="_Toc67911616"/>
      <w:bookmarkStart w:id="3612" w:name="_Toc74843091"/>
      <w:bookmarkStart w:id="3613" w:name="_Toc76503474"/>
      <w:bookmarkStart w:id="3614" w:name="_Toc83040917"/>
      <w:bookmarkStart w:id="3615" w:name="_Toc89851960"/>
      <w:bookmarkStart w:id="3616" w:name="_Toc98676314"/>
      <w:r w:rsidRPr="00EF2F0E">
        <w:t>9.6.2.4</w:t>
      </w:r>
      <w:r w:rsidRPr="00EF2F0E">
        <w:tab/>
        <w:t>Minimum requirement for single RAT E-UTRA operation</w:t>
      </w:r>
      <w:bookmarkEnd w:id="3605"/>
      <w:bookmarkEnd w:id="3606"/>
      <w:bookmarkEnd w:id="3607"/>
      <w:bookmarkEnd w:id="3608"/>
      <w:bookmarkEnd w:id="3609"/>
      <w:bookmarkEnd w:id="3610"/>
      <w:bookmarkEnd w:id="3611"/>
      <w:bookmarkEnd w:id="3612"/>
      <w:bookmarkEnd w:id="3613"/>
      <w:bookmarkEnd w:id="3614"/>
      <w:bookmarkEnd w:id="3615"/>
      <w:bookmarkEnd w:id="3616"/>
    </w:p>
    <w:p w14:paraId="0984E5FA" w14:textId="77777777" w:rsidR="00B15E99" w:rsidRPr="00EF2F0E" w:rsidRDefault="00B15E99" w:rsidP="00B15E99">
      <w:pPr>
        <w:rPr>
          <w:lang w:eastAsia="zh-CN"/>
        </w:rPr>
      </w:pPr>
      <w:r w:rsidRPr="00EF2F0E">
        <w:rPr>
          <w:lang w:eastAsia="zh-CN"/>
        </w:rPr>
        <w:t xml:space="preserve">The </w:t>
      </w:r>
      <w:r w:rsidRPr="00EF2F0E">
        <w:t xml:space="preserve">single RAT </w:t>
      </w:r>
      <w:r w:rsidRPr="00EF2F0E">
        <w:rPr>
          <w:lang w:eastAsia="zh-CN"/>
        </w:rPr>
        <w:t>E-UTRA AAS BS of wide area BS class shall fulfil the frequency error minimum requirements for wide area BS described in 3GPP TS 36.104 [8], subclause 6.5.1.1.</w:t>
      </w:r>
    </w:p>
    <w:p w14:paraId="0984E5FB" w14:textId="77777777" w:rsidR="00B15E99" w:rsidRPr="00EF2F0E" w:rsidRDefault="00B15E99" w:rsidP="00B15E99">
      <w:pPr>
        <w:rPr>
          <w:lang w:eastAsia="zh-CN"/>
        </w:rPr>
      </w:pPr>
      <w:r w:rsidRPr="00EF2F0E">
        <w:rPr>
          <w:lang w:eastAsia="zh-CN"/>
        </w:rPr>
        <w:t xml:space="preserve">The </w:t>
      </w:r>
      <w:r w:rsidRPr="00EF2F0E">
        <w:t xml:space="preserve">single RAT </w:t>
      </w:r>
      <w:r w:rsidRPr="00EF2F0E">
        <w:rPr>
          <w:lang w:eastAsia="zh-CN"/>
        </w:rPr>
        <w:t>E-UTRA AAS BS of medium range BS class shall fulfil the frequency error minimum requirements for medium range BS described in 3GPP TS 36.104 [8], subclause 6.5.1.1.</w:t>
      </w:r>
    </w:p>
    <w:p w14:paraId="0984E5FC" w14:textId="77777777" w:rsidR="00B15E99" w:rsidRPr="00EF2F0E" w:rsidRDefault="00B15E99" w:rsidP="00B15E99">
      <w:pPr>
        <w:rPr>
          <w:lang w:eastAsia="zh-CN"/>
        </w:rPr>
      </w:pPr>
      <w:r w:rsidRPr="00EF2F0E">
        <w:rPr>
          <w:lang w:eastAsia="zh-CN"/>
        </w:rPr>
        <w:t xml:space="preserve">The </w:t>
      </w:r>
      <w:r w:rsidRPr="00EF2F0E">
        <w:t xml:space="preserve">single RAT </w:t>
      </w:r>
      <w:r w:rsidRPr="00EF2F0E">
        <w:rPr>
          <w:lang w:eastAsia="zh-CN"/>
        </w:rPr>
        <w:t>E-UTRA AAS BS of local area BS class shall fulfil the frequency error minimum requirements for local area BS described in 3GPP TS 36.104 [8], subclause 6.5.1.1.</w:t>
      </w:r>
    </w:p>
    <w:p w14:paraId="0984E5FD" w14:textId="77777777" w:rsidR="00B15E99" w:rsidRPr="00EF2F0E" w:rsidRDefault="00B15E99" w:rsidP="00B15E99">
      <w:pPr>
        <w:pStyle w:val="Heading3"/>
      </w:pPr>
      <w:bookmarkStart w:id="3617" w:name="_Toc21096039"/>
      <w:bookmarkStart w:id="3618" w:name="_Toc29763238"/>
      <w:bookmarkStart w:id="3619" w:name="_Toc45869523"/>
      <w:bookmarkStart w:id="3620" w:name="_Toc52554770"/>
      <w:bookmarkStart w:id="3621" w:name="_Toc52555240"/>
      <w:bookmarkStart w:id="3622" w:name="_Toc61112465"/>
      <w:bookmarkStart w:id="3623" w:name="_Toc67911617"/>
      <w:bookmarkStart w:id="3624" w:name="_Toc74843092"/>
      <w:bookmarkStart w:id="3625" w:name="_Toc76503475"/>
      <w:bookmarkStart w:id="3626" w:name="_Toc83040918"/>
      <w:bookmarkStart w:id="3627" w:name="_Toc89851961"/>
      <w:bookmarkStart w:id="3628" w:name="_Toc98676315"/>
      <w:r w:rsidRPr="00EF2F0E">
        <w:t>9.6.3</w:t>
      </w:r>
      <w:r w:rsidRPr="00EF2F0E">
        <w:tab/>
        <w:t>OTA Time alignment error</w:t>
      </w:r>
      <w:bookmarkEnd w:id="3617"/>
      <w:bookmarkEnd w:id="3618"/>
      <w:bookmarkEnd w:id="3619"/>
      <w:bookmarkEnd w:id="3620"/>
      <w:bookmarkEnd w:id="3621"/>
      <w:bookmarkEnd w:id="3622"/>
      <w:bookmarkEnd w:id="3623"/>
      <w:bookmarkEnd w:id="3624"/>
      <w:bookmarkEnd w:id="3625"/>
      <w:bookmarkEnd w:id="3626"/>
      <w:bookmarkEnd w:id="3627"/>
      <w:bookmarkEnd w:id="3628"/>
    </w:p>
    <w:p w14:paraId="0984E5FE" w14:textId="77777777" w:rsidR="00B15E99" w:rsidRPr="00EF2F0E" w:rsidRDefault="00B15E99" w:rsidP="00B15E99">
      <w:pPr>
        <w:pStyle w:val="Heading4"/>
      </w:pPr>
      <w:bookmarkStart w:id="3629" w:name="_Toc21096040"/>
      <w:bookmarkStart w:id="3630" w:name="_Toc29763239"/>
      <w:bookmarkStart w:id="3631" w:name="_Toc45869524"/>
      <w:bookmarkStart w:id="3632" w:name="_Toc52554771"/>
      <w:bookmarkStart w:id="3633" w:name="_Toc52555241"/>
      <w:bookmarkStart w:id="3634" w:name="_Toc61112466"/>
      <w:bookmarkStart w:id="3635" w:name="_Toc67911618"/>
      <w:bookmarkStart w:id="3636" w:name="_Toc74843093"/>
      <w:bookmarkStart w:id="3637" w:name="_Toc76503476"/>
      <w:bookmarkStart w:id="3638" w:name="_Toc83040919"/>
      <w:bookmarkStart w:id="3639" w:name="_Toc89851962"/>
      <w:bookmarkStart w:id="3640" w:name="_Toc98676316"/>
      <w:r w:rsidRPr="00EF2F0E">
        <w:t>9.6.3.1</w:t>
      </w:r>
      <w:r w:rsidRPr="00EF2F0E">
        <w:tab/>
        <w:t>General</w:t>
      </w:r>
      <w:bookmarkEnd w:id="3629"/>
      <w:bookmarkEnd w:id="3630"/>
      <w:bookmarkEnd w:id="3631"/>
      <w:bookmarkEnd w:id="3632"/>
      <w:bookmarkEnd w:id="3633"/>
      <w:bookmarkEnd w:id="3634"/>
      <w:bookmarkEnd w:id="3635"/>
      <w:bookmarkEnd w:id="3636"/>
      <w:bookmarkEnd w:id="3637"/>
      <w:bookmarkEnd w:id="3638"/>
      <w:bookmarkEnd w:id="3639"/>
      <w:bookmarkEnd w:id="3640"/>
    </w:p>
    <w:p w14:paraId="0984E5FF" w14:textId="77777777" w:rsidR="00B15E99" w:rsidRPr="00EF2F0E" w:rsidRDefault="00B15E99" w:rsidP="00B15E99">
      <w:r w:rsidRPr="00EF2F0E">
        <w:t>This requirement applies to frame timing in:</w:t>
      </w:r>
    </w:p>
    <w:p w14:paraId="0984E600" w14:textId="77777777" w:rsidR="00B15E99" w:rsidRPr="00EF2F0E" w:rsidRDefault="00B15E99" w:rsidP="00B76023">
      <w:pPr>
        <w:pStyle w:val="B10"/>
      </w:pPr>
      <w:r w:rsidRPr="00EF2F0E">
        <w:t>-</w:t>
      </w:r>
      <w:r w:rsidRPr="00EF2F0E">
        <w:tab/>
        <w:t>UTRA single/multi-carrier transmissions and their combinations with MIMO or TX diversity.</w:t>
      </w:r>
    </w:p>
    <w:p w14:paraId="0984E601" w14:textId="77777777" w:rsidR="00B15E99" w:rsidRPr="00EF2F0E" w:rsidRDefault="00B15E99" w:rsidP="00B76023">
      <w:pPr>
        <w:pStyle w:val="B10"/>
      </w:pPr>
      <w:r w:rsidRPr="00EF2F0E">
        <w:t>-</w:t>
      </w:r>
      <w:r w:rsidRPr="00EF2F0E">
        <w:tab/>
        <w:t>E-UTRA single/multi-carrier transmissions and their combinations with MIMO or TX diversity.</w:t>
      </w:r>
    </w:p>
    <w:p w14:paraId="0984E602" w14:textId="77777777" w:rsidR="00B15E99" w:rsidRPr="00EF2F0E" w:rsidRDefault="00B15E99" w:rsidP="00B76023">
      <w:pPr>
        <w:pStyle w:val="B10"/>
      </w:pPr>
      <w:r w:rsidRPr="00EF2F0E">
        <w:t>-</w:t>
      </w:r>
      <w:r w:rsidRPr="00EF2F0E">
        <w:tab/>
        <w:t xml:space="preserve">E-UTRA </w:t>
      </w:r>
      <w:r w:rsidRPr="00EF2F0E">
        <w:rPr>
          <w:i/>
        </w:rPr>
        <w:t>carrier aggregation</w:t>
      </w:r>
      <w:r w:rsidRPr="00EF2F0E">
        <w:t>, with or without MIMO or TX diversity.</w:t>
      </w:r>
    </w:p>
    <w:p w14:paraId="0984E603" w14:textId="77777777" w:rsidR="00B15E99" w:rsidRPr="00EF2F0E" w:rsidRDefault="00B15E99" w:rsidP="00B76023">
      <w:pPr>
        <w:pStyle w:val="B10"/>
      </w:pPr>
      <w:r w:rsidRPr="00EF2F0E">
        <w:t>-</w:t>
      </w:r>
      <w:r w:rsidRPr="00EF2F0E">
        <w:tab/>
        <w:t>NR single/multi-carrier transmissions, and their combinations with MIMO.</w:t>
      </w:r>
    </w:p>
    <w:p w14:paraId="0984E604" w14:textId="77777777" w:rsidR="00B15E99" w:rsidRPr="00EF2F0E" w:rsidRDefault="00B15E99" w:rsidP="00B76023">
      <w:pPr>
        <w:pStyle w:val="B10"/>
      </w:pPr>
      <w:r w:rsidRPr="00EF2F0E">
        <w:t>-</w:t>
      </w:r>
      <w:r w:rsidR="00B76023" w:rsidRPr="00EF2F0E">
        <w:tab/>
      </w:r>
      <w:r w:rsidRPr="00EF2F0E">
        <w:t>NR Carrier Aggregation, with or without MIMO.</w:t>
      </w:r>
    </w:p>
    <w:p w14:paraId="0984E605" w14:textId="77777777" w:rsidR="00B15E99" w:rsidRPr="00EF2F0E" w:rsidRDefault="00B15E99" w:rsidP="00B15E99">
      <w:r w:rsidRPr="00EF2F0E">
        <w:t>Frames of the WCDMA/LTE/NR signals present in the radiated domain are not perfectly aligned in time. In relation to each other, the RF signals present in the radiated domain may experience certain timing differences.</w:t>
      </w:r>
    </w:p>
    <w:p w14:paraId="0984E606" w14:textId="77777777" w:rsidR="00B15E99" w:rsidRPr="00EF2F0E" w:rsidRDefault="00B15E99" w:rsidP="00B15E99">
      <w:pPr>
        <w:rPr>
          <w:lang w:eastAsia="en-GB"/>
        </w:rPr>
      </w:pPr>
      <w:r w:rsidRPr="00EF2F0E">
        <w:t xml:space="preserve">For a specific set of signals/transmitter configuration/transmission mode, the OTA Time Alignment Error (OTA TAE) is defined as the largest timing difference between any two different E-UTRA signals or any two different UTRA signals or any two different NR signals belonging to different </w:t>
      </w:r>
      <w:r w:rsidRPr="00EF2F0E">
        <w:rPr>
          <w:i/>
        </w:rPr>
        <w:t>reference symbols (e.g. CRS0 or CRS1</w:t>
      </w:r>
      <w:r w:rsidR="00EA553B" w:rsidRPr="00EF2F0E">
        <w:rPr>
          <w:rFonts w:hint="eastAsia"/>
          <w:i/>
          <w:lang w:eastAsia="zh-CN"/>
        </w:rPr>
        <w:t xml:space="preserve"> for E-UTRA, PDSCH DMRS on ports 1000 and 1001 for NR</w:t>
      </w:r>
      <w:r w:rsidRPr="00EF2F0E">
        <w:rPr>
          <w:i/>
        </w:rPr>
        <w:t>)</w:t>
      </w:r>
      <w:r w:rsidRPr="00EF2F0E">
        <w:t xml:space="preserve"> in the radiated domain. The OTA time alignment error requirement is defined as a </w:t>
      </w:r>
      <w:r w:rsidRPr="00EF2F0E">
        <w:rPr>
          <w:i/>
        </w:rPr>
        <w:t>single direction requirement</w:t>
      </w:r>
      <w:r w:rsidRPr="00EF2F0E">
        <w:t xml:space="preserve"> at the RIB and shall be met within the </w:t>
      </w:r>
      <w:r w:rsidRPr="00EF2F0E">
        <w:rPr>
          <w:i/>
        </w:rPr>
        <w:t>OTA coverage range</w:t>
      </w:r>
      <w:r w:rsidRPr="00EF2F0E">
        <w:t xml:space="preserve">. </w:t>
      </w:r>
    </w:p>
    <w:p w14:paraId="0984E607" w14:textId="77777777" w:rsidR="00B15E99" w:rsidRPr="00EF2F0E" w:rsidRDefault="00B15E99" w:rsidP="00B15E99">
      <w:pPr>
        <w:pStyle w:val="Heading4"/>
      </w:pPr>
      <w:bookmarkStart w:id="3641" w:name="_Toc21096041"/>
      <w:bookmarkStart w:id="3642" w:name="_Toc29763240"/>
      <w:bookmarkStart w:id="3643" w:name="_Toc45869525"/>
      <w:bookmarkStart w:id="3644" w:name="_Toc52554772"/>
      <w:bookmarkStart w:id="3645" w:name="_Toc52555242"/>
      <w:bookmarkStart w:id="3646" w:name="_Toc61112467"/>
      <w:bookmarkStart w:id="3647" w:name="_Toc67911619"/>
      <w:bookmarkStart w:id="3648" w:name="_Toc74843094"/>
      <w:bookmarkStart w:id="3649" w:name="_Toc76503477"/>
      <w:bookmarkStart w:id="3650" w:name="_Toc83040920"/>
      <w:bookmarkStart w:id="3651" w:name="_Toc89851963"/>
      <w:bookmarkStart w:id="3652" w:name="_Toc98676317"/>
      <w:r w:rsidRPr="00EF2F0E">
        <w:t>9.6.3.2</w:t>
      </w:r>
      <w:r w:rsidRPr="00EF2F0E">
        <w:tab/>
        <w:t>Minimum requirement for MSR operation</w:t>
      </w:r>
      <w:bookmarkEnd w:id="3641"/>
      <w:bookmarkEnd w:id="3642"/>
      <w:bookmarkEnd w:id="3643"/>
      <w:bookmarkEnd w:id="3644"/>
      <w:bookmarkEnd w:id="3645"/>
      <w:bookmarkEnd w:id="3646"/>
      <w:bookmarkEnd w:id="3647"/>
      <w:bookmarkEnd w:id="3648"/>
      <w:bookmarkEnd w:id="3649"/>
      <w:bookmarkEnd w:id="3650"/>
      <w:bookmarkEnd w:id="3651"/>
      <w:bookmarkEnd w:id="3652"/>
      <w:r w:rsidRPr="00EF2F0E">
        <w:tab/>
      </w:r>
    </w:p>
    <w:p w14:paraId="0984E608" w14:textId="77777777" w:rsidR="00B15E99" w:rsidRPr="00EF2F0E" w:rsidRDefault="00B15E99" w:rsidP="00B15E99">
      <w:pPr>
        <w:rPr>
          <w:lang w:eastAsia="zh-CN"/>
        </w:rPr>
      </w:pPr>
      <w:r w:rsidRPr="00EF2F0E">
        <w:rPr>
          <w:lang w:eastAsia="zh-CN"/>
        </w:rPr>
        <w:t>The minimum requirement for a UTRA time alignment error is the same as defined in subclause 9.6.3.3.</w:t>
      </w:r>
    </w:p>
    <w:p w14:paraId="0984E609" w14:textId="77777777" w:rsidR="00B15E99" w:rsidRPr="00EF2F0E" w:rsidRDefault="00B15E99" w:rsidP="00B15E99">
      <w:pPr>
        <w:rPr>
          <w:lang w:eastAsia="zh-CN"/>
        </w:rPr>
      </w:pPr>
      <w:r w:rsidRPr="00EF2F0E">
        <w:rPr>
          <w:lang w:eastAsia="zh-CN"/>
        </w:rPr>
        <w:t>The minimum requirement for an E-UTRA time alignment error is the same as defined in subclause 9.6.3.4.</w:t>
      </w:r>
    </w:p>
    <w:p w14:paraId="0984E60A" w14:textId="77777777" w:rsidR="00B15E99" w:rsidRPr="00EF2F0E" w:rsidRDefault="00B15E99" w:rsidP="00B15E99">
      <w:pPr>
        <w:rPr>
          <w:lang w:eastAsia="zh-CN"/>
        </w:rPr>
      </w:pPr>
      <w:r w:rsidRPr="00EF2F0E">
        <w:rPr>
          <w:lang w:eastAsia="zh-CN"/>
        </w:rPr>
        <w:t xml:space="preserve">The minimum requirement for an NR time alignment error is the same as that for </w:t>
      </w:r>
      <w:r w:rsidRPr="00EF2F0E">
        <w:rPr>
          <w:i/>
          <w:lang w:eastAsia="zh-CN"/>
        </w:rPr>
        <w:t>BS type 1-O</w:t>
      </w:r>
      <w:r w:rsidRPr="00EF2F0E">
        <w:rPr>
          <w:lang w:eastAsia="zh-CN"/>
        </w:rPr>
        <w:t xml:space="preserve"> defined in 3GPP TS 38.104 [28] subclause 9.6.3.2.</w:t>
      </w:r>
    </w:p>
    <w:p w14:paraId="0984E60B" w14:textId="77777777" w:rsidR="00B15E99" w:rsidRPr="00EF2F0E" w:rsidRDefault="00B15E99" w:rsidP="00B15E99">
      <w:pPr>
        <w:pStyle w:val="Heading4"/>
      </w:pPr>
      <w:bookmarkStart w:id="3653" w:name="_Toc21096042"/>
      <w:bookmarkStart w:id="3654" w:name="_Toc29763241"/>
      <w:bookmarkStart w:id="3655" w:name="_Toc45869526"/>
      <w:bookmarkStart w:id="3656" w:name="_Toc52554773"/>
      <w:bookmarkStart w:id="3657" w:name="_Toc52555243"/>
      <w:bookmarkStart w:id="3658" w:name="_Toc61112468"/>
      <w:bookmarkStart w:id="3659" w:name="_Toc67911620"/>
      <w:bookmarkStart w:id="3660" w:name="_Toc74843095"/>
      <w:bookmarkStart w:id="3661" w:name="_Toc76503478"/>
      <w:bookmarkStart w:id="3662" w:name="_Toc83040921"/>
      <w:bookmarkStart w:id="3663" w:name="_Toc89851964"/>
      <w:bookmarkStart w:id="3664" w:name="_Toc98676318"/>
      <w:r w:rsidRPr="00EF2F0E">
        <w:t>9.6.3.3</w:t>
      </w:r>
      <w:r w:rsidRPr="00EF2F0E">
        <w:tab/>
        <w:t>Minimum requirement for single RAT UTRA operation</w:t>
      </w:r>
      <w:bookmarkEnd w:id="3653"/>
      <w:bookmarkEnd w:id="3654"/>
      <w:bookmarkEnd w:id="3655"/>
      <w:bookmarkEnd w:id="3656"/>
      <w:bookmarkEnd w:id="3657"/>
      <w:bookmarkEnd w:id="3658"/>
      <w:bookmarkEnd w:id="3659"/>
      <w:bookmarkEnd w:id="3660"/>
      <w:bookmarkEnd w:id="3661"/>
      <w:bookmarkEnd w:id="3662"/>
      <w:bookmarkEnd w:id="3663"/>
      <w:bookmarkEnd w:id="3664"/>
    </w:p>
    <w:p w14:paraId="0984E60C" w14:textId="77777777" w:rsidR="00B15E99" w:rsidRPr="00EF2F0E" w:rsidRDefault="00B15E99" w:rsidP="00B15E99">
      <w:pPr>
        <w:rPr>
          <w:lang w:eastAsia="zh-CN"/>
        </w:rPr>
      </w:pPr>
      <w:r w:rsidRPr="00EF2F0E">
        <w:rPr>
          <w:lang w:eastAsia="zh-CN"/>
        </w:rPr>
        <w:t>This requirement applies to frame timing in Tx diversity, MIMO transmission, DC-HSDPA, DB-DC-HSDPA, 4C-HSDPA, NC</w:t>
      </w:r>
      <w:smartTag w:uri="urn:schemas-microsoft-com:office:smarttags" w:element="chmetcnv">
        <w:smartTagPr>
          <w:attr w:name="UnitName" w:val="C"/>
          <w:attr w:name="SourceValue" w:val="4"/>
          <w:attr w:name="HasSpace" w:val="False"/>
          <w:attr w:name="Negative" w:val="True"/>
          <w:attr w:name="NumberType" w:val="1"/>
          <w:attr w:name="TCSC" w:val="0"/>
        </w:smartTagPr>
        <w:r w:rsidRPr="00EF2F0E">
          <w:rPr>
            <w:lang w:eastAsia="zh-CN"/>
          </w:rPr>
          <w:t>-4C</w:t>
        </w:r>
      </w:smartTag>
      <w:r w:rsidRPr="00EF2F0E">
        <w:rPr>
          <w:lang w:eastAsia="zh-CN"/>
        </w:rPr>
        <w:t>-HSDPA, 8C-HSDPA and their combinations.</w:t>
      </w:r>
    </w:p>
    <w:p w14:paraId="0984E60D" w14:textId="77777777" w:rsidR="00B15E99" w:rsidRPr="00EF2F0E" w:rsidRDefault="00B15E99" w:rsidP="00B15E99">
      <w:r w:rsidRPr="00EF2F0E">
        <w:t>The OTA TAE between any two reference symbols shall not exceed the specified minimum requirements described in 3GPP TS 25.104 [6], subclause 6.8.4.1.</w:t>
      </w:r>
    </w:p>
    <w:p w14:paraId="0984E60E" w14:textId="77777777" w:rsidR="00B15E99" w:rsidRPr="00EF2F0E" w:rsidRDefault="00B15E99" w:rsidP="00B15E99">
      <w:pPr>
        <w:pStyle w:val="Heading4"/>
      </w:pPr>
      <w:bookmarkStart w:id="3665" w:name="_Toc21096043"/>
      <w:bookmarkStart w:id="3666" w:name="_Toc29763242"/>
      <w:bookmarkStart w:id="3667" w:name="_Toc45869527"/>
      <w:bookmarkStart w:id="3668" w:name="_Toc52554774"/>
      <w:bookmarkStart w:id="3669" w:name="_Toc52555244"/>
      <w:bookmarkStart w:id="3670" w:name="_Toc61112469"/>
      <w:bookmarkStart w:id="3671" w:name="_Toc67911621"/>
      <w:bookmarkStart w:id="3672" w:name="_Toc74843096"/>
      <w:bookmarkStart w:id="3673" w:name="_Toc76503479"/>
      <w:bookmarkStart w:id="3674" w:name="_Toc83040922"/>
      <w:bookmarkStart w:id="3675" w:name="_Toc89851965"/>
      <w:bookmarkStart w:id="3676" w:name="_Toc98676319"/>
      <w:r w:rsidRPr="00EF2F0E">
        <w:t>9.6.3.4</w:t>
      </w:r>
      <w:r w:rsidRPr="00EF2F0E">
        <w:tab/>
        <w:t>Minimum requirement for single RAT E-UTRA operation</w:t>
      </w:r>
      <w:bookmarkEnd w:id="3665"/>
      <w:bookmarkEnd w:id="3666"/>
      <w:bookmarkEnd w:id="3667"/>
      <w:bookmarkEnd w:id="3668"/>
      <w:bookmarkEnd w:id="3669"/>
      <w:bookmarkEnd w:id="3670"/>
      <w:bookmarkEnd w:id="3671"/>
      <w:bookmarkEnd w:id="3672"/>
      <w:bookmarkEnd w:id="3673"/>
      <w:bookmarkEnd w:id="3674"/>
      <w:bookmarkEnd w:id="3675"/>
      <w:bookmarkEnd w:id="3676"/>
    </w:p>
    <w:p w14:paraId="0984E60F" w14:textId="77777777" w:rsidR="00B15E99" w:rsidRPr="00EF2F0E" w:rsidRDefault="00B15E99" w:rsidP="00B15E99">
      <w:pPr>
        <w:rPr>
          <w:lang w:eastAsia="zh-CN"/>
        </w:rPr>
      </w:pPr>
      <w:r w:rsidRPr="00EF2F0E">
        <w:rPr>
          <w:lang w:eastAsia="zh-CN"/>
        </w:rPr>
        <w:t>This requirement applies to frame timing in TX diversity, MIMO transmission,</w:t>
      </w:r>
      <w:r w:rsidRPr="00EF2F0E">
        <w:rPr>
          <w:i/>
          <w:lang w:eastAsia="zh-CN"/>
        </w:rPr>
        <w:t xml:space="preserve"> carrier aggregation</w:t>
      </w:r>
      <w:r w:rsidRPr="00EF2F0E">
        <w:rPr>
          <w:lang w:eastAsia="zh-CN"/>
        </w:rPr>
        <w:t xml:space="preserve"> and their combinations.</w:t>
      </w:r>
    </w:p>
    <w:p w14:paraId="0984E610" w14:textId="77777777" w:rsidR="00B15E99" w:rsidRPr="00EF2F0E" w:rsidRDefault="00B15E99" w:rsidP="00B15E99">
      <w:r w:rsidRPr="00EF2F0E">
        <w:t>The OTA TAE between any two reference symbols shall not exceed the specified minimum requirements described in 3GPP TS 36.104 [8], subclause 6.5.3.1.</w:t>
      </w:r>
    </w:p>
    <w:p w14:paraId="0984E611" w14:textId="77777777" w:rsidR="00B15E99" w:rsidRPr="00EF2F0E" w:rsidRDefault="00B15E99" w:rsidP="00B15E99">
      <w:pPr>
        <w:pStyle w:val="Heading3"/>
      </w:pPr>
      <w:bookmarkStart w:id="3677" w:name="_Toc21096044"/>
      <w:bookmarkStart w:id="3678" w:name="_Toc29763243"/>
      <w:bookmarkStart w:id="3679" w:name="_Toc45869528"/>
      <w:bookmarkStart w:id="3680" w:name="_Toc52554775"/>
      <w:bookmarkStart w:id="3681" w:name="_Toc52555245"/>
      <w:bookmarkStart w:id="3682" w:name="_Toc61112470"/>
      <w:bookmarkStart w:id="3683" w:name="_Toc67911622"/>
      <w:bookmarkStart w:id="3684" w:name="_Toc74843097"/>
      <w:bookmarkStart w:id="3685" w:name="_Toc76503480"/>
      <w:bookmarkStart w:id="3686" w:name="_Toc83040923"/>
      <w:bookmarkStart w:id="3687" w:name="_Toc89851966"/>
      <w:bookmarkStart w:id="3688" w:name="_Toc98676320"/>
      <w:r w:rsidRPr="00EF2F0E">
        <w:t>9.6.4</w:t>
      </w:r>
      <w:r w:rsidRPr="00EF2F0E">
        <w:tab/>
        <w:t>OTA Modulation quality</w:t>
      </w:r>
      <w:bookmarkEnd w:id="3677"/>
      <w:bookmarkEnd w:id="3678"/>
      <w:bookmarkEnd w:id="3679"/>
      <w:bookmarkEnd w:id="3680"/>
      <w:bookmarkEnd w:id="3681"/>
      <w:bookmarkEnd w:id="3682"/>
      <w:bookmarkEnd w:id="3683"/>
      <w:bookmarkEnd w:id="3684"/>
      <w:bookmarkEnd w:id="3685"/>
      <w:bookmarkEnd w:id="3686"/>
      <w:bookmarkEnd w:id="3687"/>
      <w:bookmarkEnd w:id="3688"/>
    </w:p>
    <w:p w14:paraId="0984E612" w14:textId="77777777" w:rsidR="00B15E99" w:rsidRPr="00EF2F0E" w:rsidRDefault="00B15E99" w:rsidP="00B15E99">
      <w:pPr>
        <w:pStyle w:val="Heading4"/>
      </w:pPr>
      <w:bookmarkStart w:id="3689" w:name="_Toc21096045"/>
      <w:bookmarkStart w:id="3690" w:name="_Toc29763244"/>
      <w:bookmarkStart w:id="3691" w:name="_Toc45869529"/>
      <w:bookmarkStart w:id="3692" w:name="_Toc52554776"/>
      <w:bookmarkStart w:id="3693" w:name="_Toc52555246"/>
      <w:bookmarkStart w:id="3694" w:name="_Toc61112471"/>
      <w:bookmarkStart w:id="3695" w:name="_Toc67911623"/>
      <w:bookmarkStart w:id="3696" w:name="_Toc74843098"/>
      <w:bookmarkStart w:id="3697" w:name="_Toc76503481"/>
      <w:bookmarkStart w:id="3698" w:name="_Toc83040924"/>
      <w:bookmarkStart w:id="3699" w:name="_Toc89851967"/>
      <w:bookmarkStart w:id="3700" w:name="_Toc98676321"/>
      <w:r w:rsidRPr="00EF2F0E">
        <w:t>9.6.4.1</w:t>
      </w:r>
      <w:r w:rsidRPr="00EF2F0E">
        <w:tab/>
        <w:t>General</w:t>
      </w:r>
      <w:bookmarkEnd w:id="3689"/>
      <w:bookmarkEnd w:id="3690"/>
      <w:bookmarkEnd w:id="3691"/>
      <w:bookmarkEnd w:id="3692"/>
      <w:bookmarkEnd w:id="3693"/>
      <w:bookmarkEnd w:id="3694"/>
      <w:bookmarkEnd w:id="3695"/>
      <w:bookmarkEnd w:id="3696"/>
      <w:bookmarkEnd w:id="3697"/>
      <w:bookmarkEnd w:id="3698"/>
      <w:bookmarkEnd w:id="3699"/>
      <w:bookmarkEnd w:id="3700"/>
    </w:p>
    <w:p w14:paraId="0984E613" w14:textId="77777777" w:rsidR="00B15E99" w:rsidRPr="00EF2F0E" w:rsidRDefault="00B15E99" w:rsidP="00B15E99">
      <w:r w:rsidRPr="00EF2F0E">
        <w:t xml:space="preserve">OTA modulation quality is defined by the difference between the measured carrier signal and a reference signal. Modulation quality can be expressed e.g. as Peak Code Domain Error (PCDE) or Relative Code Domain Error (RCDE) or Error Vector Magnitude (EVM) for UTRA and Error Vector Magnitude (EVM) for E-UTRA. </w:t>
      </w:r>
    </w:p>
    <w:p w14:paraId="0984E614" w14:textId="77777777" w:rsidR="00B15E99" w:rsidRPr="00EF2F0E" w:rsidRDefault="00B15E99" w:rsidP="00B15E99">
      <w:pPr>
        <w:rPr>
          <w:lang w:eastAsia="en-GB"/>
        </w:rPr>
      </w:pPr>
      <w:r w:rsidRPr="00EF2F0E">
        <w:t xml:space="preserve">The OTA modulation quality requirement is defined as a </w:t>
      </w:r>
      <w:r w:rsidRPr="00EF2F0E">
        <w:rPr>
          <w:i/>
        </w:rPr>
        <w:t>single direction requirement</w:t>
      </w:r>
      <w:r w:rsidRPr="00EF2F0E">
        <w:t xml:space="preserve"> at the RIB and shall be met within the </w:t>
      </w:r>
      <w:r w:rsidRPr="00EF2F0E">
        <w:rPr>
          <w:i/>
        </w:rPr>
        <w:t>OTA coverage range</w:t>
      </w:r>
      <w:r w:rsidRPr="00EF2F0E">
        <w:t>.</w:t>
      </w:r>
    </w:p>
    <w:p w14:paraId="0984E615" w14:textId="77777777" w:rsidR="00B15E99" w:rsidRPr="00EF2F0E" w:rsidRDefault="00B15E99" w:rsidP="00B15E99">
      <w:pPr>
        <w:pStyle w:val="Heading4"/>
      </w:pPr>
      <w:bookmarkStart w:id="3701" w:name="_Toc21096046"/>
      <w:bookmarkStart w:id="3702" w:name="_Toc29763245"/>
      <w:bookmarkStart w:id="3703" w:name="_Toc45869530"/>
      <w:bookmarkStart w:id="3704" w:name="_Toc52554777"/>
      <w:bookmarkStart w:id="3705" w:name="_Toc52555247"/>
      <w:bookmarkStart w:id="3706" w:name="_Toc61112472"/>
      <w:bookmarkStart w:id="3707" w:name="_Toc67911624"/>
      <w:bookmarkStart w:id="3708" w:name="_Toc74843099"/>
      <w:bookmarkStart w:id="3709" w:name="_Toc76503482"/>
      <w:bookmarkStart w:id="3710" w:name="_Toc83040925"/>
      <w:bookmarkStart w:id="3711" w:name="_Toc89851968"/>
      <w:bookmarkStart w:id="3712" w:name="_Toc98676322"/>
      <w:r w:rsidRPr="00EF2F0E">
        <w:t>9.6.4.2</w:t>
      </w:r>
      <w:r w:rsidRPr="00EF2F0E">
        <w:tab/>
        <w:t>Minimum requirement for MSR operation</w:t>
      </w:r>
      <w:bookmarkEnd w:id="3701"/>
      <w:bookmarkEnd w:id="3702"/>
      <w:bookmarkEnd w:id="3703"/>
      <w:bookmarkEnd w:id="3704"/>
      <w:bookmarkEnd w:id="3705"/>
      <w:bookmarkEnd w:id="3706"/>
      <w:bookmarkEnd w:id="3707"/>
      <w:bookmarkEnd w:id="3708"/>
      <w:bookmarkEnd w:id="3709"/>
      <w:bookmarkEnd w:id="3710"/>
      <w:bookmarkEnd w:id="3711"/>
      <w:bookmarkEnd w:id="3712"/>
      <w:r w:rsidRPr="00EF2F0E">
        <w:tab/>
      </w:r>
    </w:p>
    <w:p w14:paraId="0984E616" w14:textId="77777777" w:rsidR="00B15E99" w:rsidRPr="00EF2F0E" w:rsidRDefault="00B15E99" w:rsidP="00B15E99">
      <w:pPr>
        <w:rPr>
          <w:lang w:eastAsia="zh-CN"/>
        </w:rPr>
      </w:pPr>
      <w:r w:rsidRPr="00EF2F0E">
        <w:rPr>
          <w:lang w:eastAsia="zh-CN"/>
        </w:rPr>
        <w:t>The minimum requirement for a UTRA modulation quality are defined in subclause 9.6.4.3.</w:t>
      </w:r>
    </w:p>
    <w:p w14:paraId="0984E617" w14:textId="77777777" w:rsidR="00B15E99" w:rsidRPr="00EF2F0E" w:rsidRDefault="00B15E99" w:rsidP="00B15E99">
      <w:pPr>
        <w:rPr>
          <w:lang w:eastAsia="zh-CN"/>
        </w:rPr>
      </w:pPr>
      <w:r w:rsidRPr="00EF2F0E">
        <w:rPr>
          <w:lang w:eastAsia="zh-CN"/>
        </w:rPr>
        <w:t>The minimum requirement for an E-UTRA modulation quality are defined in subclause 9.6.4.4.</w:t>
      </w:r>
    </w:p>
    <w:p w14:paraId="0984E618" w14:textId="77777777" w:rsidR="00B15E99" w:rsidRPr="00EF2F0E" w:rsidRDefault="00B15E99" w:rsidP="00B15E99">
      <w:pPr>
        <w:rPr>
          <w:lang w:eastAsia="zh-CN"/>
        </w:rPr>
      </w:pPr>
      <w:r w:rsidRPr="00EF2F0E">
        <w:rPr>
          <w:lang w:eastAsia="zh-CN"/>
        </w:rPr>
        <w:t xml:space="preserve">The minimum requirement for an NR modulation quality is the same as that for </w:t>
      </w:r>
      <w:r w:rsidRPr="00EF2F0E">
        <w:rPr>
          <w:i/>
          <w:lang w:eastAsia="zh-CN"/>
        </w:rPr>
        <w:t>BS type 1-O</w:t>
      </w:r>
      <w:r w:rsidRPr="00EF2F0E">
        <w:rPr>
          <w:lang w:eastAsia="zh-CN"/>
        </w:rPr>
        <w:t xml:space="preserve"> defined in 3GPP TS 38.104 [28] in subclause 9.6.2.2.</w:t>
      </w:r>
    </w:p>
    <w:p w14:paraId="0984E619" w14:textId="77777777" w:rsidR="00B15E99" w:rsidRPr="00EF2F0E" w:rsidRDefault="00B15E99" w:rsidP="00B15E99">
      <w:pPr>
        <w:pStyle w:val="Heading4"/>
      </w:pPr>
      <w:bookmarkStart w:id="3713" w:name="_Toc21096047"/>
      <w:bookmarkStart w:id="3714" w:name="_Toc29763246"/>
      <w:bookmarkStart w:id="3715" w:name="_Toc45869531"/>
      <w:bookmarkStart w:id="3716" w:name="_Toc52554778"/>
      <w:bookmarkStart w:id="3717" w:name="_Toc52555248"/>
      <w:bookmarkStart w:id="3718" w:name="_Toc61112473"/>
      <w:bookmarkStart w:id="3719" w:name="_Toc67911625"/>
      <w:bookmarkStart w:id="3720" w:name="_Toc74843100"/>
      <w:bookmarkStart w:id="3721" w:name="_Toc76503483"/>
      <w:bookmarkStart w:id="3722" w:name="_Toc83040926"/>
      <w:bookmarkStart w:id="3723" w:name="_Toc89851969"/>
      <w:bookmarkStart w:id="3724" w:name="_Toc98676323"/>
      <w:r w:rsidRPr="00EF2F0E">
        <w:t>9.6.4.3</w:t>
      </w:r>
      <w:r w:rsidRPr="00EF2F0E">
        <w:tab/>
        <w:t>Minimum requirement for single RAT UTRA operation</w:t>
      </w:r>
      <w:bookmarkEnd w:id="3713"/>
      <w:bookmarkEnd w:id="3714"/>
      <w:bookmarkEnd w:id="3715"/>
      <w:bookmarkEnd w:id="3716"/>
      <w:bookmarkEnd w:id="3717"/>
      <w:bookmarkEnd w:id="3718"/>
      <w:bookmarkEnd w:id="3719"/>
      <w:bookmarkEnd w:id="3720"/>
      <w:bookmarkEnd w:id="3721"/>
      <w:bookmarkEnd w:id="3722"/>
      <w:bookmarkEnd w:id="3723"/>
      <w:bookmarkEnd w:id="3724"/>
    </w:p>
    <w:p w14:paraId="0984E61A" w14:textId="77777777" w:rsidR="00B15E99" w:rsidRPr="00EF2F0E" w:rsidRDefault="005C15CF" w:rsidP="00B15E99">
      <w:r w:rsidRPr="00EF2F0E">
        <w:t xml:space="preserve">The Error Vector Magnitude is a measure of the difference between the ideal waveform and the measured </w:t>
      </w:r>
      <w:r w:rsidR="00B15E99" w:rsidRPr="00EF2F0E">
        <w:t>waveform. This difference is called the error vector. Both waveforms pass through a matched Root Raised Cosine filter to the considered chip rate and roll-off α=0.22. Both waveforms are then further modified by selecting the frequency, absolute phase, absolute amplitude and chip clock timing to minimize the error vector. The EVM result is defined as the square root of the ratio of the mean error vector power to the mean reference power expressed as a percentage.</w:t>
      </w:r>
    </w:p>
    <w:p w14:paraId="0984E61B" w14:textId="77777777" w:rsidR="00B15E99" w:rsidRPr="00EF2F0E" w:rsidRDefault="00B15E99" w:rsidP="00B15E99">
      <w:r w:rsidRPr="00EF2F0E">
        <w:t>For UTRA FDD the measurement interval is one timeslot as defined by the C-PICH (when present) otherwise the measurement interval is one timeslot starting with the beginning of the SCH. The requirement is valid over the total power dynamic range as specified in subclause 9.4.4. The minimum requirements are the same as those in 3GPP TS 25.104 [6], subclause 6.8.2.1.</w:t>
      </w:r>
    </w:p>
    <w:p w14:paraId="0984E61C" w14:textId="77777777" w:rsidR="005C15CF" w:rsidRPr="00EF2F0E" w:rsidRDefault="005C15CF" w:rsidP="005C15CF">
      <w:r w:rsidRPr="00EF2F0E">
        <w:t>For UTRA FDD the Peak Code Domain Error is computed by projecting the error vector onto the code domain at a specified spreading factor. The Code Domain Error for every code in the domain is defined as the ratio of the mean power of the projection onto that code, to the mean power of the composite ideal waveform. This ratio is expressed in dB. The Peak Code Domain Error is defined as the maximum value for the Code Domain Error for all codes. The measurement interval is one timeslot as defined by the C-PICH (when present) otherwise the measurement interval is one timeslot starting with the beginning of the SCH. The minimum requirements are the same as those in 3GPP TS 25.104 [6], subclause 6.8.3.1.</w:t>
      </w:r>
    </w:p>
    <w:p w14:paraId="0984E61D" w14:textId="77777777" w:rsidR="005C15CF" w:rsidRPr="00EF2F0E" w:rsidRDefault="005C15CF" w:rsidP="005C15CF">
      <w:r w:rsidRPr="00EF2F0E">
        <w:t>For UTRA FDD the Relative Code Domain Error is computed by projecting the error vector onto the code domain at a specified spreading factor. Only the active code channels in the composite ideal waveform are considered for this requirement. The Relative Code Domain Error for every active code is defined as the ratio of the mean power of the error projection onto that code, to the mean power of the active code in the composite ideal waveform. This ratio is expressed in dB. The measurement interval is one frame. The minimum requirements are the same as those in 3GPP TS 25.104 [6], subclause 6.8.5.1.</w:t>
      </w:r>
    </w:p>
    <w:p w14:paraId="0984E61E" w14:textId="77777777" w:rsidR="00B15E99" w:rsidRPr="00EF2F0E" w:rsidRDefault="00B15E99" w:rsidP="00B15E99">
      <w:r w:rsidRPr="00EF2F0E">
        <w:t xml:space="preserve">The requirement for Relative Code Domain Error is only applicable for 64QAM modulated codes. </w:t>
      </w:r>
    </w:p>
    <w:p w14:paraId="0984E61F" w14:textId="77777777" w:rsidR="00B15E99" w:rsidRPr="00EF2F0E" w:rsidRDefault="00B15E99" w:rsidP="00B15E99">
      <w:pPr>
        <w:pStyle w:val="Heading4"/>
      </w:pPr>
      <w:bookmarkStart w:id="3725" w:name="_Toc21096048"/>
      <w:bookmarkStart w:id="3726" w:name="_Toc29763247"/>
      <w:bookmarkStart w:id="3727" w:name="_Toc45869532"/>
      <w:bookmarkStart w:id="3728" w:name="_Toc52554779"/>
      <w:bookmarkStart w:id="3729" w:name="_Toc52555249"/>
      <w:bookmarkStart w:id="3730" w:name="_Toc61112474"/>
      <w:bookmarkStart w:id="3731" w:name="_Toc67911626"/>
      <w:bookmarkStart w:id="3732" w:name="_Toc74843101"/>
      <w:bookmarkStart w:id="3733" w:name="_Toc76503484"/>
      <w:bookmarkStart w:id="3734" w:name="_Toc83040927"/>
      <w:bookmarkStart w:id="3735" w:name="_Toc89851970"/>
      <w:bookmarkStart w:id="3736" w:name="_Toc98676324"/>
      <w:r w:rsidRPr="00EF2F0E">
        <w:t>9.6.4.4</w:t>
      </w:r>
      <w:r w:rsidRPr="00EF2F0E">
        <w:tab/>
        <w:t>Minimum requirement for single RAT E-UTRA operation</w:t>
      </w:r>
      <w:bookmarkEnd w:id="3725"/>
      <w:bookmarkEnd w:id="3726"/>
      <w:bookmarkEnd w:id="3727"/>
      <w:bookmarkEnd w:id="3728"/>
      <w:bookmarkEnd w:id="3729"/>
      <w:bookmarkEnd w:id="3730"/>
      <w:bookmarkEnd w:id="3731"/>
      <w:bookmarkEnd w:id="3732"/>
      <w:bookmarkEnd w:id="3733"/>
      <w:bookmarkEnd w:id="3734"/>
      <w:bookmarkEnd w:id="3735"/>
      <w:bookmarkEnd w:id="3736"/>
    </w:p>
    <w:p w14:paraId="0984E620" w14:textId="77777777" w:rsidR="00B15E99" w:rsidRPr="00EF2F0E" w:rsidRDefault="00B15E99" w:rsidP="00B15E99">
      <w:r w:rsidRPr="00EF2F0E">
        <w:t>For E-UTRA, the minimum requirement for modulation quality, EVM, is specified in 3GPP TS 36.104 [8], subclause 6.5.2.</w:t>
      </w:r>
    </w:p>
    <w:p w14:paraId="0984E621" w14:textId="77777777" w:rsidR="00B15E99" w:rsidRPr="00EF2F0E" w:rsidRDefault="00B15E99" w:rsidP="00B15E99">
      <w:pPr>
        <w:pStyle w:val="Heading3"/>
      </w:pPr>
      <w:bookmarkStart w:id="3737" w:name="_Toc21096049"/>
      <w:bookmarkStart w:id="3738" w:name="_Toc29763248"/>
      <w:bookmarkStart w:id="3739" w:name="_Toc45869533"/>
      <w:bookmarkStart w:id="3740" w:name="_Toc52554780"/>
      <w:bookmarkStart w:id="3741" w:name="_Toc52555250"/>
      <w:bookmarkStart w:id="3742" w:name="_Toc61112475"/>
      <w:bookmarkStart w:id="3743" w:name="_Toc67911627"/>
      <w:bookmarkStart w:id="3744" w:name="_Toc74843102"/>
      <w:bookmarkStart w:id="3745" w:name="_Toc76503485"/>
      <w:bookmarkStart w:id="3746" w:name="_Toc83040928"/>
      <w:bookmarkStart w:id="3747" w:name="_Toc89851971"/>
      <w:bookmarkStart w:id="3748" w:name="_Toc98676325"/>
      <w:r w:rsidRPr="00EF2F0E">
        <w:t>9.6.5</w:t>
      </w:r>
      <w:r w:rsidRPr="00EF2F0E">
        <w:tab/>
        <w:t>OTA Transmit pulse shape filter</w:t>
      </w:r>
      <w:bookmarkEnd w:id="3737"/>
      <w:bookmarkEnd w:id="3738"/>
      <w:bookmarkEnd w:id="3739"/>
      <w:bookmarkEnd w:id="3740"/>
      <w:bookmarkEnd w:id="3741"/>
      <w:bookmarkEnd w:id="3742"/>
      <w:bookmarkEnd w:id="3743"/>
      <w:bookmarkEnd w:id="3744"/>
      <w:bookmarkEnd w:id="3745"/>
      <w:bookmarkEnd w:id="3746"/>
      <w:bookmarkEnd w:id="3747"/>
      <w:bookmarkEnd w:id="3748"/>
    </w:p>
    <w:p w14:paraId="0984E622" w14:textId="77777777" w:rsidR="00B15E99" w:rsidRPr="00EF2F0E" w:rsidRDefault="00B15E99" w:rsidP="00B15E99">
      <w:pPr>
        <w:pStyle w:val="Heading4"/>
      </w:pPr>
      <w:bookmarkStart w:id="3749" w:name="_Toc21096050"/>
      <w:bookmarkStart w:id="3750" w:name="_Toc29763249"/>
      <w:bookmarkStart w:id="3751" w:name="_Toc45869534"/>
      <w:bookmarkStart w:id="3752" w:name="_Toc52554781"/>
      <w:bookmarkStart w:id="3753" w:name="_Toc52555251"/>
      <w:bookmarkStart w:id="3754" w:name="_Toc61112476"/>
      <w:bookmarkStart w:id="3755" w:name="_Toc67911628"/>
      <w:bookmarkStart w:id="3756" w:name="_Toc74843103"/>
      <w:bookmarkStart w:id="3757" w:name="_Toc76503486"/>
      <w:bookmarkStart w:id="3758" w:name="_Toc83040929"/>
      <w:bookmarkStart w:id="3759" w:name="_Toc89851972"/>
      <w:bookmarkStart w:id="3760" w:name="_Toc98676326"/>
      <w:r w:rsidRPr="00EF2F0E">
        <w:t>9.6.5.1</w:t>
      </w:r>
      <w:r w:rsidRPr="00EF2F0E">
        <w:tab/>
        <w:t>General</w:t>
      </w:r>
      <w:bookmarkEnd w:id="3749"/>
      <w:bookmarkEnd w:id="3750"/>
      <w:bookmarkEnd w:id="3751"/>
      <w:bookmarkEnd w:id="3752"/>
      <w:bookmarkEnd w:id="3753"/>
      <w:bookmarkEnd w:id="3754"/>
      <w:bookmarkEnd w:id="3755"/>
      <w:bookmarkEnd w:id="3756"/>
      <w:bookmarkEnd w:id="3757"/>
      <w:bookmarkEnd w:id="3758"/>
      <w:bookmarkEnd w:id="3759"/>
      <w:bookmarkEnd w:id="3760"/>
    </w:p>
    <w:p w14:paraId="0984E623" w14:textId="77777777" w:rsidR="00B15E99" w:rsidRPr="00EF2F0E" w:rsidRDefault="00B15E99" w:rsidP="00B15E99">
      <w:r w:rsidRPr="00EF2F0E">
        <w:t xml:space="preserve">Transmit pulse shape filter for </w:t>
      </w:r>
      <w:r w:rsidRPr="00EF2F0E">
        <w:rPr>
          <w:i/>
        </w:rPr>
        <w:t>single RAT UTRA operation</w:t>
      </w:r>
      <w:r w:rsidRPr="00EF2F0E">
        <w:t xml:space="preserve"> in FDD and for </w:t>
      </w:r>
      <w:r w:rsidRPr="00EF2F0E">
        <w:rPr>
          <w:i/>
        </w:rPr>
        <w:t>MSR operation</w:t>
      </w:r>
      <w:r w:rsidRPr="00EF2F0E">
        <w:t xml:space="preserve"> in UTRA FDD is defined in 3GPP TS 25.104 [6] subclause 6.8.1.</w:t>
      </w:r>
    </w:p>
    <w:p w14:paraId="0984E624" w14:textId="77777777" w:rsidR="00B15E99" w:rsidRPr="00EF2F0E" w:rsidRDefault="00B15E99" w:rsidP="00B15E99">
      <w:pPr>
        <w:rPr>
          <w:lang w:eastAsia="zh-CN"/>
        </w:rPr>
      </w:pPr>
      <w:r w:rsidRPr="00EF2F0E">
        <w:rPr>
          <w:lang w:eastAsia="zh-CN"/>
        </w:rPr>
        <w:t xml:space="preserve">Transmit pulse shape filter is not defined for a </w:t>
      </w:r>
      <w:r w:rsidRPr="00EF2F0E">
        <w:rPr>
          <w:i/>
          <w:lang w:eastAsia="zh-CN"/>
        </w:rPr>
        <w:t>single RAT E-UTRA operation</w:t>
      </w:r>
      <w:r w:rsidRPr="00EF2F0E">
        <w:rPr>
          <w:lang w:eastAsia="zh-CN"/>
        </w:rPr>
        <w:t>, nor for</w:t>
      </w:r>
      <w:r w:rsidRPr="00EF2F0E">
        <w:rPr>
          <w:i/>
          <w:lang w:eastAsia="zh-CN"/>
        </w:rPr>
        <w:t xml:space="preserve"> MSR operation</w:t>
      </w:r>
      <w:r w:rsidRPr="00EF2F0E">
        <w:rPr>
          <w:lang w:eastAsia="zh-CN"/>
        </w:rPr>
        <w:t xml:space="preserve"> using E-UTRA and/or NR.</w:t>
      </w:r>
    </w:p>
    <w:p w14:paraId="0984E625" w14:textId="77777777" w:rsidR="00B15E99" w:rsidRPr="00EF2F0E" w:rsidRDefault="00B15E99" w:rsidP="00B15E99">
      <w:pPr>
        <w:pStyle w:val="Heading2"/>
      </w:pPr>
      <w:bookmarkStart w:id="3761" w:name="_Toc21096051"/>
      <w:bookmarkStart w:id="3762" w:name="_Toc29763250"/>
      <w:bookmarkStart w:id="3763" w:name="_Toc45869535"/>
      <w:bookmarkStart w:id="3764" w:name="_Toc52554782"/>
      <w:bookmarkStart w:id="3765" w:name="_Toc52555252"/>
      <w:bookmarkStart w:id="3766" w:name="_Toc61112477"/>
      <w:bookmarkStart w:id="3767" w:name="_Toc67911629"/>
      <w:bookmarkStart w:id="3768" w:name="_Toc74843104"/>
      <w:bookmarkStart w:id="3769" w:name="_Toc76503487"/>
      <w:bookmarkStart w:id="3770" w:name="_Toc83040930"/>
      <w:bookmarkStart w:id="3771" w:name="_Toc89851973"/>
      <w:bookmarkStart w:id="3772" w:name="_Toc98676327"/>
      <w:r w:rsidRPr="00EF2F0E">
        <w:t>9.7</w:t>
      </w:r>
      <w:r w:rsidRPr="00EF2F0E">
        <w:tab/>
        <w:t>OTA Unwanted Emissions</w:t>
      </w:r>
      <w:bookmarkEnd w:id="3761"/>
      <w:bookmarkEnd w:id="3762"/>
      <w:bookmarkEnd w:id="3763"/>
      <w:bookmarkEnd w:id="3764"/>
      <w:bookmarkEnd w:id="3765"/>
      <w:bookmarkEnd w:id="3766"/>
      <w:bookmarkEnd w:id="3767"/>
      <w:bookmarkEnd w:id="3768"/>
      <w:bookmarkEnd w:id="3769"/>
      <w:bookmarkEnd w:id="3770"/>
      <w:bookmarkEnd w:id="3771"/>
      <w:bookmarkEnd w:id="3772"/>
    </w:p>
    <w:p w14:paraId="0984E626" w14:textId="77777777" w:rsidR="00B15E99" w:rsidRPr="00EF2F0E" w:rsidRDefault="00B15E99" w:rsidP="00B15E99">
      <w:pPr>
        <w:pStyle w:val="Heading3"/>
      </w:pPr>
      <w:bookmarkStart w:id="3773" w:name="_Toc21096052"/>
      <w:bookmarkStart w:id="3774" w:name="_Toc29763251"/>
      <w:bookmarkStart w:id="3775" w:name="_Toc45869536"/>
      <w:bookmarkStart w:id="3776" w:name="_Toc52554783"/>
      <w:bookmarkStart w:id="3777" w:name="_Toc52555253"/>
      <w:bookmarkStart w:id="3778" w:name="_Toc61112478"/>
      <w:bookmarkStart w:id="3779" w:name="_Toc67911630"/>
      <w:bookmarkStart w:id="3780" w:name="_Toc74843105"/>
      <w:bookmarkStart w:id="3781" w:name="_Toc76503488"/>
      <w:bookmarkStart w:id="3782" w:name="_Toc83040931"/>
      <w:bookmarkStart w:id="3783" w:name="_Toc89851974"/>
      <w:bookmarkStart w:id="3784" w:name="_Toc98676328"/>
      <w:r w:rsidRPr="00EF2F0E">
        <w:t>9.7.1</w:t>
      </w:r>
      <w:r w:rsidRPr="00EF2F0E">
        <w:tab/>
        <w:t>General</w:t>
      </w:r>
      <w:bookmarkEnd w:id="3773"/>
      <w:bookmarkEnd w:id="3774"/>
      <w:bookmarkEnd w:id="3775"/>
      <w:bookmarkEnd w:id="3776"/>
      <w:bookmarkEnd w:id="3777"/>
      <w:bookmarkEnd w:id="3778"/>
      <w:bookmarkEnd w:id="3779"/>
      <w:bookmarkEnd w:id="3780"/>
      <w:bookmarkEnd w:id="3781"/>
      <w:bookmarkEnd w:id="3782"/>
      <w:bookmarkEnd w:id="3783"/>
      <w:bookmarkEnd w:id="3784"/>
    </w:p>
    <w:p w14:paraId="0984E627" w14:textId="77777777" w:rsidR="00B15E99" w:rsidRPr="00EF2F0E" w:rsidRDefault="00B15E99" w:rsidP="00B15E99">
      <w:r w:rsidRPr="00EF2F0E">
        <w:t xml:space="preserve">Unwanted emissions consist of so-called out-of-band emissions and spurious emissions according to ITU definitions 3GPP TS 25.331 [16]. In ITU terminology, out of band emissions are unwanted emissions immediately outside the </w:t>
      </w:r>
      <w:r w:rsidRPr="00EF2F0E">
        <w:rPr>
          <w:i/>
        </w:rPr>
        <w:t>channel bandwidth</w:t>
      </w:r>
      <w:r w:rsidRPr="00EF2F0E">
        <w:t xml:space="preserve"> resulting from the modulation process and non-linearity in the transmitter but excluding spurious emissions. Spurious emissions are emissions which are caused by unwanted transmitter effects such as harmonics emission, parasitic emission, intermodulation products and frequency conversion products, but exclude out of band emissions.</w:t>
      </w:r>
    </w:p>
    <w:p w14:paraId="0984E628" w14:textId="77777777" w:rsidR="00B15E99" w:rsidRPr="00EF2F0E" w:rsidRDefault="00B15E99" w:rsidP="00B15E99">
      <w:r w:rsidRPr="00EF2F0E">
        <w:t xml:space="preserve">OTA unwanted emissions for </w:t>
      </w:r>
      <w:r w:rsidRPr="00EF2F0E">
        <w:rPr>
          <w:i/>
        </w:rPr>
        <w:t>OTA AAS BS</w:t>
      </w:r>
      <w:r w:rsidRPr="00EF2F0E">
        <w:t xml:space="preserve"> in </w:t>
      </w:r>
      <w:r w:rsidRPr="00EF2F0E">
        <w:rPr>
          <w:i/>
        </w:rPr>
        <w:t>single RAT E-UTRA operation</w:t>
      </w:r>
      <w:r w:rsidRPr="00EF2F0E">
        <w:t xml:space="preserve"> and </w:t>
      </w:r>
      <w:r w:rsidRPr="00EF2F0E">
        <w:rPr>
          <w:i/>
        </w:rPr>
        <w:t>MSR operation</w:t>
      </w:r>
      <w:r w:rsidRPr="00EF2F0E">
        <w:t xml:space="preserve"> using E-UTRA consist of an OTA operating band unwanted emissions requirement and OTA spurious emissions requirement.  OTA operating band unwanted emissions requirement defines limits for emissions in each supported</w:t>
      </w:r>
      <w:r w:rsidRPr="00EF2F0E" w:rsidDel="00507917">
        <w:t xml:space="preserve"> </w:t>
      </w:r>
      <w:r w:rsidRPr="00EF2F0E">
        <w:rPr>
          <w:i/>
        </w:rPr>
        <w:t>downlink operating band</w:t>
      </w:r>
      <w:r w:rsidRPr="00EF2F0E">
        <w:t xml:space="preserve"> plus the frequency ranges Δf</w:t>
      </w:r>
      <w:r w:rsidRPr="00EF2F0E">
        <w:rPr>
          <w:vertAlign w:val="subscript"/>
        </w:rPr>
        <w:t>OBUE</w:t>
      </w:r>
      <w:r w:rsidRPr="00EF2F0E" w:rsidDel="00780226">
        <w:t xml:space="preserve"> </w:t>
      </w:r>
      <w:r w:rsidRPr="00EF2F0E">
        <w:t xml:space="preserve"> above and Δf</w:t>
      </w:r>
      <w:r w:rsidRPr="00EF2F0E">
        <w:rPr>
          <w:vertAlign w:val="subscript"/>
        </w:rPr>
        <w:t>OBUE</w:t>
      </w:r>
      <w:r w:rsidRPr="00EF2F0E" w:rsidDel="00780226">
        <w:t xml:space="preserve"> </w:t>
      </w:r>
      <w:r w:rsidRPr="00EF2F0E">
        <w:t xml:space="preserve"> below each band, where Δf</w:t>
      </w:r>
      <w:r w:rsidRPr="00EF2F0E">
        <w:rPr>
          <w:vertAlign w:val="subscript"/>
        </w:rPr>
        <w:t xml:space="preserve">OBUE </w:t>
      </w:r>
      <w:r w:rsidRPr="00EF2F0E">
        <w:t xml:space="preserve">is the maximum offset of the operating band unwanted emission mask from the operating band edge. Emissions outside of this frequency range are limited by OTA spurious emissions requirement. </w:t>
      </w:r>
    </w:p>
    <w:p w14:paraId="0984E629" w14:textId="77777777" w:rsidR="00B15E99" w:rsidRPr="00EF2F0E" w:rsidRDefault="00B15E99" w:rsidP="00B15E99">
      <w:r w:rsidRPr="00EF2F0E">
        <w:t>The values of Δf</w:t>
      </w:r>
      <w:r w:rsidRPr="00EF2F0E">
        <w:rPr>
          <w:vertAlign w:val="subscript"/>
        </w:rPr>
        <w:t>OBUE</w:t>
      </w:r>
      <w:r w:rsidRPr="00EF2F0E">
        <w:rPr>
          <w:rFonts w:cs="v5.0.0"/>
        </w:rPr>
        <w:t xml:space="preserve"> are defined for </w:t>
      </w:r>
      <w:r w:rsidRPr="00EF2F0E">
        <w:rPr>
          <w:rFonts w:cs="v5.0.0"/>
          <w:i/>
        </w:rPr>
        <w:t>OTA AAS BS</w:t>
      </w:r>
      <w:r w:rsidRPr="00EF2F0E">
        <w:rPr>
          <w:rFonts w:cs="v5.0.0"/>
        </w:rPr>
        <w:t xml:space="preserve"> for E-UTRA and UTRA operating bands in Table 9.7.1-1.</w:t>
      </w:r>
    </w:p>
    <w:p w14:paraId="0984E62A" w14:textId="77777777" w:rsidR="00B15E99" w:rsidRPr="00EF2F0E" w:rsidRDefault="00B15E99" w:rsidP="00E727B1">
      <w:pPr>
        <w:pStyle w:val="TH"/>
      </w:pPr>
      <w:r w:rsidRPr="00EF2F0E">
        <w:t xml:space="preserve">Table 9.7.1-1: Maximum offset of OBUE outside the downlink </w:t>
      </w:r>
      <w:r w:rsidRPr="00EF2F0E">
        <w:rPr>
          <w:i/>
        </w:rPr>
        <w:t>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3801"/>
        <w:gridCol w:w="1784"/>
      </w:tblGrid>
      <w:tr w:rsidR="003401A4" w:rsidRPr="00EF2F0E" w14:paraId="0984E62E" w14:textId="77777777" w:rsidTr="00AB06FD">
        <w:trPr>
          <w:jc w:val="center"/>
        </w:trPr>
        <w:tc>
          <w:tcPr>
            <w:tcW w:w="1556" w:type="dxa"/>
          </w:tcPr>
          <w:p w14:paraId="0984E62B" w14:textId="77777777" w:rsidR="00B15E99" w:rsidRPr="00EF2F0E" w:rsidRDefault="00B15E99" w:rsidP="00AB06FD">
            <w:pPr>
              <w:keepNext/>
              <w:keepLines/>
              <w:spacing w:after="0"/>
              <w:jc w:val="center"/>
              <w:rPr>
                <w:rFonts w:ascii="Arial" w:hAnsi="Arial"/>
                <w:b/>
                <w:sz w:val="18"/>
              </w:rPr>
            </w:pPr>
            <w:r w:rsidRPr="00EF2F0E">
              <w:rPr>
                <w:rFonts w:ascii="Arial" w:hAnsi="Arial"/>
                <w:b/>
                <w:sz w:val="18"/>
              </w:rPr>
              <w:t>BS type</w:t>
            </w:r>
          </w:p>
        </w:tc>
        <w:tc>
          <w:tcPr>
            <w:tcW w:w="3801" w:type="dxa"/>
            <w:shd w:val="clear" w:color="auto" w:fill="auto"/>
          </w:tcPr>
          <w:p w14:paraId="0984E62C" w14:textId="77777777" w:rsidR="00B15E99" w:rsidRPr="00EF2F0E" w:rsidRDefault="00B15E99" w:rsidP="00AB06FD">
            <w:pPr>
              <w:keepNext/>
              <w:keepLines/>
              <w:spacing w:after="0"/>
              <w:jc w:val="center"/>
              <w:rPr>
                <w:rFonts w:ascii="Arial" w:hAnsi="Arial"/>
                <w:b/>
                <w:sz w:val="18"/>
              </w:rPr>
            </w:pPr>
            <w:r w:rsidRPr="00EF2F0E">
              <w:rPr>
                <w:rFonts w:ascii="Arial" w:hAnsi="Arial"/>
                <w:b/>
                <w:sz w:val="18"/>
              </w:rPr>
              <w:t>Operating band characteristics</w:t>
            </w:r>
          </w:p>
        </w:tc>
        <w:tc>
          <w:tcPr>
            <w:tcW w:w="1784" w:type="dxa"/>
            <w:shd w:val="clear" w:color="auto" w:fill="auto"/>
          </w:tcPr>
          <w:p w14:paraId="0984E62D" w14:textId="77777777" w:rsidR="00B15E99" w:rsidRPr="00EF2F0E" w:rsidRDefault="00B15E99" w:rsidP="00AB06FD">
            <w:pPr>
              <w:keepNext/>
              <w:keepLines/>
              <w:spacing w:after="0"/>
              <w:jc w:val="center"/>
              <w:rPr>
                <w:rFonts w:ascii="Arial" w:hAnsi="Arial"/>
                <w:b/>
                <w:sz w:val="18"/>
              </w:rPr>
            </w:pPr>
            <w:r w:rsidRPr="00EF2F0E">
              <w:rPr>
                <w:rFonts w:ascii="Arial" w:hAnsi="Arial"/>
                <w:b/>
                <w:sz w:val="18"/>
              </w:rPr>
              <w:t>Δf</w:t>
            </w:r>
            <w:r w:rsidRPr="00EF2F0E">
              <w:rPr>
                <w:rFonts w:ascii="Arial" w:hAnsi="Arial"/>
                <w:b/>
                <w:sz w:val="18"/>
                <w:vertAlign w:val="subscript"/>
              </w:rPr>
              <w:t>OBUE</w:t>
            </w:r>
            <w:r w:rsidRPr="00EF2F0E">
              <w:rPr>
                <w:rFonts w:ascii="Arial" w:hAnsi="Arial"/>
                <w:b/>
                <w:sz w:val="18"/>
              </w:rPr>
              <w:t xml:space="preserve"> [MHz]</w:t>
            </w:r>
          </w:p>
        </w:tc>
      </w:tr>
      <w:tr w:rsidR="003401A4" w:rsidRPr="00EF2F0E" w14:paraId="0984E632" w14:textId="77777777" w:rsidTr="00AB06FD">
        <w:trPr>
          <w:jc w:val="center"/>
        </w:trPr>
        <w:tc>
          <w:tcPr>
            <w:tcW w:w="1556" w:type="dxa"/>
            <w:vMerge w:val="restart"/>
            <w:vAlign w:val="center"/>
          </w:tcPr>
          <w:p w14:paraId="0984E62F" w14:textId="77777777" w:rsidR="00B15E99" w:rsidRPr="00EF2F0E" w:rsidRDefault="00B15E99" w:rsidP="00AB06FD">
            <w:pPr>
              <w:keepNext/>
              <w:keepLines/>
              <w:spacing w:after="0"/>
              <w:jc w:val="center"/>
              <w:rPr>
                <w:rFonts w:ascii="Arial" w:hAnsi="Arial"/>
                <w:i/>
                <w:sz w:val="18"/>
              </w:rPr>
            </w:pPr>
            <w:r w:rsidRPr="00EF2F0E">
              <w:rPr>
                <w:rFonts w:ascii="Arial" w:hAnsi="Arial"/>
                <w:i/>
                <w:sz w:val="18"/>
              </w:rPr>
              <w:t>OTA AAS BS</w:t>
            </w:r>
          </w:p>
        </w:tc>
        <w:tc>
          <w:tcPr>
            <w:tcW w:w="3801" w:type="dxa"/>
            <w:shd w:val="clear" w:color="auto" w:fill="auto"/>
          </w:tcPr>
          <w:p w14:paraId="0984E630" w14:textId="77777777" w:rsidR="00B15E99" w:rsidRPr="00EF2F0E" w:rsidRDefault="00B15E99" w:rsidP="00AB06FD">
            <w:pPr>
              <w:keepNext/>
              <w:keepLines/>
              <w:spacing w:after="0"/>
              <w:rPr>
                <w:rFonts w:ascii="Arial" w:hAnsi="Arial"/>
                <w:sz w:val="18"/>
              </w:rPr>
            </w:pPr>
            <w:r w:rsidRPr="00EF2F0E">
              <w:rPr>
                <w:rFonts w:ascii="Arial" w:hAnsi="Arial" w:cs="Arial"/>
                <w:sz w:val="18"/>
              </w:rPr>
              <w:t>F</w:t>
            </w:r>
            <w:r w:rsidRPr="00EF2F0E">
              <w:rPr>
                <w:rFonts w:ascii="Arial" w:hAnsi="Arial" w:cs="Arial"/>
                <w:sz w:val="18"/>
                <w:vertAlign w:val="subscript"/>
              </w:rPr>
              <w:t>DL_high</w:t>
            </w:r>
            <w:r w:rsidRPr="00EF2F0E">
              <w:rPr>
                <w:rFonts w:ascii="Arial" w:hAnsi="Arial"/>
                <w:sz w:val="18"/>
              </w:rPr>
              <w:t xml:space="preserve"> – </w:t>
            </w:r>
            <w:r w:rsidRPr="00EF2F0E">
              <w:rPr>
                <w:rFonts w:ascii="Arial" w:hAnsi="Arial" w:cs="Arial"/>
                <w:sz w:val="18"/>
              </w:rPr>
              <w:t>F</w:t>
            </w:r>
            <w:r w:rsidRPr="00EF2F0E">
              <w:rPr>
                <w:rFonts w:ascii="Arial" w:hAnsi="Arial" w:cs="Arial"/>
                <w:sz w:val="18"/>
                <w:vertAlign w:val="subscript"/>
              </w:rPr>
              <w:t>DL_low</w:t>
            </w:r>
            <w:r w:rsidRPr="00EF2F0E">
              <w:rPr>
                <w:rFonts w:ascii="Arial" w:hAnsi="Arial" w:cs="Arial"/>
                <w:sz w:val="18"/>
              </w:rPr>
              <w:t xml:space="preserve">  &lt; 100 MHz</w:t>
            </w:r>
          </w:p>
        </w:tc>
        <w:tc>
          <w:tcPr>
            <w:tcW w:w="1784" w:type="dxa"/>
            <w:shd w:val="clear" w:color="auto" w:fill="auto"/>
          </w:tcPr>
          <w:p w14:paraId="0984E631" w14:textId="77777777" w:rsidR="00B15E99" w:rsidRPr="00EF2F0E" w:rsidRDefault="00B15E99" w:rsidP="00AB06FD">
            <w:pPr>
              <w:keepNext/>
              <w:keepLines/>
              <w:spacing w:after="0"/>
              <w:jc w:val="center"/>
              <w:rPr>
                <w:rFonts w:ascii="Arial" w:hAnsi="Arial"/>
                <w:sz w:val="18"/>
              </w:rPr>
            </w:pPr>
            <w:r w:rsidRPr="00EF2F0E">
              <w:rPr>
                <w:rFonts w:ascii="Arial" w:hAnsi="Arial"/>
                <w:sz w:val="18"/>
              </w:rPr>
              <w:t>10</w:t>
            </w:r>
          </w:p>
        </w:tc>
      </w:tr>
      <w:tr w:rsidR="00B15E99" w:rsidRPr="00EF2F0E" w14:paraId="0984E636" w14:textId="77777777" w:rsidTr="00AB06FD">
        <w:trPr>
          <w:jc w:val="center"/>
        </w:trPr>
        <w:tc>
          <w:tcPr>
            <w:tcW w:w="1556" w:type="dxa"/>
            <w:vMerge/>
            <w:vAlign w:val="center"/>
          </w:tcPr>
          <w:p w14:paraId="0984E633" w14:textId="77777777" w:rsidR="00B15E99" w:rsidRPr="00EF2F0E" w:rsidRDefault="00B15E99" w:rsidP="00AB06FD">
            <w:pPr>
              <w:keepNext/>
              <w:keepLines/>
              <w:spacing w:after="0"/>
              <w:rPr>
                <w:rFonts w:ascii="Arial" w:hAnsi="Arial"/>
                <w:sz w:val="18"/>
              </w:rPr>
            </w:pPr>
          </w:p>
        </w:tc>
        <w:tc>
          <w:tcPr>
            <w:tcW w:w="3801" w:type="dxa"/>
            <w:shd w:val="clear" w:color="auto" w:fill="auto"/>
          </w:tcPr>
          <w:p w14:paraId="0984E634" w14:textId="77777777" w:rsidR="00B15E99" w:rsidRPr="00EF2F0E" w:rsidRDefault="00B15E99" w:rsidP="00AB06FD">
            <w:pPr>
              <w:keepNext/>
              <w:keepLines/>
              <w:spacing w:after="0"/>
              <w:rPr>
                <w:rFonts w:ascii="Arial" w:hAnsi="Arial"/>
                <w:b/>
                <w:sz w:val="18"/>
              </w:rPr>
            </w:pPr>
            <w:r w:rsidRPr="00EF2F0E">
              <w:rPr>
                <w:rFonts w:ascii="Arial" w:hAnsi="Arial"/>
                <w:sz w:val="18"/>
              </w:rPr>
              <w:t xml:space="preserve">100 MHz </w:t>
            </w:r>
            <w:r w:rsidRPr="00EF2F0E">
              <w:rPr>
                <w:rFonts w:ascii="Arial" w:hAnsi="Arial" w:cs="Arial"/>
                <w:sz w:val="18"/>
              </w:rPr>
              <w:t>≤</w:t>
            </w:r>
            <w:r w:rsidRPr="00EF2F0E">
              <w:rPr>
                <w:rFonts w:ascii="Arial" w:hAnsi="Arial"/>
                <w:sz w:val="18"/>
              </w:rPr>
              <w:t xml:space="preserve"> </w:t>
            </w:r>
            <w:r w:rsidRPr="00EF2F0E">
              <w:rPr>
                <w:rFonts w:ascii="Arial" w:hAnsi="Arial" w:cs="Arial"/>
                <w:sz w:val="18"/>
              </w:rPr>
              <w:t>F</w:t>
            </w:r>
            <w:r w:rsidRPr="00EF2F0E">
              <w:rPr>
                <w:rFonts w:ascii="Arial" w:hAnsi="Arial" w:cs="Arial"/>
                <w:sz w:val="18"/>
                <w:vertAlign w:val="subscript"/>
              </w:rPr>
              <w:t>DL_high</w:t>
            </w:r>
            <w:r w:rsidRPr="00EF2F0E">
              <w:rPr>
                <w:rFonts w:ascii="Arial" w:hAnsi="Arial"/>
                <w:sz w:val="18"/>
              </w:rPr>
              <w:t xml:space="preserve"> – </w:t>
            </w:r>
            <w:r w:rsidRPr="00EF2F0E">
              <w:rPr>
                <w:rFonts w:ascii="Arial" w:hAnsi="Arial" w:cs="Arial"/>
                <w:sz w:val="18"/>
              </w:rPr>
              <w:t>F</w:t>
            </w:r>
            <w:r w:rsidRPr="00EF2F0E">
              <w:rPr>
                <w:rFonts w:ascii="Arial" w:hAnsi="Arial" w:cs="Arial"/>
                <w:sz w:val="18"/>
                <w:vertAlign w:val="subscript"/>
              </w:rPr>
              <w:t>DL_low</w:t>
            </w:r>
            <w:r w:rsidRPr="00EF2F0E">
              <w:rPr>
                <w:rFonts w:ascii="Arial" w:hAnsi="Arial" w:cs="Arial"/>
                <w:sz w:val="18"/>
              </w:rPr>
              <w:t xml:space="preserve">  ≤ 900 MHz   </w:t>
            </w:r>
          </w:p>
        </w:tc>
        <w:tc>
          <w:tcPr>
            <w:tcW w:w="1784" w:type="dxa"/>
            <w:shd w:val="clear" w:color="auto" w:fill="auto"/>
          </w:tcPr>
          <w:p w14:paraId="0984E635" w14:textId="77777777" w:rsidR="00B15E99" w:rsidRPr="00EF2F0E" w:rsidRDefault="00B15E99" w:rsidP="00AB06FD">
            <w:pPr>
              <w:keepNext/>
              <w:keepLines/>
              <w:spacing w:after="0"/>
              <w:jc w:val="center"/>
              <w:rPr>
                <w:rFonts w:ascii="Arial" w:hAnsi="Arial"/>
                <w:sz w:val="18"/>
              </w:rPr>
            </w:pPr>
            <w:r w:rsidRPr="00EF2F0E">
              <w:rPr>
                <w:rFonts w:ascii="Arial" w:hAnsi="Arial"/>
                <w:sz w:val="18"/>
              </w:rPr>
              <w:t>40</w:t>
            </w:r>
          </w:p>
        </w:tc>
      </w:tr>
    </w:tbl>
    <w:p w14:paraId="0984E637" w14:textId="77777777" w:rsidR="00B15E99" w:rsidRPr="00EF2F0E" w:rsidRDefault="00B15E99" w:rsidP="00B15E99"/>
    <w:p w14:paraId="0984E638" w14:textId="77777777" w:rsidR="00B15E99" w:rsidRPr="00EF2F0E" w:rsidRDefault="00B15E99" w:rsidP="00B15E99">
      <w:r w:rsidRPr="00EF2F0E">
        <w:t xml:space="preserve">OTA unwanted emissions for </w:t>
      </w:r>
      <w:r w:rsidRPr="00EF2F0E">
        <w:rPr>
          <w:i/>
        </w:rPr>
        <w:t>OTA AAS BS</w:t>
      </w:r>
      <w:r w:rsidRPr="00EF2F0E">
        <w:t xml:space="preserve"> in </w:t>
      </w:r>
      <w:r w:rsidRPr="00EF2F0E">
        <w:rPr>
          <w:i/>
        </w:rPr>
        <w:t xml:space="preserve">single UTRA operation </w:t>
      </w:r>
      <w:r w:rsidRPr="00EF2F0E">
        <w:t xml:space="preserve">and </w:t>
      </w:r>
      <w:r w:rsidRPr="00EF2F0E">
        <w:rPr>
          <w:i/>
        </w:rPr>
        <w:t xml:space="preserve">MSR operation </w:t>
      </w:r>
      <w:r w:rsidRPr="00EF2F0E">
        <w:t>using UTRA consist of OTA  spectrum emission mask requirement and OTA spurious emissions requirement.</w:t>
      </w:r>
    </w:p>
    <w:p w14:paraId="0984E639" w14:textId="77777777" w:rsidR="00B15E99" w:rsidRPr="00EF2F0E" w:rsidRDefault="00B15E99" w:rsidP="00B15E99">
      <w:r w:rsidRPr="00EF2F0E">
        <w:tab/>
        <w:t>NOTE: for definitions of conducted unwanted emissions requirements refer to clause 6.6</w:t>
      </w:r>
    </w:p>
    <w:p w14:paraId="0984E63A" w14:textId="77777777" w:rsidR="00B15E99" w:rsidRPr="00EF2F0E" w:rsidRDefault="00B15E99" w:rsidP="00A16236">
      <w:pPr>
        <w:spacing w:beforeLines="50" w:before="120" w:afterLines="50" w:after="120"/>
      </w:pPr>
      <w:r w:rsidRPr="00EF2F0E">
        <w:t xml:space="preserve">The unwanted emission requirements are applied per cell for all the configurations supported by </w:t>
      </w:r>
      <w:r w:rsidRPr="00EF2F0E">
        <w:rPr>
          <w:i/>
        </w:rPr>
        <w:t>OTA AAS BS</w:t>
      </w:r>
      <w:r w:rsidRPr="00EF2F0E">
        <w:t xml:space="preserve">.  Requirements for OTA unwanted emissions are captured using TRP, </w:t>
      </w:r>
      <w:r w:rsidRPr="00EF2F0E">
        <w:rPr>
          <w:i/>
        </w:rPr>
        <w:t>single direction requirements</w:t>
      </w:r>
      <w:r w:rsidRPr="00EF2F0E">
        <w:t xml:space="preserve"> or  co-location requirements as described per requirement.</w:t>
      </w:r>
    </w:p>
    <w:p w14:paraId="0984E63B" w14:textId="77777777" w:rsidR="00B15E99" w:rsidRPr="00EF2F0E" w:rsidRDefault="00B15E99" w:rsidP="00B15E99">
      <w:r w:rsidRPr="00EF2F0E">
        <w:t>There is in addition a requirement for occupied bandwidth and an ACLR requirement.</w:t>
      </w:r>
    </w:p>
    <w:p w14:paraId="0984E63C" w14:textId="77777777" w:rsidR="00B15E99" w:rsidRPr="00EF2F0E" w:rsidRDefault="00B15E99" w:rsidP="00B15E99">
      <w:pPr>
        <w:pStyle w:val="Heading3"/>
      </w:pPr>
      <w:bookmarkStart w:id="3785" w:name="_Toc21096053"/>
      <w:bookmarkStart w:id="3786" w:name="_Toc29763252"/>
      <w:bookmarkStart w:id="3787" w:name="_Toc45869537"/>
      <w:bookmarkStart w:id="3788" w:name="_Toc52554784"/>
      <w:bookmarkStart w:id="3789" w:name="_Toc52555254"/>
      <w:bookmarkStart w:id="3790" w:name="_Toc61112479"/>
      <w:bookmarkStart w:id="3791" w:name="_Toc67911631"/>
      <w:bookmarkStart w:id="3792" w:name="_Toc74843106"/>
      <w:bookmarkStart w:id="3793" w:name="_Toc76503489"/>
      <w:bookmarkStart w:id="3794" w:name="_Toc83040932"/>
      <w:bookmarkStart w:id="3795" w:name="_Toc89851975"/>
      <w:bookmarkStart w:id="3796" w:name="_Toc98676329"/>
      <w:r w:rsidRPr="00EF2F0E">
        <w:t>9.7.2</w:t>
      </w:r>
      <w:r w:rsidRPr="00EF2F0E">
        <w:tab/>
        <w:t>OTA occupied bandwidth</w:t>
      </w:r>
      <w:bookmarkEnd w:id="3785"/>
      <w:bookmarkEnd w:id="3786"/>
      <w:bookmarkEnd w:id="3787"/>
      <w:bookmarkEnd w:id="3788"/>
      <w:bookmarkEnd w:id="3789"/>
      <w:bookmarkEnd w:id="3790"/>
      <w:bookmarkEnd w:id="3791"/>
      <w:bookmarkEnd w:id="3792"/>
      <w:bookmarkEnd w:id="3793"/>
      <w:bookmarkEnd w:id="3794"/>
      <w:bookmarkEnd w:id="3795"/>
      <w:bookmarkEnd w:id="3796"/>
    </w:p>
    <w:p w14:paraId="0984E63D" w14:textId="77777777" w:rsidR="00B15E99" w:rsidRPr="00EF2F0E" w:rsidRDefault="00B15E99" w:rsidP="00B15E99">
      <w:pPr>
        <w:pStyle w:val="Heading4"/>
      </w:pPr>
      <w:bookmarkStart w:id="3797" w:name="_Toc21096054"/>
      <w:bookmarkStart w:id="3798" w:name="_Toc29763253"/>
      <w:bookmarkStart w:id="3799" w:name="_Toc45869538"/>
      <w:bookmarkStart w:id="3800" w:name="_Toc52554785"/>
      <w:bookmarkStart w:id="3801" w:name="_Toc52555255"/>
      <w:bookmarkStart w:id="3802" w:name="_Toc61112480"/>
      <w:bookmarkStart w:id="3803" w:name="_Toc67911632"/>
      <w:bookmarkStart w:id="3804" w:name="_Toc74843107"/>
      <w:bookmarkStart w:id="3805" w:name="_Toc76503490"/>
      <w:bookmarkStart w:id="3806" w:name="_Toc83040933"/>
      <w:bookmarkStart w:id="3807" w:name="_Toc89851976"/>
      <w:bookmarkStart w:id="3808" w:name="_Toc98676330"/>
      <w:r w:rsidRPr="00EF2F0E">
        <w:t>9.7.2.1</w:t>
      </w:r>
      <w:r w:rsidRPr="00EF2F0E">
        <w:tab/>
        <w:t>General</w:t>
      </w:r>
      <w:bookmarkEnd w:id="3797"/>
      <w:bookmarkEnd w:id="3798"/>
      <w:bookmarkEnd w:id="3799"/>
      <w:bookmarkEnd w:id="3800"/>
      <w:bookmarkEnd w:id="3801"/>
      <w:bookmarkEnd w:id="3802"/>
      <w:bookmarkEnd w:id="3803"/>
      <w:bookmarkEnd w:id="3804"/>
      <w:bookmarkEnd w:id="3805"/>
      <w:bookmarkEnd w:id="3806"/>
      <w:bookmarkEnd w:id="3807"/>
      <w:bookmarkEnd w:id="3808"/>
    </w:p>
    <w:p w14:paraId="0984E63E" w14:textId="77777777" w:rsidR="00B15E99" w:rsidRPr="00EF2F0E" w:rsidRDefault="00B15E99" w:rsidP="00B15E99">
      <w:r w:rsidRPr="00EF2F0E">
        <w:t xml:space="preserve">The OTA occupied bandwidth is the width of a frequency band such that, below the lower and above the upper frequency limits, the mean powers emitted are each equal to a specified percentage </w:t>
      </w:r>
      <w:r w:rsidRPr="00EF2F0E">
        <w:rPr>
          <w:rFonts w:ascii="Symbol" w:hAnsi="Symbol" w:cs="v4.2.0"/>
        </w:rPr>
        <w:t></w:t>
      </w:r>
      <w:r w:rsidRPr="00EF2F0E">
        <w:t>/2 of the total mean transmitted power. See also recommendation ITU-R SM.328 [17].</w:t>
      </w:r>
    </w:p>
    <w:p w14:paraId="0984E63F" w14:textId="77777777" w:rsidR="00B15E99" w:rsidRPr="00EF2F0E" w:rsidRDefault="00B15E99" w:rsidP="00B15E99">
      <w:r w:rsidRPr="00EF2F0E">
        <w:t xml:space="preserve">The value of </w:t>
      </w:r>
      <w:r w:rsidRPr="00EF2F0E">
        <w:rPr>
          <w:rFonts w:ascii="Symbol" w:hAnsi="Symbol" w:cs="v4.2.0"/>
        </w:rPr>
        <w:t></w:t>
      </w:r>
      <w:r w:rsidRPr="00EF2F0E">
        <w:t>/2 shall be taken as 0.5%.</w:t>
      </w:r>
    </w:p>
    <w:p w14:paraId="0984E640" w14:textId="77777777" w:rsidR="00B15E99" w:rsidRPr="00EF2F0E" w:rsidRDefault="00B15E99" w:rsidP="00B15E99">
      <w:r w:rsidRPr="00EF2F0E">
        <w:t xml:space="preserve">The OTA occupied bandwidth requirement applies during the </w:t>
      </w:r>
      <w:r w:rsidRPr="00EF2F0E">
        <w:rPr>
          <w:i/>
        </w:rPr>
        <w:t>transmitter ON period</w:t>
      </w:r>
      <w:r w:rsidRPr="00EF2F0E">
        <w:t xml:space="preserve"> for a single transmitted carrier. The minimum requirement below may be applied regionally. There may also be regional requirements to declare the OTA occupied bandwidth according to the definition in the present clause.</w:t>
      </w:r>
    </w:p>
    <w:p w14:paraId="0984E641" w14:textId="77777777" w:rsidR="00B15E99" w:rsidRPr="00EF2F0E" w:rsidRDefault="00B15E99" w:rsidP="00B15E99">
      <w:r w:rsidRPr="00EF2F0E">
        <w:t xml:space="preserve">The OTA occupied bandwidth is defined as a </w:t>
      </w:r>
      <w:r w:rsidRPr="00EF2F0E">
        <w:rPr>
          <w:i/>
        </w:rPr>
        <w:t>single direction requirement</w:t>
      </w:r>
      <w:r w:rsidRPr="00EF2F0E">
        <w:t xml:space="preserve"> and shall be met in the manufacturer</w:t>
      </w:r>
      <w:r w:rsidR="003401A4" w:rsidRPr="00EF2F0E">
        <w:rPr>
          <w:rFonts w:cs="v4.2.0"/>
        </w:rPr>
        <w:t>'</w:t>
      </w:r>
      <w:r w:rsidRPr="00EF2F0E">
        <w:t xml:space="preserve">s declared </w:t>
      </w:r>
      <w:r w:rsidRPr="00EF2F0E">
        <w:rPr>
          <w:i/>
        </w:rPr>
        <w:t xml:space="preserve">OTA coverage range </w:t>
      </w:r>
      <w:r w:rsidRPr="00EF2F0E">
        <w:t>at the RIB.</w:t>
      </w:r>
    </w:p>
    <w:p w14:paraId="0984E642" w14:textId="77777777" w:rsidR="00B15E99" w:rsidRPr="00EF2F0E" w:rsidRDefault="00B15E99" w:rsidP="00B15E99">
      <w:pPr>
        <w:pStyle w:val="Heading4"/>
      </w:pPr>
      <w:bookmarkStart w:id="3809" w:name="_Toc21096055"/>
      <w:bookmarkStart w:id="3810" w:name="_Toc29763254"/>
      <w:bookmarkStart w:id="3811" w:name="_Toc45869539"/>
      <w:bookmarkStart w:id="3812" w:name="_Toc52554786"/>
      <w:bookmarkStart w:id="3813" w:name="_Toc52555256"/>
      <w:bookmarkStart w:id="3814" w:name="_Toc61112481"/>
      <w:bookmarkStart w:id="3815" w:name="_Toc67911633"/>
      <w:bookmarkStart w:id="3816" w:name="_Toc74843108"/>
      <w:bookmarkStart w:id="3817" w:name="_Toc76503491"/>
      <w:bookmarkStart w:id="3818" w:name="_Toc83040934"/>
      <w:bookmarkStart w:id="3819" w:name="_Toc89851977"/>
      <w:bookmarkStart w:id="3820" w:name="_Toc98676331"/>
      <w:r w:rsidRPr="00EF2F0E">
        <w:t>9.7.2.2</w:t>
      </w:r>
      <w:r w:rsidRPr="00EF2F0E">
        <w:tab/>
        <w:t>Minimum requirement for MSR operation</w:t>
      </w:r>
      <w:bookmarkEnd w:id="3809"/>
      <w:bookmarkEnd w:id="3810"/>
      <w:bookmarkEnd w:id="3811"/>
      <w:bookmarkEnd w:id="3812"/>
      <w:bookmarkEnd w:id="3813"/>
      <w:bookmarkEnd w:id="3814"/>
      <w:bookmarkEnd w:id="3815"/>
      <w:bookmarkEnd w:id="3816"/>
      <w:bookmarkEnd w:id="3817"/>
      <w:bookmarkEnd w:id="3818"/>
      <w:bookmarkEnd w:id="3819"/>
      <w:bookmarkEnd w:id="3820"/>
    </w:p>
    <w:p w14:paraId="0984E643" w14:textId="77777777" w:rsidR="00B15E99" w:rsidRPr="00EF2F0E" w:rsidRDefault="00B15E99" w:rsidP="00B15E99">
      <w:r w:rsidRPr="00EF2F0E">
        <w:t xml:space="preserve">For </w:t>
      </w:r>
      <w:r w:rsidRPr="00EF2F0E">
        <w:rPr>
          <w:lang w:eastAsia="zh-CN"/>
        </w:rPr>
        <w:t>AAS BS in MSR operation</w:t>
      </w:r>
      <w:r w:rsidRPr="00EF2F0E">
        <w:t>, the minimum requirement for OTA occupied bandwidth is the same as that stated in 3GPP TS 37.104 [9], subclause 6.6.3.</w:t>
      </w:r>
    </w:p>
    <w:p w14:paraId="0984E644" w14:textId="77777777" w:rsidR="00B15E99" w:rsidRPr="00EF2F0E" w:rsidRDefault="00B15E99" w:rsidP="00B15E99">
      <w:pPr>
        <w:pStyle w:val="Heading4"/>
      </w:pPr>
      <w:bookmarkStart w:id="3821" w:name="_Toc21096056"/>
      <w:bookmarkStart w:id="3822" w:name="_Toc29763255"/>
      <w:bookmarkStart w:id="3823" w:name="_Toc45869540"/>
      <w:bookmarkStart w:id="3824" w:name="_Toc52554787"/>
      <w:bookmarkStart w:id="3825" w:name="_Toc52555257"/>
      <w:bookmarkStart w:id="3826" w:name="_Toc61112482"/>
      <w:bookmarkStart w:id="3827" w:name="_Toc67911634"/>
      <w:bookmarkStart w:id="3828" w:name="_Toc74843109"/>
      <w:bookmarkStart w:id="3829" w:name="_Toc76503492"/>
      <w:bookmarkStart w:id="3830" w:name="_Toc83040935"/>
      <w:bookmarkStart w:id="3831" w:name="_Toc89851978"/>
      <w:bookmarkStart w:id="3832" w:name="_Toc98676332"/>
      <w:r w:rsidRPr="00EF2F0E">
        <w:t>9.7.2.3</w:t>
      </w:r>
      <w:r w:rsidRPr="00EF2F0E">
        <w:tab/>
        <w:t>Minimum requirement for single RAT UTRA operation</w:t>
      </w:r>
      <w:bookmarkEnd w:id="3821"/>
      <w:bookmarkEnd w:id="3822"/>
      <w:bookmarkEnd w:id="3823"/>
      <w:bookmarkEnd w:id="3824"/>
      <w:bookmarkEnd w:id="3825"/>
      <w:bookmarkEnd w:id="3826"/>
      <w:bookmarkEnd w:id="3827"/>
      <w:bookmarkEnd w:id="3828"/>
      <w:bookmarkEnd w:id="3829"/>
      <w:bookmarkEnd w:id="3830"/>
      <w:bookmarkEnd w:id="3831"/>
      <w:bookmarkEnd w:id="3832"/>
    </w:p>
    <w:p w14:paraId="0984E645" w14:textId="77777777" w:rsidR="00B15E99" w:rsidRPr="00EF2F0E" w:rsidRDefault="00B15E99" w:rsidP="00B15E99">
      <w:pPr>
        <w:keepNext/>
        <w:keepLines/>
      </w:pPr>
      <w:r w:rsidRPr="00EF2F0E">
        <w:t xml:space="preserve">For </w:t>
      </w:r>
      <w:r w:rsidRPr="00EF2F0E">
        <w:rPr>
          <w:lang w:eastAsia="zh-CN"/>
        </w:rPr>
        <w:t xml:space="preserve">AAS BS in </w:t>
      </w:r>
      <w:r w:rsidRPr="00EF2F0E">
        <w:rPr>
          <w:i/>
          <w:lang w:eastAsia="zh-CN"/>
        </w:rPr>
        <w:t>single RAT UTRA</w:t>
      </w:r>
      <w:r w:rsidRPr="00EF2F0E">
        <w:rPr>
          <w:lang w:eastAsia="zh-CN"/>
        </w:rPr>
        <w:t xml:space="preserve"> </w:t>
      </w:r>
      <w:r w:rsidRPr="00EF2F0E">
        <w:rPr>
          <w:i/>
          <w:lang w:eastAsia="zh-CN"/>
        </w:rPr>
        <w:t>operation</w:t>
      </w:r>
      <w:r w:rsidRPr="00EF2F0E">
        <w:rPr>
          <w:lang w:eastAsia="zh-CN"/>
        </w:rPr>
        <w:t xml:space="preserve"> FDD</w:t>
      </w:r>
      <w:r w:rsidRPr="00EF2F0E">
        <w:t>, the minimum requirement for OTA occupied bandwidth is the same as that stated in 3GPP TS 25.104 [6] subclause 6.6.1.</w:t>
      </w:r>
    </w:p>
    <w:p w14:paraId="0984E646" w14:textId="77777777" w:rsidR="00B15E99" w:rsidRPr="00EF2F0E" w:rsidRDefault="00B15E99" w:rsidP="00B15E99">
      <w:pPr>
        <w:pStyle w:val="Heading4"/>
      </w:pPr>
      <w:bookmarkStart w:id="3833" w:name="_Toc21096057"/>
      <w:bookmarkStart w:id="3834" w:name="_Toc29763256"/>
      <w:bookmarkStart w:id="3835" w:name="_Toc45869541"/>
      <w:bookmarkStart w:id="3836" w:name="_Toc52554788"/>
      <w:bookmarkStart w:id="3837" w:name="_Toc52555258"/>
      <w:bookmarkStart w:id="3838" w:name="_Toc61112483"/>
      <w:bookmarkStart w:id="3839" w:name="_Toc67911635"/>
      <w:bookmarkStart w:id="3840" w:name="_Toc74843110"/>
      <w:bookmarkStart w:id="3841" w:name="_Toc76503493"/>
      <w:bookmarkStart w:id="3842" w:name="_Toc83040936"/>
      <w:bookmarkStart w:id="3843" w:name="_Toc89851979"/>
      <w:bookmarkStart w:id="3844" w:name="_Toc98676333"/>
      <w:r w:rsidRPr="00EF2F0E">
        <w:t>9.7.2.4</w:t>
      </w:r>
      <w:r w:rsidRPr="00EF2F0E">
        <w:tab/>
        <w:t>Minimum requirement for single RAT E-UTRA operation</w:t>
      </w:r>
      <w:bookmarkEnd w:id="3833"/>
      <w:bookmarkEnd w:id="3834"/>
      <w:bookmarkEnd w:id="3835"/>
      <w:bookmarkEnd w:id="3836"/>
      <w:bookmarkEnd w:id="3837"/>
      <w:bookmarkEnd w:id="3838"/>
      <w:bookmarkEnd w:id="3839"/>
      <w:bookmarkEnd w:id="3840"/>
      <w:bookmarkEnd w:id="3841"/>
      <w:bookmarkEnd w:id="3842"/>
      <w:bookmarkEnd w:id="3843"/>
      <w:bookmarkEnd w:id="3844"/>
    </w:p>
    <w:p w14:paraId="0984E647" w14:textId="77777777" w:rsidR="00B15E99" w:rsidRPr="00EF2F0E" w:rsidRDefault="00B15E99" w:rsidP="00B15E99">
      <w:r w:rsidRPr="00EF2F0E">
        <w:t xml:space="preserve">For </w:t>
      </w:r>
      <w:r w:rsidRPr="00EF2F0E">
        <w:rPr>
          <w:lang w:eastAsia="zh-CN"/>
        </w:rPr>
        <w:t xml:space="preserve">AAS BS in </w:t>
      </w:r>
      <w:r w:rsidRPr="00EF2F0E">
        <w:rPr>
          <w:i/>
          <w:lang w:eastAsia="zh-CN"/>
        </w:rPr>
        <w:t>single RAT E-UTRA operation</w:t>
      </w:r>
      <w:r w:rsidRPr="00EF2F0E">
        <w:t>, the minimum requirement for OTA occupied bandwidth is the same as that stated in 3GPP TS 36.104 [8], subclause 6.6.1.</w:t>
      </w:r>
    </w:p>
    <w:p w14:paraId="0984E648" w14:textId="77777777" w:rsidR="00B15E99" w:rsidRPr="00EF2F0E" w:rsidRDefault="00B15E99" w:rsidP="00B15E99">
      <w:pPr>
        <w:pStyle w:val="Heading3"/>
      </w:pPr>
      <w:bookmarkStart w:id="3845" w:name="_Toc21096058"/>
      <w:bookmarkStart w:id="3846" w:name="_Toc29763257"/>
      <w:bookmarkStart w:id="3847" w:name="_Toc45869542"/>
      <w:bookmarkStart w:id="3848" w:name="_Toc52554789"/>
      <w:bookmarkStart w:id="3849" w:name="_Toc52555259"/>
      <w:bookmarkStart w:id="3850" w:name="_Toc61112484"/>
      <w:bookmarkStart w:id="3851" w:name="_Toc67911636"/>
      <w:bookmarkStart w:id="3852" w:name="_Toc74843111"/>
      <w:bookmarkStart w:id="3853" w:name="_Toc76503494"/>
      <w:bookmarkStart w:id="3854" w:name="_Toc83040937"/>
      <w:bookmarkStart w:id="3855" w:name="_Toc89851980"/>
      <w:bookmarkStart w:id="3856" w:name="_Toc98676334"/>
      <w:r w:rsidRPr="00EF2F0E">
        <w:t>9.7.3</w:t>
      </w:r>
      <w:r w:rsidRPr="00EF2F0E">
        <w:tab/>
        <w:t>OTA Adjacent Channel Leakage power Ratio</w:t>
      </w:r>
      <w:bookmarkEnd w:id="3845"/>
      <w:bookmarkEnd w:id="3846"/>
      <w:bookmarkEnd w:id="3847"/>
      <w:bookmarkEnd w:id="3848"/>
      <w:bookmarkEnd w:id="3849"/>
      <w:bookmarkEnd w:id="3850"/>
      <w:bookmarkEnd w:id="3851"/>
      <w:bookmarkEnd w:id="3852"/>
      <w:bookmarkEnd w:id="3853"/>
      <w:bookmarkEnd w:id="3854"/>
      <w:bookmarkEnd w:id="3855"/>
      <w:bookmarkEnd w:id="3856"/>
    </w:p>
    <w:p w14:paraId="0984E649" w14:textId="77777777" w:rsidR="00B15E99" w:rsidRPr="00EF2F0E" w:rsidRDefault="00B15E99" w:rsidP="00B15E99">
      <w:pPr>
        <w:pStyle w:val="Heading4"/>
      </w:pPr>
      <w:bookmarkStart w:id="3857" w:name="_Toc21096059"/>
      <w:bookmarkStart w:id="3858" w:name="_Toc29763258"/>
      <w:bookmarkStart w:id="3859" w:name="_Toc45869543"/>
      <w:bookmarkStart w:id="3860" w:name="_Toc52554790"/>
      <w:bookmarkStart w:id="3861" w:name="_Toc52555260"/>
      <w:bookmarkStart w:id="3862" w:name="_Toc61112485"/>
      <w:bookmarkStart w:id="3863" w:name="_Toc67911637"/>
      <w:bookmarkStart w:id="3864" w:name="_Toc74843112"/>
      <w:bookmarkStart w:id="3865" w:name="_Toc76503495"/>
      <w:bookmarkStart w:id="3866" w:name="_Toc83040938"/>
      <w:bookmarkStart w:id="3867" w:name="_Toc89851981"/>
      <w:bookmarkStart w:id="3868" w:name="_Toc98676335"/>
      <w:r w:rsidRPr="00EF2F0E">
        <w:t>9.7.3.1</w:t>
      </w:r>
      <w:r w:rsidRPr="00EF2F0E">
        <w:tab/>
        <w:t>General</w:t>
      </w:r>
      <w:bookmarkEnd w:id="3857"/>
      <w:bookmarkEnd w:id="3858"/>
      <w:bookmarkEnd w:id="3859"/>
      <w:bookmarkEnd w:id="3860"/>
      <w:bookmarkEnd w:id="3861"/>
      <w:bookmarkEnd w:id="3862"/>
      <w:bookmarkEnd w:id="3863"/>
      <w:bookmarkEnd w:id="3864"/>
      <w:bookmarkEnd w:id="3865"/>
      <w:bookmarkEnd w:id="3866"/>
      <w:bookmarkEnd w:id="3867"/>
      <w:bookmarkEnd w:id="3868"/>
    </w:p>
    <w:p w14:paraId="0984E64A" w14:textId="77777777" w:rsidR="00B15E99" w:rsidRPr="00EF2F0E" w:rsidRDefault="00B15E99" w:rsidP="00B15E99">
      <w:r w:rsidRPr="00EF2F0E">
        <w:t xml:space="preserve">OTA Adjacent Channel Leakage power Ratio (ACLR) is the ratio of the filtered mean power centred on the assigned channel frequency to the filtered mean power centred on an adjacent channel frequency. The measured power is TRP. </w:t>
      </w:r>
    </w:p>
    <w:p w14:paraId="0984E64B" w14:textId="77777777" w:rsidR="00B15E99" w:rsidRPr="00EF2F0E" w:rsidRDefault="00B15E99" w:rsidP="00B15E99">
      <w:pPr>
        <w:pStyle w:val="Heading4"/>
      </w:pPr>
      <w:bookmarkStart w:id="3869" w:name="_Toc21096060"/>
      <w:bookmarkStart w:id="3870" w:name="_Toc29763259"/>
      <w:bookmarkStart w:id="3871" w:name="_Toc45869544"/>
      <w:bookmarkStart w:id="3872" w:name="_Toc52554791"/>
      <w:bookmarkStart w:id="3873" w:name="_Toc52555261"/>
      <w:bookmarkStart w:id="3874" w:name="_Toc61112486"/>
      <w:bookmarkStart w:id="3875" w:name="_Toc67911638"/>
      <w:bookmarkStart w:id="3876" w:name="_Toc74843113"/>
      <w:bookmarkStart w:id="3877" w:name="_Toc76503496"/>
      <w:bookmarkStart w:id="3878" w:name="_Toc83040939"/>
      <w:bookmarkStart w:id="3879" w:name="_Toc89851982"/>
      <w:bookmarkStart w:id="3880" w:name="_Toc98676336"/>
      <w:r w:rsidRPr="00EF2F0E">
        <w:t>9.7.3.2</w:t>
      </w:r>
      <w:r w:rsidRPr="00EF2F0E">
        <w:tab/>
        <w:t>Minimum requirement for MSR operation</w:t>
      </w:r>
      <w:bookmarkEnd w:id="3869"/>
      <w:bookmarkEnd w:id="3870"/>
      <w:bookmarkEnd w:id="3871"/>
      <w:bookmarkEnd w:id="3872"/>
      <w:bookmarkEnd w:id="3873"/>
      <w:bookmarkEnd w:id="3874"/>
      <w:bookmarkEnd w:id="3875"/>
      <w:bookmarkEnd w:id="3876"/>
      <w:bookmarkEnd w:id="3877"/>
      <w:bookmarkEnd w:id="3878"/>
      <w:bookmarkEnd w:id="3879"/>
      <w:bookmarkEnd w:id="3880"/>
    </w:p>
    <w:p w14:paraId="0984E64C" w14:textId="77777777" w:rsidR="00B15E99" w:rsidRPr="00EF2F0E" w:rsidRDefault="00B15E99" w:rsidP="00B15E99">
      <w:r w:rsidRPr="00EF2F0E">
        <w:t xml:space="preserve">For </w:t>
      </w:r>
      <w:r w:rsidRPr="00EF2F0E">
        <w:rPr>
          <w:lang w:eastAsia="zh-CN"/>
        </w:rPr>
        <w:t xml:space="preserve">AAS BS in </w:t>
      </w:r>
      <w:r w:rsidRPr="00EF2F0E">
        <w:rPr>
          <w:i/>
          <w:lang w:eastAsia="zh-CN"/>
        </w:rPr>
        <w:t>MSR</w:t>
      </w:r>
      <w:r w:rsidRPr="00EF2F0E">
        <w:rPr>
          <w:i/>
        </w:rPr>
        <w:t xml:space="preserve"> operation </w:t>
      </w:r>
      <w:r w:rsidRPr="00EF2F0E">
        <w:t>using E-UTRA, the OTA ACLR limits for AAS BS are the same as those specified in 3GPP TS 37.104 [9] subclauses 6.6.4.1. The ACLR absolute limits in 3GPP TS 37.104 [9] subclauses 6.6.4.1 are replaced with the following:</w:t>
      </w:r>
    </w:p>
    <w:p w14:paraId="0984E64D" w14:textId="77777777" w:rsidR="00B15E99" w:rsidRPr="00EF2F0E" w:rsidRDefault="00B15E99" w:rsidP="00B15E99">
      <w:pPr>
        <w:pStyle w:val="B10"/>
      </w:pPr>
      <w:r w:rsidRPr="00EF2F0E">
        <w:t>-</w:t>
      </w:r>
      <w:r w:rsidRPr="00EF2F0E">
        <w:tab/>
        <w:t xml:space="preserve">For E-UTRA or NR Category A AAS BS of Wide Area BS class the OTA ACLR absolute limit of -4dBm/MHz shall apply, </w:t>
      </w:r>
    </w:p>
    <w:p w14:paraId="0984E64E" w14:textId="77777777" w:rsidR="00B15E99" w:rsidRPr="00EF2F0E" w:rsidRDefault="00B15E99" w:rsidP="00B15E99">
      <w:pPr>
        <w:pStyle w:val="B10"/>
      </w:pPr>
      <w:r w:rsidRPr="00EF2F0E">
        <w:t>-</w:t>
      </w:r>
      <w:r w:rsidRPr="00EF2F0E">
        <w:tab/>
        <w:t>For E-UTRA or NR Category B AAS BS Wide Area BS class the OTA ACLR absolute limit of -6dBm/MHz shall apply.</w:t>
      </w:r>
    </w:p>
    <w:p w14:paraId="0984E64F" w14:textId="77777777" w:rsidR="00B15E99" w:rsidRPr="00EF2F0E" w:rsidRDefault="00B15E99" w:rsidP="00B15E99">
      <w:pPr>
        <w:pStyle w:val="B10"/>
      </w:pPr>
      <w:r w:rsidRPr="00EF2F0E">
        <w:t>-</w:t>
      </w:r>
      <w:r w:rsidRPr="00EF2F0E">
        <w:tab/>
        <w:t>For E-UTRAor NR AAS BS of Medium Range BS class the OTA ACLR absolute limit of -16 dBm/MHz shall apply.</w:t>
      </w:r>
    </w:p>
    <w:p w14:paraId="0984E650" w14:textId="77777777" w:rsidR="00B15E99" w:rsidRPr="00EF2F0E" w:rsidRDefault="00B15E99" w:rsidP="00B15E99">
      <w:pPr>
        <w:pStyle w:val="B10"/>
      </w:pPr>
      <w:r w:rsidRPr="00EF2F0E">
        <w:t>-</w:t>
      </w:r>
      <w:r w:rsidRPr="00EF2F0E">
        <w:tab/>
        <w:t>For E-UTRA or NR AAS BS of Local Area BS class the OTA ACLR absolute limit of -23dBm/MHz shall apply.</w:t>
      </w:r>
    </w:p>
    <w:p w14:paraId="0984E651" w14:textId="77777777" w:rsidR="00B15E99" w:rsidRPr="00EF2F0E" w:rsidRDefault="00B15E99" w:rsidP="00B15E99">
      <w:r w:rsidRPr="00EF2F0E">
        <w:t xml:space="preserve">The OTA ACLR limit or the ACLR absolute limit of AAS BS, whichever is less stringent, shall apply </w:t>
      </w:r>
      <w:r w:rsidRPr="00EF2F0E">
        <w:rPr>
          <w:rFonts w:cs="v5.0.0"/>
        </w:rPr>
        <w:t xml:space="preserve">outside the </w:t>
      </w:r>
      <w:r w:rsidRPr="00EF2F0E">
        <w:rPr>
          <w:rFonts w:cs="v5.0.0"/>
          <w:i/>
        </w:rPr>
        <w:t>Base Station RF Bandwidth</w:t>
      </w:r>
      <w:r w:rsidRPr="00EF2F0E">
        <w:rPr>
          <w:rFonts w:cs="v5.0.0"/>
        </w:rPr>
        <w:t xml:space="preserve"> </w:t>
      </w:r>
      <w:r w:rsidRPr="00EF2F0E">
        <w:rPr>
          <w:rFonts w:cs="v5.0.0"/>
          <w:lang w:eastAsia="zh-CN"/>
        </w:rPr>
        <w:t xml:space="preserve">or </w:t>
      </w:r>
      <w:r w:rsidRPr="00EF2F0E">
        <w:rPr>
          <w:rFonts w:cs="v5.0.0"/>
          <w:i/>
          <w:lang w:eastAsia="zh-CN"/>
        </w:rPr>
        <w:t>Radio Bandwidth</w:t>
      </w:r>
      <w:r w:rsidRPr="00EF2F0E">
        <w:t>.</w:t>
      </w:r>
    </w:p>
    <w:p w14:paraId="0984E652" w14:textId="77777777" w:rsidR="00B15E99" w:rsidRPr="00EF2F0E" w:rsidRDefault="00B15E99" w:rsidP="00B15E99">
      <w:r w:rsidRPr="00EF2F0E">
        <w:t xml:space="preserve">For </w:t>
      </w:r>
      <w:r w:rsidRPr="00EF2F0E">
        <w:rPr>
          <w:lang w:eastAsia="zh-CN"/>
        </w:rPr>
        <w:t xml:space="preserve">AAS BS in </w:t>
      </w:r>
      <w:r w:rsidRPr="00EF2F0E">
        <w:rPr>
          <w:i/>
          <w:lang w:eastAsia="zh-CN"/>
        </w:rPr>
        <w:t>MSR</w:t>
      </w:r>
      <w:r w:rsidRPr="00EF2F0E">
        <w:rPr>
          <w:i/>
        </w:rPr>
        <w:t xml:space="preserve"> operation </w:t>
      </w:r>
      <w:r w:rsidRPr="00EF2F0E">
        <w:t>using UTRA FDD, the minimum requirement for OTA ACLR are the same as those specified in 3GPP TS 25.104 [6], subclause 6.6.2.2, where the ACLR absolute limit is replaced with the following:</w:t>
      </w:r>
    </w:p>
    <w:p w14:paraId="0984E653" w14:textId="77777777" w:rsidR="00B15E99" w:rsidRPr="00EF2F0E" w:rsidRDefault="00B15E99" w:rsidP="00B15E99">
      <w:pPr>
        <w:pStyle w:val="B10"/>
      </w:pPr>
      <w:r w:rsidRPr="00EF2F0E">
        <w:t>-</w:t>
      </w:r>
      <w:r w:rsidRPr="00EF2F0E">
        <w:tab/>
        <w:t>For UTRA FDD Category A AAS BS of Wide Area BS class the OTA ACLR absolute limit of -7dBm/MHz shall apply.</w:t>
      </w:r>
    </w:p>
    <w:p w14:paraId="0984E654" w14:textId="77777777" w:rsidR="00B15E99" w:rsidRPr="00EF2F0E" w:rsidRDefault="00B15E99" w:rsidP="00B15E99">
      <w:pPr>
        <w:pStyle w:val="B10"/>
      </w:pPr>
      <w:r w:rsidRPr="00EF2F0E">
        <w:t>-</w:t>
      </w:r>
      <w:r w:rsidRPr="00EF2F0E">
        <w:tab/>
        <w:t>For UTRA FDD Category B AAS BS Wide Area BS class the OTA ACLR absolute limit of -9dBm/MHz shall apply.</w:t>
      </w:r>
    </w:p>
    <w:p w14:paraId="0984E655" w14:textId="77777777" w:rsidR="00B15E99" w:rsidRPr="00EF2F0E" w:rsidRDefault="00B15E99" w:rsidP="00B15E99">
      <w:pPr>
        <w:pStyle w:val="B10"/>
      </w:pPr>
      <w:r w:rsidRPr="00EF2F0E">
        <w:t>-</w:t>
      </w:r>
      <w:r w:rsidRPr="00EF2F0E">
        <w:tab/>
        <w:t>For E-UTRA FDD AAS BS of Medium Range BS class the OTA ACLR absolute limit of -19 dBm/MHz shall apply.</w:t>
      </w:r>
    </w:p>
    <w:p w14:paraId="0984E656" w14:textId="77777777" w:rsidR="00B15E99" w:rsidRPr="00EF2F0E" w:rsidRDefault="00B15E99" w:rsidP="00B15E99">
      <w:pPr>
        <w:pStyle w:val="B10"/>
      </w:pPr>
      <w:r w:rsidRPr="00EF2F0E">
        <w:t>-</w:t>
      </w:r>
      <w:r w:rsidRPr="00EF2F0E">
        <w:tab/>
        <w:t>For E-UTRA FDD AAS BS of Local Area BS class the OTA ACLR absolute limit of -26dBm/MHz shall apply.</w:t>
      </w:r>
    </w:p>
    <w:p w14:paraId="0984E657" w14:textId="77777777" w:rsidR="00B15E99" w:rsidRPr="00EF2F0E" w:rsidRDefault="00B15E99" w:rsidP="00B15E99">
      <w:r w:rsidRPr="00EF2F0E">
        <w:t xml:space="preserve">The OTA ACLR limit or the ACLR absolute limit of AAS BS, whichever is less stringent, shall apply </w:t>
      </w:r>
      <w:r w:rsidRPr="00EF2F0E">
        <w:rPr>
          <w:rFonts w:cs="v5.0.0"/>
        </w:rPr>
        <w:t xml:space="preserve">outside the </w:t>
      </w:r>
      <w:r w:rsidRPr="00EF2F0E">
        <w:rPr>
          <w:rFonts w:cs="v5.0.0"/>
          <w:i/>
        </w:rPr>
        <w:t>Base Station RF Bandwidth</w:t>
      </w:r>
      <w:r w:rsidRPr="00EF2F0E">
        <w:rPr>
          <w:rFonts w:cs="v5.0.0"/>
        </w:rPr>
        <w:t xml:space="preserve"> </w:t>
      </w:r>
      <w:r w:rsidRPr="00EF2F0E">
        <w:rPr>
          <w:rFonts w:cs="v5.0.0"/>
          <w:lang w:eastAsia="zh-CN"/>
        </w:rPr>
        <w:t xml:space="preserve">or </w:t>
      </w:r>
      <w:r w:rsidRPr="00EF2F0E">
        <w:rPr>
          <w:rFonts w:cs="v5.0.0"/>
          <w:i/>
          <w:lang w:eastAsia="zh-CN"/>
        </w:rPr>
        <w:t>Radio Bandwidth</w:t>
      </w:r>
      <w:r w:rsidRPr="00EF2F0E">
        <w:t>.</w:t>
      </w:r>
    </w:p>
    <w:p w14:paraId="0984E658" w14:textId="77777777" w:rsidR="00B15E99" w:rsidRPr="00EF2F0E" w:rsidRDefault="00B15E99" w:rsidP="00B15E99">
      <w:r w:rsidRPr="00EF2F0E">
        <w:t xml:space="preserve">For a RIB supporting operation in </w:t>
      </w:r>
      <w:r w:rsidRPr="00EF2F0E">
        <w:rPr>
          <w:i/>
        </w:rPr>
        <w:t>non-contiguous spectrum</w:t>
      </w:r>
      <w:r w:rsidRPr="00EF2F0E">
        <w:t xml:space="preserve">, the OTA ACLR requirement also applies for the first adjacent channel inside any </w:t>
      </w:r>
      <w:r w:rsidRPr="00EF2F0E">
        <w:rPr>
          <w:i/>
          <w:lang w:eastAsia="zh-CN"/>
        </w:rPr>
        <w:t>sub-block</w:t>
      </w:r>
      <w:r w:rsidRPr="00EF2F0E">
        <w:rPr>
          <w:i/>
        </w:rPr>
        <w:t xml:space="preserve"> gap</w:t>
      </w:r>
      <w:r w:rsidRPr="00EF2F0E">
        <w:t xml:space="preserve"> with a gap size </w:t>
      </w:r>
      <w:r w:rsidRPr="00EF2F0E">
        <w:rPr>
          <w:rFonts w:cs="v5.0.0"/>
        </w:rPr>
        <w:t>W</w:t>
      </w:r>
      <w:r w:rsidRPr="00EF2F0E">
        <w:rPr>
          <w:rFonts w:cs="v5.0.0"/>
          <w:vertAlign w:val="subscript"/>
        </w:rPr>
        <w:t>gap</w:t>
      </w:r>
      <w:r w:rsidRPr="00EF2F0E">
        <w:rPr>
          <w:rFonts w:cs="Arial"/>
        </w:rPr>
        <w:t xml:space="preserve"> </w:t>
      </w:r>
      <w:r w:rsidRPr="00EF2F0E">
        <w:t>≥</w:t>
      </w:r>
      <w:r w:rsidRPr="00EF2F0E">
        <w:rPr>
          <w:rFonts w:cs="Arial"/>
        </w:rPr>
        <w:t xml:space="preserve"> 15MHz</w:t>
      </w:r>
      <w:r w:rsidRPr="00EF2F0E">
        <w:t xml:space="preserve">. The OTA ACLR requirement for the second adjacent channel applies inside any </w:t>
      </w:r>
      <w:r w:rsidRPr="00EF2F0E">
        <w:rPr>
          <w:i/>
          <w:lang w:eastAsia="zh-CN"/>
        </w:rPr>
        <w:t>sub-block</w:t>
      </w:r>
      <w:r w:rsidRPr="00EF2F0E">
        <w:rPr>
          <w:i/>
        </w:rPr>
        <w:t xml:space="preserve"> gap</w:t>
      </w:r>
      <w:r w:rsidRPr="00EF2F0E">
        <w:t xml:space="preserve"> with a gap size </w:t>
      </w:r>
      <w:r w:rsidRPr="00EF2F0E">
        <w:rPr>
          <w:rFonts w:cs="v5.0.0"/>
        </w:rPr>
        <w:t>W</w:t>
      </w:r>
      <w:r w:rsidRPr="00EF2F0E">
        <w:rPr>
          <w:rFonts w:cs="v5.0.0"/>
          <w:vertAlign w:val="subscript"/>
        </w:rPr>
        <w:t>gap</w:t>
      </w:r>
      <w:r w:rsidRPr="00EF2F0E">
        <w:rPr>
          <w:rFonts w:cs="Arial"/>
        </w:rPr>
        <w:t xml:space="preserve"> </w:t>
      </w:r>
      <w:r w:rsidRPr="00EF2F0E">
        <w:t>≥</w:t>
      </w:r>
      <w:r w:rsidRPr="00EF2F0E">
        <w:rPr>
          <w:rFonts w:cs="Arial"/>
        </w:rPr>
        <w:t xml:space="preserve"> 20 MHz</w:t>
      </w:r>
      <w:r w:rsidRPr="00EF2F0E">
        <w:t xml:space="preserve">. </w:t>
      </w:r>
    </w:p>
    <w:p w14:paraId="0984E659" w14:textId="77777777" w:rsidR="00B15E99" w:rsidRPr="00EF2F0E" w:rsidRDefault="00B15E99" w:rsidP="00B15E99">
      <w:r w:rsidRPr="00EF2F0E">
        <w:t xml:space="preserve">OTA CACLR requirements apply in </w:t>
      </w:r>
      <w:r w:rsidRPr="00EF2F0E">
        <w:rPr>
          <w:i/>
        </w:rPr>
        <w:t>sub-block</w:t>
      </w:r>
      <w:r w:rsidRPr="00EF2F0E">
        <w:rPr>
          <w:i/>
          <w:lang w:eastAsia="zh-CN"/>
        </w:rPr>
        <w:t xml:space="preserve"> </w:t>
      </w:r>
      <w:r w:rsidRPr="00EF2F0E">
        <w:rPr>
          <w:i/>
        </w:rPr>
        <w:t>gaps</w:t>
      </w:r>
      <w:r w:rsidRPr="00EF2F0E">
        <w:t xml:space="preserve"> as defined in 3GPP TS 37.104 [9], subclause 6.6.4.4. Either the OTA CACLR limit or the OTA ACLR absolute limit of AAS BS shall apply, whichever is less stringent.</w:t>
      </w:r>
    </w:p>
    <w:p w14:paraId="0984E65A" w14:textId="77777777" w:rsidR="00B15E99" w:rsidRPr="00EF2F0E" w:rsidRDefault="00B15E99" w:rsidP="00B15E99">
      <w:r w:rsidRPr="00EF2F0E">
        <w:t>For a</w:t>
      </w:r>
      <w:r w:rsidRPr="00EF2F0E">
        <w:rPr>
          <w:i/>
        </w:rPr>
        <w:t xml:space="preserve"> multi-band </w:t>
      </w:r>
      <w:r w:rsidRPr="00EF2F0E">
        <w:rPr>
          <w:i/>
          <w:lang w:eastAsia="zh-CN"/>
        </w:rPr>
        <w:t>RIB</w:t>
      </w:r>
      <w:r w:rsidRPr="00EF2F0E">
        <w:t>, the OTA ACLR requirement also applies for the first adjacent channel inside any</w:t>
      </w:r>
      <w:r w:rsidRPr="00EF2F0E">
        <w:rPr>
          <w:i/>
        </w:rPr>
        <w:t xml:space="preserve"> </w:t>
      </w:r>
      <w:r w:rsidRPr="00EF2F0E">
        <w:rPr>
          <w:i/>
          <w:lang w:eastAsia="zh-CN"/>
        </w:rPr>
        <w:t>Inter RF Bandwidth</w:t>
      </w:r>
      <w:r w:rsidRPr="00EF2F0E">
        <w:rPr>
          <w:i/>
        </w:rPr>
        <w:t xml:space="preserve"> gap</w:t>
      </w:r>
      <w:r w:rsidRPr="00EF2F0E">
        <w:t xml:space="preserve"> with a gap size </w:t>
      </w:r>
      <w:r w:rsidRPr="00EF2F0E">
        <w:rPr>
          <w:rFonts w:cs="v5.0.0"/>
        </w:rPr>
        <w:t>W</w:t>
      </w:r>
      <w:r w:rsidRPr="00EF2F0E">
        <w:rPr>
          <w:rFonts w:cs="v5.0.0"/>
          <w:vertAlign w:val="subscript"/>
        </w:rPr>
        <w:t>gap</w:t>
      </w:r>
      <w:r w:rsidRPr="00EF2F0E">
        <w:rPr>
          <w:rFonts w:cs="Arial"/>
        </w:rPr>
        <w:t xml:space="preserve"> </w:t>
      </w:r>
      <w:r w:rsidRPr="00EF2F0E">
        <w:t>≥</w:t>
      </w:r>
      <w:r w:rsidRPr="00EF2F0E">
        <w:rPr>
          <w:rFonts w:cs="Arial"/>
        </w:rPr>
        <w:t xml:space="preserve"> 15MHz</w:t>
      </w:r>
      <w:r w:rsidRPr="00EF2F0E">
        <w:t>. The OTA ACLR requirement for the second adjacent channel applies inside any</w:t>
      </w:r>
      <w:r w:rsidRPr="00EF2F0E">
        <w:rPr>
          <w:i/>
        </w:rPr>
        <w:t xml:space="preserve"> </w:t>
      </w:r>
      <w:r w:rsidRPr="00EF2F0E">
        <w:rPr>
          <w:i/>
          <w:lang w:eastAsia="zh-CN"/>
        </w:rPr>
        <w:t>Inter RF Bandwidth</w:t>
      </w:r>
      <w:r w:rsidRPr="00EF2F0E">
        <w:rPr>
          <w:i/>
        </w:rPr>
        <w:t xml:space="preserve"> gap</w:t>
      </w:r>
      <w:r w:rsidRPr="00EF2F0E">
        <w:t xml:space="preserve"> with a gap size </w:t>
      </w:r>
      <w:r w:rsidRPr="00EF2F0E">
        <w:rPr>
          <w:rFonts w:cs="v5.0.0"/>
        </w:rPr>
        <w:t>W</w:t>
      </w:r>
      <w:r w:rsidRPr="00EF2F0E">
        <w:rPr>
          <w:rFonts w:cs="v5.0.0"/>
          <w:vertAlign w:val="subscript"/>
        </w:rPr>
        <w:t>gap</w:t>
      </w:r>
      <w:r w:rsidRPr="00EF2F0E">
        <w:rPr>
          <w:rFonts w:cs="Arial"/>
        </w:rPr>
        <w:t xml:space="preserve"> </w:t>
      </w:r>
      <w:r w:rsidRPr="00EF2F0E">
        <w:t>≥</w:t>
      </w:r>
      <w:r w:rsidRPr="00EF2F0E">
        <w:rPr>
          <w:rFonts w:cs="Arial"/>
        </w:rPr>
        <w:t xml:space="preserve"> 20 MHz</w:t>
      </w:r>
      <w:r w:rsidRPr="00EF2F0E">
        <w:t>.</w:t>
      </w:r>
    </w:p>
    <w:p w14:paraId="0984E65B" w14:textId="77777777" w:rsidR="00B15E99" w:rsidRPr="00EF2F0E" w:rsidRDefault="00B15E99" w:rsidP="00B15E99">
      <w:r w:rsidRPr="00EF2F0E">
        <w:t xml:space="preserve">OTA CACLR requirements apply in </w:t>
      </w:r>
      <w:r w:rsidRPr="00EF2F0E">
        <w:rPr>
          <w:i/>
        </w:rPr>
        <w:t>Inter RF Bandwidth gaps</w:t>
      </w:r>
      <w:r w:rsidRPr="00EF2F0E">
        <w:t xml:space="preserve"> as defined in 3GPP TS 37.104 [9], subclause 6.6.4.4. Either the OTA CACLR limit or the OTA ACLR absolute limit of AAS BS shall apply, whichever is less stringent.</w:t>
      </w:r>
    </w:p>
    <w:p w14:paraId="0984E65C" w14:textId="77777777" w:rsidR="00B15E99" w:rsidRPr="00EF2F0E" w:rsidRDefault="00B15E99" w:rsidP="00B15E99">
      <w:pPr>
        <w:pStyle w:val="Heading4"/>
      </w:pPr>
      <w:bookmarkStart w:id="3881" w:name="_Toc21096061"/>
      <w:bookmarkStart w:id="3882" w:name="_Toc29763260"/>
      <w:bookmarkStart w:id="3883" w:name="_Toc45869545"/>
      <w:bookmarkStart w:id="3884" w:name="_Toc52554792"/>
      <w:bookmarkStart w:id="3885" w:name="_Toc52555262"/>
      <w:bookmarkStart w:id="3886" w:name="_Toc61112487"/>
      <w:bookmarkStart w:id="3887" w:name="_Toc67911639"/>
      <w:bookmarkStart w:id="3888" w:name="_Toc74843114"/>
      <w:bookmarkStart w:id="3889" w:name="_Toc76503497"/>
      <w:bookmarkStart w:id="3890" w:name="_Toc83040940"/>
      <w:bookmarkStart w:id="3891" w:name="_Toc89851983"/>
      <w:bookmarkStart w:id="3892" w:name="_Toc98676337"/>
      <w:r w:rsidRPr="00EF2F0E">
        <w:t>9.7.3.3</w:t>
      </w:r>
      <w:r w:rsidRPr="00EF2F0E">
        <w:tab/>
        <w:t>Minimum requirement for single RAT UTRA operation</w:t>
      </w:r>
      <w:bookmarkEnd w:id="3881"/>
      <w:bookmarkEnd w:id="3882"/>
      <w:bookmarkEnd w:id="3883"/>
      <w:bookmarkEnd w:id="3884"/>
      <w:bookmarkEnd w:id="3885"/>
      <w:bookmarkEnd w:id="3886"/>
      <w:bookmarkEnd w:id="3887"/>
      <w:bookmarkEnd w:id="3888"/>
      <w:bookmarkEnd w:id="3889"/>
      <w:bookmarkEnd w:id="3890"/>
      <w:bookmarkEnd w:id="3891"/>
      <w:bookmarkEnd w:id="3892"/>
    </w:p>
    <w:p w14:paraId="0984E65D" w14:textId="77777777" w:rsidR="00B15E99" w:rsidRPr="00EF2F0E" w:rsidRDefault="00B15E99" w:rsidP="00B15E99">
      <w:r w:rsidRPr="00EF2F0E">
        <w:t xml:space="preserve">For </w:t>
      </w:r>
      <w:r w:rsidRPr="00EF2F0E">
        <w:rPr>
          <w:lang w:eastAsia="zh-CN"/>
        </w:rPr>
        <w:t xml:space="preserve">AAS BS in </w:t>
      </w:r>
      <w:r w:rsidRPr="00EF2F0E">
        <w:rPr>
          <w:i/>
        </w:rPr>
        <w:t>single RAT UTRA operation</w:t>
      </w:r>
      <w:r w:rsidRPr="00EF2F0E">
        <w:t xml:space="preserve"> FDD, the OTA ACLR minimum requirements are the same as those specified in 3GPP TS 25.104 [6], subclauses 6.6.2.2.1, where the ACLR absolute limit is replaced with the following:</w:t>
      </w:r>
    </w:p>
    <w:p w14:paraId="0984E65E" w14:textId="77777777" w:rsidR="00B15E99" w:rsidRPr="00EF2F0E" w:rsidRDefault="00B15E99" w:rsidP="00B15E99">
      <w:pPr>
        <w:pStyle w:val="B10"/>
      </w:pPr>
      <w:r w:rsidRPr="00EF2F0E">
        <w:t>-</w:t>
      </w:r>
      <w:r w:rsidRPr="00EF2F0E">
        <w:tab/>
        <w:t>For UTRA FDD Category A AAS BS of Wide Area BS class the OTA ACLR absolute limit of -7dBm/MHz shall apply.</w:t>
      </w:r>
    </w:p>
    <w:p w14:paraId="0984E65F" w14:textId="77777777" w:rsidR="00B15E99" w:rsidRPr="00EF2F0E" w:rsidRDefault="00B15E99" w:rsidP="00B15E99">
      <w:pPr>
        <w:pStyle w:val="B10"/>
      </w:pPr>
      <w:r w:rsidRPr="00EF2F0E">
        <w:t>-</w:t>
      </w:r>
      <w:r w:rsidRPr="00EF2F0E">
        <w:tab/>
        <w:t>For UTRA FDD Category B AAS BS Wide Area BS class the OTA ACLR absolute limit of -9dBm/MHz shall apply.</w:t>
      </w:r>
    </w:p>
    <w:p w14:paraId="0984E660" w14:textId="77777777" w:rsidR="00B15E99" w:rsidRPr="00EF2F0E" w:rsidRDefault="00B15E99" w:rsidP="00B15E99">
      <w:pPr>
        <w:pStyle w:val="B10"/>
      </w:pPr>
      <w:r w:rsidRPr="00EF2F0E">
        <w:t>-</w:t>
      </w:r>
      <w:r w:rsidRPr="00EF2F0E">
        <w:tab/>
        <w:t xml:space="preserve">For UTRA FDD AAS BS of Medium Range BS class the OTA ACLR absolute limit of -19 dBm/MHz shall apply. </w:t>
      </w:r>
    </w:p>
    <w:p w14:paraId="0984E661" w14:textId="77777777" w:rsidR="00B15E99" w:rsidRPr="00EF2F0E" w:rsidRDefault="00B15E99" w:rsidP="00B15E99">
      <w:pPr>
        <w:pStyle w:val="B10"/>
      </w:pPr>
      <w:r w:rsidRPr="00EF2F0E">
        <w:t>-</w:t>
      </w:r>
      <w:r w:rsidRPr="00EF2F0E">
        <w:tab/>
        <w:t>For UTRA FDD AAS BS of Local Area BS class the OTA ACLR absolute limit of -26dBm/MHz shall apply.</w:t>
      </w:r>
    </w:p>
    <w:p w14:paraId="0984E662" w14:textId="77777777" w:rsidR="00B15E99" w:rsidRPr="00EF2F0E" w:rsidRDefault="00B15E99" w:rsidP="00B15E99">
      <w:r w:rsidRPr="00EF2F0E">
        <w:t>The OTA ACLR limits or the absolute ACLR limits apply whichever is less stringent.</w:t>
      </w:r>
    </w:p>
    <w:p w14:paraId="0984E663" w14:textId="77777777" w:rsidR="00B15E99" w:rsidRPr="00EF2F0E" w:rsidRDefault="00B15E99" w:rsidP="00B15E99">
      <w:r w:rsidRPr="00EF2F0E">
        <w:t xml:space="preserve">For </w:t>
      </w:r>
      <w:r w:rsidRPr="00EF2F0E">
        <w:rPr>
          <w:lang w:eastAsia="zh-CN"/>
        </w:rPr>
        <w:t xml:space="preserve">AAS BS in </w:t>
      </w:r>
      <w:r w:rsidRPr="00EF2F0E">
        <w:rPr>
          <w:i/>
        </w:rPr>
        <w:t>single RAT UTRA operation</w:t>
      </w:r>
      <w:r w:rsidRPr="00EF2F0E">
        <w:t xml:space="preserve"> FDD, the OTA CACLR limits are the same as those specified in 3GPP TS 25.104 [6], subclauses 6.6.2.2.2. The ACLR absolute limit of AAS BS is replaced with the following:</w:t>
      </w:r>
    </w:p>
    <w:p w14:paraId="0984E664" w14:textId="77777777" w:rsidR="00B15E99" w:rsidRPr="00EF2F0E" w:rsidRDefault="00B15E99" w:rsidP="00B15E99">
      <w:pPr>
        <w:pStyle w:val="B10"/>
      </w:pPr>
      <w:r w:rsidRPr="00EF2F0E">
        <w:t>-</w:t>
      </w:r>
      <w:r w:rsidRPr="00EF2F0E">
        <w:tab/>
        <w:t>For UTRA FDD Category A AAS BS of Wide Area BS class the OTA ACLR absolute limit of -7dBm/MHz shall apply.</w:t>
      </w:r>
    </w:p>
    <w:p w14:paraId="0984E665" w14:textId="77777777" w:rsidR="00B15E99" w:rsidRPr="00EF2F0E" w:rsidRDefault="00B15E99" w:rsidP="00B15E99">
      <w:pPr>
        <w:pStyle w:val="B10"/>
      </w:pPr>
      <w:r w:rsidRPr="00EF2F0E">
        <w:t>-</w:t>
      </w:r>
      <w:r w:rsidRPr="00EF2F0E">
        <w:tab/>
        <w:t>For UTRA FDD Category B AAS BS Wide Area BS class the OTA ACLR absolute limit of -9dBm/MHz shall apply.</w:t>
      </w:r>
    </w:p>
    <w:p w14:paraId="0984E666" w14:textId="77777777" w:rsidR="00B15E99" w:rsidRPr="00EF2F0E" w:rsidRDefault="00B15E99" w:rsidP="00B15E99">
      <w:pPr>
        <w:pStyle w:val="B10"/>
      </w:pPr>
      <w:r w:rsidRPr="00EF2F0E">
        <w:t>-</w:t>
      </w:r>
      <w:r w:rsidRPr="00EF2F0E">
        <w:tab/>
        <w:t xml:space="preserve">For UTRA FDD AAS BS of Medium Range BS class the OTA ACLR absolute limit of -19 dBm/MHz shall apply. </w:t>
      </w:r>
    </w:p>
    <w:p w14:paraId="0984E667" w14:textId="77777777" w:rsidR="00B15E99" w:rsidRPr="00EF2F0E" w:rsidRDefault="00B15E99" w:rsidP="00B15E99">
      <w:pPr>
        <w:pStyle w:val="B10"/>
      </w:pPr>
      <w:r w:rsidRPr="00EF2F0E">
        <w:t>-</w:t>
      </w:r>
      <w:r w:rsidRPr="00EF2F0E">
        <w:tab/>
        <w:t>For UTRA FDD AAS BS of Local Area BS class the OTA ACLR absolute limit of -26dBm/MHz shall apply.</w:t>
      </w:r>
    </w:p>
    <w:p w14:paraId="0984E668" w14:textId="77777777" w:rsidR="00B15E99" w:rsidRPr="00EF2F0E" w:rsidRDefault="00B15E99" w:rsidP="00B15E99">
      <w:r w:rsidRPr="00EF2F0E">
        <w:t>The OTA CACLR limit or the OTA ACLR absolute limit of AAS BS shall apply, whichever is less stringent.</w:t>
      </w:r>
    </w:p>
    <w:p w14:paraId="0984E669" w14:textId="77777777" w:rsidR="00B15E99" w:rsidRPr="00EF2F0E" w:rsidRDefault="00B15E99" w:rsidP="00B15E99">
      <w:pPr>
        <w:pStyle w:val="Heading4"/>
      </w:pPr>
      <w:bookmarkStart w:id="3893" w:name="_Toc21096062"/>
      <w:bookmarkStart w:id="3894" w:name="_Toc29763261"/>
      <w:bookmarkStart w:id="3895" w:name="_Toc45869546"/>
      <w:bookmarkStart w:id="3896" w:name="_Toc52554793"/>
      <w:bookmarkStart w:id="3897" w:name="_Toc52555263"/>
      <w:bookmarkStart w:id="3898" w:name="_Toc61112488"/>
      <w:bookmarkStart w:id="3899" w:name="_Toc67911640"/>
      <w:bookmarkStart w:id="3900" w:name="_Toc74843115"/>
      <w:bookmarkStart w:id="3901" w:name="_Toc76503498"/>
      <w:bookmarkStart w:id="3902" w:name="_Toc83040941"/>
      <w:bookmarkStart w:id="3903" w:name="_Toc89851984"/>
      <w:bookmarkStart w:id="3904" w:name="_Toc98676338"/>
      <w:r w:rsidRPr="00EF2F0E">
        <w:t>9.7.3.4</w:t>
      </w:r>
      <w:r w:rsidRPr="00EF2F0E">
        <w:tab/>
        <w:t>Minimum requirement for single RAT E-UTRA operation</w:t>
      </w:r>
      <w:bookmarkEnd w:id="3893"/>
      <w:bookmarkEnd w:id="3894"/>
      <w:bookmarkEnd w:id="3895"/>
      <w:bookmarkEnd w:id="3896"/>
      <w:bookmarkEnd w:id="3897"/>
      <w:bookmarkEnd w:id="3898"/>
      <w:bookmarkEnd w:id="3899"/>
      <w:bookmarkEnd w:id="3900"/>
      <w:bookmarkEnd w:id="3901"/>
      <w:bookmarkEnd w:id="3902"/>
      <w:bookmarkEnd w:id="3903"/>
      <w:bookmarkEnd w:id="3904"/>
    </w:p>
    <w:p w14:paraId="0984E66A" w14:textId="77777777" w:rsidR="00B15E99" w:rsidRPr="00EF2F0E" w:rsidRDefault="00B15E99" w:rsidP="00B15E99">
      <w:r w:rsidRPr="00EF2F0E">
        <w:t xml:space="preserve">For </w:t>
      </w:r>
      <w:r w:rsidRPr="00EF2F0E">
        <w:rPr>
          <w:lang w:eastAsia="zh-CN"/>
        </w:rPr>
        <w:t xml:space="preserve">AAS BS in </w:t>
      </w:r>
      <w:r w:rsidRPr="00EF2F0E">
        <w:rPr>
          <w:i/>
        </w:rPr>
        <w:t>single RAT E-UTRA operation</w:t>
      </w:r>
      <w:r w:rsidRPr="00EF2F0E">
        <w:t>, the OTA ACLR and OTA CACLR limits are the same as those specified in 3GPP TS 36.104 [8], subclauses 6.6.2.1 and 6.6.2.2. The ACLR absolute limits in 3GPP TS 36.104 [8] subclauses 6.6.2.1 and 6.6.2.2 are replaced with the following:</w:t>
      </w:r>
    </w:p>
    <w:p w14:paraId="0984E66B" w14:textId="77777777" w:rsidR="00B15E99" w:rsidRPr="00EF2F0E" w:rsidRDefault="00B15E99" w:rsidP="00B15E99">
      <w:pPr>
        <w:pStyle w:val="B10"/>
      </w:pPr>
      <w:r w:rsidRPr="00EF2F0E">
        <w:t>-</w:t>
      </w:r>
      <w:r w:rsidRPr="00EF2F0E">
        <w:tab/>
        <w:t>For E-UTRA Category A AAS BS of Wide Area BS class the ACLR absolute limit of -4dBm/MHz shall apply.</w:t>
      </w:r>
    </w:p>
    <w:p w14:paraId="0984E66C" w14:textId="77777777" w:rsidR="00B15E99" w:rsidRPr="00EF2F0E" w:rsidRDefault="00B15E99" w:rsidP="00B15E99">
      <w:pPr>
        <w:pStyle w:val="B10"/>
      </w:pPr>
      <w:r w:rsidRPr="00EF2F0E">
        <w:t>-</w:t>
      </w:r>
      <w:r w:rsidRPr="00EF2F0E">
        <w:tab/>
        <w:t>For E-UTRA Category B AAS BS Wide Area BS class the ACLR absolute limit of -6dBm/MHz shall apply.</w:t>
      </w:r>
    </w:p>
    <w:p w14:paraId="0984E66D" w14:textId="77777777" w:rsidR="00B15E99" w:rsidRPr="00EF2F0E" w:rsidRDefault="00B15E99" w:rsidP="00B15E99">
      <w:pPr>
        <w:pStyle w:val="B10"/>
      </w:pPr>
      <w:r w:rsidRPr="00EF2F0E">
        <w:t>-</w:t>
      </w:r>
      <w:r w:rsidRPr="00EF2F0E">
        <w:tab/>
        <w:t>For E-UTRA AAS BS of Medium Range BS class the ACLR absolute limit of -16 dBm/MHz shall apply.</w:t>
      </w:r>
    </w:p>
    <w:p w14:paraId="0984E66E" w14:textId="77777777" w:rsidR="00B15E99" w:rsidRPr="00EF2F0E" w:rsidRDefault="00B15E99" w:rsidP="00B15E99">
      <w:pPr>
        <w:pStyle w:val="B10"/>
      </w:pPr>
      <w:r w:rsidRPr="00EF2F0E">
        <w:t>-</w:t>
      </w:r>
      <w:r w:rsidRPr="00EF2F0E">
        <w:tab/>
        <w:t>For E-UTRA AAS BS of Local Area BS class the ACLR absolute limit of -23dBm/MHz shall apply.</w:t>
      </w:r>
    </w:p>
    <w:p w14:paraId="0984E66F" w14:textId="77777777" w:rsidR="00B15E99" w:rsidRPr="00EF2F0E" w:rsidRDefault="00B15E99" w:rsidP="00B15E99">
      <w:r w:rsidRPr="00EF2F0E">
        <w:t>The OTA ACLR (CACLR) limit or the ACLR absolute limit of AAS BS shall apply, whichever is less stringent.</w:t>
      </w:r>
    </w:p>
    <w:p w14:paraId="0984E670" w14:textId="77777777" w:rsidR="00B15E99" w:rsidRPr="00EF2F0E" w:rsidRDefault="00B15E99" w:rsidP="00B15E99">
      <w:pPr>
        <w:pStyle w:val="Heading3"/>
        <w:rPr>
          <w:rFonts w:eastAsia="SimSun"/>
        </w:rPr>
      </w:pPr>
      <w:bookmarkStart w:id="3905" w:name="_Toc21096063"/>
      <w:bookmarkStart w:id="3906" w:name="_Toc29763262"/>
      <w:bookmarkStart w:id="3907" w:name="_Toc45869547"/>
      <w:bookmarkStart w:id="3908" w:name="_Toc52554794"/>
      <w:bookmarkStart w:id="3909" w:name="_Toc52555264"/>
      <w:bookmarkStart w:id="3910" w:name="_Toc61112489"/>
      <w:bookmarkStart w:id="3911" w:name="_Toc67911641"/>
      <w:bookmarkStart w:id="3912" w:name="_Toc74843116"/>
      <w:bookmarkStart w:id="3913" w:name="_Toc76503499"/>
      <w:bookmarkStart w:id="3914" w:name="_Toc83040942"/>
      <w:bookmarkStart w:id="3915" w:name="_Toc89851985"/>
      <w:bookmarkStart w:id="3916" w:name="_Toc98676339"/>
      <w:r w:rsidRPr="00EF2F0E">
        <w:rPr>
          <w:rFonts w:eastAsia="SimSun"/>
        </w:rPr>
        <w:t>9.7.4</w:t>
      </w:r>
      <w:r w:rsidRPr="00EF2F0E">
        <w:rPr>
          <w:rFonts w:eastAsia="SimSun"/>
        </w:rPr>
        <w:tab/>
        <w:t>OTA Spectrum emission mask</w:t>
      </w:r>
      <w:bookmarkEnd w:id="3905"/>
      <w:bookmarkEnd w:id="3906"/>
      <w:bookmarkEnd w:id="3907"/>
      <w:bookmarkEnd w:id="3908"/>
      <w:bookmarkEnd w:id="3909"/>
      <w:bookmarkEnd w:id="3910"/>
      <w:bookmarkEnd w:id="3911"/>
      <w:bookmarkEnd w:id="3912"/>
      <w:bookmarkEnd w:id="3913"/>
      <w:bookmarkEnd w:id="3914"/>
      <w:bookmarkEnd w:id="3915"/>
      <w:bookmarkEnd w:id="3916"/>
    </w:p>
    <w:p w14:paraId="0984E671" w14:textId="77777777" w:rsidR="00B15E99" w:rsidRPr="00EF2F0E" w:rsidRDefault="00B15E99" w:rsidP="00B15E99">
      <w:pPr>
        <w:pStyle w:val="Heading4"/>
        <w:rPr>
          <w:rFonts w:eastAsia="SimSun"/>
        </w:rPr>
      </w:pPr>
      <w:bookmarkStart w:id="3917" w:name="_Toc21096064"/>
      <w:bookmarkStart w:id="3918" w:name="_Toc29763263"/>
      <w:bookmarkStart w:id="3919" w:name="_Toc45869548"/>
      <w:bookmarkStart w:id="3920" w:name="_Toc52554795"/>
      <w:bookmarkStart w:id="3921" w:name="_Toc52555265"/>
      <w:bookmarkStart w:id="3922" w:name="_Toc61112490"/>
      <w:bookmarkStart w:id="3923" w:name="_Toc67911642"/>
      <w:bookmarkStart w:id="3924" w:name="_Toc74843117"/>
      <w:bookmarkStart w:id="3925" w:name="_Toc76503500"/>
      <w:bookmarkStart w:id="3926" w:name="_Toc83040943"/>
      <w:bookmarkStart w:id="3927" w:name="_Toc89851986"/>
      <w:bookmarkStart w:id="3928" w:name="_Toc98676340"/>
      <w:r w:rsidRPr="00EF2F0E">
        <w:rPr>
          <w:rFonts w:eastAsia="SimSun"/>
        </w:rPr>
        <w:t>9.7.4.1</w:t>
      </w:r>
      <w:r w:rsidRPr="00EF2F0E">
        <w:rPr>
          <w:rFonts w:eastAsia="SimSun"/>
        </w:rPr>
        <w:tab/>
        <w:t>General</w:t>
      </w:r>
      <w:bookmarkEnd w:id="3917"/>
      <w:bookmarkEnd w:id="3918"/>
      <w:bookmarkEnd w:id="3919"/>
      <w:bookmarkEnd w:id="3920"/>
      <w:bookmarkEnd w:id="3921"/>
      <w:bookmarkEnd w:id="3922"/>
      <w:bookmarkEnd w:id="3923"/>
      <w:bookmarkEnd w:id="3924"/>
      <w:bookmarkEnd w:id="3925"/>
      <w:bookmarkEnd w:id="3926"/>
      <w:bookmarkEnd w:id="3927"/>
      <w:bookmarkEnd w:id="3928"/>
    </w:p>
    <w:p w14:paraId="0984E672" w14:textId="77777777" w:rsidR="00B15E99" w:rsidRPr="00EF2F0E" w:rsidRDefault="00B15E99" w:rsidP="00B15E99">
      <w:r w:rsidRPr="00EF2F0E">
        <w:t>This requirement is applicable for single RAT UTRA AAS BS operation only.</w:t>
      </w:r>
    </w:p>
    <w:p w14:paraId="0984E673" w14:textId="77777777" w:rsidR="00B15E99" w:rsidRPr="00EF2F0E" w:rsidRDefault="00B15E99" w:rsidP="00B15E99">
      <w:r w:rsidRPr="00EF2F0E">
        <w:t xml:space="preserve">The spectrum emission mask minimum requirements are quoted as TRP unless otherwise stated. </w:t>
      </w:r>
    </w:p>
    <w:p w14:paraId="0984E674" w14:textId="77777777" w:rsidR="00B15E99" w:rsidRPr="00EF2F0E" w:rsidRDefault="00B15E99" w:rsidP="00B15E99">
      <w:pPr>
        <w:pStyle w:val="Heading4"/>
        <w:rPr>
          <w:rFonts w:eastAsia="SimSun"/>
        </w:rPr>
      </w:pPr>
      <w:bookmarkStart w:id="3929" w:name="_Toc21096065"/>
      <w:bookmarkStart w:id="3930" w:name="_Toc29763264"/>
      <w:bookmarkStart w:id="3931" w:name="_Toc45869549"/>
      <w:bookmarkStart w:id="3932" w:name="_Toc52554796"/>
      <w:bookmarkStart w:id="3933" w:name="_Toc52555266"/>
      <w:bookmarkStart w:id="3934" w:name="_Toc61112491"/>
      <w:bookmarkStart w:id="3935" w:name="_Toc67911643"/>
      <w:bookmarkStart w:id="3936" w:name="_Toc74843118"/>
      <w:bookmarkStart w:id="3937" w:name="_Toc76503501"/>
      <w:bookmarkStart w:id="3938" w:name="_Toc83040944"/>
      <w:bookmarkStart w:id="3939" w:name="_Toc89851987"/>
      <w:bookmarkStart w:id="3940" w:name="_Toc98676341"/>
      <w:r w:rsidRPr="00EF2F0E">
        <w:rPr>
          <w:rFonts w:eastAsia="SimSun"/>
        </w:rPr>
        <w:t>9.7.4.2</w:t>
      </w:r>
      <w:r w:rsidRPr="00EF2F0E">
        <w:rPr>
          <w:rFonts w:eastAsia="SimSun"/>
        </w:rPr>
        <w:tab/>
        <w:t>Minimum requirement for MSR operation</w:t>
      </w:r>
      <w:bookmarkEnd w:id="3929"/>
      <w:bookmarkEnd w:id="3930"/>
      <w:bookmarkEnd w:id="3931"/>
      <w:bookmarkEnd w:id="3932"/>
      <w:bookmarkEnd w:id="3933"/>
      <w:bookmarkEnd w:id="3934"/>
      <w:bookmarkEnd w:id="3935"/>
      <w:bookmarkEnd w:id="3936"/>
      <w:bookmarkEnd w:id="3937"/>
      <w:bookmarkEnd w:id="3938"/>
      <w:bookmarkEnd w:id="3939"/>
      <w:bookmarkEnd w:id="3940"/>
    </w:p>
    <w:p w14:paraId="0984E675" w14:textId="77777777" w:rsidR="00B15E99" w:rsidRPr="00EF2F0E" w:rsidRDefault="00B15E99" w:rsidP="00B15E99">
      <w:r w:rsidRPr="00EF2F0E">
        <w:t>There is no spectrum emission mask requirement for an MSR AAS BS.</w:t>
      </w:r>
    </w:p>
    <w:p w14:paraId="0984E676" w14:textId="77777777" w:rsidR="00B15E99" w:rsidRPr="00EF2F0E" w:rsidRDefault="00B15E99" w:rsidP="00B15E99">
      <w:pPr>
        <w:pStyle w:val="Heading4"/>
        <w:rPr>
          <w:rFonts w:eastAsia="SimSun"/>
        </w:rPr>
      </w:pPr>
      <w:bookmarkStart w:id="3941" w:name="_Toc21096066"/>
      <w:bookmarkStart w:id="3942" w:name="_Toc29763265"/>
      <w:bookmarkStart w:id="3943" w:name="_Toc45869550"/>
      <w:bookmarkStart w:id="3944" w:name="_Toc52554797"/>
      <w:bookmarkStart w:id="3945" w:name="_Toc52555267"/>
      <w:bookmarkStart w:id="3946" w:name="_Toc61112492"/>
      <w:bookmarkStart w:id="3947" w:name="_Toc67911644"/>
      <w:bookmarkStart w:id="3948" w:name="_Toc74843119"/>
      <w:bookmarkStart w:id="3949" w:name="_Toc76503502"/>
      <w:bookmarkStart w:id="3950" w:name="_Toc83040945"/>
      <w:bookmarkStart w:id="3951" w:name="_Toc89851988"/>
      <w:bookmarkStart w:id="3952" w:name="_Toc98676342"/>
      <w:r w:rsidRPr="00EF2F0E">
        <w:rPr>
          <w:rFonts w:eastAsia="SimSun"/>
        </w:rPr>
        <w:t>9.7.4.3</w:t>
      </w:r>
      <w:r w:rsidRPr="00EF2F0E">
        <w:rPr>
          <w:rFonts w:eastAsia="SimSun"/>
        </w:rPr>
        <w:tab/>
        <w:t>Minimum requirement for single RAT UTRA operation</w:t>
      </w:r>
      <w:bookmarkEnd w:id="3941"/>
      <w:bookmarkEnd w:id="3942"/>
      <w:bookmarkEnd w:id="3943"/>
      <w:bookmarkEnd w:id="3944"/>
      <w:bookmarkEnd w:id="3945"/>
      <w:bookmarkEnd w:id="3946"/>
      <w:bookmarkEnd w:id="3947"/>
      <w:bookmarkEnd w:id="3948"/>
      <w:bookmarkEnd w:id="3949"/>
      <w:bookmarkEnd w:id="3950"/>
      <w:bookmarkEnd w:id="3951"/>
      <w:bookmarkEnd w:id="3952"/>
    </w:p>
    <w:p w14:paraId="0984E677" w14:textId="77777777" w:rsidR="00B15E99" w:rsidRPr="00EF2F0E" w:rsidRDefault="00B15E99" w:rsidP="00B15E99">
      <w:pPr>
        <w:pStyle w:val="Heading5"/>
        <w:rPr>
          <w:rFonts w:eastAsia="SimSun"/>
        </w:rPr>
      </w:pPr>
      <w:bookmarkStart w:id="3953" w:name="_Toc21096067"/>
      <w:bookmarkStart w:id="3954" w:name="_Toc29763266"/>
      <w:bookmarkStart w:id="3955" w:name="_Toc45869551"/>
      <w:bookmarkStart w:id="3956" w:name="_Toc52554798"/>
      <w:bookmarkStart w:id="3957" w:name="_Toc52555268"/>
      <w:bookmarkStart w:id="3958" w:name="_Toc61112493"/>
      <w:bookmarkStart w:id="3959" w:name="_Toc67911645"/>
      <w:bookmarkStart w:id="3960" w:name="_Toc74843120"/>
      <w:bookmarkStart w:id="3961" w:name="_Toc76503503"/>
      <w:bookmarkStart w:id="3962" w:name="_Toc83040946"/>
      <w:bookmarkStart w:id="3963" w:name="_Toc89851989"/>
      <w:bookmarkStart w:id="3964" w:name="_Toc98676343"/>
      <w:r w:rsidRPr="00EF2F0E">
        <w:rPr>
          <w:rFonts w:eastAsia="SimSun"/>
        </w:rPr>
        <w:t>9.7.4.3.1</w:t>
      </w:r>
      <w:r w:rsidRPr="00EF2F0E">
        <w:rPr>
          <w:rFonts w:eastAsia="SimSun"/>
        </w:rPr>
        <w:tab/>
        <w:t>General</w:t>
      </w:r>
      <w:bookmarkEnd w:id="3953"/>
      <w:bookmarkEnd w:id="3954"/>
      <w:bookmarkEnd w:id="3955"/>
      <w:bookmarkEnd w:id="3956"/>
      <w:bookmarkEnd w:id="3957"/>
      <w:bookmarkEnd w:id="3958"/>
      <w:bookmarkEnd w:id="3959"/>
      <w:bookmarkEnd w:id="3960"/>
      <w:bookmarkEnd w:id="3961"/>
      <w:bookmarkEnd w:id="3962"/>
      <w:bookmarkEnd w:id="3963"/>
      <w:bookmarkEnd w:id="3964"/>
    </w:p>
    <w:p w14:paraId="0984E678" w14:textId="77777777" w:rsidR="00B15E99" w:rsidRPr="00EF2F0E" w:rsidRDefault="00B15E99" w:rsidP="00B15E99">
      <w:pPr>
        <w:keepNext/>
      </w:pPr>
      <w:r w:rsidRPr="00EF2F0E">
        <w:t>The spectrum emission mask requirements for a UTRA single RAT AAS BS is based upon the minimum requirement as specified in 3GPP TS 25.104 [2] or TS 25.105 [7], and for each</w:t>
      </w:r>
      <w:r w:rsidRPr="00EF2F0E">
        <w:rPr>
          <w:i/>
        </w:rPr>
        <w:t xml:space="preserve"> </w:t>
      </w:r>
      <w:r w:rsidRPr="00EF2F0E">
        <w:t>RIB the emissions shall not exceed an AAS BS minimum requirement specified as 10log</w:t>
      </w:r>
      <w:r w:rsidRPr="00EF2F0E">
        <w:rPr>
          <w:vertAlign w:val="subscript"/>
        </w:rPr>
        <w:t>10</w:t>
      </w:r>
      <w:r w:rsidRPr="00EF2F0E">
        <w:t>(4).</w:t>
      </w:r>
    </w:p>
    <w:p w14:paraId="0984E679" w14:textId="77777777" w:rsidR="00B15E99" w:rsidRPr="00EF2F0E" w:rsidRDefault="00B15E99" w:rsidP="00B15E99">
      <w:pPr>
        <w:keepLines/>
        <w:ind w:left="1135" w:hanging="851"/>
        <w:rPr>
          <w:rFonts w:eastAsia="SimSun"/>
          <w:lang w:eastAsia="en-GB"/>
        </w:rPr>
      </w:pPr>
      <w:r w:rsidRPr="00EF2F0E">
        <w:rPr>
          <w:rFonts w:eastAsia="SimSun"/>
        </w:rPr>
        <w:t>NOTE:</w:t>
      </w:r>
      <w:r w:rsidRPr="00EF2F0E">
        <w:rPr>
          <w:rFonts w:eastAsia="SimSun"/>
        </w:rPr>
        <w:tab/>
        <w:t xml:space="preserve">Conformance to the AAS BS spectrum emission mask requirement can be demonstrated by meeting </w:t>
      </w:r>
      <w:r w:rsidRPr="00EF2F0E">
        <w:rPr>
          <w:rFonts w:eastAsia="SimSun"/>
          <w:lang w:eastAsia="en-CA"/>
        </w:rPr>
        <w:t>the spectrum emission mask power at each RIB shall be less than or equal to the AAS BS limit as defined</w:t>
      </w:r>
      <w:r w:rsidRPr="00EF2F0E" w:rsidDel="00552ABB">
        <w:rPr>
          <w:rFonts w:eastAsia="SimSun"/>
          <w:lang w:eastAsia="en-CA"/>
        </w:rPr>
        <w:t xml:space="preserve"> </w:t>
      </w:r>
      <w:r w:rsidRPr="00EF2F0E">
        <w:rPr>
          <w:rFonts w:eastAsia="SimSun"/>
          <w:lang w:eastAsia="en-CA"/>
        </w:rPr>
        <w:t>in this subclause for the respective frequency span, by -10log</w:t>
      </w:r>
      <w:r w:rsidRPr="00EF2F0E">
        <w:rPr>
          <w:rFonts w:eastAsia="SimSun"/>
          <w:vertAlign w:val="subscript"/>
          <w:lang w:eastAsia="en-CA"/>
        </w:rPr>
        <w:t>10</w:t>
      </w:r>
      <w:r w:rsidRPr="00EF2F0E">
        <w:rPr>
          <w:rFonts w:eastAsia="SimSun"/>
          <w:lang w:eastAsia="en-CA"/>
        </w:rPr>
        <w:t>(</w:t>
      </w:r>
      <w:r w:rsidRPr="00EF2F0E">
        <w:rPr>
          <w:rFonts w:eastAsia="SimSun"/>
          <w:i/>
          <w:lang w:eastAsia="en-CA"/>
        </w:rPr>
        <w:t>4</w:t>
      </w:r>
      <w:r w:rsidRPr="00EF2F0E">
        <w:rPr>
          <w:rFonts w:eastAsia="SimSun"/>
          <w:lang w:eastAsia="en-CA"/>
        </w:rPr>
        <w:t>)</w:t>
      </w:r>
    </w:p>
    <w:p w14:paraId="0984E67A" w14:textId="77777777" w:rsidR="00B15E99" w:rsidRPr="00EF2F0E" w:rsidRDefault="00B15E99" w:rsidP="00B15E99">
      <w:pPr>
        <w:pStyle w:val="Heading5"/>
        <w:rPr>
          <w:rFonts w:eastAsia="SimSun"/>
        </w:rPr>
      </w:pPr>
      <w:bookmarkStart w:id="3965" w:name="_Toc21096068"/>
      <w:bookmarkStart w:id="3966" w:name="_Toc29763267"/>
      <w:bookmarkStart w:id="3967" w:name="_Toc45869552"/>
      <w:bookmarkStart w:id="3968" w:name="_Toc52554799"/>
      <w:bookmarkStart w:id="3969" w:name="_Toc52555269"/>
      <w:bookmarkStart w:id="3970" w:name="_Toc61112494"/>
      <w:bookmarkStart w:id="3971" w:name="_Toc67911646"/>
      <w:bookmarkStart w:id="3972" w:name="_Toc74843121"/>
      <w:bookmarkStart w:id="3973" w:name="_Toc76503504"/>
      <w:bookmarkStart w:id="3974" w:name="_Toc83040947"/>
      <w:bookmarkStart w:id="3975" w:name="_Toc89851990"/>
      <w:bookmarkStart w:id="3976" w:name="_Toc98676344"/>
      <w:r w:rsidRPr="00EF2F0E">
        <w:rPr>
          <w:rFonts w:eastAsia="SimSun"/>
        </w:rPr>
        <w:t>9.7.4.3.2</w:t>
      </w:r>
      <w:r w:rsidRPr="00EF2F0E">
        <w:rPr>
          <w:rFonts w:eastAsia="SimSun"/>
        </w:rPr>
        <w:tab/>
        <w:t>Minimum requirements for single RAT UTRA FDD operation</w:t>
      </w:r>
      <w:bookmarkEnd w:id="3965"/>
      <w:bookmarkEnd w:id="3966"/>
      <w:bookmarkEnd w:id="3967"/>
      <w:bookmarkEnd w:id="3968"/>
      <w:bookmarkEnd w:id="3969"/>
      <w:bookmarkEnd w:id="3970"/>
      <w:bookmarkEnd w:id="3971"/>
      <w:bookmarkEnd w:id="3972"/>
      <w:bookmarkEnd w:id="3973"/>
      <w:bookmarkEnd w:id="3974"/>
      <w:bookmarkEnd w:id="3975"/>
      <w:bookmarkEnd w:id="3976"/>
    </w:p>
    <w:p w14:paraId="0984E67B" w14:textId="77777777" w:rsidR="00B15E99" w:rsidRPr="00EF2F0E" w:rsidRDefault="00B15E99" w:rsidP="00B15E99">
      <w:r w:rsidRPr="00EF2F0E">
        <w:t>The minimum requirement is specified in table</w:t>
      </w:r>
      <w:r w:rsidR="003401A4" w:rsidRPr="00EF2F0E">
        <w:rPr>
          <w:rFonts w:cs="v4.2.0"/>
        </w:rPr>
        <w:t>'</w:t>
      </w:r>
      <w:r w:rsidRPr="00EF2F0E">
        <w:t>s 9.7.4.3.2-1 to 9.7.3.4.2-10 for the appropriate P</w:t>
      </w:r>
      <w:r w:rsidRPr="00EF2F0E">
        <w:rPr>
          <w:vertAlign w:val="subscript"/>
        </w:rPr>
        <w:t>max,c,TRP</w:t>
      </w:r>
      <w:r w:rsidRPr="00EF2F0E">
        <w:t>, where:</w:t>
      </w:r>
    </w:p>
    <w:p w14:paraId="0984E67C" w14:textId="77777777" w:rsidR="00B15E99" w:rsidRPr="00EF2F0E" w:rsidRDefault="00B15E99" w:rsidP="00B15E99">
      <w:pPr>
        <w:pStyle w:val="B10"/>
      </w:pPr>
      <w:r w:rsidRPr="00EF2F0E">
        <w:t>-</w:t>
      </w:r>
      <w:r w:rsidRPr="00EF2F0E">
        <w:tab/>
      </w:r>
      <w:r w:rsidRPr="00EF2F0E">
        <w:sym w:font="Symbol" w:char="F044"/>
      </w:r>
      <w:r w:rsidRPr="00EF2F0E">
        <w:t>f is the separation between the carrier frequency and the nominal -3 dB point of the measuring filter closest to the carrier frequency.</w:t>
      </w:r>
    </w:p>
    <w:p w14:paraId="0984E67D" w14:textId="77777777" w:rsidR="00B15E99" w:rsidRPr="00EF2F0E" w:rsidRDefault="00B15E99" w:rsidP="00B15E99">
      <w:pPr>
        <w:pStyle w:val="B10"/>
      </w:pPr>
      <w:r w:rsidRPr="00EF2F0E">
        <w:t>-</w:t>
      </w:r>
      <w:r w:rsidRPr="00EF2F0E">
        <w:tab/>
        <w:t>f_offset is the separation between the carrier frequency and the centre of the measurement filter;</w:t>
      </w:r>
    </w:p>
    <w:p w14:paraId="0984E67E" w14:textId="77777777" w:rsidR="00B15E99" w:rsidRPr="00EF2F0E" w:rsidRDefault="00B15E99" w:rsidP="00B15E99">
      <w:pPr>
        <w:pStyle w:val="B10"/>
      </w:pPr>
      <w:r w:rsidRPr="00EF2F0E">
        <w:t>-</w:t>
      </w:r>
      <w:r w:rsidRPr="00EF2F0E">
        <w:tab/>
        <w:t>f_offset</w:t>
      </w:r>
      <w:r w:rsidRPr="00EF2F0E">
        <w:rPr>
          <w:vertAlign w:val="subscript"/>
        </w:rPr>
        <w:t>max</w:t>
      </w:r>
      <w:r w:rsidRPr="00EF2F0E">
        <w:t xml:space="preserve"> is either 12.5 MHz or the offset to the UMTS Tx band edge as defined in clause </w:t>
      </w:r>
      <w:r w:rsidR="00BB326E">
        <w:rPr>
          <w:rFonts w:eastAsia="MS Mincho"/>
        </w:rPr>
        <w:t>5.2</w:t>
      </w:r>
      <w:r w:rsidRPr="00EF2F0E">
        <w:t>, whichever is the greater.</w:t>
      </w:r>
    </w:p>
    <w:p w14:paraId="0984E67F" w14:textId="77777777" w:rsidR="00B15E99" w:rsidRPr="00EF2F0E" w:rsidRDefault="00B15E99" w:rsidP="00B15E99">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f_offset</w:t>
      </w:r>
      <w:r w:rsidRPr="00EF2F0E">
        <w:rPr>
          <w:vertAlign w:val="subscript"/>
        </w:rPr>
        <w:t>max</w:t>
      </w:r>
      <w:r w:rsidRPr="00EF2F0E">
        <w:t xml:space="preserve"> minus half of the bandwidth of the measuring filter.</w:t>
      </w:r>
    </w:p>
    <w:p w14:paraId="0984E680" w14:textId="77777777" w:rsidR="00B15E99" w:rsidRPr="00EF2F0E" w:rsidRDefault="00B15E99" w:rsidP="00B15E99">
      <w:r w:rsidRPr="00EF2F0E">
        <w:t xml:space="preserve">Inside any </w:t>
      </w:r>
      <w:r w:rsidRPr="00EF2F0E">
        <w:rPr>
          <w:i/>
        </w:rPr>
        <w:t>Inter RF Bandwidth gaps</w:t>
      </w:r>
      <w:r w:rsidRPr="00EF2F0E">
        <w:t xml:space="preserve"> with Wgap &lt; 2×Δf</w:t>
      </w:r>
      <w:r w:rsidRPr="00EF2F0E">
        <w:rPr>
          <w:vertAlign w:val="subscript"/>
        </w:rPr>
        <w:t>OBUE</w:t>
      </w:r>
      <w:r w:rsidRPr="00EF2F0E" w:rsidDel="00780226">
        <w:t xml:space="preserve"> </w:t>
      </w:r>
      <w:r w:rsidRPr="00EF2F0E">
        <w:t xml:space="preserve"> for a </w:t>
      </w:r>
      <w:r w:rsidRPr="00EF2F0E">
        <w:rPr>
          <w:i/>
        </w:rPr>
        <w:t>multi-band RIB</w:t>
      </w:r>
      <w:r w:rsidRPr="00EF2F0E">
        <w:t xml:space="preserve">, emissions shall not exceed the cumulative sum of the </w:t>
      </w:r>
      <w:r w:rsidRPr="00EF2F0E">
        <w:rPr>
          <w:i/>
        </w:rPr>
        <w:t>minimum requirements</w:t>
      </w:r>
      <w:r w:rsidRPr="00EF2F0E">
        <w:t xml:space="preserve"> specified at the </w:t>
      </w:r>
      <w:r w:rsidRPr="00EF2F0E">
        <w:rPr>
          <w:i/>
        </w:rPr>
        <w:t>Base Station RF Bandwidth edges</w:t>
      </w:r>
      <w:r w:rsidRPr="00EF2F0E">
        <w:t xml:space="preserve"> on each side of the </w:t>
      </w:r>
      <w:r w:rsidRPr="00EF2F0E">
        <w:rPr>
          <w:i/>
        </w:rPr>
        <w:t>Inter RF Bandwidth gap</w:t>
      </w:r>
      <w:r w:rsidRPr="00EF2F0E">
        <w:t xml:space="preserve">. The </w:t>
      </w:r>
      <w:r w:rsidRPr="00EF2F0E">
        <w:rPr>
          <w:i/>
        </w:rPr>
        <w:t>minimum requirements</w:t>
      </w:r>
      <w:r w:rsidRPr="00EF2F0E">
        <w:t xml:space="preserve"> for </w:t>
      </w:r>
      <w:r w:rsidRPr="00EF2F0E">
        <w:rPr>
          <w:i/>
        </w:rPr>
        <w:t>Base Station RF Bandwidth edge</w:t>
      </w:r>
      <w:r w:rsidRPr="00EF2F0E">
        <w:t xml:space="preserve"> is specified in tables 9.7.3.4.2-1 to 9.7.3.4.2-10 below, where in this case:</w:t>
      </w:r>
    </w:p>
    <w:p w14:paraId="0984E681" w14:textId="77777777" w:rsidR="00B15E99" w:rsidRPr="00EF2F0E" w:rsidRDefault="00B15E99" w:rsidP="00B15E99">
      <w:pPr>
        <w:pStyle w:val="B10"/>
        <w:rPr>
          <w:rFonts w:eastAsia="MS Mincho"/>
        </w:rPr>
      </w:pPr>
      <w:r w:rsidRPr="00EF2F0E">
        <w:rPr>
          <w:rFonts w:eastAsia="MS Mincho"/>
        </w:rPr>
        <w:t>-</w:t>
      </w:r>
      <w:r w:rsidRPr="00EF2F0E">
        <w:rPr>
          <w:rFonts w:eastAsia="MS Mincho"/>
        </w:rPr>
        <w:tab/>
      </w:r>
      <w:r w:rsidRPr="00EF2F0E">
        <w:sym w:font="Symbol" w:char="F044"/>
      </w:r>
      <w:r w:rsidRPr="00EF2F0E">
        <w:rPr>
          <w:rFonts w:eastAsia="MS Mincho"/>
        </w:rPr>
        <w:t xml:space="preserve">f is equal to 2.5MHz plus the separation between the </w:t>
      </w:r>
      <w:r w:rsidRPr="00EF2F0E">
        <w:rPr>
          <w:rFonts w:eastAsia="MS Mincho"/>
          <w:i/>
        </w:rPr>
        <w:t>Base Station RF Bandwidth edge</w:t>
      </w:r>
      <w:r w:rsidRPr="00EF2F0E">
        <w:rPr>
          <w:rFonts w:eastAsia="MS Mincho"/>
        </w:rPr>
        <w:t xml:space="preserve"> frequency and the nominal -3dB point of the measuring filter closest to the </w:t>
      </w:r>
      <w:r w:rsidRPr="00EF2F0E">
        <w:rPr>
          <w:rFonts w:eastAsia="MS Mincho"/>
          <w:i/>
        </w:rPr>
        <w:t>Base Station RF Bandwidth edge</w:t>
      </w:r>
      <w:r w:rsidRPr="00EF2F0E">
        <w:rPr>
          <w:rFonts w:eastAsia="MS Mincho"/>
        </w:rPr>
        <w:t>.</w:t>
      </w:r>
    </w:p>
    <w:p w14:paraId="0984E682" w14:textId="77777777" w:rsidR="00B15E99" w:rsidRPr="00EF2F0E" w:rsidRDefault="00B15E99" w:rsidP="00B15E99">
      <w:pPr>
        <w:pStyle w:val="B10"/>
        <w:rPr>
          <w:rFonts w:eastAsia="MS Mincho"/>
        </w:rPr>
      </w:pPr>
      <w:r w:rsidRPr="00EF2F0E">
        <w:rPr>
          <w:rFonts w:eastAsia="MS Mincho"/>
        </w:rPr>
        <w:t>-</w:t>
      </w:r>
      <w:r w:rsidRPr="00EF2F0E">
        <w:rPr>
          <w:rFonts w:eastAsia="MS Mincho"/>
        </w:rPr>
        <w:tab/>
        <w:t xml:space="preserve">f_offset is equal to 2.5MHz plus the separation between the </w:t>
      </w:r>
      <w:r w:rsidRPr="00EF2F0E">
        <w:rPr>
          <w:rFonts w:eastAsia="MS Mincho"/>
          <w:i/>
        </w:rPr>
        <w:t>Base Station RF Bandwidth edge</w:t>
      </w:r>
      <w:r w:rsidRPr="00EF2F0E">
        <w:rPr>
          <w:rFonts w:eastAsia="MS Mincho"/>
        </w:rPr>
        <w:t xml:space="preserve"> frequency and the centre of the measuring filter.</w:t>
      </w:r>
    </w:p>
    <w:p w14:paraId="0984E683" w14:textId="77777777" w:rsidR="00B15E99" w:rsidRPr="00EF2F0E" w:rsidRDefault="00B15E99" w:rsidP="00B15E99">
      <w:pPr>
        <w:pStyle w:val="B10"/>
        <w:rPr>
          <w:rFonts w:eastAsia="MS Mincho"/>
        </w:rPr>
      </w:pPr>
      <w:r w:rsidRPr="00EF2F0E">
        <w:rPr>
          <w:rFonts w:eastAsia="MS Mincho"/>
        </w:rPr>
        <w:t>-</w:t>
      </w:r>
      <w:r w:rsidRPr="00EF2F0E">
        <w:rPr>
          <w:rFonts w:eastAsia="MS Mincho"/>
        </w:rPr>
        <w:tab/>
        <w:t>f_offset</w:t>
      </w:r>
      <w:r w:rsidRPr="00EF2F0E">
        <w:rPr>
          <w:rFonts w:eastAsia="MS Mincho"/>
          <w:vertAlign w:val="subscript"/>
        </w:rPr>
        <w:t>max</w:t>
      </w:r>
      <w:r w:rsidRPr="00EF2F0E">
        <w:rPr>
          <w:rFonts w:eastAsia="MS Mincho"/>
        </w:rPr>
        <w:t xml:space="preserve"> is either 12.5 MHz or the offset to the UMTS Tx band edge as defined in </w:t>
      </w:r>
      <w:r w:rsidR="0044667C" w:rsidRPr="00EF2F0E">
        <w:rPr>
          <w:rFonts w:eastAsia="MS Mincho"/>
        </w:rPr>
        <w:t>clause</w:t>
      </w:r>
      <w:r w:rsidRPr="00EF2F0E">
        <w:rPr>
          <w:rFonts w:eastAsia="MS Mincho"/>
        </w:rPr>
        <w:t xml:space="preserve"> 5.2, whichever is the greater.</w:t>
      </w:r>
    </w:p>
    <w:p w14:paraId="0984E684" w14:textId="77777777" w:rsidR="00B15E99" w:rsidRPr="00EF2F0E" w:rsidRDefault="00B15E99" w:rsidP="00B15E99">
      <w:pPr>
        <w:pStyle w:val="B10"/>
      </w:pPr>
      <w:r w:rsidRPr="00EF2F0E">
        <w:rPr>
          <w:rFonts w:eastAsia="MS Mincho"/>
        </w:rPr>
        <w:t>-</w:t>
      </w:r>
      <w:r w:rsidRPr="00EF2F0E">
        <w:rPr>
          <w:rFonts w:eastAsia="MS Mincho"/>
        </w:rPr>
        <w:tab/>
      </w:r>
      <w:r w:rsidRPr="00EF2F0E">
        <w:sym w:font="Symbol" w:char="F044"/>
      </w:r>
      <w:r w:rsidRPr="00EF2F0E">
        <w:rPr>
          <w:rFonts w:eastAsia="MS Mincho"/>
        </w:rPr>
        <w:t>f</w:t>
      </w:r>
      <w:r w:rsidRPr="00EF2F0E">
        <w:rPr>
          <w:rFonts w:eastAsia="MS Mincho"/>
          <w:vertAlign w:val="subscript"/>
        </w:rPr>
        <w:t>max</w:t>
      </w:r>
      <w:r w:rsidRPr="00EF2F0E">
        <w:rPr>
          <w:rFonts w:eastAsia="MS Mincho"/>
        </w:rPr>
        <w:t xml:space="preserve"> is equal to f_offset</w:t>
      </w:r>
      <w:r w:rsidRPr="00EF2F0E">
        <w:rPr>
          <w:rFonts w:eastAsia="MS Mincho"/>
          <w:vertAlign w:val="subscript"/>
        </w:rPr>
        <w:t>max</w:t>
      </w:r>
      <w:r w:rsidRPr="00EF2F0E">
        <w:rPr>
          <w:rFonts w:eastAsia="MS Mincho"/>
        </w:rPr>
        <w:t xml:space="preserve"> minus half of the bandwidth of the measuring filter.</w:t>
      </w:r>
    </w:p>
    <w:p w14:paraId="0984E685" w14:textId="77777777" w:rsidR="00B15E99" w:rsidRPr="00EF2F0E" w:rsidRDefault="00B15E99" w:rsidP="00B15E99">
      <w:r w:rsidRPr="00EF2F0E">
        <w:t xml:space="preserve">For a </w:t>
      </w:r>
      <w:r w:rsidRPr="00EF2F0E">
        <w:rPr>
          <w:i/>
        </w:rPr>
        <w:t>multi-band RIB</w:t>
      </w:r>
      <w:r w:rsidRPr="00EF2F0E">
        <w:t xml:space="preserve">, the operating band unwanted emission minimum requirements apply also in a supported operating band without any carrier transmitted, in the case where there are carrier(s) transmitted in another supported operating band. In this case, no cumulative limit is applied in the </w:t>
      </w:r>
      <w:r w:rsidRPr="00EF2F0E">
        <w:rPr>
          <w:i/>
        </w:rPr>
        <w:t>inter-band gap</w:t>
      </w:r>
      <w:r w:rsidRPr="00EF2F0E">
        <w:t xml:space="preserve"> between a supported </w:t>
      </w:r>
      <w:r w:rsidRPr="00EF2F0E">
        <w:rPr>
          <w:i/>
        </w:rPr>
        <w:t>downlink operating band</w:t>
      </w:r>
      <w:r w:rsidRPr="00EF2F0E">
        <w:t xml:space="preserve"> with carrier(s) transmitted and a supported </w:t>
      </w:r>
      <w:r w:rsidRPr="00EF2F0E">
        <w:rPr>
          <w:i/>
        </w:rPr>
        <w:t>downlink operating band</w:t>
      </w:r>
      <w:r w:rsidRPr="00EF2F0E">
        <w:t xml:space="preserve"> without any carrier transmitted and</w:t>
      </w:r>
    </w:p>
    <w:p w14:paraId="0984E686" w14:textId="77777777" w:rsidR="00B15E99" w:rsidRPr="00EF2F0E" w:rsidRDefault="00B15E99" w:rsidP="00B15E99">
      <w:pPr>
        <w:pStyle w:val="B10"/>
        <w:rPr>
          <w:lang w:eastAsia="zh-CN"/>
        </w:rPr>
      </w:pPr>
      <w:r w:rsidRPr="00EF2F0E">
        <w:rPr>
          <w:lang w:eastAsia="zh-CN"/>
        </w:rPr>
        <w:t>-</w:t>
      </w:r>
      <w:r w:rsidRPr="00EF2F0E">
        <w:rPr>
          <w:lang w:eastAsia="zh-CN"/>
        </w:rPr>
        <w:tab/>
        <w:t xml:space="preserve">In case the </w:t>
      </w:r>
      <w:r w:rsidRPr="00EF2F0E">
        <w:rPr>
          <w:i/>
          <w:lang w:eastAsia="zh-CN"/>
        </w:rPr>
        <w:t>inter-band gap</w:t>
      </w:r>
      <w:r w:rsidRPr="00EF2F0E">
        <w:rPr>
          <w:lang w:eastAsia="zh-CN"/>
        </w:rPr>
        <w:t xml:space="preserve"> between a downlink band with carrier(s) transmitted and a downlink band without any carrier transmitted is less than </w:t>
      </w:r>
      <w:r w:rsidRPr="00EF2F0E">
        <w:t>2×Δf</w:t>
      </w:r>
      <w:r w:rsidRPr="00EF2F0E">
        <w:rPr>
          <w:vertAlign w:val="subscript"/>
        </w:rPr>
        <w:t>OBUE</w:t>
      </w:r>
      <w:r w:rsidRPr="00EF2F0E" w:rsidDel="00780226">
        <w:rPr>
          <w:lang w:eastAsia="zh-CN"/>
        </w:rPr>
        <w:t xml:space="preserve"> </w:t>
      </w:r>
      <w:r w:rsidRPr="00EF2F0E">
        <w:rPr>
          <w:lang w:eastAsia="zh-CN"/>
        </w:rPr>
        <w:t xml:space="preserve">, </w:t>
      </w:r>
      <w:r w:rsidRPr="00EF2F0E">
        <w:t>f_offset</w:t>
      </w:r>
      <w:r w:rsidRPr="00EF2F0E">
        <w:rPr>
          <w:vertAlign w:val="subscript"/>
        </w:rPr>
        <w:t>max</w:t>
      </w:r>
      <w:r w:rsidRPr="00EF2F0E">
        <w:rPr>
          <w:lang w:eastAsia="zh-CN"/>
        </w:rPr>
        <w:t xml:space="preserve"> shall be the offset to the frequency </w:t>
      </w:r>
      <w:r w:rsidRPr="00EF2F0E">
        <w:t>Δf</w:t>
      </w:r>
      <w:r w:rsidRPr="00EF2F0E">
        <w:rPr>
          <w:vertAlign w:val="subscript"/>
        </w:rPr>
        <w:t>OBUE</w:t>
      </w:r>
      <w:r w:rsidRPr="00EF2F0E" w:rsidDel="00780226">
        <w:t xml:space="preserve"> </w:t>
      </w:r>
      <w:r w:rsidRPr="00EF2F0E">
        <w:t xml:space="preserve"> outside the </w:t>
      </w:r>
      <w:r w:rsidRPr="00EF2F0E">
        <w:rPr>
          <w:lang w:eastAsia="zh-CN"/>
        </w:rPr>
        <w:t xml:space="preserve">outermost edges of the two </w:t>
      </w:r>
      <w:r w:rsidRPr="00EF2F0E">
        <w:rPr>
          <w:i/>
        </w:rPr>
        <w:t>downlink operating band</w:t>
      </w:r>
      <w:r w:rsidRPr="00EF2F0E">
        <w:rPr>
          <w:lang w:eastAsia="zh-CN"/>
        </w:rPr>
        <w:t xml:space="preserve">s and the operating band unwanted emission limit </w:t>
      </w:r>
      <w:r w:rsidRPr="00EF2F0E">
        <w:t xml:space="preserve">of the band where there are carriers transmitted, as </w:t>
      </w:r>
      <w:r w:rsidRPr="00EF2F0E">
        <w:rPr>
          <w:lang w:eastAsia="zh-CN"/>
        </w:rPr>
        <w:t xml:space="preserve">defined in the tables of the present subclause, shall apply across both downlink bands. </w:t>
      </w:r>
    </w:p>
    <w:p w14:paraId="0984E687" w14:textId="77777777" w:rsidR="00B15E99" w:rsidRPr="00EF2F0E" w:rsidRDefault="00B15E99" w:rsidP="00B15E99">
      <w:pPr>
        <w:pStyle w:val="B10"/>
      </w:pPr>
      <w:r w:rsidRPr="00EF2F0E">
        <w:rPr>
          <w:lang w:eastAsia="zh-CN"/>
        </w:rPr>
        <w:t>-</w:t>
      </w:r>
      <w:r w:rsidRPr="00EF2F0E">
        <w:rPr>
          <w:lang w:eastAsia="zh-CN"/>
        </w:rPr>
        <w:tab/>
        <w:t xml:space="preserve">In other cases, the operating band unwanted emission limit </w:t>
      </w:r>
      <w:r w:rsidRPr="00EF2F0E">
        <w:t xml:space="preserve">of the band where there are carriers transmitted, as </w:t>
      </w:r>
      <w:r w:rsidRPr="00EF2F0E">
        <w:rPr>
          <w:lang w:eastAsia="zh-CN"/>
        </w:rPr>
        <w:t>defined in the tables of the present subclause for the largest frequency offset (</w:t>
      </w:r>
      <w:r w:rsidRPr="00EF2F0E">
        <w:sym w:font="Symbol" w:char="F044"/>
      </w:r>
      <w:r w:rsidRPr="00EF2F0E">
        <w:t>f</w:t>
      </w:r>
      <w:r w:rsidRPr="00EF2F0E">
        <w:rPr>
          <w:vertAlign w:val="subscript"/>
        </w:rPr>
        <w:t>max</w:t>
      </w:r>
      <w:r w:rsidRPr="00EF2F0E">
        <w:rPr>
          <w:lang w:eastAsia="zh-CN"/>
        </w:rPr>
        <w:t xml:space="preserve">), shall apply from </w:t>
      </w:r>
      <w:r w:rsidRPr="00EF2F0E">
        <w:t>Δf</w:t>
      </w:r>
      <w:r w:rsidRPr="00EF2F0E">
        <w:rPr>
          <w:vertAlign w:val="subscript"/>
        </w:rPr>
        <w:t>OBUE</w:t>
      </w:r>
      <w:r w:rsidRPr="00EF2F0E" w:rsidDel="00780226">
        <w:rPr>
          <w:lang w:eastAsia="zh-CN"/>
        </w:rPr>
        <w:t xml:space="preserve"> </w:t>
      </w:r>
      <w:r w:rsidRPr="00EF2F0E">
        <w:rPr>
          <w:lang w:eastAsia="zh-CN"/>
        </w:rPr>
        <w:t xml:space="preserve"> below the lowest frequency, up to </w:t>
      </w:r>
      <w:r w:rsidRPr="00EF2F0E">
        <w:t>Δf</w:t>
      </w:r>
      <w:r w:rsidRPr="00EF2F0E">
        <w:rPr>
          <w:vertAlign w:val="subscript"/>
        </w:rPr>
        <w:t>OBUE</w:t>
      </w:r>
      <w:r w:rsidRPr="00EF2F0E" w:rsidDel="00780226">
        <w:rPr>
          <w:lang w:eastAsia="zh-CN"/>
        </w:rPr>
        <w:t xml:space="preserve"> </w:t>
      </w:r>
      <w:r w:rsidRPr="00EF2F0E">
        <w:rPr>
          <w:lang w:eastAsia="zh-CN"/>
        </w:rPr>
        <w:t xml:space="preserve"> above the highest frequency of the </w:t>
      </w:r>
      <w:r w:rsidRPr="00EF2F0E">
        <w:rPr>
          <w:i/>
          <w:lang w:eastAsia="zh-CN"/>
        </w:rPr>
        <w:t>downlink operating band</w:t>
      </w:r>
      <w:r w:rsidRPr="00EF2F0E">
        <w:rPr>
          <w:lang w:eastAsia="zh-CN"/>
        </w:rPr>
        <w:t xml:space="preserve"> without any carrier transmitted.</w:t>
      </w:r>
    </w:p>
    <w:p w14:paraId="0984E688" w14:textId="77777777" w:rsidR="00B15E99" w:rsidRPr="00EF2F0E" w:rsidRDefault="00B15E99" w:rsidP="00B15E99">
      <w:pPr>
        <w:keepNext/>
      </w:pPr>
      <w:r w:rsidRPr="00EF2F0E">
        <w:t xml:space="preserve">Inside any </w:t>
      </w:r>
      <w:r w:rsidRPr="00EF2F0E">
        <w:rPr>
          <w:i/>
        </w:rPr>
        <w:t>sub-block gap</w:t>
      </w:r>
      <w:r w:rsidRPr="00EF2F0E">
        <w:t xml:space="preserve"> for a RIB operating in </w:t>
      </w:r>
      <w:r w:rsidRPr="00EF2F0E">
        <w:rPr>
          <w:i/>
        </w:rPr>
        <w:t>non-contiguous spectrum</w:t>
      </w:r>
      <w:r w:rsidRPr="00EF2F0E">
        <w:t xml:space="preserve">, emissions shall not exceed the cumulative sum of the </w:t>
      </w:r>
      <w:r w:rsidRPr="00EF2F0E">
        <w:rPr>
          <w:i/>
        </w:rPr>
        <w:t>minimum requirements</w:t>
      </w:r>
      <w:r w:rsidRPr="00EF2F0E">
        <w:t xml:space="preserve"> specified for the adjacent sub blocks on each side of the </w:t>
      </w:r>
      <w:r w:rsidRPr="00EF2F0E">
        <w:rPr>
          <w:i/>
        </w:rPr>
        <w:t>sub-block gap</w:t>
      </w:r>
      <w:r w:rsidRPr="00EF2F0E">
        <w:t xml:space="preserve">. The </w:t>
      </w:r>
      <w:r w:rsidRPr="00EF2F0E">
        <w:rPr>
          <w:i/>
        </w:rPr>
        <w:t xml:space="preserve">minimum requirement </w:t>
      </w:r>
      <w:r w:rsidRPr="00EF2F0E">
        <w:t>for each sub block is specified in tables 9.7.4.3.2-1 to 9.7.4.3.2-10 below, where in this case:</w:t>
      </w:r>
    </w:p>
    <w:p w14:paraId="0984E689" w14:textId="77777777" w:rsidR="00B15E99" w:rsidRPr="00EF2F0E" w:rsidRDefault="00B15E99" w:rsidP="00B15E99">
      <w:pPr>
        <w:pStyle w:val="B10"/>
      </w:pPr>
      <w:r w:rsidRPr="00EF2F0E">
        <w:t>-</w:t>
      </w:r>
      <w:r w:rsidRPr="00EF2F0E">
        <w:tab/>
      </w:r>
      <w:r w:rsidRPr="00EF2F0E">
        <w:sym w:font="Symbol" w:char="F044"/>
      </w:r>
      <w:r w:rsidRPr="00EF2F0E">
        <w:t>f is equal to 2.5MHz plus the separation between the sub block edge frequency and the nominal -3 dB point of the measuring filter closest to the sub block edge.</w:t>
      </w:r>
    </w:p>
    <w:p w14:paraId="0984E68A" w14:textId="77777777" w:rsidR="00B15E99" w:rsidRPr="00EF2F0E" w:rsidRDefault="00B15E99" w:rsidP="00B15E99">
      <w:pPr>
        <w:pStyle w:val="B10"/>
      </w:pPr>
      <w:r w:rsidRPr="00EF2F0E">
        <w:t>-</w:t>
      </w:r>
      <w:r w:rsidRPr="00EF2F0E">
        <w:tab/>
        <w:t>f_offset is equal to 2.5MHz plus the separation between the sub block edge frequency and the centre of the measuring filter.</w:t>
      </w:r>
    </w:p>
    <w:p w14:paraId="0984E68B" w14:textId="77777777" w:rsidR="00B15E99" w:rsidRPr="00EF2F0E" w:rsidRDefault="00B15E99" w:rsidP="00B15E99">
      <w:pPr>
        <w:pStyle w:val="B10"/>
      </w:pPr>
      <w:r w:rsidRPr="00EF2F0E">
        <w:t>-</w:t>
      </w:r>
      <w:r w:rsidRPr="00EF2F0E">
        <w:tab/>
        <w:t>f_offset</w:t>
      </w:r>
      <w:r w:rsidRPr="00EF2F0E">
        <w:rPr>
          <w:vertAlign w:val="subscript"/>
        </w:rPr>
        <w:t>max</w:t>
      </w:r>
      <w:r w:rsidRPr="00EF2F0E">
        <w:t xml:space="preserve"> is equal to the </w:t>
      </w:r>
      <w:r w:rsidRPr="00EF2F0E">
        <w:rPr>
          <w:i/>
        </w:rPr>
        <w:t>sub-block gap</w:t>
      </w:r>
      <w:r w:rsidRPr="00EF2F0E">
        <w:t xml:space="preserve"> bandwidth minus half of the bandwidth of the measuring filter plus 2.5MHz.</w:t>
      </w:r>
    </w:p>
    <w:p w14:paraId="0984E68C" w14:textId="77777777" w:rsidR="00B15E99" w:rsidRPr="00EF2F0E" w:rsidRDefault="00B15E99" w:rsidP="00B15E99">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f_offset</w:t>
      </w:r>
      <w:r w:rsidRPr="00EF2F0E">
        <w:rPr>
          <w:vertAlign w:val="subscript"/>
        </w:rPr>
        <w:t>max</w:t>
      </w:r>
      <w:r w:rsidRPr="00EF2F0E">
        <w:t xml:space="preserve"> minus half of the bandwidth of the measuring filter.</w:t>
      </w:r>
    </w:p>
    <w:p w14:paraId="0984E68D" w14:textId="77777777" w:rsidR="00B15E99" w:rsidRPr="00EF2F0E" w:rsidRDefault="00B15E99" w:rsidP="00B15E99">
      <w:pPr>
        <w:pStyle w:val="TH"/>
        <w:rPr>
          <w:rFonts w:cs="v5.0.0"/>
        </w:rPr>
      </w:pPr>
      <w:r w:rsidRPr="00EF2F0E">
        <w:rPr>
          <w:rFonts w:cs="v5.0.0"/>
          <w:sz w:val="32"/>
        </w:rPr>
        <w:object w:dxaOrig="7287" w:dyaOrig="5465" w14:anchorId="098511EA">
          <v:shape id="_x0000_i1075" type="#_x0000_t75" style="width:352.05pt;height:266.65pt" o:ole="" fillcolor="window">
            <v:imagedata r:id="rId108" o:title=""/>
          </v:shape>
          <o:OLEObject Type="Embed" ProgID="PowerPoint.Slide.8" ShapeID="_x0000_i1075" DrawAspect="Content" ObjectID="_1717663597" r:id="rId109"/>
        </w:object>
      </w:r>
    </w:p>
    <w:p w14:paraId="0984E68E" w14:textId="77777777" w:rsidR="00B15E99" w:rsidRPr="00EF2F0E" w:rsidRDefault="00B15E99" w:rsidP="00B15E99">
      <w:pPr>
        <w:pStyle w:val="TF"/>
        <w:rPr>
          <w:rFonts w:cs="v5.0.0"/>
        </w:rPr>
      </w:pPr>
      <w:r w:rsidRPr="00EF2F0E">
        <w:rPr>
          <w:rFonts w:cs="v5.0.0"/>
        </w:rPr>
        <w:t>Figure 9.7.4.3.2-1: Spectrum emission mask</w:t>
      </w:r>
    </w:p>
    <w:p w14:paraId="0984E68F" w14:textId="77777777" w:rsidR="00B15E99" w:rsidRPr="00EF2F0E" w:rsidRDefault="00B15E99" w:rsidP="00B15E99">
      <w:pPr>
        <w:pStyle w:val="TH"/>
      </w:pPr>
      <w:r w:rsidRPr="00EF2F0E">
        <w:t>Table 9.7.4.3.2-1: Spectrum emission mask values, P</w:t>
      </w:r>
      <w:r w:rsidRPr="00EF2F0E" w:rsidDel="008F2678">
        <w:rPr>
          <w:vertAlign w:val="subscript"/>
        </w:rPr>
        <w:t xml:space="preserve"> </w:t>
      </w:r>
      <w:r w:rsidRPr="00EF2F0E">
        <w:rPr>
          <w:vertAlign w:val="subscript"/>
        </w:rPr>
        <w:t>rated,c,TRP</w:t>
      </w:r>
      <w:r w:rsidRPr="00EF2F0E">
        <w:t xml:space="preserve"> </w:t>
      </w:r>
      <w:r w:rsidRPr="00EF2F0E">
        <w:sym w:font="Symbol" w:char="F0B3"/>
      </w:r>
      <w:r w:rsidRPr="00EF2F0E">
        <w:t xml:space="preserve"> 49 dBm for UTRA FDD </w:t>
      </w:r>
    </w:p>
    <w:tbl>
      <w:tblPr>
        <w:tblW w:w="953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793"/>
        <w:gridCol w:w="2036"/>
        <w:gridCol w:w="4339"/>
        <w:gridCol w:w="1364"/>
      </w:tblGrid>
      <w:tr w:rsidR="003401A4" w:rsidRPr="00EF2F0E" w14:paraId="0984E695" w14:textId="77777777" w:rsidTr="00AB06FD">
        <w:trPr>
          <w:cantSplit/>
          <w:trHeight w:val="113"/>
          <w:jc w:val="center"/>
        </w:trPr>
        <w:tc>
          <w:tcPr>
            <w:tcW w:w="1793" w:type="dxa"/>
            <w:shd w:val="clear" w:color="auto" w:fill="auto"/>
          </w:tcPr>
          <w:p w14:paraId="0984E690"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 xml:space="preserve">Frequency offset of measurement filter -3 dB point, </w:t>
            </w:r>
            <w:r w:rsidRPr="00EF2F0E">
              <w:rPr>
                <w:rFonts w:ascii="Arial" w:hAnsi="Arial" w:cs="v4.2.0"/>
                <w:b/>
                <w:sz w:val="18"/>
              </w:rPr>
              <w:sym w:font="Symbol" w:char="F044"/>
            </w:r>
            <w:r w:rsidRPr="00EF2F0E">
              <w:rPr>
                <w:rFonts w:ascii="Arial" w:hAnsi="Arial" w:cs="v4.2.0"/>
                <w:b/>
                <w:sz w:val="18"/>
              </w:rPr>
              <w:t>f</w:t>
            </w:r>
          </w:p>
        </w:tc>
        <w:tc>
          <w:tcPr>
            <w:tcW w:w="2036" w:type="dxa"/>
            <w:shd w:val="clear" w:color="auto" w:fill="auto"/>
          </w:tcPr>
          <w:p w14:paraId="0984E691"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Frequency offset of measurement filter centre frequency, f_offset</w:t>
            </w:r>
          </w:p>
        </w:tc>
        <w:tc>
          <w:tcPr>
            <w:tcW w:w="4339" w:type="dxa"/>
            <w:shd w:val="clear" w:color="auto" w:fill="auto"/>
          </w:tcPr>
          <w:p w14:paraId="0984E692"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i/>
                <w:sz w:val="18"/>
              </w:rPr>
              <w:t>Minimum requirement</w:t>
            </w:r>
            <w:r w:rsidRPr="00EF2F0E">
              <w:rPr>
                <w:rFonts w:ascii="Arial" w:hAnsi="Arial" w:cs="Arial"/>
                <w:b/>
                <w:sz w:val="18"/>
              </w:rPr>
              <w:t xml:space="preserve"> (NOTE 1, 2)</w:t>
            </w:r>
          </w:p>
        </w:tc>
        <w:tc>
          <w:tcPr>
            <w:tcW w:w="1364" w:type="dxa"/>
            <w:shd w:val="clear" w:color="auto" w:fill="auto"/>
          </w:tcPr>
          <w:p w14:paraId="0984E693" w14:textId="77777777" w:rsidR="00B15E99" w:rsidRPr="00EF2F0E" w:rsidRDefault="00B15E99" w:rsidP="00AB06FD">
            <w:pPr>
              <w:keepNext/>
              <w:keepLines/>
              <w:spacing w:after="0"/>
              <w:jc w:val="center"/>
              <w:rPr>
                <w:rFonts w:ascii="Arial" w:hAnsi="Arial" w:cs="v4.2.0"/>
                <w:b/>
                <w:sz w:val="18"/>
              </w:rPr>
            </w:pPr>
            <w:r w:rsidRPr="00EF2F0E">
              <w:rPr>
                <w:rFonts w:ascii="Arial" w:hAnsi="Arial" w:cs="v4.2.0"/>
                <w:b/>
                <w:sz w:val="18"/>
              </w:rPr>
              <w:t>Measurement bandwidth</w:t>
            </w:r>
          </w:p>
          <w:p w14:paraId="0984E694"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(NOTE 4)</w:t>
            </w:r>
          </w:p>
        </w:tc>
      </w:tr>
      <w:tr w:rsidR="003401A4" w:rsidRPr="00EF2F0E" w14:paraId="0984E69A" w14:textId="77777777" w:rsidTr="00AB06FD">
        <w:trPr>
          <w:cantSplit/>
          <w:trHeight w:val="113"/>
          <w:jc w:val="center"/>
        </w:trPr>
        <w:tc>
          <w:tcPr>
            <w:tcW w:w="1793" w:type="dxa"/>
            <w:shd w:val="clear" w:color="auto" w:fill="auto"/>
          </w:tcPr>
          <w:p w14:paraId="0984E696"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2.5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f &lt; 2.7 MHz</w:t>
            </w:r>
          </w:p>
        </w:tc>
        <w:tc>
          <w:tcPr>
            <w:tcW w:w="2036" w:type="dxa"/>
            <w:shd w:val="clear" w:color="auto" w:fill="auto"/>
          </w:tcPr>
          <w:p w14:paraId="0984E697"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2.515MHz </w:t>
            </w:r>
            <w:r w:rsidRPr="00EF2F0E">
              <w:rPr>
                <w:rFonts w:ascii="Arial" w:hAnsi="Arial" w:cs="v4.2.0"/>
                <w:sz w:val="18"/>
              </w:rPr>
              <w:sym w:font="Symbol" w:char="F0A3"/>
            </w:r>
            <w:r w:rsidRPr="00EF2F0E">
              <w:rPr>
                <w:rFonts w:ascii="Arial" w:hAnsi="Arial" w:cs="v4.2.0"/>
                <w:sz w:val="18"/>
              </w:rPr>
              <w:t xml:space="preserve"> f_offset &lt; 2.715MHz </w:t>
            </w:r>
          </w:p>
        </w:tc>
        <w:tc>
          <w:tcPr>
            <w:tcW w:w="4339" w:type="dxa"/>
            <w:shd w:val="clear" w:color="auto" w:fill="auto"/>
          </w:tcPr>
          <w:p w14:paraId="0984E698"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-8 dBm</w:t>
            </w:r>
          </w:p>
        </w:tc>
        <w:tc>
          <w:tcPr>
            <w:tcW w:w="1364" w:type="dxa"/>
            <w:shd w:val="clear" w:color="auto" w:fill="auto"/>
          </w:tcPr>
          <w:p w14:paraId="0984E699"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30 kHz </w:t>
            </w:r>
          </w:p>
        </w:tc>
      </w:tr>
      <w:tr w:rsidR="003401A4" w:rsidRPr="00EF2F0E" w14:paraId="0984E69F" w14:textId="77777777" w:rsidTr="00AB06FD">
        <w:trPr>
          <w:cantSplit/>
          <w:trHeight w:val="113"/>
          <w:jc w:val="center"/>
        </w:trPr>
        <w:tc>
          <w:tcPr>
            <w:tcW w:w="1793" w:type="dxa"/>
            <w:shd w:val="clear" w:color="auto" w:fill="auto"/>
          </w:tcPr>
          <w:p w14:paraId="0984E69B"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2.7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f &lt; 3.5 MHz</w:t>
            </w:r>
          </w:p>
        </w:tc>
        <w:tc>
          <w:tcPr>
            <w:tcW w:w="2036" w:type="dxa"/>
            <w:shd w:val="clear" w:color="auto" w:fill="auto"/>
          </w:tcPr>
          <w:p w14:paraId="0984E69C"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2.715MHz </w:t>
            </w:r>
            <w:r w:rsidRPr="00EF2F0E">
              <w:rPr>
                <w:rFonts w:ascii="Arial" w:hAnsi="Arial" w:cs="v4.2.0"/>
                <w:sz w:val="18"/>
              </w:rPr>
              <w:sym w:font="Symbol" w:char="F0A3"/>
            </w:r>
            <w:r w:rsidRPr="00EF2F0E">
              <w:rPr>
                <w:rFonts w:ascii="Arial" w:hAnsi="Arial" w:cs="v4.2.0"/>
                <w:sz w:val="18"/>
              </w:rPr>
              <w:t xml:space="preserve"> f_offset &lt; 3.515MHz</w:t>
            </w:r>
          </w:p>
        </w:tc>
        <w:tc>
          <w:tcPr>
            <w:tcW w:w="4339" w:type="dxa"/>
            <w:shd w:val="clear" w:color="auto" w:fill="auto"/>
          </w:tcPr>
          <w:p w14:paraId="0984E69D" w14:textId="77777777" w:rsidR="00B15E99" w:rsidRPr="00EF2F0E" w:rsidRDefault="00B15E99" w:rsidP="00AB06FD">
            <w:pPr>
              <w:keepNext/>
              <w:keepLines/>
              <w:spacing w:after="0"/>
              <w:jc w:val="center"/>
              <w:rPr>
                <w:rFonts w:ascii="Arial" w:hAnsi="Arial" w:cs="Arial"/>
                <w:sz w:val="18"/>
              </w:rPr>
            </w:pPr>
            <w:r w:rsidRPr="00EF2F0E">
              <w:rPr>
                <w:rFonts w:cs="Arial"/>
                <w:position w:val="-28"/>
              </w:rPr>
              <w:object w:dxaOrig="3560" w:dyaOrig="680" w14:anchorId="098511EB">
                <v:shape id="_x0000_i1076" type="#_x0000_t75" style="width:131.8pt;height:26.25pt" o:ole="" fillcolor="window">
                  <v:imagedata r:id="rId110" o:title=""/>
                </v:shape>
                <o:OLEObject Type="Embed" ProgID="Equation.3" ShapeID="_x0000_i1076" DrawAspect="Content" ObjectID="_1717663598" r:id="rId111"/>
              </w:object>
            </w:r>
          </w:p>
        </w:tc>
        <w:tc>
          <w:tcPr>
            <w:tcW w:w="1364" w:type="dxa"/>
            <w:shd w:val="clear" w:color="auto" w:fill="auto"/>
          </w:tcPr>
          <w:p w14:paraId="0984E69E"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30 kHz </w:t>
            </w:r>
          </w:p>
        </w:tc>
      </w:tr>
      <w:tr w:rsidR="003401A4" w:rsidRPr="00EF2F0E" w14:paraId="0984E6A4" w14:textId="77777777" w:rsidTr="00AB06FD">
        <w:trPr>
          <w:cantSplit/>
          <w:trHeight w:val="113"/>
          <w:jc w:val="center"/>
        </w:trPr>
        <w:tc>
          <w:tcPr>
            <w:tcW w:w="1793" w:type="dxa"/>
            <w:shd w:val="clear" w:color="auto" w:fill="auto"/>
          </w:tcPr>
          <w:p w14:paraId="0984E6A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(NOTE 3)</w:t>
            </w:r>
          </w:p>
        </w:tc>
        <w:tc>
          <w:tcPr>
            <w:tcW w:w="2036" w:type="dxa"/>
            <w:shd w:val="clear" w:color="auto" w:fill="auto"/>
          </w:tcPr>
          <w:p w14:paraId="0984E6A1"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3.515MHz </w:t>
            </w:r>
            <w:r w:rsidRPr="00EF2F0E">
              <w:rPr>
                <w:rFonts w:ascii="Arial" w:hAnsi="Arial" w:cs="v4.2.0"/>
                <w:sz w:val="18"/>
              </w:rPr>
              <w:sym w:font="Symbol" w:char="F0A3"/>
            </w:r>
            <w:r w:rsidRPr="00EF2F0E">
              <w:rPr>
                <w:rFonts w:ascii="Arial" w:hAnsi="Arial" w:cs="v4.2.0"/>
                <w:sz w:val="18"/>
              </w:rPr>
              <w:t xml:space="preserve"> f_offset &lt; 4.0MHz </w:t>
            </w:r>
          </w:p>
        </w:tc>
        <w:tc>
          <w:tcPr>
            <w:tcW w:w="4339" w:type="dxa"/>
            <w:shd w:val="clear" w:color="auto" w:fill="auto"/>
          </w:tcPr>
          <w:p w14:paraId="0984E6A2"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-20 dBm</w:t>
            </w:r>
          </w:p>
        </w:tc>
        <w:tc>
          <w:tcPr>
            <w:tcW w:w="1364" w:type="dxa"/>
            <w:shd w:val="clear" w:color="auto" w:fill="auto"/>
          </w:tcPr>
          <w:p w14:paraId="0984E6A3"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30 kHz </w:t>
            </w:r>
          </w:p>
        </w:tc>
      </w:tr>
      <w:tr w:rsidR="003401A4" w:rsidRPr="00EF2F0E" w14:paraId="0984E6A9" w14:textId="77777777" w:rsidTr="00AB06FD">
        <w:trPr>
          <w:cantSplit/>
          <w:trHeight w:val="113"/>
          <w:jc w:val="center"/>
        </w:trPr>
        <w:tc>
          <w:tcPr>
            <w:tcW w:w="1793" w:type="dxa"/>
            <w:shd w:val="clear" w:color="auto" w:fill="auto"/>
          </w:tcPr>
          <w:p w14:paraId="0984E6A5"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3.5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f &lt; 7.5 MHz</w:t>
            </w:r>
          </w:p>
        </w:tc>
        <w:tc>
          <w:tcPr>
            <w:tcW w:w="2036" w:type="dxa"/>
            <w:shd w:val="clear" w:color="auto" w:fill="auto"/>
          </w:tcPr>
          <w:p w14:paraId="0984E6A6"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4.0 MHz </w:t>
            </w:r>
            <w:r w:rsidRPr="00EF2F0E">
              <w:rPr>
                <w:rFonts w:ascii="Arial" w:hAnsi="Arial" w:cs="v4.2.0"/>
                <w:sz w:val="18"/>
              </w:rPr>
              <w:sym w:font="Symbol" w:char="F0A3"/>
            </w:r>
            <w:r w:rsidRPr="00EF2F0E">
              <w:rPr>
                <w:rFonts w:ascii="Arial" w:hAnsi="Arial" w:cs="v4.2.0"/>
                <w:sz w:val="18"/>
              </w:rPr>
              <w:t xml:space="preserve"> f_offset &lt; 8.0MHz</w:t>
            </w:r>
          </w:p>
        </w:tc>
        <w:tc>
          <w:tcPr>
            <w:tcW w:w="4339" w:type="dxa"/>
            <w:shd w:val="clear" w:color="auto" w:fill="auto"/>
          </w:tcPr>
          <w:p w14:paraId="0984E6A7"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-7 dBm</w:t>
            </w:r>
          </w:p>
        </w:tc>
        <w:tc>
          <w:tcPr>
            <w:tcW w:w="1364" w:type="dxa"/>
            <w:shd w:val="clear" w:color="auto" w:fill="auto"/>
          </w:tcPr>
          <w:p w14:paraId="0984E6A8"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1 MHz </w:t>
            </w:r>
          </w:p>
        </w:tc>
      </w:tr>
      <w:tr w:rsidR="003401A4" w:rsidRPr="00EF2F0E" w14:paraId="0984E6AE" w14:textId="77777777" w:rsidTr="00AB06FD">
        <w:trPr>
          <w:cantSplit/>
          <w:trHeight w:val="113"/>
          <w:jc w:val="center"/>
        </w:trPr>
        <w:tc>
          <w:tcPr>
            <w:tcW w:w="1793" w:type="dxa"/>
            <w:shd w:val="clear" w:color="auto" w:fill="auto"/>
          </w:tcPr>
          <w:p w14:paraId="0984E6AA"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7.5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036" w:type="dxa"/>
            <w:shd w:val="clear" w:color="auto" w:fill="auto"/>
          </w:tcPr>
          <w:p w14:paraId="0984E6AB"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8.0 MHz </w:t>
            </w:r>
            <w:r w:rsidRPr="00EF2F0E">
              <w:rPr>
                <w:rFonts w:ascii="Arial" w:hAnsi="Arial" w:cs="v4.2.0"/>
                <w:sz w:val="18"/>
              </w:rPr>
              <w:sym w:font="Symbol" w:char="F0A3"/>
            </w:r>
            <w:r w:rsidRPr="00EF2F0E">
              <w:rPr>
                <w:rFonts w:ascii="Arial" w:hAnsi="Arial" w:cs="v4.2.0"/>
                <w:sz w:val="18"/>
              </w:rPr>
              <w:t xml:space="preserve"> f_offset &lt; f_offset</w:t>
            </w:r>
            <w:r w:rsidRPr="00EF2F0E">
              <w:rPr>
                <w:rFonts w:ascii="Arial" w:hAnsi="Arial" w:cs="v4.2.0"/>
                <w:sz w:val="18"/>
                <w:vertAlign w:val="subscript"/>
              </w:rPr>
              <w:t>max</w:t>
            </w:r>
            <w:r w:rsidRPr="00EF2F0E">
              <w:rPr>
                <w:rFonts w:ascii="Arial" w:hAnsi="Arial" w:cs="v4.2.0"/>
                <w:sz w:val="18"/>
              </w:rPr>
              <w:t xml:space="preserve"> </w:t>
            </w:r>
          </w:p>
        </w:tc>
        <w:tc>
          <w:tcPr>
            <w:tcW w:w="4339" w:type="dxa"/>
            <w:shd w:val="clear" w:color="auto" w:fill="auto"/>
          </w:tcPr>
          <w:p w14:paraId="0984E6AC"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-7 dBm</w:t>
            </w:r>
          </w:p>
        </w:tc>
        <w:tc>
          <w:tcPr>
            <w:tcW w:w="1364" w:type="dxa"/>
            <w:shd w:val="clear" w:color="auto" w:fill="auto"/>
          </w:tcPr>
          <w:p w14:paraId="0984E6AD"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1 MHz </w:t>
            </w:r>
          </w:p>
        </w:tc>
      </w:tr>
      <w:tr w:rsidR="00B15E99" w:rsidRPr="00EF2F0E" w14:paraId="0984E6B1" w14:textId="77777777" w:rsidTr="00AB06FD">
        <w:trPr>
          <w:cantSplit/>
          <w:trHeight w:val="113"/>
          <w:jc w:val="center"/>
        </w:trPr>
        <w:tc>
          <w:tcPr>
            <w:tcW w:w="9532" w:type="dxa"/>
            <w:gridSpan w:val="4"/>
            <w:shd w:val="clear" w:color="auto" w:fill="auto"/>
          </w:tcPr>
          <w:p w14:paraId="0984E6AF" w14:textId="77777777" w:rsidR="00B15E99" w:rsidRPr="00EF2F0E" w:rsidRDefault="00B15E99" w:rsidP="00AB06FD">
            <w:pPr>
              <w:pStyle w:val="TAN"/>
            </w:pPr>
            <w:r w:rsidRPr="00EF2F0E">
              <w:t>NOTE 1:</w:t>
            </w:r>
            <w:r w:rsidRPr="00EF2F0E">
              <w:tab/>
              <w:t xml:space="preserve">For a RIB supporting </w:t>
            </w:r>
            <w:r w:rsidRPr="00EF2F0E">
              <w:rPr>
                <w:i/>
              </w:rPr>
              <w:t>non-contiguous spectrum</w:t>
            </w:r>
            <w:r w:rsidRPr="00EF2F0E">
              <w:t xml:space="preserve"> operation the </w:t>
            </w:r>
            <w:r w:rsidRPr="00EF2F0E">
              <w:rPr>
                <w:rFonts w:cs="v4.2.0"/>
                <w:i/>
              </w:rPr>
              <w:t>minimum requirement</w:t>
            </w:r>
            <w:r w:rsidRPr="00EF2F0E">
              <w:t xml:space="preserve"> within </w:t>
            </w:r>
            <w:r w:rsidRPr="00EF2F0E">
              <w:rPr>
                <w:i/>
              </w:rPr>
              <w:t>sub-block gaps</w:t>
            </w:r>
            <w:r w:rsidRPr="00EF2F0E">
              <w:t xml:space="preserve"> within any operating band is calculated as a cumulative sum of contributions from adjacent </w:t>
            </w:r>
            <w:r w:rsidRPr="00EF2F0E">
              <w:rPr>
                <w:rFonts w:cs="v5.0.0"/>
              </w:rPr>
              <w:t xml:space="preserve">sub blocks on each side of the </w:t>
            </w:r>
            <w:r w:rsidRPr="00EF2F0E">
              <w:rPr>
                <w:rFonts w:cs="v5.0.0"/>
                <w:i/>
              </w:rPr>
              <w:t>sub-block gap</w:t>
            </w:r>
            <w:r w:rsidRPr="00EF2F0E">
              <w:rPr>
                <w:rFonts w:cs="v5.0.0"/>
              </w:rPr>
              <w:t>, where the contribution from the far-end sub-block shall be scaled according to the measurement bandwidth of the near-end sub-block</w:t>
            </w:r>
            <w:r w:rsidRPr="00EF2F0E">
              <w:t xml:space="preserve">. Exception is </w:t>
            </w:r>
            <w:r w:rsidRPr="00EF2F0E">
              <w:rPr>
                <w:rFonts w:ascii="Symbol" w:hAnsi="Symbol"/>
              </w:rPr>
              <w:t></w:t>
            </w:r>
            <w:r w:rsidRPr="00EF2F0E">
              <w:t xml:space="preserve">f ≥ 12.5MHz from both adjacent sub blocks on each side of the </w:t>
            </w:r>
            <w:r w:rsidRPr="00EF2F0E">
              <w:rPr>
                <w:i/>
              </w:rPr>
              <w:t>sub-block gap</w:t>
            </w:r>
            <w:r w:rsidRPr="00EF2F0E">
              <w:t xml:space="preserve">, where the </w:t>
            </w:r>
            <w:r w:rsidRPr="00EF2F0E">
              <w:rPr>
                <w:lang w:eastAsia="zh-CN"/>
              </w:rPr>
              <w:t xml:space="preserve">spurious emission </w:t>
            </w:r>
            <w:r w:rsidRPr="00EF2F0E">
              <w:rPr>
                <w:rFonts w:cs="v4.2.0"/>
                <w:i/>
              </w:rPr>
              <w:t>minimum requirement</w:t>
            </w:r>
            <w:r w:rsidRPr="00EF2F0E">
              <w:rPr>
                <w:lang w:eastAsia="zh-CN"/>
              </w:rPr>
              <w:t xml:space="preserve"> s in sub</w:t>
            </w:r>
            <w:r w:rsidRPr="00EF2F0E">
              <w:rPr>
                <w:rFonts w:cs="v5.0.0"/>
              </w:rPr>
              <w:t>clause 9.7.6</w:t>
            </w:r>
            <w:r w:rsidRPr="00EF2F0E">
              <w:rPr>
                <w:rFonts w:cs="v5.0.0"/>
                <w:lang w:eastAsia="zh-CN"/>
              </w:rPr>
              <w:t xml:space="preserve"> shall be met</w:t>
            </w:r>
            <w:r w:rsidRPr="00EF2F0E">
              <w:t>.</w:t>
            </w:r>
          </w:p>
          <w:p w14:paraId="0984E6B0" w14:textId="77777777" w:rsidR="00B15E99" w:rsidRPr="00EF2F0E" w:rsidRDefault="00B15E99" w:rsidP="00AB06FD">
            <w:pPr>
              <w:pStyle w:val="TAN"/>
              <w:rPr>
                <w:rFonts w:cs="v4.2.0"/>
              </w:rPr>
            </w:pPr>
            <w:r w:rsidRPr="00EF2F0E">
              <w:t>NOTE 2:</w:t>
            </w:r>
            <w:r w:rsidR="006E5225" w:rsidRPr="00EF2F0E">
              <w:tab/>
            </w:r>
            <w:r w:rsidRPr="00EF2F0E">
              <w:t xml:space="preserve">For a </w:t>
            </w:r>
            <w:r w:rsidRPr="00EF2F0E">
              <w:rPr>
                <w:i/>
              </w:rPr>
              <w:t>multi-band RIB</w:t>
            </w:r>
            <w:r w:rsidRPr="00EF2F0E">
              <w:t xml:space="preserve"> with </w:t>
            </w:r>
            <w:r w:rsidRPr="00EF2F0E">
              <w:rPr>
                <w:i/>
              </w:rPr>
              <w:t>Inter RF Bandwidth gap</w:t>
            </w:r>
            <w:r w:rsidRPr="00EF2F0E">
              <w:t xml:space="preserve"> &lt; 2×Δf</w:t>
            </w:r>
            <w:r w:rsidRPr="00EF2F0E">
              <w:rPr>
                <w:vertAlign w:val="subscript"/>
              </w:rPr>
              <w:t>OBUE</w:t>
            </w:r>
            <w:r w:rsidRPr="00EF2F0E">
              <w:t xml:space="preserve"> the </w:t>
            </w:r>
            <w:r w:rsidRPr="00EF2F0E">
              <w:rPr>
                <w:i/>
              </w:rPr>
              <w:t>minimum requirement</w:t>
            </w:r>
            <w:r w:rsidRPr="00EF2F0E">
              <w:t xml:space="preserve"> within the </w:t>
            </w:r>
            <w:r w:rsidRPr="00EF2F0E">
              <w:rPr>
                <w:i/>
              </w:rPr>
              <w:t>Inter RF Bandwidth gaps</w:t>
            </w:r>
            <w:r w:rsidRPr="00EF2F0E">
              <w:t xml:space="preserve"> is calculated as a cumulative sum of contributions from adjacent sub-blocks or </w:t>
            </w:r>
            <w:r w:rsidRPr="00EF2F0E">
              <w:rPr>
                <w:i/>
              </w:rPr>
              <w:t xml:space="preserve">Base Station RF Bandwidth </w:t>
            </w:r>
            <w:r w:rsidRPr="00EF2F0E">
              <w:t xml:space="preserve">on each side of the </w:t>
            </w:r>
            <w:r w:rsidRPr="00EF2F0E">
              <w:rPr>
                <w:i/>
              </w:rPr>
              <w:t>Inter RF Bandwidth gap</w:t>
            </w:r>
            <w:r w:rsidRPr="00EF2F0E">
              <w:rPr>
                <w:rFonts w:cs="v5.0.0"/>
              </w:rPr>
              <w:t xml:space="preserve">, where the contribution from the far-end sub-block </w:t>
            </w:r>
            <w:r w:rsidRPr="00EF2F0E">
              <w:t xml:space="preserve">or </w:t>
            </w:r>
            <w:r w:rsidRPr="00EF2F0E">
              <w:rPr>
                <w:i/>
              </w:rPr>
              <w:t>Base Station RF Bandwidth</w:t>
            </w:r>
            <w:r w:rsidRPr="00EF2F0E">
              <w:t xml:space="preserve"> </w:t>
            </w:r>
            <w:r w:rsidRPr="00EF2F0E">
              <w:rPr>
                <w:rFonts w:cs="v5.0.0"/>
              </w:rPr>
              <w:t>shall be scaled according to the measurement bandwidth of the near-end sub-block</w:t>
            </w:r>
            <w:r w:rsidRPr="00EF2F0E">
              <w:t xml:space="preserve"> or </w:t>
            </w:r>
            <w:r w:rsidRPr="00EF2F0E">
              <w:rPr>
                <w:i/>
              </w:rPr>
              <w:t>Base Station RF Bandwidth</w:t>
            </w:r>
            <w:r w:rsidRPr="00EF2F0E">
              <w:t>.</w:t>
            </w:r>
          </w:p>
        </w:tc>
      </w:tr>
    </w:tbl>
    <w:p w14:paraId="0984E6B2" w14:textId="77777777" w:rsidR="00B15E99" w:rsidRPr="00EF2F0E" w:rsidRDefault="00B15E99" w:rsidP="00B15E99"/>
    <w:p w14:paraId="0984E6B3" w14:textId="77777777" w:rsidR="00B15E99" w:rsidRPr="00EF2F0E" w:rsidRDefault="00B15E99" w:rsidP="00B15E99">
      <w:pPr>
        <w:pStyle w:val="TH"/>
      </w:pPr>
      <w:r w:rsidRPr="00EF2F0E">
        <w:t xml:space="preserve">Table 9.7.4.3.2-2: Spectrum emission mask values, 45 dBm </w:t>
      </w:r>
      <w:r w:rsidRPr="00EF2F0E">
        <w:sym w:font="Symbol" w:char="F0A3"/>
      </w:r>
      <w:r w:rsidRPr="00EF2F0E">
        <w:t xml:space="preserve"> P</w:t>
      </w:r>
      <w:r w:rsidRPr="00EF2F0E">
        <w:rPr>
          <w:vertAlign w:val="subscript"/>
        </w:rPr>
        <w:t>rated,c,TRP</w:t>
      </w:r>
      <w:r w:rsidRPr="00EF2F0E">
        <w:t xml:space="preserve"> &lt; 49 dBm for UTRA FDD bands</w:t>
      </w:r>
    </w:p>
    <w:tbl>
      <w:tblPr>
        <w:tblW w:w="94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749"/>
        <w:gridCol w:w="2124"/>
        <w:gridCol w:w="4265"/>
        <w:gridCol w:w="1334"/>
      </w:tblGrid>
      <w:tr w:rsidR="003401A4" w:rsidRPr="00EF2F0E" w14:paraId="0984E6B9" w14:textId="77777777" w:rsidTr="00AB06FD">
        <w:trPr>
          <w:cantSplit/>
          <w:trHeight w:val="113"/>
          <w:jc w:val="center"/>
        </w:trPr>
        <w:tc>
          <w:tcPr>
            <w:tcW w:w="1749" w:type="dxa"/>
            <w:shd w:val="clear" w:color="auto" w:fill="auto"/>
          </w:tcPr>
          <w:p w14:paraId="0984E6B4"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 xml:space="preserve">Frequency offset of measurement filter -3 dB point, </w:t>
            </w:r>
            <w:r w:rsidRPr="00EF2F0E">
              <w:rPr>
                <w:rFonts w:ascii="Arial" w:hAnsi="Arial" w:cs="v4.2.0"/>
                <w:b/>
                <w:sz w:val="18"/>
              </w:rPr>
              <w:sym w:font="Symbol" w:char="F044"/>
            </w:r>
            <w:r w:rsidRPr="00EF2F0E">
              <w:rPr>
                <w:rFonts w:ascii="Arial" w:hAnsi="Arial" w:cs="v4.2.0"/>
                <w:b/>
                <w:sz w:val="18"/>
              </w:rPr>
              <w:t>f</w:t>
            </w:r>
          </w:p>
        </w:tc>
        <w:tc>
          <w:tcPr>
            <w:tcW w:w="2124" w:type="dxa"/>
            <w:shd w:val="clear" w:color="auto" w:fill="auto"/>
          </w:tcPr>
          <w:p w14:paraId="0984E6B5"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Frequency offset of measurement filter centre frequency, f_offset</w:t>
            </w:r>
          </w:p>
        </w:tc>
        <w:tc>
          <w:tcPr>
            <w:tcW w:w="4265" w:type="dxa"/>
            <w:shd w:val="clear" w:color="auto" w:fill="auto"/>
          </w:tcPr>
          <w:p w14:paraId="0984E6B6"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i/>
                <w:sz w:val="18"/>
              </w:rPr>
              <w:t xml:space="preserve"> minimum requirement</w:t>
            </w:r>
            <w:r w:rsidRPr="00EF2F0E">
              <w:rPr>
                <w:rFonts w:ascii="Arial" w:hAnsi="Arial" w:cs="Arial"/>
                <w:b/>
                <w:sz w:val="18"/>
              </w:rPr>
              <w:t xml:space="preserve"> (NOTE 1, 2)</w:t>
            </w:r>
          </w:p>
        </w:tc>
        <w:tc>
          <w:tcPr>
            <w:tcW w:w="1334" w:type="dxa"/>
            <w:shd w:val="clear" w:color="auto" w:fill="auto"/>
          </w:tcPr>
          <w:p w14:paraId="0984E6B7" w14:textId="77777777" w:rsidR="00B15E99" w:rsidRPr="00EF2F0E" w:rsidRDefault="00B15E99" w:rsidP="00AB06FD">
            <w:pPr>
              <w:keepNext/>
              <w:keepLines/>
              <w:spacing w:after="0"/>
              <w:jc w:val="center"/>
              <w:rPr>
                <w:rFonts w:ascii="Arial" w:hAnsi="Arial" w:cs="v4.2.0"/>
                <w:b/>
                <w:sz w:val="18"/>
              </w:rPr>
            </w:pPr>
            <w:r w:rsidRPr="00EF2F0E">
              <w:rPr>
                <w:rFonts w:ascii="Arial" w:hAnsi="Arial" w:cs="v4.2.0"/>
                <w:b/>
                <w:sz w:val="18"/>
              </w:rPr>
              <w:t>Measurement bandwidth</w:t>
            </w:r>
          </w:p>
          <w:p w14:paraId="0984E6B8"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(NOTE 4)</w:t>
            </w:r>
          </w:p>
        </w:tc>
      </w:tr>
      <w:tr w:rsidR="003401A4" w:rsidRPr="00EF2F0E" w14:paraId="0984E6BE" w14:textId="77777777" w:rsidTr="00AB06FD">
        <w:trPr>
          <w:cantSplit/>
          <w:trHeight w:val="113"/>
          <w:jc w:val="center"/>
        </w:trPr>
        <w:tc>
          <w:tcPr>
            <w:tcW w:w="1749" w:type="dxa"/>
            <w:shd w:val="clear" w:color="auto" w:fill="auto"/>
          </w:tcPr>
          <w:p w14:paraId="0984E6BA"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2.5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f &lt; 2.7 MHz</w:t>
            </w:r>
          </w:p>
        </w:tc>
        <w:tc>
          <w:tcPr>
            <w:tcW w:w="2124" w:type="dxa"/>
            <w:shd w:val="clear" w:color="auto" w:fill="auto"/>
          </w:tcPr>
          <w:p w14:paraId="0984E6BB"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2.515MHz </w:t>
            </w:r>
            <w:r w:rsidRPr="00EF2F0E">
              <w:rPr>
                <w:rFonts w:ascii="Arial" w:hAnsi="Arial" w:cs="v4.2.0"/>
                <w:sz w:val="18"/>
              </w:rPr>
              <w:sym w:font="Symbol" w:char="F0A3"/>
            </w:r>
            <w:r w:rsidRPr="00EF2F0E">
              <w:rPr>
                <w:rFonts w:ascii="Arial" w:hAnsi="Arial" w:cs="v4.2.0"/>
                <w:sz w:val="18"/>
              </w:rPr>
              <w:t xml:space="preserve"> f_offset &lt; 2.715MHz </w:t>
            </w:r>
          </w:p>
        </w:tc>
        <w:tc>
          <w:tcPr>
            <w:tcW w:w="4265" w:type="dxa"/>
            <w:shd w:val="clear" w:color="auto" w:fill="auto"/>
          </w:tcPr>
          <w:p w14:paraId="0984E6BC"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-8 dBm</w:t>
            </w:r>
          </w:p>
        </w:tc>
        <w:tc>
          <w:tcPr>
            <w:tcW w:w="1334" w:type="dxa"/>
            <w:shd w:val="clear" w:color="auto" w:fill="auto"/>
          </w:tcPr>
          <w:p w14:paraId="0984E6BD"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30 kHz </w:t>
            </w:r>
          </w:p>
        </w:tc>
      </w:tr>
      <w:tr w:rsidR="003401A4" w:rsidRPr="00EF2F0E" w14:paraId="0984E6C3" w14:textId="77777777" w:rsidTr="00AB06FD">
        <w:trPr>
          <w:cantSplit/>
          <w:trHeight w:val="113"/>
          <w:jc w:val="center"/>
        </w:trPr>
        <w:tc>
          <w:tcPr>
            <w:tcW w:w="1749" w:type="dxa"/>
            <w:shd w:val="clear" w:color="auto" w:fill="auto"/>
          </w:tcPr>
          <w:p w14:paraId="0984E6BF"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2.7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f &lt; 3.5 MHz</w:t>
            </w:r>
          </w:p>
        </w:tc>
        <w:tc>
          <w:tcPr>
            <w:tcW w:w="2124" w:type="dxa"/>
            <w:shd w:val="clear" w:color="auto" w:fill="auto"/>
          </w:tcPr>
          <w:p w14:paraId="0984E6C0"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2.715MHz </w:t>
            </w:r>
            <w:r w:rsidRPr="00EF2F0E">
              <w:rPr>
                <w:rFonts w:ascii="Arial" w:hAnsi="Arial" w:cs="v4.2.0"/>
                <w:sz w:val="18"/>
              </w:rPr>
              <w:sym w:font="Symbol" w:char="F0A3"/>
            </w:r>
            <w:r w:rsidRPr="00EF2F0E">
              <w:rPr>
                <w:rFonts w:ascii="Arial" w:hAnsi="Arial" w:cs="v4.2.0"/>
                <w:sz w:val="18"/>
              </w:rPr>
              <w:t xml:space="preserve"> f_offset &lt; 3.515MHz</w:t>
            </w:r>
          </w:p>
        </w:tc>
        <w:tc>
          <w:tcPr>
            <w:tcW w:w="4265" w:type="dxa"/>
            <w:shd w:val="clear" w:color="auto" w:fill="auto"/>
          </w:tcPr>
          <w:p w14:paraId="0984E6C1" w14:textId="77777777" w:rsidR="00B15E99" w:rsidRPr="00EF2F0E" w:rsidRDefault="00B15E99" w:rsidP="00AB06FD">
            <w:pPr>
              <w:keepNext/>
              <w:keepLines/>
              <w:spacing w:after="0"/>
              <w:jc w:val="center"/>
              <w:rPr>
                <w:rFonts w:ascii="Arial" w:hAnsi="Arial" w:cs="Arial"/>
                <w:sz w:val="18"/>
              </w:rPr>
            </w:pPr>
            <w:r w:rsidRPr="00EF2F0E">
              <w:rPr>
                <w:rFonts w:cs="Arial"/>
                <w:position w:val="-28"/>
              </w:rPr>
              <w:object w:dxaOrig="3560" w:dyaOrig="680" w14:anchorId="098511EC">
                <v:shape id="_x0000_i1077" type="#_x0000_t75" style="width:131.8pt;height:26.25pt" o:ole="" fillcolor="window">
                  <v:imagedata r:id="rId110" o:title=""/>
                </v:shape>
                <o:OLEObject Type="Embed" ProgID="Equation.3" ShapeID="_x0000_i1077" DrawAspect="Content" ObjectID="_1717663599" r:id="rId112"/>
              </w:object>
            </w:r>
          </w:p>
        </w:tc>
        <w:tc>
          <w:tcPr>
            <w:tcW w:w="1334" w:type="dxa"/>
            <w:shd w:val="clear" w:color="auto" w:fill="auto"/>
          </w:tcPr>
          <w:p w14:paraId="0984E6C2"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30 kHz </w:t>
            </w:r>
          </w:p>
        </w:tc>
      </w:tr>
      <w:tr w:rsidR="003401A4" w:rsidRPr="00EF2F0E" w14:paraId="0984E6C8" w14:textId="77777777" w:rsidTr="00AB06FD">
        <w:trPr>
          <w:cantSplit/>
          <w:trHeight w:val="113"/>
          <w:jc w:val="center"/>
        </w:trPr>
        <w:tc>
          <w:tcPr>
            <w:tcW w:w="1749" w:type="dxa"/>
            <w:shd w:val="clear" w:color="auto" w:fill="auto"/>
          </w:tcPr>
          <w:p w14:paraId="0984E6C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(NOTE 3)</w:t>
            </w:r>
          </w:p>
        </w:tc>
        <w:tc>
          <w:tcPr>
            <w:tcW w:w="2124" w:type="dxa"/>
            <w:shd w:val="clear" w:color="auto" w:fill="auto"/>
          </w:tcPr>
          <w:p w14:paraId="0984E6C5"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3.515MHz </w:t>
            </w:r>
            <w:r w:rsidRPr="00EF2F0E">
              <w:rPr>
                <w:rFonts w:ascii="Arial" w:hAnsi="Arial" w:cs="v4.2.0"/>
                <w:sz w:val="18"/>
              </w:rPr>
              <w:sym w:font="Symbol" w:char="F0A3"/>
            </w:r>
            <w:r w:rsidRPr="00EF2F0E">
              <w:rPr>
                <w:rFonts w:ascii="Arial" w:hAnsi="Arial" w:cs="v4.2.0"/>
                <w:sz w:val="18"/>
              </w:rPr>
              <w:t xml:space="preserve"> f_offset &lt; 4.0MHz </w:t>
            </w:r>
          </w:p>
        </w:tc>
        <w:tc>
          <w:tcPr>
            <w:tcW w:w="4265" w:type="dxa"/>
            <w:shd w:val="clear" w:color="auto" w:fill="auto"/>
          </w:tcPr>
          <w:p w14:paraId="0984E6C6"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-20 dBm</w:t>
            </w:r>
          </w:p>
        </w:tc>
        <w:tc>
          <w:tcPr>
            <w:tcW w:w="1334" w:type="dxa"/>
            <w:shd w:val="clear" w:color="auto" w:fill="auto"/>
          </w:tcPr>
          <w:p w14:paraId="0984E6C7"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30 kHz </w:t>
            </w:r>
          </w:p>
        </w:tc>
      </w:tr>
      <w:tr w:rsidR="003401A4" w:rsidRPr="00EF2F0E" w14:paraId="0984E6CD" w14:textId="77777777" w:rsidTr="00AB06FD">
        <w:trPr>
          <w:cantSplit/>
          <w:trHeight w:val="113"/>
          <w:jc w:val="center"/>
        </w:trPr>
        <w:tc>
          <w:tcPr>
            <w:tcW w:w="1749" w:type="dxa"/>
            <w:shd w:val="clear" w:color="auto" w:fill="auto"/>
          </w:tcPr>
          <w:p w14:paraId="0984E6C9"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3.5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f &lt; 7.5 MHz</w:t>
            </w:r>
          </w:p>
        </w:tc>
        <w:tc>
          <w:tcPr>
            <w:tcW w:w="2124" w:type="dxa"/>
            <w:shd w:val="clear" w:color="auto" w:fill="auto"/>
          </w:tcPr>
          <w:p w14:paraId="0984E6CA"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4.0 MHz </w:t>
            </w:r>
            <w:r w:rsidRPr="00EF2F0E">
              <w:rPr>
                <w:rFonts w:ascii="Arial" w:hAnsi="Arial" w:cs="v4.2.0"/>
                <w:sz w:val="18"/>
              </w:rPr>
              <w:sym w:font="Symbol" w:char="F0A3"/>
            </w:r>
            <w:r w:rsidRPr="00EF2F0E">
              <w:rPr>
                <w:rFonts w:ascii="Arial" w:hAnsi="Arial" w:cs="v4.2.0"/>
                <w:sz w:val="18"/>
              </w:rPr>
              <w:t xml:space="preserve"> f_offset &lt; 8.0MHz</w:t>
            </w:r>
          </w:p>
        </w:tc>
        <w:tc>
          <w:tcPr>
            <w:tcW w:w="4265" w:type="dxa"/>
            <w:shd w:val="clear" w:color="auto" w:fill="auto"/>
          </w:tcPr>
          <w:p w14:paraId="0984E6CB"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-7 dBm</w:t>
            </w:r>
          </w:p>
        </w:tc>
        <w:tc>
          <w:tcPr>
            <w:tcW w:w="1334" w:type="dxa"/>
            <w:shd w:val="clear" w:color="auto" w:fill="auto"/>
          </w:tcPr>
          <w:p w14:paraId="0984E6CC"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1 MHz </w:t>
            </w:r>
          </w:p>
        </w:tc>
      </w:tr>
      <w:tr w:rsidR="003401A4" w:rsidRPr="00EF2F0E" w14:paraId="0984E6D2" w14:textId="77777777" w:rsidTr="00AB06FD">
        <w:trPr>
          <w:cantSplit/>
          <w:trHeight w:val="113"/>
          <w:jc w:val="center"/>
        </w:trPr>
        <w:tc>
          <w:tcPr>
            <w:tcW w:w="1749" w:type="dxa"/>
            <w:shd w:val="clear" w:color="auto" w:fill="auto"/>
          </w:tcPr>
          <w:p w14:paraId="0984E6CE"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7.5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124" w:type="dxa"/>
            <w:shd w:val="clear" w:color="auto" w:fill="auto"/>
          </w:tcPr>
          <w:p w14:paraId="0984E6CF"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8.0MHz </w:t>
            </w:r>
            <w:r w:rsidRPr="00EF2F0E">
              <w:rPr>
                <w:rFonts w:ascii="Arial" w:hAnsi="Arial" w:cs="v4.2.0"/>
                <w:sz w:val="18"/>
              </w:rPr>
              <w:sym w:font="Symbol" w:char="F0A3"/>
            </w:r>
            <w:r w:rsidRPr="00EF2F0E">
              <w:rPr>
                <w:rFonts w:ascii="Arial" w:hAnsi="Arial" w:cs="v4.2.0"/>
                <w:sz w:val="18"/>
              </w:rPr>
              <w:t xml:space="preserve"> f_offset &lt; f_offset</w:t>
            </w:r>
            <w:r w:rsidRPr="00EF2F0E">
              <w:rPr>
                <w:rFonts w:ascii="Arial" w:hAnsi="Arial" w:cs="v4.2.0"/>
                <w:sz w:val="18"/>
                <w:vertAlign w:val="subscript"/>
              </w:rPr>
              <w:t>max</w:t>
            </w:r>
            <w:r w:rsidRPr="00EF2F0E">
              <w:rPr>
                <w:rFonts w:ascii="Arial" w:hAnsi="Arial" w:cs="v4.2.0"/>
                <w:sz w:val="18"/>
              </w:rPr>
              <w:t xml:space="preserve"> </w:t>
            </w:r>
          </w:p>
        </w:tc>
        <w:tc>
          <w:tcPr>
            <w:tcW w:w="4265" w:type="dxa"/>
            <w:shd w:val="clear" w:color="auto" w:fill="auto"/>
          </w:tcPr>
          <w:p w14:paraId="0984E6D0"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v4.2.0"/>
                <w:sz w:val="18"/>
                <w:vertAlign w:val="subscript"/>
              </w:rPr>
              <w:t xml:space="preserve"> </w:t>
            </w:r>
            <w:r w:rsidRPr="00EF2F0E">
              <w:rPr>
                <w:rFonts w:ascii="Arial" w:hAnsi="Arial" w:cs="v4.2.0"/>
                <w:sz w:val="18"/>
              </w:rPr>
              <w:t xml:space="preserve">  - 56 dB</w:t>
            </w:r>
          </w:p>
        </w:tc>
        <w:tc>
          <w:tcPr>
            <w:tcW w:w="1334" w:type="dxa"/>
            <w:shd w:val="clear" w:color="auto" w:fill="auto"/>
          </w:tcPr>
          <w:p w14:paraId="0984E6D1"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1 MHz </w:t>
            </w:r>
          </w:p>
        </w:tc>
      </w:tr>
      <w:tr w:rsidR="00B15E99" w:rsidRPr="00EF2F0E" w14:paraId="0984E6D5" w14:textId="77777777" w:rsidTr="00AB06FD">
        <w:trPr>
          <w:cantSplit/>
          <w:trHeight w:val="113"/>
          <w:jc w:val="center"/>
        </w:trPr>
        <w:tc>
          <w:tcPr>
            <w:tcW w:w="9472" w:type="dxa"/>
            <w:gridSpan w:val="4"/>
            <w:shd w:val="clear" w:color="auto" w:fill="auto"/>
          </w:tcPr>
          <w:p w14:paraId="0984E6D3"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the </w:t>
            </w:r>
            <w:r w:rsidRPr="00EF2F0E">
              <w:rPr>
                <w:rFonts w:ascii="Arial" w:hAnsi="Arial" w:cs="v4.2.0"/>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within any operating band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12.5MHz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sz w:val="18"/>
                <w:lang w:eastAsia="zh-CN"/>
              </w:rPr>
              <w:t>spurious emission</w:t>
            </w:r>
            <w:r w:rsidRPr="00EF2F0E">
              <w:rPr>
                <w:rFonts w:ascii="Arial" w:hAnsi="Arial" w:cs="v4.2.0"/>
                <w:i/>
                <w:sz w:val="18"/>
              </w:rPr>
              <w:t xml:space="preserve"> minimum requirement</w:t>
            </w:r>
            <w:r w:rsidRPr="00EF2F0E">
              <w:rPr>
                <w:rFonts w:ascii="Arial" w:hAnsi="Arial" w:cs="Arial"/>
                <w:sz w:val="18"/>
                <w:lang w:eastAsia="zh-CN"/>
              </w:rPr>
              <w:t xml:space="preserve"> in sub</w:t>
            </w:r>
            <w:r w:rsidRPr="00EF2F0E">
              <w:rPr>
                <w:rFonts w:ascii="Arial" w:hAnsi="Arial" w:cs="v5.0.0"/>
                <w:sz w:val="18"/>
              </w:rPr>
              <w:t>clause 9.7.6</w:t>
            </w:r>
            <w:r w:rsidRPr="00EF2F0E">
              <w:rPr>
                <w:rFonts w:ascii="Arial" w:hAnsi="Arial" w:cs="v5.0.0"/>
                <w:sz w:val="18"/>
                <w:lang w:eastAsia="zh-CN"/>
              </w:rPr>
              <w:t xml:space="preserve"> shall be met</w:t>
            </w:r>
            <w:r w:rsidRPr="00EF2F0E">
              <w:rPr>
                <w:rFonts w:ascii="Arial" w:hAnsi="Arial" w:cs="Arial"/>
                <w:sz w:val="18"/>
              </w:rPr>
              <w:t>.</w:t>
            </w:r>
          </w:p>
          <w:p w14:paraId="0984E6D4"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006E5225" w:rsidRPr="00EF2F0E">
              <w:rPr>
                <w:rFonts w:ascii="Arial" w:hAnsi="Arial" w:cs="Arial"/>
                <w:sz w:val="18"/>
              </w:rPr>
              <w:tab/>
            </w:r>
            <w:r w:rsidRPr="00EF2F0E">
              <w:rPr>
                <w:rFonts w:ascii="Arial" w:hAnsi="Arial" w:cs="Arial"/>
                <w:sz w:val="18"/>
              </w:rPr>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w:t>
            </w:r>
            <w:r w:rsidRPr="00EF2F0E">
              <w:rPr>
                <w:rFonts w:ascii="Arial" w:hAnsi="Arial" w:cs="Arial"/>
                <w:i/>
                <w:sz w:val="18"/>
              </w:rPr>
              <w:t xml:space="preserve"> 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rPr>
              <w:t>Inter RF Bandwidth gap</w:t>
            </w:r>
            <w:r w:rsidRPr="00EF2F0E">
              <w:rPr>
                <w:rFonts w:ascii="Arial" w:hAnsi="Arial" w:cs="v5.0.0"/>
                <w:sz w:val="18"/>
              </w:rPr>
              <w:t xml:space="preserve">, where the contribution from the far-end sub-block </w:t>
            </w:r>
            <w:r w:rsidRPr="00EF2F0E">
              <w:rPr>
                <w:rFonts w:ascii="Arial" w:hAnsi="Arial" w:cs="Arial"/>
                <w:sz w:val="18"/>
              </w:rPr>
              <w:t xml:space="preserve">or </w:t>
            </w:r>
            <w:r w:rsidRPr="00EF2F0E">
              <w:rPr>
                <w:rFonts w:ascii="Arial" w:hAnsi="Arial"/>
                <w:i/>
                <w:sz w:val="18"/>
              </w:rPr>
              <w:t>Base Station RF Bandwidth</w:t>
            </w:r>
            <w:r w:rsidRPr="00EF2F0E">
              <w:rPr>
                <w:rFonts w:ascii="Arial" w:hAnsi="Arial" w:cs="Arial"/>
                <w:sz w:val="18"/>
              </w:rPr>
              <w:t xml:space="preserve"> </w:t>
            </w:r>
            <w:r w:rsidRPr="00EF2F0E">
              <w:rPr>
                <w:rFonts w:ascii="Arial" w:hAnsi="Arial" w:cs="v5.0.0"/>
                <w:sz w:val="18"/>
              </w:rPr>
              <w:t>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6D6" w14:textId="77777777" w:rsidR="00B15E99" w:rsidRPr="00EF2F0E" w:rsidRDefault="00B15E99" w:rsidP="00B15E99">
      <w:pPr>
        <w:rPr>
          <w:rFonts w:cs="v4.2.0"/>
        </w:rPr>
      </w:pPr>
    </w:p>
    <w:p w14:paraId="0984E6D7" w14:textId="77777777" w:rsidR="00B15E99" w:rsidRPr="00EF2F0E" w:rsidRDefault="00B15E99" w:rsidP="00B15E99">
      <w:pPr>
        <w:pStyle w:val="TH"/>
      </w:pPr>
      <w:r w:rsidRPr="00EF2F0E">
        <w:t xml:space="preserve">Table 9.7.4.3.2-3: Spectrum emission mask values, 37 dBm </w:t>
      </w:r>
      <w:r w:rsidRPr="00EF2F0E">
        <w:sym w:font="Symbol" w:char="F0A3"/>
      </w:r>
      <w:r w:rsidRPr="00EF2F0E">
        <w:t xml:space="preserve"> P</w:t>
      </w:r>
      <w:r w:rsidRPr="00EF2F0E">
        <w:rPr>
          <w:vertAlign w:val="subscript"/>
        </w:rPr>
        <w:t>rated,c,TRP</w:t>
      </w:r>
      <w:r w:rsidRPr="00EF2F0E">
        <w:t xml:space="preserve"> &lt; 45 dBm for UTRA FDD bands</w:t>
      </w:r>
    </w:p>
    <w:tbl>
      <w:tblPr>
        <w:tblW w:w="949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127"/>
        <w:gridCol w:w="1984"/>
        <w:gridCol w:w="4040"/>
        <w:gridCol w:w="1348"/>
      </w:tblGrid>
      <w:tr w:rsidR="003401A4" w:rsidRPr="00EF2F0E" w14:paraId="0984E6DD" w14:textId="77777777" w:rsidTr="00AB06FD">
        <w:trPr>
          <w:cantSplit/>
          <w:trHeight w:val="113"/>
          <w:jc w:val="center"/>
        </w:trPr>
        <w:tc>
          <w:tcPr>
            <w:tcW w:w="2127" w:type="dxa"/>
            <w:shd w:val="clear" w:color="auto" w:fill="auto"/>
          </w:tcPr>
          <w:p w14:paraId="0984E6D8"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Frequency offset of measurement filter -3 dB point,</w:t>
            </w:r>
            <w:r w:rsidRPr="00EF2F0E">
              <w:rPr>
                <w:rFonts w:ascii="Arial" w:hAnsi="Arial" w:cs="v4.2.0"/>
                <w:b/>
                <w:sz w:val="18"/>
              </w:rPr>
              <w:sym w:font="Symbol" w:char="F044"/>
            </w:r>
            <w:r w:rsidRPr="00EF2F0E">
              <w:rPr>
                <w:rFonts w:ascii="Arial" w:hAnsi="Arial" w:cs="v4.2.0"/>
                <w:b/>
                <w:sz w:val="18"/>
              </w:rPr>
              <w:t>f</w:t>
            </w:r>
          </w:p>
        </w:tc>
        <w:tc>
          <w:tcPr>
            <w:tcW w:w="1984" w:type="dxa"/>
            <w:shd w:val="clear" w:color="auto" w:fill="auto"/>
          </w:tcPr>
          <w:p w14:paraId="0984E6D9"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Frequency offset of measurement filter centre frequency, f_offset</w:t>
            </w:r>
          </w:p>
        </w:tc>
        <w:tc>
          <w:tcPr>
            <w:tcW w:w="4040" w:type="dxa"/>
            <w:shd w:val="clear" w:color="auto" w:fill="auto"/>
          </w:tcPr>
          <w:p w14:paraId="0984E6DA"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i/>
                <w:sz w:val="18"/>
              </w:rPr>
              <w:t xml:space="preserve"> Minimum requirement</w:t>
            </w:r>
            <w:r w:rsidRPr="00EF2F0E">
              <w:rPr>
                <w:rFonts w:ascii="Arial" w:hAnsi="Arial" w:cs="Arial"/>
                <w:b/>
                <w:sz w:val="18"/>
              </w:rPr>
              <w:t xml:space="preserve"> (NOTE 1, 2)</w:t>
            </w:r>
          </w:p>
        </w:tc>
        <w:tc>
          <w:tcPr>
            <w:tcW w:w="1348" w:type="dxa"/>
            <w:shd w:val="clear" w:color="auto" w:fill="auto"/>
          </w:tcPr>
          <w:p w14:paraId="0984E6DB" w14:textId="77777777" w:rsidR="00B15E99" w:rsidRPr="00EF2F0E" w:rsidRDefault="00B15E99" w:rsidP="00AB06FD">
            <w:pPr>
              <w:keepNext/>
              <w:keepLines/>
              <w:spacing w:after="0"/>
              <w:jc w:val="center"/>
              <w:rPr>
                <w:rFonts w:ascii="Arial" w:hAnsi="Arial" w:cs="v4.2.0"/>
                <w:b/>
                <w:sz w:val="18"/>
              </w:rPr>
            </w:pPr>
            <w:r w:rsidRPr="00EF2F0E">
              <w:rPr>
                <w:rFonts w:ascii="Arial" w:hAnsi="Arial" w:cs="v4.2.0"/>
                <w:b/>
                <w:sz w:val="18"/>
              </w:rPr>
              <w:t>Measurement bandwidth</w:t>
            </w:r>
          </w:p>
          <w:p w14:paraId="0984E6DC"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(NOTE 4)</w:t>
            </w:r>
          </w:p>
        </w:tc>
      </w:tr>
      <w:tr w:rsidR="003401A4" w:rsidRPr="00EF2F0E" w14:paraId="0984E6E2" w14:textId="77777777" w:rsidTr="00AB06FD">
        <w:trPr>
          <w:cantSplit/>
          <w:trHeight w:val="113"/>
          <w:jc w:val="center"/>
        </w:trPr>
        <w:tc>
          <w:tcPr>
            <w:tcW w:w="2127" w:type="dxa"/>
            <w:shd w:val="clear" w:color="auto" w:fill="auto"/>
          </w:tcPr>
          <w:p w14:paraId="0984E6DE"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2.5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f &lt; 2.7 MHz</w:t>
            </w:r>
          </w:p>
        </w:tc>
        <w:tc>
          <w:tcPr>
            <w:tcW w:w="1984" w:type="dxa"/>
            <w:shd w:val="clear" w:color="auto" w:fill="auto"/>
          </w:tcPr>
          <w:p w14:paraId="0984E6DF"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2.515MHz </w:t>
            </w:r>
            <w:r w:rsidRPr="00EF2F0E">
              <w:rPr>
                <w:rFonts w:ascii="Arial" w:hAnsi="Arial" w:cs="v4.2.0"/>
                <w:sz w:val="18"/>
              </w:rPr>
              <w:sym w:font="Symbol" w:char="F0A3"/>
            </w:r>
            <w:r w:rsidRPr="00EF2F0E">
              <w:rPr>
                <w:rFonts w:ascii="Arial" w:hAnsi="Arial" w:cs="v4.2.0"/>
                <w:sz w:val="18"/>
              </w:rPr>
              <w:t xml:space="preserve"> f_offset &lt; 2.715MHz </w:t>
            </w:r>
          </w:p>
        </w:tc>
        <w:tc>
          <w:tcPr>
            <w:tcW w:w="4040" w:type="dxa"/>
            <w:shd w:val="clear" w:color="auto" w:fill="auto"/>
          </w:tcPr>
          <w:p w14:paraId="0984E6E0"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v4.2.0"/>
                <w:sz w:val="18"/>
                <w:vertAlign w:val="subscript"/>
              </w:rPr>
              <w:t xml:space="preserve"> </w:t>
            </w:r>
            <w:r w:rsidRPr="00EF2F0E">
              <w:rPr>
                <w:rFonts w:ascii="Arial" w:hAnsi="Arial" w:cs="v4.2.0"/>
                <w:sz w:val="18"/>
              </w:rPr>
              <w:t xml:space="preserve"> - 53 dB</w:t>
            </w:r>
          </w:p>
        </w:tc>
        <w:tc>
          <w:tcPr>
            <w:tcW w:w="1348" w:type="dxa"/>
            <w:shd w:val="clear" w:color="auto" w:fill="auto"/>
          </w:tcPr>
          <w:p w14:paraId="0984E6E1"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30 kHz </w:t>
            </w:r>
          </w:p>
        </w:tc>
      </w:tr>
      <w:tr w:rsidR="003401A4" w:rsidRPr="00EF2F0E" w14:paraId="0984E6E7" w14:textId="77777777" w:rsidTr="00AB06FD">
        <w:trPr>
          <w:cantSplit/>
          <w:trHeight w:val="113"/>
          <w:jc w:val="center"/>
        </w:trPr>
        <w:tc>
          <w:tcPr>
            <w:tcW w:w="2127" w:type="dxa"/>
            <w:shd w:val="clear" w:color="auto" w:fill="auto"/>
          </w:tcPr>
          <w:p w14:paraId="0984E6E3"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2.7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f &lt; 3.5 MHz</w:t>
            </w:r>
          </w:p>
        </w:tc>
        <w:tc>
          <w:tcPr>
            <w:tcW w:w="1984" w:type="dxa"/>
            <w:shd w:val="clear" w:color="auto" w:fill="auto"/>
          </w:tcPr>
          <w:p w14:paraId="0984E6E4"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2.715MHz </w:t>
            </w:r>
            <w:r w:rsidRPr="00EF2F0E">
              <w:rPr>
                <w:rFonts w:ascii="Arial" w:hAnsi="Arial" w:cs="v4.2.0"/>
                <w:sz w:val="18"/>
              </w:rPr>
              <w:sym w:font="Symbol" w:char="F0A3"/>
            </w:r>
            <w:r w:rsidRPr="00EF2F0E">
              <w:rPr>
                <w:rFonts w:ascii="Arial" w:hAnsi="Arial" w:cs="v4.2.0"/>
                <w:sz w:val="18"/>
              </w:rPr>
              <w:t xml:space="preserve"> f_offset &lt; 3.515MHz</w:t>
            </w:r>
          </w:p>
        </w:tc>
        <w:tc>
          <w:tcPr>
            <w:tcW w:w="4040" w:type="dxa"/>
            <w:shd w:val="clear" w:color="auto" w:fill="auto"/>
          </w:tcPr>
          <w:p w14:paraId="0984E6E5" w14:textId="77777777" w:rsidR="00B15E99" w:rsidRPr="00EF2F0E" w:rsidRDefault="00B15E99" w:rsidP="00AB06FD">
            <w:pPr>
              <w:keepNext/>
              <w:keepLines/>
              <w:spacing w:after="0"/>
              <w:jc w:val="center"/>
              <w:rPr>
                <w:rFonts w:ascii="Arial" w:hAnsi="Arial" w:cs="Arial"/>
                <w:sz w:val="18"/>
              </w:rPr>
            </w:pPr>
            <w:r w:rsidRPr="00EF2F0E">
              <w:rPr>
                <w:rFonts w:cs="Arial"/>
              </w:rPr>
              <w:t>P</w:t>
            </w:r>
            <w:r w:rsidRPr="00EF2F0E">
              <w:rPr>
                <w:rFonts w:cs="Arial"/>
                <w:vertAlign w:val="subscript"/>
              </w:rPr>
              <w:t>rated,c,TRP</w:t>
            </w:r>
            <w:r w:rsidRPr="00EF2F0E">
              <w:rPr>
                <w:rFonts w:cs="Arial"/>
              </w:rPr>
              <w:t>-53dB-15*(f_offset/MHz-2,715)dB</w:t>
            </w:r>
          </w:p>
        </w:tc>
        <w:tc>
          <w:tcPr>
            <w:tcW w:w="1348" w:type="dxa"/>
            <w:shd w:val="clear" w:color="auto" w:fill="auto"/>
          </w:tcPr>
          <w:p w14:paraId="0984E6E6"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30 kHz </w:t>
            </w:r>
          </w:p>
        </w:tc>
      </w:tr>
      <w:tr w:rsidR="003401A4" w:rsidRPr="00EF2F0E" w14:paraId="0984E6EC" w14:textId="77777777" w:rsidTr="00AB06FD">
        <w:trPr>
          <w:cantSplit/>
          <w:trHeight w:val="113"/>
          <w:jc w:val="center"/>
        </w:trPr>
        <w:tc>
          <w:tcPr>
            <w:tcW w:w="2127" w:type="dxa"/>
            <w:shd w:val="clear" w:color="auto" w:fill="auto"/>
          </w:tcPr>
          <w:p w14:paraId="0984E6E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(NOTE 3)</w:t>
            </w:r>
          </w:p>
        </w:tc>
        <w:tc>
          <w:tcPr>
            <w:tcW w:w="1984" w:type="dxa"/>
            <w:shd w:val="clear" w:color="auto" w:fill="auto"/>
          </w:tcPr>
          <w:p w14:paraId="0984E6E9"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3.515MHz </w:t>
            </w:r>
            <w:r w:rsidRPr="00EF2F0E">
              <w:rPr>
                <w:rFonts w:ascii="Arial" w:hAnsi="Arial" w:cs="v4.2.0"/>
                <w:sz w:val="18"/>
              </w:rPr>
              <w:sym w:font="Symbol" w:char="F0A3"/>
            </w:r>
            <w:r w:rsidRPr="00EF2F0E">
              <w:rPr>
                <w:rFonts w:ascii="Arial" w:hAnsi="Arial" w:cs="v4.2.0"/>
                <w:sz w:val="18"/>
              </w:rPr>
              <w:t xml:space="preserve"> f_offset &lt; 4.0MHz </w:t>
            </w:r>
          </w:p>
        </w:tc>
        <w:tc>
          <w:tcPr>
            <w:tcW w:w="4040" w:type="dxa"/>
            <w:shd w:val="clear" w:color="auto" w:fill="auto"/>
          </w:tcPr>
          <w:p w14:paraId="0984E6EA"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v4.2.0"/>
                <w:sz w:val="18"/>
                <w:vertAlign w:val="subscript"/>
              </w:rPr>
              <w:t xml:space="preserve"> </w:t>
            </w:r>
            <w:r w:rsidRPr="00EF2F0E">
              <w:rPr>
                <w:rFonts w:ascii="Arial" w:hAnsi="Arial" w:cs="v4.2.0"/>
                <w:sz w:val="18"/>
              </w:rPr>
              <w:t>- 65 dB</w:t>
            </w:r>
          </w:p>
        </w:tc>
        <w:tc>
          <w:tcPr>
            <w:tcW w:w="1348" w:type="dxa"/>
            <w:shd w:val="clear" w:color="auto" w:fill="auto"/>
          </w:tcPr>
          <w:p w14:paraId="0984E6EB"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30 kHz </w:t>
            </w:r>
          </w:p>
        </w:tc>
      </w:tr>
      <w:tr w:rsidR="003401A4" w:rsidRPr="00EF2F0E" w14:paraId="0984E6F1" w14:textId="77777777" w:rsidTr="00AB06FD">
        <w:trPr>
          <w:cantSplit/>
          <w:trHeight w:val="113"/>
          <w:jc w:val="center"/>
        </w:trPr>
        <w:tc>
          <w:tcPr>
            <w:tcW w:w="2127" w:type="dxa"/>
            <w:shd w:val="clear" w:color="auto" w:fill="auto"/>
          </w:tcPr>
          <w:p w14:paraId="0984E6ED"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3.5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f &lt; 7.5 MHz</w:t>
            </w:r>
          </w:p>
        </w:tc>
        <w:tc>
          <w:tcPr>
            <w:tcW w:w="1984" w:type="dxa"/>
            <w:shd w:val="clear" w:color="auto" w:fill="auto"/>
          </w:tcPr>
          <w:p w14:paraId="0984E6EE"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4.0 MHz </w:t>
            </w:r>
            <w:r w:rsidRPr="00EF2F0E">
              <w:rPr>
                <w:rFonts w:ascii="Arial" w:hAnsi="Arial" w:cs="v4.2.0"/>
                <w:sz w:val="18"/>
              </w:rPr>
              <w:sym w:font="Symbol" w:char="F0A3"/>
            </w:r>
            <w:r w:rsidRPr="00EF2F0E">
              <w:rPr>
                <w:rFonts w:ascii="Arial" w:hAnsi="Arial" w:cs="v4.2.0"/>
                <w:sz w:val="18"/>
              </w:rPr>
              <w:t xml:space="preserve"> f_offset &lt; 8.0MHz</w:t>
            </w:r>
          </w:p>
        </w:tc>
        <w:tc>
          <w:tcPr>
            <w:tcW w:w="4040" w:type="dxa"/>
            <w:shd w:val="clear" w:color="auto" w:fill="auto"/>
          </w:tcPr>
          <w:p w14:paraId="0984E6EF"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v4.2.0"/>
                <w:sz w:val="18"/>
                <w:vertAlign w:val="subscript"/>
              </w:rPr>
              <w:t xml:space="preserve"> </w:t>
            </w:r>
            <w:r w:rsidRPr="00EF2F0E">
              <w:rPr>
                <w:rFonts w:ascii="Arial" w:hAnsi="Arial" w:cs="v4.2.0"/>
                <w:sz w:val="18"/>
              </w:rPr>
              <w:t>- 52 dB</w:t>
            </w:r>
          </w:p>
        </w:tc>
        <w:tc>
          <w:tcPr>
            <w:tcW w:w="1348" w:type="dxa"/>
            <w:shd w:val="clear" w:color="auto" w:fill="auto"/>
          </w:tcPr>
          <w:p w14:paraId="0984E6F0"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1 MHz </w:t>
            </w:r>
          </w:p>
        </w:tc>
      </w:tr>
      <w:tr w:rsidR="003401A4" w:rsidRPr="00EF2F0E" w14:paraId="0984E6F6" w14:textId="77777777" w:rsidTr="00AB06FD">
        <w:trPr>
          <w:cantSplit/>
          <w:trHeight w:val="113"/>
          <w:jc w:val="center"/>
        </w:trPr>
        <w:tc>
          <w:tcPr>
            <w:tcW w:w="2127" w:type="dxa"/>
            <w:shd w:val="clear" w:color="auto" w:fill="auto"/>
          </w:tcPr>
          <w:p w14:paraId="0984E6F2"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7.5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1984" w:type="dxa"/>
            <w:shd w:val="clear" w:color="auto" w:fill="auto"/>
          </w:tcPr>
          <w:p w14:paraId="0984E6F3"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8.0MHz </w:t>
            </w:r>
            <w:r w:rsidRPr="00EF2F0E">
              <w:rPr>
                <w:rFonts w:ascii="Arial" w:hAnsi="Arial" w:cs="v4.2.0"/>
                <w:sz w:val="18"/>
              </w:rPr>
              <w:sym w:font="Symbol" w:char="F0A3"/>
            </w:r>
            <w:r w:rsidRPr="00EF2F0E">
              <w:rPr>
                <w:rFonts w:ascii="Arial" w:hAnsi="Arial" w:cs="v4.2.0"/>
                <w:sz w:val="18"/>
              </w:rPr>
              <w:t xml:space="preserve"> f_offset &lt; f_offset</w:t>
            </w:r>
            <w:r w:rsidRPr="00EF2F0E">
              <w:rPr>
                <w:rFonts w:ascii="Arial" w:hAnsi="Arial" w:cs="v4.2.0"/>
                <w:sz w:val="18"/>
                <w:vertAlign w:val="subscript"/>
              </w:rPr>
              <w:t>max</w:t>
            </w:r>
            <w:r w:rsidRPr="00EF2F0E">
              <w:rPr>
                <w:rFonts w:ascii="Arial" w:hAnsi="Arial" w:cs="v4.2.0"/>
                <w:sz w:val="18"/>
              </w:rPr>
              <w:t xml:space="preserve"> </w:t>
            </w:r>
          </w:p>
        </w:tc>
        <w:tc>
          <w:tcPr>
            <w:tcW w:w="4040" w:type="dxa"/>
            <w:shd w:val="clear" w:color="auto" w:fill="auto"/>
          </w:tcPr>
          <w:p w14:paraId="0984E6F4"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v4.2.0"/>
                <w:sz w:val="18"/>
                <w:vertAlign w:val="subscript"/>
              </w:rPr>
              <w:t xml:space="preserve"> </w:t>
            </w:r>
            <w:r w:rsidRPr="00EF2F0E">
              <w:rPr>
                <w:rFonts w:ascii="Arial" w:hAnsi="Arial" w:cs="v4.2.0"/>
                <w:sz w:val="18"/>
              </w:rPr>
              <w:t>- 56 dB</w:t>
            </w:r>
          </w:p>
        </w:tc>
        <w:tc>
          <w:tcPr>
            <w:tcW w:w="1348" w:type="dxa"/>
            <w:shd w:val="clear" w:color="auto" w:fill="auto"/>
          </w:tcPr>
          <w:p w14:paraId="0984E6F5"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1 MHz </w:t>
            </w:r>
          </w:p>
        </w:tc>
      </w:tr>
      <w:tr w:rsidR="00B15E99" w:rsidRPr="00EF2F0E" w14:paraId="0984E6F9" w14:textId="77777777" w:rsidTr="00AB06FD">
        <w:trPr>
          <w:cantSplit/>
          <w:trHeight w:val="113"/>
          <w:jc w:val="center"/>
        </w:trPr>
        <w:tc>
          <w:tcPr>
            <w:tcW w:w="9499" w:type="dxa"/>
            <w:gridSpan w:val="4"/>
            <w:shd w:val="clear" w:color="auto" w:fill="auto"/>
          </w:tcPr>
          <w:p w14:paraId="0984E6F7"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the </w:t>
            </w:r>
            <w:r w:rsidRPr="00EF2F0E">
              <w:rPr>
                <w:rFonts w:ascii="Arial" w:hAnsi="Arial" w:cs="v4.2.0"/>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within any operating band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12.5MHz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sz w:val="18"/>
                <w:lang w:eastAsia="zh-CN"/>
              </w:rPr>
              <w:t>spurious emission</w:t>
            </w:r>
            <w:r w:rsidRPr="00EF2F0E">
              <w:rPr>
                <w:rFonts w:ascii="Arial" w:hAnsi="Arial" w:cs="v4.2.0"/>
                <w:i/>
                <w:sz w:val="18"/>
              </w:rPr>
              <w:t xml:space="preserve"> minimum requirements</w:t>
            </w:r>
            <w:r w:rsidRPr="00EF2F0E">
              <w:rPr>
                <w:rFonts w:ascii="Arial" w:hAnsi="Arial" w:cs="Arial"/>
                <w:sz w:val="18"/>
                <w:lang w:eastAsia="zh-CN"/>
              </w:rPr>
              <w:t xml:space="preserve"> in sub</w:t>
            </w:r>
            <w:r w:rsidRPr="00EF2F0E">
              <w:rPr>
                <w:rFonts w:ascii="Arial" w:hAnsi="Arial" w:cs="v5.0.0"/>
                <w:sz w:val="18"/>
              </w:rPr>
              <w:t>clause 9.7.6</w:t>
            </w:r>
            <w:r w:rsidRPr="00EF2F0E">
              <w:rPr>
                <w:rFonts w:ascii="Arial" w:hAnsi="Arial" w:cs="v5.0.0"/>
                <w:sz w:val="18"/>
                <w:lang w:eastAsia="zh-CN"/>
              </w:rPr>
              <w:t xml:space="preserve"> shall be met</w:t>
            </w:r>
            <w:r w:rsidRPr="00EF2F0E">
              <w:rPr>
                <w:rFonts w:ascii="Arial" w:hAnsi="Arial" w:cs="Arial"/>
                <w:sz w:val="18"/>
              </w:rPr>
              <w:t>.</w:t>
            </w:r>
          </w:p>
          <w:p w14:paraId="0984E6F8"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006E5225" w:rsidRPr="00EF2F0E">
              <w:rPr>
                <w:rFonts w:ascii="Arial" w:hAnsi="Arial" w:cs="Arial"/>
                <w:sz w:val="18"/>
              </w:rPr>
              <w:tab/>
            </w:r>
            <w:r w:rsidRPr="00EF2F0E">
              <w:rPr>
                <w:rFonts w:ascii="Arial" w:hAnsi="Arial" w:cs="Arial"/>
                <w:sz w:val="18"/>
              </w:rPr>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w:t>
            </w:r>
            <w:r w:rsidRPr="00EF2F0E">
              <w:rPr>
                <w:rFonts w:ascii="Arial" w:hAnsi="Arial" w:cs="Arial"/>
                <w:i/>
                <w:sz w:val="18"/>
              </w:rPr>
              <w:t xml:space="preserve"> 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rPr>
              <w:t>Inter RF Bandwidth gap</w:t>
            </w:r>
            <w:r w:rsidRPr="00EF2F0E">
              <w:rPr>
                <w:rFonts w:ascii="Arial" w:hAnsi="Arial" w:cs="v5.0.0"/>
                <w:sz w:val="18"/>
              </w:rPr>
              <w:t xml:space="preserve">, where the contribution from the far-end sub-block </w:t>
            </w:r>
            <w:r w:rsidRPr="00EF2F0E">
              <w:rPr>
                <w:rFonts w:ascii="Arial" w:hAnsi="Arial" w:cs="Arial"/>
                <w:sz w:val="18"/>
              </w:rPr>
              <w:t xml:space="preserve">or </w:t>
            </w:r>
            <w:r w:rsidRPr="00EF2F0E">
              <w:rPr>
                <w:rFonts w:ascii="Arial" w:hAnsi="Arial"/>
                <w:i/>
                <w:sz w:val="18"/>
              </w:rPr>
              <w:t>Base Station RF Bandwidth</w:t>
            </w:r>
            <w:r w:rsidRPr="00EF2F0E">
              <w:rPr>
                <w:rFonts w:ascii="Arial" w:hAnsi="Arial" w:cs="Arial"/>
                <w:sz w:val="18"/>
              </w:rPr>
              <w:t xml:space="preserve"> </w:t>
            </w:r>
            <w:r w:rsidRPr="00EF2F0E">
              <w:rPr>
                <w:rFonts w:ascii="Arial" w:hAnsi="Arial" w:cs="v5.0.0"/>
                <w:sz w:val="18"/>
              </w:rPr>
              <w:t>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6FA" w14:textId="77777777" w:rsidR="00B15E99" w:rsidRPr="00EF2F0E" w:rsidRDefault="00B15E99" w:rsidP="00B15E99">
      <w:pPr>
        <w:rPr>
          <w:rFonts w:cs="v4.2.0"/>
        </w:rPr>
      </w:pPr>
    </w:p>
    <w:p w14:paraId="0984E6FB" w14:textId="77777777" w:rsidR="00B15E99" w:rsidRPr="00EF2F0E" w:rsidRDefault="00B15E99" w:rsidP="00B15E99">
      <w:pPr>
        <w:pStyle w:val="TH"/>
      </w:pPr>
      <w:r w:rsidRPr="00EF2F0E">
        <w:t>Table 9.7.4.3.2-4: Spectrum emission mask values, P</w:t>
      </w:r>
      <w:r w:rsidRPr="00EF2F0E">
        <w:rPr>
          <w:vertAlign w:val="subscript"/>
        </w:rPr>
        <w:t>rated,c,TRP</w:t>
      </w:r>
      <w:r w:rsidRPr="00EF2F0E">
        <w:t xml:space="preserve"> &lt; 37 dBm for UTRA FDD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3"/>
        <w:gridCol w:w="2551"/>
        <w:gridCol w:w="3686"/>
        <w:gridCol w:w="1397"/>
      </w:tblGrid>
      <w:tr w:rsidR="003401A4" w:rsidRPr="00EF2F0E" w14:paraId="0984E701" w14:textId="77777777" w:rsidTr="00AB06FD">
        <w:trPr>
          <w:jc w:val="center"/>
        </w:trPr>
        <w:tc>
          <w:tcPr>
            <w:tcW w:w="1963" w:type="dxa"/>
          </w:tcPr>
          <w:p w14:paraId="0984E6FC"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 xml:space="preserve">Frequency offset of measurement filter -3 dB point, </w:t>
            </w:r>
            <w:r w:rsidRPr="00EF2F0E">
              <w:rPr>
                <w:rFonts w:ascii="Arial" w:hAnsi="Arial" w:cs="v4.2.0"/>
                <w:b/>
                <w:sz w:val="18"/>
              </w:rPr>
              <w:sym w:font="Symbol" w:char="F044"/>
            </w:r>
            <w:r w:rsidRPr="00EF2F0E">
              <w:rPr>
                <w:rFonts w:ascii="Arial" w:hAnsi="Arial" w:cs="v4.2.0"/>
                <w:b/>
                <w:sz w:val="18"/>
              </w:rPr>
              <w:t>f</w:t>
            </w:r>
          </w:p>
        </w:tc>
        <w:tc>
          <w:tcPr>
            <w:tcW w:w="2551" w:type="dxa"/>
          </w:tcPr>
          <w:p w14:paraId="0984E6FD"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Frequency offset of measurement filter centre frequency, f_offset</w:t>
            </w:r>
          </w:p>
        </w:tc>
        <w:tc>
          <w:tcPr>
            <w:tcW w:w="3686" w:type="dxa"/>
          </w:tcPr>
          <w:p w14:paraId="0984E6FE"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i/>
                <w:sz w:val="18"/>
              </w:rPr>
              <w:t xml:space="preserve"> Minimum requirement</w:t>
            </w:r>
            <w:r w:rsidRPr="00EF2F0E">
              <w:rPr>
                <w:rFonts w:ascii="Arial" w:hAnsi="Arial" w:cs="Arial"/>
                <w:b/>
                <w:sz w:val="18"/>
              </w:rPr>
              <w:t xml:space="preserve"> (NOTE 1, 2)</w:t>
            </w:r>
          </w:p>
        </w:tc>
        <w:tc>
          <w:tcPr>
            <w:tcW w:w="1397" w:type="dxa"/>
          </w:tcPr>
          <w:p w14:paraId="0984E6FF" w14:textId="77777777" w:rsidR="00B15E99" w:rsidRPr="00EF2F0E" w:rsidRDefault="00B15E99" w:rsidP="00AB06FD">
            <w:pPr>
              <w:keepNext/>
              <w:keepLines/>
              <w:spacing w:after="0"/>
              <w:jc w:val="center"/>
              <w:rPr>
                <w:rFonts w:ascii="Arial" w:hAnsi="Arial" w:cs="v4.2.0"/>
                <w:b/>
                <w:sz w:val="18"/>
              </w:rPr>
            </w:pPr>
            <w:r w:rsidRPr="00EF2F0E">
              <w:rPr>
                <w:rFonts w:ascii="Arial" w:hAnsi="Arial" w:cs="v4.2.0"/>
                <w:b/>
                <w:sz w:val="18"/>
              </w:rPr>
              <w:t>Measurement bandwidth</w:t>
            </w:r>
          </w:p>
          <w:p w14:paraId="0984E700"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(NOTE 4)</w:t>
            </w:r>
          </w:p>
        </w:tc>
      </w:tr>
      <w:tr w:rsidR="003401A4" w:rsidRPr="00EF2F0E" w14:paraId="0984E706" w14:textId="77777777" w:rsidTr="00AB06FD">
        <w:trPr>
          <w:jc w:val="center"/>
        </w:trPr>
        <w:tc>
          <w:tcPr>
            <w:tcW w:w="1963" w:type="dxa"/>
          </w:tcPr>
          <w:p w14:paraId="0984E702"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2.5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f &lt; 2.7 MHz</w:t>
            </w:r>
          </w:p>
        </w:tc>
        <w:tc>
          <w:tcPr>
            <w:tcW w:w="2551" w:type="dxa"/>
          </w:tcPr>
          <w:p w14:paraId="0984E703"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2.515MHz </w:t>
            </w:r>
            <w:r w:rsidRPr="00EF2F0E">
              <w:rPr>
                <w:rFonts w:ascii="Arial" w:hAnsi="Arial" w:cs="v4.2.0"/>
                <w:sz w:val="18"/>
              </w:rPr>
              <w:sym w:font="Symbol" w:char="F0A3"/>
            </w:r>
            <w:r w:rsidRPr="00EF2F0E">
              <w:rPr>
                <w:rFonts w:ascii="Arial" w:hAnsi="Arial" w:cs="v4.2.0"/>
                <w:sz w:val="18"/>
              </w:rPr>
              <w:t xml:space="preserve"> f_offset &lt; 2.715MHz </w:t>
            </w:r>
          </w:p>
        </w:tc>
        <w:tc>
          <w:tcPr>
            <w:tcW w:w="3686" w:type="dxa"/>
          </w:tcPr>
          <w:p w14:paraId="0984E704"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-16 dBm</w:t>
            </w:r>
          </w:p>
        </w:tc>
        <w:tc>
          <w:tcPr>
            <w:tcW w:w="1397" w:type="dxa"/>
          </w:tcPr>
          <w:p w14:paraId="0984E705"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30 kHz </w:t>
            </w:r>
          </w:p>
        </w:tc>
      </w:tr>
      <w:tr w:rsidR="003401A4" w:rsidRPr="00EF2F0E" w14:paraId="0984E70B" w14:textId="77777777" w:rsidTr="00AB06FD">
        <w:trPr>
          <w:jc w:val="center"/>
        </w:trPr>
        <w:tc>
          <w:tcPr>
            <w:tcW w:w="1963" w:type="dxa"/>
          </w:tcPr>
          <w:p w14:paraId="0984E707"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2.7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f &lt; 3.5 MHz</w:t>
            </w:r>
          </w:p>
        </w:tc>
        <w:tc>
          <w:tcPr>
            <w:tcW w:w="2551" w:type="dxa"/>
          </w:tcPr>
          <w:p w14:paraId="0984E708"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2.715MHz </w:t>
            </w:r>
            <w:r w:rsidRPr="00EF2F0E">
              <w:rPr>
                <w:rFonts w:ascii="Arial" w:hAnsi="Arial" w:cs="v4.2.0"/>
                <w:sz w:val="18"/>
              </w:rPr>
              <w:sym w:font="Symbol" w:char="F0A3"/>
            </w:r>
            <w:r w:rsidRPr="00EF2F0E">
              <w:rPr>
                <w:rFonts w:ascii="Arial" w:hAnsi="Arial" w:cs="v4.2.0"/>
                <w:sz w:val="18"/>
              </w:rPr>
              <w:t xml:space="preserve"> f_offset &lt; 3.515MHz</w:t>
            </w:r>
          </w:p>
        </w:tc>
        <w:tc>
          <w:tcPr>
            <w:tcW w:w="3686" w:type="dxa"/>
          </w:tcPr>
          <w:p w14:paraId="0984E709" w14:textId="77777777" w:rsidR="00B15E99" w:rsidRPr="00EF2F0E" w:rsidRDefault="00B15E99" w:rsidP="00AB06FD">
            <w:pPr>
              <w:keepNext/>
              <w:keepLines/>
              <w:spacing w:after="0"/>
              <w:jc w:val="center"/>
              <w:rPr>
                <w:rFonts w:ascii="Arial" w:hAnsi="Arial" w:cs="Arial"/>
                <w:sz w:val="18"/>
              </w:rPr>
            </w:pPr>
            <w:r w:rsidRPr="00EF2F0E">
              <w:rPr>
                <w:rFonts w:cs="Arial"/>
                <w:position w:val="-28"/>
              </w:rPr>
              <w:object w:dxaOrig="3660" w:dyaOrig="680" w14:anchorId="098511ED">
                <v:shape id="_x0000_i1078" type="#_x0000_t75" style="width:160.45pt;height:28.05pt" o:ole="" fillcolor="window">
                  <v:imagedata r:id="rId113" o:title=""/>
                </v:shape>
                <o:OLEObject Type="Embed" ProgID="Equation.3" ShapeID="_x0000_i1078" DrawAspect="Content" ObjectID="_1717663600" r:id="rId114"/>
              </w:object>
            </w:r>
          </w:p>
        </w:tc>
        <w:tc>
          <w:tcPr>
            <w:tcW w:w="1397" w:type="dxa"/>
          </w:tcPr>
          <w:p w14:paraId="0984E70A"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30 kHz </w:t>
            </w:r>
          </w:p>
        </w:tc>
      </w:tr>
      <w:tr w:rsidR="003401A4" w:rsidRPr="00EF2F0E" w14:paraId="0984E710" w14:textId="77777777" w:rsidTr="00AB06FD">
        <w:trPr>
          <w:jc w:val="center"/>
        </w:trPr>
        <w:tc>
          <w:tcPr>
            <w:tcW w:w="1963" w:type="dxa"/>
          </w:tcPr>
          <w:p w14:paraId="0984E70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(NOTE 3)</w:t>
            </w:r>
          </w:p>
        </w:tc>
        <w:tc>
          <w:tcPr>
            <w:tcW w:w="2551" w:type="dxa"/>
          </w:tcPr>
          <w:p w14:paraId="0984E70D"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3.515MHz </w:t>
            </w:r>
            <w:r w:rsidRPr="00EF2F0E">
              <w:rPr>
                <w:rFonts w:ascii="Arial" w:hAnsi="Arial" w:cs="v4.2.0"/>
                <w:sz w:val="18"/>
              </w:rPr>
              <w:sym w:font="Symbol" w:char="F0A3"/>
            </w:r>
            <w:r w:rsidRPr="00EF2F0E">
              <w:rPr>
                <w:rFonts w:ascii="Arial" w:hAnsi="Arial" w:cs="v4.2.0"/>
                <w:sz w:val="18"/>
              </w:rPr>
              <w:t xml:space="preserve"> f_offset &lt; 4.0MHz </w:t>
            </w:r>
          </w:p>
        </w:tc>
        <w:tc>
          <w:tcPr>
            <w:tcW w:w="3686" w:type="dxa"/>
          </w:tcPr>
          <w:p w14:paraId="0984E70E"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-28 dBm</w:t>
            </w:r>
          </w:p>
        </w:tc>
        <w:tc>
          <w:tcPr>
            <w:tcW w:w="1397" w:type="dxa"/>
          </w:tcPr>
          <w:p w14:paraId="0984E70F"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30 kHz </w:t>
            </w:r>
          </w:p>
        </w:tc>
      </w:tr>
      <w:tr w:rsidR="003401A4" w:rsidRPr="00EF2F0E" w14:paraId="0984E715" w14:textId="77777777" w:rsidTr="00AB06FD">
        <w:trPr>
          <w:jc w:val="center"/>
        </w:trPr>
        <w:tc>
          <w:tcPr>
            <w:tcW w:w="1963" w:type="dxa"/>
          </w:tcPr>
          <w:p w14:paraId="0984E711"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3.5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f &lt; 7.5 MHz</w:t>
            </w:r>
          </w:p>
        </w:tc>
        <w:tc>
          <w:tcPr>
            <w:tcW w:w="2551" w:type="dxa"/>
          </w:tcPr>
          <w:p w14:paraId="0984E712"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4.0 MHz </w:t>
            </w:r>
            <w:r w:rsidRPr="00EF2F0E">
              <w:rPr>
                <w:rFonts w:ascii="Arial" w:hAnsi="Arial" w:cs="v4.2.0"/>
                <w:sz w:val="18"/>
              </w:rPr>
              <w:sym w:font="Symbol" w:char="F0A3"/>
            </w:r>
            <w:r w:rsidRPr="00EF2F0E">
              <w:rPr>
                <w:rFonts w:ascii="Arial" w:hAnsi="Arial" w:cs="v4.2.0"/>
                <w:sz w:val="18"/>
              </w:rPr>
              <w:t xml:space="preserve"> f_offset &lt; 8.0MHz</w:t>
            </w:r>
          </w:p>
        </w:tc>
        <w:tc>
          <w:tcPr>
            <w:tcW w:w="3686" w:type="dxa"/>
          </w:tcPr>
          <w:p w14:paraId="0984E713"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-15 dBm</w:t>
            </w:r>
          </w:p>
        </w:tc>
        <w:tc>
          <w:tcPr>
            <w:tcW w:w="1397" w:type="dxa"/>
          </w:tcPr>
          <w:p w14:paraId="0984E714"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1 MHz </w:t>
            </w:r>
          </w:p>
        </w:tc>
      </w:tr>
      <w:tr w:rsidR="003401A4" w:rsidRPr="00EF2F0E" w14:paraId="0984E71A" w14:textId="77777777" w:rsidTr="00AB06FD">
        <w:trPr>
          <w:jc w:val="center"/>
        </w:trPr>
        <w:tc>
          <w:tcPr>
            <w:tcW w:w="1963" w:type="dxa"/>
          </w:tcPr>
          <w:p w14:paraId="0984E716"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7.5 MHz </w:t>
            </w:r>
            <w:r w:rsidRPr="00EF2F0E">
              <w:rPr>
                <w:rFonts w:ascii="Arial" w:hAnsi="Arial" w:cs="v4.2.0"/>
                <w:sz w:val="18"/>
              </w:rPr>
              <w:sym w:font="Symbol" w:char="F0A3"/>
            </w:r>
            <w:r w:rsidRPr="00EF2F0E">
              <w:rPr>
                <w:rFonts w:ascii="Arial" w:hAnsi="Arial" w:cs="v4.2.0"/>
                <w:sz w:val="18"/>
              </w:rPr>
              <w:t xml:space="preserve"> </w:t>
            </w:r>
            <w:r w:rsidRPr="00EF2F0E">
              <w:rPr>
                <w:rFonts w:ascii="Arial" w:hAnsi="Arial" w:cs="v4.2.0"/>
                <w:sz w:val="18"/>
              </w:rPr>
              <w:sym w:font="Symbol" w:char="F044"/>
            </w:r>
            <w:r w:rsidRPr="00EF2F0E">
              <w:rPr>
                <w:rFonts w:ascii="Arial" w:hAnsi="Arial" w:cs="v4.2.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551" w:type="dxa"/>
          </w:tcPr>
          <w:p w14:paraId="0984E717"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8.0MHz </w:t>
            </w:r>
            <w:r w:rsidRPr="00EF2F0E">
              <w:rPr>
                <w:rFonts w:ascii="Arial" w:hAnsi="Arial" w:cs="v4.2.0"/>
                <w:sz w:val="18"/>
              </w:rPr>
              <w:sym w:font="Symbol" w:char="F0A3"/>
            </w:r>
            <w:r w:rsidRPr="00EF2F0E">
              <w:rPr>
                <w:rFonts w:ascii="Arial" w:hAnsi="Arial" w:cs="v4.2.0"/>
                <w:sz w:val="18"/>
              </w:rPr>
              <w:t xml:space="preserve"> f_offset &lt; f_offset</w:t>
            </w:r>
            <w:r w:rsidRPr="00EF2F0E">
              <w:rPr>
                <w:rFonts w:ascii="Arial" w:hAnsi="Arial" w:cs="v4.2.0"/>
                <w:sz w:val="18"/>
                <w:vertAlign w:val="subscript"/>
              </w:rPr>
              <w:t>max</w:t>
            </w:r>
            <w:r w:rsidRPr="00EF2F0E">
              <w:rPr>
                <w:rFonts w:ascii="Arial" w:hAnsi="Arial" w:cs="v4.2.0"/>
                <w:sz w:val="18"/>
              </w:rPr>
              <w:t xml:space="preserve"> </w:t>
            </w:r>
          </w:p>
        </w:tc>
        <w:tc>
          <w:tcPr>
            <w:tcW w:w="3686" w:type="dxa"/>
          </w:tcPr>
          <w:p w14:paraId="0984E718"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-19 dBm</w:t>
            </w:r>
          </w:p>
        </w:tc>
        <w:tc>
          <w:tcPr>
            <w:tcW w:w="1397" w:type="dxa"/>
          </w:tcPr>
          <w:p w14:paraId="0984E719"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 xml:space="preserve">1 MHz </w:t>
            </w:r>
          </w:p>
        </w:tc>
      </w:tr>
      <w:tr w:rsidR="00B15E99" w:rsidRPr="00EF2F0E" w14:paraId="0984E71D" w14:textId="77777777" w:rsidTr="00AB06FD">
        <w:trPr>
          <w:jc w:val="center"/>
        </w:trPr>
        <w:tc>
          <w:tcPr>
            <w:tcW w:w="9597" w:type="dxa"/>
            <w:gridSpan w:val="4"/>
          </w:tcPr>
          <w:p w14:paraId="0984E71B"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the </w:t>
            </w:r>
            <w:r w:rsidRPr="00EF2F0E">
              <w:rPr>
                <w:rFonts w:ascii="Arial" w:hAnsi="Arial" w:cs="v4.2.0"/>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within any operating band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12.5MHz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sz w:val="18"/>
                <w:lang w:eastAsia="zh-CN"/>
              </w:rPr>
              <w:t>spurious emission</w:t>
            </w:r>
            <w:r w:rsidRPr="00EF2F0E">
              <w:rPr>
                <w:rFonts w:ascii="Arial" w:hAnsi="Arial" w:cs="v4.2.0"/>
                <w:i/>
                <w:sz w:val="18"/>
              </w:rPr>
              <w:t xml:space="preserve"> minimum requirements</w:t>
            </w:r>
            <w:r w:rsidRPr="00EF2F0E">
              <w:rPr>
                <w:rFonts w:ascii="Arial" w:hAnsi="Arial" w:cs="Arial"/>
                <w:sz w:val="18"/>
                <w:lang w:eastAsia="zh-CN"/>
              </w:rPr>
              <w:t xml:space="preserve"> in sub</w:t>
            </w:r>
            <w:r w:rsidRPr="00EF2F0E">
              <w:rPr>
                <w:rFonts w:ascii="Arial" w:hAnsi="Arial" w:cs="v5.0.0"/>
                <w:sz w:val="18"/>
              </w:rPr>
              <w:t>clause 9.7.6</w:t>
            </w:r>
            <w:r w:rsidRPr="00EF2F0E">
              <w:rPr>
                <w:rFonts w:ascii="Arial" w:hAnsi="Arial" w:cs="v5.0.0"/>
                <w:sz w:val="18"/>
                <w:lang w:eastAsia="zh-CN"/>
              </w:rPr>
              <w:t xml:space="preserve"> shall be met</w:t>
            </w:r>
            <w:r w:rsidRPr="00EF2F0E">
              <w:rPr>
                <w:rFonts w:ascii="Arial" w:hAnsi="Arial" w:cs="Arial"/>
                <w:sz w:val="18"/>
              </w:rPr>
              <w:t>.</w:t>
            </w:r>
          </w:p>
          <w:p w14:paraId="0984E71C"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006E5225" w:rsidRPr="00EF2F0E">
              <w:rPr>
                <w:rFonts w:ascii="Arial" w:hAnsi="Arial" w:cs="Arial"/>
                <w:sz w:val="18"/>
              </w:rPr>
              <w:tab/>
            </w:r>
            <w:r w:rsidRPr="00EF2F0E">
              <w:rPr>
                <w:rFonts w:ascii="Arial" w:hAnsi="Arial" w:cs="Arial"/>
                <w:sz w:val="18"/>
              </w:rPr>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w:t>
            </w:r>
            <w:r w:rsidRPr="00EF2F0E">
              <w:rPr>
                <w:rFonts w:ascii="Arial" w:hAnsi="Arial" w:cs="Arial"/>
                <w:i/>
                <w:sz w:val="18"/>
              </w:rPr>
              <w:t xml:space="preserve"> 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rPr>
              <w:t>Inter RF Bandwidth gap</w:t>
            </w:r>
            <w:r w:rsidRPr="00EF2F0E">
              <w:rPr>
                <w:rFonts w:ascii="Arial" w:hAnsi="Arial" w:cs="v5.0.0"/>
                <w:sz w:val="18"/>
              </w:rPr>
              <w:t xml:space="preserve">, where the contribution from the far-end sub-block </w:t>
            </w:r>
            <w:r w:rsidRPr="00EF2F0E">
              <w:rPr>
                <w:rFonts w:ascii="Arial" w:hAnsi="Arial" w:cs="Arial"/>
                <w:sz w:val="18"/>
              </w:rPr>
              <w:t xml:space="preserve">or </w:t>
            </w:r>
            <w:r w:rsidRPr="00EF2F0E">
              <w:rPr>
                <w:rFonts w:ascii="Arial" w:hAnsi="Arial"/>
                <w:i/>
                <w:sz w:val="18"/>
              </w:rPr>
              <w:t>Base Station RF Bandwidth</w:t>
            </w:r>
            <w:r w:rsidRPr="00EF2F0E">
              <w:rPr>
                <w:rFonts w:ascii="Arial" w:hAnsi="Arial" w:cs="Arial"/>
                <w:sz w:val="18"/>
              </w:rPr>
              <w:t xml:space="preserve"> </w:t>
            </w:r>
            <w:r w:rsidRPr="00EF2F0E">
              <w:rPr>
                <w:rFonts w:ascii="Arial" w:hAnsi="Arial" w:cs="v5.0.0"/>
                <w:sz w:val="18"/>
              </w:rPr>
              <w:t>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71E" w14:textId="77777777" w:rsidR="00B15E99" w:rsidRPr="00EF2F0E" w:rsidRDefault="00B15E99" w:rsidP="00B15E99"/>
    <w:p w14:paraId="0984E71F" w14:textId="77777777" w:rsidR="00B15E99" w:rsidRPr="00EF2F0E" w:rsidRDefault="00B15E99" w:rsidP="00B15E99">
      <w:r w:rsidRPr="00EF2F0E">
        <w:t>For operation in band II, IV, V, X</w:t>
      </w:r>
      <w:r w:rsidRPr="00EF2F0E">
        <w:rPr>
          <w:rFonts w:cs="v5.0.0"/>
        </w:rPr>
        <w:t>, XII, XIII</w:t>
      </w:r>
      <w:r w:rsidRPr="00EF2F0E">
        <w:rPr>
          <w:rFonts w:cs="v5.0.0"/>
          <w:lang w:eastAsia="zh-CN"/>
        </w:rPr>
        <w:t>,</w:t>
      </w:r>
      <w:r w:rsidRPr="00EF2F0E">
        <w:rPr>
          <w:rFonts w:cs="v5.0.0"/>
        </w:rPr>
        <w:t xml:space="preserve"> XIV</w:t>
      </w:r>
      <w:r w:rsidRPr="00EF2F0E">
        <w:rPr>
          <w:rFonts w:cs="v5.0.0"/>
          <w:lang w:eastAsia="zh-CN"/>
        </w:rPr>
        <w:t>, XXV</w:t>
      </w:r>
      <w:r w:rsidRPr="00EF2F0E">
        <w:rPr>
          <w:rFonts w:cs="v5.0.0"/>
        </w:rPr>
        <w:t xml:space="preserve"> and XXVI, the</w:t>
      </w:r>
      <w:r w:rsidRPr="00EF2F0E">
        <w:t xml:space="preserve"> additional requirement in tables 9.7.4.3.2-5 to 9.7.4.3.2-7 apply in addition to the</w:t>
      </w:r>
      <w:r w:rsidRPr="00EF2F0E">
        <w:rPr>
          <w:rFonts w:cs="Arial"/>
          <w:i/>
        </w:rPr>
        <w:t xml:space="preserve"> minimum requirement</w:t>
      </w:r>
      <w:r w:rsidRPr="00EF2F0E">
        <w:t>s in tables 9.7.4.3.2-1 to 9.7.4.3.2-4.</w:t>
      </w:r>
    </w:p>
    <w:p w14:paraId="0984E720" w14:textId="77777777" w:rsidR="00B15E99" w:rsidRPr="00EF2F0E" w:rsidRDefault="00B15E99" w:rsidP="00B15E99">
      <w:pPr>
        <w:pStyle w:val="TH"/>
      </w:pPr>
      <w:r w:rsidRPr="00EF2F0E">
        <w:t>Table 9</w:t>
      </w:r>
      <w:r w:rsidRPr="00EF2F0E">
        <w:rPr>
          <w:rFonts w:cs="v4.2.0"/>
        </w:rPr>
        <w:t>.7.4.3.2-5</w:t>
      </w:r>
      <w:r w:rsidRPr="00EF2F0E">
        <w:t>: Additional spectrum emission minimum requirements for Bands II, IV, X</w:t>
      </w:r>
      <w:r w:rsidRPr="00EF2F0E">
        <w:rPr>
          <w:lang w:eastAsia="zh-CN"/>
        </w:rPr>
        <w:t>, XXV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3401A4" w:rsidRPr="00EF2F0E" w14:paraId="0984E726" w14:textId="77777777" w:rsidTr="00AB06FD">
        <w:trPr>
          <w:jc w:val="center"/>
        </w:trPr>
        <w:tc>
          <w:tcPr>
            <w:tcW w:w="1668" w:type="dxa"/>
          </w:tcPr>
          <w:p w14:paraId="0984E721" w14:textId="77777777" w:rsidR="00B15E99" w:rsidRPr="00EF2F0E" w:rsidRDefault="00B15E99" w:rsidP="00AB06FD">
            <w:pPr>
              <w:keepNext/>
              <w:keepLines/>
              <w:spacing w:after="0"/>
              <w:jc w:val="center"/>
              <w:rPr>
                <w:rFonts w:ascii="Arial" w:hAnsi="Arial" w:cs="Arial"/>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1984" w:type="dxa"/>
          </w:tcPr>
          <w:p w14:paraId="0984E722" w14:textId="77777777" w:rsidR="00B15E99" w:rsidRPr="00EF2F0E" w:rsidRDefault="00B15E99" w:rsidP="00AB06FD">
            <w:pPr>
              <w:keepNext/>
              <w:keepLines/>
              <w:spacing w:after="0"/>
              <w:jc w:val="center"/>
              <w:rPr>
                <w:rFonts w:ascii="Arial" w:hAnsi="Arial" w:cs="Arial"/>
                <w:b/>
                <w:sz w:val="18"/>
              </w:rPr>
            </w:pPr>
            <w:r w:rsidRPr="00EF2F0E">
              <w:rPr>
                <w:rFonts w:ascii="Arial" w:hAnsi="Arial" w:cs="v5.0.0"/>
                <w:b/>
                <w:sz w:val="18"/>
              </w:rPr>
              <w:t>Frequency offset of measurement filter centre frequency, f_offset</w:t>
            </w:r>
          </w:p>
        </w:tc>
        <w:tc>
          <w:tcPr>
            <w:tcW w:w="1416" w:type="dxa"/>
          </w:tcPr>
          <w:p w14:paraId="0984E723" w14:textId="77777777" w:rsidR="00B15E99" w:rsidRPr="00EF2F0E" w:rsidRDefault="00B15E99" w:rsidP="00AB06FD">
            <w:pPr>
              <w:keepNext/>
              <w:keepLines/>
              <w:spacing w:after="0"/>
              <w:jc w:val="center"/>
              <w:rPr>
                <w:rFonts w:ascii="Arial" w:hAnsi="Arial" w:cs="Arial"/>
                <w:b/>
                <w:sz w:val="18"/>
              </w:rPr>
            </w:pPr>
            <w:r w:rsidRPr="00EF2F0E">
              <w:rPr>
                <w:rFonts w:ascii="Arial" w:hAnsi="Arial" w:cs="v5.0.0"/>
                <w:b/>
                <w:sz w:val="18"/>
              </w:rPr>
              <w:t>Additional</w:t>
            </w:r>
            <w:r w:rsidRPr="00EF2F0E">
              <w:rPr>
                <w:rFonts w:ascii="Arial" w:hAnsi="Arial"/>
                <w:b/>
                <w:sz w:val="18"/>
              </w:rPr>
              <w:t xml:space="preserve"> minimum requirement</w:t>
            </w:r>
            <w:r w:rsidRPr="00EF2F0E">
              <w:rPr>
                <w:rFonts w:ascii="Arial" w:hAnsi="Arial" w:cs="v5.0.0"/>
                <w:b/>
                <w:sz w:val="18"/>
              </w:rPr>
              <w:t xml:space="preserve"> </w:t>
            </w:r>
          </w:p>
        </w:tc>
        <w:tc>
          <w:tcPr>
            <w:tcW w:w="1387" w:type="dxa"/>
          </w:tcPr>
          <w:p w14:paraId="0984E724"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Measurement bandwidth</w:t>
            </w:r>
          </w:p>
          <w:p w14:paraId="0984E725"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(NOTE 4)</w:t>
            </w:r>
          </w:p>
        </w:tc>
      </w:tr>
      <w:tr w:rsidR="003401A4" w:rsidRPr="00EF2F0E" w14:paraId="0984E72B" w14:textId="77777777" w:rsidTr="00AB06FD">
        <w:trPr>
          <w:jc w:val="center"/>
        </w:trPr>
        <w:tc>
          <w:tcPr>
            <w:tcW w:w="1668" w:type="dxa"/>
          </w:tcPr>
          <w:p w14:paraId="0984E727" w14:textId="77777777" w:rsidR="00B15E99" w:rsidRPr="00EF2F0E" w:rsidRDefault="00B15E99" w:rsidP="00AB06FD">
            <w:pPr>
              <w:keepNext/>
              <w:keepLines/>
              <w:spacing w:after="0"/>
              <w:jc w:val="center"/>
              <w:rPr>
                <w:rFonts w:ascii="Arial" w:hAnsi="Arial" w:cs="Arial"/>
                <w:sz w:val="18"/>
              </w:rPr>
            </w:pPr>
            <w:r w:rsidRPr="00EF2F0E">
              <w:rPr>
                <w:rFonts w:ascii="Arial" w:hAnsi="Arial" w:cs="v5.0.0"/>
                <w:sz w:val="18"/>
              </w:rPr>
              <w:t xml:space="preserve">2.5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3.5 MHz</w:t>
            </w:r>
          </w:p>
        </w:tc>
        <w:tc>
          <w:tcPr>
            <w:tcW w:w="1984" w:type="dxa"/>
          </w:tcPr>
          <w:p w14:paraId="0984E728" w14:textId="77777777" w:rsidR="00B15E99" w:rsidRPr="00EF2F0E" w:rsidRDefault="00B15E99" w:rsidP="00AB06FD">
            <w:pPr>
              <w:keepNext/>
              <w:keepLines/>
              <w:spacing w:after="0"/>
              <w:jc w:val="center"/>
              <w:rPr>
                <w:rFonts w:ascii="Arial" w:hAnsi="Arial" w:cs="Arial"/>
                <w:sz w:val="18"/>
              </w:rPr>
            </w:pPr>
            <w:r w:rsidRPr="00EF2F0E">
              <w:rPr>
                <w:rFonts w:ascii="Arial" w:hAnsi="Arial" w:cs="v5.0.0"/>
                <w:sz w:val="18"/>
              </w:rPr>
              <w:t xml:space="preserve">2.515MHz </w:t>
            </w:r>
            <w:r w:rsidRPr="00EF2F0E">
              <w:rPr>
                <w:rFonts w:ascii="Arial" w:hAnsi="Arial" w:cs="v5.0.0"/>
                <w:sz w:val="18"/>
              </w:rPr>
              <w:sym w:font="Symbol" w:char="F0A3"/>
            </w:r>
            <w:r w:rsidRPr="00EF2F0E">
              <w:rPr>
                <w:rFonts w:ascii="Arial" w:hAnsi="Arial" w:cs="v5.0.0"/>
                <w:sz w:val="18"/>
              </w:rPr>
              <w:t xml:space="preserve"> f_offset &lt; 3.515MHz</w:t>
            </w:r>
          </w:p>
        </w:tc>
        <w:tc>
          <w:tcPr>
            <w:tcW w:w="1416" w:type="dxa"/>
          </w:tcPr>
          <w:p w14:paraId="0984E72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-9 dBm</w:t>
            </w:r>
          </w:p>
        </w:tc>
        <w:tc>
          <w:tcPr>
            <w:tcW w:w="1387" w:type="dxa"/>
          </w:tcPr>
          <w:p w14:paraId="0984E72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B15E99" w:rsidRPr="00EF2F0E" w14:paraId="0984E730" w14:textId="77777777" w:rsidTr="00AB06FD">
        <w:trPr>
          <w:jc w:val="center"/>
        </w:trPr>
        <w:tc>
          <w:tcPr>
            <w:tcW w:w="1668" w:type="dxa"/>
          </w:tcPr>
          <w:p w14:paraId="0984E72C" w14:textId="77777777" w:rsidR="00B15E99" w:rsidRPr="00EF2F0E" w:rsidRDefault="00B15E99" w:rsidP="00AB06FD">
            <w:pPr>
              <w:keepNext/>
              <w:keepLines/>
              <w:spacing w:after="0"/>
              <w:jc w:val="center"/>
              <w:rPr>
                <w:rFonts w:ascii="Arial" w:hAnsi="Arial" w:cs="Arial"/>
                <w:sz w:val="18"/>
              </w:rPr>
            </w:pPr>
            <w:r w:rsidRPr="00EF2F0E">
              <w:rPr>
                <w:rFonts w:ascii="Arial" w:hAnsi="Arial" w:cs="v5.0.0"/>
                <w:sz w:val="18"/>
              </w:rPr>
              <w:t xml:space="preserve">3.5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1984" w:type="dxa"/>
          </w:tcPr>
          <w:p w14:paraId="0984E72D" w14:textId="77777777" w:rsidR="00B15E99" w:rsidRPr="00EF2F0E" w:rsidRDefault="00B15E99" w:rsidP="00AB06FD">
            <w:pPr>
              <w:keepNext/>
              <w:keepLines/>
              <w:spacing w:after="0"/>
              <w:jc w:val="center"/>
              <w:rPr>
                <w:rFonts w:ascii="Arial" w:hAnsi="Arial" w:cs="Arial"/>
                <w:sz w:val="18"/>
              </w:rPr>
            </w:pPr>
            <w:r w:rsidRPr="00EF2F0E">
              <w:rPr>
                <w:rFonts w:ascii="Arial" w:hAnsi="Arial" w:cs="v5.0.0"/>
                <w:sz w:val="18"/>
              </w:rPr>
              <w:t xml:space="preserve">4.0MHz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1416" w:type="dxa"/>
          </w:tcPr>
          <w:p w14:paraId="0984E72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-7 dBm</w:t>
            </w:r>
          </w:p>
        </w:tc>
        <w:tc>
          <w:tcPr>
            <w:tcW w:w="1387" w:type="dxa"/>
          </w:tcPr>
          <w:p w14:paraId="0984E72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bl>
    <w:p w14:paraId="0984E731" w14:textId="77777777" w:rsidR="00B15E99" w:rsidRPr="00EF2F0E" w:rsidRDefault="00B15E99" w:rsidP="007038C6"/>
    <w:p w14:paraId="0984E732" w14:textId="77777777" w:rsidR="00B15E99" w:rsidRPr="00EF2F0E" w:rsidRDefault="00B15E99" w:rsidP="00B15E99">
      <w:pPr>
        <w:pStyle w:val="TH"/>
      </w:pPr>
      <w:r w:rsidRPr="00EF2F0E">
        <w:t>Table 9</w:t>
      </w:r>
      <w:r w:rsidRPr="00EF2F0E">
        <w:rPr>
          <w:rFonts w:cs="v4.2.0"/>
        </w:rPr>
        <w:t>.7.4.3.2-6</w:t>
      </w:r>
      <w:r w:rsidRPr="00EF2F0E">
        <w:t>: Additional spectrum emission minimum requirements for Bands V, XXVI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3401A4" w:rsidRPr="00EF2F0E" w14:paraId="0984E738" w14:textId="77777777" w:rsidTr="00AB06FD">
        <w:trPr>
          <w:jc w:val="center"/>
        </w:trPr>
        <w:tc>
          <w:tcPr>
            <w:tcW w:w="1668" w:type="dxa"/>
          </w:tcPr>
          <w:p w14:paraId="0984E733" w14:textId="77777777" w:rsidR="00B15E99" w:rsidRPr="00EF2F0E" w:rsidRDefault="00B15E99" w:rsidP="00AB06FD">
            <w:pPr>
              <w:keepNext/>
              <w:keepLines/>
              <w:spacing w:after="0"/>
              <w:jc w:val="center"/>
              <w:rPr>
                <w:rFonts w:ascii="Arial" w:hAnsi="Arial" w:cs="Arial"/>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1984" w:type="dxa"/>
          </w:tcPr>
          <w:p w14:paraId="0984E734" w14:textId="77777777" w:rsidR="00B15E99" w:rsidRPr="00EF2F0E" w:rsidRDefault="00B15E99" w:rsidP="00AB06FD">
            <w:pPr>
              <w:keepNext/>
              <w:keepLines/>
              <w:spacing w:after="0"/>
              <w:jc w:val="center"/>
              <w:rPr>
                <w:rFonts w:ascii="Arial" w:hAnsi="Arial" w:cs="Arial"/>
                <w:b/>
                <w:sz w:val="18"/>
              </w:rPr>
            </w:pPr>
            <w:r w:rsidRPr="00EF2F0E">
              <w:rPr>
                <w:rFonts w:ascii="Arial" w:hAnsi="Arial" w:cs="v5.0.0"/>
                <w:b/>
                <w:sz w:val="18"/>
              </w:rPr>
              <w:t>Frequency offset of measurement filter centre frequency, f_offset</w:t>
            </w:r>
          </w:p>
        </w:tc>
        <w:tc>
          <w:tcPr>
            <w:tcW w:w="1416" w:type="dxa"/>
          </w:tcPr>
          <w:p w14:paraId="0984E735" w14:textId="77777777" w:rsidR="00B15E99" w:rsidRPr="00EF2F0E" w:rsidRDefault="00B15E99" w:rsidP="00AB06FD">
            <w:pPr>
              <w:keepNext/>
              <w:keepLines/>
              <w:spacing w:after="0"/>
              <w:jc w:val="center"/>
              <w:rPr>
                <w:rFonts w:ascii="Arial" w:hAnsi="Arial" w:cs="Arial"/>
                <w:b/>
                <w:sz w:val="18"/>
              </w:rPr>
            </w:pPr>
            <w:r w:rsidRPr="00EF2F0E">
              <w:rPr>
                <w:rFonts w:ascii="Arial" w:hAnsi="Arial" w:cs="v5.0.0"/>
                <w:b/>
                <w:sz w:val="18"/>
              </w:rPr>
              <w:t>Additional</w:t>
            </w:r>
            <w:r w:rsidRPr="00EF2F0E">
              <w:rPr>
                <w:rFonts w:ascii="Arial" w:hAnsi="Arial"/>
                <w:b/>
                <w:sz w:val="18"/>
              </w:rPr>
              <w:t xml:space="preserve"> minimum requirement</w:t>
            </w:r>
            <w:r w:rsidRPr="00EF2F0E">
              <w:rPr>
                <w:rFonts w:ascii="Arial" w:hAnsi="Arial" w:cs="v5.0.0"/>
                <w:b/>
                <w:sz w:val="18"/>
              </w:rPr>
              <w:t xml:space="preserve"> </w:t>
            </w:r>
          </w:p>
        </w:tc>
        <w:tc>
          <w:tcPr>
            <w:tcW w:w="1387" w:type="dxa"/>
          </w:tcPr>
          <w:p w14:paraId="0984E736"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Measurement bandwidth</w:t>
            </w:r>
          </w:p>
          <w:p w14:paraId="0984E737"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(NOTE 4)</w:t>
            </w:r>
          </w:p>
        </w:tc>
      </w:tr>
      <w:tr w:rsidR="003401A4" w:rsidRPr="00EF2F0E" w14:paraId="0984E73D" w14:textId="77777777" w:rsidTr="00AB06FD">
        <w:trPr>
          <w:jc w:val="center"/>
        </w:trPr>
        <w:tc>
          <w:tcPr>
            <w:tcW w:w="1668" w:type="dxa"/>
          </w:tcPr>
          <w:p w14:paraId="0984E739" w14:textId="77777777" w:rsidR="00B15E99" w:rsidRPr="00EF2F0E" w:rsidRDefault="00B15E99" w:rsidP="00AB06FD">
            <w:pPr>
              <w:keepNext/>
              <w:keepLines/>
              <w:spacing w:after="0"/>
              <w:jc w:val="center"/>
              <w:rPr>
                <w:rFonts w:ascii="Arial" w:hAnsi="Arial" w:cs="Arial"/>
                <w:sz w:val="18"/>
              </w:rPr>
            </w:pPr>
            <w:r w:rsidRPr="00EF2F0E">
              <w:rPr>
                <w:rFonts w:ascii="Arial" w:hAnsi="Arial" w:cs="v5.0.0"/>
                <w:sz w:val="18"/>
              </w:rPr>
              <w:t xml:space="preserve">2.5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3.5 MHz</w:t>
            </w:r>
          </w:p>
        </w:tc>
        <w:tc>
          <w:tcPr>
            <w:tcW w:w="1984" w:type="dxa"/>
          </w:tcPr>
          <w:p w14:paraId="0984E73A" w14:textId="77777777" w:rsidR="00B15E99" w:rsidRPr="00EF2F0E" w:rsidRDefault="00B15E99" w:rsidP="00AB06FD">
            <w:pPr>
              <w:keepNext/>
              <w:keepLines/>
              <w:spacing w:after="0"/>
              <w:jc w:val="center"/>
              <w:rPr>
                <w:rFonts w:ascii="Arial" w:hAnsi="Arial" w:cs="Arial"/>
                <w:sz w:val="18"/>
              </w:rPr>
            </w:pPr>
            <w:r w:rsidRPr="00EF2F0E">
              <w:rPr>
                <w:rFonts w:ascii="Arial" w:hAnsi="Arial" w:cs="v5.0.0"/>
                <w:sz w:val="18"/>
              </w:rPr>
              <w:t xml:space="preserve">2.515MHz </w:t>
            </w:r>
            <w:r w:rsidRPr="00EF2F0E">
              <w:rPr>
                <w:rFonts w:ascii="Arial" w:hAnsi="Arial" w:cs="v5.0.0"/>
                <w:sz w:val="18"/>
              </w:rPr>
              <w:sym w:font="Symbol" w:char="F0A3"/>
            </w:r>
            <w:r w:rsidRPr="00EF2F0E">
              <w:rPr>
                <w:rFonts w:ascii="Arial" w:hAnsi="Arial" w:cs="v5.0.0"/>
                <w:sz w:val="18"/>
              </w:rPr>
              <w:t xml:space="preserve"> f_offset &lt; 3.515MHz</w:t>
            </w:r>
          </w:p>
        </w:tc>
        <w:tc>
          <w:tcPr>
            <w:tcW w:w="1416" w:type="dxa"/>
          </w:tcPr>
          <w:p w14:paraId="0984E73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-9 dBm</w:t>
            </w:r>
          </w:p>
        </w:tc>
        <w:tc>
          <w:tcPr>
            <w:tcW w:w="1387" w:type="dxa"/>
          </w:tcPr>
          <w:p w14:paraId="0984E73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B15E99" w:rsidRPr="00EF2F0E" w14:paraId="0984E742" w14:textId="77777777" w:rsidTr="00AB06FD">
        <w:trPr>
          <w:jc w:val="center"/>
        </w:trPr>
        <w:tc>
          <w:tcPr>
            <w:tcW w:w="1668" w:type="dxa"/>
          </w:tcPr>
          <w:p w14:paraId="0984E73E" w14:textId="77777777" w:rsidR="00B15E99" w:rsidRPr="00EF2F0E" w:rsidRDefault="00B15E99" w:rsidP="00AB06FD">
            <w:pPr>
              <w:keepNext/>
              <w:keepLines/>
              <w:spacing w:after="0"/>
              <w:jc w:val="center"/>
              <w:rPr>
                <w:rFonts w:ascii="Arial" w:hAnsi="Arial" w:cs="Arial"/>
                <w:sz w:val="18"/>
              </w:rPr>
            </w:pPr>
            <w:r w:rsidRPr="00EF2F0E">
              <w:rPr>
                <w:rFonts w:ascii="Arial" w:hAnsi="Arial" w:cs="v5.0.0"/>
                <w:sz w:val="18"/>
              </w:rPr>
              <w:t xml:space="preserve">3.5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1984" w:type="dxa"/>
          </w:tcPr>
          <w:p w14:paraId="0984E73F" w14:textId="77777777" w:rsidR="00B15E99" w:rsidRPr="00EF2F0E" w:rsidRDefault="00B15E99" w:rsidP="00AB06FD">
            <w:pPr>
              <w:keepNext/>
              <w:keepLines/>
              <w:spacing w:after="0"/>
              <w:jc w:val="center"/>
              <w:rPr>
                <w:rFonts w:ascii="Arial" w:hAnsi="Arial" w:cs="Arial"/>
                <w:sz w:val="18"/>
              </w:rPr>
            </w:pPr>
            <w:r w:rsidRPr="00EF2F0E">
              <w:rPr>
                <w:rFonts w:ascii="Arial" w:hAnsi="Arial" w:cs="v5.0.0"/>
                <w:sz w:val="18"/>
              </w:rPr>
              <w:t xml:space="preserve">3.55MHz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1416" w:type="dxa"/>
          </w:tcPr>
          <w:p w14:paraId="0984E74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-7 dBm</w:t>
            </w:r>
          </w:p>
        </w:tc>
        <w:tc>
          <w:tcPr>
            <w:tcW w:w="1387" w:type="dxa"/>
          </w:tcPr>
          <w:p w14:paraId="0984E74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bl>
    <w:p w14:paraId="0984E743" w14:textId="77777777" w:rsidR="00B15E99" w:rsidRPr="00EF2F0E" w:rsidRDefault="00B15E99" w:rsidP="00B15E99"/>
    <w:p w14:paraId="0984E744" w14:textId="77777777" w:rsidR="00B15E99" w:rsidRPr="00EF2F0E" w:rsidRDefault="00B15E99" w:rsidP="00B15E99">
      <w:pPr>
        <w:pStyle w:val="TH"/>
      </w:pPr>
      <w:r w:rsidRPr="00EF2F0E">
        <w:t>Table 9</w:t>
      </w:r>
      <w:r w:rsidRPr="00EF2F0E">
        <w:rPr>
          <w:rFonts w:cs="v4.2.0"/>
        </w:rPr>
        <w:t>.7.4.3.2-7</w:t>
      </w:r>
      <w:r w:rsidRPr="00EF2F0E">
        <w:t>: Additional spectrum emission minimum requirements for Bands XII, XIII, XIV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3401A4" w:rsidRPr="00EF2F0E" w14:paraId="0984E74A" w14:textId="77777777" w:rsidTr="00AB06FD">
        <w:trPr>
          <w:jc w:val="center"/>
        </w:trPr>
        <w:tc>
          <w:tcPr>
            <w:tcW w:w="1668" w:type="dxa"/>
          </w:tcPr>
          <w:p w14:paraId="0984E745" w14:textId="77777777" w:rsidR="00B15E99" w:rsidRPr="00EF2F0E" w:rsidRDefault="00B15E99" w:rsidP="00AB06FD">
            <w:pPr>
              <w:keepNext/>
              <w:keepLines/>
              <w:spacing w:after="0"/>
              <w:jc w:val="center"/>
              <w:rPr>
                <w:rFonts w:ascii="Arial" w:hAnsi="Arial" w:cs="Arial"/>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1984" w:type="dxa"/>
          </w:tcPr>
          <w:p w14:paraId="0984E746" w14:textId="77777777" w:rsidR="00B15E99" w:rsidRPr="00EF2F0E" w:rsidRDefault="00B15E99" w:rsidP="00AB06FD">
            <w:pPr>
              <w:keepNext/>
              <w:keepLines/>
              <w:spacing w:after="0"/>
              <w:jc w:val="center"/>
              <w:rPr>
                <w:rFonts w:ascii="Arial" w:hAnsi="Arial" w:cs="Arial"/>
                <w:b/>
                <w:sz w:val="18"/>
              </w:rPr>
            </w:pPr>
            <w:r w:rsidRPr="00EF2F0E">
              <w:rPr>
                <w:rFonts w:ascii="Arial" w:hAnsi="Arial" w:cs="v5.0.0"/>
                <w:b/>
                <w:sz w:val="18"/>
              </w:rPr>
              <w:t>Frequency offset of measurement filter centre frequency, f_offset</w:t>
            </w:r>
          </w:p>
        </w:tc>
        <w:tc>
          <w:tcPr>
            <w:tcW w:w="1416" w:type="dxa"/>
          </w:tcPr>
          <w:p w14:paraId="0984E747" w14:textId="77777777" w:rsidR="00B15E99" w:rsidRPr="00EF2F0E" w:rsidRDefault="00B15E99" w:rsidP="00AB06FD">
            <w:pPr>
              <w:keepNext/>
              <w:keepLines/>
              <w:spacing w:after="0"/>
              <w:jc w:val="center"/>
              <w:rPr>
                <w:rFonts w:ascii="Arial" w:hAnsi="Arial" w:cs="Arial"/>
                <w:b/>
                <w:sz w:val="18"/>
              </w:rPr>
            </w:pPr>
            <w:r w:rsidRPr="00EF2F0E">
              <w:rPr>
                <w:rFonts w:ascii="Arial" w:hAnsi="Arial" w:cs="v5.0.0"/>
                <w:b/>
                <w:sz w:val="18"/>
              </w:rPr>
              <w:t>Additional</w:t>
            </w:r>
            <w:r w:rsidRPr="00EF2F0E">
              <w:rPr>
                <w:rFonts w:ascii="Arial" w:hAnsi="Arial"/>
                <w:b/>
                <w:sz w:val="18"/>
              </w:rPr>
              <w:t xml:space="preserve"> minimum requirement</w:t>
            </w:r>
            <w:r w:rsidRPr="00EF2F0E">
              <w:rPr>
                <w:rFonts w:ascii="Arial" w:hAnsi="Arial" w:cs="v5.0.0"/>
                <w:b/>
                <w:sz w:val="18"/>
              </w:rPr>
              <w:t xml:space="preserve"> </w:t>
            </w:r>
          </w:p>
        </w:tc>
        <w:tc>
          <w:tcPr>
            <w:tcW w:w="1387" w:type="dxa"/>
          </w:tcPr>
          <w:p w14:paraId="0984E748"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Measurement bandwidth</w:t>
            </w:r>
          </w:p>
          <w:p w14:paraId="0984E749" w14:textId="77777777" w:rsidR="00B15E99" w:rsidRPr="00EF2F0E" w:rsidRDefault="00B15E99" w:rsidP="00AB06FD">
            <w:pPr>
              <w:keepNext/>
              <w:keepLines/>
              <w:spacing w:after="0"/>
              <w:jc w:val="center"/>
              <w:rPr>
                <w:rFonts w:ascii="Arial" w:hAnsi="Arial" w:cs="Arial"/>
                <w:b/>
                <w:sz w:val="18"/>
              </w:rPr>
            </w:pPr>
            <w:r w:rsidRPr="00EF2F0E">
              <w:rPr>
                <w:rFonts w:ascii="Arial" w:hAnsi="Arial" w:cs="v4.2.0"/>
                <w:b/>
                <w:sz w:val="18"/>
              </w:rPr>
              <w:t>(NOTE 4)</w:t>
            </w:r>
          </w:p>
        </w:tc>
      </w:tr>
      <w:tr w:rsidR="003401A4" w:rsidRPr="00EF2F0E" w14:paraId="0984E74F" w14:textId="77777777" w:rsidTr="00AB06FD">
        <w:trPr>
          <w:jc w:val="center"/>
        </w:trPr>
        <w:tc>
          <w:tcPr>
            <w:tcW w:w="1668" w:type="dxa"/>
          </w:tcPr>
          <w:p w14:paraId="0984E74B" w14:textId="77777777" w:rsidR="00B15E99" w:rsidRPr="00EF2F0E" w:rsidRDefault="00B15E99" w:rsidP="00AB06FD">
            <w:pPr>
              <w:keepNext/>
              <w:keepLines/>
              <w:spacing w:after="0"/>
              <w:jc w:val="center"/>
              <w:rPr>
                <w:rFonts w:ascii="Arial" w:hAnsi="Arial" w:cs="Arial"/>
                <w:sz w:val="18"/>
              </w:rPr>
            </w:pPr>
            <w:r w:rsidRPr="00EF2F0E">
              <w:rPr>
                <w:rFonts w:ascii="Arial" w:hAnsi="Arial" w:cs="v5.0.0"/>
                <w:sz w:val="18"/>
              </w:rPr>
              <w:t xml:space="preserve">2.5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2.6 MHz</w:t>
            </w:r>
          </w:p>
        </w:tc>
        <w:tc>
          <w:tcPr>
            <w:tcW w:w="1984" w:type="dxa"/>
          </w:tcPr>
          <w:p w14:paraId="0984E74C" w14:textId="77777777" w:rsidR="00B15E99" w:rsidRPr="00EF2F0E" w:rsidRDefault="00B15E99" w:rsidP="00AB06FD">
            <w:pPr>
              <w:keepNext/>
              <w:keepLines/>
              <w:spacing w:after="0"/>
              <w:jc w:val="center"/>
              <w:rPr>
                <w:rFonts w:ascii="Arial" w:hAnsi="Arial" w:cs="Arial"/>
                <w:sz w:val="18"/>
              </w:rPr>
            </w:pPr>
            <w:r w:rsidRPr="00EF2F0E">
              <w:rPr>
                <w:rFonts w:ascii="Arial" w:hAnsi="Arial" w:cs="v5.0.0"/>
                <w:sz w:val="18"/>
              </w:rPr>
              <w:t xml:space="preserve">2.515MHz </w:t>
            </w:r>
            <w:r w:rsidRPr="00EF2F0E">
              <w:rPr>
                <w:rFonts w:ascii="Arial" w:hAnsi="Arial" w:cs="v5.0.0"/>
                <w:sz w:val="18"/>
              </w:rPr>
              <w:sym w:font="Symbol" w:char="F0A3"/>
            </w:r>
            <w:r w:rsidRPr="00EF2F0E">
              <w:rPr>
                <w:rFonts w:ascii="Arial" w:hAnsi="Arial" w:cs="v5.0.0"/>
                <w:sz w:val="18"/>
              </w:rPr>
              <w:t xml:space="preserve"> f_offset &lt; 2.615MHz</w:t>
            </w:r>
          </w:p>
        </w:tc>
        <w:tc>
          <w:tcPr>
            <w:tcW w:w="1416" w:type="dxa"/>
          </w:tcPr>
          <w:p w14:paraId="0984E74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-7 dBm</w:t>
            </w:r>
          </w:p>
        </w:tc>
        <w:tc>
          <w:tcPr>
            <w:tcW w:w="1387" w:type="dxa"/>
          </w:tcPr>
          <w:p w14:paraId="0984E74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B15E99" w:rsidRPr="00EF2F0E" w14:paraId="0984E754" w14:textId="77777777" w:rsidTr="00AB06FD">
        <w:trPr>
          <w:jc w:val="center"/>
        </w:trPr>
        <w:tc>
          <w:tcPr>
            <w:tcW w:w="1668" w:type="dxa"/>
          </w:tcPr>
          <w:p w14:paraId="0984E750" w14:textId="77777777" w:rsidR="00B15E99" w:rsidRPr="00EF2F0E" w:rsidRDefault="00B15E99" w:rsidP="00AB06FD">
            <w:pPr>
              <w:keepNext/>
              <w:keepLines/>
              <w:spacing w:after="0"/>
              <w:jc w:val="center"/>
              <w:rPr>
                <w:rFonts w:ascii="Arial" w:hAnsi="Arial" w:cs="Arial"/>
                <w:sz w:val="18"/>
              </w:rPr>
            </w:pPr>
            <w:r w:rsidRPr="00EF2F0E">
              <w:rPr>
                <w:rFonts w:ascii="Arial" w:hAnsi="Arial" w:cs="v5.0.0"/>
                <w:sz w:val="18"/>
              </w:rPr>
              <w:t xml:space="preserve">2.6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1984" w:type="dxa"/>
          </w:tcPr>
          <w:p w14:paraId="0984E751" w14:textId="77777777" w:rsidR="00B15E99" w:rsidRPr="00EF2F0E" w:rsidRDefault="00B15E99" w:rsidP="00AB06FD">
            <w:pPr>
              <w:keepNext/>
              <w:keepLines/>
              <w:spacing w:after="0"/>
              <w:jc w:val="center"/>
              <w:rPr>
                <w:rFonts w:ascii="Arial" w:hAnsi="Arial" w:cs="Arial"/>
                <w:sz w:val="18"/>
              </w:rPr>
            </w:pPr>
            <w:r w:rsidRPr="00EF2F0E">
              <w:rPr>
                <w:rFonts w:ascii="Arial" w:hAnsi="Arial" w:cs="v5.0.0"/>
                <w:sz w:val="18"/>
              </w:rPr>
              <w:t xml:space="preserve">2.65MHz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1416" w:type="dxa"/>
          </w:tcPr>
          <w:p w14:paraId="0984E752"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-7 dBm</w:t>
            </w:r>
          </w:p>
        </w:tc>
        <w:tc>
          <w:tcPr>
            <w:tcW w:w="1387" w:type="dxa"/>
          </w:tcPr>
          <w:p w14:paraId="0984E753"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bl>
    <w:p w14:paraId="0984E755" w14:textId="77777777" w:rsidR="00B15E99" w:rsidRPr="00EF2F0E" w:rsidRDefault="00B15E99" w:rsidP="00B15E99"/>
    <w:p w14:paraId="0984E756" w14:textId="77777777" w:rsidR="00B15E99" w:rsidRPr="00EF2F0E" w:rsidRDefault="00B15E99" w:rsidP="00B15E99">
      <w:r w:rsidRPr="00EF2F0E">
        <w:rPr>
          <w:rFonts w:cs="v5.0.0"/>
        </w:rPr>
        <w:t xml:space="preserve">In certain regions the following requirement may apply for protection of DTT. For a RIB operating in Band XX, the </w:t>
      </w:r>
      <w:r w:rsidRPr="00EF2F0E">
        <w:t>level of emissions in the band 470-790 MHz, measured in an 8MHz filter bandwidth on centre frequencies F</w:t>
      </w:r>
      <w:r w:rsidRPr="00EF2F0E">
        <w:rPr>
          <w:vertAlign w:val="subscript"/>
        </w:rPr>
        <w:t>filter</w:t>
      </w:r>
      <w:r w:rsidRPr="00EF2F0E">
        <w:t xml:space="preserve"> according to table 9.7.4.3.2-8, shall not exceed the emission TRP limits as specified in table 9.7.4.3.2-8 </w:t>
      </w:r>
    </w:p>
    <w:p w14:paraId="0984E757" w14:textId="77777777" w:rsidR="00B15E99" w:rsidRPr="00EF2F0E" w:rsidRDefault="00B15E99" w:rsidP="00B15E99">
      <w:pPr>
        <w:pStyle w:val="TH"/>
      </w:pPr>
      <w:r w:rsidRPr="00EF2F0E">
        <w:t xml:space="preserve">Table </w:t>
      </w:r>
      <w:r w:rsidRPr="00EF2F0E">
        <w:rPr>
          <w:rFonts w:cs="v4.2.0"/>
        </w:rPr>
        <w:t>9.7.4.3.2-8</w:t>
      </w:r>
      <w:r w:rsidRPr="00EF2F0E">
        <w:t>: Emissions levels for protection of DTT</w:t>
      </w:r>
    </w:p>
    <w:tbl>
      <w:tblPr>
        <w:tblW w:w="92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95"/>
        <w:gridCol w:w="1701"/>
        <w:gridCol w:w="2268"/>
        <w:gridCol w:w="1984"/>
        <w:gridCol w:w="1512"/>
      </w:tblGrid>
      <w:tr w:rsidR="003401A4" w:rsidRPr="00EF2F0E" w14:paraId="0984E75F" w14:textId="77777777" w:rsidTr="00AB06FD">
        <w:trPr>
          <w:cantSplit/>
          <w:jc w:val="center"/>
        </w:trPr>
        <w:tc>
          <w:tcPr>
            <w:tcW w:w="1795" w:type="dxa"/>
          </w:tcPr>
          <w:p w14:paraId="0984E758" w14:textId="77777777" w:rsidR="00B15E99" w:rsidRPr="00EF2F0E" w:rsidRDefault="00B15E99" w:rsidP="00AB06FD">
            <w:pPr>
              <w:pStyle w:val="TAH"/>
              <w:rPr>
                <w:rFonts w:cs="v5.0.0"/>
              </w:rPr>
            </w:pPr>
            <w:r w:rsidRPr="00EF2F0E">
              <w:rPr>
                <w:rFonts w:cs="v5.0.0"/>
              </w:rPr>
              <w:t>Case</w:t>
            </w:r>
          </w:p>
        </w:tc>
        <w:tc>
          <w:tcPr>
            <w:tcW w:w="1701" w:type="dxa"/>
          </w:tcPr>
          <w:p w14:paraId="0984E759" w14:textId="77777777" w:rsidR="00B15E99" w:rsidRPr="00EF2F0E" w:rsidRDefault="00B15E99" w:rsidP="00AB06FD">
            <w:pPr>
              <w:pStyle w:val="TAH"/>
              <w:rPr>
                <w:rFonts w:cs="v5.0.0"/>
              </w:rPr>
            </w:pPr>
            <w:r w:rsidRPr="00EF2F0E">
              <w:rPr>
                <w:rFonts w:cs="v5.0.0"/>
              </w:rPr>
              <w:t>Measurement filter centre frequency</w:t>
            </w:r>
          </w:p>
        </w:tc>
        <w:tc>
          <w:tcPr>
            <w:tcW w:w="2268" w:type="dxa"/>
          </w:tcPr>
          <w:p w14:paraId="0984E75A" w14:textId="77777777" w:rsidR="00B15E99" w:rsidRPr="00EF2F0E" w:rsidRDefault="00B15E99" w:rsidP="00AB06FD">
            <w:pPr>
              <w:pStyle w:val="TAH"/>
              <w:rPr>
                <w:rFonts w:cs="v5.0.0"/>
                <w:vertAlign w:val="subscript"/>
              </w:rPr>
            </w:pPr>
            <w:r w:rsidRPr="00EF2F0E">
              <w:rPr>
                <w:rFonts w:cs="v5.0.0"/>
              </w:rPr>
              <w:t>Condition on BS maximum aggregate EIRP / 10 MHz, P</w:t>
            </w:r>
            <w:r w:rsidRPr="00EF2F0E">
              <w:rPr>
                <w:rFonts w:cs="v5.0.0"/>
                <w:vertAlign w:val="subscript"/>
              </w:rPr>
              <w:t>EIRP_10MHz</w:t>
            </w:r>
          </w:p>
          <w:p w14:paraId="0984E75B" w14:textId="77777777" w:rsidR="00B15E99" w:rsidRPr="00EF2F0E" w:rsidRDefault="00B15E99" w:rsidP="00AB06FD">
            <w:pPr>
              <w:pStyle w:val="TAH"/>
              <w:rPr>
                <w:rFonts w:cs="v5.0.0"/>
              </w:rPr>
            </w:pPr>
            <w:r w:rsidRPr="00EF2F0E">
              <w:rPr>
                <w:rFonts w:cs="Arial"/>
              </w:rPr>
              <w:t>(NOTE)</w:t>
            </w:r>
            <w:r w:rsidRPr="00EF2F0E">
              <w:rPr>
                <w:rFonts w:cs="v5.0.0"/>
              </w:rPr>
              <w:t xml:space="preserve"> </w:t>
            </w:r>
          </w:p>
        </w:tc>
        <w:tc>
          <w:tcPr>
            <w:tcW w:w="1984" w:type="dxa"/>
          </w:tcPr>
          <w:p w14:paraId="0984E75C" w14:textId="77777777" w:rsidR="00B15E99" w:rsidRPr="00EF2F0E" w:rsidRDefault="00B15E99" w:rsidP="00AB06FD">
            <w:pPr>
              <w:pStyle w:val="TAH"/>
              <w:rPr>
                <w:rFonts w:cs="v5.0.0"/>
              </w:rPr>
            </w:pPr>
            <w:r w:rsidRPr="00EF2F0E">
              <w:rPr>
                <w:rFonts w:cs="v5.0.0"/>
              </w:rPr>
              <w:t>Maximum Level</w:t>
            </w:r>
          </w:p>
          <w:p w14:paraId="0984E75D" w14:textId="77777777" w:rsidR="00B15E99" w:rsidRPr="00EF2F0E" w:rsidRDefault="00B15E99" w:rsidP="00AB06FD">
            <w:pPr>
              <w:pStyle w:val="TAH"/>
              <w:rPr>
                <w:rFonts w:cs="v5.0.0"/>
              </w:rPr>
            </w:pPr>
            <w:r w:rsidRPr="00EF2F0E">
              <w:rPr>
                <w:rFonts w:cs="Arial"/>
              </w:rPr>
              <w:t>P</w:t>
            </w:r>
            <w:r w:rsidRPr="00EF2F0E">
              <w:rPr>
                <w:rFonts w:cs="Arial"/>
                <w:vertAlign w:val="subscript"/>
              </w:rPr>
              <w:t>EIRP,N,MAX</w:t>
            </w:r>
          </w:p>
        </w:tc>
        <w:tc>
          <w:tcPr>
            <w:tcW w:w="1512" w:type="dxa"/>
          </w:tcPr>
          <w:p w14:paraId="0984E75E" w14:textId="77777777" w:rsidR="00B15E99" w:rsidRPr="00EF2F0E" w:rsidRDefault="00B15E99" w:rsidP="00AB06FD">
            <w:pPr>
              <w:pStyle w:val="TAH"/>
              <w:rPr>
                <w:rFonts w:cs="v5.0.0"/>
              </w:rPr>
            </w:pPr>
            <w:r w:rsidRPr="00EF2F0E">
              <w:rPr>
                <w:rFonts w:cs="v5.0.0"/>
              </w:rPr>
              <w:t>Measurement Bandwidth</w:t>
            </w:r>
          </w:p>
        </w:tc>
      </w:tr>
      <w:tr w:rsidR="003401A4" w:rsidRPr="00EF2F0E" w14:paraId="0984E766" w14:textId="77777777" w:rsidTr="00AB06FD">
        <w:trPr>
          <w:cantSplit/>
          <w:jc w:val="center"/>
        </w:trPr>
        <w:tc>
          <w:tcPr>
            <w:tcW w:w="1795" w:type="dxa"/>
            <w:vMerge w:val="restart"/>
          </w:tcPr>
          <w:p w14:paraId="0984E760" w14:textId="77777777" w:rsidR="00B15E99" w:rsidRPr="00EF2F0E" w:rsidRDefault="00B15E99" w:rsidP="00AB06FD">
            <w:pPr>
              <w:pStyle w:val="TAL"/>
              <w:rPr>
                <w:rFonts w:cs="Arial"/>
              </w:rPr>
            </w:pPr>
            <w:r w:rsidRPr="00EF2F0E">
              <w:rPr>
                <w:rFonts w:cs="Arial"/>
              </w:rPr>
              <w:t>A: for DTT frequencies where broadcasting is protected</w:t>
            </w:r>
          </w:p>
        </w:tc>
        <w:tc>
          <w:tcPr>
            <w:tcW w:w="1701" w:type="dxa"/>
          </w:tcPr>
          <w:p w14:paraId="0984E761" w14:textId="77777777" w:rsidR="00B15E99" w:rsidRPr="00EF2F0E" w:rsidRDefault="00B15E99" w:rsidP="00AB06FD">
            <w:pPr>
              <w:pStyle w:val="TAC"/>
              <w:rPr>
                <w:rFonts w:cs="Arial"/>
              </w:rPr>
            </w:pPr>
            <w:r w:rsidRPr="00EF2F0E">
              <w:rPr>
                <w:rFonts w:cs="Arial"/>
              </w:rPr>
              <w:t xml:space="preserve">N*8 + 306 MHz, </w:t>
            </w:r>
          </w:p>
          <w:p w14:paraId="0984E762"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763" w14:textId="77777777" w:rsidR="00B15E99" w:rsidRPr="00EF2F0E" w:rsidRDefault="00B15E99" w:rsidP="00AB06FD">
            <w:pPr>
              <w:pStyle w:val="TAC"/>
              <w:rPr>
                <w:rFonts w:cs="Arial"/>
              </w:rPr>
            </w:pPr>
            <w:r w:rsidRPr="00EF2F0E">
              <w:rPr>
                <w:rFonts w:cs="Arial"/>
              </w:rPr>
              <w:t>P</w:t>
            </w:r>
            <w:r w:rsidRPr="00EF2F0E">
              <w:rPr>
                <w:rFonts w:cs="Arial"/>
                <w:vertAlign w:val="subscript"/>
              </w:rPr>
              <w:t>EIRP_10MHz</w:t>
            </w:r>
            <w:r w:rsidRPr="00EF2F0E">
              <w:rPr>
                <w:rFonts w:cs="Arial"/>
              </w:rPr>
              <w:t xml:space="preserve"> </w:t>
            </w:r>
            <w:r w:rsidRPr="00EF2F0E">
              <w:rPr>
                <w:rFonts w:cs="Arial"/>
              </w:rPr>
              <w:sym w:font="Symbol" w:char="F0B3"/>
            </w:r>
            <w:r w:rsidRPr="00EF2F0E">
              <w:rPr>
                <w:rFonts w:cs="Arial"/>
              </w:rPr>
              <w:t xml:space="preserve"> 59 dBm</w:t>
            </w:r>
          </w:p>
        </w:tc>
        <w:tc>
          <w:tcPr>
            <w:tcW w:w="1984" w:type="dxa"/>
          </w:tcPr>
          <w:p w14:paraId="0984E764" w14:textId="77777777" w:rsidR="00B15E99" w:rsidRPr="00EF2F0E" w:rsidRDefault="00B15E99" w:rsidP="00AB06FD">
            <w:pPr>
              <w:pStyle w:val="TAC"/>
              <w:rPr>
                <w:rFonts w:cs="Arial"/>
              </w:rPr>
            </w:pPr>
            <w:r w:rsidRPr="00EF2F0E">
              <w:rPr>
                <w:rFonts w:cs="Arial"/>
              </w:rPr>
              <w:t xml:space="preserve">0  dBm  </w:t>
            </w:r>
          </w:p>
        </w:tc>
        <w:tc>
          <w:tcPr>
            <w:tcW w:w="1512" w:type="dxa"/>
          </w:tcPr>
          <w:p w14:paraId="0984E765" w14:textId="77777777" w:rsidR="00B15E99" w:rsidRPr="00EF2F0E" w:rsidRDefault="00B15E99" w:rsidP="00AB06FD">
            <w:pPr>
              <w:pStyle w:val="TAC"/>
              <w:rPr>
                <w:rFonts w:cs="Arial"/>
              </w:rPr>
            </w:pPr>
            <w:r w:rsidRPr="00EF2F0E">
              <w:rPr>
                <w:rFonts w:cs="Arial"/>
              </w:rPr>
              <w:t>8 MHz</w:t>
            </w:r>
          </w:p>
        </w:tc>
      </w:tr>
      <w:tr w:rsidR="003401A4" w:rsidRPr="00EF2F0E" w14:paraId="0984E76D" w14:textId="77777777" w:rsidTr="00AB06FD">
        <w:trPr>
          <w:cantSplit/>
          <w:jc w:val="center"/>
        </w:trPr>
        <w:tc>
          <w:tcPr>
            <w:tcW w:w="1795" w:type="dxa"/>
            <w:vMerge/>
          </w:tcPr>
          <w:p w14:paraId="0984E767" w14:textId="77777777" w:rsidR="00B15E99" w:rsidRPr="00EF2F0E" w:rsidRDefault="00B15E99" w:rsidP="00AB06FD">
            <w:pPr>
              <w:pStyle w:val="TAL"/>
              <w:rPr>
                <w:rFonts w:cs="Arial"/>
              </w:rPr>
            </w:pPr>
          </w:p>
        </w:tc>
        <w:tc>
          <w:tcPr>
            <w:tcW w:w="1701" w:type="dxa"/>
          </w:tcPr>
          <w:p w14:paraId="0984E768" w14:textId="77777777" w:rsidR="00B15E99" w:rsidRPr="00EF2F0E" w:rsidRDefault="00B15E99" w:rsidP="00AB06FD">
            <w:pPr>
              <w:pStyle w:val="TAC"/>
              <w:rPr>
                <w:rFonts w:cs="Arial"/>
              </w:rPr>
            </w:pPr>
            <w:r w:rsidRPr="00EF2F0E">
              <w:rPr>
                <w:rFonts w:cs="Arial"/>
              </w:rPr>
              <w:t xml:space="preserve">N*8 + 306 MHz, </w:t>
            </w:r>
          </w:p>
          <w:p w14:paraId="0984E769"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76A" w14:textId="77777777" w:rsidR="00B15E99" w:rsidRPr="00EF2F0E" w:rsidRDefault="00B15E99" w:rsidP="00AB06FD">
            <w:pPr>
              <w:pStyle w:val="TAC"/>
              <w:rPr>
                <w:rFonts w:cs="Arial"/>
              </w:rPr>
            </w:pPr>
            <w:r w:rsidRPr="00EF2F0E">
              <w:rPr>
                <w:rFonts w:cs="Arial"/>
              </w:rPr>
              <w:t xml:space="preserve">36 </w:t>
            </w:r>
            <w:r w:rsidRPr="00EF2F0E">
              <w:rPr>
                <w:rFonts w:cs="Arial"/>
              </w:rPr>
              <w:sym w:font="Symbol" w:char="F0A3"/>
            </w:r>
            <w:r w:rsidRPr="00EF2F0E">
              <w:rPr>
                <w:rFonts w:cs="Arial"/>
              </w:rPr>
              <w:t xml:space="preserve"> P</w:t>
            </w:r>
            <w:r w:rsidRPr="00EF2F0E">
              <w:rPr>
                <w:rFonts w:cs="Arial"/>
                <w:vertAlign w:val="subscript"/>
              </w:rPr>
              <w:t>EIRP_10MHz</w:t>
            </w:r>
            <w:r w:rsidRPr="00EF2F0E">
              <w:rPr>
                <w:rFonts w:cs="Arial"/>
              </w:rPr>
              <w:t xml:space="preserve"> &lt; 59 dBm</w:t>
            </w:r>
          </w:p>
        </w:tc>
        <w:tc>
          <w:tcPr>
            <w:tcW w:w="1984" w:type="dxa"/>
          </w:tcPr>
          <w:p w14:paraId="0984E76B" w14:textId="77777777" w:rsidR="00B15E99" w:rsidRPr="00EF2F0E" w:rsidRDefault="00B15E99" w:rsidP="00AB06FD">
            <w:pPr>
              <w:pStyle w:val="TAC"/>
              <w:rPr>
                <w:rFonts w:cs="Arial"/>
              </w:rPr>
            </w:pPr>
            <w:r w:rsidRPr="00EF2F0E">
              <w:rPr>
                <w:rFonts w:cs="Arial"/>
              </w:rPr>
              <w:t>P</w:t>
            </w:r>
            <w:r w:rsidRPr="00EF2F0E">
              <w:rPr>
                <w:rFonts w:cs="Arial"/>
                <w:vertAlign w:val="subscript"/>
              </w:rPr>
              <w:t>EIRP_10MHz</w:t>
            </w:r>
            <w:r w:rsidRPr="00EF2F0E">
              <w:rPr>
                <w:rFonts w:cs="Arial"/>
              </w:rPr>
              <w:t xml:space="preserve"> – 59 dBm</w:t>
            </w:r>
          </w:p>
        </w:tc>
        <w:tc>
          <w:tcPr>
            <w:tcW w:w="1512" w:type="dxa"/>
          </w:tcPr>
          <w:p w14:paraId="0984E76C" w14:textId="77777777" w:rsidR="00B15E99" w:rsidRPr="00EF2F0E" w:rsidRDefault="00B15E99" w:rsidP="00AB06FD">
            <w:pPr>
              <w:pStyle w:val="TAC"/>
              <w:rPr>
                <w:rFonts w:cs="Arial"/>
              </w:rPr>
            </w:pPr>
            <w:r w:rsidRPr="00EF2F0E">
              <w:rPr>
                <w:rFonts w:cs="Arial"/>
              </w:rPr>
              <w:t>8 MHz</w:t>
            </w:r>
          </w:p>
        </w:tc>
      </w:tr>
      <w:tr w:rsidR="003401A4" w:rsidRPr="00EF2F0E" w14:paraId="0984E774" w14:textId="77777777" w:rsidTr="00AB06FD">
        <w:trPr>
          <w:cantSplit/>
          <w:jc w:val="center"/>
        </w:trPr>
        <w:tc>
          <w:tcPr>
            <w:tcW w:w="1795" w:type="dxa"/>
            <w:vMerge/>
          </w:tcPr>
          <w:p w14:paraId="0984E76E" w14:textId="77777777" w:rsidR="00B15E99" w:rsidRPr="00EF2F0E" w:rsidRDefault="00B15E99" w:rsidP="00AB06FD">
            <w:pPr>
              <w:pStyle w:val="TAL"/>
              <w:rPr>
                <w:rFonts w:cs="Arial"/>
              </w:rPr>
            </w:pPr>
          </w:p>
        </w:tc>
        <w:tc>
          <w:tcPr>
            <w:tcW w:w="1701" w:type="dxa"/>
          </w:tcPr>
          <w:p w14:paraId="0984E76F" w14:textId="77777777" w:rsidR="00B15E99" w:rsidRPr="00EF2F0E" w:rsidRDefault="00B15E99" w:rsidP="00AB06FD">
            <w:pPr>
              <w:pStyle w:val="TAC"/>
              <w:rPr>
                <w:rFonts w:cs="Arial"/>
              </w:rPr>
            </w:pPr>
            <w:r w:rsidRPr="00EF2F0E">
              <w:rPr>
                <w:rFonts w:cs="Arial"/>
              </w:rPr>
              <w:t xml:space="preserve">N*8 + 306 MHz, </w:t>
            </w:r>
          </w:p>
          <w:p w14:paraId="0984E770"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771" w14:textId="77777777" w:rsidR="00B15E99" w:rsidRPr="00EF2F0E" w:rsidRDefault="00B15E99" w:rsidP="00AB06FD">
            <w:pPr>
              <w:pStyle w:val="TAC"/>
              <w:rPr>
                <w:rFonts w:cs="Arial"/>
              </w:rPr>
            </w:pPr>
            <w:r w:rsidRPr="00EF2F0E">
              <w:rPr>
                <w:rFonts w:cs="Arial"/>
              </w:rPr>
              <w:t>P</w:t>
            </w:r>
            <w:r w:rsidRPr="00EF2F0E">
              <w:rPr>
                <w:rFonts w:cs="Arial"/>
                <w:vertAlign w:val="subscript"/>
              </w:rPr>
              <w:t>EIRP_10MHz</w:t>
            </w:r>
            <w:r w:rsidRPr="00EF2F0E">
              <w:rPr>
                <w:rFonts w:cs="Arial"/>
              </w:rPr>
              <w:t xml:space="preserve"> &lt; 36 dBm</w:t>
            </w:r>
          </w:p>
        </w:tc>
        <w:tc>
          <w:tcPr>
            <w:tcW w:w="1984" w:type="dxa"/>
          </w:tcPr>
          <w:p w14:paraId="0984E772" w14:textId="77777777" w:rsidR="00B15E99" w:rsidRPr="00EF2F0E" w:rsidRDefault="00B15E99" w:rsidP="00AB06FD">
            <w:pPr>
              <w:pStyle w:val="TAC"/>
              <w:rPr>
                <w:rFonts w:cs="Arial"/>
              </w:rPr>
            </w:pPr>
            <w:r w:rsidRPr="00EF2F0E">
              <w:rPr>
                <w:rFonts w:cs="Arial"/>
              </w:rPr>
              <w:t xml:space="preserve">-23 dBm  </w:t>
            </w:r>
          </w:p>
        </w:tc>
        <w:tc>
          <w:tcPr>
            <w:tcW w:w="1512" w:type="dxa"/>
          </w:tcPr>
          <w:p w14:paraId="0984E773" w14:textId="77777777" w:rsidR="00B15E99" w:rsidRPr="00EF2F0E" w:rsidRDefault="00B15E99" w:rsidP="00AB06FD">
            <w:pPr>
              <w:pStyle w:val="TAC"/>
              <w:rPr>
                <w:rFonts w:cs="Arial"/>
              </w:rPr>
            </w:pPr>
            <w:r w:rsidRPr="00EF2F0E">
              <w:rPr>
                <w:rFonts w:cs="Arial"/>
              </w:rPr>
              <w:t>8 MHz</w:t>
            </w:r>
          </w:p>
        </w:tc>
      </w:tr>
      <w:tr w:rsidR="003401A4" w:rsidRPr="00EF2F0E" w14:paraId="0984E77B" w14:textId="77777777" w:rsidTr="00AB06FD">
        <w:trPr>
          <w:cantSplit/>
          <w:jc w:val="center"/>
        </w:trPr>
        <w:tc>
          <w:tcPr>
            <w:tcW w:w="1795" w:type="dxa"/>
            <w:vMerge w:val="restart"/>
          </w:tcPr>
          <w:p w14:paraId="0984E775" w14:textId="77777777" w:rsidR="00B15E99" w:rsidRPr="00EF2F0E" w:rsidRDefault="00B15E99" w:rsidP="00AB06FD">
            <w:pPr>
              <w:pStyle w:val="TAL"/>
              <w:rPr>
                <w:rFonts w:cs="Arial"/>
              </w:rPr>
            </w:pPr>
            <w:r w:rsidRPr="00EF2F0E">
              <w:rPr>
                <w:rFonts w:cs="Arial"/>
              </w:rPr>
              <w:t>B: for DTT frequencies where broadcasting is subject to an intermediate level of protection</w:t>
            </w:r>
          </w:p>
        </w:tc>
        <w:tc>
          <w:tcPr>
            <w:tcW w:w="1701" w:type="dxa"/>
          </w:tcPr>
          <w:p w14:paraId="0984E776" w14:textId="77777777" w:rsidR="00B15E99" w:rsidRPr="00EF2F0E" w:rsidRDefault="00B15E99" w:rsidP="00AB06FD">
            <w:pPr>
              <w:pStyle w:val="TAC"/>
              <w:rPr>
                <w:rFonts w:cs="Arial"/>
              </w:rPr>
            </w:pPr>
            <w:r w:rsidRPr="00EF2F0E">
              <w:rPr>
                <w:rFonts w:cs="Arial"/>
              </w:rPr>
              <w:t xml:space="preserve">N*8 + 306 MHz, </w:t>
            </w:r>
          </w:p>
          <w:p w14:paraId="0984E777"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778" w14:textId="77777777" w:rsidR="00B15E99" w:rsidRPr="00EF2F0E" w:rsidRDefault="00B15E99" w:rsidP="00AB06FD">
            <w:pPr>
              <w:pStyle w:val="TAC"/>
              <w:rPr>
                <w:rFonts w:cs="Arial"/>
              </w:rPr>
            </w:pPr>
            <w:r w:rsidRPr="00EF2F0E">
              <w:rPr>
                <w:rFonts w:cs="Arial"/>
              </w:rPr>
              <w:t>P</w:t>
            </w:r>
            <w:r w:rsidRPr="00EF2F0E">
              <w:rPr>
                <w:rFonts w:cs="Arial"/>
                <w:vertAlign w:val="subscript"/>
              </w:rPr>
              <w:t>EIRP_10MHz</w:t>
            </w:r>
            <w:r w:rsidRPr="00EF2F0E">
              <w:rPr>
                <w:rFonts w:cs="Arial"/>
              </w:rPr>
              <w:t xml:space="preserve"> </w:t>
            </w:r>
            <w:r w:rsidRPr="00EF2F0E">
              <w:rPr>
                <w:rFonts w:cs="Arial"/>
              </w:rPr>
              <w:sym w:font="Symbol" w:char="F0B3"/>
            </w:r>
            <w:r w:rsidRPr="00EF2F0E">
              <w:rPr>
                <w:rFonts w:cs="Arial"/>
              </w:rPr>
              <w:t xml:space="preserve"> 59 dBm</w:t>
            </w:r>
          </w:p>
        </w:tc>
        <w:tc>
          <w:tcPr>
            <w:tcW w:w="1984" w:type="dxa"/>
          </w:tcPr>
          <w:p w14:paraId="0984E779" w14:textId="77777777" w:rsidR="00B15E99" w:rsidRPr="00EF2F0E" w:rsidRDefault="00B15E99" w:rsidP="00AB06FD">
            <w:pPr>
              <w:pStyle w:val="TAC"/>
              <w:rPr>
                <w:rFonts w:cs="Arial"/>
              </w:rPr>
            </w:pPr>
            <w:r w:rsidRPr="00EF2F0E">
              <w:rPr>
                <w:rFonts w:cs="Arial"/>
              </w:rPr>
              <w:t xml:space="preserve">10 dBm  </w:t>
            </w:r>
          </w:p>
        </w:tc>
        <w:tc>
          <w:tcPr>
            <w:tcW w:w="1512" w:type="dxa"/>
          </w:tcPr>
          <w:p w14:paraId="0984E77A" w14:textId="77777777" w:rsidR="00B15E99" w:rsidRPr="00EF2F0E" w:rsidRDefault="00B15E99" w:rsidP="00AB06FD">
            <w:pPr>
              <w:pStyle w:val="TAC"/>
              <w:rPr>
                <w:rFonts w:cs="Arial"/>
              </w:rPr>
            </w:pPr>
            <w:r w:rsidRPr="00EF2F0E">
              <w:rPr>
                <w:rFonts w:cs="Arial"/>
              </w:rPr>
              <w:t>8 MHz</w:t>
            </w:r>
          </w:p>
        </w:tc>
      </w:tr>
      <w:tr w:rsidR="003401A4" w:rsidRPr="00EF2F0E" w14:paraId="0984E782" w14:textId="77777777" w:rsidTr="00AB06FD">
        <w:trPr>
          <w:cantSplit/>
          <w:jc w:val="center"/>
        </w:trPr>
        <w:tc>
          <w:tcPr>
            <w:tcW w:w="1795" w:type="dxa"/>
            <w:vMerge/>
          </w:tcPr>
          <w:p w14:paraId="0984E77C" w14:textId="77777777" w:rsidR="00B15E99" w:rsidRPr="00EF2F0E" w:rsidRDefault="00B15E99" w:rsidP="00AB06FD">
            <w:pPr>
              <w:pStyle w:val="TAL"/>
              <w:rPr>
                <w:rFonts w:cs="Arial"/>
              </w:rPr>
            </w:pPr>
          </w:p>
        </w:tc>
        <w:tc>
          <w:tcPr>
            <w:tcW w:w="1701" w:type="dxa"/>
          </w:tcPr>
          <w:p w14:paraId="0984E77D" w14:textId="77777777" w:rsidR="00B15E99" w:rsidRPr="00EF2F0E" w:rsidRDefault="00B15E99" w:rsidP="00AB06FD">
            <w:pPr>
              <w:pStyle w:val="TAC"/>
              <w:rPr>
                <w:rFonts w:cs="Arial"/>
              </w:rPr>
            </w:pPr>
            <w:r w:rsidRPr="00EF2F0E">
              <w:rPr>
                <w:rFonts w:cs="Arial"/>
              </w:rPr>
              <w:t xml:space="preserve">N*8 + 306 MHz, </w:t>
            </w:r>
          </w:p>
          <w:p w14:paraId="0984E77E"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77F" w14:textId="77777777" w:rsidR="00B15E99" w:rsidRPr="00EF2F0E" w:rsidRDefault="00B15E99" w:rsidP="00AB06FD">
            <w:pPr>
              <w:pStyle w:val="TAC"/>
              <w:rPr>
                <w:rFonts w:cs="Arial"/>
              </w:rPr>
            </w:pPr>
            <w:r w:rsidRPr="00EF2F0E">
              <w:rPr>
                <w:rFonts w:cs="Arial"/>
              </w:rPr>
              <w:t xml:space="preserve">36 </w:t>
            </w:r>
            <w:r w:rsidRPr="00EF2F0E">
              <w:rPr>
                <w:rFonts w:cs="Arial"/>
              </w:rPr>
              <w:sym w:font="Symbol" w:char="F0A3"/>
            </w:r>
            <w:r w:rsidRPr="00EF2F0E">
              <w:rPr>
                <w:rFonts w:cs="Arial"/>
              </w:rPr>
              <w:t xml:space="preserve"> P</w:t>
            </w:r>
            <w:r w:rsidRPr="00EF2F0E">
              <w:rPr>
                <w:rFonts w:cs="Arial"/>
                <w:vertAlign w:val="subscript"/>
              </w:rPr>
              <w:t>EIRP_10MHz</w:t>
            </w:r>
            <w:r w:rsidRPr="00EF2F0E">
              <w:rPr>
                <w:rFonts w:cs="Arial"/>
              </w:rPr>
              <w:t xml:space="preserve"> &lt; 59 dBm</w:t>
            </w:r>
          </w:p>
        </w:tc>
        <w:tc>
          <w:tcPr>
            <w:tcW w:w="1984" w:type="dxa"/>
          </w:tcPr>
          <w:p w14:paraId="0984E780" w14:textId="77777777" w:rsidR="00B15E99" w:rsidRPr="00EF2F0E" w:rsidRDefault="00B15E99" w:rsidP="00AB06FD">
            <w:pPr>
              <w:pStyle w:val="TAC"/>
              <w:rPr>
                <w:rFonts w:cs="Arial"/>
              </w:rPr>
            </w:pPr>
            <w:r w:rsidRPr="00EF2F0E">
              <w:rPr>
                <w:rFonts w:cs="Arial"/>
              </w:rPr>
              <w:t>P</w:t>
            </w:r>
            <w:r w:rsidRPr="00EF2F0E">
              <w:rPr>
                <w:rFonts w:cs="Arial"/>
                <w:vertAlign w:val="subscript"/>
              </w:rPr>
              <w:t>EIRP_10MHz</w:t>
            </w:r>
            <w:r w:rsidRPr="00EF2F0E">
              <w:rPr>
                <w:rFonts w:cs="Arial"/>
              </w:rPr>
              <w:t xml:space="preserve"> – 49 dBm</w:t>
            </w:r>
          </w:p>
        </w:tc>
        <w:tc>
          <w:tcPr>
            <w:tcW w:w="1512" w:type="dxa"/>
          </w:tcPr>
          <w:p w14:paraId="0984E781" w14:textId="77777777" w:rsidR="00B15E99" w:rsidRPr="00EF2F0E" w:rsidRDefault="00B15E99" w:rsidP="00AB06FD">
            <w:pPr>
              <w:pStyle w:val="TAC"/>
              <w:rPr>
                <w:rFonts w:cs="Arial"/>
              </w:rPr>
            </w:pPr>
            <w:r w:rsidRPr="00EF2F0E">
              <w:rPr>
                <w:rFonts w:cs="Arial"/>
              </w:rPr>
              <w:t>8 MHz</w:t>
            </w:r>
          </w:p>
        </w:tc>
      </w:tr>
      <w:tr w:rsidR="003401A4" w:rsidRPr="00EF2F0E" w14:paraId="0984E789" w14:textId="77777777" w:rsidTr="00AB06FD">
        <w:trPr>
          <w:cantSplit/>
          <w:jc w:val="center"/>
        </w:trPr>
        <w:tc>
          <w:tcPr>
            <w:tcW w:w="1795" w:type="dxa"/>
            <w:vMerge/>
          </w:tcPr>
          <w:p w14:paraId="0984E783" w14:textId="77777777" w:rsidR="00B15E99" w:rsidRPr="00EF2F0E" w:rsidRDefault="00B15E99" w:rsidP="00AB06FD">
            <w:pPr>
              <w:pStyle w:val="TAL"/>
              <w:rPr>
                <w:rFonts w:cs="Arial"/>
              </w:rPr>
            </w:pPr>
          </w:p>
        </w:tc>
        <w:tc>
          <w:tcPr>
            <w:tcW w:w="1701" w:type="dxa"/>
          </w:tcPr>
          <w:p w14:paraId="0984E784" w14:textId="77777777" w:rsidR="00B15E99" w:rsidRPr="00EF2F0E" w:rsidRDefault="00B15E99" w:rsidP="00AB06FD">
            <w:pPr>
              <w:pStyle w:val="TAC"/>
              <w:rPr>
                <w:rFonts w:cs="Arial"/>
              </w:rPr>
            </w:pPr>
            <w:r w:rsidRPr="00EF2F0E">
              <w:rPr>
                <w:rFonts w:cs="Arial"/>
              </w:rPr>
              <w:t xml:space="preserve">N*8 + 306 MHz, </w:t>
            </w:r>
          </w:p>
          <w:p w14:paraId="0984E785"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786" w14:textId="77777777" w:rsidR="00B15E99" w:rsidRPr="00EF2F0E" w:rsidRDefault="00B15E99" w:rsidP="00AB06FD">
            <w:pPr>
              <w:pStyle w:val="TAC"/>
              <w:rPr>
                <w:rFonts w:cs="Arial"/>
              </w:rPr>
            </w:pPr>
            <w:r w:rsidRPr="00EF2F0E">
              <w:rPr>
                <w:rFonts w:cs="Arial"/>
              </w:rPr>
              <w:t>P</w:t>
            </w:r>
            <w:r w:rsidRPr="00EF2F0E">
              <w:rPr>
                <w:rFonts w:cs="Arial"/>
                <w:vertAlign w:val="subscript"/>
              </w:rPr>
              <w:t>EIRP_10MHz</w:t>
            </w:r>
            <w:r w:rsidRPr="00EF2F0E">
              <w:rPr>
                <w:rFonts w:cs="Arial"/>
              </w:rPr>
              <w:t xml:space="preserve"> &lt; 36 dBm</w:t>
            </w:r>
          </w:p>
        </w:tc>
        <w:tc>
          <w:tcPr>
            <w:tcW w:w="1984" w:type="dxa"/>
          </w:tcPr>
          <w:p w14:paraId="0984E787" w14:textId="77777777" w:rsidR="00B15E99" w:rsidRPr="00EF2F0E" w:rsidRDefault="00B15E99" w:rsidP="00AB06FD">
            <w:pPr>
              <w:pStyle w:val="TAC"/>
              <w:rPr>
                <w:rFonts w:cs="Arial"/>
              </w:rPr>
            </w:pPr>
            <w:r w:rsidRPr="00EF2F0E">
              <w:rPr>
                <w:rFonts w:cs="Arial"/>
              </w:rPr>
              <w:t xml:space="preserve">-13 dBm  </w:t>
            </w:r>
          </w:p>
        </w:tc>
        <w:tc>
          <w:tcPr>
            <w:tcW w:w="1512" w:type="dxa"/>
          </w:tcPr>
          <w:p w14:paraId="0984E788" w14:textId="77777777" w:rsidR="00B15E99" w:rsidRPr="00EF2F0E" w:rsidRDefault="00B15E99" w:rsidP="00AB06FD">
            <w:pPr>
              <w:pStyle w:val="TAC"/>
              <w:rPr>
                <w:rFonts w:cs="Arial"/>
              </w:rPr>
            </w:pPr>
            <w:r w:rsidRPr="00EF2F0E">
              <w:rPr>
                <w:rFonts w:cs="Arial"/>
              </w:rPr>
              <w:t>8 MHz</w:t>
            </w:r>
          </w:p>
        </w:tc>
      </w:tr>
      <w:tr w:rsidR="003401A4" w:rsidRPr="00EF2F0E" w14:paraId="0984E790" w14:textId="77777777" w:rsidTr="00AB06FD">
        <w:trPr>
          <w:cantSplit/>
          <w:jc w:val="center"/>
        </w:trPr>
        <w:tc>
          <w:tcPr>
            <w:tcW w:w="1795" w:type="dxa"/>
          </w:tcPr>
          <w:p w14:paraId="0984E78A" w14:textId="77777777" w:rsidR="00B15E99" w:rsidRPr="00EF2F0E" w:rsidRDefault="00B15E99" w:rsidP="00AB06FD">
            <w:pPr>
              <w:pStyle w:val="TAL"/>
              <w:rPr>
                <w:rFonts w:cs="Arial"/>
              </w:rPr>
            </w:pPr>
            <w:r w:rsidRPr="00EF2F0E">
              <w:rPr>
                <w:rFonts w:cs="Arial"/>
              </w:rPr>
              <w:t>C: for DTT frequencies where broadcasting is not protected</w:t>
            </w:r>
          </w:p>
        </w:tc>
        <w:tc>
          <w:tcPr>
            <w:tcW w:w="1701" w:type="dxa"/>
          </w:tcPr>
          <w:p w14:paraId="0984E78B" w14:textId="77777777" w:rsidR="00B15E99" w:rsidRPr="00EF2F0E" w:rsidRDefault="00B15E99" w:rsidP="00AB06FD">
            <w:pPr>
              <w:pStyle w:val="TAC"/>
              <w:rPr>
                <w:rFonts w:cs="Arial"/>
              </w:rPr>
            </w:pPr>
            <w:r w:rsidRPr="00EF2F0E">
              <w:rPr>
                <w:rFonts w:cs="Arial"/>
              </w:rPr>
              <w:t xml:space="preserve">N*8 + 306 MHz, </w:t>
            </w:r>
          </w:p>
          <w:p w14:paraId="0984E78C"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78D" w14:textId="77777777" w:rsidR="00B15E99" w:rsidRPr="00EF2F0E" w:rsidRDefault="00B15E99" w:rsidP="00AB06FD">
            <w:pPr>
              <w:pStyle w:val="TAC"/>
              <w:rPr>
                <w:rFonts w:cs="Arial"/>
              </w:rPr>
            </w:pPr>
            <w:r w:rsidRPr="00EF2F0E">
              <w:rPr>
                <w:rFonts w:cs="Arial"/>
              </w:rPr>
              <w:t>N.A.</w:t>
            </w:r>
          </w:p>
        </w:tc>
        <w:tc>
          <w:tcPr>
            <w:tcW w:w="1984" w:type="dxa"/>
          </w:tcPr>
          <w:p w14:paraId="0984E78E" w14:textId="77777777" w:rsidR="00B15E99" w:rsidRPr="00EF2F0E" w:rsidRDefault="00B15E99" w:rsidP="00AB06FD">
            <w:pPr>
              <w:pStyle w:val="TAC"/>
              <w:rPr>
                <w:rFonts w:cs="Arial"/>
              </w:rPr>
            </w:pPr>
            <w:r w:rsidRPr="00EF2F0E">
              <w:rPr>
                <w:rFonts w:cs="Arial"/>
              </w:rPr>
              <w:t xml:space="preserve">22 dBm  </w:t>
            </w:r>
          </w:p>
        </w:tc>
        <w:tc>
          <w:tcPr>
            <w:tcW w:w="1512" w:type="dxa"/>
          </w:tcPr>
          <w:p w14:paraId="0984E78F" w14:textId="77777777" w:rsidR="00B15E99" w:rsidRPr="00EF2F0E" w:rsidRDefault="00B15E99" w:rsidP="00AB06FD">
            <w:pPr>
              <w:pStyle w:val="TAC"/>
              <w:rPr>
                <w:rFonts w:cs="Arial"/>
              </w:rPr>
            </w:pPr>
            <w:r w:rsidRPr="00EF2F0E">
              <w:rPr>
                <w:rFonts w:cs="Arial"/>
              </w:rPr>
              <w:t>8 MHz</w:t>
            </w:r>
          </w:p>
        </w:tc>
      </w:tr>
      <w:tr w:rsidR="00B15E99" w:rsidRPr="00EF2F0E" w14:paraId="0984E792" w14:textId="77777777" w:rsidTr="00AB06FD">
        <w:trPr>
          <w:cantSplit/>
          <w:jc w:val="center"/>
        </w:trPr>
        <w:tc>
          <w:tcPr>
            <w:tcW w:w="9260" w:type="dxa"/>
            <w:gridSpan w:val="5"/>
          </w:tcPr>
          <w:p w14:paraId="0984E791" w14:textId="77777777" w:rsidR="00B15E99" w:rsidRPr="00EF2F0E" w:rsidRDefault="00B15E99" w:rsidP="00AB06FD">
            <w:pPr>
              <w:pStyle w:val="TAN"/>
            </w:pPr>
            <w:r w:rsidRPr="00EF2F0E">
              <w:t>NOTE:</w:t>
            </w:r>
            <w:r w:rsidRPr="00EF2F0E">
              <w:tab/>
              <w:t>P</w:t>
            </w:r>
            <w:r w:rsidRPr="00EF2F0E">
              <w:rPr>
                <w:vertAlign w:val="subscript"/>
              </w:rPr>
              <w:t>EIRP_10MHz</w:t>
            </w:r>
            <w:r w:rsidRPr="00EF2F0E">
              <w:t xml:space="preserve"> (dBm) is defined by the expression P</w:t>
            </w:r>
            <w:r w:rsidRPr="00EF2F0E">
              <w:rPr>
                <w:vertAlign w:val="subscript"/>
              </w:rPr>
              <w:t>EIRP_10MHz</w:t>
            </w:r>
            <w:r w:rsidRPr="00EF2F0E">
              <w:t xml:space="preserve"> = P</w:t>
            </w:r>
            <w:r w:rsidRPr="00EF2F0E">
              <w:rPr>
                <w:vertAlign w:val="subscript"/>
              </w:rPr>
              <w:t xml:space="preserve">10MHz </w:t>
            </w:r>
            <w:r w:rsidRPr="00EF2F0E">
              <w:t>+ G</w:t>
            </w:r>
            <w:r w:rsidRPr="00EF2F0E">
              <w:rPr>
                <w:vertAlign w:val="subscript"/>
              </w:rPr>
              <w:t xml:space="preserve">ant </w:t>
            </w:r>
            <w:r w:rsidRPr="00EF2F0E">
              <w:t>+ 6</w:t>
            </w:r>
            <w:r w:rsidR="009F0AC7" w:rsidRPr="00EF2F0E">
              <w:t xml:space="preserve"> </w:t>
            </w:r>
            <w:r w:rsidRPr="00EF2F0E">
              <w:t>dB for UTRA and P</w:t>
            </w:r>
            <w:r w:rsidRPr="00EF2F0E">
              <w:rPr>
                <w:vertAlign w:val="subscript"/>
              </w:rPr>
              <w:t>EIRP_10MHz</w:t>
            </w:r>
            <w:r w:rsidRPr="00EF2F0E">
              <w:t xml:space="preserve"> = P</w:t>
            </w:r>
            <w:r w:rsidRPr="00EF2F0E">
              <w:rPr>
                <w:vertAlign w:val="subscript"/>
              </w:rPr>
              <w:t xml:space="preserve">10MHz </w:t>
            </w:r>
            <w:r w:rsidRPr="00EF2F0E">
              <w:t>+ G</w:t>
            </w:r>
            <w:r w:rsidRPr="00EF2F0E">
              <w:rPr>
                <w:vertAlign w:val="subscript"/>
              </w:rPr>
              <w:t xml:space="preserve">ant </w:t>
            </w:r>
            <w:r w:rsidRPr="00EF2F0E">
              <w:t>+ 9</w:t>
            </w:r>
            <w:r w:rsidR="009F0AC7" w:rsidRPr="00EF2F0E">
              <w:t xml:space="preserve"> </w:t>
            </w:r>
            <w:r w:rsidRPr="00EF2F0E">
              <w:t>dB for E-UTRA, where G</w:t>
            </w:r>
            <w:r w:rsidRPr="00EF2F0E">
              <w:rPr>
                <w:vertAlign w:val="subscript"/>
              </w:rPr>
              <w:t>ant</w:t>
            </w:r>
            <w:r w:rsidRPr="00EF2F0E">
              <w:t xml:space="preserve"> is 17 dBi</w:t>
            </w:r>
            <w:r w:rsidR="009F0AC7" w:rsidRPr="00EF2F0E">
              <w:t>.</w:t>
            </w:r>
            <w:r w:rsidRPr="00EF2F0E">
              <w:rPr>
                <w:vertAlign w:val="subscript"/>
              </w:rPr>
              <w:t xml:space="preserve"> </w:t>
            </w:r>
          </w:p>
        </w:tc>
      </w:tr>
    </w:tbl>
    <w:p w14:paraId="0984E793" w14:textId="77777777" w:rsidR="00B15E99" w:rsidRPr="00EF2F0E" w:rsidRDefault="00B15E99" w:rsidP="00B15E99"/>
    <w:p w14:paraId="0984E794" w14:textId="77777777" w:rsidR="00B15E99" w:rsidRPr="00EF2F0E" w:rsidRDefault="00B15E99" w:rsidP="00B15E99">
      <w:pPr>
        <w:keepLines/>
        <w:ind w:left="1135" w:hanging="851"/>
      </w:pPr>
      <w:r w:rsidRPr="00EF2F0E">
        <w:t>NOTE:</w:t>
      </w:r>
      <w:r w:rsidR="006E5225" w:rsidRPr="00EF2F0E">
        <w:tab/>
      </w:r>
      <w:r w:rsidRPr="00EF2F0E">
        <w:t>The regional requirement is defined in terms of EIRP (effective isotropic radiated power), which is dependent on both the BS emissions at the antenna connector and the deployment (including antenna gain and feeder loss). The method outlined in annex B1 Indicates how the limit in table 9.7.4.3.2-8 demonstrates compliance to the regional requirement.</w:t>
      </w:r>
    </w:p>
    <w:p w14:paraId="0984E795" w14:textId="77777777" w:rsidR="00B15E99" w:rsidRPr="00EF2F0E" w:rsidRDefault="00B15E99" w:rsidP="00B15E99">
      <w:r w:rsidRPr="00EF2F0E">
        <w:t xml:space="preserve">In certain regions, the following </w:t>
      </w:r>
      <w:r w:rsidRPr="00EF2F0E">
        <w:rPr>
          <w:i/>
        </w:rPr>
        <w:t>basic limits</w:t>
      </w:r>
      <w:r w:rsidRPr="00EF2F0E">
        <w:t xml:space="preserve"> may apply to a RIB operating in Band XXXII within 1452-1492 MHz. </w:t>
      </w:r>
      <w:r w:rsidRPr="00EF2F0E">
        <w:rPr>
          <w:rFonts w:cs="v5.0.0"/>
        </w:rPr>
        <w:t xml:space="preserve">The </w:t>
      </w:r>
      <w:r w:rsidRPr="00EF2F0E">
        <w:t>level of unwanted emissions, measured on centre frequencies f_offset with filter bandwidth, according to table 9.7.4.3.2-9, shall not exceed the maximum TRP limits indicated in the table.</w:t>
      </w:r>
    </w:p>
    <w:p w14:paraId="0984E796" w14:textId="77777777" w:rsidR="00B15E99" w:rsidRPr="00EF2F0E" w:rsidRDefault="00B15E99" w:rsidP="00B15E99">
      <w:pPr>
        <w:pStyle w:val="TH"/>
      </w:pPr>
      <w:r w:rsidRPr="00EF2F0E">
        <w:t xml:space="preserve">Table </w:t>
      </w:r>
      <w:r w:rsidRPr="00EF2F0E">
        <w:rPr>
          <w:rFonts w:cs="v4.2.0"/>
        </w:rPr>
        <w:t>9.7.4.3.2-9</w:t>
      </w:r>
      <w:r w:rsidRPr="00EF2F0E">
        <w:t>: Declared frequency band XXXII unwanted emission within 1452-1492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2352"/>
        <w:gridCol w:w="2551"/>
      </w:tblGrid>
      <w:tr w:rsidR="003401A4" w:rsidRPr="00EF2F0E" w14:paraId="0984E79A" w14:textId="77777777" w:rsidTr="00AB06FD">
        <w:trPr>
          <w:jc w:val="center"/>
        </w:trPr>
        <w:tc>
          <w:tcPr>
            <w:tcW w:w="3285" w:type="dxa"/>
          </w:tcPr>
          <w:p w14:paraId="0984E797"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2352" w:type="dxa"/>
          </w:tcPr>
          <w:p w14:paraId="0984E798"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Maximum Level</w:t>
            </w:r>
            <w:r w:rsidRPr="00EF2F0E" w:rsidDel="00224439">
              <w:rPr>
                <w:rFonts w:ascii="Arial" w:hAnsi="Arial" w:cs="Arial"/>
                <w:b/>
                <w:sz w:val="18"/>
              </w:rPr>
              <w:t xml:space="preserve"> </w:t>
            </w:r>
            <w:r w:rsidRPr="00EF2F0E">
              <w:rPr>
                <w:rFonts w:ascii="Arial" w:hAnsi="Arial" w:cs="Arial"/>
                <w:b/>
                <w:sz w:val="18"/>
              </w:rPr>
              <w:t>[dBm]</w:t>
            </w:r>
          </w:p>
        </w:tc>
        <w:tc>
          <w:tcPr>
            <w:tcW w:w="2551" w:type="dxa"/>
          </w:tcPr>
          <w:p w14:paraId="0984E799"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p>
        </w:tc>
      </w:tr>
      <w:tr w:rsidR="003401A4" w:rsidRPr="00EF2F0E" w14:paraId="0984E79E" w14:textId="77777777" w:rsidTr="00AB06FD">
        <w:trPr>
          <w:jc w:val="center"/>
        </w:trPr>
        <w:tc>
          <w:tcPr>
            <w:tcW w:w="3285" w:type="dxa"/>
          </w:tcPr>
          <w:p w14:paraId="0984E79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lang w:eastAsia="zh-CN"/>
              </w:rPr>
              <w:t>5</w:t>
            </w:r>
            <w:r w:rsidRPr="00EF2F0E">
              <w:rPr>
                <w:rFonts w:ascii="Arial" w:hAnsi="Arial" w:cs="Arial"/>
                <w:sz w:val="18"/>
              </w:rPr>
              <w:t xml:space="preserve"> MHz</w:t>
            </w:r>
          </w:p>
        </w:tc>
        <w:tc>
          <w:tcPr>
            <w:tcW w:w="2352" w:type="dxa"/>
          </w:tcPr>
          <w:p w14:paraId="0984E79C" w14:textId="77777777" w:rsidR="00B15E99" w:rsidRPr="00EF2F0E" w:rsidRDefault="00B15E99" w:rsidP="00AB06FD">
            <w:pPr>
              <w:keepNext/>
              <w:keepLines/>
              <w:spacing w:after="0"/>
              <w:jc w:val="center"/>
              <w:rPr>
                <w:rFonts w:ascii="Arial" w:hAnsi="Arial" w:cs="Arial"/>
                <w:sz w:val="18"/>
              </w:rPr>
            </w:pPr>
            <w:r w:rsidRPr="00EF2F0E">
              <w:rPr>
                <w:rFonts w:cs="Arial"/>
              </w:rPr>
              <w:t>P</w:t>
            </w:r>
            <w:r w:rsidRPr="00EF2F0E">
              <w:rPr>
                <w:rFonts w:cs="Arial"/>
                <w:vertAlign w:val="subscript"/>
              </w:rPr>
              <w:t>EIRP</w:t>
            </w:r>
            <w:r w:rsidRPr="00EF2F0E" w:rsidDel="00803042">
              <w:rPr>
                <w:rFonts w:ascii="Arial" w:hAnsi="Arial" w:cs="Arial"/>
                <w:sz w:val="18"/>
              </w:rPr>
              <w:t xml:space="preserve"> </w:t>
            </w:r>
            <w:r w:rsidRPr="00EF2F0E">
              <w:rPr>
                <w:rFonts w:ascii="Arial" w:hAnsi="Arial" w:cs="Arial"/>
                <w:sz w:val="18"/>
              </w:rPr>
              <w:t>– 17 dBi + 6 dB</w:t>
            </w:r>
          </w:p>
        </w:tc>
        <w:tc>
          <w:tcPr>
            <w:tcW w:w="2551" w:type="dxa"/>
          </w:tcPr>
          <w:p w14:paraId="0984E79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5</w:t>
            </w:r>
            <w:r w:rsidRPr="00EF2F0E">
              <w:rPr>
                <w:rFonts w:ascii="Arial" w:hAnsi="Arial" w:cs="Arial"/>
                <w:sz w:val="18"/>
                <w:lang w:eastAsia="zh-CN"/>
              </w:rPr>
              <w:t xml:space="preserve"> M</w:t>
            </w:r>
            <w:r w:rsidRPr="00EF2F0E">
              <w:rPr>
                <w:rFonts w:ascii="Arial" w:hAnsi="Arial" w:cs="Arial"/>
                <w:sz w:val="18"/>
              </w:rPr>
              <w:t>Hz</w:t>
            </w:r>
          </w:p>
        </w:tc>
      </w:tr>
      <w:tr w:rsidR="003401A4" w:rsidRPr="00EF2F0E" w14:paraId="0984E7A2" w14:textId="77777777" w:rsidTr="00AB06FD">
        <w:trPr>
          <w:jc w:val="center"/>
        </w:trPr>
        <w:tc>
          <w:tcPr>
            <w:tcW w:w="3285" w:type="dxa"/>
          </w:tcPr>
          <w:p w14:paraId="0984E79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lang w:eastAsia="zh-CN"/>
              </w:rPr>
              <w:t>10</w:t>
            </w:r>
            <w:r w:rsidRPr="00EF2F0E">
              <w:rPr>
                <w:rFonts w:ascii="Arial" w:hAnsi="Arial" w:cs="Arial"/>
                <w:sz w:val="18"/>
              </w:rPr>
              <w:t xml:space="preserve"> MHz</w:t>
            </w:r>
          </w:p>
        </w:tc>
        <w:tc>
          <w:tcPr>
            <w:tcW w:w="2352" w:type="dxa"/>
          </w:tcPr>
          <w:p w14:paraId="0984E7A0" w14:textId="77777777" w:rsidR="00B15E99" w:rsidRPr="00EF2F0E" w:rsidRDefault="00B15E99" w:rsidP="00AB06FD">
            <w:pPr>
              <w:keepNext/>
              <w:keepLines/>
              <w:spacing w:after="0"/>
              <w:jc w:val="center"/>
              <w:rPr>
                <w:rFonts w:ascii="Arial" w:hAnsi="Arial" w:cs="Arial"/>
                <w:sz w:val="18"/>
              </w:rPr>
            </w:pPr>
            <w:r w:rsidRPr="00EF2F0E">
              <w:rPr>
                <w:rFonts w:cs="Arial"/>
              </w:rPr>
              <w:t>P</w:t>
            </w:r>
            <w:r w:rsidRPr="00EF2F0E">
              <w:rPr>
                <w:rFonts w:cs="Arial"/>
                <w:vertAlign w:val="subscript"/>
              </w:rPr>
              <w:t>EIRP</w:t>
            </w:r>
            <w:r w:rsidRPr="00EF2F0E" w:rsidDel="00803042">
              <w:rPr>
                <w:rFonts w:ascii="Arial" w:hAnsi="Arial" w:cs="Arial"/>
                <w:sz w:val="18"/>
              </w:rPr>
              <w:t xml:space="preserve"> </w:t>
            </w:r>
            <w:r w:rsidRPr="00EF2F0E">
              <w:rPr>
                <w:rFonts w:ascii="Arial" w:hAnsi="Arial" w:cs="Arial"/>
                <w:sz w:val="18"/>
              </w:rPr>
              <w:t>– 17 dBi + 6 dB</w:t>
            </w:r>
          </w:p>
        </w:tc>
        <w:tc>
          <w:tcPr>
            <w:tcW w:w="2551" w:type="dxa"/>
          </w:tcPr>
          <w:p w14:paraId="0984E7A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5</w:t>
            </w:r>
            <w:r w:rsidRPr="00EF2F0E">
              <w:rPr>
                <w:rFonts w:ascii="Arial" w:hAnsi="Arial" w:cs="Arial"/>
                <w:sz w:val="18"/>
                <w:lang w:eastAsia="zh-CN"/>
              </w:rPr>
              <w:t xml:space="preserve"> M</w:t>
            </w:r>
            <w:r w:rsidRPr="00EF2F0E">
              <w:rPr>
                <w:rFonts w:ascii="Arial" w:hAnsi="Arial" w:cs="Arial"/>
                <w:sz w:val="18"/>
              </w:rPr>
              <w:t>Hz</w:t>
            </w:r>
          </w:p>
        </w:tc>
      </w:tr>
      <w:tr w:rsidR="003401A4" w:rsidRPr="00EF2F0E" w14:paraId="0984E7A6" w14:textId="77777777" w:rsidTr="00AB06FD">
        <w:trPr>
          <w:jc w:val="center"/>
        </w:trPr>
        <w:tc>
          <w:tcPr>
            <w:tcW w:w="3285" w:type="dxa"/>
          </w:tcPr>
          <w:p w14:paraId="0984E7A3"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lang w:eastAsia="zh-CN"/>
              </w:rPr>
              <w:t>15</w:t>
            </w:r>
            <w:r w:rsidRPr="00EF2F0E">
              <w:rPr>
                <w:rFonts w:ascii="Arial" w:hAnsi="Arial" w:cs="Arial"/>
                <w:sz w:val="18"/>
              </w:rPr>
              <w:t xml:space="preserve"> MHz ≤ </w:t>
            </w:r>
            <w:r w:rsidRPr="00EF2F0E">
              <w:rPr>
                <w:rFonts w:ascii="Arial" w:hAnsi="Arial" w:cs="Arial"/>
                <w:sz w:val="18"/>
                <w:lang w:eastAsia="zh-CN"/>
              </w:rPr>
              <w:t>f_offset</w:t>
            </w:r>
            <w:r w:rsidRPr="00EF2F0E">
              <w:rPr>
                <w:rFonts w:ascii="Arial" w:hAnsi="Arial" w:cs="Arial"/>
                <w:sz w:val="18"/>
              </w:rPr>
              <w:t xml:space="preserve"> ≤ f_offset</w:t>
            </w:r>
            <w:r w:rsidRPr="00EF2F0E">
              <w:rPr>
                <w:rFonts w:ascii="Arial" w:hAnsi="Arial" w:cs="Arial"/>
                <w:sz w:val="18"/>
                <w:vertAlign w:val="subscript"/>
              </w:rPr>
              <w:t>max, B32</w:t>
            </w:r>
          </w:p>
        </w:tc>
        <w:tc>
          <w:tcPr>
            <w:tcW w:w="2352" w:type="dxa"/>
          </w:tcPr>
          <w:p w14:paraId="0984E7A4" w14:textId="77777777" w:rsidR="00B15E99" w:rsidRPr="00EF2F0E" w:rsidRDefault="00B15E99" w:rsidP="00AB06FD">
            <w:pPr>
              <w:keepNext/>
              <w:keepLines/>
              <w:spacing w:after="0"/>
              <w:jc w:val="center"/>
              <w:rPr>
                <w:rFonts w:ascii="Arial" w:hAnsi="Arial" w:cs="Arial"/>
                <w:sz w:val="18"/>
              </w:rPr>
            </w:pPr>
            <w:r w:rsidRPr="00EF2F0E">
              <w:rPr>
                <w:rFonts w:cs="Arial"/>
              </w:rPr>
              <w:t>P</w:t>
            </w:r>
            <w:r w:rsidRPr="00EF2F0E">
              <w:rPr>
                <w:rFonts w:cs="Arial"/>
                <w:vertAlign w:val="subscript"/>
              </w:rPr>
              <w:t>EIRP</w:t>
            </w:r>
            <w:r w:rsidRPr="00EF2F0E" w:rsidDel="00803042">
              <w:rPr>
                <w:rFonts w:ascii="Arial" w:hAnsi="Arial" w:cs="Arial"/>
                <w:sz w:val="18"/>
              </w:rPr>
              <w:t xml:space="preserve"> </w:t>
            </w:r>
            <w:r w:rsidRPr="00EF2F0E">
              <w:rPr>
                <w:rFonts w:ascii="Arial" w:hAnsi="Arial" w:cs="Arial"/>
                <w:sz w:val="18"/>
              </w:rPr>
              <w:t>– 17 dBi + 6 dB</w:t>
            </w:r>
          </w:p>
        </w:tc>
        <w:tc>
          <w:tcPr>
            <w:tcW w:w="2551" w:type="dxa"/>
          </w:tcPr>
          <w:p w14:paraId="0984E7A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5</w:t>
            </w:r>
            <w:r w:rsidRPr="00EF2F0E">
              <w:rPr>
                <w:rFonts w:ascii="Arial" w:hAnsi="Arial" w:cs="Arial"/>
                <w:sz w:val="18"/>
                <w:lang w:eastAsia="zh-CN"/>
              </w:rPr>
              <w:t xml:space="preserve"> M</w:t>
            </w:r>
            <w:r w:rsidRPr="00EF2F0E">
              <w:rPr>
                <w:rFonts w:ascii="Arial" w:hAnsi="Arial" w:cs="Arial"/>
                <w:sz w:val="18"/>
              </w:rPr>
              <w:t>Hz</w:t>
            </w:r>
          </w:p>
        </w:tc>
      </w:tr>
      <w:tr w:rsidR="00B15E99" w:rsidRPr="00EF2F0E" w14:paraId="0984E7A8" w14:textId="77777777" w:rsidTr="00AB06FD">
        <w:trPr>
          <w:jc w:val="center"/>
        </w:trPr>
        <w:tc>
          <w:tcPr>
            <w:tcW w:w="8188" w:type="dxa"/>
            <w:gridSpan w:val="3"/>
          </w:tcPr>
          <w:p w14:paraId="0984E7A7" w14:textId="77777777" w:rsidR="00B15E99" w:rsidRPr="00EF2F0E" w:rsidRDefault="00B15E99" w:rsidP="00AB06FD">
            <w:pPr>
              <w:pStyle w:val="TAN"/>
            </w:pPr>
            <w:r w:rsidRPr="00EF2F0E">
              <w:t>NOTE:</w:t>
            </w:r>
            <w:r w:rsidRPr="00EF2F0E">
              <w:tab/>
              <w:t>f_offset</w:t>
            </w:r>
            <w:r w:rsidRPr="00EF2F0E">
              <w:rPr>
                <w:vertAlign w:val="subscript"/>
              </w:rPr>
              <w:t>max, B32</w:t>
            </w:r>
            <w:r w:rsidRPr="00EF2F0E">
              <w:t xml:space="preserve"> denotes the frequency difference between the lower channel carrier frequency and 1454.5 MHz, and the frequency difference between the upper channel carrier frequency and 1489.5 MHz for the set channel position.</w:t>
            </w:r>
          </w:p>
        </w:tc>
      </w:tr>
    </w:tbl>
    <w:p w14:paraId="0984E7A9" w14:textId="77777777" w:rsidR="00B15E99" w:rsidRPr="00EF2F0E" w:rsidRDefault="00B15E99" w:rsidP="00B15E99"/>
    <w:p w14:paraId="0984E7AA" w14:textId="77777777" w:rsidR="00B15E99" w:rsidRPr="00EF2F0E" w:rsidRDefault="00B15E99" w:rsidP="00B15E99">
      <w:pPr>
        <w:keepLines/>
        <w:ind w:left="1135" w:hanging="851"/>
      </w:pPr>
      <w:r w:rsidRPr="00EF2F0E">
        <w:t>NOTE:</w:t>
      </w:r>
      <w:r w:rsidR="006E5225" w:rsidRPr="00EF2F0E">
        <w:tab/>
      </w:r>
      <w:r w:rsidRPr="00EF2F0E">
        <w:t>The regional requirement, included in CEPT ECC Decision (13)03 [25], is defined in terms of EIRP per antenna, which is dependent on both the BS emissions at the antenna connector and the deployment (including antenna gain and feeder loss). The method outlined in annex B1 Indicates how the limit in table 9.7.4.3.2-9 demonstrates compliance to the regional requirement.</w:t>
      </w:r>
    </w:p>
    <w:p w14:paraId="0984E7AB" w14:textId="77777777" w:rsidR="00B15E99" w:rsidRPr="00EF2F0E" w:rsidRDefault="00B15E99" w:rsidP="00B15E99">
      <w:r w:rsidRPr="00EF2F0E">
        <w:rPr>
          <w:rFonts w:cs="v5.0.0"/>
        </w:rPr>
        <w:t xml:space="preserve">In certain regions, the following </w:t>
      </w:r>
      <w:r w:rsidRPr="00EF2F0E">
        <w:rPr>
          <w:i/>
        </w:rPr>
        <w:t>basic limit</w:t>
      </w:r>
      <w:r w:rsidRPr="00EF2F0E">
        <w:rPr>
          <w:rFonts w:cs="v5.0.0"/>
          <w:i/>
        </w:rPr>
        <w:t xml:space="preserve"> </w:t>
      </w:r>
      <w:r w:rsidRPr="00EF2F0E">
        <w:rPr>
          <w:rFonts w:cs="v5.0.0"/>
        </w:rPr>
        <w:t>may apply to RIB operating in Band XXXII within 1452-1492</w:t>
      </w:r>
      <w:r w:rsidR="009F0AC7" w:rsidRPr="00EF2F0E">
        <w:rPr>
          <w:rFonts w:cs="v5.0.0"/>
        </w:rPr>
        <w:t xml:space="preserve"> </w:t>
      </w:r>
      <w:r w:rsidRPr="00EF2F0E">
        <w:rPr>
          <w:rFonts w:cs="v5.0.0"/>
        </w:rPr>
        <w:t xml:space="preserve">MHz for the protection of services in spectrum adjacent to the frequency range 1452-1492 MHz. The </w:t>
      </w:r>
      <w:r w:rsidRPr="00EF2F0E">
        <w:t>level of emissions, measured on centre frequencies F</w:t>
      </w:r>
      <w:r w:rsidRPr="00EF2F0E">
        <w:rPr>
          <w:vertAlign w:val="subscript"/>
        </w:rPr>
        <w:t>filter</w:t>
      </w:r>
      <w:r w:rsidRPr="00EF2F0E">
        <w:t xml:space="preserve"> with filter bandwidth according to table 9.7.4.3.2-10, shall not exceed the maximum emission TRP limits in the table. This requirement applies in the frequency range 1429-1518</w:t>
      </w:r>
      <w:r w:rsidR="009F0AC7" w:rsidRPr="00EF2F0E">
        <w:t xml:space="preserve"> </w:t>
      </w:r>
      <w:r w:rsidRPr="00EF2F0E">
        <w:t>MHz even though part of the range falls in the spurious domain.</w:t>
      </w:r>
    </w:p>
    <w:p w14:paraId="0984E7AC" w14:textId="77777777" w:rsidR="00B15E99" w:rsidRPr="00EF2F0E" w:rsidRDefault="00B15E99" w:rsidP="00B15E99">
      <w:pPr>
        <w:pStyle w:val="TH"/>
      </w:pPr>
      <w:r w:rsidRPr="00EF2F0E">
        <w:t xml:space="preserve">Table </w:t>
      </w:r>
      <w:r w:rsidRPr="00EF2F0E">
        <w:rPr>
          <w:rFonts w:cs="v4.2.0"/>
        </w:rPr>
        <w:t>9.7.4.3.2-10</w:t>
      </w:r>
      <w:r w:rsidRPr="00EF2F0E">
        <w:t>: Frequency band XXXII declared emission outside 1452-1492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3401A4" w:rsidRPr="00EF2F0E" w14:paraId="0984E7B0" w14:textId="77777777" w:rsidTr="00AB06FD">
        <w:trPr>
          <w:tblHeader/>
          <w:jc w:val="center"/>
        </w:trPr>
        <w:tc>
          <w:tcPr>
            <w:tcW w:w="3023" w:type="dxa"/>
          </w:tcPr>
          <w:p w14:paraId="0984E7AD"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Filter </w:t>
            </w:r>
            <w:r w:rsidRPr="00EF2F0E">
              <w:rPr>
                <w:rFonts w:ascii="Arial" w:hAnsi="Arial" w:cs="v5.0.0"/>
                <w:b/>
                <w:sz w:val="18"/>
              </w:rPr>
              <w:t xml:space="preserve">centre frequency, </w:t>
            </w:r>
            <w:r w:rsidRPr="00EF2F0E">
              <w:rPr>
                <w:rFonts w:ascii="Arial" w:hAnsi="Arial" w:cs="Arial"/>
                <w:b/>
                <w:sz w:val="18"/>
              </w:rPr>
              <w:t>F</w:t>
            </w:r>
            <w:r w:rsidRPr="00EF2F0E">
              <w:rPr>
                <w:rFonts w:ascii="Arial" w:hAnsi="Arial" w:cs="Arial"/>
                <w:b/>
                <w:sz w:val="18"/>
                <w:vertAlign w:val="subscript"/>
              </w:rPr>
              <w:t>filter</w:t>
            </w:r>
          </w:p>
        </w:tc>
        <w:tc>
          <w:tcPr>
            <w:tcW w:w="1939" w:type="dxa"/>
          </w:tcPr>
          <w:p w14:paraId="0984E7AE"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Maximum </w:t>
            </w:r>
            <w:r w:rsidR="009F0AC7" w:rsidRPr="00EF2F0E">
              <w:rPr>
                <w:rFonts w:ascii="Arial" w:hAnsi="Arial" w:cs="Arial"/>
                <w:b/>
                <w:sz w:val="18"/>
              </w:rPr>
              <w:t>l</w:t>
            </w:r>
            <w:r w:rsidRPr="00EF2F0E">
              <w:rPr>
                <w:rFonts w:ascii="Arial" w:hAnsi="Arial" w:cs="Arial"/>
                <w:b/>
                <w:sz w:val="18"/>
              </w:rPr>
              <w:t>evel [dBm]</w:t>
            </w:r>
          </w:p>
        </w:tc>
        <w:tc>
          <w:tcPr>
            <w:tcW w:w="1939" w:type="dxa"/>
          </w:tcPr>
          <w:p w14:paraId="0984E7AF"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p>
        </w:tc>
      </w:tr>
      <w:tr w:rsidR="003401A4" w:rsidRPr="00EF2F0E" w14:paraId="0984E7B4" w14:textId="77777777" w:rsidTr="00AB06FD">
        <w:trPr>
          <w:tblHeader/>
          <w:jc w:val="center"/>
        </w:trPr>
        <w:tc>
          <w:tcPr>
            <w:tcW w:w="3023" w:type="dxa"/>
          </w:tcPr>
          <w:p w14:paraId="0984E7B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1429.5 MHz ≤ F</w:t>
            </w:r>
            <w:r w:rsidRPr="00EF2F0E">
              <w:rPr>
                <w:rFonts w:ascii="Arial" w:hAnsi="Arial" w:cs="Arial"/>
                <w:sz w:val="18"/>
                <w:vertAlign w:val="subscript"/>
              </w:rPr>
              <w:t>filter</w:t>
            </w:r>
            <w:r w:rsidRPr="00EF2F0E">
              <w:rPr>
                <w:rFonts w:ascii="Arial" w:hAnsi="Arial" w:cs="Arial"/>
                <w:sz w:val="18"/>
              </w:rPr>
              <w:t xml:space="preserve"> ≤ 1448.5 MHz</w:t>
            </w:r>
          </w:p>
        </w:tc>
        <w:tc>
          <w:tcPr>
            <w:tcW w:w="1939" w:type="dxa"/>
          </w:tcPr>
          <w:p w14:paraId="0984E7B2" w14:textId="77777777" w:rsidR="00B15E99" w:rsidRPr="00EF2F0E" w:rsidRDefault="00B15E99" w:rsidP="00AB06FD">
            <w:pPr>
              <w:keepNext/>
              <w:keepLines/>
              <w:spacing w:after="0"/>
              <w:jc w:val="center"/>
              <w:rPr>
                <w:rFonts w:ascii="Arial" w:hAnsi="Arial" w:cs="Arial"/>
                <w:sz w:val="18"/>
              </w:rPr>
            </w:pPr>
            <w:r w:rsidRPr="00EF2F0E">
              <w:rPr>
                <w:rFonts w:cs="Arial"/>
              </w:rPr>
              <w:t>P</w:t>
            </w:r>
            <w:r w:rsidRPr="00EF2F0E">
              <w:rPr>
                <w:rFonts w:cs="Arial"/>
                <w:vertAlign w:val="subscript"/>
              </w:rPr>
              <w:t>EIRP</w:t>
            </w:r>
            <w:r w:rsidRPr="00EF2F0E" w:rsidDel="00803042">
              <w:rPr>
                <w:rFonts w:ascii="Arial" w:hAnsi="Arial" w:cs="Arial"/>
                <w:sz w:val="18"/>
              </w:rPr>
              <w:t xml:space="preserve"> </w:t>
            </w:r>
            <w:r w:rsidRPr="00EF2F0E">
              <w:rPr>
                <w:rFonts w:ascii="Arial" w:hAnsi="Arial" w:cs="Arial"/>
                <w:sz w:val="18"/>
              </w:rPr>
              <w:t>– 17 dBi + 6 dB</w:t>
            </w:r>
          </w:p>
        </w:tc>
        <w:tc>
          <w:tcPr>
            <w:tcW w:w="1939" w:type="dxa"/>
          </w:tcPr>
          <w:p w14:paraId="0984E7B3"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 MHz</w:t>
            </w:r>
          </w:p>
        </w:tc>
      </w:tr>
      <w:tr w:rsidR="003401A4" w:rsidRPr="00EF2F0E" w14:paraId="0984E7B8" w14:textId="77777777" w:rsidTr="00AB06FD">
        <w:trPr>
          <w:tblHeader/>
          <w:jc w:val="center"/>
        </w:trPr>
        <w:tc>
          <w:tcPr>
            <w:tcW w:w="3023" w:type="dxa"/>
          </w:tcPr>
          <w:p w14:paraId="0984E7B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F</w:t>
            </w:r>
            <w:r w:rsidRPr="00EF2F0E">
              <w:rPr>
                <w:rFonts w:ascii="Arial" w:hAnsi="Arial" w:cs="Arial"/>
                <w:sz w:val="18"/>
                <w:vertAlign w:val="subscript"/>
              </w:rPr>
              <w:t>filter</w:t>
            </w:r>
            <w:r w:rsidRPr="00EF2F0E">
              <w:rPr>
                <w:rFonts w:ascii="Arial" w:hAnsi="Arial" w:cs="Arial"/>
                <w:sz w:val="18"/>
              </w:rPr>
              <w:t xml:space="preserve"> =  1450.5 MHz</w:t>
            </w:r>
          </w:p>
        </w:tc>
        <w:tc>
          <w:tcPr>
            <w:tcW w:w="1939" w:type="dxa"/>
          </w:tcPr>
          <w:p w14:paraId="0984E7B6" w14:textId="77777777" w:rsidR="00B15E99" w:rsidRPr="00EF2F0E" w:rsidRDefault="00B15E99" w:rsidP="00AB06FD">
            <w:pPr>
              <w:keepNext/>
              <w:keepLines/>
              <w:spacing w:after="0"/>
              <w:jc w:val="center"/>
              <w:rPr>
                <w:rFonts w:ascii="Arial" w:hAnsi="Arial" w:cs="Arial"/>
                <w:sz w:val="18"/>
              </w:rPr>
            </w:pPr>
            <w:r w:rsidRPr="00EF2F0E">
              <w:rPr>
                <w:rFonts w:cs="Arial"/>
              </w:rPr>
              <w:t>P</w:t>
            </w:r>
            <w:r w:rsidRPr="00EF2F0E">
              <w:rPr>
                <w:rFonts w:cs="Arial"/>
                <w:vertAlign w:val="subscript"/>
              </w:rPr>
              <w:t>EIRP</w:t>
            </w:r>
            <w:r w:rsidRPr="00EF2F0E" w:rsidDel="00803042">
              <w:rPr>
                <w:rFonts w:ascii="Arial" w:hAnsi="Arial" w:cs="Arial"/>
                <w:sz w:val="18"/>
              </w:rPr>
              <w:t xml:space="preserve"> </w:t>
            </w:r>
            <w:r w:rsidRPr="00EF2F0E">
              <w:rPr>
                <w:rFonts w:ascii="Arial" w:hAnsi="Arial" w:cs="Arial"/>
                <w:sz w:val="18"/>
              </w:rPr>
              <w:t>– 17 dBi + 6 dB</w:t>
            </w:r>
          </w:p>
        </w:tc>
        <w:tc>
          <w:tcPr>
            <w:tcW w:w="1939" w:type="dxa"/>
          </w:tcPr>
          <w:p w14:paraId="0984E7B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3 MHz</w:t>
            </w:r>
          </w:p>
        </w:tc>
      </w:tr>
      <w:tr w:rsidR="003401A4" w:rsidRPr="00EF2F0E" w14:paraId="0984E7BC" w14:textId="77777777" w:rsidTr="00AB06FD">
        <w:trPr>
          <w:tblHeader/>
          <w:jc w:val="center"/>
        </w:trPr>
        <w:tc>
          <w:tcPr>
            <w:tcW w:w="3023" w:type="dxa"/>
          </w:tcPr>
          <w:p w14:paraId="0984E7B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F</w:t>
            </w:r>
            <w:r w:rsidRPr="00EF2F0E">
              <w:rPr>
                <w:rFonts w:ascii="Arial" w:hAnsi="Arial" w:cs="Arial"/>
                <w:sz w:val="18"/>
                <w:vertAlign w:val="subscript"/>
              </w:rPr>
              <w:t>filter</w:t>
            </w:r>
            <w:r w:rsidRPr="00EF2F0E">
              <w:rPr>
                <w:rFonts w:ascii="Arial" w:hAnsi="Arial" w:cs="Arial"/>
                <w:sz w:val="18"/>
              </w:rPr>
              <w:t xml:space="preserve">  = 1493.5 MHz</w:t>
            </w:r>
          </w:p>
        </w:tc>
        <w:tc>
          <w:tcPr>
            <w:tcW w:w="1939" w:type="dxa"/>
          </w:tcPr>
          <w:p w14:paraId="0984E7BA" w14:textId="77777777" w:rsidR="00B15E99" w:rsidRPr="00EF2F0E" w:rsidRDefault="00B15E99" w:rsidP="00053A7A">
            <w:pPr>
              <w:keepNext/>
              <w:keepLines/>
              <w:spacing w:after="0"/>
              <w:jc w:val="center"/>
              <w:rPr>
                <w:rFonts w:ascii="Arial" w:hAnsi="Arial" w:cs="Arial"/>
                <w:sz w:val="18"/>
              </w:rPr>
            </w:pPr>
            <w:r w:rsidRPr="00EF2F0E">
              <w:rPr>
                <w:rFonts w:cs="Arial"/>
              </w:rPr>
              <w:t>P</w:t>
            </w:r>
            <w:r w:rsidRPr="00EF2F0E">
              <w:rPr>
                <w:rFonts w:cs="Arial"/>
                <w:vertAlign w:val="subscript"/>
              </w:rPr>
              <w:t>EIRP</w:t>
            </w:r>
            <w:r w:rsidRPr="00EF2F0E" w:rsidDel="00803042">
              <w:rPr>
                <w:rFonts w:ascii="Arial" w:hAnsi="Arial" w:cs="Arial"/>
                <w:sz w:val="18"/>
              </w:rPr>
              <w:t xml:space="preserve"> </w:t>
            </w:r>
            <w:r w:rsidRPr="00EF2F0E">
              <w:rPr>
                <w:rFonts w:ascii="Arial" w:hAnsi="Arial" w:cs="Arial"/>
                <w:sz w:val="18"/>
              </w:rPr>
              <w:t>– 17 dBi + 6 dB</w:t>
            </w:r>
          </w:p>
        </w:tc>
        <w:tc>
          <w:tcPr>
            <w:tcW w:w="1939" w:type="dxa"/>
          </w:tcPr>
          <w:p w14:paraId="0984E7B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3 MHz</w:t>
            </w:r>
          </w:p>
        </w:tc>
      </w:tr>
      <w:tr w:rsidR="00B15E99" w:rsidRPr="00EF2F0E" w14:paraId="0984E7C0" w14:textId="77777777" w:rsidTr="00AB06FD">
        <w:trPr>
          <w:tblHeader/>
          <w:jc w:val="center"/>
        </w:trPr>
        <w:tc>
          <w:tcPr>
            <w:tcW w:w="3023" w:type="dxa"/>
          </w:tcPr>
          <w:p w14:paraId="0984E7B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1495.5 MHz ≤  F</w:t>
            </w:r>
            <w:r w:rsidRPr="00EF2F0E">
              <w:rPr>
                <w:rFonts w:ascii="Arial" w:hAnsi="Arial" w:cs="Arial"/>
                <w:sz w:val="18"/>
                <w:vertAlign w:val="subscript"/>
              </w:rPr>
              <w:t>filter</w:t>
            </w:r>
            <w:r w:rsidRPr="00EF2F0E">
              <w:rPr>
                <w:rFonts w:ascii="Arial" w:hAnsi="Arial" w:cs="Arial"/>
                <w:sz w:val="18"/>
              </w:rPr>
              <w:t xml:space="preserve">  ≤ 1517.5 MHz  </w:t>
            </w:r>
          </w:p>
        </w:tc>
        <w:tc>
          <w:tcPr>
            <w:tcW w:w="1939" w:type="dxa"/>
          </w:tcPr>
          <w:p w14:paraId="0984E7BE" w14:textId="77777777" w:rsidR="00B15E99" w:rsidRPr="00EF2F0E" w:rsidRDefault="00B15E99" w:rsidP="00053A7A">
            <w:pPr>
              <w:keepNext/>
              <w:keepLines/>
              <w:spacing w:after="0"/>
              <w:jc w:val="center"/>
              <w:rPr>
                <w:rFonts w:ascii="Arial" w:hAnsi="Arial" w:cs="Arial"/>
                <w:sz w:val="18"/>
              </w:rPr>
            </w:pPr>
            <w:r w:rsidRPr="00EF2F0E">
              <w:rPr>
                <w:rFonts w:cs="Arial"/>
              </w:rPr>
              <w:t>P</w:t>
            </w:r>
            <w:r w:rsidRPr="00EF2F0E">
              <w:rPr>
                <w:rFonts w:cs="Arial"/>
                <w:vertAlign w:val="subscript"/>
              </w:rPr>
              <w:t>EIRP</w:t>
            </w:r>
            <w:r w:rsidRPr="00EF2F0E" w:rsidDel="00803042">
              <w:rPr>
                <w:rFonts w:ascii="Arial" w:hAnsi="Arial" w:cs="Arial"/>
                <w:sz w:val="18"/>
              </w:rPr>
              <w:t xml:space="preserve"> </w:t>
            </w:r>
            <w:r w:rsidRPr="00EF2F0E">
              <w:rPr>
                <w:rFonts w:ascii="Arial" w:hAnsi="Arial" w:cs="Arial"/>
                <w:sz w:val="18"/>
              </w:rPr>
              <w:t>– 17 dBi + 6 dB</w:t>
            </w:r>
          </w:p>
        </w:tc>
        <w:tc>
          <w:tcPr>
            <w:tcW w:w="1939" w:type="dxa"/>
          </w:tcPr>
          <w:p w14:paraId="0984E7B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 MHz</w:t>
            </w:r>
          </w:p>
        </w:tc>
      </w:tr>
    </w:tbl>
    <w:p w14:paraId="0984E7C1" w14:textId="77777777" w:rsidR="00B15E99" w:rsidRPr="00EF2F0E" w:rsidRDefault="00B15E99" w:rsidP="00B15E99"/>
    <w:p w14:paraId="0984E7C2" w14:textId="77777777" w:rsidR="00B15E99" w:rsidRPr="00EF2F0E" w:rsidRDefault="00B15E99" w:rsidP="00B15E99">
      <w:pPr>
        <w:keepLines/>
        <w:ind w:left="1135" w:hanging="851"/>
      </w:pPr>
      <w:r w:rsidRPr="00EF2F0E">
        <w:t>NOTE:</w:t>
      </w:r>
      <w:r w:rsidR="006E5225" w:rsidRPr="00EF2F0E">
        <w:tab/>
      </w:r>
      <w:r w:rsidRPr="00EF2F0E">
        <w:t>The regional requirement, included in CEPT ECC Decision (13)03 [25], is defined in terms of EIRP, which is dependent on both the BS emissions at the antenna connector and the deployment (including antenna gain and feeder loss). The method outlined in annex B1 Indicates how the limit in table 9.7.4.3.2-10 demonstrates compliance to the regional requirement.</w:t>
      </w:r>
    </w:p>
    <w:p w14:paraId="0984E7C3" w14:textId="77777777" w:rsidR="00B15E99" w:rsidRPr="00EF2F0E" w:rsidRDefault="00B15E99" w:rsidP="00B15E99">
      <w:r w:rsidRPr="00EF2F0E">
        <w:t>Notes for the tables in this subclause:</w:t>
      </w:r>
    </w:p>
    <w:p w14:paraId="0984E7C4" w14:textId="77777777" w:rsidR="00B15E99" w:rsidRPr="00EF2F0E" w:rsidRDefault="00B15E99" w:rsidP="00B15E99">
      <w:pPr>
        <w:keepLines/>
        <w:ind w:left="1135" w:hanging="851"/>
      </w:pPr>
      <w:r w:rsidRPr="00EF2F0E">
        <w:t>NOTE 3:</w:t>
      </w:r>
      <w:r w:rsidRPr="00EF2F0E">
        <w:tab/>
        <w:t>This frequency range ensures that the range of values of f_offset is continuous.</w:t>
      </w:r>
    </w:p>
    <w:p w14:paraId="0984E7C5" w14:textId="77777777" w:rsidR="00B15E99" w:rsidRPr="00EF2F0E" w:rsidRDefault="00B15E99" w:rsidP="00B15E99">
      <w:pPr>
        <w:keepLines/>
        <w:ind w:left="1135" w:hanging="851"/>
      </w:pPr>
      <w:r w:rsidRPr="00EF2F0E">
        <w:t>NOTE 4:</w:t>
      </w:r>
      <w:r w:rsidRPr="00EF2F0E">
        <w:tab/>
        <w:t>As a general rule, the resolution bandwidth of the measuring equipment should be equal to the measurement bandwidth. However, to improve measurement accuracy, sensitivity and efficiency, the resolution bandwidth can be smaller than the measurement bandwidth. When the resolution bandwidth is smaller than the measurement bandwidth, the result should be integrated over the measurement bandwidth in order to obtain the equivalent noise bandwidth of the measurement bandwidth.</w:t>
      </w:r>
    </w:p>
    <w:p w14:paraId="0984E7C6" w14:textId="77777777" w:rsidR="00B15E99" w:rsidRPr="00EF2F0E" w:rsidRDefault="00B15E99" w:rsidP="00B15E99">
      <w:pPr>
        <w:pStyle w:val="Heading4"/>
      </w:pPr>
      <w:bookmarkStart w:id="3977" w:name="_Toc21096069"/>
      <w:bookmarkStart w:id="3978" w:name="_Toc29763268"/>
      <w:bookmarkStart w:id="3979" w:name="_Toc45869553"/>
      <w:bookmarkStart w:id="3980" w:name="_Toc52554800"/>
      <w:bookmarkStart w:id="3981" w:name="_Toc52555270"/>
      <w:bookmarkStart w:id="3982" w:name="_Toc61112495"/>
      <w:bookmarkStart w:id="3983" w:name="_Toc67911647"/>
      <w:bookmarkStart w:id="3984" w:name="_Toc74843122"/>
      <w:bookmarkStart w:id="3985" w:name="_Toc76503505"/>
      <w:bookmarkStart w:id="3986" w:name="_Toc83040948"/>
      <w:bookmarkStart w:id="3987" w:name="_Toc89851991"/>
      <w:bookmarkStart w:id="3988" w:name="_Toc98676345"/>
      <w:r w:rsidRPr="00EF2F0E">
        <w:t>9.7.4.4</w:t>
      </w:r>
      <w:r w:rsidRPr="00EF2F0E">
        <w:tab/>
        <w:t>Minimum requirement for single RAT E-UTRA operation</w:t>
      </w:r>
      <w:bookmarkEnd w:id="3977"/>
      <w:bookmarkEnd w:id="3978"/>
      <w:bookmarkEnd w:id="3979"/>
      <w:bookmarkEnd w:id="3980"/>
      <w:bookmarkEnd w:id="3981"/>
      <w:bookmarkEnd w:id="3982"/>
      <w:bookmarkEnd w:id="3983"/>
      <w:bookmarkEnd w:id="3984"/>
      <w:bookmarkEnd w:id="3985"/>
      <w:bookmarkEnd w:id="3986"/>
      <w:bookmarkEnd w:id="3987"/>
      <w:bookmarkEnd w:id="3988"/>
    </w:p>
    <w:p w14:paraId="0984E7C7" w14:textId="77777777" w:rsidR="00B15E99" w:rsidRPr="00EF2F0E" w:rsidRDefault="00B15E99" w:rsidP="00B15E99">
      <w:r w:rsidRPr="00EF2F0E">
        <w:t>There is no spectrum emission mask requirement for a single RAT E-UTRA AAS BS.</w:t>
      </w:r>
    </w:p>
    <w:p w14:paraId="0984E7C8" w14:textId="77777777" w:rsidR="00B15E99" w:rsidRPr="00EF2F0E" w:rsidRDefault="00B15E99" w:rsidP="00B15E99">
      <w:pPr>
        <w:pStyle w:val="Heading3"/>
      </w:pPr>
      <w:bookmarkStart w:id="3989" w:name="_Toc21096070"/>
      <w:bookmarkStart w:id="3990" w:name="_Toc29763269"/>
      <w:bookmarkStart w:id="3991" w:name="_Toc45869554"/>
      <w:bookmarkStart w:id="3992" w:name="_Toc52554801"/>
      <w:bookmarkStart w:id="3993" w:name="_Toc52555271"/>
      <w:bookmarkStart w:id="3994" w:name="_Toc61112496"/>
      <w:bookmarkStart w:id="3995" w:name="_Toc67911648"/>
      <w:bookmarkStart w:id="3996" w:name="_Toc74843123"/>
      <w:bookmarkStart w:id="3997" w:name="_Toc76503506"/>
      <w:bookmarkStart w:id="3998" w:name="_Toc83040949"/>
      <w:bookmarkStart w:id="3999" w:name="_Toc89851992"/>
      <w:bookmarkStart w:id="4000" w:name="_Toc98676346"/>
      <w:r w:rsidRPr="00EF2F0E">
        <w:t>9.7.5</w:t>
      </w:r>
      <w:r w:rsidRPr="00EF2F0E">
        <w:tab/>
        <w:t>OTA Operating band unwanted emission</w:t>
      </w:r>
      <w:bookmarkEnd w:id="3989"/>
      <w:bookmarkEnd w:id="3990"/>
      <w:bookmarkEnd w:id="3991"/>
      <w:bookmarkEnd w:id="3992"/>
      <w:bookmarkEnd w:id="3993"/>
      <w:bookmarkEnd w:id="3994"/>
      <w:bookmarkEnd w:id="3995"/>
      <w:bookmarkEnd w:id="3996"/>
      <w:bookmarkEnd w:id="3997"/>
      <w:bookmarkEnd w:id="3998"/>
      <w:bookmarkEnd w:id="3999"/>
      <w:bookmarkEnd w:id="4000"/>
      <w:r w:rsidRPr="00EF2F0E">
        <w:tab/>
      </w:r>
    </w:p>
    <w:p w14:paraId="0984E7C9" w14:textId="77777777" w:rsidR="00B15E99" w:rsidRPr="00EF2F0E" w:rsidRDefault="00B15E99" w:rsidP="00B15E99">
      <w:pPr>
        <w:pStyle w:val="Heading4"/>
      </w:pPr>
      <w:bookmarkStart w:id="4001" w:name="_Toc21096071"/>
      <w:bookmarkStart w:id="4002" w:name="_Toc29763270"/>
      <w:bookmarkStart w:id="4003" w:name="_Toc45869555"/>
      <w:bookmarkStart w:id="4004" w:name="_Toc52554802"/>
      <w:bookmarkStart w:id="4005" w:name="_Toc52555272"/>
      <w:bookmarkStart w:id="4006" w:name="_Toc61112497"/>
      <w:bookmarkStart w:id="4007" w:name="_Toc67911649"/>
      <w:bookmarkStart w:id="4008" w:name="_Toc74843124"/>
      <w:bookmarkStart w:id="4009" w:name="_Toc76503507"/>
      <w:bookmarkStart w:id="4010" w:name="_Toc83040950"/>
      <w:bookmarkStart w:id="4011" w:name="_Toc89851993"/>
      <w:bookmarkStart w:id="4012" w:name="_Toc98676347"/>
      <w:r w:rsidRPr="00EF2F0E">
        <w:t>9.7.5.1</w:t>
      </w:r>
      <w:r w:rsidRPr="00EF2F0E">
        <w:tab/>
        <w:t>General</w:t>
      </w:r>
      <w:bookmarkEnd w:id="4001"/>
      <w:bookmarkEnd w:id="4002"/>
      <w:bookmarkEnd w:id="4003"/>
      <w:bookmarkEnd w:id="4004"/>
      <w:bookmarkEnd w:id="4005"/>
      <w:bookmarkEnd w:id="4006"/>
      <w:bookmarkEnd w:id="4007"/>
      <w:bookmarkEnd w:id="4008"/>
      <w:bookmarkEnd w:id="4009"/>
      <w:bookmarkEnd w:id="4010"/>
      <w:bookmarkEnd w:id="4011"/>
      <w:bookmarkEnd w:id="4012"/>
    </w:p>
    <w:p w14:paraId="0984E7CA" w14:textId="77777777" w:rsidR="00B15E99" w:rsidRPr="00EF2F0E" w:rsidRDefault="00B15E99" w:rsidP="00B15E99">
      <w:pPr>
        <w:rPr>
          <w:rFonts w:eastAsia="SimSun"/>
        </w:rPr>
      </w:pPr>
      <w:r w:rsidRPr="00EF2F0E">
        <w:rPr>
          <w:rFonts w:eastAsia="SimSun"/>
        </w:rPr>
        <w:t xml:space="preserve">Unless otherwise stated, for E-UTRA single band and MSR the operating band unwanted emission limits are defined from </w:t>
      </w:r>
      <w:r w:rsidRPr="00EF2F0E">
        <w:t>Δf</w:t>
      </w:r>
      <w:r w:rsidRPr="00EF2F0E">
        <w:rPr>
          <w:vertAlign w:val="subscript"/>
        </w:rPr>
        <w:t>OBUE</w:t>
      </w:r>
      <w:r w:rsidRPr="00EF2F0E" w:rsidDel="00780226">
        <w:rPr>
          <w:rFonts w:eastAsia="SimSun"/>
        </w:rPr>
        <w:t xml:space="preserve"> </w:t>
      </w:r>
      <w:r w:rsidRPr="00EF2F0E">
        <w:rPr>
          <w:rFonts w:eastAsia="SimSun"/>
        </w:rPr>
        <w:t xml:space="preserve">below the lowest frequency of each supported </w:t>
      </w:r>
      <w:r w:rsidRPr="00EF2F0E">
        <w:rPr>
          <w:rFonts w:eastAsia="SimSun"/>
          <w:i/>
        </w:rPr>
        <w:t>downlink operating band</w:t>
      </w:r>
      <w:r w:rsidRPr="00EF2F0E">
        <w:rPr>
          <w:rFonts w:eastAsia="SimSun"/>
        </w:rPr>
        <w:t xml:space="preserve"> to the lower </w:t>
      </w:r>
      <w:r w:rsidRPr="00EF2F0E">
        <w:rPr>
          <w:rFonts w:eastAsia="SimSun"/>
          <w:i/>
        </w:rPr>
        <w:t>Base Station RF Bandwidth edge</w:t>
      </w:r>
      <w:r w:rsidRPr="00EF2F0E">
        <w:rPr>
          <w:rFonts w:eastAsia="SimSun"/>
        </w:rPr>
        <w:t xml:space="preserve"> located at F</w:t>
      </w:r>
      <w:r w:rsidRPr="00EF2F0E">
        <w:rPr>
          <w:rFonts w:eastAsia="SimSun"/>
          <w:vertAlign w:val="subscript"/>
        </w:rPr>
        <w:t xml:space="preserve">BW RF,low </w:t>
      </w:r>
      <w:r w:rsidRPr="00EF2F0E">
        <w:rPr>
          <w:rFonts w:eastAsia="SimSun"/>
        </w:rPr>
        <w:t xml:space="preserve">and from the upper </w:t>
      </w:r>
      <w:r w:rsidRPr="00EF2F0E">
        <w:rPr>
          <w:rFonts w:eastAsia="SimSun"/>
          <w:i/>
        </w:rPr>
        <w:t>Base Station RF Bandwidth edge</w:t>
      </w:r>
      <w:r w:rsidRPr="00EF2F0E">
        <w:rPr>
          <w:rFonts w:eastAsia="SimSun"/>
        </w:rPr>
        <w:t xml:space="preserve"> located at F</w:t>
      </w:r>
      <w:r w:rsidRPr="00EF2F0E">
        <w:rPr>
          <w:rFonts w:eastAsia="SimSun"/>
          <w:vertAlign w:val="subscript"/>
        </w:rPr>
        <w:t xml:space="preserve">BW RF,high  </w:t>
      </w:r>
      <w:r w:rsidRPr="00EF2F0E">
        <w:rPr>
          <w:rFonts w:eastAsia="SimSun"/>
        </w:rPr>
        <w:t xml:space="preserve">up to </w:t>
      </w:r>
      <w:r w:rsidRPr="00EF2F0E">
        <w:t>Δf</w:t>
      </w:r>
      <w:r w:rsidRPr="00EF2F0E">
        <w:rPr>
          <w:vertAlign w:val="subscript"/>
        </w:rPr>
        <w:t>OBUE</w:t>
      </w:r>
      <w:r w:rsidRPr="00EF2F0E" w:rsidDel="00780226">
        <w:rPr>
          <w:rFonts w:eastAsia="SimSun"/>
        </w:rPr>
        <w:t xml:space="preserve"> </w:t>
      </w:r>
      <w:r w:rsidRPr="00EF2F0E">
        <w:rPr>
          <w:rFonts w:eastAsia="SimSun"/>
        </w:rPr>
        <w:t xml:space="preserve"> above the highest frequency of each supported </w:t>
      </w:r>
      <w:r w:rsidRPr="00EF2F0E">
        <w:rPr>
          <w:rFonts w:eastAsia="SimSun"/>
          <w:i/>
        </w:rPr>
        <w:t>downlink operating band</w:t>
      </w:r>
      <w:r w:rsidRPr="00EF2F0E">
        <w:rPr>
          <w:rFonts w:eastAsia="SimSun"/>
        </w:rPr>
        <w:t xml:space="preserve">. </w:t>
      </w:r>
      <w:r w:rsidRPr="00EF2F0E">
        <w:rPr>
          <w:rFonts w:cs="v5.0.0"/>
        </w:rPr>
        <w:t xml:space="preserve">The values of </w:t>
      </w:r>
      <w:r w:rsidRPr="00EF2F0E">
        <w:t>Δf</w:t>
      </w:r>
      <w:r w:rsidRPr="00EF2F0E">
        <w:rPr>
          <w:vertAlign w:val="subscript"/>
        </w:rPr>
        <w:t>OBUE</w:t>
      </w:r>
      <w:r w:rsidRPr="00EF2F0E">
        <w:rPr>
          <w:rFonts w:cs="v5.0.0"/>
        </w:rPr>
        <w:t xml:space="preserve"> are defined in table 9.7.1-1.</w:t>
      </w:r>
    </w:p>
    <w:p w14:paraId="0984E7CB" w14:textId="77777777" w:rsidR="00B15E99" w:rsidRPr="00EF2F0E" w:rsidRDefault="00B15E99" w:rsidP="00B15E99">
      <w:pPr>
        <w:rPr>
          <w:rFonts w:eastAsia="SimSun"/>
        </w:rPr>
      </w:pPr>
      <w:r w:rsidRPr="00EF2F0E">
        <w:rPr>
          <w:rFonts w:eastAsia="SimSun"/>
        </w:rPr>
        <w:t>The requirements shall apply whatever the type of transmitter considered and for all transmission modes foreseen by the manufacturer's specification.</w:t>
      </w:r>
    </w:p>
    <w:p w14:paraId="0984E7CC" w14:textId="77777777" w:rsidR="00B15E99" w:rsidRPr="00EF2F0E" w:rsidRDefault="00B15E99" w:rsidP="00B15E99">
      <w:r w:rsidRPr="00EF2F0E">
        <w:t xml:space="preserve">The operating band unwanted emissions minimum requirements are quoted as TRP per </w:t>
      </w:r>
      <w:r w:rsidRPr="00EF2F0E">
        <w:rPr>
          <w:i/>
        </w:rPr>
        <w:t>RIB</w:t>
      </w:r>
      <w:r w:rsidRPr="00EF2F0E">
        <w:t xml:space="preserve"> unless otherwise stated.</w:t>
      </w:r>
    </w:p>
    <w:p w14:paraId="0984E7CD" w14:textId="77777777" w:rsidR="00B15E99" w:rsidRPr="00EF2F0E" w:rsidRDefault="00B15E99" w:rsidP="00B15E99">
      <w:pPr>
        <w:keepNext/>
      </w:pPr>
      <w:r w:rsidRPr="00EF2F0E">
        <w:t>The requirements shall apply whatever the type of RIB</w:t>
      </w:r>
      <w:r w:rsidRPr="00EF2F0E">
        <w:rPr>
          <w:i/>
        </w:rPr>
        <w:t xml:space="preserve"> </w:t>
      </w:r>
      <w:r w:rsidRPr="00EF2F0E">
        <w:t xml:space="preserve">is considered (single carrier or multi-carrier) and for all transmission modes foreseen by the manufacturer's specification. In addition, for a RIB operating in </w:t>
      </w:r>
      <w:r w:rsidRPr="00EF2F0E">
        <w:rPr>
          <w:i/>
        </w:rPr>
        <w:t>non-contiguous spectrum</w:t>
      </w:r>
      <w:r w:rsidRPr="00EF2F0E">
        <w:t xml:space="preserve">, the requirements apply inside any </w:t>
      </w:r>
      <w:r w:rsidRPr="00EF2F0E">
        <w:rPr>
          <w:i/>
        </w:rPr>
        <w:t>sub-block gap</w:t>
      </w:r>
      <w:r w:rsidRPr="00EF2F0E">
        <w:t xml:space="preserve">. </w:t>
      </w:r>
      <w:r w:rsidRPr="00EF2F0E">
        <w:rPr>
          <w:lang w:eastAsia="zh-CN"/>
        </w:rPr>
        <w:t>In addition, for</w:t>
      </w:r>
      <w:r w:rsidRPr="00EF2F0E">
        <w:t xml:space="preserve"> a </w:t>
      </w:r>
      <w:r w:rsidRPr="00EF2F0E">
        <w:rPr>
          <w:i/>
        </w:rPr>
        <w:t>multi-band RIB</w:t>
      </w:r>
      <w:r w:rsidRPr="00EF2F0E">
        <w:t xml:space="preserve"> the requirements apply inside any </w:t>
      </w:r>
      <w:r w:rsidRPr="00EF2F0E">
        <w:rPr>
          <w:i/>
          <w:lang w:eastAsia="zh-CN"/>
        </w:rPr>
        <w:t>Inter RF Bandwidth</w:t>
      </w:r>
      <w:r w:rsidRPr="00EF2F0E">
        <w:rPr>
          <w:i/>
        </w:rPr>
        <w:t xml:space="preserve"> gap</w:t>
      </w:r>
      <w:r w:rsidRPr="00EF2F0E">
        <w:t>.</w:t>
      </w:r>
    </w:p>
    <w:p w14:paraId="0984E7CE" w14:textId="77777777" w:rsidR="00B15E99" w:rsidRPr="00EF2F0E" w:rsidRDefault="00B15E99" w:rsidP="00B15E99">
      <w:pPr>
        <w:keepNext/>
      </w:pPr>
      <w:r w:rsidRPr="00EF2F0E">
        <w:t xml:space="preserve">The unwanted emission limits in the part of the </w:t>
      </w:r>
      <w:r w:rsidRPr="00EF2F0E">
        <w:rPr>
          <w:i/>
        </w:rPr>
        <w:t>downlink operating band</w:t>
      </w:r>
      <w:r w:rsidRPr="00EF2F0E">
        <w:t xml:space="preserve"> that falls in the spurious domain are consistent with ITU-R Recommendation SM.329 [14]. </w:t>
      </w:r>
    </w:p>
    <w:p w14:paraId="0DB2ECCE" w14:textId="49E3A334" w:rsidR="00DD0EA7" w:rsidRDefault="00DD0EA7" w:rsidP="00DD0EA7">
      <w:r>
        <w:t xml:space="preserve">Additional limits in clause </w:t>
      </w:r>
      <w:r w:rsidRPr="00EF2F0E">
        <w:t>9.7.5.2.4.7</w:t>
      </w:r>
      <w:r>
        <w:t xml:space="preserve"> may apply outside OBUE frequency domain.</w:t>
      </w:r>
    </w:p>
    <w:p w14:paraId="0984E7CF" w14:textId="0A34266D" w:rsidR="00B15E99" w:rsidRPr="00EF2F0E" w:rsidRDefault="00B15E99" w:rsidP="00B15E99">
      <w:pPr>
        <w:keepNext/>
      </w:pPr>
      <w:r w:rsidRPr="00EF2F0E">
        <w:t>Emissions shall use the minimum requirements</w:t>
      </w:r>
      <w:r w:rsidRPr="00EF2F0E">
        <w:rPr>
          <w:rStyle w:val="CommentReference"/>
        </w:rPr>
        <w:t xml:space="preserve"> </w:t>
      </w:r>
      <w:r w:rsidRPr="00EF2F0E">
        <w:t>specified in the tables below, where:</w:t>
      </w:r>
    </w:p>
    <w:p w14:paraId="0984E7D0" w14:textId="77777777" w:rsidR="00B15E99" w:rsidRPr="00EF2F0E" w:rsidRDefault="00B15E99" w:rsidP="00B15E99">
      <w:pPr>
        <w:pStyle w:val="B10"/>
        <w:keepNext/>
      </w:pPr>
      <w:r w:rsidRPr="00EF2F0E">
        <w:t>-</w:t>
      </w:r>
      <w:r w:rsidRPr="00EF2F0E">
        <w:tab/>
      </w:r>
      <w:r w:rsidRPr="00EF2F0E">
        <w:sym w:font="Symbol" w:char="F044"/>
      </w:r>
      <w:r w:rsidRPr="00EF2F0E">
        <w:t>f is the separation between the channel edge frequency and the nominal -3dB point of the measuring filter closest to the carrier frequency.</w:t>
      </w:r>
    </w:p>
    <w:p w14:paraId="0984E7D1" w14:textId="77777777" w:rsidR="00B15E99" w:rsidRPr="00EF2F0E" w:rsidRDefault="00B15E99" w:rsidP="00B15E99">
      <w:pPr>
        <w:pStyle w:val="B10"/>
        <w:keepNext/>
      </w:pPr>
      <w:r w:rsidRPr="00EF2F0E">
        <w:t>-</w:t>
      </w:r>
      <w:r w:rsidRPr="00EF2F0E">
        <w:tab/>
        <w:t>f_offset is the separation between the channel edge frequency and the centre of the measuring filter.</w:t>
      </w:r>
    </w:p>
    <w:p w14:paraId="0984E7D2" w14:textId="77777777" w:rsidR="00B15E99" w:rsidRPr="00EF2F0E" w:rsidRDefault="00B15E99" w:rsidP="00B15E99">
      <w:pPr>
        <w:pStyle w:val="B10"/>
        <w:keepNext/>
      </w:pPr>
      <w:r w:rsidRPr="00EF2F0E">
        <w:t>-</w:t>
      </w:r>
      <w:r w:rsidRPr="00EF2F0E">
        <w:tab/>
        <w:t>f_offset</w:t>
      </w:r>
      <w:r w:rsidRPr="00EF2F0E">
        <w:rPr>
          <w:vertAlign w:val="subscript"/>
        </w:rPr>
        <w:t>max</w:t>
      </w:r>
      <w:r w:rsidRPr="00EF2F0E">
        <w:t xml:space="preserve"> is the offset to the frequency Δf</w:t>
      </w:r>
      <w:r w:rsidRPr="00EF2F0E">
        <w:rPr>
          <w:vertAlign w:val="subscript"/>
        </w:rPr>
        <w:t>OBUE</w:t>
      </w:r>
      <w:r w:rsidRPr="00EF2F0E">
        <w:t xml:space="preserve"> MHz outside the </w:t>
      </w:r>
      <w:r w:rsidRPr="00EF2F0E">
        <w:rPr>
          <w:i/>
        </w:rPr>
        <w:t>downlink operating band</w:t>
      </w:r>
      <w:r w:rsidRPr="00EF2F0E">
        <w:t>.</w:t>
      </w:r>
    </w:p>
    <w:p w14:paraId="0984E7D3" w14:textId="77777777" w:rsidR="00B15E99" w:rsidRPr="00EF2F0E" w:rsidRDefault="00B15E99" w:rsidP="00B15E99">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f_offset</w:t>
      </w:r>
      <w:r w:rsidRPr="00EF2F0E">
        <w:rPr>
          <w:vertAlign w:val="subscript"/>
        </w:rPr>
        <w:t>max</w:t>
      </w:r>
      <w:r w:rsidRPr="00EF2F0E">
        <w:t xml:space="preserve"> minus half of the bandwidth of the measuring filter.</w:t>
      </w:r>
    </w:p>
    <w:p w14:paraId="0984E7D4" w14:textId="77777777" w:rsidR="00B15E99" w:rsidRPr="00EF2F0E" w:rsidRDefault="00B15E99" w:rsidP="00B15E99">
      <w:r w:rsidRPr="00EF2F0E">
        <w:t xml:space="preserve">For a </w:t>
      </w:r>
      <w:r w:rsidRPr="00EF2F0E">
        <w:rPr>
          <w:i/>
        </w:rPr>
        <w:t>multi-band RIB</w:t>
      </w:r>
      <w:r w:rsidRPr="00EF2F0E">
        <w:t xml:space="preserve"> inside any </w:t>
      </w:r>
      <w:r w:rsidRPr="00EF2F0E">
        <w:rPr>
          <w:i/>
        </w:rPr>
        <w:t>Inter RF Bandwidth gaps</w:t>
      </w:r>
      <w:r w:rsidRPr="00EF2F0E">
        <w:t xml:space="preserve"> with W</w:t>
      </w:r>
      <w:r w:rsidRPr="00EF2F0E">
        <w:rPr>
          <w:vertAlign w:val="subscript"/>
        </w:rPr>
        <w:t>gap</w:t>
      </w:r>
      <w:r w:rsidRPr="00EF2F0E">
        <w:t xml:space="preserve"> &lt; 2×Δf</w:t>
      </w:r>
      <w:r w:rsidRPr="00EF2F0E">
        <w:rPr>
          <w:vertAlign w:val="subscript"/>
        </w:rPr>
        <w:t>OBUE</w:t>
      </w:r>
      <w:r w:rsidRPr="00EF2F0E">
        <w:t xml:space="preserve">, emissions shall not exceed the cumulative sum of the minimum requirements specified at the </w:t>
      </w:r>
      <w:r w:rsidRPr="00EF2F0E">
        <w:rPr>
          <w:i/>
        </w:rPr>
        <w:t>Base Station RF Bandwidth edges</w:t>
      </w:r>
      <w:r w:rsidRPr="00EF2F0E">
        <w:t xml:space="preserve"> on each side of the </w:t>
      </w:r>
      <w:r w:rsidRPr="00EF2F0E">
        <w:rPr>
          <w:i/>
        </w:rPr>
        <w:t>Inter RF Bandwidth gap</w:t>
      </w:r>
      <w:r w:rsidRPr="00EF2F0E">
        <w:t xml:space="preserve">. The minimum requirement for </w:t>
      </w:r>
      <w:r w:rsidRPr="00EF2F0E">
        <w:rPr>
          <w:i/>
        </w:rPr>
        <w:t>Base Station RF Bandwidth edge</w:t>
      </w:r>
      <w:r w:rsidRPr="00EF2F0E">
        <w:t xml:space="preserve"> is specified in the subclause 9.7.5.4.2 to 9.7.5.4.7 below, where in this case:</w:t>
      </w:r>
    </w:p>
    <w:p w14:paraId="0984E7D5" w14:textId="77777777" w:rsidR="00B15E99" w:rsidRPr="00EF2F0E" w:rsidRDefault="00B15E99" w:rsidP="00B15E99">
      <w:pPr>
        <w:pStyle w:val="B10"/>
      </w:pPr>
      <w:r w:rsidRPr="00EF2F0E">
        <w:t>-</w:t>
      </w:r>
      <w:r w:rsidRPr="00EF2F0E">
        <w:tab/>
      </w:r>
      <w:r w:rsidRPr="00EF2F0E">
        <w:sym w:font="Symbol" w:char="F044"/>
      </w:r>
      <w:r w:rsidRPr="00EF2F0E">
        <w:t xml:space="preserve">f is the separation between the </w:t>
      </w:r>
      <w:r w:rsidRPr="00EF2F0E">
        <w:rPr>
          <w:i/>
        </w:rPr>
        <w:t>Base Station RF Bandwidth edge</w:t>
      </w:r>
      <w:r w:rsidRPr="00EF2F0E">
        <w:t xml:space="preserve"> frequency and the nominal -3 dB point of the measuring filter closest to the </w:t>
      </w:r>
      <w:r w:rsidRPr="00EF2F0E">
        <w:rPr>
          <w:i/>
        </w:rPr>
        <w:t>Base Station RF Bandwidth edge</w:t>
      </w:r>
      <w:r w:rsidRPr="00EF2F0E">
        <w:t>.</w:t>
      </w:r>
    </w:p>
    <w:p w14:paraId="0984E7D6" w14:textId="77777777" w:rsidR="00B15E99" w:rsidRPr="00EF2F0E" w:rsidRDefault="00B15E99" w:rsidP="00B15E99">
      <w:pPr>
        <w:pStyle w:val="B10"/>
      </w:pPr>
      <w:r w:rsidRPr="00EF2F0E">
        <w:t>-</w:t>
      </w:r>
      <w:r w:rsidRPr="00EF2F0E">
        <w:tab/>
        <w:t xml:space="preserve">f_offset is the separation between the </w:t>
      </w:r>
      <w:r w:rsidRPr="00EF2F0E">
        <w:rPr>
          <w:i/>
        </w:rPr>
        <w:t>Base Station RF Bandwidth edge</w:t>
      </w:r>
      <w:r w:rsidRPr="00EF2F0E">
        <w:t xml:space="preserve"> frequency and the centre of the measuring filter.</w:t>
      </w:r>
    </w:p>
    <w:p w14:paraId="0984E7D7" w14:textId="77777777" w:rsidR="00B15E99" w:rsidRPr="00EF2F0E" w:rsidRDefault="00B15E99" w:rsidP="00B15E99">
      <w:pPr>
        <w:pStyle w:val="B10"/>
      </w:pPr>
      <w:r w:rsidRPr="00EF2F0E">
        <w:t>-</w:t>
      </w:r>
      <w:r w:rsidRPr="00EF2F0E">
        <w:tab/>
        <w:t>f_offset</w:t>
      </w:r>
      <w:r w:rsidRPr="00EF2F0E">
        <w:rPr>
          <w:vertAlign w:val="subscript"/>
        </w:rPr>
        <w:t>max</w:t>
      </w:r>
      <w:r w:rsidRPr="00EF2F0E">
        <w:t xml:space="preserve"> is equal to the </w:t>
      </w:r>
      <w:r w:rsidRPr="00EF2F0E">
        <w:rPr>
          <w:i/>
        </w:rPr>
        <w:t>Inter RF Bandwidth gap</w:t>
      </w:r>
      <w:r w:rsidRPr="00EF2F0E">
        <w:t xml:space="preserve"> minus half of the bandwidth of the measuring filter.</w:t>
      </w:r>
    </w:p>
    <w:p w14:paraId="0984E7D8" w14:textId="77777777" w:rsidR="00B15E99" w:rsidRPr="00EF2F0E" w:rsidRDefault="00B15E99" w:rsidP="00B15E99">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f_offset</w:t>
      </w:r>
      <w:r w:rsidRPr="00EF2F0E">
        <w:rPr>
          <w:vertAlign w:val="subscript"/>
        </w:rPr>
        <w:t>max</w:t>
      </w:r>
      <w:r w:rsidRPr="00EF2F0E">
        <w:t xml:space="preserve"> minus half of the bandwidth of the measuring filter.</w:t>
      </w:r>
    </w:p>
    <w:p w14:paraId="0984E7D9" w14:textId="77777777" w:rsidR="00B15E99" w:rsidRPr="00EF2F0E" w:rsidRDefault="00B15E99" w:rsidP="00B15E99">
      <w:r w:rsidRPr="00EF2F0E">
        <w:t xml:space="preserve">For </w:t>
      </w:r>
      <w:r w:rsidRPr="00EF2F0E">
        <w:rPr>
          <w:i/>
        </w:rPr>
        <w:t>multi-band RIB</w:t>
      </w:r>
      <w:r w:rsidRPr="00EF2F0E">
        <w:t xml:space="preserve">, the operating band unwanted emission limits apply also in a supported operating band without any carrier transmitted, in the case where there are carrier(s) transmitted in another supported operating band. In this case, no cumulative limit is applied in the </w:t>
      </w:r>
      <w:r w:rsidRPr="00EF2F0E">
        <w:rPr>
          <w:i/>
        </w:rPr>
        <w:t>inter-band gap</w:t>
      </w:r>
      <w:r w:rsidRPr="00EF2F0E">
        <w:t xml:space="preserve"> between a supported </w:t>
      </w:r>
      <w:r w:rsidRPr="00EF2F0E">
        <w:rPr>
          <w:i/>
        </w:rPr>
        <w:t>downlink operating band</w:t>
      </w:r>
      <w:r w:rsidRPr="00EF2F0E">
        <w:t xml:space="preserve"> with carrier(s) transmitted and a supported </w:t>
      </w:r>
      <w:r w:rsidRPr="00EF2F0E">
        <w:rPr>
          <w:i/>
        </w:rPr>
        <w:t>downlink operating band</w:t>
      </w:r>
      <w:r w:rsidRPr="00EF2F0E">
        <w:t xml:space="preserve"> without any carrier transmitted and</w:t>
      </w:r>
    </w:p>
    <w:p w14:paraId="0984E7DA" w14:textId="77777777" w:rsidR="00B15E99" w:rsidRPr="00EF2F0E" w:rsidRDefault="00B15E99" w:rsidP="00B15E99">
      <w:pPr>
        <w:pStyle w:val="B10"/>
        <w:rPr>
          <w:lang w:eastAsia="zh-CN"/>
        </w:rPr>
      </w:pPr>
      <w:r w:rsidRPr="00EF2F0E">
        <w:rPr>
          <w:lang w:eastAsia="zh-CN"/>
        </w:rPr>
        <w:t>-</w:t>
      </w:r>
      <w:r w:rsidRPr="00EF2F0E">
        <w:rPr>
          <w:lang w:eastAsia="zh-CN"/>
        </w:rPr>
        <w:tab/>
        <w:t xml:space="preserve">In case the </w:t>
      </w:r>
      <w:r w:rsidRPr="00EF2F0E">
        <w:rPr>
          <w:i/>
          <w:lang w:eastAsia="zh-CN"/>
        </w:rPr>
        <w:t>inter-band gap</w:t>
      </w:r>
      <w:r w:rsidRPr="00EF2F0E">
        <w:rPr>
          <w:lang w:eastAsia="zh-CN"/>
        </w:rPr>
        <w:t xml:space="preserve"> between a supported </w:t>
      </w:r>
      <w:r w:rsidRPr="00EF2F0E">
        <w:rPr>
          <w:i/>
          <w:lang w:eastAsia="zh-CN"/>
        </w:rPr>
        <w:t>downlink operating band</w:t>
      </w:r>
      <w:r w:rsidRPr="00EF2F0E">
        <w:rPr>
          <w:lang w:eastAsia="zh-CN"/>
        </w:rPr>
        <w:t xml:space="preserve"> with carrier(s) transmitted and a supported </w:t>
      </w:r>
      <w:r w:rsidRPr="00EF2F0E">
        <w:rPr>
          <w:i/>
          <w:lang w:eastAsia="zh-CN"/>
        </w:rPr>
        <w:t>downlink operating band</w:t>
      </w:r>
      <w:r w:rsidRPr="00EF2F0E">
        <w:rPr>
          <w:lang w:eastAsia="zh-CN"/>
        </w:rPr>
        <w:t xml:space="preserve"> without any carrier transmitted is less than 2</w:t>
      </w:r>
      <w:r w:rsidRPr="00EF2F0E">
        <w:t>×Δf</w:t>
      </w:r>
      <w:r w:rsidRPr="00EF2F0E">
        <w:rPr>
          <w:vertAlign w:val="subscript"/>
        </w:rPr>
        <w:t>OBUE</w:t>
      </w:r>
      <w:r w:rsidRPr="00EF2F0E">
        <w:rPr>
          <w:lang w:eastAsia="zh-CN"/>
        </w:rPr>
        <w:t xml:space="preserve">, </w:t>
      </w:r>
      <w:r w:rsidRPr="00EF2F0E">
        <w:t>f_offset</w:t>
      </w:r>
      <w:r w:rsidRPr="00EF2F0E">
        <w:rPr>
          <w:vertAlign w:val="subscript"/>
        </w:rPr>
        <w:t>max</w:t>
      </w:r>
      <w:r w:rsidRPr="00EF2F0E">
        <w:rPr>
          <w:lang w:eastAsia="zh-CN"/>
        </w:rPr>
        <w:t xml:space="preserve"> shall be the offset to the frequency </w:t>
      </w:r>
      <w:r w:rsidRPr="00EF2F0E">
        <w:t>Δf</w:t>
      </w:r>
      <w:r w:rsidRPr="00EF2F0E">
        <w:rPr>
          <w:vertAlign w:val="subscript"/>
        </w:rPr>
        <w:t>OBUE</w:t>
      </w:r>
      <w:r w:rsidRPr="00EF2F0E">
        <w:t xml:space="preserve"> MHz outside the </w:t>
      </w:r>
      <w:r w:rsidRPr="00EF2F0E">
        <w:rPr>
          <w:lang w:eastAsia="zh-CN"/>
        </w:rPr>
        <w:t xml:space="preserve">outermost edges of the two supported </w:t>
      </w:r>
      <w:r w:rsidRPr="00EF2F0E">
        <w:rPr>
          <w:i/>
        </w:rPr>
        <w:t>downlink operating band</w:t>
      </w:r>
      <w:r w:rsidRPr="00EF2F0E">
        <w:rPr>
          <w:lang w:eastAsia="zh-CN"/>
        </w:rPr>
        <w:t xml:space="preserve">s and the operating band unwanted emission limit </w:t>
      </w:r>
      <w:r w:rsidRPr="00EF2F0E">
        <w:t xml:space="preserve">of the band where there are carriers transmitted, as </w:t>
      </w:r>
      <w:r w:rsidRPr="00EF2F0E">
        <w:rPr>
          <w:lang w:eastAsia="zh-CN"/>
        </w:rPr>
        <w:t xml:space="preserve">defined in the tables of the present subclause, shall apply across both downlink bands. </w:t>
      </w:r>
    </w:p>
    <w:p w14:paraId="0984E7DB" w14:textId="77777777" w:rsidR="00B15E99" w:rsidRPr="00EF2F0E" w:rsidRDefault="00B15E99" w:rsidP="00B15E99">
      <w:pPr>
        <w:pStyle w:val="B10"/>
        <w:rPr>
          <w:lang w:eastAsia="zh-CN"/>
        </w:rPr>
      </w:pPr>
      <w:r w:rsidRPr="00EF2F0E">
        <w:rPr>
          <w:lang w:eastAsia="zh-CN"/>
        </w:rPr>
        <w:t>-</w:t>
      </w:r>
      <w:r w:rsidRPr="00EF2F0E">
        <w:rPr>
          <w:lang w:eastAsia="zh-CN"/>
        </w:rPr>
        <w:tab/>
        <w:t xml:space="preserve">In other cases, the operating band unwanted emission limit </w:t>
      </w:r>
      <w:r w:rsidRPr="00EF2F0E">
        <w:t xml:space="preserve">of the band where there are carriers transmitted, as </w:t>
      </w:r>
      <w:r w:rsidRPr="00EF2F0E">
        <w:rPr>
          <w:lang w:eastAsia="zh-CN"/>
        </w:rPr>
        <w:t>defined in the tables of the present subclause for the largest frequency offset (</w:t>
      </w:r>
      <w:r w:rsidRPr="00EF2F0E">
        <w:sym w:font="Symbol" w:char="F044"/>
      </w:r>
      <w:r w:rsidRPr="00EF2F0E">
        <w:t>f</w:t>
      </w:r>
      <w:r w:rsidRPr="00EF2F0E">
        <w:rPr>
          <w:vertAlign w:val="subscript"/>
        </w:rPr>
        <w:t>max</w:t>
      </w:r>
      <w:r w:rsidRPr="00EF2F0E">
        <w:rPr>
          <w:lang w:eastAsia="zh-CN"/>
        </w:rPr>
        <w:t xml:space="preserve">), shall apply from </w:t>
      </w:r>
      <w:r w:rsidRPr="00EF2F0E">
        <w:t>Δf</w:t>
      </w:r>
      <w:r w:rsidRPr="00EF2F0E">
        <w:rPr>
          <w:vertAlign w:val="subscript"/>
        </w:rPr>
        <w:t>OBUE</w:t>
      </w:r>
      <w:r w:rsidRPr="00EF2F0E">
        <w:rPr>
          <w:lang w:eastAsia="zh-CN"/>
        </w:rPr>
        <w:t xml:space="preserve"> MHz below the lowest frequency, up to </w:t>
      </w:r>
      <w:r w:rsidRPr="00EF2F0E">
        <w:t>Δf</w:t>
      </w:r>
      <w:r w:rsidRPr="00EF2F0E">
        <w:rPr>
          <w:vertAlign w:val="subscript"/>
        </w:rPr>
        <w:t>OBUE</w:t>
      </w:r>
      <w:r w:rsidRPr="00EF2F0E">
        <w:rPr>
          <w:lang w:eastAsia="zh-CN"/>
        </w:rPr>
        <w:t xml:space="preserve"> MHz above the highest frequency of the supported </w:t>
      </w:r>
      <w:r w:rsidRPr="00EF2F0E">
        <w:rPr>
          <w:i/>
          <w:lang w:eastAsia="zh-CN"/>
        </w:rPr>
        <w:t>downlink operating band</w:t>
      </w:r>
      <w:r w:rsidRPr="00EF2F0E">
        <w:rPr>
          <w:lang w:eastAsia="zh-CN"/>
        </w:rPr>
        <w:t xml:space="preserve"> without any carrier transmitted.</w:t>
      </w:r>
    </w:p>
    <w:p w14:paraId="0984E7DC" w14:textId="77777777" w:rsidR="00B15E99" w:rsidRPr="00EF2F0E" w:rsidRDefault="00B15E99" w:rsidP="00B15E99">
      <w:pPr>
        <w:keepNext/>
      </w:pPr>
      <w:r w:rsidRPr="00EF2F0E">
        <w:t xml:space="preserve">For a multicarrier E-UTRA RIB </w:t>
      </w:r>
      <w:r w:rsidRPr="00EF2F0E">
        <w:rPr>
          <w:rFonts w:eastAsia="SimSun"/>
        </w:rPr>
        <w:t xml:space="preserve">or a RIB configured for </w:t>
      </w:r>
      <w:r w:rsidRPr="00EF2F0E">
        <w:t xml:space="preserve">intra-band </w:t>
      </w:r>
      <w:r w:rsidRPr="00EF2F0E">
        <w:rPr>
          <w:rFonts w:eastAsia="SimSun"/>
        </w:rPr>
        <w:t xml:space="preserve">contiguous </w:t>
      </w:r>
      <w:r w:rsidRPr="00EF2F0E">
        <w:rPr>
          <w:lang w:eastAsia="zh-CN"/>
        </w:rPr>
        <w:t>or non-contiguous</w:t>
      </w:r>
      <w:r w:rsidRPr="00EF2F0E">
        <w:rPr>
          <w:rFonts w:eastAsia="SimSun"/>
        </w:rPr>
        <w:t xml:space="preserve"> </w:t>
      </w:r>
      <w:r w:rsidRPr="00EF2F0E">
        <w:rPr>
          <w:rFonts w:eastAsia="SimSun"/>
          <w:i/>
        </w:rPr>
        <w:t>carrier aggregation</w:t>
      </w:r>
      <w:r w:rsidRPr="00EF2F0E">
        <w:t xml:space="preserve"> the definitions above apply to the lower edge of the carrier transmitted at the lowest carrier frequency and the upper edge of the carrier transmitted at the highest carrier frequency </w:t>
      </w:r>
      <w:r w:rsidRPr="00EF2F0E">
        <w:rPr>
          <w:rFonts w:eastAsia="SimSun"/>
        </w:rPr>
        <w:t>within a specified frequency band</w:t>
      </w:r>
      <w:r w:rsidRPr="00EF2F0E">
        <w:t xml:space="preserve">. </w:t>
      </w:r>
    </w:p>
    <w:p w14:paraId="0984E7DD" w14:textId="7577874C" w:rsidR="00B15E99" w:rsidRPr="00EF2F0E" w:rsidRDefault="00DD0EA7" w:rsidP="00B15E99">
      <w:r w:rsidRPr="00EF2F0E">
        <w:t>In addition</w:t>
      </w:r>
      <w:r>
        <w:t>,</w:t>
      </w:r>
      <w:r w:rsidRPr="00EF2F0E">
        <w:t xml:space="preserve"> inside any </w:t>
      </w:r>
      <w:r w:rsidRPr="00EF2F0E">
        <w:rPr>
          <w:i/>
        </w:rPr>
        <w:t>sub-block gap</w:t>
      </w:r>
      <w:r w:rsidRPr="00EF2F0E">
        <w:t xml:space="preserve"> for a RIB operating in </w:t>
      </w:r>
      <w:r w:rsidRPr="00EF2F0E">
        <w:rPr>
          <w:i/>
        </w:rPr>
        <w:t>non-contiguous spectrum</w:t>
      </w:r>
      <w:r w:rsidRPr="00EF2F0E">
        <w:t xml:space="preserve">, emissions shall not exceed the cumulative sum of the minimum requirements specified for the adjacent sub blocks on each side of the </w:t>
      </w:r>
      <w:r w:rsidRPr="00EF2F0E">
        <w:rPr>
          <w:i/>
        </w:rPr>
        <w:t>sub-block gap</w:t>
      </w:r>
      <w:r w:rsidRPr="00EF2F0E">
        <w:t>. The minimum requirement for each sub block is specified in the tables sub-cluase 9.7.5.4.2 to 9.7.5.4.7 below, where in this case</w:t>
      </w:r>
      <w:r w:rsidR="00B15E99" w:rsidRPr="00EF2F0E">
        <w:t>:</w:t>
      </w:r>
    </w:p>
    <w:p w14:paraId="0984E7DE" w14:textId="77777777" w:rsidR="00B15E99" w:rsidRPr="00EF2F0E" w:rsidRDefault="00B15E99" w:rsidP="00B15E99">
      <w:pPr>
        <w:pStyle w:val="B10"/>
      </w:pPr>
      <w:r w:rsidRPr="00EF2F0E">
        <w:t>-</w:t>
      </w:r>
      <w:r w:rsidRPr="00EF2F0E">
        <w:tab/>
      </w:r>
      <w:r w:rsidRPr="00EF2F0E">
        <w:sym w:font="Symbol" w:char="F044"/>
      </w:r>
      <w:r w:rsidRPr="00EF2F0E">
        <w:t>f is the separation between the sub block edge frequency and the nominal -3 dB point of the measuring filter closest to the sub block edge.</w:t>
      </w:r>
    </w:p>
    <w:p w14:paraId="0984E7DF" w14:textId="77777777" w:rsidR="00B15E99" w:rsidRPr="00EF2F0E" w:rsidRDefault="00B15E99" w:rsidP="00B15E99">
      <w:pPr>
        <w:pStyle w:val="B10"/>
      </w:pPr>
      <w:r w:rsidRPr="00EF2F0E">
        <w:t>-</w:t>
      </w:r>
      <w:r w:rsidRPr="00EF2F0E">
        <w:tab/>
        <w:t>f_offset is the separation between the sub block edge frequency and the centre of the measuring filter.</w:t>
      </w:r>
    </w:p>
    <w:p w14:paraId="0984E7E0" w14:textId="77777777" w:rsidR="00B15E99" w:rsidRPr="00EF2F0E" w:rsidRDefault="00B15E99" w:rsidP="00B15E99">
      <w:pPr>
        <w:pStyle w:val="B10"/>
      </w:pPr>
      <w:r w:rsidRPr="00EF2F0E">
        <w:t>-</w:t>
      </w:r>
      <w:r w:rsidRPr="00EF2F0E">
        <w:tab/>
        <w:t>f_offset</w:t>
      </w:r>
      <w:r w:rsidRPr="00EF2F0E">
        <w:rPr>
          <w:vertAlign w:val="subscript"/>
        </w:rPr>
        <w:t>max</w:t>
      </w:r>
      <w:r w:rsidRPr="00EF2F0E">
        <w:t xml:space="preserve"> is equal to the </w:t>
      </w:r>
      <w:r w:rsidRPr="00EF2F0E">
        <w:rPr>
          <w:i/>
        </w:rPr>
        <w:t>sub-block gap</w:t>
      </w:r>
      <w:r w:rsidRPr="00EF2F0E">
        <w:t xml:space="preserve"> bandwidth minus half of the bandwidth of the measuring filter.</w:t>
      </w:r>
    </w:p>
    <w:p w14:paraId="0984E7E1" w14:textId="77777777" w:rsidR="00B15E99" w:rsidRPr="00EF2F0E" w:rsidRDefault="00B15E99" w:rsidP="00B15E99">
      <w:pPr>
        <w:pStyle w:val="B10"/>
      </w:pPr>
      <w:r w:rsidRPr="00EF2F0E">
        <w:t>-</w:t>
      </w:r>
      <w:r w:rsidRPr="00EF2F0E">
        <w:tab/>
      </w:r>
      <w:r w:rsidRPr="00EF2F0E">
        <w:sym w:font="Symbol" w:char="F044"/>
      </w:r>
      <w:r w:rsidRPr="00EF2F0E">
        <w:t>f</w:t>
      </w:r>
      <w:r w:rsidRPr="00EF2F0E">
        <w:rPr>
          <w:vertAlign w:val="subscript"/>
        </w:rPr>
        <w:t>max</w:t>
      </w:r>
      <w:r w:rsidRPr="00EF2F0E">
        <w:t xml:space="preserve"> is equal to f_offset</w:t>
      </w:r>
      <w:r w:rsidRPr="00EF2F0E">
        <w:rPr>
          <w:vertAlign w:val="subscript"/>
        </w:rPr>
        <w:t>max</w:t>
      </w:r>
      <w:r w:rsidRPr="00EF2F0E">
        <w:t xml:space="preserve"> minus half of the bandwidth of the measuring filter.</w:t>
      </w:r>
    </w:p>
    <w:p w14:paraId="0984E7E2" w14:textId="77777777" w:rsidR="00B15E99" w:rsidRPr="00EF2F0E" w:rsidRDefault="00B15E99" w:rsidP="00B15E99">
      <w:pPr>
        <w:rPr>
          <w:rFonts w:eastAsia="SimSun"/>
          <w:lang w:eastAsia="en-GB"/>
        </w:rPr>
      </w:pPr>
      <w:r w:rsidRPr="00EF2F0E">
        <w:t>Δf</w:t>
      </w:r>
      <w:r w:rsidRPr="00EF2F0E">
        <w:rPr>
          <w:vertAlign w:val="subscript"/>
        </w:rPr>
        <w:t xml:space="preserve">OBUE </w:t>
      </w:r>
      <w:r w:rsidRPr="00EF2F0E">
        <w:t xml:space="preserve">is defined in </w:t>
      </w:r>
      <w:r w:rsidR="0044667C" w:rsidRPr="00EF2F0E">
        <w:t>clause</w:t>
      </w:r>
      <w:r w:rsidRPr="00EF2F0E">
        <w:t xml:space="preserve"> 6.6.1.</w:t>
      </w:r>
    </w:p>
    <w:p w14:paraId="0984E7E3" w14:textId="77777777" w:rsidR="00B15E99" w:rsidRPr="00EF2F0E" w:rsidRDefault="00B15E99" w:rsidP="00B15E99">
      <w:pPr>
        <w:pStyle w:val="Heading4"/>
        <w:rPr>
          <w:rFonts w:eastAsia="SimSun"/>
        </w:rPr>
      </w:pPr>
      <w:bookmarkStart w:id="4013" w:name="_Toc21096072"/>
      <w:bookmarkStart w:id="4014" w:name="_Toc29763271"/>
      <w:bookmarkStart w:id="4015" w:name="_Toc45869556"/>
      <w:bookmarkStart w:id="4016" w:name="_Toc52554803"/>
      <w:bookmarkStart w:id="4017" w:name="_Toc52555273"/>
      <w:bookmarkStart w:id="4018" w:name="_Toc61112498"/>
      <w:bookmarkStart w:id="4019" w:name="_Toc67911650"/>
      <w:bookmarkStart w:id="4020" w:name="_Toc74843125"/>
      <w:bookmarkStart w:id="4021" w:name="_Toc76503508"/>
      <w:bookmarkStart w:id="4022" w:name="_Toc83040951"/>
      <w:bookmarkStart w:id="4023" w:name="_Toc89851994"/>
      <w:bookmarkStart w:id="4024" w:name="_Toc98676348"/>
      <w:r w:rsidRPr="00EF2F0E">
        <w:rPr>
          <w:rFonts w:eastAsia="SimSun"/>
        </w:rPr>
        <w:t>9.7.5.2</w:t>
      </w:r>
      <w:r w:rsidRPr="00EF2F0E">
        <w:rPr>
          <w:rFonts w:eastAsia="SimSun"/>
        </w:rPr>
        <w:tab/>
        <w:t>Minimum requirement for MSR operation</w:t>
      </w:r>
      <w:bookmarkEnd w:id="4013"/>
      <w:bookmarkEnd w:id="4014"/>
      <w:bookmarkEnd w:id="4015"/>
      <w:bookmarkEnd w:id="4016"/>
      <w:bookmarkEnd w:id="4017"/>
      <w:bookmarkEnd w:id="4018"/>
      <w:bookmarkEnd w:id="4019"/>
      <w:bookmarkEnd w:id="4020"/>
      <w:bookmarkEnd w:id="4021"/>
      <w:bookmarkEnd w:id="4022"/>
      <w:bookmarkEnd w:id="4023"/>
      <w:bookmarkEnd w:id="4024"/>
      <w:r w:rsidRPr="00EF2F0E">
        <w:rPr>
          <w:rFonts w:eastAsia="SimSun"/>
        </w:rPr>
        <w:tab/>
      </w:r>
    </w:p>
    <w:p w14:paraId="0984E7E4" w14:textId="77777777" w:rsidR="00B15E99" w:rsidRPr="00EF2F0E" w:rsidRDefault="00B15E99" w:rsidP="00B15E99">
      <w:pPr>
        <w:pStyle w:val="Heading5"/>
        <w:rPr>
          <w:rFonts w:eastAsia="SimSun"/>
        </w:rPr>
      </w:pPr>
      <w:bookmarkStart w:id="4025" w:name="_Toc21096073"/>
      <w:bookmarkStart w:id="4026" w:name="_Toc29763272"/>
      <w:bookmarkStart w:id="4027" w:name="_Toc45869557"/>
      <w:bookmarkStart w:id="4028" w:name="_Toc52554804"/>
      <w:bookmarkStart w:id="4029" w:name="_Toc52555274"/>
      <w:bookmarkStart w:id="4030" w:name="_Toc61112499"/>
      <w:bookmarkStart w:id="4031" w:name="_Toc67911651"/>
      <w:bookmarkStart w:id="4032" w:name="_Toc74843126"/>
      <w:bookmarkStart w:id="4033" w:name="_Toc76503509"/>
      <w:bookmarkStart w:id="4034" w:name="_Toc83040952"/>
      <w:bookmarkStart w:id="4035" w:name="_Toc89851995"/>
      <w:bookmarkStart w:id="4036" w:name="_Toc98676349"/>
      <w:r w:rsidRPr="00EF2F0E">
        <w:rPr>
          <w:rFonts w:eastAsia="SimSun"/>
        </w:rPr>
        <w:t>9.7.5.2.1</w:t>
      </w:r>
      <w:r w:rsidRPr="00EF2F0E">
        <w:rPr>
          <w:rFonts w:eastAsia="SimSun"/>
        </w:rPr>
        <w:tab/>
        <w:t>General</w:t>
      </w:r>
      <w:bookmarkEnd w:id="4025"/>
      <w:bookmarkEnd w:id="4026"/>
      <w:bookmarkEnd w:id="4027"/>
      <w:bookmarkEnd w:id="4028"/>
      <w:bookmarkEnd w:id="4029"/>
      <w:bookmarkEnd w:id="4030"/>
      <w:bookmarkEnd w:id="4031"/>
      <w:bookmarkEnd w:id="4032"/>
      <w:bookmarkEnd w:id="4033"/>
      <w:bookmarkEnd w:id="4034"/>
      <w:bookmarkEnd w:id="4035"/>
      <w:bookmarkEnd w:id="4036"/>
    </w:p>
    <w:p w14:paraId="0984E7E5" w14:textId="77777777" w:rsidR="00B15E99" w:rsidRPr="00EF2F0E" w:rsidRDefault="00B15E99" w:rsidP="00B15E99">
      <w:r w:rsidRPr="00EF2F0E">
        <w:t>The MSR operating band unwanted emission minimum requirements are given in subclauses 9.7.5.2.2, 9.7.5.2.3, and 9.7.5.2.4.</w:t>
      </w:r>
    </w:p>
    <w:p w14:paraId="0984E7E6" w14:textId="77777777" w:rsidR="00B15E99" w:rsidRPr="00EF2F0E" w:rsidRDefault="00B15E99" w:rsidP="00B15E99">
      <w:pPr>
        <w:pStyle w:val="Heading5"/>
        <w:rPr>
          <w:rFonts w:eastAsia="SimSun"/>
        </w:rPr>
      </w:pPr>
      <w:bookmarkStart w:id="4037" w:name="_Toc21096074"/>
      <w:bookmarkStart w:id="4038" w:name="_Toc29763273"/>
      <w:bookmarkStart w:id="4039" w:name="_Toc45869558"/>
      <w:bookmarkStart w:id="4040" w:name="_Toc52554805"/>
      <w:bookmarkStart w:id="4041" w:name="_Toc52555275"/>
      <w:bookmarkStart w:id="4042" w:name="_Toc61112500"/>
      <w:bookmarkStart w:id="4043" w:name="_Toc67911652"/>
      <w:bookmarkStart w:id="4044" w:name="_Toc74843127"/>
      <w:bookmarkStart w:id="4045" w:name="_Toc76503510"/>
      <w:bookmarkStart w:id="4046" w:name="_Toc83040953"/>
      <w:bookmarkStart w:id="4047" w:name="_Toc89851996"/>
      <w:bookmarkStart w:id="4048" w:name="_Toc98676350"/>
      <w:r w:rsidRPr="00EF2F0E">
        <w:rPr>
          <w:rFonts w:eastAsia="SimSun"/>
        </w:rPr>
        <w:t>9.7.5.2.2</w:t>
      </w:r>
      <w:r w:rsidRPr="00EF2F0E">
        <w:rPr>
          <w:rFonts w:eastAsia="SimSun"/>
        </w:rPr>
        <w:tab/>
        <w:t>Minimum requirements for Band Categories 1 and 3</w:t>
      </w:r>
      <w:bookmarkEnd w:id="4037"/>
      <w:bookmarkEnd w:id="4038"/>
      <w:bookmarkEnd w:id="4039"/>
      <w:bookmarkEnd w:id="4040"/>
      <w:bookmarkEnd w:id="4041"/>
      <w:bookmarkEnd w:id="4042"/>
      <w:bookmarkEnd w:id="4043"/>
      <w:bookmarkEnd w:id="4044"/>
      <w:bookmarkEnd w:id="4045"/>
      <w:bookmarkEnd w:id="4046"/>
      <w:bookmarkEnd w:id="4047"/>
      <w:bookmarkEnd w:id="4048"/>
    </w:p>
    <w:p w14:paraId="0984E7E7" w14:textId="77777777" w:rsidR="004D1501" w:rsidRDefault="00B15E99" w:rsidP="004D1501">
      <w:r w:rsidRPr="00EF2F0E">
        <w:t>For an MSR RIB operating in BC1 or BC3 bands, the minimum requirements are specified in tables 9.7.5.2.2-1 to 9.7.5.2.2-4, dependent on BS class and output power.</w:t>
      </w:r>
    </w:p>
    <w:p w14:paraId="0984E7E8" w14:textId="77777777" w:rsidR="004D1501" w:rsidRPr="00957811" w:rsidRDefault="004D1501" w:rsidP="004D1501">
      <w:pPr>
        <w:rPr>
          <w:highlight w:val="yellow"/>
        </w:rPr>
      </w:pPr>
      <w:r w:rsidRPr="00C00350">
        <w:t xml:space="preserve">Applicability of Wide Area operating band unwanted emission requirements in tables </w:t>
      </w:r>
      <w:r w:rsidRPr="00047599">
        <w:rPr>
          <w:rFonts w:cs="Arial"/>
        </w:rPr>
        <w:t>9.7.5.2.2-1</w:t>
      </w:r>
      <w:r w:rsidRPr="00C00350">
        <w:t xml:space="preserve">, </w:t>
      </w:r>
      <w:r w:rsidRPr="00047599">
        <w:rPr>
          <w:rFonts w:cs="Arial"/>
        </w:rPr>
        <w:t>9.7.5.2.2-1a a</w:t>
      </w:r>
      <w:r w:rsidRPr="00C00350">
        <w:t xml:space="preserve">nd </w:t>
      </w:r>
      <w:r w:rsidRPr="00047599">
        <w:rPr>
          <w:rFonts w:cs="Arial"/>
        </w:rPr>
        <w:t xml:space="preserve">9.7.5.2.2-1b </w:t>
      </w:r>
      <w:r w:rsidRPr="00C00350">
        <w:t xml:space="preserve">is specified in table </w:t>
      </w:r>
      <w:r w:rsidRPr="00E13901">
        <w:t>9.7.5</w:t>
      </w:r>
      <w:r w:rsidRPr="00086CC9">
        <w:t>.2.2</w:t>
      </w:r>
      <w:r w:rsidRPr="00C00350">
        <w:t>-0.</w:t>
      </w:r>
    </w:p>
    <w:p w14:paraId="0984E7E9" w14:textId="77777777" w:rsidR="004D1501" w:rsidRPr="00C00350" w:rsidRDefault="004D1501" w:rsidP="004D1501">
      <w:pPr>
        <w:pStyle w:val="TH"/>
        <w:rPr>
          <w:rFonts w:cs="v5.0.0"/>
        </w:rPr>
      </w:pPr>
      <w:r w:rsidRPr="00C00350">
        <w:t xml:space="preserve">Table </w:t>
      </w:r>
      <w:r w:rsidRPr="00863DC2">
        <w:t>9.7.5.2.2</w:t>
      </w:r>
      <w:r w:rsidRPr="00C00350">
        <w:t>-0: Applicability of operating band unwanted emission requirements for BC1 and BC3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2"/>
        <w:gridCol w:w="2492"/>
        <w:gridCol w:w="2757"/>
      </w:tblGrid>
      <w:tr w:rsidR="004D1501" w:rsidRPr="00EE3870" w14:paraId="0984E7ED" w14:textId="77777777" w:rsidTr="00727B4F">
        <w:trPr>
          <w:cantSplit/>
          <w:jc w:val="center"/>
        </w:trPr>
        <w:tc>
          <w:tcPr>
            <w:tcW w:w="0" w:type="auto"/>
          </w:tcPr>
          <w:p w14:paraId="0984E7EA" w14:textId="77777777" w:rsidR="004D1501" w:rsidRPr="00EE3870" w:rsidRDefault="004D1501" w:rsidP="00727B4F">
            <w:pPr>
              <w:pStyle w:val="TAH"/>
              <w:rPr>
                <w:rFonts w:cs="Arial"/>
                <w:szCs w:val="18"/>
              </w:rPr>
            </w:pPr>
            <w:r w:rsidRPr="00EE3870">
              <w:rPr>
                <w:rFonts w:cs="Arial"/>
                <w:szCs w:val="18"/>
              </w:rPr>
              <w:t>NR band operation</w:t>
            </w:r>
          </w:p>
        </w:tc>
        <w:tc>
          <w:tcPr>
            <w:tcW w:w="0" w:type="auto"/>
          </w:tcPr>
          <w:p w14:paraId="0984E7EB" w14:textId="77777777" w:rsidR="004D1501" w:rsidRPr="00EE3870" w:rsidRDefault="004D1501" w:rsidP="00727B4F">
            <w:pPr>
              <w:pStyle w:val="TAH"/>
              <w:rPr>
                <w:rFonts w:cs="Arial"/>
                <w:szCs w:val="18"/>
              </w:rPr>
            </w:pPr>
            <w:r w:rsidRPr="00EE3870">
              <w:rPr>
                <w:rFonts w:cs="Arial"/>
                <w:szCs w:val="18"/>
              </w:rPr>
              <w:t>UTRA supported (NOTE 1)</w:t>
            </w:r>
          </w:p>
        </w:tc>
        <w:tc>
          <w:tcPr>
            <w:tcW w:w="0" w:type="auto"/>
          </w:tcPr>
          <w:p w14:paraId="0984E7EC" w14:textId="77777777" w:rsidR="004D1501" w:rsidRPr="00EE3870" w:rsidRDefault="004D1501" w:rsidP="00727B4F">
            <w:pPr>
              <w:pStyle w:val="TAH"/>
              <w:rPr>
                <w:rFonts w:cs="Arial"/>
              </w:rPr>
            </w:pPr>
            <w:r w:rsidRPr="00EE3870">
              <w:rPr>
                <w:rFonts w:cs="Arial"/>
                <w:szCs w:val="18"/>
              </w:rPr>
              <w:t>Applicable requirement table</w:t>
            </w:r>
          </w:p>
        </w:tc>
      </w:tr>
      <w:tr w:rsidR="004D1501" w:rsidRPr="00EE3870" w14:paraId="0984E7F1" w14:textId="77777777" w:rsidTr="00727B4F">
        <w:trPr>
          <w:cantSplit/>
          <w:jc w:val="center"/>
        </w:trPr>
        <w:tc>
          <w:tcPr>
            <w:tcW w:w="0" w:type="auto"/>
          </w:tcPr>
          <w:p w14:paraId="0984E7EE" w14:textId="77777777" w:rsidR="004D1501" w:rsidRPr="00EE3870" w:rsidRDefault="004D1501" w:rsidP="00727B4F">
            <w:pPr>
              <w:pStyle w:val="TAH"/>
              <w:rPr>
                <w:rFonts w:cs="Arial"/>
                <w:b w:val="0"/>
                <w:szCs w:val="18"/>
              </w:rPr>
            </w:pPr>
            <w:r w:rsidRPr="00EE3870">
              <w:rPr>
                <w:rFonts w:cs="Arial"/>
                <w:b w:val="0"/>
                <w:szCs w:val="18"/>
              </w:rPr>
              <w:t>None</w:t>
            </w:r>
          </w:p>
        </w:tc>
        <w:tc>
          <w:tcPr>
            <w:tcW w:w="0" w:type="auto"/>
          </w:tcPr>
          <w:p w14:paraId="0984E7EF" w14:textId="77777777" w:rsidR="004D1501" w:rsidRPr="00EE3870" w:rsidRDefault="004D1501" w:rsidP="00727B4F">
            <w:pPr>
              <w:pStyle w:val="TAH"/>
              <w:rPr>
                <w:rFonts w:cs="Arial"/>
                <w:b w:val="0"/>
                <w:szCs w:val="18"/>
              </w:rPr>
            </w:pPr>
            <w:r w:rsidRPr="00EE3870">
              <w:rPr>
                <w:rFonts w:cs="Arial"/>
                <w:b w:val="0"/>
                <w:szCs w:val="18"/>
              </w:rPr>
              <w:t>Y/N</w:t>
            </w:r>
          </w:p>
        </w:tc>
        <w:tc>
          <w:tcPr>
            <w:tcW w:w="0" w:type="auto"/>
          </w:tcPr>
          <w:p w14:paraId="0984E7F0" w14:textId="77777777" w:rsidR="004D1501" w:rsidRPr="00C00350" w:rsidRDefault="004D1501" w:rsidP="00727B4F">
            <w:pPr>
              <w:pStyle w:val="TAH"/>
              <w:rPr>
                <w:rFonts w:cs="Arial"/>
                <w:b w:val="0"/>
                <w:szCs w:val="18"/>
                <w:highlight w:val="yellow"/>
              </w:rPr>
            </w:pPr>
            <w:r w:rsidRPr="00086CC9">
              <w:rPr>
                <w:rFonts w:cs="Arial"/>
                <w:b w:val="0"/>
              </w:rPr>
              <w:t>9.7.5.2.2-1</w:t>
            </w:r>
          </w:p>
        </w:tc>
      </w:tr>
      <w:tr w:rsidR="004D1501" w:rsidRPr="00EE3870" w14:paraId="0984E7F5" w14:textId="77777777" w:rsidTr="00727B4F">
        <w:trPr>
          <w:cantSplit/>
          <w:jc w:val="center"/>
        </w:trPr>
        <w:tc>
          <w:tcPr>
            <w:tcW w:w="0" w:type="auto"/>
          </w:tcPr>
          <w:p w14:paraId="0984E7F2" w14:textId="77777777" w:rsidR="004D1501" w:rsidRPr="00EE3870" w:rsidRDefault="004D1501" w:rsidP="00727B4F">
            <w:pPr>
              <w:pStyle w:val="TAC"/>
              <w:rPr>
                <w:rFonts w:cs="Arial"/>
                <w:szCs w:val="18"/>
              </w:rPr>
            </w:pPr>
            <w:r w:rsidRPr="00EE3870">
              <w:rPr>
                <w:rFonts w:cs="Arial"/>
                <w:szCs w:val="18"/>
              </w:rPr>
              <w:t>In certain regions (NOTE 2), bands 3, 8</w:t>
            </w:r>
          </w:p>
        </w:tc>
        <w:tc>
          <w:tcPr>
            <w:tcW w:w="0" w:type="auto"/>
          </w:tcPr>
          <w:p w14:paraId="0984E7F3" w14:textId="77777777" w:rsidR="004D1501" w:rsidRPr="00EE3870" w:rsidRDefault="004D1501" w:rsidP="00727B4F">
            <w:pPr>
              <w:pStyle w:val="TAC"/>
              <w:rPr>
                <w:rFonts w:cs="Arial"/>
                <w:szCs w:val="18"/>
              </w:rPr>
            </w:pPr>
            <w:r w:rsidRPr="00EE3870">
              <w:rPr>
                <w:rFonts w:cs="Arial"/>
                <w:szCs w:val="18"/>
              </w:rPr>
              <w:t>N</w:t>
            </w:r>
          </w:p>
        </w:tc>
        <w:tc>
          <w:tcPr>
            <w:tcW w:w="0" w:type="auto"/>
          </w:tcPr>
          <w:p w14:paraId="0984E7F4" w14:textId="77777777" w:rsidR="004D1501" w:rsidRPr="00C00350" w:rsidRDefault="004D1501" w:rsidP="00727B4F">
            <w:pPr>
              <w:pStyle w:val="TAC"/>
              <w:rPr>
                <w:rFonts w:cs="Arial"/>
                <w:highlight w:val="yellow"/>
              </w:rPr>
            </w:pPr>
            <w:r w:rsidRPr="00086CC9">
              <w:rPr>
                <w:rFonts w:cs="Arial"/>
              </w:rPr>
              <w:t>9.7.5.2.2-1</w:t>
            </w:r>
          </w:p>
        </w:tc>
      </w:tr>
      <w:tr w:rsidR="004D1501" w:rsidRPr="00EE3870" w14:paraId="0984E7F9" w14:textId="77777777" w:rsidTr="00727B4F">
        <w:trPr>
          <w:cantSplit/>
          <w:jc w:val="center"/>
        </w:trPr>
        <w:tc>
          <w:tcPr>
            <w:tcW w:w="0" w:type="auto"/>
          </w:tcPr>
          <w:p w14:paraId="0984E7F6" w14:textId="77777777" w:rsidR="004D1501" w:rsidRPr="00EE3870" w:rsidRDefault="004D1501" w:rsidP="00727B4F">
            <w:pPr>
              <w:pStyle w:val="TAC"/>
              <w:rPr>
                <w:rFonts w:cs="Arial"/>
                <w:szCs w:val="18"/>
              </w:rPr>
            </w:pPr>
            <w:r w:rsidRPr="00EE3870">
              <w:rPr>
                <w:rFonts w:cs="Arial"/>
                <w:szCs w:val="18"/>
              </w:rPr>
              <w:t xml:space="preserve">Any below 1 GHz except </w:t>
            </w:r>
            <w:r w:rsidRPr="00EE3870">
              <w:t>for certain regions (NOTE 2), band </w:t>
            </w:r>
            <w:r w:rsidRPr="00EE3870">
              <w:rPr>
                <w:rFonts w:cs="Arial"/>
                <w:szCs w:val="18"/>
              </w:rPr>
              <w:t>8</w:t>
            </w:r>
          </w:p>
        </w:tc>
        <w:tc>
          <w:tcPr>
            <w:tcW w:w="0" w:type="auto"/>
          </w:tcPr>
          <w:p w14:paraId="0984E7F7" w14:textId="77777777" w:rsidR="004D1501" w:rsidRPr="00EE3870" w:rsidRDefault="004D1501" w:rsidP="00727B4F">
            <w:pPr>
              <w:pStyle w:val="TAC"/>
              <w:rPr>
                <w:rFonts w:cs="Arial"/>
                <w:szCs w:val="18"/>
              </w:rPr>
            </w:pPr>
            <w:r w:rsidRPr="00EE3870">
              <w:rPr>
                <w:rFonts w:cs="Arial"/>
                <w:szCs w:val="18"/>
              </w:rPr>
              <w:t>N</w:t>
            </w:r>
          </w:p>
        </w:tc>
        <w:tc>
          <w:tcPr>
            <w:tcW w:w="0" w:type="auto"/>
          </w:tcPr>
          <w:p w14:paraId="0984E7F8" w14:textId="77777777" w:rsidR="004D1501" w:rsidRPr="00C00350" w:rsidRDefault="004D1501" w:rsidP="00727B4F">
            <w:pPr>
              <w:pStyle w:val="TAC"/>
              <w:rPr>
                <w:rFonts w:cs="Arial"/>
                <w:highlight w:val="yellow"/>
              </w:rPr>
            </w:pPr>
            <w:r w:rsidRPr="00086CC9">
              <w:rPr>
                <w:rFonts w:cs="Arial"/>
              </w:rPr>
              <w:t>9.7.5.2.2-1</w:t>
            </w:r>
            <w:r>
              <w:rPr>
                <w:rFonts w:cs="Arial"/>
              </w:rPr>
              <w:t>a</w:t>
            </w:r>
          </w:p>
        </w:tc>
      </w:tr>
      <w:tr w:rsidR="004D1501" w:rsidRPr="00EE3870" w14:paraId="0984E7FD" w14:textId="77777777" w:rsidTr="00727B4F">
        <w:trPr>
          <w:cantSplit/>
          <w:jc w:val="center"/>
        </w:trPr>
        <w:tc>
          <w:tcPr>
            <w:tcW w:w="0" w:type="auto"/>
          </w:tcPr>
          <w:p w14:paraId="0984E7FA" w14:textId="77777777" w:rsidR="004D1501" w:rsidRPr="00EE3870" w:rsidRDefault="004D1501" w:rsidP="00727B4F">
            <w:pPr>
              <w:pStyle w:val="TAC"/>
              <w:rPr>
                <w:rFonts w:cs="Arial"/>
                <w:szCs w:val="18"/>
              </w:rPr>
            </w:pPr>
            <w:r w:rsidRPr="00EE3870">
              <w:rPr>
                <w:rFonts w:cs="Arial"/>
                <w:szCs w:val="18"/>
              </w:rPr>
              <w:t>Any above 1 GHz except for certain regions (NOTE 2), band 3</w:t>
            </w:r>
          </w:p>
        </w:tc>
        <w:tc>
          <w:tcPr>
            <w:tcW w:w="0" w:type="auto"/>
          </w:tcPr>
          <w:p w14:paraId="0984E7FB" w14:textId="77777777" w:rsidR="004D1501" w:rsidRPr="00EE3870" w:rsidRDefault="004D1501" w:rsidP="00727B4F">
            <w:pPr>
              <w:pStyle w:val="TAC"/>
              <w:rPr>
                <w:rFonts w:cs="Arial"/>
                <w:szCs w:val="18"/>
              </w:rPr>
            </w:pPr>
            <w:r w:rsidRPr="00EE3870">
              <w:rPr>
                <w:rFonts w:cs="Arial"/>
                <w:szCs w:val="18"/>
              </w:rPr>
              <w:t>N</w:t>
            </w:r>
          </w:p>
        </w:tc>
        <w:tc>
          <w:tcPr>
            <w:tcW w:w="0" w:type="auto"/>
          </w:tcPr>
          <w:p w14:paraId="0984E7FC" w14:textId="77777777" w:rsidR="004D1501" w:rsidRPr="00C00350" w:rsidRDefault="004D1501" w:rsidP="00727B4F">
            <w:pPr>
              <w:pStyle w:val="TAC"/>
              <w:rPr>
                <w:rFonts w:cs="Arial"/>
                <w:highlight w:val="yellow"/>
              </w:rPr>
            </w:pPr>
            <w:r w:rsidRPr="00086CC9">
              <w:rPr>
                <w:rFonts w:cs="Arial"/>
              </w:rPr>
              <w:t>9.7.5.2.2-1</w:t>
            </w:r>
            <w:r>
              <w:rPr>
                <w:rFonts w:cs="Arial"/>
              </w:rPr>
              <w:t>b</w:t>
            </w:r>
          </w:p>
        </w:tc>
      </w:tr>
      <w:tr w:rsidR="004D1501" w:rsidRPr="00EE3870" w14:paraId="0984E800" w14:textId="77777777" w:rsidTr="00727B4F">
        <w:trPr>
          <w:cantSplit/>
          <w:jc w:val="center"/>
        </w:trPr>
        <w:tc>
          <w:tcPr>
            <w:tcW w:w="0" w:type="auto"/>
            <w:gridSpan w:val="3"/>
          </w:tcPr>
          <w:p w14:paraId="0984E7FE" w14:textId="77777777" w:rsidR="004D1501" w:rsidRPr="00EE3870" w:rsidRDefault="004D1501" w:rsidP="00727B4F">
            <w:pPr>
              <w:pStyle w:val="TAN"/>
            </w:pPr>
            <w:r w:rsidRPr="00EE3870">
              <w:t>NOTE 1:</w:t>
            </w:r>
            <w:r w:rsidRPr="00EE3870">
              <w:tab/>
              <w:t>NR operation with UTRA is not supported in this version of specification.</w:t>
            </w:r>
          </w:p>
          <w:p w14:paraId="0984E7FF" w14:textId="77777777" w:rsidR="004D1501" w:rsidRPr="00EE3870" w:rsidRDefault="004D1501" w:rsidP="00727B4F">
            <w:pPr>
              <w:pStyle w:val="TAN"/>
            </w:pPr>
            <w:r w:rsidRPr="00EE3870">
              <w:rPr>
                <w:rFonts w:cs="Arial"/>
              </w:rPr>
              <w:t>NOTE 2:</w:t>
            </w:r>
            <w:r w:rsidRPr="00EE3870">
              <w:tab/>
            </w:r>
            <w:r w:rsidRPr="00EE3870">
              <w:rPr>
                <w:rFonts w:cs="Arial"/>
              </w:rPr>
              <w:t xml:space="preserve">Applicable only for operation in regions </w:t>
            </w:r>
            <w:r w:rsidRPr="00EE3870">
              <w:t>where Category B limits as defined in ITU-R Recommendation SM.329 [14] are used for which category B option 2 operating band unwanted emissions requirements as defined in TS 36.104 [8] and TS 38.104 [27] are applied.</w:t>
            </w:r>
          </w:p>
        </w:tc>
      </w:tr>
    </w:tbl>
    <w:p w14:paraId="0984E801" w14:textId="77777777" w:rsidR="00B15E99" w:rsidRPr="00EF2F0E" w:rsidRDefault="00B15E99" w:rsidP="00B15E99"/>
    <w:p w14:paraId="0984E802" w14:textId="7EF69F5A" w:rsidR="00B15E99" w:rsidRPr="00EF2F0E" w:rsidRDefault="00B15E99" w:rsidP="00B15E99">
      <w:pPr>
        <w:pStyle w:val="TH"/>
        <w:rPr>
          <w:rFonts w:cs="v5.0.0"/>
        </w:rPr>
      </w:pPr>
      <w:r w:rsidRPr="00EF2F0E">
        <w:t xml:space="preserve">Table 9.7.5.2.2-1: </w:t>
      </w:r>
      <w:r w:rsidR="002D2446">
        <w:t>WA BS OBUE in</w:t>
      </w:r>
      <w:r w:rsidR="002D2446" w:rsidRPr="00DF5484">
        <w:t xml:space="preserve"> BC1 and BC3</w:t>
      </w:r>
      <w:r w:rsidR="002D2446">
        <w:t xml:space="preserve"> bands</w:t>
      </w:r>
      <w:r w:rsidR="002D2446" w:rsidRPr="00DF5484">
        <w:t xml:space="preserve"> </w:t>
      </w:r>
      <w:r w:rsidR="002D2446">
        <w:t xml:space="preserve">applicable </w:t>
      </w:r>
      <w:r w:rsidR="002D2446" w:rsidRPr="00DF5484">
        <w:t>for</w:t>
      </w:r>
      <w:r w:rsidR="002D2446">
        <w:t>:</w:t>
      </w:r>
      <w:r w:rsidR="002D2446" w:rsidRPr="00DF5484">
        <w:t xml:space="preserve"> BS not supporting NR</w:t>
      </w:r>
      <w:r w:rsidR="002D2446">
        <w:t xml:space="preserve">; or </w:t>
      </w:r>
      <w:r w:rsidR="002D2446" w:rsidRPr="00DF5484">
        <w:t>BS supporting NR in Band n1</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E807" w14:textId="77777777" w:rsidTr="00AB06FD">
        <w:trPr>
          <w:cantSplit/>
          <w:jc w:val="center"/>
        </w:trPr>
        <w:tc>
          <w:tcPr>
            <w:tcW w:w="2127" w:type="dxa"/>
          </w:tcPr>
          <w:p w14:paraId="0984E803"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Pr>
          <w:p w14:paraId="0984E804"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455" w:type="dxa"/>
          </w:tcPr>
          <w:p w14:paraId="0984E805" w14:textId="77777777" w:rsidR="00B15E99" w:rsidRPr="00EF2F0E" w:rsidRDefault="00B15E99" w:rsidP="00AB06FD">
            <w:pPr>
              <w:keepNext/>
              <w:keepLines/>
              <w:spacing w:after="0"/>
              <w:jc w:val="center"/>
              <w:rPr>
                <w:rFonts w:ascii="Arial" w:hAnsi="Arial" w:cs="Arial"/>
                <w:b/>
                <w:sz w:val="18"/>
              </w:rPr>
            </w:pPr>
            <w:r w:rsidRPr="00EF2F0E">
              <w:rPr>
                <w:rFonts w:ascii="Arial" w:hAnsi="Arial" w:cs="v5.0.0"/>
                <w:b/>
                <w:sz w:val="18"/>
              </w:rPr>
              <w:t>Minimum requirement</w:t>
            </w:r>
            <w:r w:rsidRPr="00EF2F0E">
              <w:rPr>
                <w:rFonts w:ascii="Arial" w:hAnsi="Arial" w:cs="Arial"/>
                <w:b/>
                <w:sz w:val="18"/>
              </w:rPr>
              <w:t xml:space="preserve"> (NOTE 1, </w:t>
            </w:r>
            <w:r w:rsidRPr="00EF2F0E">
              <w:rPr>
                <w:rFonts w:ascii="Arial" w:hAnsi="Arial" w:cs="Arial"/>
                <w:b/>
                <w:sz w:val="18"/>
                <w:lang w:eastAsia="zh-CN"/>
              </w:rPr>
              <w:t>2</w:t>
            </w:r>
            <w:r w:rsidRPr="00EF2F0E">
              <w:rPr>
                <w:rFonts w:ascii="Arial" w:hAnsi="Arial" w:cs="Arial"/>
                <w:b/>
                <w:sz w:val="18"/>
              </w:rPr>
              <w:t>)</w:t>
            </w:r>
          </w:p>
        </w:tc>
        <w:tc>
          <w:tcPr>
            <w:tcW w:w="1430" w:type="dxa"/>
          </w:tcPr>
          <w:p w14:paraId="0984E806"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(NOTE 4)</w:t>
            </w:r>
          </w:p>
        </w:tc>
      </w:tr>
      <w:tr w:rsidR="003401A4" w:rsidRPr="00EF2F0E" w14:paraId="0984E80C" w14:textId="77777777" w:rsidTr="00AB06FD">
        <w:trPr>
          <w:cantSplit/>
          <w:jc w:val="center"/>
        </w:trPr>
        <w:tc>
          <w:tcPr>
            <w:tcW w:w="2127" w:type="dxa"/>
          </w:tcPr>
          <w:p w14:paraId="0984E80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0.2 MHz</w:t>
            </w:r>
          </w:p>
        </w:tc>
        <w:tc>
          <w:tcPr>
            <w:tcW w:w="2976" w:type="dxa"/>
          </w:tcPr>
          <w:p w14:paraId="0984E80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0.015MHz </w:t>
            </w:r>
            <w:r w:rsidRPr="00EF2F0E">
              <w:rPr>
                <w:rFonts w:ascii="Arial" w:hAnsi="Arial" w:cs="Arial"/>
                <w:sz w:val="18"/>
              </w:rPr>
              <w:sym w:font="Symbol" w:char="F0A3"/>
            </w:r>
            <w:r w:rsidRPr="00EF2F0E">
              <w:rPr>
                <w:rFonts w:ascii="Arial" w:hAnsi="Arial" w:cs="Arial"/>
                <w:sz w:val="18"/>
              </w:rPr>
              <w:t xml:space="preserve"> f_offset &lt; 0.215MHz </w:t>
            </w:r>
          </w:p>
        </w:tc>
        <w:tc>
          <w:tcPr>
            <w:tcW w:w="3455" w:type="dxa"/>
          </w:tcPr>
          <w:p w14:paraId="0984E80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-5 dBm</w:t>
            </w:r>
          </w:p>
        </w:tc>
        <w:tc>
          <w:tcPr>
            <w:tcW w:w="1430" w:type="dxa"/>
          </w:tcPr>
          <w:p w14:paraId="0984E80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811" w14:textId="77777777" w:rsidTr="00AB06FD">
        <w:trPr>
          <w:cantSplit/>
          <w:jc w:val="center"/>
        </w:trPr>
        <w:tc>
          <w:tcPr>
            <w:tcW w:w="2127" w:type="dxa"/>
          </w:tcPr>
          <w:p w14:paraId="0984E80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0.2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1 MHz</w:t>
            </w:r>
          </w:p>
        </w:tc>
        <w:tc>
          <w:tcPr>
            <w:tcW w:w="2976" w:type="dxa"/>
          </w:tcPr>
          <w:p w14:paraId="0984E80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0.215MHz </w:t>
            </w:r>
            <w:r w:rsidRPr="00EF2F0E">
              <w:rPr>
                <w:rFonts w:ascii="Arial" w:hAnsi="Arial" w:cs="Arial"/>
                <w:sz w:val="18"/>
              </w:rPr>
              <w:sym w:font="Symbol" w:char="F0A3"/>
            </w:r>
            <w:r w:rsidRPr="00EF2F0E">
              <w:rPr>
                <w:rFonts w:ascii="Arial" w:hAnsi="Arial" w:cs="Arial"/>
                <w:sz w:val="18"/>
              </w:rPr>
              <w:t xml:space="preserve"> f_offset &lt; 1.015MHz</w:t>
            </w:r>
          </w:p>
        </w:tc>
        <w:tc>
          <w:tcPr>
            <w:tcW w:w="3455" w:type="dxa"/>
          </w:tcPr>
          <w:p w14:paraId="0984E80F" w14:textId="77777777" w:rsidR="00B15E99" w:rsidRPr="00EF2F0E" w:rsidRDefault="00B15E99" w:rsidP="00AB06FD">
            <w:pPr>
              <w:keepLines/>
              <w:tabs>
                <w:tab w:val="center" w:pos="4536"/>
                <w:tab w:val="right" w:pos="9072"/>
              </w:tabs>
            </w:pPr>
            <w:r w:rsidRPr="00EF2F0E">
              <w:rPr>
                <w:position w:val="-30"/>
              </w:rPr>
              <w:object w:dxaOrig="3560" w:dyaOrig="720" w14:anchorId="098511EE">
                <v:shape id="_x0000_i1079" type="#_x0000_t75" style="width:147.05pt;height:29.9pt" o:ole="" fillcolor="window">
                  <v:imagedata r:id="rId115" o:title=""/>
                </v:shape>
                <o:OLEObject Type="Embed" ProgID="Equation.3" ShapeID="_x0000_i1079" DrawAspect="Content" ObjectID="_1717663601" r:id="rId116"/>
              </w:object>
            </w:r>
          </w:p>
        </w:tc>
        <w:tc>
          <w:tcPr>
            <w:tcW w:w="1430" w:type="dxa"/>
          </w:tcPr>
          <w:p w14:paraId="0984E81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816" w14:textId="77777777" w:rsidTr="00AB06FD">
        <w:trPr>
          <w:cantSplit/>
          <w:jc w:val="center"/>
        </w:trPr>
        <w:tc>
          <w:tcPr>
            <w:tcW w:w="2127" w:type="dxa"/>
          </w:tcPr>
          <w:p w14:paraId="0984E812"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(NOTE 3)</w:t>
            </w:r>
          </w:p>
        </w:tc>
        <w:tc>
          <w:tcPr>
            <w:tcW w:w="2976" w:type="dxa"/>
          </w:tcPr>
          <w:p w14:paraId="0984E813"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1.015MHz </w:t>
            </w:r>
            <w:r w:rsidRPr="00EF2F0E">
              <w:rPr>
                <w:rFonts w:ascii="Arial" w:hAnsi="Arial" w:cs="Arial"/>
                <w:sz w:val="18"/>
              </w:rPr>
              <w:sym w:font="Symbol" w:char="F0A3"/>
            </w:r>
            <w:r w:rsidRPr="00EF2F0E">
              <w:rPr>
                <w:rFonts w:ascii="Arial" w:hAnsi="Arial" w:cs="Arial"/>
                <w:sz w:val="18"/>
              </w:rPr>
              <w:t xml:space="preserve"> f_offset &lt; 1.5 MHz </w:t>
            </w:r>
          </w:p>
        </w:tc>
        <w:tc>
          <w:tcPr>
            <w:tcW w:w="3455" w:type="dxa"/>
          </w:tcPr>
          <w:p w14:paraId="0984E81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-17 dBm</w:t>
            </w:r>
          </w:p>
        </w:tc>
        <w:tc>
          <w:tcPr>
            <w:tcW w:w="1430" w:type="dxa"/>
          </w:tcPr>
          <w:p w14:paraId="0984E81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81C" w14:textId="77777777" w:rsidTr="00AB06FD">
        <w:trPr>
          <w:cantSplit/>
          <w:jc w:val="center"/>
        </w:trPr>
        <w:tc>
          <w:tcPr>
            <w:tcW w:w="2127" w:type="dxa"/>
          </w:tcPr>
          <w:p w14:paraId="0984E817" w14:textId="77777777" w:rsidR="00B15E99" w:rsidRPr="00EF2F0E" w:rsidRDefault="00B15E99" w:rsidP="00AB06FD">
            <w:pPr>
              <w:keepNext/>
              <w:keepLines/>
              <w:spacing w:after="0"/>
              <w:jc w:val="center"/>
              <w:rPr>
                <w:rFonts w:ascii="Arial" w:hAnsi="Arial" w:cs="Arial"/>
                <w:sz w:val="18"/>
                <w:lang w:val="sv-FI"/>
              </w:rPr>
            </w:pPr>
            <w:r w:rsidRPr="00EF2F0E">
              <w:rPr>
                <w:rFonts w:ascii="Arial" w:hAnsi="Arial" w:cs="Arial"/>
                <w:sz w:val="18"/>
                <w:lang w:val="sv-FI"/>
              </w:rPr>
              <w:t xml:space="preserve">1 MHz </w:t>
            </w:r>
            <w:r w:rsidRPr="00EF2F0E">
              <w:rPr>
                <w:rFonts w:ascii="Arial" w:hAnsi="Arial" w:cs="Arial"/>
                <w:sz w:val="18"/>
              </w:rPr>
              <w:sym w:font="Symbol" w:char="F0A3"/>
            </w:r>
            <w:r w:rsidRPr="00EF2F0E">
              <w:rPr>
                <w:rFonts w:ascii="Arial" w:hAnsi="Arial" w:cs="Arial"/>
                <w:sz w:val="18"/>
                <w:lang w:val="sv-FI"/>
              </w:rPr>
              <w:t xml:space="preserve"> </w:t>
            </w:r>
            <w:r w:rsidRPr="00EF2F0E">
              <w:rPr>
                <w:rFonts w:ascii="Arial" w:hAnsi="Arial" w:cs="Arial"/>
                <w:sz w:val="18"/>
              </w:rPr>
              <w:sym w:font="Symbol" w:char="F044"/>
            </w:r>
            <w:r w:rsidRPr="00EF2F0E">
              <w:rPr>
                <w:rFonts w:ascii="Arial" w:hAnsi="Arial" w:cs="Arial"/>
                <w:sz w:val="18"/>
                <w:lang w:val="sv-FI"/>
              </w:rPr>
              <w:t xml:space="preserve">f </w:t>
            </w:r>
            <w:r w:rsidRPr="00EF2F0E">
              <w:rPr>
                <w:rFonts w:ascii="Arial" w:hAnsi="Arial" w:cs="Arial"/>
                <w:sz w:val="18"/>
              </w:rPr>
              <w:sym w:font="Symbol" w:char="F0A3"/>
            </w:r>
            <w:r w:rsidRPr="00EF2F0E">
              <w:rPr>
                <w:rFonts w:ascii="Arial" w:hAnsi="Arial" w:cs="Arial"/>
                <w:sz w:val="18"/>
                <w:lang w:val="sv-FI"/>
              </w:rPr>
              <w:t xml:space="preserve"> </w:t>
            </w:r>
          </w:p>
          <w:p w14:paraId="0984E818" w14:textId="77777777" w:rsidR="00B15E99" w:rsidRPr="00EF2F0E" w:rsidRDefault="00B15E99" w:rsidP="00AB06FD">
            <w:pPr>
              <w:keepNext/>
              <w:keepLines/>
              <w:spacing w:after="0"/>
              <w:jc w:val="center"/>
              <w:rPr>
                <w:rFonts w:ascii="Arial" w:hAnsi="Arial" w:cs="Arial"/>
                <w:sz w:val="18"/>
                <w:lang w:val="sv-FI"/>
              </w:rPr>
            </w:pPr>
            <w:r w:rsidRPr="00EF2F0E">
              <w:rPr>
                <w:rFonts w:ascii="Arial" w:hAnsi="Arial" w:cs="Arial"/>
                <w:sz w:val="18"/>
                <w:lang w:val="sv-FI"/>
              </w:rPr>
              <w:t>min(</w:t>
            </w:r>
            <w:r w:rsidRPr="00EF2F0E">
              <w:rPr>
                <w:rFonts w:ascii="Arial" w:hAnsi="Arial" w:cs="Arial"/>
                <w:sz w:val="18"/>
              </w:rPr>
              <w:sym w:font="Symbol" w:char="F044"/>
            </w:r>
            <w:r w:rsidRPr="00EF2F0E">
              <w:rPr>
                <w:rFonts w:ascii="Arial" w:hAnsi="Arial" w:cs="Arial"/>
                <w:sz w:val="18"/>
                <w:lang w:val="sv-FI"/>
              </w:rPr>
              <w:t>f</w:t>
            </w:r>
            <w:r w:rsidRPr="00EF2F0E">
              <w:rPr>
                <w:rFonts w:ascii="Arial" w:hAnsi="Arial" w:cs="Arial"/>
                <w:sz w:val="18"/>
                <w:vertAlign w:val="subscript"/>
                <w:lang w:val="sv-FI"/>
              </w:rPr>
              <w:t>max</w:t>
            </w:r>
            <w:r w:rsidRPr="00EF2F0E">
              <w:rPr>
                <w:rFonts w:ascii="Arial" w:hAnsi="Arial" w:cs="Arial"/>
                <w:sz w:val="18"/>
                <w:lang w:val="sv-FI"/>
              </w:rPr>
              <w:t xml:space="preserve">, 10 MHz) </w:t>
            </w:r>
          </w:p>
        </w:tc>
        <w:tc>
          <w:tcPr>
            <w:tcW w:w="2976" w:type="dxa"/>
          </w:tcPr>
          <w:p w14:paraId="0984E819" w14:textId="77777777" w:rsidR="00B15E99" w:rsidRPr="00EF2F0E" w:rsidRDefault="00B15E99" w:rsidP="00AB06FD">
            <w:pPr>
              <w:keepNext/>
              <w:keepLines/>
              <w:spacing w:after="0"/>
              <w:jc w:val="center"/>
              <w:rPr>
                <w:rFonts w:ascii="Arial" w:hAnsi="Arial" w:cs="Arial"/>
                <w:sz w:val="18"/>
                <w:lang w:val="sv-FI"/>
              </w:rPr>
            </w:pPr>
            <w:r w:rsidRPr="00EF2F0E">
              <w:rPr>
                <w:rFonts w:ascii="Arial" w:hAnsi="Arial" w:cs="Arial"/>
                <w:sz w:val="18"/>
                <w:lang w:val="sv-FI"/>
              </w:rPr>
              <w:t xml:space="preserve">1.5 MHz </w:t>
            </w:r>
            <w:r w:rsidRPr="00EF2F0E">
              <w:rPr>
                <w:rFonts w:ascii="Arial" w:hAnsi="Arial" w:cs="Arial"/>
                <w:sz w:val="18"/>
              </w:rPr>
              <w:sym w:font="Symbol" w:char="F0A3"/>
            </w:r>
            <w:r w:rsidRPr="00EF2F0E">
              <w:rPr>
                <w:rFonts w:ascii="Arial" w:hAnsi="Arial" w:cs="Arial"/>
                <w:sz w:val="18"/>
                <w:lang w:val="sv-FI"/>
              </w:rPr>
              <w:t xml:space="preserve"> f_offset &lt; min(f_offset</w:t>
            </w:r>
            <w:r w:rsidRPr="00EF2F0E">
              <w:rPr>
                <w:rFonts w:ascii="Arial" w:hAnsi="Arial" w:cs="Arial"/>
                <w:sz w:val="18"/>
                <w:vertAlign w:val="subscript"/>
                <w:lang w:val="sv-FI"/>
              </w:rPr>
              <w:t>max</w:t>
            </w:r>
            <w:r w:rsidRPr="00EF2F0E">
              <w:rPr>
                <w:rFonts w:ascii="Arial" w:hAnsi="Arial" w:cs="Arial"/>
                <w:sz w:val="18"/>
                <w:lang w:val="sv-FI"/>
              </w:rPr>
              <w:t>, 10.5 MHz)</w:t>
            </w:r>
          </w:p>
        </w:tc>
        <w:tc>
          <w:tcPr>
            <w:tcW w:w="3455" w:type="dxa"/>
          </w:tcPr>
          <w:p w14:paraId="0984E81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-4 dBm</w:t>
            </w:r>
          </w:p>
        </w:tc>
        <w:tc>
          <w:tcPr>
            <w:tcW w:w="1430" w:type="dxa"/>
          </w:tcPr>
          <w:p w14:paraId="0984E81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3401A4" w:rsidRPr="00EF2F0E" w14:paraId="0984E821" w14:textId="77777777" w:rsidTr="00AB06FD">
        <w:trPr>
          <w:cantSplit/>
          <w:jc w:val="center"/>
        </w:trPr>
        <w:tc>
          <w:tcPr>
            <w:tcW w:w="2127" w:type="dxa"/>
          </w:tcPr>
          <w:p w14:paraId="0984E81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81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10.5 MHz </w:t>
            </w:r>
            <w:r w:rsidRPr="00EF2F0E">
              <w:rPr>
                <w:rFonts w:ascii="Arial" w:hAnsi="Arial" w:cs="Arial"/>
                <w:sz w:val="18"/>
              </w:rPr>
              <w:sym w:font="Symbol" w:char="F0A3"/>
            </w:r>
            <w:r w:rsidRPr="00EF2F0E">
              <w:rPr>
                <w:rFonts w:ascii="Arial" w:hAnsi="Arial" w:cs="Arial"/>
                <w:sz w:val="18"/>
              </w:rPr>
              <w:t xml:space="preserve"> f_offset &lt; f_offset</w:t>
            </w:r>
            <w:r w:rsidRPr="00EF2F0E">
              <w:rPr>
                <w:rFonts w:ascii="Arial" w:hAnsi="Arial" w:cs="Arial"/>
                <w:sz w:val="18"/>
                <w:vertAlign w:val="subscript"/>
              </w:rPr>
              <w:t>max</w:t>
            </w:r>
            <w:r w:rsidRPr="00EF2F0E">
              <w:rPr>
                <w:rFonts w:ascii="Arial" w:hAnsi="Arial" w:cs="Arial"/>
                <w:sz w:val="18"/>
              </w:rPr>
              <w:t xml:space="preserve"> </w:t>
            </w:r>
          </w:p>
        </w:tc>
        <w:tc>
          <w:tcPr>
            <w:tcW w:w="3455" w:type="dxa"/>
          </w:tcPr>
          <w:p w14:paraId="0984E81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-6 dBm (NOTE 5)</w:t>
            </w:r>
          </w:p>
        </w:tc>
        <w:tc>
          <w:tcPr>
            <w:tcW w:w="1430" w:type="dxa"/>
          </w:tcPr>
          <w:p w14:paraId="0984E82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B15E99" w:rsidRPr="00EF2F0E" w14:paraId="0984E824" w14:textId="77777777" w:rsidTr="00AB06FD">
        <w:trPr>
          <w:cantSplit/>
          <w:jc w:val="center"/>
        </w:trPr>
        <w:tc>
          <w:tcPr>
            <w:tcW w:w="9988" w:type="dxa"/>
            <w:gridSpan w:val="4"/>
          </w:tcPr>
          <w:p w14:paraId="0984E822"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006E5225" w:rsidRPr="00EF2F0E">
              <w:rPr>
                <w:rFonts w:ascii="Arial" w:hAnsi="Arial" w:cs="Arial"/>
                <w:sz w:val="18"/>
              </w:rPr>
              <w:tab/>
            </w:r>
            <w:r w:rsidRPr="00EF2F0E">
              <w:rPr>
                <w:rFonts w:ascii="Arial" w:hAnsi="Arial" w:cs="Arial"/>
                <w:sz w:val="18"/>
              </w:rPr>
              <w:t xml:space="preserve">For MSR RIB supporting </w:t>
            </w:r>
            <w:r w:rsidRPr="00EF2F0E">
              <w:rPr>
                <w:rFonts w:ascii="Arial" w:hAnsi="Arial" w:cs="Arial"/>
                <w:i/>
                <w:sz w:val="18"/>
              </w:rPr>
              <w:t>non-contiguous spectrum</w:t>
            </w:r>
            <w:r w:rsidRPr="00EF2F0E">
              <w:rPr>
                <w:rFonts w:ascii="Arial" w:hAnsi="Arial" w:cs="Arial"/>
                <w:sz w:val="18"/>
              </w:rPr>
              <w:t xml:space="preserve"> operation </w:t>
            </w:r>
            <w:r w:rsidRPr="00EF2F0E">
              <w:rPr>
                <w:rFonts w:ascii="Arial" w:hAnsi="Arial" w:cs="Arial"/>
                <w:sz w:val="18"/>
                <w:lang w:eastAsia="zh-CN"/>
              </w:rPr>
              <w:t xml:space="preserve">within any operating band </w:t>
            </w:r>
            <w:r w:rsidRPr="00EF2F0E">
              <w:rPr>
                <w:rFonts w:ascii="Arial" w:hAnsi="Arial" w:cs="Arial"/>
                <w:sz w:val="18"/>
              </w:rPr>
              <w:t xml:space="preserve">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w:t>
            </w:r>
            <w:r w:rsidRPr="00EF2F0E">
              <w:rPr>
                <w:rFonts w:ascii="Arial" w:hAnsi="Arial" w:cs="Arial"/>
                <w:sz w:val="18"/>
                <w:lang w:eastAsia="zh-CN"/>
              </w:rPr>
              <w:t xml:space="preserve">contributions from </w:t>
            </w:r>
            <w:r w:rsidRPr="00EF2F0E">
              <w:rPr>
                <w:rFonts w:ascii="Arial" w:hAnsi="Arial" w:cs="Arial"/>
                <w:sz w:val="18"/>
              </w:rPr>
              <w:t xml:space="preserve">adjacent </w:t>
            </w:r>
            <w:r w:rsidRPr="00EF2F0E">
              <w:rPr>
                <w:rFonts w:ascii="Arial" w:hAnsi="Arial" w:cs="v5.0.0"/>
                <w:sz w:val="18"/>
              </w:rPr>
              <w:t>sub</w:t>
            </w:r>
            <w:r w:rsidRPr="00EF2F0E">
              <w:rPr>
                <w:rFonts w:ascii="Arial" w:hAnsi="Arial" w:cs="v5.0.0"/>
                <w:sz w:val="18"/>
                <w:lang w:eastAsia="zh-CN"/>
              </w:rPr>
              <w:t>-</w:t>
            </w:r>
            <w:r w:rsidRPr="00EF2F0E">
              <w:rPr>
                <w:rFonts w:ascii="Arial" w:hAnsi="Arial" w:cs="v5.0.0"/>
                <w:sz w:val="18"/>
              </w:rPr>
              <w:t xml:space="preserve">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f ≥ 10MHz from both adjacent sub</w:t>
            </w:r>
            <w:r w:rsidRPr="00EF2F0E">
              <w:rPr>
                <w:rFonts w:ascii="Arial" w:hAnsi="Arial" w:cs="Arial"/>
                <w:sz w:val="18"/>
                <w:lang w:eastAsia="zh-CN"/>
              </w:rPr>
              <w:t>-</w:t>
            </w:r>
            <w:r w:rsidRPr="00EF2F0E">
              <w:rPr>
                <w:rFonts w:ascii="Arial" w:hAnsi="Arial" w:cs="Arial"/>
                <w:sz w:val="18"/>
              </w:rPr>
              <w:t xml:space="preserve">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i/>
                <w:sz w:val="18"/>
              </w:rPr>
              <w:t>minimum requirement</w:t>
            </w:r>
            <w:r w:rsidRPr="00EF2F0E">
              <w:rPr>
                <w:rFonts w:ascii="Arial" w:hAnsi="Arial"/>
                <w:sz w:val="18"/>
              </w:rPr>
              <w:t xml:space="preserve"> </w:t>
            </w:r>
            <w:r w:rsidRPr="00EF2F0E">
              <w:rPr>
                <w:rFonts w:ascii="Arial" w:hAnsi="Arial" w:cs="Arial"/>
                <w:sz w:val="18"/>
              </w:rPr>
              <w:t xml:space="preserve">within </w:t>
            </w:r>
            <w:r w:rsidRPr="00EF2F0E">
              <w:rPr>
                <w:rFonts w:ascii="Arial" w:hAnsi="Arial" w:cs="Arial"/>
                <w:i/>
                <w:sz w:val="18"/>
              </w:rPr>
              <w:t>sub-block gaps</w:t>
            </w:r>
            <w:r w:rsidRPr="00EF2F0E">
              <w:rPr>
                <w:rFonts w:ascii="Arial" w:hAnsi="Arial" w:cs="Arial"/>
                <w:sz w:val="18"/>
              </w:rPr>
              <w:t xml:space="preserve"> shall be -6dBm/MHz.</w:t>
            </w:r>
          </w:p>
          <w:p w14:paraId="0984E823"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NOTE2:</w:t>
            </w:r>
            <w:r w:rsidR="006E5225" w:rsidRPr="00EF2F0E">
              <w:rPr>
                <w:rFonts w:ascii="Arial" w:hAnsi="Arial" w:cs="Arial"/>
                <w:sz w:val="18"/>
              </w:rPr>
              <w:tab/>
            </w:r>
            <w:r w:rsidRPr="00EF2F0E">
              <w:rPr>
                <w:rFonts w:ascii="Arial" w:hAnsi="Arial" w:cs="Arial"/>
                <w:sz w:val="18"/>
              </w:rPr>
              <w:t xml:space="preserve">For MSR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i/>
                <w:sz w:val="18"/>
              </w:rPr>
              <w:t>minimum requirement</w:t>
            </w:r>
            <w:r w:rsidRPr="00EF2F0E">
              <w:rPr>
                <w:rFonts w:ascii="Arial" w:hAnsi="Arial"/>
                <w:sz w:val="18"/>
              </w:rPr>
              <w:t xml:space="preserve"> </w:t>
            </w:r>
            <w:r w:rsidRPr="00EF2F0E">
              <w:rPr>
                <w:rFonts w:ascii="Arial" w:hAnsi="Arial" w:cs="Arial"/>
                <w:sz w:val="18"/>
              </w:rPr>
              <w:t xml:space="preserve">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rPr>
              <w:t>Inter RF Bandwidth gap</w:t>
            </w:r>
            <w:r w:rsidRPr="00EF2F0E">
              <w:rPr>
                <w:rFonts w:ascii="Arial" w:hAnsi="Arial" w:cs="v5.0.0"/>
                <w:sz w:val="18"/>
              </w:rPr>
              <w:t>, where the contribution from the far-end sub-block</w:t>
            </w:r>
            <w:r w:rsidRPr="00EF2F0E">
              <w:rPr>
                <w:rFonts w:ascii="Arial" w:hAnsi="Arial" w:cs="Arial"/>
                <w:sz w:val="18"/>
              </w:rPr>
              <w:t xml:space="preserve"> or RF Bandwidth</w:t>
            </w:r>
            <w:r w:rsidRPr="00EF2F0E">
              <w:rPr>
                <w:rFonts w:ascii="Arial" w:hAnsi="Arial" w:cs="v5.0.0"/>
                <w:sz w:val="18"/>
              </w:rPr>
              <w:t xml:space="preserve"> shall be scaled according to the measurement bandwidth of the near-end sub-block</w:t>
            </w:r>
            <w:r w:rsidRPr="00EF2F0E">
              <w:rPr>
                <w:rFonts w:ascii="Arial" w:hAnsi="Arial" w:cs="Arial"/>
                <w:sz w:val="18"/>
              </w:rPr>
              <w:t xml:space="preserve"> or RF Bandwidth.</w:t>
            </w:r>
          </w:p>
        </w:tc>
      </w:tr>
    </w:tbl>
    <w:p w14:paraId="0984E825" w14:textId="77777777" w:rsidR="00B15E99" w:rsidRPr="00EF2F0E" w:rsidRDefault="00B15E99" w:rsidP="00B15E99">
      <w:pPr>
        <w:rPr>
          <w:lang w:eastAsia="zh-CN"/>
        </w:rPr>
      </w:pPr>
    </w:p>
    <w:p w14:paraId="0984E826" w14:textId="564C4298" w:rsidR="00B15E99" w:rsidRPr="00EF2F0E" w:rsidRDefault="00B15E99" w:rsidP="00DB3F6B">
      <w:pPr>
        <w:pStyle w:val="TH"/>
        <w:rPr>
          <w:rFonts w:cs="v5.0.0"/>
        </w:rPr>
      </w:pPr>
      <w:r w:rsidRPr="00EF2F0E">
        <w:t xml:space="preserve">Table 9.7.5.2.2-1a: </w:t>
      </w:r>
      <w:r w:rsidR="007C2E24">
        <w:t>WA BS OBUE in</w:t>
      </w:r>
      <w:r w:rsidR="007C2E24" w:rsidRPr="00DF5484">
        <w:t xml:space="preserve"> BC1 and BC3 bands </w:t>
      </w:r>
      <w:r w:rsidR="007C2E24">
        <w:rPr>
          <w:rFonts w:cs="Arial"/>
        </w:rPr>
        <w:t>≤</w:t>
      </w:r>
      <w:r w:rsidR="007C2E24">
        <w:t> </w:t>
      </w:r>
      <w:r w:rsidR="007C2E24" w:rsidRPr="00DF5484">
        <w:t>1 GHz applicable for</w:t>
      </w:r>
      <w:r w:rsidR="007C2E24">
        <w:t>:</w:t>
      </w:r>
      <w:r w:rsidR="007C2E24" w:rsidRPr="00DF5484">
        <w:t xml:space="preserve"> BS supporting NR and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82B" w14:textId="77777777" w:rsidTr="00AB06FD">
        <w:trPr>
          <w:cantSplit/>
          <w:trHeight w:val="822"/>
          <w:jc w:val="center"/>
        </w:trPr>
        <w:tc>
          <w:tcPr>
            <w:tcW w:w="1953" w:type="dxa"/>
          </w:tcPr>
          <w:p w14:paraId="0984E827" w14:textId="77777777" w:rsidR="00B15E99" w:rsidRPr="00EF2F0E" w:rsidRDefault="00B15E99" w:rsidP="00AB06FD">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E828" w14:textId="77777777" w:rsidR="00B15E99" w:rsidRPr="00EF2F0E" w:rsidRDefault="00B15E99" w:rsidP="00AB06FD">
            <w:pPr>
              <w:pStyle w:val="TAH"/>
              <w:rPr>
                <w:rFonts w:cs="v5.0.0"/>
              </w:rPr>
            </w:pPr>
            <w:r w:rsidRPr="00EF2F0E">
              <w:rPr>
                <w:rFonts w:cs="v5.0.0"/>
              </w:rPr>
              <w:t>Frequency offset of measurement filter centre frequency, f_offset</w:t>
            </w:r>
          </w:p>
        </w:tc>
        <w:tc>
          <w:tcPr>
            <w:tcW w:w="3455" w:type="dxa"/>
          </w:tcPr>
          <w:p w14:paraId="0984E829" w14:textId="77777777" w:rsidR="00B15E99" w:rsidRPr="00EF2F0E" w:rsidRDefault="00B15E99" w:rsidP="00AB06FD">
            <w:pPr>
              <w:pStyle w:val="TAH"/>
              <w:rPr>
                <w:rFonts w:cs="v5.0.0"/>
              </w:rPr>
            </w:pPr>
            <w:r w:rsidRPr="00EF2F0E">
              <w:rPr>
                <w:rFonts w:cs="v5.0.0"/>
              </w:rPr>
              <w:t>Minimum requirement</w:t>
            </w:r>
            <w:r w:rsidRPr="00EF2F0E">
              <w:rPr>
                <w:rFonts w:cs="Arial"/>
                <w:i/>
              </w:rPr>
              <w:t xml:space="preserve"> </w:t>
            </w:r>
            <w:r w:rsidRPr="00EF2F0E">
              <w:rPr>
                <w:rFonts w:cs="v5.0.0"/>
              </w:rPr>
              <w:t>(Note 1</w:t>
            </w:r>
            <w:r w:rsidRPr="00EF2F0E">
              <w:rPr>
                <w:rFonts w:cs="Arial"/>
              </w:rPr>
              <w:t>, 2</w:t>
            </w:r>
            <w:r w:rsidRPr="00EF2F0E">
              <w:rPr>
                <w:rFonts w:cs="v5.0.0"/>
              </w:rPr>
              <w:t>)</w:t>
            </w:r>
          </w:p>
        </w:tc>
        <w:tc>
          <w:tcPr>
            <w:tcW w:w="1430" w:type="dxa"/>
          </w:tcPr>
          <w:p w14:paraId="0984E82A" w14:textId="77777777" w:rsidR="00B15E99" w:rsidRPr="00EF2F0E" w:rsidRDefault="00B15E99" w:rsidP="00AB06FD">
            <w:pPr>
              <w:pStyle w:val="TAH"/>
              <w:rPr>
                <w:rFonts w:cs="v5.0.0"/>
              </w:rPr>
            </w:pPr>
            <w:r w:rsidRPr="00EF2F0E">
              <w:rPr>
                <w:rFonts w:cs="v5.0.0"/>
              </w:rPr>
              <w:t xml:space="preserve">Measurement bandwidth </w:t>
            </w:r>
            <w:r w:rsidRPr="00EF2F0E">
              <w:rPr>
                <w:rFonts w:cs="Arial"/>
              </w:rPr>
              <w:t>(Note 4)</w:t>
            </w:r>
          </w:p>
        </w:tc>
      </w:tr>
      <w:tr w:rsidR="003401A4" w:rsidRPr="00EF2F0E" w14:paraId="0984E830" w14:textId="77777777" w:rsidTr="00AB06FD">
        <w:trPr>
          <w:cantSplit/>
          <w:jc w:val="center"/>
        </w:trPr>
        <w:tc>
          <w:tcPr>
            <w:tcW w:w="1953" w:type="dxa"/>
          </w:tcPr>
          <w:p w14:paraId="0984E82C" w14:textId="77777777" w:rsidR="00B15E99" w:rsidRPr="00EF2F0E" w:rsidRDefault="00B15E99" w:rsidP="00AB06FD">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E82D" w14:textId="77777777" w:rsidR="00B15E99" w:rsidRPr="00EF2F0E" w:rsidRDefault="00B15E99"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bookmarkStart w:id="4049" w:name="_Hlk513129465"/>
        <w:tc>
          <w:tcPr>
            <w:tcW w:w="3455" w:type="dxa"/>
            <w:vAlign w:val="center"/>
          </w:tcPr>
          <w:p w14:paraId="0984E82E" w14:textId="77777777" w:rsidR="00B15E99" w:rsidRPr="00EF2F0E" w:rsidRDefault="00E32F0C" w:rsidP="00AB06FD">
            <w:pPr>
              <w:pStyle w:val="TAC"/>
              <w:rPr>
                <w:rFonts w:cs="Arial"/>
              </w:rPr>
            </w:pPr>
            <w:r w:rsidRPr="00EF2F0E">
              <w:rPr>
                <w:rFonts w:cs="v5.0.0"/>
                <w:position w:val="-28"/>
              </w:rPr>
              <w:object w:dxaOrig="3260" w:dyaOrig="680" w14:anchorId="098511EF">
                <v:shape id="_x0000_i1080" type="#_x0000_t75" style="width:116.55pt;height:28.05pt" o:ole="">
                  <v:imagedata r:id="rId117" o:title=""/>
                </v:shape>
                <o:OLEObject Type="Embed" ProgID="Equation.3" ShapeID="_x0000_i1080" DrawAspect="Content" ObjectID="_1717663602" r:id="rId118"/>
              </w:object>
            </w:r>
            <w:bookmarkEnd w:id="4049"/>
          </w:p>
        </w:tc>
        <w:tc>
          <w:tcPr>
            <w:tcW w:w="1430" w:type="dxa"/>
          </w:tcPr>
          <w:p w14:paraId="0984E82F" w14:textId="77777777" w:rsidR="00B15E99" w:rsidRPr="00EF2F0E" w:rsidRDefault="00B15E99" w:rsidP="00AB06FD">
            <w:pPr>
              <w:pStyle w:val="TAC"/>
              <w:rPr>
                <w:rFonts w:cs="Arial"/>
              </w:rPr>
            </w:pPr>
            <w:r w:rsidRPr="00EF2F0E">
              <w:rPr>
                <w:rFonts w:cs="Arial"/>
              </w:rPr>
              <w:t xml:space="preserve">100 kHz </w:t>
            </w:r>
          </w:p>
        </w:tc>
      </w:tr>
      <w:tr w:rsidR="003401A4" w:rsidRPr="00EF2F0E" w14:paraId="0984E837" w14:textId="77777777" w:rsidTr="00AB06FD">
        <w:trPr>
          <w:cantSplit/>
          <w:jc w:val="center"/>
        </w:trPr>
        <w:tc>
          <w:tcPr>
            <w:tcW w:w="1953" w:type="dxa"/>
          </w:tcPr>
          <w:p w14:paraId="0984E831" w14:textId="77777777" w:rsidR="00B15E99" w:rsidRPr="00EF2F0E" w:rsidRDefault="00B15E99" w:rsidP="00AB06FD">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p>
          <w:p w14:paraId="0984E832" w14:textId="77777777" w:rsidR="00B15E99" w:rsidRPr="00EF2F0E" w:rsidRDefault="00B15E99" w:rsidP="00AB06FD">
            <w:pPr>
              <w:pStyle w:val="TAC"/>
              <w:rPr>
                <w:rFonts w:cs="v5.0.0"/>
                <w:lang w:val="sv-FI"/>
              </w:rPr>
            </w:pPr>
            <w:r w:rsidRPr="00EF2F0E">
              <w:rPr>
                <w:rFonts w:cs="v5.0.0"/>
                <w:lang w:val="sv-FI"/>
              </w:rPr>
              <w:t xml:space="preserve">min(10 MHz, </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v5.0.0"/>
                <w:lang w:val="sv-FI"/>
              </w:rPr>
              <w:t>)</w:t>
            </w:r>
          </w:p>
        </w:tc>
        <w:tc>
          <w:tcPr>
            <w:tcW w:w="2976" w:type="dxa"/>
          </w:tcPr>
          <w:p w14:paraId="0984E833" w14:textId="77777777" w:rsidR="00B15E99" w:rsidRPr="00EF2F0E" w:rsidRDefault="00B15E99"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p>
          <w:p w14:paraId="0984E834" w14:textId="77777777" w:rsidR="00B15E99" w:rsidRPr="00EF2F0E" w:rsidRDefault="00B15E99" w:rsidP="00AB06FD">
            <w:pPr>
              <w:pStyle w:val="TAC"/>
              <w:rPr>
                <w:rFonts w:cs="v5.0.0"/>
                <w:lang w:val="sv-FI"/>
              </w:rPr>
            </w:pPr>
            <w:r w:rsidRPr="00EF2F0E">
              <w:rPr>
                <w:rFonts w:cs="v5.0.0"/>
                <w:lang w:val="sv-FI"/>
              </w:rPr>
              <w:t>min(10.05 MHz, f_offset</w:t>
            </w:r>
            <w:r w:rsidRPr="00EF2F0E">
              <w:rPr>
                <w:rFonts w:cs="v5.0.0"/>
                <w:vertAlign w:val="subscript"/>
                <w:lang w:val="sv-FI"/>
              </w:rPr>
              <w:t>max</w:t>
            </w:r>
            <w:r w:rsidRPr="00EF2F0E">
              <w:rPr>
                <w:rFonts w:cs="v5.0.0"/>
                <w:lang w:val="sv-FI"/>
              </w:rPr>
              <w:t>)</w:t>
            </w:r>
          </w:p>
        </w:tc>
        <w:tc>
          <w:tcPr>
            <w:tcW w:w="3455" w:type="dxa"/>
          </w:tcPr>
          <w:p w14:paraId="0984E835" w14:textId="77777777" w:rsidR="00B15E99" w:rsidRPr="00EF2F0E" w:rsidRDefault="00B15E99" w:rsidP="00AB06FD">
            <w:pPr>
              <w:pStyle w:val="TAC"/>
              <w:rPr>
                <w:rFonts w:cs="Arial"/>
              </w:rPr>
            </w:pPr>
            <w:r w:rsidRPr="00EF2F0E">
              <w:rPr>
                <w:rFonts w:cs="Arial"/>
              </w:rPr>
              <w:t>-</w:t>
            </w:r>
            <w:r w:rsidR="00E32F0C" w:rsidRPr="00EF2F0E">
              <w:rPr>
                <w:rFonts w:cs="Arial"/>
              </w:rPr>
              <w:t>5</w:t>
            </w:r>
            <w:r w:rsidRPr="00EF2F0E">
              <w:rPr>
                <w:rFonts w:cs="Arial"/>
              </w:rPr>
              <w:t xml:space="preserve"> dBm</w:t>
            </w:r>
          </w:p>
        </w:tc>
        <w:tc>
          <w:tcPr>
            <w:tcW w:w="1430" w:type="dxa"/>
          </w:tcPr>
          <w:p w14:paraId="0984E836" w14:textId="77777777" w:rsidR="00B15E99" w:rsidRPr="00EF2F0E" w:rsidRDefault="00B15E99" w:rsidP="00AB06FD">
            <w:pPr>
              <w:pStyle w:val="TAC"/>
              <w:rPr>
                <w:rFonts w:cs="Arial"/>
              </w:rPr>
            </w:pPr>
            <w:r w:rsidRPr="00EF2F0E">
              <w:rPr>
                <w:rFonts w:cs="Arial"/>
              </w:rPr>
              <w:t xml:space="preserve">100 kHz </w:t>
            </w:r>
          </w:p>
        </w:tc>
      </w:tr>
      <w:tr w:rsidR="003401A4" w:rsidRPr="00EF2F0E" w14:paraId="0984E83C" w14:textId="77777777" w:rsidTr="00AB06FD">
        <w:trPr>
          <w:cantSplit/>
          <w:jc w:val="center"/>
        </w:trPr>
        <w:tc>
          <w:tcPr>
            <w:tcW w:w="1953" w:type="dxa"/>
          </w:tcPr>
          <w:p w14:paraId="0984E838" w14:textId="77777777" w:rsidR="00B15E99" w:rsidRPr="00EF2F0E" w:rsidRDefault="00B15E99"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E839" w14:textId="77777777" w:rsidR="00B15E99" w:rsidRPr="00EF2F0E" w:rsidRDefault="00B15E99" w:rsidP="00AB06FD">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E83A" w14:textId="77777777" w:rsidR="00B15E99" w:rsidRPr="00EF2F0E" w:rsidRDefault="00B15E99" w:rsidP="00AB06FD">
            <w:pPr>
              <w:pStyle w:val="TAC"/>
              <w:rPr>
                <w:rFonts w:cs="Arial"/>
              </w:rPr>
            </w:pPr>
            <w:r w:rsidRPr="00EF2F0E">
              <w:rPr>
                <w:rFonts w:cs="Arial"/>
              </w:rPr>
              <w:t>-</w:t>
            </w:r>
            <w:r w:rsidR="00E32F0C" w:rsidRPr="00EF2F0E">
              <w:rPr>
                <w:rFonts w:cs="Arial"/>
              </w:rPr>
              <w:t>7</w:t>
            </w:r>
            <w:r w:rsidRPr="00EF2F0E">
              <w:rPr>
                <w:rFonts w:cs="Arial"/>
              </w:rPr>
              <w:t xml:space="preserve"> dBm (Note 5)</w:t>
            </w:r>
          </w:p>
        </w:tc>
        <w:tc>
          <w:tcPr>
            <w:tcW w:w="1430" w:type="dxa"/>
          </w:tcPr>
          <w:p w14:paraId="0984E83B" w14:textId="77777777" w:rsidR="00B15E99" w:rsidRPr="00EF2F0E" w:rsidRDefault="00B15E99" w:rsidP="00AB06FD">
            <w:pPr>
              <w:pStyle w:val="TAC"/>
              <w:rPr>
                <w:rFonts w:cs="Arial"/>
              </w:rPr>
            </w:pPr>
            <w:r w:rsidRPr="00EF2F0E">
              <w:rPr>
                <w:rFonts w:cs="Arial"/>
              </w:rPr>
              <w:t xml:space="preserve">100 kHz </w:t>
            </w:r>
          </w:p>
        </w:tc>
      </w:tr>
      <w:tr w:rsidR="00B15E99" w:rsidRPr="00EF2F0E" w14:paraId="0984E840" w14:textId="77777777" w:rsidTr="00AB06FD">
        <w:trPr>
          <w:cantSplit/>
          <w:jc w:val="center"/>
        </w:trPr>
        <w:tc>
          <w:tcPr>
            <w:tcW w:w="9814" w:type="dxa"/>
            <w:gridSpan w:val="4"/>
          </w:tcPr>
          <w:p w14:paraId="6A77860E" w14:textId="2289721E" w:rsidR="00DE4CD9" w:rsidRPr="00EF2F0E" w:rsidRDefault="00DE4CD9" w:rsidP="00DE4CD9">
            <w:pPr>
              <w:pStyle w:val="TAN"/>
            </w:pPr>
            <w:r w:rsidRPr="00EF2F0E">
              <w:t>NOTE 1:</w:t>
            </w:r>
            <w:r w:rsidRPr="00EF2F0E">
              <w:tab/>
              <w:t xml:space="preserve">For MSR </w:t>
            </w:r>
            <w:r w:rsidRPr="00EF2F0E">
              <w:rPr>
                <w:i/>
              </w:rPr>
              <w:t>RIB</w:t>
            </w:r>
            <w:r w:rsidRPr="00EF2F0E">
              <w:t xml:space="preserve"> supporting non-contiguous spectrum operation within any operating band, the </w:t>
            </w:r>
            <w:r w:rsidRPr="00EF2F0E">
              <w:rPr>
                <w:i/>
              </w:rPr>
              <w:t>minimum requirement</w:t>
            </w:r>
            <w:r w:rsidRPr="00EF2F0E">
              <w:t xml:space="preserve"> within </w:t>
            </w:r>
            <w:r w:rsidRPr="00EF2F0E">
              <w:rPr>
                <w:i/>
              </w:rPr>
              <w:t>sub-block gaps</w:t>
            </w:r>
            <w:r w:rsidRPr="00EF2F0E">
              <w:t xml:space="preserve"> is calculated as a cumulative sum of contributions from adjacent </w:t>
            </w:r>
            <w:r w:rsidRPr="00EF2F0E">
              <w:rPr>
                <w:rFonts w:cs="v5.0.0"/>
              </w:rPr>
              <w:t xml:space="preserve">sub blocks on each side of the </w:t>
            </w:r>
            <w:r w:rsidRPr="00EF2F0E">
              <w:rPr>
                <w:rFonts w:cs="v5.0.0"/>
                <w:i/>
              </w:rPr>
              <w:t>sub block gap</w:t>
            </w:r>
            <w:r w:rsidRPr="00EF2F0E">
              <w:t xml:space="preserve">. Exception is </w:t>
            </w:r>
            <w:r w:rsidRPr="00EF2F0E">
              <w:rPr>
                <w:rFonts w:ascii="Symbol" w:hAnsi="Symbol"/>
              </w:rPr>
              <w:t></w:t>
            </w:r>
            <w:r w:rsidRPr="00EF2F0E">
              <w:t xml:space="preserve">f ≥ 10MHz from both adjacent sub blocks on each side of the sub-block gap, where the </w:t>
            </w:r>
            <w:r w:rsidRPr="00EF2F0E">
              <w:rPr>
                <w:i/>
              </w:rPr>
              <w:t>minimum requirement</w:t>
            </w:r>
            <w:r w:rsidRPr="00EF2F0E">
              <w:t xml:space="preserve"> within sub-block gaps shall be -7dBm/100kHz.</w:t>
            </w:r>
          </w:p>
          <w:p w14:paraId="065EBC34" w14:textId="0D8CD2A7" w:rsidR="00DE4CD9" w:rsidRPr="00EF2F0E" w:rsidRDefault="00DE4CD9" w:rsidP="00DE4CD9">
            <w:pPr>
              <w:pStyle w:val="TAN"/>
            </w:pPr>
            <w:r w:rsidRPr="00EF2F0E">
              <w:t>NOTE 2:</w:t>
            </w:r>
            <w:r w:rsidRPr="00EF2F0E">
              <w:tab/>
              <w:t xml:space="preserve">For MSR </w:t>
            </w:r>
            <w:r w:rsidRPr="00EF2F0E">
              <w:rPr>
                <w:i/>
              </w:rPr>
              <w:t>multi band RIB</w:t>
            </w:r>
            <w:r w:rsidRPr="00EF2F0E">
              <w:t xml:space="preserve"> with </w:t>
            </w:r>
            <w:r w:rsidRPr="00EF2F0E">
              <w:rPr>
                <w:i/>
              </w:rPr>
              <w:t>Inter RF Bandwidth gap</w:t>
            </w:r>
            <w:r w:rsidRPr="00EF2F0E">
              <w:t xml:space="preserve"> &lt; 2×Δf</w:t>
            </w:r>
            <w:r w:rsidRPr="00EF2F0E">
              <w:rPr>
                <w:vertAlign w:val="subscript"/>
              </w:rPr>
              <w:t>OBUE</w:t>
            </w:r>
            <w:r w:rsidRPr="00EF2F0E">
              <w:t xml:space="preserve"> the </w:t>
            </w:r>
            <w:r w:rsidRPr="00EF2F0E">
              <w:rPr>
                <w:i/>
              </w:rPr>
              <w:t>minimum requirement</w:t>
            </w:r>
            <w:r w:rsidRPr="00EF2F0E">
              <w:t xml:space="preserve"> within the </w:t>
            </w:r>
            <w:r w:rsidRPr="00EF2F0E">
              <w:rPr>
                <w:i/>
              </w:rPr>
              <w:t>Inter RF Bandwidth gaps</w:t>
            </w:r>
            <w:r w:rsidRPr="00EF2F0E">
              <w:t xml:space="preserve"> is calculated as a cumulative sum of contributions from adjacent sub-blocks or Base station </w:t>
            </w:r>
            <w:r w:rsidRPr="00EF2F0E">
              <w:rPr>
                <w:i/>
              </w:rPr>
              <w:t>RF Bandwidth</w:t>
            </w:r>
            <w:r w:rsidRPr="00EF2F0E">
              <w:t xml:space="preserve"> on each side of the </w:t>
            </w:r>
            <w:r w:rsidRPr="00EF2F0E">
              <w:rPr>
                <w:i/>
              </w:rPr>
              <w:t>Inter RF Bandwidth gap</w:t>
            </w:r>
            <w:r w:rsidRPr="00EF2F0E">
              <w:t>.</w:t>
            </w:r>
          </w:p>
          <w:p w14:paraId="0984E83F" w14:textId="7B66C6B1" w:rsidR="00B15E99" w:rsidRPr="00EF2F0E" w:rsidRDefault="00DE4CD9" w:rsidP="00DE4CD9">
            <w:pPr>
              <w:pStyle w:val="TAN"/>
              <w:rPr>
                <w:rFonts w:eastAsia="SimSun"/>
              </w:rPr>
            </w:pPr>
            <w:r w:rsidRPr="00EF2F0E">
              <w:t>NOTE 3:</w:t>
            </w:r>
            <w:r w:rsidRPr="00EF2F0E">
              <w:tab/>
              <w:t xml:space="preserve">For operation with an E-UTRA 1.4 or 3MHz carrier adjacent to the Base Station RF Bandwidth edge, the limits in Table 6.6.2.2-2 apply for 0 MHz </w:t>
            </w:r>
            <w:r w:rsidRPr="00EF2F0E">
              <w:sym w:font="Symbol" w:char="F0A3"/>
            </w:r>
            <w:r w:rsidRPr="00EF2F0E">
              <w:t xml:space="preserve"> </w:t>
            </w:r>
            <w:r w:rsidRPr="00EF2F0E">
              <w:sym w:font="Symbol" w:char="F044"/>
            </w:r>
            <w:r w:rsidRPr="00EF2F0E">
              <w:t>f &lt; 0.15 MHz.</w:t>
            </w:r>
          </w:p>
        </w:tc>
      </w:tr>
    </w:tbl>
    <w:p w14:paraId="0984E841" w14:textId="77777777" w:rsidR="00B15E99" w:rsidRPr="00EF2F0E" w:rsidRDefault="00B15E99" w:rsidP="00B15E99">
      <w:pPr>
        <w:rPr>
          <w:lang w:eastAsia="zh-CN"/>
        </w:rPr>
      </w:pPr>
    </w:p>
    <w:p w14:paraId="0984E842" w14:textId="0F634A66" w:rsidR="00B15E99" w:rsidRPr="00EF2F0E" w:rsidRDefault="00B15E99" w:rsidP="00DB3F6B">
      <w:pPr>
        <w:pStyle w:val="TH"/>
        <w:rPr>
          <w:rFonts w:cs="v5.0.0"/>
        </w:rPr>
      </w:pPr>
      <w:r w:rsidRPr="00EF2F0E">
        <w:t xml:space="preserve">Table 9.7.5.2.2-1b: </w:t>
      </w:r>
      <w:r w:rsidR="004A4024">
        <w:t>WA BS OBUE in</w:t>
      </w:r>
      <w:r w:rsidR="004A4024" w:rsidRPr="00DF5484">
        <w:t xml:space="preserve"> BC1 and BC3 bands </w:t>
      </w:r>
      <w:r w:rsidR="004A4024">
        <w:t>&gt; </w:t>
      </w:r>
      <w:r w:rsidR="004A4024" w:rsidRPr="00B4396E">
        <w:t>1 GHz</w:t>
      </w:r>
      <w:r w:rsidR="004A4024" w:rsidRPr="00DF5484">
        <w:t xml:space="preserve"> applicable for</w:t>
      </w:r>
      <w:r w:rsidR="004A4024">
        <w:t>:</w:t>
      </w:r>
      <w:r w:rsidR="004A4024" w:rsidRPr="00DF5484">
        <w:t xml:space="preserve"> BS supporting NR</w:t>
      </w:r>
      <w:r w:rsidR="004A4024">
        <w:t>, not</w:t>
      </w:r>
      <w:r w:rsidR="004A4024" w:rsidRPr="00DF5484">
        <w:t xml:space="preserve"> operat</w:t>
      </w:r>
      <w:r w:rsidR="004A4024">
        <w:t>ing</w:t>
      </w:r>
      <w:r w:rsidR="004A4024" w:rsidRPr="00DF5484">
        <w:t xml:space="preserve"> </w:t>
      </w:r>
      <w:r w:rsidR="004A4024">
        <w:t xml:space="preserve">NR </w:t>
      </w:r>
      <w:r w:rsidR="004A4024" w:rsidRPr="00DF5484">
        <w:t>in band n1</w:t>
      </w:r>
      <w:r w:rsidR="004A4024">
        <w:t>,</w:t>
      </w:r>
      <w:r w:rsidR="004A4024" w:rsidRPr="00DF5484">
        <w:t xml:space="preserve"> and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847" w14:textId="77777777" w:rsidTr="00AB06FD">
        <w:trPr>
          <w:cantSplit/>
          <w:jc w:val="center"/>
        </w:trPr>
        <w:tc>
          <w:tcPr>
            <w:tcW w:w="1953" w:type="dxa"/>
          </w:tcPr>
          <w:p w14:paraId="0984E843" w14:textId="77777777" w:rsidR="00B15E99" w:rsidRPr="00EF2F0E" w:rsidRDefault="00B15E99" w:rsidP="00AB06FD">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E844" w14:textId="77777777" w:rsidR="00B15E99" w:rsidRPr="00EF2F0E" w:rsidRDefault="00B15E99" w:rsidP="00AB06FD">
            <w:pPr>
              <w:pStyle w:val="TAH"/>
              <w:rPr>
                <w:rFonts w:cs="v5.0.0"/>
              </w:rPr>
            </w:pPr>
            <w:r w:rsidRPr="00EF2F0E">
              <w:rPr>
                <w:rFonts w:cs="v5.0.0"/>
              </w:rPr>
              <w:t>Frequency offset of measurement filter centre frequency, f_offset</w:t>
            </w:r>
          </w:p>
        </w:tc>
        <w:tc>
          <w:tcPr>
            <w:tcW w:w="3455" w:type="dxa"/>
          </w:tcPr>
          <w:p w14:paraId="0984E845" w14:textId="77777777" w:rsidR="00B15E99" w:rsidRPr="00EF2F0E" w:rsidRDefault="00B15E99" w:rsidP="00AB06FD">
            <w:pPr>
              <w:pStyle w:val="TAH"/>
              <w:rPr>
                <w:rFonts w:cs="v5.0.0"/>
              </w:rPr>
            </w:pPr>
            <w:r w:rsidRPr="00EF2F0E">
              <w:rPr>
                <w:rFonts w:cs="v5.0.0"/>
              </w:rPr>
              <w:t>Minimum requirement</w:t>
            </w:r>
            <w:r w:rsidRPr="00EF2F0E">
              <w:rPr>
                <w:rFonts w:cs="Arial"/>
                <w:i/>
              </w:rPr>
              <w:t xml:space="preserve"> </w:t>
            </w:r>
            <w:r w:rsidRPr="00EF2F0E">
              <w:rPr>
                <w:rFonts w:cs="v5.0.0"/>
              </w:rPr>
              <w:t>(Note 1</w:t>
            </w:r>
            <w:r w:rsidRPr="00EF2F0E">
              <w:rPr>
                <w:rFonts w:cs="Arial"/>
              </w:rPr>
              <w:t>, 2</w:t>
            </w:r>
            <w:r w:rsidRPr="00EF2F0E">
              <w:rPr>
                <w:rFonts w:cs="v5.0.0"/>
              </w:rPr>
              <w:t>)</w:t>
            </w:r>
          </w:p>
        </w:tc>
        <w:tc>
          <w:tcPr>
            <w:tcW w:w="1430" w:type="dxa"/>
          </w:tcPr>
          <w:p w14:paraId="0984E846" w14:textId="77777777" w:rsidR="00B15E99" w:rsidRPr="00EF2F0E" w:rsidRDefault="00B15E99" w:rsidP="00AB06FD">
            <w:pPr>
              <w:pStyle w:val="TAH"/>
              <w:rPr>
                <w:rFonts w:cs="v5.0.0"/>
              </w:rPr>
            </w:pPr>
            <w:r w:rsidRPr="00EF2F0E">
              <w:rPr>
                <w:rFonts w:cs="v5.0.0"/>
              </w:rPr>
              <w:t xml:space="preserve">Measurement bandwidth </w:t>
            </w:r>
            <w:r w:rsidRPr="00EF2F0E">
              <w:rPr>
                <w:rFonts w:cs="Arial"/>
              </w:rPr>
              <w:t>(Note 4)</w:t>
            </w:r>
          </w:p>
        </w:tc>
      </w:tr>
      <w:tr w:rsidR="003401A4" w:rsidRPr="00EF2F0E" w14:paraId="0984E84C" w14:textId="77777777" w:rsidTr="00AB06FD">
        <w:trPr>
          <w:cantSplit/>
          <w:jc w:val="center"/>
        </w:trPr>
        <w:tc>
          <w:tcPr>
            <w:tcW w:w="1953" w:type="dxa"/>
          </w:tcPr>
          <w:p w14:paraId="0984E848" w14:textId="77777777" w:rsidR="00B15E99" w:rsidRPr="00EF2F0E" w:rsidRDefault="00B15E99" w:rsidP="00AB06FD">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E849" w14:textId="77777777" w:rsidR="00B15E99" w:rsidRPr="00EF2F0E" w:rsidRDefault="00B15E99"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vAlign w:val="center"/>
          </w:tcPr>
          <w:p w14:paraId="0984E84A" w14:textId="77777777" w:rsidR="00B15E99" w:rsidRPr="00EF2F0E" w:rsidRDefault="00E32F0C" w:rsidP="00AB06FD">
            <w:pPr>
              <w:pStyle w:val="TAC"/>
              <w:rPr>
                <w:rFonts w:cs="Arial"/>
              </w:rPr>
            </w:pPr>
            <w:r w:rsidRPr="00EF2F0E">
              <w:rPr>
                <w:rFonts w:cs="v5.0.0"/>
                <w:position w:val="-28"/>
              </w:rPr>
              <w:object w:dxaOrig="3260" w:dyaOrig="680" w14:anchorId="098511F0">
                <v:shape id="_x0000_i1081" type="#_x0000_t75" style="width:116.55pt;height:28.05pt" o:ole="">
                  <v:imagedata r:id="rId117" o:title=""/>
                </v:shape>
                <o:OLEObject Type="Embed" ProgID="Equation.3" ShapeID="_x0000_i1081" DrawAspect="Content" ObjectID="_1717663603" r:id="rId119"/>
              </w:object>
            </w:r>
          </w:p>
        </w:tc>
        <w:tc>
          <w:tcPr>
            <w:tcW w:w="1430" w:type="dxa"/>
          </w:tcPr>
          <w:p w14:paraId="0984E84B" w14:textId="77777777" w:rsidR="00B15E99" w:rsidRPr="00EF2F0E" w:rsidRDefault="00B15E99" w:rsidP="00AB06FD">
            <w:pPr>
              <w:pStyle w:val="TAC"/>
              <w:rPr>
                <w:rFonts w:cs="Arial"/>
              </w:rPr>
            </w:pPr>
            <w:r w:rsidRPr="00EF2F0E">
              <w:rPr>
                <w:rFonts w:cs="Arial"/>
              </w:rPr>
              <w:t xml:space="preserve">100 kHz </w:t>
            </w:r>
          </w:p>
        </w:tc>
      </w:tr>
      <w:tr w:rsidR="003401A4" w:rsidRPr="00EF2F0E" w14:paraId="0984E853" w14:textId="77777777" w:rsidTr="00AB06FD">
        <w:trPr>
          <w:cantSplit/>
          <w:jc w:val="center"/>
        </w:trPr>
        <w:tc>
          <w:tcPr>
            <w:tcW w:w="1953" w:type="dxa"/>
          </w:tcPr>
          <w:p w14:paraId="0984E84D" w14:textId="77777777" w:rsidR="00B15E99" w:rsidRPr="00EF2F0E" w:rsidRDefault="00B15E99" w:rsidP="00AB06FD">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p>
          <w:p w14:paraId="0984E84E" w14:textId="77777777" w:rsidR="00B15E99" w:rsidRPr="00EF2F0E" w:rsidRDefault="00B15E99" w:rsidP="00AB06FD">
            <w:pPr>
              <w:pStyle w:val="TAC"/>
              <w:rPr>
                <w:rFonts w:cs="v5.0.0"/>
                <w:lang w:val="sv-FI"/>
              </w:rPr>
            </w:pPr>
            <w:r w:rsidRPr="00EF2F0E">
              <w:rPr>
                <w:rFonts w:cs="v5.0.0"/>
                <w:lang w:val="sv-FI"/>
              </w:rPr>
              <w:t xml:space="preserve">min(10 MHz, </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v5.0.0"/>
                <w:lang w:val="sv-FI"/>
              </w:rPr>
              <w:t>)</w:t>
            </w:r>
          </w:p>
        </w:tc>
        <w:tc>
          <w:tcPr>
            <w:tcW w:w="2976" w:type="dxa"/>
          </w:tcPr>
          <w:p w14:paraId="0984E84F" w14:textId="77777777" w:rsidR="00B15E99" w:rsidRPr="00EF2F0E" w:rsidRDefault="00B15E99"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p>
          <w:p w14:paraId="0984E850" w14:textId="77777777" w:rsidR="00B15E99" w:rsidRPr="00EF2F0E" w:rsidRDefault="00B15E99" w:rsidP="00AB06FD">
            <w:pPr>
              <w:pStyle w:val="TAC"/>
              <w:rPr>
                <w:rFonts w:cs="v5.0.0"/>
                <w:lang w:val="sv-FI"/>
              </w:rPr>
            </w:pPr>
            <w:r w:rsidRPr="00EF2F0E">
              <w:rPr>
                <w:rFonts w:cs="v5.0.0"/>
                <w:lang w:val="sv-FI"/>
              </w:rPr>
              <w:t>min(10.05 MHz, f_offset</w:t>
            </w:r>
            <w:r w:rsidRPr="00EF2F0E">
              <w:rPr>
                <w:rFonts w:cs="v5.0.0"/>
                <w:vertAlign w:val="subscript"/>
                <w:lang w:val="sv-FI"/>
              </w:rPr>
              <w:t>max</w:t>
            </w:r>
            <w:r w:rsidRPr="00EF2F0E">
              <w:rPr>
                <w:rFonts w:cs="v5.0.0"/>
                <w:lang w:val="sv-FI"/>
              </w:rPr>
              <w:t>)</w:t>
            </w:r>
          </w:p>
        </w:tc>
        <w:tc>
          <w:tcPr>
            <w:tcW w:w="3455" w:type="dxa"/>
          </w:tcPr>
          <w:p w14:paraId="0984E851" w14:textId="77777777" w:rsidR="00B15E99" w:rsidRPr="00EF2F0E" w:rsidRDefault="00B15E99" w:rsidP="00AB06FD">
            <w:pPr>
              <w:pStyle w:val="TAC"/>
              <w:rPr>
                <w:rFonts w:cs="Arial"/>
              </w:rPr>
            </w:pPr>
            <w:r w:rsidRPr="00EF2F0E">
              <w:rPr>
                <w:rFonts w:cs="Arial"/>
              </w:rPr>
              <w:t>-</w:t>
            </w:r>
            <w:r w:rsidR="00E32F0C" w:rsidRPr="00EF2F0E">
              <w:rPr>
                <w:rFonts w:cs="Arial"/>
              </w:rPr>
              <w:t>5</w:t>
            </w:r>
            <w:r w:rsidRPr="00EF2F0E">
              <w:rPr>
                <w:rFonts w:cs="Arial"/>
              </w:rPr>
              <w:t xml:space="preserve"> dBm</w:t>
            </w:r>
          </w:p>
        </w:tc>
        <w:tc>
          <w:tcPr>
            <w:tcW w:w="1430" w:type="dxa"/>
          </w:tcPr>
          <w:p w14:paraId="0984E852" w14:textId="77777777" w:rsidR="00B15E99" w:rsidRPr="00EF2F0E" w:rsidRDefault="00B15E99" w:rsidP="00AB06FD">
            <w:pPr>
              <w:pStyle w:val="TAC"/>
              <w:rPr>
                <w:rFonts w:cs="Arial"/>
              </w:rPr>
            </w:pPr>
            <w:r w:rsidRPr="00EF2F0E">
              <w:rPr>
                <w:rFonts w:cs="Arial"/>
              </w:rPr>
              <w:t xml:space="preserve">100 kHz </w:t>
            </w:r>
          </w:p>
        </w:tc>
      </w:tr>
      <w:tr w:rsidR="003401A4" w:rsidRPr="00EF2F0E" w14:paraId="0984E858" w14:textId="77777777" w:rsidTr="00AB06FD">
        <w:trPr>
          <w:cantSplit/>
          <w:jc w:val="center"/>
        </w:trPr>
        <w:tc>
          <w:tcPr>
            <w:tcW w:w="1953" w:type="dxa"/>
          </w:tcPr>
          <w:p w14:paraId="0984E854" w14:textId="77777777" w:rsidR="00B15E99" w:rsidRPr="00EF2F0E" w:rsidRDefault="00B15E99"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E855" w14:textId="77777777" w:rsidR="00B15E99" w:rsidRPr="00EF2F0E" w:rsidRDefault="00B15E99" w:rsidP="00AB06FD">
            <w:pPr>
              <w:pStyle w:val="TAC"/>
              <w:rPr>
                <w:rFonts w:cs="v5.0.0"/>
              </w:rPr>
            </w:pPr>
            <w:r w:rsidRPr="00EF2F0E">
              <w:rPr>
                <w:rFonts w:cs="v5.0.0"/>
              </w:rPr>
              <w:t xml:space="preserve">10.5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E856" w14:textId="77777777" w:rsidR="00B15E99" w:rsidRPr="00EF2F0E" w:rsidRDefault="00B15E99" w:rsidP="00AB06FD">
            <w:pPr>
              <w:pStyle w:val="TAC"/>
              <w:rPr>
                <w:rFonts w:cs="Arial"/>
              </w:rPr>
            </w:pPr>
            <w:r w:rsidRPr="00EF2F0E">
              <w:rPr>
                <w:rFonts w:cs="Arial"/>
              </w:rPr>
              <w:t>-</w:t>
            </w:r>
            <w:r w:rsidR="00E32F0C" w:rsidRPr="00EF2F0E">
              <w:rPr>
                <w:rFonts w:cs="Arial"/>
              </w:rPr>
              <w:t>6</w:t>
            </w:r>
            <w:r w:rsidRPr="00EF2F0E">
              <w:rPr>
                <w:rFonts w:cs="Arial"/>
              </w:rPr>
              <w:t xml:space="preserve"> dBm (Note </w:t>
            </w:r>
            <w:r w:rsidRPr="00EF2F0E">
              <w:rPr>
                <w:rFonts w:cs="Arial"/>
                <w:lang w:eastAsia="zh-CN"/>
              </w:rPr>
              <w:t>5</w:t>
            </w:r>
            <w:r w:rsidRPr="00EF2F0E">
              <w:rPr>
                <w:rFonts w:cs="Arial"/>
              </w:rPr>
              <w:t>)</w:t>
            </w:r>
          </w:p>
        </w:tc>
        <w:tc>
          <w:tcPr>
            <w:tcW w:w="1430" w:type="dxa"/>
          </w:tcPr>
          <w:p w14:paraId="0984E857" w14:textId="77777777" w:rsidR="00B15E99" w:rsidRPr="00EF2F0E" w:rsidRDefault="00B15E99" w:rsidP="00AB06FD">
            <w:pPr>
              <w:pStyle w:val="TAC"/>
              <w:rPr>
                <w:rFonts w:cs="Arial"/>
              </w:rPr>
            </w:pPr>
            <w:r w:rsidRPr="00EF2F0E">
              <w:rPr>
                <w:rFonts w:cs="Arial"/>
              </w:rPr>
              <w:t xml:space="preserve">1MHz </w:t>
            </w:r>
          </w:p>
        </w:tc>
      </w:tr>
      <w:tr w:rsidR="00B15E99" w:rsidRPr="00EF2F0E" w14:paraId="0984E85C" w14:textId="77777777" w:rsidTr="00AB06FD">
        <w:trPr>
          <w:cantSplit/>
          <w:jc w:val="center"/>
        </w:trPr>
        <w:tc>
          <w:tcPr>
            <w:tcW w:w="9814" w:type="dxa"/>
            <w:gridSpan w:val="4"/>
          </w:tcPr>
          <w:p w14:paraId="0984E859" w14:textId="77777777" w:rsidR="00B15E99" w:rsidRPr="00EF2F0E" w:rsidRDefault="00B15E99" w:rsidP="00DB3F6B">
            <w:pPr>
              <w:pStyle w:val="TAN"/>
            </w:pPr>
            <w:r w:rsidRPr="00EF2F0E">
              <w:t>NOTE 1:</w:t>
            </w:r>
            <w:r w:rsidRPr="00EF2F0E">
              <w:tab/>
              <w:t xml:space="preserve">For MSR </w:t>
            </w:r>
            <w:r w:rsidRPr="00EF2F0E">
              <w:rPr>
                <w:i/>
              </w:rPr>
              <w:t>RIB</w:t>
            </w:r>
            <w:r w:rsidRPr="00EF2F0E">
              <w:t xml:space="preserve"> supporting non-contiguous spectrum operation within any operating band, the </w:t>
            </w:r>
            <w:r w:rsidRPr="00EF2F0E">
              <w:rPr>
                <w:i/>
              </w:rPr>
              <w:t xml:space="preserve">minimum requirement </w:t>
            </w:r>
            <w:r w:rsidRPr="00EF2F0E">
              <w:t xml:space="preserve">within sub-block gaps is calculated as a cumulative sum of contributions from adjacent </w:t>
            </w:r>
            <w:r w:rsidRPr="00EF2F0E">
              <w:rPr>
                <w:rFonts w:cs="v5.0.0"/>
              </w:rPr>
              <w:t xml:space="preserve">sub blocks on each side of the </w:t>
            </w:r>
            <w:r w:rsidRPr="00EF2F0E">
              <w:rPr>
                <w:rFonts w:cs="v5.0.0"/>
                <w:i/>
              </w:rPr>
              <w:t>sub block gap</w:t>
            </w:r>
            <w:r w:rsidRPr="00EF2F0E">
              <w:rPr>
                <w:rFonts w:cs="v5.0.0"/>
              </w:rPr>
              <w:t>, where the contribution from the far-end sub-block shall be scaled according to the measurement bandwidth of the near-end sub-block</w:t>
            </w:r>
            <w:r w:rsidRPr="00EF2F0E">
              <w:t xml:space="preserve">. Exception is </w:t>
            </w:r>
            <w:r w:rsidRPr="00EF2F0E">
              <w:rPr>
                <w:rFonts w:ascii="Symbol" w:hAnsi="Symbol"/>
              </w:rPr>
              <w:t></w:t>
            </w:r>
            <w:r w:rsidRPr="00EF2F0E">
              <w:t xml:space="preserve">f ≥ 10MHz from both adjacent sub blocks on each side of the </w:t>
            </w:r>
            <w:r w:rsidRPr="00EF2F0E">
              <w:rPr>
                <w:i/>
              </w:rPr>
              <w:t>sub-block gap</w:t>
            </w:r>
            <w:r w:rsidRPr="00EF2F0E">
              <w:t xml:space="preserve">, where the </w:t>
            </w:r>
            <w:r w:rsidRPr="00EF2F0E">
              <w:rPr>
                <w:i/>
              </w:rPr>
              <w:t>minimum requirement</w:t>
            </w:r>
            <w:r w:rsidRPr="00EF2F0E">
              <w:t xml:space="preserve"> within sub-block gaps shall be -</w:t>
            </w:r>
            <w:r w:rsidR="007A55FD" w:rsidRPr="00EF2F0E">
              <w:t>6</w:t>
            </w:r>
            <w:r w:rsidRPr="00EF2F0E">
              <w:t>dBm/1MHz.</w:t>
            </w:r>
          </w:p>
          <w:p w14:paraId="0984E85A" w14:textId="77777777" w:rsidR="00B15E99" w:rsidRPr="00EF2F0E" w:rsidRDefault="00B15E99" w:rsidP="00DB3F6B">
            <w:pPr>
              <w:pStyle w:val="TAN"/>
            </w:pPr>
            <w:r w:rsidRPr="00EF2F0E">
              <w:t>NOTE 2:</w:t>
            </w:r>
            <w:r w:rsidRPr="00EF2F0E">
              <w:tab/>
              <w:t xml:space="preserve">For MSR </w:t>
            </w:r>
            <w:r w:rsidRPr="00EF2F0E">
              <w:rPr>
                <w:i/>
              </w:rPr>
              <w:t>multi band RIB</w:t>
            </w:r>
            <w:r w:rsidRPr="00EF2F0E">
              <w:t xml:space="preserve"> with </w:t>
            </w:r>
            <w:r w:rsidRPr="00EF2F0E">
              <w:rPr>
                <w:i/>
              </w:rPr>
              <w:t>Inter RF Bandwidth gap</w:t>
            </w:r>
            <w:r w:rsidRPr="00EF2F0E">
              <w:t xml:space="preserve"> &lt; 2×Δf</w:t>
            </w:r>
            <w:r w:rsidRPr="00EF2F0E">
              <w:rPr>
                <w:vertAlign w:val="subscript"/>
              </w:rPr>
              <w:t>OBUE</w:t>
            </w:r>
            <w:r w:rsidRPr="00EF2F0E">
              <w:t xml:space="preserve"> the </w:t>
            </w:r>
            <w:r w:rsidRPr="00EF2F0E">
              <w:rPr>
                <w:i/>
              </w:rPr>
              <w:t>basic limit</w:t>
            </w:r>
            <w:r w:rsidRPr="00EF2F0E">
              <w:t xml:space="preserve"> within the Inter RF Bandwidth gaps is calculated as a cumulative sum of contributions from adjacent sub-blocks or </w:t>
            </w:r>
            <w:r w:rsidRPr="00EF2F0E">
              <w:rPr>
                <w:i/>
              </w:rPr>
              <w:t>RF Bandwidth</w:t>
            </w:r>
            <w:r w:rsidRPr="00EF2F0E">
              <w:t xml:space="preserve"> on each side of the </w:t>
            </w:r>
            <w:r w:rsidRPr="00EF2F0E">
              <w:rPr>
                <w:i/>
              </w:rPr>
              <w:t>Inter RF Bandwidth gap</w:t>
            </w:r>
            <w:r w:rsidRPr="00EF2F0E">
              <w:rPr>
                <w:rFonts w:cs="v5.0.0"/>
              </w:rPr>
              <w:t xml:space="preserve">, where the contribution from the far-end sub-block </w:t>
            </w:r>
            <w:r w:rsidRPr="00EF2F0E">
              <w:t xml:space="preserve">or RF Bandwidth </w:t>
            </w:r>
            <w:r w:rsidRPr="00EF2F0E">
              <w:rPr>
                <w:rFonts w:cs="v5.0.0"/>
              </w:rPr>
              <w:t>shall be scaled according to the measurement bandwidth of the near-end sub-block</w:t>
            </w:r>
            <w:r w:rsidRPr="00EF2F0E">
              <w:t xml:space="preserve"> or </w:t>
            </w:r>
            <w:r w:rsidRPr="00EF2F0E">
              <w:rPr>
                <w:i/>
              </w:rPr>
              <w:t>RF Bandwidth.</w:t>
            </w:r>
          </w:p>
          <w:p w14:paraId="0984E85B" w14:textId="77777777" w:rsidR="00B15E99" w:rsidRPr="00EF2F0E" w:rsidRDefault="00B15E99" w:rsidP="00DB3F6B">
            <w:pPr>
              <w:pStyle w:val="TAN"/>
            </w:pPr>
            <w:r w:rsidRPr="00EF2F0E">
              <w:t>NOTE 3:</w:t>
            </w:r>
            <w:r w:rsidRPr="00EF2F0E">
              <w:tab/>
              <w:t xml:space="preserve">For operation with an E-UTRA 1.4 or 3MHz carrier adjacent to the Base Station RF Bandwidth edge, the limits in Table 6.6.2.2-2 apply for 0 MHz </w:t>
            </w:r>
            <w:r w:rsidRPr="00EF2F0E">
              <w:sym w:font="Symbol" w:char="F0A3"/>
            </w:r>
            <w:r w:rsidRPr="00EF2F0E">
              <w:t xml:space="preserve"> </w:t>
            </w:r>
            <w:r w:rsidRPr="00EF2F0E">
              <w:sym w:font="Symbol" w:char="F044"/>
            </w:r>
            <w:r w:rsidRPr="00EF2F0E">
              <w:t>f &lt; 0.15 MHz.</w:t>
            </w:r>
          </w:p>
        </w:tc>
      </w:tr>
    </w:tbl>
    <w:p w14:paraId="0984E85D" w14:textId="77777777" w:rsidR="00B15E99" w:rsidRPr="00EF2F0E" w:rsidRDefault="00B15E99" w:rsidP="00B15E99">
      <w:pPr>
        <w:rPr>
          <w:lang w:eastAsia="zh-CN"/>
        </w:rPr>
      </w:pPr>
    </w:p>
    <w:p w14:paraId="0984E85E" w14:textId="52FF01B8" w:rsidR="00B15E99" w:rsidRPr="00EF2F0E" w:rsidRDefault="00B15E99" w:rsidP="00B15E99">
      <w:pPr>
        <w:pStyle w:val="TH"/>
        <w:rPr>
          <w:rFonts w:cs="v5.0.0"/>
        </w:rPr>
      </w:pPr>
      <w:r w:rsidRPr="00EF2F0E">
        <w:t>Table 9.7.5.2.2-</w:t>
      </w:r>
      <w:r w:rsidRPr="00EF2F0E">
        <w:rPr>
          <w:lang w:eastAsia="zh-CN"/>
        </w:rPr>
        <w:t>2</w:t>
      </w:r>
      <w:r w:rsidRPr="00EF2F0E">
        <w:t xml:space="preserve">: </w:t>
      </w:r>
      <w:r w:rsidR="00AF2325">
        <w:t>MR BS OBUE in</w:t>
      </w:r>
      <w:r w:rsidR="00AF2325" w:rsidRPr="00DF5484">
        <w:t xml:space="preserve"> BC1 bands</w:t>
      </w:r>
      <w:r w:rsidR="00AF2325" w:rsidRPr="00DF5484" w:rsidDel="0083045A">
        <w:t xml:space="preserve"> </w:t>
      </w:r>
      <w:r w:rsidR="00AF2325">
        <w:t>applicable for</w:t>
      </w:r>
      <w:r w:rsidR="00AF2325" w:rsidRPr="00DF5484">
        <w:t xml:space="preserve">: BS with maximum output power 40 &lt; </w:t>
      </w:r>
      <w:r w:rsidR="00AF2325" w:rsidRPr="00DF5484">
        <w:rPr>
          <w:rFonts w:cs="v4.2.0"/>
        </w:rPr>
        <w:t>P</w:t>
      </w:r>
      <w:r w:rsidR="00AF2325" w:rsidRPr="00DF5484">
        <w:rPr>
          <w:rFonts w:cs="v4.2.0"/>
          <w:vertAlign w:val="subscript"/>
        </w:rPr>
        <w:t>rated,c,TRP</w:t>
      </w:r>
      <w:r w:rsidR="00AF2325" w:rsidRPr="00DF5484">
        <w:t xml:space="preserve"> </w:t>
      </w:r>
      <w:r w:rsidR="00AF2325" w:rsidRPr="00DF5484">
        <w:rPr>
          <w:rFonts w:cs="v5.0.0"/>
        </w:rPr>
        <w:sym w:font="Symbol" w:char="F0A3"/>
      </w:r>
      <w:r w:rsidR="00AF2325" w:rsidRPr="00DF5484">
        <w:t xml:space="preserve"> 47 dBm </w:t>
      </w:r>
      <w:r w:rsidR="00AF2325">
        <w:t>and</w:t>
      </w:r>
      <w:r w:rsidR="00AF2325" w:rsidRPr="00DF5484">
        <w:t xml:space="preserve"> 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868"/>
        <w:gridCol w:w="3563"/>
        <w:gridCol w:w="1430"/>
      </w:tblGrid>
      <w:tr w:rsidR="003401A4" w:rsidRPr="00EF2F0E" w14:paraId="0984E863" w14:textId="77777777" w:rsidTr="00AB06FD">
        <w:trPr>
          <w:cantSplit/>
          <w:jc w:val="center"/>
        </w:trPr>
        <w:tc>
          <w:tcPr>
            <w:tcW w:w="2127" w:type="dxa"/>
          </w:tcPr>
          <w:p w14:paraId="0984E85F"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868" w:type="dxa"/>
          </w:tcPr>
          <w:p w14:paraId="0984E860"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563" w:type="dxa"/>
          </w:tcPr>
          <w:p w14:paraId="0984E861" w14:textId="77777777" w:rsidR="00B15E99" w:rsidRPr="00EF2F0E" w:rsidRDefault="00B15E99" w:rsidP="00AB06FD">
            <w:pPr>
              <w:keepNext/>
              <w:keepLines/>
              <w:spacing w:after="0"/>
              <w:jc w:val="center"/>
              <w:rPr>
                <w:rFonts w:ascii="Arial" w:hAnsi="Arial" w:cs="Arial"/>
                <w:b/>
                <w:sz w:val="18"/>
              </w:rPr>
            </w:pPr>
            <w:r w:rsidRPr="00EF2F0E">
              <w:rPr>
                <w:rFonts w:ascii="Arial" w:hAnsi="Arial" w:cs="v5.0.0"/>
                <w:b/>
                <w:sz w:val="18"/>
              </w:rPr>
              <w:t>Minimum requirement</w:t>
            </w:r>
            <w:r w:rsidRPr="00EF2F0E">
              <w:rPr>
                <w:rFonts w:ascii="Arial" w:hAnsi="Arial" w:cs="Arial"/>
                <w:b/>
                <w:sz w:val="18"/>
              </w:rPr>
              <w:t xml:space="preserve"> (NOTE 1, </w:t>
            </w:r>
            <w:r w:rsidRPr="00EF2F0E">
              <w:rPr>
                <w:rFonts w:ascii="Arial" w:hAnsi="Arial" w:cs="Arial"/>
                <w:b/>
                <w:sz w:val="18"/>
                <w:lang w:eastAsia="zh-CN"/>
              </w:rPr>
              <w:t>2</w:t>
            </w:r>
            <w:r w:rsidRPr="00EF2F0E">
              <w:rPr>
                <w:rFonts w:ascii="Arial" w:hAnsi="Arial" w:cs="Arial"/>
                <w:b/>
                <w:sz w:val="18"/>
              </w:rPr>
              <w:t>)</w:t>
            </w:r>
          </w:p>
        </w:tc>
        <w:tc>
          <w:tcPr>
            <w:tcW w:w="1430" w:type="dxa"/>
          </w:tcPr>
          <w:p w14:paraId="0984E862"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(NOTE 4)</w:t>
            </w:r>
          </w:p>
        </w:tc>
      </w:tr>
      <w:tr w:rsidR="003401A4" w:rsidRPr="00EF2F0E" w14:paraId="0984E868" w14:textId="77777777" w:rsidTr="00AB06FD">
        <w:trPr>
          <w:cantSplit/>
          <w:jc w:val="center"/>
        </w:trPr>
        <w:tc>
          <w:tcPr>
            <w:tcW w:w="2127" w:type="dxa"/>
          </w:tcPr>
          <w:p w14:paraId="0984E86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0.6 MHz</w:t>
            </w:r>
          </w:p>
        </w:tc>
        <w:tc>
          <w:tcPr>
            <w:tcW w:w="2868" w:type="dxa"/>
          </w:tcPr>
          <w:p w14:paraId="0984E86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0.015MHz </w:t>
            </w:r>
            <w:r w:rsidRPr="00EF2F0E">
              <w:rPr>
                <w:rFonts w:ascii="Arial" w:hAnsi="Arial" w:cs="Arial"/>
                <w:sz w:val="18"/>
              </w:rPr>
              <w:sym w:font="Symbol" w:char="F0A3"/>
            </w:r>
            <w:r w:rsidRPr="00EF2F0E">
              <w:rPr>
                <w:rFonts w:ascii="Arial" w:hAnsi="Arial" w:cs="Arial"/>
                <w:sz w:val="18"/>
              </w:rPr>
              <w:t xml:space="preserve"> f_offset &lt; 0.615MHz </w:t>
            </w:r>
          </w:p>
        </w:tc>
        <w:tc>
          <w:tcPr>
            <w:tcW w:w="3563" w:type="dxa"/>
          </w:tcPr>
          <w:p w14:paraId="0984E866" w14:textId="77777777" w:rsidR="00B15E99" w:rsidRPr="00EF2F0E" w:rsidRDefault="007A55FD" w:rsidP="00001B57">
            <w:pPr>
              <w:pStyle w:val="TAC"/>
              <w:rPr>
                <w:rFonts w:cs="Arial"/>
              </w:rPr>
            </w:pPr>
            <w:r w:rsidRPr="00EF2F0E">
              <w:t>P</w:t>
            </w:r>
            <w:r w:rsidRPr="00EF2F0E">
              <w:rPr>
                <w:vertAlign w:val="subscript"/>
              </w:rPr>
              <w:t>rated,c,TRP</w:t>
            </w:r>
            <w:r w:rsidR="00EF425E" w:rsidRPr="00EF2F0E">
              <w:rPr>
                <w:vertAlign w:val="subscript"/>
              </w:rPr>
              <w:t xml:space="preserve"> </w:t>
            </w:r>
            <w:r w:rsidR="00EF425E" w:rsidRPr="00EF2F0E">
              <w:t xml:space="preserve">– </w:t>
            </w:r>
            <w:r w:rsidRPr="00EF2F0E">
              <w:t>58</w:t>
            </w:r>
            <w:r w:rsidR="00EF425E" w:rsidRPr="00EF2F0E">
              <w:t> </w:t>
            </w:r>
            <w:r w:rsidRPr="00EF2F0E">
              <w:t>dB-(</w:t>
            </w:r>
            <w:r w:rsidRPr="00EF2F0E">
              <w:rPr>
                <w:rFonts w:eastAsia="SimSun" w:hint="eastAsia"/>
                <w:lang w:val="en-US" w:eastAsia="zh-CN"/>
              </w:rPr>
              <w:t>5</w:t>
            </w:r>
            <w:r w:rsidRPr="00EF2F0E">
              <w:t>/</w:t>
            </w:r>
            <w:r w:rsidRPr="00EF2F0E">
              <w:rPr>
                <w:rFonts w:eastAsia="SimSun" w:hint="eastAsia"/>
                <w:lang w:val="en-US" w:eastAsia="zh-CN"/>
              </w:rPr>
              <w:t>3</w:t>
            </w:r>
            <w:r w:rsidRPr="00EF2F0E">
              <w:t>)*(f_offset-0,015)dB</w:t>
            </w:r>
          </w:p>
        </w:tc>
        <w:tc>
          <w:tcPr>
            <w:tcW w:w="1430" w:type="dxa"/>
          </w:tcPr>
          <w:p w14:paraId="0984E86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86D" w14:textId="77777777" w:rsidTr="00AB06FD">
        <w:trPr>
          <w:cantSplit/>
          <w:jc w:val="center"/>
        </w:trPr>
        <w:tc>
          <w:tcPr>
            <w:tcW w:w="2127" w:type="dxa"/>
          </w:tcPr>
          <w:p w14:paraId="0984E86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0.6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1 MHz</w:t>
            </w:r>
          </w:p>
        </w:tc>
        <w:tc>
          <w:tcPr>
            <w:tcW w:w="2868" w:type="dxa"/>
          </w:tcPr>
          <w:p w14:paraId="0984E86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0.615MHz </w:t>
            </w:r>
            <w:r w:rsidRPr="00EF2F0E">
              <w:rPr>
                <w:rFonts w:ascii="Arial" w:hAnsi="Arial" w:cs="Arial"/>
                <w:sz w:val="18"/>
              </w:rPr>
              <w:sym w:font="Symbol" w:char="F0A3"/>
            </w:r>
            <w:r w:rsidRPr="00EF2F0E">
              <w:rPr>
                <w:rFonts w:ascii="Arial" w:hAnsi="Arial" w:cs="Arial"/>
                <w:sz w:val="18"/>
              </w:rPr>
              <w:t xml:space="preserve"> f_offset &lt; 1.015MHz</w:t>
            </w:r>
          </w:p>
        </w:tc>
        <w:tc>
          <w:tcPr>
            <w:tcW w:w="3563" w:type="dxa"/>
          </w:tcPr>
          <w:p w14:paraId="0984E86B" w14:textId="77777777" w:rsidR="00B15E99" w:rsidRPr="00EF2F0E" w:rsidRDefault="007A55FD" w:rsidP="007A55FD">
            <w:pPr>
              <w:pStyle w:val="TAC"/>
              <w:rPr>
                <w:rFonts w:cs="Arial"/>
              </w:rPr>
            </w:pPr>
            <w:r w:rsidRPr="00EF2F0E">
              <w:t>P</w:t>
            </w:r>
            <w:r w:rsidRPr="00EF2F0E">
              <w:rPr>
                <w:vertAlign w:val="subscript"/>
              </w:rPr>
              <w:t>rated,c,TRP</w:t>
            </w:r>
            <w:r w:rsidR="00EF425E" w:rsidRPr="00EF2F0E">
              <w:rPr>
                <w:vertAlign w:val="subscript"/>
              </w:rPr>
              <w:t xml:space="preserve"> </w:t>
            </w:r>
            <w:r w:rsidRPr="00EF2F0E">
              <w:t>-</w:t>
            </w:r>
            <w:r w:rsidR="00EF425E" w:rsidRPr="00EF2F0E">
              <w:t xml:space="preserve"> </w:t>
            </w:r>
            <w:r w:rsidRPr="00EF2F0E">
              <w:t>53</w:t>
            </w:r>
            <w:r w:rsidR="00EF425E" w:rsidRPr="00EF2F0E">
              <w:t> </w:t>
            </w:r>
            <w:r w:rsidRPr="00EF2F0E">
              <w:t>dB-</w:t>
            </w:r>
            <w:r w:rsidRPr="00EF2F0E">
              <w:rPr>
                <w:rFonts w:eastAsia="SimSun" w:hint="eastAsia"/>
                <w:lang w:val="en-US" w:eastAsia="zh-CN"/>
              </w:rPr>
              <w:t>1</w:t>
            </w:r>
            <w:r w:rsidRPr="00EF2F0E">
              <w:t>5*(f_offset-0,015)dB</w:t>
            </w:r>
          </w:p>
        </w:tc>
        <w:tc>
          <w:tcPr>
            <w:tcW w:w="1430" w:type="dxa"/>
          </w:tcPr>
          <w:p w14:paraId="0984E86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872" w14:textId="77777777" w:rsidTr="00AB06FD">
        <w:trPr>
          <w:cantSplit/>
          <w:jc w:val="center"/>
        </w:trPr>
        <w:tc>
          <w:tcPr>
            <w:tcW w:w="2127" w:type="dxa"/>
          </w:tcPr>
          <w:p w14:paraId="0984E86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(NOTE 3)</w:t>
            </w:r>
          </w:p>
        </w:tc>
        <w:tc>
          <w:tcPr>
            <w:tcW w:w="2868" w:type="dxa"/>
          </w:tcPr>
          <w:p w14:paraId="0984E86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1.015MHz </w:t>
            </w:r>
            <w:r w:rsidRPr="00EF2F0E">
              <w:rPr>
                <w:rFonts w:ascii="Arial" w:hAnsi="Arial" w:cs="Arial"/>
                <w:sz w:val="18"/>
              </w:rPr>
              <w:sym w:font="Symbol" w:char="F0A3"/>
            </w:r>
            <w:r w:rsidRPr="00EF2F0E">
              <w:rPr>
                <w:rFonts w:ascii="Arial" w:hAnsi="Arial" w:cs="Arial"/>
                <w:sz w:val="18"/>
              </w:rPr>
              <w:t xml:space="preserve"> f_offset &lt; 1.5 MHz </w:t>
            </w:r>
          </w:p>
        </w:tc>
        <w:tc>
          <w:tcPr>
            <w:tcW w:w="3563" w:type="dxa"/>
          </w:tcPr>
          <w:p w14:paraId="0984E870"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 </w:t>
            </w:r>
            <w:r w:rsidRPr="00EF2F0E">
              <w:rPr>
                <w:rFonts w:ascii="Arial" w:hAnsi="Arial" w:cs="Arial"/>
                <w:sz w:val="18"/>
              </w:rPr>
              <w:t xml:space="preserve">  65 dB</w:t>
            </w:r>
          </w:p>
        </w:tc>
        <w:tc>
          <w:tcPr>
            <w:tcW w:w="1430" w:type="dxa"/>
          </w:tcPr>
          <w:p w14:paraId="0984E87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877" w14:textId="77777777" w:rsidTr="00AB06FD">
        <w:trPr>
          <w:cantSplit/>
          <w:jc w:val="center"/>
        </w:trPr>
        <w:tc>
          <w:tcPr>
            <w:tcW w:w="2127" w:type="dxa"/>
          </w:tcPr>
          <w:p w14:paraId="0984E873"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 xml:space="preserve">f </w:t>
            </w:r>
            <w:r w:rsidRPr="00EF2F0E">
              <w:rPr>
                <w:rFonts w:ascii="Arial" w:hAnsi="Arial" w:cs="Arial"/>
                <w:sz w:val="18"/>
              </w:rPr>
              <w:sym w:font="Symbol" w:char="F0A3"/>
            </w:r>
            <w:r w:rsidRPr="00EF2F0E">
              <w:rPr>
                <w:rFonts w:ascii="Arial" w:hAnsi="Arial" w:cs="Arial"/>
                <w:sz w:val="18"/>
              </w:rPr>
              <w:t xml:space="preserve"> 2.6 MHz</w:t>
            </w:r>
          </w:p>
        </w:tc>
        <w:tc>
          <w:tcPr>
            <w:tcW w:w="2868" w:type="dxa"/>
          </w:tcPr>
          <w:p w14:paraId="0984E87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1.5 MHz </w:t>
            </w:r>
            <w:r w:rsidRPr="00EF2F0E">
              <w:rPr>
                <w:rFonts w:ascii="Arial" w:hAnsi="Arial" w:cs="Arial"/>
                <w:sz w:val="18"/>
              </w:rPr>
              <w:sym w:font="Symbol" w:char="F0A3"/>
            </w:r>
            <w:r w:rsidRPr="00EF2F0E">
              <w:rPr>
                <w:rFonts w:ascii="Arial" w:hAnsi="Arial" w:cs="Arial"/>
                <w:sz w:val="18"/>
              </w:rPr>
              <w:t xml:space="preserve"> f_offset &lt; 3.1 MHz</w:t>
            </w:r>
          </w:p>
        </w:tc>
        <w:tc>
          <w:tcPr>
            <w:tcW w:w="3563" w:type="dxa"/>
          </w:tcPr>
          <w:p w14:paraId="0984E875"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Arial"/>
                <w:sz w:val="18"/>
              </w:rPr>
              <w:t>52 dB</w:t>
            </w:r>
          </w:p>
        </w:tc>
        <w:tc>
          <w:tcPr>
            <w:tcW w:w="1430" w:type="dxa"/>
          </w:tcPr>
          <w:p w14:paraId="0984E876"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3401A4" w:rsidRPr="00EF2F0E" w14:paraId="0984E87C" w14:textId="77777777" w:rsidTr="00AB06FD">
        <w:trPr>
          <w:cantSplit/>
          <w:jc w:val="center"/>
        </w:trPr>
        <w:tc>
          <w:tcPr>
            <w:tcW w:w="2127" w:type="dxa"/>
          </w:tcPr>
          <w:p w14:paraId="0984E87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2.6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 xml:space="preserve">f </w:t>
            </w:r>
            <w:r w:rsidRPr="00EF2F0E">
              <w:rPr>
                <w:rFonts w:ascii="Arial" w:hAnsi="Arial" w:cs="Arial"/>
                <w:sz w:val="18"/>
              </w:rPr>
              <w:sym w:font="Symbol" w:char="F0A3"/>
            </w:r>
            <w:r w:rsidRPr="00EF2F0E">
              <w:rPr>
                <w:rFonts w:ascii="Arial" w:hAnsi="Arial" w:cs="Arial"/>
                <w:sz w:val="18"/>
              </w:rPr>
              <w:t xml:space="preserve"> 5 MHz</w:t>
            </w:r>
          </w:p>
        </w:tc>
        <w:tc>
          <w:tcPr>
            <w:tcW w:w="2868" w:type="dxa"/>
          </w:tcPr>
          <w:p w14:paraId="0984E87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3.1 MHz </w:t>
            </w:r>
            <w:r w:rsidRPr="00EF2F0E">
              <w:rPr>
                <w:rFonts w:ascii="Arial" w:hAnsi="Arial" w:cs="Arial"/>
                <w:sz w:val="18"/>
              </w:rPr>
              <w:sym w:font="Symbol" w:char="F0A3"/>
            </w:r>
            <w:r w:rsidRPr="00EF2F0E">
              <w:rPr>
                <w:rFonts w:ascii="Arial" w:hAnsi="Arial" w:cs="Arial"/>
                <w:sz w:val="18"/>
              </w:rPr>
              <w:t xml:space="preserve"> f_offset &lt; 5.5 MHz</w:t>
            </w:r>
          </w:p>
        </w:tc>
        <w:tc>
          <w:tcPr>
            <w:tcW w:w="3563" w:type="dxa"/>
          </w:tcPr>
          <w:p w14:paraId="0984E87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min(</w:t>
            </w: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Arial"/>
                <w:sz w:val="18"/>
              </w:rPr>
              <w:t xml:space="preserve">  52 dB, -6dBm)</w:t>
            </w:r>
          </w:p>
        </w:tc>
        <w:tc>
          <w:tcPr>
            <w:tcW w:w="1430" w:type="dxa"/>
          </w:tcPr>
          <w:p w14:paraId="0984E87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 MHz</w:t>
            </w:r>
          </w:p>
        </w:tc>
      </w:tr>
      <w:tr w:rsidR="003401A4" w:rsidRPr="00EF2F0E" w14:paraId="0984E881" w14:textId="77777777" w:rsidTr="00AB06FD">
        <w:trPr>
          <w:cantSplit/>
          <w:jc w:val="center"/>
        </w:trPr>
        <w:tc>
          <w:tcPr>
            <w:tcW w:w="2127" w:type="dxa"/>
          </w:tcPr>
          <w:p w14:paraId="0984E87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5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868" w:type="dxa"/>
          </w:tcPr>
          <w:p w14:paraId="0984E87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5.5 MHz </w:t>
            </w:r>
            <w:r w:rsidRPr="00EF2F0E">
              <w:rPr>
                <w:rFonts w:ascii="Arial" w:hAnsi="Arial" w:cs="Arial"/>
                <w:sz w:val="18"/>
              </w:rPr>
              <w:sym w:font="Symbol" w:char="F0A3"/>
            </w:r>
            <w:r w:rsidRPr="00EF2F0E">
              <w:rPr>
                <w:rFonts w:ascii="Arial" w:hAnsi="Arial" w:cs="Arial"/>
                <w:sz w:val="18"/>
              </w:rPr>
              <w:t xml:space="preserve"> f_offset &lt; f_offset</w:t>
            </w:r>
            <w:r w:rsidRPr="00EF2F0E">
              <w:rPr>
                <w:rFonts w:ascii="Arial" w:hAnsi="Arial" w:cs="Arial"/>
                <w:sz w:val="18"/>
                <w:vertAlign w:val="subscript"/>
              </w:rPr>
              <w:t>max</w:t>
            </w:r>
            <w:r w:rsidRPr="00EF2F0E">
              <w:rPr>
                <w:rFonts w:ascii="Arial" w:hAnsi="Arial" w:cs="Arial"/>
                <w:sz w:val="18"/>
              </w:rPr>
              <w:t xml:space="preserve"> </w:t>
            </w:r>
          </w:p>
        </w:tc>
        <w:tc>
          <w:tcPr>
            <w:tcW w:w="3563" w:type="dxa"/>
          </w:tcPr>
          <w:p w14:paraId="0984E87F"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Arial"/>
                <w:sz w:val="18"/>
              </w:rPr>
              <w:t>56 dB</w:t>
            </w:r>
          </w:p>
        </w:tc>
        <w:tc>
          <w:tcPr>
            <w:tcW w:w="1430" w:type="dxa"/>
          </w:tcPr>
          <w:p w14:paraId="0984E88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B15E99" w:rsidRPr="00EF2F0E" w14:paraId="0984E884" w14:textId="77777777" w:rsidTr="00AB06FD">
        <w:trPr>
          <w:cantSplit/>
          <w:jc w:val="center"/>
        </w:trPr>
        <w:tc>
          <w:tcPr>
            <w:tcW w:w="9988" w:type="dxa"/>
            <w:gridSpan w:val="4"/>
          </w:tcPr>
          <w:p w14:paraId="0984E882" w14:textId="77777777" w:rsidR="00B15E99" w:rsidRPr="00EF2F0E" w:rsidRDefault="00B15E99" w:rsidP="00AB06FD">
            <w:pPr>
              <w:keepNext/>
              <w:keepLines/>
              <w:spacing w:after="0"/>
              <w:ind w:left="851" w:hanging="851"/>
              <w:rPr>
                <w:rFonts w:ascii="Arial" w:hAnsi="Arial" w:cs="Arial"/>
                <w:sz w:val="18"/>
                <w:lang w:eastAsia="zh-CN"/>
              </w:rPr>
            </w:pPr>
            <w:r w:rsidRPr="00EF2F0E">
              <w:rPr>
                <w:rFonts w:ascii="Arial" w:hAnsi="Arial" w:cs="Arial"/>
                <w:sz w:val="18"/>
              </w:rPr>
              <w:t>NOTE 1:</w:t>
            </w:r>
            <w:r w:rsidRPr="00EF2F0E">
              <w:rPr>
                <w:rFonts w:ascii="Arial" w:hAnsi="Arial" w:cs="Arial"/>
                <w:sz w:val="18"/>
              </w:rPr>
              <w:tab/>
              <w:t xml:space="preserve">For MSR RIB supporting </w:t>
            </w:r>
            <w:r w:rsidRPr="00EF2F0E">
              <w:rPr>
                <w:rFonts w:ascii="Arial" w:hAnsi="Arial" w:cs="Arial"/>
                <w:i/>
                <w:sz w:val="18"/>
              </w:rPr>
              <w:t>non-contiguous spectrum</w:t>
            </w:r>
            <w:r w:rsidRPr="00EF2F0E">
              <w:rPr>
                <w:rFonts w:ascii="Arial" w:hAnsi="Arial" w:cs="Arial"/>
                <w:sz w:val="18"/>
              </w:rPr>
              <w:t xml:space="preserve"> operation </w:t>
            </w:r>
            <w:r w:rsidRPr="00EF2F0E">
              <w:rPr>
                <w:rFonts w:ascii="Arial" w:hAnsi="Arial" w:cs="Arial"/>
                <w:sz w:val="18"/>
                <w:lang w:eastAsia="zh-CN"/>
              </w:rPr>
              <w:t xml:space="preserve">within any operating band </w:t>
            </w:r>
            <w:r w:rsidRPr="00EF2F0E">
              <w:rPr>
                <w:rFonts w:ascii="Arial" w:hAnsi="Arial" w:cs="Arial"/>
                <w:sz w:val="18"/>
              </w:rPr>
              <w:t xml:space="preserve">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w:t>
            </w:r>
            <w:r w:rsidRPr="00EF2F0E">
              <w:rPr>
                <w:rFonts w:ascii="Arial" w:hAnsi="Arial" w:cs="Arial"/>
                <w:sz w:val="18"/>
                <w:lang w:eastAsia="zh-CN"/>
              </w:rPr>
              <w:t xml:space="preserve">contributions from </w:t>
            </w:r>
            <w:r w:rsidRPr="00EF2F0E">
              <w:rPr>
                <w:rFonts w:ascii="Arial" w:hAnsi="Arial" w:cs="Arial"/>
                <w:sz w:val="18"/>
              </w:rPr>
              <w:t xml:space="preserve">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f ≥ 10MHz from both adjacent sub</w:t>
            </w:r>
            <w:r w:rsidRPr="00EF2F0E">
              <w:rPr>
                <w:rFonts w:ascii="Arial" w:hAnsi="Arial" w:cs="Arial"/>
                <w:sz w:val="18"/>
                <w:lang w:eastAsia="zh-CN"/>
              </w:rPr>
              <w:t>-</w:t>
            </w:r>
            <w:r w:rsidRPr="00EF2F0E">
              <w:rPr>
                <w:rFonts w:ascii="Arial" w:hAnsi="Arial" w:cs="Arial"/>
                <w:sz w:val="18"/>
              </w:rPr>
              <w:t xml:space="preserve">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(P</w:t>
            </w:r>
            <w:r w:rsidRPr="00EF2F0E">
              <w:rPr>
                <w:rFonts w:ascii="Arial" w:hAnsi="Arial" w:cs="Arial"/>
                <w:sz w:val="18"/>
                <w:vertAlign w:val="subscript"/>
              </w:rPr>
              <w:t>rated,c,TRP</w:t>
            </w:r>
            <w:r w:rsidRPr="00EF2F0E">
              <w:rPr>
                <w:rFonts w:ascii="Arial" w:hAnsi="Arial"/>
                <w:sz w:val="18"/>
              </w:rPr>
              <w:t xml:space="preserve"> </w:t>
            </w:r>
            <w:r w:rsidRPr="00EF2F0E">
              <w:rPr>
                <w:rFonts w:ascii="Arial" w:hAnsi="Arial" w:cs="Arial"/>
                <w:sz w:val="18"/>
              </w:rPr>
              <w:t>- 56 dB) /MHz.</w:t>
            </w:r>
            <w:r w:rsidRPr="00EF2F0E">
              <w:rPr>
                <w:rFonts w:ascii="Arial" w:hAnsi="Arial" w:cs="Arial"/>
                <w:sz w:val="18"/>
                <w:lang w:eastAsia="zh-CN"/>
              </w:rPr>
              <w:t xml:space="preserve"> </w:t>
            </w:r>
          </w:p>
          <w:p w14:paraId="0984E883"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006E5225" w:rsidRPr="00EF2F0E">
              <w:rPr>
                <w:rFonts w:ascii="Arial" w:hAnsi="Arial" w:cs="Arial"/>
                <w:sz w:val="18"/>
              </w:rPr>
              <w:tab/>
            </w:r>
            <w:r w:rsidRPr="00EF2F0E">
              <w:rPr>
                <w:rFonts w:ascii="Arial" w:hAnsi="Arial" w:cs="Arial"/>
                <w:sz w:val="18"/>
              </w:rPr>
              <w:t xml:space="preserve">For MSR multi-band </w:t>
            </w:r>
            <w:r w:rsidRPr="00EF2F0E">
              <w:rPr>
                <w:rFonts w:ascii="Arial" w:hAnsi="Arial" w:cs="Arial"/>
                <w:i/>
                <w:sz w:val="18"/>
              </w:rPr>
              <w:t>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rPr>
              <w:t>Inter RF Bandwidth gap</w:t>
            </w:r>
            <w:r w:rsidRPr="00EF2F0E">
              <w:rPr>
                <w:rFonts w:ascii="Arial" w:hAnsi="Arial" w:cs="v5.0.0"/>
                <w:sz w:val="18"/>
              </w:rPr>
              <w:t>, where the contribution from the far-end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v5.0.0"/>
                <w:sz w:val="18"/>
              </w:rPr>
              <w:t xml:space="preserve"> 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885" w14:textId="77777777" w:rsidR="00B15E99" w:rsidRPr="00EF2F0E" w:rsidRDefault="00B15E99" w:rsidP="00B15E99"/>
    <w:p w14:paraId="0984E886" w14:textId="16BC8D7E" w:rsidR="00B15E99" w:rsidRPr="00EF2F0E" w:rsidRDefault="00B15E99" w:rsidP="00B15E99">
      <w:pPr>
        <w:pStyle w:val="TH"/>
        <w:rPr>
          <w:rFonts w:cs="v5.0.0"/>
        </w:rPr>
      </w:pPr>
      <w:r w:rsidRPr="00EF2F0E">
        <w:t>Table 9.7.5.2.2-</w:t>
      </w:r>
      <w:r w:rsidRPr="00EF2F0E">
        <w:rPr>
          <w:lang w:eastAsia="zh-CN"/>
        </w:rPr>
        <w:t>2a</w:t>
      </w:r>
      <w:r w:rsidRPr="00EF2F0E">
        <w:t xml:space="preserve">: </w:t>
      </w:r>
      <w:r w:rsidR="003176F4">
        <w:t>MR BS OBUE in</w:t>
      </w:r>
      <w:r w:rsidR="003176F4" w:rsidRPr="00DF5484">
        <w:t xml:space="preserve"> BC1 bands applicable for</w:t>
      </w:r>
      <w:r w:rsidR="003176F4">
        <w:t>:</w:t>
      </w:r>
      <w:r w:rsidR="003176F4" w:rsidRPr="00DF5484">
        <w:t xml:space="preserve"> BS </w:t>
      </w:r>
      <w:r w:rsidR="003176F4">
        <w:t xml:space="preserve">with </w:t>
      </w:r>
      <w:r w:rsidR="003176F4" w:rsidRPr="00DF5484">
        <w:t xml:space="preserve">maximum output power 40 &lt; </w:t>
      </w:r>
      <w:r w:rsidR="003176F4" w:rsidRPr="00DF5484">
        <w:rPr>
          <w:rFonts w:cs="Arial"/>
        </w:rPr>
        <w:t>P</w:t>
      </w:r>
      <w:r w:rsidR="003176F4" w:rsidRPr="00DF5484">
        <w:rPr>
          <w:rFonts w:cs="Arial"/>
          <w:vertAlign w:val="subscript"/>
        </w:rPr>
        <w:t>rated,c,TRP</w:t>
      </w:r>
      <w:r w:rsidR="003176F4" w:rsidRPr="00DF5484">
        <w:t xml:space="preserve"> </w:t>
      </w:r>
      <w:r w:rsidR="003176F4" w:rsidRPr="00DF5484">
        <w:rPr>
          <w:rFonts w:cs="v5.0.0"/>
        </w:rPr>
        <w:sym w:font="Symbol" w:char="F0A3"/>
      </w:r>
      <w:r w:rsidR="003176F4" w:rsidRPr="00DF5484">
        <w:t xml:space="preserve"> 47 dBm BS</w:t>
      </w:r>
      <w:r w:rsidR="003176F4">
        <w:t>,</w:t>
      </w:r>
      <w:r w:rsidR="003176F4" w:rsidRPr="00DF5484">
        <w:t xml:space="preserve"> supporting NR</w:t>
      </w:r>
      <w:r w:rsidR="003176F4">
        <w:t>,</w:t>
      </w:r>
      <w:r w:rsidR="003176F4" w:rsidRPr="00DF5484">
        <w:t xml:space="preserve">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E88B"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887" w14:textId="77777777" w:rsidR="00B15E99" w:rsidRPr="00EF2F0E" w:rsidRDefault="00B15E99" w:rsidP="00AB06FD">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E888" w14:textId="77777777" w:rsidR="00B15E99" w:rsidRPr="00EF2F0E" w:rsidRDefault="00B15E99" w:rsidP="00AB06FD">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E889" w14:textId="77777777" w:rsidR="00B15E99" w:rsidRPr="00EF2F0E" w:rsidRDefault="00B15E99" w:rsidP="00AB06FD">
            <w:pPr>
              <w:pStyle w:val="TAH"/>
              <w:rPr>
                <w:rFonts w:cs="Arial"/>
              </w:rPr>
            </w:pPr>
            <w:r w:rsidRPr="00EF2F0E">
              <w:rPr>
                <w:rFonts w:cs="v5.0.0"/>
                <w:i/>
              </w:rPr>
              <w:t>Minimum requirement</w:t>
            </w:r>
            <w:r w:rsidRPr="00EF2F0E">
              <w:rPr>
                <w:rFonts w:cs="Arial"/>
                <w:i/>
              </w:rPr>
              <w:t xml:space="preserve"> </w:t>
            </w:r>
            <w:r w:rsidRPr="00EF2F0E">
              <w:rPr>
                <w:rFonts w:cs="Arial"/>
              </w:rPr>
              <w:t>(Note 1, 2)</w:t>
            </w:r>
          </w:p>
        </w:tc>
        <w:tc>
          <w:tcPr>
            <w:tcW w:w="1430" w:type="dxa"/>
            <w:tcBorders>
              <w:top w:val="single" w:sz="4" w:space="0" w:color="auto"/>
              <w:left w:val="single" w:sz="4" w:space="0" w:color="auto"/>
              <w:bottom w:val="single" w:sz="4" w:space="0" w:color="auto"/>
              <w:right w:val="single" w:sz="4" w:space="0" w:color="auto"/>
            </w:tcBorders>
          </w:tcPr>
          <w:p w14:paraId="0984E88A" w14:textId="77777777" w:rsidR="00B15E99" w:rsidRPr="00EF2F0E" w:rsidRDefault="00B15E99" w:rsidP="00AB06FD">
            <w:pPr>
              <w:pStyle w:val="TAH"/>
              <w:rPr>
                <w:rFonts w:cs="Arial"/>
              </w:rPr>
            </w:pPr>
            <w:r w:rsidRPr="00EF2F0E">
              <w:rPr>
                <w:rFonts w:cs="Arial"/>
              </w:rPr>
              <w:t xml:space="preserve">Measurement bandwidth (Note </w:t>
            </w:r>
            <w:r w:rsidRPr="00EF2F0E">
              <w:rPr>
                <w:rFonts w:cs="Arial"/>
                <w:lang w:eastAsia="zh-CN"/>
              </w:rPr>
              <w:t>4</w:t>
            </w:r>
            <w:r w:rsidRPr="00EF2F0E">
              <w:rPr>
                <w:rFonts w:cs="Arial"/>
              </w:rPr>
              <w:t>)</w:t>
            </w:r>
          </w:p>
        </w:tc>
      </w:tr>
      <w:tr w:rsidR="003401A4" w:rsidRPr="00EF2F0E" w14:paraId="0984E890"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88C" w14:textId="77777777" w:rsidR="00B15E99" w:rsidRPr="00EF2F0E" w:rsidRDefault="00B15E99" w:rsidP="00AB06FD">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984E88D" w14:textId="77777777" w:rsidR="00B15E99" w:rsidRPr="00EF2F0E" w:rsidRDefault="00B15E99"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984E88E" w14:textId="77777777" w:rsidR="00B15E99" w:rsidRPr="00EF2F0E" w:rsidRDefault="00B15E99" w:rsidP="00053A7A">
            <w:pPr>
              <w:pStyle w:val="TAC"/>
              <w:rPr>
                <w:rFonts w:cs="v5.0.0"/>
              </w:rPr>
            </w:pPr>
            <w:r w:rsidRPr="00EF2F0E">
              <w:rPr>
                <w:rFonts w:cs="v5.0.0"/>
              </w:rPr>
              <w:t>P</w:t>
            </w:r>
            <w:r w:rsidRPr="00EF2F0E">
              <w:rPr>
                <w:rFonts w:cs="v5.0.0"/>
                <w:vertAlign w:val="subscript"/>
              </w:rPr>
              <w:t>rated,c,TRP</w:t>
            </w:r>
            <w:r w:rsidR="00001B57" w:rsidRPr="00EF2F0E">
              <w:rPr>
                <w:rFonts w:cs="v5.0.0"/>
                <w:vertAlign w:val="subscript"/>
              </w:rPr>
              <w:t xml:space="preserve"> </w:t>
            </w:r>
            <w:r w:rsidR="00001B57" w:rsidRPr="00EF2F0E">
              <w:rPr>
                <w:rFonts w:cs="v5.0.0"/>
              </w:rPr>
              <w:t xml:space="preserve">– </w:t>
            </w:r>
            <w:r w:rsidRPr="00EF2F0E">
              <w:rPr>
                <w:rFonts w:cs="v5.0.0"/>
              </w:rPr>
              <w:t>53</w:t>
            </w:r>
            <w:r w:rsidR="00001B57" w:rsidRPr="00EF2F0E">
              <w:rPr>
                <w:rFonts w:cs="v5.0.0"/>
              </w:rPr>
              <w:t xml:space="preserve"> </w:t>
            </w:r>
            <w:r w:rsidRPr="00EF2F0E">
              <w:rPr>
                <w:rFonts w:cs="v5.0.0"/>
              </w:rPr>
              <w:t>dB</w:t>
            </w:r>
            <w:r w:rsidR="00001B57" w:rsidRPr="00EF2F0E">
              <w:rPr>
                <w:rFonts w:cs="v5.0.0"/>
              </w:rPr>
              <w:t xml:space="preserve"> </w:t>
            </w:r>
            <w:r w:rsidRPr="00EF2F0E">
              <w:rPr>
                <w:rFonts w:cs="v5.0.0"/>
              </w:rPr>
              <w:t>-</w:t>
            </w:r>
            <w:r w:rsidR="00001B57" w:rsidRPr="00EF2F0E">
              <w:rPr>
                <w:rFonts w:cs="v5.0.0"/>
              </w:rPr>
              <w:t xml:space="preserve"> </w:t>
            </w:r>
            <w:r w:rsidRPr="00EF2F0E">
              <w:rPr>
                <w:rFonts w:cs="v5.0.0"/>
              </w:rPr>
              <w:t>(7/5)*(f_offset-0,05)</w:t>
            </w:r>
            <w:r w:rsidR="00001B57" w:rsidRPr="00EF2F0E">
              <w:rPr>
                <w:rFonts w:cs="v5.0.0"/>
              </w:rPr>
              <w:t xml:space="preserve"> </w:t>
            </w:r>
            <w:r w:rsidRPr="00EF2F0E">
              <w:rPr>
                <w:rFonts w:cs="v5.0.0"/>
              </w:rPr>
              <w:t>dB</w:t>
            </w:r>
          </w:p>
        </w:tc>
        <w:tc>
          <w:tcPr>
            <w:tcW w:w="1430" w:type="dxa"/>
            <w:tcBorders>
              <w:top w:val="single" w:sz="4" w:space="0" w:color="auto"/>
              <w:left w:val="single" w:sz="4" w:space="0" w:color="auto"/>
              <w:bottom w:val="single" w:sz="4" w:space="0" w:color="auto"/>
              <w:right w:val="single" w:sz="4" w:space="0" w:color="auto"/>
            </w:tcBorders>
          </w:tcPr>
          <w:p w14:paraId="0984E88F" w14:textId="77777777" w:rsidR="00B15E99" w:rsidRPr="00EF2F0E" w:rsidRDefault="00B15E99" w:rsidP="00AB06FD">
            <w:pPr>
              <w:pStyle w:val="TAC"/>
              <w:rPr>
                <w:rFonts w:cs="v5.0.0"/>
              </w:rPr>
            </w:pPr>
            <w:r w:rsidRPr="00EF2F0E">
              <w:rPr>
                <w:rFonts w:cs="v5.0.0"/>
              </w:rPr>
              <w:t xml:space="preserve">100 kHz </w:t>
            </w:r>
          </w:p>
        </w:tc>
      </w:tr>
      <w:tr w:rsidR="003401A4" w:rsidRPr="00EF2F0E" w14:paraId="0984E895"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891" w14:textId="77777777" w:rsidR="00B15E99" w:rsidRPr="00EF2F0E" w:rsidRDefault="00B15E99" w:rsidP="00AB06FD">
            <w:pPr>
              <w:pStyle w:val="TAC"/>
              <w:rPr>
                <w:rFonts w:cs="v5.0.0"/>
                <w:lang w:val="sv-FI"/>
              </w:rPr>
            </w:pPr>
            <w:r w:rsidRPr="00EF2F0E">
              <w:rPr>
                <w:rFonts w:cs="v5.0.0"/>
                <w:lang w:val="sv-FI"/>
              </w:rPr>
              <w:t xml:space="preserve">5 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r w:rsidRPr="00EF2F0E">
              <w:rPr>
                <w:rFonts w:cs="Arial"/>
                <w:lang w:val="sv-FI"/>
              </w:rPr>
              <w:t xml:space="preserve">min(10 MHz, </w:t>
            </w:r>
            <w:r w:rsidRPr="00EF2F0E">
              <w:rPr>
                <w:rFonts w:cs="Arial"/>
              </w:rPr>
              <w:t>Δ</w:t>
            </w:r>
            <w:r w:rsidRPr="00EF2F0E">
              <w:rPr>
                <w:rFonts w:cs="Arial"/>
                <w:lang w:val="sv-FI"/>
              </w:rPr>
              <w:t>f</w:t>
            </w:r>
            <w:r w:rsidRPr="00EF2F0E">
              <w:rPr>
                <w:rFonts w:cs="Arial"/>
                <w:vertAlign w:val="subscript"/>
                <w:lang w:val="sv-FI" w:eastAsia="zh-CN"/>
              </w:rPr>
              <w:t>max</w:t>
            </w:r>
            <w:r w:rsidRPr="00EF2F0E">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984E892" w14:textId="77777777" w:rsidR="00B15E99" w:rsidRPr="00EF2F0E" w:rsidRDefault="00B15E99"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r w:rsidRPr="00EF2F0E">
              <w:rPr>
                <w:rFonts w:cs="Arial"/>
                <w:lang w:val="sv-FI"/>
              </w:rPr>
              <w:t>min(10.05 MHz, f_offset</w:t>
            </w:r>
            <w:r w:rsidRPr="00EF2F0E">
              <w:rPr>
                <w:rFonts w:cs="Arial"/>
                <w:vertAlign w:val="subscript"/>
                <w:lang w:val="sv-FI" w:eastAsia="zh-CN"/>
              </w:rPr>
              <w:t>max</w:t>
            </w:r>
            <w:r w:rsidRPr="00EF2F0E">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984E893" w14:textId="77777777" w:rsidR="00B15E99" w:rsidRPr="00EF2F0E" w:rsidRDefault="00B15E99" w:rsidP="00AB06FD">
            <w:pPr>
              <w:pStyle w:val="TAC"/>
              <w:rPr>
                <w:rFonts w:cs="v5.0.0"/>
              </w:rPr>
            </w:pPr>
            <w:r w:rsidRPr="00EF2F0E">
              <w:rPr>
                <w:rFonts w:cs="Arial"/>
                <w:lang w:eastAsia="zh-CN"/>
              </w:rPr>
              <w:t>P</w:t>
            </w:r>
            <w:r w:rsidRPr="00EF2F0E">
              <w:rPr>
                <w:rFonts w:cs="Arial"/>
                <w:vertAlign w:val="subscript"/>
                <w:lang w:eastAsia="zh-CN"/>
              </w:rPr>
              <w:t>rated,c,TRP</w:t>
            </w:r>
            <w:r w:rsidR="00001B57" w:rsidRPr="00EF2F0E">
              <w:rPr>
                <w:rFonts w:cs="Arial"/>
                <w:vertAlign w:val="subscript"/>
                <w:lang w:eastAsia="zh-CN"/>
              </w:rPr>
              <w:t xml:space="preserve"> </w:t>
            </w:r>
            <w:r w:rsidR="009D7587" w:rsidRPr="00EF2F0E">
              <w:rPr>
                <w:rFonts w:cs="Arial"/>
                <w:lang w:eastAsia="zh-CN"/>
              </w:rPr>
              <w:t>–</w:t>
            </w:r>
            <w:r w:rsidR="00001B57" w:rsidRPr="00EF2F0E">
              <w:rPr>
                <w:rFonts w:cs="Arial"/>
                <w:lang w:eastAsia="zh-CN"/>
              </w:rPr>
              <w:t xml:space="preserve"> </w:t>
            </w:r>
            <w:r w:rsidRPr="00EF2F0E">
              <w:rPr>
                <w:rFonts w:cs="Arial"/>
                <w:lang w:eastAsia="zh-CN"/>
              </w:rPr>
              <w:t>60</w:t>
            </w:r>
            <w:r w:rsidR="009D7587" w:rsidRPr="00EF2F0E">
              <w:rPr>
                <w:rFonts w:cs="Arial"/>
                <w:lang w:eastAsia="zh-CN"/>
              </w:rPr>
              <w:t xml:space="preserve"> </w:t>
            </w:r>
            <w:r w:rsidRPr="00EF2F0E">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0984E894" w14:textId="77777777" w:rsidR="00B15E99" w:rsidRPr="00EF2F0E" w:rsidRDefault="00B15E99" w:rsidP="00AB06FD">
            <w:pPr>
              <w:pStyle w:val="TAC"/>
              <w:rPr>
                <w:rFonts w:cs="v5.0.0"/>
              </w:rPr>
            </w:pPr>
            <w:r w:rsidRPr="00EF2F0E">
              <w:rPr>
                <w:rFonts w:cs="v5.0.0"/>
              </w:rPr>
              <w:t xml:space="preserve">100 kHz </w:t>
            </w:r>
          </w:p>
        </w:tc>
      </w:tr>
      <w:tr w:rsidR="003401A4" w:rsidRPr="00EF2F0E" w14:paraId="0984E89A"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896" w14:textId="77777777" w:rsidR="00B15E99" w:rsidRPr="00EF2F0E" w:rsidRDefault="00B15E99"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E897" w14:textId="77777777" w:rsidR="00B15E99" w:rsidRPr="00EF2F0E" w:rsidRDefault="00B15E99" w:rsidP="00AB06FD">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E898" w14:textId="77777777" w:rsidR="00B15E99" w:rsidRPr="00EF2F0E" w:rsidRDefault="00B15E99" w:rsidP="00AB06FD">
            <w:pPr>
              <w:pStyle w:val="TAC"/>
              <w:rPr>
                <w:rFonts w:cs="v5.0.0"/>
              </w:rPr>
            </w:pPr>
            <w:r w:rsidRPr="00EF2F0E">
              <w:rPr>
                <w:rFonts w:cs="Arial"/>
                <w:lang w:eastAsia="zh-CN"/>
              </w:rPr>
              <w:t>Min(P</w:t>
            </w:r>
            <w:r w:rsidRPr="00EF2F0E">
              <w:rPr>
                <w:rFonts w:cs="Arial"/>
                <w:vertAlign w:val="subscript"/>
                <w:lang w:eastAsia="zh-CN"/>
              </w:rPr>
              <w:t>rated,c,TRP</w:t>
            </w:r>
            <w:r w:rsidR="00001B57" w:rsidRPr="00EF2F0E">
              <w:rPr>
                <w:rFonts w:cs="Arial"/>
                <w:vertAlign w:val="subscript"/>
                <w:lang w:eastAsia="zh-CN"/>
              </w:rPr>
              <w:t xml:space="preserve"> </w:t>
            </w:r>
            <w:r w:rsidR="009D7587" w:rsidRPr="00EF2F0E">
              <w:rPr>
                <w:rFonts w:cs="Arial"/>
                <w:lang w:eastAsia="zh-CN"/>
              </w:rPr>
              <w:t>–</w:t>
            </w:r>
            <w:r w:rsidR="00001B57" w:rsidRPr="00EF2F0E">
              <w:rPr>
                <w:rFonts w:cs="Arial"/>
                <w:lang w:eastAsia="zh-CN"/>
              </w:rPr>
              <w:t xml:space="preserve"> </w:t>
            </w:r>
            <w:r w:rsidRPr="00EF2F0E">
              <w:rPr>
                <w:rFonts w:cs="Arial"/>
                <w:lang w:eastAsia="zh-CN"/>
              </w:rPr>
              <w:t>60</w:t>
            </w:r>
            <w:r w:rsidR="009D7587" w:rsidRPr="00EF2F0E">
              <w:rPr>
                <w:rFonts w:cs="Arial"/>
                <w:lang w:eastAsia="zh-CN"/>
              </w:rPr>
              <w:t xml:space="preserve"> </w:t>
            </w:r>
            <w:r w:rsidRPr="00EF2F0E">
              <w:rPr>
                <w:rFonts w:cs="Arial"/>
                <w:lang w:eastAsia="zh-CN"/>
              </w:rPr>
              <w:t>dB, -</w:t>
            </w:r>
            <w:r w:rsidR="00001B57" w:rsidRPr="00EF2F0E">
              <w:rPr>
                <w:rFonts w:cs="Arial"/>
                <w:lang w:eastAsia="zh-CN"/>
              </w:rPr>
              <w:t>16</w:t>
            </w:r>
            <w:r w:rsidR="009D7587" w:rsidRPr="00EF2F0E">
              <w:rPr>
                <w:rFonts w:cs="Arial"/>
                <w:lang w:eastAsia="zh-CN"/>
              </w:rPr>
              <w:t xml:space="preserve"> </w:t>
            </w:r>
            <w:r w:rsidRPr="00EF2F0E">
              <w:rPr>
                <w:rFonts w:cs="Arial"/>
                <w:lang w:eastAsia="zh-CN"/>
              </w:rPr>
              <w:t>dBm) (Note 4)</w:t>
            </w:r>
          </w:p>
        </w:tc>
        <w:tc>
          <w:tcPr>
            <w:tcW w:w="1430" w:type="dxa"/>
            <w:tcBorders>
              <w:top w:val="single" w:sz="4" w:space="0" w:color="auto"/>
              <w:left w:val="single" w:sz="4" w:space="0" w:color="auto"/>
              <w:bottom w:val="single" w:sz="4" w:space="0" w:color="auto"/>
              <w:right w:val="single" w:sz="4" w:space="0" w:color="auto"/>
            </w:tcBorders>
          </w:tcPr>
          <w:p w14:paraId="0984E899" w14:textId="77777777" w:rsidR="00B15E99" w:rsidRPr="00EF2F0E" w:rsidRDefault="00B15E99" w:rsidP="00AB06FD">
            <w:pPr>
              <w:pStyle w:val="TAC"/>
              <w:pBdr>
                <w:top w:val="single" w:sz="12" w:space="3" w:color="auto"/>
              </w:pBdr>
              <w:rPr>
                <w:rFonts w:cs="v5.0.0"/>
              </w:rPr>
            </w:pPr>
            <w:r w:rsidRPr="00EF2F0E">
              <w:rPr>
                <w:rFonts w:cs="v5.0.0"/>
              </w:rPr>
              <w:t>100 kHz</w:t>
            </w:r>
          </w:p>
        </w:tc>
      </w:tr>
      <w:tr w:rsidR="00B15E99" w:rsidRPr="00EF2F0E" w14:paraId="0984E89D" w14:textId="77777777" w:rsidTr="00AB06FD">
        <w:trPr>
          <w:cantSplit/>
          <w:jc w:val="center"/>
        </w:trPr>
        <w:tc>
          <w:tcPr>
            <w:tcW w:w="9988" w:type="dxa"/>
            <w:gridSpan w:val="4"/>
          </w:tcPr>
          <w:p w14:paraId="7F6D9ED3" w14:textId="6E79F681" w:rsidR="00DE4CD9" w:rsidRPr="00EF2F0E" w:rsidRDefault="00DE4CD9" w:rsidP="00DE4CD9">
            <w:pPr>
              <w:pStyle w:val="TAN"/>
            </w:pPr>
            <w:r w:rsidRPr="00EF2F0E">
              <w:t>NOTE 1:</w:t>
            </w:r>
            <w:r w:rsidRPr="00EF2F0E">
              <w:tab/>
              <w:t xml:space="preserve">For MSR </w:t>
            </w:r>
            <w:r w:rsidRPr="00EF2F0E">
              <w:rPr>
                <w:i/>
              </w:rPr>
              <w:t>RIB</w:t>
            </w:r>
            <w:r w:rsidRPr="00EF2F0E">
              <w:t xml:space="preserve"> supporting non-contiguous spectrum operation within any operating band the </w:t>
            </w:r>
            <w:r w:rsidRPr="00EF2F0E">
              <w:rPr>
                <w:i/>
              </w:rPr>
              <w:t xml:space="preserve">minimum requirement </w:t>
            </w:r>
            <w:r w:rsidRPr="00EF2F0E">
              <w:t xml:space="preserve">within </w:t>
            </w:r>
            <w:r w:rsidRPr="00EF2F0E">
              <w:rPr>
                <w:i/>
              </w:rPr>
              <w:t>sub-block gaps</w:t>
            </w:r>
            <w:r w:rsidRPr="00EF2F0E">
              <w:t xml:space="preserve"> is calculated as a cumulative sum of contributions from adjacent </w:t>
            </w:r>
            <w:r w:rsidRPr="00EF2F0E">
              <w:rPr>
                <w:rFonts w:cs="v5.0.0"/>
              </w:rPr>
              <w:t xml:space="preserve">sub blocks on each side of the </w:t>
            </w:r>
            <w:r w:rsidRPr="00EF2F0E">
              <w:rPr>
                <w:rFonts w:cs="v5.0.0"/>
                <w:i/>
              </w:rPr>
              <w:t>sub block gap</w:t>
            </w:r>
            <w:r w:rsidRPr="00EF2F0E">
              <w:t xml:space="preserve">. Exception is </w:t>
            </w:r>
            <w:r w:rsidRPr="00EF2F0E">
              <w:rPr>
                <w:rFonts w:ascii="Symbol" w:hAnsi="Symbol"/>
              </w:rPr>
              <w:t></w:t>
            </w:r>
            <w:r w:rsidRPr="00EF2F0E">
              <w:t xml:space="preserve">f ≥ 10MHz from both adjacent sub blocks on each side of the </w:t>
            </w:r>
            <w:r w:rsidRPr="00EF2F0E">
              <w:rPr>
                <w:i/>
              </w:rPr>
              <w:t>sub-block gap</w:t>
            </w:r>
            <w:r w:rsidRPr="00EF2F0E">
              <w:t xml:space="preserve">, where the </w:t>
            </w:r>
            <w:r w:rsidRPr="00EF2F0E">
              <w:rPr>
                <w:i/>
              </w:rPr>
              <w:t>minimum requirement</w:t>
            </w:r>
            <w:r w:rsidRPr="00EF2F0E">
              <w:t xml:space="preserve"> within sub-block gaps shall be </w:t>
            </w:r>
            <w:r w:rsidRPr="00EF2F0E">
              <w:rPr>
                <w:lang w:eastAsia="zh-CN"/>
              </w:rPr>
              <w:t>Min(P</w:t>
            </w:r>
            <w:r w:rsidRPr="00EF2F0E">
              <w:rPr>
                <w:vertAlign w:val="subscript"/>
                <w:lang w:eastAsia="zh-CN"/>
              </w:rPr>
              <w:t xml:space="preserve">rated,c,TRP </w:t>
            </w:r>
            <w:r w:rsidRPr="00EF2F0E">
              <w:rPr>
                <w:lang w:eastAsia="zh-CN"/>
              </w:rPr>
              <w:t>– 60 dB, -16 dBm)</w:t>
            </w:r>
            <w:r w:rsidRPr="00EF2F0E">
              <w:t>/1</w:t>
            </w:r>
            <w:r w:rsidRPr="00EF2F0E">
              <w:rPr>
                <w:lang w:eastAsia="zh-CN"/>
              </w:rPr>
              <w:t>00 k</w:t>
            </w:r>
            <w:r w:rsidRPr="00EF2F0E">
              <w:t>Hz.</w:t>
            </w:r>
          </w:p>
          <w:p w14:paraId="0984E89C" w14:textId="133CD6D4" w:rsidR="00B15E99" w:rsidRPr="00EF2F0E" w:rsidRDefault="00DE4CD9" w:rsidP="00DE4CD9">
            <w:pPr>
              <w:pStyle w:val="TAN"/>
            </w:pPr>
            <w:r w:rsidRPr="00EF2F0E">
              <w:t>NOTE 2:</w:t>
            </w:r>
            <w:r w:rsidRPr="00EF2F0E">
              <w:tab/>
              <w:t xml:space="preserve">For MSR </w:t>
            </w:r>
            <w:r w:rsidRPr="00EF2F0E">
              <w:rPr>
                <w:i/>
              </w:rPr>
              <w:t>multi band RIB</w:t>
            </w:r>
            <w:r w:rsidRPr="00EF2F0E">
              <w:t xml:space="preserve"> with </w:t>
            </w:r>
            <w:r w:rsidRPr="00EF2F0E">
              <w:rPr>
                <w:i/>
              </w:rPr>
              <w:t>Inter RF Bandwidth gap</w:t>
            </w:r>
            <w:r w:rsidRPr="00EF2F0E">
              <w:t xml:space="preserve"> &lt; 2×Δf</w:t>
            </w:r>
            <w:r w:rsidRPr="00EF2F0E">
              <w:rPr>
                <w:vertAlign w:val="subscript"/>
              </w:rPr>
              <w:t>OBUE</w:t>
            </w:r>
            <w:r w:rsidRPr="00EF2F0E">
              <w:t xml:space="preserve"> the </w:t>
            </w:r>
            <w:r w:rsidRPr="00EF2F0E">
              <w:rPr>
                <w:i/>
              </w:rPr>
              <w:t>minimum requriement</w:t>
            </w:r>
            <w:r w:rsidRPr="00EF2F0E">
              <w:t xml:space="preserve"> within the </w:t>
            </w:r>
            <w:r w:rsidRPr="00EF2F0E">
              <w:rPr>
                <w:i/>
              </w:rPr>
              <w:t>Inter RF Bandwidth gaps</w:t>
            </w:r>
            <w:r w:rsidRPr="00EF2F0E">
              <w:t xml:space="preserve"> is calculated as a cumulative sum of contributions from adjacent sub-blocks or RF Bandwidth on each side of the </w:t>
            </w:r>
            <w:r w:rsidRPr="00EF2F0E">
              <w:rPr>
                <w:i/>
              </w:rPr>
              <w:t>Inter RF Bandwidth gap</w:t>
            </w:r>
            <w:r w:rsidRPr="00EF2F0E">
              <w:t>.</w:t>
            </w:r>
          </w:p>
        </w:tc>
      </w:tr>
    </w:tbl>
    <w:p w14:paraId="0984E89E" w14:textId="77777777" w:rsidR="00B15E99" w:rsidRPr="00EF2F0E" w:rsidRDefault="00B15E99" w:rsidP="00B15E99"/>
    <w:p w14:paraId="0984E89F" w14:textId="28A2CEC6" w:rsidR="00B15E99" w:rsidRPr="00EF2F0E" w:rsidRDefault="00B15E99" w:rsidP="00B15E99">
      <w:pPr>
        <w:pStyle w:val="TH"/>
        <w:rPr>
          <w:rFonts w:cs="v5.0.0"/>
        </w:rPr>
      </w:pPr>
      <w:r w:rsidRPr="00EF2F0E">
        <w:t>Table 9.7.5.2.2-</w:t>
      </w:r>
      <w:r w:rsidRPr="00EF2F0E">
        <w:rPr>
          <w:lang w:eastAsia="zh-CN"/>
        </w:rPr>
        <w:t>3</w:t>
      </w:r>
      <w:r w:rsidRPr="00EF2F0E">
        <w:t xml:space="preserve">: </w:t>
      </w:r>
      <w:r w:rsidR="00043441">
        <w:t>MR BS OBUE in</w:t>
      </w:r>
      <w:r w:rsidR="00043441" w:rsidRPr="00DF5484">
        <w:t xml:space="preserve"> BC1 bands applicable for</w:t>
      </w:r>
      <w:r w:rsidR="00043441">
        <w:t xml:space="preserve">: </w:t>
      </w:r>
      <w:r w:rsidR="00043441" w:rsidRPr="00DF5484">
        <w:t xml:space="preserve">BS with maximum output power </w:t>
      </w:r>
      <w:r w:rsidR="00043441" w:rsidRPr="00DF5484">
        <w:rPr>
          <w:rFonts w:cs="v4.2.0"/>
        </w:rPr>
        <w:t>P</w:t>
      </w:r>
      <w:r w:rsidR="00043441" w:rsidRPr="00DF5484">
        <w:rPr>
          <w:rFonts w:cs="v4.2.0"/>
          <w:vertAlign w:val="subscript"/>
        </w:rPr>
        <w:t>rated,c,TRP</w:t>
      </w:r>
      <w:r w:rsidR="00043441" w:rsidRPr="00DF5484">
        <w:t xml:space="preserve"> </w:t>
      </w:r>
      <w:r w:rsidR="00043441" w:rsidRPr="00DF5484">
        <w:rPr>
          <w:rFonts w:cs="v5.0.0"/>
        </w:rPr>
        <w:sym w:font="Symbol" w:char="F0A3"/>
      </w:r>
      <w:r w:rsidR="00043441" w:rsidRPr="00DF5484">
        <w:t xml:space="preserve"> 40 dBm </w:t>
      </w:r>
      <w:r w:rsidR="00043441">
        <w:t xml:space="preserve">and </w:t>
      </w:r>
      <w:r w:rsidR="00043441" w:rsidRPr="00DF5484">
        <w:t>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E8A4" w14:textId="77777777" w:rsidTr="00AB06FD">
        <w:trPr>
          <w:cantSplit/>
          <w:jc w:val="center"/>
        </w:trPr>
        <w:tc>
          <w:tcPr>
            <w:tcW w:w="2127" w:type="dxa"/>
          </w:tcPr>
          <w:p w14:paraId="0984E8A0"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Pr>
          <w:p w14:paraId="0984E8A1"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455" w:type="dxa"/>
          </w:tcPr>
          <w:p w14:paraId="0984E8A2" w14:textId="77777777" w:rsidR="00B15E99" w:rsidRPr="00EF2F0E" w:rsidRDefault="00B15E99" w:rsidP="00AB06FD">
            <w:pPr>
              <w:keepNext/>
              <w:keepLines/>
              <w:spacing w:after="0"/>
              <w:jc w:val="center"/>
              <w:rPr>
                <w:rFonts w:ascii="Arial" w:hAnsi="Arial" w:cs="Arial"/>
                <w:b/>
                <w:sz w:val="18"/>
              </w:rPr>
            </w:pPr>
            <w:r w:rsidRPr="00EF2F0E">
              <w:rPr>
                <w:rFonts w:ascii="Arial" w:hAnsi="Arial" w:cs="v5.0.0"/>
                <w:b/>
                <w:sz w:val="18"/>
              </w:rPr>
              <w:t>Minimum requirement</w:t>
            </w:r>
            <w:r w:rsidRPr="00EF2F0E">
              <w:rPr>
                <w:rFonts w:ascii="Arial" w:hAnsi="Arial" w:cs="Arial"/>
                <w:b/>
                <w:sz w:val="18"/>
              </w:rPr>
              <w:t xml:space="preserve"> (NOTE 1, </w:t>
            </w:r>
            <w:r w:rsidRPr="00EF2F0E">
              <w:rPr>
                <w:rFonts w:ascii="Arial" w:hAnsi="Arial" w:cs="Arial"/>
                <w:b/>
                <w:sz w:val="18"/>
                <w:lang w:eastAsia="zh-CN"/>
              </w:rPr>
              <w:t>2</w:t>
            </w:r>
            <w:r w:rsidRPr="00EF2F0E">
              <w:rPr>
                <w:rFonts w:ascii="Arial" w:hAnsi="Arial" w:cs="Arial"/>
                <w:b/>
                <w:sz w:val="18"/>
              </w:rPr>
              <w:t>)</w:t>
            </w:r>
          </w:p>
        </w:tc>
        <w:tc>
          <w:tcPr>
            <w:tcW w:w="1430" w:type="dxa"/>
          </w:tcPr>
          <w:p w14:paraId="0984E8A3"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(NOTE 4)</w:t>
            </w:r>
          </w:p>
        </w:tc>
      </w:tr>
      <w:tr w:rsidR="003401A4" w:rsidRPr="00EF2F0E" w14:paraId="0984E8A9" w14:textId="77777777" w:rsidTr="003401A4">
        <w:trPr>
          <w:cantSplit/>
          <w:trHeight w:val="463"/>
          <w:jc w:val="center"/>
        </w:trPr>
        <w:tc>
          <w:tcPr>
            <w:tcW w:w="2127" w:type="dxa"/>
          </w:tcPr>
          <w:p w14:paraId="0984E8A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0.6 MHz</w:t>
            </w:r>
          </w:p>
        </w:tc>
        <w:tc>
          <w:tcPr>
            <w:tcW w:w="2976" w:type="dxa"/>
          </w:tcPr>
          <w:p w14:paraId="0984E8A6"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0.015MHz </w:t>
            </w:r>
            <w:r w:rsidRPr="00EF2F0E">
              <w:rPr>
                <w:rFonts w:ascii="Arial" w:hAnsi="Arial" w:cs="Arial"/>
                <w:sz w:val="18"/>
              </w:rPr>
              <w:sym w:font="Symbol" w:char="F0A3"/>
            </w:r>
            <w:r w:rsidRPr="00EF2F0E">
              <w:rPr>
                <w:rFonts w:ascii="Arial" w:hAnsi="Arial" w:cs="Arial"/>
                <w:sz w:val="18"/>
              </w:rPr>
              <w:t xml:space="preserve"> f_offset &lt; 0.615MHz </w:t>
            </w:r>
          </w:p>
        </w:tc>
        <w:tc>
          <w:tcPr>
            <w:tcW w:w="3455" w:type="dxa"/>
          </w:tcPr>
          <w:p w14:paraId="0984E8A7" w14:textId="77777777" w:rsidR="00EF425E" w:rsidRPr="00EF2F0E" w:rsidRDefault="00EF425E" w:rsidP="00E13F96">
            <w:pPr>
              <w:pStyle w:val="TAC"/>
              <w:rPr>
                <w:rFonts w:cs="Arial"/>
                <w:lang w:eastAsia="zh-CN"/>
              </w:rPr>
            </w:pPr>
            <m:oMathPara>
              <m:oMath>
                <m:r>
                  <m:rPr>
                    <m:sty m:val="p"/>
                  </m:rPr>
                  <w:rPr>
                    <w:rFonts w:ascii="Cambria Math" w:hAnsi="Cambria Math" w:hint="eastAsia"/>
                  </w:rPr>
                  <w:object w:dxaOrig="3400" w:dyaOrig="620" w14:anchorId="098511F1">
                    <v:shape id="_x0000_i1082" type="#_x0000_t75" style="width:150.1pt;height:28.05pt" o:ole="">
                      <v:fill o:detectmouseclick="t"/>
                      <v:imagedata r:id="rId120" o:title=""/>
                    </v:shape>
                    <o:OLEObject Type="Embed" ProgID="Equation.DSMT4" ShapeID="_x0000_i1082" DrawAspect="Content" ObjectID="_1717663604" r:id="rId121">
                      <o:FieldCodes>\* MERGEFORMAT</o:FieldCodes>
                    </o:OLEObject>
                  </w:object>
                </m:r>
              </m:oMath>
            </m:oMathPara>
          </w:p>
        </w:tc>
        <w:tc>
          <w:tcPr>
            <w:tcW w:w="1430" w:type="dxa"/>
          </w:tcPr>
          <w:p w14:paraId="0984E8A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8AE" w14:textId="77777777" w:rsidTr="00E13F96">
        <w:trPr>
          <w:cantSplit/>
          <w:trHeight w:val="567"/>
          <w:jc w:val="center"/>
        </w:trPr>
        <w:tc>
          <w:tcPr>
            <w:tcW w:w="2127" w:type="dxa"/>
          </w:tcPr>
          <w:p w14:paraId="0984E8A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0.6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1 MHz</w:t>
            </w:r>
          </w:p>
        </w:tc>
        <w:tc>
          <w:tcPr>
            <w:tcW w:w="2976" w:type="dxa"/>
          </w:tcPr>
          <w:p w14:paraId="0984E8A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0.615MHz </w:t>
            </w:r>
            <w:r w:rsidRPr="00EF2F0E">
              <w:rPr>
                <w:rFonts w:ascii="Arial" w:hAnsi="Arial" w:cs="Arial"/>
                <w:sz w:val="18"/>
              </w:rPr>
              <w:sym w:font="Symbol" w:char="F0A3"/>
            </w:r>
            <w:r w:rsidRPr="00EF2F0E">
              <w:rPr>
                <w:rFonts w:ascii="Arial" w:hAnsi="Arial" w:cs="Arial"/>
                <w:sz w:val="18"/>
              </w:rPr>
              <w:t xml:space="preserve"> f_offset &lt; 1.015MHz</w:t>
            </w:r>
          </w:p>
        </w:tc>
        <w:tc>
          <w:tcPr>
            <w:tcW w:w="3455" w:type="dxa"/>
          </w:tcPr>
          <w:p w14:paraId="0984E8AC" w14:textId="77777777" w:rsidR="00B15E99" w:rsidRPr="00EF2F0E" w:rsidRDefault="00E13F96" w:rsidP="00AB06FD">
            <w:pPr>
              <w:keepNext/>
              <w:keepLines/>
              <w:spacing w:after="0"/>
              <w:jc w:val="center"/>
              <w:rPr>
                <w:rFonts w:ascii="Arial" w:hAnsi="Arial" w:cs="Arial"/>
                <w:sz w:val="18"/>
              </w:rPr>
            </w:pPr>
            <m:oMathPara>
              <m:oMath>
                <m:r>
                  <w:rPr>
                    <w:rFonts w:ascii="Cambria Math" w:hAnsi="Cambria Math" w:cs="Arial" w:hint="eastAsia"/>
                    <w:i/>
                    <w:sz w:val="18"/>
                  </w:rPr>
                  <w:object w:dxaOrig="3299" w:dyaOrig="579" w14:anchorId="098511F2">
                    <v:shape id="对象 103" o:spid="_x0000_i1083" type="#_x0000_t75" style="width:155.6pt;height:28.05pt;mso-wrap-style:square;mso-position-horizontal-relative:page;mso-position-vertical-relative:page" o:ole="">
                      <v:fill o:detectmouseclick="t"/>
                      <v:imagedata r:id="rId122" o:title=""/>
                    </v:shape>
                    <o:OLEObject Type="Embed" ProgID="Equation.3" ShapeID="对象 103" DrawAspect="Content" ObjectID="_1717663605" r:id="rId123">
                      <o:FieldCodes>\* MERGEFORMAT</o:FieldCodes>
                    </o:OLEObject>
                  </w:object>
                </m:r>
              </m:oMath>
            </m:oMathPara>
          </w:p>
        </w:tc>
        <w:tc>
          <w:tcPr>
            <w:tcW w:w="1430" w:type="dxa"/>
          </w:tcPr>
          <w:p w14:paraId="0984E8A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8B3" w14:textId="77777777" w:rsidTr="00AB06FD">
        <w:trPr>
          <w:cantSplit/>
          <w:jc w:val="center"/>
        </w:trPr>
        <w:tc>
          <w:tcPr>
            <w:tcW w:w="2127" w:type="dxa"/>
          </w:tcPr>
          <w:p w14:paraId="0984E8A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(NOTE 3)</w:t>
            </w:r>
          </w:p>
        </w:tc>
        <w:tc>
          <w:tcPr>
            <w:tcW w:w="2976" w:type="dxa"/>
          </w:tcPr>
          <w:p w14:paraId="0984E8B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1.015MHz </w:t>
            </w:r>
            <w:r w:rsidRPr="00EF2F0E">
              <w:rPr>
                <w:rFonts w:ascii="Arial" w:hAnsi="Arial" w:cs="Arial"/>
                <w:sz w:val="18"/>
              </w:rPr>
              <w:sym w:font="Symbol" w:char="F0A3"/>
            </w:r>
            <w:r w:rsidRPr="00EF2F0E">
              <w:rPr>
                <w:rFonts w:ascii="Arial" w:hAnsi="Arial" w:cs="Arial"/>
                <w:sz w:val="18"/>
              </w:rPr>
              <w:t xml:space="preserve"> f_offset &lt; 1.5 MHz </w:t>
            </w:r>
          </w:p>
        </w:tc>
        <w:tc>
          <w:tcPr>
            <w:tcW w:w="3455" w:type="dxa"/>
          </w:tcPr>
          <w:p w14:paraId="0984E8B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-25 dBm</w:t>
            </w:r>
          </w:p>
        </w:tc>
        <w:tc>
          <w:tcPr>
            <w:tcW w:w="1430" w:type="dxa"/>
          </w:tcPr>
          <w:p w14:paraId="0984E8B2"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8B8" w14:textId="77777777" w:rsidTr="00AB06FD">
        <w:trPr>
          <w:cantSplit/>
          <w:jc w:val="center"/>
        </w:trPr>
        <w:tc>
          <w:tcPr>
            <w:tcW w:w="2127" w:type="dxa"/>
          </w:tcPr>
          <w:p w14:paraId="0984E8B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 xml:space="preserve">f </w:t>
            </w:r>
            <w:r w:rsidRPr="00EF2F0E">
              <w:rPr>
                <w:rFonts w:ascii="Arial" w:hAnsi="Arial" w:cs="Arial"/>
                <w:sz w:val="18"/>
              </w:rPr>
              <w:sym w:font="Symbol" w:char="F0A3"/>
            </w:r>
            <w:r w:rsidRPr="00EF2F0E">
              <w:rPr>
                <w:rFonts w:ascii="Arial" w:hAnsi="Arial" w:cs="Arial"/>
                <w:sz w:val="18"/>
              </w:rPr>
              <w:t xml:space="preserve"> 5 MHz</w:t>
            </w:r>
          </w:p>
        </w:tc>
        <w:tc>
          <w:tcPr>
            <w:tcW w:w="2976" w:type="dxa"/>
          </w:tcPr>
          <w:p w14:paraId="0984E8B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1.5 MHz </w:t>
            </w:r>
            <w:r w:rsidRPr="00EF2F0E">
              <w:rPr>
                <w:rFonts w:ascii="Arial" w:hAnsi="Arial" w:cs="Arial"/>
                <w:sz w:val="18"/>
              </w:rPr>
              <w:sym w:font="Symbol" w:char="F0A3"/>
            </w:r>
            <w:r w:rsidRPr="00EF2F0E">
              <w:rPr>
                <w:rFonts w:ascii="Arial" w:hAnsi="Arial" w:cs="Arial"/>
                <w:sz w:val="18"/>
              </w:rPr>
              <w:t xml:space="preserve"> f_offset &lt; 5.5 MHz</w:t>
            </w:r>
          </w:p>
        </w:tc>
        <w:tc>
          <w:tcPr>
            <w:tcW w:w="3455" w:type="dxa"/>
          </w:tcPr>
          <w:p w14:paraId="0984E8B6"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-12 dBm</w:t>
            </w:r>
          </w:p>
        </w:tc>
        <w:tc>
          <w:tcPr>
            <w:tcW w:w="1430" w:type="dxa"/>
          </w:tcPr>
          <w:p w14:paraId="0984E8B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3401A4" w:rsidRPr="00EF2F0E" w14:paraId="0984E8BD" w14:textId="77777777" w:rsidTr="00AB06FD">
        <w:trPr>
          <w:cantSplit/>
          <w:jc w:val="center"/>
        </w:trPr>
        <w:tc>
          <w:tcPr>
            <w:tcW w:w="2127" w:type="dxa"/>
          </w:tcPr>
          <w:p w14:paraId="0984E8B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5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8B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5.5 MHz </w:t>
            </w:r>
            <w:r w:rsidRPr="00EF2F0E">
              <w:rPr>
                <w:rFonts w:ascii="Arial" w:hAnsi="Arial" w:cs="Arial"/>
                <w:sz w:val="18"/>
              </w:rPr>
              <w:sym w:font="Symbol" w:char="F0A3"/>
            </w:r>
            <w:r w:rsidRPr="00EF2F0E">
              <w:rPr>
                <w:rFonts w:ascii="Arial" w:hAnsi="Arial" w:cs="Arial"/>
                <w:sz w:val="18"/>
              </w:rPr>
              <w:t xml:space="preserve"> f_offset &lt; f_offset</w:t>
            </w:r>
            <w:r w:rsidRPr="00EF2F0E">
              <w:rPr>
                <w:rFonts w:ascii="Arial" w:hAnsi="Arial" w:cs="Arial"/>
                <w:sz w:val="18"/>
                <w:vertAlign w:val="subscript"/>
              </w:rPr>
              <w:t>max</w:t>
            </w:r>
            <w:r w:rsidRPr="00EF2F0E">
              <w:rPr>
                <w:rFonts w:ascii="Arial" w:hAnsi="Arial" w:cs="Arial"/>
                <w:sz w:val="18"/>
              </w:rPr>
              <w:t xml:space="preserve"> </w:t>
            </w:r>
          </w:p>
        </w:tc>
        <w:tc>
          <w:tcPr>
            <w:tcW w:w="3455" w:type="dxa"/>
          </w:tcPr>
          <w:p w14:paraId="0984E8B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-16 dBm</w:t>
            </w:r>
          </w:p>
        </w:tc>
        <w:tc>
          <w:tcPr>
            <w:tcW w:w="1430" w:type="dxa"/>
          </w:tcPr>
          <w:p w14:paraId="0984E8B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B15E99" w:rsidRPr="00EF2F0E" w14:paraId="0984E8C0" w14:textId="77777777" w:rsidTr="00AB06FD">
        <w:trPr>
          <w:cantSplit/>
          <w:jc w:val="center"/>
        </w:trPr>
        <w:tc>
          <w:tcPr>
            <w:tcW w:w="9988" w:type="dxa"/>
            <w:gridSpan w:val="4"/>
          </w:tcPr>
          <w:p w14:paraId="0984E8BE" w14:textId="77777777" w:rsidR="00B15E99" w:rsidRPr="00EF2F0E" w:rsidRDefault="00B15E99" w:rsidP="00AB06FD">
            <w:pPr>
              <w:keepNext/>
              <w:keepLines/>
              <w:spacing w:after="0"/>
              <w:ind w:left="851" w:hanging="851"/>
              <w:rPr>
                <w:rFonts w:ascii="Arial" w:hAnsi="Arial" w:cs="Arial"/>
                <w:sz w:val="18"/>
                <w:lang w:eastAsia="zh-CN"/>
              </w:rPr>
            </w:pPr>
            <w:r w:rsidRPr="00EF2F0E">
              <w:rPr>
                <w:rFonts w:ascii="Arial" w:hAnsi="Arial" w:cs="Arial"/>
                <w:sz w:val="18"/>
              </w:rPr>
              <w:t>NOTE 1:</w:t>
            </w:r>
            <w:r w:rsidRPr="00EF2F0E">
              <w:rPr>
                <w:rFonts w:ascii="Arial" w:hAnsi="Arial" w:cs="Arial"/>
                <w:sz w:val="18"/>
              </w:rPr>
              <w:tab/>
              <w:t xml:space="preserve">For MSR RIB supporting </w:t>
            </w:r>
            <w:r w:rsidRPr="00EF2F0E">
              <w:rPr>
                <w:rFonts w:ascii="Arial" w:hAnsi="Arial" w:cs="Arial"/>
                <w:i/>
                <w:sz w:val="18"/>
              </w:rPr>
              <w:t>non-contiguous spectrum</w:t>
            </w:r>
            <w:r w:rsidRPr="00EF2F0E">
              <w:rPr>
                <w:rFonts w:ascii="Arial" w:hAnsi="Arial" w:cs="Arial"/>
                <w:sz w:val="18"/>
              </w:rPr>
              <w:t xml:space="preserve"> operation </w:t>
            </w:r>
            <w:r w:rsidRPr="00EF2F0E">
              <w:rPr>
                <w:rFonts w:ascii="Arial" w:hAnsi="Arial" w:cs="Arial"/>
                <w:sz w:val="18"/>
                <w:lang w:eastAsia="zh-CN"/>
              </w:rPr>
              <w:t xml:space="preserve">within any operating band </w:t>
            </w:r>
            <w:r w:rsidRPr="00EF2F0E">
              <w:rPr>
                <w:rFonts w:ascii="Arial" w:hAnsi="Arial" w:cs="Arial"/>
                <w:sz w:val="18"/>
              </w:rPr>
              <w:t xml:space="preserve">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w:t>
            </w:r>
            <w:r w:rsidRPr="00EF2F0E">
              <w:rPr>
                <w:rFonts w:ascii="Arial" w:hAnsi="Arial" w:cs="Arial"/>
                <w:sz w:val="18"/>
                <w:lang w:eastAsia="zh-CN"/>
              </w:rPr>
              <w:t xml:space="preserve">contributions from </w:t>
            </w:r>
            <w:r w:rsidRPr="00EF2F0E">
              <w:rPr>
                <w:rFonts w:ascii="Arial" w:hAnsi="Arial" w:cs="Arial"/>
                <w:sz w:val="18"/>
              </w:rPr>
              <w:t xml:space="preserve">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f ≥ 10MHz from both adjacent sub</w:t>
            </w:r>
            <w:r w:rsidRPr="00EF2F0E">
              <w:rPr>
                <w:rFonts w:ascii="Arial" w:hAnsi="Arial" w:cs="Arial"/>
                <w:sz w:val="18"/>
                <w:lang w:eastAsia="zh-CN"/>
              </w:rPr>
              <w:t>-</w:t>
            </w:r>
            <w:r w:rsidRPr="00EF2F0E">
              <w:rPr>
                <w:rFonts w:ascii="Arial" w:hAnsi="Arial" w:cs="Arial"/>
                <w:sz w:val="18"/>
              </w:rPr>
              <w:t xml:space="preserve">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-16 dBm/MHz.</w:t>
            </w:r>
          </w:p>
          <w:p w14:paraId="0984E8BF"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006E5225" w:rsidRPr="00EF2F0E">
              <w:rPr>
                <w:rFonts w:ascii="Arial" w:hAnsi="Arial" w:cs="Arial"/>
                <w:sz w:val="18"/>
              </w:rPr>
              <w:tab/>
            </w:r>
            <w:r w:rsidRPr="00EF2F0E">
              <w:rPr>
                <w:rFonts w:ascii="Arial" w:hAnsi="Arial" w:cs="Arial"/>
                <w:sz w:val="18"/>
              </w:rPr>
              <w:t xml:space="preserve">For MSR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rPr>
              <w:t>Inter RF Bandwidth gap</w:t>
            </w:r>
            <w:r w:rsidRPr="00EF2F0E">
              <w:rPr>
                <w:rFonts w:ascii="Arial" w:hAnsi="Arial" w:cs="v5.0.0"/>
                <w:sz w:val="18"/>
              </w:rPr>
              <w:t>, where the contribution from the far-end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v5.0.0"/>
                <w:sz w:val="18"/>
              </w:rPr>
              <w:t xml:space="preserve"> 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8C1" w14:textId="77777777" w:rsidR="00B15E99" w:rsidRPr="00EF2F0E" w:rsidRDefault="00B15E99" w:rsidP="00B15E99">
      <w:pPr>
        <w:rPr>
          <w:lang w:eastAsia="zh-CN"/>
        </w:rPr>
      </w:pPr>
    </w:p>
    <w:p w14:paraId="0984E8C2" w14:textId="622A5202" w:rsidR="00B15E99" w:rsidRPr="00EF2F0E" w:rsidRDefault="00B15E99" w:rsidP="00B15E99">
      <w:pPr>
        <w:pStyle w:val="TH"/>
        <w:rPr>
          <w:rFonts w:cs="v5.0.0"/>
        </w:rPr>
      </w:pPr>
      <w:r w:rsidRPr="00EF2F0E">
        <w:t>Table 9.7.5.2.</w:t>
      </w:r>
      <w:r w:rsidRPr="00EF2F0E">
        <w:rPr>
          <w:lang w:eastAsia="zh-CN"/>
        </w:rPr>
        <w:t>2</w:t>
      </w:r>
      <w:r w:rsidRPr="00EF2F0E">
        <w:t>-3</w:t>
      </w:r>
      <w:r w:rsidRPr="00EF2F0E">
        <w:rPr>
          <w:lang w:eastAsia="zh-CN"/>
        </w:rPr>
        <w:t>a</w:t>
      </w:r>
      <w:r w:rsidRPr="00EF2F0E">
        <w:t xml:space="preserve">: </w:t>
      </w:r>
      <w:r w:rsidR="00955C85">
        <w:t>MR BS OBUE in</w:t>
      </w:r>
      <w:r w:rsidR="00955C85" w:rsidRPr="00DF5484">
        <w:t xml:space="preserve"> BC1 bands applicable for</w:t>
      </w:r>
      <w:r w:rsidR="00955C85">
        <w:t>:</w:t>
      </w:r>
      <w:r w:rsidR="00955C85" w:rsidRPr="00DF5484">
        <w:t xml:space="preserve"> BS </w:t>
      </w:r>
      <w:r w:rsidR="00955C85">
        <w:t xml:space="preserve">with </w:t>
      </w:r>
      <w:r w:rsidR="00955C85" w:rsidRPr="00DF5484">
        <w:t xml:space="preserve">maximum output power </w:t>
      </w:r>
      <w:r w:rsidR="00955C85" w:rsidRPr="00DF5484">
        <w:rPr>
          <w:rFonts w:cs="v4.2.0"/>
        </w:rPr>
        <w:t>P</w:t>
      </w:r>
      <w:r w:rsidR="00955C85" w:rsidRPr="00DF5484">
        <w:rPr>
          <w:rFonts w:cs="v4.2.0"/>
          <w:vertAlign w:val="subscript"/>
        </w:rPr>
        <w:t>rated,c,TRP</w:t>
      </w:r>
      <w:r w:rsidR="00955C85" w:rsidRPr="00DF5484">
        <w:t xml:space="preserve"> </w:t>
      </w:r>
      <w:r w:rsidR="00955C85" w:rsidRPr="00DF5484">
        <w:rPr>
          <w:rFonts w:cs="v5.0.0"/>
        </w:rPr>
        <w:sym w:font="Symbol" w:char="F0A3"/>
      </w:r>
      <w:r w:rsidR="00955C85" w:rsidRPr="00DF5484">
        <w:t xml:space="preserve"> 40 dBm</w:t>
      </w:r>
      <w:r w:rsidR="00955C85">
        <w:t xml:space="preserve">, </w:t>
      </w:r>
      <w:r w:rsidR="00955C85" w:rsidRPr="00DF5484">
        <w:t>supporting NR</w:t>
      </w:r>
      <w:r w:rsidR="00955C85">
        <w:t>,</w:t>
      </w:r>
      <w:r w:rsidR="00955C85" w:rsidRPr="00DF5484">
        <w:t xml:space="preserve">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E8C7"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8C3" w14:textId="77777777" w:rsidR="00B15E99" w:rsidRPr="00EF2F0E" w:rsidRDefault="00B15E99" w:rsidP="00AB06FD">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E8C4" w14:textId="77777777" w:rsidR="00B15E99" w:rsidRPr="00EF2F0E" w:rsidRDefault="00B15E99" w:rsidP="00AB06FD">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E8C5" w14:textId="77777777" w:rsidR="00B15E99" w:rsidRPr="00EF2F0E" w:rsidRDefault="00B15E99" w:rsidP="00AB06FD">
            <w:pPr>
              <w:pStyle w:val="TAH"/>
              <w:rPr>
                <w:rFonts w:cs="Arial"/>
              </w:rPr>
            </w:pPr>
            <w:r w:rsidRPr="00EF2F0E">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0984E8C6" w14:textId="77777777" w:rsidR="00B15E99" w:rsidRPr="00EF2F0E" w:rsidRDefault="00B15E99" w:rsidP="00AB06FD">
            <w:pPr>
              <w:pStyle w:val="TAH"/>
              <w:rPr>
                <w:rFonts w:cs="Arial"/>
              </w:rPr>
            </w:pPr>
            <w:r w:rsidRPr="00EF2F0E">
              <w:rPr>
                <w:rFonts w:cs="Arial"/>
              </w:rPr>
              <w:t>Measurement bandwidth (Note 4)</w:t>
            </w:r>
          </w:p>
        </w:tc>
      </w:tr>
      <w:tr w:rsidR="003401A4" w:rsidRPr="00EF2F0E" w14:paraId="0984E8CC"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8C8" w14:textId="77777777" w:rsidR="00B15E99" w:rsidRPr="00EF2F0E" w:rsidRDefault="00B15E99" w:rsidP="00AB06FD">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984E8C9" w14:textId="77777777" w:rsidR="00B15E99" w:rsidRPr="00EF2F0E" w:rsidRDefault="00B15E99"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984E8CA" w14:textId="77777777" w:rsidR="00B15E99" w:rsidRPr="00EF2F0E" w:rsidRDefault="009D7587" w:rsidP="009D7587">
            <w:pPr>
              <w:pStyle w:val="TAC"/>
              <w:rPr>
                <w:rFonts w:cs="v5.0.0"/>
              </w:rPr>
            </w:pPr>
            <w:r w:rsidRPr="00EF2F0E">
              <w:rPr>
                <w:rFonts w:cs="Arial"/>
              </w:rPr>
              <w:t>-13 dBm – 7/5(f_offset/MHz – 0.05) dB</w:t>
            </w:r>
          </w:p>
        </w:tc>
        <w:tc>
          <w:tcPr>
            <w:tcW w:w="1430" w:type="dxa"/>
            <w:tcBorders>
              <w:top w:val="single" w:sz="4" w:space="0" w:color="auto"/>
              <w:left w:val="single" w:sz="4" w:space="0" w:color="auto"/>
              <w:bottom w:val="single" w:sz="4" w:space="0" w:color="auto"/>
              <w:right w:val="single" w:sz="4" w:space="0" w:color="auto"/>
            </w:tcBorders>
          </w:tcPr>
          <w:p w14:paraId="0984E8CB" w14:textId="77777777" w:rsidR="00B15E99" w:rsidRPr="00EF2F0E" w:rsidRDefault="00B15E99" w:rsidP="00AB06FD">
            <w:pPr>
              <w:pStyle w:val="TAC"/>
              <w:rPr>
                <w:rFonts w:cs="v5.0.0"/>
              </w:rPr>
            </w:pPr>
            <w:r w:rsidRPr="00EF2F0E">
              <w:rPr>
                <w:rFonts w:cs="v5.0.0"/>
              </w:rPr>
              <w:t xml:space="preserve">100 kHz </w:t>
            </w:r>
          </w:p>
        </w:tc>
      </w:tr>
      <w:tr w:rsidR="003401A4" w:rsidRPr="00EF2F0E" w14:paraId="0984E8D1"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8CD" w14:textId="77777777" w:rsidR="00B15E99" w:rsidRPr="00EF2F0E" w:rsidRDefault="00B15E99" w:rsidP="00AB06FD">
            <w:pPr>
              <w:pStyle w:val="TAC"/>
              <w:rPr>
                <w:rFonts w:cs="v5.0.0"/>
                <w:lang w:val="sv-FI"/>
              </w:rPr>
            </w:pPr>
            <w:r w:rsidRPr="00EF2F0E">
              <w:rPr>
                <w:rFonts w:cs="v5.0.0"/>
                <w:lang w:val="sv-FI"/>
              </w:rPr>
              <w:t xml:space="preserve">5 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r w:rsidRPr="00EF2F0E">
              <w:rPr>
                <w:rFonts w:cs="Arial"/>
                <w:lang w:val="sv-FI"/>
              </w:rPr>
              <w:t xml:space="preserve">min(10 MHz, </w:t>
            </w:r>
            <w:r w:rsidRPr="00EF2F0E">
              <w:rPr>
                <w:rFonts w:cs="Arial"/>
              </w:rPr>
              <w:t>Δ</w:t>
            </w:r>
            <w:r w:rsidRPr="00EF2F0E">
              <w:rPr>
                <w:rFonts w:cs="Arial"/>
                <w:lang w:val="sv-FI"/>
              </w:rPr>
              <w:t>f</w:t>
            </w:r>
            <w:r w:rsidRPr="00EF2F0E">
              <w:rPr>
                <w:rFonts w:cs="Arial"/>
                <w:vertAlign w:val="subscript"/>
                <w:lang w:val="sv-FI" w:eastAsia="zh-CN"/>
              </w:rPr>
              <w:t>max</w:t>
            </w:r>
            <w:r w:rsidRPr="00EF2F0E">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984E8CE" w14:textId="77777777" w:rsidR="00B15E99" w:rsidRPr="00EF2F0E" w:rsidRDefault="00B15E99"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min(10.05 MHz, f_offset</w:t>
            </w:r>
            <w:r w:rsidRPr="00EF2F0E">
              <w:rPr>
                <w:rFonts w:cs="Arial"/>
                <w:vertAlign w:val="subscript"/>
                <w:lang w:val="sv-FI" w:eastAsia="zh-CN"/>
              </w:rPr>
              <w:t>max</w:t>
            </w:r>
            <w:r w:rsidRPr="00EF2F0E">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984E8CF" w14:textId="77777777" w:rsidR="00B15E99" w:rsidRPr="00EF2F0E" w:rsidRDefault="00B15E99" w:rsidP="00AB06FD">
            <w:pPr>
              <w:pStyle w:val="TAC"/>
              <w:rPr>
                <w:rFonts w:cs="v5.0.0"/>
              </w:rPr>
            </w:pPr>
            <w:r w:rsidRPr="00EF2F0E">
              <w:rPr>
                <w:rFonts w:cs="Arial"/>
                <w:lang w:eastAsia="zh-CN"/>
              </w:rPr>
              <w:t>-2</w:t>
            </w:r>
            <w:r w:rsidR="009D7587" w:rsidRPr="00EF2F0E">
              <w:rPr>
                <w:rFonts w:cs="Arial"/>
                <w:lang w:eastAsia="zh-CN"/>
              </w:rPr>
              <w:t>0</w:t>
            </w:r>
            <w:r w:rsidRPr="00EF2F0E">
              <w:rPr>
                <w:rFonts w:cs="Arial"/>
                <w:lang w:eastAsia="zh-CN"/>
              </w:rPr>
              <w:t xml:space="preserve"> dBm</w:t>
            </w:r>
          </w:p>
        </w:tc>
        <w:tc>
          <w:tcPr>
            <w:tcW w:w="1430" w:type="dxa"/>
            <w:tcBorders>
              <w:top w:val="single" w:sz="4" w:space="0" w:color="auto"/>
              <w:left w:val="single" w:sz="4" w:space="0" w:color="auto"/>
              <w:bottom w:val="single" w:sz="4" w:space="0" w:color="auto"/>
              <w:right w:val="single" w:sz="4" w:space="0" w:color="auto"/>
            </w:tcBorders>
          </w:tcPr>
          <w:p w14:paraId="0984E8D0" w14:textId="77777777" w:rsidR="00B15E99" w:rsidRPr="00EF2F0E" w:rsidRDefault="00B15E99" w:rsidP="00AB06FD">
            <w:pPr>
              <w:pStyle w:val="TAC"/>
              <w:rPr>
                <w:rFonts w:cs="v5.0.0"/>
              </w:rPr>
            </w:pPr>
            <w:r w:rsidRPr="00EF2F0E">
              <w:rPr>
                <w:rFonts w:cs="v5.0.0"/>
              </w:rPr>
              <w:t xml:space="preserve">100 kHz </w:t>
            </w:r>
          </w:p>
        </w:tc>
      </w:tr>
      <w:tr w:rsidR="003401A4" w:rsidRPr="00EF2F0E" w14:paraId="0984E8D6"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8D2" w14:textId="77777777" w:rsidR="00B15E99" w:rsidRPr="00EF2F0E" w:rsidRDefault="00B15E99"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E8D3" w14:textId="77777777" w:rsidR="00B15E99" w:rsidRPr="00EF2F0E" w:rsidRDefault="00B15E99" w:rsidP="00AB06FD">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E8D4" w14:textId="77777777" w:rsidR="00B15E99" w:rsidRPr="00EF2F0E" w:rsidRDefault="00B15E99" w:rsidP="00AB06FD">
            <w:pPr>
              <w:pStyle w:val="TAC"/>
              <w:rPr>
                <w:rFonts w:cs="v5.0.0"/>
              </w:rPr>
            </w:pPr>
            <w:r w:rsidRPr="00EF2F0E">
              <w:rPr>
                <w:rFonts w:cs="Arial"/>
                <w:lang w:eastAsia="zh-CN"/>
              </w:rPr>
              <w:t>-2</w:t>
            </w:r>
            <w:r w:rsidR="009D7587" w:rsidRPr="00EF2F0E">
              <w:rPr>
                <w:rFonts w:cs="Arial"/>
                <w:lang w:eastAsia="zh-CN"/>
              </w:rPr>
              <w:t>0</w:t>
            </w:r>
            <w:r w:rsidRPr="00EF2F0E">
              <w:rPr>
                <w:rFonts w:cs="Arial"/>
                <w:lang w:eastAsia="zh-CN"/>
              </w:rPr>
              <w:t xml:space="preserve"> dBm (Note 4)</w:t>
            </w:r>
          </w:p>
        </w:tc>
        <w:tc>
          <w:tcPr>
            <w:tcW w:w="1430" w:type="dxa"/>
            <w:tcBorders>
              <w:top w:val="single" w:sz="4" w:space="0" w:color="auto"/>
              <w:left w:val="single" w:sz="4" w:space="0" w:color="auto"/>
              <w:bottom w:val="single" w:sz="4" w:space="0" w:color="auto"/>
              <w:right w:val="single" w:sz="4" w:space="0" w:color="auto"/>
            </w:tcBorders>
          </w:tcPr>
          <w:p w14:paraId="0984E8D5" w14:textId="77777777" w:rsidR="00B15E99" w:rsidRPr="00EF2F0E" w:rsidRDefault="00B15E99" w:rsidP="00AB06FD">
            <w:pPr>
              <w:pStyle w:val="TAC"/>
              <w:pBdr>
                <w:top w:val="single" w:sz="12" w:space="3" w:color="auto"/>
              </w:pBdr>
              <w:rPr>
                <w:rFonts w:cs="v5.0.0"/>
                <w:lang w:eastAsia="zh-CN"/>
              </w:rPr>
            </w:pPr>
            <w:r w:rsidRPr="00EF2F0E">
              <w:rPr>
                <w:rFonts w:cs="v5.0.0"/>
              </w:rPr>
              <w:t>100 kHz</w:t>
            </w:r>
          </w:p>
        </w:tc>
      </w:tr>
      <w:tr w:rsidR="00B15E99" w:rsidRPr="00EF2F0E" w14:paraId="0984E8D9" w14:textId="77777777" w:rsidTr="00AB06FD">
        <w:trPr>
          <w:cantSplit/>
          <w:jc w:val="center"/>
        </w:trPr>
        <w:tc>
          <w:tcPr>
            <w:tcW w:w="9988" w:type="dxa"/>
            <w:gridSpan w:val="4"/>
          </w:tcPr>
          <w:p w14:paraId="6D51BF62" w14:textId="426376BF" w:rsidR="00DE4CD9" w:rsidRPr="00EF2F0E" w:rsidRDefault="00DE4CD9" w:rsidP="00DE4CD9">
            <w:pPr>
              <w:pStyle w:val="TAN"/>
            </w:pPr>
            <w:r w:rsidRPr="00EF2F0E">
              <w:t>NOTE 1:</w:t>
            </w:r>
            <w:r w:rsidRPr="00EF2F0E">
              <w:tab/>
              <w:t xml:space="preserve">For MSR </w:t>
            </w:r>
            <w:r w:rsidRPr="00EF2F0E">
              <w:rPr>
                <w:i/>
              </w:rPr>
              <w:t xml:space="preserve">RIB </w:t>
            </w:r>
            <w:r w:rsidRPr="00EF2F0E">
              <w:t xml:space="preserve"> supporting non-contiguous spectrum operation within any operating band the </w:t>
            </w:r>
            <w:r w:rsidRPr="00EF2F0E">
              <w:rPr>
                <w:i/>
              </w:rPr>
              <w:t xml:space="preserve">minimum requriement </w:t>
            </w:r>
            <w:r w:rsidRPr="00EF2F0E">
              <w:t xml:space="preserve"> within </w:t>
            </w:r>
            <w:r w:rsidRPr="00EF2F0E">
              <w:rPr>
                <w:i/>
              </w:rPr>
              <w:t>sub-block gaps</w:t>
            </w:r>
            <w:r w:rsidRPr="00EF2F0E">
              <w:t xml:space="preserve"> is calculated as a cumulative sum of contributions from adjacent </w:t>
            </w:r>
            <w:r w:rsidRPr="00EF2F0E">
              <w:rPr>
                <w:rFonts w:cs="v5.0.0"/>
              </w:rPr>
              <w:t>sub blocks on each side of the sub block gap</w:t>
            </w:r>
            <w:r w:rsidRPr="00EF2F0E">
              <w:t xml:space="preserve">. Exception is </w:t>
            </w:r>
            <w:r w:rsidRPr="00EF2F0E">
              <w:rPr>
                <w:rFonts w:ascii="Symbol" w:hAnsi="Symbol"/>
              </w:rPr>
              <w:t></w:t>
            </w:r>
            <w:r w:rsidRPr="00EF2F0E">
              <w:t xml:space="preserve">f ≥ 10MHz from both adjacent sub blocks on each side of the </w:t>
            </w:r>
            <w:r w:rsidRPr="00EF2F0E">
              <w:rPr>
                <w:i/>
              </w:rPr>
              <w:t>sub-block gap</w:t>
            </w:r>
            <w:r w:rsidRPr="00EF2F0E">
              <w:t xml:space="preserve">, where the </w:t>
            </w:r>
            <w:r w:rsidRPr="00EF2F0E">
              <w:rPr>
                <w:i/>
              </w:rPr>
              <w:t>minimum requirement</w:t>
            </w:r>
            <w:r w:rsidRPr="00EF2F0E">
              <w:t xml:space="preserve"> within sub-block gaps shall be -</w:t>
            </w:r>
            <w:r w:rsidRPr="00EF2F0E">
              <w:rPr>
                <w:lang w:eastAsia="zh-CN"/>
              </w:rPr>
              <w:t>20 </w:t>
            </w:r>
            <w:r w:rsidRPr="00EF2F0E">
              <w:t>dBm/1</w:t>
            </w:r>
            <w:r w:rsidRPr="00EF2F0E">
              <w:rPr>
                <w:lang w:eastAsia="zh-CN"/>
              </w:rPr>
              <w:t>00 k</w:t>
            </w:r>
            <w:r w:rsidRPr="00EF2F0E">
              <w:t>Hz.</w:t>
            </w:r>
          </w:p>
          <w:p w14:paraId="0984E8D8" w14:textId="7CCF6648" w:rsidR="00B15E99" w:rsidRPr="00EF2F0E" w:rsidRDefault="00DE4CD9" w:rsidP="00DE4CD9">
            <w:pPr>
              <w:pStyle w:val="TAN"/>
            </w:pPr>
            <w:r w:rsidRPr="00EF2F0E">
              <w:t>NOTE 2:</w:t>
            </w:r>
            <w:r w:rsidRPr="00EF2F0E">
              <w:tab/>
              <w:t xml:space="preserve">For MSR </w:t>
            </w:r>
            <w:r w:rsidRPr="00EF2F0E">
              <w:rPr>
                <w:i/>
              </w:rPr>
              <w:t>multi band RIB</w:t>
            </w:r>
            <w:r w:rsidRPr="00EF2F0E">
              <w:t xml:space="preserve"> with </w:t>
            </w:r>
            <w:r w:rsidRPr="00EF2F0E">
              <w:rPr>
                <w:i/>
              </w:rPr>
              <w:t>Inter RF Bandwidth gap</w:t>
            </w:r>
            <w:r w:rsidRPr="00EF2F0E">
              <w:t xml:space="preserve"> &lt; 2×Δf</w:t>
            </w:r>
            <w:r w:rsidRPr="00EF2F0E">
              <w:rPr>
                <w:vertAlign w:val="subscript"/>
              </w:rPr>
              <w:t>OBUE</w:t>
            </w:r>
            <w:r w:rsidRPr="00EF2F0E">
              <w:t xml:space="preserve"> the </w:t>
            </w:r>
            <w:r w:rsidRPr="00EF2F0E">
              <w:rPr>
                <w:i/>
              </w:rPr>
              <w:t>minimum requirement</w:t>
            </w:r>
            <w:r w:rsidRPr="00EF2F0E">
              <w:t xml:space="preserve"> within the </w:t>
            </w:r>
            <w:r w:rsidRPr="00EF2F0E">
              <w:rPr>
                <w:i/>
              </w:rPr>
              <w:t>Inter RF Bandwidth gaps</w:t>
            </w:r>
            <w:r w:rsidRPr="00EF2F0E">
              <w:t xml:space="preserve"> is calculated as a cumulative sum of contributions from adjacent sub-blocks or </w:t>
            </w:r>
            <w:r w:rsidRPr="00EF2F0E">
              <w:rPr>
                <w:i/>
              </w:rPr>
              <w:t>RF Bandwidth</w:t>
            </w:r>
            <w:r w:rsidRPr="00EF2F0E">
              <w:t xml:space="preserve"> on each side of the </w:t>
            </w:r>
            <w:r w:rsidRPr="00EF2F0E">
              <w:rPr>
                <w:i/>
              </w:rPr>
              <w:t>Inter RF Bandwidth</w:t>
            </w:r>
            <w:r w:rsidRPr="00EF2F0E">
              <w:t xml:space="preserve"> gap.</w:t>
            </w:r>
          </w:p>
        </w:tc>
      </w:tr>
    </w:tbl>
    <w:p w14:paraId="0984E8DA" w14:textId="77777777" w:rsidR="00B15E99" w:rsidRPr="00EF2F0E" w:rsidRDefault="00B15E99" w:rsidP="00B15E99">
      <w:pPr>
        <w:rPr>
          <w:lang w:eastAsia="zh-CN"/>
        </w:rPr>
      </w:pPr>
    </w:p>
    <w:p w14:paraId="0984E8DB" w14:textId="6310E3B5" w:rsidR="00B15E99" w:rsidRPr="00EF2F0E" w:rsidRDefault="00B15E99" w:rsidP="00B15E99">
      <w:pPr>
        <w:pStyle w:val="TH"/>
      </w:pPr>
      <w:r w:rsidRPr="00EF2F0E">
        <w:t>Table 9.7.5.2.2-</w:t>
      </w:r>
      <w:r w:rsidRPr="00EF2F0E">
        <w:rPr>
          <w:lang w:eastAsia="zh-CN"/>
        </w:rPr>
        <w:t>4</w:t>
      </w:r>
      <w:r w:rsidRPr="00EF2F0E">
        <w:t xml:space="preserve">: </w:t>
      </w:r>
      <w:r w:rsidR="00C31DE3">
        <w:rPr>
          <w:lang w:eastAsia="zh-CN"/>
        </w:rPr>
        <w:t>LA</w:t>
      </w:r>
      <w:r w:rsidR="00C31DE3" w:rsidRPr="00A42D02">
        <w:t xml:space="preserve"> </w:t>
      </w:r>
      <w:r w:rsidR="00C31DE3">
        <w:t>BS OBUE in</w:t>
      </w:r>
      <w:r w:rsidR="00C31DE3" w:rsidRPr="00DF5484">
        <w:t xml:space="preserve"> BC1 bands</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E8E1" w14:textId="77777777" w:rsidTr="00AB06FD">
        <w:trPr>
          <w:cantSplit/>
          <w:jc w:val="center"/>
        </w:trPr>
        <w:tc>
          <w:tcPr>
            <w:tcW w:w="2127" w:type="dxa"/>
          </w:tcPr>
          <w:p w14:paraId="0984E8DC"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2976" w:type="dxa"/>
          </w:tcPr>
          <w:p w14:paraId="0984E8DD"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Frequency offset of measurement filter centre frequency, f_offset</w:t>
            </w:r>
          </w:p>
        </w:tc>
        <w:tc>
          <w:tcPr>
            <w:tcW w:w="3455" w:type="dxa"/>
          </w:tcPr>
          <w:p w14:paraId="0984E8DE" w14:textId="77777777" w:rsidR="00B15E99" w:rsidRPr="00EF2F0E" w:rsidRDefault="00B15E99" w:rsidP="00AB06FD">
            <w:pPr>
              <w:keepNext/>
              <w:keepLines/>
              <w:spacing w:after="0"/>
              <w:jc w:val="center"/>
              <w:rPr>
                <w:rFonts w:ascii="Arial" w:hAnsi="Arial" w:cs="v5.0.0"/>
                <w:b/>
                <w:sz w:val="18"/>
                <w:lang w:eastAsia="zh-CN"/>
              </w:rPr>
            </w:pPr>
            <w:r w:rsidRPr="00EF2F0E">
              <w:rPr>
                <w:rFonts w:ascii="Arial" w:hAnsi="Arial" w:cs="v5.0.0"/>
                <w:b/>
                <w:sz w:val="18"/>
              </w:rPr>
              <w:t>Minimum requirement</w:t>
            </w:r>
            <w:r w:rsidRPr="00EF2F0E">
              <w:rPr>
                <w:rFonts w:ascii="Arial" w:hAnsi="Arial" w:cs="v5.0.0"/>
                <w:b/>
                <w:sz w:val="18"/>
                <w:lang w:eastAsia="zh-CN"/>
              </w:rPr>
              <w:t xml:space="preserve"> (NOTE 1, </w:t>
            </w:r>
            <w:r w:rsidRPr="00EF2F0E">
              <w:rPr>
                <w:rFonts w:ascii="Arial" w:hAnsi="Arial" w:cs="Arial"/>
                <w:b/>
                <w:sz w:val="18"/>
                <w:lang w:eastAsia="zh-CN"/>
              </w:rPr>
              <w:t>2</w:t>
            </w:r>
            <w:r w:rsidRPr="00EF2F0E">
              <w:rPr>
                <w:rFonts w:ascii="Arial" w:hAnsi="Arial" w:cs="v5.0.0"/>
                <w:b/>
                <w:sz w:val="18"/>
                <w:lang w:eastAsia="zh-CN"/>
              </w:rPr>
              <w:t>)</w:t>
            </w:r>
          </w:p>
          <w:p w14:paraId="0984E8DF" w14:textId="77777777" w:rsidR="00B15E99" w:rsidRPr="00EF2F0E" w:rsidRDefault="00B15E99" w:rsidP="00AB06FD">
            <w:pPr>
              <w:keepNext/>
              <w:keepLines/>
              <w:spacing w:after="0"/>
              <w:jc w:val="center"/>
              <w:rPr>
                <w:rFonts w:ascii="Arial" w:hAnsi="Arial" w:cs="v5.0.0"/>
                <w:b/>
                <w:sz w:val="18"/>
                <w:lang w:eastAsia="zh-CN"/>
              </w:rPr>
            </w:pPr>
          </w:p>
        </w:tc>
        <w:tc>
          <w:tcPr>
            <w:tcW w:w="1430" w:type="dxa"/>
          </w:tcPr>
          <w:p w14:paraId="0984E8E0"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Measurement bandwidth </w:t>
            </w:r>
            <w:r w:rsidRPr="00EF2F0E">
              <w:rPr>
                <w:rFonts w:ascii="Arial" w:hAnsi="Arial" w:cs="Arial"/>
                <w:b/>
                <w:sz w:val="18"/>
              </w:rPr>
              <w:t xml:space="preserve">(NOTE </w:t>
            </w:r>
            <w:r w:rsidRPr="00EF2F0E">
              <w:rPr>
                <w:rFonts w:ascii="Arial" w:hAnsi="Arial" w:cs="Arial"/>
                <w:b/>
                <w:sz w:val="18"/>
                <w:lang w:eastAsia="zh-CN"/>
              </w:rPr>
              <w:t>4</w:t>
            </w:r>
            <w:r w:rsidRPr="00EF2F0E">
              <w:rPr>
                <w:rFonts w:ascii="Arial" w:hAnsi="Arial" w:cs="Arial"/>
                <w:b/>
                <w:sz w:val="18"/>
              </w:rPr>
              <w:t>)</w:t>
            </w:r>
          </w:p>
        </w:tc>
      </w:tr>
      <w:tr w:rsidR="003401A4" w:rsidRPr="00EF2F0E" w14:paraId="0984E8E6" w14:textId="77777777" w:rsidTr="00AB06FD">
        <w:trPr>
          <w:cantSplit/>
          <w:jc w:val="center"/>
        </w:trPr>
        <w:tc>
          <w:tcPr>
            <w:tcW w:w="2127" w:type="dxa"/>
          </w:tcPr>
          <w:p w14:paraId="0984E8E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5 MHz</w:t>
            </w:r>
          </w:p>
        </w:tc>
        <w:tc>
          <w:tcPr>
            <w:tcW w:w="2976" w:type="dxa"/>
          </w:tcPr>
          <w:p w14:paraId="0984E8E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5.05 MHz</w:t>
            </w:r>
          </w:p>
        </w:tc>
        <w:tc>
          <w:tcPr>
            <w:tcW w:w="3455" w:type="dxa"/>
            <w:vAlign w:val="center"/>
          </w:tcPr>
          <w:p w14:paraId="0984E8E4" w14:textId="77777777" w:rsidR="00B15E99" w:rsidRPr="00EF2F0E" w:rsidRDefault="00E13F96" w:rsidP="00AB06FD">
            <w:pPr>
              <w:keepNext/>
              <w:keepLines/>
              <w:spacing w:after="0"/>
              <w:jc w:val="center"/>
              <w:rPr>
                <w:rFonts w:ascii="Arial" w:hAnsi="Arial" w:cs="Arial"/>
                <w:sz w:val="18"/>
              </w:rPr>
            </w:pPr>
            <m:oMathPara>
              <m:oMath>
                <m:r>
                  <w:rPr>
                    <w:rFonts w:ascii="Cambria Math" w:hAnsi="Cambria Math" w:cs="Arial"/>
                    <w:sz w:val="18"/>
                  </w:rPr>
                  <m:t>-21dBm-</m:t>
                </m:r>
                <m:f>
                  <m:fPr>
                    <m:ctrlPr>
                      <w:rPr>
                        <w:rFonts w:ascii="Cambria Math" w:hAnsi="Cambria Math" w:cs="Arial"/>
                        <w:sz w:val="18"/>
                      </w:rPr>
                    </m:ctrlPr>
                  </m:fPr>
                  <m:num>
                    <m:r>
                      <w:rPr>
                        <w:rFonts w:ascii="Cambria Math" w:hAnsi="Cambria Math" w:cs="Arial"/>
                        <w:sz w:val="18"/>
                      </w:rPr>
                      <m:t>7</m:t>
                    </m:r>
                  </m:num>
                  <m:den>
                    <m:r>
                      <w:rPr>
                        <w:rFonts w:ascii="Cambria Math" w:hAnsi="Cambria Math" w:cs="Arial"/>
                        <w:sz w:val="18"/>
                      </w:rPr>
                      <m:t>5</m:t>
                    </m:r>
                  </m:den>
                </m:f>
                <m:d>
                  <m:dPr>
                    <m:ctrlPr>
                      <w:rPr>
                        <w:rFonts w:ascii="Cambria Math" w:hAnsi="Cambria Math" w:cs="Arial"/>
                        <w:sz w:val="18"/>
                      </w:rPr>
                    </m:ctrlPr>
                  </m:dPr>
                  <m:e>
                    <m:f>
                      <m:fPr>
                        <m:ctrlPr>
                          <w:rPr>
                            <w:rFonts w:ascii="Cambria Math" w:hAnsi="Cambria Math" w:cs="Arial"/>
                            <w:sz w:val="18"/>
                          </w:rPr>
                        </m:ctrlPr>
                      </m:fPr>
                      <m:num>
                        <m:r>
                          <w:rPr>
                            <w:rFonts w:ascii="Cambria Math" w:hAnsi="Cambria Math" w:cs="Arial"/>
                            <w:sz w:val="18"/>
                          </w:rPr>
                          <m:t>f_offset</m:t>
                        </m:r>
                      </m:num>
                      <m:den>
                        <m:r>
                          <w:rPr>
                            <w:rFonts w:ascii="Cambria Math" w:hAnsi="Cambria Math" w:cs="Arial"/>
                            <w:sz w:val="18"/>
                          </w:rPr>
                          <m:t>MHz</m:t>
                        </m:r>
                      </m:den>
                    </m:f>
                    <m:r>
                      <w:rPr>
                        <w:rFonts w:ascii="Cambria Math" w:hAnsi="Cambria Math" w:cs="Arial"/>
                        <w:sz w:val="18"/>
                      </w:rPr>
                      <m:t>-0.05</m:t>
                    </m:r>
                  </m:e>
                </m:d>
                <m:r>
                  <w:rPr>
                    <w:rFonts w:ascii="Cambria Math" w:hAnsi="Cambria Math" w:cs="Arial"/>
                    <w:sz w:val="18"/>
                  </w:rPr>
                  <m:t>dB</m:t>
                </m:r>
              </m:oMath>
            </m:oMathPara>
          </w:p>
        </w:tc>
        <w:tc>
          <w:tcPr>
            <w:tcW w:w="1430" w:type="dxa"/>
          </w:tcPr>
          <w:p w14:paraId="0984E8E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8EB" w14:textId="77777777" w:rsidTr="00AB06FD">
        <w:trPr>
          <w:cantSplit/>
          <w:jc w:val="center"/>
        </w:trPr>
        <w:tc>
          <w:tcPr>
            <w:tcW w:w="2127" w:type="dxa"/>
          </w:tcPr>
          <w:p w14:paraId="0984E8E7"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 </w:t>
            </w:r>
            <w:r w:rsidRPr="00EF2F0E">
              <w:rPr>
                <w:rFonts w:ascii="Arial" w:hAnsi="Arial" w:cs="Arial"/>
                <w:sz w:val="18"/>
                <w:lang w:val="sv-FI"/>
              </w:rPr>
              <w:t xml:space="preserve">MHz </w:t>
            </w:r>
            <w:r w:rsidRPr="00EF2F0E">
              <w:rPr>
                <w:rFonts w:ascii="Arial" w:hAnsi="Arial" w:cs="v5.0.0"/>
                <w:sz w:val="18"/>
              </w:rPr>
              <w:sym w:font="Symbol" w:char="F0A3"/>
            </w:r>
            <w:r w:rsidRPr="00EF2F0E">
              <w:rPr>
                <w:rFonts w:ascii="Arial" w:hAnsi="Arial" w:cs="v5.0.0"/>
                <w:sz w:val="18"/>
                <w:lang w:val="sv-FI"/>
              </w:rPr>
              <w:t xml:space="preserve"> </w:t>
            </w:r>
            <w:r w:rsidRPr="00EF2F0E">
              <w:rPr>
                <w:rFonts w:ascii="Arial" w:hAnsi="Arial" w:cs="v5.0.0"/>
                <w:sz w:val="18"/>
              </w:rPr>
              <w:sym w:font="Symbol" w:char="F044"/>
            </w:r>
            <w:r w:rsidRPr="00EF2F0E">
              <w:rPr>
                <w:rFonts w:ascii="Arial" w:hAnsi="Arial" w:cs="v5.0.0"/>
                <w:sz w:val="18"/>
                <w:lang w:val="sv-FI"/>
              </w:rPr>
              <w:t xml:space="preserve">f &lt; </w:t>
            </w:r>
            <w:r w:rsidRPr="00EF2F0E">
              <w:rPr>
                <w:rFonts w:ascii="Arial" w:hAnsi="Arial" w:cs="v5.0.0"/>
                <w:sz w:val="18"/>
                <w:lang w:val="sv-FI" w:eastAsia="zh-CN"/>
              </w:rPr>
              <w:t>min(</w:t>
            </w:r>
            <w:r w:rsidRPr="00EF2F0E">
              <w:rPr>
                <w:rFonts w:ascii="Arial" w:hAnsi="Arial" w:cs="v5.0.0"/>
                <w:sz w:val="18"/>
                <w:lang w:val="sv-FI"/>
              </w:rPr>
              <w:t>10 MHz</w:t>
            </w:r>
            <w:r w:rsidRPr="00EF2F0E">
              <w:rPr>
                <w:rFonts w:ascii="Arial" w:hAnsi="Arial" w:cs="v5.0.0"/>
                <w:sz w:val="18"/>
                <w:lang w:val="sv-FI" w:eastAsia="zh-CN"/>
              </w:rPr>
              <w:t xml:space="preserve">, </w:t>
            </w:r>
            <w:r w:rsidRPr="00EF2F0E">
              <w:rPr>
                <w:rFonts w:ascii="Arial" w:hAnsi="Arial" w:cs="v5.0.0"/>
                <w:sz w:val="18"/>
                <w:lang w:eastAsia="zh-CN"/>
              </w:rPr>
              <w:t>Δ</w:t>
            </w:r>
            <w:r w:rsidRPr="00EF2F0E">
              <w:rPr>
                <w:rFonts w:ascii="Arial" w:hAnsi="Arial" w:cs="v5.0.0"/>
                <w:sz w:val="18"/>
                <w:lang w:val="sv-FI" w:eastAsia="zh-CN"/>
              </w:rPr>
              <w:t>f</w:t>
            </w:r>
            <w:r w:rsidRPr="00EF2F0E">
              <w:rPr>
                <w:rFonts w:ascii="Arial" w:hAnsi="Arial" w:cs="v5.0.0"/>
                <w:sz w:val="18"/>
                <w:vertAlign w:val="subscript"/>
                <w:lang w:val="sv-FI" w:eastAsia="zh-CN"/>
              </w:rPr>
              <w:t>max</w:t>
            </w:r>
            <w:r w:rsidRPr="00EF2F0E">
              <w:rPr>
                <w:rFonts w:ascii="Arial" w:hAnsi="Arial" w:cs="v5.0.0"/>
                <w:sz w:val="18"/>
                <w:lang w:val="sv-FI" w:eastAsia="zh-CN"/>
              </w:rPr>
              <w:t>)</w:t>
            </w:r>
          </w:p>
        </w:tc>
        <w:tc>
          <w:tcPr>
            <w:tcW w:w="2976" w:type="dxa"/>
          </w:tcPr>
          <w:p w14:paraId="0984E8E8"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5.05 MHz </w:t>
            </w:r>
            <w:r w:rsidRPr="00EF2F0E">
              <w:rPr>
                <w:rFonts w:ascii="Arial" w:hAnsi="Arial" w:cs="v5.0.0"/>
                <w:sz w:val="18"/>
              </w:rPr>
              <w:sym w:font="Symbol" w:char="F0A3"/>
            </w:r>
            <w:r w:rsidRPr="00EF2F0E">
              <w:rPr>
                <w:rFonts w:ascii="Arial" w:hAnsi="Arial" w:cs="v5.0.0"/>
                <w:sz w:val="18"/>
                <w:lang w:val="sv-FI"/>
              </w:rPr>
              <w:t xml:space="preserve"> f_offset &lt; </w:t>
            </w:r>
            <w:r w:rsidRPr="00EF2F0E">
              <w:rPr>
                <w:rFonts w:ascii="Arial" w:hAnsi="Arial" w:cs="v5.0.0"/>
                <w:sz w:val="18"/>
                <w:lang w:val="sv-FI" w:eastAsia="zh-CN"/>
              </w:rPr>
              <w:t>min(</w:t>
            </w:r>
            <w:r w:rsidRPr="00EF2F0E">
              <w:rPr>
                <w:rFonts w:ascii="Arial" w:hAnsi="Arial" w:cs="v5.0.0"/>
                <w:sz w:val="18"/>
                <w:lang w:val="sv-FI"/>
              </w:rPr>
              <w:t>10.05 MHz</w:t>
            </w:r>
            <w:r w:rsidRPr="00EF2F0E">
              <w:rPr>
                <w:rFonts w:ascii="Arial" w:hAnsi="Arial" w:cs="v5.0.0"/>
                <w:sz w:val="18"/>
                <w:lang w:val="sv-FI" w:eastAsia="zh-CN"/>
              </w:rPr>
              <w:t>, f_offset</w:t>
            </w:r>
            <w:r w:rsidRPr="00EF2F0E">
              <w:rPr>
                <w:rFonts w:ascii="Arial" w:hAnsi="Arial" w:cs="v5.0.0"/>
                <w:sz w:val="18"/>
                <w:vertAlign w:val="subscript"/>
                <w:lang w:val="sv-FI" w:eastAsia="zh-CN"/>
              </w:rPr>
              <w:t>max</w:t>
            </w:r>
            <w:r w:rsidRPr="00EF2F0E">
              <w:rPr>
                <w:rFonts w:ascii="Arial" w:hAnsi="Arial" w:cs="v5.0.0"/>
                <w:sz w:val="18"/>
                <w:lang w:val="sv-FI" w:eastAsia="zh-CN"/>
              </w:rPr>
              <w:t>)</w:t>
            </w:r>
          </w:p>
        </w:tc>
        <w:tc>
          <w:tcPr>
            <w:tcW w:w="3455" w:type="dxa"/>
          </w:tcPr>
          <w:p w14:paraId="0984E8E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w:t>
            </w:r>
            <w:r w:rsidRPr="00EF2F0E">
              <w:rPr>
                <w:rFonts w:ascii="Arial" w:hAnsi="Arial" w:cs="Arial"/>
                <w:sz w:val="18"/>
                <w:lang w:eastAsia="zh-CN"/>
              </w:rPr>
              <w:t>28</w:t>
            </w:r>
            <w:r w:rsidRPr="00EF2F0E">
              <w:rPr>
                <w:rFonts w:ascii="Arial" w:hAnsi="Arial" w:cs="Arial"/>
                <w:sz w:val="18"/>
              </w:rPr>
              <w:t xml:space="preserve"> dBm</w:t>
            </w:r>
          </w:p>
        </w:tc>
        <w:tc>
          <w:tcPr>
            <w:tcW w:w="1430" w:type="dxa"/>
          </w:tcPr>
          <w:p w14:paraId="0984E8E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8F0" w14:textId="77777777" w:rsidTr="00AB06FD">
        <w:trPr>
          <w:cantSplit/>
          <w:jc w:val="center"/>
        </w:trPr>
        <w:tc>
          <w:tcPr>
            <w:tcW w:w="2127" w:type="dxa"/>
          </w:tcPr>
          <w:p w14:paraId="0984E8EC"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8ED"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8E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w:t>
            </w:r>
            <w:r w:rsidRPr="00EF2F0E">
              <w:rPr>
                <w:rFonts w:ascii="Arial" w:hAnsi="Arial" w:cs="Arial"/>
                <w:sz w:val="18"/>
                <w:lang w:eastAsia="zh-CN"/>
              </w:rPr>
              <w:t>28</w:t>
            </w:r>
            <w:r w:rsidRPr="00EF2F0E">
              <w:rPr>
                <w:rFonts w:ascii="Arial" w:hAnsi="Arial" w:cs="Arial"/>
                <w:sz w:val="18"/>
              </w:rPr>
              <w:t xml:space="preserve"> dBm </w:t>
            </w:r>
            <w:r w:rsidRPr="00EF2F0E">
              <w:rPr>
                <w:rFonts w:ascii="Arial" w:hAnsi="Arial" w:cs="Arial"/>
                <w:sz w:val="18"/>
                <w:lang w:eastAsia="zh-CN"/>
              </w:rPr>
              <w:t>(NOTE 5)</w:t>
            </w:r>
          </w:p>
        </w:tc>
        <w:tc>
          <w:tcPr>
            <w:tcW w:w="1430" w:type="dxa"/>
          </w:tcPr>
          <w:p w14:paraId="0984E8E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B15E99" w:rsidRPr="00EF2F0E" w14:paraId="0984E8F3" w14:textId="77777777" w:rsidTr="00AB06FD">
        <w:trPr>
          <w:cantSplit/>
          <w:jc w:val="center"/>
        </w:trPr>
        <w:tc>
          <w:tcPr>
            <w:tcW w:w="9988" w:type="dxa"/>
            <w:gridSpan w:val="4"/>
          </w:tcPr>
          <w:p w14:paraId="0984E8F1" w14:textId="77777777" w:rsidR="00B15E99" w:rsidRPr="00EF2F0E" w:rsidRDefault="00B15E99" w:rsidP="00AB06FD">
            <w:pPr>
              <w:keepNext/>
              <w:keepLines/>
              <w:spacing w:after="0"/>
              <w:ind w:left="851" w:hanging="851"/>
              <w:rPr>
                <w:rFonts w:ascii="Arial" w:hAnsi="Arial" w:cs="Arial"/>
                <w:sz w:val="18"/>
                <w:lang w:eastAsia="zh-CN"/>
              </w:rPr>
            </w:pPr>
            <w:r w:rsidRPr="00EF2F0E">
              <w:rPr>
                <w:rFonts w:ascii="Arial" w:hAnsi="Arial" w:cs="Arial"/>
                <w:sz w:val="18"/>
              </w:rPr>
              <w:t>NOTE 1:</w:t>
            </w:r>
            <w:r w:rsidRPr="00EF2F0E">
              <w:rPr>
                <w:rFonts w:ascii="Arial" w:hAnsi="Arial" w:cs="Arial"/>
                <w:sz w:val="18"/>
              </w:rPr>
              <w:tab/>
              <w:t xml:space="preserve">For MSR RIB supporting </w:t>
            </w:r>
            <w:r w:rsidRPr="00EF2F0E">
              <w:rPr>
                <w:rFonts w:ascii="Arial" w:hAnsi="Arial" w:cs="Arial"/>
                <w:i/>
                <w:sz w:val="18"/>
              </w:rPr>
              <w:t>non-contiguous spectrum</w:t>
            </w:r>
            <w:r w:rsidRPr="00EF2F0E">
              <w:rPr>
                <w:rFonts w:ascii="Arial" w:hAnsi="Arial" w:cs="Arial"/>
                <w:sz w:val="18"/>
              </w:rPr>
              <w:t xml:space="preserve"> operation </w:t>
            </w:r>
            <w:r w:rsidRPr="00EF2F0E">
              <w:rPr>
                <w:rFonts w:ascii="Arial" w:hAnsi="Arial" w:cs="Arial"/>
                <w:sz w:val="18"/>
                <w:lang w:eastAsia="zh-CN"/>
              </w:rPr>
              <w:t xml:space="preserve">within any operating band </w:t>
            </w:r>
            <w:r w:rsidRPr="00EF2F0E">
              <w:rPr>
                <w:rFonts w:ascii="Arial" w:hAnsi="Arial" w:cs="Arial"/>
                <w:sz w:val="18"/>
              </w:rPr>
              <w:t xml:space="preserve">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w:t>
            </w:r>
            <w:r w:rsidRPr="00EF2F0E">
              <w:rPr>
                <w:rFonts w:ascii="Arial" w:hAnsi="Arial" w:cs="Arial"/>
                <w:sz w:val="18"/>
                <w:lang w:eastAsia="zh-CN"/>
              </w:rPr>
              <w:t xml:space="preserve">contributions from </w:t>
            </w:r>
            <w:r w:rsidRPr="00EF2F0E">
              <w:rPr>
                <w:rFonts w:ascii="Arial" w:hAnsi="Arial" w:cs="Arial"/>
                <w:sz w:val="18"/>
              </w:rPr>
              <w:t xml:space="preserve">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w:t>
            </w:r>
            <w:r w:rsidRPr="00EF2F0E">
              <w:rPr>
                <w:rFonts w:ascii="Arial" w:hAnsi="Arial" w:cs="Arial"/>
                <w:sz w:val="18"/>
                <w:lang w:eastAsia="zh-CN"/>
              </w:rPr>
              <w:t>28</w:t>
            </w:r>
            <w:r w:rsidRPr="00EF2F0E">
              <w:rPr>
                <w:rFonts w:ascii="Arial" w:hAnsi="Arial" w:cs="Arial"/>
                <w:sz w:val="18"/>
              </w:rPr>
              <w:t>dBm/100 kHz.</w:t>
            </w:r>
          </w:p>
          <w:p w14:paraId="0984E8F2"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006E5225" w:rsidRPr="00EF2F0E">
              <w:rPr>
                <w:rFonts w:ascii="Arial" w:hAnsi="Arial" w:cs="Arial"/>
                <w:sz w:val="18"/>
              </w:rPr>
              <w:tab/>
            </w:r>
            <w:r w:rsidRPr="00EF2F0E">
              <w:rPr>
                <w:rFonts w:ascii="Arial" w:hAnsi="Arial" w:cs="Arial"/>
                <w:sz w:val="18"/>
              </w:rPr>
              <w:t xml:space="preserve">For MSR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rPr>
              <w:t>Inter RF Bandwidth gap</w:t>
            </w:r>
            <w:r w:rsidRPr="00EF2F0E">
              <w:rPr>
                <w:rFonts w:ascii="Arial" w:hAnsi="Arial" w:cs="Arial"/>
                <w:sz w:val="18"/>
              </w:rPr>
              <w:t>.</w:t>
            </w:r>
          </w:p>
        </w:tc>
      </w:tr>
    </w:tbl>
    <w:p w14:paraId="0984E8F4" w14:textId="77777777" w:rsidR="00B15E99" w:rsidRPr="00EF2F0E" w:rsidRDefault="00B15E99" w:rsidP="00B15E99"/>
    <w:p w14:paraId="0984E8F5" w14:textId="77777777" w:rsidR="00B15E99" w:rsidRPr="00EF2F0E" w:rsidRDefault="00B15E99" w:rsidP="00B15E99">
      <w:pPr>
        <w:pStyle w:val="NO"/>
      </w:pPr>
      <w:r w:rsidRPr="00EF2F0E">
        <w:t>NOTE 3:</w:t>
      </w:r>
      <w:r w:rsidRPr="00EF2F0E">
        <w:tab/>
        <w:t>This frequency range ensures that the range of values of f_offset is continuous.</w:t>
      </w:r>
    </w:p>
    <w:p w14:paraId="0984E8F6" w14:textId="77777777" w:rsidR="00B15E99" w:rsidRPr="00EF2F0E" w:rsidRDefault="00B15E99" w:rsidP="00B15E99">
      <w:pPr>
        <w:pStyle w:val="NO"/>
      </w:pPr>
      <w:r w:rsidRPr="00EF2F0E">
        <w:t>NOTE 4:</w:t>
      </w:r>
      <w:r w:rsidRPr="00EF2F0E">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0984E8F7" w14:textId="77777777" w:rsidR="00B15E99" w:rsidRPr="00EF2F0E" w:rsidRDefault="00B15E99" w:rsidP="00B15E99">
      <w:pPr>
        <w:pStyle w:val="NO"/>
      </w:pPr>
      <w:r w:rsidRPr="00EF2F0E">
        <w:t>NOTE 5:</w:t>
      </w:r>
      <w:r w:rsidRPr="00EF2F0E">
        <w:tab/>
        <w:t xml:space="preserve">The requirement is not applicable when </w:t>
      </w:r>
      <w:r w:rsidRPr="00EF2F0E">
        <w:sym w:font="Symbol" w:char="F044"/>
      </w:r>
      <w:r w:rsidRPr="00EF2F0E">
        <w:t>f</w:t>
      </w:r>
      <w:r w:rsidRPr="00EF2F0E">
        <w:rPr>
          <w:vertAlign w:val="subscript"/>
        </w:rPr>
        <w:t>max</w:t>
      </w:r>
      <w:r w:rsidRPr="00EF2F0E">
        <w:t xml:space="preserve"> &lt; 10 MHz.</w:t>
      </w:r>
    </w:p>
    <w:p w14:paraId="0984E8F8" w14:textId="77777777" w:rsidR="00B15E99" w:rsidRPr="00EF2F0E" w:rsidRDefault="00B15E99" w:rsidP="00B15E99">
      <w:pPr>
        <w:pStyle w:val="Heading5"/>
        <w:rPr>
          <w:rFonts w:cs="v5.0.0"/>
        </w:rPr>
      </w:pPr>
      <w:bookmarkStart w:id="4050" w:name="_Toc21096075"/>
      <w:bookmarkStart w:id="4051" w:name="_Toc29763274"/>
      <w:bookmarkStart w:id="4052" w:name="_Toc45869559"/>
      <w:bookmarkStart w:id="4053" w:name="_Toc52554806"/>
      <w:bookmarkStart w:id="4054" w:name="_Toc52555276"/>
      <w:bookmarkStart w:id="4055" w:name="_Toc61112501"/>
      <w:bookmarkStart w:id="4056" w:name="_Toc67911653"/>
      <w:bookmarkStart w:id="4057" w:name="_Toc74843128"/>
      <w:bookmarkStart w:id="4058" w:name="_Toc76503511"/>
      <w:bookmarkStart w:id="4059" w:name="_Toc83040954"/>
      <w:bookmarkStart w:id="4060" w:name="_Toc89851997"/>
      <w:bookmarkStart w:id="4061" w:name="_Toc98676351"/>
      <w:r w:rsidRPr="00EF2F0E">
        <w:t>9.7.5.2.3</w:t>
      </w:r>
      <w:r w:rsidRPr="00EF2F0E">
        <w:tab/>
      </w:r>
      <w:r w:rsidRPr="00EF2F0E">
        <w:rPr>
          <w:i/>
        </w:rPr>
        <w:t>Minimum requirement</w:t>
      </w:r>
      <w:r w:rsidRPr="00EF2F0E">
        <w:t xml:space="preserve"> for Band Category 2</w:t>
      </w:r>
      <w:bookmarkEnd w:id="4050"/>
      <w:bookmarkEnd w:id="4051"/>
      <w:bookmarkEnd w:id="4052"/>
      <w:bookmarkEnd w:id="4053"/>
      <w:bookmarkEnd w:id="4054"/>
      <w:bookmarkEnd w:id="4055"/>
      <w:bookmarkEnd w:id="4056"/>
      <w:bookmarkEnd w:id="4057"/>
      <w:bookmarkEnd w:id="4058"/>
      <w:bookmarkEnd w:id="4059"/>
      <w:bookmarkEnd w:id="4060"/>
      <w:bookmarkEnd w:id="4061"/>
    </w:p>
    <w:p w14:paraId="0984E8F9" w14:textId="77777777" w:rsidR="004D1501" w:rsidRDefault="00B15E99" w:rsidP="004D1501">
      <w:r w:rsidRPr="00EF2F0E">
        <w:t>For an MSR RIB operating in BC2 bands, the minimum requirements are specified in tables 9.7.5.2.3-1 to 9.7.5.2.3-8.</w:t>
      </w:r>
    </w:p>
    <w:p w14:paraId="0984E8FA" w14:textId="77777777" w:rsidR="004D1501" w:rsidRPr="00957811" w:rsidRDefault="004D1501" w:rsidP="004D1501">
      <w:pPr>
        <w:rPr>
          <w:highlight w:val="yellow"/>
        </w:rPr>
      </w:pPr>
      <w:r w:rsidRPr="00957811">
        <w:t>Applicability of Wide A</w:t>
      </w:r>
      <w:r w:rsidRPr="00CD7E1B">
        <w:t xml:space="preserve">rea operating band unwanted emission requirements in tables </w:t>
      </w:r>
      <w:r w:rsidRPr="00CD7E1B">
        <w:rPr>
          <w:rFonts w:cs="Arial"/>
        </w:rPr>
        <w:t>9.7.5.2.3-1</w:t>
      </w:r>
      <w:r w:rsidRPr="00C00350">
        <w:t xml:space="preserve">, </w:t>
      </w:r>
      <w:r w:rsidRPr="00C00350">
        <w:rPr>
          <w:rFonts w:cs="Arial"/>
        </w:rPr>
        <w:t>9.7.5.2.3-1a a</w:t>
      </w:r>
      <w:r w:rsidRPr="00C00350">
        <w:t xml:space="preserve">nd </w:t>
      </w:r>
      <w:r w:rsidRPr="00CD7E1B">
        <w:rPr>
          <w:rFonts w:cs="Arial"/>
        </w:rPr>
        <w:t xml:space="preserve">9.7.5.2.3-1b </w:t>
      </w:r>
      <w:r w:rsidRPr="00CD7E1B">
        <w:t>is specified</w:t>
      </w:r>
      <w:r w:rsidRPr="00957811">
        <w:t xml:space="preserve"> in table </w:t>
      </w:r>
      <w:r w:rsidRPr="00E13901">
        <w:t>9.7.5</w:t>
      </w:r>
      <w:r>
        <w:t>.2.3</w:t>
      </w:r>
      <w:r w:rsidRPr="00957811">
        <w:t>-0.</w:t>
      </w:r>
    </w:p>
    <w:p w14:paraId="0984E8FB" w14:textId="77777777" w:rsidR="004D1501" w:rsidRPr="00957811" w:rsidRDefault="004D1501" w:rsidP="004D1501">
      <w:pPr>
        <w:pStyle w:val="TH"/>
        <w:rPr>
          <w:rFonts w:cs="v5.0.0"/>
        </w:rPr>
      </w:pPr>
      <w:r w:rsidRPr="00957811">
        <w:t xml:space="preserve">Table </w:t>
      </w:r>
      <w:r w:rsidRPr="00863DC2">
        <w:t>9.7.5</w:t>
      </w:r>
      <w:r>
        <w:t>.2.3</w:t>
      </w:r>
      <w:r w:rsidRPr="00957811">
        <w:t>-0: Applicability of operating band unwanted emission requirements for BC1 and BC3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2"/>
        <w:gridCol w:w="2492"/>
        <w:gridCol w:w="2757"/>
      </w:tblGrid>
      <w:tr w:rsidR="004D1501" w:rsidRPr="00EE3870" w14:paraId="0984E8FF" w14:textId="77777777" w:rsidTr="00727B4F">
        <w:trPr>
          <w:cantSplit/>
          <w:jc w:val="center"/>
        </w:trPr>
        <w:tc>
          <w:tcPr>
            <w:tcW w:w="0" w:type="auto"/>
          </w:tcPr>
          <w:p w14:paraId="0984E8FC" w14:textId="77777777" w:rsidR="004D1501" w:rsidRPr="00EE3870" w:rsidRDefault="004D1501" w:rsidP="00727B4F">
            <w:pPr>
              <w:pStyle w:val="TAH"/>
              <w:rPr>
                <w:rFonts w:cs="Arial"/>
                <w:szCs w:val="18"/>
              </w:rPr>
            </w:pPr>
            <w:r w:rsidRPr="00EE3870">
              <w:rPr>
                <w:rFonts w:cs="Arial"/>
                <w:szCs w:val="18"/>
              </w:rPr>
              <w:t>NR band operation</w:t>
            </w:r>
          </w:p>
        </w:tc>
        <w:tc>
          <w:tcPr>
            <w:tcW w:w="0" w:type="auto"/>
          </w:tcPr>
          <w:p w14:paraId="0984E8FD" w14:textId="77777777" w:rsidR="004D1501" w:rsidRPr="00EE3870" w:rsidRDefault="004D1501" w:rsidP="00727B4F">
            <w:pPr>
              <w:pStyle w:val="TAH"/>
              <w:rPr>
                <w:rFonts w:cs="Arial"/>
                <w:szCs w:val="18"/>
              </w:rPr>
            </w:pPr>
            <w:r w:rsidRPr="00EE3870">
              <w:rPr>
                <w:rFonts w:cs="Arial"/>
                <w:szCs w:val="18"/>
              </w:rPr>
              <w:t>UTRA supported (NOTE 1)</w:t>
            </w:r>
          </w:p>
        </w:tc>
        <w:tc>
          <w:tcPr>
            <w:tcW w:w="0" w:type="auto"/>
          </w:tcPr>
          <w:p w14:paraId="0984E8FE" w14:textId="77777777" w:rsidR="004D1501" w:rsidRPr="00EE3870" w:rsidRDefault="004D1501" w:rsidP="00727B4F">
            <w:pPr>
              <w:pStyle w:val="TAH"/>
              <w:rPr>
                <w:rFonts w:cs="Arial"/>
              </w:rPr>
            </w:pPr>
            <w:r w:rsidRPr="00EE3870">
              <w:rPr>
                <w:rFonts w:cs="Arial"/>
                <w:szCs w:val="18"/>
              </w:rPr>
              <w:t>Applicable requirement table</w:t>
            </w:r>
          </w:p>
        </w:tc>
      </w:tr>
      <w:tr w:rsidR="004D1501" w:rsidRPr="00EE3870" w14:paraId="0984E903" w14:textId="77777777" w:rsidTr="00727B4F">
        <w:trPr>
          <w:cantSplit/>
          <w:jc w:val="center"/>
        </w:trPr>
        <w:tc>
          <w:tcPr>
            <w:tcW w:w="0" w:type="auto"/>
          </w:tcPr>
          <w:p w14:paraId="0984E900" w14:textId="77777777" w:rsidR="004D1501" w:rsidRPr="00EE3870" w:rsidRDefault="004D1501" w:rsidP="00727B4F">
            <w:pPr>
              <w:pStyle w:val="TAH"/>
              <w:rPr>
                <w:rFonts w:cs="Arial"/>
                <w:b w:val="0"/>
                <w:szCs w:val="18"/>
              </w:rPr>
            </w:pPr>
            <w:r w:rsidRPr="00EE3870">
              <w:rPr>
                <w:rFonts w:cs="Arial"/>
                <w:b w:val="0"/>
                <w:szCs w:val="18"/>
              </w:rPr>
              <w:t>None</w:t>
            </w:r>
          </w:p>
        </w:tc>
        <w:tc>
          <w:tcPr>
            <w:tcW w:w="0" w:type="auto"/>
          </w:tcPr>
          <w:p w14:paraId="0984E901" w14:textId="77777777" w:rsidR="004D1501" w:rsidRPr="00EE3870" w:rsidRDefault="004D1501" w:rsidP="00727B4F">
            <w:pPr>
              <w:pStyle w:val="TAH"/>
              <w:rPr>
                <w:rFonts w:cs="Arial"/>
                <w:b w:val="0"/>
                <w:szCs w:val="18"/>
              </w:rPr>
            </w:pPr>
            <w:r w:rsidRPr="00EE3870">
              <w:rPr>
                <w:rFonts w:cs="Arial"/>
                <w:b w:val="0"/>
                <w:szCs w:val="18"/>
              </w:rPr>
              <w:t>Y/N</w:t>
            </w:r>
          </w:p>
        </w:tc>
        <w:tc>
          <w:tcPr>
            <w:tcW w:w="0" w:type="auto"/>
          </w:tcPr>
          <w:p w14:paraId="0984E902" w14:textId="77777777" w:rsidR="004D1501" w:rsidRPr="00C00350" w:rsidRDefault="004D1501" w:rsidP="00727B4F">
            <w:pPr>
              <w:pStyle w:val="TAH"/>
              <w:rPr>
                <w:rFonts w:cs="Arial"/>
                <w:b w:val="0"/>
                <w:szCs w:val="18"/>
              </w:rPr>
            </w:pPr>
            <w:r w:rsidRPr="00C00350">
              <w:rPr>
                <w:rFonts w:cs="Arial"/>
                <w:b w:val="0"/>
              </w:rPr>
              <w:t>9.7.5.2.3</w:t>
            </w:r>
            <w:r w:rsidRPr="00A8130A">
              <w:rPr>
                <w:rFonts w:cs="Arial"/>
                <w:b w:val="0"/>
              </w:rPr>
              <w:t>-1</w:t>
            </w:r>
          </w:p>
        </w:tc>
      </w:tr>
      <w:tr w:rsidR="004D1501" w:rsidRPr="00EE3870" w14:paraId="0984E907" w14:textId="77777777" w:rsidTr="00727B4F">
        <w:trPr>
          <w:cantSplit/>
          <w:jc w:val="center"/>
        </w:trPr>
        <w:tc>
          <w:tcPr>
            <w:tcW w:w="0" w:type="auto"/>
          </w:tcPr>
          <w:p w14:paraId="0984E904" w14:textId="77777777" w:rsidR="004D1501" w:rsidRPr="00EE3870" w:rsidRDefault="004D1501" w:rsidP="00727B4F">
            <w:pPr>
              <w:pStyle w:val="TAC"/>
              <w:rPr>
                <w:rFonts w:cs="Arial"/>
                <w:szCs w:val="18"/>
              </w:rPr>
            </w:pPr>
            <w:r w:rsidRPr="00EE3870">
              <w:rPr>
                <w:rFonts w:cs="Arial"/>
                <w:szCs w:val="18"/>
              </w:rPr>
              <w:t>In certain regions (NOTE 2), bands 3, 8</w:t>
            </w:r>
          </w:p>
        </w:tc>
        <w:tc>
          <w:tcPr>
            <w:tcW w:w="0" w:type="auto"/>
          </w:tcPr>
          <w:p w14:paraId="0984E905" w14:textId="77777777" w:rsidR="004D1501" w:rsidRPr="00EE3870" w:rsidRDefault="004D1501" w:rsidP="00727B4F">
            <w:pPr>
              <w:pStyle w:val="TAC"/>
              <w:rPr>
                <w:rFonts w:cs="Arial"/>
                <w:szCs w:val="18"/>
              </w:rPr>
            </w:pPr>
            <w:r w:rsidRPr="00EE3870">
              <w:rPr>
                <w:rFonts w:cs="Arial"/>
                <w:szCs w:val="18"/>
              </w:rPr>
              <w:t>N</w:t>
            </w:r>
          </w:p>
        </w:tc>
        <w:tc>
          <w:tcPr>
            <w:tcW w:w="0" w:type="auto"/>
          </w:tcPr>
          <w:p w14:paraId="0984E906" w14:textId="77777777" w:rsidR="004D1501" w:rsidRPr="00C00350" w:rsidRDefault="004D1501" w:rsidP="00727B4F">
            <w:pPr>
              <w:pStyle w:val="TAC"/>
              <w:rPr>
                <w:rFonts w:cs="Arial"/>
              </w:rPr>
            </w:pPr>
            <w:r w:rsidRPr="00C00350">
              <w:rPr>
                <w:rFonts w:cs="Arial"/>
              </w:rPr>
              <w:t>9.7.5.2.3</w:t>
            </w:r>
            <w:r w:rsidRPr="00A8130A">
              <w:rPr>
                <w:rFonts w:cs="Arial"/>
              </w:rPr>
              <w:t>-1</w:t>
            </w:r>
          </w:p>
        </w:tc>
      </w:tr>
      <w:tr w:rsidR="004D1501" w:rsidRPr="00EE3870" w14:paraId="0984E90B" w14:textId="77777777" w:rsidTr="00727B4F">
        <w:trPr>
          <w:cantSplit/>
          <w:jc w:val="center"/>
        </w:trPr>
        <w:tc>
          <w:tcPr>
            <w:tcW w:w="0" w:type="auto"/>
          </w:tcPr>
          <w:p w14:paraId="0984E908" w14:textId="77777777" w:rsidR="004D1501" w:rsidRPr="00EE3870" w:rsidRDefault="004D1501" w:rsidP="00727B4F">
            <w:pPr>
              <w:pStyle w:val="TAC"/>
              <w:rPr>
                <w:rFonts w:cs="Arial"/>
                <w:szCs w:val="18"/>
              </w:rPr>
            </w:pPr>
            <w:r w:rsidRPr="00EE3870">
              <w:rPr>
                <w:rFonts w:cs="Arial"/>
                <w:szCs w:val="18"/>
              </w:rPr>
              <w:t xml:space="preserve">Any below 1 GHz except </w:t>
            </w:r>
            <w:r w:rsidRPr="00EE3870">
              <w:t>for certain regions (NOTE 2), band </w:t>
            </w:r>
            <w:r w:rsidRPr="00EE3870">
              <w:rPr>
                <w:rFonts w:cs="Arial"/>
                <w:szCs w:val="18"/>
              </w:rPr>
              <w:t>8</w:t>
            </w:r>
          </w:p>
        </w:tc>
        <w:tc>
          <w:tcPr>
            <w:tcW w:w="0" w:type="auto"/>
          </w:tcPr>
          <w:p w14:paraId="0984E909" w14:textId="77777777" w:rsidR="004D1501" w:rsidRPr="00EE3870" w:rsidRDefault="004D1501" w:rsidP="00727B4F">
            <w:pPr>
              <w:pStyle w:val="TAC"/>
              <w:rPr>
                <w:rFonts w:cs="Arial"/>
                <w:szCs w:val="18"/>
              </w:rPr>
            </w:pPr>
            <w:r w:rsidRPr="00EE3870">
              <w:rPr>
                <w:rFonts w:cs="Arial"/>
                <w:szCs w:val="18"/>
              </w:rPr>
              <w:t>N</w:t>
            </w:r>
          </w:p>
        </w:tc>
        <w:tc>
          <w:tcPr>
            <w:tcW w:w="0" w:type="auto"/>
          </w:tcPr>
          <w:p w14:paraId="0984E90A" w14:textId="77777777" w:rsidR="004D1501" w:rsidRPr="00C00350" w:rsidRDefault="004D1501" w:rsidP="00727B4F">
            <w:pPr>
              <w:pStyle w:val="TAC"/>
              <w:rPr>
                <w:rFonts w:cs="Arial"/>
              </w:rPr>
            </w:pPr>
            <w:r w:rsidRPr="00CD7E1B">
              <w:rPr>
                <w:rFonts w:cs="Arial"/>
              </w:rPr>
              <w:t>9.7.5.2.</w:t>
            </w:r>
            <w:r w:rsidRPr="00C00350">
              <w:rPr>
                <w:rFonts w:cs="Arial"/>
              </w:rPr>
              <w:t>3</w:t>
            </w:r>
            <w:r w:rsidRPr="00CD7E1B">
              <w:rPr>
                <w:rFonts w:cs="Arial"/>
              </w:rPr>
              <w:t>-1a</w:t>
            </w:r>
          </w:p>
        </w:tc>
      </w:tr>
      <w:tr w:rsidR="004D1501" w:rsidRPr="00EE3870" w14:paraId="0984E90F" w14:textId="77777777" w:rsidTr="00727B4F">
        <w:trPr>
          <w:cantSplit/>
          <w:jc w:val="center"/>
        </w:trPr>
        <w:tc>
          <w:tcPr>
            <w:tcW w:w="0" w:type="auto"/>
          </w:tcPr>
          <w:p w14:paraId="0984E90C" w14:textId="77777777" w:rsidR="004D1501" w:rsidRPr="00EE3870" w:rsidRDefault="004D1501" w:rsidP="00727B4F">
            <w:pPr>
              <w:pStyle w:val="TAC"/>
              <w:rPr>
                <w:rFonts w:cs="Arial"/>
                <w:szCs w:val="18"/>
              </w:rPr>
            </w:pPr>
            <w:r w:rsidRPr="00EE3870">
              <w:rPr>
                <w:rFonts w:cs="Arial"/>
                <w:szCs w:val="18"/>
              </w:rPr>
              <w:t>Any above 1 GHz except for certain regions (NOTE 2), band 3</w:t>
            </w:r>
          </w:p>
        </w:tc>
        <w:tc>
          <w:tcPr>
            <w:tcW w:w="0" w:type="auto"/>
          </w:tcPr>
          <w:p w14:paraId="0984E90D" w14:textId="77777777" w:rsidR="004D1501" w:rsidRPr="00EE3870" w:rsidRDefault="004D1501" w:rsidP="00727B4F">
            <w:pPr>
              <w:pStyle w:val="TAC"/>
              <w:rPr>
                <w:rFonts w:cs="Arial"/>
                <w:szCs w:val="18"/>
              </w:rPr>
            </w:pPr>
            <w:r w:rsidRPr="00EE3870">
              <w:rPr>
                <w:rFonts w:cs="Arial"/>
                <w:szCs w:val="18"/>
              </w:rPr>
              <w:t>N</w:t>
            </w:r>
          </w:p>
        </w:tc>
        <w:tc>
          <w:tcPr>
            <w:tcW w:w="0" w:type="auto"/>
          </w:tcPr>
          <w:p w14:paraId="0984E90E" w14:textId="77777777" w:rsidR="004D1501" w:rsidRPr="00A066E4" w:rsidRDefault="004D1501" w:rsidP="00727B4F">
            <w:pPr>
              <w:pStyle w:val="TAC"/>
              <w:rPr>
                <w:rFonts w:cs="Arial"/>
              </w:rPr>
            </w:pPr>
            <w:r w:rsidRPr="00C00350">
              <w:rPr>
                <w:rFonts w:cs="Arial"/>
              </w:rPr>
              <w:t>9.7.5.2.3</w:t>
            </w:r>
            <w:r w:rsidRPr="00CD7E1B">
              <w:rPr>
                <w:rFonts w:cs="Arial"/>
              </w:rPr>
              <w:t>-1b</w:t>
            </w:r>
          </w:p>
        </w:tc>
      </w:tr>
      <w:tr w:rsidR="004D1501" w:rsidRPr="00EE3870" w14:paraId="0984E912" w14:textId="77777777" w:rsidTr="00727B4F">
        <w:trPr>
          <w:cantSplit/>
          <w:jc w:val="center"/>
        </w:trPr>
        <w:tc>
          <w:tcPr>
            <w:tcW w:w="0" w:type="auto"/>
            <w:gridSpan w:val="3"/>
          </w:tcPr>
          <w:p w14:paraId="0984E910" w14:textId="77777777" w:rsidR="004D1501" w:rsidRPr="00EE3870" w:rsidRDefault="004D1501" w:rsidP="00727B4F">
            <w:pPr>
              <w:pStyle w:val="TAN"/>
            </w:pPr>
            <w:r w:rsidRPr="00EE3870">
              <w:t>NOTE 1:</w:t>
            </w:r>
            <w:r w:rsidRPr="00EE3870">
              <w:tab/>
              <w:t>NR operation with UTRA is not supported in this version of specification.</w:t>
            </w:r>
          </w:p>
          <w:p w14:paraId="0984E911" w14:textId="77777777" w:rsidR="004D1501" w:rsidRPr="00EE3870" w:rsidRDefault="004D1501" w:rsidP="00727B4F">
            <w:pPr>
              <w:pStyle w:val="TAN"/>
            </w:pPr>
            <w:r w:rsidRPr="00EE3870">
              <w:rPr>
                <w:rFonts w:cs="Arial"/>
              </w:rPr>
              <w:t>NOTE 2:</w:t>
            </w:r>
            <w:r w:rsidRPr="00EE3870">
              <w:tab/>
            </w:r>
            <w:r w:rsidRPr="00EE3870">
              <w:rPr>
                <w:rFonts w:cs="Arial"/>
              </w:rPr>
              <w:t xml:space="preserve">Applicable only for operation in regions </w:t>
            </w:r>
            <w:r w:rsidRPr="00EE3870">
              <w:t>where Category B limits as defined in ITU-R Recommendation SM.329 [14] are used for which category B option 2 operating band unwanted emissions requirements as defined in TS 36.104 [8] and TS 38.104 [27] are applied.</w:t>
            </w:r>
          </w:p>
        </w:tc>
      </w:tr>
    </w:tbl>
    <w:p w14:paraId="0984E913" w14:textId="77777777" w:rsidR="00B15E99" w:rsidRPr="00EF2F0E" w:rsidRDefault="00B15E99" w:rsidP="00B15E99"/>
    <w:p w14:paraId="0984E914" w14:textId="19FC8D85" w:rsidR="00B15E99" w:rsidRPr="00EF2F0E" w:rsidRDefault="00B15E99" w:rsidP="00B15E99">
      <w:pPr>
        <w:pStyle w:val="TH"/>
        <w:rPr>
          <w:rFonts w:cs="v5.0.0"/>
        </w:rPr>
      </w:pPr>
      <w:r w:rsidRPr="00EF2F0E">
        <w:t xml:space="preserve">Table 9.7.5.2.3-1: </w:t>
      </w:r>
      <w:r w:rsidR="00726890">
        <w:t>WA BS OBUE in</w:t>
      </w:r>
      <w:r w:rsidR="00726890" w:rsidRPr="00DF5484">
        <w:t xml:space="preserve"> BC2 </w:t>
      </w:r>
      <w:r w:rsidR="00726890">
        <w:t xml:space="preserve">bands applicable </w:t>
      </w:r>
      <w:r w:rsidR="00726890" w:rsidRPr="00DF5484">
        <w:t>for</w:t>
      </w:r>
      <w:r w:rsidR="00726890">
        <w:t>:</w:t>
      </w:r>
      <w:r w:rsidR="00726890" w:rsidRPr="00DF5484">
        <w:t xml:space="preserve"> BS not supporting NR</w:t>
      </w:r>
      <w:r w:rsidR="00726890">
        <w:t xml:space="preserve">; or </w:t>
      </w:r>
      <w:r w:rsidR="00726890" w:rsidRPr="00DF5484">
        <w:t>BS supporting NR in Band n3 or n8</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522"/>
        <w:gridCol w:w="1363"/>
      </w:tblGrid>
      <w:tr w:rsidR="003401A4" w:rsidRPr="00EF2F0E" w14:paraId="0984E919" w14:textId="77777777" w:rsidTr="00E13F96">
        <w:trPr>
          <w:cantSplit/>
          <w:jc w:val="center"/>
        </w:trPr>
        <w:tc>
          <w:tcPr>
            <w:tcW w:w="1953" w:type="dxa"/>
          </w:tcPr>
          <w:p w14:paraId="0984E915"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Pr>
          <w:p w14:paraId="0984E916"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522" w:type="dxa"/>
          </w:tcPr>
          <w:p w14:paraId="0984E917"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Minimum requirement (NOTE 2,</w:t>
            </w:r>
            <w:r w:rsidRPr="00EF2F0E">
              <w:rPr>
                <w:rFonts w:ascii="Arial" w:hAnsi="Arial" w:cs="Arial"/>
                <w:b/>
                <w:sz w:val="18"/>
                <w:lang w:eastAsia="zh-CN"/>
              </w:rPr>
              <w:t xml:space="preserve"> 3)</w:t>
            </w:r>
          </w:p>
        </w:tc>
        <w:tc>
          <w:tcPr>
            <w:tcW w:w="1363" w:type="dxa"/>
          </w:tcPr>
          <w:p w14:paraId="0984E918"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 xml:space="preserve">(NOTE </w:t>
            </w:r>
            <w:r w:rsidRPr="00EF2F0E">
              <w:rPr>
                <w:rFonts w:ascii="Arial" w:hAnsi="Arial" w:cs="Arial"/>
                <w:b/>
                <w:sz w:val="18"/>
                <w:lang w:eastAsia="zh-CN"/>
              </w:rPr>
              <w:t>10</w:t>
            </w:r>
            <w:r w:rsidRPr="00EF2F0E">
              <w:rPr>
                <w:rFonts w:ascii="Arial" w:hAnsi="Arial" w:cs="Arial"/>
                <w:b/>
                <w:sz w:val="18"/>
              </w:rPr>
              <w:t>)</w:t>
            </w:r>
          </w:p>
        </w:tc>
      </w:tr>
      <w:tr w:rsidR="003401A4" w:rsidRPr="00EF2F0E" w14:paraId="0984E91F" w14:textId="77777777" w:rsidTr="00E13F96">
        <w:trPr>
          <w:cantSplit/>
          <w:jc w:val="center"/>
        </w:trPr>
        <w:tc>
          <w:tcPr>
            <w:tcW w:w="1953" w:type="dxa"/>
          </w:tcPr>
          <w:p w14:paraId="0984E91A"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0.2 MHz</w:t>
            </w:r>
          </w:p>
          <w:p w14:paraId="0984E91B"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(NOTE 1)</w:t>
            </w:r>
          </w:p>
        </w:tc>
        <w:tc>
          <w:tcPr>
            <w:tcW w:w="2976" w:type="dxa"/>
          </w:tcPr>
          <w:p w14:paraId="0984E91C"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0.015 MHz </w:t>
            </w:r>
            <w:r w:rsidRPr="00EF2F0E">
              <w:rPr>
                <w:rFonts w:ascii="Arial" w:hAnsi="Arial" w:cs="v5.0.0"/>
                <w:sz w:val="18"/>
              </w:rPr>
              <w:sym w:font="Symbol" w:char="F0A3"/>
            </w:r>
            <w:r w:rsidRPr="00EF2F0E">
              <w:rPr>
                <w:rFonts w:ascii="Arial" w:hAnsi="Arial" w:cs="v5.0.0"/>
                <w:sz w:val="18"/>
              </w:rPr>
              <w:t xml:space="preserve"> f_offset &lt; 0.215 MHz </w:t>
            </w:r>
          </w:p>
        </w:tc>
        <w:tc>
          <w:tcPr>
            <w:tcW w:w="3522" w:type="dxa"/>
          </w:tcPr>
          <w:p w14:paraId="0984E91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-5 dBm</w:t>
            </w:r>
          </w:p>
        </w:tc>
        <w:tc>
          <w:tcPr>
            <w:tcW w:w="1363" w:type="dxa"/>
          </w:tcPr>
          <w:p w14:paraId="0984E91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924" w14:textId="77777777" w:rsidTr="00E13F96">
        <w:trPr>
          <w:cantSplit/>
          <w:jc w:val="center"/>
        </w:trPr>
        <w:tc>
          <w:tcPr>
            <w:tcW w:w="1953" w:type="dxa"/>
          </w:tcPr>
          <w:p w14:paraId="0984E920"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0.2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1 MHz</w:t>
            </w:r>
          </w:p>
        </w:tc>
        <w:tc>
          <w:tcPr>
            <w:tcW w:w="2976" w:type="dxa"/>
          </w:tcPr>
          <w:p w14:paraId="0984E921"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0.215 MHz </w:t>
            </w:r>
            <w:r w:rsidRPr="00EF2F0E">
              <w:rPr>
                <w:rFonts w:ascii="Arial" w:hAnsi="Arial" w:cs="v5.0.0"/>
                <w:sz w:val="18"/>
              </w:rPr>
              <w:sym w:font="Symbol" w:char="F0A3"/>
            </w:r>
            <w:r w:rsidRPr="00EF2F0E">
              <w:rPr>
                <w:rFonts w:ascii="Arial" w:hAnsi="Arial" w:cs="v5.0.0"/>
                <w:sz w:val="18"/>
              </w:rPr>
              <w:t xml:space="preserve"> f_offset &lt; 1.015 MHz</w:t>
            </w:r>
          </w:p>
        </w:tc>
        <w:tc>
          <w:tcPr>
            <w:tcW w:w="3522" w:type="dxa"/>
          </w:tcPr>
          <w:p w14:paraId="0984E922" w14:textId="77777777" w:rsidR="00B15E99" w:rsidRPr="00EF2F0E" w:rsidRDefault="00E13F96" w:rsidP="00AB06FD">
            <w:pPr>
              <w:keepLines/>
              <w:tabs>
                <w:tab w:val="center" w:pos="4536"/>
                <w:tab w:val="right" w:pos="9072"/>
              </w:tabs>
            </w:pPr>
            <m:oMathPara>
              <m:oMath>
                <m:r>
                  <w:rPr>
                    <w:rFonts w:ascii="Cambria Math" w:hAnsi="Cambria Math"/>
                  </w:rPr>
                  <m:t>-5dBm-15⋅</m:t>
                </m:r>
                <m:d>
                  <m:dPr>
                    <m:ctrlPr>
                      <w:rPr>
                        <w:rFonts w:ascii="Cambria Math" w:hAnsi="Cambria Math"/>
                      </w:rPr>
                    </m:ctrlPr>
                  </m:dPr>
                  <m:e>
                    <m:f>
                      <m:fPr>
                        <m:ctrlPr>
                          <w:rPr>
                            <w:rFonts w:ascii="Cambria Math" w:hAnsi="Cambria Math"/>
                          </w:rPr>
                        </m:ctrlPr>
                      </m:fPr>
                      <m:num>
                        <m:r>
                          <w:rPr>
                            <w:rFonts w:ascii="Cambria Math" w:hAnsi="Cambria Math"/>
                          </w:rPr>
                          <m:t>f_offset</m:t>
                        </m:r>
                      </m:num>
                      <m:den>
                        <m:r>
                          <w:rPr>
                            <w:rFonts w:ascii="Cambria Math" w:hAnsi="Cambria Math"/>
                          </w:rPr>
                          <m:t>MHz</m:t>
                        </m:r>
                      </m:den>
                    </m:f>
                    <m:r>
                      <w:rPr>
                        <w:rFonts w:ascii="Cambria Math" w:hAnsi="Cambria Math"/>
                      </w:rPr>
                      <m:t>-0.215</m:t>
                    </m:r>
                  </m:e>
                </m:d>
                <m:r>
                  <w:rPr>
                    <w:rFonts w:ascii="Cambria Math" w:hAnsi="Cambria Math"/>
                  </w:rPr>
                  <m:t>dB</m:t>
                </m:r>
              </m:oMath>
            </m:oMathPara>
          </w:p>
        </w:tc>
        <w:tc>
          <w:tcPr>
            <w:tcW w:w="1363" w:type="dxa"/>
          </w:tcPr>
          <w:p w14:paraId="0984E923"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929" w14:textId="77777777" w:rsidTr="00E13F96">
        <w:trPr>
          <w:cantSplit/>
          <w:jc w:val="center"/>
        </w:trPr>
        <w:tc>
          <w:tcPr>
            <w:tcW w:w="1953" w:type="dxa"/>
          </w:tcPr>
          <w:p w14:paraId="0984E925"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(NOTE </w:t>
            </w:r>
            <w:r w:rsidRPr="00EF2F0E">
              <w:rPr>
                <w:rFonts w:ascii="Arial" w:hAnsi="Arial" w:cs="v5.0.0"/>
                <w:sz w:val="18"/>
                <w:lang w:eastAsia="zh-CN"/>
              </w:rPr>
              <w:t>9</w:t>
            </w:r>
            <w:r w:rsidRPr="00EF2F0E">
              <w:rPr>
                <w:rFonts w:ascii="Arial" w:hAnsi="Arial" w:cs="v5.0.0"/>
                <w:sz w:val="18"/>
              </w:rPr>
              <w:t>)</w:t>
            </w:r>
          </w:p>
        </w:tc>
        <w:tc>
          <w:tcPr>
            <w:tcW w:w="2976" w:type="dxa"/>
          </w:tcPr>
          <w:p w14:paraId="0984E926"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1.015 MHz </w:t>
            </w:r>
            <w:r w:rsidRPr="00EF2F0E">
              <w:rPr>
                <w:rFonts w:ascii="Arial" w:hAnsi="Arial" w:cs="v5.0.0"/>
                <w:sz w:val="18"/>
              </w:rPr>
              <w:sym w:font="Symbol" w:char="F0A3"/>
            </w:r>
            <w:r w:rsidRPr="00EF2F0E">
              <w:rPr>
                <w:rFonts w:ascii="Arial" w:hAnsi="Arial" w:cs="v5.0.0"/>
                <w:sz w:val="18"/>
              </w:rPr>
              <w:t xml:space="preserve"> f_offset &lt; 1.5 MHz </w:t>
            </w:r>
          </w:p>
        </w:tc>
        <w:tc>
          <w:tcPr>
            <w:tcW w:w="3522" w:type="dxa"/>
          </w:tcPr>
          <w:p w14:paraId="0984E92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-17 dBm</w:t>
            </w:r>
          </w:p>
        </w:tc>
        <w:tc>
          <w:tcPr>
            <w:tcW w:w="1363" w:type="dxa"/>
          </w:tcPr>
          <w:p w14:paraId="0984E92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92F" w14:textId="77777777" w:rsidTr="00E13F96">
        <w:trPr>
          <w:cantSplit/>
          <w:jc w:val="center"/>
        </w:trPr>
        <w:tc>
          <w:tcPr>
            <w:tcW w:w="1953" w:type="dxa"/>
          </w:tcPr>
          <w:p w14:paraId="0984E92A" w14:textId="77777777" w:rsidR="00B15E99" w:rsidRPr="00EF2F0E" w:rsidRDefault="00B15E99" w:rsidP="00AB06FD">
            <w:pPr>
              <w:keepNext/>
              <w:keepLines/>
              <w:spacing w:after="0"/>
              <w:jc w:val="center"/>
              <w:rPr>
                <w:rFonts w:ascii="Arial" w:hAnsi="Arial" w:cs="Arial"/>
                <w:sz w:val="18"/>
                <w:lang w:val="sv-FI"/>
              </w:rPr>
            </w:pPr>
            <w:r w:rsidRPr="00EF2F0E">
              <w:rPr>
                <w:rFonts w:ascii="Arial" w:hAnsi="Arial" w:cs="v5.0.0"/>
                <w:sz w:val="18"/>
                <w:lang w:val="sv-FI"/>
              </w:rPr>
              <w:t xml:space="preserve">1 MHz </w:t>
            </w:r>
            <w:r w:rsidRPr="00EF2F0E">
              <w:rPr>
                <w:rFonts w:ascii="Arial" w:hAnsi="Arial" w:cs="v5.0.0"/>
                <w:sz w:val="18"/>
              </w:rPr>
              <w:sym w:font="Symbol" w:char="F0A3"/>
            </w:r>
            <w:r w:rsidRPr="00EF2F0E">
              <w:rPr>
                <w:rFonts w:ascii="Arial" w:hAnsi="Arial" w:cs="v5.0.0"/>
                <w:sz w:val="18"/>
                <w:lang w:val="sv-FI"/>
              </w:rPr>
              <w:t xml:space="preserve"> </w:t>
            </w:r>
            <w:r w:rsidRPr="00EF2F0E">
              <w:rPr>
                <w:rFonts w:ascii="Arial" w:hAnsi="Arial" w:cs="v5.0.0"/>
                <w:sz w:val="18"/>
              </w:rPr>
              <w:sym w:font="Symbol" w:char="F044"/>
            </w:r>
            <w:r w:rsidRPr="00EF2F0E">
              <w:rPr>
                <w:rFonts w:ascii="Arial" w:hAnsi="Arial" w:cs="v5.0.0"/>
                <w:sz w:val="18"/>
                <w:lang w:val="sv-FI"/>
              </w:rPr>
              <w:t xml:space="preserve">f </w:t>
            </w:r>
            <w:r w:rsidRPr="00EF2F0E">
              <w:rPr>
                <w:rFonts w:ascii="Arial" w:hAnsi="Arial" w:cs="Arial"/>
                <w:sz w:val="18"/>
              </w:rPr>
              <w:sym w:font="Symbol" w:char="F0A3"/>
            </w:r>
            <w:r w:rsidRPr="00EF2F0E">
              <w:rPr>
                <w:rFonts w:ascii="Arial" w:hAnsi="Arial" w:cs="Arial"/>
                <w:sz w:val="18"/>
                <w:lang w:val="sv-FI"/>
              </w:rPr>
              <w:t xml:space="preserve"> </w:t>
            </w:r>
          </w:p>
          <w:p w14:paraId="0984E92B"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Arial"/>
                <w:sz w:val="18"/>
                <w:lang w:val="sv-FI"/>
              </w:rPr>
              <w:t>min(</w:t>
            </w:r>
            <w:r w:rsidRPr="00EF2F0E">
              <w:rPr>
                <w:rFonts w:ascii="Arial" w:hAnsi="Arial" w:cs="Arial"/>
                <w:sz w:val="18"/>
              </w:rPr>
              <w:sym w:font="Symbol" w:char="F044"/>
            </w:r>
            <w:r w:rsidRPr="00EF2F0E">
              <w:rPr>
                <w:rFonts w:ascii="Arial" w:hAnsi="Arial" w:cs="Arial"/>
                <w:sz w:val="18"/>
                <w:lang w:val="sv-FI"/>
              </w:rPr>
              <w:t>f</w:t>
            </w:r>
            <w:r w:rsidRPr="00EF2F0E">
              <w:rPr>
                <w:rFonts w:ascii="Arial" w:hAnsi="Arial" w:cs="Arial"/>
                <w:sz w:val="18"/>
                <w:vertAlign w:val="subscript"/>
                <w:lang w:val="sv-FI"/>
              </w:rPr>
              <w:t>max</w:t>
            </w:r>
            <w:r w:rsidRPr="00EF2F0E">
              <w:rPr>
                <w:rFonts w:ascii="Arial" w:hAnsi="Arial" w:cs="Arial"/>
                <w:sz w:val="18"/>
                <w:lang w:val="sv-FI"/>
              </w:rPr>
              <w:t xml:space="preserve">, 10 MHz) </w:t>
            </w:r>
          </w:p>
        </w:tc>
        <w:tc>
          <w:tcPr>
            <w:tcW w:w="2976" w:type="dxa"/>
          </w:tcPr>
          <w:p w14:paraId="0984E92C"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1.5 MHz </w:t>
            </w:r>
            <w:r w:rsidRPr="00EF2F0E">
              <w:rPr>
                <w:rFonts w:ascii="Arial" w:hAnsi="Arial" w:cs="v5.0.0"/>
                <w:sz w:val="18"/>
              </w:rPr>
              <w:sym w:font="Symbol" w:char="F0A3"/>
            </w:r>
            <w:r w:rsidRPr="00EF2F0E">
              <w:rPr>
                <w:rFonts w:ascii="Arial" w:hAnsi="Arial" w:cs="v5.0.0"/>
                <w:sz w:val="18"/>
                <w:lang w:val="sv-FI"/>
              </w:rPr>
              <w:t xml:space="preserve"> f_offset &lt; min(f_offset</w:t>
            </w:r>
            <w:r w:rsidRPr="00EF2F0E">
              <w:rPr>
                <w:rFonts w:ascii="Arial" w:hAnsi="Arial" w:cs="v5.0.0"/>
                <w:sz w:val="18"/>
                <w:vertAlign w:val="subscript"/>
                <w:lang w:val="sv-FI"/>
              </w:rPr>
              <w:t>max</w:t>
            </w:r>
            <w:r w:rsidRPr="00EF2F0E">
              <w:rPr>
                <w:rFonts w:ascii="Arial" w:hAnsi="Arial" w:cs="v5.0.0"/>
                <w:sz w:val="18"/>
                <w:lang w:val="sv-FI"/>
              </w:rPr>
              <w:t>, 10.5 MHz)</w:t>
            </w:r>
          </w:p>
        </w:tc>
        <w:tc>
          <w:tcPr>
            <w:tcW w:w="3522" w:type="dxa"/>
          </w:tcPr>
          <w:p w14:paraId="0984E92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-4 dBm</w:t>
            </w:r>
          </w:p>
        </w:tc>
        <w:tc>
          <w:tcPr>
            <w:tcW w:w="1363" w:type="dxa"/>
          </w:tcPr>
          <w:p w14:paraId="0984E92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3401A4" w:rsidRPr="00EF2F0E" w14:paraId="0984E934" w14:textId="77777777" w:rsidTr="00E13F96">
        <w:trPr>
          <w:cantSplit/>
          <w:jc w:val="center"/>
        </w:trPr>
        <w:tc>
          <w:tcPr>
            <w:tcW w:w="1953" w:type="dxa"/>
          </w:tcPr>
          <w:p w14:paraId="0984E930"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931"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522" w:type="dxa"/>
          </w:tcPr>
          <w:p w14:paraId="0984E932"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-6 dBm (NOTE 1</w:t>
            </w:r>
            <w:r w:rsidRPr="00EF2F0E">
              <w:rPr>
                <w:rFonts w:ascii="Arial" w:hAnsi="Arial" w:cs="Arial"/>
                <w:sz w:val="18"/>
                <w:lang w:eastAsia="zh-CN"/>
              </w:rPr>
              <w:t>1</w:t>
            </w:r>
            <w:r w:rsidRPr="00EF2F0E">
              <w:rPr>
                <w:rFonts w:ascii="Arial" w:hAnsi="Arial" w:cs="Arial"/>
                <w:sz w:val="18"/>
              </w:rPr>
              <w:t>)</w:t>
            </w:r>
          </w:p>
        </w:tc>
        <w:tc>
          <w:tcPr>
            <w:tcW w:w="1363" w:type="dxa"/>
          </w:tcPr>
          <w:p w14:paraId="0984E933"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B15E99" w:rsidRPr="00EF2F0E" w14:paraId="0984E938" w14:textId="77777777" w:rsidTr="00AB06FD">
        <w:trPr>
          <w:cantSplit/>
          <w:jc w:val="center"/>
        </w:trPr>
        <w:tc>
          <w:tcPr>
            <w:tcW w:w="9814" w:type="dxa"/>
            <w:gridSpan w:val="4"/>
          </w:tcPr>
          <w:p w14:paraId="0984E935"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006E5225" w:rsidRPr="00EF2F0E">
              <w:rPr>
                <w:rFonts w:ascii="Arial" w:hAnsi="Arial" w:cs="Arial"/>
                <w:sz w:val="18"/>
              </w:rPr>
              <w:tab/>
            </w:r>
            <w:r w:rsidRPr="00EF2F0E">
              <w:rPr>
                <w:rFonts w:ascii="Arial" w:hAnsi="Arial" w:cs="Arial"/>
                <w:sz w:val="18"/>
              </w:rPr>
              <w:t xml:space="preserve">For operation with an E-UTRA 1.4 or 3 MHz carrier adjacent to the </w:t>
            </w:r>
            <w:r w:rsidRPr="00EF2F0E">
              <w:rPr>
                <w:rFonts w:ascii="Arial" w:hAnsi="Arial" w:cs="Arial"/>
                <w:i/>
                <w:sz w:val="18"/>
              </w:rPr>
              <w:t>Base Station RF Bandwidth edge</w:t>
            </w:r>
            <w:r w:rsidRPr="00EF2F0E">
              <w:rPr>
                <w:rFonts w:ascii="Arial" w:eastAsia="SimSun" w:hAnsi="Arial" w:cs="Arial"/>
                <w:kern w:val="2"/>
                <w:sz w:val="18"/>
                <w:lang w:eastAsia="zh-CN"/>
              </w:rPr>
              <w:t xml:space="preserve">, the limits in table 9.7.5.2.3-2 apply for </w:t>
            </w:r>
            <w:r w:rsidRPr="00EF2F0E">
              <w:rPr>
                <w:rFonts w:ascii="Arial" w:hAnsi="Arial" w:cs="Arial"/>
                <w:sz w:val="18"/>
              </w:rPr>
              <w:t xml:space="preserve">0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0.15 MHz.</w:t>
            </w:r>
          </w:p>
          <w:p w14:paraId="0984E936"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MSR RIB supporting </w:t>
            </w:r>
            <w:r w:rsidRPr="00EF2F0E">
              <w:rPr>
                <w:rFonts w:ascii="Arial" w:hAnsi="Arial" w:cs="Arial"/>
                <w:i/>
                <w:sz w:val="18"/>
              </w:rPr>
              <w:t>non-contiguous spectrum</w:t>
            </w:r>
            <w:r w:rsidRPr="00EF2F0E">
              <w:rPr>
                <w:rFonts w:ascii="Arial" w:hAnsi="Arial" w:cs="Arial"/>
                <w:sz w:val="18"/>
              </w:rPr>
              <w:t xml:space="preserve"> operation </w:t>
            </w:r>
            <w:r w:rsidRPr="00EF2F0E">
              <w:rPr>
                <w:rFonts w:ascii="Arial" w:hAnsi="Arial" w:cs="Arial"/>
                <w:sz w:val="18"/>
                <w:lang w:eastAsia="zh-CN"/>
              </w:rPr>
              <w:t xml:space="preserve">within any operating band </w:t>
            </w:r>
            <w:r w:rsidRPr="00EF2F0E">
              <w:rPr>
                <w:rFonts w:ascii="Arial" w:hAnsi="Arial" w:cs="Arial"/>
                <w:sz w:val="18"/>
              </w:rPr>
              <w:t xml:space="preserve">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w:t>
            </w:r>
            <w:r w:rsidRPr="00EF2F0E">
              <w:rPr>
                <w:rFonts w:ascii="Arial" w:hAnsi="Arial" w:cs="Arial"/>
                <w:sz w:val="18"/>
                <w:lang w:eastAsia="zh-CN"/>
              </w:rPr>
              <w:t xml:space="preserve">contributions from </w:t>
            </w:r>
            <w:r w:rsidRPr="00EF2F0E">
              <w:rPr>
                <w:rFonts w:ascii="Arial" w:hAnsi="Arial" w:cs="Arial"/>
                <w:sz w:val="18"/>
              </w:rPr>
              <w:t xml:space="preserve">adjacent </w:t>
            </w:r>
            <w:r w:rsidRPr="00EF2F0E">
              <w:rPr>
                <w:rFonts w:ascii="Arial" w:hAnsi="Arial" w:cs="v5.0.0"/>
                <w:sz w:val="18"/>
              </w:rPr>
              <w:t>sub</w:t>
            </w:r>
            <w:r w:rsidRPr="00EF2F0E">
              <w:rPr>
                <w:rFonts w:ascii="Arial" w:hAnsi="Arial" w:cs="v5.0.0"/>
                <w:sz w:val="18"/>
                <w:lang w:eastAsia="zh-CN"/>
              </w:rPr>
              <w:t>-</w:t>
            </w:r>
            <w:r w:rsidRPr="00EF2F0E">
              <w:rPr>
                <w:rFonts w:ascii="Arial" w:hAnsi="Arial" w:cs="v5.0.0"/>
                <w:sz w:val="18"/>
              </w:rPr>
              <w:t xml:space="preserve">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f ≥ 10MHz from both adjacent sub</w:t>
            </w:r>
            <w:r w:rsidRPr="00EF2F0E">
              <w:rPr>
                <w:rFonts w:ascii="Arial" w:hAnsi="Arial" w:cs="Arial"/>
                <w:sz w:val="18"/>
                <w:lang w:eastAsia="zh-CN"/>
              </w:rPr>
              <w:t>-</w:t>
            </w:r>
            <w:r w:rsidRPr="00EF2F0E">
              <w:rPr>
                <w:rFonts w:ascii="Arial" w:hAnsi="Arial" w:cs="Arial"/>
                <w:sz w:val="18"/>
              </w:rPr>
              <w:t xml:space="preserve">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-6dBm/MHz.</w:t>
            </w:r>
          </w:p>
          <w:p w14:paraId="0984E937"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w:t>
            </w:r>
            <w:r w:rsidRPr="00EF2F0E">
              <w:rPr>
                <w:rFonts w:ascii="Arial" w:hAnsi="Arial" w:cs="Arial"/>
                <w:sz w:val="18"/>
                <w:lang w:eastAsia="zh-CN"/>
              </w:rPr>
              <w:t xml:space="preserve"> </w:t>
            </w:r>
            <w:r w:rsidRPr="00EF2F0E">
              <w:rPr>
                <w:rFonts w:ascii="Arial" w:hAnsi="Arial" w:cs="Arial"/>
                <w:sz w:val="18"/>
              </w:rPr>
              <w:t>3:</w:t>
            </w:r>
            <w:r w:rsidR="006E5225" w:rsidRPr="00EF2F0E">
              <w:rPr>
                <w:rFonts w:ascii="Arial" w:hAnsi="Arial" w:cs="Arial"/>
                <w:sz w:val="18"/>
              </w:rPr>
              <w:tab/>
            </w:r>
            <w:r w:rsidRPr="00EF2F0E">
              <w:rPr>
                <w:rFonts w:ascii="Arial" w:hAnsi="Arial" w:cs="Arial"/>
                <w:sz w:val="18"/>
              </w:rPr>
              <w:t xml:space="preserve">For a MSR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operation the </w:t>
            </w:r>
            <w:r w:rsidRPr="00EF2F0E">
              <w:rPr>
                <w:rFonts w:ascii="Arial" w:hAnsi="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rPr>
              <w:t>Inter RF Bandwidth gap</w:t>
            </w:r>
            <w:r w:rsidRPr="00EF2F0E">
              <w:rPr>
                <w:rFonts w:ascii="Arial" w:hAnsi="Arial" w:cs="v5.0.0"/>
                <w:sz w:val="18"/>
              </w:rPr>
              <w:t xml:space="preserve">, where the contribution from the far-end sub-block </w:t>
            </w:r>
            <w:r w:rsidRPr="00EF2F0E">
              <w:rPr>
                <w:rFonts w:ascii="Arial" w:hAnsi="Arial" w:cs="Arial"/>
                <w:sz w:val="18"/>
              </w:rPr>
              <w:t xml:space="preserve">or </w:t>
            </w:r>
            <w:r w:rsidRPr="00EF2F0E">
              <w:rPr>
                <w:rFonts w:ascii="Arial" w:hAnsi="Arial"/>
                <w:i/>
                <w:sz w:val="18"/>
              </w:rPr>
              <w:t>Base Station RF Bandwidth</w:t>
            </w:r>
            <w:r w:rsidRPr="00EF2F0E">
              <w:rPr>
                <w:rFonts w:ascii="Arial" w:hAnsi="Arial" w:cs="v5.0.0"/>
                <w:sz w:val="18"/>
              </w:rPr>
              <w:t xml:space="preserve"> 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939" w14:textId="77777777" w:rsidR="00B15E99" w:rsidRPr="00EF2F0E" w:rsidRDefault="00B15E99" w:rsidP="00B15E99"/>
    <w:p w14:paraId="0984E93A" w14:textId="08CDD6F9" w:rsidR="00B15E99" w:rsidRPr="00EF2F0E" w:rsidRDefault="00B15E99" w:rsidP="00DB3F6B">
      <w:pPr>
        <w:pStyle w:val="TH"/>
        <w:rPr>
          <w:rFonts w:cs="v5.0.0"/>
        </w:rPr>
      </w:pPr>
      <w:r w:rsidRPr="00EF2F0E">
        <w:t xml:space="preserve">Table 9.7.5.2.3-1a: </w:t>
      </w:r>
      <w:r w:rsidR="00E83FF2">
        <w:t>WA BS OBUE in</w:t>
      </w:r>
      <w:r w:rsidR="00E83FF2" w:rsidRPr="00DF5484">
        <w:t xml:space="preserve"> BC2 bands </w:t>
      </w:r>
      <w:r w:rsidR="00E83FF2">
        <w:rPr>
          <w:rFonts w:cs="Arial"/>
        </w:rPr>
        <w:t>≤</w:t>
      </w:r>
      <w:r w:rsidR="00E83FF2">
        <w:t> </w:t>
      </w:r>
      <w:r w:rsidR="00E83FF2" w:rsidRPr="00DF5484">
        <w:t xml:space="preserve">1 GHz </w:t>
      </w:r>
      <w:r w:rsidR="00E83FF2">
        <w:t xml:space="preserve">applicable </w:t>
      </w:r>
      <w:r w:rsidR="00E83FF2" w:rsidRPr="00DF5484">
        <w:t>for</w:t>
      </w:r>
      <w:r w:rsidR="00E83FF2">
        <w:t>:</w:t>
      </w:r>
      <w:r w:rsidR="00E83FF2" w:rsidRPr="00DF5484">
        <w:t xml:space="preserve"> BS supporting NR</w:t>
      </w:r>
      <w:r w:rsidR="00E83FF2">
        <w:t>, not</w:t>
      </w:r>
      <w:r w:rsidR="00E83FF2" w:rsidRPr="00DF5484">
        <w:t xml:space="preserve"> operati</w:t>
      </w:r>
      <w:r w:rsidR="00E83FF2">
        <w:t>ng</w:t>
      </w:r>
      <w:r w:rsidR="00E83FF2" w:rsidRPr="00DF5484">
        <w:t xml:space="preserve"> </w:t>
      </w:r>
      <w:r w:rsidR="00E83FF2">
        <w:t xml:space="preserve">NR </w:t>
      </w:r>
      <w:r w:rsidR="00E83FF2" w:rsidRPr="00DF5484">
        <w:t>in band n8</w:t>
      </w:r>
      <w:r w:rsidR="00E83FF2">
        <w:t>, and</w:t>
      </w:r>
      <w:r w:rsidR="00E83FF2" w:rsidRPr="00DF5484">
        <w:t xml:space="preserve">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93F" w14:textId="77777777" w:rsidTr="00AB06FD">
        <w:trPr>
          <w:cantSplit/>
          <w:jc w:val="center"/>
        </w:trPr>
        <w:tc>
          <w:tcPr>
            <w:tcW w:w="1953" w:type="dxa"/>
          </w:tcPr>
          <w:p w14:paraId="0984E93B" w14:textId="77777777" w:rsidR="00B15E99" w:rsidRPr="00EF2F0E" w:rsidRDefault="00B15E99" w:rsidP="00AB06FD">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E93C" w14:textId="77777777" w:rsidR="00B15E99" w:rsidRPr="00EF2F0E" w:rsidRDefault="00B15E99" w:rsidP="00AB06FD">
            <w:pPr>
              <w:pStyle w:val="TAH"/>
              <w:rPr>
                <w:rFonts w:cs="v5.0.0"/>
              </w:rPr>
            </w:pPr>
            <w:r w:rsidRPr="00EF2F0E">
              <w:rPr>
                <w:rFonts w:cs="v5.0.0"/>
              </w:rPr>
              <w:t>Frequency offset of measurement filter centre frequency, f_offset</w:t>
            </w:r>
          </w:p>
        </w:tc>
        <w:tc>
          <w:tcPr>
            <w:tcW w:w="3455" w:type="dxa"/>
          </w:tcPr>
          <w:p w14:paraId="0984E93D" w14:textId="77777777" w:rsidR="00B15E99" w:rsidRPr="00EF2F0E" w:rsidRDefault="00B15E99" w:rsidP="00AB06FD">
            <w:pPr>
              <w:pStyle w:val="TAH"/>
              <w:rPr>
                <w:rFonts w:cs="v5.0.0"/>
              </w:rPr>
            </w:pPr>
            <w:r w:rsidRPr="00EF2F0E">
              <w:rPr>
                <w:rFonts w:cs="v5.0.0"/>
              </w:rPr>
              <w:t>Minimum requirement</w:t>
            </w:r>
            <w:r w:rsidRPr="00EF2F0E">
              <w:rPr>
                <w:rFonts w:cs="v5.0.0"/>
                <w:i/>
              </w:rPr>
              <w:t xml:space="preserve"> </w:t>
            </w:r>
            <w:r w:rsidRPr="00EF2F0E">
              <w:rPr>
                <w:rFonts w:cs="v5.0.0"/>
              </w:rPr>
              <w:t xml:space="preserve"> (Note 1</w:t>
            </w:r>
            <w:r w:rsidRPr="00EF2F0E">
              <w:rPr>
                <w:rFonts w:cs="Arial"/>
              </w:rPr>
              <w:t>, 2</w:t>
            </w:r>
            <w:r w:rsidRPr="00EF2F0E">
              <w:rPr>
                <w:rFonts w:cs="v5.0.0"/>
              </w:rPr>
              <w:t>)</w:t>
            </w:r>
          </w:p>
        </w:tc>
        <w:tc>
          <w:tcPr>
            <w:tcW w:w="1430" w:type="dxa"/>
          </w:tcPr>
          <w:p w14:paraId="0984E93E" w14:textId="77777777" w:rsidR="00B15E99" w:rsidRPr="00EF2F0E" w:rsidRDefault="00B15E99" w:rsidP="00AB06FD">
            <w:pPr>
              <w:pStyle w:val="TAH"/>
              <w:rPr>
                <w:rFonts w:cs="v5.0.0"/>
              </w:rPr>
            </w:pPr>
            <w:r w:rsidRPr="00EF2F0E">
              <w:rPr>
                <w:rFonts w:cs="v5.0.0"/>
              </w:rPr>
              <w:t xml:space="preserve">Measurement bandwidth </w:t>
            </w:r>
            <w:r w:rsidRPr="00EF2F0E">
              <w:rPr>
                <w:rFonts w:cs="Arial"/>
              </w:rPr>
              <w:t>(Note 10)</w:t>
            </w:r>
          </w:p>
        </w:tc>
      </w:tr>
      <w:tr w:rsidR="003401A4" w:rsidRPr="00EF2F0E" w14:paraId="0984E944" w14:textId="77777777" w:rsidTr="00AB06FD">
        <w:trPr>
          <w:cantSplit/>
          <w:jc w:val="center"/>
        </w:trPr>
        <w:tc>
          <w:tcPr>
            <w:tcW w:w="1953" w:type="dxa"/>
          </w:tcPr>
          <w:p w14:paraId="0984E940" w14:textId="77777777" w:rsidR="00B15E99" w:rsidRPr="00EF2F0E" w:rsidRDefault="00B15E99" w:rsidP="00AB06FD">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E941" w14:textId="77777777" w:rsidR="00B15E99" w:rsidRPr="00EF2F0E" w:rsidRDefault="00B15E99"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vAlign w:val="center"/>
          </w:tcPr>
          <w:p w14:paraId="0984E942" w14:textId="77777777" w:rsidR="00B15E99" w:rsidRPr="00EF2F0E" w:rsidRDefault="009D7587" w:rsidP="009D7587">
            <w:pPr>
              <w:pStyle w:val="TAC"/>
              <w:rPr>
                <w:rFonts w:cs="Arial"/>
                <w:lang w:val="en-US"/>
              </w:rPr>
            </w:pPr>
            <w:r w:rsidRPr="00EF2F0E">
              <w:t>2 dBm – 7/5(f_offset/MHz – 0.05) dB</w:t>
            </w:r>
          </w:p>
        </w:tc>
        <w:tc>
          <w:tcPr>
            <w:tcW w:w="1430" w:type="dxa"/>
          </w:tcPr>
          <w:p w14:paraId="0984E943" w14:textId="77777777" w:rsidR="00B15E99" w:rsidRPr="00EF2F0E" w:rsidRDefault="00B15E99" w:rsidP="00AB06FD">
            <w:pPr>
              <w:pStyle w:val="TAC"/>
              <w:rPr>
                <w:rFonts w:cs="Arial"/>
              </w:rPr>
            </w:pPr>
            <w:r w:rsidRPr="00EF2F0E">
              <w:rPr>
                <w:rFonts w:cs="Arial"/>
              </w:rPr>
              <w:t xml:space="preserve">100 kHz </w:t>
            </w:r>
          </w:p>
        </w:tc>
      </w:tr>
      <w:tr w:rsidR="003401A4" w:rsidRPr="00EF2F0E" w14:paraId="0984E94B" w14:textId="77777777" w:rsidTr="00AB06FD">
        <w:trPr>
          <w:cantSplit/>
          <w:jc w:val="center"/>
        </w:trPr>
        <w:tc>
          <w:tcPr>
            <w:tcW w:w="1953" w:type="dxa"/>
          </w:tcPr>
          <w:p w14:paraId="0984E945" w14:textId="77777777" w:rsidR="00B15E99" w:rsidRPr="00EF2F0E" w:rsidRDefault="00B15E99" w:rsidP="00AB06FD">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p>
          <w:p w14:paraId="0984E946" w14:textId="77777777" w:rsidR="00B15E99" w:rsidRPr="00EF2F0E" w:rsidRDefault="00B15E99" w:rsidP="00AB06FD">
            <w:pPr>
              <w:pStyle w:val="TAC"/>
              <w:rPr>
                <w:rFonts w:cs="v5.0.0"/>
                <w:lang w:val="sv-FI"/>
              </w:rPr>
            </w:pPr>
            <w:r w:rsidRPr="00EF2F0E">
              <w:rPr>
                <w:rFonts w:cs="v5.0.0"/>
                <w:lang w:val="sv-FI"/>
              </w:rPr>
              <w:t xml:space="preserve">min(10 MHz, </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v5.0.0"/>
                <w:lang w:val="sv-FI"/>
              </w:rPr>
              <w:t>)</w:t>
            </w:r>
          </w:p>
        </w:tc>
        <w:tc>
          <w:tcPr>
            <w:tcW w:w="2976" w:type="dxa"/>
          </w:tcPr>
          <w:p w14:paraId="0984E947" w14:textId="77777777" w:rsidR="00B15E99" w:rsidRPr="00EF2F0E" w:rsidRDefault="00B15E99"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p>
          <w:p w14:paraId="0984E948" w14:textId="77777777" w:rsidR="00B15E99" w:rsidRPr="00EF2F0E" w:rsidRDefault="00B15E99" w:rsidP="00AB06FD">
            <w:pPr>
              <w:pStyle w:val="TAC"/>
              <w:rPr>
                <w:rFonts w:cs="v5.0.0"/>
                <w:lang w:val="sv-FI"/>
              </w:rPr>
            </w:pPr>
            <w:r w:rsidRPr="00EF2F0E">
              <w:rPr>
                <w:rFonts w:cs="v5.0.0"/>
                <w:lang w:val="sv-FI"/>
              </w:rPr>
              <w:t>min(10.05 MHz, f_offset</w:t>
            </w:r>
            <w:r w:rsidRPr="00EF2F0E">
              <w:rPr>
                <w:rFonts w:cs="v5.0.0"/>
                <w:vertAlign w:val="subscript"/>
                <w:lang w:val="sv-FI"/>
              </w:rPr>
              <w:t>max</w:t>
            </w:r>
            <w:r w:rsidRPr="00EF2F0E">
              <w:rPr>
                <w:rFonts w:cs="v5.0.0"/>
                <w:lang w:val="sv-FI"/>
              </w:rPr>
              <w:t>)</w:t>
            </w:r>
          </w:p>
        </w:tc>
        <w:tc>
          <w:tcPr>
            <w:tcW w:w="3455" w:type="dxa"/>
          </w:tcPr>
          <w:p w14:paraId="0984E949" w14:textId="77777777" w:rsidR="00B15E99" w:rsidRPr="00EF2F0E" w:rsidRDefault="00B15E99" w:rsidP="00AB06FD">
            <w:pPr>
              <w:pStyle w:val="TAC"/>
              <w:rPr>
                <w:rFonts w:cs="Arial"/>
              </w:rPr>
            </w:pPr>
            <w:r w:rsidRPr="00EF2F0E">
              <w:rPr>
                <w:rFonts w:cs="Arial"/>
              </w:rPr>
              <w:t>-</w:t>
            </w:r>
            <w:r w:rsidR="009D7587" w:rsidRPr="00EF2F0E">
              <w:rPr>
                <w:rFonts w:cs="Arial"/>
              </w:rPr>
              <w:t>5</w:t>
            </w:r>
            <w:r w:rsidRPr="00EF2F0E">
              <w:rPr>
                <w:rFonts w:cs="Arial"/>
              </w:rPr>
              <w:t xml:space="preserve"> dBm</w:t>
            </w:r>
          </w:p>
        </w:tc>
        <w:tc>
          <w:tcPr>
            <w:tcW w:w="1430" w:type="dxa"/>
          </w:tcPr>
          <w:p w14:paraId="0984E94A" w14:textId="77777777" w:rsidR="00B15E99" w:rsidRPr="00EF2F0E" w:rsidRDefault="00B15E99" w:rsidP="00AB06FD">
            <w:pPr>
              <w:pStyle w:val="TAC"/>
              <w:rPr>
                <w:rFonts w:cs="Arial"/>
              </w:rPr>
            </w:pPr>
            <w:r w:rsidRPr="00EF2F0E">
              <w:rPr>
                <w:rFonts w:cs="Arial"/>
              </w:rPr>
              <w:t xml:space="preserve">100 kHz </w:t>
            </w:r>
          </w:p>
        </w:tc>
      </w:tr>
      <w:tr w:rsidR="003401A4" w:rsidRPr="00EF2F0E" w14:paraId="0984E950" w14:textId="77777777" w:rsidTr="00AB06FD">
        <w:trPr>
          <w:cantSplit/>
          <w:jc w:val="center"/>
        </w:trPr>
        <w:tc>
          <w:tcPr>
            <w:tcW w:w="1953" w:type="dxa"/>
          </w:tcPr>
          <w:p w14:paraId="0984E94C" w14:textId="77777777" w:rsidR="00B15E99" w:rsidRPr="00EF2F0E" w:rsidRDefault="00B15E99"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E94D" w14:textId="77777777" w:rsidR="00B15E99" w:rsidRPr="00EF2F0E" w:rsidRDefault="00B15E99" w:rsidP="00AB06FD">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E94E" w14:textId="77777777" w:rsidR="00B15E99" w:rsidRPr="00EF2F0E" w:rsidRDefault="00B15E99" w:rsidP="00AB06FD">
            <w:pPr>
              <w:pStyle w:val="TAC"/>
              <w:rPr>
                <w:rFonts w:cs="Arial"/>
              </w:rPr>
            </w:pPr>
            <w:r w:rsidRPr="00EF2F0E">
              <w:rPr>
                <w:rFonts w:cs="Arial"/>
              </w:rPr>
              <w:t>-</w:t>
            </w:r>
            <w:r w:rsidR="009D7587" w:rsidRPr="00EF2F0E">
              <w:rPr>
                <w:rFonts w:cs="Arial"/>
              </w:rPr>
              <w:t>7</w:t>
            </w:r>
            <w:r w:rsidRPr="00EF2F0E">
              <w:rPr>
                <w:rFonts w:cs="Arial"/>
              </w:rPr>
              <w:t xml:space="preserve"> dBm (Note 11)</w:t>
            </w:r>
          </w:p>
        </w:tc>
        <w:tc>
          <w:tcPr>
            <w:tcW w:w="1430" w:type="dxa"/>
          </w:tcPr>
          <w:p w14:paraId="0984E94F" w14:textId="77777777" w:rsidR="00B15E99" w:rsidRPr="00EF2F0E" w:rsidRDefault="00B15E99" w:rsidP="00AB06FD">
            <w:pPr>
              <w:pStyle w:val="TAC"/>
              <w:rPr>
                <w:rFonts w:cs="Arial"/>
              </w:rPr>
            </w:pPr>
            <w:r w:rsidRPr="00EF2F0E">
              <w:rPr>
                <w:rFonts w:cs="Arial"/>
              </w:rPr>
              <w:t xml:space="preserve">100 kHz </w:t>
            </w:r>
          </w:p>
        </w:tc>
      </w:tr>
      <w:tr w:rsidR="00B15E99" w:rsidRPr="00EF2F0E" w14:paraId="0984E954" w14:textId="77777777" w:rsidTr="00AB06FD">
        <w:trPr>
          <w:cantSplit/>
          <w:jc w:val="center"/>
        </w:trPr>
        <w:tc>
          <w:tcPr>
            <w:tcW w:w="9814" w:type="dxa"/>
            <w:gridSpan w:val="4"/>
          </w:tcPr>
          <w:p w14:paraId="62158157" w14:textId="56850D9F" w:rsidR="00DE4CD9" w:rsidRPr="00EF2F0E" w:rsidRDefault="00DE4CD9" w:rsidP="00DE4CD9">
            <w:pPr>
              <w:pStyle w:val="TAN"/>
              <w:rPr>
                <w:rFonts w:cs="Arial"/>
              </w:rPr>
            </w:pPr>
            <w:r w:rsidRPr="00EF2F0E">
              <w:rPr>
                <w:rFonts w:cs="Arial"/>
              </w:rPr>
              <w:t>NOTE 1:</w:t>
            </w:r>
            <w:r w:rsidRPr="00EF2F0E">
              <w:rPr>
                <w:rFonts w:cs="Arial"/>
              </w:rPr>
              <w:tab/>
              <w:t xml:space="preserve">For MSR </w:t>
            </w:r>
            <w:r w:rsidRPr="00EF2F0E">
              <w:rPr>
                <w:rFonts w:cs="Arial"/>
                <w:i/>
              </w:rPr>
              <w:t>RIB</w:t>
            </w:r>
            <w:r w:rsidRPr="00EF2F0E">
              <w:rPr>
                <w:rFonts w:cs="Arial"/>
              </w:rPr>
              <w:t xml:space="preserve"> supporting non-contiguous spectrum operation within any operating band, the </w:t>
            </w:r>
            <w:r w:rsidRPr="00EF2F0E">
              <w:rPr>
                <w:rFonts w:cs="Arial"/>
                <w:i/>
              </w:rPr>
              <w:t xml:space="preserve">minimum requirement </w:t>
            </w:r>
            <w:r w:rsidRPr="00EF2F0E">
              <w:rPr>
                <w:rFonts w:cs="Arial"/>
              </w:rPr>
              <w:t xml:space="preserve">within </w:t>
            </w:r>
            <w:r w:rsidRPr="00EF2F0E">
              <w:rPr>
                <w:rFonts w:cs="Arial"/>
                <w:i/>
              </w:rPr>
              <w:t>sub-block gaps</w:t>
            </w:r>
            <w:r w:rsidRPr="00EF2F0E">
              <w:rPr>
                <w:rFonts w:cs="Arial"/>
              </w:rPr>
              <w:t xml:space="preserve"> is calculated as a cumulative sum of contributions from adjacent </w:t>
            </w:r>
            <w:r w:rsidRPr="00EF2F0E">
              <w:rPr>
                <w:rFonts w:cs="v5.0.0"/>
              </w:rPr>
              <w:t>sub blocks on each side of the sub 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where the minimum requirement within sub-block gaps shall be -7 dBm/100 kHz.</w:t>
            </w:r>
          </w:p>
          <w:p w14:paraId="6E0FC889" w14:textId="147366A9" w:rsidR="00DE4CD9" w:rsidRPr="00EF2F0E" w:rsidRDefault="00DE4CD9" w:rsidP="00DE4CD9">
            <w:pPr>
              <w:pStyle w:val="TAN"/>
              <w:rPr>
                <w:rFonts w:cs="Arial"/>
              </w:rPr>
            </w:pPr>
            <w:r w:rsidRPr="00EF2F0E">
              <w:rPr>
                <w:rFonts w:cs="Arial"/>
              </w:rPr>
              <w:t>NOTE 2:</w:t>
            </w:r>
            <w:r w:rsidRPr="00EF2F0E">
              <w:rPr>
                <w:rFonts w:cs="Arial"/>
              </w:rPr>
              <w:tab/>
              <w:t xml:space="preserve">For MSR </w:t>
            </w:r>
            <w:r w:rsidRPr="00EF2F0E">
              <w:rPr>
                <w:rFonts w:cs="Arial"/>
                <w:i/>
              </w:rPr>
              <w:t>multi band RIB</w:t>
            </w:r>
            <w:r w:rsidRPr="00EF2F0E">
              <w:rPr>
                <w:rFonts w:cs="Arial"/>
              </w:rPr>
              <w:t xml:space="preserve"> with </w:t>
            </w:r>
            <w:r w:rsidRPr="00EF2F0E">
              <w:rPr>
                <w:rFonts w:cs="Arial"/>
                <w:i/>
              </w:rPr>
              <w:t>Inter RF Bandwidth gap</w:t>
            </w:r>
            <w:r w:rsidRPr="00EF2F0E">
              <w:rPr>
                <w:rFonts w:cs="Arial"/>
              </w:rPr>
              <w:t xml:space="preserve"> &lt; 2</w:t>
            </w:r>
            <w:r w:rsidRPr="00EF2F0E">
              <w:t>×Δf</w:t>
            </w:r>
            <w:r w:rsidRPr="00EF2F0E">
              <w:rPr>
                <w:vertAlign w:val="subscript"/>
              </w:rPr>
              <w:t>OBUE</w:t>
            </w:r>
            <w:r w:rsidRPr="00EF2F0E">
              <w:rPr>
                <w:rFonts w:cs="Arial"/>
              </w:rPr>
              <w:t xml:space="preserve"> the minimum requirement within the </w:t>
            </w:r>
            <w:r w:rsidRPr="00EF2F0E">
              <w:rPr>
                <w:rFonts w:cs="Arial"/>
                <w:i/>
              </w:rPr>
              <w:t>Inter RF Bandwidth gaps</w:t>
            </w:r>
            <w:r w:rsidRPr="00EF2F0E">
              <w:rPr>
                <w:rFonts w:cs="Arial"/>
              </w:rPr>
              <w:t xml:space="preserve"> is calculated as a cumulative sum of contributions from adjacent sub-blocks or RF Bandwidth on each side of the </w:t>
            </w:r>
            <w:r w:rsidRPr="00EF2F0E">
              <w:rPr>
                <w:rFonts w:cs="Arial"/>
                <w:i/>
              </w:rPr>
              <w:t>Inter RF Bandwidth gap.</w:t>
            </w:r>
          </w:p>
          <w:p w14:paraId="0984E953" w14:textId="6E8D191E" w:rsidR="00B15E99" w:rsidRPr="00EF2F0E" w:rsidRDefault="00DE4CD9" w:rsidP="00DE4CD9">
            <w:pPr>
              <w:keepNext/>
              <w:keepLines/>
              <w:spacing w:after="0"/>
              <w:ind w:left="851" w:hanging="851"/>
              <w:rPr>
                <w:rFonts w:ascii="Arial" w:hAnsi="Arial" w:cs="Arial"/>
                <w:sz w:val="18"/>
              </w:rPr>
            </w:pPr>
            <w:r w:rsidRPr="00EF2F0E">
              <w:rPr>
                <w:rFonts w:ascii="Arial" w:hAnsi="Arial" w:cs="Arial"/>
                <w:sz w:val="18"/>
              </w:rPr>
              <w:t>NOTE 3:</w:t>
            </w:r>
            <w:r w:rsidRPr="00EF2F0E">
              <w:rPr>
                <w:rFonts w:ascii="Arial" w:hAnsi="Arial" w:cs="Arial"/>
                <w:sz w:val="18"/>
              </w:rPr>
              <w:tab/>
              <w:t xml:space="preserve">For operation with an E-UTRA 1.4 or 3 MHz carrier adjacent to the </w:t>
            </w:r>
            <w:r w:rsidRPr="00EF2F0E">
              <w:rPr>
                <w:rFonts w:ascii="Arial" w:hAnsi="Arial" w:cs="Arial"/>
                <w:i/>
                <w:sz w:val="18"/>
              </w:rPr>
              <w:t>Base Station RF Bandwidth edge</w:t>
            </w:r>
            <w:r w:rsidRPr="00EF2F0E">
              <w:rPr>
                <w:rFonts w:ascii="Arial" w:eastAsia="SimSun" w:hAnsi="Arial" w:cs="Arial"/>
                <w:kern w:val="2"/>
                <w:sz w:val="18"/>
                <w:lang w:eastAsia="zh-CN"/>
              </w:rPr>
              <w:t xml:space="preserve">, the limits in table 9.7.5.2.3-2 apply for </w:t>
            </w:r>
            <w:r w:rsidRPr="00EF2F0E">
              <w:rPr>
                <w:rFonts w:ascii="Arial" w:hAnsi="Arial" w:cs="Arial"/>
                <w:sz w:val="18"/>
              </w:rPr>
              <w:t xml:space="preserve">0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0.15 MHz.</w:t>
            </w:r>
          </w:p>
        </w:tc>
      </w:tr>
    </w:tbl>
    <w:p w14:paraId="0984E955" w14:textId="77777777" w:rsidR="00B15E99" w:rsidRPr="00EF2F0E" w:rsidRDefault="00B15E99" w:rsidP="00B15E99">
      <w:pPr>
        <w:rPr>
          <w:lang w:eastAsia="zh-CN"/>
        </w:rPr>
      </w:pPr>
    </w:p>
    <w:p w14:paraId="0984E956" w14:textId="063E1F3A" w:rsidR="00B15E99" w:rsidRPr="00EF2F0E" w:rsidRDefault="00B15E99" w:rsidP="00DB3F6B">
      <w:pPr>
        <w:pStyle w:val="TH"/>
        <w:rPr>
          <w:rFonts w:cs="v5.0.0"/>
        </w:rPr>
      </w:pPr>
      <w:r w:rsidRPr="00EF2F0E">
        <w:t xml:space="preserve">Table 9.7.5.2.3-1b: </w:t>
      </w:r>
      <w:r w:rsidR="00C45D46">
        <w:t>WA BS OBUE in</w:t>
      </w:r>
      <w:r w:rsidR="00C45D46" w:rsidRPr="00DF5484">
        <w:t xml:space="preserve"> BC2 bands </w:t>
      </w:r>
      <w:r w:rsidR="00C45D46">
        <w:t>&gt; </w:t>
      </w:r>
      <w:r w:rsidR="00C45D46" w:rsidRPr="00DF5484">
        <w:t>1 GHz</w:t>
      </w:r>
      <w:r w:rsidR="00C45D46">
        <w:t xml:space="preserve"> applicable</w:t>
      </w:r>
      <w:r w:rsidR="00C45D46" w:rsidRPr="00DF5484">
        <w:t xml:space="preserve"> for</w:t>
      </w:r>
      <w:r w:rsidR="00C45D46">
        <w:t>:</w:t>
      </w:r>
      <w:r w:rsidR="00C45D46" w:rsidRPr="00DF5484">
        <w:t xml:space="preserve"> BS supporting NR</w:t>
      </w:r>
      <w:r w:rsidR="00C45D46">
        <w:t>, not</w:t>
      </w:r>
      <w:r w:rsidR="00C45D46" w:rsidRPr="00DF5484">
        <w:t xml:space="preserve"> operati</w:t>
      </w:r>
      <w:r w:rsidR="00C45D46">
        <w:t>ng NR</w:t>
      </w:r>
      <w:r w:rsidR="00C45D46" w:rsidRPr="00DF5484">
        <w:t xml:space="preserve"> in band n3</w:t>
      </w:r>
      <w:r w:rsidR="00C45D46">
        <w:t>, and</w:t>
      </w:r>
      <w:r w:rsidR="00C45D46" w:rsidRPr="00DF5484">
        <w:t xml:space="preserve">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95B" w14:textId="77777777" w:rsidTr="00AB06FD">
        <w:trPr>
          <w:cantSplit/>
          <w:jc w:val="center"/>
        </w:trPr>
        <w:tc>
          <w:tcPr>
            <w:tcW w:w="1953" w:type="dxa"/>
          </w:tcPr>
          <w:p w14:paraId="0984E957" w14:textId="77777777" w:rsidR="00B15E99" w:rsidRPr="00EF2F0E" w:rsidRDefault="00B15E99" w:rsidP="00AB06FD">
            <w:pPr>
              <w:pStyle w:val="TAH"/>
              <w:rPr>
                <w:rFonts w:cs="v5.0.0"/>
              </w:rPr>
            </w:pPr>
            <w:r w:rsidRPr="00EF2F0E">
              <w:rPr>
                <w:rFonts w:cs="v5.0.0"/>
              </w:rPr>
              <w:t xml:space="preserve">Frequency offset of measurement filter </w:t>
            </w:r>
            <w:r w:rsidRPr="00EF2F0E">
              <w:rPr>
                <w:rFonts w:cs="v5.0.0"/>
              </w:rPr>
              <w:noBreakHyphen/>
              <w:t xml:space="preserve">3dB point, </w:t>
            </w:r>
            <w:r w:rsidRPr="00EF2F0E">
              <w:rPr>
                <w:rFonts w:cs="v5.0.0"/>
              </w:rPr>
              <w:sym w:font="Symbol" w:char="F044"/>
            </w:r>
            <w:r w:rsidRPr="00EF2F0E">
              <w:rPr>
                <w:rFonts w:cs="v5.0.0"/>
              </w:rPr>
              <w:t>f</w:t>
            </w:r>
          </w:p>
        </w:tc>
        <w:tc>
          <w:tcPr>
            <w:tcW w:w="2976" w:type="dxa"/>
          </w:tcPr>
          <w:p w14:paraId="0984E958" w14:textId="77777777" w:rsidR="00B15E99" w:rsidRPr="00EF2F0E" w:rsidRDefault="00B15E99" w:rsidP="00AB06FD">
            <w:pPr>
              <w:pStyle w:val="TAH"/>
              <w:rPr>
                <w:rFonts w:cs="v5.0.0"/>
              </w:rPr>
            </w:pPr>
            <w:r w:rsidRPr="00EF2F0E">
              <w:rPr>
                <w:rFonts w:cs="v5.0.0"/>
              </w:rPr>
              <w:t>Frequency offset of measurement filter centre frequency, f_offset</w:t>
            </w:r>
          </w:p>
        </w:tc>
        <w:tc>
          <w:tcPr>
            <w:tcW w:w="3455" w:type="dxa"/>
          </w:tcPr>
          <w:p w14:paraId="0984E959" w14:textId="77777777" w:rsidR="00B15E99" w:rsidRPr="00EF2F0E" w:rsidRDefault="00B15E99" w:rsidP="00AB06FD">
            <w:pPr>
              <w:pStyle w:val="TAH"/>
              <w:rPr>
                <w:rFonts w:cs="v5.0.0"/>
              </w:rPr>
            </w:pPr>
            <w:r w:rsidRPr="00EF2F0E">
              <w:rPr>
                <w:rFonts w:cs="v5.0.0"/>
              </w:rPr>
              <w:t>Minimum requirement (Note 1</w:t>
            </w:r>
            <w:r w:rsidRPr="00EF2F0E">
              <w:rPr>
                <w:rFonts w:cs="Arial"/>
              </w:rPr>
              <w:t>, 2</w:t>
            </w:r>
            <w:r w:rsidRPr="00EF2F0E">
              <w:rPr>
                <w:rFonts w:cs="v5.0.0"/>
              </w:rPr>
              <w:t>)</w:t>
            </w:r>
          </w:p>
        </w:tc>
        <w:tc>
          <w:tcPr>
            <w:tcW w:w="1430" w:type="dxa"/>
          </w:tcPr>
          <w:p w14:paraId="0984E95A" w14:textId="77777777" w:rsidR="00B15E99" w:rsidRPr="00EF2F0E" w:rsidRDefault="00B15E99" w:rsidP="00AB06FD">
            <w:pPr>
              <w:pStyle w:val="TAH"/>
              <w:rPr>
                <w:rFonts w:cs="v5.0.0"/>
              </w:rPr>
            </w:pPr>
            <w:r w:rsidRPr="00EF2F0E">
              <w:rPr>
                <w:rFonts w:cs="v5.0.0"/>
              </w:rPr>
              <w:t xml:space="preserve">Measurement bandwidth </w:t>
            </w:r>
            <w:r w:rsidRPr="00EF2F0E">
              <w:rPr>
                <w:rFonts w:cs="Arial"/>
              </w:rPr>
              <w:t>(Note 10)</w:t>
            </w:r>
          </w:p>
        </w:tc>
      </w:tr>
      <w:tr w:rsidR="003401A4" w:rsidRPr="00EF2F0E" w14:paraId="0984E960" w14:textId="77777777" w:rsidTr="00AB06FD">
        <w:trPr>
          <w:cantSplit/>
          <w:jc w:val="center"/>
        </w:trPr>
        <w:tc>
          <w:tcPr>
            <w:tcW w:w="1953" w:type="dxa"/>
          </w:tcPr>
          <w:p w14:paraId="0984E95C" w14:textId="77777777" w:rsidR="00B15E99" w:rsidRPr="00EF2F0E" w:rsidRDefault="00B15E99" w:rsidP="00AB06FD">
            <w:pPr>
              <w:pStyle w:val="TAC"/>
              <w:rPr>
                <w:rFonts w:cs="v5.0.0"/>
              </w:rPr>
            </w:pPr>
            <w:r w:rsidRPr="00EF2F0E">
              <w:rPr>
                <w:rFonts w:cs="v5.0.0"/>
              </w:rPr>
              <w:t xml:space="preserve">0 </w:t>
            </w:r>
            <w:r w:rsidRPr="00EF2F0E">
              <w:rPr>
                <w:rFonts w:cs="Arial"/>
              </w:rPr>
              <w:t xml:space="preserve">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Pr>
          <w:p w14:paraId="0984E95D" w14:textId="77777777" w:rsidR="00B15E99" w:rsidRPr="00EF2F0E" w:rsidRDefault="00B15E99"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vAlign w:val="center"/>
          </w:tcPr>
          <w:p w14:paraId="0984E95E" w14:textId="77777777" w:rsidR="00B15E99" w:rsidRPr="00EF2F0E" w:rsidRDefault="009D7587" w:rsidP="009D7587">
            <w:pPr>
              <w:pStyle w:val="TAC"/>
              <w:rPr>
                <w:rFonts w:cs="Arial"/>
                <w:lang w:val="en-US"/>
              </w:rPr>
            </w:pPr>
            <w:r w:rsidRPr="00EF2F0E">
              <w:t>2 dBm – 7/5(f_offset/MHz – 0.05) dB</w:t>
            </w:r>
          </w:p>
        </w:tc>
        <w:tc>
          <w:tcPr>
            <w:tcW w:w="1430" w:type="dxa"/>
          </w:tcPr>
          <w:p w14:paraId="0984E95F" w14:textId="77777777" w:rsidR="00B15E99" w:rsidRPr="00EF2F0E" w:rsidRDefault="00B15E99" w:rsidP="00AB06FD">
            <w:pPr>
              <w:pStyle w:val="TAC"/>
              <w:rPr>
                <w:rFonts w:cs="Arial"/>
              </w:rPr>
            </w:pPr>
            <w:r w:rsidRPr="00EF2F0E">
              <w:rPr>
                <w:rFonts w:cs="Arial"/>
              </w:rPr>
              <w:t xml:space="preserve">100 kHz </w:t>
            </w:r>
          </w:p>
        </w:tc>
      </w:tr>
      <w:tr w:rsidR="003401A4" w:rsidRPr="00EF2F0E" w14:paraId="0984E967" w14:textId="77777777" w:rsidTr="00AB06FD">
        <w:trPr>
          <w:cantSplit/>
          <w:jc w:val="center"/>
        </w:trPr>
        <w:tc>
          <w:tcPr>
            <w:tcW w:w="1953" w:type="dxa"/>
          </w:tcPr>
          <w:p w14:paraId="0984E961" w14:textId="77777777" w:rsidR="00B15E99" w:rsidRPr="00EF2F0E" w:rsidRDefault="00B15E99" w:rsidP="00AB06FD">
            <w:pPr>
              <w:pStyle w:val="TAC"/>
              <w:rPr>
                <w:rFonts w:cs="v5.0.0"/>
                <w:lang w:val="sv-FI"/>
              </w:rPr>
            </w:pPr>
            <w:r w:rsidRPr="00EF2F0E">
              <w:rPr>
                <w:rFonts w:cs="v5.0.0"/>
                <w:lang w:val="sv-FI"/>
              </w:rPr>
              <w:t xml:space="preserve">5 </w:t>
            </w:r>
            <w:r w:rsidRPr="00EF2F0E">
              <w:rPr>
                <w:rFonts w:cs="Arial"/>
                <w:lang w:val="sv-FI"/>
              </w:rPr>
              <w:t xml:space="preserve">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p>
          <w:p w14:paraId="0984E962" w14:textId="77777777" w:rsidR="00B15E99" w:rsidRPr="00EF2F0E" w:rsidRDefault="00B15E99" w:rsidP="00AB06FD">
            <w:pPr>
              <w:pStyle w:val="TAC"/>
              <w:rPr>
                <w:rFonts w:cs="v5.0.0"/>
                <w:lang w:val="sv-FI"/>
              </w:rPr>
            </w:pPr>
            <w:r w:rsidRPr="00EF2F0E">
              <w:rPr>
                <w:rFonts w:cs="v5.0.0"/>
                <w:lang w:val="sv-FI"/>
              </w:rPr>
              <w:t xml:space="preserve">min(10 MHz, </w:t>
            </w:r>
            <w:r w:rsidRPr="00EF2F0E">
              <w:rPr>
                <w:rFonts w:cs="Arial"/>
              </w:rPr>
              <w:sym w:font="Symbol" w:char="F044"/>
            </w:r>
            <w:r w:rsidRPr="00EF2F0E">
              <w:rPr>
                <w:rFonts w:cs="Arial"/>
                <w:lang w:val="sv-FI"/>
              </w:rPr>
              <w:t>f</w:t>
            </w:r>
            <w:r w:rsidRPr="00EF2F0E">
              <w:rPr>
                <w:rFonts w:cs="Arial"/>
                <w:vertAlign w:val="subscript"/>
                <w:lang w:val="sv-FI"/>
              </w:rPr>
              <w:t>max</w:t>
            </w:r>
            <w:r w:rsidRPr="00EF2F0E">
              <w:rPr>
                <w:rFonts w:cs="v5.0.0"/>
                <w:lang w:val="sv-FI"/>
              </w:rPr>
              <w:t>)</w:t>
            </w:r>
          </w:p>
        </w:tc>
        <w:tc>
          <w:tcPr>
            <w:tcW w:w="2976" w:type="dxa"/>
          </w:tcPr>
          <w:p w14:paraId="0984E963" w14:textId="77777777" w:rsidR="00B15E99" w:rsidRPr="00EF2F0E" w:rsidRDefault="00B15E99"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p>
          <w:p w14:paraId="0984E964" w14:textId="77777777" w:rsidR="00B15E99" w:rsidRPr="00EF2F0E" w:rsidRDefault="00B15E99" w:rsidP="00AB06FD">
            <w:pPr>
              <w:pStyle w:val="TAC"/>
              <w:rPr>
                <w:rFonts w:cs="v5.0.0"/>
                <w:lang w:val="sv-FI"/>
              </w:rPr>
            </w:pPr>
            <w:r w:rsidRPr="00EF2F0E">
              <w:rPr>
                <w:rFonts w:cs="v5.0.0"/>
                <w:lang w:val="sv-FI"/>
              </w:rPr>
              <w:t>min(10.05 MHz, f_offset</w:t>
            </w:r>
            <w:r w:rsidRPr="00EF2F0E">
              <w:rPr>
                <w:rFonts w:cs="v5.0.0"/>
                <w:vertAlign w:val="subscript"/>
                <w:lang w:val="sv-FI"/>
              </w:rPr>
              <w:t>max</w:t>
            </w:r>
            <w:r w:rsidRPr="00EF2F0E">
              <w:rPr>
                <w:rFonts w:cs="v5.0.0"/>
                <w:lang w:val="sv-FI"/>
              </w:rPr>
              <w:t>)</w:t>
            </w:r>
          </w:p>
        </w:tc>
        <w:tc>
          <w:tcPr>
            <w:tcW w:w="3455" w:type="dxa"/>
          </w:tcPr>
          <w:p w14:paraId="0984E965" w14:textId="77777777" w:rsidR="00B15E99" w:rsidRPr="00EF2F0E" w:rsidRDefault="00B15E99" w:rsidP="00AB06FD">
            <w:pPr>
              <w:pStyle w:val="TAC"/>
              <w:rPr>
                <w:rFonts w:cs="Arial"/>
              </w:rPr>
            </w:pPr>
            <w:r w:rsidRPr="00EF2F0E">
              <w:rPr>
                <w:rFonts w:cs="Arial"/>
              </w:rPr>
              <w:t>-</w:t>
            </w:r>
            <w:r w:rsidR="009D7587" w:rsidRPr="00EF2F0E">
              <w:rPr>
                <w:rFonts w:cs="Arial"/>
              </w:rPr>
              <w:t>5</w:t>
            </w:r>
            <w:r w:rsidRPr="00EF2F0E">
              <w:rPr>
                <w:rFonts w:cs="Arial"/>
              </w:rPr>
              <w:t xml:space="preserve"> dBm</w:t>
            </w:r>
          </w:p>
        </w:tc>
        <w:tc>
          <w:tcPr>
            <w:tcW w:w="1430" w:type="dxa"/>
          </w:tcPr>
          <w:p w14:paraId="0984E966" w14:textId="77777777" w:rsidR="00B15E99" w:rsidRPr="00EF2F0E" w:rsidRDefault="00B15E99" w:rsidP="00AB06FD">
            <w:pPr>
              <w:pStyle w:val="TAC"/>
              <w:rPr>
                <w:rFonts w:cs="Arial"/>
              </w:rPr>
            </w:pPr>
            <w:r w:rsidRPr="00EF2F0E">
              <w:rPr>
                <w:rFonts w:cs="Arial"/>
              </w:rPr>
              <w:t xml:space="preserve">100 kHz </w:t>
            </w:r>
          </w:p>
        </w:tc>
      </w:tr>
      <w:tr w:rsidR="003401A4" w:rsidRPr="00EF2F0E" w14:paraId="0984E96C" w14:textId="77777777" w:rsidTr="00AB06FD">
        <w:trPr>
          <w:cantSplit/>
          <w:jc w:val="center"/>
        </w:trPr>
        <w:tc>
          <w:tcPr>
            <w:tcW w:w="1953" w:type="dxa"/>
          </w:tcPr>
          <w:p w14:paraId="0984E968" w14:textId="77777777" w:rsidR="00B15E99" w:rsidRPr="00EF2F0E" w:rsidRDefault="00B15E99"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Arial"/>
              </w:rPr>
              <w:sym w:font="Symbol" w:char="F0A3"/>
            </w:r>
            <w:r w:rsidRPr="00EF2F0E">
              <w:rPr>
                <w:rFonts w:cs="Arial"/>
              </w:rPr>
              <w:t xml:space="preserve"> </w:t>
            </w:r>
            <w:r w:rsidRPr="00EF2F0E">
              <w:rPr>
                <w:rFonts w:cs="Arial"/>
              </w:rPr>
              <w:sym w:font="Symbol" w:char="F044"/>
            </w:r>
            <w:r w:rsidRPr="00EF2F0E">
              <w:rPr>
                <w:rFonts w:cs="Arial"/>
              </w:rPr>
              <w:t>f</w:t>
            </w:r>
            <w:r w:rsidRPr="00EF2F0E">
              <w:rPr>
                <w:rFonts w:cs="Arial"/>
                <w:vertAlign w:val="subscript"/>
              </w:rPr>
              <w:t>max</w:t>
            </w:r>
          </w:p>
        </w:tc>
        <w:tc>
          <w:tcPr>
            <w:tcW w:w="2976" w:type="dxa"/>
          </w:tcPr>
          <w:p w14:paraId="0984E969" w14:textId="77777777" w:rsidR="00B15E99" w:rsidRPr="00EF2F0E" w:rsidRDefault="00B15E99" w:rsidP="00AB06FD">
            <w:pPr>
              <w:pStyle w:val="TAC"/>
              <w:rPr>
                <w:rFonts w:cs="v5.0.0"/>
              </w:rPr>
            </w:pPr>
            <w:r w:rsidRPr="00EF2F0E">
              <w:rPr>
                <w:rFonts w:cs="v5.0.0"/>
              </w:rPr>
              <w:t xml:space="preserve">10.5 MHz </w:t>
            </w:r>
            <w:r w:rsidRPr="00EF2F0E">
              <w:rPr>
                <w:rFonts w:cs="v5.0.0"/>
              </w:rPr>
              <w:sym w:font="Symbol" w:char="F0A3"/>
            </w:r>
            <w:r w:rsidRPr="00EF2F0E">
              <w:rPr>
                <w:rFonts w:cs="v5.0.0"/>
              </w:rPr>
              <w:t xml:space="preserve"> f_offset &lt; f_offset</w:t>
            </w:r>
            <w:r w:rsidRPr="00EF2F0E">
              <w:rPr>
                <w:rFonts w:cs="v5.0.0"/>
                <w:vertAlign w:val="subscript"/>
              </w:rPr>
              <w:t>max</w:t>
            </w:r>
            <w:r w:rsidRPr="00EF2F0E">
              <w:rPr>
                <w:rFonts w:cs="v5.0.0"/>
              </w:rPr>
              <w:t xml:space="preserve"> </w:t>
            </w:r>
          </w:p>
        </w:tc>
        <w:tc>
          <w:tcPr>
            <w:tcW w:w="3455" w:type="dxa"/>
          </w:tcPr>
          <w:p w14:paraId="0984E96A" w14:textId="77777777" w:rsidR="00B15E99" w:rsidRPr="00EF2F0E" w:rsidRDefault="00B15E99" w:rsidP="00AB06FD">
            <w:pPr>
              <w:pStyle w:val="TAC"/>
              <w:rPr>
                <w:rFonts w:cs="Arial"/>
              </w:rPr>
            </w:pPr>
            <w:r w:rsidRPr="00EF2F0E">
              <w:rPr>
                <w:rFonts w:cs="Arial"/>
              </w:rPr>
              <w:t>-</w:t>
            </w:r>
            <w:r w:rsidR="009D7587" w:rsidRPr="00EF2F0E">
              <w:rPr>
                <w:rFonts w:cs="Arial"/>
              </w:rPr>
              <w:t>7</w:t>
            </w:r>
            <w:r w:rsidRPr="00EF2F0E">
              <w:rPr>
                <w:rFonts w:cs="Arial"/>
              </w:rPr>
              <w:t xml:space="preserve"> dBm (Note </w:t>
            </w:r>
            <w:r w:rsidRPr="00EF2F0E">
              <w:rPr>
                <w:rFonts w:cs="Arial"/>
                <w:lang w:eastAsia="zh-CN"/>
              </w:rPr>
              <w:t>11</w:t>
            </w:r>
            <w:r w:rsidRPr="00EF2F0E">
              <w:rPr>
                <w:rFonts w:cs="Arial"/>
              </w:rPr>
              <w:t>)</w:t>
            </w:r>
          </w:p>
        </w:tc>
        <w:tc>
          <w:tcPr>
            <w:tcW w:w="1430" w:type="dxa"/>
          </w:tcPr>
          <w:p w14:paraId="0984E96B" w14:textId="77777777" w:rsidR="00B15E99" w:rsidRPr="00EF2F0E" w:rsidRDefault="00B15E99" w:rsidP="00AB06FD">
            <w:pPr>
              <w:pStyle w:val="TAC"/>
              <w:rPr>
                <w:rFonts w:cs="Arial"/>
              </w:rPr>
            </w:pPr>
            <w:r w:rsidRPr="00EF2F0E">
              <w:rPr>
                <w:rFonts w:cs="Arial"/>
              </w:rPr>
              <w:t xml:space="preserve">1MHz </w:t>
            </w:r>
          </w:p>
        </w:tc>
      </w:tr>
      <w:tr w:rsidR="00B15E99" w:rsidRPr="00EF2F0E" w14:paraId="0984E970" w14:textId="77777777" w:rsidTr="00AB06FD">
        <w:trPr>
          <w:cantSplit/>
          <w:jc w:val="center"/>
        </w:trPr>
        <w:tc>
          <w:tcPr>
            <w:tcW w:w="9814" w:type="dxa"/>
            <w:gridSpan w:val="4"/>
          </w:tcPr>
          <w:p w14:paraId="0984E96D" w14:textId="77777777" w:rsidR="00B15E99" w:rsidRPr="00EF2F0E" w:rsidRDefault="00B15E99" w:rsidP="00AB06FD">
            <w:pPr>
              <w:pStyle w:val="TAN"/>
              <w:rPr>
                <w:rFonts w:cs="Arial"/>
              </w:rPr>
            </w:pPr>
            <w:r w:rsidRPr="00EF2F0E">
              <w:rPr>
                <w:rFonts w:cs="Arial"/>
              </w:rPr>
              <w:t>NOTE 1:</w:t>
            </w:r>
            <w:r w:rsidRPr="00EF2F0E">
              <w:rPr>
                <w:rFonts w:cs="Arial"/>
              </w:rPr>
              <w:tab/>
              <w:t xml:space="preserve">For MSR </w:t>
            </w:r>
            <w:r w:rsidRPr="00EF2F0E">
              <w:rPr>
                <w:rFonts w:cs="Arial"/>
                <w:i/>
              </w:rPr>
              <w:t>RIBs</w:t>
            </w:r>
            <w:r w:rsidRPr="00EF2F0E">
              <w:rPr>
                <w:rFonts w:cs="Arial"/>
              </w:rPr>
              <w:t xml:space="preserve"> supporting non-contiguous spectrum operation within any operating band, the minimum requirement</w:t>
            </w:r>
            <w:r w:rsidRPr="00EF2F0E">
              <w:rPr>
                <w:rFonts w:cs="Arial"/>
                <w:i/>
              </w:rPr>
              <w:t xml:space="preserve"> </w:t>
            </w:r>
            <w:r w:rsidRPr="00EF2F0E">
              <w:rPr>
                <w:rFonts w:cs="Arial"/>
              </w:rPr>
              <w:t xml:space="preserve">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 block gap</w:t>
            </w:r>
            <w:r w:rsidRPr="00EF2F0E">
              <w:rPr>
                <w:rFonts w:cs="v5.0.0"/>
              </w:rPr>
              <w:t>, where the contribution from the far-end sub-block shall be scaled according to the measurement bandwidth of the near-end sub-block</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where the minimum requirement within sub-block gaps shall be -</w:t>
            </w:r>
            <w:r w:rsidR="007A55FD" w:rsidRPr="00EF2F0E">
              <w:rPr>
                <w:rFonts w:cs="Arial"/>
              </w:rPr>
              <w:t>7</w:t>
            </w:r>
            <w:r w:rsidRPr="00EF2F0E">
              <w:rPr>
                <w:rFonts w:cs="Arial"/>
              </w:rPr>
              <w:t>dBm/1MHz.</w:t>
            </w:r>
          </w:p>
          <w:p w14:paraId="0984E96E" w14:textId="77777777" w:rsidR="00B15E99" w:rsidRPr="00EF2F0E" w:rsidRDefault="00B15E99" w:rsidP="00AB06FD">
            <w:pPr>
              <w:pStyle w:val="TAN"/>
              <w:rPr>
                <w:rFonts w:cs="Arial"/>
              </w:rPr>
            </w:pPr>
            <w:r w:rsidRPr="00EF2F0E">
              <w:rPr>
                <w:rFonts w:cs="Arial"/>
              </w:rPr>
              <w:t>NOTE 2:</w:t>
            </w:r>
            <w:r w:rsidRPr="00EF2F0E">
              <w:rPr>
                <w:rFonts w:cs="Arial"/>
              </w:rPr>
              <w:tab/>
              <w:t xml:space="preserve">For MSR </w:t>
            </w:r>
            <w:r w:rsidRPr="00EF2F0E">
              <w:rPr>
                <w:rFonts w:cs="Arial"/>
                <w:i/>
              </w:rPr>
              <w:t>multi band RIB</w:t>
            </w:r>
            <w:r w:rsidRPr="00EF2F0E">
              <w:rPr>
                <w:rFonts w:cs="Arial"/>
              </w:rPr>
              <w:t xml:space="preserve"> with </w:t>
            </w:r>
            <w:r w:rsidRPr="00EF2F0E">
              <w:rPr>
                <w:rFonts w:cs="Arial"/>
                <w:i/>
              </w:rPr>
              <w:t>Inter RF Bandwidth gap</w:t>
            </w:r>
            <w:r w:rsidRPr="00EF2F0E">
              <w:rPr>
                <w:rFonts w:cs="Arial"/>
              </w:rPr>
              <w:t xml:space="preserve"> &lt; 2</w:t>
            </w:r>
            <w:r w:rsidRPr="00EF2F0E">
              <w:t>×Δf</w:t>
            </w:r>
            <w:r w:rsidRPr="00EF2F0E">
              <w:rPr>
                <w:vertAlign w:val="subscript"/>
              </w:rPr>
              <w:t>OBUE</w:t>
            </w:r>
            <w:r w:rsidRPr="00EF2F0E">
              <w:rPr>
                <w:rFonts w:cs="Arial"/>
              </w:rPr>
              <w:t xml:space="preserve"> the minimum requirement within the </w:t>
            </w:r>
            <w:r w:rsidRPr="00EF2F0E">
              <w:rPr>
                <w:rFonts w:cs="Arial"/>
                <w:i/>
              </w:rPr>
              <w:t>Inter RF Bandwidth gaps</w:t>
            </w:r>
            <w:r w:rsidRPr="00EF2F0E">
              <w:rPr>
                <w:rFonts w:cs="Arial"/>
              </w:rPr>
              <w:t xml:space="preserve"> is calculated as a cumulative sum of contributions from adjacent sub-blocks or </w:t>
            </w:r>
            <w:r w:rsidRPr="00EF2F0E">
              <w:rPr>
                <w:rFonts w:cs="Arial"/>
                <w:i/>
              </w:rPr>
              <w:t xml:space="preserve">RF Bandwidth </w:t>
            </w:r>
            <w:r w:rsidRPr="00EF2F0E">
              <w:rPr>
                <w:rFonts w:cs="Arial"/>
              </w:rPr>
              <w:t xml:space="preserve">on each side of the </w:t>
            </w:r>
            <w:r w:rsidRPr="00EF2F0E">
              <w:rPr>
                <w:rFonts w:cs="Arial"/>
                <w:i/>
              </w:rPr>
              <w:t>Inter RF Bandwidth gap</w:t>
            </w:r>
            <w:r w:rsidRPr="00EF2F0E">
              <w:rPr>
                <w:rFonts w:cs="v5.0.0"/>
              </w:rPr>
              <w:t xml:space="preserve">, where the contribution from the far-end sub-block </w:t>
            </w:r>
            <w:r w:rsidRPr="00EF2F0E">
              <w:rPr>
                <w:rFonts w:cs="Arial"/>
              </w:rPr>
              <w:t xml:space="preserve">or </w:t>
            </w:r>
            <w:r w:rsidRPr="00EF2F0E">
              <w:rPr>
                <w:rFonts w:cs="Arial"/>
                <w:i/>
              </w:rPr>
              <w:t>RF Bandwidth</w:t>
            </w:r>
            <w:r w:rsidRPr="00EF2F0E">
              <w:rPr>
                <w:rFonts w:cs="Arial"/>
              </w:rPr>
              <w:t xml:space="preserve"> </w:t>
            </w:r>
            <w:r w:rsidRPr="00EF2F0E">
              <w:rPr>
                <w:rFonts w:cs="v5.0.0"/>
              </w:rPr>
              <w:t>shall be scaled according to the measurement bandwidth of the near-end sub-block</w:t>
            </w:r>
            <w:r w:rsidRPr="00EF2F0E">
              <w:rPr>
                <w:rFonts w:cs="Arial"/>
              </w:rPr>
              <w:t xml:space="preserve"> or </w:t>
            </w:r>
            <w:r w:rsidRPr="00EF2F0E">
              <w:rPr>
                <w:rFonts w:cs="Arial"/>
                <w:i/>
              </w:rPr>
              <w:t>RF Bandwidth.</w:t>
            </w:r>
          </w:p>
          <w:p w14:paraId="0984E96F"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3:</w:t>
            </w:r>
            <w:r w:rsidR="006E5225" w:rsidRPr="00EF2F0E">
              <w:rPr>
                <w:rFonts w:ascii="Arial" w:hAnsi="Arial" w:cs="Arial"/>
                <w:sz w:val="18"/>
              </w:rPr>
              <w:tab/>
            </w:r>
            <w:r w:rsidRPr="00EF2F0E">
              <w:rPr>
                <w:rFonts w:ascii="Arial" w:hAnsi="Arial" w:cs="Arial"/>
                <w:sz w:val="18"/>
              </w:rPr>
              <w:t xml:space="preserve">For operation with an E-UTRA 1.4 or 3 MHz carrier adjacent to the </w:t>
            </w:r>
            <w:r w:rsidRPr="00EF2F0E">
              <w:rPr>
                <w:rFonts w:ascii="Arial" w:hAnsi="Arial" w:cs="Arial"/>
                <w:i/>
                <w:sz w:val="18"/>
              </w:rPr>
              <w:t>Base Station RF Bandwidth edge</w:t>
            </w:r>
            <w:r w:rsidRPr="00EF2F0E">
              <w:rPr>
                <w:rFonts w:ascii="Arial" w:eastAsia="SimSun" w:hAnsi="Arial" w:cs="Arial"/>
                <w:kern w:val="2"/>
                <w:sz w:val="18"/>
                <w:lang w:eastAsia="zh-CN"/>
              </w:rPr>
              <w:t xml:space="preserve">, the limits in table 9.7.5.2.3-2 apply for </w:t>
            </w:r>
            <w:r w:rsidRPr="00EF2F0E">
              <w:rPr>
                <w:rFonts w:ascii="Arial" w:hAnsi="Arial" w:cs="Arial"/>
                <w:sz w:val="18"/>
              </w:rPr>
              <w:t xml:space="preserve">0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0.15 MHz.</w:t>
            </w:r>
          </w:p>
        </w:tc>
      </w:tr>
    </w:tbl>
    <w:p w14:paraId="0984E971" w14:textId="77777777" w:rsidR="00B15E99" w:rsidRPr="00EF2F0E" w:rsidRDefault="00B15E99" w:rsidP="00B15E99"/>
    <w:p w14:paraId="0984E972" w14:textId="053A2296" w:rsidR="00B15E99" w:rsidRPr="00EF2F0E" w:rsidRDefault="00B15E99" w:rsidP="00B15E99">
      <w:pPr>
        <w:pStyle w:val="TH"/>
        <w:rPr>
          <w:rFonts w:cs="v5.0.0"/>
        </w:rPr>
      </w:pPr>
      <w:r w:rsidRPr="00EF2F0E">
        <w:t xml:space="preserve">Table 9.7.5.2.3-2: </w:t>
      </w:r>
      <w:r w:rsidR="00755FE9">
        <w:t>WA BS OBUE in</w:t>
      </w:r>
      <w:r w:rsidR="00755FE9" w:rsidRPr="00DF5484">
        <w:t xml:space="preserve"> BC2 </w:t>
      </w:r>
      <w:r w:rsidR="00755FE9">
        <w:t xml:space="preserve">bands applicable for: BS </w:t>
      </w:r>
      <w:r w:rsidR="00755FE9" w:rsidRPr="00DF5484">
        <w:t xml:space="preserve">operating with E-UTRA 1.4 or 3 MHz carriers adjacent to the </w:t>
      </w:r>
      <w:r w:rsidR="00755FE9" w:rsidRPr="00DF5484">
        <w:rPr>
          <w:i/>
        </w:rPr>
        <w:t>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834"/>
        <w:gridCol w:w="3686"/>
        <w:gridCol w:w="1348"/>
      </w:tblGrid>
      <w:tr w:rsidR="003401A4" w:rsidRPr="00EF2F0E" w14:paraId="0984E977" w14:textId="77777777" w:rsidTr="003401A4">
        <w:trPr>
          <w:cantSplit/>
          <w:jc w:val="center"/>
        </w:trPr>
        <w:tc>
          <w:tcPr>
            <w:tcW w:w="1915" w:type="dxa"/>
          </w:tcPr>
          <w:p w14:paraId="0984E973"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834" w:type="dxa"/>
          </w:tcPr>
          <w:p w14:paraId="0984E974"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686" w:type="dxa"/>
          </w:tcPr>
          <w:p w14:paraId="0984E975"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Minimum requirement (NOTE 2, 3)</w:t>
            </w:r>
          </w:p>
        </w:tc>
        <w:tc>
          <w:tcPr>
            <w:tcW w:w="1348" w:type="dxa"/>
          </w:tcPr>
          <w:p w14:paraId="0984E976"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(NOTE 10)</w:t>
            </w:r>
          </w:p>
        </w:tc>
      </w:tr>
      <w:tr w:rsidR="003401A4" w:rsidRPr="00EF2F0E" w14:paraId="0984E97C" w14:textId="77777777" w:rsidTr="003401A4">
        <w:trPr>
          <w:cantSplit/>
          <w:jc w:val="center"/>
        </w:trPr>
        <w:tc>
          <w:tcPr>
            <w:tcW w:w="1915" w:type="dxa"/>
          </w:tcPr>
          <w:p w14:paraId="0984E978"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0.05 MHz</w:t>
            </w:r>
          </w:p>
        </w:tc>
        <w:tc>
          <w:tcPr>
            <w:tcW w:w="2834" w:type="dxa"/>
          </w:tcPr>
          <w:p w14:paraId="0984E97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0.015 MHz </w:t>
            </w:r>
            <w:r w:rsidRPr="00EF2F0E">
              <w:rPr>
                <w:rFonts w:ascii="Arial" w:hAnsi="Arial" w:cs="v5.0.0"/>
                <w:sz w:val="18"/>
              </w:rPr>
              <w:sym w:font="Symbol" w:char="F0A3"/>
            </w:r>
            <w:r w:rsidRPr="00EF2F0E">
              <w:rPr>
                <w:rFonts w:ascii="Arial" w:hAnsi="Arial" w:cs="v5.0.0"/>
                <w:sz w:val="18"/>
              </w:rPr>
              <w:t xml:space="preserve"> f_offset &lt; 0.065 MHz </w:t>
            </w:r>
          </w:p>
        </w:tc>
        <w:tc>
          <w:tcPr>
            <w:tcW w:w="3686" w:type="dxa"/>
          </w:tcPr>
          <w:p w14:paraId="0984E97A" w14:textId="77777777" w:rsidR="00B15E99" w:rsidRPr="00EF2F0E" w:rsidRDefault="00C64516" w:rsidP="00AB06FD">
            <w:pPr>
              <w:keepLines/>
              <w:tabs>
                <w:tab w:val="center" w:pos="4536"/>
                <w:tab w:val="right" w:pos="9072"/>
              </w:tabs>
            </w:pPr>
            <w:r w:rsidRPr="00EF2F0E">
              <w:rPr>
                <w:position w:val="-42"/>
              </w:rPr>
              <w:object w:dxaOrig="3382" w:dyaOrig="960" w14:anchorId="098511F3">
                <v:shape id="对象 139" o:spid="_x0000_i1084" type="#_x0000_t75" style="width:172.05pt;height:39.05pt;mso-wrap-style:square;mso-position-horizontal-relative:page;mso-position-vertical-relative:page" o:ole="">
                  <v:imagedata r:id="rId124" o:title=""/>
                </v:shape>
                <o:OLEObject Type="Embed" ProgID="Equation.3" ShapeID="对象 139" DrawAspect="Content" ObjectID="_1717663606" r:id="rId125"/>
              </w:object>
            </w:r>
          </w:p>
        </w:tc>
        <w:tc>
          <w:tcPr>
            <w:tcW w:w="1348" w:type="dxa"/>
          </w:tcPr>
          <w:p w14:paraId="0984E97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981" w14:textId="77777777" w:rsidTr="003401A4">
        <w:trPr>
          <w:cantSplit/>
          <w:jc w:val="center"/>
        </w:trPr>
        <w:tc>
          <w:tcPr>
            <w:tcW w:w="1915" w:type="dxa"/>
          </w:tcPr>
          <w:p w14:paraId="0984E97D"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0.15 MHz</w:t>
            </w:r>
          </w:p>
        </w:tc>
        <w:tc>
          <w:tcPr>
            <w:tcW w:w="2834" w:type="dxa"/>
          </w:tcPr>
          <w:p w14:paraId="0984E97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0.065 MHz </w:t>
            </w:r>
            <w:r w:rsidRPr="00EF2F0E">
              <w:rPr>
                <w:rFonts w:ascii="Arial" w:hAnsi="Arial" w:cs="v5.0.0"/>
                <w:sz w:val="18"/>
              </w:rPr>
              <w:sym w:font="Symbol" w:char="F0A3"/>
            </w:r>
            <w:r w:rsidRPr="00EF2F0E">
              <w:rPr>
                <w:rFonts w:ascii="Arial" w:hAnsi="Arial" w:cs="v5.0.0"/>
                <w:sz w:val="18"/>
              </w:rPr>
              <w:t xml:space="preserve"> f_offset &lt; 0.165 MHz </w:t>
            </w:r>
          </w:p>
        </w:tc>
        <w:tc>
          <w:tcPr>
            <w:tcW w:w="3686" w:type="dxa"/>
          </w:tcPr>
          <w:p w14:paraId="0984E97F" w14:textId="77777777" w:rsidR="00B15E99" w:rsidRPr="00EF2F0E" w:rsidRDefault="00C64516" w:rsidP="00AB06FD">
            <w:pPr>
              <w:keepLines/>
              <w:tabs>
                <w:tab w:val="center" w:pos="4536"/>
                <w:tab w:val="right" w:pos="9072"/>
              </w:tabs>
            </w:pPr>
            <w:r w:rsidRPr="00EF2F0E">
              <w:rPr>
                <w:position w:val="-42"/>
              </w:rPr>
              <w:object w:dxaOrig="3403" w:dyaOrig="960" w14:anchorId="098511F4">
                <v:shape id="对象 140" o:spid="_x0000_i1085" type="#_x0000_t75" style="width:172.05pt;height:39.05pt;mso-wrap-style:square;mso-position-horizontal-relative:page;mso-position-vertical-relative:page" o:ole="">
                  <v:imagedata r:id="rId126" o:title=""/>
                </v:shape>
                <o:OLEObject Type="Embed" ProgID="Equation.3" ShapeID="对象 140" DrawAspect="Content" ObjectID="_1717663607" r:id="rId127"/>
              </w:object>
            </w:r>
          </w:p>
        </w:tc>
        <w:tc>
          <w:tcPr>
            <w:tcW w:w="1348" w:type="dxa"/>
          </w:tcPr>
          <w:p w14:paraId="0984E98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0A7FEB" w:rsidRPr="00EF2F0E" w14:paraId="0984E986" w14:textId="77777777" w:rsidTr="00AB06FD">
        <w:trPr>
          <w:cantSplit/>
          <w:jc w:val="center"/>
        </w:trPr>
        <w:tc>
          <w:tcPr>
            <w:tcW w:w="9783" w:type="dxa"/>
            <w:gridSpan w:val="4"/>
          </w:tcPr>
          <w:p w14:paraId="0984E982"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The limits in this table only apply for operation with an E-UTRA 1.4 or 3 MHz carrier adjacent to the </w:t>
            </w:r>
            <w:r w:rsidRPr="00EF2F0E">
              <w:rPr>
                <w:rFonts w:ascii="Arial" w:hAnsi="Arial" w:cs="Arial"/>
                <w:i/>
                <w:sz w:val="18"/>
              </w:rPr>
              <w:t>Base Station RF Bandwidth edge.</w:t>
            </w:r>
          </w:p>
          <w:p w14:paraId="0984E983"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MSR RIB supporting </w:t>
            </w:r>
            <w:r w:rsidRPr="00EF2F0E">
              <w:rPr>
                <w:rFonts w:ascii="Arial" w:hAnsi="Arial" w:cs="Arial"/>
                <w:i/>
                <w:sz w:val="18"/>
              </w:rPr>
              <w:t>non-contiguous spectrum</w:t>
            </w:r>
            <w:r w:rsidRPr="00EF2F0E">
              <w:rPr>
                <w:rFonts w:ascii="Arial" w:hAnsi="Arial" w:cs="Arial"/>
                <w:sz w:val="18"/>
              </w:rPr>
              <w:t xml:space="preserve"> operation </w:t>
            </w:r>
            <w:r w:rsidRPr="00EF2F0E">
              <w:rPr>
                <w:rFonts w:ascii="Arial" w:hAnsi="Arial" w:cs="Arial"/>
                <w:sz w:val="18"/>
                <w:lang w:eastAsia="zh-CN"/>
              </w:rPr>
              <w:t xml:space="preserve">within any operating band </w:t>
            </w:r>
            <w:r w:rsidRPr="00EF2F0E">
              <w:rPr>
                <w:rFonts w:ascii="Arial" w:hAnsi="Arial" w:cs="Arial"/>
                <w:sz w:val="18"/>
              </w:rPr>
              <w:t xml:space="preserve">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w:t>
            </w:r>
            <w:r w:rsidRPr="00EF2F0E">
              <w:rPr>
                <w:rFonts w:ascii="Arial" w:hAnsi="Arial" w:cs="Arial"/>
                <w:sz w:val="18"/>
                <w:lang w:eastAsia="zh-CN"/>
              </w:rPr>
              <w:t xml:space="preserve">contributions from </w:t>
            </w:r>
            <w:r w:rsidRPr="00EF2F0E">
              <w:rPr>
                <w:rFonts w:ascii="Arial" w:hAnsi="Arial" w:cs="Arial"/>
                <w:sz w:val="18"/>
              </w:rPr>
              <w:t xml:space="preserve">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w:t>
            </w:r>
          </w:p>
          <w:p w14:paraId="0984E984"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w:t>
            </w:r>
            <w:r w:rsidRPr="00EF2F0E">
              <w:rPr>
                <w:rFonts w:ascii="Arial" w:hAnsi="Arial" w:cs="Arial"/>
                <w:sz w:val="18"/>
                <w:lang w:eastAsia="zh-CN"/>
              </w:rPr>
              <w:t xml:space="preserve"> 3</w:t>
            </w:r>
            <w:r w:rsidRPr="00EF2F0E">
              <w:rPr>
                <w:rFonts w:ascii="Arial" w:hAnsi="Arial" w:cs="Arial"/>
                <w:sz w:val="18"/>
              </w:rPr>
              <w:t>:</w:t>
            </w:r>
            <w:r w:rsidRPr="00EF2F0E">
              <w:rPr>
                <w:rFonts w:ascii="Arial" w:hAnsi="Arial" w:cs="Arial"/>
                <w:sz w:val="18"/>
              </w:rPr>
              <w:tab/>
              <w:t xml:space="preserve">For a MSR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rPr>
              <w:t>Inter RF Bandwidth gap</w:t>
            </w:r>
            <w:r w:rsidRPr="00EF2F0E">
              <w:rPr>
                <w:rFonts w:ascii="Arial" w:hAnsi="Arial" w:cs="Arial"/>
                <w:sz w:val="18"/>
              </w:rPr>
              <w:t>.</w:t>
            </w:r>
          </w:p>
          <w:p w14:paraId="0984E985" w14:textId="77777777" w:rsidR="00B15E99" w:rsidRPr="00EF2F0E" w:rsidRDefault="00B15E99" w:rsidP="00DB3F6B">
            <w:pPr>
              <w:keepNext/>
              <w:keepLines/>
              <w:spacing w:after="0"/>
              <w:ind w:left="851" w:hanging="851"/>
              <w:rPr>
                <w:rFonts w:ascii="Arial" w:hAnsi="Arial" w:cs="Arial"/>
                <w:sz w:val="18"/>
              </w:rPr>
            </w:pPr>
            <w:r w:rsidRPr="00EF2F0E">
              <w:rPr>
                <w:rFonts w:ascii="Arial" w:hAnsi="Arial" w:cs="Arial"/>
                <w:sz w:val="18"/>
              </w:rPr>
              <w:t>NOTE 4:</w:t>
            </w:r>
            <w:r w:rsidRPr="00EF2F0E">
              <w:rPr>
                <w:rFonts w:ascii="Arial" w:hAnsi="Arial" w:cs="Arial"/>
                <w:sz w:val="18"/>
              </w:rPr>
              <w:tab/>
            </w:r>
            <w:r w:rsidR="00DB3F6B" w:rsidRPr="00EF2F0E">
              <w:rPr>
                <w:rFonts w:ascii="Arial" w:hAnsi="Arial" w:cs="Arial"/>
                <w:sz w:val="18"/>
              </w:rPr>
              <w:t>(Void)</w:t>
            </w:r>
          </w:p>
        </w:tc>
      </w:tr>
    </w:tbl>
    <w:p w14:paraId="0984E987" w14:textId="77777777" w:rsidR="00B15E99" w:rsidRPr="00EF2F0E" w:rsidRDefault="00B15E99" w:rsidP="000A7FEB">
      <w:pPr>
        <w:rPr>
          <w:lang w:eastAsia="zh-CN"/>
        </w:rPr>
      </w:pPr>
    </w:p>
    <w:p w14:paraId="0984E988" w14:textId="7CDD8D6E" w:rsidR="009D7587" w:rsidRPr="00EF2F0E" w:rsidRDefault="009D7587" w:rsidP="00E727B1">
      <w:pPr>
        <w:pStyle w:val="TH"/>
        <w:rPr>
          <w:lang w:eastAsia="zh-CN"/>
        </w:rPr>
      </w:pPr>
      <w:r w:rsidRPr="00EF2F0E">
        <w:t>Table 9.7.5.2.3-</w:t>
      </w:r>
      <w:r w:rsidRPr="00EF2F0E">
        <w:rPr>
          <w:lang w:eastAsia="zh-CN"/>
        </w:rPr>
        <w:t>3</w:t>
      </w:r>
      <w:r w:rsidRPr="00EF2F0E">
        <w:t xml:space="preserve">: </w:t>
      </w:r>
      <w:r w:rsidR="002F49A5">
        <w:t>MR BS OBUE in</w:t>
      </w:r>
      <w:r w:rsidR="002F49A5" w:rsidRPr="00DF5484">
        <w:t xml:space="preserve"> BC2 bands applicable for</w:t>
      </w:r>
      <w:r w:rsidR="002F49A5">
        <w:t>:</w:t>
      </w:r>
      <w:r w:rsidR="002F49A5" w:rsidRPr="00883A3D">
        <w:t xml:space="preserve"> </w:t>
      </w:r>
      <w:r w:rsidR="002F49A5" w:rsidRPr="00DF5484">
        <w:t xml:space="preserve">BS with maximum output power 40 &lt; </w:t>
      </w:r>
      <w:r w:rsidR="002F49A5" w:rsidRPr="00DF5484">
        <w:rPr>
          <w:rFonts w:cs="v4.2.0"/>
        </w:rPr>
        <w:t>P</w:t>
      </w:r>
      <w:r w:rsidR="002F49A5" w:rsidRPr="00DF5484">
        <w:rPr>
          <w:rFonts w:cs="v4.2.0"/>
          <w:vertAlign w:val="subscript"/>
        </w:rPr>
        <w:t>rated,c,TRP</w:t>
      </w:r>
      <w:r w:rsidR="002F49A5" w:rsidRPr="00DF5484">
        <w:t xml:space="preserve"> </w:t>
      </w:r>
      <w:r w:rsidR="002F49A5" w:rsidRPr="00DF5484">
        <w:rPr>
          <w:rFonts w:cs="v5.0.0"/>
        </w:rPr>
        <w:sym w:font="Symbol" w:char="F0A3"/>
      </w:r>
      <w:r w:rsidR="002F49A5" w:rsidRPr="00DF5484">
        <w:t xml:space="preserve"> 47 dBm </w:t>
      </w:r>
      <w:r w:rsidR="002F49A5">
        <w:t xml:space="preserve">and </w:t>
      </w:r>
      <w:r w:rsidR="002F49A5" w:rsidRPr="00DF5484">
        <w:t>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E98D" w14:textId="77777777" w:rsidTr="00AB06FD">
        <w:trPr>
          <w:cantSplit/>
          <w:jc w:val="center"/>
        </w:trPr>
        <w:tc>
          <w:tcPr>
            <w:tcW w:w="2127" w:type="dxa"/>
          </w:tcPr>
          <w:p w14:paraId="0984E989"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Pr>
          <w:p w14:paraId="0984E98A"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455" w:type="dxa"/>
          </w:tcPr>
          <w:p w14:paraId="0984E98B"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Minimum requirement (NOTE 2, </w:t>
            </w:r>
            <w:r w:rsidRPr="00EF2F0E">
              <w:rPr>
                <w:rFonts w:ascii="Arial" w:hAnsi="Arial" w:cs="Arial"/>
                <w:b/>
                <w:sz w:val="18"/>
                <w:lang w:eastAsia="zh-CN"/>
              </w:rPr>
              <w:t>3</w:t>
            </w:r>
            <w:r w:rsidRPr="00EF2F0E">
              <w:rPr>
                <w:rFonts w:ascii="Arial" w:hAnsi="Arial" w:cs="Arial"/>
                <w:b/>
                <w:sz w:val="18"/>
              </w:rPr>
              <w:t>)</w:t>
            </w:r>
          </w:p>
        </w:tc>
        <w:tc>
          <w:tcPr>
            <w:tcW w:w="1430" w:type="dxa"/>
          </w:tcPr>
          <w:p w14:paraId="0984E98C"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 xml:space="preserve">(NOTE </w:t>
            </w:r>
            <w:r w:rsidRPr="00EF2F0E">
              <w:rPr>
                <w:rFonts w:ascii="Arial" w:hAnsi="Arial" w:cs="Arial"/>
                <w:b/>
                <w:sz w:val="18"/>
                <w:lang w:eastAsia="zh-CN"/>
              </w:rPr>
              <w:t>10</w:t>
            </w:r>
            <w:r w:rsidRPr="00EF2F0E">
              <w:rPr>
                <w:rFonts w:ascii="Arial" w:hAnsi="Arial" w:cs="Arial"/>
                <w:b/>
                <w:sz w:val="18"/>
              </w:rPr>
              <w:t>)</w:t>
            </w:r>
          </w:p>
        </w:tc>
      </w:tr>
      <w:tr w:rsidR="003401A4" w:rsidRPr="00EF2F0E" w14:paraId="0984E993" w14:textId="77777777" w:rsidTr="00AB06FD">
        <w:trPr>
          <w:cantSplit/>
          <w:jc w:val="center"/>
        </w:trPr>
        <w:tc>
          <w:tcPr>
            <w:tcW w:w="2127" w:type="dxa"/>
          </w:tcPr>
          <w:p w14:paraId="0984E98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0.6 MHz</w:t>
            </w:r>
          </w:p>
          <w:p w14:paraId="0984E98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(NOTE 1)</w:t>
            </w:r>
          </w:p>
        </w:tc>
        <w:tc>
          <w:tcPr>
            <w:tcW w:w="2976" w:type="dxa"/>
          </w:tcPr>
          <w:p w14:paraId="0984E99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0.015MHz </w:t>
            </w:r>
            <w:r w:rsidRPr="00EF2F0E">
              <w:rPr>
                <w:rFonts w:ascii="Arial" w:hAnsi="Arial" w:cs="Arial"/>
                <w:sz w:val="18"/>
              </w:rPr>
              <w:sym w:font="Symbol" w:char="F0A3"/>
            </w:r>
            <w:r w:rsidRPr="00EF2F0E">
              <w:rPr>
                <w:rFonts w:ascii="Arial" w:hAnsi="Arial" w:cs="Arial"/>
                <w:sz w:val="18"/>
              </w:rPr>
              <w:t xml:space="preserve"> f_offset &lt; 0.615MHz </w:t>
            </w:r>
          </w:p>
        </w:tc>
        <w:tc>
          <w:tcPr>
            <w:tcW w:w="3455" w:type="dxa"/>
          </w:tcPr>
          <w:p w14:paraId="0984E991" w14:textId="77777777" w:rsidR="00B15E99" w:rsidRPr="00EF2F0E" w:rsidRDefault="00B15E99" w:rsidP="00E13F96">
            <w:pPr>
              <w:pStyle w:val="TAC"/>
              <w:rPr>
                <w:rFonts w:cs="Arial"/>
              </w:rPr>
            </w:pPr>
            <w:r w:rsidRPr="00EF2F0E">
              <w:t>P</w:t>
            </w:r>
            <w:r w:rsidRPr="00EF2F0E">
              <w:rPr>
                <w:vertAlign w:val="subscript"/>
              </w:rPr>
              <w:t>rated,c,TRP</w:t>
            </w:r>
            <w:r w:rsidRPr="00EF2F0E">
              <w:t xml:space="preserve">-58dB-(5/3)*(f_offset-0,015)dB </w:t>
            </w:r>
          </w:p>
        </w:tc>
        <w:tc>
          <w:tcPr>
            <w:tcW w:w="1430" w:type="dxa"/>
          </w:tcPr>
          <w:p w14:paraId="0984E992"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998" w14:textId="77777777" w:rsidTr="00AB06FD">
        <w:trPr>
          <w:cantSplit/>
          <w:jc w:val="center"/>
        </w:trPr>
        <w:tc>
          <w:tcPr>
            <w:tcW w:w="2127" w:type="dxa"/>
          </w:tcPr>
          <w:p w14:paraId="0984E99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0.6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1 MHz</w:t>
            </w:r>
          </w:p>
        </w:tc>
        <w:tc>
          <w:tcPr>
            <w:tcW w:w="2976" w:type="dxa"/>
          </w:tcPr>
          <w:p w14:paraId="0984E99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0.615MHz </w:t>
            </w:r>
            <w:r w:rsidRPr="00EF2F0E">
              <w:rPr>
                <w:rFonts w:ascii="Arial" w:hAnsi="Arial" w:cs="Arial"/>
                <w:sz w:val="18"/>
              </w:rPr>
              <w:sym w:font="Symbol" w:char="F0A3"/>
            </w:r>
            <w:r w:rsidRPr="00EF2F0E">
              <w:rPr>
                <w:rFonts w:ascii="Arial" w:hAnsi="Arial" w:cs="Arial"/>
                <w:sz w:val="18"/>
              </w:rPr>
              <w:t xml:space="preserve"> f_offset &lt; 1.015MHz</w:t>
            </w:r>
          </w:p>
        </w:tc>
        <w:tc>
          <w:tcPr>
            <w:tcW w:w="3455" w:type="dxa"/>
          </w:tcPr>
          <w:p w14:paraId="0984E996" w14:textId="77777777" w:rsidR="00B15E99" w:rsidRPr="00EF2F0E" w:rsidRDefault="00B15E99" w:rsidP="00E13F96">
            <w:pPr>
              <w:pStyle w:val="TAC"/>
              <w:rPr>
                <w:rFonts w:cs="Arial"/>
              </w:rPr>
            </w:pPr>
            <w:r w:rsidRPr="00EF2F0E">
              <w:t>P</w:t>
            </w:r>
            <w:r w:rsidRPr="00EF2F0E">
              <w:rPr>
                <w:vertAlign w:val="subscript"/>
              </w:rPr>
              <w:t>rated,c,TRP</w:t>
            </w:r>
            <w:r w:rsidRPr="00EF2F0E">
              <w:t xml:space="preserve">-53dB-15*(f_offset-0,215)dB </w:t>
            </w:r>
          </w:p>
        </w:tc>
        <w:tc>
          <w:tcPr>
            <w:tcW w:w="1430" w:type="dxa"/>
          </w:tcPr>
          <w:p w14:paraId="0984E99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99D" w14:textId="77777777" w:rsidTr="00AB06FD">
        <w:trPr>
          <w:cantSplit/>
          <w:jc w:val="center"/>
        </w:trPr>
        <w:tc>
          <w:tcPr>
            <w:tcW w:w="2127" w:type="dxa"/>
          </w:tcPr>
          <w:p w14:paraId="0984E99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(NOTE </w:t>
            </w:r>
            <w:r w:rsidRPr="00EF2F0E">
              <w:rPr>
                <w:rFonts w:ascii="Arial" w:hAnsi="Arial" w:cs="Arial"/>
                <w:sz w:val="18"/>
                <w:lang w:eastAsia="zh-CN"/>
              </w:rPr>
              <w:t>9</w:t>
            </w:r>
            <w:r w:rsidRPr="00EF2F0E">
              <w:rPr>
                <w:rFonts w:ascii="Arial" w:hAnsi="Arial" w:cs="Arial"/>
                <w:sz w:val="18"/>
              </w:rPr>
              <w:t>)</w:t>
            </w:r>
          </w:p>
        </w:tc>
        <w:tc>
          <w:tcPr>
            <w:tcW w:w="2976" w:type="dxa"/>
          </w:tcPr>
          <w:p w14:paraId="0984E99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1.015MHz </w:t>
            </w:r>
            <w:r w:rsidRPr="00EF2F0E">
              <w:rPr>
                <w:rFonts w:ascii="Arial" w:hAnsi="Arial" w:cs="Arial"/>
                <w:sz w:val="18"/>
              </w:rPr>
              <w:sym w:font="Symbol" w:char="F0A3"/>
            </w:r>
            <w:r w:rsidRPr="00EF2F0E">
              <w:rPr>
                <w:rFonts w:ascii="Arial" w:hAnsi="Arial" w:cs="Arial"/>
                <w:sz w:val="18"/>
              </w:rPr>
              <w:t xml:space="preserve"> f_offset &lt; 1.5 MHz </w:t>
            </w:r>
          </w:p>
        </w:tc>
        <w:tc>
          <w:tcPr>
            <w:tcW w:w="3455" w:type="dxa"/>
          </w:tcPr>
          <w:p w14:paraId="0984E99B"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v4.2.0"/>
                <w:sz w:val="18"/>
                <w:vertAlign w:val="subscript"/>
              </w:rPr>
              <w:t xml:space="preserve"> </w:t>
            </w:r>
            <w:r w:rsidRPr="00EF2F0E">
              <w:rPr>
                <w:rFonts w:ascii="Arial" w:hAnsi="Arial" w:cs="v4.2.0"/>
                <w:sz w:val="18"/>
              </w:rPr>
              <w:t xml:space="preserve"> </w:t>
            </w:r>
            <w:r w:rsidRPr="00EF2F0E">
              <w:rPr>
                <w:rFonts w:ascii="Arial" w:hAnsi="Arial" w:cs="Arial"/>
                <w:sz w:val="18"/>
              </w:rPr>
              <w:t>- 65 dB</w:t>
            </w:r>
          </w:p>
        </w:tc>
        <w:tc>
          <w:tcPr>
            <w:tcW w:w="1430" w:type="dxa"/>
          </w:tcPr>
          <w:p w14:paraId="0984E99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9A2" w14:textId="77777777" w:rsidTr="00AB06FD">
        <w:trPr>
          <w:cantSplit/>
          <w:jc w:val="center"/>
        </w:trPr>
        <w:tc>
          <w:tcPr>
            <w:tcW w:w="2127" w:type="dxa"/>
          </w:tcPr>
          <w:p w14:paraId="0984E99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 xml:space="preserve">f </w:t>
            </w:r>
            <w:r w:rsidRPr="00EF2F0E">
              <w:rPr>
                <w:rFonts w:ascii="Arial" w:hAnsi="Arial" w:cs="Arial"/>
                <w:sz w:val="18"/>
              </w:rPr>
              <w:sym w:font="Symbol" w:char="F0A3"/>
            </w:r>
            <w:r w:rsidRPr="00EF2F0E">
              <w:rPr>
                <w:rFonts w:ascii="Arial" w:hAnsi="Arial" w:cs="Arial"/>
                <w:sz w:val="18"/>
              </w:rPr>
              <w:t xml:space="preserve"> 2.8 MHz</w:t>
            </w:r>
          </w:p>
        </w:tc>
        <w:tc>
          <w:tcPr>
            <w:tcW w:w="2976" w:type="dxa"/>
          </w:tcPr>
          <w:p w14:paraId="0984E99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1.5 MHz </w:t>
            </w:r>
            <w:r w:rsidRPr="00EF2F0E">
              <w:rPr>
                <w:rFonts w:ascii="Arial" w:hAnsi="Arial" w:cs="Arial"/>
                <w:sz w:val="18"/>
              </w:rPr>
              <w:sym w:font="Symbol" w:char="F0A3"/>
            </w:r>
            <w:r w:rsidRPr="00EF2F0E">
              <w:rPr>
                <w:rFonts w:ascii="Arial" w:hAnsi="Arial" w:cs="Arial"/>
                <w:sz w:val="18"/>
              </w:rPr>
              <w:t xml:space="preserve"> f_offset &lt; 3.3 MHz</w:t>
            </w:r>
          </w:p>
        </w:tc>
        <w:tc>
          <w:tcPr>
            <w:tcW w:w="3455" w:type="dxa"/>
          </w:tcPr>
          <w:p w14:paraId="0984E9A0"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P</w:t>
            </w:r>
            <w:r w:rsidRPr="00EF2F0E">
              <w:rPr>
                <w:rFonts w:ascii="Arial" w:hAnsi="Arial" w:cs="v4.2.0"/>
                <w:sz w:val="18"/>
                <w:vertAlign w:val="subscript"/>
              </w:rPr>
              <w:t xml:space="preserve">rated,c,TRP </w:t>
            </w:r>
            <w:r w:rsidRPr="00EF2F0E">
              <w:rPr>
                <w:rFonts w:ascii="Arial" w:hAnsi="Arial" w:cs="v4.2.0"/>
                <w:sz w:val="18"/>
              </w:rPr>
              <w:t xml:space="preserve"> </w:t>
            </w:r>
            <w:r w:rsidRPr="00EF2F0E">
              <w:rPr>
                <w:rFonts w:ascii="Arial" w:hAnsi="Arial" w:cs="Arial"/>
                <w:sz w:val="18"/>
              </w:rPr>
              <w:t>- 52 dB</w:t>
            </w:r>
          </w:p>
        </w:tc>
        <w:tc>
          <w:tcPr>
            <w:tcW w:w="1430" w:type="dxa"/>
          </w:tcPr>
          <w:p w14:paraId="0984E9A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3401A4" w:rsidRPr="00EF2F0E" w14:paraId="0984E9A7" w14:textId="77777777" w:rsidTr="00AB06FD">
        <w:trPr>
          <w:cantSplit/>
          <w:jc w:val="center"/>
        </w:trPr>
        <w:tc>
          <w:tcPr>
            <w:tcW w:w="2127" w:type="dxa"/>
          </w:tcPr>
          <w:p w14:paraId="0984E9A3"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2.8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 xml:space="preserve">f </w:t>
            </w:r>
            <w:r w:rsidRPr="00EF2F0E">
              <w:rPr>
                <w:rFonts w:ascii="Arial" w:hAnsi="Arial" w:cs="Arial"/>
                <w:sz w:val="18"/>
              </w:rPr>
              <w:sym w:font="Symbol" w:char="F0A3"/>
            </w:r>
            <w:r w:rsidRPr="00EF2F0E">
              <w:rPr>
                <w:rFonts w:ascii="Arial" w:hAnsi="Arial" w:cs="Arial"/>
                <w:sz w:val="18"/>
              </w:rPr>
              <w:t xml:space="preserve"> 5 MHz</w:t>
            </w:r>
          </w:p>
        </w:tc>
        <w:tc>
          <w:tcPr>
            <w:tcW w:w="2976" w:type="dxa"/>
          </w:tcPr>
          <w:p w14:paraId="0984E9A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3.3 MHz </w:t>
            </w:r>
            <w:r w:rsidRPr="00EF2F0E">
              <w:rPr>
                <w:rFonts w:ascii="Arial" w:hAnsi="Arial" w:cs="Arial"/>
                <w:sz w:val="18"/>
              </w:rPr>
              <w:sym w:font="Symbol" w:char="F0A3"/>
            </w:r>
            <w:r w:rsidRPr="00EF2F0E">
              <w:rPr>
                <w:rFonts w:ascii="Arial" w:hAnsi="Arial" w:cs="Arial"/>
                <w:sz w:val="18"/>
              </w:rPr>
              <w:t xml:space="preserve"> f_offset &lt; 5.5 MHz</w:t>
            </w:r>
          </w:p>
        </w:tc>
        <w:tc>
          <w:tcPr>
            <w:tcW w:w="3455" w:type="dxa"/>
          </w:tcPr>
          <w:p w14:paraId="0984E9A5"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v4.2.0"/>
                <w:sz w:val="18"/>
                <w:vertAlign w:val="subscript"/>
              </w:rPr>
              <w:t xml:space="preserve"> </w:t>
            </w:r>
            <w:r w:rsidRPr="00EF2F0E">
              <w:rPr>
                <w:rFonts w:ascii="Arial" w:hAnsi="Arial" w:cs="v4.2.0"/>
                <w:sz w:val="18"/>
              </w:rPr>
              <w:t xml:space="preserve"> </w:t>
            </w:r>
            <w:r w:rsidRPr="00EF2F0E">
              <w:rPr>
                <w:rFonts w:ascii="Arial" w:hAnsi="Arial" w:cs="Arial"/>
                <w:sz w:val="18"/>
              </w:rPr>
              <w:t>- 52 dB, -6dBm)</w:t>
            </w:r>
          </w:p>
        </w:tc>
        <w:tc>
          <w:tcPr>
            <w:tcW w:w="1430" w:type="dxa"/>
          </w:tcPr>
          <w:p w14:paraId="0984E9A6"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3401A4" w:rsidRPr="00EF2F0E" w14:paraId="0984E9AC" w14:textId="77777777" w:rsidTr="00AB06FD">
        <w:trPr>
          <w:cantSplit/>
          <w:jc w:val="center"/>
        </w:trPr>
        <w:tc>
          <w:tcPr>
            <w:tcW w:w="2127" w:type="dxa"/>
          </w:tcPr>
          <w:p w14:paraId="0984E9A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5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9A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5.5 MHz </w:t>
            </w:r>
            <w:r w:rsidRPr="00EF2F0E">
              <w:rPr>
                <w:rFonts w:ascii="Arial" w:hAnsi="Arial" w:cs="Arial"/>
                <w:sz w:val="18"/>
              </w:rPr>
              <w:sym w:font="Symbol" w:char="F0A3"/>
            </w:r>
            <w:r w:rsidRPr="00EF2F0E">
              <w:rPr>
                <w:rFonts w:ascii="Arial" w:hAnsi="Arial" w:cs="Arial"/>
                <w:sz w:val="18"/>
              </w:rPr>
              <w:t xml:space="preserve"> f_offset &lt; f_offset</w:t>
            </w:r>
            <w:r w:rsidRPr="00EF2F0E">
              <w:rPr>
                <w:rFonts w:ascii="Arial" w:hAnsi="Arial" w:cs="Arial"/>
                <w:sz w:val="18"/>
                <w:vertAlign w:val="subscript"/>
              </w:rPr>
              <w:t>max</w:t>
            </w:r>
            <w:r w:rsidRPr="00EF2F0E">
              <w:rPr>
                <w:rFonts w:ascii="Arial" w:hAnsi="Arial" w:cs="Arial"/>
                <w:sz w:val="18"/>
              </w:rPr>
              <w:t xml:space="preserve"> </w:t>
            </w:r>
          </w:p>
        </w:tc>
        <w:tc>
          <w:tcPr>
            <w:tcW w:w="3455" w:type="dxa"/>
          </w:tcPr>
          <w:p w14:paraId="0984E9AA" w14:textId="77777777" w:rsidR="00B15E99" w:rsidRPr="00EF2F0E" w:rsidRDefault="00B15E99" w:rsidP="00AB06FD">
            <w:pPr>
              <w:keepNext/>
              <w:keepLines/>
              <w:spacing w:after="0"/>
              <w:jc w:val="center"/>
              <w:rPr>
                <w:rFonts w:ascii="Arial" w:hAnsi="Arial" w:cs="Arial"/>
                <w:sz w:val="18"/>
              </w:rPr>
            </w:pPr>
            <w:r w:rsidRPr="00EF2F0E">
              <w:rPr>
                <w:rFonts w:ascii="Arial" w:hAnsi="Arial" w:cs="v4.2.0"/>
                <w:sz w:val="18"/>
              </w:rPr>
              <w:t>P</w:t>
            </w:r>
            <w:r w:rsidRPr="00EF2F0E">
              <w:rPr>
                <w:rFonts w:ascii="Arial" w:hAnsi="Arial" w:cs="v4.2.0"/>
                <w:sz w:val="18"/>
                <w:vertAlign w:val="subscript"/>
              </w:rPr>
              <w:t xml:space="preserve">rated,c,TRP </w:t>
            </w:r>
            <w:r w:rsidRPr="00EF2F0E">
              <w:rPr>
                <w:rFonts w:ascii="Arial" w:hAnsi="Arial" w:cs="v4.2.0"/>
                <w:sz w:val="18"/>
              </w:rPr>
              <w:t xml:space="preserve"> </w:t>
            </w:r>
            <w:r w:rsidRPr="00EF2F0E">
              <w:rPr>
                <w:rFonts w:ascii="Arial" w:hAnsi="Arial" w:cs="Arial"/>
                <w:sz w:val="18"/>
              </w:rPr>
              <w:t>- 56 dB</w:t>
            </w:r>
          </w:p>
        </w:tc>
        <w:tc>
          <w:tcPr>
            <w:tcW w:w="1430" w:type="dxa"/>
          </w:tcPr>
          <w:p w14:paraId="0984E9A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B15E99" w:rsidRPr="00EF2F0E" w14:paraId="0984E9B0" w14:textId="77777777" w:rsidTr="00AB06FD">
        <w:trPr>
          <w:cantSplit/>
          <w:jc w:val="center"/>
        </w:trPr>
        <w:tc>
          <w:tcPr>
            <w:tcW w:w="9988" w:type="dxa"/>
            <w:gridSpan w:val="4"/>
          </w:tcPr>
          <w:p w14:paraId="0984E9AD"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operation with an E-UTRA 1.4 or 3 MHz carrier adjacent to the </w:t>
            </w:r>
            <w:r w:rsidRPr="00EF2F0E">
              <w:rPr>
                <w:rFonts w:ascii="Arial" w:hAnsi="Arial" w:cs="Arial"/>
                <w:i/>
                <w:sz w:val="18"/>
              </w:rPr>
              <w:t>Base Station RF Bandwidth edge</w:t>
            </w:r>
            <w:r w:rsidRPr="00EF2F0E">
              <w:rPr>
                <w:rFonts w:ascii="Arial" w:hAnsi="Arial" w:cs="Arial"/>
                <w:kern w:val="2"/>
                <w:sz w:val="18"/>
              </w:rPr>
              <w:t>, the limits in table 9.7.5.2.3-</w:t>
            </w:r>
            <w:r w:rsidRPr="00EF2F0E">
              <w:rPr>
                <w:rFonts w:ascii="Arial" w:hAnsi="Arial" w:cs="Arial"/>
                <w:kern w:val="2"/>
                <w:sz w:val="18"/>
                <w:lang w:eastAsia="zh-CN"/>
              </w:rPr>
              <w:t>5</w:t>
            </w:r>
            <w:r w:rsidRPr="00EF2F0E">
              <w:rPr>
                <w:rFonts w:ascii="Arial" w:hAnsi="Arial" w:cs="Arial"/>
                <w:kern w:val="2"/>
                <w:sz w:val="18"/>
              </w:rPr>
              <w:t xml:space="preserve"> apply for </w:t>
            </w:r>
            <w:r w:rsidRPr="00EF2F0E">
              <w:rPr>
                <w:rFonts w:ascii="Arial" w:hAnsi="Arial" w:cs="Arial"/>
                <w:sz w:val="18"/>
              </w:rPr>
              <w:t xml:space="preserve">0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0.1</w:t>
            </w:r>
            <w:r w:rsidRPr="00EF2F0E">
              <w:rPr>
                <w:rFonts w:ascii="Arial" w:hAnsi="Arial" w:cs="Arial"/>
                <w:sz w:val="18"/>
                <w:lang w:eastAsia="zh-CN"/>
              </w:rPr>
              <w:t>5</w:t>
            </w:r>
            <w:r w:rsidRPr="00EF2F0E">
              <w:rPr>
                <w:rFonts w:ascii="Arial" w:hAnsi="Arial" w:cs="Arial"/>
                <w:sz w:val="18"/>
              </w:rPr>
              <w:t xml:space="preserve"> MHz.</w:t>
            </w:r>
          </w:p>
          <w:p w14:paraId="0984E9AE" w14:textId="77777777" w:rsidR="00B15E99" w:rsidRPr="00EF2F0E" w:rsidRDefault="00B15E99" w:rsidP="00AB06FD">
            <w:pPr>
              <w:keepNext/>
              <w:keepLines/>
              <w:spacing w:after="0"/>
              <w:ind w:left="851" w:hanging="851"/>
              <w:rPr>
                <w:rFonts w:ascii="Arial" w:hAnsi="Arial" w:cs="Arial"/>
                <w:sz w:val="18"/>
                <w:lang w:eastAsia="zh-CN"/>
              </w:rPr>
            </w:pPr>
            <w:r w:rsidRPr="00EF2F0E">
              <w:rPr>
                <w:rFonts w:ascii="Arial" w:hAnsi="Arial" w:cs="Arial"/>
                <w:sz w:val="18"/>
              </w:rPr>
              <w:t>NOTE 2:</w:t>
            </w:r>
            <w:r w:rsidRPr="00EF2F0E">
              <w:rPr>
                <w:rFonts w:ascii="Arial" w:hAnsi="Arial" w:cs="Arial"/>
                <w:sz w:val="18"/>
              </w:rPr>
              <w:tab/>
              <w:t xml:space="preserve">For a MSR RIB supporting </w:t>
            </w:r>
            <w:r w:rsidRPr="00EF2F0E">
              <w:rPr>
                <w:rFonts w:ascii="Arial" w:hAnsi="Arial" w:cs="Arial"/>
                <w:i/>
                <w:sz w:val="18"/>
              </w:rPr>
              <w:t>non-contiguous spectrum</w:t>
            </w:r>
            <w:r w:rsidRPr="00EF2F0E">
              <w:rPr>
                <w:rFonts w:ascii="Arial" w:hAnsi="Arial" w:cs="Arial"/>
                <w:sz w:val="18"/>
              </w:rPr>
              <w:t xml:space="preserve"> operation </w:t>
            </w:r>
            <w:r w:rsidRPr="00EF2F0E">
              <w:rPr>
                <w:rFonts w:ascii="Arial" w:hAnsi="Arial" w:cs="Arial"/>
                <w:sz w:val="18"/>
                <w:lang w:eastAsia="zh-CN"/>
              </w:rPr>
              <w:t xml:space="preserve">within any operating band </w:t>
            </w:r>
            <w:r w:rsidRPr="00EF2F0E">
              <w:rPr>
                <w:rFonts w:ascii="Arial" w:hAnsi="Arial" w:cs="Arial"/>
                <w:sz w:val="18"/>
              </w:rPr>
              <w:t xml:space="preserve">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f ≥ 10MHz from both adjacent sub</w:t>
            </w:r>
            <w:r w:rsidRPr="00EF2F0E">
              <w:rPr>
                <w:rFonts w:ascii="Arial" w:hAnsi="Arial" w:cs="Arial"/>
                <w:sz w:val="18"/>
                <w:lang w:eastAsia="zh-CN"/>
              </w:rPr>
              <w:t>-</w:t>
            </w:r>
            <w:r w:rsidRPr="00EF2F0E">
              <w:rPr>
                <w:rFonts w:ascii="Arial" w:hAnsi="Arial" w:cs="Arial"/>
                <w:sz w:val="18"/>
              </w:rPr>
              <w:t xml:space="preserve">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w:t>
            </w:r>
            <w:r w:rsidRPr="00EF2F0E">
              <w:rPr>
                <w:rFonts w:ascii="Arial" w:hAnsi="Arial" w:cs="Arial"/>
                <w:sz w:val="18"/>
                <w:lang w:eastAsia="zh-CN"/>
              </w:rPr>
              <w:t>(</w:t>
            </w:r>
            <w:r w:rsidRPr="00EF2F0E">
              <w:rPr>
                <w:rFonts w:ascii="Arial" w:hAnsi="Arial" w:cs="Arial"/>
                <w:sz w:val="18"/>
              </w:rPr>
              <w:t>P</w:t>
            </w:r>
            <w:r w:rsidRPr="00EF2F0E">
              <w:rPr>
                <w:rFonts w:ascii="Arial" w:hAnsi="Arial" w:cs="Arial"/>
                <w:sz w:val="18"/>
                <w:vertAlign w:val="subscript"/>
              </w:rPr>
              <w:t>rated,c,TRP</w:t>
            </w:r>
            <w:r w:rsidRPr="00EF2F0E">
              <w:rPr>
                <w:rFonts w:ascii="Arial" w:hAnsi="Arial"/>
                <w:sz w:val="18"/>
              </w:rPr>
              <w:t xml:space="preserve"> </w:t>
            </w:r>
            <w:r w:rsidRPr="00EF2F0E">
              <w:rPr>
                <w:rFonts w:ascii="Arial" w:hAnsi="Arial" w:cs="Arial"/>
                <w:sz w:val="18"/>
              </w:rPr>
              <w:t>- 56 dB</w:t>
            </w:r>
            <w:r w:rsidRPr="00EF2F0E">
              <w:rPr>
                <w:rFonts w:ascii="Arial" w:hAnsi="Arial" w:cs="Arial"/>
                <w:sz w:val="18"/>
                <w:lang w:eastAsia="zh-CN"/>
              </w:rPr>
              <w:t>)/</w:t>
            </w:r>
            <w:r w:rsidRPr="00EF2F0E">
              <w:rPr>
                <w:rFonts w:ascii="Arial" w:hAnsi="Arial" w:cs="Arial"/>
                <w:sz w:val="18"/>
              </w:rPr>
              <w:t>MHz.</w:t>
            </w:r>
            <w:r w:rsidRPr="00EF2F0E">
              <w:rPr>
                <w:rFonts w:ascii="Arial" w:hAnsi="Arial" w:cs="Arial"/>
                <w:sz w:val="18"/>
                <w:lang w:eastAsia="zh-CN"/>
              </w:rPr>
              <w:t xml:space="preserve"> </w:t>
            </w:r>
          </w:p>
          <w:p w14:paraId="0984E9AF"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w:t>
            </w:r>
            <w:r w:rsidRPr="00EF2F0E">
              <w:rPr>
                <w:rFonts w:ascii="Arial" w:hAnsi="Arial" w:cs="Arial"/>
                <w:sz w:val="18"/>
                <w:lang w:eastAsia="zh-CN"/>
              </w:rPr>
              <w:t xml:space="preserve"> 3</w:t>
            </w:r>
            <w:r w:rsidRPr="00EF2F0E">
              <w:rPr>
                <w:rFonts w:ascii="Arial" w:hAnsi="Arial" w:cs="Arial"/>
                <w:sz w:val="18"/>
              </w:rPr>
              <w:t>:</w:t>
            </w:r>
            <w:r w:rsidR="006E5225" w:rsidRPr="00EF2F0E">
              <w:rPr>
                <w:rFonts w:ascii="Arial" w:hAnsi="Arial" w:cs="Arial"/>
                <w:sz w:val="18"/>
              </w:rPr>
              <w:tab/>
            </w:r>
            <w:r w:rsidRPr="00EF2F0E">
              <w:rPr>
                <w:rFonts w:ascii="Arial" w:hAnsi="Arial" w:cs="Arial"/>
                <w:sz w:val="18"/>
              </w:rPr>
              <w:t xml:space="preserve">For a MSR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w:t>
            </w:r>
            <w:r w:rsidRPr="00EF2F0E">
              <w:rPr>
                <w:rFonts w:ascii="Arial" w:hAnsi="Arial" w:cs="Arial"/>
                <w:i/>
                <w:sz w:val="18"/>
              </w:rPr>
              <w:t>the Inter RF Bandwidth gap</w:t>
            </w:r>
            <w:r w:rsidRPr="00EF2F0E">
              <w:rPr>
                <w:rFonts w:ascii="Arial" w:hAnsi="Arial" w:cs="v5.0.0"/>
                <w:sz w:val="18"/>
              </w:rPr>
              <w:t>, where the contribution from the far-end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v5.0.0"/>
                <w:sz w:val="18"/>
              </w:rPr>
              <w:t xml:space="preserve"> 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9B1" w14:textId="77777777" w:rsidR="00B15E99" w:rsidRPr="00EF2F0E" w:rsidRDefault="00B15E99" w:rsidP="00B15E99"/>
    <w:p w14:paraId="0984E9B2" w14:textId="56DBE24D" w:rsidR="00B15E99" w:rsidRPr="00EF2F0E" w:rsidRDefault="00B15E99" w:rsidP="00B15E99">
      <w:pPr>
        <w:pStyle w:val="TH"/>
        <w:rPr>
          <w:rFonts w:cs="v5.0.0"/>
        </w:rPr>
      </w:pPr>
      <w:r w:rsidRPr="00EF2F0E">
        <w:t>Table 9.7.5.2.3-</w:t>
      </w:r>
      <w:r w:rsidRPr="00EF2F0E">
        <w:rPr>
          <w:lang w:eastAsia="zh-CN"/>
        </w:rPr>
        <w:t>3a</w:t>
      </w:r>
      <w:r w:rsidRPr="00EF2F0E">
        <w:t xml:space="preserve">: </w:t>
      </w:r>
      <w:r w:rsidR="00120A96">
        <w:t>MR BS OBUE in</w:t>
      </w:r>
      <w:r w:rsidR="00120A96" w:rsidRPr="00DF5484">
        <w:t xml:space="preserve"> BC2 bands </w:t>
      </w:r>
      <w:r w:rsidR="00120A96">
        <w:t xml:space="preserve">applicable </w:t>
      </w:r>
      <w:r w:rsidR="00120A96" w:rsidRPr="00DF5484">
        <w:t>for</w:t>
      </w:r>
      <w:r w:rsidR="00120A96">
        <w:t>:</w:t>
      </w:r>
      <w:r w:rsidR="00120A96" w:rsidRPr="00DF5484">
        <w:t xml:space="preserve"> BS </w:t>
      </w:r>
      <w:r w:rsidR="00120A96">
        <w:t xml:space="preserve">with </w:t>
      </w:r>
      <w:r w:rsidR="00120A96" w:rsidRPr="00DF5484">
        <w:t xml:space="preserve">maximum output power 40 &lt; </w:t>
      </w:r>
      <w:r w:rsidR="00120A96" w:rsidRPr="00DF5484">
        <w:rPr>
          <w:rFonts w:cs="v4.2.0"/>
        </w:rPr>
        <w:t>P</w:t>
      </w:r>
      <w:r w:rsidR="00120A96" w:rsidRPr="00DF5484">
        <w:rPr>
          <w:rFonts w:cs="v4.2.0"/>
          <w:vertAlign w:val="subscript"/>
        </w:rPr>
        <w:t>rated,c,TRP</w:t>
      </w:r>
      <w:r w:rsidR="00120A96" w:rsidRPr="00DF5484">
        <w:rPr>
          <w:rFonts w:cs="v4.2.0"/>
        </w:rPr>
        <w:t xml:space="preserve"> </w:t>
      </w:r>
      <w:r w:rsidR="00120A96" w:rsidRPr="00DF5484">
        <w:rPr>
          <w:rFonts w:cs="v5.0.0"/>
        </w:rPr>
        <w:sym w:font="Symbol" w:char="F0A3"/>
      </w:r>
      <w:r w:rsidR="00120A96" w:rsidRPr="00DF5484">
        <w:t xml:space="preserve"> 47 dBm</w:t>
      </w:r>
      <w:r w:rsidR="00120A96">
        <w:t>,</w:t>
      </w:r>
      <w:r w:rsidR="00120A96" w:rsidRPr="00DF5484">
        <w:t xml:space="preserve"> supporting NR</w:t>
      </w:r>
      <w:r w:rsidR="00120A96">
        <w:t>,</w:t>
      </w:r>
      <w:r w:rsidR="00120A96" w:rsidRPr="00DF5484">
        <w:t xml:space="preserve">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E9B7"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9B3" w14:textId="77777777" w:rsidR="00B15E99" w:rsidRPr="00EF2F0E" w:rsidRDefault="00B15E99" w:rsidP="00AB06FD">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E9B4" w14:textId="77777777" w:rsidR="00B15E99" w:rsidRPr="00EF2F0E" w:rsidRDefault="00B15E99" w:rsidP="00AB06FD">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E9B5" w14:textId="77777777" w:rsidR="00B15E99" w:rsidRPr="00EF2F0E" w:rsidRDefault="00B15E99" w:rsidP="00AB06FD">
            <w:pPr>
              <w:pStyle w:val="TAH"/>
              <w:rPr>
                <w:rFonts w:cs="Arial"/>
              </w:rPr>
            </w:pPr>
            <w:r w:rsidRPr="00EF2F0E">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0984E9B6" w14:textId="77777777" w:rsidR="00B15E99" w:rsidRPr="00EF2F0E" w:rsidRDefault="00B15E99" w:rsidP="00AB06FD">
            <w:pPr>
              <w:pStyle w:val="TAH"/>
              <w:rPr>
                <w:rFonts w:cs="Arial"/>
              </w:rPr>
            </w:pPr>
            <w:r w:rsidRPr="00EF2F0E">
              <w:rPr>
                <w:rFonts w:cs="Arial"/>
              </w:rPr>
              <w:t xml:space="preserve">Measurement bandwidth (Note </w:t>
            </w:r>
            <w:r w:rsidRPr="00EF2F0E">
              <w:rPr>
                <w:rFonts w:cs="Arial"/>
                <w:lang w:eastAsia="zh-CN"/>
              </w:rPr>
              <w:t>10</w:t>
            </w:r>
            <w:r w:rsidRPr="00EF2F0E">
              <w:rPr>
                <w:rFonts w:cs="Arial"/>
              </w:rPr>
              <w:t>)</w:t>
            </w:r>
          </w:p>
        </w:tc>
      </w:tr>
      <w:tr w:rsidR="003401A4" w:rsidRPr="00EF2F0E" w14:paraId="0984E9BC"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9B8" w14:textId="77777777" w:rsidR="00B15E99" w:rsidRPr="00EF2F0E" w:rsidRDefault="00B15E99" w:rsidP="00AB06FD">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984E9B9" w14:textId="77777777" w:rsidR="00B15E99" w:rsidRPr="00EF2F0E" w:rsidRDefault="00B15E99"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984E9BA" w14:textId="77777777" w:rsidR="00B15E99" w:rsidRPr="00EF2F0E" w:rsidRDefault="00B15E99" w:rsidP="00AB06FD">
            <w:pPr>
              <w:pStyle w:val="TAC"/>
              <w:rPr>
                <w:rFonts w:cs="v5.0.0"/>
              </w:rPr>
            </w:pPr>
            <w:r w:rsidRPr="00EF2F0E">
              <w:rPr>
                <w:rFonts w:cs="v5.0.0"/>
              </w:rPr>
              <w:t>P</w:t>
            </w:r>
            <w:r w:rsidRPr="00EF2F0E">
              <w:rPr>
                <w:rFonts w:cs="v5.0.0"/>
                <w:vertAlign w:val="subscript"/>
              </w:rPr>
              <w:t>rated,c,TRP</w:t>
            </w:r>
            <w:r w:rsidR="009D7587" w:rsidRPr="00EF2F0E">
              <w:rPr>
                <w:rFonts w:cs="v5.0.0"/>
                <w:vertAlign w:val="subscript"/>
              </w:rPr>
              <w:t xml:space="preserve"> </w:t>
            </w:r>
            <w:r w:rsidR="009D7587" w:rsidRPr="00EF2F0E">
              <w:rPr>
                <w:rFonts w:cs="v5.0.0"/>
              </w:rPr>
              <w:t xml:space="preserve">– </w:t>
            </w:r>
            <w:r w:rsidRPr="00EF2F0E">
              <w:rPr>
                <w:rFonts w:cs="v5.0.0"/>
              </w:rPr>
              <w:t>53</w:t>
            </w:r>
            <w:r w:rsidR="009D7587" w:rsidRPr="00EF2F0E">
              <w:rPr>
                <w:rFonts w:cs="v5.0.0"/>
              </w:rPr>
              <w:t> </w:t>
            </w:r>
            <w:r w:rsidRPr="00EF2F0E">
              <w:rPr>
                <w:rFonts w:cs="v5.0.0"/>
              </w:rPr>
              <w:t>dB</w:t>
            </w:r>
            <w:r w:rsidR="009D7587" w:rsidRPr="00EF2F0E">
              <w:rPr>
                <w:rFonts w:cs="v5.0.0"/>
              </w:rPr>
              <w:t xml:space="preserve"> </w:t>
            </w:r>
            <w:r w:rsidRPr="00EF2F0E">
              <w:rPr>
                <w:rFonts w:cs="v5.0.0"/>
              </w:rPr>
              <w:t>-</w:t>
            </w:r>
            <w:r w:rsidR="009D7587" w:rsidRPr="00EF2F0E">
              <w:rPr>
                <w:rFonts w:cs="v5.0.0"/>
              </w:rPr>
              <w:t xml:space="preserve"> </w:t>
            </w:r>
            <w:r w:rsidRPr="00EF2F0E">
              <w:rPr>
                <w:rFonts w:cs="v5.0.0"/>
              </w:rPr>
              <w:t>(7/5)*(f_offset-0,05)</w:t>
            </w:r>
            <w:r w:rsidR="009D7587" w:rsidRPr="00EF2F0E">
              <w:rPr>
                <w:rFonts w:cs="v5.0.0"/>
              </w:rPr>
              <w:t> </w:t>
            </w:r>
            <w:r w:rsidRPr="00EF2F0E">
              <w:rPr>
                <w:rFonts w:cs="v5.0.0"/>
              </w:rPr>
              <w:t>dB</w:t>
            </w:r>
          </w:p>
        </w:tc>
        <w:tc>
          <w:tcPr>
            <w:tcW w:w="1430" w:type="dxa"/>
            <w:tcBorders>
              <w:top w:val="single" w:sz="4" w:space="0" w:color="auto"/>
              <w:left w:val="single" w:sz="4" w:space="0" w:color="auto"/>
              <w:bottom w:val="single" w:sz="4" w:space="0" w:color="auto"/>
              <w:right w:val="single" w:sz="4" w:space="0" w:color="auto"/>
            </w:tcBorders>
          </w:tcPr>
          <w:p w14:paraId="0984E9BB" w14:textId="77777777" w:rsidR="00B15E99" w:rsidRPr="00EF2F0E" w:rsidRDefault="00B15E99" w:rsidP="00AB06FD">
            <w:pPr>
              <w:pStyle w:val="TAC"/>
              <w:rPr>
                <w:rFonts w:cs="v5.0.0"/>
              </w:rPr>
            </w:pPr>
            <w:r w:rsidRPr="00EF2F0E">
              <w:rPr>
                <w:rFonts w:cs="v5.0.0"/>
              </w:rPr>
              <w:t xml:space="preserve">100 kHz </w:t>
            </w:r>
          </w:p>
        </w:tc>
      </w:tr>
      <w:tr w:rsidR="003401A4" w:rsidRPr="00EF2F0E" w14:paraId="0984E9C1"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9BD" w14:textId="77777777" w:rsidR="00B15E99" w:rsidRPr="00EF2F0E" w:rsidRDefault="00B15E99" w:rsidP="00AB06FD">
            <w:pPr>
              <w:pStyle w:val="TAC"/>
              <w:rPr>
                <w:rFonts w:cs="v5.0.0"/>
                <w:lang w:val="sv-FI"/>
              </w:rPr>
            </w:pPr>
            <w:r w:rsidRPr="00EF2F0E">
              <w:rPr>
                <w:rFonts w:cs="v5.0.0"/>
                <w:lang w:val="sv-FI"/>
              </w:rPr>
              <w:t xml:space="preserve">5 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r w:rsidRPr="00EF2F0E">
              <w:rPr>
                <w:rFonts w:cs="Arial"/>
                <w:lang w:val="sv-FI"/>
              </w:rPr>
              <w:t xml:space="preserve">min(10 MHz, </w:t>
            </w:r>
            <w:r w:rsidRPr="00EF2F0E">
              <w:rPr>
                <w:rFonts w:cs="Arial"/>
              </w:rPr>
              <w:t>Δ</w:t>
            </w:r>
            <w:r w:rsidRPr="00EF2F0E">
              <w:rPr>
                <w:rFonts w:cs="Arial"/>
                <w:lang w:val="sv-FI"/>
              </w:rPr>
              <w:t>f</w:t>
            </w:r>
            <w:r w:rsidRPr="00EF2F0E">
              <w:rPr>
                <w:rFonts w:cs="Arial"/>
                <w:vertAlign w:val="subscript"/>
                <w:lang w:val="sv-FI" w:eastAsia="zh-CN"/>
              </w:rPr>
              <w:t>max</w:t>
            </w:r>
            <w:r w:rsidRPr="00EF2F0E">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984E9BE" w14:textId="77777777" w:rsidR="00B15E99" w:rsidRPr="00EF2F0E" w:rsidRDefault="00B15E99"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w:t>
            </w:r>
            <w:r w:rsidRPr="00EF2F0E">
              <w:rPr>
                <w:rFonts w:cs="Arial"/>
                <w:lang w:val="sv-FI"/>
              </w:rPr>
              <w:t>min(10.05 MHz, f_offset</w:t>
            </w:r>
            <w:r w:rsidRPr="00EF2F0E">
              <w:rPr>
                <w:rFonts w:cs="Arial"/>
                <w:vertAlign w:val="subscript"/>
                <w:lang w:val="sv-FI" w:eastAsia="zh-CN"/>
              </w:rPr>
              <w:t>max</w:t>
            </w:r>
            <w:r w:rsidRPr="00EF2F0E">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984E9BF" w14:textId="77777777" w:rsidR="00B15E99" w:rsidRPr="00EF2F0E" w:rsidRDefault="007A55FD" w:rsidP="00AB06FD">
            <w:pPr>
              <w:pStyle w:val="TAC"/>
              <w:rPr>
                <w:rFonts w:cs="v5.0.0"/>
              </w:rPr>
            </w:pPr>
            <w:r w:rsidRPr="00EF2F0E">
              <w:t>P</w:t>
            </w:r>
            <w:r w:rsidRPr="00EF2F0E">
              <w:rPr>
                <w:vertAlign w:val="subscript"/>
              </w:rPr>
              <w:t>rated,c,TRP</w:t>
            </w:r>
            <w:r w:rsidR="009D7587" w:rsidRPr="00EF2F0E">
              <w:rPr>
                <w:rFonts w:cs="Arial"/>
                <w:vertAlign w:val="subscript"/>
                <w:lang w:eastAsia="zh-CN"/>
              </w:rPr>
              <w:t xml:space="preserve"> </w:t>
            </w:r>
            <w:r w:rsidR="009D7587" w:rsidRPr="00EF2F0E">
              <w:rPr>
                <w:rFonts w:cs="Arial"/>
                <w:lang w:eastAsia="zh-CN"/>
              </w:rPr>
              <w:t xml:space="preserve">– </w:t>
            </w:r>
            <w:r w:rsidR="00B15E99" w:rsidRPr="00EF2F0E">
              <w:rPr>
                <w:rFonts w:cs="Arial"/>
                <w:lang w:eastAsia="zh-CN"/>
              </w:rPr>
              <w:t>60</w:t>
            </w:r>
            <w:r w:rsidR="009D7587" w:rsidRPr="00EF2F0E">
              <w:rPr>
                <w:rFonts w:cs="Arial"/>
                <w:lang w:eastAsia="zh-CN"/>
              </w:rPr>
              <w:t> </w:t>
            </w:r>
            <w:r w:rsidR="00B15E99" w:rsidRPr="00EF2F0E">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0984E9C0" w14:textId="77777777" w:rsidR="00B15E99" w:rsidRPr="00EF2F0E" w:rsidRDefault="00B15E99" w:rsidP="00AB06FD">
            <w:pPr>
              <w:pStyle w:val="TAC"/>
              <w:rPr>
                <w:rFonts w:cs="v5.0.0"/>
              </w:rPr>
            </w:pPr>
            <w:r w:rsidRPr="00EF2F0E">
              <w:rPr>
                <w:rFonts w:cs="v5.0.0"/>
              </w:rPr>
              <w:t xml:space="preserve">100 kHz </w:t>
            </w:r>
          </w:p>
        </w:tc>
      </w:tr>
      <w:tr w:rsidR="003401A4" w:rsidRPr="00EF2F0E" w14:paraId="0984E9C6"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9C2" w14:textId="77777777" w:rsidR="00B15E99" w:rsidRPr="00EF2F0E" w:rsidRDefault="00B15E99"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E9C3" w14:textId="77777777" w:rsidR="00B15E99" w:rsidRPr="00EF2F0E" w:rsidRDefault="00B15E99" w:rsidP="00AB06FD">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E9C4" w14:textId="77777777" w:rsidR="00B15E99" w:rsidRPr="00EF2F0E" w:rsidRDefault="00B15E99" w:rsidP="00AB06FD">
            <w:pPr>
              <w:pStyle w:val="TAC"/>
              <w:rPr>
                <w:rFonts w:cs="v5.0.0"/>
              </w:rPr>
            </w:pPr>
            <w:r w:rsidRPr="00EF2F0E">
              <w:rPr>
                <w:rFonts w:cs="Arial"/>
                <w:lang w:eastAsia="zh-CN"/>
              </w:rPr>
              <w:t>Min(</w:t>
            </w:r>
            <w:r w:rsidR="007A55FD" w:rsidRPr="00EF2F0E">
              <w:t>P</w:t>
            </w:r>
            <w:r w:rsidR="007A55FD" w:rsidRPr="00EF2F0E">
              <w:rPr>
                <w:vertAlign w:val="subscript"/>
              </w:rPr>
              <w:t>rated,c,TRP</w:t>
            </w:r>
            <w:r w:rsidR="009D7587" w:rsidRPr="00EF2F0E">
              <w:rPr>
                <w:rFonts w:cs="Arial"/>
                <w:vertAlign w:val="subscript"/>
                <w:lang w:eastAsia="zh-CN"/>
              </w:rPr>
              <w:t xml:space="preserve"> </w:t>
            </w:r>
            <w:r w:rsidR="009D7587" w:rsidRPr="00EF2F0E">
              <w:rPr>
                <w:rFonts w:cs="Arial"/>
                <w:lang w:eastAsia="zh-CN"/>
              </w:rPr>
              <w:t xml:space="preserve">– </w:t>
            </w:r>
            <w:r w:rsidRPr="00EF2F0E">
              <w:rPr>
                <w:rFonts w:cs="Arial"/>
                <w:lang w:eastAsia="zh-CN"/>
              </w:rPr>
              <w:t>60</w:t>
            </w:r>
            <w:r w:rsidR="009D7587" w:rsidRPr="00EF2F0E">
              <w:rPr>
                <w:rFonts w:eastAsia="SimSun" w:cs="Arial" w:hint="eastAsia"/>
                <w:lang w:eastAsia="zh-CN"/>
              </w:rPr>
              <w:t> </w:t>
            </w:r>
            <w:r w:rsidRPr="00EF2F0E">
              <w:rPr>
                <w:rFonts w:cs="Arial"/>
                <w:lang w:eastAsia="zh-CN"/>
              </w:rPr>
              <w:t>dB, -</w:t>
            </w:r>
            <w:r w:rsidR="008C4B87" w:rsidRPr="00EF2F0E">
              <w:rPr>
                <w:rFonts w:cs="Arial"/>
                <w:lang w:eastAsia="zh-CN"/>
              </w:rPr>
              <w:t>16</w:t>
            </w:r>
            <w:r w:rsidR="009D7587" w:rsidRPr="00EF2F0E">
              <w:rPr>
                <w:rFonts w:cs="Arial"/>
                <w:lang w:eastAsia="zh-CN"/>
              </w:rPr>
              <w:t> </w:t>
            </w:r>
            <w:r w:rsidRPr="00EF2F0E">
              <w:rPr>
                <w:rFonts w:cs="Arial"/>
                <w:lang w:eastAsia="zh-CN"/>
              </w:rPr>
              <w:t>dBm) (Note 11)</w:t>
            </w:r>
          </w:p>
        </w:tc>
        <w:tc>
          <w:tcPr>
            <w:tcW w:w="1430" w:type="dxa"/>
            <w:tcBorders>
              <w:top w:val="single" w:sz="4" w:space="0" w:color="auto"/>
              <w:left w:val="single" w:sz="4" w:space="0" w:color="auto"/>
              <w:bottom w:val="single" w:sz="4" w:space="0" w:color="auto"/>
              <w:right w:val="single" w:sz="4" w:space="0" w:color="auto"/>
            </w:tcBorders>
          </w:tcPr>
          <w:p w14:paraId="0984E9C5" w14:textId="77777777" w:rsidR="00B15E99" w:rsidRPr="00EF2F0E" w:rsidRDefault="00B15E99" w:rsidP="00AB06FD">
            <w:pPr>
              <w:pStyle w:val="TAC"/>
              <w:pBdr>
                <w:top w:val="single" w:sz="12" w:space="3" w:color="auto"/>
              </w:pBdr>
              <w:rPr>
                <w:rFonts w:cs="v5.0.0"/>
              </w:rPr>
            </w:pPr>
            <w:r w:rsidRPr="00EF2F0E">
              <w:rPr>
                <w:rFonts w:cs="v5.0.0"/>
              </w:rPr>
              <w:t>100 kHz</w:t>
            </w:r>
          </w:p>
        </w:tc>
      </w:tr>
      <w:tr w:rsidR="00B15E99" w:rsidRPr="00EF2F0E" w14:paraId="0984E9CA" w14:textId="77777777" w:rsidTr="00AB06FD">
        <w:trPr>
          <w:cantSplit/>
          <w:jc w:val="center"/>
        </w:trPr>
        <w:tc>
          <w:tcPr>
            <w:tcW w:w="9988" w:type="dxa"/>
            <w:gridSpan w:val="4"/>
          </w:tcPr>
          <w:p w14:paraId="6B9D5BB6" w14:textId="773BC726" w:rsidR="00DE4CD9" w:rsidRPr="00EF2F0E" w:rsidRDefault="00DE4CD9" w:rsidP="00DE4CD9">
            <w:pPr>
              <w:pStyle w:val="TAN"/>
              <w:rPr>
                <w:rFonts w:cs="Arial"/>
              </w:rPr>
            </w:pPr>
            <w:r w:rsidRPr="00EF2F0E">
              <w:rPr>
                <w:rFonts w:cs="Arial"/>
              </w:rPr>
              <w:t>NOTE 1:</w:t>
            </w:r>
            <w:r w:rsidRPr="00EF2F0E">
              <w:rPr>
                <w:rFonts w:cs="Arial"/>
              </w:rPr>
              <w:tab/>
              <w:t xml:space="preserve">For MSR </w:t>
            </w:r>
            <w:r w:rsidRPr="00EF2F0E">
              <w:rPr>
                <w:rFonts w:cs="Arial"/>
                <w:i/>
              </w:rPr>
              <w:t>RIBs</w:t>
            </w:r>
            <w:r w:rsidRPr="00EF2F0E">
              <w:rPr>
                <w:rFonts w:cs="Arial"/>
              </w:rPr>
              <w:t xml:space="preserve"> supporting non-contiguous spectrum operation within any operating band the minimum requirement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 block gap</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xml:space="preserve">, where the minimum requirement within sub-block gaps shall be </w:t>
            </w:r>
            <w:r w:rsidRPr="00EF2F0E">
              <w:rPr>
                <w:rFonts w:cs="Arial"/>
                <w:lang w:eastAsia="zh-CN"/>
              </w:rPr>
              <w:t>Min(</w:t>
            </w:r>
            <w:r w:rsidRPr="00EF2F0E">
              <w:t>P</w:t>
            </w:r>
            <w:r w:rsidRPr="00EF2F0E">
              <w:rPr>
                <w:vertAlign w:val="subscript"/>
              </w:rPr>
              <w:t>rated,c,TRP</w:t>
            </w:r>
            <w:r w:rsidRPr="00EF2F0E">
              <w:rPr>
                <w:rFonts w:cs="Arial"/>
                <w:vertAlign w:val="subscript"/>
                <w:lang w:eastAsia="zh-CN"/>
              </w:rPr>
              <w:t xml:space="preserve"> </w:t>
            </w:r>
            <w:r w:rsidRPr="00EF2F0E">
              <w:rPr>
                <w:rFonts w:cs="Arial"/>
                <w:lang w:eastAsia="zh-CN"/>
              </w:rPr>
              <w:t>- 60 dB, -16 dBm)</w:t>
            </w:r>
            <w:r w:rsidRPr="00EF2F0E">
              <w:rPr>
                <w:rFonts w:cs="Arial"/>
              </w:rPr>
              <w:t>/1</w:t>
            </w:r>
            <w:r w:rsidRPr="00EF2F0E">
              <w:rPr>
                <w:rFonts w:cs="Arial"/>
                <w:lang w:eastAsia="zh-CN"/>
              </w:rPr>
              <w:t>00 k</w:t>
            </w:r>
            <w:r w:rsidRPr="00EF2F0E">
              <w:rPr>
                <w:rFonts w:cs="Arial"/>
              </w:rPr>
              <w:t>Hz.</w:t>
            </w:r>
          </w:p>
          <w:p w14:paraId="0ED44969" w14:textId="4B53E46E" w:rsidR="00DE4CD9" w:rsidRPr="00EF2F0E" w:rsidRDefault="00DE4CD9" w:rsidP="00DE4CD9">
            <w:pPr>
              <w:pStyle w:val="TAN"/>
              <w:rPr>
                <w:rFonts w:cs="Arial"/>
              </w:rPr>
            </w:pPr>
            <w:r w:rsidRPr="00EF2F0E">
              <w:rPr>
                <w:rFonts w:cs="Arial"/>
              </w:rPr>
              <w:t>NOTE 2:</w:t>
            </w:r>
            <w:r w:rsidRPr="00EF2F0E">
              <w:rPr>
                <w:rFonts w:cs="Arial"/>
              </w:rPr>
              <w:tab/>
              <w:t xml:space="preserve">For MSR </w:t>
            </w:r>
            <w:r w:rsidRPr="00EF2F0E">
              <w:rPr>
                <w:rFonts w:cs="Arial"/>
                <w:i/>
              </w:rPr>
              <w:t>multi band RIB</w:t>
            </w:r>
            <w:r w:rsidRPr="00EF2F0E">
              <w:rPr>
                <w:rFonts w:cs="Arial"/>
              </w:rPr>
              <w:t xml:space="preserve"> with </w:t>
            </w:r>
            <w:r w:rsidRPr="00EF2F0E">
              <w:rPr>
                <w:rFonts w:cs="Arial"/>
                <w:i/>
              </w:rPr>
              <w:t>Inter RF Bandwidth gap</w:t>
            </w:r>
            <w:r w:rsidRPr="00EF2F0E">
              <w:rPr>
                <w:rFonts w:cs="Arial"/>
              </w:rPr>
              <w:t xml:space="preserve"> &lt; 2</w:t>
            </w:r>
            <w:r w:rsidRPr="00EF2F0E">
              <w:t>×Δf</w:t>
            </w:r>
            <w:r w:rsidRPr="00EF2F0E">
              <w:rPr>
                <w:vertAlign w:val="subscript"/>
              </w:rPr>
              <w:t>OBUE</w:t>
            </w:r>
            <w:r w:rsidRPr="00EF2F0E">
              <w:rPr>
                <w:rFonts w:cs="Arial"/>
              </w:rPr>
              <w:t xml:space="preserve"> the minimum requirement within the </w:t>
            </w:r>
            <w:r w:rsidRPr="00EF2F0E">
              <w:rPr>
                <w:rFonts w:cs="Arial"/>
                <w:i/>
              </w:rPr>
              <w:t xml:space="preserve">Inter RF Bandwidth gaps </w:t>
            </w:r>
            <w:r w:rsidRPr="00EF2F0E">
              <w:rPr>
                <w:rFonts w:cs="Arial"/>
              </w:rPr>
              <w:t xml:space="preserve">is calculated as a cumulative sum of contributions from adjacent sub-blocks or </w:t>
            </w:r>
            <w:r w:rsidRPr="00EF2F0E">
              <w:rPr>
                <w:rFonts w:cs="Arial"/>
                <w:i/>
              </w:rPr>
              <w:t>RF Bandwidth</w:t>
            </w:r>
            <w:r w:rsidRPr="00EF2F0E">
              <w:rPr>
                <w:rFonts w:cs="Arial"/>
              </w:rPr>
              <w:t xml:space="preserve"> on each side of </w:t>
            </w:r>
            <w:r w:rsidRPr="00EF2F0E">
              <w:rPr>
                <w:rFonts w:cs="Arial"/>
                <w:i/>
              </w:rPr>
              <w:t>the Inter RF Bandwidth gap</w:t>
            </w:r>
            <w:r w:rsidRPr="00EF2F0E">
              <w:rPr>
                <w:rFonts w:cs="Arial"/>
              </w:rPr>
              <w:t>.</w:t>
            </w:r>
          </w:p>
          <w:p w14:paraId="0984E9C9" w14:textId="0110F107" w:rsidR="00B15E99" w:rsidRPr="00EF2F0E" w:rsidRDefault="00DE4CD9" w:rsidP="00DE4CD9">
            <w:pPr>
              <w:keepNext/>
              <w:keepLines/>
              <w:spacing w:after="0"/>
              <w:ind w:left="851" w:hanging="851"/>
              <w:rPr>
                <w:rFonts w:ascii="Arial" w:hAnsi="Arial" w:cs="Arial"/>
                <w:sz w:val="18"/>
              </w:rPr>
            </w:pPr>
            <w:r w:rsidRPr="00EF2F0E">
              <w:rPr>
                <w:rFonts w:ascii="Arial" w:hAnsi="Arial" w:cs="Arial"/>
                <w:sz w:val="18"/>
              </w:rPr>
              <w:t>NOTE 3:</w:t>
            </w:r>
            <w:r w:rsidRPr="00EF2F0E">
              <w:rPr>
                <w:rFonts w:ascii="Arial" w:hAnsi="Arial" w:cs="Arial"/>
                <w:sz w:val="18"/>
              </w:rPr>
              <w:tab/>
              <w:t xml:space="preserve">For operation with an E-UTRA 1.4 or 3 MHz carrier adjacent to the </w:t>
            </w:r>
            <w:r w:rsidRPr="00EF2F0E">
              <w:rPr>
                <w:rFonts w:ascii="Arial" w:hAnsi="Arial" w:cs="Arial"/>
                <w:i/>
                <w:sz w:val="18"/>
              </w:rPr>
              <w:t>Base Station RF Bandwidth edge</w:t>
            </w:r>
            <w:r w:rsidRPr="00EF2F0E">
              <w:rPr>
                <w:rFonts w:ascii="Arial" w:eastAsia="SimSun" w:hAnsi="Arial" w:cs="Arial"/>
                <w:kern w:val="2"/>
                <w:sz w:val="18"/>
                <w:lang w:eastAsia="zh-CN"/>
              </w:rPr>
              <w:t xml:space="preserve">, the limits in table 9.7.5.2.3-5 apply for </w:t>
            </w:r>
            <w:r w:rsidRPr="00EF2F0E">
              <w:rPr>
                <w:rFonts w:ascii="Arial" w:hAnsi="Arial" w:cs="Arial"/>
                <w:sz w:val="18"/>
              </w:rPr>
              <w:t xml:space="preserve">0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0.15 MHz.</w:t>
            </w:r>
          </w:p>
        </w:tc>
      </w:tr>
    </w:tbl>
    <w:p w14:paraId="0984E9CB" w14:textId="77777777" w:rsidR="00B15E99" w:rsidRPr="00EF2F0E" w:rsidRDefault="00B15E99" w:rsidP="00B15E99"/>
    <w:p w14:paraId="0984E9CC" w14:textId="54300824" w:rsidR="00B15E99" w:rsidRPr="00EF2F0E" w:rsidRDefault="00B15E99" w:rsidP="00B15E99">
      <w:pPr>
        <w:pStyle w:val="TH"/>
        <w:rPr>
          <w:rFonts w:cs="v5.0.0"/>
        </w:rPr>
      </w:pPr>
      <w:r w:rsidRPr="00EF2F0E">
        <w:t>Table 9.7.5.2.3-</w:t>
      </w:r>
      <w:r w:rsidRPr="00EF2F0E">
        <w:rPr>
          <w:lang w:eastAsia="zh-CN"/>
        </w:rPr>
        <w:t>4</w:t>
      </w:r>
      <w:r w:rsidRPr="00EF2F0E">
        <w:t xml:space="preserve">: </w:t>
      </w:r>
      <w:r w:rsidR="000A4F3B">
        <w:t>MR BS OBUE in</w:t>
      </w:r>
      <w:r w:rsidR="000A4F3B" w:rsidRPr="00DF5484">
        <w:t xml:space="preserve"> BC2</w:t>
      </w:r>
      <w:r w:rsidR="000A4F3B">
        <w:t xml:space="preserve"> bands applicable for: </w:t>
      </w:r>
      <w:r w:rsidR="000A4F3B" w:rsidRPr="00DF5484">
        <w:t xml:space="preserve">BS with maximum output power </w:t>
      </w:r>
      <w:r w:rsidR="000A4F3B" w:rsidRPr="00DF5484">
        <w:rPr>
          <w:rFonts w:cs="v4.2.0"/>
        </w:rPr>
        <w:t>P</w:t>
      </w:r>
      <w:r w:rsidR="000A4F3B" w:rsidRPr="00DF5484">
        <w:rPr>
          <w:rFonts w:cs="v4.2.0"/>
          <w:vertAlign w:val="subscript"/>
        </w:rPr>
        <w:t>rated,c,TRP</w:t>
      </w:r>
      <w:r w:rsidR="000A4F3B" w:rsidRPr="00DF5484">
        <w:rPr>
          <w:rFonts w:cs="v4.2.0"/>
        </w:rPr>
        <w:t xml:space="preserve"> </w:t>
      </w:r>
      <w:r w:rsidR="000A4F3B" w:rsidRPr="00DF5484">
        <w:rPr>
          <w:rFonts w:cs="v5.0.0"/>
        </w:rPr>
        <w:sym w:font="Symbol" w:char="F0A3"/>
      </w:r>
      <w:r w:rsidR="000A4F3B" w:rsidRPr="00DF5484">
        <w:t xml:space="preserve"> 40 dBm </w:t>
      </w:r>
      <w:r w:rsidR="000A4F3B">
        <w:t>and</w:t>
      </w:r>
      <w:r w:rsidR="000A4F3B" w:rsidRPr="00DF5484">
        <w:t xml:space="preserve"> not supporting NR.</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9D1" w14:textId="77777777" w:rsidTr="00AB06FD">
        <w:trPr>
          <w:cantSplit/>
          <w:jc w:val="center"/>
        </w:trPr>
        <w:tc>
          <w:tcPr>
            <w:tcW w:w="1953" w:type="dxa"/>
          </w:tcPr>
          <w:p w14:paraId="0984E9CD"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Pr>
          <w:p w14:paraId="0984E9CE"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455" w:type="dxa"/>
          </w:tcPr>
          <w:p w14:paraId="0984E9CF"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Minimum requirement (NOTE 2,</w:t>
            </w:r>
            <w:r w:rsidRPr="00EF2F0E">
              <w:rPr>
                <w:rFonts w:ascii="Arial" w:hAnsi="Arial" w:cs="Arial"/>
                <w:b/>
                <w:sz w:val="18"/>
                <w:lang w:eastAsia="zh-CN"/>
              </w:rPr>
              <w:t xml:space="preserve"> 3</w:t>
            </w:r>
            <w:r w:rsidRPr="00EF2F0E">
              <w:rPr>
                <w:rFonts w:ascii="Arial" w:hAnsi="Arial" w:cs="Arial"/>
                <w:b/>
                <w:sz w:val="18"/>
              </w:rPr>
              <w:t>)</w:t>
            </w:r>
          </w:p>
        </w:tc>
        <w:tc>
          <w:tcPr>
            <w:tcW w:w="1430" w:type="dxa"/>
          </w:tcPr>
          <w:p w14:paraId="0984E9D0"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 xml:space="preserve">(NOTE </w:t>
            </w:r>
            <w:r w:rsidRPr="00EF2F0E">
              <w:rPr>
                <w:rFonts w:ascii="Arial" w:hAnsi="Arial" w:cs="Arial"/>
                <w:b/>
                <w:sz w:val="18"/>
                <w:lang w:eastAsia="zh-CN"/>
              </w:rPr>
              <w:t>10</w:t>
            </w:r>
            <w:r w:rsidRPr="00EF2F0E">
              <w:rPr>
                <w:rFonts w:ascii="Arial" w:hAnsi="Arial" w:cs="Arial"/>
                <w:b/>
                <w:sz w:val="18"/>
              </w:rPr>
              <w:t>)</w:t>
            </w:r>
          </w:p>
        </w:tc>
      </w:tr>
      <w:tr w:rsidR="003401A4" w:rsidRPr="00EF2F0E" w14:paraId="0984E9D8" w14:textId="77777777" w:rsidTr="00AB06FD">
        <w:trPr>
          <w:cantSplit/>
          <w:jc w:val="center"/>
        </w:trPr>
        <w:tc>
          <w:tcPr>
            <w:tcW w:w="1953" w:type="dxa"/>
          </w:tcPr>
          <w:p w14:paraId="0984E9D2"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0.6 MHz</w:t>
            </w:r>
          </w:p>
          <w:p w14:paraId="0984E9D3"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(NOTE 1)</w:t>
            </w:r>
          </w:p>
        </w:tc>
        <w:tc>
          <w:tcPr>
            <w:tcW w:w="2976" w:type="dxa"/>
          </w:tcPr>
          <w:p w14:paraId="0984E9D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0.015MHz </w:t>
            </w:r>
            <w:r w:rsidRPr="00EF2F0E">
              <w:rPr>
                <w:rFonts w:ascii="Arial" w:hAnsi="Arial" w:cs="Arial"/>
                <w:sz w:val="18"/>
              </w:rPr>
              <w:sym w:font="Symbol" w:char="F0A3"/>
            </w:r>
            <w:r w:rsidRPr="00EF2F0E">
              <w:rPr>
                <w:rFonts w:ascii="Arial" w:hAnsi="Arial" w:cs="Arial"/>
                <w:sz w:val="18"/>
              </w:rPr>
              <w:t xml:space="preserve"> f_offset &lt; 0.615MHz </w:t>
            </w:r>
          </w:p>
        </w:tc>
        <w:tc>
          <w:tcPr>
            <w:tcW w:w="3455" w:type="dxa"/>
          </w:tcPr>
          <w:p w14:paraId="0984E9D5" w14:textId="77777777" w:rsidR="00B15E99" w:rsidRPr="00EF2F0E" w:rsidRDefault="00B15E99" w:rsidP="00AB06FD">
            <w:pPr>
              <w:keepNext/>
              <w:keepLines/>
              <w:spacing w:after="0"/>
              <w:jc w:val="center"/>
              <w:rPr>
                <w:rFonts w:cs="Arial"/>
              </w:rPr>
            </w:pPr>
          </w:p>
          <w:p w14:paraId="0984E9D6"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640" w:dyaOrig="680" w14:anchorId="098511F5">
                <v:shape id="_x0000_i1086" type="#_x0000_t75" style="width:128.75pt;height:28.05pt" o:ole="">
                  <v:imagedata r:id="rId128" o:title=""/>
                </v:shape>
                <o:OLEObject Type="Embed" ProgID="Equation.3" ShapeID="_x0000_i1086" DrawAspect="Content" ObjectID="_1717663608" r:id="rId129"/>
              </w:object>
            </w:r>
          </w:p>
        </w:tc>
        <w:tc>
          <w:tcPr>
            <w:tcW w:w="1430" w:type="dxa"/>
          </w:tcPr>
          <w:p w14:paraId="0984E9D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9DE" w14:textId="77777777" w:rsidTr="00AB06FD">
        <w:trPr>
          <w:cantSplit/>
          <w:jc w:val="center"/>
        </w:trPr>
        <w:tc>
          <w:tcPr>
            <w:tcW w:w="1953" w:type="dxa"/>
          </w:tcPr>
          <w:p w14:paraId="0984E9D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0.6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1 MHz</w:t>
            </w:r>
          </w:p>
        </w:tc>
        <w:tc>
          <w:tcPr>
            <w:tcW w:w="2976" w:type="dxa"/>
          </w:tcPr>
          <w:p w14:paraId="0984E9D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0.615MHz </w:t>
            </w:r>
            <w:r w:rsidRPr="00EF2F0E">
              <w:rPr>
                <w:rFonts w:ascii="Arial" w:hAnsi="Arial" w:cs="Arial"/>
                <w:sz w:val="18"/>
              </w:rPr>
              <w:sym w:font="Symbol" w:char="F0A3"/>
            </w:r>
            <w:r w:rsidRPr="00EF2F0E">
              <w:rPr>
                <w:rFonts w:ascii="Arial" w:hAnsi="Arial" w:cs="Arial"/>
                <w:sz w:val="18"/>
              </w:rPr>
              <w:t xml:space="preserve"> f_offset &lt; 1.015MHz</w:t>
            </w:r>
          </w:p>
        </w:tc>
        <w:tc>
          <w:tcPr>
            <w:tcW w:w="3455" w:type="dxa"/>
          </w:tcPr>
          <w:p w14:paraId="0984E9DB" w14:textId="77777777" w:rsidR="00B15E99" w:rsidRPr="00EF2F0E" w:rsidRDefault="00B15E99" w:rsidP="00AB06FD">
            <w:pPr>
              <w:keepNext/>
              <w:keepLines/>
              <w:spacing w:after="0"/>
              <w:jc w:val="center"/>
              <w:rPr>
                <w:rFonts w:cs="Arial"/>
              </w:rPr>
            </w:pPr>
          </w:p>
          <w:p w14:paraId="0984E9DC"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700" w:dyaOrig="680" w14:anchorId="098511F6">
                <v:shape id="_x0000_i1087" type="#_x0000_t75" style="width:129.95pt;height:28.05pt" o:ole="">
                  <v:imagedata r:id="rId130" o:title=""/>
                </v:shape>
                <o:OLEObject Type="Embed" ProgID="Equation.3" ShapeID="_x0000_i1087" DrawAspect="Content" ObjectID="_1717663609" r:id="rId131"/>
              </w:object>
            </w:r>
          </w:p>
        </w:tc>
        <w:tc>
          <w:tcPr>
            <w:tcW w:w="1430" w:type="dxa"/>
          </w:tcPr>
          <w:p w14:paraId="0984E9D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9E3" w14:textId="77777777" w:rsidTr="00AB06FD">
        <w:trPr>
          <w:cantSplit/>
          <w:jc w:val="center"/>
        </w:trPr>
        <w:tc>
          <w:tcPr>
            <w:tcW w:w="1953" w:type="dxa"/>
          </w:tcPr>
          <w:p w14:paraId="0984E9D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(NOTE </w:t>
            </w:r>
            <w:r w:rsidRPr="00EF2F0E">
              <w:rPr>
                <w:rFonts w:ascii="Arial" w:hAnsi="Arial" w:cs="Arial"/>
                <w:sz w:val="18"/>
                <w:lang w:eastAsia="zh-CN"/>
              </w:rPr>
              <w:t>9</w:t>
            </w:r>
            <w:r w:rsidRPr="00EF2F0E">
              <w:rPr>
                <w:rFonts w:ascii="Arial" w:hAnsi="Arial" w:cs="Arial"/>
                <w:sz w:val="18"/>
              </w:rPr>
              <w:t>)</w:t>
            </w:r>
          </w:p>
        </w:tc>
        <w:tc>
          <w:tcPr>
            <w:tcW w:w="2976" w:type="dxa"/>
          </w:tcPr>
          <w:p w14:paraId="0984E9E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1.015MHz </w:t>
            </w:r>
            <w:r w:rsidRPr="00EF2F0E">
              <w:rPr>
                <w:rFonts w:ascii="Arial" w:hAnsi="Arial" w:cs="Arial"/>
                <w:sz w:val="18"/>
              </w:rPr>
              <w:sym w:font="Symbol" w:char="F0A3"/>
            </w:r>
            <w:r w:rsidRPr="00EF2F0E">
              <w:rPr>
                <w:rFonts w:ascii="Arial" w:hAnsi="Arial" w:cs="Arial"/>
                <w:sz w:val="18"/>
              </w:rPr>
              <w:t xml:space="preserve"> f_offset &lt; 1.5 MHz </w:t>
            </w:r>
          </w:p>
        </w:tc>
        <w:tc>
          <w:tcPr>
            <w:tcW w:w="3455" w:type="dxa"/>
          </w:tcPr>
          <w:p w14:paraId="0984E9E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-25 dBm</w:t>
            </w:r>
          </w:p>
        </w:tc>
        <w:tc>
          <w:tcPr>
            <w:tcW w:w="1430" w:type="dxa"/>
          </w:tcPr>
          <w:p w14:paraId="0984E9E2"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9E8" w14:textId="77777777" w:rsidTr="00AB06FD">
        <w:trPr>
          <w:cantSplit/>
          <w:jc w:val="center"/>
        </w:trPr>
        <w:tc>
          <w:tcPr>
            <w:tcW w:w="1953" w:type="dxa"/>
          </w:tcPr>
          <w:p w14:paraId="0984E9E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 xml:space="preserve">f </w:t>
            </w:r>
            <w:r w:rsidRPr="00EF2F0E">
              <w:rPr>
                <w:rFonts w:ascii="Arial" w:hAnsi="Arial" w:cs="Arial"/>
                <w:sz w:val="18"/>
              </w:rPr>
              <w:sym w:font="Symbol" w:char="F0A3"/>
            </w:r>
            <w:r w:rsidRPr="00EF2F0E">
              <w:rPr>
                <w:rFonts w:ascii="Arial" w:hAnsi="Arial" w:cs="Arial"/>
                <w:sz w:val="18"/>
              </w:rPr>
              <w:t xml:space="preserve"> 5 MHz</w:t>
            </w:r>
          </w:p>
        </w:tc>
        <w:tc>
          <w:tcPr>
            <w:tcW w:w="2976" w:type="dxa"/>
          </w:tcPr>
          <w:p w14:paraId="0984E9E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1.5 MHz </w:t>
            </w:r>
            <w:r w:rsidRPr="00EF2F0E">
              <w:rPr>
                <w:rFonts w:ascii="Arial" w:hAnsi="Arial" w:cs="Arial"/>
                <w:sz w:val="18"/>
              </w:rPr>
              <w:sym w:font="Symbol" w:char="F0A3"/>
            </w:r>
            <w:r w:rsidRPr="00EF2F0E">
              <w:rPr>
                <w:rFonts w:ascii="Arial" w:hAnsi="Arial" w:cs="Arial"/>
                <w:sz w:val="18"/>
              </w:rPr>
              <w:t xml:space="preserve"> f_offset &lt; 5.5 MHz</w:t>
            </w:r>
          </w:p>
        </w:tc>
        <w:tc>
          <w:tcPr>
            <w:tcW w:w="3455" w:type="dxa"/>
          </w:tcPr>
          <w:p w14:paraId="0984E9E6"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-12 dBm</w:t>
            </w:r>
          </w:p>
        </w:tc>
        <w:tc>
          <w:tcPr>
            <w:tcW w:w="1430" w:type="dxa"/>
          </w:tcPr>
          <w:p w14:paraId="0984E9E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3401A4" w:rsidRPr="00EF2F0E" w14:paraId="0984E9ED" w14:textId="77777777" w:rsidTr="00AB06FD">
        <w:trPr>
          <w:cantSplit/>
          <w:jc w:val="center"/>
        </w:trPr>
        <w:tc>
          <w:tcPr>
            <w:tcW w:w="1953" w:type="dxa"/>
          </w:tcPr>
          <w:p w14:paraId="0984E9E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5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9E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5.5 MHz </w:t>
            </w:r>
            <w:r w:rsidRPr="00EF2F0E">
              <w:rPr>
                <w:rFonts w:ascii="Arial" w:hAnsi="Arial" w:cs="Arial"/>
                <w:sz w:val="18"/>
              </w:rPr>
              <w:sym w:font="Symbol" w:char="F0A3"/>
            </w:r>
            <w:r w:rsidRPr="00EF2F0E">
              <w:rPr>
                <w:rFonts w:ascii="Arial" w:hAnsi="Arial" w:cs="Arial"/>
                <w:sz w:val="18"/>
              </w:rPr>
              <w:t xml:space="preserve"> f_offset &lt; f_offset</w:t>
            </w:r>
            <w:r w:rsidRPr="00EF2F0E">
              <w:rPr>
                <w:rFonts w:ascii="Arial" w:hAnsi="Arial" w:cs="Arial"/>
                <w:sz w:val="18"/>
                <w:vertAlign w:val="subscript"/>
              </w:rPr>
              <w:t>max</w:t>
            </w:r>
            <w:r w:rsidRPr="00EF2F0E">
              <w:rPr>
                <w:rFonts w:ascii="Arial" w:hAnsi="Arial" w:cs="Arial"/>
                <w:sz w:val="18"/>
              </w:rPr>
              <w:t xml:space="preserve"> </w:t>
            </w:r>
          </w:p>
        </w:tc>
        <w:tc>
          <w:tcPr>
            <w:tcW w:w="3455" w:type="dxa"/>
          </w:tcPr>
          <w:p w14:paraId="0984E9E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-16 dBm</w:t>
            </w:r>
          </w:p>
        </w:tc>
        <w:tc>
          <w:tcPr>
            <w:tcW w:w="1430" w:type="dxa"/>
          </w:tcPr>
          <w:p w14:paraId="0984E9E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B15E99" w:rsidRPr="00EF2F0E" w14:paraId="0984E9F1" w14:textId="77777777" w:rsidTr="00AB06FD">
        <w:trPr>
          <w:cantSplit/>
          <w:jc w:val="center"/>
        </w:trPr>
        <w:tc>
          <w:tcPr>
            <w:tcW w:w="9814" w:type="dxa"/>
            <w:gridSpan w:val="4"/>
          </w:tcPr>
          <w:p w14:paraId="0984E9EE"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operation with an E-UTRA 1.4 or 3 MHz carrier adjacent to the </w:t>
            </w:r>
            <w:r w:rsidRPr="00EF2F0E">
              <w:rPr>
                <w:rFonts w:ascii="Arial" w:hAnsi="Arial" w:cs="Arial"/>
                <w:i/>
                <w:sz w:val="18"/>
              </w:rPr>
              <w:t>Base Station RF Bandwidth edge</w:t>
            </w:r>
            <w:r w:rsidRPr="00EF2F0E">
              <w:rPr>
                <w:rFonts w:ascii="Arial" w:hAnsi="Arial" w:cs="Arial"/>
                <w:kern w:val="2"/>
                <w:sz w:val="18"/>
              </w:rPr>
              <w:t>, the limits in table 6.6.2.2-</w:t>
            </w:r>
            <w:r w:rsidRPr="00EF2F0E">
              <w:rPr>
                <w:rFonts w:ascii="Arial" w:hAnsi="Arial" w:cs="Arial"/>
                <w:kern w:val="2"/>
                <w:sz w:val="18"/>
                <w:lang w:eastAsia="zh-CN"/>
              </w:rPr>
              <w:t>6</w:t>
            </w:r>
            <w:r w:rsidRPr="00EF2F0E">
              <w:rPr>
                <w:rFonts w:ascii="Arial" w:hAnsi="Arial" w:cs="Arial"/>
                <w:kern w:val="2"/>
                <w:sz w:val="18"/>
              </w:rPr>
              <w:t xml:space="preserve"> apply for </w:t>
            </w:r>
            <w:r w:rsidRPr="00EF2F0E">
              <w:rPr>
                <w:rFonts w:ascii="Arial" w:hAnsi="Arial" w:cs="Arial"/>
                <w:sz w:val="18"/>
              </w:rPr>
              <w:t xml:space="preserve">0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0.1</w:t>
            </w:r>
            <w:r w:rsidRPr="00EF2F0E">
              <w:rPr>
                <w:rFonts w:ascii="Arial" w:hAnsi="Arial" w:cs="Arial"/>
                <w:sz w:val="18"/>
                <w:lang w:eastAsia="zh-CN"/>
              </w:rPr>
              <w:t>5</w:t>
            </w:r>
            <w:r w:rsidRPr="00EF2F0E">
              <w:rPr>
                <w:rFonts w:ascii="Arial" w:hAnsi="Arial" w:cs="Arial"/>
                <w:sz w:val="18"/>
              </w:rPr>
              <w:t>MHz.</w:t>
            </w:r>
          </w:p>
          <w:p w14:paraId="0984E9EF" w14:textId="77777777" w:rsidR="00B15E99" w:rsidRPr="00EF2F0E" w:rsidRDefault="00B15E99" w:rsidP="00AB06FD">
            <w:pPr>
              <w:keepNext/>
              <w:keepLines/>
              <w:spacing w:after="0"/>
              <w:ind w:left="851" w:hanging="851"/>
              <w:rPr>
                <w:rFonts w:ascii="Arial" w:hAnsi="Arial" w:cs="Arial"/>
                <w:sz w:val="18"/>
                <w:lang w:eastAsia="zh-CN"/>
              </w:rPr>
            </w:pPr>
            <w:r w:rsidRPr="00EF2F0E">
              <w:rPr>
                <w:rFonts w:ascii="Arial" w:hAnsi="Arial" w:cs="Arial"/>
                <w:sz w:val="18"/>
              </w:rPr>
              <w:t>NOTE 2:</w:t>
            </w:r>
            <w:r w:rsidRPr="00EF2F0E">
              <w:rPr>
                <w:rFonts w:ascii="Arial" w:hAnsi="Arial" w:cs="Arial"/>
                <w:sz w:val="18"/>
              </w:rPr>
              <w:tab/>
              <w:t xml:space="preserve">For a MSR RIB supporting </w:t>
            </w:r>
            <w:r w:rsidRPr="00EF2F0E">
              <w:rPr>
                <w:rFonts w:ascii="Arial" w:hAnsi="Arial" w:cs="Arial"/>
                <w:i/>
                <w:sz w:val="18"/>
              </w:rPr>
              <w:t>non-contiguous spectrum</w:t>
            </w:r>
            <w:r w:rsidRPr="00EF2F0E">
              <w:rPr>
                <w:rFonts w:ascii="Arial" w:hAnsi="Arial" w:cs="Arial"/>
                <w:sz w:val="18"/>
              </w:rPr>
              <w:t xml:space="preserve"> operation </w:t>
            </w:r>
            <w:r w:rsidRPr="00EF2F0E">
              <w:rPr>
                <w:rFonts w:ascii="Arial" w:hAnsi="Arial" w:cs="Arial"/>
                <w:sz w:val="18"/>
                <w:lang w:eastAsia="zh-CN"/>
              </w:rPr>
              <w:t xml:space="preserve">within any operating band </w:t>
            </w:r>
            <w:r w:rsidRPr="00EF2F0E">
              <w:rPr>
                <w:rFonts w:ascii="Arial" w:hAnsi="Arial" w:cs="Arial"/>
                <w:sz w:val="18"/>
              </w:rPr>
              <w:t xml:space="preserve">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f ≥ 10MHz from both adjacent sub</w:t>
            </w:r>
            <w:r w:rsidRPr="00EF2F0E">
              <w:rPr>
                <w:rFonts w:ascii="Arial" w:hAnsi="Arial" w:cs="Arial"/>
                <w:sz w:val="18"/>
                <w:lang w:eastAsia="zh-CN"/>
              </w:rPr>
              <w:t>-</w:t>
            </w:r>
            <w:r w:rsidRPr="00EF2F0E">
              <w:rPr>
                <w:rFonts w:ascii="Arial" w:hAnsi="Arial" w:cs="Arial"/>
                <w:sz w:val="18"/>
              </w:rPr>
              <w:t xml:space="preserve">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w:t>
            </w:r>
            <w:r w:rsidRPr="00EF2F0E">
              <w:rPr>
                <w:rFonts w:ascii="Arial" w:hAnsi="Arial" w:cs="Arial"/>
                <w:sz w:val="18"/>
                <w:lang w:eastAsia="zh-CN"/>
              </w:rPr>
              <w:t>-16dBm</w:t>
            </w:r>
            <w:r w:rsidRPr="00EF2F0E">
              <w:rPr>
                <w:rFonts w:ascii="Arial" w:hAnsi="Arial" w:cs="Arial"/>
                <w:sz w:val="18"/>
              </w:rPr>
              <w:t>/MHz.</w:t>
            </w:r>
            <w:r w:rsidRPr="00EF2F0E">
              <w:rPr>
                <w:rFonts w:ascii="Arial" w:hAnsi="Arial" w:cs="Arial"/>
                <w:sz w:val="18"/>
                <w:lang w:eastAsia="zh-CN"/>
              </w:rPr>
              <w:t xml:space="preserve"> </w:t>
            </w:r>
          </w:p>
          <w:p w14:paraId="0984E9F0"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w:t>
            </w:r>
            <w:r w:rsidRPr="00EF2F0E">
              <w:rPr>
                <w:rFonts w:ascii="Arial" w:hAnsi="Arial" w:cs="Arial"/>
                <w:sz w:val="18"/>
                <w:lang w:eastAsia="zh-CN"/>
              </w:rPr>
              <w:t xml:space="preserve"> 3</w:t>
            </w:r>
            <w:r w:rsidRPr="00EF2F0E">
              <w:rPr>
                <w:rFonts w:ascii="Arial" w:hAnsi="Arial" w:cs="Arial"/>
                <w:sz w:val="18"/>
              </w:rPr>
              <w:t>:</w:t>
            </w:r>
            <w:r w:rsidR="006E5225" w:rsidRPr="00EF2F0E">
              <w:rPr>
                <w:rFonts w:ascii="Arial" w:hAnsi="Arial" w:cs="Arial"/>
                <w:sz w:val="18"/>
              </w:rPr>
              <w:tab/>
            </w:r>
            <w:r w:rsidRPr="00EF2F0E">
              <w:rPr>
                <w:rFonts w:ascii="Arial" w:hAnsi="Arial" w:cs="Arial"/>
                <w:sz w:val="18"/>
              </w:rPr>
              <w:t xml:space="preserve">For a MSR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rPr>
              <w:t>Inter RF Bandwidth gap</w:t>
            </w:r>
            <w:r w:rsidRPr="00EF2F0E">
              <w:rPr>
                <w:rFonts w:ascii="Arial" w:hAnsi="Arial" w:cs="v5.0.0"/>
                <w:sz w:val="18"/>
              </w:rPr>
              <w:t>, where the contribution from the far-end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v5.0.0"/>
                <w:sz w:val="18"/>
              </w:rPr>
              <w:t xml:space="preserve"> 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9F2" w14:textId="77777777" w:rsidR="00B15E99" w:rsidRPr="00EF2F0E" w:rsidRDefault="00B15E99" w:rsidP="00B15E99"/>
    <w:p w14:paraId="0984E9F3" w14:textId="0C127039" w:rsidR="00B15E99" w:rsidRPr="00EF2F0E" w:rsidRDefault="00B15E99" w:rsidP="00B15E99">
      <w:pPr>
        <w:pStyle w:val="TH"/>
        <w:rPr>
          <w:rFonts w:cs="v5.0.0"/>
        </w:rPr>
      </w:pPr>
      <w:r w:rsidRPr="00EF2F0E">
        <w:t>Table 9.7.5.2.3-</w:t>
      </w:r>
      <w:r w:rsidRPr="00EF2F0E">
        <w:rPr>
          <w:lang w:eastAsia="zh-CN"/>
        </w:rPr>
        <w:t>4</w:t>
      </w:r>
      <w:r w:rsidRPr="00EF2F0E">
        <w:t xml:space="preserve">a: </w:t>
      </w:r>
      <w:r w:rsidR="000F43B3">
        <w:t>MR BS OBUE in</w:t>
      </w:r>
      <w:r w:rsidR="000F43B3" w:rsidRPr="00DF5484">
        <w:t xml:space="preserve"> BC2 bands </w:t>
      </w:r>
      <w:r w:rsidR="000F43B3">
        <w:t xml:space="preserve">applicable </w:t>
      </w:r>
      <w:r w:rsidR="000F43B3" w:rsidRPr="00DF5484">
        <w:t>for</w:t>
      </w:r>
      <w:r w:rsidR="000F43B3">
        <w:t>:</w:t>
      </w:r>
      <w:r w:rsidR="000F43B3" w:rsidRPr="00DF5484">
        <w:t xml:space="preserve"> BS maximum output power </w:t>
      </w:r>
      <w:r w:rsidR="000F43B3" w:rsidRPr="00DF5484">
        <w:rPr>
          <w:rFonts w:cs="v4.2.0"/>
        </w:rPr>
        <w:t>P</w:t>
      </w:r>
      <w:r w:rsidR="000F43B3" w:rsidRPr="00DF5484">
        <w:rPr>
          <w:rFonts w:cs="v4.2.0"/>
          <w:vertAlign w:val="subscript"/>
        </w:rPr>
        <w:t>rated,c,TRP</w:t>
      </w:r>
      <w:r w:rsidR="000F43B3" w:rsidRPr="00DF5484">
        <w:rPr>
          <w:rFonts w:cs="v4.2.0"/>
        </w:rPr>
        <w:t xml:space="preserve"> </w:t>
      </w:r>
      <w:r w:rsidR="000F43B3" w:rsidRPr="00DF5484">
        <w:rPr>
          <w:rFonts w:cs="v5.0.0"/>
        </w:rPr>
        <w:sym w:font="Symbol" w:char="F0A3"/>
      </w:r>
      <w:r w:rsidR="000F43B3" w:rsidRPr="00DF5484">
        <w:t xml:space="preserve"> 40 dBm</w:t>
      </w:r>
      <w:r w:rsidR="000F43B3">
        <w:t xml:space="preserve">, </w:t>
      </w:r>
      <w:r w:rsidR="000F43B3" w:rsidRPr="00DF5484">
        <w:t>supporting NR</w:t>
      </w:r>
      <w:r w:rsidR="000F43B3">
        <w:t>,</w:t>
      </w:r>
      <w:r w:rsidR="000F43B3" w:rsidRPr="00DF5484">
        <w:t xml:space="preserve"> </w:t>
      </w:r>
      <w:r w:rsidR="000F43B3">
        <w:t>and</w:t>
      </w:r>
      <w:r w:rsidR="000F43B3" w:rsidRPr="00DF5484">
        <w:t xml:space="preserve">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E9F8"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9F4" w14:textId="77777777" w:rsidR="00B15E99" w:rsidRPr="00EF2F0E" w:rsidRDefault="00B15E99" w:rsidP="00AB06FD">
            <w:pPr>
              <w:pStyle w:val="TAH"/>
              <w:rPr>
                <w:rFonts w:cs="Arial"/>
              </w:rPr>
            </w:pPr>
            <w:r w:rsidRPr="00EF2F0E">
              <w:rPr>
                <w:rFonts w:cs="Arial"/>
              </w:rPr>
              <w:t xml:space="preserve">Frequency offset of measurement filter </w:t>
            </w:r>
            <w:r w:rsidRPr="00EF2F0E">
              <w:rPr>
                <w:rFonts w:cs="Arial"/>
              </w:rPr>
              <w:noBreakHyphen/>
              <w:t xml:space="preserve">3dB point, </w:t>
            </w:r>
            <w:r w:rsidRPr="00EF2F0E">
              <w:rPr>
                <w:rFonts w:cs="Arial"/>
              </w:rPr>
              <w:sym w:font="Symbol" w:char="F044"/>
            </w:r>
            <w:r w:rsidRPr="00EF2F0E">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984E9F5" w14:textId="77777777" w:rsidR="00B15E99" w:rsidRPr="00EF2F0E" w:rsidRDefault="00B15E99" w:rsidP="00AB06FD">
            <w:pPr>
              <w:pStyle w:val="TAH"/>
              <w:rPr>
                <w:rFonts w:cs="Arial"/>
              </w:rPr>
            </w:pPr>
            <w:r w:rsidRPr="00EF2F0E">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E9F6" w14:textId="77777777" w:rsidR="00B15E99" w:rsidRPr="00EF2F0E" w:rsidRDefault="00B15E99" w:rsidP="00AB06FD">
            <w:pPr>
              <w:pStyle w:val="TAH"/>
              <w:rPr>
                <w:rFonts w:cs="Arial"/>
              </w:rPr>
            </w:pPr>
            <w:r w:rsidRPr="00EF2F0E">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0984E9F7" w14:textId="77777777" w:rsidR="00B15E99" w:rsidRPr="00EF2F0E" w:rsidRDefault="00B15E99" w:rsidP="00AB06FD">
            <w:pPr>
              <w:pStyle w:val="TAH"/>
              <w:rPr>
                <w:rFonts w:cs="Arial"/>
              </w:rPr>
            </w:pPr>
            <w:r w:rsidRPr="00EF2F0E">
              <w:rPr>
                <w:rFonts w:cs="Arial"/>
              </w:rPr>
              <w:t>Measurement bandwidth (Note 10)</w:t>
            </w:r>
          </w:p>
        </w:tc>
      </w:tr>
      <w:tr w:rsidR="003401A4" w:rsidRPr="00EF2F0E" w14:paraId="0984E9FD"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9F9" w14:textId="77777777" w:rsidR="00B15E99" w:rsidRPr="00EF2F0E" w:rsidRDefault="00B15E99" w:rsidP="00AB06FD">
            <w:pPr>
              <w:pStyle w:val="TAC"/>
              <w:rPr>
                <w:rFonts w:cs="v5.0.0"/>
              </w:rPr>
            </w:pPr>
            <w:r w:rsidRPr="00EF2F0E">
              <w:rPr>
                <w:rFonts w:cs="v5.0.0"/>
              </w:rPr>
              <w:t xml:space="preserve">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984E9FA" w14:textId="77777777" w:rsidR="00B15E99" w:rsidRPr="00EF2F0E" w:rsidRDefault="00B15E99" w:rsidP="00AB06FD">
            <w:pPr>
              <w:pStyle w:val="TAC"/>
              <w:rPr>
                <w:rFonts w:cs="v5.0.0"/>
              </w:rPr>
            </w:pPr>
            <w:r w:rsidRPr="00EF2F0E">
              <w:rPr>
                <w:rFonts w:cs="v5.0.0"/>
              </w:rPr>
              <w:t xml:space="preserve">0.05 MHz </w:t>
            </w:r>
            <w:r w:rsidRPr="00EF2F0E">
              <w:rPr>
                <w:rFonts w:cs="v5.0.0"/>
              </w:rPr>
              <w:sym w:font="Symbol" w:char="F0A3"/>
            </w:r>
            <w:r w:rsidRPr="00EF2F0E">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984E9FB" w14:textId="77777777" w:rsidR="00B15E99" w:rsidRPr="00EF2F0E" w:rsidRDefault="009D7587" w:rsidP="009D7587">
            <w:pPr>
              <w:pStyle w:val="TAC"/>
              <w:rPr>
                <w:rFonts w:cs="v5.0.0"/>
              </w:rPr>
            </w:pPr>
            <w:r w:rsidRPr="00EF2F0E">
              <w:rPr>
                <w:rFonts w:cs="Arial"/>
              </w:rPr>
              <w:t>-13 dBm – 7/5(f_offset/MHz – 0.05) dB</w:t>
            </w:r>
          </w:p>
        </w:tc>
        <w:tc>
          <w:tcPr>
            <w:tcW w:w="1430" w:type="dxa"/>
            <w:tcBorders>
              <w:top w:val="single" w:sz="4" w:space="0" w:color="auto"/>
              <w:left w:val="single" w:sz="4" w:space="0" w:color="auto"/>
              <w:bottom w:val="single" w:sz="4" w:space="0" w:color="auto"/>
              <w:right w:val="single" w:sz="4" w:space="0" w:color="auto"/>
            </w:tcBorders>
          </w:tcPr>
          <w:p w14:paraId="0984E9FC" w14:textId="77777777" w:rsidR="00B15E99" w:rsidRPr="00EF2F0E" w:rsidRDefault="00B15E99" w:rsidP="00AB06FD">
            <w:pPr>
              <w:pStyle w:val="TAC"/>
              <w:rPr>
                <w:rFonts w:cs="v5.0.0"/>
              </w:rPr>
            </w:pPr>
            <w:r w:rsidRPr="00EF2F0E">
              <w:rPr>
                <w:rFonts w:cs="v5.0.0"/>
              </w:rPr>
              <w:t xml:space="preserve">100 kHz </w:t>
            </w:r>
          </w:p>
        </w:tc>
      </w:tr>
      <w:tr w:rsidR="003401A4" w:rsidRPr="00EF2F0E" w14:paraId="0984EA02"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9FE" w14:textId="77777777" w:rsidR="00B15E99" w:rsidRPr="00EF2F0E" w:rsidRDefault="00B15E99" w:rsidP="00AB06FD">
            <w:pPr>
              <w:pStyle w:val="TAC"/>
              <w:rPr>
                <w:rFonts w:cs="v5.0.0"/>
                <w:lang w:val="sv-FI"/>
              </w:rPr>
            </w:pPr>
            <w:r w:rsidRPr="00EF2F0E">
              <w:rPr>
                <w:rFonts w:cs="v5.0.0"/>
                <w:lang w:val="sv-FI"/>
              </w:rPr>
              <w:t xml:space="preserve">5 MHz </w:t>
            </w:r>
            <w:r w:rsidRPr="00EF2F0E">
              <w:rPr>
                <w:rFonts w:cs="v5.0.0"/>
              </w:rPr>
              <w:sym w:font="Symbol" w:char="F0A3"/>
            </w:r>
            <w:r w:rsidRPr="00EF2F0E">
              <w:rPr>
                <w:rFonts w:cs="v5.0.0"/>
                <w:lang w:val="sv-FI"/>
              </w:rPr>
              <w:t xml:space="preserve"> </w:t>
            </w:r>
            <w:r w:rsidRPr="00EF2F0E">
              <w:rPr>
                <w:rFonts w:cs="v5.0.0"/>
              </w:rPr>
              <w:sym w:font="Symbol" w:char="F044"/>
            </w:r>
            <w:r w:rsidRPr="00EF2F0E">
              <w:rPr>
                <w:rFonts w:cs="v5.0.0"/>
                <w:lang w:val="sv-FI"/>
              </w:rPr>
              <w:t xml:space="preserve">f &lt; </w:t>
            </w:r>
            <w:r w:rsidRPr="00EF2F0E">
              <w:rPr>
                <w:rFonts w:cs="Arial"/>
                <w:lang w:val="sv-FI"/>
              </w:rPr>
              <w:t xml:space="preserve">min(10 MHz, </w:t>
            </w:r>
            <w:r w:rsidRPr="00EF2F0E">
              <w:rPr>
                <w:rFonts w:cs="Arial"/>
              </w:rPr>
              <w:t>Δ</w:t>
            </w:r>
            <w:r w:rsidRPr="00EF2F0E">
              <w:rPr>
                <w:rFonts w:cs="Arial"/>
                <w:lang w:val="sv-FI"/>
              </w:rPr>
              <w:t>f</w:t>
            </w:r>
            <w:r w:rsidRPr="00EF2F0E">
              <w:rPr>
                <w:rFonts w:cs="Arial"/>
                <w:vertAlign w:val="subscript"/>
                <w:lang w:val="sv-FI" w:eastAsia="zh-CN"/>
              </w:rPr>
              <w:t>max</w:t>
            </w:r>
            <w:r w:rsidRPr="00EF2F0E">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984E9FF" w14:textId="77777777" w:rsidR="00B15E99" w:rsidRPr="00EF2F0E" w:rsidRDefault="00B15E99" w:rsidP="00AB06FD">
            <w:pPr>
              <w:pStyle w:val="TAC"/>
              <w:rPr>
                <w:rFonts w:cs="v5.0.0"/>
                <w:lang w:val="sv-FI"/>
              </w:rPr>
            </w:pPr>
            <w:r w:rsidRPr="00EF2F0E">
              <w:rPr>
                <w:rFonts w:cs="v5.0.0"/>
                <w:lang w:val="sv-FI"/>
              </w:rPr>
              <w:t xml:space="preserve">5.05 MHz </w:t>
            </w:r>
            <w:r w:rsidRPr="00EF2F0E">
              <w:rPr>
                <w:rFonts w:cs="v5.0.0"/>
              </w:rPr>
              <w:sym w:font="Symbol" w:char="F0A3"/>
            </w:r>
            <w:r w:rsidRPr="00EF2F0E">
              <w:rPr>
                <w:rFonts w:cs="v5.0.0"/>
                <w:lang w:val="sv-FI"/>
              </w:rPr>
              <w:t xml:space="preserve"> f_offset &lt; min(10.05 MHz, f_offset</w:t>
            </w:r>
            <w:r w:rsidRPr="00EF2F0E">
              <w:rPr>
                <w:rFonts w:cs="Arial"/>
                <w:vertAlign w:val="subscript"/>
                <w:lang w:val="sv-FI" w:eastAsia="zh-CN"/>
              </w:rPr>
              <w:t>max</w:t>
            </w:r>
            <w:r w:rsidRPr="00EF2F0E">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984EA00" w14:textId="77777777" w:rsidR="00B15E99" w:rsidRPr="00EF2F0E" w:rsidRDefault="00B15E99" w:rsidP="00AB06FD">
            <w:pPr>
              <w:pStyle w:val="TAC"/>
              <w:rPr>
                <w:rFonts w:cs="v5.0.0"/>
              </w:rPr>
            </w:pPr>
            <w:r w:rsidRPr="00EF2F0E">
              <w:rPr>
                <w:rFonts w:cs="Arial"/>
                <w:lang w:eastAsia="zh-CN"/>
              </w:rPr>
              <w:t>-2</w:t>
            </w:r>
            <w:r w:rsidR="009D7587" w:rsidRPr="00EF2F0E">
              <w:rPr>
                <w:rFonts w:cs="Arial"/>
                <w:lang w:eastAsia="zh-CN"/>
              </w:rPr>
              <w:t>0</w:t>
            </w:r>
            <w:r w:rsidRPr="00EF2F0E">
              <w:rPr>
                <w:rFonts w:cs="Arial"/>
                <w:lang w:eastAsia="zh-CN"/>
              </w:rPr>
              <w:t xml:space="preserve"> dBm</w:t>
            </w:r>
          </w:p>
        </w:tc>
        <w:tc>
          <w:tcPr>
            <w:tcW w:w="1430" w:type="dxa"/>
            <w:tcBorders>
              <w:top w:val="single" w:sz="4" w:space="0" w:color="auto"/>
              <w:left w:val="single" w:sz="4" w:space="0" w:color="auto"/>
              <w:bottom w:val="single" w:sz="4" w:space="0" w:color="auto"/>
              <w:right w:val="single" w:sz="4" w:space="0" w:color="auto"/>
            </w:tcBorders>
          </w:tcPr>
          <w:p w14:paraId="0984EA01" w14:textId="77777777" w:rsidR="00B15E99" w:rsidRPr="00EF2F0E" w:rsidRDefault="00B15E99" w:rsidP="00AB06FD">
            <w:pPr>
              <w:pStyle w:val="TAC"/>
              <w:rPr>
                <w:rFonts w:cs="v5.0.0"/>
              </w:rPr>
            </w:pPr>
            <w:r w:rsidRPr="00EF2F0E">
              <w:rPr>
                <w:rFonts w:cs="v5.0.0"/>
              </w:rPr>
              <w:t xml:space="preserve">100 kHz </w:t>
            </w:r>
          </w:p>
        </w:tc>
      </w:tr>
      <w:tr w:rsidR="003401A4" w:rsidRPr="00EF2F0E" w14:paraId="0984EA07"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A03" w14:textId="77777777" w:rsidR="00B15E99" w:rsidRPr="00EF2F0E" w:rsidRDefault="00B15E99" w:rsidP="00AB06FD">
            <w:pPr>
              <w:pStyle w:val="TAC"/>
              <w:rPr>
                <w:rFonts w:cs="v5.0.0"/>
              </w:rPr>
            </w:pPr>
            <w:r w:rsidRPr="00EF2F0E">
              <w:rPr>
                <w:rFonts w:cs="v5.0.0"/>
              </w:rPr>
              <w:t xml:space="preserve">10 MHz </w:t>
            </w:r>
            <w:r w:rsidRPr="00EF2F0E">
              <w:rPr>
                <w:rFonts w:cs="v5.0.0"/>
              </w:rPr>
              <w:sym w:font="Symbol" w:char="F0A3"/>
            </w:r>
            <w:r w:rsidRPr="00EF2F0E">
              <w:rPr>
                <w:rFonts w:cs="v5.0.0"/>
              </w:rPr>
              <w:t xml:space="preserve"> </w:t>
            </w:r>
            <w:r w:rsidRPr="00EF2F0E">
              <w:rPr>
                <w:rFonts w:cs="v5.0.0"/>
              </w:rPr>
              <w:sym w:font="Symbol" w:char="F044"/>
            </w:r>
            <w:r w:rsidRPr="00EF2F0E">
              <w:rPr>
                <w:rFonts w:cs="v5.0.0"/>
              </w:rPr>
              <w:t xml:space="preserve">f </w:t>
            </w:r>
            <w:r w:rsidRPr="00EF2F0E">
              <w:rPr>
                <w:rFonts w:cs="v5.0.0"/>
              </w:rPr>
              <w:sym w:font="Symbol" w:char="F0A3"/>
            </w:r>
            <w:r w:rsidRPr="00EF2F0E">
              <w:rPr>
                <w:rFonts w:cs="v5.0.0"/>
              </w:rPr>
              <w:t xml:space="preserve"> </w:t>
            </w:r>
            <w:r w:rsidRPr="00EF2F0E">
              <w:rPr>
                <w:rFonts w:cs="v5.0.0"/>
              </w:rPr>
              <w:sym w:font="Symbol" w:char="F044"/>
            </w:r>
            <w:r w:rsidRPr="00EF2F0E">
              <w:rPr>
                <w:rFonts w:cs="v5.0.0"/>
              </w:rPr>
              <w:t>f</w:t>
            </w:r>
            <w:r w:rsidRPr="00EF2F0E">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EA04" w14:textId="77777777" w:rsidR="00B15E99" w:rsidRPr="00EF2F0E" w:rsidRDefault="00B15E99" w:rsidP="00AB06FD">
            <w:pPr>
              <w:pStyle w:val="TAC"/>
              <w:rPr>
                <w:rFonts w:cs="v5.0.0"/>
              </w:rPr>
            </w:pPr>
            <w:r w:rsidRPr="00EF2F0E">
              <w:rPr>
                <w:rFonts w:cs="v5.0.0"/>
              </w:rPr>
              <w:t xml:space="preserve">10.05 MHz </w:t>
            </w:r>
            <w:r w:rsidRPr="00EF2F0E">
              <w:rPr>
                <w:rFonts w:cs="v5.0.0"/>
              </w:rPr>
              <w:sym w:font="Symbol" w:char="F0A3"/>
            </w:r>
            <w:r w:rsidRPr="00EF2F0E">
              <w:rPr>
                <w:rFonts w:cs="v5.0.0"/>
              </w:rPr>
              <w:t xml:space="preserve"> f_offset &lt; f_offset</w:t>
            </w:r>
            <w:r w:rsidRPr="00EF2F0E">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EA05" w14:textId="77777777" w:rsidR="00B15E99" w:rsidRPr="00EF2F0E" w:rsidRDefault="00B15E99" w:rsidP="00AB06FD">
            <w:pPr>
              <w:pStyle w:val="TAC"/>
              <w:rPr>
                <w:rFonts w:cs="v5.0.0"/>
              </w:rPr>
            </w:pPr>
            <w:r w:rsidRPr="00EF2F0E">
              <w:rPr>
                <w:rFonts w:cs="Arial"/>
                <w:lang w:eastAsia="zh-CN"/>
              </w:rPr>
              <w:t>-2</w:t>
            </w:r>
            <w:r w:rsidR="009D7587" w:rsidRPr="00EF2F0E">
              <w:rPr>
                <w:rFonts w:cs="Arial"/>
                <w:lang w:eastAsia="zh-CN"/>
              </w:rPr>
              <w:t>0</w:t>
            </w:r>
            <w:r w:rsidRPr="00EF2F0E">
              <w:rPr>
                <w:rFonts w:cs="Arial"/>
                <w:lang w:eastAsia="zh-CN"/>
              </w:rPr>
              <w:t xml:space="preserve"> dBm (Note 11)</w:t>
            </w:r>
          </w:p>
        </w:tc>
        <w:tc>
          <w:tcPr>
            <w:tcW w:w="1430" w:type="dxa"/>
            <w:tcBorders>
              <w:top w:val="single" w:sz="4" w:space="0" w:color="auto"/>
              <w:left w:val="single" w:sz="4" w:space="0" w:color="auto"/>
              <w:bottom w:val="single" w:sz="4" w:space="0" w:color="auto"/>
              <w:right w:val="single" w:sz="4" w:space="0" w:color="auto"/>
            </w:tcBorders>
          </w:tcPr>
          <w:p w14:paraId="0984EA06" w14:textId="77777777" w:rsidR="00B15E99" w:rsidRPr="00EF2F0E" w:rsidRDefault="00B15E99" w:rsidP="00AB06FD">
            <w:pPr>
              <w:pStyle w:val="TAC"/>
              <w:pBdr>
                <w:top w:val="single" w:sz="12" w:space="3" w:color="auto"/>
              </w:pBdr>
              <w:rPr>
                <w:rFonts w:cs="v5.0.0"/>
                <w:lang w:eastAsia="zh-CN"/>
              </w:rPr>
            </w:pPr>
            <w:r w:rsidRPr="00EF2F0E">
              <w:rPr>
                <w:rFonts w:cs="v5.0.0"/>
              </w:rPr>
              <w:t>100 kHz</w:t>
            </w:r>
          </w:p>
        </w:tc>
      </w:tr>
      <w:tr w:rsidR="00B15E99" w:rsidRPr="00EF2F0E" w14:paraId="0984EA0B" w14:textId="77777777" w:rsidTr="00AB06FD">
        <w:trPr>
          <w:cantSplit/>
          <w:jc w:val="center"/>
        </w:trPr>
        <w:tc>
          <w:tcPr>
            <w:tcW w:w="9988" w:type="dxa"/>
            <w:gridSpan w:val="4"/>
          </w:tcPr>
          <w:p w14:paraId="3F2C278D" w14:textId="41A0642C" w:rsidR="00DE4CD9" w:rsidRPr="00EF2F0E" w:rsidRDefault="00DE4CD9" w:rsidP="00DE4CD9">
            <w:pPr>
              <w:pStyle w:val="TAN"/>
              <w:rPr>
                <w:rFonts w:cs="Arial"/>
              </w:rPr>
            </w:pPr>
            <w:r w:rsidRPr="00EF2F0E">
              <w:rPr>
                <w:rFonts w:cs="Arial"/>
              </w:rPr>
              <w:t>NOTE 1:</w:t>
            </w:r>
            <w:r w:rsidRPr="00EF2F0E">
              <w:rPr>
                <w:rFonts w:cs="Arial"/>
              </w:rPr>
              <w:tab/>
              <w:t xml:space="preserve">For MSR </w:t>
            </w:r>
            <w:r w:rsidRPr="00EF2F0E">
              <w:rPr>
                <w:rFonts w:cs="Arial"/>
                <w:i/>
              </w:rPr>
              <w:t>RIBs</w:t>
            </w:r>
            <w:r w:rsidRPr="00EF2F0E">
              <w:rPr>
                <w:rFonts w:cs="Arial"/>
              </w:rPr>
              <w:t xml:space="preserve"> supporting non-contiguous spectrum operation within any operating band the minimum requirement within </w:t>
            </w:r>
            <w:r w:rsidRPr="00EF2F0E">
              <w:rPr>
                <w:rFonts w:cs="Arial"/>
                <w:i/>
              </w:rPr>
              <w:t>sub-block gaps</w:t>
            </w:r>
            <w:r w:rsidRPr="00EF2F0E">
              <w:rPr>
                <w:rFonts w:cs="Arial"/>
              </w:rPr>
              <w:t xml:space="preserve"> is calculated as a cumulative sum of contributions from adjacent </w:t>
            </w:r>
            <w:r w:rsidRPr="00EF2F0E">
              <w:rPr>
                <w:rFonts w:cs="v5.0.0"/>
              </w:rPr>
              <w:t xml:space="preserve">sub blocks on each side of the </w:t>
            </w:r>
            <w:r w:rsidRPr="00EF2F0E">
              <w:rPr>
                <w:rFonts w:cs="v5.0.0"/>
                <w:i/>
              </w:rPr>
              <w:t>sub block ga</w:t>
            </w:r>
            <w:r w:rsidRPr="00EF2F0E">
              <w:rPr>
                <w:rFonts w:cs="Arial"/>
              </w:rPr>
              <w:t xml:space="preserve">. Exception is </w:t>
            </w:r>
            <w:r w:rsidRPr="00EF2F0E">
              <w:rPr>
                <w:rFonts w:ascii="Symbol" w:hAnsi="Symbol" w:cs="Arial"/>
              </w:rPr>
              <w:t></w:t>
            </w:r>
            <w:r w:rsidRPr="00EF2F0E">
              <w:rPr>
                <w:rFonts w:cs="Arial"/>
              </w:rPr>
              <w:t xml:space="preserve">f ≥ 10MHz from both adjacent sub blocks on each side of the </w:t>
            </w:r>
            <w:r w:rsidRPr="00EF2F0E">
              <w:rPr>
                <w:rFonts w:cs="Arial"/>
                <w:i/>
              </w:rPr>
              <w:t>sub-block gap</w:t>
            </w:r>
            <w:r w:rsidRPr="00EF2F0E">
              <w:rPr>
                <w:rFonts w:cs="Arial"/>
              </w:rPr>
              <w:t>, where the minimum requirement within sub-block gaps shall be -</w:t>
            </w:r>
            <w:r w:rsidRPr="00EF2F0E">
              <w:rPr>
                <w:rFonts w:cs="Arial"/>
                <w:lang w:eastAsia="zh-CN"/>
              </w:rPr>
              <w:t>20 </w:t>
            </w:r>
            <w:r w:rsidRPr="00EF2F0E">
              <w:rPr>
                <w:rFonts w:cs="Arial"/>
              </w:rPr>
              <w:t>dBm/1</w:t>
            </w:r>
            <w:r w:rsidRPr="00EF2F0E">
              <w:rPr>
                <w:rFonts w:cs="Arial"/>
                <w:lang w:eastAsia="zh-CN"/>
              </w:rPr>
              <w:t>00 k</w:t>
            </w:r>
            <w:r w:rsidRPr="00EF2F0E">
              <w:rPr>
                <w:rFonts w:cs="Arial"/>
              </w:rPr>
              <w:t>Hz.</w:t>
            </w:r>
          </w:p>
          <w:p w14:paraId="1BF62E62" w14:textId="412FCA3F" w:rsidR="00DE4CD9" w:rsidRPr="00EF2F0E" w:rsidRDefault="00DE4CD9" w:rsidP="00DE4CD9">
            <w:pPr>
              <w:pStyle w:val="TAN"/>
              <w:rPr>
                <w:rFonts w:cs="Arial"/>
              </w:rPr>
            </w:pPr>
            <w:r w:rsidRPr="00EF2F0E">
              <w:rPr>
                <w:rFonts w:cs="Arial"/>
              </w:rPr>
              <w:t>NOTE 2:</w:t>
            </w:r>
            <w:r w:rsidRPr="00EF2F0E">
              <w:rPr>
                <w:rFonts w:cs="Arial"/>
              </w:rPr>
              <w:tab/>
              <w:t xml:space="preserve">For MSR </w:t>
            </w:r>
            <w:r w:rsidRPr="00EF2F0E">
              <w:rPr>
                <w:rFonts w:cs="Arial"/>
                <w:i/>
              </w:rPr>
              <w:t>multi band TAB connector</w:t>
            </w:r>
            <w:r w:rsidRPr="00EF2F0E">
              <w:rPr>
                <w:rFonts w:cs="Arial"/>
              </w:rPr>
              <w:t xml:space="preserve"> with </w:t>
            </w:r>
            <w:r w:rsidRPr="00EF2F0E">
              <w:rPr>
                <w:rFonts w:cs="Arial"/>
                <w:i/>
              </w:rPr>
              <w:t>Inter RF Bandwidth gap</w:t>
            </w:r>
            <w:r w:rsidRPr="00EF2F0E">
              <w:rPr>
                <w:rFonts w:cs="Arial"/>
              </w:rPr>
              <w:t xml:space="preserve"> &lt; 2</w:t>
            </w:r>
            <w:r w:rsidRPr="00EF2F0E">
              <w:t>×Δf</w:t>
            </w:r>
            <w:r w:rsidRPr="00EF2F0E">
              <w:rPr>
                <w:vertAlign w:val="subscript"/>
              </w:rPr>
              <w:t>OBUE</w:t>
            </w:r>
            <w:r w:rsidRPr="00EF2F0E">
              <w:rPr>
                <w:rFonts w:cs="Arial"/>
              </w:rPr>
              <w:t xml:space="preserve"> the minimum requirement within the </w:t>
            </w:r>
            <w:r w:rsidRPr="00EF2F0E">
              <w:rPr>
                <w:rFonts w:cs="Arial"/>
                <w:i/>
              </w:rPr>
              <w:t xml:space="preserve">Inter RF Bandwidth gaps </w:t>
            </w:r>
            <w:r w:rsidRPr="00EF2F0E">
              <w:rPr>
                <w:rFonts w:cs="Arial"/>
              </w:rPr>
              <w:t>is calculated as a cumulative sum of contributions from adjacent sub-blocks or</w:t>
            </w:r>
            <w:r w:rsidRPr="00EF2F0E">
              <w:rPr>
                <w:rFonts w:cs="Arial"/>
                <w:i/>
              </w:rPr>
              <w:t xml:space="preserve"> RF Bandwidth </w:t>
            </w:r>
            <w:r w:rsidRPr="00EF2F0E">
              <w:rPr>
                <w:rFonts w:cs="Arial"/>
              </w:rPr>
              <w:t xml:space="preserve">on each side of the </w:t>
            </w:r>
            <w:r w:rsidRPr="00EF2F0E">
              <w:rPr>
                <w:rFonts w:cs="Arial"/>
                <w:i/>
              </w:rPr>
              <w:t>Inter RF Bandwidth gap</w:t>
            </w:r>
            <w:r w:rsidRPr="00EF2F0E">
              <w:rPr>
                <w:rFonts w:cs="Arial"/>
              </w:rPr>
              <w:t>.</w:t>
            </w:r>
          </w:p>
          <w:p w14:paraId="0984EA0A" w14:textId="4E5E1721" w:rsidR="00B15E99" w:rsidRPr="00EF2F0E" w:rsidRDefault="00DE4CD9" w:rsidP="00DE4CD9">
            <w:pPr>
              <w:keepNext/>
              <w:keepLines/>
              <w:spacing w:after="0"/>
              <w:ind w:left="851" w:hanging="851"/>
              <w:rPr>
                <w:rFonts w:ascii="Arial" w:hAnsi="Arial" w:cs="Arial"/>
                <w:sz w:val="18"/>
              </w:rPr>
            </w:pPr>
            <w:r w:rsidRPr="00EF2F0E">
              <w:rPr>
                <w:rFonts w:ascii="Arial" w:hAnsi="Arial" w:cs="Arial"/>
                <w:sz w:val="18"/>
              </w:rPr>
              <w:t>NOTE 3:</w:t>
            </w:r>
            <w:r w:rsidRPr="00EF2F0E">
              <w:rPr>
                <w:rFonts w:ascii="Arial" w:hAnsi="Arial" w:cs="Arial"/>
                <w:sz w:val="18"/>
              </w:rPr>
              <w:tab/>
              <w:t xml:space="preserve">For operation with an E-UTRA 1.4 or 3 MHz carrier adjacent to the </w:t>
            </w:r>
            <w:r w:rsidRPr="00EF2F0E">
              <w:rPr>
                <w:rFonts w:ascii="Arial" w:hAnsi="Arial" w:cs="Arial"/>
                <w:i/>
                <w:sz w:val="18"/>
              </w:rPr>
              <w:t>Base Station RF Bandwidth edge</w:t>
            </w:r>
            <w:r w:rsidRPr="00EF2F0E">
              <w:rPr>
                <w:rFonts w:ascii="Arial" w:eastAsia="SimSun" w:hAnsi="Arial" w:cs="Arial"/>
                <w:kern w:val="2"/>
                <w:sz w:val="18"/>
                <w:lang w:eastAsia="zh-CN"/>
              </w:rPr>
              <w:t xml:space="preserve">, the limits in table 9.7.5.2.3-6 apply for </w:t>
            </w:r>
            <w:r w:rsidRPr="00EF2F0E">
              <w:rPr>
                <w:rFonts w:ascii="Arial" w:hAnsi="Arial" w:cs="Arial"/>
                <w:sz w:val="18"/>
              </w:rPr>
              <w:t xml:space="preserve">0 MHz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 &lt; 0.15 MHz.</w:t>
            </w:r>
          </w:p>
        </w:tc>
      </w:tr>
    </w:tbl>
    <w:p w14:paraId="0984EA0C" w14:textId="77777777" w:rsidR="00B15E99" w:rsidRPr="00EF2F0E" w:rsidRDefault="00B15E99" w:rsidP="00B15E99"/>
    <w:p w14:paraId="0984EA0D" w14:textId="77A91439" w:rsidR="00B15E99" w:rsidRPr="00EF2F0E" w:rsidRDefault="00B15E99" w:rsidP="00B15E99">
      <w:pPr>
        <w:pStyle w:val="TH"/>
        <w:rPr>
          <w:rFonts w:cs="v5.0.0"/>
        </w:rPr>
      </w:pPr>
      <w:r w:rsidRPr="00EF2F0E">
        <w:t>Table 9.7.5.2.3-</w:t>
      </w:r>
      <w:r w:rsidRPr="00EF2F0E">
        <w:rPr>
          <w:lang w:eastAsia="zh-CN"/>
        </w:rPr>
        <w:t>5</w:t>
      </w:r>
      <w:r w:rsidRPr="00EF2F0E">
        <w:t xml:space="preserve">: </w:t>
      </w:r>
      <w:r w:rsidR="0040640B">
        <w:t>MR BS OBUE in</w:t>
      </w:r>
      <w:r w:rsidR="0040640B" w:rsidRPr="00DF5484">
        <w:t xml:space="preserve"> BC2</w:t>
      </w:r>
      <w:r w:rsidR="0040640B">
        <w:t xml:space="preserve"> bands applicable for:</w:t>
      </w:r>
      <w:r w:rsidR="0040640B" w:rsidRPr="00DF5484">
        <w:t xml:space="preserve"> BS with maximum output power 40 &lt; </w:t>
      </w:r>
      <w:r w:rsidR="0040640B" w:rsidRPr="00DF5484">
        <w:rPr>
          <w:rFonts w:cs="v4.2.0"/>
        </w:rPr>
        <w:t>P</w:t>
      </w:r>
      <w:r w:rsidR="0040640B" w:rsidRPr="00DF5484">
        <w:rPr>
          <w:rFonts w:cs="v4.2.0"/>
          <w:vertAlign w:val="subscript"/>
        </w:rPr>
        <w:t>rated,c,TRP</w:t>
      </w:r>
      <w:r w:rsidR="0040640B" w:rsidRPr="00DF5484">
        <w:t xml:space="preserve"> </w:t>
      </w:r>
      <w:r w:rsidR="0040640B" w:rsidRPr="00DF5484">
        <w:rPr>
          <w:rFonts w:cs="v5.0.0"/>
        </w:rPr>
        <w:sym w:font="Symbol" w:char="F0A3"/>
      </w:r>
      <w:r w:rsidR="0040640B" w:rsidRPr="00DF5484">
        <w:t xml:space="preserve"> 47 dBm </w:t>
      </w:r>
      <w:r w:rsidR="0040640B">
        <w:t>and</w:t>
      </w:r>
      <w:r w:rsidR="0040640B" w:rsidRPr="00DF5484">
        <w:t xml:space="preserve"> operati</w:t>
      </w:r>
      <w:r w:rsidR="0040640B">
        <w:t>ng</w:t>
      </w:r>
      <w:r w:rsidR="0040640B" w:rsidRPr="00DF5484">
        <w:t xml:space="preserve"> </w:t>
      </w:r>
      <w:r w:rsidR="0040640B">
        <w:t xml:space="preserve">with </w:t>
      </w:r>
      <w:r w:rsidR="0040640B" w:rsidRPr="00DF5484">
        <w:t xml:space="preserve">E-UTRA 1.4 or 3 MHz carriers adjacent to the </w:t>
      </w:r>
      <w:r w:rsidR="0040640B" w:rsidRPr="00DF5484">
        <w:rPr>
          <w:i/>
        </w:rPr>
        <w:t>Base Station RF Bandwidth edge</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7"/>
        <w:gridCol w:w="3139"/>
        <w:gridCol w:w="1430"/>
      </w:tblGrid>
      <w:tr w:rsidR="003401A4" w:rsidRPr="00EF2F0E" w14:paraId="0984EA12" w14:textId="77777777" w:rsidTr="00AB06FD">
        <w:trPr>
          <w:cantSplit/>
          <w:jc w:val="center"/>
        </w:trPr>
        <w:tc>
          <w:tcPr>
            <w:tcW w:w="2268" w:type="dxa"/>
          </w:tcPr>
          <w:p w14:paraId="0984EA0E"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7" w:type="dxa"/>
          </w:tcPr>
          <w:p w14:paraId="0984EA0F"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139" w:type="dxa"/>
          </w:tcPr>
          <w:p w14:paraId="0984EA10"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Minimum requirement (NOTE </w:t>
            </w:r>
            <w:r w:rsidRPr="00EF2F0E">
              <w:rPr>
                <w:rFonts w:ascii="Arial" w:hAnsi="Arial" w:cs="Arial"/>
                <w:b/>
                <w:sz w:val="18"/>
                <w:lang w:eastAsia="zh-CN"/>
              </w:rPr>
              <w:t>2, 3</w:t>
            </w:r>
            <w:r w:rsidRPr="00EF2F0E">
              <w:rPr>
                <w:rFonts w:ascii="Arial" w:hAnsi="Arial" w:cs="Arial"/>
                <w:b/>
                <w:sz w:val="18"/>
              </w:rPr>
              <w:t>)</w:t>
            </w:r>
          </w:p>
        </w:tc>
        <w:tc>
          <w:tcPr>
            <w:tcW w:w="1430" w:type="dxa"/>
          </w:tcPr>
          <w:p w14:paraId="0984EA11"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 xml:space="preserve">(NOTE </w:t>
            </w:r>
            <w:r w:rsidRPr="00EF2F0E">
              <w:rPr>
                <w:rFonts w:ascii="Arial" w:hAnsi="Arial" w:cs="Arial"/>
                <w:b/>
                <w:sz w:val="18"/>
                <w:lang w:eastAsia="zh-CN"/>
              </w:rPr>
              <w:t>10</w:t>
            </w:r>
            <w:r w:rsidRPr="00EF2F0E">
              <w:rPr>
                <w:rFonts w:ascii="Arial" w:hAnsi="Arial" w:cs="Arial"/>
                <w:b/>
                <w:sz w:val="18"/>
              </w:rPr>
              <w:t>)</w:t>
            </w:r>
          </w:p>
        </w:tc>
      </w:tr>
      <w:tr w:rsidR="003401A4" w:rsidRPr="00EF2F0E" w14:paraId="0984EA17" w14:textId="77777777" w:rsidTr="00AB06FD">
        <w:trPr>
          <w:cantSplit/>
          <w:jc w:val="center"/>
        </w:trPr>
        <w:tc>
          <w:tcPr>
            <w:tcW w:w="2268" w:type="dxa"/>
          </w:tcPr>
          <w:p w14:paraId="0984EA1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0.05 MHz</w:t>
            </w:r>
          </w:p>
        </w:tc>
        <w:tc>
          <w:tcPr>
            <w:tcW w:w="2977" w:type="dxa"/>
          </w:tcPr>
          <w:p w14:paraId="0984EA14"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0.015 MHz </w:t>
            </w:r>
            <w:r w:rsidRPr="00EF2F0E">
              <w:rPr>
                <w:rFonts w:ascii="Arial" w:hAnsi="Arial" w:cs="v5.0.0"/>
                <w:sz w:val="18"/>
              </w:rPr>
              <w:sym w:font="Symbol" w:char="F0A3"/>
            </w:r>
            <w:r w:rsidRPr="00EF2F0E">
              <w:rPr>
                <w:rFonts w:ascii="Arial" w:hAnsi="Arial" w:cs="v5.0.0"/>
                <w:sz w:val="18"/>
              </w:rPr>
              <w:t xml:space="preserve"> f_offset &lt; 0.065 MHz </w:t>
            </w:r>
          </w:p>
        </w:tc>
        <w:tc>
          <w:tcPr>
            <w:tcW w:w="3139" w:type="dxa"/>
          </w:tcPr>
          <w:p w14:paraId="0984EA15" w14:textId="77777777" w:rsidR="00B15E99" w:rsidRPr="00EF2F0E" w:rsidRDefault="00B15E99" w:rsidP="00AB06FD">
            <w:pPr>
              <w:keepLines/>
              <w:tabs>
                <w:tab w:val="center" w:pos="4536"/>
                <w:tab w:val="right" w:pos="9072"/>
              </w:tabs>
            </w:pPr>
            <w:r w:rsidRPr="00EF2F0E">
              <w:rPr>
                <w:rFonts w:cs="v5.0.0"/>
              </w:rPr>
              <w:t>P</w:t>
            </w:r>
            <w:r w:rsidRPr="00EF2F0E">
              <w:rPr>
                <w:rFonts w:cs="v5.0.0"/>
                <w:vertAlign w:val="subscript"/>
              </w:rPr>
              <w:t>rated,c,TRP</w:t>
            </w:r>
            <w:r w:rsidRPr="00EF2F0E">
              <w:rPr>
                <w:rFonts w:cs="v5.0.0"/>
              </w:rPr>
              <w:t>-38dB-60*(f_offset-0,015)dB</w:t>
            </w:r>
            <w:r w:rsidRPr="00EF2F0E">
              <w:rPr>
                <w:rFonts w:ascii="Arial" w:hAnsi="Arial" w:cs="v5.0.0"/>
                <w:sz w:val="18"/>
                <w:szCs w:val="18"/>
              </w:rPr>
              <w:t xml:space="preserve"> </w:t>
            </w:r>
          </w:p>
        </w:tc>
        <w:tc>
          <w:tcPr>
            <w:tcW w:w="1430" w:type="dxa"/>
          </w:tcPr>
          <w:p w14:paraId="0984EA16"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A1C" w14:textId="77777777" w:rsidTr="00AB06FD">
        <w:trPr>
          <w:cantSplit/>
          <w:jc w:val="center"/>
        </w:trPr>
        <w:tc>
          <w:tcPr>
            <w:tcW w:w="2268" w:type="dxa"/>
          </w:tcPr>
          <w:p w14:paraId="0984EA18"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0.1</w:t>
            </w:r>
            <w:r w:rsidRPr="00EF2F0E">
              <w:rPr>
                <w:rFonts w:ascii="Arial" w:hAnsi="Arial" w:cs="v5.0.0"/>
                <w:sz w:val="18"/>
                <w:lang w:eastAsia="zh-CN"/>
              </w:rPr>
              <w:t>5</w:t>
            </w:r>
            <w:r w:rsidRPr="00EF2F0E">
              <w:rPr>
                <w:rFonts w:ascii="Arial" w:hAnsi="Arial" w:cs="v5.0.0"/>
                <w:sz w:val="18"/>
              </w:rPr>
              <w:t xml:space="preserve"> MHz</w:t>
            </w:r>
          </w:p>
        </w:tc>
        <w:tc>
          <w:tcPr>
            <w:tcW w:w="2977" w:type="dxa"/>
          </w:tcPr>
          <w:p w14:paraId="0984EA1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0.065 MHz </w:t>
            </w:r>
            <w:r w:rsidRPr="00EF2F0E">
              <w:rPr>
                <w:rFonts w:ascii="Arial" w:hAnsi="Arial" w:cs="v5.0.0"/>
                <w:sz w:val="18"/>
              </w:rPr>
              <w:sym w:font="Symbol" w:char="F0A3"/>
            </w:r>
            <w:r w:rsidRPr="00EF2F0E">
              <w:rPr>
                <w:rFonts w:ascii="Arial" w:hAnsi="Arial" w:cs="v5.0.0"/>
                <w:sz w:val="18"/>
              </w:rPr>
              <w:t xml:space="preserve"> f_offset &lt; 0.1</w:t>
            </w:r>
            <w:r w:rsidRPr="00EF2F0E">
              <w:rPr>
                <w:rFonts w:ascii="Arial" w:hAnsi="Arial" w:cs="v5.0.0"/>
                <w:sz w:val="18"/>
                <w:lang w:eastAsia="zh-CN"/>
              </w:rPr>
              <w:t>6</w:t>
            </w:r>
            <w:r w:rsidRPr="00EF2F0E">
              <w:rPr>
                <w:rFonts w:ascii="Arial" w:hAnsi="Arial" w:cs="v5.0.0"/>
                <w:sz w:val="18"/>
              </w:rPr>
              <w:t xml:space="preserve">5 MHz </w:t>
            </w:r>
          </w:p>
        </w:tc>
        <w:tc>
          <w:tcPr>
            <w:tcW w:w="3139" w:type="dxa"/>
          </w:tcPr>
          <w:p w14:paraId="0984EA1A" w14:textId="77777777" w:rsidR="00B15E99" w:rsidRPr="00EF2F0E" w:rsidRDefault="00B15E99" w:rsidP="00AB06FD">
            <w:pPr>
              <w:keepLines/>
              <w:tabs>
                <w:tab w:val="center" w:pos="4536"/>
                <w:tab w:val="right" w:pos="9072"/>
              </w:tabs>
            </w:pPr>
            <w:r w:rsidRPr="00EF2F0E">
              <w:rPr>
                <w:rFonts w:cs="v5.0.0"/>
              </w:rPr>
              <w:t>P</w:t>
            </w:r>
            <w:r w:rsidRPr="00EF2F0E">
              <w:rPr>
                <w:rFonts w:cs="v5.0.0"/>
                <w:vertAlign w:val="subscript"/>
              </w:rPr>
              <w:t>rated,c,TRP</w:t>
            </w:r>
            <w:r w:rsidRPr="00EF2F0E">
              <w:rPr>
                <w:rFonts w:cs="v5.0.0"/>
              </w:rPr>
              <w:t>-41dB-160*(f_offset-0,065)dB</w:t>
            </w:r>
            <w:r w:rsidRPr="00EF2F0E">
              <w:rPr>
                <w:rFonts w:ascii="Arial" w:hAnsi="Arial" w:cs="v5.0.0"/>
                <w:sz w:val="18"/>
                <w:szCs w:val="18"/>
              </w:rPr>
              <w:t xml:space="preserve"> </w:t>
            </w:r>
          </w:p>
        </w:tc>
        <w:tc>
          <w:tcPr>
            <w:tcW w:w="1430" w:type="dxa"/>
          </w:tcPr>
          <w:p w14:paraId="0984EA1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B15E99" w:rsidRPr="00EF2F0E" w14:paraId="0984EA20" w14:textId="77777777" w:rsidTr="00AB06FD">
        <w:trPr>
          <w:cantSplit/>
          <w:jc w:val="center"/>
        </w:trPr>
        <w:tc>
          <w:tcPr>
            <w:tcW w:w="9814" w:type="dxa"/>
            <w:gridSpan w:val="4"/>
          </w:tcPr>
          <w:p w14:paraId="0984EA1D"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 xml:space="preserve">NOTE </w:t>
            </w:r>
            <w:r w:rsidRPr="00EF2F0E">
              <w:rPr>
                <w:rFonts w:ascii="Arial" w:hAnsi="Arial" w:cs="Arial"/>
                <w:sz w:val="18"/>
                <w:lang w:eastAsia="zh-CN"/>
              </w:rPr>
              <w:t>1</w:t>
            </w:r>
            <w:r w:rsidRPr="00EF2F0E">
              <w:rPr>
                <w:rFonts w:ascii="Arial" w:hAnsi="Arial" w:cs="Arial"/>
                <w:sz w:val="18"/>
              </w:rPr>
              <w:t>:</w:t>
            </w:r>
            <w:r w:rsidRPr="00EF2F0E">
              <w:rPr>
                <w:rFonts w:ascii="Arial" w:hAnsi="Arial" w:cs="Arial"/>
                <w:sz w:val="18"/>
              </w:rPr>
              <w:tab/>
              <w:t>The limits in this table only apply for operation with an E-UTRA 1.4 or 3 MHz carrier adjacent to the</w:t>
            </w:r>
            <w:r w:rsidRPr="00EF2F0E">
              <w:rPr>
                <w:rFonts w:ascii="Arial" w:hAnsi="Arial" w:cs="Arial"/>
                <w:i/>
                <w:sz w:val="18"/>
              </w:rPr>
              <w:t xml:space="preserve"> Base Station RF Bandwidth edge</w:t>
            </w:r>
            <w:r w:rsidRPr="00EF2F0E">
              <w:rPr>
                <w:rFonts w:ascii="Arial" w:hAnsi="Arial" w:cs="Arial"/>
                <w:sz w:val="18"/>
              </w:rPr>
              <w:t>.</w:t>
            </w:r>
          </w:p>
          <w:p w14:paraId="0984EA1E" w14:textId="77777777" w:rsidR="00B15E99" w:rsidRPr="00EF2F0E" w:rsidRDefault="00B15E99" w:rsidP="00AB06FD">
            <w:pPr>
              <w:keepNext/>
              <w:keepLines/>
              <w:spacing w:after="0"/>
              <w:ind w:left="851" w:hanging="851"/>
              <w:rPr>
                <w:rFonts w:ascii="Arial" w:hAnsi="Arial" w:cs="Arial"/>
                <w:sz w:val="18"/>
                <w:lang w:eastAsia="zh-CN"/>
              </w:rPr>
            </w:pPr>
            <w:r w:rsidRPr="00EF2F0E">
              <w:rPr>
                <w:rFonts w:ascii="Arial" w:hAnsi="Arial" w:cs="Arial"/>
                <w:sz w:val="18"/>
              </w:rPr>
              <w:t xml:space="preserve">NOTE </w:t>
            </w:r>
            <w:r w:rsidRPr="00EF2F0E">
              <w:rPr>
                <w:rFonts w:ascii="Arial" w:hAnsi="Arial" w:cs="Arial"/>
                <w:sz w:val="18"/>
                <w:lang w:eastAsia="zh-CN"/>
              </w:rPr>
              <w:t>2</w:t>
            </w:r>
            <w:r w:rsidRPr="00EF2F0E">
              <w:rPr>
                <w:rFonts w:ascii="Arial" w:hAnsi="Arial" w:cs="Arial"/>
                <w:sz w:val="18"/>
              </w:rPr>
              <w:t>:</w:t>
            </w:r>
            <w:r w:rsidRPr="00EF2F0E">
              <w:rPr>
                <w:rFonts w:ascii="Arial" w:hAnsi="Arial" w:cs="Arial"/>
                <w:sz w:val="18"/>
              </w:rPr>
              <w:tab/>
              <w:t xml:space="preserve">For a MSR RIB supporting </w:t>
            </w:r>
            <w:r w:rsidRPr="00EF2F0E">
              <w:rPr>
                <w:rFonts w:ascii="Arial" w:hAnsi="Arial" w:cs="Arial"/>
                <w:i/>
                <w:sz w:val="18"/>
              </w:rPr>
              <w:t>non-contiguous spectrum</w:t>
            </w:r>
            <w:r w:rsidRPr="00EF2F0E">
              <w:rPr>
                <w:rFonts w:ascii="Arial" w:hAnsi="Arial" w:cs="Arial"/>
                <w:sz w:val="18"/>
              </w:rPr>
              <w:t xml:space="preserve"> operation </w:t>
            </w:r>
            <w:r w:rsidRPr="00EF2F0E">
              <w:rPr>
                <w:rFonts w:ascii="Arial" w:hAnsi="Arial" w:cs="Arial"/>
                <w:sz w:val="18"/>
                <w:lang w:eastAsia="zh-CN"/>
              </w:rPr>
              <w:t xml:space="preserve">within any operating band </w:t>
            </w:r>
            <w:r w:rsidRPr="00EF2F0E">
              <w:rPr>
                <w:rFonts w:ascii="Arial" w:hAnsi="Arial" w:cs="Arial"/>
                <w:sz w:val="18"/>
              </w:rPr>
              <w:t xml:space="preserve">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w:t>
            </w:r>
            <w:r w:rsidRPr="00EF2F0E">
              <w:rPr>
                <w:rFonts w:ascii="Arial" w:hAnsi="Arial" w:cs="Arial"/>
                <w:sz w:val="18"/>
                <w:lang w:eastAsia="zh-CN"/>
              </w:rPr>
              <w:t xml:space="preserve"> </w:t>
            </w:r>
            <w:r w:rsidRPr="00EF2F0E">
              <w:rPr>
                <w:rFonts w:ascii="Arial" w:hAnsi="Arial" w:cs="Arial"/>
                <w:sz w:val="18"/>
              </w:rPr>
              <w:t xml:space="preserve">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w:t>
            </w:r>
          </w:p>
          <w:p w14:paraId="0984EA1F" w14:textId="77777777" w:rsidR="00B15E99" w:rsidRPr="00EF2F0E" w:rsidRDefault="00B15E99" w:rsidP="00AB06FD">
            <w:pPr>
              <w:keepNext/>
              <w:keepLines/>
              <w:spacing w:after="0"/>
              <w:ind w:left="851" w:hanging="851"/>
              <w:rPr>
                <w:rFonts w:ascii="Arial" w:hAnsi="Arial" w:cs="Arial"/>
                <w:sz w:val="18"/>
                <w:lang w:eastAsia="zh-CN"/>
              </w:rPr>
            </w:pPr>
            <w:r w:rsidRPr="00EF2F0E">
              <w:rPr>
                <w:rFonts w:ascii="Arial" w:hAnsi="Arial" w:cs="Arial"/>
                <w:sz w:val="18"/>
              </w:rPr>
              <w:t>NOTE</w:t>
            </w:r>
            <w:r w:rsidRPr="00EF2F0E">
              <w:rPr>
                <w:rFonts w:ascii="Arial" w:hAnsi="Arial" w:cs="Arial"/>
                <w:sz w:val="18"/>
                <w:lang w:eastAsia="zh-CN"/>
              </w:rPr>
              <w:t xml:space="preserve"> 3</w:t>
            </w:r>
            <w:r w:rsidRPr="00EF2F0E">
              <w:rPr>
                <w:rFonts w:ascii="Arial" w:hAnsi="Arial" w:cs="Arial"/>
                <w:sz w:val="18"/>
              </w:rPr>
              <w:t>:</w:t>
            </w:r>
            <w:r w:rsidR="006E5225" w:rsidRPr="00EF2F0E">
              <w:rPr>
                <w:rFonts w:ascii="Arial" w:hAnsi="Arial" w:cs="Arial"/>
                <w:sz w:val="18"/>
              </w:rPr>
              <w:tab/>
            </w:r>
            <w:r w:rsidRPr="00EF2F0E">
              <w:rPr>
                <w:rFonts w:ascii="Arial" w:hAnsi="Arial" w:cs="Arial"/>
                <w:sz w:val="18"/>
              </w:rPr>
              <w:t xml:space="preserve">For a MSR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rPr>
              <w:t>Inter RF Bandwidth gap</w:t>
            </w:r>
            <w:r w:rsidRPr="00EF2F0E">
              <w:rPr>
                <w:rFonts w:ascii="Arial" w:hAnsi="Arial" w:cs="Arial"/>
                <w:sz w:val="18"/>
              </w:rPr>
              <w:t>.</w:t>
            </w:r>
          </w:p>
        </w:tc>
      </w:tr>
    </w:tbl>
    <w:p w14:paraId="0984EA21" w14:textId="77777777" w:rsidR="00B15E99" w:rsidRPr="00EF2F0E" w:rsidRDefault="00B15E99" w:rsidP="00B15E99"/>
    <w:p w14:paraId="0984EA22" w14:textId="3A4826C0" w:rsidR="00B15E99" w:rsidRPr="00EF2F0E" w:rsidRDefault="00B15E99" w:rsidP="00B15E99">
      <w:pPr>
        <w:pStyle w:val="TH"/>
        <w:rPr>
          <w:rFonts w:cs="v5.0.0"/>
        </w:rPr>
      </w:pPr>
      <w:r w:rsidRPr="00EF2F0E">
        <w:t>Table 9.7.5.2.3-</w:t>
      </w:r>
      <w:r w:rsidRPr="00EF2F0E">
        <w:rPr>
          <w:lang w:eastAsia="zh-CN"/>
        </w:rPr>
        <w:t>6</w:t>
      </w:r>
      <w:r w:rsidRPr="00EF2F0E">
        <w:t xml:space="preserve">: </w:t>
      </w:r>
      <w:r w:rsidR="00540657">
        <w:t>MR BS OBUE in BC2 bands applicable</w:t>
      </w:r>
      <w:r w:rsidR="00540657" w:rsidRPr="00DF5484">
        <w:t xml:space="preserve"> for</w:t>
      </w:r>
      <w:r w:rsidR="00540657">
        <w:t>:</w:t>
      </w:r>
      <w:r w:rsidR="00540657" w:rsidRPr="00DF5484">
        <w:t xml:space="preserve"> </w:t>
      </w:r>
      <w:r w:rsidR="00540657">
        <w:t xml:space="preserve">BS with </w:t>
      </w:r>
      <w:r w:rsidR="00540657" w:rsidRPr="00DF5484">
        <w:t xml:space="preserve">maximum output power </w:t>
      </w:r>
      <w:r w:rsidR="00540657" w:rsidRPr="00DF5484">
        <w:rPr>
          <w:rFonts w:cs="v4.2.0"/>
        </w:rPr>
        <w:t>P</w:t>
      </w:r>
      <w:r w:rsidR="00540657" w:rsidRPr="00DF5484">
        <w:rPr>
          <w:rFonts w:cs="v4.2.0"/>
          <w:vertAlign w:val="subscript"/>
        </w:rPr>
        <w:t>rated,c,TRP</w:t>
      </w:r>
      <w:r w:rsidR="00540657" w:rsidRPr="00DF5484">
        <w:t xml:space="preserve"> </w:t>
      </w:r>
      <w:r w:rsidR="00540657" w:rsidRPr="00DF5484">
        <w:rPr>
          <w:rFonts w:cs="v5.0.0"/>
        </w:rPr>
        <w:sym w:font="Symbol" w:char="F0A3"/>
      </w:r>
      <w:r w:rsidR="00540657" w:rsidRPr="00DF5484">
        <w:t xml:space="preserve"> 40 dBm</w:t>
      </w:r>
      <w:r w:rsidR="00540657">
        <w:t xml:space="preserve"> and</w:t>
      </w:r>
      <w:r w:rsidR="00540657" w:rsidRPr="00DF5484">
        <w:t xml:space="preserve"> operati</w:t>
      </w:r>
      <w:r w:rsidR="00540657">
        <w:t>ng</w:t>
      </w:r>
      <w:r w:rsidR="00540657" w:rsidRPr="00DF5484">
        <w:t xml:space="preserve"> E-UTRA 1.4 or 3 MHz carriers adjacent to the </w:t>
      </w:r>
      <w:r w:rsidR="00540657" w:rsidRPr="00DF5484">
        <w:rPr>
          <w:i/>
        </w:rPr>
        <w:t>Base Station RF Bandwidth edge</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2"/>
        <w:gridCol w:w="2977"/>
        <w:gridCol w:w="3139"/>
        <w:gridCol w:w="1430"/>
      </w:tblGrid>
      <w:tr w:rsidR="003401A4" w:rsidRPr="00EF2F0E" w14:paraId="0984EA27" w14:textId="77777777" w:rsidTr="00AB06FD">
        <w:trPr>
          <w:cantSplit/>
          <w:jc w:val="center"/>
        </w:trPr>
        <w:tc>
          <w:tcPr>
            <w:tcW w:w="2442" w:type="dxa"/>
          </w:tcPr>
          <w:p w14:paraId="0984EA23"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7" w:type="dxa"/>
          </w:tcPr>
          <w:p w14:paraId="0984EA24"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139" w:type="dxa"/>
          </w:tcPr>
          <w:p w14:paraId="0984EA25"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Minimum requirement (NOTE </w:t>
            </w:r>
            <w:r w:rsidRPr="00EF2F0E">
              <w:rPr>
                <w:rFonts w:ascii="Arial" w:hAnsi="Arial" w:cs="Arial"/>
                <w:b/>
                <w:sz w:val="18"/>
                <w:lang w:eastAsia="zh-CN"/>
              </w:rPr>
              <w:t>2, 3</w:t>
            </w:r>
            <w:r w:rsidRPr="00EF2F0E">
              <w:rPr>
                <w:rFonts w:ascii="Arial" w:hAnsi="Arial" w:cs="Arial"/>
                <w:b/>
                <w:sz w:val="18"/>
              </w:rPr>
              <w:t>)</w:t>
            </w:r>
          </w:p>
        </w:tc>
        <w:tc>
          <w:tcPr>
            <w:tcW w:w="1430" w:type="dxa"/>
          </w:tcPr>
          <w:p w14:paraId="0984EA26"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 xml:space="preserve">(NOTE </w:t>
            </w:r>
            <w:r w:rsidRPr="00EF2F0E">
              <w:rPr>
                <w:rFonts w:ascii="Arial" w:hAnsi="Arial" w:cs="Arial"/>
                <w:b/>
                <w:sz w:val="18"/>
                <w:lang w:eastAsia="zh-CN"/>
              </w:rPr>
              <w:t>10</w:t>
            </w:r>
            <w:r w:rsidRPr="00EF2F0E">
              <w:rPr>
                <w:rFonts w:ascii="Arial" w:hAnsi="Arial" w:cs="Arial"/>
                <w:b/>
                <w:sz w:val="18"/>
              </w:rPr>
              <w:t>)</w:t>
            </w:r>
          </w:p>
        </w:tc>
      </w:tr>
      <w:tr w:rsidR="003401A4" w:rsidRPr="00EF2F0E" w14:paraId="0984EA2C" w14:textId="77777777" w:rsidTr="00AB06FD">
        <w:trPr>
          <w:cantSplit/>
          <w:jc w:val="center"/>
        </w:trPr>
        <w:tc>
          <w:tcPr>
            <w:tcW w:w="2442" w:type="dxa"/>
          </w:tcPr>
          <w:p w14:paraId="0984EA28"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0.05 MHz</w:t>
            </w:r>
          </w:p>
        </w:tc>
        <w:tc>
          <w:tcPr>
            <w:tcW w:w="2977" w:type="dxa"/>
          </w:tcPr>
          <w:p w14:paraId="0984EA29" w14:textId="77777777" w:rsidR="00B15E99" w:rsidRPr="00EF2F0E" w:rsidRDefault="00B15E99" w:rsidP="00AB06FD">
            <w:pPr>
              <w:keepNext/>
              <w:keepLines/>
              <w:spacing w:after="0"/>
              <w:ind w:left="3780" w:hanging="3780"/>
              <w:jc w:val="center"/>
              <w:rPr>
                <w:rFonts w:ascii="Arial" w:hAnsi="Arial" w:cs="v5.0.0"/>
                <w:sz w:val="18"/>
              </w:rPr>
            </w:pPr>
            <w:r w:rsidRPr="00EF2F0E">
              <w:rPr>
                <w:rFonts w:ascii="Arial" w:hAnsi="Arial" w:cs="v5.0.0"/>
                <w:sz w:val="18"/>
              </w:rPr>
              <w:t xml:space="preserve">0.015 MHz </w:t>
            </w:r>
            <w:r w:rsidRPr="00EF2F0E">
              <w:rPr>
                <w:rFonts w:ascii="Arial" w:hAnsi="Arial" w:cs="v5.0.0"/>
                <w:sz w:val="18"/>
              </w:rPr>
              <w:sym w:font="Symbol" w:char="F0A3"/>
            </w:r>
            <w:r w:rsidRPr="00EF2F0E">
              <w:rPr>
                <w:rFonts w:ascii="Arial" w:hAnsi="Arial" w:cs="v5.0.0"/>
                <w:sz w:val="18"/>
              </w:rPr>
              <w:t xml:space="preserve"> f_offset &lt; 0.065 MHz </w:t>
            </w:r>
          </w:p>
        </w:tc>
        <w:tc>
          <w:tcPr>
            <w:tcW w:w="3139" w:type="dxa"/>
          </w:tcPr>
          <w:p w14:paraId="0984EA2A" w14:textId="77777777" w:rsidR="00B15E99" w:rsidRPr="00EF2F0E" w:rsidRDefault="00525864" w:rsidP="00AB06FD">
            <w:pPr>
              <w:keepLines/>
              <w:tabs>
                <w:tab w:val="center" w:pos="4536"/>
                <w:tab w:val="right" w:pos="9072"/>
              </w:tabs>
              <w:ind w:left="9072" w:hanging="9072"/>
            </w:pPr>
            <w:r w:rsidRPr="00EF2F0E">
              <w:rPr>
                <w:position w:val="-42"/>
              </w:rPr>
              <w:object w:dxaOrig="3260" w:dyaOrig="960" w14:anchorId="098511F7">
                <v:shape id="对象 143" o:spid="_x0000_i1088" type="#_x0000_t75" style="width:136.05pt;height:39.05pt;mso-wrap-style:square;mso-position-horizontal-relative:page;mso-position-vertical-relative:page" o:ole="">
                  <v:imagedata r:id="rId132" o:title=""/>
                </v:shape>
                <o:OLEObject Type="Embed" ProgID="Equation.3" ShapeID="对象 143" DrawAspect="Content" ObjectID="_1717663610" r:id="rId133"/>
              </w:object>
            </w:r>
          </w:p>
        </w:tc>
        <w:tc>
          <w:tcPr>
            <w:tcW w:w="1430" w:type="dxa"/>
          </w:tcPr>
          <w:p w14:paraId="0984EA2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A31" w14:textId="77777777" w:rsidTr="00AB06FD">
        <w:trPr>
          <w:cantSplit/>
          <w:jc w:val="center"/>
        </w:trPr>
        <w:tc>
          <w:tcPr>
            <w:tcW w:w="2442" w:type="dxa"/>
          </w:tcPr>
          <w:p w14:paraId="0984EA2D"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0.1</w:t>
            </w:r>
            <w:r w:rsidRPr="00EF2F0E">
              <w:rPr>
                <w:rFonts w:ascii="Arial" w:hAnsi="Arial" w:cs="v5.0.0"/>
                <w:sz w:val="18"/>
                <w:lang w:eastAsia="zh-CN"/>
              </w:rPr>
              <w:t>5</w:t>
            </w:r>
            <w:r w:rsidRPr="00EF2F0E">
              <w:rPr>
                <w:rFonts w:ascii="Arial" w:hAnsi="Arial" w:cs="v5.0.0"/>
                <w:sz w:val="18"/>
              </w:rPr>
              <w:t xml:space="preserve"> MHz</w:t>
            </w:r>
          </w:p>
        </w:tc>
        <w:tc>
          <w:tcPr>
            <w:tcW w:w="2977" w:type="dxa"/>
          </w:tcPr>
          <w:p w14:paraId="0984EA2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0.065 MHz </w:t>
            </w:r>
            <w:r w:rsidRPr="00EF2F0E">
              <w:rPr>
                <w:rFonts w:ascii="Arial" w:hAnsi="Arial" w:cs="v5.0.0"/>
                <w:sz w:val="18"/>
              </w:rPr>
              <w:sym w:font="Symbol" w:char="F0A3"/>
            </w:r>
            <w:r w:rsidRPr="00EF2F0E">
              <w:rPr>
                <w:rFonts w:ascii="Arial" w:hAnsi="Arial" w:cs="v5.0.0"/>
                <w:sz w:val="18"/>
              </w:rPr>
              <w:t xml:space="preserve"> f_offset &lt; 0.1</w:t>
            </w:r>
            <w:r w:rsidRPr="00EF2F0E">
              <w:rPr>
                <w:rFonts w:ascii="Arial" w:hAnsi="Arial" w:cs="v5.0.0"/>
                <w:sz w:val="18"/>
                <w:lang w:eastAsia="zh-CN"/>
              </w:rPr>
              <w:t>6</w:t>
            </w:r>
            <w:r w:rsidRPr="00EF2F0E">
              <w:rPr>
                <w:rFonts w:ascii="Arial" w:hAnsi="Arial" w:cs="v5.0.0"/>
                <w:sz w:val="18"/>
              </w:rPr>
              <w:t xml:space="preserve">5 MHz </w:t>
            </w:r>
          </w:p>
        </w:tc>
        <w:tc>
          <w:tcPr>
            <w:tcW w:w="3139" w:type="dxa"/>
          </w:tcPr>
          <w:p w14:paraId="0984EA2F" w14:textId="77777777" w:rsidR="00B15E99" w:rsidRPr="00EF2F0E" w:rsidRDefault="00525864" w:rsidP="00AB06FD">
            <w:pPr>
              <w:keepLines/>
              <w:tabs>
                <w:tab w:val="center" w:pos="4536"/>
                <w:tab w:val="right" w:pos="9072"/>
              </w:tabs>
            </w:pPr>
            <w:r w:rsidRPr="00EF2F0E">
              <w:rPr>
                <w:position w:val="-42"/>
              </w:rPr>
              <w:object w:dxaOrig="3438" w:dyaOrig="960" w14:anchorId="098511F8">
                <v:shape id="对象 144" o:spid="_x0000_i1089" type="#_x0000_t75" style="width:2in;height:39.05pt;mso-wrap-style:square;mso-position-horizontal-relative:page;mso-position-vertical-relative:page" o:ole="">
                  <v:imagedata r:id="rId134" o:title=""/>
                </v:shape>
                <o:OLEObject Type="Embed" ProgID="Equation.3" ShapeID="对象 144" DrawAspect="Content" ObjectID="_1717663611" r:id="rId135"/>
              </w:object>
            </w:r>
          </w:p>
        </w:tc>
        <w:tc>
          <w:tcPr>
            <w:tcW w:w="1430" w:type="dxa"/>
          </w:tcPr>
          <w:p w14:paraId="0984EA3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B15E99" w:rsidRPr="00EF2F0E" w14:paraId="0984EA36" w14:textId="77777777" w:rsidTr="00AB06FD">
        <w:trPr>
          <w:cantSplit/>
          <w:jc w:val="center"/>
        </w:trPr>
        <w:tc>
          <w:tcPr>
            <w:tcW w:w="9988" w:type="dxa"/>
            <w:gridSpan w:val="4"/>
          </w:tcPr>
          <w:p w14:paraId="0984EA32" w14:textId="77777777" w:rsidR="00B15E99" w:rsidRPr="00EF2F0E" w:rsidRDefault="00B15E99" w:rsidP="00AB06FD">
            <w:pPr>
              <w:pStyle w:val="TAN"/>
            </w:pPr>
            <w:r w:rsidRPr="00EF2F0E">
              <w:t xml:space="preserve">NOTE </w:t>
            </w:r>
            <w:r w:rsidRPr="00EF2F0E">
              <w:rPr>
                <w:lang w:eastAsia="zh-CN"/>
              </w:rPr>
              <w:t>1</w:t>
            </w:r>
            <w:r w:rsidRPr="00EF2F0E">
              <w:t>:</w:t>
            </w:r>
            <w:r w:rsidRPr="00EF2F0E">
              <w:tab/>
              <w:t>The limits in this table only apply for operation with an E-UTRA 1.4 or 3 MHz carrier adjacent to the</w:t>
            </w:r>
            <w:r w:rsidRPr="00EF2F0E">
              <w:rPr>
                <w:i/>
              </w:rPr>
              <w:t xml:space="preserve"> Base Station RF Bandwidth edge</w:t>
            </w:r>
            <w:r w:rsidRPr="00EF2F0E">
              <w:t>.</w:t>
            </w:r>
          </w:p>
          <w:p w14:paraId="0984EA33" w14:textId="77777777" w:rsidR="00B15E99" w:rsidRPr="00EF2F0E" w:rsidRDefault="00B15E99" w:rsidP="00AB06FD">
            <w:pPr>
              <w:pStyle w:val="TAN"/>
              <w:rPr>
                <w:lang w:eastAsia="zh-CN"/>
              </w:rPr>
            </w:pPr>
            <w:r w:rsidRPr="00EF2F0E">
              <w:t xml:space="preserve">NOTE </w:t>
            </w:r>
            <w:r w:rsidRPr="00EF2F0E">
              <w:rPr>
                <w:lang w:eastAsia="zh-CN"/>
              </w:rPr>
              <w:t>2</w:t>
            </w:r>
            <w:r w:rsidRPr="00EF2F0E">
              <w:t>:</w:t>
            </w:r>
            <w:r w:rsidRPr="00EF2F0E">
              <w:tab/>
              <w:t xml:space="preserve">For a MSR RIB supporting </w:t>
            </w:r>
            <w:r w:rsidRPr="00EF2F0E">
              <w:rPr>
                <w:i/>
              </w:rPr>
              <w:t>non-contiguous spectrum</w:t>
            </w:r>
            <w:r w:rsidRPr="00EF2F0E">
              <w:t xml:space="preserve"> operation </w:t>
            </w:r>
            <w:r w:rsidRPr="00EF2F0E">
              <w:rPr>
                <w:lang w:eastAsia="zh-CN"/>
              </w:rPr>
              <w:t xml:space="preserve">within any operating band </w:t>
            </w:r>
            <w:r w:rsidRPr="00EF2F0E">
              <w:t xml:space="preserve">the </w:t>
            </w:r>
            <w:r w:rsidRPr="00EF2F0E">
              <w:rPr>
                <w:i/>
              </w:rPr>
              <w:t>minimum requirement</w:t>
            </w:r>
            <w:r w:rsidRPr="00EF2F0E">
              <w:t xml:space="preserve"> within </w:t>
            </w:r>
            <w:r w:rsidRPr="00EF2F0E">
              <w:rPr>
                <w:i/>
              </w:rPr>
              <w:t>sub-block gaps</w:t>
            </w:r>
            <w:r w:rsidRPr="00EF2F0E">
              <w:t xml:space="preserve"> is calculated as a cumulative sum of contributions from adjacent </w:t>
            </w:r>
            <w:r w:rsidRPr="00EF2F0E">
              <w:rPr>
                <w:rFonts w:cs="v5.0.0"/>
              </w:rPr>
              <w:t xml:space="preserve">sub blocks on each side of the </w:t>
            </w:r>
            <w:r w:rsidRPr="00EF2F0E">
              <w:rPr>
                <w:rFonts w:cs="v5.0.0"/>
                <w:i/>
              </w:rPr>
              <w:t>sub-block gap</w:t>
            </w:r>
            <w:r w:rsidRPr="00EF2F0E">
              <w:t>.</w:t>
            </w:r>
          </w:p>
          <w:p w14:paraId="0984EA34" w14:textId="77777777" w:rsidR="00B15E99" w:rsidRPr="00EF2F0E" w:rsidRDefault="00B15E99" w:rsidP="00AB06FD">
            <w:pPr>
              <w:pStyle w:val="TAN"/>
            </w:pPr>
            <w:r w:rsidRPr="00EF2F0E">
              <w:t>NOTE</w:t>
            </w:r>
            <w:r w:rsidRPr="00EF2F0E">
              <w:rPr>
                <w:lang w:eastAsia="zh-CN"/>
              </w:rPr>
              <w:t xml:space="preserve"> 3</w:t>
            </w:r>
            <w:r w:rsidRPr="00EF2F0E">
              <w:t>:</w:t>
            </w:r>
            <w:r w:rsidR="006E5225" w:rsidRPr="00EF2F0E">
              <w:tab/>
            </w:r>
            <w:r w:rsidRPr="00EF2F0E">
              <w:t xml:space="preserve">For a MSR </w:t>
            </w:r>
            <w:r w:rsidRPr="00EF2F0E">
              <w:rPr>
                <w:i/>
              </w:rPr>
              <w:t>multi-band RIB</w:t>
            </w:r>
            <w:r w:rsidRPr="00EF2F0E">
              <w:t xml:space="preserve"> with </w:t>
            </w:r>
            <w:r w:rsidRPr="00EF2F0E">
              <w:rPr>
                <w:i/>
              </w:rPr>
              <w:t>Inter RF Bandwidth gap</w:t>
            </w:r>
            <w:r w:rsidRPr="00EF2F0E">
              <w:t xml:space="preserve"> &lt; 2×Δf</w:t>
            </w:r>
            <w:r w:rsidRPr="00EF2F0E">
              <w:rPr>
                <w:vertAlign w:val="subscript"/>
              </w:rPr>
              <w:t>OBUE</w:t>
            </w:r>
            <w:r w:rsidRPr="00EF2F0E">
              <w:t xml:space="preserve"> the </w:t>
            </w:r>
            <w:r w:rsidRPr="00EF2F0E">
              <w:rPr>
                <w:i/>
              </w:rPr>
              <w:t>minimum requirement</w:t>
            </w:r>
            <w:r w:rsidRPr="00EF2F0E">
              <w:t xml:space="preserve"> within the </w:t>
            </w:r>
            <w:r w:rsidRPr="00EF2F0E">
              <w:rPr>
                <w:i/>
              </w:rPr>
              <w:t>Inter RF Bandwidth gaps</w:t>
            </w:r>
            <w:r w:rsidRPr="00EF2F0E">
              <w:t xml:space="preserve"> is calculated as a cumulative sum of contributions from adjacent sub-blocks or </w:t>
            </w:r>
            <w:r w:rsidRPr="00EF2F0E">
              <w:rPr>
                <w:i/>
              </w:rPr>
              <w:t>Base Station RF Bandwidth</w:t>
            </w:r>
            <w:r w:rsidRPr="00EF2F0E">
              <w:t xml:space="preserve"> on each side of the </w:t>
            </w:r>
            <w:r w:rsidRPr="00EF2F0E">
              <w:rPr>
                <w:i/>
              </w:rPr>
              <w:t>Inter RF Bandwidth gap</w:t>
            </w:r>
            <w:r w:rsidRPr="00EF2F0E">
              <w:t>.</w:t>
            </w:r>
          </w:p>
          <w:p w14:paraId="0984EA35" w14:textId="77777777" w:rsidR="00B15E99" w:rsidRPr="00EF2F0E" w:rsidRDefault="00B15E99" w:rsidP="00DB3F6B">
            <w:pPr>
              <w:pStyle w:val="TAN"/>
              <w:rPr>
                <w:lang w:eastAsia="zh-CN"/>
              </w:rPr>
            </w:pPr>
            <w:r w:rsidRPr="00EF2F0E">
              <w:t>NOTE 4:</w:t>
            </w:r>
            <w:r w:rsidR="006E5225" w:rsidRPr="00EF2F0E">
              <w:tab/>
            </w:r>
            <w:r w:rsidR="00DB3F6B" w:rsidRPr="00EF2F0E">
              <w:t>(Void)</w:t>
            </w:r>
          </w:p>
        </w:tc>
      </w:tr>
    </w:tbl>
    <w:p w14:paraId="0984EA37" w14:textId="77777777" w:rsidR="00B15E99" w:rsidRPr="00EF2F0E" w:rsidRDefault="00B15E99" w:rsidP="00B15E99">
      <w:pPr>
        <w:rPr>
          <w:lang w:eastAsia="zh-CN"/>
        </w:rPr>
      </w:pPr>
    </w:p>
    <w:p w14:paraId="0984EA38" w14:textId="0947D7BE" w:rsidR="00B15E99" w:rsidRPr="00EF2F0E" w:rsidRDefault="00B15E99" w:rsidP="00B15E99">
      <w:pPr>
        <w:pStyle w:val="TH"/>
      </w:pPr>
      <w:r w:rsidRPr="00EF2F0E">
        <w:t>Table 9.7.5.2.3-</w:t>
      </w:r>
      <w:r w:rsidRPr="00EF2F0E">
        <w:rPr>
          <w:lang w:eastAsia="zh-CN"/>
        </w:rPr>
        <w:t>7</w:t>
      </w:r>
      <w:r w:rsidRPr="00EF2F0E">
        <w:t xml:space="preserve">: </w:t>
      </w:r>
      <w:r w:rsidR="00381D66">
        <w:rPr>
          <w:lang w:eastAsia="zh-CN"/>
        </w:rPr>
        <w:t>LA</w:t>
      </w:r>
      <w:r w:rsidR="00381D66" w:rsidRPr="00A42D02">
        <w:t xml:space="preserve"> </w:t>
      </w:r>
      <w:r w:rsidR="00381D66">
        <w:t>BS OBUE in</w:t>
      </w:r>
      <w:r w:rsidR="00381D66" w:rsidRPr="00DF5484">
        <w:t xml:space="preserve"> BC2</w:t>
      </w:r>
      <w:r w:rsidR="00381D66">
        <w:t xml:space="preserve"> bands</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7"/>
        <w:gridCol w:w="3294"/>
        <w:gridCol w:w="1592"/>
      </w:tblGrid>
      <w:tr w:rsidR="003401A4" w:rsidRPr="00EF2F0E" w14:paraId="0984EA3D"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A39"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0044"/>
            </w:r>
            <w:r w:rsidRPr="00EF2F0E">
              <w:rPr>
                <w:rFonts w:ascii="Arial" w:hAnsi="Arial" w:cs="Arial"/>
                <w:b/>
                <w:sz w:val="18"/>
              </w:rPr>
              <w:t>f</w:t>
            </w:r>
          </w:p>
        </w:tc>
        <w:tc>
          <w:tcPr>
            <w:tcW w:w="2977" w:type="dxa"/>
            <w:tcBorders>
              <w:top w:val="single" w:sz="4" w:space="0" w:color="auto"/>
              <w:left w:val="single" w:sz="4" w:space="0" w:color="auto"/>
              <w:bottom w:val="single" w:sz="4" w:space="0" w:color="auto"/>
              <w:right w:val="single" w:sz="4" w:space="0" w:color="auto"/>
            </w:tcBorders>
          </w:tcPr>
          <w:p w14:paraId="0984EA3A"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294" w:type="dxa"/>
            <w:tcBorders>
              <w:top w:val="single" w:sz="4" w:space="0" w:color="auto"/>
              <w:left w:val="single" w:sz="4" w:space="0" w:color="auto"/>
              <w:bottom w:val="single" w:sz="4" w:space="0" w:color="auto"/>
              <w:right w:val="single" w:sz="4" w:space="0" w:color="auto"/>
            </w:tcBorders>
          </w:tcPr>
          <w:p w14:paraId="0984EA3B" w14:textId="77777777" w:rsidR="00B15E99" w:rsidRPr="00EF2F0E" w:rsidRDefault="00B15E99" w:rsidP="00AB06FD">
            <w:pPr>
              <w:keepNext/>
              <w:keepLines/>
              <w:spacing w:after="0"/>
              <w:jc w:val="center"/>
              <w:rPr>
                <w:rFonts w:ascii="Arial" w:hAnsi="Arial" w:cs="Arial"/>
                <w:b/>
                <w:sz w:val="18"/>
                <w:lang w:eastAsia="zh-CN"/>
              </w:rPr>
            </w:pPr>
            <w:r w:rsidRPr="00EF2F0E">
              <w:rPr>
                <w:rFonts w:ascii="Arial" w:hAnsi="Arial" w:cs="Arial"/>
                <w:b/>
                <w:sz w:val="18"/>
              </w:rPr>
              <w:t xml:space="preserve">Minimum requirement </w:t>
            </w:r>
            <w:r w:rsidRPr="00EF2F0E">
              <w:rPr>
                <w:rFonts w:ascii="Arial" w:hAnsi="Arial" w:cs="Arial"/>
                <w:b/>
                <w:sz w:val="18"/>
                <w:lang w:eastAsia="zh-CN"/>
              </w:rPr>
              <w:t>(NOTE 2, 3)</w:t>
            </w:r>
          </w:p>
        </w:tc>
        <w:tc>
          <w:tcPr>
            <w:tcW w:w="1592" w:type="dxa"/>
            <w:tcBorders>
              <w:top w:val="single" w:sz="4" w:space="0" w:color="auto"/>
              <w:left w:val="single" w:sz="4" w:space="0" w:color="auto"/>
              <w:bottom w:val="single" w:sz="4" w:space="0" w:color="auto"/>
              <w:right w:val="single" w:sz="4" w:space="0" w:color="auto"/>
            </w:tcBorders>
          </w:tcPr>
          <w:p w14:paraId="0984EA3C"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 xml:space="preserve">(NOTE </w:t>
            </w:r>
            <w:r w:rsidRPr="00EF2F0E">
              <w:rPr>
                <w:rFonts w:ascii="Arial" w:hAnsi="Arial" w:cs="Arial"/>
                <w:b/>
                <w:sz w:val="18"/>
                <w:lang w:eastAsia="zh-CN"/>
              </w:rPr>
              <w:t>10</w:t>
            </w:r>
            <w:r w:rsidRPr="00EF2F0E">
              <w:rPr>
                <w:rFonts w:ascii="Arial" w:hAnsi="Arial" w:cs="Arial"/>
                <w:b/>
                <w:sz w:val="18"/>
              </w:rPr>
              <w:t>)</w:t>
            </w:r>
          </w:p>
        </w:tc>
      </w:tr>
      <w:tr w:rsidR="003401A4" w:rsidRPr="00EF2F0E" w14:paraId="0984EA43"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A3E" w14:textId="77777777" w:rsidR="00B15E99" w:rsidRPr="00EF2F0E" w:rsidRDefault="00B15E99" w:rsidP="00AB06FD">
            <w:pPr>
              <w:keepNext/>
              <w:keepLines/>
              <w:spacing w:after="0"/>
              <w:jc w:val="center"/>
              <w:rPr>
                <w:rFonts w:ascii="Arial" w:hAnsi="Arial" w:cs="v5.0.0"/>
                <w:sz w:val="18"/>
                <w:lang w:eastAsia="zh-CN"/>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00A3"/>
            </w:r>
            <w:r w:rsidRPr="00EF2F0E">
              <w:rPr>
                <w:rFonts w:ascii="Arial" w:hAnsi="Arial" w:cs="v5.0.0"/>
                <w:sz w:val="18"/>
              </w:rPr>
              <w:t xml:space="preserve"> </w:t>
            </w:r>
            <w:r w:rsidRPr="00EF2F0E">
              <w:rPr>
                <w:rFonts w:ascii="Arial" w:hAnsi="Arial" w:cs="v5.0.0"/>
                <w:sz w:val="18"/>
              </w:rPr>
              <w:sym w:font="Symbol" w:char="0044"/>
            </w:r>
            <w:r w:rsidRPr="00EF2F0E">
              <w:rPr>
                <w:rFonts w:ascii="Arial" w:hAnsi="Arial" w:cs="v5.0.0"/>
                <w:sz w:val="18"/>
              </w:rPr>
              <w:t>f &lt; 5 MHz</w:t>
            </w:r>
          </w:p>
          <w:p w14:paraId="0984EA3F" w14:textId="77777777" w:rsidR="00B15E99" w:rsidRPr="00EF2F0E" w:rsidRDefault="00B15E99" w:rsidP="00AB06FD">
            <w:pPr>
              <w:keepNext/>
              <w:keepLines/>
              <w:spacing w:after="0"/>
              <w:jc w:val="center"/>
              <w:rPr>
                <w:rFonts w:ascii="Arial" w:hAnsi="Arial" w:cs="v5.0.0"/>
                <w:sz w:val="18"/>
                <w:lang w:eastAsia="zh-CN"/>
              </w:rPr>
            </w:pPr>
            <w:r w:rsidRPr="00EF2F0E">
              <w:rPr>
                <w:rFonts w:ascii="Arial" w:hAnsi="Arial" w:cs="v5.0.0"/>
                <w:sz w:val="18"/>
                <w:lang w:eastAsia="zh-CN"/>
              </w:rPr>
              <w:t>(NOTE 1)</w:t>
            </w:r>
          </w:p>
        </w:tc>
        <w:tc>
          <w:tcPr>
            <w:tcW w:w="2977" w:type="dxa"/>
            <w:tcBorders>
              <w:top w:val="single" w:sz="4" w:space="0" w:color="auto"/>
              <w:left w:val="single" w:sz="4" w:space="0" w:color="auto"/>
              <w:bottom w:val="single" w:sz="4" w:space="0" w:color="auto"/>
              <w:right w:val="single" w:sz="4" w:space="0" w:color="auto"/>
            </w:tcBorders>
          </w:tcPr>
          <w:p w14:paraId="0984EA40"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00A3"/>
            </w:r>
            <w:r w:rsidRPr="00EF2F0E">
              <w:rPr>
                <w:rFonts w:ascii="Arial" w:hAnsi="Arial" w:cs="v5.0.0"/>
                <w:sz w:val="18"/>
              </w:rPr>
              <w:t xml:space="preserve"> f_offset &lt; 5.05 MHz</w:t>
            </w:r>
          </w:p>
        </w:tc>
        <w:tc>
          <w:tcPr>
            <w:tcW w:w="3294" w:type="dxa"/>
            <w:tcBorders>
              <w:top w:val="single" w:sz="4" w:space="0" w:color="auto"/>
              <w:left w:val="single" w:sz="4" w:space="0" w:color="auto"/>
              <w:bottom w:val="single" w:sz="4" w:space="0" w:color="auto"/>
              <w:right w:val="single" w:sz="4" w:space="0" w:color="auto"/>
            </w:tcBorders>
            <w:vAlign w:val="center"/>
          </w:tcPr>
          <w:p w14:paraId="0984EA41" w14:textId="77777777" w:rsidR="00B15E99" w:rsidRPr="00EF2F0E" w:rsidRDefault="00B15E99" w:rsidP="00AB06FD">
            <w:pPr>
              <w:keepNext/>
              <w:keepLines/>
              <w:spacing w:after="0"/>
              <w:jc w:val="center"/>
              <w:rPr>
                <w:rFonts w:ascii="Arial" w:hAnsi="Arial" w:cs="Arial"/>
                <w:sz w:val="18"/>
              </w:rPr>
            </w:pPr>
            <w:r w:rsidRPr="00EF2F0E">
              <w:rPr>
                <w:rFonts w:cs="Arial"/>
                <w:position w:val="-28"/>
              </w:rPr>
              <w:object w:dxaOrig="3460" w:dyaOrig="680" w14:anchorId="098511F9">
                <v:shape id="_x0000_i1090" type="#_x0000_t75" style="width:156.8pt;height:30.5pt" o:ole="">
                  <v:imagedata r:id="rId136" o:title=""/>
                </v:shape>
                <o:OLEObject Type="Embed" ProgID="Equation.3" ShapeID="_x0000_i1090" DrawAspect="Content" ObjectID="_1717663612" r:id="rId137"/>
              </w:object>
            </w:r>
          </w:p>
        </w:tc>
        <w:tc>
          <w:tcPr>
            <w:tcW w:w="1592" w:type="dxa"/>
            <w:tcBorders>
              <w:top w:val="single" w:sz="4" w:space="0" w:color="auto"/>
              <w:left w:val="single" w:sz="4" w:space="0" w:color="auto"/>
              <w:bottom w:val="single" w:sz="4" w:space="0" w:color="auto"/>
              <w:right w:val="single" w:sz="4" w:space="0" w:color="auto"/>
            </w:tcBorders>
          </w:tcPr>
          <w:p w14:paraId="0984EA42"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A48"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A44"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 </w:t>
            </w:r>
            <w:r w:rsidRPr="00EF2F0E">
              <w:rPr>
                <w:rFonts w:ascii="Arial" w:hAnsi="Arial" w:cs="Arial"/>
                <w:sz w:val="18"/>
                <w:lang w:val="sv-FI"/>
              </w:rPr>
              <w:t xml:space="preserve">MHz </w:t>
            </w:r>
            <w:r w:rsidRPr="00EF2F0E">
              <w:rPr>
                <w:rFonts w:ascii="Arial" w:hAnsi="Arial" w:cs="v5.0.0"/>
                <w:sz w:val="18"/>
              </w:rPr>
              <w:sym w:font="Symbol" w:char="00A3"/>
            </w:r>
            <w:r w:rsidRPr="00EF2F0E">
              <w:rPr>
                <w:rFonts w:ascii="Arial" w:hAnsi="Arial" w:cs="v5.0.0"/>
                <w:sz w:val="18"/>
                <w:lang w:val="sv-FI"/>
              </w:rPr>
              <w:t xml:space="preserve"> </w:t>
            </w:r>
            <w:r w:rsidRPr="00EF2F0E">
              <w:rPr>
                <w:rFonts w:ascii="Arial" w:hAnsi="Arial" w:cs="v5.0.0"/>
                <w:sz w:val="18"/>
              </w:rPr>
              <w:sym w:font="Symbol" w:char="0044"/>
            </w:r>
            <w:r w:rsidRPr="00EF2F0E">
              <w:rPr>
                <w:rFonts w:ascii="Arial" w:hAnsi="Arial" w:cs="v5.0.0"/>
                <w:sz w:val="18"/>
                <w:lang w:val="sv-FI"/>
              </w:rPr>
              <w:t xml:space="preserve">f &lt; </w:t>
            </w:r>
            <w:r w:rsidRPr="00EF2F0E">
              <w:rPr>
                <w:rFonts w:ascii="Arial" w:hAnsi="Arial" w:cs="v5.0.0"/>
                <w:sz w:val="18"/>
                <w:lang w:val="sv-FI" w:eastAsia="zh-CN"/>
              </w:rPr>
              <w:t>min(</w:t>
            </w:r>
            <w:r w:rsidRPr="00EF2F0E">
              <w:rPr>
                <w:rFonts w:ascii="Arial" w:hAnsi="Arial" w:cs="v5.0.0"/>
                <w:sz w:val="18"/>
                <w:lang w:val="sv-FI"/>
              </w:rPr>
              <w:t>10 MHz</w:t>
            </w:r>
            <w:r w:rsidRPr="00EF2F0E">
              <w:rPr>
                <w:rFonts w:ascii="Arial" w:hAnsi="Arial" w:cs="v5.0.0"/>
                <w:sz w:val="18"/>
                <w:lang w:val="sv-FI" w:eastAsia="zh-CN"/>
              </w:rPr>
              <w:t xml:space="preserve">, </w:t>
            </w:r>
            <w:r w:rsidRPr="00EF2F0E">
              <w:rPr>
                <w:rFonts w:ascii="Arial" w:hAnsi="Arial" w:cs="v5.0.0"/>
                <w:sz w:val="18"/>
                <w:lang w:eastAsia="zh-CN"/>
              </w:rPr>
              <w:t>Δ</w:t>
            </w:r>
            <w:r w:rsidRPr="00EF2F0E">
              <w:rPr>
                <w:rFonts w:ascii="Arial" w:hAnsi="Arial" w:cs="v5.0.0"/>
                <w:sz w:val="18"/>
                <w:lang w:val="sv-FI" w:eastAsia="zh-CN"/>
              </w:rPr>
              <w:t>f</w:t>
            </w:r>
            <w:r w:rsidRPr="00EF2F0E">
              <w:rPr>
                <w:rFonts w:ascii="Arial" w:hAnsi="Arial" w:cs="v5.0.0"/>
                <w:sz w:val="18"/>
                <w:vertAlign w:val="subscript"/>
                <w:lang w:val="sv-FI" w:eastAsia="zh-CN"/>
              </w:rPr>
              <w:t>max</w:t>
            </w:r>
            <w:r w:rsidRPr="00EF2F0E">
              <w:rPr>
                <w:rFonts w:ascii="Arial" w:hAnsi="Arial" w:cs="v5.0.0"/>
                <w:sz w:val="18"/>
                <w:lang w:val="sv-FI" w:eastAsia="zh-CN"/>
              </w:rPr>
              <w:t>)</w:t>
            </w:r>
          </w:p>
        </w:tc>
        <w:tc>
          <w:tcPr>
            <w:tcW w:w="2977" w:type="dxa"/>
            <w:tcBorders>
              <w:top w:val="single" w:sz="4" w:space="0" w:color="auto"/>
              <w:left w:val="single" w:sz="4" w:space="0" w:color="auto"/>
              <w:bottom w:val="single" w:sz="4" w:space="0" w:color="auto"/>
              <w:right w:val="single" w:sz="4" w:space="0" w:color="auto"/>
            </w:tcBorders>
          </w:tcPr>
          <w:p w14:paraId="0984EA45"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5.05 MHz </w:t>
            </w:r>
            <w:r w:rsidRPr="00EF2F0E">
              <w:rPr>
                <w:rFonts w:ascii="Arial" w:hAnsi="Arial" w:cs="v5.0.0"/>
                <w:sz w:val="18"/>
              </w:rPr>
              <w:sym w:font="Symbol" w:char="00A3"/>
            </w:r>
            <w:r w:rsidRPr="00EF2F0E">
              <w:rPr>
                <w:rFonts w:ascii="Arial" w:hAnsi="Arial" w:cs="v5.0.0"/>
                <w:sz w:val="18"/>
                <w:lang w:val="sv-FI"/>
              </w:rPr>
              <w:t xml:space="preserve"> f_offset &lt; </w:t>
            </w:r>
            <w:r w:rsidRPr="00EF2F0E">
              <w:rPr>
                <w:rFonts w:ascii="Arial" w:hAnsi="Arial" w:cs="v5.0.0"/>
                <w:sz w:val="18"/>
                <w:lang w:val="sv-FI" w:eastAsia="zh-CN"/>
              </w:rPr>
              <w:t>min(</w:t>
            </w:r>
            <w:r w:rsidRPr="00EF2F0E">
              <w:rPr>
                <w:rFonts w:ascii="Arial" w:hAnsi="Arial" w:cs="v5.0.0"/>
                <w:sz w:val="18"/>
                <w:lang w:val="sv-FI"/>
              </w:rPr>
              <w:t>10.05 MHz</w:t>
            </w:r>
            <w:r w:rsidRPr="00EF2F0E">
              <w:rPr>
                <w:rFonts w:ascii="Arial" w:hAnsi="Arial" w:cs="v5.0.0"/>
                <w:sz w:val="18"/>
                <w:lang w:val="sv-FI" w:eastAsia="zh-CN"/>
              </w:rPr>
              <w:t>, f_offset</w:t>
            </w:r>
            <w:r w:rsidRPr="00EF2F0E">
              <w:rPr>
                <w:rFonts w:ascii="Arial" w:hAnsi="Arial" w:cs="v5.0.0"/>
                <w:sz w:val="18"/>
                <w:vertAlign w:val="subscript"/>
                <w:lang w:val="sv-FI" w:eastAsia="zh-CN"/>
              </w:rPr>
              <w:t>max</w:t>
            </w:r>
            <w:r w:rsidRPr="00EF2F0E">
              <w:rPr>
                <w:rFonts w:ascii="Arial" w:hAnsi="Arial" w:cs="v5.0.0"/>
                <w:sz w:val="18"/>
                <w:lang w:val="sv-FI" w:eastAsia="zh-CN"/>
              </w:rPr>
              <w:t>)</w:t>
            </w:r>
          </w:p>
        </w:tc>
        <w:tc>
          <w:tcPr>
            <w:tcW w:w="3294" w:type="dxa"/>
            <w:tcBorders>
              <w:top w:val="single" w:sz="4" w:space="0" w:color="auto"/>
              <w:left w:val="single" w:sz="4" w:space="0" w:color="auto"/>
              <w:bottom w:val="single" w:sz="4" w:space="0" w:color="auto"/>
              <w:right w:val="single" w:sz="4" w:space="0" w:color="auto"/>
            </w:tcBorders>
          </w:tcPr>
          <w:p w14:paraId="0984EA46" w14:textId="77777777" w:rsidR="00B15E99" w:rsidRPr="00EF2F0E" w:rsidRDefault="00B15E99" w:rsidP="00AB06FD">
            <w:pPr>
              <w:keepNext/>
              <w:keepLines/>
              <w:spacing w:after="0"/>
              <w:ind w:firstLine="1100"/>
              <w:jc w:val="center"/>
              <w:rPr>
                <w:rFonts w:ascii="Arial" w:hAnsi="Arial" w:cs="Arial"/>
                <w:sz w:val="18"/>
              </w:rPr>
            </w:pPr>
            <w:r w:rsidRPr="00EF2F0E">
              <w:rPr>
                <w:rFonts w:ascii="Arial" w:hAnsi="Arial" w:cs="Arial"/>
                <w:sz w:val="18"/>
              </w:rPr>
              <w:t>-28 dBm</w:t>
            </w:r>
          </w:p>
        </w:tc>
        <w:tc>
          <w:tcPr>
            <w:tcW w:w="1592" w:type="dxa"/>
            <w:tcBorders>
              <w:top w:val="single" w:sz="4" w:space="0" w:color="auto"/>
              <w:left w:val="single" w:sz="4" w:space="0" w:color="auto"/>
              <w:bottom w:val="single" w:sz="4" w:space="0" w:color="auto"/>
              <w:right w:val="single" w:sz="4" w:space="0" w:color="auto"/>
            </w:tcBorders>
          </w:tcPr>
          <w:p w14:paraId="0984EA4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A4D"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A4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 MHz </w:t>
            </w:r>
            <w:r w:rsidRPr="00EF2F0E">
              <w:rPr>
                <w:rFonts w:ascii="Arial" w:hAnsi="Arial" w:cs="v5.0.0"/>
                <w:sz w:val="18"/>
              </w:rPr>
              <w:sym w:font="Symbol" w:char="00A3"/>
            </w:r>
            <w:r w:rsidRPr="00EF2F0E">
              <w:rPr>
                <w:rFonts w:ascii="Arial" w:hAnsi="Arial" w:cs="v5.0.0"/>
                <w:sz w:val="18"/>
              </w:rPr>
              <w:t xml:space="preserve"> </w:t>
            </w:r>
            <w:r w:rsidRPr="00EF2F0E">
              <w:rPr>
                <w:rFonts w:ascii="Arial" w:hAnsi="Arial" w:cs="v5.0.0"/>
                <w:sz w:val="18"/>
              </w:rPr>
              <w:sym w:font="Symbol" w:char="0044"/>
            </w:r>
            <w:r w:rsidRPr="00EF2F0E">
              <w:rPr>
                <w:rFonts w:ascii="Arial" w:hAnsi="Arial" w:cs="v5.0.0"/>
                <w:sz w:val="18"/>
              </w:rPr>
              <w:t xml:space="preserve">f </w:t>
            </w:r>
            <w:r w:rsidRPr="00EF2F0E">
              <w:rPr>
                <w:rFonts w:ascii="Arial" w:hAnsi="Arial" w:cs="Arial"/>
                <w:sz w:val="18"/>
              </w:rPr>
              <w:sym w:font="Symbol" w:char="00A3"/>
            </w:r>
            <w:r w:rsidRPr="00EF2F0E">
              <w:rPr>
                <w:rFonts w:ascii="Arial" w:hAnsi="Arial" w:cs="Arial"/>
                <w:sz w:val="18"/>
              </w:rPr>
              <w:t xml:space="preserve"> </w:t>
            </w:r>
            <w:r w:rsidRPr="00EF2F0E">
              <w:rPr>
                <w:rFonts w:ascii="Arial" w:hAnsi="Arial" w:cs="Arial"/>
                <w:sz w:val="18"/>
              </w:rPr>
              <w:sym w:font="Symbol" w:char="0044"/>
            </w:r>
            <w:r w:rsidRPr="00EF2F0E">
              <w:rPr>
                <w:rFonts w:ascii="Arial" w:hAnsi="Arial" w:cs="Arial"/>
                <w:sz w:val="18"/>
              </w:rPr>
              <w:t>f</w:t>
            </w:r>
            <w:r w:rsidRPr="00EF2F0E">
              <w:rPr>
                <w:rFonts w:ascii="Arial" w:hAnsi="Arial" w:cs="Arial"/>
                <w:sz w:val="18"/>
                <w:vertAlign w:val="subscript"/>
              </w:rPr>
              <w:t>max</w:t>
            </w:r>
          </w:p>
        </w:tc>
        <w:tc>
          <w:tcPr>
            <w:tcW w:w="2977" w:type="dxa"/>
            <w:tcBorders>
              <w:top w:val="single" w:sz="4" w:space="0" w:color="auto"/>
              <w:left w:val="single" w:sz="4" w:space="0" w:color="auto"/>
              <w:bottom w:val="single" w:sz="4" w:space="0" w:color="auto"/>
              <w:right w:val="single" w:sz="4" w:space="0" w:color="auto"/>
            </w:tcBorders>
          </w:tcPr>
          <w:p w14:paraId="0984EA4A"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10.05 MHz </w:t>
            </w:r>
            <w:r w:rsidRPr="00EF2F0E">
              <w:rPr>
                <w:rFonts w:ascii="Arial" w:hAnsi="Arial" w:cs="v5.0.0"/>
                <w:sz w:val="18"/>
              </w:rPr>
              <w:sym w:font="Symbol" w:char="0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294" w:type="dxa"/>
            <w:tcBorders>
              <w:top w:val="single" w:sz="4" w:space="0" w:color="auto"/>
              <w:left w:val="single" w:sz="4" w:space="0" w:color="auto"/>
              <w:bottom w:val="single" w:sz="4" w:space="0" w:color="auto"/>
              <w:right w:val="single" w:sz="4" w:space="0" w:color="auto"/>
            </w:tcBorders>
          </w:tcPr>
          <w:p w14:paraId="0984EA4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w:t>
            </w:r>
            <w:r w:rsidRPr="00EF2F0E">
              <w:rPr>
                <w:rFonts w:ascii="Arial" w:hAnsi="Arial" w:cs="Arial"/>
                <w:sz w:val="18"/>
                <w:lang w:eastAsia="zh-CN"/>
              </w:rPr>
              <w:t>28</w:t>
            </w:r>
            <w:r w:rsidRPr="00EF2F0E">
              <w:rPr>
                <w:rFonts w:ascii="Arial" w:hAnsi="Arial" w:cs="Arial"/>
                <w:sz w:val="18"/>
              </w:rPr>
              <w:t xml:space="preserve"> dBm </w:t>
            </w:r>
            <w:r w:rsidRPr="00EF2F0E">
              <w:rPr>
                <w:rFonts w:ascii="Arial" w:hAnsi="Arial" w:cs="Arial"/>
                <w:sz w:val="18"/>
                <w:lang w:eastAsia="zh-CN"/>
              </w:rPr>
              <w:t>(NOTE 11)</w:t>
            </w:r>
          </w:p>
        </w:tc>
        <w:tc>
          <w:tcPr>
            <w:tcW w:w="1592" w:type="dxa"/>
            <w:tcBorders>
              <w:top w:val="single" w:sz="4" w:space="0" w:color="auto"/>
              <w:left w:val="single" w:sz="4" w:space="0" w:color="auto"/>
              <w:bottom w:val="single" w:sz="4" w:space="0" w:color="auto"/>
              <w:right w:val="single" w:sz="4" w:space="0" w:color="auto"/>
            </w:tcBorders>
          </w:tcPr>
          <w:p w14:paraId="0984EA4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B15E99" w:rsidRPr="00EF2F0E" w14:paraId="0984EA51" w14:textId="77777777" w:rsidTr="00AB06FD">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0984EA4E" w14:textId="77777777" w:rsidR="00B15E99" w:rsidRPr="00EF2F0E" w:rsidRDefault="00B15E99" w:rsidP="00AB06FD">
            <w:pPr>
              <w:keepNext/>
              <w:keepLines/>
              <w:spacing w:after="0"/>
              <w:ind w:left="851" w:hanging="851"/>
              <w:rPr>
                <w:rFonts w:ascii="Arial" w:hAnsi="Arial" w:cs="Arial"/>
                <w:sz w:val="18"/>
                <w:lang w:eastAsia="zh-CN"/>
              </w:rPr>
            </w:pPr>
            <w:r w:rsidRPr="00EF2F0E">
              <w:rPr>
                <w:rFonts w:ascii="Arial" w:hAnsi="Arial" w:cs="Arial"/>
                <w:sz w:val="18"/>
              </w:rPr>
              <w:t>NOTE 1:</w:t>
            </w:r>
            <w:r w:rsidRPr="00EF2F0E">
              <w:rPr>
                <w:rFonts w:ascii="Arial" w:hAnsi="Arial" w:cs="Arial"/>
                <w:sz w:val="18"/>
              </w:rPr>
              <w:tab/>
              <w:t xml:space="preserve">For operation with an E-UTRA 1.4 or 3 MHz carrier adjacent to the </w:t>
            </w:r>
            <w:r w:rsidRPr="00EF2F0E">
              <w:rPr>
                <w:rFonts w:ascii="Arial" w:hAnsi="Arial" w:cs="Arial"/>
                <w:i/>
                <w:sz w:val="18"/>
              </w:rPr>
              <w:t>Base Station RF Bandwidth edge</w:t>
            </w:r>
            <w:r w:rsidRPr="00EF2F0E">
              <w:rPr>
                <w:rFonts w:ascii="Arial" w:hAnsi="Arial" w:cs="Arial"/>
                <w:sz w:val="18"/>
              </w:rPr>
              <w:t>, the limits in table 9.7.5.2.3-</w:t>
            </w:r>
            <w:r w:rsidRPr="00EF2F0E">
              <w:rPr>
                <w:rFonts w:ascii="Arial" w:hAnsi="Arial" w:cs="Arial"/>
                <w:sz w:val="18"/>
                <w:lang w:eastAsia="zh-CN"/>
              </w:rPr>
              <w:t>8</w:t>
            </w:r>
            <w:r w:rsidRPr="00EF2F0E">
              <w:rPr>
                <w:rFonts w:ascii="Arial" w:hAnsi="Arial" w:cs="Arial"/>
                <w:sz w:val="18"/>
              </w:rPr>
              <w:t xml:space="preserve"> apply for 0 MHz </w:t>
            </w:r>
            <w:r w:rsidRPr="00EF2F0E">
              <w:rPr>
                <w:rFonts w:ascii="Arial" w:hAnsi="Arial" w:cs="Arial"/>
                <w:sz w:val="18"/>
              </w:rPr>
              <w:sym w:font="Symbol" w:char="00A3"/>
            </w:r>
            <w:r w:rsidRPr="00EF2F0E">
              <w:rPr>
                <w:rFonts w:ascii="Arial" w:hAnsi="Arial" w:cs="Arial"/>
                <w:sz w:val="18"/>
              </w:rPr>
              <w:t xml:space="preserve"> </w:t>
            </w:r>
            <w:r w:rsidRPr="00EF2F0E">
              <w:rPr>
                <w:rFonts w:ascii="Arial" w:hAnsi="Arial" w:cs="Arial"/>
                <w:sz w:val="18"/>
              </w:rPr>
              <w:sym w:font="Symbol" w:char="0044"/>
            </w:r>
            <w:r w:rsidRPr="00EF2F0E">
              <w:rPr>
                <w:rFonts w:ascii="Arial" w:hAnsi="Arial" w:cs="Arial"/>
                <w:sz w:val="18"/>
              </w:rPr>
              <w:t>f &lt; 0.1</w:t>
            </w:r>
            <w:r w:rsidRPr="00EF2F0E">
              <w:rPr>
                <w:rFonts w:ascii="Arial" w:hAnsi="Arial" w:cs="Arial"/>
                <w:sz w:val="18"/>
                <w:lang w:eastAsia="zh-CN"/>
              </w:rPr>
              <w:t>6</w:t>
            </w:r>
            <w:r w:rsidRPr="00EF2F0E">
              <w:rPr>
                <w:rFonts w:ascii="Arial" w:hAnsi="Arial" w:cs="Arial"/>
                <w:sz w:val="18"/>
              </w:rPr>
              <w:t xml:space="preserve"> MHz.</w:t>
            </w:r>
          </w:p>
          <w:p w14:paraId="0984EA4F" w14:textId="77777777" w:rsidR="00B15E99" w:rsidRPr="00EF2F0E" w:rsidRDefault="00B15E99" w:rsidP="00AB06FD">
            <w:pPr>
              <w:keepNext/>
              <w:keepLines/>
              <w:spacing w:after="0"/>
              <w:ind w:left="851" w:hanging="851"/>
              <w:rPr>
                <w:rFonts w:ascii="Arial" w:hAnsi="Arial" w:cs="Arial"/>
                <w:sz w:val="18"/>
                <w:lang w:eastAsia="zh-CN"/>
              </w:rPr>
            </w:pPr>
            <w:r w:rsidRPr="00EF2F0E">
              <w:rPr>
                <w:rFonts w:ascii="Arial" w:hAnsi="Arial" w:cs="Arial"/>
                <w:sz w:val="18"/>
              </w:rPr>
              <w:t>NOTE 2:</w:t>
            </w:r>
            <w:r w:rsidRPr="00EF2F0E">
              <w:rPr>
                <w:rFonts w:ascii="Arial" w:hAnsi="Arial" w:cs="Arial"/>
                <w:sz w:val="18"/>
              </w:rPr>
              <w:tab/>
              <w:t xml:space="preserve">For a MSR RIB supporting </w:t>
            </w:r>
            <w:r w:rsidRPr="00EF2F0E">
              <w:rPr>
                <w:rFonts w:ascii="Arial" w:hAnsi="Arial" w:cs="Arial"/>
                <w:i/>
                <w:sz w:val="18"/>
              </w:rPr>
              <w:t>non-contiguous spectrum</w:t>
            </w:r>
            <w:r w:rsidRPr="00EF2F0E">
              <w:rPr>
                <w:rFonts w:ascii="Arial" w:hAnsi="Arial" w:cs="Arial"/>
                <w:sz w:val="18"/>
              </w:rPr>
              <w:t xml:space="preserve"> operation </w:t>
            </w:r>
            <w:r w:rsidRPr="00EF2F0E">
              <w:rPr>
                <w:rFonts w:ascii="Arial" w:hAnsi="Arial" w:cs="Arial"/>
                <w:sz w:val="18"/>
                <w:lang w:eastAsia="zh-CN"/>
              </w:rPr>
              <w:t xml:space="preserve">within any operating band </w:t>
            </w:r>
            <w:r w:rsidRPr="00EF2F0E">
              <w:rPr>
                <w:rFonts w:ascii="Arial" w:hAnsi="Arial" w:cs="Arial"/>
                <w:sz w:val="18"/>
              </w:rPr>
              <w:t xml:space="preserve">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w:t>
            </w:r>
            <w:r w:rsidRPr="00EF2F0E">
              <w:rPr>
                <w:rFonts w:ascii="Arial" w:hAnsi="Arial" w:cs="Arial"/>
                <w:sz w:val="18"/>
                <w:lang w:eastAsia="zh-CN"/>
              </w:rPr>
              <w:t>28</w:t>
            </w:r>
            <w:r w:rsidRPr="00EF2F0E">
              <w:rPr>
                <w:rFonts w:ascii="Arial" w:hAnsi="Arial" w:cs="Arial"/>
                <w:sz w:val="18"/>
              </w:rPr>
              <w:t>dBm/100 kHz.</w:t>
            </w:r>
          </w:p>
          <w:p w14:paraId="0984EA50" w14:textId="77777777" w:rsidR="00B15E99" w:rsidRPr="00EF2F0E" w:rsidRDefault="00B15E99" w:rsidP="00AB06FD">
            <w:pPr>
              <w:keepNext/>
              <w:keepLines/>
              <w:spacing w:after="0"/>
              <w:ind w:left="851" w:hanging="851"/>
              <w:rPr>
                <w:rFonts w:ascii="Arial" w:hAnsi="Arial" w:cs="Arial"/>
                <w:sz w:val="18"/>
                <w:lang w:eastAsia="zh-CN"/>
              </w:rPr>
            </w:pPr>
            <w:r w:rsidRPr="00EF2F0E">
              <w:rPr>
                <w:rFonts w:ascii="Arial" w:hAnsi="Arial" w:cs="Arial"/>
                <w:sz w:val="18"/>
              </w:rPr>
              <w:t>NOTE</w:t>
            </w:r>
            <w:r w:rsidRPr="00EF2F0E">
              <w:rPr>
                <w:rFonts w:ascii="Arial" w:hAnsi="Arial" w:cs="Arial"/>
                <w:sz w:val="18"/>
                <w:lang w:eastAsia="zh-CN"/>
              </w:rPr>
              <w:t xml:space="preserve"> 3</w:t>
            </w:r>
            <w:r w:rsidRPr="00EF2F0E">
              <w:rPr>
                <w:rFonts w:ascii="Arial" w:hAnsi="Arial" w:cs="Arial"/>
                <w:sz w:val="18"/>
              </w:rPr>
              <w:t>:</w:t>
            </w:r>
            <w:r w:rsidR="006E5225" w:rsidRPr="00EF2F0E">
              <w:rPr>
                <w:rFonts w:ascii="Arial" w:hAnsi="Arial" w:cs="Arial"/>
                <w:sz w:val="18"/>
              </w:rPr>
              <w:tab/>
            </w:r>
            <w:r w:rsidRPr="00EF2F0E">
              <w:rPr>
                <w:rFonts w:ascii="Arial" w:hAnsi="Arial" w:cs="Arial"/>
                <w:sz w:val="18"/>
              </w:rPr>
              <w:t xml:space="preserve">For a MSR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rPr>
              <w:t>Inter RF Bandwidth gap</w:t>
            </w:r>
            <w:r w:rsidRPr="00EF2F0E">
              <w:rPr>
                <w:rFonts w:ascii="Arial" w:hAnsi="Arial" w:cs="Arial"/>
                <w:sz w:val="18"/>
              </w:rPr>
              <w:t>.</w:t>
            </w:r>
          </w:p>
        </w:tc>
      </w:tr>
    </w:tbl>
    <w:p w14:paraId="0984EA52" w14:textId="77777777" w:rsidR="00B15E99" w:rsidRPr="00EF2F0E" w:rsidRDefault="00B15E99" w:rsidP="00B15E99"/>
    <w:p w14:paraId="0984EA53" w14:textId="1BFFA953" w:rsidR="00B15E99" w:rsidRPr="00EF2F0E" w:rsidRDefault="00B15E99" w:rsidP="00B15E99">
      <w:pPr>
        <w:pStyle w:val="TH"/>
        <w:rPr>
          <w:lang w:eastAsia="zh-CN"/>
        </w:rPr>
      </w:pPr>
      <w:r w:rsidRPr="00EF2F0E">
        <w:t>Table 9.7.5.2.3-</w:t>
      </w:r>
      <w:r w:rsidRPr="00EF2F0E">
        <w:rPr>
          <w:lang w:eastAsia="zh-CN"/>
        </w:rPr>
        <w:t>8</w:t>
      </w:r>
      <w:r w:rsidRPr="00EF2F0E">
        <w:t xml:space="preserve">: </w:t>
      </w:r>
      <w:r w:rsidR="00E0290C">
        <w:rPr>
          <w:lang w:eastAsia="zh-CN"/>
        </w:rPr>
        <w:t>LA</w:t>
      </w:r>
      <w:r w:rsidR="00E0290C" w:rsidRPr="00A42D02">
        <w:t xml:space="preserve"> </w:t>
      </w:r>
      <w:r w:rsidR="00E0290C">
        <w:t>BS OBUE in</w:t>
      </w:r>
      <w:r w:rsidR="00E0290C" w:rsidRPr="00DF5484">
        <w:t xml:space="preserve"> BC2 </w:t>
      </w:r>
      <w:r w:rsidR="00E0290C">
        <w:t>bands applicable for: BS operating with</w:t>
      </w:r>
      <w:r w:rsidR="00E0290C" w:rsidRPr="00DF5484">
        <w:t xml:space="preserve"> E-UTRA 1.4 or 3 MHz carriers adjacent to the </w:t>
      </w:r>
      <w:r w:rsidR="00E0290C" w:rsidRPr="00DF5484">
        <w:rPr>
          <w:i/>
        </w:rPr>
        <w:t>Base Station RF Bandwidth edge</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2"/>
        <w:gridCol w:w="2979"/>
        <w:gridCol w:w="3118"/>
        <w:gridCol w:w="1451"/>
      </w:tblGrid>
      <w:tr w:rsidR="003401A4" w:rsidRPr="00EF2F0E" w14:paraId="0984EA58" w14:textId="77777777" w:rsidTr="00AB06FD">
        <w:trPr>
          <w:cantSplit/>
          <w:jc w:val="center"/>
        </w:trPr>
        <w:tc>
          <w:tcPr>
            <w:tcW w:w="2442" w:type="dxa"/>
            <w:tcBorders>
              <w:top w:val="single" w:sz="4" w:space="0" w:color="auto"/>
              <w:left w:val="single" w:sz="4" w:space="0" w:color="auto"/>
              <w:bottom w:val="single" w:sz="4" w:space="0" w:color="auto"/>
              <w:right w:val="single" w:sz="4" w:space="0" w:color="auto"/>
            </w:tcBorders>
          </w:tcPr>
          <w:p w14:paraId="0984EA54" w14:textId="77777777" w:rsidR="00B15E99" w:rsidRPr="00EF2F0E" w:rsidRDefault="00B15E99" w:rsidP="00AB06FD">
            <w:pPr>
              <w:pStyle w:val="TAH"/>
            </w:pPr>
            <w:r w:rsidRPr="00EF2F0E">
              <w:t xml:space="preserve">Frequency offset of measurement filter </w:t>
            </w:r>
            <w:r w:rsidRPr="00EF2F0E">
              <w:noBreakHyphen/>
              <w:t xml:space="preserve">3dB point, </w:t>
            </w:r>
            <w:r w:rsidRPr="00EF2F0E">
              <w:sym w:font="Symbol" w:char="0044"/>
            </w:r>
            <w:r w:rsidRPr="00EF2F0E">
              <w:t>f</w:t>
            </w:r>
          </w:p>
        </w:tc>
        <w:tc>
          <w:tcPr>
            <w:tcW w:w="2979" w:type="dxa"/>
            <w:tcBorders>
              <w:top w:val="single" w:sz="4" w:space="0" w:color="auto"/>
              <w:left w:val="single" w:sz="4" w:space="0" w:color="auto"/>
              <w:bottom w:val="single" w:sz="4" w:space="0" w:color="auto"/>
              <w:right w:val="single" w:sz="4" w:space="0" w:color="auto"/>
            </w:tcBorders>
          </w:tcPr>
          <w:p w14:paraId="0984EA55" w14:textId="77777777" w:rsidR="00B15E99" w:rsidRPr="00EF2F0E" w:rsidRDefault="00B15E99" w:rsidP="00AB06FD">
            <w:pPr>
              <w:pStyle w:val="TAH"/>
            </w:pPr>
            <w:r w:rsidRPr="00EF2F0E">
              <w:t>Frequency offset of measurement filter centre frequency, f_offset</w:t>
            </w:r>
          </w:p>
        </w:tc>
        <w:tc>
          <w:tcPr>
            <w:tcW w:w="3118" w:type="dxa"/>
            <w:tcBorders>
              <w:top w:val="single" w:sz="4" w:space="0" w:color="auto"/>
              <w:left w:val="single" w:sz="4" w:space="0" w:color="auto"/>
              <w:bottom w:val="single" w:sz="4" w:space="0" w:color="auto"/>
              <w:right w:val="single" w:sz="4" w:space="0" w:color="auto"/>
            </w:tcBorders>
          </w:tcPr>
          <w:p w14:paraId="0984EA56" w14:textId="77777777" w:rsidR="00B15E99" w:rsidRPr="00EF2F0E" w:rsidRDefault="00B15E99" w:rsidP="00AB06FD">
            <w:pPr>
              <w:pStyle w:val="TAH"/>
              <w:rPr>
                <w:lang w:eastAsia="zh-CN"/>
              </w:rPr>
            </w:pPr>
            <w:r w:rsidRPr="00EF2F0E">
              <w:t xml:space="preserve">Minimum requirement (NOTE </w:t>
            </w:r>
            <w:r w:rsidRPr="00EF2F0E">
              <w:rPr>
                <w:lang w:eastAsia="zh-CN"/>
              </w:rPr>
              <w:t>2, 3</w:t>
            </w:r>
            <w:r w:rsidRPr="00EF2F0E">
              <w:t>)</w:t>
            </w:r>
          </w:p>
        </w:tc>
        <w:tc>
          <w:tcPr>
            <w:tcW w:w="1451" w:type="dxa"/>
            <w:tcBorders>
              <w:top w:val="single" w:sz="4" w:space="0" w:color="auto"/>
              <w:left w:val="single" w:sz="4" w:space="0" w:color="auto"/>
              <w:bottom w:val="single" w:sz="4" w:space="0" w:color="auto"/>
              <w:right w:val="single" w:sz="4" w:space="0" w:color="auto"/>
            </w:tcBorders>
          </w:tcPr>
          <w:p w14:paraId="0984EA57" w14:textId="77777777" w:rsidR="00B15E99" w:rsidRPr="00EF2F0E" w:rsidRDefault="00B15E99" w:rsidP="00AB06FD">
            <w:pPr>
              <w:pStyle w:val="TAH"/>
            </w:pPr>
            <w:r w:rsidRPr="00EF2F0E">
              <w:t>Measurement bandwidth</w:t>
            </w:r>
            <w:r w:rsidRPr="00EF2F0E">
              <w:rPr>
                <w:rFonts w:cs="v5.0.0"/>
              </w:rPr>
              <w:t xml:space="preserve"> </w:t>
            </w:r>
            <w:r w:rsidRPr="00EF2F0E">
              <w:t xml:space="preserve">(NOTE </w:t>
            </w:r>
            <w:r w:rsidRPr="00EF2F0E">
              <w:rPr>
                <w:lang w:eastAsia="zh-CN"/>
              </w:rPr>
              <w:t>10</w:t>
            </w:r>
            <w:r w:rsidRPr="00EF2F0E">
              <w:t>)</w:t>
            </w:r>
          </w:p>
        </w:tc>
      </w:tr>
      <w:tr w:rsidR="003401A4" w:rsidRPr="00EF2F0E" w14:paraId="0984EA5D" w14:textId="77777777" w:rsidTr="00AB06FD">
        <w:trPr>
          <w:cantSplit/>
          <w:jc w:val="center"/>
        </w:trPr>
        <w:tc>
          <w:tcPr>
            <w:tcW w:w="2442" w:type="dxa"/>
            <w:tcBorders>
              <w:top w:val="single" w:sz="4" w:space="0" w:color="auto"/>
              <w:left w:val="single" w:sz="4" w:space="0" w:color="auto"/>
              <w:bottom w:val="single" w:sz="4" w:space="0" w:color="auto"/>
              <w:right w:val="single" w:sz="4" w:space="0" w:color="auto"/>
            </w:tcBorders>
          </w:tcPr>
          <w:p w14:paraId="0984EA5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00A3"/>
            </w:r>
            <w:r w:rsidRPr="00EF2F0E">
              <w:rPr>
                <w:rFonts w:ascii="Arial" w:hAnsi="Arial" w:cs="v5.0.0"/>
                <w:sz w:val="18"/>
              </w:rPr>
              <w:t xml:space="preserve"> </w:t>
            </w:r>
            <w:r w:rsidRPr="00EF2F0E">
              <w:rPr>
                <w:rFonts w:ascii="Arial" w:hAnsi="Arial" w:cs="v5.0.0"/>
                <w:sz w:val="18"/>
              </w:rPr>
              <w:sym w:font="Symbol" w:char="0044"/>
            </w:r>
            <w:r w:rsidRPr="00EF2F0E">
              <w:rPr>
                <w:rFonts w:ascii="Arial" w:hAnsi="Arial" w:cs="v5.0.0"/>
                <w:sz w:val="18"/>
              </w:rPr>
              <w:t>f &lt; 0.05 MHz</w:t>
            </w:r>
          </w:p>
        </w:tc>
        <w:tc>
          <w:tcPr>
            <w:tcW w:w="2979" w:type="dxa"/>
            <w:tcBorders>
              <w:top w:val="single" w:sz="4" w:space="0" w:color="auto"/>
              <w:left w:val="single" w:sz="4" w:space="0" w:color="auto"/>
              <w:bottom w:val="single" w:sz="4" w:space="0" w:color="auto"/>
              <w:right w:val="single" w:sz="4" w:space="0" w:color="auto"/>
            </w:tcBorders>
          </w:tcPr>
          <w:p w14:paraId="0984EA5A"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0.015 MHz </w:t>
            </w:r>
            <w:r w:rsidRPr="00EF2F0E">
              <w:rPr>
                <w:rFonts w:ascii="Arial" w:hAnsi="Arial" w:cs="v5.0.0"/>
                <w:sz w:val="18"/>
              </w:rPr>
              <w:sym w:font="Symbol" w:char="00A3"/>
            </w:r>
            <w:r w:rsidRPr="00EF2F0E">
              <w:rPr>
                <w:rFonts w:ascii="Arial" w:hAnsi="Arial" w:cs="v5.0.0"/>
                <w:sz w:val="18"/>
              </w:rPr>
              <w:t xml:space="preserve"> f_offset &lt; 0.065 MHz </w:t>
            </w:r>
          </w:p>
        </w:tc>
        <w:tc>
          <w:tcPr>
            <w:tcW w:w="3118" w:type="dxa"/>
            <w:tcBorders>
              <w:top w:val="single" w:sz="4" w:space="0" w:color="auto"/>
              <w:left w:val="single" w:sz="4" w:space="0" w:color="auto"/>
              <w:bottom w:val="single" w:sz="4" w:space="0" w:color="auto"/>
              <w:right w:val="single" w:sz="4" w:space="0" w:color="auto"/>
            </w:tcBorders>
          </w:tcPr>
          <w:p w14:paraId="0984EA5B" w14:textId="77777777" w:rsidR="00B15E99" w:rsidRPr="00EF2F0E" w:rsidRDefault="00C64516" w:rsidP="00AB06FD">
            <w:r w:rsidRPr="00EF2F0E">
              <w:rPr>
                <w:position w:val="-42"/>
              </w:rPr>
              <w:object w:dxaOrig="3360" w:dyaOrig="960" w14:anchorId="098511FA">
                <v:shape id="对象 109" o:spid="_x0000_i1091" type="#_x0000_t75" style="width:143.4pt;height:39.05pt;mso-wrap-style:square;mso-position-horizontal-relative:page;mso-position-vertical-relative:page" o:ole="">
                  <v:fill o:detectmouseclick="t"/>
                  <v:imagedata r:id="rId138" o:title=""/>
                </v:shape>
                <o:OLEObject Type="Embed" ProgID="Equation.3" ShapeID="对象 109" DrawAspect="Content" ObjectID="_1717663613" r:id="rId139"/>
              </w:object>
            </w:r>
          </w:p>
        </w:tc>
        <w:tc>
          <w:tcPr>
            <w:tcW w:w="1451" w:type="dxa"/>
            <w:tcBorders>
              <w:top w:val="single" w:sz="4" w:space="0" w:color="auto"/>
              <w:left w:val="single" w:sz="4" w:space="0" w:color="auto"/>
              <w:bottom w:val="single" w:sz="4" w:space="0" w:color="auto"/>
              <w:right w:val="single" w:sz="4" w:space="0" w:color="auto"/>
            </w:tcBorders>
          </w:tcPr>
          <w:p w14:paraId="0984EA5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A62" w14:textId="77777777" w:rsidTr="00AB06FD">
        <w:trPr>
          <w:cantSplit/>
          <w:jc w:val="center"/>
        </w:trPr>
        <w:tc>
          <w:tcPr>
            <w:tcW w:w="2442" w:type="dxa"/>
            <w:tcBorders>
              <w:top w:val="single" w:sz="4" w:space="0" w:color="auto"/>
              <w:left w:val="single" w:sz="4" w:space="0" w:color="auto"/>
              <w:bottom w:val="single" w:sz="4" w:space="0" w:color="auto"/>
              <w:right w:val="single" w:sz="4" w:space="0" w:color="auto"/>
            </w:tcBorders>
          </w:tcPr>
          <w:p w14:paraId="0984EA5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00A3"/>
            </w:r>
            <w:r w:rsidRPr="00EF2F0E">
              <w:rPr>
                <w:rFonts w:ascii="Arial" w:hAnsi="Arial" w:cs="v5.0.0"/>
                <w:sz w:val="18"/>
              </w:rPr>
              <w:t xml:space="preserve"> </w:t>
            </w:r>
            <w:r w:rsidRPr="00EF2F0E">
              <w:rPr>
                <w:rFonts w:ascii="Arial" w:hAnsi="Arial" w:cs="v5.0.0"/>
                <w:sz w:val="18"/>
              </w:rPr>
              <w:sym w:font="Symbol" w:char="0044"/>
            </w:r>
            <w:r w:rsidRPr="00EF2F0E">
              <w:rPr>
                <w:rFonts w:ascii="Arial" w:hAnsi="Arial" w:cs="v5.0.0"/>
                <w:sz w:val="18"/>
              </w:rPr>
              <w:t>f &lt; 0.1</w:t>
            </w:r>
            <w:r w:rsidRPr="00EF2F0E">
              <w:rPr>
                <w:rFonts w:ascii="Arial" w:hAnsi="Arial" w:cs="v5.0.0"/>
                <w:sz w:val="18"/>
                <w:lang w:eastAsia="zh-CN"/>
              </w:rPr>
              <w:t>6</w:t>
            </w:r>
            <w:r w:rsidRPr="00EF2F0E">
              <w:rPr>
                <w:rFonts w:ascii="Arial" w:hAnsi="Arial" w:cs="v5.0.0"/>
                <w:sz w:val="18"/>
              </w:rPr>
              <w:t xml:space="preserve"> MHz</w:t>
            </w:r>
          </w:p>
        </w:tc>
        <w:tc>
          <w:tcPr>
            <w:tcW w:w="2979" w:type="dxa"/>
            <w:tcBorders>
              <w:top w:val="single" w:sz="4" w:space="0" w:color="auto"/>
              <w:left w:val="single" w:sz="4" w:space="0" w:color="auto"/>
              <w:bottom w:val="single" w:sz="4" w:space="0" w:color="auto"/>
              <w:right w:val="single" w:sz="4" w:space="0" w:color="auto"/>
            </w:tcBorders>
          </w:tcPr>
          <w:p w14:paraId="0984EA5F"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0.065 MHz </w:t>
            </w:r>
            <w:r w:rsidRPr="00EF2F0E">
              <w:rPr>
                <w:rFonts w:ascii="Arial" w:hAnsi="Arial" w:cs="v5.0.0"/>
                <w:sz w:val="18"/>
              </w:rPr>
              <w:sym w:font="Symbol" w:char="00A3"/>
            </w:r>
            <w:r w:rsidRPr="00EF2F0E">
              <w:rPr>
                <w:rFonts w:ascii="Arial" w:hAnsi="Arial" w:cs="v5.0.0"/>
                <w:sz w:val="18"/>
              </w:rPr>
              <w:t xml:space="preserve"> f_offset &lt; 0.1</w:t>
            </w:r>
            <w:r w:rsidRPr="00EF2F0E">
              <w:rPr>
                <w:rFonts w:ascii="Arial" w:hAnsi="Arial" w:cs="v5.0.0"/>
                <w:sz w:val="18"/>
                <w:lang w:eastAsia="zh-CN"/>
              </w:rPr>
              <w:t>7</w:t>
            </w:r>
            <w:r w:rsidRPr="00EF2F0E">
              <w:rPr>
                <w:rFonts w:ascii="Arial" w:hAnsi="Arial" w:cs="v5.0.0"/>
                <w:sz w:val="18"/>
              </w:rPr>
              <w:t xml:space="preserve">5 MHz </w:t>
            </w:r>
          </w:p>
        </w:tc>
        <w:tc>
          <w:tcPr>
            <w:tcW w:w="3118" w:type="dxa"/>
            <w:tcBorders>
              <w:top w:val="single" w:sz="4" w:space="0" w:color="auto"/>
              <w:left w:val="single" w:sz="4" w:space="0" w:color="auto"/>
              <w:bottom w:val="single" w:sz="4" w:space="0" w:color="auto"/>
              <w:right w:val="single" w:sz="4" w:space="0" w:color="auto"/>
            </w:tcBorders>
          </w:tcPr>
          <w:p w14:paraId="0984EA60" w14:textId="77777777" w:rsidR="00B15E99" w:rsidRPr="00EF2F0E" w:rsidRDefault="00C64516" w:rsidP="00AB06FD">
            <w:pPr>
              <w:keepNext/>
              <w:keepLines/>
              <w:spacing w:after="0"/>
              <w:jc w:val="center"/>
              <w:rPr>
                <w:rFonts w:ascii="Arial" w:hAnsi="Arial" w:cs="Arial"/>
                <w:sz w:val="18"/>
              </w:rPr>
            </w:pPr>
            <w:r w:rsidRPr="00EF2F0E">
              <w:rPr>
                <w:rFonts w:cs="Arial"/>
                <w:position w:val="-42"/>
              </w:rPr>
              <w:object w:dxaOrig="3460" w:dyaOrig="960" w14:anchorId="098511FB">
                <v:shape id="对象 110" o:spid="_x0000_i1092" type="#_x0000_t75" style="width:145.85pt;height:39.05pt;mso-wrap-style:square;mso-position-horizontal-relative:page;mso-position-vertical-relative:page" o:ole="">
                  <v:fill o:detectmouseclick="t"/>
                  <v:imagedata r:id="rId140" o:title=""/>
                </v:shape>
                <o:OLEObject Type="Embed" ProgID="Equation.3" ShapeID="对象 110" DrawAspect="Content" ObjectID="_1717663614" r:id="rId141"/>
              </w:object>
            </w:r>
          </w:p>
        </w:tc>
        <w:tc>
          <w:tcPr>
            <w:tcW w:w="1451" w:type="dxa"/>
            <w:tcBorders>
              <w:top w:val="single" w:sz="4" w:space="0" w:color="auto"/>
              <w:left w:val="single" w:sz="4" w:space="0" w:color="auto"/>
              <w:bottom w:val="single" w:sz="4" w:space="0" w:color="auto"/>
              <w:right w:val="single" w:sz="4" w:space="0" w:color="auto"/>
            </w:tcBorders>
          </w:tcPr>
          <w:p w14:paraId="0984EA6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B15E99" w:rsidRPr="00EF2F0E" w14:paraId="0984EA67" w14:textId="77777777" w:rsidTr="00AB06FD">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0984EA63" w14:textId="77777777" w:rsidR="00B15E99" w:rsidRPr="00EF2F0E" w:rsidRDefault="00B15E99" w:rsidP="00AB06FD">
            <w:pPr>
              <w:keepNext/>
              <w:keepLines/>
              <w:spacing w:after="0"/>
              <w:ind w:left="851" w:hanging="851"/>
              <w:rPr>
                <w:rFonts w:ascii="Arial" w:hAnsi="Arial" w:cs="Arial"/>
                <w:sz w:val="18"/>
                <w:lang w:eastAsia="zh-CN"/>
              </w:rPr>
            </w:pPr>
            <w:r w:rsidRPr="00EF2F0E">
              <w:rPr>
                <w:rFonts w:ascii="Arial" w:hAnsi="Arial" w:cs="Arial"/>
                <w:sz w:val="18"/>
              </w:rPr>
              <w:t>NOTE 1:</w:t>
            </w:r>
            <w:r w:rsidRPr="00EF2F0E">
              <w:rPr>
                <w:rFonts w:ascii="Arial" w:hAnsi="Arial" w:cs="Arial"/>
                <w:sz w:val="18"/>
              </w:rPr>
              <w:tab/>
              <w:t xml:space="preserve">The limits in this table only apply for operation with an E-UTRA 1.4 or 3 MHz carrier adjacent to the </w:t>
            </w:r>
            <w:r w:rsidRPr="00EF2F0E">
              <w:rPr>
                <w:rFonts w:ascii="Arial" w:hAnsi="Arial" w:cs="Arial"/>
                <w:i/>
                <w:sz w:val="18"/>
              </w:rPr>
              <w:t>Base Station RF Bandwidth edge</w:t>
            </w:r>
            <w:r w:rsidRPr="00EF2F0E">
              <w:rPr>
                <w:rFonts w:ascii="Arial" w:hAnsi="Arial" w:cs="Arial"/>
                <w:sz w:val="18"/>
              </w:rPr>
              <w:t>.</w:t>
            </w:r>
          </w:p>
          <w:p w14:paraId="0984EA64" w14:textId="77777777" w:rsidR="00B15E99" w:rsidRPr="00EF2F0E" w:rsidRDefault="00B15E99" w:rsidP="00AB06FD">
            <w:pPr>
              <w:keepNext/>
              <w:keepLines/>
              <w:spacing w:after="0"/>
              <w:ind w:left="851" w:hanging="851"/>
              <w:rPr>
                <w:rFonts w:ascii="Arial" w:hAnsi="Arial" w:cs="Arial"/>
                <w:sz w:val="18"/>
                <w:lang w:eastAsia="zh-CN"/>
              </w:rPr>
            </w:pPr>
            <w:r w:rsidRPr="00EF2F0E">
              <w:rPr>
                <w:rFonts w:ascii="Arial" w:hAnsi="Arial" w:cs="Arial"/>
                <w:sz w:val="18"/>
              </w:rPr>
              <w:t xml:space="preserve">NOTE </w:t>
            </w:r>
            <w:r w:rsidRPr="00EF2F0E">
              <w:rPr>
                <w:rFonts w:ascii="Arial" w:hAnsi="Arial" w:cs="Arial"/>
                <w:sz w:val="18"/>
                <w:lang w:eastAsia="zh-CN"/>
              </w:rPr>
              <w:t>2</w:t>
            </w:r>
            <w:r w:rsidRPr="00EF2F0E">
              <w:rPr>
                <w:rFonts w:ascii="Arial" w:hAnsi="Arial" w:cs="Arial"/>
                <w:sz w:val="18"/>
              </w:rPr>
              <w:t>:</w:t>
            </w:r>
            <w:r w:rsidRPr="00EF2F0E">
              <w:rPr>
                <w:rFonts w:ascii="Arial" w:hAnsi="Arial" w:cs="Arial"/>
                <w:sz w:val="18"/>
              </w:rPr>
              <w:tab/>
              <w:t>For a MSR</w:t>
            </w:r>
            <w:r w:rsidRPr="00EF2F0E">
              <w:rPr>
                <w:rFonts w:ascii="Arial" w:hAnsi="Arial" w:cs="Arial"/>
                <w:i/>
                <w:sz w:val="18"/>
              </w:rPr>
              <w:t xml:space="preserve"> </w:t>
            </w:r>
            <w:r w:rsidRPr="00EF2F0E">
              <w:rPr>
                <w:rFonts w:ascii="Arial" w:hAnsi="Arial" w:cs="Arial"/>
                <w:sz w:val="18"/>
              </w:rPr>
              <w:t xml:space="preserve">RIB supporting </w:t>
            </w:r>
            <w:r w:rsidRPr="00EF2F0E">
              <w:rPr>
                <w:rFonts w:ascii="Arial" w:hAnsi="Arial" w:cs="Arial"/>
                <w:i/>
                <w:sz w:val="18"/>
              </w:rPr>
              <w:t>non-contiguous spectrum</w:t>
            </w:r>
            <w:r w:rsidRPr="00EF2F0E">
              <w:rPr>
                <w:rFonts w:ascii="Arial" w:hAnsi="Arial" w:cs="Arial"/>
                <w:sz w:val="18"/>
              </w:rPr>
              <w:t xml:space="preserve"> operation </w:t>
            </w:r>
            <w:r w:rsidRPr="00EF2F0E">
              <w:rPr>
                <w:rFonts w:ascii="Arial" w:hAnsi="Arial" w:cs="Arial"/>
                <w:sz w:val="18"/>
                <w:lang w:eastAsia="zh-CN"/>
              </w:rPr>
              <w:t xml:space="preserve">within any operating band </w:t>
            </w:r>
            <w:r w:rsidRPr="00EF2F0E">
              <w:rPr>
                <w:rFonts w:ascii="Arial" w:hAnsi="Arial" w:cs="Arial"/>
                <w:sz w:val="18"/>
              </w:rPr>
              <w:t xml:space="preserve">the </w:t>
            </w:r>
            <w:r w:rsidRPr="00EF2F0E">
              <w:rPr>
                <w:rFonts w:ascii="Arial" w:hAnsi="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w:t>
            </w:r>
          </w:p>
          <w:p w14:paraId="0984EA65"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w:t>
            </w:r>
            <w:r w:rsidRPr="00EF2F0E">
              <w:rPr>
                <w:rFonts w:ascii="Arial" w:hAnsi="Arial" w:cs="Arial"/>
                <w:sz w:val="18"/>
                <w:lang w:eastAsia="zh-CN"/>
              </w:rPr>
              <w:t xml:space="preserve"> 3</w:t>
            </w:r>
            <w:r w:rsidRPr="00EF2F0E">
              <w:rPr>
                <w:rFonts w:ascii="Arial" w:hAnsi="Arial" w:cs="Arial"/>
                <w:sz w:val="18"/>
              </w:rPr>
              <w:t>:</w:t>
            </w:r>
            <w:r w:rsidR="006E5225" w:rsidRPr="00EF2F0E">
              <w:rPr>
                <w:rFonts w:ascii="Arial" w:hAnsi="Arial" w:cs="Arial"/>
                <w:sz w:val="18"/>
              </w:rPr>
              <w:tab/>
            </w:r>
            <w:r w:rsidRPr="00EF2F0E">
              <w:rPr>
                <w:rFonts w:ascii="Arial" w:hAnsi="Arial" w:cs="Arial"/>
                <w:sz w:val="18"/>
              </w:rPr>
              <w:t xml:space="preserve">For a MSR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rPr>
              <w:t>Inter RF Bandwidth gap</w:t>
            </w:r>
            <w:r w:rsidRPr="00EF2F0E">
              <w:rPr>
                <w:rFonts w:ascii="Arial" w:hAnsi="Arial" w:cs="Arial"/>
                <w:sz w:val="18"/>
              </w:rPr>
              <w:t>.</w:t>
            </w:r>
          </w:p>
          <w:p w14:paraId="0984EA66" w14:textId="77777777" w:rsidR="00B15E99" w:rsidRPr="00EF2F0E" w:rsidRDefault="00B15E99" w:rsidP="00DB3F6B">
            <w:pPr>
              <w:keepNext/>
              <w:keepLines/>
              <w:spacing w:after="0"/>
              <w:ind w:left="851" w:hanging="851"/>
              <w:rPr>
                <w:rFonts w:ascii="Arial" w:hAnsi="Arial" w:cs="Arial"/>
                <w:sz w:val="18"/>
                <w:lang w:eastAsia="zh-CN"/>
              </w:rPr>
            </w:pPr>
            <w:r w:rsidRPr="00EF2F0E">
              <w:rPr>
                <w:rFonts w:ascii="Arial" w:hAnsi="Arial" w:cs="Arial"/>
                <w:sz w:val="18"/>
              </w:rPr>
              <w:t>NOTE 4:</w:t>
            </w:r>
            <w:r w:rsidR="006E5225" w:rsidRPr="00EF2F0E">
              <w:rPr>
                <w:rFonts w:ascii="Arial" w:hAnsi="Arial" w:cs="Arial"/>
                <w:sz w:val="18"/>
              </w:rPr>
              <w:tab/>
            </w:r>
            <w:r w:rsidR="00DB3F6B" w:rsidRPr="00EF2F0E">
              <w:rPr>
                <w:rFonts w:ascii="Arial" w:hAnsi="Arial" w:cs="Arial"/>
                <w:sz w:val="18"/>
              </w:rPr>
              <w:t>(Void)</w:t>
            </w:r>
          </w:p>
        </w:tc>
      </w:tr>
    </w:tbl>
    <w:p w14:paraId="0984EA68" w14:textId="77777777" w:rsidR="00B15E99" w:rsidRPr="00EF2F0E" w:rsidRDefault="00B15E99" w:rsidP="00B15E99"/>
    <w:p w14:paraId="0984EA69" w14:textId="77777777" w:rsidR="00B15E99" w:rsidRPr="00EF2F0E" w:rsidRDefault="00B15E99" w:rsidP="00B15E99">
      <w:pPr>
        <w:keepLines/>
        <w:ind w:left="1135" w:hanging="851"/>
      </w:pPr>
      <w:r w:rsidRPr="00EF2F0E">
        <w:t>The following notes are common to all subclauses in 9.7.</w:t>
      </w:r>
      <w:r w:rsidRPr="00EF2F0E">
        <w:rPr>
          <w:lang w:eastAsia="zh-CN"/>
        </w:rPr>
        <w:t>5.2.3</w:t>
      </w:r>
      <w:r w:rsidRPr="00EF2F0E">
        <w:t>:</w:t>
      </w:r>
    </w:p>
    <w:p w14:paraId="0984EA6A" w14:textId="77777777" w:rsidR="00B15E99" w:rsidRPr="00EF2F0E" w:rsidRDefault="00B15E99" w:rsidP="00B15E99">
      <w:pPr>
        <w:pStyle w:val="NO"/>
      </w:pPr>
      <w:r w:rsidRPr="00EF2F0E">
        <w:t xml:space="preserve">NOTE </w:t>
      </w:r>
      <w:r w:rsidRPr="00EF2F0E">
        <w:rPr>
          <w:lang w:eastAsia="zh-CN"/>
        </w:rPr>
        <w:t>9</w:t>
      </w:r>
      <w:r w:rsidRPr="00EF2F0E">
        <w:t>:</w:t>
      </w:r>
      <w:r w:rsidRPr="00EF2F0E">
        <w:tab/>
        <w:t>This frequency range ensures that the range of values of f_offset is continuous.</w:t>
      </w:r>
    </w:p>
    <w:p w14:paraId="0984EA6B" w14:textId="77777777" w:rsidR="00B15E99" w:rsidRPr="00EF2F0E" w:rsidRDefault="00B15E99" w:rsidP="00B15E99">
      <w:pPr>
        <w:pStyle w:val="NO"/>
      </w:pPr>
      <w:r w:rsidRPr="00EF2F0E">
        <w:t xml:space="preserve">NOTE </w:t>
      </w:r>
      <w:r w:rsidRPr="00EF2F0E">
        <w:rPr>
          <w:lang w:eastAsia="zh-CN"/>
        </w:rPr>
        <w:t>10</w:t>
      </w:r>
      <w:r w:rsidRPr="00EF2F0E">
        <w:t>:</w:t>
      </w:r>
      <w:r w:rsidRPr="00EF2F0E">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0984EA6C" w14:textId="77777777" w:rsidR="00B15E99" w:rsidRPr="00EF2F0E" w:rsidRDefault="00B15E99" w:rsidP="00B15E99">
      <w:pPr>
        <w:pStyle w:val="NO"/>
      </w:pPr>
      <w:r w:rsidRPr="00EF2F0E">
        <w:t xml:space="preserve">NOTE </w:t>
      </w:r>
      <w:r w:rsidRPr="00EF2F0E">
        <w:rPr>
          <w:lang w:eastAsia="zh-CN"/>
        </w:rPr>
        <w:t>11</w:t>
      </w:r>
      <w:r w:rsidRPr="00EF2F0E">
        <w:t>:</w:t>
      </w:r>
      <w:r w:rsidRPr="00EF2F0E">
        <w:tab/>
        <w:t xml:space="preserve">The requirement is not applicable when </w:t>
      </w:r>
      <w:r w:rsidRPr="00EF2F0E">
        <w:sym w:font="Symbol" w:char="F044"/>
      </w:r>
      <w:r w:rsidRPr="00EF2F0E">
        <w:t>f</w:t>
      </w:r>
      <w:r w:rsidRPr="00EF2F0E">
        <w:rPr>
          <w:vertAlign w:val="subscript"/>
        </w:rPr>
        <w:t>max</w:t>
      </w:r>
      <w:r w:rsidRPr="00EF2F0E">
        <w:t xml:space="preserve"> &lt; 10 MHz.</w:t>
      </w:r>
    </w:p>
    <w:p w14:paraId="0984EA6D" w14:textId="77777777" w:rsidR="00B15E99" w:rsidRPr="00EF2F0E" w:rsidRDefault="00B15E99" w:rsidP="00B15E99">
      <w:pPr>
        <w:pStyle w:val="NO"/>
      </w:pPr>
      <w:r w:rsidRPr="00EF2F0E">
        <w:t xml:space="preserve">NOTE </w:t>
      </w:r>
      <w:r w:rsidRPr="00EF2F0E">
        <w:rPr>
          <w:lang w:eastAsia="zh-CN"/>
        </w:rPr>
        <w:t>12</w:t>
      </w:r>
      <w:r w:rsidRPr="00EF2F0E">
        <w:t>:</w:t>
      </w:r>
      <w:r w:rsidRPr="00EF2F0E">
        <w:tab/>
        <w:t>All limits in table 9.7.5.2.3</w:t>
      </w:r>
      <w:r w:rsidRPr="00EF2F0E">
        <w:noBreakHyphen/>
        <w:t>1</w:t>
      </w:r>
      <w:r w:rsidRPr="00EF2F0E">
        <w:rPr>
          <w:lang w:eastAsia="zh-CN"/>
        </w:rPr>
        <w:t xml:space="preserve">, </w:t>
      </w:r>
      <w:r w:rsidRPr="00EF2F0E">
        <w:t>table 9.7.5.2.3</w:t>
      </w:r>
      <w:r w:rsidRPr="00EF2F0E">
        <w:noBreakHyphen/>
      </w:r>
      <w:r w:rsidRPr="00EF2F0E">
        <w:rPr>
          <w:lang w:eastAsia="zh-CN"/>
        </w:rPr>
        <w:t>3,</w:t>
      </w:r>
      <w:r w:rsidRPr="00EF2F0E">
        <w:t xml:space="preserve"> table 9.7.5.2.3</w:t>
      </w:r>
      <w:r w:rsidRPr="00EF2F0E">
        <w:noBreakHyphen/>
      </w:r>
      <w:r w:rsidRPr="00EF2F0E">
        <w:rPr>
          <w:lang w:eastAsia="zh-CN"/>
        </w:rPr>
        <w:t xml:space="preserve">4 and </w:t>
      </w:r>
      <w:r w:rsidRPr="00EF2F0E">
        <w:t>table 9.7.5.2.3</w:t>
      </w:r>
      <w:r w:rsidRPr="00EF2F0E">
        <w:noBreakHyphen/>
      </w:r>
      <w:r w:rsidRPr="00EF2F0E">
        <w:rPr>
          <w:lang w:eastAsia="zh-CN"/>
        </w:rPr>
        <w:t>7</w:t>
      </w:r>
      <w:r w:rsidRPr="00EF2F0E">
        <w:t xml:space="preserve"> are identical to the corresponding limits for Band Category 1 and 3.</w:t>
      </w:r>
    </w:p>
    <w:p w14:paraId="0984EA6E" w14:textId="77777777" w:rsidR="00B15E99" w:rsidRPr="00EF2F0E" w:rsidRDefault="00B15E99" w:rsidP="00B15E99">
      <w:pPr>
        <w:pStyle w:val="Heading5"/>
        <w:rPr>
          <w:rFonts w:eastAsia="SimSun"/>
        </w:rPr>
      </w:pPr>
      <w:bookmarkStart w:id="4062" w:name="_Toc21096076"/>
      <w:bookmarkStart w:id="4063" w:name="_Toc29763275"/>
      <w:bookmarkStart w:id="4064" w:name="_Toc45869560"/>
      <w:bookmarkStart w:id="4065" w:name="_Toc52554807"/>
      <w:bookmarkStart w:id="4066" w:name="_Toc52555277"/>
      <w:bookmarkStart w:id="4067" w:name="_Toc61112502"/>
      <w:bookmarkStart w:id="4068" w:name="_Toc67911654"/>
      <w:bookmarkStart w:id="4069" w:name="_Toc74843129"/>
      <w:bookmarkStart w:id="4070" w:name="_Toc76503512"/>
      <w:bookmarkStart w:id="4071" w:name="_Toc83040955"/>
      <w:bookmarkStart w:id="4072" w:name="_Toc89851998"/>
      <w:bookmarkStart w:id="4073" w:name="_Toc98676352"/>
      <w:r w:rsidRPr="00EF2F0E">
        <w:rPr>
          <w:rFonts w:eastAsia="SimSun"/>
        </w:rPr>
        <w:t>9.7.5.2.4</w:t>
      </w:r>
      <w:r w:rsidRPr="00EF2F0E">
        <w:rPr>
          <w:rFonts w:eastAsia="SimSun"/>
        </w:rPr>
        <w:tab/>
        <w:t>Additional requirements</w:t>
      </w:r>
      <w:bookmarkEnd w:id="4062"/>
      <w:bookmarkEnd w:id="4063"/>
      <w:bookmarkEnd w:id="4064"/>
      <w:bookmarkEnd w:id="4065"/>
      <w:bookmarkEnd w:id="4066"/>
      <w:bookmarkEnd w:id="4067"/>
      <w:bookmarkEnd w:id="4068"/>
      <w:bookmarkEnd w:id="4069"/>
      <w:bookmarkEnd w:id="4070"/>
      <w:bookmarkEnd w:id="4071"/>
      <w:bookmarkEnd w:id="4072"/>
      <w:bookmarkEnd w:id="4073"/>
    </w:p>
    <w:p w14:paraId="0984EA6F" w14:textId="77777777" w:rsidR="00B15E99" w:rsidRPr="00EF2F0E" w:rsidRDefault="00B15E99" w:rsidP="00B15E99">
      <w:pPr>
        <w:pStyle w:val="Heading6"/>
      </w:pPr>
      <w:bookmarkStart w:id="4074" w:name="_Toc21096077"/>
      <w:bookmarkStart w:id="4075" w:name="_Toc29763276"/>
      <w:bookmarkStart w:id="4076" w:name="_Toc45869561"/>
      <w:bookmarkStart w:id="4077" w:name="_Toc52554808"/>
      <w:bookmarkStart w:id="4078" w:name="_Toc52555278"/>
      <w:bookmarkStart w:id="4079" w:name="_Toc61112503"/>
      <w:bookmarkStart w:id="4080" w:name="_Toc67911655"/>
      <w:bookmarkStart w:id="4081" w:name="_Toc74843130"/>
      <w:bookmarkStart w:id="4082" w:name="_Toc76503513"/>
      <w:bookmarkStart w:id="4083" w:name="_Toc83040956"/>
      <w:bookmarkStart w:id="4084" w:name="_Toc89851999"/>
      <w:bookmarkStart w:id="4085" w:name="_Toc98676353"/>
      <w:r w:rsidRPr="00EF2F0E">
        <w:t>9.7.5.2.4.1</w:t>
      </w:r>
      <w:r w:rsidRPr="00EF2F0E">
        <w:tab/>
        <w:t>Limits in FCC Title 47</w:t>
      </w:r>
      <w:bookmarkEnd w:id="4074"/>
      <w:bookmarkEnd w:id="4075"/>
      <w:bookmarkEnd w:id="4076"/>
      <w:bookmarkEnd w:id="4077"/>
      <w:bookmarkEnd w:id="4078"/>
      <w:bookmarkEnd w:id="4079"/>
      <w:bookmarkEnd w:id="4080"/>
      <w:bookmarkEnd w:id="4081"/>
      <w:bookmarkEnd w:id="4082"/>
      <w:bookmarkEnd w:id="4083"/>
      <w:bookmarkEnd w:id="4084"/>
      <w:bookmarkEnd w:id="4085"/>
    </w:p>
    <w:p w14:paraId="0984EA70" w14:textId="77777777" w:rsidR="00B15E99" w:rsidRPr="00EF2F0E" w:rsidRDefault="00B15E99" w:rsidP="00B15E99">
      <w:pPr>
        <w:rPr>
          <w:lang w:eastAsia="ko-KR"/>
        </w:rPr>
      </w:pPr>
      <w:r w:rsidRPr="00EF2F0E">
        <w:rPr>
          <w:lang w:eastAsia="ko-KR"/>
        </w:rPr>
        <w:t xml:space="preserve">In addition to the AAS BS may have to comply with the applicable emission limits established by FCC Title 47 [8], when deployed in regions where those limits are applied, and under the conditions declared by the manufacturer. </w:t>
      </w:r>
    </w:p>
    <w:p w14:paraId="0984EA71" w14:textId="77777777" w:rsidR="00B15E99" w:rsidRPr="00EF2F0E" w:rsidRDefault="00B15E99" w:rsidP="00B15E99">
      <w:pPr>
        <w:pStyle w:val="Heading6"/>
      </w:pPr>
      <w:bookmarkStart w:id="4086" w:name="_Toc21096078"/>
      <w:bookmarkStart w:id="4087" w:name="_Toc29763277"/>
      <w:bookmarkStart w:id="4088" w:name="_Toc45869562"/>
      <w:bookmarkStart w:id="4089" w:name="_Toc52554809"/>
      <w:bookmarkStart w:id="4090" w:name="_Toc52555279"/>
      <w:bookmarkStart w:id="4091" w:name="_Toc61112504"/>
      <w:bookmarkStart w:id="4092" w:name="_Toc67911656"/>
      <w:bookmarkStart w:id="4093" w:name="_Toc74843131"/>
      <w:bookmarkStart w:id="4094" w:name="_Toc76503514"/>
      <w:bookmarkStart w:id="4095" w:name="_Toc83040957"/>
      <w:bookmarkStart w:id="4096" w:name="_Toc89852000"/>
      <w:bookmarkStart w:id="4097" w:name="_Toc98676354"/>
      <w:r w:rsidRPr="00EF2F0E">
        <w:t>9.7.5.2.4.2</w:t>
      </w:r>
      <w:r w:rsidRPr="00EF2F0E">
        <w:tab/>
        <w:t>Unsynchronized operation for BC3</w:t>
      </w:r>
      <w:bookmarkEnd w:id="4086"/>
      <w:bookmarkEnd w:id="4087"/>
      <w:bookmarkEnd w:id="4088"/>
      <w:bookmarkEnd w:id="4089"/>
      <w:bookmarkEnd w:id="4090"/>
      <w:bookmarkEnd w:id="4091"/>
      <w:bookmarkEnd w:id="4092"/>
      <w:bookmarkEnd w:id="4093"/>
      <w:bookmarkEnd w:id="4094"/>
      <w:bookmarkEnd w:id="4095"/>
      <w:bookmarkEnd w:id="4096"/>
      <w:bookmarkEnd w:id="4097"/>
      <w:r w:rsidRPr="00EF2F0E">
        <w:t xml:space="preserve"> </w:t>
      </w:r>
    </w:p>
    <w:p w14:paraId="0984EA72" w14:textId="77777777" w:rsidR="00B15E99" w:rsidRPr="00EF2F0E" w:rsidRDefault="00B15E99" w:rsidP="00B15E99">
      <w:pPr>
        <w:rPr>
          <w:lang w:eastAsia="ko-KR"/>
        </w:rPr>
      </w:pPr>
      <w:r w:rsidRPr="00EF2F0E">
        <w:rPr>
          <w:lang w:eastAsia="ko-KR"/>
        </w:rPr>
        <w:t>In certain regions, the following requirements may apply to a TDD AAS BS operating in BC3 in the same geographic area and in the same operating band as another TDD system without synchronisation. For this case the emissions shall not exceed -52 dBm</w:t>
      </w:r>
      <w:r w:rsidRPr="00EF2F0E">
        <w:rPr>
          <w:lang w:eastAsia="zh-CN"/>
        </w:rPr>
        <w:t>/MHz</w:t>
      </w:r>
      <w:r w:rsidRPr="00EF2F0E">
        <w:rPr>
          <w:lang w:eastAsia="ko-KR"/>
        </w:rPr>
        <w:t xml:space="preserve"> in each supported </w:t>
      </w:r>
      <w:r w:rsidRPr="00EF2F0E">
        <w:rPr>
          <w:i/>
          <w:lang w:eastAsia="ko-KR"/>
        </w:rPr>
        <w:t>downlink operating band</w:t>
      </w:r>
      <w:r w:rsidRPr="00EF2F0E">
        <w:rPr>
          <w:lang w:eastAsia="ko-KR"/>
        </w:rPr>
        <w:t xml:space="preserve"> except in:</w:t>
      </w:r>
    </w:p>
    <w:p w14:paraId="0984EA73" w14:textId="77777777" w:rsidR="00B15E99" w:rsidRPr="00EF2F0E" w:rsidRDefault="00B15E99" w:rsidP="00B15E99">
      <w:pPr>
        <w:ind w:left="568" w:hanging="284"/>
        <w:rPr>
          <w:lang w:eastAsia="en-CA"/>
        </w:rPr>
      </w:pPr>
      <w:r w:rsidRPr="00EF2F0E">
        <w:rPr>
          <w:lang w:eastAsia="en-CA"/>
        </w:rPr>
        <w:t>-</w:t>
      </w:r>
      <w:r w:rsidRPr="00EF2F0E">
        <w:rPr>
          <w:lang w:eastAsia="en-CA"/>
        </w:rPr>
        <w:tab/>
        <w:t xml:space="preserve">The frequency range from </w:t>
      </w:r>
      <w:r w:rsidRPr="00EF2F0E">
        <w:rPr>
          <w:rFonts w:ascii="Arial" w:hAnsi="Arial"/>
          <w:b/>
          <w:sz w:val="18"/>
        </w:rPr>
        <w:t>Δf</w:t>
      </w:r>
      <w:r w:rsidRPr="00EF2F0E">
        <w:rPr>
          <w:rFonts w:ascii="Arial" w:hAnsi="Arial"/>
          <w:b/>
          <w:sz w:val="18"/>
          <w:vertAlign w:val="subscript"/>
        </w:rPr>
        <w:t>OBUE</w:t>
      </w:r>
      <w:r w:rsidRPr="00EF2F0E">
        <w:rPr>
          <w:rFonts w:ascii="Arial" w:hAnsi="Arial"/>
          <w:b/>
          <w:sz w:val="18"/>
        </w:rPr>
        <w:t xml:space="preserve"> </w:t>
      </w:r>
      <w:r w:rsidRPr="00EF2F0E">
        <w:rPr>
          <w:lang w:eastAsia="en-CA"/>
        </w:rPr>
        <w:t xml:space="preserve">below the lower </w:t>
      </w:r>
      <w:r w:rsidRPr="00EF2F0E">
        <w:rPr>
          <w:i/>
          <w:lang w:eastAsia="en-CA"/>
        </w:rPr>
        <w:t>Base Station RF Bandwidth edge</w:t>
      </w:r>
      <w:r w:rsidRPr="00EF2F0E">
        <w:rPr>
          <w:lang w:eastAsia="en-CA"/>
        </w:rPr>
        <w:t xml:space="preserve"> to the frequency </w:t>
      </w:r>
      <w:r w:rsidRPr="00EF2F0E">
        <w:rPr>
          <w:rFonts w:ascii="Arial" w:hAnsi="Arial"/>
          <w:b/>
          <w:sz w:val="18"/>
        </w:rPr>
        <w:t>Δf</w:t>
      </w:r>
      <w:r w:rsidRPr="00EF2F0E">
        <w:rPr>
          <w:rFonts w:ascii="Arial" w:hAnsi="Arial"/>
          <w:b/>
          <w:sz w:val="18"/>
          <w:vertAlign w:val="subscript"/>
        </w:rPr>
        <w:t>OBUE</w:t>
      </w:r>
      <w:r w:rsidRPr="00EF2F0E">
        <w:rPr>
          <w:rFonts w:ascii="Arial" w:hAnsi="Arial"/>
          <w:b/>
          <w:sz w:val="18"/>
        </w:rPr>
        <w:t xml:space="preserve"> </w:t>
      </w:r>
      <w:r w:rsidRPr="00EF2F0E">
        <w:rPr>
          <w:lang w:eastAsia="en-CA"/>
        </w:rPr>
        <w:t xml:space="preserve">above the upper </w:t>
      </w:r>
      <w:r w:rsidRPr="00EF2F0E">
        <w:rPr>
          <w:i/>
          <w:lang w:eastAsia="en-CA"/>
        </w:rPr>
        <w:t>Base Station RF Bandwidth edge</w:t>
      </w:r>
      <w:r w:rsidRPr="00EF2F0E">
        <w:rPr>
          <w:lang w:eastAsia="en-CA"/>
        </w:rPr>
        <w:t xml:space="preserve"> of each supported band.</w:t>
      </w:r>
    </w:p>
    <w:p w14:paraId="0984EA74" w14:textId="77777777" w:rsidR="00B15E99" w:rsidRPr="00EF2F0E" w:rsidRDefault="00B15E99" w:rsidP="00B15E99">
      <w:pPr>
        <w:pStyle w:val="NO"/>
        <w:rPr>
          <w:lang w:eastAsia="en-CA"/>
        </w:rPr>
      </w:pPr>
      <w:r w:rsidRPr="00EF2F0E">
        <w:rPr>
          <w:lang w:eastAsia="en-CA"/>
        </w:rPr>
        <w:t>NOTE 1:</w:t>
      </w:r>
      <w:r w:rsidR="006E5225" w:rsidRPr="00EF2F0E">
        <w:rPr>
          <w:lang w:eastAsia="en-CA"/>
        </w:rPr>
        <w:tab/>
      </w:r>
      <w:r w:rsidRPr="00EF2F0E">
        <w:rPr>
          <w:lang w:eastAsia="en-CA"/>
        </w:rPr>
        <w:t>Local or regional regulations may specify another excluded frequency range, which may include frequencies where synchronised TDD systems operate.</w:t>
      </w:r>
    </w:p>
    <w:p w14:paraId="0984EA75" w14:textId="77777777" w:rsidR="00B15E99" w:rsidRPr="00EF2F0E" w:rsidRDefault="00B15E99" w:rsidP="00B15E99">
      <w:pPr>
        <w:pStyle w:val="NO"/>
        <w:rPr>
          <w:lang w:eastAsia="en-CA"/>
        </w:rPr>
      </w:pPr>
      <w:r w:rsidRPr="00EF2F0E">
        <w:rPr>
          <w:lang w:eastAsia="en-CA"/>
        </w:rPr>
        <w:t>NOTE 2:</w:t>
      </w:r>
      <w:r w:rsidRPr="00EF2F0E">
        <w:rPr>
          <w:lang w:eastAsia="en-CA"/>
        </w:rPr>
        <w:tab/>
        <w:t xml:space="preserve">TDD base stations that are synchronized and operating in BC3 can transmit without </w:t>
      </w:r>
      <w:r w:rsidRPr="00EF2F0E">
        <w:rPr>
          <w:lang w:eastAsia="zh-CN"/>
        </w:rPr>
        <w:t xml:space="preserve">these </w:t>
      </w:r>
      <w:r w:rsidRPr="00EF2F0E">
        <w:rPr>
          <w:lang w:eastAsia="en-CA"/>
        </w:rPr>
        <w:t>additional co-existence requirements.</w:t>
      </w:r>
    </w:p>
    <w:p w14:paraId="0984EA76" w14:textId="77777777" w:rsidR="00B15E99" w:rsidRPr="00EF2F0E" w:rsidRDefault="00B15E99" w:rsidP="00B15E99">
      <w:pPr>
        <w:pStyle w:val="Heading6"/>
      </w:pPr>
      <w:bookmarkStart w:id="4098" w:name="_Toc21096079"/>
      <w:bookmarkStart w:id="4099" w:name="_Toc29763278"/>
      <w:bookmarkStart w:id="4100" w:name="_Toc45869563"/>
      <w:bookmarkStart w:id="4101" w:name="_Toc52554810"/>
      <w:bookmarkStart w:id="4102" w:name="_Toc52555280"/>
      <w:bookmarkStart w:id="4103" w:name="_Toc61112505"/>
      <w:bookmarkStart w:id="4104" w:name="_Toc67911657"/>
      <w:bookmarkStart w:id="4105" w:name="_Toc74843132"/>
      <w:bookmarkStart w:id="4106" w:name="_Toc76503515"/>
      <w:bookmarkStart w:id="4107" w:name="_Toc83040958"/>
      <w:bookmarkStart w:id="4108" w:name="_Toc89852001"/>
      <w:bookmarkStart w:id="4109" w:name="_Toc98676355"/>
      <w:r w:rsidRPr="00EF2F0E">
        <w:t>9.7.5.2.4.3</w:t>
      </w:r>
      <w:r w:rsidRPr="00EF2F0E">
        <w:tab/>
        <w:t>Protection of DTT</w:t>
      </w:r>
      <w:bookmarkEnd w:id="4098"/>
      <w:bookmarkEnd w:id="4099"/>
      <w:bookmarkEnd w:id="4100"/>
      <w:bookmarkEnd w:id="4101"/>
      <w:bookmarkEnd w:id="4102"/>
      <w:bookmarkEnd w:id="4103"/>
      <w:bookmarkEnd w:id="4104"/>
      <w:bookmarkEnd w:id="4105"/>
      <w:bookmarkEnd w:id="4106"/>
      <w:bookmarkEnd w:id="4107"/>
      <w:bookmarkEnd w:id="4108"/>
      <w:bookmarkEnd w:id="4109"/>
      <w:r w:rsidRPr="00EF2F0E">
        <w:t xml:space="preserve"> </w:t>
      </w:r>
    </w:p>
    <w:p w14:paraId="0984EA77" w14:textId="77777777" w:rsidR="005C15CF" w:rsidRPr="00EF2F0E" w:rsidRDefault="005C15CF" w:rsidP="005C15CF">
      <w:pPr>
        <w:rPr>
          <w:lang w:eastAsia="ko-KR"/>
        </w:rPr>
      </w:pPr>
      <w:r w:rsidRPr="00EF2F0E">
        <w:rPr>
          <w:rFonts w:cs="v5.0.0"/>
          <w:lang w:eastAsia="ko-KR"/>
        </w:rPr>
        <w:t xml:space="preserve">In certain regions the following requirement may apply for protection of DTT. For an AAS BS operating in Band 20, the </w:t>
      </w:r>
      <w:r w:rsidRPr="00EF2F0E">
        <w:rPr>
          <w:lang w:eastAsia="ko-KR"/>
        </w:rPr>
        <w:t>level of emissions in the band 470-790 MHz, measured in an 8 MHz filter bandwidth on centre frequencies F</w:t>
      </w:r>
      <w:r w:rsidRPr="00EF2F0E">
        <w:rPr>
          <w:vertAlign w:val="subscript"/>
          <w:lang w:eastAsia="ko-KR"/>
        </w:rPr>
        <w:t>filter</w:t>
      </w:r>
      <w:r w:rsidRPr="00EF2F0E">
        <w:rPr>
          <w:lang w:eastAsia="ko-KR"/>
        </w:rPr>
        <w:t xml:space="preserve"> according to table 9.7.5.2.4.3-1, shall not exceed the maximum emission TRP level shown in the table. This requirement applies in the frequency range 470-790 MHz even though part of the range falls in the spurious domain. </w:t>
      </w:r>
    </w:p>
    <w:p w14:paraId="0984EA78" w14:textId="77777777" w:rsidR="00B15E99" w:rsidRPr="00EF2F0E" w:rsidRDefault="00B15E99" w:rsidP="00B15E99">
      <w:pPr>
        <w:pStyle w:val="TH"/>
      </w:pPr>
      <w:r w:rsidRPr="00EF2F0E">
        <w:t>Table 9.7.5.2.4.3-1: Declared emissions levels for protection of DTT</w:t>
      </w:r>
    </w:p>
    <w:tbl>
      <w:tblPr>
        <w:tblW w:w="92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95"/>
        <w:gridCol w:w="1701"/>
        <w:gridCol w:w="2268"/>
        <w:gridCol w:w="1984"/>
        <w:gridCol w:w="1512"/>
      </w:tblGrid>
      <w:tr w:rsidR="003401A4" w:rsidRPr="00EF2F0E" w14:paraId="0984EA80" w14:textId="77777777" w:rsidTr="00AB06FD">
        <w:trPr>
          <w:cantSplit/>
          <w:jc w:val="center"/>
        </w:trPr>
        <w:tc>
          <w:tcPr>
            <w:tcW w:w="1795" w:type="dxa"/>
          </w:tcPr>
          <w:p w14:paraId="0984EA79" w14:textId="77777777" w:rsidR="00B15E99" w:rsidRPr="00EF2F0E" w:rsidRDefault="00B15E99" w:rsidP="00AB06FD">
            <w:pPr>
              <w:pStyle w:val="TAH"/>
              <w:rPr>
                <w:rFonts w:cs="v5.0.0"/>
              </w:rPr>
            </w:pPr>
            <w:r w:rsidRPr="00EF2F0E">
              <w:rPr>
                <w:rFonts w:cs="v5.0.0"/>
              </w:rPr>
              <w:t>Case</w:t>
            </w:r>
          </w:p>
        </w:tc>
        <w:tc>
          <w:tcPr>
            <w:tcW w:w="1701" w:type="dxa"/>
          </w:tcPr>
          <w:p w14:paraId="0984EA7A" w14:textId="77777777" w:rsidR="00B15E99" w:rsidRPr="00EF2F0E" w:rsidRDefault="00B15E99" w:rsidP="00AB06FD">
            <w:pPr>
              <w:pStyle w:val="TAH"/>
              <w:rPr>
                <w:rFonts w:cs="v5.0.0"/>
              </w:rPr>
            </w:pPr>
            <w:r w:rsidRPr="00EF2F0E">
              <w:rPr>
                <w:rFonts w:cs="v5.0.0"/>
              </w:rPr>
              <w:t>Measurement filter centre frequency</w:t>
            </w:r>
          </w:p>
        </w:tc>
        <w:tc>
          <w:tcPr>
            <w:tcW w:w="2268" w:type="dxa"/>
          </w:tcPr>
          <w:p w14:paraId="0984EA7B" w14:textId="77777777" w:rsidR="00B15E99" w:rsidRPr="00EF2F0E" w:rsidRDefault="00B15E99" w:rsidP="00AB06FD">
            <w:pPr>
              <w:pStyle w:val="TAH"/>
              <w:rPr>
                <w:rFonts w:cs="v5.0.0"/>
                <w:vertAlign w:val="subscript"/>
              </w:rPr>
            </w:pPr>
            <w:r w:rsidRPr="00EF2F0E">
              <w:rPr>
                <w:rFonts w:cs="v5.0.0"/>
              </w:rPr>
              <w:t xml:space="preserve">Condition on BS maximum aggregate </w:t>
            </w:r>
            <w:r w:rsidR="001E2482" w:rsidRPr="00EF2F0E">
              <w:rPr>
                <w:rFonts w:cs="v5.0.0"/>
              </w:rPr>
              <w:t>T</w:t>
            </w:r>
            <w:r w:rsidRPr="00EF2F0E">
              <w:rPr>
                <w:rFonts w:cs="v5.0.0"/>
              </w:rPr>
              <w:t xml:space="preserve">RP / 10 MHz, </w:t>
            </w:r>
            <w:r w:rsidR="001E2482" w:rsidRPr="00EF2F0E">
              <w:rPr>
                <w:rFonts w:cs="v5.0.0"/>
              </w:rPr>
              <w:t>P</w:t>
            </w:r>
            <w:r w:rsidR="001E2482" w:rsidRPr="00EF2F0E">
              <w:rPr>
                <w:rFonts w:cs="v5.0.0"/>
                <w:vertAlign w:val="subscript"/>
              </w:rPr>
              <w:t>TRP</w:t>
            </w:r>
            <w:r w:rsidRPr="00EF2F0E">
              <w:rPr>
                <w:rFonts w:cs="v5.0.0"/>
                <w:vertAlign w:val="subscript"/>
              </w:rPr>
              <w:t>_10MHz</w:t>
            </w:r>
          </w:p>
          <w:p w14:paraId="0984EA7C" w14:textId="77777777" w:rsidR="00B15E99" w:rsidRPr="00EF2F0E" w:rsidRDefault="00B15E99" w:rsidP="00AB06FD">
            <w:pPr>
              <w:pStyle w:val="TAH"/>
              <w:rPr>
                <w:rFonts w:cs="v5.0.0"/>
              </w:rPr>
            </w:pPr>
            <w:r w:rsidRPr="00EF2F0E">
              <w:rPr>
                <w:rFonts w:cs="Arial"/>
              </w:rPr>
              <w:t>(NOTE)</w:t>
            </w:r>
            <w:r w:rsidRPr="00EF2F0E">
              <w:rPr>
                <w:rFonts w:cs="v5.0.0"/>
              </w:rPr>
              <w:t xml:space="preserve"> </w:t>
            </w:r>
          </w:p>
        </w:tc>
        <w:tc>
          <w:tcPr>
            <w:tcW w:w="1984" w:type="dxa"/>
          </w:tcPr>
          <w:p w14:paraId="0984EA7D" w14:textId="77777777" w:rsidR="00B15E99" w:rsidRPr="00EF2F0E" w:rsidRDefault="00B15E99" w:rsidP="00AB06FD">
            <w:pPr>
              <w:pStyle w:val="TAH"/>
              <w:rPr>
                <w:rFonts w:cs="v5.0.0"/>
              </w:rPr>
            </w:pPr>
            <w:r w:rsidRPr="00EF2F0E">
              <w:rPr>
                <w:rFonts w:cs="v5.0.0"/>
              </w:rPr>
              <w:t>Maximum Level</w:t>
            </w:r>
          </w:p>
          <w:p w14:paraId="0984EA7E" w14:textId="77777777" w:rsidR="00B15E99" w:rsidRPr="00EF2F0E" w:rsidRDefault="00B15E99" w:rsidP="00AB06FD">
            <w:pPr>
              <w:pStyle w:val="TAH"/>
              <w:rPr>
                <w:rFonts w:cs="v5.0.0"/>
              </w:rPr>
            </w:pPr>
            <w:r w:rsidRPr="00EF2F0E">
              <w:rPr>
                <w:rFonts w:cs="Arial"/>
              </w:rPr>
              <w:t>P</w:t>
            </w:r>
            <w:r w:rsidR="00E06E77" w:rsidRPr="00EF2F0E">
              <w:rPr>
                <w:rFonts w:cs="Arial"/>
                <w:vertAlign w:val="subscript"/>
              </w:rPr>
              <w:t>T</w:t>
            </w:r>
            <w:r w:rsidRPr="00EF2F0E">
              <w:rPr>
                <w:rFonts w:cs="Arial"/>
                <w:vertAlign w:val="subscript"/>
              </w:rPr>
              <w:t>RP,N,MAX</w:t>
            </w:r>
          </w:p>
        </w:tc>
        <w:tc>
          <w:tcPr>
            <w:tcW w:w="1512" w:type="dxa"/>
          </w:tcPr>
          <w:p w14:paraId="0984EA7F" w14:textId="77777777" w:rsidR="00B15E99" w:rsidRPr="00EF2F0E" w:rsidRDefault="00B15E99" w:rsidP="00AB06FD">
            <w:pPr>
              <w:pStyle w:val="TAH"/>
              <w:rPr>
                <w:rFonts w:cs="v5.0.0"/>
              </w:rPr>
            </w:pPr>
            <w:r w:rsidRPr="00EF2F0E">
              <w:rPr>
                <w:rFonts w:cs="v5.0.0"/>
              </w:rPr>
              <w:t>Measurement Bandwidth</w:t>
            </w:r>
          </w:p>
        </w:tc>
      </w:tr>
      <w:tr w:rsidR="003401A4" w:rsidRPr="00EF2F0E" w14:paraId="0984EA87" w14:textId="77777777" w:rsidTr="00AB06FD">
        <w:trPr>
          <w:cantSplit/>
          <w:jc w:val="center"/>
        </w:trPr>
        <w:tc>
          <w:tcPr>
            <w:tcW w:w="1795" w:type="dxa"/>
            <w:vMerge w:val="restart"/>
          </w:tcPr>
          <w:p w14:paraId="0984EA81" w14:textId="77777777" w:rsidR="00B15E99" w:rsidRPr="00EF2F0E" w:rsidRDefault="00B15E99" w:rsidP="00AB06FD">
            <w:pPr>
              <w:pStyle w:val="TAL"/>
              <w:rPr>
                <w:rFonts w:cs="Arial"/>
              </w:rPr>
            </w:pPr>
            <w:r w:rsidRPr="00EF2F0E">
              <w:rPr>
                <w:rFonts w:cs="Arial"/>
              </w:rPr>
              <w:t>A: for DTT frequencies where broadcasting is protected</w:t>
            </w:r>
          </w:p>
        </w:tc>
        <w:tc>
          <w:tcPr>
            <w:tcW w:w="1701" w:type="dxa"/>
          </w:tcPr>
          <w:p w14:paraId="0984EA82" w14:textId="77777777" w:rsidR="00B15E99" w:rsidRPr="00EF2F0E" w:rsidRDefault="00B15E99" w:rsidP="00AB06FD">
            <w:pPr>
              <w:pStyle w:val="TAC"/>
              <w:rPr>
                <w:rFonts w:cs="Arial"/>
              </w:rPr>
            </w:pPr>
            <w:r w:rsidRPr="00EF2F0E">
              <w:rPr>
                <w:rFonts w:cs="Arial"/>
              </w:rPr>
              <w:t xml:space="preserve">N*8 + 306 MHz, </w:t>
            </w:r>
          </w:p>
          <w:p w14:paraId="0984EA83"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A84" w14:textId="77777777" w:rsidR="00B15E99" w:rsidRPr="00EF2F0E" w:rsidRDefault="00B15E99" w:rsidP="00AB06FD">
            <w:pPr>
              <w:pStyle w:val="TAC"/>
              <w:rPr>
                <w:rFonts w:cs="Arial"/>
              </w:rPr>
            </w:pPr>
            <w:r w:rsidRPr="00EF2F0E">
              <w:rPr>
                <w:rFonts w:cs="Arial"/>
              </w:rPr>
              <w:t>P</w:t>
            </w:r>
            <w:r w:rsidR="00E06E77" w:rsidRPr="00EF2F0E">
              <w:rPr>
                <w:rFonts w:cs="Arial"/>
                <w:vertAlign w:val="subscript"/>
              </w:rPr>
              <w:t>T</w:t>
            </w:r>
            <w:r w:rsidRPr="00EF2F0E">
              <w:rPr>
                <w:rFonts w:cs="Arial"/>
                <w:vertAlign w:val="subscript"/>
              </w:rPr>
              <w:t>RP_10MHz</w:t>
            </w:r>
            <w:r w:rsidRPr="00EF2F0E">
              <w:rPr>
                <w:rFonts w:cs="Arial"/>
              </w:rPr>
              <w:t xml:space="preserve"> </w:t>
            </w:r>
            <w:r w:rsidRPr="00EF2F0E">
              <w:rPr>
                <w:rFonts w:cs="Arial"/>
              </w:rPr>
              <w:sym w:font="Symbol" w:char="F0B3"/>
            </w:r>
            <w:r w:rsidRPr="00EF2F0E">
              <w:rPr>
                <w:rFonts w:cs="Arial"/>
              </w:rPr>
              <w:t xml:space="preserve"> 59 dBm</w:t>
            </w:r>
          </w:p>
        </w:tc>
        <w:tc>
          <w:tcPr>
            <w:tcW w:w="1984" w:type="dxa"/>
          </w:tcPr>
          <w:p w14:paraId="0984EA85" w14:textId="77777777" w:rsidR="00B15E99" w:rsidRPr="00EF2F0E" w:rsidRDefault="00B15E99" w:rsidP="00AB06FD">
            <w:pPr>
              <w:pStyle w:val="TAC"/>
              <w:rPr>
                <w:rFonts w:cs="Arial"/>
              </w:rPr>
            </w:pPr>
            <w:r w:rsidRPr="00EF2F0E">
              <w:rPr>
                <w:rFonts w:cs="Arial"/>
              </w:rPr>
              <w:t xml:space="preserve">0  dBm  </w:t>
            </w:r>
          </w:p>
        </w:tc>
        <w:tc>
          <w:tcPr>
            <w:tcW w:w="1512" w:type="dxa"/>
          </w:tcPr>
          <w:p w14:paraId="0984EA86" w14:textId="77777777" w:rsidR="00B15E99" w:rsidRPr="00EF2F0E" w:rsidRDefault="00B15E99" w:rsidP="00AB06FD">
            <w:pPr>
              <w:pStyle w:val="TAC"/>
              <w:rPr>
                <w:rFonts w:cs="Arial"/>
              </w:rPr>
            </w:pPr>
            <w:r w:rsidRPr="00EF2F0E">
              <w:rPr>
                <w:rFonts w:cs="Arial"/>
              </w:rPr>
              <w:t>8 MHz</w:t>
            </w:r>
          </w:p>
        </w:tc>
      </w:tr>
      <w:tr w:rsidR="003401A4" w:rsidRPr="00EF2F0E" w14:paraId="0984EA8E" w14:textId="77777777" w:rsidTr="00AB06FD">
        <w:trPr>
          <w:cantSplit/>
          <w:jc w:val="center"/>
        </w:trPr>
        <w:tc>
          <w:tcPr>
            <w:tcW w:w="1795" w:type="dxa"/>
            <w:vMerge/>
          </w:tcPr>
          <w:p w14:paraId="0984EA88" w14:textId="77777777" w:rsidR="00B15E99" w:rsidRPr="00EF2F0E" w:rsidRDefault="00B15E99" w:rsidP="00AB06FD">
            <w:pPr>
              <w:pStyle w:val="TAL"/>
              <w:rPr>
                <w:rFonts w:cs="Arial"/>
              </w:rPr>
            </w:pPr>
          </w:p>
        </w:tc>
        <w:tc>
          <w:tcPr>
            <w:tcW w:w="1701" w:type="dxa"/>
          </w:tcPr>
          <w:p w14:paraId="0984EA89" w14:textId="77777777" w:rsidR="00B15E99" w:rsidRPr="00EF2F0E" w:rsidRDefault="00B15E99" w:rsidP="00AB06FD">
            <w:pPr>
              <w:pStyle w:val="TAC"/>
              <w:rPr>
                <w:rFonts w:cs="Arial"/>
              </w:rPr>
            </w:pPr>
            <w:r w:rsidRPr="00EF2F0E">
              <w:rPr>
                <w:rFonts w:cs="Arial"/>
              </w:rPr>
              <w:t xml:space="preserve">N*8 + 306 MHz, </w:t>
            </w:r>
          </w:p>
          <w:p w14:paraId="0984EA8A"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A8B" w14:textId="77777777" w:rsidR="00B15E99" w:rsidRPr="00EF2F0E" w:rsidRDefault="00B15E99" w:rsidP="00AB06FD">
            <w:pPr>
              <w:pStyle w:val="TAC"/>
              <w:rPr>
                <w:rFonts w:cs="Arial"/>
              </w:rPr>
            </w:pPr>
            <w:r w:rsidRPr="00EF2F0E">
              <w:rPr>
                <w:rFonts w:cs="Arial"/>
              </w:rPr>
              <w:t xml:space="preserve">36 </w:t>
            </w:r>
            <w:r w:rsidRPr="00EF2F0E">
              <w:rPr>
                <w:rFonts w:cs="Arial"/>
              </w:rPr>
              <w:sym w:font="Symbol" w:char="F0A3"/>
            </w:r>
            <w:r w:rsidRPr="00EF2F0E">
              <w:rPr>
                <w:rFonts w:cs="Arial"/>
              </w:rPr>
              <w:t xml:space="preserve"> P</w:t>
            </w:r>
            <w:r w:rsidR="00E06E77" w:rsidRPr="00EF2F0E">
              <w:rPr>
                <w:rFonts w:cs="Arial"/>
                <w:vertAlign w:val="subscript"/>
              </w:rPr>
              <w:t>T</w:t>
            </w:r>
            <w:r w:rsidRPr="00EF2F0E">
              <w:rPr>
                <w:rFonts w:cs="Arial"/>
                <w:vertAlign w:val="subscript"/>
              </w:rPr>
              <w:t>RP_10MHz</w:t>
            </w:r>
            <w:r w:rsidRPr="00EF2F0E">
              <w:rPr>
                <w:rFonts w:cs="Arial"/>
              </w:rPr>
              <w:t xml:space="preserve"> &lt; 59 dBm</w:t>
            </w:r>
          </w:p>
        </w:tc>
        <w:tc>
          <w:tcPr>
            <w:tcW w:w="1984" w:type="dxa"/>
          </w:tcPr>
          <w:p w14:paraId="0984EA8C" w14:textId="77777777" w:rsidR="00B15E99" w:rsidRPr="00EF2F0E" w:rsidRDefault="00B15E99" w:rsidP="00AB06FD">
            <w:pPr>
              <w:pStyle w:val="TAC"/>
              <w:rPr>
                <w:rFonts w:cs="Arial"/>
              </w:rPr>
            </w:pPr>
            <w:r w:rsidRPr="00EF2F0E">
              <w:rPr>
                <w:rFonts w:cs="Arial"/>
              </w:rPr>
              <w:t>P</w:t>
            </w:r>
            <w:r w:rsidR="00E06E77" w:rsidRPr="00EF2F0E">
              <w:rPr>
                <w:rFonts w:cs="Arial"/>
                <w:vertAlign w:val="subscript"/>
              </w:rPr>
              <w:t>T</w:t>
            </w:r>
            <w:r w:rsidRPr="00EF2F0E">
              <w:rPr>
                <w:rFonts w:cs="Arial"/>
                <w:vertAlign w:val="subscript"/>
              </w:rPr>
              <w:t>RP_10MHz</w:t>
            </w:r>
            <w:r w:rsidRPr="00EF2F0E">
              <w:rPr>
                <w:rFonts w:cs="Arial"/>
              </w:rPr>
              <w:t xml:space="preserve"> – 59 dBm</w:t>
            </w:r>
          </w:p>
        </w:tc>
        <w:tc>
          <w:tcPr>
            <w:tcW w:w="1512" w:type="dxa"/>
          </w:tcPr>
          <w:p w14:paraId="0984EA8D" w14:textId="77777777" w:rsidR="00B15E99" w:rsidRPr="00EF2F0E" w:rsidRDefault="00B15E99" w:rsidP="00AB06FD">
            <w:pPr>
              <w:pStyle w:val="TAC"/>
              <w:rPr>
                <w:rFonts w:cs="Arial"/>
              </w:rPr>
            </w:pPr>
            <w:r w:rsidRPr="00EF2F0E">
              <w:rPr>
                <w:rFonts w:cs="Arial"/>
              </w:rPr>
              <w:t>8 MHz</w:t>
            </w:r>
          </w:p>
        </w:tc>
      </w:tr>
      <w:tr w:rsidR="003401A4" w:rsidRPr="00EF2F0E" w14:paraId="0984EA95" w14:textId="77777777" w:rsidTr="00AB06FD">
        <w:trPr>
          <w:cantSplit/>
          <w:jc w:val="center"/>
        </w:trPr>
        <w:tc>
          <w:tcPr>
            <w:tcW w:w="1795" w:type="dxa"/>
            <w:vMerge/>
          </w:tcPr>
          <w:p w14:paraId="0984EA8F" w14:textId="77777777" w:rsidR="00B15E99" w:rsidRPr="00EF2F0E" w:rsidRDefault="00B15E99" w:rsidP="00AB06FD">
            <w:pPr>
              <w:pStyle w:val="TAL"/>
              <w:rPr>
                <w:rFonts w:cs="Arial"/>
              </w:rPr>
            </w:pPr>
          </w:p>
        </w:tc>
        <w:tc>
          <w:tcPr>
            <w:tcW w:w="1701" w:type="dxa"/>
          </w:tcPr>
          <w:p w14:paraId="0984EA90" w14:textId="77777777" w:rsidR="00B15E99" w:rsidRPr="00EF2F0E" w:rsidRDefault="00B15E99" w:rsidP="00AB06FD">
            <w:pPr>
              <w:pStyle w:val="TAC"/>
              <w:rPr>
                <w:rFonts w:cs="Arial"/>
              </w:rPr>
            </w:pPr>
            <w:r w:rsidRPr="00EF2F0E">
              <w:rPr>
                <w:rFonts w:cs="Arial"/>
              </w:rPr>
              <w:t xml:space="preserve">N*8 + 306 MHz, </w:t>
            </w:r>
          </w:p>
          <w:p w14:paraId="0984EA91"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A92" w14:textId="77777777" w:rsidR="00B15E99" w:rsidRPr="00EF2F0E" w:rsidRDefault="00B15E99" w:rsidP="00AB06FD">
            <w:pPr>
              <w:pStyle w:val="TAC"/>
              <w:rPr>
                <w:rFonts w:cs="Arial"/>
              </w:rPr>
            </w:pPr>
            <w:r w:rsidRPr="00EF2F0E">
              <w:rPr>
                <w:rFonts w:cs="Arial"/>
              </w:rPr>
              <w:t>P</w:t>
            </w:r>
            <w:r w:rsidR="00E06E77" w:rsidRPr="00EF2F0E">
              <w:rPr>
                <w:rFonts w:cs="Arial"/>
                <w:vertAlign w:val="subscript"/>
              </w:rPr>
              <w:t>T</w:t>
            </w:r>
            <w:r w:rsidRPr="00EF2F0E">
              <w:rPr>
                <w:rFonts w:cs="Arial"/>
                <w:vertAlign w:val="subscript"/>
              </w:rPr>
              <w:t>RP_10MHz</w:t>
            </w:r>
            <w:r w:rsidRPr="00EF2F0E">
              <w:rPr>
                <w:rFonts w:cs="Arial"/>
              </w:rPr>
              <w:t xml:space="preserve"> &lt; 36 dBm</w:t>
            </w:r>
          </w:p>
        </w:tc>
        <w:tc>
          <w:tcPr>
            <w:tcW w:w="1984" w:type="dxa"/>
          </w:tcPr>
          <w:p w14:paraId="0984EA93" w14:textId="77777777" w:rsidR="00B15E99" w:rsidRPr="00EF2F0E" w:rsidRDefault="00B15E99" w:rsidP="00AB06FD">
            <w:pPr>
              <w:pStyle w:val="TAC"/>
              <w:rPr>
                <w:rFonts w:cs="Arial"/>
              </w:rPr>
            </w:pPr>
            <w:r w:rsidRPr="00EF2F0E">
              <w:rPr>
                <w:rFonts w:cs="Arial"/>
              </w:rPr>
              <w:t xml:space="preserve">-23 dBm  </w:t>
            </w:r>
          </w:p>
        </w:tc>
        <w:tc>
          <w:tcPr>
            <w:tcW w:w="1512" w:type="dxa"/>
          </w:tcPr>
          <w:p w14:paraId="0984EA94" w14:textId="77777777" w:rsidR="00B15E99" w:rsidRPr="00EF2F0E" w:rsidRDefault="00B15E99" w:rsidP="00AB06FD">
            <w:pPr>
              <w:pStyle w:val="TAC"/>
              <w:rPr>
                <w:rFonts w:cs="Arial"/>
              </w:rPr>
            </w:pPr>
            <w:r w:rsidRPr="00EF2F0E">
              <w:rPr>
                <w:rFonts w:cs="Arial"/>
              </w:rPr>
              <w:t>8 MHz</w:t>
            </w:r>
          </w:p>
        </w:tc>
      </w:tr>
      <w:tr w:rsidR="003401A4" w:rsidRPr="00EF2F0E" w14:paraId="0984EA9C" w14:textId="77777777" w:rsidTr="00AB06FD">
        <w:trPr>
          <w:cantSplit/>
          <w:jc w:val="center"/>
        </w:trPr>
        <w:tc>
          <w:tcPr>
            <w:tcW w:w="1795" w:type="dxa"/>
            <w:vMerge w:val="restart"/>
          </w:tcPr>
          <w:p w14:paraId="0984EA96" w14:textId="77777777" w:rsidR="00B15E99" w:rsidRPr="00EF2F0E" w:rsidRDefault="00B15E99" w:rsidP="00AB06FD">
            <w:pPr>
              <w:pStyle w:val="TAL"/>
              <w:rPr>
                <w:rFonts w:cs="Arial"/>
              </w:rPr>
            </w:pPr>
            <w:r w:rsidRPr="00EF2F0E">
              <w:rPr>
                <w:rFonts w:cs="Arial"/>
              </w:rPr>
              <w:t>B: for DTT frequencies where broadcasting is subject to an intermediate level of protection</w:t>
            </w:r>
          </w:p>
        </w:tc>
        <w:tc>
          <w:tcPr>
            <w:tcW w:w="1701" w:type="dxa"/>
          </w:tcPr>
          <w:p w14:paraId="0984EA97" w14:textId="77777777" w:rsidR="00B15E99" w:rsidRPr="00EF2F0E" w:rsidRDefault="00B15E99" w:rsidP="00AB06FD">
            <w:pPr>
              <w:pStyle w:val="TAC"/>
              <w:rPr>
                <w:rFonts w:cs="Arial"/>
              </w:rPr>
            </w:pPr>
            <w:r w:rsidRPr="00EF2F0E">
              <w:rPr>
                <w:rFonts w:cs="Arial"/>
              </w:rPr>
              <w:t xml:space="preserve">N*8 + 306 MHz, </w:t>
            </w:r>
          </w:p>
          <w:p w14:paraId="0984EA98"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A99" w14:textId="77777777" w:rsidR="00B15E99" w:rsidRPr="00EF2F0E" w:rsidRDefault="00B15E99" w:rsidP="00AB06FD">
            <w:pPr>
              <w:pStyle w:val="TAC"/>
              <w:rPr>
                <w:rFonts w:cs="Arial"/>
              </w:rPr>
            </w:pPr>
            <w:r w:rsidRPr="00EF2F0E">
              <w:rPr>
                <w:rFonts w:cs="Arial"/>
              </w:rPr>
              <w:t>P</w:t>
            </w:r>
            <w:r w:rsidR="00E06E77" w:rsidRPr="00EF2F0E">
              <w:rPr>
                <w:rFonts w:cs="Arial"/>
                <w:vertAlign w:val="subscript"/>
              </w:rPr>
              <w:t>T</w:t>
            </w:r>
            <w:r w:rsidRPr="00EF2F0E">
              <w:rPr>
                <w:rFonts w:cs="Arial"/>
                <w:vertAlign w:val="subscript"/>
              </w:rPr>
              <w:t>RP_10MHz</w:t>
            </w:r>
            <w:r w:rsidRPr="00EF2F0E">
              <w:rPr>
                <w:rFonts w:cs="Arial"/>
              </w:rPr>
              <w:t xml:space="preserve"> </w:t>
            </w:r>
            <w:r w:rsidRPr="00EF2F0E">
              <w:rPr>
                <w:rFonts w:cs="Arial"/>
              </w:rPr>
              <w:sym w:font="Symbol" w:char="F0B3"/>
            </w:r>
            <w:r w:rsidRPr="00EF2F0E">
              <w:rPr>
                <w:rFonts w:cs="Arial"/>
              </w:rPr>
              <w:t xml:space="preserve"> 59 dBm</w:t>
            </w:r>
          </w:p>
        </w:tc>
        <w:tc>
          <w:tcPr>
            <w:tcW w:w="1984" w:type="dxa"/>
          </w:tcPr>
          <w:p w14:paraId="0984EA9A" w14:textId="77777777" w:rsidR="00B15E99" w:rsidRPr="00EF2F0E" w:rsidRDefault="00B15E99" w:rsidP="00AB06FD">
            <w:pPr>
              <w:pStyle w:val="TAC"/>
              <w:rPr>
                <w:rFonts w:cs="Arial"/>
              </w:rPr>
            </w:pPr>
            <w:r w:rsidRPr="00EF2F0E">
              <w:rPr>
                <w:rFonts w:cs="Arial"/>
              </w:rPr>
              <w:t xml:space="preserve">10 dBm  </w:t>
            </w:r>
          </w:p>
        </w:tc>
        <w:tc>
          <w:tcPr>
            <w:tcW w:w="1512" w:type="dxa"/>
          </w:tcPr>
          <w:p w14:paraId="0984EA9B" w14:textId="77777777" w:rsidR="00B15E99" w:rsidRPr="00EF2F0E" w:rsidRDefault="00B15E99" w:rsidP="00AB06FD">
            <w:pPr>
              <w:pStyle w:val="TAC"/>
              <w:rPr>
                <w:rFonts w:cs="Arial"/>
              </w:rPr>
            </w:pPr>
            <w:r w:rsidRPr="00EF2F0E">
              <w:rPr>
                <w:rFonts w:cs="Arial"/>
              </w:rPr>
              <w:t>8 MHz</w:t>
            </w:r>
          </w:p>
        </w:tc>
      </w:tr>
      <w:tr w:rsidR="003401A4" w:rsidRPr="00EF2F0E" w14:paraId="0984EAA3" w14:textId="77777777" w:rsidTr="00AB06FD">
        <w:trPr>
          <w:cantSplit/>
          <w:jc w:val="center"/>
        </w:trPr>
        <w:tc>
          <w:tcPr>
            <w:tcW w:w="1795" w:type="dxa"/>
            <w:vMerge/>
          </w:tcPr>
          <w:p w14:paraId="0984EA9D" w14:textId="77777777" w:rsidR="00B15E99" w:rsidRPr="00EF2F0E" w:rsidRDefault="00B15E99" w:rsidP="00AB06FD">
            <w:pPr>
              <w:pStyle w:val="TAL"/>
              <w:rPr>
                <w:rFonts w:cs="Arial"/>
              </w:rPr>
            </w:pPr>
          </w:p>
        </w:tc>
        <w:tc>
          <w:tcPr>
            <w:tcW w:w="1701" w:type="dxa"/>
          </w:tcPr>
          <w:p w14:paraId="0984EA9E" w14:textId="77777777" w:rsidR="00B15E99" w:rsidRPr="00EF2F0E" w:rsidRDefault="00B15E99" w:rsidP="00AB06FD">
            <w:pPr>
              <w:pStyle w:val="TAC"/>
              <w:rPr>
                <w:rFonts w:cs="Arial"/>
              </w:rPr>
            </w:pPr>
            <w:r w:rsidRPr="00EF2F0E">
              <w:rPr>
                <w:rFonts w:cs="Arial"/>
              </w:rPr>
              <w:t xml:space="preserve">N*8 + 306 MHz, </w:t>
            </w:r>
          </w:p>
          <w:p w14:paraId="0984EA9F"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AA0" w14:textId="77777777" w:rsidR="00B15E99" w:rsidRPr="00EF2F0E" w:rsidRDefault="00B15E99" w:rsidP="00AB06FD">
            <w:pPr>
              <w:pStyle w:val="TAC"/>
              <w:rPr>
                <w:rFonts w:cs="Arial"/>
              </w:rPr>
            </w:pPr>
            <w:r w:rsidRPr="00EF2F0E">
              <w:rPr>
                <w:rFonts w:cs="Arial"/>
              </w:rPr>
              <w:t xml:space="preserve">36 </w:t>
            </w:r>
            <w:r w:rsidRPr="00EF2F0E">
              <w:rPr>
                <w:rFonts w:cs="Arial"/>
              </w:rPr>
              <w:sym w:font="Symbol" w:char="F0A3"/>
            </w:r>
            <w:r w:rsidRPr="00EF2F0E">
              <w:rPr>
                <w:rFonts w:cs="Arial"/>
              </w:rPr>
              <w:t xml:space="preserve"> P</w:t>
            </w:r>
            <w:r w:rsidR="00E06E77" w:rsidRPr="00EF2F0E">
              <w:rPr>
                <w:rFonts w:cs="Arial"/>
                <w:vertAlign w:val="subscript"/>
              </w:rPr>
              <w:t>T</w:t>
            </w:r>
            <w:r w:rsidRPr="00EF2F0E">
              <w:rPr>
                <w:rFonts w:cs="Arial"/>
                <w:vertAlign w:val="subscript"/>
              </w:rPr>
              <w:t>RP_10MHz</w:t>
            </w:r>
            <w:r w:rsidRPr="00EF2F0E">
              <w:rPr>
                <w:rFonts w:cs="Arial"/>
              </w:rPr>
              <w:t xml:space="preserve"> &lt; 59 dBm</w:t>
            </w:r>
          </w:p>
        </w:tc>
        <w:tc>
          <w:tcPr>
            <w:tcW w:w="1984" w:type="dxa"/>
          </w:tcPr>
          <w:p w14:paraId="0984EAA1" w14:textId="77777777" w:rsidR="00B15E99" w:rsidRPr="00EF2F0E" w:rsidRDefault="00B15E99" w:rsidP="00AB06FD">
            <w:pPr>
              <w:pStyle w:val="TAC"/>
              <w:rPr>
                <w:rFonts w:cs="Arial"/>
              </w:rPr>
            </w:pPr>
            <w:r w:rsidRPr="00EF2F0E">
              <w:rPr>
                <w:rFonts w:cs="Arial"/>
              </w:rPr>
              <w:t>P</w:t>
            </w:r>
            <w:r w:rsidR="00E06E77" w:rsidRPr="00EF2F0E">
              <w:rPr>
                <w:rFonts w:cs="Arial"/>
                <w:vertAlign w:val="subscript"/>
              </w:rPr>
              <w:t>T</w:t>
            </w:r>
            <w:r w:rsidRPr="00EF2F0E">
              <w:rPr>
                <w:rFonts w:cs="Arial"/>
                <w:vertAlign w:val="subscript"/>
              </w:rPr>
              <w:t>RP_10MHz</w:t>
            </w:r>
            <w:r w:rsidRPr="00EF2F0E">
              <w:rPr>
                <w:rFonts w:cs="Arial"/>
              </w:rPr>
              <w:t xml:space="preserve"> – 49 dBm</w:t>
            </w:r>
          </w:p>
        </w:tc>
        <w:tc>
          <w:tcPr>
            <w:tcW w:w="1512" w:type="dxa"/>
          </w:tcPr>
          <w:p w14:paraId="0984EAA2" w14:textId="77777777" w:rsidR="00B15E99" w:rsidRPr="00EF2F0E" w:rsidRDefault="00B15E99" w:rsidP="00AB06FD">
            <w:pPr>
              <w:pStyle w:val="TAC"/>
              <w:rPr>
                <w:rFonts w:cs="Arial"/>
              </w:rPr>
            </w:pPr>
            <w:r w:rsidRPr="00EF2F0E">
              <w:rPr>
                <w:rFonts w:cs="Arial"/>
              </w:rPr>
              <w:t>8 MHz</w:t>
            </w:r>
          </w:p>
        </w:tc>
      </w:tr>
      <w:tr w:rsidR="003401A4" w:rsidRPr="00EF2F0E" w14:paraId="0984EAAA" w14:textId="77777777" w:rsidTr="00AB06FD">
        <w:trPr>
          <w:cantSplit/>
          <w:jc w:val="center"/>
        </w:trPr>
        <w:tc>
          <w:tcPr>
            <w:tcW w:w="1795" w:type="dxa"/>
            <w:vMerge/>
          </w:tcPr>
          <w:p w14:paraId="0984EAA4" w14:textId="77777777" w:rsidR="00B15E99" w:rsidRPr="00EF2F0E" w:rsidRDefault="00B15E99" w:rsidP="00AB06FD">
            <w:pPr>
              <w:pStyle w:val="TAL"/>
              <w:rPr>
                <w:rFonts w:cs="Arial"/>
              </w:rPr>
            </w:pPr>
          </w:p>
        </w:tc>
        <w:tc>
          <w:tcPr>
            <w:tcW w:w="1701" w:type="dxa"/>
          </w:tcPr>
          <w:p w14:paraId="0984EAA5" w14:textId="77777777" w:rsidR="00B15E99" w:rsidRPr="00EF2F0E" w:rsidRDefault="00B15E99" w:rsidP="00AB06FD">
            <w:pPr>
              <w:pStyle w:val="TAC"/>
              <w:rPr>
                <w:rFonts w:cs="Arial"/>
              </w:rPr>
            </w:pPr>
            <w:r w:rsidRPr="00EF2F0E">
              <w:rPr>
                <w:rFonts w:cs="Arial"/>
              </w:rPr>
              <w:t xml:space="preserve">N*8 + 306 MHz, </w:t>
            </w:r>
          </w:p>
          <w:p w14:paraId="0984EAA6"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AA7" w14:textId="77777777" w:rsidR="00B15E99" w:rsidRPr="00EF2F0E" w:rsidRDefault="00B15E99" w:rsidP="00AB06FD">
            <w:pPr>
              <w:pStyle w:val="TAC"/>
              <w:rPr>
                <w:rFonts w:cs="Arial"/>
              </w:rPr>
            </w:pPr>
            <w:r w:rsidRPr="00EF2F0E">
              <w:rPr>
                <w:rFonts w:cs="Arial"/>
              </w:rPr>
              <w:t>P</w:t>
            </w:r>
            <w:r w:rsidR="00E06E77" w:rsidRPr="00EF2F0E">
              <w:rPr>
                <w:rFonts w:cs="Arial"/>
                <w:vertAlign w:val="subscript"/>
              </w:rPr>
              <w:t>T</w:t>
            </w:r>
            <w:r w:rsidRPr="00EF2F0E">
              <w:rPr>
                <w:rFonts w:cs="Arial"/>
                <w:vertAlign w:val="subscript"/>
              </w:rPr>
              <w:t>RP_10MHz</w:t>
            </w:r>
            <w:r w:rsidRPr="00EF2F0E">
              <w:rPr>
                <w:rFonts w:cs="Arial"/>
              </w:rPr>
              <w:t xml:space="preserve"> &lt; 36 dBm</w:t>
            </w:r>
          </w:p>
        </w:tc>
        <w:tc>
          <w:tcPr>
            <w:tcW w:w="1984" w:type="dxa"/>
          </w:tcPr>
          <w:p w14:paraId="0984EAA8" w14:textId="77777777" w:rsidR="00B15E99" w:rsidRPr="00EF2F0E" w:rsidRDefault="00B15E99" w:rsidP="00AB06FD">
            <w:pPr>
              <w:pStyle w:val="TAC"/>
              <w:rPr>
                <w:rFonts w:cs="Arial"/>
              </w:rPr>
            </w:pPr>
            <w:r w:rsidRPr="00EF2F0E">
              <w:rPr>
                <w:rFonts w:cs="Arial"/>
              </w:rPr>
              <w:t xml:space="preserve">-13 dBm  </w:t>
            </w:r>
          </w:p>
        </w:tc>
        <w:tc>
          <w:tcPr>
            <w:tcW w:w="1512" w:type="dxa"/>
          </w:tcPr>
          <w:p w14:paraId="0984EAA9" w14:textId="77777777" w:rsidR="00B15E99" w:rsidRPr="00EF2F0E" w:rsidRDefault="00B15E99" w:rsidP="00AB06FD">
            <w:pPr>
              <w:pStyle w:val="TAC"/>
              <w:rPr>
                <w:rFonts w:cs="Arial"/>
              </w:rPr>
            </w:pPr>
            <w:r w:rsidRPr="00EF2F0E">
              <w:rPr>
                <w:rFonts w:cs="Arial"/>
              </w:rPr>
              <w:t>8 MHz</w:t>
            </w:r>
          </w:p>
        </w:tc>
      </w:tr>
      <w:tr w:rsidR="003401A4" w:rsidRPr="00EF2F0E" w14:paraId="0984EAB1" w14:textId="77777777" w:rsidTr="00AB06FD">
        <w:trPr>
          <w:cantSplit/>
          <w:jc w:val="center"/>
        </w:trPr>
        <w:tc>
          <w:tcPr>
            <w:tcW w:w="1795" w:type="dxa"/>
          </w:tcPr>
          <w:p w14:paraId="0984EAAB" w14:textId="77777777" w:rsidR="00B15E99" w:rsidRPr="00EF2F0E" w:rsidRDefault="00B15E99" w:rsidP="00AB06FD">
            <w:pPr>
              <w:pStyle w:val="TAL"/>
              <w:rPr>
                <w:rFonts w:cs="Arial"/>
              </w:rPr>
            </w:pPr>
            <w:r w:rsidRPr="00EF2F0E">
              <w:rPr>
                <w:rFonts w:cs="Arial"/>
              </w:rPr>
              <w:t>C: for DTT frequencies where broadcasting is not protected</w:t>
            </w:r>
          </w:p>
        </w:tc>
        <w:tc>
          <w:tcPr>
            <w:tcW w:w="1701" w:type="dxa"/>
          </w:tcPr>
          <w:p w14:paraId="0984EAAC" w14:textId="77777777" w:rsidR="00B15E99" w:rsidRPr="00EF2F0E" w:rsidRDefault="00B15E99" w:rsidP="00AB06FD">
            <w:pPr>
              <w:pStyle w:val="TAC"/>
              <w:rPr>
                <w:rFonts w:cs="Arial"/>
              </w:rPr>
            </w:pPr>
            <w:r w:rsidRPr="00EF2F0E">
              <w:rPr>
                <w:rFonts w:cs="Arial"/>
              </w:rPr>
              <w:t xml:space="preserve">N*8 + 306 MHz, </w:t>
            </w:r>
          </w:p>
          <w:p w14:paraId="0984EAAD" w14:textId="77777777" w:rsidR="00B15E99" w:rsidRPr="00EF2F0E" w:rsidRDefault="00B15E99" w:rsidP="00AB06FD">
            <w:pPr>
              <w:pStyle w:val="TAC"/>
              <w:rPr>
                <w:rFonts w:cs="Arial"/>
              </w:rPr>
            </w:pPr>
            <w:r w:rsidRPr="00EF2F0E">
              <w:rPr>
                <w:rFonts w:cs="Arial"/>
              </w:rPr>
              <w:t xml:space="preserve">21 ≤ N ≤ 60 </w:t>
            </w:r>
          </w:p>
        </w:tc>
        <w:tc>
          <w:tcPr>
            <w:tcW w:w="2268" w:type="dxa"/>
          </w:tcPr>
          <w:p w14:paraId="0984EAAE" w14:textId="77777777" w:rsidR="00B15E99" w:rsidRPr="00EF2F0E" w:rsidRDefault="00B15E99" w:rsidP="00AB06FD">
            <w:pPr>
              <w:pStyle w:val="TAC"/>
              <w:rPr>
                <w:rFonts w:cs="Arial"/>
              </w:rPr>
            </w:pPr>
            <w:r w:rsidRPr="00EF2F0E">
              <w:rPr>
                <w:rFonts w:cs="Arial"/>
              </w:rPr>
              <w:t>N.A.</w:t>
            </w:r>
          </w:p>
        </w:tc>
        <w:tc>
          <w:tcPr>
            <w:tcW w:w="1984" w:type="dxa"/>
          </w:tcPr>
          <w:p w14:paraId="0984EAAF" w14:textId="77777777" w:rsidR="00B15E99" w:rsidRPr="00EF2F0E" w:rsidRDefault="00B15E99" w:rsidP="00AB06FD">
            <w:pPr>
              <w:pStyle w:val="TAC"/>
              <w:rPr>
                <w:rFonts w:cs="Arial"/>
              </w:rPr>
            </w:pPr>
            <w:r w:rsidRPr="00EF2F0E">
              <w:rPr>
                <w:rFonts w:cs="Arial"/>
              </w:rPr>
              <w:t xml:space="preserve">22 dBm  </w:t>
            </w:r>
          </w:p>
        </w:tc>
        <w:tc>
          <w:tcPr>
            <w:tcW w:w="1512" w:type="dxa"/>
          </w:tcPr>
          <w:p w14:paraId="0984EAB0" w14:textId="77777777" w:rsidR="00B15E99" w:rsidRPr="00EF2F0E" w:rsidRDefault="00B15E99" w:rsidP="00AB06FD">
            <w:pPr>
              <w:pStyle w:val="TAC"/>
              <w:rPr>
                <w:rFonts w:cs="Arial"/>
              </w:rPr>
            </w:pPr>
            <w:r w:rsidRPr="00EF2F0E">
              <w:rPr>
                <w:rFonts w:cs="Arial"/>
              </w:rPr>
              <w:t>8 MHz</w:t>
            </w:r>
          </w:p>
        </w:tc>
      </w:tr>
      <w:tr w:rsidR="00B15E99" w:rsidRPr="00EF2F0E" w14:paraId="0984EAB3" w14:textId="77777777" w:rsidTr="00AB06FD">
        <w:trPr>
          <w:cantSplit/>
          <w:jc w:val="center"/>
        </w:trPr>
        <w:tc>
          <w:tcPr>
            <w:tcW w:w="9260" w:type="dxa"/>
            <w:gridSpan w:val="5"/>
          </w:tcPr>
          <w:p w14:paraId="0984EAB2" w14:textId="77777777" w:rsidR="00B15E99" w:rsidRPr="00EF2F0E" w:rsidRDefault="00B15E99" w:rsidP="00AB06FD">
            <w:pPr>
              <w:pStyle w:val="TAN"/>
            </w:pPr>
            <w:r w:rsidRPr="00EF2F0E">
              <w:t>NOTE:</w:t>
            </w:r>
            <w:r w:rsidRPr="00EF2F0E">
              <w:tab/>
              <w:t>P</w:t>
            </w:r>
            <w:r w:rsidR="00E06E77" w:rsidRPr="00EF2F0E">
              <w:rPr>
                <w:vertAlign w:val="subscript"/>
              </w:rPr>
              <w:t>T</w:t>
            </w:r>
            <w:r w:rsidRPr="00EF2F0E">
              <w:rPr>
                <w:vertAlign w:val="subscript"/>
              </w:rPr>
              <w:t>RP_10MHz</w:t>
            </w:r>
            <w:r w:rsidRPr="00EF2F0E">
              <w:t xml:space="preserve"> (dBm) is defined by the expression P</w:t>
            </w:r>
            <w:r w:rsidR="00E06E77" w:rsidRPr="00EF2F0E">
              <w:rPr>
                <w:vertAlign w:val="subscript"/>
              </w:rPr>
              <w:t>T</w:t>
            </w:r>
            <w:r w:rsidRPr="00EF2F0E">
              <w:rPr>
                <w:vertAlign w:val="subscript"/>
              </w:rPr>
              <w:t>RP_10MHz</w:t>
            </w:r>
            <w:r w:rsidRPr="00EF2F0E">
              <w:t xml:space="preserve">  = P</w:t>
            </w:r>
            <w:r w:rsidRPr="00EF2F0E">
              <w:rPr>
                <w:vertAlign w:val="subscript"/>
              </w:rPr>
              <w:t xml:space="preserve">10MHz </w:t>
            </w:r>
            <w:r w:rsidRPr="00EF2F0E">
              <w:t>+ G</w:t>
            </w:r>
            <w:r w:rsidRPr="00EF2F0E">
              <w:rPr>
                <w:vertAlign w:val="subscript"/>
              </w:rPr>
              <w:t xml:space="preserve">ant </w:t>
            </w:r>
            <w:r w:rsidRPr="00EF2F0E">
              <w:t xml:space="preserve"> + 6dB for UTRA and P</w:t>
            </w:r>
            <w:r w:rsidR="00E06E77" w:rsidRPr="00EF2F0E">
              <w:rPr>
                <w:vertAlign w:val="subscript"/>
              </w:rPr>
              <w:t>T</w:t>
            </w:r>
            <w:r w:rsidRPr="00EF2F0E">
              <w:rPr>
                <w:vertAlign w:val="subscript"/>
              </w:rPr>
              <w:t>RP_10MHz</w:t>
            </w:r>
            <w:r w:rsidRPr="00EF2F0E">
              <w:t xml:space="preserve">  = P</w:t>
            </w:r>
            <w:r w:rsidRPr="00EF2F0E">
              <w:rPr>
                <w:vertAlign w:val="subscript"/>
              </w:rPr>
              <w:t xml:space="preserve">10MHz </w:t>
            </w:r>
            <w:r w:rsidRPr="00EF2F0E">
              <w:t>+ G</w:t>
            </w:r>
            <w:r w:rsidRPr="00EF2F0E">
              <w:rPr>
                <w:vertAlign w:val="subscript"/>
              </w:rPr>
              <w:t xml:space="preserve">ant </w:t>
            </w:r>
            <w:r w:rsidRPr="00EF2F0E">
              <w:t xml:space="preserve"> + 9dB for E-UTRA, where G</w:t>
            </w:r>
            <w:r w:rsidRPr="00EF2F0E">
              <w:rPr>
                <w:vertAlign w:val="subscript"/>
              </w:rPr>
              <w:t>ant</w:t>
            </w:r>
            <w:r w:rsidRPr="00EF2F0E">
              <w:t xml:space="preserve"> is 17 dBi</w:t>
            </w:r>
            <w:r w:rsidRPr="00EF2F0E">
              <w:rPr>
                <w:vertAlign w:val="subscript"/>
              </w:rPr>
              <w:t xml:space="preserve"> </w:t>
            </w:r>
          </w:p>
        </w:tc>
      </w:tr>
    </w:tbl>
    <w:p w14:paraId="0984EAB4" w14:textId="77777777" w:rsidR="00B15E99" w:rsidRPr="00EF2F0E" w:rsidRDefault="00B15E99" w:rsidP="00B15E99">
      <w:pPr>
        <w:rPr>
          <w:lang w:eastAsia="en-CA"/>
        </w:rPr>
      </w:pPr>
    </w:p>
    <w:p w14:paraId="0984EAB5" w14:textId="77777777" w:rsidR="00B15E99" w:rsidRPr="00EF2F0E" w:rsidRDefault="00B15E99" w:rsidP="00B15E99">
      <w:pPr>
        <w:pStyle w:val="NO"/>
        <w:rPr>
          <w:rFonts w:eastAsia="SimSun"/>
        </w:rPr>
      </w:pPr>
      <w:r w:rsidRPr="00EF2F0E">
        <w:rPr>
          <w:lang w:eastAsia="en-CA"/>
        </w:rPr>
        <w:t>NOTE:</w:t>
      </w:r>
      <w:r w:rsidR="006E5225" w:rsidRPr="00EF2F0E">
        <w:rPr>
          <w:lang w:eastAsia="en-CA"/>
        </w:rPr>
        <w:tab/>
      </w:r>
      <w:r w:rsidRPr="00EF2F0E">
        <w:rPr>
          <w:lang w:eastAsia="en-CA"/>
        </w:rPr>
        <w:t xml:space="preserve">The regional requirement is defined in terms of EIRP (effective isotropic radiated power), which is dependent on both the BS emissions and the deployment (including antenna gain and feeder loss). </w:t>
      </w:r>
      <w:r w:rsidRPr="00EF2F0E">
        <w:t>The method outlined in annex B1 Indicates how the limit in table 5.2.4.3-1 demonstrates compliance to the regional requirement.</w:t>
      </w:r>
    </w:p>
    <w:p w14:paraId="0984EAB6" w14:textId="77777777" w:rsidR="005C15CF" w:rsidRPr="00EF2F0E" w:rsidRDefault="005C15CF" w:rsidP="005C15CF">
      <w:pPr>
        <w:pStyle w:val="Heading6"/>
      </w:pPr>
      <w:bookmarkStart w:id="4110" w:name="_Toc52554811"/>
      <w:bookmarkStart w:id="4111" w:name="_Toc52555281"/>
      <w:bookmarkStart w:id="4112" w:name="_Toc61112506"/>
      <w:bookmarkStart w:id="4113" w:name="_Toc67911658"/>
      <w:bookmarkStart w:id="4114" w:name="_Toc74843133"/>
      <w:bookmarkStart w:id="4115" w:name="_Toc76503516"/>
      <w:bookmarkStart w:id="4116" w:name="_Toc83040959"/>
      <w:bookmarkStart w:id="4117" w:name="_Toc89852002"/>
      <w:bookmarkStart w:id="4118" w:name="_Toc98676356"/>
      <w:bookmarkStart w:id="4119" w:name="_Toc21096080"/>
      <w:bookmarkStart w:id="4120" w:name="_Toc29763279"/>
      <w:bookmarkStart w:id="4121" w:name="_Toc45869564"/>
      <w:r w:rsidRPr="00EF2F0E">
        <w:t>9.7.5.2.4.4</w:t>
      </w:r>
      <w:r w:rsidRPr="00EF2F0E">
        <w:tab/>
      </w:r>
      <w:bookmarkEnd w:id="4110"/>
      <w:bookmarkEnd w:id="4111"/>
      <w:r w:rsidR="00BB326E">
        <w:t>Void</w:t>
      </w:r>
      <w:bookmarkEnd w:id="4112"/>
      <w:bookmarkEnd w:id="4113"/>
      <w:bookmarkEnd w:id="4114"/>
      <w:bookmarkEnd w:id="4115"/>
      <w:bookmarkEnd w:id="4116"/>
      <w:bookmarkEnd w:id="4117"/>
      <w:bookmarkEnd w:id="4118"/>
    </w:p>
    <w:p w14:paraId="0984EAB7" w14:textId="77777777" w:rsidR="005C15CF" w:rsidRPr="00EF2F0E" w:rsidRDefault="005C15CF" w:rsidP="005C15CF">
      <w:pPr>
        <w:pStyle w:val="TH"/>
        <w:rPr>
          <w:rFonts w:cs="v5.0.0"/>
        </w:rPr>
      </w:pPr>
      <w:r w:rsidRPr="00EF2F0E">
        <w:rPr>
          <w:rFonts w:cs="v5.0.0"/>
        </w:rPr>
        <w:t xml:space="preserve">Table </w:t>
      </w:r>
      <w:r w:rsidRPr="00EF2F0E">
        <w:t>9.7.5.2.4.4</w:t>
      </w:r>
      <w:r w:rsidRPr="00EF2F0E">
        <w:rPr>
          <w:rFonts w:cs="v5.0.0"/>
        </w:rPr>
        <w:t xml:space="preserve">-1: </w:t>
      </w:r>
      <w:r w:rsidR="00BB326E">
        <w:rPr>
          <w:rFonts w:cs="v5.0.0"/>
        </w:rPr>
        <w:t>Void</w:t>
      </w:r>
    </w:p>
    <w:p w14:paraId="0984EAB8" w14:textId="77777777" w:rsidR="005C15CF" w:rsidRPr="00EF2F0E" w:rsidRDefault="005C15CF" w:rsidP="005C15CF"/>
    <w:p w14:paraId="0984EAB9" w14:textId="77777777" w:rsidR="005C15CF" w:rsidRPr="00EF2F0E" w:rsidRDefault="005C15CF" w:rsidP="005C15CF">
      <w:pPr>
        <w:pStyle w:val="Heading6"/>
      </w:pPr>
      <w:bookmarkStart w:id="4122" w:name="_Toc486925406"/>
      <w:bookmarkStart w:id="4123" w:name="_Toc52554812"/>
      <w:bookmarkStart w:id="4124" w:name="_Toc52555282"/>
      <w:bookmarkStart w:id="4125" w:name="_Toc61112507"/>
      <w:bookmarkStart w:id="4126" w:name="_Toc67911659"/>
      <w:bookmarkStart w:id="4127" w:name="_Toc74843134"/>
      <w:bookmarkStart w:id="4128" w:name="_Toc76503517"/>
      <w:bookmarkStart w:id="4129" w:name="_Toc83040960"/>
      <w:bookmarkStart w:id="4130" w:name="_Toc89852003"/>
      <w:bookmarkStart w:id="4131" w:name="_Toc98676357"/>
      <w:r w:rsidRPr="00EF2F0E">
        <w:t>9.7.5.2.4.5</w:t>
      </w:r>
      <w:r w:rsidRPr="00EF2F0E">
        <w:tab/>
        <w:t>Co-existence with RNSS/GPS services in North America</w:t>
      </w:r>
      <w:bookmarkEnd w:id="4122"/>
      <w:bookmarkEnd w:id="4123"/>
      <w:bookmarkEnd w:id="4124"/>
      <w:bookmarkEnd w:id="4125"/>
      <w:bookmarkEnd w:id="4126"/>
      <w:bookmarkEnd w:id="4127"/>
      <w:bookmarkEnd w:id="4128"/>
      <w:bookmarkEnd w:id="4129"/>
      <w:bookmarkEnd w:id="4130"/>
      <w:bookmarkEnd w:id="4131"/>
    </w:p>
    <w:p w14:paraId="0984EABA" w14:textId="2BA1E79F" w:rsidR="005C15CF" w:rsidRPr="00EF2F0E" w:rsidRDefault="005C15CF" w:rsidP="005C15CF">
      <w:r w:rsidRPr="00EF2F0E">
        <w:t xml:space="preserve">In regions where FCC regulation applies, requirements for protection of GPS according to FCC Order DA </w:t>
      </w:r>
      <w:r w:rsidR="00727B4F">
        <w:t>20</w:t>
      </w:r>
      <w:r w:rsidRPr="00EF2F0E">
        <w:t>-</w:t>
      </w:r>
      <w:r w:rsidR="00727B4F">
        <w:t>48</w:t>
      </w:r>
      <w:r w:rsidRPr="00EF2F0E">
        <w:t xml:space="preserve">  applies for operation in Band 24. The following normative requirement covers the base station, to be used together with other information about the site installation to verify compliance with the requirement in FCC Order DA </w:t>
      </w:r>
      <w:r w:rsidR="00727B4F">
        <w:t>20-48</w:t>
      </w:r>
      <w:r w:rsidRPr="00EF2F0E">
        <w:t xml:space="preserve">. The requirement applies </w:t>
      </w:r>
      <w:r w:rsidRPr="00EF2F0E">
        <w:rPr>
          <w:rFonts w:cs="v5.0.0"/>
        </w:rPr>
        <w:t xml:space="preserve">to BS operating in Band 24 to ensure that appropriate interference protection is provided to </w:t>
      </w:r>
      <w:r w:rsidR="00727B4F">
        <w:rPr>
          <w:rFonts w:cs="v5.0.0"/>
        </w:rPr>
        <w:t>the GPS.</w:t>
      </w:r>
      <w:r w:rsidRPr="00EF2F0E">
        <w:t>.</w:t>
      </w:r>
      <w:r w:rsidR="00727B4F" w:rsidRPr="00727B4F">
        <w:rPr>
          <w:lang w:eastAsia="ko-KR"/>
        </w:rPr>
        <w:t xml:space="preserve"> </w:t>
      </w:r>
      <w:r w:rsidR="00727B4F" w:rsidRPr="004565D4">
        <w:rPr>
          <w:lang w:eastAsia="ko-KR"/>
        </w:rPr>
        <w:t xml:space="preserve">This requirement applies in the frequency range </w:t>
      </w:r>
      <w:r w:rsidR="00727B4F">
        <w:rPr>
          <w:lang w:eastAsia="ko-KR"/>
        </w:rPr>
        <w:t>1541</w:t>
      </w:r>
      <w:r w:rsidR="00727B4F" w:rsidRPr="004565D4">
        <w:rPr>
          <w:lang w:eastAsia="ko-KR"/>
        </w:rPr>
        <w:t>-</w:t>
      </w:r>
      <w:r w:rsidR="00727B4F">
        <w:rPr>
          <w:lang w:eastAsia="ko-KR"/>
        </w:rPr>
        <w:t>1650</w:t>
      </w:r>
      <w:r w:rsidR="00727B4F" w:rsidRPr="004565D4">
        <w:rPr>
          <w:lang w:eastAsia="ko-KR"/>
        </w:rPr>
        <w:t xml:space="preserve"> MHz even though part of the range falls in the spurious domain.</w:t>
      </w:r>
      <w:r w:rsidRPr="00EF2F0E">
        <w:t xml:space="preserve"> </w:t>
      </w:r>
    </w:p>
    <w:p w14:paraId="0984EABB" w14:textId="09C5D507" w:rsidR="005C15CF" w:rsidRPr="00EF2F0E" w:rsidRDefault="005C15CF" w:rsidP="005C15CF">
      <w:pPr>
        <w:rPr>
          <w:rFonts w:cs="v5.0.0"/>
        </w:rPr>
      </w:pPr>
      <w:r w:rsidRPr="00EF2F0E">
        <w:rPr>
          <w:rFonts w:cs="v5.0.0"/>
        </w:rPr>
        <w:t xml:space="preserve">The </w:t>
      </w:r>
      <w:r w:rsidRPr="00EF2F0E">
        <w:t xml:space="preserve">level of emissions </w:t>
      </w:r>
      <w:r w:rsidRPr="00EF2F0E">
        <w:rPr>
          <w:rFonts w:cs="v5.0.0"/>
        </w:rPr>
        <w:t>in the 15</w:t>
      </w:r>
      <w:r w:rsidR="00727B4F">
        <w:rPr>
          <w:rFonts w:cs="v5.0.0"/>
        </w:rPr>
        <w:t>41</w:t>
      </w:r>
      <w:r w:rsidRPr="00EF2F0E">
        <w:rPr>
          <w:rFonts w:cs="v5.0.0"/>
        </w:rPr>
        <w:t xml:space="preserve"> – 16</w:t>
      </w:r>
      <w:r w:rsidR="00727B4F">
        <w:rPr>
          <w:rFonts w:cs="v5.0.0"/>
        </w:rPr>
        <w:t>5</w:t>
      </w:r>
      <w:r w:rsidRPr="00EF2F0E">
        <w:rPr>
          <w:rFonts w:cs="v5.0.0"/>
        </w:rPr>
        <w:t>0 MHz band</w:t>
      </w:r>
      <w:r w:rsidRPr="00EF2F0E">
        <w:t xml:space="preserve">, measured in measurement bandwidth according to </w:t>
      </w:r>
      <w:r w:rsidRPr="00EF2F0E">
        <w:rPr>
          <w:rFonts w:cs="v5.0.0"/>
        </w:rPr>
        <w:t xml:space="preserve">table </w:t>
      </w:r>
      <w:r w:rsidRPr="00EF2F0E">
        <w:t>9.7.5.2.4.5</w:t>
      </w:r>
      <w:r w:rsidRPr="00EF2F0E">
        <w:rPr>
          <w:rFonts w:cs="v5.0.0"/>
        </w:rPr>
        <w:t xml:space="preserve">-1 </w:t>
      </w:r>
      <w:r w:rsidRPr="00EF2F0E">
        <w:t xml:space="preserve"> shall not exceed the maximum TRP limits indicated in the table.</w:t>
      </w:r>
    </w:p>
    <w:p w14:paraId="0984EABC" w14:textId="0673FE88" w:rsidR="005C15CF" w:rsidRPr="00EF2F0E" w:rsidRDefault="005C15CF" w:rsidP="005C15CF">
      <w:pPr>
        <w:pStyle w:val="TH"/>
        <w:rPr>
          <w:rFonts w:cs="v5.0.0"/>
        </w:rPr>
      </w:pPr>
      <w:r w:rsidRPr="00EF2F0E">
        <w:rPr>
          <w:rFonts w:cs="v5.0.0"/>
        </w:rPr>
        <w:t xml:space="preserve">Table </w:t>
      </w:r>
      <w:r w:rsidRPr="00EF2F0E">
        <w:t>9.7.5.2.4.5</w:t>
      </w:r>
      <w:r w:rsidRPr="00EF2F0E">
        <w:rPr>
          <w:rFonts w:cs="v5.0.0"/>
        </w:rPr>
        <w:t xml:space="preserve">-1: </w:t>
      </w:r>
      <w:r w:rsidR="00727B4F">
        <w:t>E</w:t>
      </w:r>
      <w:r w:rsidRPr="00EF2F0E">
        <w:t>missions levels for protection of the 15</w:t>
      </w:r>
      <w:r w:rsidR="00727B4F">
        <w:t>41</w:t>
      </w:r>
      <w:r w:rsidRPr="00EF2F0E">
        <w:t>-16</w:t>
      </w:r>
      <w:r w:rsidR="00727B4F">
        <w:t>5</w:t>
      </w:r>
      <w:r w:rsidRPr="00EF2F0E">
        <w:t>0 MHz band</w:t>
      </w:r>
    </w:p>
    <w:tbl>
      <w:tblPr>
        <w:tblW w:w="761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43"/>
        <w:gridCol w:w="1956"/>
        <w:gridCol w:w="1956"/>
        <w:gridCol w:w="1956"/>
      </w:tblGrid>
      <w:tr w:rsidR="005C15CF" w:rsidRPr="00EF2F0E" w14:paraId="0984EAC3" w14:textId="77777777" w:rsidTr="005C15CF">
        <w:trPr>
          <w:cantSplit/>
          <w:jc w:val="center"/>
        </w:trPr>
        <w:tc>
          <w:tcPr>
            <w:tcW w:w="1743" w:type="dxa"/>
          </w:tcPr>
          <w:p w14:paraId="0984EABD" w14:textId="2AF855B7" w:rsidR="005C15CF" w:rsidRPr="00EF2F0E" w:rsidRDefault="005C15CF" w:rsidP="005C15CF">
            <w:pPr>
              <w:pStyle w:val="TAH"/>
              <w:rPr>
                <w:rFonts w:cs="v5.0.0"/>
              </w:rPr>
            </w:pPr>
          </w:p>
        </w:tc>
        <w:tc>
          <w:tcPr>
            <w:tcW w:w="1956" w:type="dxa"/>
          </w:tcPr>
          <w:p w14:paraId="0984EABE" w14:textId="13FD0AB3" w:rsidR="005C15CF" w:rsidRPr="00EF2F0E" w:rsidRDefault="005C15CF" w:rsidP="005C15CF">
            <w:pPr>
              <w:pStyle w:val="TAH"/>
              <w:rPr>
                <w:rFonts w:cs="v5.0.0"/>
              </w:rPr>
            </w:pPr>
          </w:p>
        </w:tc>
        <w:tc>
          <w:tcPr>
            <w:tcW w:w="1956" w:type="dxa"/>
          </w:tcPr>
          <w:p w14:paraId="0984EAC0" w14:textId="398F0CB1" w:rsidR="005C15CF" w:rsidRPr="00EF2F0E" w:rsidRDefault="005C15CF" w:rsidP="005C15CF">
            <w:pPr>
              <w:pStyle w:val="TAC"/>
              <w:rPr>
                <w:rFonts w:cs="v5.0.0"/>
              </w:rPr>
            </w:pPr>
          </w:p>
        </w:tc>
        <w:tc>
          <w:tcPr>
            <w:tcW w:w="1956" w:type="dxa"/>
          </w:tcPr>
          <w:p w14:paraId="0984EAC2" w14:textId="23F9A5B8" w:rsidR="005C15CF" w:rsidRPr="00EF2F0E" w:rsidRDefault="005C15CF" w:rsidP="005C15CF">
            <w:pPr>
              <w:pStyle w:val="TAC"/>
              <w:rPr>
                <w:rFonts w:cs="v5.0.0"/>
              </w:rPr>
            </w:pPr>
          </w:p>
        </w:tc>
      </w:tr>
      <w:tr w:rsidR="005C15CF" w:rsidRPr="00EF2F0E" w14:paraId="0984EAC8" w14:textId="77777777" w:rsidTr="005C15CF">
        <w:trPr>
          <w:cantSplit/>
          <w:jc w:val="center"/>
        </w:trPr>
        <w:tc>
          <w:tcPr>
            <w:tcW w:w="1743" w:type="dxa"/>
          </w:tcPr>
          <w:p w14:paraId="0984EAC4" w14:textId="3B574063" w:rsidR="005C15CF" w:rsidRPr="00EF2F0E" w:rsidRDefault="005C15CF" w:rsidP="005C15CF">
            <w:pPr>
              <w:pStyle w:val="TAC"/>
              <w:rPr>
                <w:rFonts w:cs="v5.0.0"/>
              </w:rPr>
            </w:pPr>
          </w:p>
        </w:tc>
        <w:tc>
          <w:tcPr>
            <w:tcW w:w="1956" w:type="dxa"/>
          </w:tcPr>
          <w:p w14:paraId="0984EAC5" w14:textId="1D4DE6D1" w:rsidR="005C15CF" w:rsidRPr="00EF2F0E" w:rsidRDefault="005C15CF" w:rsidP="005C15CF">
            <w:pPr>
              <w:pStyle w:val="TAC"/>
              <w:rPr>
                <w:rFonts w:cs="v5.0.0"/>
              </w:rPr>
            </w:pPr>
          </w:p>
        </w:tc>
        <w:tc>
          <w:tcPr>
            <w:tcW w:w="1956" w:type="dxa"/>
          </w:tcPr>
          <w:p w14:paraId="0984EAC6" w14:textId="0F10424B" w:rsidR="005C15CF" w:rsidRPr="00EF2F0E" w:rsidRDefault="005C15CF" w:rsidP="005C15CF">
            <w:pPr>
              <w:pStyle w:val="TAC"/>
              <w:rPr>
                <w:rFonts w:cs="v5.0.0"/>
              </w:rPr>
            </w:pPr>
          </w:p>
        </w:tc>
        <w:tc>
          <w:tcPr>
            <w:tcW w:w="1956" w:type="dxa"/>
          </w:tcPr>
          <w:p w14:paraId="0984EAC7" w14:textId="6792C0FA" w:rsidR="005C15CF" w:rsidRPr="00EF2F0E" w:rsidRDefault="005C15CF" w:rsidP="005C15CF">
            <w:pPr>
              <w:pStyle w:val="TAC"/>
              <w:rPr>
                <w:rFonts w:cs="v5.0.0"/>
              </w:rPr>
            </w:pPr>
          </w:p>
        </w:tc>
      </w:tr>
    </w:tbl>
    <w:p w14:paraId="031FF7BB" w14:textId="77777777" w:rsidR="00727B4F" w:rsidRDefault="00727B4F" w:rsidP="00727B4F">
      <w:pPr>
        <w:keepLines/>
      </w:pPr>
    </w:p>
    <w:tbl>
      <w:tblPr>
        <w:tblW w:w="91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1530"/>
        <w:gridCol w:w="1432"/>
        <w:gridCol w:w="1620"/>
        <w:gridCol w:w="1890"/>
        <w:gridCol w:w="2708"/>
      </w:tblGrid>
      <w:tr w:rsidR="00727B4F" w:rsidRPr="00B15EF5" w14:paraId="5A78FC75" w14:textId="77777777" w:rsidTr="00727B4F">
        <w:trPr>
          <w:cantSplit/>
          <w:jc w:val="center"/>
        </w:trPr>
        <w:tc>
          <w:tcPr>
            <w:tcW w:w="1530" w:type="dxa"/>
          </w:tcPr>
          <w:p w14:paraId="7C6F7382" w14:textId="77777777" w:rsidR="00727B4F" w:rsidRPr="00B15EF5" w:rsidRDefault="00727B4F" w:rsidP="00727B4F">
            <w:pPr>
              <w:pStyle w:val="TAH"/>
              <w:rPr>
                <w:rFonts w:cs="v5.0.0"/>
              </w:rPr>
            </w:pPr>
            <w:r w:rsidRPr="00B15EF5">
              <w:rPr>
                <w:rFonts w:cs="v5.0.0"/>
              </w:rPr>
              <w:t>Operating Band</w:t>
            </w:r>
          </w:p>
        </w:tc>
        <w:tc>
          <w:tcPr>
            <w:tcW w:w="1432" w:type="dxa"/>
          </w:tcPr>
          <w:p w14:paraId="5AAF335F" w14:textId="77777777" w:rsidR="00727B4F" w:rsidRPr="00B15EF5" w:rsidRDefault="00727B4F" w:rsidP="00727B4F">
            <w:pPr>
              <w:pStyle w:val="TAH"/>
              <w:rPr>
                <w:rFonts w:cs="v5.0.0"/>
              </w:rPr>
            </w:pPr>
            <w:r w:rsidRPr="00B15EF5">
              <w:rPr>
                <w:rFonts w:cs="v5.0.0"/>
              </w:rPr>
              <w:t>Frequency range</w:t>
            </w:r>
            <w:r>
              <w:rPr>
                <w:rFonts w:cs="v5.0.0"/>
              </w:rPr>
              <w:t xml:space="preserve"> (MHz)</w:t>
            </w:r>
          </w:p>
        </w:tc>
        <w:tc>
          <w:tcPr>
            <w:tcW w:w="1620" w:type="dxa"/>
          </w:tcPr>
          <w:p w14:paraId="0E5298B5" w14:textId="77777777" w:rsidR="00727B4F" w:rsidRPr="00B15EF5" w:rsidRDefault="00727B4F" w:rsidP="00727B4F">
            <w:pPr>
              <w:pStyle w:val="TAH"/>
              <w:rPr>
                <w:rFonts w:cs="v5.0.0"/>
              </w:rPr>
            </w:pPr>
            <w:r>
              <w:rPr>
                <w:rFonts w:cs="Arial"/>
              </w:rPr>
              <w:t>E</w:t>
            </w:r>
            <w:r w:rsidRPr="00B15EF5">
              <w:rPr>
                <w:rFonts w:cs="Arial"/>
              </w:rPr>
              <w:t xml:space="preserve">mission level </w:t>
            </w:r>
            <w:r>
              <w:rPr>
                <w:rFonts w:cs="Arial"/>
              </w:rPr>
              <w:t>(</w:t>
            </w:r>
            <w:r w:rsidRPr="00B15EF5">
              <w:rPr>
                <w:rFonts w:cs="v5.0.0"/>
              </w:rPr>
              <w:t>dBW</w:t>
            </w:r>
            <w:r>
              <w:rPr>
                <w:rFonts w:cs="v5.0.0"/>
              </w:rPr>
              <w:t>)</w:t>
            </w:r>
            <w:r w:rsidRPr="00B15EF5">
              <w:rPr>
                <w:rFonts w:cs="v5.0.0"/>
              </w:rPr>
              <w:t xml:space="preserve"> </w:t>
            </w:r>
          </w:p>
          <w:p w14:paraId="11B91F63" w14:textId="77777777" w:rsidR="00727B4F" w:rsidRPr="00B15EF5" w:rsidRDefault="00727B4F" w:rsidP="00727B4F">
            <w:pPr>
              <w:pStyle w:val="TAC"/>
              <w:rPr>
                <w:rFonts w:cs="v5.0.0"/>
              </w:rPr>
            </w:pPr>
            <w:r w:rsidRPr="00B15EF5">
              <w:rPr>
                <w:rFonts w:cs="v5.0.0"/>
              </w:rPr>
              <w:t>(Measurement bandwidth = 1 MHz)</w:t>
            </w:r>
          </w:p>
        </w:tc>
        <w:tc>
          <w:tcPr>
            <w:tcW w:w="1890" w:type="dxa"/>
          </w:tcPr>
          <w:p w14:paraId="05F5E552" w14:textId="77777777" w:rsidR="00727B4F" w:rsidRPr="00B15EF5" w:rsidRDefault="00727B4F" w:rsidP="00727B4F">
            <w:pPr>
              <w:pStyle w:val="TAH"/>
              <w:rPr>
                <w:rFonts w:cs="v5.0.0"/>
              </w:rPr>
            </w:pPr>
            <w:r>
              <w:rPr>
                <w:rFonts w:cs="Arial"/>
              </w:rPr>
              <w:t>E</w:t>
            </w:r>
            <w:r w:rsidRPr="00B15EF5">
              <w:rPr>
                <w:rFonts w:cs="Arial"/>
              </w:rPr>
              <w:t>mission</w:t>
            </w:r>
            <w:r>
              <w:rPr>
                <w:rFonts w:cs="Arial"/>
              </w:rPr>
              <w:t xml:space="preserve"> level</w:t>
            </w:r>
            <w:r w:rsidRPr="00B15EF5">
              <w:rPr>
                <w:rFonts w:cs="Arial"/>
              </w:rPr>
              <w:t xml:space="preserve"> </w:t>
            </w:r>
            <w:r>
              <w:rPr>
                <w:rFonts w:cs="Arial"/>
              </w:rPr>
              <w:t>(</w:t>
            </w:r>
            <w:r w:rsidRPr="00B15EF5">
              <w:rPr>
                <w:rFonts w:cs="v5.0.0"/>
              </w:rPr>
              <w:t>dBW</w:t>
            </w:r>
            <w:r>
              <w:rPr>
                <w:rFonts w:cs="v5.0.0"/>
              </w:rPr>
              <w:t>)</w:t>
            </w:r>
            <w:r w:rsidRPr="00B15EF5">
              <w:rPr>
                <w:rFonts w:cs="v5.0.0"/>
              </w:rPr>
              <w:t xml:space="preserve"> of discrete emissions of less than 700 Hz bandwidth</w:t>
            </w:r>
          </w:p>
          <w:p w14:paraId="456B31C9" w14:textId="77777777" w:rsidR="00727B4F" w:rsidRPr="00B15EF5" w:rsidRDefault="00727B4F" w:rsidP="00727B4F">
            <w:pPr>
              <w:pStyle w:val="TAC"/>
              <w:rPr>
                <w:rFonts w:cs="v5.0.0"/>
              </w:rPr>
            </w:pPr>
            <w:r w:rsidRPr="00B15EF5">
              <w:rPr>
                <w:rFonts w:cs="v5.0.0"/>
              </w:rPr>
              <w:t>(Measurement bandwidth = 1 kHz)</w:t>
            </w:r>
          </w:p>
        </w:tc>
        <w:tc>
          <w:tcPr>
            <w:tcW w:w="2708" w:type="dxa"/>
          </w:tcPr>
          <w:p w14:paraId="3C61D24C" w14:textId="77777777" w:rsidR="00727B4F" w:rsidRPr="00B15EF5" w:rsidRDefault="00727B4F" w:rsidP="00727B4F">
            <w:pPr>
              <w:pStyle w:val="TAH"/>
              <w:rPr>
                <w:rFonts w:cs="v5.0.0"/>
              </w:rPr>
            </w:pPr>
            <w:r>
              <w:rPr>
                <w:rFonts w:cs="Arial"/>
              </w:rPr>
              <w:t>E</w:t>
            </w:r>
            <w:r w:rsidRPr="00B15EF5">
              <w:rPr>
                <w:rFonts w:cs="Arial"/>
              </w:rPr>
              <w:t>mission</w:t>
            </w:r>
            <w:r>
              <w:rPr>
                <w:rFonts w:cs="Arial"/>
              </w:rPr>
              <w:t xml:space="preserve"> level (</w:t>
            </w:r>
            <w:r w:rsidRPr="00B15EF5">
              <w:rPr>
                <w:rFonts w:cs="v5.0.0"/>
              </w:rPr>
              <w:t>dBW</w:t>
            </w:r>
            <w:r>
              <w:rPr>
                <w:rFonts w:cs="v5.0.0"/>
              </w:rPr>
              <w:t>)</w:t>
            </w:r>
            <w:r w:rsidRPr="00B15EF5">
              <w:rPr>
                <w:rFonts w:cs="v5.0.0"/>
              </w:rPr>
              <w:t xml:space="preserve"> of discrete emissions of less than </w:t>
            </w:r>
            <w:r>
              <w:rPr>
                <w:rFonts w:cs="v5.0.0"/>
              </w:rPr>
              <w:t>2</w:t>
            </w:r>
            <w:r w:rsidRPr="00B15EF5">
              <w:rPr>
                <w:rFonts w:cs="v5.0.0"/>
              </w:rPr>
              <w:t xml:space="preserve"> </w:t>
            </w:r>
            <w:r>
              <w:rPr>
                <w:rFonts w:cs="v5.0.0"/>
              </w:rPr>
              <w:t>k</w:t>
            </w:r>
            <w:r w:rsidRPr="00B15EF5">
              <w:rPr>
                <w:rFonts w:cs="v5.0.0"/>
              </w:rPr>
              <w:t>Hz bandwidth</w:t>
            </w:r>
          </w:p>
          <w:p w14:paraId="0FCD8521" w14:textId="77777777" w:rsidR="00727B4F" w:rsidRPr="00F96F0A" w:rsidRDefault="00727B4F" w:rsidP="00727B4F">
            <w:pPr>
              <w:pStyle w:val="TAH"/>
              <w:rPr>
                <w:rFonts w:cs="Arial"/>
                <w:b w:val="0"/>
                <w:bCs/>
              </w:rPr>
            </w:pPr>
            <w:r w:rsidRPr="00F96F0A">
              <w:rPr>
                <w:rFonts w:cs="v5.0.0"/>
                <w:b w:val="0"/>
                <w:bCs/>
              </w:rPr>
              <w:t xml:space="preserve">(Measurement bandwidth = </w:t>
            </w:r>
            <w:r>
              <w:rPr>
                <w:rFonts w:cs="v5.0.0"/>
                <w:b w:val="0"/>
                <w:bCs/>
              </w:rPr>
              <w:t>1</w:t>
            </w:r>
            <w:r w:rsidRPr="00F96F0A">
              <w:rPr>
                <w:rFonts w:cs="v5.0.0"/>
                <w:b w:val="0"/>
                <w:bCs/>
              </w:rPr>
              <w:t xml:space="preserve"> kHz)</w:t>
            </w:r>
          </w:p>
        </w:tc>
      </w:tr>
      <w:tr w:rsidR="00727B4F" w:rsidRPr="00B15EF5" w14:paraId="237F2681" w14:textId="77777777" w:rsidTr="00727B4F">
        <w:trPr>
          <w:cantSplit/>
          <w:jc w:val="center"/>
        </w:trPr>
        <w:tc>
          <w:tcPr>
            <w:tcW w:w="1530" w:type="dxa"/>
            <w:vMerge w:val="restart"/>
            <w:vAlign w:val="center"/>
          </w:tcPr>
          <w:p w14:paraId="6E79FA8E" w14:textId="77777777" w:rsidR="00727B4F" w:rsidRPr="00B15EF5" w:rsidRDefault="00727B4F" w:rsidP="00727B4F">
            <w:pPr>
              <w:pStyle w:val="TAC"/>
              <w:rPr>
                <w:rFonts w:cs="v5.0.0"/>
              </w:rPr>
            </w:pPr>
            <w:r w:rsidRPr="00B15EF5">
              <w:rPr>
                <w:rFonts w:cs="v5.0.0"/>
              </w:rPr>
              <w:t>24</w:t>
            </w:r>
          </w:p>
        </w:tc>
        <w:tc>
          <w:tcPr>
            <w:tcW w:w="1432" w:type="dxa"/>
          </w:tcPr>
          <w:p w14:paraId="588E028F" w14:textId="77777777" w:rsidR="00727B4F" w:rsidRPr="00B15EF5" w:rsidRDefault="00727B4F" w:rsidP="00727B4F">
            <w:pPr>
              <w:pStyle w:val="TAC"/>
              <w:rPr>
                <w:rFonts w:cs="v5.0.0"/>
              </w:rPr>
            </w:pPr>
            <w:r w:rsidRPr="00B15EF5">
              <w:rPr>
                <w:rFonts w:cs="v5.0.0"/>
              </w:rPr>
              <w:t>15</w:t>
            </w:r>
            <w:r>
              <w:rPr>
                <w:rFonts w:cs="v5.0.0"/>
              </w:rPr>
              <w:t>41</w:t>
            </w:r>
            <w:r w:rsidRPr="00B15EF5">
              <w:rPr>
                <w:rFonts w:cs="v5.0.0"/>
              </w:rPr>
              <w:t xml:space="preserve"> - 1</w:t>
            </w:r>
            <w:r>
              <w:rPr>
                <w:rFonts w:cs="v5.0.0"/>
              </w:rPr>
              <w:t>559</w:t>
            </w:r>
          </w:p>
        </w:tc>
        <w:tc>
          <w:tcPr>
            <w:tcW w:w="1620" w:type="dxa"/>
          </w:tcPr>
          <w:p w14:paraId="5B051438" w14:textId="77777777" w:rsidR="00727B4F" w:rsidRPr="00B15EF5" w:rsidRDefault="00727B4F" w:rsidP="00727B4F">
            <w:pPr>
              <w:pStyle w:val="TAC"/>
              <w:rPr>
                <w:rFonts w:cs="v5.0.0"/>
              </w:rPr>
            </w:pPr>
            <w:r>
              <w:rPr>
                <w:rFonts w:cs="Arial"/>
              </w:rPr>
              <w:t>P</w:t>
            </w:r>
            <w:r>
              <w:rPr>
                <w:rFonts w:cs="Arial"/>
                <w:vertAlign w:val="subscript"/>
              </w:rPr>
              <w:t xml:space="preserve">EIRP </w:t>
            </w:r>
            <w:r w:rsidRPr="009202AA">
              <w:rPr>
                <w:rFonts w:cs="Arial"/>
              </w:rPr>
              <w:t>– 17 dBi + 9 dB</w:t>
            </w:r>
          </w:p>
        </w:tc>
        <w:tc>
          <w:tcPr>
            <w:tcW w:w="1890" w:type="dxa"/>
          </w:tcPr>
          <w:p w14:paraId="6CE5943D" w14:textId="77777777" w:rsidR="00727B4F" w:rsidRPr="00B15EF5" w:rsidRDefault="00727B4F" w:rsidP="00727B4F">
            <w:pPr>
              <w:pStyle w:val="TAC"/>
              <w:rPr>
                <w:rFonts w:cs="v5.0.0"/>
              </w:rPr>
            </w:pPr>
          </w:p>
        </w:tc>
        <w:tc>
          <w:tcPr>
            <w:tcW w:w="2708" w:type="dxa"/>
          </w:tcPr>
          <w:p w14:paraId="3E74D794" w14:textId="77777777" w:rsidR="00727B4F" w:rsidRPr="00B15EF5" w:rsidRDefault="00727B4F" w:rsidP="00727B4F">
            <w:pPr>
              <w:pStyle w:val="TAC"/>
              <w:rPr>
                <w:rFonts w:cs="Arial"/>
              </w:rPr>
            </w:pPr>
            <w:r>
              <w:rPr>
                <w:rFonts w:cs="Arial"/>
              </w:rPr>
              <w:t>P</w:t>
            </w:r>
            <w:r>
              <w:rPr>
                <w:rFonts w:cs="Arial"/>
                <w:vertAlign w:val="subscript"/>
              </w:rPr>
              <w:t xml:space="preserve">EIRP </w:t>
            </w:r>
            <w:r w:rsidRPr="009202AA">
              <w:rPr>
                <w:rFonts w:cs="Arial"/>
              </w:rPr>
              <w:t>– 17 dBi + 9 dB</w:t>
            </w:r>
          </w:p>
        </w:tc>
      </w:tr>
      <w:tr w:rsidR="00727B4F" w:rsidRPr="00B15EF5" w14:paraId="6E196169" w14:textId="77777777" w:rsidTr="00727B4F">
        <w:trPr>
          <w:cantSplit/>
          <w:jc w:val="center"/>
        </w:trPr>
        <w:tc>
          <w:tcPr>
            <w:tcW w:w="1530" w:type="dxa"/>
            <w:vMerge/>
          </w:tcPr>
          <w:p w14:paraId="5FF4DF41" w14:textId="77777777" w:rsidR="00727B4F" w:rsidRPr="00B15EF5" w:rsidRDefault="00727B4F" w:rsidP="00727B4F">
            <w:pPr>
              <w:pStyle w:val="TAC"/>
              <w:rPr>
                <w:rFonts w:cs="v5.0.0"/>
              </w:rPr>
            </w:pPr>
          </w:p>
        </w:tc>
        <w:tc>
          <w:tcPr>
            <w:tcW w:w="1432" w:type="dxa"/>
          </w:tcPr>
          <w:p w14:paraId="5025A9E3" w14:textId="77777777" w:rsidR="00727B4F" w:rsidRPr="00B15EF5" w:rsidRDefault="00727B4F" w:rsidP="00727B4F">
            <w:pPr>
              <w:pStyle w:val="TAC"/>
              <w:rPr>
                <w:rFonts w:cs="v5.0.0"/>
              </w:rPr>
            </w:pPr>
            <w:r w:rsidRPr="00B15EF5">
              <w:rPr>
                <w:rFonts w:cs="v5.0.0"/>
              </w:rPr>
              <w:t>15</w:t>
            </w:r>
            <w:r>
              <w:rPr>
                <w:rFonts w:cs="v5.0.0"/>
              </w:rPr>
              <w:t>59 - 1610</w:t>
            </w:r>
          </w:p>
        </w:tc>
        <w:tc>
          <w:tcPr>
            <w:tcW w:w="1620" w:type="dxa"/>
          </w:tcPr>
          <w:p w14:paraId="4FF34B2C" w14:textId="77777777" w:rsidR="00727B4F" w:rsidRPr="009202AA" w:rsidRDefault="00727B4F" w:rsidP="00727B4F">
            <w:pPr>
              <w:pStyle w:val="TAC"/>
              <w:rPr>
                <w:rFonts w:cs="Arial"/>
              </w:rPr>
            </w:pPr>
            <w:r>
              <w:rPr>
                <w:rFonts w:cs="Arial"/>
              </w:rPr>
              <w:t>P</w:t>
            </w:r>
            <w:r>
              <w:rPr>
                <w:rFonts w:cs="Arial"/>
                <w:vertAlign w:val="subscript"/>
              </w:rPr>
              <w:t xml:space="preserve">EIRP </w:t>
            </w:r>
            <w:r w:rsidRPr="009202AA">
              <w:rPr>
                <w:rFonts w:cs="Arial"/>
              </w:rPr>
              <w:t>– 17 dBi + 9 dB</w:t>
            </w:r>
          </w:p>
        </w:tc>
        <w:tc>
          <w:tcPr>
            <w:tcW w:w="1890" w:type="dxa"/>
          </w:tcPr>
          <w:p w14:paraId="4397AB6E" w14:textId="77777777" w:rsidR="00727B4F" w:rsidRPr="009202AA" w:rsidRDefault="00727B4F" w:rsidP="00727B4F">
            <w:pPr>
              <w:pStyle w:val="TAC"/>
              <w:rPr>
                <w:rFonts w:cs="Arial"/>
              </w:rPr>
            </w:pPr>
            <w:r>
              <w:rPr>
                <w:rFonts w:cs="Arial"/>
              </w:rPr>
              <w:t>P</w:t>
            </w:r>
            <w:r>
              <w:rPr>
                <w:rFonts w:cs="Arial"/>
                <w:vertAlign w:val="subscript"/>
              </w:rPr>
              <w:t xml:space="preserve">EIRP </w:t>
            </w:r>
            <w:r w:rsidRPr="009202AA">
              <w:rPr>
                <w:rFonts w:cs="Arial"/>
              </w:rPr>
              <w:t>– 17 dBi + 9 dB</w:t>
            </w:r>
          </w:p>
        </w:tc>
        <w:tc>
          <w:tcPr>
            <w:tcW w:w="2708" w:type="dxa"/>
          </w:tcPr>
          <w:p w14:paraId="2C9869A3" w14:textId="77777777" w:rsidR="00727B4F" w:rsidRPr="009202AA" w:rsidRDefault="00727B4F" w:rsidP="00727B4F">
            <w:pPr>
              <w:pStyle w:val="TAC"/>
              <w:rPr>
                <w:rFonts w:cs="Arial"/>
              </w:rPr>
            </w:pPr>
          </w:p>
        </w:tc>
      </w:tr>
      <w:tr w:rsidR="00727B4F" w:rsidRPr="00B15EF5" w14:paraId="19DD5FAF" w14:textId="77777777" w:rsidTr="00727B4F">
        <w:trPr>
          <w:cantSplit/>
          <w:jc w:val="center"/>
        </w:trPr>
        <w:tc>
          <w:tcPr>
            <w:tcW w:w="1530" w:type="dxa"/>
            <w:vMerge/>
          </w:tcPr>
          <w:p w14:paraId="5EBAF91F" w14:textId="77777777" w:rsidR="00727B4F" w:rsidRPr="00B15EF5" w:rsidRDefault="00727B4F" w:rsidP="00727B4F">
            <w:pPr>
              <w:pStyle w:val="TAC"/>
              <w:rPr>
                <w:rFonts w:cs="v5.0.0"/>
              </w:rPr>
            </w:pPr>
          </w:p>
        </w:tc>
        <w:tc>
          <w:tcPr>
            <w:tcW w:w="1432" w:type="dxa"/>
          </w:tcPr>
          <w:p w14:paraId="45F3FD64" w14:textId="77777777" w:rsidR="00727B4F" w:rsidRPr="00B15EF5" w:rsidRDefault="00727B4F" w:rsidP="00727B4F">
            <w:pPr>
              <w:pStyle w:val="TAC"/>
              <w:rPr>
                <w:rFonts w:cs="v5.0.0"/>
              </w:rPr>
            </w:pPr>
            <w:r w:rsidRPr="00B15EF5">
              <w:rPr>
                <w:rFonts w:cs="v5.0.0"/>
              </w:rPr>
              <w:t>1</w:t>
            </w:r>
            <w:r>
              <w:rPr>
                <w:rFonts w:cs="v5.0.0"/>
              </w:rPr>
              <w:t>610 - 1650</w:t>
            </w:r>
          </w:p>
        </w:tc>
        <w:tc>
          <w:tcPr>
            <w:tcW w:w="1620" w:type="dxa"/>
          </w:tcPr>
          <w:p w14:paraId="3C4CCB15" w14:textId="77777777" w:rsidR="00727B4F" w:rsidRPr="009202AA" w:rsidRDefault="00727B4F" w:rsidP="00727B4F">
            <w:pPr>
              <w:pStyle w:val="TAC"/>
              <w:rPr>
                <w:rFonts w:cs="Arial"/>
              </w:rPr>
            </w:pPr>
            <w:r>
              <w:rPr>
                <w:rFonts w:cs="Arial"/>
              </w:rPr>
              <w:t>P</w:t>
            </w:r>
            <w:r>
              <w:rPr>
                <w:rFonts w:cs="Arial"/>
                <w:vertAlign w:val="subscript"/>
              </w:rPr>
              <w:t xml:space="preserve">EIRP </w:t>
            </w:r>
            <w:r w:rsidRPr="009202AA">
              <w:rPr>
                <w:rFonts w:cs="Arial"/>
              </w:rPr>
              <w:t>– 17 dBi + 9 dB</w:t>
            </w:r>
          </w:p>
        </w:tc>
        <w:tc>
          <w:tcPr>
            <w:tcW w:w="1890" w:type="dxa"/>
          </w:tcPr>
          <w:p w14:paraId="6917B1BA" w14:textId="77777777" w:rsidR="00727B4F" w:rsidRPr="009202AA" w:rsidRDefault="00727B4F" w:rsidP="00727B4F">
            <w:pPr>
              <w:pStyle w:val="TAC"/>
              <w:rPr>
                <w:rFonts w:cs="Arial"/>
              </w:rPr>
            </w:pPr>
            <w:r>
              <w:rPr>
                <w:rFonts w:cs="Arial"/>
              </w:rPr>
              <w:t>P</w:t>
            </w:r>
            <w:r>
              <w:rPr>
                <w:rFonts w:cs="Arial"/>
                <w:vertAlign w:val="subscript"/>
              </w:rPr>
              <w:t xml:space="preserve">EIRP </w:t>
            </w:r>
            <w:r w:rsidRPr="009202AA">
              <w:rPr>
                <w:rFonts w:cs="Arial"/>
              </w:rPr>
              <w:t>– 17 dBi + 9 dB</w:t>
            </w:r>
          </w:p>
        </w:tc>
        <w:tc>
          <w:tcPr>
            <w:tcW w:w="2708" w:type="dxa"/>
          </w:tcPr>
          <w:p w14:paraId="4D0A2940" w14:textId="77777777" w:rsidR="00727B4F" w:rsidRPr="009202AA" w:rsidRDefault="00727B4F" w:rsidP="00727B4F">
            <w:pPr>
              <w:pStyle w:val="TAC"/>
              <w:rPr>
                <w:rFonts w:cs="Arial"/>
              </w:rPr>
            </w:pPr>
          </w:p>
        </w:tc>
      </w:tr>
    </w:tbl>
    <w:p w14:paraId="0984EAC9" w14:textId="77777777" w:rsidR="005C15CF" w:rsidRPr="00EF2F0E" w:rsidRDefault="005C15CF" w:rsidP="005C15CF">
      <w:pPr>
        <w:keepLines/>
        <w:ind w:left="1135" w:hanging="851"/>
      </w:pPr>
    </w:p>
    <w:p w14:paraId="0984EACA" w14:textId="60038105" w:rsidR="005C15CF" w:rsidRPr="00EF2F0E" w:rsidRDefault="005C15CF" w:rsidP="005C15CF">
      <w:pPr>
        <w:keepLines/>
        <w:ind w:left="1135" w:hanging="851"/>
      </w:pPr>
      <w:r w:rsidRPr="00EF2F0E">
        <w:t>NOTE:</w:t>
      </w:r>
      <w:r w:rsidRPr="00EF2F0E">
        <w:tab/>
        <w:t>The regional requirement</w:t>
      </w:r>
      <w:r w:rsidR="00727B4F">
        <w:t>s</w:t>
      </w:r>
      <w:r w:rsidRPr="00EF2F0E">
        <w:t xml:space="preserve">, included in FCC Order DA </w:t>
      </w:r>
      <w:r w:rsidR="00727B4F">
        <w:t>20-48</w:t>
      </w:r>
      <w:r w:rsidRPr="00EF2F0E">
        <w:t xml:space="preserve"> </w:t>
      </w:r>
      <w:r w:rsidR="00727B4F">
        <w:t>are</w:t>
      </w:r>
      <w:r w:rsidRPr="00EF2F0E">
        <w:t xml:space="preserve"> defined in terms of EIRP (effective isotropic radiated power), which is dependent on both the BS emissions at the antenna connector and the deployment (including antenna gain and feeder loss). The method outlined in annex B1 indicates how the limit in table 9.7.5.2.4.5</w:t>
      </w:r>
      <w:r w:rsidRPr="00EF2F0E">
        <w:rPr>
          <w:rFonts w:cs="v5.0.0"/>
        </w:rPr>
        <w:t xml:space="preserve">-1 </w:t>
      </w:r>
      <w:r w:rsidRPr="00EF2F0E">
        <w:t>demonstrates compliance to the regional requirement.</w:t>
      </w:r>
      <w:r w:rsidR="00727B4F">
        <w:t xml:space="preserve"> P</w:t>
      </w:r>
      <w:r w:rsidR="00727B4F">
        <w:rPr>
          <w:vertAlign w:val="subscript"/>
        </w:rPr>
        <w:t>EIRP</w:t>
      </w:r>
      <w:r w:rsidR="00727B4F">
        <w:t xml:space="preserve"> values in table </w:t>
      </w:r>
      <w:r w:rsidR="00727B4F" w:rsidRPr="009202AA">
        <w:t>9.7.5.2.4.5</w:t>
      </w:r>
      <w:r w:rsidR="00727B4F" w:rsidRPr="009202AA">
        <w:rPr>
          <w:rFonts w:cs="v5.0.0"/>
        </w:rPr>
        <w:t>-1</w:t>
      </w:r>
      <w:r w:rsidR="00727B4F">
        <w:rPr>
          <w:rFonts w:cs="v5.0.0"/>
        </w:rPr>
        <w:t xml:space="preserve"> are the effective isotropic power (or radiated power spectral density) set in the FCC Order DA 20-48 for the specified frequency ranges and bandwidths.</w:t>
      </w:r>
    </w:p>
    <w:p w14:paraId="61A1B7A6" w14:textId="27C3C36D" w:rsidR="00B24DDB" w:rsidRPr="00EF2F0E" w:rsidRDefault="00B24DDB" w:rsidP="00B24DDB">
      <w:pPr>
        <w:pStyle w:val="Heading6"/>
      </w:pPr>
      <w:bookmarkStart w:id="4132" w:name="_Toc52554813"/>
      <w:bookmarkStart w:id="4133" w:name="_Toc52555283"/>
      <w:bookmarkStart w:id="4134" w:name="_Toc61112508"/>
      <w:bookmarkStart w:id="4135" w:name="_Toc67911660"/>
      <w:bookmarkStart w:id="4136" w:name="_Toc74843135"/>
      <w:bookmarkStart w:id="4137" w:name="_Toc76503518"/>
      <w:bookmarkStart w:id="4138" w:name="_Toc83040961"/>
      <w:bookmarkStart w:id="4139" w:name="_Toc89852004"/>
      <w:bookmarkStart w:id="4140" w:name="_Toc98676358"/>
      <w:r w:rsidRPr="00EF2F0E">
        <w:t>9.7.5.2.4.6</w:t>
      </w:r>
      <w:r w:rsidRPr="00EF2F0E">
        <w:tab/>
      </w:r>
      <w:bookmarkEnd w:id="4132"/>
      <w:bookmarkEnd w:id="4133"/>
      <w:bookmarkEnd w:id="4134"/>
      <w:bookmarkEnd w:id="4135"/>
      <w:r>
        <w:t>Void</w:t>
      </w:r>
      <w:bookmarkEnd w:id="4136"/>
      <w:bookmarkEnd w:id="4137"/>
      <w:bookmarkEnd w:id="4138"/>
      <w:bookmarkEnd w:id="4139"/>
      <w:bookmarkEnd w:id="4140"/>
    </w:p>
    <w:p w14:paraId="603A9910" w14:textId="7E04E6C3" w:rsidR="00B24DDB" w:rsidRPr="00EF2F0E" w:rsidRDefault="00B24DDB" w:rsidP="00B24DDB">
      <w:pPr>
        <w:pStyle w:val="TH"/>
        <w:rPr>
          <w:rFonts w:cs="v5.0.0"/>
        </w:rPr>
      </w:pPr>
      <w:r w:rsidRPr="00EF2F0E">
        <w:t>Table 9.7.5.2.4.6-</w:t>
      </w:r>
      <w:r w:rsidRPr="00EF2F0E">
        <w:rPr>
          <w:lang w:eastAsia="zh-CN"/>
        </w:rPr>
        <w:t>1</w:t>
      </w:r>
      <w:r w:rsidRPr="00EF2F0E">
        <w:t xml:space="preserve">: </w:t>
      </w:r>
      <w:r>
        <w:rPr>
          <w:lang w:eastAsia="zh-CN"/>
        </w:rPr>
        <w:t>Void</w:t>
      </w:r>
    </w:p>
    <w:p w14:paraId="0984EAE4" w14:textId="77777777" w:rsidR="005C15CF" w:rsidRPr="00EF2F0E" w:rsidRDefault="005C15CF" w:rsidP="005C15CF"/>
    <w:p w14:paraId="0984EAE5" w14:textId="77777777" w:rsidR="005C15CF" w:rsidRPr="00EF2F0E" w:rsidRDefault="005C15CF" w:rsidP="005C15CF">
      <w:pPr>
        <w:pStyle w:val="Heading6"/>
      </w:pPr>
      <w:bookmarkStart w:id="4141" w:name="_Toc52554814"/>
      <w:bookmarkStart w:id="4142" w:name="_Toc52555284"/>
      <w:bookmarkStart w:id="4143" w:name="_Toc61112509"/>
      <w:bookmarkStart w:id="4144" w:name="_Toc67911661"/>
      <w:bookmarkStart w:id="4145" w:name="_Toc74843136"/>
      <w:bookmarkStart w:id="4146" w:name="_Toc76503519"/>
      <w:bookmarkStart w:id="4147" w:name="_Toc83040962"/>
      <w:bookmarkStart w:id="4148" w:name="_Toc89852005"/>
      <w:bookmarkStart w:id="4149" w:name="_Toc98676359"/>
      <w:bookmarkStart w:id="4150" w:name="_Toc486925408"/>
      <w:bookmarkStart w:id="4151" w:name="_Hlk488398243"/>
      <w:r w:rsidRPr="00EF2F0E">
        <w:t>9.7.5.2.4.7</w:t>
      </w:r>
      <w:r w:rsidRPr="00EF2F0E">
        <w:tab/>
        <w:t>Additional band 32, 50, 51, 74, 75 and 76 unwanted emissions</w:t>
      </w:r>
      <w:bookmarkEnd w:id="4141"/>
      <w:bookmarkEnd w:id="4142"/>
      <w:bookmarkEnd w:id="4143"/>
      <w:bookmarkEnd w:id="4144"/>
      <w:bookmarkEnd w:id="4145"/>
      <w:bookmarkEnd w:id="4146"/>
      <w:bookmarkEnd w:id="4147"/>
      <w:bookmarkEnd w:id="4148"/>
      <w:bookmarkEnd w:id="4149"/>
    </w:p>
    <w:bookmarkEnd w:id="4150"/>
    <w:p w14:paraId="0984EAE6" w14:textId="7D6D3283" w:rsidR="005C15CF" w:rsidRPr="00EF2F0E" w:rsidRDefault="00DD0EA7" w:rsidP="005C15CF">
      <w:r w:rsidRPr="00EF2F0E">
        <w:t xml:space="preserve">In certain regions, the following requirements may apply to BS operating in Band 32 within 1452-1492 MHz, </w:t>
      </w:r>
      <w:bookmarkStart w:id="4152" w:name="_Hlk488398933"/>
      <w:r w:rsidRPr="00EF2F0E">
        <w:t>in Band 75 within 1432-1517 MHz and in Band 76 within 1427-1432 MHz.</w:t>
      </w:r>
      <w:bookmarkEnd w:id="4152"/>
      <w:r w:rsidRPr="00EF2F0E">
        <w:t xml:space="preserve"> </w:t>
      </w:r>
      <w:r w:rsidRPr="00EF2F0E">
        <w:rPr>
          <w:rFonts w:cs="v5.0.0"/>
        </w:rPr>
        <w:t xml:space="preserve">The </w:t>
      </w:r>
      <w:r>
        <w:rPr>
          <w:rFonts w:cs="v5.0.0"/>
        </w:rPr>
        <w:t xml:space="preserve">maximum </w:t>
      </w:r>
      <w:r w:rsidRPr="00EF2F0E">
        <w:t>level of operating band unwanted emissions, measured</w:t>
      </w:r>
      <w:r>
        <w:t xml:space="preserve"> as EIRP, </w:t>
      </w:r>
      <w:r w:rsidRPr="00EF2F0E">
        <w:t xml:space="preserve">on centre frequencies f_offset with filter bandwidth, according to table 9.7.5.2.4.7-1, shall not exceed the </w:t>
      </w:r>
      <w:r>
        <w:t>EIRP</w:t>
      </w:r>
      <w:r w:rsidRPr="00EF2F0E">
        <w:t xml:space="preserve"> limits indicated in the table.</w:t>
      </w:r>
    </w:p>
    <w:p w14:paraId="0984EAE7" w14:textId="77777777" w:rsidR="005C15CF" w:rsidRPr="00EF2F0E" w:rsidRDefault="005C15CF" w:rsidP="005C15CF">
      <w:bookmarkStart w:id="4153" w:name="_Hlk488399038"/>
      <w:r w:rsidRPr="00EF2F0E">
        <w:t>For Band 32, this requirement applies in the frequency range 1452-1492 MHz when non-Mobile/Fixed Communications Network (MFCN) services are deployed in adjacent frequency ranges, while it applies also within 1427-1452 MHz and/or 1492-1517 MHz when MFCN services are deployed in such frequency ranges, even though part of the ranges falls in the spurious domain. For Band 75, this requirement applies in the frequency range 1427-1517 MHz. For Band 76, this requirement applies in the frequency range 1432-1517 MHz even though part of the range falls in the spurious domain.</w:t>
      </w:r>
      <w:bookmarkEnd w:id="4153"/>
    </w:p>
    <w:p w14:paraId="6AF32129" w14:textId="354CD403" w:rsidR="00DD0EA7" w:rsidRPr="00EF2F0E" w:rsidRDefault="00DD0EA7" w:rsidP="00DD0EA7">
      <w:pPr>
        <w:pStyle w:val="TH"/>
        <w:rPr>
          <w:rFonts w:cs="v5.0.0"/>
          <w:lang w:eastAsia="ja-JP"/>
        </w:rPr>
      </w:pPr>
      <w:r w:rsidRPr="00EF2F0E">
        <w:t>Table 9.7.5.2.4.7-</w:t>
      </w:r>
      <w:r w:rsidRPr="00EF2F0E">
        <w:rPr>
          <w:lang w:eastAsia="zh-CN"/>
        </w:rPr>
        <w:t>1</w:t>
      </w:r>
      <w:r w:rsidRPr="00EF2F0E">
        <w:t xml:space="preserve">: </w:t>
      </w:r>
      <w:r>
        <w:t>U</w:t>
      </w:r>
      <w:r w:rsidRPr="00EF2F0E">
        <w:t xml:space="preserve">nwanted emission </w:t>
      </w:r>
      <w:r>
        <w:t xml:space="preserve">limits </w:t>
      </w:r>
      <w:r w:rsidRPr="00EF2F0E">
        <w:t>within 1427-1517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gridCol w:w="1726"/>
        <w:gridCol w:w="2722"/>
      </w:tblGrid>
      <w:tr w:rsidR="00DD0EA7" w:rsidRPr="00EF2F0E" w14:paraId="0984EAEC" w14:textId="77777777" w:rsidTr="005C15CF">
        <w:trPr>
          <w:jc w:val="center"/>
        </w:trPr>
        <w:tc>
          <w:tcPr>
            <w:tcW w:w="0" w:type="auto"/>
          </w:tcPr>
          <w:p w14:paraId="0984EAE9" w14:textId="77777777" w:rsidR="00DD0EA7" w:rsidRPr="00EF2F0E" w:rsidRDefault="00DD0EA7" w:rsidP="00DD0EA7">
            <w:pPr>
              <w:pStyle w:val="TAH"/>
              <w:rPr>
                <w:rFonts w:cs="v5.0.0"/>
              </w:rPr>
            </w:pPr>
            <w:r w:rsidRPr="00EF2F0E">
              <w:rPr>
                <w:rFonts w:cs="v5.0.0"/>
              </w:rPr>
              <w:t>Frequency offset of measurement filter centre frequency, f_offset</w:t>
            </w:r>
          </w:p>
        </w:tc>
        <w:tc>
          <w:tcPr>
            <w:tcW w:w="0" w:type="auto"/>
          </w:tcPr>
          <w:p w14:paraId="0984EAEA" w14:textId="5F6E5127" w:rsidR="00DD0EA7" w:rsidRPr="00EF2F0E" w:rsidRDefault="00DD0EA7" w:rsidP="00DD0EA7">
            <w:pPr>
              <w:pStyle w:val="TAH"/>
              <w:rPr>
                <w:rFonts w:cs="v5.0.0"/>
              </w:rPr>
            </w:pPr>
            <w:r>
              <w:rPr>
                <w:rFonts w:cs="Arial"/>
              </w:rPr>
              <w:t>EIRP limit</w:t>
            </w:r>
            <w:r w:rsidRPr="00EF2F0E">
              <w:rPr>
                <w:rFonts w:cs="Arial"/>
              </w:rPr>
              <w:t xml:space="preserve"> [dBm]</w:t>
            </w:r>
          </w:p>
        </w:tc>
        <w:tc>
          <w:tcPr>
            <w:tcW w:w="0" w:type="auto"/>
          </w:tcPr>
          <w:p w14:paraId="0984EAEB" w14:textId="77777777" w:rsidR="00DD0EA7" w:rsidRPr="00EF2F0E" w:rsidRDefault="00DD0EA7" w:rsidP="00DD0EA7">
            <w:pPr>
              <w:pStyle w:val="TAH"/>
              <w:rPr>
                <w:rFonts w:cs="v5.0.0"/>
              </w:rPr>
            </w:pPr>
            <w:r w:rsidRPr="00EF2F0E">
              <w:rPr>
                <w:rFonts w:cs="v5.0.0"/>
              </w:rPr>
              <w:t xml:space="preserve">Measurement bandwidth </w:t>
            </w:r>
          </w:p>
        </w:tc>
      </w:tr>
      <w:tr w:rsidR="00DD0EA7" w:rsidRPr="00EF2F0E" w14:paraId="0984EAF0" w14:textId="77777777" w:rsidTr="005C15CF">
        <w:trPr>
          <w:jc w:val="center"/>
        </w:trPr>
        <w:tc>
          <w:tcPr>
            <w:tcW w:w="0" w:type="auto"/>
            <w:vAlign w:val="center"/>
          </w:tcPr>
          <w:p w14:paraId="0984EAED" w14:textId="77777777" w:rsidR="00DD0EA7" w:rsidRPr="00EF2F0E" w:rsidRDefault="00DD0EA7" w:rsidP="00DD0EA7">
            <w:pPr>
              <w:pStyle w:val="TAC"/>
              <w:rPr>
                <w:rFonts w:cs="v5.0.0"/>
              </w:rPr>
            </w:pPr>
            <w:r w:rsidRPr="00EF2F0E">
              <w:rPr>
                <w:rFonts w:cs="v5.0.0"/>
                <w:lang w:eastAsia="zh-CN"/>
              </w:rPr>
              <w:t>2.5</w:t>
            </w:r>
            <w:r w:rsidRPr="00EF2F0E">
              <w:rPr>
                <w:rFonts w:cs="v5.0.0"/>
              </w:rPr>
              <w:t xml:space="preserve"> MHz</w:t>
            </w:r>
          </w:p>
        </w:tc>
        <w:tc>
          <w:tcPr>
            <w:tcW w:w="0" w:type="auto"/>
          </w:tcPr>
          <w:p w14:paraId="0984EAEE" w14:textId="489DB0DB" w:rsidR="00DD0EA7" w:rsidRPr="00EF2F0E" w:rsidRDefault="00DD0EA7" w:rsidP="00DD0EA7">
            <w:pPr>
              <w:pStyle w:val="TAC"/>
              <w:rPr>
                <w:rFonts w:cs="Arial"/>
                <w:lang w:eastAsia="ja-JP"/>
              </w:rPr>
            </w:pPr>
            <w:r>
              <w:rPr>
                <w:rFonts w:cs="Arial"/>
              </w:rPr>
              <w:t>16.3</w:t>
            </w:r>
          </w:p>
        </w:tc>
        <w:tc>
          <w:tcPr>
            <w:tcW w:w="0" w:type="auto"/>
            <w:vAlign w:val="center"/>
          </w:tcPr>
          <w:p w14:paraId="0984EAEF" w14:textId="77777777" w:rsidR="00DD0EA7" w:rsidRPr="00EF2F0E" w:rsidRDefault="00DD0EA7" w:rsidP="00DD0EA7">
            <w:pPr>
              <w:pStyle w:val="TAC"/>
              <w:rPr>
                <w:rFonts w:cs="Arial"/>
              </w:rPr>
            </w:pPr>
            <w:r w:rsidRPr="00EF2F0E">
              <w:rPr>
                <w:rFonts w:cs="Arial"/>
              </w:rPr>
              <w:t>5</w:t>
            </w:r>
            <w:r w:rsidRPr="00EF2F0E">
              <w:rPr>
                <w:rFonts w:cs="Arial"/>
                <w:lang w:eastAsia="zh-CN"/>
              </w:rPr>
              <w:t xml:space="preserve"> M</w:t>
            </w:r>
            <w:r w:rsidRPr="00EF2F0E">
              <w:rPr>
                <w:rFonts w:cs="Arial"/>
              </w:rPr>
              <w:t xml:space="preserve">Hz </w:t>
            </w:r>
          </w:p>
        </w:tc>
      </w:tr>
      <w:tr w:rsidR="00DD0EA7" w:rsidRPr="00EF2F0E" w14:paraId="0984EAF4" w14:textId="77777777" w:rsidTr="005C15CF">
        <w:trPr>
          <w:jc w:val="center"/>
        </w:trPr>
        <w:tc>
          <w:tcPr>
            <w:tcW w:w="0" w:type="auto"/>
            <w:vAlign w:val="center"/>
          </w:tcPr>
          <w:p w14:paraId="0984EAF1" w14:textId="77777777" w:rsidR="00DD0EA7" w:rsidRPr="00EF2F0E" w:rsidRDefault="00DD0EA7" w:rsidP="00DD0EA7">
            <w:pPr>
              <w:pStyle w:val="TAC"/>
              <w:rPr>
                <w:rFonts w:cs="v5.0.0"/>
              </w:rPr>
            </w:pPr>
            <w:r w:rsidRPr="00EF2F0E">
              <w:rPr>
                <w:rFonts w:cs="v5.0.0"/>
                <w:lang w:eastAsia="zh-CN"/>
              </w:rPr>
              <w:t>7.5</w:t>
            </w:r>
            <w:r w:rsidRPr="00EF2F0E">
              <w:rPr>
                <w:rFonts w:cs="v5.0.0"/>
              </w:rPr>
              <w:t xml:space="preserve"> MHz</w:t>
            </w:r>
          </w:p>
        </w:tc>
        <w:tc>
          <w:tcPr>
            <w:tcW w:w="0" w:type="auto"/>
          </w:tcPr>
          <w:p w14:paraId="0984EAF2" w14:textId="443E8FF4" w:rsidR="00DD0EA7" w:rsidRPr="00EF2F0E" w:rsidRDefault="00DD0EA7" w:rsidP="00DD0EA7">
            <w:pPr>
              <w:pStyle w:val="TAC"/>
              <w:rPr>
                <w:rFonts w:cs="Arial"/>
                <w:lang w:eastAsia="ja-JP"/>
              </w:rPr>
            </w:pPr>
            <w:r>
              <w:rPr>
                <w:rFonts w:cs="Arial"/>
              </w:rPr>
              <w:t>11</w:t>
            </w:r>
          </w:p>
        </w:tc>
        <w:tc>
          <w:tcPr>
            <w:tcW w:w="0" w:type="auto"/>
            <w:vAlign w:val="center"/>
          </w:tcPr>
          <w:p w14:paraId="0984EAF3" w14:textId="77777777" w:rsidR="00DD0EA7" w:rsidRPr="00EF2F0E" w:rsidRDefault="00DD0EA7" w:rsidP="00DD0EA7">
            <w:pPr>
              <w:pStyle w:val="TAC"/>
              <w:rPr>
                <w:rFonts w:cs="Arial"/>
              </w:rPr>
            </w:pPr>
            <w:r w:rsidRPr="00EF2F0E">
              <w:rPr>
                <w:rFonts w:cs="Arial"/>
              </w:rPr>
              <w:t>5</w:t>
            </w:r>
            <w:r w:rsidRPr="00EF2F0E">
              <w:rPr>
                <w:rFonts w:cs="Arial"/>
                <w:lang w:eastAsia="zh-CN"/>
              </w:rPr>
              <w:t xml:space="preserve"> M</w:t>
            </w:r>
            <w:r w:rsidRPr="00EF2F0E">
              <w:rPr>
                <w:rFonts w:cs="Arial"/>
              </w:rPr>
              <w:t xml:space="preserve">Hz </w:t>
            </w:r>
          </w:p>
        </w:tc>
      </w:tr>
      <w:tr w:rsidR="00DD0EA7" w:rsidRPr="00EF2F0E" w14:paraId="0984EAF8" w14:textId="77777777" w:rsidTr="005C15CF">
        <w:trPr>
          <w:jc w:val="center"/>
        </w:trPr>
        <w:tc>
          <w:tcPr>
            <w:tcW w:w="0" w:type="auto"/>
            <w:vAlign w:val="center"/>
          </w:tcPr>
          <w:p w14:paraId="0984EAF5" w14:textId="77777777" w:rsidR="00DD0EA7" w:rsidRPr="00EF2F0E" w:rsidRDefault="00DD0EA7" w:rsidP="00DD0EA7">
            <w:pPr>
              <w:pStyle w:val="TAC"/>
              <w:rPr>
                <w:rFonts w:cs="v5.0.0"/>
                <w:lang w:eastAsia="zh-CN"/>
              </w:rPr>
            </w:pPr>
            <w:r w:rsidRPr="00EF2F0E">
              <w:rPr>
                <w:rFonts w:cs="v5.0.0"/>
                <w:lang w:eastAsia="zh-CN"/>
              </w:rPr>
              <w:t>12.5</w:t>
            </w:r>
            <w:r w:rsidRPr="00EF2F0E">
              <w:rPr>
                <w:rFonts w:cs="v5.0.0"/>
              </w:rPr>
              <w:t xml:space="preserve"> </w:t>
            </w:r>
            <w:r w:rsidRPr="00EF2F0E">
              <w:rPr>
                <w:rFonts w:cs="Arial"/>
              </w:rPr>
              <w:t xml:space="preserve">MHz </w:t>
            </w:r>
            <w:r w:rsidRPr="00EF2F0E">
              <w:rPr>
                <w:rFonts w:cs="Arial" w:hint="eastAsia"/>
              </w:rPr>
              <w:t>≤</w:t>
            </w:r>
            <w:r w:rsidRPr="00EF2F0E">
              <w:rPr>
                <w:rFonts w:cs="v5.0.0"/>
              </w:rPr>
              <w:t xml:space="preserve"> </w:t>
            </w:r>
            <w:r w:rsidRPr="00EF2F0E">
              <w:rPr>
                <w:rFonts w:cs="v5.0.0"/>
                <w:lang w:eastAsia="zh-CN"/>
              </w:rPr>
              <w:t>f_offset</w:t>
            </w:r>
            <w:r w:rsidRPr="00EF2F0E">
              <w:rPr>
                <w:rFonts w:cs="v5.0.0"/>
              </w:rPr>
              <w:t xml:space="preserve"> </w:t>
            </w:r>
            <w:r w:rsidRPr="00EF2F0E">
              <w:rPr>
                <w:rFonts w:cs="Arial" w:hint="eastAsia"/>
              </w:rPr>
              <w:t>≤</w:t>
            </w:r>
            <w:r w:rsidRPr="00EF2F0E">
              <w:rPr>
                <w:rFonts w:cs="v5.0.0"/>
              </w:rPr>
              <w:t xml:space="preserve"> f_offset</w:t>
            </w:r>
            <w:r w:rsidRPr="00EF2F0E">
              <w:rPr>
                <w:rFonts w:cs="v5.0.0"/>
                <w:vertAlign w:val="subscript"/>
              </w:rPr>
              <w:t>max</w:t>
            </w:r>
          </w:p>
        </w:tc>
        <w:tc>
          <w:tcPr>
            <w:tcW w:w="0" w:type="auto"/>
          </w:tcPr>
          <w:p w14:paraId="0984EAF6" w14:textId="60C9069C" w:rsidR="00DD0EA7" w:rsidRPr="00EF2F0E" w:rsidRDefault="00DD0EA7" w:rsidP="00DD0EA7">
            <w:pPr>
              <w:pStyle w:val="TAC"/>
              <w:rPr>
                <w:rFonts w:cs="Arial"/>
                <w:lang w:eastAsia="ja-JP"/>
              </w:rPr>
            </w:pPr>
            <w:r>
              <w:rPr>
                <w:rFonts w:cs="Arial"/>
              </w:rPr>
              <w:t>9</w:t>
            </w:r>
          </w:p>
        </w:tc>
        <w:tc>
          <w:tcPr>
            <w:tcW w:w="0" w:type="auto"/>
            <w:vAlign w:val="center"/>
          </w:tcPr>
          <w:p w14:paraId="0984EAF7" w14:textId="77777777" w:rsidR="00DD0EA7" w:rsidRPr="00EF2F0E" w:rsidRDefault="00DD0EA7" w:rsidP="00DD0EA7">
            <w:pPr>
              <w:pStyle w:val="TAC"/>
              <w:rPr>
                <w:rFonts w:cs="Arial"/>
              </w:rPr>
            </w:pPr>
            <w:r w:rsidRPr="00EF2F0E">
              <w:rPr>
                <w:rFonts w:cs="Arial"/>
              </w:rPr>
              <w:t>5 MHz</w:t>
            </w:r>
          </w:p>
        </w:tc>
      </w:tr>
      <w:tr w:rsidR="005C15CF" w:rsidRPr="00EF2F0E" w14:paraId="0984EAFA" w14:textId="77777777" w:rsidTr="005C15CF">
        <w:trPr>
          <w:jc w:val="center"/>
        </w:trPr>
        <w:tc>
          <w:tcPr>
            <w:tcW w:w="0" w:type="auto"/>
            <w:gridSpan w:val="3"/>
            <w:vAlign w:val="center"/>
          </w:tcPr>
          <w:p w14:paraId="0984EAF9" w14:textId="77777777" w:rsidR="005C15CF" w:rsidRPr="00EF2F0E" w:rsidRDefault="005C15CF" w:rsidP="005C15CF">
            <w:pPr>
              <w:pStyle w:val="TAN"/>
            </w:pPr>
            <w:r w:rsidRPr="00EF2F0E">
              <w:t>NOTE:</w:t>
            </w:r>
            <w:r w:rsidRPr="00EF2F0E">
              <w:tab/>
              <w:t>For Band 32, when non-MFCN services are deployed in the adjacent bands, f_offset</w:t>
            </w:r>
            <w:r w:rsidRPr="00EF2F0E">
              <w:rPr>
                <w:vertAlign w:val="subscript"/>
              </w:rPr>
              <w:t>max</w:t>
            </w:r>
            <w:r w:rsidRPr="00EF2F0E">
              <w:t xml:space="preserve"> denotes the frequency difference between the lower Base Station RF Bandwidth edge and 1454.5 MHz, and the frequency difference between the upper Base Station RF Bandwidthl edge and 1489.5 MHz for the set channel position. For Band 32, when MFCN services are deployed in the adjacent frequencies, Band 75 and Band 76, f_offset</w:t>
            </w:r>
            <w:r w:rsidRPr="00EF2F0E">
              <w:rPr>
                <w:vertAlign w:val="subscript"/>
              </w:rPr>
              <w:t>max</w:t>
            </w:r>
            <w:r w:rsidRPr="00EF2F0E">
              <w:t xml:space="preserve"> denotes the frequency difference between the lower Base Station RF Bandwidth edge and 1429.5 MHz, and the frequency difference between the upper Base Station RF Bandwidth edge and 1514.5 MHz for the set channel position.</w:t>
            </w:r>
          </w:p>
        </w:tc>
      </w:tr>
    </w:tbl>
    <w:p w14:paraId="0984EAFB" w14:textId="77777777" w:rsidR="005C15CF" w:rsidRPr="00EF2F0E" w:rsidRDefault="005C15CF" w:rsidP="005C15CF"/>
    <w:p w14:paraId="0984EAFD" w14:textId="01AFA4C3" w:rsidR="005C15CF" w:rsidRPr="00EF2F0E" w:rsidRDefault="00DD0EA7" w:rsidP="005C15CF">
      <w:r w:rsidRPr="00EF2F0E">
        <w:rPr>
          <w:rFonts w:cs="v5.0.0"/>
        </w:rPr>
        <w:t xml:space="preserve">In certain regions, the following requirement may apply to BS operating in Band 32 within 1452-1492MHz for the protection of non-MFCN services in spectrum adjacent to the frequency range 1452-1492 MHz. The </w:t>
      </w:r>
      <w:r>
        <w:rPr>
          <w:rFonts w:cs="v5.0.0"/>
        </w:rPr>
        <w:t xml:space="preserve">maximum </w:t>
      </w:r>
      <w:r w:rsidRPr="00EF2F0E">
        <w:t>level of emissions, measured</w:t>
      </w:r>
      <w:r>
        <w:t xml:space="preserve"> as EIRP, </w:t>
      </w:r>
      <w:r w:rsidRPr="00EF2F0E">
        <w:t xml:space="preserve"> on centre frequencies F</w:t>
      </w:r>
      <w:r w:rsidRPr="00EF2F0E">
        <w:rPr>
          <w:vertAlign w:val="subscript"/>
        </w:rPr>
        <w:t>filter</w:t>
      </w:r>
      <w:r w:rsidRPr="00EF2F0E">
        <w:t xml:space="preserve"> with filter bandwidth according to Table 9.7.5.2.4.7-2, shall not exceed the </w:t>
      </w:r>
      <w:r>
        <w:t>EIRP</w:t>
      </w:r>
      <w:r w:rsidRPr="00EF2F0E">
        <w:t xml:space="preserve"> limits indicated in the table. This requirement applies in the frequency range 1429-1518</w:t>
      </w:r>
      <w:r>
        <w:t xml:space="preserve"> </w:t>
      </w:r>
      <w:r w:rsidRPr="00EF2F0E">
        <w:t>MHz even though part of the range falls in the spurious domain</w:t>
      </w:r>
      <w:r w:rsidR="005C15CF" w:rsidRPr="00EF2F0E">
        <w:t>.</w:t>
      </w:r>
    </w:p>
    <w:p w14:paraId="47C982DE" w14:textId="0B748AD5" w:rsidR="00DD0EA7" w:rsidRPr="00EF2F0E" w:rsidRDefault="00DD0EA7" w:rsidP="00DD0EA7">
      <w:pPr>
        <w:pStyle w:val="TH"/>
      </w:pPr>
      <w:r w:rsidRPr="00EF2F0E">
        <w:t>Table 9.7.5.2.4.7-</w:t>
      </w:r>
      <w:r w:rsidRPr="00EF2F0E">
        <w:rPr>
          <w:lang w:eastAsia="zh-CN"/>
        </w:rPr>
        <w:t>2</w:t>
      </w:r>
      <w:r w:rsidRPr="00EF2F0E">
        <w:t xml:space="preserve">: </w:t>
      </w:r>
      <w:r>
        <w:t xml:space="preserve">Unwanted </w:t>
      </w:r>
      <w:r w:rsidRPr="00EF2F0E">
        <w:t>emission</w:t>
      </w:r>
      <w:r>
        <w:t xml:space="preserve"> limits</w:t>
      </w:r>
      <w:r w:rsidRPr="00EF2F0E">
        <w:t xml:space="preserve"> outside 1452</w:t>
      </w:r>
      <w:r w:rsidRPr="00EF2F0E">
        <w:rPr>
          <w:lang w:eastAsia="ja-JP"/>
        </w:rPr>
        <w:t>-</w:t>
      </w:r>
      <w:r w:rsidRPr="00EF2F0E">
        <w:t>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5C15CF" w:rsidRPr="00EF2F0E" w14:paraId="0984EB02" w14:textId="77777777" w:rsidTr="005C15CF">
        <w:trPr>
          <w:jc w:val="center"/>
        </w:trPr>
        <w:tc>
          <w:tcPr>
            <w:tcW w:w="3023" w:type="dxa"/>
          </w:tcPr>
          <w:p w14:paraId="0984EAFF" w14:textId="77777777" w:rsidR="005C15CF" w:rsidRPr="00EF2F0E" w:rsidRDefault="005C15CF" w:rsidP="005C15CF">
            <w:pPr>
              <w:pStyle w:val="TAH"/>
              <w:rPr>
                <w:rFonts w:cs="Arial"/>
              </w:rPr>
            </w:pPr>
            <w:r w:rsidRPr="00EF2F0E">
              <w:rPr>
                <w:rFonts w:cs="Arial"/>
              </w:rPr>
              <w:t xml:space="preserve">Filter </w:t>
            </w:r>
            <w:r w:rsidRPr="00EF2F0E">
              <w:rPr>
                <w:rFonts w:cs="v5.0.0"/>
              </w:rPr>
              <w:t xml:space="preserve">centre frequency, </w:t>
            </w:r>
            <w:r w:rsidRPr="00EF2F0E">
              <w:rPr>
                <w:rFonts w:cs="Arial"/>
              </w:rPr>
              <w:t>F</w:t>
            </w:r>
            <w:r w:rsidRPr="00EF2F0E">
              <w:rPr>
                <w:rFonts w:cs="Arial"/>
                <w:vertAlign w:val="subscript"/>
              </w:rPr>
              <w:t>filter</w:t>
            </w:r>
          </w:p>
        </w:tc>
        <w:tc>
          <w:tcPr>
            <w:tcW w:w="1939" w:type="dxa"/>
          </w:tcPr>
          <w:p w14:paraId="0984EB00" w14:textId="10FEB2D9" w:rsidR="005C15CF" w:rsidRPr="00EF2F0E" w:rsidRDefault="00DD0EA7" w:rsidP="005C15CF">
            <w:pPr>
              <w:pStyle w:val="TAH"/>
              <w:rPr>
                <w:rFonts w:cs="Arial"/>
              </w:rPr>
            </w:pPr>
            <w:r>
              <w:rPr>
                <w:rFonts w:cs="Arial"/>
              </w:rPr>
              <w:t>EIRP limit</w:t>
            </w:r>
            <w:r w:rsidRPr="00EF2F0E">
              <w:rPr>
                <w:rFonts w:cs="Arial"/>
              </w:rPr>
              <w:t xml:space="preserve"> [dBm]</w:t>
            </w:r>
          </w:p>
        </w:tc>
        <w:tc>
          <w:tcPr>
            <w:tcW w:w="1939" w:type="dxa"/>
          </w:tcPr>
          <w:p w14:paraId="0984EB01" w14:textId="77777777" w:rsidR="005C15CF" w:rsidRPr="00EF2F0E" w:rsidRDefault="005C15CF" w:rsidP="005C15CF">
            <w:pPr>
              <w:pStyle w:val="TAH"/>
              <w:rPr>
                <w:rFonts w:cs="Arial"/>
              </w:rPr>
            </w:pPr>
            <w:r w:rsidRPr="00EF2F0E">
              <w:rPr>
                <w:rFonts w:cs="Arial"/>
              </w:rPr>
              <w:t>Measurement bandwidth</w:t>
            </w:r>
          </w:p>
        </w:tc>
      </w:tr>
      <w:tr w:rsidR="00DD0EA7" w:rsidRPr="00EF2F0E" w14:paraId="0984EB06" w14:textId="77777777" w:rsidTr="005C15CF">
        <w:trPr>
          <w:jc w:val="center"/>
        </w:trPr>
        <w:tc>
          <w:tcPr>
            <w:tcW w:w="3023" w:type="dxa"/>
          </w:tcPr>
          <w:p w14:paraId="0984EB03" w14:textId="77777777" w:rsidR="00DD0EA7" w:rsidRPr="00EF2F0E" w:rsidRDefault="00DD0EA7" w:rsidP="00DD0EA7">
            <w:pPr>
              <w:pStyle w:val="TAC"/>
              <w:rPr>
                <w:rFonts w:cs="Arial"/>
              </w:rPr>
            </w:pPr>
            <w:r w:rsidRPr="00EF2F0E">
              <w:rPr>
                <w:rFonts w:cs="Arial"/>
              </w:rPr>
              <w:t xml:space="preserve">1429.5 MHz </w:t>
            </w:r>
            <w:r w:rsidRPr="00EF2F0E">
              <w:rPr>
                <w:rFonts w:cs="Arial" w:hint="eastAsia"/>
              </w:rPr>
              <w:t>≤</w:t>
            </w:r>
            <w:r w:rsidRPr="00EF2F0E">
              <w:rPr>
                <w:rFonts w:cs="Arial"/>
              </w:rPr>
              <w:t xml:space="preserve"> F</w:t>
            </w:r>
            <w:r w:rsidRPr="00EF2F0E">
              <w:rPr>
                <w:rFonts w:cs="Arial"/>
                <w:vertAlign w:val="subscript"/>
              </w:rPr>
              <w:t>filter</w:t>
            </w:r>
            <w:r w:rsidRPr="00EF2F0E">
              <w:rPr>
                <w:rFonts w:cs="Arial"/>
              </w:rPr>
              <w:t xml:space="preserve"> </w:t>
            </w:r>
            <w:r w:rsidRPr="00EF2F0E">
              <w:rPr>
                <w:rFonts w:cs="Arial" w:hint="eastAsia"/>
              </w:rPr>
              <w:t>≤</w:t>
            </w:r>
            <w:r w:rsidRPr="00EF2F0E">
              <w:rPr>
                <w:rFonts w:cs="Arial"/>
              </w:rPr>
              <w:t xml:space="preserve"> 1448.5 MHz</w:t>
            </w:r>
          </w:p>
        </w:tc>
        <w:tc>
          <w:tcPr>
            <w:tcW w:w="1939" w:type="dxa"/>
          </w:tcPr>
          <w:p w14:paraId="0984EB04" w14:textId="019481F7" w:rsidR="00DD0EA7" w:rsidRPr="00EF2F0E" w:rsidRDefault="00DD0EA7" w:rsidP="00DD0EA7">
            <w:pPr>
              <w:pStyle w:val="TAC"/>
              <w:rPr>
                <w:rFonts w:cs="Arial"/>
              </w:rPr>
            </w:pPr>
            <w:r>
              <w:rPr>
                <w:rFonts w:cs="Arial"/>
              </w:rPr>
              <w:t>20</w:t>
            </w:r>
          </w:p>
        </w:tc>
        <w:tc>
          <w:tcPr>
            <w:tcW w:w="1939" w:type="dxa"/>
          </w:tcPr>
          <w:p w14:paraId="0984EB05" w14:textId="77777777" w:rsidR="00DD0EA7" w:rsidRPr="00EF2F0E" w:rsidRDefault="00DD0EA7" w:rsidP="00DD0EA7">
            <w:pPr>
              <w:pStyle w:val="TAC"/>
              <w:rPr>
                <w:rFonts w:cs="Arial"/>
              </w:rPr>
            </w:pPr>
            <w:r w:rsidRPr="00EF2F0E">
              <w:rPr>
                <w:rFonts w:cs="Arial"/>
              </w:rPr>
              <w:t>1 MHz</w:t>
            </w:r>
          </w:p>
        </w:tc>
      </w:tr>
      <w:tr w:rsidR="00DD0EA7" w:rsidRPr="00EF2F0E" w14:paraId="0984EB0A" w14:textId="77777777" w:rsidTr="005C15CF">
        <w:trPr>
          <w:jc w:val="center"/>
        </w:trPr>
        <w:tc>
          <w:tcPr>
            <w:tcW w:w="3023" w:type="dxa"/>
          </w:tcPr>
          <w:p w14:paraId="0984EB07" w14:textId="77777777" w:rsidR="00DD0EA7" w:rsidRPr="00EF2F0E" w:rsidRDefault="00DD0EA7" w:rsidP="00DD0EA7">
            <w:pPr>
              <w:pStyle w:val="TAC"/>
              <w:rPr>
                <w:rFonts w:cs="Arial"/>
              </w:rPr>
            </w:pPr>
            <w:r w:rsidRPr="00EF2F0E">
              <w:rPr>
                <w:rFonts w:cs="Arial"/>
              </w:rPr>
              <w:t>F</w:t>
            </w:r>
            <w:r w:rsidRPr="00EF2F0E">
              <w:rPr>
                <w:rFonts w:cs="Arial"/>
                <w:vertAlign w:val="subscript"/>
              </w:rPr>
              <w:t>filter</w:t>
            </w:r>
            <w:r w:rsidRPr="00EF2F0E">
              <w:rPr>
                <w:rFonts w:cs="Arial"/>
              </w:rPr>
              <w:t xml:space="preserve"> =  1450.5 MHz</w:t>
            </w:r>
          </w:p>
        </w:tc>
        <w:tc>
          <w:tcPr>
            <w:tcW w:w="1939" w:type="dxa"/>
          </w:tcPr>
          <w:p w14:paraId="0984EB08" w14:textId="1F047C37" w:rsidR="00DD0EA7" w:rsidRPr="00EF2F0E" w:rsidRDefault="00DD0EA7" w:rsidP="00DD0EA7">
            <w:pPr>
              <w:pStyle w:val="TAC"/>
              <w:rPr>
                <w:rFonts w:cs="Arial"/>
                <w:lang w:eastAsia="ja-JP"/>
              </w:rPr>
            </w:pPr>
            <w:r>
              <w:rPr>
                <w:rFonts w:cs="Arial"/>
              </w:rPr>
              <w:t>14</w:t>
            </w:r>
          </w:p>
        </w:tc>
        <w:tc>
          <w:tcPr>
            <w:tcW w:w="1939" w:type="dxa"/>
          </w:tcPr>
          <w:p w14:paraId="0984EB09" w14:textId="77777777" w:rsidR="00DD0EA7" w:rsidRPr="00EF2F0E" w:rsidRDefault="00DD0EA7" w:rsidP="00DD0EA7">
            <w:pPr>
              <w:pStyle w:val="TAC"/>
              <w:rPr>
                <w:rFonts w:cs="Arial"/>
              </w:rPr>
            </w:pPr>
            <w:r w:rsidRPr="00EF2F0E">
              <w:rPr>
                <w:rFonts w:cs="Arial"/>
              </w:rPr>
              <w:t>3 MHz</w:t>
            </w:r>
          </w:p>
        </w:tc>
      </w:tr>
      <w:tr w:rsidR="00DD0EA7" w:rsidRPr="00EF2F0E" w14:paraId="0984EB0E" w14:textId="77777777" w:rsidTr="005C15CF">
        <w:trPr>
          <w:jc w:val="center"/>
        </w:trPr>
        <w:tc>
          <w:tcPr>
            <w:tcW w:w="3023" w:type="dxa"/>
          </w:tcPr>
          <w:p w14:paraId="0984EB0B" w14:textId="77777777" w:rsidR="00DD0EA7" w:rsidRPr="00EF2F0E" w:rsidRDefault="00DD0EA7" w:rsidP="00DD0EA7">
            <w:pPr>
              <w:pStyle w:val="TAC"/>
              <w:rPr>
                <w:rFonts w:cs="Arial"/>
              </w:rPr>
            </w:pPr>
            <w:r w:rsidRPr="00EF2F0E">
              <w:rPr>
                <w:rFonts w:cs="Arial"/>
              </w:rPr>
              <w:t>F</w:t>
            </w:r>
            <w:r w:rsidRPr="00EF2F0E">
              <w:rPr>
                <w:rFonts w:cs="Arial"/>
                <w:vertAlign w:val="subscript"/>
              </w:rPr>
              <w:t>filter</w:t>
            </w:r>
            <w:r w:rsidRPr="00EF2F0E">
              <w:rPr>
                <w:rFonts w:cs="Arial"/>
              </w:rPr>
              <w:t xml:space="preserve">  = 1493.5 MHz</w:t>
            </w:r>
          </w:p>
        </w:tc>
        <w:tc>
          <w:tcPr>
            <w:tcW w:w="1939" w:type="dxa"/>
          </w:tcPr>
          <w:p w14:paraId="0984EB0C" w14:textId="230183A0" w:rsidR="00DD0EA7" w:rsidRPr="00EF2F0E" w:rsidRDefault="00DD0EA7" w:rsidP="00DD0EA7">
            <w:pPr>
              <w:pStyle w:val="TAC"/>
              <w:rPr>
                <w:rFonts w:cs="Arial"/>
              </w:rPr>
            </w:pPr>
            <w:r>
              <w:rPr>
                <w:rFonts w:cs="Arial"/>
              </w:rPr>
              <w:t>14</w:t>
            </w:r>
          </w:p>
        </w:tc>
        <w:tc>
          <w:tcPr>
            <w:tcW w:w="1939" w:type="dxa"/>
          </w:tcPr>
          <w:p w14:paraId="0984EB0D" w14:textId="77777777" w:rsidR="00DD0EA7" w:rsidRPr="00EF2F0E" w:rsidRDefault="00DD0EA7" w:rsidP="00DD0EA7">
            <w:pPr>
              <w:pStyle w:val="TAC"/>
              <w:rPr>
                <w:rFonts w:cs="Arial"/>
              </w:rPr>
            </w:pPr>
            <w:r w:rsidRPr="00EF2F0E">
              <w:rPr>
                <w:rFonts w:cs="Arial"/>
              </w:rPr>
              <w:t>3 MHz</w:t>
            </w:r>
          </w:p>
        </w:tc>
      </w:tr>
      <w:tr w:rsidR="00DD0EA7" w:rsidRPr="00EF2F0E" w14:paraId="0984EB12" w14:textId="77777777" w:rsidTr="005C15CF">
        <w:trPr>
          <w:jc w:val="center"/>
        </w:trPr>
        <w:tc>
          <w:tcPr>
            <w:tcW w:w="3023" w:type="dxa"/>
          </w:tcPr>
          <w:p w14:paraId="0984EB0F" w14:textId="77777777" w:rsidR="00DD0EA7" w:rsidRPr="00EF2F0E" w:rsidRDefault="00DD0EA7" w:rsidP="00DD0EA7">
            <w:pPr>
              <w:pStyle w:val="TAC"/>
              <w:rPr>
                <w:rFonts w:cs="Arial"/>
              </w:rPr>
            </w:pPr>
            <w:r w:rsidRPr="00EF2F0E">
              <w:rPr>
                <w:rFonts w:cs="Arial"/>
              </w:rPr>
              <w:t xml:space="preserve">1495.5 MHz </w:t>
            </w:r>
            <w:r w:rsidRPr="00EF2F0E">
              <w:rPr>
                <w:rFonts w:cs="Arial" w:hint="eastAsia"/>
              </w:rPr>
              <w:t>≤</w:t>
            </w:r>
            <w:r w:rsidRPr="00EF2F0E">
              <w:rPr>
                <w:rFonts w:cs="Arial"/>
              </w:rPr>
              <w:t xml:space="preserve">  F</w:t>
            </w:r>
            <w:r w:rsidRPr="00EF2F0E">
              <w:rPr>
                <w:rFonts w:cs="Arial"/>
                <w:vertAlign w:val="subscript"/>
              </w:rPr>
              <w:t>filter</w:t>
            </w:r>
            <w:r w:rsidRPr="00EF2F0E">
              <w:rPr>
                <w:rFonts w:cs="Arial"/>
              </w:rPr>
              <w:t xml:space="preserve">  </w:t>
            </w:r>
            <w:r w:rsidRPr="00EF2F0E">
              <w:rPr>
                <w:rFonts w:cs="Arial" w:hint="eastAsia"/>
              </w:rPr>
              <w:t>≤</w:t>
            </w:r>
            <w:r w:rsidRPr="00EF2F0E">
              <w:rPr>
                <w:rFonts w:cs="Arial"/>
              </w:rPr>
              <w:t xml:space="preserve"> 1517.5 MHz  </w:t>
            </w:r>
          </w:p>
        </w:tc>
        <w:tc>
          <w:tcPr>
            <w:tcW w:w="1939" w:type="dxa"/>
          </w:tcPr>
          <w:p w14:paraId="0984EB10" w14:textId="5ED8571E" w:rsidR="00DD0EA7" w:rsidRPr="00EF2F0E" w:rsidRDefault="00DD0EA7" w:rsidP="00DD0EA7">
            <w:pPr>
              <w:pStyle w:val="TAC"/>
              <w:rPr>
                <w:rFonts w:cs="Arial"/>
              </w:rPr>
            </w:pPr>
            <w:r>
              <w:rPr>
                <w:rFonts w:cs="Arial"/>
              </w:rPr>
              <w:t>20</w:t>
            </w:r>
          </w:p>
        </w:tc>
        <w:tc>
          <w:tcPr>
            <w:tcW w:w="1939" w:type="dxa"/>
          </w:tcPr>
          <w:p w14:paraId="0984EB11" w14:textId="77777777" w:rsidR="00DD0EA7" w:rsidRPr="00EF2F0E" w:rsidRDefault="00DD0EA7" w:rsidP="00DD0EA7">
            <w:pPr>
              <w:pStyle w:val="TAC"/>
              <w:rPr>
                <w:rFonts w:cs="Arial"/>
              </w:rPr>
            </w:pPr>
            <w:r w:rsidRPr="00EF2F0E">
              <w:rPr>
                <w:rFonts w:cs="Arial"/>
              </w:rPr>
              <w:t>1 MHz</w:t>
            </w:r>
          </w:p>
        </w:tc>
      </w:tr>
    </w:tbl>
    <w:p w14:paraId="0984EB13" w14:textId="77777777" w:rsidR="005C15CF" w:rsidRPr="00EF2F0E" w:rsidRDefault="005C15CF" w:rsidP="005C15CF"/>
    <w:p w14:paraId="0984EB14" w14:textId="1E4C97EF" w:rsidR="005C15CF" w:rsidRPr="00EF2F0E" w:rsidRDefault="005C15CF" w:rsidP="005C15CF">
      <w:pPr>
        <w:keepLines/>
        <w:ind w:left="1135" w:hanging="851"/>
      </w:pPr>
    </w:p>
    <w:p w14:paraId="0984EB15" w14:textId="7B6D80DD" w:rsidR="005C15CF" w:rsidRPr="00EF2F0E" w:rsidRDefault="00DD0EA7" w:rsidP="00DD0EA7">
      <w:bookmarkStart w:id="4154" w:name="_Hlk488399463"/>
      <w:r w:rsidRPr="00EF2F0E">
        <w:t>In certain regions, the following requirement may apply to BS operating in Band 50 and Band 75 within 1492-1517 MHz and in Band 74 within 1492-1518 MHz.</w:t>
      </w:r>
      <w:r w:rsidRPr="00EF2F0E">
        <w:rPr>
          <w:rFonts w:cs="v5.0.0"/>
        </w:rPr>
        <w:t xml:space="preserve"> The </w:t>
      </w:r>
      <w:r>
        <w:rPr>
          <w:rFonts w:cs="v5.0.0"/>
        </w:rPr>
        <w:t xml:space="preserve">maximum </w:t>
      </w:r>
      <w:r w:rsidRPr="00EF2F0E">
        <w:t xml:space="preserve">level of emissions, measured </w:t>
      </w:r>
      <w:r>
        <w:t xml:space="preserve">as EIRP, </w:t>
      </w:r>
      <w:r w:rsidRPr="00EF2F0E">
        <w:t>on centre frequencies F</w:t>
      </w:r>
      <w:r w:rsidRPr="00EF2F0E">
        <w:rPr>
          <w:vertAlign w:val="subscript"/>
        </w:rPr>
        <w:t>filter</w:t>
      </w:r>
      <w:r w:rsidRPr="00EF2F0E">
        <w:t xml:space="preserve"> with filter bandwidth according to table 9.7.5.2.4.7-3, shall not exceed the </w:t>
      </w:r>
      <w:r>
        <w:t>EIRP limits</w:t>
      </w:r>
      <w:r w:rsidRPr="00EF2F0E">
        <w:t xml:space="preserve"> limits indicated in the table</w:t>
      </w:r>
      <w:r w:rsidR="005C15CF" w:rsidRPr="00EF2F0E">
        <w:t>.</w:t>
      </w:r>
    </w:p>
    <w:p w14:paraId="1B5D4FA2" w14:textId="14BC8880" w:rsidR="00DD0EA7" w:rsidRPr="00EF2F0E" w:rsidRDefault="00DD0EA7" w:rsidP="00DD0EA7">
      <w:pPr>
        <w:pStyle w:val="TH"/>
      </w:pPr>
      <w:r w:rsidRPr="00EF2F0E">
        <w:t>Table 9.7.5.2.4.7-3: Operating band 50, 74 and 75 emission</w:t>
      </w:r>
      <w:r>
        <w:t xml:space="preserve"> test limits</w:t>
      </w:r>
      <w:r w:rsidRPr="00EF2F0E">
        <w:t xml:space="preserve"> above 15</w:t>
      </w:r>
      <w:r>
        <w:t>18</w:t>
      </w:r>
      <w:r w:rsidRPr="00EF2F0E">
        <w:t xml:space="preserve">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3"/>
        <w:gridCol w:w="1939"/>
        <w:gridCol w:w="1939"/>
      </w:tblGrid>
      <w:tr w:rsidR="00DD0EA7" w:rsidRPr="00931575" w14:paraId="6D2D4059" w14:textId="77777777" w:rsidTr="00DD0EA7">
        <w:trPr>
          <w:cantSplit/>
          <w:jc w:val="center"/>
        </w:trPr>
        <w:tc>
          <w:tcPr>
            <w:tcW w:w="3023" w:type="dxa"/>
          </w:tcPr>
          <w:p w14:paraId="66D753D0" w14:textId="77777777" w:rsidR="00DD0EA7" w:rsidRPr="00931575" w:rsidRDefault="00DD0EA7" w:rsidP="00DD0EA7">
            <w:pPr>
              <w:pStyle w:val="TAH"/>
              <w:rPr>
                <w:rFonts w:cs="Arial"/>
                <w:lang w:eastAsia="en-GB"/>
              </w:rPr>
            </w:pPr>
            <w:r w:rsidRPr="00931575">
              <w:rPr>
                <w:rFonts w:cs="Arial"/>
                <w:lang w:eastAsia="en-GB"/>
              </w:rPr>
              <w:t xml:space="preserve">Filter </w:t>
            </w:r>
            <w:r w:rsidRPr="00931575">
              <w:rPr>
                <w:lang w:eastAsia="en-GB"/>
              </w:rPr>
              <w:t xml:space="preserve">centre frequency, </w:t>
            </w:r>
            <w:r w:rsidRPr="00931575">
              <w:rPr>
                <w:rFonts w:cs="Arial"/>
                <w:lang w:eastAsia="en-GB"/>
              </w:rPr>
              <w:t>F</w:t>
            </w:r>
            <w:r w:rsidRPr="00931575">
              <w:rPr>
                <w:rFonts w:cs="Arial"/>
                <w:vertAlign w:val="subscript"/>
                <w:lang w:eastAsia="en-GB"/>
              </w:rPr>
              <w:t>filter</w:t>
            </w:r>
          </w:p>
        </w:tc>
        <w:tc>
          <w:tcPr>
            <w:tcW w:w="1939" w:type="dxa"/>
          </w:tcPr>
          <w:p w14:paraId="6DB74C3E" w14:textId="77777777" w:rsidR="00DD0EA7" w:rsidRPr="00931575" w:rsidRDefault="00DD0EA7" w:rsidP="00DD0EA7">
            <w:pPr>
              <w:pStyle w:val="TAH"/>
              <w:rPr>
                <w:lang w:eastAsia="en-GB"/>
              </w:rPr>
            </w:pPr>
            <w:r>
              <w:rPr>
                <w:lang w:eastAsia="en-GB"/>
              </w:rPr>
              <w:t>EIRP limit</w:t>
            </w:r>
            <w:r w:rsidRPr="00931575">
              <w:rPr>
                <w:lang w:eastAsia="en-GB"/>
              </w:rPr>
              <w:t xml:space="preserve"> (dBm)</w:t>
            </w:r>
          </w:p>
        </w:tc>
        <w:tc>
          <w:tcPr>
            <w:tcW w:w="1939" w:type="dxa"/>
          </w:tcPr>
          <w:p w14:paraId="2BF4E621" w14:textId="77777777" w:rsidR="00DD0EA7" w:rsidRPr="00931575" w:rsidRDefault="00DD0EA7" w:rsidP="00DD0EA7">
            <w:pPr>
              <w:pStyle w:val="TAH"/>
              <w:rPr>
                <w:lang w:eastAsia="en-GB"/>
              </w:rPr>
            </w:pPr>
            <w:r w:rsidRPr="00931575">
              <w:rPr>
                <w:lang w:eastAsia="en-GB"/>
              </w:rPr>
              <w:t>Measurement bandwidth</w:t>
            </w:r>
          </w:p>
        </w:tc>
      </w:tr>
      <w:tr w:rsidR="00DD0EA7" w:rsidRPr="00931575" w14:paraId="14F09AF9" w14:textId="77777777" w:rsidTr="00DD0EA7">
        <w:trPr>
          <w:cantSplit/>
          <w:jc w:val="center"/>
        </w:trPr>
        <w:tc>
          <w:tcPr>
            <w:tcW w:w="3023" w:type="dxa"/>
          </w:tcPr>
          <w:p w14:paraId="7C0A97A8" w14:textId="77777777" w:rsidR="00DD0EA7" w:rsidRPr="00931575" w:rsidRDefault="00DD0EA7" w:rsidP="00DD0EA7">
            <w:pPr>
              <w:pStyle w:val="TAC"/>
              <w:rPr>
                <w:lang w:eastAsia="en-GB"/>
              </w:rPr>
            </w:pPr>
            <w:r w:rsidRPr="00931575">
              <w:rPr>
                <w:lang w:eastAsia="en-GB"/>
              </w:rPr>
              <w:t xml:space="preserve">1518.5 MHz </w:t>
            </w:r>
            <w:r w:rsidRPr="00931575">
              <w:rPr>
                <w:rFonts w:cs="Arial"/>
                <w:lang w:eastAsia="en-GB"/>
              </w:rPr>
              <w:t>≤</w:t>
            </w:r>
            <w:r w:rsidRPr="00931575">
              <w:rPr>
                <w:lang w:eastAsia="en-GB"/>
              </w:rPr>
              <w:t xml:space="preserve"> F</w:t>
            </w:r>
            <w:r w:rsidRPr="00931575">
              <w:rPr>
                <w:vertAlign w:val="subscript"/>
                <w:lang w:eastAsia="en-GB"/>
              </w:rPr>
              <w:t>filter</w:t>
            </w:r>
            <w:r w:rsidRPr="00931575">
              <w:rPr>
                <w:lang w:eastAsia="en-GB"/>
              </w:rPr>
              <w:t xml:space="preserve"> </w:t>
            </w:r>
            <w:r w:rsidRPr="00931575">
              <w:rPr>
                <w:rFonts w:cs="Arial"/>
                <w:lang w:eastAsia="en-GB"/>
              </w:rPr>
              <w:t>≤</w:t>
            </w:r>
            <w:r w:rsidRPr="00931575">
              <w:rPr>
                <w:lang w:eastAsia="en-GB"/>
              </w:rPr>
              <w:t xml:space="preserve"> 1519.5 MHz</w:t>
            </w:r>
          </w:p>
        </w:tc>
        <w:tc>
          <w:tcPr>
            <w:tcW w:w="1939" w:type="dxa"/>
          </w:tcPr>
          <w:p w14:paraId="3D68F5A7" w14:textId="77777777" w:rsidR="00DD0EA7" w:rsidRPr="00931575" w:rsidRDefault="00DD0EA7" w:rsidP="00DD0EA7">
            <w:pPr>
              <w:pStyle w:val="TAC"/>
              <w:rPr>
                <w:lang w:eastAsia="en-GB"/>
              </w:rPr>
            </w:pPr>
            <w:r>
              <w:rPr>
                <w:lang w:eastAsia="en-GB"/>
              </w:rPr>
              <w:t>-0.8</w:t>
            </w:r>
          </w:p>
        </w:tc>
        <w:tc>
          <w:tcPr>
            <w:tcW w:w="1939" w:type="dxa"/>
          </w:tcPr>
          <w:p w14:paraId="7EA4D79D" w14:textId="77777777" w:rsidR="00DD0EA7" w:rsidRPr="00931575" w:rsidRDefault="00DD0EA7" w:rsidP="00DD0EA7">
            <w:pPr>
              <w:pStyle w:val="TAC"/>
              <w:rPr>
                <w:lang w:eastAsia="en-GB"/>
              </w:rPr>
            </w:pPr>
            <w:r w:rsidRPr="00931575">
              <w:rPr>
                <w:lang w:eastAsia="en-GB"/>
              </w:rPr>
              <w:t>1 MHz</w:t>
            </w:r>
          </w:p>
        </w:tc>
      </w:tr>
      <w:tr w:rsidR="00DD0EA7" w:rsidRPr="00931575" w14:paraId="2BDC12DB" w14:textId="77777777" w:rsidTr="00DD0EA7">
        <w:trPr>
          <w:cantSplit/>
          <w:jc w:val="center"/>
        </w:trPr>
        <w:tc>
          <w:tcPr>
            <w:tcW w:w="3023" w:type="dxa"/>
          </w:tcPr>
          <w:p w14:paraId="6D75FC86" w14:textId="77777777" w:rsidR="00DD0EA7" w:rsidRPr="00931575" w:rsidRDefault="00DD0EA7" w:rsidP="00DD0EA7">
            <w:pPr>
              <w:pStyle w:val="TAC"/>
              <w:rPr>
                <w:lang w:eastAsia="en-GB"/>
              </w:rPr>
            </w:pPr>
            <w:r w:rsidRPr="00931575">
              <w:rPr>
                <w:lang w:eastAsia="en-GB"/>
              </w:rPr>
              <w:t xml:space="preserve">1520.5 MHz </w:t>
            </w:r>
            <w:r w:rsidRPr="00931575">
              <w:rPr>
                <w:rFonts w:cs="Arial"/>
                <w:lang w:eastAsia="en-GB"/>
              </w:rPr>
              <w:t>≤</w:t>
            </w:r>
            <w:r w:rsidRPr="00931575">
              <w:rPr>
                <w:lang w:eastAsia="en-GB"/>
              </w:rPr>
              <w:t xml:space="preserve"> F</w:t>
            </w:r>
            <w:r w:rsidRPr="00931575">
              <w:rPr>
                <w:vertAlign w:val="subscript"/>
                <w:lang w:eastAsia="en-GB"/>
              </w:rPr>
              <w:t>filter</w:t>
            </w:r>
            <w:r w:rsidRPr="00931575">
              <w:rPr>
                <w:lang w:eastAsia="en-GB"/>
              </w:rPr>
              <w:t xml:space="preserve"> </w:t>
            </w:r>
            <w:r w:rsidRPr="00931575">
              <w:rPr>
                <w:rFonts w:cs="Arial"/>
                <w:lang w:eastAsia="en-GB"/>
              </w:rPr>
              <w:t>≤</w:t>
            </w:r>
            <w:r w:rsidRPr="00931575">
              <w:rPr>
                <w:lang w:eastAsia="en-GB"/>
              </w:rPr>
              <w:t xml:space="preserve"> 1558.5 MHz</w:t>
            </w:r>
          </w:p>
        </w:tc>
        <w:tc>
          <w:tcPr>
            <w:tcW w:w="1939" w:type="dxa"/>
          </w:tcPr>
          <w:p w14:paraId="6265981D" w14:textId="77777777" w:rsidR="00DD0EA7" w:rsidRPr="00931575" w:rsidRDefault="00DD0EA7" w:rsidP="00DD0EA7">
            <w:pPr>
              <w:pStyle w:val="TAC"/>
            </w:pPr>
            <w:r>
              <w:rPr>
                <w:lang w:eastAsia="en-GB"/>
              </w:rPr>
              <w:t>-30</w:t>
            </w:r>
          </w:p>
        </w:tc>
        <w:tc>
          <w:tcPr>
            <w:tcW w:w="1939" w:type="dxa"/>
          </w:tcPr>
          <w:p w14:paraId="6E897F0D" w14:textId="77777777" w:rsidR="00DD0EA7" w:rsidRPr="00931575" w:rsidRDefault="00DD0EA7" w:rsidP="00DD0EA7">
            <w:pPr>
              <w:pStyle w:val="TAC"/>
              <w:rPr>
                <w:lang w:eastAsia="en-GB"/>
              </w:rPr>
            </w:pPr>
            <w:r w:rsidRPr="00931575">
              <w:rPr>
                <w:lang w:eastAsia="en-GB"/>
              </w:rPr>
              <w:t>1 MHz</w:t>
            </w:r>
          </w:p>
        </w:tc>
      </w:tr>
    </w:tbl>
    <w:p w14:paraId="3B8E3EDE" w14:textId="79AC5511" w:rsidR="00DD0EA7" w:rsidRDefault="00DD0EA7" w:rsidP="00DD0EA7"/>
    <w:p w14:paraId="0984EB20" w14:textId="095691D4" w:rsidR="005C15CF" w:rsidRPr="00EF2F0E" w:rsidRDefault="005C15CF" w:rsidP="00DD0EA7">
      <w:pPr>
        <w:keepLines/>
        <w:ind w:left="1135" w:hanging="851"/>
      </w:pPr>
    </w:p>
    <w:p w14:paraId="0984EB22" w14:textId="77777777" w:rsidR="005C15CF" w:rsidRPr="00EF2F0E" w:rsidRDefault="005C15CF" w:rsidP="005C15CF">
      <w:pPr>
        <w:autoSpaceDE w:val="0"/>
        <w:autoSpaceDN w:val="0"/>
        <w:adjustRightInd w:val="0"/>
        <w:spacing w:after="0"/>
        <w:rPr>
          <w:lang w:val="en-US"/>
        </w:rPr>
      </w:pPr>
      <w:r w:rsidRPr="00EF2F0E">
        <w:rPr>
          <w:lang w:val="en-US"/>
        </w:rPr>
        <w:t xml:space="preserve">In certain regions, the following requirement may apply to E-UTRA BS operating in Band 50 and Band 75 within 1432-1452 MHz, and in Band 51 and Band 76. Emissions shall not exceed the maximum levels specified in table </w:t>
      </w:r>
      <w:r w:rsidRPr="00EF2F0E">
        <w:t>9.7.5.2.4.7</w:t>
      </w:r>
      <w:r w:rsidRPr="00EF2F0E">
        <w:rPr>
          <w:lang w:val="en-US"/>
        </w:rPr>
        <w:t>-4.</w:t>
      </w:r>
    </w:p>
    <w:p w14:paraId="0984EB23" w14:textId="77777777" w:rsidR="005C15CF" w:rsidRPr="00EF2F0E" w:rsidRDefault="005C15CF" w:rsidP="005C15CF">
      <w:pPr>
        <w:autoSpaceDE w:val="0"/>
        <w:autoSpaceDN w:val="0"/>
        <w:adjustRightInd w:val="0"/>
        <w:spacing w:after="0"/>
        <w:rPr>
          <w:lang w:val="en-US"/>
        </w:rPr>
      </w:pPr>
    </w:p>
    <w:p w14:paraId="5BFBD071" w14:textId="592528C9" w:rsidR="00DD0EA7" w:rsidRPr="00EF2F0E" w:rsidRDefault="00DD0EA7" w:rsidP="00DD0EA7">
      <w:pPr>
        <w:pStyle w:val="TH"/>
        <w:rPr>
          <w:rFonts w:cs="Arial"/>
          <w:lang w:val="en-US" w:eastAsia="zh-CN"/>
        </w:rPr>
      </w:pPr>
      <w:r w:rsidRPr="00EF2F0E">
        <w:rPr>
          <w:rFonts w:cs="Arial"/>
        </w:rPr>
        <w:t xml:space="preserve">Table </w:t>
      </w:r>
      <w:r w:rsidRPr="00EF2F0E">
        <w:t>9.7.5.2.4.7</w:t>
      </w:r>
      <w:r w:rsidRPr="00EF2F0E">
        <w:rPr>
          <w:rFonts w:cs="Arial"/>
        </w:rPr>
        <w:t>-4: Additional emission limits for BS operating in Band 50 and 75 within 1432-1452 MHz,</w:t>
      </w:r>
      <w:r w:rsidRPr="00EF2F0E">
        <w:rPr>
          <w:rFonts w:cs="Arial"/>
          <w:lang w:val="en-US" w:eastAsia="zh-CN"/>
        </w:rPr>
        <w:t xml:space="preserve"> and in Band 51 and 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41"/>
        <w:gridCol w:w="2080"/>
        <w:gridCol w:w="1642"/>
      </w:tblGrid>
      <w:tr w:rsidR="005C15CF" w:rsidRPr="00EF2F0E" w14:paraId="0984EB28" w14:textId="77777777" w:rsidTr="005C15CF">
        <w:trPr>
          <w:cantSplit/>
          <w:jc w:val="center"/>
        </w:trPr>
        <w:tc>
          <w:tcPr>
            <w:tcW w:w="3041" w:type="dxa"/>
            <w:tcBorders>
              <w:top w:val="single" w:sz="4" w:space="0" w:color="auto"/>
              <w:left w:val="single" w:sz="4" w:space="0" w:color="auto"/>
              <w:bottom w:val="single" w:sz="4" w:space="0" w:color="auto"/>
              <w:right w:val="single" w:sz="4" w:space="0" w:color="auto"/>
            </w:tcBorders>
          </w:tcPr>
          <w:p w14:paraId="0984EB25" w14:textId="77777777" w:rsidR="005C15CF" w:rsidRPr="00EF2F0E" w:rsidRDefault="005C15CF" w:rsidP="005C15CF">
            <w:pPr>
              <w:pStyle w:val="TAH"/>
              <w:rPr>
                <w:rFonts w:cs="Arial"/>
              </w:rPr>
            </w:pPr>
            <w:r w:rsidRPr="00EF2F0E">
              <w:rPr>
                <w:rFonts w:cs="Arial"/>
              </w:rPr>
              <w:t>Filter centre frequency, F</w:t>
            </w:r>
            <w:r w:rsidRPr="00EF2F0E">
              <w:rPr>
                <w:rFonts w:cs="Arial"/>
                <w:vertAlign w:val="subscript"/>
              </w:rPr>
              <w:t>filter</w:t>
            </w:r>
          </w:p>
        </w:tc>
        <w:tc>
          <w:tcPr>
            <w:tcW w:w="2080" w:type="dxa"/>
            <w:tcBorders>
              <w:top w:val="single" w:sz="4" w:space="0" w:color="auto"/>
              <w:left w:val="single" w:sz="4" w:space="0" w:color="auto"/>
              <w:bottom w:val="single" w:sz="4" w:space="0" w:color="auto"/>
              <w:right w:val="single" w:sz="4" w:space="0" w:color="auto"/>
            </w:tcBorders>
          </w:tcPr>
          <w:p w14:paraId="0984EB26" w14:textId="77777777" w:rsidR="005C15CF" w:rsidRPr="00EF2F0E" w:rsidRDefault="005C15CF" w:rsidP="005C15CF">
            <w:pPr>
              <w:pStyle w:val="TAH"/>
              <w:rPr>
                <w:rFonts w:cs="Arial"/>
              </w:rPr>
            </w:pPr>
            <w:r w:rsidRPr="00EF2F0E">
              <w:rPr>
                <w:rFonts w:cs="Arial"/>
              </w:rPr>
              <w:t>Maximum Level [dBm]</w:t>
            </w:r>
          </w:p>
        </w:tc>
        <w:tc>
          <w:tcPr>
            <w:tcW w:w="1642" w:type="dxa"/>
            <w:tcBorders>
              <w:top w:val="single" w:sz="4" w:space="0" w:color="auto"/>
              <w:left w:val="single" w:sz="4" w:space="0" w:color="auto"/>
              <w:bottom w:val="single" w:sz="4" w:space="0" w:color="auto"/>
              <w:right w:val="single" w:sz="4" w:space="0" w:color="auto"/>
            </w:tcBorders>
          </w:tcPr>
          <w:p w14:paraId="0984EB27" w14:textId="77777777" w:rsidR="005C15CF" w:rsidRPr="00EF2F0E" w:rsidRDefault="005C15CF" w:rsidP="005C15CF">
            <w:pPr>
              <w:pStyle w:val="TAH"/>
              <w:rPr>
                <w:rFonts w:cs="Arial"/>
              </w:rPr>
            </w:pPr>
            <w:r w:rsidRPr="00EF2F0E">
              <w:rPr>
                <w:rFonts w:cs="Arial"/>
              </w:rPr>
              <w:t>Measurement Bandwidth</w:t>
            </w:r>
          </w:p>
        </w:tc>
      </w:tr>
      <w:tr w:rsidR="005C15CF" w:rsidRPr="00EF2F0E" w14:paraId="0984EB2C" w14:textId="77777777" w:rsidTr="005C15CF">
        <w:trPr>
          <w:cantSplit/>
          <w:jc w:val="center"/>
        </w:trPr>
        <w:tc>
          <w:tcPr>
            <w:tcW w:w="3041" w:type="dxa"/>
            <w:tcBorders>
              <w:top w:val="single" w:sz="4" w:space="0" w:color="auto"/>
              <w:left w:val="single" w:sz="4" w:space="0" w:color="auto"/>
              <w:bottom w:val="single" w:sz="4" w:space="0" w:color="auto"/>
              <w:right w:val="single" w:sz="4" w:space="0" w:color="auto"/>
            </w:tcBorders>
          </w:tcPr>
          <w:p w14:paraId="0984EB29" w14:textId="77777777" w:rsidR="005C15CF" w:rsidRPr="00EF2F0E" w:rsidRDefault="005C15CF" w:rsidP="005C15CF">
            <w:pPr>
              <w:pStyle w:val="TAC"/>
              <w:rPr>
                <w:rFonts w:cs="Arial"/>
              </w:rPr>
            </w:pPr>
            <w:r w:rsidRPr="00EF2F0E">
              <w:rPr>
                <w:rFonts w:cs="Arial"/>
              </w:rPr>
              <w:t>F</w:t>
            </w:r>
            <w:r w:rsidRPr="00EF2F0E">
              <w:rPr>
                <w:rFonts w:cs="Arial"/>
                <w:vertAlign w:val="subscript"/>
              </w:rPr>
              <w:t xml:space="preserve">filter </w:t>
            </w:r>
            <w:r w:rsidRPr="00EF2F0E">
              <w:rPr>
                <w:rFonts w:cs="Arial"/>
              </w:rPr>
              <w:t>= 1413.5 MHz</w:t>
            </w:r>
          </w:p>
        </w:tc>
        <w:tc>
          <w:tcPr>
            <w:tcW w:w="2080" w:type="dxa"/>
            <w:tcBorders>
              <w:top w:val="single" w:sz="4" w:space="0" w:color="auto"/>
              <w:left w:val="single" w:sz="4" w:space="0" w:color="auto"/>
              <w:bottom w:val="single" w:sz="4" w:space="0" w:color="auto"/>
              <w:right w:val="single" w:sz="4" w:space="0" w:color="auto"/>
            </w:tcBorders>
          </w:tcPr>
          <w:p w14:paraId="0984EB2A" w14:textId="019A9EC2" w:rsidR="005C15CF" w:rsidRPr="00EF2F0E" w:rsidRDefault="00DD0EA7" w:rsidP="005C15CF">
            <w:pPr>
              <w:pStyle w:val="TAC"/>
              <w:rPr>
                <w:rFonts w:cs="Arial"/>
              </w:rPr>
            </w:pPr>
            <w:r w:rsidRPr="00EF2F0E">
              <w:rPr>
                <w:rFonts w:cs="Arial"/>
              </w:rPr>
              <w:t>-</w:t>
            </w:r>
            <w:r>
              <w:rPr>
                <w:rFonts w:cs="Arial"/>
              </w:rPr>
              <w:t>42</w:t>
            </w:r>
          </w:p>
        </w:tc>
        <w:tc>
          <w:tcPr>
            <w:tcW w:w="1642" w:type="dxa"/>
            <w:tcBorders>
              <w:top w:val="single" w:sz="4" w:space="0" w:color="auto"/>
              <w:left w:val="single" w:sz="4" w:space="0" w:color="auto"/>
              <w:bottom w:val="single" w:sz="4" w:space="0" w:color="auto"/>
              <w:right w:val="single" w:sz="4" w:space="0" w:color="auto"/>
            </w:tcBorders>
          </w:tcPr>
          <w:p w14:paraId="0984EB2B" w14:textId="77777777" w:rsidR="005C15CF" w:rsidRPr="00EF2F0E" w:rsidRDefault="005C15CF" w:rsidP="005C15CF">
            <w:pPr>
              <w:pStyle w:val="TAC"/>
              <w:rPr>
                <w:rFonts w:cs="Arial"/>
              </w:rPr>
            </w:pPr>
            <w:r w:rsidRPr="00EF2F0E">
              <w:rPr>
                <w:rFonts w:cs="Arial"/>
              </w:rPr>
              <w:t>27 MHz</w:t>
            </w:r>
          </w:p>
        </w:tc>
      </w:tr>
      <w:bookmarkEnd w:id="4151"/>
      <w:bookmarkEnd w:id="4154"/>
    </w:tbl>
    <w:p w14:paraId="0984EB2D" w14:textId="77777777" w:rsidR="005C15CF" w:rsidRPr="00EF2F0E" w:rsidRDefault="005C15CF" w:rsidP="005C15CF">
      <w:pPr>
        <w:pStyle w:val="NO"/>
        <w:ind w:left="0" w:firstLine="0"/>
      </w:pPr>
    </w:p>
    <w:p w14:paraId="0984EB2E" w14:textId="77777777" w:rsidR="005C15CF" w:rsidRPr="00EF2F0E" w:rsidRDefault="005C15CF" w:rsidP="005C15CF">
      <w:pPr>
        <w:pStyle w:val="Heading6"/>
      </w:pPr>
      <w:bookmarkStart w:id="4155" w:name="_Toc52554815"/>
      <w:bookmarkStart w:id="4156" w:name="_Toc52555285"/>
      <w:bookmarkStart w:id="4157" w:name="_Toc61112510"/>
      <w:bookmarkStart w:id="4158" w:name="_Toc67911662"/>
      <w:bookmarkStart w:id="4159" w:name="_Toc74843137"/>
      <w:bookmarkStart w:id="4160" w:name="_Toc76503520"/>
      <w:bookmarkStart w:id="4161" w:name="_Toc83040963"/>
      <w:bookmarkStart w:id="4162" w:name="_Toc89852006"/>
      <w:bookmarkStart w:id="4163" w:name="_Toc98676360"/>
      <w:r w:rsidRPr="00EF2F0E">
        <w:t xml:space="preserve">9.7.5.2.4.8 </w:t>
      </w:r>
      <w:r w:rsidRPr="00EF2F0E">
        <w:tab/>
        <w:t>Additional requirements for band 45</w:t>
      </w:r>
      <w:bookmarkEnd w:id="4155"/>
      <w:bookmarkEnd w:id="4156"/>
      <w:bookmarkEnd w:id="4157"/>
      <w:bookmarkEnd w:id="4158"/>
      <w:bookmarkEnd w:id="4159"/>
      <w:bookmarkEnd w:id="4160"/>
      <w:bookmarkEnd w:id="4161"/>
      <w:bookmarkEnd w:id="4162"/>
      <w:bookmarkEnd w:id="4163"/>
    </w:p>
    <w:p w14:paraId="0984EB2F" w14:textId="77777777" w:rsidR="005C15CF" w:rsidRPr="00EF2F0E" w:rsidRDefault="005C15CF" w:rsidP="005C15CF">
      <w:r w:rsidRPr="00EF2F0E">
        <w:rPr>
          <w:lang w:eastAsia="zh-CN"/>
        </w:rPr>
        <w:t>I</w:t>
      </w:r>
      <w:r w:rsidRPr="00EF2F0E">
        <w:t xml:space="preserve">n certain regions </w:t>
      </w:r>
      <w:r w:rsidRPr="00EF2F0E">
        <w:rPr>
          <w:lang w:eastAsia="zh-CN"/>
        </w:rPr>
        <w:t>t</w:t>
      </w:r>
      <w:r w:rsidRPr="00EF2F0E">
        <w:t>he following requirement may apply to E-UTRA BS operating in Band 4</w:t>
      </w:r>
      <w:r w:rsidRPr="00EF2F0E">
        <w:rPr>
          <w:lang w:eastAsia="zh-CN"/>
        </w:rPr>
        <w:t>5</w:t>
      </w:r>
      <w:r w:rsidRPr="00EF2F0E">
        <w:t>. Emissions shall not exceed the maximum levels specified in table 9.7.5.2.4.8-</w:t>
      </w:r>
      <w:r w:rsidRPr="00EF2F0E">
        <w:rPr>
          <w:lang w:eastAsia="zh-CN"/>
        </w:rPr>
        <w:t>1</w:t>
      </w:r>
      <w:r w:rsidRPr="00EF2F0E">
        <w:t>.</w:t>
      </w:r>
    </w:p>
    <w:p w14:paraId="0984EB30" w14:textId="77777777" w:rsidR="005C15CF" w:rsidRPr="00EF2F0E" w:rsidRDefault="005C15CF" w:rsidP="005C15CF">
      <w:pPr>
        <w:pStyle w:val="TH"/>
      </w:pPr>
      <w:r w:rsidRPr="00EF2F0E">
        <w:t>Table 9.7.5.2.4.8-</w:t>
      </w:r>
      <w:r w:rsidRPr="00EF2F0E">
        <w:rPr>
          <w:lang w:eastAsia="zh-CN"/>
        </w:rPr>
        <w:t>1</w:t>
      </w:r>
      <w:r w:rsidRPr="00EF2F0E">
        <w:t>: Emissions limits for protection of adjacent band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7"/>
        <w:gridCol w:w="3041"/>
        <w:gridCol w:w="2080"/>
        <w:gridCol w:w="1642"/>
      </w:tblGrid>
      <w:tr w:rsidR="005C15CF" w:rsidRPr="00EF2F0E" w14:paraId="0984EB35" w14:textId="77777777" w:rsidTr="005C15CF">
        <w:trPr>
          <w:cantSplit/>
          <w:jc w:val="center"/>
        </w:trPr>
        <w:tc>
          <w:tcPr>
            <w:tcW w:w="1247" w:type="dxa"/>
          </w:tcPr>
          <w:p w14:paraId="0984EB31" w14:textId="77777777" w:rsidR="005C15CF" w:rsidRPr="00EF2F0E" w:rsidRDefault="005C15CF" w:rsidP="005C15CF">
            <w:pPr>
              <w:keepNext/>
              <w:keepLines/>
              <w:spacing w:after="0"/>
              <w:jc w:val="center"/>
              <w:rPr>
                <w:rFonts w:ascii="Arial" w:hAnsi="Arial" w:cs="Arial"/>
                <w:b/>
                <w:bCs/>
                <w:sz w:val="18"/>
                <w:szCs w:val="18"/>
              </w:rPr>
            </w:pPr>
            <w:r w:rsidRPr="00EF2F0E">
              <w:rPr>
                <w:rFonts w:ascii="Arial" w:hAnsi="Arial" w:cs="Arial"/>
                <w:b/>
                <w:bCs/>
                <w:sz w:val="18"/>
                <w:szCs w:val="18"/>
              </w:rPr>
              <w:t>Operating Band</w:t>
            </w:r>
          </w:p>
        </w:tc>
        <w:tc>
          <w:tcPr>
            <w:tcW w:w="3041" w:type="dxa"/>
          </w:tcPr>
          <w:p w14:paraId="0984EB32" w14:textId="77777777" w:rsidR="005C15CF" w:rsidRPr="00EF2F0E" w:rsidRDefault="005C15CF" w:rsidP="005C15CF">
            <w:pPr>
              <w:keepNext/>
              <w:keepLines/>
              <w:spacing w:after="0"/>
              <w:jc w:val="center"/>
              <w:rPr>
                <w:rFonts w:ascii="Arial" w:hAnsi="Arial" w:cs="Arial"/>
                <w:b/>
                <w:bCs/>
                <w:sz w:val="18"/>
                <w:szCs w:val="18"/>
                <w:lang w:eastAsia="zh-CN"/>
              </w:rPr>
            </w:pPr>
            <w:r w:rsidRPr="00EF2F0E">
              <w:rPr>
                <w:rFonts w:ascii="Arial" w:hAnsi="Arial" w:cs="Arial"/>
                <w:b/>
                <w:bCs/>
                <w:sz w:val="18"/>
                <w:szCs w:val="18"/>
                <w:lang w:eastAsia="en-GB"/>
              </w:rPr>
              <w:t xml:space="preserve">Filter </w:t>
            </w:r>
            <w:r w:rsidRPr="00EF2F0E">
              <w:rPr>
                <w:rFonts w:ascii="Arial" w:hAnsi="Arial" w:cs="v5.0.0"/>
                <w:b/>
                <w:bCs/>
                <w:sz w:val="18"/>
                <w:szCs w:val="18"/>
                <w:lang w:eastAsia="en-GB"/>
              </w:rPr>
              <w:t xml:space="preserve">centre frequency, </w:t>
            </w:r>
            <w:r w:rsidRPr="00EF2F0E">
              <w:rPr>
                <w:rFonts w:ascii="Arial" w:hAnsi="Arial" w:cs="Arial"/>
                <w:b/>
                <w:bCs/>
                <w:sz w:val="18"/>
                <w:szCs w:val="18"/>
                <w:lang w:eastAsia="en-GB"/>
              </w:rPr>
              <w:t>F</w:t>
            </w:r>
            <w:r w:rsidRPr="00EF2F0E">
              <w:rPr>
                <w:rFonts w:ascii="Arial" w:hAnsi="Arial" w:cs="Arial"/>
                <w:b/>
                <w:bCs/>
                <w:sz w:val="18"/>
                <w:szCs w:val="18"/>
                <w:vertAlign w:val="subscript"/>
                <w:lang w:eastAsia="en-GB"/>
              </w:rPr>
              <w:t>filter</w:t>
            </w:r>
            <w:r w:rsidRPr="00EF2F0E">
              <w:rPr>
                <w:rFonts w:ascii="Arial" w:hAnsi="Arial" w:cs="Arial"/>
                <w:b/>
                <w:bCs/>
                <w:sz w:val="18"/>
                <w:szCs w:val="18"/>
                <w:vertAlign w:val="subscript"/>
                <w:lang w:eastAsia="zh-CN"/>
              </w:rPr>
              <w:t xml:space="preserve"> </w:t>
            </w:r>
          </w:p>
        </w:tc>
        <w:tc>
          <w:tcPr>
            <w:tcW w:w="2080" w:type="dxa"/>
          </w:tcPr>
          <w:p w14:paraId="0984EB33" w14:textId="77777777" w:rsidR="005C15CF" w:rsidRPr="00EF2F0E" w:rsidRDefault="005C15CF" w:rsidP="005C15CF">
            <w:pPr>
              <w:keepNext/>
              <w:keepLines/>
              <w:spacing w:after="0"/>
              <w:jc w:val="center"/>
              <w:rPr>
                <w:rFonts w:ascii="Arial" w:hAnsi="Arial" w:cs="Arial"/>
                <w:b/>
                <w:bCs/>
                <w:sz w:val="18"/>
                <w:szCs w:val="18"/>
                <w:lang w:eastAsia="zh-CN"/>
              </w:rPr>
            </w:pPr>
            <w:r w:rsidRPr="00EF2F0E">
              <w:rPr>
                <w:rFonts w:ascii="Arial" w:hAnsi="Arial" w:cs="Arial"/>
                <w:b/>
                <w:bCs/>
                <w:sz w:val="18"/>
                <w:szCs w:val="18"/>
              </w:rPr>
              <w:t>Maximum Level</w:t>
            </w:r>
            <w:r w:rsidRPr="00EF2F0E">
              <w:rPr>
                <w:rFonts w:ascii="Arial" w:hAnsi="Arial" w:cs="Arial"/>
                <w:b/>
                <w:bCs/>
                <w:sz w:val="18"/>
                <w:szCs w:val="18"/>
                <w:lang w:eastAsia="zh-CN"/>
              </w:rPr>
              <w:t xml:space="preserve"> </w:t>
            </w:r>
            <w:r w:rsidRPr="00EF2F0E">
              <w:rPr>
                <w:rFonts w:ascii="Arial" w:hAnsi="Arial" w:cs="Arial"/>
                <w:b/>
                <w:bCs/>
                <w:sz w:val="18"/>
                <w:szCs w:val="18"/>
                <w:lang w:eastAsia="en-GB"/>
              </w:rPr>
              <w:t>[dBm]</w:t>
            </w:r>
          </w:p>
        </w:tc>
        <w:tc>
          <w:tcPr>
            <w:tcW w:w="1642" w:type="dxa"/>
          </w:tcPr>
          <w:p w14:paraId="0984EB34" w14:textId="77777777" w:rsidR="005C15CF" w:rsidRPr="00EF2F0E" w:rsidRDefault="005C15CF" w:rsidP="005C15CF">
            <w:pPr>
              <w:keepNext/>
              <w:keepLines/>
              <w:spacing w:after="0"/>
              <w:jc w:val="center"/>
              <w:rPr>
                <w:rFonts w:ascii="Arial" w:hAnsi="Arial" w:cs="Arial"/>
                <w:b/>
                <w:bCs/>
                <w:sz w:val="18"/>
                <w:szCs w:val="18"/>
              </w:rPr>
            </w:pPr>
            <w:r w:rsidRPr="00EF2F0E">
              <w:rPr>
                <w:rFonts w:ascii="Arial" w:hAnsi="Arial" w:cs="Arial"/>
                <w:b/>
                <w:bCs/>
                <w:sz w:val="18"/>
                <w:szCs w:val="18"/>
              </w:rPr>
              <w:t>Measurement Bandwidth</w:t>
            </w:r>
          </w:p>
        </w:tc>
      </w:tr>
      <w:tr w:rsidR="005C15CF" w:rsidRPr="00EF2F0E" w14:paraId="0984EB3A" w14:textId="77777777" w:rsidTr="005C15CF">
        <w:trPr>
          <w:cantSplit/>
          <w:jc w:val="center"/>
        </w:trPr>
        <w:tc>
          <w:tcPr>
            <w:tcW w:w="1247" w:type="dxa"/>
            <w:vMerge w:val="restart"/>
          </w:tcPr>
          <w:p w14:paraId="0984EB36" w14:textId="77777777" w:rsidR="005C15CF" w:rsidRPr="00EF2F0E" w:rsidRDefault="005C15CF" w:rsidP="005C15CF">
            <w:pPr>
              <w:keepNext/>
              <w:keepLines/>
              <w:spacing w:after="0"/>
              <w:jc w:val="center"/>
              <w:rPr>
                <w:rFonts w:ascii="Arial" w:hAnsi="Arial" w:cs="Arial"/>
                <w:sz w:val="18"/>
                <w:szCs w:val="18"/>
                <w:lang w:eastAsia="zh-CN"/>
              </w:rPr>
            </w:pPr>
            <w:r w:rsidRPr="00EF2F0E">
              <w:rPr>
                <w:rFonts w:ascii="Arial" w:hAnsi="Arial" w:cs="Arial"/>
                <w:sz w:val="18"/>
                <w:szCs w:val="18"/>
                <w:lang w:eastAsia="zh-CN"/>
              </w:rPr>
              <w:t>45</w:t>
            </w:r>
          </w:p>
        </w:tc>
        <w:tc>
          <w:tcPr>
            <w:tcW w:w="3041" w:type="dxa"/>
          </w:tcPr>
          <w:p w14:paraId="0984EB37"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1467.5</w:t>
            </w:r>
          </w:p>
        </w:tc>
        <w:tc>
          <w:tcPr>
            <w:tcW w:w="2080" w:type="dxa"/>
          </w:tcPr>
          <w:p w14:paraId="0984EB38"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-11</w:t>
            </w:r>
          </w:p>
        </w:tc>
        <w:tc>
          <w:tcPr>
            <w:tcW w:w="1642" w:type="dxa"/>
          </w:tcPr>
          <w:p w14:paraId="0984EB39"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5C15CF" w:rsidRPr="00EF2F0E" w14:paraId="0984EB3F" w14:textId="77777777" w:rsidTr="005C15CF">
        <w:trPr>
          <w:cantSplit/>
          <w:jc w:val="center"/>
        </w:trPr>
        <w:tc>
          <w:tcPr>
            <w:tcW w:w="1247" w:type="dxa"/>
            <w:vMerge/>
          </w:tcPr>
          <w:p w14:paraId="0984EB3B" w14:textId="77777777" w:rsidR="005C15CF" w:rsidRPr="00EF2F0E" w:rsidRDefault="005C15CF" w:rsidP="005C15CF">
            <w:pPr>
              <w:keepNext/>
              <w:keepLines/>
              <w:spacing w:after="0"/>
              <w:jc w:val="center"/>
              <w:rPr>
                <w:rFonts w:ascii="Arial" w:hAnsi="Arial" w:cs="Arial"/>
                <w:sz w:val="18"/>
                <w:szCs w:val="18"/>
              </w:rPr>
            </w:pPr>
          </w:p>
        </w:tc>
        <w:tc>
          <w:tcPr>
            <w:tcW w:w="3041" w:type="dxa"/>
          </w:tcPr>
          <w:p w14:paraId="0984EB3C"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1468.5</w:t>
            </w:r>
          </w:p>
        </w:tc>
        <w:tc>
          <w:tcPr>
            <w:tcW w:w="2080" w:type="dxa"/>
          </w:tcPr>
          <w:p w14:paraId="0984EB3D"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-14</w:t>
            </w:r>
          </w:p>
        </w:tc>
        <w:tc>
          <w:tcPr>
            <w:tcW w:w="1642" w:type="dxa"/>
          </w:tcPr>
          <w:p w14:paraId="0984EB3E"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5C15CF" w:rsidRPr="00EF2F0E" w14:paraId="0984EB44" w14:textId="77777777" w:rsidTr="005C15CF">
        <w:trPr>
          <w:cantSplit/>
          <w:jc w:val="center"/>
        </w:trPr>
        <w:tc>
          <w:tcPr>
            <w:tcW w:w="1247" w:type="dxa"/>
            <w:vMerge/>
          </w:tcPr>
          <w:p w14:paraId="0984EB40" w14:textId="77777777" w:rsidR="005C15CF" w:rsidRPr="00EF2F0E" w:rsidRDefault="005C15CF" w:rsidP="005C15CF">
            <w:pPr>
              <w:keepNext/>
              <w:keepLines/>
              <w:spacing w:after="0"/>
              <w:jc w:val="center"/>
              <w:rPr>
                <w:rFonts w:ascii="Arial" w:hAnsi="Arial" w:cs="Arial"/>
                <w:sz w:val="18"/>
                <w:szCs w:val="18"/>
              </w:rPr>
            </w:pPr>
          </w:p>
        </w:tc>
        <w:tc>
          <w:tcPr>
            <w:tcW w:w="3041" w:type="dxa"/>
          </w:tcPr>
          <w:p w14:paraId="0984EB41"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1469.5</w:t>
            </w:r>
          </w:p>
        </w:tc>
        <w:tc>
          <w:tcPr>
            <w:tcW w:w="2080" w:type="dxa"/>
          </w:tcPr>
          <w:p w14:paraId="0984EB42"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-17</w:t>
            </w:r>
          </w:p>
        </w:tc>
        <w:tc>
          <w:tcPr>
            <w:tcW w:w="1642" w:type="dxa"/>
          </w:tcPr>
          <w:p w14:paraId="0984EB43"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5C15CF" w:rsidRPr="00EF2F0E" w14:paraId="0984EB49" w14:textId="77777777" w:rsidTr="005C15CF">
        <w:trPr>
          <w:cantSplit/>
          <w:jc w:val="center"/>
        </w:trPr>
        <w:tc>
          <w:tcPr>
            <w:tcW w:w="1247" w:type="dxa"/>
            <w:vMerge/>
          </w:tcPr>
          <w:p w14:paraId="0984EB45" w14:textId="77777777" w:rsidR="005C15CF" w:rsidRPr="00EF2F0E" w:rsidRDefault="005C15CF" w:rsidP="005C15CF">
            <w:pPr>
              <w:keepNext/>
              <w:keepLines/>
              <w:spacing w:after="0"/>
              <w:jc w:val="center"/>
              <w:rPr>
                <w:rFonts w:ascii="Arial" w:hAnsi="Arial" w:cs="Arial"/>
                <w:sz w:val="18"/>
                <w:szCs w:val="18"/>
              </w:rPr>
            </w:pPr>
          </w:p>
        </w:tc>
        <w:tc>
          <w:tcPr>
            <w:tcW w:w="3041" w:type="dxa"/>
          </w:tcPr>
          <w:p w14:paraId="0984EB46"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1470.5</w:t>
            </w:r>
          </w:p>
        </w:tc>
        <w:tc>
          <w:tcPr>
            <w:tcW w:w="2080" w:type="dxa"/>
          </w:tcPr>
          <w:p w14:paraId="0984EB47"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-24</w:t>
            </w:r>
          </w:p>
        </w:tc>
        <w:tc>
          <w:tcPr>
            <w:tcW w:w="1642" w:type="dxa"/>
          </w:tcPr>
          <w:p w14:paraId="0984EB48"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5C15CF" w:rsidRPr="00EF2F0E" w14:paraId="0984EB4E" w14:textId="77777777" w:rsidTr="005C15CF">
        <w:trPr>
          <w:cantSplit/>
          <w:jc w:val="center"/>
        </w:trPr>
        <w:tc>
          <w:tcPr>
            <w:tcW w:w="1247" w:type="dxa"/>
            <w:vMerge/>
          </w:tcPr>
          <w:p w14:paraId="0984EB4A" w14:textId="77777777" w:rsidR="005C15CF" w:rsidRPr="00EF2F0E" w:rsidRDefault="005C15CF" w:rsidP="005C15CF">
            <w:pPr>
              <w:keepNext/>
              <w:keepLines/>
              <w:spacing w:after="0"/>
              <w:jc w:val="center"/>
              <w:rPr>
                <w:rFonts w:ascii="Arial" w:hAnsi="Arial" w:cs="Arial"/>
                <w:sz w:val="18"/>
                <w:szCs w:val="18"/>
              </w:rPr>
            </w:pPr>
          </w:p>
        </w:tc>
        <w:tc>
          <w:tcPr>
            <w:tcW w:w="3041" w:type="dxa"/>
          </w:tcPr>
          <w:p w14:paraId="0984EB4B"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1471.5</w:t>
            </w:r>
          </w:p>
        </w:tc>
        <w:tc>
          <w:tcPr>
            <w:tcW w:w="2080" w:type="dxa"/>
          </w:tcPr>
          <w:p w14:paraId="0984EB4C"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-31</w:t>
            </w:r>
          </w:p>
        </w:tc>
        <w:tc>
          <w:tcPr>
            <w:tcW w:w="1642" w:type="dxa"/>
          </w:tcPr>
          <w:p w14:paraId="0984EB4D"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5C15CF" w:rsidRPr="00EF2F0E" w14:paraId="0984EB53" w14:textId="77777777" w:rsidTr="005C15CF">
        <w:trPr>
          <w:cantSplit/>
          <w:jc w:val="center"/>
        </w:trPr>
        <w:tc>
          <w:tcPr>
            <w:tcW w:w="1247" w:type="dxa"/>
            <w:vMerge/>
          </w:tcPr>
          <w:p w14:paraId="0984EB4F" w14:textId="77777777" w:rsidR="005C15CF" w:rsidRPr="00EF2F0E" w:rsidRDefault="005C15CF" w:rsidP="005C15CF">
            <w:pPr>
              <w:keepNext/>
              <w:keepLines/>
              <w:spacing w:after="0"/>
              <w:jc w:val="center"/>
              <w:rPr>
                <w:rFonts w:ascii="Arial" w:hAnsi="Arial" w:cs="Arial"/>
                <w:sz w:val="18"/>
                <w:szCs w:val="18"/>
              </w:rPr>
            </w:pPr>
          </w:p>
        </w:tc>
        <w:tc>
          <w:tcPr>
            <w:tcW w:w="3041" w:type="dxa"/>
            <w:vAlign w:val="center"/>
          </w:tcPr>
          <w:p w14:paraId="0984EB50"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 xml:space="preserve">1472.5 MHz </w:t>
            </w:r>
            <w:r w:rsidRPr="00EF2F0E">
              <w:rPr>
                <w:rFonts w:ascii="Arial" w:hAnsi="Arial" w:cs="Arial" w:hint="eastAsia"/>
                <w:sz w:val="18"/>
                <w:szCs w:val="18"/>
                <w:lang w:eastAsia="en-GB"/>
              </w:rPr>
              <w:t>≤</w:t>
            </w:r>
            <w:r w:rsidRPr="00EF2F0E">
              <w:rPr>
                <w:rFonts w:ascii="Arial" w:hAnsi="Arial" w:cs="Arial"/>
                <w:sz w:val="18"/>
                <w:szCs w:val="18"/>
                <w:lang w:eastAsia="en-GB"/>
              </w:rPr>
              <w:t xml:space="preserve"> 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w:t>
            </w:r>
            <w:r w:rsidRPr="00EF2F0E">
              <w:rPr>
                <w:rFonts w:ascii="Arial" w:hAnsi="Arial" w:cs="Arial" w:hint="eastAsia"/>
                <w:sz w:val="18"/>
                <w:szCs w:val="18"/>
                <w:lang w:eastAsia="en-GB"/>
              </w:rPr>
              <w:t>≤</w:t>
            </w:r>
            <w:r w:rsidRPr="00EF2F0E">
              <w:rPr>
                <w:rFonts w:ascii="Arial" w:hAnsi="Arial" w:cs="Arial"/>
                <w:sz w:val="18"/>
                <w:szCs w:val="18"/>
                <w:lang w:eastAsia="en-GB"/>
              </w:rPr>
              <w:t xml:space="preserve"> </w:t>
            </w:r>
            <w:r w:rsidRPr="00EF2F0E">
              <w:rPr>
                <w:rFonts w:ascii="Arial" w:hAnsi="Arial" w:cs="Arial"/>
                <w:color w:val="000000"/>
                <w:sz w:val="18"/>
                <w:szCs w:val="18"/>
                <w:lang w:eastAsia="zh-CN"/>
              </w:rPr>
              <w:t>1491.5 MHz</w:t>
            </w:r>
          </w:p>
        </w:tc>
        <w:tc>
          <w:tcPr>
            <w:tcW w:w="2080" w:type="dxa"/>
          </w:tcPr>
          <w:p w14:paraId="0984EB51"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-38</w:t>
            </w:r>
          </w:p>
        </w:tc>
        <w:tc>
          <w:tcPr>
            <w:tcW w:w="1642" w:type="dxa"/>
          </w:tcPr>
          <w:p w14:paraId="0984EB52" w14:textId="77777777" w:rsidR="005C15CF" w:rsidRPr="00EF2F0E" w:rsidRDefault="005C15CF" w:rsidP="005C15CF">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bl>
    <w:p w14:paraId="0984EB54" w14:textId="77777777" w:rsidR="005C15CF" w:rsidRPr="00EF2F0E" w:rsidRDefault="005C15CF" w:rsidP="005C15CF"/>
    <w:p w14:paraId="0984EB55" w14:textId="77777777" w:rsidR="005C15CF" w:rsidRPr="00EF2F0E" w:rsidRDefault="005C15CF" w:rsidP="005C15CF">
      <w:pPr>
        <w:pStyle w:val="Heading6"/>
      </w:pPr>
      <w:bookmarkStart w:id="4164" w:name="_Toc52554816"/>
      <w:bookmarkStart w:id="4165" w:name="_Toc52555286"/>
      <w:bookmarkStart w:id="4166" w:name="_Toc61112511"/>
      <w:bookmarkStart w:id="4167" w:name="_Toc67911663"/>
      <w:bookmarkStart w:id="4168" w:name="_Toc74843138"/>
      <w:bookmarkStart w:id="4169" w:name="_Toc76503521"/>
      <w:bookmarkStart w:id="4170" w:name="_Toc83040964"/>
      <w:bookmarkStart w:id="4171" w:name="_Toc89852007"/>
      <w:bookmarkStart w:id="4172" w:name="_Toc98676361"/>
      <w:r w:rsidRPr="00EF2F0E">
        <w:t xml:space="preserve">9.7.5.2.4.9 </w:t>
      </w:r>
      <w:r w:rsidRPr="00EF2F0E">
        <w:tab/>
        <w:t>Additional requirements for band 48</w:t>
      </w:r>
      <w:bookmarkEnd w:id="4164"/>
      <w:bookmarkEnd w:id="4165"/>
      <w:bookmarkEnd w:id="4166"/>
      <w:bookmarkEnd w:id="4167"/>
      <w:bookmarkEnd w:id="4168"/>
      <w:bookmarkEnd w:id="4169"/>
      <w:bookmarkEnd w:id="4170"/>
      <w:bookmarkEnd w:id="4171"/>
      <w:bookmarkEnd w:id="4172"/>
    </w:p>
    <w:p w14:paraId="0984EB56" w14:textId="77777777" w:rsidR="005C15CF" w:rsidRPr="00EF2F0E" w:rsidRDefault="005C15CF" w:rsidP="005C15CF">
      <w:r w:rsidRPr="00EF2F0E">
        <w:t>The following requirement may apply to BS operating in Band 48 in certain regions. Emissions shall not exceed the maximum levels specified in table 9.7.5.2.4.9-</w:t>
      </w:r>
      <w:r w:rsidRPr="00EF2F0E">
        <w:rPr>
          <w:lang w:eastAsia="zh-CN"/>
        </w:rPr>
        <w:t>1</w:t>
      </w:r>
      <w:r w:rsidRPr="00EF2F0E">
        <w:t>.</w:t>
      </w:r>
    </w:p>
    <w:p w14:paraId="0984EB57" w14:textId="77777777" w:rsidR="005C15CF" w:rsidRPr="00EF2F0E" w:rsidRDefault="005C15CF" w:rsidP="005C15CF">
      <w:pPr>
        <w:pStyle w:val="TH"/>
        <w:rPr>
          <w:rFonts w:cs="v5.0.0"/>
        </w:rPr>
      </w:pPr>
      <w:r w:rsidRPr="00EF2F0E">
        <w:t>Table 9.7.5.2.4.9-1: Additional operating band unwanted emission limits for Band 4</w:t>
      </w:r>
      <w:r w:rsidRPr="00EF2F0E">
        <w:rPr>
          <w:lang w:eastAsia="zh-CN"/>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5C15CF" w:rsidRPr="00EF2F0E" w14:paraId="0984EB5D" w14:textId="77777777" w:rsidTr="005C15CF">
        <w:trPr>
          <w:jc w:val="center"/>
        </w:trPr>
        <w:tc>
          <w:tcPr>
            <w:tcW w:w="1191" w:type="dxa"/>
            <w:tcBorders>
              <w:top w:val="single" w:sz="4" w:space="0" w:color="auto"/>
              <w:left w:val="single" w:sz="4" w:space="0" w:color="auto"/>
              <w:bottom w:val="single" w:sz="4" w:space="0" w:color="auto"/>
              <w:right w:val="single" w:sz="4" w:space="0" w:color="auto"/>
            </w:tcBorders>
            <w:hideMark/>
          </w:tcPr>
          <w:p w14:paraId="0984EB58" w14:textId="77777777" w:rsidR="005C15CF" w:rsidRPr="00EF2F0E" w:rsidRDefault="005C15CF" w:rsidP="005C15CF">
            <w:pPr>
              <w:pStyle w:val="TAH"/>
              <w:rPr>
                <w:rFonts w:cs="Calibri"/>
                <w:lang w:eastAsia="ja-JP"/>
              </w:rPr>
            </w:pPr>
            <w:r w:rsidRPr="00EF2F0E">
              <w:rPr>
                <w:lang w:eastAsia="ja-JP"/>
              </w:rPr>
              <w:t>Channel bandwidth</w:t>
            </w:r>
          </w:p>
        </w:tc>
        <w:tc>
          <w:tcPr>
            <w:tcW w:w="2126" w:type="dxa"/>
            <w:tcBorders>
              <w:top w:val="single" w:sz="4" w:space="0" w:color="auto"/>
              <w:left w:val="single" w:sz="4" w:space="0" w:color="auto"/>
              <w:bottom w:val="single" w:sz="4" w:space="0" w:color="auto"/>
              <w:right w:val="single" w:sz="4" w:space="0" w:color="auto"/>
            </w:tcBorders>
            <w:hideMark/>
          </w:tcPr>
          <w:p w14:paraId="0984EB59" w14:textId="77777777" w:rsidR="005C15CF" w:rsidRPr="00EF2F0E" w:rsidRDefault="005C15CF" w:rsidP="005C15CF">
            <w:pPr>
              <w:pStyle w:val="TAH"/>
              <w:rPr>
                <w:rFonts w:cs="v5.0.0"/>
                <w:lang w:eastAsia="ja-JP"/>
              </w:rPr>
            </w:pPr>
            <w:r w:rsidRPr="00EF2F0E">
              <w:rPr>
                <w:rFonts w:cs="v5.0.0"/>
                <w:lang w:eastAsia="ja-JP"/>
              </w:rPr>
              <w:t xml:space="preserve">Frequency offset of measurement filter </w:t>
            </w:r>
            <w:r w:rsidRPr="00EF2F0E">
              <w:rPr>
                <w:rFonts w:cs="v5.0.0"/>
                <w:lang w:eastAsia="ja-JP"/>
              </w:rPr>
              <w:noBreakHyphen/>
              <w:t xml:space="preserve">3dB point, </w:t>
            </w:r>
            <w:r w:rsidRPr="00EF2F0E">
              <w:rPr>
                <w:rFonts w:cs="v5.0.0"/>
                <w:lang w:eastAsia="ja-JP"/>
              </w:rPr>
              <w:sym w:font="Symbol" w:char="F044"/>
            </w:r>
            <w:r w:rsidRPr="00EF2F0E">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0984EB5A" w14:textId="77777777" w:rsidR="005C15CF" w:rsidRPr="00EF2F0E" w:rsidRDefault="005C15CF" w:rsidP="005C15CF">
            <w:pPr>
              <w:pStyle w:val="TAH"/>
              <w:rPr>
                <w:rFonts w:cs="v5.0.0"/>
                <w:lang w:eastAsia="ja-JP"/>
              </w:rPr>
            </w:pPr>
            <w:r w:rsidRPr="00EF2F0E">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0984EB5B" w14:textId="77777777" w:rsidR="005C15CF" w:rsidRPr="00EF2F0E" w:rsidRDefault="005C15CF" w:rsidP="005C15CF">
            <w:pPr>
              <w:pStyle w:val="TAH"/>
              <w:rPr>
                <w:rFonts w:cs="v5.0.0"/>
                <w:lang w:eastAsia="ja-JP"/>
              </w:rPr>
            </w:pPr>
            <w:r w:rsidRPr="00EF2F0E">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0984EB5C" w14:textId="77777777" w:rsidR="005C15CF" w:rsidRPr="00EF2F0E" w:rsidRDefault="005C15CF" w:rsidP="005C15CF">
            <w:pPr>
              <w:pStyle w:val="TAH"/>
              <w:rPr>
                <w:rFonts w:cs="v5.0.0"/>
                <w:lang w:eastAsia="ja-JP"/>
              </w:rPr>
            </w:pPr>
            <w:r w:rsidRPr="00EF2F0E">
              <w:rPr>
                <w:rFonts w:cs="v5.0.0"/>
                <w:lang w:eastAsia="ja-JP"/>
              </w:rPr>
              <w:t>Measurement bandwidth</w:t>
            </w:r>
          </w:p>
        </w:tc>
      </w:tr>
      <w:tr w:rsidR="005C15CF" w:rsidRPr="00EF2F0E" w14:paraId="0984EB63" w14:textId="77777777" w:rsidTr="005C15CF">
        <w:trPr>
          <w:jc w:val="center"/>
        </w:trPr>
        <w:tc>
          <w:tcPr>
            <w:tcW w:w="1191" w:type="dxa"/>
            <w:tcBorders>
              <w:top w:val="single" w:sz="4" w:space="0" w:color="auto"/>
              <w:left w:val="single" w:sz="4" w:space="0" w:color="auto"/>
              <w:bottom w:val="single" w:sz="4" w:space="0" w:color="auto"/>
              <w:right w:val="single" w:sz="4" w:space="0" w:color="auto"/>
            </w:tcBorders>
            <w:hideMark/>
          </w:tcPr>
          <w:p w14:paraId="0984EB5E" w14:textId="77777777" w:rsidR="005C15CF" w:rsidRPr="00EF2F0E" w:rsidRDefault="005C15CF" w:rsidP="005C15CF">
            <w:pPr>
              <w:pStyle w:val="TAH"/>
              <w:rPr>
                <w:rFonts w:cs="Calibri"/>
                <w:b w:val="0"/>
                <w:lang w:eastAsia="ja-JP"/>
              </w:rPr>
            </w:pPr>
            <w:r w:rsidRPr="00EF2F0E">
              <w:rPr>
                <w:b w:val="0"/>
                <w:lang w:eastAsia="ja-JP"/>
              </w:rPr>
              <w:t>All</w:t>
            </w:r>
          </w:p>
        </w:tc>
        <w:tc>
          <w:tcPr>
            <w:tcW w:w="2126" w:type="dxa"/>
            <w:tcBorders>
              <w:top w:val="single" w:sz="4" w:space="0" w:color="auto"/>
              <w:left w:val="single" w:sz="4" w:space="0" w:color="auto"/>
              <w:bottom w:val="single" w:sz="4" w:space="0" w:color="auto"/>
              <w:right w:val="single" w:sz="4" w:space="0" w:color="auto"/>
            </w:tcBorders>
            <w:hideMark/>
          </w:tcPr>
          <w:p w14:paraId="0984EB5F" w14:textId="77777777" w:rsidR="005C15CF" w:rsidRPr="00EF2F0E" w:rsidRDefault="005C15CF" w:rsidP="005C15CF">
            <w:pPr>
              <w:pStyle w:val="TAC"/>
              <w:rPr>
                <w:lang w:eastAsia="ja-JP"/>
              </w:rPr>
            </w:pPr>
            <w:r w:rsidRPr="00EF2F0E">
              <w:rPr>
                <w:lang w:eastAsia="ja-JP"/>
              </w:rPr>
              <w:t xml:space="preserve">0 MHz </w:t>
            </w:r>
            <w:r w:rsidRPr="00EF2F0E">
              <w:rPr>
                <w:lang w:eastAsia="ja-JP"/>
              </w:rPr>
              <w:sym w:font="Symbol" w:char="F0A3"/>
            </w:r>
            <w:r w:rsidRPr="00EF2F0E">
              <w:rPr>
                <w:lang w:eastAsia="ja-JP"/>
              </w:rPr>
              <w:t xml:space="preserve"> </w:t>
            </w:r>
            <w:r w:rsidRPr="00EF2F0E">
              <w:rPr>
                <w:lang w:eastAsia="ja-JP"/>
              </w:rPr>
              <w:sym w:font="Symbol" w:char="F044"/>
            </w:r>
            <w:r w:rsidRPr="00EF2F0E">
              <w:rPr>
                <w:lang w:eastAsia="ja-JP"/>
              </w:rPr>
              <w:t>f &lt; 10 MHz</w:t>
            </w:r>
          </w:p>
        </w:tc>
        <w:tc>
          <w:tcPr>
            <w:tcW w:w="2977" w:type="dxa"/>
            <w:tcBorders>
              <w:top w:val="single" w:sz="4" w:space="0" w:color="auto"/>
              <w:left w:val="single" w:sz="4" w:space="0" w:color="auto"/>
              <w:bottom w:val="single" w:sz="4" w:space="0" w:color="auto"/>
              <w:right w:val="single" w:sz="4" w:space="0" w:color="auto"/>
            </w:tcBorders>
            <w:hideMark/>
          </w:tcPr>
          <w:p w14:paraId="0984EB60" w14:textId="77777777" w:rsidR="005C15CF" w:rsidRPr="00EF2F0E" w:rsidRDefault="005C15CF" w:rsidP="005C15CF">
            <w:pPr>
              <w:pStyle w:val="TAC"/>
              <w:rPr>
                <w:rFonts w:cs="v5.0.0"/>
                <w:lang w:eastAsia="ja-JP"/>
              </w:rPr>
            </w:pPr>
            <w:r w:rsidRPr="00EF2F0E">
              <w:rPr>
                <w:rFonts w:cs="v5.0.0"/>
                <w:lang w:eastAsia="ja-JP"/>
              </w:rPr>
              <w:t xml:space="preserve">0.5 MHz </w:t>
            </w:r>
            <w:r w:rsidRPr="00EF2F0E">
              <w:rPr>
                <w:rFonts w:cs="v5.0.0"/>
                <w:lang w:eastAsia="ja-JP"/>
              </w:rPr>
              <w:sym w:font="Symbol" w:char="F0A3"/>
            </w:r>
            <w:r w:rsidRPr="00EF2F0E">
              <w:rPr>
                <w:rFonts w:cs="v5.0.0"/>
                <w:lang w:eastAsia="ja-JP"/>
              </w:rPr>
              <w:t xml:space="preserve"> f_offset &lt; 9.5 MHz</w:t>
            </w:r>
          </w:p>
        </w:tc>
        <w:tc>
          <w:tcPr>
            <w:tcW w:w="1285" w:type="dxa"/>
            <w:tcBorders>
              <w:top w:val="single" w:sz="4" w:space="0" w:color="auto"/>
              <w:left w:val="single" w:sz="4" w:space="0" w:color="auto"/>
              <w:bottom w:val="single" w:sz="4" w:space="0" w:color="auto"/>
              <w:right w:val="single" w:sz="4" w:space="0" w:color="auto"/>
            </w:tcBorders>
            <w:hideMark/>
          </w:tcPr>
          <w:p w14:paraId="0984EB61" w14:textId="77777777" w:rsidR="005C15CF" w:rsidRPr="00EF2F0E" w:rsidRDefault="005C15CF" w:rsidP="005C15CF">
            <w:pPr>
              <w:pStyle w:val="TAH"/>
              <w:rPr>
                <w:rFonts w:cs="v5.0.0"/>
                <w:lang w:eastAsia="ja-JP"/>
              </w:rPr>
            </w:pPr>
            <w:r w:rsidRPr="00EF2F0E">
              <w:rPr>
                <w:rFonts w:cs="v5.0.0"/>
                <w:lang w:eastAsia="ja-JP"/>
              </w:rPr>
              <w:t>-</w:t>
            </w:r>
            <w:r w:rsidRPr="00EF2F0E">
              <w:rPr>
                <w:b w:val="0"/>
                <w:lang w:eastAsia="ja-JP"/>
              </w:rPr>
              <w:t>4 dBm</w:t>
            </w:r>
          </w:p>
        </w:tc>
        <w:tc>
          <w:tcPr>
            <w:tcW w:w="1418" w:type="dxa"/>
            <w:tcBorders>
              <w:top w:val="single" w:sz="4" w:space="0" w:color="auto"/>
              <w:left w:val="single" w:sz="4" w:space="0" w:color="auto"/>
              <w:bottom w:val="single" w:sz="4" w:space="0" w:color="auto"/>
              <w:right w:val="single" w:sz="4" w:space="0" w:color="auto"/>
            </w:tcBorders>
            <w:hideMark/>
          </w:tcPr>
          <w:p w14:paraId="0984EB62" w14:textId="77777777" w:rsidR="005C15CF" w:rsidRPr="00EF2F0E" w:rsidRDefault="005C15CF" w:rsidP="005C15CF">
            <w:pPr>
              <w:pStyle w:val="TAC"/>
              <w:rPr>
                <w:rFonts w:cs="Calibri"/>
                <w:lang w:eastAsia="zh-CN"/>
              </w:rPr>
            </w:pPr>
            <w:r w:rsidRPr="00EF2F0E">
              <w:rPr>
                <w:lang w:eastAsia="zh-CN"/>
              </w:rPr>
              <w:t>1 MHz</w:t>
            </w:r>
          </w:p>
        </w:tc>
      </w:tr>
    </w:tbl>
    <w:p w14:paraId="0984EB64" w14:textId="77777777" w:rsidR="005C15CF" w:rsidRPr="00EF2F0E" w:rsidRDefault="005C15CF" w:rsidP="005C15CF"/>
    <w:p w14:paraId="0984EB65" w14:textId="77777777" w:rsidR="00B15E99" w:rsidRPr="00EF2F0E" w:rsidRDefault="00B15E99" w:rsidP="00B15E99">
      <w:pPr>
        <w:pStyle w:val="Heading4"/>
        <w:rPr>
          <w:rFonts w:eastAsia="SimSun"/>
        </w:rPr>
      </w:pPr>
      <w:bookmarkStart w:id="4173" w:name="_Toc52554817"/>
      <w:bookmarkStart w:id="4174" w:name="_Toc52555287"/>
      <w:bookmarkStart w:id="4175" w:name="_Toc61112512"/>
      <w:bookmarkStart w:id="4176" w:name="_Toc67911664"/>
      <w:bookmarkStart w:id="4177" w:name="_Toc74843139"/>
      <w:bookmarkStart w:id="4178" w:name="_Toc76503522"/>
      <w:bookmarkStart w:id="4179" w:name="_Toc83040965"/>
      <w:bookmarkStart w:id="4180" w:name="_Toc89852008"/>
      <w:bookmarkStart w:id="4181" w:name="_Toc98676362"/>
      <w:r w:rsidRPr="00EF2F0E">
        <w:rPr>
          <w:rFonts w:eastAsia="SimSun"/>
        </w:rPr>
        <w:t>9.7.5.3</w:t>
      </w:r>
      <w:r w:rsidRPr="00EF2F0E">
        <w:rPr>
          <w:rFonts w:eastAsia="SimSun"/>
        </w:rPr>
        <w:tab/>
        <w:t>Minimum requirement for single RAT UTRA operation</w:t>
      </w:r>
      <w:bookmarkEnd w:id="4119"/>
      <w:bookmarkEnd w:id="4120"/>
      <w:bookmarkEnd w:id="4121"/>
      <w:bookmarkEnd w:id="4173"/>
      <w:bookmarkEnd w:id="4174"/>
      <w:bookmarkEnd w:id="4175"/>
      <w:bookmarkEnd w:id="4176"/>
      <w:bookmarkEnd w:id="4177"/>
      <w:bookmarkEnd w:id="4178"/>
      <w:bookmarkEnd w:id="4179"/>
      <w:bookmarkEnd w:id="4180"/>
      <w:bookmarkEnd w:id="4181"/>
    </w:p>
    <w:p w14:paraId="0984EB66" w14:textId="77777777" w:rsidR="00B15E99" w:rsidRPr="00EF2F0E" w:rsidRDefault="00B15E99" w:rsidP="00B15E99">
      <w:r w:rsidRPr="00EF2F0E">
        <w:t>There is no operating band unwanted emission requirement for a single RAT UTRA FDD AAS BS.</w:t>
      </w:r>
    </w:p>
    <w:p w14:paraId="0984EB67" w14:textId="77777777" w:rsidR="00B15E99" w:rsidRPr="00EF2F0E" w:rsidRDefault="00B15E99" w:rsidP="00B15E99">
      <w:pPr>
        <w:pStyle w:val="Heading4"/>
        <w:rPr>
          <w:rFonts w:eastAsia="SimSun"/>
        </w:rPr>
      </w:pPr>
      <w:bookmarkStart w:id="4182" w:name="_Toc21096081"/>
      <w:bookmarkStart w:id="4183" w:name="_Toc29763280"/>
      <w:bookmarkStart w:id="4184" w:name="_Toc45869565"/>
      <w:bookmarkStart w:id="4185" w:name="_Toc52554818"/>
      <w:bookmarkStart w:id="4186" w:name="_Toc52555288"/>
      <w:bookmarkStart w:id="4187" w:name="_Toc61112513"/>
      <w:bookmarkStart w:id="4188" w:name="_Toc67911665"/>
      <w:bookmarkStart w:id="4189" w:name="_Toc74843140"/>
      <w:bookmarkStart w:id="4190" w:name="_Toc76503523"/>
      <w:bookmarkStart w:id="4191" w:name="_Toc83040966"/>
      <w:bookmarkStart w:id="4192" w:name="_Toc89852009"/>
      <w:bookmarkStart w:id="4193" w:name="_Toc98676363"/>
      <w:r w:rsidRPr="00EF2F0E">
        <w:rPr>
          <w:rFonts w:eastAsia="SimSun"/>
        </w:rPr>
        <w:t>9.7.5.4</w:t>
      </w:r>
      <w:r w:rsidRPr="00EF2F0E">
        <w:rPr>
          <w:rFonts w:eastAsia="SimSun"/>
        </w:rPr>
        <w:tab/>
        <w:t>Minimum requirement for single RAT E-UTRA operation</w:t>
      </w:r>
      <w:bookmarkEnd w:id="4182"/>
      <w:bookmarkEnd w:id="4183"/>
      <w:bookmarkEnd w:id="4184"/>
      <w:bookmarkEnd w:id="4185"/>
      <w:bookmarkEnd w:id="4186"/>
      <w:bookmarkEnd w:id="4187"/>
      <w:bookmarkEnd w:id="4188"/>
      <w:bookmarkEnd w:id="4189"/>
      <w:bookmarkEnd w:id="4190"/>
      <w:bookmarkEnd w:id="4191"/>
      <w:bookmarkEnd w:id="4192"/>
      <w:bookmarkEnd w:id="4193"/>
    </w:p>
    <w:p w14:paraId="0984EB68" w14:textId="77777777" w:rsidR="00B15E99" w:rsidRPr="00EF2F0E" w:rsidRDefault="00B15E99" w:rsidP="00B15E99">
      <w:pPr>
        <w:pStyle w:val="Heading5"/>
      </w:pPr>
      <w:bookmarkStart w:id="4194" w:name="_Toc21096082"/>
      <w:bookmarkStart w:id="4195" w:name="_Toc29763281"/>
      <w:bookmarkStart w:id="4196" w:name="_Toc45869566"/>
      <w:bookmarkStart w:id="4197" w:name="_Toc52554819"/>
      <w:bookmarkStart w:id="4198" w:name="_Toc52555289"/>
      <w:bookmarkStart w:id="4199" w:name="_Toc61112514"/>
      <w:bookmarkStart w:id="4200" w:name="_Toc67911666"/>
      <w:bookmarkStart w:id="4201" w:name="_Toc74843141"/>
      <w:bookmarkStart w:id="4202" w:name="_Toc76503524"/>
      <w:bookmarkStart w:id="4203" w:name="_Toc83040967"/>
      <w:bookmarkStart w:id="4204" w:name="_Toc89852010"/>
      <w:bookmarkStart w:id="4205" w:name="_Toc98676364"/>
      <w:r w:rsidRPr="00EF2F0E">
        <w:t>9.7.5.4.1</w:t>
      </w:r>
      <w:r w:rsidRPr="00EF2F0E">
        <w:tab/>
        <w:t>General</w:t>
      </w:r>
      <w:bookmarkEnd w:id="4194"/>
      <w:bookmarkEnd w:id="4195"/>
      <w:bookmarkEnd w:id="4196"/>
      <w:bookmarkEnd w:id="4197"/>
      <w:bookmarkEnd w:id="4198"/>
      <w:bookmarkEnd w:id="4199"/>
      <w:bookmarkEnd w:id="4200"/>
      <w:bookmarkEnd w:id="4201"/>
      <w:bookmarkEnd w:id="4202"/>
      <w:bookmarkEnd w:id="4203"/>
      <w:bookmarkEnd w:id="4204"/>
      <w:bookmarkEnd w:id="4205"/>
    </w:p>
    <w:p w14:paraId="0984EB69" w14:textId="77777777" w:rsidR="00B15E99" w:rsidRPr="00EF2F0E" w:rsidRDefault="00B15E99" w:rsidP="00B15E99">
      <w:pPr>
        <w:keepNext/>
      </w:pPr>
      <w:r w:rsidRPr="00EF2F0E">
        <w:t>The single RAT E-UTRA operating band unwanted emission minimum requirements are given in subclauses 9.7.5.4.2, 9.7.5.4.3, 9.7.5.4.4, 9.7.5.4.5 and 9.7.5.4.6.</w:t>
      </w:r>
    </w:p>
    <w:p w14:paraId="0984EB6A" w14:textId="77777777" w:rsidR="00B15E99" w:rsidRPr="00EF2F0E" w:rsidRDefault="00B15E99" w:rsidP="00B15E99">
      <w:pPr>
        <w:rPr>
          <w:lang w:eastAsia="zh-CN"/>
        </w:rPr>
      </w:pPr>
      <w:r w:rsidRPr="00EF2F0E">
        <w:rPr>
          <w:lang w:eastAsia="zh-CN"/>
        </w:rPr>
        <w:t>For an AAS BS of Wide Area BS class, t</w:t>
      </w:r>
      <w:r w:rsidRPr="00EF2F0E">
        <w:t xml:space="preserve">he requirements of either subclause 9.7.5.4.2 (Category A limits) or subclause 9.7.5.4.3 (Category B limits) shall apply. </w:t>
      </w:r>
    </w:p>
    <w:p w14:paraId="0984EB6B" w14:textId="77777777" w:rsidR="00B15E99" w:rsidRPr="00EF2F0E" w:rsidRDefault="00B15E99" w:rsidP="00B15E99">
      <w:r w:rsidRPr="00EF2F0E">
        <w:t>For an AAS BS of Local Area BS class, the requirements of subclause 9.7.5.4.4 shall apply (Category A and B).</w:t>
      </w:r>
    </w:p>
    <w:p w14:paraId="0984EB6C" w14:textId="77777777" w:rsidR="00B15E99" w:rsidRPr="00EF2F0E" w:rsidRDefault="00B15E99" w:rsidP="00B15E99">
      <w:pPr>
        <w:rPr>
          <w:lang w:eastAsia="zh-CN"/>
        </w:rPr>
      </w:pPr>
      <w:r w:rsidRPr="00EF2F0E">
        <w:t>For an AAS BS of Medium Range BS class, the requirements in subclause 9.7.5.4.5 shall apply (Category A and B)</w:t>
      </w:r>
      <w:r w:rsidRPr="00EF2F0E">
        <w:rPr>
          <w:lang w:eastAsia="zh-CN"/>
        </w:rPr>
        <w:t>.</w:t>
      </w:r>
    </w:p>
    <w:p w14:paraId="0984EB6D" w14:textId="77777777" w:rsidR="00B15E99" w:rsidRPr="00EF2F0E" w:rsidRDefault="00B15E99" w:rsidP="00B15E99">
      <w:r w:rsidRPr="00EF2F0E">
        <w:t>The application of either Category A or Category B limits shall be the same as for Transmitter spurious emissions (Mandatory Requirements) in subclause 9.7.6.</w:t>
      </w:r>
    </w:p>
    <w:p w14:paraId="0984EB6E" w14:textId="77777777" w:rsidR="00B15E99" w:rsidRPr="00EF2F0E" w:rsidRDefault="00B15E99" w:rsidP="00B15E99">
      <w:pPr>
        <w:pStyle w:val="Heading5"/>
      </w:pPr>
      <w:bookmarkStart w:id="4206" w:name="_Toc21096083"/>
      <w:bookmarkStart w:id="4207" w:name="_Toc29763282"/>
      <w:bookmarkStart w:id="4208" w:name="_Toc45869567"/>
      <w:bookmarkStart w:id="4209" w:name="_Toc52554820"/>
      <w:bookmarkStart w:id="4210" w:name="_Toc52555290"/>
      <w:bookmarkStart w:id="4211" w:name="_Toc61112515"/>
      <w:bookmarkStart w:id="4212" w:name="_Toc67911667"/>
      <w:bookmarkStart w:id="4213" w:name="_Toc74843142"/>
      <w:bookmarkStart w:id="4214" w:name="_Toc76503525"/>
      <w:bookmarkStart w:id="4215" w:name="_Toc83040968"/>
      <w:bookmarkStart w:id="4216" w:name="_Toc89852011"/>
      <w:bookmarkStart w:id="4217" w:name="_Toc98676365"/>
      <w:r w:rsidRPr="00EF2F0E">
        <w:t>9.7.5.4.2</w:t>
      </w:r>
      <w:r w:rsidRPr="00EF2F0E">
        <w:tab/>
        <w:t xml:space="preserve">Minimum requirements </w:t>
      </w:r>
      <w:r w:rsidRPr="00EF2F0E">
        <w:rPr>
          <w:lang w:eastAsia="zh-CN"/>
        </w:rPr>
        <w:t xml:space="preserve">for Wide Area BS </w:t>
      </w:r>
      <w:r w:rsidRPr="00EF2F0E">
        <w:t>(Category A)</w:t>
      </w:r>
      <w:bookmarkEnd w:id="4206"/>
      <w:bookmarkEnd w:id="4207"/>
      <w:bookmarkEnd w:id="4208"/>
      <w:bookmarkEnd w:id="4209"/>
      <w:bookmarkEnd w:id="4210"/>
      <w:bookmarkEnd w:id="4211"/>
      <w:bookmarkEnd w:id="4212"/>
      <w:bookmarkEnd w:id="4213"/>
      <w:bookmarkEnd w:id="4214"/>
      <w:bookmarkEnd w:id="4215"/>
      <w:bookmarkEnd w:id="4216"/>
      <w:bookmarkEnd w:id="4217"/>
    </w:p>
    <w:p w14:paraId="0984EB6F" w14:textId="77777777" w:rsidR="00B15E99" w:rsidRPr="00EF2F0E" w:rsidRDefault="00B15E99" w:rsidP="00B15E99">
      <w:pPr>
        <w:keepNext/>
        <w:rPr>
          <w:rFonts w:cs="v5.0.0"/>
        </w:rPr>
      </w:pPr>
      <w:r w:rsidRPr="00EF2F0E">
        <w:rPr>
          <w:rFonts w:cs="v5.0.0"/>
        </w:rPr>
        <w:t>For E-UTRA RIB operating in Bands 5, 6, 8, 12, 13, 14, 17, 18, 19, 26, 27, 28, 29, 31, 44, 68</w:t>
      </w:r>
      <w:r w:rsidR="00702AAA" w:rsidRPr="00EF2F0E">
        <w:rPr>
          <w:rFonts w:cs="v5.0.0"/>
        </w:rPr>
        <w:t>, 71, 72, 73, 85</w:t>
      </w:r>
      <w:r w:rsidRPr="00EF2F0E">
        <w:rPr>
          <w:rFonts w:cs="v5.0.0"/>
        </w:rPr>
        <w:t xml:space="preserve"> the </w:t>
      </w:r>
      <w:r w:rsidRPr="00EF2F0E">
        <w:rPr>
          <w:rFonts w:cs="v5.0.0"/>
          <w:i/>
        </w:rPr>
        <w:t>minimum requirements</w:t>
      </w:r>
      <w:r w:rsidRPr="00EF2F0E">
        <w:rPr>
          <w:rFonts w:cs="v5.0.0"/>
        </w:rPr>
        <w:t xml:space="preserve"> are specified in tables 9.7.5.4.2</w:t>
      </w:r>
      <w:r w:rsidRPr="00EF2F0E">
        <w:rPr>
          <w:rFonts w:cs="v5.0.0"/>
        </w:rPr>
        <w:noBreakHyphen/>
        <w:t>1 to 9.7.5.4.2-3.</w:t>
      </w:r>
    </w:p>
    <w:p w14:paraId="0984EB70" w14:textId="77777777" w:rsidR="00B15E99" w:rsidRPr="00EF2F0E" w:rsidRDefault="00B15E99" w:rsidP="00B15E99">
      <w:pPr>
        <w:pStyle w:val="TH"/>
        <w:rPr>
          <w:rFonts w:cs="v5.0.0"/>
        </w:rPr>
      </w:pPr>
      <w:r w:rsidRPr="00EF2F0E">
        <w:t xml:space="preserve">Table 9.7.5.4.2-1: Wide Area BS operating band unwanted emission limits for 1.4 MHz </w:t>
      </w:r>
      <w:r w:rsidRPr="00EF2F0E">
        <w:rPr>
          <w:i/>
        </w:rPr>
        <w:t>channel bandwidth</w:t>
      </w:r>
      <w:r w:rsidRPr="00EF2F0E">
        <w:t xml:space="preserve"> (E</w:t>
      </w:r>
      <w:r w:rsidRPr="00EF2F0E">
        <w:noBreakHyphen/>
        <w:t>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B76" w14:textId="77777777" w:rsidTr="00AB06FD">
        <w:trPr>
          <w:cantSplit/>
          <w:jc w:val="center"/>
        </w:trPr>
        <w:tc>
          <w:tcPr>
            <w:tcW w:w="1953" w:type="dxa"/>
          </w:tcPr>
          <w:p w14:paraId="0984EB71"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Pr>
          <w:p w14:paraId="0984EB72"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455" w:type="dxa"/>
          </w:tcPr>
          <w:p w14:paraId="0984EB73"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i/>
                <w:sz w:val="18"/>
              </w:rPr>
              <w:t>Minimum requirement</w:t>
            </w:r>
            <w:r w:rsidRPr="00EF2F0E">
              <w:rPr>
                <w:rFonts w:ascii="Arial" w:hAnsi="Arial" w:cs="Arial"/>
                <w:b/>
                <w:sz w:val="18"/>
              </w:rPr>
              <w:t xml:space="preserve"> </w:t>
            </w:r>
          </w:p>
          <w:p w14:paraId="0984EB74"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(NOTE 1, 2)</w:t>
            </w:r>
          </w:p>
        </w:tc>
        <w:tc>
          <w:tcPr>
            <w:tcW w:w="1430" w:type="dxa"/>
          </w:tcPr>
          <w:p w14:paraId="0984EB75"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(NOTE 7)</w:t>
            </w:r>
          </w:p>
        </w:tc>
      </w:tr>
      <w:tr w:rsidR="003401A4" w:rsidRPr="00EF2F0E" w14:paraId="0984EB7C" w14:textId="77777777" w:rsidTr="00AB06FD">
        <w:trPr>
          <w:cantSplit/>
          <w:jc w:val="center"/>
        </w:trPr>
        <w:tc>
          <w:tcPr>
            <w:tcW w:w="1953" w:type="dxa"/>
            <w:vAlign w:val="center"/>
          </w:tcPr>
          <w:p w14:paraId="0984EB77"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1.4 MHz</w:t>
            </w:r>
          </w:p>
        </w:tc>
        <w:tc>
          <w:tcPr>
            <w:tcW w:w="2976" w:type="dxa"/>
            <w:vAlign w:val="center"/>
          </w:tcPr>
          <w:p w14:paraId="0984EB78"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1.45 MHz</w:t>
            </w:r>
          </w:p>
        </w:tc>
        <w:tc>
          <w:tcPr>
            <w:tcW w:w="3455" w:type="dxa"/>
            <w:vAlign w:val="center"/>
          </w:tcPr>
          <w:p w14:paraId="0984EB79" w14:textId="77777777" w:rsidR="00B15E99" w:rsidRPr="00EF2F0E" w:rsidRDefault="00B15E99" w:rsidP="00AB06FD">
            <w:pPr>
              <w:keepNext/>
              <w:keepLines/>
              <w:spacing w:after="0"/>
              <w:jc w:val="center"/>
              <w:rPr>
                <w:rFonts w:ascii="Arial" w:hAnsi="Arial" w:cs="Arial"/>
                <w:sz w:val="18"/>
              </w:rPr>
            </w:pPr>
          </w:p>
          <w:p w14:paraId="0984EB7A"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400" w:dyaOrig="680" w14:anchorId="098511FC">
                <v:shape id="_x0000_i1093" type="#_x0000_t75" style="width:121.4pt;height:28.05pt" o:ole="">
                  <v:imagedata r:id="rId142" o:title=""/>
                </v:shape>
                <o:OLEObject Type="Embed" ProgID="Equation.3" ShapeID="_x0000_i1093" DrawAspect="Content" ObjectID="_1717663615" r:id="rId143"/>
              </w:object>
            </w:r>
          </w:p>
        </w:tc>
        <w:tc>
          <w:tcPr>
            <w:tcW w:w="1430" w:type="dxa"/>
          </w:tcPr>
          <w:p w14:paraId="0984EB7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B81" w14:textId="77777777" w:rsidTr="00AB06FD">
        <w:trPr>
          <w:cantSplit/>
          <w:jc w:val="center"/>
        </w:trPr>
        <w:tc>
          <w:tcPr>
            <w:tcW w:w="1953" w:type="dxa"/>
          </w:tcPr>
          <w:p w14:paraId="0984EB7D"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2.8 MHz</w:t>
            </w:r>
          </w:p>
        </w:tc>
        <w:tc>
          <w:tcPr>
            <w:tcW w:w="2976" w:type="dxa"/>
          </w:tcPr>
          <w:p w14:paraId="0984EB7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1.45 MHz </w:t>
            </w:r>
            <w:r w:rsidRPr="00EF2F0E">
              <w:rPr>
                <w:rFonts w:ascii="Arial" w:hAnsi="Arial" w:cs="v5.0.0"/>
                <w:sz w:val="18"/>
              </w:rPr>
              <w:sym w:font="Symbol" w:char="F0A3"/>
            </w:r>
            <w:r w:rsidRPr="00EF2F0E">
              <w:rPr>
                <w:rFonts w:ascii="Arial" w:hAnsi="Arial" w:cs="v5.0.0"/>
                <w:sz w:val="18"/>
              </w:rPr>
              <w:t xml:space="preserve"> f_offset &lt; 2.85 MHz</w:t>
            </w:r>
          </w:p>
        </w:tc>
        <w:tc>
          <w:tcPr>
            <w:tcW w:w="3455" w:type="dxa"/>
          </w:tcPr>
          <w:p w14:paraId="0984EB7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-2 dBm</w:t>
            </w:r>
          </w:p>
        </w:tc>
        <w:tc>
          <w:tcPr>
            <w:tcW w:w="1430" w:type="dxa"/>
          </w:tcPr>
          <w:p w14:paraId="0984EB8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B86" w14:textId="77777777" w:rsidTr="00AB06FD">
        <w:trPr>
          <w:cantSplit/>
          <w:jc w:val="center"/>
        </w:trPr>
        <w:tc>
          <w:tcPr>
            <w:tcW w:w="1953" w:type="dxa"/>
          </w:tcPr>
          <w:p w14:paraId="0984EB8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2.8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B8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2.85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B8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-4 dBm</w:t>
            </w:r>
          </w:p>
        </w:tc>
        <w:tc>
          <w:tcPr>
            <w:tcW w:w="1430" w:type="dxa"/>
          </w:tcPr>
          <w:p w14:paraId="0984EB8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B15E99" w:rsidRPr="00EF2F0E" w14:paraId="0984EB89" w14:textId="77777777" w:rsidTr="00AB06FD">
        <w:trPr>
          <w:cantSplit/>
          <w:jc w:val="center"/>
        </w:trPr>
        <w:tc>
          <w:tcPr>
            <w:tcW w:w="9814" w:type="dxa"/>
            <w:gridSpan w:val="4"/>
          </w:tcPr>
          <w:p w14:paraId="0984EB87"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-13dBm/100kHz.</w:t>
            </w:r>
          </w:p>
          <w:p w14:paraId="0984EB88" w14:textId="77777777" w:rsidR="00B15E99" w:rsidRPr="00EF2F0E" w:rsidRDefault="00B15E99" w:rsidP="00AB06FD">
            <w:pPr>
              <w:keepNext/>
              <w:keepLines/>
              <w:spacing w:after="0"/>
              <w:ind w:left="851" w:hanging="851"/>
              <w:rPr>
                <w:rFonts w:ascii="Arial" w:hAnsi="Arial"/>
                <w:sz w:val="18"/>
              </w:rPr>
            </w:pPr>
            <w:r w:rsidRPr="00EF2F0E">
              <w:rPr>
                <w:rFonts w:ascii="Arial" w:hAnsi="Arial"/>
                <w:sz w:val="18"/>
              </w:rPr>
              <w:t>NOTE 2:</w:t>
            </w:r>
            <w:r w:rsidRPr="00EF2F0E">
              <w:rPr>
                <w:rFonts w:ascii="Arial" w:hAnsi="Arial"/>
                <w:sz w:val="18"/>
              </w:rPr>
              <w:tab/>
              <w:t xml:space="preserve">For a </w:t>
            </w:r>
            <w:r w:rsidRPr="00EF2F0E">
              <w:rPr>
                <w:rFonts w:ascii="Arial" w:hAnsi="Arial"/>
                <w:i/>
                <w:sz w:val="18"/>
              </w:rPr>
              <w:t>multi-band RIB</w:t>
            </w:r>
            <w:r w:rsidRPr="00EF2F0E">
              <w:rPr>
                <w:rFonts w:ascii="Arial" w:hAnsi="Arial"/>
                <w:sz w:val="18"/>
              </w:rPr>
              <w:t xml:space="preserve"> with </w:t>
            </w:r>
            <w:r w:rsidRPr="00EF2F0E">
              <w:rPr>
                <w:rFonts w:ascii="Arial" w:hAnsi="Arial"/>
                <w:i/>
                <w:sz w:val="18"/>
              </w:rPr>
              <w:t>Inter RF Bandwidth gap</w:t>
            </w:r>
            <w:r w:rsidRPr="00EF2F0E">
              <w:rPr>
                <w:rFonts w:ascii="Arial" w:hAnsi="Arial"/>
                <w:sz w:val="18"/>
              </w:rPr>
              <w:t xml:space="preserve"> &lt; </w:t>
            </w:r>
            <w:r w:rsidRPr="00EF2F0E">
              <w:t>2×Δf</w:t>
            </w:r>
            <w:r w:rsidRPr="00EF2F0E">
              <w:rPr>
                <w:vertAlign w:val="subscript"/>
              </w:rPr>
              <w:t>OBUE</w:t>
            </w:r>
            <w:r w:rsidRPr="00EF2F0E">
              <w:rPr>
                <w:rFonts w:ascii="Arial" w:hAnsi="Arial"/>
                <w:sz w:val="18"/>
              </w:rPr>
              <w:t xml:space="preserve"> the </w:t>
            </w:r>
            <w:r w:rsidRPr="00EF2F0E">
              <w:rPr>
                <w:rFonts w:ascii="Arial" w:hAnsi="Arial"/>
                <w:i/>
                <w:sz w:val="18"/>
              </w:rPr>
              <w:t>minimum requirement</w:t>
            </w:r>
            <w:r w:rsidRPr="00EF2F0E">
              <w:rPr>
                <w:rFonts w:ascii="Arial" w:hAnsi="Arial"/>
                <w:sz w:val="18"/>
              </w:rPr>
              <w:t xml:space="preserve"> within the </w:t>
            </w:r>
            <w:r w:rsidRPr="00EF2F0E">
              <w:rPr>
                <w:rFonts w:ascii="Arial" w:hAnsi="Arial"/>
                <w:i/>
                <w:sz w:val="18"/>
              </w:rPr>
              <w:t>Inter RF Bandwidth gaps</w:t>
            </w:r>
            <w:r w:rsidRPr="00EF2F0E">
              <w:rPr>
                <w:rFonts w:ascii="Arial" w:hAnsi="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sz w:val="18"/>
              </w:rPr>
              <w:t xml:space="preserve"> on each side of the </w:t>
            </w:r>
            <w:r w:rsidRPr="00EF2F0E">
              <w:rPr>
                <w:rFonts w:ascii="Arial" w:hAnsi="Arial"/>
                <w:i/>
                <w:sz w:val="18"/>
              </w:rPr>
              <w:t>Inter RF Bandwidth gap</w:t>
            </w:r>
            <w:r w:rsidRPr="00EF2F0E">
              <w:rPr>
                <w:rFonts w:ascii="Arial" w:hAnsi="Arial"/>
                <w:sz w:val="18"/>
              </w:rPr>
              <w:t>.</w:t>
            </w:r>
          </w:p>
        </w:tc>
      </w:tr>
    </w:tbl>
    <w:p w14:paraId="0984EB8A" w14:textId="77777777" w:rsidR="00B15E99" w:rsidRPr="00EF2F0E" w:rsidRDefault="00B15E99" w:rsidP="00B15E99"/>
    <w:p w14:paraId="0984EB8B" w14:textId="77777777" w:rsidR="00B15E99" w:rsidRPr="00EF2F0E" w:rsidRDefault="00B15E99" w:rsidP="00B15E99">
      <w:pPr>
        <w:pStyle w:val="TH"/>
        <w:rPr>
          <w:rFonts w:cs="v5.0.0"/>
        </w:rPr>
      </w:pPr>
      <w:r w:rsidRPr="00EF2F0E">
        <w:t xml:space="preserve">Table 9.7.5.4.2-2: Wide Area BS operating band unwanted emission limits for 3 MHz </w:t>
      </w:r>
      <w:r w:rsidRPr="00EF2F0E">
        <w:rPr>
          <w:i/>
        </w:rPr>
        <w:t>channel bandwidth</w:t>
      </w:r>
      <w:r w:rsidRPr="00EF2F0E">
        <w:t xml:space="preserve"> (E</w:t>
      </w:r>
      <w:r w:rsidRPr="00EF2F0E">
        <w:noBreakHyphen/>
        <w:t>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B91" w14:textId="77777777" w:rsidTr="00AB06FD">
        <w:trPr>
          <w:cantSplit/>
          <w:jc w:val="center"/>
        </w:trPr>
        <w:tc>
          <w:tcPr>
            <w:tcW w:w="1953" w:type="dxa"/>
          </w:tcPr>
          <w:p w14:paraId="0984EB8C"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2976" w:type="dxa"/>
          </w:tcPr>
          <w:p w14:paraId="0984EB8D"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Frequency offset of measurement filter centre frequency, f_offset</w:t>
            </w:r>
          </w:p>
        </w:tc>
        <w:tc>
          <w:tcPr>
            <w:tcW w:w="3455" w:type="dxa"/>
          </w:tcPr>
          <w:p w14:paraId="0984EB8E"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i/>
                <w:sz w:val="18"/>
              </w:rPr>
              <w:t>Minimum requirement</w:t>
            </w:r>
            <w:r w:rsidRPr="00EF2F0E">
              <w:rPr>
                <w:rFonts w:ascii="Arial" w:hAnsi="Arial" w:cs="v5.0.0"/>
                <w:b/>
                <w:sz w:val="18"/>
              </w:rPr>
              <w:t xml:space="preserve"> </w:t>
            </w:r>
          </w:p>
          <w:p w14:paraId="0984EB8F"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(NOTE 1, 2)</w:t>
            </w:r>
          </w:p>
        </w:tc>
        <w:tc>
          <w:tcPr>
            <w:tcW w:w="1430" w:type="dxa"/>
          </w:tcPr>
          <w:p w14:paraId="0984EB90"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Measurement bandwidth </w:t>
            </w:r>
            <w:r w:rsidRPr="00EF2F0E">
              <w:rPr>
                <w:rFonts w:ascii="Arial" w:hAnsi="Arial" w:cs="Arial"/>
                <w:b/>
                <w:sz w:val="18"/>
              </w:rPr>
              <w:t>(NOTE 7)</w:t>
            </w:r>
          </w:p>
        </w:tc>
      </w:tr>
      <w:tr w:rsidR="003401A4" w:rsidRPr="00EF2F0E" w14:paraId="0984EB97" w14:textId="77777777" w:rsidTr="00AB06FD">
        <w:trPr>
          <w:cantSplit/>
          <w:jc w:val="center"/>
        </w:trPr>
        <w:tc>
          <w:tcPr>
            <w:tcW w:w="1953" w:type="dxa"/>
            <w:vAlign w:val="center"/>
          </w:tcPr>
          <w:p w14:paraId="0984EB9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3 MHz</w:t>
            </w:r>
          </w:p>
        </w:tc>
        <w:tc>
          <w:tcPr>
            <w:tcW w:w="2976" w:type="dxa"/>
            <w:vAlign w:val="center"/>
          </w:tcPr>
          <w:p w14:paraId="0984EB9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3.05 MHz</w:t>
            </w:r>
          </w:p>
        </w:tc>
        <w:tc>
          <w:tcPr>
            <w:tcW w:w="3455" w:type="dxa"/>
            <w:vAlign w:val="center"/>
          </w:tcPr>
          <w:p w14:paraId="0984EB94" w14:textId="77777777" w:rsidR="00B15E99" w:rsidRPr="00EF2F0E" w:rsidRDefault="00B15E99" w:rsidP="00AB06FD">
            <w:pPr>
              <w:keepNext/>
              <w:keepLines/>
              <w:spacing w:after="0"/>
              <w:jc w:val="center"/>
              <w:rPr>
                <w:rFonts w:ascii="Arial" w:hAnsi="Arial" w:cs="Arial"/>
                <w:sz w:val="18"/>
              </w:rPr>
            </w:pPr>
          </w:p>
          <w:p w14:paraId="0984EB95"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340" w:dyaOrig="680" w14:anchorId="098511FD">
                <v:shape id="_x0000_i1094" type="#_x0000_t75" style="width:116.55pt;height:28.05pt" o:ole="">
                  <v:imagedata r:id="rId144" o:title=""/>
                </v:shape>
                <o:OLEObject Type="Embed" ProgID="Equation.3" ShapeID="_x0000_i1094" DrawAspect="Content" ObjectID="_1717663616" r:id="rId145"/>
              </w:object>
            </w:r>
          </w:p>
        </w:tc>
        <w:tc>
          <w:tcPr>
            <w:tcW w:w="1430" w:type="dxa"/>
          </w:tcPr>
          <w:p w14:paraId="0984EB96"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B9C" w14:textId="77777777" w:rsidTr="00AB06FD">
        <w:trPr>
          <w:cantSplit/>
          <w:jc w:val="center"/>
        </w:trPr>
        <w:tc>
          <w:tcPr>
            <w:tcW w:w="1953" w:type="dxa"/>
          </w:tcPr>
          <w:p w14:paraId="0984EB98"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6 MHz</w:t>
            </w:r>
          </w:p>
        </w:tc>
        <w:tc>
          <w:tcPr>
            <w:tcW w:w="2976" w:type="dxa"/>
          </w:tcPr>
          <w:p w14:paraId="0984EB9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3.05 MHz </w:t>
            </w:r>
            <w:r w:rsidRPr="00EF2F0E">
              <w:rPr>
                <w:rFonts w:ascii="Arial" w:hAnsi="Arial" w:cs="v5.0.0"/>
                <w:sz w:val="18"/>
              </w:rPr>
              <w:sym w:font="Symbol" w:char="F0A3"/>
            </w:r>
            <w:r w:rsidRPr="00EF2F0E">
              <w:rPr>
                <w:rFonts w:ascii="Arial" w:hAnsi="Arial" w:cs="v5.0.0"/>
                <w:sz w:val="18"/>
              </w:rPr>
              <w:t xml:space="preserve"> f_offset &lt; 6.05 MHz</w:t>
            </w:r>
          </w:p>
        </w:tc>
        <w:tc>
          <w:tcPr>
            <w:tcW w:w="3455" w:type="dxa"/>
          </w:tcPr>
          <w:p w14:paraId="0984EB9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-6 dBm</w:t>
            </w:r>
          </w:p>
        </w:tc>
        <w:tc>
          <w:tcPr>
            <w:tcW w:w="1430" w:type="dxa"/>
          </w:tcPr>
          <w:p w14:paraId="0984EB9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BA1" w14:textId="77777777" w:rsidTr="00AB06FD">
        <w:trPr>
          <w:cantSplit/>
          <w:jc w:val="center"/>
        </w:trPr>
        <w:tc>
          <w:tcPr>
            <w:tcW w:w="1953" w:type="dxa"/>
          </w:tcPr>
          <w:p w14:paraId="0984EB9D" w14:textId="77777777" w:rsidR="00B15E99" w:rsidRPr="00EF2F0E" w:rsidRDefault="00B15E99" w:rsidP="00AB06FD">
            <w:pPr>
              <w:keepNext/>
              <w:keepLines/>
              <w:spacing w:after="0"/>
              <w:jc w:val="center"/>
              <w:rPr>
                <w:rFonts w:ascii="Arial" w:hAnsi="Arial" w:cs="v5.0.0"/>
                <w:sz w:val="18"/>
              </w:rPr>
            </w:pPr>
            <w:r w:rsidRPr="00EF2F0E">
              <w:rPr>
                <w:rFonts w:ascii="Arial" w:eastAsia="SimSun" w:hAnsi="Arial" w:cs="v5.0.0"/>
                <w:sz w:val="18"/>
                <w:lang w:eastAsia="zh-CN"/>
              </w:rPr>
              <w:t>6</w:t>
            </w:r>
            <w:r w:rsidRPr="00EF2F0E">
              <w:rPr>
                <w:rFonts w:ascii="Arial" w:hAnsi="Arial" w:cs="v5.0.0"/>
                <w:sz w:val="18"/>
              </w:rPr>
              <w:t xml:space="preserve">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B9E" w14:textId="77777777" w:rsidR="00B15E99" w:rsidRPr="00EF2F0E" w:rsidRDefault="00B15E99" w:rsidP="00AB06FD">
            <w:pPr>
              <w:keepNext/>
              <w:keepLines/>
              <w:spacing w:after="0"/>
              <w:jc w:val="center"/>
              <w:rPr>
                <w:rFonts w:ascii="Arial" w:hAnsi="Arial" w:cs="v5.0.0"/>
                <w:sz w:val="18"/>
              </w:rPr>
            </w:pPr>
            <w:r w:rsidRPr="00EF2F0E">
              <w:rPr>
                <w:rFonts w:ascii="Arial" w:eastAsia="SimSun" w:hAnsi="Arial" w:cs="v5.0.0"/>
                <w:sz w:val="18"/>
                <w:lang w:eastAsia="zh-CN"/>
              </w:rPr>
              <w:t>6</w:t>
            </w:r>
            <w:r w:rsidRPr="00EF2F0E">
              <w:rPr>
                <w:rFonts w:ascii="Arial" w:hAnsi="Arial" w:cs="v5.0.0"/>
                <w:sz w:val="18"/>
              </w:rPr>
              <w:t xml:space="preserve">.05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B9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-4 dBm</w:t>
            </w:r>
          </w:p>
        </w:tc>
        <w:tc>
          <w:tcPr>
            <w:tcW w:w="1430" w:type="dxa"/>
          </w:tcPr>
          <w:p w14:paraId="0984EBA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B15E99" w:rsidRPr="00EF2F0E" w14:paraId="0984EBA4" w14:textId="77777777" w:rsidTr="00AB06FD">
        <w:trPr>
          <w:cantSplit/>
          <w:jc w:val="center"/>
        </w:trPr>
        <w:tc>
          <w:tcPr>
            <w:tcW w:w="9814" w:type="dxa"/>
            <w:gridSpan w:val="4"/>
          </w:tcPr>
          <w:p w14:paraId="0984EBA2"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-4dBm/100kHz. </w:t>
            </w:r>
          </w:p>
          <w:p w14:paraId="0984EBA3"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szCs w:val="18"/>
              </w:rPr>
              <w:t>Inter RF Bandwidth gap</w:t>
            </w:r>
            <w:r w:rsidRPr="00EF2F0E">
              <w:rPr>
                <w:rFonts w:ascii="Arial" w:hAnsi="Arial" w:cs="Arial"/>
                <w:sz w:val="18"/>
              </w:rPr>
              <w:t xml:space="preserve">s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BA5" w14:textId="77777777" w:rsidR="00B15E99" w:rsidRPr="00EF2F0E" w:rsidRDefault="00B15E99" w:rsidP="00B15E99"/>
    <w:p w14:paraId="0984EBA6" w14:textId="77777777" w:rsidR="00B15E99" w:rsidRPr="00EF2F0E" w:rsidRDefault="00B15E99" w:rsidP="00B15E99">
      <w:pPr>
        <w:pStyle w:val="TH"/>
        <w:rPr>
          <w:rFonts w:cs="v5.0.0"/>
        </w:rPr>
      </w:pPr>
      <w:r w:rsidRPr="00EF2F0E">
        <w:t xml:space="preserve">Table 9.7.5.4.2-3: Wide Area BS operating band unwanted emission limits for 5, 10, 15 and 20 MHz </w:t>
      </w:r>
      <w:r w:rsidRPr="00EF2F0E">
        <w:rPr>
          <w:i/>
        </w:rPr>
        <w:t>channel bandwidth</w:t>
      </w:r>
      <w:r w:rsidRPr="00EF2F0E">
        <w:t xml:space="preserve"> (E-UTRA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BAC" w14:textId="77777777" w:rsidTr="00AB06FD">
        <w:trPr>
          <w:cantSplit/>
          <w:jc w:val="center"/>
        </w:trPr>
        <w:tc>
          <w:tcPr>
            <w:tcW w:w="1953" w:type="dxa"/>
          </w:tcPr>
          <w:p w14:paraId="0984EBA7"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2976" w:type="dxa"/>
          </w:tcPr>
          <w:p w14:paraId="0984EBA8"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Frequency offset of measurement filter centre frequency, f_offset</w:t>
            </w:r>
          </w:p>
        </w:tc>
        <w:tc>
          <w:tcPr>
            <w:tcW w:w="3455" w:type="dxa"/>
          </w:tcPr>
          <w:p w14:paraId="0984EBA9" w14:textId="77777777" w:rsidR="00B15E99" w:rsidRPr="00EF2F0E" w:rsidRDefault="00B15E99" w:rsidP="00AB06FD">
            <w:pPr>
              <w:keepNext/>
              <w:keepLines/>
              <w:spacing w:after="0"/>
              <w:jc w:val="center"/>
              <w:rPr>
                <w:rFonts w:ascii="Arial" w:hAnsi="Arial" w:cs="v5.0.0"/>
                <w:b/>
                <w:sz w:val="18"/>
              </w:rPr>
            </w:pPr>
            <w:r w:rsidRPr="00EF2F0E">
              <w:rPr>
                <w:rFonts w:ascii="Arial" w:hAnsi="Arial" w:cs="Arial"/>
                <w:b/>
                <w:i/>
                <w:sz w:val="18"/>
              </w:rPr>
              <w:t>Minimum requirement</w:t>
            </w:r>
            <w:r w:rsidRPr="00EF2F0E">
              <w:rPr>
                <w:rFonts w:ascii="Arial" w:hAnsi="Arial" w:cs="v5.0.0"/>
                <w:b/>
                <w:sz w:val="18"/>
              </w:rPr>
              <w:t xml:space="preserve"> </w:t>
            </w:r>
          </w:p>
          <w:p w14:paraId="0984EBAA"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(NOTE 1</w:t>
            </w:r>
            <w:r w:rsidRPr="00EF2F0E">
              <w:rPr>
                <w:rFonts w:ascii="Arial" w:hAnsi="Arial" w:cs="Arial"/>
                <w:b/>
                <w:sz w:val="18"/>
              </w:rPr>
              <w:t>, 2</w:t>
            </w:r>
            <w:r w:rsidRPr="00EF2F0E">
              <w:rPr>
                <w:rFonts w:ascii="Arial" w:hAnsi="Arial" w:cs="v5.0.0"/>
                <w:b/>
                <w:sz w:val="18"/>
              </w:rPr>
              <w:t>)</w:t>
            </w:r>
          </w:p>
        </w:tc>
        <w:tc>
          <w:tcPr>
            <w:tcW w:w="1430" w:type="dxa"/>
          </w:tcPr>
          <w:p w14:paraId="0984EBAB"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Measurement bandwidth </w:t>
            </w:r>
            <w:r w:rsidRPr="00EF2F0E">
              <w:rPr>
                <w:rFonts w:ascii="Arial" w:hAnsi="Arial" w:cs="Arial"/>
                <w:b/>
                <w:sz w:val="18"/>
              </w:rPr>
              <w:t>(NOTE 7)</w:t>
            </w:r>
          </w:p>
        </w:tc>
      </w:tr>
      <w:tr w:rsidR="003401A4" w:rsidRPr="00EF2F0E" w14:paraId="0984EBB2" w14:textId="77777777" w:rsidTr="00AB06FD">
        <w:trPr>
          <w:cantSplit/>
          <w:jc w:val="center"/>
        </w:trPr>
        <w:tc>
          <w:tcPr>
            <w:tcW w:w="1953" w:type="dxa"/>
          </w:tcPr>
          <w:p w14:paraId="0984EBAD"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5 MHz</w:t>
            </w:r>
          </w:p>
        </w:tc>
        <w:tc>
          <w:tcPr>
            <w:tcW w:w="2976" w:type="dxa"/>
          </w:tcPr>
          <w:p w14:paraId="0984EBA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5.05 MHz</w:t>
            </w:r>
          </w:p>
        </w:tc>
        <w:tc>
          <w:tcPr>
            <w:tcW w:w="3455" w:type="dxa"/>
            <w:vAlign w:val="center"/>
          </w:tcPr>
          <w:p w14:paraId="0984EBAF" w14:textId="77777777" w:rsidR="00B15E99" w:rsidRPr="00EF2F0E" w:rsidRDefault="00B15E99" w:rsidP="00AB06FD">
            <w:pPr>
              <w:keepNext/>
              <w:keepLines/>
              <w:spacing w:after="0"/>
              <w:jc w:val="center"/>
              <w:rPr>
                <w:rFonts w:ascii="Arial" w:hAnsi="Arial" w:cs="Arial"/>
                <w:sz w:val="18"/>
              </w:rPr>
            </w:pPr>
          </w:p>
          <w:p w14:paraId="0984EBB0"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260" w:dyaOrig="680" w14:anchorId="098511FE">
                <v:shape id="_x0000_i1095" type="#_x0000_t75" style="width:116.55pt;height:28.05pt" o:ole="">
                  <v:imagedata r:id="rId117" o:title=""/>
                </v:shape>
                <o:OLEObject Type="Embed" ProgID="Equation.3" ShapeID="_x0000_i1095" DrawAspect="Content" ObjectID="_1717663617" r:id="rId146"/>
              </w:object>
            </w:r>
          </w:p>
        </w:tc>
        <w:tc>
          <w:tcPr>
            <w:tcW w:w="1430" w:type="dxa"/>
          </w:tcPr>
          <w:p w14:paraId="0984EBB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BB9" w14:textId="77777777" w:rsidTr="00AB06FD">
        <w:trPr>
          <w:cantSplit/>
          <w:jc w:val="center"/>
        </w:trPr>
        <w:tc>
          <w:tcPr>
            <w:tcW w:w="1953" w:type="dxa"/>
          </w:tcPr>
          <w:p w14:paraId="0984EBB3"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 </w:t>
            </w:r>
            <w:r w:rsidRPr="00EF2F0E">
              <w:rPr>
                <w:rFonts w:ascii="Arial" w:hAnsi="Arial" w:cs="Arial"/>
                <w:sz w:val="18"/>
                <w:lang w:val="sv-FI"/>
              </w:rPr>
              <w:t xml:space="preserve">MHz </w:t>
            </w:r>
            <w:r w:rsidRPr="00EF2F0E">
              <w:rPr>
                <w:rFonts w:ascii="Arial" w:hAnsi="Arial" w:cs="v5.0.0"/>
                <w:sz w:val="18"/>
              </w:rPr>
              <w:sym w:font="Symbol" w:char="F0A3"/>
            </w:r>
            <w:r w:rsidRPr="00EF2F0E">
              <w:rPr>
                <w:rFonts w:ascii="Arial" w:hAnsi="Arial" w:cs="v5.0.0"/>
                <w:sz w:val="18"/>
                <w:lang w:val="sv-FI"/>
              </w:rPr>
              <w:t xml:space="preserve"> </w:t>
            </w:r>
            <w:r w:rsidRPr="00EF2F0E">
              <w:rPr>
                <w:rFonts w:ascii="Arial" w:hAnsi="Arial" w:cs="v5.0.0"/>
                <w:sz w:val="18"/>
              </w:rPr>
              <w:sym w:font="Symbol" w:char="F044"/>
            </w:r>
            <w:r w:rsidRPr="00EF2F0E">
              <w:rPr>
                <w:rFonts w:ascii="Arial" w:hAnsi="Arial" w:cs="v5.0.0"/>
                <w:sz w:val="18"/>
                <w:lang w:val="sv-FI"/>
              </w:rPr>
              <w:t xml:space="preserve">f &lt; </w:t>
            </w:r>
          </w:p>
          <w:p w14:paraId="0984EBB4"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min(10 MHz, </w:t>
            </w:r>
            <w:r w:rsidRPr="00EF2F0E">
              <w:rPr>
                <w:rFonts w:ascii="Arial" w:hAnsi="Arial" w:cs="Arial"/>
                <w:sz w:val="18"/>
              </w:rPr>
              <w:sym w:font="Symbol" w:char="F044"/>
            </w:r>
            <w:r w:rsidRPr="00EF2F0E">
              <w:rPr>
                <w:rFonts w:ascii="Arial" w:hAnsi="Arial" w:cs="Arial"/>
                <w:sz w:val="18"/>
                <w:lang w:val="sv-FI"/>
              </w:rPr>
              <w:t>f</w:t>
            </w:r>
            <w:r w:rsidRPr="00EF2F0E">
              <w:rPr>
                <w:rFonts w:ascii="Arial" w:hAnsi="Arial" w:cs="Arial"/>
                <w:sz w:val="18"/>
                <w:vertAlign w:val="subscript"/>
                <w:lang w:val="sv-FI"/>
              </w:rPr>
              <w:t>max</w:t>
            </w:r>
            <w:r w:rsidRPr="00EF2F0E">
              <w:rPr>
                <w:rFonts w:ascii="Arial" w:hAnsi="Arial" w:cs="v5.0.0"/>
                <w:sz w:val="18"/>
                <w:lang w:val="sv-FI"/>
              </w:rPr>
              <w:t>)</w:t>
            </w:r>
          </w:p>
        </w:tc>
        <w:tc>
          <w:tcPr>
            <w:tcW w:w="2976" w:type="dxa"/>
          </w:tcPr>
          <w:p w14:paraId="0984EBB5"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5.05 MHz </w:t>
            </w:r>
            <w:r w:rsidRPr="00EF2F0E">
              <w:rPr>
                <w:rFonts w:ascii="Arial" w:hAnsi="Arial" w:cs="v5.0.0"/>
                <w:sz w:val="18"/>
              </w:rPr>
              <w:sym w:font="Symbol" w:char="F0A3"/>
            </w:r>
            <w:r w:rsidRPr="00EF2F0E">
              <w:rPr>
                <w:rFonts w:ascii="Arial" w:hAnsi="Arial" w:cs="v5.0.0"/>
                <w:sz w:val="18"/>
                <w:lang w:val="sv-FI"/>
              </w:rPr>
              <w:t xml:space="preserve"> f_offset &lt; </w:t>
            </w:r>
          </w:p>
          <w:p w14:paraId="0984EBB6"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min(10.05 MHz, f_offset</w:t>
            </w:r>
            <w:r w:rsidRPr="00EF2F0E">
              <w:rPr>
                <w:rFonts w:ascii="Arial" w:hAnsi="Arial" w:cs="v5.0.0"/>
                <w:sz w:val="18"/>
                <w:vertAlign w:val="subscript"/>
                <w:lang w:val="sv-FI"/>
              </w:rPr>
              <w:t>max</w:t>
            </w:r>
            <w:r w:rsidRPr="00EF2F0E">
              <w:rPr>
                <w:rFonts w:ascii="Arial" w:hAnsi="Arial" w:cs="v5.0.0"/>
                <w:sz w:val="18"/>
                <w:lang w:val="sv-FI"/>
              </w:rPr>
              <w:t>)</w:t>
            </w:r>
          </w:p>
        </w:tc>
        <w:tc>
          <w:tcPr>
            <w:tcW w:w="3455" w:type="dxa"/>
          </w:tcPr>
          <w:p w14:paraId="0984EBB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-5 dBm</w:t>
            </w:r>
          </w:p>
        </w:tc>
        <w:tc>
          <w:tcPr>
            <w:tcW w:w="1430" w:type="dxa"/>
          </w:tcPr>
          <w:p w14:paraId="0984EBB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BBE" w14:textId="77777777" w:rsidTr="00AB06FD">
        <w:trPr>
          <w:cantSplit/>
          <w:jc w:val="center"/>
        </w:trPr>
        <w:tc>
          <w:tcPr>
            <w:tcW w:w="1953" w:type="dxa"/>
          </w:tcPr>
          <w:p w14:paraId="0984EBBA"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BBB"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BB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-4 dBm (NOTE 9)</w:t>
            </w:r>
          </w:p>
        </w:tc>
        <w:tc>
          <w:tcPr>
            <w:tcW w:w="1430" w:type="dxa"/>
          </w:tcPr>
          <w:p w14:paraId="0984EBB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B15E99" w:rsidRPr="00EF2F0E" w14:paraId="0984EBC1" w14:textId="77777777" w:rsidTr="00AB06FD">
        <w:trPr>
          <w:cantSplit/>
          <w:jc w:val="center"/>
        </w:trPr>
        <w:tc>
          <w:tcPr>
            <w:tcW w:w="9814" w:type="dxa"/>
            <w:gridSpan w:val="4"/>
          </w:tcPr>
          <w:p w14:paraId="0984EBBF"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-4dBm/100kHz.</w:t>
            </w:r>
          </w:p>
          <w:p w14:paraId="0984EBC0"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szCs w:val="18"/>
              </w:rPr>
              <w:t>Inter RF Bandwidth gap</w:t>
            </w:r>
            <w:r w:rsidRPr="00EF2F0E">
              <w:rPr>
                <w:rFonts w:ascii="Arial" w:hAnsi="Arial" w:cs="Arial"/>
                <w:sz w:val="18"/>
              </w:rPr>
              <w:t xml:space="preserve">s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BC2" w14:textId="77777777" w:rsidR="00B15E99" w:rsidRPr="00EF2F0E" w:rsidRDefault="00B15E99" w:rsidP="00B15E99"/>
    <w:p w14:paraId="0984EBC3" w14:textId="77777777" w:rsidR="005C15CF" w:rsidRPr="00EF2F0E" w:rsidRDefault="005C15CF" w:rsidP="005C15CF">
      <w:pPr>
        <w:rPr>
          <w:lang w:eastAsia="ja-JP"/>
        </w:rPr>
      </w:pPr>
      <w:r w:rsidRPr="00EF2F0E">
        <w:t xml:space="preserve">For a E-UTRA RIB operating in Bands 1, 2, 3, 4, 7, 9, 10, 11, 21, 22, 23, 24, 25, 30, 32, 33, 34, 35, 36, 37, 38, 39, 40, 41, 42, 43, 45, 48, 50, 65, 66, </w:t>
      </w:r>
      <w:r w:rsidRPr="00EF2F0E">
        <w:rPr>
          <w:rFonts w:eastAsia="Times New Roman"/>
          <w:lang w:eastAsia="ko-KR"/>
        </w:rPr>
        <w:t>69, 70,</w:t>
      </w:r>
      <w:r w:rsidRPr="00EF2F0E">
        <w:rPr>
          <w:rFonts w:hint="eastAsia"/>
          <w:lang w:eastAsia="ja-JP"/>
        </w:rPr>
        <w:t xml:space="preserve"> 74</w:t>
      </w:r>
      <w:r w:rsidRPr="00EF2F0E">
        <w:rPr>
          <w:lang w:eastAsia="ja-JP"/>
        </w:rPr>
        <w:t>,</w:t>
      </w:r>
      <w:r w:rsidRPr="00EF2F0E">
        <w:rPr>
          <w:rFonts w:eastAsia="Times New Roman"/>
          <w:lang w:eastAsia="ko-KR"/>
        </w:rPr>
        <w:t xml:space="preserve"> 75, </w:t>
      </w:r>
      <w:r w:rsidRPr="00EF2F0E">
        <w:t xml:space="preserve">emissions shall use the </w:t>
      </w:r>
      <w:r w:rsidRPr="00EF2F0E">
        <w:rPr>
          <w:i/>
        </w:rPr>
        <w:t>minimum requirement</w:t>
      </w:r>
      <w:r w:rsidRPr="00EF2F0E">
        <w:rPr>
          <w:rFonts w:cs="v4.2.0"/>
          <w:i/>
        </w:rPr>
        <w:t>s</w:t>
      </w:r>
      <w:r w:rsidRPr="00EF2F0E">
        <w:t xml:space="preserve"> specified in tables 9.7.5.4.2-4 to 9.7.5.4.2-6:</w:t>
      </w:r>
    </w:p>
    <w:p w14:paraId="0984EBC4" w14:textId="77777777" w:rsidR="00B15E99" w:rsidRPr="00EF2F0E" w:rsidRDefault="00B15E99" w:rsidP="00B15E99">
      <w:pPr>
        <w:pStyle w:val="TH"/>
        <w:rPr>
          <w:rFonts w:cs="v5.0.0"/>
        </w:rPr>
      </w:pPr>
      <w:r w:rsidRPr="00EF2F0E">
        <w:t xml:space="preserve">Table 9.7.5.4.2-4: Wide Area BS operating band unwanted emission limits for 1.4 MHz </w:t>
      </w:r>
      <w:r w:rsidRPr="00EF2F0E">
        <w:rPr>
          <w:i/>
        </w:rPr>
        <w:t>channel bandwidth</w:t>
      </w:r>
      <w:r w:rsidRPr="00EF2F0E">
        <w:t xml:space="preserve"> (E</w:t>
      </w:r>
      <w:r w:rsidRPr="00EF2F0E">
        <w:noBreakHyphen/>
        <w:t>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BCA" w14:textId="77777777" w:rsidTr="00AB06FD">
        <w:trPr>
          <w:cantSplit/>
          <w:jc w:val="center"/>
        </w:trPr>
        <w:tc>
          <w:tcPr>
            <w:tcW w:w="1953" w:type="dxa"/>
          </w:tcPr>
          <w:p w14:paraId="0984EBC5"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2976" w:type="dxa"/>
          </w:tcPr>
          <w:p w14:paraId="0984EBC6"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Frequency offset of measurement filter centre frequency, f_offset</w:t>
            </w:r>
          </w:p>
        </w:tc>
        <w:tc>
          <w:tcPr>
            <w:tcW w:w="3455" w:type="dxa"/>
          </w:tcPr>
          <w:p w14:paraId="0984EBC7" w14:textId="77777777" w:rsidR="00B15E99" w:rsidRPr="00EF2F0E" w:rsidRDefault="00B15E99" w:rsidP="00AB06FD">
            <w:pPr>
              <w:keepNext/>
              <w:keepLines/>
              <w:spacing w:after="0"/>
              <w:jc w:val="center"/>
              <w:rPr>
                <w:rFonts w:ascii="Arial" w:hAnsi="Arial" w:cs="v5.0.0"/>
                <w:b/>
                <w:sz w:val="18"/>
              </w:rPr>
            </w:pPr>
            <w:r w:rsidRPr="00EF2F0E">
              <w:rPr>
                <w:rFonts w:ascii="Arial" w:hAnsi="Arial" w:cs="Arial"/>
                <w:b/>
                <w:i/>
                <w:sz w:val="18"/>
              </w:rPr>
              <w:t>Minimum requirement</w:t>
            </w:r>
            <w:r w:rsidRPr="00EF2F0E">
              <w:rPr>
                <w:rFonts w:ascii="Arial" w:hAnsi="Arial" w:cs="v5.0.0"/>
                <w:b/>
                <w:sz w:val="18"/>
              </w:rPr>
              <w:t xml:space="preserve"> </w:t>
            </w:r>
          </w:p>
          <w:p w14:paraId="0984EBC8"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(NOTE 1</w:t>
            </w:r>
            <w:r w:rsidRPr="00EF2F0E">
              <w:rPr>
                <w:rFonts w:ascii="Arial" w:hAnsi="Arial" w:cs="Arial"/>
                <w:b/>
                <w:sz w:val="18"/>
              </w:rPr>
              <w:t>, 2</w:t>
            </w:r>
            <w:r w:rsidRPr="00EF2F0E">
              <w:rPr>
                <w:rFonts w:ascii="Arial" w:hAnsi="Arial" w:cs="v5.0.0"/>
                <w:b/>
                <w:sz w:val="18"/>
              </w:rPr>
              <w:t>)</w:t>
            </w:r>
          </w:p>
        </w:tc>
        <w:tc>
          <w:tcPr>
            <w:tcW w:w="1430" w:type="dxa"/>
          </w:tcPr>
          <w:p w14:paraId="0984EBC9"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Measurement bandwidth </w:t>
            </w:r>
            <w:r w:rsidRPr="00EF2F0E">
              <w:rPr>
                <w:rFonts w:ascii="Arial" w:hAnsi="Arial" w:cs="Arial"/>
                <w:b/>
                <w:sz w:val="18"/>
              </w:rPr>
              <w:t>(NOTE 7)</w:t>
            </w:r>
          </w:p>
        </w:tc>
      </w:tr>
      <w:tr w:rsidR="003401A4" w:rsidRPr="00EF2F0E" w14:paraId="0984EBD0" w14:textId="77777777" w:rsidTr="00AB06FD">
        <w:trPr>
          <w:cantSplit/>
          <w:jc w:val="center"/>
        </w:trPr>
        <w:tc>
          <w:tcPr>
            <w:tcW w:w="1953" w:type="dxa"/>
            <w:vAlign w:val="center"/>
          </w:tcPr>
          <w:p w14:paraId="0984EBCB"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1.4 MHz</w:t>
            </w:r>
          </w:p>
        </w:tc>
        <w:tc>
          <w:tcPr>
            <w:tcW w:w="2976" w:type="dxa"/>
            <w:vAlign w:val="center"/>
          </w:tcPr>
          <w:p w14:paraId="0984EBCC"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1.45 MHz</w:t>
            </w:r>
          </w:p>
        </w:tc>
        <w:tc>
          <w:tcPr>
            <w:tcW w:w="3455" w:type="dxa"/>
            <w:vAlign w:val="center"/>
          </w:tcPr>
          <w:p w14:paraId="0984EBCD" w14:textId="77777777" w:rsidR="00B15E99" w:rsidRPr="00EF2F0E" w:rsidRDefault="00B15E99" w:rsidP="00AB06FD">
            <w:pPr>
              <w:keepNext/>
              <w:keepLines/>
              <w:spacing w:after="0"/>
              <w:jc w:val="center"/>
              <w:rPr>
                <w:rFonts w:ascii="Arial" w:hAnsi="Arial" w:cs="Arial"/>
                <w:sz w:val="18"/>
              </w:rPr>
            </w:pPr>
          </w:p>
          <w:p w14:paraId="0984EBCE"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400" w:dyaOrig="680" w14:anchorId="098511FF">
                <v:shape id="_x0000_i1096" type="#_x0000_t75" style="width:121.4pt;height:28.05pt" o:ole="">
                  <v:imagedata r:id="rId147" o:title=""/>
                </v:shape>
                <o:OLEObject Type="Embed" ProgID="Equation.3" ShapeID="_x0000_i1096" DrawAspect="Content" ObjectID="_1717663618" r:id="rId148"/>
              </w:object>
            </w:r>
          </w:p>
        </w:tc>
        <w:tc>
          <w:tcPr>
            <w:tcW w:w="1430" w:type="dxa"/>
          </w:tcPr>
          <w:p w14:paraId="0984EBC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BD5" w14:textId="77777777" w:rsidTr="00AB06FD">
        <w:trPr>
          <w:cantSplit/>
          <w:jc w:val="center"/>
        </w:trPr>
        <w:tc>
          <w:tcPr>
            <w:tcW w:w="1953" w:type="dxa"/>
          </w:tcPr>
          <w:p w14:paraId="0984EBD1"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2.8 MHz</w:t>
            </w:r>
          </w:p>
        </w:tc>
        <w:tc>
          <w:tcPr>
            <w:tcW w:w="2976" w:type="dxa"/>
          </w:tcPr>
          <w:p w14:paraId="0984EBD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1.45 MHz </w:t>
            </w:r>
            <w:r w:rsidRPr="00EF2F0E">
              <w:rPr>
                <w:rFonts w:ascii="Arial" w:hAnsi="Arial" w:cs="v5.0.0"/>
                <w:sz w:val="18"/>
              </w:rPr>
              <w:sym w:font="Symbol" w:char="F0A3"/>
            </w:r>
            <w:r w:rsidRPr="00EF2F0E">
              <w:rPr>
                <w:rFonts w:ascii="Arial" w:hAnsi="Arial" w:cs="v5.0.0"/>
                <w:sz w:val="18"/>
              </w:rPr>
              <w:t xml:space="preserve"> f_offset &lt; 2.85 MHz</w:t>
            </w:r>
          </w:p>
        </w:tc>
        <w:tc>
          <w:tcPr>
            <w:tcW w:w="3455" w:type="dxa"/>
          </w:tcPr>
          <w:p w14:paraId="0984EBD3"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-2 dBm</w:t>
            </w:r>
          </w:p>
        </w:tc>
        <w:tc>
          <w:tcPr>
            <w:tcW w:w="1430" w:type="dxa"/>
          </w:tcPr>
          <w:p w14:paraId="0984EBD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BDA" w14:textId="77777777" w:rsidTr="00AB06FD">
        <w:trPr>
          <w:cantSplit/>
          <w:jc w:val="center"/>
        </w:trPr>
        <w:tc>
          <w:tcPr>
            <w:tcW w:w="1953" w:type="dxa"/>
          </w:tcPr>
          <w:p w14:paraId="0984EBD6"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2.8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BD7"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3.3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BD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-4 dBm</w:t>
            </w:r>
          </w:p>
        </w:tc>
        <w:tc>
          <w:tcPr>
            <w:tcW w:w="1430" w:type="dxa"/>
          </w:tcPr>
          <w:p w14:paraId="0984EBD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1MHz</w:t>
            </w:r>
          </w:p>
        </w:tc>
      </w:tr>
      <w:tr w:rsidR="00B15E99" w:rsidRPr="00EF2F0E" w14:paraId="0984EBDD" w14:textId="77777777" w:rsidTr="00AB06FD">
        <w:trPr>
          <w:cantSplit/>
          <w:jc w:val="center"/>
        </w:trPr>
        <w:tc>
          <w:tcPr>
            <w:tcW w:w="9814" w:type="dxa"/>
            <w:gridSpan w:val="4"/>
          </w:tcPr>
          <w:p w14:paraId="0984EBDB"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-4dBm/1MHz.</w:t>
            </w:r>
          </w:p>
          <w:p w14:paraId="0984EBDC"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 xml:space="preserve">, where the contribution from the far-end sub-block or RF Bandwidth shall be scaled according to the measurement bandwidth of the near-end sub-block or </w:t>
            </w:r>
            <w:r w:rsidRPr="00EF2F0E">
              <w:rPr>
                <w:rFonts w:ascii="Arial" w:hAnsi="Arial"/>
                <w:i/>
                <w:sz w:val="18"/>
              </w:rPr>
              <w:t>Base Station RF Bandwidth</w:t>
            </w:r>
            <w:r w:rsidRPr="00EF2F0E">
              <w:rPr>
                <w:rFonts w:ascii="Arial" w:hAnsi="Arial" w:cs="Arial"/>
                <w:sz w:val="18"/>
              </w:rPr>
              <w:t>.</w:t>
            </w:r>
          </w:p>
        </w:tc>
      </w:tr>
    </w:tbl>
    <w:p w14:paraId="0984EBDE" w14:textId="77777777" w:rsidR="00B15E99" w:rsidRPr="00EF2F0E" w:rsidRDefault="00B15E99" w:rsidP="00B15E99"/>
    <w:p w14:paraId="0984EBDF" w14:textId="77777777" w:rsidR="00B15E99" w:rsidRPr="00EF2F0E" w:rsidRDefault="00B15E99" w:rsidP="00B15E99">
      <w:pPr>
        <w:pStyle w:val="TH"/>
        <w:rPr>
          <w:rFonts w:cs="v5.0.0"/>
        </w:rPr>
      </w:pPr>
      <w:r w:rsidRPr="00EF2F0E">
        <w:t xml:space="preserve">Table 9.7.5.4.2-5: Wide Area BS operating band unwanted emission limits for 3 MHz </w:t>
      </w:r>
      <w:r w:rsidRPr="00EF2F0E">
        <w:rPr>
          <w:i/>
        </w:rPr>
        <w:t>channel bandwidth</w:t>
      </w:r>
      <w:r w:rsidRPr="00EF2F0E">
        <w:t xml:space="preserve"> (E</w:t>
      </w:r>
      <w:r w:rsidRPr="00EF2F0E">
        <w:noBreakHyphen/>
        <w:t>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BE5" w14:textId="77777777" w:rsidTr="00AB06FD">
        <w:trPr>
          <w:cantSplit/>
          <w:jc w:val="center"/>
        </w:trPr>
        <w:tc>
          <w:tcPr>
            <w:tcW w:w="1953" w:type="dxa"/>
          </w:tcPr>
          <w:p w14:paraId="0984EBE0"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2976" w:type="dxa"/>
          </w:tcPr>
          <w:p w14:paraId="0984EBE1"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Frequency offset of measurement filter centre frequency, f_offset</w:t>
            </w:r>
          </w:p>
        </w:tc>
        <w:tc>
          <w:tcPr>
            <w:tcW w:w="3455" w:type="dxa"/>
          </w:tcPr>
          <w:p w14:paraId="0984EBE2" w14:textId="77777777" w:rsidR="00B15E99" w:rsidRPr="00EF2F0E" w:rsidRDefault="00B15E99" w:rsidP="00AB06FD">
            <w:pPr>
              <w:keepNext/>
              <w:keepLines/>
              <w:spacing w:after="0"/>
              <w:jc w:val="center"/>
              <w:rPr>
                <w:rFonts w:ascii="Arial" w:hAnsi="Arial" w:cs="v5.0.0"/>
                <w:b/>
                <w:sz w:val="18"/>
              </w:rPr>
            </w:pPr>
            <w:r w:rsidRPr="00EF2F0E">
              <w:rPr>
                <w:rFonts w:ascii="Arial" w:hAnsi="Arial" w:cs="Arial"/>
                <w:b/>
                <w:i/>
                <w:sz w:val="18"/>
              </w:rPr>
              <w:t>Minimum requirement</w:t>
            </w:r>
            <w:r w:rsidRPr="00EF2F0E">
              <w:rPr>
                <w:rFonts w:ascii="Arial" w:hAnsi="Arial" w:cs="v5.0.0"/>
                <w:b/>
                <w:sz w:val="18"/>
              </w:rPr>
              <w:t xml:space="preserve"> </w:t>
            </w:r>
          </w:p>
          <w:p w14:paraId="0984EBE3"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(NOTE 1</w:t>
            </w:r>
            <w:r w:rsidRPr="00EF2F0E">
              <w:rPr>
                <w:rFonts w:ascii="Arial" w:hAnsi="Arial" w:cs="Arial"/>
                <w:b/>
                <w:sz w:val="18"/>
              </w:rPr>
              <w:t>, 2</w:t>
            </w:r>
            <w:r w:rsidRPr="00EF2F0E">
              <w:rPr>
                <w:rFonts w:ascii="Arial" w:hAnsi="Arial" w:cs="v5.0.0"/>
                <w:b/>
                <w:sz w:val="18"/>
              </w:rPr>
              <w:t>)</w:t>
            </w:r>
          </w:p>
        </w:tc>
        <w:tc>
          <w:tcPr>
            <w:tcW w:w="1430" w:type="dxa"/>
          </w:tcPr>
          <w:p w14:paraId="0984EBE4"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Measurement bandwidth </w:t>
            </w:r>
            <w:r w:rsidRPr="00EF2F0E">
              <w:rPr>
                <w:rFonts w:ascii="Arial" w:hAnsi="Arial" w:cs="Arial"/>
                <w:b/>
                <w:sz w:val="18"/>
              </w:rPr>
              <w:t>(NOTE 7)</w:t>
            </w:r>
          </w:p>
        </w:tc>
      </w:tr>
      <w:tr w:rsidR="003401A4" w:rsidRPr="00EF2F0E" w14:paraId="0984EBEB" w14:textId="77777777" w:rsidTr="00AB06FD">
        <w:trPr>
          <w:cantSplit/>
          <w:jc w:val="center"/>
        </w:trPr>
        <w:tc>
          <w:tcPr>
            <w:tcW w:w="1953" w:type="dxa"/>
            <w:vAlign w:val="center"/>
          </w:tcPr>
          <w:p w14:paraId="0984EBE6"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3 MHz</w:t>
            </w:r>
          </w:p>
        </w:tc>
        <w:tc>
          <w:tcPr>
            <w:tcW w:w="2976" w:type="dxa"/>
            <w:vAlign w:val="center"/>
          </w:tcPr>
          <w:p w14:paraId="0984EBE7"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3.05 MHz</w:t>
            </w:r>
          </w:p>
        </w:tc>
        <w:tc>
          <w:tcPr>
            <w:tcW w:w="3455" w:type="dxa"/>
            <w:vAlign w:val="center"/>
          </w:tcPr>
          <w:p w14:paraId="0984EBE8" w14:textId="77777777" w:rsidR="00B15E99" w:rsidRPr="00EF2F0E" w:rsidRDefault="00B15E99" w:rsidP="00AB06FD">
            <w:pPr>
              <w:keepNext/>
              <w:keepLines/>
              <w:spacing w:after="0"/>
              <w:jc w:val="center"/>
              <w:rPr>
                <w:rFonts w:ascii="Arial" w:hAnsi="Arial" w:cs="Arial"/>
                <w:sz w:val="18"/>
              </w:rPr>
            </w:pPr>
          </w:p>
          <w:p w14:paraId="0984EBE9"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340" w:dyaOrig="680" w14:anchorId="09851200">
                <v:shape id="_x0000_i1097" type="#_x0000_t75" style="width:116.55pt;height:28.05pt" o:ole="">
                  <v:imagedata r:id="rId149" o:title=""/>
                </v:shape>
                <o:OLEObject Type="Embed" ProgID="Equation.3" ShapeID="_x0000_i1097" DrawAspect="Content" ObjectID="_1717663619" r:id="rId150"/>
              </w:object>
            </w:r>
          </w:p>
        </w:tc>
        <w:tc>
          <w:tcPr>
            <w:tcW w:w="1430" w:type="dxa"/>
          </w:tcPr>
          <w:p w14:paraId="0984EBE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BF0" w14:textId="77777777" w:rsidTr="00AB06FD">
        <w:trPr>
          <w:cantSplit/>
          <w:jc w:val="center"/>
        </w:trPr>
        <w:tc>
          <w:tcPr>
            <w:tcW w:w="1953" w:type="dxa"/>
          </w:tcPr>
          <w:p w14:paraId="0984EBEC"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6 MHz</w:t>
            </w:r>
          </w:p>
        </w:tc>
        <w:tc>
          <w:tcPr>
            <w:tcW w:w="2976" w:type="dxa"/>
          </w:tcPr>
          <w:p w14:paraId="0984EBED"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3.05 MHz </w:t>
            </w:r>
            <w:r w:rsidRPr="00EF2F0E">
              <w:rPr>
                <w:rFonts w:ascii="Arial" w:hAnsi="Arial" w:cs="v5.0.0"/>
                <w:sz w:val="18"/>
              </w:rPr>
              <w:sym w:font="Symbol" w:char="F0A3"/>
            </w:r>
            <w:r w:rsidRPr="00EF2F0E">
              <w:rPr>
                <w:rFonts w:ascii="Arial" w:hAnsi="Arial" w:cs="v5.0.0"/>
                <w:sz w:val="18"/>
              </w:rPr>
              <w:t xml:space="preserve"> f_offset &lt; 6.05 MHz</w:t>
            </w:r>
          </w:p>
        </w:tc>
        <w:tc>
          <w:tcPr>
            <w:tcW w:w="3455" w:type="dxa"/>
          </w:tcPr>
          <w:p w14:paraId="0984EBE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-6 dBm</w:t>
            </w:r>
          </w:p>
        </w:tc>
        <w:tc>
          <w:tcPr>
            <w:tcW w:w="1430" w:type="dxa"/>
          </w:tcPr>
          <w:p w14:paraId="0984EBE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BF5" w14:textId="77777777" w:rsidTr="00AB06FD">
        <w:trPr>
          <w:cantSplit/>
          <w:jc w:val="center"/>
        </w:trPr>
        <w:tc>
          <w:tcPr>
            <w:tcW w:w="1953" w:type="dxa"/>
          </w:tcPr>
          <w:p w14:paraId="0984EBF1"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BF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BF3"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-4 dBm</w:t>
            </w:r>
          </w:p>
        </w:tc>
        <w:tc>
          <w:tcPr>
            <w:tcW w:w="1430" w:type="dxa"/>
          </w:tcPr>
          <w:p w14:paraId="0984EBF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1MHz</w:t>
            </w:r>
          </w:p>
        </w:tc>
      </w:tr>
      <w:tr w:rsidR="00B15E99" w:rsidRPr="00EF2F0E" w14:paraId="0984EBF8" w14:textId="77777777" w:rsidTr="00AB06FD">
        <w:trPr>
          <w:cantSplit/>
          <w:jc w:val="center"/>
        </w:trPr>
        <w:tc>
          <w:tcPr>
            <w:tcW w:w="9814" w:type="dxa"/>
            <w:gridSpan w:val="4"/>
          </w:tcPr>
          <w:p w14:paraId="0984EBF6"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-4dBm/1MHz.</w:t>
            </w:r>
          </w:p>
          <w:p w14:paraId="0984EBF7"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 xml:space="preserve">, where the contribution from the far-end sub-block or </w:t>
            </w:r>
            <w:r w:rsidRPr="00EF2F0E">
              <w:rPr>
                <w:rFonts w:ascii="Arial" w:hAnsi="Arial"/>
                <w:i/>
                <w:sz w:val="18"/>
              </w:rPr>
              <w:t>Base Station RF Bandwidth</w:t>
            </w:r>
            <w:r w:rsidRPr="00EF2F0E">
              <w:rPr>
                <w:rFonts w:ascii="Arial" w:hAnsi="Arial" w:cs="Arial"/>
                <w:sz w:val="18"/>
              </w:rPr>
              <w:t xml:space="preserve"> shall be scaled according to the measurement bandwidth of the near-end sub-block or </w:t>
            </w:r>
            <w:r w:rsidRPr="00EF2F0E">
              <w:rPr>
                <w:rFonts w:ascii="Arial" w:hAnsi="Arial"/>
                <w:i/>
                <w:sz w:val="18"/>
              </w:rPr>
              <w:t>Base Station RF Bandwidth</w:t>
            </w:r>
            <w:r w:rsidRPr="00EF2F0E">
              <w:rPr>
                <w:rFonts w:ascii="Arial" w:hAnsi="Arial" w:cs="Arial"/>
                <w:sz w:val="18"/>
              </w:rPr>
              <w:t>.</w:t>
            </w:r>
          </w:p>
        </w:tc>
      </w:tr>
    </w:tbl>
    <w:p w14:paraId="0984EBF9" w14:textId="77777777" w:rsidR="00B15E99" w:rsidRPr="00EF2F0E" w:rsidRDefault="00B15E99" w:rsidP="00B15E99"/>
    <w:p w14:paraId="0984EBFA" w14:textId="77777777" w:rsidR="00B15E99" w:rsidRPr="00EF2F0E" w:rsidRDefault="00B15E99" w:rsidP="00B15E99">
      <w:pPr>
        <w:pStyle w:val="TH"/>
        <w:rPr>
          <w:rFonts w:cs="v5.0.0"/>
        </w:rPr>
      </w:pPr>
      <w:r w:rsidRPr="00EF2F0E">
        <w:t xml:space="preserve">Table 9.7.5.4.2-6: Wide Area BS operating band unwanted emission limits for 5, 10, 15 and 20 MHz </w:t>
      </w:r>
      <w:r w:rsidRPr="00EF2F0E">
        <w:rPr>
          <w:i/>
        </w:rPr>
        <w:t>channel bandwidth</w:t>
      </w:r>
      <w:r w:rsidRPr="00EF2F0E">
        <w:t xml:space="preserve"> (E-UTRA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C00" w14:textId="77777777" w:rsidTr="00AB06FD">
        <w:trPr>
          <w:cantSplit/>
          <w:jc w:val="center"/>
        </w:trPr>
        <w:tc>
          <w:tcPr>
            <w:tcW w:w="1953" w:type="dxa"/>
          </w:tcPr>
          <w:p w14:paraId="0984EBFB"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2976" w:type="dxa"/>
          </w:tcPr>
          <w:p w14:paraId="0984EBFC"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Frequency offset of measurement filter centre frequency, f_offset</w:t>
            </w:r>
          </w:p>
        </w:tc>
        <w:tc>
          <w:tcPr>
            <w:tcW w:w="3455" w:type="dxa"/>
          </w:tcPr>
          <w:p w14:paraId="0984EBFD" w14:textId="77777777" w:rsidR="00B15E99" w:rsidRPr="00EF2F0E" w:rsidRDefault="00B15E99" w:rsidP="00AB06FD">
            <w:pPr>
              <w:keepNext/>
              <w:keepLines/>
              <w:spacing w:after="0"/>
              <w:jc w:val="center"/>
              <w:rPr>
                <w:rFonts w:ascii="Arial" w:hAnsi="Arial" w:cs="v5.0.0"/>
                <w:b/>
                <w:sz w:val="18"/>
              </w:rPr>
            </w:pPr>
            <w:r w:rsidRPr="00EF2F0E">
              <w:rPr>
                <w:rFonts w:ascii="Arial" w:hAnsi="Arial" w:cs="Arial"/>
                <w:b/>
                <w:i/>
                <w:sz w:val="18"/>
              </w:rPr>
              <w:t>Minimum requirement</w:t>
            </w:r>
            <w:r w:rsidRPr="00EF2F0E">
              <w:rPr>
                <w:rFonts w:ascii="Arial" w:hAnsi="Arial" w:cs="v5.0.0"/>
                <w:b/>
                <w:sz w:val="18"/>
              </w:rPr>
              <w:t xml:space="preserve"> </w:t>
            </w:r>
          </w:p>
          <w:p w14:paraId="0984EBFE"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(NOTE 1</w:t>
            </w:r>
            <w:r w:rsidRPr="00EF2F0E">
              <w:rPr>
                <w:rFonts w:ascii="Arial" w:hAnsi="Arial" w:cs="Arial"/>
                <w:b/>
                <w:sz w:val="18"/>
              </w:rPr>
              <w:t>, 2</w:t>
            </w:r>
            <w:r w:rsidRPr="00EF2F0E">
              <w:rPr>
                <w:rFonts w:ascii="Arial" w:hAnsi="Arial" w:cs="v5.0.0"/>
                <w:b/>
                <w:sz w:val="18"/>
              </w:rPr>
              <w:t>)</w:t>
            </w:r>
          </w:p>
        </w:tc>
        <w:tc>
          <w:tcPr>
            <w:tcW w:w="1430" w:type="dxa"/>
          </w:tcPr>
          <w:p w14:paraId="0984EBFF"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Measurement bandwidth </w:t>
            </w:r>
            <w:r w:rsidRPr="00EF2F0E">
              <w:rPr>
                <w:rFonts w:ascii="Arial" w:hAnsi="Arial" w:cs="Arial"/>
                <w:b/>
                <w:sz w:val="18"/>
              </w:rPr>
              <w:t>(NOTE 7)</w:t>
            </w:r>
          </w:p>
        </w:tc>
      </w:tr>
      <w:tr w:rsidR="003401A4" w:rsidRPr="00EF2F0E" w14:paraId="0984EC06" w14:textId="77777777" w:rsidTr="00AB06FD">
        <w:trPr>
          <w:cantSplit/>
          <w:jc w:val="center"/>
        </w:trPr>
        <w:tc>
          <w:tcPr>
            <w:tcW w:w="1953" w:type="dxa"/>
          </w:tcPr>
          <w:p w14:paraId="0984EC01"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5 MHz</w:t>
            </w:r>
          </w:p>
        </w:tc>
        <w:tc>
          <w:tcPr>
            <w:tcW w:w="2976" w:type="dxa"/>
          </w:tcPr>
          <w:p w14:paraId="0984EC0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5.05 MHz</w:t>
            </w:r>
          </w:p>
        </w:tc>
        <w:tc>
          <w:tcPr>
            <w:tcW w:w="3455" w:type="dxa"/>
            <w:vAlign w:val="center"/>
          </w:tcPr>
          <w:p w14:paraId="0984EC03" w14:textId="77777777" w:rsidR="00B15E99" w:rsidRPr="00EF2F0E" w:rsidRDefault="00B15E99" w:rsidP="00AB06FD">
            <w:pPr>
              <w:keepNext/>
              <w:keepLines/>
              <w:spacing w:after="0"/>
              <w:jc w:val="center"/>
              <w:rPr>
                <w:rFonts w:ascii="Arial" w:hAnsi="Arial" w:cs="Arial"/>
                <w:sz w:val="18"/>
              </w:rPr>
            </w:pPr>
          </w:p>
          <w:p w14:paraId="0984EC04"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260" w:dyaOrig="680" w14:anchorId="09851201">
                <v:shape id="_x0000_i1098" type="#_x0000_t75" style="width:116.55pt;height:28.05pt" o:ole="">
                  <v:imagedata r:id="rId151" o:title=""/>
                </v:shape>
                <o:OLEObject Type="Embed" ProgID="Equation.3" ShapeID="_x0000_i1098" DrawAspect="Content" ObjectID="_1717663620" r:id="rId152"/>
              </w:object>
            </w:r>
          </w:p>
        </w:tc>
        <w:tc>
          <w:tcPr>
            <w:tcW w:w="1430" w:type="dxa"/>
          </w:tcPr>
          <w:p w14:paraId="0984EC0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0D" w14:textId="77777777" w:rsidTr="00AB06FD">
        <w:trPr>
          <w:cantSplit/>
          <w:jc w:val="center"/>
        </w:trPr>
        <w:tc>
          <w:tcPr>
            <w:tcW w:w="1953" w:type="dxa"/>
          </w:tcPr>
          <w:p w14:paraId="0984EC07"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 </w:t>
            </w:r>
            <w:r w:rsidRPr="00EF2F0E">
              <w:rPr>
                <w:rFonts w:ascii="Arial" w:hAnsi="Arial" w:cs="Arial"/>
                <w:sz w:val="18"/>
                <w:lang w:val="sv-FI"/>
              </w:rPr>
              <w:t xml:space="preserve">MHz </w:t>
            </w:r>
            <w:r w:rsidRPr="00EF2F0E">
              <w:rPr>
                <w:rFonts w:ascii="Arial" w:hAnsi="Arial" w:cs="v5.0.0"/>
                <w:sz w:val="18"/>
              </w:rPr>
              <w:sym w:font="Symbol" w:char="F0A3"/>
            </w:r>
            <w:r w:rsidRPr="00EF2F0E">
              <w:rPr>
                <w:rFonts w:ascii="Arial" w:hAnsi="Arial" w:cs="v5.0.0"/>
                <w:sz w:val="18"/>
                <w:lang w:val="sv-FI"/>
              </w:rPr>
              <w:t xml:space="preserve"> </w:t>
            </w:r>
            <w:r w:rsidRPr="00EF2F0E">
              <w:rPr>
                <w:rFonts w:ascii="Arial" w:hAnsi="Arial" w:cs="v5.0.0"/>
                <w:sz w:val="18"/>
              </w:rPr>
              <w:sym w:font="Symbol" w:char="F044"/>
            </w:r>
            <w:r w:rsidRPr="00EF2F0E">
              <w:rPr>
                <w:rFonts w:ascii="Arial" w:hAnsi="Arial" w:cs="v5.0.0"/>
                <w:sz w:val="18"/>
                <w:lang w:val="sv-FI"/>
              </w:rPr>
              <w:t xml:space="preserve">f &lt; </w:t>
            </w:r>
          </w:p>
          <w:p w14:paraId="0984EC08"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min(10 MHz, </w:t>
            </w:r>
            <w:r w:rsidRPr="00EF2F0E">
              <w:rPr>
                <w:rFonts w:ascii="Arial" w:hAnsi="Arial" w:cs="Arial"/>
                <w:sz w:val="18"/>
              </w:rPr>
              <w:sym w:font="Symbol" w:char="F044"/>
            </w:r>
            <w:r w:rsidRPr="00EF2F0E">
              <w:rPr>
                <w:rFonts w:ascii="Arial" w:hAnsi="Arial" w:cs="Arial"/>
                <w:sz w:val="18"/>
                <w:lang w:val="sv-FI"/>
              </w:rPr>
              <w:t>f</w:t>
            </w:r>
            <w:r w:rsidRPr="00EF2F0E">
              <w:rPr>
                <w:rFonts w:ascii="Arial" w:hAnsi="Arial" w:cs="Arial"/>
                <w:sz w:val="18"/>
                <w:vertAlign w:val="subscript"/>
                <w:lang w:val="sv-FI"/>
              </w:rPr>
              <w:t>max</w:t>
            </w:r>
            <w:r w:rsidRPr="00EF2F0E">
              <w:rPr>
                <w:rFonts w:ascii="Arial" w:hAnsi="Arial" w:cs="v5.0.0"/>
                <w:sz w:val="18"/>
                <w:lang w:val="sv-FI"/>
              </w:rPr>
              <w:t>)</w:t>
            </w:r>
          </w:p>
        </w:tc>
        <w:tc>
          <w:tcPr>
            <w:tcW w:w="2976" w:type="dxa"/>
          </w:tcPr>
          <w:p w14:paraId="0984EC09"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5.05 MHz </w:t>
            </w:r>
            <w:r w:rsidRPr="00EF2F0E">
              <w:rPr>
                <w:rFonts w:ascii="Arial" w:hAnsi="Arial" w:cs="v5.0.0"/>
                <w:sz w:val="18"/>
              </w:rPr>
              <w:sym w:font="Symbol" w:char="F0A3"/>
            </w:r>
            <w:r w:rsidRPr="00EF2F0E">
              <w:rPr>
                <w:rFonts w:ascii="Arial" w:hAnsi="Arial" w:cs="v5.0.0"/>
                <w:sz w:val="18"/>
                <w:lang w:val="sv-FI"/>
              </w:rPr>
              <w:t xml:space="preserve"> f_offset &lt; </w:t>
            </w:r>
          </w:p>
          <w:p w14:paraId="0984EC0A"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min(10.05 MHz, f_offset</w:t>
            </w:r>
            <w:r w:rsidRPr="00EF2F0E">
              <w:rPr>
                <w:rFonts w:ascii="Arial" w:hAnsi="Arial" w:cs="v5.0.0"/>
                <w:sz w:val="18"/>
                <w:vertAlign w:val="subscript"/>
                <w:lang w:val="sv-FI"/>
              </w:rPr>
              <w:t>max</w:t>
            </w:r>
            <w:r w:rsidRPr="00EF2F0E">
              <w:rPr>
                <w:rFonts w:ascii="Arial" w:hAnsi="Arial" w:cs="v5.0.0"/>
                <w:sz w:val="18"/>
                <w:lang w:val="sv-FI"/>
              </w:rPr>
              <w:t>)</w:t>
            </w:r>
          </w:p>
        </w:tc>
        <w:tc>
          <w:tcPr>
            <w:tcW w:w="3455" w:type="dxa"/>
          </w:tcPr>
          <w:p w14:paraId="0984EC0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-5 dBm</w:t>
            </w:r>
          </w:p>
        </w:tc>
        <w:tc>
          <w:tcPr>
            <w:tcW w:w="1430" w:type="dxa"/>
          </w:tcPr>
          <w:p w14:paraId="0984EC0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12" w14:textId="77777777" w:rsidTr="00AB06FD">
        <w:trPr>
          <w:cantSplit/>
          <w:jc w:val="center"/>
        </w:trPr>
        <w:tc>
          <w:tcPr>
            <w:tcW w:w="1953" w:type="dxa"/>
          </w:tcPr>
          <w:p w14:paraId="0984EC0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C0F"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C1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-4 dBm (NOTE 7)</w:t>
            </w:r>
          </w:p>
        </w:tc>
        <w:tc>
          <w:tcPr>
            <w:tcW w:w="1430" w:type="dxa"/>
          </w:tcPr>
          <w:p w14:paraId="0984EC1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1MHz </w:t>
            </w:r>
          </w:p>
        </w:tc>
      </w:tr>
      <w:tr w:rsidR="00B15E99" w:rsidRPr="00EF2F0E" w14:paraId="0984EC15" w14:textId="77777777" w:rsidTr="00AB06FD">
        <w:trPr>
          <w:cantSplit/>
          <w:jc w:val="center"/>
        </w:trPr>
        <w:tc>
          <w:tcPr>
            <w:tcW w:w="9814" w:type="dxa"/>
            <w:gridSpan w:val="4"/>
          </w:tcPr>
          <w:p w14:paraId="0984EC13"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xml:space="preserve">, where the contribution from the far-end sub-block shall be scaled according to the measurement bandwidth of the near-end sub-block. </w:t>
            </w:r>
            <w:r w:rsidRPr="00EF2F0E">
              <w:rPr>
                <w:rFonts w:ascii="Arial" w:hAnsi="Arial" w:cs="Arial"/>
                <w:sz w:val="18"/>
              </w:rPr>
              <w:t xml:space="preserve">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-4dBm/1MHz.</w:t>
            </w:r>
          </w:p>
          <w:p w14:paraId="0984EC14"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 xml:space="preserve">, where the contribution from the far-end sub-block or </w:t>
            </w:r>
            <w:r w:rsidRPr="00EF2F0E">
              <w:rPr>
                <w:rFonts w:ascii="Arial" w:hAnsi="Arial"/>
                <w:i/>
                <w:sz w:val="18"/>
              </w:rPr>
              <w:t>Base Station RF Bandwidth</w:t>
            </w:r>
            <w:r w:rsidRPr="00EF2F0E">
              <w:rPr>
                <w:rFonts w:ascii="Arial" w:hAnsi="Arial" w:cs="Arial"/>
                <w:sz w:val="18"/>
              </w:rPr>
              <w:t xml:space="preserve"> shall be scaled according to the measurement bandwidth of the near-end sub-block or </w:t>
            </w:r>
            <w:r w:rsidRPr="00EF2F0E">
              <w:rPr>
                <w:rFonts w:ascii="Arial" w:hAnsi="Arial"/>
                <w:i/>
                <w:sz w:val="18"/>
              </w:rPr>
              <w:t>Base Station RF Bandwidth</w:t>
            </w:r>
            <w:r w:rsidRPr="00EF2F0E">
              <w:rPr>
                <w:rFonts w:ascii="Arial" w:hAnsi="Arial" w:cs="Arial"/>
                <w:sz w:val="18"/>
              </w:rPr>
              <w:t>.</w:t>
            </w:r>
          </w:p>
        </w:tc>
      </w:tr>
    </w:tbl>
    <w:p w14:paraId="0984EC16" w14:textId="77777777" w:rsidR="00B15E99" w:rsidRPr="00EF2F0E" w:rsidRDefault="00B15E99" w:rsidP="00B15E99"/>
    <w:p w14:paraId="0984EC17" w14:textId="77777777" w:rsidR="00B15E99" w:rsidRPr="00EF2F0E" w:rsidRDefault="00B15E99" w:rsidP="00B15E99">
      <w:pPr>
        <w:pStyle w:val="Heading4"/>
      </w:pPr>
      <w:bookmarkStart w:id="4218" w:name="_Toc21096084"/>
      <w:bookmarkStart w:id="4219" w:name="_Toc29763283"/>
      <w:bookmarkStart w:id="4220" w:name="_Toc45869568"/>
      <w:bookmarkStart w:id="4221" w:name="_Toc52554821"/>
      <w:bookmarkStart w:id="4222" w:name="_Toc52555291"/>
      <w:bookmarkStart w:id="4223" w:name="_Toc61112516"/>
      <w:bookmarkStart w:id="4224" w:name="_Toc67911668"/>
      <w:bookmarkStart w:id="4225" w:name="_Toc74843143"/>
      <w:bookmarkStart w:id="4226" w:name="_Toc76503526"/>
      <w:bookmarkStart w:id="4227" w:name="_Toc83040969"/>
      <w:bookmarkStart w:id="4228" w:name="_Toc89852012"/>
      <w:bookmarkStart w:id="4229" w:name="_Toc98676366"/>
      <w:r w:rsidRPr="00EF2F0E">
        <w:t>9.7.5.4.3</w:t>
      </w:r>
      <w:r w:rsidRPr="00EF2F0E">
        <w:tab/>
        <w:t xml:space="preserve">Minimum requirements </w:t>
      </w:r>
      <w:r w:rsidRPr="00EF2F0E">
        <w:rPr>
          <w:lang w:eastAsia="zh-CN"/>
        </w:rPr>
        <w:t>for Wide Area BS</w:t>
      </w:r>
      <w:r w:rsidRPr="00EF2F0E">
        <w:t xml:space="preserve"> (Category B)</w:t>
      </w:r>
      <w:bookmarkEnd w:id="4218"/>
      <w:bookmarkEnd w:id="4219"/>
      <w:bookmarkEnd w:id="4220"/>
      <w:bookmarkEnd w:id="4221"/>
      <w:bookmarkEnd w:id="4222"/>
      <w:bookmarkEnd w:id="4223"/>
      <w:bookmarkEnd w:id="4224"/>
      <w:bookmarkEnd w:id="4225"/>
      <w:bookmarkEnd w:id="4226"/>
      <w:bookmarkEnd w:id="4227"/>
      <w:bookmarkEnd w:id="4228"/>
      <w:bookmarkEnd w:id="4229"/>
    </w:p>
    <w:p w14:paraId="0984EC18" w14:textId="77777777" w:rsidR="00B15E99" w:rsidRPr="00EF2F0E" w:rsidRDefault="00B15E99" w:rsidP="00B15E99">
      <w:pPr>
        <w:pStyle w:val="Heading6"/>
        <w:rPr>
          <w:rFonts w:cs="v5.0.0"/>
        </w:rPr>
      </w:pPr>
      <w:bookmarkStart w:id="4230" w:name="_Toc21096085"/>
      <w:bookmarkStart w:id="4231" w:name="_Toc29763284"/>
      <w:bookmarkStart w:id="4232" w:name="_Toc45869569"/>
      <w:bookmarkStart w:id="4233" w:name="_Toc52554822"/>
      <w:bookmarkStart w:id="4234" w:name="_Toc52555292"/>
      <w:bookmarkStart w:id="4235" w:name="_Toc61112517"/>
      <w:bookmarkStart w:id="4236" w:name="_Toc67911669"/>
      <w:bookmarkStart w:id="4237" w:name="_Toc74843144"/>
      <w:bookmarkStart w:id="4238" w:name="_Toc76503527"/>
      <w:bookmarkStart w:id="4239" w:name="_Toc83040970"/>
      <w:bookmarkStart w:id="4240" w:name="_Toc89852013"/>
      <w:bookmarkStart w:id="4241" w:name="_Toc98676367"/>
      <w:r w:rsidRPr="00EF2F0E">
        <w:t>9.7.5.4.3.1</w:t>
      </w:r>
      <w:r w:rsidRPr="00EF2F0E">
        <w:tab/>
        <w:t>General</w:t>
      </w:r>
      <w:bookmarkEnd w:id="4230"/>
      <w:bookmarkEnd w:id="4231"/>
      <w:bookmarkEnd w:id="4232"/>
      <w:bookmarkEnd w:id="4233"/>
      <w:bookmarkEnd w:id="4234"/>
      <w:bookmarkEnd w:id="4235"/>
      <w:bookmarkEnd w:id="4236"/>
      <w:bookmarkEnd w:id="4237"/>
      <w:bookmarkEnd w:id="4238"/>
      <w:bookmarkEnd w:id="4239"/>
      <w:bookmarkEnd w:id="4240"/>
      <w:bookmarkEnd w:id="4241"/>
    </w:p>
    <w:p w14:paraId="0984EC19" w14:textId="77777777" w:rsidR="00B15E99" w:rsidRPr="00EF2F0E" w:rsidRDefault="00B15E99" w:rsidP="00B15E99">
      <w:pPr>
        <w:keepNext/>
      </w:pPr>
      <w:r w:rsidRPr="00EF2F0E">
        <w:t>For Category B Operating band unwanted emissions, there are two options for the limits that may be applied regionally. Either the limits in subclause 9.7.5.4.3.2 or subclause 9.7.5.4.3 shall be applied.</w:t>
      </w:r>
    </w:p>
    <w:p w14:paraId="0984EC1A" w14:textId="77777777" w:rsidR="00B15E99" w:rsidRPr="00EF2F0E" w:rsidRDefault="00B15E99" w:rsidP="00B15E99">
      <w:pPr>
        <w:pStyle w:val="Heading6"/>
        <w:rPr>
          <w:rFonts w:cs="v5.0.0"/>
        </w:rPr>
      </w:pPr>
      <w:bookmarkStart w:id="4242" w:name="_Toc21096086"/>
      <w:bookmarkStart w:id="4243" w:name="_Toc29763285"/>
      <w:bookmarkStart w:id="4244" w:name="_Toc45869570"/>
      <w:bookmarkStart w:id="4245" w:name="_Toc52554823"/>
      <w:bookmarkStart w:id="4246" w:name="_Toc52555293"/>
      <w:bookmarkStart w:id="4247" w:name="_Toc61112518"/>
      <w:bookmarkStart w:id="4248" w:name="_Toc67911670"/>
      <w:bookmarkStart w:id="4249" w:name="_Toc74843145"/>
      <w:bookmarkStart w:id="4250" w:name="_Toc76503528"/>
      <w:bookmarkStart w:id="4251" w:name="_Toc83040971"/>
      <w:bookmarkStart w:id="4252" w:name="_Toc89852014"/>
      <w:bookmarkStart w:id="4253" w:name="_Toc98676368"/>
      <w:r w:rsidRPr="00EF2F0E">
        <w:t>9.7.5.4.3.2</w:t>
      </w:r>
      <w:r w:rsidRPr="00EF2F0E">
        <w:tab/>
        <w:t>Category B requirements (Option 1)</w:t>
      </w:r>
      <w:bookmarkEnd w:id="4242"/>
      <w:bookmarkEnd w:id="4243"/>
      <w:bookmarkEnd w:id="4244"/>
      <w:bookmarkEnd w:id="4245"/>
      <w:bookmarkEnd w:id="4246"/>
      <w:bookmarkEnd w:id="4247"/>
      <w:bookmarkEnd w:id="4248"/>
      <w:bookmarkEnd w:id="4249"/>
      <w:bookmarkEnd w:id="4250"/>
      <w:bookmarkEnd w:id="4251"/>
      <w:bookmarkEnd w:id="4252"/>
      <w:bookmarkEnd w:id="4253"/>
    </w:p>
    <w:p w14:paraId="0984EC1B" w14:textId="77777777" w:rsidR="00B15E99" w:rsidRPr="00EF2F0E" w:rsidRDefault="00B15E99" w:rsidP="00B15E99">
      <w:pPr>
        <w:keepNext/>
      </w:pPr>
      <w:r w:rsidRPr="00EF2F0E">
        <w:t>For a E-UTRA RIB operating in Bands 5, 8, 12, 13, 14, 17, 20, 26, 27, 28, 29, 31, 44, 67</w:t>
      </w:r>
      <w:r w:rsidR="00702AAA" w:rsidRPr="00EF2F0E">
        <w:t>, 68, 71, 72, 73, 85</w:t>
      </w:r>
      <w:r w:rsidRPr="00EF2F0E">
        <w:t xml:space="preserve"> emissions shall use the minimum requirements specified in tables 6.6.5.4.3.2-1 to 6.6.5.4.3.2-3:</w:t>
      </w:r>
    </w:p>
    <w:p w14:paraId="0984EC1C" w14:textId="77777777" w:rsidR="00B15E99" w:rsidRPr="00EF2F0E" w:rsidRDefault="00B15E99" w:rsidP="00B15E99">
      <w:pPr>
        <w:pStyle w:val="TH"/>
        <w:rPr>
          <w:rFonts w:cs="v5.0.0"/>
        </w:rPr>
      </w:pPr>
      <w:r w:rsidRPr="00EF2F0E">
        <w:t xml:space="preserve">Table 9.7.5.4.3.2-1: Wide Area BS operating band unwanted emission limits for 1.4 MHz </w:t>
      </w:r>
      <w:r w:rsidRPr="00EF2F0E">
        <w:rPr>
          <w:i/>
        </w:rPr>
        <w:t>channel bandwidth</w:t>
      </w:r>
      <w:r w:rsidRPr="00EF2F0E">
        <w:t xml:space="preserve"> (E</w:t>
      </w:r>
      <w:r w:rsidRPr="00EF2F0E">
        <w:noBreakHyphen/>
        <w:t>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C22" w14:textId="77777777" w:rsidTr="00AB06FD">
        <w:trPr>
          <w:cantSplit/>
          <w:jc w:val="center"/>
        </w:trPr>
        <w:tc>
          <w:tcPr>
            <w:tcW w:w="1953" w:type="dxa"/>
          </w:tcPr>
          <w:p w14:paraId="0984EC1D"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Pr>
          <w:p w14:paraId="0984EC1E"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455" w:type="dxa"/>
          </w:tcPr>
          <w:p w14:paraId="0984EC1F"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i/>
                <w:sz w:val="18"/>
              </w:rPr>
              <w:t>Minimum requirement</w:t>
            </w:r>
            <w:r w:rsidRPr="00EF2F0E">
              <w:rPr>
                <w:rFonts w:ascii="Arial" w:hAnsi="Arial" w:cs="Arial"/>
                <w:b/>
                <w:sz w:val="18"/>
              </w:rPr>
              <w:t xml:space="preserve"> </w:t>
            </w:r>
          </w:p>
          <w:p w14:paraId="0984EC20"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(NOTE 1, 2)</w:t>
            </w:r>
          </w:p>
        </w:tc>
        <w:tc>
          <w:tcPr>
            <w:tcW w:w="1430" w:type="dxa"/>
          </w:tcPr>
          <w:p w14:paraId="0984EC21"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(NOTE 7</w:t>
            </w:r>
          </w:p>
        </w:tc>
      </w:tr>
      <w:tr w:rsidR="003401A4" w:rsidRPr="00EF2F0E" w14:paraId="0984EC28" w14:textId="77777777" w:rsidTr="00AB06FD">
        <w:trPr>
          <w:cantSplit/>
          <w:jc w:val="center"/>
        </w:trPr>
        <w:tc>
          <w:tcPr>
            <w:tcW w:w="1953" w:type="dxa"/>
            <w:vAlign w:val="center"/>
          </w:tcPr>
          <w:p w14:paraId="0984EC2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1.4 MHz</w:t>
            </w:r>
          </w:p>
        </w:tc>
        <w:tc>
          <w:tcPr>
            <w:tcW w:w="2976" w:type="dxa"/>
            <w:vAlign w:val="center"/>
          </w:tcPr>
          <w:p w14:paraId="0984EC24"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1.45 MHz</w:t>
            </w:r>
          </w:p>
        </w:tc>
        <w:tc>
          <w:tcPr>
            <w:tcW w:w="3455" w:type="dxa"/>
            <w:vAlign w:val="center"/>
          </w:tcPr>
          <w:p w14:paraId="0984EC25" w14:textId="77777777" w:rsidR="00B15E99" w:rsidRPr="00EF2F0E" w:rsidRDefault="00B15E99" w:rsidP="00AB06FD">
            <w:pPr>
              <w:keepNext/>
              <w:keepLines/>
              <w:spacing w:after="0"/>
              <w:jc w:val="center"/>
              <w:rPr>
                <w:rFonts w:ascii="Arial" w:hAnsi="Arial" w:cs="Arial"/>
                <w:sz w:val="18"/>
              </w:rPr>
            </w:pPr>
          </w:p>
          <w:p w14:paraId="0984EC26"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400" w:dyaOrig="680" w14:anchorId="09851202">
                <v:shape id="_x0000_i1099" type="#_x0000_t75" style="width:121.4pt;height:28.05pt" o:ole="">
                  <v:imagedata r:id="rId153" o:title=""/>
                </v:shape>
                <o:OLEObject Type="Embed" ProgID="Equation.3" ShapeID="_x0000_i1099" DrawAspect="Content" ObjectID="_1717663621" r:id="rId154"/>
              </w:object>
            </w:r>
          </w:p>
        </w:tc>
        <w:tc>
          <w:tcPr>
            <w:tcW w:w="1430" w:type="dxa"/>
          </w:tcPr>
          <w:p w14:paraId="0984EC2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2D" w14:textId="77777777" w:rsidTr="00AB06FD">
        <w:trPr>
          <w:cantSplit/>
          <w:jc w:val="center"/>
        </w:trPr>
        <w:tc>
          <w:tcPr>
            <w:tcW w:w="1953" w:type="dxa"/>
          </w:tcPr>
          <w:p w14:paraId="0984EC2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2.8 MHz</w:t>
            </w:r>
          </w:p>
        </w:tc>
        <w:tc>
          <w:tcPr>
            <w:tcW w:w="2976" w:type="dxa"/>
          </w:tcPr>
          <w:p w14:paraId="0984EC2A"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1.45 MHz </w:t>
            </w:r>
            <w:r w:rsidRPr="00EF2F0E">
              <w:rPr>
                <w:rFonts w:ascii="Arial" w:hAnsi="Arial" w:cs="v5.0.0"/>
                <w:sz w:val="18"/>
              </w:rPr>
              <w:sym w:font="Symbol" w:char="F0A3"/>
            </w:r>
            <w:r w:rsidRPr="00EF2F0E">
              <w:rPr>
                <w:rFonts w:ascii="Arial" w:hAnsi="Arial" w:cs="v5.0.0"/>
                <w:sz w:val="18"/>
              </w:rPr>
              <w:t xml:space="preserve"> f_offset &lt; 2.85 MHz</w:t>
            </w:r>
          </w:p>
        </w:tc>
        <w:tc>
          <w:tcPr>
            <w:tcW w:w="3455" w:type="dxa"/>
          </w:tcPr>
          <w:p w14:paraId="0984EC2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-2 dBm</w:t>
            </w:r>
          </w:p>
        </w:tc>
        <w:tc>
          <w:tcPr>
            <w:tcW w:w="1430" w:type="dxa"/>
          </w:tcPr>
          <w:p w14:paraId="0984EC2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32" w14:textId="77777777" w:rsidTr="00AB06FD">
        <w:trPr>
          <w:cantSplit/>
          <w:jc w:val="center"/>
        </w:trPr>
        <w:tc>
          <w:tcPr>
            <w:tcW w:w="1953" w:type="dxa"/>
          </w:tcPr>
          <w:p w14:paraId="0984EC2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2.8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C2F"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2.85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C3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-7 dBm</w:t>
            </w:r>
          </w:p>
        </w:tc>
        <w:tc>
          <w:tcPr>
            <w:tcW w:w="1430" w:type="dxa"/>
          </w:tcPr>
          <w:p w14:paraId="0984EC3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B15E99" w:rsidRPr="00EF2F0E" w14:paraId="0984EC35" w14:textId="77777777" w:rsidTr="00AB06FD">
        <w:trPr>
          <w:cantSplit/>
          <w:jc w:val="center"/>
        </w:trPr>
        <w:tc>
          <w:tcPr>
            <w:tcW w:w="9814" w:type="dxa"/>
            <w:gridSpan w:val="4"/>
          </w:tcPr>
          <w:p w14:paraId="0984EC33"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-7dBm/100kHz.</w:t>
            </w:r>
          </w:p>
          <w:p w14:paraId="0984EC34"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C36" w14:textId="77777777" w:rsidR="00B15E99" w:rsidRPr="00EF2F0E" w:rsidRDefault="00B15E99" w:rsidP="00B15E99"/>
    <w:p w14:paraId="0984EC37" w14:textId="77777777" w:rsidR="00B15E99" w:rsidRPr="00EF2F0E" w:rsidRDefault="00B15E99" w:rsidP="00B15E99">
      <w:pPr>
        <w:pStyle w:val="TH"/>
        <w:rPr>
          <w:rFonts w:cs="v5.0.0"/>
        </w:rPr>
      </w:pPr>
      <w:r w:rsidRPr="00EF2F0E">
        <w:t xml:space="preserve">Table 9.7.5.4.3.2-2: Wide Area BS operating band unwanted emission limits for 3 MHz </w:t>
      </w:r>
      <w:r w:rsidRPr="00EF2F0E">
        <w:rPr>
          <w:i/>
        </w:rPr>
        <w:t>channel bandwidth</w:t>
      </w:r>
      <w:r w:rsidRPr="00EF2F0E">
        <w:t xml:space="preserve"> (E</w:t>
      </w:r>
      <w:r w:rsidRPr="00EF2F0E">
        <w:noBreakHyphen/>
        <w:t>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C3D" w14:textId="77777777" w:rsidTr="00AB06FD">
        <w:trPr>
          <w:cantSplit/>
          <w:jc w:val="center"/>
        </w:trPr>
        <w:tc>
          <w:tcPr>
            <w:tcW w:w="1953" w:type="dxa"/>
          </w:tcPr>
          <w:p w14:paraId="0984EC38"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2976" w:type="dxa"/>
          </w:tcPr>
          <w:p w14:paraId="0984EC39"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Frequency offset of measurement filter centre frequency, f_offset</w:t>
            </w:r>
          </w:p>
        </w:tc>
        <w:tc>
          <w:tcPr>
            <w:tcW w:w="3455" w:type="dxa"/>
          </w:tcPr>
          <w:p w14:paraId="0984EC3A" w14:textId="77777777" w:rsidR="00B15E99" w:rsidRPr="00EF2F0E" w:rsidRDefault="00B15E99" w:rsidP="00AB06FD">
            <w:pPr>
              <w:keepNext/>
              <w:keepLines/>
              <w:spacing w:after="0"/>
              <w:jc w:val="center"/>
              <w:rPr>
                <w:rFonts w:ascii="Arial" w:hAnsi="Arial" w:cs="v5.0.0"/>
                <w:b/>
                <w:sz w:val="18"/>
              </w:rPr>
            </w:pPr>
            <w:r w:rsidRPr="00EF2F0E">
              <w:rPr>
                <w:rFonts w:ascii="Arial" w:hAnsi="Arial" w:cs="Arial"/>
                <w:b/>
                <w:i/>
                <w:sz w:val="18"/>
              </w:rPr>
              <w:t>Minimum requirement</w:t>
            </w:r>
            <w:r w:rsidRPr="00EF2F0E">
              <w:rPr>
                <w:rFonts w:ascii="Arial" w:hAnsi="Arial" w:cs="v5.0.0"/>
                <w:b/>
                <w:sz w:val="18"/>
              </w:rPr>
              <w:t xml:space="preserve"> </w:t>
            </w:r>
          </w:p>
          <w:p w14:paraId="0984EC3B"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(NOTE 1</w:t>
            </w:r>
            <w:r w:rsidRPr="00EF2F0E">
              <w:rPr>
                <w:rFonts w:ascii="Arial" w:hAnsi="Arial" w:cs="Arial"/>
                <w:b/>
                <w:sz w:val="18"/>
              </w:rPr>
              <w:t>, 2</w:t>
            </w:r>
            <w:r w:rsidRPr="00EF2F0E">
              <w:rPr>
                <w:rFonts w:ascii="Arial" w:hAnsi="Arial" w:cs="v5.0.0"/>
                <w:b/>
                <w:sz w:val="18"/>
              </w:rPr>
              <w:t>)</w:t>
            </w:r>
          </w:p>
        </w:tc>
        <w:tc>
          <w:tcPr>
            <w:tcW w:w="1430" w:type="dxa"/>
          </w:tcPr>
          <w:p w14:paraId="0984EC3C"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Measurement bandwidth </w:t>
            </w:r>
            <w:r w:rsidRPr="00EF2F0E">
              <w:rPr>
                <w:rFonts w:ascii="Arial" w:hAnsi="Arial" w:cs="Arial"/>
                <w:b/>
                <w:sz w:val="18"/>
              </w:rPr>
              <w:t>(NOTE 7)</w:t>
            </w:r>
          </w:p>
        </w:tc>
      </w:tr>
      <w:tr w:rsidR="003401A4" w:rsidRPr="00EF2F0E" w14:paraId="0984EC43" w14:textId="77777777" w:rsidTr="00AB06FD">
        <w:trPr>
          <w:cantSplit/>
          <w:jc w:val="center"/>
        </w:trPr>
        <w:tc>
          <w:tcPr>
            <w:tcW w:w="1953" w:type="dxa"/>
            <w:vAlign w:val="center"/>
          </w:tcPr>
          <w:p w14:paraId="0984EC3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3 MHz</w:t>
            </w:r>
          </w:p>
        </w:tc>
        <w:tc>
          <w:tcPr>
            <w:tcW w:w="2976" w:type="dxa"/>
            <w:vAlign w:val="center"/>
          </w:tcPr>
          <w:p w14:paraId="0984EC3F"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3.05 MHz</w:t>
            </w:r>
          </w:p>
        </w:tc>
        <w:tc>
          <w:tcPr>
            <w:tcW w:w="3455" w:type="dxa"/>
            <w:vAlign w:val="center"/>
          </w:tcPr>
          <w:p w14:paraId="0984EC40" w14:textId="77777777" w:rsidR="00B15E99" w:rsidRPr="00EF2F0E" w:rsidRDefault="00B15E99" w:rsidP="00AB06FD">
            <w:pPr>
              <w:keepNext/>
              <w:keepLines/>
              <w:spacing w:after="0"/>
              <w:jc w:val="center"/>
              <w:rPr>
                <w:rFonts w:ascii="Arial" w:hAnsi="Arial" w:cs="Arial"/>
                <w:sz w:val="18"/>
              </w:rPr>
            </w:pPr>
          </w:p>
          <w:p w14:paraId="0984EC41"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340" w:dyaOrig="680" w14:anchorId="09851203">
                <v:shape id="_x0000_i1100" type="#_x0000_t75" style="width:116.55pt;height:28.05pt" o:ole="">
                  <v:imagedata r:id="rId155" o:title=""/>
                </v:shape>
                <o:OLEObject Type="Embed" ProgID="Equation.3" ShapeID="_x0000_i1100" DrawAspect="Content" ObjectID="_1717663622" r:id="rId156"/>
              </w:object>
            </w:r>
          </w:p>
        </w:tc>
        <w:tc>
          <w:tcPr>
            <w:tcW w:w="1430" w:type="dxa"/>
          </w:tcPr>
          <w:p w14:paraId="0984EC42"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48" w14:textId="77777777" w:rsidTr="00AB06FD">
        <w:trPr>
          <w:cantSplit/>
          <w:jc w:val="center"/>
        </w:trPr>
        <w:tc>
          <w:tcPr>
            <w:tcW w:w="1953" w:type="dxa"/>
          </w:tcPr>
          <w:p w14:paraId="0984EC44"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6 MHz</w:t>
            </w:r>
          </w:p>
        </w:tc>
        <w:tc>
          <w:tcPr>
            <w:tcW w:w="2976" w:type="dxa"/>
          </w:tcPr>
          <w:p w14:paraId="0984EC45"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3.05 MHz </w:t>
            </w:r>
            <w:r w:rsidRPr="00EF2F0E">
              <w:rPr>
                <w:rFonts w:ascii="Arial" w:hAnsi="Arial" w:cs="v5.0.0"/>
                <w:sz w:val="18"/>
              </w:rPr>
              <w:sym w:font="Symbol" w:char="F0A3"/>
            </w:r>
            <w:r w:rsidRPr="00EF2F0E">
              <w:rPr>
                <w:rFonts w:ascii="Arial" w:hAnsi="Arial" w:cs="v5.0.0"/>
                <w:sz w:val="18"/>
              </w:rPr>
              <w:t xml:space="preserve"> f_offset &lt; 6.05 MHz</w:t>
            </w:r>
          </w:p>
        </w:tc>
        <w:tc>
          <w:tcPr>
            <w:tcW w:w="3455" w:type="dxa"/>
          </w:tcPr>
          <w:p w14:paraId="0984EC46"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-6 dBm</w:t>
            </w:r>
          </w:p>
        </w:tc>
        <w:tc>
          <w:tcPr>
            <w:tcW w:w="1430" w:type="dxa"/>
          </w:tcPr>
          <w:p w14:paraId="0984EC4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4D" w14:textId="77777777" w:rsidTr="00AB06FD">
        <w:trPr>
          <w:cantSplit/>
          <w:jc w:val="center"/>
        </w:trPr>
        <w:tc>
          <w:tcPr>
            <w:tcW w:w="1953" w:type="dxa"/>
          </w:tcPr>
          <w:p w14:paraId="0984EC4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C4A"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6.05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C4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-7 dBm</w:t>
            </w:r>
          </w:p>
        </w:tc>
        <w:tc>
          <w:tcPr>
            <w:tcW w:w="1430" w:type="dxa"/>
          </w:tcPr>
          <w:p w14:paraId="0984EC4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B15E99" w:rsidRPr="00EF2F0E" w14:paraId="0984EC50" w14:textId="77777777" w:rsidTr="00AB06FD">
        <w:trPr>
          <w:cantSplit/>
          <w:jc w:val="center"/>
        </w:trPr>
        <w:tc>
          <w:tcPr>
            <w:tcW w:w="9814" w:type="dxa"/>
            <w:gridSpan w:val="4"/>
          </w:tcPr>
          <w:p w14:paraId="0984EC4E"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-7dBm/100kHz.</w:t>
            </w:r>
          </w:p>
          <w:p w14:paraId="0984EC4F"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C51" w14:textId="77777777" w:rsidR="00B15E99" w:rsidRPr="00EF2F0E" w:rsidRDefault="00B15E99" w:rsidP="00B15E99"/>
    <w:p w14:paraId="0984EC52" w14:textId="77777777" w:rsidR="00B15E99" w:rsidRPr="00EF2F0E" w:rsidRDefault="00B15E99" w:rsidP="00B15E99">
      <w:pPr>
        <w:pStyle w:val="TH"/>
        <w:rPr>
          <w:rFonts w:cs="v5.0.0"/>
        </w:rPr>
      </w:pPr>
      <w:r w:rsidRPr="00EF2F0E">
        <w:t xml:space="preserve">Table 9.7.5.4.3.2-3: Wide Area BS operating band unwanted emission limits for 5, 10, 15 and 20 MHz </w:t>
      </w:r>
      <w:r w:rsidRPr="00EF2F0E">
        <w:rPr>
          <w:i/>
        </w:rPr>
        <w:t>channel bandwidth</w:t>
      </w:r>
      <w:r w:rsidRPr="00EF2F0E">
        <w:t xml:space="preserve"> (E-UTRA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C58" w14:textId="77777777" w:rsidTr="00AB06FD">
        <w:trPr>
          <w:cantSplit/>
          <w:jc w:val="center"/>
        </w:trPr>
        <w:tc>
          <w:tcPr>
            <w:tcW w:w="1953" w:type="dxa"/>
          </w:tcPr>
          <w:p w14:paraId="0984EC53"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2976" w:type="dxa"/>
          </w:tcPr>
          <w:p w14:paraId="0984EC54"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Frequency offset of measurement filter centre frequency, f_offset</w:t>
            </w:r>
          </w:p>
        </w:tc>
        <w:tc>
          <w:tcPr>
            <w:tcW w:w="3455" w:type="dxa"/>
          </w:tcPr>
          <w:p w14:paraId="0984EC55" w14:textId="77777777" w:rsidR="00B15E99" w:rsidRPr="00EF2F0E" w:rsidRDefault="00B15E99" w:rsidP="00AB06FD">
            <w:pPr>
              <w:keepNext/>
              <w:keepLines/>
              <w:spacing w:after="0"/>
              <w:jc w:val="center"/>
              <w:rPr>
                <w:rFonts w:ascii="Arial" w:hAnsi="Arial" w:cs="v5.0.0"/>
                <w:b/>
                <w:sz w:val="18"/>
              </w:rPr>
            </w:pPr>
            <w:r w:rsidRPr="00EF2F0E">
              <w:rPr>
                <w:rFonts w:ascii="Arial" w:hAnsi="Arial" w:cs="Arial"/>
                <w:b/>
                <w:i/>
                <w:sz w:val="18"/>
              </w:rPr>
              <w:t>Minimum requirement</w:t>
            </w:r>
            <w:r w:rsidRPr="00EF2F0E">
              <w:rPr>
                <w:rFonts w:ascii="Arial" w:hAnsi="Arial" w:cs="v5.0.0"/>
                <w:b/>
                <w:sz w:val="18"/>
              </w:rPr>
              <w:t xml:space="preserve"> </w:t>
            </w:r>
          </w:p>
          <w:p w14:paraId="0984EC56"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(NOTE 1</w:t>
            </w:r>
            <w:r w:rsidRPr="00EF2F0E">
              <w:rPr>
                <w:rFonts w:ascii="Arial" w:hAnsi="Arial" w:cs="Arial"/>
                <w:b/>
                <w:sz w:val="18"/>
              </w:rPr>
              <w:t>, 2</w:t>
            </w:r>
            <w:r w:rsidRPr="00EF2F0E">
              <w:rPr>
                <w:rFonts w:ascii="Arial" w:hAnsi="Arial" w:cs="v5.0.0"/>
                <w:b/>
                <w:sz w:val="18"/>
              </w:rPr>
              <w:t>)</w:t>
            </w:r>
          </w:p>
        </w:tc>
        <w:tc>
          <w:tcPr>
            <w:tcW w:w="1430" w:type="dxa"/>
          </w:tcPr>
          <w:p w14:paraId="0984EC57"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Measurement bandwidth </w:t>
            </w:r>
            <w:r w:rsidRPr="00EF2F0E">
              <w:rPr>
                <w:rFonts w:ascii="Arial" w:hAnsi="Arial" w:cs="Arial"/>
                <w:b/>
                <w:sz w:val="18"/>
              </w:rPr>
              <w:t>(NOTE 7)</w:t>
            </w:r>
          </w:p>
        </w:tc>
      </w:tr>
      <w:tr w:rsidR="003401A4" w:rsidRPr="00EF2F0E" w14:paraId="0984EC5E" w14:textId="77777777" w:rsidTr="00AB06FD">
        <w:trPr>
          <w:cantSplit/>
          <w:jc w:val="center"/>
        </w:trPr>
        <w:tc>
          <w:tcPr>
            <w:tcW w:w="1953" w:type="dxa"/>
          </w:tcPr>
          <w:p w14:paraId="0984EC5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5 MHz</w:t>
            </w:r>
          </w:p>
        </w:tc>
        <w:tc>
          <w:tcPr>
            <w:tcW w:w="2976" w:type="dxa"/>
          </w:tcPr>
          <w:p w14:paraId="0984EC5A"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5.05 MHz</w:t>
            </w:r>
          </w:p>
        </w:tc>
        <w:tc>
          <w:tcPr>
            <w:tcW w:w="3455" w:type="dxa"/>
            <w:vAlign w:val="center"/>
          </w:tcPr>
          <w:p w14:paraId="0984EC5B" w14:textId="77777777" w:rsidR="00B15E99" w:rsidRPr="00EF2F0E" w:rsidRDefault="00B15E99" w:rsidP="00AB06FD">
            <w:pPr>
              <w:keepNext/>
              <w:keepLines/>
              <w:spacing w:after="0"/>
              <w:jc w:val="center"/>
              <w:rPr>
                <w:rFonts w:ascii="Arial" w:hAnsi="Arial" w:cs="Arial"/>
                <w:sz w:val="18"/>
              </w:rPr>
            </w:pPr>
          </w:p>
          <w:p w14:paraId="0984EC5C"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260" w:dyaOrig="680" w14:anchorId="09851204">
                <v:shape id="_x0000_i1101" type="#_x0000_t75" style="width:116.55pt;height:28.05pt" o:ole="">
                  <v:imagedata r:id="rId157" o:title=""/>
                </v:shape>
                <o:OLEObject Type="Embed" ProgID="Equation.3" ShapeID="_x0000_i1101" DrawAspect="Content" ObjectID="_1717663623" r:id="rId158"/>
              </w:object>
            </w:r>
          </w:p>
        </w:tc>
        <w:tc>
          <w:tcPr>
            <w:tcW w:w="1430" w:type="dxa"/>
          </w:tcPr>
          <w:p w14:paraId="0984EC5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65" w14:textId="77777777" w:rsidTr="00AB06FD">
        <w:trPr>
          <w:cantSplit/>
          <w:jc w:val="center"/>
        </w:trPr>
        <w:tc>
          <w:tcPr>
            <w:tcW w:w="1953" w:type="dxa"/>
          </w:tcPr>
          <w:p w14:paraId="0984EC5F"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 </w:t>
            </w:r>
            <w:r w:rsidRPr="00EF2F0E">
              <w:rPr>
                <w:rFonts w:ascii="Arial" w:hAnsi="Arial" w:cs="Arial"/>
                <w:sz w:val="18"/>
                <w:lang w:val="sv-FI"/>
              </w:rPr>
              <w:t xml:space="preserve">MHz </w:t>
            </w:r>
            <w:r w:rsidRPr="00EF2F0E">
              <w:rPr>
                <w:rFonts w:ascii="Arial" w:hAnsi="Arial" w:cs="v5.0.0"/>
                <w:sz w:val="18"/>
              </w:rPr>
              <w:sym w:font="Symbol" w:char="F0A3"/>
            </w:r>
            <w:r w:rsidRPr="00EF2F0E">
              <w:rPr>
                <w:rFonts w:ascii="Arial" w:hAnsi="Arial" w:cs="v5.0.0"/>
                <w:sz w:val="18"/>
                <w:lang w:val="sv-FI"/>
              </w:rPr>
              <w:t xml:space="preserve"> </w:t>
            </w:r>
            <w:r w:rsidRPr="00EF2F0E">
              <w:rPr>
                <w:rFonts w:ascii="Arial" w:hAnsi="Arial" w:cs="v5.0.0"/>
                <w:sz w:val="18"/>
              </w:rPr>
              <w:sym w:font="Symbol" w:char="F044"/>
            </w:r>
            <w:r w:rsidRPr="00EF2F0E">
              <w:rPr>
                <w:rFonts w:ascii="Arial" w:hAnsi="Arial" w:cs="v5.0.0"/>
                <w:sz w:val="18"/>
                <w:lang w:val="sv-FI"/>
              </w:rPr>
              <w:t xml:space="preserve">f &lt; </w:t>
            </w:r>
          </w:p>
          <w:p w14:paraId="0984EC60"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min(10 MHz, </w:t>
            </w:r>
            <w:r w:rsidRPr="00EF2F0E">
              <w:rPr>
                <w:rFonts w:ascii="Arial" w:hAnsi="Arial" w:cs="Arial"/>
                <w:sz w:val="18"/>
              </w:rPr>
              <w:sym w:font="Symbol" w:char="F044"/>
            </w:r>
            <w:r w:rsidRPr="00EF2F0E">
              <w:rPr>
                <w:rFonts w:ascii="Arial" w:hAnsi="Arial" w:cs="Arial"/>
                <w:sz w:val="18"/>
                <w:lang w:val="sv-FI"/>
              </w:rPr>
              <w:t>f</w:t>
            </w:r>
            <w:r w:rsidRPr="00EF2F0E">
              <w:rPr>
                <w:rFonts w:ascii="Arial" w:hAnsi="Arial" w:cs="Arial"/>
                <w:sz w:val="18"/>
                <w:vertAlign w:val="subscript"/>
                <w:lang w:val="sv-FI"/>
              </w:rPr>
              <w:t>max</w:t>
            </w:r>
            <w:r w:rsidRPr="00EF2F0E">
              <w:rPr>
                <w:rFonts w:ascii="Arial" w:hAnsi="Arial" w:cs="v5.0.0"/>
                <w:sz w:val="18"/>
                <w:lang w:val="sv-FI"/>
              </w:rPr>
              <w:t>)</w:t>
            </w:r>
          </w:p>
        </w:tc>
        <w:tc>
          <w:tcPr>
            <w:tcW w:w="2976" w:type="dxa"/>
          </w:tcPr>
          <w:p w14:paraId="0984EC61"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5.05 MHz </w:t>
            </w:r>
            <w:r w:rsidRPr="00EF2F0E">
              <w:rPr>
                <w:rFonts w:ascii="Arial" w:hAnsi="Arial" w:cs="v5.0.0"/>
                <w:sz w:val="18"/>
              </w:rPr>
              <w:sym w:font="Symbol" w:char="F0A3"/>
            </w:r>
            <w:r w:rsidRPr="00EF2F0E">
              <w:rPr>
                <w:rFonts w:ascii="Arial" w:hAnsi="Arial" w:cs="v5.0.0"/>
                <w:sz w:val="18"/>
                <w:lang w:val="sv-FI"/>
              </w:rPr>
              <w:t xml:space="preserve"> f_offset &lt; </w:t>
            </w:r>
          </w:p>
          <w:p w14:paraId="0984EC62"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min(10.05 MHz, f_offset</w:t>
            </w:r>
            <w:r w:rsidRPr="00EF2F0E">
              <w:rPr>
                <w:rFonts w:ascii="Arial" w:hAnsi="Arial" w:cs="v5.0.0"/>
                <w:sz w:val="18"/>
                <w:vertAlign w:val="subscript"/>
                <w:lang w:val="sv-FI"/>
              </w:rPr>
              <w:t>max</w:t>
            </w:r>
            <w:r w:rsidRPr="00EF2F0E">
              <w:rPr>
                <w:rFonts w:ascii="Arial" w:hAnsi="Arial" w:cs="v5.0.0"/>
                <w:sz w:val="18"/>
                <w:lang w:val="sv-FI"/>
              </w:rPr>
              <w:t>)</w:t>
            </w:r>
          </w:p>
        </w:tc>
        <w:tc>
          <w:tcPr>
            <w:tcW w:w="3455" w:type="dxa"/>
          </w:tcPr>
          <w:p w14:paraId="0984EC63"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-5 dBm</w:t>
            </w:r>
          </w:p>
        </w:tc>
        <w:tc>
          <w:tcPr>
            <w:tcW w:w="1430" w:type="dxa"/>
          </w:tcPr>
          <w:p w14:paraId="0984EC6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6A" w14:textId="77777777" w:rsidTr="00AB06FD">
        <w:trPr>
          <w:cantSplit/>
          <w:jc w:val="center"/>
        </w:trPr>
        <w:tc>
          <w:tcPr>
            <w:tcW w:w="1953" w:type="dxa"/>
          </w:tcPr>
          <w:p w14:paraId="0984EC66"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C67"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C6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-7 dBm (NOTE 7)</w:t>
            </w:r>
          </w:p>
        </w:tc>
        <w:tc>
          <w:tcPr>
            <w:tcW w:w="1430" w:type="dxa"/>
          </w:tcPr>
          <w:p w14:paraId="0984EC6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B15E99" w:rsidRPr="00EF2F0E" w14:paraId="0984EC6D" w14:textId="77777777" w:rsidTr="00AB06FD">
        <w:trPr>
          <w:cantSplit/>
          <w:jc w:val="center"/>
        </w:trPr>
        <w:tc>
          <w:tcPr>
            <w:tcW w:w="9814" w:type="dxa"/>
            <w:gridSpan w:val="4"/>
          </w:tcPr>
          <w:p w14:paraId="0984EC6B"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-7dBm/100kHz.</w:t>
            </w:r>
          </w:p>
          <w:p w14:paraId="0984EC6C"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C6E" w14:textId="77777777" w:rsidR="00B15E99" w:rsidRPr="00EF2F0E" w:rsidRDefault="00B15E99" w:rsidP="00B15E99"/>
    <w:p w14:paraId="0984EC6F" w14:textId="77777777" w:rsidR="00F53569" w:rsidRPr="00EF2F0E" w:rsidRDefault="00F53569" w:rsidP="00F53569">
      <w:r w:rsidRPr="00EF2F0E">
        <w:t xml:space="preserve">For a E-UTRA RIB operating in Bands 1, 2, 3, 4, 7, 10, 22, 25, 30, 33, 34, 35, 36, 37, 38, 39, 40, 41, 42, 43, 45, 48, 50, 65, 66, 69, 70, 75, emissions shall use the </w:t>
      </w:r>
      <w:r w:rsidRPr="00EF2F0E">
        <w:rPr>
          <w:i/>
        </w:rPr>
        <w:t>minimum requirement</w:t>
      </w:r>
      <w:r w:rsidRPr="00EF2F0E">
        <w:rPr>
          <w:rFonts w:cs="v4.2.0"/>
          <w:i/>
        </w:rPr>
        <w:t>s</w:t>
      </w:r>
      <w:r w:rsidRPr="00EF2F0E">
        <w:t xml:space="preserve"> specified in tables 9.7.5.4.3.2-4 to 9.7.5.4.3.2-6:</w:t>
      </w:r>
    </w:p>
    <w:p w14:paraId="0984EC70" w14:textId="77777777" w:rsidR="00B15E99" w:rsidRPr="00EF2F0E" w:rsidRDefault="00B15E99" w:rsidP="00B15E99">
      <w:pPr>
        <w:pStyle w:val="TH"/>
        <w:rPr>
          <w:rFonts w:cs="v5.0.0"/>
        </w:rPr>
      </w:pPr>
      <w:r w:rsidRPr="00EF2F0E">
        <w:t xml:space="preserve">Table 9.7.5.4.3.2-4: Wide Area BS operating band unwanted emission limits for 1.4 MHz </w:t>
      </w:r>
      <w:r w:rsidRPr="00EF2F0E">
        <w:rPr>
          <w:i/>
        </w:rPr>
        <w:t>channel bandwidth</w:t>
      </w:r>
      <w:r w:rsidRPr="00EF2F0E">
        <w:t xml:space="preserve"> (E</w:t>
      </w:r>
      <w:r w:rsidRPr="00EF2F0E">
        <w:noBreakHyphen/>
        <w:t>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C76" w14:textId="77777777" w:rsidTr="00AB06FD">
        <w:trPr>
          <w:cantSplit/>
          <w:jc w:val="center"/>
        </w:trPr>
        <w:tc>
          <w:tcPr>
            <w:tcW w:w="1953" w:type="dxa"/>
          </w:tcPr>
          <w:p w14:paraId="0984EC71"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2976" w:type="dxa"/>
          </w:tcPr>
          <w:p w14:paraId="0984EC72"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Frequency offset of measurement filter centre frequency, f_offset</w:t>
            </w:r>
          </w:p>
        </w:tc>
        <w:tc>
          <w:tcPr>
            <w:tcW w:w="3455" w:type="dxa"/>
          </w:tcPr>
          <w:p w14:paraId="0984EC73" w14:textId="77777777" w:rsidR="00B15E99" w:rsidRPr="00EF2F0E" w:rsidRDefault="00B15E99" w:rsidP="00AB06FD">
            <w:pPr>
              <w:keepNext/>
              <w:keepLines/>
              <w:spacing w:after="0"/>
              <w:jc w:val="center"/>
              <w:rPr>
                <w:rFonts w:ascii="Arial" w:hAnsi="Arial" w:cs="v5.0.0"/>
                <w:b/>
                <w:sz w:val="18"/>
              </w:rPr>
            </w:pPr>
            <w:r w:rsidRPr="00EF2F0E">
              <w:rPr>
                <w:rFonts w:ascii="Arial" w:hAnsi="Arial" w:cs="Arial"/>
                <w:b/>
                <w:i/>
                <w:sz w:val="18"/>
              </w:rPr>
              <w:t>Minimum requirement</w:t>
            </w:r>
            <w:r w:rsidRPr="00EF2F0E">
              <w:rPr>
                <w:rFonts w:ascii="Arial" w:hAnsi="Arial" w:cs="v5.0.0"/>
                <w:b/>
                <w:sz w:val="18"/>
              </w:rPr>
              <w:t xml:space="preserve"> </w:t>
            </w:r>
          </w:p>
          <w:p w14:paraId="0984EC74"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(NOTE 1</w:t>
            </w:r>
            <w:r w:rsidRPr="00EF2F0E">
              <w:rPr>
                <w:rFonts w:ascii="Arial" w:hAnsi="Arial" w:cs="Arial"/>
                <w:b/>
                <w:sz w:val="18"/>
              </w:rPr>
              <w:t>, 2</w:t>
            </w:r>
            <w:r w:rsidRPr="00EF2F0E">
              <w:rPr>
                <w:rFonts w:ascii="Arial" w:hAnsi="Arial" w:cs="v5.0.0"/>
                <w:b/>
                <w:sz w:val="18"/>
              </w:rPr>
              <w:t>)</w:t>
            </w:r>
          </w:p>
        </w:tc>
        <w:tc>
          <w:tcPr>
            <w:tcW w:w="1430" w:type="dxa"/>
          </w:tcPr>
          <w:p w14:paraId="0984EC75"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Measurement bandwidth </w:t>
            </w:r>
            <w:r w:rsidRPr="00EF2F0E">
              <w:rPr>
                <w:rFonts w:ascii="Arial" w:hAnsi="Arial" w:cs="Arial"/>
                <w:b/>
                <w:sz w:val="18"/>
              </w:rPr>
              <w:t>(NOTE 7)</w:t>
            </w:r>
          </w:p>
        </w:tc>
      </w:tr>
      <w:tr w:rsidR="003401A4" w:rsidRPr="00EF2F0E" w14:paraId="0984EC7C" w14:textId="77777777" w:rsidTr="00AB06FD">
        <w:trPr>
          <w:cantSplit/>
          <w:jc w:val="center"/>
        </w:trPr>
        <w:tc>
          <w:tcPr>
            <w:tcW w:w="1953" w:type="dxa"/>
            <w:vAlign w:val="center"/>
          </w:tcPr>
          <w:p w14:paraId="0984EC77"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1.4 MHz</w:t>
            </w:r>
          </w:p>
        </w:tc>
        <w:tc>
          <w:tcPr>
            <w:tcW w:w="2976" w:type="dxa"/>
            <w:vAlign w:val="center"/>
          </w:tcPr>
          <w:p w14:paraId="0984EC78"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1.45 MHz</w:t>
            </w:r>
          </w:p>
        </w:tc>
        <w:tc>
          <w:tcPr>
            <w:tcW w:w="3455" w:type="dxa"/>
            <w:vAlign w:val="center"/>
          </w:tcPr>
          <w:p w14:paraId="0984EC79" w14:textId="77777777" w:rsidR="00B15E99" w:rsidRPr="00EF2F0E" w:rsidRDefault="00B15E99" w:rsidP="00AB06FD">
            <w:pPr>
              <w:keepNext/>
              <w:keepLines/>
              <w:spacing w:after="0"/>
              <w:jc w:val="center"/>
              <w:rPr>
                <w:rFonts w:ascii="Arial" w:hAnsi="Arial" w:cs="Arial"/>
                <w:sz w:val="18"/>
              </w:rPr>
            </w:pPr>
          </w:p>
          <w:p w14:paraId="0984EC7A"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400" w:dyaOrig="680" w14:anchorId="09851205">
                <v:shape id="_x0000_i1102" type="#_x0000_t75" style="width:121.4pt;height:28.05pt" o:ole="">
                  <v:imagedata r:id="rId159" o:title=""/>
                </v:shape>
                <o:OLEObject Type="Embed" ProgID="Equation.3" ShapeID="_x0000_i1102" DrawAspect="Content" ObjectID="_1717663624" r:id="rId160"/>
              </w:object>
            </w:r>
          </w:p>
        </w:tc>
        <w:tc>
          <w:tcPr>
            <w:tcW w:w="1430" w:type="dxa"/>
          </w:tcPr>
          <w:p w14:paraId="0984EC7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81" w14:textId="77777777" w:rsidTr="00AB06FD">
        <w:trPr>
          <w:cantSplit/>
          <w:jc w:val="center"/>
        </w:trPr>
        <w:tc>
          <w:tcPr>
            <w:tcW w:w="1953" w:type="dxa"/>
          </w:tcPr>
          <w:p w14:paraId="0984EC7D"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2.8 MHz</w:t>
            </w:r>
          </w:p>
        </w:tc>
        <w:tc>
          <w:tcPr>
            <w:tcW w:w="2976" w:type="dxa"/>
          </w:tcPr>
          <w:p w14:paraId="0984EC7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1.45 MHz </w:t>
            </w:r>
            <w:r w:rsidRPr="00EF2F0E">
              <w:rPr>
                <w:rFonts w:ascii="Arial" w:hAnsi="Arial" w:cs="v5.0.0"/>
                <w:sz w:val="18"/>
              </w:rPr>
              <w:sym w:font="Symbol" w:char="F0A3"/>
            </w:r>
            <w:r w:rsidRPr="00EF2F0E">
              <w:rPr>
                <w:rFonts w:ascii="Arial" w:hAnsi="Arial" w:cs="v5.0.0"/>
                <w:sz w:val="18"/>
              </w:rPr>
              <w:t xml:space="preserve"> f_offset &lt; 2.85 MHz</w:t>
            </w:r>
          </w:p>
        </w:tc>
        <w:tc>
          <w:tcPr>
            <w:tcW w:w="3455" w:type="dxa"/>
          </w:tcPr>
          <w:p w14:paraId="0984EC7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-2 dBm</w:t>
            </w:r>
          </w:p>
        </w:tc>
        <w:tc>
          <w:tcPr>
            <w:tcW w:w="1430" w:type="dxa"/>
          </w:tcPr>
          <w:p w14:paraId="0984EC8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86" w14:textId="77777777" w:rsidTr="00AB06FD">
        <w:trPr>
          <w:cantSplit/>
          <w:jc w:val="center"/>
        </w:trPr>
        <w:tc>
          <w:tcPr>
            <w:tcW w:w="1953" w:type="dxa"/>
          </w:tcPr>
          <w:p w14:paraId="0984EC8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2.8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C8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3.3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C8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-6 dBm</w:t>
            </w:r>
          </w:p>
        </w:tc>
        <w:tc>
          <w:tcPr>
            <w:tcW w:w="1430" w:type="dxa"/>
          </w:tcPr>
          <w:p w14:paraId="0984EC8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1MHz</w:t>
            </w:r>
          </w:p>
        </w:tc>
      </w:tr>
      <w:tr w:rsidR="00B15E99" w:rsidRPr="00EF2F0E" w14:paraId="0984EC89" w14:textId="77777777" w:rsidTr="00AB06FD">
        <w:trPr>
          <w:cantSplit/>
          <w:jc w:val="center"/>
        </w:trPr>
        <w:tc>
          <w:tcPr>
            <w:tcW w:w="9814" w:type="dxa"/>
            <w:gridSpan w:val="4"/>
          </w:tcPr>
          <w:p w14:paraId="0984EC87"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-6dBm/1MHz.</w:t>
            </w:r>
          </w:p>
          <w:p w14:paraId="0984EC88"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v5.0.0"/>
                <w:sz w:val="18"/>
              </w:rPr>
              <w:t xml:space="preserve">, where the contribution from the far-end sub-block </w:t>
            </w:r>
            <w:r w:rsidRPr="00EF2F0E">
              <w:rPr>
                <w:rFonts w:ascii="Arial" w:hAnsi="Arial" w:cs="Arial"/>
                <w:sz w:val="18"/>
              </w:rPr>
              <w:t xml:space="preserve">or </w:t>
            </w:r>
            <w:r w:rsidRPr="00EF2F0E">
              <w:rPr>
                <w:rFonts w:ascii="Arial" w:hAnsi="Arial"/>
                <w:i/>
                <w:sz w:val="18"/>
              </w:rPr>
              <w:t>Base Station RF Bandwidth</w:t>
            </w:r>
            <w:r w:rsidRPr="00EF2F0E">
              <w:rPr>
                <w:rFonts w:ascii="Arial" w:hAnsi="Arial" w:cs="Arial"/>
                <w:sz w:val="18"/>
              </w:rPr>
              <w:t xml:space="preserve"> </w:t>
            </w:r>
            <w:r w:rsidRPr="00EF2F0E">
              <w:rPr>
                <w:rFonts w:ascii="Arial" w:hAnsi="Arial" w:cs="v5.0.0"/>
                <w:sz w:val="18"/>
              </w:rPr>
              <w:t>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C8A" w14:textId="77777777" w:rsidR="00B15E99" w:rsidRPr="00EF2F0E" w:rsidRDefault="00B15E99" w:rsidP="00B15E99"/>
    <w:p w14:paraId="0984EC8B" w14:textId="77777777" w:rsidR="00B15E99" w:rsidRPr="00EF2F0E" w:rsidRDefault="00B15E99" w:rsidP="00B15E99">
      <w:pPr>
        <w:pStyle w:val="TH"/>
        <w:rPr>
          <w:rFonts w:cs="v5.0.0"/>
        </w:rPr>
      </w:pPr>
      <w:r w:rsidRPr="00EF2F0E">
        <w:t xml:space="preserve">Table 9.7.5.4.3.2-5: Wide Area BS operating band unwanted emission limits for 3 MHz </w:t>
      </w:r>
      <w:r w:rsidRPr="00EF2F0E">
        <w:rPr>
          <w:i/>
        </w:rPr>
        <w:t>channel bandwidth</w:t>
      </w:r>
      <w:r w:rsidRPr="00EF2F0E">
        <w:t xml:space="preserve"> (E</w:t>
      </w:r>
      <w:r w:rsidRPr="00EF2F0E">
        <w:noBreakHyphen/>
        <w:t>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C91" w14:textId="77777777" w:rsidTr="00AB06FD">
        <w:trPr>
          <w:cantSplit/>
          <w:jc w:val="center"/>
        </w:trPr>
        <w:tc>
          <w:tcPr>
            <w:tcW w:w="1953" w:type="dxa"/>
          </w:tcPr>
          <w:p w14:paraId="0984EC8C"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2976" w:type="dxa"/>
          </w:tcPr>
          <w:p w14:paraId="0984EC8D"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Frequency offset of measurement filter centre frequency, f_offset</w:t>
            </w:r>
          </w:p>
        </w:tc>
        <w:tc>
          <w:tcPr>
            <w:tcW w:w="3455" w:type="dxa"/>
          </w:tcPr>
          <w:p w14:paraId="0984EC8E" w14:textId="77777777" w:rsidR="00B15E99" w:rsidRPr="00EF2F0E" w:rsidRDefault="00B15E99" w:rsidP="00AB06FD">
            <w:pPr>
              <w:keepNext/>
              <w:keepLines/>
              <w:spacing w:after="0"/>
              <w:jc w:val="center"/>
              <w:rPr>
                <w:rFonts w:ascii="Arial" w:hAnsi="Arial" w:cs="v5.0.0"/>
                <w:b/>
                <w:sz w:val="18"/>
              </w:rPr>
            </w:pPr>
            <w:r w:rsidRPr="00EF2F0E">
              <w:rPr>
                <w:rFonts w:ascii="Arial" w:hAnsi="Arial" w:cs="Arial"/>
                <w:b/>
                <w:i/>
                <w:sz w:val="18"/>
              </w:rPr>
              <w:t>Minimum requirement</w:t>
            </w:r>
            <w:r w:rsidRPr="00EF2F0E">
              <w:rPr>
                <w:rFonts w:ascii="Arial" w:hAnsi="Arial" w:cs="v5.0.0"/>
                <w:b/>
                <w:sz w:val="18"/>
              </w:rPr>
              <w:t xml:space="preserve"> </w:t>
            </w:r>
          </w:p>
          <w:p w14:paraId="0984EC8F"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(NOTE 1</w:t>
            </w:r>
            <w:r w:rsidRPr="00EF2F0E">
              <w:rPr>
                <w:rFonts w:ascii="Arial" w:hAnsi="Arial" w:cs="Arial"/>
                <w:b/>
                <w:sz w:val="18"/>
              </w:rPr>
              <w:t>, 2</w:t>
            </w:r>
            <w:r w:rsidRPr="00EF2F0E">
              <w:rPr>
                <w:rFonts w:ascii="Arial" w:hAnsi="Arial" w:cs="v5.0.0"/>
                <w:b/>
                <w:sz w:val="18"/>
              </w:rPr>
              <w:t>)</w:t>
            </w:r>
          </w:p>
        </w:tc>
        <w:tc>
          <w:tcPr>
            <w:tcW w:w="1430" w:type="dxa"/>
          </w:tcPr>
          <w:p w14:paraId="0984EC90"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Measurement bandwidth </w:t>
            </w:r>
            <w:r w:rsidRPr="00EF2F0E">
              <w:rPr>
                <w:rFonts w:ascii="Arial" w:hAnsi="Arial" w:cs="Arial"/>
                <w:b/>
                <w:sz w:val="18"/>
              </w:rPr>
              <w:t>(NOTE 7)</w:t>
            </w:r>
          </w:p>
        </w:tc>
      </w:tr>
      <w:tr w:rsidR="003401A4" w:rsidRPr="00EF2F0E" w14:paraId="0984EC97" w14:textId="77777777" w:rsidTr="00AB06FD">
        <w:trPr>
          <w:cantSplit/>
          <w:jc w:val="center"/>
        </w:trPr>
        <w:tc>
          <w:tcPr>
            <w:tcW w:w="1953" w:type="dxa"/>
            <w:vAlign w:val="center"/>
          </w:tcPr>
          <w:p w14:paraId="0984EC9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3 MHz</w:t>
            </w:r>
          </w:p>
        </w:tc>
        <w:tc>
          <w:tcPr>
            <w:tcW w:w="2976" w:type="dxa"/>
            <w:vAlign w:val="center"/>
          </w:tcPr>
          <w:p w14:paraId="0984EC9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3.05 MHz</w:t>
            </w:r>
          </w:p>
        </w:tc>
        <w:tc>
          <w:tcPr>
            <w:tcW w:w="3455" w:type="dxa"/>
            <w:vAlign w:val="center"/>
          </w:tcPr>
          <w:p w14:paraId="0984EC94" w14:textId="77777777" w:rsidR="00B15E99" w:rsidRPr="00EF2F0E" w:rsidRDefault="00B15E99" w:rsidP="00AB06FD">
            <w:pPr>
              <w:keepNext/>
              <w:keepLines/>
              <w:spacing w:after="0"/>
              <w:jc w:val="center"/>
              <w:rPr>
                <w:rFonts w:ascii="Arial" w:hAnsi="Arial" w:cs="Arial"/>
                <w:sz w:val="18"/>
              </w:rPr>
            </w:pPr>
          </w:p>
          <w:p w14:paraId="0984EC95"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340" w:dyaOrig="680" w14:anchorId="09851206">
                <v:shape id="_x0000_i1103" type="#_x0000_t75" style="width:116.55pt;height:28.05pt" o:ole="">
                  <v:imagedata r:id="rId161" o:title=""/>
                </v:shape>
                <o:OLEObject Type="Embed" ProgID="Equation.3" ShapeID="_x0000_i1103" DrawAspect="Content" ObjectID="_1717663625" r:id="rId162"/>
              </w:object>
            </w:r>
          </w:p>
        </w:tc>
        <w:tc>
          <w:tcPr>
            <w:tcW w:w="1430" w:type="dxa"/>
          </w:tcPr>
          <w:p w14:paraId="0984EC96"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9C" w14:textId="77777777" w:rsidTr="00AB06FD">
        <w:trPr>
          <w:cantSplit/>
          <w:jc w:val="center"/>
        </w:trPr>
        <w:tc>
          <w:tcPr>
            <w:tcW w:w="1953" w:type="dxa"/>
          </w:tcPr>
          <w:p w14:paraId="0984EC98"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6 MHz</w:t>
            </w:r>
          </w:p>
        </w:tc>
        <w:tc>
          <w:tcPr>
            <w:tcW w:w="2976" w:type="dxa"/>
          </w:tcPr>
          <w:p w14:paraId="0984EC9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3.05 MHz </w:t>
            </w:r>
            <w:r w:rsidRPr="00EF2F0E">
              <w:rPr>
                <w:rFonts w:ascii="Arial" w:hAnsi="Arial" w:cs="v5.0.0"/>
                <w:sz w:val="18"/>
              </w:rPr>
              <w:sym w:font="Symbol" w:char="F0A3"/>
            </w:r>
            <w:r w:rsidRPr="00EF2F0E">
              <w:rPr>
                <w:rFonts w:ascii="Arial" w:hAnsi="Arial" w:cs="v5.0.0"/>
                <w:sz w:val="18"/>
              </w:rPr>
              <w:t xml:space="preserve"> f_offset &lt; 6.05 MHz</w:t>
            </w:r>
          </w:p>
        </w:tc>
        <w:tc>
          <w:tcPr>
            <w:tcW w:w="3455" w:type="dxa"/>
          </w:tcPr>
          <w:p w14:paraId="0984EC9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-6 dBm</w:t>
            </w:r>
          </w:p>
        </w:tc>
        <w:tc>
          <w:tcPr>
            <w:tcW w:w="1430" w:type="dxa"/>
          </w:tcPr>
          <w:p w14:paraId="0984EC9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A1" w14:textId="77777777" w:rsidTr="00AB06FD">
        <w:trPr>
          <w:cantSplit/>
          <w:jc w:val="center"/>
        </w:trPr>
        <w:tc>
          <w:tcPr>
            <w:tcW w:w="1953" w:type="dxa"/>
          </w:tcPr>
          <w:p w14:paraId="0984EC9D"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C9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C9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-6 dBm</w:t>
            </w:r>
          </w:p>
        </w:tc>
        <w:tc>
          <w:tcPr>
            <w:tcW w:w="1430" w:type="dxa"/>
          </w:tcPr>
          <w:p w14:paraId="0984ECA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1MHz</w:t>
            </w:r>
          </w:p>
        </w:tc>
      </w:tr>
      <w:tr w:rsidR="00B15E99" w:rsidRPr="00EF2F0E" w14:paraId="0984ECA4" w14:textId="77777777" w:rsidTr="00AB06FD">
        <w:trPr>
          <w:cantSplit/>
          <w:jc w:val="center"/>
        </w:trPr>
        <w:tc>
          <w:tcPr>
            <w:tcW w:w="9814" w:type="dxa"/>
            <w:gridSpan w:val="4"/>
          </w:tcPr>
          <w:p w14:paraId="0984ECA2"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-6dBm/1MHz.</w:t>
            </w:r>
          </w:p>
          <w:p w14:paraId="0984ECA3"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v5.0.0"/>
                <w:sz w:val="18"/>
              </w:rPr>
              <w:t xml:space="preserve">, where the contribution from the far-end sub-block </w:t>
            </w:r>
            <w:r w:rsidRPr="00EF2F0E">
              <w:rPr>
                <w:rFonts w:ascii="Arial" w:hAnsi="Arial" w:cs="Arial"/>
                <w:sz w:val="18"/>
              </w:rPr>
              <w:t xml:space="preserve">or </w:t>
            </w:r>
            <w:r w:rsidRPr="00EF2F0E">
              <w:rPr>
                <w:rFonts w:ascii="Arial" w:hAnsi="Arial"/>
                <w:i/>
                <w:sz w:val="18"/>
              </w:rPr>
              <w:t>Base Station RF Bandwidth</w:t>
            </w:r>
            <w:r w:rsidRPr="00EF2F0E">
              <w:rPr>
                <w:rFonts w:ascii="Arial" w:hAnsi="Arial" w:cs="Arial"/>
                <w:sz w:val="18"/>
              </w:rPr>
              <w:t xml:space="preserve"> </w:t>
            </w:r>
            <w:r w:rsidRPr="00EF2F0E">
              <w:rPr>
                <w:rFonts w:ascii="Arial" w:hAnsi="Arial" w:cs="v5.0.0"/>
                <w:sz w:val="18"/>
              </w:rPr>
              <w:t>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CA5" w14:textId="77777777" w:rsidR="00B15E99" w:rsidRPr="00EF2F0E" w:rsidRDefault="00B15E99" w:rsidP="00B15E99"/>
    <w:p w14:paraId="0984ECA6" w14:textId="77777777" w:rsidR="00B15E99" w:rsidRPr="00EF2F0E" w:rsidRDefault="00B15E99" w:rsidP="00B15E99">
      <w:pPr>
        <w:pStyle w:val="TH"/>
        <w:rPr>
          <w:rFonts w:cs="v5.0.0"/>
        </w:rPr>
      </w:pPr>
      <w:r w:rsidRPr="00EF2F0E">
        <w:t xml:space="preserve">Table 9.7.5.4.3.2-6: Wide Area BS operating band unwanted emission limits for 5, 10, 15 and 20 MHz </w:t>
      </w:r>
      <w:r w:rsidRPr="00EF2F0E">
        <w:rPr>
          <w:i/>
        </w:rPr>
        <w:t>channel bandwidth</w:t>
      </w:r>
      <w:r w:rsidRPr="00EF2F0E">
        <w:t xml:space="preserve"> (E-UTRA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CAC" w14:textId="77777777" w:rsidTr="00AB06FD">
        <w:trPr>
          <w:cantSplit/>
          <w:jc w:val="center"/>
        </w:trPr>
        <w:tc>
          <w:tcPr>
            <w:tcW w:w="1953" w:type="dxa"/>
          </w:tcPr>
          <w:p w14:paraId="0984ECA7"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2976" w:type="dxa"/>
          </w:tcPr>
          <w:p w14:paraId="0984ECA8"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Frequency offset of measurement filter centre frequency, f_offset</w:t>
            </w:r>
          </w:p>
        </w:tc>
        <w:tc>
          <w:tcPr>
            <w:tcW w:w="3455" w:type="dxa"/>
          </w:tcPr>
          <w:p w14:paraId="0984ECA9" w14:textId="77777777" w:rsidR="00B15E99" w:rsidRPr="00EF2F0E" w:rsidRDefault="00B15E99" w:rsidP="00AB06FD">
            <w:pPr>
              <w:keepNext/>
              <w:keepLines/>
              <w:spacing w:after="0"/>
              <w:jc w:val="center"/>
              <w:rPr>
                <w:rFonts w:ascii="Arial" w:hAnsi="Arial" w:cs="v5.0.0"/>
                <w:b/>
                <w:sz w:val="18"/>
              </w:rPr>
            </w:pPr>
            <w:r w:rsidRPr="00EF2F0E">
              <w:rPr>
                <w:rFonts w:ascii="Arial" w:hAnsi="Arial" w:cs="Arial"/>
                <w:b/>
                <w:i/>
                <w:sz w:val="18"/>
              </w:rPr>
              <w:t>Minimum requirement</w:t>
            </w:r>
            <w:r w:rsidRPr="00EF2F0E">
              <w:rPr>
                <w:rFonts w:ascii="Arial" w:hAnsi="Arial" w:cs="v5.0.0"/>
                <w:b/>
                <w:sz w:val="18"/>
              </w:rPr>
              <w:t xml:space="preserve"> </w:t>
            </w:r>
          </w:p>
          <w:p w14:paraId="0984ECAA"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(NOTE 1</w:t>
            </w:r>
            <w:r w:rsidRPr="00EF2F0E">
              <w:rPr>
                <w:rFonts w:ascii="Arial" w:hAnsi="Arial" w:cs="Arial"/>
                <w:b/>
                <w:sz w:val="18"/>
              </w:rPr>
              <w:t>, 2</w:t>
            </w:r>
            <w:r w:rsidRPr="00EF2F0E">
              <w:rPr>
                <w:rFonts w:ascii="Arial" w:hAnsi="Arial" w:cs="v5.0.0"/>
                <w:b/>
                <w:sz w:val="18"/>
              </w:rPr>
              <w:t>)</w:t>
            </w:r>
          </w:p>
        </w:tc>
        <w:tc>
          <w:tcPr>
            <w:tcW w:w="1430" w:type="dxa"/>
          </w:tcPr>
          <w:p w14:paraId="0984ECAB"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Measurement bandwidth </w:t>
            </w:r>
            <w:r w:rsidRPr="00EF2F0E">
              <w:rPr>
                <w:rFonts w:ascii="Arial" w:hAnsi="Arial" w:cs="Arial"/>
                <w:b/>
                <w:sz w:val="18"/>
              </w:rPr>
              <w:t>(NOTE 7)</w:t>
            </w:r>
          </w:p>
        </w:tc>
      </w:tr>
      <w:tr w:rsidR="003401A4" w:rsidRPr="00EF2F0E" w14:paraId="0984ECB2" w14:textId="77777777" w:rsidTr="00AB06FD">
        <w:trPr>
          <w:cantSplit/>
          <w:jc w:val="center"/>
        </w:trPr>
        <w:tc>
          <w:tcPr>
            <w:tcW w:w="1953" w:type="dxa"/>
          </w:tcPr>
          <w:p w14:paraId="0984ECAD"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5 MHz</w:t>
            </w:r>
          </w:p>
        </w:tc>
        <w:tc>
          <w:tcPr>
            <w:tcW w:w="2976" w:type="dxa"/>
          </w:tcPr>
          <w:p w14:paraId="0984ECA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5.05 MHz</w:t>
            </w:r>
          </w:p>
        </w:tc>
        <w:tc>
          <w:tcPr>
            <w:tcW w:w="3455" w:type="dxa"/>
            <w:vAlign w:val="center"/>
          </w:tcPr>
          <w:p w14:paraId="0984ECAF" w14:textId="77777777" w:rsidR="00B15E99" w:rsidRPr="00EF2F0E" w:rsidRDefault="00B15E99" w:rsidP="00AB06FD">
            <w:pPr>
              <w:keepNext/>
              <w:keepLines/>
              <w:spacing w:after="0"/>
              <w:jc w:val="center"/>
              <w:rPr>
                <w:rFonts w:ascii="Arial" w:hAnsi="Arial" w:cs="Arial"/>
                <w:sz w:val="18"/>
              </w:rPr>
            </w:pPr>
          </w:p>
          <w:p w14:paraId="0984ECB0"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260" w:dyaOrig="680" w14:anchorId="09851207">
                <v:shape id="_x0000_i1104" type="#_x0000_t75" style="width:116.55pt;height:28.05pt" o:ole="">
                  <v:imagedata r:id="rId163" o:title=""/>
                </v:shape>
                <o:OLEObject Type="Embed" ProgID="Equation.3" ShapeID="_x0000_i1104" DrawAspect="Content" ObjectID="_1717663626" r:id="rId164"/>
              </w:object>
            </w:r>
          </w:p>
        </w:tc>
        <w:tc>
          <w:tcPr>
            <w:tcW w:w="1430" w:type="dxa"/>
          </w:tcPr>
          <w:p w14:paraId="0984ECB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B9" w14:textId="77777777" w:rsidTr="00AB06FD">
        <w:trPr>
          <w:cantSplit/>
          <w:jc w:val="center"/>
        </w:trPr>
        <w:tc>
          <w:tcPr>
            <w:tcW w:w="1953" w:type="dxa"/>
          </w:tcPr>
          <w:p w14:paraId="0984ECB3"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 </w:t>
            </w:r>
            <w:r w:rsidRPr="00EF2F0E">
              <w:rPr>
                <w:rFonts w:ascii="Arial" w:hAnsi="Arial" w:cs="Arial"/>
                <w:sz w:val="18"/>
                <w:lang w:val="sv-FI"/>
              </w:rPr>
              <w:t xml:space="preserve">MHz </w:t>
            </w:r>
            <w:r w:rsidRPr="00EF2F0E">
              <w:rPr>
                <w:rFonts w:ascii="Arial" w:hAnsi="Arial" w:cs="v5.0.0"/>
                <w:sz w:val="18"/>
              </w:rPr>
              <w:sym w:font="Symbol" w:char="F0A3"/>
            </w:r>
            <w:r w:rsidRPr="00EF2F0E">
              <w:rPr>
                <w:rFonts w:ascii="Arial" w:hAnsi="Arial" w:cs="v5.0.0"/>
                <w:sz w:val="18"/>
                <w:lang w:val="sv-FI"/>
              </w:rPr>
              <w:t xml:space="preserve"> </w:t>
            </w:r>
            <w:r w:rsidRPr="00EF2F0E">
              <w:rPr>
                <w:rFonts w:ascii="Arial" w:hAnsi="Arial" w:cs="v5.0.0"/>
                <w:sz w:val="18"/>
              </w:rPr>
              <w:sym w:font="Symbol" w:char="F044"/>
            </w:r>
            <w:r w:rsidRPr="00EF2F0E">
              <w:rPr>
                <w:rFonts w:ascii="Arial" w:hAnsi="Arial" w:cs="v5.0.0"/>
                <w:sz w:val="18"/>
                <w:lang w:val="sv-FI"/>
              </w:rPr>
              <w:t xml:space="preserve">f &lt; </w:t>
            </w:r>
          </w:p>
          <w:p w14:paraId="0984ECB4"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min(10 MHz, </w:t>
            </w:r>
            <w:r w:rsidRPr="00EF2F0E">
              <w:rPr>
                <w:rFonts w:ascii="Arial" w:hAnsi="Arial" w:cs="Arial"/>
                <w:sz w:val="18"/>
              </w:rPr>
              <w:sym w:font="Symbol" w:char="F044"/>
            </w:r>
            <w:r w:rsidRPr="00EF2F0E">
              <w:rPr>
                <w:rFonts w:ascii="Arial" w:hAnsi="Arial" w:cs="Arial"/>
                <w:sz w:val="18"/>
                <w:lang w:val="sv-FI"/>
              </w:rPr>
              <w:t>f</w:t>
            </w:r>
            <w:r w:rsidRPr="00EF2F0E">
              <w:rPr>
                <w:rFonts w:ascii="Arial" w:hAnsi="Arial" w:cs="Arial"/>
                <w:sz w:val="18"/>
                <w:vertAlign w:val="subscript"/>
                <w:lang w:val="sv-FI"/>
              </w:rPr>
              <w:t>max</w:t>
            </w:r>
            <w:r w:rsidRPr="00EF2F0E">
              <w:rPr>
                <w:rFonts w:ascii="Arial" w:hAnsi="Arial" w:cs="v5.0.0"/>
                <w:sz w:val="18"/>
                <w:lang w:val="sv-FI"/>
              </w:rPr>
              <w:t>)</w:t>
            </w:r>
          </w:p>
        </w:tc>
        <w:tc>
          <w:tcPr>
            <w:tcW w:w="2976" w:type="dxa"/>
          </w:tcPr>
          <w:p w14:paraId="0984ECB5"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5.05 MHz </w:t>
            </w:r>
            <w:r w:rsidRPr="00EF2F0E">
              <w:rPr>
                <w:rFonts w:ascii="Arial" w:hAnsi="Arial" w:cs="v5.0.0"/>
                <w:sz w:val="18"/>
              </w:rPr>
              <w:sym w:font="Symbol" w:char="F0A3"/>
            </w:r>
            <w:r w:rsidRPr="00EF2F0E">
              <w:rPr>
                <w:rFonts w:ascii="Arial" w:hAnsi="Arial" w:cs="v5.0.0"/>
                <w:sz w:val="18"/>
                <w:lang w:val="sv-FI"/>
              </w:rPr>
              <w:t xml:space="preserve"> f_offset &lt; </w:t>
            </w:r>
          </w:p>
          <w:p w14:paraId="0984ECB6"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min(10.05 MHz, f_offset</w:t>
            </w:r>
            <w:r w:rsidRPr="00EF2F0E">
              <w:rPr>
                <w:rFonts w:ascii="Arial" w:hAnsi="Arial" w:cs="v5.0.0"/>
                <w:sz w:val="18"/>
                <w:vertAlign w:val="subscript"/>
                <w:lang w:val="sv-FI"/>
              </w:rPr>
              <w:t>max</w:t>
            </w:r>
            <w:r w:rsidRPr="00EF2F0E">
              <w:rPr>
                <w:rFonts w:ascii="Arial" w:hAnsi="Arial" w:cs="v5.0.0"/>
                <w:sz w:val="18"/>
                <w:lang w:val="sv-FI"/>
              </w:rPr>
              <w:t>)</w:t>
            </w:r>
          </w:p>
        </w:tc>
        <w:tc>
          <w:tcPr>
            <w:tcW w:w="3455" w:type="dxa"/>
          </w:tcPr>
          <w:p w14:paraId="0984ECB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-5 dBm</w:t>
            </w:r>
          </w:p>
        </w:tc>
        <w:tc>
          <w:tcPr>
            <w:tcW w:w="1430" w:type="dxa"/>
          </w:tcPr>
          <w:p w14:paraId="0984ECB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CBE" w14:textId="77777777" w:rsidTr="00AB06FD">
        <w:trPr>
          <w:cantSplit/>
          <w:jc w:val="center"/>
        </w:trPr>
        <w:tc>
          <w:tcPr>
            <w:tcW w:w="1953" w:type="dxa"/>
          </w:tcPr>
          <w:p w14:paraId="0984ECBA"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CBB"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CB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-6 dBm (NOTE 7)</w:t>
            </w:r>
          </w:p>
        </w:tc>
        <w:tc>
          <w:tcPr>
            <w:tcW w:w="1430" w:type="dxa"/>
          </w:tcPr>
          <w:p w14:paraId="0984ECB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1MHz </w:t>
            </w:r>
          </w:p>
        </w:tc>
      </w:tr>
      <w:tr w:rsidR="00B15E99" w:rsidRPr="00EF2F0E" w14:paraId="0984ECC1" w14:textId="77777777" w:rsidTr="00AB06FD">
        <w:trPr>
          <w:cantSplit/>
          <w:jc w:val="center"/>
        </w:trPr>
        <w:tc>
          <w:tcPr>
            <w:tcW w:w="9814" w:type="dxa"/>
            <w:gridSpan w:val="4"/>
          </w:tcPr>
          <w:p w14:paraId="0984ECBF"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-6dBm/1MHz.</w:t>
            </w:r>
          </w:p>
          <w:p w14:paraId="0984ECC0"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v5.0.0"/>
                <w:sz w:val="18"/>
              </w:rPr>
              <w:t xml:space="preserve">, where the contribution from the far-end sub-block </w:t>
            </w:r>
            <w:r w:rsidRPr="00EF2F0E">
              <w:rPr>
                <w:rFonts w:ascii="Arial" w:hAnsi="Arial" w:cs="Arial"/>
                <w:sz w:val="18"/>
              </w:rPr>
              <w:t xml:space="preserve">or </w:t>
            </w:r>
            <w:r w:rsidRPr="00EF2F0E">
              <w:rPr>
                <w:rFonts w:ascii="Arial" w:hAnsi="Arial"/>
                <w:i/>
                <w:sz w:val="18"/>
              </w:rPr>
              <w:t>Base Station RF Bandwidth</w:t>
            </w:r>
            <w:r w:rsidRPr="00EF2F0E">
              <w:rPr>
                <w:rFonts w:ascii="Arial" w:hAnsi="Arial" w:cs="Arial"/>
                <w:sz w:val="18"/>
              </w:rPr>
              <w:t xml:space="preserve"> </w:t>
            </w:r>
            <w:r w:rsidRPr="00EF2F0E">
              <w:rPr>
                <w:rFonts w:ascii="Arial" w:hAnsi="Arial" w:cs="v5.0.0"/>
                <w:sz w:val="18"/>
              </w:rPr>
              <w:t>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CC2" w14:textId="77777777" w:rsidR="00B15E99" w:rsidRPr="00EF2F0E" w:rsidRDefault="00B15E99" w:rsidP="00B15E99"/>
    <w:p w14:paraId="0984ECC3" w14:textId="77777777" w:rsidR="00B15E99" w:rsidRPr="00EF2F0E" w:rsidRDefault="00B15E99" w:rsidP="00B15E99">
      <w:pPr>
        <w:pStyle w:val="Heading6"/>
      </w:pPr>
      <w:bookmarkStart w:id="4254" w:name="_Toc21096087"/>
      <w:bookmarkStart w:id="4255" w:name="_Toc29763286"/>
      <w:bookmarkStart w:id="4256" w:name="_Toc45869571"/>
      <w:bookmarkStart w:id="4257" w:name="_Toc52554824"/>
      <w:bookmarkStart w:id="4258" w:name="_Toc52555294"/>
      <w:bookmarkStart w:id="4259" w:name="_Toc61112519"/>
      <w:bookmarkStart w:id="4260" w:name="_Toc67911671"/>
      <w:bookmarkStart w:id="4261" w:name="_Toc74843146"/>
      <w:bookmarkStart w:id="4262" w:name="_Toc76503529"/>
      <w:bookmarkStart w:id="4263" w:name="_Toc83040972"/>
      <w:bookmarkStart w:id="4264" w:name="_Toc89852015"/>
      <w:bookmarkStart w:id="4265" w:name="_Toc98676369"/>
      <w:r w:rsidRPr="00EF2F0E">
        <w:t>9.7.5.4.3.3</w:t>
      </w:r>
      <w:r w:rsidRPr="00EF2F0E">
        <w:tab/>
        <w:t>Category B requirements (Option 2)</w:t>
      </w:r>
      <w:bookmarkEnd w:id="4254"/>
      <w:bookmarkEnd w:id="4255"/>
      <w:bookmarkEnd w:id="4256"/>
      <w:bookmarkEnd w:id="4257"/>
      <w:bookmarkEnd w:id="4258"/>
      <w:bookmarkEnd w:id="4259"/>
      <w:bookmarkEnd w:id="4260"/>
      <w:bookmarkEnd w:id="4261"/>
      <w:bookmarkEnd w:id="4262"/>
      <w:bookmarkEnd w:id="4263"/>
      <w:bookmarkEnd w:id="4264"/>
      <w:bookmarkEnd w:id="4265"/>
    </w:p>
    <w:p w14:paraId="0984ECC4" w14:textId="77777777" w:rsidR="00B15E99" w:rsidRPr="00EF2F0E" w:rsidRDefault="00B15E99" w:rsidP="00B15E99">
      <w:pPr>
        <w:keepNext/>
      </w:pPr>
      <w:r w:rsidRPr="00EF2F0E">
        <w:t>The limits in this subclause are intended for Europe and may be applied regionally for a RIB operating in band 1, 3, 8, 32, 33, 34 or 65.</w:t>
      </w:r>
    </w:p>
    <w:p w14:paraId="0984ECC5" w14:textId="77777777" w:rsidR="00B15E99" w:rsidRPr="00EF2F0E" w:rsidRDefault="00B15E99" w:rsidP="00B15E99">
      <w:pPr>
        <w:keepNext/>
      </w:pPr>
      <w:r w:rsidRPr="00EF2F0E">
        <w:t xml:space="preserve">For a RIB operating in band 1, 3, 8, 32, 33, 34 or 65, emissions shall use the minimum requirements specified in table 9.7.5.4.3.3-1 below for 5, 10, 15 and 20 MHz </w:t>
      </w:r>
      <w:r w:rsidRPr="00EF2F0E">
        <w:rPr>
          <w:i/>
        </w:rPr>
        <w:t>channel bandwidth</w:t>
      </w:r>
      <w:r w:rsidRPr="00EF2F0E">
        <w:t xml:space="preserve">: </w:t>
      </w:r>
    </w:p>
    <w:p w14:paraId="0984ECC6" w14:textId="77777777" w:rsidR="00B15E99" w:rsidRPr="00EF2F0E" w:rsidRDefault="00B15E99" w:rsidP="00B15E99">
      <w:pPr>
        <w:pStyle w:val="TH"/>
        <w:rPr>
          <w:rFonts w:cs="v5.0.0"/>
        </w:rPr>
      </w:pPr>
      <w:r w:rsidRPr="00EF2F0E">
        <w:t xml:space="preserve">Table 9.7.5.4.3.3-1: Regional Wide Area BS operating band unwanted emission limits in band </w:t>
      </w:r>
      <w:r w:rsidRPr="00EF2F0E">
        <w:rPr>
          <w:lang w:eastAsia="zh-CN"/>
        </w:rPr>
        <w:t xml:space="preserve">1, 3, 8, 32, 33, 34 or 65 </w:t>
      </w:r>
      <w:r w:rsidRPr="00EF2F0E">
        <w:t xml:space="preserve">for 5, 10, 15 and 20 MHz </w:t>
      </w:r>
      <w:r w:rsidRPr="00EF2F0E">
        <w:rPr>
          <w:i/>
        </w:rPr>
        <w:t>channel bandwidth</w:t>
      </w:r>
      <w:r w:rsidRPr="00EF2F0E">
        <w:t xml:space="preserve"> for Category B</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ECCC" w14:textId="77777777" w:rsidTr="00AB06FD">
        <w:trPr>
          <w:cantSplit/>
          <w:jc w:val="center"/>
        </w:trPr>
        <w:tc>
          <w:tcPr>
            <w:tcW w:w="2127" w:type="dxa"/>
          </w:tcPr>
          <w:p w14:paraId="0984ECC7"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Pr>
          <w:p w14:paraId="0984ECC8"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455" w:type="dxa"/>
          </w:tcPr>
          <w:p w14:paraId="0984ECC9"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Minimum requirement </w:t>
            </w:r>
          </w:p>
          <w:p w14:paraId="0984ECCA"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(NOTE 1, 2)</w:t>
            </w:r>
          </w:p>
        </w:tc>
        <w:tc>
          <w:tcPr>
            <w:tcW w:w="1430" w:type="dxa"/>
          </w:tcPr>
          <w:p w14:paraId="0984ECCB"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(NOTE 7)</w:t>
            </w:r>
          </w:p>
        </w:tc>
      </w:tr>
      <w:tr w:rsidR="003401A4" w:rsidRPr="00EF2F0E" w14:paraId="0984ECD1" w14:textId="77777777" w:rsidTr="00AB06FD">
        <w:trPr>
          <w:cantSplit/>
          <w:jc w:val="center"/>
        </w:trPr>
        <w:tc>
          <w:tcPr>
            <w:tcW w:w="2127" w:type="dxa"/>
          </w:tcPr>
          <w:p w14:paraId="0984ECCD"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0.2 MHz</w:t>
            </w:r>
          </w:p>
        </w:tc>
        <w:tc>
          <w:tcPr>
            <w:tcW w:w="2976" w:type="dxa"/>
          </w:tcPr>
          <w:p w14:paraId="0984ECC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0.015MHz </w:t>
            </w:r>
            <w:r w:rsidRPr="00EF2F0E">
              <w:rPr>
                <w:rFonts w:ascii="Arial" w:hAnsi="Arial" w:cs="v5.0.0"/>
                <w:sz w:val="18"/>
              </w:rPr>
              <w:sym w:font="Symbol" w:char="F0A3"/>
            </w:r>
            <w:r w:rsidRPr="00EF2F0E">
              <w:rPr>
                <w:rFonts w:ascii="Arial" w:hAnsi="Arial" w:cs="v5.0.0"/>
                <w:sz w:val="18"/>
              </w:rPr>
              <w:t xml:space="preserve"> f_offset &lt; 0.215MHz </w:t>
            </w:r>
          </w:p>
        </w:tc>
        <w:tc>
          <w:tcPr>
            <w:tcW w:w="3455" w:type="dxa"/>
          </w:tcPr>
          <w:p w14:paraId="0984ECC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-5 dBm</w:t>
            </w:r>
          </w:p>
        </w:tc>
        <w:tc>
          <w:tcPr>
            <w:tcW w:w="1430" w:type="dxa"/>
          </w:tcPr>
          <w:p w14:paraId="0984ECD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CD7" w14:textId="77777777" w:rsidTr="00AB06FD">
        <w:trPr>
          <w:cantSplit/>
          <w:jc w:val="center"/>
        </w:trPr>
        <w:tc>
          <w:tcPr>
            <w:tcW w:w="2127" w:type="dxa"/>
          </w:tcPr>
          <w:p w14:paraId="0984ECD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0.2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1 MHz</w:t>
            </w:r>
          </w:p>
        </w:tc>
        <w:tc>
          <w:tcPr>
            <w:tcW w:w="2976" w:type="dxa"/>
          </w:tcPr>
          <w:p w14:paraId="0984ECD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0.215MHz </w:t>
            </w:r>
            <w:r w:rsidRPr="00EF2F0E">
              <w:rPr>
                <w:rFonts w:ascii="Arial" w:hAnsi="Arial" w:cs="v5.0.0"/>
                <w:sz w:val="18"/>
              </w:rPr>
              <w:sym w:font="Symbol" w:char="F0A3"/>
            </w:r>
            <w:r w:rsidRPr="00EF2F0E">
              <w:rPr>
                <w:rFonts w:ascii="Arial" w:hAnsi="Arial" w:cs="v5.0.0"/>
                <w:sz w:val="18"/>
              </w:rPr>
              <w:t xml:space="preserve"> f_offset &lt; 1.015MHz</w:t>
            </w:r>
          </w:p>
        </w:tc>
        <w:tc>
          <w:tcPr>
            <w:tcW w:w="3455" w:type="dxa"/>
          </w:tcPr>
          <w:p w14:paraId="0984ECD4" w14:textId="77777777" w:rsidR="00B15E99" w:rsidRPr="00EF2F0E" w:rsidRDefault="00B15E99" w:rsidP="00AB06FD">
            <w:pPr>
              <w:keepNext/>
              <w:keepLines/>
              <w:spacing w:after="0"/>
              <w:jc w:val="center"/>
              <w:rPr>
                <w:rFonts w:ascii="Arial" w:hAnsi="Arial" w:cs="Arial"/>
                <w:sz w:val="18"/>
              </w:rPr>
            </w:pPr>
          </w:p>
          <w:p w14:paraId="0984ECD5"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600" w:dyaOrig="680" w14:anchorId="09851208">
                <v:shape id="_x0000_i1105" type="#_x0000_t75" style="width:128.15pt;height:28.05pt" o:ole="">
                  <v:imagedata r:id="rId165" o:title=""/>
                </v:shape>
                <o:OLEObject Type="Embed" ProgID="Equation.3" ShapeID="_x0000_i1105" DrawAspect="Content" ObjectID="_1717663627" r:id="rId166"/>
              </w:object>
            </w:r>
          </w:p>
        </w:tc>
        <w:tc>
          <w:tcPr>
            <w:tcW w:w="1430" w:type="dxa"/>
          </w:tcPr>
          <w:p w14:paraId="0984ECD6"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CDC" w14:textId="77777777" w:rsidTr="00AB06FD">
        <w:trPr>
          <w:cantSplit/>
          <w:jc w:val="center"/>
        </w:trPr>
        <w:tc>
          <w:tcPr>
            <w:tcW w:w="2127" w:type="dxa"/>
          </w:tcPr>
          <w:p w14:paraId="0984ECD8"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(NOTE 8)</w:t>
            </w:r>
          </w:p>
        </w:tc>
        <w:tc>
          <w:tcPr>
            <w:tcW w:w="2976" w:type="dxa"/>
          </w:tcPr>
          <w:p w14:paraId="0984ECD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1.015MHz </w:t>
            </w:r>
            <w:r w:rsidRPr="00EF2F0E">
              <w:rPr>
                <w:rFonts w:ascii="Arial" w:hAnsi="Arial" w:cs="v5.0.0"/>
                <w:sz w:val="18"/>
              </w:rPr>
              <w:sym w:font="Symbol" w:char="F0A3"/>
            </w:r>
            <w:r w:rsidRPr="00EF2F0E">
              <w:rPr>
                <w:rFonts w:ascii="Arial" w:hAnsi="Arial" w:cs="v5.0.0"/>
                <w:sz w:val="18"/>
              </w:rPr>
              <w:t xml:space="preserve"> f_offset &lt; 1.5 MHz </w:t>
            </w:r>
          </w:p>
        </w:tc>
        <w:tc>
          <w:tcPr>
            <w:tcW w:w="3455" w:type="dxa"/>
          </w:tcPr>
          <w:p w14:paraId="0984ECD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-17 dBm</w:t>
            </w:r>
          </w:p>
        </w:tc>
        <w:tc>
          <w:tcPr>
            <w:tcW w:w="1430" w:type="dxa"/>
          </w:tcPr>
          <w:p w14:paraId="0984ECD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CE3" w14:textId="77777777" w:rsidTr="00AB06FD">
        <w:trPr>
          <w:cantSplit/>
          <w:jc w:val="center"/>
        </w:trPr>
        <w:tc>
          <w:tcPr>
            <w:tcW w:w="2127" w:type="dxa"/>
          </w:tcPr>
          <w:p w14:paraId="0984ECDD" w14:textId="77777777" w:rsidR="00B15E99" w:rsidRPr="00EF2F0E" w:rsidRDefault="00B15E99" w:rsidP="00AB06FD">
            <w:pPr>
              <w:keepNext/>
              <w:keepLines/>
              <w:spacing w:after="0"/>
              <w:jc w:val="center"/>
              <w:rPr>
                <w:rFonts w:ascii="Arial" w:hAnsi="Arial" w:cs="Arial"/>
                <w:sz w:val="18"/>
                <w:lang w:val="sv-FI"/>
              </w:rPr>
            </w:pPr>
            <w:r w:rsidRPr="00EF2F0E">
              <w:rPr>
                <w:rFonts w:ascii="Arial" w:hAnsi="Arial" w:cs="v5.0.0"/>
                <w:sz w:val="18"/>
                <w:lang w:val="sv-FI"/>
              </w:rPr>
              <w:t xml:space="preserve">1 MHz </w:t>
            </w:r>
            <w:r w:rsidRPr="00EF2F0E">
              <w:rPr>
                <w:rFonts w:ascii="Arial" w:hAnsi="Arial" w:cs="v5.0.0"/>
                <w:sz w:val="18"/>
              </w:rPr>
              <w:sym w:font="Symbol" w:char="F0A3"/>
            </w:r>
            <w:r w:rsidRPr="00EF2F0E">
              <w:rPr>
                <w:rFonts w:ascii="Arial" w:hAnsi="Arial" w:cs="v5.0.0"/>
                <w:sz w:val="18"/>
                <w:lang w:val="sv-FI"/>
              </w:rPr>
              <w:t xml:space="preserve"> </w:t>
            </w:r>
            <w:r w:rsidRPr="00EF2F0E">
              <w:rPr>
                <w:rFonts w:ascii="Arial" w:hAnsi="Arial" w:cs="v5.0.0"/>
                <w:sz w:val="18"/>
              </w:rPr>
              <w:sym w:font="Symbol" w:char="F044"/>
            </w:r>
            <w:r w:rsidRPr="00EF2F0E">
              <w:rPr>
                <w:rFonts w:ascii="Arial" w:hAnsi="Arial" w:cs="v5.0.0"/>
                <w:sz w:val="18"/>
                <w:lang w:val="sv-FI"/>
              </w:rPr>
              <w:t xml:space="preserve">f </w:t>
            </w:r>
            <w:r w:rsidRPr="00EF2F0E">
              <w:rPr>
                <w:rFonts w:ascii="Arial" w:hAnsi="Arial" w:cs="Arial"/>
                <w:sz w:val="18"/>
              </w:rPr>
              <w:sym w:font="Symbol" w:char="F0A3"/>
            </w:r>
            <w:r w:rsidRPr="00EF2F0E">
              <w:rPr>
                <w:rFonts w:ascii="Arial" w:hAnsi="Arial" w:cs="Arial"/>
                <w:sz w:val="18"/>
                <w:lang w:val="sv-FI"/>
              </w:rPr>
              <w:t xml:space="preserve"> </w:t>
            </w:r>
          </w:p>
          <w:p w14:paraId="0984ECDE"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Arial"/>
                <w:sz w:val="18"/>
                <w:lang w:val="sv-FI"/>
              </w:rPr>
              <w:t xml:space="preserve">min( 10 MHz, </w:t>
            </w:r>
            <w:r w:rsidRPr="00EF2F0E">
              <w:rPr>
                <w:rFonts w:ascii="Arial" w:hAnsi="Arial" w:cs="Arial"/>
                <w:sz w:val="18"/>
              </w:rPr>
              <w:sym w:font="Symbol" w:char="F044"/>
            </w:r>
            <w:r w:rsidRPr="00EF2F0E">
              <w:rPr>
                <w:rFonts w:ascii="Arial" w:hAnsi="Arial" w:cs="Arial"/>
                <w:sz w:val="18"/>
                <w:lang w:val="sv-FI"/>
              </w:rPr>
              <w:t>f</w:t>
            </w:r>
            <w:r w:rsidRPr="00EF2F0E">
              <w:rPr>
                <w:rFonts w:ascii="Arial" w:hAnsi="Arial" w:cs="Arial"/>
                <w:sz w:val="18"/>
                <w:vertAlign w:val="subscript"/>
                <w:lang w:val="sv-FI"/>
              </w:rPr>
              <w:t>max</w:t>
            </w:r>
            <w:r w:rsidRPr="00EF2F0E">
              <w:rPr>
                <w:rFonts w:ascii="Arial" w:hAnsi="Arial" w:cs="Arial"/>
                <w:sz w:val="18"/>
                <w:lang w:val="sv-FI"/>
              </w:rPr>
              <w:t xml:space="preserve">) </w:t>
            </w:r>
          </w:p>
        </w:tc>
        <w:tc>
          <w:tcPr>
            <w:tcW w:w="2976" w:type="dxa"/>
          </w:tcPr>
          <w:p w14:paraId="0984ECDF"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1.5 MHz </w:t>
            </w:r>
            <w:r w:rsidRPr="00EF2F0E">
              <w:rPr>
                <w:rFonts w:ascii="Arial" w:hAnsi="Arial" w:cs="v5.0.0"/>
                <w:sz w:val="18"/>
              </w:rPr>
              <w:sym w:font="Symbol" w:char="F0A3"/>
            </w:r>
            <w:r w:rsidRPr="00EF2F0E">
              <w:rPr>
                <w:rFonts w:ascii="Arial" w:hAnsi="Arial" w:cs="v5.0.0"/>
                <w:sz w:val="18"/>
                <w:lang w:val="sv-FI"/>
              </w:rPr>
              <w:t xml:space="preserve"> f_offset &lt; </w:t>
            </w:r>
          </w:p>
          <w:p w14:paraId="0984ECE0"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min(10.5 MHz, f_offset</w:t>
            </w:r>
            <w:r w:rsidRPr="00EF2F0E">
              <w:rPr>
                <w:rFonts w:ascii="Arial" w:hAnsi="Arial" w:cs="v5.0.0"/>
                <w:sz w:val="18"/>
                <w:vertAlign w:val="subscript"/>
                <w:lang w:val="sv-FI"/>
              </w:rPr>
              <w:t>max</w:t>
            </w:r>
            <w:r w:rsidRPr="00EF2F0E">
              <w:rPr>
                <w:rFonts w:ascii="Arial" w:hAnsi="Arial" w:cs="v5.0.0"/>
                <w:sz w:val="18"/>
                <w:lang w:val="sv-FI"/>
              </w:rPr>
              <w:t>)</w:t>
            </w:r>
          </w:p>
        </w:tc>
        <w:tc>
          <w:tcPr>
            <w:tcW w:w="3455" w:type="dxa"/>
          </w:tcPr>
          <w:p w14:paraId="0984ECE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-4 dBm</w:t>
            </w:r>
          </w:p>
        </w:tc>
        <w:tc>
          <w:tcPr>
            <w:tcW w:w="1430" w:type="dxa"/>
          </w:tcPr>
          <w:p w14:paraId="0984ECE2"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3401A4" w:rsidRPr="00EF2F0E" w14:paraId="0984ECE8" w14:textId="77777777" w:rsidTr="00AB06FD">
        <w:trPr>
          <w:cantSplit/>
          <w:jc w:val="center"/>
        </w:trPr>
        <w:tc>
          <w:tcPr>
            <w:tcW w:w="2127" w:type="dxa"/>
          </w:tcPr>
          <w:p w14:paraId="0984ECE4"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CE5"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CE6"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-6 dBm (NOTE 7)</w:t>
            </w:r>
          </w:p>
        </w:tc>
        <w:tc>
          <w:tcPr>
            <w:tcW w:w="1430" w:type="dxa"/>
          </w:tcPr>
          <w:p w14:paraId="0984ECE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B15E99" w:rsidRPr="00EF2F0E" w14:paraId="0984ECEB" w14:textId="77777777" w:rsidTr="00AB06FD">
        <w:trPr>
          <w:cantSplit/>
          <w:jc w:val="center"/>
        </w:trPr>
        <w:tc>
          <w:tcPr>
            <w:tcW w:w="9988" w:type="dxa"/>
            <w:gridSpan w:val="4"/>
          </w:tcPr>
          <w:p w14:paraId="0984ECE9"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-6dBm/1MHz.</w:t>
            </w:r>
          </w:p>
          <w:p w14:paraId="0984ECEA"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v5.0.0"/>
                <w:sz w:val="18"/>
              </w:rPr>
              <w:t xml:space="preserve">, where the contribution from the far-end sub-block </w:t>
            </w:r>
            <w:r w:rsidRPr="00EF2F0E">
              <w:rPr>
                <w:rFonts w:ascii="Arial" w:hAnsi="Arial" w:cs="Arial"/>
                <w:sz w:val="18"/>
              </w:rPr>
              <w:t xml:space="preserve">or </w:t>
            </w:r>
            <w:r w:rsidRPr="00EF2F0E">
              <w:rPr>
                <w:rFonts w:ascii="Arial" w:hAnsi="Arial"/>
                <w:i/>
                <w:sz w:val="18"/>
              </w:rPr>
              <w:t>Base Station RF Bandwidth</w:t>
            </w:r>
            <w:r w:rsidRPr="00EF2F0E">
              <w:rPr>
                <w:rFonts w:ascii="Arial" w:hAnsi="Arial" w:cs="Arial"/>
                <w:sz w:val="18"/>
              </w:rPr>
              <w:t xml:space="preserve"> </w:t>
            </w:r>
            <w:r w:rsidRPr="00EF2F0E">
              <w:rPr>
                <w:rFonts w:ascii="Arial" w:hAnsi="Arial" w:cs="v5.0.0"/>
                <w:sz w:val="18"/>
              </w:rPr>
              <w:t>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CEC" w14:textId="77777777" w:rsidR="00B15E99" w:rsidRPr="00EF2F0E" w:rsidRDefault="00B15E99" w:rsidP="00B15E99"/>
    <w:p w14:paraId="0984ECED" w14:textId="77777777" w:rsidR="00B15E99" w:rsidRPr="00EF2F0E" w:rsidRDefault="00B15E99" w:rsidP="00B15E99">
      <w:pPr>
        <w:keepNext/>
        <w:rPr>
          <w:rFonts w:cs="v5.0.0"/>
        </w:rPr>
      </w:pPr>
      <w:r w:rsidRPr="00EF2F0E">
        <w:rPr>
          <w:rFonts w:cs="v5.0.0"/>
        </w:rPr>
        <w:t xml:space="preserve">For a RIB operating in band 3 or 8, emissions shall use the </w:t>
      </w:r>
      <w:r w:rsidRPr="00EF2F0E">
        <w:rPr>
          <w:rFonts w:cs="v5.0.0"/>
          <w:i/>
        </w:rPr>
        <w:t>minimum requirement</w:t>
      </w:r>
      <w:r w:rsidRPr="00EF2F0E">
        <w:rPr>
          <w:rFonts w:cs="v4.2.0"/>
          <w:i/>
        </w:rPr>
        <w:t>s</w:t>
      </w:r>
      <w:r w:rsidRPr="00EF2F0E">
        <w:rPr>
          <w:rFonts w:cs="v5.0.0"/>
        </w:rPr>
        <w:t xml:space="preserve"> specified in table 9.7.5.4.3.3</w:t>
      </w:r>
      <w:r w:rsidRPr="00EF2F0E">
        <w:rPr>
          <w:rFonts w:cs="v5.0.0"/>
        </w:rPr>
        <w:noBreakHyphen/>
        <w:t xml:space="preserve">2 below for </w:t>
      </w:r>
      <w:r w:rsidRPr="00EF2F0E">
        <w:t xml:space="preserve">3 MHz </w:t>
      </w:r>
      <w:r w:rsidRPr="00EF2F0E">
        <w:rPr>
          <w:i/>
        </w:rPr>
        <w:t>channel bandwidth</w:t>
      </w:r>
      <w:r w:rsidRPr="00EF2F0E">
        <w:rPr>
          <w:rFonts w:cs="v5.0.0"/>
        </w:rPr>
        <w:t xml:space="preserve">:   </w:t>
      </w:r>
    </w:p>
    <w:p w14:paraId="0984ECEE" w14:textId="77777777" w:rsidR="00B15E99" w:rsidRPr="00EF2F0E" w:rsidRDefault="00B15E99" w:rsidP="00B15E99">
      <w:pPr>
        <w:pStyle w:val="TH"/>
        <w:rPr>
          <w:rFonts w:cs="v5.0.0"/>
        </w:rPr>
      </w:pPr>
      <w:r w:rsidRPr="00EF2F0E">
        <w:t xml:space="preserve">Table 9.7.5.4.3.3-2: Regional Wide Area BS operating band unwanted emission limits in band 3 or 8 for 3 MHz </w:t>
      </w:r>
      <w:r w:rsidRPr="00EF2F0E">
        <w:rPr>
          <w:i/>
        </w:rPr>
        <w:t>channel bandwidth</w:t>
      </w:r>
      <w:r w:rsidRPr="00EF2F0E">
        <w:t xml:space="preserve">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261"/>
        <w:gridCol w:w="2855"/>
        <w:gridCol w:w="1430"/>
      </w:tblGrid>
      <w:tr w:rsidR="003401A4" w:rsidRPr="00EF2F0E" w14:paraId="0984ECF4" w14:textId="77777777" w:rsidTr="00AB06FD">
        <w:trPr>
          <w:cantSplit/>
          <w:jc w:val="center"/>
        </w:trPr>
        <w:tc>
          <w:tcPr>
            <w:tcW w:w="2268" w:type="dxa"/>
          </w:tcPr>
          <w:p w14:paraId="0984ECEF"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3261" w:type="dxa"/>
          </w:tcPr>
          <w:p w14:paraId="0984ECF0"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2855" w:type="dxa"/>
          </w:tcPr>
          <w:p w14:paraId="0984ECF1"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i/>
                <w:sz w:val="18"/>
              </w:rPr>
              <w:t>Minimum requirement</w:t>
            </w:r>
            <w:r w:rsidRPr="00EF2F0E">
              <w:rPr>
                <w:rFonts w:ascii="Arial" w:hAnsi="Arial" w:cs="Arial"/>
                <w:b/>
                <w:sz w:val="18"/>
              </w:rPr>
              <w:t xml:space="preserve"> </w:t>
            </w:r>
          </w:p>
          <w:p w14:paraId="0984ECF2"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(NOTE 1, 2)</w:t>
            </w:r>
          </w:p>
        </w:tc>
        <w:tc>
          <w:tcPr>
            <w:tcW w:w="1430" w:type="dxa"/>
          </w:tcPr>
          <w:p w14:paraId="0984ECF3"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(NOTE 7)</w:t>
            </w:r>
          </w:p>
        </w:tc>
      </w:tr>
      <w:tr w:rsidR="003401A4" w:rsidRPr="00EF2F0E" w14:paraId="0984ECFB" w14:textId="77777777" w:rsidTr="00AB06FD">
        <w:trPr>
          <w:cantSplit/>
          <w:jc w:val="center"/>
        </w:trPr>
        <w:tc>
          <w:tcPr>
            <w:tcW w:w="2268" w:type="dxa"/>
          </w:tcPr>
          <w:p w14:paraId="0984ECF5"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0.05 MHz</w:t>
            </w:r>
          </w:p>
        </w:tc>
        <w:tc>
          <w:tcPr>
            <w:tcW w:w="3261" w:type="dxa"/>
          </w:tcPr>
          <w:p w14:paraId="0984ECF6"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0.015 MHz </w:t>
            </w:r>
            <w:r w:rsidRPr="00EF2F0E">
              <w:rPr>
                <w:rFonts w:ascii="Arial" w:hAnsi="Arial" w:cs="v5.0.0"/>
                <w:sz w:val="18"/>
              </w:rPr>
              <w:sym w:font="Symbol" w:char="F0A3"/>
            </w:r>
            <w:r w:rsidRPr="00EF2F0E">
              <w:rPr>
                <w:rFonts w:ascii="Arial" w:hAnsi="Arial" w:cs="v5.0.0"/>
                <w:sz w:val="18"/>
              </w:rPr>
              <w:t xml:space="preserve"> f_offset &lt; 0.065 MHz </w:t>
            </w:r>
          </w:p>
        </w:tc>
        <w:tc>
          <w:tcPr>
            <w:tcW w:w="2855" w:type="dxa"/>
          </w:tcPr>
          <w:p w14:paraId="0984ECF7" w14:textId="77777777" w:rsidR="00B15E99" w:rsidRPr="00EF2F0E" w:rsidRDefault="00B15E99" w:rsidP="00AB06FD">
            <w:pPr>
              <w:keepNext/>
              <w:keepLines/>
              <w:spacing w:after="0"/>
              <w:jc w:val="center"/>
              <w:rPr>
                <w:rFonts w:ascii="Arial" w:hAnsi="Arial" w:cs="Arial"/>
                <w:sz w:val="18"/>
              </w:rPr>
            </w:pPr>
          </w:p>
          <w:p w14:paraId="0984ECF8" w14:textId="77777777" w:rsidR="00B15E99" w:rsidRPr="00EF2F0E" w:rsidRDefault="00B15E99" w:rsidP="00AB06FD">
            <w:pPr>
              <w:keepNext/>
              <w:keepLines/>
              <w:spacing w:after="0"/>
              <w:jc w:val="center"/>
              <w:rPr>
                <w:rFonts w:ascii="Arial" w:hAnsi="Arial" w:cs="Arial"/>
                <w:sz w:val="18"/>
              </w:rPr>
            </w:pPr>
          </w:p>
          <w:p w14:paraId="0984ECF9"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540" w:dyaOrig="680" w14:anchorId="09851209">
                <v:shape id="_x0000_i1106" type="#_x0000_t75" style="width:125.7pt;height:28.05pt" o:ole="">
                  <v:imagedata r:id="rId167" o:title=""/>
                </v:shape>
                <o:OLEObject Type="Embed" ProgID="Equation.3" ShapeID="_x0000_i1106" DrawAspect="Content" ObjectID="_1717663628" r:id="rId168"/>
              </w:object>
            </w:r>
          </w:p>
        </w:tc>
        <w:tc>
          <w:tcPr>
            <w:tcW w:w="1430" w:type="dxa"/>
          </w:tcPr>
          <w:p w14:paraId="0984ECF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D01" w14:textId="77777777" w:rsidTr="00AB06FD">
        <w:trPr>
          <w:cantSplit/>
          <w:jc w:val="center"/>
        </w:trPr>
        <w:tc>
          <w:tcPr>
            <w:tcW w:w="2268" w:type="dxa"/>
          </w:tcPr>
          <w:p w14:paraId="0984ECFC"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0.15 MHz</w:t>
            </w:r>
          </w:p>
        </w:tc>
        <w:tc>
          <w:tcPr>
            <w:tcW w:w="3261" w:type="dxa"/>
          </w:tcPr>
          <w:p w14:paraId="0984ECFD"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065 MHz </w:t>
            </w:r>
            <w:r w:rsidRPr="00EF2F0E">
              <w:rPr>
                <w:rFonts w:ascii="Arial" w:hAnsi="Arial" w:cs="v5.0.0"/>
                <w:sz w:val="18"/>
              </w:rPr>
              <w:sym w:font="Symbol" w:char="F0A3"/>
            </w:r>
            <w:r w:rsidRPr="00EF2F0E">
              <w:rPr>
                <w:rFonts w:ascii="Arial" w:hAnsi="Arial" w:cs="v5.0.0"/>
                <w:sz w:val="18"/>
              </w:rPr>
              <w:t xml:space="preserve"> f_offset &lt; 0.165 MHz </w:t>
            </w:r>
          </w:p>
        </w:tc>
        <w:tc>
          <w:tcPr>
            <w:tcW w:w="2855" w:type="dxa"/>
          </w:tcPr>
          <w:p w14:paraId="0984ECFE" w14:textId="77777777" w:rsidR="00B15E99" w:rsidRPr="00EF2F0E" w:rsidRDefault="00B15E99" w:rsidP="00AB06FD">
            <w:pPr>
              <w:keepNext/>
              <w:keepLines/>
              <w:spacing w:after="0"/>
              <w:jc w:val="center"/>
              <w:rPr>
                <w:rFonts w:ascii="Arial" w:hAnsi="Arial" w:cs="Arial"/>
                <w:sz w:val="18"/>
              </w:rPr>
            </w:pPr>
          </w:p>
          <w:p w14:paraId="0984ECFF"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620" w:dyaOrig="680" w14:anchorId="0985120A">
                <v:shape id="_x0000_i1107" type="#_x0000_t75" style="width:127.55pt;height:28.05pt" o:ole="">
                  <v:imagedata r:id="rId169" o:title=""/>
                </v:shape>
                <o:OLEObject Type="Embed" ProgID="Equation.3" ShapeID="_x0000_i1107" DrawAspect="Content" ObjectID="_1717663629" r:id="rId170"/>
              </w:object>
            </w:r>
          </w:p>
        </w:tc>
        <w:tc>
          <w:tcPr>
            <w:tcW w:w="1430" w:type="dxa"/>
          </w:tcPr>
          <w:p w14:paraId="0984ED0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D06" w14:textId="77777777" w:rsidTr="00AB06FD">
        <w:trPr>
          <w:cantSplit/>
          <w:jc w:val="center"/>
        </w:trPr>
        <w:tc>
          <w:tcPr>
            <w:tcW w:w="2268" w:type="dxa"/>
          </w:tcPr>
          <w:p w14:paraId="0984ED0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0.15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0.2 MHz</w:t>
            </w:r>
          </w:p>
        </w:tc>
        <w:tc>
          <w:tcPr>
            <w:tcW w:w="3261" w:type="dxa"/>
          </w:tcPr>
          <w:p w14:paraId="0984ED0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0.165MHz </w:t>
            </w:r>
            <w:r w:rsidRPr="00EF2F0E">
              <w:rPr>
                <w:rFonts w:ascii="Arial" w:hAnsi="Arial" w:cs="v5.0.0"/>
                <w:sz w:val="18"/>
              </w:rPr>
              <w:sym w:font="Symbol" w:char="F0A3"/>
            </w:r>
            <w:r w:rsidRPr="00EF2F0E">
              <w:rPr>
                <w:rFonts w:ascii="Arial" w:hAnsi="Arial" w:cs="v5.0.0"/>
                <w:sz w:val="18"/>
              </w:rPr>
              <w:t xml:space="preserve"> f_offset &lt; 0.215MHz </w:t>
            </w:r>
          </w:p>
        </w:tc>
        <w:tc>
          <w:tcPr>
            <w:tcW w:w="2855" w:type="dxa"/>
          </w:tcPr>
          <w:p w14:paraId="0984ED0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-5 dBm</w:t>
            </w:r>
          </w:p>
        </w:tc>
        <w:tc>
          <w:tcPr>
            <w:tcW w:w="1430" w:type="dxa"/>
          </w:tcPr>
          <w:p w14:paraId="0984ED0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D0D" w14:textId="77777777" w:rsidTr="00AB06FD">
        <w:trPr>
          <w:cantSplit/>
          <w:jc w:val="center"/>
        </w:trPr>
        <w:tc>
          <w:tcPr>
            <w:tcW w:w="2268" w:type="dxa"/>
          </w:tcPr>
          <w:p w14:paraId="0984ED07"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0.2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1 MHz</w:t>
            </w:r>
          </w:p>
        </w:tc>
        <w:tc>
          <w:tcPr>
            <w:tcW w:w="3261" w:type="dxa"/>
          </w:tcPr>
          <w:p w14:paraId="0984ED08"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0.215MHz </w:t>
            </w:r>
            <w:r w:rsidRPr="00EF2F0E">
              <w:rPr>
                <w:rFonts w:ascii="Arial" w:hAnsi="Arial" w:cs="v5.0.0"/>
                <w:sz w:val="18"/>
              </w:rPr>
              <w:sym w:font="Symbol" w:char="F0A3"/>
            </w:r>
            <w:r w:rsidRPr="00EF2F0E">
              <w:rPr>
                <w:rFonts w:ascii="Arial" w:hAnsi="Arial" w:cs="v5.0.0"/>
                <w:sz w:val="18"/>
              </w:rPr>
              <w:t xml:space="preserve"> f_offset &lt; 1.015MHz</w:t>
            </w:r>
          </w:p>
        </w:tc>
        <w:tc>
          <w:tcPr>
            <w:tcW w:w="2855" w:type="dxa"/>
          </w:tcPr>
          <w:p w14:paraId="0984ED09"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600" w:dyaOrig="680" w14:anchorId="0985120B">
                <v:shape id="_x0000_i1108" type="#_x0000_t75" style="width:128.15pt;height:28.05pt" o:ole="">
                  <v:imagedata r:id="rId171" o:title=""/>
                </v:shape>
                <o:OLEObject Type="Embed" ProgID="Equation.3" ShapeID="_x0000_i1108" DrawAspect="Content" ObjectID="_1717663630" r:id="rId172"/>
              </w:object>
            </w:r>
          </w:p>
          <w:p w14:paraId="0984ED0A" w14:textId="77777777" w:rsidR="00B15E99" w:rsidRPr="00EF2F0E" w:rsidRDefault="00B15E99" w:rsidP="00AB06FD">
            <w:pPr>
              <w:keepNext/>
              <w:keepLines/>
              <w:spacing w:after="0"/>
              <w:jc w:val="center"/>
              <w:rPr>
                <w:rFonts w:ascii="Arial" w:hAnsi="Arial" w:cs="Arial"/>
                <w:sz w:val="18"/>
              </w:rPr>
            </w:pPr>
          </w:p>
          <w:p w14:paraId="0984ED0B" w14:textId="77777777" w:rsidR="00B15E99" w:rsidRPr="00EF2F0E" w:rsidRDefault="00B15E99" w:rsidP="00AB06FD">
            <w:pPr>
              <w:keepNext/>
              <w:keepLines/>
              <w:spacing w:after="0"/>
              <w:jc w:val="center"/>
              <w:rPr>
                <w:rFonts w:ascii="Arial" w:hAnsi="Arial" w:cs="Arial"/>
                <w:sz w:val="18"/>
              </w:rPr>
            </w:pPr>
          </w:p>
        </w:tc>
        <w:tc>
          <w:tcPr>
            <w:tcW w:w="1430" w:type="dxa"/>
          </w:tcPr>
          <w:p w14:paraId="0984ED0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D12" w14:textId="77777777" w:rsidTr="00AB06FD">
        <w:trPr>
          <w:cantSplit/>
          <w:jc w:val="center"/>
        </w:trPr>
        <w:tc>
          <w:tcPr>
            <w:tcW w:w="2268" w:type="dxa"/>
          </w:tcPr>
          <w:p w14:paraId="0984ED0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(NOTE 8)</w:t>
            </w:r>
          </w:p>
        </w:tc>
        <w:tc>
          <w:tcPr>
            <w:tcW w:w="3261" w:type="dxa"/>
          </w:tcPr>
          <w:p w14:paraId="0984ED0F"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1.015MHz </w:t>
            </w:r>
            <w:r w:rsidRPr="00EF2F0E">
              <w:rPr>
                <w:rFonts w:ascii="Arial" w:hAnsi="Arial" w:cs="v5.0.0"/>
                <w:sz w:val="18"/>
              </w:rPr>
              <w:sym w:font="Symbol" w:char="F0A3"/>
            </w:r>
            <w:r w:rsidRPr="00EF2F0E">
              <w:rPr>
                <w:rFonts w:ascii="Arial" w:hAnsi="Arial" w:cs="v5.0.0"/>
                <w:sz w:val="18"/>
              </w:rPr>
              <w:t xml:space="preserve"> f_offset &lt; 1.5 MHz </w:t>
            </w:r>
          </w:p>
        </w:tc>
        <w:tc>
          <w:tcPr>
            <w:tcW w:w="2855" w:type="dxa"/>
          </w:tcPr>
          <w:p w14:paraId="0984ED1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-17 dBm</w:t>
            </w:r>
          </w:p>
        </w:tc>
        <w:tc>
          <w:tcPr>
            <w:tcW w:w="1430" w:type="dxa"/>
          </w:tcPr>
          <w:p w14:paraId="0984ED1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D19" w14:textId="77777777" w:rsidTr="00AB06FD">
        <w:trPr>
          <w:cantSplit/>
          <w:jc w:val="center"/>
        </w:trPr>
        <w:tc>
          <w:tcPr>
            <w:tcW w:w="2268" w:type="dxa"/>
          </w:tcPr>
          <w:p w14:paraId="0984ED13" w14:textId="77777777" w:rsidR="00B15E99" w:rsidRPr="00EF2F0E" w:rsidRDefault="00B15E99" w:rsidP="00AB06FD">
            <w:pPr>
              <w:keepNext/>
              <w:keepLines/>
              <w:spacing w:after="0"/>
              <w:jc w:val="center"/>
              <w:rPr>
                <w:rFonts w:ascii="Arial" w:hAnsi="Arial" w:cs="Arial"/>
                <w:sz w:val="18"/>
              </w:rPr>
            </w:pPr>
            <w:r w:rsidRPr="00EF2F0E">
              <w:rPr>
                <w:rFonts w:ascii="Arial" w:hAnsi="Arial" w:cs="v5.0.0"/>
                <w:sz w:val="18"/>
              </w:rPr>
              <w:t xml:space="preserve">1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p>
          <w:p w14:paraId="0984ED14" w14:textId="77777777" w:rsidR="00B15E99" w:rsidRPr="00EF2F0E" w:rsidRDefault="00B15E99" w:rsidP="00AB06FD">
            <w:pPr>
              <w:keepNext/>
              <w:keepLines/>
              <w:spacing w:after="0"/>
              <w:jc w:val="center"/>
              <w:rPr>
                <w:rFonts w:ascii="Arial" w:hAnsi="Arial" w:cs="v5.0.0"/>
                <w:sz w:val="18"/>
              </w:rPr>
            </w:pPr>
            <w:r w:rsidRPr="00EF2F0E">
              <w:rPr>
                <w:rFonts w:ascii="Arial" w:hAnsi="Arial" w:cs="Arial"/>
                <w:sz w:val="18"/>
              </w:rPr>
              <w:t>6 MHz</w:t>
            </w:r>
          </w:p>
        </w:tc>
        <w:tc>
          <w:tcPr>
            <w:tcW w:w="3261" w:type="dxa"/>
          </w:tcPr>
          <w:p w14:paraId="0984ED1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1.5 MHz </w:t>
            </w:r>
            <w:r w:rsidRPr="00EF2F0E">
              <w:rPr>
                <w:rFonts w:ascii="Arial" w:hAnsi="Arial" w:cs="Arial"/>
                <w:sz w:val="18"/>
              </w:rPr>
              <w:sym w:font="Symbol" w:char="F0A3"/>
            </w:r>
            <w:r w:rsidRPr="00EF2F0E">
              <w:rPr>
                <w:rFonts w:ascii="Arial" w:hAnsi="Arial" w:cs="Arial"/>
                <w:sz w:val="18"/>
              </w:rPr>
              <w:t xml:space="preserve"> f_offset &lt; </w:t>
            </w:r>
          </w:p>
          <w:p w14:paraId="0984ED16"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6.5 MHz</w:t>
            </w:r>
          </w:p>
        </w:tc>
        <w:tc>
          <w:tcPr>
            <w:tcW w:w="2855" w:type="dxa"/>
          </w:tcPr>
          <w:p w14:paraId="0984ED17"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-4 dBm</w:t>
            </w:r>
          </w:p>
        </w:tc>
        <w:tc>
          <w:tcPr>
            <w:tcW w:w="1430" w:type="dxa"/>
          </w:tcPr>
          <w:p w14:paraId="0984ED1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3401A4" w:rsidRPr="00EF2F0E" w14:paraId="0984ED1E" w14:textId="77777777" w:rsidTr="00AB06FD">
        <w:trPr>
          <w:cantSplit/>
          <w:jc w:val="center"/>
        </w:trPr>
        <w:tc>
          <w:tcPr>
            <w:tcW w:w="2268" w:type="dxa"/>
          </w:tcPr>
          <w:p w14:paraId="0984ED1A"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3261" w:type="dxa"/>
          </w:tcPr>
          <w:p w14:paraId="0984ED1B"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2855" w:type="dxa"/>
          </w:tcPr>
          <w:p w14:paraId="0984ED1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-6 dBm</w:t>
            </w:r>
          </w:p>
        </w:tc>
        <w:tc>
          <w:tcPr>
            <w:tcW w:w="1430" w:type="dxa"/>
          </w:tcPr>
          <w:p w14:paraId="0984ED1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B15E99" w:rsidRPr="00EF2F0E" w14:paraId="0984ED21" w14:textId="77777777" w:rsidTr="00AB06FD">
        <w:trPr>
          <w:cantSplit/>
          <w:jc w:val="center"/>
        </w:trPr>
        <w:tc>
          <w:tcPr>
            <w:tcW w:w="9814" w:type="dxa"/>
            <w:gridSpan w:val="4"/>
          </w:tcPr>
          <w:p w14:paraId="0984ED1F"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-6dBm/1MHz.</w:t>
            </w:r>
          </w:p>
          <w:p w14:paraId="0984ED20"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v5.0.0"/>
                <w:sz w:val="18"/>
              </w:rPr>
              <w:t xml:space="preserve">, where the contribution from the far-end sub-block </w:t>
            </w:r>
            <w:r w:rsidRPr="00EF2F0E">
              <w:rPr>
                <w:rFonts w:ascii="Arial" w:hAnsi="Arial" w:cs="Arial"/>
                <w:sz w:val="18"/>
              </w:rPr>
              <w:t xml:space="preserve">or </w:t>
            </w:r>
            <w:r w:rsidRPr="00EF2F0E">
              <w:rPr>
                <w:rFonts w:ascii="Arial" w:hAnsi="Arial"/>
                <w:i/>
                <w:sz w:val="18"/>
              </w:rPr>
              <w:t>Base Station RF Bandwidth</w:t>
            </w:r>
            <w:r w:rsidRPr="00EF2F0E">
              <w:rPr>
                <w:rFonts w:ascii="Arial" w:hAnsi="Arial" w:cs="Arial"/>
                <w:sz w:val="18"/>
              </w:rPr>
              <w:t xml:space="preserve"> </w:t>
            </w:r>
            <w:r w:rsidRPr="00EF2F0E">
              <w:rPr>
                <w:rFonts w:ascii="Arial" w:hAnsi="Arial" w:cs="v5.0.0"/>
                <w:sz w:val="18"/>
              </w:rPr>
              <w:t>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D22" w14:textId="77777777" w:rsidR="00B15E99" w:rsidRPr="00EF2F0E" w:rsidRDefault="00B15E99" w:rsidP="00B15E99"/>
    <w:p w14:paraId="0984ED23" w14:textId="77777777" w:rsidR="00B15E99" w:rsidRPr="00EF2F0E" w:rsidRDefault="00B15E99" w:rsidP="00B15E99">
      <w:pPr>
        <w:keepNext/>
        <w:rPr>
          <w:rFonts w:cs="v5.0.0"/>
        </w:rPr>
      </w:pPr>
      <w:r w:rsidRPr="00EF2F0E">
        <w:rPr>
          <w:rFonts w:cs="v5.0.0"/>
        </w:rPr>
        <w:t>For a RIB operating in band 3 or 8, emissions shall not use the minimum requirement</w:t>
      </w:r>
      <w:r w:rsidRPr="00EF2F0E">
        <w:rPr>
          <w:rFonts w:cs="v4.2.0"/>
        </w:rPr>
        <w:t>s</w:t>
      </w:r>
      <w:r w:rsidRPr="00EF2F0E">
        <w:rPr>
          <w:rFonts w:cs="v5.0.0"/>
        </w:rPr>
        <w:t xml:space="preserve"> specified in table 9.7.5.4.3.3</w:t>
      </w:r>
      <w:r w:rsidRPr="00EF2F0E">
        <w:rPr>
          <w:rFonts w:cs="v5.0.0"/>
        </w:rPr>
        <w:noBreakHyphen/>
        <w:t xml:space="preserve">3 below for </w:t>
      </w:r>
      <w:r w:rsidRPr="00EF2F0E">
        <w:t xml:space="preserve">1.4 MHz </w:t>
      </w:r>
      <w:r w:rsidRPr="00EF2F0E">
        <w:rPr>
          <w:i/>
        </w:rPr>
        <w:t>channel bandwidth</w:t>
      </w:r>
      <w:r w:rsidRPr="00EF2F0E">
        <w:rPr>
          <w:rFonts w:cs="v5.0.0"/>
        </w:rPr>
        <w:t>:</w:t>
      </w:r>
    </w:p>
    <w:p w14:paraId="0984ED24" w14:textId="77777777" w:rsidR="00B15E99" w:rsidRPr="00EF2F0E" w:rsidRDefault="00B15E99" w:rsidP="00B15E99">
      <w:pPr>
        <w:pStyle w:val="TH"/>
        <w:rPr>
          <w:rFonts w:cs="v5.0.0"/>
        </w:rPr>
      </w:pPr>
      <w:r w:rsidRPr="00EF2F0E">
        <w:t>Table 9.7.5.4.3.3-3: Regional Wide Area BS operating band unwanted emission limits in band 3 or 8</w:t>
      </w:r>
      <w:r w:rsidRPr="00EF2F0E">
        <w:rPr>
          <w:lang w:eastAsia="zh-CN"/>
        </w:rPr>
        <w:t xml:space="preserve"> </w:t>
      </w:r>
      <w:r w:rsidRPr="00EF2F0E">
        <w:t xml:space="preserve">for 1.4 MHz </w:t>
      </w:r>
      <w:r w:rsidRPr="00EF2F0E">
        <w:rPr>
          <w:i/>
        </w:rPr>
        <w:t>channel bandwidth</w:t>
      </w:r>
      <w:r w:rsidRPr="00EF2F0E">
        <w:t xml:space="preserve"> for Category B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261"/>
        <w:gridCol w:w="2855"/>
        <w:gridCol w:w="1430"/>
      </w:tblGrid>
      <w:tr w:rsidR="003401A4" w:rsidRPr="00EF2F0E" w14:paraId="0984ED2A" w14:textId="77777777" w:rsidTr="00AB06FD">
        <w:trPr>
          <w:cantSplit/>
          <w:jc w:val="center"/>
        </w:trPr>
        <w:tc>
          <w:tcPr>
            <w:tcW w:w="2268" w:type="dxa"/>
          </w:tcPr>
          <w:p w14:paraId="0984ED25"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3261" w:type="dxa"/>
          </w:tcPr>
          <w:p w14:paraId="0984ED26"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2855" w:type="dxa"/>
          </w:tcPr>
          <w:p w14:paraId="0984ED27"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Minimum requirement </w:t>
            </w:r>
          </w:p>
          <w:p w14:paraId="0984ED28"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(NOTE 1, 2)</w:t>
            </w:r>
          </w:p>
        </w:tc>
        <w:tc>
          <w:tcPr>
            <w:tcW w:w="1430" w:type="dxa"/>
          </w:tcPr>
          <w:p w14:paraId="0984ED29"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(NOTE 7)</w:t>
            </w:r>
          </w:p>
        </w:tc>
      </w:tr>
      <w:tr w:rsidR="003401A4" w:rsidRPr="00EF2F0E" w14:paraId="0984ED2F" w14:textId="77777777" w:rsidTr="00AB06FD">
        <w:trPr>
          <w:cantSplit/>
          <w:jc w:val="center"/>
        </w:trPr>
        <w:tc>
          <w:tcPr>
            <w:tcW w:w="2268" w:type="dxa"/>
          </w:tcPr>
          <w:p w14:paraId="0984ED2B"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0.05 MHz</w:t>
            </w:r>
          </w:p>
        </w:tc>
        <w:tc>
          <w:tcPr>
            <w:tcW w:w="3261" w:type="dxa"/>
          </w:tcPr>
          <w:p w14:paraId="0984ED2C"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0.015 MHz </w:t>
            </w:r>
            <w:r w:rsidRPr="00EF2F0E">
              <w:rPr>
                <w:rFonts w:ascii="Arial" w:hAnsi="Arial" w:cs="v5.0.0"/>
                <w:sz w:val="18"/>
              </w:rPr>
              <w:sym w:font="Symbol" w:char="F0A3"/>
            </w:r>
            <w:r w:rsidRPr="00EF2F0E">
              <w:rPr>
                <w:rFonts w:ascii="Arial" w:hAnsi="Arial" w:cs="v5.0.0"/>
                <w:sz w:val="18"/>
              </w:rPr>
              <w:t xml:space="preserve"> f_offset &lt; 0.065 MHz </w:t>
            </w:r>
          </w:p>
        </w:tc>
        <w:tc>
          <w:tcPr>
            <w:tcW w:w="2855" w:type="dxa"/>
          </w:tcPr>
          <w:p w14:paraId="0984ED2D"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540" w:dyaOrig="680" w14:anchorId="0985120C">
                <v:shape id="_x0000_i1109" type="#_x0000_t75" style="width:125.7pt;height:28.05pt" o:ole="">
                  <v:imagedata r:id="rId173" o:title=""/>
                </v:shape>
                <o:OLEObject Type="Embed" ProgID="Equation.3" ShapeID="_x0000_i1109" DrawAspect="Content" ObjectID="_1717663631" r:id="rId174"/>
              </w:object>
            </w:r>
          </w:p>
        </w:tc>
        <w:tc>
          <w:tcPr>
            <w:tcW w:w="1430" w:type="dxa"/>
          </w:tcPr>
          <w:p w14:paraId="0984ED2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D35" w14:textId="77777777" w:rsidTr="00AB06FD">
        <w:trPr>
          <w:cantSplit/>
          <w:jc w:val="center"/>
        </w:trPr>
        <w:tc>
          <w:tcPr>
            <w:tcW w:w="2268" w:type="dxa"/>
          </w:tcPr>
          <w:p w14:paraId="0984ED30"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0.15 MHz</w:t>
            </w:r>
          </w:p>
        </w:tc>
        <w:tc>
          <w:tcPr>
            <w:tcW w:w="3261" w:type="dxa"/>
          </w:tcPr>
          <w:p w14:paraId="0984ED31"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065 MHz </w:t>
            </w:r>
            <w:r w:rsidRPr="00EF2F0E">
              <w:rPr>
                <w:rFonts w:ascii="Arial" w:hAnsi="Arial" w:cs="v5.0.0"/>
                <w:sz w:val="18"/>
              </w:rPr>
              <w:sym w:font="Symbol" w:char="F0A3"/>
            </w:r>
            <w:r w:rsidRPr="00EF2F0E">
              <w:rPr>
                <w:rFonts w:ascii="Arial" w:hAnsi="Arial" w:cs="v5.0.0"/>
                <w:sz w:val="18"/>
              </w:rPr>
              <w:t xml:space="preserve"> f_offset &lt; 0.165 MHz </w:t>
            </w:r>
          </w:p>
        </w:tc>
        <w:tc>
          <w:tcPr>
            <w:tcW w:w="2855" w:type="dxa"/>
          </w:tcPr>
          <w:p w14:paraId="0984ED32" w14:textId="77777777" w:rsidR="00B15E99" w:rsidRPr="00EF2F0E" w:rsidRDefault="00B15E99" w:rsidP="00AB06FD">
            <w:pPr>
              <w:keepNext/>
              <w:keepLines/>
              <w:spacing w:after="0"/>
              <w:jc w:val="center"/>
              <w:rPr>
                <w:rFonts w:ascii="Arial" w:hAnsi="Arial" w:cs="Arial"/>
                <w:sz w:val="18"/>
              </w:rPr>
            </w:pPr>
          </w:p>
          <w:p w14:paraId="0984ED33"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620" w:dyaOrig="680" w14:anchorId="0985120D">
                <v:shape id="_x0000_i1110" type="#_x0000_t75" style="width:127.55pt;height:28.05pt" o:ole="">
                  <v:imagedata r:id="rId175" o:title=""/>
                </v:shape>
                <o:OLEObject Type="Embed" ProgID="Equation.3" ShapeID="_x0000_i1110" DrawAspect="Content" ObjectID="_1717663632" r:id="rId176"/>
              </w:object>
            </w:r>
          </w:p>
        </w:tc>
        <w:tc>
          <w:tcPr>
            <w:tcW w:w="1430" w:type="dxa"/>
          </w:tcPr>
          <w:p w14:paraId="0984ED3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D3A" w14:textId="77777777" w:rsidTr="00AB06FD">
        <w:trPr>
          <w:cantSplit/>
          <w:jc w:val="center"/>
        </w:trPr>
        <w:tc>
          <w:tcPr>
            <w:tcW w:w="2268" w:type="dxa"/>
          </w:tcPr>
          <w:p w14:paraId="0984ED36"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0.15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0.2 MHz</w:t>
            </w:r>
          </w:p>
        </w:tc>
        <w:tc>
          <w:tcPr>
            <w:tcW w:w="3261" w:type="dxa"/>
          </w:tcPr>
          <w:p w14:paraId="0984ED37"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0.165MHz </w:t>
            </w:r>
            <w:r w:rsidRPr="00EF2F0E">
              <w:rPr>
                <w:rFonts w:ascii="Arial" w:hAnsi="Arial" w:cs="v5.0.0"/>
                <w:sz w:val="18"/>
              </w:rPr>
              <w:sym w:font="Symbol" w:char="F0A3"/>
            </w:r>
            <w:r w:rsidRPr="00EF2F0E">
              <w:rPr>
                <w:rFonts w:ascii="Arial" w:hAnsi="Arial" w:cs="v5.0.0"/>
                <w:sz w:val="18"/>
              </w:rPr>
              <w:t xml:space="preserve"> f_offset &lt; 0.215MHz </w:t>
            </w:r>
          </w:p>
        </w:tc>
        <w:tc>
          <w:tcPr>
            <w:tcW w:w="2855" w:type="dxa"/>
          </w:tcPr>
          <w:p w14:paraId="0984ED3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-5 dBm</w:t>
            </w:r>
          </w:p>
        </w:tc>
        <w:tc>
          <w:tcPr>
            <w:tcW w:w="1430" w:type="dxa"/>
          </w:tcPr>
          <w:p w14:paraId="0984ED3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D40" w14:textId="77777777" w:rsidTr="00AB06FD">
        <w:trPr>
          <w:cantSplit/>
          <w:jc w:val="center"/>
        </w:trPr>
        <w:tc>
          <w:tcPr>
            <w:tcW w:w="2268" w:type="dxa"/>
          </w:tcPr>
          <w:p w14:paraId="0984ED3B"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0.2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1 MHz</w:t>
            </w:r>
          </w:p>
        </w:tc>
        <w:tc>
          <w:tcPr>
            <w:tcW w:w="3261" w:type="dxa"/>
          </w:tcPr>
          <w:p w14:paraId="0984ED3C"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0.215MHz </w:t>
            </w:r>
            <w:r w:rsidRPr="00EF2F0E">
              <w:rPr>
                <w:rFonts w:ascii="Arial" w:hAnsi="Arial" w:cs="v5.0.0"/>
                <w:sz w:val="18"/>
              </w:rPr>
              <w:sym w:font="Symbol" w:char="F0A3"/>
            </w:r>
            <w:r w:rsidRPr="00EF2F0E">
              <w:rPr>
                <w:rFonts w:ascii="Arial" w:hAnsi="Arial" w:cs="v5.0.0"/>
                <w:sz w:val="18"/>
              </w:rPr>
              <w:t xml:space="preserve"> f_offset &lt; 1.015MHz</w:t>
            </w:r>
          </w:p>
        </w:tc>
        <w:tc>
          <w:tcPr>
            <w:tcW w:w="2855" w:type="dxa"/>
          </w:tcPr>
          <w:p w14:paraId="0984ED3D" w14:textId="77777777" w:rsidR="00B15E99" w:rsidRPr="00EF2F0E" w:rsidRDefault="00B15E99" w:rsidP="00AB06FD">
            <w:pPr>
              <w:keepNext/>
              <w:keepLines/>
              <w:spacing w:after="0"/>
              <w:jc w:val="center"/>
              <w:rPr>
                <w:rFonts w:ascii="Arial" w:hAnsi="Arial" w:cs="Arial"/>
                <w:sz w:val="18"/>
              </w:rPr>
            </w:pPr>
          </w:p>
          <w:p w14:paraId="0984ED3E"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600" w:dyaOrig="680" w14:anchorId="0985120E">
                <v:shape id="_x0000_i1111" type="#_x0000_t75" style="width:128.15pt;height:28.05pt" o:ole="">
                  <v:imagedata r:id="rId177" o:title=""/>
                </v:shape>
                <o:OLEObject Type="Embed" ProgID="Equation.3" ShapeID="_x0000_i1111" DrawAspect="Content" ObjectID="_1717663633" r:id="rId178"/>
              </w:object>
            </w:r>
          </w:p>
        </w:tc>
        <w:tc>
          <w:tcPr>
            <w:tcW w:w="1430" w:type="dxa"/>
          </w:tcPr>
          <w:p w14:paraId="0984ED3F"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D45" w14:textId="77777777" w:rsidTr="00AB06FD">
        <w:trPr>
          <w:cantSplit/>
          <w:jc w:val="center"/>
        </w:trPr>
        <w:tc>
          <w:tcPr>
            <w:tcW w:w="2268" w:type="dxa"/>
          </w:tcPr>
          <w:p w14:paraId="0984ED41"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(NOTE 8)</w:t>
            </w:r>
          </w:p>
        </w:tc>
        <w:tc>
          <w:tcPr>
            <w:tcW w:w="3261" w:type="dxa"/>
          </w:tcPr>
          <w:p w14:paraId="0984ED4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1.015MHz </w:t>
            </w:r>
            <w:r w:rsidRPr="00EF2F0E">
              <w:rPr>
                <w:rFonts w:ascii="Arial" w:hAnsi="Arial" w:cs="v5.0.0"/>
                <w:sz w:val="18"/>
              </w:rPr>
              <w:sym w:font="Symbol" w:char="F0A3"/>
            </w:r>
            <w:r w:rsidRPr="00EF2F0E">
              <w:rPr>
                <w:rFonts w:ascii="Arial" w:hAnsi="Arial" w:cs="v5.0.0"/>
                <w:sz w:val="18"/>
              </w:rPr>
              <w:t xml:space="preserve"> f_offset &lt; 1.5 MHz </w:t>
            </w:r>
          </w:p>
        </w:tc>
        <w:tc>
          <w:tcPr>
            <w:tcW w:w="2855" w:type="dxa"/>
          </w:tcPr>
          <w:p w14:paraId="0984ED43"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-17 dBm</w:t>
            </w:r>
          </w:p>
        </w:tc>
        <w:tc>
          <w:tcPr>
            <w:tcW w:w="1430" w:type="dxa"/>
          </w:tcPr>
          <w:p w14:paraId="0984ED44"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30 kHz </w:t>
            </w:r>
          </w:p>
        </w:tc>
      </w:tr>
      <w:tr w:rsidR="003401A4" w:rsidRPr="00EF2F0E" w14:paraId="0984ED4A" w14:textId="77777777" w:rsidTr="00AB06FD">
        <w:trPr>
          <w:cantSplit/>
          <w:jc w:val="center"/>
        </w:trPr>
        <w:tc>
          <w:tcPr>
            <w:tcW w:w="2268" w:type="dxa"/>
          </w:tcPr>
          <w:p w14:paraId="0984ED46"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v5.0.0"/>
                <w:sz w:val="18"/>
              </w:rPr>
              <w:t xml:space="preserve">2.8 </w:t>
            </w:r>
            <w:r w:rsidRPr="00EF2F0E">
              <w:rPr>
                <w:rFonts w:ascii="Arial" w:hAnsi="Arial" w:cs="Arial"/>
                <w:sz w:val="18"/>
              </w:rPr>
              <w:t xml:space="preserve">MHz </w:t>
            </w:r>
          </w:p>
        </w:tc>
        <w:tc>
          <w:tcPr>
            <w:tcW w:w="3261" w:type="dxa"/>
          </w:tcPr>
          <w:p w14:paraId="0984ED47"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1.5 MHz </w:t>
            </w:r>
            <w:r w:rsidRPr="00EF2F0E">
              <w:rPr>
                <w:rFonts w:ascii="Arial" w:hAnsi="Arial" w:cs="v5.0.0"/>
                <w:sz w:val="18"/>
              </w:rPr>
              <w:sym w:font="Symbol" w:char="F0A3"/>
            </w:r>
            <w:r w:rsidRPr="00EF2F0E">
              <w:rPr>
                <w:rFonts w:ascii="Arial" w:hAnsi="Arial" w:cs="v5.0.0"/>
                <w:sz w:val="18"/>
              </w:rPr>
              <w:t xml:space="preserve"> f_offset &lt; 3.3 MHz</w:t>
            </w:r>
          </w:p>
        </w:tc>
        <w:tc>
          <w:tcPr>
            <w:tcW w:w="2855" w:type="dxa"/>
          </w:tcPr>
          <w:p w14:paraId="0984ED4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-4 dBm</w:t>
            </w:r>
          </w:p>
        </w:tc>
        <w:tc>
          <w:tcPr>
            <w:tcW w:w="1430" w:type="dxa"/>
          </w:tcPr>
          <w:p w14:paraId="0984ED49"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3401A4" w:rsidRPr="00EF2F0E" w14:paraId="0984ED4F" w14:textId="77777777" w:rsidTr="00AB06FD">
        <w:trPr>
          <w:cantSplit/>
          <w:jc w:val="center"/>
        </w:trPr>
        <w:tc>
          <w:tcPr>
            <w:tcW w:w="2268" w:type="dxa"/>
          </w:tcPr>
          <w:p w14:paraId="0984ED4B"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2.8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3261" w:type="dxa"/>
          </w:tcPr>
          <w:p w14:paraId="0984ED4C"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3.3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2855" w:type="dxa"/>
          </w:tcPr>
          <w:p w14:paraId="0984ED4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-6 dBm</w:t>
            </w:r>
          </w:p>
        </w:tc>
        <w:tc>
          <w:tcPr>
            <w:tcW w:w="1430" w:type="dxa"/>
          </w:tcPr>
          <w:p w14:paraId="0984ED4E"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 MHz </w:t>
            </w:r>
          </w:p>
        </w:tc>
      </w:tr>
      <w:tr w:rsidR="00B15E99" w:rsidRPr="00EF2F0E" w14:paraId="0984ED52" w14:textId="77777777" w:rsidTr="00AB06FD">
        <w:trPr>
          <w:cantSplit/>
          <w:jc w:val="center"/>
        </w:trPr>
        <w:tc>
          <w:tcPr>
            <w:tcW w:w="9814" w:type="dxa"/>
            <w:gridSpan w:val="4"/>
          </w:tcPr>
          <w:p w14:paraId="0984ED50"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v5.0.0"/>
                <w:sz w:val="18"/>
              </w:rPr>
              <w:t>, where the contribution from the far-end sub-block shall be scaled according to the measurement bandwidth of the near-end sub-block</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minimum requirement within </w:t>
            </w:r>
            <w:r w:rsidRPr="00EF2F0E">
              <w:rPr>
                <w:rFonts w:ascii="Arial" w:hAnsi="Arial" w:cs="Arial"/>
                <w:i/>
                <w:sz w:val="18"/>
              </w:rPr>
              <w:t>sub-block gaps</w:t>
            </w:r>
            <w:r w:rsidRPr="00EF2F0E">
              <w:rPr>
                <w:rFonts w:ascii="Arial" w:hAnsi="Arial" w:cs="Arial"/>
                <w:sz w:val="18"/>
              </w:rPr>
              <w:t xml:space="preserve"> shall be -6dBm/1MHz.</w:t>
            </w:r>
          </w:p>
          <w:p w14:paraId="0984ED51"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sidDel="002E3440">
              <w:rPr>
                <w:rFonts w:ascii="Arial" w:hAnsi="Arial" w:cs="Arial"/>
                <w:sz w:val="18"/>
              </w:rPr>
              <w:t xml:space="preserve"> </w:t>
            </w:r>
            <w:r w:rsidRPr="00EF2F0E">
              <w:rPr>
                <w:rFonts w:ascii="Arial" w:hAnsi="Arial" w:cs="Arial"/>
                <w:sz w:val="18"/>
              </w:rPr>
              <w:t xml:space="preserve">the minimum requirement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v5.0.0"/>
                <w:sz w:val="18"/>
              </w:rPr>
              <w:t xml:space="preserve">, where the contribution from the far-end sub-block </w:t>
            </w:r>
            <w:r w:rsidRPr="00EF2F0E">
              <w:rPr>
                <w:rFonts w:ascii="Arial" w:hAnsi="Arial" w:cs="Arial"/>
                <w:sz w:val="18"/>
              </w:rPr>
              <w:t xml:space="preserve">or </w:t>
            </w:r>
            <w:r w:rsidRPr="00EF2F0E">
              <w:rPr>
                <w:rFonts w:ascii="Arial" w:hAnsi="Arial"/>
                <w:i/>
                <w:sz w:val="18"/>
              </w:rPr>
              <w:t>Base Station RF Bandwidth</w:t>
            </w:r>
            <w:r w:rsidRPr="00EF2F0E">
              <w:rPr>
                <w:rFonts w:ascii="Arial" w:hAnsi="Arial" w:cs="Arial"/>
                <w:sz w:val="18"/>
              </w:rPr>
              <w:t xml:space="preserve"> </w:t>
            </w:r>
            <w:r w:rsidRPr="00EF2F0E">
              <w:rPr>
                <w:rFonts w:ascii="Arial" w:hAnsi="Arial" w:cs="v5.0.0"/>
                <w:sz w:val="18"/>
              </w:rPr>
              <w:t>shall be scaled according to the measurement bandwidth of the near-end sub-block</w:t>
            </w:r>
            <w:r w:rsidRPr="00EF2F0E">
              <w:rPr>
                <w:rFonts w:ascii="Arial" w:hAnsi="Arial" w:cs="Arial"/>
                <w:sz w:val="18"/>
              </w:rPr>
              <w:t xml:space="preserve"> or </w:t>
            </w:r>
            <w:r w:rsidRPr="00EF2F0E">
              <w:rPr>
                <w:rFonts w:ascii="Arial" w:hAnsi="Arial"/>
                <w:i/>
                <w:sz w:val="18"/>
              </w:rPr>
              <w:t>Base Station RF Bandwidth</w:t>
            </w:r>
            <w:r w:rsidRPr="00EF2F0E">
              <w:rPr>
                <w:rFonts w:ascii="Arial" w:hAnsi="Arial" w:cs="Arial"/>
                <w:sz w:val="18"/>
              </w:rPr>
              <w:t>.</w:t>
            </w:r>
          </w:p>
        </w:tc>
      </w:tr>
    </w:tbl>
    <w:p w14:paraId="0984ED53" w14:textId="77777777" w:rsidR="00B15E99" w:rsidRPr="00EF2F0E" w:rsidRDefault="00B15E99" w:rsidP="00B15E99">
      <w:pPr>
        <w:rPr>
          <w:lang w:eastAsia="zh-CN"/>
        </w:rPr>
      </w:pPr>
    </w:p>
    <w:p w14:paraId="0984ED54" w14:textId="77777777" w:rsidR="00B15E99" w:rsidRPr="00EF2F0E" w:rsidRDefault="00B15E99" w:rsidP="00B15E99">
      <w:pPr>
        <w:pStyle w:val="Heading5"/>
      </w:pPr>
      <w:bookmarkStart w:id="4266" w:name="_Toc21096088"/>
      <w:bookmarkStart w:id="4267" w:name="_Toc29763287"/>
      <w:bookmarkStart w:id="4268" w:name="_Toc45869572"/>
      <w:bookmarkStart w:id="4269" w:name="_Toc52554825"/>
      <w:bookmarkStart w:id="4270" w:name="_Toc52555295"/>
      <w:bookmarkStart w:id="4271" w:name="_Toc61112520"/>
      <w:bookmarkStart w:id="4272" w:name="_Toc67911672"/>
      <w:bookmarkStart w:id="4273" w:name="_Toc74843147"/>
      <w:bookmarkStart w:id="4274" w:name="_Toc76503530"/>
      <w:bookmarkStart w:id="4275" w:name="_Toc83040973"/>
      <w:bookmarkStart w:id="4276" w:name="_Toc89852016"/>
      <w:bookmarkStart w:id="4277" w:name="_Toc98676370"/>
      <w:r w:rsidRPr="00EF2F0E">
        <w:t>9.7.5.4.4</w:t>
      </w:r>
      <w:r w:rsidRPr="00EF2F0E">
        <w:tab/>
      </w:r>
      <w:r w:rsidRPr="00EF2F0E">
        <w:rPr>
          <w:rFonts w:cs="Arial"/>
        </w:rPr>
        <w:t>Minimum requirement</w:t>
      </w:r>
      <w:r w:rsidRPr="00EF2F0E">
        <w:t>s for Local Area BS (Category A and B)</w:t>
      </w:r>
      <w:bookmarkEnd w:id="4266"/>
      <w:bookmarkEnd w:id="4267"/>
      <w:bookmarkEnd w:id="4268"/>
      <w:bookmarkEnd w:id="4269"/>
      <w:bookmarkEnd w:id="4270"/>
      <w:bookmarkEnd w:id="4271"/>
      <w:bookmarkEnd w:id="4272"/>
      <w:bookmarkEnd w:id="4273"/>
      <w:bookmarkEnd w:id="4274"/>
      <w:bookmarkEnd w:id="4275"/>
      <w:bookmarkEnd w:id="4276"/>
      <w:bookmarkEnd w:id="4277"/>
    </w:p>
    <w:p w14:paraId="0984ED55" w14:textId="77777777" w:rsidR="00B15E99" w:rsidRPr="00EF2F0E" w:rsidRDefault="00B15E99" w:rsidP="00B15E99">
      <w:pPr>
        <w:keepNext/>
        <w:rPr>
          <w:rFonts w:cs="v5.0.0"/>
        </w:rPr>
      </w:pPr>
      <w:r w:rsidRPr="00EF2F0E">
        <w:t xml:space="preserve">For </w:t>
      </w:r>
      <w:r w:rsidRPr="00EF2F0E">
        <w:rPr>
          <w:lang w:eastAsia="zh-CN"/>
        </w:rPr>
        <w:t>Local Area</w:t>
      </w:r>
      <w:r w:rsidRPr="00EF2F0E">
        <w:rPr>
          <w:rFonts w:cs="v5.0.0"/>
        </w:rPr>
        <w:t xml:space="preserve"> </w:t>
      </w:r>
      <w:r w:rsidRPr="00EF2F0E">
        <w:rPr>
          <w:rFonts w:cs="v5.0.0"/>
          <w:lang w:eastAsia="zh-CN"/>
        </w:rPr>
        <w:t xml:space="preserve">BS, </w:t>
      </w:r>
      <w:r w:rsidRPr="00EF2F0E">
        <w:rPr>
          <w:rFonts w:cs="v5.0.0"/>
          <w:i/>
        </w:rPr>
        <w:t>minimum requirements</w:t>
      </w:r>
      <w:r w:rsidRPr="00EF2F0E">
        <w:rPr>
          <w:rFonts w:cs="v5.0.0"/>
        </w:rPr>
        <w:t xml:space="preserve"> are specified in tables </w:t>
      </w:r>
      <w:r w:rsidRPr="00EF2F0E">
        <w:rPr>
          <w:rFonts w:cs="v5.0.0"/>
          <w:lang w:eastAsia="zh-CN"/>
        </w:rPr>
        <w:t>9.7</w:t>
      </w:r>
      <w:r w:rsidRPr="00EF2F0E">
        <w:rPr>
          <w:rFonts w:cs="v5.0.0"/>
        </w:rPr>
        <w:t>.</w:t>
      </w:r>
      <w:r w:rsidRPr="00EF2F0E">
        <w:rPr>
          <w:rFonts w:cs="v5.0.0"/>
          <w:lang w:eastAsia="zh-CN"/>
        </w:rPr>
        <w:t>5.4.4-</w:t>
      </w:r>
      <w:r w:rsidRPr="00EF2F0E">
        <w:rPr>
          <w:rFonts w:cs="v5.0.0"/>
        </w:rPr>
        <w:t xml:space="preserve">1 to </w:t>
      </w:r>
      <w:r w:rsidRPr="00EF2F0E">
        <w:rPr>
          <w:rFonts w:cs="v5.0.0"/>
          <w:lang w:eastAsia="zh-CN"/>
        </w:rPr>
        <w:t>9.7</w:t>
      </w:r>
      <w:r w:rsidRPr="00EF2F0E">
        <w:rPr>
          <w:rFonts w:cs="v5.0.0"/>
        </w:rPr>
        <w:t>.</w:t>
      </w:r>
      <w:r w:rsidRPr="00EF2F0E">
        <w:rPr>
          <w:rFonts w:cs="v5.0.0"/>
          <w:lang w:eastAsia="zh-CN"/>
        </w:rPr>
        <w:t>5.4.4</w:t>
      </w:r>
      <w:r w:rsidRPr="00EF2F0E">
        <w:rPr>
          <w:rFonts w:cs="v5.0.0"/>
        </w:rPr>
        <w:t>-3.</w:t>
      </w:r>
    </w:p>
    <w:p w14:paraId="0984ED56" w14:textId="77777777" w:rsidR="00B15E99" w:rsidRPr="00EF2F0E" w:rsidRDefault="00B15E99" w:rsidP="00B15E99">
      <w:pPr>
        <w:pStyle w:val="TH"/>
        <w:rPr>
          <w:rFonts w:cs="v5.0.0"/>
        </w:rPr>
      </w:pPr>
      <w:r w:rsidRPr="00EF2F0E">
        <w:t xml:space="preserve">Table </w:t>
      </w:r>
      <w:r w:rsidRPr="00EF2F0E">
        <w:rPr>
          <w:rFonts w:cs="v5.0.0"/>
        </w:rPr>
        <w:t>9.7.</w:t>
      </w:r>
      <w:r w:rsidRPr="00EF2F0E">
        <w:rPr>
          <w:rFonts w:cs="v5.0.0"/>
          <w:lang w:eastAsia="zh-CN"/>
        </w:rPr>
        <w:t>5.4.4-</w:t>
      </w:r>
      <w:r w:rsidRPr="00EF2F0E">
        <w:rPr>
          <w:rFonts w:cs="v5.0.0"/>
        </w:rPr>
        <w:t>1</w:t>
      </w:r>
      <w:r w:rsidRPr="00EF2F0E">
        <w:t>: Local Area B</w:t>
      </w:r>
      <w:r w:rsidRPr="00EF2F0E">
        <w:rPr>
          <w:lang w:eastAsia="zh-CN"/>
        </w:rPr>
        <w:t>S</w:t>
      </w:r>
      <w:r w:rsidRPr="00EF2F0E">
        <w:t xml:space="preserve"> operating band unwanted emission limits for 1.4 MHz </w:t>
      </w:r>
      <w:r w:rsidRPr="00EF2F0E">
        <w:rPr>
          <w:i/>
        </w:rPr>
        <w:t>channel bandwidth</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D5C" w14:textId="77777777" w:rsidTr="00AB06FD">
        <w:trPr>
          <w:cantSplit/>
          <w:jc w:val="center"/>
        </w:trPr>
        <w:tc>
          <w:tcPr>
            <w:tcW w:w="1953" w:type="dxa"/>
          </w:tcPr>
          <w:p w14:paraId="0984ED57"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Pr>
          <w:p w14:paraId="0984ED58"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455" w:type="dxa"/>
          </w:tcPr>
          <w:p w14:paraId="0984ED59"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Minimum requirement</w:t>
            </w:r>
          </w:p>
          <w:p w14:paraId="0984ED5A"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 (NOTE 1, 2)</w:t>
            </w:r>
          </w:p>
        </w:tc>
        <w:tc>
          <w:tcPr>
            <w:tcW w:w="1430" w:type="dxa"/>
          </w:tcPr>
          <w:p w14:paraId="0984ED5B"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w:t>
            </w:r>
            <w:r w:rsidRPr="00EF2F0E">
              <w:rPr>
                <w:rFonts w:ascii="Arial" w:hAnsi="Arial" w:cs="v5.0.0"/>
                <w:b/>
                <w:sz w:val="18"/>
              </w:rPr>
              <w:t xml:space="preserve"> </w:t>
            </w:r>
            <w:r w:rsidRPr="00EF2F0E">
              <w:rPr>
                <w:rFonts w:ascii="Arial" w:hAnsi="Arial" w:cs="Arial"/>
                <w:b/>
                <w:sz w:val="18"/>
              </w:rPr>
              <w:t>(NOTE 7)</w:t>
            </w:r>
          </w:p>
        </w:tc>
      </w:tr>
      <w:tr w:rsidR="003401A4" w:rsidRPr="00EF2F0E" w14:paraId="0984ED62" w14:textId="77777777" w:rsidTr="00AB06FD">
        <w:trPr>
          <w:cantSplit/>
          <w:jc w:val="center"/>
        </w:trPr>
        <w:tc>
          <w:tcPr>
            <w:tcW w:w="1953" w:type="dxa"/>
            <w:vAlign w:val="center"/>
          </w:tcPr>
          <w:p w14:paraId="0984ED5D"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1.4 MHz</w:t>
            </w:r>
          </w:p>
        </w:tc>
        <w:tc>
          <w:tcPr>
            <w:tcW w:w="2976" w:type="dxa"/>
            <w:vAlign w:val="center"/>
          </w:tcPr>
          <w:p w14:paraId="0984ED5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1.45 MHz</w:t>
            </w:r>
          </w:p>
        </w:tc>
        <w:tc>
          <w:tcPr>
            <w:tcW w:w="3455" w:type="dxa"/>
            <w:vAlign w:val="center"/>
          </w:tcPr>
          <w:p w14:paraId="0984ED5F" w14:textId="77777777" w:rsidR="00B15E99" w:rsidRPr="00EF2F0E" w:rsidRDefault="00B15E99" w:rsidP="00AB06FD">
            <w:pPr>
              <w:keepNext/>
              <w:keepLines/>
              <w:spacing w:after="0"/>
              <w:jc w:val="center"/>
              <w:rPr>
                <w:rFonts w:ascii="Arial" w:hAnsi="Arial" w:cs="Arial"/>
                <w:position w:val="-30"/>
                <w:sz w:val="18"/>
              </w:rPr>
            </w:pPr>
          </w:p>
          <w:p w14:paraId="0984ED60"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400" w:dyaOrig="680" w14:anchorId="0985120F">
                <v:shape id="_x0000_i1112" type="#_x0000_t75" style="width:121.4pt;height:28.05pt" o:ole="">
                  <v:imagedata r:id="rId179" o:title=""/>
                </v:shape>
                <o:OLEObject Type="Embed" ProgID="Equation.3" ShapeID="_x0000_i1112" DrawAspect="Content" ObjectID="_1717663634" r:id="rId180"/>
              </w:object>
            </w:r>
          </w:p>
        </w:tc>
        <w:tc>
          <w:tcPr>
            <w:tcW w:w="1430" w:type="dxa"/>
          </w:tcPr>
          <w:p w14:paraId="0984ED6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D67" w14:textId="77777777" w:rsidTr="00AB06FD">
        <w:trPr>
          <w:cantSplit/>
          <w:jc w:val="center"/>
        </w:trPr>
        <w:tc>
          <w:tcPr>
            <w:tcW w:w="1953" w:type="dxa"/>
          </w:tcPr>
          <w:p w14:paraId="0984ED6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2.8 MHz</w:t>
            </w:r>
          </w:p>
        </w:tc>
        <w:tc>
          <w:tcPr>
            <w:tcW w:w="2976" w:type="dxa"/>
          </w:tcPr>
          <w:p w14:paraId="0984ED64"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1.45 MHz </w:t>
            </w:r>
            <w:r w:rsidRPr="00EF2F0E">
              <w:rPr>
                <w:rFonts w:ascii="Arial" w:hAnsi="Arial" w:cs="v5.0.0"/>
                <w:sz w:val="18"/>
              </w:rPr>
              <w:sym w:font="Symbol" w:char="F0A3"/>
            </w:r>
            <w:r w:rsidRPr="00EF2F0E">
              <w:rPr>
                <w:rFonts w:ascii="Arial" w:hAnsi="Arial" w:cs="v5.0.0"/>
                <w:sz w:val="18"/>
              </w:rPr>
              <w:t xml:space="preserve"> f_offset &lt; 2.85 MHz</w:t>
            </w:r>
          </w:p>
        </w:tc>
        <w:tc>
          <w:tcPr>
            <w:tcW w:w="3455" w:type="dxa"/>
          </w:tcPr>
          <w:p w14:paraId="0984ED6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w:t>
            </w:r>
            <w:r w:rsidRPr="00EF2F0E">
              <w:rPr>
                <w:rFonts w:ascii="Arial" w:hAnsi="Arial" w:cs="Arial"/>
                <w:sz w:val="18"/>
                <w:lang w:eastAsia="zh-CN"/>
              </w:rPr>
              <w:t>22</w:t>
            </w:r>
            <w:r w:rsidRPr="00EF2F0E">
              <w:rPr>
                <w:rFonts w:ascii="Arial" w:hAnsi="Arial" w:cs="Arial"/>
                <w:sz w:val="18"/>
              </w:rPr>
              <w:t xml:space="preserve"> dBm</w:t>
            </w:r>
          </w:p>
        </w:tc>
        <w:tc>
          <w:tcPr>
            <w:tcW w:w="1430" w:type="dxa"/>
          </w:tcPr>
          <w:p w14:paraId="0984ED66"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D6C" w14:textId="77777777" w:rsidTr="00AB06FD">
        <w:trPr>
          <w:cantSplit/>
          <w:jc w:val="center"/>
        </w:trPr>
        <w:tc>
          <w:tcPr>
            <w:tcW w:w="1953" w:type="dxa"/>
          </w:tcPr>
          <w:p w14:paraId="0984ED68"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2.8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D6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2.85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D6A"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w:t>
            </w:r>
            <w:r w:rsidRPr="00EF2F0E">
              <w:rPr>
                <w:rFonts w:ascii="Arial" w:hAnsi="Arial" w:cs="Arial"/>
                <w:sz w:val="18"/>
                <w:lang w:eastAsia="zh-CN"/>
              </w:rPr>
              <w:t>22</w:t>
            </w:r>
            <w:r w:rsidRPr="00EF2F0E">
              <w:rPr>
                <w:rFonts w:ascii="Arial" w:hAnsi="Arial" w:cs="Arial"/>
                <w:sz w:val="18"/>
              </w:rPr>
              <w:t xml:space="preserve"> dBm</w:t>
            </w:r>
          </w:p>
        </w:tc>
        <w:tc>
          <w:tcPr>
            <w:tcW w:w="1430" w:type="dxa"/>
          </w:tcPr>
          <w:p w14:paraId="0984ED6B"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B15E99" w:rsidRPr="00EF2F0E" w14:paraId="0984ED6F" w14:textId="77777777" w:rsidTr="00AB06FD">
        <w:trPr>
          <w:cantSplit/>
          <w:jc w:val="center"/>
        </w:trPr>
        <w:tc>
          <w:tcPr>
            <w:tcW w:w="9814" w:type="dxa"/>
            <w:gridSpan w:val="4"/>
          </w:tcPr>
          <w:p w14:paraId="0984ED6D"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-22dBm/100kHz.</w:t>
            </w:r>
          </w:p>
          <w:p w14:paraId="0984ED6E"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D70" w14:textId="77777777" w:rsidR="00B15E99" w:rsidRPr="00EF2F0E" w:rsidRDefault="00B15E99" w:rsidP="00B15E99"/>
    <w:p w14:paraId="0984ED71" w14:textId="77777777" w:rsidR="00B15E99" w:rsidRPr="00EF2F0E" w:rsidRDefault="00B15E99" w:rsidP="00B15E99">
      <w:pPr>
        <w:pStyle w:val="TH"/>
        <w:rPr>
          <w:rFonts w:cs="v5.0.0"/>
        </w:rPr>
      </w:pPr>
      <w:r w:rsidRPr="00EF2F0E">
        <w:t xml:space="preserve">Table </w:t>
      </w:r>
      <w:r w:rsidRPr="00EF2F0E">
        <w:rPr>
          <w:rFonts w:cs="v5.0.0"/>
        </w:rPr>
        <w:t>9.7.</w:t>
      </w:r>
      <w:r w:rsidRPr="00EF2F0E">
        <w:rPr>
          <w:rFonts w:cs="v5.0.0"/>
          <w:lang w:eastAsia="zh-CN"/>
        </w:rPr>
        <w:t>5.4.4-</w:t>
      </w:r>
      <w:r w:rsidRPr="00EF2F0E">
        <w:t>2: Local Area B</w:t>
      </w:r>
      <w:r w:rsidRPr="00EF2F0E">
        <w:rPr>
          <w:lang w:eastAsia="zh-CN"/>
        </w:rPr>
        <w:t>S</w:t>
      </w:r>
      <w:r w:rsidRPr="00EF2F0E">
        <w:t xml:space="preserve"> operating band unwanted emission limits for 3 MHz </w:t>
      </w:r>
      <w:r w:rsidRPr="00EF2F0E">
        <w:rPr>
          <w:i/>
        </w:rPr>
        <w:t>channel bandwidth</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D77" w14:textId="77777777" w:rsidTr="00AB06FD">
        <w:trPr>
          <w:cantSplit/>
          <w:jc w:val="center"/>
        </w:trPr>
        <w:tc>
          <w:tcPr>
            <w:tcW w:w="1953" w:type="dxa"/>
          </w:tcPr>
          <w:p w14:paraId="0984ED72"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2976" w:type="dxa"/>
          </w:tcPr>
          <w:p w14:paraId="0984ED73"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Frequency offset of measurement filter centre frequency, f_offset</w:t>
            </w:r>
          </w:p>
        </w:tc>
        <w:tc>
          <w:tcPr>
            <w:tcW w:w="3455" w:type="dxa"/>
          </w:tcPr>
          <w:p w14:paraId="0984ED74" w14:textId="77777777" w:rsidR="00B15E99" w:rsidRPr="00EF2F0E" w:rsidRDefault="00B15E99" w:rsidP="00AB06FD">
            <w:pPr>
              <w:keepNext/>
              <w:keepLines/>
              <w:spacing w:after="0"/>
              <w:jc w:val="center"/>
              <w:rPr>
                <w:rFonts w:ascii="Arial" w:hAnsi="Arial" w:cs="v5.0.0"/>
                <w:b/>
                <w:sz w:val="18"/>
              </w:rPr>
            </w:pPr>
            <w:r w:rsidRPr="00EF2F0E">
              <w:rPr>
                <w:rFonts w:ascii="Arial" w:hAnsi="Arial" w:cs="Arial"/>
                <w:b/>
                <w:sz w:val="18"/>
              </w:rPr>
              <w:t>Minimum requirement</w:t>
            </w:r>
            <w:r w:rsidRPr="00EF2F0E">
              <w:rPr>
                <w:rFonts w:ascii="Arial" w:hAnsi="Arial" w:cs="v5.0.0"/>
                <w:b/>
                <w:sz w:val="18"/>
              </w:rPr>
              <w:t xml:space="preserve"> </w:t>
            </w:r>
          </w:p>
          <w:p w14:paraId="0984ED75" w14:textId="77777777" w:rsidR="00B15E99" w:rsidRPr="00EF2F0E" w:rsidRDefault="00B15E99" w:rsidP="00AB06FD">
            <w:pPr>
              <w:keepNext/>
              <w:keepLines/>
              <w:spacing w:after="0"/>
              <w:jc w:val="center"/>
              <w:rPr>
                <w:rFonts w:ascii="Arial" w:hAnsi="Arial" w:cs="v5.0.0"/>
                <w:b/>
                <w:sz w:val="18"/>
              </w:rPr>
            </w:pPr>
            <w:r w:rsidRPr="00EF2F0E">
              <w:rPr>
                <w:rFonts w:ascii="Arial" w:hAnsi="Arial" w:cs="Arial"/>
                <w:b/>
                <w:sz w:val="18"/>
              </w:rPr>
              <w:t>(NOTE 1, 2)</w:t>
            </w:r>
          </w:p>
        </w:tc>
        <w:tc>
          <w:tcPr>
            <w:tcW w:w="1430" w:type="dxa"/>
          </w:tcPr>
          <w:p w14:paraId="0984ED76"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Measurement bandwidth </w:t>
            </w:r>
            <w:r w:rsidRPr="00EF2F0E">
              <w:rPr>
                <w:rFonts w:ascii="Arial" w:hAnsi="Arial" w:cs="Arial"/>
                <w:b/>
                <w:sz w:val="18"/>
              </w:rPr>
              <w:t>(NOTE 7)</w:t>
            </w:r>
          </w:p>
        </w:tc>
      </w:tr>
      <w:tr w:rsidR="003401A4" w:rsidRPr="00EF2F0E" w14:paraId="0984ED7D" w14:textId="77777777" w:rsidTr="00AB06FD">
        <w:trPr>
          <w:cantSplit/>
          <w:jc w:val="center"/>
        </w:trPr>
        <w:tc>
          <w:tcPr>
            <w:tcW w:w="1953" w:type="dxa"/>
            <w:vAlign w:val="center"/>
          </w:tcPr>
          <w:p w14:paraId="0984ED78"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3 MHz</w:t>
            </w:r>
          </w:p>
        </w:tc>
        <w:tc>
          <w:tcPr>
            <w:tcW w:w="2976" w:type="dxa"/>
            <w:vAlign w:val="center"/>
          </w:tcPr>
          <w:p w14:paraId="0984ED7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3.05 MHz</w:t>
            </w:r>
          </w:p>
        </w:tc>
        <w:tc>
          <w:tcPr>
            <w:tcW w:w="3455" w:type="dxa"/>
            <w:vAlign w:val="center"/>
          </w:tcPr>
          <w:p w14:paraId="0984ED7A" w14:textId="77777777" w:rsidR="00B15E99" w:rsidRPr="00EF2F0E" w:rsidRDefault="00B15E99" w:rsidP="00AB06FD">
            <w:pPr>
              <w:keepNext/>
              <w:keepLines/>
              <w:spacing w:after="0"/>
              <w:jc w:val="center"/>
              <w:rPr>
                <w:rFonts w:ascii="Arial" w:hAnsi="Arial" w:cs="Arial"/>
                <w:position w:val="-30"/>
                <w:sz w:val="18"/>
              </w:rPr>
            </w:pPr>
          </w:p>
          <w:p w14:paraId="0984ED7B"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340" w:dyaOrig="680" w14:anchorId="09851210">
                <v:shape id="_x0000_i1113" type="#_x0000_t75" style="width:117.75pt;height:28.05pt" o:ole="">
                  <v:imagedata r:id="rId181" o:title=""/>
                </v:shape>
                <o:OLEObject Type="Embed" ProgID="Equation.3" ShapeID="_x0000_i1113" DrawAspect="Content" ObjectID="_1717663635" r:id="rId182"/>
              </w:object>
            </w:r>
          </w:p>
        </w:tc>
        <w:tc>
          <w:tcPr>
            <w:tcW w:w="1430" w:type="dxa"/>
          </w:tcPr>
          <w:p w14:paraId="0984ED7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D82" w14:textId="77777777" w:rsidTr="00AB06FD">
        <w:trPr>
          <w:cantSplit/>
          <w:jc w:val="center"/>
        </w:trPr>
        <w:tc>
          <w:tcPr>
            <w:tcW w:w="1953" w:type="dxa"/>
          </w:tcPr>
          <w:p w14:paraId="0984ED7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6 MHz</w:t>
            </w:r>
          </w:p>
        </w:tc>
        <w:tc>
          <w:tcPr>
            <w:tcW w:w="2976" w:type="dxa"/>
          </w:tcPr>
          <w:p w14:paraId="0984ED7F"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3.05 MHz </w:t>
            </w:r>
            <w:r w:rsidRPr="00EF2F0E">
              <w:rPr>
                <w:rFonts w:ascii="Arial" w:hAnsi="Arial" w:cs="v5.0.0"/>
                <w:sz w:val="18"/>
              </w:rPr>
              <w:sym w:font="Symbol" w:char="F0A3"/>
            </w:r>
            <w:r w:rsidRPr="00EF2F0E">
              <w:rPr>
                <w:rFonts w:ascii="Arial" w:hAnsi="Arial" w:cs="v5.0.0"/>
                <w:sz w:val="18"/>
              </w:rPr>
              <w:t xml:space="preserve"> f_offset &lt; 6.05 MHz</w:t>
            </w:r>
          </w:p>
        </w:tc>
        <w:tc>
          <w:tcPr>
            <w:tcW w:w="3455" w:type="dxa"/>
          </w:tcPr>
          <w:p w14:paraId="0984ED80"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w:t>
            </w:r>
            <w:r w:rsidRPr="00EF2F0E">
              <w:rPr>
                <w:rFonts w:ascii="Arial" w:hAnsi="Arial" w:cs="Arial"/>
                <w:sz w:val="18"/>
                <w:lang w:eastAsia="zh-CN"/>
              </w:rPr>
              <w:t>26</w:t>
            </w:r>
            <w:r w:rsidRPr="00EF2F0E">
              <w:rPr>
                <w:rFonts w:ascii="Arial" w:hAnsi="Arial" w:cs="Arial"/>
                <w:sz w:val="18"/>
              </w:rPr>
              <w:t xml:space="preserve"> dBm</w:t>
            </w:r>
          </w:p>
        </w:tc>
        <w:tc>
          <w:tcPr>
            <w:tcW w:w="1430" w:type="dxa"/>
          </w:tcPr>
          <w:p w14:paraId="0984ED8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D87" w14:textId="77777777" w:rsidTr="00AB06FD">
        <w:trPr>
          <w:cantSplit/>
          <w:jc w:val="center"/>
        </w:trPr>
        <w:tc>
          <w:tcPr>
            <w:tcW w:w="1953" w:type="dxa"/>
          </w:tcPr>
          <w:p w14:paraId="0984ED8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D84"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6.05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D85"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w:t>
            </w:r>
            <w:r w:rsidRPr="00EF2F0E">
              <w:rPr>
                <w:rFonts w:ascii="Arial" w:hAnsi="Arial" w:cs="Arial"/>
                <w:sz w:val="18"/>
                <w:lang w:eastAsia="zh-CN"/>
              </w:rPr>
              <w:t>26</w:t>
            </w:r>
            <w:r w:rsidRPr="00EF2F0E">
              <w:rPr>
                <w:rFonts w:ascii="Arial" w:hAnsi="Arial" w:cs="Arial"/>
                <w:sz w:val="18"/>
              </w:rPr>
              <w:t xml:space="preserve"> dBm</w:t>
            </w:r>
          </w:p>
        </w:tc>
        <w:tc>
          <w:tcPr>
            <w:tcW w:w="1430" w:type="dxa"/>
          </w:tcPr>
          <w:p w14:paraId="0984ED86"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B15E99" w:rsidRPr="00EF2F0E" w14:paraId="0984ED8A" w14:textId="77777777" w:rsidTr="00AB06FD">
        <w:trPr>
          <w:cantSplit/>
          <w:jc w:val="center"/>
        </w:trPr>
        <w:tc>
          <w:tcPr>
            <w:tcW w:w="9814" w:type="dxa"/>
            <w:gridSpan w:val="4"/>
          </w:tcPr>
          <w:p w14:paraId="0984ED88"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-26dBm/100kHz.</w:t>
            </w:r>
          </w:p>
          <w:p w14:paraId="0984ED89"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D8B" w14:textId="77777777" w:rsidR="00B15E99" w:rsidRPr="00EF2F0E" w:rsidRDefault="00B15E99" w:rsidP="00B15E99"/>
    <w:p w14:paraId="0984ED8C" w14:textId="77777777" w:rsidR="00B15E99" w:rsidRPr="00EF2F0E" w:rsidRDefault="00B15E99" w:rsidP="00B15E99">
      <w:pPr>
        <w:pStyle w:val="TH"/>
        <w:rPr>
          <w:rFonts w:cs="v5.0.0"/>
        </w:rPr>
      </w:pPr>
      <w:r w:rsidRPr="00EF2F0E">
        <w:t xml:space="preserve">Table </w:t>
      </w:r>
      <w:r w:rsidRPr="00EF2F0E">
        <w:rPr>
          <w:rFonts w:cs="v5.0.0"/>
        </w:rPr>
        <w:t>9.7.</w:t>
      </w:r>
      <w:r w:rsidRPr="00EF2F0E">
        <w:rPr>
          <w:rFonts w:cs="v5.0.0"/>
          <w:lang w:eastAsia="zh-CN"/>
        </w:rPr>
        <w:t>5.4.4-</w:t>
      </w:r>
      <w:r w:rsidRPr="00EF2F0E">
        <w:t>3: Local Area B</w:t>
      </w:r>
      <w:r w:rsidRPr="00EF2F0E">
        <w:rPr>
          <w:lang w:eastAsia="zh-CN"/>
        </w:rPr>
        <w:t>S</w:t>
      </w:r>
      <w:r w:rsidRPr="00EF2F0E">
        <w:t xml:space="preserve"> operating band unwanted emission limits for 5, 10, 15 and 20 MHz </w:t>
      </w:r>
      <w:r w:rsidRPr="00EF2F0E">
        <w:rPr>
          <w:i/>
        </w:rPr>
        <w:t>channel bandwidth</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D92" w14:textId="77777777" w:rsidTr="00AB06FD">
        <w:trPr>
          <w:cantSplit/>
          <w:jc w:val="center"/>
        </w:trPr>
        <w:tc>
          <w:tcPr>
            <w:tcW w:w="1953" w:type="dxa"/>
          </w:tcPr>
          <w:p w14:paraId="0984ED8D"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Frequency offset of measurement filter </w:t>
            </w:r>
            <w:r w:rsidRPr="00EF2F0E">
              <w:rPr>
                <w:rFonts w:ascii="Arial" w:hAnsi="Arial" w:cs="v5.0.0"/>
                <w:b/>
                <w:sz w:val="18"/>
              </w:rPr>
              <w:noBreakHyphen/>
              <w:t xml:space="preserve">3dB point, </w:t>
            </w:r>
            <w:r w:rsidRPr="00EF2F0E">
              <w:rPr>
                <w:rFonts w:ascii="Arial" w:hAnsi="Arial" w:cs="v5.0.0"/>
                <w:b/>
                <w:sz w:val="18"/>
              </w:rPr>
              <w:sym w:font="Symbol" w:char="F044"/>
            </w:r>
            <w:r w:rsidRPr="00EF2F0E">
              <w:rPr>
                <w:rFonts w:ascii="Arial" w:hAnsi="Arial" w:cs="v5.0.0"/>
                <w:b/>
                <w:sz w:val="18"/>
              </w:rPr>
              <w:t>f</w:t>
            </w:r>
          </w:p>
        </w:tc>
        <w:tc>
          <w:tcPr>
            <w:tcW w:w="2976" w:type="dxa"/>
          </w:tcPr>
          <w:p w14:paraId="0984ED8E"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Frequency offset of measurement filter centre frequency, f_offset</w:t>
            </w:r>
          </w:p>
        </w:tc>
        <w:tc>
          <w:tcPr>
            <w:tcW w:w="3455" w:type="dxa"/>
          </w:tcPr>
          <w:p w14:paraId="0984ED8F" w14:textId="77777777" w:rsidR="00B15E99" w:rsidRPr="00EF2F0E" w:rsidRDefault="00B15E99" w:rsidP="00AB06FD">
            <w:pPr>
              <w:keepNext/>
              <w:keepLines/>
              <w:spacing w:after="0"/>
              <w:jc w:val="center"/>
              <w:rPr>
                <w:rFonts w:ascii="Arial" w:hAnsi="Arial" w:cs="v5.0.0"/>
                <w:b/>
                <w:sz w:val="18"/>
              </w:rPr>
            </w:pPr>
            <w:r w:rsidRPr="00EF2F0E">
              <w:rPr>
                <w:rFonts w:ascii="Arial" w:hAnsi="Arial" w:cs="Arial"/>
                <w:b/>
                <w:sz w:val="18"/>
              </w:rPr>
              <w:t>Minimum requirement</w:t>
            </w:r>
            <w:r w:rsidRPr="00EF2F0E">
              <w:rPr>
                <w:rFonts w:ascii="Arial" w:hAnsi="Arial" w:cs="v5.0.0"/>
                <w:b/>
                <w:sz w:val="18"/>
              </w:rPr>
              <w:t xml:space="preserve"> </w:t>
            </w:r>
          </w:p>
          <w:p w14:paraId="0984ED90" w14:textId="77777777" w:rsidR="00B15E99" w:rsidRPr="00EF2F0E" w:rsidRDefault="00B15E99" w:rsidP="00AB06FD">
            <w:pPr>
              <w:keepNext/>
              <w:keepLines/>
              <w:spacing w:after="0"/>
              <w:jc w:val="center"/>
              <w:rPr>
                <w:rFonts w:ascii="Arial" w:hAnsi="Arial" w:cs="v5.0.0"/>
                <w:b/>
                <w:sz w:val="18"/>
              </w:rPr>
            </w:pPr>
            <w:r w:rsidRPr="00EF2F0E">
              <w:rPr>
                <w:rFonts w:ascii="Arial" w:hAnsi="Arial" w:cs="Arial"/>
                <w:b/>
                <w:sz w:val="18"/>
              </w:rPr>
              <w:t>(NOTE 1, 2)</w:t>
            </w:r>
          </w:p>
        </w:tc>
        <w:tc>
          <w:tcPr>
            <w:tcW w:w="1430" w:type="dxa"/>
          </w:tcPr>
          <w:p w14:paraId="0984ED91" w14:textId="77777777" w:rsidR="00B15E99" w:rsidRPr="00EF2F0E" w:rsidRDefault="00B15E99" w:rsidP="00AB06FD">
            <w:pPr>
              <w:keepNext/>
              <w:keepLines/>
              <w:spacing w:after="0"/>
              <w:jc w:val="center"/>
              <w:rPr>
                <w:rFonts w:ascii="Arial" w:hAnsi="Arial" w:cs="v5.0.0"/>
                <w:b/>
                <w:sz w:val="18"/>
              </w:rPr>
            </w:pPr>
            <w:r w:rsidRPr="00EF2F0E">
              <w:rPr>
                <w:rFonts w:ascii="Arial" w:hAnsi="Arial" w:cs="v5.0.0"/>
                <w:b/>
                <w:sz w:val="18"/>
              </w:rPr>
              <w:t xml:space="preserve">Measurement bandwidth </w:t>
            </w:r>
            <w:r w:rsidRPr="00EF2F0E">
              <w:rPr>
                <w:rFonts w:ascii="Arial" w:hAnsi="Arial" w:cs="Arial"/>
                <w:b/>
                <w:sz w:val="18"/>
              </w:rPr>
              <w:t>(NOTE 7)</w:t>
            </w:r>
          </w:p>
        </w:tc>
      </w:tr>
      <w:tr w:rsidR="003401A4" w:rsidRPr="00EF2F0E" w14:paraId="0984ED99" w14:textId="77777777" w:rsidTr="00AB06FD">
        <w:trPr>
          <w:cantSplit/>
          <w:jc w:val="center"/>
        </w:trPr>
        <w:tc>
          <w:tcPr>
            <w:tcW w:w="1953" w:type="dxa"/>
          </w:tcPr>
          <w:p w14:paraId="0984ED9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w:t>
            </w:r>
            <w:r w:rsidRPr="00EF2F0E">
              <w:rPr>
                <w:rFonts w:ascii="Arial" w:hAnsi="Arial" w:cs="Arial"/>
                <w:sz w:val="18"/>
              </w:rPr>
              <w:t xml:space="preserve">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5 MHz</w:t>
            </w:r>
          </w:p>
        </w:tc>
        <w:tc>
          <w:tcPr>
            <w:tcW w:w="2976" w:type="dxa"/>
          </w:tcPr>
          <w:p w14:paraId="0984ED94"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5.05 MHz</w:t>
            </w:r>
          </w:p>
        </w:tc>
        <w:tc>
          <w:tcPr>
            <w:tcW w:w="3455" w:type="dxa"/>
            <w:vAlign w:val="center"/>
          </w:tcPr>
          <w:p w14:paraId="0984ED95" w14:textId="77777777" w:rsidR="00B15E99" w:rsidRPr="00EF2F0E" w:rsidRDefault="00B15E99" w:rsidP="00AB06FD">
            <w:pPr>
              <w:keepNext/>
              <w:keepLines/>
              <w:spacing w:after="0"/>
              <w:jc w:val="center"/>
              <w:rPr>
                <w:rFonts w:ascii="Arial" w:hAnsi="Arial" w:cs="Arial"/>
                <w:position w:val="-30"/>
                <w:sz w:val="18"/>
              </w:rPr>
            </w:pPr>
          </w:p>
          <w:p w14:paraId="0984ED96" w14:textId="77777777" w:rsidR="00B15E99" w:rsidRPr="00EF2F0E" w:rsidRDefault="00B15E99" w:rsidP="00AB06FD">
            <w:pPr>
              <w:keepNext/>
              <w:keepLines/>
              <w:spacing w:after="0"/>
              <w:jc w:val="center"/>
              <w:rPr>
                <w:rFonts w:ascii="Arial" w:hAnsi="Arial" w:cs="Arial"/>
                <w:position w:val="-30"/>
                <w:sz w:val="18"/>
              </w:rPr>
            </w:pPr>
          </w:p>
          <w:p w14:paraId="0984ED97" w14:textId="77777777" w:rsidR="00B15E99" w:rsidRPr="00EF2F0E" w:rsidRDefault="00B15E99" w:rsidP="00AB06FD">
            <w:pPr>
              <w:keepNext/>
              <w:keepLines/>
              <w:spacing w:after="0"/>
              <w:jc w:val="center"/>
              <w:rPr>
                <w:rFonts w:ascii="Arial" w:hAnsi="Arial" w:cs="Arial"/>
                <w:sz w:val="18"/>
              </w:rPr>
            </w:pPr>
            <w:r w:rsidRPr="00EF2F0E">
              <w:rPr>
                <w:rFonts w:cs="v5.0.0"/>
                <w:position w:val="-28"/>
              </w:rPr>
              <w:object w:dxaOrig="3260" w:dyaOrig="680" w14:anchorId="09851211">
                <v:shape id="_x0000_i1114" type="#_x0000_t75" style="width:116.55pt;height:28.05pt" o:ole="">
                  <v:imagedata r:id="rId183" o:title=""/>
                </v:shape>
                <o:OLEObject Type="Embed" ProgID="Equation.3" ShapeID="_x0000_i1114" DrawAspect="Content" ObjectID="_1717663636" r:id="rId184"/>
              </w:object>
            </w:r>
          </w:p>
        </w:tc>
        <w:tc>
          <w:tcPr>
            <w:tcW w:w="1430" w:type="dxa"/>
          </w:tcPr>
          <w:p w14:paraId="0984ED98"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D9E" w14:textId="77777777" w:rsidTr="00AB06FD">
        <w:trPr>
          <w:cantSplit/>
          <w:jc w:val="center"/>
        </w:trPr>
        <w:tc>
          <w:tcPr>
            <w:tcW w:w="1953" w:type="dxa"/>
          </w:tcPr>
          <w:p w14:paraId="0984ED9A"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 </w:t>
            </w:r>
            <w:r w:rsidRPr="00EF2F0E">
              <w:rPr>
                <w:rFonts w:ascii="Arial" w:hAnsi="Arial" w:cs="Arial"/>
                <w:sz w:val="18"/>
                <w:lang w:val="sv-FI"/>
              </w:rPr>
              <w:t xml:space="preserve">MHz </w:t>
            </w:r>
            <w:r w:rsidRPr="00EF2F0E">
              <w:rPr>
                <w:rFonts w:ascii="Arial" w:hAnsi="Arial" w:cs="v5.0.0"/>
                <w:sz w:val="18"/>
              </w:rPr>
              <w:sym w:font="Symbol" w:char="F0A3"/>
            </w:r>
            <w:r w:rsidRPr="00EF2F0E">
              <w:rPr>
                <w:rFonts w:ascii="Arial" w:hAnsi="Arial" w:cs="v5.0.0"/>
                <w:sz w:val="18"/>
                <w:lang w:val="sv-FI"/>
              </w:rPr>
              <w:t xml:space="preserve"> </w:t>
            </w:r>
            <w:r w:rsidRPr="00EF2F0E">
              <w:rPr>
                <w:rFonts w:ascii="Arial" w:hAnsi="Arial" w:cs="v5.0.0"/>
                <w:sz w:val="18"/>
              </w:rPr>
              <w:sym w:font="Symbol" w:char="F044"/>
            </w:r>
            <w:r w:rsidRPr="00EF2F0E">
              <w:rPr>
                <w:rFonts w:ascii="Arial" w:hAnsi="Arial" w:cs="v5.0.0"/>
                <w:sz w:val="18"/>
                <w:lang w:val="sv-FI"/>
              </w:rPr>
              <w:t xml:space="preserve">f &lt; </w:t>
            </w:r>
            <w:r w:rsidRPr="00EF2F0E">
              <w:rPr>
                <w:rFonts w:ascii="Arial" w:hAnsi="Arial" w:cs="v5.0.0"/>
                <w:sz w:val="18"/>
                <w:lang w:val="sv-FI" w:eastAsia="zh-CN"/>
              </w:rPr>
              <w:t>min(</w:t>
            </w:r>
            <w:r w:rsidRPr="00EF2F0E">
              <w:rPr>
                <w:rFonts w:ascii="Arial" w:hAnsi="Arial" w:cs="v5.0.0"/>
                <w:sz w:val="18"/>
                <w:lang w:val="sv-FI"/>
              </w:rPr>
              <w:t>10 MHz</w:t>
            </w:r>
            <w:r w:rsidRPr="00EF2F0E">
              <w:rPr>
                <w:rFonts w:ascii="Arial" w:hAnsi="Arial" w:cs="v5.0.0"/>
                <w:sz w:val="18"/>
                <w:lang w:val="sv-FI" w:eastAsia="zh-CN"/>
              </w:rPr>
              <w:t xml:space="preserve">, </w:t>
            </w:r>
            <w:r w:rsidRPr="00EF2F0E">
              <w:rPr>
                <w:rFonts w:ascii="Arial" w:hAnsi="Arial" w:cs="v5.0.0"/>
                <w:sz w:val="18"/>
                <w:lang w:eastAsia="zh-CN"/>
              </w:rPr>
              <w:t>Δ</w:t>
            </w:r>
            <w:r w:rsidRPr="00EF2F0E">
              <w:rPr>
                <w:rFonts w:ascii="Arial" w:hAnsi="Arial" w:cs="v5.0.0"/>
                <w:sz w:val="18"/>
                <w:lang w:val="sv-FI" w:eastAsia="zh-CN"/>
              </w:rPr>
              <w:t>f</w:t>
            </w:r>
            <w:r w:rsidRPr="00EF2F0E">
              <w:rPr>
                <w:rFonts w:ascii="Arial" w:hAnsi="Arial" w:cs="v5.0.0"/>
                <w:sz w:val="18"/>
                <w:vertAlign w:val="subscript"/>
                <w:lang w:val="sv-FI" w:eastAsia="zh-CN"/>
              </w:rPr>
              <w:t>max</w:t>
            </w:r>
            <w:r w:rsidRPr="00EF2F0E">
              <w:rPr>
                <w:rFonts w:ascii="Arial" w:hAnsi="Arial" w:cs="v5.0.0"/>
                <w:sz w:val="18"/>
                <w:lang w:val="sv-FI" w:eastAsia="zh-CN"/>
              </w:rPr>
              <w:t>)</w:t>
            </w:r>
          </w:p>
        </w:tc>
        <w:tc>
          <w:tcPr>
            <w:tcW w:w="2976" w:type="dxa"/>
          </w:tcPr>
          <w:p w14:paraId="0984ED9B"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5.05 MHz </w:t>
            </w:r>
            <w:r w:rsidRPr="00EF2F0E">
              <w:rPr>
                <w:rFonts w:ascii="Arial" w:hAnsi="Arial" w:cs="v5.0.0"/>
                <w:sz w:val="18"/>
              </w:rPr>
              <w:sym w:font="Symbol" w:char="F0A3"/>
            </w:r>
            <w:r w:rsidRPr="00EF2F0E">
              <w:rPr>
                <w:rFonts w:ascii="Arial" w:hAnsi="Arial" w:cs="v5.0.0"/>
                <w:sz w:val="18"/>
                <w:lang w:val="sv-FI"/>
              </w:rPr>
              <w:t xml:space="preserve"> f_offset &lt; </w:t>
            </w:r>
            <w:r w:rsidRPr="00EF2F0E">
              <w:rPr>
                <w:rFonts w:ascii="Arial" w:hAnsi="Arial" w:cs="v5.0.0"/>
                <w:sz w:val="18"/>
                <w:lang w:val="sv-FI" w:eastAsia="zh-CN"/>
              </w:rPr>
              <w:t>min(</w:t>
            </w:r>
            <w:r w:rsidRPr="00EF2F0E">
              <w:rPr>
                <w:rFonts w:ascii="Arial" w:hAnsi="Arial" w:cs="v5.0.0"/>
                <w:sz w:val="18"/>
                <w:lang w:val="sv-FI"/>
              </w:rPr>
              <w:t>10.05 MHz</w:t>
            </w:r>
            <w:r w:rsidRPr="00EF2F0E">
              <w:rPr>
                <w:rFonts w:ascii="Arial" w:hAnsi="Arial" w:cs="v5.0.0"/>
                <w:sz w:val="18"/>
                <w:lang w:val="sv-FI" w:eastAsia="zh-CN"/>
              </w:rPr>
              <w:t>, f_offset</w:t>
            </w:r>
            <w:r w:rsidRPr="00EF2F0E">
              <w:rPr>
                <w:rFonts w:ascii="Arial" w:hAnsi="Arial" w:cs="v5.0.0"/>
                <w:sz w:val="18"/>
                <w:vertAlign w:val="subscript"/>
                <w:lang w:val="sv-FI" w:eastAsia="zh-CN"/>
              </w:rPr>
              <w:t>max</w:t>
            </w:r>
            <w:r w:rsidRPr="00EF2F0E">
              <w:rPr>
                <w:rFonts w:ascii="Arial" w:hAnsi="Arial" w:cs="v5.0.0"/>
                <w:sz w:val="18"/>
                <w:lang w:val="sv-FI" w:eastAsia="zh-CN"/>
              </w:rPr>
              <w:t>)</w:t>
            </w:r>
          </w:p>
        </w:tc>
        <w:tc>
          <w:tcPr>
            <w:tcW w:w="3455" w:type="dxa"/>
          </w:tcPr>
          <w:p w14:paraId="0984ED9C"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w:t>
            </w:r>
            <w:r w:rsidRPr="00EF2F0E">
              <w:rPr>
                <w:rFonts w:ascii="Arial" w:hAnsi="Arial" w:cs="Arial"/>
                <w:sz w:val="18"/>
                <w:lang w:eastAsia="zh-CN"/>
              </w:rPr>
              <w:t>28</w:t>
            </w:r>
            <w:r w:rsidRPr="00EF2F0E">
              <w:rPr>
                <w:rFonts w:ascii="Arial" w:hAnsi="Arial" w:cs="Arial"/>
                <w:sz w:val="18"/>
              </w:rPr>
              <w:t xml:space="preserve"> dBm</w:t>
            </w:r>
          </w:p>
        </w:tc>
        <w:tc>
          <w:tcPr>
            <w:tcW w:w="1430" w:type="dxa"/>
          </w:tcPr>
          <w:p w14:paraId="0984ED9D"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3401A4" w:rsidRPr="00EF2F0E" w14:paraId="0984EDA3" w14:textId="77777777" w:rsidTr="00AB06FD">
        <w:trPr>
          <w:cantSplit/>
          <w:jc w:val="center"/>
        </w:trPr>
        <w:tc>
          <w:tcPr>
            <w:tcW w:w="1953" w:type="dxa"/>
          </w:tcPr>
          <w:p w14:paraId="0984ED9F"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Arial"/>
                <w:sz w:val="18"/>
              </w:rPr>
              <w:sym w:font="Symbol" w:char="F0A3"/>
            </w:r>
            <w:r w:rsidRPr="00EF2F0E">
              <w:rPr>
                <w:rFonts w:ascii="Arial" w:hAnsi="Arial" w:cs="Arial"/>
                <w:sz w:val="18"/>
              </w:rPr>
              <w:t xml:space="preserve"> </w:t>
            </w:r>
            <w:r w:rsidRPr="00EF2F0E">
              <w:rPr>
                <w:rFonts w:ascii="Arial" w:hAnsi="Arial" w:cs="Arial"/>
                <w:sz w:val="18"/>
              </w:rPr>
              <w:sym w:font="Symbol" w:char="F044"/>
            </w:r>
            <w:r w:rsidRPr="00EF2F0E">
              <w:rPr>
                <w:rFonts w:ascii="Arial" w:hAnsi="Arial" w:cs="Arial"/>
                <w:sz w:val="18"/>
              </w:rPr>
              <w:t>f</w:t>
            </w:r>
            <w:r w:rsidRPr="00EF2F0E">
              <w:rPr>
                <w:rFonts w:ascii="Arial" w:hAnsi="Arial" w:cs="Arial"/>
                <w:sz w:val="18"/>
                <w:vertAlign w:val="subscript"/>
              </w:rPr>
              <w:t>max</w:t>
            </w:r>
          </w:p>
        </w:tc>
        <w:tc>
          <w:tcPr>
            <w:tcW w:w="2976" w:type="dxa"/>
          </w:tcPr>
          <w:p w14:paraId="0984EDA0"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Pr>
          <w:p w14:paraId="0984EDA1"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w:t>
            </w:r>
            <w:r w:rsidRPr="00EF2F0E">
              <w:rPr>
                <w:rFonts w:ascii="Arial" w:hAnsi="Arial" w:cs="Arial"/>
                <w:sz w:val="18"/>
                <w:lang w:eastAsia="zh-CN"/>
              </w:rPr>
              <w:t>28</w:t>
            </w:r>
            <w:r w:rsidRPr="00EF2F0E">
              <w:rPr>
                <w:rFonts w:ascii="Arial" w:hAnsi="Arial" w:cs="Arial"/>
                <w:sz w:val="18"/>
              </w:rPr>
              <w:t xml:space="preserve"> dBm </w:t>
            </w:r>
            <w:r w:rsidRPr="00EF2F0E">
              <w:rPr>
                <w:rFonts w:ascii="Arial" w:hAnsi="Arial" w:cs="Arial"/>
                <w:sz w:val="18"/>
                <w:lang w:eastAsia="zh-CN"/>
              </w:rPr>
              <w:t>(NOTE 7)</w:t>
            </w:r>
          </w:p>
        </w:tc>
        <w:tc>
          <w:tcPr>
            <w:tcW w:w="1430" w:type="dxa"/>
          </w:tcPr>
          <w:p w14:paraId="0984EDA2" w14:textId="77777777" w:rsidR="00B15E99" w:rsidRPr="00EF2F0E" w:rsidRDefault="00B15E99" w:rsidP="00AB06FD">
            <w:pPr>
              <w:keepNext/>
              <w:keepLines/>
              <w:spacing w:after="0"/>
              <w:jc w:val="center"/>
              <w:rPr>
                <w:rFonts w:ascii="Arial" w:hAnsi="Arial" w:cs="Arial"/>
                <w:sz w:val="18"/>
              </w:rPr>
            </w:pPr>
            <w:r w:rsidRPr="00EF2F0E">
              <w:rPr>
                <w:rFonts w:ascii="Arial" w:hAnsi="Arial" w:cs="Arial"/>
                <w:sz w:val="18"/>
              </w:rPr>
              <w:t xml:space="preserve">100 kHz </w:t>
            </w:r>
          </w:p>
        </w:tc>
      </w:tr>
      <w:tr w:rsidR="00B15E99" w:rsidRPr="00EF2F0E" w14:paraId="0984EDA6" w14:textId="77777777" w:rsidTr="00AB06FD">
        <w:trPr>
          <w:cantSplit/>
          <w:jc w:val="center"/>
        </w:trPr>
        <w:tc>
          <w:tcPr>
            <w:tcW w:w="9814" w:type="dxa"/>
            <w:gridSpan w:val="4"/>
          </w:tcPr>
          <w:p w14:paraId="0984EDA4"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-28dBm/100kHz.</w:t>
            </w:r>
          </w:p>
          <w:p w14:paraId="0984EDA5"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DA7" w14:textId="77777777" w:rsidR="00B15E99" w:rsidRPr="00EF2F0E" w:rsidRDefault="00B15E99" w:rsidP="00B15E99">
      <w:pPr>
        <w:rPr>
          <w:lang w:eastAsia="zh-CN"/>
        </w:rPr>
      </w:pPr>
    </w:p>
    <w:p w14:paraId="0984EDA8" w14:textId="77777777" w:rsidR="00B15E99" w:rsidRPr="00EF2F0E" w:rsidRDefault="00B15E99" w:rsidP="00B15E99">
      <w:pPr>
        <w:pStyle w:val="Heading5"/>
      </w:pPr>
      <w:bookmarkStart w:id="4278" w:name="_Toc21096089"/>
      <w:bookmarkStart w:id="4279" w:name="_Toc29763288"/>
      <w:bookmarkStart w:id="4280" w:name="_Toc45869573"/>
      <w:bookmarkStart w:id="4281" w:name="_Toc52554826"/>
      <w:bookmarkStart w:id="4282" w:name="_Toc52555296"/>
      <w:bookmarkStart w:id="4283" w:name="_Toc61112521"/>
      <w:bookmarkStart w:id="4284" w:name="_Toc67911673"/>
      <w:bookmarkStart w:id="4285" w:name="_Toc74843148"/>
      <w:bookmarkStart w:id="4286" w:name="_Toc76503531"/>
      <w:bookmarkStart w:id="4287" w:name="_Toc83040974"/>
      <w:bookmarkStart w:id="4288" w:name="_Toc89852017"/>
      <w:bookmarkStart w:id="4289" w:name="_Toc98676371"/>
      <w:r w:rsidRPr="00EF2F0E">
        <w:t>9.7.5.4.5</w:t>
      </w:r>
      <w:r w:rsidRPr="00EF2F0E">
        <w:tab/>
      </w:r>
      <w:r w:rsidRPr="00EF2F0E">
        <w:rPr>
          <w:rFonts w:cs="Arial"/>
        </w:rPr>
        <w:t>Minimum requirement</w:t>
      </w:r>
      <w:r w:rsidRPr="00EF2F0E">
        <w:t>s for Medium Range BS (Category A and B)</w:t>
      </w:r>
      <w:bookmarkEnd w:id="4278"/>
      <w:bookmarkEnd w:id="4279"/>
      <w:bookmarkEnd w:id="4280"/>
      <w:bookmarkEnd w:id="4281"/>
      <w:bookmarkEnd w:id="4282"/>
      <w:bookmarkEnd w:id="4283"/>
      <w:bookmarkEnd w:id="4284"/>
      <w:bookmarkEnd w:id="4285"/>
      <w:bookmarkEnd w:id="4286"/>
      <w:bookmarkEnd w:id="4287"/>
      <w:bookmarkEnd w:id="4288"/>
      <w:bookmarkEnd w:id="4289"/>
    </w:p>
    <w:p w14:paraId="0984EDA9" w14:textId="77777777" w:rsidR="00B15E99" w:rsidRPr="00EF2F0E" w:rsidRDefault="00B15E99" w:rsidP="00B15E99">
      <w:pPr>
        <w:keepNext/>
        <w:rPr>
          <w:rFonts w:cs="v5.0.0"/>
        </w:rPr>
      </w:pPr>
      <w:r w:rsidRPr="00EF2F0E">
        <w:rPr>
          <w:rFonts w:cs="v5.0.0"/>
        </w:rPr>
        <w:t xml:space="preserve">For Medium Range BS, </w:t>
      </w:r>
      <w:r w:rsidRPr="00EF2F0E">
        <w:rPr>
          <w:rFonts w:cs="v5.0.0"/>
          <w:i/>
        </w:rPr>
        <w:t>minimum requirements</w:t>
      </w:r>
      <w:r w:rsidRPr="00EF2F0E">
        <w:rPr>
          <w:rFonts w:cs="v5.0.0"/>
        </w:rPr>
        <w:t xml:space="preserve"> are specified in tables 9.7.5.4.5-1 to 9.7.5.4.5-</w:t>
      </w:r>
      <w:r w:rsidRPr="00EF2F0E">
        <w:rPr>
          <w:rFonts w:cs="v5.0.0"/>
          <w:lang w:eastAsia="zh-CN"/>
        </w:rPr>
        <w:t>6</w:t>
      </w:r>
      <w:r w:rsidRPr="00EF2F0E">
        <w:rPr>
          <w:rFonts w:cs="v5.0.0"/>
        </w:rPr>
        <w:t>.</w:t>
      </w:r>
    </w:p>
    <w:p w14:paraId="0984EDAA" w14:textId="77777777" w:rsidR="00B15E99" w:rsidRPr="00EF2F0E" w:rsidRDefault="00B15E99" w:rsidP="00B15E99">
      <w:pPr>
        <w:pStyle w:val="TH"/>
        <w:rPr>
          <w:lang w:eastAsia="zh-CN"/>
        </w:rPr>
      </w:pPr>
      <w:r w:rsidRPr="00EF2F0E">
        <w:t xml:space="preserve">Table 9.7.5.4.5-1: Medium Range BS operating band unwanted emission limits for 1.4 MHz </w:t>
      </w:r>
      <w:r w:rsidRPr="00EF2F0E">
        <w:rPr>
          <w:i/>
        </w:rPr>
        <w:t>channel bandwidth</w:t>
      </w:r>
      <w:r w:rsidRPr="00EF2F0E">
        <w:rPr>
          <w:lang w:eastAsia="zh-CN"/>
        </w:rPr>
        <w:t xml:space="preserve">, </w:t>
      </w:r>
      <w:r w:rsidRPr="00EF2F0E">
        <w:rPr>
          <w:rFonts w:cs="v5.0.0"/>
          <w:lang w:eastAsia="zh-CN"/>
        </w:rPr>
        <w:t>40</w:t>
      </w:r>
      <w:r w:rsidRPr="00EF2F0E">
        <w:rPr>
          <w:rFonts w:cs="v5.0.0"/>
        </w:rPr>
        <w:t xml:space="preserve"> &lt; </w:t>
      </w:r>
      <w:r w:rsidRPr="00EF2F0E">
        <w:rPr>
          <w:rFonts w:cs="v4.2.0"/>
        </w:rPr>
        <w:t>P</w:t>
      </w:r>
      <w:r w:rsidRPr="00EF2F0E">
        <w:rPr>
          <w:rFonts w:cs="v4.2.0"/>
          <w:vertAlign w:val="subscript"/>
        </w:rPr>
        <w:t>rated,c,TRP</w:t>
      </w:r>
      <w:r w:rsidRPr="00EF2F0E">
        <w:t xml:space="preserve"> </w:t>
      </w:r>
      <w:r w:rsidRPr="00EF2F0E">
        <w:rPr>
          <w:rFonts w:cs="v5.0.0"/>
        </w:rPr>
        <w:sym w:font="Symbol" w:char="F0A3"/>
      </w:r>
      <w:r w:rsidRPr="00EF2F0E">
        <w:rPr>
          <w:rFonts w:cs="v5.0.0"/>
        </w:rPr>
        <w:t xml:space="preserve"> 47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DB0" w14:textId="77777777" w:rsidTr="00AB06FD">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EDAB"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0984EDAC"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EDAD"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Minimum requirement </w:t>
            </w:r>
          </w:p>
          <w:p w14:paraId="0984EDAE"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0984EDAF"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 (NOTE 7)</w:t>
            </w:r>
          </w:p>
        </w:tc>
      </w:tr>
      <w:tr w:rsidR="003401A4" w:rsidRPr="00EF2F0E" w14:paraId="0984EDB5" w14:textId="77777777" w:rsidTr="00AB06FD">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EDB1"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1.4 MHz</w:t>
            </w:r>
          </w:p>
        </w:tc>
        <w:tc>
          <w:tcPr>
            <w:tcW w:w="2976" w:type="dxa"/>
            <w:tcBorders>
              <w:top w:val="single" w:sz="4" w:space="0" w:color="auto"/>
              <w:left w:val="single" w:sz="4" w:space="0" w:color="auto"/>
              <w:bottom w:val="single" w:sz="4" w:space="0" w:color="auto"/>
              <w:right w:val="single" w:sz="4" w:space="0" w:color="auto"/>
            </w:tcBorders>
          </w:tcPr>
          <w:p w14:paraId="0984EDB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1.45 MHz</w:t>
            </w:r>
          </w:p>
        </w:tc>
        <w:tc>
          <w:tcPr>
            <w:tcW w:w="3455" w:type="dxa"/>
            <w:tcBorders>
              <w:top w:val="single" w:sz="4" w:space="0" w:color="auto"/>
              <w:left w:val="single" w:sz="4" w:space="0" w:color="auto"/>
              <w:bottom w:val="single" w:sz="4" w:space="0" w:color="auto"/>
              <w:right w:val="single" w:sz="4" w:space="0" w:color="auto"/>
            </w:tcBorders>
            <w:vAlign w:val="center"/>
          </w:tcPr>
          <w:p w14:paraId="0984EDB3" w14:textId="77777777" w:rsidR="00B15E99" w:rsidRPr="00EF2F0E" w:rsidRDefault="00B15E99" w:rsidP="00AB06FD">
            <w:pPr>
              <w:keepNext/>
              <w:keepLines/>
              <w:spacing w:after="0"/>
              <w:jc w:val="center"/>
              <w:rPr>
                <w:rFonts w:ascii="Arial" w:hAnsi="Arial" w:cs="v5.0.0"/>
                <w:sz w:val="18"/>
              </w:rPr>
            </w:pPr>
            <w:r w:rsidRPr="00EF2F0E">
              <w:rPr>
                <w:rFonts w:cs="v5.0.0"/>
              </w:rPr>
              <w:t>P</w:t>
            </w:r>
            <w:r w:rsidRPr="00EF2F0E">
              <w:rPr>
                <w:rFonts w:cs="v5.0.0"/>
                <w:vertAlign w:val="subscript"/>
              </w:rPr>
              <w:t>rated,c,TRP</w:t>
            </w:r>
            <w:r w:rsidRPr="00EF2F0E">
              <w:rPr>
                <w:rFonts w:cs="v5.0.0"/>
              </w:rPr>
              <w:t xml:space="preserve">-45dB-(10/1.4)*(f_offset-0,05)dB </w:t>
            </w:r>
          </w:p>
        </w:tc>
        <w:tc>
          <w:tcPr>
            <w:tcW w:w="1430" w:type="dxa"/>
            <w:tcBorders>
              <w:top w:val="single" w:sz="4" w:space="0" w:color="auto"/>
              <w:left w:val="single" w:sz="4" w:space="0" w:color="auto"/>
              <w:bottom w:val="single" w:sz="4" w:space="0" w:color="auto"/>
              <w:right w:val="single" w:sz="4" w:space="0" w:color="auto"/>
            </w:tcBorders>
          </w:tcPr>
          <w:p w14:paraId="0984EDB4"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3401A4" w:rsidRPr="00EF2F0E" w14:paraId="0984EDBA" w14:textId="77777777" w:rsidTr="00AB06FD">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EDB6"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2.8 MHz</w:t>
            </w:r>
          </w:p>
        </w:tc>
        <w:tc>
          <w:tcPr>
            <w:tcW w:w="2976" w:type="dxa"/>
            <w:tcBorders>
              <w:top w:val="single" w:sz="4" w:space="0" w:color="auto"/>
              <w:left w:val="single" w:sz="4" w:space="0" w:color="auto"/>
              <w:bottom w:val="single" w:sz="4" w:space="0" w:color="auto"/>
              <w:right w:val="single" w:sz="4" w:space="0" w:color="auto"/>
            </w:tcBorders>
          </w:tcPr>
          <w:p w14:paraId="0984EDB7"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1.45 MHz </w:t>
            </w:r>
            <w:r w:rsidRPr="00EF2F0E">
              <w:rPr>
                <w:rFonts w:ascii="Arial" w:hAnsi="Arial" w:cs="v5.0.0"/>
                <w:sz w:val="18"/>
              </w:rPr>
              <w:sym w:font="Symbol" w:char="F0A3"/>
            </w:r>
            <w:r w:rsidRPr="00EF2F0E">
              <w:rPr>
                <w:rFonts w:ascii="Arial" w:hAnsi="Arial" w:cs="v5.0.0"/>
                <w:sz w:val="18"/>
              </w:rPr>
              <w:t xml:space="preserve"> f_offset &lt; 2.85 MHz</w:t>
            </w:r>
          </w:p>
        </w:tc>
        <w:tc>
          <w:tcPr>
            <w:tcW w:w="3455" w:type="dxa"/>
            <w:tcBorders>
              <w:top w:val="single" w:sz="4" w:space="0" w:color="auto"/>
              <w:left w:val="single" w:sz="4" w:space="0" w:color="auto"/>
              <w:bottom w:val="single" w:sz="4" w:space="0" w:color="auto"/>
              <w:right w:val="single" w:sz="4" w:space="0" w:color="auto"/>
            </w:tcBorders>
          </w:tcPr>
          <w:p w14:paraId="0984EDB8" w14:textId="77777777" w:rsidR="00B15E99" w:rsidRPr="00EF2F0E" w:rsidRDefault="00B15E99" w:rsidP="00AB06FD">
            <w:pPr>
              <w:keepNext/>
              <w:keepLines/>
              <w:spacing w:after="0"/>
              <w:jc w:val="center"/>
              <w:rPr>
                <w:rFonts w:ascii="Arial" w:hAnsi="Arial" w:cs="v5.0.0"/>
                <w:sz w:val="18"/>
              </w:rPr>
            </w:pP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v4.2.0"/>
                <w:sz w:val="18"/>
                <w:vertAlign w:val="subscript"/>
              </w:rPr>
              <w:t xml:space="preserve"> </w:t>
            </w:r>
            <w:r w:rsidRPr="00EF2F0E">
              <w:rPr>
                <w:rFonts w:ascii="Arial" w:hAnsi="Arial" w:cs="v4.2.0"/>
                <w:sz w:val="18"/>
              </w:rPr>
              <w:t xml:space="preserve"> </w:t>
            </w:r>
            <w:r w:rsidRPr="00EF2F0E">
              <w:rPr>
                <w:rFonts w:ascii="Arial" w:hAnsi="Arial" w:cs="Arial"/>
                <w:sz w:val="18"/>
                <w:lang w:eastAsia="zh-CN"/>
              </w:rPr>
              <w:t>-55dB</w:t>
            </w:r>
          </w:p>
        </w:tc>
        <w:tc>
          <w:tcPr>
            <w:tcW w:w="1430" w:type="dxa"/>
            <w:tcBorders>
              <w:top w:val="single" w:sz="4" w:space="0" w:color="auto"/>
              <w:left w:val="single" w:sz="4" w:space="0" w:color="auto"/>
              <w:bottom w:val="single" w:sz="4" w:space="0" w:color="auto"/>
              <w:right w:val="single" w:sz="4" w:space="0" w:color="auto"/>
            </w:tcBorders>
          </w:tcPr>
          <w:p w14:paraId="0984EDB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3401A4" w:rsidRPr="00EF2F0E" w14:paraId="0984EDBF" w14:textId="77777777" w:rsidTr="00AB06FD">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EDBB"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2.8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w:t>
            </w:r>
            <w:r w:rsidRPr="00EF2F0E">
              <w:rPr>
                <w:rFonts w:ascii="Arial" w:hAnsi="Arial" w:cs="v5.0.0"/>
                <w:sz w:val="18"/>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EDBC"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2.85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EDBD" w14:textId="77777777" w:rsidR="00B15E99" w:rsidRPr="00EF2F0E" w:rsidRDefault="00B15E99" w:rsidP="00AB06FD">
            <w:pPr>
              <w:keepNext/>
              <w:keepLines/>
              <w:spacing w:after="0"/>
              <w:jc w:val="center"/>
              <w:rPr>
                <w:rFonts w:ascii="Arial" w:hAnsi="Arial" w:cs="v5.0.0"/>
                <w:sz w:val="18"/>
              </w:rPr>
            </w:pPr>
            <w:r w:rsidRPr="00EF2F0E">
              <w:rPr>
                <w:rFonts w:ascii="Arial" w:hAnsi="Arial" w:cs="Arial"/>
                <w:sz w:val="18"/>
                <w:lang w:eastAsia="zh-CN"/>
              </w:rPr>
              <w:t>-16dBm</w:t>
            </w:r>
          </w:p>
        </w:tc>
        <w:tc>
          <w:tcPr>
            <w:tcW w:w="1430" w:type="dxa"/>
            <w:tcBorders>
              <w:top w:val="single" w:sz="4" w:space="0" w:color="auto"/>
              <w:left w:val="single" w:sz="4" w:space="0" w:color="auto"/>
              <w:bottom w:val="single" w:sz="4" w:space="0" w:color="auto"/>
              <w:right w:val="single" w:sz="4" w:space="0" w:color="auto"/>
            </w:tcBorders>
          </w:tcPr>
          <w:p w14:paraId="0984EDB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B15E99" w:rsidRPr="00EF2F0E" w14:paraId="0984EDC2" w14:textId="77777777" w:rsidTr="00AB06FD">
        <w:trPr>
          <w:cantSplit/>
          <w:jc w:val="center"/>
        </w:trPr>
        <w:tc>
          <w:tcPr>
            <w:tcW w:w="9814" w:type="dxa"/>
            <w:gridSpan w:val="4"/>
          </w:tcPr>
          <w:p w14:paraId="0984EDC0"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w:t>
            </w:r>
            <w:r w:rsidRPr="00EF2F0E">
              <w:rPr>
                <w:rFonts w:ascii="Arial" w:hAnsi="Arial" w:cs="Arial"/>
                <w:sz w:val="18"/>
                <w:lang w:eastAsia="zh-CN"/>
              </w:rPr>
              <w:t>16</w:t>
            </w:r>
            <w:r w:rsidRPr="00EF2F0E">
              <w:rPr>
                <w:rFonts w:ascii="Arial" w:hAnsi="Arial" w:cs="Arial"/>
                <w:sz w:val="18"/>
              </w:rPr>
              <w:t>dBm/1</w:t>
            </w:r>
            <w:r w:rsidRPr="00EF2F0E">
              <w:rPr>
                <w:rFonts w:ascii="Arial" w:hAnsi="Arial" w:cs="Arial"/>
                <w:sz w:val="18"/>
                <w:lang w:eastAsia="zh-CN"/>
              </w:rPr>
              <w:t>00k</w:t>
            </w:r>
            <w:r w:rsidRPr="00EF2F0E">
              <w:rPr>
                <w:rFonts w:ascii="Arial" w:hAnsi="Arial" w:cs="Arial"/>
                <w:sz w:val="18"/>
              </w:rPr>
              <w:t>Hz.</w:t>
            </w:r>
          </w:p>
          <w:p w14:paraId="0984EDC1"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DC3" w14:textId="77777777" w:rsidR="00B15E99" w:rsidRPr="00EF2F0E" w:rsidRDefault="00B15E99" w:rsidP="00B15E99">
      <w:pPr>
        <w:rPr>
          <w:lang w:eastAsia="zh-CN"/>
        </w:rPr>
      </w:pPr>
    </w:p>
    <w:p w14:paraId="0984EDC4" w14:textId="77777777" w:rsidR="00B15E99" w:rsidRPr="00EF2F0E" w:rsidRDefault="00B15E99" w:rsidP="00B15E99">
      <w:pPr>
        <w:pStyle w:val="TH"/>
        <w:rPr>
          <w:lang w:eastAsia="zh-CN"/>
        </w:rPr>
      </w:pPr>
      <w:r w:rsidRPr="00EF2F0E">
        <w:t>Table 9.7.5.4.5-</w:t>
      </w:r>
      <w:r w:rsidRPr="00EF2F0E">
        <w:rPr>
          <w:lang w:eastAsia="zh-CN"/>
        </w:rPr>
        <w:t>2</w:t>
      </w:r>
      <w:r w:rsidRPr="00EF2F0E">
        <w:t xml:space="preserve">: Medium Range BS operating band unwanted emission limits for 1.4 MHz </w:t>
      </w:r>
      <w:r w:rsidRPr="00EF2F0E">
        <w:rPr>
          <w:i/>
        </w:rPr>
        <w:t>channel bandwidth</w:t>
      </w:r>
      <w:r w:rsidRPr="00EF2F0E">
        <w:rPr>
          <w:lang w:eastAsia="zh-CN"/>
        </w:rPr>
        <w:t xml:space="preserve">, </w:t>
      </w:r>
      <w:r w:rsidRPr="00EF2F0E">
        <w:rPr>
          <w:rFonts w:cs="v4.2.0"/>
        </w:rPr>
        <w:t>P</w:t>
      </w:r>
      <w:r w:rsidRPr="00EF2F0E">
        <w:rPr>
          <w:rFonts w:cs="v4.2.0"/>
          <w:vertAlign w:val="subscript"/>
        </w:rPr>
        <w:t>rated,c,TRP</w:t>
      </w:r>
      <w:r w:rsidRPr="00EF2F0E">
        <w:t xml:space="preserve"> </w:t>
      </w:r>
      <w:r w:rsidRPr="00EF2F0E">
        <w:rPr>
          <w:rFonts w:cs="v5.0.0"/>
        </w:rPr>
        <w:sym w:font="Symbol" w:char="F0A3"/>
      </w:r>
      <w:r w:rsidRPr="00EF2F0E">
        <w:rPr>
          <w:rFonts w:cs="v5.0.0"/>
        </w:rPr>
        <w:t xml:space="preserve"> </w:t>
      </w:r>
      <w:r w:rsidRPr="00EF2F0E">
        <w:rPr>
          <w:rFonts w:cs="v5.0.0"/>
          <w:lang w:eastAsia="zh-CN"/>
        </w:rPr>
        <w:t>40</w:t>
      </w:r>
      <w:r w:rsidRPr="00EF2F0E">
        <w:rPr>
          <w:rFonts w:cs="v5.0.0"/>
        </w:rPr>
        <w:t xml:space="preserve">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401A4" w:rsidRPr="00EF2F0E" w14:paraId="0984EDCA" w14:textId="77777777" w:rsidTr="00AB06FD">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EDC5"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0984EDC6"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EDC7"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Minimum requirement </w:t>
            </w:r>
          </w:p>
          <w:p w14:paraId="0984EDC8"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0984EDC9"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 (NOTE 7)</w:t>
            </w:r>
          </w:p>
        </w:tc>
      </w:tr>
      <w:tr w:rsidR="003401A4" w:rsidRPr="00EF2F0E" w14:paraId="0984EDCF" w14:textId="77777777" w:rsidTr="00AB06FD">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EDCB"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1.4 MHz</w:t>
            </w:r>
          </w:p>
        </w:tc>
        <w:tc>
          <w:tcPr>
            <w:tcW w:w="2976" w:type="dxa"/>
            <w:tcBorders>
              <w:top w:val="single" w:sz="4" w:space="0" w:color="auto"/>
              <w:left w:val="single" w:sz="4" w:space="0" w:color="auto"/>
              <w:bottom w:val="single" w:sz="4" w:space="0" w:color="auto"/>
              <w:right w:val="single" w:sz="4" w:space="0" w:color="auto"/>
            </w:tcBorders>
          </w:tcPr>
          <w:p w14:paraId="0984EDCC"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1.45 MHz</w:t>
            </w:r>
          </w:p>
        </w:tc>
        <w:tc>
          <w:tcPr>
            <w:tcW w:w="3455" w:type="dxa"/>
            <w:tcBorders>
              <w:top w:val="single" w:sz="4" w:space="0" w:color="auto"/>
              <w:left w:val="single" w:sz="4" w:space="0" w:color="auto"/>
              <w:bottom w:val="single" w:sz="4" w:space="0" w:color="auto"/>
              <w:right w:val="single" w:sz="4" w:space="0" w:color="auto"/>
            </w:tcBorders>
            <w:vAlign w:val="center"/>
          </w:tcPr>
          <w:p w14:paraId="0984EDCD" w14:textId="77777777" w:rsidR="00B15E99" w:rsidRPr="00EF2F0E" w:rsidRDefault="00B15E99" w:rsidP="00AB06FD">
            <w:pPr>
              <w:keepNext/>
              <w:keepLines/>
              <w:spacing w:after="0"/>
              <w:jc w:val="center"/>
              <w:rPr>
                <w:rFonts w:ascii="Arial" w:hAnsi="Arial" w:cs="v5.0.0"/>
                <w:sz w:val="18"/>
              </w:rPr>
            </w:pPr>
            <w:r w:rsidRPr="00EF2F0E">
              <w:rPr>
                <w:rFonts w:cs="v5.0.0"/>
                <w:position w:val="-28"/>
              </w:rPr>
              <w:object w:dxaOrig="3500" w:dyaOrig="680" w14:anchorId="09851212">
                <v:shape id="_x0000_i1115" type="#_x0000_t75" style="width:117.75pt;height:26.25pt" o:ole="">
                  <v:imagedata r:id="rId185" o:title=""/>
                </v:shape>
                <o:OLEObject Type="Embed" ProgID="Equation.3" ShapeID="_x0000_i1115" DrawAspect="Content" ObjectID="_1717663637" r:id="rId186"/>
              </w:object>
            </w:r>
          </w:p>
        </w:tc>
        <w:tc>
          <w:tcPr>
            <w:tcW w:w="1430" w:type="dxa"/>
            <w:tcBorders>
              <w:top w:val="single" w:sz="4" w:space="0" w:color="auto"/>
              <w:left w:val="single" w:sz="4" w:space="0" w:color="auto"/>
              <w:bottom w:val="single" w:sz="4" w:space="0" w:color="auto"/>
              <w:right w:val="single" w:sz="4" w:space="0" w:color="auto"/>
            </w:tcBorders>
          </w:tcPr>
          <w:p w14:paraId="0984EDCE"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3401A4" w:rsidRPr="00EF2F0E" w14:paraId="0984EDD4" w14:textId="77777777" w:rsidTr="00AB06FD">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EDD0"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2.8 MHz</w:t>
            </w:r>
          </w:p>
        </w:tc>
        <w:tc>
          <w:tcPr>
            <w:tcW w:w="2976" w:type="dxa"/>
            <w:tcBorders>
              <w:top w:val="single" w:sz="4" w:space="0" w:color="auto"/>
              <w:left w:val="single" w:sz="4" w:space="0" w:color="auto"/>
              <w:bottom w:val="single" w:sz="4" w:space="0" w:color="auto"/>
              <w:right w:val="single" w:sz="4" w:space="0" w:color="auto"/>
            </w:tcBorders>
          </w:tcPr>
          <w:p w14:paraId="0984EDD1"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1.45 MHz </w:t>
            </w:r>
            <w:r w:rsidRPr="00EF2F0E">
              <w:rPr>
                <w:rFonts w:ascii="Arial" w:hAnsi="Arial" w:cs="v5.0.0"/>
                <w:sz w:val="18"/>
              </w:rPr>
              <w:sym w:font="Symbol" w:char="F0A3"/>
            </w:r>
            <w:r w:rsidRPr="00EF2F0E">
              <w:rPr>
                <w:rFonts w:ascii="Arial" w:hAnsi="Arial" w:cs="v5.0.0"/>
                <w:sz w:val="18"/>
              </w:rPr>
              <w:t xml:space="preserve"> f_offset &lt; 2.85 MHz</w:t>
            </w:r>
          </w:p>
        </w:tc>
        <w:tc>
          <w:tcPr>
            <w:tcW w:w="3455" w:type="dxa"/>
            <w:tcBorders>
              <w:top w:val="single" w:sz="4" w:space="0" w:color="auto"/>
              <w:left w:val="single" w:sz="4" w:space="0" w:color="auto"/>
              <w:bottom w:val="single" w:sz="4" w:space="0" w:color="auto"/>
              <w:right w:val="single" w:sz="4" w:space="0" w:color="auto"/>
            </w:tcBorders>
          </w:tcPr>
          <w:p w14:paraId="0984EDD2" w14:textId="77777777" w:rsidR="00B15E99" w:rsidRPr="00EF2F0E" w:rsidRDefault="00B15E99" w:rsidP="00AB06FD">
            <w:pPr>
              <w:keepNext/>
              <w:keepLines/>
              <w:spacing w:after="0"/>
              <w:jc w:val="center"/>
              <w:rPr>
                <w:rFonts w:ascii="Arial" w:hAnsi="Arial" w:cs="v5.0.0"/>
                <w:sz w:val="18"/>
              </w:rPr>
            </w:pPr>
            <w:r w:rsidRPr="00EF2F0E">
              <w:rPr>
                <w:rFonts w:ascii="Arial" w:hAnsi="Arial" w:cs="Arial"/>
                <w:sz w:val="18"/>
                <w:lang w:eastAsia="zh-CN"/>
              </w:rPr>
              <w:t>-15 dBm</w:t>
            </w:r>
          </w:p>
        </w:tc>
        <w:tc>
          <w:tcPr>
            <w:tcW w:w="1430" w:type="dxa"/>
            <w:tcBorders>
              <w:top w:val="single" w:sz="4" w:space="0" w:color="auto"/>
              <w:left w:val="single" w:sz="4" w:space="0" w:color="auto"/>
              <w:bottom w:val="single" w:sz="4" w:space="0" w:color="auto"/>
              <w:right w:val="single" w:sz="4" w:space="0" w:color="auto"/>
            </w:tcBorders>
          </w:tcPr>
          <w:p w14:paraId="0984EDD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3401A4" w:rsidRPr="00EF2F0E" w14:paraId="0984EDD9" w14:textId="77777777" w:rsidTr="00AB06FD">
        <w:trPr>
          <w:cantSplit/>
          <w:jc w:val="center"/>
        </w:trPr>
        <w:tc>
          <w:tcPr>
            <w:tcW w:w="1953" w:type="dxa"/>
            <w:tcBorders>
              <w:top w:val="single" w:sz="4" w:space="0" w:color="auto"/>
              <w:left w:val="single" w:sz="4" w:space="0" w:color="auto"/>
              <w:bottom w:val="single" w:sz="4" w:space="0" w:color="auto"/>
              <w:right w:val="single" w:sz="4" w:space="0" w:color="auto"/>
            </w:tcBorders>
          </w:tcPr>
          <w:p w14:paraId="0984EDD5"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2.8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w:t>
            </w:r>
            <w:r w:rsidRPr="00EF2F0E">
              <w:rPr>
                <w:rFonts w:ascii="Arial" w:hAnsi="Arial" w:cs="v5.0.0"/>
                <w:sz w:val="18"/>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EDD6"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2.85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r w:rsidRPr="00EF2F0E">
              <w:rPr>
                <w:rFonts w:ascii="Arial" w:hAnsi="Arial" w:cs="v5.0.0"/>
                <w:sz w:val="18"/>
              </w:rPr>
              <w:t xml:space="preserve"> </w:t>
            </w:r>
          </w:p>
        </w:tc>
        <w:tc>
          <w:tcPr>
            <w:tcW w:w="3455" w:type="dxa"/>
            <w:tcBorders>
              <w:top w:val="single" w:sz="4" w:space="0" w:color="auto"/>
              <w:left w:val="single" w:sz="4" w:space="0" w:color="auto"/>
              <w:bottom w:val="single" w:sz="4" w:space="0" w:color="auto"/>
              <w:right w:val="single" w:sz="4" w:space="0" w:color="auto"/>
            </w:tcBorders>
          </w:tcPr>
          <w:p w14:paraId="0984EDD7" w14:textId="77777777" w:rsidR="00B15E99" w:rsidRPr="00EF2F0E" w:rsidRDefault="00B15E99" w:rsidP="00AB06FD">
            <w:pPr>
              <w:keepNext/>
              <w:keepLines/>
              <w:spacing w:after="0"/>
              <w:jc w:val="center"/>
              <w:rPr>
                <w:rFonts w:ascii="Arial" w:hAnsi="Arial" w:cs="v5.0.0"/>
                <w:sz w:val="18"/>
              </w:rPr>
            </w:pPr>
            <w:r w:rsidRPr="00EF2F0E">
              <w:rPr>
                <w:rFonts w:ascii="Arial" w:hAnsi="Arial" w:cs="Arial"/>
                <w:sz w:val="18"/>
                <w:lang w:eastAsia="zh-CN"/>
              </w:rPr>
              <w:t>-16dBm</w:t>
            </w:r>
          </w:p>
        </w:tc>
        <w:tc>
          <w:tcPr>
            <w:tcW w:w="1430" w:type="dxa"/>
            <w:tcBorders>
              <w:top w:val="single" w:sz="4" w:space="0" w:color="auto"/>
              <w:left w:val="single" w:sz="4" w:space="0" w:color="auto"/>
              <w:bottom w:val="single" w:sz="4" w:space="0" w:color="auto"/>
              <w:right w:val="single" w:sz="4" w:space="0" w:color="auto"/>
            </w:tcBorders>
          </w:tcPr>
          <w:p w14:paraId="0984EDD8"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B15E99" w:rsidRPr="00EF2F0E" w14:paraId="0984EDDC" w14:textId="77777777" w:rsidTr="00AB06FD">
        <w:trPr>
          <w:cantSplit/>
          <w:jc w:val="center"/>
        </w:trPr>
        <w:tc>
          <w:tcPr>
            <w:tcW w:w="9814" w:type="dxa"/>
            <w:gridSpan w:val="4"/>
          </w:tcPr>
          <w:p w14:paraId="0984EDDA"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-16dBm/1</w:t>
            </w:r>
            <w:r w:rsidRPr="00EF2F0E">
              <w:rPr>
                <w:rFonts w:ascii="Arial" w:hAnsi="Arial" w:cs="Arial"/>
                <w:sz w:val="18"/>
                <w:lang w:eastAsia="zh-CN"/>
              </w:rPr>
              <w:t>00k</w:t>
            </w:r>
            <w:r w:rsidRPr="00EF2F0E">
              <w:rPr>
                <w:rFonts w:ascii="Arial" w:hAnsi="Arial" w:cs="Arial"/>
                <w:sz w:val="18"/>
              </w:rPr>
              <w:t>Hz.</w:t>
            </w:r>
          </w:p>
          <w:p w14:paraId="0984EDDB"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DDD" w14:textId="77777777" w:rsidR="00B15E99" w:rsidRPr="00EF2F0E" w:rsidRDefault="00B15E99" w:rsidP="00B15E99">
      <w:pPr>
        <w:rPr>
          <w:lang w:eastAsia="zh-CN"/>
        </w:rPr>
      </w:pPr>
    </w:p>
    <w:p w14:paraId="0984EDDE" w14:textId="77777777" w:rsidR="00B15E99" w:rsidRPr="00EF2F0E" w:rsidRDefault="00B15E99" w:rsidP="00B15E99">
      <w:pPr>
        <w:pStyle w:val="TH"/>
      </w:pPr>
      <w:r w:rsidRPr="00EF2F0E">
        <w:t>Table 9.7.5.4.5-</w:t>
      </w:r>
      <w:r w:rsidRPr="00EF2F0E">
        <w:rPr>
          <w:lang w:eastAsia="zh-CN"/>
        </w:rPr>
        <w:t>3</w:t>
      </w:r>
      <w:r w:rsidRPr="00EF2F0E">
        <w:t xml:space="preserve">: Medium Range BS operating band unwanted emission limits for 3 MHz </w:t>
      </w:r>
      <w:r w:rsidRPr="00EF2F0E">
        <w:rPr>
          <w:i/>
        </w:rPr>
        <w:t>channel bandwidth</w:t>
      </w:r>
      <w:r w:rsidRPr="00EF2F0E">
        <w:rPr>
          <w:lang w:eastAsia="zh-CN"/>
        </w:rPr>
        <w:t>,</w:t>
      </w:r>
      <w:r w:rsidRPr="00EF2F0E">
        <w:t xml:space="preserve"> </w:t>
      </w:r>
      <w:r w:rsidRPr="00EF2F0E">
        <w:rPr>
          <w:rFonts w:cs="v5.0.0"/>
          <w:lang w:eastAsia="zh-CN"/>
        </w:rPr>
        <w:t>40</w:t>
      </w:r>
      <w:r w:rsidRPr="00EF2F0E">
        <w:rPr>
          <w:rFonts w:cs="v5.0.0"/>
        </w:rPr>
        <w:t xml:space="preserve"> &lt;</w:t>
      </w:r>
      <w:r w:rsidRPr="00EF2F0E">
        <w:rPr>
          <w:rFonts w:cs="v5.0.0"/>
          <w:bCs/>
        </w:rPr>
        <w:t xml:space="preserve"> </w:t>
      </w:r>
      <w:r w:rsidRPr="00EF2F0E">
        <w:rPr>
          <w:rFonts w:cs="v4.2.0"/>
        </w:rPr>
        <w:t>P</w:t>
      </w:r>
      <w:r w:rsidRPr="00EF2F0E">
        <w:rPr>
          <w:rFonts w:cs="v4.2.0"/>
          <w:vertAlign w:val="subscript"/>
        </w:rPr>
        <w:t>rated,c,TRP</w:t>
      </w:r>
      <w:r w:rsidRPr="00EF2F0E">
        <w:t xml:space="preserve"> </w:t>
      </w:r>
      <w:r w:rsidRPr="00EF2F0E">
        <w:rPr>
          <w:rFonts w:cs="v5.0.0"/>
        </w:rPr>
        <w:sym w:font="Symbol" w:char="F0A3"/>
      </w:r>
      <w:r w:rsidRPr="00EF2F0E">
        <w:rPr>
          <w:rFonts w:cs="v5.0.0"/>
        </w:rPr>
        <w:t xml:space="preserve"> 47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EDE4"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DDF"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0984EDE0"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EDE1"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Minimum requirement </w:t>
            </w:r>
          </w:p>
          <w:p w14:paraId="0984EDE2"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0984EDE3"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 (NOTE 7)</w:t>
            </w:r>
          </w:p>
        </w:tc>
      </w:tr>
      <w:tr w:rsidR="003401A4" w:rsidRPr="00EF2F0E" w14:paraId="0984EDE9"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DE5"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3 MHz</w:t>
            </w:r>
          </w:p>
        </w:tc>
        <w:tc>
          <w:tcPr>
            <w:tcW w:w="2976" w:type="dxa"/>
            <w:tcBorders>
              <w:top w:val="single" w:sz="4" w:space="0" w:color="auto"/>
              <w:left w:val="single" w:sz="4" w:space="0" w:color="auto"/>
              <w:bottom w:val="single" w:sz="4" w:space="0" w:color="auto"/>
              <w:right w:val="single" w:sz="4" w:space="0" w:color="auto"/>
            </w:tcBorders>
          </w:tcPr>
          <w:p w14:paraId="0984EDE6"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3.05 MHz</w:t>
            </w:r>
          </w:p>
        </w:tc>
        <w:tc>
          <w:tcPr>
            <w:tcW w:w="3455" w:type="dxa"/>
            <w:tcBorders>
              <w:top w:val="single" w:sz="4" w:space="0" w:color="auto"/>
              <w:left w:val="single" w:sz="4" w:space="0" w:color="auto"/>
              <w:bottom w:val="single" w:sz="4" w:space="0" w:color="auto"/>
              <w:right w:val="single" w:sz="4" w:space="0" w:color="auto"/>
            </w:tcBorders>
            <w:vAlign w:val="center"/>
          </w:tcPr>
          <w:p w14:paraId="0984EDE7" w14:textId="77777777" w:rsidR="00B15E99" w:rsidRPr="00EF2F0E" w:rsidRDefault="00B15E99" w:rsidP="00AB06FD">
            <w:pPr>
              <w:keepNext/>
              <w:keepLines/>
              <w:spacing w:after="0"/>
              <w:jc w:val="center"/>
              <w:rPr>
                <w:rFonts w:ascii="Arial" w:hAnsi="Arial" w:cs="v5.0.0"/>
                <w:sz w:val="18"/>
              </w:rPr>
            </w:pPr>
            <w:r w:rsidRPr="00EF2F0E">
              <w:rPr>
                <w:rFonts w:cs="v5.0.0"/>
              </w:rPr>
              <w:t>P</w:t>
            </w:r>
            <w:r w:rsidRPr="00EF2F0E">
              <w:rPr>
                <w:rFonts w:cs="v5.0.0"/>
                <w:vertAlign w:val="subscript"/>
              </w:rPr>
              <w:t>rated,c,TRP</w:t>
            </w:r>
            <w:r w:rsidRPr="00EF2F0E">
              <w:rPr>
                <w:rFonts w:cs="v5.0.0"/>
              </w:rPr>
              <w:t>-49dB-(10/3)*(f_offset-0,05)dB</w:t>
            </w:r>
            <w:r w:rsidRPr="00EF2F0E">
              <w:rPr>
                <w:rFonts w:cs="Arial"/>
              </w:rPr>
              <w:t xml:space="preserve"> </w:t>
            </w:r>
          </w:p>
        </w:tc>
        <w:tc>
          <w:tcPr>
            <w:tcW w:w="1430" w:type="dxa"/>
            <w:tcBorders>
              <w:top w:val="single" w:sz="4" w:space="0" w:color="auto"/>
              <w:left w:val="single" w:sz="4" w:space="0" w:color="auto"/>
              <w:bottom w:val="single" w:sz="4" w:space="0" w:color="auto"/>
              <w:right w:val="single" w:sz="4" w:space="0" w:color="auto"/>
            </w:tcBorders>
          </w:tcPr>
          <w:p w14:paraId="0984EDE8"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3401A4" w:rsidRPr="00EF2F0E" w14:paraId="0984EDEE"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DEA"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6 MHz</w:t>
            </w:r>
          </w:p>
        </w:tc>
        <w:tc>
          <w:tcPr>
            <w:tcW w:w="2976" w:type="dxa"/>
            <w:tcBorders>
              <w:top w:val="single" w:sz="4" w:space="0" w:color="auto"/>
              <w:left w:val="single" w:sz="4" w:space="0" w:color="auto"/>
              <w:bottom w:val="single" w:sz="4" w:space="0" w:color="auto"/>
              <w:right w:val="single" w:sz="4" w:space="0" w:color="auto"/>
            </w:tcBorders>
          </w:tcPr>
          <w:p w14:paraId="0984EDEB"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3.05 MHz </w:t>
            </w:r>
            <w:r w:rsidRPr="00EF2F0E">
              <w:rPr>
                <w:rFonts w:ascii="Arial" w:hAnsi="Arial" w:cs="v5.0.0"/>
                <w:sz w:val="18"/>
              </w:rPr>
              <w:sym w:font="Symbol" w:char="F0A3"/>
            </w:r>
            <w:r w:rsidRPr="00EF2F0E">
              <w:rPr>
                <w:rFonts w:ascii="Arial" w:hAnsi="Arial" w:cs="v5.0.0"/>
                <w:sz w:val="18"/>
              </w:rPr>
              <w:t xml:space="preserve"> f_offset &lt; 6.05 MHz</w:t>
            </w:r>
          </w:p>
        </w:tc>
        <w:tc>
          <w:tcPr>
            <w:tcW w:w="3455" w:type="dxa"/>
            <w:tcBorders>
              <w:top w:val="single" w:sz="4" w:space="0" w:color="auto"/>
              <w:left w:val="single" w:sz="4" w:space="0" w:color="auto"/>
              <w:bottom w:val="single" w:sz="4" w:space="0" w:color="auto"/>
              <w:right w:val="single" w:sz="4" w:space="0" w:color="auto"/>
            </w:tcBorders>
          </w:tcPr>
          <w:p w14:paraId="0984EDEC" w14:textId="77777777" w:rsidR="00B15E99" w:rsidRPr="00EF2F0E" w:rsidRDefault="00B15E99" w:rsidP="00AB06FD">
            <w:pPr>
              <w:keepNext/>
              <w:keepLines/>
              <w:spacing w:after="0"/>
              <w:jc w:val="center"/>
              <w:rPr>
                <w:rFonts w:ascii="Arial" w:hAnsi="Arial" w:cs="v5.0.0"/>
                <w:sz w:val="18"/>
              </w:rPr>
            </w:pP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Arial"/>
                <w:sz w:val="18"/>
                <w:lang w:eastAsia="zh-CN"/>
              </w:rPr>
              <w:t>59dB</w:t>
            </w:r>
          </w:p>
        </w:tc>
        <w:tc>
          <w:tcPr>
            <w:tcW w:w="1430" w:type="dxa"/>
            <w:tcBorders>
              <w:top w:val="single" w:sz="4" w:space="0" w:color="auto"/>
              <w:left w:val="single" w:sz="4" w:space="0" w:color="auto"/>
              <w:bottom w:val="single" w:sz="4" w:space="0" w:color="auto"/>
              <w:right w:val="single" w:sz="4" w:space="0" w:color="auto"/>
            </w:tcBorders>
          </w:tcPr>
          <w:p w14:paraId="0984EDED"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3401A4" w:rsidRPr="00EF2F0E" w14:paraId="0984EDF3"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DEF"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w:t>
            </w:r>
            <w:r w:rsidRPr="00EF2F0E">
              <w:rPr>
                <w:rFonts w:ascii="Arial" w:hAnsi="Arial" w:cs="v5.0.0"/>
                <w:sz w:val="18"/>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EDF0"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6.05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EDF1" w14:textId="77777777" w:rsidR="00B15E99" w:rsidRPr="00EF2F0E" w:rsidRDefault="00B15E99" w:rsidP="00AB06FD">
            <w:pPr>
              <w:keepNext/>
              <w:keepLines/>
              <w:spacing w:after="0"/>
              <w:jc w:val="center"/>
              <w:rPr>
                <w:rFonts w:ascii="Arial" w:hAnsi="Arial" w:cs="v5.0.0"/>
                <w:sz w:val="18"/>
                <w:lang w:eastAsia="zh-CN"/>
              </w:rPr>
            </w:pPr>
            <w:r w:rsidRPr="00EF2F0E">
              <w:rPr>
                <w:rFonts w:ascii="Arial" w:hAnsi="Arial" w:cs="v5.0.0"/>
                <w:sz w:val="18"/>
                <w:lang w:eastAsia="zh-CN"/>
              </w:rPr>
              <w:t>Min(</w:t>
            </w: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v5.0.0"/>
                <w:sz w:val="18"/>
                <w:lang w:eastAsia="zh-CN"/>
              </w:rPr>
              <w:t>59dB, -16dBm)</w:t>
            </w:r>
          </w:p>
        </w:tc>
        <w:tc>
          <w:tcPr>
            <w:tcW w:w="1430" w:type="dxa"/>
            <w:tcBorders>
              <w:top w:val="single" w:sz="4" w:space="0" w:color="auto"/>
              <w:left w:val="single" w:sz="4" w:space="0" w:color="auto"/>
              <w:bottom w:val="single" w:sz="4" w:space="0" w:color="auto"/>
              <w:right w:val="single" w:sz="4" w:space="0" w:color="auto"/>
            </w:tcBorders>
          </w:tcPr>
          <w:p w14:paraId="0984EDF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B15E99" w:rsidRPr="00EF2F0E" w14:paraId="0984EDF6" w14:textId="77777777" w:rsidTr="00AB06FD">
        <w:trPr>
          <w:cantSplit/>
          <w:jc w:val="center"/>
        </w:trPr>
        <w:tc>
          <w:tcPr>
            <w:tcW w:w="9988" w:type="dxa"/>
            <w:gridSpan w:val="4"/>
          </w:tcPr>
          <w:p w14:paraId="0984EDF4"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w:t>
            </w:r>
            <w:r w:rsidRPr="00EF2F0E">
              <w:rPr>
                <w:rFonts w:ascii="Arial" w:hAnsi="Arial" w:cs="v5.0.0"/>
                <w:sz w:val="18"/>
                <w:lang w:eastAsia="zh-CN"/>
              </w:rPr>
              <w:t>Min(</w:t>
            </w: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v4.2.0"/>
                <w:sz w:val="18"/>
                <w:vertAlign w:val="subscript"/>
              </w:rPr>
              <w:t xml:space="preserve"> </w:t>
            </w:r>
            <w:r w:rsidRPr="00EF2F0E">
              <w:rPr>
                <w:rFonts w:ascii="Arial" w:hAnsi="Arial" w:cs="v4.2.0"/>
                <w:sz w:val="18"/>
              </w:rPr>
              <w:t xml:space="preserve"> </w:t>
            </w:r>
            <w:r w:rsidRPr="00EF2F0E">
              <w:rPr>
                <w:rFonts w:ascii="Arial" w:hAnsi="Arial" w:cs="v5.0.0"/>
                <w:sz w:val="18"/>
                <w:lang w:eastAsia="zh-CN"/>
              </w:rPr>
              <w:t>-59dB, -16dBm)</w:t>
            </w:r>
            <w:r w:rsidRPr="00EF2F0E">
              <w:rPr>
                <w:rFonts w:ascii="Arial" w:hAnsi="Arial" w:cs="Arial"/>
                <w:sz w:val="18"/>
              </w:rPr>
              <w:t>/1</w:t>
            </w:r>
            <w:r w:rsidRPr="00EF2F0E">
              <w:rPr>
                <w:rFonts w:ascii="Arial" w:hAnsi="Arial" w:cs="Arial"/>
                <w:sz w:val="18"/>
                <w:lang w:eastAsia="zh-CN"/>
              </w:rPr>
              <w:t>00k</w:t>
            </w:r>
            <w:r w:rsidRPr="00EF2F0E">
              <w:rPr>
                <w:rFonts w:ascii="Arial" w:hAnsi="Arial" w:cs="Arial"/>
                <w:sz w:val="18"/>
              </w:rPr>
              <w:t>Hz.</w:t>
            </w:r>
          </w:p>
          <w:p w14:paraId="0984EDF5"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DF7" w14:textId="77777777" w:rsidR="00B15E99" w:rsidRPr="00EF2F0E" w:rsidRDefault="00B15E99" w:rsidP="00B15E99">
      <w:pPr>
        <w:rPr>
          <w:lang w:eastAsia="zh-CN"/>
        </w:rPr>
      </w:pPr>
    </w:p>
    <w:p w14:paraId="0984EDF8" w14:textId="77777777" w:rsidR="00B15E99" w:rsidRPr="00EF2F0E" w:rsidRDefault="00B15E99" w:rsidP="00B15E99">
      <w:pPr>
        <w:pStyle w:val="TH"/>
      </w:pPr>
      <w:r w:rsidRPr="00EF2F0E">
        <w:t>Table 9.7.5.4.5-</w:t>
      </w:r>
      <w:r w:rsidRPr="00EF2F0E">
        <w:rPr>
          <w:lang w:eastAsia="zh-CN"/>
        </w:rPr>
        <w:t>4</w:t>
      </w:r>
      <w:r w:rsidRPr="00EF2F0E">
        <w:t xml:space="preserve">: Medium Range BS operating band unwanted emission limits for 3 MHz </w:t>
      </w:r>
      <w:r w:rsidRPr="00EF2F0E">
        <w:rPr>
          <w:i/>
        </w:rPr>
        <w:t>channel bandwidth</w:t>
      </w:r>
      <w:r w:rsidRPr="00EF2F0E">
        <w:rPr>
          <w:lang w:eastAsia="zh-CN"/>
        </w:rPr>
        <w:t xml:space="preserve">, </w:t>
      </w:r>
      <w:r w:rsidRPr="00EF2F0E">
        <w:rPr>
          <w:rFonts w:cs="v4.2.0"/>
        </w:rPr>
        <w:t>P</w:t>
      </w:r>
      <w:r w:rsidRPr="00EF2F0E">
        <w:rPr>
          <w:rFonts w:cs="v4.2.0"/>
          <w:vertAlign w:val="subscript"/>
        </w:rPr>
        <w:t>rated,c,TRP</w:t>
      </w:r>
      <w:r w:rsidRPr="00EF2F0E">
        <w:t xml:space="preserve"> </w:t>
      </w:r>
      <w:r w:rsidRPr="00EF2F0E">
        <w:rPr>
          <w:rFonts w:cs="v5.0.0"/>
        </w:rPr>
        <w:sym w:font="Symbol" w:char="F0A3"/>
      </w:r>
      <w:r w:rsidRPr="00EF2F0E">
        <w:rPr>
          <w:rFonts w:cs="v5.0.0"/>
          <w:lang w:eastAsia="zh-CN"/>
        </w:rPr>
        <w:t xml:space="preserve"> 40</w:t>
      </w:r>
      <w:r w:rsidRPr="00EF2F0E">
        <w:rPr>
          <w:rFonts w:cs="v5.0.0"/>
        </w:rPr>
        <w:t xml:space="preserve">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EDFE"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DF9"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0984EDFA"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EDFB"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Minimum requirement </w:t>
            </w:r>
          </w:p>
          <w:p w14:paraId="0984EDFC"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0984EDFD"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 (NOTE 7)</w:t>
            </w:r>
          </w:p>
        </w:tc>
      </w:tr>
      <w:tr w:rsidR="003401A4" w:rsidRPr="00EF2F0E" w14:paraId="0984EE03"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DFF"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3 MHz</w:t>
            </w:r>
          </w:p>
        </w:tc>
        <w:tc>
          <w:tcPr>
            <w:tcW w:w="2976" w:type="dxa"/>
            <w:tcBorders>
              <w:top w:val="single" w:sz="4" w:space="0" w:color="auto"/>
              <w:left w:val="single" w:sz="4" w:space="0" w:color="auto"/>
              <w:bottom w:val="single" w:sz="4" w:space="0" w:color="auto"/>
              <w:right w:val="single" w:sz="4" w:space="0" w:color="auto"/>
            </w:tcBorders>
          </w:tcPr>
          <w:p w14:paraId="0984EE00"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3.05 MHz</w:t>
            </w:r>
          </w:p>
        </w:tc>
        <w:tc>
          <w:tcPr>
            <w:tcW w:w="3455" w:type="dxa"/>
            <w:tcBorders>
              <w:top w:val="single" w:sz="4" w:space="0" w:color="auto"/>
              <w:left w:val="single" w:sz="4" w:space="0" w:color="auto"/>
              <w:bottom w:val="single" w:sz="4" w:space="0" w:color="auto"/>
              <w:right w:val="single" w:sz="4" w:space="0" w:color="auto"/>
            </w:tcBorders>
            <w:vAlign w:val="center"/>
          </w:tcPr>
          <w:p w14:paraId="0984EE01" w14:textId="77777777" w:rsidR="00B15E99" w:rsidRPr="00EF2F0E" w:rsidRDefault="00B15E99" w:rsidP="00AB06FD">
            <w:pPr>
              <w:keepNext/>
              <w:keepLines/>
              <w:spacing w:after="0"/>
              <w:jc w:val="center"/>
              <w:rPr>
                <w:rFonts w:ascii="Arial" w:hAnsi="Arial" w:cs="v5.0.0"/>
                <w:sz w:val="18"/>
              </w:rPr>
            </w:pPr>
            <w:r w:rsidRPr="00EF2F0E">
              <w:rPr>
                <w:rFonts w:cs="Arial"/>
                <w:position w:val="-28"/>
              </w:rPr>
              <w:object w:dxaOrig="3340" w:dyaOrig="680" w14:anchorId="09851213">
                <v:shape id="_x0000_i1116" type="#_x0000_t75" style="width:133pt;height:26.25pt" o:ole="">
                  <v:imagedata r:id="rId187" o:title=""/>
                </v:shape>
                <o:OLEObject Type="Embed" ProgID="Equation.3" ShapeID="_x0000_i1116" DrawAspect="Content" ObjectID="_1717663638" r:id="rId188"/>
              </w:object>
            </w:r>
          </w:p>
        </w:tc>
        <w:tc>
          <w:tcPr>
            <w:tcW w:w="1430" w:type="dxa"/>
            <w:tcBorders>
              <w:top w:val="single" w:sz="4" w:space="0" w:color="auto"/>
              <w:left w:val="single" w:sz="4" w:space="0" w:color="auto"/>
              <w:bottom w:val="single" w:sz="4" w:space="0" w:color="auto"/>
              <w:right w:val="single" w:sz="4" w:space="0" w:color="auto"/>
            </w:tcBorders>
          </w:tcPr>
          <w:p w14:paraId="0984EE02"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3401A4" w:rsidRPr="00EF2F0E" w14:paraId="0984EE08"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E04"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6 MHz</w:t>
            </w:r>
          </w:p>
        </w:tc>
        <w:tc>
          <w:tcPr>
            <w:tcW w:w="2976" w:type="dxa"/>
            <w:tcBorders>
              <w:top w:val="single" w:sz="4" w:space="0" w:color="auto"/>
              <w:left w:val="single" w:sz="4" w:space="0" w:color="auto"/>
              <w:bottom w:val="single" w:sz="4" w:space="0" w:color="auto"/>
              <w:right w:val="single" w:sz="4" w:space="0" w:color="auto"/>
            </w:tcBorders>
          </w:tcPr>
          <w:p w14:paraId="0984EE05"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3.05 MHz </w:t>
            </w:r>
            <w:r w:rsidRPr="00EF2F0E">
              <w:rPr>
                <w:rFonts w:ascii="Arial" w:hAnsi="Arial" w:cs="v5.0.0"/>
                <w:sz w:val="18"/>
              </w:rPr>
              <w:sym w:font="Symbol" w:char="F0A3"/>
            </w:r>
            <w:r w:rsidRPr="00EF2F0E">
              <w:rPr>
                <w:rFonts w:ascii="Arial" w:hAnsi="Arial" w:cs="v5.0.0"/>
                <w:sz w:val="18"/>
              </w:rPr>
              <w:t xml:space="preserve"> f_offset &lt; 6.05 MHz</w:t>
            </w:r>
          </w:p>
        </w:tc>
        <w:tc>
          <w:tcPr>
            <w:tcW w:w="3455" w:type="dxa"/>
            <w:tcBorders>
              <w:top w:val="single" w:sz="4" w:space="0" w:color="auto"/>
              <w:left w:val="single" w:sz="4" w:space="0" w:color="auto"/>
              <w:bottom w:val="single" w:sz="4" w:space="0" w:color="auto"/>
              <w:right w:val="single" w:sz="4" w:space="0" w:color="auto"/>
            </w:tcBorders>
          </w:tcPr>
          <w:p w14:paraId="0984EE06" w14:textId="77777777" w:rsidR="00B15E99" w:rsidRPr="00EF2F0E" w:rsidRDefault="00B15E99" w:rsidP="00AB06FD">
            <w:pPr>
              <w:keepNext/>
              <w:keepLines/>
              <w:spacing w:after="0"/>
              <w:jc w:val="center"/>
              <w:rPr>
                <w:rFonts w:ascii="Arial" w:hAnsi="Arial" w:cs="v5.0.0"/>
                <w:sz w:val="18"/>
              </w:rPr>
            </w:pPr>
            <w:r w:rsidRPr="00EF2F0E">
              <w:rPr>
                <w:rFonts w:ascii="Arial" w:hAnsi="Arial" w:cs="Arial"/>
                <w:sz w:val="18"/>
                <w:lang w:eastAsia="zh-CN"/>
              </w:rPr>
              <w:t>-19 dBm</w:t>
            </w:r>
          </w:p>
        </w:tc>
        <w:tc>
          <w:tcPr>
            <w:tcW w:w="1430" w:type="dxa"/>
            <w:tcBorders>
              <w:top w:val="single" w:sz="4" w:space="0" w:color="auto"/>
              <w:left w:val="single" w:sz="4" w:space="0" w:color="auto"/>
              <w:bottom w:val="single" w:sz="4" w:space="0" w:color="auto"/>
              <w:right w:val="single" w:sz="4" w:space="0" w:color="auto"/>
            </w:tcBorders>
          </w:tcPr>
          <w:p w14:paraId="0984EE07"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3401A4" w:rsidRPr="00EF2F0E" w14:paraId="0984EE0D"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E0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 xml:space="preserve">f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w:t>
            </w:r>
            <w:r w:rsidRPr="00EF2F0E">
              <w:rPr>
                <w:rFonts w:ascii="Arial" w:hAnsi="Arial" w:cs="v5.0.0"/>
                <w:sz w:val="18"/>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EE0A"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6.05 MHz </w:t>
            </w:r>
            <w:r w:rsidRPr="00EF2F0E">
              <w:rPr>
                <w:rFonts w:ascii="Arial" w:hAnsi="Arial" w:cs="v5.0.0"/>
                <w:sz w:val="18"/>
              </w:rPr>
              <w:sym w:font="Symbol" w:char="F0A3"/>
            </w:r>
            <w:r w:rsidRPr="00EF2F0E">
              <w:rPr>
                <w:rFonts w:ascii="Arial" w:hAnsi="Arial" w:cs="v5.0.0"/>
                <w:sz w:val="18"/>
              </w:rPr>
              <w:t xml:space="preserve"> f_offset &lt; f_offset</w:t>
            </w:r>
            <w:r w:rsidRPr="00EF2F0E">
              <w:rPr>
                <w:rFonts w:ascii="Arial" w:hAnsi="Arial" w:cs="v5.0.0"/>
                <w:sz w:val="18"/>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EE0B" w14:textId="77777777" w:rsidR="00B15E99" w:rsidRPr="00EF2F0E" w:rsidRDefault="00B15E99" w:rsidP="00AB06FD">
            <w:pPr>
              <w:keepNext/>
              <w:keepLines/>
              <w:spacing w:after="0"/>
              <w:jc w:val="center"/>
              <w:rPr>
                <w:rFonts w:ascii="Arial" w:hAnsi="Arial" w:cs="v5.0.0"/>
                <w:sz w:val="18"/>
              </w:rPr>
            </w:pPr>
            <w:r w:rsidRPr="00EF2F0E">
              <w:rPr>
                <w:rFonts w:ascii="Arial" w:hAnsi="Arial" w:cs="Arial"/>
                <w:sz w:val="18"/>
                <w:lang w:eastAsia="zh-CN"/>
              </w:rPr>
              <w:t>-19 dBm</w:t>
            </w:r>
          </w:p>
        </w:tc>
        <w:tc>
          <w:tcPr>
            <w:tcW w:w="1430" w:type="dxa"/>
            <w:tcBorders>
              <w:top w:val="single" w:sz="4" w:space="0" w:color="auto"/>
              <w:left w:val="single" w:sz="4" w:space="0" w:color="auto"/>
              <w:bottom w:val="single" w:sz="4" w:space="0" w:color="auto"/>
              <w:right w:val="single" w:sz="4" w:space="0" w:color="auto"/>
            </w:tcBorders>
          </w:tcPr>
          <w:p w14:paraId="0984EE0C"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B15E99" w:rsidRPr="00EF2F0E" w14:paraId="0984EE10" w14:textId="77777777" w:rsidTr="00AB06FD">
        <w:trPr>
          <w:cantSplit/>
          <w:jc w:val="center"/>
        </w:trPr>
        <w:tc>
          <w:tcPr>
            <w:tcW w:w="9988" w:type="dxa"/>
            <w:gridSpan w:val="4"/>
          </w:tcPr>
          <w:p w14:paraId="0984EE0E"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w:t>
            </w:r>
            <w:r w:rsidRPr="00EF2F0E">
              <w:rPr>
                <w:rFonts w:ascii="Arial" w:hAnsi="Arial" w:cs="Arial"/>
                <w:sz w:val="18"/>
                <w:lang w:eastAsia="zh-CN"/>
              </w:rPr>
              <w:t>19</w:t>
            </w:r>
            <w:r w:rsidRPr="00EF2F0E">
              <w:rPr>
                <w:rFonts w:ascii="Arial" w:hAnsi="Arial" w:cs="Arial"/>
                <w:sz w:val="18"/>
              </w:rPr>
              <w:t>dBm/1</w:t>
            </w:r>
            <w:r w:rsidRPr="00EF2F0E">
              <w:rPr>
                <w:rFonts w:ascii="Arial" w:hAnsi="Arial" w:cs="Arial"/>
                <w:sz w:val="18"/>
                <w:lang w:eastAsia="zh-CN"/>
              </w:rPr>
              <w:t>00k</w:t>
            </w:r>
            <w:r w:rsidRPr="00EF2F0E">
              <w:rPr>
                <w:rFonts w:ascii="Arial" w:hAnsi="Arial" w:cs="Arial"/>
                <w:sz w:val="18"/>
              </w:rPr>
              <w:t>Hz.</w:t>
            </w:r>
          </w:p>
          <w:p w14:paraId="0984EE0F"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E11" w14:textId="77777777" w:rsidR="00B15E99" w:rsidRPr="00EF2F0E" w:rsidRDefault="00B15E99" w:rsidP="00B15E99">
      <w:pPr>
        <w:rPr>
          <w:lang w:eastAsia="zh-CN"/>
        </w:rPr>
      </w:pPr>
    </w:p>
    <w:p w14:paraId="0984EE12" w14:textId="77777777" w:rsidR="00B15E99" w:rsidRPr="00EF2F0E" w:rsidRDefault="00B15E99" w:rsidP="00B15E99">
      <w:pPr>
        <w:pStyle w:val="TH"/>
      </w:pPr>
      <w:r w:rsidRPr="00EF2F0E">
        <w:t>Table 9.7.5.4.5-</w:t>
      </w:r>
      <w:r w:rsidRPr="00EF2F0E">
        <w:rPr>
          <w:lang w:eastAsia="zh-CN"/>
        </w:rPr>
        <w:t>5</w:t>
      </w:r>
      <w:r w:rsidRPr="00EF2F0E">
        <w:t xml:space="preserve">: Medium Range BS operating band unwanted emission limits for 5, 10, 15 and 20 MHz </w:t>
      </w:r>
      <w:r w:rsidRPr="00EF2F0E">
        <w:rPr>
          <w:i/>
        </w:rPr>
        <w:t>channel bandwidth</w:t>
      </w:r>
      <w:r w:rsidRPr="00EF2F0E">
        <w:rPr>
          <w:lang w:eastAsia="zh-CN"/>
        </w:rPr>
        <w:t xml:space="preserve">, </w:t>
      </w:r>
      <w:r w:rsidRPr="00EF2F0E">
        <w:rPr>
          <w:rFonts w:cs="v5.0.0"/>
          <w:lang w:eastAsia="zh-CN"/>
        </w:rPr>
        <w:t>40</w:t>
      </w:r>
      <w:r w:rsidRPr="00EF2F0E">
        <w:rPr>
          <w:rFonts w:cs="v5.0.0"/>
        </w:rPr>
        <w:t xml:space="preserve">&lt; </w:t>
      </w:r>
      <w:r w:rsidRPr="00EF2F0E">
        <w:rPr>
          <w:rFonts w:cs="v4.2.0"/>
        </w:rPr>
        <w:t>P</w:t>
      </w:r>
      <w:r w:rsidRPr="00EF2F0E">
        <w:rPr>
          <w:rFonts w:cs="v4.2.0"/>
          <w:vertAlign w:val="subscript"/>
        </w:rPr>
        <w:t>rated,c,TRP</w:t>
      </w:r>
      <w:r w:rsidRPr="00EF2F0E">
        <w:t xml:space="preserve"> </w:t>
      </w:r>
      <w:r w:rsidRPr="00EF2F0E">
        <w:rPr>
          <w:rFonts w:cs="v5.0.0"/>
        </w:rPr>
        <w:sym w:font="Symbol" w:char="F0A3"/>
      </w:r>
      <w:r w:rsidRPr="00EF2F0E">
        <w:rPr>
          <w:rFonts w:cs="v5.0.0"/>
        </w:rPr>
        <w:t xml:space="preserve"> 47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576"/>
        <w:gridCol w:w="1309"/>
      </w:tblGrid>
      <w:tr w:rsidR="003401A4" w:rsidRPr="00EF2F0E" w14:paraId="0984EE18"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E13"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0984EE14"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576" w:type="dxa"/>
            <w:tcBorders>
              <w:top w:val="single" w:sz="4" w:space="0" w:color="auto"/>
              <w:left w:val="single" w:sz="4" w:space="0" w:color="auto"/>
              <w:bottom w:val="single" w:sz="4" w:space="0" w:color="auto"/>
              <w:right w:val="single" w:sz="4" w:space="0" w:color="auto"/>
            </w:tcBorders>
          </w:tcPr>
          <w:p w14:paraId="0984EE15"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Minimum requirement </w:t>
            </w:r>
          </w:p>
          <w:p w14:paraId="0984EE16"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(NOTE 1, 2)</w:t>
            </w:r>
          </w:p>
        </w:tc>
        <w:tc>
          <w:tcPr>
            <w:tcW w:w="1309" w:type="dxa"/>
            <w:tcBorders>
              <w:top w:val="single" w:sz="4" w:space="0" w:color="auto"/>
              <w:left w:val="single" w:sz="4" w:space="0" w:color="auto"/>
              <w:bottom w:val="single" w:sz="4" w:space="0" w:color="auto"/>
              <w:right w:val="single" w:sz="4" w:space="0" w:color="auto"/>
            </w:tcBorders>
          </w:tcPr>
          <w:p w14:paraId="0984EE17"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 (NOTE 7)</w:t>
            </w:r>
          </w:p>
        </w:tc>
      </w:tr>
      <w:tr w:rsidR="003401A4" w:rsidRPr="00EF2F0E" w14:paraId="0984EE1D"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E19"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5 MHz</w:t>
            </w:r>
          </w:p>
        </w:tc>
        <w:tc>
          <w:tcPr>
            <w:tcW w:w="2976" w:type="dxa"/>
            <w:tcBorders>
              <w:top w:val="single" w:sz="4" w:space="0" w:color="auto"/>
              <w:left w:val="single" w:sz="4" w:space="0" w:color="auto"/>
              <w:bottom w:val="single" w:sz="4" w:space="0" w:color="auto"/>
              <w:right w:val="single" w:sz="4" w:space="0" w:color="auto"/>
            </w:tcBorders>
          </w:tcPr>
          <w:p w14:paraId="0984EE1A"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5.05 MHz</w:t>
            </w:r>
          </w:p>
        </w:tc>
        <w:tc>
          <w:tcPr>
            <w:tcW w:w="3576" w:type="dxa"/>
            <w:tcBorders>
              <w:top w:val="single" w:sz="4" w:space="0" w:color="auto"/>
              <w:left w:val="single" w:sz="4" w:space="0" w:color="auto"/>
              <w:bottom w:val="single" w:sz="4" w:space="0" w:color="auto"/>
              <w:right w:val="single" w:sz="4" w:space="0" w:color="auto"/>
            </w:tcBorders>
            <w:vAlign w:val="center"/>
          </w:tcPr>
          <w:p w14:paraId="0984EE1B" w14:textId="77777777" w:rsidR="00B15E99" w:rsidRPr="00EF2F0E" w:rsidRDefault="00B15E99" w:rsidP="00AB06FD">
            <w:pPr>
              <w:keepNext/>
              <w:keepLines/>
              <w:spacing w:after="0"/>
              <w:jc w:val="center"/>
              <w:rPr>
                <w:rFonts w:ascii="Arial" w:hAnsi="Arial" w:cs="v5.0.0"/>
                <w:sz w:val="18"/>
              </w:rPr>
            </w:pPr>
            <w:r w:rsidRPr="00EF2F0E">
              <w:rPr>
                <w:rFonts w:cs="v5.0.0"/>
              </w:rPr>
              <w:t>P</w:t>
            </w:r>
            <w:r w:rsidRPr="00EF2F0E">
              <w:rPr>
                <w:rFonts w:cs="v5.0.0"/>
                <w:vertAlign w:val="subscript"/>
              </w:rPr>
              <w:t>rated,c,TRP</w:t>
            </w:r>
            <w:r w:rsidRPr="00EF2F0E">
              <w:rPr>
                <w:rFonts w:cs="v5.0.0"/>
              </w:rPr>
              <w:t>-53dB-(7/5)*(f_offset-0,05)dB</w:t>
            </w:r>
            <w:r w:rsidRPr="00EF2F0E">
              <w:rPr>
                <w:rFonts w:cs="Arial"/>
              </w:rPr>
              <w:t xml:space="preserve"> </w:t>
            </w:r>
          </w:p>
        </w:tc>
        <w:tc>
          <w:tcPr>
            <w:tcW w:w="1309" w:type="dxa"/>
            <w:tcBorders>
              <w:top w:val="single" w:sz="4" w:space="0" w:color="auto"/>
              <w:left w:val="single" w:sz="4" w:space="0" w:color="auto"/>
              <w:bottom w:val="single" w:sz="4" w:space="0" w:color="auto"/>
              <w:right w:val="single" w:sz="4" w:space="0" w:color="auto"/>
            </w:tcBorders>
          </w:tcPr>
          <w:p w14:paraId="0984EE1C"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3401A4" w:rsidRPr="00EF2F0E" w14:paraId="0984EE22"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E1E"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 MHz </w:t>
            </w:r>
            <w:r w:rsidRPr="00EF2F0E">
              <w:rPr>
                <w:rFonts w:ascii="Arial" w:hAnsi="Arial" w:cs="v5.0.0"/>
                <w:sz w:val="18"/>
              </w:rPr>
              <w:sym w:font="Symbol" w:char="F0A3"/>
            </w:r>
            <w:r w:rsidRPr="00EF2F0E">
              <w:rPr>
                <w:rFonts w:ascii="Arial" w:hAnsi="Arial" w:cs="v5.0.0"/>
                <w:sz w:val="18"/>
                <w:lang w:val="sv-FI"/>
              </w:rPr>
              <w:t xml:space="preserve"> </w:t>
            </w:r>
            <w:r w:rsidRPr="00EF2F0E">
              <w:rPr>
                <w:rFonts w:ascii="Arial" w:hAnsi="Arial" w:cs="v5.0.0"/>
                <w:sz w:val="18"/>
              </w:rPr>
              <w:sym w:font="Symbol" w:char="F044"/>
            </w:r>
            <w:r w:rsidRPr="00EF2F0E">
              <w:rPr>
                <w:rFonts w:ascii="Arial" w:hAnsi="Arial" w:cs="v5.0.0"/>
                <w:sz w:val="18"/>
                <w:lang w:val="sv-FI"/>
              </w:rPr>
              <w:t xml:space="preserve">f &lt; </w:t>
            </w:r>
            <w:r w:rsidRPr="00EF2F0E">
              <w:rPr>
                <w:rFonts w:ascii="Arial" w:hAnsi="Arial" w:cs="Arial"/>
                <w:sz w:val="18"/>
                <w:lang w:val="sv-FI"/>
              </w:rPr>
              <w:t xml:space="preserve">min(10 MHz, </w:t>
            </w:r>
            <w:r w:rsidRPr="00EF2F0E">
              <w:rPr>
                <w:rFonts w:ascii="Arial" w:hAnsi="Arial" w:cs="Arial"/>
                <w:sz w:val="18"/>
              </w:rPr>
              <w:t>Δ</w:t>
            </w:r>
            <w:r w:rsidRPr="00EF2F0E">
              <w:rPr>
                <w:rFonts w:ascii="Arial" w:hAnsi="Arial" w:cs="Arial"/>
                <w:sz w:val="18"/>
                <w:lang w:val="sv-FI"/>
              </w:rPr>
              <w:t>f</w:t>
            </w:r>
            <w:r w:rsidRPr="00EF2F0E">
              <w:rPr>
                <w:rFonts w:ascii="Arial" w:hAnsi="Arial" w:cs="Arial"/>
                <w:sz w:val="18"/>
                <w:vertAlign w:val="subscript"/>
                <w:lang w:val="sv-FI" w:eastAsia="zh-CN"/>
              </w:rPr>
              <w:t>max</w:t>
            </w:r>
            <w:r w:rsidRPr="00EF2F0E">
              <w:rPr>
                <w:rFonts w:ascii="Arial" w:hAnsi="Arial" w:cs="Arial"/>
                <w:sz w:val="18"/>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984EE1F"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5.05 MHz </w:t>
            </w:r>
            <w:r w:rsidRPr="00EF2F0E">
              <w:rPr>
                <w:rFonts w:ascii="Arial" w:hAnsi="Arial" w:cs="v5.0.0"/>
                <w:sz w:val="18"/>
              </w:rPr>
              <w:sym w:font="Symbol" w:char="F0A3"/>
            </w:r>
            <w:r w:rsidRPr="00EF2F0E">
              <w:rPr>
                <w:rFonts w:ascii="Arial" w:hAnsi="Arial" w:cs="v5.0.0"/>
                <w:sz w:val="18"/>
                <w:lang w:val="sv-FI"/>
              </w:rPr>
              <w:t xml:space="preserve"> f_offset &lt; </w:t>
            </w:r>
            <w:r w:rsidRPr="00EF2F0E">
              <w:rPr>
                <w:rFonts w:ascii="Arial" w:hAnsi="Arial" w:cs="Arial"/>
                <w:sz w:val="18"/>
                <w:lang w:val="sv-FI"/>
              </w:rPr>
              <w:t>min(10.05 MHz, f_offset</w:t>
            </w:r>
            <w:r w:rsidRPr="00EF2F0E">
              <w:rPr>
                <w:rFonts w:ascii="Arial" w:hAnsi="Arial" w:cs="Arial"/>
                <w:sz w:val="18"/>
                <w:vertAlign w:val="subscript"/>
                <w:lang w:val="sv-FI" w:eastAsia="zh-CN"/>
              </w:rPr>
              <w:t>max</w:t>
            </w:r>
            <w:r w:rsidRPr="00EF2F0E">
              <w:rPr>
                <w:rFonts w:ascii="Arial" w:hAnsi="Arial" w:cs="Arial"/>
                <w:sz w:val="18"/>
                <w:lang w:val="sv-FI" w:eastAsia="zh-CN"/>
              </w:rPr>
              <w:t>)</w:t>
            </w:r>
          </w:p>
        </w:tc>
        <w:tc>
          <w:tcPr>
            <w:tcW w:w="3576" w:type="dxa"/>
            <w:tcBorders>
              <w:top w:val="single" w:sz="4" w:space="0" w:color="auto"/>
              <w:left w:val="single" w:sz="4" w:space="0" w:color="auto"/>
              <w:bottom w:val="single" w:sz="4" w:space="0" w:color="auto"/>
              <w:right w:val="single" w:sz="4" w:space="0" w:color="auto"/>
            </w:tcBorders>
          </w:tcPr>
          <w:p w14:paraId="0984EE20" w14:textId="77777777" w:rsidR="00B15E99" w:rsidRPr="00EF2F0E" w:rsidRDefault="00B15E99" w:rsidP="00AB06FD">
            <w:pPr>
              <w:keepNext/>
              <w:keepLines/>
              <w:spacing w:after="0"/>
              <w:jc w:val="center"/>
              <w:rPr>
                <w:rFonts w:ascii="Arial" w:hAnsi="Arial" w:cs="v5.0.0"/>
                <w:sz w:val="18"/>
              </w:rPr>
            </w:pP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 </w:t>
            </w:r>
            <w:r w:rsidRPr="00EF2F0E">
              <w:rPr>
                <w:rFonts w:ascii="Arial" w:hAnsi="Arial" w:cs="Arial"/>
                <w:sz w:val="18"/>
                <w:lang w:eastAsia="zh-CN"/>
              </w:rPr>
              <w:t>60dB</w:t>
            </w:r>
          </w:p>
        </w:tc>
        <w:tc>
          <w:tcPr>
            <w:tcW w:w="1309" w:type="dxa"/>
            <w:tcBorders>
              <w:top w:val="single" w:sz="4" w:space="0" w:color="auto"/>
              <w:left w:val="single" w:sz="4" w:space="0" w:color="auto"/>
              <w:bottom w:val="single" w:sz="4" w:space="0" w:color="auto"/>
              <w:right w:val="single" w:sz="4" w:space="0" w:color="auto"/>
            </w:tcBorders>
          </w:tcPr>
          <w:p w14:paraId="0984EE21"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3401A4" w:rsidRPr="00EF2F0E" w14:paraId="0984EE27"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E23" w14:textId="77777777" w:rsidR="00B15E99" w:rsidRPr="00EF2F0E" w:rsidRDefault="00B15E99" w:rsidP="00AB06FD">
            <w:pPr>
              <w:pStyle w:val="TAC"/>
            </w:pPr>
            <w:r w:rsidRPr="00EF2F0E">
              <w:t xml:space="preserve">10 MHz </w:t>
            </w:r>
            <w:r w:rsidRPr="00EF2F0E">
              <w:sym w:font="Symbol" w:char="F0A3"/>
            </w:r>
            <w:r w:rsidRPr="00EF2F0E">
              <w:t xml:space="preserve"> </w:t>
            </w:r>
            <w:r w:rsidRPr="00EF2F0E">
              <w:sym w:font="Symbol" w:char="F044"/>
            </w:r>
            <w:r w:rsidRPr="00EF2F0E">
              <w:t xml:space="preserve">f </w:t>
            </w:r>
            <w:r w:rsidRPr="00EF2F0E">
              <w:sym w:font="Symbol" w:char="F0A3"/>
            </w:r>
            <w:r w:rsidRPr="00EF2F0E">
              <w:t xml:space="preserve"> </w:t>
            </w:r>
            <w:r w:rsidRPr="00EF2F0E">
              <w:sym w:font="Symbol" w:char="F044"/>
            </w:r>
            <w:r w:rsidRPr="00EF2F0E">
              <w:t>f</w:t>
            </w:r>
            <w:r w:rsidRPr="00EF2F0E">
              <w:rPr>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EE24" w14:textId="77777777" w:rsidR="00B15E99" w:rsidRPr="00EF2F0E" w:rsidRDefault="00B15E99" w:rsidP="00AB06FD">
            <w:pPr>
              <w:pStyle w:val="TAC"/>
            </w:pPr>
            <w:r w:rsidRPr="00EF2F0E">
              <w:t xml:space="preserve">10.05 MHz </w:t>
            </w:r>
            <w:r w:rsidRPr="00EF2F0E">
              <w:sym w:font="Symbol" w:char="F0A3"/>
            </w:r>
            <w:r w:rsidRPr="00EF2F0E">
              <w:t xml:space="preserve"> f_offset &lt; f_offset</w:t>
            </w:r>
            <w:r w:rsidRPr="00EF2F0E">
              <w:rPr>
                <w:vertAlign w:val="subscript"/>
              </w:rPr>
              <w:t>max</w:t>
            </w:r>
          </w:p>
        </w:tc>
        <w:tc>
          <w:tcPr>
            <w:tcW w:w="3576" w:type="dxa"/>
            <w:tcBorders>
              <w:top w:val="single" w:sz="4" w:space="0" w:color="auto"/>
              <w:left w:val="single" w:sz="4" w:space="0" w:color="auto"/>
              <w:bottom w:val="single" w:sz="4" w:space="0" w:color="auto"/>
              <w:right w:val="single" w:sz="4" w:space="0" w:color="auto"/>
            </w:tcBorders>
          </w:tcPr>
          <w:p w14:paraId="0984EE25" w14:textId="77777777" w:rsidR="00B15E99" w:rsidRPr="00EF2F0E" w:rsidRDefault="00B15E99" w:rsidP="00AB06FD">
            <w:pPr>
              <w:pStyle w:val="TAC"/>
            </w:pPr>
            <w:r w:rsidRPr="00EF2F0E">
              <w:rPr>
                <w:rFonts w:cs="Arial"/>
                <w:lang w:eastAsia="zh-CN"/>
              </w:rPr>
              <w:t>Min(</w:t>
            </w:r>
            <w:r w:rsidRPr="00EF2F0E">
              <w:rPr>
                <w:rFonts w:cs="v4.2.0"/>
              </w:rPr>
              <w:t>P</w:t>
            </w:r>
            <w:r w:rsidRPr="00EF2F0E">
              <w:rPr>
                <w:rFonts w:cs="v4.2.0"/>
                <w:vertAlign w:val="subscript"/>
              </w:rPr>
              <w:t>rated,c,TRP</w:t>
            </w:r>
            <w:r w:rsidRPr="00EF2F0E">
              <w:rPr>
                <w:rFonts w:cs="v4.2.0"/>
              </w:rPr>
              <w:t xml:space="preserve"> – </w:t>
            </w:r>
            <w:r w:rsidRPr="00EF2F0E">
              <w:rPr>
                <w:rFonts w:cs="Arial"/>
                <w:lang w:eastAsia="zh-CN"/>
              </w:rPr>
              <w:t>60dB, -16dBm)  (NOTE 6)</w:t>
            </w:r>
          </w:p>
        </w:tc>
        <w:tc>
          <w:tcPr>
            <w:tcW w:w="1309" w:type="dxa"/>
            <w:tcBorders>
              <w:top w:val="single" w:sz="4" w:space="0" w:color="auto"/>
              <w:left w:val="single" w:sz="4" w:space="0" w:color="auto"/>
              <w:bottom w:val="single" w:sz="4" w:space="0" w:color="auto"/>
              <w:right w:val="single" w:sz="4" w:space="0" w:color="auto"/>
            </w:tcBorders>
          </w:tcPr>
          <w:p w14:paraId="0984EE26" w14:textId="77777777" w:rsidR="00B15E99" w:rsidRPr="00EF2F0E" w:rsidRDefault="00B15E99" w:rsidP="00AB06FD">
            <w:pPr>
              <w:pStyle w:val="TAC"/>
            </w:pPr>
            <w:r w:rsidRPr="00EF2F0E">
              <w:t>100 kHz</w:t>
            </w:r>
          </w:p>
        </w:tc>
      </w:tr>
      <w:tr w:rsidR="00B15E99" w:rsidRPr="00EF2F0E" w14:paraId="0984EE2A" w14:textId="77777777" w:rsidTr="00AB06FD">
        <w:trPr>
          <w:cantSplit/>
          <w:jc w:val="center"/>
        </w:trPr>
        <w:tc>
          <w:tcPr>
            <w:tcW w:w="9988" w:type="dxa"/>
            <w:gridSpan w:val="4"/>
          </w:tcPr>
          <w:p w14:paraId="0984EE28"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w:t>
            </w:r>
            <w:r w:rsidRPr="00EF2F0E">
              <w:rPr>
                <w:rFonts w:ascii="Arial" w:hAnsi="Arial" w:cs="Arial"/>
                <w:sz w:val="18"/>
                <w:lang w:eastAsia="zh-CN"/>
              </w:rPr>
              <w:t>Min(</w:t>
            </w:r>
            <w:r w:rsidRPr="00EF2F0E">
              <w:rPr>
                <w:rFonts w:ascii="Arial" w:hAnsi="Arial" w:cs="v4.2.0"/>
                <w:sz w:val="18"/>
              </w:rPr>
              <w:t>P</w:t>
            </w:r>
            <w:r w:rsidRPr="00EF2F0E">
              <w:rPr>
                <w:rFonts w:ascii="Arial" w:hAnsi="Arial" w:cs="v4.2.0"/>
                <w:sz w:val="18"/>
                <w:vertAlign w:val="subscript"/>
              </w:rPr>
              <w:t>rated,c,TRP</w:t>
            </w:r>
            <w:r w:rsidRPr="00EF2F0E">
              <w:rPr>
                <w:rFonts w:ascii="Arial" w:hAnsi="Arial" w:cs="v4.2.0"/>
                <w:sz w:val="18"/>
              </w:rPr>
              <w:t xml:space="preserve"> </w:t>
            </w:r>
            <w:r w:rsidRPr="00EF2F0E">
              <w:rPr>
                <w:rFonts w:ascii="Arial" w:hAnsi="Arial" w:cs="v4.2.0"/>
                <w:sz w:val="18"/>
                <w:vertAlign w:val="subscript"/>
              </w:rPr>
              <w:t xml:space="preserve"> </w:t>
            </w:r>
            <w:r w:rsidRPr="00EF2F0E">
              <w:rPr>
                <w:rFonts w:ascii="Arial" w:hAnsi="Arial" w:cs="v4.2.0"/>
                <w:sz w:val="18"/>
              </w:rPr>
              <w:t xml:space="preserve"> </w:t>
            </w:r>
            <w:r w:rsidRPr="00EF2F0E">
              <w:rPr>
                <w:rFonts w:ascii="Arial" w:hAnsi="Arial" w:cs="Arial"/>
                <w:sz w:val="18"/>
                <w:lang w:eastAsia="zh-CN"/>
              </w:rPr>
              <w:t>-60dB, -16dBm)</w:t>
            </w:r>
            <w:r w:rsidRPr="00EF2F0E">
              <w:rPr>
                <w:rFonts w:ascii="Arial" w:hAnsi="Arial" w:cs="Arial"/>
                <w:sz w:val="18"/>
              </w:rPr>
              <w:t>/1</w:t>
            </w:r>
            <w:r w:rsidRPr="00EF2F0E">
              <w:rPr>
                <w:rFonts w:ascii="Arial" w:hAnsi="Arial" w:cs="Arial"/>
                <w:sz w:val="18"/>
                <w:lang w:eastAsia="zh-CN"/>
              </w:rPr>
              <w:t>00k</w:t>
            </w:r>
            <w:r w:rsidRPr="00EF2F0E">
              <w:rPr>
                <w:rFonts w:ascii="Arial" w:hAnsi="Arial" w:cs="Arial"/>
                <w:sz w:val="18"/>
              </w:rPr>
              <w:t>Hz.</w:t>
            </w:r>
          </w:p>
          <w:p w14:paraId="0984EE29"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E2B" w14:textId="77777777" w:rsidR="00B15E99" w:rsidRPr="00EF2F0E" w:rsidRDefault="00B15E99" w:rsidP="00B15E99">
      <w:pPr>
        <w:rPr>
          <w:lang w:eastAsia="zh-CN"/>
        </w:rPr>
      </w:pPr>
    </w:p>
    <w:p w14:paraId="0984EE2C" w14:textId="77777777" w:rsidR="00B15E99" w:rsidRPr="00EF2F0E" w:rsidRDefault="00B15E99" w:rsidP="00B15E99">
      <w:pPr>
        <w:pStyle w:val="TH"/>
      </w:pPr>
      <w:r w:rsidRPr="00EF2F0E">
        <w:t>Table 9.7.5.4.5-</w:t>
      </w:r>
      <w:r w:rsidRPr="00EF2F0E">
        <w:rPr>
          <w:lang w:eastAsia="zh-CN"/>
        </w:rPr>
        <w:t>6</w:t>
      </w:r>
      <w:r w:rsidRPr="00EF2F0E">
        <w:t xml:space="preserve">: Medium Range BS operating band unwanted emission limits for 5, 10, 15 and 20 MHz </w:t>
      </w:r>
      <w:r w:rsidRPr="00EF2F0E">
        <w:rPr>
          <w:i/>
        </w:rPr>
        <w:t>channel bandwidth</w:t>
      </w:r>
      <w:r w:rsidRPr="00EF2F0E">
        <w:rPr>
          <w:lang w:eastAsia="zh-CN"/>
        </w:rPr>
        <w:t xml:space="preserve">, </w:t>
      </w:r>
      <w:r w:rsidRPr="00EF2F0E">
        <w:rPr>
          <w:rFonts w:cs="v4.2.0"/>
        </w:rPr>
        <w:t>P</w:t>
      </w:r>
      <w:r w:rsidRPr="00EF2F0E">
        <w:rPr>
          <w:rFonts w:cs="v4.2.0"/>
          <w:vertAlign w:val="subscript"/>
        </w:rPr>
        <w:t>rated,c,TRP</w:t>
      </w:r>
      <w:r w:rsidRPr="00EF2F0E">
        <w:t xml:space="preserve"> </w:t>
      </w:r>
      <w:r w:rsidRPr="00EF2F0E">
        <w:rPr>
          <w:rFonts w:cs="v5.0.0"/>
        </w:rPr>
        <w:sym w:font="Symbol" w:char="F0A3"/>
      </w:r>
      <w:r w:rsidRPr="00EF2F0E">
        <w:rPr>
          <w:rFonts w:cs="v5.0.0"/>
        </w:rPr>
        <w:t xml:space="preserve"> </w:t>
      </w:r>
      <w:r w:rsidRPr="00EF2F0E">
        <w:rPr>
          <w:rFonts w:cs="v5.0.0"/>
          <w:lang w:eastAsia="zh-CN"/>
        </w:rPr>
        <w:t>40</w:t>
      </w:r>
      <w:r w:rsidRPr="00EF2F0E">
        <w:rPr>
          <w:rFonts w:cs="v5.0.0"/>
        </w:rPr>
        <w:t xml:space="preserve">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401A4" w:rsidRPr="00EF2F0E" w14:paraId="0984EE32"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E2D"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Frequency offset of measurement filter </w:t>
            </w:r>
            <w:r w:rsidRPr="00EF2F0E">
              <w:rPr>
                <w:rFonts w:ascii="Arial" w:hAnsi="Arial" w:cs="Arial"/>
                <w:b/>
                <w:sz w:val="18"/>
              </w:rPr>
              <w:noBreakHyphen/>
              <w:t xml:space="preserve">3dB point, </w:t>
            </w:r>
            <w:r w:rsidRPr="00EF2F0E">
              <w:rPr>
                <w:rFonts w:ascii="Arial" w:hAnsi="Arial" w:cs="Arial"/>
                <w:b/>
                <w:sz w:val="18"/>
              </w:rPr>
              <w:sym w:font="Symbol" w:char="F044"/>
            </w:r>
            <w:r w:rsidRPr="00EF2F0E">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0984EE2E"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984EE2F"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 xml:space="preserve">Minimum requirement </w:t>
            </w:r>
          </w:p>
          <w:p w14:paraId="0984EE30"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0984EE31" w14:textId="77777777" w:rsidR="00B15E99" w:rsidRPr="00EF2F0E" w:rsidRDefault="00B15E99" w:rsidP="00AB06FD">
            <w:pPr>
              <w:keepNext/>
              <w:keepLines/>
              <w:spacing w:after="0"/>
              <w:jc w:val="center"/>
              <w:rPr>
                <w:rFonts w:ascii="Arial" w:hAnsi="Arial" w:cs="Arial"/>
                <w:b/>
                <w:sz w:val="18"/>
              </w:rPr>
            </w:pPr>
            <w:r w:rsidRPr="00EF2F0E">
              <w:rPr>
                <w:rFonts w:ascii="Arial" w:hAnsi="Arial" w:cs="Arial"/>
                <w:b/>
                <w:sz w:val="18"/>
              </w:rPr>
              <w:t>Measurement bandwidth (NOTE 7)</w:t>
            </w:r>
          </w:p>
        </w:tc>
      </w:tr>
      <w:tr w:rsidR="003401A4" w:rsidRPr="00EF2F0E" w14:paraId="0984EE38"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E33"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 MHz </w:t>
            </w:r>
            <w:r w:rsidRPr="00EF2F0E">
              <w:rPr>
                <w:rFonts w:ascii="Arial" w:hAnsi="Arial" w:cs="v5.0.0"/>
                <w:sz w:val="18"/>
              </w:rPr>
              <w:sym w:font="Symbol" w:char="F0A3"/>
            </w:r>
            <w:r w:rsidRPr="00EF2F0E">
              <w:rPr>
                <w:rFonts w:ascii="Arial" w:hAnsi="Arial" w:cs="v5.0.0"/>
                <w:sz w:val="18"/>
              </w:rPr>
              <w:t xml:space="preserve"> </w:t>
            </w:r>
            <w:r w:rsidRPr="00EF2F0E">
              <w:rPr>
                <w:rFonts w:ascii="Arial" w:hAnsi="Arial" w:cs="v5.0.0"/>
                <w:sz w:val="18"/>
              </w:rPr>
              <w:sym w:font="Symbol" w:char="F044"/>
            </w:r>
            <w:r w:rsidRPr="00EF2F0E">
              <w:rPr>
                <w:rFonts w:ascii="Arial" w:hAnsi="Arial" w:cs="v5.0.0"/>
                <w:sz w:val="18"/>
              </w:rPr>
              <w:t>f &lt; 5 MHz</w:t>
            </w:r>
          </w:p>
        </w:tc>
        <w:tc>
          <w:tcPr>
            <w:tcW w:w="2976" w:type="dxa"/>
            <w:tcBorders>
              <w:top w:val="single" w:sz="4" w:space="0" w:color="auto"/>
              <w:left w:val="single" w:sz="4" w:space="0" w:color="auto"/>
              <w:bottom w:val="single" w:sz="4" w:space="0" w:color="auto"/>
              <w:right w:val="single" w:sz="4" w:space="0" w:color="auto"/>
            </w:tcBorders>
          </w:tcPr>
          <w:p w14:paraId="0984EE34"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0.05 MHz </w:t>
            </w:r>
            <w:r w:rsidRPr="00EF2F0E">
              <w:rPr>
                <w:rFonts w:ascii="Arial" w:hAnsi="Arial" w:cs="v5.0.0"/>
                <w:sz w:val="18"/>
              </w:rPr>
              <w:sym w:font="Symbol" w:char="F0A3"/>
            </w:r>
            <w:r w:rsidRPr="00EF2F0E">
              <w:rPr>
                <w:rFonts w:ascii="Arial" w:hAnsi="Arial" w:cs="v5.0.0"/>
                <w:sz w:val="18"/>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984EE35" w14:textId="77777777" w:rsidR="00B15E99" w:rsidRPr="00EF2F0E" w:rsidRDefault="00B15E99" w:rsidP="00AB06FD">
            <w:pPr>
              <w:keepNext/>
              <w:keepLines/>
              <w:spacing w:after="0"/>
              <w:jc w:val="center"/>
              <w:rPr>
                <w:rFonts w:ascii="Arial" w:hAnsi="Arial" w:cs="Arial"/>
                <w:position w:val="-30"/>
                <w:sz w:val="18"/>
              </w:rPr>
            </w:pPr>
          </w:p>
          <w:p w14:paraId="0984EE36" w14:textId="77777777" w:rsidR="00B15E99" w:rsidRPr="00EF2F0E" w:rsidRDefault="00B15E99" w:rsidP="00AB06FD">
            <w:pPr>
              <w:keepNext/>
              <w:keepLines/>
              <w:spacing w:after="0"/>
              <w:jc w:val="center"/>
              <w:rPr>
                <w:rFonts w:ascii="Arial" w:hAnsi="Arial" w:cs="v5.0.0"/>
                <w:sz w:val="18"/>
              </w:rPr>
            </w:pPr>
            <w:r w:rsidRPr="00EF2F0E">
              <w:rPr>
                <w:rFonts w:cs="v5.0.0"/>
              </w:rPr>
              <w:t>P</w:t>
            </w:r>
            <w:r w:rsidRPr="00EF2F0E">
              <w:rPr>
                <w:rFonts w:cs="v5.0.0"/>
                <w:vertAlign w:val="subscript"/>
              </w:rPr>
              <w:t>rated,c,TRP</w:t>
            </w:r>
            <w:r w:rsidRPr="00EF2F0E">
              <w:rPr>
                <w:rFonts w:cs="v5.0.0"/>
              </w:rPr>
              <w:t>-13dB-(7/5)*(f_offset-0,05)dB</w:t>
            </w:r>
            <w:r w:rsidRPr="00EF2F0E">
              <w:rPr>
                <w:rFonts w:cs="Arial"/>
              </w:rPr>
              <w:t xml:space="preserve"> </w:t>
            </w:r>
          </w:p>
        </w:tc>
        <w:tc>
          <w:tcPr>
            <w:tcW w:w="1430" w:type="dxa"/>
            <w:tcBorders>
              <w:top w:val="single" w:sz="4" w:space="0" w:color="auto"/>
              <w:left w:val="single" w:sz="4" w:space="0" w:color="auto"/>
              <w:bottom w:val="single" w:sz="4" w:space="0" w:color="auto"/>
              <w:right w:val="single" w:sz="4" w:space="0" w:color="auto"/>
            </w:tcBorders>
          </w:tcPr>
          <w:p w14:paraId="0984EE37"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3401A4" w:rsidRPr="00EF2F0E" w14:paraId="0984EE3D"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E39"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 MHz </w:t>
            </w:r>
            <w:r w:rsidRPr="00EF2F0E">
              <w:rPr>
                <w:rFonts w:ascii="Arial" w:hAnsi="Arial" w:cs="v5.0.0"/>
                <w:sz w:val="18"/>
              </w:rPr>
              <w:sym w:font="Symbol" w:char="F0A3"/>
            </w:r>
            <w:r w:rsidRPr="00EF2F0E">
              <w:rPr>
                <w:rFonts w:ascii="Arial" w:hAnsi="Arial" w:cs="v5.0.0"/>
                <w:sz w:val="18"/>
                <w:lang w:val="sv-FI"/>
              </w:rPr>
              <w:t xml:space="preserve"> </w:t>
            </w:r>
            <w:r w:rsidRPr="00EF2F0E">
              <w:rPr>
                <w:rFonts w:ascii="Arial" w:hAnsi="Arial" w:cs="v5.0.0"/>
                <w:sz w:val="18"/>
              </w:rPr>
              <w:sym w:font="Symbol" w:char="F044"/>
            </w:r>
            <w:r w:rsidRPr="00EF2F0E">
              <w:rPr>
                <w:rFonts w:ascii="Arial" w:hAnsi="Arial" w:cs="v5.0.0"/>
                <w:sz w:val="18"/>
                <w:lang w:val="sv-FI"/>
              </w:rPr>
              <w:t xml:space="preserve">f &lt; </w:t>
            </w:r>
            <w:r w:rsidRPr="00EF2F0E">
              <w:rPr>
                <w:rFonts w:ascii="Arial" w:hAnsi="Arial" w:cs="Arial"/>
                <w:sz w:val="18"/>
                <w:lang w:val="sv-FI"/>
              </w:rPr>
              <w:t xml:space="preserve">min(10 MHz, </w:t>
            </w:r>
            <w:r w:rsidRPr="00EF2F0E">
              <w:rPr>
                <w:rFonts w:ascii="Arial" w:hAnsi="Arial" w:cs="Arial"/>
                <w:sz w:val="18"/>
              </w:rPr>
              <w:t>Δ</w:t>
            </w:r>
            <w:r w:rsidRPr="00EF2F0E">
              <w:rPr>
                <w:rFonts w:ascii="Arial" w:hAnsi="Arial" w:cs="Arial"/>
                <w:sz w:val="18"/>
                <w:lang w:val="sv-FI"/>
              </w:rPr>
              <w:t>f</w:t>
            </w:r>
            <w:r w:rsidRPr="00EF2F0E">
              <w:rPr>
                <w:rFonts w:ascii="Arial" w:hAnsi="Arial" w:cs="Arial"/>
                <w:sz w:val="18"/>
                <w:vertAlign w:val="subscript"/>
                <w:lang w:val="sv-FI" w:eastAsia="zh-CN"/>
              </w:rPr>
              <w:t>max</w:t>
            </w:r>
            <w:r w:rsidRPr="00EF2F0E">
              <w:rPr>
                <w:rFonts w:ascii="Arial" w:hAnsi="Arial" w:cs="Arial"/>
                <w:sz w:val="18"/>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984EE3A" w14:textId="77777777" w:rsidR="00B15E99" w:rsidRPr="00EF2F0E" w:rsidRDefault="00B15E99" w:rsidP="00AB06FD">
            <w:pPr>
              <w:keepNext/>
              <w:keepLines/>
              <w:spacing w:after="0"/>
              <w:jc w:val="center"/>
              <w:rPr>
                <w:rFonts w:ascii="Arial" w:hAnsi="Arial" w:cs="v5.0.0"/>
                <w:sz w:val="18"/>
                <w:lang w:val="sv-FI"/>
              </w:rPr>
            </w:pPr>
            <w:r w:rsidRPr="00EF2F0E">
              <w:rPr>
                <w:rFonts w:ascii="Arial" w:hAnsi="Arial" w:cs="v5.0.0"/>
                <w:sz w:val="18"/>
                <w:lang w:val="sv-FI"/>
              </w:rPr>
              <w:t xml:space="preserve">5.05 MHz </w:t>
            </w:r>
            <w:r w:rsidRPr="00EF2F0E">
              <w:rPr>
                <w:rFonts w:ascii="Arial" w:hAnsi="Arial" w:cs="v5.0.0"/>
                <w:sz w:val="18"/>
              </w:rPr>
              <w:sym w:font="Symbol" w:char="F0A3"/>
            </w:r>
            <w:r w:rsidRPr="00EF2F0E">
              <w:rPr>
                <w:rFonts w:ascii="Arial" w:hAnsi="Arial" w:cs="v5.0.0"/>
                <w:sz w:val="18"/>
                <w:lang w:val="sv-FI"/>
              </w:rPr>
              <w:t xml:space="preserve"> f_offset &lt; min(10.05 MHz, f_offset</w:t>
            </w:r>
            <w:r w:rsidRPr="00EF2F0E">
              <w:rPr>
                <w:rFonts w:ascii="Arial" w:hAnsi="Arial" w:cs="Arial"/>
                <w:sz w:val="18"/>
                <w:vertAlign w:val="subscript"/>
                <w:lang w:val="sv-FI" w:eastAsia="zh-CN"/>
              </w:rPr>
              <w:t>max</w:t>
            </w:r>
            <w:r w:rsidRPr="00EF2F0E">
              <w:rPr>
                <w:rFonts w:ascii="Arial" w:hAnsi="Arial" w:cs="Arial"/>
                <w:sz w:val="18"/>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984EE3B" w14:textId="77777777" w:rsidR="00B15E99" w:rsidRPr="00EF2F0E" w:rsidRDefault="00B15E99" w:rsidP="00AB06FD">
            <w:pPr>
              <w:keepNext/>
              <w:keepLines/>
              <w:spacing w:after="0"/>
              <w:jc w:val="center"/>
              <w:rPr>
                <w:rFonts w:ascii="Arial" w:hAnsi="Arial" w:cs="v5.0.0"/>
                <w:sz w:val="18"/>
              </w:rPr>
            </w:pPr>
            <w:r w:rsidRPr="00EF2F0E">
              <w:rPr>
                <w:rFonts w:ascii="Arial" w:hAnsi="Arial" w:cs="Arial"/>
                <w:sz w:val="18"/>
                <w:lang w:eastAsia="zh-CN"/>
              </w:rPr>
              <w:t>-20 dBm</w:t>
            </w:r>
          </w:p>
        </w:tc>
        <w:tc>
          <w:tcPr>
            <w:tcW w:w="1430" w:type="dxa"/>
            <w:tcBorders>
              <w:top w:val="single" w:sz="4" w:space="0" w:color="auto"/>
              <w:left w:val="single" w:sz="4" w:space="0" w:color="auto"/>
              <w:bottom w:val="single" w:sz="4" w:space="0" w:color="auto"/>
              <w:right w:val="single" w:sz="4" w:space="0" w:color="auto"/>
            </w:tcBorders>
          </w:tcPr>
          <w:p w14:paraId="0984EE3C" w14:textId="77777777" w:rsidR="00B15E99" w:rsidRPr="00EF2F0E" w:rsidRDefault="00B15E99" w:rsidP="00AB06FD">
            <w:pPr>
              <w:keepNext/>
              <w:keepLines/>
              <w:spacing w:after="0"/>
              <w:jc w:val="center"/>
              <w:rPr>
                <w:rFonts w:ascii="Arial" w:hAnsi="Arial" w:cs="v5.0.0"/>
                <w:sz w:val="18"/>
              </w:rPr>
            </w:pPr>
            <w:r w:rsidRPr="00EF2F0E">
              <w:rPr>
                <w:rFonts w:ascii="Arial" w:hAnsi="Arial" w:cs="v5.0.0"/>
                <w:sz w:val="18"/>
              </w:rPr>
              <w:t xml:space="preserve">100 kHz </w:t>
            </w:r>
          </w:p>
        </w:tc>
      </w:tr>
      <w:tr w:rsidR="003401A4" w:rsidRPr="00EF2F0E" w14:paraId="0984EE42" w14:textId="77777777" w:rsidTr="00AB06FD">
        <w:trPr>
          <w:cantSplit/>
          <w:jc w:val="center"/>
        </w:trPr>
        <w:tc>
          <w:tcPr>
            <w:tcW w:w="2127" w:type="dxa"/>
            <w:tcBorders>
              <w:top w:val="single" w:sz="4" w:space="0" w:color="auto"/>
              <w:left w:val="single" w:sz="4" w:space="0" w:color="auto"/>
              <w:bottom w:val="single" w:sz="4" w:space="0" w:color="auto"/>
              <w:right w:val="single" w:sz="4" w:space="0" w:color="auto"/>
            </w:tcBorders>
          </w:tcPr>
          <w:p w14:paraId="0984EE3E" w14:textId="77777777" w:rsidR="00B15E99" w:rsidRPr="00EF2F0E" w:rsidRDefault="00B15E99" w:rsidP="00AB06FD">
            <w:pPr>
              <w:pStyle w:val="TAC"/>
            </w:pPr>
            <w:r w:rsidRPr="00EF2F0E">
              <w:t xml:space="preserve">10 MHz </w:t>
            </w:r>
            <w:r w:rsidRPr="00EF2F0E">
              <w:sym w:font="Symbol" w:char="F0A3"/>
            </w:r>
            <w:r w:rsidRPr="00EF2F0E">
              <w:t xml:space="preserve"> </w:t>
            </w:r>
            <w:r w:rsidRPr="00EF2F0E">
              <w:sym w:font="Symbol" w:char="F044"/>
            </w:r>
            <w:r w:rsidRPr="00EF2F0E">
              <w:t xml:space="preserve">f </w:t>
            </w:r>
            <w:r w:rsidRPr="00EF2F0E">
              <w:sym w:font="Symbol" w:char="F0A3"/>
            </w:r>
            <w:r w:rsidRPr="00EF2F0E">
              <w:t xml:space="preserve"> </w:t>
            </w:r>
            <w:r w:rsidRPr="00EF2F0E">
              <w:sym w:font="Symbol" w:char="F044"/>
            </w:r>
            <w:r w:rsidRPr="00EF2F0E">
              <w:t>f</w:t>
            </w:r>
            <w:r w:rsidRPr="00EF2F0E">
              <w:rPr>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84EE3F" w14:textId="77777777" w:rsidR="00B15E99" w:rsidRPr="00EF2F0E" w:rsidRDefault="00B15E99" w:rsidP="00AB06FD">
            <w:pPr>
              <w:pStyle w:val="TAC"/>
            </w:pPr>
            <w:r w:rsidRPr="00EF2F0E">
              <w:t xml:space="preserve">10.05 MHz </w:t>
            </w:r>
            <w:r w:rsidRPr="00EF2F0E">
              <w:sym w:font="Symbol" w:char="F0A3"/>
            </w:r>
            <w:r w:rsidRPr="00EF2F0E">
              <w:t xml:space="preserve"> f_offset &lt; f_offset</w:t>
            </w:r>
            <w:r w:rsidRPr="00EF2F0E">
              <w:rPr>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984EE40" w14:textId="77777777" w:rsidR="00B15E99" w:rsidRPr="00EF2F0E" w:rsidRDefault="00B15E99" w:rsidP="00AB06FD">
            <w:pPr>
              <w:pStyle w:val="TAC"/>
            </w:pPr>
            <w:r w:rsidRPr="00EF2F0E">
              <w:rPr>
                <w:rFonts w:cs="Arial"/>
                <w:lang w:eastAsia="zh-CN"/>
              </w:rPr>
              <w:t>-20 dBm (NOTE 8)</w:t>
            </w:r>
          </w:p>
        </w:tc>
        <w:tc>
          <w:tcPr>
            <w:tcW w:w="1430" w:type="dxa"/>
            <w:tcBorders>
              <w:top w:val="single" w:sz="4" w:space="0" w:color="auto"/>
              <w:left w:val="single" w:sz="4" w:space="0" w:color="auto"/>
              <w:bottom w:val="single" w:sz="4" w:space="0" w:color="auto"/>
              <w:right w:val="single" w:sz="4" w:space="0" w:color="auto"/>
            </w:tcBorders>
          </w:tcPr>
          <w:p w14:paraId="0984EE41" w14:textId="77777777" w:rsidR="00B15E99" w:rsidRPr="00EF2F0E" w:rsidRDefault="00B15E99" w:rsidP="00AB06FD">
            <w:pPr>
              <w:pStyle w:val="TAC"/>
              <w:rPr>
                <w:lang w:eastAsia="zh-CN"/>
              </w:rPr>
            </w:pPr>
            <w:r w:rsidRPr="00EF2F0E">
              <w:t>100 kHz</w:t>
            </w:r>
          </w:p>
        </w:tc>
      </w:tr>
      <w:tr w:rsidR="00B15E99" w:rsidRPr="00EF2F0E" w14:paraId="0984EE45" w14:textId="77777777" w:rsidTr="00AB06FD">
        <w:trPr>
          <w:cantSplit/>
          <w:jc w:val="center"/>
        </w:trPr>
        <w:tc>
          <w:tcPr>
            <w:tcW w:w="9988" w:type="dxa"/>
            <w:gridSpan w:val="4"/>
          </w:tcPr>
          <w:p w14:paraId="0984EE43"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1:</w:t>
            </w:r>
            <w:r w:rsidRPr="00EF2F0E">
              <w:rPr>
                <w:rFonts w:ascii="Arial" w:hAnsi="Arial" w:cs="Arial"/>
                <w:sz w:val="18"/>
              </w:rPr>
              <w:tab/>
              <w:t xml:space="preserve">For a RIB supporting </w:t>
            </w:r>
            <w:r w:rsidRPr="00EF2F0E">
              <w:rPr>
                <w:rFonts w:ascii="Arial" w:hAnsi="Arial" w:cs="Arial"/>
                <w:i/>
                <w:sz w:val="18"/>
              </w:rPr>
              <w:t>non-contiguous spectrum</w:t>
            </w:r>
            <w:r w:rsidRPr="00EF2F0E">
              <w:rPr>
                <w:rFonts w:ascii="Arial" w:hAnsi="Arial" w:cs="Arial"/>
                <w:sz w:val="18"/>
              </w:rPr>
              <w:t xml:space="preserve"> operation within any operating band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is calculated as a cumulative sum of contributions from adjacent </w:t>
            </w:r>
            <w:r w:rsidRPr="00EF2F0E">
              <w:rPr>
                <w:rFonts w:ascii="Arial" w:hAnsi="Arial" w:cs="v5.0.0"/>
                <w:sz w:val="18"/>
              </w:rPr>
              <w:t xml:space="preserve">sub blocks on each side of the </w:t>
            </w:r>
            <w:r w:rsidRPr="00EF2F0E">
              <w:rPr>
                <w:rFonts w:ascii="Arial" w:hAnsi="Arial" w:cs="v5.0.0"/>
                <w:i/>
                <w:sz w:val="18"/>
              </w:rPr>
              <w:t>sub-block gap</w:t>
            </w:r>
            <w:r w:rsidRPr="00EF2F0E">
              <w:rPr>
                <w:rFonts w:ascii="Arial" w:hAnsi="Arial" w:cs="Arial"/>
                <w:sz w:val="18"/>
              </w:rPr>
              <w:t xml:space="preserve">. Exception is </w:t>
            </w:r>
            <w:r w:rsidRPr="00EF2F0E">
              <w:rPr>
                <w:rFonts w:ascii="Symbol" w:hAnsi="Symbol" w:cs="Arial"/>
                <w:sz w:val="18"/>
              </w:rPr>
              <w:t></w:t>
            </w:r>
            <w:r w:rsidRPr="00EF2F0E">
              <w:rPr>
                <w:rFonts w:ascii="Arial" w:hAnsi="Arial" w:cs="Arial"/>
                <w:sz w:val="18"/>
              </w:rPr>
              <w:t xml:space="preserve">f ≥ 10MHz from both adjacent sub blocks on each side of the </w:t>
            </w:r>
            <w:r w:rsidRPr="00EF2F0E">
              <w:rPr>
                <w:rFonts w:ascii="Arial" w:hAnsi="Arial" w:cs="Arial"/>
                <w:i/>
                <w:sz w:val="18"/>
              </w:rPr>
              <w:t>sub-block gap</w:t>
            </w:r>
            <w:r w:rsidRPr="00EF2F0E">
              <w:rPr>
                <w:rFonts w:ascii="Arial" w:hAnsi="Arial" w:cs="Arial"/>
                <w:sz w:val="18"/>
              </w:rPr>
              <w:t xml:space="preserve">, where the </w:t>
            </w:r>
            <w:r w:rsidRPr="00EF2F0E">
              <w:rPr>
                <w:rFonts w:ascii="Arial" w:hAnsi="Arial" w:cs="Arial"/>
                <w:i/>
                <w:sz w:val="18"/>
              </w:rPr>
              <w:t>minimum requirement</w:t>
            </w:r>
            <w:r w:rsidRPr="00EF2F0E">
              <w:rPr>
                <w:rFonts w:ascii="Arial" w:hAnsi="Arial" w:cs="Arial"/>
                <w:sz w:val="18"/>
              </w:rPr>
              <w:t xml:space="preserve"> within </w:t>
            </w:r>
            <w:r w:rsidRPr="00EF2F0E">
              <w:rPr>
                <w:rFonts w:ascii="Arial" w:hAnsi="Arial" w:cs="Arial"/>
                <w:i/>
                <w:sz w:val="18"/>
              </w:rPr>
              <w:t>sub-block gaps</w:t>
            </w:r>
            <w:r w:rsidRPr="00EF2F0E">
              <w:rPr>
                <w:rFonts w:ascii="Arial" w:hAnsi="Arial" w:cs="Arial"/>
                <w:sz w:val="18"/>
              </w:rPr>
              <w:t xml:space="preserve"> shall be -</w:t>
            </w:r>
            <w:r w:rsidRPr="00EF2F0E">
              <w:rPr>
                <w:rFonts w:ascii="Arial" w:hAnsi="Arial" w:cs="Arial"/>
                <w:sz w:val="18"/>
                <w:lang w:eastAsia="zh-CN"/>
              </w:rPr>
              <w:t>20</w:t>
            </w:r>
            <w:r w:rsidRPr="00EF2F0E">
              <w:rPr>
                <w:rFonts w:ascii="Arial" w:hAnsi="Arial" w:cs="Arial"/>
                <w:sz w:val="18"/>
              </w:rPr>
              <w:t>dBm/1</w:t>
            </w:r>
            <w:r w:rsidRPr="00EF2F0E">
              <w:rPr>
                <w:rFonts w:ascii="Arial" w:hAnsi="Arial" w:cs="Arial"/>
                <w:sz w:val="18"/>
                <w:lang w:eastAsia="zh-CN"/>
              </w:rPr>
              <w:t>00k</w:t>
            </w:r>
            <w:r w:rsidRPr="00EF2F0E">
              <w:rPr>
                <w:rFonts w:ascii="Arial" w:hAnsi="Arial" w:cs="Arial"/>
                <w:sz w:val="18"/>
              </w:rPr>
              <w:t>Hz.</w:t>
            </w:r>
          </w:p>
          <w:p w14:paraId="0984EE44" w14:textId="77777777" w:rsidR="00B15E99" w:rsidRPr="00EF2F0E" w:rsidRDefault="00B15E99" w:rsidP="00AB06FD">
            <w:pPr>
              <w:keepNext/>
              <w:keepLines/>
              <w:spacing w:after="0"/>
              <w:ind w:left="851" w:hanging="851"/>
              <w:rPr>
                <w:rFonts w:ascii="Arial" w:hAnsi="Arial" w:cs="Arial"/>
                <w:sz w:val="18"/>
              </w:rPr>
            </w:pPr>
            <w:r w:rsidRPr="00EF2F0E">
              <w:rPr>
                <w:rFonts w:ascii="Arial" w:hAnsi="Arial" w:cs="Arial"/>
                <w:sz w:val="18"/>
              </w:rPr>
              <w:t>NOTE 2:</w:t>
            </w:r>
            <w:r w:rsidRPr="00EF2F0E">
              <w:rPr>
                <w:rFonts w:ascii="Arial" w:hAnsi="Arial" w:cs="Arial"/>
                <w:sz w:val="18"/>
              </w:rPr>
              <w:tab/>
              <w:t xml:space="preserve">For a </w:t>
            </w:r>
            <w:r w:rsidRPr="00EF2F0E">
              <w:rPr>
                <w:rFonts w:ascii="Arial" w:hAnsi="Arial" w:cs="Arial"/>
                <w:i/>
                <w:sz w:val="18"/>
              </w:rPr>
              <w:t>multi-band RIB</w:t>
            </w:r>
            <w:r w:rsidRPr="00EF2F0E">
              <w:rPr>
                <w:rFonts w:ascii="Arial" w:hAnsi="Arial" w:cs="Arial"/>
                <w:sz w:val="18"/>
              </w:rPr>
              <w:t xml:space="preserve"> with </w:t>
            </w:r>
            <w:r w:rsidRPr="00EF2F0E">
              <w:rPr>
                <w:rFonts w:ascii="Arial" w:hAnsi="Arial" w:cs="Arial"/>
                <w:i/>
                <w:sz w:val="18"/>
                <w:szCs w:val="18"/>
              </w:rPr>
              <w:t>Inter RF Bandwidth gap</w:t>
            </w:r>
            <w:r w:rsidRPr="00EF2F0E">
              <w:rPr>
                <w:rFonts w:ascii="Arial" w:hAnsi="Arial" w:cs="Arial"/>
                <w:sz w:val="18"/>
              </w:rPr>
              <w:t xml:space="preserve"> &lt; </w:t>
            </w:r>
            <w:r w:rsidRPr="00EF2F0E">
              <w:t>2×Δf</w:t>
            </w:r>
            <w:r w:rsidRPr="00EF2F0E">
              <w:rPr>
                <w:vertAlign w:val="subscript"/>
              </w:rPr>
              <w:t>OBUE</w:t>
            </w:r>
            <w:r w:rsidRPr="00EF2F0E">
              <w:rPr>
                <w:rFonts w:ascii="Arial" w:hAnsi="Arial" w:cs="Arial"/>
                <w:sz w:val="18"/>
              </w:rPr>
              <w:t xml:space="preserve"> the </w:t>
            </w:r>
            <w:r w:rsidRPr="00EF2F0E">
              <w:rPr>
                <w:rFonts w:ascii="Arial" w:hAnsi="Arial" w:cs="Arial"/>
                <w:i/>
                <w:sz w:val="18"/>
              </w:rPr>
              <w:t>minimum requirement</w:t>
            </w:r>
            <w:r w:rsidRPr="00EF2F0E">
              <w:rPr>
                <w:rFonts w:ascii="Arial" w:hAnsi="Arial" w:cs="Arial"/>
                <w:sz w:val="18"/>
              </w:rPr>
              <w:t xml:space="preserve"> within the </w:t>
            </w:r>
            <w:r w:rsidRPr="00EF2F0E">
              <w:rPr>
                <w:rFonts w:ascii="Arial" w:hAnsi="Arial" w:cs="Arial"/>
                <w:i/>
                <w:sz w:val="18"/>
              </w:rPr>
              <w:t>Inter RF Bandwidth gaps</w:t>
            </w:r>
            <w:r w:rsidRPr="00EF2F0E">
              <w:rPr>
                <w:rFonts w:ascii="Arial" w:hAnsi="Arial" w:cs="Arial"/>
                <w:sz w:val="18"/>
              </w:rPr>
              <w:t xml:space="preserve"> is calculated as a cumulative sum of contributions from adjacent sub-blocks or </w:t>
            </w:r>
            <w:r w:rsidRPr="00EF2F0E">
              <w:rPr>
                <w:rFonts w:ascii="Arial" w:hAnsi="Arial"/>
                <w:i/>
                <w:sz w:val="18"/>
              </w:rPr>
              <w:t>Base Station RF Bandwidth</w:t>
            </w:r>
            <w:r w:rsidRPr="00EF2F0E">
              <w:rPr>
                <w:rFonts w:ascii="Arial" w:hAnsi="Arial" w:cs="Arial"/>
                <w:sz w:val="18"/>
              </w:rPr>
              <w:t xml:space="preserve"> on each side of the </w:t>
            </w:r>
            <w:r w:rsidRPr="00EF2F0E">
              <w:rPr>
                <w:rFonts w:ascii="Arial" w:hAnsi="Arial" w:cs="Arial"/>
                <w:i/>
                <w:sz w:val="18"/>
                <w:szCs w:val="18"/>
              </w:rPr>
              <w:t>Inter RF Bandwidth gap</w:t>
            </w:r>
            <w:r w:rsidRPr="00EF2F0E">
              <w:rPr>
                <w:rFonts w:ascii="Arial" w:hAnsi="Arial" w:cs="Arial"/>
                <w:sz w:val="18"/>
              </w:rPr>
              <w:t>.</w:t>
            </w:r>
          </w:p>
        </w:tc>
      </w:tr>
    </w:tbl>
    <w:p w14:paraId="0984EE46" w14:textId="77777777" w:rsidR="00B15E99" w:rsidRPr="00EF2F0E" w:rsidRDefault="00B15E99" w:rsidP="00B15E99"/>
    <w:p w14:paraId="0984EE47" w14:textId="77777777" w:rsidR="00B15E99" w:rsidRPr="00EF2F0E" w:rsidRDefault="00B15E99" w:rsidP="00B15E99">
      <w:pPr>
        <w:pStyle w:val="Heading5"/>
      </w:pPr>
      <w:bookmarkStart w:id="4290" w:name="_Toc21096090"/>
      <w:bookmarkStart w:id="4291" w:name="_Toc29763289"/>
      <w:bookmarkStart w:id="4292" w:name="_Toc45869574"/>
      <w:bookmarkStart w:id="4293" w:name="_Toc52554827"/>
      <w:bookmarkStart w:id="4294" w:name="_Toc52555297"/>
      <w:bookmarkStart w:id="4295" w:name="_Toc61112522"/>
      <w:bookmarkStart w:id="4296" w:name="_Toc67911674"/>
      <w:bookmarkStart w:id="4297" w:name="_Toc74843149"/>
      <w:bookmarkStart w:id="4298" w:name="_Toc76503532"/>
      <w:bookmarkStart w:id="4299" w:name="_Toc83040975"/>
      <w:bookmarkStart w:id="4300" w:name="_Toc89852018"/>
      <w:bookmarkStart w:id="4301" w:name="_Toc98676372"/>
      <w:r w:rsidRPr="00EF2F0E">
        <w:t>9.7.5.4.6</w:t>
      </w:r>
      <w:r w:rsidRPr="00EF2F0E">
        <w:tab/>
        <w:t>Additional requirements</w:t>
      </w:r>
      <w:bookmarkEnd w:id="4290"/>
      <w:bookmarkEnd w:id="4291"/>
      <w:bookmarkEnd w:id="4292"/>
      <w:bookmarkEnd w:id="4293"/>
      <w:bookmarkEnd w:id="4294"/>
      <w:bookmarkEnd w:id="4295"/>
      <w:bookmarkEnd w:id="4296"/>
      <w:bookmarkEnd w:id="4297"/>
      <w:bookmarkEnd w:id="4298"/>
      <w:bookmarkEnd w:id="4299"/>
      <w:bookmarkEnd w:id="4300"/>
      <w:bookmarkEnd w:id="4301"/>
    </w:p>
    <w:p w14:paraId="0984EE48" w14:textId="77777777" w:rsidR="00BB326E" w:rsidRDefault="00BB326E" w:rsidP="00BB326E">
      <w:pPr>
        <w:pStyle w:val="Heading6"/>
      </w:pPr>
      <w:bookmarkStart w:id="4302" w:name="_Toc61112523"/>
      <w:bookmarkStart w:id="4303" w:name="_Toc67911675"/>
      <w:bookmarkStart w:id="4304" w:name="_Toc74843150"/>
      <w:bookmarkStart w:id="4305" w:name="_Toc76503533"/>
      <w:bookmarkStart w:id="4306" w:name="_Toc83040976"/>
      <w:bookmarkStart w:id="4307" w:name="_Toc89852019"/>
      <w:bookmarkStart w:id="4308" w:name="_Toc98676373"/>
      <w:r w:rsidRPr="00EF2F0E">
        <w:t>9.7.5.</w:t>
      </w:r>
      <w:r>
        <w:t>4.6</w:t>
      </w:r>
      <w:r w:rsidRPr="00EF2F0E">
        <w:t>.1</w:t>
      </w:r>
      <w:r w:rsidRPr="00475B10">
        <w:t xml:space="preserve"> </w:t>
      </w:r>
      <w:r w:rsidRPr="00C54509">
        <w:t>Additional operating band unwanted emission limits for E-UTRA bands</w:t>
      </w:r>
      <w:bookmarkEnd w:id="4302"/>
      <w:bookmarkEnd w:id="4303"/>
      <w:bookmarkEnd w:id="4304"/>
      <w:bookmarkEnd w:id="4305"/>
      <w:bookmarkEnd w:id="4306"/>
      <w:bookmarkEnd w:id="4307"/>
      <w:bookmarkEnd w:id="4308"/>
    </w:p>
    <w:p w14:paraId="0984EE49" w14:textId="77777777" w:rsidR="00BB326E" w:rsidRPr="00C54509" w:rsidRDefault="00BB326E" w:rsidP="00BB326E">
      <w:pPr>
        <w:keepNext/>
        <w:rPr>
          <w:rFonts w:cs="v5.0.0"/>
        </w:rPr>
      </w:pPr>
      <w:r w:rsidRPr="00C54509">
        <w:rPr>
          <w:rFonts w:cs="v5.0.0"/>
        </w:rPr>
        <w:t>These requirements may be applied for the protection of other systems operating inside or near each supported E-UTRA, E-UTRA with NB-IoT and NB-IoT BS downlink operating band. The limits may apply as an optional protection of such systems that are deployed in the same geographical area as the E-UTRA BS, or they may be set by local or regional regulation as a mandatory requirement for an E-UTRA operating band. It is in some cases not stated in the present document whether a requirement is mandatory or under what exact circumstances that a limit applies, since this is set by local or regional regulation. An overview of regional requirements in the present document is given in subclause 4.3.</w:t>
      </w:r>
    </w:p>
    <w:p w14:paraId="0984EE4A" w14:textId="77777777" w:rsidR="00BB326E" w:rsidRPr="00C54509" w:rsidRDefault="00BB326E" w:rsidP="00BB326E">
      <w:pPr>
        <w:keepNext/>
        <w:rPr>
          <w:rFonts w:cs="v5.0.0"/>
        </w:rPr>
      </w:pPr>
      <w:r w:rsidRPr="00C54509">
        <w:rPr>
          <w:rFonts w:cs="v5.0.0"/>
        </w:rPr>
        <w:t xml:space="preserve">In certain regions the following requirement may apply. For E-UTRA, emissions shall not exceed the maximum levels specified in Tables </w:t>
      </w:r>
      <w:r w:rsidRPr="00EF2F0E">
        <w:t>9.7.5.</w:t>
      </w:r>
      <w:r>
        <w:t>4.6</w:t>
      </w:r>
      <w:r w:rsidRPr="00EF2F0E">
        <w:t>.1</w:t>
      </w:r>
      <w:r w:rsidRPr="00C54509">
        <w:rPr>
          <w:rFonts w:cs="v5.0.0"/>
        </w:rPr>
        <w:t>-1.</w:t>
      </w:r>
    </w:p>
    <w:p w14:paraId="0984EE4B" w14:textId="77777777" w:rsidR="00BB326E" w:rsidRPr="00C54509" w:rsidRDefault="00BB326E" w:rsidP="00BB326E">
      <w:pPr>
        <w:pStyle w:val="TH"/>
        <w:rPr>
          <w:rFonts w:cs="v5.0.0"/>
        </w:rPr>
      </w:pPr>
      <w:r w:rsidRPr="00C54509">
        <w:t xml:space="preserve">Table </w:t>
      </w:r>
      <w:r w:rsidRPr="00EF2F0E">
        <w:t>9.7.5.</w:t>
      </w:r>
      <w:r>
        <w:t>4.6</w:t>
      </w:r>
      <w:r w:rsidRPr="00EF2F0E">
        <w:t>.1</w:t>
      </w:r>
      <w:r w:rsidRPr="00C54509">
        <w:t>-1: Additional operating band unwanted emission limits for E-UTRA bands &lt;1GHz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BB326E" w:rsidRPr="00C54509" w14:paraId="0984EE51" w14:textId="77777777" w:rsidTr="00BB326E">
        <w:trPr>
          <w:jc w:val="center"/>
        </w:trPr>
        <w:tc>
          <w:tcPr>
            <w:tcW w:w="1191" w:type="dxa"/>
          </w:tcPr>
          <w:p w14:paraId="0984EE4C" w14:textId="77777777" w:rsidR="00BB326E" w:rsidRPr="00C54509" w:rsidRDefault="00BB326E" w:rsidP="00BB326E">
            <w:pPr>
              <w:pStyle w:val="TAH"/>
              <w:rPr>
                <w:rFonts w:cs="Arial"/>
              </w:rPr>
            </w:pPr>
            <w:r w:rsidRPr="00C54509">
              <w:rPr>
                <w:rFonts w:cs="Arial"/>
              </w:rPr>
              <w:t>Channel bandwidth</w:t>
            </w:r>
          </w:p>
        </w:tc>
        <w:tc>
          <w:tcPr>
            <w:tcW w:w="2126" w:type="dxa"/>
          </w:tcPr>
          <w:p w14:paraId="0984EE4D" w14:textId="77777777" w:rsidR="00BB326E" w:rsidRPr="00C54509" w:rsidRDefault="00BB326E" w:rsidP="00BB326E">
            <w:pPr>
              <w:pStyle w:val="TAH"/>
              <w:rPr>
                <w:rFonts w:cs="v5.0.0"/>
              </w:rPr>
            </w:pPr>
            <w:r w:rsidRPr="00C54509">
              <w:rPr>
                <w:rFonts w:cs="v5.0.0"/>
              </w:rPr>
              <w:t xml:space="preserve">Frequency offset of measurement filter </w:t>
            </w:r>
            <w:r w:rsidRPr="00C54509">
              <w:rPr>
                <w:rFonts w:cs="v5.0.0"/>
              </w:rPr>
              <w:noBreakHyphen/>
              <w:t xml:space="preserve">3dB point, </w:t>
            </w:r>
            <w:r w:rsidRPr="00C54509">
              <w:rPr>
                <w:rFonts w:cs="v5.0.0"/>
              </w:rPr>
              <w:sym w:font="Symbol" w:char="F044"/>
            </w:r>
            <w:r w:rsidRPr="00C54509">
              <w:rPr>
                <w:rFonts w:cs="v5.0.0"/>
              </w:rPr>
              <w:t>f</w:t>
            </w:r>
          </w:p>
        </w:tc>
        <w:tc>
          <w:tcPr>
            <w:tcW w:w="2977" w:type="dxa"/>
          </w:tcPr>
          <w:p w14:paraId="0984EE4E" w14:textId="77777777" w:rsidR="00BB326E" w:rsidRPr="00C54509" w:rsidRDefault="00BB326E" w:rsidP="00BB326E">
            <w:pPr>
              <w:pStyle w:val="TAH"/>
              <w:rPr>
                <w:rFonts w:cs="v5.0.0"/>
              </w:rPr>
            </w:pPr>
            <w:r w:rsidRPr="00C54509">
              <w:rPr>
                <w:rFonts w:cs="v5.0.0"/>
              </w:rPr>
              <w:t>Frequency offset of measurement filter centre frequency, f_offset</w:t>
            </w:r>
          </w:p>
        </w:tc>
        <w:tc>
          <w:tcPr>
            <w:tcW w:w="1285" w:type="dxa"/>
          </w:tcPr>
          <w:p w14:paraId="0984EE4F" w14:textId="77777777" w:rsidR="00BB326E" w:rsidRPr="00C54509" w:rsidRDefault="00BB326E" w:rsidP="00BB326E">
            <w:pPr>
              <w:pStyle w:val="TAH"/>
              <w:rPr>
                <w:rFonts w:cs="v5.0.0"/>
              </w:rPr>
            </w:pPr>
            <w:r w:rsidRPr="00C54509">
              <w:rPr>
                <w:rFonts w:cs="v5.0.0"/>
              </w:rPr>
              <w:t>Minimum requirement</w:t>
            </w:r>
          </w:p>
        </w:tc>
        <w:tc>
          <w:tcPr>
            <w:tcW w:w="1418" w:type="dxa"/>
          </w:tcPr>
          <w:p w14:paraId="0984EE50" w14:textId="77777777" w:rsidR="00BB326E" w:rsidRPr="00C54509" w:rsidRDefault="00BB326E" w:rsidP="00BB326E">
            <w:pPr>
              <w:pStyle w:val="TAH"/>
              <w:rPr>
                <w:rFonts w:cs="v5.0.0"/>
              </w:rPr>
            </w:pPr>
            <w:r w:rsidRPr="00C54509">
              <w:rPr>
                <w:rFonts w:cs="v5.0.0"/>
              </w:rPr>
              <w:t xml:space="preserve">Measurement bandwidth </w:t>
            </w:r>
            <w:r w:rsidRPr="00C54509">
              <w:rPr>
                <w:rFonts w:cs="Arial"/>
              </w:rPr>
              <w:t xml:space="preserve">(Note </w:t>
            </w:r>
            <w:r w:rsidRPr="00C54509">
              <w:rPr>
                <w:rFonts w:cs="Arial" w:hint="eastAsia"/>
                <w:lang w:eastAsia="zh-CN"/>
              </w:rPr>
              <w:t>8</w:t>
            </w:r>
            <w:r w:rsidRPr="00C54509">
              <w:rPr>
                <w:rFonts w:cs="Arial"/>
              </w:rPr>
              <w:t>)</w:t>
            </w:r>
          </w:p>
        </w:tc>
      </w:tr>
      <w:tr w:rsidR="00BB326E" w:rsidRPr="00C54509" w14:paraId="0984EE57" w14:textId="77777777" w:rsidTr="00BB326E">
        <w:trPr>
          <w:jc w:val="center"/>
        </w:trPr>
        <w:tc>
          <w:tcPr>
            <w:tcW w:w="1191" w:type="dxa"/>
            <w:shd w:val="clear" w:color="auto" w:fill="auto"/>
            <w:vAlign w:val="center"/>
          </w:tcPr>
          <w:p w14:paraId="0984EE52" w14:textId="77777777" w:rsidR="00BB326E" w:rsidRPr="00C54509" w:rsidRDefault="00BB326E" w:rsidP="00BB326E">
            <w:pPr>
              <w:pStyle w:val="TAC"/>
              <w:rPr>
                <w:rFonts w:cs="Arial"/>
                <w:lang w:eastAsia="ja-JP"/>
              </w:rPr>
            </w:pPr>
            <w:r w:rsidRPr="00C54509">
              <w:rPr>
                <w:rFonts w:cs="Arial"/>
                <w:lang w:eastAsia="ja-JP"/>
              </w:rPr>
              <w:t>200 kHz</w:t>
            </w:r>
          </w:p>
        </w:tc>
        <w:tc>
          <w:tcPr>
            <w:tcW w:w="2126" w:type="dxa"/>
            <w:vAlign w:val="center"/>
          </w:tcPr>
          <w:p w14:paraId="0984EE53" w14:textId="77777777" w:rsidR="00BB326E" w:rsidRPr="00C54509" w:rsidRDefault="00BB326E" w:rsidP="00BB326E">
            <w:pPr>
              <w:pStyle w:val="TAC"/>
              <w:rPr>
                <w:rFonts w:cs="v5.0.0"/>
                <w:lang w:eastAsia="ja-JP"/>
              </w:rPr>
            </w:pPr>
            <w:r w:rsidRPr="00C54509">
              <w:rPr>
                <w:rFonts w:cs="v5.0.0"/>
                <w:lang w:eastAsia="ja-JP"/>
              </w:rPr>
              <w:t xml:space="preserve">0 </w:t>
            </w:r>
            <w:r w:rsidRPr="00C54509">
              <w:rPr>
                <w:rFonts w:cs="Arial"/>
                <w:lang w:eastAsia="ja-JP"/>
              </w:rPr>
              <w:t xml:space="preserve">MHz </w:t>
            </w:r>
            <w:r w:rsidRPr="00C54509">
              <w:rPr>
                <w:rFonts w:cs="v5.0.0"/>
                <w:lang w:eastAsia="ja-JP"/>
              </w:rPr>
              <w:sym w:font="Symbol" w:char="F0A3"/>
            </w:r>
            <w:r w:rsidRPr="00C54509">
              <w:rPr>
                <w:rFonts w:cs="v5.0.0"/>
                <w:lang w:eastAsia="ja-JP"/>
              </w:rPr>
              <w:t xml:space="preserve"> </w:t>
            </w:r>
            <w:r w:rsidRPr="00C54509">
              <w:rPr>
                <w:rFonts w:cs="v5.0.0"/>
                <w:lang w:eastAsia="ja-JP"/>
              </w:rPr>
              <w:sym w:font="Symbol" w:char="F044"/>
            </w:r>
            <w:r w:rsidRPr="00C54509">
              <w:rPr>
                <w:rFonts w:cs="v5.0.0"/>
                <w:lang w:eastAsia="ja-JP"/>
              </w:rPr>
              <w:t>f &lt; 1 MHz</w:t>
            </w:r>
          </w:p>
        </w:tc>
        <w:tc>
          <w:tcPr>
            <w:tcW w:w="2977" w:type="dxa"/>
            <w:vAlign w:val="center"/>
          </w:tcPr>
          <w:p w14:paraId="0984EE54" w14:textId="77777777" w:rsidR="00BB326E" w:rsidRPr="00C54509" w:rsidRDefault="00BB326E" w:rsidP="00BB326E">
            <w:pPr>
              <w:pStyle w:val="TAC"/>
              <w:rPr>
                <w:rFonts w:cs="v5.0.0"/>
                <w:lang w:eastAsia="ja-JP"/>
              </w:rPr>
            </w:pPr>
            <w:r w:rsidRPr="00C54509">
              <w:rPr>
                <w:rFonts w:cs="v5.0.0"/>
                <w:lang w:eastAsia="ja-JP"/>
              </w:rPr>
              <w:t xml:space="preserve">0.005 MHz </w:t>
            </w:r>
            <w:r w:rsidRPr="00C54509">
              <w:rPr>
                <w:rFonts w:cs="v5.0.0"/>
                <w:lang w:eastAsia="ja-JP"/>
              </w:rPr>
              <w:sym w:font="Symbol" w:char="F0A3"/>
            </w:r>
            <w:r w:rsidRPr="00C54509">
              <w:rPr>
                <w:rFonts w:cs="v5.0.0"/>
                <w:lang w:eastAsia="ja-JP"/>
              </w:rPr>
              <w:t xml:space="preserve"> f_offset &lt; 0.995 MHz</w:t>
            </w:r>
          </w:p>
        </w:tc>
        <w:tc>
          <w:tcPr>
            <w:tcW w:w="1285" w:type="dxa"/>
            <w:vAlign w:val="center"/>
          </w:tcPr>
          <w:p w14:paraId="0984EE55" w14:textId="77777777" w:rsidR="00BB326E" w:rsidRPr="00C54509" w:rsidRDefault="00BB326E" w:rsidP="00BB326E">
            <w:pPr>
              <w:pStyle w:val="TAC"/>
              <w:rPr>
                <w:rFonts w:cs="Arial"/>
                <w:lang w:eastAsia="ja-JP"/>
              </w:rPr>
            </w:pPr>
            <w:r w:rsidRPr="00C54509">
              <w:rPr>
                <w:rFonts w:cs="Arial"/>
                <w:lang w:eastAsia="ja-JP"/>
              </w:rPr>
              <w:t>-6 dBm</w:t>
            </w:r>
          </w:p>
        </w:tc>
        <w:tc>
          <w:tcPr>
            <w:tcW w:w="1418" w:type="dxa"/>
            <w:vAlign w:val="center"/>
          </w:tcPr>
          <w:p w14:paraId="0984EE56" w14:textId="77777777" w:rsidR="00BB326E" w:rsidRPr="00C54509" w:rsidRDefault="00BB326E" w:rsidP="00BB326E">
            <w:pPr>
              <w:pStyle w:val="TAC"/>
              <w:rPr>
                <w:rFonts w:cs="Arial"/>
                <w:lang w:eastAsia="ja-JP"/>
              </w:rPr>
            </w:pPr>
            <w:r w:rsidRPr="00C54509">
              <w:rPr>
                <w:rFonts w:cs="Arial"/>
                <w:lang w:eastAsia="ja-JP"/>
              </w:rPr>
              <w:t>10 kHz</w:t>
            </w:r>
          </w:p>
        </w:tc>
      </w:tr>
      <w:tr w:rsidR="00BB326E" w:rsidRPr="00C54509" w14:paraId="0984EE5D" w14:textId="77777777" w:rsidTr="00BB326E">
        <w:trPr>
          <w:jc w:val="center"/>
        </w:trPr>
        <w:tc>
          <w:tcPr>
            <w:tcW w:w="1191" w:type="dxa"/>
            <w:shd w:val="clear" w:color="auto" w:fill="auto"/>
            <w:vAlign w:val="center"/>
          </w:tcPr>
          <w:p w14:paraId="0984EE58" w14:textId="77777777" w:rsidR="00BB326E" w:rsidRPr="00C54509" w:rsidRDefault="00BB326E" w:rsidP="00BB326E">
            <w:pPr>
              <w:pStyle w:val="TAC"/>
              <w:rPr>
                <w:rFonts w:cs="Arial"/>
              </w:rPr>
            </w:pPr>
            <w:r w:rsidRPr="00C54509">
              <w:rPr>
                <w:rFonts w:cs="Arial"/>
              </w:rPr>
              <w:t>1.4 MHz</w:t>
            </w:r>
          </w:p>
        </w:tc>
        <w:tc>
          <w:tcPr>
            <w:tcW w:w="2126" w:type="dxa"/>
            <w:vAlign w:val="center"/>
          </w:tcPr>
          <w:p w14:paraId="0984EE59" w14:textId="77777777" w:rsidR="00BB326E" w:rsidRPr="00C54509" w:rsidRDefault="00BB326E" w:rsidP="00BB326E">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984EE5A" w14:textId="77777777" w:rsidR="00BB326E" w:rsidRPr="00C54509" w:rsidRDefault="00BB326E" w:rsidP="00BB326E">
            <w:pPr>
              <w:pStyle w:val="TAC"/>
              <w:rPr>
                <w:rFonts w:cs="v5.0.0"/>
              </w:rPr>
            </w:pPr>
            <w:r w:rsidRPr="00C54509">
              <w:rPr>
                <w:rFonts w:cs="v5.0.0"/>
              </w:rPr>
              <w:t xml:space="preserve">0.005 MHz </w:t>
            </w:r>
            <w:r w:rsidRPr="00C54509">
              <w:rPr>
                <w:rFonts w:cs="v5.0.0"/>
              </w:rPr>
              <w:sym w:font="Symbol" w:char="F0A3"/>
            </w:r>
            <w:r w:rsidRPr="00C54509">
              <w:rPr>
                <w:rFonts w:cs="v5.0.0"/>
              </w:rPr>
              <w:t xml:space="preserve"> f_offset &lt; 0.995 MHz</w:t>
            </w:r>
          </w:p>
        </w:tc>
        <w:tc>
          <w:tcPr>
            <w:tcW w:w="1285" w:type="dxa"/>
            <w:vAlign w:val="center"/>
          </w:tcPr>
          <w:p w14:paraId="0984EE5B" w14:textId="77777777" w:rsidR="00BB326E" w:rsidRPr="00C54509" w:rsidRDefault="00BB326E" w:rsidP="00BB326E">
            <w:pPr>
              <w:pStyle w:val="TAC"/>
              <w:rPr>
                <w:rFonts w:cs="Arial"/>
              </w:rPr>
            </w:pPr>
            <w:r w:rsidRPr="00C54509">
              <w:rPr>
                <w:rFonts w:cs="Arial"/>
              </w:rPr>
              <w:t>-14 dBm</w:t>
            </w:r>
          </w:p>
        </w:tc>
        <w:tc>
          <w:tcPr>
            <w:tcW w:w="1418" w:type="dxa"/>
            <w:vAlign w:val="center"/>
          </w:tcPr>
          <w:p w14:paraId="0984EE5C" w14:textId="77777777" w:rsidR="00BB326E" w:rsidRPr="00C54509" w:rsidRDefault="00BB326E" w:rsidP="00BB326E">
            <w:pPr>
              <w:pStyle w:val="TAC"/>
              <w:rPr>
                <w:rFonts w:cs="Arial"/>
              </w:rPr>
            </w:pPr>
            <w:r w:rsidRPr="00C54509">
              <w:rPr>
                <w:rFonts w:cs="Arial"/>
              </w:rPr>
              <w:t xml:space="preserve">10 kHz </w:t>
            </w:r>
          </w:p>
        </w:tc>
      </w:tr>
      <w:tr w:rsidR="00BB326E" w:rsidRPr="00C54509" w14:paraId="0984EE63" w14:textId="77777777" w:rsidTr="00BB326E">
        <w:trPr>
          <w:jc w:val="center"/>
        </w:trPr>
        <w:tc>
          <w:tcPr>
            <w:tcW w:w="1191" w:type="dxa"/>
            <w:shd w:val="clear" w:color="auto" w:fill="auto"/>
            <w:vAlign w:val="center"/>
          </w:tcPr>
          <w:p w14:paraId="0984EE5E" w14:textId="77777777" w:rsidR="00BB326E" w:rsidRPr="00C54509" w:rsidRDefault="00BB326E" w:rsidP="00BB326E">
            <w:pPr>
              <w:pStyle w:val="TAC"/>
              <w:rPr>
                <w:rFonts w:cs="Arial"/>
              </w:rPr>
            </w:pPr>
            <w:r w:rsidRPr="00C54509">
              <w:rPr>
                <w:rFonts w:cs="Arial"/>
              </w:rPr>
              <w:t>3 MHz</w:t>
            </w:r>
          </w:p>
        </w:tc>
        <w:tc>
          <w:tcPr>
            <w:tcW w:w="2126" w:type="dxa"/>
            <w:vAlign w:val="center"/>
          </w:tcPr>
          <w:p w14:paraId="0984EE5F" w14:textId="77777777" w:rsidR="00BB326E" w:rsidRPr="00C54509" w:rsidRDefault="00BB326E" w:rsidP="00BB326E">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984EE60" w14:textId="77777777" w:rsidR="00BB326E" w:rsidRPr="00C54509" w:rsidRDefault="00BB326E" w:rsidP="00BB326E">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0.985 MHz</w:t>
            </w:r>
          </w:p>
        </w:tc>
        <w:tc>
          <w:tcPr>
            <w:tcW w:w="1285" w:type="dxa"/>
            <w:vAlign w:val="center"/>
          </w:tcPr>
          <w:p w14:paraId="0984EE61" w14:textId="77777777" w:rsidR="00BB326E" w:rsidRPr="00C54509" w:rsidRDefault="00BB326E" w:rsidP="00BB326E">
            <w:pPr>
              <w:pStyle w:val="TAC"/>
              <w:rPr>
                <w:rFonts w:cs="Arial"/>
              </w:rPr>
            </w:pPr>
            <w:r w:rsidRPr="00C54509">
              <w:rPr>
                <w:rFonts w:cs="Arial"/>
              </w:rPr>
              <w:t>-13 dBm</w:t>
            </w:r>
          </w:p>
        </w:tc>
        <w:tc>
          <w:tcPr>
            <w:tcW w:w="1418" w:type="dxa"/>
            <w:vAlign w:val="center"/>
          </w:tcPr>
          <w:p w14:paraId="0984EE62" w14:textId="77777777" w:rsidR="00BB326E" w:rsidRPr="00C54509" w:rsidRDefault="00BB326E" w:rsidP="00BB326E">
            <w:pPr>
              <w:pStyle w:val="TAC"/>
              <w:rPr>
                <w:rFonts w:cs="Arial"/>
              </w:rPr>
            </w:pPr>
            <w:r w:rsidRPr="00C54509">
              <w:rPr>
                <w:rFonts w:cs="Arial"/>
              </w:rPr>
              <w:t xml:space="preserve">30 kHz </w:t>
            </w:r>
          </w:p>
        </w:tc>
      </w:tr>
      <w:tr w:rsidR="00BB326E" w:rsidRPr="00C54509" w14:paraId="0984EE69" w14:textId="77777777" w:rsidTr="00BB326E">
        <w:trPr>
          <w:jc w:val="center"/>
        </w:trPr>
        <w:tc>
          <w:tcPr>
            <w:tcW w:w="1191" w:type="dxa"/>
            <w:shd w:val="clear" w:color="auto" w:fill="auto"/>
            <w:vAlign w:val="center"/>
          </w:tcPr>
          <w:p w14:paraId="0984EE64" w14:textId="77777777" w:rsidR="00BB326E" w:rsidRPr="00C54509" w:rsidRDefault="00BB326E" w:rsidP="00BB326E">
            <w:pPr>
              <w:pStyle w:val="TAC"/>
              <w:rPr>
                <w:rFonts w:cs="Arial"/>
              </w:rPr>
            </w:pPr>
            <w:r w:rsidRPr="00C54509">
              <w:rPr>
                <w:rFonts w:cs="Arial"/>
              </w:rPr>
              <w:t>5 MHz</w:t>
            </w:r>
          </w:p>
        </w:tc>
        <w:tc>
          <w:tcPr>
            <w:tcW w:w="2126" w:type="dxa"/>
            <w:vAlign w:val="center"/>
          </w:tcPr>
          <w:p w14:paraId="0984EE65" w14:textId="77777777" w:rsidR="00BB326E" w:rsidRPr="00C54509" w:rsidRDefault="00BB326E" w:rsidP="00BB326E">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984EE66" w14:textId="77777777" w:rsidR="00BB326E" w:rsidRPr="00C54509" w:rsidRDefault="00BB326E" w:rsidP="00BB326E">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0.985 MHz</w:t>
            </w:r>
          </w:p>
        </w:tc>
        <w:tc>
          <w:tcPr>
            <w:tcW w:w="1285" w:type="dxa"/>
            <w:vAlign w:val="center"/>
          </w:tcPr>
          <w:p w14:paraId="0984EE67" w14:textId="77777777" w:rsidR="00BB326E" w:rsidRPr="00C54509" w:rsidRDefault="00BB326E" w:rsidP="00BB326E">
            <w:pPr>
              <w:pStyle w:val="TAC"/>
              <w:rPr>
                <w:rFonts w:cs="Arial"/>
              </w:rPr>
            </w:pPr>
            <w:r w:rsidRPr="00C54509">
              <w:rPr>
                <w:rFonts w:cs="Arial"/>
              </w:rPr>
              <w:t>-15 dBm</w:t>
            </w:r>
          </w:p>
        </w:tc>
        <w:tc>
          <w:tcPr>
            <w:tcW w:w="1418" w:type="dxa"/>
            <w:vAlign w:val="center"/>
          </w:tcPr>
          <w:p w14:paraId="0984EE68" w14:textId="77777777" w:rsidR="00BB326E" w:rsidRPr="00C54509" w:rsidRDefault="00BB326E" w:rsidP="00BB326E">
            <w:pPr>
              <w:pStyle w:val="TAC"/>
              <w:rPr>
                <w:rFonts w:cs="Arial"/>
              </w:rPr>
            </w:pPr>
            <w:r w:rsidRPr="00C54509">
              <w:rPr>
                <w:rFonts w:cs="Arial"/>
              </w:rPr>
              <w:t xml:space="preserve">30 kHz </w:t>
            </w:r>
          </w:p>
        </w:tc>
      </w:tr>
      <w:tr w:rsidR="00BB326E" w:rsidRPr="00C54509" w14:paraId="0984EE6F" w14:textId="77777777" w:rsidTr="00BB326E">
        <w:trPr>
          <w:jc w:val="center"/>
        </w:trPr>
        <w:tc>
          <w:tcPr>
            <w:tcW w:w="1191" w:type="dxa"/>
            <w:shd w:val="clear" w:color="auto" w:fill="auto"/>
            <w:vAlign w:val="center"/>
          </w:tcPr>
          <w:p w14:paraId="0984EE6A" w14:textId="77777777" w:rsidR="00BB326E" w:rsidRPr="00C54509" w:rsidRDefault="00BB326E" w:rsidP="00BB326E">
            <w:pPr>
              <w:pStyle w:val="TAC"/>
              <w:rPr>
                <w:rFonts w:cs="Arial"/>
              </w:rPr>
            </w:pPr>
            <w:r w:rsidRPr="00C54509">
              <w:rPr>
                <w:rFonts w:cs="Arial"/>
              </w:rPr>
              <w:t>10 MHz</w:t>
            </w:r>
          </w:p>
        </w:tc>
        <w:tc>
          <w:tcPr>
            <w:tcW w:w="2126" w:type="dxa"/>
            <w:vAlign w:val="center"/>
          </w:tcPr>
          <w:p w14:paraId="0984EE6B" w14:textId="77777777" w:rsidR="00BB326E" w:rsidRPr="00C54509" w:rsidRDefault="00BB326E" w:rsidP="00BB326E">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984EE6C" w14:textId="77777777" w:rsidR="00BB326E" w:rsidRPr="00C54509" w:rsidRDefault="00BB326E" w:rsidP="00BB326E">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0984EE6D" w14:textId="77777777" w:rsidR="00BB326E" w:rsidRPr="00C54509" w:rsidRDefault="00BB326E" w:rsidP="00BB326E">
            <w:pPr>
              <w:pStyle w:val="TAC"/>
              <w:rPr>
                <w:rFonts w:cs="Arial"/>
              </w:rPr>
            </w:pPr>
            <w:r w:rsidRPr="00C54509">
              <w:rPr>
                <w:rFonts w:cs="Arial"/>
              </w:rPr>
              <w:t>-13 dBm</w:t>
            </w:r>
          </w:p>
        </w:tc>
        <w:tc>
          <w:tcPr>
            <w:tcW w:w="1418" w:type="dxa"/>
            <w:vAlign w:val="center"/>
          </w:tcPr>
          <w:p w14:paraId="0984EE6E" w14:textId="77777777" w:rsidR="00BB326E" w:rsidRPr="00C54509" w:rsidRDefault="00BB326E" w:rsidP="00BB326E">
            <w:pPr>
              <w:pStyle w:val="TAC"/>
              <w:rPr>
                <w:rFonts w:cs="Arial"/>
              </w:rPr>
            </w:pPr>
            <w:r w:rsidRPr="00C54509">
              <w:rPr>
                <w:rFonts w:cs="Arial"/>
              </w:rPr>
              <w:t xml:space="preserve">100 kHz </w:t>
            </w:r>
          </w:p>
        </w:tc>
      </w:tr>
      <w:tr w:rsidR="00BB326E" w:rsidRPr="00C54509" w14:paraId="0984EE75" w14:textId="77777777" w:rsidTr="00BB326E">
        <w:trPr>
          <w:jc w:val="center"/>
        </w:trPr>
        <w:tc>
          <w:tcPr>
            <w:tcW w:w="1191" w:type="dxa"/>
            <w:shd w:val="clear" w:color="auto" w:fill="auto"/>
            <w:vAlign w:val="center"/>
          </w:tcPr>
          <w:p w14:paraId="0984EE70" w14:textId="77777777" w:rsidR="00BB326E" w:rsidRPr="00C54509" w:rsidRDefault="00BB326E" w:rsidP="00BB326E">
            <w:pPr>
              <w:pStyle w:val="TAC"/>
              <w:rPr>
                <w:rFonts w:cs="Arial"/>
              </w:rPr>
            </w:pPr>
            <w:r w:rsidRPr="00C54509">
              <w:rPr>
                <w:rFonts w:cs="Arial"/>
              </w:rPr>
              <w:t>15 MHz</w:t>
            </w:r>
          </w:p>
        </w:tc>
        <w:tc>
          <w:tcPr>
            <w:tcW w:w="2126" w:type="dxa"/>
            <w:vAlign w:val="center"/>
          </w:tcPr>
          <w:p w14:paraId="0984EE71" w14:textId="77777777" w:rsidR="00BB326E" w:rsidRPr="00C54509" w:rsidRDefault="00BB326E" w:rsidP="00BB326E">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984EE72" w14:textId="77777777" w:rsidR="00BB326E" w:rsidRPr="00C54509" w:rsidRDefault="00BB326E" w:rsidP="00BB326E">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0984EE73" w14:textId="77777777" w:rsidR="00BB326E" w:rsidRPr="00C54509" w:rsidRDefault="00BB326E" w:rsidP="00BB326E">
            <w:pPr>
              <w:pStyle w:val="TAC"/>
              <w:rPr>
                <w:rFonts w:cs="Arial"/>
              </w:rPr>
            </w:pPr>
            <w:r w:rsidRPr="00C54509">
              <w:rPr>
                <w:rFonts w:cs="Arial"/>
              </w:rPr>
              <w:t>-13 dBm</w:t>
            </w:r>
          </w:p>
        </w:tc>
        <w:tc>
          <w:tcPr>
            <w:tcW w:w="1418" w:type="dxa"/>
            <w:vAlign w:val="center"/>
          </w:tcPr>
          <w:p w14:paraId="0984EE74" w14:textId="77777777" w:rsidR="00BB326E" w:rsidRPr="00C54509" w:rsidRDefault="00BB326E" w:rsidP="00BB326E">
            <w:pPr>
              <w:pStyle w:val="TAC"/>
              <w:rPr>
                <w:rFonts w:cs="Arial"/>
              </w:rPr>
            </w:pPr>
            <w:r w:rsidRPr="00C54509">
              <w:rPr>
                <w:rFonts w:cs="Arial"/>
              </w:rPr>
              <w:t xml:space="preserve">100 kHz </w:t>
            </w:r>
          </w:p>
        </w:tc>
      </w:tr>
      <w:tr w:rsidR="00BB326E" w:rsidRPr="00C54509" w14:paraId="0984EE7B" w14:textId="77777777" w:rsidTr="00BB326E">
        <w:trPr>
          <w:jc w:val="center"/>
        </w:trPr>
        <w:tc>
          <w:tcPr>
            <w:tcW w:w="1191" w:type="dxa"/>
            <w:shd w:val="clear" w:color="auto" w:fill="auto"/>
            <w:vAlign w:val="center"/>
          </w:tcPr>
          <w:p w14:paraId="0984EE76" w14:textId="77777777" w:rsidR="00BB326E" w:rsidRPr="00C54509" w:rsidRDefault="00BB326E" w:rsidP="00BB326E">
            <w:pPr>
              <w:pStyle w:val="TAC"/>
              <w:rPr>
                <w:rFonts w:cs="Arial"/>
              </w:rPr>
            </w:pPr>
            <w:r w:rsidRPr="00C54509">
              <w:rPr>
                <w:rFonts w:cs="Arial"/>
              </w:rPr>
              <w:t>20 MHz</w:t>
            </w:r>
          </w:p>
        </w:tc>
        <w:tc>
          <w:tcPr>
            <w:tcW w:w="2126" w:type="dxa"/>
            <w:vAlign w:val="center"/>
          </w:tcPr>
          <w:p w14:paraId="0984EE77" w14:textId="77777777" w:rsidR="00BB326E" w:rsidRPr="00C54509" w:rsidRDefault="00BB326E" w:rsidP="00BB326E">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984EE78" w14:textId="77777777" w:rsidR="00BB326E" w:rsidRPr="00C54509" w:rsidRDefault="00BB326E" w:rsidP="00BB326E">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0984EE79" w14:textId="77777777" w:rsidR="00BB326E" w:rsidRPr="00C54509" w:rsidRDefault="00BB326E" w:rsidP="00BB326E">
            <w:pPr>
              <w:pStyle w:val="TAC"/>
              <w:rPr>
                <w:rFonts w:cs="Arial"/>
              </w:rPr>
            </w:pPr>
            <w:r w:rsidRPr="00C54509">
              <w:rPr>
                <w:rFonts w:cs="Arial"/>
              </w:rPr>
              <w:t>-13 dBm</w:t>
            </w:r>
          </w:p>
        </w:tc>
        <w:tc>
          <w:tcPr>
            <w:tcW w:w="1418" w:type="dxa"/>
            <w:vAlign w:val="center"/>
          </w:tcPr>
          <w:p w14:paraId="0984EE7A" w14:textId="77777777" w:rsidR="00BB326E" w:rsidRPr="00C54509" w:rsidRDefault="00BB326E" w:rsidP="00BB326E">
            <w:pPr>
              <w:pStyle w:val="TAC"/>
              <w:rPr>
                <w:rFonts w:cs="Arial"/>
              </w:rPr>
            </w:pPr>
            <w:r w:rsidRPr="00C54509">
              <w:rPr>
                <w:rFonts w:cs="Arial"/>
              </w:rPr>
              <w:t xml:space="preserve">100 kHz </w:t>
            </w:r>
          </w:p>
        </w:tc>
      </w:tr>
      <w:tr w:rsidR="00BB326E" w:rsidRPr="00C54509" w14:paraId="0984EE81" w14:textId="77777777" w:rsidTr="00BB326E">
        <w:trPr>
          <w:jc w:val="center"/>
        </w:trPr>
        <w:tc>
          <w:tcPr>
            <w:tcW w:w="1191" w:type="dxa"/>
            <w:tcBorders>
              <w:bottom w:val="single" w:sz="4" w:space="0" w:color="auto"/>
            </w:tcBorders>
            <w:shd w:val="clear" w:color="auto" w:fill="auto"/>
            <w:vAlign w:val="center"/>
          </w:tcPr>
          <w:p w14:paraId="0984EE7C" w14:textId="77777777" w:rsidR="00BB326E" w:rsidRPr="00C54509" w:rsidRDefault="00BB326E" w:rsidP="00BB326E">
            <w:pPr>
              <w:pStyle w:val="TAC"/>
              <w:rPr>
                <w:rFonts w:cs="Arial"/>
              </w:rPr>
            </w:pPr>
            <w:r w:rsidRPr="00C54509">
              <w:rPr>
                <w:rFonts w:cs="Arial"/>
              </w:rPr>
              <w:t>All</w:t>
            </w:r>
          </w:p>
        </w:tc>
        <w:tc>
          <w:tcPr>
            <w:tcW w:w="2126" w:type="dxa"/>
            <w:tcBorders>
              <w:bottom w:val="single" w:sz="4" w:space="0" w:color="auto"/>
            </w:tcBorders>
            <w:vAlign w:val="center"/>
          </w:tcPr>
          <w:p w14:paraId="0984EE7D" w14:textId="77777777" w:rsidR="00BB326E" w:rsidRPr="00C54509" w:rsidRDefault="00BB326E" w:rsidP="00BB326E">
            <w:pPr>
              <w:pStyle w:val="TAC"/>
              <w:rPr>
                <w:rFonts w:cs="v5.0.0"/>
              </w:rPr>
            </w:pPr>
            <w:r w:rsidRPr="00C54509">
              <w:rPr>
                <w:rFonts w:cs="v5.0.0"/>
              </w:rPr>
              <w:t xml:space="preserve">1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 xml:space="preserve">f &lt; </w:t>
            </w:r>
            <w:r w:rsidRPr="00C54509">
              <w:rPr>
                <w:rFonts w:cs="Arial"/>
              </w:rPr>
              <w:sym w:font="Symbol" w:char="F044"/>
            </w:r>
            <w:r w:rsidRPr="00C54509">
              <w:rPr>
                <w:rFonts w:cs="Arial"/>
              </w:rPr>
              <w:t>f</w:t>
            </w:r>
            <w:r w:rsidRPr="00C54509">
              <w:rPr>
                <w:rFonts w:cs="Arial"/>
                <w:vertAlign w:val="subscript"/>
              </w:rPr>
              <w:t>max</w:t>
            </w:r>
            <w:r w:rsidRPr="00C54509">
              <w:rPr>
                <w:rFonts w:cs="v5.0.0"/>
              </w:rPr>
              <w:t xml:space="preserve"> </w:t>
            </w:r>
          </w:p>
        </w:tc>
        <w:tc>
          <w:tcPr>
            <w:tcW w:w="2977" w:type="dxa"/>
            <w:tcBorders>
              <w:bottom w:val="single" w:sz="4" w:space="0" w:color="auto"/>
            </w:tcBorders>
            <w:vAlign w:val="center"/>
          </w:tcPr>
          <w:p w14:paraId="0984EE7E" w14:textId="77777777" w:rsidR="00BB326E" w:rsidRPr="00C54509" w:rsidRDefault="00BB326E" w:rsidP="00BB326E">
            <w:pPr>
              <w:pStyle w:val="TAC"/>
              <w:rPr>
                <w:rFonts w:cs="v5.0.0"/>
              </w:rPr>
            </w:pPr>
            <w:r w:rsidRPr="00C54509">
              <w:rPr>
                <w:rFonts w:cs="v5.0.0"/>
              </w:rPr>
              <w:t xml:space="preserve">1.05 MHz </w:t>
            </w:r>
            <w:r w:rsidRPr="00C54509">
              <w:rPr>
                <w:rFonts w:cs="v5.0.0"/>
              </w:rPr>
              <w:sym w:font="Symbol" w:char="F0A3"/>
            </w:r>
            <w:r w:rsidRPr="00C54509">
              <w:rPr>
                <w:rFonts w:cs="v5.0.0"/>
              </w:rPr>
              <w:t xml:space="preserve"> f_offset &lt; f_offset</w:t>
            </w:r>
            <w:r w:rsidRPr="00C54509">
              <w:rPr>
                <w:rFonts w:cs="v5.0.0"/>
                <w:vertAlign w:val="subscript"/>
              </w:rPr>
              <w:t xml:space="preserve">max </w:t>
            </w:r>
          </w:p>
        </w:tc>
        <w:tc>
          <w:tcPr>
            <w:tcW w:w="1285" w:type="dxa"/>
            <w:tcBorders>
              <w:bottom w:val="single" w:sz="4" w:space="0" w:color="auto"/>
            </w:tcBorders>
            <w:vAlign w:val="center"/>
          </w:tcPr>
          <w:p w14:paraId="0984EE7F" w14:textId="77777777" w:rsidR="00BB326E" w:rsidRPr="00C54509" w:rsidRDefault="00BB326E" w:rsidP="00BB326E">
            <w:pPr>
              <w:pStyle w:val="TAC"/>
              <w:rPr>
                <w:rFonts w:cs="Arial"/>
              </w:rPr>
            </w:pPr>
            <w:r w:rsidRPr="00C54509">
              <w:rPr>
                <w:rFonts w:cs="Arial"/>
              </w:rPr>
              <w:t>-13 dBm</w:t>
            </w:r>
          </w:p>
        </w:tc>
        <w:tc>
          <w:tcPr>
            <w:tcW w:w="1418" w:type="dxa"/>
            <w:tcBorders>
              <w:bottom w:val="single" w:sz="4" w:space="0" w:color="auto"/>
            </w:tcBorders>
            <w:vAlign w:val="center"/>
          </w:tcPr>
          <w:p w14:paraId="0984EE80" w14:textId="77777777" w:rsidR="00BB326E" w:rsidRPr="00C54509" w:rsidRDefault="00BB326E" w:rsidP="00BB326E">
            <w:pPr>
              <w:pStyle w:val="TAC"/>
              <w:rPr>
                <w:rFonts w:cs="Arial"/>
              </w:rPr>
            </w:pPr>
            <w:r w:rsidRPr="00C54509">
              <w:rPr>
                <w:rFonts w:cs="Arial"/>
              </w:rPr>
              <w:t>100 kHz</w:t>
            </w:r>
          </w:p>
        </w:tc>
      </w:tr>
    </w:tbl>
    <w:p w14:paraId="0984EE82" w14:textId="77777777" w:rsidR="00BB326E" w:rsidRPr="00C54509" w:rsidRDefault="00BB326E" w:rsidP="00BB326E"/>
    <w:p w14:paraId="0984EE83" w14:textId="77777777" w:rsidR="00BB326E" w:rsidRPr="00C54509" w:rsidRDefault="00BB326E" w:rsidP="00BB326E">
      <w:r w:rsidRPr="00C54509">
        <w:t>In certain regions the following requirement may apply. For E-UTRA</w:t>
      </w:r>
      <w:r>
        <w:rPr>
          <w:rFonts w:cs="v5.0.0"/>
        </w:rPr>
        <w:t xml:space="preserve"> BS </w:t>
      </w:r>
      <w:r w:rsidRPr="00C54509">
        <w:t xml:space="preserve">operating in Bands 2, 4, 10, 23, 25, 30, 35, 36, 41, 66, 70, emissions shall not exceed the maximum levels specified in Table </w:t>
      </w:r>
      <w:r w:rsidRPr="00EF2F0E">
        <w:t>9.7.5.</w:t>
      </w:r>
      <w:r>
        <w:t>4.6</w:t>
      </w:r>
      <w:r w:rsidRPr="00EF2F0E">
        <w:t>.1</w:t>
      </w:r>
      <w:r w:rsidRPr="00C54509">
        <w:t>-2.</w:t>
      </w:r>
    </w:p>
    <w:p w14:paraId="0984EE84" w14:textId="77777777" w:rsidR="00BB326E" w:rsidRPr="00C54509" w:rsidRDefault="00BB326E" w:rsidP="00BB326E">
      <w:pPr>
        <w:pStyle w:val="TH"/>
        <w:rPr>
          <w:rFonts w:cs="v5.0.0"/>
        </w:rPr>
      </w:pPr>
      <w:r w:rsidRPr="00C54509">
        <w:t xml:space="preserve">Table </w:t>
      </w:r>
      <w:r w:rsidRPr="00EF2F0E">
        <w:t>9.7.5.</w:t>
      </w:r>
      <w:r>
        <w:t>4.6</w:t>
      </w:r>
      <w:r w:rsidRPr="00EF2F0E">
        <w:t>.1</w:t>
      </w:r>
      <w:r w:rsidRPr="00C54509">
        <w:t>-2: Additional operating band unwanted emission limits for E-UTRA bands&gt;1GHz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BB326E" w:rsidRPr="00C54509" w14:paraId="0984EE8A" w14:textId="77777777" w:rsidTr="00BB326E">
        <w:trPr>
          <w:jc w:val="center"/>
        </w:trPr>
        <w:tc>
          <w:tcPr>
            <w:tcW w:w="1191" w:type="dxa"/>
          </w:tcPr>
          <w:p w14:paraId="0984EE85" w14:textId="77777777" w:rsidR="00BB326E" w:rsidRPr="00C54509" w:rsidRDefault="00BB326E" w:rsidP="00BB326E">
            <w:pPr>
              <w:pStyle w:val="TAH"/>
              <w:rPr>
                <w:rFonts w:cs="Arial"/>
              </w:rPr>
            </w:pPr>
            <w:r w:rsidRPr="00C54509">
              <w:rPr>
                <w:rFonts w:cs="Arial"/>
              </w:rPr>
              <w:t>Channel bandwidth</w:t>
            </w:r>
          </w:p>
        </w:tc>
        <w:tc>
          <w:tcPr>
            <w:tcW w:w="2126" w:type="dxa"/>
          </w:tcPr>
          <w:p w14:paraId="0984EE86" w14:textId="77777777" w:rsidR="00BB326E" w:rsidRPr="00C54509" w:rsidRDefault="00BB326E" w:rsidP="00BB326E">
            <w:pPr>
              <w:pStyle w:val="TAH"/>
              <w:rPr>
                <w:rFonts w:cs="v5.0.0"/>
              </w:rPr>
            </w:pPr>
            <w:r w:rsidRPr="00C54509">
              <w:rPr>
                <w:rFonts w:cs="v5.0.0"/>
              </w:rPr>
              <w:t xml:space="preserve">Frequency offset of measurement filter </w:t>
            </w:r>
            <w:r w:rsidRPr="00C54509">
              <w:rPr>
                <w:rFonts w:cs="v5.0.0"/>
              </w:rPr>
              <w:noBreakHyphen/>
              <w:t xml:space="preserve">3dB point, </w:t>
            </w:r>
            <w:r w:rsidRPr="00C54509">
              <w:rPr>
                <w:rFonts w:cs="v5.0.0"/>
              </w:rPr>
              <w:sym w:font="Symbol" w:char="F044"/>
            </w:r>
            <w:r w:rsidRPr="00C54509">
              <w:rPr>
                <w:rFonts w:cs="v5.0.0"/>
              </w:rPr>
              <w:t>f</w:t>
            </w:r>
          </w:p>
        </w:tc>
        <w:tc>
          <w:tcPr>
            <w:tcW w:w="2977" w:type="dxa"/>
          </w:tcPr>
          <w:p w14:paraId="0984EE87" w14:textId="77777777" w:rsidR="00BB326E" w:rsidRPr="00C54509" w:rsidRDefault="00BB326E" w:rsidP="00BB326E">
            <w:pPr>
              <w:pStyle w:val="TAH"/>
              <w:rPr>
                <w:rFonts w:cs="v5.0.0"/>
              </w:rPr>
            </w:pPr>
            <w:r w:rsidRPr="00C54509">
              <w:rPr>
                <w:rFonts w:cs="v5.0.0"/>
              </w:rPr>
              <w:t>Frequency offset of measurement filter centre frequency, f_offset</w:t>
            </w:r>
          </w:p>
        </w:tc>
        <w:tc>
          <w:tcPr>
            <w:tcW w:w="1285" w:type="dxa"/>
          </w:tcPr>
          <w:p w14:paraId="0984EE88" w14:textId="77777777" w:rsidR="00BB326E" w:rsidRPr="00C54509" w:rsidRDefault="00BB326E" w:rsidP="00BB326E">
            <w:pPr>
              <w:pStyle w:val="TAH"/>
              <w:rPr>
                <w:rFonts w:cs="v5.0.0"/>
              </w:rPr>
            </w:pPr>
            <w:r w:rsidRPr="00C54509">
              <w:rPr>
                <w:rFonts w:cs="v5.0.0"/>
              </w:rPr>
              <w:t>Minimum requirement</w:t>
            </w:r>
          </w:p>
        </w:tc>
        <w:tc>
          <w:tcPr>
            <w:tcW w:w="1418" w:type="dxa"/>
          </w:tcPr>
          <w:p w14:paraId="0984EE89" w14:textId="77777777" w:rsidR="00BB326E" w:rsidRPr="00C54509" w:rsidRDefault="00BB326E" w:rsidP="00BB326E">
            <w:pPr>
              <w:pStyle w:val="TAH"/>
              <w:rPr>
                <w:rFonts w:cs="v5.0.0"/>
              </w:rPr>
            </w:pPr>
            <w:r w:rsidRPr="00C54509">
              <w:rPr>
                <w:rFonts w:cs="v5.0.0"/>
              </w:rPr>
              <w:t xml:space="preserve">Measurement bandwidth </w:t>
            </w:r>
            <w:r w:rsidRPr="00C54509">
              <w:rPr>
                <w:rFonts w:cs="Arial"/>
              </w:rPr>
              <w:t xml:space="preserve">(Note </w:t>
            </w:r>
            <w:r w:rsidRPr="00C54509">
              <w:rPr>
                <w:rFonts w:cs="Arial" w:hint="eastAsia"/>
                <w:lang w:eastAsia="zh-CN"/>
              </w:rPr>
              <w:t>8</w:t>
            </w:r>
            <w:r w:rsidRPr="00C54509">
              <w:rPr>
                <w:rFonts w:cs="Arial"/>
              </w:rPr>
              <w:t>)</w:t>
            </w:r>
          </w:p>
        </w:tc>
      </w:tr>
      <w:tr w:rsidR="00BB326E" w:rsidRPr="00C54509" w14:paraId="0984EE90" w14:textId="77777777" w:rsidTr="00BB326E">
        <w:trPr>
          <w:jc w:val="center"/>
        </w:trPr>
        <w:tc>
          <w:tcPr>
            <w:tcW w:w="1191" w:type="dxa"/>
            <w:shd w:val="clear" w:color="auto" w:fill="auto"/>
            <w:vAlign w:val="center"/>
          </w:tcPr>
          <w:p w14:paraId="0984EE8B" w14:textId="77777777" w:rsidR="00BB326E" w:rsidRPr="00C54509" w:rsidRDefault="00BB326E" w:rsidP="00BB326E">
            <w:pPr>
              <w:pStyle w:val="TAC"/>
              <w:rPr>
                <w:rFonts w:cs="Arial"/>
              </w:rPr>
            </w:pPr>
            <w:r w:rsidRPr="00C54509">
              <w:rPr>
                <w:rFonts w:cs="Arial"/>
              </w:rPr>
              <w:t>1.4 MHz</w:t>
            </w:r>
          </w:p>
        </w:tc>
        <w:tc>
          <w:tcPr>
            <w:tcW w:w="2126" w:type="dxa"/>
            <w:vAlign w:val="center"/>
          </w:tcPr>
          <w:p w14:paraId="0984EE8C" w14:textId="77777777" w:rsidR="00BB326E" w:rsidRPr="00C54509" w:rsidRDefault="00BB326E" w:rsidP="00BB326E">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984EE8D" w14:textId="77777777" w:rsidR="00BB326E" w:rsidRPr="00C54509" w:rsidRDefault="00BB326E" w:rsidP="00BB326E">
            <w:pPr>
              <w:pStyle w:val="TAC"/>
              <w:rPr>
                <w:rFonts w:cs="v5.0.0"/>
              </w:rPr>
            </w:pPr>
            <w:r w:rsidRPr="00C54509">
              <w:rPr>
                <w:rFonts w:cs="v5.0.0"/>
              </w:rPr>
              <w:t xml:space="preserve">0.005 MHz </w:t>
            </w:r>
            <w:r w:rsidRPr="00C54509">
              <w:rPr>
                <w:rFonts w:cs="v5.0.0"/>
              </w:rPr>
              <w:sym w:font="Symbol" w:char="F0A3"/>
            </w:r>
            <w:r w:rsidRPr="00C54509">
              <w:rPr>
                <w:rFonts w:cs="v5.0.0"/>
              </w:rPr>
              <w:t xml:space="preserve"> f_offset &lt; 0.995 MHz</w:t>
            </w:r>
          </w:p>
        </w:tc>
        <w:tc>
          <w:tcPr>
            <w:tcW w:w="1285" w:type="dxa"/>
            <w:vAlign w:val="center"/>
          </w:tcPr>
          <w:p w14:paraId="0984EE8E" w14:textId="77777777" w:rsidR="00BB326E" w:rsidRPr="00C54509" w:rsidRDefault="00BB326E" w:rsidP="00BB326E">
            <w:pPr>
              <w:pStyle w:val="TAC"/>
              <w:rPr>
                <w:rFonts w:cs="Arial"/>
              </w:rPr>
            </w:pPr>
            <w:r w:rsidRPr="00C54509">
              <w:rPr>
                <w:rFonts w:cs="Arial"/>
              </w:rPr>
              <w:t>-14 dBm</w:t>
            </w:r>
          </w:p>
        </w:tc>
        <w:tc>
          <w:tcPr>
            <w:tcW w:w="1418" w:type="dxa"/>
            <w:vAlign w:val="center"/>
          </w:tcPr>
          <w:p w14:paraId="0984EE8F" w14:textId="77777777" w:rsidR="00BB326E" w:rsidRPr="00C54509" w:rsidRDefault="00BB326E" w:rsidP="00BB326E">
            <w:pPr>
              <w:pStyle w:val="TAC"/>
              <w:rPr>
                <w:rFonts w:cs="Arial"/>
              </w:rPr>
            </w:pPr>
            <w:r w:rsidRPr="00C54509">
              <w:rPr>
                <w:rFonts w:cs="Arial"/>
              </w:rPr>
              <w:t xml:space="preserve">10 kHz </w:t>
            </w:r>
          </w:p>
        </w:tc>
      </w:tr>
      <w:tr w:rsidR="00BB326E" w:rsidRPr="00C54509" w14:paraId="0984EE96" w14:textId="77777777" w:rsidTr="00BB326E">
        <w:trPr>
          <w:jc w:val="center"/>
        </w:trPr>
        <w:tc>
          <w:tcPr>
            <w:tcW w:w="1191" w:type="dxa"/>
            <w:shd w:val="clear" w:color="auto" w:fill="auto"/>
            <w:vAlign w:val="center"/>
          </w:tcPr>
          <w:p w14:paraId="0984EE91" w14:textId="77777777" w:rsidR="00BB326E" w:rsidRPr="00C54509" w:rsidRDefault="00BB326E" w:rsidP="00BB326E">
            <w:pPr>
              <w:pStyle w:val="TAC"/>
              <w:rPr>
                <w:rFonts w:cs="Arial"/>
              </w:rPr>
            </w:pPr>
            <w:r w:rsidRPr="00C54509">
              <w:rPr>
                <w:rFonts w:cs="Arial"/>
              </w:rPr>
              <w:t>3 MHz</w:t>
            </w:r>
          </w:p>
        </w:tc>
        <w:tc>
          <w:tcPr>
            <w:tcW w:w="2126" w:type="dxa"/>
            <w:vAlign w:val="center"/>
          </w:tcPr>
          <w:p w14:paraId="0984EE92" w14:textId="77777777" w:rsidR="00BB326E" w:rsidRPr="00C54509" w:rsidRDefault="00BB326E" w:rsidP="00BB326E">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984EE93" w14:textId="77777777" w:rsidR="00BB326E" w:rsidRPr="00C54509" w:rsidRDefault="00BB326E" w:rsidP="00BB326E">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0.985 MHz</w:t>
            </w:r>
          </w:p>
        </w:tc>
        <w:tc>
          <w:tcPr>
            <w:tcW w:w="1285" w:type="dxa"/>
            <w:vAlign w:val="center"/>
          </w:tcPr>
          <w:p w14:paraId="0984EE94" w14:textId="77777777" w:rsidR="00BB326E" w:rsidRPr="00C54509" w:rsidRDefault="00BB326E" w:rsidP="00BB326E">
            <w:pPr>
              <w:pStyle w:val="TAC"/>
              <w:rPr>
                <w:rFonts w:cs="Arial"/>
              </w:rPr>
            </w:pPr>
            <w:r w:rsidRPr="00C54509">
              <w:rPr>
                <w:rFonts w:cs="Arial"/>
              </w:rPr>
              <w:t>-13 dBm</w:t>
            </w:r>
          </w:p>
        </w:tc>
        <w:tc>
          <w:tcPr>
            <w:tcW w:w="1418" w:type="dxa"/>
            <w:vAlign w:val="center"/>
          </w:tcPr>
          <w:p w14:paraId="0984EE95" w14:textId="77777777" w:rsidR="00BB326E" w:rsidRPr="00C54509" w:rsidRDefault="00BB326E" w:rsidP="00BB326E">
            <w:pPr>
              <w:pStyle w:val="TAC"/>
              <w:rPr>
                <w:rFonts w:cs="Arial"/>
              </w:rPr>
            </w:pPr>
            <w:r w:rsidRPr="00C54509">
              <w:rPr>
                <w:rFonts w:cs="Arial"/>
              </w:rPr>
              <w:t xml:space="preserve">30 kHz </w:t>
            </w:r>
          </w:p>
        </w:tc>
      </w:tr>
      <w:tr w:rsidR="00BB326E" w:rsidRPr="00C54509" w14:paraId="0984EE9C" w14:textId="77777777" w:rsidTr="00BB326E">
        <w:trPr>
          <w:jc w:val="center"/>
        </w:trPr>
        <w:tc>
          <w:tcPr>
            <w:tcW w:w="1191" w:type="dxa"/>
            <w:shd w:val="clear" w:color="auto" w:fill="auto"/>
            <w:vAlign w:val="center"/>
          </w:tcPr>
          <w:p w14:paraId="0984EE97" w14:textId="77777777" w:rsidR="00BB326E" w:rsidRPr="00C54509" w:rsidRDefault="00BB326E" w:rsidP="00BB326E">
            <w:pPr>
              <w:pStyle w:val="TAC"/>
              <w:rPr>
                <w:rFonts w:cs="Arial"/>
              </w:rPr>
            </w:pPr>
            <w:r w:rsidRPr="00C54509">
              <w:rPr>
                <w:rFonts w:cs="Arial"/>
              </w:rPr>
              <w:t>5 MHz</w:t>
            </w:r>
          </w:p>
        </w:tc>
        <w:tc>
          <w:tcPr>
            <w:tcW w:w="2126" w:type="dxa"/>
            <w:vAlign w:val="center"/>
          </w:tcPr>
          <w:p w14:paraId="0984EE98" w14:textId="77777777" w:rsidR="00BB326E" w:rsidRPr="00C54509" w:rsidRDefault="00BB326E" w:rsidP="00BB326E">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984EE99" w14:textId="77777777" w:rsidR="00BB326E" w:rsidRPr="00C54509" w:rsidRDefault="00BB326E" w:rsidP="00BB326E">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0.985 MHz</w:t>
            </w:r>
          </w:p>
        </w:tc>
        <w:tc>
          <w:tcPr>
            <w:tcW w:w="1285" w:type="dxa"/>
            <w:vAlign w:val="center"/>
          </w:tcPr>
          <w:p w14:paraId="0984EE9A" w14:textId="77777777" w:rsidR="00BB326E" w:rsidRPr="00C54509" w:rsidRDefault="00BB326E" w:rsidP="00BB326E">
            <w:pPr>
              <w:pStyle w:val="TAC"/>
              <w:rPr>
                <w:rFonts w:cs="Arial"/>
              </w:rPr>
            </w:pPr>
            <w:r w:rsidRPr="00C54509">
              <w:rPr>
                <w:rFonts w:cs="Arial"/>
              </w:rPr>
              <w:t>-15 dBm</w:t>
            </w:r>
          </w:p>
        </w:tc>
        <w:tc>
          <w:tcPr>
            <w:tcW w:w="1418" w:type="dxa"/>
            <w:vAlign w:val="center"/>
          </w:tcPr>
          <w:p w14:paraId="0984EE9B" w14:textId="77777777" w:rsidR="00BB326E" w:rsidRPr="00C54509" w:rsidRDefault="00BB326E" w:rsidP="00BB326E">
            <w:pPr>
              <w:pStyle w:val="TAC"/>
              <w:rPr>
                <w:rFonts w:cs="Arial"/>
              </w:rPr>
            </w:pPr>
            <w:r w:rsidRPr="00C54509">
              <w:rPr>
                <w:rFonts w:cs="Arial"/>
              </w:rPr>
              <w:t xml:space="preserve">30 kHz </w:t>
            </w:r>
          </w:p>
        </w:tc>
      </w:tr>
      <w:tr w:rsidR="00BB326E" w:rsidRPr="00C54509" w14:paraId="0984EEA2" w14:textId="77777777" w:rsidTr="00BB326E">
        <w:trPr>
          <w:jc w:val="center"/>
        </w:trPr>
        <w:tc>
          <w:tcPr>
            <w:tcW w:w="1191" w:type="dxa"/>
            <w:shd w:val="clear" w:color="auto" w:fill="auto"/>
            <w:vAlign w:val="center"/>
          </w:tcPr>
          <w:p w14:paraId="0984EE9D" w14:textId="77777777" w:rsidR="00BB326E" w:rsidRPr="00C54509" w:rsidRDefault="00BB326E" w:rsidP="00BB326E">
            <w:pPr>
              <w:pStyle w:val="TAC"/>
              <w:rPr>
                <w:rFonts w:cs="Arial"/>
              </w:rPr>
            </w:pPr>
            <w:r w:rsidRPr="00C54509">
              <w:rPr>
                <w:rFonts w:cs="Arial"/>
              </w:rPr>
              <w:t>10 MHz</w:t>
            </w:r>
          </w:p>
        </w:tc>
        <w:tc>
          <w:tcPr>
            <w:tcW w:w="2126" w:type="dxa"/>
            <w:vAlign w:val="center"/>
          </w:tcPr>
          <w:p w14:paraId="0984EE9E" w14:textId="77777777" w:rsidR="00BB326E" w:rsidRPr="00C54509" w:rsidRDefault="00BB326E" w:rsidP="00BB326E">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984EE9F" w14:textId="77777777" w:rsidR="00BB326E" w:rsidRPr="00C54509" w:rsidRDefault="00BB326E" w:rsidP="00BB326E">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0984EEA0" w14:textId="77777777" w:rsidR="00BB326E" w:rsidRPr="00C54509" w:rsidRDefault="00BB326E" w:rsidP="00BB326E">
            <w:pPr>
              <w:pStyle w:val="TAC"/>
              <w:rPr>
                <w:rFonts w:cs="Arial"/>
              </w:rPr>
            </w:pPr>
            <w:r w:rsidRPr="00C54509">
              <w:rPr>
                <w:rFonts w:cs="Arial"/>
              </w:rPr>
              <w:t>-13 dBm</w:t>
            </w:r>
          </w:p>
        </w:tc>
        <w:tc>
          <w:tcPr>
            <w:tcW w:w="1418" w:type="dxa"/>
            <w:vAlign w:val="center"/>
          </w:tcPr>
          <w:p w14:paraId="0984EEA1" w14:textId="77777777" w:rsidR="00BB326E" w:rsidRPr="00C54509" w:rsidRDefault="00BB326E" w:rsidP="00BB326E">
            <w:pPr>
              <w:pStyle w:val="TAC"/>
              <w:rPr>
                <w:rFonts w:cs="Arial"/>
              </w:rPr>
            </w:pPr>
            <w:r w:rsidRPr="00C54509">
              <w:rPr>
                <w:rFonts w:cs="Arial"/>
              </w:rPr>
              <w:t xml:space="preserve">100 kHz </w:t>
            </w:r>
          </w:p>
        </w:tc>
      </w:tr>
      <w:tr w:rsidR="00BB326E" w:rsidRPr="00C54509" w14:paraId="0984EEA8" w14:textId="77777777" w:rsidTr="00BB326E">
        <w:trPr>
          <w:jc w:val="center"/>
        </w:trPr>
        <w:tc>
          <w:tcPr>
            <w:tcW w:w="1191" w:type="dxa"/>
            <w:shd w:val="clear" w:color="auto" w:fill="auto"/>
            <w:vAlign w:val="center"/>
          </w:tcPr>
          <w:p w14:paraId="0984EEA3" w14:textId="77777777" w:rsidR="00BB326E" w:rsidRPr="00C54509" w:rsidRDefault="00BB326E" w:rsidP="00BB326E">
            <w:pPr>
              <w:pStyle w:val="TAC"/>
              <w:rPr>
                <w:rFonts w:cs="Arial"/>
              </w:rPr>
            </w:pPr>
            <w:r w:rsidRPr="00C54509">
              <w:rPr>
                <w:rFonts w:cs="Arial"/>
              </w:rPr>
              <w:t>15 MHz</w:t>
            </w:r>
          </w:p>
        </w:tc>
        <w:tc>
          <w:tcPr>
            <w:tcW w:w="2126" w:type="dxa"/>
            <w:vAlign w:val="center"/>
          </w:tcPr>
          <w:p w14:paraId="0984EEA4" w14:textId="77777777" w:rsidR="00BB326E" w:rsidRPr="00C54509" w:rsidRDefault="00BB326E" w:rsidP="00BB326E">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984EEA5" w14:textId="77777777" w:rsidR="00BB326E" w:rsidRPr="00C54509" w:rsidRDefault="00BB326E" w:rsidP="00BB326E">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0984EEA6" w14:textId="77777777" w:rsidR="00BB326E" w:rsidRPr="00C54509" w:rsidRDefault="00BB326E" w:rsidP="00BB326E">
            <w:pPr>
              <w:pStyle w:val="TAC"/>
              <w:rPr>
                <w:rFonts w:cs="Arial"/>
              </w:rPr>
            </w:pPr>
            <w:r w:rsidRPr="00C54509">
              <w:rPr>
                <w:rFonts w:cs="Arial"/>
              </w:rPr>
              <w:t>-15 dBm</w:t>
            </w:r>
          </w:p>
        </w:tc>
        <w:tc>
          <w:tcPr>
            <w:tcW w:w="1418" w:type="dxa"/>
            <w:vAlign w:val="center"/>
          </w:tcPr>
          <w:p w14:paraId="0984EEA7" w14:textId="77777777" w:rsidR="00BB326E" w:rsidRPr="00C54509" w:rsidRDefault="00BB326E" w:rsidP="00BB326E">
            <w:pPr>
              <w:pStyle w:val="TAC"/>
              <w:rPr>
                <w:rFonts w:cs="Arial"/>
              </w:rPr>
            </w:pPr>
            <w:r w:rsidRPr="00C54509">
              <w:rPr>
                <w:rFonts w:cs="Arial"/>
              </w:rPr>
              <w:t xml:space="preserve">100 kHz </w:t>
            </w:r>
          </w:p>
        </w:tc>
      </w:tr>
      <w:tr w:rsidR="00BB326E" w:rsidRPr="00C54509" w14:paraId="0984EEAE" w14:textId="77777777" w:rsidTr="00BB326E">
        <w:trPr>
          <w:jc w:val="center"/>
        </w:trPr>
        <w:tc>
          <w:tcPr>
            <w:tcW w:w="1191" w:type="dxa"/>
            <w:shd w:val="clear" w:color="auto" w:fill="auto"/>
            <w:vAlign w:val="center"/>
          </w:tcPr>
          <w:p w14:paraId="0984EEA9" w14:textId="77777777" w:rsidR="00BB326E" w:rsidRPr="00C54509" w:rsidRDefault="00BB326E" w:rsidP="00BB326E">
            <w:pPr>
              <w:pStyle w:val="TAC"/>
              <w:rPr>
                <w:rFonts w:cs="Arial"/>
              </w:rPr>
            </w:pPr>
            <w:r w:rsidRPr="00C54509">
              <w:rPr>
                <w:rFonts w:cs="Arial"/>
              </w:rPr>
              <w:t>20 MHz</w:t>
            </w:r>
          </w:p>
        </w:tc>
        <w:tc>
          <w:tcPr>
            <w:tcW w:w="2126" w:type="dxa"/>
            <w:vAlign w:val="center"/>
          </w:tcPr>
          <w:p w14:paraId="0984EEAA" w14:textId="77777777" w:rsidR="00BB326E" w:rsidRPr="00C54509" w:rsidRDefault="00BB326E" w:rsidP="00BB326E">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984EEAB" w14:textId="77777777" w:rsidR="00BB326E" w:rsidRPr="00C54509" w:rsidRDefault="00BB326E" w:rsidP="00BB326E">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0984EEAC" w14:textId="77777777" w:rsidR="00BB326E" w:rsidRPr="00C54509" w:rsidRDefault="00BB326E" w:rsidP="00BB326E">
            <w:pPr>
              <w:pStyle w:val="TAC"/>
              <w:rPr>
                <w:rFonts w:cs="Arial"/>
              </w:rPr>
            </w:pPr>
            <w:r w:rsidRPr="00C54509">
              <w:rPr>
                <w:rFonts w:cs="Arial"/>
              </w:rPr>
              <w:t>-16 dBm</w:t>
            </w:r>
          </w:p>
        </w:tc>
        <w:tc>
          <w:tcPr>
            <w:tcW w:w="1418" w:type="dxa"/>
            <w:vAlign w:val="center"/>
          </w:tcPr>
          <w:p w14:paraId="0984EEAD" w14:textId="77777777" w:rsidR="00BB326E" w:rsidRPr="00C54509" w:rsidRDefault="00BB326E" w:rsidP="00BB326E">
            <w:pPr>
              <w:pStyle w:val="TAC"/>
              <w:rPr>
                <w:rFonts w:cs="Arial"/>
              </w:rPr>
            </w:pPr>
            <w:r w:rsidRPr="00C54509">
              <w:rPr>
                <w:rFonts w:cs="Arial"/>
              </w:rPr>
              <w:t xml:space="preserve">100 kHz </w:t>
            </w:r>
          </w:p>
        </w:tc>
      </w:tr>
      <w:tr w:rsidR="00BB326E" w:rsidRPr="00C54509" w14:paraId="0984EEB4" w14:textId="77777777" w:rsidTr="00BB326E">
        <w:trPr>
          <w:jc w:val="center"/>
        </w:trPr>
        <w:tc>
          <w:tcPr>
            <w:tcW w:w="1191" w:type="dxa"/>
            <w:tcBorders>
              <w:bottom w:val="single" w:sz="4" w:space="0" w:color="auto"/>
            </w:tcBorders>
            <w:shd w:val="clear" w:color="auto" w:fill="auto"/>
            <w:vAlign w:val="center"/>
          </w:tcPr>
          <w:p w14:paraId="0984EEAF" w14:textId="77777777" w:rsidR="00BB326E" w:rsidRPr="00C54509" w:rsidRDefault="00BB326E" w:rsidP="00BB326E">
            <w:pPr>
              <w:pStyle w:val="TAC"/>
              <w:rPr>
                <w:rFonts w:cs="Arial"/>
              </w:rPr>
            </w:pPr>
            <w:r w:rsidRPr="00C54509">
              <w:rPr>
                <w:rFonts w:cs="Arial"/>
              </w:rPr>
              <w:t>All</w:t>
            </w:r>
          </w:p>
        </w:tc>
        <w:tc>
          <w:tcPr>
            <w:tcW w:w="2126" w:type="dxa"/>
            <w:tcBorders>
              <w:bottom w:val="single" w:sz="4" w:space="0" w:color="auto"/>
            </w:tcBorders>
            <w:vAlign w:val="center"/>
          </w:tcPr>
          <w:p w14:paraId="0984EEB0" w14:textId="77777777" w:rsidR="00BB326E" w:rsidRPr="00C54509" w:rsidRDefault="00BB326E" w:rsidP="00BB326E">
            <w:pPr>
              <w:pStyle w:val="TAC"/>
              <w:rPr>
                <w:rFonts w:cs="v5.0.0"/>
              </w:rPr>
            </w:pPr>
            <w:r w:rsidRPr="00C54509">
              <w:rPr>
                <w:rFonts w:cs="v5.0.0"/>
              </w:rPr>
              <w:t xml:space="preserve">1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 xml:space="preserve">f &lt; </w:t>
            </w:r>
            <w:r w:rsidRPr="00C54509">
              <w:rPr>
                <w:rFonts w:cs="Arial"/>
              </w:rPr>
              <w:sym w:font="Symbol" w:char="F044"/>
            </w:r>
            <w:r w:rsidRPr="00C54509">
              <w:rPr>
                <w:rFonts w:cs="Arial"/>
              </w:rPr>
              <w:t>f</w:t>
            </w:r>
            <w:r w:rsidRPr="00C54509">
              <w:rPr>
                <w:rFonts w:cs="Arial"/>
                <w:vertAlign w:val="subscript"/>
              </w:rPr>
              <w:t>max</w:t>
            </w:r>
            <w:r w:rsidRPr="00C54509">
              <w:rPr>
                <w:rFonts w:cs="v5.0.0"/>
              </w:rPr>
              <w:t xml:space="preserve"> </w:t>
            </w:r>
          </w:p>
        </w:tc>
        <w:tc>
          <w:tcPr>
            <w:tcW w:w="2977" w:type="dxa"/>
            <w:tcBorders>
              <w:bottom w:val="single" w:sz="4" w:space="0" w:color="auto"/>
            </w:tcBorders>
            <w:vAlign w:val="center"/>
          </w:tcPr>
          <w:p w14:paraId="0984EEB1" w14:textId="77777777" w:rsidR="00BB326E" w:rsidRPr="00C54509" w:rsidRDefault="00BB326E" w:rsidP="00BB326E">
            <w:pPr>
              <w:pStyle w:val="TAC"/>
              <w:rPr>
                <w:rFonts w:cs="v5.0.0"/>
              </w:rPr>
            </w:pPr>
            <w:r w:rsidRPr="00C54509">
              <w:rPr>
                <w:rFonts w:cs="v5.0.0"/>
              </w:rPr>
              <w:t xml:space="preserve">1.5 MHz </w:t>
            </w:r>
            <w:r w:rsidRPr="00C54509">
              <w:rPr>
                <w:rFonts w:cs="v5.0.0"/>
              </w:rPr>
              <w:sym w:font="Symbol" w:char="F0A3"/>
            </w:r>
            <w:r w:rsidRPr="00C54509">
              <w:rPr>
                <w:rFonts w:cs="v5.0.0"/>
              </w:rPr>
              <w:t xml:space="preserve"> f_offset &lt; f_offset</w:t>
            </w:r>
            <w:r w:rsidRPr="00C54509">
              <w:rPr>
                <w:rFonts w:cs="v5.0.0"/>
                <w:vertAlign w:val="subscript"/>
              </w:rPr>
              <w:t xml:space="preserve">max </w:t>
            </w:r>
          </w:p>
        </w:tc>
        <w:tc>
          <w:tcPr>
            <w:tcW w:w="1285" w:type="dxa"/>
            <w:tcBorders>
              <w:bottom w:val="single" w:sz="4" w:space="0" w:color="auto"/>
            </w:tcBorders>
            <w:vAlign w:val="center"/>
          </w:tcPr>
          <w:p w14:paraId="0984EEB2" w14:textId="77777777" w:rsidR="00BB326E" w:rsidRPr="00C54509" w:rsidRDefault="00BB326E" w:rsidP="00BB326E">
            <w:pPr>
              <w:pStyle w:val="TAC"/>
              <w:rPr>
                <w:rFonts w:cs="Arial"/>
              </w:rPr>
            </w:pPr>
            <w:r w:rsidRPr="00C54509">
              <w:rPr>
                <w:rFonts w:cs="Arial"/>
              </w:rPr>
              <w:t>-13 dBm</w:t>
            </w:r>
          </w:p>
        </w:tc>
        <w:tc>
          <w:tcPr>
            <w:tcW w:w="1418" w:type="dxa"/>
            <w:tcBorders>
              <w:bottom w:val="single" w:sz="4" w:space="0" w:color="auto"/>
            </w:tcBorders>
            <w:vAlign w:val="center"/>
          </w:tcPr>
          <w:p w14:paraId="0984EEB3" w14:textId="77777777" w:rsidR="00BB326E" w:rsidRPr="00C54509" w:rsidRDefault="00BB326E" w:rsidP="00BB326E">
            <w:pPr>
              <w:pStyle w:val="TAC"/>
              <w:rPr>
                <w:rFonts w:cs="Arial"/>
              </w:rPr>
            </w:pPr>
            <w:r w:rsidRPr="00C54509">
              <w:rPr>
                <w:rFonts w:cs="Arial"/>
              </w:rPr>
              <w:t>1 MHz</w:t>
            </w:r>
          </w:p>
        </w:tc>
      </w:tr>
    </w:tbl>
    <w:p w14:paraId="0984EEB5" w14:textId="77777777" w:rsidR="00BB326E" w:rsidRPr="00C54509" w:rsidRDefault="00BB326E" w:rsidP="00BB326E">
      <w:pPr>
        <w:keepNext/>
        <w:rPr>
          <w:rFonts w:cs="v5.0.0"/>
        </w:rPr>
      </w:pPr>
    </w:p>
    <w:p w14:paraId="0984EEB6" w14:textId="77777777" w:rsidR="00BB326E" w:rsidRPr="00C54509" w:rsidRDefault="00BB326E" w:rsidP="00BB326E">
      <w:pPr>
        <w:keepNext/>
        <w:rPr>
          <w:rFonts w:cs="v5.0.0"/>
        </w:rPr>
      </w:pPr>
      <w:r w:rsidRPr="00C54509">
        <w:rPr>
          <w:rFonts w:cs="v5.0.0"/>
        </w:rPr>
        <w:t xml:space="preserve">In certain regions the following requirement may apply. For E-UTRA BS operating in Bands 12, 13, 14, 17, 29, 71, 85 emissions shall not exceed the maximum levels specified in Table </w:t>
      </w:r>
      <w:r w:rsidRPr="00EF2F0E">
        <w:t>9.7.5.</w:t>
      </w:r>
      <w:r>
        <w:t>4.6</w:t>
      </w:r>
      <w:r w:rsidRPr="00EF2F0E">
        <w:t>.1</w:t>
      </w:r>
      <w:r w:rsidRPr="00C54509">
        <w:rPr>
          <w:rFonts w:cs="v5.0.0"/>
        </w:rPr>
        <w:t>-3.</w:t>
      </w:r>
    </w:p>
    <w:p w14:paraId="0984EEB7" w14:textId="77777777" w:rsidR="00BB326E" w:rsidRPr="00C54509" w:rsidRDefault="00BB326E" w:rsidP="00BB326E">
      <w:pPr>
        <w:pStyle w:val="TH"/>
        <w:rPr>
          <w:rFonts w:cs="v5.0.0"/>
        </w:rPr>
      </w:pPr>
      <w:r w:rsidRPr="00C54509">
        <w:t xml:space="preserve">Table </w:t>
      </w:r>
      <w:r w:rsidRPr="00EF2F0E">
        <w:t>9.7.5.</w:t>
      </w:r>
      <w:r>
        <w:t>4.6</w:t>
      </w:r>
      <w:r w:rsidRPr="00EF2F0E">
        <w:t>.1</w:t>
      </w:r>
      <w:r w:rsidRPr="00C54509">
        <w:t>-3: Additional operating band unwanted emission limits for E-UTRA (bands 12, 13, 14, 17, 29, 71 and 85)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BB326E" w:rsidRPr="00C54509" w14:paraId="0984EEBD" w14:textId="77777777" w:rsidTr="00BB326E">
        <w:trPr>
          <w:jc w:val="center"/>
        </w:trPr>
        <w:tc>
          <w:tcPr>
            <w:tcW w:w="1191" w:type="dxa"/>
          </w:tcPr>
          <w:p w14:paraId="0984EEB8" w14:textId="77777777" w:rsidR="00BB326E" w:rsidRPr="00C54509" w:rsidRDefault="00BB326E" w:rsidP="00BB326E">
            <w:pPr>
              <w:pStyle w:val="TAH"/>
              <w:rPr>
                <w:rFonts w:cs="Arial"/>
              </w:rPr>
            </w:pPr>
            <w:r w:rsidRPr="00C54509">
              <w:rPr>
                <w:rFonts w:cs="Arial"/>
              </w:rPr>
              <w:t>Channel bandwidth</w:t>
            </w:r>
          </w:p>
        </w:tc>
        <w:tc>
          <w:tcPr>
            <w:tcW w:w="2126" w:type="dxa"/>
          </w:tcPr>
          <w:p w14:paraId="0984EEB9" w14:textId="77777777" w:rsidR="00BB326E" w:rsidRPr="00C54509" w:rsidRDefault="00BB326E" w:rsidP="00BB326E">
            <w:pPr>
              <w:pStyle w:val="TAH"/>
              <w:rPr>
                <w:rFonts w:cs="v5.0.0"/>
              </w:rPr>
            </w:pPr>
            <w:r w:rsidRPr="00C54509">
              <w:rPr>
                <w:rFonts w:cs="v5.0.0"/>
              </w:rPr>
              <w:t xml:space="preserve">Frequency offset of measurement filter </w:t>
            </w:r>
            <w:r w:rsidRPr="00C54509">
              <w:rPr>
                <w:rFonts w:cs="v5.0.0"/>
              </w:rPr>
              <w:noBreakHyphen/>
              <w:t xml:space="preserve">3dB point, </w:t>
            </w:r>
            <w:r w:rsidRPr="00C54509">
              <w:rPr>
                <w:rFonts w:cs="v5.0.0"/>
              </w:rPr>
              <w:sym w:font="Symbol" w:char="F044"/>
            </w:r>
            <w:r w:rsidRPr="00C54509">
              <w:rPr>
                <w:rFonts w:cs="v5.0.0"/>
              </w:rPr>
              <w:t>f</w:t>
            </w:r>
          </w:p>
        </w:tc>
        <w:tc>
          <w:tcPr>
            <w:tcW w:w="2977" w:type="dxa"/>
          </w:tcPr>
          <w:p w14:paraId="0984EEBA" w14:textId="77777777" w:rsidR="00BB326E" w:rsidRPr="00C54509" w:rsidRDefault="00BB326E" w:rsidP="00BB326E">
            <w:pPr>
              <w:pStyle w:val="TAH"/>
              <w:rPr>
                <w:rFonts w:cs="v5.0.0"/>
              </w:rPr>
            </w:pPr>
            <w:r w:rsidRPr="00C54509">
              <w:rPr>
                <w:rFonts w:cs="v5.0.0"/>
              </w:rPr>
              <w:t>Frequency offset of measurement filter centre frequency, f_offset</w:t>
            </w:r>
          </w:p>
        </w:tc>
        <w:tc>
          <w:tcPr>
            <w:tcW w:w="1285" w:type="dxa"/>
          </w:tcPr>
          <w:p w14:paraId="0984EEBB" w14:textId="77777777" w:rsidR="00BB326E" w:rsidRPr="00C54509" w:rsidRDefault="00BB326E" w:rsidP="00BB326E">
            <w:pPr>
              <w:pStyle w:val="TAH"/>
              <w:rPr>
                <w:rFonts w:cs="v5.0.0"/>
              </w:rPr>
            </w:pPr>
            <w:r w:rsidRPr="00C54509">
              <w:rPr>
                <w:rFonts w:cs="v5.0.0"/>
              </w:rPr>
              <w:t>Minimum requirement</w:t>
            </w:r>
          </w:p>
        </w:tc>
        <w:tc>
          <w:tcPr>
            <w:tcW w:w="1418" w:type="dxa"/>
          </w:tcPr>
          <w:p w14:paraId="0984EEBC" w14:textId="77777777" w:rsidR="00BB326E" w:rsidRPr="00C54509" w:rsidRDefault="00BB326E" w:rsidP="00BB326E">
            <w:pPr>
              <w:pStyle w:val="TAH"/>
              <w:rPr>
                <w:rFonts w:cs="v5.0.0"/>
              </w:rPr>
            </w:pPr>
            <w:r w:rsidRPr="00C54509">
              <w:rPr>
                <w:rFonts w:cs="v5.0.0"/>
              </w:rPr>
              <w:t xml:space="preserve">Measurement bandwidth </w:t>
            </w:r>
            <w:r w:rsidRPr="00C54509">
              <w:rPr>
                <w:rFonts w:cs="Arial"/>
              </w:rPr>
              <w:t xml:space="preserve">(Note </w:t>
            </w:r>
            <w:r w:rsidRPr="00C54509">
              <w:rPr>
                <w:rFonts w:cs="Arial" w:hint="eastAsia"/>
                <w:lang w:eastAsia="zh-CN"/>
              </w:rPr>
              <w:t>8</w:t>
            </w:r>
            <w:r w:rsidRPr="00C54509">
              <w:rPr>
                <w:rFonts w:cs="Arial"/>
              </w:rPr>
              <w:t>)</w:t>
            </w:r>
          </w:p>
        </w:tc>
      </w:tr>
      <w:tr w:rsidR="00BB326E" w:rsidRPr="00C54509" w14:paraId="0984EEC3" w14:textId="77777777" w:rsidTr="00BB326E">
        <w:trPr>
          <w:jc w:val="center"/>
        </w:trPr>
        <w:tc>
          <w:tcPr>
            <w:tcW w:w="1191" w:type="dxa"/>
            <w:shd w:val="clear" w:color="auto" w:fill="auto"/>
            <w:vAlign w:val="center"/>
          </w:tcPr>
          <w:p w14:paraId="0984EEBE" w14:textId="77777777" w:rsidR="00BB326E" w:rsidRPr="00C54509" w:rsidRDefault="00BB326E" w:rsidP="00BB326E">
            <w:pPr>
              <w:pStyle w:val="TAC"/>
              <w:rPr>
                <w:rFonts w:cs="Arial"/>
              </w:rPr>
            </w:pPr>
            <w:r w:rsidRPr="00C54509">
              <w:rPr>
                <w:rFonts w:cs="Arial"/>
              </w:rPr>
              <w:t>All</w:t>
            </w:r>
          </w:p>
        </w:tc>
        <w:tc>
          <w:tcPr>
            <w:tcW w:w="2126" w:type="dxa"/>
            <w:vAlign w:val="center"/>
          </w:tcPr>
          <w:p w14:paraId="0984EEBF" w14:textId="77777777" w:rsidR="00BB326E" w:rsidRPr="00C54509" w:rsidRDefault="00BB326E" w:rsidP="00BB326E">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100 kHz</w:t>
            </w:r>
          </w:p>
        </w:tc>
        <w:tc>
          <w:tcPr>
            <w:tcW w:w="2977" w:type="dxa"/>
            <w:vAlign w:val="center"/>
          </w:tcPr>
          <w:p w14:paraId="0984EEC0" w14:textId="77777777" w:rsidR="00BB326E" w:rsidRPr="00C54509" w:rsidRDefault="00BB326E" w:rsidP="00BB326E">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0.085 MHz</w:t>
            </w:r>
          </w:p>
        </w:tc>
        <w:tc>
          <w:tcPr>
            <w:tcW w:w="1285" w:type="dxa"/>
            <w:vAlign w:val="center"/>
          </w:tcPr>
          <w:p w14:paraId="0984EEC1" w14:textId="77777777" w:rsidR="00BB326E" w:rsidRPr="00C54509" w:rsidRDefault="00BB326E" w:rsidP="00BB326E">
            <w:pPr>
              <w:pStyle w:val="TAC"/>
              <w:rPr>
                <w:rFonts w:cs="Arial"/>
              </w:rPr>
            </w:pPr>
            <w:r w:rsidRPr="00C54509">
              <w:rPr>
                <w:rFonts w:cs="Arial"/>
              </w:rPr>
              <w:t>-13 dBm</w:t>
            </w:r>
          </w:p>
        </w:tc>
        <w:tc>
          <w:tcPr>
            <w:tcW w:w="1418" w:type="dxa"/>
            <w:vAlign w:val="center"/>
          </w:tcPr>
          <w:p w14:paraId="0984EEC2" w14:textId="77777777" w:rsidR="00BB326E" w:rsidRPr="00C54509" w:rsidRDefault="00BB326E" w:rsidP="00BB326E">
            <w:pPr>
              <w:pStyle w:val="TAC"/>
              <w:rPr>
                <w:rFonts w:cs="Arial"/>
              </w:rPr>
            </w:pPr>
            <w:r w:rsidRPr="00C54509">
              <w:rPr>
                <w:rFonts w:cs="Arial"/>
              </w:rPr>
              <w:t xml:space="preserve">30 kHz </w:t>
            </w:r>
          </w:p>
        </w:tc>
      </w:tr>
      <w:tr w:rsidR="00BB326E" w:rsidRPr="00C54509" w14:paraId="0984EEC9" w14:textId="77777777" w:rsidTr="00BB326E">
        <w:trPr>
          <w:jc w:val="center"/>
        </w:trPr>
        <w:tc>
          <w:tcPr>
            <w:tcW w:w="1191" w:type="dxa"/>
            <w:tcBorders>
              <w:bottom w:val="single" w:sz="4" w:space="0" w:color="auto"/>
            </w:tcBorders>
            <w:shd w:val="clear" w:color="auto" w:fill="auto"/>
            <w:vAlign w:val="center"/>
          </w:tcPr>
          <w:p w14:paraId="0984EEC4" w14:textId="77777777" w:rsidR="00BB326E" w:rsidRPr="00C54509" w:rsidRDefault="00BB326E" w:rsidP="00BB326E">
            <w:pPr>
              <w:pStyle w:val="TAC"/>
              <w:rPr>
                <w:rFonts w:cs="Arial"/>
              </w:rPr>
            </w:pPr>
            <w:r w:rsidRPr="00C54509">
              <w:rPr>
                <w:rFonts w:cs="Arial"/>
              </w:rPr>
              <w:t>All</w:t>
            </w:r>
          </w:p>
        </w:tc>
        <w:tc>
          <w:tcPr>
            <w:tcW w:w="2126" w:type="dxa"/>
            <w:tcBorders>
              <w:bottom w:val="single" w:sz="4" w:space="0" w:color="auto"/>
            </w:tcBorders>
            <w:vAlign w:val="center"/>
          </w:tcPr>
          <w:p w14:paraId="0984EEC5" w14:textId="77777777" w:rsidR="00BB326E" w:rsidRPr="00C54509" w:rsidRDefault="00BB326E" w:rsidP="00BB326E">
            <w:pPr>
              <w:pStyle w:val="TAC"/>
              <w:rPr>
                <w:rFonts w:cs="v5.0.0"/>
              </w:rPr>
            </w:pPr>
            <w:r w:rsidRPr="00C54509">
              <w:rPr>
                <w:rFonts w:cs="v5.0.0"/>
              </w:rPr>
              <w:t>100  k</w:t>
            </w:r>
            <w:r w:rsidRPr="00C54509">
              <w:rPr>
                <w:rFonts w:cs="Arial"/>
              </w:rPr>
              <w:t xml:space="preserve">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 xml:space="preserve">f &lt; </w:t>
            </w:r>
            <w:r w:rsidRPr="00C54509">
              <w:rPr>
                <w:rFonts w:cs="Arial"/>
              </w:rPr>
              <w:sym w:font="Symbol" w:char="F044"/>
            </w:r>
            <w:r w:rsidRPr="00C54509">
              <w:rPr>
                <w:rFonts w:cs="Arial"/>
              </w:rPr>
              <w:t>f</w:t>
            </w:r>
            <w:r w:rsidRPr="00C54509">
              <w:rPr>
                <w:rFonts w:cs="Arial"/>
                <w:vertAlign w:val="subscript"/>
              </w:rPr>
              <w:t>max</w:t>
            </w:r>
            <w:r w:rsidRPr="00C54509">
              <w:rPr>
                <w:rFonts w:cs="v5.0.0"/>
              </w:rPr>
              <w:t xml:space="preserve"> </w:t>
            </w:r>
          </w:p>
        </w:tc>
        <w:tc>
          <w:tcPr>
            <w:tcW w:w="2977" w:type="dxa"/>
            <w:tcBorders>
              <w:bottom w:val="single" w:sz="4" w:space="0" w:color="auto"/>
            </w:tcBorders>
            <w:vAlign w:val="center"/>
          </w:tcPr>
          <w:p w14:paraId="0984EEC6" w14:textId="77777777" w:rsidR="00BB326E" w:rsidRPr="00C54509" w:rsidRDefault="00BB326E" w:rsidP="00BB326E">
            <w:pPr>
              <w:pStyle w:val="TAC"/>
              <w:rPr>
                <w:rFonts w:cs="v5.0.0"/>
              </w:rPr>
            </w:pPr>
            <w:r w:rsidRPr="00C54509">
              <w:rPr>
                <w:rFonts w:cs="v5.0.0"/>
              </w:rPr>
              <w:t xml:space="preserve">150 kHz </w:t>
            </w:r>
            <w:r w:rsidRPr="00C54509">
              <w:rPr>
                <w:rFonts w:cs="v5.0.0"/>
              </w:rPr>
              <w:sym w:font="Symbol" w:char="F0A3"/>
            </w:r>
            <w:r w:rsidRPr="00C54509">
              <w:rPr>
                <w:rFonts w:cs="v5.0.0"/>
              </w:rPr>
              <w:t xml:space="preserve"> f_offset &lt; f_offset</w:t>
            </w:r>
            <w:r w:rsidRPr="00C54509">
              <w:rPr>
                <w:rFonts w:cs="v5.0.0"/>
                <w:vertAlign w:val="subscript"/>
              </w:rPr>
              <w:t xml:space="preserve">max </w:t>
            </w:r>
          </w:p>
        </w:tc>
        <w:tc>
          <w:tcPr>
            <w:tcW w:w="1285" w:type="dxa"/>
            <w:tcBorders>
              <w:bottom w:val="single" w:sz="4" w:space="0" w:color="auto"/>
            </w:tcBorders>
            <w:vAlign w:val="center"/>
          </w:tcPr>
          <w:p w14:paraId="0984EEC7" w14:textId="77777777" w:rsidR="00BB326E" w:rsidRPr="00C54509" w:rsidRDefault="00BB326E" w:rsidP="00BB326E">
            <w:pPr>
              <w:pStyle w:val="TAC"/>
              <w:rPr>
                <w:rFonts w:cs="Arial"/>
              </w:rPr>
            </w:pPr>
            <w:r w:rsidRPr="00C54509">
              <w:rPr>
                <w:rFonts w:cs="Arial"/>
              </w:rPr>
              <w:t>-13 dBm</w:t>
            </w:r>
          </w:p>
        </w:tc>
        <w:tc>
          <w:tcPr>
            <w:tcW w:w="1418" w:type="dxa"/>
            <w:tcBorders>
              <w:bottom w:val="single" w:sz="4" w:space="0" w:color="auto"/>
            </w:tcBorders>
            <w:vAlign w:val="center"/>
          </w:tcPr>
          <w:p w14:paraId="0984EEC8" w14:textId="77777777" w:rsidR="00BB326E" w:rsidRPr="00C54509" w:rsidRDefault="00BB326E" w:rsidP="00BB326E">
            <w:pPr>
              <w:pStyle w:val="TAC"/>
              <w:rPr>
                <w:rFonts w:cs="Arial"/>
              </w:rPr>
            </w:pPr>
            <w:r w:rsidRPr="00C54509">
              <w:rPr>
                <w:rFonts w:cs="Arial"/>
              </w:rPr>
              <w:t>100 kHz</w:t>
            </w:r>
          </w:p>
        </w:tc>
      </w:tr>
    </w:tbl>
    <w:p w14:paraId="0984EECA" w14:textId="77777777" w:rsidR="00BB326E" w:rsidRPr="00C54509" w:rsidRDefault="00BB326E" w:rsidP="00BB326E"/>
    <w:p w14:paraId="0984EECB" w14:textId="77777777" w:rsidR="00BB326E" w:rsidRPr="00C54509" w:rsidRDefault="00BB326E" w:rsidP="00BB326E">
      <w:r w:rsidRPr="00C54509">
        <w:t>In certain regions, the following requirements may apply to an E-UTRA</w:t>
      </w:r>
      <w:r w:rsidRPr="00C54509">
        <w:rPr>
          <w:rFonts w:cs="v5.0.0"/>
        </w:rPr>
        <w:t>, E-UTRA with NB-IoT and NB-IoT</w:t>
      </w:r>
      <w:r w:rsidRPr="00C54509">
        <w:t xml:space="preserve"> TDD BS operating in the same geographic area and in the same operating band as another E-UTRA TDD system without synchronisation. For this case the emissions shall not exceed -52 dBm</w:t>
      </w:r>
      <w:r w:rsidRPr="00C54509">
        <w:rPr>
          <w:lang w:eastAsia="zh-CN"/>
        </w:rPr>
        <w:t>/MHz</w:t>
      </w:r>
      <w:r w:rsidRPr="00C54509">
        <w:t xml:space="preserve"> in each supported downlink operating band except in:</w:t>
      </w:r>
    </w:p>
    <w:p w14:paraId="0984EECC" w14:textId="77777777" w:rsidR="00BB326E" w:rsidRPr="00C54509" w:rsidRDefault="00BB326E" w:rsidP="00BB326E">
      <w:pPr>
        <w:pStyle w:val="B10"/>
      </w:pPr>
      <w:r w:rsidRPr="00C54509">
        <w:t>-</w:t>
      </w:r>
      <w:r w:rsidRPr="00C54509">
        <w:tab/>
        <w:t>The frequency range from 10 MHz below the lower channel edge to the frequency 10 MHz above the upper channel edge of each supported band.</w:t>
      </w:r>
    </w:p>
    <w:p w14:paraId="0984EECD" w14:textId="77777777" w:rsidR="00BB326E" w:rsidRPr="00EF2F0E" w:rsidRDefault="00BB326E" w:rsidP="00BB326E">
      <w:pPr>
        <w:pStyle w:val="Heading6"/>
      </w:pPr>
      <w:bookmarkStart w:id="4309" w:name="_Toc61112524"/>
      <w:bookmarkStart w:id="4310" w:name="_Toc67911676"/>
      <w:bookmarkStart w:id="4311" w:name="_Toc74843151"/>
      <w:bookmarkStart w:id="4312" w:name="_Toc76503534"/>
      <w:bookmarkStart w:id="4313" w:name="_Toc83040977"/>
      <w:bookmarkStart w:id="4314" w:name="_Toc89852020"/>
      <w:bookmarkStart w:id="4315" w:name="_Toc98676374"/>
      <w:r>
        <w:t>9.7.5.4.6.2</w:t>
      </w:r>
      <w:r w:rsidRPr="00EF2F0E">
        <w:tab/>
        <w:t>Protection of DTT</w:t>
      </w:r>
      <w:bookmarkEnd w:id="4309"/>
      <w:bookmarkEnd w:id="4310"/>
      <w:bookmarkEnd w:id="4311"/>
      <w:bookmarkEnd w:id="4312"/>
      <w:bookmarkEnd w:id="4313"/>
      <w:bookmarkEnd w:id="4314"/>
      <w:bookmarkEnd w:id="4315"/>
      <w:r w:rsidRPr="00EF2F0E">
        <w:t xml:space="preserve"> </w:t>
      </w:r>
    </w:p>
    <w:p w14:paraId="0984EECE" w14:textId="77777777" w:rsidR="00BB326E" w:rsidRPr="00EF2F0E" w:rsidRDefault="00BB326E" w:rsidP="00BB326E">
      <w:pPr>
        <w:rPr>
          <w:lang w:eastAsia="ko-KR"/>
        </w:rPr>
      </w:pPr>
      <w:r w:rsidRPr="00EF2F0E">
        <w:rPr>
          <w:rFonts w:cs="v5.0.0"/>
          <w:lang w:eastAsia="ko-KR"/>
        </w:rPr>
        <w:t xml:space="preserve">In certain regions the following requirement may apply for protection of DTT. For an AAS BS operating in Band 20, the </w:t>
      </w:r>
      <w:r w:rsidRPr="00EF2F0E">
        <w:rPr>
          <w:lang w:eastAsia="ko-KR"/>
        </w:rPr>
        <w:t>level of emissions in the band 470-790 MHz, measured in an 8 MHz filter bandwidth on centre frequencies F</w:t>
      </w:r>
      <w:r w:rsidRPr="00EF2F0E">
        <w:rPr>
          <w:vertAlign w:val="subscript"/>
          <w:lang w:eastAsia="ko-KR"/>
        </w:rPr>
        <w:t>filter</w:t>
      </w:r>
      <w:r w:rsidRPr="00EF2F0E">
        <w:rPr>
          <w:lang w:eastAsia="ko-KR"/>
        </w:rPr>
        <w:t xml:space="preserve"> according to table </w:t>
      </w:r>
      <w:r>
        <w:rPr>
          <w:lang w:eastAsia="ko-KR"/>
        </w:rPr>
        <w:t>9.7.5.4.6.2</w:t>
      </w:r>
      <w:r w:rsidRPr="00EF2F0E">
        <w:rPr>
          <w:lang w:eastAsia="ko-KR"/>
        </w:rPr>
        <w:t xml:space="preserve">-1, shall not exceed the maximum emission TRP level shown in the table. This requirement applies in the frequency range 470-790 MHz even though part of the range falls in the spurious domain. </w:t>
      </w:r>
    </w:p>
    <w:p w14:paraId="0984EECF" w14:textId="77777777" w:rsidR="00BB326E" w:rsidRPr="00EF2F0E" w:rsidRDefault="00BB326E" w:rsidP="00BB326E">
      <w:pPr>
        <w:pStyle w:val="TH"/>
      </w:pPr>
      <w:r w:rsidRPr="00EF2F0E">
        <w:t xml:space="preserve">Table </w:t>
      </w:r>
      <w:r>
        <w:t>9.7.5.4.6.2</w:t>
      </w:r>
      <w:r w:rsidRPr="00EF2F0E">
        <w:t>-1: Declared emissions levels for protection of DTT</w:t>
      </w:r>
    </w:p>
    <w:tbl>
      <w:tblPr>
        <w:tblW w:w="92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95"/>
        <w:gridCol w:w="1701"/>
        <w:gridCol w:w="2268"/>
        <w:gridCol w:w="1984"/>
        <w:gridCol w:w="1512"/>
      </w:tblGrid>
      <w:tr w:rsidR="00BB326E" w:rsidRPr="00EF2F0E" w14:paraId="0984EED7" w14:textId="77777777" w:rsidTr="00BB326E">
        <w:trPr>
          <w:cantSplit/>
          <w:jc w:val="center"/>
        </w:trPr>
        <w:tc>
          <w:tcPr>
            <w:tcW w:w="1795" w:type="dxa"/>
          </w:tcPr>
          <w:p w14:paraId="0984EED0" w14:textId="77777777" w:rsidR="00BB326E" w:rsidRPr="00EF2F0E" w:rsidRDefault="00BB326E" w:rsidP="00BB326E">
            <w:pPr>
              <w:pStyle w:val="TAH"/>
              <w:rPr>
                <w:rFonts w:cs="v5.0.0"/>
              </w:rPr>
            </w:pPr>
            <w:r w:rsidRPr="00EF2F0E">
              <w:rPr>
                <w:rFonts w:cs="v5.0.0"/>
              </w:rPr>
              <w:t>Case</w:t>
            </w:r>
          </w:p>
        </w:tc>
        <w:tc>
          <w:tcPr>
            <w:tcW w:w="1701" w:type="dxa"/>
          </w:tcPr>
          <w:p w14:paraId="0984EED1" w14:textId="77777777" w:rsidR="00BB326E" w:rsidRPr="00EF2F0E" w:rsidRDefault="00BB326E" w:rsidP="00BB326E">
            <w:pPr>
              <w:pStyle w:val="TAH"/>
              <w:rPr>
                <w:rFonts w:cs="v5.0.0"/>
              </w:rPr>
            </w:pPr>
            <w:r w:rsidRPr="00EF2F0E">
              <w:rPr>
                <w:rFonts w:cs="v5.0.0"/>
              </w:rPr>
              <w:t>Measurement filter centre frequency</w:t>
            </w:r>
          </w:p>
        </w:tc>
        <w:tc>
          <w:tcPr>
            <w:tcW w:w="2268" w:type="dxa"/>
          </w:tcPr>
          <w:p w14:paraId="0984EED2" w14:textId="77777777" w:rsidR="00BB326E" w:rsidRPr="00EF2F0E" w:rsidRDefault="00BB326E" w:rsidP="00BB326E">
            <w:pPr>
              <w:pStyle w:val="TAH"/>
              <w:rPr>
                <w:rFonts w:cs="v5.0.0"/>
                <w:vertAlign w:val="subscript"/>
              </w:rPr>
            </w:pPr>
            <w:r w:rsidRPr="00EF2F0E">
              <w:rPr>
                <w:rFonts w:cs="v5.0.0"/>
              </w:rPr>
              <w:t>Condition on BS maximum aggregate TRP / 10 MHz, P</w:t>
            </w:r>
            <w:r w:rsidRPr="00EF2F0E">
              <w:rPr>
                <w:rFonts w:cs="v5.0.0"/>
                <w:vertAlign w:val="subscript"/>
              </w:rPr>
              <w:t>TRP_10MHz</w:t>
            </w:r>
          </w:p>
          <w:p w14:paraId="0984EED3" w14:textId="77777777" w:rsidR="00BB326E" w:rsidRPr="00EF2F0E" w:rsidRDefault="00BB326E" w:rsidP="00BB326E">
            <w:pPr>
              <w:pStyle w:val="TAH"/>
              <w:rPr>
                <w:rFonts w:cs="v5.0.0"/>
              </w:rPr>
            </w:pPr>
            <w:r w:rsidRPr="00EF2F0E">
              <w:rPr>
                <w:rFonts w:cs="Arial"/>
              </w:rPr>
              <w:t>(NOTE)</w:t>
            </w:r>
            <w:r w:rsidRPr="00EF2F0E">
              <w:rPr>
                <w:rFonts w:cs="v5.0.0"/>
              </w:rPr>
              <w:t xml:space="preserve"> </w:t>
            </w:r>
          </w:p>
        </w:tc>
        <w:tc>
          <w:tcPr>
            <w:tcW w:w="1984" w:type="dxa"/>
          </w:tcPr>
          <w:p w14:paraId="0984EED4" w14:textId="77777777" w:rsidR="00BB326E" w:rsidRPr="00EF2F0E" w:rsidRDefault="00BB326E" w:rsidP="00BB326E">
            <w:pPr>
              <w:pStyle w:val="TAH"/>
              <w:rPr>
                <w:rFonts w:cs="v5.0.0"/>
              </w:rPr>
            </w:pPr>
            <w:r w:rsidRPr="00EF2F0E">
              <w:rPr>
                <w:rFonts w:cs="v5.0.0"/>
              </w:rPr>
              <w:t>Maximum Level</w:t>
            </w:r>
          </w:p>
          <w:p w14:paraId="0984EED5" w14:textId="77777777" w:rsidR="00BB326E" w:rsidRPr="00EF2F0E" w:rsidRDefault="00BB326E" w:rsidP="00BB326E">
            <w:pPr>
              <w:pStyle w:val="TAH"/>
              <w:rPr>
                <w:rFonts w:cs="v5.0.0"/>
              </w:rPr>
            </w:pPr>
            <w:r w:rsidRPr="00EF2F0E">
              <w:rPr>
                <w:rFonts w:cs="Arial"/>
              </w:rPr>
              <w:t>P</w:t>
            </w:r>
            <w:r w:rsidRPr="00EF2F0E">
              <w:rPr>
                <w:rFonts w:cs="Arial"/>
                <w:vertAlign w:val="subscript"/>
              </w:rPr>
              <w:t>TRP,N,MAX</w:t>
            </w:r>
          </w:p>
        </w:tc>
        <w:tc>
          <w:tcPr>
            <w:tcW w:w="1512" w:type="dxa"/>
          </w:tcPr>
          <w:p w14:paraId="0984EED6" w14:textId="77777777" w:rsidR="00BB326E" w:rsidRPr="00EF2F0E" w:rsidRDefault="00BB326E" w:rsidP="00BB326E">
            <w:pPr>
              <w:pStyle w:val="TAH"/>
              <w:rPr>
                <w:rFonts w:cs="v5.0.0"/>
              </w:rPr>
            </w:pPr>
            <w:r w:rsidRPr="00EF2F0E">
              <w:rPr>
                <w:rFonts w:cs="v5.0.0"/>
              </w:rPr>
              <w:t>Measurement Bandwidth</w:t>
            </w:r>
          </w:p>
        </w:tc>
      </w:tr>
      <w:tr w:rsidR="00BB326E" w:rsidRPr="00EF2F0E" w14:paraId="0984EEDE" w14:textId="77777777" w:rsidTr="00BB326E">
        <w:trPr>
          <w:cantSplit/>
          <w:jc w:val="center"/>
        </w:trPr>
        <w:tc>
          <w:tcPr>
            <w:tcW w:w="1795" w:type="dxa"/>
            <w:vMerge w:val="restart"/>
          </w:tcPr>
          <w:p w14:paraId="0984EED8" w14:textId="77777777" w:rsidR="00BB326E" w:rsidRPr="00EF2F0E" w:rsidRDefault="00BB326E" w:rsidP="00BB326E">
            <w:pPr>
              <w:pStyle w:val="TAL"/>
              <w:rPr>
                <w:rFonts w:cs="Arial"/>
              </w:rPr>
            </w:pPr>
            <w:r w:rsidRPr="00EF2F0E">
              <w:rPr>
                <w:rFonts w:cs="Arial"/>
              </w:rPr>
              <w:t>A: for DTT frequencies where broadcasting is protected</w:t>
            </w:r>
          </w:p>
        </w:tc>
        <w:tc>
          <w:tcPr>
            <w:tcW w:w="1701" w:type="dxa"/>
          </w:tcPr>
          <w:p w14:paraId="0984EED9" w14:textId="77777777" w:rsidR="00BB326E" w:rsidRPr="00EF2F0E" w:rsidRDefault="00BB326E" w:rsidP="00BB326E">
            <w:pPr>
              <w:pStyle w:val="TAC"/>
              <w:rPr>
                <w:rFonts w:cs="Arial"/>
              </w:rPr>
            </w:pPr>
            <w:r w:rsidRPr="00EF2F0E">
              <w:rPr>
                <w:rFonts w:cs="Arial"/>
              </w:rPr>
              <w:t xml:space="preserve">N*8 + 306 MHz, </w:t>
            </w:r>
          </w:p>
          <w:p w14:paraId="0984EEDA" w14:textId="77777777" w:rsidR="00BB326E" w:rsidRPr="00EF2F0E" w:rsidRDefault="00BB326E" w:rsidP="00BB326E">
            <w:pPr>
              <w:pStyle w:val="TAC"/>
              <w:rPr>
                <w:rFonts w:cs="Arial"/>
              </w:rPr>
            </w:pPr>
            <w:r w:rsidRPr="00EF2F0E">
              <w:rPr>
                <w:rFonts w:cs="Arial"/>
              </w:rPr>
              <w:t xml:space="preserve">21 ≤ N ≤ 60 </w:t>
            </w:r>
          </w:p>
        </w:tc>
        <w:tc>
          <w:tcPr>
            <w:tcW w:w="2268" w:type="dxa"/>
          </w:tcPr>
          <w:p w14:paraId="0984EEDB" w14:textId="77777777" w:rsidR="00BB326E" w:rsidRPr="00EF2F0E" w:rsidRDefault="00BB326E" w:rsidP="00BB326E">
            <w:pPr>
              <w:pStyle w:val="TAC"/>
              <w:rPr>
                <w:rFonts w:cs="Arial"/>
              </w:rPr>
            </w:pPr>
            <w:r w:rsidRPr="00EF2F0E">
              <w:rPr>
                <w:rFonts w:cs="Arial"/>
              </w:rPr>
              <w:t>P</w:t>
            </w:r>
            <w:r w:rsidRPr="00EF2F0E">
              <w:rPr>
                <w:rFonts w:cs="Arial"/>
                <w:vertAlign w:val="subscript"/>
              </w:rPr>
              <w:t>TRP_10MHz</w:t>
            </w:r>
            <w:r w:rsidRPr="00EF2F0E">
              <w:rPr>
                <w:rFonts w:cs="Arial"/>
              </w:rPr>
              <w:t xml:space="preserve"> </w:t>
            </w:r>
            <w:r w:rsidRPr="00EF2F0E">
              <w:rPr>
                <w:rFonts w:cs="Arial"/>
              </w:rPr>
              <w:sym w:font="Symbol" w:char="F0B3"/>
            </w:r>
            <w:r w:rsidRPr="00EF2F0E">
              <w:rPr>
                <w:rFonts w:cs="Arial"/>
              </w:rPr>
              <w:t xml:space="preserve"> 59 dBm</w:t>
            </w:r>
          </w:p>
        </w:tc>
        <w:tc>
          <w:tcPr>
            <w:tcW w:w="1984" w:type="dxa"/>
          </w:tcPr>
          <w:p w14:paraId="0984EEDC" w14:textId="77777777" w:rsidR="00BB326E" w:rsidRPr="00EF2F0E" w:rsidRDefault="00BB326E" w:rsidP="00BB326E">
            <w:pPr>
              <w:pStyle w:val="TAC"/>
              <w:rPr>
                <w:rFonts w:cs="Arial"/>
              </w:rPr>
            </w:pPr>
            <w:r w:rsidRPr="00EF2F0E">
              <w:rPr>
                <w:rFonts w:cs="Arial"/>
              </w:rPr>
              <w:t xml:space="preserve">0  dBm  </w:t>
            </w:r>
          </w:p>
        </w:tc>
        <w:tc>
          <w:tcPr>
            <w:tcW w:w="1512" w:type="dxa"/>
          </w:tcPr>
          <w:p w14:paraId="0984EEDD" w14:textId="77777777" w:rsidR="00BB326E" w:rsidRPr="00EF2F0E" w:rsidRDefault="00BB326E" w:rsidP="00BB326E">
            <w:pPr>
              <w:pStyle w:val="TAC"/>
              <w:rPr>
                <w:rFonts w:cs="Arial"/>
              </w:rPr>
            </w:pPr>
            <w:r w:rsidRPr="00EF2F0E">
              <w:rPr>
                <w:rFonts w:cs="Arial"/>
              </w:rPr>
              <w:t>8 MHz</w:t>
            </w:r>
          </w:p>
        </w:tc>
      </w:tr>
      <w:tr w:rsidR="00BB326E" w:rsidRPr="00EF2F0E" w14:paraId="0984EEE5" w14:textId="77777777" w:rsidTr="00BB326E">
        <w:trPr>
          <w:cantSplit/>
          <w:jc w:val="center"/>
        </w:trPr>
        <w:tc>
          <w:tcPr>
            <w:tcW w:w="1795" w:type="dxa"/>
            <w:vMerge/>
          </w:tcPr>
          <w:p w14:paraId="0984EEDF" w14:textId="77777777" w:rsidR="00BB326E" w:rsidRPr="00EF2F0E" w:rsidRDefault="00BB326E" w:rsidP="00BB326E">
            <w:pPr>
              <w:pStyle w:val="TAL"/>
              <w:rPr>
                <w:rFonts w:cs="Arial"/>
              </w:rPr>
            </w:pPr>
          </w:p>
        </w:tc>
        <w:tc>
          <w:tcPr>
            <w:tcW w:w="1701" w:type="dxa"/>
          </w:tcPr>
          <w:p w14:paraId="0984EEE0" w14:textId="77777777" w:rsidR="00BB326E" w:rsidRPr="00EF2F0E" w:rsidRDefault="00BB326E" w:rsidP="00BB326E">
            <w:pPr>
              <w:pStyle w:val="TAC"/>
              <w:rPr>
                <w:rFonts w:cs="Arial"/>
              </w:rPr>
            </w:pPr>
            <w:r w:rsidRPr="00EF2F0E">
              <w:rPr>
                <w:rFonts w:cs="Arial"/>
              </w:rPr>
              <w:t xml:space="preserve">N*8 + 306 MHz, </w:t>
            </w:r>
          </w:p>
          <w:p w14:paraId="0984EEE1" w14:textId="77777777" w:rsidR="00BB326E" w:rsidRPr="00EF2F0E" w:rsidRDefault="00BB326E" w:rsidP="00BB326E">
            <w:pPr>
              <w:pStyle w:val="TAC"/>
              <w:rPr>
                <w:rFonts w:cs="Arial"/>
              </w:rPr>
            </w:pPr>
            <w:r w:rsidRPr="00EF2F0E">
              <w:rPr>
                <w:rFonts w:cs="Arial"/>
              </w:rPr>
              <w:t xml:space="preserve">21 ≤ N ≤ 60 </w:t>
            </w:r>
          </w:p>
        </w:tc>
        <w:tc>
          <w:tcPr>
            <w:tcW w:w="2268" w:type="dxa"/>
          </w:tcPr>
          <w:p w14:paraId="0984EEE2" w14:textId="77777777" w:rsidR="00BB326E" w:rsidRPr="00EF2F0E" w:rsidRDefault="00BB326E" w:rsidP="00BB326E">
            <w:pPr>
              <w:pStyle w:val="TAC"/>
              <w:rPr>
                <w:rFonts w:cs="Arial"/>
              </w:rPr>
            </w:pPr>
            <w:r w:rsidRPr="00EF2F0E">
              <w:rPr>
                <w:rFonts w:cs="Arial"/>
              </w:rPr>
              <w:t xml:space="preserve">36 </w:t>
            </w:r>
            <w:r w:rsidRPr="00EF2F0E">
              <w:rPr>
                <w:rFonts w:cs="Arial"/>
              </w:rPr>
              <w:sym w:font="Symbol" w:char="F0A3"/>
            </w:r>
            <w:r w:rsidRPr="00EF2F0E">
              <w:rPr>
                <w:rFonts w:cs="Arial"/>
              </w:rPr>
              <w:t xml:space="preserve"> P</w:t>
            </w:r>
            <w:r w:rsidRPr="00EF2F0E">
              <w:rPr>
                <w:rFonts w:cs="Arial"/>
                <w:vertAlign w:val="subscript"/>
              </w:rPr>
              <w:t>TRP_10MHz</w:t>
            </w:r>
            <w:r w:rsidRPr="00EF2F0E">
              <w:rPr>
                <w:rFonts w:cs="Arial"/>
              </w:rPr>
              <w:t xml:space="preserve"> &lt; 59 dBm</w:t>
            </w:r>
          </w:p>
        </w:tc>
        <w:tc>
          <w:tcPr>
            <w:tcW w:w="1984" w:type="dxa"/>
          </w:tcPr>
          <w:p w14:paraId="0984EEE3" w14:textId="77777777" w:rsidR="00BB326E" w:rsidRPr="00EF2F0E" w:rsidRDefault="00BB326E" w:rsidP="00BB326E">
            <w:pPr>
              <w:pStyle w:val="TAC"/>
              <w:rPr>
                <w:rFonts w:cs="Arial"/>
              </w:rPr>
            </w:pPr>
            <w:r w:rsidRPr="00EF2F0E">
              <w:rPr>
                <w:rFonts w:cs="Arial"/>
              </w:rPr>
              <w:t>P</w:t>
            </w:r>
            <w:r w:rsidRPr="00EF2F0E">
              <w:rPr>
                <w:rFonts w:cs="Arial"/>
                <w:vertAlign w:val="subscript"/>
              </w:rPr>
              <w:t>TRP_10MHz</w:t>
            </w:r>
            <w:r w:rsidRPr="00EF2F0E">
              <w:rPr>
                <w:rFonts w:cs="Arial"/>
              </w:rPr>
              <w:t xml:space="preserve"> – 59 dBm</w:t>
            </w:r>
          </w:p>
        </w:tc>
        <w:tc>
          <w:tcPr>
            <w:tcW w:w="1512" w:type="dxa"/>
          </w:tcPr>
          <w:p w14:paraId="0984EEE4" w14:textId="77777777" w:rsidR="00BB326E" w:rsidRPr="00EF2F0E" w:rsidRDefault="00BB326E" w:rsidP="00BB326E">
            <w:pPr>
              <w:pStyle w:val="TAC"/>
              <w:rPr>
                <w:rFonts w:cs="Arial"/>
              </w:rPr>
            </w:pPr>
            <w:r w:rsidRPr="00EF2F0E">
              <w:rPr>
                <w:rFonts w:cs="Arial"/>
              </w:rPr>
              <w:t>8 MHz</w:t>
            </w:r>
          </w:p>
        </w:tc>
      </w:tr>
      <w:tr w:rsidR="00BB326E" w:rsidRPr="00EF2F0E" w14:paraId="0984EEEC" w14:textId="77777777" w:rsidTr="00BB326E">
        <w:trPr>
          <w:cantSplit/>
          <w:jc w:val="center"/>
        </w:trPr>
        <w:tc>
          <w:tcPr>
            <w:tcW w:w="1795" w:type="dxa"/>
            <w:vMerge/>
          </w:tcPr>
          <w:p w14:paraId="0984EEE6" w14:textId="77777777" w:rsidR="00BB326E" w:rsidRPr="00EF2F0E" w:rsidRDefault="00BB326E" w:rsidP="00BB326E">
            <w:pPr>
              <w:pStyle w:val="TAL"/>
              <w:rPr>
                <w:rFonts w:cs="Arial"/>
              </w:rPr>
            </w:pPr>
          </w:p>
        </w:tc>
        <w:tc>
          <w:tcPr>
            <w:tcW w:w="1701" w:type="dxa"/>
          </w:tcPr>
          <w:p w14:paraId="0984EEE7" w14:textId="77777777" w:rsidR="00BB326E" w:rsidRPr="00EF2F0E" w:rsidRDefault="00BB326E" w:rsidP="00BB326E">
            <w:pPr>
              <w:pStyle w:val="TAC"/>
              <w:rPr>
                <w:rFonts w:cs="Arial"/>
              </w:rPr>
            </w:pPr>
            <w:r w:rsidRPr="00EF2F0E">
              <w:rPr>
                <w:rFonts w:cs="Arial"/>
              </w:rPr>
              <w:t xml:space="preserve">N*8 + 306 MHz, </w:t>
            </w:r>
          </w:p>
          <w:p w14:paraId="0984EEE8" w14:textId="77777777" w:rsidR="00BB326E" w:rsidRPr="00EF2F0E" w:rsidRDefault="00BB326E" w:rsidP="00BB326E">
            <w:pPr>
              <w:pStyle w:val="TAC"/>
              <w:rPr>
                <w:rFonts w:cs="Arial"/>
              </w:rPr>
            </w:pPr>
            <w:r w:rsidRPr="00EF2F0E">
              <w:rPr>
                <w:rFonts w:cs="Arial"/>
              </w:rPr>
              <w:t xml:space="preserve">21 ≤ N ≤ 60 </w:t>
            </w:r>
          </w:p>
        </w:tc>
        <w:tc>
          <w:tcPr>
            <w:tcW w:w="2268" w:type="dxa"/>
          </w:tcPr>
          <w:p w14:paraId="0984EEE9" w14:textId="77777777" w:rsidR="00BB326E" w:rsidRPr="00EF2F0E" w:rsidRDefault="00BB326E" w:rsidP="00BB326E">
            <w:pPr>
              <w:pStyle w:val="TAC"/>
              <w:rPr>
                <w:rFonts w:cs="Arial"/>
              </w:rPr>
            </w:pPr>
            <w:r w:rsidRPr="00EF2F0E">
              <w:rPr>
                <w:rFonts w:cs="Arial"/>
              </w:rPr>
              <w:t>P</w:t>
            </w:r>
            <w:r w:rsidRPr="00EF2F0E">
              <w:rPr>
                <w:rFonts w:cs="Arial"/>
                <w:vertAlign w:val="subscript"/>
              </w:rPr>
              <w:t>TRP_10MHz</w:t>
            </w:r>
            <w:r w:rsidRPr="00EF2F0E">
              <w:rPr>
                <w:rFonts w:cs="Arial"/>
              </w:rPr>
              <w:t xml:space="preserve"> &lt; 36 dBm</w:t>
            </w:r>
          </w:p>
        </w:tc>
        <w:tc>
          <w:tcPr>
            <w:tcW w:w="1984" w:type="dxa"/>
          </w:tcPr>
          <w:p w14:paraId="0984EEEA" w14:textId="77777777" w:rsidR="00BB326E" w:rsidRPr="00EF2F0E" w:rsidRDefault="00BB326E" w:rsidP="00BB326E">
            <w:pPr>
              <w:pStyle w:val="TAC"/>
              <w:rPr>
                <w:rFonts w:cs="Arial"/>
              </w:rPr>
            </w:pPr>
            <w:r w:rsidRPr="00EF2F0E">
              <w:rPr>
                <w:rFonts w:cs="Arial"/>
              </w:rPr>
              <w:t xml:space="preserve">-23 dBm  </w:t>
            </w:r>
          </w:p>
        </w:tc>
        <w:tc>
          <w:tcPr>
            <w:tcW w:w="1512" w:type="dxa"/>
          </w:tcPr>
          <w:p w14:paraId="0984EEEB" w14:textId="77777777" w:rsidR="00BB326E" w:rsidRPr="00EF2F0E" w:rsidRDefault="00BB326E" w:rsidP="00BB326E">
            <w:pPr>
              <w:pStyle w:val="TAC"/>
              <w:rPr>
                <w:rFonts w:cs="Arial"/>
              </w:rPr>
            </w:pPr>
            <w:r w:rsidRPr="00EF2F0E">
              <w:rPr>
                <w:rFonts w:cs="Arial"/>
              </w:rPr>
              <w:t>8 MHz</w:t>
            </w:r>
          </w:p>
        </w:tc>
      </w:tr>
      <w:tr w:rsidR="00BB326E" w:rsidRPr="00EF2F0E" w14:paraId="0984EEF3" w14:textId="77777777" w:rsidTr="00BB326E">
        <w:trPr>
          <w:cantSplit/>
          <w:jc w:val="center"/>
        </w:trPr>
        <w:tc>
          <w:tcPr>
            <w:tcW w:w="1795" w:type="dxa"/>
            <w:vMerge w:val="restart"/>
          </w:tcPr>
          <w:p w14:paraId="0984EEED" w14:textId="77777777" w:rsidR="00BB326E" w:rsidRPr="00EF2F0E" w:rsidRDefault="00BB326E" w:rsidP="00BB326E">
            <w:pPr>
              <w:pStyle w:val="TAL"/>
              <w:rPr>
                <w:rFonts w:cs="Arial"/>
              </w:rPr>
            </w:pPr>
            <w:r w:rsidRPr="00EF2F0E">
              <w:rPr>
                <w:rFonts w:cs="Arial"/>
              </w:rPr>
              <w:t>B: for DTT frequencies where broadcasting is subject to an intermediate level of protection</w:t>
            </w:r>
          </w:p>
        </w:tc>
        <w:tc>
          <w:tcPr>
            <w:tcW w:w="1701" w:type="dxa"/>
          </w:tcPr>
          <w:p w14:paraId="0984EEEE" w14:textId="77777777" w:rsidR="00BB326E" w:rsidRPr="00EF2F0E" w:rsidRDefault="00BB326E" w:rsidP="00BB326E">
            <w:pPr>
              <w:pStyle w:val="TAC"/>
              <w:rPr>
                <w:rFonts w:cs="Arial"/>
              </w:rPr>
            </w:pPr>
            <w:r w:rsidRPr="00EF2F0E">
              <w:rPr>
                <w:rFonts w:cs="Arial"/>
              </w:rPr>
              <w:t xml:space="preserve">N*8 + 306 MHz, </w:t>
            </w:r>
          </w:p>
          <w:p w14:paraId="0984EEEF" w14:textId="77777777" w:rsidR="00BB326E" w:rsidRPr="00EF2F0E" w:rsidRDefault="00BB326E" w:rsidP="00BB326E">
            <w:pPr>
              <w:pStyle w:val="TAC"/>
              <w:rPr>
                <w:rFonts w:cs="Arial"/>
              </w:rPr>
            </w:pPr>
            <w:r w:rsidRPr="00EF2F0E">
              <w:rPr>
                <w:rFonts w:cs="Arial"/>
              </w:rPr>
              <w:t xml:space="preserve">21 ≤ N ≤ 60 </w:t>
            </w:r>
          </w:p>
        </w:tc>
        <w:tc>
          <w:tcPr>
            <w:tcW w:w="2268" w:type="dxa"/>
          </w:tcPr>
          <w:p w14:paraId="0984EEF0" w14:textId="77777777" w:rsidR="00BB326E" w:rsidRPr="00EF2F0E" w:rsidRDefault="00BB326E" w:rsidP="00BB326E">
            <w:pPr>
              <w:pStyle w:val="TAC"/>
              <w:rPr>
                <w:rFonts w:cs="Arial"/>
              </w:rPr>
            </w:pPr>
            <w:r w:rsidRPr="00EF2F0E">
              <w:rPr>
                <w:rFonts w:cs="Arial"/>
              </w:rPr>
              <w:t>P</w:t>
            </w:r>
            <w:r w:rsidRPr="00EF2F0E">
              <w:rPr>
                <w:rFonts w:cs="Arial"/>
                <w:vertAlign w:val="subscript"/>
              </w:rPr>
              <w:t>TRP_10MHz</w:t>
            </w:r>
            <w:r w:rsidRPr="00EF2F0E">
              <w:rPr>
                <w:rFonts w:cs="Arial"/>
              </w:rPr>
              <w:t xml:space="preserve"> </w:t>
            </w:r>
            <w:r w:rsidRPr="00EF2F0E">
              <w:rPr>
                <w:rFonts w:cs="Arial"/>
              </w:rPr>
              <w:sym w:font="Symbol" w:char="F0B3"/>
            </w:r>
            <w:r w:rsidRPr="00EF2F0E">
              <w:rPr>
                <w:rFonts w:cs="Arial"/>
              </w:rPr>
              <w:t xml:space="preserve"> 59 dBm</w:t>
            </w:r>
          </w:p>
        </w:tc>
        <w:tc>
          <w:tcPr>
            <w:tcW w:w="1984" w:type="dxa"/>
          </w:tcPr>
          <w:p w14:paraId="0984EEF1" w14:textId="77777777" w:rsidR="00BB326E" w:rsidRPr="00EF2F0E" w:rsidRDefault="00BB326E" w:rsidP="00BB326E">
            <w:pPr>
              <w:pStyle w:val="TAC"/>
              <w:rPr>
                <w:rFonts w:cs="Arial"/>
              </w:rPr>
            </w:pPr>
            <w:r w:rsidRPr="00EF2F0E">
              <w:rPr>
                <w:rFonts w:cs="Arial"/>
              </w:rPr>
              <w:t xml:space="preserve">10 dBm  </w:t>
            </w:r>
          </w:p>
        </w:tc>
        <w:tc>
          <w:tcPr>
            <w:tcW w:w="1512" w:type="dxa"/>
          </w:tcPr>
          <w:p w14:paraId="0984EEF2" w14:textId="77777777" w:rsidR="00BB326E" w:rsidRPr="00EF2F0E" w:rsidRDefault="00BB326E" w:rsidP="00BB326E">
            <w:pPr>
              <w:pStyle w:val="TAC"/>
              <w:rPr>
                <w:rFonts w:cs="Arial"/>
              </w:rPr>
            </w:pPr>
            <w:r w:rsidRPr="00EF2F0E">
              <w:rPr>
                <w:rFonts w:cs="Arial"/>
              </w:rPr>
              <w:t>8 MHz</w:t>
            </w:r>
          </w:p>
        </w:tc>
      </w:tr>
      <w:tr w:rsidR="00BB326E" w:rsidRPr="00EF2F0E" w14:paraId="0984EEFA" w14:textId="77777777" w:rsidTr="00BB326E">
        <w:trPr>
          <w:cantSplit/>
          <w:jc w:val="center"/>
        </w:trPr>
        <w:tc>
          <w:tcPr>
            <w:tcW w:w="1795" w:type="dxa"/>
            <w:vMerge/>
          </w:tcPr>
          <w:p w14:paraId="0984EEF4" w14:textId="77777777" w:rsidR="00BB326E" w:rsidRPr="00EF2F0E" w:rsidRDefault="00BB326E" w:rsidP="00BB326E">
            <w:pPr>
              <w:pStyle w:val="TAL"/>
              <w:rPr>
                <w:rFonts w:cs="Arial"/>
              </w:rPr>
            </w:pPr>
          </w:p>
        </w:tc>
        <w:tc>
          <w:tcPr>
            <w:tcW w:w="1701" w:type="dxa"/>
          </w:tcPr>
          <w:p w14:paraId="0984EEF5" w14:textId="77777777" w:rsidR="00BB326E" w:rsidRPr="00EF2F0E" w:rsidRDefault="00BB326E" w:rsidP="00BB326E">
            <w:pPr>
              <w:pStyle w:val="TAC"/>
              <w:rPr>
                <w:rFonts w:cs="Arial"/>
              </w:rPr>
            </w:pPr>
            <w:r w:rsidRPr="00EF2F0E">
              <w:rPr>
                <w:rFonts w:cs="Arial"/>
              </w:rPr>
              <w:t xml:space="preserve">N*8 + 306 MHz, </w:t>
            </w:r>
          </w:p>
          <w:p w14:paraId="0984EEF6" w14:textId="77777777" w:rsidR="00BB326E" w:rsidRPr="00EF2F0E" w:rsidRDefault="00BB326E" w:rsidP="00BB326E">
            <w:pPr>
              <w:pStyle w:val="TAC"/>
              <w:rPr>
                <w:rFonts w:cs="Arial"/>
              </w:rPr>
            </w:pPr>
            <w:r w:rsidRPr="00EF2F0E">
              <w:rPr>
                <w:rFonts w:cs="Arial"/>
              </w:rPr>
              <w:t xml:space="preserve">21 ≤ N ≤ 60 </w:t>
            </w:r>
          </w:p>
        </w:tc>
        <w:tc>
          <w:tcPr>
            <w:tcW w:w="2268" w:type="dxa"/>
          </w:tcPr>
          <w:p w14:paraId="0984EEF7" w14:textId="77777777" w:rsidR="00BB326E" w:rsidRPr="00EF2F0E" w:rsidRDefault="00BB326E" w:rsidP="00BB326E">
            <w:pPr>
              <w:pStyle w:val="TAC"/>
              <w:rPr>
                <w:rFonts w:cs="Arial"/>
              </w:rPr>
            </w:pPr>
            <w:r w:rsidRPr="00EF2F0E">
              <w:rPr>
                <w:rFonts w:cs="Arial"/>
              </w:rPr>
              <w:t xml:space="preserve">36 </w:t>
            </w:r>
            <w:r w:rsidRPr="00EF2F0E">
              <w:rPr>
                <w:rFonts w:cs="Arial"/>
              </w:rPr>
              <w:sym w:font="Symbol" w:char="F0A3"/>
            </w:r>
            <w:r w:rsidRPr="00EF2F0E">
              <w:rPr>
                <w:rFonts w:cs="Arial"/>
              </w:rPr>
              <w:t xml:space="preserve"> P</w:t>
            </w:r>
            <w:r w:rsidRPr="00EF2F0E">
              <w:rPr>
                <w:rFonts w:cs="Arial"/>
                <w:vertAlign w:val="subscript"/>
              </w:rPr>
              <w:t>TRP_10MHz</w:t>
            </w:r>
            <w:r w:rsidRPr="00EF2F0E">
              <w:rPr>
                <w:rFonts w:cs="Arial"/>
              </w:rPr>
              <w:t xml:space="preserve"> &lt; 59 dBm</w:t>
            </w:r>
          </w:p>
        </w:tc>
        <w:tc>
          <w:tcPr>
            <w:tcW w:w="1984" w:type="dxa"/>
          </w:tcPr>
          <w:p w14:paraId="0984EEF8" w14:textId="77777777" w:rsidR="00BB326E" w:rsidRPr="00EF2F0E" w:rsidRDefault="00BB326E" w:rsidP="00BB326E">
            <w:pPr>
              <w:pStyle w:val="TAC"/>
              <w:rPr>
                <w:rFonts w:cs="Arial"/>
              </w:rPr>
            </w:pPr>
            <w:r w:rsidRPr="00EF2F0E">
              <w:rPr>
                <w:rFonts w:cs="Arial"/>
              </w:rPr>
              <w:t>P</w:t>
            </w:r>
            <w:r w:rsidRPr="00EF2F0E">
              <w:rPr>
                <w:rFonts w:cs="Arial"/>
                <w:vertAlign w:val="subscript"/>
              </w:rPr>
              <w:t>TRP_10MHz</w:t>
            </w:r>
            <w:r w:rsidRPr="00EF2F0E">
              <w:rPr>
                <w:rFonts w:cs="Arial"/>
              </w:rPr>
              <w:t xml:space="preserve"> – 49 dBm</w:t>
            </w:r>
          </w:p>
        </w:tc>
        <w:tc>
          <w:tcPr>
            <w:tcW w:w="1512" w:type="dxa"/>
          </w:tcPr>
          <w:p w14:paraId="0984EEF9" w14:textId="77777777" w:rsidR="00BB326E" w:rsidRPr="00EF2F0E" w:rsidRDefault="00BB326E" w:rsidP="00BB326E">
            <w:pPr>
              <w:pStyle w:val="TAC"/>
              <w:rPr>
                <w:rFonts w:cs="Arial"/>
              </w:rPr>
            </w:pPr>
            <w:r w:rsidRPr="00EF2F0E">
              <w:rPr>
                <w:rFonts w:cs="Arial"/>
              </w:rPr>
              <w:t>8 MHz</w:t>
            </w:r>
          </w:p>
        </w:tc>
      </w:tr>
      <w:tr w:rsidR="00BB326E" w:rsidRPr="00EF2F0E" w14:paraId="0984EF01" w14:textId="77777777" w:rsidTr="00BB326E">
        <w:trPr>
          <w:cantSplit/>
          <w:jc w:val="center"/>
        </w:trPr>
        <w:tc>
          <w:tcPr>
            <w:tcW w:w="1795" w:type="dxa"/>
            <w:vMerge/>
          </w:tcPr>
          <w:p w14:paraId="0984EEFB" w14:textId="77777777" w:rsidR="00BB326E" w:rsidRPr="00EF2F0E" w:rsidRDefault="00BB326E" w:rsidP="00BB326E">
            <w:pPr>
              <w:pStyle w:val="TAL"/>
              <w:rPr>
                <w:rFonts w:cs="Arial"/>
              </w:rPr>
            </w:pPr>
          </w:p>
        </w:tc>
        <w:tc>
          <w:tcPr>
            <w:tcW w:w="1701" w:type="dxa"/>
          </w:tcPr>
          <w:p w14:paraId="0984EEFC" w14:textId="77777777" w:rsidR="00BB326E" w:rsidRPr="00EF2F0E" w:rsidRDefault="00BB326E" w:rsidP="00BB326E">
            <w:pPr>
              <w:pStyle w:val="TAC"/>
              <w:rPr>
                <w:rFonts w:cs="Arial"/>
              </w:rPr>
            </w:pPr>
            <w:r w:rsidRPr="00EF2F0E">
              <w:rPr>
                <w:rFonts w:cs="Arial"/>
              </w:rPr>
              <w:t xml:space="preserve">N*8 + 306 MHz, </w:t>
            </w:r>
          </w:p>
          <w:p w14:paraId="0984EEFD" w14:textId="77777777" w:rsidR="00BB326E" w:rsidRPr="00EF2F0E" w:rsidRDefault="00BB326E" w:rsidP="00BB326E">
            <w:pPr>
              <w:pStyle w:val="TAC"/>
              <w:rPr>
                <w:rFonts w:cs="Arial"/>
              </w:rPr>
            </w:pPr>
            <w:r w:rsidRPr="00EF2F0E">
              <w:rPr>
                <w:rFonts w:cs="Arial"/>
              </w:rPr>
              <w:t xml:space="preserve">21 ≤ N ≤ 60 </w:t>
            </w:r>
          </w:p>
        </w:tc>
        <w:tc>
          <w:tcPr>
            <w:tcW w:w="2268" w:type="dxa"/>
          </w:tcPr>
          <w:p w14:paraId="0984EEFE" w14:textId="77777777" w:rsidR="00BB326E" w:rsidRPr="00EF2F0E" w:rsidRDefault="00BB326E" w:rsidP="00BB326E">
            <w:pPr>
              <w:pStyle w:val="TAC"/>
              <w:rPr>
                <w:rFonts w:cs="Arial"/>
              </w:rPr>
            </w:pPr>
            <w:r w:rsidRPr="00EF2F0E">
              <w:rPr>
                <w:rFonts w:cs="Arial"/>
              </w:rPr>
              <w:t>P</w:t>
            </w:r>
            <w:r w:rsidRPr="00EF2F0E">
              <w:rPr>
                <w:rFonts w:cs="Arial"/>
                <w:vertAlign w:val="subscript"/>
              </w:rPr>
              <w:t>TRP_10MHz</w:t>
            </w:r>
            <w:r w:rsidRPr="00EF2F0E">
              <w:rPr>
                <w:rFonts w:cs="Arial"/>
              </w:rPr>
              <w:t xml:space="preserve"> &lt; 36 dBm</w:t>
            </w:r>
          </w:p>
        </w:tc>
        <w:tc>
          <w:tcPr>
            <w:tcW w:w="1984" w:type="dxa"/>
          </w:tcPr>
          <w:p w14:paraId="0984EEFF" w14:textId="77777777" w:rsidR="00BB326E" w:rsidRPr="00EF2F0E" w:rsidRDefault="00BB326E" w:rsidP="00BB326E">
            <w:pPr>
              <w:pStyle w:val="TAC"/>
              <w:rPr>
                <w:rFonts w:cs="Arial"/>
              </w:rPr>
            </w:pPr>
            <w:r w:rsidRPr="00EF2F0E">
              <w:rPr>
                <w:rFonts w:cs="Arial"/>
              </w:rPr>
              <w:t xml:space="preserve">-13 dBm  </w:t>
            </w:r>
          </w:p>
        </w:tc>
        <w:tc>
          <w:tcPr>
            <w:tcW w:w="1512" w:type="dxa"/>
          </w:tcPr>
          <w:p w14:paraId="0984EF00" w14:textId="77777777" w:rsidR="00BB326E" w:rsidRPr="00EF2F0E" w:rsidRDefault="00BB326E" w:rsidP="00BB326E">
            <w:pPr>
              <w:pStyle w:val="TAC"/>
              <w:rPr>
                <w:rFonts w:cs="Arial"/>
              </w:rPr>
            </w:pPr>
            <w:r w:rsidRPr="00EF2F0E">
              <w:rPr>
                <w:rFonts w:cs="Arial"/>
              </w:rPr>
              <w:t>8 MHz</w:t>
            </w:r>
          </w:p>
        </w:tc>
      </w:tr>
      <w:tr w:rsidR="00BB326E" w:rsidRPr="00EF2F0E" w14:paraId="0984EF08" w14:textId="77777777" w:rsidTr="00BB326E">
        <w:trPr>
          <w:cantSplit/>
          <w:jc w:val="center"/>
        </w:trPr>
        <w:tc>
          <w:tcPr>
            <w:tcW w:w="1795" w:type="dxa"/>
          </w:tcPr>
          <w:p w14:paraId="0984EF02" w14:textId="77777777" w:rsidR="00BB326E" w:rsidRPr="00EF2F0E" w:rsidRDefault="00BB326E" w:rsidP="00BB326E">
            <w:pPr>
              <w:pStyle w:val="TAL"/>
              <w:rPr>
                <w:rFonts w:cs="Arial"/>
              </w:rPr>
            </w:pPr>
            <w:r w:rsidRPr="00EF2F0E">
              <w:rPr>
                <w:rFonts w:cs="Arial"/>
              </w:rPr>
              <w:t>C: for DTT frequencies where broadcasting is not protected</w:t>
            </w:r>
          </w:p>
        </w:tc>
        <w:tc>
          <w:tcPr>
            <w:tcW w:w="1701" w:type="dxa"/>
          </w:tcPr>
          <w:p w14:paraId="0984EF03" w14:textId="77777777" w:rsidR="00BB326E" w:rsidRPr="00EF2F0E" w:rsidRDefault="00BB326E" w:rsidP="00BB326E">
            <w:pPr>
              <w:pStyle w:val="TAC"/>
              <w:rPr>
                <w:rFonts w:cs="Arial"/>
              </w:rPr>
            </w:pPr>
            <w:r w:rsidRPr="00EF2F0E">
              <w:rPr>
                <w:rFonts w:cs="Arial"/>
              </w:rPr>
              <w:t xml:space="preserve">N*8 + 306 MHz, </w:t>
            </w:r>
          </w:p>
          <w:p w14:paraId="0984EF04" w14:textId="77777777" w:rsidR="00BB326E" w:rsidRPr="00EF2F0E" w:rsidRDefault="00BB326E" w:rsidP="00BB326E">
            <w:pPr>
              <w:pStyle w:val="TAC"/>
              <w:rPr>
                <w:rFonts w:cs="Arial"/>
              </w:rPr>
            </w:pPr>
            <w:r w:rsidRPr="00EF2F0E">
              <w:rPr>
                <w:rFonts w:cs="Arial"/>
              </w:rPr>
              <w:t xml:space="preserve">21 ≤ N ≤ 60 </w:t>
            </w:r>
          </w:p>
        </w:tc>
        <w:tc>
          <w:tcPr>
            <w:tcW w:w="2268" w:type="dxa"/>
          </w:tcPr>
          <w:p w14:paraId="0984EF05" w14:textId="77777777" w:rsidR="00BB326E" w:rsidRPr="00EF2F0E" w:rsidRDefault="00BB326E" w:rsidP="00BB326E">
            <w:pPr>
              <w:pStyle w:val="TAC"/>
              <w:rPr>
                <w:rFonts w:cs="Arial"/>
              </w:rPr>
            </w:pPr>
            <w:r w:rsidRPr="00EF2F0E">
              <w:rPr>
                <w:rFonts w:cs="Arial"/>
              </w:rPr>
              <w:t>N.A.</w:t>
            </w:r>
          </w:p>
        </w:tc>
        <w:tc>
          <w:tcPr>
            <w:tcW w:w="1984" w:type="dxa"/>
          </w:tcPr>
          <w:p w14:paraId="0984EF06" w14:textId="77777777" w:rsidR="00BB326E" w:rsidRPr="00EF2F0E" w:rsidRDefault="00BB326E" w:rsidP="00BB326E">
            <w:pPr>
              <w:pStyle w:val="TAC"/>
              <w:rPr>
                <w:rFonts w:cs="Arial"/>
              </w:rPr>
            </w:pPr>
            <w:r w:rsidRPr="00EF2F0E">
              <w:rPr>
                <w:rFonts w:cs="Arial"/>
              </w:rPr>
              <w:t xml:space="preserve">22 dBm  </w:t>
            </w:r>
          </w:p>
        </w:tc>
        <w:tc>
          <w:tcPr>
            <w:tcW w:w="1512" w:type="dxa"/>
          </w:tcPr>
          <w:p w14:paraId="0984EF07" w14:textId="77777777" w:rsidR="00BB326E" w:rsidRPr="00EF2F0E" w:rsidRDefault="00BB326E" w:rsidP="00BB326E">
            <w:pPr>
              <w:pStyle w:val="TAC"/>
              <w:rPr>
                <w:rFonts w:cs="Arial"/>
              </w:rPr>
            </w:pPr>
            <w:r w:rsidRPr="00EF2F0E">
              <w:rPr>
                <w:rFonts w:cs="Arial"/>
              </w:rPr>
              <w:t>8 MHz</w:t>
            </w:r>
          </w:p>
        </w:tc>
      </w:tr>
      <w:tr w:rsidR="00BB326E" w:rsidRPr="00EF2F0E" w14:paraId="0984EF0A" w14:textId="77777777" w:rsidTr="00BB326E">
        <w:trPr>
          <w:cantSplit/>
          <w:jc w:val="center"/>
        </w:trPr>
        <w:tc>
          <w:tcPr>
            <w:tcW w:w="9260" w:type="dxa"/>
            <w:gridSpan w:val="5"/>
          </w:tcPr>
          <w:p w14:paraId="0984EF09" w14:textId="77777777" w:rsidR="00BB326E" w:rsidRPr="00EF2F0E" w:rsidRDefault="00BB326E" w:rsidP="00BB326E">
            <w:pPr>
              <w:pStyle w:val="TAN"/>
            </w:pPr>
            <w:r w:rsidRPr="00EF2F0E">
              <w:t>NOTE:</w:t>
            </w:r>
            <w:r w:rsidRPr="00EF2F0E">
              <w:tab/>
              <w:t>P</w:t>
            </w:r>
            <w:r w:rsidRPr="00EF2F0E">
              <w:rPr>
                <w:vertAlign w:val="subscript"/>
              </w:rPr>
              <w:t>TRP_10MHz</w:t>
            </w:r>
            <w:r w:rsidRPr="00EF2F0E">
              <w:t xml:space="preserve"> (dBm) is defined by the expression P</w:t>
            </w:r>
            <w:r w:rsidRPr="00EF2F0E">
              <w:rPr>
                <w:vertAlign w:val="subscript"/>
              </w:rPr>
              <w:t>TRP_10MHz</w:t>
            </w:r>
            <w:r w:rsidRPr="00EF2F0E">
              <w:t xml:space="preserve">  = P</w:t>
            </w:r>
            <w:r w:rsidRPr="00EF2F0E">
              <w:rPr>
                <w:vertAlign w:val="subscript"/>
              </w:rPr>
              <w:t xml:space="preserve">10MHz </w:t>
            </w:r>
            <w:r w:rsidRPr="00EF2F0E">
              <w:t>+ G</w:t>
            </w:r>
            <w:r w:rsidRPr="00EF2F0E">
              <w:rPr>
                <w:vertAlign w:val="subscript"/>
              </w:rPr>
              <w:t xml:space="preserve">ant </w:t>
            </w:r>
            <w:r w:rsidRPr="00EF2F0E">
              <w:t xml:space="preserve"> + 6dB for UTRA and P</w:t>
            </w:r>
            <w:r w:rsidRPr="00EF2F0E">
              <w:rPr>
                <w:vertAlign w:val="subscript"/>
              </w:rPr>
              <w:t>TRP_10MHz</w:t>
            </w:r>
            <w:r w:rsidRPr="00EF2F0E">
              <w:t xml:space="preserve">  = P</w:t>
            </w:r>
            <w:r w:rsidRPr="00EF2F0E">
              <w:rPr>
                <w:vertAlign w:val="subscript"/>
              </w:rPr>
              <w:t xml:space="preserve">10MHz </w:t>
            </w:r>
            <w:r w:rsidRPr="00EF2F0E">
              <w:t>+ G</w:t>
            </w:r>
            <w:r w:rsidRPr="00EF2F0E">
              <w:rPr>
                <w:vertAlign w:val="subscript"/>
              </w:rPr>
              <w:t xml:space="preserve">ant </w:t>
            </w:r>
            <w:r w:rsidRPr="00EF2F0E">
              <w:t xml:space="preserve"> + 9dB for E-UTRA, where G</w:t>
            </w:r>
            <w:r w:rsidRPr="00EF2F0E">
              <w:rPr>
                <w:vertAlign w:val="subscript"/>
              </w:rPr>
              <w:t>ant</w:t>
            </w:r>
            <w:r w:rsidRPr="00EF2F0E">
              <w:t xml:space="preserve"> is 17 dBi</w:t>
            </w:r>
            <w:r w:rsidRPr="00EF2F0E">
              <w:rPr>
                <w:vertAlign w:val="subscript"/>
              </w:rPr>
              <w:t xml:space="preserve"> </w:t>
            </w:r>
          </w:p>
        </w:tc>
      </w:tr>
    </w:tbl>
    <w:p w14:paraId="0984EF0B" w14:textId="77777777" w:rsidR="00BB326E" w:rsidRPr="00EF2F0E" w:rsidRDefault="00BB326E" w:rsidP="00BB326E">
      <w:pPr>
        <w:rPr>
          <w:lang w:eastAsia="en-CA"/>
        </w:rPr>
      </w:pPr>
    </w:p>
    <w:p w14:paraId="0984EF0C" w14:textId="77777777" w:rsidR="00BB326E" w:rsidRPr="00EF2F0E" w:rsidRDefault="00BB326E" w:rsidP="00BB326E">
      <w:pPr>
        <w:pStyle w:val="NO"/>
      </w:pPr>
      <w:r w:rsidRPr="00EF2F0E">
        <w:rPr>
          <w:lang w:eastAsia="en-CA"/>
        </w:rPr>
        <w:t>NOTE:</w:t>
      </w:r>
      <w:r w:rsidRPr="00EF2F0E">
        <w:rPr>
          <w:lang w:eastAsia="en-CA"/>
        </w:rPr>
        <w:tab/>
        <w:t xml:space="preserve">The regional requirement is defined in terms of EIRP (effective isotropic radiated power), which is dependent on both the BS emissions and the deployment (including antenna gain and feeder loss). </w:t>
      </w:r>
      <w:r w:rsidRPr="00EF2F0E">
        <w:t xml:space="preserve">The method outlined in annex B1 Indicates how the limit in table </w:t>
      </w:r>
      <w:r>
        <w:t>9.7.5.4.6.2</w:t>
      </w:r>
      <w:r w:rsidRPr="00EF2F0E">
        <w:t>-1 demonstrates compliance to the regional requirement.</w:t>
      </w:r>
    </w:p>
    <w:p w14:paraId="0984EF0D" w14:textId="77777777" w:rsidR="00BB326E" w:rsidRPr="00EF2F0E" w:rsidRDefault="00BB326E" w:rsidP="00BB326E">
      <w:pPr>
        <w:pStyle w:val="Heading6"/>
      </w:pPr>
      <w:bookmarkStart w:id="4316" w:name="_Toc61112525"/>
      <w:bookmarkStart w:id="4317" w:name="_Toc67911677"/>
      <w:bookmarkStart w:id="4318" w:name="_Toc74843152"/>
      <w:bookmarkStart w:id="4319" w:name="_Toc76503535"/>
      <w:bookmarkStart w:id="4320" w:name="_Toc83040978"/>
      <w:bookmarkStart w:id="4321" w:name="_Toc89852021"/>
      <w:bookmarkStart w:id="4322" w:name="_Toc98676375"/>
      <w:r>
        <w:t>9.7.5.4.6.3</w:t>
      </w:r>
      <w:r w:rsidRPr="00EF2F0E">
        <w:tab/>
        <w:t>Co-existence with RNSS/GPS services in North America</w:t>
      </w:r>
      <w:bookmarkEnd w:id="4316"/>
      <w:bookmarkEnd w:id="4317"/>
      <w:bookmarkEnd w:id="4318"/>
      <w:bookmarkEnd w:id="4319"/>
      <w:bookmarkEnd w:id="4320"/>
      <w:bookmarkEnd w:id="4321"/>
      <w:bookmarkEnd w:id="4322"/>
    </w:p>
    <w:p w14:paraId="0984EF0E" w14:textId="59FDD04C" w:rsidR="00BB326E" w:rsidRPr="00EF2F0E" w:rsidRDefault="00BB326E" w:rsidP="00BB326E">
      <w:r w:rsidRPr="00EF2F0E">
        <w:t>In regions where FCC regulation applies, requirements for protection of GPS accor</w:t>
      </w:r>
      <w:r>
        <w:t xml:space="preserve">ding to FCC Order DA </w:t>
      </w:r>
      <w:r w:rsidR="00962558">
        <w:t>20-48</w:t>
      </w:r>
      <w:r>
        <w:t xml:space="preserve"> </w:t>
      </w:r>
      <w:r w:rsidRPr="00EF2F0E">
        <w:t>applies for operation in Band 24. The following normative requirement covers the base station, to be used together with other information about the site installation to verify compliance with the requir</w:t>
      </w:r>
      <w:r>
        <w:t xml:space="preserve">ement in FCC Order DA </w:t>
      </w:r>
      <w:r w:rsidR="00962558">
        <w:t>20-48</w:t>
      </w:r>
      <w:r w:rsidRPr="00EF2F0E">
        <w:t xml:space="preserve">. The requirement applies </w:t>
      </w:r>
      <w:r w:rsidRPr="00EF2F0E">
        <w:rPr>
          <w:rFonts w:cs="v5.0.0"/>
        </w:rPr>
        <w:t xml:space="preserve">to BS operating in Band 24 to ensure that appropriate interference protection is provided to the </w:t>
      </w:r>
      <w:r w:rsidR="00962558">
        <w:rPr>
          <w:rFonts w:cs="v5.0.0"/>
        </w:rPr>
        <w:t>GPS.</w:t>
      </w:r>
      <w:r w:rsidRPr="00EF2F0E">
        <w:rPr>
          <w:rFonts w:cs="v5.0.0"/>
        </w:rPr>
        <w:t>.</w:t>
      </w:r>
      <w:r w:rsidRPr="00EF2F0E">
        <w:rPr>
          <w:rFonts w:cs="v3.8.0"/>
        </w:rPr>
        <w:t xml:space="preserve"> </w:t>
      </w:r>
      <w:r w:rsidR="00962558" w:rsidRPr="004565D4">
        <w:rPr>
          <w:lang w:eastAsia="ko-KR"/>
        </w:rPr>
        <w:t xml:space="preserve">This requirement applies in the frequency range </w:t>
      </w:r>
      <w:r w:rsidR="00962558">
        <w:rPr>
          <w:lang w:eastAsia="ko-KR"/>
        </w:rPr>
        <w:t>1541</w:t>
      </w:r>
      <w:r w:rsidR="00962558" w:rsidRPr="004565D4">
        <w:rPr>
          <w:lang w:eastAsia="ko-KR"/>
        </w:rPr>
        <w:t>-</w:t>
      </w:r>
      <w:r w:rsidR="00962558">
        <w:rPr>
          <w:lang w:eastAsia="ko-KR"/>
        </w:rPr>
        <w:t>1650</w:t>
      </w:r>
      <w:r w:rsidR="00962558" w:rsidRPr="004565D4">
        <w:rPr>
          <w:lang w:eastAsia="ko-KR"/>
        </w:rPr>
        <w:t xml:space="preserve"> MHz even though part of the range falls in the spurious domain.</w:t>
      </w:r>
      <w:r w:rsidRPr="00EF2F0E">
        <w:t xml:space="preserve">. </w:t>
      </w:r>
    </w:p>
    <w:p w14:paraId="0984EF0F" w14:textId="470EE3BC" w:rsidR="00BB326E" w:rsidRPr="00EF2F0E" w:rsidRDefault="00BB326E" w:rsidP="00BB326E">
      <w:pPr>
        <w:rPr>
          <w:rFonts w:cs="v5.0.0"/>
        </w:rPr>
      </w:pPr>
      <w:r w:rsidRPr="00EF2F0E">
        <w:rPr>
          <w:rFonts w:cs="v5.0.0"/>
        </w:rPr>
        <w:t xml:space="preserve">The </w:t>
      </w:r>
      <w:r w:rsidRPr="00EF2F0E">
        <w:t xml:space="preserve">level of emissions </w:t>
      </w:r>
      <w:r w:rsidRPr="00EF2F0E">
        <w:rPr>
          <w:rFonts w:cs="v5.0.0"/>
        </w:rPr>
        <w:t>in the 15</w:t>
      </w:r>
      <w:r w:rsidR="00962558">
        <w:rPr>
          <w:rFonts w:cs="v5.0.0"/>
        </w:rPr>
        <w:t>41</w:t>
      </w:r>
      <w:r w:rsidRPr="00EF2F0E">
        <w:rPr>
          <w:rFonts w:cs="v5.0.0"/>
        </w:rPr>
        <w:t xml:space="preserve"> – 16</w:t>
      </w:r>
      <w:r w:rsidR="00962558">
        <w:rPr>
          <w:rFonts w:cs="v5.0.0"/>
        </w:rPr>
        <w:t>50</w:t>
      </w:r>
      <w:r w:rsidRPr="00EF2F0E">
        <w:rPr>
          <w:rFonts w:cs="v5.0.0"/>
        </w:rPr>
        <w:t xml:space="preserve"> MHz band</w:t>
      </w:r>
      <w:r w:rsidRPr="00EF2F0E">
        <w:t xml:space="preserve">, measured in measurement bandwidth according to </w:t>
      </w:r>
      <w:r w:rsidRPr="00EF2F0E">
        <w:rPr>
          <w:rFonts w:cs="v5.0.0"/>
        </w:rPr>
        <w:t xml:space="preserve">table </w:t>
      </w:r>
      <w:r>
        <w:t>9.7.5.4.6.3</w:t>
      </w:r>
      <w:r w:rsidRPr="00EF2F0E">
        <w:rPr>
          <w:rFonts w:cs="v5.0.0"/>
        </w:rPr>
        <w:t>-1</w:t>
      </w:r>
      <w:r w:rsidRPr="00EF2F0E">
        <w:t xml:space="preserve"> shall not exceed the maximum TRP limits indicated in the table.</w:t>
      </w:r>
    </w:p>
    <w:p w14:paraId="0984EF10" w14:textId="3DE96339" w:rsidR="00BB326E" w:rsidRPr="00EF2F0E" w:rsidRDefault="00BB326E" w:rsidP="00BB326E">
      <w:pPr>
        <w:pStyle w:val="TH"/>
        <w:rPr>
          <w:rFonts w:cs="v5.0.0"/>
        </w:rPr>
      </w:pPr>
      <w:r w:rsidRPr="00EF2F0E">
        <w:rPr>
          <w:rFonts w:cs="v5.0.0"/>
        </w:rPr>
        <w:t xml:space="preserve">Table </w:t>
      </w:r>
      <w:r>
        <w:t>9.7.5.4.6.3</w:t>
      </w:r>
      <w:r w:rsidRPr="00EF2F0E">
        <w:rPr>
          <w:rFonts w:cs="v5.0.0"/>
        </w:rPr>
        <w:t xml:space="preserve">-1: </w:t>
      </w:r>
      <w:r w:rsidR="00962558">
        <w:t>E</w:t>
      </w:r>
      <w:r w:rsidRPr="00EF2F0E">
        <w:t>missions levels for protection of the 15</w:t>
      </w:r>
      <w:r w:rsidR="00962558">
        <w:t>41</w:t>
      </w:r>
      <w:r w:rsidRPr="00EF2F0E">
        <w:t>-16</w:t>
      </w:r>
      <w:r w:rsidR="00962558">
        <w:t>50</w:t>
      </w:r>
      <w:r w:rsidRPr="00EF2F0E">
        <w:t xml:space="preserve"> MHz band</w:t>
      </w:r>
    </w:p>
    <w:tbl>
      <w:tblPr>
        <w:tblW w:w="761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43"/>
        <w:gridCol w:w="1956"/>
        <w:gridCol w:w="1956"/>
        <w:gridCol w:w="1956"/>
      </w:tblGrid>
      <w:tr w:rsidR="00BB326E" w:rsidRPr="00EF2F0E" w14:paraId="0984EF17" w14:textId="77777777" w:rsidTr="00BB326E">
        <w:trPr>
          <w:cantSplit/>
          <w:jc w:val="center"/>
        </w:trPr>
        <w:tc>
          <w:tcPr>
            <w:tcW w:w="1743" w:type="dxa"/>
          </w:tcPr>
          <w:p w14:paraId="0984EF11" w14:textId="3D9069B5" w:rsidR="00BB326E" w:rsidRPr="00EF2F0E" w:rsidRDefault="00BB326E" w:rsidP="00BB326E">
            <w:pPr>
              <w:pStyle w:val="TAH"/>
              <w:rPr>
                <w:rFonts w:cs="v5.0.0"/>
              </w:rPr>
            </w:pPr>
          </w:p>
        </w:tc>
        <w:tc>
          <w:tcPr>
            <w:tcW w:w="1956" w:type="dxa"/>
          </w:tcPr>
          <w:p w14:paraId="0984EF12" w14:textId="68342316" w:rsidR="00BB326E" w:rsidRPr="00EF2F0E" w:rsidRDefault="00BB326E" w:rsidP="00BB326E">
            <w:pPr>
              <w:pStyle w:val="TAH"/>
              <w:rPr>
                <w:rFonts w:cs="v5.0.0"/>
              </w:rPr>
            </w:pPr>
          </w:p>
        </w:tc>
        <w:tc>
          <w:tcPr>
            <w:tcW w:w="1956" w:type="dxa"/>
          </w:tcPr>
          <w:p w14:paraId="0984EF14" w14:textId="775B961B" w:rsidR="00BB326E" w:rsidRPr="00EF2F0E" w:rsidRDefault="00BB326E" w:rsidP="00BB326E">
            <w:pPr>
              <w:pStyle w:val="TAC"/>
              <w:rPr>
                <w:rFonts w:cs="v5.0.0"/>
              </w:rPr>
            </w:pPr>
          </w:p>
        </w:tc>
        <w:tc>
          <w:tcPr>
            <w:tcW w:w="1956" w:type="dxa"/>
          </w:tcPr>
          <w:p w14:paraId="0984EF16" w14:textId="4B9DEDE0" w:rsidR="00BB326E" w:rsidRPr="00EF2F0E" w:rsidRDefault="00BB326E" w:rsidP="00BB326E">
            <w:pPr>
              <w:pStyle w:val="TAC"/>
              <w:rPr>
                <w:rFonts w:cs="v5.0.0"/>
              </w:rPr>
            </w:pPr>
          </w:p>
        </w:tc>
      </w:tr>
      <w:tr w:rsidR="00BB326E" w:rsidRPr="00EF2F0E" w14:paraId="0984EF1C" w14:textId="77777777" w:rsidTr="00BB326E">
        <w:trPr>
          <w:cantSplit/>
          <w:jc w:val="center"/>
        </w:trPr>
        <w:tc>
          <w:tcPr>
            <w:tcW w:w="1743" w:type="dxa"/>
          </w:tcPr>
          <w:p w14:paraId="0984EF18" w14:textId="04BB7E26" w:rsidR="00BB326E" w:rsidRPr="00EF2F0E" w:rsidRDefault="00BB326E" w:rsidP="00BB326E">
            <w:pPr>
              <w:pStyle w:val="TAC"/>
              <w:rPr>
                <w:rFonts w:cs="v5.0.0"/>
              </w:rPr>
            </w:pPr>
          </w:p>
        </w:tc>
        <w:tc>
          <w:tcPr>
            <w:tcW w:w="1956" w:type="dxa"/>
          </w:tcPr>
          <w:p w14:paraId="0984EF19" w14:textId="27E32E21" w:rsidR="00BB326E" w:rsidRPr="00EF2F0E" w:rsidRDefault="00BB326E" w:rsidP="00BB326E">
            <w:pPr>
              <w:pStyle w:val="TAC"/>
              <w:rPr>
                <w:rFonts w:cs="v5.0.0"/>
              </w:rPr>
            </w:pPr>
          </w:p>
        </w:tc>
        <w:tc>
          <w:tcPr>
            <w:tcW w:w="1956" w:type="dxa"/>
          </w:tcPr>
          <w:p w14:paraId="0984EF1A" w14:textId="21193BB7" w:rsidR="00BB326E" w:rsidRPr="00EF2F0E" w:rsidRDefault="00BB326E" w:rsidP="00BB326E">
            <w:pPr>
              <w:pStyle w:val="TAC"/>
              <w:rPr>
                <w:rFonts w:cs="v5.0.0"/>
              </w:rPr>
            </w:pPr>
          </w:p>
        </w:tc>
        <w:tc>
          <w:tcPr>
            <w:tcW w:w="1956" w:type="dxa"/>
          </w:tcPr>
          <w:p w14:paraId="0984EF1B" w14:textId="22361BEE" w:rsidR="00BB326E" w:rsidRPr="00EF2F0E" w:rsidRDefault="00BB326E" w:rsidP="00BB326E">
            <w:pPr>
              <w:pStyle w:val="TAC"/>
              <w:rPr>
                <w:rFonts w:cs="v5.0.0"/>
              </w:rPr>
            </w:pPr>
          </w:p>
        </w:tc>
      </w:tr>
    </w:tbl>
    <w:p w14:paraId="3B89479A" w14:textId="77777777" w:rsidR="00962558" w:rsidRDefault="00962558" w:rsidP="00962558">
      <w:pPr>
        <w:keepLines/>
        <w:ind w:left="1135" w:hanging="851"/>
      </w:pPr>
    </w:p>
    <w:tbl>
      <w:tblPr>
        <w:tblW w:w="91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1530"/>
        <w:gridCol w:w="1432"/>
        <w:gridCol w:w="1620"/>
        <w:gridCol w:w="1890"/>
        <w:gridCol w:w="2708"/>
      </w:tblGrid>
      <w:tr w:rsidR="00962558" w:rsidRPr="00B15EF5" w14:paraId="06AA63F0" w14:textId="77777777" w:rsidTr="00B24DDB">
        <w:trPr>
          <w:cantSplit/>
          <w:jc w:val="center"/>
        </w:trPr>
        <w:tc>
          <w:tcPr>
            <w:tcW w:w="1530" w:type="dxa"/>
          </w:tcPr>
          <w:p w14:paraId="1C8CB57D" w14:textId="77777777" w:rsidR="00962558" w:rsidRPr="00B15EF5" w:rsidRDefault="00962558" w:rsidP="00B24DDB">
            <w:pPr>
              <w:pStyle w:val="TAH"/>
              <w:rPr>
                <w:rFonts w:cs="v5.0.0"/>
              </w:rPr>
            </w:pPr>
            <w:r w:rsidRPr="00B15EF5">
              <w:rPr>
                <w:rFonts w:cs="v5.0.0"/>
              </w:rPr>
              <w:t>Operating Band</w:t>
            </w:r>
          </w:p>
        </w:tc>
        <w:tc>
          <w:tcPr>
            <w:tcW w:w="1432" w:type="dxa"/>
          </w:tcPr>
          <w:p w14:paraId="5D1B4E61" w14:textId="77777777" w:rsidR="00962558" w:rsidRPr="00B15EF5" w:rsidRDefault="00962558" w:rsidP="00B24DDB">
            <w:pPr>
              <w:pStyle w:val="TAH"/>
              <w:rPr>
                <w:rFonts w:cs="v5.0.0"/>
              </w:rPr>
            </w:pPr>
            <w:r w:rsidRPr="00B15EF5">
              <w:rPr>
                <w:rFonts w:cs="v5.0.0"/>
              </w:rPr>
              <w:t>Frequency range</w:t>
            </w:r>
            <w:r>
              <w:rPr>
                <w:rFonts w:cs="v5.0.0"/>
              </w:rPr>
              <w:t xml:space="preserve"> (MHz)</w:t>
            </w:r>
          </w:p>
        </w:tc>
        <w:tc>
          <w:tcPr>
            <w:tcW w:w="1620" w:type="dxa"/>
          </w:tcPr>
          <w:p w14:paraId="7B9AD47F" w14:textId="77777777" w:rsidR="00962558" w:rsidRPr="00B15EF5" w:rsidRDefault="00962558" w:rsidP="00B24DDB">
            <w:pPr>
              <w:pStyle w:val="TAH"/>
              <w:rPr>
                <w:rFonts w:cs="v5.0.0"/>
              </w:rPr>
            </w:pPr>
            <w:r>
              <w:rPr>
                <w:rFonts w:cs="Arial"/>
              </w:rPr>
              <w:t>E</w:t>
            </w:r>
            <w:r w:rsidRPr="00B15EF5">
              <w:rPr>
                <w:rFonts w:cs="Arial"/>
              </w:rPr>
              <w:t xml:space="preserve">mission level </w:t>
            </w:r>
            <w:r>
              <w:rPr>
                <w:rFonts w:cs="Arial"/>
              </w:rPr>
              <w:t>(</w:t>
            </w:r>
            <w:r w:rsidRPr="00B15EF5">
              <w:rPr>
                <w:rFonts w:cs="v5.0.0"/>
              </w:rPr>
              <w:t>dBW</w:t>
            </w:r>
            <w:r>
              <w:rPr>
                <w:rFonts w:cs="v5.0.0"/>
              </w:rPr>
              <w:t>)</w:t>
            </w:r>
            <w:r w:rsidRPr="00B15EF5">
              <w:rPr>
                <w:rFonts w:cs="v5.0.0"/>
              </w:rPr>
              <w:t xml:space="preserve"> </w:t>
            </w:r>
          </w:p>
          <w:p w14:paraId="7DD7169A" w14:textId="77777777" w:rsidR="00962558" w:rsidRPr="00B15EF5" w:rsidRDefault="00962558" w:rsidP="00B24DDB">
            <w:pPr>
              <w:pStyle w:val="TAC"/>
              <w:rPr>
                <w:rFonts w:cs="v5.0.0"/>
              </w:rPr>
            </w:pPr>
            <w:r w:rsidRPr="00B15EF5">
              <w:rPr>
                <w:rFonts w:cs="v5.0.0"/>
              </w:rPr>
              <w:t>(Measurement bandwidth = 1 MHz)</w:t>
            </w:r>
          </w:p>
        </w:tc>
        <w:tc>
          <w:tcPr>
            <w:tcW w:w="1890" w:type="dxa"/>
          </w:tcPr>
          <w:p w14:paraId="3F8B058F" w14:textId="77777777" w:rsidR="00962558" w:rsidRPr="00B15EF5" w:rsidRDefault="00962558" w:rsidP="00B24DDB">
            <w:pPr>
              <w:pStyle w:val="TAH"/>
              <w:rPr>
                <w:rFonts w:cs="v5.0.0"/>
              </w:rPr>
            </w:pPr>
            <w:r>
              <w:rPr>
                <w:rFonts w:cs="Arial"/>
              </w:rPr>
              <w:t>E</w:t>
            </w:r>
            <w:r w:rsidRPr="00B15EF5">
              <w:rPr>
                <w:rFonts w:cs="Arial"/>
              </w:rPr>
              <w:t>mission</w:t>
            </w:r>
            <w:r>
              <w:rPr>
                <w:rFonts w:cs="Arial"/>
              </w:rPr>
              <w:t xml:space="preserve"> level</w:t>
            </w:r>
            <w:r w:rsidRPr="00B15EF5">
              <w:rPr>
                <w:rFonts w:cs="Arial"/>
              </w:rPr>
              <w:t xml:space="preserve"> </w:t>
            </w:r>
            <w:r>
              <w:rPr>
                <w:rFonts w:cs="Arial"/>
              </w:rPr>
              <w:t>(</w:t>
            </w:r>
            <w:r w:rsidRPr="00B15EF5">
              <w:rPr>
                <w:rFonts w:cs="v5.0.0"/>
              </w:rPr>
              <w:t>dBW</w:t>
            </w:r>
            <w:r>
              <w:rPr>
                <w:rFonts w:cs="v5.0.0"/>
              </w:rPr>
              <w:t>)</w:t>
            </w:r>
            <w:r w:rsidRPr="00B15EF5">
              <w:rPr>
                <w:rFonts w:cs="v5.0.0"/>
              </w:rPr>
              <w:t xml:space="preserve"> of discrete emissions of less than 700 Hz bandwidth</w:t>
            </w:r>
          </w:p>
          <w:p w14:paraId="53612347" w14:textId="77777777" w:rsidR="00962558" w:rsidRPr="00B15EF5" w:rsidRDefault="00962558" w:rsidP="00B24DDB">
            <w:pPr>
              <w:pStyle w:val="TAC"/>
              <w:rPr>
                <w:rFonts w:cs="v5.0.0"/>
              </w:rPr>
            </w:pPr>
            <w:r w:rsidRPr="00B15EF5">
              <w:rPr>
                <w:rFonts w:cs="v5.0.0"/>
              </w:rPr>
              <w:t>(Measurement bandwidth = 1 kHz)</w:t>
            </w:r>
          </w:p>
        </w:tc>
        <w:tc>
          <w:tcPr>
            <w:tcW w:w="2708" w:type="dxa"/>
          </w:tcPr>
          <w:p w14:paraId="50933CF3" w14:textId="77777777" w:rsidR="00962558" w:rsidRPr="00B15EF5" w:rsidRDefault="00962558" w:rsidP="00B24DDB">
            <w:pPr>
              <w:pStyle w:val="TAH"/>
              <w:rPr>
                <w:rFonts w:cs="v5.0.0"/>
              </w:rPr>
            </w:pPr>
            <w:r>
              <w:rPr>
                <w:rFonts w:cs="Arial"/>
              </w:rPr>
              <w:t>E</w:t>
            </w:r>
            <w:r w:rsidRPr="00B15EF5">
              <w:rPr>
                <w:rFonts w:cs="Arial"/>
              </w:rPr>
              <w:t>mission</w:t>
            </w:r>
            <w:r>
              <w:rPr>
                <w:rFonts w:cs="Arial"/>
              </w:rPr>
              <w:t xml:space="preserve"> level (</w:t>
            </w:r>
            <w:r w:rsidRPr="00B15EF5">
              <w:rPr>
                <w:rFonts w:cs="v5.0.0"/>
              </w:rPr>
              <w:t>dBW</w:t>
            </w:r>
            <w:r>
              <w:rPr>
                <w:rFonts w:cs="v5.0.0"/>
              </w:rPr>
              <w:t>)</w:t>
            </w:r>
            <w:r w:rsidRPr="00B15EF5">
              <w:rPr>
                <w:rFonts w:cs="v5.0.0"/>
              </w:rPr>
              <w:t xml:space="preserve"> of discrete emissions of less than </w:t>
            </w:r>
            <w:r>
              <w:rPr>
                <w:rFonts w:cs="v5.0.0"/>
              </w:rPr>
              <w:t>2</w:t>
            </w:r>
            <w:r w:rsidRPr="00B15EF5">
              <w:rPr>
                <w:rFonts w:cs="v5.0.0"/>
              </w:rPr>
              <w:t xml:space="preserve"> </w:t>
            </w:r>
            <w:r>
              <w:rPr>
                <w:rFonts w:cs="v5.0.0"/>
              </w:rPr>
              <w:t>k</w:t>
            </w:r>
            <w:r w:rsidRPr="00B15EF5">
              <w:rPr>
                <w:rFonts w:cs="v5.0.0"/>
              </w:rPr>
              <w:t>Hz bandwidth</w:t>
            </w:r>
          </w:p>
          <w:p w14:paraId="3B960E2B" w14:textId="77777777" w:rsidR="00962558" w:rsidRPr="00F96F0A" w:rsidRDefault="00962558" w:rsidP="00B24DDB">
            <w:pPr>
              <w:pStyle w:val="TAH"/>
              <w:rPr>
                <w:rFonts w:cs="Arial"/>
                <w:b w:val="0"/>
                <w:bCs/>
              </w:rPr>
            </w:pPr>
            <w:r w:rsidRPr="00F96F0A">
              <w:rPr>
                <w:rFonts w:cs="v5.0.0"/>
                <w:b w:val="0"/>
                <w:bCs/>
              </w:rPr>
              <w:t xml:space="preserve">(Measurement bandwidth = </w:t>
            </w:r>
            <w:r>
              <w:rPr>
                <w:rFonts w:cs="v5.0.0"/>
                <w:b w:val="0"/>
                <w:bCs/>
              </w:rPr>
              <w:t>1</w:t>
            </w:r>
            <w:r w:rsidRPr="00F96F0A">
              <w:rPr>
                <w:rFonts w:cs="v5.0.0"/>
                <w:b w:val="0"/>
                <w:bCs/>
              </w:rPr>
              <w:t xml:space="preserve"> kHz)</w:t>
            </w:r>
          </w:p>
        </w:tc>
      </w:tr>
      <w:tr w:rsidR="00962558" w:rsidRPr="00B15EF5" w14:paraId="49A131F1" w14:textId="77777777" w:rsidTr="00B24DDB">
        <w:trPr>
          <w:cantSplit/>
          <w:jc w:val="center"/>
        </w:trPr>
        <w:tc>
          <w:tcPr>
            <w:tcW w:w="1530" w:type="dxa"/>
            <w:vMerge w:val="restart"/>
            <w:vAlign w:val="center"/>
          </w:tcPr>
          <w:p w14:paraId="51C89945" w14:textId="77777777" w:rsidR="00962558" w:rsidRPr="00B15EF5" w:rsidRDefault="00962558" w:rsidP="00B24DDB">
            <w:pPr>
              <w:pStyle w:val="TAC"/>
              <w:rPr>
                <w:rFonts w:cs="v5.0.0"/>
              </w:rPr>
            </w:pPr>
            <w:r w:rsidRPr="00B15EF5">
              <w:rPr>
                <w:rFonts w:cs="v5.0.0"/>
              </w:rPr>
              <w:t>24</w:t>
            </w:r>
          </w:p>
        </w:tc>
        <w:tc>
          <w:tcPr>
            <w:tcW w:w="1432" w:type="dxa"/>
          </w:tcPr>
          <w:p w14:paraId="17ACD6EB" w14:textId="77777777" w:rsidR="00962558" w:rsidRPr="00B15EF5" w:rsidRDefault="00962558" w:rsidP="00B24DDB">
            <w:pPr>
              <w:pStyle w:val="TAC"/>
              <w:rPr>
                <w:rFonts w:cs="v5.0.0"/>
              </w:rPr>
            </w:pPr>
            <w:r w:rsidRPr="00B15EF5">
              <w:rPr>
                <w:rFonts w:cs="v5.0.0"/>
              </w:rPr>
              <w:t>15</w:t>
            </w:r>
            <w:r>
              <w:rPr>
                <w:rFonts w:cs="v5.0.0"/>
              </w:rPr>
              <w:t>41</w:t>
            </w:r>
            <w:r w:rsidRPr="00B15EF5">
              <w:rPr>
                <w:rFonts w:cs="v5.0.0"/>
              </w:rPr>
              <w:t xml:space="preserve"> - 1</w:t>
            </w:r>
            <w:r>
              <w:rPr>
                <w:rFonts w:cs="v5.0.0"/>
              </w:rPr>
              <w:t>559</w:t>
            </w:r>
          </w:p>
        </w:tc>
        <w:tc>
          <w:tcPr>
            <w:tcW w:w="1620" w:type="dxa"/>
          </w:tcPr>
          <w:p w14:paraId="5CBDA998" w14:textId="77777777" w:rsidR="00962558" w:rsidRPr="00B15EF5" w:rsidRDefault="00962558" w:rsidP="00B24DDB">
            <w:pPr>
              <w:pStyle w:val="TAC"/>
              <w:rPr>
                <w:rFonts w:cs="v5.0.0"/>
              </w:rPr>
            </w:pPr>
            <w:r>
              <w:rPr>
                <w:rFonts w:cs="Arial"/>
              </w:rPr>
              <w:t>P</w:t>
            </w:r>
            <w:r>
              <w:rPr>
                <w:rFonts w:cs="Arial"/>
                <w:vertAlign w:val="subscript"/>
              </w:rPr>
              <w:t xml:space="preserve">EIRP </w:t>
            </w:r>
            <w:r w:rsidRPr="009202AA">
              <w:rPr>
                <w:rFonts w:cs="Arial"/>
              </w:rPr>
              <w:t>– 17 dBi + 9 dB</w:t>
            </w:r>
          </w:p>
        </w:tc>
        <w:tc>
          <w:tcPr>
            <w:tcW w:w="1890" w:type="dxa"/>
          </w:tcPr>
          <w:p w14:paraId="73201D35" w14:textId="77777777" w:rsidR="00962558" w:rsidRPr="00B15EF5" w:rsidRDefault="00962558" w:rsidP="00B24DDB">
            <w:pPr>
              <w:pStyle w:val="TAC"/>
              <w:rPr>
                <w:rFonts w:cs="v5.0.0"/>
              </w:rPr>
            </w:pPr>
          </w:p>
        </w:tc>
        <w:tc>
          <w:tcPr>
            <w:tcW w:w="2708" w:type="dxa"/>
          </w:tcPr>
          <w:p w14:paraId="320D7729" w14:textId="77777777" w:rsidR="00962558" w:rsidRPr="00B15EF5" w:rsidRDefault="00962558" w:rsidP="00B24DDB">
            <w:pPr>
              <w:pStyle w:val="TAC"/>
              <w:rPr>
                <w:rFonts w:cs="Arial"/>
              </w:rPr>
            </w:pPr>
            <w:r>
              <w:rPr>
                <w:rFonts w:cs="Arial"/>
              </w:rPr>
              <w:t>P</w:t>
            </w:r>
            <w:r>
              <w:rPr>
                <w:rFonts w:cs="Arial"/>
                <w:vertAlign w:val="subscript"/>
              </w:rPr>
              <w:t xml:space="preserve">EIRP </w:t>
            </w:r>
            <w:r w:rsidRPr="009202AA">
              <w:rPr>
                <w:rFonts w:cs="Arial"/>
              </w:rPr>
              <w:t>– 17 dBi + 9 dB</w:t>
            </w:r>
          </w:p>
        </w:tc>
      </w:tr>
      <w:tr w:rsidR="00962558" w:rsidRPr="00B15EF5" w14:paraId="29B85B8B" w14:textId="77777777" w:rsidTr="00B24DDB">
        <w:trPr>
          <w:cantSplit/>
          <w:jc w:val="center"/>
        </w:trPr>
        <w:tc>
          <w:tcPr>
            <w:tcW w:w="1530" w:type="dxa"/>
            <w:vMerge/>
          </w:tcPr>
          <w:p w14:paraId="4805C06B" w14:textId="77777777" w:rsidR="00962558" w:rsidRPr="00B15EF5" w:rsidRDefault="00962558" w:rsidP="00B24DDB">
            <w:pPr>
              <w:pStyle w:val="TAC"/>
              <w:rPr>
                <w:rFonts w:cs="v5.0.0"/>
              </w:rPr>
            </w:pPr>
          </w:p>
        </w:tc>
        <w:tc>
          <w:tcPr>
            <w:tcW w:w="1432" w:type="dxa"/>
          </w:tcPr>
          <w:p w14:paraId="1FB3A8DB" w14:textId="77777777" w:rsidR="00962558" w:rsidRPr="00B15EF5" w:rsidRDefault="00962558" w:rsidP="00B24DDB">
            <w:pPr>
              <w:pStyle w:val="TAC"/>
              <w:rPr>
                <w:rFonts w:cs="v5.0.0"/>
              </w:rPr>
            </w:pPr>
            <w:r w:rsidRPr="00B15EF5">
              <w:rPr>
                <w:rFonts w:cs="v5.0.0"/>
              </w:rPr>
              <w:t>15</w:t>
            </w:r>
            <w:r>
              <w:rPr>
                <w:rFonts w:cs="v5.0.0"/>
              </w:rPr>
              <w:t>59 - 1610</w:t>
            </w:r>
          </w:p>
        </w:tc>
        <w:tc>
          <w:tcPr>
            <w:tcW w:w="1620" w:type="dxa"/>
          </w:tcPr>
          <w:p w14:paraId="4A61A72F" w14:textId="77777777" w:rsidR="00962558" w:rsidRPr="009202AA" w:rsidRDefault="00962558" w:rsidP="00B24DDB">
            <w:pPr>
              <w:pStyle w:val="TAC"/>
              <w:rPr>
                <w:rFonts w:cs="Arial"/>
              </w:rPr>
            </w:pPr>
            <w:r>
              <w:rPr>
                <w:rFonts w:cs="Arial"/>
              </w:rPr>
              <w:t>P</w:t>
            </w:r>
            <w:r>
              <w:rPr>
                <w:rFonts w:cs="Arial"/>
                <w:vertAlign w:val="subscript"/>
              </w:rPr>
              <w:t xml:space="preserve">EIRP </w:t>
            </w:r>
            <w:r w:rsidRPr="009202AA">
              <w:rPr>
                <w:rFonts w:cs="Arial"/>
              </w:rPr>
              <w:t>– 17 dBi + 9 dB</w:t>
            </w:r>
          </w:p>
        </w:tc>
        <w:tc>
          <w:tcPr>
            <w:tcW w:w="1890" w:type="dxa"/>
          </w:tcPr>
          <w:p w14:paraId="1F5796CF" w14:textId="77777777" w:rsidR="00962558" w:rsidRPr="009202AA" w:rsidRDefault="00962558" w:rsidP="00B24DDB">
            <w:pPr>
              <w:pStyle w:val="TAC"/>
              <w:rPr>
                <w:rFonts w:cs="Arial"/>
              </w:rPr>
            </w:pPr>
            <w:r>
              <w:rPr>
                <w:rFonts w:cs="Arial"/>
              </w:rPr>
              <w:t>P</w:t>
            </w:r>
            <w:r>
              <w:rPr>
                <w:rFonts w:cs="Arial"/>
                <w:vertAlign w:val="subscript"/>
              </w:rPr>
              <w:t xml:space="preserve">EIRP </w:t>
            </w:r>
            <w:r w:rsidRPr="009202AA">
              <w:rPr>
                <w:rFonts w:cs="Arial"/>
              </w:rPr>
              <w:t>– 17 dBi + 9 dB</w:t>
            </w:r>
          </w:p>
        </w:tc>
        <w:tc>
          <w:tcPr>
            <w:tcW w:w="2708" w:type="dxa"/>
          </w:tcPr>
          <w:p w14:paraId="7E4149C7" w14:textId="77777777" w:rsidR="00962558" w:rsidRPr="009202AA" w:rsidRDefault="00962558" w:rsidP="00B24DDB">
            <w:pPr>
              <w:pStyle w:val="TAC"/>
              <w:rPr>
                <w:rFonts w:cs="Arial"/>
              </w:rPr>
            </w:pPr>
          </w:p>
        </w:tc>
      </w:tr>
      <w:tr w:rsidR="00962558" w:rsidRPr="00B15EF5" w14:paraId="6DAC8EE4" w14:textId="77777777" w:rsidTr="00B24DDB">
        <w:trPr>
          <w:cantSplit/>
          <w:jc w:val="center"/>
        </w:trPr>
        <w:tc>
          <w:tcPr>
            <w:tcW w:w="1530" w:type="dxa"/>
            <w:vMerge/>
          </w:tcPr>
          <w:p w14:paraId="209CADE7" w14:textId="77777777" w:rsidR="00962558" w:rsidRPr="00B15EF5" w:rsidRDefault="00962558" w:rsidP="00B24DDB">
            <w:pPr>
              <w:pStyle w:val="TAC"/>
              <w:rPr>
                <w:rFonts w:cs="v5.0.0"/>
              </w:rPr>
            </w:pPr>
          </w:p>
        </w:tc>
        <w:tc>
          <w:tcPr>
            <w:tcW w:w="1432" w:type="dxa"/>
          </w:tcPr>
          <w:p w14:paraId="35C8388E" w14:textId="77777777" w:rsidR="00962558" w:rsidRPr="00B15EF5" w:rsidRDefault="00962558" w:rsidP="00B24DDB">
            <w:pPr>
              <w:pStyle w:val="TAC"/>
              <w:rPr>
                <w:rFonts w:cs="v5.0.0"/>
              </w:rPr>
            </w:pPr>
            <w:r w:rsidRPr="00B15EF5">
              <w:rPr>
                <w:rFonts w:cs="v5.0.0"/>
              </w:rPr>
              <w:t>1</w:t>
            </w:r>
            <w:r>
              <w:rPr>
                <w:rFonts w:cs="v5.0.0"/>
              </w:rPr>
              <w:t>610 - 1650</w:t>
            </w:r>
          </w:p>
        </w:tc>
        <w:tc>
          <w:tcPr>
            <w:tcW w:w="1620" w:type="dxa"/>
          </w:tcPr>
          <w:p w14:paraId="5D2E7DEB" w14:textId="77777777" w:rsidR="00962558" w:rsidRPr="009202AA" w:rsidRDefault="00962558" w:rsidP="00B24DDB">
            <w:pPr>
              <w:pStyle w:val="TAC"/>
              <w:rPr>
                <w:rFonts w:cs="Arial"/>
              </w:rPr>
            </w:pPr>
            <w:r>
              <w:rPr>
                <w:rFonts w:cs="Arial"/>
              </w:rPr>
              <w:t>P</w:t>
            </w:r>
            <w:r>
              <w:rPr>
                <w:rFonts w:cs="Arial"/>
                <w:vertAlign w:val="subscript"/>
              </w:rPr>
              <w:t xml:space="preserve">EIRP </w:t>
            </w:r>
            <w:r w:rsidRPr="009202AA">
              <w:rPr>
                <w:rFonts w:cs="Arial"/>
              </w:rPr>
              <w:t>– 17 dBi + 9 dB</w:t>
            </w:r>
          </w:p>
        </w:tc>
        <w:tc>
          <w:tcPr>
            <w:tcW w:w="1890" w:type="dxa"/>
          </w:tcPr>
          <w:p w14:paraId="5BA19482" w14:textId="77777777" w:rsidR="00962558" w:rsidRPr="009202AA" w:rsidRDefault="00962558" w:rsidP="00B24DDB">
            <w:pPr>
              <w:pStyle w:val="TAC"/>
              <w:rPr>
                <w:rFonts w:cs="Arial"/>
              </w:rPr>
            </w:pPr>
            <w:r>
              <w:rPr>
                <w:rFonts w:cs="Arial"/>
              </w:rPr>
              <w:t>P</w:t>
            </w:r>
            <w:r>
              <w:rPr>
                <w:rFonts w:cs="Arial"/>
                <w:vertAlign w:val="subscript"/>
              </w:rPr>
              <w:t xml:space="preserve">EIRP </w:t>
            </w:r>
            <w:r w:rsidRPr="009202AA">
              <w:rPr>
                <w:rFonts w:cs="Arial"/>
              </w:rPr>
              <w:t>– 17 dBi + 9 dB</w:t>
            </w:r>
          </w:p>
        </w:tc>
        <w:tc>
          <w:tcPr>
            <w:tcW w:w="2708" w:type="dxa"/>
          </w:tcPr>
          <w:p w14:paraId="60CB2DE5" w14:textId="77777777" w:rsidR="00962558" w:rsidRPr="009202AA" w:rsidRDefault="00962558" w:rsidP="00B24DDB">
            <w:pPr>
              <w:pStyle w:val="TAC"/>
              <w:rPr>
                <w:rFonts w:cs="Arial"/>
              </w:rPr>
            </w:pPr>
          </w:p>
        </w:tc>
      </w:tr>
    </w:tbl>
    <w:p w14:paraId="0984EF1D" w14:textId="77777777" w:rsidR="00BB326E" w:rsidRPr="00EF2F0E" w:rsidRDefault="00BB326E" w:rsidP="00BB326E">
      <w:pPr>
        <w:keepLines/>
        <w:ind w:left="1135" w:hanging="851"/>
      </w:pPr>
    </w:p>
    <w:p w14:paraId="0984EF1E" w14:textId="1F8187C3" w:rsidR="00BB326E" w:rsidRPr="00EF2F0E" w:rsidRDefault="00BB326E" w:rsidP="00BB326E">
      <w:pPr>
        <w:keepLines/>
        <w:ind w:left="1135" w:hanging="851"/>
      </w:pPr>
      <w:r w:rsidRPr="00EF2F0E">
        <w:t>NOTE:</w:t>
      </w:r>
      <w:r w:rsidRPr="00EF2F0E">
        <w:tab/>
        <w:t>The regional requirement</w:t>
      </w:r>
      <w:r w:rsidR="00962558">
        <w:t>s</w:t>
      </w:r>
      <w:r w:rsidRPr="00EF2F0E">
        <w:t>, inc</w:t>
      </w:r>
      <w:r>
        <w:t xml:space="preserve">luded in FCC Order DA </w:t>
      </w:r>
      <w:r w:rsidR="00962558">
        <w:t>20-48</w:t>
      </w:r>
      <w:r w:rsidRPr="00EF2F0E">
        <w:t xml:space="preserve"> </w:t>
      </w:r>
      <w:r w:rsidR="00962558">
        <w:t>are</w:t>
      </w:r>
      <w:r w:rsidRPr="00EF2F0E">
        <w:t xml:space="preserve"> defined in terms of EIRP (effective isotropic radiated power), which is dependent on both the BS emissions at the antenna connector and the deployment (including antenna gain and feeder loss). The method outlined in annex B1 indicates how the limit in table </w:t>
      </w:r>
      <w:r>
        <w:t>9.7.5.4.6.3</w:t>
      </w:r>
      <w:r w:rsidRPr="00EF2F0E">
        <w:rPr>
          <w:rFonts w:cs="v5.0.0"/>
        </w:rPr>
        <w:t xml:space="preserve">-1 </w:t>
      </w:r>
      <w:r w:rsidRPr="00EF2F0E">
        <w:t>demonstrates compliance to the regional requirement.</w:t>
      </w:r>
      <w:r w:rsidR="00962558">
        <w:t xml:space="preserve"> P</w:t>
      </w:r>
      <w:r w:rsidR="00962558">
        <w:rPr>
          <w:vertAlign w:val="subscript"/>
        </w:rPr>
        <w:t>EIRP</w:t>
      </w:r>
      <w:r w:rsidR="00962558">
        <w:t xml:space="preserve"> values in table </w:t>
      </w:r>
      <w:r w:rsidR="00962558" w:rsidRPr="009202AA">
        <w:t>9.7.5.</w:t>
      </w:r>
      <w:r w:rsidR="00962558">
        <w:t>4</w:t>
      </w:r>
      <w:r w:rsidR="00962558" w:rsidRPr="009202AA">
        <w:t>.</w:t>
      </w:r>
      <w:r w:rsidR="00962558">
        <w:t>6</w:t>
      </w:r>
      <w:r w:rsidR="00962558" w:rsidRPr="009202AA">
        <w:t>.</w:t>
      </w:r>
      <w:r w:rsidR="00962558">
        <w:t>3</w:t>
      </w:r>
      <w:r w:rsidR="00962558" w:rsidRPr="009202AA">
        <w:rPr>
          <w:rFonts w:cs="v5.0.0"/>
        </w:rPr>
        <w:t>-1</w:t>
      </w:r>
      <w:r w:rsidR="00962558">
        <w:rPr>
          <w:rFonts w:cs="v5.0.0"/>
        </w:rPr>
        <w:t xml:space="preserve"> are the effective isotropic power (or radiated power spectral density) set in the FCC Order DA 20-48 for the specified frequency ranges and bandwidths.</w:t>
      </w:r>
    </w:p>
    <w:p w14:paraId="115FEC86" w14:textId="1DA584FA" w:rsidR="00B24DDB" w:rsidRPr="00EF2F0E" w:rsidRDefault="00B24DDB" w:rsidP="00B24DDB">
      <w:pPr>
        <w:pStyle w:val="Heading6"/>
      </w:pPr>
      <w:bookmarkStart w:id="4323" w:name="_Toc61112526"/>
      <w:bookmarkStart w:id="4324" w:name="_Toc67911678"/>
      <w:bookmarkStart w:id="4325" w:name="_Toc74843153"/>
      <w:bookmarkStart w:id="4326" w:name="_Toc76503536"/>
      <w:bookmarkStart w:id="4327" w:name="_Toc83040979"/>
      <w:bookmarkStart w:id="4328" w:name="_Toc89852022"/>
      <w:bookmarkStart w:id="4329" w:name="_Toc98676376"/>
      <w:r>
        <w:t>9.7.5.4.6.4</w:t>
      </w:r>
      <w:r w:rsidRPr="00EF2F0E">
        <w:tab/>
      </w:r>
      <w:bookmarkEnd w:id="4323"/>
      <w:bookmarkEnd w:id="4324"/>
      <w:r>
        <w:t>Void</w:t>
      </w:r>
      <w:bookmarkEnd w:id="4325"/>
      <w:bookmarkEnd w:id="4326"/>
      <w:bookmarkEnd w:id="4327"/>
      <w:bookmarkEnd w:id="4328"/>
      <w:bookmarkEnd w:id="4329"/>
    </w:p>
    <w:p w14:paraId="22BA1FD9" w14:textId="18F6A32F" w:rsidR="00B24DDB" w:rsidRPr="00EF2F0E" w:rsidRDefault="00B24DDB" w:rsidP="00B24DDB">
      <w:pPr>
        <w:pStyle w:val="TH"/>
        <w:rPr>
          <w:rFonts w:cs="v5.0.0"/>
        </w:rPr>
      </w:pPr>
      <w:r w:rsidRPr="00EF2F0E">
        <w:t xml:space="preserve">Table </w:t>
      </w:r>
      <w:r>
        <w:t>9.7.5.4.6.4</w:t>
      </w:r>
      <w:r w:rsidRPr="00EF2F0E">
        <w:t>-</w:t>
      </w:r>
      <w:r w:rsidRPr="00EF2F0E">
        <w:rPr>
          <w:lang w:eastAsia="zh-CN"/>
        </w:rPr>
        <w:t>1</w:t>
      </w:r>
      <w:r w:rsidRPr="00EF2F0E">
        <w:t xml:space="preserve">: </w:t>
      </w:r>
      <w:r>
        <w:rPr>
          <w:lang w:eastAsia="zh-CN"/>
        </w:rPr>
        <w:t>Void</w:t>
      </w:r>
    </w:p>
    <w:p w14:paraId="0984EF38" w14:textId="77777777" w:rsidR="00BB326E" w:rsidRPr="00EF2F0E" w:rsidRDefault="00BB326E" w:rsidP="00BB326E"/>
    <w:p w14:paraId="0984EF39" w14:textId="77777777" w:rsidR="00BB326E" w:rsidRPr="00EF2F0E" w:rsidRDefault="00BB326E" w:rsidP="00BB326E">
      <w:pPr>
        <w:pStyle w:val="Heading6"/>
      </w:pPr>
      <w:bookmarkStart w:id="4330" w:name="_Toc61112527"/>
      <w:bookmarkStart w:id="4331" w:name="_Toc67911679"/>
      <w:bookmarkStart w:id="4332" w:name="_Toc74843154"/>
      <w:bookmarkStart w:id="4333" w:name="_Toc76503537"/>
      <w:bookmarkStart w:id="4334" w:name="_Toc83040980"/>
      <w:bookmarkStart w:id="4335" w:name="_Toc89852023"/>
      <w:bookmarkStart w:id="4336" w:name="_Toc98676377"/>
      <w:r>
        <w:t>9.7.5.4.6.5</w:t>
      </w:r>
      <w:r w:rsidRPr="00EF2F0E">
        <w:tab/>
        <w:t>Additional band 32, 50, 51, 74, 75 and 76 unwanted emissions</w:t>
      </w:r>
      <w:bookmarkEnd w:id="4330"/>
      <w:bookmarkEnd w:id="4331"/>
      <w:bookmarkEnd w:id="4332"/>
      <w:bookmarkEnd w:id="4333"/>
      <w:bookmarkEnd w:id="4334"/>
      <w:bookmarkEnd w:id="4335"/>
      <w:bookmarkEnd w:id="4336"/>
    </w:p>
    <w:p w14:paraId="0984EF3A" w14:textId="77777777" w:rsidR="00BB326E" w:rsidRPr="00EF2F0E" w:rsidRDefault="00BB326E" w:rsidP="00BB326E">
      <w:r w:rsidRPr="00EF2F0E">
        <w:t xml:space="preserve">In certain regions, the following requirements may apply to BS operating in Band 32 within 1452-1492 MHz, in Band 75 within 1432-1517 MHz and in Band 76 within 1427-1432 MHz. </w:t>
      </w:r>
      <w:r w:rsidRPr="00EF2F0E">
        <w:rPr>
          <w:rFonts w:cs="v5.0.0"/>
        </w:rPr>
        <w:t xml:space="preserve">The </w:t>
      </w:r>
      <w:r w:rsidRPr="00EF2F0E">
        <w:t xml:space="preserve">level of operating band unwanted emissions, measured on centre frequencies f_offset with filter bandwidth, according to table </w:t>
      </w:r>
      <w:r>
        <w:t>9.7.5.4.6.5</w:t>
      </w:r>
      <w:r w:rsidRPr="00EF2F0E">
        <w:t xml:space="preserve">-1, shall not exceed the maximum TRP limits indicated in the table.. </w:t>
      </w:r>
    </w:p>
    <w:p w14:paraId="0984EF3B" w14:textId="77777777" w:rsidR="00BB326E" w:rsidRPr="00EF2F0E" w:rsidRDefault="00BB326E" w:rsidP="00BB326E">
      <w:r w:rsidRPr="00EF2F0E">
        <w:t>For Band 32, this requirement applies in the frequency range 1452-1492 MHz when non-Mobile/Fixed Communications Network (MFCN) services are deployed in adjacent frequency ranges, while it applies also within 1427-1452 MHz and/or 1492-1517 MHz when MFCN services are deployed in such frequency ranges, even though part of the ranges falls in the spurious domain. For Band 75, this requirement applies in the frequency range 1427-1517 MHz. For Band 76, this requirement applies in the frequency range 1432-1517 MHz even though part of the range falls in the spurious domain.</w:t>
      </w:r>
    </w:p>
    <w:p w14:paraId="0984EF3C" w14:textId="77777777" w:rsidR="00BB326E" w:rsidRPr="00EF2F0E" w:rsidRDefault="00BB326E" w:rsidP="00BB326E">
      <w:pPr>
        <w:pStyle w:val="TH"/>
        <w:rPr>
          <w:rFonts w:cs="v5.0.0"/>
          <w:lang w:eastAsia="ja-JP"/>
        </w:rPr>
      </w:pPr>
      <w:r w:rsidRPr="00EF2F0E">
        <w:t xml:space="preserve">Table </w:t>
      </w:r>
      <w:r>
        <w:t>9.7.5.4.6.5</w:t>
      </w:r>
      <w:r w:rsidRPr="00EF2F0E">
        <w:t>-</w:t>
      </w:r>
      <w:r w:rsidRPr="00EF2F0E">
        <w:rPr>
          <w:lang w:eastAsia="zh-CN"/>
        </w:rPr>
        <w:t>1</w:t>
      </w:r>
      <w:r w:rsidRPr="00EF2F0E">
        <w:t>: Declared operating band 32, 75 and 76 unwanted emission within 1427-1517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1"/>
        <w:gridCol w:w="2507"/>
        <w:gridCol w:w="2503"/>
      </w:tblGrid>
      <w:tr w:rsidR="00BB326E" w:rsidRPr="00EF2F0E" w14:paraId="0984EF40" w14:textId="77777777" w:rsidTr="00BB326E">
        <w:trPr>
          <w:jc w:val="center"/>
        </w:trPr>
        <w:tc>
          <w:tcPr>
            <w:tcW w:w="0" w:type="auto"/>
          </w:tcPr>
          <w:p w14:paraId="0984EF3D" w14:textId="77777777" w:rsidR="00BB326E" w:rsidRPr="00EF2F0E" w:rsidRDefault="00BB326E" w:rsidP="00BB326E">
            <w:pPr>
              <w:pStyle w:val="TAH"/>
              <w:rPr>
                <w:rFonts w:cs="v5.0.0"/>
              </w:rPr>
            </w:pPr>
            <w:r w:rsidRPr="00EF2F0E">
              <w:rPr>
                <w:rFonts w:cs="v5.0.0"/>
              </w:rPr>
              <w:t>Frequency offset of measurement filter centre frequency, f_offset</w:t>
            </w:r>
          </w:p>
        </w:tc>
        <w:tc>
          <w:tcPr>
            <w:tcW w:w="0" w:type="auto"/>
          </w:tcPr>
          <w:p w14:paraId="0984EF3E" w14:textId="77777777" w:rsidR="00BB326E" w:rsidRPr="00EF2F0E" w:rsidRDefault="00BB326E" w:rsidP="00BB326E">
            <w:pPr>
              <w:pStyle w:val="TAH"/>
              <w:rPr>
                <w:rFonts w:cs="v5.0.0"/>
              </w:rPr>
            </w:pPr>
            <w:r w:rsidRPr="00EF2F0E">
              <w:rPr>
                <w:rFonts w:cs="Arial"/>
              </w:rPr>
              <w:t>Declared emission level [dBm]</w:t>
            </w:r>
          </w:p>
        </w:tc>
        <w:tc>
          <w:tcPr>
            <w:tcW w:w="0" w:type="auto"/>
          </w:tcPr>
          <w:p w14:paraId="0984EF3F" w14:textId="77777777" w:rsidR="00BB326E" w:rsidRPr="00EF2F0E" w:rsidRDefault="00BB326E" w:rsidP="00BB326E">
            <w:pPr>
              <w:pStyle w:val="TAH"/>
              <w:rPr>
                <w:rFonts w:cs="v5.0.0"/>
              </w:rPr>
            </w:pPr>
            <w:r w:rsidRPr="00EF2F0E">
              <w:rPr>
                <w:rFonts w:cs="v5.0.0"/>
              </w:rPr>
              <w:t xml:space="preserve">Measurement bandwidth </w:t>
            </w:r>
          </w:p>
        </w:tc>
      </w:tr>
      <w:tr w:rsidR="00BB326E" w:rsidRPr="00EF2F0E" w14:paraId="0984EF44" w14:textId="77777777" w:rsidTr="00BB326E">
        <w:trPr>
          <w:jc w:val="center"/>
        </w:trPr>
        <w:tc>
          <w:tcPr>
            <w:tcW w:w="0" w:type="auto"/>
            <w:vAlign w:val="center"/>
          </w:tcPr>
          <w:p w14:paraId="0984EF41" w14:textId="77777777" w:rsidR="00BB326E" w:rsidRPr="00EF2F0E" w:rsidRDefault="00BB326E" w:rsidP="00BB326E">
            <w:pPr>
              <w:pStyle w:val="TAC"/>
              <w:rPr>
                <w:rFonts w:cs="v5.0.0"/>
              </w:rPr>
            </w:pPr>
            <w:r w:rsidRPr="00EF2F0E">
              <w:rPr>
                <w:rFonts w:cs="v5.0.0"/>
                <w:lang w:eastAsia="zh-CN"/>
              </w:rPr>
              <w:t>2.5</w:t>
            </w:r>
            <w:r w:rsidRPr="00EF2F0E">
              <w:rPr>
                <w:rFonts w:cs="v5.0.0"/>
              </w:rPr>
              <w:t xml:space="preserve"> MHz</w:t>
            </w:r>
          </w:p>
        </w:tc>
        <w:tc>
          <w:tcPr>
            <w:tcW w:w="0" w:type="auto"/>
          </w:tcPr>
          <w:p w14:paraId="0984EF42" w14:textId="77777777" w:rsidR="00BB326E" w:rsidRPr="00EF2F0E" w:rsidRDefault="00BB326E" w:rsidP="00BB326E">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0" w:type="auto"/>
            <w:vAlign w:val="center"/>
          </w:tcPr>
          <w:p w14:paraId="0984EF43" w14:textId="77777777" w:rsidR="00BB326E" w:rsidRPr="00EF2F0E" w:rsidRDefault="00BB326E" w:rsidP="00BB326E">
            <w:pPr>
              <w:pStyle w:val="TAC"/>
              <w:rPr>
                <w:rFonts w:cs="Arial"/>
              </w:rPr>
            </w:pPr>
            <w:r w:rsidRPr="00EF2F0E">
              <w:rPr>
                <w:rFonts w:cs="Arial"/>
              </w:rPr>
              <w:t>5</w:t>
            </w:r>
            <w:r w:rsidRPr="00EF2F0E">
              <w:rPr>
                <w:rFonts w:cs="Arial"/>
                <w:lang w:eastAsia="zh-CN"/>
              </w:rPr>
              <w:t xml:space="preserve"> M</w:t>
            </w:r>
            <w:r w:rsidRPr="00EF2F0E">
              <w:rPr>
                <w:rFonts w:cs="Arial"/>
              </w:rPr>
              <w:t xml:space="preserve">Hz </w:t>
            </w:r>
          </w:p>
        </w:tc>
      </w:tr>
      <w:tr w:rsidR="00BB326E" w:rsidRPr="00EF2F0E" w14:paraId="0984EF48" w14:textId="77777777" w:rsidTr="00BB326E">
        <w:trPr>
          <w:jc w:val="center"/>
        </w:trPr>
        <w:tc>
          <w:tcPr>
            <w:tcW w:w="0" w:type="auto"/>
            <w:vAlign w:val="center"/>
          </w:tcPr>
          <w:p w14:paraId="0984EF45" w14:textId="77777777" w:rsidR="00BB326E" w:rsidRPr="00EF2F0E" w:rsidRDefault="00BB326E" w:rsidP="00BB326E">
            <w:pPr>
              <w:pStyle w:val="TAC"/>
              <w:rPr>
                <w:rFonts w:cs="v5.0.0"/>
              </w:rPr>
            </w:pPr>
            <w:r w:rsidRPr="00EF2F0E">
              <w:rPr>
                <w:rFonts w:cs="v5.0.0"/>
                <w:lang w:eastAsia="zh-CN"/>
              </w:rPr>
              <w:t>7.5</w:t>
            </w:r>
            <w:r w:rsidRPr="00EF2F0E">
              <w:rPr>
                <w:rFonts w:cs="v5.0.0"/>
              </w:rPr>
              <w:t xml:space="preserve"> MHz</w:t>
            </w:r>
          </w:p>
        </w:tc>
        <w:tc>
          <w:tcPr>
            <w:tcW w:w="0" w:type="auto"/>
          </w:tcPr>
          <w:p w14:paraId="0984EF46" w14:textId="77777777" w:rsidR="00BB326E" w:rsidRPr="00EF2F0E" w:rsidRDefault="00BB326E" w:rsidP="00BB326E">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0" w:type="auto"/>
            <w:vAlign w:val="center"/>
          </w:tcPr>
          <w:p w14:paraId="0984EF47" w14:textId="77777777" w:rsidR="00BB326E" w:rsidRPr="00EF2F0E" w:rsidRDefault="00BB326E" w:rsidP="00BB326E">
            <w:pPr>
              <w:pStyle w:val="TAC"/>
              <w:rPr>
                <w:rFonts w:cs="Arial"/>
              </w:rPr>
            </w:pPr>
            <w:r w:rsidRPr="00EF2F0E">
              <w:rPr>
                <w:rFonts w:cs="Arial"/>
              </w:rPr>
              <w:t>5</w:t>
            </w:r>
            <w:r w:rsidRPr="00EF2F0E">
              <w:rPr>
                <w:rFonts w:cs="Arial"/>
                <w:lang w:eastAsia="zh-CN"/>
              </w:rPr>
              <w:t xml:space="preserve"> M</w:t>
            </w:r>
            <w:r w:rsidRPr="00EF2F0E">
              <w:rPr>
                <w:rFonts w:cs="Arial"/>
              </w:rPr>
              <w:t xml:space="preserve">Hz </w:t>
            </w:r>
          </w:p>
        </w:tc>
      </w:tr>
      <w:tr w:rsidR="00BB326E" w:rsidRPr="00EF2F0E" w14:paraId="0984EF4C" w14:textId="77777777" w:rsidTr="00BB326E">
        <w:trPr>
          <w:jc w:val="center"/>
        </w:trPr>
        <w:tc>
          <w:tcPr>
            <w:tcW w:w="0" w:type="auto"/>
            <w:vAlign w:val="center"/>
          </w:tcPr>
          <w:p w14:paraId="0984EF49" w14:textId="77777777" w:rsidR="00BB326E" w:rsidRPr="00EF2F0E" w:rsidRDefault="00BB326E" w:rsidP="00BB326E">
            <w:pPr>
              <w:pStyle w:val="TAC"/>
              <w:rPr>
                <w:rFonts w:cs="v5.0.0"/>
                <w:lang w:eastAsia="zh-CN"/>
              </w:rPr>
            </w:pPr>
            <w:r w:rsidRPr="00EF2F0E">
              <w:rPr>
                <w:rFonts w:cs="v5.0.0"/>
                <w:lang w:eastAsia="zh-CN"/>
              </w:rPr>
              <w:t>12.5</w:t>
            </w:r>
            <w:r w:rsidRPr="00EF2F0E">
              <w:rPr>
                <w:rFonts w:cs="v5.0.0"/>
              </w:rPr>
              <w:t xml:space="preserve"> </w:t>
            </w:r>
            <w:r w:rsidRPr="00EF2F0E">
              <w:rPr>
                <w:rFonts w:cs="Arial"/>
              </w:rPr>
              <w:t xml:space="preserve">MHz </w:t>
            </w:r>
            <w:r w:rsidRPr="00EF2F0E">
              <w:rPr>
                <w:rFonts w:cs="Arial" w:hint="eastAsia"/>
              </w:rPr>
              <w:t>≤</w:t>
            </w:r>
            <w:r w:rsidRPr="00EF2F0E">
              <w:rPr>
                <w:rFonts w:cs="v5.0.0"/>
              </w:rPr>
              <w:t xml:space="preserve"> </w:t>
            </w:r>
            <w:r w:rsidRPr="00EF2F0E">
              <w:rPr>
                <w:rFonts w:cs="v5.0.0"/>
                <w:lang w:eastAsia="zh-CN"/>
              </w:rPr>
              <w:t>f_offset</w:t>
            </w:r>
            <w:r w:rsidRPr="00EF2F0E">
              <w:rPr>
                <w:rFonts w:cs="v5.0.0"/>
              </w:rPr>
              <w:t xml:space="preserve"> </w:t>
            </w:r>
            <w:r w:rsidRPr="00EF2F0E">
              <w:rPr>
                <w:rFonts w:cs="Arial" w:hint="eastAsia"/>
              </w:rPr>
              <w:t>≤</w:t>
            </w:r>
            <w:r w:rsidRPr="00EF2F0E">
              <w:rPr>
                <w:rFonts w:cs="v5.0.0"/>
              </w:rPr>
              <w:t xml:space="preserve"> f_offset</w:t>
            </w:r>
            <w:r w:rsidRPr="00EF2F0E">
              <w:rPr>
                <w:rFonts w:cs="v5.0.0"/>
                <w:vertAlign w:val="subscript"/>
              </w:rPr>
              <w:t>max</w:t>
            </w:r>
          </w:p>
        </w:tc>
        <w:tc>
          <w:tcPr>
            <w:tcW w:w="0" w:type="auto"/>
          </w:tcPr>
          <w:p w14:paraId="0984EF4A" w14:textId="77777777" w:rsidR="00BB326E" w:rsidRPr="00EF2F0E" w:rsidRDefault="00BB326E" w:rsidP="00BB326E">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0" w:type="auto"/>
            <w:vAlign w:val="center"/>
          </w:tcPr>
          <w:p w14:paraId="0984EF4B" w14:textId="77777777" w:rsidR="00BB326E" w:rsidRPr="00EF2F0E" w:rsidRDefault="00BB326E" w:rsidP="00BB326E">
            <w:pPr>
              <w:pStyle w:val="TAC"/>
              <w:rPr>
                <w:rFonts w:cs="Arial"/>
              </w:rPr>
            </w:pPr>
            <w:r w:rsidRPr="00EF2F0E">
              <w:rPr>
                <w:rFonts w:cs="Arial"/>
              </w:rPr>
              <w:t>5 MHz</w:t>
            </w:r>
          </w:p>
        </w:tc>
      </w:tr>
      <w:tr w:rsidR="00BB326E" w:rsidRPr="00EF2F0E" w14:paraId="0984EF4E" w14:textId="77777777" w:rsidTr="00BB326E">
        <w:trPr>
          <w:jc w:val="center"/>
        </w:trPr>
        <w:tc>
          <w:tcPr>
            <w:tcW w:w="0" w:type="auto"/>
            <w:gridSpan w:val="3"/>
            <w:vAlign w:val="center"/>
          </w:tcPr>
          <w:p w14:paraId="0984EF4D" w14:textId="77777777" w:rsidR="00BB326E" w:rsidRPr="00EF2F0E" w:rsidRDefault="00BB326E" w:rsidP="00BB326E">
            <w:pPr>
              <w:pStyle w:val="TAN"/>
            </w:pPr>
            <w:r w:rsidRPr="00EF2F0E">
              <w:t>NOTE:</w:t>
            </w:r>
            <w:r w:rsidRPr="00EF2F0E">
              <w:tab/>
              <w:t>For Band 32, when non-MFCN services are deployed in the adjacent bands, f_offset</w:t>
            </w:r>
            <w:r w:rsidRPr="00EF2F0E">
              <w:rPr>
                <w:vertAlign w:val="subscript"/>
              </w:rPr>
              <w:t>max</w:t>
            </w:r>
            <w:r w:rsidRPr="00EF2F0E">
              <w:t xml:space="preserve"> denotes the frequency difference between the lower Base Station RF Bandwidth edge and 1454.5 MHz, and the frequency difference between the upper Base Station RF Bandwidthl edge and 1489.5 MHz for the set channel position. For Band 32, when MFCN services are deployed in the adjacent frequencies, Band 75 and Band 76, f_offset</w:t>
            </w:r>
            <w:r w:rsidRPr="00EF2F0E">
              <w:rPr>
                <w:vertAlign w:val="subscript"/>
              </w:rPr>
              <w:t>max</w:t>
            </w:r>
            <w:r w:rsidRPr="00EF2F0E">
              <w:t xml:space="preserve"> denotes the frequency difference between the lower Base Station RF Bandwidth edge and 1429.5 MHz, and the frequency difference between the upper Base Station RF Bandwidth edge and 1514.5 MHz for the set channel position.</w:t>
            </w:r>
          </w:p>
        </w:tc>
      </w:tr>
    </w:tbl>
    <w:p w14:paraId="0984EF4F" w14:textId="77777777" w:rsidR="00BB326E" w:rsidRPr="00EF2F0E" w:rsidRDefault="00BB326E" w:rsidP="00BB326E"/>
    <w:p w14:paraId="0984EF50" w14:textId="77777777" w:rsidR="00BB326E" w:rsidRPr="00EF2F0E" w:rsidRDefault="00BB326E" w:rsidP="00BB326E">
      <w:pPr>
        <w:keepLines/>
        <w:ind w:left="1135" w:hanging="851"/>
      </w:pPr>
      <w:r w:rsidRPr="00EF2F0E">
        <w:t>NOTE:</w:t>
      </w:r>
      <w:r w:rsidRPr="00EF2F0E">
        <w:tab/>
        <w:t xml:space="preserve">The regional requirement is defined in terms of EIRP (effective isotropic radiated power), which is dependent on both the BS emissions at the antenna connector and the deployment (including antenna gain and feeder loss). The method outlined in annex B.1 indicates how the limit in table </w:t>
      </w:r>
      <w:r>
        <w:t>9.7.5.4.6.5</w:t>
      </w:r>
      <w:r w:rsidRPr="00EF2F0E">
        <w:t>-1 demonstrates compliance to the regional requirement.</w:t>
      </w:r>
    </w:p>
    <w:p w14:paraId="0984EF51" w14:textId="77777777" w:rsidR="00BB326E" w:rsidRPr="00EF2F0E" w:rsidRDefault="00BB326E" w:rsidP="00BB326E">
      <w:r w:rsidRPr="00EF2F0E">
        <w:rPr>
          <w:rFonts w:cs="v5.0.0"/>
        </w:rPr>
        <w:t xml:space="preserve">In certain regions, the following requirement may apply to BS operating in Band 32 within 1452-1492MHz for the protection of non-MFCN services in spectrum adjacent to the frequency range 1452-1492 MHz. The </w:t>
      </w:r>
      <w:r w:rsidRPr="00EF2F0E">
        <w:t>level of emissions, measured on centre frequencies F</w:t>
      </w:r>
      <w:r w:rsidRPr="00EF2F0E">
        <w:rPr>
          <w:vertAlign w:val="subscript"/>
        </w:rPr>
        <w:t>filter</w:t>
      </w:r>
      <w:r w:rsidRPr="00EF2F0E">
        <w:t xml:space="preserve"> with filter bandwidth according to Table </w:t>
      </w:r>
      <w:r>
        <w:t>9.7.5.4.6.5</w:t>
      </w:r>
      <w:r w:rsidRPr="00EF2F0E">
        <w:t>-2, shall not exceed the maximum TRP limits indicated in the table. This requirement applies in the frequency range 1429-1518MHz even though part of the range falls in the spurious domain.</w:t>
      </w:r>
    </w:p>
    <w:p w14:paraId="0984EF52" w14:textId="77777777" w:rsidR="00BB326E" w:rsidRPr="00EF2F0E" w:rsidRDefault="00BB326E" w:rsidP="00BB326E">
      <w:pPr>
        <w:pStyle w:val="TH"/>
      </w:pPr>
      <w:r w:rsidRPr="00EF2F0E">
        <w:t xml:space="preserve">Table </w:t>
      </w:r>
      <w:r>
        <w:t>9.7.5.4.6.5</w:t>
      </w:r>
      <w:r w:rsidRPr="00EF2F0E">
        <w:t>-</w:t>
      </w:r>
      <w:r w:rsidRPr="00EF2F0E">
        <w:rPr>
          <w:lang w:eastAsia="zh-CN"/>
        </w:rPr>
        <w:t>2</w:t>
      </w:r>
      <w:r w:rsidRPr="00EF2F0E">
        <w:t>: Operating band 32 declared emission outside 1452</w:t>
      </w:r>
      <w:r w:rsidRPr="00EF2F0E">
        <w:rPr>
          <w:lang w:eastAsia="ja-JP"/>
        </w:rPr>
        <w:t>-</w:t>
      </w:r>
      <w:r w:rsidRPr="00EF2F0E">
        <w:t>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BB326E" w:rsidRPr="00EF2F0E" w14:paraId="0984EF56" w14:textId="77777777" w:rsidTr="00BB326E">
        <w:trPr>
          <w:jc w:val="center"/>
        </w:trPr>
        <w:tc>
          <w:tcPr>
            <w:tcW w:w="3023" w:type="dxa"/>
          </w:tcPr>
          <w:p w14:paraId="0984EF53" w14:textId="77777777" w:rsidR="00BB326E" w:rsidRPr="00EF2F0E" w:rsidRDefault="00BB326E" w:rsidP="00BB326E">
            <w:pPr>
              <w:pStyle w:val="TAH"/>
              <w:rPr>
                <w:rFonts w:cs="Arial"/>
              </w:rPr>
            </w:pPr>
            <w:r w:rsidRPr="00EF2F0E">
              <w:rPr>
                <w:rFonts w:cs="Arial"/>
              </w:rPr>
              <w:t xml:space="preserve">Filter </w:t>
            </w:r>
            <w:r w:rsidRPr="00EF2F0E">
              <w:rPr>
                <w:rFonts w:cs="v5.0.0"/>
              </w:rPr>
              <w:t xml:space="preserve">centre frequency, </w:t>
            </w:r>
            <w:r w:rsidRPr="00EF2F0E">
              <w:rPr>
                <w:rFonts w:cs="Arial"/>
              </w:rPr>
              <w:t>F</w:t>
            </w:r>
            <w:r w:rsidRPr="00EF2F0E">
              <w:rPr>
                <w:rFonts w:cs="Arial"/>
                <w:vertAlign w:val="subscript"/>
              </w:rPr>
              <w:t>filter</w:t>
            </w:r>
          </w:p>
        </w:tc>
        <w:tc>
          <w:tcPr>
            <w:tcW w:w="1939" w:type="dxa"/>
          </w:tcPr>
          <w:p w14:paraId="0984EF54" w14:textId="77777777" w:rsidR="00BB326E" w:rsidRPr="00EF2F0E" w:rsidRDefault="00BB326E" w:rsidP="00BB326E">
            <w:pPr>
              <w:pStyle w:val="TAH"/>
              <w:rPr>
                <w:rFonts w:cs="Arial"/>
              </w:rPr>
            </w:pPr>
            <w:r w:rsidRPr="00EF2F0E">
              <w:rPr>
                <w:rFonts w:cs="Arial"/>
              </w:rPr>
              <w:t>Declared emission level [dBm]</w:t>
            </w:r>
          </w:p>
        </w:tc>
        <w:tc>
          <w:tcPr>
            <w:tcW w:w="1939" w:type="dxa"/>
          </w:tcPr>
          <w:p w14:paraId="0984EF55" w14:textId="77777777" w:rsidR="00BB326E" w:rsidRPr="00EF2F0E" w:rsidRDefault="00BB326E" w:rsidP="00BB326E">
            <w:pPr>
              <w:pStyle w:val="TAH"/>
              <w:rPr>
                <w:rFonts w:cs="Arial"/>
              </w:rPr>
            </w:pPr>
            <w:r w:rsidRPr="00EF2F0E">
              <w:rPr>
                <w:rFonts w:cs="Arial"/>
              </w:rPr>
              <w:t>Measurement bandwidth</w:t>
            </w:r>
          </w:p>
        </w:tc>
      </w:tr>
      <w:tr w:rsidR="00BB326E" w:rsidRPr="00EF2F0E" w14:paraId="0984EF5A" w14:textId="77777777" w:rsidTr="00BB326E">
        <w:trPr>
          <w:jc w:val="center"/>
        </w:trPr>
        <w:tc>
          <w:tcPr>
            <w:tcW w:w="3023" w:type="dxa"/>
          </w:tcPr>
          <w:p w14:paraId="0984EF57" w14:textId="77777777" w:rsidR="00BB326E" w:rsidRPr="00EF2F0E" w:rsidRDefault="00BB326E" w:rsidP="00BB326E">
            <w:pPr>
              <w:pStyle w:val="TAC"/>
              <w:rPr>
                <w:rFonts w:cs="Arial"/>
              </w:rPr>
            </w:pPr>
            <w:r w:rsidRPr="00EF2F0E">
              <w:rPr>
                <w:rFonts w:cs="Arial"/>
              </w:rPr>
              <w:t xml:space="preserve">1429.5 MHz </w:t>
            </w:r>
            <w:r w:rsidRPr="00EF2F0E">
              <w:rPr>
                <w:rFonts w:cs="Arial" w:hint="eastAsia"/>
              </w:rPr>
              <w:t>≤</w:t>
            </w:r>
            <w:r w:rsidRPr="00EF2F0E">
              <w:rPr>
                <w:rFonts w:cs="Arial"/>
              </w:rPr>
              <w:t xml:space="preserve"> F</w:t>
            </w:r>
            <w:r w:rsidRPr="00EF2F0E">
              <w:rPr>
                <w:rFonts w:cs="Arial"/>
                <w:vertAlign w:val="subscript"/>
              </w:rPr>
              <w:t>filter</w:t>
            </w:r>
            <w:r w:rsidRPr="00EF2F0E">
              <w:rPr>
                <w:rFonts w:cs="Arial"/>
              </w:rPr>
              <w:t xml:space="preserve"> </w:t>
            </w:r>
            <w:r w:rsidRPr="00EF2F0E">
              <w:rPr>
                <w:rFonts w:cs="Arial" w:hint="eastAsia"/>
              </w:rPr>
              <w:t>≤</w:t>
            </w:r>
            <w:r w:rsidRPr="00EF2F0E">
              <w:rPr>
                <w:rFonts w:cs="Arial"/>
              </w:rPr>
              <w:t xml:space="preserve"> 1448.5 MHz</w:t>
            </w:r>
          </w:p>
        </w:tc>
        <w:tc>
          <w:tcPr>
            <w:tcW w:w="1939" w:type="dxa"/>
          </w:tcPr>
          <w:p w14:paraId="0984EF58" w14:textId="77777777" w:rsidR="00BB326E" w:rsidRPr="00EF2F0E" w:rsidRDefault="00BB326E" w:rsidP="00BB326E">
            <w:pPr>
              <w:pStyle w:val="TAC"/>
              <w:rPr>
                <w:rFonts w:cs="Arial"/>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0984EF59" w14:textId="77777777" w:rsidR="00BB326E" w:rsidRPr="00EF2F0E" w:rsidRDefault="00BB326E" w:rsidP="00BB326E">
            <w:pPr>
              <w:pStyle w:val="TAC"/>
              <w:rPr>
                <w:rFonts w:cs="Arial"/>
              </w:rPr>
            </w:pPr>
            <w:r w:rsidRPr="00EF2F0E">
              <w:rPr>
                <w:rFonts w:cs="Arial"/>
              </w:rPr>
              <w:t>1 MHz</w:t>
            </w:r>
          </w:p>
        </w:tc>
      </w:tr>
      <w:tr w:rsidR="00BB326E" w:rsidRPr="00EF2F0E" w14:paraId="0984EF5E" w14:textId="77777777" w:rsidTr="00BB326E">
        <w:trPr>
          <w:jc w:val="center"/>
        </w:trPr>
        <w:tc>
          <w:tcPr>
            <w:tcW w:w="3023" w:type="dxa"/>
          </w:tcPr>
          <w:p w14:paraId="0984EF5B" w14:textId="77777777" w:rsidR="00BB326E" w:rsidRPr="00EF2F0E" w:rsidRDefault="00BB326E" w:rsidP="00BB326E">
            <w:pPr>
              <w:pStyle w:val="TAC"/>
              <w:rPr>
                <w:rFonts w:cs="Arial"/>
              </w:rPr>
            </w:pPr>
            <w:r w:rsidRPr="00EF2F0E">
              <w:rPr>
                <w:rFonts w:cs="Arial"/>
              </w:rPr>
              <w:t>F</w:t>
            </w:r>
            <w:r w:rsidRPr="00EF2F0E">
              <w:rPr>
                <w:rFonts w:cs="Arial"/>
                <w:vertAlign w:val="subscript"/>
              </w:rPr>
              <w:t>filter</w:t>
            </w:r>
            <w:r w:rsidRPr="00EF2F0E">
              <w:rPr>
                <w:rFonts w:cs="Arial"/>
              </w:rPr>
              <w:t xml:space="preserve"> =  1450.5 MHz</w:t>
            </w:r>
          </w:p>
        </w:tc>
        <w:tc>
          <w:tcPr>
            <w:tcW w:w="1939" w:type="dxa"/>
          </w:tcPr>
          <w:p w14:paraId="0984EF5C" w14:textId="77777777" w:rsidR="00BB326E" w:rsidRPr="00EF2F0E" w:rsidRDefault="00BB326E" w:rsidP="00BB326E">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0984EF5D" w14:textId="77777777" w:rsidR="00BB326E" w:rsidRPr="00EF2F0E" w:rsidRDefault="00BB326E" w:rsidP="00BB326E">
            <w:pPr>
              <w:pStyle w:val="TAC"/>
              <w:rPr>
                <w:rFonts w:cs="Arial"/>
              </w:rPr>
            </w:pPr>
            <w:r w:rsidRPr="00EF2F0E">
              <w:rPr>
                <w:rFonts w:cs="Arial"/>
              </w:rPr>
              <w:t>3 MHz</w:t>
            </w:r>
          </w:p>
        </w:tc>
      </w:tr>
      <w:tr w:rsidR="00BB326E" w:rsidRPr="00EF2F0E" w14:paraId="0984EF62" w14:textId="77777777" w:rsidTr="00BB326E">
        <w:trPr>
          <w:jc w:val="center"/>
        </w:trPr>
        <w:tc>
          <w:tcPr>
            <w:tcW w:w="3023" w:type="dxa"/>
          </w:tcPr>
          <w:p w14:paraId="0984EF5F" w14:textId="77777777" w:rsidR="00BB326E" w:rsidRPr="00EF2F0E" w:rsidRDefault="00BB326E" w:rsidP="00BB326E">
            <w:pPr>
              <w:pStyle w:val="TAC"/>
              <w:rPr>
                <w:rFonts w:cs="Arial"/>
              </w:rPr>
            </w:pPr>
            <w:r w:rsidRPr="00EF2F0E">
              <w:rPr>
                <w:rFonts w:cs="Arial"/>
              </w:rPr>
              <w:t>F</w:t>
            </w:r>
            <w:r w:rsidRPr="00EF2F0E">
              <w:rPr>
                <w:rFonts w:cs="Arial"/>
                <w:vertAlign w:val="subscript"/>
              </w:rPr>
              <w:t>filter</w:t>
            </w:r>
            <w:r w:rsidRPr="00EF2F0E">
              <w:rPr>
                <w:rFonts w:cs="Arial"/>
              </w:rPr>
              <w:t xml:space="preserve">  = 1493.5 MHz</w:t>
            </w:r>
          </w:p>
        </w:tc>
        <w:tc>
          <w:tcPr>
            <w:tcW w:w="1939" w:type="dxa"/>
          </w:tcPr>
          <w:p w14:paraId="0984EF60" w14:textId="77777777" w:rsidR="00BB326E" w:rsidRPr="00EF2F0E" w:rsidRDefault="00BB326E" w:rsidP="00BB326E">
            <w:pPr>
              <w:pStyle w:val="TAC"/>
              <w:rPr>
                <w:rFonts w:cs="Arial"/>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0984EF61" w14:textId="77777777" w:rsidR="00BB326E" w:rsidRPr="00EF2F0E" w:rsidRDefault="00BB326E" w:rsidP="00BB326E">
            <w:pPr>
              <w:pStyle w:val="TAC"/>
              <w:rPr>
                <w:rFonts w:cs="Arial"/>
              </w:rPr>
            </w:pPr>
            <w:r w:rsidRPr="00EF2F0E">
              <w:rPr>
                <w:rFonts w:cs="Arial"/>
              </w:rPr>
              <w:t>3 MHz</w:t>
            </w:r>
          </w:p>
        </w:tc>
      </w:tr>
      <w:tr w:rsidR="00BB326E" w:rsidRPr="00EF2F0E" w14:paraId="0984EF66" w14:textId="77777777" w:rsidTr="00BB326E">
        <w:trPr>
          <w:jc w:val="center"/>
        </w:trPr>
        <w:tc>
          <w:tcPr>
            <w:tcW w:w="3023" w:type="dxa"/>
          </w:tcPr>
          <w:p w14:paraId="0984EF63" w14:textId="77777777" w:rsidR="00BB326E" w:rsidRPr="00EF2F0E" w:rsidRDefault="00BB326E" w:rsidP="00BB326E">
            <w:pPr>
              <w:pStyle w:val="TAC"/>
              <w:rPr>
                <w:rFonts w:cs="Arial"/>
              </w:rPr>
            </w:pPr>
            <w:r w:rsidRPr="00EF2F0E">
              <w:rPr>
                <w:rFonts w:cs="Arial"/>
              </w:rPr>
              <w:t xml:space="preserve">1495.5 MHz </w:t>
            </w:r>
            <w:r w:rsidRPr="00EF2F0E">
              <w:rPr>
                <w:rFonts w:cs="Arial" w:hint="eastAsia"/>
              </w:rPr>
              <w:t>≤</w:t>
            </w:r>
            <w:r w:rsidRPr="00EF2F0E">
              <w:rPr>
                <w:rFonts w:cs="Arial"/>
              </w:rPr>
              <w:t xml:space="preserve">  F</w:t>
            </w:r>
            <w:r w:rsidRPr="00EF2F0E">
              <w:rPr>
                <w:rFonts w:cs="Arial"/>
                <w:vertAlign w:val="subscript"/>
              </w:rPr>
              <w:t>filter</w:t>
            </w:r>
            <w:r w:rsidRPr="00EF2F0E">
              <w:rPr>
                <w:rFonts w:cs="Arial"/>
              </w:rPr>
              <w:t xml:space="preserve">  </w:t>
            </w:r>
            <w:r w:rsidRPr="00EF2F0E">
              <w:rPr>
                <w:rFonts w:cs="Arial" w:hint="eastAsia"/>
              </w:rPr>
              <w:t>≤</w:t>
            </w:r>
            <w:r w:rsidRPr="00EF2F0E">
              <w:rPr>
                <w:rFonts w:cs="Arial"/>
              </w:rPr>
              <w:t xml:space="preserve"> 1517.5 MHz  </w:t>
            </w:r>
          </w:p>
        </w:tc>
        <w:tc>
          <w:tcPr>
            <w:tcW w:w="1939" w:type="dxa"/>
          </w:tcPr>
          <w:p w14:paraId="0984EF64" w14:textId="77777777" w:rsidR="00BB326E" w:rsidRPr="00EF2F0E" w:rsidRDefault="00BB326E" w:rsidP="00BB326E">
            <w:pPr>
              <w:pStyle w:val="TAC"/>
              <w:rPr>
                <w:rFonts w:cs="Arial"/>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0984EF65" w14:textId="77777777" w:rsidR="00BB326E" w:rsidRPr="00EF2F0E" w:rsidRDefault="00BB326E" w:rsidP="00BB326E">
            <w:pPr>
              <w:pStyle w:val="TAC"/>
              <w:rPr>
                <w:rFonts w:cs="Arial"/>
              </w:rPr>
            </w:pPr>
            <w:r w:rsidRPr="00EF2F0E">
              <w:rPr>
                <w:rFonts w:cs="Arial"/>
              </w:rPr>
              <w:t>1 MHz</w:t>
            </w:r>
          </w:p>
        </w:tc>
      </w:tr>
    </w:tbl>
    <w:p w14:paraId="0984EF67" w14:textId="77777777" w:rsidR="00BB326E" w:rsidRPr="00EF2F0E" w:rsidRDefault="00BB326E" w:rsidP="00BB326E"/>
    <w:p w14:paraId="0984EF68" w14:textId="77777777" w:rsidR="00BB326E" w:rsidRPr="00EF2F0E" w:rsidRDefault="00BB326E" w:rsidP="00BB326E">
      <w:pPr>
        <w:keepLines/>
        <w:ind w:left="1135" w:hanging="851"/>
      </w:pPr>
      <w:r w:rsidRPr="00EF2F0E">
        <w:t>NOTE:</w:t>
      </w:r>
      <w:r w:rsidRPr="00EF2F0E">
        <w:tab/>
        <w:t xml:space="preserve">The regional requirement is defined in terms of EIRP (effective isotropic radiated power), which is dependent on both the BS emissions at the antenna connector and the deployment (including antenna gain and feeder loss). The method outlined in annex B.1 indicates how the limit in table </w:t>
      </w:r>
      <w:r>
        <w:t>9.7.5.4.6.5</w:t>
      </w:r>
      <w:r w:rsidRPr="00EF2F0E">
        <w:t>-</w:t>
      </w:r>
      <w:r>
        <w:t>2</w:t>
      </w:r>
      <w:r w:rsidRPr="00EF2F0E">
        <w:t xml:space="preserve"> demonstrates compliance to the regional requirement.</w:t>
      </w:r>
    </w:p>
    <w:p w14:paraId="0984EF69" w14:textId="77777777" w:rsidR="00BB326E" w:rsidRPr="00EF2F0E" w:rsidRDefault="00BB326E" w:rsidP="00BB326E">
      <w:pPr>
        <w:pStyle w:val="NO"/>
        <w:ind w:left="0" w:firstLine="0"/>
      </w:pPr>
      <w:r w:rsidRPr="00EF2F0E">
        <w:t>In certain regions, the following requirement may apply to BS operating in Band 50 and Band 75 within 1492-1517 MHz and in Band 74 within 1492-1518 MHz.</w:t>
      </w:r>
      <w:r w:rsidRPr="00EF2F0E">
        <w:rPr>
          <w:rFonts w:cs="v5.0.0"/>
        </w:rPr>
        <w:t xml:space="preserve"> The </w:t>
      </w:r>
      <w:r w:rsidRPr="00EF2F0E">
        <w:t>level of emissions, measured on centre frequencies F</w:t>
      </w:r>
      <w:r w:rsidRPr="00EF2F0E">
        <w:rPr>
          <w:vertAlign w:val="subscript"/>
        </w:rPr>
        <w:t>filter</w:t>
      </w:r>
      <w:r w:rsidRPr="00EF2F0E">
        <w:t xml:space="preserve"> with filter bandwidth according to table </w:t>
      </w:r>
      <w:r>
        <w:t>9.7.5.4.6.5</w:t>
      </w:r>
      <w:r w:rsidRPr="00EF2F0E">
        <w:t>-3, shall not exceed the maximum TRP limits indicated in the table.</w:t>
      </w:r>
    </w:p>
    <w:p w14:paraId="0984EF6A" w14:textId="77777777" w:rsidR="00BB326E" w:rsidRPr="00EF2F0E" w:rsidRDefault="00BB326E" w:rsidP="00BB326E">
      <w:pPr>
        <w:pStyle w:val="TH"/>
      </w:pPr>
      <w:r w:rsidRPr="00EF2F0E">
        <w:t xml:space="preserve">Table </w:t>
      </w:r>
      <w:r>
        <w:t>9.7.5.4.6.5</w:t>
      </w:r>
      <w:r w:rsidRPr="00EF2F0E">
        <w:t>-3: Operating band 50, 74 and 75 declared emission above 1520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BB326E" w:rsidRPr="00EF2F0E" w14:paraId="0984EF6E" w14:textId="77777777" w:rsidTr="00BB326E">
        <w:trPr>
          <w:jc w:val="center"/>
        </w:trPr>
        <w:tc>
          <w:tcPr>
            <w:tcW w:w="3023" w:type="dxa"/>
          </w:tcPr>
          <w:p w14:paraId="0984EF6B" w14:textId="77777777" w:rsidR="00BB326E" w:rsidRPr="00EF2F0E" w:rsidRDefault="00BB326E" w:rsidP="00BB326E">
            <w:pPr>
              <w:pStyle w:val="TAH"/>
              <w:rPr>
                <w:rFonts w:cs="Arial"/>
                <w:lang w:eastAsia="en-GB"/>
              </w:rPr>
            </w:pPr>
            <w:r w:rsidRPr="00EF2F0E">
              <w:rPr>
                <w:rFonts w:cs="Arial"/>
                <w:lang w:eastAsia="en-GB"/>
              </w:rPr>
              <w:t xml:space="preserve">Filter </w:t>
            </w:r>
            <w:r w:rsidRPr="00EF2F0E">
              <w:rPr>
                <w:rFonts w:cs="v5.0.0"/>
                <w:lang w:eastAsia="en-GB"/>
              </w:rPr>
              <w:t xml:space="preserve">centre frequency, </w:t>
            </w:r>
            <w:r w:rsidRPr="00EF2F0E">
              <w:rPr>
                <w:rFonts w:cs="Arial"/>
                <w:lang w:eastAsia="en-GB"/>
              </w:rPr>
              <w:t>F</w:t>
            </w:r>
            <w:r w:rsidRPr="00EF2F0E">
              <w:rPr>
                <w:rFonts w:cs="Arial"/>
                <w:vertAlign w:val="subscript"/>
                <w:lang w:eastAsia="en-GB"/>
              </w:rPr>
              <w:t>filter</w:t>
            </w:r>
          </w:p>
        </w:tc>
        <w:tc>
          <w:tcPr>
            <w:tcW w:w="1939" w:type="dxa"/>
          </w:tcPr>
          <w:p w14:paraId="0984EF6C" w14:textId="77777777" w:rsidR="00BB326E" w:rsidRPr="00EF2F0E" w:rsidRDefault="00BB326E" w:rsidP="00BB326E">
            <w:pPr>
              <w:pStyle w:val="TAH"/>
              <w:rPr>
                <w:rFonts w:cs="Arial"/>
                <w:lang w:eastAsia="en-GB"/>
              </w:rPr>
            </w:pPr>
            <w:r w:rsidRPr="00EF2F0E">
              <w:rPr>
                <w:rFonts w:cs="Arial"/>
                <w:lang w:eastAsia="en-GB"/>
              </w:rPr>
              <w:t>Declared emission level [dBm]</w:t>
            </w:r>
          </w:p>
        </w:tc>
        <w:tc>
          <w:tcPr>
            <w:tcW w:w="1939" w:type="dxa"/>
          </w:tcPr>
          <w:p w14:paraId="0984EF6D" w14:textId="77777777" w:rsidR="00BB326E" w:rsidRPr="00EF2F0E" w:rsidRDefault="00BB326E" w:rsidP="00BB326E">
            <w:pPr>
              <w:pStyle w:val="TAH"/>
              <w:rPr>
                <w:rFonts w:cs="Arial"/>
                <w:lang w:eastAsia="en-GB"/>
              </w:rPr>
            </w:pPr>
            <w:r w:rsidRPr="00EF2F0E">
              <w:rPr>
                <w:rFonts w:cs="Arial"/>
                <w:lang w:eastAsia="en-GB"/>
              </w:rPr>
              <w:t>Measurement bandwidth</w:t>
            </w:r>
          </w:p>
        </w:tc>
      </w:tr>
      <w:tr w:rsidR="00BB326E" w:rsidRPr="00EF2F0E" w14:paraId="0984EF72" w14:textId="77777777" w:rsidTr="00BB326E">
        <w:trPr>
          <w:jc w:val="center"/>
        </w:trPr>
        <w:tc>
          <w:tcPr>
            <w:tcW w:w="3023" w:type="dxa"/>
          </w:tcPr>
          <w:p w14:paraId="0984EF6F" w14:textId="77777777" w:rsidR="00BB326E" w:rsidRPr="00EF2F0E" w:rsidRDefault="00BB326E" w:rsidP="00BB326E">
            <w:pPr>
              <w:pStyle w:val="TAC"/>
              <w:rPr>
                <w:rFonts w:cs="Arial"/>
                <w:lang w:eastAsia="en-GB"/>
              </w:rPr>
            </w:pPr>
            <w:r w:rsidRPr="00EF2F0E">
              <w:rPr>
                <w:rFonts w:cs="Arial"/>
                <w:lang w:eastAsia="en-GB"/>
              </w:rPr>
              <w:t xml:space="preserve">1520.5 MHz </w:t>
            </w:r>
            <w:r w:rsidRPr="00EF2F0E">
              <w:rPr>
                <w:rFonts w:cs="Arial" w:hint="eastAsia"/>
                <w:lang w:eastAsia="en-GB"/>
              </w:rPr>
              <w:t>≤</w:t>
            </w:r>
            <w:r w:rsidRPr="00EF2F0E">
              <w:rPr>
                <w:rFonts w:cs="Arial"/>
                <w:lang w:eastAsia="en-GB"/>
              </w:rPr>
              <w:t xml:space="preserve"> F</w:t>
            </w:r>
            <w:r w:rsidRPr="00EF2F0E">
              <w:rPr>
                <w:rFonts w:cs="Arial"/>
                <w:vertAlign w:val="subscript"/>
                <w:lang w:eastAsia="en-GB"/>
              </w:rPr>
              <w:t>filter</w:t>
            </w:r>
            <w:r w:rsidRPr="00EF2F0E">
              <w:rPr>
                <w:rFonts w:cs="Arial"/>
                <w:lang w:eastAsia="en-GB"/>
              </w:rPr>
              <w:t xml:space="preserve"> </w:t>
            </w:r>
            <w:r w:rsidRPr="00EF2F0E">
              <w:rPr>
                <w:rFonts w:cs="Arial" w:hint="eastAsia"/>
                <w:lang w:eastAsia="en-GB"/>
              </w:rPr>
              <w:t>≤</w:t>
            </w:r>
            <w:r w:rsidRPr="00EF2F0E">
              <w:rPr>
                <w:rFonts w:cs="Arial"/>
                <w:lang w:eastAsia="en-GB"/>
              </w:rPr>
              <w:t xml:space="preserve"> 1558.5 MHz</w:t>
            </w:r>
          </w:p>
        </w:tc>
        <w:tc>
          <w:tcPr>
            <w:tcW w:w="1939" w:type="dxa"/>
          </w:tcPr>
          <w:p w14:paraId="0984EF70" w14:textId="77777777" w:rsidR="00BB326E" w:rsidRPr="00EF2F0E" w:rsidRDefault="00BB326E" w:rsidP="00BB326E">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0984EF71" w14:textId="77777777" w:rsidR="00BB326E" w:rsidRPr="00EF2F0E" w:rsidRDefault="00BB326E" w:rsidP="00BB326E">
            <w:pPr>
              <w:pStyle w:val="TAC"/>
              <w:rPr>
                <w:rFonts w:cs="Arial"/>
                <w:lang w:eastAsia="en-GB"/>
              </w:rPr>
            </w:pPr>
            <w:r w:rsidRPr="00EF2F0E">
              <w:rPr>
                <w:rFonts w:cs="Arial"/>
                <w:lang w:eastAsia="en-GB"/>
              </w:rPr>
              <w:t>1 MHz</w:t>
            </w:r>
          </w:p>
        </w:tc>
      </w:tr>
    </w:tbl>
    <w:p w14:paraId="0984EF73" w14:textId="77777777" w:rsidR="00BB326E" w:rsidRPr="00EF2F0E" w:rsidRDefault="00BB326E" w:rsidP="00BB326E">
      <w:pPr>
        <w:pStyle w:val="NO"/>
      </w:pPr>
    </w:p>
    <w:p w14:paraId="0984EF74" w14:textId="77777777" w:rsidR="00BB326E" w:rsidRPr="00EF2F0E" w:rsidRDefault="00BB326E" w:rsidP="00BB326E">
      <w:pPr>
        <w:keepLines/>
        <w:ind w:left="1135" w:hanging="851"/>
      </w:pPr>
      <w:r w:rsidRPr="00EF2F0E">
        <w:t>NOTE:</w:t>
      </w:r>
      <w:r w:rsidRPr="00EF2F0E">
        <w:tab/>
        <w:t xml:space="preserve">The regional requirement is defined in terms of EIRP (effective isotropic radiated power), which is dependent on both the BS emissions at the antenna connector and the deployment (including antenna gain and feeder loss). The method outlined in annex B.1 indicates how the limit in table </w:t>
      </w:r>
      <w:r>
        <w:t>9.7.5.4.6.5</w:t>
      </w:r>
      <w:r w:rsidRPr="00EF2F0E">
        <w:t>-3 demonstrates compliance to the regional requirement.</w:t>
      </w:r>
    </w:p>
    <w:p w14:paraId="0984EF75" w14:textId="77777777" w:rsidR="00BB326E" w:rsidRPr="00EF2F0E" w:rsidRDefault="00BB326E" w:rsidP="00BB326E">
      <w:pPr>
        <w:pStyle w:val="NO"/>
        <w:ind w:left="0" w:firstLine="0"/>
      </w:pPr>
    </w:p>
    <w:p w14:paraId="0984EF76" w14:textId="77777777" w:rsidR="00BB326E" w:rsidRPr="00EF2F0E" w:rsidRDefault="00BB326E" w:rsidP="00BB326E">
      <w:pPr>
        <w:autoSpaceDE w:val="0"/>
        <w:autoSpaceDN w:val="0"/>
        <w:adjustRightInd w:val="0"/>
        <w:spacing w:after="0"/>
        <w:rPr>
          <w:lang w:val="en-US"/>
        </w:rPr>
      </w:pPr>
      <w:r w:rsidRPr="00EF2F0E">
        <w:rPr>
          <w:lang w:val="en-US"/>
        </w:rPr>
        <w:t xml:space="preserve">In certain regions, the following requirement may apply to E-UTRA BS operating in Band 50 and Band 75 within 1432-1452 MHz, and in Band 51 and Band 76. Emissions shall not exceed the maximum levels specified in table </w:t>
      </w:r>
      <w:r>
        <w:t>9.7.5.4.6.5</w:t>
      </w:r>
      <w:r w:rsidRPr="00EF2F0E">
        <w:rPr>
          <w:lang w:val="en-US"/>
        </w:rPr>
        <w:t>-4.</w:t>
      </w:r>
    </w:p>
    <w:p w14:paraId="0984EF77" w14:textId="77777777" w:rsidR="00BB326E" w:rsidRPr="00EF2F0E" w:rsidRDefault="00BB326E" w:rsidP="00BB326E">
      <w:pPr>
        <w:autoSpaceDE w:val="0"/>
        <w:autoSpaceDN w:val="0"/>
        <w:adjustRightInd w:val="0"/>
        <w:spacing w:after="0"/>
        <w:rPr>
          <w:lang w:val="en-US"/>
        </w:rPr>
      </w:pPr>
    </w:p>
    <w:p w14:paraId="0984EF78" w14:textId="77777777" w:rsidR="00BB326E" w:rsidRPr="00EF2F0E" w:rsidRDefault="00BB326E" w:rsidP="00BB326E">
      <w:pPr>
        <w:pStyle w:val="TH"/>
        <w:rPr>
          <w:rFonts w:cs="Arial"/>
          <w:lang w:val="en-US" w:eastAsia="zh-CN"/>
        </w:rPr>
      </w:pPr>
      <w:r w:rsidRPr="00EF2F0E">
        <w:rPr>
          <w:rFonts w:cs="Arial"/>
        </w:rPr>
        <w:t xml:space="preserve">Table </w:t>
      </w:r>
      <w:r>
        <w:t>9.7.5.4.6.5</w:t>
      </w:r>
      <w:r w:rsidRPr="00EF2F0E">
        <w:rPr>
          <w:rFonts w:cs="Arial"/>
        </w:rPr>
        <w:t>-4: Additional operating band unwanted emission limits for BS operating in Band 50 and 75 within 1432-1452 MHz,</w:t>
      </w:r>
      <w:r w:rsidRPr="00EF2F0E">
        <w:rPr>
          <w:rFonts w:cs="Arial"/>
          <w:lang w:val="en-US" w:eastAsia="zh-CN"/>
        </w:rPr>
        <w:t xml:space="preserve"> and in Band 51 and 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41"/>
        <w:gridCol w:w="2080"/>
        <w:gridCol w:w="1642"/>
      </w:tblGrid>
      <w:tr w:rsidR="00BB326E" w:rsidRPr="00EF2F0E" w14:paraId="0984EF7C" w14:textId="77777777" w:rsidTr="00BB326E">
        <w:trPr>
          <w:cantSplit/>
          <w:jc w:val="center"/>
        </w:trPr>
        <w:tc>
          <w:tcPr>
            <w:tcW w:w="3041" w:type="dxa"/>
            <w:tcBorders>
              <w:top w:val="single" w:sz="4" w:space="0" w:color="auto"/>
              <w:left w:val="single" w:sz="4" w:space="0" w:color="auto"/>
              <w:bottom w:val="single" w:sz="4" w:space="0" w:color="auto"/>
              <w:right w:val="single" w:sz="4" w:space="0" w:color="auto"/>
            </w:tcBorders>
          </w:tcPr>
          <w:p w14:paraId="0984EF79" w14:textId="77777777" w:rsidR="00BB326E" w:rsidRPr="00EF2F0E" w:rsidRDefault="00BB326E" w:rsidP="00BB326E">
            <w:pPr>
              <w:pStyle w:val="TAH"/>
              <w:rPr>
                <w:rFonts w:cs="Arial"/>
              </w:rPr>
            </w:pPr>
            <w:r w:rsidRPr="00EF2F0E">
              <w:rPr>
                <w:rFonts w:cs="Arial"/>
              </w:rPr>
              <w:t>Filter centre frequency, F</w:t>
            </w:r>
            <w:r w:rsidRPr="00EF2F0E">
              <w:rPr>
                <w:rFonts w:cs="Arial"/>
                <w:vertAlign w:val="subscript"/>
              </w:rPr>
              <w:t>filter</w:t>
            </w:r>
          </w:p>
        </w:tc>
        <w:tc>
          <w:tcPr>
            <w:tcW w:w="2080" w:type="dxa"/>
            <w:tcBorders>
              <w:top w:val="single" w:sz="4" w:space="0" w:color="auto"/>
              <w:left w:val="single" w:sz="4" w:space="0" w:color="auto"/>
              <w:bottom w:val="single" w:sz="4" w:space="0" w:color="auto"/>
              <w:right w:val="single" w:sz="4" w:space="0" w:color="auto"/>
            </w:tcBorders>
          </w:tcPr>
          <w:p w14:paraId="0984EF7A" w14:textId="77777777" w:rsidR="00BB326E" w:rsidRPr="00EF2F0E" w:rsidRDefault="00BB326E" w:rsidP="00BB326E">
            <w:pPr>
              <w:pStyle w:val="TAH"/>
              <w:rPr>
                <w:rFonts w:cs="Arial"/>
              </w:rPr>
            </w:pPr>
            <w:r w:rsidRPr="00EF2F0E">
              <w:rPr>
                <w:rFonts w:cs="Arial"/>
              </w:rPr>
              <w:t>Maximum Level [dBm]</w:t>
            </w:r>
          </w:p>
        </w:tc>
        <w:tc>
          <w:tcPr>
            <w:tcW w:w="1642" w:type="dxa"/>
            <w:tcBorders>
              <w:top w:val="single" w:sz="4" w:space="0" w:color="auto"/>
              <w:left w:val="single" w:sz="4" w:space="0" w:color="auto"/>
              <w:bottom w:val="single" w:sz="4" w:space="0" w:color="auto"/>
              <w:right w:val="single" w:sz="4" w:space="0" w:color="auto"/>
            </w:tcBorders>
          </w:tcPr>
          <w:p w14:paraId="0984EF7B" w14:textId="77777777" w:rsidR="00BB326E" w:rsidRPr="00EF2F0E" w:rsidRDefault="00BB326E" w:rsidP="00BB326E">
            <w:pPr>
              <w:pStyle w:val="TAH"/>
              <w:rPr>
                <w:rFonts w:cs="Arial"/>
              </w:rPr>
            </w:pPr>
            <w:r w:rsidRPr="00EF2F0E">
              <w:rPr>
                <w:rFonts w:cs="Arial"/>
              </w:rPr>
              <w:t>Measurement Bandwidth</w:t>
            </w:r>
          </w:p>
        </w:tc>
      </w:tr>
      <w:tr w:rsidR="00BB326E" w:rsidRPr="00EF2F0E" w14:paraId="0984EF80" w14:textId="77777777" w:rsidTr="00BB326E">
        <w:trPr>
          <w:cantSplit/>
          <w:jc w:val="center"/>
        </w:trPr>
        <w:tc>
          <w:tcPr>
            <w:tcW w:w="3041" w:type="dxa"/>
            <w:tcBorders>
              <w:top w:val="single" w:sz="4" w:space="0" w:color="auto"/>
              <w:left w:val="single" w:sz="4" w:space="0" w:color="auto"/>
              <w:bottom w:val="single" w:sz="4" w:space="0" w:color="auto"/>
              <w:right w:val="single" w:sz="4" w:space="0" w:color="auto"/>
            </w:tcBorders>
          </w:tcPr>
          <w:p w14:paraId="0984EF7D" w14:textId="77777777" w:rsidR="00BB326E" w:rsidRPr="00EF2F0E" w:rsidRDefault="00BB326E" w:rsidP="00BB326E">
            <w:pPr>
              <w:pStyle w:val="TAC"/>
              <w:rPr>
                <w:rFonts w:cs="Arial"/>
              </w:rPr>
            </w:pPr>
            <w:r w:rsidRPr="00EF2F0E">
              <w:rPr>
                <w:rFonts w:cs="Arial"/>
              </w:rPr>
              <w:t>F</w:t>
            </w:r>
            <w:r w:rsidRPr="00EF2F0E">
              <w:rPr>
                <w:rFonts w:cs="Arial"/>
                <w:vertAlign w:val="subscript"/>
              </w:rPr>
              <w:t xml:space="preserve">filter </w:t>
            </w:r>
            <w:r w:rsidRPr="00EF2F0E">
              <w:rPr>
                <w:rFonts w:cs="Arial"/>
              </w:rPr>
              <w:t>= 1413.5 MHz</w:t>
            </w:r>
          </w:p>
        </w:tc>
        <w:tc>
          <w:tcPr>
            <w:tcW w:w="2080" w:type="dxa"/>
            <w:tcBorders>
              <w:top w:val="single" w:sz="4" w:space="0" w:color="auto"/>
              <w:left w:val="single" w:sz="4" w:space="0" w:color="auto"/>
              <w:bottom w:val="single" w:sz="4" w:space="0" w:color="auto"/>
              <w:right w:val="single" w:sz="4" w:space="0" w:color="auto"/>
            </w:tcBorders>
          </w:tcPr>
          <w:p w14:paraId="0984EF7E" w14:textId="77777777" w:rsidR="00BB326E" w:rsidRPr="00EF2F0E" w:rsidRDefault="00BB326E" w:rsidP="00BB326E">
            <w:pPr>
              <w:pStyle w:val="TAC"/>
              <w:rPr>
                <w:rFonts w:cs="Arial"/>
              </w:rPr>
            </w:pPr>
            <w:r w:rsidRPr="00EF2F0E">
              <w:rPr>
                <w:rFonts w:cs="Arial"/>
              </w:rPr>
              <w:t>-33</w:t>
            </w:r>
          </w:p>
        </w:tc>
        <w:tc>
          <w:tcPr>
            <w:tcW w:w="1642" w:type="dxa"/>
            <w:tcBorders>
              <w:top w:val="single" w:sz="4" w:space="0" w:color="auto"/>
              <w:left w:val="single" w:sz="4" w:space="0" w:color="auto"/>
              <w:bottom w:val="single" w:sz="4" w:space="0" w:color="auto"/>
              <w:right w:val="single" w:sz="4" w:space="0" w:color="auto"/>
            </w:tcBorders>
          </w:tcPr>
          <w:p w14:paraId="0984EF7F" w14:textId="77777777" w:rsidR="00BB326E" w:rsidRPr="00EF2F0E" w:rsidRDefault="00BB326E" w:rsidP="00BB326E">
            <w:pPr>
              <w:pStyle w:val="TAC"/>
              <w:rPr>
                <w:rFonts w:cs="Arial"/>
              </w:rPr>
            </w:pPr>
            <w:r w:rsidRPr="00EF2F0E">
              <w:rPr>
                <w:rFonts w:cs="Arial"/>
              </w:rPr>
              <w:t>27 MHz</w:t>
            </w:r>
          </w:p>
        </w:tc>
      </w:tr>
    </w:tbl>
    <w:p w14:paraId="0984EF81" w14:textId="77777777" w:rsidR="00BB326E" w:rsidRPr="00EF2F0E" w:rsidRDefault="00BB326E" w:rsidP="00BB326E">
      <w:pPr>
        <w:pStyle w:val="NO"/>
        <w:ind w:left="0" w:firstLine="0"/>
      </w:pPr>
    </w:p>
    <w:p w14:paraId="0984EF82" w14:textId="77777777" w:rsidR="00BB326E" w:rsidRPr="00EF2F0E" w:rsidRDefault="00BB326E" w:rsidP="00BB326E">
      <w:pPr>
        <w:pStyle w:val="Heading6"/>
      </w:pPr>
      <w:bookmarkStart w:id="4337" w:name="_Toc61112528"/>
      <w:bookmarkStart w:id="4338" w:name="_Toc67911680"/>
      <w:bookmarkStart w:id="4339" w:name="_Toc74843155"/>
      <w:bookmarkStart w:id="4340" w:name="_Toc76503538"/>
      <w:bookmarkStart w:id="4341" w:name="_Toc83040981"/>
      <w:bookmarkStart w:id="4342" w:name="_Toc89852024"/>
      <w:bookmarkStart w:id="4343" w:name="_Toc98676378"/>
      <w:r>
        <w:t>9.7.5.4.6.6</w:t>
      </w:r>
      <w:r w:rsidRPr="00EF2F0E">
        <w:t xml:space="preserve"> </w:t>
      </w:r>
      <w:r w:rsidRPr="00EF2F0E">
        <w:tab/>
        <w:t>Additional requirements for band 45</w:t>
      </w:r>
      <w:bookmarkEnd w:id="4337"/>
      <w:bookmarkEnd w:id="4338"/>
      <w:bookmarkEnd w:id="4339"/>
      <w:bookmarkEnd w:id="4340"/>
      <w:bookmarkEnd w:id="4341"/>
      <w:bookmarkEnd w:id="4342"/>
      <w:bookmarkEnd w:id="4343"/>
    </w:p>
    <w:p w14:paraId="0984EF83" w14:textId="77777777" w:rsidR="00BB326E" w:rsidRPr="00EF2F0E" w:rsidRDefault="00BB326E" w:rsidP="00BB326E">
      <w:r w:rsidRPr="00EF2F0E">
        <w:rPr>
          <w:lang w:eastAsia="zh-CN"/>
        </w:rPr>
        <w:t>I</w:t>
      </w:r>
      <w:r w:rsidRPr="00EF2F0E">
        <w:t xml:space="preserve">n certain regions </w:t>
      </w:r>
      <w:r w:rsidRPr="00EF2F0E">
        <w:rPr>
          <w:lang w:eastAsia="zh-CN"/>
        </w:rPr>
        <w:t>t</w:t>
      </w:r>
      <w:r w:rsidRPr="00EF2F0E">
        <w:t>he following requirement may apply to E-UTRA BS operating in Band 4</w:t>
      </w:r>
      <w:r w:rsidRPr="00EF2F0E">
        <w:rPr>
          <w:lang w:eastAsia="zh-CN"/>
        </w:rPr>
        <w:t>5</w:t>
      </w:r>
      <w:r w:rsidRPr="00EF2F0E">
        <w:t xml:space="preserve">. Emissions shall not exceed the maximum levels specified in table </w:t>
      </w:r>
      <w:r>
        <w:t>9.7.5.4.6.6</w:t>
      </w:r>
      <w:r w:rsidRPr="00EF2F0E">
        <w:t>-</w:t>
      </w:r>
      <w:r w:rsidRPr="00EF2F0E">
        <w:rPr>
          <w:lang w:eastAsia="zh-CN"/>
        </w:rPr>
        <w:t>1</w:t>
      </w:r>
      <w:r w:rsidRPr="00EF2F0E">
        <w:t>.</w:t>
      </w:r>
    </w:p>
    <w:p w14:paraId="0984EF84" w14:textId="77777777" w:rsidR="00BB326E" w:rsidRPr="00EF2F0E" w:rsidRDefault="00BB326E" w:rsidP="00BB326E">
      <w:pPr>
        <w:pStyle w:val="TH"/>
      </w:pPr>
      <w:r w:rsidRPr="00EF2F0E">
        <w:t xml:space="preserve">Table </w:t>
      </w:r>
      <w:r>
        <w:t>9.7.5.4.6.6</w:t>
      </w:r>
      <w:r w:rsidRPr="00EF2F0E">
        <w:t>-</w:t>
      </w:r>
      <w:r w:rsidRPr="00EF2F0E">
        <w:rPr>
          <w:lang w:eastAsia="zh-CN"/>
        </w:rPr>
        <w:t>1</w:t>
      </w:r>
      <w:r w:rsidRPr="00EF2F0E">
        <w:t>: Emissions limits for protection of adjacent band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7"/>
        <w:gridCol w:w="3041"/>
        <w:gridCol w:w="2080"/>
        <w:gridCol w:w="1642"/>
      </w:tblGrid>
      <w:tr w:rsidR="00BB326E" w:rsidRPr="00EF2F0E" w14:paraId="0984EF89" w14:textId="77777777" w:rsidTr="00BB326E">
        <w:trPr>
          <w:cantSplit/>
          <w:jc w:val="center"/>
        </w:trPr>
        <w:tc>
          <w:tcPr>
            <w:tcW w:w="1247" w:type="dxa"/>
          </w:tcPr>
          <w:p w14:paraId="0984EF85" w14:textId="77777777" w:rsidR="00BB326E" w:rsidRPr="00EF2F0E" w:rsidRDefault="00BB326E" w:rsidP="00BB326E">
            <w:pPr>
              <w:keepNext/>
              <w:keepLines/>
              <w:spacing w:after="0"/>
              <w:jc w:val="center"/>
              <w:rPr>
                <w:rFonts w:ascii="Arial" w:hAnsi="Arial" w:cs="Arial"/>
                <w:b/>
                <w:bCs/>
                <w:sz w:val="18"/>
                <w:szCs w:val="18"/>
              </w:rPr>
            </w:pPr>
            <w:r w:rsidRPr="00EF2F0E">
              <w:rPr>
                <w:rFonts w:ascii="Arial" w:hAnsi="Arial" w:cs="Arial"/>
                <w:b/>
                <w:bCs/>
                <w:sz w:val="18"/>
                <w:szCs w:val="18"/>
              </w:rPr>
              <w:t>Operating Band</w:t>
            </w:r>
          </w:p>
        </w:tc>
        <w:tc>
          <w:tcPr>
            <w:tcW w:w="3041" w:type="dxa"/>
          </w:tcPr>
          <w:p w14:paraId="0984EF86" w14:textId="77777777" w:rsidR="00BB326E" w:rsidRPr="00EF2F0E" w:rsidRDefault="00BB326E" w:rsidP="00BB326E">
            <w:pPr>
              <w:keepNext/>
              <w:keepLines/>
              <w:spacing w:after="0"/>
              <w:jc w:val="center"/>
              <w:rPr>
                <w:rFonts w:ascii="Arial" w:hAnsi="Arial" w:cs="Arial"/>
                <w:b/>
                <w:bCs/>
                <w:sz w:val="18"/>
                <w:szCs w:val="18"/>
                <w:lang w:eastAsia="zh-CN"/>
              </w:rPr>
            </w:pPr>
            <w:r w:rsidRPr="00EF2F0E">
              <w:rPr>
                <w:rFonts w:ascii="Arial" w:hAnsi="Arial" w:cs="Arial"/>
                <w:b/>
                <w:bCs/>
                <w:sz w:val="18"/>
                <w:szCs w:val="18"/>
                <w:lang w:eastAsia="en-GB"/>
              </w:rPr>
              <w:t xml:space="preserve">Filter </w:t>
            </w:r>
            <w:r w:rsidRPr="00EF2F0E">
              <w:rPr>
                <w:rFonts w:ascii="Arial" w:hAnsi="Arial" w:cs="v5.0.0"/>
                <w:b/>
                <w:bCs/>
                <w:sz w:val="18"/>
                <w:szCs w:val="18"/>
                <w:lang w:eastAsia="en-GB"/>
              </w:rPr>
              <w:t xml:space="preserve">centre frequency, </w:t>
            </w:r>
            <w:r w:rsidRPr="00EF2F0E">
              <w:rPr>
                <w:rFonts w:ascii="Arial" w:hAnsi="Arial" w:cs="Arial"/>
                <w:b/>
                <w:bCs/>
                <w:sz w:val="18"/>
                <w:szCs w:val="18"/>
                <w:lang w:eastAsia="en-GB"/>
              </w:rPr>
              <w:t>F</w:t>
            </w:r>
            <w:r w:rsidRPr="00EF2F0E">
              <w:rPr>
                <w:rFonts w:ascii="Arial" w:hAnsi="Arial" w:cs="Arial"/>
                <w:b/>
                <w:bCs/>
                <w:sz w:val="18"/>
                <w:szCs w:val="18"/>
                <w:vertAlign w:val="subscript"/>
                <w:lang w:eastAsia="en-GB"/>
              </w:rPr>
              <w:t>filter</w:t>
            </w:r>
            <w:r w:rsidRPr="00EF2F0E">
              <w:rPr>
                <w:rFonts w:ascii="Arial" w:hAnsi="Arial" w:cs="Arial"/>
                <w:b/>
                <w:bCs/>
                <w:sz w:val="18"/>
                <w:szCs w:val="18"/>
                <w:vertAlign w:val="subscript"/>
                <w:lang w:eastAsia="zh-CN"/>
              </w:rPr>
              <w:t xml:space="preserve"> </w:t>
            </w:r>
          </w:p>
        </w:tc>
        <w:tc>
          <w:tcPr>
            <w:tcW w:w="2080" w:type="dxa"/>
          </w:tcPr>
          <w:p w14:paraId="0984EF87" w14:textId="77777777" w:rsidR="00BB326E" w:rsidRPr="00EF2F0E" w:rsidRDefault="00BB326E" w:rsidP="00BB326E">
            <w:pPr>
              <w:keepNext/>
              <w:keepLines/>
              <w:spacing w:after="0"/>
              <w:jc w:val="center"/>
              <w:rPr>
                <w:rFonts w:ascii="Arial" w:hAnsi="Arial" w:cs="Arial"/>
                <w:b/>
                <w:bCs/>
                <w:sz w:val="18"/>
                <w:szCs w:val="18"/>
                <w:lang w:eastAsia="zh-CN"/>
              </w:rPr>
            </w:pPr>
            <w:r w:rsidRPr="00EF2F0E">
              <w:rPr>
                <w:rFonts w:ascii="Arial" w:hAnsi="Arial" w:cs="Arial"/>
                <w:b/>
                <w:bCs/>
                <w:sz w:val="18"/>
                <w:szCs w:val="18"/>
              </w:rPr>
              <w:t>Maximum Level</w:t>
            </w:r>
            <w:r w:rsidRPr="00EF2F0E">
              <w:rPr>
                <w:rFonts w:ascii="Arial" w:hAnsi="Arial" w:cs="Arial"/>
                <w:b/>
                <w:bCs/>
                <w:sz w:val="18"/>
                <w:szCs w:val="18"/>
                <w:lang w:eastAsia="zh-CN"/>
              </w:rPr>
              <w:t xml:space="preserve"> </w:t>
            </w:r>
            <w:r w:rsidRPr="00EF2F0E">
              <w:rPr>
                <w:rFonts w:ascii="Arial" w:hAnsi="Arial" w:cs="Arial"/>
                <w:b/>
                <w:bCs/>
                <w:sz w:val="18"/>
                <w:szCs w:val="18"/>
                <w:lang w:eastAsia="en-GB"/>
              </w:rPr>
              <w:t>[dBm]</w:t>
            </w:r>
          </w:p>
        </w:tc>
        <w:tc>
          <w:tcPr>
            <w:tcW w:w="1642" w:type="dxa"/>
          </w:tcPr>
          <w:p w14:paraId="0984EF88" w14:textId="77777777" w:rsidR="00BB326E" w:rsidRPr="00EF2F0E" w:rsidRDefault="00BB326E" w:rsidP="00BB326E">
            <w:pPr>
              <w:keepNext/>
              <w:keepLines/>
              <w:spacing w:after="0"/>
              <w:jc w:val="center"/>
              <w:rPr>
                <w:rFonts w:ascii="Arial" w:hAnsi="Arial" w:cs="Arial"/>
                <w:b/>
                <w:bCs/>
                <w:sz w:val="18"/>
                <w:szCs w:val="18"/>
              </w:rPr>
            </w:pPr>
            <w:r w:rsidRPr="00EF2F0E">
              <w:rPr>
                <w:rFonts w:ascii="Arial" w:hAnsi="Arial" w:cs="Arial"/>
                <w:b/>
                <w:bCs/>
                <w:sz w:val="18"/>
                <w:szCs w:val="18"/>
              </w:rPr>
              <w:t>Measurement Bandwidth</w:t>
            </w:r>
          </w:p>
        </w:tc>
      </w:tr>
      <w:tr w:rsidR="00BB326E" w:rsidRPr="00EF2F0E" w14:paraId="0984EF8E" w14:textId="77777777" w:rsidTr="00BB326E">
        <w:trPr>
          <w:cantSplit/>
          <w:jc w:val="center"/>
        </w:trPr>
        <w:tc>
          <w:tcPr>
            <w:tcW w:w="1247" w:type="dxa"/>
            <w:vMerge w:val="restart"/>
          </w:tcPr>
          <w:p w14:paraId="0984EF8A" w14:textId="77777777" w:rsidR="00BB326E" w:rsidRPr="00EF2F0E" w:rsidRDefault="00BB326E" w:rsidP="00BB326E">
            <w:pPr>
              <w:keepNext/>
              <w:keepLines/>
              <w:spacing w:after="0"/>
              <w:jc w:val="center"/>
              <w:rPr>
                <w:rFonts w:ascii="Arial" w:hAnsi="Arial" w:cs="Arial"/>
                <w:sz w:val="18"/>
                <w:szCs w:val="18"/>
                <w:lang w:eastAsia="zh-CN"/>
              </w:rPr>
            </w:pPr>
            <w:r w:rsidRPr="00EF2F0E">
              <w:rPr>
                <w:rFonts w:ascii="Arial" w:hAnsi="Arial" w:cs="Arial"/>
                <w:sz w:val="18"/>
                <w:szCs w:val="18"/>
                <w:lang w:eastAsia="zh-CN"/>
              </w:rPr>
              <w:t>45</w:t>
            </w:r>
          </w:p>
        </w:tc>
        <w:tc>
          <w:tcPr>
            <w:tcW w:w="3041" w:type="dxa"/>
          </w:tcPr>
          <w:p w14:paraId="0984EF8B"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1467.5</w:t>
            </w:r>
          </w:p>
        </w:tc>
        <w:tc>
          <w:tcPr>
            <w:tcW w:w="2080" w:type="dxa"/>
          </w:tcPr>
          <w:p w14:paraId="0984EF8C"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-11</w:t>
            </w:r>
          </w:p>
        </w:tc>
        <w:tc>
          <w:tcPr>
            <w:tcW w:w="1642" w:type="dxa"/>
          </w:tcPr>
          <w:p w14:paraId="0984EF8D"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BB326E" w:rsidRPr="00EF2F0E" w14:paraId="0984EF93" w14:textId="77777777" w:rsidTr="00BB326E">
        <w:trPr>
          <w:cantSplit/>
          <w:jc w:val="center"/>
        </w:trPr>
        <w:tc>
          <w:tcPr>
            <w:tcW w:w="1247" w:type="dxa"/>
            <w:vMerge/>
          </w:tcPr>
          <w:p w14:paraId="0984EF8F" w14:textId="77777777" w:rsidR="00BB326E" w:rsidRPr="00EF2F0E" w:rsidRDefault="00BB326E" w:rsidP="00BB326E">
            <w:pPr>
              <w:keepNext/>
              <w:keepLines/>
              <w:spacing w:after="0"/>
              <w:jc w:val="center"/>
              <w:rPr>
                <w:rFonts w:ascii="Arial" w:hAnsi="Arial" w:cs="Arial"/>
                <w:sz w:val="18"/>
                <w:szCs w:val="18"/>
              </w:rPr>
            </w:pPr>
          </w:p>
        </w:tc>
        <w:tc>
          <w:tcPr>
            <w:tcW w:w="3041" w:type="dxa"/>
          </w:tcPr>
          <w:p w14:paraId="0984EF90"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1468.5</w:t>
            </w:r>
          </w:p>
        </w:tc>
        <w:tc>
          <w:tcPr>
            <w:tcW w:w="2080" w:type="dxa"/>
          </w:tcPr>
          <w:p w14:paraId="0984EF91"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-14</w:t>
            </w:r>
          </w:p>
        </w:tc>
        <w:tc>
          <w:tcPr>
            <w:tcW w:w="1642" w:type="dxa"/>
          </w:tcPr>
          <w:p w14:paraId="0984EF92"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BB326E" w:rsidRPr="00EF2F0E" w14:paraId="0984EF98" w14:textId="77777777" w:rsidTr="00BB326E">
        <w:trPr>
          <w:cantSplit/>
          <w:jc w:val="center"/>
        </w:trPr>
        <w:tc>
          <w:tcPr>
            <w:tcW w:w="1247" w:type="dxa"/>
            <w:vMerge/>
          </w:tcPr>
          <w:p w14:paraId="0984EF94" w14:textId="77777777" w:rsidR="00BB326E" w:rsidRPr="00EF2F0E" w:rsidRDefault="00BB326E" w:rsidP="00BB326E">
            <w:pPr>
              <w:keepNext/>
              <w:keepLines/>
              <w:spacing w:after="0"/>
              <w:jc w:val="center"/>
              <w:rPr>
                <w:rFonts w:ascii="Arial" w:hAnsi="Arial" w:cs="Arial"/>
                <w:sz w:val="18"/>
                <w:szCs w:val="18"/>
              </w:rPr>
            </w:pPr>
          </w:p>
        </w:tc>
        <w:tc>
          <w:tcPr>
            <w:tcW w:w="3041" w:type="dxa"/>
          </w:tcPr>
          <w:p w14:paraId="0984EF95"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1469.5</w:t>
            </w:r>
          </w:p>
        </w:tc>
        <w:tc>
          <w:tcPr>
            <w:tcW w:w="2080" w:type="dxa"/>
          </w:tcPr>
          <w:p w14:paraId="0984EF96"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-17</w:t>
            </w:r>
          </w:p>
        </w:tc>
        <w:tc>
          <w:tcPr>
            <w:tcW w:w="1642" w:type="dxa"/>
          </w:tcPr>
          <w:p w14:paraId="0984EF97"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BB326E" w:rsidRPr="00EF2F0E" w14:paraId="0984EF9D" w14:textId="77777777" w:rsidTr="00BB326E">
        <w:trPr>
          <w:cantSplit/>
          <w:jc w:val="center"/>
        </w:trPr>
        <w:tc>
          <w:tcPr>
            <w:tcW w:w="1247" w:type="dxa"/>
            <w:vMerge/>
          </w:tcPr>
          <w:p w14:paraId="0984EF99" w14:textId="77777777" w:rsidR="00BB326E" w:rsidRPr="00EF2F0E" w:rsidRDefault="00BB326E" w:rsidP="00BB326E">
            <w:pPr>
              <w:keepNext/>
              <w:keepLines/>
              <w:spacing w:after="0"/>
              <w:jc w:val="center"/>
              <w:rPr>
                <w:rFonts w:ascii="Arial" w:hAnsi="Arial" w:cs="Arial"/>
                <w:sz w:val="18"/>
                <w:szCs w:val="18"/>
              </w:rPr>
            </w:pPr>
          </w:p>
        </w:tc>
        <w:tc>
          <w:tcPr>
            <w:tcW w:w="3041" w:type="dxa"/>
          </w:tcPr>
          <w:p w14:paraId="0984EF9A"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1470.5</w:t>
            </w:r>
          </w:p>
        </w:tc>
        <w:tc>
          <w:tcPr>
            <w:tcW w:w="2080" w:type="dxa"/>
          </w:tcPr>
          <w:p w14:paraId="0984EF9B"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-24</w:t>
            </w:r>
          </w:p>
        </w:tc>
        <w:tc>
          <w:tcPr>
            <w:tcW w:w="1642" w:type="dxa"/>
          </w:tcPr>
          <w:p w14:paraId="0984EF9C"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BB326E" w:rsidRPr="00EF2F0E" w14:paraId="0984EFA2" w14:textId="77777777" w:rsidTr="00BB326E">
        <w:trPr>
          <w:cantSplit/>
          <w:jc w:val="center"/>
        </w:trPr>
        <w:tc>
          <w:tcPr>
            <w:tcW w:w="1247" w:type="dxa"/>
            <w:vMerge/>
          </w:tcPr>
          <w:p w14:paraId="0984EF9E" w14:textId="77777777" w:rsidR="00BB326E" w:rsidRPr="00EF2F0E" w:rsidRDefault="00BB326E" w:rsidP="00BB326E">
            <w:pPr>
              <w:keepNext/>
              <w:keepLines/>
              <w:spacing w:after="0"/>
              <w:jc w:val="center"/>
              <w:rPr>
                <w:rFonts w:ascii="Arial" w:hAnsi="Arial" w:cs="Arial"/>
                <w:sz w:val="18"/>
                <w:szCs w:val="18"/>
              </w:rPr>
            </w:pPr>
          </w:p>
        </w:tc>
        <w:tc>
          <w:tcPr>
            <w:tcW w:w="3041" w:type="dxa"/>
          </w:tcPr>
          <w:p w14:paraId="0984EF9F"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1471.5</w:t>
            </w:r>
          </w:p>
        </w:tc>
        <w:tc>
          <w:tcPr>
            <w:tcW w:w="2080" w:type="dxa"/>
          </w:tcPr>
          <w:p w14:paraId="0984EFA0"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-31</w:t>
            </w:r>
          </w:p>
        </w:tc>
        <w:tc>
          <w:tcPr>
            <w:tcW w:w="1642" w:type="dxa"/>
          </w:tcPr>
          <w:p w14:paraId="0984EFA1"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BB326E" w:rsidRPr="00EF2F0E" w14:paraId="0984EFA7" w14:textId="77777777" w:rsidTr="00BB326E">
        <w:trPr>
          <w:cantSplit/>
          <w:jc w:val="center"/>
        </w:trPr>
        <w:tc>
          <w:tcPr>
            <w:tcW w:w="1247" w:type="dxa"/>
            <w:vMerge/>
          </w:tcPr>
          <w:p w14:paraId="0984EFA3" w14:textId="77777777" w:rsidR="00BB326E" w:rsidRPr="00EF2F0E" w:rsidRDefault="00BB326E" w:rsidP="00BB326E">
            <w:pPr>
              <w:keepNext/>
              <w:keepLines/>
              <w:spacing w:after="0"/>
              <w:jc w:val="center"/>
              <w:rPr>
                <w:rFonts w:ascii="Arial" w:hAnsi="Arial" w:cs="Arial"/>
                <w:sz w:val="18"/>
                <w:szCs w:val="18"/>
              </w:rPr>
            </w:pPr>
          </w:p>
        </w:tc>
        <w:tc>
          <w:tcPr>
            <w:tcW w:w="3041" w:type="dxa"/>
            <w:vAlign w:val="center"/>
          </w:tcPr>
          <w:p w14:paraId="0984EFA4"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 xml:space="preserve">1472.5 MHz </w:t>
            </w:r>
            <w:r w:rsidRPr="00EF2F0E">
              <w:rPr>
                <w:rFonts w:ascii="Arial" w:hAnsi="Arial" w:cs="Arial" w:hint="eastAsia"/>
                <w:sz w:val="18"/>
                <w:szCs w:val="18"/>
                <w:lang w:eastAsia="en-GB"/>
              </w:rPr>
              <w:t>≤</w:t>
            </w:r>
            <w:r w:rsidRPr="00EF2F0E">
              <w:rPr>
                <w:rFonts w:ascii="Arial" w:hAnsi="Arial" w:cs="Arial"/>
                <w:sz w:val="18"/>
                <w:szCs w:val="18"/>
                <w:lang w:eastAsia="en-GB"/>
              </w:rPr>
              <w:t xml:space="preserve"> 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w:t>
            </w:r>
            <w:r w:rsidRPr="00EF2F0E">
              <w:rPr>
                <w:rFonts w:ascii="Arial" w:hAnsi="Arial" w:cs="Arial" w:hint="eastAsia"/>
                <w:sz w:val="18"/>
                <w:szCs w:val="18"/>
                <w:lang w:eastAsia="en-GB"/>
              </w:rPr>
              <w:t>≤</w:t>
            </w:r>
            <w:r w:rsidRPr="00EF2F0E">
              <w:rPr>
                <w:rFonts w:ascii="Arial" w:hAnsi="Arial" w:cs="Arial"/>
                <w:sz w:val="18"/>
                <w:szCs w:val="18"/>
                <w:lang w:eastAsia="en-GB"/>
              </w:rPr>
              <w:t xml:space="preserve"> </w:t>
            </w:r>
            <w:r w:rsidRPr="00EF2F0E">
              <w:rPr>
                <w:rFonts w:ascii="Arial" w:hAnsi="Arial" w:cs="Arial"/>
                <w:color w:val="000000"/>
                <w:sz w:val="18"/>
                <w:szCs w:val="18"/>
                <w:lang w:eastAsia="zh-CN"/>
              </w:rPr>
              <w:t>1491.5 MHz</w:t>
            </w:r>
          </w:p>
        </w:tc>
        <w:tc>
          <w:tcPr>
            <w:tcW w:w="2080" w:type="dxa"/>
          </w:tcPr>
          <w:p w14:paraId="0984EFA5"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-38</w:t>
            </w:r>
          </w:p>
        </w:tc>
        <w:tc>
          <w:tcPr>
            <w:tcW w:w="1642" w:type="dxa"/>
          </w:tcPr>
          <w:p w14:paraId="0984EFA6" w14:textId="77777777" w:rsidR="00BB326E" w:rsidRPr="00EF2F0E" w:rsidRDefault="00BB326E" w:rsidP="00BB326E">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bl>
    <w:p w14:paraId="0984EFA8" w14:textId="77777777" w:rsidR="00BB326E" w:rsidRPr="00EF2F0E" w:rsidRDefault="00BB326E" w:rsidP="00BB326E"/>
    <w:p w14:paraId="0984EFA9" w14:textId="77777777" w:rsidR="00BB326E" w:rsidRPr="00EF2F0E" w:rsidRDefault="00BB326E" w:rsidP="00BB326E">
      <w:pPr>
        <w:pStyle w:val="Heading6"/>
      </w:pPr>
      <w:bookmarkStart w:id="4344" w:name="_Toc61112529"/>
      <w:bookmarkStart w:id="4345" w:name="_Toc67911681"/>
      <w:bookmarkStart w:id="4346" w:name="_Toc74843156"/>
      <w:bookmarkStart w:id="4347" w:name="_Toc76503539"/>
      <w:bookmarkStart w:id="4348" w:name="_Toc83040982"/>
      <w:bookmarkStart w:id="4349" w:name="_Toc89852025"/>
      <w:bookmarkStart w:id="4350" w:name="_Toc98676379"/>
      <w:r>
        <w:t>9.7.5.4.6.7</w:t>
      </w:r>
      <w:r w:rsidRPr="00EF2F0E">
        <w:t xml:space="preserve"> </w:t>
      </w:r>
      <w:r w:rsidRPr="00EF2F0E">
        <w:tab/>
        <w:t>Additional requirements for band 48</w:t>
      </w:r>
      <w:bookmarkEnd w:id="4344"/>
      <w:bookmarkEnd w:id="4345"/>
      <w:bookmarkEnd w:id="4346"/>
      <w:bookmarkEnd w:id="4347"/>
      <w:bookmarkEnd w:id="4348"/>
      <w:bookmarkEnd w:id="4349"/>
      <w:bookmarkEnd w:id="4350"/>
    </w:p>
    <w:p w14:paraId="0984EFAA" w14:textId="77777777" w:rsidR="00BB326E" w:rsidRPr="00EF2F0E" w:rsidRDefault="00BB326E" w:rsidP="00BB326E">
      <w:r w:rsidRPr="00EF2F0E">
        <w:t xml:space="preserve">The following requirement may apply to BS operating in Band 48 in certain regions. Emissions shall not exceed the maximum levels specified in table </w:t>
      </w:r>
      <w:r>
        <w:t>9.7.5.4.6.7</w:t>
      </w:r>
      <w:r w:rsidRPr="00EF2F0E">
        <w:t>-</w:t>
      </w:r>
      <w:r w:rsidRPr="00EF2F0E">
        <w:rPr>
          <w:lang w:eastAsia="zh-CN"/>
        </w:rPr>
        <w:t>1</w:t>
      </w:r>
      <w:r w:rsidRPr="00EF2F0E">
        <w:t>.</w:t>
      </w:r>
    </w:p>
    <w:p w14:paraId="0984EFAB" w14:textId="77777777" w:rsidR="00BB326E" w:rsidRPr="00EF2F0E" w:rsidRDefault="00BB326E" w:rsidP="00BB326E">
      <w:pPr>
        <w:pStyle w:val="TH"/>
        <w:rPr>
          <w:rFonts w:cs="v5.0.0"/>
        </w:rPr>
      </w:pPr>
      <w:r w:rsidRPr="00EF2F0E">
        <w:t xml:space="preserve">Table </w:t>
      </w:r>
      <w:r>
        <w:t>9.7.5.4.6.7</w:t>
      </w:r>
      <w:r w:rsidRPr="00EF2F0E">
        <w:t>-1: Additional operating band unwanted emission limits for Band 4</w:t>
      </w:r>
      <w:r w:rsidRPr="00EF2F0E">
        <w:rPr>
          <w:lang w:eastAsia="zh-CN"/>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BB326E" w:rsidRPr="00EF2F0E" w14:paraId="0984EFB1" w14:textId="77777777" w:rsidTr="00BB326E">
        <w:trPr>
          <w:jc w:val="center"/>
        </w:trPr>
        <w:tc>
          <w:tcPr>
            <w:tcW w:w="1191" w:type="dxa"/>
            <w:tcBorders>
              <w:top w:val="single" w:sz="4" w:space="0" w:color="auto"/>
              <w:left w:val="single" w:sz="4" w:space="0" w:color="auto"/>
              <w:bottom w:val="single" w:sz="4" w:space="0" w:color="auto"/>
              <w:right w:val="single" w:sz="4" w:space="0" w:color="auto"/>
            </w:tcBorders>
            <w:hideMark/>
          </w:tcPr>
          <w:p w14:paraId="0984EFAC" w14:textId="77777777" w:rsidR="00BB326E" w:rsidRPr="00EF2F0E" w:rsidRDefault="00BB326E" w:rsidP="00BB326E">
            <w:pPr>
              <w:pStyle w:val="TAH"/>
              <w:rPr>
                <w:rFonts w:cs="Calibri"/>
                <w:lang w:eastAsia="ja-JP"/>
              </w:rPr>
            </w:pPr>
            <w:r w:rsidRPr="00EF2F0E">
              <w:rPr>
                <w:lang w:eastAsia="ja-JP"/>
              </w:rPr>
              <w:t>Channel bandwidth</w:t>
            </w:r>
          </w:p>
        </w:tc>
        <w:tc>
          <w:tcPr>
            <w:tcW w:w="2126" w:type="dxa"/>
            <w:tcBorders>
              <w:top w:val="single" w:sz="4" w:space="0" w:color="auto"/>
              <w:left w:val="single" w:sz="4" w:space="0" w:color="auto"/>
              <w:bottom w:val="single" w:sz="4" w:space="0" w:color="auto"/>
              <w:right w:val="single" w:sz="4" w:space="0" w:color="auto"/>
            </w:tcBorders>
            <w:hideMark/>
          </w:tcPr>
          <w:p w14:paraId="0984EFAD" w14:textId="77777777" w:rsidR="00BB326E" w:rsidRPr="00EF2F0E" w:rsidRDefault="00BB326E" w:rsidP="00BB326E">
            <w:pPr>
              <w:pStyle w:val="TAH"/>
              <w:rPr>
                <w:rFonts w:cs="v5.0.0"/>
                <w:lang w:eastAsia="ja-JP"/>
              </w:rPr>
            </w:pPr>
            <w:r w:rsidRPr="00EF2F0E">
              <w:rPr>
                <w:rFonts w:cs="v5.0.0"/>
                <w:lang w:eastAsia="ja-JP"/>
              </w:rPr>
              <w:t xml:space="preserve">Frequency offset of measurement filter </w:t>
            </w:r>
            <w:r w:rsidRPr="00EF2F0E">
              <w:rPr>
                <w:rFonts w:cs="v5.0.0"/>
                <w:lang w:eastAsia="ja-JP"/>
              </w:rPr>
              <w:noBreakHyphen/>
              <w:t xml:space="preserve">3dB point, </w:t>
            </w:r>
            <w:r w:rsidRPr="00EF2F0E">
              <w:rPr>
                <w:rFonts w:cs="v5.0.0"/>
                <w:lang w:eastAsia="ja-JP"/>
              </w:rPr>
              <w:sym w:font="Symbol" w:char="F044"/>
            </w:r>
            <w:r w:rsidRPr="00EF2F0E">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0984EFAE" w14:textId="77777777" w:rsidR="00BB326E" w:rsidRPr="00EF2F0E" w:rsidRDefault="00BB326E" w:rsidP="00BB326E">
            <w:pPr>
              <w:pStyle w:val="TAH"/>
              <w:rPr>
                <w:rFonts w:cs="v5.0.0"/>
                <w:lang w:eastAsia="ja-JP"/>
              </w:rPr>
            </w:pPr>
            <w:r w:rsidRPr="00EF2F0E">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0984EFAF" w14:textId="77777777" w:rsidR="00BB326E" w:rsidRPr="00EF2F0E" w:rsidRDefault="00BB326E" w:rsidP="00BB326E">
            <w:pPr>
              <w:pStyle w:val="TAH"/>
              <w:rPr>
                <w:rFonts w:cs="v5.0.0"/>
                <w:lang w:eastAsia="ja-JP"/>
              </w:rPr>
            </w:pPr>
            <w:r w:rsidRPr="00EF2F0E">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0984EFB0" w14:textId="77777777" w:rsidR="00BB326E" w:rsidRPr="00EF2F0E" w:rsidRDefault="00BB326E" w:rsidP="00BB326E">
            <w:pPr>
              <w:pStyle w:val="TAH"/>
              <w:rPr>
                <w:rFonts w:cs="v5.0.0"/>
                <w:lang w:eastAsia="ja-JP"/>
              </w:rPr>
            </w:pPr>
            <w:r w:rsidRPr="00EF2F0E">
              <w:rPr>
                <w:rFonts w:cs="v5.0.0"/>
                <w:lang w:eastAsia="ja-JP"/>
              </w:rPr>
              <w:t>Measurement bandwidth</w:t>
            </w:r>
          </w:p>
        </w:tc>
      </w:tr>
      <w:tr w:rsidR="00BB326E" w:rsidRPr="00EF2F0E" w14:paraId="0984EFB7" w14:textId="77777777" w:rsidTr="00BB326E">
        <w:trPr>
          <w:jc w:val="center"/>
        </w:trPr>
        <w:tc>
          <w:tcPr>
            <w:tcW w:w="1191" w:type="dxa"/>
            <w:tcBorders>
              <w:top w:val="single" w:sz="4" w:space="0" w:color="auto"/>
              <w:left w:val="single" w:sz="4" w:space="0" w:color="auto"/>
              <w:bottom w:val="single" w:sz="4" w:space="0" w:color="auto"/>
              <w:right w:val="single" w:sz="4" w:space="0" w:color="auto"/>
            </w:tcBorders>
            <w:hideMark/>
          </w:tcPr>
          <w:p w14:paraId="0984EFB2" w14:textId="77777777" w:rsidR="00BB326E" w:rsidRPr="00EF2F0E" w:rsidRDefault="00BB326E" w:rsidP="00BB326E">
            <w:pPr>
              <w:pStyle w:val="TAH"/>
              <w:rPr>
                <w:rFonts w:cs="Calibri"/>
                <w:b w:val="0"/>
                <w:lang w:eastAsia="ja-JP"/>
              </w:rPr>
            </w:pPr>
            <w:r w:rsidRPr="00EF2F0E">
              <w:rPr>
                <w:b w:val="0"/>
                <w:lang w:eastAsia="ja-JP"/>
              </w:rPr>
              <w:t>All</w:t>
            </w:r>
          </w:p>
        </w:tc>
        <w:tc>
          <w:tcPr>
            <w:tcW w:w="2126" w:type="dxa"/>
            <w:tcBorders>
              <w:top w:val="single" w:sz="4" w:space="0" w:color="auto"/>
              <w:left w:val="single" w:sz="4" w:space="0" w:color="auto"/>
              <w:bottom w:val="single" w:sz="4" w:space="0" w:color="auto"/>
              <w:right w:val="single" w:sz="4" w:space="0" w:color="auto"/>
            </w:tcBorders>
            <w:hideMark/>
          </w:tcPr>
          <w:p w14:paraId="0984EFB3" w14:textId="77777777" w:rsidR="00BB326E" w:rsidRPr="00EF2F0E" w:rsidRDefault="00BB326E" w:rsidP="00BB326E">
            <w:pPr>
              <w:pStyle w:val="TAC"/>
              <w:rPr>
                <w:lang w:eastAsia="ja-JP"/>
              </w:rPr>
            </w:pPr>
            <w:r w:rsidRPr="00EF2F0E">
              <w:rPr>
                <w:lang w:eastAsia="ja-JP"/>
              </w:rPr>
              <w:t xml:space="preserve">0 MHz </w:t>
            </w:r>
            <w:r w:rsidRPr="00EF2F0E">
              <w:rPr>
                <w:lang w:eastAsia="ja-JP"/>
              </w:rPr>
              <w:sym w:font="Symbol" w:char="F0A3"/>
            </w:r>
            <w:r w:rsidRPr="00EF2F0E">
              <w:rPr>
                <w:lang w:eastAsia="ja-JP"/>
              </w:rPr>
              <w:t xml:space="preserve"> </w:t>
            </w:r>
            <w:r w:rsidRPr="00EF2F0E">
              <w:rPr>
                <w:lang w:eastAsia="ja-JP"/>
              </w:rPr>
              <w:sym w:font="Symbol" w:char="F044"/>
            </w:r>
            <w:r w:rsidRPr="00EF2F0E">
              <w:rPr>
                <w:lang w:eastAsia="ja-JP"/>
              </w:rPr>
              <w:t>f &lt; 10 MHz</w:t>
            </w:r>
          </w:p>
        </w:tc>
        <w:tc>
          <w:tcPr>
            <w:tcW w:w="2977" w:type="dxa"/>
            <w:tcBorders>
              <w:top w:val="single" w:sz="4" w:space="0" w:color="auto"/>
              <w:left w:val="single" w:sz="4" w:space="0" w:color="auto"/>
              <w:bottom w:val="single" w:sz="4" w:space="0" w:color="auto"/>
              <w:right w:val="single" w:sz="4" w:space="0" w:color="auto"/>
            </w:tcBorders>
            <w:hideMark/>
          </w:tcPr>
          <w:p w14:paraId="0984EFB4" w14:textId="77777777" w:rsidR="00BB326E" w:rsidRPr="00EF2F0E" w:rsidRDefault="00BB326E" w:rsidP="00BB326E">
            <w:pPr>
              <w:pStyle w:val="TAC"/>
              <w:rPr>
                <w:rFonts w:cs="v5.0.0"/>
                <w:lang w:eastAsia="ja-JP"/>
              </w:rPr>
            </w:pPr>
            <w:r w:rsidRPr="00EF2F0E">
              <w:rPr>
                <w:rFonts w:cs="v5.0.0"/>
                <w:lang w:eastAsia="ja-JP"/>
              </w:rPr>
              <w:t xml:space="preserve">0.5 MHz </w:t>
            </w:r>
            <w:r w:rsidRPr="00EF2F0E">
              <w:rPr>
                <w:rFonts w:cs="v5.0.0"/>
                <w:lang w:eastAsia="ja-JP"/>
              </w:rPr>
              <w:sym w:font="Symbol" w:char="F0A3"/>
            </w:r>
            <w:r w:rsidRPr="00EF2F0E">
              <w:rPr>
                <w:rFonts w:cs="v5.0.0"/>
                <w:lang w:eastAsia="ja-JP"/>
              </w:rPr>
              <w:t xml:space="preserve"> f_offset &lt; 9.5 MHz</w:t>
            </w:r>
          </w:p>
        </w:tc>
        <w:tc>
          <w:tcPr>
            <w:tcW w:w="1285" w:type="dxa"/>
            <w:tcBorders>
              <w:top w:val="single" w:sz="4" w:space="0" w:color="auto"/>
              <w:left w:val="single" w:sz="4" w:space="0" w:color="auto"/>
              <w:bottom w:val="single" w:sz="4" w:space="0" w:color="auto"/>
              <w:right w:val="single" w:sz="4" w:space="0" w:color="auto"/>
            </w:tcBorders>
            <w:hideMark/>
          </w:tcPr>
          <w:p w14:paraId="0984EFB5" w14:textId="77777777" w:rsidR="00BB326E" w:rsidRPr="00EF2F0E" w:rsidRDefault="00BB326E" w:rsidP="00BB326E">
            <w:pPr>
              <w:pStyle w:val="TAH"/>
              <w:rPr>
                <w:rFonts w:cs="v5.0.0"/>
                <w:lang w:eastAsia="ja-JP"/>
              </w:rPr>
            </w:pPr>
            <w:r w:rsidRPr="00EF2F0E">
              <w:rPr>
                <w:rFonts w:cs="v5.0.0"/>
                <w:lang w:eastAsia="ja-JP"/>
              </w:rPr>
              <w:t>-</w:t>
            </w:r>
            <w:r w:rsidRPr="00EF2F0E">
              <w:rPr>
                <w:b w:val="0"/>
                <w:lang w:eastAsia="ja-JP"/>
              </w:rPr>
              <w:t>4 dBm</w:t>
            </w:r>
          </w:p>
        </w:tc>
        <w:tc>
          <w:tcPr>
            <w:tcW w:w="1418" w:type="dxa"/>
            <w:tcBorders>
              <w:top w:val="single" w:sz="4" w:space="0" w:color="auto"/>
              <w:left w:val="single" w:sz="4" w:space="0" w:color="auto"/>
              <w:bottom w:val="single" w:sz="4" w:space="0" w:color="auto"/>
              <w:right w:val="single" w:sz="4" w:space="0" w:color="auto"/>
            </w:tcBorders>
            <w:hideMark/>
          </w:tcPr>
          <w:p w14:paraId="0984EFB6" w14:textId="77777777" w:rsidR="00BB326E" w:rsidRPr="00EF2F0E" w:rsidRDefault="00BB326E" w:rsidP="00BB326E">
            <w:pPr>
              <w:pStyle w:val="TAC"/>
              <w:rPr>
                <w:rFonts w:cs="Calibri"/>
                <w:lang w:eastAsia="zh-CN"/>
              </w:rPr>
            </w:pPr>
            <w:r w:rsidRPr="00EF2F0E">
              <w:rPr>
                <w:lang w:eastAsia="zh-CN"/>
              </w:rPr>
              <w:t>1 MHz</w:t>
            </w:r>
          </w:p>
        </w:tc>
      </w:tr>
    </w:tbl>
    <w:p w14:paraId="0984EFB8" w14:textId="77777777" w:rsidR="00BB326E" w:rsidRPr="00EF2F0E" w:rsidRDefault="00BB326E" w:rsidP="00B74DF1"/>
    <w:p w14:paraId="0984EFB9" w14:textId="77777777" w:rsidR="00B15E99" w:rsidRPr="00EF2F0E" w:rsidRDefault="00B15E99" w:rsidP="00B15E99">
      <w:pPr>
        <w:pStyle w:val="Heading3"/>
      </w:pPr>
      <w:bookmarkStart w:id="4351" w:name="_Toc21096091"/>
      <w:bookmarkStart w:id="4352" w:name="_Toc29763290"/>
      <w:bookmarkStart w:id="4353" w:name="_Toc45869575"/>
      <w:bookmarkStart w:id="4354" w:name="_Toc52554828"/>
      <w:bookmarkStart w:id="4355" w:name="_Toc52555298"/>
      <w:bookmarkStart w:id="4356" w:name="_Toc61112530"/>
      <w:bookmarkStart w:id="4357" w:name="_Toc67911682"/>
      <w:bookmarkStart w:id="4358" w:name="_Toc74843157"/>
      <w:bookmarkStart w:id="4359" w:name="_Toc76503540"/>
      <w:bookmarkStart w:id="4360" w:name="_Toc83040983"/>
      <w:bookmarkStart w:id="4361" w:name="_Toc89852026"/>
      <w:bookmarkStart w:id="4362" w:name="_Toc98676380"/>
      <w:r w:rsidRPr="00EF2F0E">
        <w:t>9.7.6</w:t>
      </w:r>
      <w:r w:rsidRPr="00EF2F0E">
        <w:tab/>
        <w:t>OTA Spurious emission</w:t>
      </w:r>
      <w:bookmarkEnd w:id="4351"/>
      <w:bookmarkEnd w:id="4352"/>
      <w:bookmarkEnd w:id="4353"/>
      <w:bookmarkEnd w:id="4354"/>
      <w:bookmarkEnd w:id="4355"/>
      <w:bookmarkEnd w:id="4356"/>
      <w:bookmarkEnd w:id="4357"/>
      <w:bookmarkEnd w:id="4358"/>
      <w:bookmarkEnd w:id="4359"/>
      <w:bookmarkEnd w:id="4360"/>
      <w:bookmarkEnd w:id="4361"/>
      <w:bookmarkEnd w:id="4362"/>
    </w:p>
    <w:p w14:paraId="0984EFBA" w14:textId="77777777" w:rsidR="00B15E99" w:rsidRPr="00EF2F0E" w:rsidRDefault="00B15E99" w:rsidP="00B15E99">
      <w:pPr>
        <w:pStyle w:val="Heading4"/>
      </w:pPr>
      <w:bookmarkStart w:id="4363" w:name="_Toc21096092"/>
      <w:bookmarkStart w:id="4364" w:name="_Toc29763291"/>
      <w:bookmarkStart w:id="4365" w:name="_Toc45869576"/>
      <w:bookmarkStart w:id="4366" w:name="_Toc52554829"/>
      <w:bookmarkStart w:id="4367" w:name="_Toc52555299"/>
      <w:bookmarkStart w:id="4368" w:name="_Toc61112531"/>
      <w:bookmarkStart w:id="4369" w:name="_Toc67911683"/>
      <w:bookmarkStart w:id="4370" w:name="_Toc74843158"/>
      <w:bookmarkStart w:id="4371" w:name="_Toc76503541"/>
      <w:bookmarkStart w:id="4372" w:name="_Toc83040984"/>
      <w:bookmarkStart w:id="4373" w:name="_Toc89852027"/>
      <w:bookmarkStart w:id="4374" w:name="_Toc98676381"/>
      <w:r w:rsidRPr="00EF2F0E">
        <w:t>9.7.6.1</w:t>
      </w:r>
      <w:r w:rsidRPr="00EF2F0E">
        <w:tab/>
        <w:t>General</w:t>
      </w:r>
      <w:bookmarkEnd w:id="4363"/>
      <w:bookmarkEnd w:id="4364"/>
      <w:bookmarkEnd w:id="4365"/>
      <w:bookmarkEnd w:id="4366"/>
      <w:bookmarkEnd w:id="4367"/>
      <w:bookmarkEnd w:id="4368"/>
      <w:bookmarkEnd w:id="4369"/>
      <w:bookmarkEnd w:id="4370"/>
      <w:bookmarkEnd w:id="4371"/>
      <w:bookmarkEnd w:id="4372"/>
      <w:bookmarkEnd w:id="4373"/>
      <w:bookmarkEnd w:id="4374"/>
    </w:p>
    <w:p w14:paraId="0984EFBB" w14:textId="77777777" w:rsidR="00B15E99" w:rsidRPr="00EF2F0E" w:rsidRDefault="00B15E99" w:rsidP="00B15E99">
      <w:r w:rsidRPr="00EF2F0E">
        <w:t xml:space="preserve">The OTA spurious emissions limits are specified as TRP </w:t>
      </w:r>
      <w:r w:rsidR="00E06E77" w:rsidRPr="00EF2F0E">
        <w:t xml:space="preserve">per </w:t>
      </w:r>
      <w:r w:rsidR="00E06E77" w:rsidRPr="00EF2F0E">
        <w:rPr>
          <w:i/>
        </w:rPr>
        <w:t>RIB</w:t>
      </w:r>
      <w:r w:rsidRPr="00EF2F0E">
        <w:t xml:space="preserve"> unless otherwise specified.</w:t>
      </w:r>
    </w:p>
    <w:p w14:paraId="0984EFBC" w14:textId="77777777" w:rsidR="00B15E99" w:rsidRPr="00EF2F0E" w:rsidRDefault="00B15E99" w:rsidP="00B15E99">
      <w:r w:rsidRPr="00EF2F0E">
        <w:t>The OTA transmitter spurious emission limits apply from 30 MHz to 12.75 GHz, excluding the following RAT-specific frequency ranges:</w:t>
      </w:r>
    </w:p>
    <w:p w14:paraId="0984EFBD" w14:textId="77777777" w:rsidR="00B15E99" w:rsidRPr="00EF2F0E" w:rsidRDefault="00B15E99" w:rsidP="00B15E99">
      <w:pPr>
        <w:pStyle w:val="B10"/>
      </w:pPr>
      <w:r w:rsidRPr="00EF2F0E">
        <w:t>-</w:t>
      </w:r>
      <w:r w:rsidRPr="00EF2F0E">
        <w:tab/>
        <w:t xml:space="preserve">UTRA FDD BS as specified in TS 25.104 [2]: from 12.5MHz below the lowest carrier frequency used up to 12.5MHz above the highest carrier frequency used. </w:t>
      </w:r>
    </w:p>
    <w:p w14:paraId="0984EFBE" w14:textId="77777777" w:rsidR="00B15E99" w:rsidRPr="00EF2F0E" w:rsidRDefault="00B15E99" w:rsidP="00B15E99">
      <w:pPr>
        <w:ind w:left="568" w:hanging="284"/>
      </w:pPr>
      <w:r w:rsidRPr="00EF2F0E">
        <w:t>-</w:t>
      </w:r>
      <w:r w:rsidRPr="00EF2F0E">
        <w:tab/>
        <w:t>E-UTRA BS as specified in TS 36.104 [4]: from Δf</w:t>
      </w:r>
      <w:r w:rsidRPr="00EF2F0E">
        <w:rPr>
          <w:vertAlign w:val="subscript"/>
        </w:rPr>
        <w:t xml:space="preserve">OBUE </w:t>
      </w:r>
      <w:r w:rsidRPr="00EF2F0E">
        <w:t xml:space="preserve">below the lowest frequency of the </w:t>
      </w:r>
      <w:r w:rsidRPr="00EF2F0E">
        <w:rPr>
          <w:i/>
        </w:rPr>
        <w:t>downlink operating band</w:t>
      </w:r>
      <w:r w:rsidRPr="00EF2F0E">
        <w:t xml:space="preserve"> up to Δf</w:t>
      </w:r>
      <w:r w:rsidRPr="00EF2F0E">
        <w:rPr>
          <w:vertAlign w:val="subscript"/>
        </w:rPr>
        <w:t>OBUE</w:t>
      </w:r>
      <w:r w:rsidRPr="00EF2F0E">
        <w:t xml:space="preserve"> above the highest frequency of the </w:t>
      </w:r>
      <w:r w:rsidRPr="00EF2F0E">
        <w:rPr>
          <w:i/>
        </w:rPr>
        <w:t>downlink operating band</w:t>
      </w:r>
      <w:r w:rsidRPr="00EF2F0E">
        <w:t>, where Δf</w:t>
      </w:r>
      <w:r w:rsidRPr="00EF2F0E">
        <w:rPr>
          <w:vertAlign w:val="subscript"/>
        </w:rPr>
        <w:t>OBUE</w:t>
      </w:r>
      <w:r w:rsidRPr="00EF2F0E">
        <w:t xml:space="preserve"> is defined in subclause 9.7.1. </w:t>
      </w:r>
    </w:p>
    <w:p w14:paraId="0984EFBF" w14:textId="77777777" w:rsidR="00B15E99" w:rsidRPr="00EF2F0E" w:rsidRDefault="00B15E99" w:rsidP="00B15E99">
      <w:pPr>
        <w:pStyle w:val="B10"/>
      </w:pPr>
      <w:r w:rsidRPr="00EF2F0E">
        <w:t>-</w:t>
      </w:r>
      <w:r w:rsidRPr="00EF2F0E">
        <w:tab/>
        <w:t>MSR BS as specified in TS 37.104 [5]: from Δf</w:t>
      </w:r>
      <w:r w:rsidRPr="00EF2F0E">
        <w:rPr>
          <w:vertAlign w:val="subscript"/>
        </w:rPr>
        <w:t>OBUE</w:t>
      </w:r>
      <w:r w:rsidRPr="00EF2F0E">
        <w:t xml:space="preserve"> below the lowest frequency of the </w:t>
      </w:r>
      <w:r w:rsidRPr="00EF2F0E">
        <w:rPr>
          <w:i/>
        </w:rPr>
        <w:t>downlink operating band</w:t>
      </w:r>
      <w:r w:rsidRPr="00EF2F0E">
        <w:t xml:space="preserve"> up to Δf</w:t>
      </w:r>
      <w:r w:rsidRPr="00EF2F0E">
        <w:rPr>
          <w:vertAlign w:val="subscript"/>
        </w:rPr>
        <w:t>OBUE</w:t>
      </w:r>
      <w:r w:rsidRPr="00EF2F0E">
        <w:t xml:space="preserve"> above the highest frequency of the </w:t>
      </w:r>
      <w:r w:rsidRPr="00EF2F0E">
        <w:rPr>
          <w:i/>
        </w:rPr>
        <w:t>downlink operating band</w:t>
      </w:r>
      <w:r w:rsidRPr="00EF2F0E">
        <w:t>, where Δf</w:t>
      </w:r>
      <w:r w:rsidRPr="00EF2F0E">
        <w:rPr>
          <w:vertAlign w:val="subscript"/>
        </w:rPr>
        <w:t>OBUE</w:t>
      </w:r>
      <w:r w:rsidRPr="00EF2F0E">
        <w:t xml:space="preserve"> is defined in subclause 9.7.1.</w:t>
      </w:r>
    </w:p>
    <w:p w14:paraId="0984EFC0" w14:textId="77777777" w:rsidR="00B15E99" w:rsidRPr="00EF2F0E" w:rsidRDefault="00B15E99" w:rsidP="00B15E99">
      <w:r w:rsidRPr="00EF2F0E">
        <w:t>For some operating bands the upper frequency limit is higher than 12.75 GHz in order to comply with the 5</w:t>
      </w:r>
      <w:r w:rsidRPr="00EF2F0E">
        <w:rPr>
          <w:vertAlign w:val="superscript"/>
        </w:rPr>
        <w:t>th</w:t>
      </w:r>
      <w:r w:rsidRPr="00EF2F0E">
        <w:t xml:space="preserve"> harmonic limit of the </w:t>
      </w:r>
      <w:r w:rsidRPr="00EF2F0E">
        <w:rPr>
          <w:i/>
        </w:rPr>
        <w:t>downlink</w:t>
      </w:r>
      <w:r w:rsidRPr="00EF2F0E" w:rsidDel="00B62512">
        <w:rPr>
          <w:i/>
        </w:rPr>
        <w:t xml:space="preserve"> </w:t>
      </w:r>
      <w:r w:rsidRPr="00EF2F0E">
        <w:rPr>
          <w:i/>
        </w:rPr>
        <w:t>operating band</w:t>
      </w:r>
      <w:r w:rsidRPr="00EF2F0E">
        <w:t xml:space="preserve">, as specified in ITU-R recommendation SM.329 [14]. In some exceptional cases, requirements apply also closer than </w:t>
      </w:r>
      <w:r w:rsidR="00E06E77" w:rsidRPr="00EF2F0E">
        <w:t>Δf</w:t>
      </w:r>
      <w:r w:rsidR="00E06E77" w:rsidRPr="00EF2F0E">
        <w:rPr>
          <w:vertAlign w:val="subscript"/>
        </w:rPr>
        <w:t>OBUE</w:t>
      </w:r>
      <w:r w:rsidR="00E06E77" w:rsidRPr="00EF2F0E">
        <w:t xml:space="preserve"> </w:t>
      </w:r>
      <w:r w:rsidRPr="00EF2F0E">
        <w:t xml:space="preserve">MHz from the </w:t>
      </w:r>
      <w:r w:rsidRPr="00EF2F0E">
        <w:rPr>
          <w:i/>
        </w:rPr>
        <w:t>downlink</w:t>
      </w:r>
      <w:r w:rsidRPr="00EF2F0E" w:rsidDel="00B62512">
        <w:rPr>
          <w:i/>
        </w:rPr>
        <w:t xml:space="preserve"> </w:t>
      </w:r>
      <w:r w:rsidRPr="00EF2F0E">
        <w:rPr>
          <w:i/>
        </w:rPr>
        <w:t>operating band</w:t>
      </w:r>
      <w:r w:rsidRPr="00EF2F0E">
        <w:t xml:space="preserve">; these cases are highlighted in the requirement tables in respective referenced UTRA, E-UTRA or MSR specifications. For operating bands supported by </w:t>
      </w:r>
      <w:r w:rsidRPr="00EF2F0E">
        <w:rPr>
          <w:i/>
        </w:rPr>
        <w:t>multi-band RIB</w:t>
      </w:r>
      <w:r w:rsidRPr="00EF2F0E">
        <w:t xml:space="preserve"> each supported band</w:t>
      </w:r>
      <w:r w:rsidR="00E06E77" w:rsidRPr="00EF2F0E">
        <w:t xml:space="preserve"> including the Δf</w:t>
      </w:r>
      <w:r w:rsidR="00E06E77" w:rsidRPr="00EF2F0E">
        <w:rPr>
          <w:vertAlign w:val="subscript"/>
        </w:rPr>
        <w:t>OBUE</w:t>
      </w:r>
      <w:r w:rsidR="00E06E77" w:rsidRPr="00EF2F0E">
        <w:t xml:space="preserve"> around the band are excluded from the spurious emissions requirements</w:t>
      </w:r>
      <w:r w:rsidRPr="00EF2F0E">
        <w:t>.</w:t>
      </w:r>
    </w:p>
    <w:p w14:paraId="0984EFC1" w14:textId="77777777" w:rsidR="00B15E99" w:rsidRPr="00EF2F0E" w:rsidRDefault="00B15E99" w:rsidP="00B15E99">
      <w:r w:rsidRPr="00EF2F0E">
        <w:t xml:space="preserve">The requirements applies for both </w:t>
      </w:r>
      <w:r w:rsidRPr="00EF2F0E">
        <w:rPr>
          <w:i/>
        </w:rPr>
        <w:t>single band</w:t>
      </w:r>
      <w:r w:rsidRPr="00EF2F0E">
        <w:t xml:space="preserve"> </w:t>
      </w:r>
      <w:r w:rsidRPr="00EF2F0E">
        <w:rPr>
          <w:i/>
        </w:rPr>
        <w:t xml:space="preserve">RIBs </w:t>
      </w:r>
      <w:r w:rsidRPr="00EF2F0E">
        <w:t xml:space="preserve">and </w:t>
      </w:r>
      <w:r w:rsidRPr="00EF2F0E">
        <w:rPr>
          <w:i/>
        </w:rPr>
        <w:t>multi-band</w:t>
      </w:r>
      <w:r w:rsidRPr="00EF2F0E">
        <w:t xml:space="preserve"> </w:t>
      </w:r>
      <w:r w:rsidRPr="00EF2F0E">
        <w:rPr>
          <w:i/>
        </w:rPr>
        <w:t xml:space="preserve">RIBs </w:t>
      </w:r>
      <w:r w:rsidRPr="00EF2F0E">
        <w:t>(except for frequencies at which exclusion bands or other multi-band provisions apply) and for all transmission modes foreseen by the manufacturer's specification. Unless otherwise stated, all requirements are measured as mean power.</w:t>
      </w:r>
    </w:p>
    <w:p w14:paraId="0984EFC2" w14:textId="77777777" w:rsidR="00B15E99" w:rsidRPr="00EF2F0E" w:rsidRDefault="00B15E99" w:rsidP="00B15E99">
      <w:r w:rsidRPr="00EF2F0E">
        <w:t xml:space="preserve">For operation in Region 2, where the FCC guidance for MIMO systems in [18] is applicable, the emissions limits are the same regardless of the number of transceiver units so the limits are equivalent to those for a single transceiver unit as specified in the </w:t>
      </w:r>
      <w:r w:rsidRPr="00EF2F0E">
        <w:rPr>
          <w:iCs/>
        </w:rPr>
        <w:t xml:space="preserve">as the corresponding applicable </w:t>
      </w:r>
      <w:r w:rsidRPr="00EF2F0E">
        <w:rPr>
          <w:i/>
          <w:iCs/>
        </w:rPr>
        <w:t>non-AAS BS</w:t>
      </w:r>
      <w:r w:rsidRPr="00EF2F0E">
        <w:rPr>
          <w:iCs/>
        </w:rPr>
        <w:t xml:space="preserve"> per transmitter requirement specified in </w:t>
      </w:r>
      <w:r w:rsidRPr="00EF2F0E">
        <w:t>3GPP TS 25.104 [2], 3GPP TS 25.105 [3], 3GPP TS 36.104 [4] or 3GPP TS 37.104 [5]. For E-UTRA the limits will be 9dB lower and for UTRA FDD the limits will be 6</w:t>
      </w:r>
      <w:r w:rsidR="00AF2B07" w:rsidRPr="00EF2F0E">
        <w:t> </w:t>
      </w:r>
      <w:r w:rsidRPr="00EF2F0E">
        <w:t>dB lower</w:t>
      </w:r>
      <w:r w:rsidR="00AF2B07" w:rsidRPr="00EF2F0E">
        <w:t>, unless stated differently in regional regulation</w:t>
      </w:r>
      <w:r w:rsidRPr="00EF2F0E">
        <w:t xml:space="preserve">. </w:t>
      </w:r>
    </w:p>
    <w:p w14:paraId="0984EFC3" w14:textId="093A947A" w:rsidR="00B15E99" w:rsidRDefault="00B15E99" w:rsidP="00B15E99">
      <w:r w:rsidRPr="00EF2F0E">
        <w:t xml:space="preserve">The AAS BS requirements for spurious emissions limits which are specified for Band 46 </w:t>
      </w:r>
      <w:r w:rsidR="00702AAA" w:rsidRPr="00EF2F0E">
        <w:t xml:space="preserve">or for Band 49 </w:t>
      </w:r>
      <w:r w:rsidRPr="00EF2F0E">
        <w:t>in 3GPP TS 37.104 [5], are applicable for AAS BS.</w:t>
      </w:r>
    </w:p>
    <w:p w14:paraId="13B9BEBE" w14:textId="2977F950" w:rsidR="00DD0EA7" w:rsidRPr="00EF2F0E" w:rsidRDefault="00DD0EA7" w:rsidP="00B15E99">
      <w:r w:rsidRPr="00451DF2">
        <w:t xml:space="preserve">For </w:t>
      </w:r>
      <w:r w:rsidRPr="004611E8">
        <w:t>BS</w:t>
      </w:r>
      <w:r w:rsidRPr="00451DF2">
        <w:t xml:space="preserve"> operating in bands </w:t>
      </w:r>
      <w:r>
        <w:t>n</w:t>
      </w:r>
      <w:r w:rsidRPr="00451DF2">
        <w:t xml:space="preserve">50, </w:t>
      </w:r>
      <w:r>
        <w:t>n</w:t>
      </w:r>
      <w:r w:rsidRPr="00451DF2">
        <w:t xml:space="preserve">51, </w:t>
      </w:r>
      <w:r>
        <w:t>n74, n</w:t>
      </w:r>
      <w:r w:rsidRPr="00451DF2">
        <w:t xml:space="preserve">75 and </w:t>
      </w:r>
      <w:r>
        <w:t>n</w:t>
      </w:r>
      <w:r w:rsidRPr="00451DF2">
        <w:t xml:space="preserve">76 additional emission limits that might be applicable in the </w:t>
      </w:r>
      <w:r>
        <w:t>spurious emissions</w:t>
      </w:r>
      <w:r w:rsidRPr="00451DF2">
        <w:t xml:space="preserve"> frequency domain are specified in clause </w:t>
      </w:r>
      <w:r>
        <w:t>9.7.5.2.4.7</w:t>
      </w:r>
      <w:r w:rsidRPr="00451DF2">
        <w:t>.</w:t>
      </w:r>
    </w:p>
    <w:p w14:paraId="0984EFC4" w14:textId="77777777" w:rsidR="00B15E99" w:rsidRPr="00EF2F0E" w:rsidRDefault="00B15E99" w:rsidP="00B15E99">
      <w:pPr>
        <w:pStyle w:val="Heading4"/>
      </w:pPr>
      <w:bookmarkStart w:id="4375" w:name="_Toc21096093"/>
      <w:bookmarkStart w:id="4376" w:name="_Toc29763292"/>
      <w:bookmarkStart w:id="4377" w:name="_Toc45869577"/>
      <w:bookmarkStart w:id="4378" w:name="_Toc52554830"/>
      <w:bookmarkStart w:id="4379" w:name="_Toc52555300"/>
      <w:bookmarkStart w:id="4380" w:name="_Toc61112532"/>
      <w:bookmarkStart w:id="4381" w:name="_Toc67911684"/>
      <w:bookmarkStart w:id="4382" w:name="_Toc74843159"/>
      <w:bookmarkStart w:id="4383" w:name="_Toc76503542"/>
      <w:bookmarkStart w:id="4384" w:name="_Toc83040985"/>
      <w:bookmarkStart w:id="4385" w:name="_Toc89852028"/>
      <w:bookmarkStart w:id="4386" w:name="_Toc98676382"/>
      <w:r w:rsidRPr="00EF2F0E">
        <w:t>9.7.6.2</w:t>
      </w:r>
      <w:r w:rsidRPr="00EF2F0E">
        <w:tab/>
        <w:t>MSR operation</w:t>
      </w:r>
      <w:bookmarkEnd w:id="4375"/>
      <w:bookmarkEnd w:id="4376"/>
      <w:bookmarkEnd w:id="4377"/>
      <w:bookmarkEnd w:id="4378"/>
      <w:bookmarkEnd w:id="4379"/>
      <w:bookmarkEnd w:id="4380"/>
      <w:bookmarkEnd w:id="4381"/>
      <w:bookmarkEnd w:id="4382"/>
      <w:bookmarkEnd w:id="4383"/>
      <w:bookmarkEnd w:id="4384"/>
      <w:bookmarkEnd w:id="4385"/>
      <w:bookmarkEnd w:id="4386"/>
    </w:p>
    <w:p w14:paraId="0984EFC5" w14:textId="77777777" w:rsidR="00B15E99" w:rsidRPr="00EF2F0E" w:rsidRDefault="00B15E99" w:rsidP="00B15E99">
      <w:pPr>
        <w:pStyle w:val="Heading5"/>
      </w:pPr>
      <w:bookmarkStart w:id="4387" w:name="_Toc21096094"/>
      <w:bookmarkStart w:id="4388" w:name="_Toc29763293"/>
      <w:bookmarkStart w:id="4389" w:name="_Toc45869578"/>
      <w:bookmarkStart w:id="4390" w:name="_Toc52554831"/>
      <w:bookmarkStart w:id="4391" w:name="_Toc52555301"/>
      <w:bookmarkStart w:id="4392" w:name="_Toc61112533"/>
      <w:bookmarkStart w:id="4393" w:name="_Toc67911685"/>
      <w:bookmarkStart w:id="4394" w:name="_Toc74843160"/>
      <w:bookmarkStart w:id="4395" w:name="_Toc76503543"/>
      <w:bookmarkStart w:id="4396" w:name="_Toc83040986"/>
      <w:bookmarkStart w:id="4397" w:name="_Toc89852029"/>
      <w:bookmarkStart w:id="4398" w:name="_Toc98676383"/>
      <w:r w:rsidRPr="00EF2F0E">
        <w:t>9.7.6.2.1</w:t>
      </w:r>
      <w:r w:rsidRPr="00EF2F0E">
        <w:tab/>
        <w:t>Minimum requirement for MSR operation</w:t>
      </w:r>
      <w:bookmarkEnd w:id="4387"/>
      <w:bookmarkEnd w:id="4388"/>
      <w:bookmarkEnd w:id="4389"/>
      <w:bookmarkEnd w:id="4390"/>
      <w:bookmarkEnd w:id="4391"/>
      <w:bookmarkEnd w:id="4392"/>
      <w:bookmarkEnd w:id="4393"/>
      <w:bookmarkEnd w:id="4394"/>
      <w:bookmarkEnd w:id="4395"/>
      <w:bookmarkEnd w:id="4396"/>
      <w:bookmarkEnd w:id="4397"/>
      <w:bookmarkEnd w:id="4398"/>
      <w:r w:rsidRPr="00EF2F0E">
        <w:tab/>
      </w:r>
    </w:p>
    <w:p w14:paraId="0984EFC6" w14:textId="77777777" w:rsidR="00B15E99" w:rsidRPr="00EF2F0E" w:rsidRDefault="00B15E99" w:rsidP="00B15E99">
      <w:pPr>
        <w:pStyle w:val="Heading6"/>
      </w:pPr>
      <w:bookmarkStart w:id="4399" w:name="_Toc21096095"/>
      <w:bookmarkStart w:id="4400" w:name="_Toc29763294"/>
      <w:bookmarkStart w:id="4401" w:name="_Toc45869579"/>
      <w:bookmarkStart w:id="4402" w:name="_Toc52554832"/>
      <w:bookmarkStart w:id="4403" w:name="_Toc52555302"/>
      <w:bookmarkStart w:id="4404" w:name="_Toc61112534"/>
      <w:bookmarkStart w:id="4405" w:name="_Toc67911686"/>
      <w:bookmarkStart w:id="4406" w:name="_Toc74843161"/>
      <w:bookmarkStart w:id="4407" w:name="_Toc76503544"/>
      <w:bookmarkStart w:id="4408" w:name="_Toc83040987"/>
      <w:bookmarkStart w:id="4409" w:name="_Toc89852030"/>
      <w:bookmarkStart w:id="4410" w:name="_Toc98676384"/>
      <w:r w:rsidRPr="00EF2F0E">
        <w:t>9.7.6.2.1.1</w:t>
      </w:r>
      <w:r w:rsidRPr="00EF2F0E">
        <w:tab/>
        <w:t>Minimum requirement (Category A)</w:t>
      </w:r>
      <w:bookmarkEnd w:id="4399"/>
      <w:bookmarkEnd w:id="4400"/>
      <w:bookmarkEnd w:id="4401"/>
      <w:bookmarkEnd w:id="4402"/>
      <w:bookmarkEnd w:id="4403"/>
      <w:bookmarkEnd w:id="4404"/>
      <w:bookmarkEnd w:id="4405"/>
      <w:bookmarkEnd w:id="4406"/>
      <w:bookmarkEnd w:id="4407"/>
      <w:bookmarkEnd w:id="4408"/>
      <w:bookmarkEnd w:id="4409"/>
      <w:bookmarkEnd w:id="4410"/>
    </w:p>
    <w:p w14:paraId="0984EFC7" w14:textId="77777777" w:rsidR="00B15E99" w:rsidRPr="00EF2F0E" w:rsidRDefault="00B15E99" w:rsidP="00B15E99">
      <w:pPr>
        <w:keepNext/>
        <w:rPr>
          <w:rFonts w:cs="v5.0.0"/>
        </w:rPr>
      </w:pPr>
      <w:r w:rsidRPr="00EF2F0E">
        <w:rPr>
          <w:rFonts w:cs="v5.0.0"/>
        </w:rPr>
        <w:t>The TRP of any spurious emission shall not exceed the limits in table 9.7.6.2.1.1-1</w:t>
      </w:r>
    </w:p>
    <w:p w14:paraId="0984EFC8" w14:textId="77777777" w:rsidR="00B15E99" w:rsidRPr="00EF2F0E" w:rsidRDefault="00B15E99" w:rsidP="00B15E99">
      <w:pPr>
        <w:pStyle w:val="TH"/>
      </w:pPr>
      <w:r w:rsidRPr="00EF2F0E">
        <w:t>Table 9.7.6.2.1.1-1: AAS BS OTA Spurious emission limits, Category A</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052"/>
        <w:gridCol w:w="1440"/>
        <w:gridCol w:w="2604"/>
      </w:tblGrid>
      <w:tr w:rsidR="003401A4" w:rsidRPr="00EF2F0E" w14:paraId="0984EFCD" w14:textId="77777777" w:rsidTr="00AB06FD">
        <w:trPr>
          <w:cantSplit/>
          <w:jc w:val="center"/>
        </w:trPr>
        <w:tc>
          <w:tcPr>
            <w:tcW w:w="2376" w:type="dxa"/>
          </w:tcPr>
          <w:p w14:paraId="0984EFC9" w14:textId="77777777" w:rsidR="00B15E99" w:rsidRPr="00EF2F0E" w:rsidRDefault="00B15E99" w:rsidP="00AB06FD">
            <w:pPr>
              <w:pStyle w:val="TAH"/>
              <w:rPr>
                <w:rFonts w:cs="Arial"/>
              </w:rPr>
            </w:pPr>
            <w:r w:rsidRPr="00EF2F0E">
              <w:rPr>
                <w:rFonts w:cs="Arial"/>
              </w:rPr>
              <w:t>Frequency range</w:t>
            </w:r>
          </w:p>
        </w:tc>
        <w:tc>
          <w:tcPr>
            <w:tcW w:w="2052" w:type="dxa"/>
          </w:tcPr>
          <w:p w14:paraId="0984EFCA" w14:textId="77777777" w:rsidR="00B15E99" w:rsidRPr="00EF2F0E" w:rsidRDefault="00B15E99" w:rsidP="00AB06FD">
            <w:pPr>
              <w:pStyle w:val="TAH"/>
              <w:rPr>
                <w:rFonts w:cs="v5.0.0"/>
              </w:rPr>
            </w:pPr>
            <w:r w:rsidRPr="00EF2F0E">
              <w:rPr>
                <w:rFonts w:cs="v5.0.0"/>
              </w:rPr>
              <w:t>Maximum level</w:t>
            </w:r>
          </w:p>
        </w:tc>
        <w:tc>
          <w:tcPr>
            <w:tcW w:w="1440" w:type="dxa"/>
          </w:tcPr>
          <w:p w14:paraId="0984EFCB" w14:textId="77777777" w:rsidR="00B15E99" w:rsidRPr="00EF2F0E" w:rsidRDefault="00F53569" w:rsidP="00AB06FD">
            <w:pPr>
              <w:pStyle w:val="TAH"/>
              <w:rPr>
                <w:rFonts w:cs="v5.0.0"/>
              </w:rPr>
            </w:pPr>
            <w:r w:rsidRPr="00EF2F0E">
              <w:rPr>
                <w:rFonts w:cs="v5.0.0"/>
              </w:rPr>
              <w:t>Measurement bandwidth</w:t>
            </w:r>
          </w:p>
        </w:tc>
        <w:tc>
          <w:tcPr>
            <w:tcW w:w="2604" w:type="dxa"/>
          </w:tcPr>
          <w:p w14:paraId="0984EFCC" w14:textId="77777777" w:rsidR="00B15E99" w:rsidRPr="00EF2F0E" w:rsidRDefault="00B15E99" w:rsidP="00AB06FD">
            <w:pPr>
              <w:pStyle w:val="TAH"/>
              <w:rPr>
                <w:rFonts w:cs="v5.0.0"/>
              </w:rPr>
            </w:pPr>
            <w:r w:rsidRPr="00EF2F0E">
              <w:rPr>
                <w:rFonts w:cs="v5.0.0"/>
              </w:rPr>
              <w:t>NOTE</w:t>
            </w:r>
          </w:p>
        </w:tc>
      </w:tr>
      <w:tr w:rsidR="00F53569" w:rsidRPr="00EF2F0E" w14:paraId="0984EFD4" w14:textId="77777777" w:rsidTr="00AB06FD">
        <w:trPr>
          <w:cantSplit/>
          <w:jc w:val="center"/>
        </w:trPr>
        <w:tc>
          <w:tcPr>
            <w:tcW w:w="2376" w:type="dxa"/>
          </w:tcPr>
          <w:p w14:paraId="0984EFCE" w14:textId="77777777" w:rsidR="00F53569" w:rsidRPr="00EF2F0E" w:rsidRDefault="00F53569" w:rsidP="00F53569">
            <w:pPr>
              <w:pStyle w:val="TAC"/>
              <w:rPr>
                <w:rFonts w:cs="v5.0.0"/>
              </w:rPr>
            </w:pPr>
            <w:r w:rsidRPr="00EF2F0E">
              <w:rPr>
                <w:rFonts w:cs="v5.0.0"/>
              </w:rPr>
              <w:t xml:space="preserve">30MHz </w:t>
            </w:r>
            <w:r w:rsidRPr="00EF2F0E">
              <w:rPr>
                <w:rFonts w:cs="v5.0.0"/>
              </w:rPr>
              <w:noBreakHyphen/>
              <w:t xml:space="preserve"> 1GHz</w:t>
            </w:r>
          </w:p>
        </w:tc>
        <w:tc>
          <w:tcPr>
            <w:tcW w:w="2052" w:type="dxa"/>
            <w:vMerge w:val="restart"/>
            <w:vAlign w:val="center"/>
          </w:tcPr>
          <w:p w14:paraId="0984EFCF" w14:textId="77777777" w:rsidR="00F53569" w:rsidRPr="00EF2F0E" w:rsidRDefault="00F53569" w:rsidP="00F53569">
            <w:pPr>
              <w:pStyle w:val="TAC"/>
              <w:rPr>
                <w:rFonts w:cs="v5.0.0"/>
              </w:rPr>
            </w:pPr>
            <w:r w:rsidRPr="00EF2F0E">
              <w:rPr>
                <w:rFonts w:cs="v5.0.0"/>
              </w:rPr>
              <w:t>-13 + X dBm</w:t>
            </w:r>
          </w:p>
          <w:p w14:paraId="0984EFD0" w14:textId="77777777" w:rsidR="00F53569" w:rsidRPr="00EF2F0E" w:rsidRDefault="00F53569" w:rsidP="00F53569">
            <w:pPr>
              <w:pStyle w:val="TAC"/>
              <w:rPr>
                <w:rFonts w:cs="v5.0.0"/>
              </w:rPr>
            </w:pPr>
          </w:p>
          <w:p w14:paraId="0984EFD1" w14:textId="77777777" w:rsidR="00F53569" w:rsidRPr="00EF2F0E" w:rsidRDefault="00F53569" w:rsidP="00F53569">
            <w:pPr>
              <w:pStyle w:val="TAC"/>
              <w:rPr>
                <w:rFonts w:cs="v5.0.0"/>
              </w:rPr>
            </w:pPr>
            <w:r w:rsidRPr="00EF2F0E">
              <w:rPr>
                <w:rFonts w:cs="v5.0.0"/>
              </w:rPr>
              <w:t>NOTE 4,</w:t>
            </w:r>
          </w:p>
        </w:tc>
        <w:tc>
          <w:tcPr>
            <w:tcW w:w="1440" w:type="dxa"/>
          </w:tcPr>
          <w:p w14:paraId="0984EFD2" w14:textId="77777777" w:rsidR="00F53569" w:rsidRPr="00EF2F0E" w:rsidRDefault="00F53569" w:rsidP="00F53569">
            <w:pPr>
              <w:pStyle w:val="TAC"/>
              <w:rPr>
                <w:rFonts w:cs="v5.0.0"/>
              </w:rPr>
            </w:pPr>
            <w:r w:rsidRPr="00EF2F0E">
              <w:rPr>
                <w:rFonts w:cs="v5.0.0"/>
              </w:rPr>
              <w:t>100 kHz</w:t>
            </w:r>
          </w:p>
        </w:tc>
        <w:tc>
          <w:tcPr>
            <w:tcW w:w="2604" w:type="dxa"/>
          </w:tcPr>
          <w:p w14:paraId="0984EFD3" w14:textId="77777777" w:rsidR="00F53569" w:rsidRPr="00EF2F0E" w:rsidRDefault="00F53569" w:rsidP="00F53569">
            <w:pPr>
              <w:pStyle w:val="TAC"/>
              <w:rPr>
                <w:rFonts w:cs="Arial"/>
              </w:rPr>
            </w:pPr>
            <w:r w:rsidRPr="00EF2F0E">
              <w:rPr>
                <w:rFonts w:cs="Arial"/>
              </w:rPr>
              <w:t>NOTE 1</w:t>
            </w:r>
          </w:p>
        </w:tc>
      </w:tr>
      <w:tr w:rsidR="00F53569" w:rsidRPr="00EF2F0E" w14:paraId="0984EFD9" w14:textId="77777777" w:rsidTr="00AB06FD">
        <w:trPr>
          <w:cantSplit/>
          <w:jc w:val="center"/>
        </w:trPr>
        <w:tc>
          <w:tcPr>
            <w:tcW w:w="2376" w:type="dxa"/>
          </w:tcPr>
          <w:p w14:paraId="0984EFD5" w14:textId="77777777" w:rsidR="00F53569" w:rsidRPr="00EF2F0E" w:rsidRDefault="00F53569" w:rsidP="00F53569">
            <w:pPr>
              <w:pStyle w:val="TAC"/>
              <w:rPr>
                <w:rFonts w:cs="v5.0.0"/>
              </w:rPr>
            </w:pPr>
            <w:r w:rsidRPr="00EF2F0E">
              <w:rPr>
                <w:rFonts w:cs="v5.0.0"/>
              </w:rPr>
              <w:t xml:space="preserve">1GHz </w:t>
            </w:r>
            <w:r w:rsidRPr="00EF2F0E">
              <w:rPr>
                <w:rFonts w:cs="v5.0.0"/>
              </w:rPr>
              <w:noBreakHyphen/>
              <w:t xml:space="preserve"> 12.75 GHz</w:t>
            </w:r>
          </w:p>
        </w:tc>
        <w:tc>
          <w:tcPr>
            <w:tcW w:w="2052" w:type="dxa"/>
            <w:vMerge/>
          </w:tcPr>
          <w:p w14:paraId="0984EFD6" w14:textId="77777777" w:rsidR="00F53569" w:rsidRPr="00EF2F0E" w:rsidRDefault="00F53569" w:rsidP="00F53569">
            <w:pPr>
              <w:pStyle w:val="TAC"/>
              <w:rPr>
                <w:rFonts w:cs="v5.0.0"/>
              </w:rPr>
            </w:pPr>
          </w:p>
        </w:tc>
        <w:tc>
          <w:tcPr>
            <w:tcW w:w="1440" w:type="dxa"/>
          </w:tcPr>
          <w:p w14:paraId="0984EFD7" w14:textId="77777777" w:rsidR="00F53569" w:rsidRPr="00EF2F0E" w:rsidRDefault="00F53569" w:rsidP="00F53569">
            <w:pPr>
              <w:pStyle w:val="TAC"/>
              <w:rPr>
                <w:rFonts w:cs="v5.0.0"/>
              </w:rPr>
            </w:pPr>
            <w:r w:rsidRPr="00EF2F0E">
              <w:rPr>
                <w:rFonts w:cs="v5.0.0"/>
              </w:rPr>
              <w:t>1 MHz</w:t>
            </w:r>
          </w:p>
        </w:tc>
        <w:tc>
          <w:tcPr>
            <w:tcW w:w="2604" w:type="dxa"/>
          </w:tcPr>
          <w:p w14:paraId="0984EFD8" w14:textId="77777777" w:rsidR="00F53569" w:rsidRPr="00EF2F0E" w:rsidRDefault="00F53569" w:rsidP="00F53569">
            <w:pPr>
              <w:pStyle w:val="TAC"/>
              <w:rPr>
                <w:rFonts w:cs="Arial"/>
              </w:rPr>
            </w:pPr>
            <w:r w:rsidRPr="00EF2F0E">
              <w:rPr>
                <w:rFonts w:cs="Arial"/>
              </w:rPr>
              <w:t>NOTE 1, NOTE 2</w:t>
            </w:r>
          </w:p>
        </w:tc>
      </w:tr>
      <w:tr w:rsidR="00F53569" w:rsidRPr="00EF2F0E" w14:paraId="0984EFDF" w14:textId="77777777" w:rsidTr="00AB06FD">
        <w:trPr>
          <w:cantSplit/>
          <w:jc w:val="center"/>
        </w:trPr>
        <w:tc>
          <w:tcPr>
            <w:tcW w:w="2376" w:type="dxa"/>
          </w:tcPr>
          <w:p w14:paraId="0984EFDA" w14:textId="77777777" w:rsidR="00F53569" w:rsidRPr="00EF2F0E" w:rsidRDefault="00F53569" w:rsidP="00F53569">
            <w:pPr>
              <w:pStyle w:val="TAC"/>
              <w:rPr>
                <w:rFonts w:cs="v5.0.0"/>
              </w:rPr>
            </w:pPr>
            <w:r w:rsidRPr="00EF2F0E">
              <w:rPr>
                <w:rFonts w:cs="v5.0.0"/>
              </w:rPr>
              <w:t xml:space="preserve">12.75 GHz – </w:t>
            </w:r>
            <w:r w:rsidRPr="00EF2F0E">
              <w:rPr>
                <w:rFonts w:cs="Arial"/>
              </w:rPr>
              <w:t>5</w:t>
            </w:r>
            <w:r w:rsidRPr="00EF2F0E">
              <w:rPr>
                <w:rFonts w:cs="Arial"/>
                <w:vertAlign w:val="superscript"/>
              </w:rPr>
              <w:t>th</w:t>
            </w:r>
            <w:r w:rsidRPr="00EF2F0E">
              <w:rPr>
                <w:rFonts w:cs="Arial"/>
              </w:rPr>
              <w:t xml:space="preserve"> harmonic of the upper frequency edge of the DL operating band in GHz</w:t>
            </w:r>
          </w:p>
        </w:tc>
        <w:tc>
          <w:tcPr>
            <w:tcW w:w="2052" w:type="dxa"/>
            <w:vMerge/>
          </w:tcPr>
          <w:p w14:paraId="0984EFDB" w14:textId="77777777" w:rsidR="00F53569" w:rsidRPr="00EF2F0E" w:rsidRDefault="00F53569" w:rsidP="00F53569">
            <w:pPr>
              <w:pStyle w:val="TAC"/>
              <w:rPr>
                <w:rFonts w:cs="v5.0.0"/>
              </w:rPr>
            </w:pPr>
          </w:p>
        </w:tc>
        <w:tc>
          <w:tcPr>
            <w:tcW w:w="1440" w:type="dxa"/>
          </w:tcPr>
          <w:p w14:paraId="0984EFDC" w14:textId="77777777" w:rsidR="00F53569" w:rsidRPr="00EF2F0E" w:rsidRDefault="00F53569" w:rsidP="00F53569">
            <w:pPr>
              <w:pStyle w:val="TAC"/>
              <w:rPr>
                <w:rFonts w:cs="v5.0.0"/>
              </w:rPr>
            </w:pPr>
            <w:r w:rsidRPr="00EF2F0E">
              <w:rPr>
                <w:rFonts w:cs="v5.0.0"/>
              </w:rPr>
              <w:t>1 MHz</w:t>
            </w:r>
          </w:p>
          <w:p w14:paraId="0984EFDD" w14:textId="77777777" w:rsidR="00F53569" w:rsidRPr="00EF2F0E" w:rsidRDefault="00F53569" w:rsidP="00F53569">
            <w:pPr>
              <w:pStyle w:val="TAC"/>
              <w:rPr>
                <w:rFonts w:cs="v5.0.0"/>
              </w:rPr>
            </w:pPr>
          </w:p>
        </w:tc>
        <w:tc>
          <w:tcPr>
            <w:tcW w:w="2604" w:type="dxa"/>
          </w:tcPr>
          <w:p w14:paraId="0984EFDE" w14:textId="77777777" w:rsidR="00F53569" w:rsidRPr="00EF2F0E" w:rsidRDefault="00F53569" w:rsidP="00F53569">
            <w:pPr>
              <w:pStyle w:val="TAC"/>
              <w:rPr>
                <w:rFonts w:cs="Arial"/>
              </w:rPr>
            </w:pPr>
            <w:r w:rsidRPr="00EF2F0E">
              <w:rPr>
                <w:rFonts w:cs="Arial"/>
              </w:rPr>
              <w:t>NOTE 1, NOTE 2, NOTE 3</w:t>
            </w:r>
          </w:p>
        </w:tc>
      </w:tr>
      <w:tr w:rsidR="00B15E99" w:rsidRPr="00EF2F0E" w14:paraId="0984EFE5" w14:textId="77777777" w:rsidTr="00AB06FD">
        <w:trPr>
          <w:cantSplit/>
          <w:jc w:val="center"/>
        </w:trPr>
        <w:tc>
          <w:tcPr>
            <w:tcW w:w="8472" w:type="dxa"/>
            <w:gridSpan w:val="4"/>
          </w:tcPr>
          <w:p w14:paraId="0984EFE0" w14:textId="77777777" w:rsidR="00F53569" w:rsidRPr="00EF2F0E" w:rsidRDefault="00F53569" w:rsidP="00F53569">
            <w:pPr>
              <w:pStyle w:val="TAN"/>
              <w:rPr>
                <w:rFonts w:cs="Arial"/>
              </w:rPr>
            </w:pPr>
            <w:r w:rsidRPr="00EF2F0E">
              <w:rPr>
                <w:rFonts w:cs="Arial"/>
              </w:rPr>
              <w:t>NOTE 1:</w:t>
            </w:r>
            <w:r w:rsidRPr="00EF2F0E">
              <w:rPr>
                <w:rFonts w:cs="Arial"/>
              </w:rPr>
              <w:tab/>
            </w:r>
            <w:r w:rsidRPr="00EF2F0E">
              <w:rPr>
                <w:rFonts w:cs="Arial"/>
                <w:i/>
              </w:rPr>
              <w:t>Measurement bandwidth</w:t>
            </w:r>
            <w:r w:rsidRPr="00EF2F0E">
              <w:rPr>
                <w:rFonts w:cs="Arial"/>
              </w:rPr>
              <w:t>s as in ITU-R SM.329 [14], s4.1</w:t>
            </w:r>
          </w:p>
          <w:p w14:paraId="0984EFE1" w14:textId="77777777" w:rsidR="00F53569" w:rsidRPr="00EF2F0E" w:rsidRDefault="00F53569" w:rsidP="00F53569">
            <w:pPr>
              <w:pStyle w:val="TAN"/>
              <w:rPr>
                <w:rFonts w:cs="Arial"/>
              </w:rPr>
            </w:pPr>
            <w:r w:rsidRPr="00EF2F0E">
              <w:rPr>
                <w:rFonts w:cs="Arial"/>
              </w:rPr>
              <w:t>NOTE 2:</w:t>
            </w:r>
            <w:r w:rsidRPr="00EF2F0E">
              <w:rPr>
                <w:rFonts w:cs="Arial"/>
              </w:rPr>
              <w:tab/>
              <w:t>Upper frequency as in ITU-R SM.329 [14] , s2.5 table 1</w:t>
            </w:r>
          </w:p>
          <w:p w14:paraId="0984EFE2" w14:textId="77777777" w:rsidR="00F53569" w:rsidRPr="00EF2F0E" w:rsidRDefault="00F53569" w:rsidP="00F53569">
            <w:pPr>
              <w:pStyle w:val="TAN"/>
              <w:rPr>
                <w:rFonts w:cs="Arial"/>
              </w:rPr>
            </w:pPr>
            <w:r w:rsidRPr="00EF2F0E">
              <w:rPr>
                <w:rFonts w:cs="Arial"/>
              </w:rPr>
              <w:t>NOTE 3:</w:t>
            </w:r>
            <w:r w:rsidRPr="00EF2F0E">
              <w:rPr>
                <w:rFonts w:cs="Arial"/>
              </w:rPr>
              <w:tab/>
              <w:t>This spurious frequency range applies</w:t>
            </w:r>
            <w:r w:rsidRPr="00EF2F0E" w:rsidDel="00005173">
              <w:rPr>
                <w:rFonts w:cs="Arial"/>
              </w:rPr>
              <w:t xml:space="preserve"> </w:t>
            </w:r>
            <w:r w:rsidRPr="00EF2F0E">
              <w:rPr>
                <w:rFonts w:cs="Arial"/>
              </w:rPr>
              <w:t xml:space="preserve">only for </w:t>
            </w:r>
            <w:r w:rsidRPr="00EF2F0E">
              <w:rPr>
                <w:rFonts w:cs="Arial"/>
                <w:i/>
              </w:rPr>
              <w:t>operating bands</w:t>
            </w:r>
            <w:r w:rsidRPr="00EF2F0E">
              <w:rPr>
                <w:rFonts w:cs="Arial"/>
              </w:rPr>
              <w:t xml:space="preserve"> for which the 5</w:t>
            </w:r>
            <w:r w:rsidRPr="00EF2F0E">
              <w:rPr>
                <w:rFonts w:cs="Arial"/>
                <w:vertAlign w:val="superscript"/>
              </w:rPr>
              <w:t>th</w:t>
            </w:r>
            <w:r w:rsidRPr="00EF2F0E">
              <w:rPr>
                <w:rFonts w:cs="Arial"/>
              </w:rPr>
              <w:t xml:space="preserve"> harmonic of the upper frequency edge </w:t>
            </w:r>
            <w:r w:rsidRPr="00EF2F0E">
              <w:t xml:space="preserve">of the UL </w:t>
            </w:r>
            <w:r w:rsidRPr="00EF2F0E">
              <w:rPr>
                <w:i/>
              </w:rPr>
              <w:t>operating band</w:t>
            </w:r>
            <w:r w:rsidRPr="00EF2F0E">
              <w:rPr>
                <w:rFonts w:cs="Arial"/>
              </w:rPr>
              <w:t xml:space="preserve"> is reaching beyond 12.75 GHz.</w:t>
            </w:r>
          </w:p>
          <w:p w14:paraId="0984EFE3" w14:textId="77777777" w:rsidR="00F53569" w:rsidRPr="00EF2F0E" w:rsidRDefault="00F53569" w:rsidP="00F53569">
            <w:pPr>
              <w:pStyle w:val="TAN"/>
            </w:pPr>
            <w:r w:rsidRPr="00EF2F0E">
              <w:rPr>
                <w:rFonts w:cs="Arial"/>
              </w:rPr>
              <w:t>NOTE 4:</w:t>
            </w:r>
            <w:r w:rsidRPr="00EF2F0E">
              <w:rPr>
                <w:rFonts w:cs="Arial"/>
              </w:rPr>
              <w:tab/>
              <w:t>X = 9 dB for E-UTRA, X = 6 dB for UTRA</w:t>
            </w:r>
            <w:r w:rsidRPr="00EF2F0E">
              <w:t>, unless stated differently in regional regulation</w:t>
            </w:r>
            <w:r w:rsidRPr="00EF2F0E">
              <w:rPr>
                <w:rFonts w:cs="Arial"/>
              </w:rPr>
              <w:t>.</w:t>
            </w:r>
            <w:r w:rsidRPr="00EF2F0E">
              <w:t xml:space="preserve"> </w:t>
            </w:r>
          </w:p>
          <w:p w14:paraId="0984EFE4" w14:textId="77777777" w:rsidR="00B15E99" w:rsidRPr="00EF2F0E" w:rsidRDefault="00F53569" w:rsidP="00F53569">
            <w:pPr>
              <w:pStyle w:val="TAN"/>
              <w:rPr>
                <w:rFonts w:cs="Arial"/>
              </w:rPr>
            </w:pPr>
            <w:r w:rsidRPr="00EF2F0E">
              <w:t xml:space="preserve">NOTE 5: </w:t>
            </w:r>
            <w:r w:rsidRPr="00EF2F0E">
              <w:rPr>
                <w:rFonts w:eastAsia="??"/>
              </w:rPr>
              <w:tab/>
              <w:t>The frequency range</w:t>
            </w:r>
            <w:r w:rsidRPr="00EF2F0E">
              <w:t xml:space="preserve"> from F</w:t>
            </w:r>
            <w:r w:rsidRPr="00EF2F0E">
              <w:rPr>
                <w:vertAlign w:val="subscript"/>
              </w:rPr>
              <w:t>BW RF,DL,low</w:t>
            </w:r>
            <w:r w:rsidRPr="00EF2F0E">
              <w:t xml:space="preserve"> - Δ</w:t>
            </w:r>
            <w:r w:rsidRPr="00EF2F0E">
              <w:rPr>
                <w:vertAlign w:val="subscript"/>
              </w:rPr>
              <w:t>f</w:t>
            </w:r>
            <w:r w:rsidRPr="00EF2F0E">
              <w:rPr>
                <w:rFonts w:cs="v5.0.0"/>
                <w:vertAlign w:val="subscript"/>
              </w:rPr>
              <w:t>OBUE</w:t>
            </w:r>
            <w:r w:rsidRPr="00EF2F0E">
              <w:t xml:space="preserve"> (i.e. Δ</w:t>
            </w:r>
            <w:r w:rsidRPr="00EF2F0E">
              <w:rPr>
                <w:vertAlign w:val="subscript"/>
              </w:rPr>
              <w:t>f</w:t>
            </w:r>
            <w:r w:rsidRPr="00EF2F0E">
              <w:rPr>
                <w:rFonts w:cs="v5.0.0"/>
                <w:vertAlign w:val="subscript"/>
              </w:rPr>
              <w:t>OBUE</w:t>
            </w:r>
            <w:r w:rsidRPr="00EF2F0E">
              <w:t xml:space="preserve"> below the lowest frequency of the BS transmitter </w:t>
            </w:r>
            <w:r w:rsidRPr="00EF2F0E">
              <w:rPr>
                <w:i/>
              </w:rPr>
              <w:t>operating band</w:t>
            </w:r>
            <w:r w:rsidRPr="00EF2F0E">
              <w:t>) to F</w:t>
            </w:r>
            <w:r w:rsidRPr="00EF2F0E">
              <w:rPr>
                <w:vertAlign w:val="subscript"/>
              </w:rPr>
              <w:t>BW RF,</w:t>
            </w:r>
            <w:r w:rsidRPr="00EF2F0E" w:rsidDel="00B30193">
              <w:rPr>
                <w:vertAlign w:val="subscript"/>
              </w:rPr>
              <w:t xml:space="preserve"> </w:t>
            </w:r>
            <w:r w:rsidRPr="00EF2F0E">
              <w:rPr>
                <w:vertAlign w:val="subscript"/>
              </w:rPr>
              <w:t>DL,high</w:t>
            </w:r>
            <w:r w:rsidRPr="00EF2F0E">
              <w:t xml:space="preserve"> + Δ</w:t>
            </w:r>
            <w:r w:rsidRPr="00EF2F0E">
              <w:rPr>
                <w:vertAlign w:val="subscript"/>
              </w:rPr>
              <w:t>f</w:t>
            </w:r>
            <w:r w:rsidRPr="00EF2F0E">
              <w:rPr>
                <w:rFonts w:cs="v5.0.0"/>
                <w:vertAlign w:val="subscript"/>
              </w:rPr>
              <w:t>OBUE</w:t>
            </w:r>
            <w:r w:rsidRPr="00EF2F0E">
              <w:t xml:space="preserve"> (i.e. Δf</w:t>
            </w:r>
            <w:r w:rsidRPr="00EF2F0E">
              <w:rPr>
                <w:rFonts w:cs="v5.0.0"/>
                <w:vertAlign w:val="subscript"/>
              </w:rPr>
              <w:t>OBUE</w:t>
            </w:r>
            <w:r w:rsidRPr="00EF2F0E">
              <w:t xml:space="preserve"> above the highest frequency of the BS transmitter </w:t>
            </w:r>
            <w:r w:rsidRPr="00EF2F0E">
              <w:rPr>
                <w:i/>
              </w:rPr>
              <w:t>operating band</w:t>
            </w:r>
            <w:r w:rsidRPr="00EF2F0E">
              <w:t>) may be excluded from the requirement. Δf</w:t>
            </w:r>
            <w:r w:rsidRPr="00EF2F0E">
              <w:rPr>
                <w:rFonts w:cs="v5.0.0"/>
                <w:vertAlign w:val="subscript"/>
              </w:rPr>
              <w:t>OBUE</w:t>
            </w:r>
            <w:r w:rsidRPr="00EF2F0E">
              <w:t xml:space="preserve"> is defined in clause 6.6.1.</w:t>
            </w:r>
            <w:r w:rsidRPr="00EF2F0E">
              <w:rPr>
                <w:rFonts w:eastAsia="??" w:cs="Arial"/>
              </w:rPr>
              <w:t xml:space="preserve"> For a </w:t>
            </w:r>
            <w:r w:rsidRPr="00EF2F0E">
              <w:rPr>
                <w:rFonts w:eastAsia="??" w:cs="Arial"/>
                <w:i/>
              </w:rPr>
              <w:t>multiband RIB</w:t>
            </w:r>
            <w:r w:rsidRPr="00EF2F0E">
              <w:rPr>
                <w:rFonts w:eastAsia="??" w:cs="Arial"/>
              </w:rPr>
              <w:t>, the exclusion applies for all supported operating bands.</w:t>
            </w:r>
          </w:p>
        </w:tc>
      </w:tr>
    </w:tbl>
    <w:p w14:paraId="0984EFE6" w14:textId="77777777" w:rsidR="00B15E99" w:rsidRPr="00EF2F0E" w:rsidRDefault="00B15E99" w:rsidP="00B15E99"/>
    <w:p w14:paraId="0984EFE7" w14:textId="77777777" w:rsidR="00B15E99" w:rsidRPr="00EF2F0E" w:rsidRDefault="00B15E99" w:rsidP="00B15E99">
      <w:pPr>
        <w:pStyle w:val="Heading6"/>
      </w:pPr>
      <w:bookmarkStart w:id="4411" w:name="_Toc21096096"/>
      <w:bookmarkStart w:id="4412" w:name="_Toc29763295"/>
      <w:bookmarkStart w:id="4413" w:name="_Toc45869580"/>
      <w:bookmarkStart w:id="4414" w:name="_Toc52554833"/>
      <w:bookmarkStart w:id="4415" w:name="_Toc52555303"/>
      <w:bookmarkStart w:id="4416" w:name="_Toc61112535"/>
      <w:bookmarkStart w:id="4417" w:name="_Toc67911687"/>
      <w:bookmarkStart w:id="4418" w:name="_Toc74843162"/>
      <w:bookmarkStart w:id="4419" w:name="_Toc76503545"/>
      <w:bookmarkStart w:id="4420" w:name="_Toc83040988"/>
      <w:bookmarkStart w:id="4421" w:name="_Toc89852031"/>
      <w:bookmarkStart w:id="4422" w:name="_Toc98676385"/>
      <w:r w:rsidRPr="00EF2F0E">
        <w:t>9.7.6.2.1.2</w:t>
      </w:r>
      <w:r w:rsidRPr="00EF2F0E">
        <w:tab/>
        <w:t>Minimum requirement (Category B)</w:t>
      </w:r>
      <w:bookmarkEnd w:id="4411"/>
      <w:bookmarkEnd w:id="4412"/>
      <w:bookmarkEnd w:id="4413"/>
      <w:bookmarkEnd w:id="4414"/>
      <w:bookmarkEnd w:id="4415"/>
      <w:bookmarkEnd w:id="4416"/>
      <w:bookmarkEnd w:id="4417"/>
      <w:bookmarkEnd w:id="4418"/>
      <w:bookmarkEnd w:id="4419"/>
      <w:bookmarkEnd w:id="4420"/>
      <w:bookmarkEnd w:id="4421"/>
      <w:bookmarkEnd w:id="4422"/>
    </w:p>
    <w:p w14:paraId="0984EFE8" w14:textId="77777777" w:rsidR="00B15E99" w:rsidRPr="00EF2F0E" w:rsidRDefault="00B15E99" w:rsidP="00B15E99">
      <w:r w:rsidRPr="00EF2F0E">
        <w:t>For UTRA, the minimum requirement is specified in subclause 9.7.6.3.1.2</w:t>
      </w:r>
    </w:p>
    <w:p w14:paraId="0984EFE9" w14:textId="77777777" w:rsidR="00B15E99" w:rsidRPr="00EF2F0E" w:rsidRDefault="00B15E99" w:rsidP="00B15E99">
      <w:r w:rsidRPr="00EF2F0E">
        <w:t>For E-UTRA, the minimum requirement is specified in subclause 9.7.6.4.1.2</w:t>
      </w:r>
    </w:p>
    <w:p w14:paraId="0984EFEA" w14:textId="77777777" w:rsidR="00B15E99" w:rsidRPr="00EF2F0E" w:rsidRDefault="00B15E99" w:rsidP="00B15E99">
      <w:r w:rsidRPr="00EF2F0E">
        <w:t>For NR, the minimum requirement is specified in 3GPP TS 38.104 [27] in subclause 9.7.5.2.2.</w:t>
      </w:r>
    </w:p>
    <w:p w14:paraId="0984EFEB" w14:textId="77777777" w:rsidR="00B15E99" w:rsidRPr="00EF2F0E" w:rsidRDefault="00B15E99" w:rsidP="00B15E99">
      <w:pPr>
        <w:pStyle w:val="Heading6"/>
      </w:pPr>
      <w:bookmarkStart w:id="4423" w:name="_Toc21096097"/>
      <w:bookmarkStart w:id="4424" w:name="_Toc29763296"/>
      <w:bookmarkStart w:id="4425" w:name="_Toc45869581"/>
      <w:bookmarkStart w:id="4426" w:name="_Toc52554834"/>
      <w:bookmarkStart w:id="4427" w:name="_Toc52555304"/>
      <w:bookmarkStart w:id="4428" w:name="_Toc61112536"/>
      <w:bookmarkStart w:id="4429" w:name="_Toc67911688"/>
      <w:bookmarkStart w:id="4430" w:name="_Toc74843163"/>
      <w:bookmarkStart w:id="4431" w:name="_Toc76503546"/>
      <w:bookmarkStart w:id="4432" w:name="_Toc83040989"/>
      <w:bookmarkStart w:id="4433" w:name="_Toc89852032"/>
      <w:bookmarkStart w:id="4434" w:name="_Toc98676386"/>
      <w:r w:rsidRPr="00EF2F0E">
        <w:t>9.7.6.2.1.3</w:t>
      </w:r>
      <w:r w:rsidRPr="00EF2F0E">
        <w:tab/>
      </w:r>
      <w:r w:rsidR="00DB3F6B" w:rsidRPr="00EF2F0E">
        <w:t>(</w:t>
      </w:r>
      <w:r w:rsidRPr="00EF2F0E">
        <w:t>void)</w:t>
      </w:r>
      <w:bookmarkEnd w:id="4423"/>
      <w:bookmarkEnd w:id="4424"/>
      <w:bookmarkEnd w:id="4425"/>
      <w:bookmarkEnd w:id="4426"/>
      <w:bookmarkEnd w:id="4427"/>
      <w:bookmarkEnd w:id="4428"/>
      <w:bookmarkEnd w:id="4429"/>
      <w:bookmarkEnd w:id="4430"/>
      <w:bookmarkEnd w:id="4431"/>
      <w:bookmarkEnd w:id="4432"/>
      <w:bookmarkEnd w:id="4433"/>
      <w:bookmarkEnd w:id="4434"/>
    </w:p>
    <w:p w14:paraId="0984EFEC" w14:textId="77777777" w:rsidR="00B15E99" w:rsidRPr="00EF2F0E" w:rsidRDefault="00B15E99" w:rsidP="00B15E99">
      <w:pPr>
        <w:pStyle w:val="Heading5"/>
      </w:pPr>
      <w:bookmarkStart w:id="4435" w:name="_Toc21096098"/>
      <w:bookmarkStart w:id="4436" w:name="_Toc29763297"/>
      <w:bookmarkStart w:id="4437" w:name="_Toc45869582"/>
      <w:bookmarkStart w:id="4438" w:name="_Toc52554835"/>
      <w:bookmarkStart w:id="4439" w:name="_Toc52555305"/>
      <w:bookmarkStart w:id="4440" w:name="_Toc61112537"/>
      <w:bookmarkStart w:id="4441" w:name="_Toc67911689"/>
      <w:bookmarkStart w:id="4442" w:name="_Toc74843164"/>
      <w:bookmarkStart w:id="4443" w:name="_Toc76503547"/>
      <w:bookmarkStart w:id="4444" w:name="_Toc83040990"/>
      <w:bookmarkStart w:id="4445" w:name="_Toc89852033"/>
      <w:bookmarkStart w:id="4446" w:name="_Toc98676387"/>
      <w:r w:rsidRPr="00EF2F0E">
        <w:t>9.7.6.2.2</w:t>
      </w:r>
      <w:r w:rsidRPr="00EF2F0E">
        <w:tab/>
        <w:t>Protection of the BS receiver of own or different BS</w:t>
      </w:r>
      <w:bookmarkEnd w:id="4435"/>
      <w:bookmarkEnd w:id="4436"/>
      <w:bookmarkEnd w:id="4437"/>
      <w:bookmarkEnd w:id="4438"/>
      <w:bookmarkEnd w:id="4439"/>
      <w:bookmarkEnd w:id="4440"/>
      <w:bookmarkEnd w:id="4441"/>
      <w:bookmarkEnd w:id="4442"/>
      <w:bookmarkEnd w:id="4443"/>
      <w:bookmarkEnd w:id="4444"/>
      <w:bookmarkEnd w:id="4445"/>
      <w:bookmarkEnd w:id="4446"/>
    </w:p>
    <w:p w14:paraId="0984EFED" w14:textId="77777777" w:rsidR="00B15E99" w:rsidRPr="00EF2F0E" w:rsidRDefault="00B15E99" w:rsidP="00B15E99">
      <w:pPr>
        <w:rPr>
          <w:rFonts w:cs="v5.0.0"/>
        </w:rPr>
      </w:pPr>
      <w:r w:rsidRPr="00EF2F0E">
        <w:rPr>
          <w:rFonts w:cs="v5.0.0"/>
        </w:rPr>
        <w:t xml:space="preserve">This requirement shall be applied for FDD operation in order to prevent the receivers of own or a different BS of the same band being desensitised by emissions from a </w:t>
      </w:r>
      <w:r w:rsidRPr="00EF2F0E">
        <w:rPr>
          <w:rFonts w:cs="v5.0.0"/>
          <w:i/>
        </w:rPr>
        <w:t>OTA AAS BS</w:t>
      </w:r>
      <w:r w:rsidRPr="00EF2F0E">
        <w:rPr>
          <w:rFonts w:cs="v5.0.0"/>
        </w:rPr>
        <w:t xml:space="preserve">. </w:t>
      </w:r>
    </w:p>
    <w:p w14:paraId="0984EFEE" w14:textId="77777777" w:rsidR="00B15E99" w:rsidRPr="00EF2F0E" w:rsidRDefault="00B15E99" w:rsidP="00B15E99">
      <w:pPr>
        <w:rPr>
          <w:rFonts w:cs="v5.0.0"/>
        </w:rPr>
      </w:pPr>
      <w:r w:rsidRPr="00EF2F0E">
        <w:rPr>
          <w:rFonts w:cs="v5.0.0"/>
        </w:rPr>
        <w:t>The requirement is a co-location requirement</w:t>
      </w:r>
      <w:r w:rsidR="00791E0E" w:rsidRPr="00EF2F0E">
        <w:rPr>
          <w:rFonts w:cs="v5.0.0"/>
        </w:rPr>
        <w:t>.</w:t>
      </w:r>
      <w:r w:rsidRPr="00EF2F0E">
        <w:rPr>
          <w:rFonts w:cs="v5.0.0"/>
        </w:rPr>
        <w:t xml:space="preserve"> </w:t>
      </w:r>
      <w:r w:rsidR="00791E0E" w:rsidRPr="00EF2F0E">
        <w:rPr>
          <w:rFonts w:cs="v5.0.0"/>
        </w:rPr>
        <w:t>T</w:t>
      </w:r>
      <w:r w:rsidRPr="00EF2F0E">
        <w:rPr>
          <w:rFonts w:cs="v5.0.0"/>
        </w:rPr>
        <w:t xml:space="preserve">he power levels </w:t>
      </w:r>
      <w:r w:rsidR="00791E0E" w:rsidRPr="00EF2F0E">
        <w:rPr>
          <w:rFonts w:cs="v5.0.0"/>
        </w:rPr>
        <w:t xml:space="preserve">are </w:t>
      </w:r>
      <w:r w:rsidRPr="00EF2F0E">
        <w:rPr>
          <w:rFonts w:cs="v5.0.0"/>
        </w:rPr>
        <w:t xml:space="preserve">specified at the </w:t>
      </w:r>
      <w:r w:rsidRPr="00EF2F0E">
        <w:rPr>
          <w:rFonts w:cs="v5.0.0"/>
          <w:i/>
        </w:rPr>
        <w:t>co-location reference antenna</w:t>
      </w:r>
      <w:r w:rsidRPr="00EF2F0E">
        <w:rPr>
          <w:rFonts w:cs="v5.0.0"/>
        </w:rPr>
        <w:t xml:space="preserve"> output.</w:t>
      </w:r>
    </w:p>
    <w:p w14:paraId="0984EFEF" w14:textId="77777777" w:rsidR="00B15E99" w:rsidRPr="00EF2F0E" w:rsidRDefault="00B15E99" w:rsidP="00B15E99">
      <w:pPr>
        <w:keepNext/>
        <w:rPr>
          <w:rFonts w:cs="v5.0.0"/>
        </w:rPr>
      </w:pPr>
      <w:r w:rsidRPr="00EF2F0E">
        <w:rPr>
          <w:rFonts w:cs="v5.0.0"/>
        </w:rPr>
        <w:t xml:space="preserve">The power </w:t>
      </w:r>
      <w:r w:rsidR="00791E0E" w:rsidRPr="00EF2F0E">
        <w:rPr>
          <w:rFonts w:cs="v5.0.0"/>
        </w:rPr>
        <w:t xml:space="preserve">sum </w:t>
      </w:r>
      <w:r w:rsidRPr="00EF2F0E">
        <w:rPr>
          <w:rFonts w:cs="v5.0.0"/>
        </w:rPr>
        <w:t xml:space="preserve">of any spurious emissions </w:t>
      </w:r>
      <w:r w:rsidR="00791E0E" w:rsidRPr="00EF2F0E">
        <w:rPr>
          <w:rFonts w:cs="v5.0.0"/>
        </w:rPr>
        <w:t>is specified over all supported</w:t>
      </w:r>
      <w:r w:rsidRPr="00EF2F0E">
        <w:rPr>
          <w:rFonts w:cs="v5.0.0"/>
        </w:rPr>
        <w:t xml:space="preserve"> polarizations of the </w:t>
      </w:r>
      <w:r w:rsidRPr="00EF2F0E">
        <w:rPr>
          <w:rFonts w:cs="v5.0.0"/>
          <w:i/>
        </w:rPr>
        <w:t>co-location reference antenna</w:t>
      </w:r>
      <w:r w:rsidRPr="00EF2F0E">
        <w:rPr>
          <w:rFonts w:cs="v5.0.0"/>
        </w:rPr>
        <w:t xml:space="preserve"> </w:t>
      </w:r>
      <w:r w:rsidR="00791E0E" w:rsidRPr="00EF2F0E">
        <w:rPr>
          <w:rFonts w:cs="v5.0.0"/>
        </w:rPr>
        <w:t>and</w:t>
      </w:r>
      <w:r w:rsidRPr="00EF2F0E">
        <w:rPr>
          <w:rFonts w:cs="v5.0.0"/>
        </w:rPr>
        <w:t xml:space="preserve"> shall not exceed the limits in table 9.7.6.2.2-1 depending on the declared Base Station class and Band Category.</w:t>
      </w:r>
    </w:p>
    <w:p w14:paraId="0984EFF0" w14:textId="77777777" w:rsidR="00B15E99" w:rsidRPr="00EF2F0E" w:rsidRDefault="00B15E99" w:rsidP="00B15E99">
      <w:pPr>
        <w:pStyle w:val="TH"/>
      </w:pPr>
      <w:r w:rsidRPr="00EF2F0E">
        <w:t>Table 9.7.6.2.2-1: BS Spurious emissions limits for protection of the BS receiver</w:t>
      </w: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1846"/>
        <w:gridCol w:w="1577"/>
        <w:gridCol w:w="1276"/>
        <w:gridCol w:w="1418"/>
        <w:gridCol w:w="1956"/>
      </w:tblGrid>
      <w:tr w:rsidR="003401A4" w:rsidRPr="00EF2F0E" w14:paraId="0984EFF7" w14:textId="77777777" w:rsidTr="00AB06FD">
        <w:trPr>
          <w:cantSplit/>
          <w:jc w:val="center"/>
        </w:trPr>
        <w:tc>
          <w:tcPr>
            <w:tcW w:w="1846" w:type="dxa"/>
          </w:tcPr>
          <w:p w14:paraId="0984EFF1" w14:textId="77777777" w:rsidR="00B15E99" w:rsidRPr="00EF2F0E" w:rsidRDefault="00B15E99" w:rsidP="00AB06FD">
            <w:pPr>
              <w:pStyle w:val="TAH"/>
              <w:rPr>
                <w:rFonts w:cs="Arial"/>
              </w:rPr>
            </w:pPr>
            <w:r w:rsidRPr="00EF2F0E">
              <w:rPr>
                <w:rFonts w:cs="Arial"/>
              </w:rPr>
              <w:t>BS-class</w:t>
            </w:r>
          </w:p>
        </w:tc>
        <w:tc>
          <w:tcPr>
            <w:tcW w:w="1846" w:type="dxa"/>
          </w:tcPr>
          <w:p w14:paraId="0984EFF2" w14:textId="77777777" w:rsidR="00B15E99" w:rsidRPr="00EF2F0E" w:rsidRDefault="00B15E99" w:rsidP="00AB06FD">
            <w:pPr>
              <w:pStyle w:val="TAH"/>
              <w:rPr>
                <w:rFonts w:cs="Arial"/>
              </w:rPr>
            </w:pPr>
            <w:r w:rsidRPr="00EF2F0E">
              <w:rPr>
                <w:rFonts w:cs="Arial"/>
              </w:rPr>
              <w:t>Band category</w:t>
            </w:r>
          </w:p>
        </w:tc>
        <w:tc>
          <w:tcPr>
            <w:tcW w:w="1577" w:type="dxa"/>
          </w:tcPr>
          <w:p w14:paraId="0984EFF3" w14:textId="77777777" w:rsidR="00B15E99" w:rsidRPr="00EF2F0E" w:rsidRDefault="00B15E99" w:rsidP="00AB06FD">
            <w:pPr>
              <w:pStyle w:val="TAH"/>
              <w:rPr>
                <w:rFonts w:cs="Arial"/>
              </w:rPr>
            </w:pPr>
            <w:r w:rsidRPr="00EF2F0E">
              <w:rPr>
                <w:rFonts w:cs="Arial"/>
              </w:rPr>
              <w:t>Frequency range</w:t>
            </w:r>
          </w:p>
        </w:tc>
        <w:tc>
          <w:tcPr>
            <w:tcW w:w="1276" w:type="dxa"/>
          </w:tcPr>
          <w:p w14:paraId="0984EFF4" w14:textId="77777777" w:rsidR="00B15E99" w:rsidRPr="00EF2F0E" w:rsidRDefault="00B15E99" w:rsidP="00AB06FD">
            <w:pPr>
              <w:pStyle w:val="TAH"/>
              <w:rPr>
                <w:rFonts w:cs="Arial"/>
              </w:rPr>
            </w:pPr>
            <w:r w:rsidRPr="00EF2F0E">
              <w:rPr>
                <w:rFonts w:cs="Arial"/>
              </w:rPr>
              <w:t>Maximum Level</w:t>
            </w:r>
          </w:p>
        </w:tc>
        <w:tc>
          <w:tcPr>
            <w:tcW w:w="1418" w:type="dxa"/>
          </w:tcPr>
          <w:p w14:paraId="0984EFF5" w14:textId="77777777" w:rsidR="00B15E99" w:rsidRPr="00EF2F0E" w:rsidRDefault="00B15E99" w:rsidP="00AB06FD">
            <w:pPr>
              <w:pStyle w:val="TAH"/>
              <w:rPr>
                <w:rFonts w:cs="Arial"/>
              </w:rPr>
            </w:pPr>
            <w:r w:rsidRPr="00EF2F0E">
              <w:rPr>
                <w:rFonts w:cs="Arial"/>
              </w:rPr>
              <w:t>Measurement Bandwidth</w:t>
            </w:r>
          </w:p>
        </w:tc>
        <w:tc>
          <w:tcPr>
            <w:tcW w:w="1956" w:type="dxa"/>
          </w:tcPr>
          <w:p w14:paraId="0984EFF6" w14:textId="77777777" w:rsidR="00B15E99" w:rsidRPr="00EF2F0E" w:rsidRDefault="00B15E99" w:rsidP="00AB06FD">
            <w:pPr>
              <w:pStyle w:val="TAH"/>
              <w:rPr>
                <w:rFonts w:cs="Arial"/>
              </w:rPr>
            </w:pPr>
            <w:r w:rsidRPr="00EF2F0E">
              <w:rPr>
                <w:rFonts w:cs="Arial"/>
              </w:rPr>
              <w:t>NOTE</w:t>
            </w:r>
          </w:p>
        </w:tc>
      </w:tr>
      <w:tr w:rsidR="003401A4" w:rsidRPr="00EF2F0E" w14:paraId="0984EFFE" w14:textId="77777777" w:rsidTr="00AB06FD">
        <w:trPr>
          <w:cantSplit/>
          <w:jc w:val="center"/>
        </w:trPr>
        <w:tc>
          <w:tcPr>
            <w:tcW w:w="1846" w:type="dxa"/>
          </w:tcPr>
          <w:p w14:paraId="0984EFF8" w14:textId="77777777" w:rsidR="00B15E99" w:rsidRPr="00EF2F0E" w:rsidRDefault="00B15E99" w:rsidP="00AB06FD">
            <w:pPr>
              <w:pStyle w:val="TAC"/>
              <w:rPr>
                <w:rFonts w:cs="Arial"/>
              </w:rPr>
            </w:pPr>
            <w:r w:rsidRPr="00EF2F0E">
              <w:rPr>
                <w:rFonts w:cs="Arial"/>
              </w:rPr>
              <w:t>Wide Area BS</w:t>
            </w:r>
          </w:p>
        </w:tc>
        <w:tc>
          <w:tcPr>
            <w:tcW w:w="1846" w:type="dxa"/>
          </w:tcPr>
          <w:p w14:paraId="0984EFF9" w14:textId="77777777" w:rsidR="00B15E99" w:rsidRPr="00EF2F0E" w:rsidRDefault="00B15E99" w:rsidP="00AB06FD">
            <w:pPr>
              <w:pStyle w:val="TAC"/>
              <w:rPr>
                <w:rFonts w:cs="Arial"/>
              </w:rPr>
            </w:pPr>
            <w:r w:rsidRPr="00EF2F0E">
              <w:rPr>
                <w:rFonts w:cs="Arial"/>
              </w:rPr>
              <w:t>BC1</w:t>
            </w:r>
          </w:p>
        </w:tc>
        <w:tc>
          <w:tcPr>
            <w:tcW w:w="1577" w:type="dxa"/>
          </w:tcPr>
          <w:p w14:paraId="0984EFFA" w14:textId="77777777" w:rsidR="00B15E99" w:rsidRPr="00EF2F0E" w:rsidRDefault="00B15E99" w:rsidP="00AB06FD">
            <w:pPr>
              <w:pStyle w:val="TAC"/>
              <w:rPr>
                <w:rFonts w:cs="Arial"/>
              </w:rPr>
            </w:pPr>
            <w:r w:rsidRPr="00EF2F0E">
              <w:rPr>
                <w:rFonts w:cs="Arial"/>
              </w:rPr>
              <w:t>F</w:t>
            </w:r>
            <w:r w:rsidRPr="00EF2F0E">
              <w:rPr>
                <w:rFonts w:cs="Arial"/>
                <w:vertAlign w:val="subscript"/>
              </w:rPr>
              <w:t>UL_low</w:t>
            </w:r>
            <w:r w:rsidRPr="00EF2F0E">
              <w:rPr>
                <w:rFonts w:cs="Arial"/>
              </w:rPr>
              <w:t xml:space="preserve">  – F</w:t>
            </w:r>
            <w:r w:rsidRPr="00EF2F0E">
              <w:rPr>
                <w:rFonts w:cs="Arial"/>
                <w:vertAlign w:val="subscript"/>
              </w:rPr>
              <w:t>UL_high</w:t>
            </w:r>
          </w:p>
        </w:tc>
        <w:tc>
          <w:tcPr>
            <w:tcW w:w="1276" w:type="dxa"/>
          </w:tcPr>
          <w:p w14:paraId="0984EFFB" w14:textId="77777777" w:rsidR="00B15E99" w:rsidRPr="00EF2F0E" w:rsidRDefault="00B15E99" w:rsidP="00AB06FD">
            <w:pPr>
              <w:pStyle w:val="TAC"/>
              <w:rPr>
                <w:rFonts w:cs="Arial"/>
              </w:rPr>
            </w:pPr>
            <w:r w:rsidRPr="00EF2F0E">
              <w:rPr>
                <w:rFonts w:cs="Arial"/>
              </w:rPr>
              <w:t>-117 dBm</w:t>
            </w:r>
          </w:p>
        </w:tc>
        <w:tc>
          <w:tcPr>
            <w:tcW w:w="1418" w:type="dxa"/>
          </w:tcPr>
          <w:p w14:paraId="0984EFFC" w14:textId="77777777" w:rsidR="00B15E99" w:rsidRPr="00EF2F0E" w:rsidRDefault="00B15E99" w:rsidP="00AB06FD">
            <w:pPr>
              <w:pStyle w:val="TAC"/>
              <w:rPr>
                <w:rFonts w:cs="Arial"/>
              </w:rPr>
            </w:pPr>
            <w:r w:rsidRPr="00EF2F0E">
              <w:rPr>
                <w:rFonts w:cs="Arial"/>
              </w:rPr>
              <w:t>100 kHz</w:t>
            </w:r>
          </w:p>
        </w:tc>
        <w:tc>
          <w:tcPr>
            <w:tcW w:w="1956" w:type="dxa"/>
          </w:tcPr>
          <w:p w14:paraId="0984EFFD" w14:textId="77777777" w:rsidR="00B15E99" w:rsidRPr="00EF2F0E" w:rsidRDefault="00B15E99" w:rsidP="00AB06FD">
            <w:pPr>
              <w:pStyle w:val="TAC"/>
              <w:rPr>
                <w:rFonts w:cs="Arial"/>
              </w:rPr>
            </w:pPr>
          </w:p>
        </w:tc>
      </w:tr>
      <w:tr w:rsidR="003401A4" w:rsidRPr="00EF2F0E" w14:paraId="0984F005" w14:textId="77777777" w:rsidTr="00AB06FD">
        <w:trPr>
          <w:cantSplit/>
          <w:jc w:val="center"/>
        </w:trPr>
        <w:tc>
          <w:tcPr>
            <w:tcW w:w="1846" w:type="dxa"/>
          </w:tcPr>
          <w:p w14:paraId="0984EFFF" w14:textId="77777777" w:rsidR="00B15E99" w:rsidRPr="00EF2F0E" w:rsidRDefault="00B15E99" w:rsidP="00AB06FD">
            <w:pPr>
              <w:pStyle w:val="TAC"/>
              <w:rPr>
                <w:rFonts w:cs="Arial"/>
              </w:rPr>
            </w:pPr>
            <w:r w:rsidRPr="00EF2F0E">
              <w:rPr>
                <w:rFonts w:cs="Arial"/>
              </w:rPr>
              <w:t>Wide Area BS</w:t>
            </w:r>
          </w:p>
        </w:tc>
        <w:tc>
          <w:tcPr>
            <w:tcW w:w="1846" w:type="dxa"/>
          </w:tcPr>
          <w:p w14:paraId="0984F000" w14:textId="77777777" w:rsidR="00B15E99" w:rsidRPr="00EF2F0E" w:rsidRDefault="00B15E99" w:rsidP="00AB06FD">
            <w:pPr>
              <w:pStyle w:val="TAC"/>
              <w:rPr>
                <w:rFonts w:cs="Arial"/>
              </w:rPr>
            </w:pPr>
            <w:r w:rsidRPr="00EF2F0E">
              <w:rPr>
                <w:rFonts w:cs="Arial"/>
              </w:rPr>
              <w:t>BC2</w:t>
            </w:r>
          </w:p>
        </w:tc>
        <w:tc>
          <w:tcPr>
            <w:tcW w:w="1577" w:type="dxa"/>
          </w:tcPr>
          <w:p w14:paraId="0984F001" w14:textId="77777777" w:rsidR="00B15E99" w:rsidRPr="00EF2F0E" w:rsidRDefault="00B15E99" w:rsidP="00AB06FD">
            <w:pPr>
              <w:pStyle w:val="TAC"/>
              <w:rPr>
                <w:rFonts w:cs="Arial"/>
              </w:rPr>
            </w:pPr>
            <w:r w:rsidRPr="00EF2F0E">
              <w:rPr>
                <w:rFonts w:cs="Arial"/>
              </w:rPr>
              <w:t>F</w:t>
            </w:r>
            <w:r w:rsidRPr="00EF2F0E">
              <w:rPr>
                <w:rFonts w:cs="Arial"/>
                <w:vertAlign w:val="subscript"/>
              </w:rPr>
              <w:t>UL_low</w:t>
            </w:r>
            <w:r w:rsidRPr="00EF2F0E">
              <w:rPr>
                <w:rFonts w:cs="Arial"/>
              </w:rPr>
              <w:t xml:space="preserve">  – F</w:t>
            </w:r>
            <w:r w:rsidRPr="00EF2F0E">
              <w:rPr>
                <w:rFonts w:cs="Arial"/>
                <w:vertAlign w:val="subscript"/>
              </w:rPr>
              <w:t>UL_high</w:t>
            </w:r>
          </w:p>
        </w:tc>
        <w:tc>
          <w:tcPr>
            <w:tcW w:w="1276" w:type="dxa"/>
          </w:tcPr>
          <w:p w14:paraId="0984F002" w14:textId="77777777" w:rsidR="00B15E99" w:rsidRPr="00EF2F0E" w:rsidRDefault="00B15E99" w:rsidP="00AB06FD">
            <w:pPr>
              <w:pStyle w:val="TAC"/>
              <w:rPr>
                <w:rFonts w:cs="Arial"/>
              </w:rPr>
            </w:pPr>
            <w:r w:rsidRPr="00EF2F0E">
              <w:rPr>
                <w:rFonts w:cs="Arial"/>
              </w:rPr>
              <w:t xml:space="preserve">-119 dBm </w:t>
            </w:r>
          </w:p>
        </w:tc>
        <w:tc>
          <w:tcPr>
            <w:tcW w:w="1418" w:type="dxa"/>
          </w:tcPr>
          <w:p w14:paraId="0984F003" w14:textId="77777777" w:rsidR="00B15E99" w:rsidRPr="00EF2F0E" w:rsidRDefault="00B15E99" w:rsidP="00AB06FD">
            <w:pPr>
              <w:pStyle w:val="TAC"/>
              <w:rPr>
                <w:rFonts w:cs="Arial"/>
              </w:rPr>
            </w:pPr>
            <w:r w:rsidRPr="00EF2F0E">
              <w:rPr>
                <w:rFonts w:cs="Arial"/>
              </w:rPr>
              <w:t xml:space="preserve">100 kHz </w:t>
            </w:r>
          </w:p>
        </w:tc>
        <w:tc>
          <w:tcPr>
            <w:tcW w:w="1956" w:type="dxa"/>
          </w:tcPr>
          <w:p w14:paraId="0984F004" w14:textId="77777777" w:rsidR="00B15E99" w:rsidRPr="00EF2F0E" w:rsidRDefault="00B15E99" w:rsidP="00AB06FD">
            <w:pPr>
              <w:pStyle w:val="TAC"/>
              <w:rPr>
                <w:rFonts w:cs="Arial"/>
              </w:rPr>
            </w:pPr>
          </w:p>
        </w:tc>
      </w:tr>
      <w:tr w:rsidR="003401A4" w:rsidRPr="00EF2F0E" w14:paraId="0984F00C" w14:textId="77777777" w:rsidTr="00AB06FD">
        <w:trPr>
          <w:cantSplit/>
          <w:jc w:val="center"/>
        </w:trPr>
        <w:tc>
          <w:tcPr>
            <w:tcW w:w="1846" w:type="dxa"/>
            <w:tcBorders>
              <w:top w:val="single" w:sz="4" w:space="0" w:color="auto"/>
              <w:left w:val="single" w:sz="4" w:space="0" w:color="auto"/>
              <w:bottom w:val="single" w:sz="4" w:space="0" w:color="auto"/>
              <w:right w:val="single" w:sz="4" w:space="0" w:color="auto"/>
            </w:tcBorders>
          </w:tcPr>
          <w:p w14:paraId="0984F006" w14:textId="77777777" w:rsidR="00B15E99" w:rsidRPr="00EF2F0E" w:rsidRDefault="00B15E99" w:rsidP="00AB06FD">
            <w:pPr>
              <w:pStyle w:val="TAC"/>
              <w:rPr>
                <w:rFonts w:cs="Arial"/>
              </w:rPr>
            </w:pPr>
            <w:r w:rsidRPr="00EF2F0E">
              <w:rPr>
                <w:rFonts w:cs="Arial"/>
              </w:rPr>
              <w:t>Medium Range BS</w:t>
            </w:r>
          </w:p>
        </w:tc>
        <w:tc>
          <w:tcPr>
            <w:tcW w:w="1846" w:type="dxa"/>
            <w:tcBorders>
              <w:top w:val="single" w:sz="4" w:space="0" w:color="auto"/>
              <w:left w:val="single" w:sz="4" w:space="0" w:color="auto"/>
              <w:bottom w:val="single" w:sz="4" w:space="0" w:color="auto"/>
              <w:right w:val="single" w:sz="4" w:space="0" w:color="auto"/>
            </w:tcBorders>
          </w:tcPr>
          <w:p w14:paraId="0984F007" w14:textId="77777777" w:rsidR="00B15E99" w:rsidRPr="00EF2F0E" w:rsidRDefault="00B15E99" w:rsidP="00AB06FD">
            <w:pPr>
              <w:pStyle w:val="TAC"/>
              <w:rPr>
                <w:rFonts w:cs="Arial"/>
              </w:rPr>
            </w:pPr>
            <w:r w:rsidRPr="00EF2F0E">
              <w:rPr>
                <w:rFonts w:cs="Arial"/>
              </w:rPr>
              <w:t>BC1,BC2</w:t>
            </w:r>
          </w:p>
        </w:tc>
        <w:tc>
          <w:tcPr>
            <w:tcW w:w="1577" w:type="dxa"/>
            <w:tcBorders>
              <w:top w:val="single" w:sz="4" w:space="0" w:color="auto"/>
              <w:left w:val="single" w:sz="4" w:space="0" w:color="auto"/>
              <w:bottom w:val="single" w:sz="4" w:space="0" w:color="auto"/>
              <w:right w:val="single" w:sz="4" w:space="0" w:color="auto"/>
            </w:tcBorders>
          </w:tcPr>
          <w:p w14:paraId="0984F008" w14:textId="77777777" w:rsidR="00B15E99" w:rsidRPr="00EF2F0E" w:rsidRDefault="00B15E99" w:rsidP="00AB06FD">
            <w:pPr>
              <w:pStyle w:val="TAC"/>
              <w:rPr>
                <w:rFonts w:cs="Arial"/>
              </w:rPr>
            </w:pPr>
            <w:r w:rsidRPr="00EF2F0E">
              <w:rPr>
                <w:rFonts w:cs="Arial"/>
              </w:rPr>
              <w:t>F</w:t>
            </w:r>
            <w:r w:rsidRPr="00EF2F0E">
              <w:rPr>
                <w:rFonts w:cs="Arial"/>
                <w:vertAlign w:val="subscript"/>
              </w:rPr>
              <w:t>UL_low</w:t>
            </w:r>
            <w:r w:rsidRPr="00EF2F0E">
              <w:rPr>
                <w:rFonts w:cs="Arial"/>
              </w:rPr>
              <w:t xml:space="preserve">  – F</w:t>
            </w:r>
            <w:r w:rsidRPr="00EF2F0E">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0984F009" w14:textId="77777777" w:rsidR="00B15E99" w:rsidRPr="00EF2F0E" w:rsidRDefault="00B15E99" w:rsidP="00AB06FD">
            <w:pPr>
              <w:pStyle w:val="TAC"/>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00A" w14:textId="77777777" w:rsidR="00B15E99" w:rsidRPr="00EF2F0E" w:rsidRDefault="00B15E99" w:rsidP="00AB06FD">
            <w:pPr>
              <w:pStyle w:val="TAC"/>
              <w:rPr>
                <w:rFonts w:cs="Arial"/>
              </w:rPr>
            </w:pPr>
            <w:r w:rsidRPr="00EF2F0E">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0984F00B" w14:textId="77777777" w:rsidR="00B15E99" w:rsidRPr="00EF2F0E" w:rsidRDefault="00B15E99" w:rsidP="00AB06FD">
            <w:pPr>
              <w:pStyle w:val="TAC"/>
              <w:rPr>
                <w:rFonts w:cs="Arial"/>
              </w:rPr>
            </w:pPr>
          </w:p>
        </w:tc>
      </w:tr>
      <w:tr w:rsidR="00B15E99" w:rsidRPr="00EF2F0E" w14:paraId="0984F013" w14:textId="77777777" w:rsidTr="00AB06FD">
        <w:trPr>
          <w:cantSplit/>
          <w:jc w:val="center"/>
        </w:trPr>
        <w:tc>
          <w:tcPr>
            <w:tcW w:w="1846" w:type="dxa"/>
            <w:tcBorders>
              <w:top w:val="single" w:sz="4" w:space="0" w:color="auto"/>
              <w:left w:val="single" w:sz="4" w:space="0" w:color="auto"/>
              <w:bottom w:val="single" w:sz="4" w:space="0" w:color="auto"/>
              <w:right w:val="single" w:sz="4" w:space="0" w:color="auto"/>
            </w:tcBorders>
          </w:tcPr>
          <w:p w14:paraId="0984F00D" w14:textId="77777777" w:rsidR="00B15E99" w:rsidRPr="00EF2F0E" w:rsidRDefault="00B15E99" w:rsidP="00AB06FD">
            <w:pPr>
              <w:pStyle w:val="TAC"/>
              <w:rPr>
                <w:rFonts w:cs="Arial"/>
              </w:rPr>
            </w:pPr>
            <w:r w:rsidRPr="00EF2F0E">
              <w:rPr>
                <w:rFonts w:cs="Arial"/>
              </w:rPr>
              <w:t>Local Area BS</w:t>
            </w:r>
          </w:p>
        </w:tc>
        <w:tc>
          <w:tcPr>
            <w:tcW w:w="1846" w:type="dxa"/>
            <w:tcBorders>
              <w:top w:val="single" w:sz="4" w:space="0" w:color="auto"/>
              <w:left w:val="single" w:sz="4" w:space="0" w:color="auto"/>
              <w:bottom w:val="single" w:sz="4" w:space="0" w:color="auto"/>
              <w:right w:val="single" w:sz="4" w:space="0" w:color="auto"/>
            </w:tcBorders>
          </w:tcPr>
          <w:p w14:paraId="0984F00E" w14:textId="77777777" w:rsidR="00B15E99" w:rsidRPr="00EF2F0E" w:rsidRDefault="00B15E99" w:rsidP="00AB06FD">
            <w:pPr>
              <w:pStyle w:val="TAC"/>
              <w:rPr>
                <w:rFonts w:cs="Arial"/>
              </w:rPr>
            </w:pPr>
            <w:r w:rsidRPr="00EF2F0E">
              <w:rPr>
                <w:rFonts w:cs="Arial"/>
              </w:rPr>
              <w:t>BC1,BC2</w:t>
            </w:r>
          </w:p>
        </w:tc>
        <w:tc>
          <w:tcPr>
            <w:tcW w:w="1577" w:type="dxa"/>
            <w:tcBorders>
              <w:top w:val="single" w:sz="4" w:space="0" w:color="auto"/>
              <w:left w:val="single" w:sz="4" w:space="0" w:color="auto"/>
              <w:bottom w:val="single" w:sz="4" w:space="0" w:color="auto"/>
              <w:right w:val="single" w:sz="4" w:space="0" w:color="auto"/>
            </w:tcBorders>
          </w:tcPr>
          <w:p w14:paraId="0984F00F" w14:textId="77777777" w:rsidR="00B15E99" w:rsidRPr="00EF2F0E" w:rsidRDefault="00B15E99" w:rsidP="00AB06FD">
            <w:pPr>
              <w:pStyle w:val="TAC"/>
              <w:rPr>
                <w:rFonts w:cs="Arial"/>
              </w:rPr>
            </w:pPr>
            <w:r w:rsidRPr="00EF2F0E">
              <w:rPr>
                <w:rFonts w:cs="Arial"/>
              </w:rPr>
              <w:t>F</w:t>
            </w:r>
            <w:r w:rsidRPr="00EF2F0E">
              <w:rPr>
                <w:rFonts w:cs="Arial"/>
                <w:vertAlign w:val="subscript"/>
              </w:rPr>
              <w:t>UL_low</w:t>
            </w:r>
            <w:r w:rsidRPr="00EF2F0E">
              <w:rPr>
                <w:rFonts w:cs="Arial"/>
              </w:rPr>
              <w:t xml:space="preserve">  – F</w:t>
            </w:r>
            <w:r w:rsidRPr="00EF2F0E">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0984F010" w14:textId="77777777" w:rsidR="00B15E99" w:rsidRPr="00EF2F0E" w:rsidRDefault="00B15E99" w:rsidP="00AB06FD">
            <w:pPr>
              <w:pStyle w:val="TAC"/>
              <w:rPr>
                <w:rFonts w:cs="Arial"/>
              </w:rPr>
            </w:pPr>
            <w:r w:rsidRPr="00EF2F0E">
              <w:rPr>
                <w:rFonts w:cs="Arial"/>
              </w:rPr>
              <w:t>-109 dBm</w:t>
            </w:r>
          </w:p>
        </w:tc>
        <w:tc>
          <w:tcPr>
            <w:tcW w:w="1418" w:type="dxa"/>
            <w:tcBorders>
              <w:top w:val="single" w:sz="4" w:space="0" w:color="auto"/>
              <w:left w:val="single" w:sz="4" w:space="0" w:color="auto"/>
              <w:bottom w:val="single" w:sz="4" w:space="0" w:color="auto"/>
              <w:right w:val="single" w:sz="4" w:space="0" w:color="auto"/>
            </w:tcBorders>
          </w:tcPr>
          <w:p w14:paraId="0984F011" w14:textId="77777777" w:rsidR="00B15E99" w:rsidRPr="00EF2F0E" w:rsidRDefault="00B15E99" w:rsidP="00AB06FD">
            <w:pPr>
              <w:pStyle w:val="TAC"/>
              <w:rPr>
                <w:rFonts w:cs="Arial"/>
              </w:rPr>
            </w:pPr>
            <w:r w:rsidRPr="00EF2F0E">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0984F012" w14:textId="77777777" w:rsidR="00B15E99" w:rsidRPr="00EF2F0E" w:rsidRDefault="00B15E99" w:rsidP="00AB06FD">
            <w:pPr>
              <w:pStyle w:val="TAC"/>
              <w:rPr>
                <w:rFonts w:cs="Arial"/>
              </w:rPr>
            </w:pPr>
          </w:p>
        </w:tc>
      </w:tr>
    </w:tbl>
    <w:p w14:paraId="0984F014" w14:textId="77777777" w:rsidR="00B15E99" w:rsidRPr="00EF2F0E" w:rsidRDefault="00B15E99" w:rsidP="00B15E99"/>
    <w:p w14:paraId="0984F015" w14:textId="77777777" w:rsidR="00B15E99" w:rsidRPr="00EF2F0E" w:rsidRDefault="00B15E99" w:rsidP="00B15E99">
      <w:pPr>
        <w:pStyle w:val="Heading5"/>
      </w:pPr>
      <w:bookmarkStart w:id="4447" w:name="_Toc21096099"/>
      <w:bookmarkStart w:id="4448" w:name="_Toc29763298"/>
      <w:bookmarkStart w:id="4449" w:name="_Toc45869583"/>
      <w:bookmarkStart w:id="4450" w:name="_Toc52554836"/>
      <w:bookmarkStart w:id="4451" w:name="_Toc52555306"/>
      <w:bookmarkStart w:id="4452" w:name="_Toc61112538"/>
      <w:bookmarkStart w:id="4453" w:name="_Toc67911690"/>
      <w:bookmarkStart w:id="4454" w:name="_Toc74843165"/>
      <w:bookmarkStart w:id="4455" w:name="_Toc76503548"/>
      <w:bookmarkStart w:id="4456" w:name="_Toc83040991"/>
      <w:bookmarkStart w:id="4457" w:name="_Toc89852034"/>
      <w:bookmarkStart w:id="4458" w:name="_Toc98676388"/>
      <w:r w:rsidRPr="00EF2F0E">
        <w:t>9.7.6.2.3</w:t>
      </w:r>
      <w:r w:rsidRPr="00EF2F0E">
        <w:tab/>
        <w:t>Additional spurious emissions requirements</w:t>
      </w:r>
      <w:bookmarkEnd w:id="4447"/>
      <w:bookmarkEnd w:id="4448"/>
      <w:bookmarkEnd w:id="4449"/>
      <w:bookmarkEnd w:id="4450"/>
      <w:bookmarkEnd w:id="4451"/>
      <w:bookmarkEnd w:id="4452"/>
      <w:bookmarkEnd w:id="4453"/>
      <w:bookmarkEnd w:id="4454"/>
      <w:bookmarkEnd w:id="4455"/>
      <w:bookmarkEnd w:id="4456"/>
      <w:bookmarkEnd w:id="4457"/>
      <w:bookmarkEnd w:id="4458"/>
    </w:p>
    <w:p w14:paraId="0984F016" w14:textId="77777777" w:rsidR="00B15E99" w:rsidRPr="00EF2F0E" w:rsidRDefault="00B15E99" w:rsidP="00B15E99">
      <w:r w:rsidRPr="00EF2F0E">
        <w:t>For UTRA, the minimum requirement is specified in subclause 9.7.6.3.3</w:t>
      </w:r>
    </w:p>
    <w:p w14:paraId="0984F017" w14:textId="77777777" w:rsidR="00B15E99" w:rsidRPr="00EF2F0E" w:rsidRDefault="00B15E99" w:rsidP="00B15E99">
      <w:r w:rsidRPr="00EF2F0E">
        <w:t>For E-UTRA, the minimum requirement is specified in subclause 9.7.6.4.3</w:t>
      </w:r>
    </w:p>
    <w:p w14:paraId="0984F018" w14:textId="77777777" w:rsidR="00B15E99" w:rsidRPr="00EF2F0E" w:rsidRDefault="00B15E99" w:rsidP="00B15E99">
      <w:pPr>
        <w:rPr>
          <w:lang w:eastAsia="zh-CN"/>
        </w:rPr>
      </w:pPr>
      <w:r w:rsidRPr="00EF2F0E">
        <w:rPr>
          <w:lang w:eastAsia="zh-CN"/>
        </w:rPr>
        <w:t xml:space="preserve">For NR, the minimum requirement </w:t>
      </w:r>
      <w:r w:rsidRPr="00EF2F0E">
        <w:t xml:space="preserve">for Co-location with other base stations </w:t>
      </w:r>
      <w:r w:rsidRPr="00EF2F0E">
        <w:rPr>
          <w:lang w:eastAsia="zh-CN"/>
        </w:rPr>
        <w:t>is specified in 3GPP TS 38.104 [27] subclause 9.7.5.2.4</w:t>
      </w:r>
    </w:p>
    <w:p w14:paraId="0984F019" w14:textId="77777777" w:rsidR="00B15E99" w:rsidRPr="00EF2F0E" w:rsidRDefault="00B15E99" w:rsidP="00B15E99">
      <w:pPr>
        <w:pStyle w:val="Heading5"/>
      </w:pPr>
      <w:bookmarkStart w:id="4459" w:name="_Toc21096100"/>
      <w:bookmarkStart w:id="4460" w:name="_Toc29763299"/>
      <w:bookmarkStart w:id="4461" w:name="_Toc45869584"/>
      <w:bookmarkStart w:id="4462" w:name="_Toc52554837"/>
      <w:bookmarkStart w:id="4463" w:name="_Toc52555307"/>
      <w:bookmarkStart w:id="4464" w:name="_Toc61112539"/>
      <w:bookmarkStart w:id="4465" w:name="_Toc67911691"/>
      <w:bookmarkStart w:id="4466" w:name="_Toc74843166"/>
      <w:bookmarkStart w:id="4467" w:name="_Toc76503549"/>
      <w:bookmarkStart w:id="4468" w:name="_Toc83040992"/>
      <w:bookmarkStart w:id="4469" w:name="_Toc89852035"/>
      <w:bookmarkStart w:id="4470" w:name="_Toc98676389"/>
      <w:r w:rsidRPr="00EF2F0E">
        <w:t>9.7.6.2.4</w:t>
      </w:r>
      <w:r w:rsidR="006E5225" w:rsidRPr="00EF2F0E">
        <w:tab/>
      </w:r>
      <w:r w:rsidRPr="00EF2F0E">
        <w:t>Co-location with other base stations</w:t>
      </w:r>
      <w:bookmarkEnd w:id="4459"/>
      <w:bookmarkEnd w:id="4460"/>
      <w:bookmarkEnd w:id="4461"/>
      <w:bookmarkEnd w:id="4462"/>
      <w:bookmarkEnd w:id="4463"/>
      <w:bookmarkEnd w:id="4464"/>
      <w:bookmarkEnd w:id="4465"/>
      <w:bookmarkEnd w:id="4466"/>
      <w:bookmarkEnd w:id="4467"/>
      <w:bookmarkEnd w:id="4468"/>
      <w:bookmarkEnd w:id="4469"/>
      <w:bookmarkEnd w:id="4470"/>
    </w:p>
    <w:p w14:paraId="0984F01A" w14:textId="77777777" w:rsidR="00B15E99" w:rsidRPr="00EF2F0E" w:rsidRDefault="00B15E99" w:rsidP="00B15E99">
      <w:r w:rsidRPr="00EF2F0E">
        <w:t>For UTRA, the minimum requirement for Co-location with other base stations is specified in subclause 9.7.6.3.4</w:t>
      </w:r>
    </w:p>
    <w:p w14:paraId="0984F01B" w14:textId="77777777" w:rsidR="00B15E99" w:rsidRPr="00EF2F0E" w:rsidRDefault="00B15E99" w:rsidP="00B15E99">
      <w:r w:rsidRPr="00EF2F0E">
        <w:t>For E-UTRA, the minimum requirement for Co-location with other base stations is specified in subclause 9.7.6.4.4</w:t>
      </w:r>
    </w:p>
    <w:p w14:paraId="0984F01C" w14:textId="77777777" w:rsidR="00B15E99" w:rsidRPr="00EF2F0E" w:rsidRDefault="00B15E99" w:rsidP="00B15E99">
      <w:pPr>
        <w:rPr>
          <w:lang w:eastAsia="zh-CN"/>
        </w:rPr>
      </w:pPr>
      <w:r w:rsidRPr="00EF2F0E">
        <w:rPr>
          <w:lang w:eastAsia="zh-CN"/>
        </w:rPr>
        <w:t xml:space="preserve">For NR, the minimum requirement </w:t>
      </w:r>
      <w:r w:rsidRPr="00EF2F0E">
        <w:t xml:space="preserve">for Co-location with other base stations </w:t>
      </w:r>
      <w:r w:rsidRPr="00EF2F0E">
        <w:rPr>
          <w:lang w:eastAsia="zh-CN"/>
        </w:rPr>
        <w:t>is specified in 3GPP TS 38.104 [27] subclause 9.7.5.2.5</w:t>
      </w:r>
    </w:p>
    <w:p w14:paraId="0984F01D" w14:textId="77777777" w:rsidR="00B15E99" w:rsidRPr="00EF2F0E" w:rsidRDefault="00B15E99" w:rsidP="00B15E99">
      <w:pPr>
        <w:pStyle w:val="Heading4"/>
      </w:pPr>
      <w:bookmarkStart w:id="4471" w:name="_Toc21096101"/>
      <w:bookmarkStart w:id="4472" w:name="_Toc29763300"/>
      <w:bookmarkStart w:id="4473" w:name="_Toc45869585"/>
      <w:bookmarkStart w:id="4474" w:name="_Toc52554838"/>
      <w:bookmarkStart w:id="4475" w:name="_Toc52555308"/>
      <w:bookmarkStart w:id="4476" w:name="_Toc61112540"/>
      <w:bookmarkStart w:id="4477" w:name="_Toc67911692"/>
      <w:bookmarkStart w:id="4478" w:name="_Toc74843167"/>
      <w:bookmarkStart w:id="4479" w:name="_Toc76503550"/>
      <w:bookmarkStart w:id="4480" w:name="_Toc83040993"/>
      <w:bookmarkStart w:id="4481" w:name="_Toc89852036"/>
      <w:bookmarkStart w:id="4482" w:name="_Toc98676390"/>
      <w:r w:rsidRPr="00EF2F0E">
        <w:t>9.7.6.3</w:t>
      </w:r>
      <w:r w:rsidRPr="00EF2F0E">
        <w:tab/>
        <w:t>Minimum requirement for single RAT UTRA operation</w:t>
      </w:r>
      <w:bookmarkEnd w:id="4471"/>
      <w:bookmarkEnd w:id="4472"/>
      <w:bookmarkEnd w:id="4473"/>
      <w:bookmarkEnd w:id="4474"/>
      <w:bookmarkEnd w:id="4475"/>
      <w:bookmarkEnd w:id="4476"/>
      <w:bookmarkEnd w:id="4477"/>
      <w:bookmarkEnd w:id="4478"/>
      <w:bookmarkEnd w:id="4479"/>
      <w:bookmarkEnd w:id="4480"/>
      <w:bookmarkEnd w:id="4481"/>
      <w:bookmarkEnd w:id="4482"/>
    </w:p>
    <w:p w14:paraId="0984F01E" w14:textId="77777777" w:rsidR="00B15E99" w:rsidRPr="00EF2F0E" w:rsidRDefault="00B15E99" w:rsidP="00B15E99">
      <w:pPr>
        <w:pStyle w:val="Heading5"/>
      </w:pPr>
      <w:bookmarkStart w:id="4483" w:name="_Toc21096102"/>
      <w:bookmarkStart w:id="4484" w:name="_Toc29763301"/>
      <w:bookmarkStart w:id="4485" w:name="_Toc45869586"/>
      <w:bookmarkStart w:id="4486" w:name="_Toc52554839"/>
      <w:bookmarkStart w:id="4487" w:name="_Toc52555309"/>
      <w:bookmarkStart w:id="4488" w:name="_Toc61112541"/>
      <w:bookmarkStart w:id="4489" w:name="_Toc67911693"/>
      <w:bookmarkStart w:id="4490" w:name="_Toc74843168"/>
      <w:bookmarkStart w:id="4491" w:name="_Toc76503551"/>
      <w:bookmarkStart w:id="4492" w:name="_Toc83040994"/>
      <w:bookmarkStart w:id="4493" w:name="_Toc89852037"/>
      <w:bookmarkStart w:id="4494" w:name="_Toc98676391"/>
      <w:r w:rsidRPr="00EF2F0E">
        <w:t>9.7.6.3.1</w:t>
      </w:r>
      <w:r w:rsidRPr="00EF2F0E">
        <w:tab/>
        <w:t>Mandatory Requirements</w:t>
      </w:r>
      <w:bookmarkEnd w:id="4483"/>
      <w:bookmarkEnd w:id="4484"/>
      <w:bookmarkEnd w:id="4485"/>
      <w:bookmarkEnd w:id="4486"/>
      <w:bookmarkEnd w:id="4487"/>
      <w:bookmarkEnd w:id="4488"/>
      <w:bookmarkEnd w:id="4489"/>
      <w:bookmarkEnd w:id="4490"/>
      <w:bookmarkEnd w:id="4491"/>
      <w:bookmarkEnd w:id="4492"/>
      <w:bookmarkEnd w:id="4493"/>
      <w:bookmarkEnd w:id="4494"/>
    </w:p>
    <w:p w14:paraId="0984F01F" w14:textId="77777777" w:rsidR="00B15E99" w:rsidRPr="00EF2F0E" w:rsidRDefault="00B15E99" w:rsidP="00B15E99">
      <w:pPr>
        <w:pStyle w:val="Heading6"/>
      </w:pPr>
      <w:bookmarkStart w:id="4495" w:name="_Toc21096103"/>
      <w:bookmarkStart w:id="4496" w:name="_Toc29763302"/>
      <w:bookmarkStart w:id="4497" w:name="_Toc45869587"/>
      <w:bookmarkStart w:id="4498" w:name="_Toc52554840"/>
      <w:bookmarkStart w:id="4499" w:name="_Toc52555310"/>
      <w:bookmarkStart w:id="4500" w:name="_Toc61112542"/>
      <w:bookmarkStart w:id="4501" w:name="_Toc67911694"/>
      <w:bookmarkStart w:id="4502" w:name="_Toc74843169"/>
      <w:bookmarkStart w:id="4503" w:name="_Toc76503552"/>
      <w:bookmarkStart w:id="4504" w:name="_Toc83040995"/>
      <w:bookmarkStart w:id="4505" w:name="_Toc89852038"/>
      <w:bookmarkStart w:id="4506" w:name="_Toc98676392"/>
      <w:r w:rsidRPr="00EF2F0E">
        <w:t>9.7.6.3.1.1</w:t>
      </w:r>
      <w:r w:rsidRPr="00EF2F0E">
        <w:tab/>
        <w:t>Minimum requirement (Category A)</w:t>
      </w:r>
      <w:bookmarkEnd w:id="4495"/>
      <w:bookmarkEnd w:id="4496"/>
      <w:bookmarkEnd w:id="4497"/>
      <w:bookmarkEnd w:id="4498"/>
      <w:bookmarkEnd w:id="4499"/>
      <w:bookmarkEnd w:id="4500"/>
      <w:bookmarkEnd w:id="4501"/>
      <w:bookmarkEnd w:id="4502"/>
      <w:bookmarkEnd w:id="4503"/>
      <w:bookmarkEnd w:id="4504"/>
      <w:bookmarkEnd w:id="4505"/>
      <w:bookmarkEnd w:id="4506"/>
    </w:p>
    <w:p w14:paraId="0984F020" w14:textId="77777777" w:rsidR="00B15E99" w:rsidRPr="00EF2F0E" w:rsidRDefault="00B15E99" w:rsidP="00B15E99">
      <w:pPr>
        <w:rPr>
          <w:rFonts w:cs="v5.0.0"/>
        </w:rPr>
      </w:pPr>
      <w:r w:rsidRPr="00EF2F0E">
        <w:rPr>
          <w:lang w:eastAsia="zh-CN"/>
        </w:rPr>
        <w:t>The minimum requirement for single RAT UTRA BS is the same as that defined for an MSR BS in subclause 9.7.6.2.1.1.</w:t>
      </w:r>
    </w:p>
    <w:p w14:paraId="0984F021" w14:textId="77777777" w:rsidR="00B15E99" w:rsidRPr="00EF2F0E" w:rsidRDefault="00B15E99" w:rsidP="00B15E99">
      <w:pPr>
        <w:pStyle w:val="Heading6"/>
      </w:pPr>
      <w:bookmarkStart w:id="4507" w:name="_Toc21096104"/>
      <w:bookmarkStart w:id="4508" w:name="_Toc29763303"/>
      <w:bookmarkStart w:id="4509" w:name="_Toc45869588"/>
      <w:bookmarkStart w:id="4510" w:name="_Toc52554841"/>
      <w:bookmarkStart w:id="4511" w:name="_Toc52555311"/>
      <w:bookmarkStart w:id="4512" w:name="_Toc61112543"/>
      <w:bookmarkStart w:id="4513" w:name="_Toc67911695"/>
      <w:bookmarkStart w:id="4514" w:name="_Toc74843170"/>
      <w:bookmarkStart w:id="4515" w:name="_Toc76503553"/>
      <w:bookmarkStart w:id="4516" w:name="_Toc83040996"/>
      <w:bookmarkStart w:id="4517" w:name="_Toc89852039"/>
      <w:bookmarkStart w:id="4518" w:name="_Toc98676393"/>
      <w:r w:rsidRPr="00EF2F0E">
        <w:t>9.7.6.3.1.2</w:t>
      </w:r>
      <w:r w:rsidRPr="00EF2F0E">
        <w:tab/>
        <w:t>Minimum requirement (Category B)</w:t>
      </w:r>
      <w:bookmarkEnd w:id="4507"/>
      <w:bookmarkEnd w:id="4508"/>
      <w:bookmarkEnd w:id="4509"/>
      <w:bookmarkEnd w:id="4510"/>
      <w:bookmarkEnd w:id="4511"/>
      <w:bookmarkEnd w:id="4512"/>
      <w:bookmarkEnd w:id="4513"/>
      <w:bookmarkEnd w:id="4514"/>
      <w:bookmarkEnd w:id="4515"/>
      <w:bookmarkEnd w:id="4516"/>
      <w:bookmarkEnd w:id="4517"/>
      <w:bookmarkEnd w:id="4518"/>
    </w:p>
    <w:p w14:paraId="0984F022" w14:textId="77777777" w:rsidR="00B15E99" w:rsidRPr="00EF2F0E" w:rsidRDefault="00B15E99" w:rsidP="00B15E99">
      <w:pPr>
        <w:rPr>
          <w:rFonts w:cs="v5.0.0"/>
        </w:rPr>
      </w:pPr>
      <w:r w:rsidRPr="00EF2F0E">
        <w:rPr>
          <w:rFonts w:cs="v5.0.0"/>
        </w:rPr>
        <w:t>The following limits shall be met in cases where Category B limits for spurious emissions, as defined in ITU-R Recommendation SM.329 [17], are applied.</w:t>
      </w:r>
    </w:p>
    <w:p w14:paraId="0984F023" w14:textId="77777777" w:rsidR="00B15E99" w:rsidRPr="00EF2F0E" w:rsidRDefault="00B15E99" w:rsidP="00B15E99">
      <w:r w:rsidRPr="00EF2F0E">
        <w:t>The TRP of any spurious emission shall not exceed the limits in table 9.7.6.2.1.1-2</w:t>
      </w:r>
    </w:p>
    <w:p w14:paraId="0984F024" w14:textId="77777777" w:rsidR="00B15E99" w:rsidRPr="00EF2F0E" w:rsidRDefault="00B15E99" w:rsidP="00B15E99">
      <w:pPr>
        <w:pStyle w:val="TH"/>
      </w:pPr>
      <w:r w:rsidRPr="00EF2F0E">
        <w:t xml:space="preserve">Table 9.7.6.3.1.2-1: </w:t>
      </w:r>
      <w:r w:rsidRPr="00EF2F0E">
        <w:rPr>
          <w:i/>
        </w:rPr>
        <w:t>OTA AAS BS</w:t>
      </w:r>
      <w:r w:rsidRPr="00EF2F0E">
        <w:t xml:space="preserve"> Mandatory spurious emissions limits, operating band I, II, III, IV, VII, X</w:t>
      </w:r>
      <w:r w:rsidRPr="00EF2F0E">
        <w:rPr>
          <w:lang w:eastAsia="zh-CN"/>
        </w:rPr>
        <w:t>, XXII, XXV, XXXII</w:t>
      </w:r>
      <w:r w:rsidRPr="00EF2F0E">
        <w:t xml:space="preserve">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3401A4" w:rsidRPr="00EF2F0E" w14:paraId="0984F029" w14:textId="77777777" w:rsidTr="00AB06FD">
        <w:trPr>
          <w:cantSplit/>
          <w:jc w:val="center"/>
        </w:trPr>
        <w:tc>
          <w:tcPr>
            <w:tcW w:w="2976" w:type="dxa"/>
          </w:tcPr>
          <w:p w14:paraId="0984F025" w14:textId="77777777" w:rsidR="00B15E99" w:rsidRPr="00EF2F0E" w:rsidRDefault="00B15E99" w:rsidP="00AB06FD">
            <w:pPr>
              <w:pStyle w:val="TAH"/>
              <w:rPr>
                <w:rFonts w:cs="Arial"/>
              </w:rPr>
            </w:pPr>
            <w:r w:rsidRPr="00EF2F0E">
              <w:rPr>
                <w:rFonts w:cs="Arial"/>
              </w:rPr>
              <w:t>Band</w:t>
            </w:r>
          </w:p>
        </w:tc>
        <w:tc>
          <w:tcPr>
            <w:tcW w:w="1276" w:type="dxa"/>
          </w:tcPr>
          <w:p w14:paraId="0984F026" w14:textId="77777777" w:rsidR="00B15E99" w:rsidRPr="00EF2F0E" w:rsidRDefault="00B15E99" w:rsidP="00AB06FD">
            <w:pPr>
              <w:pStyle w:val="TAH"/>
              <w:rPr>
                <w:rFonts w:cs="Arial"/>
              </w:rPr>
            </w:pPr>
            <w:r w:rsidRPr="00EF2F0E">
              <w:rPr>
                <w:rFonts w:cs="Arial"/>
              </w:rPr>
              <w:t>Maximum Level</w:t>
            </w:r>
            <w:r w:rsidR="00AF2B07" w:rsidRPr="00EF2F0E">
              <w:rPr>
                <w:rFonts w:cs="Arial"/>
              </w:rPr>
              <w:br/>
              <w:t>(Note 5)</w:t>
            </w:r>
          </w:p>
        </w:tc>
        <w:tc>
          <w:tcPr>
            <w:tcW w:w="1418" w:type="dxa"/>
          </w:tcPr>
          <w:p w14:paraId="0984F027" w14:textId="77777777" w:rsidR="00B15E99" w:rsidRPr="00EF2F0E" w:rsidRDefault="00B15E99" w:rsidP="00AB06FD">
            <w:pPr>
              <w:pStyle w:val="TAH"/>
              <w:rPr>
                <w:rFonts w:cs="Arial"/>
              </w:rPr>
            </w:pPr>
            <w:r w:rsidRPr="00EF2F0E">
              <w:rPr>
                <w:rFonts w:cs="Arial"/>
              </w:rPr>
              <w:t>Measurement Bandwidth</w:t>
            </w:r>
          </w:p>
        </w:tc>
        <w:tc>
          <w:tcPr>
            <w:tcW w:w="2519" w:type="dxa"/>
          </w:tcPr>
          <w:p w14:paraId="0984F028" w14:textId="77777777" w:rsidR="00B15E99" w:rsidRPr="00EF2F0E" w:rsidRDefault="00B15E99" w:rsidP="00AB06FD">
            <w:pPr>
              <w:pStyle w:val="TAH"/>
              <w:rPr>
                <w:rFonts w:cs="Arial"/>
              </w:rPr>
            </w:pPr>
            <w:r w:rsidRPr="00EF2F0E">
              <w:rPr>
                <w:rFonts w:cs="Arial"/>
                <w:i/>
              </w:rPr>
              <w:t>Notes</w:t>
            </w:r>
          </w:p>
        </w:tc>
      </w:tr>
      <w:tr w:rsidR="003401A4" w:rsidRPr="00EF2F0E" w14:paraId="0984F02E" w14:textId="77777777" w:rsidTr="00AB06FD">
        <w:trPr>
          <w:cantSplit/>
          <w:jc w:val="center"/>
        </w:trPr>
        <w:tc>
          <w:tcPr>
            <w:tcW w:w="2976" w:type="dxa"/>
          </w:tcPr>
          <w:p w14:paraId="0984F02A" w14:textId="77777777" w:rsidR="00B15E99" w:rsidRPr="00EF2F0E" w:rsidRDefault="00B15E99" w:rsidP="00AB06FD">
            <w:pPr>
              <w:pStyle w:val="TAC"/>
              <w:rPr>
                <w:rFonts w:cs="Arial"/>
              </w:rPr>
            </w:pPr>
            <w:r w:rsidRPr="00EF2F0E">
              <w:rPr>
                <w:rFonts w:cs="Arial"/>
              </w:rPr>
              <w:t xml:space="preserve">30 MHz </w:t>
            </w:r>
            <w:r w:rsidRPr="00EF2F0E">
              <w:rPr>
                <w:rFonts w:cs="Arial"/>
              </w:rPr>
              <w:sym w:font="Symbol" w:char="F0AB"/>
            </w:r>
            <w:r w:rsidRPr="00EF2F0E">
              <w:rPr>
                <w:rFonts w:cs="Arial"/>
              </w:rPr>
              <w:t xml:space="preserve"> 1 GHz</w:t>
            </w:r>
          </w:p>
        </w:tc>
        <w:tc>
          <w:tcPr>
            <w:tcW w:w="1276" w:type="dxa"/>
          </w:tcPr>
          <w:p w14:paraId="0984F02B" w14:textId="77777777" w:rsidR="00B15E99" w:rsidRPr="00EF2F0E" w:rsidRDefault="00AF2B07" w:rsidP="00AB06FD">
            <w:pPr>
              <w:pStyle w:val="TAC"/>
              <w:rPr>
                <w:rFonts w:cs="Arial"/>
              </w:rPr>
            </w:pPr>
            <w:r w:rsidRPr="00EF2F0E">
              <w:rPr>
                <w:rFonts w:cs="Arial"/>
              </w:rPr>
              <w:t>-36 + X</w:t>
            </w:r>
            <w:r w:rsidR="00B15E99" w:rsidRPr="00EF2F0E">
              <w:rPr>
                <w:rFonts w:cs="Arial"/>
              </w:rPr>
              <w:t xml:space="preserve"> dBm</w:t>
            </w:r>
          </w:p>
        </w:tc>
        <w:tc>
          <w:tcPr>
            <w:tcW w:w="1418" w:type="dxa"/>
          </w:tcPr>
          <w:p w14:paraId="0984F02C" w14:textId="77777777" w:rsidR="00B15E99" w:rsidRPr="00EF2F0E" w:rsidRDefault="00B15E99" w:rsidP="00AB06FD">
            <w:pPr>
              <w:pStyle w:val="TAC"/>
              <w:rPr>
                <w:rFonts w:cs="Arial"/>
              </w:rPr>
            </w:pPr>
            <w:r w:rsidRPr="00EF2F0E">
              <w:rPr>
                <w:rFonts w:cs="Arial"/>
              </w:rPr>
              <w:t>100 kHz</w:t>
            </w:r>
          </w:p>
        </w:tc>
        <w:tc>
          <w:tcPr>
            <w:tcW w:w="2519" w:type="dxa"/>
          </w:tcPr>
          <w:p w14:paraId="0984F02D" w14:textId="77777777" w:rsidR="00B15E99" w:rsidRPr="00EF2F0E" w:rsidRDefault="00B15E99" w:rsidP="00AB06FD">
            <w:pPr>
              <w:pStyle w:val="TAC"/>
              <w:rPr>
                <w:rFonts w:cs="Arial"/>
              </w:rPr>
            </w:pPr>
            <w:r w:rsidRPr="00EF2F0E">
              <w:rPr>
                <w:rFonts w:cs="Arial"/>
              </w:rPr>
              <w:t>NOTE 1</w:t>
            </w:r>
          </w:p>
        </w:tc>
      </w:tr>
      <w:tr w:rsidR="003401A4" w:rsidRPr="00EF2F0E" w14:paraId="0984F033" w14:textId="77777777" w:rsidTr="00AB06FD">
        <w:trPr>
          <w:cantSplit/>
          <w:jc w:val="center"/>
        </w:trPr>
        <w:tc>
          <w:tcPr>
            <w:tcW w:w="2976" w:type="dxa"/>
          </w:tcPr>
          <w:p w14:paraId="0984F02F" w14:textId="77777777" w:rsidR="00B15E99" w:rsidRPr="00EF2F0E" w:rsidRDefault="00B15E99" w:rsidP="00AB06FD">
            <w:pPr>
              <w:pStyle w:val="TAC"/>
              <w:rPr>
                <w:rFonts w:cs="Arial"/>
              </w:rPr>
            </w:pPr>
            <w:r w:rsidRPr="00EF2F0E">
              <w:rPr>
                <w:rFonts w:cs="Arial"/>
              </w:rPr>
              <w:t xml:space="preserve">1 GHz </w:t>
            </w:r>
            <w:r w:rsidRPr="00EF2F0E">
              <w:rPr>
                <w:rFonts w:cs="Arial"/>
              </w:rPr>
              <w:sym w:font="Symbol" w:char="F0AB"/>
            </w:r>
            <w:r w:rsidRPr="00EF2F0E">
              <w:rPr>
                <w:rFonts w:cs="Arial"/>
              </w:rPr>
              <w:t xml:space="preserve"> F</w:t>
            </w:r>
            <w:r w:rsidRPr="00EF2F0E">
              <w:rPr>
                <w:rFonts w:cs="Arial"/>
                <w:vertAlign w:val="subscript"/>
              </w:rPr>
              <w:t>low</w:t>
            </w:r>
            <w:r w:rsidRPr="00EF2F0E">
              <w:rPr>
                <w:rFonts w:cs="Arial"/>
              </w:rPr>
              <w:t xml:space="preserve"> - 10 MHz </w:t>
            </w:r>
          </w:p>
        </w:tc>
        <w:tc>
          <w:tcPr>
            <w:tcW w:w="1276" w:type="dxa"/>
          </w:tcPr>
          <w:p w14:paraId="0984F030" w14:textId="77777777" w:rsidR="00B15E99" w:rsidRPr="00EF2F0E" w:rsidRDefault="00AF2B07" w:rsidP="00AB06FD">
            <w:pPr>
              <w:pStyle w:val="TAC"/>
              <w:rPr>
                <w:rFonts w:cs="Arial"/>
              </w:rPr>
            </w:pPr>
            <w:r w:rsidRPr="00EF2F0E">
              <w:rPr>
                <w:rFonts w:cs="Arial"/>
              </w:rPr>
              <w:t>-30 + X</w:t>
            </w:r>
            <w:r w:rsidR="00B15E99" w:rsidRPr="00EF2F0E">
              <w:rPr>
                <w:rFonts w:cs="Arial"/>
              </w:rPr>
              <w:t xml:space="preserve"> dBm</w:t>
            </w:r>
          </w:p>
        </w:tc>
        <w:tc>
          <w:tcPr>
            <w:tcW w:w="1418" w:type="dxa"/>
          </w:tcPr>
          <w:p w14:paraId="0984F031" w14:textId="77777777" w:rsidR="00B15E99" w:rsidRPr="00EF2F0E" w:rsidRDefault="00B15E99" w:rsidP="00AB06FD">
            <w:pPr>
              <w:pStyle w:val="TAC"/>
              <w:rPr>
                <w:rFonts w:cs="Arial"/>
              </w:rPr>
            </w:pPr>
            <w:r w:rsidRPr="00EF2F0E">
              <w:rPr>
                <w:rFonts w:cs="Arial"/>
              </w:rPr>
              <w:t>1 MHz</w:t>
            </w:r>
          </w:p>
        </w:tc>
        <w:tc>
          <w:tcPr>
            <w:tcW w:w="2519" w:type="dxa"/>
          </w:tcPr>
          <w:p w14:paraId="0984F032" w14:textId="77777777" w:rsidR="00B15E99" w:rsidRPr="00EF2F0E" w:rsidRDefault="00B15E99" w:rsidP="00AB06FD">
            <w:pPr>
              <w:pStyle w:val="TAC"/>
              <w:rPr>
                <w:rFonts w:cs="Arial"/>
              </w:rPr>
            </w:pPr>
            <w:r w:rsidRPr="00EF2F0E">
              <w:rPr>
                <w:rFonts w:cs="Arial"/>
              </w:rPr>
              <w:t>NOTE 1</w:t>
            </w:r>
          </w:p>
        </w:tc>
      </w:tr>
      <w:tr w:rsidR="003401A4" w:rsidRPr="00EF2F0E" w14:paraId="0984F038" w14:textId="77777777" w:rsidTr="00AB06FD">
        <w:trPr>
          <w:cantSplit/>
          <w:jc w:val="center"/>
        </w:trPr>
        <w:tc>
          <w:tcPr>
            <w:tcW w:w="2976" w:type="dxa"/>
          </w:tcPr>
          <w:p w14:paraId="0984F034" w14:textId="77777777" w:rsidR="00B15E99" w:rsidRPr="00EF2F0E" w:rsidRDefault="00B15E99" w:rsidP="00AB06FD">
            <w:pPr>
              <w:pStyle w:val="TAC"/>
              <w:rPr>
                <w:rFonts w:cs="Arial"/>
              </w:rPr>
            </w:pPr>
            <w:r w:rsidRPr="00EF2F0E">
              <w:rPr>
                <w:rFonts w:cs="Arial"/>
              </w:rPr>
              <w:t>F</w:t>
            </w:r>
            <w:r w:rsidRPr="00EF2F0E">
              <w:rPr>
                <w:rFonts w:cs="Arial"/>
                <w:vertAlign w:val="subscript"/>
              </w:rPr>
              <w:t>low</w:t>
            </w:r>
            <w:r w:rsidRPr="00EF2F0E">
              <w:rPr>
                <w:rFonts w:cs="Arial"/>
              </w:rPr>
              <w:t xml:space="preserve"> - 10 MHz </w:t>
            </w:r>
            <w:r w:rsidRPr="00EF2F0E">
              <w:rPr>
                <w:rFonts w:cs="Arial"/>
              </w:rPr>
              <w:sym w:font="Symbol" w:char="F0AB"/>
            </w:r>
            <w:r w:rsidRPr="00EF2F0E">
              <w:rPr>
                <w:rFonts w:cs="Arial"/>
              </w:rPr>
              <w:t xml:space="preserve"> F</w:t>
            </w:r>
            <w:r w:rsidRPr="00EF2F0E">
              <w:rPr>
                <w:rFonts w:cs="Arial"/>
                <w:vertAlign w:val="subscript"/>
              </w:rPr>
              <w:t>high</w:t>
            </w:r>
            <w:r w:rsidRPr="00EF2F0E">
              <w:rPr>
                <w:rFonts w:cs="Arial"/>
              </w:rPr>
              <w:t xml:space="preserve"> + 10 MHz</w:t>
            </w:r>
          </w:p>
        </w:tc>
        <w:tc>
          <w:tcPr>
            <w:tcW w:w="1276" w:type="dxa"/>
          </w:tcPr>
          <w:p w14:paraId="0984F035" w14:textId="77777777" w:rsidR="00B15E99" w:rsidRPr="00EF2F0E" w:rsidRDefault="00AF2B07" w:rsidP="00AB06FD">
            <w:pPr>
              <w:pStyle w:val="TAC"/>
              <w:rPr>
                <w:rFonts w:cs="Arial"/>
              </w:rPr>
            </w:pPr>
            <w:r w:rsidRPr="00EF2F0E">
              <w:rPr>
                <w:rFonts w:cs="Arial"/>
              </w:rPr>
              <w:t>-15 + X</w:t>
            </w:r>
            <w:r w:rsidR="00B15E99" w:rsidRPr="00EF2F0E">
              <w:rPr>
                <w:rFonts w:cs="Arial"/>
              </w:rPr>
              <w:t xml:space="preserve"> dBm</w:t>
            </w:r>
          </w:p>
        </w:tc>
        <w:tc>
          <w:tcPr>
            <w:tcW w:w="1418" w:type="dxa"/>
          </w:tcPr>
          <w:p w14:paraId="0984F036" w14:textId="77777777" w:rsidR="00B15E99" w:rsidRPr="00EF2F0E" w:rsidRDefault="00B15E99" w:rsidP="00AB06FD">
            <w:pPr>
              <w:pStyle w:val="TAC"/>
              <w:rPr>
                <w:rFonts w:cs="Arial"/>
              </w:rPr>
            </w:pPr>
            <w:r w:rsidRPr="00EF2F0E">
              <w:rPr>
                <w:rFonts w:cs="Arial"/>
              </w:rPr>
              <w:t>1 MHz</w:t>
            </w:r>
          </w:p>
        </w:tc>
        <w:tc>
          <w:tcPr>
            <w:tcW w:w="2519" w:type="dxa"/>
          </w:tcPr>
          <w:p w14:paraId="0984F037" w14:textId="77777777" w:rsidR="00B15E99" w:rsidRPr="00EF2F0E" w:rsidRDefault="00B15E99" w:rsidP="00AB06FD">
            <w:pPr>
              <w:pStyle w:val="TAC"/>
              <w:rPr>
                <w:rFonts w:cs="Arial"/>
              </w:rPr>
            </w:pPr>
            <w:r w:rsidRPr="00EF2F0E">
              <w:rPr>
                <w:rFonts w:cs="Arial"/>
              </w:rPr>
              <w:t>NOTE 2</w:t>
            </w:r>
          </w:p>
        </w:tc>
      </w:tr>
      <w:tr w:rsidR="003401A4" w:rsidRPr="00EF2F0E" w14:paraId="0984F03D" w14:textId="77777777" w:rsidTr="00AB06FD">
        <w:trPr>
          <w:cantSplit/>
          <w:jc w:val="center"/>
        </w:trPr>
        <w:tc>
          <w:tcPr>
            <w:tcW w:w="2976" w:type="dxa"/>
          </w:tcPr>
          <w:p w14:paraId="0984F039" w14:textId="77777777" w:rsidR="00B15E99" w:rsidRPr="00EF2F0E" w:rsidRDefault="00B15E99" w:rsidP="00AB06FD">
            <w:pPr>
              <w:pStyle w:val="TAC"/>
              <w:rPr>
                <w:rFonts w:cs="Arial"/>
              </w:rPr>
            </w:pPr>
            <w:r w:rsidRPr="00EF2F0E">
              <w:rPr>
                <w:rFonts w:cs="Arial"/>
              </w:rPr>
              <w:t>F</w:t>
            </w:r>
            <w:r w:rsidRPr="00EF2F0E">
              <w:rPr>
                <w:rFonts w:cs="Arial"/>
                <w:vertAlign w:val="subscript"/>
              </w:rPr>
              <w:t>high</w:t>
            </w:r>
            <w:r w:rsidRPr="00EF2F0E">
              <w:rPr>
                <w:rFonts w:cs="Arial"/>
              </w:rPr>
              <w:t xml:space="preserve"> + 10 MHz </w:t>
            </w:r>
            <w:r w:rsidRPr="00EF2F0E">
              <w:rPr>
                <w:rFonts w:cs="Arial"/>
              </w:rPr>
              <w:sym w:font="Symbol" w:char="F0AB"/>
            </w:r>
            <w:r w:rsidRPr="00EF2F0E">
              <w:rPr>
                <w:rFonts w:cs="Arial"/>
              </w:rPr>
              <w:t xml:space="preserve"> 12.75 GHz</w:t>
            </w:r>
          </w:p>
        </w:tc>
        <w:tc>
          <w:tcPr>
            <w:tcW w:w="1276" w:type="dxa"/>
          </w:tcPr>
          <w:p w14:paraId="0984F03A" w14:textId="77777777" w:rsidR="00B15E99" w:rsidRPr="00EF2F0E" w:rsidRDefault="00AF2B07" w:rsidP="00AB06FD">
            <w:pPr>
              <w:pStyle w:val="TAC"/>
              <w:rPr>
                <w:rFonts w:cs="Arial"/>
              </w:rPr>
            </w:pPr>
            <w:r w:rsidRPr="00EF2F0E">
              <w:rPr>
                <w:rFonts w:cs="Arial"/>
              </w:rPr>
              <w:t>-30 + X</w:t>
            </w:r>
            <w:r w:rsidR="00B15E99" w:rsidRPr="00EF2F0E">
              <w:rPr>
                <w:rFonts w:cs="Arial"/>
              </w:rPr>
              <w:t xml:space="preserve"> dBm</w:t>
            </w:r>
          </w:p>
        </w:tc>
        <w:tc>
          <w:tcPr>
            <w:tcW w:w="1418" w:type="dxa"/>
          </w:tcPr>
          <w:p w14:paraId="0984F03B" w14:textId="77777777" w:rsidR="00B15E99" w:rsidRPr="00EF2F0E" w:rsidRDefault="00B15E99" w:rsidP="00AB06FD">
            <w:pPr>
              <w:pStyle w:val="TAC"/>
              <w:rPr>
                <w:rFonts w:cs="Arial"/>
              </w:rPr>
            </w:pPr>
            <w:r w:rsidRPr="00EF2F0E">
              <w:rPr>
                <w:rFonts w:cs="Arial"/>
              </w:rPr>
              <w:t>1 MHz</w:t>
            </w:r>
          </w:p>
        </w:tc>
        <w:tc>
          <w:tcPr>
            <w:tcW w:w="2519" w:type="dxa"/>
          </w:tcPr>
          <w:p w14:paraId="0984F03C" w14:textId="77777777" w:rsidR="00B15E99" w:rsidRPr="00EF2F0E" w:rsidRDefault="00B15E99" w:rsidP="00AB06FD">
            <w:pPr>
              <w:pStyle w:val="TAC"/>
              <w:rPr>
                <w:rFonts w:cs="Arial"/>
              </w:rPr>
            </w:pPr>
            <w:r w:rsidRPr="00EF2F0E">
              <w:rPr>
                <w:rFonts w:cs="Arial"/>
              </w:rPr>
              <w:t>NOTE 3</w:t>
            </w:r>
          </w:p>
        </w:tc>
      </w:tr>
      <w:tr w:rsidR="003401A4" w:rsidRPr="00EF2F0E" w14:paraId="0984F042" w14:textId="77777777" w:rsidTr="00AB06FD">
        <w:trPr>
          <w:cantSplit/>
          <w:jc w:val="center"/>
        </w:trPr>
        <w:tc>
          <w:tcPr>
            <w:tcW w:w="2976" w:type="dxa"/>
          </w:tcPr>
          <w:p w14:paraId="0984F03E" w14:textId="77777777" w:rsidR="00B15E99" w:rsidRPr="00EF2F0E" w:rsidRDefault="00B15E99" w:rsidP="00AB06FD">
            <w:pPr>
              <w:pStyle w:val="TAC"/>
              <w:rPr>
                <w:rFonts w:cs="Arial"/>
              </w:rPr>
            </w:pPr>
            <w:r w:rsidRPr="00EF2F0E">
              <w:rPr>
                <w:rFonts w:cs="v5.0.0"/>
              </w:rPr>
              <w:t xml:space="preserve">12.75 GHz </w:t>
            </w:r>
            <w:r w:rsidRPr="00EF2F0E">
              <w:rPr>
                <w:rFonts w:cs="v5.0.0"/>
              </w:rPr>
              <w:noBreakHyphen/>
              <w:t xml:space="preserve"> </w:t>
            </w:r>
            <w:r w:rsidRPr="00EF2F0E">
              <w:rPr>
                <w:rFonts w:cs="Arial"/>
              </w:rPr>
              <w:t>5</w:t>
            </w:r>
            <w:r w:rsidRPr="00EF2F0E">
              <w:rPr>
                <w:rFonts w:cs="Arial"/>
                <w:vertAlign w:val="superscript"/>
              </w:rPr>
              <w:t>th</w:t>
            </w:r>
            <w:r w:rsidRPr="00EF2F0E">
              <w:rPr>
                <w:rFonts w:cs="Arial"/>
              </w:rPr>
              <w:t xml:space="preserve"> harmonic of the upper frequency edge of the DL operating band in GHz</w:t>
            </w:r>
          </w:p>
        </w:tc>
        <w:tc>
          <w:tcPr>
            <w:tcW w:w="1276" w:type="dxa"/>
          </w:tcPr>
          <w:p w14:paraId="0984F03F" w14:textId="77777777" w:rsidR="00B15E99" w:rsidRPr="00EF2F0E" w:rsidRDefault="00AF2B07" w:rsidP="00AB06FD">
            <w:pPr>
              <w:pStyle w:val="TAC"/>
              <w:rPr>
                <w:rFonts w:cs="Arial"/>
              </w:rPr>
            </w:pPr>
            <w:r w:rsidRPr="00EF2F0E">
              <w:rPr>
                <w:rFonts w:cs="Arial"/>
              </w:rPr>
              <w:t>-30 + X</w:t>
            </w:r>
            <w:r w:rsidR="00B15E99" w:rsidRPr="00EF2F0E">
              <w:rPr>
                <w:rFonts w:cs="Arial"/>
              </w:rPr>
              <w:t xml:space="preserve"> dBm</w:t>
            </w:r>
          </w:p>
        </w:tc>
        <w:tc>
          <w:tcPr>
            <w:tcW w:w="1418" w:type="dxa"/>
          </w:tcPr>
          <w:p w14:paraId="0984F040" w14:textId="77777777" w:rsidR="00B15E99" w:rsidRPr="00EF2F0E" w:rsidRDefault="00B15E99" w:rsidP="00AB06FD">
            <w:pPr>
              <w:pStyle w:val="TAC"/>
              <w:rPr>
                <w:rFonts w:cs="Arial"/>
              </w:rPr>
            </w:pPr>
            <w:r w:rsidRPr="00EF2F0E">
              <w:rPr>
                <w:rFonts w:cs="Arial"/>
              </w:rPr>
              <w:t>1 MHz</w:t>
            </w:r>
          </w:p>
        </w:tc>
        <w:tc>
          <w:tcPr>
            <w:tcW w:w="2519" w:type="dxa"/>
          </w:tcPr>
          <w:p w14:paraId="0984F041" w14:textId="77777777" w:rsidR="00B15E99" w:rsidRPr="00EF2F0E" w:rsidRDefault="00B15E99" w:rsidP="00AB06FD">
            <w:pPr>
              <w:pStyle w:val="TAC"/>
              <w:rPr>
                <w:rFonts w:cs="Arial"/>
              </w:rPr>
            </w:pPr>
            <w:r w:rsidRPr="00EF2F0E">
              <w:rPr>
                <w:rFonts w:cs="Arial"/>
              </w:rPr>
              <w:t>NOTE 3, NOTE 4</w:t>
            </w:r>
          </w:p>
        </w:tc>
      </w:tr>
      <w:tr w:rsidR="003401A4" w:rsidRPr="00EF2F0E" w14:paraId="0984F048" w14:textId="77777777" w:rsidTr="00AB06FD">
        <w:trPr>
          <w:cantSplit/>
          <w:jc w:val="center"/>
        </w:trPr>
        <w:tc>
          <w:tcPr>
            <w:tcW w:w="8189" w:type="dxa"/>
            <w:gridSpan w:val="4"/>
          </w:tcPr>
          <w:p w14:paraId="0984F043" w14:textId="77777777" w:rsidR="00B15E99" w:rsidRPr="00EF2F0E" w:rsidRDefault="00B15E99" w:rsidP="00AB06FD">
            <w:pPr>
              <w:pStyle w:val="TAN"/>
              <w:rPr>
                <w:rFonts w:cs="Arial"/>
              </w:rPr>
            </w:pPr>
            <w:r w:rsidRPr="00EF2F0E">
              <w:rPr>
                <w:rFonts w:cs="Arial"/>
              </w:rPr>
              <w:t>NOTE 1:</w:t>
            </w:r>
            <w:r w:rsidRPr="00EF2F0E">
              <w:rPr>
                <w:rFonts w:cs="Arial"/>
              </w:rPr>
              <w:tab/>
              <w:t xml:space="preserve">Bandwidth as in ITU-R Recommendation SM.329 </w:t>
            </w:r>
            <w:r w:rsidRPr="00EF2F0E">
              <w:rPr>
                <w:rFonts w:cs="v5.0.0"/>
              </w:rPr>
              <w:t>[14]</w:t>
            </w:r>
            <w:r w:rsidRPr="00EF2F0E">
              <w:rPr>
                <w:rFonts w:cs="Arial"/>
              </w:rPr>
              <w:t>, s4.1</w:t>
            </w:r>
          </w:p>
          <w:p w14:paraId="0984F044" w14:textId="77777777" w:rsidR="00B15E99" w:rsidRPr="00EF2F0E" w:rsidRDefault="00B15E99" w:rsidP="00AB06FD">
            <w:pPr>
              <w:pStyle w:val="TAN"/>
              <w:rPr>
                <w:rFonts w:cs="v3.8.0"/>
              </w:rPr>
            </w:pPr>
            <w:r w:rsidRPr="00EF2F0E">
              <w:rPr>
                <w:rFonts w:cs="Arial"/>
              </w:rPr>
              <w:t>NOTE 2:</w:t>
            </w:r>
            <w:r w:rsidRPr="00EF2F0E">
              <w:rPr>
                <w:rFonts w:cs="Arial"/>
              </w:rPr>
              <w:tab/>
              <w:t xml:space="preserve">Limit based on ITU-R Recommendation </w:t>
            </w:r>
            <w:r w:rsidRPr="00EF2F0E">
              <w:rPr>
                <w:rFonts w:cs="v3.8.0"/>
              </w:rPr>
              <w:t xml:space="preserve">SM.329 </w:t>
            </w:r>
            <w:r w:rsidRPr="00EF2F0E">
              <w:rPr>
                <w:rFonts w:cs="v5.0.0"/>
              </w:rPr>
              <w:t>[14]</w:t>
            </w:r>
            <w:r w:rsidRPr="00EF2F0E">
              <w:rPr>
                <w:rFonts w:cs="v3.8.0"/>
              </w:rPr>
              <w:t>, s4.3 and Annex 7</w:t>
            </w:r>
          </w:p>
          <w:p w14:paraId="0984F045" w14:textId="77777777" w:rsidR="00B15E99" w:rsidRPr="00EF2F0E" w:rsidRDefault="00B15E99" w:rsidP="00AB06FD">
            <w:pPr>
              <w:pStyle w:val="TAN"/>
              <w:rPr>
                <w:rFonts w:cs="v3.8.0"/>
              </w:rPr>
            </w:pPr>
            <w:r w:rsidRPr="00EF2F0E">
              <w:rPr>
                <w:rFonts w:cs="Arial"/>
              </w:rPr>
              <w:t>NOTE 3:</w:t>
            </w:r>
            <w:r w:rsidRPr="00EF2F0E">
              <w:rPr>
                <w:rFonts w:cs="Arial"/>
              </w:rPr>
              <w:tab/>
              <w:t xml:space="preserve">Bandwidth as in ITU-R Recommendation SM.329 </w:t>
            </w:r>
            <w:r w:rsidRPr="00EF2F0E">
              <w:rPr>
                <w:rFonts w:cs="v5.0.0"/>
              </w:rPr>
              <w:t>[14]</w:t>
            </w:r>
            <w:r w:rsidRPr="00EF2F0E">
              <w:rPr>
                <w:rFonts w:cs="Arial"/>
              </w:rPr>
              <w:t xml:space="preserve">, s4.1. Upper frequency as in ITU-R </w:t>
            </w:r>
            <w:r w:rsidRPr="00EF2F0E">
              <w:rPr>
                <w:rFonts w:cs="v3.8.0"/>
              </w:rPr>
              <w:t xml:space="preserve">SM.329 </w:t>
            </w:r>
            <w:r w:rsidRPr="00EF2F0E">
              <w:rPr>
                <w:rFonts w:cs="v5.0.0"/>
              </w:rPr>
              <w:t>[17]</w:t>
            </w:r>
            <w:r w:rsidRPr="00EF2F0E">
              <w:rPr>
                <w:rFonts w:cs="v3.8.0"/>
              </w:rPr>
              <w:t>, s2.5 table 1</w:t>
            </w:r>
          </w:p>
          <w:p w14:paraId="0984F046" w14:textId="77777777" w:rsidR="00AF2B07" w:rsidRPr="00EF2F0E" w:rsidRDefault="00B15E99" w:rsidP="00AF2B07">
            <w:pPr>
              <w:pStyle w:val="TAN"/>
              <w:rPr>
                <w:rFonts w:cs="Arial"/>
              </w:rPr>
            </w:pPr>
            <w:r w:rsidRPr="00EF2F0E">
              <w:rPr>
                <w:rFonts w:cs="Arial"/>
              </w:rPr>
              <w:t>NOTE 4:</w:t>
            </w:r>
            <w:r w:rsidRPr="00EF2F0E">
              <w:rPr>
                <w:rFonts w:cs="Arial"/>
              </w:rPr>
              <w:tab/>
            </w:r>
            <w:r w:rsidR="00F53569" w:rsidRPr="00EF2F0E">
              <w:rPr>
                <w:rFonts w:cs="Arial"/>
              </w:rPr>
              <w:t>This spurious frequency range applies</w:t>
            </w:r>
            <w:r w:rsidR="00F53569" w:rsidRPr="00EF2F0E" w:rsidDel="00005173">
              <w:rPr>
                <w:rFonts w:cs="Arial"/>
              </w:rPr>
              <w:t xml:space="preserve"> </w:t>
            </w:r>
            <w:r w:rsidR="00F53569" w:rsidRPr="00EF2F0E">
              <w:rPr>
                <w:rFonts w:cs="Arial"/>
              </w:rPr>
              <w:t xml:space="preserve">only for </w:t>
            </w:r>
            <w:r w:rsidR="00F53569" w:rsidRPr="00EF2F0E">
              <w:rPr>
                <w:rFonts w:cs="Arial"/>
                <w:i/>
              </w:rPr>
              <w:t>operating bands</w:t>
            </w:r>
            <w:r w:rsidR="00F53569" w:rsidRPr="00EF2F0E">
              <w:rPr>
                <w:rFonts w:cs="Arial"/>
              </w:rPr>
              <w:t xml:space="preserve"> for which the 5</w:t>
            </w:r>
            <w:r w:rsidR="00F53569" w:rsidRPr="00EF2F0E">
              <w:rPr>
                <w:rFonts w:cs="Arial"/>
                <w:vertAlign w:val="superscript"/>
              </w:rPr>
              <w:t>th</w:t>
            </w:r>
            <w:r w:rsidR="00F53569" w:rsidRPr="00EF2F0E">
              <w:rPr>
                <w:rFonts w:cs="Arial"/>
              </w:rPr>
              <w:t xml:space="preserve"> harmonic of the upper frequency edge </w:t>
            </w:r>
            <w:r w:rsidR="00F53569" w:rsidRPr="00EF2F0E">
              <w:t xml:space="preserve">of the UL </w:t>
            </w:r>
            <w:r w:rsidR="00F53569" w:rsidRPr="00EF2F0E">
              <w:rPr>
                <w:i/>
              </w:rPr>
              <w:t>operating band</w:t>
            </w:r>
            <w:r w:rsidR="00F53569" w:rsidRPr="00EF2F0E">
              <w:rPr>
                <w:rFonts w:cs="Arial"/>
              </w:rPr>
              <w:t xml:space="preserve"> is reaching beyond 12.75 GHz.</w:t>
            </w:r>
          </w:p>
          <w:p w14:paraId="0984F047" w14:textId="77777777" w:rsidR="00B15E99" w:rsidRPr="00EF2F0E" w:rsidRDefault="00AF2B07" w:rsidP="00AF2B07">
            <w:pPr>
              <w:pStyle w:val="TAN"/>
              <w:rPr>
                <w:rFonts w:cs="Arial"/>
              </w:rPr>
            </w:pPr>
            <w:r w:rsidRPr="00EF2F0E">
              <w:rPr>
                <w:rFonts w:cs="Arial"/>
              </w:rPr>
              <w:t>NOTE 5:</w:t>
            </w:r>
            <w:r w:rsidRPr="00EF2F0E">
              <w:rPr>
                <w:rFonts w:cs="Arial"/>
              </w:rPr>
              <w:tab/>
              <w:t>X = 6 dB</w:t>
            </w:r>
            <w:r w:rsidRPr="00EF2F0E">
              <w:t>, unless stated differently in regional regulation</w:t>
            </w:r>
            <w:r w:rsidRPr="00EF2F0E">
              <w:rPr>
                <w:rFonts w:cs="Arial"/>
              </w:rPr>
              <w:t>.</w:t>
            </w:r>
          </w:p>
        </w:tc>
      </w:tr>
      <w:tr w:rsidR="00B15E99" w:rsidRPr="00EF2F0E" w14:paraId="0984F04C" w14:textId="77777777" w:rsidTr="00AB06FD">
        <w:trPr>
          <w:cantSplit/>
          <w:jc w:val="center"/>
        </w:trPr>
        <w:tc>
          <w:tcPr>
            <w:tcW w:w="8189" w:type="dxa"/>
            <w:gridSpan w:val="4"/>
          </w:tcPr>
          <w:p w14:paraId="0984F049" w14:textId="77777777" w:rsidR="00B15E99" w:rsidRPr="00EF2F0E" w:rsidRDefault="00B15E99" w:rsidP="00AB06FD">
            <w:pPr>
              <w:pStyle w:val="TAN"/>
              <w:rPr>
                <w:rFonts w:cs="Arial"/>
              </w:rPr>
            </w:pPr>
            <w:r w:rsidRPr="00EF2F0E">
              <w:rPr>
                <w:rFonts w:cs="Arial"/>
              </w:rPr>
              <w:t>Key:</w:t>
            </w:r>
            <w:r w:rsidRPr="00EF2F0E">
              <w:rPr>
                <w:rFonts w:cs="Arial"/>
              </w:rPr>
              <w:tab/>
            </w:r>
          </w:p>
          <w:p w14:paraId="0984F04A" w14:textId="77777777" w:rsidR="00B15E99" w:rsidRPr="00EF2F0E" w:rsidRDefault="00B15E99" w:rsidP="00AB06FD">
            <w:pPr>
              <w:pStyle w:val="TAN"/>
              <w:rPr>
                <w:rFonts w:cs="Arial"/>
              </w:rPr>
            </w:pPr>
            <w:r w:rsidRPr="00EF2F0E">
              <w:rPr>
                <w:rFonts w:cs="Arial"/>
              </w:rPr>
              <w:t>F</w:t>
            </w:r>
            <w:r w:rsidRPr="00EF2F0E">
              <w:rPr>
                <w:rFonts w:cs="Arial"/>
                <w:vertAlign w:val="subscript"/>
              </w:rPr>
              <w:t>low</w:t>
            </w:r>
            <w:r w:rsidRPr="00EF2F0E">
              <w:rPr>
                <w:rFonts w:cs="Arial"/>
              </w:rPr>
              <w:t>:</w:t>
            </w:r>
            <w:r w:rsidRPr="00EF2F0E">
              <w:rPr>
                <w:rFonts w:cs="Arial"/>
              </w:rPr>
              <w:tab/>
              <w:t xml:space="preserve">The lowest downlink frequency of the operating band as defined in subclause </w:t>
            </w:r>
            <w:r w:rsidR="0077153D" w:rsidRPr="00EF2F0E">
              <w:rPr>
                <w:rFonts w:cs="Arial"/>
              </w:rPr>
              <w:t>9.7.1</w:t>
            </w:r>
          </w:p>
          <w:p w14:paraId="0984F04B" w14:textId="77777777" w:rsidR="00B15E99" w:rsidRPr="00EF2F0E" w:rsidRDefault="00B15E99" w:rsidP="00AB06FD">
            <w:pPr>
              <w:pStyle w:val="TAN"/>
              <w:rPr>
                <w:rFonts w:cs="Arial"/>
              </w:rPr>
            </w:pPr>
            <w:r w:rsidRPr="00EF2F0E">
              <w:rPr>
                <w:rFonts w:cs="Arial"/>
              </w:rPr>
              <w:t>F</w:t>
            </w:r>
            <w:r w:rsidRPr="00EF2F0E">
              <w:rPr>
                <w:rFonts w:cs="Arial"/>
                <w:vertAlign w:val="subscript"/>
              </w:rPr>
              <w:t>high</w:t>
            </w:r>
            <w:r w:rsidRPr="00EF2F0E">
              <w:rPr>
                <w:rFonts w:cs="Arial"/>
              </w:rPr>
              <w:t>:</w:t>
            </w:r>
            <w:r w:rsidRPr="00EF2F0E">
              <w:rPr>
                <w:rFonts w:cs="Arial"/>
              </w:rPr>
              <w:tab/>
              <w:t xml:space="preserve">The highest downlink frequency of the operating band as defined in subclause </w:t>
            </w:r>
            <w:r w:rsidR="0077153D" w:rsidRPr="00EF2F0E">
              <w:rPr>
                <w:rFonts w:cs="Arial"/>
              </w:rPr>
              <w:t>9.7.1</w:t>
            </w:r>
          </w:p>
        </w:tc>
      </w:tr>
    </w:tbl>
    <w:p w14:paraId="0984F04D" w14:textId="77777777" w:rsidR="00B15E99" w:rsidRPr="00EF2F0E" w:rsidRDefault="00B15E99" w:rsidP="00B15E99"/>
    <w:p w14:paraId="0984F04E" w14:textId="77777777" w:rsidR="00B15E99" w:rsidRPr="00EF2F0E" w:rsidRDefault="00B15E99" w:rsidP="00B15E99">
      <w:pPr>
        <w:pStyle w:val="TH"/>
      </w:pPr>
      <w:r w:rsidRPr="00EF2F0E">
        <w:t>Table 9.7.6.3.1.2-2: BS Mandatory spurious emissions limits, operating band V, VIII, XII, XIII, XIV, XX, XXVI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3401A4" w:rsidRPr="00EF2F0E" w14:paraId="0984F053" w14:textId="77777777" w:rsidTr="00AB06FD">
        <w:trPr>
          <w:cantSplit/>
          <w:jc w:val="center"/>
        </w:trPr>
        <w:tc>
          <w:tcPr>
            <w:tcW w:w="2976" w:type="dxa"/>
          </w:tcPr>
          <w:p w14:paraId="0984F04F" w14:textId="77777777" w:rsidR="00B15E99" w:rsidRPr="00EF2F0E" w:rsidRDefault="00B15E99" w:rsidP="00AB06FD">
            <w:pPr>
              <w:pStyle w:val="TAH"/>
              <w:rPr>
                <w:rFonts w:cs="Arial"/>
              </w:rPr>
            </w:pPr>
            <w:r w:rsidRPr="00EF2F0E">
              <w:rPr>
                <w:rFonts w:cs="Arial"/>
              </w:rPr>
              <w:t>Band</w:t>
            </w:r>
          </w:p>
        </w:tc>
        <w:tc>
          <w:tcPr>
            <w:tcW w:w="1276" w:type="dxa"/>
          </w:tcPr>
          <w:p w14:paraId="0984F050" w14:textId="77777777" w:rsidR="00B15E99" w:rsidRPr="00EF2F0E" w:rsidRDefault="00B15E99" w:rsidP="00AB06FD">
            <w:pPr>
              <w:pStyle w:val="TAH"/>
              <w:rPr>
                <w:rFonts w:cs="Arial"/>
              </w:rPr>
            </w:pPr>
            <w:r w:rsidRPr="00EF2F0E">
              <w:rPr>
                <w:rFonts w:cs="Arial"/>
              </w:rPr>
              <w:t>Maximum Level</w:t>
            </w:r>
            <w:r w:rsidR="00AF2B07" w:rsidRPr="00EF2F0E">
              <w:rPr>
                <w:rFonts w:cs="Arial"/>
              </w:rPr>
              <w:br/>
              <w:t>(Note 4)</w:t>
            </w:r>
          </w:p>
        </w:tc>
        <w:tc>
          <w:tcPr>
            <w:tcW w:w="1418" w:type="dxa"/>
          </w:tcPr>
          <w:p w14:paraId="0984F051" w14:textId="77777777" w:rsidR="00B15E99" w:rsidRPr="00EF2F0E" w:rsidRDefault="00B15E99" w:rsidP="00AB06FD">
            <w:pPr>
              <w:pStyle w:val="TAH"/>
              <w:rPr>
                <w:rFonts w:cs="Arial"/>
              </w:rPr>
            </w:pPr>
            <w:r w:rsidRPr="00EF2F0E">
              <w:rPr>
                <w:rFonts w:cs="Arial"/>
              </w:rPr>
              <w:t>Measurement Bandwidth</w:t>
            </w:r>
          </w:p>
        </w:tc>
        <w:tc>
          <w:tcPr>
            <w:tcW w:w="2519" w:type="dxa"/>
          </w:tcPr>
          <w:p w14:paraId="0984F052" w14:textId="77777777" w:rsidR="00B15E99" w:rsidRPr="00EF2F0E" w:rsidRDefault="00B15E99" w:rsidP="00AB06FD">
            <w:pPr>
              <w:pStyle w:val="TAH"/>
              <w:rPr>
                <w:rFonts w:cs="Arial"/>
              </w:rPr>
            </w:pPr>
            <w:r w:rsidRPr="00EF2F0E">
              <w:rPr>
                <w:rFonts w:cs="Arial"/>
                <w:i/>
              </w:rPr>
              <w:t>Notes</w:t>
            </w:r>
          </w:p>
        </w:tc>
      </w:tr>
      <w:tr w:rsidR="003401A4" w:rsidRPr="00EF2F0E" w14:paraId="0984F058" w14:textId="77777777" w:rsidTr="00AB06FD">
        <w:trPr>
          <w:cantSplit/>
          <w:jc w:val="center"/>
        </w:trPr>
        <w:tc>
          <w:tcPr>
            <w:tcW w:w="2976" w:type="dxa"/>
          </w:tcPr>
          <w:p w14:paraId="0984F054" w14:textId="77777777" w:rsidR="00B15E99" w:rsidRPr="00EF2F0E" w:rsidRDefault="00B15E99" w:rsidP="00AB06FD">
            <w:pPr>
              <w:pStyle w:val="TAC"/>
              <w:rPr>
                <w:rFonts w:cs="Arial"/>
              </w:rPr>
            </w:pPr>
            <w:r w:rsidRPr="00EF2F0E">
              <w:rPr>
                <w:rFonts w:cs="Arial"/>
              </w:rPr>
              <w:t xml:space="preserve">30 MHz </w:t>
            </w:r>
            <w:r w:rsidRPr="00EF2F0E">
              <w:rPr>
                <w:rFonts w:cs="Arial"/>
              </w:rPr>
              <w:sym w:font="Symbol" w:char="F0AB"/>
            </w:r>
            <w:r w:rsidRPr="00EF2F0E">
              <w:rPr>
                <w:rFonts w:cs="Arial"/>
              </w:rPr>
              <w:t xml:space="preserve"> F</w:t>
            </w:r>
            <w:r w:rsidRPr="00EF2F0E">
              <w:rPr>
                <w:rFonts w:cs="Arial"/>
                <w:vertAlign w:val="subscript"/>
              </w:rPr>
              <w:t>low</w:t>
            </w:r>
            <w:r w:rsidRPr="00EF2F0E">
              <w:rPr>
                <w:rFonts w:cs="Arial"/>
              </w:rPr>
              <w:t xml:space="preserve"> - 10 MHz</w:t>
            </w:r>
          </w:p>
        </w:tc>
        <w:tc>
          <w:tcPr>
            <w:tcW w:w="1276" w:type="dxa"/>
          </w:tcPr>
          <w:p w14:paraId="0984F055" w14:textId="77777777" w:rsidR="00B15E99" w:rsidRPr="00EF2F0E" w:rsidRDefault="00AF2B07" w:rsidP="00AB06FD">
            <w:pPr>
              <w:pStyle w:val="TAC"/>
              <w:rPr>
                <w:rFonts w:cs="Arial"/>
              </w:rPr>
            </w:pPr>
            <w:r w:rsidRPr="00EF2F0E">
              <w:rPr>
                <w:rFonts w:cs="Arial"/>
              </w:rPr>
              <w:t>-36 + X</w:t>
            </w:r>
            <w:r w:rsidR="00B15E99" w:rsidRPr="00EF2F0E">
              <w:rPr>
                <w:rFonts w:cs="Arial"/>
              </w:rPr>
              <w:t xml:space="preserve"> dBm</w:t>
            </w:r>
          </w:p>
        </w:tc>
        <w:tc>
          <w:tcPr>
            <w:tcW w:w="1418" w:type="dxa"/>
          </w:tcPr>
          <w:p w14:paraId="0984F056" w14:textId="77777777" w:rsidR="00B15E99" w:rsidRPr="00EF2F0E" w:rsidRDefault="00B15E99" w:rsidP="00AB06FD">
            <w:pPr>
              <w:pStyle w:val="TAC"/>
              <w:rPr>
                <w:rFonts w:cs="Arial"/>
              </w:rPr>
            </w:pPr>
            <w:r w:rsidRPr="00EF2F0E">
              <w:rPr>
                <w:rFonts w:cs="Arial"/>
              </w:rPr>
              <w:t>100 kHz</w:t>
            </w:r>
          </w:p>
        </w:tc>
        <w:tc>
          <w:tcPr>
            <w:tcW w:w="2519" w:type="dxa"/>
          </w:tcPr>
          <w:p w14:paraId="0984F057" w14:textId="77777777" w:rsidR="00B15E99" w:rsidRPr="00EF2F0E" w:rsidRDefault="00B15E99" w:rsidP="00AB06FD">
            <w:pPr>
              <w:pStyle w:val="TAC"/>
              <w:rPr>
                <w:rFonts w:cs="Arial"/>
              </w:rPr>
            </w:pPr>
            <w:r w:rsidRPr="00EF2F0E">
              <w:rPr>
                <w:rFonts w:cs="Arial"/>
              </w:rPr>
              <w:t>NOTE 1</w:t>
            </w:r>
          </w:p>
        </w:tc>
      </w:tr>
      <w:tr w:rsidR="003401A4" w:rsidRPr="00EF2F0E" w14:paraId="0984F05D" w14:textId="77777777" w:rsidTr="00AB06FD">
        <w:trPr>
          <w:cantSplit/>
          <w:jc w:val="center"/>
        </w:trPr>
        <w:tc>
          <w:tcPr>
            <w:tcW w:w="2976" w:type="dxa"/>
          </w:tcPr>
          <w:p w14:paraId="0984F059" w14:textId="77777777" w:rsidR="00B15E99" w:rsidRPr="00EF2F0E" w:rsidRDefault="00B15E99" w:rsidP="00AB06FD">
            <w:pPr>
              <w:pStyle w:val="TAC"/>
              <w:rPr>
                <w:rFonts w:cs="Arial"/>
              </w:rPr>
            </w:pPr>
            <w:r w:rsidRPr="00EF2F0E">
              <w:rPr>
                <w:rFonts w:cs="Arial"/>
              </w:rPr>
              <w:t>F</w:t>
            </w:r>
            <w:r w:rsidRPr="00EF2F0E">
              <w:rPr>
                <w:rFonts w:cs="Arial"/>
                <w:vertAlign w:val="subscript"/>
              </w:rPr>
              <w:t>low</w:t>
            </w:r>
            <w:r w:rsidRPr="00EF2F0E">
              <w:rPr>
                <w:rFonts w:cs="Arial"/>
              </w:rPr>
              <w:t xml:space="preserve"> - 10 MHz </w:t>
            </w:r>
            <w:r w:rsidRPr="00EF2F0E">
              <w:rPr>
                <w:rFonts w:cs="Arial"/>
              </w:rPr>
              <w:sym w:font="Symbol" w:char="F0AB"/>
            </w:r>
            <w:r w:rsidRPr="00EF2F0E">
              <w:rPr>
                <w:rFonts w:cs="Arial"/>
              </w:rPr>
              <w:t xml:space="preserve"> F</w:t>
            </w:r>
            <w:r w:rsidRPr="00EF2F0E">
              <w:rPr>
                <w:rFonts w:cs="Arial"/>
                <w:vertAlign w:val="subscript"/>
              </w:rPr>
              <w:t>high</w:t>
            </w:r>
            <w:r w:rsidRPr="00EF2F0E">
              <w:rPr>
                <w:rFonts w:cs="Arial"/>
              </w:rPr>
              <w:t xml:space="preserve"> + 10 MHz</w:t>
            </w:r>
          </w:p>
        </w:tc>
        <w:tc>
          <w:tcPr>
            <w:tcW w:w="1276" w:type="dxa"/>
          </w:tcPr>
          <w:p w14:paraId="0984F05A" w14:textId="77777777" w:rsidR="00B15E99" w:rsidRPr="00EF2F0E" w:rsidRDefault="00AF2B07" w:rsidP="00AB06FD">
            <w:pPr>
              <w:pStyle w:val="TAC"/>
              <w:rPr>
                <w:rFonts w:cs="Arial"/>
              </w:rPr>
            </w:pPr>
            <w:r w:rsidRPr="00EF2F0E">
              <w:rPr>
                <w:rFonts w:cs="Arial"/>
              </w:rPr>
              <w:t>-16 + X</w:t>
            </w:r>
            <w:r w:rsidR="00B15E99" w:rsidRPr="00EF2F0E">
              <w:rPr>
                <w:rFonts w:cs="Arial"/>
              </w:rPr>
              <w:t xml:space="preserve"> dBm</w:t>
            </w:r>
          </w:p>
        </w:tc>
        <w:tc>
          <w:tcPr>
            <w:tcW w:w="1418" w:type="dxa"/>
          </w:tcPr>
          <w:p w14:paraId="0984F05B" w14:textId="77777777" w:rsidR="00B15E99" w:rsidRPr="00EF2F0E" w:rsidRDefault="00B15E99" w:rsidP="00AB06FD">
            <w:pPr>
              <w:pStyle w:val="TAC"/>
              <w:rPr>
                <w:rFonts w:cs="Arial"/>
              </w:rPr>
            </w:pPr>
            <w:r w:rsidRPr="00EF2F0E">
              <w:rPr>
                <w:rFonts w:cs="Arial"/>
              </w:rPr>
              <w:t>100 kHz</w:t>
            </w:r>
          </w:p>
        </w:tc>
        <w:tc>
          <w:tcPr>
            <w:tcW w:w="2519" w:type="dxa"/>
          </w:tcPr>
          <w:p w14:paraId="0984F05C" w14:textId="77777777" w:rsidR="00B15E99" w:rsidRPr="00EF2F0E" w:rsidRDefault="00B15E99" w:rsidP="00AB06FD">
            <w:pPr>
              <w:pStyle w:val="TAC"/>
              <w:rPr>
                <w:rFonts w:cs="Arial"/>
              </w:rPr>
            </w:pPr>
            <w:r w:rsidRPr="00EF2F0E">
              <w:rPr>
                <w:rFonts w:cs="Arial"/>
              </w:rPr>
              <w:t>NOTE 2</w:t>
            </w:r>
          </w:p>
        </w:tc>
      </w:tr>
      <w:tr w:rsidR="003401A4" w:rsidRPr="00EF2F0E" w14:paraId="0984F062" w14:textId="77777777" w:rsidTr="00AB06FD">
        <w:trPr>
          <w:cantSplit/>
          <w:jc w:val="center"/>
        </w:trPr>
        <w:tc>
          <w:tcPr>
            <w:tcW w:w="2976" w:type="dxa"/>
          </w:tcPr>
          <w:p w14:paraId="0984F05E" w14:textId="77777777" w:rsidR="00B15E99" w:rsidRPr="00EF2F0E" w:rsidRDefault="00B15E99" w:rsidP="00AB06FD">
            <w:pPr>
              <w:pStyle w:val="TAC"/>
              <w:rPr>
                <w:rFonts w:cs="Arial"/>
              </w:rPr>
            </w:pPr>
            <w:r w:rsidRPr="00EF2F0E">
              <w:rPr>
                <w:rFonts w:cs="Arial"/>
              </w:rPr>
              <w:t>F</w:t>
            </w:r>
            <w:r w:rsidRPr="00EF2F0E">
              <w:rPr>
                <w:rFonts w:cs="Arial"/>
                <w:vertAlign w:val="subscript"/>
              </w:rPr>
              <w:t>high</w:t>
            </w:r>
            <w:r w:rsidRPr="00EF2F0E">
              <w:rPr>
                <w:rFonts w:cs="Arial"/>
              </w:rPr>
              <w:t xml:space="preserve"> + 10 MHz </w:t>
            </w:r>
            <w:r w:rsidRPr="00EF2F0E">
              <w:rPr>
                <w:rFonts w:cs="Arial"/>
              </w:rPr>
              <w:sym w:font="Symbol" w:char="F0AB"/>
            </w:r>
            <w:r w:rsidRPr="00EF2F0E">
              <w:rPr>
                <w:rFonts w:cs="Arial"/>
              </w:rPr>
              <w:t xml:space="preserve"> 1 GHz</w:t>
            </w:r>
          </w:p>
        </w:tc>
        <w:tc>
          <w:tcPr>
            <w:tcW w:w="1276" w:type="dxa"/>
          </w:tcPr>
          <w:p w14:paraId="0984F05F" w14:textId="77777777" w:rsidR="00B15E99" w:rsidRPr="00EF2F0E" w:rsidRDefault="00AF2B07" w:rsidP="00AB06FD">
            <w:pPr>
              <w:pStyle w:val="TAC"/>
              <w:rPr>
                <w:rFonts w:cs="Arial"/>
              </w:rPr>
            </w:pPr>
            <w:r w:rsidRPr="00EF2F0E">
              <w:rPr>
                <w:rFonts w:cs="Arial"/>
              </w:rPr>
              <w:t>-36 + X</w:t>
            </w:r>
            <w:r w:rsidR="00B15E99" w:rsidRPr="00EF2F0E">
              <w:rPr>
                <w:rFonts w:cs="Arial"/>
              </w:rPr>
              <w:t xml:space="preserve"> dBm</w:t>
            </w:r>
          </w:p>
        </w:tc>
        <w:tc>
          <w:tcPr>
            <w:tcW w:w="1418" w:type="dxa"/>
          </w:tcPr>
          <w:p w14:paraId="0984F060" w14:textId="77777777" w:rsidR="00B15E99" w:rsidRPr="00EF2F0E" w:rsidRDefault="00B15E99" w:rsidP="00AB06FD">
            <w:pPr>
              <w:pStyle w:val="TAC"/>
              <w:rPr>
                <w:rFonts w:cs="Arial"/>
              </w:rPr>
            </w:pPr>
            <w:r w:rsidRPr="00EF2F0E">
              <w:rPr>
                <w:rFonts w:cs="Arial"/>
              </w:rPr>
              <w:t>100 kHz</w:t>
            </w:r>
          </w:p>
        </w:tc>
        <w:tc>
          <w:tcPr>
            <w:tcW w:w="2519" w:type="dxa"/>
          </w:tcPr>
          <w:p w14:paraId="0984F061" w14:textId="77777777" w:rsidR="00B15E99" w:rsidRPr="00EF2F0E" w:rsidRDefault="00B15E99" w:rsidP="00AB06FD">
            <w:pPr>
              <w:pStyle w:val="TAC"/>
              <w:rPr>
                <w:rFonts w:cs="Arial"/>
              </w:rPr>
            </w:pPr>
            <w:r w:rsidRPr="00EF2F0E">
              <w:rPr>
                <w:rFonts w:cs="Arial"/>
              </w:rPr>
              <w:t>NOTE 1</w:t>
            </w:r>
          </w:p>
        </w:tc>
      </w:tr>
      <w:tr w:rsidR="003401A4" w:rsidRPr="00EF2F0E" w14:paraId="0984F067" w14:textId="77777777" w:rsidTr="00AB06FD">
        <w:trPr>
          <w:cantSplit/>
          <w:jc w:val="center"/>
        </w:trPr>
        <w:tc>
          <w:tcPr>
            <w:tcW w:w="2976" w:type="dxa"/>
          </w:tcPr>
          <w:p w14:paraId="0984F063" w14:textId="77777777" w:rsidR="00B15E99" w:rsidRPr="00EF2F0E" w:rsidRDefault="00B15E99" w:rsidP="00AB06FD">
            <w:pPr>
              <w:pStyle w:val="TAC"/>
              <w:rPr>
                <w:rFonts w:cs="Arial"/>
              </w:rPr>
            </w:pPr>
            <w:r w:rsidRPr="00EF2F0E">
              <w:rPr>
                <w:rFonts w:cs="Arial"/>
              </w:rPr>
              <w:t xml:space="preserve">1GHz </w:t>
            </w:r>
            <w:r w:rsidRPr="00EF2F0E">
              <w:rPr>
                <w:rFonts w:cs="Arial"/>
              </w:rPr>
              <w:sym w:font="Symbol" w:char="F0AB"/>
            </w:r>
            <w:r w:rsidRPr="00EF2F0E">
              <w:rPr>
                <w:rFonts w:cs="Arial"/>
              </w:rPr>
              <w:t xml:space="preserve"> 12.75GHz</w:t>
            </w:r>
          </w:p>
        </w:tc>
        <w:tc>
          <w:tcPr>
            <w:tcW w:w="1276" w:type="dxa"/>
          </w:tcPr>
          <w:p w14:paraId="0984F064" w14:textId="77777777" w:rsidR="00B15E99" w:rsidRPr="00EF2F0E" w:rsidRDefault="00AF2B07" w:rsidP="00AB06FD">
            <w:pPr>
              <w:pStyle w:val="TAC"/>
              <w:rPr>
                <w:rFonts w:cs="Arial"/>
              </w:rPr>
            </w:pPr>
            <w:r w:rsidRPr="00EF2F0E">
              <w:rPr>
                <w:rFonts w:cs="Arial"/>
              </w:rPr>
              <w:t>-30 + X</w:t>
            </w:r>
            <w:r w:rsidR="00B15E99" w:rsidRPr="00EF2F0E">
              <w:rPr>
                <w:rFonts w:cs="Arial"/>
              </w:rPr>
              <w:t xml:space="preserve"> dBm</w:t>
            </w:r>
          </w:p>
        </w:tc>
        <w:tc>
          <w:tcPr>
            <w:tcW w:w="1418" w:type="dxa"/>
          </w:tcPr>
          <w:p w14:paraId="0984F065" w14:textId="77777777" w:rsidR="00B15E99" w:rsidRPr="00EF2F0E" w:rsidRDefault="00B15E99" w:rsidP="00AB06FD">
            <w:pPr>
              <w:pStyle w:val="TAC"/>
              <w:rPr>
                <w:rFonts w:cs="Arial"/>
              </w:rPr>
            </w:pPr>
            <w:r w:rsidRPr="00EF2F0E">
              <w:rPr>
                <w:rFonts w:cs="Arial"/>
              </w:rPr>
              <w:t>1 MHz</w:t>
            </w:r>
          </w:p>
        </w:tc>
        <w:tc>
          <w:tcPr>
            <w:tcW w:w="2519" w:type="dxa"/>
          </w:tcPr>
          <w:p w14:paraId="0984F066" w14:textId="77777777" w:rsidR="00B15E99" w:rsidRPr="00EF2F0E" w:rsidRDefault="00B15E99" w:rsidP="00AB06FD">
            <w:pPr>
              <w:pStyle w:val="TAC"/>
              <w:rPr>
                <w:rFonts w:cs="Arial"/>
              </w:rPr>
            </w:pPr>
            <w:r w:rsidRPr="00EF2F0E">
              <w:rPr>
                <w:rFonts w:cs="Arial"/>
              </w:rPr>
              <w:t>NOTE 3</w:t>
            </w:r>
          </w:p>
        </w:tc>
      </w:tr>
      <w:tr w:rsidR="003401A4" w:rsidRPr="00EF2F0E" w14:paraId="0984F06C" w14:textId="77777777" w:rsidTr="00AB06FD">
        <w:trPr>
          <w:cantSplit/>
          <w:jc w:val="center"/>
        </w:trPr>
        <w:tc>
          <w:tcPr>
            <w:tcW w:w="8189" w:type="dxa"/>
            <w:gridSpan w:val="4"/>
          </w:tcPr>
          <w:p w14:paraId="0984F068" w14:textId="77777777" w:rsidR="00B15E99" w:rsidRPr="00EF2F0E" w:rsidRDefault="00B15E99" w:rsidP="00AB06FD">
            <w:pPr>
              <w:pStyle w:val="TAN"/>
              <w:rPr>
                <w:rFonts w:cs="Arial"/>
              </w:rPr>
            </w:pPr>
            <w:r w:rsidRPr="00EF2F0E">
              <w:rPr>
                <w:rFonts w:cs="Arial"/>
              </w:rPr>
              <w:t>NOTE 1:</w:t>
            </w:r>
            <w:r w:rsidRPr="00EF2F0E">
              <w:rPr>
                <w:rFonts w:cs="Arial"/>
              </w:rPr>
              <w:tab/>
              <w:t xml:space="preserve">Bandwidth as in ITU-R Recommendation SM.329 </w:t>
            </w:r>
            <w:r w:rsidRPr="00EF2F0E">
              <w:rPr>
                <w:rFonts w:cs="v5.0.0"/>
              </w:rPr>
              <w:t>[17]</w:t>
            </w:r>
            <w:r w:rsidRPr="00EF2F0E">
              <w:rPr>
                <w:rFonts w:cs="Arial"/>
              </w:rPr>
              <w:t>, s4.1</w:t>
            </w:r>
          </w:p>
          <w:p w14:paraId="0984F069" w14:textId="77777777" w:rsidR="00B15E99" w:rsidRPr="00EF2F0E" w:rsidRDefault="00B15E99" w:rsidP="00AB06FD">
            <w:pPr>
              <w:pStyle w:val="TAN"/>
              <w:rPr>
                <w:rFonts w:cs="v3.8.0"/>
              </w:rPr>
            </w:pPr>
            <w:r w:rsidRPr="00EF2F0E">
              <w:rPr>
                <w:rFonts w:cs="Arial"/>
              </w:rPr>
              <w:t>NOTE 2:</w:t>
            </w:r>
            <w:r w:rsidRPr="00EF2F0E">
              <w:rPr>
                <w:rFonts w:cs="Arial"/>
              </w:rPr>
              <w:tab/>
              <w:t xml:space="preserve">Limit based on ITU-R Recommendation </w:t>
            </w:r>
            <w:r w:rsidRPr="00EF2F0E">
              <w:rPr>
                <w:rFonts w:cs="v3.8.0"/>
              </w:rPr>
              <w:t xml:space="preserve">SM.329 </w:t>
            </w:r>
            <w:r w:rsidRPr="00EF2F0E">
              <w:rPr>
                <w:rFonts w:cs="v5.0.0"/>
              </w:rPr>
              <w:t>[17]</w:t>
            </w:r>
            <w:r w:rsidRPr="00EF2F0E">
              <w:rPr>
                <w:rFonts w:cs="v3.8.0"/>
              </w:rPr>
              <w:t>, s4.3 and Annex 7</w:t>
            </w:r>
          </w:p>
          <w:p w14:paraId="0984F06A" w14:textId="77777777" w:rsidR="00AF2B07" w:rsidRPr="00EF2F0E" w:rsidRDefault="00B15E99" w:rsidP="00AF2B07">
            <w:pPr>
              <w:pStyle w:val="TAN"/>
              <w:rPr>
                <w:rFonts w:cs="Arial"/>
              </w:rPr>
            </w:pPr>
            <w:r w:rsidRPr="00EF2F0E">
              <w:rPr>
                <w:rFonts w:cs="Arial"/>
              </w:rPr>
              <w:t>NOTE 3:</w:t>
            </w:r>
            <w:r w:rsidRPr="00EF2F0E">
              <w:rPr>
                <w:rFonts w:cs="Arial"/>
              </w:rPr>
              <w:tab/>
              <w:t xml:space="preserve">Bandwidth as in ITU-R Recommendation SM.329 </w:t>
            </w:r>
            <w:r w:rsidRPr="00EF2F0E">
              <w:rPr>
                <w:rFonts w:cs="v5.0.0"/>
              </w:rPr>
              <w:t>[17]</w:t>
            </w:r>
            <w:r w:rsidRPr="00EF2F0E">
              <w:rPr>
                <w:rFonts w:cs="Arial"/>
              </w:rPr>
              <w:t xml:space="preserve">, s4.1. Upper frequency as in ITU-R </w:t>
            </w:r>
            <w:r w:rsidRPr="00EF2F0E">
              <w:rPr>
                <w:rFonts w:cs="v3.8.0"/>
              </w:rPr>
              <w:t xml:space="preserve">SM.329 </w:t>
            </w:r>
            <w:r w:rsidRPr="00EF2F0E">
              <w:rPr>
                <w:rFonts w:cs="v5.0.0"/>
              </w:rPr>
              <w:t>[17]</w:t>
            </w:r>
            <w:r w:rsidRPr="00EF2F0E">
              <w:rPr>
                <w:rFonts w:cs="v3.8.0"/>
              </w:rPr>
              <w:t>, s2.5 table 1</w:t>
            </w:r>
          </w:p>
          <w:p w14:paraId="0984F06B" w14:textId="77777777" w:rsidR="00B15E99" w:rsidRPr="00EF2F0E" w:rsidRDefault="00AF2B07" w:rsidP="00AF2B07">
            <w:pPr>
              <w:pStyle w:val="TAN"/>
              <w:rPr>
                <w:rFonts w:cs="Arial"/>
              </w:rPr>
            </w:pPr>
            <w:r w:rsidRPr="00EF2F0E">
              <w:rPr>
                <w:rFonts w:cs="Arial"/>
              </w:rPr>
              <w:t>NOTE 4:</w:t>
            </w:r>
            <w:r w:rsidRPr="00EF2F0E">
              <w:rPr>
                <w:rFonts w:cs="Arial"/>
              </w:rPr>
              <w:tab/>
              <w:t>X = 6 dB</w:t>
            </w:r>
            <w:r w:rsidRPr="00EF2F0E">
              <w:t>, unless stated differently in regional regulation</w:t>
            </w:r>
            <w:r w:rsidRPr="00EF2F0E">
              <w:rPr>
                <w:rFonts w:cs="Arial"/>
              </w:rPr>
              <w:t>.</w:t>
            </w:r>
          </w:p>
        </w:tc>
      </w:tr>
      <w:tr w:rsidR="00B15E99" w:rsidRPr="00EF2F0E" w14:paraId="0984F070" w14:textId="77777777" w:rsidTr="00AB06FD">
        <w:trPr>
          <w:cantSplit/>
          <w:jc w:val="center"/>
        </w:trPr>
        <w:tc>
          <w:tcPr>
            <w:tcW w:w="8189" w:type="dxa"/>
            <w:gridSpan w:val="4"/>
          </w:tcPr>
          <w:p w14:paraId="0984F06D" w14:textId="77777777" w:rsidR="00B15E99" w:rsidRPr="00EF2F0E" w:rsidRDefault="00B15E99" w:rsidP="00AB06FD">
            <w:pPr>
              <w:pStyle w:val="TAN"/>
              <w:tabs>
                <w:tab w:val="left" w:pos="795"/>
              </w:tabs>
              <w:rPr>
                <w:rFonts w:cs="Arial"/>
              </w:rPr>
            </w:pPr>
            <w:r w:rsidRPr="00EF2F0E">
              <w:rPr>
                <w:rFonts w:cs="Arial"/>
              </w:rPr>
              <w:t>Key:</w:t>
            </w:r>
            <w:r w:rsidRPr="00EF2F0E">
              <w:rPr>
                <w:rFonts w:cs="Arial"/>
              </w:rPr>
              <w:tab/>
            </w:r>
          </w:p>
          <w:p w14:paraId="0984F06E" w14:textId="77777777" w:rsidR="00B15E99" w:rsidRPr="00EF2F0E" w:rsidRDefault="00B15E99" w:rsidP="00AB06FD">
            <w:pPr>
              <w:pStyle w:val="TAN"/>
              <w:rPr>
                <w:rFonts w:cs="Arial"/>
              </w:rPr>
            </w:pPr>
            <w:r w:rsidRPr="00EF2F0E">
              <w:rPr>
                <w:rFonts w:cs="Arial"/>
              </w:rPr>
              <w:t>F</w:t>
            </w:r>
            <w:r w:rsidRPr="00EF2F0E">
              <w:rPr>
                <w:rFonts w:cs="Arial"/>
                <w:vertAlign w:val="subscript"/>
              </w:rPr>
              <w:t>low</w:t>
            </w:r>
            <w:r w:rsidRPr="00EF2F0E">
              <w:rPr>
                <w:rFonts w:cs="Arial"/>
              </w:rPr>
              <w:t>:</w:t>
            </w:r>
            <w:r w:rsidRPr="00EF2F0E">
              <w:rPr>
                <w:rFonts w:cs="Arial"/>
              </w:rPr>
              <w:tab/>
              <w:t xml:space="preserve">The lowest downlink frequency of the operating band as defined in subclause </w:t>
            </w:r>
            <w:r w:rsidR="0077153D" w:rsidRPr="00EF2F0E">
              <w:rPr>
                <w:rFonts w:cs="Arial"/>
              </w:rPr>
              <w:t>9.7.1</w:t>
            </w:r>
          </w:p>
          <w:p w14:paraId="0984F06F" w14:textId="77777777" w:rsidR="00B15E99" w:rsidRPr="00EF2F0E" w:rsidRDefault="00B15E99" w:rsidP="00AB06FD">
            <w:pPr>
              <w:pStyle w:val="TAN"/>
              <w:rPr>
                <w:rFonts w:cs="Arial"/>
              </w:rPr>
            </w:pPr>
            <w:r w:rsidRPr="00EF2F0E">
              <w:rPr>
                <w:rFonts w:cs="Arial"/>
              </w:rPr>
              <w:t>F</w:t>
            </w:r>
            <w:r w:rsidRPr="00EF2F0E">
              <w:rPr>
                <w:rFonts w:cs="Arial"/>
                <w:vertAlign w:val="subscript"/>
              </w:rPr>
              <w:t>high</w:t>
            </w:r>
            <w:r w:rsidRPr="00EF2F0E">
              <w:rPr>
                <w:rFonts w:cs="Arial"/>
              </w:rPr>
              <w:t>:</w:t>
            </w:r>
            <w:r w:rsidRPr="00EF2F0E">
              <w:rPr>
                <w:rFonts w:cs="Arial"/>
              </w:rPr>
              <w:tab/>
              <w:t xml:space="preserve">The highest downlink frequency of the operating band as defined in subclause </w:t>
            </w:r>
            <w:r w:rsidR="0077153D" w:rsidRPr="00EF2F0E">
              <w:rPr>
                <w:rFonts w:cs="Arial"/>
              </w:rPr>
              <w:t>9.7.1</w:t>
            </w:r>
          </w:p>
        </w:tc>
      </w:tr>
    </w:tbl>
    <w:p w14:paraId="0984F071" w14:textId="77777777" w:rsidR="00B15E99" w:rsidRPr="00EF2F0E" w:rsidRDefault="00B15E99" w:rsidP="00B15E99"/>
    <w:p w14:paraId="0984F072" w14:textId="77777777" w:rsidR="00B15E99" w:rsidRPr="00EF2F0E" w:rsidRDefault="00B15E99" w:rsidP="00B15E99">
      <w:pPr>
        <w:pStyle w:val="Heading5"/>
        <w:rPr>
          <w:rFonts w:cs="v3.8.0"/>
        </w:rPr>
      </w:pPr>
      <w:bookmarkStart w:id="4519" w:name="_Toc21096105"/>
      <w:bookmarkStart w:id="4520" w:name="_Toc29763304"/>
      <w:bookmarkStart w:id="4521" w:name="_Toc45869589"/>
      <w:bookmarkStart w:id="4522" w:name="_Toc52554842"/>
      <w:bookmarkStart w:id="4523" w:name="_Toc52555312"/>
      <w:bookmarkStart w:id="4524" w:name="_Toc61112544"/>
      <w:bookmarkStart w:id="4525" w:name="_Toc67911696"/>
      <w:bookmarkStart w:id="4526" w:name="_Toc74843171"/>
      <w:bookmarkStart w:id="4527" w:name="_Toc76503554"/>
      <w:bookmarkStart w:id="4528" w:name="_Toc83040997"/>
      <w:bookmarkStart w:id="4529" w:name="_Toc89852040"/>
      <w:bookmarkStart w:id="4530" w:name="_Toc98676394"/>
      <w:r w:rsidRPr="00EF2F0E">
        <w:t>9.7.6.3.2</w:t>
      </w:r>
      <w:r w:rsidRPr="00EF2F0E">
        <w:tab/>
        <w:t>Protection of the BS receiver</w:t>
      </w:r>
      <w:r w:rsidRPr="00EF2F0E">
        <w:rPr>
          <w:rFonts w:cs="v3.8.0"/>
        </w:rPr>
        <w:t xml:space="preserve"> of own or different BS</w:t>
      </w:r>
      <w:bookmarkEnd w:id="4519"/>
      <w:bookmarkEnd w:id="4520"/>
      <w:bookmarkEnd w:id="4521"/>
      <w:bookmarkEnd w:id="4522"/>
      <w:bookmarkEnd w:id="4523"/>
      <w:bookmarkEnd w:id="4524"/>
      <w:bookmarkEnd w:id="4525"/>
      <w:bookmarkEnd w:id="4526"/>
      <w:bookmarkEnd w:id="4527"/>
      <w:bookmarkEnd w:id="4528"/>
      <w:bookmarkEnd w:id="4529"/>
      <w:bookmarkEnd w:id="4530"/>
    </w:p>
    <w:p w14:paraId="0984F073" w14:textId="77777777" w:rsidR="00B15E99" w:rsidRPr="00EF2F0E" w:rsidRDefault="00B15E99" w:rsidP="00B15E99">
      <w:pPr>
        <w:rPr>
          <w:rFonts w:cs="v5.0.0"/>
        </w:rPr>
      </w:pPr>
      <w:r w:rsidRPr="00EF2F0E">
        <w:rPr>
          <w:rFonts w:cs="v5.0.0"/>
        </w:rPr>
        <w:t xml:space="preserve">This requirement shall be applied for UTRA FDD operation in order to prevent the receivers of own or a different BS of the same band  being desensitised by emissions from a </w:t>
      </w:r>
      <w:r w:rsidRPr="00EF2F0E">
        <w:rPr>
          <w:rFonts w:cs="v5.0.0"/>
          <w:i/>
        </w:rPr>
        <w:t>OTA AAS BS</w:t>
      </w:r>
      <w:r w:rsidRPr="00EF2F0E">
        <w:rPr>
          <w:rFonts w:cs="v5.0.0"/>
        </w:rPr>
        <w:t xml:space="preserve">. </w:t>
      </w:r>
    </w:p>
    <w:p w14:paraId="0984F074" w14:textId="77777777" w:rsidR="00B15E99" w:rsidRPr="00EF2F0E" w:rsidRDefault="00B15E99" w:rsidP="00B15E99">
      <w:pPr>
        <w:rPr>
          <w:rFonts w:cs="v5.0.0"/>
        </w:rPr>
      </w:pPr>
      <w:r w:rsidRPr="00EF2F0E">
        <w:rPr>
          <w:rFonts w:cs="v5.0.0"/>
        </w:rPr>
        <w:t>The requirement is a co-location requirement</w:t>
      </w:r>
      <w:r w:rsidR="00791E0E" w:rsidRPr="00EF2F0E">
        <w:rPr>
          <w:rFonts w:cs="v5.0.0"/>
        </w:rPr>
        <w:t>.</w:t>
      </w:r>
      <w:r w:rsidRPr="00EF2F0E">
        <w:rPr>
          <w:rFonts w:cs="v5.0.0"/>
        </w:rPr>
        <w:t xml:space="preserve"> </w:t>
      </w:r>
      <w:r w:rsidR="00791E0E" w:rsidRPr="00EF2F0E">
        <w:rPr>
          <w:rFonts w:cs="v5.0.0"/>
        </w:rPr>
        <w:t>T</w:t>
      </w:r>
      <w:r w:rsidRPr="00EF2F0E">
        <w:rPr>
          <w:rFonts w:cs="v5.0.0"/>
        </w:rPr>
        <w:t xml:space="preserve">he power levels </w:t>
      </w:r>
      <w:r w:rsidR="00791E0E" w:rsidRPr="00EF2F0E">
        <w:rPr>
          <w:rFonts w:cs="v5.0.0"/>
        </w:rPr>
        <w:t xml:space="preserve">are </w:t>
      </w:r>
      <w:r w:rsidRPr="00EF2F0E">
        <w:rPr>
          <w:rFonts w:cs="v5.0.0"/>
        </w:rPr>
        <w:t xml:space="preserve">specified at the </w:t>
      </w:r>
      <w:r w:rsidRPr="00EF2F0E">
        <w:rPr>
          <w:rFonts w:cs="v5.0.0"/>
          <w:i/>
        </w:rPr>
        <w:t>co-location reference antenna</w:t>
      </w:r>
      <w:r w:rsidRPr="00EF2F0E">
        <w:rPr>
          <w:rFonts w:cs="v5.0.0"/>
        </w:rPr>
        <w:t xml:space="preserve"> output.</w:t>
      </w:r>
    </w:p>
    <w:p w14:paraId="0984F075" w14:textId="77777777" w:rsidR="00B15E99" w:rsidRPr="00EF2F0E" w:rsidRDefault="00B15E99" w:rsidP="00B15E99">
      <w:pPr>
        <w:keepNext/>
        <w:rPr>
          <w:rFonts w:cs="v5.0.0"/>
        </w:rPr>
      </w:pPr>
      <w:r w:rsidRPr="00EF2F0E">
        <w:rPr>
          <w:rFonts w:cs="v5.0.0"/>
        </w:rPr>
        <w:t xml:space="preserve">The power </w:t>
      </w:r>
      <w:r w:rsidR="00791E0E" w:rsidRPr="00EF2F0E">
        <w:rPr>
          <w:rFonts w:cs="v5.0.0"/>
        </w:rPr>
        <w:t xml:space="preserve">sum </w:t>
      </w:r>
      <w:r w:rsidRPr="00EF2F0E">
        <w:rPr>
          <w:rFonts w:cs="v5.0.0"/>
        </w:rPr>
        <w:t xml:space="preserve">of any spurious emission </w:t>
      </w:r>
      <w:r w:rsidR="00791E0E" w:rsidRPr="00EF2F0E">
        <w:rPr>
          <w:rFonts w:cs="v5.0.0"/>
        </w:rPr>
        <w:t>is specified over all supported</w:t>
      </w:r>
      <w:r w:rsidRPr="00EF2F0E">
        <w:rPr>
          <w:rFonts w:cs="v5.0.0"/>
        </w:rPr>
        <w:t xml:space="preserve"> polarizations of the </w:t>
      </w:r>
      <w:r w:rsidRPr="00EF2F0E">
        <w:rPr>
          <w:rFonts w:cs="v5.0.0"/>
          <w:i/>
        </w:rPr>
        <w:t>co-location reference antenna</w:t>
      </w:r>
      <w:r w:rsidRPr="00EF2F0E">
        <w:rPr>
          <w:rFonts w:cs="v5.0.0"/>
        </w:rPr>
        <w:t xml:space="preserve"> </w:t>
      </w:r>
      <w:r w:rsidR="00791E0E" w:rsidRPr="00EF2F0E">
        <w:rPr>
          <w:rFonts w:cs="v5.0.0"/>
        </w:rPr>
        <w:t>and</w:t>
      </w:r>
      <w:r w:rsidRPr="00EF2F0E">
        <w:rPr>
          <w:rFonts w:cs="v5.0.0"/>
        </w:rPr>
        <w:t xml:space="preserve"> shall not exceed the limits in table 9.7.6.3.2-1.</w:t>
      </w:r>
    </w:p>
    <w:p w14:paraId="0984F076" w14:textId="77777777" w:rsidR="00B15E99" w:rsidRPr="00EF2F0E" w:rsidRDefault="00B15E99" w:rsidP="00B15E99">
      <w:pPr>
        <w:pStyle w:val="TH"/>
      </w:pPr>
      <w:r w:rsidRPr="00EF2F0E">
        <w:t>Table 9.7.6.3.2-1: BS Spurious emissions limits for protection of the BS receiver</w:t>
      </w:r>
    </w:p>
    <w:tbl>
      <w:tblPr>
        <w:tblW w:w="8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1577"/>
        <w:gridCol w:w="1276"/>
        <w:gridCol w:w="1418"/>
        <w:gridCol w:w="1956"/>
      </w:tblGrid>
      <w:tr w:rsidR="003401A4" w:rsidRPr="00EF2F0E" w14:paraId="0984F07C" w14:textId="77777777" w:rsidTr="00AB06FD">
        <w:trPr>
          <w:cantSplit/>
          <w:jc w:val="center"/>
        </w:trPr>
        <w:tc>
          <w:tcPr>
            <w:tcW w:w="1846" w:type="dxa"/>
          </w:tcPr>
          <w:p w14:paraId="0984F077" w14:textId="77777777" w:rsidR="00B15E99" w:rsidRPr="00EF2F0E" w:rsidRDefault="00B15E99" w:rsidP="00AB06FD">
            <w:pPr>
              <w:pStyle w:val="TAH"/>
              <w:rPr>
                <w:rFonts w:cs="Arial"/>
              </w:rPr>
            </w:pPr>
          </w:p>
        </w:tc>
        <w:tc>
          <w:tcPr>
            <w:tcW w:w="1577" w:type="dxa"/>
          </w:tcPr>
          <w:p w14:paraId="0984F078" w14:textId="77777777" w:rsidR="00B15E99" w:rsidRPr="00EF2F0E" w:rsidRDefault="00B15E99" w:rsidP="00AB06FD">
            <w:pPr>
              <w:pStyle w:val="TAH"/>
              <w:rPr>
                <w:rFonts w:cs="Arial"/>
              </w:rPr>
            </w:pPr>
            <w:r w:rsidRPr="00EF2F0E">
              <w:rPr>
                <w:rFonts w:cs="Arial"/>
              </w:rPr>
              <w:t>Frequency range</w:t>
            </w:r>
          </w:p>
        </w:tc>
        <w:tc>
          <w:tcPr>
            <w:tcW w:w="1276" w:type="dxa"/>
          </w:tcPr>
          <w:p w14:paraId="0984F079" w14:textId="77777777" w:rsidR="00B15E99" w:rsidRPr="00EF2F0E" w:rsidRDefault="00B15E99" w:rsidP="00AB06FD">
            <w:pPr>
              <w:pStyle w:val="TAH"/>
              <w:rPr>
                <w:rFonts w:cs="Arial"/>
              </w:rPr>
            </w:pPr>
            <w:r w:rsidRPr="00EF2F0E">
              <w:rPr>
                <w:rFonts w:cs="Arial"/>
              </w:rPr>
              <w:t>Maximum Level</w:t>
            </w:r>
          </w:p>
        </w:tc>
        <w:tc>
          <w:tcPr>
            <w:tcW w:w="1418" w:type="dxa"/>
          </w:tcPr>
          <w:p w14:paraId="0984F07A" w14:textId="77777777" w:rsidR="00B15E99" w:rsidRPr="00EF2F0E" w:rsidRDefault="00B15E99" w:rsidP="00AB06FD">
            <w:pPr>
              <w:pStyle w:val="TAH"/>
              <w:rPr>
                <w:rFonts w:cs="Arial"/>
              </w:rPr>
            </w:pPr>
            <w:r w:rsidRPr="00EF2F0E">
              <w:rPr>
                <w:rFonts w:cs="Arial"/>
              </w:rPr>
              <w:t>Measurement Bandwidth</w:t>
            </w:r>
          </w:p>
        </w:tc>
        <w:tc>
          <w:tcPr>
            <w:tcW w:w="1956" w:type="dxa"/>
          </w:tcPr>
          <w:p w14:paraId="0984F07B" w14:textId="77777777" w:rsidR="00B15E99" w:rsidRPr="00EF2F0E" w:rsidRDefault="00B15E99" w:rsidP="00AB06FD">
            <w:pPr>
              <w:pStyle w:val="TAH"/>
              <w:rPr>
                <w:rFonts w:cs="Arial"/>
              </w:rPr>
            </w:pPr>
            <w:r w:rsidRPr="00EF2F0E">
              <w:rPr>
                <w:rFonts w:cs="Arial"/>
              </w:rPr>
              <w:t>Notes</w:t>
            </w:r>
          </w:p>
        </w:tc>
      </w:tr>
      <w:tr w:rsidR="003401A4" w:rsidRPr="00EF2F0E" w14:paraId="0984F082" w14:textId="77777777" w:rsidTr="00AB06FD">
        <w:trPr>
          <w:cantSplit/>
          <w:jc w:val="center"/>
        </w:trPr>
        <w:tc>
          <w:tcPr>
            <w:tcW w:w="1846" w:type="dxa"/>
          </w:tcPr>
          <w:p w14:paraId="0984F07D" w14:textId="77777777" w:rsidR="00B15E99" w:rsidRPr="00EF2F0E" w:rsidRDefault="00B15E99" w:rsidP="00AB06FD">
            <w:pPr>
              <w:pStyle w:val="TAC"/>
              <w:rPr>
                <w:rFonts w:cs="Arial"/>
              </w:rPr>
            </w:pPr>
            <w:r w:rsidRPr="00EF2F0E">
              <w:rPr>
                <w:rFonts w:cs="Arial"/>
                <w:lang w:eastAsia="zh-CN"/>
              </w:rPr>
              <w:t>Wide Area BS</w:t>
            </w:r>
          </w:p>
        </w:tc>
        <w:tc>
          <w:tcPr>
            <w:tcW w:w="1577" w:type="dxa"/>
          </w:tcPr>
          <w:p w14:paraId="0984F07E" w14:textId="77777777" w:rsidR="00B15E99" w:rsidRPr="00EF2F0E" w:rsidRDefault="00B15E99" w:rsidP="00AB06FD">
            <w:pPr>
              <w:pStyle w:val="TAC"/>
              <w:rPr>
                <w:rFonts w:cs="Arial"/>
              </w:rPr>
            </w:pPr>
            <w:r w:rsidRPr="00EF2F0E">
              <w:rPr>
                <w:rFonts w:cs="Arial"/>
              </w:rPr>
              <w:t>F</w:t>
            </w:r>
            <w:r w:rsidRPr="00EF2F0E">
              <w:rPr>
                <w:rFonts w:cs="Arial"/>
                <w:vertAlign w:val="subscript"/>
              </w:rPr>
              <w:t>UL_low</w:t>
            </w:r>
            <w:r w:rsidRPr="00EF2F0E">
              <w:rPr>
                <w:rFonts w:cs="Arial"/>
              </w:rPr>
              <w:t xml:space="preserve">  – F</w:t>
            </w:r>
            <w:r w:rsidRPr="00EF2F0E">
              <w:rPr>
                <w:rFonts w:cs="Arial"/>
                <w:vertAlign w:val="subscript"/>
              </w:rPr>
              <w:t>UL_high</w:t>
            </w:r>
          </w:p>
        </w:tc>
        <w:tc>
          <w:tcPr>
            <w:tcW w:w="1276" w:type="dxa"/>
          </w:tcPr>
          <w:p w14:paraId="0984F07F" w14:textId="77777777" w:rsidR="00B15E99" w:rsidRPr="00EF2F0E" w:rsidRDefault="00B15E99" w:rsidP="00AB06FD">
            <w:pPr>
              <w:pStyle w:val="TAC"/>
              <w:rPr>
                <w:rFonts w:cs="Arial"/>
              </w:rPr>
            </w:pPr>
            <w:r w:rsidRPr="00EF2F0E">
              <w:rPr>
                <w:rFonts w:cs="Arial"/>
              </w:rPr>
              <w:t>- 120 dBm</w:t>
            </w:r>
          </w:p>
        </w:tc>
        <w:tc>
          <w:tcPr>
            <w:tcW w:w="1418" w:type="dxa"/>
          </w:tcPr>
          <w:p w14:paraId="0984F080" w14:textId="77777777" w:rsidR="00B15E99" w:rsidRPr="00EF2F0E" w:rsidRDefault="00B15E99" w:rsidP="00AB06FD">
            <w:pPr>
              <w:pStyle w:val="TAC"/>
              <w:rPr>
                <w:rFonts w:cs="Arial"/>
              </w:rPr>
            </w:pPr>
            <w:r w:rsidRPr="00EF2F0E">
              <w:rPr>
                <w:rFonts w:cs="Arial"/>
              </w:rPr>
              <w:t>100 kHz</w:t>
            </w:r>
          </w:p>
        </w:tc>
        <w:tc>
          <w:tcPr>
            <w:tcW w:w="1956" w:type="dxa"/>
          </w:tcPr>
          <w:p w14:paraId="0984F081" w14:textId="77777777" w:rsidR="00B15E99" w:rsidRPr="00EF2F0E" w:rsidRDefault="00B15E99" w:rsidP="00AB06FD">
            <w:pPr>
              <w:pStyle w:val="TAC"/>
              <w:rPr>
                <w:rFonts w:cs="Arial"/>
              </w:rPr>
            </w:pPr>
          </w:p>
        </w:tc>
      </w:tr>
      <w:tr w:rsidR="003401A4" w:rsidRPr="00EF2F0E" w14:paraId="0984F088" w14:textId="77777777" w:rsidTr="00AB06FD">
        <w:trPr>
          <w:cantSplit/>
          <w:jc w:val="center"/>
        </w:trPr>
        <w:tc>
          <w:tcPr>
            <w:tcW w:w="1846" w:type="dxa"/>
            <w:tcBorders>
              <w:top w:val="single" w:sz="4" w:space="0" w:color="auto"/>
              <w:left w:val="single" w:sz="4" w:space="0" w:color="auto"/>
              <w:bottom w:val="single" w:sz="4" w:space="0" w:color="auto"/>
              <w:right w:val="single" w:sz="4" w:space="0" w:color="auto"/>
            </w:tcBorders>
          </w:tcPr>
          <w:p w14:paraId="0984F083" w14:textId="77777777" w:rsidR="00B15E99" w:rsidRPr="00EF2F0E" w:rsidRDefault="00B15E99" w:rsidP="00AB06FD">
            <w:pPr>
              <w:pStyle w:val="TAC"/>
              <w:rPr>
                <w:rFonts w:cs="Arial"/>
                <w:lang w:eastAsia="zh-CN"/>
              </w:rPr>
            </w:pPr>
            <w:r w:rsidRPr="00EF2F0E">
              <w:rPr>
                <w:rFonts w:cs="Arial"/>
                <w:lang w:eastAsia="zh-CN"/>
              </w:rPr>
              <w:t>Medium Range BS</w:t>
            </w:r>
          </w:p>
        </w:tc>
        <w:tc>
          <w:tcPr>
            <w:tcW w:w="1577" w:type="dxa"/>
            <w:tcBorders>
              <w:top w:val="single" w:sz="4" w:space="0" w:color="auto"/>
              <w:left w:val="single" w:sz="4" w:space="0" w:color="auto"/>
              <w:bottom w:val="single" w:sz="4" w:space="0" w:color="auto"/>
              <w:right w:val="single" w:sz="4" w:space="0" w:color="auto"/>
            </w:tcBorders>
          </w:tcPr>
          <w:p w14:paraId="0984F084" w14:textId="77777777" w:rsidR="00B15E99" w:rsidRPr="00EF2F0E" w:rsidRDefault="00B15E99" w:rsidP="00AB06FD">
            <w:pPr>
              <w:pStyle w:val="TAC"/>
              <w:rPr>
                <w:rFonts w:cs="Arial"/>
              </w:rPr>
            </w:pPr>
            <w:r w:rsidRPr="00EF2F0E">
              <w:rPr>
                <w:rFonts w:cs="Arial"/>
              </w:rPr>
              <w:t>F</w:t>
            </w:r>
            <w:r w:rsidRPr="00EF2F0E">
              <w:rPr>
                <w:rFonts w:cs="Arial"/>
                <w:vertAlign w:val="subscript"/>
              </w:rPr>
              <w:t>UL_low</w:t>
            </w:r>
            <w:r w:rsidRPr="00EF2F0E">
              <w:rPr>
                <w:rFonts w:cs="Arial"/>
              </w:rPr>
              <w:t xml:space="preserve">  – F</w:t>
            </w:r>
            <w:r w:rsidRPr="00EF2F0E">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0984F085" w14:textId="77777777" w:rsidR="00B15E99" w:rsidRPr="00EF2F0E" w:rsidRDefault="00B15E99" w:rsidP="00AB06FD">
            <w:pPr>
              <w:pStyle w:val="TAC"/>
              <w:rPr>
                <w:rFonts w:cs="Arial"/>
              </w:rPr>
            </w:pPr>
            <w:r w:rsidRPr="00EF2F0E">
              <w:rPr>
                <w:rFonts w:cs="Arial"/>
              </w:rPr>
              <w:t>- 110 dBm</w:t>
            </w:r>
          </w:p>
        </w:tc>
        <w:tc>
          <w:tcPr>
            <w:tcW w:w="1418" w:type="dxa"/>
            <w:tcBorders>
              <w:top w:val="single" w:sz="4" w:space="0" w:color="auto"/>
              <w:left w:val="single" w:sz="4" w:space="0" w:color="auto"/>
              <w:bottom w:val="single" w:sz="4" w:space="0" w:color="auto"/>
              <w:right w:val="single" w:sz="4" w:space="0" w:color="auto"/>
            </w:tcBorders>
          </w:tcPr>
          <w:p w14:paraId="0984F086" w14:textId="77777777" w:rsidR="00B15E99" w:rsidRPr="00EF2F0E" w:rsidRDefault="00B15E99" w:rsidP="00AB06FD">
            <w:pPr>
              <w:pStyle w:val="TAC"/>
              <w:rPr>
                <w:rFonts w:cs="Arial"/>
              </w:rPr>
            </w:pPr>
            <w:r w:rsidRPr="00EF2F0E">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0984F087" w14:textId="77777777" w:rsidR="00B15E99" w:rsidRPr="00EF2F0E" w:rsidRDefault="00B15E99" w:rsidP="00AB06FD">
            <w:pPr>
              <w:pStyle w:val="TAC"/>
              <w:rPr>
                <w:rFonts w:cs="Arial"/>
              </w:rPr>
            </w:pPr>
          </w:p>
        </w:tc>
      </w:tr>
      <w:tr w:rsidR="009242C4" w:rsidRPr="00EF2F0E" w14:paraId="0984F08E" w14:textId="77777777" w:rsidTr="00AB06FD">
        <w:trPr>
          <w:cantSplit/>
          <w:jc w:val="center"/>
        </w:trPr>
        <w:tc>
          <w:tcPr>
            <w:tcW w:w="1846" w:type="dxa"/>
          </w:tcPr>
          <w:p w14:paraId="0984F089" w14:textId="77777777" w:rsidR="00B15E99" w:rsidRPr="00EF2F0E" w:rsidRDefault="00B15E99" w:rsidP="00AB06FD">
            <w:pPr>
              <w:pStyle w:val="TAC"/>
              <w:rPr>
                <w:rFonts w:cs="Arial"/>
                <w:lang w:eastAsia="zh-CN"/>
              </w:rPr>
            </w:pPr>
            <w:r w:rsidRPr="00EF2F0E">
              <w:rPr>
                <w:rFonts w:cs="Arial"/>
                <w:lang w:eastAsia="zh-CN"/>
              </w:rPr>
              <w:t>Local Area BS</w:t>
            </w:r>
          </w:p>
        </w:tc>
        <w:tc>
          <w:tcPr>
            <w:tcW w:w="1577" w:type="dxa"/>
          </w:tcPr>
          <w:p w14:paraId="0984F08A" w14:textId="77777777" w:rsidR="00B15E99" w:rsidRPr="00EF2F0E" w:rsidRDefault="00B15E99" w:rsidP="00AB06FD">
            <w:pPr>
              <w:pStyle w:val="TAC"/>
              <w:rPr>
                <w:rFonts w:cs="Arial"/>
              </w:rPr>
            </w:pPr>
            <w:r w:rsidRPr="00EF2F0E">
              <w:rPr>
                <w:rFonts w:cs="Arial"/>
              </w:rPr>
              <w:t>F</w:t>
            </w:r>
            <w:r w:rsidRPr="00EF2F0E">
              <w:rPr>
                <w:rFonts w:cs="Arial"/>
                <w:vertAlign w:val="subscript"/>
              </w:rPr>
              <w:t>UL_low</w:t>
            </w:r>
            <w:r w:rsidRPr="00EF2F0E">
              <w:rPr>
                <w:rFonts w:cs="Arial"/>
              </w:rPr>
              <w:t xml:space="preserve">  – F</w:t>
            </w:r>
            <w:r w:rsidRPr="00EF2F0E">
              <w:rPr>
                <w:rFonts w:cs="Arial"/>
                <w:vertAlign w:val="subscript"/>
              </w:rPr>
              <w:t>UL_high</w:t>
            </w:r>
          </w:p>
        </w:tc>
        <w:tc>
          <w:tcPr>
            <w:tcW w:w="1276" w:type="dxa"/>
          </w:tcPr>
          <w:p w14:paraId="0984F08B" w14:textId="77777777" w:rsidR="00B15E99" w:rsidRPr="00EF2F0E" w:rsidRDefault="00B15E99" w:rsidP="00AB06FD">
            <w:pPr>
              <w:pStyle w:val="TAC"/>
              <w:rPr>
                <w:rFonts w:cs="Arial"/>
              </w:rPr>
            </w:pPr>
            <w:r w:rsidRPr="00EF2F0E">
              <w:rPr>
                <w:rFonts w:cs="Arial"/>
              </w:rPr>
              <w:t>-</w:t>
            </w:r>
            <w:r w:rsidRPr="00EF2F0E">
              <w:rPr>
                <w:rFonts w:cs="Arial"/>
                <w:lang w:eastAsia="zh-CN"/>
              </w:rPr>
              <w:t>106</w:t>
            </w:r>
            <w:r w:rsidRPr="00EF2F0E">
              <w:rPr>
                <w:rFonts w:cs="Arial"/>
              </w:rPr>
              <w:t xml:space="preserve"> dBm</w:t>
            </w:r>
          </w:p>
        </w:tc>
        <w:tc>
          <w:tcPr>
            <w:tcW w:w="1418" w:type="dxa"/>
          </w:tcPr>
          <w:p w14:paraId="0984F08C" w14:textId="77777777" w:rsidR="00B15E99" w:rsidRPr="00EF2F0E" w:rsidRDefault="00B15E99" w:rsidP="00AB06FD">
            <w:pPr>
              <w:pStyle w:val="TAC"/>
              <w:rPr>
                <w:rFonts w:cs="Arial"/>
              </w:rPr>
            </w:pPr>
            <w:r w:rsidRPr="00EF2F0E">
              <w:rPr>
                <w:rFonts w:cs="Arial"/>
              </w:rPr>
              <w:t>100 kHz</w:t>
            </w:r>
          </w:p>
        </w:tc>
        <w:tc>
          <w:tcPr>
            <w:tcW w:w="1956" w:type="dxa"/>
          </w:tcPr>
          <w:p w14:paraId="0984F08D" w14:textId="77777777" w:rsidR="00B15E99" w:rsidRPr="00EF2F0E" w:rsidRDefault="00B15E99" w:rsidP="00AB06FD">
            <w:pPr>
              <w:pStyle w:val="TAC"/>
              <w:rPr>
                <w:rFonts w:cs="Arial"/>
              </w:rPr>
            </w:pPr>
          </w:p>
        </w:tc>
      </w:tr>
    </w:tbl>
    <w:p w14:paraId="0984F08F" w14:textId="77777777" w:rsidR="00B15E99" w:rsidRPr="00EF2F0E" w:rsidRDefault="00B15E99" w:rsidP="00B15E99"/>
    <w:p w14:paraId="0984F090" w14:textId="77777777" w:rsidR="00B15E99" w:rsidRPr="00EF2F0E" w:rsidRDefault="00B15E99" w:rsidP="00B15E99">
      <w:pPr>
        <w:pStyle w:val="Heading5"/>
      </w:pPr>
      <w:bookmarkStart w:id="4531" w:name="_Toc21096106"/>
      <w:bookmarkStart w:id="4532" w:name="_Toc29763305"/>
      <w:bookmarkStart w:id="4533" w:name="_Toc45869590"/>
      <w:bookmarkStart w:id="4534" w:name="_Toc52554843"/>
      <w:bookmarkStart w:id="4535" w:name="_Toc52555313"/>
      <w:bookmarkStart w:id="4536" w:name="_Toc61112545"/>
      <w:bookmarkStart w:id="4537" w:name="_Toc67911697"/>
      <w:bookmarkStart w:id="4538" w:name="_Toc74843172"/>
      <w:bookmarkStart w:id="4539" w:name="_Toc76503555"/>
      <w:bookmarkStart w:id="4540" w:name="_Toc83040998"/>
      <w:bookmarkStart w:id="4541" w:name="_Toc89852041"/>
      <w:bookmarkStart w:id="4542" w:name="_Toc98676395"/>
      <w:r w:rsidRPr="00EF2F0E">
        <w:t>9.7.6.3.3</w:t>
      </w:r>
      <w:r w:rsidRPr="00EF2F0E">
        <w:tab/>
        <w:t>Additional spurious emissions requirements</w:t>
      </w:r>
      <w:bookmarkEnd w:id="4531"/>
      <w:bookmarkEnd w:id="4532"/>
      <w:bookmarkEnd w:id="4533"/>
      <w:bookmarkEnd w:id="4534"/>
      <w:bookmarkEnd w:id="4535"/>
      <w:bookmarkEnd w:id="4536"/>
      <w:bookmarkEnd w:id="4537"/>
      <w:bookmarkEnd w:id="4538"/>
      <w:bookmarkEnd w:id="4539"/>
      <w:bookmarkEnd w:id="4540"/>
      <w:bookmarkEnd w:id="4541"/>
      <w:bookmarkEnd w:id="4542"/>
    </w:p>
    <w:p w14:paraId="0984F091" w14:textId="77777777" w:rsidR="00B15E99" w:rsidRPr="00EF2F0E" w:rsidRDefault="00B15E99" w:rsidP="00B15E99">
      <w:r w:rsidRPr="00EF2F0E">
        <w:t xml:space="preserve">The TRP of any spurious emission shall not exceed the limits of table 9.7.6.3.3-1 for a AAS BS where requirements for co-existence with the system listed in the first column apply. For a </w:t>
      </w:r>
      <w:r w:rsidRPr="00EF2F0E">
        <w:rPr>
          <w:i/>
        </w:rPr>
        <w:t>multi-band RIB</w:t>
      </w:r>
      <w:r w:rsidRPr="00EF2F0E">
        <w:t>, the exclusions and conditions in the notes column of table 9.7.6.3.3-1 apply for each supported operating band.</w:t>
      </w:r>
      <w:r w:rsidRPr="00EF2F0E">
        <w:rPr>
          <w:lang w:eastAsia="zh-CN"/>
        </w:rPr>
        <w:t xml:space="preserve"> </w:t>
      </w:r>
    </w:p>
    <w:p w14:paraId="0984F092" w14:textId="77777777" w:rsidR="00B15E99" w:rsidRPr="00EF2F0E" w:rsidRDefault="00B15E99" w:rsidP="00B15E99">
      <w:pPr>
        <w:pStyle w:val="TH"/>
      </w:pPr>
      <w:r w:rsidRPr="00EF2F0E">
        <w:t xml:space="preserve">Table 9.7.6.3.3-1 </w:t>
      </w:r>
      <w:r w:rsidRPr="00EF2F0E">
        <w:rPr>
          <w:i/>
        </w:rPr>
        <w:t>OTA AAS BS</w:t>
      </w:r>
      <w:r w:rsidRPr="00EF2F0E">
        <w:t xml:space="preserve"> Spurious emissions limits for UTRA FDD BS in geographic coverage area of systems operating in other frequency bands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A0" w:firstRow="1" w:lastRow="0" w:firstColumn="1" w:lastColumn="0" w:noHBand="0" w:noVBand="0"/>
      </w:tblPr>
      <w:tblGrid>
        <w:gridCol w:w="1346"/>
        <w:gridCol w:w="1657"/>
        <w:gridCol w:w="851"/>
        <w:gridCol w:w="1417"/>
        <w:gridCol w:w="4422"/>
      </w:tblGrid>
      <w:tr w:rsidR="003401A4" w:rsidRPr="00EF2F0E" w14:paraId="0984F098" w14:textId="77777777" w:rsidTr="00AB06FD">
        <w:trPr>
          <w:cantSplit/>
          <w:trHeight w:val="113"/>
          <w:jc w:val="center"/>
        </w:trPr>
        <w:tc>
          <w:tcPr>
            <w:tcW w:w="1346" w:type="dxa"/>
            <w:shd w:val="clear" w:color="auto" w:fill="auto"/>
          </w:tcPr>
          <w:p w14:paraId="0984F093" w14:textId="77777777" w:rsidR="00B15E99" w:rsidRPr="00EF2F0E" w:rsidRDefault="00B15E99" w:rsidP="00AB06FD">
            <w:pPr>
              <w:pStyle w:val="TAH"/>
              <w:rPr>
                <w:rFonts w:cs="Arial"/>
              </w:rPr>
            </w:pPr>
            <w:r w:rsidRPr="00EF2F0E">
              <w:rPr>
                <w:rFonts w:cs="Arial"/>
              </w:rPr>
              <w:t>System type operating in the same geographical area</w:t>
            </w:r>
          </w:p>
        </w:tc>
        <w:tc>
          <w:tcPr>
            <w:tcW w:w="1657" w:type="dxa"/>
            <w:shd w:val="clear" w:color="auto" w:fill="auto"/>
          </w:tcPr>
          <w:p w14:paraId="0984F094" w14:textId="77777777" w:rsidR="00B15E99" w:rsidRPr="00EF2F0E" w:rsidRDefault="00B15E99" w:rsidP="00AB06FD">
            <w:pPr>
              <w:pStyle w:val="TAH"/>
              <w:rPr>
                <w:rFonts w:cs="Arial"/>
              </w:rPr>
            </w:pPr>
            <w:r w:rsidRPr="00EF2F0E">
              <w:rPr>
                <w:rFonts w:cs="Arial"/>
              </w:rPr>
              <w:t>Band for co-existence requirement</w:t>
            </w:r>
          </w:p>
        </w:tc>
        <w:tc>
          <w:tcPr>
            <w:tcW w:w="851" w:type="dxa"/>
            <w:shd w:val="clear" w:color="auto" w:fill="auto"/>
          </w:tcPr>
          <w:p w14:paraId="0984F095" w14:textId="77777777" w:rsidR="00B15E99" w:rsidRPr="00EF2F0E" w:rsidRDefault="00B15E99" w:rsidP="00AB06FD">
            <w:pPr>
              <w:pStyle w:val="TAH"/>
              <w:rPr>
                <w:rFonts w:cs="Arial"/>
              </w:rPr>
            </w:pPr>
            <w:r w:rsidRPr="00EF2F0E">
              <w:rPr>
                <w:rFonts w:cs="Arial"/>
              </w:rPr>
              <w:t>Maximum Level</w:t>
            </w:r>
          </w:p>
        </w:tc>
        <w:tc>
          <w:tcPr>
            <w:tcW w:w="1417" w:type="dxa"/>
            <w:shd w:val="clear" w:color="auto" w:fill="auto"/>
          </w:tcPr>
          <w:p w14:paraId="0984F096" w14:textId="77777777" w:rsidR="00B15E99" w:rsidRPr="00EF2F0E" w:rsidRDefault="00B15E99" w:rsidP="00AB06FD">
            <w:pPr>
              <w:pStyle w:val="TAH"/>
              <w:rPr>
                <w:rFonts w:cs="Arial"/>
              </w:rPr>
            </w:pPr>
            <w:r w:rsidRPr="00EF2F0E">
              <w:rPr>
                <w:rFonts w:cs="Arial"/>
              </w:rPr>
              <w:t>Measurement Bandwidth</w:t>
            </w:r>
          </w:p>
        </w:tc>
        <w:tc>
          <w:tcPr>
            <w:tcW w:w="4422" w:type="dxa"/>
            <w:shd w:val="clear" w:color="auto" w:fill="auto"/>
          </w:tcPr>
          <w:p w14:paraId="0984F097" w14:textId="77777777" w:rsidR="00B15E99" w:rsidRPr="00EF2F0E" w:rsidRDefault="00B15E99" w:rsidP="00AB06FD">
            <w:pPr>
              <w:pStyle w:val="TAH"/>
              <w:rPr>
                <w:rFonts w:cs="Arial"/>
              </w:rPr>
            </w:pPr>
            <w:r w:rsidRPr="00EF2F0E">
              <w:rPr>
                <w:rFonts w:cs="Arial"/>
              </w:rPr>
              <w:t>Notes</w:t>
            </w:r>
          </w:p>
        </w:tc>
      </w:tr>
      <w:tr w:rsidR="003401A4" w:rsidRPr="00EF2F0E" w14:paraId="0984F09E" w14:textId="77777777" w:rsidTr="00AB06FD">
        <w:trPr>
          <w:cantSplit/>
          <w:trHeight w:val="113"/>
          <w:jc w:val="center"/>
        </w:trPr>
        <w:tc>
          <w:tcPr>
            <w:tcW w:w="1346" w:type="dxa"/>
            <w:vMerge w:val="restart"/>
            <w:shd w:val="clear" w:color="auto" w:fill="auto"/>
          </w:tcPr>
          <w:p w14:paraId="0984F099" w14:textId="77777777" w:rsidR="00B15E99" w:rsidRPr="00EF2F0E" w:rsidRDefault="00B15E99" w:rsidP="00AB06FD">
            <w:pPr>
              <w:pStyle w:val="TAC"/>
              <w:rPr>
                <w:rFonts w:cs="Arial"/>
              </w:rPr>
            </w:pPr>
            <w:r w:rsidRPr="00EF2F0E">
              <w:rPr>
                <w:rFonts w:cs="Arial"/>
              </w:rPr>
              <w:t>GSM900</w:t>
            </w:r>
          </w:p>
        </w:tc>
        <w:tc>
          <w:tcPr>
            <w:tcW w:w="1657" w:type="dxa"/>
            <w:shd w:val="clear" w:color="auto" w:fill="auto"/>
          </w:tcPr>
          <w:p w14:paraId="0984F09A" w14:textId="77777777" w:rsidR="00B15E99" w:rsidRPr="00EF2F0E" w:rsidRDefault="00B15E99" w:rsidP="00AB06FD">
            <w:pPr>
              <w:pStyle w:val="TAC"/>
              <w:rPr>
                <w:rFonts w:cs="Arial"/>
              </w:rPr>
            </w:pPr>
            <w:r w:rsidRPr="00EF2F0E">
              <w:rPr>
                <w:rFonts w:cs="v5.0.0"/>
              </w:rPr>
              <w:t xml:space="preserve">921 </w:t>
            </w:r>
            <w:r w:rsidRPr="00EF2F0E">
              <w:rPr>
                <w:rFonts w:cs="v5.0.0"/>
              </w:rPr>
              <w:noBreakHyphen/>
              <w:t xml:space="preserve"> 960 MHz</w:t>
            </w:r>
          </w:p>
        </w:tc>
        <w:tc>
          <w:tcPr>
            <w:tcW w:w="851" w:type="dxa"/>
            <w:shd w:val="clear" w:color="auto" w:fill="auto"/>
          </w:tcPr>
          <w:p w14:paraId="0984F09B" w14:textId="77777777" w:rsidR="00B15E99" w:rsidRPr="00EF2F0E" w:rsidRDefault="00B15E99" w:rsidP="00AB06FD">
            <w:pPr>
              <w:pStyle w:val="TAC"/>
              <w:rPr>
                <w:rFonts w:cs="Arial"/>
              </w:rPr>
            </w:pPr>
            <w:r w:rsidRPr="00EF2F0E">
              <w:rPr>
                <w:rFonts w:cs="v5.0.0"/>
              </w:rPr>
              <w:t>-51 dBm</w:t>
            </w:r>
          </w:p>
        </w:tc>
        <w:tc>
          <w:tcPr>
            <w:tcW w:w="1417" w:type="dxa"/>
            <w:shd w:val="clear" w:color="auto" w:fill="auto"/>
          </w:tcPr>
          <w:p w14:paraId="0984F09C" w14:textId="77777777" w:rsidR="00B15E99" w:rsidRPr="00EF2F0E" w:rsidRDefault="00B15E99" w:rsidP="00AB06FD">
            <w:pPr>
              <w:pStyle w:val="TAC"/>
              <w:rPr>
                <w:rFonts w:cs="Arial"/>
              </w:rPr>
            </w:pPr>
            <w:r w:rsidRPr="00EF2F0E">
              <w:rPr>
                <w:rFonts w:cs="v5.0.0"/>
              </w:rPr>
              <w:t>100 kHz</w:t>
            </w:r>
          </w:p>
        </w:tc>
        <w:tc>
          <w:tcPr>
            <w:tcW w:w="4422" w:type="dxa"/>
            <w:shd w:val="clear" w:color="auto" w:fill="auto"/>
          </w:tcPr>
          <w:p w14:paraId="0984F09D" w14:textId="77777777" w:rsidR="00B15E99" w:rsidRPr="00EF2F0E" w:rsidRDefault="00B15E99" w:rsidP="00AB06FD">
            <w:pPr>
              <w:pStyle w:val="TAL"/>
              <w:rPr>
                <w:rFonts w:cs="Arial"/>
              </w:rPr>
            </w:pPr>
            <w:r w:rsidRPr="00EF2F0E">
              <w:rPr>
                <w:rFonts w:cs="Arial"/>
              </w:rPr>
              <w:t>This requirement does not apply to UTRA FDD operating in band VIII</w:t>
            </w:r>
          </w:p>
        </w:tc>
      </w:tr>
      <w:tr w:rsidR="003401A4" w:rsidRPr="00EF2F0E" w14:paraId="0984F0A4" w14:textId="77777777" w:rsidTr="00AB06FD">
        <w:trPr>
          <w:cantSplit/>
          <w:trHeight w:val="113"/>
          <w:jc w:val="center"/>
        </w:trPr>
        <w:tc>
          <w:tcPr>
            <w:tcW w:w="1346" w:type="dxa"/>
            <w:vMerge/>
            <w:shd w:val="clear" w:color="auto" w:fill="auto"/>
          </w:tcPr>
          <w:p w14:paraId="0984F09F" w14:textId="77777777" w:rsidR="00B15E99" w:rsidRPr="00EF2F0E" w:rsidRDefault="00B15E99" w:rsidP="00AB06FD">
            <w:pPr>
              <w:pStyle w:val="TAC"/>
              <w:rPr>
                <w:rFonts w:cs="Arial"/>
              </w:rPr>
            </w:pPr>
          </w:p>
        </w:tc>
        <w:tc>
          <w:tcPr>
            <w:tcW w:w="1657" w:type="dxa"/>
            <w:shd w:val="clear" w:color="auto" w:fill="auto"/>
          </w:tcPr>
          <w:p w14:paraId="0984F0A0" w14:textId="77777777" w:rsidR="00B15E99" w:rsidRPr="00EF2F0E" w:rsidRDefault="00B15E99" w:rsidP="00AB06FD">
            <w:pPr>
              <w:pStyle w:val="TAC"/>
              <w:rPr>
                <w:rFonts w:cs="v5.0.0"/>
              </w:rPr>
            </w:pPr>
            <w:r w:rsidRPr="00EF2F0E">
              <w:rPr>
                <w:rFonts w:cs="Arial"/>
              </w:rPr>
              <w:t>876 - 915 MHz</w:t>
            </w:r>
          </w:p>
        </w:tc>
        <w:tc>
          <w:tcPr>
            <w:tcW w:w="851" w:type="dxa"/>
            <w:shd w:val="clear" w:color="auto" w:fill="auto"/>
          </w:tcPr>
          <w:p w14:paraId="0984F0A1" w14:textId="77777777" w:rsidR="00B15E99" w:rsidRPr="00EF2F0E" w:rsidRDefault="00B15E99" w:rsidP="00AB06FD">
            <w:pPr>
              <w:pStyle w:val="TAC"/>
              <w:rPr>
                <w:rFonts w:cs="v5.0.0"/>
              </w:rPr>
            </w:pPr>
            <w:r w:rsidRPr="00EF2F0E">
              <w:rPr>
                <w:rFonts w:cs="Arial"/>
              </w:rPr>
              <w:t>-55 dBm</w:t>
            </w:r>
          </w:p>
        </w:tc>
        <w:tc>
          <w:tcPr>
            <w:tcW w:w="1417" w:type="dxa"/>
            <w:shd w:val="clear" w:color="auto" w:fill="auto"/>
          </w:tcPr>
          <w:p w14:paraId="0984F0A2" w14:textId="77777777" w:rsidR="00B15E99" w:rsidRPr="00EF2F0E" w:rsidRDefault="00B15E99" w:rsidP="00AB06FD">
            <w:pPr>
              <w:pStyle w:val="TAC"/>
              <w:rPr>
                <w:rFonts w:cs="v5.0.0"/>
              </w:rPr>
            </w:pPr>
            <w:r w:rsidRPr="00EF2F0E">
              <w:rPr>
                <w:rFonts w:cs="Arial"/>
              </w:rPr>
              <w:t>100 kHz</w:t>
            </w:r>
          </w:p>
        </w:tc>
        <w:tc>
          <w:tcPr>
            <w:tcW w:w="4422" w:type="dxa"/>
            <w:shd w:val="clear" w:color="auto" w:fill="auto"/>
          </w:tcPr>
          <w:p w14:paraId="0984F0A3" w14:textId="77777777" w:rsidR="00B15E99" w:rsidRPr="00EF2F0E" w:rsidDel="00813974" w:rsidRDefault="00B15E99" w:rsidP="00AB06FD">
            <w:pPr>
              <w:pStyle w:val="TAL"/>
              <w:rPr>
                <w:rFonts w:cs="Arial"/>
              </w:rPr>
            </w:pPr>
            <w:r w:rsidRPr="00EF2F0E">
              <w:rPr>
                <w:rFonts w:cs="Arial"/>
              </w:rPr>
              <w:t xml:space="preserve">For the frequency range 880-915 MHz, </w:t>
            </w:r>
            <w:r w:rsidRPr="00EF2F0E">
              <w:rPr>
                <w:rFonts w:cs="v5.0.0"/>
              </w:rPr>
              <w:t>this requirement does not apply to UTRA FDD operating in band VIII, since it is already covered by the requirement in subclause 9.7.6.3.2.</w:t>
            </w:r>
          </w:p>
        </w:tc>
      </w:tr>
      <w:tr w:rsidR="003401A4" w:rsidRPr="00EF2F0E" w14:paraId="0984F0AA" w14:textId="77777777" w:rsidTr="00AB06FD">
        <w:trPr>
          <w:cantSplit/>
          <w:trHeight w:val="113"/>
          <w:jc w:val="center"/>
        </w:trPr>
        <w:tc>
          <w:tcPr>
            <w:tcW w:w="1346" w:type="dxa"/>
            <w:vMerge w:val="restart"/>
            <w:shd w:val="clear" w:color="auto" w:fill="auto"/>
          </w:tcPr>
          <w:p w14:paraId="0984F0A5" w14:textId="77777777" w:rsidR="00B15E99" w:rsidRPr="00EF2F0E" w:rsidRDefault="00B15E99" w:rsidP="00AB06FD">
            <w:pPr>
              <w:pStyle w:val="TAC"/>
              <w:rPr>
                <w:rFonts w:cs="Arial"/>
              </w:rPr>
            </w:pPr>
            <w:r w:rsidRPr="00EF2F0E">
              <w:rPr>
                <w:rFonts w:cs="Arial"/>
              </w:rPr>
              <w:t>DCS1800</w:t>
            </w:r>
          </w:p>
        </w:tc>
        <w:tc>
          <w:tcPr>
            <w:tcW w:w="1657" w:type="dxa"/>
            <w:shd w:val="clear" w:color="auto" w:fill="auto"/>
          </w:tcPr>
          <w:p w14:paraId="0984F0A6" w14:textId="77777777" w:rsidR="00B15E99" w:rsidRPr="00EF2F0E" w:rsidRDefault="00B15E99" w:rsidP="00AB06FD">
            <w:pPr>
              <w:pStyle w:val="TAC"/>
              <w:rPr>
                <w:rFonts w:cs="Arial"/>
              </w:rPr>
            </w:pPr>
            <w:r w:rsidRPr="00EF2F0E">
              <w:rPr>
                <w:rFonts w:cs="v5.0.0"/>
              </w:rPr>
              <w:t xml:space="preserve">1805 </w:t>
            </w:r>
            <w:r w:rsidRPr="00EF2F0E">
              <w:rPr>
                <w:rFonts w:cs="v5.0.0"/>
              </w:rPr>
              <w:noBreakHyphen/>
              <w:t xml:space="preserve"> 1880 MHz</w:t>
            </w:r>
          </w:p>
        </w:tc>
        <w:tc>
          <w:tcPr>
            <w:tcW w:w="851" w:type="dxa"/>
            <w:shd w:val="clear" w:color="auto" w:fill="auto"/>
          </w:tcPr>
          <w:p w14:paraId="0984F0A7" w14:textId="77777777" w:rsidR="00B15E99" w:rsidRPr="00EF2F0E" w:rsidRDefault="00B15E99" w:rsidP="00AB06FD">
            <w:pPr>
              <w:pStyle w:val="TAC"/>
              <w:rPr>
                <w:rFonts w:cs="Arial"/>
              </w:rPr>
            </w:pPr>
            <w:r w:rsidRPr="00EF2F0E">
              <w:rPr>
                <w:rFonts w:cs="v5.0.0"/>
              </w:rPr>
              <w:t>-41 dBm</w:t>
            </w:r>
          </w:p>
        </w:tc>
        <w:tc>
          <w:tcPr>
            <w:tcW w:w="1417" w:type="dxa"/>
            <w:shd w:val="clear" w:color="auto" w:fill="auto"/>
          </w:tcPr>
          <w:p w14:paraId="0984F0A8" w14:textId="77777777" w:rsidR="00B15E99" w:rsidRPr="00EF2F0E" w:rsidRDefault="00B15E99" w:rsidP="00AB06FD">
            <w:pPr>
              <w:pStyle w:val="TAC"/>
              <w:rPr>
                <w:rFonts w:cs="Arial"/>
              </w:rPr>
            </w:pPr>
            <w:r w:rsidRPr="00EF2F0E">
              <w:rPr>
                <w:rFonts w:cs="v5.0.0"/>
              </w:rPr>
              <w:t>100 kHz</w:t>
            </w:r>
          </w:p>
        </w:tc>
        <w:tc>
          <w:tcPr>
            <w:tcW w:w="4422" w:type="dxa"/>
            <w:shd w:val="clear" w:color="auto" w:fill="auto"/>
          </w:tcPr>
          <w:p w14:paraId="0984F0A9" w14:textId="77777777" w:rsidR="00B15E99" w:rsidRPr="00EF2F0E" w:rsidRDefault="00B15E99" w:rsidP="00AB06FD">
            <w:pPr>
              <w:pStyle w:val="TAL"/>
              <w:rPr>
                <w:rFonts w:cs="Arial"/>
              </w:rPr>
            </w:pPr>
            <w:r w:rsidRPr="00EF2F0E">
              <w:rPr>
                <w:rFonts w:cs="v5.0.0"/>
              </w:rPr>
              <w:t>This requirement does not apply to UTRA FDD operating in band III</w:t>
            </w:r>
          </w:p>
        </w:tc>
      </w:tr>
      <w:tr w:rsidR="003401A4" w:rsidRPr="00EF2F0E" w14:paraId="0984F0B0" w14:textId="77777777" w:rsidTr="00AB06FD">
        <w:trPr>
          <w:cantSplit/>
          <w:trHeight w:val="113"/>
          <w:jc w:val="center"/>
        </w:trPr>
        <w:tc>
          <w:tcPr>
            <w:tcW w:w="1346" w:type="dxa"/>
            <w:vMerge/>
            <w:shd w:val="clear" w:color="auto" w:fill="auto"/>
          </w:tcPr>
          <w:p w14:paraId="0984F0AB" w14:textId="77777777" w:rsidR="00B15E99" w:rsidRPr="00EF2F0E" w:rsidRDefault="00B15E99" w:rsidP="00AB06FD">
            <w:pPr>
              <w:pStyle w:val="TAC"/>
              <w:rPr>
                <w:rFonts w:cs="Arial"/>
              </w:rPr>
            </w:pPr>
          </w:p>
        </w:tc>
        <w:tc>
          <w:tcPr>
            <w:tcW w:w="1657" w:type="dxa"/>
            <w:shd w:val="clear" w:color="auto" w:fill="auto"/>
          </w:tcPr>
          <w:p w14:paraId="0984F0AC" w14:textId="77777777" w:rsidR="00B15E99" w:rsidRPr="00EF2F0E" w:rsidRDefault="00B15E99" w:rsidP="00AB06FD">
            <w:pPr>
              <w:pStyle w:val="TAC"/>
              <w:rPr>
                <w:rFonts w:cs="Arial"/>
              </w:rPr>
            </w:pPr>
            <w:r w:rsidRPr="00EF2F0E">
              <w:rPr>
                <w:rFonts w:cs="Arial"/>
              </w:rPr>
              <w:t>1710 - 1785 MHz</w:t>
            </w:r>
          </w:p>
        </w:tc>
        <w:tc>
          <w:tcPr>
            <w:tcW w:w="851" w:type="dxa"/>
            <w:shd w:val="clear" w:color="auto" w:fill="auto"/>
          </w:tcPr>
          <w:p w14:paraId="0984F0AD" w14:textId="77777777" w:rsidR="00B15E99" w:rsidRPr="00EF2F0E" w:rsidRDefault="00B15E99" w:rsidP="00AB06FD">
            <w:pPr>
              <w:pStyle w:val="TAC"/>
              <w:rPr>
                <w:rFonts w:cs="Arial"/>
              </w:rPr>
            </w:pPr>
            <w:r w:rsidRPr="00EF2F0E">
              <w:rPr>
                <w:rFonts w:cs="Arial"/>
              </w:rPr>
              <w:t>-55 dBm</w:t>
            </w:r>
          </w:p>
        </w:tc>
        <w:tc>
          <w:tcPr>
            <w:tcW w:w="1417" w:type="dxa"/>
            <w:shd w:val="clear" w:color="auto" w:fill="auto"/>
          </w:tcPr>
          <w:p w14:paraId="0984F0AE" w14:textId="77777777" w:rsidR="00B15E99" w:rsidRPr="00EF2F0E" w:rsidRDefault="00B15E99" w:rsidP="00AB06FD">
            <w:pPr>
              <w:pStyle w:val="TAC"/>
              <w:rPr>
                <w:rFonts w:cs="Arial"/>
              </w:rPr>
            </w:pPr>
            <w:r w:rsidRPr="00EF2F0E">
              <w:rPr>
                <w:rFonts w:cs="Arial"/>
              </w:rPr>
              <w:t>100 kHz</w:t>
            </w:r>
          </w:p>
        </w:tc>
        <w:tc>
          <w:tcPr>
            <w:tcW w:w="4422" w:type="dxa"/>
            <w:shd w:val="clear" w:color="auto" w:fill="auto"/>
          </w:tcPr>
          <w:p w14:paraId="0984F0AF" w14:textId="77777777" w:rsidR="00B15E99" w:rsidRPr="00EF2F0E" w:rsidRDefault="00B15E99" w:rsidP="00AB06FD">
            <w:pPr>
              <w:pStyle w:val="TAL"/>
              <w:rPr>
                <w:rFonts w:cs="Arial"/>
              </w:rPr>
            </w:pPr>
            <w:r w:rsidRPr="00EF2F0E">
              <w:rPr>
                <w:rFonts w:cs="v5.0.0"/>
              </w:rPr>
              <w:t>This requirement does not apply to UTRA FDD operating in band III, since it is already covered by the requirement in subclause 9.7.6.3.2.</w:t>
            </w:r>
          </w:p>
        </w:tc>
      </w:tr>
      <w:tr w:rsidR="003401A4" w:rsidRPr="00EF2F0E" w14:paraId="0984F0B6" w14:textId="77777777" w:rsidTr="00AB06FD">
        <w:trPr>
          <w:cantSplit/>
          <w:trHeight w:val="113"/>
          <w:jc w:val="center"/>
        </w:trPr>
        <w:tc>
          <w:tcPr>
            <w:tcW w:w="1346" w:type="dxa"/>
            <w:vMerge w:val="restart"/>
            <w:shd w:val="clear" w:color="auto" w:fill="auto"/>
          </w:tcPr>
          <w:p w14:paraId="0984F0B1" w14:textId="77777777" w:rsidR="00B15E99" w:rsidRPr="00EF2F0E" w:rsidRDefault="00B15E99" w:rsidP="00AB06FD">
            <w:pPr>
              <w:pStyle w:val="TAC"/>
              <w:rPr>
                <w:rFonts w:cs="Arial"/>
              </w:rPr>
            </w:pPr>
            <w:r w:rsidRPr="00EF2F0E">
              <w:rPr>
                <w:rFonts w:cs="Arial"/>
              </w:rPr>
              <w:t>PCS1900</w:t>
            </w:r>
          </w:p>
        </w:tc>
        <w:tc>
          <w:tcPr>
            <w:tcW w:w="1657" w:type="dxa"/>
            <w:shd w:val="clear" w:color="auto" w:fill="auto"/>
          </w:tcPr>
          <w:p w14:paraId="0984F0B2" w14:textId="77777777" w:rsidR="00B15E99" w:rsidRPr="00EF2F0E" w:rsidRDefault="00B15E99" w:rsidP="00AB06FD">
            <w:pPr>
              <w:pStyle w:val="TAC"/>
              <w:rPr>
                <w:rFonts w:cs="Arial"/>
              </w:rPr>
            </w:pPr>
            <w:r w:rsidRPr="00EF2F0E">
              <w:rPr>
                <w:rFonts w:cs="v5.0.0"/>
              </w:rPr>
              <w:t xml:space="preserve">1930 </w:t>
            </w:r>
            <w:r w:rsidRPr="00EF2F0E">
              <w:rPr>
                <w:rFonts w:cs="v5.0.0"/>
              </w:rPr>
              <w:noBreakHyphen/>
              <w:t xml:space="preserve"> 1990 MHz</w:t>
            </w:r>
          </w:p>
        </w:tc>
        <w:tc>
          <w:tcPr>
            <w:tcW w:w="851" w:type="dxa"/>
            <w:shd w:val="clear" w:color="auto" w:fill="auto"/>
          </w:tcPr>
          <w:p w14:paraId="0984F0B3" w14:textId="77777777" w:rsidR="00B15E99" w:rsidRPr="00EF2F0E" w:rsidRDefault="00B15E99" w:rsidP="00AB06FD">
            <w:pPr>
              <w:pStyle w:val="TAC"/>
              <w:rPr>
                <w:rFonts w:cs="Arial"/>
              </w:rPr>
            </w:pPr>
            <w:r w:rsidRPr="00EF2F0E">
              <w:rPr>
                <w:rFonts w:cs="v5.0.0"/>
              </w:rPr>
              <w:t>-41 dBm</w:t>
            </w:r>
          </w:p>
        </w:tc>
        <w:tc>
          <w:tcPr>
            <w:tcW w:w="1417" w:type="dxa"/>
            <w:shd w:val="clear" w:color="auto" w:fill="auto"/>
          </w:tcPr>
          <w:p w14:paraId="0984F0B4" w14:textId="77777777" w:rsidR="00B15E99" w:rsidRPr="00EF2F0E" w:rsidRDefault="00B15E99" w:rsidP="00AB06FD">
            <w:pPr>
              <w:pStyle w:val="TAC"/>
              <w:rPr>
                <w:rFonts w:cs="Arial"/>
              </w:rPr>
            </w:pPr>
            <w:r w:rsidRPr="00EF2F0E">
              <w:rPr>
                <w:rFonts w:cs="v5.0.0"/>
              </w:rPr>
              <w:t>100 kHz</w:t>
            </w:r>
          </w:p>
        </w:tc>
        <w:tc>
          <w:tcPr>
            <w:tcW w:w="4422" w:type="dxa"/>
            <w:shd w:val="clear" w:color="auto" w:fill="auto"/>
          </w:tcPr>
          <w:p w14:paraId="0984F0B5" w14:textId="77777777" w:rsidR="00B15E99" w:rsidRPr="00EF2F0E" w:rsidRDefault="00B15E99" w:rsidP="00AB06FD">
            <w:pPr>
              <w:pStyle w:val="TAL"/>
              <w:rPr>
                <w:rFonts w:cs="Arial"/>
              </w:rPr>
            </w:pPr>
            <w:r w:rsidRPr="00EF2F0E">
              <w:rPr>
                <w:rFonts w:cs="v5.0.0"/>
              </w:rPr>
              <w:t>This requirement does not apply to UTRA FDD BS operating in frequency band II</w:t>
            </w:r>
            <w:r w:rsidRPr="00EF2F0E">
              <w:rPr>
                <w:rFonts w:cs="Arial"/>
                <w:lang w:eastAsia="zh-CN"/>
              </w:rPr>
              <w:t xml:space="preserve"> or band XXV</w:t>
            </w:r>
          </w:p>
        </w:tc>
      </w:tr>
      <w:tr w:rsidR="003401A4" w:rsidRPr="00EF2F0E" w14:paraId="0984F0BC" w14:textId="77777777" w:rsidTr="00AB06FD">
        <w:trPr>
          <w:cantSplit/>
          <w:trHeight w:val="113"/>
          <w:jc w:val="center"/>
        </w:trPr>
        <w:tc>
          <w:tcPr>
            <w:tcW w:w="1346" w:type="dxa"/>
            <w:vMerge/>
            <w:shd w:val="clear" w:color="auto" w:fill="auto"/>
          </w:tcPr>
          <w:p w14:paraId="0984F0B7" w14:textId="77777777" w:rsidR="00B15E99" w:rsidRPr="00EF2F0E" w:rsidRDefault="00B15E99" w:rsidP="00AB06FD">
            <w:pPr>
              <w:pStyle w:val="TAC"/>
              <w:rPr>
                <w:rFonts w:cs="Arial"/>
              </w:rPr>
            </w:pPr>
          </w:p>
        </w:tc>
        <w:tc>
          <w:tcPr>
            <w:tcW w:w="1657" w:type="dxa"/>
            <w:shd w:val="clear" w:color="auto" w:fill="auto"/>
          </w:tcPr>
          <w:p w14:paraId="0984F0B8" w14:textId="77777777" w:rsidR="00B15E99" w:rsidRPr="00EF2F0E" w:rsidRDefault="00B15E99" w:rsidP="00AB06FD">
            <w:pPr>
              <w:pStyle w:val="TAC"/>
              <w:rPr>
                <w:rFonts w:cs="Arial"/>
              </w:rPr>
            </w:pPr>
            <w:r w:rsidRPr="00EF2F0E">
              <w:rPr>
                <w:rFonts w:cs="v5.0.0"/>
              </w:rPr>
              <w:t xml:space="preserve">1850 </w:t>
            </w:r>
            <w:r w:rsidRPr="00EF2F0E">
              <w:rPr>
                <w:rFonts w:cs="v5.0.0"/>
              </w:rPr>
              <w:noBreakHyphen/>
              <w:t xml:space="preserve"> 1910 MHz</w:t>
            </w:r>
          </w:p>
        </w:tc>
        <w:tc>
          <w:tcPr>
            <w:tcW w:w="851" w:type="dxa"/>
            <w:shd w:val="clear" w:color="auto" w:fill="auto"/>
          </w:tcPr>
          <w:p w14:paraId="0984F0B9" w14:textId="77777777" w:rsidR="00B15E99" w:rsidRPr="00EF2F0E" w:rsidRDefault="00B15E99" w:rsidP="00AB06FD">
            <w:pPr>
              <w:pStyle w:val="TAC"/>
              <w:rPr>
                <w:rFonts w:cs="Arial"/>
              </w:rPr>
            </w:pPr>
            <w:r w:rsidRPr="00EF2F0E">
              <w:rPr>
                <w:rFonts w:cs="v5.0.0"/>
              </w:rPr>
              <w:t>-55 dBm</w:t>
            </w:r>
          </w:p>
        </w:tc>
        <w:tc>
          <w:tcPr>
            <w:tcW w:w="1417" w:type="dxa"/>
            <w:shd w:val="clear" w:color="auto" w:fill="auto"/>
          </w:tcPr>
          <w:p w14:paraId="0984F0BA" w14:textId="77777777" w:rsidR="00B15E99" w:rsidRPr="00EF2F0E" w:rsidRDefault="00B15E99" w:rsidP="00AB06FD">
            <w:pPr>
              <w:pStyle w:val="TAC"/>
              <w:rPr>
                <w:rFonts w:cs="Arial"/>
              </w:rPr>
            </w:pPr>
            <w:r w:rsidRPr="00EF2F0E">
              <w:rPr>
                <w:rFonts w:cs="v5.0.0"/>
              </w:rPr>
              <w:t>100 kHz</w:t>
            </w:r>
          </w:p>
        </w:tc>
        <w:tc>
          <w:tcPr>
            <w:tcW w:w="4422" w:type="dxa"/>
            <w:shd w:val="clear" w:color="auto" w:fill="auto"/>
          </w:tcPr>
          <w:p w14:paraId="0984F0BB" w14:textId="77777777" w:rsidR="00B15E99" w:rsidRPr="00EF2F0E" w:rsidRDefault="00B15E99" w:rsidP="00AB06FD">
            <w:pPr>
              <w:pStyle w:val="TAL"/>
              <w:rPr>
                <w:rFonts w:cs="Arial"/>
              </w:rPr>
            </w:pPr>
            <w:r w:rsidRPr="00EF2F0E">
              <w:rPr>
                <w:rFonts w:cs="v5.0.0"/>
              </w:rPr>
              <w:t>This requirement does not apply to UTRA FDD BS operating in frequency band II</w:t>
            </w:r>
            <w:r w:rsidRPr="00EF2F0E">
              <w:rPr>
                <w:rFonts w:cs="v5.0.0"/>
                <w:lang w:eastAsia="zh-CN"/>
              </w:rPr>
              <w:t xml:space="preserve"> </w:t>
            </w:r>
            <w:r w:rsidRPr="00EF2F0E">
              <w:rPr>
                <w:rFonts w:cs="Arial"/>
                <w:lang w:eastAsia="zh-CN"/>
              </w:rPr>
              <w:t>or band XXV</w:t>
            </w:r>
            <w:r w:rsidRPr="00EF2F0E">
              <w:rPr>
                <w:rFonts w:cs="v5.0.0"/>
              </w:rPr>
              <w:t>, since it is already covered by the requirement in subclause 9.7.6.3.2.</w:t>
            </w:r>
          </w:p>
        </w:tc>
      </w:tr>
      <w:tr w:rsidR="003401A4" w:rsidRPr="00EF2F0E" w14:paraId="0984F0C2" w14:textId="77777777" w:rsidTr="00AB06FD">
        <w:trPr>
          <w:cantSplit/>
          <w:trHeight w:val="113"/>
          <w:jc w:val="center"/>
        </w:trPr>
        <w:tc>
          <w:tcPr>
            <w:tcW w:w="1346" w:type="dxa"/>
            <w:vMerge w:val="restart"/>
            <w:shd w:val="clear" w:color="auto" w:fill="auto"/>
          </w:tcPr>
          <w:p w14:paraId="0984F0BD" w14:textId="77777777" w:rsidR="00B15E99" w:rsidRPr="00EF2F0E" w:rsidRDefault="00B15E99" w:rsidP="00AB06FD">
            <w:pPr>
              <w:pStyle w:val="TAC"/>
              <w:rPr>
                <w:rFonts w:cs="Arial"/>
              </w:rPr>
            </w:pPr>
            <w:r w:rsidRPr="00EF2F0E">
              <w:rPr>
                <w:rFonts w:cs="Arial"/>
              </w:rPr>
              <w:t>GSM850 or CDMA850</w:t>
            </w:r>
          </w:p>
        </w:tc>
        <w:tc>
          <w:tcPr>
            <w:tcW w:w="1657" w:type="dxa"/>
            <w:shd w:val="clear" w:color="auto" w:fill="auto"/>
          </w:tcPr>
          <w:p w14:paraId="0984F0BE" w14:textId="77777777" w:rsidR="00B15E99" w:rsidRPr="00EF2F0E" w:rsidRDefault="00B15E99" w:rsidP="00AB06FD">
            <w:pPr>
              <w:pStyle w:val="TAC"/>
              <w:rPr>
                <w:rFonts w:cs="Arial"/>
              </w:rPr>
            </w:pPr>
            <w:r w:rsidRPr="00EF2F0E">
              <w:rPr>
                <w:rFonts w:cs="v5.0.0"/>
              </w:rPr>
              <w:t>869 - 894 MHz</w:t>
            </w:r>
          </w:p>
        </w:tc>
        <w:tc>
          <w:tcPr>
            <w:tcW w:w="851" w:type="dxa"/>
            <w:shd w:val="clear" w:color="auto" w:fill="auto"/>
          </w:tcPr>
          <w:p w14:paraId="0984F0BF" w14:textId="77777777" w:rsidR="00B15E99" w:rsidRPr="00EF2F0E" w:rsidRDefault="00B15E99" w:rsidP="00AB06FD">
            <w:pPr>
              <w:pStyle w:val="TAC"/>
              <w:rPr>
                <w:rFonts w:cs="Arial"/>
              </w:rPr>
            </w:pPr>
            <w:r w:rsidRPr="00EF2F0E">
              <w:rPr>
                <w:rFonts w:cs="v5.0.0"/>
              </w:rPr>
              <w:t>-51 dBm</w:t>
            </w:r>
          </w:p>
        </w:tc>
        <w:tc>
          <w:tcPr>
            <w:tcW w:w="1417" w:type="dxa"/>
            <w:shd w:val="clear" w:color="auto" w:fill="auto"/>
          </w:tcPr>
          <w:p w14:paraId="0984F0C0" w14:textId="77777777" w:rsidR="00B15E99" w:rsidRPr="00EF2F0E" w:rsidRDefault="00B15E99" w:rsidP="00AB06FD">
            <w:pPr>
              <w:pStyle w:val="TAC"/>
              <w:rPr>
                <w:rFonts w:cs="Arial"/>
              </w:rPr>
            </w:pPr>
            <w:r w:rsidRPr="00EF2F0E">
              <w:rPr>
                <w:rFonts w:cs="v5.0.0"/>
              </w:rPr>
              <w:t>100 kHz</w:t>
            </w:r>
          </w:p>
        </w:tc>
        <w:tc>
          <w:tcPr>
            <w:tcW w:w="4422" w:type="dxa"/>
            <w:shd w:val="clear" w:color="auto" w:fill="auto"/>
          </w:tcPr>
          <w:p w14:paraId="0984F0C1" w14:textId="77777777" w:rsidR="00B15E99" w:rsidRPr="00EF2F0E" w:rsidRDefault="00B15E99" w:rsidP="00AB06FD">
            <w:pPr>
              <w:pStyle w:val="TAL"/>
              <w:rPr>
                <w:rFonts w:cs="Arial"/>
              </w:rPr>
            </w:pPr>
            <w:r w:rsidRPr="00EF2F0E">
              <w:rPr>
                <w:rFonts w:cs="v5.0.0"/>
              </w:rPr>
              <w:t>This requirement does not apply to UTRA FDD BS operating in frequency band V or XXVI</w:t>
            </w:r>
          </w:p>
        </w:tc>
      </w:tr>
      <w:tr w:rsidR="003401A4" w:rsidRPr="00EF2F0E" w14:paraId="0984F0C8" w14:textId="77777777" w:rsidTr="00AB06FD">
        <w:trPr>
          <w:cantSplit/>
          <w:trHeight w:val="113"/>
          <w:jc w:val="center"/>
        </w:trPr>
        <w:tc>
          <w:tcPr>
            <w:tcW w:w="1346" w:type="dxa"/>
            <w:vMerge/>
            <w:shd w:val="clear" w:color="auto" w:fill="auto"/>
          </w:tcPr>
          <w:p w14:paraId="0984F0C3" w14:textId="77777777" w:rsidR="00B15E99" w:rsidRPr="00EF2F0E" w:rsidRDefault="00B15E99" w:rsidP="00AB06FD">
            <w:pPr>
              <w:pStyle w:val="TAC"/>
              <w:rPr>
                <w:rFonts w:cs="Arial"/>
              </w:rPr>
            </w:pPr>
          </w:p>
        </w:tc>
        <w:tc>
          <w:tcPr>
            <w:tcW w:w="1657" w:type="dxa"/>
            <w:shd w:val="clear" w:color="auto" w:fill="auto"/>
          </w:tcPr>
          <w:p w14:paraId="0984F0C4" w14:textId="77777777" w:rsidR="00B15E99" w:rsidRPr="00EF2F0E" w:rsidRDefault="00B15E99" w:rsidP="00AB06FD">
            <w:pPr>
              <w:pStyle w:val="TAC"/>
              <w:rPr>
                <w:rFonts w:cs="v5.0.0"/>
              </w:rPr>
            </w:pPr>
            <w:r w:rsidRPr="00EF2F0E">
              <w:rPr>
                <w:rFonts w:cs="v5.0.0"/>
              </w:rPr>
              <w:t xml:space="preserve">824 </w:t>
            </w:r>
            <w:r w:rsidRPr="00EF2F0E">
              <w:rPr>
                <w:rFonts w:cs="v5.0.0"/>
              </w:rPr>
              <w:noBreakHyphen/>
              <w:t xml:space="preserve"> 849 MHz</w:t>
            </w:r>
          </w:p>
        </w:tc>
        <w:tc>
          <w:tcPr>
            <w:tcW w:w="851" w:type="dxa"/>
            <w:shd w:val="clear" w:color="auto" w:fill="auto"/>
          </w:tcPr>
          <w:p w14:paraId="0984F0C5" w14:textId="77777777" w:rsidR="00B15E99" w:rsidRPr="00EF2F0E" w:rsidRDefault="00B15E99" w:rsidP="00AB06FD">
            <w:pPr>
              <w:pStyle w:val="TAC"/>
              <w:rPr>
                <w:rFonts w:cs="v5.0.0"/>
              </w:rPr>
            </w:pPr>
            <w:r w:rsidRPr="00EF2F0E">
              <w:rPr>
                <w:rFonts w:cs="v5.0.0"/>
              </w:rPr>
              <w:t>-55 dBm</w:t>
            </w:r>
          </w:p>
        </w:tc>
        <w:tc>
          <w:tcPr>
            <w:tcW w:w="1417" w:type="dxa"/>
            <w:shd w:val="clear" w:color="auto" w:fill="auto"/>
          </w:tcPr>
          <w:p w14:paraId="0984F0C6" w14:textId="77777777" w:rsidR="00B15E99" w:rsidRPr="00EF2F0E" w:rsidRDefault="00B15E99" w:rsidP="00AB06FD">
            <w:pPr>
              <w:pStyle w:val="TAC"/>
              <w:rPr>
                <w:rFonts w:cs="v5.0.0"/>
              </w:rPr>
            </w:pPr>
            <w:r w:rsidRPr="00EF2F0E">
              <w:rPr>
                <w:rFonts w:cs="v5.0.0"/>
              </w:rPr>
              <w:t>100 kHz</w:t>
            </w:r>
          </w:p>
        </w:tc>
        <w:tc>
          <w:tcPr>
            <w:tcW w:w="4422" w:type="dxa"/>
            <w:shd w:val="clear" w:color="auto" w:fill="auto"/>
          </w:tcPr>
          <w:p w14:paraId="0984F0C7" w14:textId="77777777" w:rsidR="00B15E99" w:rsidRPr="00EF2F0E" w:rsidRDefault="00B15E99" w:rsidP="00AB06FD">
            <w:pPr>
              <w:pStyle w:val="TAL"/>
              <w:rPr>
                <w:rFonts w:cs="v5.0.0"/>
              </w:rPr>
            </w:pPr>
            <w:r w:rsidRPr="00EF2F0E">
              <w:rPr>
                <w:rFonts w:cs="v5.0.0"/>
              </w:rPr>
              <w:t>This requirement does not apply to UTRA FDD BS operating in frequency band V or XXVI, since it is already covered by the requirement in subclause 9.7.6.3.2.</w:t>
            </w:r>
          </w:p>
        </w:tc>
      </w:tr>
      <w:tr w:rsidR="003401A4" w:rsidRPr="00EF2F0E" w14:paraId="0984F0CF" w14:textId="77777777" w:rsidTr="00AB06FD">
        <w:trPr>
          <w:cantSplit/>
          <w:trHeight w:val="113"/>
          <w:jc w:val="center"/>
        </w:trPr>
        <w:tc>
          <w:tcPr>
            <w:tcW w:w="1346" w:type="dxa"/>
            <w:vMerge w:val="restart"/>
            <w:shd w:val="clear" w:color="auto" w:fill="auto"/>
          </w:tcPr>
          <w:p w14:paraId="0984F0C9" w14:textId="77777777" w:rsidR="00B15E99" w:rsidRPr="00EF2F0E" w:rsidRDefault="00B15E99" w:rsidP="00AB06FD">
            <w:pPr>
              <w:pStyle w:val="TAC"/>
              <w:rPr>
                <w:rFonts w:cs="Arial"/>
              </w:rPr>
            </w:pPr>
            <w:r w:rsidRPr="00EF2F0E">
              <w:rPr>
                <w:rFonts w:cs="Arial"/>
              </w:rPr>
              <w:t xml:space="preserve">UTRA FDD Band I or </w:t>
            </w:r>
          </w:p>
          <w:p w14:paraId="0984F0CA" w14:textId="77777777" w:rsidR="00B15E99" w:rsidRPr="00EF2F0E" w:rsidRDefault="00B15E99" w:rsidP="00AB06FD">
            <w:pPr>
              <w:pStyle w:val="TAC"/>
              <w:rPr>
                <w:rFonts w:cs="Arial"/>
              </w:rPr>
            </w:pPr>
            <w:r w:rsidRPr="00EF2F0E">
              <w:rPr>
                <w:rFonts w:cs="Arial"/>
              </w:rPr>
              <w:t>E-UTRA Band 1</w:t>
            </w:r>
            <w:r w:rsidR="0077153D" w:rsidRPr="00EF2F0E">
              <w:rPr>
                <w:rFonts w:cs="Arial"/>
                <w:lang w:val="sv-SE"/>
              </w:rPr>
              <w:t xml:space="preserve"> or NR band n1</w:t>
            </w:r>
          </w:p>
        </w:tc>
        <w:tc>
          <w:tcPr>
            <w:tcW w:w="1657" w:type="dxa"/>
            <w:shd w:val="clear" w:color="auto" w:fill="auto"/>
          </w:tcPr>
          <w:p w14:paraId="0984F0CB" w14:textId="77777777" w:rsidR="00B15E99" w:rsidRPr="00EF2F0E" w:rsidRDefault="00B15E99" w:rsidP="00AB06FD">
            <w:pPr>
              <w:pStyle w:val="TAC"/>
              <w:rPr>
                <w:rFonts w:cs="Arial"/>
              </w:rPr>
            </w:pPr>
            <w:r w:rsidRPr="00EF2F0E">
              <w:rPr>
                <w:rFonts w:cs="Arial"/>
              </w:rPr>
              <w:t>2110 - 2170 MHz</w:t>
            </w:r>
          </w:p>
        </w:tc>
        <w:tc>
          <w:tcPr>
            <w:tcW w:w="851" w:type="dxa"/>
            <w:shd w:val="clear" w:color="auto" w:fill="auto"/>
          </w:tcPr>
          <w:p w14:paraId="0984F0CC"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0CD"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0CE"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I, </w:t>
            </w:r>
          </w:p>
        </w:tc>
      </w:tr>
      <w:tr w:rsidR="003401A4" w:rsidRPr="00EF2F0E" w14:paraId="0984F0D5" w14:textId="77777777" w:rsidTr="00AB06FD">
        <w:trPr>
          <w:cantSplit/>
          <w:trHeight w:val="113"/>
          <w:jc w:val="center"/>
        </w:trPr>
        <w:tc>
          <w:tcPr>
            <w:tcW w:w="1346" w:type="dxa"/>
            <w:vMerge/>
            <w:shd w:val="clear" w:color="auto" w:fill="auto"/>
          </w:tcPr>
          <w:p w14:paraId="0984F0D0" w14:textId="77777777" w:rsidR="00B15E99" w:rsidRPr="00EF2F0E" w:rsidRDefault="00B15E99" w:rsidP="00AB06FD">
            <w:pPr>
              <w:pStyle w:val="TAC"/>
              <w:rPr>
                <w:rFonts w:cs="Arial"/>
              </w:rPr>
            </w:pPr>
          </w:p>
        </w:tc>
        <w:tc>
          <w:tcPr>
            <w:tcW w:w="1657" w:type="dxa"/>
            <w:shd w:val="clear" w:color="auto" w:fill="auto"/>
          </w:tcPr>
          <w:p w14:paraId="0984F0D1" w14:textId="77777777" w:rsidR="00B15E99" w:rsidRPr="00EF2F0E" w:rsidRDefault="00B15E99" w:rsidP="00AB06FD">
            <w:pPr>
              <w:pStyle w:val="TAC"/>
              <w:rPr>
                <w:rFonts w:cs="Arial"/>
              </w:rPr>
            </w:pPr>
            <w:r w:rsidRPr="00EF2F0E">
              <w:rPr>
                <w:rFonts w:cs="Arial"/>
              </w:rPr>
              <w:t>1920 - 1980 MHz</w:t>
            </w:r>
          </w:p>
        </w:tc>
        <w:tc>
          <w:tcPr>
            <w:tcW w:w="851" w:type="dxa"/>
            <w:shd w:val="clear" w:color="auto" w:fill="auto"/>
          </w:tcPr>
          <w:p w14:paraId="0984F0D2"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0D3"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0D4"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I,</w:t>
            </w:r>
            <w:r w:rsidRPr="00EF2F0E">
              <w:rPr>
                <w:rFonts w:cs="v5.0.0"/>
              </w:rPr>
              <w:t xml:space="preserve"> since it is already covered by the requirement in subclause 9.7.6.3.2.</w:t>
            </w:r>
          </w:p>
        </w:tc>
      </w:tr>
      <w:tr w:rsidR="003401A4" w:rsidRPr="00EF2F0E" w14:paraId="0984F0DC" w14:textId="77777777" w:rsidTr="00AB06FD">
        <w:trPr>
          <w:cantSplit/>
          <w:trHeight w:val="113"/>
          <w:jc w:val="center"/>
        </w:trPr>
        <w:tc>
          <w:tcPr>
            <w:tcW w:w="1346" w:type="dxa"/>
            <w:vMerge w:val="restart"/>
            <w:shd w:val="clear" w:color="auto" w:fill="auto"/>
          </w:tcPr>
          <w:p w14:paraId="0984F0D6" w14:textId="77777777" w:rsidR="00B15E99" w:rsidRPr="00EF2F0E" w:rsidRDefault="00B15E99" w:rsidP="00AB06FD">
            <w:pPr>
              <w:pStyle w:val="TAC"/>
              <w:rPr>
                <w:rFonts w:cs="Arial"/>
              </w:rPr>
            </w:pPr>
            <w:r w:rsidRPr="00EF2F0E">
              <w:rPr>
                <w:rFonts w:cs="Arial"/>
              </w:rPr>
              <w:t xml:space="preserve">UTRA FDD Band II or </w:t>
            </w:r>
          </w:p>
          <w:p w14:paraId="0984F0D7" w14:textId="77777777" w:rsidR="00B15E99" w:rsidRPr="00EF2F0E" w:rsidRDefault="00B15E99" w:rsidP="00AB06FD">
            <w:pPr>
              <w:pStyle w:val="TAC"/>
              <w:rPr>
                <w:rFonts w:cs="Arial"/>
              </w:rPr>
            </w:pPr>
            <w:r w:rsidRPr="00EF2F0E">
              <w:rPr>
                <w:rFonts w:cs="Arial"/>
              </w:rPr>
              <w:t>E-UTRA Band 2</w:t>
            </w:r>
            <w:r w:rsidR="0077153D" w:rsidRPr="00EF2F0E">
              <w:rPr>
                <w:rFonts w:cs="Arial"/>
                <w:lang w:val="sv-SE"/>
              </w:rPr>
              <w:t xml:space="preserve"> or NR band n2</w:t>
            </w:r>
          </w:p>
        </w:tc>
        <w:tc>
          <w:tcPr>
            <w:tcW w:w="1657" w:type="dxa"/>
            <w:shd w:val="clear" w:color="auto" w:fill="auto"/>
          </w:tcPr>
          <w:p w14:paraId="0984F0D8" w14:textId="77777777" w:rsidR="00B15E99" w:rsidRPr="00EF2F0E" w:rsidRDefault="00B15E99" w:rsidP="00AB06FD">
            <w:pPr>
              <w:pStyle w:val="TAC"/>
              <w:rPr>
                <w:rFonts w:cs="Arial"/>
              </w:rPr>
            </w:pPr>
            <w:r w:rsidRPr="00EF2F0E">
              <w:rPr>
                <w:rFonts w:cs="Arial"/>
              </w:rPr>
              <w:t>1930 - 1990 MHz</w:t>
            </w:r>
          </w:p>
        </w:tc>
        <w:tc>
          <w:tcPr>
            <w:tcW w:w="851" w:type="dxa"/>
            <w:shd w:val="clear" w:color="auto" w:fill="auto"/>
          </w:tcPr>
          <w:p w14:paraId="0984F0D9"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0DA"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0DB"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II</w:t>
            </w:r>
            <w:r w:rsidRPr="00EF2F0E">
              <w:rPr>
                <w:rFonts w:cs="Arial"/>
                <w:lang w:eastAsia="zh-CN"/>
              </w:rPr>
              <w:t xml:space="preserve"> or band XXV</w:t>
            </w:r>
          </w:p>
        </w:tc>
      </w:tr>
      <w:tr w:rsidR="003401A4" w:rsidRPr="00EF2F0E" w14:paraId="0984F0E2" w14:textId="77777777" w:rsidTr="00AB06FD">
        <w:trPr>
          <w:cantSplit/>
          <w:trHeight w:val="113"/>
          <w:jc w:val="center"/>
        </w:trPr>
        <w:tc>
          <w:tcPr>
            <w:tcW w:w="1346" w:type="dxa"/>
            <w:vMerge/>
            <w:shd w:val="clear" w:color="auto" w:fill="auto"/>
          </w:tcPr>
          <w:p w14:paraId="0984F0DD" w14:textId="77777777" w:rsidR="00B15E99" w:rsidRPr="00EF2F0E" w:rsidRDefault="00B15E99" w:rsidP="00AB06FD">
            <w:pPr>
              <w:pStyle w:val="TAC"/>
              <w:rPr>
                <w:rFonts w:cs="Arial"/>
              </w:rPr>
            </w:pPr>
          </w:p>
        </w:tc>
        <w:tc>
          <w:tcPr>
            <w:tcW w:w="1657" w:type="dxa"/>
            <w:shd w:val="clear" w:color="auto" w:fill="auto"/>
          </w:tcPr>
          <w:p w14:paraId="0984F0DE" w14:textId="77777777" w:rsidR="00B15E99" w:rsidRPr="00EF2F0E" w:rsidRDefault="00B15E99" w:rsidP="00AB06FD">
            <w:pPr>
              <w:pStyle w:val="TAC"/>
              <w:rPr>
                <w:rFonts w:cs="Arial"/>
              </w:rPr>
            </w:pPr>
            <w:r w:rsidRPr="00EF2F0E">
              <w:rPr>
                <w:rFonts w:cs="Arial"/>
              </w:rPr>
              <w:t>1850 - 1910 MHz</w:t>
            </w:r>
          </w:p>
        </w:tc>
        <w:tc>
          <w:tcPr>
            <w:tcW w:w="851" w:type="dxa"/>
            <w:shd w:val="clear" w:color="auto" w:fill="auto"/>
          </w:tcPr>
          <w:p w14:paraId="0984F0DF"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0E0"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0E1"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II</w:t>
            </w:r>
            <w:r w:rsidRPr="00EF2F0E">
              <w:rPr>
                <w:rFonts w:cs="Arial"/>
                <w:lang w:eastAsia="zh-CN"/>
              </w:rPr>
              <w:t xml:space="preserve"> or band XXV</w:t>
            </w:r>
            <w:r w:rsidRPr="00EF2F0E">
              <w:rPr>
                <w:rFonts w:cs="Arial"/>
              </w:rPr>
              <w:t xml:space="preserve">, </w:t>
            </w:r>
            <w:r w:rsidRPr="00EF2F0E">
              <w:rPr>
                <w:rFonts w:cs="v5.0.0"/>
              </w:rPr>
              <w:t>since it is already covered by the requirement in subclause 9.7.6.3.2.</w:t>
            </w:r>
          </w:p>
        </w:tc>
      </w:tr>
      <w:tr w:rsidR="003401A4" w:rsidRPr="00EF2F0E" w14:paraId="0984F0E9" w14:textId="77777777" w:rsidTr="00AB06FD">
        <w:trPr>
          <w:cantSplit/>
          <w:trHeight w:val="113"/>
          <w:jc w:val="center"/>
        </w:trPr>
        <w:tc>
          <w:tcPr>
            <w:tcW w:w="1346" w:type="dxa"/>
            <w:vMerge w:val="restart"/>
            <w:shd w:val="clear" w:color="auto" w:fill="auto"/>
          </w:tcPr>
          <w:p w14:paraId="0984F0E3" w14:textId="77777777" w:rsidR="00B15E99" w:rsidRPr="00EF2F0E" w:rsidRDefault="00B15E99" w:rsidP="00AB06FD">
            <w:pPr>
              <w:pStyle w:val="TAC"/>
              <w:rPr>
                <w:rFonts w:cs="Arial"/>
              </w:rPr>
            </w:pPr>
            <w:r w:rsidRPr="00EF2F0E">
              <w:rPr>
                <w:rFonts w:cs="Arial"/>
              </w:rPr>
              <w:t xml:space="preserve">UTRA FDD Band III or </w:t>
            </w:r>
          </w:p>
          <w:p w14:paraId="0984F0E4" w14:textId="77777777" w:rsidR="00B15E99" w:rsidRPr="00EF2F0E" w:rsidRDefault="00B15E99" w:rsidP="00AB06FD">
            <w:pPr>
              <w:pStyle w:val="TAC"/>
              <w:rPr>
                <w:rFonts w:cs="Arial"/>
              </w:rPr>
            </w:pPr>
            <w:r w:rsidRPr="00EF2F0E">
              <w:rPr>
                <w:rFonts w:cs="Arial"/>
              </w:rPr>
              <w:t>E-UTRA Band 3</w:t>
            </w:r>
            <w:r w:rsidR="0077153D" w:rsidRPr="00EF2F0E">
              <w:rPr>
                <w:rFonts w:cs="Arial"/>
                <w:lang w:val="sv-SE"/>
              </w:rPr>
              <w:t xml:space="preserve"> or NR band n3</w:t>
            </w:r>
          </w:p>
        </w:tc>
        <w:tc>
          <w:tcPr>
            <w:tcW w:w="1657" w:type="dxa"/>
            <w:shd w:val="clear" w:color="auto" w:fill="auto"/>
          </w:tcPr>
          <w:p w14:paraId="0984F0E5" w14:textId="77777777" w:rsidR="00B15E99" w:rsidRPr="00EF2F0E" w:rsidRDefault="00B15E99" w:rsidP="00AB06FD">
            <w:pPr>
              <w:pStyle w:val="TAC"/>
              <w:rPr>
                <w:rFonts w:cs="Arial"/>
              </w:rPr>
            </w:pPr>
            <w:r w:rsidRPr="00EF2F0E">
              <w:rPr>
                <w:rFonts w:cs="Arial"/>
              </w:rPr>
              <w:t>1805 - 1880 MHz</w:t>
            </w:r>
          </w:p>
        </w:tc>
        <w:tc>
          <w:tcPr>
            <w:tcW w:w="851" w:type="dxa"/>
            <w:shd w:val="clear" w:color="auto" w:fill="auto"/>
          </w:tcPr>
          <w:p w14:paraId="0984F0E6"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0E7"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0E8"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III or band IX</w:t>
            </w:r>
          </w:p>
        </w:tc>
      </w:tr>
      <w:tr w:rsidR="003401A4" w:rsidRPr="00EF2F0E" w14:paraId="0984F0F0" w14:textId="77777777" w:rsidTr="00AB06FD">
        <w:trPr>
          <w:cantSplit/>
          <w:trHeight w:val="113"/>
          <w:jc w:val="center"/>
        </w:trPr>
        <w:tc>
          <w:tcPr>
            <w:tcW w:w="1346" w:type="dxa"/>
            <w:vMerge/>
            <w:shd w:val="clear" w:color="auto" w:fill="auto"/>
          </w:tcPr>
          <w:p w14:paraId="0984F0EA" w14:textId="77777777" w:rsidR="00B15E99" w:rsidRPr="00EF2F0E" w:rsidRDefault="00B15E99" w:rsidP="00AB06FD">
            <w:pPr>
              <w:pStyle w:val="TAC"/>
              <w:rPr>
                <w:rFonts w:cs="Arial"/>
              </w:rPr>
            </w:pPr>
          </w:p>
        </w:tc>
        <w:tc>
          <w:tcPr>
            <w:tcW w:w="1657" w:type="dxa"/>
            <w:shd w:val="clear" w:color="auto" w:fill="auto"/>
          </w:tcPr>
          <w:p w14:paraId="0984F0EB" w14:textId="77777777" w:rsidR="00B15E99" w:rsidRPr="00EF2F0E" w:rsidRDefault="00B15E99" w:rsidP="00AB06FD">
            <w:pPr>
              <w:pStyle w:val="TAC"/>
              <w:rPr>
                <w:rFonts w:cs="Arial"/>
              </w:rPr>
            </w:pPr>
            <w:r w:rsidRPr="00EF2F0E">
              <w:rPr>
                <w:rFonts w:cs="Arial"/>
              </w:rPr>
              <w:t>1710 - 1785 MHz</w:t>
            </w:r>
          </w:p>
        </w:tc>
        <w:tc>
          <w:tcPr>
            <w:tcW w:w="851" w:type="dxa"/>
            <w:shd w:val="clear" w:color="auto" w:fill="auto"/>
          </w:tcPr>
          <w:p w14:paraId="0984F0EC"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0ED"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0EE" w14:textId="77777777" w:rsidR="00B15E99" w:rsidRPr="00EF2F0E" w:rsidRDefault="00B15E99" w:rsidP="00AB06FD">
            <w:pPr>
              <w:pStyle w:val="TAL"/>
              <w:rPr>
                <w:rFonts w:cs="v5.0.0"/>
              </w:rPr>
            </w:pPr>
            <w:r w:rsidRPr="00EF2F0E">
              <w:rPr>
                <w:rFonts w:cs="Arial"/>
              </w:rPr>
              <w:t xml:space="preserve">This requirement does not apply to </w:t>
            </w:r>
            <w:r w:rsidRPr="00EF2F0E">
              <w:rPr>
                <w:rFonts w:cs="v5.0.0"/>
              </w:rPr>
              <w:t>UTRA FDD</w:t>
            </w:r>
            <w:r w:rsidRPr="00EF2F0E">
              <w:rPr>
                <w:rFonts w:cs="Arial"/>
              </w:rPr>
              <w:t xml:space="preserve"> BS operating in band III, </w:t>
            </w:r>
            <w:r w:rsidRPr="00EF2F0E">
              <w:rPr>
                <w:rFonts w:cs="v5.0.0"/>
              </w:rPr>
              <w:t xml:space="preserve">since it is already covered by the requirement in subclause 9.7.6.3.2. </w:t>
            </w:r>
          </w:p>
          <w:p w14:paraId="0984F0EF" w14:textId="77777777" w:rsidR="00B15E99" w:rsidRPr="00EF2F0E" w:rsidRDefault="00B15E99" w:rsidP="00AB06FD">
            <w:pPr>
              <w:pStyle w:val="TAL"/>
              <w:rPr>
                <w:rFonts w:cs="Arial"/>
              </w:rPr>
            </w:pPr>
            <w:r w:rsidRPr="00EF2F0E">
              <w:rPr>
                <w:rFonts w:cs="Arial"/>
              </w:rPr>
              <w:t>For UTRA BS operating in band IX, it applies for 1710 MHz to 1749.9 MHz and 1784.9 MHz to 1785 MHz, while the rest is covered in subclause 9.7.6.3.2.</w:t>
            </w:r>
          </w:p>
        </w:tc>
      </w:tr>
      <w:tr w:rsidR="003401A4" w:rsidRPr="00EF2F0E" w14:paraId="0984F0F7" w14:textId="77777777" w:rsidTr="00AB06FD">
        <w:trPr>
          <w:cantSplit/>
          <w:trHeight w:val="113"/>
          <w:jc w:val="center"/>
        </w:trPr>
        <w:tc>
          <w:tcPr>
            <w:tcW w:w="1346" w:type="dxa"/>
            <w:vMerge w:val="restart"/>
            <w:shd w:val="clear" w:color="auto" w:fill="auto"/>
          </w:tcPr>
          <w:p w14:paraId="0984F0F1" w14:textId="77777777" w:rsidR="00B15E99" w:rsidRPr="00EF2F0E" w:rsidRDefault="00B15E99" w:rsidP="00AB06FD">
            <w:pPr>
              <w:pStyle w:val="TAC"/>
              <w:rPr>
                <w:rFonts w:cs="Arial"/>
                <w:lang w:val="sv-FI"/>
              </w:rPr>
            </w:pPr>
            <w:r w:rsidRPr="00EF2F0E">
              <w:rPr>
                <w:rFonts w:cs="Arial"/>
                <w:lang w:val="sv-FI"/>
              </w:rPr>
              <w:t xml:space="preserve">UTRA FDD Band IV or </w:t>
            </w:r>
          </w:p>
          <w:p w14:paraId="0984F0F2" w14:textId="77777777" w:rsidR="00B15E99" w:rsidRPr="00EF2F0E" w:rsidRDefault="00B15E99" w:rsidP="00AB06FD">
            <w:pPr>
              <w:pStyle w:val="TAC"/>
              <w:rPr>
                <w:rFonts w:cs="Arial"/>
                <w:lang w:val="sv-FI"/>
              </w:rPr>
            </w:pPr>
            <w:r w:rsidRPr="00EF2F0E">
              <w:rPr>
                <w:rFonts w:cs="Arial"/>
                <w:lang w:val="sv-FI"/>
              </w:rPr>
              <w:t>E-UTRA Band 4</w:t>
            </w:r>
          </w:p>
        </w:tc>
        <w:tc>
          <w:tcPr>
            <w:tcW w:w="1657" w:type="dxa"/>
            <w:shd w:val="clear" w:color="auto" w:fill="auto"/>
          </w:tcPr>
          <w:p w14:paraId="0984F0F3" w14:textId="77777777" w:rsidR="00B15E99" w:rsidRPr="00EF2F0E" w:rsidRDefault="00B15E99" w:rsidP="00AB06FD">
            <w:pPr>
              <w:pStyle w:val="TAC"/>
              <w:rPr>
                <w:rFonts w:cs="Arial"/>
              </w:rPr>
            </w:pPr>
            <w:r w:rsidRPr="00EF2F0E">
              <w:rPr>
                <w:rFonts w:cs="Arial"/>
              </w:rPr>
              <w:t>2110 - 2155 MHz</w:t>
            </w:r>
          </w:p>
        </w:tc>
        <w:tc>
          <w:tcPr>
            <w:tcW w:w="851" w:type="dxa"/>
            <w:shd w:val="clear" w:color="auto" w:fill="auto"/>
          </w:tcPr>
          <w:p w14:paraId="0984F0F4"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0F5"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0F6"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IV or band X</w:t>
            </w:r>
          </w:p>
        </w:tc>
      </w:tr>
      <w:tr w:rsidR="003401A4" w:rsidRPr="00EF2F0E" w14:paraId="0984F0FD" w14:textId="77777777" w:rsidTr="00AB06FD">
        <w:trPr>
          <w:cantSplit/>
          <w:trHeight w:val="113"/>
          <w:jc w:val="center"/>
        </w:trPr>
        <w:tc>
          <w:tcPr>
            <w:tcW w:w="1346" w:type="dxa"/>
            <w:vMerge/>
            <w:shd w:val="clear" w:color="auto" w:fill="auto"/>
          </w:tcPr>
          <w:p w14:paraId="0984F0F8" w14:textId="77777777" w:rsidR="00B15E99" w:rsidRPr="00EF2F0E" w:rsidRDefault="00B15E99" w:rsidP="00AB06FD">
            <w:pPr>
              <w:pStyle w:val="TAC"/>
              <w:rPr>
                <w:rFonts w:cs="Arial"/>
              </w:rPr>
            </w:pPr>
          </w:p>
        </w:tc>
        <w:tc>
          <w:tcPr>
            <w:tcW w:w="1657" w:type="dxa"/>
            <w:shd w:val="clear" w:color="auto" w:fill="auto"/>
          </w:tcPr>
          <w:p w14:paraId="0984F0F9" w14:textId="77777777" w:rsidR="00B15E99" w:rsidRPr="00EF2F0E" w:rsidRDefault="00B15E99" w:rsidP="00AB06FD">
            <w:pPr>
              <w:pStyle w:val="TAC"/>
              <w:rPr>
                <w:rFonts w:cs="Arial"/>
              </w:rPr>
            </w:pPr>
            <w:r w:rsidRPr="00EF2F0E">
              <w:rPr>
                <w:rFonts w:cs="Arial"/>
              </w:rPr>
              <w:t>1710 - 1755 MHz</w:t>
            </w:r>
          </w:p>
        </w:tc>
        <w:tc>
          <w:tcPr>
            <w:tcW w:w="851" w:type="dxa"/>
            <w:shd w:val="clear" w:color="auto" w:fill="auto"/>
          </w:tcPr>
          <w:p w14:paraId="0984F0FA"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0FB"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0FC"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IV or band X, </w:t>
            </w:r>
            <w:r w:rsidRPr="00EF2F0E">
              <w:rPr>
                <w:rFonts w:cs="v5.0.0"/>
              </w:rPr>
              <w:t>since it is already covered by the requirement in subclause 9.7.6.3.2.</w:t>
            </w:r>
          </w:p>
        </w:tc>
      </w:tr>
      <w:tr w:rsidR="003401A4" w:rsidRPr="00EF2F0E" w14:paraId="0984F104" w14:textId="77777777" w:rsidTr="00AB06FD">
        <w:trPr>
          <w:cantSplit/>
          <w:trHeight w:val="113"/>
          <w:jc w:val="center"/>
        </w:trPr>
        <w:tc>
          <w:tcPr>
            <w:tcW w:w="1346" w:type="dxa"/>
            <w:vMerge w:val="restart"/>
            <w:shd w:val="clear" w:color="auto" w:fill="auto"/>
          </w:tcPr>
          <w:p w14:paraId="0984F0FE" w14:textId="77777777" w:rsidR="00B15E99" w:rsidRPr="00EF2F0E" w:rsidRDefault="00B15E99" w:rsidP="00AB06FD">
            <w:pPr>
              <w:pStyle w:val="TAC"/>
              <w:rPr>
                <w:rFonts w:cs="Arial"/>
              </w:rPr>
            </w:pPr>
            <w:r w:rsidRPr="00EF2F0E">
              <w:rPr>
                <w:rFonts w:cs="Arial"/>
              </w:rPr>
              <w:t xml:space="preserve">UTRA FDD Band V or </w:t>
            </w:r>
          </w:p>
          <w:p w14:paraId="0984F0FF" w14:textId="77777777" w:rsidR="00B15E99" w:rsidRPr="00EF2F0E" w:rsidRDefault="00B15E99" w:rsidP="00AB06FD">
            <w:pPr>
              <w:pStyle w:val="TAC"/>
              <w:rPr>
                <w:rFonts w:cs="Arial"/>
              </w:rPr>
            </w:pPr>
            <w:r w:rsidRPr="00EF2F0E">
              <w:rPr>
                <w:rFonts w:cs="Arial"/>
              </w:rPr>
              <w:t>E-UTRA Band 5</w:t>
            </w:r>
            <w:r w:rsidR="0077153D" w:rsidRPr="00EF2F0E">
              <w:rPr>
                <w:rFonts w:cs="Arial"/>
                <w:lang w:val="sv-SE"/>
              </w:rPr>
              <w:t xml:space="preserve"> or NR band n5</w:t>
            </w:r>
          </w:p>
        </w:tc>
        <w:tc>
          <w:tcPr>
            <w:tcW w:w="1657" w:type="dxa"/>
            <w:shd w:val="clear" w:color="auto" w:fill="auto"/>
          </w:tcPr>
          <w:p w14:paraId="0984F100" w14:textId="77777777" w:rsidR="00B15E99" w:rsidRPr="00EF2F0E" w:rsidRDefault="00B15E99" w:rsidP="00AB06FD">
            <w:pPr>
              <w:pStyle w:val="TAC"/>
              <w:rPr>
                <w:rFonts w:cs="Arial"/>
              </w:rPr>
            </w:pPr>
            <w:r w:rsidRPr="00EF2F0E">
              <w:rPr>
                <w:rFonts w:cs="Arial"/>
              </w:rPr>
              <w:t>869 - 894 MHz</w:t>
            </w:r>
          </w:p>
        </w:tc>
        <w:tc>
          <w:tcPr>
            <w:tcW w:w="851" w:type="dxa"/>
            <w:shd w:val="clear" w:color="auto" w:fill="auto"/>
          </w:tcPr>
          <w:p w14:paraId="0984F101"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102"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03"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V </w:t>
            </w:r>
            <w:r w:rsidRPr="00EF2F0E">
              <w:rPr>
                <w:rFonts w:cs="v5.0.0"/>
              </w:rPr>
              <w:t>or XXVI</w:t>
            </w:r>
          </w:p>
        </w:tc>
      </w:tr>
      <w:tr w:rsidR="003401A4" w:rsidRPr="00EF2F0E" w14:paraId="0984F10A" w14:textId="77777777" w:rsidTr="00AB06FD">
        <w:trPr>
          <w:cantSplit/>
          <w:trHeight w:val="113"/>
          <w:jc w:val="center"/>
        </w:trPr>
        <w:tc>
          <w:tcPr>
            <w:tcW w:w="1346" w:type="dxa"/>
            <w:vMerge/>
            <w:shd w:val="clear" w:color="auto" w:fill="auto"/>
          </w:tcPr>
          <w:p w14:paraId="0984F105" w14:textId="77777777" w:rsidR="00B15E99" w:rsidRPr="00EF2F0E" w:rsidRDefault="00B15E99" w:rsidP="00AB06FD">
            <w:pPr>
              <w:pStyle w:val="TAC"/>
              <w:rPr>
                <w:rFonts w:cs="Arial"/>
              </w:rPr>
            </w:pPr>
          </w:p>
        </w:tc>
        <w:tc>
          <w:tcPr>
            <w:tcW w:w="1657" w:type="dxa"/>
            <w:shd w:val="clear" w:color="auto" w:fill="auto"/>
          </w:tcPr>
          <w:p w14:paraId="0984F106" w14:textId="77777777" w:rsidR="00B15E99" w:rsidRPr="00EF2F0E" w:rsidRDefault="00B15E99" w:rsidP="00AB06FD">
            <w:pPr>
              <w:pStyle w:val="TAC"/>
              <w:rPr>
                <w:rFonts w:cs="Arial"/>
              </w:rPr>
            </w:pPr>
            <w:r w:rsidRPr="00EF2F0E">
              <w:rPr>
                <w:rFonts w:cs="Arial"/>
              </w:rPr>
              <w:t>824 - 849 MHz</w:t>
            </w:r>
          </w:p>
        </w:tc>
        <w:tc>
          <w:tcPr>
            <w:tcW w:w="851" w:type="dxa"/>
            <w:shd w:val="clear" w:color="auto" w:fill="auto"/>
          </w:tcPr>
          <w:p w14:paraId="0984F107"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108"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09"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V </w:t>
            </w:r>
            <w:r w:rsidRPr="00EF2F0E">
              <w:rPr>
                <w:rFonts w:cs="v5.0.0"/>
              </w:rPr>
              <w:t>or XXVI</w:t>
            </w:r>
            <w:r w:rsidRPr="00EF2F0E">
              <w:rPr>
                <w:rFonts w:cs="Arial"/>
              </w:rPr>
              <w:t xml:space="preserve">, </w:t>
            </w:r>
            <w:r w:rsidRPr="00EF2F0E">
              <w:rPr>
                <w:rFonts w:cs="v5.0.0"/>
              </w:rPr>
              <w:t>since it is already covered by the requirement in subclause 9.7.6.3.2.</w:t>
            </w:r>
          </w:p>
        </w:tc>
      </w:tr>
      <w:tr w:rsidR="003401A4" w:rsidRPr="00EF2F0E" w14:paraId="0984F110" w14:textId="77777777" w:rsidTr="00AB06FD">
        <w:trPr>
          <w:cantSplit/>
          <w:trHeight w:val="113"/>
          <w:jc w:val="center"/>
        </w:trPr>
        <w:tc>
          <w:tcPr>
            <w:tcW w:w="1346" w:type="dxa"/>
            <w:vMerge w:val="restart"/>
            <w:shd w:val="clear" w:color="auto" w:fill="auto"/>
          </w:tcPr>
          <w:p w14:paraId="0984F10B" w14:textId="77777777" w:rsidR="00B15E99" w:rsidRPr="00EF2F0E" w:rsidRDefault="00B15E99" w:rsidP="00AB06FD">
            <w:pPr>
              <w:pStyle w:val="TAC"/>
              <w:rPr>
                <w:rFonts w:cs="Arial"/>
                <w:lang w:val="sv-FI"/>
              </w:rPr>
            </w:pPr>
            <w:r w:rsidRPr="00EF2F0E">
              <w:rPr>
                <w:rFonts w:cs="Arial"/>
                <w:lang w:val="sv-FI"/>
              </w:rPr>
              <w:t>UTRA FDD Band VI or XIX,  E-UTRA Band 6, 18 or 19</w:t>
            </w:r>
          </w:p>
        </w:tc>
        <w:tc>
          <w:tcPr>
            <w:tcW w:w="1657" w:type="dxa"/>
            <w:shd w:val="clear" w:color="auto" w:fill="auto"/>
          </w:tcPr>
          <w:p w14:paraId="0984F10C" w14:textId="77777777" w:rsidR="00B15E99" w:rsidRPr="00EF2F0E" w:rsidRDefault="00B15E99" w:rsidP="00AB06FD">
            <w:pPr>
              <w:pStyle w:val="TAC"/>
              <w:rPr>
                <w:rFonts w:cs="Arial"/>
              </w:rPr>
            </w:pPr>
            <w:r w:rsidRPr="00EF2F0E">
              <w:rPr>
                <w:rFonts w:cs="Arial"/>
              </w:rPr>
              <w:t xml:space="preserve">860 - 890 MHz </w:t>
            </w:r>
          </w:p>
        </w:tc>
        <w:tc>
          <w:tcPr>
            <w:tcW w:w="851" w:type="dxa"/>
            <w:shd w:val="clear" w:color="auto" w:fill="auto"/>
          </w:tcPr>
          <w:p w14:paraId="0984F10D"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10E"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0F"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VI or XIX</w:t>
            </w:r>
          </w:p>
        </w:tc>
      </w:tr>
      <w:tr w:rsidR="003401A4" w:rsidRPr="00EF2F0E" w14:paraId="0984F116" w14:textId="77777777" w:rsidTr="00AB06FD">
        <w:trPr>
          <w:cantSplit/>
          <w:trHeight w:val="113"/>
          <w:jc w:val="center"/>
        </w:trPr>
        <w:tc>
          <w:tcPr>
            <w:tcW w:w="1346" w:type="dxa"/>
            <w:vMerge/>
            <w:shd w:val="clear" w:color="auto" w:fill="auto"/>
          </w:tcPr>
          <w:p w14:paraId="0984F111" w14:textId="77777777" w:rsidR="00B15E99" w:rsidRPr="00EF2F0E" w:rsidRDefault="00B15E99" w:rsidP="00AB06FD">
            <w:pPr>
              <w:pStyle w:val="TAC"/>
              <w:rPr>
                <w:rFonts w:cs="Arial"/>
              </w:rPr>
            </w:pPr>
          </w:p>
        </w:tc>
        <w:tc>
          <w:tcPr>
            <w:tcW w:w="1657" w:type="dxa"/>
            <w:shd w:val="clear" w:color="auto" w:fill="auto"/>
          </w:tcPr>
          <w:p w14:paraId="0984F112" w14:textId="77777777" w:rsidR="00B15E99" w:rsidRPr="00EF2F0E" w:rsidRDefault="00B15E99" w:rsidP="00AB06FD">
            <w:pPr>
              <w:pStyle w:val="TAC"/>
              <w:rPr>
                <w:rFonts w:cs="Arial"/>
              </w:rPr>
            </w:pPr>
            <w:r w:rsidRPr="00EF2F0E">
              <w:rPr>
                <w:rFonts w:cs="Arial"/>
              </w:rPr>
              <w:t xml:space="preserve">815 - 845 MHz </w:t>
            </w:r>
          </w:p>
        </w:tc>
        <w:tc>
          <w:tcPr>
            <w:tcW w:w="851" w:type="dxa"/>
            <w:shd w:val="clear" w:color="auto" w:fill="auto"/>
          </w:tcPr>
          <w:p w14:paraId="0984F113"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114"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15"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VI or XIX, </w:t>
            </w:r>
            <w:r w:rsidRPr="00EF2F0E">
              <w:rPr>
                <w:rFonts w:cs="v5.0.0"/>
              </w:rPr>
              <w:t>since it is already covered by the requirement in subclause 9.7.6.3.2.</w:t>
            </w:r>
          </w:p>
        </w:tc>
      </w:tr>
      <w:tr w:rsidR="003401A4" w:rsidRPr="00EF2F0E" w14:paraId="0984F11D" w14:textId="77777777" w:rsidTr="00AB06FD">
        <w:trPr>
          <w:cantSplit/>
          <w:trHeight w:val="113"/>
          <w:jc w:val="center"/>
        </w:trPr>
        <w:tc>
          <w:tcPr>
            <w:tcW w:w="1346" w:type="dxa"/>
            <w:vMerge w:val="restart"/>
            <w:shd w:val="clear" w:color="auto" w:fill="auto"/>
          </w:tcPr>
          <w:p w14:paraId="0984F117" w14:textId="77777777" w:rsidR="00B15E99" w:rsidRPr="00EF2F0E" w:rsidRDefault="00B15E99" w:rsidP="00AB06FD">
            <w:pPr>
              <w:pStyle w:val="TAC"/>
              <w:rPr>
                <w:rFonts w:cs="Arial"/>
              </w:rPr>
            </w:pPr>
            <w:r w:rsidRPr="00EF2F0E">
              <w:rPr>
                <w:rFonts w:cs="Arial"/>
              </w:rPr>
              <w:t xml:space="preserve">UTRA FDD Band VII or </w:t>
            </w:r>
          </w:p>
          <w:p w14:paraId="0984F118" w14:textId="77777777" w:rsidR="00B15E99" w:rsidRPr="00EF2F0E" w:rsidRDefault="00B15E99" w:rsidP="00AB06FD">
            <w:pPr>
              <w:pStyle w:val="TAC"/>
              <w:rPr>
                <w:rFonts w:cs="Arial"/>
              </w:rPr>
            </w:pPr>
            <w:r w:rsidRPr="00EF2F0E">
              <w:rPr>
                <w:rFonts w:cs="Arial"/>
              </w:rPr>
              <w:t>E-UTRA Band 7</w:t>
            </w:r>
            <w:r w:rsidR="0077153D" w:rsidRPr="00EF2F0E">
              <w:rPr>
                <w:rFonts w:cs="Arial"/>
                <w:lang w:val="sv-SE"/>
              </w:rPr>
              <w:t xml:space="preserve"> or NR band n7</w:t>
            </w:r>
          </w:p>
        </w:tc>
        <w:tc>
          <w:tcPr>
            <w:tcW w:w="1657" w:type="dxa"/>
            <w:shd w:val="clear" w:color="auto" w:fill="auto"/>
          </w:tcPr>
          <w:p w14:paraId="0984F119" w14:textId="77777777" w:rsidR="00B15E99" w:rsidRPr="00EF2F0E" w:rsidRDefault="00B15E99" w:rsidP="00AB06FD">
            <w:pPr>
              <w:pStyle w:val="TAC"/>
              <w:rPr>
                <w:rFonts w:cs="Arial"/>
              </w:rPr>
            </w:pPr>
            <w:r w:rsidRPr="00EF2F0E">
              <w:rPr>
                <w:rFonts w:cs="Arial"/>
              </w:rPr>
              <w:t>2620 - 2690 MHz</w:t>
            </w:r>
          </w:p>
        </w:tc>
        <w:tc>
          <w:tcPr>
            <w:tcW w:w="851" w:type="dxa"/>
            <w:shd w:val="clear" w:color="auto" w:fill="auto"/>
          </w:tcPr>
          <w:p w14:paraId="0984F11A"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11B"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1C"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VII, </w:t>
            </w:r>
          </w:p>
        </w:tc>
      </w:tr>
      <w:tr w:rsidR="003401A4" w:rsidRPr="00EF2F0E" w14:paraId="0984F123" w14:textId="77777777" w:rsidTr="00AB06FD">
        <w:trPr>
          <w:cantSplit/>
          <w:trHeight w:val="113"/>
          <w:jc w:val="center"/>
        </w:trPr>
        <w:tc>
          <w:tcPr>
            <w:tcW w:w="1346" w:type="dxa"/>
            <w:vMerge/>
            <w:shd w:val="clear" w:color="auto" w:fill="auto"/>
          </w:tcPr>
          <w:p w14:paraId="0984F11E" w14:textId="77777777" w:rsidR="00B15E99" w:rsidRPr="00EF2F0E" w:rsidRDefault="00B15E99" w:rsidP="00AB06FD">
            <w:pPr>
              <w:pStyle w:val="TAC"/>
              <w:rPr>
                <w:rFonts w:cs="Arial"/>
              </w:rPr>
            </w:pPr>
          </w:p>
        </w:tc>
        <w:tc>
          <w:tcPr>
            <w:tcW w:w="1657" w:type="dxa"/>
            <w:shd w:val="clear" w:color="auto" w:fill="auto"/>
          </w:tcPr>
          <w:p w14:paraId="0984F11F" w14:textId="77777777" w:rsidR="00B15E99" w:rsidRPr="00EF2F0E" w:rsidRDefault="00B15E99" w:rsidP="00AB06FD">
            <w:pPr>
              <w:pStyle w:val="TAC"/>
              <w:rPr>
                <w:rFonts w:cs="Arial"/>
              </w:rPr>
            </w:pPr>
            <w:r w:rsidRPr="00EF2F0E">
              <w:rPr>
                <w:rFonts w:cs="Arial"/>
              </w:rPr>
              <w:t>2500 - 2570 MHz</w:t>
            </w:r>
          </w:p>
        </w:tc>
        <w:tc>
          <w:tcPr>
            <w:tcW w:w="851" w:type="dxa"/>
            <w:shd w:val="clear" w:color="auto" w:fill="auto"/>
          </w:tcPr>
          <w:p w14:paraId="0984F120"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121"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22"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VII,</w:t>
            </w:r>
            <w:r w:rsidRPr="00EF2F0E">
              <w:rPr>
                <w:rFonts w:cs="v5.0.0"/>
              </w:rPr>
              <w:t xml:space="preserve"> since it is already covered by the requirement in subclause 9.7.6.3.2.</w:t>
            </w:r>
          </w:p>
        </w:tc>
      </w:tr>
      <w:tr w:rsidR="003401A4" w:rsidRPr="00EF2F0E" w14:paraId="0984F12A" w14:textId="77777777" w:rsidTr="00AB06FD">
        <w:trPr>
          <w:cantSplit/>
          <w:trHeight w:val="113"/>
          <w:jc w:val="center"/>
        </w:trPr>
        <w:tc>
          <w:tcPr>
            <w:tcW w:w="1346" w:type="dxa"/>
            <w:vMerge w:val="restart"/>
            <w:shd w:val="clear" w:color="auto" w:fill="auto"/>
          </w:tcPr>
          <w:p w14:paraId="0984F124" w14:textId="77777777" w:rsidR="00B15E99" w:rsidRPr="00EF2F0E" w:rsidRDefault="00B15E99" w:rsidP="00AB06FD">
            <w:pPr>
              <w:pStyle w:val="TAC"/>
              <w:rPr>
                <w:rFonts w:cs="Arial"/>
              </w:rPr>
            </w:pPr>
            <w:r w:rsidRPr="00EF2F0E">
              <w:rPr>
                <w:rFonts w:cs="Arial"/>
              </w:rPr>
              <w:t xml:space="preserve">UTRA FDD Band VIII or </w:t>
            </w:r>
          </w:p>
          <w:p w14:paraId="0984F125" w14:textId="77777777" w:rsidR="00B15E99" w:rsidRPr="00EF2F0E" w:rsidRDefault="00B15E99" w:rsidP="00AB06FD">
            <w:pPr>
              <w:pStyle w:val="TAC"/>
              <w:rPr>
                <w:rFonts w:cs="Arial"/>
              </w:rPr>
            </w:pPr>
            <w:r w:rsidRPr="00EF2F0E">
              <w:rPr>
                <w:rFonts w:cs="Arial"/>
              </w:rPr>
              <w:t>E-UTRA Band 8</w:t>
            </w:r>
            <w:r w:rsidR="0077153D" w:rsidRPr="00EF2F0E">
              <w:rPr>
                <w:rFonts w:cs="Arial"/>
                <w:lang w:val="sv-SE"/>
              </w:rPr>
              <w:t xml:space="preserve"> or NR band n8</w:t>
            </w:r>
          </w:p>
        </w:tc>
        <w:tc>
          <w:tcPr>
            <w:tcW w:w="1657" w:type="dxa"/>
            <w:shd w:val="clear" w:color="auto" w:fill="auto"/>
          </w:tcPr>
          <w:p w14:paraId="0984F126" w14:textId="77777777" w:rsidR="00B15E99" w:rsidRPr="00EF2F0E" w:rsidRDefault="00B15E99" w:rsidP="00AB06FD">
            <w:pPr>
              <w:pStyle w:val="TAC"/>
              <w:rPr>
                <w:rFonts w:cs="Arial"/>
              </w:rPr>
            </w:pPr>
            <w:r w:rsidRPr="00EF2F0E">
              <w:rPr>
                <w:rFonts w:cs="Arial"/>
              </w:rPr>
              <w:t>925 - 960 MHz</w:t>
            </w:r>
          </w:p>
        </w:tc>
        <w:tc>
          <w:tcPr>
            <w:tcW w:w="851" w:type="dxa"/>
            <w:shd w:val="clear" w:color="auto" w:fill="auto"/>
          </w:tcPr>
          <w:p w14:paraId="0984F127"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128"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29"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VIII.</w:t>
            </w:r>
          </w:p>
        </w:tc>
      </w:tr>
      <w:tr w:rsidR="003401A4" w:rsidRPr="00EF2F0E" w14:paraId="0984F130" w14:textId="77777777" w:rsidTr="00AB06FD">
        <w:trPr>
          <w:cantSplit/>
          <w:trHeight w:val="113"/>
          <w:jc w:val="center"/>
        </w:trPr>
        <w:tc>
          <w:tcPr>
            <w:tcW w:w="1346" w:type="dxa"/>
            <w:vMerge/>
            <w:shd w:val="clear" w:color="auto" w:fill="auto"/>
          </w:tcPr>
          <w:p w14:paraId="0984F12B" w14:textId="77777777" w:rsidR="00B15E99" w:rsidRPr="00EF2F0E" w:rsidRDefault="00B15E99" w:rsidP="00AB06FD">
            <w:pPr>
              <w:pStyle w:val="TAC"/>
              <w:rPr>
                <w:rFonts w:cs="Arial"/>
              </w:rPr>
            </w:pPr>
          </w:p>
        </w:tc>
        <w:tc>
          <w:tcPr>
            <w:tcW w:w="1657" w:type="dxa"/>
            <w:shd w:val="clear" w:color="auto" w:fill="auto"/>
          </w:tcPr>
          <w:p w14:paraId="0984F12C" w14:textId="77777777" w:rsidR="00B15E99" w:rsidRPr="00EF2F0E" w:rsidRDefault="00B15E99" w:rsidP="00AB06FD">
            <w:pPr>
              <w:pStyle w:val="TAC"/>
              <w:rPr>
                <w:rFonts w:cs="Arial"/>
              </w:rPr>
            </w:pPr>
            <w:r w:rsidRPr="00EF2F0E">
              <w:rPr>
                <w:rFonts w:cs="Arial"/>
              </w:rPr>
              <w:t>880 - 915 MHz</w:t>
            </w:r>
          </w:p>
        </w:tc>
        <w:tc>
          <w:tcPr>
            <w:tcW w:w="851" w:type="dxa"/>
            <w:shd w:val="clear" w:color="auto" w:fill="auto"/>
          </w:tcPr>
          <w:p w14:paraId="0984F12D"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12E"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2F"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VIII,</w:t>
            </w:r>
            <w:r w:rsidRPr="00EF2F0E">
              <w:rPr>
                <w:rFonts w:cs="v5.0.0"/>
              </w:rPr>
              <w:t xml:space="preserve"> since it is already covered by the requirement in subclause 9.7.6.3.2.</w:t>
            </w:r>
          </w:p>
        </w:tc>
      </w:tr>
      <w:tr w:rsidR="003401A4" w:rsidRPr="00EF2F0E" w14:paraId="0984F137" w14:textId="77777777" w:rsidTr="00AB06FD">
        <w:trPr>
          <w:cantSplit/>
          <w:trHeight w:val="113"/>
          <w:jc w:val="center"/>
        </w:trPr>
        <w:tc>
          <w:tcPr>
            <w:tcW w:w="1346" w:type="dxa"/>
            <w:vMerge w:val="restart"/>
            <w:shd w:val="clear" w:color="auto" w:fill="auto"/>
          </w:tcPr>
          <w:p w14:paraId="0984F131" w14:textId="77777777" w:rsidR="00B15E99" w:rsidRPr="00EF2F0E" w:rsidRDefault="00B15E99" w:rsidP="00AB06FD">
            <w:pPr>
              <w:pStyle w:val="TAC"/>
              <w:rPr>
                <w:rFonts w:cs="Arial"/>
                <w:lang w:val="sv-FI"/>
              </w:rPr>
            </w:pPr>
            <w:r w:rsidRPr="00EF2F0E">
              <w:rPr>
                <w:rFonts w:cs="Arial"/>
                <w:lang w:val="sv-FI"/>
              </w:rPr>
              <w:t xml:space="preserve">UTRA FDD Band IX or </w:t>
            </w:r>
          </w:p>
          <w:p w14:paraId="0984F132" w14:textId="77777777" w:rsidR="00B15E99" w:rsidRPr="00EF2F0E" w:rsidRDefault="00B15E99" w:rsidP="00AB06FD">
            <w:pPr>
              <w:pStyle w:val="TAC"/>
              <w:rPr>
                <w:rFonts w:cs="Arial"/>
                <w:lang w:val="sv-FI"/>
              </w:rPr>
            </w:pPr>
            <w:r w:rsidRPr="00EF2F0E">
              <w:rPr>
                <w:rFonts w:cs="Arial"/>
                <w:lang w:val="sv-FI"/>
              </w:rPr>
              <w:t>E-UTRA Band 9</w:t>
            </w:r>
          </w:p>
        </w:tc>
        <w:tc>
          <w:tcPr>
            <w:tcW w:w="1657" w:type="dxa"/>
            <w:shd w:val="clear" w:color="auto" w:fill="auto"/>
          </w:tcPr>
          <w:p w14:paraId="0984F133" w14:textId="77777777" w:rsidR="00B15E99" w:rsidRPr="00EF2F0E" w:rsidRDefault="00B15E99" w:rsidP="00AB06FD">
            <w:pPr>
              <w:pStyle w:val="TAC"/>
              <w:rPr>
                <w:rFonts w:cs="Arial"/>
              </w:rPr>
            </w:pPr>
            <w:r w:rsidRPr="00EF2F0E">
              <w:rPr>
                <w:rFonts w:cs="Arial"/>
              </w:rPr>
              <w:t>1844.9 - 1879.9 MHz</w:t>
            </w:r>
          </w:p>
        </w:tc>
        <w:tc>
          <w:tcPr>
            <w:tcW w:w="851" w:type="dxa"/>
            <w:shd w:val="clear" w:color="auto" w:fill="auto"/>
          </w:tcPr>
          <w:p w14:paraId="0984F134"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135"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36"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III or band IX</w:t>
            </w:r>
          </w:p>
        </w:tc>
      </w:tr>
      <w:tr w:rsidR="003401A4" w:rsidRPr="00EF2F0E" w14:paraId="0984F13D" w14:textId="77777777" w:rsidTr="00AB06FD">
        <w:trPr>
          <w:cantSplit/>
          <w:trHeight w:val="113"/>
          <w:jc w:val="center"/>
        </w:trPr>
        <w:tc>
          <w:tcPr>
            <w:tcW w:w="1346" w:type="dxa"/>
            <w:vMerge/>
            <w:shd w:val="clear" w:color="auto" w:fill="auto"/>
          </w:tcPr>
          <w:p w14:paraId="0984F138" w14:textId="77777777" w:rsidR="00B15E99" w:rsidRPr="00EF2F0E" w:rsidRDefault="00B15E99" w:rsidP="00AB06FD">
            <w:pPr>
              <w:pStyle w:val="TAC"/>
              <w:rPr>
                <w:rFonts w:cs="Arial"/>
              </w:rPr>
            </w:pPr>
          </w:p>
        </w:tc>
        <w:tc>
          <w:tcPr>
            <w:tcW w:w="1657" w:type="dxa"/>
            <w:shd w:val="clear" w:color="auto" w:fill="auto"/>
          </w:tcPr>
          <w:p w14:paraId="0984F139" w14:textId="77777777" w:rsidR="00B15E99" w:rsidRPr="00EF2F0E" w:rsidRDefault="00B15E99" w:rsidP="00AB06FD">
            <w:pPr>
              <w:pStyle w:val="TAC"/>
              <w:rPr>
                <w:rFonts w:cs="Arial"/>
              </w:rPr>
            </w:pPr>
            <w:r w:rsidRPr="00EF2F0E">
              <w:rPr>
                <w:rFonts w:cs="Arial"/>
              </w:rPr>
              <w:t>1749.9 - 1784.9 MHz</w:t>
            </w:r>
          </w:p>
        </w:tc>
        <w:tc>
          <w:tcPr>
            <w:tcW w:w="851" w:type="dxa"/>
            <w:shd w:val="clear" w:color="auto" w:fill="auto"/>
          </w:tcPr>
          <w:p w14:paraId="0984F13A"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13B"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3C"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III or band IX,</w:t>
            </w:r>
            <w:r w:rsidRPr="00EF2F0E">
              <w:rPr>
                <w:rFonts w:cs="v5.0.0"/>
              </w:rPr>
              <w:t xml:space="preserve"> since it is already covered by the requirement in subclause 9.7.6.3.2.</w:t>
            </w:r>
          </w:p>
        </w:tc>
      </w:tr>
      <w:tr w:rsidR="003401A4" w:rsidRPr="00EF2F0E" w14:paraId="0984F144" w14:textId="77777777" w:rsidTr="00AB06FD">
        <w:trPr>
          <w:cantSplit/>
          <w:trHeight w:val="113"/>
          <w:jc w:val="center"/>
        </w:trPr>
        <w:tc>
          <w:tcPr>
            <w:tcW w:w="1346" w:type="dxa"/>
            <w:vMerge w:val="restart"/>
            <w:shd w:val="clear" w:color="auto" w:fill="auto"/>
          </w:tcPr>
          <w:p w14:paraId="0984F13E" w14:textId="77777777" w:rsidR="00B15E99" w:rsidRPr="00EF2F0E" w:rsidRDefault="00B15E99" w:rsidP="00AB06FD">
            <w:pPr>
              <w:pStyle w:val="TAC"/>
              <w:rPr>
                <w:rFonts w:cs="Arial"/>
                <w:lang w:val="sv-FI"/>
              </w:rPr>
            </w:pPr>
            <w:r w:rsidRPr="00EF2F0E">
              <w:rPr>
                <w:rFonts w:cs="Arial"/>
                <w:lang w:val="sv-FI"/>
              </w:rPr>
              <w:t xml:space="preserve">UTRA FDD Band X or </w:t>
            </w:r>
          </w:p>
          <w:p w14:paraId="0984F13F" w14:textId="77777777" w:rsidR="00B15E99" w:rsidRPr="00EF2F0E" w:rsidRDefault="00B15E99" w:rsidP="00AB06FD">
            <w:pPr>
              <w:pStyle w:val="TAC"/>
              <w:rPr>
                <w:rFonts w:cs="Arial"/>
                <w:lang w:val="sv-FI"/>
              </w:rPr>
            </w:pPr>
            <w:r w:rsidRPr="00EF2F0E">
              <w:rPr>
                <w:rFonts w:cs="Arial"/>
                <w:lang w:val="sv-FI"/>
              </w:rPr>
              <w:t>E-UTRA Band 10</w:t>
            </w:r>
          </w:p>
        </w:tc>
        <w:tc>
          <w:tcPr>
            <w:tcW w:w="1657" w:type="dxa"/>
            <w:shd w:val="clear" w:color="auto" w:fill="auto"/>
          </w:tcPr>
          <w:p w14:paraId="0984F140" w14:textId="77777777" w:rsidR="00B15E99" w:rsidRPr="00EF2F0E" w:rsidRDefault="00B15E99" w:rsidP="00AB06FD">
            <w:pPr>
              <w:pStyle w:val="TAC"/>
              <w:rPr>
                <w:rFonts w:cs="Arial"/>
              </w:rPr>
            </w:pPr>
            <w:r w:rsidRPr="00EF2F0E">
              <w:rPr>
                <w:rFonts w:cs="Arial"/>
              </w:rPr>
              <w:t>2110 - 2170 MHz</w:t>
            </w:r>
          </w:p>
        </w:tc>
        <w:tc>
          <w:tcPr>
            <w:tcW w:w="851" w:type="dxa"/>
            <w:shd w:val="clear" w:color="auto" w:fill="auto"/>
          </w:tcPr>
          <w:p w14:paraId="0984F141"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142"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43"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IV or band X.</w:t>
            </w:r>
          </w:p>
        </w:tc>
      </w:tr>
      <w:tr w:rsidR="003401A4" w:rsidRPr="00EF2F0E" w14:paraId="0984F14A" w14:textId="77777777" w:rsidTr="00AB06FD">
        <w:trPr>
          <w:cantSplit/>
          <w:trHeight w:val="113"/>
          <w:jc w:val="center"/>
        </w:trPr>
        <w:tc>
          <w:tcPr>
            <w:tcW w:w="1346" w:type="dxa"/>
            <w:vMerge/>
            <w:shd w:val="clear" w:color="auto" w:fill="auto"/>
          </w:tcPr>
          <w:p w14:paraId="0984F145" w14:textId="77777777" w:rsidR="00B15E99" w:rsidRPr="00EF2F0E" w:rsidRDefault="00B15E99" w:rsidP="00AB06FD">
            <w:pPr>
              <w:pStyle w:val="TAC"/>
              <w:rPr>
                <w:rFonts w:cs="Arial"/>
              </w:rPr>
            </w:pPr>
          </w:p>
        </w:tc>
        <w:tc>
          <w:tcPr>
            <w:tcW w:w="1657" w:type="dxa"/>
            <w:shd w:val="clear" w:color="auto" w:fill="auto"/>
          </w:tcPr>
          <w:p w14:paraId="0984F146" w14:textId="77777777" w:rsidR="00B15E99" w:rsidRPr="00EF2F0E" w:rsidRDefault="00B15E99" w:rsidP="00AB06FD">
            <w:pPr>
              <w:pStyle w:val="TAC"/>
              <w:rPr>
                <w:rFonts w:cs="Arial"/>
              </w:rPr>
            </w:pPr>
            <w:r w:rsidRPr="00EF2F0E">
              <w:rPr>
                <w:rFonts w:cs="Arial"/>
              </w:rPr>
              <w:t>1710 - 1770 MHz</w:t>
            </w:r>
          </w:p>
        </w:tc>
        <w:tc>
          <w:tcPr>
            <w:tcW w:w="851" w:type="dxa"/>
            <w:shd w:val="clear" w:color="auto" w:fill="auto"/>
          </w:tcPr>
          <w:p w14:paraId="0984F147"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148"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49"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X, </w:t>
            </w:r>
            <w:r w:rsidRPr="00EF2F0E">
              <w:rPr>
                <w:rFonts w:cs="v5.0.0"/>
              </w:rPr>
              <w:t xml:space="preserve">since it is already covered by the requirement in subclause 9.7.6.3.2. </w:t>
            </w:r>
            <w:r w:rsidRPr="00EF2F0E">
              <w:rPr>
                <w:rFonts w:cs="Arial"/>
              </w:rPr>
              <w:t>For UTRA FDD BS operating in Band IV, it applies for 1755 MHz to 1770 MHz, while the rest is covered in subclause 9.7.6.3.2.</w:t>
            </w:r>
          </w:p>
        </w:tc>
      </w:tr>
      <w:tr w:rsidR="003401A4" w:rsidRPr="00EF2F0E" w14:paraId="0984F151" w14:textId="77777777" w:rsidTr="00AB06FD">
        <w:trPr>
          <w:cantSplit/>
          <w:trHeight w:val="113"/>
          <w:jc w:val="center"/>
        </w:trPr>
        <w:tc>
          <w:tcPr>
            <w:tcW w:w="1346" w:type="dxa"/>
            <w:vMerge w:val="restart"/>
            <w:shd w:val="clear" w:color="auto" w:fill="auto"/>
          </w:tcPr>
          <w:p w14:paraId="0984F14B" w14:textId="77777777" w:rsidR="00B15E99" w:rsidRPr="00EF2F0E" w:rsidRDefault="00B15E99" w:rsidP="00AB06FD">
            <w:pPr>
              <w:pStyle w:val="TAC"/>
              <w:rPr>
                <w:rFonts w:cs="Arial"/>
              </w:rPr>
            </w:pPr>
            <w:r w:rsidRPr="00EF2F0E">
              <w:rPr>
                <w:rFonts w:cs="Arial"/>
              </w:rPr>
              <w:t xml:space="preserve">UTRA FDD Band XI or XXI or </w:t>
            </w:r>
          </w:p>
          <w:p w14:paraId="0984F14C" w14:textId="77777777" w:rsidR="00B15E99" w:rsidRPr="00EF2F0E" w:rsidRDefault="00B15E99" w:rsidP="00AB06FD">
            <w:pPr>
              <w:pStyle w:val="TAC"/>
              <w:rPr>
                <w:rFonts w:cs="Arial"/>
              </w:rPr>
            </w:pPr>
            <w:r w:rsidRPr="00EF2F0E">
              <w:rPr>
                <w:rFonts w:cs="Arial"/>
              </w:rPr>
              <w:t>E-UTRA Band 11 or 21</w:t>
            </w:r>
          </w:p>
        </w:tc>
        <w:tc>
          <w:tcPr>
            <w:tcW w:w="1657" w:type="dxa"/>
            <w:shd w:val="clear" w:color="auto" w:fill="auto"/>
          </w:tcPr>
          <w:p w14:paraId="0984F14D" w14:textId="77777777" w:rsidR="00B15E99" w:rsidRPr="00EF2F0E" w:rsidRDefault="00B15E99" w:rsidP="00AB06FD">
            <w:pPr>
              <w:pStyle w:val="TAC"/>
              <w:rPr>
                <w:rFonts w:cs="Arial"/>
              </w:rPr>
            </w:pPr>
            <w:r w:rsidRPr="00EF2F0E">
              <w:rPr>
                <w:rFonts w:cs="Arial"/>
              </w:rPr>
              <w:t>1475.9 - 1510.9 MHz</w:t>
            </w:r>
          </w:p>
        </w:tc>
        <w:tc>
          <w:tcPr>
            <w:tcW w:w="851" w:type="dxa"/>
            <w:shd w:val="clear" w:color="auto" w:fill="auto"/>
          </w:tcPr>
          <w:p w14:paraId="0984F14E"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14F"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50"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XI , XXI or XXXII.</w:t>
            </w:r>
          </w:p>
        </w:tc>
      </w:tr>
      <w:tr w:rsidR="003401A4" w:rsidRPr="00EF2F0E" w14:paraId="0984F157" w14:textId="77777777" w:rsidTr="00AB06FD">
        <w:trPr>
          <w:cantSplit/>
          <w:trHeight w:val="113"/>
          <w:jc w:val="center"/>
        </w:trPr>
        <w:tc>
          <w:tcPr>
            <w:tcW w:w="1346" w:type="dxa"/>
            <w:vMerge/>
            <w:shd w:val="clear" w:color="auto" w:fill="auto"/>
          </w:tcPr>
          <w:p w14:paraId="0984F152" w14:textId="77777777" w:rsidR="00B15E99" w:rsidRPr="00EF2F0E" w:rsidRDefault="00B15E99" w:rsidP="00AB06FD">
            <w:pPr>
              <w:pStyle w:val="TAC"/>
              <w:rPr>
                <w:rFonts w:cs="Arial"/>
              </w:rPr>
            </w:pPr>
          </w:p>
        </w:tc>
        <w:tc>
          <w:tcPr>
            <w:tcW w:w="1657" w:type="dxa"/>
            <w:shd w:val="clear" w:color="auto" w:fill="auto"/>
          </w:tcPr>
          <w:p w14:paraId="0984F153" w14:textId="77777777" w:rsidR="00B15E99" w:rsidRPr="00EF2F0E" w:rsidRDefault="00B15E99" w:rsidP="00AB06FD">
            <w:pPr>
              <w:pStyle w:val="TAC"/>
              <w:rPr>
                <w:rFonts w:cs="Arial"/>
              </w:rPr>
            </w:pPr>
            <w:r w:rsidRPr="00EF2F0E">
              <w:rPr>
                <w:rFonts w:cs="Arial"/>
              </w:rPr>
              <w:t>1427.9 - 1447.9 MHz</w:t>
            </w:r>
          </w:p>
        </w:tc>
        <w:tc>
          <w:tcPr>
            <w:tcW w:w="851" w:type="dxa"/>
            <w:shd w:val="clear" w:color="auto" w:fill="auto"/>
          </w:tcPr>
          <w:p w14:paraId="0984F154"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155"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56"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XI, </w:t>
            </w:r>
            <w:r w:rsidRPr="00EF2F0E">
              <w:rPr>
                <w:rFonts w:cs="v5.0.0"/>
              </w:rPr>
              <w:t>since it is already covered by the requirement in subclause 9.7.6.3.2.</w:t>
            </w:r>
            <w:r w:rsidRPr="00EF2F0E">
              <w:rPr>
                <w:rFonts w:cs="v5.0.0"/>
                <w:lang w:eastAsia="ja-JP"/>
              </w:rPr>
              <w:t xml:space="preserve"> For UTRA BS operating in band XXXII, this requirement applies for carriers allocated within 1475.9MHz and 1495.9MHz.</w:t>
            </w:r>
          </w:p>
        </w:tc>
      </w:tr>
      <w:tr w:rsidR="003401A4" w:rsidRPr="00EF2F0E" w14:paraId="0984F15D" w14:textId="77777777" w:rsidTr="00AB06FD">
        <w:trPr>
          <w:cantSplit/>
          <w:trHeight w:val="113"/>
          <w:jc w:val="center"/>
        </w:trPr>
        <w:tc>
          <w:tcPr>
            <w:tcW w:w="1346" w:type="dxa"/>
            <w:vMerge/>
            <w:shd w:val="clear" w:color="auto" w:fill="auto"/>
          </w:tcPr>
          <w:p w14:paraId="0984F158" w14:textId="77777777" w:rsidR="00B15E99" w:rsidRPr="00EF2F0E" w:rsidRDefault="00B15E99" w:rsidP="00AB06FD">
            <w:pPr>
              <w:pStyle w:val="TAC"/>
              <w:rPr>
                <w:rFonts w:cs="Arial"/>
              </w:rPr>
            </w:pPr>
          </w:p>
        </w:tc>
        <w:tc>
          <w:tcPr>
            <w:tcW w:w="1657" w:type="dxa"/>
            <w:shd w:val="clear" w:color="auto" w:fill="auto"/>
          </w:tcPr>
          <w:p w14:paraId="0984F159" w14:textId="77777777" w:rsidR="00B15E99" w:rsidRPr="00EF2F0E" w:rsidRDefault="00B15E99" w:rsidP="00AB06FD">
            <w:pPr>
              <w:pStyle w:val="TAC"/>
              <w:rPr>
                <w:rFonts w:cs="Arial"/>
              </w:rPr>
            </w:pPr>
            <w:r w:rsidRPr="00EF2F0E">
              <w:rPr>
                <w:rFonts w:cs="Arial"/>
              </w:rPr>
              <w:t>1447.9 - 1462.9 MHz</w:t>
            </w:r>
          </w:p>
        </w:tc>
        <w:tc>
          <w:tcPr>
            <w:tcW w:w="851" w:type="dxa"/>
            <w:shd w:val="clear" w:color="auto" w:fill="auto"/>
          </w:tcPr>
          <w:p w14:paraId="0984F15A"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15B"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5C"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XXI, </w:t>
            </w:r>
            <w:r w:rsidRPr="00EF2F0E">
              <w:rPr>
                <w:rFonts w:cs="v5.0.0"/>
              </w:rPr>
              <w:t>since it is already covered by the requirement in subclause 9.7.6.3.2.</w:t>
            </w:r>
            <w:r w:rsidRPr="00EF2F0E">
              <w:rPr>
                <w:rFonts w:cs="v5.0.0"/>
                <w:lang w:eastAsia="ja-JP"/>
              </w:rPr>
              <w:t xml:space="preserve"> For UTRA BS operating in band XXXII, this requirement applies for carriers allocated within 1475.9MHz and 1495.9MHz.</w:t>
            </w:r>
          </w:p>
        </w:tc>
      </w:tr>
      <w:tr w:rsidR="003401A4" w:rsidRPr="00EF2F0E" w14:paraId="0984F164" w14:textId="77777777" w:rsidTr="00AB06FD">
        <w:trPr>
          <w:cantSplit/>
          <w:trHeight w:val="113"/>
          <w:jc w:val="center"/>
        </w:trPr>
        <w:tc>
          <w:tcPr>
            <w:tcW w:w="1346" w:type="dxa"/>
            <w:vMerge w:val="restart"/>
            <w:shd w:val="clear" w:color="auto" w:fill="auto"/>
          </w:tcPr>
          <w:p w14:paraId="0984F15E" w14:textId="77777777" w:rsidR="00B15E99" w:rsidRPr="00EF2F0E" w:rsidRDefault="00B15E99" w:rsidP="00AB06FD">
            <w:pPr>
              <w:pStyle w:val="TAC"/>
              <w:rPr>
                <w:rFonts w:cs="Arial"/>
              </w:rPr>
            </w:pPr>
            <w:r w:rsidRPr="00EF2F0E">
              <w:rPr>
                <w:rFonts w:cs="Arial"/>
              </w:rPr>
              <w:t xml:space="preserve">UTRA FDD Band XII or </w:t>
            </w:r>
          </w:p>
          <w:p w14:paraId="0984F15F" w14:textId="77777777" w:rsidR="00B15E99" w:rsidRPr="00EF2F0E" w:rsidRDefault="00B15E99" w:rsidP="00AB06FD">
            <w:pPr>
              <w:pStyle w:val="TAC"/>
              <w:rPr>
                <w:rFonts w:cs="Arial"/>
              </w:rPr>
            </w:pPr>
            <w:r w:rsidRPr="00EF2F0E">
              <w:rPr>
                <w:rFonts w:cs="Arial"/>
              </w:rPr>
              <w:t>E-UTRA Band 12</w:t>
            </w:r>
            <w:r w:rsidR="0077153D" w:rsidRPr="00EF2F0E">
              <w:rPr>
                <w:rFonts w:cs="Arial"/>
                <w:lang w:val="sv-SE"/>
              </w:rPr>
              <w:t xml:space="preserve"> or NR band n12</w:t>
            </w:r>
          </w:p>
        </w:tc>
        <w:tc>
          <w:tcPr>
            <w:tcW w:w="1657" w:type="dxa"/>
            <w:shd w:val="clear" w:color="auto" w:fill="auto"/>
          </w:tcPr>
          <w:p w14:paraId="0984F160" w14:textId="77777777" w:rsidR="00B15E99" w:rsidRPr="00EF2F0E" w:rsidRDefault="00B15E99" w:rsidP="00AB06FD">
            <w:pPr>
              <w:pStyle w:val="TAC"/>
              <w:rPr>
                <w:rFonts w:cs="Arial"/>
              </w:rPr>
            </w:pPr>
            <w:r w:rsidRPr="00EF2F0E">
              <w:rPr>
                <w:rFonts w:cs="Arial"/>
              </w:rPr>
              <w:t>729 - 746 MHz</w:t>
            </w:r>
          </w:p>
        </w:tc>
        <w:tc>
          <w:tcPr>
            <w:tcW w:w="851" w:type="dxa"/>
            <w:shd w:val="clear" w:color="auto" w:fill="auto"/>
          </w:tcPr>
          <w:p w14:paraId="0984F161"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162"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63"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XII</w:t>
            </w:r>
          </w:p>
        </w:tc>
      </w:tr>
      <w:tr w:rsidR="003401A4" w:rsidRPr="00EF2F0E" w14:paraId="0984F16A" w14:textId="77777777" w:rsidTr="00AB06FD">
        <w:trPr>
          <w:cantSplit/>
          <w:trHeight w:val="113"/>
          <w:jc w:val="center"/>
        </w:trPr>
        <w:tc>
          <w:tcPr>
            <w:tcW w:w="1346" w:type="dxa"/>
            <w:vMerge/>
            <w:shd w:val="clear" w:color="auto" w:fill="auto"/>
          </w:tcPr>
          <w:p w14:paraId="0984F165" w14:textId="77777777" w:rsidR="00B15E99" w:rsidRPr="00EF2F0E" w:rsidRDefault="00B15E99" w:rsidP="00AB06FD">
            <w:pPr>
              <w:pStyle w:val="TAC"/>
              <w:rPr>
                <w:rFonts w:cs="Arial"/>
              </w:rPr>
            </w:pPr>
          </w:p>
        </w:tc>
        <w:tc>
          <w:tcPr>
            <w:tcW w:w="1657" w:type="dxa"/>
            <w:shd w:val="clear" w:color="auto" w:fill="auto"/>
          </w:tcPr>
          <w:p w14:paraId="0984F166" w14:textId="77777777" w:rsidR="00B15E99" w:rsidRPr="00EF2F0E" w:rsidRDefault="00B15E99" w:rsidP="00AB06FD">
            <w:pPr>
              <w:pStyle w:val="TAC"/>
              <w:rPr>
                <w:rFonts w:cs="Arial"/>
              </w:rPr>
            </w:pPr>
            <w:r w:rsidRPr="00EF2F0E">
              <w:rPr>
                <w:rFonts w:cs="Arial"/>
              </w:rPr>
              <w:t>699 - 716 MHz</w:t>
            </w:r>
          </w:p>
        </w:tc>
        <w:tc>
          <w:tcPr>
            <w:tcW w:w="851" w:type="dxa"/>
            <w:shd w:val="clear" w:color="auto" w:fill="auto"/>
          </w:tcPr>
          <w:p w14:paraId="0984F167"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168"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69"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XII, </w:t>
            </w:r>
            <w:r w:rsidRPr="00EF2F0E">
              <w:rPr>
                <w:rFonts w:cs="v5.0.0"/>
              </w:rPr>
              <w:t>since it is already covered by the requirement in subclause 9.7.6.3.2.</w:t>
            </w:r>
          </w:p>
        </w:tc>
      </w:tr>
      <w:tr w:rsidR="003401A4" w:rsidRPr="00EF2F0E" w14:paraId="0984F171" w14:textId="77777777" w:rsidTr="00AB06FD">
        <w:trPr>
          <w:cantSplit/>
          <w:trHeight w:val="113"/>
          <w:jc w:val="center"/>
        </w:trPr>
        <w:tc>
          <w:tcPr>
            <w:tcW w:w="1346" w:type="dxa"/>
            <w:vMerge w:val="restart"/>
            <w:shd w:val="clear" w:color="auto" w:fill="auto"/>
          </w:tcPr>
          <w:p w14:paraId="0984F16B" w14:textId="77777777" w:rsidR="00B15E99" w:rsidRPr="00EF2F0E" w:rsidRDefault="00B15E99" w:rsidP="00AB06FD">
            <w:pPr>
              <w:pStyle w:val="TAC"/>
              <w:rPr>
                <w:rFonts w:cs="Arial"/>
                <w:lang w:val="sv-FI"/>
              </w:rPr>
            </w:pPr>
            <w:r w:rsidRPr="00EF2F0E">
              <w:rPr>
                <w:rFonts w:cs="Arial"/>
                <w:lang w:val="sv-FI"/>
              </w:rPr>
              <w:t xml:space="preserve">UTRA FDD Band XIII or </w:t>
            </w:r>
          </w:p>
          <w:p w14:paraId="0984F16C" w14:textId="77777777" w:rsidR="00B15E99" w:rsidRPr="00EF2F0E" w:rsidRDefault="00B15E99" w:rsidP="00AB06FD">
            <w:pPr>
              <w:pStyle w:val="TAC"/>
              <w:rPr>
                <w:rFonts w:cs="Arial"/>
                <w:lang w:val="sv-FI"/>
              </w:rPr>
            </w:pPr>
            <w:r w:rsidRPr="00EF2F0E">
              <w:rPr>
                <w:rFonts w:cs="Arial"/>
                <w:lang w:val="sv-FI"/>
              </w:rPr>
              <w:t>E-UTRA Band 13</w:t>
            </w:r>
          </w:p>
        </w:tc>
        <w:tc>
          <w:tcPr>
            <w:tcW w:w="1657" w:type="dxa"/>
            <w:shd w:val="clear" w:color="auto" w:fill="auto"/>
          </w:tcPr>
          <w:p w14:paraId="0984F16D" w14:textId="77777777" w:rsidR="00B15E99" w:rsidRPr="00EF2F0E" w:rsidRDefault="00B15E99" w:rsidP="00AB06FD">
            <w:pPr>
              <w:pStyle w:val="TAC"/>
              <w:rPr>
                <w:rFonts w:cs="Arial"/>
              </w:rPr>
            </w:pPr>
            <w:r w:rsidRPr="00EF2F0E">
              <w:rPr>
                <w:rFonts w:cs="Arial"/>
              </w:rPr>
              <w:t>746 - 756 MHz</w:t>
            </w:r>
          </w:p>
        </w:tc>
        <w:tc>
          <w:tcPr>
            <w:tcW w:w="851" w:type="dxa"/>
            <w:shd w:val="clear" w:color="auto" w:fill="auto"/>
          </w:tcPr>
          <w:p w14:paraId="0984F16E"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16F"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70"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XIII</w:t>
            </w:r>
          </w:p>
        </w:tc>
      </w:tr>
      <w:tr w:rsidR="003401A4" w:rsidRPr="00EF2F0E" w14:paraId="0984F177" w14:textId="77777777" w:rsidTr="00AB06FD">
        <w:trPr>
          <w:cantSplit/>
          <w:trHeight w:val="113"/>
          <w:jc w:val="center"/>
        </w:trPr>
        <w:tc>
          <w:tcPr>
            <w:tcW w:w="1346" w:type="dxa"/>
            <w:vMerge/>
            <w:shd w:val="clear" w:color="auto" w:fill="auto"/>
          </w:tcPr>
          <w:p w14:paraId="0984F172" w14:textId="77777777" w:rsidR="00B15E99" w:rsidRPr="00EF2F0E" w:rsidRDefault="00B15E99" w:rsidP="00AB06FD">
            <w:pPr>
              <w:pStyle w:val="TAC"/>
              <w:rPr>
                <w:rFonts w:cs="Arial"/>
              </w:rPr>
            </w:pPr>
          </w:p>
        </w:tc>
        <w:tc>
          <w:tcPr>
            <w:tcW w:w="1657" w:type="dxa"/>
            <w:shd w:val="clear" w:color="auto" w:fill="auto"/>
          </w:tcPr>
          <w:p w14:paraId="0984F173" w14:textId="77777777" w:rsidR="00B15E99" w:rsidRPr="00EF2F0E" w:rsidRDefault="00B15E99" w:rsidP="00AB06FD">
            <w:pPr>
              <w:pStyle w:val="TAC"/>
              <w:rPr>
                <w:rFonts w:cs="Arial"/>
              </w:rPr>
            </w:pPr>
            <w:r w:rsidRPr="00EF2F0E">
              <w:rPr>
                <w:rFonts w:cs="Arial"/>
              </w:rPr>
              <w:t>777 - 787 MHz</w:t>
            </w:r>
          </w:p>
        </w:tc>
        <w:tc>
          <w:tcPr>
            <w:tcW w:w="851" w:type="dxa"/>
            <w:shd w:val="clear" w:color="auto" w:fill="auto"/>
          </w:tcPr>
          <w:p w14:paraId="0984F174"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175"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76"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XIII, </w:t>
            </w:r>
            <w:r w:rsidRPr="00EF2F0E">
              <w:rPr>
                <w:rFonts w:cs="v5.0.0"/>
              </w:rPr>
              <w:t>since it is already covered by the requirement in sub-clause 9.7.6.3.2.</w:t>
            </w:r>
          </w:p>
        </w:tc>
      </w:tr>
      <w:tr w:rsidR="003401A4" w:rsidRPr="00EF2F0E" w14:paraId="0984F17E" w14:textId="77777777" w:rsidTr="00AB06FD">
        <w:trPr>
          <w:cantSplit/>
          <w:trHeight w:val="113"/>
          <w:jc w:val="center"/>
        </w:trPr>
        <w:tc>
          <w:tcPr>
            <w:tcW w:w="1346" w:type="dxa"/>
            <w:vMerge w:val="restart"/>
            <w:shd w:val="clear" w:color="auto" w:fill="auto"/>
          </w:tcPr>
          <w:p w14:paraId="0984F178" w14:textId="77777777" w:rsidR="00B15E99" w:rsidRPr="00EF2F0E" w:rsidRDefault="00B15E99" w:rsidP="00AB06FD">
            <w:pPr>
              <w:pStyle w:val="TAC"/>
              <w:rPr>
                <w:rFonts w:cs="Arial"/>
                <w:lang w:val="sv-FI"/>
              </w:rPr>
            </w:pPr>
            <w:r w:rsidRPr="00EF2F0E">
              <w:rPr>
                <w:rFonts w:cs="Arial"/>
                <w:lang w:val="sv-FI"/>
              </w:rPr>
              <w:t xml:space="preserve">UTRA FDD Band XIV or </w:t>
            </w:r>
          </w:p>
          <w:p w14:paraId="0984F179" w14:textId="77777777" w:rsidR="00B15E99" w:rsidRPr="00EF2F0E" w:rsidRDefault="00B15E99" w:rsidP="00AB06FD">
            <w:pPr>
              <w:pStyle w:val="TAC"/>
              <w:rPr>
                <w:rFonts w:cs="Arial"/>
                <w:lang w:val="sv-FI"/>
              </w:rPr>
            </w:pPr>
            <w:r w:rsidRPr="00EF2F0E">
              <w:rPr>
                <w:rFonts w:cs="Arial"/>
                <w:lang w:val="sv-FI"/>
              </w:rPr>
              <w:t>E-UTRA Band 14</w:t>
            </w:r>
          </w:p>
        </w:tc>
        <w:tc>
          <w:tcPr>
            <w:tcW w:w="1657" w:type="dxa"/>
            <w:shd w:val="clear" w:color="auto" w:fill="auto"/>
          </w:tcPr>
          <w:p w14:paraId="0984F17A" w14:textId="77777777" w:rsidR="00B15E99" w:rsidRPr="00EF2F0E" w:rsidRDefault="00B15E99" w:rsidP="00AB06FD">
            <w:pPr>
              <w:pStyle w:val="TAC"/>
              <w:rPr>
                <w:rFonts w:cs="Arial"/>
              </w:rPr>
            </w:pPr>
            <w:r w:rsidRPr="00EF2F0E">
              <w:rPr>
                <w:rFonts w:cs="Arial"/>
              </w:rPr>
              <w:t>758 - 768 MHz</w:t>
            </w:r>
          </w:p>
        </w:tc>
        <w:tc>
          <w:tcPr>
            <w:tcW w:w="851" w:type="dxa"/>
            <w:shd w:val="clear" w:color="auto" w:fill="auto"/>
          </w:tcPr>
          <w:p w14:paraId="0984F17B" w14:textId="77777777" w:rsidR="00B15E99" w:rsidRPr="00EF2F0E" w:rsidRDefault="00B15E99" w:rsidP="00AB06FD">
            <w:pPr>
              <w:pStyle w:val="TAC"/>
              <w:rPr>
                <w:rFonts w:cs="Arial"/>
              </w:rPr>
            </w:pPr>
            <w:r w:rsidRPr="00EF2F0E">
              <w:rPr>
                <w:rFonts w:cs="Arial"/>
              </w:rPr>
              <w:t>-46 dBm</w:t>
            </w:r>
          </w:p>
        </w:tc>
        <w:tc>
          <w:tcPr>
            <w:tcW w:w="1417" w:type="dxa"/>
            <w:shd w:val="clear" w:color="auto" w:fill="auto"/>
          </w:tcPr>
          <w:p w14:paraId="0984F17C"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7D"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XIV</w:t>
            </w:r>
          </w:p>
        </w:tc>
      </w:tr>
      <w:tr w:rsidR="003401A4" w:rsidRPr="00EF2F0E" w14:paraId="0984F184" w14:textId="77777777" w:rsidTr="00AB06FD">
        <w:trPr>
          <w:cantSplit/>
          <w:trHeight w:val="113"/>
          <w:jc w:val="center"/>
        </w:trPr>
        <w:tc>
          <w:tcPr>
            <w:tcW w:w="1346" w:type="dxa"/>
            <w:vMerge/>
            <w:shd w:val="clear" w:color="auto" w:fill="auto"/>
          </w:tcPr>
          <w:p w14:paraId="0984F17F" w14:textId="77777777" w:rsidR="00B15E99" w:rsidRPr="00EF2F0E" w:rsidRDefault="00B15E99" w:rsidP="00AB06FD">
            <w:pPr>
              <w:pStyle w:val="TAC"/>
              <w:rPr>
                <w:rFonts w:cs="Arial"/>
              </w:rPr>
            </w:pPr>
          </w:p>
        </w:tc>
        <w:tc>
          <w:tcPr>
            <w:tcW w:w="1657" w:type="dxa"/>
            <w:shd w:val="clear" w:color="auto" w:fill="auto"/>
          </w:tcPr>
          <w:p w14:paraId="0984F180" w14:textId="77777777" w:rsidR="00B15E99" w:rsidRPr="00EF2F0E" w:rsidRDefault="00B15E99" w:rsidP="00AB06FD">
            <w:pPr>
              <w:pStyle w:val="TAC"/>
              <w:rPr>
                <w:rFonts w:cs="Arial"/>
              </w:rPr>
            </w:pPr>
            <w:r w:rsidRPr="00EF2F0E">
              <w:rPr>
                <w:rFonts w:cs="Arial"/>
              </w:rPr>
              <w:t>788 - 798 MHz</w:t>
            </w:r>
          </w:p>
        </w:tc>
        <w:tc>
          <w:tcPr>
            <w:tcW w:w="851" w:type="dxa"/>
            <w:shd w:val="clear" w:color="auto" w:fill="auto"/>
          </w:tcPr>
          <w:p w14:paraId="0984F181" w14:textId="77777777" w:rsidR="00B15E99" w:rsidRPr="00EF2F0E" w:rsidRDefault="00B15E99" w:rsidP="00AB06FD">
            <w:pPr>
              <w:pStyle w:val="TAC"/>
              <w:rPr>
                <w:rFonts w:cs="Arial"/>
              </w:rPr>
            </w:pPr>
            <w:r w:rsidRPr="00EF2F0E">
              <w:rPr>
                <w:rFonts w:cs="Arial"/>
              </w:rPr>
              <w:t>-43 dBm</w:t>
            </w:r>
          </w:p>
        </w:tc>
        <w:tc>
          <w:tcPr>
            <w:tcW w:w="1417" w:type="dxa"/>
            <w:shd w:val="clear" w:color="auto" w:fill="auto"/>
          </w:tcPr>
          <w:p w14:paraId="0984F182" w14:textId="77777777" w:rsidR="00B15E99" w:rsidRPr="00EF2F0E" w:rsidRDefault="00B15E99" w:rsidP="00AB06FD">
            <w:pPr>
              <w:pStyle w:val="TAC"/>
              <w:rPr>
                <w:rFonts w:cs="Arial"/>
              </w:rPr>
            </w:pPr>
            <w:r w:rsidRPr="00EF2F0E">
              <w:rPr>
                <w:rFonts w:cs="Arial"/>
              </w:rPr>
              <w:t>1 MHz</w:t>
            </w:r>
          </w:p>
        </w:tc>
        <w:tc>
          <w:tcPr>
            <w:tcW w:w="4422" w:type="dxa"/>
            <w:shd w:val="clear" w:color="auto" w:fill="auto"/>
          </w:tcPr>
          <w:p w14:paraId="0984F183"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XIV, </w:t>
            </w:r>
            <w:r w:rsidRPr="00EF2F0E">
              <w:rPr>
                <w:rFonts w:cs="v5.0.0"/>
              </w:rPr>
              <w:t>since it is already covered by the requirement in subclause 9.7.6.3.2.</w:t>
            </w:r>
          </w:p>
        </w:tc>
      </w:tr>
      <w:tr w:rsidR="003401A4" w:rsidRPr="00EF2F0E" w14:paraId="0984F18A" w14:textId="77777777" w:rsidTr="00AB06FD">
        <w:trPr>
          <w:cantSplit/>
          <w:trHeight w:val="113"/>
          <w:jc w:val="center"/>
        </w:trPr>
        <w:tc>
          <w:tcPr>
            <w:tcW w:w="1346" w:type="dxa"/>
            <w:vMerge w:val="restart"/>
            <w:shd w:val="clear" w:color="auto" w:fill="auto"/>
          </w:tcPr>
          <w:p w14:paraId="0984F185" w14:textId="77777777" w:rsidR="00B15E99" w:rsidRPr="00EF2F0E" w:rsidRDefault="00B15E99" w:rsidP="00AB06FD">
            <w:pPr>
              <w:pStyle w:val="TAC"/>
              <w:rPr>
                <w:rFonts w:cs="Arial"/>
              </w:rPr>
            </w:pPr>
            <w:r w:rsidRPr="00EF2F0E">
              <w:rPr>
                <w:rFonts w:cs="Arial"/>
              </w:rPr>
              <w:t>E-UTRA Band 17</w:t>
            </w:r>
          </w:p>
        </w:tc>
        <w:tc>
          <w:tcPr>
            <w:tcW w:w="1657" w:type="dxa"/>
            <w:tcBorders>
              <w:top w:val="single" w:sz="2" w:space="0" w:color="auto"/>
              <w:left w:val="single" w:sz="2" w:space="0" w:color="auto"/>
              <w:bottom w:val="single" w:sz="2" w:space="0" w:color="auto"/>
              <w:right w:val="single" w:sz="2" w:space="0" w:color="auto"/>
            </w:tcBorders>
            <w:shd w:val="clear" w:color="auto" w:fill="auto"/>
          </w:tcPr>
          <w:p w14:paraId="0984F186" w14:textId="77777777" w:rsidR="00B15E99" w:rsidRPr="00EF2F0E" w:rsidRDefault="00B15E99" w:rsidP="00AB06FD">
            <w:pPr>
              <w:pStyle w:val="TAC"/>
              <w:rPr>
                <w:rFonts w:cs="Arial"/>
              </w:rPr>
            </w:pPr>
            <w:r w:rsidRPr="00EF2F0E">
              <w:rPr>
                <w:rFonts w:cs="Arial"/>
              </w:rPr>
              <w:t>734 - 746 MHz</w:t>
            </w:r>
          </w:p>
        </w:tc>
        <w:tc>
          <w:tcPr>
            <w:tcW w:w="851" w:type="dxa"/>
            <w:tcBorders>
              <w:top w:val="single" w:sz="2" w:space="0" w:color="auto"/>
              <w:left w:val="single" w:sz="2" w:space="0" w:color="auto"/>
              <w:bottom w:val="single" w:sz="2" w:space="0" w:color="auto"/>
              <w:right w:val="single" w:sz="2" w:space="0" w:color="auto"/>
            </w:tcBorders>
            <w:shd w:val="clear" w:color="auto" w:fill="auto"/>
          </w:tcPr>
          <w:p w14:paraId="0984F187" w14:textId="77777777" w:rsidR="00B15E99" w:rsidRPr="00EF2F0E" w:rsidRDefault="00B15E99" w:rsidP="00AB06FD">
            <w:pPr>
              <w:pStyle w:val="TAC"/>
              <w:rPr>
                <w:rFonts w:cs="Arial"/>
              </w:rPr>
            </w:pPr>
            <w:r w:rsidRPr="00EF2F0E">
              <w:rPr>
                <w:rFonts w:cs="Arial"/>
              </w:rPr>
              <w:t>-46 dBm</w:t>
            </w:r>
          </w:p>
        </w:tc>
        <w:tc>
          <w:tcPr>
            <w:tcW w:w="1417" w:type="dxa"/>
            <w:tcBorders>
              <w:top w:val="single" w:sz="2" w:space="0" w:color="auto"/>
              <w:left w:val="single" w:sz="2" w:space="0" w:color="auto"/>
              <w:bottom w:val="single" w:sz="2" w:space="0" w:color="auto"/>
              <w:right w:val="single" w:sz="2" w:space="0" w:color="auto"/>
            </w:tcBorders>
            <w:shd w:val="clear" w:color="auto" w:fill="auto"/>
          </w:tcPr>
          <w:p w14:paraId="0984F188" w14:textId="77777777" w:rsidR="00B15E99" w:rsidRPr="00EF2F0E" w:rsidRDefault="00B15E99" w:rsidP="00AB06FD">
            <w:pPr>
              <w:pStyle w:val="TAC"/>
              <w:rPr>
                <w:rFonts w:cs="Arial"/>
              </w:rPr>
            </w:pPr>
            <w:r w:rsidRPr="00EF2F0E">
              <w:rPr>
                <w:rFonts w:cs="Arial"/>
              </w:rPr>
              <w:t>1 MHz</w:t>
            </w:r>
          </w:p>
        </w:tc>
        <w:tc>
          <w:tcPr>
            <w:tcW w:w="4422" w:type="dxa"/>
            <w:tcBorders>
              <w:top w:val="single" w:sz="2" w:space="0" w:color="auto"/>
              <w:left w:val="single" w:sz="2" w:space="0" w:color="auto"/>
              <w:bottom w:val="single" w:sz="2" w:space="0" w:color="auto"/>
              <w:right w:val="single" w:sz="2" w:space="0" w:color="auto"/>
            </w:tcBorders>
            <w:shd w:val="clear" w:color="auto" w:fill="auto"/>
          </w:tcPr>
          <w:p w14:paraId="0984F189" w14:textId="77777777" w:rsidR="00B15E99" w:rsidRPr="00EF2F0E" w:rsidRDefault="00B15E99" w:rsidP="00AB06FD">
            <w:pPr>
              <w:pStyle w:val="TAL"/>
              <w:rPr>
                <w:rFonts w:cs="Arial"/>
              </w:rPr>
            </w:pPr>
            <w:r w:rsidRPr="00EF2F0E">
              <w:rPr>
                <w:rFonts w:cs="Arial"/>
              </w:rPr>
              <w:t>This requirement does not apply to UTRA FDD BS operating in band XII</w:t>
            </w:r>
          </w:p>
        </w:tc>
      </w:tr>
      <w:tr w:rsidR="003401A4" w:rsidRPr="00EF2F0E" w14:paraId="0984F190" w14:textId="77777777" w:rsidTr="00AB06FD">
        <w:trPr>
          <w:cantSplit/>
          <w:trHeight w:val="311"/>
          <w:jc w:val="center"/>
        </w:trPr>
        <w:tc>
          <w:tcPr>
            <w:tcW w:w="1346" w:type="dxa"/>
            <w:vMerge/>
            <w:shd w:val="clear" w:color="auto" w:fill="auto"/>
          </w:tcPr>
          <w:p w14:paraId="0984F18B" w14:textId="77777777" w:rsidR="00B15E99" w:rsidRPr="00EF2F0E" w:rsidRDefault="00B15E99" w:rsidP="00AB06FD">
            <w:pPr>
              <w:pStyle w:val="TAC"/>
              <w:rPr>
                <w:rFonts w:cs="Arial"/>
              </w:rPr>
            </w:pPr>
          </w:p>
        </w:tc>
        <w:tc>
          <w:tcPr>
            <w:tcW w:w="1657" w:type="dxa"/>
            <w:tcBorders>
              <w:top w:val="single" w:sz="2" w:space="0" w:color="auto"/>
              <w:left w:val="single" w:sz="2" w:space="0" w:color="auto"/>
              <w:right w:val="single" w:sz="2" w:space="0" w:color="auto"/>
            </w:tcBorders>
            <w:shd w:val="clear" w:color="auto" w:fill="auto"/>
          </w:tcPr>
          <w:p w14:paraId="0984F18C" w14:textId="77777777" w:rsidR="00B15E99" w:rsidRPr="00EF2F0E" w:rsidRDefault="00B15E99" w:rsidP="00AB06FD">
            <w:pPr>
              <w:pStyle w:val="TAC"/>
              <w:rPr>
                <w:rFonts w:cs="Arial"/>
              </w:rPr>
            </w:pPr>
            <w:r w:rsidRPr="00EF2F0E">
              <w:rPr>
                <w:rFonts w:cs="Arial"/>
              </w:rPr>
              <w:t>704 - 716 MHz</w:t>
            </w:r>
          </w:p>
        </w:tc>
        <w:tc>
          <w:tcPr>
            <w:tcW w:w="851" w:type="dxa"/>
            <w:tcBorders>
              <w:top w:val="single" w:sz="2" w:space="0" w:color="auto"/>
              <w:left w:val="single" w:sz="2" w:space="0" w:color="auto"/>
              <w:right w:val="single" w:sz="2" w:space="0" w:color="auto"/>
            </w:tcBorders>
            <w:shd w:val="clear" w:color="auto" w:fill="auto"/>
          </w:tcPr>
          <w:p w14:paraId="0984F18D" w14:textId="77777777" w:rsidR="00B15E99" w:rsidRPr="00EF2F0E" w:rsidRDefault="00B15E99" w:rsidP="00AB06FD">
            <w:pPr>
              <w:pStyle w:val="TAC"/>
              <w:rPr>
                <w:rFonts w:cs="Arial"/>
              </w:rPr>
            </w:pPr>
            <w:r w:rsidRPr="00EF2F0E">
              <w:rPr>
                <w:rFonts w:cs="Arial"/>
              </w:rPr>
              <w:t>-43 dBm</w:t>
            </w:r>
          </w:p>
        </w:tc>
        <w:tc>
          <w:tcPr>
            <w:tcW w:w="1417" w:type="dxa"/>
            <w:tcBorders>
              <w:top w:val="single" w:sz="2" w:space="0" w:color="auto"/>
              <w:left w:val="single" w:sz="2" w:space="0" w:color="auto"/>
              <w:right w:val="single" w:sz="2" w:space="0" w:color="auto"/>
            </w:tcBorders>
            <w:shd w:val="clear" w:color="auto" w:fill="auto"/>
          </w:tcPr>
          <w:p w14:paraId="0984F18E" w14:textId="77777777" w:rsidR="00B15E99" w:rsidRPr="00EF2F0E" w:rsidRDefault="00B15E99" w:rsidP="00AB06FD">
            <w:pPr>
              <w:pStyle w:val="TAC"/>
              <w:rPr>
                <w:rFonts w:cs="Arial"/>
              </w:rPr>
            </w:pPr>
            <w:r w:rsidRPr="00EF2F0E">
              <w:rPr>
                <w:rFonts w:cs="Arial"/>
              </w:rPr>
              <w:t>1 MHz</w:t>
            </w:r>
          </w:p>
        </w:tc>
        <w:tc>
          <w:tcPr>
            <w:tcW w:w="4422" w:type="dxa"/>
            <w:tcBorders>
              <w:top w:val="single" w:sz="2" w:space="0" w:color="auto"/>
              <w:left w:val="single" w:sz="2" w:space="0" w:color="auto"/>
              <w:right w:val="single" w:sz="2" w:space="0" w:color="auto"/>
            </w:tcBorders>
            <w:shd w:val="clear" w:color="auto" w:fill="auto"/>
          </w:tcPr>
          <w:p w14:paraId="0984F18F" w14:textId="77777777" w:rsidR="00B15E99" w:rsidRPr="00EF2F0E" w:rsidRDefault="00B15E99" w:rsidP="00AB06FD">
            <w:pPr>
              <w:pStyle w:val="TAL"/>
              <w:rPr>
                <w:rFonts w:cs="Arial"/>
              </w:rPr>
            </w:pPr>
            <w:r w:rsidRPr="00EF2F0E">
              <w:rPr>
                <w:rFonts w:cs="Arial"/>
              </w:rPr>
              <w:t>This requirement does not apply to UTRA FDD BS operating in band XII, since it is already covered by the requirement in subclause 9.7.6.3.2.</w:t>
            </w:r>
          </w:p>
        </w:tc>
      </w:tr>
      <w:tr w:rsidR="003401A4" w:rsidRPr="00EF2F0E" w14:paraId="0984F197" w14:textId="77777777" w:rsidTr="00AB06FD">
        <w:trPr>
          <w:cantSplit/>
          <w:trHeight w:val="156"/>
          <w:jc w:val="center"/>
        </w:trPr>
        <w:tc>
          <w:tcPr>
            <w:tcW w:w="1346" w:type="dxa"/>
            <w:vMerge w:val="restart"/>
            <w:shd w:val="clear" w:color="auto" w:fill="auto"/>
          </w:tcPr>
          <w:p w14:paraId="0984F191" w14:textId="77777777" w:rsidR="00B15E99" w:rsidRPr="00EF2F0E" w:rsidRDefault="00B15E99" w:rsidP="00AB06FD">
            <w:pPr>
              <w:pStyle w:val="TAC"/>
              <w:rPr>
                <w:rFonts w:cs="Arial"/>
              </w:rPr>
            </w:pPr>
            <w:r w:rsidRPr="00EF2F0E">
              <w:rPr>
                <w:rFonts w:cs="Arial"/>
              </w:rPr>
              <w:t xml:space="preserve">UTRA FDD Band XX or </w:t>
            </w:r>
          </w:p>
          <w:p w14:paraId="0984F192" w14:textId="77777777" w:rsidR="00B15E99" w:rsidRPr="00EF2F0E" w:rsidRDefault="00B15E99" w:rsidP="00AB06FD">
            <w:pPr>
              <w:pStyle w:val="TAC"/>
              <w:rPr>
                <w:rFonts w:cs="Arial"/>
              </w:rPr>
            </w:pPr>
            <w:r w:rsidRPr="00EF2F0E">
              <w:rPr>
                <w:rFonts w:cs="Arial"/>
              </w:rPr>
              <w:t>E-UTRA Band 20</w:t>
            </w:r>
            <w:r w:rsidR="0077153D" w:rsidRPr="00EF2F0E">
              <w:rPr>
                <w:rFonts w:cs="Arial"/>
                <w:lang w:val="sv-SE"/>
              </w:rPr>
              <w:t xml:space="preserve"> or NR band n20</w:t>
            </w:r>
          </w:p>
        </w:tc>
        <w:tc>
          <w:tcPr>
            <w:tcW w:w="1657" w:type="dxa"/>
            <w:tcBorders>
              <w:left w:val="single" w:sz="2" w:space="0" w:color="auto"/>
              <w:right w:val="single" w:sz="2" w:space="0" w:color="auto"/>
            </w:tcBorders>
            <w:shd w:val="clear" w:color="auto" w:fill="auto"/>
          </w:tcPr>
          <w:p w14:paraId="0984F193" w14:textId="77777777" w:rsidR="00B15E99" w:rsidRPr="00EF2F0E" w:rsidRDefault="00B15E99" w:rsidP="00AB06FD">
            <w:pPr>
              <w:pStyle w:val="TAC"/>
              <w:rPr>
                <w:rFonts w:cs="Arial"/>
              </w:rPr>
            </w:pPr>
            <w:r w:rsidRPr="00EF2F0E">
              <w:rPr>
                <w:rFonts w:cs="Arial"/>
              </w:rPr>
              <w:t>791 - 821 MHz</w:t>
            </w:r>
          </w:p>
        </w:tc>
        <w:tc>
          <w:tcPr>
            <w:tcW w:w="851" w:type="dxa"/>
            <w:tcBorders>
              <w:left w:val="single" w:sz="2" w:space="0" w:color="auto"/>
              <w:right w:val="single" w:sz="2" w:space="0" w:color="auto"/>
            </w:tcBorders>
            <w:shd w:val="clear" w:color="auto" w:fill="auto"/>
          </w:tcPr>
          <w:p w14:paraId="0984F194" w14:textId="77777777" w:rsidR="00B15E99" w:rsidRPr="00EF2F0E" w:rsidRDefault="00B15E99" w:rsidP="00AB06FD">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195"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96" w14:textId="77777777" w:rsidR="00B15E99" w:rsidRPr="00EF2F0E" w:rsidRDefault="00B15E99" w:rsidP="00AB06FD">
            <w:pPr>
              <w:pStyle w:val="TAL"/>
              <w:rPr>
                <w:rFonts w:cs="Arial"/>
              </w:rPr>
            </w:pPr>
            <w:r w:rsidRPr="00EF2F0E">
              <w:rPr>
                <w:rFonts w:cs="Arial"/>
              </w:rPr>
              <w:t>This requirement does not apply to UTRA FDD BS operating in band XX</w:t>
            </w:r>
          </w:p>
        </w:tc>
      </w:tr>
      <w:tr w:rsidR="003401A4" w:rsidRPr="00EF2F0E" w14:paraId="0984F19D" w14:textId="77777777" w:rsidTr="00AB06FD">
        <w:trPr>
          <w:cantSplit/>
          <w:trHeight w:val="155"/>
          <w:jc w:val="center"/>
        </w:trPr>
        <w:tc>
          <w:tcPr>
            <w:tcW w:w="1346" w:type="dxa"/>
            <w:vMerge/>
            <w:shd w:val="clear" w:color="auto" w:fill="auto"/>
          </w:tcPr>
          <w:p w14:paraId="0984F198" w14:textId="77777777" w:rsidR="00B15E99" w:rsidRPr="00EF2F0E" w:rsidRDefault="00B15E99" w:rsidP="00AB06FD">
            <w:pPr>
              <w:pStyle w:val="TAC"/>
              <w:rPr>
                <w:rFonts w:cs="Arial"/>
              </w:rPr>
            </w:pPr>
          </w:p>
        </w:tc>
        <w:tc>
          <w:tcPr>
            <w:tcW w:w="1657" w:type="dxa"/>
            <w:tcBorders>
              <w:left w:val="single" w:sz="2" w:space="0" w:color="auto"/>
              <w:right w:val="single" w:sz="2" w:space="0" w:color="auto"/>
            </w:tcBorders>
            <w:shd w:val="clear" w:color="auto" w:fill="auto"/>
          </w:tcPr>
          <w:p w14:paraId="0984F199" w14:textId="77777777" w:rsidR="00B15E99" w:rsidRPr="00EF2F0E" w:rsidRDefault="00B15E99" w:rsidP="00AB06FD">
            <w:pPr>
              <w:pStyle w:val="TAC"/>
              <w:rPr>
                <w:rFonts w:cs="Arial"/>
              </w:rPr>
            </w:pPr>
            <w:r w:rsidRPr="00EF2F0E">
              <w:rPr>
                <w:rFonts w:cs="Arial"/>
              </w:rPr>
              <w:t>832 - 862 MHz</w:t>
            </w:r>
          </w:p>
        </w:tc>
        <w:tc>
          <w:tcPr>
            <w:tcW w:w="851" w:type="dxa"/>
            <w:tcBorders>
              <w:left w:val="single" w:sz="2" w:space="0" w:color="auto"/>
              <w:right w:val="single" w:sz="2" w:space="0" w:color="auto"/>
            </w:tcBorders>
            <w:shd w:val="clear" w:color="auto" w:fill="auto"/>
          </w:tcPr>
          <w:p w14:paraId="0984F19A" w14:textId="77777777" w:rsidR="00B15E99" w:rsidRPr="00EF2F0E" w:rsidRDefault="00B15E99" w:rsidP="00AB06FD">
            <w:pPr>
              <w:pStyle w:val="TAC"/>
              <w:rPr>
                <w:rFonts w:cs="Arial"/>
              </w:rPr>
            </w:pPr>
            <w:r w:rsidRPr="00EF2F0E">
              <w:rPr>
                <w:rFonts w:cs="Arial"/>
              </w:rPr>
              <w:t>-43 dBm</w:t>
            </w:r>
          </w:p>
        </w:tc>
        <w:tc>
          <w:tcPr>
            <w:tcW w:w="1417" w:type="dxa"/>
            <w:tcBorders>
              <w:left w:val="single" w:sz="2" w:space="0" w:color="auto"/>
              <w:right w:val="single" w:sz="2" w:space="0" w:color="auto"/>
            </w:tcBorders>
            <w:shd w:val="clear" w:color="auto" w:fill="auto"/>
          </w:tcPr>
          <w:p w14:paraId="0984F19B"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9C" w14:textId="77777777" w:rsidR="00B15E99" w:rsidRPr="00EF2F0E" w:rsidRDefault="00B15E99" w:rsidP="00AB06FD">
            <w:pPr>
              <w:pStyle w:val="TAL"/>
              <w:rPr>
                <w:rFonts w:cs="Arial"/>
              </w:rPr>
            </w:pPr>
            <w:r w:rsidRPr="00EF2F0E">
              <w:rPr>
                <w:rFonts w:cs="Arial"/>
              </w:rPr>
              <w:t>This requirement does not apply to UTRA FDD BS operating in band XX, since it is already covered by the requirement in subclause 9.7.6.3.2.</w:t>
            </w:r>
          </w:p>
        </w:tc>
      </w:tr>
      <w:tr w:rsidR="003401A4" w:rsidRPr="00EF2F0E" w14:paraId="0984F1A4" w14:textId="77777777" w:rsidTr="00AB06FD">
        <w:trPr>
          <w:cantSplit/>
          <w:trHeight w:val="155"/>
          <w:jc w:val="center"/>
        </w:trPr>
        <w:tc>
          <w:tcPr>
            <w:tcW w:w="1346" w:type="dxa"/>
            <w:vMerge w:val="restart"/>
            <w:shd w:val="clear" w:color="auto" w:fill="auto"/>
          </w:tcPr>
          <w:p w14:paraId="0984F19E" w14:textId="77777777" w:rsidR="00B15E99" w:rsidRPr="00EF2F0E" w:rsidRDefault="00B15E99" w:rsidP="00AB06FD">
            <w:pPr>
              <w:pStyle w:val="TAC"/>
              <w:rPr>
                <w:rFonts w:cs="Arial"/>
                <w:lang w:val="sv-FI"/>
              </w:rPr>
            </w:pPr>
            <w:r w:rsidRPr="00EF2F0E">
              <w:rPr>
                <w:rFonts w:cs="Arial"/>
                <w:lang w:val="sv-FI"/>
              </w:rPr>
              <w:t xml:space="preserve">UTRA FDD Band XXII or </w:t>
            </w:r>
          </w:p>
          <w:p w14:paraId="0984F19F" w14:textId="77777777" w:rsidR="00B15E99" w:rsidRPr="00EF2F0E" w:rsidRDefault="00B15E99" w:rsidP="00AB06FD">
            <w:pPr>
              <w:pStyle w:val="TAC"/>
              <w:rPr>
                <w:rFonts w:cs="Arial"/>
                <w:lang w:val="sv-FI"/>
              </w:rPr>
            </w:pPr>
            <w:r w:rsidRPr="00EF2F0E">
              <w:rPr>
                <w:rFonts w:cs="Arial"/>
                <w:lang w:val="sv-FI"/>
              </w:rPr>
              <w:t>E-UTRA Band 22</w:t>
            </w:r>
          </w:p>
        </w:tc>
        <w:tc>
          <w:tcPr>
            <w:tcW w:w="1657" w:type="dxa"/>
            <w:tcBorders>
              <w:left w:val="single" w:sz="2" w:space="0" w:color="auto"/>
              <w:right w:val="single" w:sz="2" w:space="0" w:color="auto"/>
            </w:tcBorders>
            <w:shd w:val="clear" w:color="auto" w:fill="auto"/>
          </w:tcPr>
          <w:p w14:paraId="0984F1A0" w14:textId="77777777" w:rsidR="00B15E99" w:rsidRPr="00EF2F0E" w:rsidRDefault="00B15E99" w:rsidP="00AB06FD">
            <w:pPr>
              <w:pStyle w:val="TAC"/>
              <w:rPr>
                <w:rFonts w:cs="Arial"/>
              </w:rPr>
            </w:pPr>
            <w:r w:rsidRPr="00EF2F0E">
              <w:rPr>
                <w:rFonts w:cs="Arial"/>
              </w:rPr>
              <w:t>3510 -3590 MHz</w:t>
            </w:r>
          </w:p>
        </w:tc>
        <w:tc>
          <w:tcPr>
            <w:tcW w:w="851" w:type="dxa"/>
            <w:tcBorders>
              <w:left w:val="single" w:sz="2" w:space="0" w:color="auto"/>
              <w:right w:val="single" w:sz="2" w:space="0" w:color="auto"/>
            </w:tcBorders>
            <w:shd w:val="clear" w:color="auto" w:fill="auto"/>
          </w:tcPr>
          <w:p w14:paraId="0984F1A1" w14:textId="77777777" w:rsidR="00B15E99" w:rsidRPr="00EF2F0E" w:rsidRDefault="00B15E99" w:rsidP="00AB06FD">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1A2"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A3" w14:textId="77777777" w:rsidR="00B15E99" w:rsidRPr="00EF2F0E" w:rsidRDefault="00B15E99" w:rsidP="00AB06FD">
            <w:pPr>
              <w:pStyle w:val="TAL"/>
              <w:rPr>
                <w:rFonts w:cs="Arial"/>
              </w:rPr>
            </w:pPr>
            <w:r w:rsidRPr="00EF2F0E">
              <w:rPr>
                <w:rFonts w:cs="Arial"/>
              </w:rPr>
              <w:t>This requirement does not apply to UTRA FDD BS operating in band XXII.</w:t>
            </w:r>
          </w:p>
        </w:tc>
      </w:tr>
      <w:tr w:rsidR="003401A4" w:rsidRPr="00EF2F0E" w14:paraId="0984F1AA" w14:textId="77777777" w:rsidTr="001E08D1">
        <w:trPr>
          <w:cantSplit/>
          <w:trHeight w:val="155"/>
          <w:jc w:val="center"/>
        </w:trPr>
        <w:tc>
          <w:tcPr>
            <w:tcW w:w="1346" w:type="dxa"/>
            <w:vMerge/>
            <w:tcBorders>
              <w:bottom w:val="single" w:sz="4" w:space="0" w:color="auto"/>
            </w:tcBorders>
            <w:shd w:val="clear" w:color="auto" w:fill="auto"/>
          </w:tcPr>
          <w:p w14:paraId="0984F1A5" w14:textId="77777777" w:rsidR="00B15E99" w:rsidRPr="00EF2F0E" w:rsidRDefault="00B15E99" w:rsidP="00AB06FD">
            <w:pPr>
              <w:pStyle w:val="TAC"/>
              <w:rPr>
                <w:rFonts w:cs="Arial"/>
              </w:rPr>
            </w:pPr>
          </w:p>
        </w:tc>
        <w:tc>
          <w:tcPr>
            <w:tcW w:w="1657" w:type="dxa"/>
            <w:tcBorders>
              <w:left w:val="single" w:sz="2" w:space="0" w:color="auto"/>
              <w:right w:val="single" w:sz="2" w:space="0" w:color="auto"/>
            </w:tcBorders>
            <w:shd w:val="clear" w:color="auto" w:fill="auto"/>
          </w:tcPr>
          <w:p w14:paraId="0984F1A6" w14:textId="77777777" w:rsidR="00B15E99" w:rsidRPr="00EF2F0E" w:rsidRDefault="00B15E99" w:rsidP="00AB06FD">
            <w:pPr>
              <w:pStyle w:val="TAC"/>
              <w:rPr>
                <w:rFonts w:cs="Arial"/>
              </w:rPr>
            </w:pPr>
            <w:r w:rsidRPr="00EF2F0E">
              <w:rPr>
                <w:rFonts w:cs="Arial"/>
              </w:rPr>
              <w:t>3410 -3490 MHz</w:t>
            </w:r>
          </w:p>
        </w:tc>
        <w:tc>
          <w:tcPr>
            <w:tcW w:w="851" w:type="dxa"/>
            <w:tcBorders>
              <w:left w:val="single" w:sz="2" w:space="0" w:color="auto"/>
              <w:right w:val="single" w:sz="2" w:space="0" w:color="auto"/>
            </w:tcBorders>
            <w:shd w:val="clear" w:color="auto" w:fill="auto"/>
          </w:tcPr>
          <w:p w14:paraId="0984F1A7" w14:textId="77777777" w:rsidR="00B15E99" w:rsidRPr="00EF2F0E" w:rsidRDefault="00B15E99" w:rsidP="00AB06FD">
            <w:pPr>
              <w:pStyle w:val="TAC"/>
              <w:rPr>
                <w:rFonts w:cs="Arial"/>
              </w:rPr>
            </w:pPr>
            <w:r w:rsidRPr="00EF2F0E">
              <w:rPr>
                <w:rFonts w:cs="Arial"/>
              </w:rPr>
              <w:t>-43 dBm</w:t>
            </w:r>
          </w:p>
        </w:tc>
        <w:tc>
          <w:tcPr>
            <w:tcW w:w="1417" w:type="dxa"/>
            <w:tcBorders>
              <w:left w:val="single" w:sz="2" w:space="0" w:color="auto"/>
              <w:right w:val="single" w:sz="2" w:space="0" w:color="auto"/>
            </w:tcBorders>
            <w:shd w:val="clear" w:color="auto" w:fill="auto"/>
          </w:tcPr>
          <w:p w14:paraId="0984F1A8"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A9" w14:textId="77777777" w:rsidR="00B15E99" w:rsidRPr="00EF2F0E" w:rsidRDefault="00B15E99" w:rsidP="00AB06FD">
            <w:pPr>
              <w:pStyle w:val="TAL"/>
              <w:rPr>
                <w:rFonts w:cs="Arial"/>
              </w:rPr>
            </w:pPr>
            <w:r w:rsidRPr="00EF2F0E">
              <w:rPr>
                <w:rFonts w:cs="Arial"/>
              </w:rPr>
              <w:t>This requirement does not apply to UTRA FDD BS operating in band XXII, since it is already covered by the requirement in subclause 9.7.6.3.2.</w:t>
            </w:r>
          </w:p>
        </w:tc>
      </w:tr>
      <w:tr w:rsidR="003401A4" w:rsidRPr="00EF2F0E" w14:paraId="0984F1B0" w14:textId="77777777" w:rsidTr="00AB06FD">
        <w:trPr>
          <w:cantSplit/>
          <w:trHeight w:val="155"/>
          <w:jc w:val="center"/>
        </w:trPr>
        <w:tc>
          <w:tcPr>
            <w:tcW w:w="1346" w:type="dxa"/>
            <w:vMerge w:val="restart"/>
            <w:shd w:val="clear" w:color="auto" w:fill="auto"/>
          </w:tcPr>
          <w:p w14:paraId="0984F1AB" w14:textId="77777777" w:rsidR="00B15E99" w:rsidRPr="00EF2F0E" w:rsidRDefault="00B15E99" w:rsidP="00AB06FD">
            <w:pPr>
              <w:pStyle w:val="TAC"/>
              <w:rPr>
                <w:rFonts w:cs="Arial"/>
              </w:rPr>
            </w:pPr>
            <w:r w:rsidRPr="00EF2F0E">
              <w:rPr>
                <w:rFonts w:cs="Arial"/>
              </w:rPr>
              <w:t>E-UTRA Band 24</w:t>
            </w:r>
          </w:p>
        </w:tc>
        <w:tc>
          <w:tcPr>
            <w:tcW w:w="1657" w:type="dxa"/>
            <w:tcBorders>
              <w:left w:val="single" w:sz="2" w:space="0" w:color="auto"/>
              <w:right w:val="single" w:sz="2" w:space="0" w:color="auto"/>
            </w:tcBorders>
            <w:shd w:val="clear" w:color="auto" w:fill="auto"/>
          </w:tcPr>
          <w:p w14:paraId="0984F1AC" w14:textId="77777777" w:rsidR="00B15E99" w:rsidRPr="00EF2F0E" w:rsidRDefault="00B15E99" w:rsidP="00AB06FD">
            <w:pPr>
              <w:pStyle w:val="TAC"/>
              <w:rPr>
                <w:rFonts w:cs="Arial"/>
              </w:rPr>
            </w:pPr>
            <w:r w:rsidRPr="00EF2F0E">
              <w:rPr>
                <w:rFonts w:cs="Arial"/>
              </w:rPr>
              <w:t>1525 – 1559 MHz</w:t>
            </w:r>
          </w:p>
        </w:tc>
        <w:tc>
          <w:tcPr>
            <w:tcW w:w="851" w:type="dxa"/>
            <w:tcBorders>
              <w:left w:val="single" w:sz="2" w:space="0" w:color="auto"/>
              <w:right w:val="single" w:sz="2" w:space="0" w:color="auto"/>
            </w:tcBorders>
            <w:shd w:val="clear" w:color="auto" w:fill="auto"/>
          </w:tcPr>
          <w:p w14:paraId="0984F1AD" w14:textId="77777777" w:rsidR="00B15E99" w:rsidRPr="00EF2F0E" w:rsidRDefault="00B15E99" w:rsidP="00AB06FD">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1AE"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AF" w14:textId="77777777" w:rsidR="00B15E99" w:rsidRPr="00EF2F0E" w:rsidRDefault="00B15E99" w:rsidP="00AB06FD">
            <w:pPr>
              <w:pStyle w:val="TAL"/>
              <w:rPr>
                <w:rFonts w:cs="Arial"/>
              </w:rPr>
            </w:pPr>
          </w:p>
        </w:tc>
      </w:tr>
      <w:tr w:rsidR="003401A4" w:rsidRPr="00EF2F0E" w14:paraId="0984F1B6" w14:textId="77777777" w:rsidTr="00AB06FD">
        <w:trPr>
          <w:cantSplit/>
          <w:trHeight w:val="155"/>
          <w:jc w:val="center"/>
        </w:trPr>
        <w:tc>
          <w:tcPr>
            <w:tcW w:w="1346" w:type="dxa"/>
            <w:vMerge/>
            <w:shd w:val="clear" w:color="auto" w:fill="auto"/>
          </w:tcPr>
          <w:p w14:paraId="0984F1B1" w14:textId="77777777" w:rsidR="00B15E99" w:rsidRPr="00EF2F0E" w:rsidRDefault="00B15E99" w:rsidP="00AB06FD">
            <w:pPr>
              <w:pStyle w:val="TAC"/>
              <w:rPr>
                <w:rFonts w:cs="Arial"/>
              </w:rPr>
            </w:pPr>
          </w:p>
        </w:tc>
        <w:tc>
          <w:tcPr>
            <w:tcW w:w="1657" w:type="dxa"/>
            <w:tcBorders>
              <w:left w:val="single" w:sz="2" w:space="0" w:color="auto"/>
              <w:right w:val="single" w:sz="2" w:space="0" w:color="auto"/>
            </w:tcBorders>
            <w:shd w:val="clear" w:color="auto" w:fill="auto"/>
          </w:tcPr>
          <w:p w14:paraId="0984F1B2" w14:textId="77777777" w:rsidR="00B15E99" w:rsidRPr="00EF2F0E" w:rsidRDefault="00B15E99" w:rsidP="00AB06FD">
            <w:pPr>
              <w:pStyle w:val="TAC"/>
              <w:rPr>
                <w:rFonts w:cs="Arial"/>
              </w:rPr>
            </w:pPr>
            <w:r w:rsidRPr="00EF2F0E">
              <w:rPr>
                <w:rFonts w:cs="Arial"/>
              </w:rPr>
              <w:t>1626.5 – 1660.5 MHz</w:t>
            </w:r>
          </w:p>
        </w:tc>
        <w:tc>
          <w:tcPr>
            <w:tcW w:w="851" w:type="dxa"/>
            <w:tcBorders>
              <w:left w:val="single" w:sz="2" w:space="0" w:color="auto"/>
              <w:right w:val="single" w:sz="2" w:space="0" w:color="auto"/>
            </w:tcBorders>
            <w:shd w:val="clear" w:color="auto" w:fill="auto"/>
          </w:tcPr>
          <w:p w14:paraId="0984F1B3" w14:textId="77777777" w:rsidR="00B15E99" w:rsidRPr="00EF2F0E" w:rsidRDefault="00B15E99" w:rsidP="00AB06FD">
            <w:pPr>
              <w:pStyle w:val="TAC"/>
              <w:rPr>
                <w:rFonts w:cs="Arial"/>
              </w:rPr>
            </w:pPr>
            <w:r w:rsidRPr="00EF2F0E">
              <w:rPr>
                <w:rFonts w:cs="Arial"/>
              </w:rPr>
              <w:t>-43 dBm</w:t>
            </w:r>
          </w:p>
        </w:tc>
        <w:tc>
          <w:tcPr>
            <w:tcW w:w="1417" w:type="dxa"/>
            <w:tcBorders>
              <w:left w:val="single" w:sz="2" w:space="0" w:color="auto"/>
              <w:right w:val="single" w:sz="2" w:space="0" w:color="auto"/>
            </w:tcBorders>
            <w:shd w:val="clear" w:color="auto" w:fill="auto"/>
          </w:tcPr>
          <w:p w14:paraId="0984F1B4"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B5" w14:textId="77777777" w:rsidR="00B15E99" w:rsidRPr="00EF2F0E" w:rsidRDefault="00B15E99" w:rsidP="00AB06FD">
            <w:pPr>
              <w:pStyle w:val="TAL"/>
              <w:rPr>
                <w:rFonts w:cs="Arial"/>
              </w:rPr>
            </w:pPr>
          </w:p>
        </w:tc>
      </w:tr>
      <w:tr w:rsidR="003401A4" w:rsidRPr="00EF2F0E" w14:paraId="0984F1BD" w14:textId="77777777" w:rsidTr="00AB06FD">
        <w:trPr>
          <w:cantSplit/>
          <w:trHeight w:val="155"/>
          <w:jc w:val="center"/>
        </w:trPr>
        <w:tc>
          <w:tcPr>
            <w:tcW w:w="1346" w:type="dxa"/>
            <w:vMerge w:val="restart"/>
            <w:shd w:val="clear" w:color="auto" w:fill="auto"/>
          </w:tcPr>
          <w:p w14:paraId="0984F1B7" w14:textId="77777777" w:rsidR="00B15E99" w:rsidRPr="00EF2F0E" w:rsidRDefault="00B15E99" w:rsidP="00AB06FD">
            <w:pPr>
              <w:pStyle w:val="TAC"/>
              <w:rPr>
                <w:rFonts w:cs="Arial"/>
              </w:rPr>
            </w:pPr>
            <w:r w:rsidRPr="00EF2F0E">
              <w:rPr>
                <w:rFonts w:cs="Arial"/>
              </w:rPr>
              <w:t xml:space="preserve">UTRA FDD Band </w:t>
            </w:r>
            <w:r w:rsidRPr="00EF2F0E">
              <w:rPr>
                <w:rFonts w:cs="Arial"/>
                <w:lang w:eastAsia="zh-CN"/>
              </w:rPr>
              <w:t>XXV</w:t>
            </w:r>
            <w:r w:rsidRPr="00EF2F0E">
              <w:rPr>
                <w:rFonts w:cs="Arial"/>
              </w:rPr>
              <w:t xml:space="preserve"> or </w:t>
            </w:r>
          </w:p>
          <w:p w14:paraId="0984F1B8" w14:textId="77777777" w:rsidR="00B15E99" w:rsidRPr="00EF2F0E" w:rsidRDefault="00B15E99" w:rsidP="00AB06FD">
            <w:pPr>
              <w:pStyle w:val="TAC"/>
              <w:rPr>
                <w:rFonts w:cs="Arial"/>
              </w:rPr>
            </w:pPr>
            <w:r w:rsidRPr="00EF2F0E">
              <w:rPr>
                <w:rFonts w:cs="Arial"/>
              </w:rPr>
              <w:t>E-UTRA Band 2</w:t>
            </w:r>
            <w:r w:rsidRPr="00EF2F0E">
              <w:rPr>
                <w:rFonts w:cs="Arial"/>
                <w:lang w:eastAsia="zh-CN"/>
              </w:rPr>
              <w:t>5</w:t>
            </w:r>
            <w:r w:rsidR="0077153D" w:rsidRPr="00EF2F0E">
              <w:rPr>
                <w:rFonts w:cs="Arial"/>
                <w:lang w:val="sv-SE" w:eastAsia="zh-CN"/>
              </w:rPr>
              <w:t xml:space="preserve"> or NR band n25</w:t>
            </w:r>
          </w:p>
        </w:tc>
        <w:tc>
          <w:tcPr>
            <w:tcW w:w="1657" w:type="dxa"/>
            <w:tcBorders>
              <w:left w:val="single" w:sz="2" w:space="0" w:color="auto"/>
              <w:right w:val="single" w:sz="2" w:space="0" w:color="auto"/>
            </w:tcBorders>
            <w:shd w:val="clear" w:color="auto" w:fill="auto"/>
          </w:tcPr>
          <w:p w14:paraId="0984F1B9" w14:textId="77777777" w:rsidR="00B15E99" w:rsidRPr="00EF2F0E" w:rsidRDefault="00B15E99" w:rsidP="00AB06FD">
            <w:pPr>
              <w:pStyle w:val="TAC"/>
              <w:rPr>
                <w:rFonts w:cs="Arial"/>
              </w:rPr>
            </w:pPr>
            <w:r w:rsidRPr="00EF2F0E">
              <w:rPr>
                <w:rFonts w:cs="Arial"/>
              </w:rPr>
              <w:t>1930 - 199</w:t>
            </w:r>
            <w:r w:rsidRPr="00EF2F0E">
              <w:rPr>
                <w:rFonts w:cs="Arial"/>
                <w:lang w:eastAsia="zh-CN"/>
              </w:rPr>
              <w:t>5</w:t>
            </w:r>
            <w:r w:rsidRPr="00EF2F0E">
              <w:rPr>
                <w:rFonts w:cs="Arial"/>
              </w:rPr>
              <w:t xml:space="preserve"> MHz</w:t>
            </w:r>
          </w:p>
        </w:tc>
        <w:tc>
          <w:tcPr>
            <w:tcW w:w="851" w:type="dxa"/>
            <w:tcBorders>
              <w:left w:val="single" w:sz="2" w:space="0" w:color="auto"/>
              <w:right w:val="single" w:sz="2" w:space="0" w:color="auto"/>
            </w:tcBorders>
            <w:shd w:val="clear" w:color="auto" w:fill="auto"/>
          </w:tcPr>
          <w:p w14:paraId="0984F1BA" w14:textId="77777777" w:rsidR="00B15E99" w:rsidRPr="00EF2F0E" w:rsidRDefault="00B15E99" w:rsidP="00AB06FD">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1BB"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BC"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w:t>
            </w:r>
            <w:r w:rsidRPr="00EF2F0E">
              <w:rPr>
                <w:rFonts w:cs="Arial"/>
                <w:lang w:eastAsia="zh-CN"/>
              </w:rPr>
              <w:t xml:space="preserve">band II or </w:t>
            </w:r>
            <w:r w:rsidRPr="00EF2F0E">
              <w:rPr>
                <w:rFonts w:cs="Arial"/>
              </w:rPr>
              <w:t xml:space="preserve">band </w:t>
            </w:r>
            <w:r w:rsidRPr="00EF2F0E">
              <w:rPr>
                <w:rFonts w:cs="Arial"/>
                <w:lang w:eastAsia="zh-CN"/>
              </w:rPr>
              <w:t>XXV</w:t>
            </w:r>
          </w:p>
        </w:tc>
      </w:tr>
      <w:tr w:rsidR="003401A4" w:rsidRPr="00EF2F0E" w14:paraId="0984F1C3" w14:textId="77777777" w:rsidTr="00AB06FD">
        <w:trPr>
          <w:cantSplit/>
          <w:trHeight w:val="155"/>
          <w:jc w:val="center"/>
        </w:trPr>
        <w:tc>
          <w:tcPr>
            <w:tcW w:w="1346" w:type="dxa"/>
            <w:vMerge/>
            <w:shd w:val="clear" w:color="auto" w:fill="auto"/>
          </w:tcPr>
          <w:p w14:paraId="0984F1BE" w14:textId="77777777" w:rsidR="00B15E99" w:rsidRPr="00EF2F0E" w:rsidRDefault="00B15E99" w:rsidP="00AB06FD">
            <w:pPr>
              <w:pStyle w:val="TAC"/>
              <w:rPr>
                <w:rFonts w:cs="Arial"/>
              </w:rPr>
            </w:pPr>
          </w:p>
        </w:tc>
        <w:tc>
          <w:tcPr>
            <w:tcW w:w="1657" w:type="dxa"/>
            <w:tcBorders>
              <w:left w:val="single" w:sz="2" w:space="0" w:color="auto"/>
              <w:right w:val="single" w:sz="2" w:space="0" w:color="auto"/>
            </w:tcBorders>
            <w:shd w:val="clear" w:color="auto" w:fill="auto"/>
          </w:tcPr>
          <w:p w14:paraId="0984F1BF" w14:textId="77777777" w:rsidR="00B15E99" w:rsidRPr="00EF2F0E" w:rsidRDefault="00B15E99" w:rsidP="00AB06FD">
            <w:pPr>
              <w:pStyle w:val="TAC"/>
              <w:rPr>
                <w:rFonts w:cs="Arial"/>
              </w:rPr>
            </w:pPr>
            <w:r w:rsidRPr="00EF2F0E">
              <w:rPr>
                <w:rFonts w:cs="Arial"/>
              </w:rPr>
              <w:t>1850 - 191</w:t>
            </w:r>
            <w:r w:rsidRPr="00EF2F0E">
              <w:rPr>
                <w:rFonts w:cs="Arial"/>
                <w:lang w:eastAsia="zh-CN"/>
              </w:rPr>
              <w:t>5</w:t>
            </w:r>
            <w:r w:rsidRPr="00EF2F0E">
              <w:rPr>
                <w:rFonts w:cs="Arial"/>
              </w:rPr>
              <w:t xml:space="preserve"> MHz</w:t>
            </w:r>
          </w:p>
        </w:tc>
        <w:tc>
          <w:tcPr>
            <w:tcW w:w="851" w:type="dxa"/>
            <w:tcBorders>
              <w:left w:val="single" w:sz="2" w:space="0" w:color="auto"/>
              <w:right w:val="single" w:sz="2" w:space="0" w:color="auto"/>
            </w:tcBorders>
            <w:shd w:val="clear" w:color="auto" w:fill="auto"/>
          </w:tcPr>
          <w:p w14:paraId="0984F1C0" w14:textId="77777777" w:rsidR="00B15E99" w:rsidRPr="00EF2F0E" w:rsidRDefault="00B15E99" w:rsidP="00AB06FD">
            <w:pPr>
              <w:pStyle w:val="TAC"/>
              <w:rPr>
                <w:rFonts w:cs="Arial"/>
              </w:rPr>
            </w:pPr>
            <w:r w:rsidRPr="00EF2F0E">
              <w:rPr>
                <w:rFonts w:cs="Arial"/>
              </w:rPr>
              <w:t>-43 dBm</w:t>
            </w:r>
          </w:p>
        </w:tc>
        <w:tc>
          <w:tcPr>
            <w:tcW w:w="1417" w:type="dxa"/>
            <w:tcBorders>
              <w:left w:val="single" w:sz="2" w:space="0" w:color="auto"/>
              <w:right w:val="single" w:sz="2" w:space="0" w:color="auto"/>
            </w:tcBorders>
            <w:shd w:val="clear" w:color="auto" w:fill="auto"/>
          </w:tcPr>
          <w:p w14:paraId="0984F1C1"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C2"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UTRA FDD</w:t>
            </w:r>
            <w:r w:rsidRPr="00EF2F0E">
              <w:rPr>
                <w:rFonts w:cs="Arial"/>
              </w:rPr>
              <w:t xml:space="preserve"> BS operating in band </w:t>
            </w:r>
            <w:r w:rsidRPr="00EF2F0E">
              <w:rPr>
                <w:rFonts w:cs="Arial"/>
                <w:lang w:eastAsia="zh-CN"/>
              </w:rPr>
              <w:t>XXV</w:t>
            </w:r>
            <w:r w:rsidRPr="00EF2F0E">
              <w:rPr>
                <w:rFonts w:cs="Arial"/>
              </w:rPr>
              <w:t xml:space="preserve">, </w:t>
            </w:r>
            <w:r w:rsidRPr="00EF2F0E">
              <w:rPr>
                <w:rFonts w:cs="v5.0.0"/>
              </w:rPr>
              <w:t>since it is already covered by the requirement in subclause 9.7.6.3.2.</w:t>
            </w:r>
            <w:r w:rsidRPr="00EF2F0E">
              <w:rPr>
                <w:rFonts w:cs="Arial"/>
              </w:rPr>
              <w:t xml:space="preserve"> For UTRA FDD BS operating in Band I</w:t>
            </w:r>
            <w:r w:rsidRPr="00EF2F0E">
              <w:rPr>
                <w:rFonts w:cs="Arial"/>
                <w:lang w:eastAsia="zh-CN"/>
              </w:rPr>
              <w:t>I</w:t>
            </w:r>
            <w:r w:rsidRPr="00EF2F0E">
              <w:rPr>
                <w:rFonts w:cs="Arial"/>
              </w:rPr>
              <w:t>, it applies for 1</w:t>
            </w:r>
            <w:r w:rsidRPr="00EF2F0E">
              <w:rPr>
                <w:rFonts w:cs="Arial"/>
                <w:lang w:eastAsia="zh-CN"/>
              </w:rPr>
              <w:t>910</w:t>
            </w:r>
            <w:r w:rsidRPr="00EF2F0E">
              <w:rPr>
                <w:rFonts w:cs="Arial"/>
              </w:rPr>
              <w:t> MHz to 1</w:t>
            </w:r>
            <w:r w:rsidRPr="00EF2F0E">
              <w:rPr>
                <w:rFonts w:cs="Arial"/>
                <w:lang w:eastAsia="zh-CN"/>
              </w:rPr>
              <w:t>915</w:t>
            </w:r>
            <w:r w:rsidRPr="00EF2F0E">
              <w:rPr>
                <w:rFonts w:cs="Arial"/>
              </w:rPr>
              <w:t xml:space="preserve"> MHz, while the rest is covered in sub-clause 9.7.6.3.2.</w:t>
            </w:r>
          </w:p>
        </w:tc>
      </w:tr>
      <w:tr w:rsidR="003401A4" w:rsidRPr="00EF2F0E" w14:paraId="0984F1C9" w14:textId="77777777" w:rsidTr="00AB06FD">
        <w:trPr>
          <w:cantSplit/>
          <w:trHeight w:val="155"/>
          <w:jc w:val="center"/>
        </w:trPr>
        <w:tc>
          <w:tcPr>
            <w:tcW w:w="1346" w:type="dxa"/>
            <w:vMerge w:val="restart"/>
            <w:shd w:val="clear" w:color="auto" w:fill="auto"/>
          </w:tcPr>
          <w:p w14:paraId="0984F1C4" w14:textId="77777777" w:rsidR="00B15E99" w:rsidRPr="00EF2F0E" w:rsidRDefault="00B15E99" w:rsidP="00AB06FD">
            <w:pPr>
              <w:pStyle w:val="TAC"/>
              <w:rPr>
                <w:rFonts w:cs="Arial"/>
                <w:lang w:val="sv-FI"/>
              </w:rPr>
            </w:pPr>
            <w:r w:rsidRPr="00EF2F0E">
              <w:rPr>
                <w:rFonts w:cs="Arial"/>
                <w:lang w:val="sv-FI"/>
              </w:rPr>
              <w:t>UTRA FDD Band XXVI or E-UTRA Band 26</w:t>
            </w:r>
          </w:p>
        </w:tc>
        <w:tc>
          <w:tcPr>
            <w:tcW w:w="1657" w:type="dxa"/>
            <w:tcBorders>
              <w:left w:val="single" w:sz="2" w:space="0" w:color="auto"/>
              <w:right w:val="single" w:sz="2" w:space="0" w:color="auto"/>
            </w:tcBorders>
            <w:shd w:val="clear" w:color="auto" w:fill="auto"/>
            <w:vAlign w:val="center"/>
          </w:tcPr>
          <w:p w14:paraId="0984F1C5" w14:textId="77777777" w:rsidR="00B15E99" w:rsidRPr="00EF2F0E" w:rsidRDefault="00B15E99" w:rsidP="00AB06FD">
            <w:pPr>
              <w:pStyle w:val="TAC"/>
              <w:rPr>
                <w:rFonts w:cs="Arial"/>
              </w:rPr>
            </w:pPr>
            <w:r w:rsidRPr="00EF2F0E">
              <w:rPr>
                <w:rFonts w:cs="Arial"/>
              </w:rPr>
              <w:t>859-894 MHz</w:t>
            </w:r>
          </w:p>
        </w:tc>
        <w:tc>
          <w:tcPr>
            <w:tcW w:w="851" w:type="dxa"/>
            <w:tcBorders>
              <w:left w:val="single" w:sz="2" w:space="0" w:color="auto"/>
              <w:right w:val="single" w:sz="2" w:space="0" w:color="auto"/>
            </w:tcBorders>
            <w:shd w:val="clear" w:color="auto" w:fill="auto"/>
          </w:tcPr>
          <w:p w14:paraId="0984F1C6" w14:textId="77777777" w:rsidR="00B15E99" w:rsidRPr="00EF2F0E" w:rsidRDefault="00B15E99" w:rsidP="00AB06FD">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vAlign w:val="center"/>
          </w:tcPr>
          <w:p w14:paraId="0984F1C7"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C8" w14:textId="77777777" w:rsidR="00B15E99" w:rsidRPr="00EF2F0E" w:rsidRDefault="00B15E99" w:rsidP="00AB06FD">
            <w:pPr>
              <w:pStyle w:val="TAL"/>
              <w:rPr>
                <w:rFonts w:cs="Arial"/>
              </w:rPr>
            </w:pPr>
            <w:r w:rsidRPr="00EF2F0E">
              <w:rPr>
                <w:rFonts w:cs="Arial"/>
              </w:rPr>
              <w:t>This requirement does not apply to UTRA FDD BS operating in band V or band XXVI</w:t>
            </w:r>
          </w:p>
        </w:tc>
      </w:tr>
      <w:tr w:rsidR="003401A4" w:rsidRPr="00EF2F0E" w14:paraId="0984F1CF" w14:textId="77777777" w:rsidTr="00AB06FD">
        <w:trPr>
          <w:cantSplit/>
          <w:trHeight w:val="155"/>
          <w:jc w:val="center"/>
        </w:trPr>
        <w:tc>
          <w:tcPr>
            <w:tcW w:w="1346" w:type="dxa"/>
            <w:vMerge/>
            <w:shd w:val="clear" w:color="auto" w:fill="auto"/>
          </w:tcPr>
          <w:p w14:paraId="0984F1CA" w14:textId="77777777" w:rsidR="00B15E99" w:rsidRPr="00EF2F0E" w:rsidRDefault="00B15E99" w:rsidP="00AB06FD">
            <w:pPr>
              <w:pStyle w:val="TAC"/>
              <w:rPr>
                <w:rFonts w:cs="Arial"/>
              </w:rPr>
            </w:pPr>
          </w:p>
        </w:tc>
        <w:tc>
          <w:tcPr>
            <w:tcW w:w="1657" w:type="dxa"/>
            <w:tcBorders>
              <w:left w:val="single" w:sz="2" w:space="0" w:color="auto"/>
              <w:right w:val="single" w:sz="2" w:space="0" w:color="auto"/>
            </w:tcBorders>
            <w:shd w:val="clear" w:color="auto" w:fill="auto"/>
            <w:vAlign w:val="center"/>
          </w:tcPr>
          <w:p w14:paraId="0984F1CB" w14:textId="77777777" w:rsidR="00B15E99" w:rsidRPr="00EF2F0E" w:rsidRDefault="00B15E99" w:rsidP="00AB06FD">
            <w:pPr>
              <w:pStyle w:val="TAC"/>
              <w:rPr>
                <w:rFonts w:cs="Arial"/>
              </w:rPr>
            </w:pPr>
            <w:r w:rsidRPr="00EF2F0E">
              <w:rPr>
                <w:rFonts w:cs="Arial"/>
              </w:rPr>
              <w:t>814-849 MHz</w:t>
            </w:r>
          </w:p>
        </w:tc>
        <w:tc>
          <w:tcPr>
            <w:tcW w:w="851" w:type="dxa"/>
            <w:tcBorders>
              <w:left w:val="single" w:sz="2" w:space="0" w:color="auto"/>
              <w:right w:val="single" w:sz="2" w:space="0" w:color="auto"/>
            </w:tcBorders>
            <w:shd w:val="clear" w:color="auto" w:fill="auto"/>
          </w:tcPr>
          <w:p w14:paraId="0984F1CC" w14:textId="77777777" w:rsidR="00B15E99" w:rsidRPr="00EF2F0E" w:rsidRDefault="00B15E99" w:rsidP="00AB06FD">
            <w:pPr>
              <w:pStyle w:val="TAC"/>
              <w:rPr>
                <w:rFonts w:cs="Arial"/>
              </w:rPr>
            </w:pPr>
            <w:r w:rsidRPr="00EF2F0E">
              <w:rPr>
                <w:rFonts w:cs="Arial"/>
              </w:rPr>
              <w:t>-43 dBm</w:t>
            </w:r>
          </w:p>
        </w:tc>
        <w:tc>
          <w:tcPr>
            <w:tcW w:w="1417" w:type="dxa"/>
            <w:tcBorders>
              <w:left w:val="single" w:sz="2" w:space="0" w:color="auto"/>
              <w:right w:val="single" w:sz="2" w:space="0" w:color="auto"/>
            </w:tcBorders>
            <w:shd w:val="clear" w:color="auto" w:fill="auto"/>
            <w:vAlign w:val="center"/>
          </w:tcPr>
          <w:p w14:paraId="0984F1CD"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CE" w14:textId="77777777" w:rsidR="00B15E99" w:rsidRPr="00EF2F0E" w:rsidRDefault="00B15E99" w:rsidP="00AB06FD">
            <w:pPr>
              <w:pStyle w:val="TAL"/>
              <w:rPr>
                <w:rFonts w:cs="Arial"/>
              </w:rPr>
            </w:pPr>
            <w:r w:rsidRPr="00EF2F0E">
              <w:rPr>
                <w:rFonts w:cs="Arial"/>
              </w:rPr>
              <w:t>This requirement does not apply to UTRA FDD BS operating in band XXVI, since it is already covered by the requirements in subclause 9.7.6.3.2 For UTRA FDD BS operating in band V, it applies for 814MHz to 824MHz, while the rest is covered in subclause 9.7.6.3.2</w:t>
            </w:r>
          </w:p>
        </w:tc>
      </w:tr>
      <w:tr w:rsidR="003401A4" w:rsidRPr="00EF2F0E" w14:paraId="0984F1D5" w14:textId="77777777" w:rsidTr="00AB06FD">
        <w:trPr>
          <w:cantSplit/>
          <w:trHeight w:val="155"/>
          <w:jc w:val="center"/>
        </w:trPr>
        <w:tc>
          <w:tcPr>
            <w:tcW w:w="1346" w:type="dxa"/>
            <w:vMerge w:val="restart"/>
            <w:shd w:val="clear" w:color="auto" w:fill="auto"/>
          </w:tcPr>
          <w:p w14:paraId="0984F1D0" w14:textId="77777777" w:rsidR="00B15E99" w:rsidRPr="00EF2F0E" w:rsidRDefault="00B15E99" w:rsidP="00AB06FD">
            <w:pPr>
              <w:pStyle w:val="TAC"/>
              <w:rPr>
                <w:rFonts w:cs="Arial"/>
              </w:rPr>
            </w:pPr>
            <w:r w:rsidRPr="00EF2F0E">
              <w:rPr>
                <w:rFonts w:cs="Arial"/>
              </w:rPr>
              <w:t>E-UTRA Band 27</w:t>
            </w:r>
          </w:p>
        </w:tc>
        <w:tc>
          <w:tcPr>
            <w:tcW w:w="1657" w:type="dxa"/>
            <w:tcBorders>
              <w:left w:val="single" w:sz="2" w:space="0" w:color="auto"/>
              <w:right w:val="single" w:sz="2" w:space="0" w:color="auto"/>
            </w:tcBorders>
            <w:shd w:val="clear" w:color="auto" w:fill="auto"/>
          </w:tcPr>
          <w:p w14:paraId="0984F1D1" w14:textId="77777777" w:rsidR="00B15E99" w:rsidRPr="00EF2F0E" w:rsidRDefault="00B15E99" w:rsidP="00AB06FD">
            <w:pPr>
              <w:pStyle w:val="TAC"/>
              <w:rPr>
                <w:rFonts w:cs="Arial"/>
              </w:rPr>
            </w:pPr>
            <w:r w:rsidRPr="00EF2F0E">
              <w:rPr>
                <w:rFonts w:cs="Arial"/>
              </w:rPr>
              <w:t>852 – 869 MHz</w:t>
            </w:r>
          </w:p>
        </w:tc>
        <w:tc>
          <w:tcPr>
            <w:tcW w:w="851" w:type="dxa"/>
            <w:tcBorders>
              <w:left w:val="single" w:sz="2" w:space="0" w:color="auto"/>
              <w:right w:val="single" w:sz="2" w:space="0" w:color="auto"/>
            </w:tcBorders>
            <w:shd w:val="clear" w:color="auto" w:fill="auto"/>
          </w:tcPr>
          <w:p w14:paraId="0984F1D2" w14:textId="77777777" w:rsidR="00B15E99" w:rsidRPr="00EF2F0E" w:rsidRDefault="00B15E99" w:rsidP="00AB06FD">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1D3"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D4"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 xml:space="preserve">UTRA </w:t>
            </w:r>
            <w:r w:rsidRPr="00EF2F0E">
              <w:rPr>
                <w:rFonts w:cs="Arial"/>
              </w:rPr>
              <w:t>BS operating in Band V or XXVI.</w:t>
            </w:r>
          </w:p>
        </w:tc>
      </w:tr>
      <w:tr w:rsidR="003401A4" w:rsidRPr="00EF2F0E" w14:paraId="0984F1DB" w14:textId="77777777" w:rsidTr="00AB06FD">
        <w:trPr>
          <w:cantSplit/>
          <w:trHeight w:val="155"/>
          <w:jc w:val="center"/>
        </w:trPr>
        <w:tc>
          <w:tcPr>
            <w:tcW w:w="1346" w:type="dxa"/>
            <w:vMerge/>
            <w:shd w:val="clear" w:color="auto" w:fill="auto"/>
          </w:tcPr>
          <w:p w14:paraId="0984F1D6" w14:textId="77777777" w:rsidR="00B15E99" w:rsidRPr="00EF2F0E" w:rsidRDefault="00B15E99" w:rsidP="00AB06FD">
            <w:pPr>
              <w:pStyle w:val="TAC"/>
              <w:rPr>
                <w:rFonts w:cs="Arial"/>
              </w:rPr>
            </w:pPr>
          </w:p>
        </w:tc>
        <w:tc>
          <w:tcPr>
            <w:tcW w:w="1657" w:type="dxa"/>
            <w:tcBorders>
              <w:left w:val="single" w:sz="2" w:space="0" w:color="auto"/>
              <w:right w:val="single" w:sz="2" w:space="0" w:color="auto"/>
            </w:tcBorders>
            <w:shd w:val="clear" w:color="auto" w:fill="auto"/>
          </w:tcPr>
          <w:p w14:paraId="0984F1D7" w14:textId="77777777" w:rsidR="00B15E99" w:rsidRPr="00EF2F0E" w:rsidRDefault="00B15E99" w:rsidP="00AB06FD">
            <w:pPr>
              <w:pStyle w:val="TAC"/>
              <w:rPr>
                <w:rFonts w:cs="Arial"/>
              </w:rPr>
            </w:pPr>
            <w:r w:rsidRPr="00EF2F0E">
              <w:rPr>
                <w:rFonts w:cs="Arial"/>
              </w:rPr>
              <w:t>807 – 824 MHz</w:t>
            </w:r>
          </w:p>
        </w:tc>
        <w:tc>
          <w:tcPr>
            <w:tcW w:w="851" w:type="dxa"/>
            <w:tcBorders>
              <w:left w:val="single" w:sz="2" w:space="0" w:color="auto"/>
              <w:right w:val="single" w:sz="2" w:space="0" w:color="auto"/>
            </w:tcBorders>
            <w:shd w:val="clear" w:color="auto" w:fill="auto"/>
          </w:tcPr>
          <w:p w14:paraId="0984F1D8" w14:textId="77777777" w:rsidR="00B15E99" w:rsidRPr="00EF2F0E" w:rsidRDefault="00B15E99" w:rsidP="00AB06FD">
            <w:pPr>
              <w:pStyle w:val="TAC"/>
              <w:rPr>
                <w:rFonts w:cs="Arial"/>
              </w:rPr>
            </w:pPr>
            <w:r w:rsidRPr="00EF2F0E">
              <w:rPr>
                <w:rFonts w:cs="Arial"/>
              </w:rPr>
              <w:t>-43 dBm</w:t>
            </w:r>
          </w:p>
        </w:tc>
        <w:tc>
          <w:tcPr>
            <w:tcW w:w="1417" w:type="dxa"/>
            <w:tcBorders>
              <w:left w:val="single" w:sz="2" w:space="0" w:color="auto"/>
              <w:right w:val="single" w:sz="2" w:space="0" w:color="auto"/>
            </w:tcBorders>
            <w:shd w:val="clear" w:color="auto" w:fill="auto"/>
          </w:tcPr>
          <w:p w14:paraId="0984F1D9"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DA" w14:textId="77777777" w:rsidR="00B15E99" w:rsidRPr="00EF2F0E" w:rsidRDefault="00B15E99" w:rsidP="00AB06FD">
            <w:pPr>
              <w:pStyle w:val="TAL"/>
              <w:rPr>
                <w:rFonts w:cs="Arial"/>
              </w:rPr>
            </w:pPr>
            <w:r w:rsidRPr="00EF2F0E">
              <w:rPr>
                <w:rFonts w:cs="Arial"/>
              </w:rPr>
              <w:t xml:space="preserve">For UTRA BS operating in Band XXVI, it applies for 807 MHz to 814 MHz, while the rest is covered in subclause </w:t>
            </w:r>
            <w:r w:rsidRPr="00EF2F0E">
              <w:rPr>
                <w:rFonts w:cs="v4.2.0"/>
              </w:rPr>
              <w:t>9.7.6.3.2</w:t>
            </w:r>
            <w:r w:rsidRPr="00EF2F0E">
              <w:rPr>
                <w:rFonts w:cs="Arial"/>
              </w:rPr>
              <w:t xml:space="preserve">. </w:t>
            </w:r>
          </w:p>
        </w:tc>
      </w:tr>
      <w:tr w:rsidR="003401A4" w:rsidRPr="00EF2F0E" w14:paraId="0984F1E1" w14:textId="77777777" w:rsidTr="00AB06FD">
        <w:trPr>
          <w:cantSplit/>
          <w:trHeight w:val="155"/>
          <w:jc w:val="center"/>
        </w:trPr>
        <w:tc>
          <w:tcPr>
            <w:tcW w:w="1346" w:type="dxa"/>
            <w:vMerge w:val="restart"/>
            <w:shd w:val="clear" w:color="auto" w:fill="auto"/>
          </w:tcPr>
          <w:p w14:paraId="0984F1DC" w14:textId="77777777" w:rsidR="00B15E99" w:rsidRPr="00EF2F0E" w:rsidRDefault="00B15E99" w:rsidP="00AB06FD">
            <w:pPr>
              <w:pStyle w:val="TAC"/>
              <w:rPr>
                <w:rFonts w:cs="Arial"/>
              </w:rPr>
            </w:pPr>
            <w:r w:rsidRPr="00EF2F0E">
              <w:rPr>
                <w:rFonts w:cs="Arial"/>
              </w:rPr>
              <w:t>E-UTRA Band 28</w:t>
            </w:r>
            <w:r w:rsidR="0077153D" w:rsidRPr="00EF2F0E">
              <w:rPr>
                <w:rFonts w:cs="Arial"/>
              </w:rPr>
              <w:t xml:space="preserve"> or NR band n28</w:t>
            </w:r>
          </w:p>
        </w:tc>
        <w:tc>
          <w:tcPr>
            <w:tcW w:w="1657" w:type="dxa"/>
            <w:tcBorders>
              <w:left w:val="single" w:sz="2" w:space="0" w:color="auto"/>
              <w:right w:val="single" w:sz="2" w:space="0" w:color="auto"/>
            </w:tcBorders>
            <w:shd w:val="clear" w:color="auto" w:fill="auto"/>
          </w:tcPr>
          <w:p w14:paraId="0984F1DD" w14:textId="77777777" w:rsidR="00B15E99" w:rsidRPr="00EF2F0E" w:rsidRDefault="00B15E99" w:rsidP="00AB06FD">
            <w:pPr>
              <w:pStyle w:val="TAC"/>
              <w:rPr>
                <w:rFonts w:cs="Arial"/>
              </w:rPr>
            </w:pPr>
            <w:r w:rsidRPr="00EF2F0E">
              <w:rPr>
                <w:rFonts w:cs="Arial"/>
              </w:rPr>
              <w:t>758 – 803 MHz</w:t>
            </w:r>
          </w:p>
        </w:tc>
        <w:tc>
          <w:tcPr>
            <w:tcW w:w="851" w:type="dxa"/>
            <w:tcBorders>
              <w:left w:val="single" w:sz="2" w:space="0" w:color="auto"/>
              <w:right w:val="single" w:sz="2" w:space="0" w:color="auto"/>
            </w:tcBorders>
            <w:shd w:val="clear" w:color="auto" w:fill="auto"/>
          </w:tcPr>
          <w:p w14:paraId="0984F1DE" w14:textId="77777777" w:rsidR="00B15E99" w:rsidRPr="00EF2F0E" w:rsidRDefault="00B15E99" w:rsidP="00AB06FD">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vAlign w:val="center"/>
          </w:tcPr>
          <w:p w14:paraId="0984F1DF"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E0" w14:textId="77777777" w:rsidR="00B15E99" w:rsidRPr="00EF2F0E" w:rsidRDefault="00B15E99" w:rsidP="00AB06FD">
            <w:pPr>
              <w:pStyle w:val="TAL"/>
              <w:rPr>
                <w:rFonts w:cs="Arial"/>
              </w:rPr>
            </w:pPr>
          </w:p>
        </w:tc>
      </w:tr>
      <w:tr w:rsidR="003401A4" w:rsidRPr="00EF2F0E" w14:paraId="0984F1E7" w14:textId="77777777" w:rsidTr="00AB06FD">
        <w:trPr>
          <w:cantSplit/>
          <w:trHeight w:val="155"/>
          <w:jc w:val="center"/>
        </w:trPr>
        <w:tc>
          <w:tcPr>
            <w:tcW w:w="1346" w:type="dxa"/>
            <w:vMerge/>
            <w:shd w:val="clear" w:color="auto" w:fill="auto"/>
          </w:tcPr>
          <w:p w14:paraId="0984F1E2" w14:textId="77777777" w:rsidR="00B15E99" w:rsidRPr="00EF2F0E" w:rsidRDefault="00B15E99" w:rsidP="00AB06FD">
            <w:pPr>
              <w:pStyle w:val="TAC"/>
              <w:rPr>
                <w:rFonts w:cs="Arial"/>
              </w:rPr>
            </w:pPr>
          </w:p>
        </w:tc>
        <w:tc>
          <w:tcPr>
            <w:tcW w:w="1657" w:type="dxa"/>
            <w:tcBorders>
              <w:left w:val="single" w:sz="2" w:space="0" w:color="auto"/>
              <w:right w:val="single" w:sz="2" w:space="0" w:color="auto"/>
            </w:tcBorders>
            <w:shd w:val="clear" w:color="auto" w:fill="auto"/>
          </w:tcPr>
          <w:p w14:paraId="0984F1E3" w14:textId="77777777" w:rsidR="00B15E99" w:rsidRPr="00EF2F0E" w:rsidRDefault="00B15E99" w:rsidP="00AB06FD">
            <w:pPr>
              <w:pStyle w:val="TAC"/>
              <w:rPr>
                <w:rFonts w:cs="Arial"/>
              </w:rPr>
            </w:pPr>
            <w:r w:rsidRPr="00EF2F0E">
              <w:rPr>
                <w:rFonts w:cs="Arial"/>
              </w:rPr>
              <w:t>703 – 748 MHz</w:t>
            </w:r>
          </w:p>
        </w:tc>
        <w:tc>
          <w:tcPr>
            <w:tcW w:w="851" w:type="dxa"/>
            <w:tcBorders>
              <w:left w:val="single" w:sz="2" w:space="0" w:color="auto"/>
              <w:right w:val="single" w:sz="2" w:space="0" w:color="auto"/>
            </w:tcBorders>
            <w:shd w:val="clear" w:color="auto" w:fill="auto"/>
          </w:tcPr>
          <w:p w14:paraId="0984F1E4" w14:textId="77777777" w:rsidR="00B15E99" w:rsidRPr="00EF2F0E" w:rsidRDefault="00B15E99" w:rsidP="00AB06FD">
            <w:pPr>
              <w:pStyle w:val="TAC"/>
              <w:rPr>
                <w:rFonts w:cs="Arial"/>
              </w:rPr>
            </w:pPr>
            <w:r w:rsidRPr="00EF2F0E">
              <w:rPr>
                <w:rFonts w:cs="Arial"/>
              </w:rPr>
              <w:t>-43 dBm</w:t>
            </w:r>
          </w:p>
        </w:tc>
        <w:tc>
          <w:tcPr>
            <w:tcW w:w="1417" w:type="dxa"/>
            <w:tcBorders>
              <w:left w:val="single" w:sz="2" w:space="0" w:color="auto"/>
              <w:right w:val="single" w:sz="2" w:space="0" w:color="auto"/>
            </w:tcBorders>
            <w:shd w:val="clear" w:color="auto" w:fill="auto"/>
            <w:vAlign w:val="center"/>
          </w:tcPr>
          <w:p w14:paraId="0984F1E5"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E6" w14:textId="77777777" w:rsidR="00B15E99" w:rsidRPr="00EF2F0E" w:rsidRDefault="00B15E99" w:rsidP="00AB06FD">
            <w:pPr>
              <w:pStyle w:val="TAL"/>
              <w:rPr>
                <w:rFonts w:cs="Arial"/>
              </w:rPr>
            </w:pPr>
          </w:p>
        </w:tc>
      </w:tr>
      <w:tr w:rsidR="003401A4" w:rsidRPr="00EF2F0E" w14:paraId="0984F1ED" w14:textId="77777777" w:rsidTr="00AB06FD">
        <w:trPr>
          <w:cantSplit/>
          <w:trHeight w:val="155"/>
          <w:jc w:val="center"/>
        </w:trPr>
        <w:tc>
          <w:tcPr>
            <w:tcW w:w="1346" w:type="dxa"/>
            <w:shd w:val="clear" w:color="auto" w:fill="auto"/>
          </w:tcPr>
          <w:p w14:paraId="0984F1E8" w14:textId="77777777" w:rsidR="00B15E99" w:rsidRPr="00EF2F0E" w:rsidRDefault="00B15E99" w:rsidP="00AB06FD">
            <w:pPr>
              <w:pStyle w:val="TAC"/>
              <w:rPr>
                <w:rFonts w:cs="Arial"/>
              </w:rPr>
            </w:pPr>
            <w:r w:rsidRPr="00EF2F0E">
              <w:rPr>
                <w:rFonts w:cs="Arial"/>
              </w:rPr>
              <w:t>E-UTRA Band 29</w:t>
            </w:r>
          </w:p>
        </w:tc>
        <w:tc>
          <w:tcPr>
            <w:tcW w:w="1657" w:type="dxa"/>
            <w:tcBorders>
              <w:left w:val="single" w:sz="2" w:space="0" w:color="auto"/>
              <w:right w:val="single" w:sz="2" w:space="0" w:color="auto"/>
            </w:tcBorders>
            <w:shd w:val="clear" w:color="auto" w:fill="auto"/>
          </w:tcPr>
          <w:p w14:paraId="0984F1E9" w14:textId="77777777" w:rsidR="00B15E99" w:rsidRPr="00EF2F0E" w:rsidRDefault="00B15E99" w:rsidP="00AB06FD">
            <w:pPr>
              <w:pStyle w:val="TAC"/>
              <w:rPr>
                <w:rFonts w:cs="Arial"/>
              </w:rPr>
            </w:pPr>
            <w:r w:rsidRPr="00EF2F0E">
              <w:rPr>
                <w:rFonts w:cs="Arial"/>
              </w:rPr>
              <w:t>717 – 728 MHz</w:t>
            </w:r>
          </w:p>
        </w:tc>
        <w:tc>
          <w:tcPr>
            <w:tcW w:w="851" w:type="dxa"/>
            <w:tcBorders>
              <w:left w:val="single" w:sz="2" w:space="0" w:color="auto"/>
              <w:right w:val="single" w:sz="2" w:space="0" w:color="auto"/>
            </w:tcBorders>
            <w:shd w:val="clear" w:color="auto" w:fill="auto"/>
          </w:tcPr>
          <w:p w14:paraId="0984F1EA" w14:textId="77777777" w:rsidR="00B15E99" w:rsidRPr="00EF2F0E" w:rsidRDefault="00B15E99" w:rsidP="00AB06FD">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1EB"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EC" w14:textId="77777777" w:rsidR="00B15E99" w:rsidRPr="00EF2F0E" w:rsidRDefault="00B15E99" w:rsidP="00AB06FD">
            <w:pPr>
              <w:pStyle w:val="TAL"/>
              <w:rPr>
                <w:rFonts w:cs="Arial"/>
              </w:rPr>
            </w:pPr>
          </w:p>
        </w:tc>
      </w:tr>
      <w:tr w:rsidR="003401A4" w:rsidRPr="00EF2F0E" w14:paraId="0984F1F3" w14:textId="77777777" w:rsidTr="00AB06FD">
        <w:trPr>
          <w:cantSplit/>
          <w:trHeight w:val="155"/>
          <w:jc w:val="center"/>
        </w:trPr>
        <w:tc>
          <w:tcPr>
            <w:tcW w:w="1346" w:type="dxa"/>
            <w:vMerge w:val="restart"/>
            <w:shd w:val="clear" w:color="auto" w:fill="auto"/>
          </w:tcPr>
          <w:p w14:paraId="0984F1EE" w14:textId="77777777" w:rsidR="00B15E99" w:rsidRPr="00EF2F0E" w:rsidRDefault="00B15E99" w:rsidP="00AB06FD">
            <w:pPr>
              <w:pStyle w:val="TAC"/>
              <w:rPr>
                <w:rFonts w:cs="Arial"/>
              </w:rPr>
            </w:pPr>
            <w:r w:rsidRPr="00EF2F0E">
              <w:rPr>
                <w:rFonts w:cs="Arial"/>
              </w:rPr>
              <w:t>E-UTRA Band 30</w:t>
            </w:r>
          </w:p>
        </w:tc>
        <w:tc>
          <w:tcPr>
            <w:tcW w:w="1657" w:type="dxa"/>
            <w:tcBorders>
              <w:left w:val="single" w:sz="2" w:space="0" w:color="auto"/>
              <w:right w:val="single" w:sz="2" w:space="0" w:color="auto"/>
            </w:tcBorders>
            <w:shd w:val="clear" w:color="auto" w:fill="auto"/>
          </w:tcPr>
          <w:p w14:paraId="0984F1EF" w14:textId="77777777" w:rsidR="00B15E99" w:rsidRPr="00EF2F0E" w:rsidRDefault="00B15E99" w:rsidP="00AB06FD">
            <w:pPr>
              <w:pStyle w:val="TAC"/>
              <w:rPr>
                <w:rFonts w:cs="Arial"/>
              </w:rPr>
            </w:pPr>
            <w:r w:rsidRPr="00EF2F0E">
              <w:rPr>
                <w:rFonts w:cs="Arial"/>
              </w:rPr>
              <w:t>2350 - 2360 MHz</w:t>
            </w:r>
          </w:p>
        </w:tc>
        <w:tc>
          <w:tcPr>
            <w:tcW w:w="851" w:type="dxa"/>
            <w:tcBorders>
              <w:left w:val="single" w:sz="2" w:space="0" w:color="auto"/>
              <w:right w:val="single" w:sz="2" w:space="0" w:color="auto"/>
            </w:tcBorders>
            <w:shd w:val="clear" w:color="auto" w:fill="auto"/>
          </w:tcPr>
          <w:p w14:paraId="0984F1F0" w14:textId="77777777" w:rsidR="00B15E99" w:rsidRPr="00EF2F0E" w:rsidRDefault="00B15E99" w:rsidP="00AB06FD">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1F1"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F2" w14:textId="77777777" w:rsidR="00B15E99" w:rsidRPr="00EF2F0E" w:rsidRDefault="00B15E99" w:rsidP="00AB06FD">
            <w:pPr>
              <w:pStyle w:val="TAL"/>
              <w:rPr>
                <w:rFonts w:cs="Arial"/>
              </w:rPr>
            </w:pPr>
          </w:p>
        </w:tc>
      </w:tr>
      <w:tr w:rsidR="003401A4" w:rsidRPr="00EF2F0E" w14:paraId="0984F1F9" w14:textId="77777777" w:rsidTr="00AB06FD">
        <w:trPr>
          <w:cantSplit/>
          <w:trHeight w:val="155"/>
          <w:jc w:val="center"/>
        </w:trPr>
        <w:tc>
          <w:tcPr>
            <w:tcW w:w="1346" w:type="dxa"/>
            <w:vMerge/>
            <w:shd w:val="clear" w:color="auto" w:fill="auto"/>
          </w:tcPr>
          <w:p w14:paraId="0984F1F4" w14:textId="77777777" w:rsidR="00B15E99" w:rsidRPr="00EF2F0E" w:rsidRDefault="00B15E99" w:rsidP="00AB06FD">
            <w:pPr>
              <w:pStyle w:val="TAC"/>
              <w:rPr>
                <w:rFonts w:cs="Arial"/>
              </w:rPr>
            </w:pPr>
          </w:p>
        </w:tc>
        <w:tc>
          <w:tcPr>
            <w:tcW w:w="1657" w:type="dxa"/>
            <w:tcBorders>
              <w:left w:val="single" w:sz="2" w:space="0" w:color="auto"/>
              <w:right w:val="single" w:sz="2" w:space="0" w:color="auto"/>
            </w:tcBorders>
            <w:shd w:val="clear" w:color="auto" w:fill="auto"/>
          </w:tcPr>
          <w:p w14:paraId="0984F1F5" w14:textId="77777777" w:rsidR="00B15E99" w:rsidRPr="00EF2F0E" w:rsidRDefault="00B15E99" w:rsidP="00AB06FD">
            <w:pPr>
              <w:pStyle w:val="TAC"/>
              <w:rPr>
                <w:rFonts w:cs="Arial"/>
              </w:rPr>
            </w:pPr>
            <w:r w:rsidRPr="00EF2F0E">
              <w:rPr>
                <w:rFonts w:cs="Arial"/>
              </w:rPr>
              <w:t>2305 - 2315 MHz</w:t>
            </w:r>
          </w:p>
        </w:tc>
        <w:tc>
          <w:tcPr>
            <w:tcW w:w="851" w:type="dxa"/>
            <w:tcBorders>
              <w:left w:val="single" w:sz="2" w:space="0" w:color="auto"/>
              <w:right w:val="single" w:sz="2" w:space="0" w:color="auto"/>
            </w:tcBorders>
            <w:shd w:val="clear" w:color="auto" w:fill="auto"/>
          </w:tcPr>
          <w:p w14:paraId="0984F1F6" w14:textId="77777777" w:rsidR="00B15E99" w:rsidRPr="00EF2F0E" w:rsidRDefault="00B15E99" w:rsidP="00AB06FD">
            <w:pPr>
              <w:pStyle w:val="TAC"/>
              <w:rPr>
                <w:rFonts w:cs="Arial"/>
              </w:rPr>
            </w:pPr>
            <w:r w:rsidRPr="00EF2F0E">
              <w:rPr>
                <w:rFonts w:cs="Arial"/>
              </w:rPr>
              <w:t>-43 dBm</w:t>
            </w:r>
          </w:p>
        </w:tc>
        <w:tc>
          <w:tcPr>
            <w:tcW w:w="1417" w:type="dxa"/>
            <w:tcBorders>
              <w:left w:val="single" w:sz="2" w:space="0" w:color="auto"/>
              <w:right w:val="single" w:sz="2" w:space="0" w:color="auto"/>
            </w:tcBorders>
            <w:shd w:val="clear" w:color="auto" w:fill="auto"/>
          </w:tcPr>
          <w:p w14:paraId="0984F1F7"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F8" w14:textId="77777777" w:rsidR="00B15E99" w:rsidRPr="00EF2F0E" w:rsidRDefault="00B15E99" w:rsidP="00AB06FD">
            <w:pPr>
              <w:pStyle w:val="TAL"/>
              <w:rPr>
                <w:rFonts w:cs="Arial"/>
              </w:rPr>
            </w:pPr>
          </w:p>
        </w:tc>
      </w:tr>
      <w:tr w:rsidR="003401A4" w:rsidRPr="00EF2F0E" w14:paraId="0984F1FF" w14:textId="77777777" w:rsidTr="00AB06FD">
        <w:trPr>
          <w:cantSplit/>
          <w:trHeight w:val="155"/>
          <w:jc w:val="center"/>
        </w:trPr>
        <w:tc>
          <w:tcPr>
            <w:tcW w:w="1346" w:type="dxa"/>
            <w:vMerge w:val="restart"/>
            <w:shd w:val="clear" w:color="auto" w:fill="auto"/>
          </w:tcPr>
          <w:p w14:paraId="0984F1FA" w14:textId="77777777" w:rsidR="00B15E99" w:rsidRPr="00EF2F0E" w:rsidRDefault="00B15E99" w:rsidP="00AB06FD">
            <w:pPr>
              <w:pStyle w:val="TAC"/>
              <w:rPr>
                <w:rFonts w:cs="Arial"/>
              </w:rPr>
            </w:pPr>
            <w:r w:rsidRPr="00EF2F0E">
              <w:rPr>
                <w:rFonts w:cs="Arial"/>
              </w:rPr>
              <w:t>E-UTRA Band 31</w:t>
            </w:r>
          </w:p>
        </w:tc>
        <w:tc>
          <w:tcPr>
            <w:tcW w:w="1657" w:type="dxa"/>
            <w:tcBorders>
              <w:left w:val="single" w:sz="2" w:space="0" w:color="auto"/>
              <w:right w:val="single" w:sz="2" w:space="0" w:color="auto"/>
            </w:tcBorders>
            <w:shd w:val="clear" w:color="auto" w:fill="auto"/>
          </w:tcPr>
          <w:p w14:paraId="0984F1FB" w14:textId="77777777" w:rsidR="00B15E99" w:rsidRPr="00EF2F0E" w:rsidRDefault="00B15E99" w:rsidP="00AB06FD">
            <w:pPr>
              <w:pStyle w:val="TAC"/>
              <w:rPr>
                <w:rFonts w:cs="Arial"/>
              </w:rPr>
            </w:pPr>
            <w:r w:rsidRPr="00EF2F0E">
              <w:rPr>
                <w:rFonts w:cs="Arial"/>
              </w:rPr>
              <w:t>462.5 -467.5 MHz</w:t>
            </w:r>
          </w:p>
        </w:tc>
        <w:tc>
          <w:tcPr>
            <w:tcW w:w="851" w:type="dxa"/>
            <w:tcBorders>
              <w:left w:val="single" w:sz="2" w:space="0" w:color="auto"/>
              <w:right w:val="single" w:sz="2" w:space="0" w:color="auto"/>
            </w:tcBorders>
            <w:shd w:val="clear" w:color="auto" w:fill="auto"/>
          </w:tcPr>
          <w:p w14:paraId="0984F1FC" w14:textId="77777777" w:rsidR="00B15E99" w:rsidRPr="00EF2F0E" w:rsidRDefault="00B15E99" w:rsidP="00AB06FD">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1FD"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1FE" w14:textId="77777777" w:rsidR="00B15E99" w:rsidRPr="00EF2F0E" w:rsidRDefault="00B15E99" w:rsidP="00AB06FD">
            <w:pPr>
              <w:pStyle w:val="TAL"/>
              <w:rPr>
                <w:rFonts w:cs="Arial"/>
              </w:rPr>
            </w:pPr>
          </w:p>
        </w:tc>
      </w:tr>
      <w:tr w:rsidR="003401A4" w:rsidRPr="00EF2F0E" w14:paraId="0984F205" w14:textId="77777777" w:rsidTr="00AB06FD">
        <w:trPr>
          <w:cantSplit/>
          <w:trHeight w:val="155"/>
          <w:jc w:val="center"/>
        </w:trPr>
        <w:tc>
          <w:tcPr>
            <w:tcW w:w="1346" w:type="dxa"/>
            <w:vMerge/>
            <w:shd w:val="clear" w:color="auto" w:fill="auto"/>
          </w:tcPr>
          <w:p w14:paraId="0984F200" w14:textId="77777777" w:rsidR="00B15E99" w:rsidRPr="00EF2F0E" w:rsidRDefault="00B15E99" w:rsidP="00AB06FD">
            <w:pPr>
              <w:pStyle w:val="TAC"/>
              <w:rPr>
                <w:rFonts w:cs="Arial"/>
              </w:rPr>
            </w:pPr>
          </w:p>
        </w:tc>
        <w:tc>
          <w:tcPr>
            <w:tcW w:w="1657" w:type="dxa"/>
            <w:tcBorders>
              <w:left w:val="single" w:sz="2" w:space="0" w:color="auto"/>
              <w:right w:val="single" w:sz="2" w:space="0" w:color="auto"/>
            </w:tcBorders>
            <w:shd w:val="clear" w:color="auto" w:fill="auto"/>
          </w:tcPr>
          <w:p w14:paraId="0984F201" w14:textId="77777777" w:rsidR="00B15E99" w:rsidRPr="00EF2F0E" w:rsidRDefault="00B15E99" w:rsidP="00AB06FD">
            <w:pPr>
              <w:pStyle w:val="TAC"/>
              <w:rPr>
                <w:rFonts w:cs="Arial"/>
              </w:rPr>
            </w:pPr>
            <w:r w:rsidRPr="00EF2F0E">
              <w:rPr>
                <w:rFonts w:cs="Arial"/>
              </w:rPr>
              <w:t>452.5 -457.5 MHz</w:t>
            </w:r>
          </w:p>
        </w:tc>
        <w:tc>
          <w:tcPr>
            <w:tcW w:w="851" w:type="dxa"/>
            <w:tcBorders>
              <w:left w:val="single" w:sz="2" w:space="0" w:color="auto"/>
              <w:right w:val="single" w:sz="2" w:space="0" w:color="auto"/>
            </w:tcBorders>
            <w:shd w:val="clear" w:color="auto" w:fill="auto"/>
          </w:tcPr>
          <w:p w14:paraId="0984F202" w14:textId="77777777" w:rsidR="00B15E99" w:rsidRPr="00EF2F0E" w:rsidRDefault="00B15E99" w:rsidP="00AB06FD">
            <w:pPr>
              <w:pStyle w:val="TAC"/>
              <w:rPr>
                <w:rFonts w:cs="Arial"/>
              </w:rPr>
            </w:pPr>
            <w:r w:rsidRPr="00EF2F0E">
              <w:rPr>
                <w:rFonts w:cs="Arial"/>
              </w:rPr>
              <w:t>-43 dBm</w:t>
            </w:r>
          </w:p>
        </w:tc>
        <w:tc>
          <w:tcPr>
            <w:tcW w:w="1417" w:type="dxa"/>
            <w:tcBorders>
              <w:left w:val="single" w:sz="2" w:space="0" w:color="auto"/>
              <w:right w:val="single" w:sz="2" w:space="0" w:color="auto"/>
            </w:tcBorders>
            <w:shd w:val="clear" w:color="auto" w:fill="auto"/>
          </w:tcPr>
          <w:p w14:paraId="0984F203"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04" w14:textId="77777777" w:rsidR="00B15E99" w:rsidRPr="00EF2F0E" w:rsidRDefault="00B15E99" w:rsidP="00AB06FD">
            <w:pPr>
              <w:pStyle w:val="TAL"/>
              <w:rPr>
                <w:rFonts w:cs="Arial"/>
              </w:rPr>
            </w:pPr>
          </w:p>
        </w:tc>
      </w:tr>
      <w:tr w:rsidR="003401A4" w:rsidRPr="00EF2F0E" w14:paraId="0984F20B" w14:textId="77777777" w:rsidTr="00AB06FD">
        <w:trPr>
          <w:cantSplit/>
          <w:trHeight w:val="155"/>
          <w:jc w:val="center"/>
        </w:trPr>
        <w:tc>
          <w:tcPr>
            <w:tcW w:w="1346" w:type="dxa"/>
            <w:shd w:val="clear" w:color="auto" w:fill="auto"/>
          </w:tcPr>
          <w:p w14:paraId="0984F206" w14:textId="77777777" w:rsidR="00B15E99" w:rsidRPr="00EF2F0E" w:rsidRDefault="00B15E99" w:rsidP="00AB06FD">
            <w:pPr>
              <w:pStyle w:val="TAC"/>
              <w:rPr>
                <w:rFonts w:cs="Arial"/>
                <w:lang w:val="sv-FI"/>
              </w:rPr>
            </w:pPr>
            <w:r w:rsidRPr="00EF2F0E">
              <w:rPr>
                <w:rFonts w:cs="Arial"/>
                <w:lang w:val="sv-FI"/>
              </w:rPr>
              <w:t>UTRA FDD Band XXXII or E-UTRA Band 32</w:t>
            </w:r>
          </w:p>
        </w:tc>
        <w:tc>
          <w:tcPr>
            <w:tcW w:w="1657" w:type="dxa"/>
            <w:tcBorders>
              <w:left w:val="single" w:sz="2" w:space="0" w:color="auto"/>
              <w:right w:val="single" w:sz="2" w:space="0" w:color="auto"/>
            </w:tcBorders>
            <w:shd w:val="clear" w:color="auto" w:fill="auto"/>
          </w:tcPr>
          <w:p w14:paraId="0984F207" w14:textId="77777777" w:rsidR="00B15E99" w:rsidRPr="00EF2F0E" w:rsidRDefault="00B15E99" w:rsidP="00AB06FD">
            <w:pPr>
              <w:pStyle w:val="TAC"/>
              <w:rPr>
                <w:rFonts w:cs="Arial"/>
              </w:rPr>
            </w:pPr>
            <w:r w:rsidRPr="00EF2F0E">
              <w:rPr>
                <w:rFonts w:cs="Arial"/>
              </w:rPr>
              <w:t>1452 – 1496 MHz</w:t>
            </w:r>
          </w:p>
        </w:tc>
        <w:tc>
          <w:tcPr>
            <w:tcW w:w="851" w:type="dxa"/>
            <w:tcBorders>
              <w:left w:val="single" w:sz="2" w:space="0" w:color="auto"/>
              <w:right w:val="single" w:sz="2" w:space="0" w:color="auto"/>
            </w:tcBorders>
            <w:shd w:val="clear" w:color="auto" w:fill="auto"/>
          </w:tcPr>
          <w:p w14:paraId="0984F208" w14:textId="77777777" w:rsidR="00B15E99" w:rsidRPr="00EF2F0E" w:rsidRDefault="00B15E99" w:rsidP="00AB06FD">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09"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0A" w14:textId="77777777" w:rsidR="00B15E99" w:rsidRPr="00EF2F0E" w:rsidRDefault="00B15E99" w:rsidP="00AB06FD">
            <w:pPr>
              <w:pStyle w:val="TAL"/>
              <w:rPr>
                <w:rFonts w:cs="Arial"/>
              </w:rPr>
            </w:pPr>
            <w:r w:rsidRPr="00EF2F0E">
              <w:rPr>
                <w:rFonts w:cs="Arial"/>
              </w:rPr>
              <w:t xml:space="preserve">This requirement does not apply to </w:t>
            </w:r>
            <w:r w:rsidRPr="00EF2F0E">
              <w:rPr>
                <w:rFonts w:cs="v5.0.0"/>
              </w:rPr>
              <w:t xml:space="preserve">UTRA </w:t>
            </w:r>
            <w:r w:rsidRPr="00EF2F0E">
              <w:rPr>
                <w:rFonts w:cs="Arial"/>
              </w:rPr>
              <w:t>BS operating in Band XI, XXI, or XXXII</w:t>
            </w:r>
          </w:p>
        </w:tc>
      </w:tr>
      <w:tr w:rsidR="003401A4" w:rsidRPr="00EF2F0E" w14:paraId="0984F211" w14:textId="77777777" w:rsidTr="00AB06FD">
        <w:trPr>
          <w:cantSplit/>
          <w:trHeight w:val="155"/>
          <w:jc w:val="center"/>
        </w:trPr>
        <w:tc>
          <w:tcPr>
            <w:tcW w:w="1346" w:type="dxa"/>
            <w:shd w:val="clear" w:color="auto" w:fill="auto"/>
          </w:tcPr>
          <w:p w14:paraId="0984F20C" w14:textId="77777777" w:rsidR="00B15E99" w:rsidRPr="00EF2F0E" w:rsidRDefault="00B15E99" w:rsidP="00AB06FD">
            <w:pPr>
              <w:pStyle w:val="TAC"/>
              <w:rPr>
                <w:rFonts w:cs="Arial"/>
              </w:rPr>
            </w:pPr>
            <w:r w:rsidRPr="00EF2F0E">
              <w:rPr>
                <w:rFonts w:cs="Arial"/>
              </w:rPr>
              <w:t>UTRA TDD Band a) or E-UTRA Band 33</w:t>
            </w:r>
          </w:p>
        </w:tc>
        <w:tc>
          <w:tcPr>
            <w:tcW w:w="1657" w:type="dxa"/>
            <w:tcBorders>
              <w:left w:val="single" w:sz="2" w:space="0" w:color="auto"/>
              <w:right w:val="single" w:sz="2" w:space="0" w:color="auto"/>
            </w:tcBorders>
            <w:shd w:val="clear" w:color="auto" w:fill="auto"/>
          </w:tcPr>
          <w:p w14:paraId="0984F20D" w14:textId="77777777" w:rsidR="00B15E99" w:rsidRPr="00EF2F0E" w:rsidRDefault="00B15E99" w:rsidP="00AB06FD">
            <w:pPr>
              <w:pStyle w:val="TAC"/>
              <w:rPr>
                <w:rFonts w:cs="Arial"/>
              </w:rPr>
            </w:pPr>
            <w:r w:rsidRPr="00EF2F0E">
              <w:rPr>
                <w:rFonts w:cs="Arial"/>
              </w:rPr>
              <w:t>1900 – 1920 MHz</w:t>
            </w:r>
          </w:p>
        </w:tc>
        <w:tc>
          <w:tcPr>
            <w:tcW w:w="851" w:type="dxa"/>
            <w:tcBorders>
              <w:left w:val="single" w:sz="2" w:space="0" w:color="auto"/>
              <w:right w:val="single" w:sz="2" w:space="0" w:color="auto"/>
            </w:tcBorders>
            <w:shd w:val="clear" w:color="auto" w:fill="auto"/>
          </w:tcPr>
          <w:p w14:paraId="0984F20E" w14:textId="77777777" w:rsidR="00B15E99" w:rsidRPr="00EF2F0E" w:rsidRDefault="00B15E99" w:rsidP="00AB06FD">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0F"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10" w14:textId="77777777" w:rsidR="00B15E99" w:rsidRPr="00EF2F0E" w:rsidRDefault="00B15E99" w:rsidP="00AB06FD">
            <w:pPr>
              <w:pStyle w:val="TAL"/>
              <w:rPr>
                <w:rFonts w:cs="Arial"/>
              </w:rPr>
            </w:pPr>
          </w:p>
        </w:tc>
      </w:tr>
      <w:tr w:rsidR="003401A4" w:rsidRPr="00EF2F0E" w14:paraId="0984F217" w14:textId="77777777" w:rsidTr="00AB06FD">
        <w:trPr>
          <w:cantSplit/>
          <w:trHeight w:val="155"/>
          <w:jc w:val="center"/>
        </w:trPr>
        <w:tc>
          <w:tcPr>
            <w:tcW w:w="1346" w:type="dxa"/>
            <w:shd w:val="clear" w:color="auto" w:fill="auto"/>
          </w:tcPr>
          <w:p w14:paraId="0984F212" w14:textId="77777777" w:rsidR="00B15E99" w:rsidRPr="00EF2F0E" w:rsidRDefault="00B15E99" w:rsidP="00AB06FD">
            <w:pPr>
              <w:pStyle w:val="TAC"/>
              <w:rPr>
                <w:rFonts w:cs="Arial"/>
              </w:rPr>
            </w:pPr>
            <w:r w:rsidRPr="00EF2F0E">
              <w:rPr>
                <w:rFonts w:cs="Arial"/>
              </w:rPr>
              <w:t>UTRA TDD Band a) or E-UTRA Band 34</w:t>
            </w:r>
            <w:r w:rsidR="0077153D" w:rsidRPr="00EF2F0E">
              <w:rPr>
                <w:rFonts w:cs="Arial"/>
              </w:rPr>
              <w:t xml:space="preserve"> or NR band n34</w:t>
            </w:r>
          </w:p>
        </w:tc>
        <w:tc>
          <w:tcPr>
            <w:tcW w:w="1657" w:type="dxa"/>
            <w:tcBorders>
              <w:left w:val="single" w:sz="2" w:space="0" w:color="auto"/>
              <w:right w:val="single" w:sz="2" w:space="0" w:color="auto"/>
            </w:tcBorders>
            <w:shd w:val="clear" w:color="auto" w:fill="auto"/>
          </w:tcPr>
          <w:p w14:paraId="0984F213" w14:textId="77777777" w:rsidR="00B15E99" w:rsidRPr="00EF2F0E" w:rsidRDefault="00B15E99" w:rsidP="00AB06FD">
            <w:pPr>
              <w:pStyle w:val="TAC"/>
              <w:rPr>
                <w:rFonts w:cs="Arial"/>
              </w:rPr>
            </w:pPr>
            <w:r w:rsidRPr="00EF2F0E">
              <w:rPr>
                <w:rFonts w:cs="Arial"/>
              </w:rPr>
              <w:t>2010 – 2025 MHz</w:t>
            </w:r>
          </w:p>
        </w:tc>
        <w:tc>
          <w:tcPr>
            <w:tcW w:w="851" w:type="dxa"/>
            <w:tcBorders>
              <w:left w:val="single" w:sz="2" w:space="0" w:color="auto"/>
              <w:right w:val="single" w:sz="2" w:space="0" w:color="auto"/>
            </w:tcBorders>
            <w:shd w:val="clear" w:color="auto" w:fill="auto"/>
          </w:tcPr>
          <w:p w14:paraId="0984F214" w14:textId="77777777" w:rsidR="00B15E99" w:rsidRPr="00EF2F0E" w:rsidRDefault="00B15E99" w:rsidP="00AB06FD">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15" w14:textId="77777777" w:rsidR="00B15E99" w:rsidRPr="00EF2F0E" w:rsidRDefault="00B15E99" w:rsidP="00AB06FD">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16" w14:textId="77777777" w:rsidR="00B15E99" w:rsidRPr="00EF2F0E" w:rsidRDefault="00B15E99" w:rsidP="00AB06FD">
            <w:pPr>
              <w:pStyle w:val="TAL"/>
              <w:rPr>
                <w:rFonts w:cs="Arial"/>
              </w:rPr>
            </w:pPr>
          </w:p>
        </w:tc>
      </w:tr>
      <w:tr w:rsidR="003401A4" w:rsidRPr="00EF2F0E" w14:paraId="0984F21D" w14:textId="77777777" w:rsidTr="00AB06FD">
        <w:trPr>
          <w:cantSplit/>
          <w:trHeight w:val="155"/>
          <w:jc w:val="center"/>
        </w:trPr>
        <w:tc>
          <w:tcPr>
            <w:tcW w:w="1346" w:type="dxa"/>
            <w:shd w:val="clear" w:color="auto" w:fill="auto"/>
          </w:tcPr>
          <w:p w14:paraId="0984F218" w14:textId="77777777" w:rsidR="001E08D1" w:rsidRPr="00EF2F0E" w:rsidRDefault="001E08D1" w:rsidP="001E08D1">
            <w:pPr>
              <w:pStyle w:val="TAC"/>
              <w:rPr>
                <w:rFonts w:cs="Arial"/>
                <w:lang w:val="sv-FI"/>
              </w:rPr>
            </w:pPr>
            <w:r w:rsidRPr="00EF2F0E">
              <w:rPr>
                <w:rFonts w:cs="Arial"/>
                <w:lang w:val="sv-SE"/>
              </w:rPr>
              <w:t xml:space="preserve">UTRA TDD Band b) or </w:t>
            </w:r>
            <w:r w:rsidRPr="00EF2F0E">
              <w:rPr>
                <w:rFonts w:cs="Osaka"/>
                <w:lang w:val="sv-FI"/>
              </w:rPr>
              <w:t>E-UTRA Band 35</w:t>
            </w:r>
          </w:p>
        </w:tc>
        <w:tc>
          <w:tcPr>
            <w:tcW w:w="1657" w:type="dxa"/>
            <w:tcBorders>
              <w:left w:val="single" w:sz="2" w:space="0" w:color="auto"/>
              <w:right w:val="single" w:sz="2" w:space="0" w:color="auto"/>
            </w:tcBorders>
            <w:shd w:val="clear" w:color="auto" w:fill="auto"/>
          </w:tcPr>
          <w:p w14:paraId="0984F219" w14:textId="77777777" w:rsidR="001E08D1" w:rsidRPr="00EF2F0E" w:rsidRDefault="001E08D1" w:rsidP="001E08D1">
            <w:pPr>
              <w:pStyle w:val="TAC"/>
              <w:rPr>
                <w:rFonts w:cs="Arial"/>
              </w:rPr>
            </w:pPr>
            <w:r w:rsidRPr="00EF2F0E">
              <w:rPr>
                <w:rFonts w:cs="Osaka"/>
              </w:rPr>
              <w:t>1850 – 1910 MHz</w:t>
            </w:r>
          </w:p>
        </w:tc>
        <w:tc>
          <w:tcPr>
            <w:tcW w:w="851" w:type="dxa"/>
            <w:tcBorders>
              <w:left w:val="single" w:sz="2" w:space="0" w:color="auto"/>
              <w:right w:val="single" w:sz="2" w:space="0" w:color="auto"/>
            </w:tcBorders>
            <w:shd w:val="clear" w:color="auto" w:fill="auto"/>
          </w:tcPr>
          <w:p w14:paraId="0984F21A" w14:textId="77777777" w:rsidR="001E08D1" w:rsidRPr="00EF2F0E" w:rsidRDefault="001E08D1" w:rsidP="001E08D1">
            <w:pPr>
              <w:pStyle w:val="TAC"/>
              <w:rPr>
                <w:rFonts w:cs="Arial"/>
              </w:rPr>
            </w:pPr>
            <w:r w:rsidRPr="00EF2F0E">
              <w:rPr>
                <w:rFonts w:cs="Osaka"/>
              </w:rPr>
              <w:t>-46 dBm</w:t>
            </w:r>
          </w:p>
        </w:tc>
        <w:tc>
          <w:tcPr>
            <w:tcW w:w="1417" w:type="dxa"/>
            <w:tcBorders>
              <w:left w:val="single" w:sz="2" w:space="0" w:color="auto"/>
              <w:right w:val="single" w:sz="2" w:space="0" w:color="auto"/>
            </w:tcBorders>
            <w:shd w:val="clear" w:color="auto" w:fill="auto"/>
          </w:tcPr>
          <w:p w14:paraId="0984F21B" w14:textId="77777777" w:rsidR="001E08D1" w:rsidRPr="00EF2F0E" w:rsidRDefault="001E08D1" w:rsidP="001E08D1">
            <w:pPr>
              <w:pStyle w:val="TAC"/>
              <w:rPr>
                <w:rFonts w:cs="Arial"/>
              </w:rPr>
            </w:pPr>
            <w:r w:rsidRPr="00EF2F0E">
              <w:rPr>
                <w:rFonts w:cs="Osaka"/>
              </w:rPr>
              <w:t>1 MHz</w:t>
            </w:r>
          </w:p>
        </w:tc>
        <w:tc>
          <w:tcPr>
            <w:tcW w:w="4422" w:type="dxa"/>
            <w:tcBorders>
              <w:left w:val="single" w:sz="2" w:space="0" w:color="auto"/>
              <w:right w:val="single" w:sz="2" w:space="0" w:color="auto"/>
            </w:tcBorders>
            <w:shd w:val="clear" w:color="auto" w:fill="auto"/>
          </w:tcPr>
          <w:p w14:paraId="0984F21C" w14:textId="77777777" w:rsidR="001E08D1" w:rsidRPr="00EF2F0E" w:rsidRDefault="001E08D1" w:rsidP="001E08D1">
            <w:pPr>
              <w:pStyle w:val="TAL"/>
              <w:rPr>
                <w:rFonts w:cs="Arial"/>
              </w:rPr>
            </w:pPr>
          </w:p>
        </w:tc>
      </w:tr>
      <w:tr w:rsidR="003401A4" w:rsidRPr="00EF2F0E" w14:paraId="0984F223" w14:textId="77777777" w:rsidTr="00AB06FD">
        <w:trPr>
          <w:cantSplit/>
          <w:trHeight w:val="155"/>
          <w:jc w:val="center"/>
        </w:trPr>
        <w:tc>
          <w:tcPr>
            <w:tcW w:w="1346" w:type="dxa"/>
            <w:shd w:val="clear" w:color="auto" w:fill="auto"/>
          </w:tcPr>
          <w:p w14:paraId="0984F21E" w14:textId="77777777" w:rsidR="001E08D1" w:rsidRPr="00EF2F0E" w:rsidRDefault="001E08D1" w:rsidP="001E08D1">
            <w:pPr>
              <w:pStyle w:val="TAC"/>
              <w:rPr>
                <w:rFonts w:cs="Arial"/>
                <w:lang w:val="sv-FI"/>
              </w:rPr>
            </w:pPr>
            <w:r w:rsidRPr="00EF2F0E">
              <w:rPr>
                <w:rFonts w:cs="Arial"/>
                <w:lang w:val="sv-SE"/>
              </w:rPr>
              <w:t xml:space="preserve">UTRA TDD Band b) or </w:t>
            </w:r>
            <w:r w:rsidRPr="00EF2F0E">
              <w:rPr>
                <w:rFonts w:cs="Osaka"/>
                <w:lang w:val="sv-FI"/>
              </w:rPr>
              <w:t>E-UTRA Band 36</w:t>
            </w:r>
          </w:p>
        </w:tc>
        <w:tc>
          <w:tcPr>
            <w:tcW w:w="1657" w:type="dxa"/>
            <w:tcBorders>
              <w:left w:val="single" w:sz="2" w:space="0" w:color="auto"/>
              <w:right w:val="single" w:sz="2" w:space="0" w:color="auto"/>
            </w:tcBorders>
            <w:shd w:val="clear" w:color="auto" w:fill="auto"/>
          </w:tcPr>
          <w:p w14:paraId="0984F21F" w14:textId="77777777" w:rsidR="001E08D1" w:rsidRPr="00EF2F0E" w:rsidRDefault="001E08D1" w:rsidP="001E08D1">
            <w:pPr>
              <w:pStyle w:val="TAC"/>
              <w:rPr>
                <w:rFonts w:cs="Arial"/>
              </w:rPr>
            </w:pPr>
            <w:r w:rsidRPr="00EF2F0E">
              <w:rPr>
                <w:rFonts w:cs="Osaka"/>
              </w:rPr>
              <w:t>1930 – 1990 MHz</w:t>
            </w:r>
          </w:p>
        </w:tc>
        <w:tc>
          <w:tcPr>
            <w:tcW w:w="851" w:type="dxa"/>
            <w:tcBorders>
              <w:left w:val="single" w:sz="2" w:space="0" w:color="auto"/>
              <w:right w:val="single" w:sz="2" w:space="0" w:color="auto"/>
            </w:tcBorders>
            <w:shd w:val="clear" w:color="auto" w:fill="auto"/>
          </w:tcPr>
          <w:p w14:paraId="0984F220" w14:textId="77777777" w:rsidR="001E08D1" w:rsidRPr="00EF2F0E" w:rsidRDefault="001E08D1" w:rsidP="001E08D1">
            <w:pPr>
              <w:pStyle w:val="TAC"/>
              <w:rPr>
                <w:rFonts w:cs="Arial"/>
              </w:rPr>
            </w:pPr>
            <w:r w:rsidRPr="00EF2F0E">
              <w:rPr>
                <w:rFonts w:cs="Osaka"/>
              </w:rPr>
              <w:t>-46 dBm</w:t>
            </w:r>
          </w:p>
        </w:tc>
        <w:tc>
          <w:tcPr>
            <w:tcW w:w="1417" w:type="dxa"/>
            <w:tcBorders>
              <w:left w:val="single" w:sz="2" w:space="0" w:color="auto"/>
              <w:right w:val="single" w:sz="2" w:space="0" w:color="auto"/>
            </w:tcBorders>
            <w:shd w:val="clear" w:color="auto" w:fill="auto"/>
          </w:tcPr>
          <w:p w14:paraId="0984F221" w14:textId="77777777" w:rsidR="001E08D1" w:rsidRPr="00EF2F0E" w:rsidRDefault="001E08D1" w:rsidP="001E08D1">
            <w:pPr>
              <w:pStyle w:val="TAC"/>
              <w:rPr>
                <w:rFonts w:cs="Arial"/>
              </w:rPr>
            </w:pPr>
            <w:r w:rsidRPr="00EF2F0E">
              <w:rPr>
                <w:rFonts w:cs="Osaka"/>
              </w:rPr>
              <w:t>1 MHz</w:t>
            </w:r>
          </w:p>
        </w:tc>
        <w:tc>
          <w:tcPr>
            <w:tcW w:w="4422" w:type="dxa"/>
            <w:tcBorders>
              <w:left w:val="single" w:sz="2" w:space="0" w:color="auto"/>
              <w:right w:val="single" w:sz="2" w:space="0" w:color="auto"/>
            </w:tcBorders>
            <w:shd w:val="clear" w:color="auto" w:fill="auto"/>
          </w:tcPr>
          <w:p w14:paraId="0984F222" w14:textId="77777777" w:rsidR="001E08D1" w:rsidRPr="00EF2F0E" w:rsidRDefault="001E08D1" w:rsidP="001E08D1">
            <w:pPr>
              <w:pStyle w:val="TAL"/>
              <w:rPr>
                <w:rFonts w:cs="Arial"/>
              </w:rPr>
            </w:pPr>
          </w:p>
        </w:tc>
      </w:tr>
      <w:tr w:rsidR="003401A4" w:rsidRPr="00EF2F0E" w14:paraId="0984F229" w14:textId="77777777" w:rsidTr="00AB06FD">
        <w:trPr>
          <w:cantSplit/>
          <w:trHeight w:val="155"/>
          <w:jc w:val="center"/>
        </w:trPr>
        <w:tc>
          <w:tcPr>
            <w:tcW w:w="1346" w:type="dxa"/>
            <w:shd w:val="clear" w:color="auto" w:fill="auto"/>
          </w:tcPr>
          <w:p w14:paraId="0984F224" w14:textId="77777777" w:rsidR="001E08D1" w:rsidRPr="00EF2F0E" w:rsidRDefault="001E08D1" w:rsidP="001E08D1">
            <w:pPr>
              <w:pStyle w:val="TAC"/>
              <w:rPr>
                <w:rFonts w:cs="Arial"/>
                <w:lang w:val="sv-FI"/>
              </w:rPr>
            </w:pPr>
            <w:r w:rsidRPr="00EF2F0E">
              <w:rPr>
                <w:rFonts w:cs="Arial"/>
                <w:lang w:val="sv-SE"/>
              </w:rPr>
              <w:t xml:space="preserve">UTRA TDD Band c) or </w:t>
            </w:r>
            <w:r w:rsidRPr="00EF2F0E">
              <w:rPr>
                <w:rFonts w:cs="Osaka"/>
                <w:lang w:val="sv-FI"/>
              </w:rPr>
              <w:t>E-UTRA Band 37</w:t>
            </w:r>
          </w:p>
        </w:tc>
        <w:tc>
          <w:tcPr>
            <w:tcW w:w="1657" w:type="dxa"/>
            <w:tcBorders>
              <w:left w:val="single" w:sz="2" w:space="0" w:color="auto"/>
              <w:right w:val="single" w:sz="2" w:space="0" w:color="auto"/>
            </w:tcBorders>
            <w:shd w:val="clear" w:color="auto" w:fill="auto"/>
          </w:tcPr>
          <w:p w14:paraId="0984F225" w14:textId="77777777" w:rsidR="001E08D1" w:rsidRPr="00EF2F0E" w:rsidRDefault="001E08D1" w:rsidP="001E08D1">
            <w:pPr>
              <w:pStyle w:val="TAC"/>
              <w:rPr>
                <w:rFonts w:cs="Arial"/>
              </w:rPr>
            </w:pPr>
            <w:r w:rsidRPr="00EF2F0E">
              <w:rPr>
                <w:rFonts w:cs="Osaka"/>
              </w:rPr>
              <w:t>1910 – 1930 MHz</w:t>
            </w:r>
          </w:p>
        </w:tc>
        <w:tc>
          <w:tcPr>
            <w:tcW w:w="851" w:type="dxa"/>
            <w:tcBorders>
              <w:left w:val="single" w:sz="2" w:space="0" w:color="auto"/>
              <w:right w:val="single" w:sz="2" w:space="0" w:color="auto"/>
            </w:tcBorders>
            <w:shd w:val="clear" w:color="auto" w:fill="auto"/>
          </w:tcPr>
          <w:p w14:paraId="0984F226" w14:textId="77777777" w:rsidR="001E08D1" w:rsidRPr="00EF2F0E" w:rsidRDefault="001E08D1" w:rsidP="001E08D1">
            <w:pPr>
              <w:pStyle w:val="TAC"/>
              <w:rPr>
                <w:rFonts w:cs="Arial"/>
              </w:rPr>
            </w:pPr>
            <w:r w:rsidRPr="00EF2F0E">
              <w:rPr>
                <w:rFonts w:cs="Osaka"/>
              </w:rPr>
              <w:t>-46 dBm</w:t>
            </w:r>
          </w:p>
        </w:tc>
        <w:tc>
          <w:tcPr>
            <w:tcW w:w="1417" w:type="dxa"/>
            <w:tcBorders>
              <w:left w:val="single" w:sz="2" w:space="0" w:color="auto"/>
              <w:right w:val="single" w:sz="2" w:space="0" w:color="auto"/>
            </w:tcBorders>
            <w:shd w:val="clear" w:color="auto" w:fill="auto"/>
          </w:tcPr>
          <w:p w14:paraId="0984F227" w14:textId="77777777" w:rsidR="001E08D1" w:rsidRPr="00EF2F0E" w:rsidRDefault="001E08D1" w:rsidP="001E08D1">
            <w:pPr>
              <w:pStyle w:val="TAC"/>
              <w:rPr>
                <w:rFonts w:cs="Arial"/>
              </w:rPr>
            </w:pPr>
            <w:r w:rsidRPr="00EF2F0E">
              <w:rPr>
                <w:rFonts w:cs="Osaka"/>
              </w:rPr>
              <w:t>1 MHz</w:t>
            </w:r>
          </w:p>
        </w:tc>
        <w:tc>
          <w:tcPr>
            <w:tcW w:w="4422" w:type="dxa"/>
            <w:tcBorders>
              <w:left w:val="single" w:sz="2" w:space="0" w:color="auto"/>
              <w:right w:val="single" w:sz="2" w:space="0" w:color="auto"/>
            </w:tcBorders>
            <w:shd w:val="clear" w:color="auto" w:fill="auto"/>
          </w:tcPr>
          <w:p w14:paraId="0984F228" w14:textId="77777777" w:rsidR="001E08D1" w:rsidRPr="00EF2F0E" w:rsidRDefault="001E08D1" w:rsidP="001E08D1">
            <w:pPr>
              <w:pStyle w:val="TAL"/>
              <w:rPr>
                <w:rFonts w:cs="Arial"/>
              </w:rPr>
            </w:pPr>
          </w:p>
        </w:tc>
      </w:tr>
      <w:tr w:rsidR="003401A4" w:rsidRPr="00EF2F0E" w14:paraId="0984F22F" w14:textId="77777777" w:rsidTr="00AB06FD">
        <w:trPr>
          <w:cantSplit/>
          <w:trHeight w:val="155"/>
          <w:jc w:val="center"/>
        </w:trPr>
        <w:tc>
          <w:tcPr>
            <w:tcW w:w="1346" w:type="dxa"/>
            <w:shd w:val="clear" w:color="auto" w:fill="auto"/>
          </w:tcPr>
          <w:p w14:paraId="0984F22A" w14:textId="77777777" w:rsidR="001E08D1" w:rsidRPr="00EF2F0E" w:rsidRDefault="001E08D1" w:rsidP="001E08D1">
            <w:pPr>
              <w:pStyle w:val="TAC"/>
              <w:rPr>
                <w:rFonts w:cs="Arial"/>
              </w:rPr>
            </w:pPr>
            <w:r w:rsidRPr="00EF2F0E">
              <w:rPr>
                <w:rFonts w:cs="Arial"/>
              </w:rPr>
              <w:t>UTRA TDD Band d) or E-UTRA Band 38</w:t>
            </w:r>
            <w:r w:rsidRPr="00EF2F0E">
              <w:rPr>
                <w:rFonts w:cs="Arial"/>
                <w:lang w:val="sv-SE"/>
              </w:rPr>
              <w:t xml:space="preserve"> or NR band n38</w:t>
            </w:r>
          </w:p>
        </w:tc>
        <w:tc>
          <w:tcPr>
            <w:tcW w:w="1657" w:type="dxa"/>
            <w:tcBorders>
              <w:left w:val="single" w:sz="2" w:space="0" w:color="auto"/>
              <w:right w:val="single" w:sz="2" w:space="0" w:color="auto"/>
            </w:tcBorders>
            <w:shd w:val="clear" w:color="auto" w:fill="auto"/>
          </w:tcPr>
          <w:p w14:paraId="0984F22B" w14:textId="77777777" w:rsidR="001E08D1" w:rsidRPr="00EF2F0E" w:rsidRDefault="001E08D1" w:rsidP="001E08D1">
            <w:pPr>
              <w:pStyle w:val="TAC"/>
              <w:rPr>
                <w:rFonts w:cs="Arial"/>
              </w:rPr>
            </w:pPr>
            <w:r w:rsidRPr="00EF2F0E">
              <w:rPr>
                <w:rFonts w:cs="Arial"/>
              </w:rPr>
              <w:t>2570 – 26</w:t>
            </w:r>
            <w:r w:rsidRPr="00EF2F0E">
              <w:rPr>
                <w:rFonts w:cs="Arial"/>
                <w:lang w:eastAsia="zh-CN"/>
              </w:rPr>
              <w:t>2</w:t>
            </w:r>
            <w:r w:rsidRPr="00EF2F0E">
              <w:rPr>
                <w:rFonts w:cs="Arial"/>
              </w:rPr>
              <w:t>0 MHz</w:t>
            </w:r>
          </w:p>
        </w:tc>
        <w:tc>
          <w:tcPr>
            <w:tcW w:w="851" w:type="dxa"/>
            <w:tcBorders>
              <w:left w:val="single" w:sz="2" w:space="0" w:color="auto"/>
              <w:right w:val="single" w:sz="2" w:space="0" w:color="auto"/>
            </w:tcBorders>
            <w:shd w:val="clear" w:color="auto" w:fill="auto"/>
          </w:tcPr>
          <w:p w14:paraId="0984F22C"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2D"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2E" w14:textId="77777777" w:rsidR="001E08D1" w:rsidRPr="00EF2F0E" w:rsidRDefault="001E08D1" w:rsidP="001E08D1">
            <w:pPr>
              <w:pStyle w:val="TAL"/>
              <w:rPr>
                <w:rFonts w:cs="Arial"/>
              </w:rPr>
            </w:pPr>
          </w:p>
        </w:tc>
      </w:tr>
      <w:tr w:rsidR="003401A4" w:rsidRPr="00EF2F0E" w14:paraId="0984F235" w14:textId="77777777" w:rsidTr="00AB06FD">
        <w:trPr>
          <w:cantSplit/>
          <w:trHeight w:val="155"/>
          <w:jc w:val="center"/>
        </w:trPr>
        <w:tc>
          <w:tcPr>
            <w:tcW w:w="1346" w:type="dxa"/>
            <w:shd w:val="clear" w:color="auto" w:fill="auto"/>
          </w:tcPr>
          <w:p w14:paraId="0984F230" w14:textId="77777777" w:rsidR="001E08D1" w:rsidRPr="00EF2F0E" w:rsidRDefault="001E08D1" w:rsidP="001E08D1">
            <w:pPr>
              <w:pStyle w:val="TAC"/>
              <w:rPr>
                <w:rFonts w:cs="Arial"/>
              </w:rPr>
            </w:pPr>
            <w:r w:rsidRPr="00EF2F0E">
              <w:rPr>
                <w:rFonts w:cs="Arial"/>
              </w:rPr>
              <w:t>UTRA TDD Band f) or E-UTRA Band 39</w:t>
            </w:r>
            <w:r w:rsidRPr="00EF2F0E">
              <w:rPr>
                <w:rFonts w:cs="Arial"/>
                <w:lang w:val="sv-SE"/>
              </w:rPr>
              <w:t xml:space="preserve"> or NR band n39</w:t>
            </w:r>
          </w:p>
        </w:tc>
        <w:tc>
          <w:tcPr>
            <w:tcW w:w="1657" w:type="dxa"/>
            <w:tcBorders>
              <w:left w:val="single" w:sz="2" w:space="0" w:color="auto"/>
              <w:right w:val="single" w:sz="2" w:space="0" w:color="auto"/>
            </w:tcBorders>
            <w:shd w:val="clear" w:color="auto" w:fill="auto"/>
          </w:tcPr>
          <w:p w14:paraId="0984F231" w14:textId="77777777" w:rsidR="001E08D1" w:rsidRPr="00EF2F0E" w:rsidRDefault="001E08D1" w:rsidP="001E08D1">
            <w:pPr>
              <w:pStyle w:val="TAC"/>
              <w:rPr>
                <w:rFonts w:cs="Arial"/>
              </w:rPr>
            </w:pPr>
            <w:r w:rsidRPr="00EF2F0E">
              <w:rPr>
                <w:rFonts w:cs="Arial"/>
              </w:rPr>
              <w:t>1880 – 1920 MHz</w:t>
            </w:r>
          </w:p>
        </w:tc>
        <w:tc>
          <w:tcPr>
            <w:tcW w:w="851" w:type="dxa"/>
            <w:tcBorders>
              <w:left w:val="single" w:sz="2" w:space="0" w:color="auto"/>
              <w:right w:val="single" w:sz="2" w:space="0" w:color="auto"/>
            </w:tcBorders>
            <w:shd w:val="clear" w:color="auto" w:fill="auto"/>
          </w:tcPr>
          <w:p w14:paraId="0984F232"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33"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34" w14:textId="77777777" w:rsidR="001E08D1" w:rsidRPr="00EF2F0E" w:rsidRDefault="001E08D1" w:rsidP="001E08D1">
            <w:pPr>
              <w:pStyle w:val="TAL"/>
              <w:rPr>
                <w:rFonts w:cs="Arial"/>
              </w:rPr>
            </w:pPr>
            <w:r w:rsidRPr="00EF2F0E">
              <w:rPr>
                <w:rFonts w:cs="Arial"/>
              </w:rPr>
              <w:t>Applicable in China</w:t>
            </w:r>
          </w:p>
        </w:tc>
      </w:tr>
      <w:tr w:rsidR="003401A4" w:rsidRPr="00EF2F0E" w14:paraId="0984F23B" w14:textId="77777777" w:rsidTr="00AB06FD">
        <w:trPr>
          <w:cantSplit/>
          <w:trHeight w:val="155"/>
          <w:jc w:val="center"/>
        </w:trPr>
        <w:tc>
          <w:tcPr>
            <w:tcW w:w="1346" w:type="dxa"/>
            <w:shd w:val="clear" w:color="auto" w:fill="auto"/>
          </w:tcPr>
          <w:p w14:paraId="0984F236" w14:textId="77777777" w:rsidR="001E08D1" w:rsidRPr="00EF2F0E" w:rsidRDefault="001E08D1" w:rsidP="001E08D1">
            <w:pPr>
              <w:pStyle w:val="TAC"/>
              <w:rPr>
                <w:rFonts w:cs="Arial"/>
              </w:rPr>
            </w:pPr>
            <w:r w:rsidRPr="00EF2F0E">
              <w:rPr>
                <w:rFonts w:cs="Arial"/>
              </w:rPr>
              <w:t>UTRA TDD in Band e) or E-UTRA Band 40</w:t>
            </w:r>
            <w:r w:rsidRPr="00EF2F0E">
              <w:rPr>
                <w:rFonts w:cs="Arial"/>
                <w:lang w:val="sv-SE"/>
              </w:rPr>
              <w:t xml:space="preserve"> or NR band n40</w:t>
            </w:r>
          </w:p>
        </w:tc>
        <w:tc>
          <w:tcPr>
            <w:tcW w:w="1657" w:type="dxa"/>
            <w:tcBorders>
              <w:left w:val="single" w:sz="2" w:space="0" w:color="auto"/>
              <w:right w:val="single" w:sz="2" w:space="0" w:color="auto"/>
            </w:tcBorders>
            <w:shd w:val="clear" w:color="auto" w:fill="auto"/>
          </w:tcPr>
          <w:p w14:paraId="0984F237" w14:textId="77777777" w:rsidR="001E08D1" w:rsidRPr="00EF2F0E" w:rsidRDefault="001E08D1" w:rsidP="001E08D1">
            <w:pPr>
              <w:pStyle w:val="TAC"/>
              <w:rPr>
                <w:rFonts w:cs="Arial"/>
              </w:rPr>
            </w:pPr>
            <w:r w:rsidRPr="00EF2F0E">
              <w:rPr>
                <w:rFonts w:cs="Arial"/>
              </w:rPr>
              <w:t>2300 – 2400 MHz</w:t>
            </w:r>
          </w:p>
        </w:tc>
        <w:tc>
          <w:tcPr>
            <w:tcW w:w="851" w:type="dxa"/>
            <w:tcBorders>
              <w:left w:val="single" w:sz="2" w:space="0" w:color="auto"/>
              <w:right w:val="single" w:sz="2" w:space="0" w:color="auto"/>
            </w:tcBorders>
            <w:shd w:val="clear" w:color="auto" w:fill="auto"/>
          </w:tcPr>
          <w:p w14:paraId="0984F238"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39"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3A" w14:textId="77777777" w:rsidR="001E08D1" w:rsidRPr="00EF2F0E" w:rsidRDefault="001E08D1" w:rsidP="001E08D1">
            <w:pPr>
              <w:pStyle w:val="TAL"/>
              <w:rPr>
                <w:rFonts w:cs="Arial"/>
              </w:rPr>
            </w:pPr>
          </w:p>
        </w:tc>
      </w:tr>
      <w:tr w:rsidR="003401A4" w:rsidRPr="00EF2F0E" w14:paraId="0984F241" w14:textId="77777777" w:rsidTr="00AB06FD">
        <w:trPr>
          <w:cantSplit/>
          <w:trHeight w:val="155"/>
          <w:jc w:val="center"/>
        </w:trPr>
        <w:tc>
          <w:tcPr>
            <w:tcW w:w="1346" w:type="dxa"/>
            <w:shd w:val="clear" w:color="auto" w:fill="auto"/>
          </w:tcPr>
          <w:p w14:paraId="0984F23C" w14:textId="77777777" w:rsidR="001E08D1" w:rsidRPr="00EF2F0E" w:rsidRDefault="001E08D1" w:rsidP="001E08D1">
            <w:pPr>
              <w:pStyle w:val="TAC"/>
              <w:rPr>
                <w:rFonts w:cs="Arial"/>
              </w:rPr>
            </w:pPr>
            <w:r w:rsidRPr="00EF2F0E">
              <w:rPr>
                <w:rFonts w:cs="Arial"/>
              </w:rPr>
              <w:t>E-UTRA Band 41 or NR band n41</w:t>
            </w:r>
          </w:p>
        </w:tc>
        <w:tc>
          <w:tcPr>
            <w:tcW w:w="1657" w:type="dxa"/>
            <w:tcBorders>
              <w:left w:val="single" w:sz="2" w:space="0" w:color="auto"/>
              <w:right w:val="single" w:sz="2" w:space="0" w:color="auto"/>
            </w:tcBorders>
            <w:shd w:val="clear" w:color="auto" w:fill="auto"/>
          </w:tcPr>
          <w:p w14:paraId="0984F23D" w14:textId="77777777" w:rsidR="001E08D1" w:rsidRPr="00EF2F0E" w:rsidRDefault="001E08D1" w:rsidP="001E08D1">
            <w:pPr>
              <w:pStyle w:val="TAC"/>
              <w:rPr>
                <w:rFonts w:cs="Arial"/>
              </w:rPr>
            </w:pPr>
            <w:r w:rsidRPr="00EF2F0E">
              <w:rPr>
                <w:rFonts w:cs="Arial"/>
              </w:rPr>
              <w:t>2496 - 2690 MHz</w:t>
            </w:r>
          </w:p>
        </w:tc>
        <w:tc>
          <w:tcPr>
            <w:tcW w:w="851" w:type="dxa"/>
            <w:tcBorders>
              <w:left w:val="single" w:sz="2" w:space="0" w:color="auto"/>
              <w:right w:val="single" w:sz="2" w:space="0" w:color="auto"/>
            </w:tcBorders>
            <w:shd w:val="clear" w:color="auto" w:fill="auto"/>
          </w:tcPr>
          <w:p w14:paraId="0984F23E"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3F"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40" w14:textId="77777777" w:rsidR="001E08D1" w:rsidRPr="00EF2F0E" w:rsidRDefault="001E08D1" w:rsidP="001E08D1">
            <w:pPr>
              <w:pStyle w:val="TAL"/>
              <w:rPr>
                <w:rFonts w:cs="Arial"/>
              </w:rPr>
            </w:pPr>
          </w:p>
        </w:tc>
      </w:tr>
      <w:tr w:rsidR="003401A4" w:rsidRPr="00EF2F0E" w14:paraId="0984F247" w14:textId="77777777" w:rsidTr="00AB06FD">
        <w:trPr>
          <w:cantSplit/>
          <w:trHeight w:val="155"/>
          <w:jc w:val="center"/>
        </w:trPr>
        <w:tc>
          <w:tcPr>
            <w:tcW w:w="1346" w:type="dxa"/>
            <w:shd w:val="clear" w:color="auto" w:fill="auto"/>
          </w:tcPr>
          <w:p w14:paraId="0984F242" w14:textId="77777777" w:rsidR="001E08D1" w:rsidRPr="00EF2F0E" w:rsidRDefault="001E08D1" w:rsidP="001E08D1">
            <w:pPr>
              <w:pStyle w:val="TAC"/>
              <w:rPr>
                <w:rFonts w:cs="Arial"/>
              </w:rPr>
            </w:pPr>
            <w:r w:rsidRPr="00EF2F0E">
              <w:rPr>
                <w:rFonts w:cs="Arial"/>
              </w:rPr>
              <w:t xml:space="preserve">E-UTRA Band </w:t>
            </w:r>
            <w:r w:rsidRPr="00EF2F0E">
              <w:rPr>
                <w:rFonts w:cs="Arial"/>
                <w:lang w:eastAsia="zh-CN"/>
              </w:rPr>
              <w:t>42</w:t>
            </w:r>
          </w:p>
        </w:tc>
        <w:tc>
          <w:tcPr>
            <w:tcW w:w="1657" w:type="dxa"/>
            <w:tcBorders>
              <w:left w:val="single" w:sz="2" w:space="0" w:color="auto"/>
              <w:right w:val="single" w:sz="2" w:space="0" w:color="auto"/>
            </w:tcBorders>
            <w:shd w:val="clear" w:color="auto" w:fill="auto"/>
          </w:tcPr>
          <w:p w14:paraId="0984F243" w14:textId="77777777" w:rsidR="001E08D1" w:rsidRPr="00EF2F0E" w:rsidRDefault="001E08D1" w:rsidP="001E08D1">
            <w:pPr>
              <w:pStyle w:val="TAC"/>
              <w:rPr>
                <w:rFonts w:cs="Arial"/>
              </w:rPr>
            </w:pPr>
            <w:r w:rsidRPr="00EF2F0E">
              <w:rPr>
                <w:rFonts w:cs="Arial"/>
              </w:rPr>
              <w:t>3400 – 3600 MHz</w:t>
            </w:r>
          </w:p>
        </w:tc>
        <w:tc>
          <w:tcPr>
            <w:tcW w:w="851" w:type="dxa"/>
            <w:tcBorders>
              <w:left w:val="single" w:sz="2" w:space="0" w:color="auto"/>
              <w:right w:val="single" w:sz="2" w:space="0" w:color="auto"/>
            </w:tcBorders>
            <w:shd w:val="clear" w:color="auto" w:fill="auto"/>
          </w:tcPr>
          <w:p w14:paraId="0984F244"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45"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46" w14:textId="77777777" w:rsidR="001E08D1" w:rsidRPr="00EF2F0E" w:rsidRDefault="001E08D1" w:rsidP="001E08D1">
            <w:pPr>
              <w:pStyle w:val="TAL"/>
              <w:rPr>
                <w:rFonts w:cs="Arial"/>
              </w:rPr>
            </w:pPr>
          </w:p>
        </w:tc>
      </w:tr>
      <w:tr w:rsidR="003401A4" w:rsidRPr="00EF2F0E" w14:paraId="0984F24D" w14:textId="77777777" w:rsidTr="00AB06FD">
        <w:trPr>
          <w:cantSplit/>
          <w:trHeight w:val="155"/>
          <w:jc w:val="center"/>
        </w:trPr>
        <w:tc>
          <w:tcPr>
            <w:tcW w:w="1346" w:type="dxa"/>
            <w:shd w:val="clear" w:color="auto" w:fill="auto"/>
          </w:tcPr>
          <w:p w14:paraId="0984F248" w14:textId="77777777" w:rsidR="001E08D1" w:rsidRPr="00EF2F0E" w:rsidRDefault="001E08D1" w:rsidP="001E08D1">
            <w:pPr>
              <w:pStyle w:val="TAC"/>
              <w:rPr>
                <w:rFonts w:cs="Arial"/>
              </w:rPr>
            </w:pPr>
            <w:r w:rsidRPr="00EF2F0E">
              <w:rPr>
                <w:rFonts w:cs="Arial"/>
              </w:rPr>
              <w:t xml:space="preserve">E-UTRA Band </w:t>
            </w:r>
            <w:r w:rsidRPr="00EF2F0E">
              <w:rPr>
                <w:rFonts w:cs="Arial"/>
                <w:lang w:eastAsia="zh-CN"/>
              </w:rPr>
              <w:t>43</w:t>
            </w:r>
          </w:p>
        </w:tc>
        <w:tc>
          <w:tcPr>
            <w:tcW w:w="1657" w:type="dxa"/>
            <w:tcBorders>
              <w:left w:val="single" w:sz="2" w:space="0" w:color="auto"/>
              <w:right w:val="single" w:sz="2" w:space="0" w:color="auto"/>
            </w:tcBorders>
            <w:shd w:val="clear" w:color="auto" w:fill="auto"/>
          </w:tcPr>
          <w:p w14:paraId="0984F249" w14:textId="77777777" w:rsidR="001E08D1" w:rsidRPr="00EF2F0E" w:rsidRDefault="001E08D1" w:rsidP="001E08D1">
            <w:pPr>
              <w:pStyle w:val="TAC"/>
              <w:rPr>
                <w:rFonts w:cs="Arial"/>
              </w:rPr>
            </w:pPr>
            <w:r w:rsidRPr="00EF2F0E">
              <w:rPr>
                <w:rFonts w:cs="Arial"/>
              </w:rPr>
              <w:t>3600 – 3800 MHz</w:t>
            </w:r>
          </w:p>
        </w:tc>
        <w:tc>
          <w:tcPr>
            <w:tcW w:w="851" w:type="dxa"/>
            <w:tcBorders>
              <w:left w:val="single" w:sz="2" w:space="0" w:color="auto"/>
              <w:right w:val="single" w:sz="2" w:space="0" w:color="auto"/>
            </w:tcBorders>
            <w:shd w:val="clear" w:color="auto" w:fill="auto"/>
          </w:tcPr>
          <w:p w14:paraId="0984F24A"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4B"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4C" w14:textId="77777777" w:rsidR="001E08D1" w:rsidRPr="00EF2F0E" w:rsidRDefault="001E08D1" w:rsidP="001E08D1">
            <w:pPr>
              <w:pStyle w:val="TAL"/>
              <w:rPr>
                <w:rFonts w:cs="Arial"/>
              </w:rPr>
            </w:pPr>
          </w:p>
        </w:tc>
      </w:tr>
      <w:tr w:rsidR="003401A4" w:rsidRPr="00EF2F0E" w14:paraId="0984F253" w14:textId="77777777" w:rsidTr="00AB06FD">
        <w:trPr>
          <w:cantSplit/>
          <w:trHeight w:val="155"/>
          <w:jc w:val="center"/>
        </w:trPr>
        <w:tc>
          <w:tcPr>
            <w:tcW w:w="1346" w:type="dxa"/>
            <w:shd w:val="clear" w:color="auto" w:fill="auto"/>
          </w:tcPr>
          <w:p w14:paraId="0984F24E" w14:textId="77777777" w:rsidR="001E08D1" w:rsidRPr="00EF2F0E" w:rsidRDefault="001E08D1" w:rsidP="001E08D1">
            <w:pPr>
              <w:pStyle w:val="TAC"/>
              <w:rPr>
                <w:rFonts w:cs="Arial"/>
              </w:rPr>
            </w:pPr>
            <w:r w:rsidRPr="00EF2F0E">
              <w:rPr>
                <w:rFonts w:cs="Arial"/>
              </w:rPr>
              <w:t xml:space="preserve">E-UTRA Band </w:t>
            </w:r>
            <w:r w:rsidRPr="00EF2F0E">
              <w:rPr>
                <w:rFonts w:cs="Arial"/>
                <w:lang w:eastAsia="zh-CN"/>
              </w:rPr>
              <w:t>44</w:t>
            </w:r>
          </w:p>
        </w:tc>
        <w:tc>
          <w:tcPr>
            <w:tcW w:w="1657" w:type="dxa"/>
            <w:tcBorders>
              <w:left w:val="single" w:sz="2" w:space="0" w:color="auto"/>
              <w:right w:val="single" w:sz="2" w:space="0" w:color="auto"/>
            </w:tcBorders>
            <w:shd w:val="clear" w:color="auto" w:fill="auto"/>
          </w:tcPr>
          <w:p w14:paraId="0984F24F" w14:textId="77777777" w:rsidR="001E08D1" w:rsidRPr="00EF2F0E" w:rsidRDefault="001E08D1" w:rsidP="001E08D1">
            <w:pPr>
              <w:pStyle w:val="TAC"/>
              <w:rPr>
                <w:rFonts w:cs="Arial"/>
              </w:rPr>
            </w:pPr>
            <w:r w:rsidRPr="00EF2F0E">
              <w:rPr>
                <w:rFonts w:cs="Arial"/>
                <w:lang w:eastAsia="zh-CN"/>
              </w:rPr>
              <w:t>703</w:t>
            </w:r>
            <w:r w:rsidRPr="00EF2F0E">
              <w:rPr>
                <w:rFonts w:cs="Arial"/>
              </w:rPr>
              <w:t xml:space="preserve"> - 80</w:t>
            </w:r>
            <w:r w:rsidRPr="00EF2F0E">
              <w:rPr>
                <w:rFonts w:cs="Arial"/>
                <w:lang w:eastAsia="zh-CN"/>
              </w:rPr>
              <w:t>3 MHz</w:t>
            </w:r>
          </w:p>
        </w:tc>
        <w:tc>
          <w:tcPr>
            <w:tcW w:w="851" w:type="dxa"/>
            <w:tcBorders>
              <w:left w:val="single" w:sz="2" w:space="0" w:color="auto"/>
              <w:right w:val="single" w:sz="2" w:space="0" w:color="auto"/>
            </w:tcBorders>
            <w:shd w:val="clear" w:color="auto" w:fill="auto"/>
          </w:tcPr>
          <w:p w14:paraId="0984F250"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51"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52" w14:textId="77777777" w:rsidR="001E08D1" w:rsidRPr="00EF2F0E" w:rsidRDefault="001E08D1" w:rsidP="001E08D1">
            <w:pPr>
              <w:pStyle w:val="TAL"/>
              <w:rPr>
                <w:rFonts w:cs="Arial"/>
              </w:rPr>
            </w:pPr>
          </w:p>
        </w:tc>
      </w:tr>
      <w:tr w:rsidR="003401A4" w:rsidRPr="00EF2F0E" w14:paraId="0984F259" w14:textId="77777777" w:rsidTr="00AB06FD">
        <w:trPr>
          <w:cantSplit/>
          <w:trHeight w:val="155"/>
          <w:jc w:val="center"/>
        </w:trPr>
        <w:tc>
          <w:tcPr>
            <w:tcW w:w="1346" w:type="dxa"/>
            <w:shd w:val="clear" w:color="auto" w:fill="auto"/>
          </w:tcPr>
          <w:p w14:paraId="0984F254" w14:textId="77777777" w:rsidR="001E08D1" w:rsidRPr="00EF2F0E" w:rsidRDefault="001E08D1" w:rsidP="001E08D1">
            <w:pPr>
              <w:keepNext/>
              <w:keepLines/>
              <w:spacing w:after="0"/>
              <w:jc w:val="center"/>
              <w:rPr>
                <w:rFonts w:ascii="Arial" w:hAnsi="Arial" w:cs="Arial"/>
                <w:sz w:val="18"/>
                <w:szCs w:val="18"/>
              </w:rPr>
            </w:pPr>
            <w:r w:rsidRPr="00EF2F0E">
              <w:rPr>
                <w:rFonts w:ascii="Arial" w:hAnsi="Arial" w:cs="Arial"/>
                <w:sz w:val="18"/>
                <w:szCs w:val="18"/>
              </w:rPr>
              <w:t xml:space="preserve">E-UTRA Band </w:t>
            </w:r>
            <w:r w:rsidRPr="00EF2F0E">
              <w:rPr>
                <w:rFonts w:ascii="Arial" w:hAnsi="Arial" w:cs="Arial"/>
                <w:sz w:val="18"/>
                <w:szCs w:val="18"/>
                <w:lang w:eastAsia="zh-CN"/>
              </w:rPr>
              <w:t>45</w:t>
            </w:r>
          </w:p>
        </w:tc>
        <w:tc>
          <w:tcPr>
            <w:tcW w:w="1657" w:type="dxa"/>
            <w:tcBorders>
              <w:left w:val="single" w:sz="2" w:space="0" w:color="auto"/>
              <w:right w:val="single" w:sz="2" w:space="0" w:color="auto"/>
            </w:tcBorders>
            <w:shd w:val="clear" w:color="auto" w:fill="auto"/>
          </w:tcPr>
          <w:p w14:paraId="0984F255" w14:textId="77777777" w:rsidR="001E08D1" w:rsidRPr="00EF2F0E" w:rsidRDefault="001E08D1" w:rsidP="001E08D1">
            <w:pPr>
              <w:keepNext/>
              <w:keepLines/>
              <w:spacing w:after="0"/>
              <w:jc w:val="center"/>
              <w:rPr>
                <w:rFonts w:ascii="Arial" w:hAnsi="Arial" w:cs="Arial"/>
                <w:sz w:val="18"/>
                <w:szCs w:val="18"/>
                <w:lang w:eastAsia="zh-CN"/>
              </w:rPr>
            </w:pPr>
            <w:r w:rsidRPr="00EF2F0E">
              <w:rPr>
                <w:rFonts w:ascii="Arial" w:hAnsi="Arial" w:cs="Arial"/>
                <w:sz w:val="18"/>
                <w:szCs w:val="18"/>
                <w:lang w:eastAsia="zh-CN"/>
              </w:rPr>
              <w:t>1447</w:t>
            </w:r>
            <w:r w:rsidRPr="00EF2F0E">
              <w:rPr>
                <w:rFonts w:ascii="Arial" w:hAnsi="Arial" w:cs="Arial"/>
                <w:sz w:val="18"/>
                <w:szCs w:val="18"/>
              </w:rPr>
              <w:t xml:space="preserve"> - </w:t>
            </w:r>
            <w:r w:rsidRPr="00EF2F0E">
              <w:rPr>
                <w:rFonts w:ascii="Arial" w:hAnsi="Arial" w:cs="Arial"/>
                <w:sz w:val="18"/>
                <w:szCs w:val="18"/>
                <w:lang w:eastAsia="zh-CN"/>
              </w:rPr>
              <w:t>1467 MHz</w:t>
            </w:r>
          </w:p>
        </w:tc>
        <w:tc>
          <w:tcPr>
            <w:tcW w:w="851" w:type="dxa"/>
            <w:tcBorders>
              <w:left w:val="single" w:sz="2" w:space="0" w:color="auto"/>
              <w:right w:val="single" w:sz="2" w:space="0" w:color="auto"/>
            </w:tcBorders>
            <w:shd w:val="clear" w:color="auto" w:fill="auto"/>
          </w:tcPr>
          <w:p w14:paraId="0984F256" w14:textId="77777777" w:rsidR="001E08D1" w:rsidRPr="00EF2F0E" w:rsidRDefault="001E08D1" w:rsidP="001E08D1">
            <w:pPr>
              <w:keepNext/>
              <w:keepLines/>
              <w:spacing w:after="0"/>
              <w:jc w:val="center"/>
              <w:rPr>
                <w:rFonts w:ascii="Arial" w:hAnsi="Arial" w:cs="Arial"/>
                <w:sz w:val="18"/>
                <w:szCs w:val="18"/>
              </w:rPr>
            </w:pPr>
            <w:r w:rsidRPr="00EF2F0E">
              <w:rPr>
                <w:rFonts w:ascii="Arial" w:hAnsi="Arial" w:cs="Arial"/>
                <w:sz w:val="18"/>
                <w:szCs w:val="18"/>
              </w:rPr>
              <w:t>-46 dBm</w:t>
            </w:r>
          </w:p>
        </w:tc>
        <w:tc>
          <w:tcPr>
            <w:tcW w:w="1417" w:type="dxa"/>
            <w:tcBorders>
              <w:left w:val="single" w:sz="2" w:space="0" w:color="auto"/>
              <w:right w:val="single" w:sz="2" w:space="0" w:color="auto"/>
            </w:tcBorders>
            <w:shd w:val="clear" w:color="auto" w:fill="auto"/>
          </w:tcPr>
          <w:p w14:paraId="0984F257" w14:textId="77777777" w:rsidR="001E08D1" w:rsidRPr="00EF2F0E" w:rsidRDefault="001E08D1" w:rsidP="001E08D1">
            <w:pPr>
              <w:keepNext/>
              <w:keepLines/>
              <w:spacing w:after="0"/>
              <w:jc w:val="center"/>
              <w:rPr>
                <w:rFonts w:ascii="Arial" w:hAnsi="Arial" w:cs="Arial"/>
                <w:sz w:val="18"/>
                <w:szCs w:val="18"/>
              </w:rPr>
            </w:pPr>
            <w:r w:rsidRPr="00EF2F0E">
              <w:rPr>
                <w:rFonts w:ascii="Arial" w:hAnsi="Arial" w:cs="Arial"/>
                <w:sz w:val="18"/>
                <w:szCs w:val="18"/>
              </w:rPr>
              <w:t>1 MHz</w:t>
            </w:r>
          </w:p>
        </w:tc>
        <w:tc>
          <w:tcPr>
            <w:tcW w:w="4422" w:type="dxa"/>
            <w:tcBorders>
              <w:left w:val="single" w:sz="2" w:space="0" w:color="auto"/>
              <w:right w:val="single" w:sz="2" w:space="0" w:color="auto"/>
            </w:tcBorders>
            <w:shd w:val="clear" w:color="auto" w:fill="auto"/>
          </w:tcPr>
          <w:p w14:paraId="0984F258" w14:textId="77777777" w:rsidR="001E08D1" w:rsidRPr="00EF2F0E" w:rsidRDefault="001E08D1" w:rsidP="001E08D1">
            <w:pPr>
              <w:keepNext/>
              <w:keepLines/>
              <w:spacing w:after="0"/>
              <w:rPr>
                <w:rFonts w:ascii="Arial" w:hAnsi="Arial" w:cs="Arial"/>
                <w:sz w:val="18"/>
                <w:szCs w:val="18"/>
              </w:rPr>
            </w:pPr>
          </w:p>
        </w:tc>
      </w:tr>
      <w:tr w:rsidR="003401A4" w:rsidRPr="00EF2F0E" w14:paraId="0984F25F" w14:textId="77777777" w:rsidTr="00AB06FD">
        <w:trPr>
          <w:cantSplit/>
          <w:trHeight w:val="155"/>
          <w:jc w:val="center"/>
        </w:trPr>
        <w:tc>
          <w:tcPr>
            <w:tcW w:w="1346" w:type="dxa"/>
            <w:shd w:val="clear" w:color="auto" w:fill="auto"/>
          </w:tcPr>
          <w:p w14:paraId="0984F25A" w14:textId="77777777" w:rsidR="001E08D1" w:rsidRPr="00EF2F0E" w:rsidRDefault="001E08D1" w:rsidP="001E08D1">
            <w:pPr>
              <w:pStyle w:val="TAC"/>
              <w:rPr>
                <w:rFonts w:cs="Arial"/>
              </w:rPr>
            </w:pPr>
            <w:r w:rsidRPr="00EF2F0E">
              <w:rPr>
                <w:rFonts w:cs="Arial"/>
              </w:rPr>
              <w:t xml:space="preserve">E-UTRA Band </w:t>
            </w:r>
            <w:r w:rsidRPr="00EF2F0E">
              <w:rPr>
                <w:rFonts w:cs="Arial"/>
                <w:lang w:eastAsia="zh-CN"/>
              </w:rPr>
              <w:t>46</w:t>
            </w:r>
          </w:p>
        </w:tc>
        <w:tc>
          <w:tcPr>
            <w:tcW w:w="1657" w:type="dxa"/>
            <w:tcBorders>
              <w:left w:val="single" w:sz="2" w:space="0" w:color="auto"/>
              <w:right w:val="single" w:sz="2" w:space="0" w:color="auto"/>
            </w:tcBorders>
            <w:shd w:val="clear" w:color="auto" w:fill="auto"/>
          </w:tcPr>
          <w:p w14:paraId="0984F25B" w14:textId="77777777" w:rsidR="001E08D1" w:rsidRPr="00EF2F0E" w:rsidRDefault="001E08D1" w:rsidP="001E08D1">
            <w:pPr>
              <w:pStyle w:val="TAC"/>
              <w:rPr>
                <w:rFonts w:cs="Arial"/>
                <w:lang w:eastAsia="zh-CN"/>
              </w:rPr>
            </w:pPr>
            <w:r w:rsidRPr="00EF2F0E">
              <w:rPr>
                <w:rFonts w:cs="Arial"/>
                <w:lang w:eastAsia="zh-CN"/>
              </w:rPr>
              <w:t>5150</w:t>
            </w:r>
            <w:r w:rsidRPr="00EF2F0E">
              <w:rPr>
                <w:rFonts w:cs="Arial"/>
              </w:rPr>
              <w:t xml:space="preserve"> - </w:t>
            </w:r>
            <w:r w:rsidRPr="00EF2F0E">
              <w:rPr>
                <w:rFonts w:cs="Arial"/>
                <w:lang w:eastAsia="zh-CN"/>
              </w:rPr>
              <w:t>5925 MHz</w:t>
            </w:r>
          </w:p>
        </w:tc>
        <w:tc>
          <w:tcPr>
            <w:tcW w:w="851" w:type="dxa"/>
            <w:tcBorders>
              <w:left w:val="single" w:sz="2" w:space="0" w:color="auto"/>
              <w:right w:val="single" w:sz="2" w:space="0" w:color="auto"/>
            </w:tcBorders>
            <w:shd w:val="clear" w:color="auto" w:fill="auto"/>
          </w:tcPr>
          <w:p w14:paraId="0984F25C"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5D"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5E" w14:textId="77777777" w:rsidR="001E08D1" w:rsidRPr="00EF2F0E" w:rsidRDefault="001E08D1" w:rsidP="001E08D1">
            <w:pPr>
              <w:pStyle w:val="TAC"/>
              <w:rPr>
                <w:rFonts w:cs="Arial"/>
              </w:rPr>
            </w:pPr>
          </w:p>
        </w:tc>
      </w:tr>
      <w:tr w:rsidR="003401A4" w:rsidRPr="00EF2F0E" w14:paraId="0984F265" w14:textId="77777777" w:rsidTr="00AB06FD">
        <w:trPr>
          <w:cantSplit/>
          <w:trHeight w:val="155"/>
          <w:jc w:val="center"/>
        </w:trPr>
        <w:tc>
          <w:tcPr>
            <w:tcW w:w="1346" w:type="dxa"/>
            <w:shd w:val="clear" w:color="auto" w:fill="auto"/>
          </w:tcPr>
          <w:p w14:paraId="0984F260" w14:textId="77777777" w:rsidR="001E08D1" w:rsidRPr="00EF2F0E" w:rsidRDefault="001E08D1" w:rsidP="001E08D1">
            <w:pPr>
              <w:pStyle w:val="TAC"/>
              <w:rPr>
                <w:rFonts w:cs="Arial"/>
                <w:lang w:eastAsia="ko-KR"/>
              </w:rPr>
            </w:pPr>
            <w:r w:rsidRPr="00EF2F0E">
              <w:rPr>
                <w:rFonts w:cs="Arial"/>
                <w:lang w:eastAsia="ko-KR"/>
              </w:rPr>
              <w:t xml:space="preserve">E-UTRA Band </w:t>
            </w:r>
            <w:r w:rsidRPr="00EF2F0E">
              <w:rPr>
                <w:rFonts w:cs="Arial"/>
                <w:lang w:eastAsia="zh-CN"/>
              </w:rPr>
              <w:t>47</w:t>
            </w:r>
          </w:p>
        </w:tc>
        <w:tc>
          <w:tcPr>
            <w:tcW w:w="1657" w:type="dxa"/>
            <w:tcBorders>
              <w:left w:val="single" w:sz="2" w:space="0" w:color="auto"/>
              <w:right w:val="single" w:sz="2" w:space="0" w:color="auto"/>
            </w:tcBorders>
            <w:shd w:val="clear" w:color="auto" w:fill="auto"/>
          </w:tcPr>
          <w:p w14:paraId="0984F261" w14:textId="77777777" w:rsidR="001E08D1" w:rsidRPr="00EF2F0E" w:rsidRDefault="001E08D1" w:rsidP="001E08D1">
            <w:pPr>
              <w:pStyle w:val="TAC"/>
              <w:rPr>
                <w:rFonts w:cs="Arial"/>
                <w:lang w:eastAsia="zh-CN"/>
              </w:rPr>
            </w:pPr>
            <w:r w:rsidRPr="00EF2F0E">
              <w:rPr>
                <w:rFonts w:cs="Arial"/>
                <w:lang w:eastAsia="zh-CN"/>
              </w:rPr>
              <w:t>5855</w:t>
            </w:r>
            <w:r w:rsidRPr="00EF2F0E">
              <w:rPr>
                <w:rFonts w:cs="Arial"/>
                <w:lang w:eastAsia="ko-KR"/>
              </w:rPr>
              <w:t xml:space="preserve"> - </w:t>
            </w:r>
            <w:r w:rsidRPr="00EF2F0E">
              <w:rPr>
                <w:rFonts w:cs="Arial"/>
                <w:lang w:eastAsia="zh-CN"/>
              </w:rPr>
              <w:t>5925 MHz</w:t>
            </w:r>
          </w:p>
        </w:tc>
        <w:tc>
          <w:tcPr>
            <w:tcW w:w="851" w:type="dxa"/>
            <w:tcBorders>
              <w:left w:val="single" w:sz="2" w:space="0" w:color="auto"/>
              <w:right w:val="single" w:sz="2" w:space="0" w:color="auto"/>
            </w:tcBorders>
            <w:shd w:val="clear" w:color="auto" w:fill="auto"/>
          </w:tcPr>
          <w:p w14:paraId="0984F262" w14:textId="77777777" w:rsidR="001E08D1" w:rsidRPr="00EF2F0E" w:rsidRDefault="001E08D1" w:rsidP="001E08D1">
            <w:pPr>
              <w:pStyle w:val="TAC"/>
              <w:rPr>
                <w:rFonts w:cs="Arial"/>
                <w:lang w:eastAsia="ko-KR"/>
              </w:rPr>
            </w:pPr>
            <w:r w:rsidRPr="00EF2F0E">
              <w:rPr>
                <w:rFonts w:cs="Arial"/>
                <w:lang w:eastAsia="ko-KR"/>
              </w:rPr>
              <w:t>-46 dBm</w:t>
            </w:r>
          </w:p>
        </w:tc>
        <w:tc>
          <w:tcPr>
            <w:tcW w:w="1417" w:type="dxa"/>
            <w:tcBorders>
              <w:left w:val="single" w:sz="2" w:space="0" w:color="auto"/>
              <w:right w:val="single" w:sz="2" w:space="0" w:color="auto"/>
            </w:tcBorders>
            <w:shd w:val="clear" w:color="auto" w:fill="auto"/>
          </w:tcPr>
          <w:p w14:paraId="0984F263" w14:textId="77777777" w:rsidR="001E08D1" w:rsidRPr="00EF2F0E" w:rsidRDefault="001E08D1" w:rsidP="001E08D1">
            <w:pPr>
              <w:pStyle w:val="TAC"/>
              <w:rPr>
                <w:rFonts w:cs="Arial"/>
                <w:lang w:eastAsia="ko-KR"/>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264" w14:textId="77777777" w:rsidR="001E08D1" w:rsidRPr="00EF2F0E" w:rsidRDefault="001E08D1" w:rsidP="001E08D1">
            <w:pPr>
              <w:pStyle w:val="TAC"/>
              <w:rPr>
                <w:rFonts w:cs="Arial"/>
                <w:lang w:eastAsia="ko-KR"/>
              </w:rPr>
            </w:pPr>
          </w:p>
        </w:tc>
      </w:tr>
      <w:tr w:rsidR="003401A4" w:rsidRPr="00EF2F0E" w14:paraId="0984F26B" w14:textId="77777777" w:rsidTr="00AB06FD">
        <w:trPr>
          <w:cantSplit/>
          <w:trHeight w:val="155"/>
          <w:jc w:val="center"/>
        </w:trPr>
        <w:tc>
          <w:tcPr>
            <w:tcW w:w="1346" w:type="dxa"/>
            <w:shd w:val="clear" w:color="auto" w:fill="auto"/>
          </w:tcPr>
          <w:p w14:paraId="0984F266" w14:textId="77777777" w:rsidR="001E08D1" w:rsidRPr="00EF2F0E" w:rsidRDefault="001E08D1" w:rsidP="001E08D1">
            <w:pPr>
              <w:pStyle w:val="TAC"/>
              <w:rPr>
                <w:rFonts w:cs="Arial"/>
                <w:lang w:eastAsia="ja-JP"/>
              </w:rPr>
            </w:pPr>
            <w:r w:rsidRPr="00EF2F0E">
              <w:rPr>
                <w:rFonts w:cs="Arial"/>
                <w:lang w:eastAsia="ja-JP"/>
              </w:rPr>
              <w:t xml:space="preserve">E-UTRA Band </w:t>
            </w:r>
            <w:r w:rsidRPr="00EF2F0E">
              <w:rPr>
                <w:rFonts w:cs="Arial"/>
                <w:lang w:eastAsia="zh-CN"/>
              </w:rPr>
              <w:t>48</w:t>
            </w:r>
          </w:p>
        </w:tc>
        <w:tc>
          <w:tcPr>
            <w:tcW w:w="1657" w:type="dxa"/>
            <w:tcBorders>
              <w:left w:val="single" w:sz="2" w:space="0" w:color="auto"/>
              <w:right w:val="single" w:sz="2" w:space="0" w:color="auto"/>
            </w:tcBorders>
            <w:shd w:val="clear" w:color="auto" w:fill="auto"/>
          </w:tcPr>
          <w:p w14:paraId="0984F267" w14:textId="77777777" w:rsidR="001E08D1" w:rsidRPr="00EF2F0E" w:rsidRDefault="001E08D1" w:rsidP="001E08D1">
            <w:pPr>
              <w:pStyle w:val="TAC"/>
              <w:rPr>
                <w:rFonts w:cs="Arial"/>
                <w:lang w:eastAsia="zh-CN"/>
              </w:rPr>
            </w:pPr>
            <w:r w:rsidRPr="00EF2F0E">
              <w:rPr>
                <w:rFonts w:cs="Arial"/>
                <w:lang w:eastAsia="ja-JP"/>
              </w:rPr>
              <w:t>3550 – 3700 MHz</w:t>
            </w:r>
          </w:p>
        </w:tc>
        <w:tc>
          <w:tcPr>
            <w:tcW w:w="851" w:type="dxa"/>
            <w:tcBorders>
              <w:left w:val="single" w:sz="2" w:space="0" w:color="auto"/>
              <w:right w:val="single" w:sz="2" w:space="0" w:color="auto"/>
            </w:tcBorders>
            <w:shd w:val="clear" w:color="auto" w:fill="auto"/>
          </w:tcPr>
          <w:p w14:paraId="0984F268" w14:textId="77777777" w:rsidR="001E08D1" w:rsidRPr="00EF2F0E" w:rsidRDefault="001E08D1" w:rsidP="001E08D1">
            <w:pPr>
              <w:pStyle w:val="TAC"/>
              <w:rPr>
                <w:rFonts w:cs="Arial"/>
                <w:lang w:eastAsia="ja-JP"/>
              </w:rPr>
            </w:pPr>
            <w:r w:rsidRPr="00EF2F0E">
              <w:rPr>
                <w:rFonts w:cs="Arial"/>
                <w:lang w:eastAsia="ja-JP"/>
              </w:rPr>
              <w:t>-46 dBm</w:t>
            </w:r>
          </w:p>
        </w:tc>
        <w:tc>
          <w:tcPr>
            <w:tcW w:w="1417" w:type="dxa"/>
            <w:tcBorders>
              <w:left w:val="single" w:sz="2" w:space="0" w:color="auto"/>
              <w:right w:val="single" w:sz="2" w:space="0" w:color="auto"/>
            </w:tcBorders>
            <w:shd w:val="clear" w:color="auto" w:fill="auto"/>
          </w:tcPr>
          <w:p w14:paraId="0984F269" w14:textId="77777777" w:rsidR="001E08D1" w:rsidRPr="00EF2F0E" w:rsidRDefault="001E08D1" w:rsidP="001E08D1">
            <w:pPr>
              <w:pStyle w:val="TAC"/>
              <w:rPr>
                <w:rFonts w:cs="Arial"/>
                <w:lang w:eastAsia="ja-JP"/>
              </w:rPr>
            </w:pPr>
            <w:r w:rsidRPr="00EF2F0E">
              <w:rPr>
                <w:rFonts w:cs="Arial"/>
                <w:lang w:eastAsia="ja-JP"/>
              </w:rPr>
              <w:t>1 MHz</w:t>
            </w:r>
          </w:p>
        </w:tc>
        <w:tc>
          <w:tcPr>
            <w:tcW w:w="4422" w:type="dxa"/>
            <w:tcBorders>
              <w:left w:val="single" w:sz="2" w:space="0" w:color="auto"/>
              <w:right w:val="single" w:sz="2" w:space="0" w:color="auto"/>
            </w:tcBorders>
            <w:shd w:val="clear" w:color="auto" w:fill="auto"/>
          </w:tcPr>
          <w:p w14:paraId="0984F26A" w14:textId="77777777" w:rsidR="001E08D1" w:rsidRPr="00EF2F0E" w:rsidRDefault="001E08D1" w:rsidP="001E08D1">
            <w:pPr>
              <w:pStyle w:val="TAC"/>
              <w:rPr>
                <w:rFonts w:cs="Arial"/>
                <w:lang w:eastAsia="ja-JP"/>
              </w:rPr>
            </w:pPr>
          </w:p>
        </w:tc>
      </w:tr>
      <w:tr w:rsidR="003401A4" w:rsidRPr="00EF2F0E" w14:paraId="0984F271" w14:textId="77777777" w:rsidTr="00AB06FD">
        <w:trPr>
          <w:cantSplit/>
          <w:trHeight w:val="155"/>
          <w:jc w:val="center"/>
        </w:trPr>
        <w:tc>
          <w:tcPr>
            <w:tcW w:w="1346" w:type="dxa"/>
            <w:shd w:val="clear" w:color="auto" w:fill="auto"/>
          </w:tcPr>
          <w:p w14:paraId="0984F26C" w14:textId="77777777" w:rsidR="001E08D1" w:rsidRPr="00EF2F0E" w:rsidRDefault="001E08D1" w:rsidP="001E08D1">
            <w:pPr>
              <w:pStyle w:val="TAC"/>
              <w:rPr>
                <w:rFonts w:cs="Arial"/>
                <w:lang w:eastAsia="ja-JP"/>
              </w:rPr>
            </w:pPr>
            <w:r w:rsidRPr="00EF2F0E">
              <w:rPr>
                <w:rFonts w:cs="Arial"/>
                <w:lang w:eastAsia="ja-JP"/>
              </w:rPr>
              <w:t xml:space="preserve">E-UTRA Band </w:t>
            </w:r>
            <w:r w:rsidRPr="00EF2F0E">
              <w:rPr>
                <w:rFonts w:cs="Arial"/>
                <w:lang w:eastAsia="zh-CN"/>
              </w:rPr>
              <w:t>49</w:t>
            </w:r>
          </w:p>
        </w:tc>
        <w:tc>
          <w:tcPr>
            <w:tcW w:w="1657" w:type="dxa"/>
            <w:tcBorders>
              <w:left w:val="single" w:sz="2" w:space="0" w:color="auto"/>
              <w:right w:val="single" w:sz="2" w:space="0" w:color="auto"/>
            </w:tcBorders>
            <w:shd w:val="clear" w:color="auto" w:fill="auto"/>
          </w:tcPr>
          <w:p w14:paraId="0984F26D" w14:textId="77777777" w:rsidR="001E08D1" w:rsidRPr="00EF2F0E" w:rsidRDefault="001E08D1" w:rsidP="001E08D1">
            <w:pPr>
              <w:pStyle w:val="TAC"/>
              <w:rPr>
                <w:rFonts w:cs="Arial"/>
                <w:lang w:eastAsia="ja-JP"/>
              </w:rPr>
            </w:pPr>
            <w:r w:rsidRPr="00EF2F0E">
              <w:rPr>
                <w:rFonts w:cs="Arial"/>
                <w:lang w:eastAsia="ja-JP"/>
              </w:rPr>
              <w:t>3550 – 3700 MHz</w:t>
            </w:r>
          </w:p>
        </w:tc>
        <w:tc>
          <w:tcPr>
            <w:tcW w:w="851" w:type="dxa"/>
            <w:tcBorders>
              <w:left w:val="single" w:sz="2" w:space="0" w:color="auto"/>
              <w:right w:val="single" w:sz="2" w:space="0" w:color="auto"/>
            </w:tcBorders>
            <w:shd w:val="clear" w:color="auto" w:fill="auto"/>
          </w:tcPr>
          <w:p w14:paraId="0984F26E" w14:textId="77777777" w:rsidR="001E08D1" w:rsidRPr="00EF2F0E" w:rsidRDefault="001E08D1" w:rsidP="001E08D1">
            <w:pPr>
              <w:pStyle w:val="TAC"/>
              <w:rPr>
                <w:rFonts w:cs="Arial"/>
                <w:lang w:eastAsia="ja-JP"/>
              </w:rPr>
            </w:pPr>
            <w:r w:rsidRPr="00EF2F0E">
              <w:rPr>
                <w:rFonts w:cs="Arial"/>
                <w:lang w:eastAsia="ja-JP"/>
              </w:rPr>
              <w:t>-52 dBm</w:t>
            </w:r>
          </w:p>
        </w:tc>
        <w:tc>
          <w:tcPr>
            <w:tcW w:w="1417" w:type="dxa"/>
            <w:tcBorders>
              <w:left w:val="single" w:sz="2" w:space="0" w:color="auto"/>
              <w:right w:val="single" w:sz="2" w:space="0" w:color="auto"/>
            </w:tcBorders>
            <w:shd w:val="clear" w:color="auto" w:fill="auto"/>
          </w:tcPr>
          <w:p w14:paraId="0984F26F" w14:textId="77777777" w:rsidR="001E08D1" w:rsidRPr="00EF2F0E" w:rsidRDefault="001E08D1" w:rsidP="001E08D1">
            <w:pPr>
              <w:pStyle w:val="TAC"/>
              <w:rPr>
                <w:rFonts w:cs="Arial"/>
                <w:lang w:eastAsia="ja-JP"/>
              </w:rPr>
            </w:pPr>
            <w:r w:rsidRPr="00EF2F0E">
              <w:rPr>
                <w:rFonts w:cs="Arial"/>
                <w:lang w:eastAsia="ja-JP"/>
              </w:rPr>
              <w:t>1 MHz</w:t>
            </w:r>
          </w:p>
        </w:tc>
        <w:tc>
          <w:tcPr>
            <w:tcW w:w="4422" w:type="dxa"/>
            <w:tcBorders>
              <w:left w:val="single" w:sz="2" w:space="0" w:color="auto"/>
              <w:right w:val="single" w:sz="2" w:space="0" w:color="auto"/>
            </w:tcBorders>
            <w:shd w:val="clear" w:color="auto" w:fill="auto"/>
          </w:tcPr>
          <w:p w14:paraId="0984F270" w14:textId="77777777" w:rsidR="001E08D1" w:rsidRPr="00EF2F0E" w:rsidRDefault="001E08D1" w:rsidP="001E08D1">
            <w:pPr>
              <w:pStyle w:val="TAC"/>
              <w:rPr>
                <w:rFonts w:cs="Arial"/>
                <w:lang w:eastAsia="ja-JP"/>
              </w:rPr>
            </w:pPr>
          </w:p>
        </w:tc>
      </w:tr>
      <w:tr w:rsidR="003401A4" w:rsidRPr="00EF2F0E" w14:paraId="0984F277" w14:textId="77777777" w:rsidTr="00AB06FD">
        <w:trPr>
          <w:cantSplit/>
          <w:trHeight w:val="155"/>
          <w:jc w:val="center"/>
        </w:trPr>
        <w:tc>
          <w:tcPr>
            <w:tcW w:w="1346" w:type="dxa"/>
            <w:shd w:val="clear" w:color="auto" w:fill="auto"/>
          </w:tcPr>
          <w:p w14:paraId="0984F272" w14:textId="77777777" w:rsidR="001E08D1" w:rsidRPr="00EF2F0E" w:rsidRDefault="001E08D1" w:rsidP="001E08D1">
            <w:pPr>
              <w:pStyle w:val="TAC"/>
              <w:rPr>
                <w:rFonts w:cs="Arial"/>
                <w:lang w:eastAsia="ja-JP"/>
              </w:rPr>
            </w:pPr>
            <w:r w:rsidRPr="00EF2F0E">
              <w:rPr>
                <w:rFonts w:cs="Arial"/>
                <w:lang w:eastAsia="ko-KR"/>
              </w:rPr>
              <w:t xml:space="preserve">E-UTRA Band 50 or NR band n50 </w:t>
            </w:r>
          </w:p>
        </w:tc>
        <w:tc>
          <w:tcPr>
            <w:tcW w:w="1657" w:type="dxa"/>
            <w:tcBorders>
              <w:left w:val="single" w:sz="2" w:space="0" w:color="auto"/>
              <w:right w:val="single" w:sz="2" w:space="0" w:color="auto"/>
            </w:tcBorders>
            <w:shd w:val="clear" w:color="auto" w:fill="auto"/>
          </w:tcPr>
          <w:p w14:paraId="0984F273" w14:textId="77777777" w:rsidR="001E08D1" w:rsidRPr="00EF2F0E" w:rsidRDefault="001E08D1" w:rsidP="001E08D1">
            <w:pPr>
              <w:pStyle w:val="TAC"/>
              <w:rPr>
                <w:rFonts w:cs="Arial"/>
                <w:lang w:eastAsia="ja-JP"/>
              </w:rPr>
            </w:pPr>
            <w:r w:rsidRPr="00EF2F0E">
              <w:rPr>
                <w:rFonts w:cs="Arial"/>
                <w:lang w:eastAsia="ko-KR"/>
              </w:rPr>
              <w:t>1432 – 1517 MHz</w:t>
            </w:r>
          </w:p>
        </w:tc>
        <w:tc>
          <w:tcPr>
            <w:tcW w:w="851" w:type="dxa"/>
            <w:tcBorders>
              <w:left w:val="single" w:sz="2" w:space="0" w:color="auto"/>
              <w:right w:val="single" w:sz="2" w:space="0" w:color="auto"/>
            </w:tcBorders>
            <w:shd w:val="clear" w:color="auto" w:fill="auto"/>
          </w:tcPr>
          <w:p w14:paraId="0984F274" w14:textId="77777777" w:rsidR="001E08D1" w:rsidRPr="00EF2F0E" w:rsidRDefault="001E08D1" w:rsidP="001E08D1">
            <w:pPr>
              <w:pStyle w:val="TAC"/>
              <w:rPr>
                <w:rFonts w:cs="Arial"/>
                <w:lang w:eastAsia="ja-JP"/>
              </w:rPr>
            </w:pPr>
            <w:r w:rsidRPr="00EF2F0E">
              <w:rPr>
                <w:rFonts w:cs="Arial"/>
                <w:lang w:eastAsia="ko-KR"/>
              </w:rPr>
              <w:t>-46 dBm</w:t>
            </w:r>
          </w:p>
        </w:tc>
        <w:tc>
          <w:tcPr>
            <w:tcW w:w="1417" w:type="dxa"/>
            <w:tcBorders>
              <w:left w:val="single" w:sz="2" w:space="0" w:color="auto"/>
              <w:right w:val="single" w:sz="2" w:space="0" w:color="auto"/>
            </w:tcBorders>
            <w:shd w:val="clear" w:color="auto" w:fill="auto"/>
          </w:tcPr>
          <w:p w14:paraId="0984F275" w14:textId="77777777" w:rsidR="001E08D1" w:rsidRPr="00EF2F0E" w:rsidRDefault="001E08D1" w:rsidP="001E08D1">
            <w:pPr>
              <w:pStyle w:val="TAC"/>
              <w:rPr>
                <w:rFonts w:cs="Arial"/>
                <w:lang w:eastAsia="ja-JP"/>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276" w14:textId="77777777" w:rsidR="001E08D1" w:rsidRPr="00EF2F0E" w:rsidRDefault="001E08D1" w:rsidP="001E08D1">
            <w:pPr>
              <w:pStyle w:val="TAC"/>
              <w:rPr>
                <w:rFonts w:cs="Arial"/>
                <w:lang w:eastAsia="ja-JP"/>
              </w:rPr>
            </w:pPr>
          </w:p>
        </w:tc>
      </w:tr>
      <w:tr w:rsidR="003401A4" w:rsidRPr="00EF2F0E" w14:paraId="0984F27D" w14:textId="77777777" w:rsidTr="00AB06FD">
        <w:trPr>
          <w:cantSplit/>
          <w:trHeight w:val="155"/>
          <w:jc w:val="center"/>
        </w:trPr>
        <w:tc>
          <w:tcPr>
            <w:tcW w:w="1346" w:type="dxa"/>
            <w:shd w:val="clear" w:color="auto" w:fill="auto"/>
          </w:tcPr>
          <w:p w14:paraId="0984F278" w14:textId="77777777" w:rsidR="001E08D1" w:rsidRPr="00EF2F0E" w:rsidRDefault="001E08D1" w:rsidP="001E08D1">
            <w:pPr>
              <w:pStyle w:val="TAC"/>
              <w:rPr>
                <w:rFonts w:cs="Arial"/>
                <w:lang w:eastAsia="ja-JP"/>
              </w:rPr>
            </w:pPr>
            <w:r w:rsidRPr="00EF2F0E">
              <w:rPr>
                <w:rFonts w:cs="Arial"/>
                <w:lang w:eastAsia="ko-KR"/>
              </w:rPr>
              <w:t>E-UTRA Band 51 or NR Band n51</w:t>
            </w:r>
          </w:p>
        </w:tc>
        <w:tc>
          <w:tcPr>
            <w:tcW w:w="1657" w:type="dxa"/>
            <w:tcBorders>
              <w:left w:val="single" w:sz="2" w:space="0" w:color="auto"/>
              <w:right w:val="single" w:sz="2" w:space="0" w:color="auto"/>
            </w:tcBorders>
            <w:shd w:val="clear" w:color="auto" w:fill="auto"/>
          </w:tcPr>
          <w:p w14:paraId="0984F279" w14:textId="77777777" w:rsidR="001E08D1" w:rsidRPr="00EF2F0E" w:rsidRDefault="001E08D1" w:rsidP="001E08D1">
            <w:pPr>
              <w:pStyle w:val="TAC"/>
              <w:rPr>
                <w:rFonts w:cs="Arial"/>
                <w:lang w:eastAsia="ja-JP"/>
              </w:rPr>
            </w:pPr>
            <w:r w:rsidRPr="00EF2F0E">
              <w:rPr>
                <w:rFonts w:cs="Arial"/>
                <w:lang w:eastAsia="ko-KR"/>
              </w:rPr>
              <w:t>1427 – 1432 MHz</w:t>
            </w:r>
          </w:p>
        </w:tc>
        <w:tc>
          <w:tcPr>
            <w:tcW w:w="851" w:type="dxa"/>
            <w:tcBorders>
              <w:left w:val="single" w:sz="2" w:space="0" w:color="auto"/>
              <w:right w:val="single" w:sz="2" w:space="0" w:color="auto"/>
            </w:tcBorders>
            <w:shd w:val="clear" w:color="auto" w:fill="auto"/>
          </w:tcPr>
          <w:p w14:paraId="0984F27A" w14:textId="77777777" w:rsidR="001E08D1" w:rsidRPr="00EF2F0E" w:rsidRDefault="001E08D1" w:rsidP="001E08D1">
            <w:pPr>
              <w:pStyle w:val="TAC"/>
              <w:rPr>
                <w:rFonts w:cs="Arial"/>
                <w:lang w:eastAsia="ja-JP"/>
              </w:rPr>
            </w:pPr>
            <w:r w:rsidRPr="00EF2F0E">
              <w:rPr>
                <w:rFonts w:cs="Arial"/>
                <w:lang w:eastAsia="ko-KR"/>
              </w:rPr>
              <w:t>-46 dBm</w:t>
            </w:r>
          </w:p>
        </w:tc>
        <w:tc>
          <w:tcPr>
            <w:tcW w:w="1417" w:type="dxa"/>
            <w:tcBorders>
              <w:left w:val="single" w:sz="2" w:space="0" w:color="auto"/>
              <w:right w:val="single" w:sz="2" w:space="0" w:color="auto"/>
            </w:tcBorders>
            <w:shd w:val="clear" w:color="auto" w:fill="auto"/>
          </w:tcPr>
          <w:p w14:paraId="0984F27B" w14:textId="77777777" w:rsidR="001E08D1" w:rsidRPr="00EF2F0E" w:rsidRDefault="001E08D1" w:rsidP="001E08D1">
            <w:pPr>
              <w:pStyle w:val="TAC"/>
              <w:rPr>
                <w:rFonts w:cs="Arial"/>
                <w:lang w:eastAsia="ja-JP"/>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27C" w14:textId="77777777" w:rsidR="001E08D1" w:rsidRPr="00EF2F0E" w:rsidRDefault="001E08D1" w:rsidP="001E08D1">
            <w:pPr>
              <w:pStyle w:val="TAC"/>
              <w:rPr>
                <w:rFonts w:cs="Arial"/>
                <w:lang w:eastAsia="ja-JP"/>
              </w:rPr>
            </w:pPr>
          </w:p>
        </w:tc>
      </w:tr>
      <w:tr w:rsidR="003401A4" w:rsidRPr="00EF2F0E" w14:paraId="0984F283" w14:textId="77777777" w:rsidTr="00AB06FD">
        <w:trPr>
          <w:cantSplit/>
          <w:trHeight w:val="155"/>
          <w:jc w:val="center"/>
        </w:trPr>
        <w:tc>
          <w:tcPr>
            <w:tcW w:w="1346" w:type="dxa"/>
            <w:shd w:val="clear" w:color="auto" w:fill="auto"/>
          </w:tcPr>
          <w:p w14:paraId="0984F27E" w14:textId="77777777" w:rsidR="001E08D1" w:rsidRPr="00EF2F0E" w:rsidRDefault="001E08D1" w:rsidP="001E08D1">
            <w:pPr>
              <w:pStyle w:val="TAC"/>
              <w:rPr>
                <w:rFonts w:cs="Arial"/>
                <w:lang w:eastAsia="ko-KR"/>
              </w:rPr>
            </w:pPr>
            <w:r w:rsidRPr="00EF2F0E">
              <w:rPr>
                <w:rFonts w:cs="Arial"/>
              </w:rPr>
              <w:t xml:space="preserve">E-UTRA Band </w:t>
            </w:r>
            <w:r w:rsidRPr="00EF2F0E">
              <w:rPr>
                <w:rFonts w:cs="Arial"/>
                <w:lang w:eastAsia="zh-CN"/>
              </w:rPr>
              <w:t>52</w:t>
            </w:r>
          </w:p>
        </w:tc>
        <w:tc>
          <w:tcPr>
            <w:tcW w:w="1657" w:type="dxa"/>
            <w:tcBorders>
              <w:left w:val="single" w:sz="2" w:space="0" w:color="auto"/>
              <w:right w:val="single" w:sz="2" w:space="0" w:color="auto"/>
            </w:tcBorders>
            <w:shd w:val="clear" w:color="auto" w:fill="auto"/>
          </w:tcPr>
          <w:p w14:paraId="0984F27F" w14:textId="77777777" w:rsidR="001E08D1" w:rsidRPr="00EF2F0E" w:rsidRDefault="001E08D1" w:rsidP="001E08D1">
            <w:pPr>
              <w:pStyle w:val="TAC"/>
              <w:rPr>
                <w:rFonts w:cs="Arial"/>
                <w:lang w:eastAsia="ko-KR"/>
              </w:rPr>
            </w:pPr>
            <w:r w:rsidRPr="00EF2F0E">
              <w:rPr>
                <w:rFonts w:cs="Arial"/>
              </w:rPr>
              <w:t>3300 – 3400 MHz</w:t>
            </w:r>
          </w:p>
        </w:tc>
        <w:tc>
          <w:tcPr>
            <w:tcW w:w="851" w:type="dxa"/>
            <w:tcBorders>
              <w:left w:val="single" w:sz="2" w:space="0" w:color="auto"/>
              <w:right w:val="single" w:sz="2" w:space="0" w:color="auto"/>
            </w:tcBorders>
            <w:shd w:val="clear" w:color="auto" w:fill="auto"/>
          </w:tcPr>
          <w:p w14:paraId="0984F280" w14:textId="77777777" w:rsidR="001E08D1" w:rsidRPr="00EF2F0E" w:rsidRDefault="001E08D1" w:rsidP="001E08D1">
            <w:pPr>
              <w:pStyle w:val="TAC"/>
              <w:rPr>
                <w:rFonts w:cs="Arial"/>
                <w:lang w:eastAsia="ko-KR"/>
              </w:rPr>
            </w:pPr>
            <w:r w:rsidRPr="00EF2F0E">
              <w:rPr>
                <w:rFonts w:cs="Arial"/>
              </w:rPr>
              <w:t>-52 dBm</w:t>
            </w:r>
          </w:p>
        </w:tc>
        <w:tc>
          <w:tcPr>
            <w:tcW w:w="1417" w:type="dxa"/>
            <w:tcBorders>
              <w:left w:val="single" w:sz="2" w:space="0" w:color="auto"/>
              <w:right w:val="single" w:sz="2" w:space="0" w:color="auto"/>
            </w:tcBorders>
            <w:shd w:val="clear" w:color="auto" w:fill="auto"/>
          </w:tcPr>
          <w:p w14:paraId="0984F281" w14:textId="77777777" w:rsidR="001E08D1" w:rsidRPr="00EF2F0E" w:rsidRDefault="001E08D1" w:rsidP="001E08D1">
            <w:pPr>
              <w:pStyle w:val="TAC"/>
              <w:rPr>
                <w:rFonts w:cs="Arial"/>
                <w:lang w:eastAsia="ko-KR"/>
              </w:rPr>
            </w:pPr>
            <w:r w:rsidRPr="00EF2F0E">
              <w:rPr>
                <w:rFonts w:cs="Arial"/>
              </w:rPr>
              <w:t>1 MHz</w:t>
            </w:r>
          </w:p>
        </w:tc>
        <w:tc>
          <w:tcPr>
            <w:tcW w:w="4422" w:type="dxa"/>
            <w:tcBorders>
              <w:left w:val="single" w:sz="2" w:space="0" w:color="auto"/>
              <w:right w:val="single" w:sz="2" w:space="0" w:color="auto"/>
            </w:tcBorders>
            <w:shd w:val="clear" w:color="auto" w:fill="auto"/>
          </w:tcPr>
          <w:p w14:paraId="0984F282" w14:textId="77777777" w:rsidR="001E08D1" w:rsidRPr="00EF2F0E" w:rsidRDefault="001E08D1" w:rsidP="001E08D1">
            <w:pPr>
              <w:pStyle w:val="TAC"/>
              <w:rPr>
                <w:rFonts w:cs="Arial"/>
                <w:lang w:eastAsia="ja-JP"/>
              </w:rPr>
            </w:pPr>
          </w:p>
        </w:tc>
      </w:tr>
      <w:tr w:rsidR="003401A4" w:rsidRPr="00EF2F0E" w14:paraId="0984F289" w14:textId="77777777" w:rsidTr="00AB06FD">
        <w:trPr>
          <w:cantSplit/>
          <w:trHeight w:val="155"/>
          <w:jc w:val="center"/>
        </w:trPr>
        <w:tc>
          <w:tcPr>
            <w:tcW w:w="1346" w:type="dxa"/>
            <w:vMerge w:val="restart"/>
            <w:shd w:val="clear" w:color="auto" w:fill="auto"/>
          </w:tcPr>
          <w:p w14:paraId="0984F284" w14:textId="77777777" w:rsidR="001E08D1" w:rsidRPr="00EF2F0E" w:rsidRDefault="001E08D1" w:rsidP="001E08D1">
            <w:pPr>
              <w:pStyle w:val="TAC"/>
              <w:rPr>
                <w:rFonts w:cs="Arial"/>
              </w:rPr>
            </w:pPr>
            <w:r w:rsidRPr="00EF2F0E">
              <w:rPr>
                <w:rFonts w:cs="Arial"/>
                <w:lang w:eastAsia="ja-JP"/>
              </w:rPr>
              <w:t>E-UTRA Band 65</w:t>
            </w:r>
          </w:p>
        </w:tc>
        <w:tc>
          <w:tcPr>
            <w:tcW w:w="1657" w:type="dxa"/>
            <w:tcBorders>
              <w:left w:val="single" w:sz="2" w:space="0" w:color="auto"/>
              <w:right w:val="single" w:sz="2" w:space="0" w:color="auto"/>
            </w:tcBorders>
            <w:shd w:val="clear" w:color="auto" w:fill="auto"/>
          </w:tcPr>
          <w:p w14:paraId="0984F285" w14:textId="77777777" w:rsidR="001E08D1" w:rsidRPr="00EF2F0E" w:rsidRDefault="001E08D1" w:rsidP="001E08D1">
            <w:pPr>
              <w:pStyle w:val="TAC"/>
              <w:rPr>
                <w:rFonts w:cs="Arial"/>
                <w:lang w:eastAsia="zh-CN"/>
              </w:rPr>
            </w:pPr>
            <w:r w:rsidRPr="00EF2F0E">
              <w:rPr>
                <w:rFonts w:cs="Arial"/>
              </w:rPr>
              <w:t>2110 - 2</w:t>
            </w:r>
            <w:r w:rsidRPr="00EF2F0E">
              <w:rPr>
                <w:rFonts w:cs="Arial"/>
                <w:lang w:eastAsia="ja-JP"/>
              </w:rPr>
              <w:t>20</w:t>
            </w:r>
            <w:r w:rsidRPr="00EF2F0E">
              <w:rPr>
                <w:rFonts w:cs="Arial"/>
              </w:rPr>
              <w:t>0 MHz</w:t>
            </w:r>
          </w:p>
        </w:tc>
        <w:tc>
          <w:tcPr>
            <w:tcW w:w="851" w:type="dxa"/>
            <w:tcBorders>
              <w:left w:val="single" w:sz="2" w:space="0" w:color="auto"/>
              <w:right w:val="single" w:sz="2" w:space="0" w:color="auto"/>
            </w:tcBorders>
            <w:shd w:val="clear" w:color="auto" w:fill="auto"/>
          </w:tcPr>
          <w:p w14:paraId="0984F286"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87"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88" w14:textId="77777777" w:rsidR="001E08D1" w:rsidRPr="00EF2F0E" w:rsidRDefault="001E08D1" w:rsidP="001E08D1">
            <w:pPr>
              <w:pStyle w:val="TAL"/>
              <w:rPr>
                <w:rFonts w:cs="Arial"/>
              </w:rPr>
            </w:pPr>
            <w:r w:rsidRPr="00EF2F0E">
              <w:rPr>
                <w:rFonts w:cs="Arial"/>
              </w:rPr>
              <w:t xml:space="preserve">This requirement does not apply to </w:t>
            </w:r>
            <w:r w:rsidRPr="00EF2F0E">
              <w:rPr>
                <w:rFonts w:cs="v5.0.0"/>
              </w:rPr>
              <w:t xml:space="preserve">UTRA </w:t>
            </w:r>
            <w:r w:rsidRPr="00EF2F0E">
              <w:rPr>
                <w:rFonts w:cs="Arial"/>
              </w:rPr>
              <w:t xml:space="preserve">BS operating in band I, </w:t>
            </w:r>
          </w:p>
        </w:tc>
      </w:tr>
      <w:tr w:rsidR="003401A4" w:rsidRPr="00EF2F0E" w14:paraId="0984F290" w14:textId="77777777" w:rsidTr="00AB06FD">
        <w:trPr>
          <w:cantSplit/>
          <w:trHeight w:val="155"/>
          <w:jc w:val="center"/>
        </w:trPr>
        <w:tc>
          <w:tcPr>
            <w:tcW w:w="1346" w:type="dxa"/>
            <w:vMerge/>
            <w:shd w:val="clear" w:color="auto" w:fill="auto"/>
          </w:tcPr>
          <w:p w14:paraId="0984F28A" w14:textId="77777777" w:rsidR="001E08D1" w:rsidRPr="00EF2F0E" w:rsidRDefault="001E08D1" w:rsidP="001E08D1">
            <w:pPr>
              <w:pStyle w:val="TAC"/>
              <w:rPr>
                <w:rFonts w:cs="Arial"/>
              </w:rPr>
            </w:pPr>
          </w:p>
        </w:tc>
        <w:tc>
          <w:tcPr>
            <w:tcW w:w="1657" w:type="dxa"/>
            <w:tcBorders>
              <w:left w:val="single" w:sz="2" w:space="0" w:color="auto"/>
              <w:right w:val="single" w:sz="2" w:space="0" w:color="auto"/>
            </w:tcBorders>
            <w:shd w:val="clear" w:color="auto" w:fill="auto"/>
          </w:tcPr>
          <w:p w14:paraId="0984F28B" w14:textId="77777777" w:rsidR="001E08D1" w:rsidRPr="00EF2F0E" w:rsidRDefault="001E08D1" w:rsidP="001E08D1">
            <w:pPr>
              <w:pStyle w:val="TAC"/>
              <w:rPr>
                <w:rFonts w:cs="Arial"/>
                <w:lang w:eastAsia="zh-CN"/>
              </w:rPr>
            </w:pPr>
            <w:r w:rsidRPr="00EF2F0E">
              <w:rPr>
                <w:rFonts w:cs="Arial"/>
              </w:rPr>
              <w:t xml:space="preserve">1920 - </w:t>
            </w:r>
            <w:r w:rsidRPr="00EF2F0E">
              <w:rPr>
                <w:rFonts w:cs="Arial"/>
                <w:lang w:eastAsia="ja-JP"/>
              </w:rPr>
              <w:t>2010</w:t>
            </w:r>
            <w:r w:rsidRPr="00EF2F0E">
              <w:rPr>
                <w:rFonts w:cs="Arial"/>
              </w:rPr>
              <w:t xml:space="preserve"> MHz</w:t>
            </w:r>
          </w:p>
          <w:p w14:paraId="0984F28C" w14:textId="77777777" w:rsidR="001E08D1" w:rsidRPr="00EF2F0E" w:rsidRDefault="001E08D1" w:rsidP="001E08D1">
            <w:pPr>
              <w:pStyle w:val="TAC"/>
              <w:rPr>
                <w:rFonts w:cs="Arial"/>
                <w:lang w:eastAsia="zh-CN"/>
              </w:rPr>
            </w:pPr>
          </w:p>
        </w:tc>
        <w:tc>
          <w:tcPr>
            <w:tcW w:w="851" w:type="dxa"/>
            <w:tcBorders>
              <w:left w:val="single" w:sz="2" w:space="0" w:color="auto"/>
              <w:right w:val="single" w:sz="2" w:space="0" w:color="auto"/>
            </w:tcBorders>
            <w:shd w:val="clear" w:color="auto" w:fill="auto"/>
          </w:tcPr>
          <w:p w14:paraId="0984F28D" w14:textId="77777777" w:rsidR="001E08D1" w:rsidRPr="00EF2F0E" w:rsidRDefault="001E08D1" w:rsidP="001E08D1">
            <w:pPr>
              <w:pStyle w:val="TAC"/>
              <w:rPr>
                <w:rFonts w:cs="Arial"/>
              </w:rPr>
            </w:pPr>
            <w:r w:rsidRPr="00EF2F0E">
              <w:rPr>
                <w:rFonts w:cs="Arial"/>
              </w:rPr>
              <w:t>-43 dBm</w:t>
            </w:r>
          </w:p>
        </w:tc>
        <w:tc>
          <w:tcPr>
            <w:tcW w:w="1417" w:type="dxa"/>
            <w:tcBorders>
              <w:left w:val="single" w:sz="2" w:space="0" w:color="auto"/>
              <w:right w:val="single" w:sz="2" w:space="0" w:color="auto"/>
            </w:tcBorders>
            <w:shd w:val="clear" w:color="auto" w:fill="auto"/>
          </w:tcPr>
          <w:p w14:paraId="0984F28E"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8F" w14:textId="77777777" w:rsidR="001E08D1" w:rsidRPr="00EF2F0E" w:rsidRDefault="001E08D1" w:rsidP="001E08D1">
            <w:pPr>
              <w:pStyle w:val="TAL"/>
              <w:rPr>
                <w:rFonts w:cs="Arial"/>
              </w:rPr>
            </w:pPr>
            <w:r w:rsidRPr="00EF2F0E">
              <w:rPr>
                <w:rFonts w:cs="Arial"/>
                <w:lang w:eastAsia="ja-JP"/>
              </w:rPr>
              <w:t xml:space="preserve">For UTRA BS operating in Band I, it applies for 1980 MHz to 2010 MHz, while the rest is covered in subclause </w:t>
            </w:r>
            <w:r w:rsidRPr="00EF2F0E">
              <w:rPr>
                <w:rFonts w:cs="Arial"/>
              </w:rPr>
              <w:t>9.7.6.3.2</w:t>
            </w:r>
          </w:p>
        </w:tc>
      </w:tr>
      <w:tr w:rsidR="003401A4" w:rsidRPr="00EF2F0E" w14:paraId="0984F296" w14:textId="77777777" w:rsidTr="00AB06FD">
        <w:trPr>
          <w:cantSplit/>
          <w:trHeight w:val="155"/>
          <w:jc w:val="center"/>
        </w:trPr>
        <w:tc>
          <w:tcPr>
            <w:tcW w:w="1346" w:type="dxa"/>
            <w:vMerge w:val="restart"/>
            <w:shd w:val="clear" w:color="auto" w:fill="auto"/>
          </w:tcPr>
          <w:p w14:paraId="0984F291" w14:textId="77777777" w:rsidR="001E08D1" w:rsidRPr="00EF2F0E" w:rsidRDefault="001E08D1" w:rsidP="001E08D1">
            <w:pPr>
              <w:pStyle w:val="TAC"/>
              <w:rPr>
                <w:rFonts w:cs="Arial"/>
              </w:rPr>
            </w:pPr>
            <w:r w:rsidRPr="00EF2F0E">
              <w:rPr>
                <w:rFonts w:cs="Arial"/>
              </w:rPr>
              <w:t xml:space="preserve">E-UTRA Band </w:t>
            </w:r>
            <w:r w:rsidRPr="00EF2F0E">
              <w:rPr>
                <w:rFonts w:cs="Arial"/>
                <w:lang w:eastAsia="zh-CN"/>
              </w:rPr>
              <w:t>66 or NR band n66</w:t>
            </w:r>
          </w:p>
        </w:tc>
        <w:tc>
          <w:tcPr>
            <w:tcW w:w="1657" w:type="dxa"/>
            <w:tcBorders>
              <w:left w:val="single" w:sz="2" w:space="0" w:color="auto"/>
              <w:right w:val="single" w:sz="2" w:space="0" w:color="auto"/>
            </w:tcBorders>
            <w:shd w:val="clear" w:color="auto" w:fill="auto"/>
          </w:tcPr>
          <w:p w14:paraId="0984F292" w14:textId="77777777" w:rsidR="001E08D1" w:rsidRPr="00EF2F0E" w:rsidRDefault="001E08D1" w:rsidP="001E08D1">
            <w:pPr>
              <w:pStyle w:val="TAC"/>
              <w:rPr>
                <w:rFonts w:cs="Arial"/>
                <w:lang w:eastAsia="zh-CN"/>
              </w:rPr>
            </w:pPr>
            <w:r w:rsidRPr="00EF2F0E">
              <w:rPr>
                <w:rFonts w:cs="Arial"/>
              </w:rPr>
              <w:t>2110 - 2200 MHz</w:t>
            </w:r>
          </w:p>
        </w:tc>
        <w:tc>
          <w:tcPr>
            <w:tcW w:w="851" w:type="dxa"/>
            <w:tcBorders>
              <w:left w:val="single" w:sz="2" w:space="0" w:color="auto"/>
              <w:right w:val="single" w:sz="2" w:space="0" w:color="auto"/>
            </w:tcBorders>
            <w:shd w:val="clear" w:color="auto" w:fill="auto"/>
          </w:tcPr>
          <w:p w14:paraId="0984F293"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94"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95" w14:textId="77777777" w:rsidR="001E08D1" w:rsidRPr="00EF2F0E" w:rsidRDefault="001E08D1" w:rsidP="001E08D1">
            <w:pPr>
              <w:pStyle w:val="TAL"/>
              <w:rPr>
                <w:rFonts w:cs="Arial"/>
              </w:rPr>
            </w:pPr>
            <w:r w:rsidRPr="00EF2F0E">
              <w:rPr>
                <w:rFonts w:cs="Arial"/>
              </w:rPr>
              <w:t>This requirement does not apply to UTRA BS operating in band IV or X .</w:t>
            </w:r>
          </w:p>
        </w:tc>
      </w:tr>
      <w:tr w:rsidR="003401A4" w:rsidRPr="00EF2F0E" w14:paraId="0984F29C" w14:textId="77777777" w:rsidTr="00AB06FD">
        <w:trPr>
          <w:cantSplit/>
          <w:trHeight w:val="155"/>
          <w:jc w:val="center"/>
        </w:trPr>
        <w:tc>
          <w:tcPr>
            <w:tcW w:w="1346" w:type="dxa"/>
            <w:vMerge/>
            <w:shd w:val="clear" w:color="auto" w:fill="auto"/>
          </w:tcPr>
          <w:p w14:paraId="0984F297" w14:textId="77777777" w:rsidR="001E08D1" w:rsidRPr="00EF2F0E" w:rsidRDefault="001E08D1" w:rsidP="001E08D1">
            <w:pPr>
              <w:pStyle w:val="TAC"/>
              <w:rPr>
                <w:rFonts w:cs="Arial"/>
              </w:rPr>
            </w:pPr>
          </w:p>
        </w:tc>
        <w:tc>
          <w:tcPr>
            <w:tcW w:w="1657" w:type="dxa"/>
            <w:tcBorders>
              <w:left w:val="single" w:sz="2" w:space="0" w:color="auto"/>
              <w:right w:val="single" w:sz="2" w:space="0" w:color="auto"/>
            </w:tcBorders>
            <w:shd w:val="clear" w:color="auto" w:fill="auto"/>
          </w:tcPr>
          <w:p w14:paraId="0984F298" w14:textId="77777777" w:rsidR="001E08D1" w:rsidRPr="00EF2F0E" w:rsidRDefault="001E08D1" w:rsidP="001E08D1">
            <w:pPr>
              <w:pStyle w:val="TAC"/>
              <w:rPr>
                <w:rFonts w:cs="Arial"/>
                <w:lang w:eastAsia="zh-CN"/>
              </w:rPr>
            </w:pPr>
            <w:r w:rsidRPr="00EF2F0E">
              <w:rPr>
                <w:rFonts w:cs="Arial"/>
              </w:rPr>
              <w:t>1710 - 1780 MHz</w:t>
            </w:r>
          </w:p>
        </w:tc>
        <w:tc>
          <w:tcPr>
            <w:tcW w:w="851" w:type="dxa"/>
            <w:tcBorders>
              <w:left w:val="single" w:sz="2" w:space="0" w:color="auto"/>
              <w:right w:val="single" w:sz="2" w:space="0" w:color="auto"/>
            </w:tcBorders>
            <w:shd w:val="clear" w:color="auto" w:fill="auto"/>
          </w:tcPr>
          <w:p w14:paraId="0984F299" w14:textId="77777777" w:rsidR="001E08D1" w:rsidRPr="00EF2F0E" w:rsidRDefault="001E08D1" w:rsidP="001E08D1">
            <w:pPr>
              <w:pStyle w:val="TAC"/>
              <w:rPr>
                <w:rFonts w:cs="Arial"/>
              </w:rPr>
            </w:pPr>
            <w:r w:rsidRPr="00EF2F0E">
              <w:rPr>
                <w:rFonts w:cs="Arial"/>
              </w:rPr>
              <w:t>-43 dBm</w:t>
            </w:r>
          </w:p>
        </w:tc>
        <w:tc>
          <w:tcPr>
            <w:tcW w:w="1417" w:type="dxa"/>
            <w:tcBorders>
              <w:left w:val="single" w:sz="2" w:space="0" w:color="auto"/>
              <w:right w:val="single" w:sz="2" w:space="0" w:color="auto"/>
            </w:tcBorders>
            <w:shd w:val="clear" w:color="auto" w:fill="auto"/>
          </w:tcPr>
          <w:p w14:paraId="0984F29A"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9B" w14:textId="77777777" w:rsidR="001E08D1" w:rsidRPr="00EF2F0E" w:rsidRDefault="001E08D1" w:rsidP="001E08D1">
            <w:pPr>
              <w:pStyle w:val="TAL"/>
              <w:rPr>
                <w:rFonts w:cs="Arial"/>
              </w:rPr>
            </w:pPr>
            <w:r w:rsidRPr="00EF2F0E">
              <w:rPr>
                <w:rFonts w:cs="Arial"/>
              </w:rPr>
              <w:t>For UTRA BS operating in Band IV, this requirement applies for 1755 MHz to 1780 MHz, while the rest is covered in subclause 9.7.6.3.2. For  UTRA BS operating in Band X, this requirement applies for 1770 MHz to 1780 MHz, while the rest is covered in subclause 9.7.6.3.2.</w:t>
            </w:r>
          </w:p>
        </w:tc>
      </w:tr>
      <w:tr w:rsidR="003401A4" w:rsidRPr="00EF2F0E" w14:paraId="0984F2A2" w14:textId="77777777" w:rsidTr="00AB06FD">
        <w:trPr>
          <w:cantSplit/>
          <w:trHeight w:val="155"/>
          <w:jc w:val="center"/>
        </w:trPr>
        <w:tc>
          <w:tcPr>
            <w:tcW w:w="1346" w:type="dxa"/>
            <w:shd w:val="clear" w:color="auto" w:fill="auto"/>
          </w:tcPr>
          <w:p w14:paraId="0984F29D" w14:textId="77777777" w:rsidR="001E08D1" w:rsidRPr="00EF2F0E" w:rsidRDefault="001E08D1" w:rsidP="001E08D1">
            <w:pPr>
              <w:pStyle w:val="TAC"/>
              <w:rPr>
                <w:rFonts w:cs="Arial"/>
              </w:rPr>
            </w:pPr>
            <w:r w:rsidRPr="00EF2F0E">
              <w:rPr>
                <w:rFonts w:cs="Arial"/>
              </w:rPr>
              <w:t>E-UTRA Band 67</w:t>
            </w:r>
          </w:p>
        </w:tc>
        <w:tc>
          <w:tcPr>
            <w:tcW w:w="1657" w:type="dxa"/>
            <w:tcBorders>
              <w:left w:val="single" w:sz="2" w:space="0" w:color="auto"/>
              <w:right w:val="single" w:sz="2" w:space="0" w:color="auto"/>
            </w:tcBorders>
            <w:shd w:val="clear" w:color="auto" w:fill="auto"/>
          </w:tcPr>
          <w:p w14:paraId="0984F29E" w14:textId="77777777" w:rsidR="001E08D1" w:rsidRPr="00EF2F0E" w:rsidRDefault="001E08D1" w:rsidP="001E08D1">
            <w:pPr>
              <w:pStyle w:val="TAC"/>
              <w:rPr>
                <w:rFonts w:cs="Arial"/>
                <w:lang w:eastAsia="zh-CN"/>
              </w:rPr>
            </w:pPr>
            <w:r w:rsidRPr="00EF2F0E">
              <w:rPr>
                <w:rFonts w:cs="Arial"/>
              </w:rPr>
              <w:t>738 - 758 MHz</w:t>
            </w:r>
          </w:p>
        </w:tc>
        <w:tc>
          <w:tcPr>
            <w:tcW w:w="851" w:type="dxa"/>
            <w:tcBorders>
              <w:left w:val="single" w:sz="2" w:space="0" w:color="auto"/>
              <w:right w:val="single" w:sz="2" w:space="0" w:color="auto"/>
            </w:tcBorders>
            <w:shd w:val="clear" w:color="auto" w:fill="auto"/>
          </w:tcPr>
          <w:p w14:paraId="0984F29F"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A0"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A1" w14:textId="77777777" w:rsidR="001E08D1" w:rsidRPr="00EF2F0E" w:rsidRDefault="001E08D1" w:rsidP="001E08D1">
            <w:pPr>
              <w:pStyle w:val="TAL"/>
              <w:rPr>
                <w:rFonts w:cs="Arial"/>
              </w:rPr>
            </w:pPr>
          </w:p>
        </w:tc>
      </w:tr>
      <w:tr w:rsidR="003401A4" w:rsidRPr="00EF2F0E" w14:paraId="0984F2A8" w14:textId="77777777" w:rsidTr="00B61376">
        <w:trPr>
          <w:cantSplit/>
          <w:trHeight w:val="155"/>
          <w:jc w:val="center"/>
        </w:trPr>
        <w:tc>
          <w:tcPr>
            <w:tcW w:w="1346" w:type="dxa"/>
            <w:vMerge w:val="restart"/>
            <w:shd w:val="clear" w:color="auto" w:fill="auto"/>
          </w:tcPr>
          <w:p w14:paraId="0984F2A3" w14:textId="77777777" w:rsidR="001E08D1" w:rsidRPr="00EF2F0E" w:rsidRDefault="001E08D1" w:rsidP="001E08D1">
            <w:pPr>
              <w:pStyle w:val="TAC"/>
              <w:rPr>
                <w:rFonts w:cs="Arial"/>
              </w:rPr>
            </w:pPr>
            <w:r w:rsidRPr="00EF2F0E">
              <w:rPr>
                <w:rFonts w:cs="Arial"/>
              </w:rPr>
              <w:t>E-UTRA Band 68</w:t>
            </w:r>
          </w:p>
        </w:tc>
        <w:tc>
          <w:tcPr>
            <w:tcW w:w="1657" w:type="dxa"/>
            <w:tcBorders>
              <w:left w:val="single" w:sz="2" w:space="0" w:color="auto"/>
              <w:right w:val="single" w:sz="2" w:space="0" w:color="auto"/>
            </w:tcBorders>
            <w:shd w:val="clear" w:color="auto" w:fill="auto"/>
          </w:tcPr>
          <w:p w14:paraId="0984F2A4" w14:textId="77777777" w:rsidR="001E08D1" w:rsidRPr="00EF2F0E" w:rsidRDefault="001E08D1" w:rsidP="001E08D1">
            <w:pPr>
              <w:pStyle w:val="TAC"/>
              <w:rPr>
                <w:rFonts w:cs="Arial"/>
                <w:lang w:eastAsia="zh-CN"/>
              </w:rPr>
            </w:pPr>
            <w:r w:rsidRPr="00EF2F0E">
              <w:rPr>
                <w:rFonts w:cs="Arial"/>
              </w:rPr>
              <w:t>753 -783 MHz</w:t>
            </w:r>
          </w:p>
        </w:tc>
        <w:tc>
          <w:tcPr>
            <w:tcW w:w="851" w:type="dxa"/>
            <w:tcBorders>
              <w:left w:val="single" w:sz="2" w:space="0" w:color="auto"/>
              <w:right w:val="single" w:sz="2" w:space="0" w:color="auto"/>
            </w:tcBorders>
            <w:shd w:val="clear" w:color="auto" w:fill="auto"/>
          </w:tcPr>
          <w:p w14:paraId="0984F2A5"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A6"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A7" w14:textId="77777777" w:rsidR="001E08D1" w:rsidRPr="00EF2F0E" w:rsidRDefault="001E08D1" w:rsidP="001E08D1">
            <w:pPr>
              <w:pStyle w:val="TAL"/>
              <w:rPr>
                <w:rFonts w:cs="Arial"/>
              </w:rPr>
            </w:pPr>
          </w:p>
        </w:tc>
      </w:tr>
      <w:tr w:rsidR="003401A4" w:rsidRPr="00EF2F0E" w14:paraId="0984F2AE" w14:textId="77777777" w:rsidTr="00B61376">
        <w:trPr>
          <w:cantSplit/>
          <w:trHeight w:val="155"/>
          <w:jc w:val="center"/>
        </w:trPr>
        <w:tc>
          <w:tcPr>
            <w:tcW w:w="1346" w:type="dxa"/>
            <w:vMerge/>
            <w:shd w:val="clear" w:color="auto" w:fill="auto"/>
          </w:tcPr>
          <w:p w14:paraId="0984F2A9" w14:textId="77777777" w:rsidR="001E08D1" w:rsidRPr="00EF2F0E" w:rsidRDefault="001E08D1" w:rsidP="001E08D1">
            <w:pPr>
              <w:pStyle w:val="TAC"/>
              <w:rPr>
                <w:rFonts w:cs="Arial"/>
              </w:rPr>
            </w:pPr>
          </w:p>
        </w:tc>
        <w:tc>
          <w:tcPr>
            <w:tcW w:w="1657" w:type="dxa"/>
            <w:tcBorders>
              <w:left w:val="single" w:sz="2" w:space="0" w:color="auto"/>
              <w:right w:val="single" w:sz="2" w:space="0" w:color="auto"/>
            </w:tcBorders>
            <w:shd w:val="clear" w:color="auto" w:fill="auto"/>
          </w:tcPr>
          <w:p w14:paraId="0984F2AA" w14:textId="77777777" w:rsidR="001E08D1" w:rsidRPr="00EF2F0E" w:rsidRDefault="001E08D1" w:rsidP="001E08D1">
            <w:pPr>
              <w:pStyle w:val="TAC"/>
              <w:rPr>
                <w:rFonts w:cs="Arial"/>
                <w:lang w:eastAsia="zh-CN"/>
              </w:rPr>
            </w:pPr>
            <w:r w:rsidRPr="00EF2F0E">
              <w:rPr>
                <w:rFonts w:cs="Arial"/>
              </w:rPr>
              <w:t>698-728 MHz</w:t>
            </w:r>
          </w:p>
        </w:tc>
        <w:tc>
          <w:tcPr>
            <w:tcW w:w="851" w:type="dxa"/>
            <w:tcBorders>
              <w:left w:val="single" w:sz="2" w:space="0" w:color="auto"/>
              <w:right w:val="single" w:sz="2" w:space="0" w:color="auto"/>
            </w:tcBorders>
            <w:shd w:val="clear" w:color="auto" w:fill="auto"/>
          </w:tcPr>
          <w:p w14:paraId="0984F2AB" w14:textId="77777777" w:rsidR="001E08D1" w:rsidRPr="00EF2F0E" w:rsidRDefault="001E08D1" w:rsidP="001E08D1">
            <w:pPr>
              <w:pStyle w:val="TAC"/>
              <w:rPr>
                <w:rFonts w:cs="Arial"/>
              </w:rPr>
            </w:pPr>
            <w:r w:rsidRPr="00EF2F0E">
              <w:rPr>
                <w:rFonts w:cs="Arial"/>
              </w:rPr>
              <w:t>-43 dBm</w:t>
            </w:r>
          </w:p>
        </w:tc>
        <w:tc>
          <w:tcPr>
            <w:tcW w:w="1417" w:type="dxa"/>
            <w:tcBorders>
              <w:left w:val="single" w:sz="2" w:space="0" w:color="auto"/>
              <w:right w:val="single" w:sz="2" w:space="0" w:color="auto"/>
            </w:tcBorders>
            <w:shd w:val="clear" w:color="auto" w:fill="auto"/>
          </w:tcPr>
          <w:p w14:paraId="0984F2AC"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AD" w14:textId="77777777" w:rsidR="001E08D1" w:rsidRPr="00EF2F0E" w:rsidRDefault="001E08D1" w:rsidP="001E08D1">
            <w:pPr>
              <w:pStyle w:val="TAL"/>
              <w:rPr>
                <w:rFonts w:cs="Arial"/>
              </w:rPr>
            </w:pPr>
          </w:p>
        </w:tc>
      </w:tr>
      <w:tr w:rsidR="003401A4" w:rsidRPr="00EF2F0E" w14:paraId="0984F2B4" w14:textId="77777777" w:rsidTr="00B61376">
        <w:trPr>
          <w:cantSplit/>
          <w:trHeight w:val="155"/>
          <w:jc w:val="center"/>
        </w:trPr>
        <w:tc>
          <w:tcPr>
            <w:tcW w:w="1346" w:type="dxa"/>
            <w:shd w:val="clear" w:color="auto" w:fill="auto"/>
          </w:tcPr>
          <w:p w14:paraId="0984F2AF" w14:textId="77777777" w:rsidR="001E08D1" w:rsidRPr="00EF2F0E" w:rsidRDefault="001E08D1" w:rsidP="001E08D1">
            <w:pPr>
              <w:pStyle w:val="TAC"/>
              <w:rPr>
                <w:rFonts w:cs="Arial"/>
              </w:rPr>
            </w:pPr>
            <w:r w:rsidRPr="00EF2F0E">
              <w:rPr>
                <w:rFonts w:cs="Arial"/>
              </w:rPr>
              <w:t>E-UTRA Band 69</w:t>
            </w:r>
          </w:p>
        </w:tc>
        <w:tc>
          <w:tcPr>
            <w:tcW w:w="1657" w:type="dxa"/>
            <w:tcBorders>
              <w:left w:val="single" w:sz="2" w:space="0" w:color="auto"/>
              <w:right w:val="single" w:sz="2" w:space="0" w:color="auto"/>
            </w:tcBorders>
            <w:shd w:val="clear" w:color="auto" w:fill="auto"/>
          </w:tcPr>
          <w:p w14:paraId="0984F2B0" w14:textId="77777777" w:rsidR="001E08D1" w:rsidRPr="00EF2F0E" w:rsidRDefault="001E08D1" w:rsidP="001E08D1">
            <w:pPr>
              <w:pStyle w:val="TAC"/>
              <w:rPr>
                <w:rFonts w:cs="Arial"/>
              </w:rPr>
            </w:pPr>
            <w:r w:rsidRPr="00EF2F0E">
              <w:rPr>
                <w:rFonts w:cs="Arial"/>
              </w:rPr>
              <w:t>2570 - 2620 MHz</w:t>
            </w:r>
          </w:p>
        </w:tc>
        <w:tc>
          <w:tcPr>
            <w:tcW w:w="851" w:type="dxa"/>
            <w:tcBorders>
              <w:left w:val="single" w:sz="2" w:space="0" w:color="auto"/>
              <w:right w:val="single" w:sz="2" w:space="0" w:color="auto"/>
            </w:tcBorders>
            <w:shd w:val="clear" w:color="auto" w:fill="auto"/>
          </w:tcPr>
          <w:p w14:paraId="0984F2B1"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B2"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B3" w14:textId="77777777" w:rsidR="001E08D1" w:rsidRPr="00EF2F0E" w:rsidRDefault="001E08D1" w:rsidP="001E08D1">
            <w:pPr>
              <w:pStyle w:val="TAL"/>
              <w:rPr>
                <w:rFonts w:cs="Arial"/>
              </w:rPr>
            </w:pPr>
          </w:p>
        </w:tc>
      </w:tr>
      <w:tr w:rsidR="003401A4" w:rsidRPr="00EF2F0E" w14:paraId="0984F2BA" w14:textId="77777777" w:rsidTr="00B61376">
        <w:trPr>
          <w:cantSplit/>
          <w:trHeight w:val="155"/>
          <w:jc w:val="center"/>
        </w:trPr>
        <w:tc>
          <w:tcPr>
            <w:tcW w:w="1346" w:type="dxa"/>
            <w:vMerge w:val="restart"/>
            <w:shd w:val="clear" w:color="auto" w:fill="auto"/>
          </w:tcPr>
          <w:p w14:paraId="0984F2B5" w14:textId="77777777" w:rsidR="001E08D1" w:rsidRPr="00EF2F0E" w:rsidRDefault="001E08D1" w:rsidP="001E08D1">
            <w:pPr>
              <w:pStyle w:val="TAC"/>
              <w:rPr>
                <w:rFonts w:cs="Arial"/>
              </w:rPr>
            </w:pPr>
            <w:r w:rsidRPr="00EF2F0E">
              <w:rPr>
                <w:rFonts w:cs="Arial"/>
              </w:rPr>
              <w:t>E-UTRA Band 70 or NR band n70</w:t>
            </w:r>
          </w:p>
        </w:tc>
        <w:tc>
          <w:tcPr>
            <w:tcW w:w="1657" w:type="dxa"/>
            <w:tcBorders>
              <w:left w:val="single" w:sz="2" w:space="0" w:color="auto"/>
              <w:right w:val="single" w:sz="2" w:space="0" w:color="auto"/>
            </w:tcBorders>
            <w:shd w:val="clear" w:color="auto" w:fill="auto"/>
          </w:tcPr>
          <w:p w14:paraId="0984F2B6" w14:textId="77777777" w:rsidR="001E08D1" w:rsidRPr="00EF2F0E" w:rsidRDefault="001E08D1" w:rsidP="001E08D1">
            <w:pPr>
              <w:pStyle w:val="TAC"/>
              <w:rPr>
                <w:rFonts w:cs="Arial"/>
              </w:rPr>
            </w:pPr>
            <w:r w:rsidRPr="00EF2F0E">
              <w:rPr>
                <w:rFonts w:cs="Arial"/>
              </w:rPr>
              <w:t>1995 – 2020 MHz</w:t>
            </w:r>
          </w:p>
        </w:tc>
        <w:tc>
          <w:tcPr>
            <w:tcW w:w="851" w:type="dxa"/>
            <w:tcBorders>
              <w:left w:val="single" w:sz="2" w:space="0" w:color="auto"/>
              <w:right w:val="single" w:sz="2" w:space="0" w:color="auto"/>
            </w:tcBorders>
            <w:shd w:val="clear" w:color="auto" w:fill="auto"/>
          </w:tcPr>
          <w:p w14:paraId="0984F2B7" w14:textId="77777777" w:rsidR="001E08D1" w:rsidRPr="00EF2F0E" w:rsidRDefault="001E08D1" w:rsidP="001E08D1">
            <w:pPr>
              <w:pStyle w:val="TAC"/>
              <w:rPr>
                <w:rFonts w:cs="Arial"/>
              </w:rPr>
            </w:pPr>
            <w:r w:rsidRPr="00EF2F0E">
              <w:rPr>
                <w:rFonts w:cs="Arial"/>
              </w:rPr>
              <w:t>-46 dBm</w:t>
            </w:r>
          </w:p>
        </w:tc>
        <w:tc>
          <w:tcPr>
            <w:tcW w:w="1417" w:type="dxa"/>
            <w:tcBorders>
              <w:left w:val="single" w:sz="2" w:space="0" w:color="auto"/>
              <w:right w:val="single" w:sz="2" w:space="0" w:color="auto"/>
            </w:tcBorders>
            <w:shd w:val="clear" w:color="auto" w:fill="auto"/>
          </w:tcPr>
          <w:p w14:paraId="0984F2B8"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B9" w14:textId="77777777" w:rsidR="001E08D1" w:rsidRPr="00EF2F0E" w:rsidRDefault="001E08D1" w:rsidP="001E08D1">
            <w:pPr>
              <w:pStyle w:val="TAL"/>
              <w:rPr>
                <w:rFonts w:cs="v5.0.0"/>
              </w:rPr>
            </w:pPr>
            <w:r w:rsidRPr="00EF2F0E">
              <w:rPr>
                <w:rFonts w:cs="Arial"/>
              </w:rPr>
              <w:t>This requirement does not apply to UTRA BS operating in band II or XXV.</w:t>
            </w:r>
          </w:p>
        </w:tc>
      </w:tr>
      <w:tr w:rsidR="003401A4" w:rsidRPr="00EF2F0E" w14:paraId="0984F2C0" w14:textId="77777777" w:rsidTr="00B61376">
        <w:trPr>
          <w:cantSplit/>
          <w:trHeight w:val="155"/>
          <w:jc w:val="center"/>
        </w:trPr>
        <w:tc>
          <w:tcPr>
            <w:tcW w:w="1346" w:type="dxa"/>
            <w:vMerge/>
            <w:shd w:val="clear" w:color="auto" w:fill="auto"/>
          </w:tcPr>
          <w:p w14:paraId="0984F2BB" w14:textId="77777777" w:rsidR="001E08D1" w:rsidRPr="00EF2F0E" w:rsidRDefault="001E08D1" w:rsidP="001E08D1">
            <w:pPr>
              <w:pStyle w:val="TAC"/>
              <w:rPr>
                <w:rFonts w:cs="Arial"/>
              </w:rPr>
            </w:pPr>
          </w:p>
        </w:tc>
        <w:tc>
          <w:tcPr>
            <w:tcW w:w="1657" w:type="dxa"/>
            <w:tcBorders>
              <w:left w:val="single" w:sz="2" w:space="0" w:color="auto"/>
              <w:right w:val="single" w:sz="2" w:space="0" w:color="auto"/>
            </w:tcBorders>
            <w:shd w:val="clear" w:color="auto" w:fill="auto"/>
          </w:tcPr>
          <w:p w14:paraId="0984F2BC" w14:textId="77777777" w:rsidR="001E08D1" w:rsidRPr="00EF2F0E" w:rsidRDefault="001E08D1" w:rsidP="001E08D1">
            <w:pPr>
              <w:pStyle w:val="TAC"/>
              <w:rPr>
                <w:rFonts w:cs="Arial"/>
                <w:lang w:eastAsia="zh-CN"/>
              </w:rPr>
            </w:pPr>
            <w:r w:rsidRPr="00EF2F0E">
              <w:rPr>
                <w:rFonts w:cs="Arial"/>
              </w:rPr>
              <w:t>1695 – 1710 MHz</w:t>
            </w:r>
          </w:p>
        </w:tc>
        <w:tc>
          <w:tcPr>
            <w:tcW w:w="851" w:type="dxa"/>
            <w:tcBorders>
              <w:left w:val="single" w:sz="2" w:space="0" w:color="auto"/>
              <w:right w:val="single" w:sz="2" w:space="0" w:color="auto"/>
            </w:tcBorders>
            <w:shd w:val="clear" w:color="auto" w:fill="auto"/>
          </w:tcPr>
          <w:p w14:paraId="0984F2BD" w14:textId="77777777" w:rsidR="001E08D1" w:rsidRPr="00EF2F0E" w:rsidRDefault="001E08D1" w:rsidP="001E08D1">
            <w:pPr>
              <w:pStyle w:val="TAC"/>
              <w:rPr>
                <w:rFonts w:cs="Arial"/>
              </w:rPr>
            </w:pPr>
            <w:r w:rsidRPr="00EF2F0E">
              <w:rPr>
                <w:rFonts w:cs="Arial"/>
              </w:rPr>
              <w:t>-43 dBm</w:t>
            </w:r>
          </w:p>
        </w:tc>
        <w:tc>
          <w:tcPr>
            <w:tcW w:w="1417" w:type="dxa"/>
            <w:tcBorders>
              <w:left w:val="single" w:sz="2" w:space="0" w:color="auto"/>
              <w:right w:val="single" w:sz="2" w:space="0" w:color="auto"/>
            </w:tcBorders>
            <w:shd w:val="clear" w:color="auto" w:fill="auto"/>
          </w:tcPr>
          <w:p w14:paraId="0984F2BE" w14:textId="77777777" w:rsidR="001E08D1" w:rsidRPr="00EF2F0E" w:rsidRDefault="001E08D1" w:rsidP="001E08D1">
            <w:pPr>
              <w:pStyle w:val="TAC"/>
              <w:rPr>
                <w:rFonts w:cs="Arial"/>
              </w:rPr>
            </w:pPr>
            <w:r w:rsidRPr="00EF2F0E">
              <w:rPr>
                <w:rFonts w:cs="Arial"/>
              </w:rPr>
              <w:t>1 MHz</w:t>
            </w:r>
          </w:p>
        </w:tc>
        <w:tc>
          <w:tcPr>
            <w:tcW w:w="4422" w:type="dxa"/>
            <w:tcBorders>
              <w:left w:val="single" w:sz="2" w:space="0" w:color="auto"/>
              <w:right w:val="single" w:sz="2" w:space="0" w:color="auto"/>
            </w:tcBorders>
            <w:shd w:val="clear" w:color="auto" w:fill="auto"/>
          </w:tcPr>
          <w:p w14:paraId="0984F2BF" w14:textId="77777777" w:rsidR="001E08D1" w:rsidRPr="00EF2F0E" w:rsidRDefault="001E08D1" w:rsidP="001E08D1">
            <w:pPr>
              <w:pStyle w:val="TAL"/>
              <w:rPr>
                <w:rFonts w:cs="Arial"/>
              </w:rPr>
            </w:pPr>
          </w:p>
        </w:tc>
      </w:tr>
      <w:tr w:rsidR="003401A4" w:rsidRPr="00EF2F0E" w14:paraId="0984F2C6" w14:textId="77777777" w:rsidTr="00AA1961">
        <w:trPr>
          <w:cantSplit/>
          <w:trHeight w:val="155"/>
          <w:jc w:val="center"/>
        </w:trPr>
        <w:tc>
          <w:tcPr>
            <w:tcW w:w="1346" w:type="dxa"/>
            <w:vMerge w:val="restart"/>
            <w:shd w:val="clear" w:color="auto" w:fill="auto"/>
          </w:tcPr>
          <w:p w14:paraId="0984F2C1" w14:textId="77777777" w:rsidR="001E08D1" w:rsidRPr="00EF2F0E" w:rsidRDefault="001E08D1" w:rsidP="001E08D1">
            <w:pPr>
              <w:pStyle w:val="TAC"/>
              <w:rPr>
                <w:rFonts w:cs="Arial"/>
              </w:rPr>
            </w:pPr>
            <w:r w:rsidRPr="00EF2F0E">
              <w:rPr>
                <w:rFonts w:cs="Arial"/>
                <w:lang w:eastAsia="ko-KR"/>
              </w:rPr>
              <w:t>E-UTRA Band 71</w:t>
            </w:r>
          </w:p>
        </w:tc>
        <w:tc>
          <w:tcPr>
            <w:tcW w:w="1657" w:type="dxa"/>
            <w:tcBorders>
              <w:left w:val="single" w:sz="2" w:space="0" w:color="auto"/>
              <w:right w:val="single" w:sz="2" w:space="0" w:color="auto"/>
            </w:tcBorders>
            <w:shd w:val="clear" w:color="auto" w:fill="auto"/>
          </w:tcPr>
          <w:p w14:paraId="0984F2C2" w14:textId="77777777" w:rsidR="001E08D1" w:rsidRPr="00EF2F0E" w:rsidRDefault="001E08D1" w:rsidP="001E08D1">
            <w:pPr>
              <w:pStyle w:val="TAC"/>
              <w:rPr>
                <w:rFonts w:cs="Arial"/>
              </w:rPr>
            </w:pPr>
            <w:r w:rsidRPr="00EF2F0E">
              <w:rPr>
                <w:rFonts w:cs="Arial"/>
                <w:u w:val="single"/>
                <w:lang w:eastAsia="ko-KR"/>
              </w:rPr>
              <w:t>617 - 652 MHz</w:t>
            </w:r>
          </w:p>
        </w:tc>
        <w:tc>
          <w:tcPr>
            <w:tcW w:w="851" w:type="dxa"/>
            <w:tcBorders>
              <w:left w:val="single" w:sz="2" w:space="0" w:color="auto"/>
              <w:right w:val="single" w:sz="2" w:space="0" w:color="auto"/>
            </w:tcBorders>
            <w:shd w:val="clear" w:color="auto" w:fill="auto"/>
          </w:tcPr>
          <w:p w14:paraId="0984F2C3" w14:textId="77777777" w:rsidR="001E08D1" w:rsidRPr="00EF2F0E" w:rsidRDefault="001E08D1" w:rsidP="001E08D1">
            <w:pPr>
              <w:pStyle w:val="TAC"/>
              <w:rPr>
                <w:rFonts w:cs="Arial"/>
              </w:rPr>
            </w:pPr>
            <w:r w:rsidRPr="00EF2F0E">
              <w:rPr>
                <w:rFonts w:cs="Arial"/>
                <w:lang w:eastAsia="ko-KR"/>
              </w:rPr>
              <w:t>-52 dBm</w:t>
            </w:r>
          </w:p>
        </w:tc>
        <w:tc>
          <w:tcPr>
            <w:tcW w:w="1417" w:type="dxa"/>
            <w:tcBorders>
              <w:left w:val="single" w:sz="2" w:space="0" w:color="auto"/>
              <w:right w:val="single" w:sz="2" w:space="0" w:color="auto"/>
            </w:tcBorders>
            <w:shd w:val="clear" w:color="auto" w:fill="auto"/>
          </w:tcPr>
          <w:p w14:paraId="0984F2C4" w14:textId="77777777" w:rsidR="001E08D1" w:rsidRPr="00EF2F0E" w:rsidRDefault="001E08D1" w:rsidP="001E08D1">
            <w:pPr>
              <w:pStyle w:val="TAC"/>
              <w:rPr>
                <w:rFonts w:cs="Arial"/>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2C5" w14:textId="77777777" w:rsidR="001E08D1" w:rsidRPr="00EF2F0E" w:rsidRDefault="001E08D1" w:rsidP="001E08D1">
            <w:pPr>
              <w:pStyle w:val="TAL"/>
              <w:rPr>
                <w:rFonts w:cs="v5.0.0"/>
              </w:rPr>
            </w:pPr>
          </w:p>
        </w:tc>
      </w:tr>
      <w:tr w:rsidR="003401A4" w:rsidRPr="00EF2F0E" w14:paraId="0984F2CC" w14:textId="77777777" w:rsidTr="00AA1961">
        <w:trPr>
          <w:cantSplit/>
          <w:trHeight w:val="155"/>
          <w:jc w:val="center"/>
        </w:trPr>
        <w:tc>
          <w:tcPr>
            <w:tcW w:w="1346" w:type="dxa"/>
            <w:vMerge/>
            <w:shd w:val="clear" w:color="auto" w:fill="auto"/>
          </w:tcPr>
          <w:p w14:paraId="0984F2C7" w14:textId="77777777" w:rsidR="001E08D1" w:rsidRPr="00EF2F0E" w:rsidRDefault="001E08D1" w:rsidP="001E08D1">
            <w:pPr>
              <w:pStyle w:val="TAC"/>
              <w:rPr>
                <w:rFonts w:cs="Arial"/>
              </w:rPr>
            </w:pPr>
          </w:p>
        </w:tc>
        <w:tc>
          <w:tcPr>
            <w:tcW w:w="1657" w:type="dxa"/>
            <w:tcBorders>
              <w:left w:val="single" w:sz="2" w:space="0" w:color="auto"/>
              <w:right w:val="single" w:sz="2" w:space="0" w:color="auto"/>
            </w:tcBorders>
            <w:shd w:val="clear" w:color="auto" w:fill="auto"/>
          </w:tcPr>
          <w:p w14:paraId="0984F2C8" w14:textId="77777777" w:rsidR="001E08D1" w:rsidRPr="00EF2F0E" w:rsidRDefault="001E08D1" w:rsidP="001E08D1">
            <w:pPr>
              <w:pStyle w:val="TAC"/>
              <w:rPr>
                <w:rFonts w:cs="Arial"/>
                <w:lang w:eastAsia="zh-CN"/>
              </w:rPr>
            </w:pPr>
            <w:r w:rsidRPr="00EF2F0E">
              <w:rPr>
                <w:rFonts w:cs="Arial"/>
                <w:u w:val="single"/>
                <w:lang w:eastAsia="ko-KR"/>
              </w:rPr>
              <w:t>663 – 698 MHz</w:t>
            </w:r>
          </w:p>
        </w:tc>
        <w:tc>
          <w:tcPr>
            <w:tcW w:w="851" w:type="dxa"/>
            <w:tcBorders>
              <w:left w:val="single" w:sz="2" w:space="0" w:color="auto"/>
              <w:right w:val="single" w:sz="2" w:space="0" w:color="auto"/>
            </w:tcBorders>
            <w:shd w:val="clear" w:color="auto" w:fill="auto"/>
          </w:tcPr>
          <w:p w14:paraId="0984F2C9" w14:textId="77777777" w:rsidR="001E08D1" w:rsidRPr="00EF2F0E" w:rsidRDefault="001E08D1" w:rsidP="001E08D1">
            <w:pPr>
              <w:pStyle w:val="TAC"/>
              <w:rPr>
                <w:rFonts w:cs="Arial"/>
              </w:rPr>
            </w:pPr>
            <w:r w:rsidRPr="00EF2F0E">
              <w:rPr>
                <w:rFonts w:cs="Arial"/>
                <w:lang w:eastAsia="ko-KR"/>
              </w:rPr>
              <w:t>-49 dBm</w:t>
            </w:r>
          </w:p>
        </w:tc>
        <w:tc>
          <w:tcPr>
            <w:tcW w:w="1417" w:type="dxa"/>
            <w:tcBorders>
              <w:left w:val="single" w:sz="2" w:space="0" w:color="auto"/>
              <w:right w:val="single" w:sz="2" w:space="0" w:color="auto"/>
            </w:tcBorders>
            <w:shd w:val="clear" w:color="auto" w:fill="auto"/>
          </w:tcPr>
          <w:p w14:paraId="0984F2CA" w14:textId="77777777" w:rsidR="001E08D1" w:rsidRPr="00EF2F0E" w:rsidRDefault="001E08D1" w:rsidP="001E08D1">
            <w:pPr>
              <w:pStyle w:val="TAC"/>
              <w:rPr>
                <w:rFonts w:cs="Arial"/>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2CB" w14:textId="77777777" w:rsidR="001E08D1" w:rsidRPr="00EF2F0E" w:rsidRDefault="001E08D1" w:rsidP="001E08D1">
            <w:pPr>
              <w:pStyle w:val="TAL"/>
              <w:rPr>
                <w:rFonts w:cs="Arial"/>
              </w:rPr>
            </w:pPr>
          </w:p>
        </w:tc>
      </w:tr>
      <w:tr w:rsidR="003401A4" w:rsidRPr="00EF2F0E" w14:paraId="0984F2D2" w14:textId="77777777" w:rsidTr="00AA1961">
        <w:trPr>
          <w:cantSplit/>
          <w:trHeight w:val="155"/>
          <w:jc w:val="center"/>
        </w:trPr>
        <w:tc>
          <w:tcPr>
            <w:tcW w:w="1346" w:type="dxa"/>
            <w:vMerge w:val="restart"/>
            <w:shd w:val="clear" w:color="auto" w:fill="auto"/>
          </w:tcPr>
          <w:p w14:paraId="0984F2CD" w14:textId="77777777" w:rsidR="001E08D1" w:rsidRPr="00EF2F0E" w:rsidRDefault="001E08D1" w:rsidP="001E08D1">
            <w:pPr>
              <w:pStyle w:val="TAC"/>
              <w:rPr>
                <w:rFonts w:cs="Arial"/>
              </w:rPr>
            </w:pPr>
            <w:r w:rsidRPr="00EF2F0E">
              <w:rPr>
                <w:lang w:eastAsia="ko-KR"/>
              </w:rPr>
              <w:t xml:space="preserve">E-UTRA Band </w:t>
            </w:r>
            <w:r w:rsidRPr="00EF2F0E">
              <w:rPr>
                <w:lang w:val="en-US" w:eastAsia="ko-KR"/>
              </w:rPr>
              <w:t>72</w:t>
            </w:r>
          </w:p>
        </w:tc>
        <w:tc>
          <w:tcPr>
            <w:tcW w:w="1657" w:type="dxa"/>
            <w:tcBorders>
              <w:left w:val="single" w:sz="2" w:space="0" w:color="auto"/>
              <w:right w:val="single" w:sz="2" w:space="0" w:color="auto"/>
            </w:tcBorders>
            <w:shd w:val="clear" w:color="auto" w:fill="auto"/>
          </w:tcPr>
          <w:p w14:paraId="0984F2CE" w14:textId="77777777" w:rsidR="001E08D1" w:rsidRPr="00EF2F0E" w:rsidRDefault="001E08D1" w:rsidP="001E08D1">
            <w:pPr>
              <w:pStyle w:val="TAC"/>
              <w:rPr>
                <w:rFonts w:cs="Arial"/>
              </w:rPr>
            </w:pPr>
            <w:r w:rsidRPr="00EF2F0E">
              <w:rPr>
                <w:rFonts w:cs="Arial" w:hint="eastAsia"/>
                <w:lang w:eastAsia="zh-CN"/>
              </w:rPr>
              <w:t>46</w:t>
            </w:r>
            <w:r w:rsidRPr="00EF2F0E">
              <w:rPr>
                <w:rFonts w:cs="Arial"/>
                <w:lang w:val="en-US" w:eastAsia="zh-CN"/>
              </w:rPr>
              <w:t>1</w:t>
            </w:r>
            <w:r w:rsidRPr="00EF2F0E">
              <w:rPr>
                <w:rFonts w:cs="Arial" w:hint="eastAsia"/>
                <w:lang w:eastAsia="zh-CN"/>
              </w:rPr>
              <w:t xml:space="preserve"> -</w:t>
            </w:r>
            <w:r w:rsidRPr="00EF2F0E">
              <w:rPr>
                <w:rFonts w:cs="Arial"/>
                <w:lang w:val="en-US" w:eastAsia="zh-CN"/>
              </w:rPr>
              <w:t xml:space="preserve"> </w:t>
            </w:r>
            <w:r w:rsidRPr="00EF2F0E">
              <w:rPr>
                <w:rFonts w:cs="Arial" w:hint="eastAsia"/>
                <w:lang w:eastAsia="zh-CN"/>
              </w:rPr>
              <w:t>46</w:t>
            </w:r>
            <w:r w:rsidRPr="00EF2F0E">
              <w:rPr>
                <w:rFonts w:cs="Arial"/>
                <w:lang w:val="en-US" w:eastAsia="zh-CN"/>
              </w:rPr>
              <w:t>6</w:t>
            </w:r>
            <w:r w:rsidRPr="00EF2F0E">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0984F2CF" w14:textId="77777777" w:rsidR="001E08D1" w:rsidRPr="00EF2F0E" w:rsidRDefault="001E08D1" w:rsidP="001E08D1">
            <w:pPr>
              <w:pStyle w:val="TAC"/>
              <w:rPr>
                <w:rFonts w:cs="Arial"/>
              </w:rPr>
            </w:pPr>
            <w:r w:rsidRPr="00EF2F0E">
              <w:rPr>
                <w:lang w:eastAsia="ko-KR"/>
              </w:rPr>
              <w:t>-52 dBm</w:t>
            </w:r>
          </w:p>
        </w:tc>
        <w:tc>
          <w:tcPr>
            <w:tcW w:w="1417" w:type="dxa"/>
            <w:tcBorders>
              <w:left w:val="single" w:sz="2" w:space="0" w:color="auto"/>
              <w:right w:val="single" w:sz="2" w:space="0" w:color="auto"/>
            </w:tcBorders>
            <w:shd w:val="clear" w:color="auto" w:fill="auto"/>
          </w:tcPr>
          <w:p w14:paraId="0984F2D0" w14:textId="77777777" w:rsidR="001E08D1" w:rsidRPr="00EF2F0E" w:rsidRDefault="001E08D1" w:rsidP="001E08D1">
            <w:pPr>
              <w:pStyle w:val="TAC"/>
              <w:rPr>
                <w:rFonts w:cs="Arial"/>
              </w:rPr>
            </w:pPr>
            <w:r w:rsidRPr="00EF2F0E">
              <w:rPr>
                <w:lang w:eastAsia="ko-KR"/>
              </w:rPr>
              <w:t>1 MHz</w:t>
            </w:r>
          </w:p>
        </w:tc>
        <w:tc>
          <w:tcPr>
            <w:tcW w:w="4422" w:type="dxa"/>
            <w:tcBorders>
              <w:left w:val="single" w:sz="2" w:space="0" w:color="auto"/>
              <w:right w:val="single" w:sz="2" w:space="0" w:color="auto"/>
            </w:tcBorders>
            <w:shd w:val="clear" w:color="auto" w:fill="auto"/>
          </w:tcPr>
          <w:p w14:paraId="0984F2D1" w14:textId="77777777" w:rsidR="001E08D1" w:rsidRPr="00EF2F0E" w:rsidRDefault="001E08D1" w:rsidP="001E08D1">
            <w:pPr>
              <w:pStyle w:val="TAL"/>
              <w:rPr>
                <w:rFonts w:cs="v5.0.0"/>
              </w:rPr>
            </w:pPr>
          </w:p>
        </w:tc>
      </w:tr>
      <w:tr w:rsidR="003401A4" w:rsidRPr="00EF2F0E" w14:paraId="0984F2D8" w14:textId="77777777" w:rsidTr="003E5BA9">
        <w:trPr>
          <w:cantSplit/>
          <w:trHeight w:val="155"/>
          <w:jc w:val="center"/>
        </w:trPr>
        <w:tc>
          <w:tcPr>
            <w:tcW w:w="1346" w:type="dxa"/>
            <w:vMerge/>
            <w:shd w:val="clear" w:color="auto" w:fill="auto"/>
            <w:vAlign w:val="center"/>
          </w:tcPr>
          <w:p w14:paraId="0984F2D3" w14:textId="77777777" w:rsidR="001E08D1" w:rsidRPr="00EF2F0E" w:rsidRDefault="001E08D1" w:rsidP="001E08D1">
            <w:pPr>
              <w:pStyle w:val="TAC"/>
              <w:rPr>
                <w:rFonts w:cs="Arial"/>
              </w:rPr>
            </w:pPr>
          </w:p>
        </w:tc>
        <w:tc>
          <w:tcPr>
            <w:tcW w:w="1657" w:type="dxa"/>
            <w:tcBorders>
              <w:left w:val="single" w:sz="2" w:space="0" w:color="auto"/>
              <w:right w:val="single" w:sz="2" w:space="0" w:color="auto"/>
            </w:tcBorders>
            <w:shd w:val="clear" w:color="auto" w:fill="auto"/>
          </w:tcPr>
          <w:p w14:paraId="0984F2D4" w14:textId="77777777" w:rsidR="001E08D1" w:rsidRPr="00EF2F0E" w:rsidRDefault="001E08D1" w:rsidP="001E08D1">
            <w:pPr>
              <w:pStyle w:val="TAC"/>
              <w:rPr>
                <w:rFonts w:cs="Arial"/>
                <w:lang w:eastAsia="zh-CN"/>
              </w:rPr>
            </w:pPr>
            <w:r w:rsidRPr="00EF2F0E">
              <w:rPr>
                <w:rFonts w:cs="Arial" w:hint="eastAsia"/>
                <w:lang w:eastAsia="zh-CN"/>
              </w:rPr>
              <w:t>45</w:t>
            </w:r>
            <w:r w:rsidRPr="00EF2F0E">
              <w:rPr>
                <w:rFonts w:cs="Arial"/>
                <w:lang w:val="en-US" w:eastAsia="zh-CN"/>
              </w:rPr>
              <w:t>1</w:t>
            </w:r>
            <w:r w:rsidRPr="00EF2F0E">
              <w:rPr>
                <w:rFonts w:cs="Arial" w:hint="eastAsia"/>
                <w:lang w:eastAsia="zh-CN"/>
              </w:rPr>
              <w:t xml:space="preserve"> -</w:t>
            </w:r>
            <w:r w:rsidRPr="00EF2F0E">
              <w:rPr>
                <w:rFonts w:cs="Arial"/>
                <w:lang w:val="en-US" w:eastAsia="zh-CN"/>
              </w:rPr>
              <w:t xml:space="preserve"> </w:t>
            </w:r>
            <w:r w:rsidRPr="00EF2F0E">
              <w:rPr>
                <w:rFonts w:cs="Arial" w:hint="eastAsia"/>
                <w:lang w:eastAsia="zh-CN"/>
              </w:rPr>
              <w:t>45</w:t>
            </w:r>
            <w:r w:rsidRPr="00EF2F0E">
              <w:rPr>
                <w:rFonts w:cs="Arial"/>
                <w:lang w:val="en-US" w:eastAsia="zh-CN"/>
              </w:rPr>
              <w:t>6</w:t>
            </w:r>
            <w:r w:rsidRPr="00EF2F0E">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0984F2D5" w14:textId="77777777" w:rsidR="001E08D1" w:rsidRPr="00EF2F0E" w:rsidRDefault="001E08D1" w:rsidP="001E08D1">
            <w:pPr>
              <w:pStyle w:val="TAC"/>
              <w:rPr>
                <w:rFonts w:cs="Arial"/>
              </w:rPr>
            </w:pPr>
            <w:r w:rsidRPr="00EF2F0E">
              <w:rPr>
                <w:lang w:eastAsia="ko-KR"/>
              </w:rPr>
              <w:t>-49 dBm</w:t>
            </w:r>
          </w:p>
        </w:tc>
        <w:tc>
          <w:tcPr>
            <w:tcW w:w="1417" w:type="dxa"/>
            <w:tcBorders>
              <w:left w:val="single" w:sz="2" w:space="0" w:color="auto"/>
              <w:right w:val="single" w:sz="2" w:space="0" w:color="auto"/>
            </w:tcBorders>
            <w:shd w:val="clear" w:color="auto" w:fill="auto"/>
          </w:tcPr>
          <w:p w14:paraId="0984F2D6" w14:textId="77777777" w:rsidR="001E08D1" w:rsidRPr="00EF2F0E" w:rsidRDefault="001E08D1" w:rsidP="001E08D1">
            <w:pPr>
              <w:pStyle w:val="TAC"/>
              <w:rPr>
                <w:rFonts w:cs="Arial"/>
              </w:rPr>
            </w:pPr>
            <w:r w:rsidRPr="00EF2F0E">
              <w:rPr>
                <w:lang w:eastAsia="ko-KR"/>
              </w:rPr>
              <w:t>1 MHz</w:t>
            </w:r>
          </w:p>
        </w:tc>
        <w:tc>
          <w:tcPr>
            <w:tcW w:w="4422" w:type="dxa"/>
            <w:tcBorders>
              <w:left w:val="single" w:sz="2" w:space="0" w:color="auto"/>
              <w:right w:val="single" w:sz="2" w:space="0" w:color="auto"/>
            </w:tcBorders>
            <w:shd w:val="clear" w:color="auto" w:fill="auto"/>
          </w:tcPr>
          <w:p w14:paraId="0984F2D7" w14:textId="77777777" w:rsidR="001E08D1" w:rsidRPr="00EF2F0E" w:rsidRDefault="001E08D1" w:rsidP="001E08D1">
            <w:pPr>
              <w:pStyle w:val="TAL"/>
              <w:rPr>
                <w:rFonts w:cs="Arial"/>
              </w:rPr>
            </w:pPr>
          </w:p>
        </w:tc>
      </w:tr>
      <w:tr w:rsidR="003401A4" w:rsidRPr="00EF2F0E" w14:paraId="0984F2DE" w14:textId="77777777" w:rsidTr="00AA1961">
        <w:trPr>
          <w:cantSplit/>
          <w:trHeight w:val="155"/>
          <w:jc w:val="center"/>
        </w:trPr>
        <w:tc>
          <w:tcPr>
            <w:tcW w:w="1346" w:type="dxa"/>
            <w:vMerge w:val="restart"/>
            <w:shd w:val="clear" w:color="auto" w:fill="auto"/>
          </w:tcPr>
          <w:p w14:paraId="0984F2D9" w14:textId="77777777" w:rsidR="001E08D1" w:rsidRPr="00EF2F0E" w:rsidRDefault="001E08D1" w:rsidP="001E08D1">
            <w:pPr>
              <w:pStyle w:val="TAC"/>
              <w:rPr>
                <w:rFonts w:cs="Arial"/>
              </w:rPr>
            </w:pPr>
            <w:r w:rsidRPr="00EF2F0E">
              <w:rPr>
                <w:lang w:eastAsia="ko-KR"/>
              </w:rPr>
              <w:t xml:space="preserve">E-UTRA Band </w:t>
            </w:r>
            <w:r w:rsidRPr="00EF2F0E">
              <w:rPr>
                <w:lang w:val="en-US" w:eastAsia="ko-KR"/>
              </w:rPr>
              <w:t>7</w:t>
            </w:r>
            <w:r w:rsidRPr="00EF2F0E">
              <w:rPr>
                <w:rFonts w:hint="eastAsia"/>
                <w:lang w:val="en-US" w:eastAsia="zh-CN"/>
              </w:rPr>
              <w:t>3</w:t>
            </w:r>
          </w:p>
        </w:tc>
        <w:tc>
          <w:tcPr>
            <w:tcW w:w="1657" w:type="dxa"/>
            <w:tcBorders>
              <w:left w:val="single" w:sz="2" w:space="0" w:color="auto"/>
              <w:right w:val="single" w:sz="2" w:space="0" w:color="auto"/>
            </w:tcBorders>
            <w:shd w:val="clear" w:color="auto" w:fill="auto"/>
          </w:tcPr>
          <w:p w14:paraId="0984F2DA" w14:textId="77777777" w:rsidR="001E08D1" w:rsidRPr="00EF2F0E" w:rsidRDefault="001E08D1" w:rsidP="001E08D1">
            <w:pPr>
              <w:pStyle w:val="TAC"/>
              <w:rPr>
                <w:rFonts w:cs="Arial"/>
              </w:rPr>
            </w:pPr>
            <w:r w:rsidRPr="00EF2F0E">
              <w:rPr>
                <w:rFonts w:cs="Arial" w:hint="eastAsia"/>
                <w:lang w:eastAsia="zh-CN"/>
              </w:rPr>
              <w:t>46</w:t>
            </w:r>
            <w:r w:rsidRPr="00EF2F0E">
              <w:rPr>
                <w:rFonts w:cs="Arial" w:hint="eastAsia"/>
                <w:lang w:val="en-US" w:eastAsia="zh-CN"/>
              </w:rPr>
              <w:t>0</w:t>
            </w:r>
            <w:r w:rsidRPr="00EF2F0E">
              <w:rPr>
                <w:rFonts w:cs="Arial" w:hint="eastAsia"/>
                <w:lang w:eastAsia="zh-CN"/>
              </w:rPr>
              <w:t xml:space="preserve"> -</w:t>
            </w:r>
            <w:r w:rsidRPr="00EF2F0E">
              <w:rPr>
                <w:rFonts w:cs="Arial"/>
                <w:lang w:val="en-US" w:eastAsia="zh-CN"/>
              </w:rPr>
              <w:t xml:space="preserve"> </w:t>
            </w:r>
            <w:r w:rsidRPr="00EF2F0E">
              <w:rPr>
                <w:rFonts w:cs="Arial" w:hint="eastAsia"/>
                <w:lang w:eastAsia="zh-CN"/>
              </w:rPr>
              <w:t>46</w:t>
            </w:r>
            <w:r w:rsidRPr="00EF2F0E">
              <w:rPr>
                <w:rFonts w:cs="Arial" w:hint="eastAsia"/>
                <w:lang w:val="en-US" w:eastAsia="zh-CN"/>
              </w:rPr>
              <w:t>5</w:t>
            </w:r>
            <w:r w:rsidRPr="00EF2F0E">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0984F2DB" w14:textId="77777777" w:rsidR="001E08D1" w:rsidRPr="00EF2F0E" w:rsidRDefault="001E08D1" w:rsidP="001E08D1">
            <w:pPr>
              <w:pStyle w:val="TAC"/>
              <w:rPr>
                <w:rFonts w:cs="Arial"/>
              </w:rPr>
            </w:pPr>
            <w:r w:rsidRPr="00EF2F0E">
              <w:rPr>
                <w:lang w:eastAsia="ko-KR"/>
              </w:rPr>
              <w:t>-52 dBm</w:t>
            </w:r>
          </w:p>
        </w:tc>
        <w:tc>
          <w:tcPr>
            <w:tcW w:w="1417" w:type="dxa"/>
            <w:tcBorders>
              <w:left w:val="single" w:sz="2" w:space="0" w:color="auto"/>
              <w:right w:val="single" w:sz="2" w:space="0" w:color="auto"/>
            </w:tcBorders>
            <w:shd w:val="clear" w:color="auto" w:fill="auto"/>
          </w:tcPr>
          <w:p w14:paraId="0984F2DC" w14:textId="77777777" w:rsidR="001E08D1" w:rsidRPr="00EF2F0E" w:rsidRDefault="001E08D1" w:rsidP="001E08D1">
            <w:pPr>
              <w:pStyle w:val="TAC"/>
              <w:rPr>
                <w:rFonts w:cs="Arial"/>
              </w:rPr>
            </w:pPr>
            <w:r w:rsidRPr="00EF2F0E">
              <w:rPr>
                <w:lang w:eastAsia="ko-KR"/>
              </w:rPr>
              <w:t>1 MHz</w:t>
            </w:r>
          </w:p>
        </w:tc>
        <w:tc>
          <w:tcPr>
            <w:tcW w:w="4422" w:type="dxa"/>
            <w:tcBorders>
              <w:left w:val="single" w:sz="2" w:space="0" w:color="auto"/>
              <w:right w:val="single" w:sz="2" w:space="0" w:color="auto"/>
            </w:tcBorders>
            <w:shd w:val="clear" w:color="auto" w:fill="auto"/>
          </w:tcPr>
          <w:p w14:paraId="0984F2DD" w14:textId="77777777" w:rsidR="001E08D1" w:rsidRPr="00EF2F0E" w:rsidRDefault="001E08D1" w:rsidP="001E08D1">
            <w:pPr>
              <w:pStyle w:val="TAL"/>
              <w:rPr>
                <w:rFonts w:cs="v5.0.0"/>
              </w:rPr>
            </w:pPr>
          </w:p>
        </w:tc>
      </w:tr>
      <w:tr w:rsidR="003401A4" w:rsidRPr="00EF2F0E" w14:paraId="0984F2E4" w14:textId="77777777" w:rsidTr="003E5BA9">
        <w:trPr>
          <w:cantSplit/>
          <w:trHeight w:val="155"/>
          <w:jc w:val="center"/>
        </w:trPr>
        <w:tc>
          <w:tcPr>
            <w:tcW w:w="1346" w:type="dxa"/>
            <w:vMerge/>
            <w:shd w:val="clear" w:color="auto" w:fill="auto"/>
            <w:vAlign w:val="center"/>
          </w:tcPr>
          <w:p w14:paraId="0984F2DF" w14:textId="77777777" w:rsidR="001E08D1" w:rsidRPr="00EF2F0E" w:rsidRDefault="001E08D1" w:rsidP="001E08D1">
            <w:pPr>
              <w:pStyle w:val="TAC"/>
              <w:rPr>
                <w:rFonts w:cs="Arial"/>
              </w:rPr>
            </w:pPr>
          </w:p>
        </w:tc>
        <w:tc>
          <w:tcPr>
            <w:tcW w:w="1657" w:type="dxa"/>
            <w:tcBorders>
              <w:left w:val="single" w:sz="2" w:space="0" w:color="auto"/>
              <w:right w:val="single" w:sz="2" w:space="0" w:color="auto"/>
            </w:tcBorders>
            <w:shd w:val="clear" w:color="auto" w:fill="auto"/>
          </w:tcPr>
          <w:p w14:paraId="0984F2E0" w14:textId="77777777" w:rsidR="001E08D1" w:rsidRPr="00EF2F0E" w:rsidRDefault="001E08D1" w:rsidP="001E08D1">
            <w:pPr>
              <w:pStyle w:val="TAC"/>
              <w:rPr>
                <w:rFonts w:cs="Arial"/>
                <w:lang w:eastAsia="zh-CN"/>
              </w:rPr>
            </w:pPr>
            <w:r w:rsidRPr="00EF2F0E">
              <w:rPr>
                <w:rFonts w:cs="Arial" w:hint="eastAsia"/>
                <w:lang w:eastAsia="zh-CN"/>
              </w:rPr>
              <w:t>45</w:t>
            </w:r>
            <w:r w:rsidRPr="00EF2F0E">
              <w:rPr>
                <w:rFonts w:cs="Arial" w:hint="eastAsia"/>
                <w:lang w:val="en-US" w:eastAsia="zh-CN"/>
              </w:rPr>
              <w:t>0</w:t>
            </w:r>
            <w:r w:rsidRPr="00EF2F0E">
              <w:rPr>
                <w:rFonts w:cs="Arial" w:hint="eastAsia"/>
                <w:lang w:eastAsia="zh-CN"/>
              </w:rPr>
              <w:t xml:space="preserve"> -</w:t>
            </w:r>
            <w:r w:rsidRPr="00EF2F0E">
              <w:rPr>
                <w:rFonts w:cs="Arial"/>
                <w:lang w:val="en-US" w:eastAsia="zh-CN"/>
              </w:rPr>
              <w:t xml:space="preserve"> </w:t>
            </w:r>
            <w:r w:rsidRPr="00EF2F0E">
              <w:rPr>
                <w:rFonts w:cs="Arial" w:hint="eastAsia"/>
                <w:lang w:eastAsia="zh-CN"/>
              </w:rPr>
              <w:t>45</w:t>
            </w:r>
            <w:r w:rsidRPr="00EF2F0E">
              <w:rPr>
                <w:rFonts w:cs="Arial" w:hint="eastAsia"/>
                <w:lang w:val="en-US" w:eastAsia="zh-CN"/>
              </w:rPr>
              <w:t>5</w:t>
            </w:r>
            <w:r w:rsidRPr="00EF2F0E">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0984F2E1" w14:textId="77777777" w:rsidR="001E08D1" w:rsidRPr="00EF2F0E" w:rsidRDefault="001E08D1" w:rsidP="001E08D1">
            <w:pPr>
              <w:pStyle w:val="TAC"/>
              <w:rPr>
                <w:rFonts w:cs="Arial"/>
              </w:rPr>
            </w:pPr>
            <w:r w:rsidRPr="00EF2F0E">
              <w:rPr>
                <w:lang w:eastAsia="ko-KR"/>
              </w:rPr>
              <w:t>-49 dBm</w:t>
            </w:r>
          </w:p>
        </w:tc>
        <w:tc>
          <w:tcPr>
            <w:tcW w:w="1417" w:type="dxa"/>
            <w:tcBorders>
              <w:left w:val="single" w:sz="2" w:space="0" w:color="auto"/>
              <w:right w:val="single" w:sz="2" w:space="0" w:color="auto"/>
            </w:tcBorders>
            <w:shd w:val="clear" w:color="auto" w:fill="auto"/>
          </w:tcPr>
          <w:p w14:paraId="0984F2E2" w14:textId="77777777" w:rsidR="001E08D1" w:rsidRPr="00EF2F0E" w:rsidRDefault="001E08D1" w:rsidP="001E08D1">
            <w:pPr>
              <w:pStyle w:val="TAC"/>
              <w:rPr>
                <w:rFonts w:cs="Arial"/>
              </w:rPr>
            </w:pPr>
            <w:r w:rsidRPr="00EF2F0E">
              <w:rPr>
                <w:lang w:eastAsia="ko-KR"/>
              </w:rPr>
              <w:t>1 MHz</w:t>
            </w:r>
          </w:p>
        </w:tc>
        <w:tc>
          <w:tcPr>
            <w:tcW w:w="4422" w:type="dxa"/>
            <w:tcBorders>
              <w:left w:val="single" w:sz="2" w:space="0" w:color="auto"/>
              <w:right w:val="single" w:sz="2" w:space="0" w:color="auto"/>
            </w:tcBorders>
            <w:shd w:val="clear" w:color="auto" w:fill="auto"/>
          </w:tcPr>
          <w:p w14:paraId="0984F2E3" w14:textId="77777777" w:rsidR="001E08D1" w:rsidRPr="00EF2F0E" w:rsidRDefault="001E08D1" w:rsidP="001E08D1">
            <w:pPr>
              <w:pStyle w:val="TAL"/>
              <w:rPr>
                <w:rFonts w:cs="Arial"/>
              </w:rPr>
            </w:pPr>
          </w:p>
        </w:tc>
      </w:tr>
      <w:tr w:rsidR="003401A4" w:rsidRPr="00EF2F0E" w14:paraId="0984F2EA" w14:textId="77777777" w:rsidTr="00B61376">
        <w:trPr>
          <w:cantSplit/>
          <w:trHeight w:val="155"/>
          <w:jc w:val="center"/>
        </w:trPr>
        <w:tc>
          <w:tcPr>
            <w:tcW w:w="1346" w:type="dxa"/>
            <w:vMerge w:val="restart"/>
            <w:shd w:val="clear" w:color="auto" w:fill="auto"/>
          </w:tcPr>
          <w:p w14:paraId="0984F2E5" w14:textId="77777777" w:rsidR="001E08D1" w:rsidRPr="00EF2F0E" w:rsidRDefault="001E08D1" w:rsidP="001E08D1">
            <w:pPr>
              <w:pStyle w:val="TAC"/>
              <w:rPr>
                <w:rFonts w:cs="Arial"/>
              </w:rPr>
            </w:pPr>
            <w:r w:rsidRPr="00EF2F0E">
              <w:rPr>
                <w:rFonts w:cs="Arial"/>
                <w:lang w:eastAsia="ko-KR"/>
              </w:rPr>
              <w:t>E-UTRA</w:t>
            </w:r>
            <w:r w:rsidRPr="00EF2F0E">
              <w:rPr>
                <w:rFonts w:cs="Arial"/>
                <w:lang w:eastAsia="ja-JP"/>
              </w:rPr>
              <w:t xml:space="preserve"> Band 74 </w:t>
            </w:r>
            <w:r w:rsidRPr="00EF2F0E">
              <w:rPr>
                <w:rFonts w:cs="Arial" w:hint="eastAsia"/>
                <w:lang w:eastAsia="ja-JP"/>
              </w:rPr>
              <w:t>or NR Band n74</w:t>
            </w:r>
          </w:p>
        </w:tc>
        <w:tc>
          <w:tcPr>
            <w:tcW w:w="1657" w:type="dxa"/>
            <w:tcBorders>
              <w:left w:val="single" w:sz="2" w:space="0" w:color="auto"/>
              <w:right w:val="single" w:sz="2" w:space="0" w:color="auto"/>
            </w:tcBorders>
            <w:shd w:val="clear" w:color="auto" w:fill="auto"/>
          </w:tcPr>
          <w:p w14:paraId="0984F2E6" w14:textId="77777777" w:rsidR="001E08D1" w:rsidRPr="00EF2F0E" w:rsidRDefault="001E08D1" w:rsidP="001E08D1">
            <w:pPr>
              <w:pStyle w:val="TAC"/>
              <w:rPr>
                <w:rFonts w:cs="Arial"/>
              </w:rPr>
            </w:pPr>
            <w:r w:rsidRPr="00EF2F0E">
              <w:rPr>
                <w:rFonts w:cs="Arial"/>
                <w:lang w:eastAsia="ja-JP"/>
              </w:rPr>
              <w:t>1475 – 1518 MHz</w:t>
            </w:r>
          </w:p>
        </w:tc>
        <w:tc>
          <w:tcPr>
            <w:tcW w:w="851" w:type="dxa"/>
            <w:tcBorders>
              <w:left w:val="single" w:sz="2" w:space="0" w:color="auto"/>
              <w:right w:val="single" w:sz="2" w:space="0" w:color="auto"/>
            </w:tcBorders>
            <w:shd w:val="clear" w:color="auto" w:fill="auto"/>
          </w:tcPr>
          <w:p w14:paraId="0984F2E7" w14:textId="77777777" w:rsidR="001E08D1" w:rsidRPr="00EF2F0E" w:rsidRDefault="001E08D1" w:rsidP="001E08D1">
            <w:pPr>
              <w:pStyle w:val="TAC"/>
              <w:rPr>
                <w:rFonts w:cs="Arial"/>
              </w:rPr>
            </w:pPr>
            <w:r w:rsidRPr="00EF2F0E">
              <w:rPr>
                <w:rFonts w:cs="Arial"/>
                <w:lang w:eastAsia="ja-JP"/>
              </w:rPr>
              <w:t>-46 dBm</w:t>
            </w:r>
          </w:p>
        </w:tc>
        <w:tc>
          <w:tcPr>
            <w:tcW w:w="1417" w:type="dxa"/>
            <w:tcBorders>
              <w:left w:val="single" w:sz="2" w:space="0" w:color="auto"/>
              <w:right w:val="single" w:sz="2" w:space="0" w:color="auto"/>
            </w:tcBorders>
            <w:shd w:val="clear" w:color="auto" w:fill="auto"/>
          </w:tcPr>
          <w:p w14:paraId="0984F2E8" w14:textId="77777777" w:rsidR="001E08D1" w:rsidRPr="00EF2F0E" w:rsidRDefault="001E08D1" w:rsidP="001E08D1">
            <w:pPr>
              <w:pStyle w:val="TAC"/>
              <w:rPr>
                <w:rFonts w:cs="Arial"/>
              </w:rPr>
            </w:pPr>
            <w:r w:rsidRPr="00EF2F0E">
              <w:rPr>
                <w:rFonts w:cs="Arial"/>
                <w:lang w:eastAsia="ja-JP"/>
              </w:rPr>
              <w:t>1 MHz</w:t>
            </w:r>
          </w:p>
        </w:tc>
        <w:tc>
          <w:tcPr>
            <w:tcW w:w="4422" w:type="dxa"/>
            <w:tcBorders>
              <w:left w:val="single" w:sz="2" w:space="0" w:color="auto"/>
              <w:right w:val="single" w:sz="2" w:space="0" w:color="auto"/>
            </w:tcBorders>
            <w:shd w:val="clear" w:color="auto" w:fill="auto"/>
          </w:tcPr>
          <w:p w14:paraId="0984F2E9" w14:textId="77777777" w:rsidR="001E08D1" w:rsidRPr="00EF2F0E" w:rsidRDefault="001E08D1" w:rsidP="001E08D1">
            <w:pPr>
              <w:pStyle w:val="TAL"/>
              <w:rPr>
                <w:rFonts w:cs="v5.0.0"/>
              </w:rPr>
            </w:pPr>
          </w:p>
        </w:tc>
      </w:tr>
      <w:tr w:rsidR="00F53569" w:rsidRPr="00EF2F0E" w14:paraId="0984F2F0" w14:textId="77777777" w:rsidTr="00B61376">
        <w:trPr>
          <w:cantSplit/>
          <w:trHeight w:val="155"/>
          <w:jc w:val="center"/>
        </w:trPr>
        <w:tc>
          <w:tcPr>
            <w:tcW w:w="1346" w:type="dxa"/>
            <w:vMerge/>
            <w:shd w:val="clear" w:color="auto" w:fill="auto"/>
          </w:tcPr>
          <w:p w14:paraId="0984F2EB" w14:textId="77777777" w:rsidR="00F53569" w:rsidRPr="00EF2F0E" w:rsidRDefault="00F53569" w:rsidP="00F53569">
            <w:pPr>
              <w:pStyle w:val="TAC"/>
              <w:rPr>
                <w:rFonts w:cs="Arial"/>
              </w:rPr>
            </w:pPr>
          </w:p>
        </w:tc>
        <w:tc>
          <w:tcPr>
            <w:tcW w:w="1657" w:type="dxa"/>
            <w:tcBorders>
              <w:left w:val="single" w:sz="2" w:space="0" w:color="auto"/>
              <w:right w:val="single" w:sz="2" w:space="0" w:color="auto"/>
            </w:tcBorders>
            <w:shd w:val="clear" w:color="auto" w:fill="auto"/>
          </w:tcPr>
          <w:p w14:paraId="0984F2EC" w14:textId="77777777" w:rsidR="00F53569" w:rsidRPr="00EF2F0E" w:rsidRDefault="00F53569" w:rsidP="00F53569">
            <w:pPr>
              <w:pStyle w:val="TAC"/>
              <w:rPr>
                <w:rFonts w:cs="Arial"/>
                <w:lang w:eastAsia="zh-CN"/>
              </w:rPr>
            </w:pPr>
            <w:r w:rsidRPr="00EF2F0E">
              <w:rPr>
                <w:rFonts w:cs="Arial"/>
                <w:lang w:eastAsia="ja-JP"/>
              </w:rPr>
              <w:t>1427 – 1470 MHz</w:t>
            </w:r>
          </w:p>
        </w:tc>
        <w:tc>
          <w:tcPr>
            <w:tcW w:w="851" w:type="dxa"/>
            <w:tcBorders>
              <w:left w:val="single" w:sz="2" w:space="0" w:color="auto"/>
              <w:right w:val="single" w:sz="2" w:space="0" w:color="auto"/>
            </w:tcBorders>
            <w:shd w:val="clear" w:color="auto" w:fill="auto"/>
          </w:tcPr>
          <w:p w14:paraId="0984F2ED" w14:textId="77777777" w:rsidR="00F53569" w:rsidRPr="00EF2F0E" w:rsidRDefault="00F53569" w:rsidP="00F53569">
            <w:pPr>
              <w:pStyle w:val="TAC"/>
              <w:rPr>
                <w:rFonts w:cs="Arial"/>
              </w:rPr>
            </w:pPr>
            <w:r w:rsidRPr="00EF2F0E">
              <w:rPr>
                <w:rFonts w:cs="Arial"/>
                <w:lang w:eastAsia="ja-JP"/>
              </w:rPr>
              <w:t>-43 dBm</w:t>
            </w:r>
          </w:p>
        </w:tc>
        <w:tc>
          <w:tcPr>
            <w:tcW w:w="1417" w:type="dxa"/>
            <w:tcBorders>
              <w:left w:val="single" w:sz="2" w:space="0" w:color="auto"/>
              <w:right w:val="single" w:sz="2" w:space="0" w:color="auto"/>
            </w:tcBorders>
            <w:shd w:val="clear" w:color="auto" w:fill="auto"/>
          </w:tcPr>
          <w:p w14:paraId="0984F2EE" w14:textId="77777777" w:rsidR="00F53569" w:rsidRPr="00EF2F0E" w:rsidRDefault="00F53569" w:rsidP="00F53569">
            <w:pPr>
              <w:pStyle w:val="TAC"/>
              <w:rPr>
                <w:rFonts w:cs="Arial"/>
              </w:rPr>
            </w:pPr>
            <w:r w:rsidRPr="00EF2F0E">
              <w:rPr>
                <w:rFonts w:cs="Arial"/>
                <w:lang w:eastAsia="ja-JP"/>
              </w:rPr>
              <w:t>1MHz</w:t>
            </w:r>
          </w:p>
        </w:tc>
        <w:tc>
          <w:tcPr>
            <w:tcW w:w="4422" w:type="dxa"/>
            <w:tcBorders>
              <w:left w:val="single" w:sz="2" w:space="0" w:color="auto"/>
              <w:right w:val="single" w:sz="2" w:space="0" w:color="auto"/>
            </w:tcBorders>
            <w:shd w:val="clear" w:color="auto" w:fill="auto"/>
          </w:tcPr>
          <w:p w14:paraId="0984F2EF" w14:textId="77777777" w:rsidR="00F53569" w:rsidRPr="00EF2F0E" w:rsidRDefault="00F53569" w:rsidP="00F53569">
            <w:pPr>
              <w:pStyle w:val="TAL"/>
              <w:rPr>
                <w:rFonts w:cs="v5.0.0"/>
              </w:rPr>
            </w:pPr>
            <w:r w:rsidRPr="00EF2F0E">
              <w:rPr>
                <w:rFonts w:eastAsia="Times New Roman" w:cs="Arial"/>
              </w:rPr>
              <w:t xml:space="preserve">This requirement does not apply to </w:t>
            </w:r>
            <w:r w:rsidRPr="00EF2F0E">
              <w:rPr>
                <w:rFonts w:eastAsia="Times New Roman" w:cs="v5.0.0"/>
              </w:rPr>
              <w:t xml:space="preserve">UTRA </w:t>
            </w:r>
            <w:r w:rsidRPr="00EF2F0E">
              <w:rPr>
                <w:rFonts w:cs="v5.0.0" w:hint="eastAsia"/>
                <w:lang w:eastAsia="ja-JP"/>
              </w:rPr>
              <w:t xml:space="preserve">FDD </w:t>
            </w:r>
            <w:r w:rsidRPr="00EF2F0E">
              <w:rPr>
                <w:rFonts w:eastAsia="Times New Roman" w:cs="Arial"/>
              </w:rPr>
              <w:t xml:space="preserve">BS operating in band </w:t>
            </w:r>
            <w:r w:rsidRPr="00EF2F0E">
              <w:rPr>
                <w:rFonts w:cs="Arial" w:hint="eastAsia"/>
                <w:lang w:eastAsia="ja-JP"/>
              </w:rPr>
              <w:t>XI, XXI or XXXII.</w:t>
            </w:r>
          </w:p>
        </w:tc>
      </w:tr>
      <w:tr w:rsidR="00F53569" w:rsidRPr="00EF2F0E" w14:paraId="0984F2F6" w14:textId="77777777" w:rsidTr="00B61376">
        <w:trPr>
          <w:cantSplit/>
          <w:trHeight w:val="155"/>
          <w:jc w:val="center"/>
        </w:trPr>
        <w:tc>
          <w:tcPr>
            <w:tcW w:w="1346" w:type="dxa"/>
            <w:shd w:val="clear" w:color="auto" w:fill="auto"/>
          </w:tcPr>
          <w:p w14:paraId="0984F2F1" w14:textId="77777777" w:rsidR="00F53569" w:rsidRPr="00EF2F0E" w:rsidRDefault="00F53569" w:rsidP="00F53569">
            <w:pPr>
              <w:pStyle w:val="TAC"/>
              <w:rPr>
                <w:rFonts w:cs="Arial"/>
              </w:rPr>
            </w:pPr>
            <w:r w:rsidRPr="00EF2F0E">
              <w:rPr>
                <w:rFonts w:cs="Arial"/>
                <w:lang w:eastAsia="ko-KR"/>
              </w:rPr>
              <w:t>E-UTRA Band 75</w:t>
            </w:r>
            <w:r w:rsidRPr="00EF2F0E">
              <w:rPr>
                <w:rFonts w:cs="Arial"/>
                <w:lang w:eastAsia="ja-JP"/>
              </w:rPr>
              <w:t xml:space="preserve"> or NR Band n75</w:t>
            </w:r>
          </w:p>
        </w:tc>
        <w:tc>
          <w:tcPr>
            <w:tcW w:w="1657" w:type="dxa"/>
            <w:tcBorders>
              <w:left w:val="single" w:sz="2" w:space="0" w:color="auto"/>
              <w:right w:val="single" w:sz="2" w:space="0" w:color="auto"/>
            </w:tcBorders>
            <w:shd w:val="clear" w:color="auto" w:fill="auto"/>
          </w:tcPr>
          <w:p w14:paraId="0984F2F2" w14:textId="77777777" w:rsidR="00F53569" w:rsidRPr="00EF2F0E" w:rsidRDefault="00F53569" w:rsidP="00F53569">
            <w:pPr>
              <w:pStyle w:val="TAC"/>
              <w:rPr>
                <w:rFonts w:cs="Arial"/>
                <w:lang w:eastAsia="ja-JP"/>
              </w:rPr>
            </w:pPr>
            <w:r w:rsidRPr="00EF2F0E">
              <w:rPr>
                <w:rFonts w:cs="Arial"/>
                <w:lang w:eastAsia="ko-KR"/>
              </w:rPr>
              <w:t>1432 - 1517 MHz</w:t>
            </w:r>
          </w:p>
        </w:tc>
        <w:tc>
          <w:tcPr>
            <w:tcW w:w="851" w:type="dxa"/>
            <w:tcBorders>
              <w:left w:val="single" w:sz="2" w:space="0" w:color="auto"/>
              <w:right w:val="single" w:sz="2" w:space="0" w:color="auto"/>
            </w:tcBorders>
            <w:shd w:val="clear" w:color="auto" w:fill="auto"/>
          </w:tcPr>
          <w:p w14:paraId="0984F2F3" w14:textId="77777777" w:rsidR="00F53569" w:rsidRPr="00EF2F0E" w:rsidRDefault="00F53569" w:rsidP="00F53569">
            <w:pPr>
              <w:pStyle w:val="TAC"/>
              <w:rPr>
                <w:rFonts w:cs="Arial"/>
                <w:lang w:eastAsia="ja-JP"/>
              </w:rPr>
            </w:pPr>
            <w:r w:rsidRPr="00EF2F0E">
              <w:rPr>
                <w:rFonts w:cs="Arial"/>
                <w:lang w:eastAsia="ko-KR"/>
              </w:rPr>
              <w:t>-46 dBm</w:t>
            </w:r>
          </w:p>
        </w:tc>
        <w:tc>
          <w:tcPr>
            <w:tcW w:w="1417" w:type="dxa"/>
            <w:tcBorders>
              <w:left w:val="single" w:sz="2" w:space="0" w:color="auto"/>
              <w:right w:val="single" w:sz="2" w:space="0" w:color="auto"/>
            </w:tcBorders>
            <w:shd w:val="clear" w:color="auto" w:fill="auto"/>
          </w:tcPr>
          <w:p w14:paraId="0984F2F4" w14:textId="77777777" w:rsidR="00F53569" w:rsidRPr="00EF2F0E" w:rsidRDefault="00F53569" w:rsidP="00F53569">
            <w:pPr>
              <w:pStyle w:val="TAC"/>
              <w:rPr>
                <w:rFonts w:cs="Arial"/>
                <w:lang w:eastAsia="ja-JP"/>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2F5" w14:textId="77777777" w:rsidR="00F53569" w:rsidRPr="00EF2F0E" w:rsidRDefault="00F53569" w:rsidP="00F53569">
            <w:pPr>
              <w:pStyle w:val="TAL"/>
              <w:rPr>
                <w:rFonts w:cs="Arial"/>
              </w:rPr>
            </w:pPr>
          </w:p>
        </w:tc>
      </w:tr>
      <w:tr w:rsidR="00F53569" w:rsidRPr="00EF2F0E" w14:paraId="0984F2FC" w14:textId="77777777" w:rsidTr="00B61376">
        <w:trPr>
          <w:cantSplit/>
          <w:trHeight w:val="155"/>
          <w:jc w:val="center"/>
        </w:trPr>
        <w:tc>
          <w:tcPr>
            <w:tcW w:w="1346" w:type="dxa"/>
            <w:shd w:val="clear" w:color="auto" w:fill="auto"/>
          </w:tcPr>
          <w:p w14:paraId="0984F2F7" w14:textId="77777777" w:rsidR="00F53569" w:rsidRPr="00EF2F0E" w:rsidRDefault="00F53569" w:rsidP="00F53569">
            <w:pPr>
              <w:pStyle w:val="TAC"/>
              <w:rPr>
                <w:rFonts w:cs="Arial"/>
              </w:rPr>
            </w:pPr>
            <w:r w:rsidRPr="00EF2F0E">
              <w:rPr>
                <w:rFonts w:cs="Arial"/>
                <w:lang w:eastAsia="ko-KR"/>
              </w:rPr>
              <w:t>E-UTRA Band 76</w:t>
            </w:r>
            <w:r w:rsidRPr="00EF2F0E">
              <w:rPr>
                <w:rFonts w:cs="Arial"/>
                <w:lang w:eastAsia="ja-JP"/>
              </w:rPr>
              <w:t xml:space="preserve"> or NR Band n76</w:t>
            </w:r>
          </w:p>
        </w:tc>
        <w:tc>
          <w:tcPr>
            <w:tcW w:w="1657" w:type="dxa"/>
            <w:tcBorders>
              <w:left w:val="single" w:sz="2" w:space="0" w:color="auto"/>
              <w:right w:val="single" w:sz="2" w:space="0" w:color="auto"/>
            </w:tcBorders>
            <w:shd w:val="clear" w:color="auto" w:fill="auto"/>
          </w:tcPr>
          <w:p w14:paraId="0984F2F8" w14:textId="77777777" w:rsidR="00F53569" w:rsidRPr="00EF2F0E" w:rsidRDefault="00F53569" w:rsidP="00F53569">
            <w:pPr>
              <w:pStyle w:val="TAC"/>
              <w:rPr>
                <w:rFonts w:cs="Arial"/>
                <w:lang w:eastAsia="ja-JP"/>
              </w:rPr>
            </w:pPr>
            <w:r w:rsidRPr="00EF2F0E">
              <w:rPr>
                <w:rFonts w:cs="Arial"/>
                <w:lang w:eastAsia="ko-KR"/>
              </w:rPr>
              <w:t>1427 - 1432 MHz</w:t>
            </w:r>
          </w:p>
        </w:tc>
        <w:tc>
          <w:tcPr>
            <w:tcW w:w="851" w:type="dxa"/>
            <w:tcBorders>
              <w:left w:val="single" w:sz="2" w:space="0" w:color="auto"/>
              <w:right w:val="single" w:sz="2" w:space="0" w:color="auto"/>
            </w:tcBorders>
            <w:shd w:val="clear" w:color="auto" w:fill="auto"/>
          </w:tcPr>
          <w:p w14:paraId="0984F2F9" w14:textId="77777777" w:rsidR="00F53569" w:rsidRPr="00EF2F0E" w:rsidRDefault="00F53569" w:rsidP="00F53569">
            <w:pPr>
              <w:pStyle w:val="TAC"/>
              <w:rPr>
                <w:rFonts w:cs="Arial"/>
                <w:lang w:eastAsia="ja-JP"/>
              </w:rPr>
            </w:pPr>
            <w:r w:rsidRPr="00EF2F0E">
              <w:rPr>
                <w:rFonts w:cs="Arial"/>
                <w:lang w:eastAsia="ko-KR"/>
              </w:rPr>
              <w:t>-46 dBm</w:t>
            </w:r>
          </w:p>
        </w:tc>
        <w:tc>
          <w:tcPr>
            <w:tcW w:w="1417" w:type="dxa"/>
            <w:tcBorders>
              <w:left w:val="single" w:sz="2" w:space="0" w:color="auto"/>
              <w:right w:val="single" w:sz="2" w:space="0" w:color="auto"/>
            </w:tcBorders>
            <w:shd w:val="clear" w:color="auto" w:fill="auto"/>
          </w:tcPr>
          <w:p w14:paraId="0984F2FA" w14:textId="77777777" w:rsidR="00F53569" w:rsidRPr="00EF2F0E" w:rsidRDefault="00F53569" w:rsidP="00F53569">
            <w:pPr>
              <w:pStyle w:val="TAC"/>
              <w:rPr>
                <w:rFonts w:cs="Arial"/>
                <w:lang w:eastAsia="ja-JP"/>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2FB" w14:textId="77777777" w:rsidR="00F53569" w:rsidRPr="00EF2F0E" w:rsidRDefault="00F53569" w:rsidP="00F53569">
            <w:pPr>
              <w:pStyle w:val="TAL"/>
              <w:rPr>
                <w:rFonts w:cs="Arial"/>
              </w:rPr>
            </w:pPr>
          </w:p>
        </w:tc>
      </w:tr>
      <w:tr w:rsidR="00F53569" w:rsidRPr="00EF2F0E" w14:paraId="0984F302" w14:textId="77777777" w:rsidTr="00B61376">
        <w:trPr>
          <w:cantSplit/>
          <w:trHeight w:val="155"/>
          <w:jc w:val="center"/>
        </w:trPr>
        <w:tc>
          <w:tcPr>
            <w:tcW w:w="1346" w:type="dxa"/>
            <w:shd w:val="clear" w:color="auto" w:fill="auto"/>
          </w:tcPr>
          <w:p w14:paraId="0984F2FD" w14:textId="77777777" w:rsidR="00F53569" w:rsidRPr="00EF2F0E" w:rsidRDefault="00F53569" w:rsidP="00F53569">
            <w:pPr>
              <w:pStyle w:val="TAC"/>
              <w:rPr>
                <w:rFonts w:cs="Arial"/>
              </w:rPr>
            </w:pPr>
            <w:r w:rsidRPr="00EF2F0E">
              <w:rPr>
                <w:rFonts w:cs="Arial"/>
                <w:lang w:eastAsia="ko-KR"/>
              </w:rPr>
              <w:t>NR Band n77</w:t>
            </w:r>
          </w:p>
        </w:tc>
        <w:tc>
          <w:tcPr>
            <w:tcW w:w="1657" w:type="dxa"/>
            <w:tcBorders>
              <w:left w:val="single" w:sz="2" w:space="0" w:color="auto"/>
              <w:right w:val="single" w:sz="2" w:space="0" w:color="auto"/>
            </w:tcBorders>
            <w:shd w:val="clear" w:color="auto" w:fill="auto"/>
          </w:tcPr>
          <w:p w14:paraId="0984F2FE" w14:textId="77777777" w:rsidR="00F53569" w:rsidRPr="00EF2F0E" w:rsidRDefault="00F53569" w:rsidP="00F53569">
            <w:pPr>
              <w:pStyle w:val="TAC"/>
              <w:rPr>
                <w:rFonts w:cs="Arial"/>
                <w:lang w:eastAsia="ja-JP"/>
              </w:rPr>
            </w:pPr>
            <w:r w:rsidRPr="00EF2F0E">
              <w:rPr>
                <w:lang w:eastAsia="ko-KR"/>
              </w:rPr>
              <w:t>3300 MHz – 4200 MHz</w:t>
            </w:r>
          </w:p>
        </w:tc>
        <w:tc>
          <w:tcPr>
            <w:tcW w:w="851" w:type="dxa"/>
            <w:tcBorders>
              <w:left w:val="single" w:sz="2" w:space="0" w:color="auto"/>
              <w:right w:val="single" w:sz="2" w:space="0" w:color="auto"/>
            </w:tcBorders>
            <w:shd w:val="clear" w:color="auto" w:fill="auto"/>
          </w:tcPr>
          <w:p w14:paraId="0984F2FF" w14:textId="77777777" w:rsidR="00F53569" w:rsidRPr="00EF2F0E" w:rsidRDefault="00F53569" w:rsidP="00F53569">
            <w:pPr>
              <w:pStyle w:val="TAC"/>
              <w:rPr>
                <w:rFonts w:cs="Arial"/>
                <w:lang w:eastAsia="ja-JP"/>
              </w:rPr>
            </w:pPr>
            <w:r w:rsidRPr="00EF2F0E">
              <w:rPr>
                <w:rFonts w:cs="Arial"/>
                <w:lang w:eastAsia="ko-KR"/>
              </w:rPr>
              <w:t>-46 dBm</w:t>
            </w:r>
          </w:p>
        </w:tc>
        <w:tc>
          <w:tcPr>
            <w:tcW w:w="1417" w:type="dxa"/>
            <w:tcBorders>
              <w:left w:val="single" w:sz="2" w:space="0" w:color="auto"/>
              <w:right w:val="single" w:sz="2" w:space="0" w:color="auto"/>
            </w:tcBorders>
            <w:shd w:val="clear" w:color="auto" w:fill="auto"/>
          </w:tcPr>
          <w:p w14:paraId="0984F300" w14:textId="77777777" w:rsidR="00F53569" w:rsidRPr="00EF2F0E" w:rsidRDefault="00F53569" w:rsidP="00F53569">
            <w:pPr>
              <w:pStyle w:val="TAC"/>
              <w:rPr>
                <w:rFonts w:cs="Arial"/>
                <w:lang w:eastAsia="ja-JP"/>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301" w14:textId="77777777" w:rsidR="00F53569" w:rsidRPr="00EF2F0E" w:rsidRDefault="00F53569" w:rsidP="00F53569">
            <w:pPr>
              <w:pStyle w:val="TAL"/>
              <w:rPr>
                <w:rFonts w:cs="Arial"/>
              </w:rPr>
            </w:pPr>
          </w:p>
        </w:tc>
      </w:tr>
      <w:tr w:rsidR="00F53569" w:rsidRPr="00EF2F0E" w14:paraId="0984F308" w14:textId="77777777" w:rsidTr="00B61376">
        <w:trPr>
          <w:cantSplit/>
          <w:trHeight w:val="155"/>
          <w:jc w:val="center"/>
        </w:trPr>
        <w:tc>
          <w:tcPr>
            <w:tcW w:w="1346" w:type="dxa"/>
            <w:shd w:val="clear" w:color="auto" w:fill="auto"/>
          </w:tcPr>
          <w:p w14:paraId="0984F303" w14:textId="77777777" w:rsidR="00F53569" w:rsidRPr="00EF2F0E" w:rsidRDefault="00F53569" w:rsidP="00F53569">
            <w:pPr>
              <w:pStyle w:val="TAC"/>
              <w:rPr>
                <w:rFonts w:cs="Arial"/>
              </w:rPr>
            </w:pPr>
            <w:r w:rsidRPr="00EF2F0E">
              <w:rPr>
                <w:rFonts w:cs="Arial"/>
                <w:lang w:eastAsia="ko-KR"/>
              </w:rPr>
              <w:t>NR Band n78</w:t>
            </w:r>
          </w:p>
        </w:tc>
        <w:tc>
          <w:tcPr>
            <w:tcW w:w="1657" w:type="dxa"/>
            <w:tcBorders>
              <w:left w:val="single" w:sz="2" w:space="0" w:color="auto"/>
              <w:right w:val="single" w:sz="2" w:space="0" w:color="auto"/>
            </w:tcBorders>
            <w:shd w:val="clear" w:color="auto" w:fill="auto"/>
          </w:tcPr>
          <w:p w14:paraId="0984F304" w14:textId="77777777" w:rsidR="00F53569" w:rsidRPr="00EF2F0E" w:rsidRDefault="00F53569" w:rsidP="00F53569">
            <w:pPr>
              <w:pStyle w:val="TAC"/>
              <w:rPr>
                <w:rFonts w:cs="Arial"/>
                <w:lang w:eastAsia="ja-JP"/>
              </w:rPr>
            </w:pPr>
            <w:r w:rsidRPr="00EF2F0E">
              <w:rPr>
                <w:lang w:eastAsia="ko-KR"/>
              </w:rPr>
              <w:t>3300 MHz – 3800 MHz</w:t>
            </w:r>
          </w:p>
        </w:tc>
        <w:tc>
          <w:tcPr>
            <w:tcW w:w="851" w:type="dxa"/>
            <w:tcBorders>
              <w:left w:val="single" w:sz="2" w:space="0" w:color="auto"/>
              <w:right w:val="single" w:sz="2" w:space="0" w:color="auto"/>
            </w:tcBorders>
            <w:shd w:val="clear" w:color="auto" w:fill="auto"/>
          </w:tcPr>
          <w:p w14:paraId="0984F305" w14:textId="77777777" w:rsidR="00F53569" w:rsidRPr="00EF2F0E" w:rsidRDefault="00F53569" w:rsidP="00F53569">
            <w:pPr>
              <w:pStyle w:val="TAC"/>
              <w:rPr>
                <w:rFonts w:cs="Arial"/>
                <w:lang w:eastAsia="ja-JP"/>
              </w:rPr>
            </w:pPr>
            <w:r w:rsidRPr="00EF2F0E">
              <w:rPr>
                <w:rFonts w:cs="Arial"/>
                <w:lang w:eastAsia="ko-KR"/>
              </w:rPr>
              <w:t>-46 dBm</w:t>
            </w:r>
          </w:p>
        </w:tc>
        <w:tc>
          <w:tcPr>
            <w:tcW w:w="1417" w:type="dxa"/>
            <w:tcBorders>
              <w:left w:val="single" w:sz="2" w:space="0" w:color="auto"/>
              <w:right w:val="single" w:sz="2" w:space="0" w:color="auto"/>
            </w:tcBorders>
            <w:shd w:val="clear" w:color="auto" w:fill="auto"/>
          </w:tcPr>
          <w:p w14:paraId="0984F306" w14:textId="77777777" w:rsidR="00F53569" w:rsidRPr="00EF2F0E" w:rsidRDefault="00F53569" w:rsidP="00F53569">
            <w:pPr>
              <w:pStyle w:val="TAC"/>
              <w:rPr>
                <w:rFonts w:cs="Arial"/>
                <w:lang w:eastAsia="ja-JP"/>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307" w14:textId="77777777" w:rsidR="00F53569" w:rsidRPr="00EF2F0E" w:rsidRDefault="00F53569" w:rsidP="00F53569">
            <w:pPr>
              <w:pStyle w:val="TAL"/>
              <w:rPr>
                <w:rFonts w:cs="Arial"/>
              </w:rPr>
            </w:pPr>
          </w:p>
        </w:tc>
      </w:tr>
      <w:tr w:rsidR="00F53569" w:rsidRPr="00EF2F0E" w14:paraId="0984F30E" w14:textId="77777777" w:rsidTr="00B61376">
        <w:trPr>
          <w:cantSplit/>
          <w:trHeight w:val="155"/>
          <w:jc w:val="center"/>
        </w:trPr>
        <w:tc>
          <w:tcPr>
            <w:tcW w:w="1346" w:type="dxa"/>
            <w:shd w:val="clear" w:color="auto" w:fill="auto"/>
          </w:tcPr>
          <w:p w14:paraId="0984F309" w14:textId="77777777" w:rsidR="00F53569" w:rsidRPr="00EF2F0E" w:rsidRDefault="00F53569" w:rsidP="00F53569">
            <w:pPr>
              <w:pStyle w:val="TAC"/>
              <w:rPr>
                <w:rFonts w:cs="Arial"/>
              </w:rPr>
            </w:pPr>
            <w:r w:rsidRPr="00EF2F0E">
              <w:rPr>
                <w:rFonts w:cs="Arial"/>
                <w:lang w:eastAsia="ko-KR"/>
              </w:rPr>
              <w:t>NR Band n79</w:t>
            </w:r>
          </w:p>
        </w:tc>
        <w:tc>
          <w:tcPr>
            <w:tcW w:w="1657" w:type="dxa"/>
            <w:tcBorders>
              <w:left w:val="single" w:sz="2" w:space="0" w:color="auto"/>
              <w:right w:val="single" w:sz="2" w:space="0" w:color="auto"/>
            </w:tcBorders>
            <w:shd w:val="clear" w:color="auto" w:fill="auto"/>
          </w:tcPr>
          <w:p w14:paraId="0984F30A" w14:textId="77777777" w:rsidR="00F53569" w:rsidRPr="00EF2F0E" w:rsidRDefault="00F53569" w:rsidP="00F53569">
            <w:pPr>
              <w:pStyle w:val="TAC"/>
              <w:rPr>
                <w:rFonts w:cs="Arial"/>
                <w:lang w:eastAsia="ja-JP"/>
              </w:rPr>
            </w:pPr>
            <w:r w:rsidRPr="00EF2F0E">
              <w:t>4.4 – 5.0 GHz</w:t>
            </w:r>
          </w:p>
        </w:tc>
        <w:tc>
          <w:tcPr>
            <w:tcW w:w="851" w:type="dxa"/>
            <w:tcBorders>
              <w:left w:val="single" w:sz="2" w:space="0" w:color="auto"/>
              <w:right w:val="single" w:sz="2" w:space="0" w:color="auto"/>
            </w:tcBorders>
            <w:shd w:val="clear" w:color="auto" w:fill="auto"/>
          </w:tcPr>
          <w:p w14:paraId="0984F30B" w14:textId="77777777" w:rsidR="00F53569" w:rsidRPr="00EF2F0E" w:rsidRDefault="00F53569" w:rsidP="00F53569">
            <w:pPr>
              <w:pStyle w:val="TAC"/>
              <w:rPr>
                <w:rFonts w:cs="Arial"/>
                <w:lang w:eastAsia="ja-JP"/>
              </w:rPr>
            </w:pPr>
            <w:r w:rsidRPr="00EF2F0E">
              <w:rPr>
                <w:rFonts w:cs="Arial"/>
                <w:lang w:eastAsia="ko-KR"/>
              </w:rPr>
              <w:t>-46 dBm</w:t>
            </w:r>
          </w:p>
        </w:tc>
        <w:tc>
          <w:tcPr>
            <w:tcW w:w="1417" w:type="dxa"/>
            <w:tcBorders>
              <w:left w:val="single" w:sz="2" w:space="0" w:color="auto"/>
              <w:right w:val="single" w:sz="2" w:space="0" w:color="auto"/>
            </w:tcBorders>
            <w:shd w:val="clear" w:color="auto" w:fill="auto"/>
          </w:tcPr>
          <w:p w14:paraId="0984F30C" w14:textId="77777777" w:rsidR="00F53569" w:rsidRPr="00EF2F0E" w:rsidRDefault="00F53569" w:rsidP="00F53569">
            <w:pPr>
              <w:pStyle w:val="TAC"/>
              <w:rPr>
                <w:rFonts w:cs="Arial"/>
                <w:lang w:eastAsia="ja-JP"/>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30D" w14:textId="77777777" w:rsidR="00F53569" w:rsidRPr="00EF2F0E" w:rsidRDefault="00F53569" w:rsidP="00F53569">
            <w:pPr>
              <w:pStyle w:val="TAL"/>
              <w:rPr>
                <w:rFonts w:cs="Arial"/>
              </w:rPr>
            </w:pPr>
          </w:p>
        </w:tc>
      </w:tr>
      <w:tr w:rsidR="00F53569" w:rsidRPr="00EF2F0E" w14:paraId="0984F314" w14:textId="77777777" w:rsidTr="00B61376">
        <w:trPr>
          <w:cantSplit/>
          <w:trHeight w:val="155"/>
          <w:jc w:val="center"/>
        </w:trPr>
        <w:tc>
          <w:tcPr>
            <w:tcW w:w="1346" w:type="dxa"/>
            <w:shd w:val="clear" w:color="auto" w:fill="auto"/>
          </w:tcPr>
          <w:p w14:paraId="0984F30F" w14:textId="77777777" w:rsidR="00F53569" w:rsidRPr="00EF2F0E" w:rsidRDefault="00F53569" w:rsidP="00F53569">
            <w:pPr>
              <w:pStyle w:val="TAC"/>
              <w:rPr>
                <w:rFonts w:cs="Arial"/>
              </w:rPr>
            </w:pPr>
            <w:r w:rsidRPr="00EF2F0E">
              <w:rPr>
                <w:rFonts w:cs="Arial"/>
                <w:lang w:eastAsia="ko-KR"/>
              </w:rPr>
              <w:t>NR Band n80</w:t>
            </w:r>
          </w:p>
        </w:tc>
        <w:tc>
          <w:tcPr>
            <w:tcW w:w="1657" w:type="dxa"/>
            <w:tcBorders>
              <w:left w:val="single" w:sz="2" w:space="0" w:color="auto"/>
              <w:right w:val="single" w:sz="2" w:space="0" w:color="auto"/>
            </w:tcBorders>
            <w:shd w:val="clear" w:color="auto" w:fill="auto"/>
          </w:tcPr>
          <w:p w14:paraId="0984F310" w14:textId="77777777" w:rsidR="00F53569" w:rsidRPr="00EF2F0E" w:rsidRDefault="00F53569" w:rsidP="00F53569">
            <w:pPr>
              <w:pStyle w:val="TAC"/>
              <w:rPr>
                <w:rFonts w:cs="Arial"/>
                <w:lang w:eastAsia="ja-JP"/>
              </w:rPr>
            </w:pPr>
            <w:r w:rsidRPr="00EF2F0E">
              <w:t>1710 – 1785 MHz</w:t>
            </w:r>
          </w:p>
        </w:tc>
        <w:tc>
          <w:tcPr>
            <w:tcW w:w="851" w:type="dxa"/>
            <w:tcBorders>
              <w:left w:val="single" w:sz="2" w:space="0" w:color="auto"/>
              <w:right w:val="single" w:sz="2" w:space="0" w:color="auto"/>
            </w:tcBorders>
            <w:shd w:val="clear" w:color="auto" w:fill="auto"/>
          </w:tcPr>
          <w:p w14:paraId="0984F311" w14:textId="77777777" w:rsidR="00F53569" w:rsidRPr="00EF2F0E" w:rsidRDefault="00F53569" w:rsidP="00F53569">
            <w:pPr>
              <w:pStyle w:val="TAC"/>
              <w:rPr>
                <w:rFonts w:cs="Arial"/>
                <w:lang w:eastAsia="ja-JP"/>
              </w:rPr>
            </w:pPr>
            <w:r w:rsidRPr="00EF2F0E">
              <w:rPr>
                <w:rFonts w:cs="Arial"/>
                <w:lang w:eastAsia="ko-KR"/>
              </w:rPr>
              <w:t>-43 dBm</w:t>
            </w:r>
          </w:p>
        </w:tc>
        <w:tc>
          <w:tcPr>
            <w:tcW w:w="1417" w:type="dxa"/>
            <w:tcBorders>
              <w:left w:val="single" w:sz="2" w:space="0" w:color="auto"/>
              <w:right w:val="single" w:sz="2" w:space="0" w:color="auto"/>
            </w:tcBorders>
            <w:shd w:val="clear" w:color="auto" w:fill="auto"/>
          </w:tcPr>
          <w:p w14:paraId="0984F312" w14:textId="77777777" w:rsidR="00F53569" w:rsidRPr="00EF2F0E" w:rsidRDefault="00F53569" w:rsidP="00F53569">
            <w:pPr>
              <w:pStyle w:val="TAC"/>
              <w:rPr>
                <w:rFonts w:cs="Arial"/>
                <w:lang w:eastAsia="ja-JP"/>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313" w14:textId="77777777" w:rsidR="00F53569" w:rsidRPr="00EF2F0E" w:rsidRDefault="00F53569" w:rsidP="00F53569">
            <w:pPr>
              <w:pStyle w:val="TAL"/>
              <w:rPr>
                <w:rFonts w:cs="Arial"/>
              </w:rPr>
            </w:pPr>
          </w:p>
        </w:tc>
      </w:tr>
      <w:tr w:rsidR="00F53569" w:rsidRPr="00EF2F0E" w14:paraId="0984F31A" w14:textId="77777777" w:rsidTr="00B61376">
        <w:trPr>
          <w:cantSplit/>
          <w:trHeight w:val="155"/>
          <w:jc w:val="center"/>
        </w:trPr>
        <w:tc>
          <w:tcPr>
            <w:tcW w:w="1346" w:type="dxa"/>
            <w:shd w:val="clear" w:color="auto" w:fill="auto"/>
          </w:tcPr>
          <w:p w14:paraId="0984F315" w14:textId="77777777" w:rsidR="00F53569" w:rsidRPr="00EF2F0E" w:rsidRDefault="00F53569" w:rsidP="00F53569">
            <w:pPr>
              <w:pStyle w:val="TAC"/>
              <w:rPr>
                <w:rFonts w:cs="Arial"/>
              </w:rPr>
            </w:pPr>
            <w:r w:rsidRPr="00EF2F0E">
              <w:rPr>
                <w:rFonts w:cs="Arial"/>
                <w:lang w:eastAsia="ko-KR"/>
              </w:rPr>
              <w:t>NR Band n81</w:t>
            </w:r>
          </w:p>
        </w:tc>
        <w:tc>
          <w:tcPr>
            <w:tcW w:w="1657" w:type="dxa"/>
            <w:tcBorders>
              <w:left w:val="single" w:sz="2" w:space="0" w:color="auto"/>
              <w:right w:val="single" w:sz="2" w:space="0" w:color="auto"/>
            </w:tcBorders>
            <w:shd w:val="clear" w:color="auto" w:fill="auto"/>
          </w:tcPr>
          <w:p w14:paraId="0984F316" w14:textId="77777777" w:rsidR="00F53569" w:rsidRPr="00EF2F0E" w:rsidRDefault="00F53569" w:rsidP="00F53569">
            <w:pPr>
              <w:pStyle w:val="TAC"/>
              <w:rPr>
                <w:rFonts w:cs="Arial"/>
                <w:lang w:eastAsia="ja-JP"/>
              </w:rPr>
            </w:pPr>
            <w:r w:rsidRPr="00EF2F0E">
              <w:t>880 – 915 MHz</w:t>
            </w:r>
          </w:p>
        </w:tc>
        <w:tc>
          <w:tcPr>
            <w:tcW w:w="851" w:type="dxa"/>
            <w:tcBorders>
              <w:left w:val="single" w:sz="2" w:space="0" w:color="auto"/>
              <w:right w:val="single" w:sz="2" w:space="0" w:color="auto"/>
            </w:tcBorders>
            <w:shd w:val="clear" w:color="auto" w:fill="auto"/>
          </w:tcPr>
          <w:p w14:paraId="0984F317" w14:textId="77777777" w:rsidR="00F53569" w:rsidRPr="00EF2F0E" w:rsidRDefault="00F53569" w:rsidP="00F53569">
            <w:pPr>
              <w:pStyle w:val="TAC"/>
              <w:rPr>
                <w:rFonts w:cs="Arial"/>
                <w:lang w:eastAsia="ja-JP"/>
              </w:rPr>
            </w:pPr>
            <w:r w:rsidRPr="00EF2F0E">
              <w:rPr>
                <w:rFonts w:cs="Arial"/>
                <w:lang w:eastAsia="ko-KR"/>
              </w:rPr>
              <w:t>-43 dBm</w:t>
            </w:r>
          </w:p>
        </w:tc>
        <w:tc>
          <w:tcPr>
            <w:tcW w:w="1417" w:type="dxa"/>
            <w:tcBorders>
              <w:left w:val="single" w:sz="2" w:space="0" w:color="auto"/>
              <w:right w:val="single" w:sz="2" w:space="0" w:color="auto"/>
            </w:tcBorders>
            <w:shd w:val="clear" w:color="auto" w:fill="auto"/>
          </w:tcPr>
          <w:p w14:paraId="0984F318" w14:textId="77777777" w:rsidR="00F53569" w:rsidRPr="00EF2F0E" w:rsidRDefault="00F53569" w:rsidP="00F53569">
            <w:pPr>
              <w:pStyle w:val="TAC"/>
              <w:rPr>
                <w:rFonts w:cs="Arial"/>
                <w:lang w:eastAsia="ja-JP"/>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319" w14:textId="77777777" w:rsidR="00F53569" w:rsidRPr="00EF2F0E" w:rsidRDefault="00F53569" w:rsidP="00F53569">
            <w:pPr>
              <w:pStyle w:val="TAL"/>
              <w:rPr>
                <w:rFonts w:cs="Arial"/>
              </w:rPr>
            </w:pPr>
          </w:p>
        </w:tc>
      </w:tr>
      <w:tr w:rsidR="00F53569" w:rsidRPr="00EF2F0E" w14:paraId="0984F320" w14:textId="77777777" w:rsidTr="00B61376">
        <w:trPr>
          <w:cantSplit/>
          <w:trHeight w:val="155"/>
          <w:jc w:val="center"/>
        </w:trPr>
        <w:tc>
          <w:tcPr>
            <w:tcW w:w="1346" w:type="dxa"/>
            <w:shd w:val="clear" w:color="auto" w:fill="auto"/>
          </w:tcPr>
          <w:p w14:paraId="0984F31B" w14:textId="77777777" w:rsidR="00F53569" w:rsidRPr="00EF2F0E" w:rsidRDefault="00F53569" w:rsidP="00F53569">
            <w:pPr>
              <w:pStyle w:val="TAC"/>
              <w:rPr>
                <w:rFonts w:cs="Arial"/>
              </w:rPr>
            </w:pPr>
            <w:r w:rsidRPr="00EF2F0E">
              <w:rPr>
                <w:rFonts w:cs="Arial"/>
                <w:lang w:eastAsia="ko-KR"/>
              </w:rPr>
              <w:t>NR Band n82</w:t>
            </w:r>
          </w:p>
        </w:tc>
        <w:tc>
          <w:tcPr>
            <w:tcW w:w="1657" w:type="dxa"/>
            <w:tcBorders>
              <w:left w:val="single" w:sz="2" w:space="0" w:color="auto"/>
              <w:right w:val="single" w:sz="2" w:space="0" w:color="auto"/>
            </w:tcBorders>
            <w:shd w:val="clear" w:color="auto" w:fill="auto"/>
          </w:tcPr>
          <w:p w14:paraId="0984F31C" w14:textId="77777777" w:rsidR="00F53569" w:rsidRPr="00EF2F0E" w:rsidRDefault="00F53569" w:rsidP="00F53569">
            <w:pPr>
              <w:pStyle w:val="TAC"/>
              <w:rPr>
                <w:rFonts w:cs="Arial"/>
                <w:lang w:eastAsia="ja-JP"/>
              </w:rPr>
            </w:pPr>
            <w:r w:rsidRPr="00EF2F0E">
              <w:t>832 – 862 MHz</w:t>
            </w:r>
          </w:p>
        </w:tc>
        <w:tc>
          <w:tcPr>
            <w:tcW w:w="851" w:type="dxa"/>
            <w:tcBorders>
              <w:left w:val="single" w:sz="2" w:space="0" w:color="auto"/>
              <w:right w:val="single" w:sz="2" w:space="0" w:color="auto"/>
            </w:tcBorders>
            <w:shd w:val="clear" w:color="auto" w:fill="auto"/>
          </w:tcPr>
          <w:p w14:paraId="0984F31D" w14:textId="77777777" w:rsidR="00F53569" w:rsidRPr="00EF2F0E" w:rsidRDefault="00F53569" w:rsidP="00F53569">
            <w:pPr>
              <w:pStyle w:val="TAC"/>
              <w:rPr>
                <w:rFonts w:cs="Arial"/>
                <w:lang w:eastAsia="ja-JP"/>
              </w:rPr>
            </w:pPr>
            <w:r w:rsidRPr="00EF2F0E">
              <w:rPr>
                <w:rFonts w:cs="Arial"/>
                <w:lang w:eastAsia="ko-KR"/>
              </w:rPr>
              <w:t>-43 dBm</w:t>
            </w:r>
          </w:p>
        </w:tc>
        <w:tc>
          <w:tcPr>
            <w:tcW w:w="1417" w:type="dxa"/>
            <w:tcBorders>
              <w:left w:val="single" w:sz="2" w:space="0" w:color="auto"/>
              <w:right w:val="single" w:sz="2" w:space="0" w:color="auto"/>
            </w:tcBorders>
            <w:shd w:val="clear" w:color="auto" w:fill="auto"/>
          </w:tcPr>
          <w:p w14:paraId="0984F31E" w14:textId="77777777" w:rsidR="00F53569" w:rsidRPr="00EF2F0E" w:rsidRDefault="00F53569" w:rsidP="00F53569">
            <w:pPr>
              <w:pStyle w:val="TAC"/>
              <w:rPr>
                <w:rFonts w:cs="Arial"/>
                <w:lang w:eastAsia="ja-JP"/>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31F" w14:textId="77777777" w:rsidR="00F53569" w:rsidRPr="00EF2F0E" w:rsidRDefault="00F53569" w:rsidP="00F53569">
            <w:pPr>
              <w:pStyle w:val="TAL"/>
              <w:rPr>
                <w:rFonts w:cs="Arial"/>
              </w:rPr>
            </w:pPr>
          </w:p>
        </w:tc>
      </w:tr>
      <w:tr w:rsidR="00F53569" w:rsidRPr="00EF2F0E" w14:paraId="0984F326" w14:textId="77777777" w:rsidTr="00B61376">
        <w:trPr>
          <w:cantSplit/>
          <w:trHeight w:val="155"/>
          <w:jc w:val="center"/>
        </w:trPr>
        <w:tc>
          <w:tcPr>
            <w:tcW w:w="1346" w:type="dxa"/>
            <w:shd w:val="clear" w:color="auto" w:fill="auto"/>
          </w:tcPr>
          <w:p w14:paraId="0984F321" w14:textId="77777777" w:rsidR="00F53569" w:rsidRPr="00EF2F0E" w:rsidRDefault="00F53569" w:rsidP="00F53569">
            <w:pPr>
              <w:pStyle w:val="TAC"/>
              <w:rPr>
                <w:rFonts w:cs="Arial"/>
              </w:rPr>
            </w:pPr>
            <w:r w:rsidRPr="00EF2F0E">
              <w:rPr>
                <w:rFonts w:cs="Arial"/>
                <w:lang w:eastAsia="ko-KR"/>
              </w:rPr>
              <w:t>NR Band n83</w:t>
            </w:r>
          </w:p>
        </w:tc>
        <w:tc>
          <w:tcPr>
            <w:tcW w:w="1657" w:type="dxa"/>
            <w:tcBorders>
              <w:left w:val="single" w:sz="2" w:space="0" w:color="auto"/>
              <w:right w:val="single" w:sz="2" w:space="0" w:color="auto"/>
            </w:tcBorders>
            <w:shd w:val="clear" w:color="auto" w:fill="auto"/>
          </w:tcPr>
          <w:p w14:paraId="0984F322" w14:textId="77777777" w:rsidR="00F53569" w:rsidRPr="00EF2F0E" w:rsidRDefault="00F53569" w:rsidP="00F53569">
            <w:pPr>
              <w:pStyle w:val="TAC"/>
              <w:rPr>
                <w:rFonts w:cs="Arial"/>
                <w:lang w:eastAsia="ja-JP"/>
              </w:rPr>
            </w:pPr>
            <w:r w:rsidRPr="00EF2F0E">
              <w:t>703 – 748 MHz</w:t>
            </w:r>
          </w:p>
        </w:tc>
        <w:tc>
          <w:tcPr>
            <w:tcW w:w="851" w:type="dxa"/>
            <w:tcBorders>
              <w:left w:val="single" w:sz="2" w:space="0" w:color="auto"/>
              <w:right w:val="single" w:sz="2" w:space="0" w:color="auto"/>
            </w:tcBorders>
            <w:shd w:val="clear" w:color="auto" w:fill="auto"/>
          </w:tcPr>
          <w:p w14:paraId="0984F323" w14:textId="77777777" w:rsidR="00F53569" w:rsidRPr="00EF2F0E" w:rsidRDefault="00F53569" w:rsidP="00F53569">
            <w:pPr>
              <w:pStyle w:val="TAC"/>
              <w:rPr>
                <w:rFonts w:cs="Arial"/>
                <w:lang w:eastAsia="ja-JP"/>
              </w:rPr>
            </w:pPr>
            <w:r w:rsidRPr="00EF2F0E">
              <w:rPr>
                <w:rFonts w:cs="Arial"/>
                <w:lang w:eastAsia="ko-KR"/>
              </w:rPr>
              <w:t>-43 dBm</w:t>
            </w:r>
          </w:p>
        </w:tc>
        <w:tc>
          <w:tcPr>
            <w:tcW w:w="1417" w:type="dxa"/>
            <w:tcBorders>
              <w:left w:val="single" w:sz="2" w:space="0" w:color="auto"/>
              <w:right w:val="single" w:sz="2" w:space="0" w:color="auto"/>
            </w:tcBorders>
            <w:shd w:val="clear" w:color="auto" w:fill="auto"/>
          </w:tcPr>
          <w:p w14:paraId="0984F324" w14:textId="77777777" w:rsidR="00F53569" w:rsidRPr="00EF2F0E" w:rsidRDefault="00F53569" w:rsidP="00F53569">
            <w:pPr>
              <w:pStyle w:val="TAC"/>
              <w:rPr>
                <w:rFonts w:cs="Arial"/>
                <w:lang w:eastAsia="ja-JP"/>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325" w14:textId="77777777" w:rsidR="00F53569" w:rsidRPr="00EF2F0E" w:rsidRDefault="00F53569" w:rsidP="00F53569">
            <w:pPr>
              <w:pStyle w:val="TAL"/>
              <w:rPr>
                <w:rFonts w:cs="Arial"/>
              </w:rPr>
            </w:pPr>
          </w:p>
        </w:tc>
      </w:tr>
      <w:tr w:rsidR="00F53569" w:rsidRPr="00EF2F0E" w14:paraId="0984F32C" w14:textId="77777777" w:rsidTr="00B61376">
        <w:trPr>
          <w:cantSplit/>
          <w:trHeight w:val="155"/>
          <w:jc w:val="center"/>
        </w:trPr>
        <w:tc>
          <w:tcPr>
            <w:tcW w:w="1346" w:type="dxa"/>
            <w:shd w:val="clear" w:color="auto" w:fill="auto"/>
          </w:tcPr>
          <w:p w14:paraId="0984F327" w14:textId="77777777" w:rsidR="00F53569" w:rsidRPr="00EF2F0E" w:rsidRDefault="00F53569" w:rsidP="00F53569">
            <w:pPr>
              <w:pStyle w:val="TAC"/>
              <w:rPr>
                <w:rFonts w:cs="Arial"/>
              </w:rPr>
            </w:pPr>
            <w:r w:rsidRPr="00EF2F0E">
              <w:rPr>
                <w:rFonts w:cs="Arial"/>
                <w:lang w:eastAsia="ko-KR"/>
              </w:rPr>
              <w:t>NR Band n84</w:t>
            </w:r>
          </w:p>
        </w:tc>
        <w:tc>
          <w:tcPr>
            <w:tcW w:w="1657" w:type="dxa"/>
            <w:tcBorders>
              <w:left w:val="single" w:sz="2" w:space="0" w:color="auto"/>
              <w:right w:val="single" w:sz="2" w:space="0" w:color="auto"/>
            </w:tcBorders>
            <w:shd w:val="clear" w:color="auto" w:fill="auto"/>
          </w:tcPr>
          <w:p w14:paraId="0984F328" w14:textId="77777777" w:rsidR="00F53569" w:rsidRPr="00EF2F0E" w:rsidRDefault="00F53569" w:rsidP="00F53569">
            <w:pPr>
              <w:pStyle w:val="TAC"/>
              <w:rPr>
                <w:rFonts w:cs="Arial"/>
                <w:lang w:eastAsia="ja-JP"/>
              </w:rPr>
            </w:pPr>
            <w:r w:rsidRPr="00EF2F0E">
              <w:t>1920 – 1980 MHz</w:t>
            </w:r>
          </w:p>
        </w:tc>
        <w:tc>
          <w:tcPr>
            <w:tcW w:w="851" w:type="dxa"/>
            <w:tcBorders>
              <w:left w:val="single" w:sz="2" w:space="0" w:color="auto"/>
              <w:right w:val="single" w:sz="2" w:space="0" w:color="auto"/>
            </w:tcBorders>
            <w:shd w:val="clear" w:color="auto" w:fill="auto"/>
          </w:tcPr>
          <w:p w14:paraId="0984F329" w14:textId="77777777" w:rsidR="00F53569" w:rsidRPr="00EF2F0E" w:rsidRDefault="00F53569" w:rsidP="00F53569">
            <w:pPr>
              <w:pStyle w:val="TAC"/>
              <w:rPr>
                <w:rFonts w:cs="Arial"/>
                <w:lang w:eastAsia="ja-JP"/>
              </w:rPr>
            </w:pPr>
            <w:r w:rsidRPr="00EF2F0E">
              <w:rPr>
                <w:rFonts w:cs="Arial"/>
                <w:lang w:eastAsia="ko-KR"/>
              </w:rPr>
              <w:t>-43 dBm</w:t>
            </w:r>
          </w:p>
        </w:tc>
        <w:tc>
          <w:tcPr>
            <w:tcW w:w="1417" w:type="dxa"/>
            <w:tcBorders>
              <w:left w:val="single" w:sz="2" w:space="0" w:color="auto"/>
              <w:right w:val="single" w:sz="2" w:space="0" w:color="auto"/>
            </w:tcBorders>
            <w:shd w:val="clear" w:color="auto" w:fill="auto"/>
          </w:tcPr>
          <w:p w14:paraId="0984F32A" w14:textId="77777777" w:rsidR="00F53569" w:rsidRPr="00EF2F0E" w:rsidRDefault="00F53569" w:rsidP="00F53569">
            <w:pPr>
              <w:pStyle w:val="TAC"/>
              <w:rPr>
                <w:rFonts w:cs="Arial"/>
                <w:lang w:eastAsia="ja-JP"/>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32B" w14:textId="77777777" w:rsidR="00F53569" w:rsidRPr="00EF2F0E" w:rsidRDefault="00F53569" w:rsidP="00F53569">
            <w:pPr>
              <w:pStyle w:val="TAL"/>
              <w:rPr>
                <w:rFonts w:cs="Arial"/>
              </w:rPr>
            </w:pPr>
          </w:p>
        </w:tc>
      </w:tr>
      <w:tr w:rsidR="00F53569" w:rsidRPr="00EF2F0E" w14:paraId="0984F332" w14:textId="77777777" w:rsidTr="00B61376">
        <w:trPr>
          <w:cantSplit/>
          <w:trHeight w:val="155"/>
          <w:jc w:val="center"/>
        </w:trPr>
        <w:tc>
          <w:tcPr>
            <w:tcW w:w="1346" w:type="dxa"/>
            <w:vMerge w:val="restart"/>
            <w:shd w:val="clear" w:color="auto" w:fill="auto"/>
          </w:tcPr>
          <w:p w14:paraId="0984F32D" w14:textId="77777777" w:rsidR="00F53569" w:rsidRPr="00EF2F0E" w:rsidRDefault="00F53569" w:rsidP="00F53569">
            <w:pPr>
              <w:pStyle w:val="TAC"/>
              <w:rPr>
                <w:rFonts w:cs="Arial"/>
              </w:rPr>
            </w:pPr>
            <w:r w:rsidRPr="00EF2F0E">
              <w:rPr>
                <w:rFonts w:cs="Arial"/>
                <w:lang w:eastAsia="ko-KR"/>
              </w:rPr>
              <w:t>E-UTRA Band 85</w:t>
            </w:r>
          </w:p>
        </w:tc>
        <w:tc>
          <w:tcPr>
            <w:tcW w:w="1657" w:type="dxa"/>
            <w:tcBorders>
              <w:left w:val="single" w:sz="2" w:space="0" w:color="auto"/>
              <w:right w:val="single" w:sz="2" w:space="0" w:color="auto"/>
            </w:tcBorders>
            <w:shd w:val="clear" w:color="auto" w:fill="auto"/>
          </w:tcPr>
          <w:p w14:paraId="0984F32E" w14:textId="77777777" w:rsidR="00F53569" w:rsidRPr="00EF2F0E" w:rsidRDefault="00F53569" w:rsidP="00F53569">
            <w:pPr>
              <w:pStyle w:val="TAC"/>
              <w:rPr>
                <w:rFonts w:cs="Arial"/>
              </w:rPr>
            </w:pPr>
            <w:r w:rsidRPr="00EF2F0E">
              <w:t>728 - 746 MHz</w:t>
            </w:r>
          </w:p>
        </w:tc>
        <w:tc>
          <w:tcPr>
            <w:tcW w:w="851" w:type="dxa"/>
            <w:tcBorders>
              <w:left w:val="single" w:sz="2" w:space="0" w:color="auto"/>
              <w:right w:val="single" w:sz="2" w:space="0" w:color="auto"/>
            </w:tcBorders>
            <w:shd w:val="clear" w:color="auto" w:fill="auto"/>
          </w:tcPr>
          <w:p w14:paraId="0984F32F" w14:textId="77777777" w:rsidR="00F53569" w:rsidRPr="00EF2F0E" w:rsidRDefault="00F53569" w:rsidP="00F53569">
            <w:pPr>
              <w:pStyle w:val="TAC"/>
              <w:rPr>
                <w:rFonts w:cs="Arial"/>
              </w:rPr>
            </w:pPr>
            <w:r w:rsidRPr="00EF2F0E">
              <w:rPr>
                <w:rFonts w:cs="Arial"/>
                <w:lang w:eastAsia="ko-KR"/>
              </w:rPr>
              <w:t>-46 dBm</w:t>
            </w:r>
          </w:p>
        </w:tc>
        <w:tc>
          <w:tcPr>
            <w:tcW w:w="1417" w:type="dxa"/>
            <w:tcBorders>
              <w:left w:val="single" w:sz="2" w:space="0" w:color="auto"/>
              <w:right w:val="single" w:sz="2" w:space="0" w:color="auto"/>
            </w:tcBorders>
            <w:shd w:val="clear" w:color="auto" w:fill="auto"/>
          </w:tcPr>
          <w:p w14:paraId="0984F330" w14:textId="77777777" w:rsidR="00F53569" w:rsidRPr="00EF2F0E" w:rsidRDefault="00F53569" w:rsidP="00F53569">
            <w:pPr>
              <w:pStyle w:val="TAC"/>
              <w:rPr>
                <w:rFonts w:cs="Arial"/>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331" w14:textId="77777777" w:rsidR="00F53569" w:rsidRPr="00EF2F0E" w:rsidRDefault="00F53569" w:rsidP="00F53569">
            <w:pPr>
              <w:pStyle w:val="TAL"/>
              <w:rPr>
                <w:rFonts w:cs="v5.0.0"/>
              </w:rPr>
            </w:pPr>
          </w:p>
        </w:tc>
      </w:tr>
      <w:tr w:rsidR="00F53569" w:rsidRPr="00EF2F0E" w14:paraId="0984F338" w14:textId="77777777" w:rsidTr="00B61376">
        <w:trPr>
          <w:cantSplit/>
          <w:trHeight w:val="155"/>
          <w:jc w:val="center"/>
        </w:trPr>
        <w:tc>
          <w:tcPr>
            <w:tcW w:w="1346" w:type="dxa"/>
            <w:vMerge/>
            <w:shd w:val="clear" w:color="auto" w:fill="auto"/>
          </w:tcPr>
          <w:p w14:paraId="0984F333" w14:textId="77777777" w:rsidR="00F53569" w:rsidRPr="00EF2F0E" w:rsidRDefault="00F53569" w:rsidP="00F53569">
            <w:pPr>
              <w:pStyle w:val="TAC"/>
              <w:rPr>
                <w:rFonts w:cs="Arial"/>
              </w:rPr>
            </w:pPr>
          </w:p>
        </w:tc>
        <w:tc>
          <w:tcPr>
            <w:tcW w:w="1657" w:type="dxa"/>
            <w:tcBorders>
              <w:left w:val="single" w:sz="2" w:space="0" w:color="auto"/>
              <w:right w:val="single" w:sz="2" w:space="0" w:color="auto"/>
            </w:tcBorders>
            <w:shd w:val="clear" w:color="auto" w:fill="auto"/>
          </w:tcPr>
          <w:p w14:paraId="0984F334" w14:textId="77777777" w:rsidR="00F53569" w:rsidRPr="00EF2F0E" w:rsidRDefault="00F53569" w:rsidP="00F53569">
            <w:pPr>
              <w:pStyle w:val="TAC"/>
              <w:rPr>
                <w:rFonts w:cs="Arial"/>
                <w:lang w:eastAsia="zh-CN"/>
              </w:rPr>
            </w:pPr>
            <w:r w:rsidRPr="00EF2F0E">
              <w:t>698 - 716 MHz</w:t>
            </w:r>
          </w:p>
        </w:tc>
        <w:tc>
          <w:tcPr>
            <w:tcW w:w="851" w:type="dxa"/>
            <w:tcBorders>
              <w:left w:val="single" w:sz="2" w:space="0" w:color="auto"/>
              <w:right w:val="single" w:sz="2" w:space="0" w:color="auto"/>
            </w:tcBorders>
            <w:shd w:val="clear" w:color="auto" w:fill="auto"/>
          </w:tcPr>
          <w:p w14:paraId="0984F335" w14:textId="77777777" w:rsidR="00F53569" w:rsidRPr="00EF2F0E" w:rsidRDefault="00F53569" w:rsidP="00F53569">
            <w:pPr>
              <w:pStyle w:val="TAC"/>
              <w:rPr>
                <w:rFonts w:cs="Arial"/>
              </w:rPr>
            </w:pPr>
            <w:r w:rsidRPr="00EF2F0E">
              <w:rPr>
                <w:rFonts w:cs="Arial"/>
                <w:lang w:eastAsia="ko-KR"/>
              </w:rPr>
              <w:t>-43 dBm</w:t>
            </w:r>
          </w:p>
        </w:tc>
        <w:tc>
          <w:tcPr>
            <w:tcW w:w="1417" w:type="dxa"/>
            <w:tcBorders>
              <w:left w:val="single" w:sz="2" w:space="0" w:color="auto"/>
              <w:right w:val="single" w:sz="2" w:space="0" w:color="auto"/>
            </w:tcBorders>
            <w:shd w:val="clear" w:color="auto" w:fill="auto"/>
          </w:tcPr>
          <w:p w14:paraId="0984F336" w14:textId="77777777" w:rsidR="00F53569" w:rsidRPr="00EF2F0E" w:rsidRDefault="00F53569" w:rsidP="00F53569">
            <w:pPr>
              <w:pStyle w:val="TAC"/>
              <w:rPr>
                <w:rFonts w:cs="Arial"/>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337" w14:textId="77777777" w:rsidR="00F53569" w:rsidRPr="00EF2F0E" w:rsidRDefault="00F53569" w:rsidP="00F53569">
            <w:pPr>
              <w:pStyle w:val="TAL"/>
              <w:rPr>
                <w:rFonts w:cs="Arial"/>
              </w:rPr>
            </w:pPr>
          </w:p>
        </w:tc>
      </w:tr>
      <w:tr w:rsidR="00F53569" w:rsidRPr="00EF2F0E" w14:paraId="0984F33E" w14:textId="77777777" w:rsidTr="00B61376">
        <w:trPr>
          <w:cantSplit/>
          <w:trHeight w:val="155"/>
          <w:jc w:val="center"/>
        </w:trPr>
        <w:tc>
          <w:tcPr>
            <w:tcW w:w="1346" w:type="dxa"/>
            <w:shd w:val="clear" w:color="auto" w:fill="auto"/>
          </w:tcPr>
          <w:p w14:paraId="0984F339" w14:textId="77777777" w:rsidR="00F53569" w:rsidRPr="00EF2F0E" w:rsidRDefault="00F53569" w:rsidP="00F53569">
            <w:pPr>
              <w:pStyle w:val="TAC"/>
              <w:rPr>
                <w:rFonts w:cs="Arial"/>
              </w:rPr>
            </w:pPr>
            <w:r w:rsidRPr="00EF2F0E">
              <w:rPr>
                <w:rFonts w:cs="Arial"/>
                <w:lang w:eastAsia="ko-KR"/>
              </w:rPr>
              <w:t>NR Band n86</w:t>
            </w:r>
          </w:p>
        </w:tc>
        <w:tc>
          <w:tcPr>
            <w:tcW w:w="1657" w:type="dxa"/>
            <w:tcBorders>
              <w:left w:val="single" w:sz="2" w:space="0" w:color="auto"/>
              <w:right w:val="single" w:sz="2" w:space="0" w:color="auto"/>
            </w:tcBorders>
            <w:shd w:val="clear" w:color="auto" w:fill="auto"/>
          </w:tcPr>
          <w:p w14:paraId="0984F33A" w14:textId="77777777" w:rsidR="00F53569" w:rsidRPr="00EF2F0E" w:rsidRDefault="00F53569" w:rsidP="00F53569">
            <w:pPr>
              <w:pStyle w:val="TAC"/>
              <w:rPr>
                <w:rFonts w:cs="Arial"/>
                <w:lang w:eastAsia="zh-CN"/>
              </w:rPr>
            </w:pPr>
            <w:r w:rsidRPr="00EF2F0E">
              <w:t>1710 – 1780 MHz</w:t>
            </w:r>
          </w:p>
        </w:tc>
        <w:tc>
          <w:tcPr>
            <w:tcW w:w="851" w:type="dxa"/>
            <w:tcBorders>
              <w:left w:val="single" w:sz="2" w:space="0" w:color="auto"/>
              <w:right w:val="single" w:sz="2" w:space="0" w:color="auto"/>
            </w:tcBorders>
            <w:shd w:val="clear" w:color="auto" w:fill="auto"/>
          </w:tcPr>
          <w:p w14:paraId="0984F33B" w14:textId="77777777" w:rsidR="00F53569" w:rsidRPr="00EF2F0E" w:rsidRDefault="00F53569" w:rsidP="00F53569">
            <w:pPr>
              <w:pStyle w:val="TAC"/>
              <w:rPr>
                <w:rFonts w:cs="Arial"/>
              </w:rPr>
            </w:pPr>
            <w:r w:rsidRPr="00EF2F0E">
              <w:rPr>
                <w:rFonts w:cs="Arial"/>
                <w:lang w:eastAsia="ko-KR"/>
              </w:rPr>
              <w:t>-43 dBm</w:t>
            </w:r>
          </w:p>
        </w:tc>
        <w:tc>
          <w:tcPr>
            <w:tcW w:w="1417" w:type="dxa"/>
            <w:tcBorders>
              <w:left w:val="single" w:sz="2" w:space="0" w:color="auto"/>
              <w:right w:val="single" w:sz="2" w:space="0" w:color="auto"/>
            </w:tcBorders>
            <w:shd w:val="clear" w:color="auto" w:fill="auto"/>
          </w:tcPr>
          <w:p w14:paraId="0984F33C" w14:textId="77777777" w:rsidR="00F53569" w:rsidRPr="00EF2F0E" w:rsidRDefault="00F53569" w:rsidP="00F53569">
            <w:pPr>
              <w:pStyle w:val="TAC"/>
              <w:rPr>
                <w:rFonts w:cs="Arial"/>
              </w:rPr>
            </w:pPr>
            <w:r w:rsidRPr="00EF2F0E">
              <w:rPr>
                <w:rFonts w:cs="Arial"/>
                <w:lang w:eastAsia="ko-KR"/>
              </w:rPr>
              <w:t>1 MHz</w:t>
            </w:r>
          </w:p>
        </w:tc>
        <w:tc>
          <w:tcPr>
            <w:tcW w:w="4422" w:type="dxa"/>
            <w:tcBorders>
              <w:left w:val="single" w:sz="2" w:space="0" w:color="auto"/>
              <w:right w:val="single" w:sz="2" w:space="0" w:color="auto"/>
            </w:tcBorders>
            <w:shd w:val="clear" w:color="auto" w:fill="auto"/>
          </w:tcPr>
          <w:p w14:paraId="0984F33D" w14:textId="77777777" w:rsidR="00F53569" w:rsidRPr="00EF2F0E" w:rsidRDefault="00F53569" w:rsidP="00F53569">
            <w:pPr>
              <w:pStyle w:val="TAL"/>
              <w:rPr>
                <w:rFonts w:cs="Arial"/>
              </w:rPr>
            </w:pPr>
          </w:p>
        </w:tc>
      </w:tr>
      <w:tr w:rsidR="00F53569" w:rsidRPr="00EF2F0E" w14:paraId="0984F341" w14:textId="77777777" w:rsidTr="00AB06FD">
        <w:trPr>
          <w:cantSplit/>
          <w:trHeight w:val="155"/>
          <w:jc w:val="center"/>
        </w:trPr>
        <w:tc>
          <w:tcPr>
            <w:tcW w:w="9693" w:type="dxa"/>
            <w:gridSpan w:val="5"/>
            <w:tcBorders>
              <w:right w:val="single" w:sz="2" w:space="0" w:color="auto"/>
            </w:tcBorders>
            <w:shd w:val="clear" w:color="auto" w:fill="auto"/>
          </w:tcPr>
          <w:p w14:paraId="0984F33F" w14:textId="77777777" w:rsidR="00F53569" w:rsidRPr="00EF2F0E" w:rsidRDefault="00F53569" w:rsidP="00F53569">
            <w:pPr>
              <w:pStyle w:val="TAN"/>
              <w:rPr>
                <w:rFonts w:cs="Arial"/>
              </w:rPr>
            </w:pPr>
            <w:r w:rsidRPr="00EF2F0E">
              <w:rPr>
                <w:rFonts w:cs="Arial"/>
              </w:rPr>
              <w:t>NOTE 1:</w:t>
            </w:r>
            <w:r w:rsidRPr="00EF2F0E">
              <w:rPr>
                <w:rFonts w:cs="Arial"/>
              </w:rPr>
              <w:tab/>
              <w:t xml:space="preserve">The co-existence requirements do not apply for the 10 MHz frequency range immediately outside the </w:t>
            </w:r>
            <w:r w:rsidRPr="00EF2F0E">
              <w:rPr>
                <w:rFonts w:cs="Arial"/>
                <w:i/>
              </w:rPr>
              <w:t>downlink</w:t>
            </w:r>
            <w:r w:rsidRPr="00EF2F0E" w:rsidDel="00B62512">
              <w:rPr>
                <w:rFonts w:cs="Arial"/>
                <w:i/>
              </w:rPr>
              <w:t xml:space="preserve"> </w:t>
            </w:r>
            <w:r w:rsidRPr="00EF2F0E">
              <w:rPr>
                <w:rFonts w:cs="Arial"/>
                <w:i/>
              </w:rPr>
              <w:t>operating band</w:t>
            </w:r>
            <w:r w:rsidRPr="00EF2F0E">
              <w:rPr>
                <w:rFonts w:cs="Arial"/>
              </w:rPr>
              <w:t xml:space="preserve"> (see subclause 9.7.1). Emission limits for this excluded frequency range may be covered by local or regional requirements.</w:t>
            </w:r>
          </w:p>
          <w:p w14:paraId="0984F340" w14:textId="77777777" w:rsidR="00F53569" w:rsidRPr="00EF2F0E" w:rsidRDefault="00F53569" w:rsidP="00F53569">
            <w:pPr>
              <w:pStyle w:val="TAN"/>
              <w:rPr>
                <w:rFonts w:cs="Arial"/>
              </w:rPr>
            </w:pPr>
            <w:r w:rsidRPr="00EF2F0E">
              <w:rPr>
                <w:rFonts w:cs="Arial"/>
              </w:rPr>
              <w:t>NOTE 2:</w:t>
            </w:r>
            <w:r w:rsidRPr="00EF2F0E">
              <w:rPr>
                <w:rFonts w:cs="Arial"/>
              </w:rPr>
              <w:tab/>
              <w:t xml:space="preserve">The table above assumes that two operating bands, where the frequency ranges would be overlapping, are not deployed in the same geographical area. For such a case of operation with overlapping frequency arrangements in the same geographical area, special co-existence requirements may apply that are not covered by the 3GPP specifications. </w:t>
            </w:r>
          </w:p>
        </w:tc>
      </w:tr>
    </w:tbl>
    <w:p w14:paraId="0984F342" w14:textId="77777777" w:rsidR="00B15E99" w:rsidRPr="00EF2F0E" w:rsidRDefault="00B15E99" w:rsidP="00B15E99">
      <w:pPr>
        <w:rPr>
          <w:rFonts w:cs="v5.0.0"/>
        </w:rPr>
      </w:pPr>
    </w:p>
    <w:p w14:paraId="0984F343" w14:textId="77777777" w:rsidR="00B15E99" w:rsidRPr="00EF2F0E" w:rsidRDefault="00B15E99" w:rsidP="00B15E99">
      <w:pPr>
        <w:rPr>
          <w:rFonts w:cs="v3.8.0"/>
        </w:rPr>
      </w:pPr>
      <w:r w:rsidRPr="00EF2F0E">
        <w:rPr>
          <w:rFonts w:cs="v5.0.0"/>
        </w:rPr>
        <w:t>The following requirement may be applied for the protection of PHS in geographic areas in which both PHS and UTRA FDD are deployed.</w:t>
      </w:r>
      <w:r w:rsidRPr="00EF2F0E">
        <w:rPr>
          <w:rFonts w:cs="v3.8.0"/>
        </w:rPr>
        <w:t xml:space="preserve"> This requirement is also applicable at specified frequencies falling between 12.5MHz below the first carrier frequency used and 12.5MHz above the last carrier frequency used.</w:t>
      </w:r>
    </w:p>
    <w:p w14:paraId="0984F344" w14:textId="77777777" w:rsidR="00B15E99" w:rsidRPr="00EF2F0E" w:rsidRDefault="00B15E99" w:rsidP="00B15E99">
      <w:pPr>
        <w:keepNext/>
        <w:rPr>
          <w:rFonts w:cs="v5.0.0"/>
        </w:rPr>
      </w:pPr>
      <w:r w:rsidRPr="00EF2F0E">
        <w:rPr>
          <w:rFonts w:cs="v5.0.0"/>
        </w:rPr>
        <w:t>The TRP of any spurious emission shall not exceed:</w:t>
      </w:r>
    </w:p>
    <w:p w14:paraId="0984F345" w14:textId="77777777" w:rsidR="00B15E99" w:rsidRPr="00EF2F0E" w:rsidRDefault="00B15E99" w:rsidP="00B15E99">
      <w:pPr>
        <w:pStyle w:val="TH"/>
      </w:pPr>
      <w:r w:rsidRPr="00EF2F0E">
        <w:t>Table 9.7.6.3.3-2: AAS BS OTA Spurious emissions limits for BS in geographic coverage area of PHS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3401A4" w:rsidRPr="00EF2F0E" w14:paraId="0984F34A" w14:textId="77777777" w:rsidTr="00AB06FD">
        <w:trPr>
          <w:cantSplit/>
          <w:jc w:val="center"/>
        </w:trPr>
        <w:tc>
          <w:tcPr>
            <w:tcW w:w="2376" w:type="dxa"/>
          </w:tcPr>
          <w:p w14:paraId="0984F346" w14:textId="77777777" w:rsidR="00B15E99" w:rsidRPr="00EF2F0E" w:rsidRDefault="00B15E99" w:rsidP="00AB06FD">
            <w:pPr>
              <w:pStyle w:val="TAH"/>
              <w:rPr>
                <w:rFonts w:cs="v5.0.0"/>
              </w:rPr>
            </w:pPr>
            <w:r w:rsidRPr="00EF2F0E">
              <w:rPr>
                <w:rFonts w:cs="v5.0.0"/>
              </w:rPr>
              <w:t>Band</w:t>
            </w:r>
          </w:p>
        </w:tc>
        <w:tc>
          <w:tcPr>
            <w:tcW w:w="1276" w:type="dxa"/>
          </w:tcPr>
          <w:p w14:paraId="0984F347" w14:textId="77777777" w:rsidR="00B15E99" w:rsidRPr="00EF2F0E" w:rsidRDefault="00B15E99" w:rsidP="00AB06FD">
            <w:pPr>
              <w:pStyle w:val="TAH"/>
              <w:rPr>
                <w:rFonts w:cs="v5.0.0"/>
              </w:rPr>
            </w:pPr>
            <w:r w:rsidRPr="00EF2F0E">
              <w:rPr>
                <w:rFonts w:cs="v5.0.0"/>
              </w:rPr>
              <w:t>Maximum Level</w:t>
            </w:r>
          </w:p>
        </w:tc>
        <w:tc>
          <w:tcPr>
            <w:tcW w:w="1418" w:type="dxa"/>
          </w:tcPr>
          <w:p w14:paraId="0984F348" w14:textId="77777777" w:rsidR="00B15E99" w:rsidRPr="00EF2F0E" w:rsidRDefault="00B15E99" w:rsidP="00AB06FD">
            <w:pPr>
              <w:pStyle w:val="TAH"/>
              <w:rPr>
                <w:rFonts w:cs="v5.0.0"/>
              </w:rPr>
            </w:pPr>
            <w:r w:rsidRPr="00EF2F0E">
              <w:rPr>
                <w:rFonts w:cs="v5.0.0"/>
              </w:rPr>
              <w:t>Measurement Bandwidth</w:t>
            </w:r>
          </w:p>
        </w:tc>
        <w:tc>
          <w:tcPr>
            <w:tcW w:w="1956" w:type="dxa"/>
          </w:tcPr>
          <w:p w14:paraId="0984F349" w14:textId="77777777" w:rsidR="00B15E99" w:rsidRPr="00EF2F0E" w:rsidRDefault="00B15E99" w:rsidP="00AB06FD">
            <w:pPr>
              <w:pStyle w:val="TAH"/>
              <w:rPr>
                <w:rFonts w:cs="v5.0.0"/>
              </w:rPr>
            </w:pPr>
            <w:r w:rsidRPr="00EF2F0E">
              <w:rPr>
                <w:rFonts w:cs="v5.0.0"/>
              </w:rPr>
              <w:t>Notes</w:t>
            </w:r>
          </w:p>
        </w:tc>
      </w:tr>
      <w:tr w:rsidR="00B15E99" w:rsidRPr="00EF2F0E" w14:paraId="0984F34F" w14:textId="77777777" w:rsidTr="00AB06FD">
        <w:trPr>
          <w:cantSplit/>
          <w:jc w:val="center"/>
        </w:trPr>
        <w:tc>
          <w:tcPr>
            <w:tcW w:w="2376" w:type="dxa"/>
          </w:tcPr>
          <w:p w14:paraId="0984F34B" w14:textId="77777777" w:rsidR="00B15E99" w:rsidRPr="00EF2F0E" w:rsidRDefault="00B15E99" w:rsidP="00AB06FD">
            <w:pPr>
              <w:pStyle w:val="TAC"/>
              <w:rPr>
                <w:rFonts w:cs="v5.0.0"/>
              </w:rPr>
            </w:pPr>
            <w:r w:rsidRPr="00EF2F0E">
              <w:rPr>
                <w:rFonts w:cs="v5.0.0"/>
              </w:rPr>
              <w:t xml:space="preserve">1884.5 </w:t>
            </w:r>
            <w:r w:rsidRPr="00EF2F0E">
              <w:rPr>
                <w:rFonts w:cs="v5.0.0"/>
              </w:rPr>
              <w:noBreakHyphen/>
              <w:t xml:space="preserve"> 1915.7 MHz</w:t>
            </w:r>
          </w:p>
        </w:tc>
        <w:tc>
          <w:tcPr>
            <w:tcW w:w="1276" w:type="dxa"/>
          </w:tcPr>
          <w:p w14:paraId="0984F34C" w14:textId="77777777" w:rsidR="00B15E99" w:rsidRPr="00EF2F0E" w:rsidRDefault="00B15E99" w:rsidP="00AB06FD">
            <w:pPr>
              <w:pStyle w:val="TAC"/>
              <w:rPr>
                <w:rFonts w:cs="v5.0.0"/>
              </w:rPr>
            </w:pPr>
            <w:r w:rsidRPr="00EF2F0E">
              <w:rPr>
                <w:rFonts w:cs="v5.0.0"/>
              </w:rPr>
              <w:t>-35 dBm</w:t>
            </w:r>
          </w:p>
        </w:tc>
        <w:tc>
          <w:tcPr>
            <w:tcW w:w="1418" w:type="dxa"/>
          </w:tcPr>
          <w:p w14:paraId="0984F34D" w14:textId="77777777" w:rsidR="00B15E99" w:rsidRPr="00EF2F0E" w:rsidRDefault="00B15E99" w:rsidP="00AB06FD">
            <w:pPr>
              <w:pStyle w:val="TAC"/>
              <w:rPr>
                <w:rFonts w:cs="v5.0.0"/>
              </w:rPr>
            </w:pPr>
            <w:r w:rsidRPr="00EF2F0E">
              <w:rPr>
                <w:rFonts w:cs="v5.0.0"/>
              </w:rPr>
              <w:t>300 kHz</w:t>
            </w:r>
          </w:p>
        </w:tc>
        <w:tc>
          <w:tcPr>
            <w:tcW w:w="1956" w:type="dxa"/>
          </w:tcPr>
          <w:p w14:paraId="0984F34E" w14:textId="77777777" w:rsidR="00B15E99" w:rsidRPr="00EF2F0E" w:rsidRDefault="00B15E99" w:rsidP="00AB06FD">
            <w:pPr>
              <w:pStyle w:val="TAC"/>
              <w:rPr>
                <w:rFonts w:cs="v5.0.0"/>
              </w:rPr>
            </w:pPr>
          </w:p>
        </w:tc>
      </w:tr>
    </w:tbl>
    <w:p w14:paraId="0984F350" w14:textId="77777777" w:rsidR="00B15E99" w:rsidRPr="00EF2F0E" w:rsidRDefault="00B15E99" w:rsidP="00B15E99">
      <w:pPr>
        <w:rPr>
          <w:rFonts w:cs="v5.0.0"/>
        </w:rPr>
      </w:pPr>
    </w:p>
    <w:p w14:paraId="0984F351" w14:textId="77777777" w:rsidR="00B15E99" w:rsidRPr="00EF2F0E" w:rsidRDefault="00B15E99" w:rsidP="00B15E99">
      <w:pPr>
        <w:pStyle w:val="TH"/>
      </w:pPr>
      <w:r w:rsidRPr="00EF2F0E">
        <w:t xml:space="preserve">Table 9.7.6.3.3-3: </w:t>
      </w:r>
      <w:r w:rsidR="00BB326E">
        <w:t>Void</w:t>
      </w:r>
    </w:p>
    <w:p w14:paraId="0984F352" w14:textId="77777777" w:rsidR="00B15E99" w:rsidRPr="00EF2F0E" w:rsidRDefault="00B15E99" w:rsidP="00B15E99">
      <w:pPr>
        <w:rPr>
          <w:rFonts w:cs="v5.0.0"/>
        </w:rPr>
      </w:pPr>
    </w:p>
    <w:p w14:paraId="0984F353" w14:textId="77777777" w:rsidR="00B15E99" w:rsidRPr="00EF2F0E" w:rsidRDefault="00B15E99" w:rsidP="00B15E99">
      <w:pPr>
        <w:pStyle w:val="NO"/>
      </w:pPr>
      <w:r w:rsidRPr="00EF2F0E">
        <w:t>NOTE:</w:t>
      </w:r>
      <w:r w:rsidRPr="00EF2F0E">
        <w:tab/>
        <w:t>This requirement for the frequency range 2610-2615 MHz may be applied to geographic areas in which both UTRA-TDD and UTRA-FDD are deployed.</w:t>
      </w:r>
    </w:p>
    <w:p w14:paraId="0984F354" w14:textId="77777777" w:rsidR="00B15E99" w:rsidRPr="00EF2F0E" w:rsidRDefault="00B15E99" w:rsidP="00B15E99">
      <w:r w:rsidRPr="00EF2F0E">
        <w:t>The following requirement shall be applied to AAS BS operating in Bands XIII and XIV to ensure that appropriate interference protection is provided to 700 MHz public safety operations.</w:t>
      </w:r>
      <w:r w:rsidRPr="00EF2F0E">
        <w:rPr>
          <w:rFonts w:eastAsia="MS Mincho" w:cs="v3.8.0"/>
        </w:rPr>
        <w:t xml:space="preserve"> This requirement is also applicable </w:t>
      </w:r>
      <w:r w:rsidRPr="00EF2F0E">
        <w:rPr>
          <w:rFonts w:cs="v3.8.0"/>
        </w:rPr>
        <w:t>at specified frequencies falling between 12.5 MHz below the first carrier frequency used and 12.5 MHz above the last carrier frequency used.</w:t>
      </w:r>
    </w:p>
    <w:p w14:paraId="0984F355" w14:textId="77777777" w:rsidR="00B15E99" w:rsidRPr="00EF2F0E" w:rsidRDefault="00B15E99" w:rsidP="00B15E99">
      <w:r w:rsidRPr="00EF2F0E">
        <w:t>The TRP of any spurious emission shall not exceed:</w:t>
      </w:r>
    </w:p>
    <w:p w14:paraId="0984F356" w14:textId="77777777" w:rsidR="00B15E99" w:rsidRPr="00EF2F0E" w:rsidRDefault="00B15E99" w:rsidP="00B15E99">
      <w:pPr>
        <w:pStyle w:val="TH"/>
      </w:pPr>
      <w:r w:rsidRPr="00EF2F0E">
        <w:t>Table 9.7.6.3.3-4: AAS BS OTA Spurious emissions limits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3401A4" w:rsidRPr="00EF2F0E" w14:paraId="0984F35C" w14:textId="77777777" w:rsidTr="00AB06FD">
        <w:trPr>
          <w:cantSplit/>
          <w:jc w:val="center"/>
        </w:trPr>
        <w:tc>
          <w:tcPr>
            <w:tcW w:w="2376" w:type="dxa"/>
          </w:tcPr>
          <w:p w14:paraId="0984F357" w14:textId="77777777" w:rsidR="00B15E99" w:rsidRPr="00EF2F0E" w:rsidRDefault="00B15E99" w:rsidP="00AB06FD">
            <w:pPr>
              <w:pStyle w:val="TAH"/>
              <w:rPr>
                <w:rFonts w:cs="v5.0.0"/>
              </w:rPr>
            </w:pPr>
            <w:r w:rsidRPr="00EF2F0E">
              <w:rPr>
                <w:rFonts w:cs="v5.0.0"/>
              </w:rPr>
              <w:t>Operating Band</w:t>
            </w:r>
          </w:p>
        </w:tc>
        <w:tc>
          <w:tcPr>
            <w:tcW w:w="2376" w:type="dxa"/>
          </w:tcPr>
          <w:p w14:paraId="0984F358" w14:textId="77777777" w:rsidR="00B15E99" w:rsidRPr="00EF2F0E" w:rsidRDefault="00B15E99" w:rsidP="00AB06FD">
            <w:pPr>
              <w:pStyle w:val="TAH"/>
              <w:rPr>
                <w:rFonts w:cs="v5.0.0"/>
              </w:rPr>
            </w:pPr>
            <w:r w:rsidRPr="00EF2F0E">
              <w:rPr>
                <w:rFonts w:cs="v5.0.0"/>
              </w:rPr>
              <w:t>Band</w:t>
            </w:r>
          </w:p>
        </w:tc>
        <w:tc>
          <w:tcPr>
            <w:tcW w:w="1276" w:type="dxa"/>
          </w:tcPr>
          <w:p w14:paraId="0984F359" w14:textId="77777777" w:rsidR="00B15E99" w:rsidRPr="00EF2F0E" w:rsidRDefault="00B15E99" w:rsidP="00AB06FD">
            <w:pPr>
              <w:pStyle w:val="TAH"/>
              <w:rPr>
                <w:rFonts w:cs="v5.0.0"/>
              </w:rPr>
            </w:pPr>
            <w:r w:rsidRPr="00EF2F0E">
              <w:rPr>
                <w:rFonts w:cs="v5.0.0"/>
              </w:rPr>
              <w:t>Maximum Level</w:t>
            </w:r>
          </w:p>
        </w:tc>
        <w:tc>
          <w:tcPr>
            <w:tcW w:w="1418" w:type="dxa"/>
          </w:tcPr>
          <w:p w14:paraId="0984F35A" w14:textId="77777777" w:rsidR="00B15E99" w:rsidRPr="00EF2F0E" w:rsidRDefault="00B15E99" w:rsidP="00AB06FD">
            <w:pPr>
              <w:pStyle w:val="TAH"/>
              <w:rPr>
                <w:rFonts w:cs="v5.0.0"/>
              </w:rPr>
            </w:pPr>
            <w:r w:rsidRPr="00EF2F0E">
              <w:rPr>
                <w:rFonts w:cs="v5.0.0"/>
              </w:rPr>
              <w:t>Measurement Bandwidth</w:t>
            </w:r>
          </w:p>
        </w:tc>
        <w:tc>
          <w:tcPr>
            <w:tcW w:w="1956" w:type="dxa"/>
          </w:tcPr>
          <w:p w14:paraId="0984F35B" w14:textId="77777777" w:rsidR="00B15E99" w:rsidRPr="00EF2F0E" w:rsidRDefault="00B15E99" w:rsidP="00AB06FD">
            <w:pPr>
              <w:pStyle w:val="TAH"/>
              <w:rPr>
                <w:rFonts w:cs="v5.0.0"/>
              </w:rPr>
            </w:pPr>
            <w:r w:rsidRPr="00EF2F0E">
              <w:rPr>
                <w:rFonts w:cs="v5.0.0"/>
              </w:rPr>
              <w:t>Notes</w:t>
            </w:r>
          </w:p>
        </w:tc>
      </w:tr>
      <w:tr w:rsidR="003401A4" w:rsidRPr="00EF2F0E" w14:paraId="0984F362" w14:textId="77777777" w:rsidTr="00AB06FD">
        <w:trPr>
          <w:cantSplit/>
          <w:jc w:val="center"/>
        </w:trPr>
        <w:tc>
          <w:tcPr>
            <w:tcW w:w="2376" w:type="dxa"/>
          </w:tcPr>
          <w:p w14:paraId="0984F35D" w14:textId="77777777" w:rsidR="00B15E99" w:rsidRPr="00EF2F0E" w:rsidRDefault="00B15E99" w:rsidP="00AB06FD">
            <w:pPr>
              <w:pStyle w:val="TAC"/>
              <w:rPr>
                <w:rFonts w:cs="v5.0.0"/>
              </w:rPr>
            </w:pPr>
            <w:r w:rsidRPr="00EF2F0E">
              <w:rPr>
                <w:rFonts w:cs="v5.0.0"/>
              </w:rPr>
              <w:t>XIII</w:t>
            </w:r>
          </w:p>
        </w:tc>
        <w:tc>
          <w:tcPr>
            <w:tcW w:w="2376" w:type="dxa"/>
          </w:tcPr>
          <w:p w14:paraId="0984F35E" w14:textId="77777777" w:rsidR="00B15E99" w:rsidRPr="00EF2F0E" w:rsidRDefault="00B15E99" w:rsidP="00AB06FD">
            <w:pPr>
              <w:pStyle w:val="TAC"/>
              <w:rPr>
                <w:rFonts w:cs="v5.0.0"/>
              </w:rPr>
            </w:pPr>
            <w:r w:rsidRPr="00EF2F0E">
              <w:rPr>
                <w:rFonts w:cs="v5.0.0"/>
              </w:rPr>
              <w:t>763 - 775 MHz</w:t>
            </w:r>
          </w:p>
        </w:tc>
        <w:tc>
          <w:tcPr>
            <w:tcW w:w="1276" w:type="dxa"/>
          </w:tcPr>
          <w:p w14:paraId="0984F35F" w14:textId="77777777" w:rsidR="00B15E99" w:rsidRPr="00EF2F0E" w:rsidRDefault="00B15E99" w:rsidP="00AB06FD">
            <w:pPr>
              <w:pStyle w:val="TAC"/>
              <w:rPr>
                <w:rFonts w:cs="v5.0.0"/>
              </w:rPr>
            </w:pPr>
            <w:r w:rsidRPr="00EF2F0E">
              <w:rPr>
                <w:rFonts w:cs="v5.0.0"/>
              </w:rPr>
              <w:t>-40 dBm</w:t>
            </w:r>
          </w:p>
        </w:tc>
        <w:tc>
          <w:tcPr>
            <w:tcW w:w="1418" w:type="dxa"/>
          </w:tcPr>
          <w:p w14:paraId="0984F360" w14:textId="77777777" w:rsidR="00B15E99" w:rsidRPr="00EF2F0E" w:rsidRDefault="00B15E99" w:rsidP="00AB06FD">
            <w:pPr>
              <w:pStyle w:val="TAC"/>
              <w:rPr>
                <w:rFonts w:cs="v5.0.0"/>
              </w:rPr>
            </w:pPr>
            <w:r w:rsidRPr="00EF2F0E">
              <w:rPr>
                <w:rFonts w:cs="v5.0.0"/>
              </w:rPr>
              <w:t>6.25 kHz</w:t>
            </w:r>
          </w:p>
        </w:tc>
        <w:tc>
          <w:tcPr>
            <w:tcW w:w="1956" w:type="dxa"/>
          </w:tcPr>
          <w:p w14:paraId="0984F361" w14:textId="77777777" w:rsidR="00B15E99" w:rsidRPr="00EF2F0E" w:rsidRDefault="00B15E99" w:rsidP="00AB06FD">
            <w:pPr>
              <w:pStyle w:val="TAC"/>
              <w:rPr>
                <w:rFonts w:cs="v5.0.0"/>
              </w:rPr>
            </w:pPr>
          </w:p>
        </w:tc>
      </w:tr>
      <w:tr w:rsidR="003401A4" w:rsidRPr="00EF2F0E" w14:paraId="0984F368" w14:textId="77777777" w:rsidTr="00AB06FD">
        <w:trPr>
          <w:cantSplit/>
          <w:jc w:val="center"/>
        </w:trPr>
        <w:tc>
          <w:tcPr>
            <w:tcW w:w="2376" w:type="dxa"/>
          </w:tcPr>
          <w:p w14:paraId="0984F363" w14:textId="77777777" w:rsidR="00B15E99" w:rsidRPr="00EF2F0E" w:rsidRDefault="00B15E99" w:rsidP="00AB06FD">
            <w:pPr>
              <w:pStyle w:val="TAC"/>
              <w:rPr>
                <w:rFonts w:cs="v5.0.0"/>
              </w:rPr>
            </w:pPr>
            <w:r w:rsidRPr="00EF2F0E">
              <w:rPr>
                <w:rFonts w:cs="v5.0.0"/>
              </w:rPr>
              <w:t>XIII</w:t>
            </w:r>
          </w:p>
        </w:tc>
        <w:tc>
          <w:tcPr>
            <w:tcW w:w="2376" w:type="dxa"/>
          </w:tcPr>
          <w:p w14:paraId="0984F364" w14:textId="77777777" w:rsidR="00B15E99" w:rsidRPr="00EF2F0E" w:rsidRDefault="00B15E99" w:rsidP="00AB06FD">
            <w:pPr>
              <w:pStyle w:val="TAC"/>
              <w:rPr>
                <w:rFonts w:cs="v5.0.0"/>
              </w:rPr>
            </w:pPr>
            <w:r w:rsidRPr="00EF2F0E">
              <w:rPr>
                <w:rFonts w:cs="v5.0.0"/>
              </w:rPr>
              <w:t>793 - 805 MHz</w:t>
            </w:r>
          </w:p>
        </w:tc>
        <w:tc>
          <w:tcPr>
            <w:tcW w:w="1276" w:type="dxa"/>
          </w:tcPr>
          <w:p w14:paraId="0984F365" w14:textId="77777777" w:rsidR="00B15E99" w:rsidRPr="00EF2F0E" w:rsidRDefault="00B15E99" w:rsidP="00AB06FD">
            <w:pPr>
              <w:pStyle w:val="TAC"/>
              <w:rPr>
                <w:rFonts w:cs="v5.0.0"/>
              </w:rPr>
            </w:pPr>
            <w:r w:rsidRPr="00EF2F0E">
              <w:rPr>
                <w:rFonts w:cs="v5.0.0"/>
              </w:rPr>
              <w:t>-40 dBm</w:t>
            </w:r>
          </w:p>
        </w:tc>
        <w:tc>
          <w:tcPr>
            <w:tcW w:w="1418" w:type="dxa"/>
          </w:tcPr>
          <w:p w14:paraId="0984F366" w14:textId="77777777" w:rsidR="00B15E99" w:rsidRPr="00EF2F0E" w:rsidRDefault="00B15E99" w:rsidP="00AB06FD">
            <w:pPr>
              <w:pStyle w:val="TAC"/>
              <w:rPr>
                <w:rFonts w:cs="v5.0.0"/>
              </w:rPr>
            </w:pPr>
            <w:r w:rsidRPr="00EF2F0E">
              <w:rPr>
                <w:rFonts w:cs="v5.0.0"/>
              </w:rPr>
              <w:t>6.25 kHz</w:t>
            </w:r>
          </w:p>
        </w:tc>
        <w:tc>
          <w:tcPr>
            <w:tcW w:w="1956" w:type="dxa"/>
          </w:tcPr>
          <w:p w14:paraId="0984F367" w14:textId="77777777" w:rsidR="00B15E99" w:rsidRPr="00EF2F0E" w:rsidRDefault="00B15E99" w:rsidP="00AB06FD">
            <w:pPr>
              <w:pStyle w:val="TAC"/>
              <w:rPr>
                <w:rFonts w:cs="v5.0.0"/>
              </w:rPr>
            </w:pPr>
          </w:p>
        </w:tc>
      </w:tr>
      <w:tr w:rsidR="003401A4" w:rsidRPr="00EF2F0E" w14:paraId="0984F36E" w14:textId="77777777" w:rsidTr="00AB06FD">
        <w:trPr>
          <w:cantSplit/>
          <w:jc w:val="center"/>
        </w:trPr>
        <w:tc>
          <w:tcPr>
            <w:tcW w:w="2376" w:type="dxa"/>
          </w:tcPr>
          <w:p w14:paraId="0984F369" w14:textId="77777777" w:rsidR="00B15E99" w:rsidRPr="00EF2F0E" w:rsidRDefault="00B15E99" w:rsidP="00AB06FD">
            <w:pPr>
              <w:pStyle w:val="TAC"/>
              <w:rPr>
                <w:rFonts w:cs="v5.0.0"/>
              </w:rPr>
            </w:pPr>
            <w:r w:rsidRPr="00EF2F0E">
              <w:rPr>
                <w:rFonts w:cs="v5.0.0"/>
              </w:rPr>
              <w:t>XIV</w:t>
            </w:r>
          </w:p>
        </w:tc>
        <w:tc>
          <w:tcPr>
            <w:tcW w:w="2376" w:type="dxa"/>
          </w:tcPr>
          <w:p w14:paraId="0984F36A" w14:textId="77777777" w:rsidR="00B15E99" w:rsidRPr="00EF2F0E" w:rsidRDefault="00B15E99" w:rsidP="00AB06FD">
            <w:pPr>
              <w:pStyle w:val="TAC"/>
              <w:rPr>
                <w:rFonts w:cs="v5.0.0"/>
              </w:rPr>
            </w:pPr>
            <w:r w:rsidRPr="00EF2F0E">
              <w:rPr>
                <w:rFonts w:cs="v5.0.0"/>
              </w:rPr>
              <w:t>769 - 775 MHz</w:t>
            </w:r>
          </w:p>
        </w:tc>
        <w:tc>
          <w:tcPr>
            <w:tcW w:w="1276" w:type="dxa"/>
          </w:tcPr>
          <w:p w14:paraId="0984F36B" w14:textId="77777777" w:rsidR="00B15E99" w:rsidRPr="00EF2F0E" w:rsidRDefault="00B15E99" w:rsidP="00AB06FD">
            <w:pPr>
              <w:pStyle w:val="TAC"/>
              <w:rPr>
                <w:rFonts w:cs="v5.0.0"/>
              </w:rPr>
            </w:pPr>
            <w:r w:rsidRPr="00EF2F0E">
              <w:rPr>
                <w:rFonts w:cs="v5.0.0"/>
              </w:rPr>
              <w:t>-40 dBm</w:t>
            </w:r>
          </w:p>
        </w:tc>
        <w:tc>
          <w:tcPr>
            <w:tcW w:w="1418" w:type="dxa"/>
          </w:tcPr>
          <w:p w14:paraId="0984F36C" w14:textId="77777777" w:rsidR="00B15E99" w:rsidRPr="00EF2F0E" w:rsidRDefault="00B15E99" w:rsidP="00AB06FD">
            <w:pPr>
              <w:pStyle w:val="TAC"/>
              <w:rPr>
                <w:rFonts w:cs="v5.0.0"/>
              </w:rPr>
            </w:pPr>
            <w:r w:rsidRPr="00EF2F0E">
              <w:rPr>
                <w:rFonts w:cs="v5.0.0"/>
              </w:rPr>
              <w:t>6.25 kHz</w:t>
            </w:r>
          </w:p>
        </w:tc>
        <w:tc>
          <w:tcPr>
            <w:tcW w:w="1956" w:type="dxa"/>
          </w:tcPr>
          <w:p w14:paraId="0984F36D" w14:textId="77777777" w:rsidR="00B15E99" w:rsidRPr="00EF2F0E" w:rsidRDefault="00B15E99" w:rsidP="00AB06FD">
            <w:pPr>
              <w:pStyle w:val="TAC"/>
              <w:rPr>
                <w:rFonts w:cs="v5.0.0"/>
              </w:rPr>
            </w:pPr>
          </w:p>
        </w:tc>
      </w:tr>
      <w:tr w:rsidR="00B15E99" w:rsidRPr="00EF2F0E" w14:paraId="0984F374" w14:textId="77777777" w:rsidTr="00AB06FD">
        <w:trPr>
          <w:cantSplit/>
          <w:jc w:val="center"/>
        </w:trPr>
        <w:tc>
          <w:tcPr>
            <w:tcW w:w="2376" w:type="dxa"/>
          </w:tcPr>
          <w:p w14:paraId="0984F36F" w14:textId="77777777" w:rsidR="00B15E99" w:rsidRPr="00EF2F0E" w:rsidRDefault="00B15E99" w:rsidP="00AB06FD">
            <w:pPr>
              <w:pStyle w:val="TAC"/>
              <w:rPr>
                <w:rFonts w:cs="v5.0.0"/>
              </w:rPr>
            </w:pPr>
            <w:r w:rsidRPr="00EF2F0E">
              <w:rPr>
                <w:rFonts w:cs="v5.0.0"/>
              </w:rPr>
              <w:t>XIV</w:t>
            </w:r>
          </w:p>
        </w:tc>
        <w:tc>
          <w:tcPr>
            <w:tcW w:w="2376" w:type="dxa"/>
          </w:tcPr>
          <w:p w14:paraId="0984F370" w14:textId="77777777" w:rsidR="00B15E99" w:rsidRPr="00EF2F0E" w:rsidRDefault="00B15E99" w:rsidP="00AB06FD">
            <w:pPr>
              <w:pStyle w:val="TAC"/>
              <w:rPr>
                <w:rFonts w:cs="v5.0.0"/>
              </w:rPr>
            </w:pPr>
            <w:r w:rsidRPr="00EF2F0E">
              <w:rPr>
                <w:rFonts w:cs="v5.0.0"/>
              </w:rPr>
              <w:t>799 - 805 MHz</w:t>
            </w:r>
          </w:p>
        </w:tc>
        <w:tc>
          <w:tcPr>
            <w:tcW w:w="1276" w:type="dxa"/>
          </w:tcPr>
          <w:p w14:paraId="0984F371" w14:textId="77777777" w:rsidR="00B15E99" w:rsidRPr="00EF2F0E" w:rsidRDefault="00B15E99" w:rsidP="00AB06FD">
            <w:pPr>
              <w:pStyle w:val="TAC"/>
              <w:rPr>
                <w:rFonts w:cs="v5.0.0"/>
              </w:rPr>
            </w:pPr>
            <w:r w:rsidRPr="00EF2F0E">
              <w:rPr>
                <w:rFonts w:cs="v5.0.0"/>
              </w:rPr>
              <w:t>-40 dBm</w:t>
            </w:r>
          </w:p>
        </w:tc>
        <w:tc>
          <w:tcPr>
            <w:tcW w:w="1418" w:type="dxa"/>
          </w:tcPr>
          <w:p w14:paraId="0984F372" w14:textId="77777777" w:rsidR="00B15E99" w:rsidRPr="00EF2F0E" w:rsidRDefault="00B15E99" w:rsidP="00AB06FD">
            <w:pPr>
              <w:pStyle w:val="TAC"/>
              <w:rPr>
                <w:rFonts w:cs="v5.0.0"/>
              </w:rPr>
            </w:pPr>
            <w:r w:rsidRPr="00EF2F0E">
              <w:rPr>
                <w:rFonts w:cs="v5.0.0"/>
              </w:rPr>
              <w:t>6.25 kHz</w:t>
            </w:r>
          </w:p>
        </w:tc>
        <w:tc>
          <w:tcPr>
            <w:tcW w:w="1956" w:type="dxa"/>
          </w:tcPr>
          <w:p w14:paraId="0984F373" w14:textId="77777777" w:rsidR="00B15E99" w:rsidRPr="00EF2F0E" w:rsidRDefault="00B15E99" w:rsidP="00AB06FD">
            <w:pPr>
              <w:pStyle w:val="TAC"/>
              <w:rPr>
                <w:rFonts w:cs="v5.0.0"/>
              </w:rPr>
            </w:pPr>
          </w:p>
        </w:tc>
      </w:tr>
    </w:tbl>
    <w:p w14:paraId="0984F375" w14:textId="77777777" w:rsidR="00B15E99" w:rsidRPr="00EF2F0E" w:rsidRDefault="00B15E99" w:rsidP="00B15E99"/>
    <w:p w14:paraId="0984F376" w14:textId="77777777" w:rsidR="00B15E99" w:rsidRPr="00EF2F0E" w:rsidRDefault="00B15E99" w:rsidP="00B15E99">
      <w:r w:rsidRPr="00EF2F0E">
        <w:t>The following requirement shall be applied to AAS BS operating in Bands XXVI to ensure that appropriate interference protection is provided to 800 MHz public safety operations.</w:t>
      </w:r>
      <w:r w:rsidRPr="00EF2F0E">
        <w:rPr>
          <w:rFonts w:eastAsia="MS Mincho" w:cs="v3.8.0"/>
        </w:rPr>
        <w:t xml:space="preserve"> This requirement is also applicable </w:t>
      </w:r>
      <w:r w:rsidRPr="00EF2F0E">
        <w:rPr>
          <w:rFonts w:cs="v3.8.0"/>
        </w:rPr>
        <w:t>at specified frequencies falling between 12.5 MHz below the first carrier frequency used and 12.5 MHz above the last carrier frequency used.</w:t>
      </w:r>
    </w:p>
    <w:p w14:paraId="0984F377" w14:textId="77777777" w:rsidR="00B15E99" w:rsidRPr="00EF2F0E" w:rsidRDefault="00B15E99" w:rsidP="00B15E99">
      <w:r w:rsidRPr="00EF2F0E">
        <w:t>The TRP of any spurious emission shall not exceed:</w:t>
      </w:r>
    </w:p>
    <w:p w14:paraId="0984F378" w14:textId="77777777" w:rsidR="00B15E99" w:rsidRPr="00EF2F0E" w:rsidRDefault="00B15E99" w:rsidP="00B15E99">
      <w:pPr>
        <w:pStyle w:val="TH"/>
      </w:pPr>
      <w:r w:rsidRPr="00EF2F0E">
        <w:t>Table 9.7.6.3.3-5: AAS BS OTA Spurious emissions limits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3401A4" w:rsidRPr="00EF2F0E" w14:paraId="0984F37E" w14:textId="77777777" w:rsidTr="00AB06FD">
        <w:trPr>
          <w:cantSplit/>
          <w:jc w:val="center"/>
        </w:trPr>
        <w:tc>
          <w:tcPr>
            <w:tcW w:w="2376" w:type="dxa"/>
          </w:tcPr>
          <w:p w14:paraId="0984F379" w14:textId="77777777" w:rsidR="00B15E99" w:rsidRPr="00EF2F0E" w:rsidRDefault="00B15E99" w:rsidP="00AB06FD">
            <w:pPr>
              <w:pStyle w:val="TAH"/>
              <w:rPr>
                <w:rFonts w:cs="v5.0.0"/>
              </w:rPr>
            </w:pPr>
            <w:r w:rsidRPr="00EF2F0E">
              <w:rPr>
                <w:rFonts w:cs="v5.0.0"/>
              </w:rPr>
              <w:t>Operating Band</w:t>
            </w:r>
          </w:p>
        </w:tc>
        <w:tc>
          <w:tcPr>
            <w:tcW w:w="2376" w:type="dxa"/>
          </w:tcPr>
          <w:p w14:paraId="0984F37A" w14:textId="77777777" w:rsidR="00B15E99" w:rsidRPr="00EF2F0E" w:rsidRDefault="00B15E99" w:rsidP="00AB06FD">
            <w:pPr>
              <w:pStyle w:val="TAH"/>
              <w:rPr>
                <w:rFonts w:cs="v5.0.0"/>
              </w:rPr>
            </w:pPr>
            <w:r w:rsidRPr="00EF2F0E">
              <w:rPr>
                <w:rFonts w:cs="v5.0.0"/>
              </w:rPr>
              <w:t>Band</w:t>
            </w:r>
          </w:p>
        </w:tc>
        <w:tc>
          <w:tcPr>
            <w:tcW w:w="1276" w:type="dxa"/>
          </w:tcPr>
          <w:p w14:paraId="0984F37B" w14:textId="77777777" w:rsidR="00B15E99" w:rsidRPr="00EF2F0E" w:rsidRDefault="00B15E99" w:rsidP="00AB06FD">
            <w:pPr>
              <w:pStyle w:val="TAH"/>
              <w:rPr>
                <w:rFonts w:cs="v5.0.0"/>
              </w:rPr>
            </w:pPr>
            <w:r w:rsidRPr="00EF2F0E">
              <w:rPr>
                <w:rFonts w:cs="v5.0.0"/>
              </w:rPr>
              <w:t>Maximum Level</w:t>
            </w:r>
          </w:p>
        </w:tc>
        <w:tc>
          <w:tcPr>
            <w:tcW w:w="1418" w:type="dxa"/>
          </w:tcPr>
          <w:p w14:paraId="0984F37C" w14:textId="77777777" w:rsidR="00B15E99" w:rsidRPr="00EF2F0E" w:rsidRDefault="00B15E99" w:rsidP="00AB06FD">
            <w:pPr>
              <w:pStyle w:val="TAH"/>
              <w:rPr>
                <w:rFonts w:cs="v5.0.0"/>
              </w:rPr>
            </w:pPr>
            <w:r w:rsidRPr="00EF2F0E">
              <w:rPr>
                <w:rFonts w:cs="v5.0.0"/>
              </w:rPr>
              <w:t>Measurement Bandwidth</w:t>
            </w:r>
          </w:p>
        </w:tc>
        <w:tc>
          <w:tcPr>
            <w:tcW w:w="1956" w:type="dxa"/>
          </w:tcPr>
          <w:p w14:paraId="0984F37D" w14:textId="77777777" w:rsidR="00B15E99" w:rsidRPr="00EF2F0E" w:rsidRDefault="00B15E99" w:rsidP="00AB06FD">
            <w:pPr>
              <w:pStyle w:val="TAH"/>
              <w:rPr>
                <w:rFonts w:cs="v5.0.0"/>
              </w:rPr>
            </w:pPr>
            <w:r w:rsidRPr="00EF2F0E">
              <w:rPr>
                <w:rFonts w:cs="v5.0.0"/>
              </w:rPr>
              <w:t>Notes</w:t>
            </w:r>
          </w:p>
        </w:tc>
      </w:tr>
      <w:tr w:rsidR="00B15E99" w:rsidRPr="00EF2F0E" w14:paraId="0984F384" w14:textId="77777777" w:rsidTr="00AB06FD">
        <w:trPr>
          <w:cantSplit/>
          <w:jc w:val="center"/>
        </w:trPr>
        <w:tc>
          <w:tcPr>
            <w:tcW w:w="2376" w:type="dxa"/>
          </w:tcPr>
          <w:p w14:paraId="0984F37F" w14:textId="77777777" w:rsidR="00B15E99" w:rsidRPr="00EF2F0E" w:rsidRDefault="00B15E99" w:rsidP="00AB06FD">
            <w:pPr>
              <w:pStyle w:val="TAC"/>
              <w:rPr>
                <w:rFonts w:cs="v5.0.0"/>
              </w:rPr>
            </w:pPr>
            <w:r w:rsidRPr="00EF2F0E">
              <w:rPr>
                <w:rFonts w:cs="v5.0.0"/>
              </w:rPr>
              <w:t>XXVI</w:t>
            </w:r>
          </w:p>
        </w:tc>
        <w:tc>
          <w:tcPr>
            <w:tcW w:w="2376" w:type="dxa"/>
          </w:tcPr>
          <w:p w14:paraId="0984F380" w14:textId="77777777" w:rsidR="00B15E99" w:rsidRPr="00EF2F0E" w:rsidRDefault="00B15E99" w:rsidP="00AB06FD">
            <w:pPr>
              <w:pStyle w:val="TAC"/>
              <w:rPr>
                <w:rFonts w:cs="v5.0.0"/>
              </w:rPr>
            </w:pPr>
            <w:r w:rsidRPr="00EF2F0E">
              <w:rPr>
                <w:rFonts w:cs="v5.0.0"/>
              </w:rPr>
              <w:t>851 - 859 MHz</w:t>
            </w:r>
          </w:p>
        </w:tc>
        <w:tc>
          <w:tcPr>
            <w:tcW w:w="1276" w:type="dxa"/>
          </w:tcPr>
          <w:p w14:paraId="0984F381" w14:textId="77777777" w:rsidR="00B15E99" w:rsidRPr="00EF2F0E" w:rsidRDefault="00B15E99" w:rsidP="00AB06FD">
            <w:pPr>
              <w:pStyle w:val="TAC"/>
              <w:rPr>
                <w:rFonts w:cs="v5.0.0"/>
              </w:rPr>
            </w:pPr>
            <w:r w:rsidRPr="00EF2F0E">
              <w:rPr>
                <w:rFonts w:cs="v5.0.0"/>
              </w:rPr>
              <w:t>-7 dBm</w:t>
            </w:r>
          </w:p>
        </w:tc>
        <w:tc>
          <w:tcPr>
            <w:tcW w:w="1418" w:type="dxa"/>
          </w:tcPr>
          <w:p w14:paraId="0984F382" w14:textId="77777777" w:rsidR="00B15E99" w:rsidRPr="00EF2F0E" w:rsidRDefault="00B15E99" w:rsidP="00AB06FD">
            <w:pPr>
              <w:pStyle w:val="TAC"/>
              <w:rPr>
                <w:rFonts w:cs="v5.0.0"/>
              </w:rPr>
            </w:pPr>
            <w:r w:rsidRPr="00EF2F0E">
              <w:rPr>
                <w:rFonts w:cs="v5.0.0"/>
              </w:rPr>
              <w:t>100 kHz</w:t>
            </w:r>
          </w:p>
        </w:tc>
        <w:tc>
          <w:tcPr>
            <w:tcW w:w="1956" w:type="dxa"/>
          </w:tcPr>
          <w:p w14:paraId="0984F383" w14:textId="77777777" w:rsidR="00B15E99" w:rsidRPr="00EF2F0E" w:rsidRDefault="00B15E99" w:rsidP="00AB06FD">
            <w:pPr>
              <w:pStyle w:val="TAC"/>
              <w:rPr>
                <w:rFonts w:cs="v5.0.0"/>
              </w:rPr>
            </w:pPr>
            <w:r w:rsidRPr="00EF2F0E">
              <w:rPr>
                <w:rFonts w:cs="v5.0.0"/>
              </w:rPr>
              <w:t>Applicable for offsets &gt; 37.5kHz from the channel edge</w:t>
            </w:r>
          </w:p>
        </w:tc>
      </w:tr>
    </w:tbl>
    <w:p w14:paraId="0984F385" w14:textId="77777777" w:rsidR="00B15E99" w:rsidRPr="00EF2F0E" w:rsidRDefault="00B15E99" w:rsidP="00B15E99"/>
    <w:p w14:paraId="0984F386" w14:textId="77777777" w:rsidR="00B15E99" w:rsidRPr="00EF2F0E" w:rsidRDefault="00B15E99" w:rsidP="00B15E99">
      <w:pPr>
        <w:pStyle w:val="Heading5"/>
      </w:pPr>
      <w:bookmarkStart w:id="4543" w:name="_Toc21096107"/>
      <w:bookmarkStart w:id="4544" w:name="_Toc29763306"/>
      <w:bookmarkStart w:id="4545" w:name="_Toc45869591"/>
      <w:bookmarkStart w:id="4546" w:name="_Toc52554844"/>
      <w:bookmarkStart w:id="4547" w:name="_Toc52555314"/>
      <w:bookmarkStart w:id="4548" w:name="_Toc61112546"/>
      <w:bookmarkStart w:id="4549" w:name="_Toc67911698"/>
      <w:bookmarkStart w:id="4550" w:name="_Toc74843173"/>
      <w:bookmarkStart w:id="4551" w:name="_Toc76503556"/>
      <w:bookmarkStart w:id="4552" w:name="_Toc83040999"/>
      <w:bookmarkStart w:id="4553" w:name="_Toc89852042"/>
      <w:bookmarkStart w:id="4554" w:name="_Toc98676396"/>
      <w:r w:rsidRPr="00EF2F0E">
        <w:t>9.7.6.3.4</w:t>
      </w:r>
      <w:r w:rsidRPr="00EF2F0E">
        <w:tab/>
        <w:t>Co-location with other base stations</w:t>
      </w:r>
      <w:bookmarkEnd w:id="4543"/>
      <w:bookmarkEnd w:id="4544"/>
      <w:bookmarkEnd w:id="4545"/>
      <w:bookmarkEnd w:id="4546"/>
      <w:bookmarkEnd w:id="4547"/>
      <w:bookmarkEnd w:id="4548"/>
      <w:bookmarkEnd w:id="4549"/>
      <w:bookmarkEnd w:id="4550"/>
      <w:bookmarkEnd w:id="4551"/>
      <w:bookmarkEnd w:id="4552"/>
      <w:bookmarkEnd w:id="4553"/>
      <w:bookmarkEnd w:id="4554"/>
    </w:p>
    <w:p w14:paraId="0984F387" w14:textId="77777777" w:rsidR="00B15E99" w:rsidRPr="00EF2F0E" w:rsidRDefault="00B15E99" w:rsidP="00B15E99">
      <w:pPr>
        <w:pStyle w:val="Heading6"/>
      </w:pPr>
      <w:bookmarkStart w:id="4555" w:name="_Toc21096108"/>
      <w:bookmarkStart w:id="4556" w:name="_Toc29763307"/>
      <w:bookmarkStart w:id="4557" w:name="_Toc45869592"/>
      <w:bookmarkStart w:id="4558" w:name="_Toc52554845"/>
      <w:bookmarkStart w:id="4559" w:name="_Toc52555315"/>
      <w:bookmarkStart w:id="4560" w:name="_Toc61112547"/>
      <w:bookmarkStart w:id="4561" w:name="_Toc67911699"/>
      <w:bookmarkStart w:id="4562" w:name="_Toc74843174"/>
      <w:bookmarkStart w:id="4563" w:name="_Toc76503557"/>
      <w:bookmarkStart w:id="4564" w:name="_Toc83041000"/>
      <w:bookmarkStart w:id="4565" w:name="_Toc89852043"/>
      <w:bookmarkStart w:id="4566" w:name="_Toc98676397"/>
      <w:r w:rsidRPr="00EF2F0E">
        <w:t>9.7.6.3.4.1</w:t>
      </w:r>
      <w:r w:rsidRPr="00EF2F0E">
        <w:tab/>
        <w:t>General</w:t>
      </w:r>
      <w:bookmarkEnd w:id="4555"/>
      <w:bookmarkEnd w:id="4556"/>
      <w:bookmarkEnd w:id="4557"/>
      <w:bookmarkEnd w:id="4558"/>
      <w:bookmarkEnd w:id="4559"/>
      <w:bookmarkEnd w:id="4560"/>
      <w:bookmarkEnd w:id="4561"/>
      <w:bookmarkEnd w:id="4562"/>
      <w:bookmarkEnd w:id="4563"/>
      <w:bookmarkEnd w:id="4564"/>
      <w:bookmarkEnd w:id="4565"/>
      <w:bookmarkEnd w:id="4566"/>
    </w:p>
    <w:p w14:paraId="0984F388" w14:textId="77777777" w:rsidR="00B15E99" w:rsidRPr="00EF2F0E" w:rsidRDefault="00B15E99" w:rsidP="00B15E99">
      <w:pPr>
        <w:rPr>
          <w:rFonts w:cs="v5.0.0"/>
        </w:rPr>
      </w:pPr>
      <w:r w:rsidRPr="00EF2F0E">
        <w:rPr>
          <w:rFonts w:cs="v5.0.0"/>
        </w:rPr>
        <w:t>These requirements may be applied for the protection of other BS receivers when GSM900, DCS1800, PCS1900, GSM850, CDMA850, UTRA FDD, UTRA TDD</w:t>
      </w:r>
      <w:r w:rsidR="0077153D" w:rsidRPr="00EF2F0E">
        <w:rPr>
          <w:rFonts w:cs="v5.0.0"/>
        </w:rPr>
        <w:t>,</w:t>
      </w:r>
      <w:r w:rsidRPr="00EF2F0E">
        <w:rPr>
          <w:rFonts w:cs="v5.0.0"/>
        </w:rPr>
        <w:t xml:space="preserve"> E-UTRA BS </w:t>
      </w:r>
      <w:r w:rsidR="0077153D" w:rsidRPr="00EF2F0E">
        <w:rPr>
          <w:rFonts w:cs="v5.0.0"/>
        </w:rPr>
        <w:t xml:space="preserve">and/or NR BS </w:t>
      </w:r>
      <w:r w:rsidRPr="00EF2F0E">
        <w:rPr>
          <w:rFonts w:cs="v5.0.0"/>
        </w:rPr>
        <w:t>are co-located with a BS.</w:t>
      </w:r>
    </w:p>
    <w:p w14:paraId="0984F389" w14:textId="77777777" w:rsidR="00B15E99" w:rsidRPr="00EF2F0E" w:rsidRDefault="00B15E99" w:rsidP="00B15E99">
      <w:pPr>
        <w:rPr>
          <w:rFonts w:cs="v5.0.0"/>
        </w:rPr>
      </w:pPr>
      <w:r w:rsidRPr="00EF2F0E">
        <w:rPr>
          <w:rFonts w:cs="v5.0.0"/>
        </w:rPr>
        <w:t>The requirements assume with base stations of the same class.</w:t>
      </w:r>
    </w:p>
    <w:p w14:paraId="0984F38A" w14:textId="77777777" w:rsidR="00B15E99" w:rsidRPr="00EF2F0E" w:rsidRDefault="00B15E99" w:rsidP="00B15E99">
      <w:pPr>
        <w:pStyle w:val="NO"/>
      </w:pPr>
      <w:r w:rsidRPr="00EF2F0E">
        <w:t>NOTE:</w:t>
      </w:r>
      <w:r w:rsidRPr="00EF2F0E">
        <w:tab/>
        <w:t>For co-location with UTRA, the requirements are based on co-location with UTRA FDD or TDD base stations.</w:t>
      </w:r>
    </w:p>
    <w:p w14:paraId="0984F38B" w14:textId="77777777" w:rsidR="00B15E99" w:rsidRPr="00EF2F0E" w:rsidRDefault="00B15E99" w:rsidP="00B15E99">
      <w:pPr>
        <w:rPr>
          <w:lang w:eastAsia="zh-CN"/>
        </w:rPr>
      </w:pPr>
      <w:r w:rsidRPr="00EF2F0E">
        <w:rPr>
          <w:lang w:eastAsia="zh-CN"/>
        </w:rPr>
        <w:t xml:space="preserve">The requirements are co-location emission requirements are specified as the power sum of the supported polarization(s) at the </w:t>
      </w:r>
      <w:r w:rsidRPr="00EF2F0E">
        <w:rPr>
          <w:i/>
          <w:lang w:eastAsia="zh-CN"/>
        </w:rPr>
        <w:t xml:space="preserve">co-location reference </w:t>
      </w:r>
      <w:r w:rsidRPr="00EF2F0E">
        <w:rPr>
          <w:lang w:eastAsia="zh-CN"/>
        </w:rPr>
        <w:t>antenna conducted output(s).</w:t>
      </w:r>
    </w:p>
    <w:p w14:paraId="0984F38C" w14:textId="77777777" w:rsidR="00B15E99" w:rsidRPr="00EF2F0E" w:rsidRDefault="00B15E99" w:rsidP="00B15E99">
      <w:pPr>
        <w:pStyle w:val="Heading6"/>
      </w:pPr>
      <w:bookmarkStart w:id="4567" w:name="_Toc21096109"/>
      <w:bookmarkStart w:id="4568" w:name="_Toc29763308"/>
      <w:bookmarkStart w:id="4569" w:name="_Toc45869593"/>
      <w:bookmarkStart w:id="4570" w:name="_Toc52554846"/>
      <w:bookmarkStart w:id="4571" w:name="_Toc52555316"/>
      <w:bookmarkStart w:id="4572" w:name="_Toc61112548"/>
      <w:bookmarkStart w:id="4573" w:name="_Toc67911700"/>
      <w:bookmarkStart w:id="4574" w:name="_Toc74843175"/>
      <w:bookmarkStart w:id="4575" w:name="_Toc76503558"/>
      <w:bookmarkStart w:id="4576" w:name="_Toc83041001"/>
      <w:bookmarkStart w:id="4577" w:name="_Toc89852044"/>
      <w:bookmarkStart w:id="4578" w:name="_Toc98676398"/>
      <w:r w:rsidRPr="00EF2F0E">
        <w:t>9.7.6.3.4.2</w:t>
      </w:r>
      <w:r w:rsidRPr="00EF2F0E">
        <w:tab/>
        <w:t>Minimum Requirement</w:t>
      </w:r>
      <w:bookmarkEnd w:id="4567"/>
      <w:bookmarkEnd w:id="4568"/>
      <w:bookmarkEnd w:id="4569"/>
      <w:bookmarkEnd w:id="4570"/>
      <w:bookmarkEnd w:id="4571"/>
      <w:bookmarkEnd w:id="4572"/>
      <w:bookmarkEnd w:id="4573"/>
      <w:bookmarkEnd w:id="4574"/>
      <w:bookmarkEnd w:id="4575"/>
      <w:bookmarkEnd w:id="4576"/>
      <w:bookmarkEnd w:id="4577"/>
      <w:bookmarkEnd w:id="4578"/>
    </w:p>
    <w:p w14:paraId="0984F38D" w14:textId="77777777" w:rsidR="00B15E99" w:rsidRPr="00EF2F0E" w:rsidRDefault="00B15E99" w:rsidP="00B15E99">
      <w:pPr>
        <w:rPr>
          <w:rFonts w:cs="v3.8.0"/>
        </w:rPr>
      </w:pPr>
      <w:r w:rsidRPr="00EF2F0E">
        <w:rPr>
          <w:rFonts w:cs="v5.0.0"/>
        </w:rPr>
        <w:t xml:space="preserve">The output of the </w:t>
      </w:r>
      <w:r w:rsidRPr="00EF2F0E">
        <w:rPr>
          <w:rFonts w:cs="v5.0.0"/>
          <w:i/>
        </w:rPr>
        <w:t>co-location reference antenna</w:t>
      </w:r>
      <w:r w:rsidRPr="00EF2F0E">
        <w:rPr>
          <w:rFonts w:cs="v5.0.0"/>
        </w:rPr>
        <w:t xml:space="preserve"> of any spurious emission shall not exceed</w:t>
      </w:r>
      <w:r w:rsidRPr="00EF2F0E">
        <w:t xml:space="preserve"> the limits of table 9.7.6.3.4.2-1 for a AAS BS where requirements for co-location with a BS type listed in the first column apply, depending on the declared Base Station class. For a </w:t>
      </w:r>
      <w:r w:rsidRPr="00EF2F0E">
        <w:rPr>
          <w:i/>
        </w:rPr>
        <w:t>multi-band RIB</w:t>
      </w:r>
      <w:r w:rsidRPr="00EF2F0E">
        <w:t>, the exclusions and conditions in the Notes column of table 9.7.6.3.4.2-1 apply for each supported operating band.</w:t>
      </w:r>
      <w:r w:rsidRPr="00EF2F0E">
        <w:rPr>
          <w:rFonts w:cs="v3.8.0"/>
        </w:rPr>
        <w:t xml:space="preserve"> </w:t>
      </w:r>
    </w:p>
    <w:p w14:paraId="0984F38E" w14:textId="77777777" w:rsidR="00B15E99" w:rsidRPr="00EF2F0E" w:rsidRDefault="00B15E99" w:rsidP="00B15E99">
      <w:pPr>
        <w:pStyle w:val="TH"/>
      </w:pPr>
      <w:r w:rsidRPr="00EF2F0E">
        <w:t xml:space="preserve">Table 9.7.6.3.4.2-1: UTRA AAS BS OTA Spurious emissions limits for AAS BS co-located with another BS </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9"/>
        <w:gridCol w:w="1275"/>
        <w:gridCol w:w="1418"/>
        <w:gridCol w:w="1417"/>
        <w:gridCol w:w="1418"/>
        <w:gridCol w:w="709"/>
        <w:gridCol w:w="2191"/>
      </w:tblGrid>
      <w:tr w:rsidR="003401A4" w:rsidRPr="00EF2F0E" w14:paraId="0984F399" w14:textId="77777777" w:rsidTr="00AB06FD">
        <w:trPr>
          <w:cantSplit/>
          <w:jc w:val="center"/>
        </w:trPr>
        <w:tc>
          <w:tcPr>
            <w:tcW w:w="1229" w:type="dxa"/>
          </w:tcPr>
          <w:p w14:paraId="0984F38F" w14:textId="77777777" w:rsidR="00B15E99" w:rsidRPr="00EF2F0E" w:rsidRDefault="00B15E99" w:rsidP="00AB06FD">
            <w:pPr>
              <w:pStyle w:val="TAH"/>
              <w:rPr>
                <w:rFonts w:cs="Arial"/>
              </w:rPr>
            </w:pPr>
            <w:r w:rsidRPr="00EF2F0E">
              <w:rPr>
                <w:rFonts w:cs="Arial"/>
              </w:rPr>
              <w:t>Type of co-located BS</w:t>
            </w:r>
          </w:p>
        </w:tc>
        <w:tc>
          <w:tcPr>
            <w:tcW w:w="1275" w:type="dxa"/>
          </w:tcPr>
          <w:p w14:paraId="0984F390" w14:textId="77777777" w:rsidR="00B15E99" w:rsidRPr="00EF2F0E" w:rsidRDefault="00B15E99" w:rsidP="00AB06FD">
            <w:pPr>
              <w:pStyle w:val="TAH"/>
              <w:rPr>
                <w:rFonts w:cs="Arial"/>
              </w:rPr>
            </w:pPr>
            <w:r w:rsidRPr="00EF2F0E">
              <w:rPr>
                <w:rFonts w:cs="Arial"/>
              </w:rPr>
              <w:t>Frequency range for co-location requirement</w:t>
            </w:r>
          </w:p>
        </w:tc>
        <w:tc>
          <w:tcPr>
            <w:tcW w:w="1418" w:type="dxa"/>
          </w:tcPr>
          <w:p w14:paraId="0984F391" w14:textId="77777777" w:rsidR="00B15E99" w:rsidRPr="00EF2F0E" w:rsidRDefault="00B15E99" w:rsidP="00AB06FD">
            <w:pPr>
              <w:pStyle w:val="TAH"/>
              <w:rPr>
                <w:rFonts w:cs="Arial"/>
              </w:rPr>
            </w:pPr>
            <w:r w:rsidRPr="00EF2F0E">
              <w:rPr>
                <w:rFonts w:cs="Arial"/>
              </w:rPr>
              <w:t>Maximum Level</w:t>
            </w:r>
          </w:p>
          <w:p w14:paraId="0984F392" w14:textId="77777777" w:rsidR="00B15E99" w:rsidRPr="00EF2F0E" w:rsidRDefault="00B15E99" w:rsidP="00AB06FD">
            <w:pPr>
              <w:pStyle w:val="TAH"/>
              <w:rPr>
                <w:rFonts w:cs="Arial"/>
              </w:rPr>
            </w:pPr>
            <w:r w:rsidRPr="00EF2F0E">
              <w:rPr>
                <w:rFonts w:cs="Arial"/>
              </w:rPr>
              <w:t>(WA-BS)</w:t>
            </w:r>
          </w:p>
        </w:tc>
        <w:tc>
          <w:tcPr>
            <w:tcW w:w="1417" w:type="dxa"/>
          </w:tcPr>
          <w:p w14:paraId="0984F393" w14:textId="77777777" w:rsidR="00B15E99" w:rsidRPr="00EF2F0E" w:rsidRDefault="00B15E99" w:rsidP="00AB06FD">
            <w:pPr>
              <w:pStyle w:val="TAH"/>
              <w:rPr>
                <w:rFonts w:cs="Arial"/>
              </w:rPr>
            </w:pPr>
            <w:r w:rsidRPr="00EF2F0E">
              <w:rPr>
                <w:rFonts w:cs="Arial"/>
              </w:rPr>
              <w:t>Maximum Level</w:t>
            </w:r>
          </w:p>
          <w:p w14:paraId="0984F394" w14:textId="77777777" w:rsidR="00B15E99" w:rsidRPr="00EF2F0E" w:rsidRDefault="00B15E99" w:rsidP="00AB06FD">
            <w:pPr>
              <w:pStyle w:val="TAH"/>
              <w:rPr>
                <w:rFonts w:cs="Arial"/>
              </w:rPr>
            </w:pPr>
            <w:r w:rsidRPr="00EF2F0E">
              <w:rPr>
                <w:rFonts w:cs="Arial"/>
              </w:rPr>
              <w:t>(MR-BS)</w:t>
            </w:r>
          </w:p>
        </w:tc>
        <w:tc>
          <w:tcPr>
            <w:tcW w:w="1418" w:type="dxa"/>
          </w:tcPr>
          <w:p w14:paraId="0984F395" w14:textId="77777777" w:rsidR="00B15E99" w:rsidRPr="00EF2F0E" w:rsidRDefault="00B15E99" w:rsidP="00AB06FD">
            <w:pPr>
              <w:pStyle w:val="TAH"/>
              <w:rPr>
                <w:rFonts w:cs="Arial"/>
              </w:rPr>
            </w:pPr>
            <w:r w:rsidRPr="00EF2F0E">
              <w:rPr>
                <w:rFonts w:cs="Arial"/>
              </w:rPr>
              <w:t>Maximum Level</w:t>
            </w:r>
          </w:p>
          <w:p w14:paraId="0984F396" w14:textId="77777777" w:rsidR="00B15E99" w:rsidRPr="00EF2F0E" w:rsidRDefault="00B15E99" w:rsidP="00AB06FD">
            <w:pPr>
              <w:pStyle w:val="TAH"/>
              <w:rPr>
                <w:rFonts w:cs="Arial"/>
              </w:rPr>
            </w:pPr>
            <w:r w:rsidRPr="00EF2F0E">
              <w:rPr>
                <w:rFonts w:cs="Arial"/>
              </w:rPr>
              <w:t>(LA-BS)</w:t>
            </w:r>
          </w:p>
        </w:tc>
        <w:tc>
          <w:tcPr>
            <w:tcW w:w="709" w:type="dxa"/>
          </w:tcPr>
          <w:p w14:paraId="0984F397" w14:textId="77777777" w:rsidR="00B15E99" w:rsidRPr="00EF2F0E" w:rsidRDefault="00B15E99" w:rsidP="00AB06FD">
            <w:pPr>
              <w:pStyle w:val="TAH"/>
              <w:rPr>
                <w:rFonts w:cs="Arial"/>
              </w:rPr>
            </w:pPr>
            <w:r w:rsidRPr="00EF2F0E">
              <w:rPr>
                <w:rFonts w:cs="Arial"/>
              </w:rPr>
              <w:t>Measurement Bandwidth</w:t>
            </w:r>
          </w:p>
        </w:tc>
        <w:tc>
          <w:tcPr>
            <w:tcW w:w="2191" w:type="dxa"/>
          </w:tcPr>
          <w:p w14:paraId="0984F398" w14:textId="77777777" w:rsidR="00B15E99" w:rsidRPr="00EF2F0E" w:rsidRDefault="00B15E99" w:rsidP="00AB06FD">
            <w:pPr>
              <w:pStyle w:val="TAH"/>
              <w:rPr>
                <w:rFonts w:cs="Arial"/>
              </w:rPr>
            </w:pPr>
            <w:r w:rsidRPr="00EF2F0E">
              <w:rPr>
                <w:rFonts w:cs="Arial"/>
              </w:rPr>
              <w:t>Notes</w:t>
            </w:r>
          </w:p>
        </w:tc>
      </w:tr>
      <w:tr w:rsidR="003401A4" w:rsidRPr="00EF2F0E" w14:paraId="0984F3A1" w14:textId="77777777" w:rsidTr="00AB06FD">
        <w:trPr>
          <w:cantSplit/>
          <w:jc w:val="center"/>
        </w:trPr>
        <w:tc>
          <w:tcPr>
            <w:tcW w:w="1229" w:type="dxa"/>
          </w:tcPr>
          <w:p w14:paraId="0984F39A" w14:textId="77777777" w:rsidR="00B15E99" w:rsidRPr="00EF2F0E" w:rsidRDefault="00B15E99" w:rsidP="00AB06FD">
            <w:pPr>
              <w:pStyle w:val="TAL"/>
              <w:jc w:val="center"/>
              <w:rPr>
                <w:rFonts w:cs="Arial"/>
              </w:rPr>
            </w:pPr>
            <w:r w:rsidRPr="00EF2F0E">
              <w:rPr>
                <w:rFonts w:cs="Arial"/>
              </w:rPr>
              <w:t>GSM900</w:t>
            </w:r>
          </w:p>
        </w:tc>
        <w:tc>
          <w:tcPr>
            <w:tcW w:w="1275" w:type="dxa"/>
          </w:tcPr>
          <w:p w14:paraId="0984F39B" w14:textId="77777777" w:rsidR="00B15E99" w:rsidRPr="00EF2F0E" w:rsidRDefault="00B15E99" w:rsidP="00AB06FD">
            <w:pPr>
              <w:pStyle w:val="TAL"/>
              <w:jc w:val="center"/>
              <w:rPr>
                <w:rFonts w:cs="Arial"/>
              </w:rPr>
            </w:pPr>
            <w:r w:rsidRPr="00EF2F0E">
              <w:rPr>
                <w:rFonts w:cs="Arial"/>
              </w:rPr>
              <w:t>876-915 MHz</w:t>
            </w:r>
          </w:p>
        </w:tc>
        <w:tc>
          <w:tcPr>
            <w:tcW w:w="1418" w:type="dxa"/>
          </w:tcPr>
          <w:p w14:paraId="0984F39C" w14:textId="77777777" w:rsidR="00B15E99" w:rsidRPr="00EF2F0E" w:rsidRDefault="00B15E99" w:rsidP="00AB06FD">
            <w:pPr>
              <w:pStyle w:val="TAL"/>
              <w:jc w:val="center"/>
              <w:rPr>
                <w:rFonts w:cs="Arial"/>
              </w:rPr>
            </w:pPr>
            <w:r w:rsidRPr="00EF2F0E">
              <w:rPr>
                <w:rFonts w:cs="Arial"/>
              </w:rPr>
              <w:t>-122 dBm</w:t>
            </w:r>
          </w:p>
        </w:tc>
        <w:tc>
          <w:tcPr>
            <w:tcW w:w="1417" w:type="dxa"/>
          </w:tcPr>
          <w:p w14:paraId="0984F39D" w14:textId="77777777" w:rsidR="00B15E99" w:rsidRPr="00EF2F0E" w:rsidRDefault="00B15E99" w:rsidP="00AB06FD">
            <w:pPr>
              <w:pStyle w:val="TAL"/>
              <w:jc w:val="center"/>
              <w:rPr>
                <w:rFonts w:cs="Arial"/>
              </w:rPr>
            </w:pPr>
            <w:r w:rsidRPr="00EF2F0E">
              <w:rPr>
                <w:rFonts w:cs="Arial"/>
              </w:rPr>
              <w:t>-115 dBm</w:t>
            </w:r>
          </w:p>
        </w:tc>
        <w:tc>
          <w:tcPr>
            <w:tcW w:w="1418" w:type="dxa"/>
          </w:tcPr>
          <w:p w14:paraId="0984F39E" w14:textId="77777777" w:rsidR="00B15E99" w:rsidRPr="00EF2F0E" w:rsidRDefault="00B15E99" w:rsidP="00AB06FD">
            <w:pPr>
              <w:pStyle w:val="TAL"/>
              <w:jc w:val="center"/>
              <w:rPr>
                <w:rFonts w:cs="Arial"/>
              </w:rPr>
            </w:pPr>
            <w:r w:rsidRPr="00EF2F0E">
              <w:rPr>
                <w:rFonts w:cs="Arial"/>
              </w:rPr>
              <w:t>-112 dBm</w:t>
            </w:r>
          </w:p>
        </w:tc>
        <w:tc>
          <w:tcPr>
            <w:tcW w:w="709" w:type="dxa"/>
          </w:tcPr>
          <w:p w14:paraId="0984F39F" w14:textId="77777777" w:rsidR="00B15E99" w:rsidRPr="00EF2F0E" w:rsidRDefault="00B15E99" w:rsidP="00AB06FD">
            <w:pPr>
              <w:pStyle w:val="TAL"/>
              <w:jc w:val="center"/>
              <w:rPr>
                <w:rFonts w:cs="Arial"/>
              </w:rPr>
            </w:pPr>
            <w:r w:rsidRPr="00EF2F0E">
              <w:rPr>
                <w:rFonts w:cs="Arial"/>
              </w:rPr>
              <w:t>100 kHz</w:t>
            </w:r>
          </w:p>
        </w:tc>
        <w:tc>
          <w:tcPr>
            <w:tcW w:w="2191" w:type="dxa"/>
          </w:tcPr>
          <w:p w14:paraId="0984F3A0" w14:textId="77777777" w:rsidR="00B15E99" w:rsidRPr="00EF2F0E" w:rsidRDefault="00B15E99" w:rsidP="00AB06FD">
            <w:pPr>
              <w:pStyle w:val="TAL"/>
              <w:jc w:val="center"/>
              <w:rPr>
                <w:rFonts w:cs="Arial"/>
              </w:rPr>
            </w:pPr>
          </w:p>
        </w:tc>
      </w:tr>
      <w:tr w:rsidR="003401A4" w:rsidRPr="00EF2F0E" w14:paraId="0984F3A9" w14:textId="77777777" w:rsidTr="00AB06FD">
        <w:trPr>
          <w:cantSplit/>
          <w:jc w:val="center"/>
        </w:trPr>
        <w:tc>
          <w:tcPr>
            <w:tcW w:w="1229" w:type="dxa"/>
          </w:tcPr>
          <w:p w14:paraId="0984F3A2" w14:textId="77777777" w:rsidR="00B15E99" w:rsidRPr="00EF2F0E" w:rsidRDefault="00B15E99" w:rsidP="00AB06FD">
            <w:pPr>
              <w:pStyle w:val="TAL"/>
              <w:jc w:val="center"/>
              <w:rPr>
                <w:rFonts w:cs="Arial"/>
              </w:rPr>
            </w:pPr>
            <w:r w:rsidRPr="00EF2F0E">
              <w:rPr>
                <w:rFonts w:cs="Arial"/>
              </w:rPr>
              <w:t>DCS1800</w:t>
            </w:r>
          </w:p>
        </w:tc>
        <w:tc>
          <w:tcPr>
            <w:tcW w:w="1275" w:type="dxa"/>
          </w:tcPr>
          <w:p w14:paraId="0984F3A3" w14:textId="77777777" w:rsidR="00B15E99" w:rsidRPr="00EF2F0E" w:rsidRDefault="00B15E99" w:rsidP="00AB06FD">
            <w:pPr>
              <w:pStyle w:val="TAL"/>
              <w:jc w:val="center"/>
              <w:rPr>
                <w:rFonts w:cs="Arial"/>
              </w:rPr>
            </w:pPr>
            <w:r w:rsidRPr="00EF2F0E">
              <w:rPr>
                <w:rFonts w:cs="Arial"/>
              </w:rPr>
              <w:t>1710 - 1785 MHz</w:t>
            </w:r>
          </w:p>
        </w:tc>
        <w:tc>
          <w:tcPr>
            <w:tcW w:w="1418" w:type="dxa"/>
          </w:tcPr>
          <w:p w14:paraId="0984F3A4" w14:textId="77777777" w:rsidR="00B15E99" w:rsidRPr="00EF2F0E" w:rsidRDefault="00B15E99" w:rsidP="00AB06FD">
            <w:pPr>
              <w:pStyle w:val="TAL"/>
              <w:jc w:val="center"/>
              <w:rPr>
                <w:rFonts w:cs="Arial"/>
              </w:rPr>
            </w:pPr>
            <w:r w:rsidRPr="00EF2F0E">
              <w:rPr>
                <w:rFonts w:cs="Arial"/>
              </w:rPr>
              <w:t>-122 dBm</w:t>
            </w:r>
          </w:p>
        </w:tc>
        <w:tc>
          <w:tcPr>
            <w:tcW w:w="1417" w:type="dxa"/>
          </w:tcPr>
          <w:p w14:paraId="0984F3A5" w14:textId="77777777" w:rsidR="00B15E99" w:rsidRPr="00EF2F0E" w:rsidRDefault="00B15E99" w:rsidP="00AB06FD">
            <w:pPr>
              <w:pStyle w:val="TAL"/>
              <w:jc w:val="center"/>
              <w:rPr>
                <w:rFonts w:cs="Arial"/>
              </w:rPr>
            </w:pPr>
            <w:r w:rsidRPr="00EF2F0E">
              <w:rPr>
                <w:rFonts w:cs="Arial"/>
              </w:rPr>
              <w:t>-115 dBm</w:t>
            </w:r>
          </w:p>
        </w:tc>
        <w:tc>
          <w:tcPr>
            <w:tcW w:w="1418" w:type="dxa"/>
          </w:tcPr>
          <w:p w14:paraId="0984F3A6" w14:textId="77777777" w:rsidR="00B15E99" w:rsidRPr="00EF2F0E" w:rsidRDefault="00B15E99" w:rsidP="00AB06FD">
            <w:pPr>
              <w:pStyle w:val="TAL"/>
              <w:jc w:val="center"/>
              <w:rPr>
                <w:rFonts w:cs="Arial"/>
              </w:rPr>
            </w:pPr>
            <w:r w:rsidRPr="00EF2F0E">
              <w:rPr>
                <w:rFonts w:cs="Arial"/>
              </w:rPr>
              <w:t>-112 dBm</w:t>
            </w:r>
          </w:p>
        </w:tc>
        <w:tc>
          <w:tcPr>
            <w:tcW w:w="709" w:type="dxa"/>
          </w:tcPr>
          <w:p w14:paraId="0984F3A7" w14:textId="77777777" w:rsidR="00B15E99" w:rsidRPr="00EF2F0E" w:rsidRDefault="00B15E99" w:rsidP="00AB06FD">
            <w:pPr>
              <w:pStyle w:val="TAL"/>
              <w:jc w:val="center"/>
              <w:rPr>
                <w:rFonts w:cs="Arial"/>
              </w:rPr>
            </w:pPr>
            <w:r w:rsidRPr="00EF2F0E">
              <w:rPr>
                <w:rFonts w:cs="Arial"/>
              </w:rPr>
              <w:t>100 kHz</w:t>
            </w:r>
          </w:p>
        </w:tc>
        <w:tc>
          <w:tcPr>
            <w:tcW w:w="2191" w:type="dxa"/>
          </w:tcPr>
          <w:p w14:paraId="0984F3A8" w14:textId="77777777" w:rsidR="00B15E99" w:rsidRPr="00EF2F0E" w:rsidRDefault="00B15E99" w:rsidP="00AB06FD">
            <w:pPr>
              <w:pStyle w:val="TAL"/>
              <w:jc w:val="center"/>
              <w:rPr>
                <w:rFonts w:cs="Arial"/>
              </w:rPr>
            </w:pPr>
          </w:p>
        </w:tc>
      </w:tr>
      <w:tr w:rsidR="003401A4" w:rsidRPr="00EF2F0E" w14:paraId="0984F3B1" w14:textId="77777777" w:rsidTr="00AB06FD">
        <w:trPr>
          <w:cantSplit/>
          <w:jc w:val="center"/>
        </w:trPr>
        <w:tc>
          <w:tcPr>
            <w:tcW w:w="1229" w:type="dxa"/>
          </w:tcPr>
          <w:p w14:paraId="0984F3AA" w14:textId="77777777" w:rsidR="00B15E99" w:rsidRPr="00EF2F0E" w:rsidRDefault="00B15E99" w:rsidP="00AB06FD">
            <w:pPr>
              <w:pStyle w:val="TAL"/>
              <w:jc w:val="center"/>
              <w:rPr>
                <w:rFonts w:cs="Arial"/>
              </w:rPr>
            </w:pPr>
            <w:r w:rsidRPr="00EF2F0E">
              <w:rPr>
                <w:rFonts w:cs="Arial"/>
              </w:rPr>
              <w:t>PCS1900</w:t>
            </w:r>
          </w:p>
        </w:tc>
        <w:tc>
          <w:tcPr>
            <w:tcW w:w="1275" w:type="dxa"/>
          </w:tcPr>
          <w:p w14:paraId="0984F3AB" w14:textId="77777777" w:rsidR="00B15E99" w:rsidRPr="00EF2F0E" w:rsidRDefault="00B15E99" w:rsidP="00AB06FD">
            <w:pPr>
              <w:pStyle w:val="TAL"/>
              <w:jc w:val="center"/>
              <w:rPr>
                <w:rFonts w:cs="Arial"/>
              </w:rPr>
            </w:pPr>
            <w:r w:rsidRPr="00EF2F0E">
              <w:rPr>
                <w:rFonts w:cs="Arial"/>
              </w:rPr>
              <w:t>1850 - 1910 MHz</w:t>
            </w:r>
          </w:p>
        </w:tc>
        <w:tc>
          <w:tcPr>
            <w:tcW w:w="1418" w:type="dxa"/>
          </w:tcPr>
          <w:p w14:paraId="0984F3AC" w14:textId="77777777" w:rsidR="00B15E99" w:rsidRPr="00EF2F0E" w:rsidRDefault="00B15E99" w:rsidP="00AB06FD">
            <w:pPr>
              <w:pStyle w:val="TAL"/>
              <w:jc w:val="center"/>
              <w:rPr>
                <w:rFonts w:cs="Arial"/>
              </w:rPr>
            </w:pPr>
            <w:r w:rsidRPr="00EF2F0E">
              <w:rPr>
                <w:rFonts w:cs="Arial"/>
              </w:rPr>
              <w:t>-122 dBm</w:t>
            </w:r>
          </w:p>
        </w:tc>
        <w:tc>
          <w:tcPr>
            <w:tcW w:w="1417" w:type="dxa"/>
          </w:tcPr>
          <w:p w14:paraId="0984F3AD" w14:textId="77777777" w:rsidR="00B15E99" w:rsidRPr="00EF2F0E" w:rsidRDefault="00B15E99" w:rsidP="00AB06FD">
            <w:pPr>
              <w:pStyle w:val="TAL"/>
              <w:jc w:val="center"/>
              <w:rPr>
                <w:rFonts w:cs="Arial"/>
              </w:rPr>
            </w:pPr>
            <w:r w:rsidRPr="00EF2F0E">
              <w:rPr>
                <w:rFonts w:cs="Arial"/>
              </w:rPr>
              <w:t>-115 dBm</w:t>
            </w:r>
          </w:p>
        </w:tc>
        <w:tc>
          <w:tcPr>
            <w:tcW w:w="1418" w:type="dxa"/>
          </w:tcPr>
          <w:p w14:paraId="0984F3AE" w14:textId="77777777" w:rsidR="00B15E99" w:rsidRPr="00EF2F0E" w:rsidRDefault="00B15E99" w:rsidP="00AB06FD">
            <w:pPr>
              <w:pStyle w:val="TAL"/>
              <w:jc w:val="center"/>
              <w:rPr>
                <w:rFonts w:cs="Arial"/>
              </w:rPr>
            </w:pPr>
            <w:r w:rsidRPr="00EF2F0E">
              <w:rPr>
                <w:rFonts w:cs="Arial"/>
              </w:rPr>
              <w:t>-112 dBm</w:t>
            </w:r>
          </w:p>
        </w:tc>
        <w:tc>
          <w:tcPr>
            <w:tcW w:w="709" w:type="dxa"/>
          </w:tcPr>
          <w:p w14:paraId="0984F3AF" w14:textId="77777777" w:rsidR="00B15E99" w:rsidRPr="00EF2F0E" w:rsidRDefault="00B15E99" w:rsidP="00AB06FD">
            <w:pPr>
              <w:pStyle w:val="TAL"/>
              <w:jc w:val="center"/>
              <w:rPr>
                <w:rFonts w:cs="Arial"/>
              </w:rPr>
            </w:pPr>
            <w:r w:rsidRPr="00EF2F0E">
              <w:rPr>
                <w:rFonts w:cs="Arial"/>
              </w:rPr>
              <w:t>100 kHz</w:t>
            </w:r>
          </w:p>
        </w:tc>
        <w:tc>
          <w:tcPr>
            <w:tcW w:w="2191" w:type="dxa"/>
          </w:tcPr>
          <w:p w14:paraId="0984F3B0" w14:textId="77777777" w:rsidR="00B15E99" w:rsidRPr="00EF2F0E" w:rsidRDefault="00B15E99" w:rsidP="00AB06FD">
            <w:pPr>
              <w:pStyle w:val="TAL"/>
              <w:jc w:val="center"/>
              <w:rPr>
                <w:rFonts w:cs="Arial"/>
              </w:rPr>
            </w:pPr>
          </w:p>
        </w:tc>
      </w:tr>
      <w:tr w:rsidR="003401A4" w:rsidRPr="00EF2F0E" w14:paraId="0984F3B9" w14:textId="77777777" w:rsidTr="00AB06FD">
        <w:trPr>
          <w:cantSplit/>
          <w:jc w:val="center"/>
        </w:trPr>
        <w:tc>
          <w:tcPr>
            <w:tcW w:w="1229" w:type="dxa"/>
          </w:tcPr>
          <w:p w14:paraId="0984F3B2" w14:textId="77777777" w:rsidR="00B15E99" w:rsidRPr="00EF2F0E" w:rsidRDefault="00B15E99" w:rsidP="00AB06FD">
            <w:pPr>
              <w:pStyle w:val="TAL"/>
              <w:jc w:val="center"/>
              <w:rPr>
                <w:rFonts w:cs="Arial"/>
              </w:rPr>
            </w:pPr>
            <w:r w:rsidRPr="00EF2F0E">
              <w:rPr>
                <w:rFonts w:cs="Arial"/>
              </w:rPr>
              <w:t>GSM850 or CDMA850</w:t>
            </w:r>
          </w:p>
        </w:tc>
        <w:tc>
          <w:tcPr>
            <w:tcW w:w="1275" w:type="dxa"/>
          </w:tcPr>
          <w:p w14:paraId="0984F3B3" w14:textId="77777777" w:rsidR="00B15E99" w:rsidRPr="00EF2F0E" w:rsidRDefault="00B15E99" w:rsidP="00AB06FD">
            <w:pPr>
              <w:pStyle w:val="TAL"/>
              <w:jc w:val="center"/>
              <w:rPr>
                <w:rFonts w:cs="Arial"/>
              </w:rPr>
            </w:pPr>
            <w:r w:rsidRPr="00EF2F0E">
              <w:rPr>
                <w:rFonts w:cs="Arial"/>
              </w:rPr>
              <w:t>824 - 849 MHz</w:t>
            </w:r>
          </w:p>
        </w:tc>
        <w:tc>
          <w:tcPr>
            <w:tcW w:w="1418" w:type="dxa"/>
          </w:tcPr>
          <w:p w14:paraId="0984F3B4" w14:textId="77777777" w:rsidR="00B15E99" w:rsidRPr="00EF2F0E" w:rsidRDefault="00B15E99" w:rsidP="00AB06FD">
            <w:pPr>
              <w:pStyle w:val="TAL"/>
              <w:jc w:val="center"/>
              <w:rPr>
                <w:rFonts w:cs="Arial"/>
              </w:rPr>
            </w:pPr>
            <w:r w:rsidRPr="00EF2F0E">
              <w:rPr>
                <w:rFonts w:cs="Arial"/>
              </w:rPr>
              <w:t>-122 dBm</w:t>
            </w:r>
          </w:p>
        </w:tc>
        <w:tc>
          <w:tcPr>
            <w:tcW w:w="1417" w:type="dxa"/>
          </w:tcPr>
          <w:p w14:paraId="0984F3B5" w14:textId="77777777" w:rsidR="00B15E99" w:rsidRPr="00EF2F0E" w:rsidRDefault="00B15E99" w:rsidP="00AB06FD">
            <w:pPr>
              <w:pStyle w:val="TAL"/>
              <w:jc w:val="center"/>
              <w:rPr>
                <w:rFonts w:cs="Arial"/>
              </w:rPr>
            </w:pPr>
            <w:r w:rsidRPr="00EF2F0E">
              <w:rPr>
                <w:rFonts w:cs="Arial"/>
              </w:rPr>
              <w:t>-115 dBm</w:t>
            </w:r>
          </w:p>
        </w:tc>
        <w:tc>
          <w:tcPr>
            <w:tcW w:w="1418" w:type="dxa"/>
          </w:tcPr>
          <w:p w14:paraId="0984F3B6" w14:textId="77777777" w:rsidR="00B15E99" w:rsidRPr="00EF2F0E" w:rsidRDefault="00B15E99" w:rsidP="00AB06FD">
            <w:pPr>
              <w:pStyle w:val="TAL"/>
              <w:jc w:val="center"/>
              <w:rPr>
                <w:rFonts w:cs="Arial"/>
              </w:rPr>
            </w:pPr>
            <w:r w:rsidRPr="00EF2F0E">
              <w:rPr>
                <w:rFonts w:cs="Arial"/>
              </w:rPr>
              <w:t>-112 dBm</w:t>
            </w:r>
          </w:p>
        </w:tc>
        <w:tc>
          <w:tcPr>
            <w:tcW w:w="709" w:type="dxa"/>
          </w:tcPr>
          <w:p w14:paraId="0984F3B7" w14:textId="77777777" w:rsidR="00B15E99" w:rsidRPr="00EF2F0E" w:rsidRDefault="00B15E99" w:rsidP="00AB06FD">
            <w:pPr>
              <w:pStyle w:val="TAL"/>
              <w:jc w:val="center"/>
              <w:rPr>
                <w:rFonts w:cs="Arial"/>
              </w:rPr>
            </w:pPr>
            <w:r w:rsidRPr="00EF2F0E">
              <w:rPr>
                <w:rFonts w:cs="Arial"/>
              </w:rPr>
              <w:t>100 kHz</w:t>
            </w:r>
          </w:p>
        </w:tc>
        <w:tc>
          <w:tcPr>
            <w:tcW w:w="2191" w:type="dxa"/>
          </w:tcPr>
          <w:p w14:paraId="0984F3B8" w14:textId="77777777" w:rsidR="00B15E99" w:rsidRPr="00EF2F0E" w:rsidRDefault="00B15E99" w:rsidP="00AB06FD">
            <w:pPr>
              <w:pStyle w:val="TAL"/>
              <w:jc w:val="center"/>
              <w:rPr>
                <w:rFonts w:cs="Arial"/>
              </w:rPr>
            </w:pPr>
          </w:p>
        </w:tc>
      </w:tr>
      <w:tr w:rsidR="003401A4" w:rsidRPr="00EF2F0E" w14:paraId="0984F3C2" w14:textId="77777777" w:rsidTr="00AB06FD">
        <w:trPr>
          <w:cantSplit/>
          <w:jc w:val="center"/>
        </w:trPr>
        <w:tc>
          <w:tcPr>
            <w:tcW w:w="1229" w:type="dxa"/>
          </w:tcPr>
          <w:p w14:paraId="0984F3BA" w14:textId="77777777" w:rsidR="00B15E99" w:rsidRPr="00EF2F0E" w:rsidRDefault="00B15E99" w:rsidP="00AB06FD">
            <w:pPr>
              <w:pStyle w:val="TAL"/>
              <w:jc w:val="center"/>
              <w:rPr>
                <w:rFonts w:cs="Arial"/>
              </w:rPr>
            </w:pPr>
            <w:r w:rsidRPr="00EF2F0E">
              <w:rPr>
                <w:rFonts w:cs="Arial"/>
              </w:rPr>
              <w:t>UTRA FDD Band I or E-UTRA Band 1</w:t>
            </w:r>
            <w:r w:rsidR="0077153D" w:rsidRPr="00EF2F0E">
              <w:rPr>
                <w:rFonts w:cs="Arial"/>
                <w:lang w:val="sv-SE"/>
              </w:rPr>
              <w:t xml:space="preserve"> or NR band n1</w:t>
            </w:r>
          </w:p>
        </w:tc>
        <w:tc>
          <w:tcPr>
            <w:tcW w:w="1275" w:type="dxa"/>
          </w:tcPr>
          <w:p w14:paraId="0984F3BB" w14:textId="77777777" w:rsidR="00B15E99" w:rsidRPr="00EF2F0E" w:rsidRDefault="00B15E99" w:rsidP="00AB06FD">
            <w:pPr>
              <w:pStyle w:val="TAL"/>
              <w:jc w:val="center"/>
              <w:rPr>
                <w:rFonts w:cs="Arial"/>
                <w:lang w:eastAsia="zh-CN"/>
              </w:rPr>
            </w:pPr>
            <w:r w:rsidRPr="00EF2F0E">
              <w:rPr>
                <w:rFonts w:cs="Arial"/>
              </w:rPr>
              <w:t>1920 - 1980 MHz</w:t>
            </w:r>
          </w:p>
          <w:p w14:paraId="0984F3BC" w14:textId="77777777" w:rsidR="00B15E99" w:rsidRPr="00EF2F0E" w:rsidRDefault="00B15E99" w:rsidP="00AB06FD">
            <w:pPr>
              <w:pStyle w:val="TAL"/>
              <w:jc w:val="center"/>
              <w:rPr>
                <w:rFonts w:cs="Arial"/>
                <w:lang w:eastAsia="zh-CN"/>
              </w:rPr>
            </w:pPr>
          </w:p>
        </w:tc>
        <w:tc>
          <w:tcPr>
            <w:tcW w:w="1418" w:type="dxa"/>
          </w:tcPr>
          <w:p w14:paraId="0984F3BD" w14:textId="77777777" w:rsidR="00B15E99" w:rsidRPr="00EF2F0E" w:rsidRDefault="00B15E99" w:rsidP="00AB06FD">
            <w:pPr>
              <w:pStyle w:val="TAL"/>
              <w:jc w:val="center"/>
              <w:rPr>
                <w:rFonts w:cs="Arial"/>
              </w:rPr>
            </w:pPr>
            <w:r w:rsidRPr="00EF2F0E">
              <w:rPr>
                <w:rFonts w:cs="Arial"/>
              </w:rPr>
              <w:t>-120 dBm</w:t>
            </w:r>
          </w:p>
        </w:tc>
        <w:tc>
          <w:tcPr>
            <w:tcW w:w="1417" w:type="dxa"/>
          </w:tcPr>
          <w:p w14:paraId="0984F3BE" w14:textId="77777777" w:rsidR="00B15E99" w:rsidRPr="00EF2F0E" w:rsidRDefault="00B15E99" w:rsidP="00AB06FD">
            <w:pPr>
              <w:pStyle w:val="TAL"/>
              <w:jc w:val="center"/>
              <w:rPr>
                <w:rFonts w:cs="Arial"/>
              </w:rPr>
            </w:pPr>
            <w:r w:rsidRPr="00EF2F0E">
              <w:rPr>
                <w:rFonts w:cs="Arial"/>
              </w:rPr>
              <w:t>-115 dBm</w:t>
            </w:r>
          </w:p>
        </w:tc>
        <w:tc>
          <w:tcPr>
            <w:tcW w:w="1418" w:type="dxa"/>
          </w:tcPr>
          <w:p w14:paraId="0984F3BF" w14:textId="77777777" w:rsidR="00B15E99" w:rsidRPr="00EF2F0E" w:rsidRDefault="00B15E99" w:rsidP="00AB06FD">
            <w:pPr>
              <w:pStyle w:val="TAL"/>
              <w:jc w:val="center"/>
              <w:rPr>
                <w:rFonts w:cs="Arial"/>
              </w:rPr>
            </w:pPr>
            <w:r w:rsidRPr="00EF2F0E">
              <w:rPr>
                <w:rFonts w:cs="Arial"/>
              </w:rPr>
              <w:t>-112 dBm</w:t>
            </w:r>
          </w:p>
        </w:tc>
        <w:tc>
          <w:tcPr>
            <w:tcW w:w="709" w:type="dxa"/>
          </w:tcPr>
          <w:p w14:paraId="0984F3C0" w14:textId="77777777" w:rsidR="00B15E99" w:rsidRPr="00EF2F0E" w:rsidRDefault="00B15E99" w:rsidP="00AB06FD">
            <w:pPr>
              <w:pStyle w:val="TAL"/>
              <w:jc w:val="center"/>
              <w:rPr>
                <w:rFonts w:cs="Arial"/>
              </w:rPr>
            </w:pPr>
            <w:r w:rsidRPr="00EF2F0E">
              <w:rPr>
                <w:rFonts w:cs="Arial"/>
              </w:rPr>
              <w:t>100 kHz</w:t>
            </w:r>
          </w:p>
        </w:tc>
        <w:tc>
          <w:tcPr>
            <w:tcW w:w="2191" w:type="dxa"/>
          </w:tcPr>
          <w:p w14:paraId="0984F3C1" w14:textId="77777777" w:rsidR="00B15E99" w:rsidRPr="00EF2F0E" w:rsidRDefault="00B15E99" w:rsidP="00AB06FD">
            <w:pPr>
              <w:pStyle w:val="TAL"/>
              <w:jc w:val="center"/>
              <w:rPr>
                <w:rFonts w:cs="Arial"/>
              </w:rPr>
            </w:pPr>
          </w:p>
        </w:tc>
      </w:tr>
      <w:tr w:rsidR="003401A4" w:rsidRPr="00EF2F0E" w14:paraId="0984F3CB" w14:textId="77777777" w:rsidTr="00AB06FD">
        <w:trPr>
          <w:cantSplit/>
          <w:jc w:val="center"/>
        </w:trPr>
        <w:tc>
          <w:tcPr>
            <w:tcW w:w="1229" w:type="dxa"/>
          </w:tcPr>
          <w:p w14:paraId="0984F3C3" w14:textId="77777777" w:rsidR="00B15E99" w:rsidRPr="00EF2F0E" w:rsidRDefault="00B15E99" w:rsidP="00AB06FD">
            <w:pPr>
              <w:pStyle w:val="TAL"/>
              <w:jc w:val="center"/>
              <w:rPr>
                <w:rFonts w:cs="Arial"/>
              </w:rPr>
            </w:pPr>
            <w:r w:rsidRPr="00EF2F0E">
              <w:rPr>
                <w:rFonts w:cs="Arial"/>
              </w:rPr>
              <w:t>UTRA FDD Band II or E-UTRA Band 2</w:t>
            </w:r>
            <w:r w:rsidR="0077153D" w:rsidRPr="00EF2F0E">
              <w:rPr>
                <w:rFonts w:cs="Arial"/>
                <w:lang w:val="sv-SE"/>
              </w:rPr>
              <w:t xml:space="preserve"> or NR band n2</w:t>
            </w:r>
          </w:p>
        </w:tc>
        <w:tc>
          <w:tcPr>
            <w:tcW w:w="1275" w:type="dxa"/>
          </w:tcPr>
          <w:p w14:paraId="0984F3C4" w14:textId="77777777" w:rsidR="00B15E99" w:rsidRPr="00EF2F0E" w:rsidRDefault="00B15E99" w:rsidP="00AB06FD">
            <w:pPr>
              <w:pStyle w:val="TAL"/>
              <w:jc w:val="center"/>
              <w:rPr>
                <w:rFonts w:cs="Arial"/>
                <w:lang w:eastAsia="zh-CN"/>
              </w:rPr>
            </w:pPr>
            <w:r w:rsidRPr="00EF2F0E">
              <w:rPr>
                <w:rFonts w:cs="Arial"/>
              </w:rPr>
              <w:t>1850 - 1910 MHz</w:t>
            </w:r>
          </w:p>
          <w:p w14:paraId="0984F3C5" w14:textId="77777777" w:rsidR="00B15E99" w:rsidRPr="00EF2F0E" w:rsidRDefault="00B15E99" w:rsidP="00AB06FD">
            <w:pPr>
              <w:pStyle w:val="TAL"/>
              <w:jc w:val="center"/>
              <w:rPr>
                <w:rFonts w:cs="Arial"/>
                <w:lang w:eastAsia="zh-CN"/>
              </w:rPr>
            </w:pPr>
          </w:p>
        </w:tc>
        <w:tc>
          <w:tcPr>
            <w:tcW w:w="1418" w:type="dxa"/>
          </w:tcPr>
          <w:p w14:paraId="0984F3C6" w14:textId="77777777" w:rsidR="00B15E99" w:rsidRPr="00EF2F0E" w:rsidRDefault="00B15E99" w:rsidP="00AB06FD">
            <w:pPr>
              <w:pStyle w:val="TAL"/>
              <w:jc w:val="center"/>
              <w:rPr>
                <w:rFonts w:cs="Arial"/>
              </w:rPr>
            </w:pPr>
            <w:r w:rsidRPr="00EF2F0E">
              <w:rPr>
                <w:rFonts w:cs="Arial"/>
              </w:rPr>
              <w:t>-120 dBm</w:t>
            </w:r>
          </w:p>
        </w:tc>
        <w:tc>
          <w:tcPr>
            <w:tcW w:w="1417" w:type="dxa"/>
          </w:tcPr>
          <w:p w14:paraId="0984F3C7" w14:textId="77777777" w:rsidR="00B15E99" w:rsidRPr="00EF2F0E" w:rsidRDefault="00B15E99" w:rsidP="00AB06FD">
            <w:pPr>
              <w:pStyle w:val="TAL"/>
              <w:jc w:val="center"/>
              <w:rPr>
                <w:rFonts w:cs="Arial"/>
              </w:rPr>
            </w:pPr>
            <w:r w:rsidRPr="00EF2F0E">
              <w:rPr>
                <w:rFonts w:cs="Arial"/>
              </w:rPr>
              <w:t>-115 dBm</w:t>
            </w:r>
          </w:p>
        </w:tc>
        <w:tc>
          <w:tcPr>
            <w:tcW w:w="1418" w:type="dxa"/>
          </w:tcPr>
          <w:p w14:paraId="0984F3C8" w14:textId="77777777" w:rsidR="00B15E99" w:rsidRPr="00EF2F0E" w:rsidRDefault="00B15E99" w:rsidP="00AB06FD">
            <w:pPr>
              <w:pStyle w:val="TAL"/>
              <w:jc w:val="center"/>
              <w:rPr>
                <w:rFonts w:cs="Arial"/>
              </w:rPr>
            </w:pPr>
            <w:r w:rsidRPr="00EF2F0E">
              <w:rPr>
                <w:rFonts w:cs="Arial"/>
              </w:rPr>
              <w:t>-112 dBm</w:t>
            </w:r>
          </w:p>
        </w:tc>
        <w:tc>
          <w:tcPr>
            <w:tcW w:w="709" w:type="dxa"/>
          </w:tcPr>
          <w:p w14:paraId="0984F3C9" w14:textId="77777777" w:rsidR="00B15E99" w:rsidRPr="00EF2F0E" w:rsidRDefault="00B15E99" w:rsidP="00AB06FD">
            <w:pPr>
              <w:pStyle w:val="TAL"/>
              <w:jc w:val="center"/>
              <w:rPr>
                <w:rFonts w:cs="Arial"/>
              </w:rPr>
            </w:pPr>
            <w:r w:rsidRPr="00EF2F0E">
              <w:rPr>
                <w:rFonts w:cs="Arial"/>
              </w:rPr>
              <w:t>100 kHz</w:t>
            </w:r>
          </w:p>
        </w:tc>
        <w:tc>
          <w:tcPr>
            <w:tcW w:w="2191" w:type="dxa"/>
          </w:tcPr>
          <w:p w14:paraId="0984F3CA" w14:textId="77777777" w:rsidR="00B15E99" w:rsidRPr="00EF2F0E" w:rsidRDefault="00B15E99" w:rsidP="00AB06FD">
            <w:pPr>
              <w:pStyle w:val="TAL"/>
              <w:jc w:val="center"/>
              <w:rPr>
                <w:rFonts w:cs="Arial"/>
              </w:rPr>
            </w:pPr>
          </w:p>
        </w:tc>
      </w:tr>
      <w:tr w:rsidR="003401A4" w:rsidRPr="00EF2F0E" w14:paraId="0984F3D3" w14:textId="77777777" w:rsidTr="00AB06FD">
        <w:trPr>
          <w:cantSplit/>
          <w:jc w:val="center"/>
        </w:trPr>
        <w:tc>
          <w:tcPr>
            <w:tcW w:w="1229" w:type="dxa"/>
          </w:tcPr>
          <w:p w14:paraId="0984F3CC" w14:textId="77777777" w:rsidR="00B15E99" w:rsidRPr="00EF2F0E" w:rsidRDefault="00B15E99" w:rsidP="00AB06FD">
            <w:pPr>
              <w:pStyle w:val="TAL"/>
              <w:jc w:val="center"/>
              <w:rPr>
                <w:rFonts w:cs="Arial"/>
              </w:rPr>
            </w:pPr>
            <w:r w:rsidRPr="00EF2F0E">
              <w:rPr>
                <w:rFonts w:cs="Arial"/>
              </w:rPr>
              <w:t>UTRA FDD Band III or E-UTRA Band 3</w:t>
            </w:r>
            <w:r w:rsidR="0077153D" w:rsidRPr="00EF2F0E">
              <w:rPr>
                <w:rFonts w:cs="Arial"/>
                <w:lang w:val="sv-SE"/>
              </w:rPr>
              <w:t xml:space="preserve"> or NR band n3</w:t>
            </w:r>
          </w:p>
        </w:tc>
        <w:tc>
          <w:tcPr>
            <w:tcW w:w="1275" w:type="dxa"/>
          </w:tcPr>
          <w:p w14:paraId="0984F3CD" w14:textId="77777777" w:rsidR="00B15E99" w:rsidRPr="00EF2F0E" w:rsidRDefault="00B15E99" w:rsidP="00AB06FD">
            <w:pPr>
              <w:pStyle w:val="TAL"/>
              <w:jc w:val="center"/>
              <w:rPr>
                <w:rFonts w:cs="Arial"/>
              </w:rPr>
            </w:pPr>
            <w:r w:rsidRPr="00EF2F0E">
              <w:rPr>
                <w:rFonts w:cs="Arial"/>
              </w:rPr>
              <w:t>1710 - 1785 MHz</w:t>
            </w:r>
          </w:p>
        </w:tc>
        <w:tc>
          <w:tcPr>
            <w:tcW w:w="1418" w:type="dxa"/>
          </w:tcPr>
          <w:p w14:paraId="0984F3CE" w14:textId="77777777" w:rsidR="00B15E99" w:rsidRPr="00EF2F0E" w:rsidRDefault="00B15E99" w:rsidP="00AB06FD">
            <w:pPr>
              <w:pStyle w:val="TAL"/>
              <w:jc w:val="center"/>
              <w:rPr>
                <w:rFonts w:cs="Arial"/>
              </w:rPr>
            </w:pPr>
            <w:r w:rsidRPr="00EF2F0E">
              <w:rPr>
                <w:rFonts w:cs="Arial"/>
              </w:rPr>
              <w:t>-120 dBm</w:t>
            </w:r>
          </w:p>
        </w:tc>
        <w:tc>
          <w:tcPr>
            <w:tcW w:w="1417" w:type="dxa"/>
          </w:tcPr>
          <w:p w14:paraId="0984F3CF" w14:textId="77777777" w:rsidR="00B15E99" w:rsidRPr="00EF2F0E" w:rsidRDefault="00B15E99" w:rsidP="00AB06FD">
            <w:pPr>
              <w:pStyle w:val="TAL"/>
              <w:jc w:val="center"/>
              <w:rPr>
                <w:rFonts w:cs="Arial"/>
              </w:rPr>
            </w:pPr>
            <w:r w:rsidRPr="00EF2F0E">
              <w:rPr>
                <w:rFonts w:cs="Arial"/>
              </w:rPr>
              <w:t>-115 dBm</w:t>
            </w:r>
          </w:p>
        </w:tc>
        <w:tc>
          <w:tcPr>
            <w:tcW w:w="1418" w:type="dxa"/>
          </w:tcPr>
          <w:p w14:paraId="0984F3D0" w14:textId="77777777" w:rsidR="00B15E99" w:rsidRPr="00EF2F0E" w:rsidRDefault="00B15E99" w:rsidP="00AB06FD">
            <w:pPr>
              <w:pStyle w:val="TAL"/>
              <w:jc w:val="center"/>
              <w:rPr>
                <w:rFonts w:cs="Arial"/>
              </w:rPr>
            </w:pPr>
            <w:r w:rsidRPr="00EF2F0E">
              <w:rPr>
                <w:rFonts w:cs="Arial"/>
              </w:rPr>
              <w:t>-112 dBm</w:t>
            </w:r>
          </w:p>
        </w:tc>
        <w:tc>
          <w:tcPr>
            <w:tcW w:w="709" w:type="dxa"/>
          </w:tcPr>
          <w:p w14:paraId="0984F3D1" w14:textId="77777777" w:rsidR="00B15E99" w:rsidRPr="00EF2F0E" w:rsidRDefault="00B15E99" w:rsidP="00AB06FD">
            <w:pPr>
              <w:pStyle w:val="TAL"/>
              <w:jc w:val="center"/>
              <w:rPr>
                <w:rFonts w:cs="Arial"/>
              </w:rPr>
            </w:pPr>
            <w:r w:rsidRPr="00EF2F0E">
              <w:rPr>
                <w:rFonts w:cs="Arial"/>
              </w:rPr>
              <w:t>100 kHz</w:t>
            </w:r>
          </w:p>
        </w:tc>
        <w:tc>
          <w:tcPr>
            <w:tcW w:w="2191" w:type="dxa"/>
          </w:tcPr>
          <w:p w14:paraId="0984F3D2" w14:textId="77777777" w:rsidR="00B15E99" w:rsidRPr="00EF2F0E" w:rsidRDefault="00B15E99" w:rsidP="00AB06FD">
            <w:pPr>
              <w:pStyle w:val="TAL"/>
              <w:jc w:val="center"/>
              <w:rPr>
                <w:rFonts w:cs="Arial"/>
              </w:rPr>
            </w:pPr>
          </w:p>
        </w:tc>
      </w:tr>
      <w:tr w:rsidR="003401A4" w:rsidRPr="00EF2F0E" w14:paraId="0984F3DB" w14:textId="77777777" w:rsidTr="00AB06FD">
        <w:trPr>
          <w:cantSplit/>
          <w:jc w:val="center"/>
        </w:trPr>
        <w:tc>
          <w:tcPr>
            <w:tcW w:w="1229" w:type="dxa"/>
          </w:tcPr>
          <w:p w14:paraId="0984F3D4" w14:textId="77777777" w:rsidR="00B15E99" w:rsidRPr="00EF2F0E" w:rsidRDefault="00B15E99" w:rsidP="00AB06FD">
            <w:pPr>
              <w:pStyle w:val="TAL"/>
              <w:jc w:val="center"/>
              <w:rPr>
                <w:rFonts w:cs="Arial"/>
                <w:lang w:val="sv-FI"/>
              </w:rPr>
            </w:pPr>
            <w:r w:rsidRPr="00EF2F0E">
              <w:rPr>
                <w:rFonts w:cs="Arial"/>
                <w:lang w:val="sv-FI"/>
              </w:rPr>
              <w:t>UTRA FDD Band IV or E-UTRA Band 4</w:t>
            </w:r>
          </w:p>
        </w:tc>
        <w:tc>
          <w:tcPr>
            <w:tcW w:w="1275" w:type="dxa"/>
          </w:tcPr>
          <w:p w14:paraId="0984F3D5" w14:textId="77777777" w:rsidR="00B15E99" w:rsidRPr="00EF2F0E" w:rsidRDefault="00B15E99" w:rsidP="00AB06FD">
            <w:pPr>
              <w:pStyle w:val="TAL"/>
              <w:jc w:val="center"/>
              <w:rPr>
                <w:rFonts w:cs="Arial"/>
              </w:rPr>
            </w:pPr>
            <w:r w:rsidRPr="00EF2F0E">
              <w:rPr>
                <w:rFonts w:cs="Arial"/>
              </w:rPr>
              <w:t>1710 - 1755 MHz</w:t>
            </w:r>
          </w:p>
        </w:tc>
        <w:tc>
          <w:tcPr>
            <w:tcW w:w="1418" w:type="dxa"/>
          </w:tcPr>
          <w:p w14:paraId="0984F3D6" w14:textId="77777777" w:rsidR="00B15E99" w:rsidRPr="00EF2F0E" w:rsidRDefault="00B15E99" w:rsidP="00AB06FD">
            <w:pPr>
              <w:pStyle w:val="TAL"/>
              <w:jc w:val="center"/>
              <w:rPr>
                <w:rFonts w:cs="Arial"/>
              </w:rPr>
            </w:pPr>
            <w:r w:rsidRPr="00EF2F0E">
              <w:rPr>
                <w:rFonts w:cs="Arial"/>
              </w:rPr>
              <w:t>-120 dBm</w:t>
            </w:r>
          </w:p>
        </w:tc>
        <w:tc>
          <w:tcPr>
            <w:tcW w:w="1417" w:type="dxa"/>
          </w:tcPr>
          <w:p w14:paraId="0984F3D7" w14:textId="77777777" w:rsidR="00B15E99" w:rsidRPr="00EF2F0E" w:rsidRDefault="00B15E99" w:rsidP="00AB06FD">
            <w:pPr>
              <w:pStyle w:val="TAL"/>
              <w:jc w:val="center"/>
              <w:rPr>
                <w:rFonts w:cs="Arial"/>
              </w:rPr>
            </w:pPr>
            <w:r w:rsidRPr="00EF2F0E">
              <w:rPr>
                <w:rFonts w:cs="Arial"/>
              </w:rPr>
              <w:t>-115 dBm</w:t>
            </w:r>
          </w:p>
        </w:tc>
        <w:tc>
          <w:tcPr>
            <w:tcW w:w="1418" w:type="dxa"/>
          </w:tcPr>
          <w:p w14:paraId="0984F3D8" w14:textId="77777777" w:rsidR="00B15E99" w:rsidRPr="00EF2F0E" w:rsidRDefault="00B15E99" w:rsidP="00AB06FD">
            <w:pPr>
              <w:pStyle w:val="TAL"/>
              <w:jc w:val="center"/>
              <w:rPr>
                <w:rFonts w:cs="Arial"/>
              </w:rPr>
            </w:pPr>
            <w:r w:rsidRPr="00EF2F0E">
              <w:rPr>
                <w:rFonts w:cs="Arial"/>
              </w:rPr>
              <w:t>-112 dBm</w:t>
            </w:r>
          </w:p>
        </w:tc>
        <w:tc>
          <w:tcPr>
            <w:tcW w:w="709" w:type="dxa"/>
          </w:tcPr>
          <w:p w14:paraId="0984F3D9" w14:textId="77777777" w:rsidR="00B15E99" w:rsidRPr="00EF2F0E" w:rsidRDefault="00B15E99" w:rsidP="00AB06FD">
            <w:pPr>
              <w:pStyle w:val="TAL"/>
              <w:jc w:val="center"/>
              <w:rPr>
                <w:rFonts w:cs="Arial"/>
              </w:rPr>
            </w:pPr>
            <w:r w:rsidRPr="00EF2F0E">
              <w:rPr>
                <w:rFonts w:cs="Arial"/>
              </w:rPr>
              <w:t>100 kHz</w:t>
            </w:r>
          </w:p>
        </w:tc>
        <w:tc>
          <w:tcPr>
            <w:tcW w:w="2191" w:type="dxa"/>
          </w:tcPr>
          <w:p w14:paraId="0984F3DA" w14:textId="77777777" w:rsidR="00B15E99" w:rsidRPr="00EF2F0E" w:rsidRDefault="00B15E99" w:rsidP="00AB06FD">
            <w:pPr>
              <w:pStyle w:val="TAL"/>
              <w:jc w:val="center"/>
              <w:rPr>
                <w:rFonts w:cs="Arial"/>
              </w:rPr>
            </w:pPr>
          </w:p>
        </w:tc>
      </w:tr>
      <w:tr w:rsidR="003401A4" w:rsidRPr="00EF2F0E" w14:paraId="0984F3E3" w14:textId="77777777" w:rsidTr="00AB06FD">
        <w:trPr>
          <w:cantSplit/>
          <w:jc w:val="center"/>
        </w:trPr>
        <w:tc>
          <w:tcPr>
            <w:tcW w:w="1229" w:type="dxa"/>
          </w:tcPr>
          <w:p w14:paraId="0984F3DC" w14:textId="77777777" w:rsidR="00B15E99" w:rsidRPr="00EF2F0E" w:rsidRDefault="00B15E99" w:rsidP="00AB06FD">
            <w:pPr>
              <w:pStyle w:val="TAL"/>
              <w:jc w:val="center"/>
              <w:rPr>
                <w:rFonts w:cs="Arial"/>
              </w:rPr>
            </w:pPr>
            <w:r w:rsidRPr="00EF2F0E">
              <w:rPr>
                <w:rFonts w:cs="Arial"/>
              </w:rPr>
              <w:t>UTRA FDD Band V or E-UTRA Band 5</w:t>
            </w:r>
            <w:r w:rsidR="0077153D" w:rsidRPr="00EF2F0E">
              <w:rPr>
                <w:rFonts w:cs="Arial"/>
                <w:lang w:val="sv-SE"/>
              </w:rPr>
              <w:t xml:space="preserve"> or NR band n5</w:t>
            </w:r>
          </w:p>
        </w:tc>
        <w:tc>
          <w:tcPr>
            <w:tcW w:w="1275" w:type="dxa"/>
          </w:tcPr>
          <w:p w14:paraId="0984F3DD" w14:textId="77777777" w:rsidR="00B15E99" w:rsidRPr="00EF2F0E" w:rsidRDefault="00B15E99" w:rsidP="00AB06FD">
            <w:pPr>
              <w:pStyle w:val="TAL"/>
              <w:jc w:val="center"/>
              <w:rPr>
                <w:rFonts w:cs="Arial"/>
              </w:rPr>
            </w:pPr>
            <w:r w:rsidRPr="00EF2F0E">
              <w:rPr>
                <w:rFonts w:cs="Arial"/>
              </w:rPr>
              <w:t>824 - 849 MHz</w:t>
            </w:r>
          </w:p>
        </w:tc>
        <w:tc>
          <w:tcPr>
            <w:tcW w:w="1418" w:type="dxa"/>
          </w:tcPr>
          <w:p w14:paraId="0984F3DE" w14:textId="77777777" w:rsidR="00B15E99" w:rsidRPr="00EF2F0E" w:rsidRDefault="00B15E99" w:rsidP="00AB06FD">
            <w:pPr>
              <w:pStyle w:val="TAL"/>
              <w:jc w:val="center"/>
              <w:rPr>
                <w:rFonts w:cs="Arial"/>
              </w:rPr>
            </w:pPr>
            <w:r w:rsidRPr="00EF2F0E">
              <w:rPr>
                <w:rFonts w:cs="Arial"/>
              </w:rPr>
              <w:t>-120 dBm</w:t>
            </w:r>
          </w:p>
        </w:tc>
        <w:tc>
          <w:tcPr>
            <w:tcW w:w="1417" w:type="dxa"/>
          </w:tcPr>
          <w:p w14:paraId="0984F3DF" w14:textId="77777777" w:rsidR="00B15E99" w:rsidRPr="00EF2F0E" w:rsidRDefault="00B15E99" w:rsidP="00AB06FD">
            <w:pPr>
              <w:pStyle w:val="TAL"/>
              <w:jc w:val="center"/>
              <w:rPr>
                <w:rFonts w:cs="Arial"/>
              </w:rPr>
            </w:pPr>
            <w:r w:rsidRPr="00EF2F0E">
              <w:rPr>
                <w:rFonts w:cs="Arial"/>
              </w:rPr>
              <w:t>-115 dBm</w:t>
            </w:r>
          </w:p>
        </w:tc>
        <w:tc>
          <w:tcPr>
            <w:tcW w:w="1418" w:type="dxa"/>
          </w:tcPr>
          <w:p w14:paraId="0984F3E0" w14:textId="77777777" w:rsidR="00B15E99" w:rsidRPr="00EF2F0E" w:rsidRDefault="00B15E99" w:rsidP="00AB06FD">
            <w:pPr>
              <w:pStyle w:val="TAL"/>
              <w:jc w:val="center"/>
              <w:rPr>
                <w:rFonts w:cs="Arial"/>
              </w:rPr>
            </w:pPr>
            <w:r w:rsidRPr="00EF2F0E">
              <w:rPr>
                <w:rFonts w:cs="Arial"/>
              </w:rPr>
              <w:t>-112 dBm</w:t>
            </w:r>
          </w:p>
        </w:tc>
        <w:tc>
          <w:tcPr>
            <w:tcW w:w="709" w:type="dxa"/>
          </w:tcPr>
          <w:p w14:paraId="0984F3E1" w14:textId="77777777" w:rsidR="00B15E99" w:rsidRPr="00EF2F0E" w:rsidRDefault="00B15E99" w:rsidP="00AB06FD">
            <w:pPr>
              <w:pStyle w:val="TAL"/>
              <w:jc w:val="center"/>
              <w:rPr>
                <w:rFonts w:cs="Arial"/>
              </w:rPr>
            </w:pPr>
            <w:r w:rsidRPr="00EF2F0E">
              <w:rPr>
                <w:rFonts w:cs="Arial"/>
              </w:rPr>
              <w:t>100 kHz</w:t>
            </w:r>
          </w:p>
        </w:tc>
        <w:tc>
          <w:tcPr>
            <w:tcW w:w="2191" w:type="dxa"/>
          </w:tcPr>
          <w:p w14:paraId="0984F3E2" w14:textId="77777777" w:rsidR="00B15E99" w:rsidRPr="00EF2F0E" w:rsidRDefault="00B15E99" w:rsidP="00AB06FD">
            <w:pPr>
              <w:pStyle w:val="TAL"/>
              <w:jc w:val="center"/>
              <w:rPr>
                <w:rFonts w:cs="Arial"/>
              </w:rPr>
            </w:pPr>
          </w:p>
        </w:tc>
      </w:tr>
      <w:tr w:rsidR="003401A4" w:rsidRPr="00EF2F0E" w14:paraId="0984F3EB" w14:textId="77777777" w:rsidTr="00AB06FD">
        <w:trPr>
          <w:cantSplit/>
          <w:jc w:val="center"/>
        </w:trPr>
        <w:tc>
          <w:tcPr>
            <w:tcW w:w="1229" w:type="dxa"/>
          </w:tcPr>
          <w:p w14:paraId="0984F3E4" w14:textId="77777777" w:rsidR="00B15E99" w:rsidRPr="00EF2F0E" w:rsidRDefault="00B15E99" w:rsidP="00AB06FD">
            <w:pPr>
              <w:pStyle w:val="TAL"/>
              <w:jc w:val="center"/>
              <w:rPr>
                <w:rFonts w:cs="Arial"/>
                <w:lang w:val="sv-FI"/>
              </w:rPr>
            </w:pPr>
            <w:r w:rsidRPr="00EF2F0E">
              <w:rPr>
                <w:rFonts w:cs="Arial"/>
                <w:lang w:val="sv-FI"/>
              </w:rPr>
              <w:t>UTRA FDD Band VI, XIX or E-UTRA Band 6, 19</w:t>
            </w:r>
          </w:p>
        </w:tc>
        <w:tc>
          <w:tcPr>
            <w:tcW w:w="1275" w:type="dxa"/>
          </w:tcPr>
          <w:p w14:paraId="0984F3E5" w14:textId="77777777" w:rsidR="00B15E99" w:rsidRPr="00EF2F0E" w:rsidRDefault="00B15E99" w:rsidP="00AB06FD">
            <w:pPr>
              <w:pStyle w:val="TAL"/>
              <w:jc w:val="center"/>
              <w:rPr>
                <w:rFonts w:cs="Arial"/>
              </w:rPr>
            </w:pPr>
            <w:r w:rsidRPr="00EF2F0E">
              <w:rPr>
                <w:rFonts w:cs="Arial"/>
              </w:rPr>
              <w:t>830 - 845 MHz</w:t>
            </w:r>
          </w:p>
        </w:tc>
        <w:tc>
          <w:tcPr>
            <w:tcW w:w="1418" w:type="dxa"/>
          </w:tcPr>
          <w:p w14:paraId="0984F3E6" w14:textId="77777777" w:rsidR="00B15E99" w:rsidRPr="00EF2F0E" w:rsidRDefault="00B15E99" w:rsidP="00AB06FD">
            <w:pPr>
              <w:pStyle w:val="TAL"/>
              <w:jc w:val="center"/>
              <w:rPr>
                <w:rFonts w:cs="Arial"/>
              </w:rPr>
            </w:pPr>
            <w:r w:rsidRPr="00EF2F0E">
              <w:rPr>
                <w:rFonts w:cs="Arial"/>
              </w:rPr>
              <w:t>-120 dBm</w:t>
            </w:r>
          </w:p>
        </w:tc>
        <w:tc>
          <w:tcPr>
            <w:tcW w:w="1417" w:type="dxa"/>
          </w:tcPr>
          <w:p w14:paraId="0984F3E7" w14:textId="77777777" w:rsidR="00B15E99" w:rsidRPr="00EF2F0E" w:rsidRDefault="00B15E99" w:rsidP="00AB06FD">
            <w:pPr>
              <w:pStyle w:val="TAL"/>
              <w:jc w:val="center"/>
              <w:rPr>
                <w:rFonts w:cs="Arial"/>
              </w:rPr>
            </w:pPr>
            <w:r w:rsidRPr="00EF2F0E">
              <w:rPr>
                <w:rFonts w:cs="Arial"/>
              </w:rPr>
              <w:t>-115 dBm</w:t>
            </w:r>
          </w:p>
        </w:tc>
        <w:tc>
          <w:tcPr>
            <w:tcW w:w="1418" w:type="dxa"/>
          </w:tcPr>
          <w:p w14:paraId="0984F3E8" w14:textId="77777777" w:rsidR="00B15E99" w:rsidRPr="00EF2F0E" w:rsidRDefault="00B15E99" w:rsidP="00AB06FD">
            <w:pPr>
              <w:pStyle w:val="TAL"/>
              <w:jc w:val="center"/>
              <w:rPr>
                <w:rFonts w:cs="Arial"/>
              </w:rPr>
            </w:pPr>
            <w:r w:rsidRPr="00EF2F0E">
              <w:rPr>
                <w:rFonts w:cs="Arial"/>
              </w:rPr>
              <w:t>-112 dBm</w:t>
            </w:r>
          </w:p>
        </w:tc>
        <w:tc>
          <w:tcPr>
            <w:tcW w:w="709" w:type="dxa"/>
          </w:tcPr>
          <w:p w14:paraId="0984F3E9" w14:textId="77777777" w:rsidR="00B15E99" w:rsidRPr="00EF2F0E" w:rsidRDefault="00B15E99" w:rsidP="00AB06FD">
            <w:pPr>
              <w:pStyle w:val="TAL"/>
              <w:jc w:val="center"/>
              <w:rPr>
                <w:rFonts w:cs="Arial"/>
              </w:rPr>
            </w:pPr>
            <w:r w:rsidRPr="00EF2F0E">
              <w:rPr>
                <w:rFonts w:cs="Arial"/>
              </w:rPr>
              <w:t>100 kHz</w:t>
            </w:r>
          </w:p>
        </w:tc>
        <w:tc>
          <w:tcPr>
            <w:tcW w:w="2191" w:type="dxa"/>
          </w:tcPr>
          <w:p w14:paraId="0984F3EA" w14:textId="77777777" w:rsidR="00B15E99" w:rsidRPr="00EF2F0E" w:rsidRDefault="00B15E99" w:rsidP="00AB06FD">
            <w:pPr>
              <w:pStyle w:val="TAL"/>
              <w:jc w:val="center"/>
              <w:rPr>
                <w:rFonts w:cs="Arial"/>
              </w:rPr>
            </w:pPr>
          </w:p>
        </w:tc>
      </w:tr>
      <w:tr w:rsidR="003401A4" w:rsidRPr="00EF2F0E" w14:paraId="0984F3F3" w14:textId="77777777" w:rsidTr="00AB06FD">
        <w:trPr>
          <w:cantSplit/>
          <w:jc w:val="center"/>
        </w:trPr>
        <w:tc>
          <w:tcPr>
            <w:tcW w:w="1229" w:type="dxa"/>
          </w:tcPr>
          <w:p w14:paraId="0984F3EC" w14:textId="77777777" w:rsidR="00B15E99" w:rsidRPr="00EF2F0E" w:rsidRDefault="00B15E99" w:rsidP="00AB06FD">
            <w:pPr>
              <w:pStyle w:val="TAL"/>
              <w:jc w:val="center"/>
              <w:rPr>
                <w:rFonts w:cs="Arial"/>
              </w:rPr>
            </w:pPr>
            <w:r w:rsidRPr="00EF2F0E">
              <w:rPr>
                <w:rFonts w:cs="Arial"/>
              </w:rPr>
              <w:t>UTRA FDD Band VII or E-UTRA Band 7</w:t>
            </w:r>
            <w:r w:rsidR="0077153D" w:rsidRPr="00EF2F0E">
              <w:rPr>
                <w:rFonts w:cs="Arial"/>
                <w:lang w:val="sv-SE"/>
              </w:rPr>
              <w:t xml:space="preserve"> or NR band n7</w:t>
            </w:r>
          </w:p>
        </w:tc>
        <w:tc>
          <w:tcPr>
            <w:tcW w:w="1275" w:type="dxa"/>
          </w:tcPr>
          <w:p w14:paraId="0984F3ED" w14:textId="77777777" w:rsidR="00B15E99" w:rsidRPr="00EF2F0E" w:rsidRDefault="00B15E99" w:rsidP="00AB06FD">
            <w:pPr>
              <w:pStyle w:val="TAL"/>
              <w:jc w:val="center"/>
              <w:rPr>
                <w:rFonts w:cs="Arial"/>
              </w:rPr>
            </w:pPr>
            <w:r w:rsidRPr="00EF2F0E">
              <w:rPr>
                <w:rFonts w:cs="Arial"/>
              </w:rPr>
              <w:t>2500 - 2570 MHz</w:t>
            </w:r>
          </w:p>
        </w:tc>
        <w:tc>
          <w:tcPr>
            <w:tcW w:w="1418" w:type="dxa"/>
          </w:tcPr>
          <w:p w14:paraId="0984F3EE" w14:textId="77777777" w:rsidR="00B15E99" w:rsidRPr="00EF2F0E" w:rsidRDefault="00B15E99" w:rsidP="00AB06FD">
            <w:pPr>
              <w:pStyle w:val="TAL"/>
              <w:jc w:val="center"/>
              <w:rPr>
                <w:rFonts w:cs="Arial"/>
              </w:rPr>
            </w:pPr>
            <w:r w:rsidRPr="00EF2F0E">
              <w:rPr>
                <w:rFonts w:cs="Arial"/>
              </w:rPr>
              <w:t>-120 dBm</w:t>
            </w:r>
          </w:p>
        </w:tc>
        <w:tc>
          <w:tcPr>
            <w:tcW w:w="1417" w:type="dxa"/>
          </w:tcPr>
          <w:p w14:paraId="0984F3EF" w14:textId="77777777" w:rsidR="00B15E99" w:rsidRPr="00EF2F0E" w:rsidRDefault="00B15E99" w:rsidP="00AB06FD">
            <w:pPr>
              <w:pStyle w:val="TAL"/>
              <w:jc w:val="center"/>
              <w:rPr>
                <w:rFonts w:cs="Arial"/>
              </w:rPr>
            </w:pPr>
            <w:r w:rsidRPr="00EF2F0E">
              <w:rPr>
                <w:rFonts w:cs="Arial"/>
              </w:rPr>
              <w:t>-115 dBm</w:t>
            </w:r>
          </w:p>
        </w:tc>
        <w:tc>
          <w:tcPr>
            <w:tcW w:w="1418" w:type="dxa"/>
          </w:tcPr>
          <w:p w14:paraId="0984F3F0" w14:textId="77777777" w:rsidR="00B15E99" w:rsidRPr="00EF2F0E" w:rsidRDefault="00B15E99" w:rsidP="00AB06FD">
            <w:pPr>
              <w:pStyle w:val="TAL"/>
              <w:jc w:val="center"/>
              <w:rPr>
                <w:rFonts w:cs="Arial"/>
              </w:rPr>
            </w:pPr>
            <w:r w:rsidRPr="00EF2F0E">
              <w:rPr>
                <w:rFonts w:cs="Arial"/>
              </w:rPr>
              <w:t>-112 dBm</w:t>
            </w:r>
          </w:p>
        </w:tc>
        <w:tc>
          <w:tcPr>
            <w:tcW w:w="709" w:type="dxa"/>
          </w:tcPr>
          <w:p w14:paraId="0984F3F1" w14:textId="77777777" w:rsidR="00B15E99" w:rsidRPr="00EF2F0E" w:rsidRDefault="00B15E99" w:rsidP="00AB06FD">
            <w:pPr>
              <w:pStyle w:val="TAL"/>
              <w:jc w:val="center"/>
              <w:rPr>
                <w:rFonts w:cs="Arial"/>
              </w:rPr>
            </w:pPr>
            <w:r w:rsidRPr="00EF2F0E">
              <w:rPr>
                <w:rFonts w:cs="Arial"/>
              </w:rPr>
              <w:t>100 kHz</w:t>
            </w:r>
          </w:p>
        </w:tc>
        <w:tc>
          <w:tcPr>
            <w:tcW w:w="2191" w:type="dxa"/>
          </w:tcPr>
          <w:p w14:paraId="0984F3F2" w14:textId="77777777" w:rsidR="00B15E99" w:rsidRPr="00EF2F0E" w:rsidRDefault="00B15E99" w:rsidP="00AB06FD">
            <w:pPr>
              <w:pStyle w:val="TAL"/>
              <w:jc w:val="center"/>
              <w:rPr>
                <w:rFonts w:cs="Arial"/>
              </w:rPr>
            </w:pPr>
          </w:p>
        </w:tc>
      </w:tr>
      <w:tr w:rsidR="003401A4" w:rsidRPr="00EF2F0E" w14:paraId="0984F3FB"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3F4" w14:textId="77777777" w:rsidR="00B15E99" w:rsidRPr="00EF2F0E" w:rsidRDefault="00B15E99" w:rsidP="00AB06FD">
            <w:pPr>
              <w:pStyle w:val="TAL"/>
              <w:jc w:val="center"/>
              <w:rPr>
                <w:rFonts w:cs="Arial"/>
              </w:rPr>
            </w:pPr>
            <w:r w:rsidRPr="00EF2F0E">
              <w:rPr>
                <w:rFonts w:cs="Arial"/>
              </w:rPr>
              <w:t>UTRA FDD Band VIII or E-UTRA Band 8</w:t>
            </w:r>
            <w:r w:rsidR="0077153D" w:rsidRPr="00EF2F0E">
              <w:rPr>
                <w:rFonts w:cs="Arial"/>
                <w:lang w:val="sv-SE"/>
              </w:rPr>
              <w:t xml:space="preserve"> or NR band n8</w:t>
            </w:r>
          </w:p>
        </w:tc>
        <w:tc>
          <w:tcPr>
            <w:tcW w:w="1275" w:type="dxa"/>
            <w:tcBorders>
              <w:top w:val="single" w:sz="4" w:space="0" w:color="auto"/>
              <w:left w:val="single" w:sz="4" w:space="0" w:color="auto"/>
              <w:bottom w:val="single" w:sz="4" w:space="0" w:color="auto"/>
              <w:right w:val="single" w:sz="4" w:space="0" w:color="auto"/>
            </w:tcBorders>
          </w:tcPr>
          <w:p w14:paraId="0984F3F5" w14:textId="77777777" w:rsidR="00B15E99" w:rsidRPr="00EF2F0E" w:rsidRDefault="00B15E99" w:rsidP="00AB06FD">
            <w:pPr>
              <w:pStyle w:val="TAL"/>
              <w:jc w:val="center"/>
              <w:rPr>
                <w:rFonts w:cs="Arial"/>
              </w:rPr>
            </w:pPr>
            <w:r w:rsidRPr="00EF2F0E">
              <w:rPr>
                <w:rFonts w:cs="Arial"/>
              </w:rPr>
              <w:t>880 - 915 MHz</w:t>
            </w:r>
          </w:p>
        </w:tc>
        <w:tc>
          <w:tcPr>
            <w:tcW w:w="1418" w:type="dxa"/>
            <w:tcBorders>
              <w:top w:val="single" w:sz="4" w:space="0" w:color="auto"/>
              <w:left w:val="single" w:sz="4" w:space="0" w:color="auto"/>
              <w:bottom w:val="single" w:sz="4" w:space="0" w:color="auto"/>
              <w:right w:val="single" w:sz="4" w:space="0" w:color="auto"/>
            </w:tcBorders>
          </w:tcPr>
          <w:p w14:paraId="0984F3F6"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3F7"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3F8"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3F9"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3FA" w14:textId="77777777" w:rsidR="00B15E99" w:rsidRPr="00EF2F0E" w:rsidRDefault="00B15E99" w:rsidP="00AB06FD">
            <w:pPr>
              <w:pStyle w:val="TAL"/>
              <w:jc w:val="center"/>
              <w:rPr>
                <w:rFonts w:cs="Arial"/>
              </w:rPr>
            </w:pPr>
          </w:p>
        </w:tc>
      </w:tr>
      <w:tr w:rsidR="003401A4" w:rsidRPr="00EF2F0E" w14:paraId="0984F403" w14:textId="77777777" w:rsidTr="00AB06FD">
        <w:trPr>
          <w:cantSplit/>
          <w:jc w:val="center"/>
        </w:trPr>
        <w:tc>
          <w:tcPr>
            <w:tcW w:w="1229" w:type="dxa"/>
          </w:tcPr>
          <w:p w14:paraId="0984F3FC" w14:textId="77777777" w:rsidR="00B15E99" w:rsidRPr="00EF2F0E" w:rsidRDefault="00B15E99" w:rsidP="00AB06FD">
            <w:pPr>
              <w:pStyle w:val="TAL"/>
              <w:jc w:val="center"/>
              <w:rPr>
                <w:rFonts w:cs="Arial"/>
                <w:lang w:val="sv-FI"/>
              </w:rPr>
            </w:pPr>
            <w:r w:rsidRPr="00EF2F0E">
              <w:rPr>
                <w:rFonts w:cs="Arial"/>
                <w:lang w:val="sv-FI"/>
              </w:rPr>
              <w:t>UTRA FDD Band IX or E-UTRA Band 9</w:t>
            </w:r>
          </w:p>
        </w:tc>
        <w:tc>
          <w:tcPr>
            <w:tcW w:w="1275" w:type="dxa"/>
          </w:tcPr>
          <w:p w14:paraId="0984F3FD" w14:textId="77777777" w:rsidR="00B15E99" w:rsidRPr="00EF2F0E" w:rsidRDefault="00B15E99" w:rsidP="00AB06FD">
            <w:pPr>
              <w:pStyle w:val="TAL"/>
              <w:jc w:val="center"/>
              <w:rPr>
                <w:rFonts w:cs="Arial"/>
              </w:rPr>
            </w:pPr>
            <w:r w:rsidRPr="00EF2F0E">
              <w:rPr>
                <w:rFonts w:cs="Arial"/>
              </w:rPr>
              <w:t>1749.9 - 1784.9 MHz</w:t>
            </w:r>
          </w:p>
        </w:tc>
        <w:tc>
          <w:tcPr>
            <w:tcW w:w="1418" w:type="dxa"/>
          </w:tcPr>
          <w:p w14:paraId="0984F3FE" w14:textId="77777777" w:rsidR="00B15E99" w:rsidRPr="00EF2F0E" w:rsidRDefault="00B15E99" w:rsidP="00AB06FD">
            <w:pPr>
              <w:pStyle w:val="TAL"/>
              <w:jc w:val="center"/>
              <w:rPr>
                <w:rFonts w:cs="Arial"/>
              </w:rPr>
            </w:pPr>
            <w:r w:rsidRPr="00EF2F0E">
              <w:rPr>
                <w:rFonts w:cs="Arial"/>
              </w:rPr>
              <w:t>-120 dBm</w:t>
            </w:r>
          </w:p>
        </w:tc>
        <w:tc>
          <w:tcPr>
            <w:tcW w:w="1417" w:type="dxa"/>
          </w:tcPr>
          <w:p w14:paraId="0984F3FF" w14:textId="77777777" w:rsidR="00B15E99" w:rsidRPr="00EF2F0E" w:rsidRDefault="00B15E99" w:rsidP="00AB06FD">
            <w:pPr>
              <w:pStyle w:val="TAL"/>
              <w:jc w:val="center"/>
              <w:rPr>
                <w:rFonts w:cs="Arial"/>
              </w:rPr>
            </w:pPr>
            <w:r w:rsidRPr="00EF2F0E">
              <w:rPr>
                <w:rFonts w:cs="Arial"/>
              </w:rPr>
              <w:t>-115 dBm</w:t>
            </w:r>
          </w:p>
        </w:tc>
        <w:tc>
          <w:tcPr>
            <w:tcW w:w="1418" w:type="dxa"/>
          </w:tcPr>
          <w:p w14:paraId="0984F400" w14:textId="77777777" w:rsidR="00B15E99" w:rsidRPr="00EF2F0E" w:rsidRDefault="00B15E99" w:rsidP="00AB06FD">
            <w:pPr>
              <w:pStyle w:val="TAL"/>
              <w:jc w:val="center"/>
              <w:rPr>
                <w:rFonts w:cs="Arial"/>
              </w:rPr>
            </w:pPr>
            <w:r w:rsidRPr="00EF2F0E">
              <w:rPr>
                <w:rFonts w:cs="Arial"/>
              </w:rPr>
              <w:t>-112 dBm</w:t>
            </w:r>
          </w:p>
        </w:tc>
        <w:tc>
          <w:tcPr>
            <w:tcW w:w="709" w:type="dxa"/>
          </w:tcPr>
          <w:p w14:paraId="0984F401" w14:textId="77777777" w:rsidR="00B15E99" w:rsidRPr="00EF2F0E" w:rsidRDefault="00B15E99" w:rsidP="00AB06FD">
            <w:pPr>
              <w:pStyle w:val="TAL"/>
              <w:jc w:val="center"/>
              <w:rPr>
                <w:rFonts w:cs="Arial"/>
              </w:rPr>
            </w:pPr>
            <w:r w:rsidRPr="00EF2F0E">
              <w:rPr>
                <w:rFonts w:cs="Arial"/>
              </w:rPr>
              <w:t>100 kHz</w:t>
            </w:r>
          </w:p>
        </w:tc>
        <w:tc>
          <w:tcPr>
            <w:tcW w:w="2191" w:type="dxa"/>
          </w:tcPr>
          <w:p w14:paraId="0984F402" w14:textId="77777777" w:rsidR="00B15E99" w:rsidRPr="00EF2F0E" w:rsidRDefault="00B15E99" w:rsidP="00AB06FD">
            <w:pPr>
              <w:pStyle w:val="TAL"/>
              <w:jc w:val="center"/>
              <w:rPr>
                <w:rFonts w:cs="Arial"/>
              </w:rPr>
            </w:pPr>
          </w:p>
        </w:tc>
      </w:tr>
      <w:tr w:rsidR="003401A4" w:rsidRPr="00EF2F0E" w14:paraId="0984F40B" w14:textId="77777777" w:rsidTr="00AB06FD">
        <w:trPr>
          <w:cantSplit/>
          <w:jc w:val="center"/>
        </w:trPr>
        <w:tc>
          <w:tcPr>
            <w:tcW w:w="1229" w:type="dxa"/>
          </w:tcPr>
          <w:p w14:paraId="0984F404" w14:textId="77777777" w:rsidR="00B15E99" w:rsidRPr="00EF2F0E" w:rsidRDefault="00B15E99" w:rsidP="00AB06FD">
            <w:pPr>
              <w:pStyle w:val="TAL"/>
              <w:jc w:val="center"/>
              <w:rPr>
                <w:rFonts w:cs="Arial"/>
                <w:lang w:val="sv-FI"/>
              </w:rPr>
            </w:pPr>
            <w:r w:rsidRPr="00EF2F0E">
              <w:rPr>
                <w:rFonts w:cs="Arial"/>
                <w:lang w:val="sv-FI"/>
              </w:rPr>
              <w:t>UTRA FDD Band X or E-UTRA Band 10</w:t>
            </w:r>
          </w:p>
        </w:tc>
        <w:tc>
          <w:tcPr>
            <w:tcW w:w="1275" w:type="dxa"/>
          </w:tcPr>
          <w:p w14:paraId="0984F405" w14:textId="77777777" w:rsidR="00B15E99" w:rsidRPr="00EF2F0E" w:rsidRDefault="00B15E99" w:rsidP="00AB06FD">
            <w:pPr>
              <w:pStyle w:val="TAL"/>
              <w:jc w:val="center"/>
              <w:rPr>
                <w:rFonts w:cs="Arial"/>
              </w:rPr>
            </w:pPr>
            <w:r w:rsidRPr="00EF2F0E">
              <w:rPr>
                <w:rFonts w:cs="Arial"/>
              </w:rPr>
              <w:t>1710 - 1770 MHz</w:t>
            </w:r>
          </w:p>
        </w:tc>
        <w:tc>
          <w:tcPr>
            <w:tcW w:w="1418" w:type="dxa"/>
          </w:tcPr>
          <w:p w14:paraId="0984F406" w14:textId="77777777" w:rsidR="00B15E99" w:rsidRPr="00EF2F0E" w:rsidRDefault="00B15E99" w:rsidP="00AB06FD">
            <w:pPr>
              <w:pStyle w:val="TAL"/>
              <w:jc w:val="center"/>
              <w:rPr>
                <w:rFonts w:cs="Arial"/>
              </w:rPr>
            </w:pPr>
            <w:r w:rsidRPr="00EF2F0E">
              <w:rPr>
                <w:rFonts w:cs="Arial"/>
              </w:rPr>
              <w:t>-120 dBm</w:t>
            </w:r>
          </w:p>
        </w:tc>
        <w:tc>
          <w:tcPr>
            <w:tcW w:w="1417" w:type="dxa"/>
          </w:tcPr>
          <w:p w14:paraId="0984F407" w14:textId="77777777" w:rsidR="00B15E99" w:rsidRPr="00EF2F0E" w:rsidRDefault="00B15E99" w:rsidP="00AB06FD">
            <w:pPr>
              <w:pStyle w:val="TAL"/>
              <w:jc w:val="center"/>
              <w:rPr>
                <w:rFonts w:cs="Arial"/>
              </w:rPr>
            </w:pPr>
            <w:r w:rsidRPr="00EF2F0E">
              <w:rPr>
                <w:rFonts w:cs="Arial"/>
              </w:rPr>
              <w:t>-115 dBm</w:t>
            </w:r>
          </w:p>
        </w:tc>
        <w:tc>
          <w:tcPr>
            <w:tcW w:w="1418" w:type="dxa"/>
          </w:tcPr>
          <w:p w14:paraId="0984F408" w14:textId="77777777" w:rsidR="00B15E99" w:rsidRPr="00EF2F0E" w:rsidRDefault="00B15E99" w:rsidP="00AB06FD">
            <w:pPr>
              <w:pStyle w:val="TAL"/>
              <w:jc w:val="center"/>
              <w:rPr>
                <w:rFonts w:cs="Arial"/>
              </w:rPr>
            </w:pPr>
            <w:r w:rsidRPr="00EF2F0E">
              <w:rPr>
                <w:rFonts w:cs="Arial"/>
              </w:rPr>
              <w:t>-112 dBm</w:t>
            </w:r>
          </w:p>
        </w:tc>
        <w:tc>
          <w:tcPr>
            <w:tcW w:w="709" w:type="dxa"/>
          </w:tcPr>
          <w:p w14:paraId="0984F409" w14:textId="77777777" w:rsidR="00B15E99" w:rsidRPr="00EF2F0E" w:rsidRDefault="00B15E99" w:rsidP="00AB06FD">
            <w:pPr>
              <w:pStyle w:val="TAL"/>
              <w:jc w:val="center"/>
              <w:rPr>
                <w:rFonts w:cs="Arial"/>
              </w:rPr>
            </w:pPr>
            <w:r w:rsidRPr="00EF2F0E">
              <w:rPr>
                <w:rFonts w:cs="Arial"/>
              </w:rPr>
              <w:t>100 kHz</w:t>
            </w:r>
          </w:p>
        </w:tc>
        <w:tc>
          <w:tcPr>
            <w:tcW w:w="2191" w:type="dxa"/>
          </w:tcPr>
          <w:p w14:paraId="0984F40A" w14:textId="77777777" w:rsidR="00B15E99" w:rsidRPr="00EF2F0E" w:rsidRDefault="00B15E99" w:rsidP="00AB06FD">
            <w:pPr>
              <w:pStyle w:val="TAL"/>
              <w:jc w:val="center"/>
              <w:rPr>
                <w:rFonts w:cs="Arial"/>
              </w:rPr>
            </w:pPr>
          </w:p>
        </w:tc>
      </w:tr>
      <w:tr w:rsidR="003401A4" w:rsidRPr="00EF2F0E" w14:paraId="0984F413" w14:textId="77777777" w:rsidTr="00AB06FD">
        <w:trPr>
          <w:cantSplit/>
          <w:jc w:val="center"/>
        </w:trPr>
        <w:tc>
          <w:tcPr>
            <w:tcW w:w="1229" w:type="dxa"/>
          </w:tcPr>
          <w:p w14:paraId="0984F40C" w14:textId="77777777" w:rsidR="00B15E99" w:rsidRPr="00EF2F0E" w:rsidRDefault="00B15E99" w:rsidP="00AB06FD">
            <w:pPr>
              <w:pStyle w:val="TAL"/>
              <w:jc w:val="center"/>
              <w:rPr>
                <w:rFonts w:cs="Arial"/>
                <w:lang w:val="sv-FI"/>
              </w:rPr>
            </w:pPr>
            <w:r w:rsidRPr="00EF2F0E">
              <w:rPr>
                <w:rFonts w:cs="Arial"/>
                <w:lang w:val="sv-FI"/>
              </w:rPr>
              <w:t>UTRA FDD Band XI or E-UTRA Band 11</w:t>
            </w:r>
          </w:p>
        </w:tc>
        <w:tc>
          <w:tcPr>
            <w:tcW w:w="1275" w:type="dxa"/>
          </w:tcPr>
          <w:p w14:paraId="0984F40D" w14:textId="77777777" w:rsidR="00B15E99" w:rsidRPr="00EF2F0E" w:rsidRDefault="00B15E99" w:rsidP="00AB06FD">
            <w:pPr>
              <w:pStyle w:val="TAL"/>
              <w:jc w:val="center"/>
              <w:rPr>
                <w:rFonts w:cs="Arial"/>
              </w:rPr>
            </w:pPr>
            <w:r w:rsidRPr="00EF2F0E">
              <w:rPr>
                <w:rFonts w:cs="Arial"/>
              </w:rPr>
              <w:t>1427.9 - 1447.9 MHz</w:t>
            </w:r>
          </w:p>
        </w:tc>
        <w:tc>
          <w:tcPr>
            <w:tcW w:w="1418" w:type="dxa"/>
          </w:tcPr>
          <w:p w14:paraId="0984F40E" w14:textId="77777777" w:rsidR="00B15E99" w:rsidRPr="00EF2F0E" w:rsidRDefault="00B15E99" w:rsidP="00AB06FD">
            <w:pPr>
              <w:pStyle w:val="TAL"/>
              <w:jc w:val="center"/>
              <w:rPr>
                <w:rFonts w:cs="Arial"/>
              </w:rPr>
            </w:pPr>
            <w:r w:rsidRPr="00EF2F0E">
              <w:rPr>
                <w:rFonts w:cs="Arial"/>
              </w:rPr>
              <w:t>-120 dBm</w:t>
            </w:r>
          </w:p>
        </w:tc>
        <w:tc>
          <w:tcPr>
            <w:tcW w:w="1417" w:type="dxa"/>
          </w:tcPr>
          <w:p w14:paraId="0984F40F" w14:textId="77777777" w:rsidR="00B15E99" w:rsidRPr="00EF2F0E" w:rsidRDefault="00B15E99" w:rsidP="00AB06FD">
            <w:pPr>
              <w:pStyle w:val="TAL"/>
              <w:jc w:val="center"/>
              <w:rPr>
                <w:rFonts w:cs="Arial"/>
              </w:rPr>
            </w:pPr>
            <w:r w:rsidRPr="00EF2F0E">
              <w:rPr>
                <w:rFonts w:cs="Arial"/>
              </w:rPr>
              <w:t>-115 dBm</w:t>
            </w:r>
          </w:p>
        </w:tc>
        <w:tc>
          <w:tcPr>
            <w:tcW w:w="1418" w:type="dxa"/>
          </w:tcPr>
          <w:p w14:paraId="0984F410" w14:textId="77777777" w:rsidR="00B15E99" w:rsidRPr="00EF2F0E" w:rsidRDefault="00B15E99" w:rsidP="00AB06FD">
            <w:pPr>
              <w:pStyle w:val="TAL"/>
              <w:jc w:val="center"/>
              <w:rPr>
                <w:rFonts w:cs="Arial"/>
              </w:rPr>
            </w:pPr>
            <w:r w:rsidRPr="00EF2F0E">
              <w:rPr>
                <w:rFonts w:cs="Arial"/>
              </w:rPr>
              <w:t>-112 dBm</w:t>
            </w:r>
          </w:p>
        </w:tc>
        <w:tc>
          <w:tcPr>
            <w:tcW w:w="709" w:type="dxa"/>
          </w:tcPr>
          <w:p w14:paraId="0984F411" w14:textId="77777777" w:rsidR="00B15E99" w:rsidRPr="00EF2F0E" w:rsidRDefault="00B15E99" w:rsidP="00AB06FD">
            <w:pPr>
              <w:pStyle w:val="TAL"/>
              <w:jc w:val="center"/>
              <w:rPr>
                <w:rFonts w:cs="Arial"/>
              </w:rPr>
            </w:pPr>
            <w:r w:rsidRPr="00EF2F0E">
              <w:rPr>
                <w:rFonts w:cs="Arial"/>
              </w:rPr>
              <w:t>100 kHz</w:t>
            </w:r>
          </w:p>
        </w:tc>
        <w:tc>
          <w:tcPr>
            <w:tcW w:w="2191" w:type="dxa"/>
          </w:tcPr>
          <w:p w14:paraId="0984F412" w14:textId="77777777" w:rsidR="00B15E99" w:rsidRPr="00EF2F0E" w:rsidRDefault="00B15E99" w:rsidP="00AB06FD">
            <w:pPr>
              <w:pStyle w:val="TAL"/>
              <w:jc w:val="center"/>
              <w:rPr>
                <w:rFonts w:cs="Arial"/>
              </w:rPr>
            </w:pPr>
          </w:p>
        </w:tc>
      </w:tr>
      <w:tr w:rsidR="003401A4" w:rsidRPr="00EF2F0E" w14:paraId="0984F41C" w14:textId="77777777" w:rsidTr="00AB06FD">
        <w:trPr>
          <w:cantSplit/>
          <w:jc w:val="center"/>
        </w:trPr>
        <w:tc>
          <w:tcPr>
            <w:tcW w:w="1229" w:type="dxa"/>
          </w:tcPr>
          <w:p w14:paraId="0984F414" w14:textId="77777777" w:rsidR="00B15E99" w:rsidRPr="00EF2F0E" w:rsidRDefault="00B15E99" w:rsidP="00AB06FD">
            <w:pPr>
              <w:pStyle w:val="TAL"/>
              <w:jc w:val="center"/>
              <w:rPr>
                <w:rFonts w:cs="Arial"/>
              </w:rPr>
            </w:pPr>
            <w:r w:rsidRPr="00EF2F0E">
              <w:rPr>
                <w:rFonts w:cs="Arial"/>
              </w:rPr>
              <w:t>UTRA FDD Band XII or</w:t>
            </w:r>
          </w:p>
          <w:p w14:paraId="0984F415" w14:textId="77777777" w:rsidR="00B15E99" w:rsidRPr="00EF2F0E" w:rsidRDefault="00B15E99" w:rsidP="00AB06FD">
            <w:pPr>
              <w:pStyle w:val="TAL"/>
              <w:jc w:val="center"/>
              <w:rPr>
                <w:rFonts w:cs="Arial"/>
              </w:rPr>
            </w:pPr>
            <w:r w:rsidRPr="00EF2F0E">
              <w:rPr>
                <w:rFonts w:cs="Arial"/>
              </w:rPr>
              <w:t>E-UTRA Band 12</w:t>
            </w:r>
            <w:r w:rsidR="0077153D" w:rsidRPr="00EF2F0E">
              <w:rPr>
                <w:rFonts w:cs="Arial"/>
                <w:lang w:val="sv-SE"/>
              </w:rPr>
              <w:t xml:space="preserve"> or NR band n12</w:t>
            </w:r>
          </w:p>
        </w:tc>
        <w:tc>
          <w:tcPr>
            <w:tcW w:w="1275" w:type="dxa"/>
          </w:tcPr>
          <w:p w14:paraId="0984F416" w14:textId="77777777" w:rsidR="00B15E99" w:rsidRPr="00EF2F0E" w:rsidRDefault="00B15E99" w:rsidP="00AB06FD">
            <w:pPr>
              <w:pStyle w:val="TAL"/>
              <w:jc w:val="center"/>
              <w:rPr>
                <w:rFonts w:cs="Arial"/>
              </w:rPr>
            </w:pPr>
            <w:r w:rsidRPr="00EF2F0E">
              <w:rPr>
                <w:rFonts w:cs="Arial"/>
              </w:rPr>
              <w:t>699 - 716 MHz</w:t>
            </w:r>
          </w:p>
        </w:tc>
        <w:tc>
          <w:tcPr>
            <w:tcW w:w="1418" w:type="dxa"/>
          </w:tcPr>
          <w:p w14:paraId="0984F417" w14:textId="77777777" w:rsidR="00B15E99" w:rsidRPr="00EF2F0E" w:rsidRDefault="00B15E99" w:rsidP="00AB06FD">
            <w:pPr>
              <w:pStyle w:val="TAL"/>
              <w:jc w:val="center"/>
              <w:rPr>
                <w:rFonts w:cs="Arial"/>
              </w:rPr>
            </w:pPr>
            <w:r w:rsidRPr="00EF2F0E">
              <w:rPr>
                <w:rFonts w:cs="Arial"/>
              </w:rPr>
              <w:t>-120 dBm</w:t>
            </w:r>
          </w:p>
        </w:tc>
        <w:tc>
          <w:tcPr>
            <w:tcW w:w="1417" w:type="dxa"/>
          </w:tcPr>
          <w:p w14:paraId="0984F418" w14:textId="77777777" w:rsidR="00B15E99" w:rsidRPr="00EF2F0E" w:rsidRDefault="00B15E99" w:rsidP="00AB06FD">
            <w:pPr>
              <w:pStyle w:val="TAL"/>
              <w:jc w:val="center"/>
              <w:rPr>
                <w:rFonts w:cs="Arial"/>
              </w:rPr>
            </w:pPr>
            <w:r w:rsidRPr="00EF2F0E">
              <w:rPr>
                <w:rFonts w:cs="Arial"/>
              </w:rPr>
              <w:t>-115 dBm</w:t>
            </w:r>
          </w:p>
        </w:tc>
        <w:tc>
          <w:tcPr>
            <w:tcW w:w="1418" w:type="dxa"/>
          </w:tcPr>
          <w:p w14:paraId="0984F419" w14:textId="77777777" w:rsidR="00B15E99" w:rsidRPr="00EF2F0E" w:rsidRDefault="00B15E99" w:rsidP="00AB06FD">
            <w:pPr>
              <w:pStyle w:val="TAL"/>
              <w:jc w:val="center"/>
              <w:rPr>
                <w:rFonts w:cs="Arial"/>
              </w:rPr>
            </w:pPr>
            <w:r w:rsidRPr="00EF2F0E">
              <w:rPr>
                <w:rFonts w:cs="Arial"/>
              </w:rPr>
              <w:t>-112 dBm</w:t>
            </w:r>
          </w:p>
        </w:tc>
        <w:tc>
          <w:tcPr>
            <w:tcW w:w="709" w:type="dxa"/>
          </w:tcPr>
          <w:p w14:paraId="0984F41A" w14:textId="77777777" w:rsidR="00B15E99" w:rsidRPr="00EF2F0E" w:rsidRDefault="00B15E99" w:rsidP="00AB06FD">
            <w:pPr>
              <w:pStyle w:val="TAL"/>
              <w:jc w:val="center"/>
              <w:rPr>
                <w:rFonts w:cs="Arial"/>
              </w:rPr>
            </w:pPr>
            <w:r w:rsidRPr="00EF2F0E">
              <w:rPr>
                <w:rFonts w:cs="Arial"/>
              </w:rPr>
              <w:t>100 kHz</w:t>
            </w:r>
          </w:p>
        </w:tc>
        <w:tc>
          <w:tcPr>
            <w:tcW w:w="2191" w:type="dxa"/>
          </w:tcPr>
          <w:p w14:paraId="0984F41B" w14:textId="77777777" w:rsidR="00B15E99" w:rsidRPr="00EF2F0E" w:rsidRDefault="00B15E99" w:rsidP="00AB06FD">
            <w:pPr>
              <w:pStyle w:val="TAL"/>
              <w:jc w:val="center"/>
              <w:rPr>
                <w:rFonts w:cs="Arial"/>
              </w:rPr>
            </w:pPr>
          </w:p>
        </w:tc>
      </w:tr>
      <w:tr w:rsidR="003401A4" w:rsidRPr="00EF2F0E" w14:paraId="0984F425" w14:textId="77777777" w:rsidTr="00AB06FD">
        <w:trPr>
          <w:cantSplit/>
          <w:jc w:val="center"/>
        </w:trPr>
        <w:tc>
          <w:tcPr>
            <w:tcW w:w="1229" w:type="dxa"/>
          </w:tcPr>
          <w:p w14:paraId="0984F41D" w14:textId="77777777" w:rsidR="00B15E99" w:rsidRPr="00EF2F0E" w:rsidRDefault="00B15E99" w:rsidP="00AB06FD">
            <w:pPr>
              <w:pStyle w:val="TAL"/>
              <w:jc w:val="center"/>
              <w:rPr>
                <w:rFonts w:cs="Arial"/>
                <w:lang w:val="sv-FI"/>
              </w:rPr>
            </w:pPr>
            <w:r w:rsidRPr="00EF2F0E">
              <w:rPr>
                <w:rFonts w:cs="Arial"/>
                <w:lang w:val="sv-FI"/>
              </w:rPr>
              <w:t>UTRA FDD Band XIII or</w:t>
            </w:r>
          </w:p>
          <w:p w14:paraId="0984F41E" w14:textId="77777777" w:rsidR="00B15E99" w:rsidRPr="00EF2F0E" w:rsidRDefault="00B15E99" w:rsidP="00AB06FD">
            <w:pPr>
              <w:pStyle w:val="TAL"/>
              <w:jc w:val="center"/>
              <w:rPr>
                <w:rFonts w:cs="Arial"/>
                <w:lang w:val="sv-FI"/>
              </w:rPr>
            </w:pPr>
            <w:r w:rsidRPr="00EF2F0E">
              <w:rPr>
                <w:rFonts w:cs="Arial"/>
                <w:lang w:val="sv-FI"/>
              </w:rPr>
              <w:t>E-UTRA Band 13</w:t>
            </w:r>
          </w:p>
        </w:tc>
        <w:tc>
          <w:tcPr>
            <w:tcW w:w="1275" w:type="dxa"/>
          </w:tcPr>
          <w:p w14:paraId="0984F41F" w14:textId="77777777" w:rsidR="00B15E99" w:rsidRPr="00EF2F0E" w:rsidRDefault="00B15E99" w:rsidP="00AB06FD">
            <w:pPr>
              <w:pStyle w:val="TAL"/>
              <w:jc w:val="center"/>
              <w:rPr>
                <w:rFonts w:cs="Arial"/>
              </w:rPr>
            </w:pPr>
            <w:r w:rsidRPr="00EF2F0E">
              <w:rPr>
                <w:rFonts w:cs="Arial"/>
              </w:rPr>
              <w:t>777 - 787 MHz</w:t>
            </w:r>
          </w:p>
        </w:tc>
        <w:tc>
          <w:tcPr>
            <w:tcW w:w="1418" w:type="dxa"/>
          </w:tcPr>
          <w:p w14:paraId="0984F420" w14:textId="77777777" w:rsidR="00B15E99" w:rsidRPr="00EF2F0E" w:rsidRDefault="00B15E99" w:rsidP="00AB06FD">
            <w:pPr>
              <w:pStyle w:val="TAL"/>
              <w:jc w:val="center"/>
              <w:rPr>
                <w:rFonts w:cs="Arial"/>
              </w:rPr>
            </w:pPr>
            <w:r w:rsidRPr="00EF2F0E">
              <w:rPr>
                <w:rFonts w:cs="Arial"/>
              </w:rPr>
              <w:t>-120 dBm</w:t>
            </w:r>
          </w:p>
        </w:tc>
        <w:tc>
          <w:tcPr>
            <w:tcW w:w="1417" w:type="dxa"/>
          </w:tcPr>
          <w:p w14:paraId="0984F421" w14:textId="77777777" w:rsidR="00B15E99" w:rsidRPr="00EF2F0E" w:rsidRDefault="00B15E99" w:rsidP="00AB06FD">
            <w:pPr>
              <w:pStyle w:val="TAL"/>
              <w:jc w:val="center"/>
              <w:rPr>
                <w:rFonts w:cs="Arial"/>
              </w:rPr>
            </w:pPr>
            <w:r w:rsidRPr="00EF2F0E">
              <w:rPr>
                <w:rFonts w:cs="Arial"/>
              </w:rPr>
              <w:t>-115 dBm</w:t>
            </w:r>
          </w:p>
        </w:tc>
        <w:tc>
          <w:tcPr>
            <w:tcW w:w="1418" w:type="dxa"/>
          </w:tcPr>
          <w:p w14:paraId="0984F422" w14:textId="77777777" w:rsidR="00B15E99" w:rsidRPr="00EF2F0E" w:rsidRDefault="00B15E99" w:rsidP="00AB06FD">
            <w:pPr>
              <w:pStyle w:val="TAL"/>
              <w:jc w:val="center"/>
              <w:rPr>
                <w:rFonts w:cs="Arial"/>
              </w:rPr>
            </w:pPr>
            <w:r w:rsidRPr="00EF2F0E">
              <w:rPr>
                <w:rFonts w:cs="Arial"/>
              </w:rPr>
              <w:t>-112 dBm</w:t>
            </w:r>
          </w:p>
        </w:tc>
        <w:tc>
          <w:tcPr>
            <w:tcW w:w="709" w:type="dxa"/>
          </w:tcPr>
          <w:p w14:paraId="0984F423" w14:textId="77777777" w:rsidR="00B15E99" w:rsidRPr="00EF2F0E" w:rsidRDefault="00B15E99" w:rsidP="00AB06FD">
            <w:pPr>
              <w:pStyle w:val="TAL"/>
              <w:jc w:val="center"/>
              <w:rPr>
                <w:rFonts w:cs="Arial"/>
              </w:rPr>
            </w:pPr>
            <w:r w:rsidRPr="00EF2F0E">
              <w:rPr>
                <w:rFonts w:cs="Arial"/>
              </w:rPr>
              <w:t>100 kHz</w:t>
            </w:r>
          </w:p>
        </w:tc>
        <w:tc>
          <w:tcPr>
            <w:tcW w:w="2191" w:type="dxa"/>
          </w:tcPr>
          <w:p w14:paraId="0984F424" w14:textId="77777777" w:rsidR="00B15E99" w:rsidRPr="00EF2F0E" w:rsidRDefault="00B15E99" w:rsidP="00AB06FD">
            <w:pPr>
              <w:pStyle w:val="TAL"/>
              <w:jc w:val="center"/>
              <w:rPr>
                <w:rFonts w:cs="Arial"/>
              </w:rPr>
            </w:pPr>
          </w:p>
        </w:tc>
      </w:tr>
      <w:tr w:rsidR="003401A4" w:rsidRPr="00EF2F0E" w14:paraId="0984F42E" w14:textId="77777777" w:rsidTr="00AB06FD">
        <w:trPr>
          <w:cantSplit/>
          <w:jc w:val="center"/>
        </w:trPr>
        <w:tc>
          <w:tcPr>
            <w:tcW w:w="1229" w:type="dxa"/>
          </w:tcPr>
          <w:p w14:paraId="0984F426" w14:textId="77777777" w:rsidR="00B15E99" w:rsidRPr="00EF2F0E" w:rsidRDefault="00B15E99" w:rsidP="00AB06FD">
            <w:pPr>
              <w:pStyle w:val="TAL"/>
              <w:jc w:val="center"/>
              <w:rPr>
                <w:rFonts w:cs="Arial"/>
                <w:lang w:val="sv-FI"/>
              </w:rPr>
            </w:pPr>
            <w:r w:rsidRPr="00EF2F0E">
              <w:rPr>
                <w:rFonts w:cs="Arial"/>
                <w:lang w:val="sv-FI"/>
              </w:rPr>
              <w:t>UTRA FDD Band XIV or</w:t>
            </w:r>
          </w:p>
          <w:p w14:paraId="0984F427" w14:textId="77777777" w:rsidR="00B15E99" w:rsidRPr="00EF2F0E" w:rsidRDefault="00B15E99" w:rsidP="00AB06FD">
            <w:pPr>
              <w:pStyle w:val="TAL"/>
              <w:jc w:val="center"/>
              <w:rPr>
                <w:rFonts w:cs="Arial"/>
                <w:lang w:val="sv-FI"/>
              </w:rPr>
            </w:pPr>
            <w:r w:rsidRPr="00EF2F0E">
              <w:rPr>
                <w:rFonts w:cs="Arial"/>
                <w:lang w:val="sv-FI"/>
              </w:rPr>
              <w:t>E-UTRA Band 14</w:t>
            </w:r>
          </w:p>
        </w:tc>
        <w:tc>
          <w:tcPr>
            <w:tcW w:w="1275" w:type="dxa"/>
          </w:tcPr>
          <w:p w14:paraId="0984F428" w14:textId="77777777" w:rsidR="00B15E99" w:rsidRPr="00EF2F0E" w:rsidRDefault="00B15E99" w:rsidP="00AB06FD">
            <w:pPr>
              <w:pStyle w:val="TAL"/>
              <w:jc w:val="center"/>
              <w:rPr>
                <w:rFonts w:cs="Arial"/>
              </w:rPr>
            </w:pPr>
            <w:r w:rsidRPr="00EF2F0E">
              <w:rPr>
                <w:rFonts w:cs="Arial"/>
              </w:rPr>
              <w:t>788 - 798 MHz</w:t>
            </w:r>
          </w:p>
        </w:tc>
        <w:tc>
          <w:tcPr>
            <w:tcW w:w="1418" w:type="dxa"/>
          </w:tcPr>
          <w:p w14:paraId="0984F429" w14:textId="77777777" w:rsidR="00B15E99" w:rsidRPr="00EF2F0E" w:rsidRDefault="00B15E99" w:rsidP="00AB06FD">
            <w:pPr>
              <w:pStyle w:val="TAL"/>
              <w:jc w:val="center"/>
              <w:rPr>
                <w:rFonts w:cs="Arial"/>
              </w:rPr>
            </w:pPr>
            <w:r w:rsidRPr="00EF2F0E">
              <w:rPr>
                <w:rFonts w:cs="Arial"/>
              </w:rPr>
              <w:t>-120 dBm</w:t>
            </w:r>
          </w:p>
        </w:tc>
        <w:tc>
          <w:tcPr>
            <w:tcW w:w="1417" w:type="dxa"/>
          </w:tcPr>
          <w:p w14:paraId="0984F42A" w14:textId="77777777" w:rsidR="00B15E99" w:rsidRPr="00EF2F0E" w:rsidRDefault="00B15E99" w:rsidP="00AB06FD">
            <w:pPr>
              <w:pStyle w:val="TAL"/>
              <w:jc w:val="center"/>
              <w:rPr>
                <w:rFonts w:cs="Arial"/>
              </w:rPr>
            </w:pPr>
            <w:r w:rsidRPr="00EF2F0E">
              <w:rPr>
                <w:rFonts w:cs="Arial"/>
              </w:rPr>
              <w:t>-115 dBm</w:t>
            </w:r>
          </w:p>
        </w:tc>
        <w:tc>
          <w:tcPr>
            <w:tcW w:w="1418" w:type="dxa"/>
          </w:tcPr>
          <w:p w14:paraId="0984F42B" w14:textId="77777777" w:rsidR="00B15E99" w:rsidRPr="00EF2F0E" w:rsidRDefault="00B15E99" w:rsidP="00AB06FD">
            <w:pPr>
              <w:pStyle w:val="TAL"/>
              <w:jc w:val="center"/>
              <w:rPr>
                <w:rFonts w:cs="Arial"/>
              </w:rPr>
            </w:pPr>
            <w:r w:rsidRPr="00EF2F0E">
              <w:rPr>
                <w:rFonts w:cs="Arial"/>
              </w:rPr>
              <w:t>-112 dBm</w:t>
            </w:r>
          </w:p>
        </w:tc>
        <w:tc>
          <w:tcPr>
            <w:tcW w:w="709" w:type="dxa"/>
          </w:tcPr>
          <w:p w14:paraId="0984F42C" w14:textId="77777777" w:rsidR="00B15E99" w:rsidRPr="00EF2F0E" w:rsidRDefault="00B15E99" w:rsidP="00AB06FD">
            <w:pPr>
              <w:pStyle w:val="TAL"/>
              <w:jc w:val="center"/>
              <w:rPr>
                <w:rFonts w:cs="Arial"/>
              </w:rPr>
            </w:pPr>
            <w:r w:rsidRPr="00EF2F0E">
              <w:rPr>
                <w:rFonts w:cs="Arial"/>
              </w:rPr>
              <w:t>100 kHz</w:t>
            </w:r>
          </w:p>
        </w:tc>
        <w:tc>
          <w:tcPr>
            <w:tcW w:w="2191" w:type="dxa"/>
          </w:tcPr>
          <w:p w14:paraId="0984F42D" w14:textId="77777777" w:rsidR="00B15E99" w:rsidRPr="00EF2F0E" w:rsidRDefault="00B15E99" w:rsidP="00AB06FD">
            <w:pPr>
              <w:pStyle w:val="TAL"/>
              <w:jc w:val="center"/>
              <w:rPr>
                <w:rFonts w:cs="Arial"/>
              </w:rPr>
            </w:pPr>
          </w:p>
        </w:tc>
      </w:tr>
      <w:tr w:rsidR="003401A4" w:rsidRPr="00EF2F0E" w14:paraId="0984F436"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2F" w14:textId="77777777" w:rsidR="00B15E99" w:rsidRPr="00EF2F0E" w:rsidRDefault="00B15E99" w:rsidP="00AB06FD">
            <w:pPr>
              <w:pStyle w:val="TAL"/>
              <w:jc w:val="center"/>
              <w:rPr>
                <w:rFonts w:cs="Arial"/>
              </w:rPr>
            </w:pPr>
            <w:r w:rsidRPr="00EF2F0E">
              <w:rPr>
                <w:rFonts w:cs="Arial"/>
              </w:rPr>
              <w:t>E-UTRA Band 17</w:t>
            </w:r>
          </w:p>
        </w:tc>
        <w:tc>
          <w:tcPr>
            <w:tcW w:w="1275" w:type="dxa"/>
            <w:tcBorders>
              <w:top w:val="single" w:sz="4" w:space="0" w:color="auto"/>
              <w:left w:val="single" w:sz="4" w:space="0" w:color="auto"/>
              <w:bottom w:val="single" w:sz="4" w:space="0" w:color="auto"/>
              <w:right w:val="single" w:sz="4" w:space="0" w:color="auto"/>
            </w:tcBorders>
          </w:tcPr>
          <w:p w14:paraId="0984F430" w14:textId="77777777" w:rsidR="00B15E99" w:rsidRPr="00EF2F0E" w:rsidRDefault="00B15E99" w:rsidP="00AB06FD">
            <w:pPr>
              <w:pStyle w:val="TAL"/>
              <w:jc w:val="center"/>
              <w:rPr>
                <w:rFonts w:cs="Arial"/>
              </w:rPr>
            </w:pPr>
            <w:r w:rsidRPr="00EF2F0E">
              <w:rPr>
                <w:rFonts w:cs="Arial"/>
              </w:rPr>
              <w:t>704 - 716 MHz</w:t>
            </w:r>
          </w:p>
        </w:tc>
        <w:tc>
          <w:tcPr>
            <w:tcW w:w="1418" w:type="dxa"/>
            <w:tcBorders>
              <w:top w:val="single" w:sz="4" w:space="0" w:color="auto"/>
              <w:left w:val="single" w:sz="4" w:space="0" w:color="auto"/>
              <w:bottom w:val="single" w:sz="4" w:space="0" w:color="auto"/>
              <w:right w:val="single" w:sz="4" w:space="0" w:color="auto"/>
            </w:tcBorders>
          </w:tcPr>
          <w:p w14:paraId="0984F431"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32"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33"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34"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35" w14:textId="77777777" w:rsidR="00B15E99" w:rsidRPr="00EF2F0E" w:rsidRDefault="00B15E99" w:rsidP="00AB06FD">
            <w:pPr>
              <w:pStyle w:val="TAL"/>
              <w:jc w:val="center"/>
              <w:rPr>
                <w:rFonts w:cs="Arial"/>
              </w:rPr>
            </w:pPr>
          </w:p>
        </w:tc>
      </w:tr>
      <w:tr w:rsidR="003401A4" w:rsidRPr="00EF2F0E" w14:paraId="0984F43E"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37" w14:textId="77777777" w:rsidR="00B15E99" w:rsidRPr="00EF2F0E" w:rsidRDefault="00B15E99" w:rsidP="00AB06FD">
            <w:pPr>
              <w:pStyle w:val="TAL"/>
              <w:jc w:val="center"/>
              <w:rPr>
                <w:rFonts w:cs="Arial"/>
              </w:rPr>
            </w:pPr>
            <w:r w:rsidRPr="00EF2F0E">
              <w:rPr>
                <w:rFonts w:cs="Arial"/>
              </w:rPr>
              <w:t>E-UTRA Band 18</w:t>
            </w:r>
          </w:p>
        </w:tc>
        <w:tc>
          <w:tcPr>
            <w:tcW w:w="1275" w:type="dxa"/>
            <w:tcBorders>
              <w:top w:val="single" w:sz="4" w:space="0" w:color="auto"/>
              <w:left w:val="single" w:sz="4" w:space="0" w:color="auto"/>
              <w:bottom w:val="single" w:sz="4" w:space="0" w:color="auto"/>
              <w:right w:val="single" w:sz="4" w:space="0" w:color="auto"/>
            </w:tcBorders>
          </w:tcPr>
          <w:p w14:paraId="0984F438" w14:textId="77777777" w:rsidR="00B15E99" w:rsidRPr="00EF2F0E" w:rsidRDefault="00B15E99" w:rsidP="00AB06FD">
            <w:pPr>
              <w:pStyle w:val="TAL"/>
              <w:jc w:val="center"/>
              <w:rPr>
                <w:rFonts w:cs="Arial"/>
              </w:rPr>
            </w:pPr>
            <w:r w:rsidRPr="00EF2F0E">
              <w:rPr>
                <w:rFonts w:cs="Arial"/>
              </w:rPr>
              <w:t>815 - 830 MHz</w:t>
            </w:r>
          </w:p>
        </w:tc>
        <w:tc>
          <w:tcPr>
            <w:tcW w:w="1418" w:type="dxa"/>
            <w:tcBorders>
              <w:top w:val="single" w:sz="4" w:space="0" w:color="auto"/>
              <w:left w:val="single" w:sz="4" w:space="0" w:color="auto"/>
              <w:bottom w:val="single" w:sz="4" w:space="0" w:color="auto"/>
              <w:right w:val="single" w:sz="4" w:space="0" w:color="auto"/>
            </w:tcBorders>
          </w:tcPr>
          <w:p w14:paraId="0984F439"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3A"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3B"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3C"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3D" w14:textId="77777777" w:rsidR="00B15E99" w:rsidRPr="00EF2F0E" w:rsidRDefault="00B15E99" w:rsidP="00AB06FD">
            <w:pPr>
              <w:pStyle w:val="TAL"/>
              <w:jc w:val="center"/>
              <w:rPr>
                <w:rFonts w:cs="Arial"/>
              </w:rPr>
            </w:pPr>
          </w:p>
        </w:tc>
      </w:tr>
      <w:tr w:rsidR="003401A4" w:rsidRPr="00EF2F0E" w14:paraId="0984F447"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3F" w14:textId="77777777" w:rsidR="00B15E99" w:rsidRPr="00EF2F0E" w:rsidRDefault="00B15E99" w:rsidP="00AB06FD">
            <w:pPr>
              <w:pStyle w:val="TAL"/>
              <w:jc w:val="center"/>
              <w:rPr>
                <w:rFonts w:cs="Arial"/>
              </w:rPr>
            </w:pPr>
            <w:r w:rsidRPr="00EF2F0E">
              <w:rPr>
                <w:rFonts w:cs="Arial"/>
              </w:rPr>
              <w:t>UTRA FDD Band XX or</w:t>
            </w:r>
          </w:p>
          <w:p w14:paraId="0984F440" w14:textId="77777777" w:rsidR="00B15E99" w:rsidRPr="00EF2F0E" w:rsidRDefault="00B15E99" w:rsidP="00AB06FD">
            <w:pPr>
              <w:pStyle w:val="TAL"/>
              <w:jc w:val="center"/>
              <w:rPr>
                <w:rFonts w:cs="Arial"/>
              </w:rPr>
            </w:pPr>
            <w:r w:rsidRPr="00EF2F0E">
              <w:rPr>
                <w:rFonts w:cs="Arial"/>
              </w:rPr>
              <w:t>E-UTRA Band 20</w:t>
            </w:r>
            <w:r w:rsidR="0077153D" w:rsidRPr="00EF2F0E">
              <w:rPr>
                <w:rFonts w:cs="Arial"/>
                <w:lang w:val="sv-SE"/>
              </w:rPr>
              <w:t xml:space="preserve"> or NR band n20</w:t>
            </w:r>
          </w:p>
        </w:tc>
        <w:tc>
          <w:tcPr>
            <w:tcW w:w="1275" w:type="dxa"/>
            <w:tcBorders>
              <w:top w:val="single" w:sz="4" w:space="0" w:color="auto"/>
              <w:left w:val="single" w:sz="4" w:space="0" w:color="auto"/>
              <w:bottom w:val="single" w:sz="4" w:space="0" w:color="auto"/>
              <w:right w:val="single" w:sz="4" w:space="0" w:color="auto"/>
            </w:tcBorders>
          </w:tcPr>
          <w:p w14:paraId="0984F441" w14:textId="77777777" w:rsidR="00B15E99" w:rsidRPr="00EF2F0E" w:rsidRDefault="00B15E99" w:rsidP="00AB06FD">
            <w:pPr>
              <w:pStyle w:val="TAL"/>
              <w:jc w:val="center"/>
              <w:rPr>
                <w:rFonts w:cs="Arial"/>
              </w:rPr>
            </w:pPr>
            <w:r w:rsidRPr="00EF2F0E">
              <w:rPr>
                <w:rFonts w:cs="Arial"/>
              </w:rPr>
              <w:t>832 - 862 MHz</w:t>
            </w:r>
          </w:p>
        </w:tc>
        <w:tc>
          <w:tcPr>
            <w:tcW w:w="1418" w:type="dxa"/>
            <w:tcBorders>
              <w:top w:val="single" w:sz="4" w:space="0" w:color="auto"/>
              <w:left w:val="single" w:sz="4" w:space="0" w:color="auto"/>
              <w:bottom w:val="single" w:sz="4" w:space="0" w:color="auto"/>
              <w:right w:val="single" w:sz="4" w:space="0" w:color="auto"/>
            </w:tcBorders>
          </w:tcPr>
          <w:p w14:paraId="0984F442"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43"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44"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45"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46" w14:textId="77777777" w:rsidR="00B15E99" w:rsidRPr="00EF2F0E" w:rsidRDefault="00B15E99" w:rsidP="00AB06FD">
            <w:pPr>
              <w:pStyle w:val="TAL"/>
              <w:jc w:val="center"/>
              <w:rPr>
                <w:rFonts w:cs="Arial"/>
              </w:rPr>
            </w:pPr>
          </w:p>
        </w:tc>
      </w:tr>
      <w:tr w:rsidR="003401A4" w:rsidRPr="00EF2F0E" w14:paraId="0984F44F"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48" w14:textId="77777777" w:rsidR="00B15E99" w:rsidRPr="00EF2F0E" w:rsidRDefault="00B15E99" w:rsidP="00AB06FD">
            <w:pPr>
              <w:pStyle w:val="TAL"/>
              <w:jc w:val="center"/>
              <w:rPr>
                <w:rFonts w:cs="Arial"/>
                <w:lang w:val="sv-FI"/>
              </w:rPr>
            </w:pPr>
            <w:r w:rsidRPr="00EF2F0E">
              <w:rPr>
                <w:rFonts w:cs="Arial"/>
                <w:lang w:val="sv-FI"/>
              </w:rPr>
              <w:t>UTRA FDD Band XXI or E-UTRA Band 21</w:t>
            </w:r>
          </w:p>
        </w:tc>
        <w:tc>
          <w:tcPr>
            <w:tcW w:w="1275" w:type="dxa"/>
            <w:tcBorders>
              <w:top w:val="single" w:sz="4" w:space="0" w:color="auto"/>
              <w:left w:val="single" w:sz="4" w:space="0" w:color="auto"/>
              <w:bottom w:val="single" w:sz="4" w:space="0" w:color="auto"/>
              <w:right w:val="single" w:sz="4" w:space="0" w:color="auto"/>
            </w:tcBorders>
          </w:tcPr>
          <w:p w14:paraId="0984F449" w14:textId="77777777" w:rsidR="00B15E99" w:rsidRPr="00EF2F0E" w:rsidRDefault="00B15E99" w:rsidP="00AB06FD">
            <w:pPr>
              <w:pStyle w:val="TAL"/>
              <w:jc w:val="center"/>
              <w:rPr>
                <w:rFonts w:cs="Arial"/>
              </w:rPr>
            </w:pPr>
            <w:r w:rsidRPr="00EF2F0E">
              <w:rPr>
                <w:rFonts w:cs="Arial"/>
              </w:rPr>
              <w:t>1447.9 – 1462.9 MHz</w:t>
            </w:r>
          </w:p>
        </w:tc>
        <w:tc>
          <w:tcPr>
            <w:tcW w:w="1418" w:type="dxa"/>
            <w:tcBorders>
              <w:top w:val="single" w:sz="4" w:space="0" w:color="auto"/>
              <w:left w:val="single" w:sz="4" w:space="0" w:color="auto"/>
              <w:bottom w:val="single" w:sz="4" w:space="0" w:color="auto"/>
              <w:right w:val="single" w:sz="4" w:space="0" w:color="auto"/>
            </w:tcBorders>
          </w:tcPr>
          <w:p w14:paraId="0984F44A"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4B"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4C"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4D"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4E" w14:textId="77777777" w:rsidR="00B15E99" w:rsidRPr="00EF2F0E" w:rsidRDefault="00B15E99" w:rsidP="00AB06FD">
            <w:pPr>
              <w:pStyle w:val="TAL"/>
              <w:jc w:val="center"/>
              <w:rPr>
                <w:rFonts w:cs="Arial"/>
              </w:rPr>
            </w:pPr>
          </w:p>
        </w:tc>
      </w:tr>
      <w:tr w:rsidR="003401A4" w:rsidRPr="00EF2F0E" w14:paraId="0984F457"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50" w14:textId="77777777" w:rsidR="00B15E99" w:rsidRPr="00EF2F0E" w:rsidRDefault="00B15E99" w:rsidP="00AB06FD">
            <w:pPr>
              <w:pStyle w:val="TAL"/>
              <w:jc w:val="center"/>
              <w:rPr>
                <w:rFonts w:cs="Arial"/>
                <w:lang w:val="sv-FI"/>
              </w:rPr>
            </w:pPr>
            <w:r w:rsidRPr="00EF2F0E">
              <w:rPr>
                <w:rFonts w:cs="Arial"/>
                <w:lang w:val="sv-FI"/>
              </w:rPr>
              <w:t>UTRA FDD Band XXII or E-UTRA Band 22</w:t>
            </w:r>
          </w:p>
        </w:tc>
        <w:tc>
          <w:tcPr>
            <w:tcW w:w="1275" w:type="dxa"/>
            <w:tcBorders>
              <w:top w:val="single" w:sz="4" w:space="0" w:color="auto"/>
              <w:left w:val="single" w:sz="4" w:space="0" w:color="auto"/>
              <w:bottom w:val="single" w:sz="4" w:space="0" w:color="auto"/>
              <w:right w:val="single" w:sz="4" w:space="0" w:color="auto"/>
            </w:tcBorders>
          </w:tcPr>
          <w:p w14:paraId="0984F451" w14:textId="77777777" w:rsidR="00B15E99" w:rsidRPr="00EF2F0E" w:rsidRDefault="00B15E99" w:rsidP="00AB06FD">
            <w:pPr>
              <w:pStyle w:val="TAL"/>
              <w:jc w:val="center"/>
              <w:rPr>
                <w:rFonts w:cs="Arial"/>
              </w:rPr>
            </w:pPr>
            <w:r w:rsidRPr="00EF2F0E">
              <w:rPr>
                <w:rFonts w:cs="Arial"/>
              </w:rPr>
              <w:t>3410  – 3490 MHz</w:t>
            </w:r>
          </w:p>
        </w:tc>
        <w:tc>
          <w:tcPr>
            <w:tcW w:w="1418" w:type="dxa"/>
            <w:tcBorders>
              <w:top w:val="single" w:sz="4" w:space="0" w:color="auto"/>
              <w:left w:val="single" w:sz="4" w:space="0" w:color="auto"/>
              <w:bottom w:val="single" w:sz="4" w:space="0" w:color="auto"/>
              <w:right w:val="single" w:sz="4" w:space="0" w:color="auto"/>
            </w:tcBorders>
          </w:tcPr>
          <w:p w14:paraId="0984F452"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53"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54"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55"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56" w14:textId="77777777" w:rsidR="00B15E99" w:rsidRPr="00EF2F0E" w:rsidRDefault="00B15E99" w:rsidP="00AB06FD">
            <w:pPr>
              <w:pStyle w:val="TAL"/>
              <w:jc w:val="center"/>
              <w:rPr>
                <w:rFonts w:cs="Arial"/>
              </w:rPr>
            </w:pPr>
            <w:r w:rsidRPr="00EF2F0E">
              <w:rPr>
                <w:rFonts w:cs="Arial"/>
              </w:rPr>
              <w:t>This is not applicable to BS operating in Band 42</w:t>
            </w:r>
          </w:p>
        </w:tc>
      </w:tr>
      <w:tr w:rsidR="003401A4" w:rsidRPr="00EF2F0E" w14:paraId="0984F45F"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58" w14:textId="77777777" w:rsidR="00B15E99" w:rsidRPr="00EF2F0E" w:rsidRDefault="00B15E99" w:rsidP="00AB06FD">
            <w:pPr>
              <w:pStyle w:val="TAL"/>
              <w:jc w:val="center"/>
              <w:rPr>
                <w:rFonts w:cs="Arial"/>
              </w:rPr>
            </w:pPr>
            <w:r w:rsidRPr="00EF2F0E">
              <w:rPr>
                <w:rFonts w:cs="Arial"/>
              </w:rPr>
              <w:t>E-UTRA Band 23</w:t>
            </w:r>
          </w:p>
        </w:tc>
        <w:tc>
          <w:tcPr>
            <w:tcW w:w="1275" w:type="dxa"/>
            <w:tcBorders>
              <w:top w:val="single" w:sz="4" w:space="0" w:color="auto"/>
              <w:left w:val="single" w:sz="4" w:space="0" w:color="auto"/>
              <w:bottom w:val="single" w:sz="4" w:space="0" w:color="auto"/>
              <w:right w:val="single" w:sz="4" w:space="0" w:color="auto"/>
            </w:tcBorders>
          </w:tcPr>
          <w:p w14:paraId="0984F459" w14:textId="77777777" w:rsidR="00B15E99" w:rsidRPr="00EF2F0E" w:rsidRDefault="00B15E99" w:rsidP="00AB06FD">
            <w:pPr>
              <w:pStyle w:val="TAL"/>
              <w:jc w:val="center"/>
              <w:rPr>
                <w:rFonts w:cs="Arial"/>
              </w:rPr>
            </w:pPr>
            <w:r w:rsidRPr="00EF2F0E">
              <w:rPr>
                <w:rFonts w:cs="Arial"/>
              </w:rPr>
              <w:t>2000 - 2020 MHz</w:t>
            </w:r>
          </w:p>
        </w:tc>
        <w:tc>
          <w:tcPr>
            <w:tcW w:w="1418" w:type="dxa"/>
            <w:tcBorders>
              <w:top w:val="single" w:sz="4" w:space="0" w:color="auto"/>
              <w:left w:val="single" w:sz="4" w:space="0" w:color="auto"/>
              <w:bottom w:val="single" w:sz="4" w:space="0" w:color="auto"/>
              <w:right w:val="single" w:sz="4" w:space="0" w:color="auto"/>
            </w:tcBorders>
          </w:tcPr>
          <w:p w14:paraId="0984F45A"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5B"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5C"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5D"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5E" w14:textId="77777777" w:rsidR="00B15E99" w:rsidRPr="00EF2F0E" w:rsidRDefault="00B15E99" w:rsidP="00AB06FD">
            <w:pPr>
              <w:pStyle w:val="TAL"/>
              <w:jc w:val="center"/>
              <w:rPr>
                <w:rFonts w:cs="Arial"/>
              </w:rPr>
            </w:pPr>
          </w:p>
        </w:tc>
      </w:tr>
      <w:tr w:rsidR="003401A4" w:rsidRPr="00EF2F0E" w14:paraId="0984F467"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60" w14:textId="77777777" w:rsidR="00B15E99" w:rsidRPr="00EF2F0E" w:rsidRDefault="00B15E99" w:rsidP="00AB06FD">
            <w:pPr>
              <w:pStyle w:val="TAL"/>
              <w:jc w:val="center"/>
              <w:rPr>
                <w:rFonts w:cs="Arial"/>
              </w:rPr>
            </w:pPr>
            <w:r w:rsidRPr="00EF2F0E">
              <w:rPr>
                <w:rFonts w:cs="Arial"/>
              </w:rPr>
              <w:t>E-UTRA Band 24</w:t>
            </w:r>
          </w:p>
        </w:tc>
        <w:tc>
          <w:tcPr>
            <w:tcW w:w="1275" w:type="dxa"/>
            <w:tcBorders>
              <w:top w:val="single" w:sz="4" w:space="0" w:color="auto"/>
              <w:left w:val="single" w:sz="4" w:space="0" w:color="auto"/>
              <w:bottom w:val="single" w:sz="4" w:space="0" w:color="auto"/>
              <w:right w:val="single" w:sz="4" w:space="0" w:color="auto"/>
            </w:tcBorders>
          </w:tcPr>
          <w:p w14:paraId="0984F461" w14:textId="77777777" w:rsidR="00B15E99" w:rsidRPr="00EF2F0E" w:rsidRDefault="00B15E99" w:rsidP="00AB06FD">
            <w:pPr>
              <w:pStyle w:val="TAL"/>
              <w:jc w:val="center"/>
              <w:rPr>
                <w:rFonts w:cs="Arial"/>
              </w:rPr>
            </w:pPr>
            <w:r w:rsidRPr="00EF2F0E">
              <w:rPr>
                <w:rFonts w:cs="Arial"/>
              </w:rPr>
              <w:t>1626.5 – 1660.5 MHz</w:t>
            </w:r>
          </w:p>
        </w:tc>
        <w:tc>
          <w:tcPr>
            <w:tcW w:w="1418" w:type="dxa"/>
            <w:tcBorders>
              <w:top w:val="single" w:sz="4" w:space="0" w:color="auto"/>
              <w:left w:val="single" w:sz="4" w:space="0" w:color="auto"/>
              <w:bottom w:val="single" w:sz="4" w:space="0" w:color="auto"/>
              <w:right w:val="single" w:sz="4" w:space="0" w:color="auto"/>
            </w:tcBorders>
          </w:tcPr>
          <w:p w14:paraId="0984F462"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63"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64"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65"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66" w14:textId="77777777" w:rsidR="00B15E99" w:rsidRPr="00EF2F0E" w:rsidRDefault="00B15E99" w:rsidP="00AB06FD">
            <w:pPr>
              <w:pStyle w:val="TAL"/>
              <w:jc w:val="center"/>
              <w:rPr>
                <w:rFonts w:cs="Arial"/>
              </w:rPr>
            </w:pPr>
          </w:p>
        </w:tc>
      </w:tr>
      <w:tr w:rsidR="003401A4" w:rsidRPr="00EF2F0E" w14:paraId="0984F470"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68" w14:textId="77777777" w:rsidR="00B15E99" w:rsidRPr="00EF2F0E" w:rsidRDefault="00B15E99" w:rsidP="00AB06FD">
            <w:pPr>
              <w:pStyle w:val="TAL"/>
              <w:jc w:val="center"/>
              <w:rPr>
                <w:rFonts w:cs="Arial"/>
              </w:rPr>
            </w:pPr>
            <w:r w:rsidRPr="00EF2F0E">
              <w:rPr>
                <w:rFonts w:cs="Arial"/>
              </w:rPr>
              <w:t>UTRA FDD Band XX</w:t>
            </w:r>
            <w:r w:rsidRPr="00EF2F0E">
              <w:rPr>
                <w:rFonts w:cs="Arial"/>
                <w:lang w:eastAsia="zh-CN"/>
              </w:rPr>
              <w:t>V</w:t>
            </w:r>
            <w:r w:rsidRPr="00EF2F0E">
              <w:rPr>
                <w:rFonts w:cs="Arial"/>
              </w:rPr>
              <w:t xml:space="preserve"> or E-UTRA Band 2</w:t>
            </w:r>
            <w:r w:rsidRPr="00EF2F0E">
              <w:rPr>
                <w:rFonts w:cs="Arial"/>
                <w:lang w:eastAsia="zh-CN"/>
              </w:rPr>
              <w:t>5</w:t>
            </w:r>
            <w:r w:rsidR="0077153D" w:rsidRPr="00EF2F0E">
              <w:rPr>
                <w:rFonts w:cs="Arial"/>
                <w:lang w:val="sv-SE" w:eastAsia="zh-CN"/>
              </w:rPr>
              <w:t xml:space="preserve"> or NR band n25</w:t>
            </w:r>
          </w:p>
        </w:tc>
        <w:tc>
          <w:tcPr>
            <w:tcW w:w="1275" w:type="dxa"/>
            <w:tcBorders>
              <w:top w:val="single" w:sz="4" w:space="0" w:color="auto"/>
              <w:left w:val="single" w:sz="4" w:space="0" w:color="auto"/>
              <w:bottom w:val="single" w:sz="4" w:space="0" w:color="auto"/>
              <w:right w:val="single" w:sz="4" w:space="0" w:color="auto"/>
            </w:tcBorders>
          </w:tcPr>
          <w:p w14:paraId="0984F469" w14:textId="77777777" w:rsidR="00B15E99" w:rsidRPr="00EF2F0E" w:rsidRDefault="00B15E99" w:rsidP="00AB06FD">
            <w:pPr>
              <w:pStyle w:val="TAL"/>
              <w:jc w:val="center"/>
              <w:rPr>
                <w:rFonts w:cs="Arial"/>
                <w:lang w:eastAsia="zh-CN"/>
              </w:rPr>
            </w:pPr>
            <w:r w:rsidRPr="00EF2F0E">
              <w:rPr>
                <w:rFonts w:cs="Arial"/>
              </w:rPr>
              <w:t>1850 - 191</w:t>
            </w:r>
            <w:r w:rsidRPr="00EF2F0E">
              <w:rPr>
                <w:rFonts w:cs="Arial"/>
                <w:lang w:eastAsia="zh-CN"/>
              </w:rPr>
              <w:t>5</w:t>
            </w:r>
            <w:r w:rsidRPr="00EF2F0E">
              <w:rPr>
                <w:rFonts w:cs="Arial"/>
              </w:rPr>
              <w:t xml:space="preserve"> MHz</w:t>
            </w:r>
          </w:p>
          <w:p w14:paraId="0984F46A" w14:textId="77777777" w:rsidR="00B15E99" w:rsidRPr="00EF2F0E" w:rsidRDefault="00B15E99" w:rsidP="00AB06FD">
            <w:pPr>
              <w:pStyle w:val="TAL"/>
              <w:jc w:val="center"/>
              <w:rPr>
                <w:rFonts w:cs="Arial"/>
              </w:rPr>
            </w:pPr>
          </w:p>
        </w:tc>
        <w:tc>
          <w:tcPr>
            <w:tcW w:w="1418" w:type="dxa"/>
            <w:tcBorders>
              <w:top w:val="single" w:sz="4" w:space="0" w:color="auto"/>
              <w:left w:val="single" w:sz="4" w:space="0" w:color="auto"/>
              <w:bottom w:val="single" w:sz="4" w:space="0" w:color="auto"/>
              <w:right w:val="single" w:sz="4" w:space="0" w:color="auto"/>
            </w:tcBorders>
          </w:tcPr>
          <w:p w14:paraId="0984F46B"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6C"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6D"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6E"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6F" w14:textId="77777777" w:rsidR="00B15E99" w:rsidRPr="00EF2F0E" w:rsidRDefault="00B15E99" w:rsidP="00AB06FD">
            <w:pPr>
              <w:pStyle w:val="TAL"/>
              <w:jc w:val="center"/>
              <w:rPr>
                <w:rFonts w:cs="Arial"/>
              </w:rPr>
            </w:pPr>
          </w:p>
        </w:tc>
      </w:tr>
      <w:tr w:rsidR="003401A4" w:rsidRPr="00EF2F0E" w14:paraId="0984F479"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71" w14:textId="77777777" w:rsidR="00B15E99" w:rsidRPr="00EF2F0E" w:rsidRDefault="00B15E99" w:rsidP="00AB06FD">
            <w:pPr>
              <w:pStyle w:val="TAL"/>
              <w:jc w:val="center"/>
              <w:rPr>
                <w:rFonts w:cs="Arial"/>
                <w:lang w:val="sv-FI"/>
              </w:rPr>
            </w:pPr>
            <w:r w:rsidRPr="00EF2F0E">
              <w:rPr>
                <w:rFonts w:cs="Arial"/>
                <w:lang w:val="sv-FI"/>
              </w:rPr>
              <w:t>UTRA FDD Band XX</w:t>
            </w:r>
            <w:r w:rsidRPr="00EF2F0E">
              <w:rPr>
                <w:rFonts w:cs="Arial"/>
                <w:lang w:val="sv-FI" w:eastAsia="zh-CN"/>
              </w:rPr>
              <w:t>VI</w:t>
            </w:r>
            <w:r w:rsidRPr="00EF2F0E">
              <w:rPr>
                <w:rFonts w:cs="Arial"/>
                <w:lang w:val="sv-FI"/>
              </w:rPr>
              <w:t xml:space="preserve"> or E-UTRA Band 2</w:t>
            </w:r>
            <w:r w:rsidRPr="00EF2F0E">
              <w:rPr>
                <w:rFonts w:cs="Arial"/>
                <w:lang w:val="sv-FI" w:eastAsia="zh-CN"/>
              </w:rPr>
              <w:t>6</w:t>
            </w:r>
          </w:p>
        </w:tc>
        <w:tc>
          <w:tcPr>
            <w:tcW w:w="1275" w:type="dxa"/>
            <w:tcBorders>
              <w:top w:val="single" w:sz="4" w:space="0" w:color="auto"/>
              <w:left w:val="single" w:sz="4" w:space="0" w:color="auto"/>
              <w:bottom w:val="single" w:sz="4" w:space="0" w:color="auto"/>
              <w:right w:val="single" w:sz="4" w:space="0" w:color="auto"/>
            </w:tcBorders>
          </w:tcPr>
          <w:p w14:paraId="0984F472" w14:textId="77777777" w:rsidR="00B15E99" w:rsidRPr="00EF2F0E" w:rsidRDefault="00B15E99" w:rsidP="00AB06FD">
            <w:pPr>
              <w:pStyle w:val="TAL"/>
              <w:jc w:val="center"/>
              <w:rPr>
                <w:rFonts w:cs="Arial"/>
                <w:lang w:eastAsia="zh-CN"/>
              </w:rPr>
            </w:pPr>
            <w:r w:rsidRPr="00EF2F0E">
              <w:rPr>
                <w:rFonts w:cs="Arial"/>
              </w:rPr>
              <w:t>814 - 849 MHz</w:t>
            </w:r>
          </w:p>
          <w:p w14:paraId="0984F473" w14:textId="77777777" w:rsidR="00B15E99" w:rsidRPr="00EF2F0E" w:rsidRDefault="00B15E99" w:rsidP="00AB06FD">
            <w:pPr>
              <w:pStyle w:val="TAL"/>
              <w:jc w:val="center"/>
              <w:rPr>
                <w:rFonts w:cs="Arial"/>
              </w:rPr>
            </w:pPr>
          </w:p>
        </w:tc>
        <w:tc>
          <w:tcPr>
            <w:tcW w:w="1418" w:type="dxa"/>
            <w:tcBorders>
              <w:top w:val="single" w:sz="4" w:space="0" w:color="auto"/>
              <w:left w:val="single" w:sz="4" w:space="0" w:color="auto"/>
              <w:bottom w:val="single" w:sz="4" w:space="0" w:color="auto"/>
              <w:right w:val="single" w:sz="4" w:space="0" w:color="auto"/>
            </w:tcBorders>
          </w:tcPr>
          <w:p w14:paraId="0984F474"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75"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76"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77"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78" w14:textId="77777777" w:rsidR="00B15E99" w:rsidRPr="00EF2F0E" w:rsidRDefault="00B15E99" w:rsidP="00AB06FD">
            <w:pPr>
              <w:pStyle w:val="TAL"/>
              <w:jc w:val="center"/>
              <w:rPr>
                <w:rFonts w:cs="Arial"/>
              </w:rPr>
            </w:pPr>
          </w:p>
        </w:tc>
      </w:tr>
      <w:tr w:rsidR="003401A4" w:rsidRPr="00EF2F0E" w14:paraId="0984F481"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7A" w14:textId="77777777" w:rsidR="00B15E99" w:rsidRPr="00EF2F0E" w:rsidRDefault="00B15E99" w:rsidP="00AB06FD">
            <w:pPr>
              <w:pStyle w:val="TAL"/>
              <w:jc w:val="center"/>
              <w:rPr>
                <w:rFonts w:cs="Arial"/>
              </w:rPr>
            </w:pPr>
            <w:r w:rsidRPr="00EF2F0E">
              <w:rPr>
                <w:rFonts w:cs="Arial"/>
              </w:rPr>
              <w:t>E-UTRA Band 27</w:t>
            </w:r>
          </w:p>
        </w:tc>
        <w:tc>
          <w:tcPr>
            <w:tcW w:w="1275" w:type="dxa"/>
            <w:tcBorders>
              <w:top w:val="single" w:sz="4" w:space="0" w:color="auto"/>
              <w:left w:val="single" w:sz="4" w:space="0" w:color="auto"/>
              <w:bottom w:val="single" w:sz="4" w:space="0" w:color="auto"/>
              <w:right w:val="single" w:sz="4" w:space="0" w:color="auto"/>
            </w:tcBorders>
          </w:tcPr>
          <w:p w14:paraId="0984F47B" w14:textId="77777777" w:rsidR="00B15E99" w:rsidRPr="00EF2F0E" w:rsidRDefault="00B15E99" w:rsidP="00AB06FD">
            <w:pPr>
              <w:pStyle w:val="TAL"/>
              <w:jc w:val="center"/>
              <w:rPr>
                <w:rFonts w:cs="Arial"/>
              </w:rPr>
            </w:pPr>
            <w:r w:rsidRPr="00EF2F0E">
              <w:rPr>
                <w:rFonts w:cs="Arial"/>
              </w:rPr>
              <w:t>807 - 824 MHz</w:t>
            </w:r>
          </w:p>
        </w:tc>
        <w:tc>
          <w:tcPr>
            <w:tcW w:w="1418" w:type="dxa"/>
            <w:tcBorders>
              <w:top w:val="single" w:sz="4" w:space="0" w:color="auto"/>
              <w:left w:val="single" w:sz="4" w:space="0" w:color="auto"/>
              <w:bottom w:val="single" w:sz="4" w:space="0" w:color="auto"/>
              <w:right w:val="single" w:sz="4" w:space="0" w:color="auto"/>
            </w:tcBorders>
          </w:tcPr>
          <w:p w14:paraId="0984F47C"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7D"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7E"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7F"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80" w14:textId="77777777" w:rsidR="00B15E99" w:rsidRPr="00EF2F0E" w:rsidRDefault="00B15E99" w:rsidP="00AB06FD">
            <w:pPr>
              <w:pStyle w:val="TAL"/>
              <w:jc w:val="center"/>
              <w:rPr>
                <w:rFonts w:cs="Arial"/>
              </w:rPr>
            </w:pPr>
          </w:p>
        </w:tc>
      </w:tr>
      <w:tr w:rsidR="003401A4" w:rsidRPr="00EF2F0E" w14:paraId="0984F489"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82" w14:textId="77777777" w:rsidR="00B15E99" w:rsidRPr="00EF2F0E" w:rsidRDefault="00B15E99" w:rsidP="00AB06FD">
            <w:pPr>
              <w:pStyle w:val="TAL"/>
              <w:jc w:val="center"/>
              <w:rPr>
                <w:rFonts w:cs="Arial"/>
              </w:rPr>
            </w:pPr>
            <w:r w:rsidRPr="00EF2F0E">
              <w:rPr>
                <w:rFonts w:cs="Arial"/>
              </w:rPr>
              <w:t>E-UTRA Band 28</w:t>
            </w:r>
            <w:r w:rsidR="0077153D" w:rsidRPr="00EF2F0E">
              <w:rPr>
                <w:rFonts w:cs="Arial"/>
              </w:rPr>
              <w:t xml:space="preserve"> or NR band n28</w:t>
            </w:r>
          </w:p>
        </w:tc>
        <w:tc>
          <w:tcPr>
            <w:tcW w:w="1275" w:type="dxa"/>
            <w:tcBorders>
              <w:top w:val="single" w:sz="4" w:space="0" w:color="auto"/>
              <w:left w:val="single" w:sz="4" w:space="0" w:color="auto"/>
              <w:bottom w:val="single" w:sz="4" w:space="0" w:color="auto"/>
              <w:right w:val="single" w:sz="4" w:space="0" w:color="auto"/>
            </w:tcBorders>
          </w:tcPr>
          <w:p w14:paraId="0984F483" w14:textId="77777777" w:rsidR="00B15E99" w:rsidRPr="00EF2F0E" w:rsidRDefault="00B15E99" w:rsidP="00AB06FD">
            <w:pPr>
              <w:pStyle w:val="TAL"/>
              <w:jc w:val="center"/>
              <w:rPr>
                <w:rFonts w:cs="Arial"/>
              </w:rPr>
            </w:pPr>
            <w:r w:rsidRPr="00EF2F0E">
              <w:rPr>
                <w:rFonts w:cs="Arial"/>
              </w:rPr>
              <w:t>703 – 748 MHz</w:t>
            </w:r>
          </w:p>
        </w:tc>
        <w:tc>
          <w:tcPr>
            <w:tcW w:w="1418" w:type="dxa"/>
            <w:tcBorders>
              <w:top w:val="single" w:sz="4" w:space="0" w:color="auto"/>
              <w:left w:val="single" w:sz="4" w:space="0" w:color="auto"/>
              <w:bottom w:val="single" w:sz="4" w:space="0" w:color="auto"/>
              <w:right w:val="single" w:sz="4" w:space="0" w:color="auto"/>
            </w:tcBorders>
          </w:tcPr>
          <w:p w14:paraId="0984F484"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85"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86"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87"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88" w14:textId="77777777" w:rsidR="00B15E99" w:rsidRPr="00EF2F0E" w:rsidRDefault="00B15E99" w:rsidP="00AB06FD">
            <w:pPr>
              <w:pStyle w:val="TAL"/>
              <w:jc w:val="center"/>
              <w:rPr>
                <w:rFonts w:cs="Arial"/>
              </w:rPr>
            </w:pPr>
            <w:r w:rsidRPr="00EF2F0E">
              <w:rPr>
                <w:rFonts w:cs="Arial"/>
              </w:rPr>
              <w:t>This is not applicable to BS operating in Band 44</w:t>
            </w:r>
          </w:p>
        </w:tc>
      </w:tr>
      <w:tr w:rsidR="003401A4" w:rsidRPr="00EF2F0E" w14:paraId="0984F491"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8A" w14:textId="77777777" w:rsidR="00B15E99" w:rsidRPr="00EF2F0E" w:rsidRDefault="00B15E99" w:rsidP="00AB06FD">
            <w:pPr>
              <w:pStyle w:val="TAL"/>
              <w:jc w:val="center"/>
              <w:rPr>
                <w:rFonts w:cs="Arial"/>
              </w:rPr>
            </w:pPr>
            <w:r w:rsidRPr="00EF2F0E">
              <w:rPr>
                <w:rFonts w:cs="Arial"/>
              </w:rPr>
              <w:t>E-UTRA Band 30</w:t>
            </w:r>
          </w:p>
        </w:tc>
        <w:tc>
          <w:tcPr>
            <w:tcW w:w="1275" w:type="dxa"/>
            <w:tcBorders>
              <w:top w:val="single" w:sz="4" w:space="0" w:color="auto"/>
              <w:left w:val="single" w:sz="4" w:space="0" w:color="auto"/>
              <w:bottom w:val="single" w:sz="4" w:space="0" w:color="auto"/>
              <w:right w:val="single" w:sz="4" w:space="0" w:color="auto"/>
            </w:tcBorders>
          </w:tcPr>
          <w:p w14:paraId="0984F48B" w14:textId="77777777" w:rsidR="00B15E99" w:rsidRPr="00EF2F0E" w:rsidRDefault="00B15E99" w:rsidP="00AB06FD">
            <w:pPr>
              <w:pStyle w:val="TAL"/>
              <w:jc w:val="center"/>
              <w:rPr>
                <w:rFonts w:cs="Arial"/>
              </w:rPr>
            </w:pPr>
            <w:r w:rsidRPr="00EF2F0E">
              <w:rPr>
                <w:rFonts w:cs="Arial"/>
              </w:rPr>
              <w:t>2305 - 2315 MHz</w:t>
            </w:r>
          </w:p>
        </w:tc>
        <w:tc>
          <w:tcPr>
            <w:tcW w:w="1418" w:type="dxa"/>
            <w:tcBorders>
              <w:top w:val="single" w:sz="4" w:space="0" w:color="auto"/>
              <w:left w:val="single" w:sz="4" w:space="0" w:color="auto"/>
              <w:bottom w:val="single" w:sz="4" w:space="0" w:color="auto"/>
              <w:right w:val="single" w:sz="4" w:space="0" w:color="auto"/>
            </w:tcBorders>
          </w:tcPr>
          <w:p w14:paraId="0984F48C"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8D"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8E"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8F"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90" w14:textId="77777777" w:rsidR="00B15E99" w:rsidRPr="00EF2F0E" w:rsidRDefault="00B15E99" w:rsidP="00AB06FD">
            <w:pPr>
              <w:pStyle w:val="TAL"/>
              <w:jc w:val="center"/>
              <w:rPr>
                <w:rFonts w:cs="Arial"/>
              </w:rPr>
            </w:pPr>
            <w:r w:rsidRPr="00EF2F0E">
              <w:rPr>
                <w:rFonts w:cs="Arial"/>
              </w:rPr>
              <w:t>This is not applicable to BS operating in Band 40</w:t>
            </w:r>
          </w:p>
        </w:tc>
      </w:tr>
      <w:tr w:rsidR="003401A4" w:rsidRPr="00EF2F0E" w14:paraId="0984F499"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92" w14:textId="77777777" w:rsidR="00B15E99" w:rsidRPr="00EF2F0E" w:rsidRDefault="00B15E99" w:rsidP="00AB06FD">
            <w:pPr>
              <w:pStyle w:val="TAL"/>
              <w:jc w:val="center"/>
              <w:rPr>
                <w:rFonts w:cs="Arial"/>
              </w:rPr>
            </w:pPr>
            <w:r w:rsidRPr="00EF2F0E">
              <w:rPr>
                <w:rFonts w:cs="Arial"/>
              </w:rPr>
              <w:t>E-UTRA Band 31</w:t>
            </w:r>
          </w:p>
        </w:tc>
        <w:tc>
          <w:tcPr>
            <w:tcW w:w="1275" w:type="dxa"/>
            <w:tcBorders>
              <w:top w:val="single" w:sz="4" w:space="0" w:color="auto"/>
              <w:left w:val="single" w:sz="4" w:space="0" w:color="auto"/>
              <w:bottom w:val="single" w:sz="4" w:space="0" w:color="auto"/>
              <w:right w:val="single" w:sz="4" w:space="0" w:color="auto"/>
            </w:tcBorders>
          </w:tcPr>
          <w:p w14:paraId="0984F493" w14:textId="77777777" w:rsidR="00B15E99" w:rsidRPr="00EF2F0E" w:rsidRDefault="00B15E99" w:rsidP="00AB06FD">
            <w:pPr>
              <w:pStyle w:val="TAL"/>
              <w:jc w:val="center"/>
              <w:rPr>
                <w:rFonts w:cs="Arial"/>
              </w:rPr>
            </w:pPr>
            <w:r w:rsidRPr="00EF2F0E">
              <w:rPr>
                <w:rFonts w:cs="Arial"/>
              </w:rPr>
              <w:t>452.5 – 457.5 MHz</w:t>
            </w:r>
          </w:p>
        </w:tc>
        <w:tc>
          <w:tcPr>
            <w:tcW w:w="1418" w:type="dxa"/>
            <w:tcBorders>
              <w:top w:val="single" w:sz="4" w:space="0" w:color="auto"/>
              <w:left w:val="single" w:sz="4" w:space="0" w:color="auto"/>
              <w:bottom w:val="single" w:sz="4" w:space="0" w:color="auto"/>
              <w:right w:val="single" w:sz="4" w:space="0" w:color="auto"/>
            </w:tcBorders>
          </w:tcPr>
          <w:p w14:paraId="0984F494"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95"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96"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97"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98" w14:textId="77777777" w:rsidR="00B15E99" w:rsidRPr="00EF2F0E" w:rsidRDefault="00B15E99" w:rsidP="00AB06FD">
            <w:pPr>
              <w:pStyle w:val="TAL"/>
              <w:jc w:val="center"/>
              <w:rPr>
                <w:rFonts w:cs="Arial"/>
              </w:rPr>
            </w:pPr>
          </w:p>
        </w:tc>
      </w:tr>
      <w:tr w:rsidR="003401A4" w:rsidRPr="00EF2F0E" w14:paraId="0984F4A2"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9A" w14:textId="77777777" w:rsidR="00B15E99" w:rsidRPr="00EF2F0E" w:rsidRDefault="00B15E99" w:rsidP="00AB06FD">
            <w:pPr>
              <w:pStyle w:val="TAL"/>
              <w:jc w:val="center"/>
              <w:rPr>
                <w:rFonts w:cs="Arial"/>
              </w:rPr>
            </w:pPr>
            <w:r w:rsidRPr="00EF2F0E">
              <w:rPr>
                <w:rFonts w:cs="Arial"/>
              </w:rPr>
              <w:t>UTRA TDD Band a) or E-UTRA Band 33</w:t>
            </w:r>
          </w:p>
        </w:tc>
        <w:tc>
          <w:tcPr>
            <w:tcW w:w="1275" w:type="dxa"/>
            <w:tcBorders>
              <w:top w:val="single" w:sz="4" w:space="0" w:color="auto"/>
              <w:left w:val="single" w:sz="4" w:space="0" w:color="auto"/>
              <w:bottom w:val="single" w:sz="4" w:space="0" w:color="auto"/>
              <w:right w:val="single" w:sz="4" w:space="0" w:color="auto"/>
            </w:tcBorders>
          </w:tcPr>
          <w:p w14:paraId="0984F49B" w14:textId="77777777" w:rsidR="00B15E99" w:rsidRPr="00EF2F0E" w:rsidRDefault="00B15E99" w:rsidP="00AB06FD">
            <w:pPr>
              <w:pStyle w:val="TAL"/>
              <w:jc w:val="center"/>
              <w:rPr>
                <w:rFonts w:cs="Arial"/>
                <w:lang w:eastAsia="zh-CN"/>
              </w:rPr>
            </w:pPr>
            <w:r w:rsidRPr="00EF2F0E">
              <w:rPr>
                <w:rFonts w:cs="Arial"/>
              </w:rPr>
              <w:t>1900 - 1920 MHz</w:t>
            </w:r>
          </w:p>
          <w:p w14:paraId="0984F49C" w14:textId="77777777" w:rsidR="00B15E99" w:rsidRPr="00EF2F0E" w:rsidRDefault="00B15E99" w:rsidP="00AB06FD">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0984F49D"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9E"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9F"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A0"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A1" w14:textId="77777777" w:rsidR="00B15E99" w:rsidRPr="00EF2F0E" w:rsidRDefault="00B15E99" w:rsidP="00AB06FD">
            <w:pPr>
              <w:pStyle w:val="TAL"/>
              <w:jc w:val="center"/>
              <w:rPr>
                <w:rFonts w:cs="Arial"/>
                <w:lang w:eastAsia="zh-CN"/>
              </w:rPr>
            </w:pPr>
            <w:r w:rsidRPr="00EF2F0E">
              <w:rPr>
                <w:rFonts w:cs="Arial"/>
              </w:rPr>
              <w:t>This is not applicable to BS operating in Band 33</w:t>
            </w:r>
          </w:p>
        </w:tc>
      </w:tr>
      <w:tr w:rsidR="003401A4" w:rsidRPr="00EF2F0E" w14:paraId="0984F4AA"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A3" w14:textId="77777777" w:rsidR="00B15E99" w:rsidRPr="00EF2F0E" w:rsidRDefault="00B15E99" w:rsidP="00AB06FD">
            <w:pPr>
              <w:pStyle w:val="TAL"/>
              <w:jc w:val="center"/>
              <w:rPr>
                <w:rFonts w:cs="Arial"/>
              </w:rPr>
            </w:pPr>
            <w:r w:rsidRPr="00EF2F0E">
              <w:rPr>
                <w:rFonts w:cs="Arial"/>
              </w:rPr>
              <w:t>UTRA TDD Band a) or E-UTRA Band 34</w:t>
            </w:r>
            <w:r w:rsidR="005E0A3F" w:rsidRPr="00EF2F0E">
              <w:rPr>
                <w:rFonts w:cs="Arial"/>
              </w:rPr>
              <w:t xml:space="preserve"> or NR band n34</w:t>
            </w:r>
          </w:p>
        </w:tc>
        <w:tc>
          <w:tcPr>
            <w:tcW w:w="1275" w:type="dxa"/>
            <w:tcBorders>
              <w:top w:val="single" w:sz="4" w:space="0" w:color="auto"/>
              <w:left w:val="single" w:sz="4" w:space="0" w:color="auto"/>
              <w:bottom w:val="single" w:sz="4" w:space="0" w:color="auto"/>
              <w:right w:val="single" w:sz="4" w:space="0" w:color="auto"/>
            </w:tcBorders>
          </w:tcPr>
          <w:p w14:paraId="0984F4A4" w14:textId="77777777" w:rsidR="00B15E99" w:rsidRPr="00EF2F0E" w:rsidRDefault="00B15E99" w:rsidP="00AB06FD">
            <w:pPr>
              <w:pStyle w:val="TAL"/>
              <w:jc w:val="center"/>
              <w:rPr>
                <w:rFonts w:cs="Arial"/>
              </w:rPr>
            </w:pPr>
            <w:r w:rsidRPr="00EF2F0E">
              <w:rPr>
                <w:rFonts w:cs="Arial"/>
              </w:rPr>
              <w:t>2010 - 2025 MHz</w:t>
            </w:r>
          </w:p>
        </w:tc>
        <w:tc>
          <w:tcPr>
            <w:tcW w:w="1418" w:type="dxa"/>
            <w:tcBorders>
              <w:top w:val="single" w:sz="4" w:space="0" w:color="auto"/>
              <w:left w:val="single" w:sz="4" w:space="0" w:color="auto"/>
              <w:bottom w:val="single" w:sz="4" w:space="0" w:color="auto"/>
              <w:right w:val="single" w:sz="4" w:space="0" w:color="auto"/>
            </w:tcBorders>
          </w:tcPr>
          <w:p w14:paraId="0984F4A5"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A6"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A7"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A8"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A9" w14:textId="77777777" w:rsidR="00B15E99" w:rsidRPr="00EF2F0E" w:rsidRDefault="00B15E99" w:rsidP="00AB06FD">
            <w:pPr>
              <w:pStyle w:val="TAL"/>
              <w:jc w:val="center"/>
              <w:rPr>
                <w:rFonts w:cs="Arial"/>
              </w:rPr>
            </w:pPr>
            <w:r w:rsidRPr="00EF2F0E">
              <w:rPr>
                <w:rFonts w:cs="Arial"/>
              </w:rPr>
              <w:t>This is not applicable to BS operating in Band 34</w:t>
            </w:r>
          </w:p>
        </w:tc>
      </w:tr>
      <w:tr w:rsidR="003401A4" w:rsidRPr="00EF2F0E" w14:paraId="0984F4B3"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AB" w14:textId="77777777" w:rsidR="00B15E99" w:rsidRPr="00EF2F0E" w:rsidRDefault="00B15E99" w:rsidP="00AB06FD">
            <w:pPr>
              <w:pStyle w:val="TAL"/>
              <w:jc w:val="center"/>
              <w:rPr>
                <w:rFonts w:cs="Arial"/>
                <w:lang w:val="sv-FI"/>
              </w:rPr>
            </w:pPr>
            <w:r w:rsidRPr="00EF2F0E">
              <w:rPr>
                <w:rFonts w:cs="Arial"/>
                <w:lang w:val="sv-FI"/>
              </w:rPr>
              <w:t>UTRA TDD Band b) or E-UTRA Band 35</w:t>
            </w:r>
          </w:p>
        </w:tc>
        <w:tc>
          <w:tcPr>
            <w:tcW w:w="1275" w:type="dxa"/>
            <w:tcBorders>
              <w:top w:val="single" w:sz="4" w:space="0" w:color="auto"/>
              <w:left w:val="single" w:sz="4" w:space="0" w:color="auto"/>
              <w:bottom w:val="single" w:sz="4" w:space="0" w:color="auto"/>
              <w:right w:val="single" w:sz="4" w:space="0" w:color="auto"/>
            </w:tcBorders>
          </w:tcPr>
          <w:p w14:paraId="0984F4AC" w14:textId="77777777" w:rsidR="00B15E99" w:rsidRPr="00EF2F0E" w:rsidRDefault="00B15E99" w:rsidP="00AB06FD">
            <w:pPr>
              <w:pStyle w:val="TAL"/>
              <w:jc w:val="center"/>
              <w:rPr>
                <w:rFonts w:cs="Arial"/>
                <w:lang w:eastAsia="zh-CN"/>
              </w:rPr>
            </w:pPr>
            <w:r w:rsidRPr="00EF2F0E">
              <w:rPr>
                <w:rFonts w:cs="Arial"/>
              </w:rPr>
              <w:t>1850 – 1910 MHz</w:t>
            </w:r>
          </w:p>
          <w:p w14:paraId="0984F4AD" w14:textId="77777777" w:rsidR="00B15E99" w:rsidRPr="00EF2F0E" w:rsidRDefault="00B15E99" w:rsidP="00AB06FD">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0984F4AE"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AF"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B0"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B1"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B2" w14:textId="77777777" w:rsidR="00B15E99" w:rsidRPr="00EF2F0E" w:rsidRDefault="00B15E99" w:rsidP="00AB06FD">
            <w:pPr>
              <w:pStyle w:val="TAL"/>
              <w:jc w:val="center"/>
              <w:rPr>
                <w:rFonts w:cs="Arial"/>
              </w:rPr>
            </w:pPr>
            <w:r w:rsidRPr="00EF2F0E">
              <w:rPr>
                <w:rFonts w:cs="Arial"/>
              </w:rPr>
              <w:t xml:space="preserve">This is not applicable to BS operating in Band </w:t>
            </w:r>
            <w:r w:rsidRPr="00EF2F0E">
              <w:rPr>
                <w:rFonts w:cs="Arial"/>
                <w:lang w:eastAsia="zh-CN"/>
              </w:rPr>
              <w:t xml:space="preserve"> </w:t>
            </w:r>
            <w:r w:rsidRPr="00EF2F0E">
              <w:rPr>
                <w:rFonts w:cs="Arial"/>
              </w:rPr>
              <w:t>35</w:t>
            </w:r>
          </w:p>
        </w:tc>
      </w:tr>
      <w:tr w:rsidR="003401A4" w:rsidRPr="00EF2F0E" w14:paraId="0984F4BB"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B4" w14:textId="77777777" w:rsidR="00B15E99" w:rsidRPr="00EF2F0E" w:rsidRDefault="00B15E99" w:rsidP="00AB06FD">
            <w:pPr>
              <w:pStyle w:val="TAL"/>
              <w:jc w:val="center"/>
              <w:rPr>
                <w:rFonts w:cs="Arial"/>
                <w:lang w:val="sv-FI"/>
              </w:rPr>
            </w:pPr>
            <w:r w:rsidRPr="00EF2F0E">
              <w:rPr>
                <w:rFonts w:cs="Arial"/>
                <w:lang w:val="sv-FI"/>
              </w:rPr>
              <w:t>UTRA TDD Band b) or E-UTRA Band 36</w:t>
            </w:r>
          </w:p>
        </w:tc>
        <w:tc>
          <w:tcPr>
            <w:tcW w:w="1275" w:type="dxa"/>
            <w:tcBorders>
              <w:top w:val="single" w:sz="4" w:space="0" w:color="auto"/>
              <w:left w:val="single" w:sz="4" w:space="0" w:color="auto"/>
              <w:bottom w:val="single" w:sz="4" w:space="0" w:color="auto"/>
              <w:right w:val="single" w:sz="4" w:space="0" w:color="auto"/>
            </w:tcBorders>
          </w:tcPr>
          <w:p w14:paraId="0984F4B5" w14:textId="77777777" w:rsidR="00B15E99" w:rsidRPr="00EF2F0E" w:rsidRDefault="00B15E99" w:rsidP="00AB06FD">
            <w:pPr>
              <w:pStyle w:val="TAL"/>
              <w:jc w:val="center"/>
              <w:rPr>
                <w:rFonts w:cs="Arial"/>
              </w:rPr>
            </w:pPr>
            <w:r w:rsidRPr="00EF2F0E">
              <w:rPr>
                <w:rFonts w:cs="Arial"/>
              </w:rPr>
              <w:t>1930 - 1990 MHz</w:t>
            </w:r>
          </w:p>
        </w:tc>
        <w:tc>
          <w:tcPr>
            <w:tcW w:w="1418" w:type="dxa"/>
            <w:tcBorders>
              <w:top w:val="single" w:sz="4" w:space="0" w:color="auto"/>
              <w:left w:val="single" w:sz="4" w:space="0" w:color="auto"/>
              <w:bottom w:val="single" w:sz="4" w:space="0" w:color="auto"/>
              <w:right w:val="single" w:sz="4" w:space="0" w:color="auto"/>
            </w:tcBorders>
          </w:tcPr>
          <w:p w14:paraId="0984F4B6"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B7"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B8"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B9"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BA" w14:textId="77777777" w:rsidR="00B15E99" w:rsidRPr="00EF2F0E" w:rsidRDefault="00B15E99" w:rsidP="00AB06FD">
            <w:pPr>
              <w:pStyle w:val="TAL"/>
              <w:jc w:val="center"/>
              <w:rPr>
                <w:rFonts w:cs="Arial"/>
              </w:rPr>
            </w:pPr>
            <w:r w:rsidRPr="00EF2F0E">
              <w:rPr>
                <w:rFonts w:cs="Arial"/>
              </w:rPr>
              <w:t>This is not applicable to BS operating in Band 2 and 36</w:t>
            </w:r>
          </w:p>
        </w:tc>
      </w:tr>
      <w:tr w:rsidR="003401A4" w:rsidRPr="00EF2F0E" w14:paraId="0984F4C3"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BC" w14:textId="77777777" w:rsidR="00B15E99" w:rsidRPr="00EF2F0E" w:rsidRDefault="00B15E99" w:rsidP="00AB06FD">
            <w:pPr>
              <w:pStyle w:val="TAL"/>
              <w:jc w:val="center"/>
              <w:rPr>
                <w:rFonts w:cs="Arial"/>
                <w:lang w:val="sv-FI"/>
              </w:rPr>
            </w:pPr>
            <w:r w:rsidRPr="00EF2F0E">
              <w:rPr>
                <w:rFonts w:cs="Arial"/>
                <w:lang w:val="sv-FI"/>
              </w:rPr>
              <w:t>UTRA TDD Band c) or E-UTRA Band 37</w:t>
            </w:r>
          </w:p>
        </w:tc>
        <w:tc>
          <w:tcPr>
            <w:tcW w:w="1275" w:type="dxa"/>
            <w:tcBorders>
              <w:top w:val="single" w:sz="4" w:space="0" w:color="auto"/>
              <w:left w:val="single" w:sz="4" w:space="0" w:color="auto"/>
              <w:bottom w:val="single" w:sz="4" w:space="0" w:color="auto"/>
              <w:right w:val="single" w:sz="4" w:space="0" w:color="auto"/>
            </w:tcBorders>
          </w:tcPr>
          <w:p w14:paraId="0984F4BD" w14:textId="77777777" w:rsidR="00B15E99" w:rsidRPr="00EF2F0E" w:rsidRDefault="00B15E99" w:rsidP="00AB06FD">
            <w:pPr>
              <w:pStyle w:val="TAL"/>
              <w:jc w:val="center"/>
              <w:rPr>
                <w:rFonts w:cs="Arial"/>
              </w:rPr>
            </w:pPr>
            <w:r w:rsidRPr="00EF2F0E">
              <w:rPr>
                <w:rFonts w:cs="Arial"/>
              </w:rPr>
              <w:t>1910 - 1930 MHz</w:t>
            </w:r>
          </w:p>
        </w:tc>
        <w:tc>
          <w:tcPr>
            <w:tcW w:w="1418" w:type="dxa"/>
            <w:tcBorders>
              <w:top w:val="single" w:sz="4" w:space="0" w:color="auto"/>
              <w:left w:val="single" w:sz="4" w:space="0" w:color="auto"/>
              <w:bottom w:val="single" w:sz="4" w:space="0" w:color="auto"/>
              <w:right w:val="single" w:sz="4" w:space="0" w:color="auto"/>
            </w:tcBorders>
          </w:tcPr>
          <w:p w14:paraId="0984F4BE"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BF"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C0"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C1"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C2" w14:textId="77777777" w:rsidR="00B15E99" w:rsidRPr="00EF2F0E" w:rsidRDefault="00B15E99" w:rsidP="00AB06FD">
            <w:pPr>
              <w:pStyle w:val="TAL"/>
              <w:jc w:val="center"/>
              <w:rPr>
                <w:rFonts w:cs="Arial"/>
                <w:lang w:eastAsia="zh-CN"/>
              </w:rPr>
            </w:pPr>
            <w:r w:rsidRPr="00EF2F0E">
              <w:rPr>
                <w:rFonts w:cs="Arial"/>
              </w:rPr>
              <w:t>This is not applicable to BS operating in Band 37</w:t>
            </w:r>
            <w:r w:rsidRPr="00EF2F0E">
              <w:rPr>
                <w:rFonts w:cs="Arial"/>
                <w:lang w:eastAsia="zh-CN"/>
              </w:rPr>
              <w:t>.</w:t>
            </w:r>
            <w:r w:rsidRPr="00EF2F0E">
              <w:rPr>
                <w:rFonts w:cs="Arial"/>
              </w:rPr>
              <w:t xml:space="preserve"> This unpaired band is defined in ITU-R M.1036, but is pending any future deployment.</w:t>
            </w:r>
          </w:p>
        </w:tc>
      </w:tr>
      <w:tr w:rsidR="003401A4" w:rsidRPr="00EF2F0E" w14:paraId="0984F4CB"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C4" w14:textId="77777777" w:rsidR="00B15E99" w:rsidRPr="00EF2F0E" w:rsidRDefault="00B15E99" w:rsidP="00AB06FD">
            <w:pPr>
              <w:pStyle w:val="TAL"/>
              <w:jc w:val="center"/>
              <w:rPr>
                <w:rFonts w:cs="Arial"/>
              </w:rPr>
            </w:pPr>
            <w:r w:rsidRPr="00EF2F0E">
              <w:rPr>
                <w:rFonts w:cs="Arial"/>
              </w:rPr>
              <w:t>UTRA TDD Band d) or E-UTRA Band 38</w:t>
            </w:r>
            <w:r w:rsidR="005E0A3F" w:rsidRPr="00EF2F0E">
              <w:rPr>
                <w:rFonts w:cs="Arial"/>
                <w:lang w:val="sv-SE"/>
              </w:rPr>
              <w:t xml:space="preserve"> or NR band n38</w:t>
            </w:r>
          </w:p>
        </w:tc>
        <w:tc>
          <w:tcPr>
            <w:tcW w:w="1275" w:type="dxa"/>
            <w:tcBorders>
              <w:top w:val="single" w:sz="4" w:space="0" w:color="auto"/>
              <w:left w:val="single" w:sz="4" w:space="0" w:color="auto"/>
              <w:bottom w:val="single" w:sz="4" w:space="0" w:color="auto"/>
              <w:right w:val="single" w:sz="4" w:space="0" w:color="auto"/>
            </w:tcBorders>
          </w:tcPr>
          <w:p w14:paraId="0984F4C5" w14:textId="77777777" w:rsidR="00B15E99" w:rsidRPr="00EF2F0E" w:rsidRDefault="00B15E99" w:rsidP="00AB06FD">
            <w:pPr>
              <w:pStyle w:val="TAL"/>
              <w:jc w:val="center"/>
              <w:rPr>
                <w:rFonts w:cs="Arial"/>
              </w:rPr>
            </w:pPr>
            <w:r w:rsidRPr="00EF2F0E">
              <w:rPr>
                <w:rFonts w:cs="Arial"/>
              </w:rPr>
              <w:t>2570 – 2620 MHz</w:t>
            </w:r>
          </w:p>
        </w:tc>
        <w:tc>
          <w:tcPr>
            <w:tcW w:w="1418" w:type="dxa"/>
            <w:tcBorders>
              <w:top w:val="single" w:sz="4" w:space="0" w:color="auto"/>
              <w:left w:val="single" w:sz="4" w:space="0" w:color="auto"/>
              <w:bottom w:val="single" w:sz="4" w:space="0" w:color="auto"/>
              <w:right w:val="single" w:sz="4" w:space="0" w:color="auto"/>
            </w:tcBorders>
          </w:tcPr>
          <w:p w14:paraId="0984F4C6"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C7"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C8"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C9"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CA" w14:textId="77777777" w:rsidR="00B15E99" w:rsidRPr="00EF2F0E" w:rsidRDefault="00B15E99" w:rsidP="00AB06FD">
            <w:pPr>
              <w:pStyle w:val="TAL"/>
              <w:jc w:val="center"/>
              <w:rPr>
                <w:rFonts w:cs="Arial"/>
              </w:rPr>
            </w:pPr>
            <w:r w:rsidRPr="00EF2F0E">
              <w:rPr>
                <w:rFonts w:cs="Arial"/>
              </w:rPr>
              <w:t>This is not applicable to BS operating in Band 38.</w:t>
            </w:r>
          </w:p>
        </w:tc>
      </w:tr>
      <w:tr w:rsidR="003401A4" w:rsidRPr="00EF2F0E" w14:paraId="0984F4D3"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CC" w14:textId="77777777" w:rsidR="00B15E99" w:rsidRPr="00EF2F0E" w:rsidRDefault="00B15E99" w:rsidP="00AB06FD">
            <w:pPr>
              <w:pStyle w:val="TAL"/>
              <w:jc w:val="center"/>
              <w:rPr>
                <w:rFonts w:cs="Arial"/>
              </w:rPr>
            </w:pPr>
            <w:r w:rsidRPr="00EF2F0E">
              <w:rPr>
                <w:rFonts w:cs="Arial"/>
              </w:rPr>
              <w:t>UTRA TDD Band f) or E-UTRA Band 3</w:t>
            </w:r>
            <w:r w:rsidRPr="00EF2F0E">
              <w:rPr>
                <w:rFonts w:cs="Arial"/>
                <w:lang w:eastAsia="zh-CN"/>
              </w:rPr>
              <w:t>9</w:t>
            </w:r>
            <w:r w:rsidR="005E0A3F" w:rsidRPr="00EF2F0E">
              <w:rPr>
                <w:rFonts w:cs="Arial"/>
                <w:lang w:val="sv-SE" w:eastAsia="zh-CN"/>
              </w:rPr>
              <w:t xml:space="preserve"> or NR band n39</w:t>
            </w:r>
          </w:p>
        </w:tc>
        <w:tc>
          <w:tcPr>
            <w:tcW w:w="1275" w:type="dxa"/>
            <w:tcBorders>
              <w:top w:val="single" w:sz="4" w:space="0" w:color="auto"/>
              <w:left w:val="single" w:sz="4" w:space="0" w:color="auto"/>
              <w:bottom w:val="single" w:sz="4" w:space="0" w:color="auto"/>
              <w:right w:val="single" w:sz="4" w:space="0" w:color="auto"/>
            </w:tcBorders>
          </w:tcPr>
          <w:p w14:paraId="0984F4CD" w14:textId="77777777" w:rsidR="00B15E99" w:rsidRPr="00EF2F0E" w:rsidRDefault="00B15E99" w:rsidP="00AB06FD">
            <w:pPr>
              <w:pStyle w:val="TAL"/>
              <w:jc w:val="center"/>
              <w:rPr>
                <w:rFonts w:cs="Arial"/>
              </w:rPr>
            </w:pPr>
            <w:r w:rsidRPr="00EF2F0E">
              <w:rPr>
                <w:rFonts w:cs="Arial"/>
                <w:lang w:eastAsia="zh-CN"/>
              </w:rPr>
              <w:t xml:space="preserve">1880 </w:t>
            </w:r>
            <w:r w:rsidRPr="00EF2F0E">
              <w:rPr>
                <w:rFonts w:cs="Arial"/>
              </w:rPr>
              <w:t xml:space="preserve"> – </w:t>
            </w:r>
            <w:r w:rsidRPr="00EF2F0E">
              <w:rPr>
                <w:rFonts w:cs="Arial"/>
                <w:lang w:eastAsia="zh-CN"/>
              </w:rPr>
              <w:t>1920MHz</w:t>
            </w:r>
          </w:p>
        </w:tc>
        <w:tc>
          <w:tcPr>
            <w:tcW w:w="1418" w:type="dxa"/>
            <w:tcBorders>
              <w:top w:val="single" w:sz="4" w:space="0" w:color="auto"/>
              <w:left w:val="single" w:sz="4" w:space="0" w:color="auto"/>
              <w:bottom w:val="single" w:sz="4" w:space="0" w:color="auto"/>
              <w:right w:val="single" w:sz="4" w:space="0" w:color="auto"/>
            </w:tcBorders>
          </w:tcPr>
          <w:p w14:paraId="0984F4CE"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CF"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D0"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D1" w14:textId="77777777" w:rsidR="00B15E99" w:rsidRPr="00EF2F0E" w:rsidRDefault="00B15E99" w:rsidP="00AB06FD">
            <w:pPr>
              <w:pStyle w:val="TAL"/>
              <w:jc w:val="center"/>
              <w:rPr>
                <w:rFonts w:cs="Arial"/>
              </w:rPr>
            </w:pPr>
            <w:r w:rsidRPr="00EF2F0E">
              <w:rPr>
                <w:rFonts w:cs="Arial"/>
              </w:rPr>
              <w:t>1</w:t>
            </w:r>
            <w:r w:rsidRPr="00EF2F0E">
              <w:rPr>
                <w:rFonts w:cs="Arial"/>
                <w:lang w:eastAsia="zh-CN"/>
              </w:rPr>
              <w:t>00 k</w:t>
            </w:r>
            <w:r w:rsidRPr="00EF2F0E">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984F4D2" w14:textId="77777777" w:rsidR="00B15E99" w:rsidRPr="00EF2F0E" w:rsidRDefault="00B15E99" w:rsidP="00AB06FD">
            <w:pPr>
              <w:pStyle w:val="TAL"/>
              <w:jc w:val="center"/>
              <w:rPr>
                <w:rFonts w:cs="Arial"/>
              </w:rPr>
            </w:pPr>
            <w:r w:rsidRPr="00EF2F0E">
              <w:rPr>
                <w:rFonts w:cs="Arial"/>
              </w:rPr>
              <w:t xml:space="preserve">This is not applicable to BS operating in Band </w:t>
            </w:r>
            <w:r w:rsidRPr="00EF2F0E">
              <w:rPr>
                <w:rFonts w:cs="Arial"/>
                <w:lang w:eastAsia="zh-CN"/>
              </w:rPr>
              <w:t>33 and 39</w:t>
            </w:r>
          </w:p>
        </w:tc>
      </w:tr>
      <w:tr w:rsidR="003401A4" w:rsidRPr="00EF2F0E" w14:paraId="0984F4DB"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D4" w14:textId="77777777" w:rsidR="00B15E99" w:rsidRPr="00EF2F0E" w:rsidRDefault="00B15E99" w:rsidP="00AB06FD">
            <w:pPr>
              <w:pStyle w:val="TAL"/>
              <w:jc w:val="center"/>
              <w:rPr>
                <w:rFonts w:cs="Arial"/>
              </w:rPr>
            </w:pPr>
            <w:r w:rsidRPr="00EF2F0E">
              <w:rPr>
                <w:rFonts w:cs="Arial"/>
              </w:rPr>
              <w:t xml:space="preserve">UTRA TDD Band e) or E-UTRA Band </w:t>
            </w:r>
            <w:r w:rsidRPr="00EF2F0E">
              <w:rPr>
                <w:rFonts w:cs="Arial"/>
                <w:lang w:eastAsia="zh-CN"/>
              </w:rPr>
              <w:t>40</w:t>
            </w:r>
            <w:r w:rsidR="005E0A3F" w:rsidRPr="00EF2F0E">
              <w:rPr>
                <w:rFonts w:cs="Arial"/>
                <w:lang w:val="sv-SE" w:eastAsia="zh-CN"/>
              </w:rPr>
              <w:t xml:space="preserve"> or NR band n40</w:t>
            </w:r>
          </w:p>
        </w:tc>
        <w:tc>
          <w:tcPr>
            <w:tcW w:w="1275" w:type="dxa"/>
            <w:tcBorders>
              <w:top w:val="single" w:sz="4" w:space="0" w:color="auto"/>
              <w:left w:val="single" w:sz="4" w:space="0" w:color="auto"/>
              <w:bottom w:val="single" w:sz="4" w:space="0" w:color="auto"/>
              <w:right w:val="single" w:sz="4" w:space="0" w:color="auto"/>
            </w:tcBorders>
          </w:tcPr>
          <w:p w14:paraId="0984F4D5" w14:textId="77777777" w:rsidR="00B15E99" w:rsidRPr="00EF2F0E" w:rsidRDefault="00B15E99" w:rsidP="00AB06FD">
            <w:pPr>
              <w:pStyle w:val="TAL"/>
              <w:jc w:val="center"/>
              <w:rPr>
                <w:rFonts w:cs="Arial"/>
              </w:rPr>
            </w:pPr>
            <w:r w:rsidRPr="00EF2F0E">
              <w:rPr>
                <w:rFonts w:cs="Arial"/>
                <w:lang w:eastAsia="zh-CN"/>
              </w:rPr>
              <w:t xml:space="preserve">2300 </w:t>
            </w:r>
            <w:r w:rsidRPr="00EF2F0E">
              <w:rPr>
                <w:rFonts w:cs="Arial"/>
              </w:rPr>
              <w:t xml:space="preserve"> – </w:t>
            </w:r>
            <w:r w:rsidRPr="00EF2F0E">
              <w:rPr>
                <w:rFonts w:cs="Arial"/>
                <w:lang w:eastAsia="zh-CN"/>
              </w:rPr>
              <w:t>2400MHz</w:t>
            </w:r>
          </w:p>
        </w:tc>
        <w:tc>
          <w:tcPr>
            <w:tcW w:w="1418" w:type="dxa"/>
            <w:tcBorders>
              <w:top w:val="single" w:sz="4" w:space="0" w:color="auto"/>
              <w:left w:val="single" w:sz="4" w:space="0" w:color="auto"/>
              <w:bottom w:val="single" w:sz="4" w:space="0" w:color="auto"/>
              <w:right w:val="single" w:sz="4" w:space="0" w:color="auto"/>
            </w:tcBorders>
          </w:tcPr>
          <w:p w14:paraId="0984F4D6"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D7"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D8"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D9" w14:textId="77777777" w:rsidR="00B15E99" w:rsidRPr="00EF2F0E" w:rsidRDefault="00B15E99" w:rsidP="00AB06FD">
            <w:pPr>
              <w:pStyle w:val="TAL"/>
              <w:jc w:val="center"/>
              <w:rPr>
                <w:rFonts w:cs="Arial"/>
              </w:rPr>
            </w:pPr>
            <w:r w:rsidRPr="00EF2F0E">
              <w:rPr>
                <w:rFonts w:cs="Arial"/>
              </w:rPr>
              <w:t>1</w:t>
            </w:r>
            <w:r w:rsidRPr="00EF2F0E">
              <w:rPr>
                <w:rFonts w:cs="Arial"/>
                <w:lang w:eastAsia="zh-CN"/>
              </w:rPr>
              <w:t>00</w:t>
            </w:r>
            <w:r w:rsidRPr="00EF2F0E">
              <w:rPr>
                <w:rFonts w:cs="Arial"/>
              </w:rPr>
              <w:t xml:space="preserve"> </w:t>
            </w:r>
            <w:r w:rsidRPr="00EF2F0E">
              <w:rPr>
                <w:rFonts w:cs="Arial"/>
                <w:lang w:eastAsia="zh-CN"/>
              </w:rPr>
              <w:t>k</w:t>
            </w:r>
            <w:r w:rsidRPr="00EF2F0E">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984F4DA" w14:textId="77777777" w:rsidR="00B15E99" w:rsidRPr="00EF2F0E" w:rsidRDefault="00B15E99" w:rsidP="00AB06FD">
            <w:pPr>
              <w:pStyle w:val="TAL"/>
              <w:jc w:val="center"/>
              <w:rPr>
                <w:rFonts w:cs="Arial"/>
              </w:rPr>
            </w:pPr>
            <w:r w:rsidRPr="00EF2F0E">
              <w:rPr>
                <w:rFonts w:cs="Arial"/>
              </w:rPr>
              <w:t xml:space="preserve">This is not applicable to BS operating in Band 30 or </w:t>
            </w:r>
            <w:r w:rsidRPr="00EF2F0E">
              <w:rPr>
                <w:rFonts w:cs="Arial"/>
                <w:lang w:eastAsia="zh-CN"/>
              </w:rPr>
              <w:t>40</w:t>
            </w:r>
          </w:p>
        </w:tc>
      </w:tr>
      <w:tr w:rsidR="003401A4" w:rsidRPr="00EF2F0E" w14:paraId="0984F4E3"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DC" w14:textId="77777777" w:rsidR="00B15E99" w:rsidRPr="00EF2F0E" w:rsidRDefault="00B15E99" w:rsidP="00AB06FD">
            <w:pPr>
              <w:pStyle w:val="TAL"/>
              <w:jc w:val="center"/>
              <w:rPr>
                <w:rFonts w:cs="Arial"/>
              </w:rPr>
            </w:pPr>
            <w:r w:rsidRPr="00EF2F0E">
              <w:rPr>
                <w:rFonts w:cs="Arial"/>
              </w:rPr>
              <w:t xml:space="preserve">E-UTRA Band </w:t>
            </w:r>
            <w:r w:rsidRPr="00EF2F0E">
              <w:rPr>
                <w:rFonts w:cs="Arial"/>
                <w:lang w:eastAsia="zh-CN"/>
              </w:rPr>
              <w:t>41</w:t>
            </w:r>
            <w:r w:rsidR="005E0A3F" w:rsidRPr="00EF2F0E">
              <w:rPr>
                <w:rFonts w:cs="Arial"/>
                <w:lang w:eastAsia="zh-CN"/>
              </w:rPr>
              <w:t xml:space="preserve"> or NR band n41</w:t>
            </w:r>
          </w:p>
        </w:tc>
        <w:tc>
          <w:tcPr>
            <w:tcW w:w="1275" w:type="dxa"/>
            <w:tcBorders>
              <w:top w:val="single" w:sz="4" w:space="0" w:color="auto"/>
              <w:left w:val="single" w:sz="4" w:space="0" w:color="auto"/>
              <w:bottom w:val="single" w:sz="4" w:space="0" w:color="auto"/>
              <w:right w:val="single" w:sz="4" w:space="0" w:color="auto"/>
            </w:tcBorders>
          </w:tcPr>
          <w:p w14:paraId="0984F4DD" w14:textId="77777777" w:rsidR="00B15E99" w:rsidRPr="00EF2F0E" w:rsidRDefault="00B15E99" w:rsidP="00AB06FD">
            <w:pPr>
              <w:pStyle w:val="TAL"/>
              <w:jc w:val="center"/>
              <w:rPr>
                <w:rFonts w:cs="Arial"/>
                <w:lang w:eastAsia="zh-CN"/>
              </w:rPr>
            </w:pPr>
            <w:r w:rsidRPr="00EF2F0E">
              <w:rPr>
                <w:rFonts w:cs="Arial"/>
                <w:lang w:eastAsia="zh-CN"/>
              </w:rPr>
              <w:t xml:space="preserve">2496 </w:t>
            </w:r>
            <w:r w:rsidRPr="00EF2F0E">
              <w:rPr>
                <w:rFonts w:cs="Arial"/>
              </w:rPr>
              <w:t xml:space="preserve"> – </w:t>
            </w:r>
            <w:r w:rsidRPr="00EF2F0E">
              <w:rPr>
                <w:rFonts w:cs="Arial"/>
                <w:lang w:eastAsia="zh-CN"/>
              </w:rPr>
              <w:t>2690MHz</w:t>
            </w:r>
          </w:p>
        </w:tc>
        <w:tc>
          <w:tcPr>
            <w:tcW w:w="1418" w:type="dxa"/>
            <w:tcBorders>
              <w:top w:val="single" w:sz="4" w:space="0" w:color="auto"/>
              <w:left w:val="single" w:sz="4" w:space="0" w:color="auto"/>
              <w:bottom w:val="single" w:sz="4" w:space="0" w:color="auto"/>
              <w:right w:val="single" w:sz="4" w:space="0" w:color="auto"/>
            </w:tcBorders>
          </w:tcPr>
          <w:p w14:paraId="0984F4DE"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DF"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E0"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E1" w14:textId="77777777" w:rsidR="00B15E99" w:rsidRPr="00EF2F0E" w:rsidRDefault="00B15E99" w:rsidP="00AB06FD">
            <w:pPr>
              <w:pStyle w:val="TAL"/>
              <w:jc w:val="center"/>
              <w:rPr>
                <w:rFonts w:cs="Arial"/>
              </w:rPr>
            </w:pPr>
            <w:r w:rsidRPr="00EF2F0E">
              <w:rPr>
                <w:rFonts w:cs="Arial"/>
              </w:rPr>
              <w:t>1</w:t>
            </w:r>
            <w:r w:rsidRPr="00EF2F0E">
              <w:rPr>
                <w:rFonts w:cs="Arial"/>
                <w:lang w:eastAsia="zh-CN"/>
              </w:rPr>
              <w:t>00</w:t>
            </w:r>
            <w:r w:rsidRPr="00EF2F0E">
              <w:rPr>
                <w:rFonts w:cs="Arial"/>
              </w:rPr>
              <w:t xml:space="preserve"> </w:t>
            </w:r>
            <w:r w:rsidRPr="00EF2F0E">
              <w:rPr>
                <w:rFonts w:cs="Arial"/>
                <w:lang w:eastAsia="zh-CN"/>
              </w:rPr>
              <w:t>k</w:t>
            </w:r>
            <w:r w:rsidRPr="00EF2F0E">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984F4E2" w14:textId="77777777" w:rsidR="00B15E99" w:rsidRPr="00EF2F0E" w:rsidRDefault="00B15E99" w:rsidP="00AB06FD">
            <w:pPr>
              <w:pStyle w:val="TAL"/>
              <w:jc w:val="center"/>
              <w:rPr>
                <w:rFonts w:cs="Arial"/>
              </w:rPr>
            </w:pPr>
            <w:r w:rsidRPr="00EF2F0E">
              <w:rPr>
                <w:rFonts w:cs="Arial"/>
              </w:rPr>
              <w:t xml:space="preserve">This is not applicable to BS operating in Band </w:t>
            </w:r>
            <w:r w:rsidRPr="00EF2F0E">
              <w:rPr>
                <w:rFonts w:cs="Arial"/>
                <w:lang w:eastAsia="zh-CN"/>
              </w:rPr>
              <w:t>41</w:t>
            </w:r>
          </w:p>
        </w:tc>
      </w:tr>
      <w:tr w:rsidR="003401A4" w:rsidRPr="00EF2F0E" w14:paraId="0984F4EB"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E4" w14:textId="77777777" w:rsidR="00B15E99" w:rsidRPr="00EF2F0E" w:rsidRDefault="00B15E99" w:rsidP="00AB06FD">
            <w:pPr>
              <w:pStyle w:val="TAL"/>
              <w:jc w:val="center"/>
              <w:rPr>
                <w:rFonts w:cs="Arial"/>
              </w:rPr>
            </w:pPr>
            <w:r w:rsidRPr="00EF2F0E">
              <w:rPr>
                <w:rFonts w:cs="Arial"/>
              </w:rPr>
              <w:t xml:space="preserve">E-UTRA Band </w:t>
            </w:r>
            <w:r w:rsidRPr="00EF2F0E">
              <w:rPr>
                <w:rFonts w:cs="Arial"/>
                <w:lang w:eastAsia="zh-CN"/>
              </w:rPr>
              <w:t>42</w:t>
            </w:r>
          </w:p>
        </w:tc>
        <w:tc>
          <w:tcPr>
            <w:tcW w:w="1275" w:type="dxa"/>
            <w:tcBorders>
              <w:top w:val="single" w:sz="4" w:space="0" w:color="auto"/>
              <w:left w:val="single" w:sz="4" w:space="0" w:color="auto"/>
              <w:bottom w:val="single" w:sz="4" w:space="0" w:color="auto"/>
              <w:right w:val="single" w:sz="4" w:space="0" w:color="auto"/>
            </w:tcBorders>
          </w:tcPr>
          <w:p w14:paraId="0984F4E5" w14:textId="77777777" w:rsidR="00B15E99" w:rsidRPr="00EF2F0E" w:rsidRDefault="00B15E99" w:rsidP="00AB06FD">
            <w:pPr>
              <w:pStyle w:val="TAL"/>
              <w:jc w:val="center"/>
              <w:rPr>
                <w:rFonts w:cs="Arial"/>
                <w:lang w:eastAsia="zh-CN"/>
              </w:rPr>
            </w:pPr>
            <w:r w:rsidRPr="00EF2F0E">
              <w:rPr>
                <w:rFonts w:cs="Arial"/>
                <w:lang w:eastAsia="zh-CN"/>
              </w:rPr>
              <w:t>3400</w:t>
            </w:r>
            <w:r w:rsidRPr="00EF2F0E">
              <w:rPr>
                <w:rFonts w:cs="Arial"/>
              </w:rPr>
              <w:t xml:space="preserve"> – 3600 </w:t>
            </w:r>
            <w:r w:rsidRPr="00EF2F0E">
              <w:rPr>
                <w:rFonts w:cs="Arial"/>
                <w:lang w:eastAsia="zh-CN"/>
              </w:rPr>
              <w:t>MHz</w:t>
            </w:r>
          </w:p>
        </w:tc>
        <w:tc>
          <w:tcPr>
            <w:tcW w:w="1418" w:type="dxa"/>
            <w:tcBorders>
              <w:top w:val="single" w:sz="4" w:space="0" w:color="auto"/>
              <w:left w:val="single" w:sz="4" w:space="0" w:color="auto"/>
              <w:bottom w:val="single" w:sz="4" w:space="0" w:color="auto"/>
              <w:right w:val="single" w:sz="4" w:space="0" w:color="auto"/>
            </w:tcBorders>
          </w:tcPr>
          <w:p w14:paraId="0984F4E6"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E7"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E8"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E9" w14:textId="77777777" w:rsidR="00B15E99" w:rsidRPr="00EF2F0E" w:rsidRDefault="00B15E99" w:rsidP="00AB06FD">
            <w:pPr>
              <w:pStyle w:val="TAL"/>
              <w:jc w:val="center"/>
              <w:rPr>
                <w:rFonts w:cs="Arial"/>
              </w:rPr>
            </w:pPr>
            <w:r w:rsidRPr="00EF2F0E">
              <w:rPr>
                <w:rFonts w:cs="Arial"/>
              </w:rPr>
              <w:t>1</w:t>
            </w:r>
            <w:r w:rsidRPr="00EF2F0E">
              <w:rPr>
                <w:rFonts w:cs="Arial"/>
                <w:lang w:eastAsia="zh-CN"/>
              </w:rPr>
              <w:t>00</w:t>
            </w:r>
            <w:r w:rsidRPr="00EF2F0E">
              <w:rPr>
                <w:rFonts w:cs="Arial"/>
              </w:rPr>
              <w:t xml:space="preserve"> </w:t>
            </w:r>
            <w:r w:rsidRPr="00EF2F0E">
              <w:rPr>
                <w:rFonts w:cs="Arial"/>
                <w:lang w:eastAsia="zh-CN"/>
              </w:rPr>
              <w:t>k</w:t>
            </w:r>
            <w:r w:rsidRPr="00EF2F0E">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984F4EA" w14:textId="77777777" w:rsidR="00B15E99" w:rsidRPr="00EF2F0E" w:rsidRDefault="00B15E99" w:rsidP="00AB06FD">
            <w:pPr>
              <w:pStyle w:val="TAL"/>
              <w:jc w:val="center"/>
              <w:rPr>
                <w:rFonts w:cs="Arial"/>
              </w:rPr>
            </w:pPr>
            <w:r w:rsidRPr="00EF2F0E">
              <w:rPr>
                <w:rFonts w:cs="Arial"/>
              </w:rPr>
              <w:t xml:space="preserve">This is not applicable to BS operating in Band </w:t>
            </w:r>
            <w:r w:rsidRPr="00EF2F0E">
              <w:rPr>
                <w:rFonts w:cs="Arial"/>
                <w:lang w:eastAsia="zh-CN"/>
              </w:rPr>
              <w:t>22, 42 or 43</w:t>
            </w:r>
          </w:p>
        </w:tc>
      </w:tr>
      <w:tr w:rsidR="003401A4" w:rsidRPr="00EF2F0E" w14:paraId="0984F4F3"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EC" w14:textId="77777777" w:rsidR="00B15E99" w:rsidRPr="00EF2F0E" w:rsidRDefault="00B15E99" w:rsidP="00AB06FD">
            <w:pPr>
              <w:pStyle w:val="TAL"/>
              <w:jc w:val="center"/>
              <w:rPr>
                <w:rFonts w:cs="Arial"/>
              </w:rPr>
            </w:pPr>
            <w:r w:rsidRPr="00EF2F0E">
              <w:rPr>
                <w:rFonts w:cs="Arial"/>
              </w:rPr>
              <w:t xml:space="preserve">E-UTRA Band </w:t>
            </w:r>
            <w:r w:rsidRPr="00EF2F0E">
              <w:rPr>
                <w:rFonts w:cs="Arial"/>
                <w:lang w:eastAsia="zh-CN"/>
              </w:rPr>
              <w:t>43</w:t>
            </w:r>
          </w:p>
        </w:tc>
        <w:tc>
          <w:tcPr>
            <w:tcW w:w="1275" w:type="dxa"/>
            <w:tcBorders>
              <w:top w:val="single" w:sz="4" w:space="0" w:color="auto"/>
              <w:left w:val="single" w:sz="4" w:space="0" w:color="auto"/>
              <w:bottom w:val="single" w:sz="4" w:space="0" w:color="auto"/>
              <w:right w:val="single" w:sz="4" w:space="0" w:color="auto"/>
            </w:tcBorders>
          </w:tcPr>
          <w:p w14:paraId="0984F4ED" w14:textId="77777777" w:rsidR="00B15E99" w:rsidRPr="00EF2F0E" w:rsidRDefault="00B15E99" w:rsidP="00AB06FD">
            <w:pPr>
              <w:pStyle w:val="TAL"/>
              <w:jc w:val="center"/>
              <w:rPr>
                <w:rFonts w:cs="Arial"/>
                <w:lang w:eastAsia="zh-CN"/>
              </w:rPr>
            </w:pPr>
            <w:r w:rsidRPr="00EF2F0E">
              <w:rPr>
                <w:rFonts w:cs="Arial"/>
                <w:lang w:eastAsia="zh-CN"/>
              </w:rPr>
              <w:t>3600</w:t>
            </w:r>
            <w:r w:rsidRPr="00EF2F0E">
              <w:rPr>
                <w:rFonts w:cs="Arial"/>
              </w:rPr>
              <w:t xml:space="preserve"> – </w:t>
            </w:r>
            <w:r w:rsidRPr="00EF2F0E">
              <w:rPr>
                <w:rFonts w:cs="Arial"/>
                <w:lang w:eastAsia="zh-CN"/>
              </w:rPr>
              <w:t>3800 MHz</w:t>
            </w:r>
          </w:p>
        </w:tc>
        <w:tc>
          <w:tcPr>
            <w:tcW w:w="1418" w:type="dxa"/>
            <w:tcBorders>
              <w:top w:val="single" w:sz="4" w:space="0" w:color="auto"/>
              <w:left w:val="single" w:sz="4" w:space="0" w:color="auto"/>
              <w:bottom w:val="single" w:sz="4" w:space="0" w:color="auto"/>
              <w:right w:val="single" w:sz="4" w:space="0" w:color="auto"/>
            </w:tcBorders>
          </w:tcPr>
          <w:p w14:paraId="0984F4EE"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EF"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F0"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F1" w14:textId="77777777" w:rsidR="00B15E99" w:rsidRPr="00EF2F0E" w:rsidRDefault="00B15E99" w:rsidP="00AB06FD">
            <w:pPr>
              <w:pStyle w:val="TAL"/>
              <w:jc w:val="center"/>
              <w:rPr>
                <w:rFonts w:cs="Arial"/>
              </w:rPr>
            </w:pPr>
            <w:r w:rsidRPr="00EF2F0E">
              <w:rPr>
                <w:rFonts w:cs="Arial"/>
              </w:rPr>
              <w:t>1</w:t>
            </w:r>
            <w:r w:rsidRPr="00EF2F0E">
              <w:rPr>
                <w:rFonts w:cs="Arial"/>
                <w:lang w:eastAsia="zh-CN"/>
              </w:rPr>
              <w:t>00</w:t>
            </w:r>
            <w:r w:rsidRPr="00EF2F0E">
              <w:rPr>
                <w:rFonts w:cs="Arial"/>
              </w:rPr>
              <w:t xml:space="preserve"> </w:t>
            </w:r>
            <w:r w:rsidRPr="00EF2F0E">
              <w:rPr>
                <w:rFonts w:cs="Arial"/>
                <w:lang w:eastAsia="zh-CN"/>
              </w:rPr>
              <w:t>k</w:t>
            </w:r>
            <w:r w:rsidRPr="00EF2F0E">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984F4F2" w14:textId="77777777" w:rsidR="00B15E99" w:rsidRPr="00EF2F0E" w:rsidRDefault="00B15E99" w:rsidP="00AB06FD">
            <w:pPr>
              <w:pStyle w:val="TAL"/>
              <w:jc w:val="center"/>
              <w:rPr>
                <w:rFonts w:cs="Arial"/>
              </w:rPr>
            </w:pPr>
            <w:r w:rsidRPr="00EF2F0E">
              <w:rPr>
                <w:rFonts w:cs="Arial"/>
              </w:rPr>
              <w:t xml:space="preserve">This is not applicable to BS operating in Band 42 or </w:t>
            </w:r>
            <w:r w:rsidRPr="00EF2F0E">
              <w:rPr>
                <w:rFonts w:cs="Arial"/>
                <w:lang w:eastAsia="zh-CN"/>
              </w:rPr>
              <w:t>43</w:t>
            </w:r>
          </w:p>
        </w:tc>
      </w:tr>
      <w:tr w:rsidR="003401A4" w:rsidRPr="00EF2F0E" w14:paraId="0984F4FB"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F4" w14:textId="77777777" w:rsidR="00B15E99" w:rsidRPr="00EF2F0E" w:rsidRDefault="00B15E99" w:rsidP="00AB06FD">
            <w:pPr>
              <w:pStyle w:val="TAL"/>
              <w:jc w:val="center"/>
              <w:rPr>
                <w:rFonts w:cs="Arial"/>
              </w:rPr>
            </w:pPr>
            <w:r w:rsidRPr="00EF2F0E">
              <w:rPr>
                <w:rFonts w:cs="Arial"/>
              </w:rPr>
              <w:t>E-UTRA Band 44</w:t>
            </w:r>
          </w:p>
        </w:tc>
        <w:tc>
          <w:tcPr>
            <w:tcW w:w="1275" w:type="dxa"/>
            <w:tcBorders>
              <w:top w:val="single" w:sz="4" w:space="0" w:color="auto"/>
              <w:left w:val="single" w:sz="4" w:space="0" w:color="auto"/>
              <w:bottom w:val="single" w:sz="4" w:space="0" w:color="auto"/>
              <w:right w:val="single" w:sz="4" w:space="0" w:color="auto"/>
            </w:tcBorders>
          </w:tcPr>
          <w:p w14:paraId="0984F4F5" w14:textId="77777777" w:rsidR="00B15E99" w:rsidRPr="00EF2F0E" w:rsidRDefault="00B15E99" w:rsidP="00AB06FD">
            <w:pPr>
              <w:pStyle w:val="TAL"/>
              <w:jc w:val="center"/>
              <w:rPr>
                <w:rFonts w:cs="Arial"/>
                <w:lang w:eastAsia="zh-CN"/>
              </w:rPr>
            </w:pPr>
            <w:r w:rsidRPr="00EF2F0E">
              <w:rPr>
                <w:rFonts w:cs="Arial"/>
                <w:lang w:eastAsia="zh-CN"/>
              </w:rPr>
              <w:t>703 – 803 MHz</w:t>
            </w:r>
          </w:p>
        </w:tc>
        <w:tc>
          <w:tcPr>
            <w:tcW w:w="1418" w:type="dxa"/>
            <w:tcBorders>
              <w:top w:val="single" w:sz="4" w:space="0" w:color="auto"/>
              <w:left w:val="single" w:sz="4" w:space="0" w:color="auto"/>
              <w:bottom w:val="single" w:sz="4" w:space="0" w:color="auto"/>
              <w:right w:val="single" w:sz="4" w:space="0" w:color="auto"/>
            </w:tcBorders>
          </w:tcPr>
          <w:p w14:paraId="0984F4F6"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F7"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4F8"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4F9"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4FA" w14:textId="77777777" w:rsidR="00B15E99" w:rsidRPr="00EF2F0E" w:rsidRDefault="00B15E99" w:rsidP="00AB06FD">
            <w:pPr>
              <w:pStyle w:val="TAL"/>
              <w:jc w:val="center"/>
              <w:rPr>
                <w:rFonts w:cs="Arial"/>
              </w:rPr>
            </w:pPr>
            <w:r w:rsidRPr="00EF2F0E">
              <w:rPr>
                <w:rFonts w:cs="Arial"/>
              </w:rPr>
              <w:t>This is not applicable to BS operating in Band 28 or 44</w:t>
            </w:r>
          </w:p>
        </w:tc>
      </w:tr>
      <w:tr w:rsidR="003401A4" w:rsidRPr="00EF2F0E" w14:paraId="0984F503"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4FC" w14:textId="77777777" w:rsidR="00B15E99" w:rsidRPr="00EF2F0E" w:rsidRDefault="00B15E99" w:rsidP="00AB06FD">
            <w:pPr>
              <w:keepNext/>
              <w:keepLines/>
              <w:spacing w:after="0"/>
              <w:jc w:val="center"/>
              <w:rPr>
                <w:rFonts w:ascii="Arial" w:hAnsi="Arial" w:cs="Arial"/>
                <w:sz w:val="18"/>
                <w:szCs w:val="18"/>
                <w:lang w:eastAsia="zh-CN"/>
              </w:rPr>
            </w:pPr>
            <w:r w:rsidRPr="00EF2F0E">
              <w:rPr>
                <w:rFonts w:ascii="Arial" w:hAnsi="Arial" w:cs="Arial"/>
                <w:sz w:val="18"/>
                <w:szCs w:val="18"/>
              </w:rPr>
              <w:t>E-UTRA Band 4</w:t>
            </w:r>
            <w:r w:rsidRPr="00EF2F0E">
              <w:rPr>
                <w:rFonts w:ascii="Arial" w:hAnsi="Arial" w:cs="Arial"/>
                <w:sz w:val="18"/>
                <w:szCs w:val="18"/>
                <w:lang w:eastAsia="zh-CN"/>
              </w:rPr>
              <w:t>5</w:t>
            </w:r>
          </w:p>
        </w:tc>
        <w:tc>
          <w:tcPr>
            <w:tcW w:w="1275" w:type="dxa"/>
            <w:tcBorders>
              <w:top w:val="single" w:sz="4" w:space="0" w:color="auto"/>
              <w:left w:val="single" w:sz="4" w:space="0" w:color="auto"/>
              <w:bottom w:val="single" w:sz="4" w:space="0" w:color="auto"/>
              <w:right w:val="single" w:sz="4" w:space="0" w:color="auto"/>
            </w:tcBorders>
          </w:tcPr>
          <w:p w14:paraId="0984F4FD" w14:textId="77777777" w:rsidR="00B15E99" w:rsidRPr="00EF2F0E" w:rsidRDefault="00B15E99" w:rsidP="00AB06FD">
            <w:pPr>
              <w:keepNext/>
              <w:keepLines/>
              <w:spacing w:after="0"/>
              <w:jc w:val="center"/>
              <w:rPr>
                <w:rFonts w:ascii="Arial" w:hAnsi="Arial" w:cs="Arial"/>
                <w:sz w:val="18"/>
                <w:szCs w:val="18"/>
                <w:lang w:eastAsia="zh-CN"/>
              </w:rPr>
            </w:pPr>
            <w:r w:rsidRPr="00EF2F0E">
              <w:rPr>
                <w:rFonts w:ascii="Arial" w:hAnsi="Arial" w:cs="Arial"/>
                <w:sz w:val="18"/>
                <w:szCs w:val="18"/>
                <w:lang w:eastAsia="zh-CN"/>
              </w:rPr>
              <w:t>1447 – 1467 MHz</w:t>
            </w:r>
          </w:p>
        </w:tc>
        <w:tc>
          <w:tcPr>
            <w:tcW w:w="1418" w:type="dxa"/>
            <w:tcBorders>
              <w:top w:val="single" w:sz="4" w:space="0" w:color="auto"/>
              <w:left w:val="single" w:sz="4" w:space="0" w:color="auto"/>
              <w:bottom w:val="single" w:sz="4" w:space="0" w:color="auto"/>
              <w:right w:val="single" w:sz="4" w:space="0" w:color="auto"/>
            </w:tcBorders>
          </w:tcPr>
          <w:p w14:paraId="0984F4FE" w14:textId="77777777" w:rsidR="00B15E99" w:rsidRPr="00EF2F0E" w:rsidRDefault="00B15E99" w:rsidP="00AB06FD">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4FF" w14:textId="77777777" w:rsidR="00B15E99" w:rsidRPr="00EF2F0E" w:rsidRDefault="00B15E99" w:rsidP="00AB06FD">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00" w14:textId="77777777" w:rsidR="00B15E99" w:rsidRPr="00EF2F0E" w:rsidRDefault="00B15E99" w:rsidP="00AB06FD">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01" w14:textId="77777777" w:rsidR="00B15E99" w:rsidRPr="00EF2F0E" w:rsidRDefault="00B15E99" w:rsidP="00AB06FD">
            <w:pPr>
              <w:keepNext/>
              <w:keepLines/>
              <w:spacing w:after="0"/>
              <w:jc w:val="center"/>
              <w:rPr>
                <w:rFonts w:ascii="Arial" w:hAnsi="Arial" w:cs="Arial"/>
                <w:sz w:val="18"/>
                <w:szCs w:val="18"/>
              </w:rPr>
            </w:pPr>
            <w:r w:rsidRPr="00EF2F0E">
              <w:rPr>
                <w:rFonts w:ascii="Arial" w:hAnsi="Arial" w:cs="Arial"/>
                <w:sz w:val="18"/>
                <w:szCs w:val="18"/>
              </w:rPr>
              <w:t>100 kHz</w:t>
            </w:r>
          </w:p>
        </w:tc>
        <w:tc>
          <w:tcPr>
            <w:tcW w:w="2191" w:type="dxa"/>
            <w:tcBorders>
              <w:top w:val="single" w:sz="4" w:space="0" w:color="auto"/>
              <w:left w:val="single" w:sz="4" w:space="0" w:color="auto"/>
              <w:bottom w:val="single" w:sz="4" w:space="0" w:color="auto"/>
              <w:right w:val="single" w:sz="4" w:space="0" w:color="auto"/>
            </w:tcBorders>
          </w:tcPr>
          <w:p w14:paraId="0984F502" w14:textId="77777777" w:rsidR="00B15E99" w:rsidRPr="00EF2F0E" w:rsidRDefault="00B15E99" w:rsidP="00AB06FD">
            <w:pPr>
              <w:keepNext/>
              <w:keepLines/>
              <w:spacing w:after="0"/>
              <w:jc w:val="center"/>
              <w:rPr>
                <w:rFonts w:ascii="Arial" w:hAnsi="Arial" w:cs="Arial"/>
                <w:sz w:val="18"/>
                <w:szCs w:val="18"/>
                <w:lang w:eastAsia="zh-CN"/>
              </w:rPr>
            </w:pPr>
            <w:r w:rsidRPr="00EF2F0E">
              <w:rPr>
                <w:rFonts w:ascii="Arial" w:hAnsi="Arial" w:cs="Arial"/>
                <w:sz w:val="18"/>
                <w:szCs w:val="18"/>
              </w:rPr>
              <w:t xml:space="preserve">This is not applicable to BS operating in Band </w:t>
            </w:r>
            <w:r w:rsidRPr="00EF2F0E">
              <w:rPr>
                <w:rFonts w:ascii="Arial" w:hAnsi="Arial" w:cs="Arial"/>
                <w:sz w:val="18"/>
                <w:szCs w:val="18"/>
                <w:lang w:eastAsia="zh-CN"/>
              </w:rPr>
              <w:t>45</w:t>
            </w:r>
          </w:p>
        </w:tc>
      </w:tr>
      <w:tr w:rsidR="003401A4" w:rsidRPr="00EF2F0E" w14:paraId="0984F50B"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04" w14:textId="77777777" w:rsidR="005E0A3F" w:rsidRPr="00EF2F0E" w:rsidRDefault="005E0A3F" w:rsidP="000A7FEB">
            <w:pPr>
              <w:pStyle w:val="TAC"/>
            </w:pPr>
            <w:r w:rsidRPr="00EF2F0E">
              <w:t>E-UTRA Band 4</w:t>
            </w:r>
            <w:r w:rsidRPr="00EF2F0E">
              <w:rPr>
                <w:lang w:eastAsia="zh-CN"/>
              </w:rPr>
              <w:t>6</w:t>
            </w:r>
          </w:p>
        </w:tc>
        <w:tc>
          <w:tcPr>
            <w:tcW w:w="1275" w:type="dxa"/>
            <w:tcBorders>
              <w:top w:val="single" w:sz="4" w:space="0" w:color="auto"/>
              <w:left w:val="single" w:sz="4" w:space="0" w:color="auto"/>
              <w:bottom w:val="single" w:sz="4" w:space="0" w:color="auto"/>
              <w:right w:val="single" w:sz="4" w:space="0" w:color="auto"/>
            </w:tcBorders>
          </w:tcPr>
          <w:p w14:paraId="0984F505" w14:textId="77777777" w:rsidR="005E0A3F" w:rsidRPr="00EF2F0E" w:rsidRDefault="005E0A3F" w:rsidP="000A7FEB">
            <w:pPr>
              <w:pStyle w:val="TAC"/>
              <w:rPr>
                <w:lang w:eastAsia="zh-CN"/>
              </w:rPr>
            </w:pPr>
            <w:r w:rsidRPr="00EF2F0E">
              <w:rPr>
                <w:lang w:eastAsia="zh-CN"/>
              </w:rPr>
              <w:t>5150 – 5925 MHz</w:t>
            </w:r>
          </w:p>
        </w:tc>
        <w:tc>
          <w:tcPr>
            <w:tcW w:w="1418" w:type="dxa"/>
            <w:tcBorders>
              <w:top w:val="single" w:sz="4" w:space="0" w:color="auto"/>
              <w:left w:val="single" w:sz="4" w:space="0" w:color="auto"/>
              <w:bottom w:val="single" w:sz="4" w:space="0" w:color="auto"/>
              <w:right w:val="single" w:sz="4" w:space="0" w:color="auto"/>
            </w:tcBorders>
          </w:tcPr>
          <w:p w14:paraId="0984F506" w14:textId="77777777" w:rsidR="005E0A3F" w:rsidRPr="00EF2F0E" w:rsidRDefault="005E0A3F" w:rsidP="000A7FEB">
            <w:pPr>
              <w:pStyle w:val="TAC"/>
            </w:pPr>
            <w:r w:rsidRPr="00EF2F0E">
              <w:rPr>
                <w:lang w:eastAsia="zh-CN"/>
              </w:rPr>
              <w:t>N/A</w:t>
            </w:r>
          </w:p>
        </w:tc>
        <w:tc>
          <w:tcPr>
            <w:tcW w:w="1417" w:type="dxa"/>
            <w:tcBorders>
              <w:top w:val="single" w:sz="4" w:space="0" w:color="auto"/>
              <w:left w:val="single" w:sz="4" w:space="0" w:color="auto"/>
              <w:bottom w:val="single" w:sz="4" w:space="0" w:color="auto"/>
              <w:right w:val="single" w:sz="4" w:space="0" w:color="auto"/>
            </w:tcBorders>
          </w:tcPr>
          <w:p w14:paraId="0984F507" w14:textId="77777777" w:rsidR="005E0A3F" w:rsidRPr="00EF2F0E" w:rsidRDefault="005E0A3F" w:rsidP="000A7FEB">
            <w:pPr>
              <w:pStyle w:val="TAC"/>
            </w:pPr>
            <w:r w:rsidRPr="00EF2F0E">
              <w:t>-115 dBm</w:t>
            </w:r>
          </w:p>
        </w:tc>
        <w:tc>
          <w:tcPr>
            <w:tcW w:w="1418" w:type="dxa"/>
            <w:tcBorders>
              <w:top w:val="single" w:sz="4" w:space="0" w:color="auto"/>
              <w:left w:val="single" w:sz="4" w:space="0" w:color="auto"/>
              <w:bottom w:val="single" w:sz="4" w:space="0" w:color="auto"/>
              <w:right w:val="single" w:sz="4" w:space="0" w:color="auto"/>
            </w:tcBorders>
          </w:tcPr>
          <w:p w14:paraId="0984F508" w14:textId="77777777" w:rsidR="005E0A3F" w:rsidRPr="00EF2F0E" w:rsidRDefault="005E0A3F" w:rsidP="000A7FEB">
            <w:pPr>
              <w:pStyle w:val="TAC"/>
            </w:pPr>
            <w:r w:rsidRPr="00EF2F0E">
              <w:t>-112 dBm</w:t>
            </w:r>
          </w:p>
        </w:tc>
        <w:tc>
          <w:tcPr>
            <w:tcW w:w="709" w:type="dxa"/>
            <w:tcBorders>
              <w:top w:val="single" w:sz="4" w:space="0" w:color="auto"/>
              <w:left w:val="single" w:sz="4" w:space="0" w:color="auto"/>
              <w:bottom w:val="single" w:sz="4" w:space="0" w:color="auto"/>
              <w:right w:val="single" w:sz="4" w:space="0" w:color="auto"/>
            </w:tcBorders>
          </w:tcPr>
          <w:p w14:paraId="0984F509" w14:textId="77777777" w:rsidR="005E0A3F" w:rsidRPr="00EF2F0E" w:rsidRDefault="005E0A3F" w:rsidP="000A7FEB">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50A" w14:textId="77777777" w:rsidR="005E0A3F" w:rsidRPr="00EF2F0E" w:rsidRDefault="005E0A3F" w:rsidP="000A7FEB">
            <w:pPr>
              <w:pStyle w:val="TAC"/>
            </w:pPr>
          </w:p>
        </w:tc>
      </w:tr>
      <w:tr w:rsidR="003401A4" w:rsidRPr="00EF2F0E" w14:paraId="0984F513"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0C" w14:textId="77777777" w:rsidR="005E0A3F" w:rsidRPr="00EF2F0E" w:rsidRDefault="005E0A3F" w:rsidP="000A7FEB">
            <w:pPr>
              <w:pStyle w:val="TAC"/>
            </w:pPr>
            <w:r w:rsidRPr="00EF2F0E">
              <w:rPr>
                <w:lang w:eastAsia="ja-JP"/>
              </w:rPr>
              <w:t xml:space="preserve">E-UTRA Band </w:t>
            </w:r>
            <w:r w:rsidRPr="00EF2F0E">
              <w:rPr>
                <w:lang w:eastAsia="zh-CN"/>
              </w:rPr>
              <w:t>48</w:t>
            </w:r>
          </w:p>
        </w:tc>
        <w:tc>
          <w:tcPr>
            <w:tcW w:w="1275" w:type="dxa"/>
            <w:tcBorders>
              <w:top w:val="single" w:sz="4" w:space="0" w:color="auto"/>
              <w:left w:val="single" w:sz="4" w:space="0" w:color="auto"/>
              <w:bottom w:val="single" w:sz="4" w:space="0" w:color="auto"/>
              <w:right w:val="single" w:sz="4" w:space="0" w:color="auto"/>
            </w:tcBorders>
          </w:tcPr>
          <w:p w14:paraId="0984F50D" w14:textId="77777777" w:rsidR="005E0A3F" w:rsidRPr="00EF2F0E" w:rsidRDefault="005E0A3F" w:rsidP="000A7FEB">
            <w:pPr>
              <w:pStyle w:val="TAC"/>
              <w:rPr>
                <w:lang w:eastAsia="zh-CN"/>
              </w:rPr>
            </w:pPr>
            <w:r w:rsidRPr="00EF2F0E">
              <w:rPr>
                <w:lang w:eastAsia="zh-CN"/>
              </w:rPr>
              <w:t>3550</w:t>
            </w:r>
            <w:r w:rsidRPr="00EF2F0E">
              <w:rPr>
                <w:lang w:eastAsia="ja-JP"/>
              </w:rPr>
              <w:t xml:space="preserve"> – </w:t>
            </w:r>
            <w:r w:rsidRPr="00EF2F0E">
              <w:rPr>
                <w:lang w:eastAsia="zh-CN"/>
              </w:rPr>
              <w:t>3700 MHz</w:t>
            </w:r>
          </w:p>
        </w:tc>
        <w:tc>
          <w:tcPr>
            <w:tcW w:w="1418" w:type="dxa"/>
            <w:tcBorders>
              <w:top w:val="single" w:sz="4" w:space="0" w:color="auto"/>
              <w:left w:val="single" w:sz="4" w:space="0" w:color="auto"/>
              <w:bottom w:val="single" w:sz="4" w:space="0" w:color="auto"/>
              <w:right w:val="single" w:sz="4" w:space="0" w:color="auto"/>
            </w:tcBorders>
          </w:tcPr>
          <w:p w14:paraId="0984F50E" w14:textId="77777777" w:rsidR="005E0A3F" w:rsidRPr="00EF2F0E" w:rsidRDefault="005E0A3F" w:rsidP="000A7FEB">
            <w:pPr>
              <w:pStyle w:val="TAC"/>
            </w:pPr>
            <w:r w:rsidRPr="00EF2F0E">
              <w:t>-120 dBm</w:t>
            </w:r>
          </w:p>
        </w:tc>
        <w:tc>
          <w:tcPr>
            <w:tcW w:w="1417" w:type="dxa"/>
            <w:tcBorders>
              <w:top w:val="single" w:sz="4" w:space="0" w:color="auto"/>
              <w:left w:val="single" w:sz="4" w:space="0" w:color="auto"/>
              <w:bottom w:val="single" w:sz="4" w:space="0" w:color="auto"/>
              <w:right w:val="single" w:sz="4" w:space="0" w:color="auto"/>
            </w:tcBorders>
          </w:tcPr>
          <w:p w14:paraId="0984F50F" w14:textId="77777777" w:rsidR="005E0A3F" w:rsidRPr="00EF2F0E" w:rsidRDefault="005E0A3F" w:rsidP="000A7FEB">
            <w:pPr>
              <w:pStyle w:val="TAC"/>
            </w:pPr>
            <w:r w:rsidRPr="00EF2F0E">
              <w:t>-115 dBm</w:t>
            </w:r>
          </w:p>
        </w:tc>
        <w:tc>
          <w:tcPr>
            <w:tcW w:w="1418" w:type="dxa"/>
            <w:tcBorders>
              <w:top w:val="single" w:sz="4" w:space="0" w:color="auto"/>
              <w:left w:val="single" w:sz="4" w:space="0" w:color="auto"/>
              <w:bottom w:val="single" w:sz="4" w:space="0" w:color="auto"/>
              <w:right w:val="single" w:sz="4" w:space="0" w:color="auto"/>
            </w:tcBorders>
          </w:tcPr>
          <w:p w14:paraId="0984F510" w14:textId="77777777" w:rsidR="005E0A3F" w:rsidRPr="00EF2F0E" w:rsidRDefault="005E0A3F" w:rsidP="000A7FEB">
            <w:pPr>
              <w:pStyle w:val="TAC"/>
            </w:pPr>
            <w:r w:rsidRPr="00EF2F0E">
              <w:t>-112 dBm</w:t>
            </w:r>
          </w:p>
        </w:tc>
        <w:tc>
          <w:tcPr>
            <w:tcW w:w="709" w:type="dxa"/>
            <w:tcBorders>
              <w:top w:val="single" w:sz="4" w:space="0" w:color="auto"/>
              <w:left w:val="single" w:sz="4" w:space="0" w:color="auto"/>
              <w:bottom w:val="single" w:sz="4" w:space="0" w:color="auto"/>
              <w:right w:val="single" w:sz="4" w:space="0" w:color="auto"/>
            </w:tcBorders>
          </w:tcPr>
          <w:p w14:paraId="0984F511" w14:textId="77777777" w:rsidR="005E0A3F" w:rsidRPr="00EF2F0E" w:rsidRDefault="005E0A3F" w:rsidP="000A7FEB">
            <w:pPr>
              <w:pStyle w:val="TAC"/>
            </w:pPr>
            <w:r w:rsidRPr="00EF2F0E">
              <w:rPr>
                <w:lang w:eastAsia="ja-JP"/>
              </w:rPr>
              <w:t>1</w:t>
            </w:r>
            <w:r w:rsidRPr="00EF2F0E">
              <w:rPr>
                <w:lang w:eastAsia="zh-CN"/>
              </w:rPr>
              <w:t>00</w:t>
            </w:r>
            <w:r w:rsidRPr="00EF2F0E">
              <w:rPr>
                <w:lang w:eastAsia="ja-JP"/>
              </w:rPr>
              <w:t xml:space="preserve"> </w:t>
            </w:r>
            <w:r w:rsidRPr="00EF2F0E">
              <w:rPr>
                <w:lang w:eastAsia="zh-CN"/>
              </w:rPr>
              <w:t>k</w:t>
            </w:r>
            <w:r w:rsidRPr="00EF2F0E">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0984F512" w14:textId="77777777" w:rsidR="005E0A3F" w:rsidRPr="00EF2F0E" w:rsidRDefault="005E0A3F" w:rsidP="000A7FEB">
            <w:pPr>
              <w:pStyle w:val="TAC"/>
            </w:pPr>
          </w:p>
        </w:tc>
      </w:tr>
      <w:tr w:rsidR="003401A4" w:rsidRPr="00EF2F0E" w14:paraId="0984F51B"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14" w14:textId="77777777" w:rsidR="005E0A3F" w:rsidRPr="00EF2F0E" w:rsidRDefault="005E0A3F" w:rsidP="000A7FEB">
            <w:pPr>
              <w:pStyle w:val="TAC"/>
            </w:pPr>
            <w:r w:rsidRPr="00EF2F0E">
              <w:rPr>
                <w:lang w:eastAsia="ja-JP"/>
              </w:rPr>
              <w:t xml:space="preserve">E-UTRA Band </w:t>
            </w:r>
            <w:r w:rsidRPr="00EF2F0E">
              <w:rPr>
                <w:lang w:eastAsia="zh-CN"/>
              </w:rPr>
              <w:t>49</w:t>
            </w:r>
          </w:p>
        </w:tc>
        <w:tc>
          <w:tcPr>
            <w:tcW w:w="1275" w:type="dxa"/>
            <w:tcBorders>
              <w:top w:val="single" w:sz="4" w:space="0" w:color="auto"/>
              <w:left w:val="single" w:sz="4" w:space="0" w:color="auto"/>
              <w:bottom w:val="single" w:sz="4" w:space="0" w:color="auto"/>
              <w:right w:val="single" w:sz="4" w:space="0" w:color="auto"/>
            </w:tcBorders>
          </w:tcPr>
          <w:p w14:paraId="0984F515" w14:textId="77777777" w:rsidR="005E0A3F" w:rsidRPr="00EF2F0E" w:rsidRDefault="005E0A3F" w:rsidP="000A7FEB">
            <w:pPr>
              <w:pStyle w:val="TAC"/>
              <w:rPr>
                <w:lang w:eastAsia="zh-CN"/>
              </w:rPr>
            </w:pPr>
            <w:r w:rsidRPr="00EF2F0E">
              <w:rPr>
                <w:lang w:eastAsia="zh-CN"/>
              </w:rPr>
              <w:t>3550</w:t>
            </w:r>
            <w:r w:rsidRPr="00EF2F0E">
              <w:rPr>
                <w:lang w:eastAsia="ja-JP"/>
              </w:rPr>
              <w:t xml:space="preserve"> – </w:t>
            </w:r>
            <w:r w:rsidRPr="00EF2F0E">
              <w:rPr>
                <w:lang w:eastAsia="zh-CN"/>
              </w:rPr>
              <w:t>3700 MHz</w:t>
            </w:r>
          </w:p>
        </w:tc>
        <w:tc>
          <w:tcPr>
            <w:tcW w:w="1418" w:type="dxa"/>
            <w:tcBorders>
              <w:top w:val="single" w:sz="4" w:space="0" w:color="auto"/>
              <w:left w:val="single" w:sz="4" w:space="0" w:color="auto"/>
              <w:bottom w:val="single" w:sz="4" w:space="0" w:color="auto"/>
              <w:right w:val="single" w:sz="4" w:space="0" w:color="auto"/>
            </w:tcBorders>
          </w:tcPr>
          <w:p w14:paraId="0984F516" w14:textId="77777777" w:rsidR="005E0A3F" w:rsidRPr="00EF2F0E" w:rsidRDefault="005E0A3F" w:rsidP="000A7FEB">
            <w:pPr>
              <w:pStyle w:val="TAC"/>
            </w:pPr>
            <w:r w:rsidRPr="00EF2F0E">
              <w:rPr>
                <w:lang w:eastAsia="ja-JP"/>
              </w:rPr>
              <w:t>N/A</w:t>
            </w:r>
          </w:p>
        </w:tc>
        <w:tc>
          <w:tcPr>
            <w:tcW w:w="1417" w:type="dxa"/>
            <w:tcBorders>
              <w:top w:val="single" w:sz="4" w:space="0" w:color="auto"/>
              <w:left w:val="single" w:sz="4" w:space="0" w:color="auto"/>
              <w:bottom w:val="single" w:sz="4" w:space="0" w:color="auto"/>
              <w:right w:val="single" w:sz="4" w:space="0" w:color="auto"/>
            </w:tcBorders>
          </w:tcPr>
          <w:p w14:paraId="0984F517" w14:textId="77777777" w:rsidR="005E0A3F" w:rsidRPr="00EF2F0E" w:rsidRDefault="005E0A3F" w:rsidP="000A7FEB">
            <w:pPr>
              <w:pStyle w:val="TAC"/>
            </w:pPr>
            <w:r w:rsidRPr="00EF2F0E">
              <w:rPr>
                <w:lang w:eastAsia="ja-JP"/>
              </w:rPr>
              <w:t>N/A</w:t>
            </w:r>
          </w:p>
        </w:tc>
        <w:tc>
          <w:tcPr>
            <w:tcW w:w="1418" w:type="dxa"/>
            <w:tcBorders>
              <w:top w:val="single" w:sz="4" w:space="0" w:color="auto"/>
              <w:left w:val="single" w:sz="4" w:space="0" w:color="auto"/>
              <w:bottom w:val="single" w:sz="4" w:space="0" w:color="auto"/>
              <w:right w:val="single" w:sz="4" w:space="0" w:color="auto"/>
            </w:tcBorders>
          </w:tcPr>
          <w:p w14:paraId="0984F518" w14:textId="77777777" w:rsidR="005E0A3F" w:rsidRPr="00EF2F0E" w:rsidRDefault="005E0A3F" w:rsidP="000A7FEB">
            <w:pPr>
              <w:pStyle w:val="TAC"/>
            </w:pPr>
            <w:r w:rsidRPr="00EF2F0E">
              <w:t>-112 dBm</w:t>
            </w:r>
          </w:p>
        </w:tc>
        <w:tc>
          <w:tcPr>
            <w:tcW w:w="709" w:type="dxa"/>
            <w:tcBorders>
              <w:top w:val="single" w:sz="4" w:space="0" w:color="auto"/>
              <w:left w:val="single" w:sz="4" w:space="0" w:color="auto"/>
              <w:bottom w:val="single" w:sz="4" w:space="0" w:color="auto"/>
              <w:right w:val="single" w:sz="4" w:space="0" w:color="auto"/>
            </w:tcBorders>
          </w:tcPr>
          <w:p w14:paraId="0984F519" w14:textId="77777777" w:rsidR="005E0A3F" w:rsidRPr="00EF2F0E" w:rsidRDefault="005E0A3F" w:rsidP="000A7FEB">
            <w:pPr>
              <w:pStyle w:val="TAC"/>
            </w:pPr>
            <w:r w:rsidRPr="00EF2F0E">
              <w:rPr>
                <w:lang w:eastAsia="ja-JP"/>
              </w:rPr>
              <w:t>1</w:t>
            </w:r>
            <w:r w:rsidRPr="00EF2F0E">
              <w:rPr>
                <w:lang w:eastAsia="zh-CN"/>
              </w:rPr>
              <w:t>00</w:t>
            </w:r>
            <w:r w:rsidRPr="00EF2F0E">
              <w:rPr>
                <w:lang w:eastAsia="ja-JP"/>
              </w:rPr>
              <w:t xml:space="preserve"> </w:t>
            </w:r>
            <w:r w:rsidRPr="00EF2F0E">
              <w:rPr>
                <w:lang w:eastAsia="zh-CN"/>
              </w:rPr>
              <w:t>k</w:t>
            </w:r>
            <w:r w:rsidRPr="00EF2F0E">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0984F51A" w14:textId="77777777" w:rsidR="005E0A3F" w:rsidRPr="00EF2F0E" w:rsidRDefault="005E0A3F" w:rsidP="000A7FEB">
            <w:pPr>
              <w:pStyle w:val="TAC"/>
            </w:pPr>
          </w:p>
        </w:tc>
      </w:tr>
      <w:tr w:rsidR="003401A4" w:rsidRPr="00EF2F0E" w14:paraId="0984F523"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1C" w14:textId="77777777" w:rsidR="005E0A3F" w:rsidRPr="00EF2F0E" w:rsidRDefault="005E0A3F" w:rsidP="000A7FEB">
            <w:pPr>
              <w:pStyle w:val="TAC"/>
            </w:pPr>
            <w:r w:rsidRPr="00EF2F0E">
              <w:rPr>
                <w:lang w:eastAsia="ja-JP"/>
              </w:rPr>
              <w:t>E-UTRA Band 50 or NR band n50</w:t>
            </w:r>
          </w:p>
        </w:tc>
        <w:tc>
          <w:tcPr>
            <w:tcW w:w="1275" w:type="dxa"/>
            <w:tcBorders>
              <w:top w:val="single" w:sz="4" w:space="0" w:color="auto"/>
              <w:left w:val="single" w:sz="4" w:space="0" w:color="auto"/>
              <w:bottom w:val="single" w:sz="4" w:space="0" w:color="auto"/>
              <w:right w:val="single" w:sz="4" w:space="0" w:color="auto"/>
            </w:tcBorders>
          </w:tcPr>
          <w:p w14:paraId="0984F51D" w14:textId="77777777" w:rsidR="005E0A3F" w:rsidRPr="00EF2F0E" w:rsidRDefault="005E0A3F" w:rsidP="000A7FEB">
            <w:pPr>
              <w:pStyle w:val="TAC"/>
              <w:rPr>
                <w:lang w:eastAsia="zh-CN"/>
              </w:rPr>
            </w:pPr>
            <w:r w:rsidRPr="00EF2F0E">
              <w:rPr>
                <w:lang w:eastAsia="zh-CN"/>
              </w:rPr>
              <w:t>1432</w:t>
            </w:r>
            <w:r w:rsidRPr="00EF2F0E">
              <w:rPr>
                <w:lang w:eastAsia="ja-JP"/>
              </w:rPr>
              <w:t xml:space="preserve"> – </w:t>
            </w:r>
            <w:r w:rsidRPr="00EF2F0E">
              <w:rPr>
                <w:lang w:eastAsia="zh-CN"/>
              </w:rPr>
              <w:t>1517 MHz</w:t>
            </w:r>
          </w:p>
        </w:tc>
        <w:tc>
          <w:tcPr>
            <w:tcW w:w="1418" w:type="dxa"/>
            <w:tcBorders>
              <w:top w:val="single" w:sz="4" w:space="0" w:color="auto"/>
              <w:left w:val="single" w:sz="4" w:space="0" w:color="auto"/>
              <w:bottom w:val="single" w:sz="4" w:space="0" w:color="auto"/>
              <w:right w:val="single" w:sz="4" w:space="0" w:color="auto"/>
            </w:tcBorders>
          </w:tcPr>
          <w:p w14:paraId="0984F51E" w14:textId="77777777" w:rsidR="005E0A3F" w:rsidRPr="00EF2F0E" w:rsidRDefault="005E0A3F" w:rsidP="000A7FEB">
            <w:pPr>
              <w:pStyle w:val="TAC"/>
            </w:pPr>
            <w:r w:rsidRPr="00EF2F0E">
              <w:t>-120 dBm</w:t>
            </w:r>
          </w:p>
        </w:tc>
        <w:tc>
          <w:tcPr>
            <w:tcW w:w="1417" w:type="dxa"/>
            <w:tcBorders>
              <w:top w:val="single" w:sz="4" w:space="0" w:color="auto"/>
              <w:left w:val="single" w:sz="4" w:space="0" w:color="auto"/>
              <w:bottom w:val="single" w:sz="4" w:space="0" w:color="auto"/>
              <w:right w:val="single" w:sz="4" w:space="0" w:color="auto"/>
            </w:tcBorders>
          </w:tcPr>
          <w:p w14:paraId="0984F51F" w14:textId="77777777" w:rsidR="005E0A3F" w:rsidRPr="00EF2F0E" w:rsidRDefault="005E0A3F" w:rsidP="000A7FEB">
            <w:pPr>
              <w:pStyle w:val="TAC"/>
            </w:pPr>
            <w:r w:rsidRPr="00EF2F0E">
              <w:t>-115 dBm</w:t>
            </w:r>
          </w:p>
        </w:tc>
        <w:tc>
          <w:tcPr>
            <w:tcW w:w="1418" w:type="dxa"/>
            <w:tcBorders>
              <w:top w:val="single" w:sz="4" w:space="0" w:color="auto"/>
              <w:left w:val="single" w:sz="4" w:space="0" w:color="auto"/>
              <w:bottom w:val="single" w:sz="4" w:space="0" w:color="auto"/>
              <w:right w:val="single" w:sz="4" w:space="0" w:color="auto"/>
            </w:tcBorders>
          </w:tcPr>
          <w:p w14:paraId="0984F520" w14:textId="77777777" w:rsidR="005E0A3F" w:rsidRPr="00EF2F0E" w:rsidRDefault="005E0A3F" w:rsidP="000A7FEB">
            <w:pPr>
              <w:pStyle w:val="TAC"/>
            </w:pPr>
            <w:r w:rsidRPr="00EF2F0E">
              <w:t>-112 dBm</w:t>
            </w:r>
          </w:p>
        </w:tc>
        <w:tc>
          <w:tcPr>
            <w:tcW w:w="709" w:type="dxa"/>
            <w:tcBorders>
              <w:top w:val="single" w:sz="4" w:space="0" w:color="auto"/>
              <w:left w:val="single" w:sz="4" w:space="0" w:color="auto"/>
              <w:bottom w:val="single" w:sz="4" w:space="0" w:color="auto"/>
              <w:right w:val="single" w:sz="4" w:space="0" w:color="auto"/>
            </w:tcBorders>
          </w:tcPr>
          <w:p w14:paraId="0984F521" w14:textId="77777777" w:rsidR="005E0A3F" w:rsidRPr="00EF2F0E" w:rsidRDefault="005E0A3F" w:rsidP="000A7FEB">
            <w:pPr>
              <w:pStyle w:val="TAC"/>
            </w:pPr>
            <w:r w:rsidRPr="00EF2F0E">
              <w:rPr>
                <w:lang w:eastAsia="ja-JP"/>
              </w:rPr>
              <w:t>1</w:t>
            </w:r>
            <w:r w:rsidRPr="00EF2F0E">
              <w:rPr>
                <w:lang w:eastAsia="zh-CN"/>
              </w:rPr>
              <w:t>00</w:t>
            </w:r>
            <w:r w:rsidRPr="00EF2F0E">
              <w:rPr>
                <w:lang w:eastAsia="ja-JP"/>
              </w:rPr>
              <w:t xml:space="preserve"> </w:t>
            </w:r>
            <w:r w:rsidRPr="00EF2F0E">
              <w:rPr>
                <w:lang w:eastAsia="zh-CN"/>
              </w:rPr>
              <w:t>k</w:t>
            </w:r>
            <w:r w:rsidRPr="00EF2F0E">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0984F522" w14:textId="77777777" w:rsidR="005E0A3F" w:rsidRPr="00EF2F0E" w:rsidRDefault="005E0A3F" w:rsidP="000A7FEB">
            <w:pPr>
              <w:pStyle w:val="TAC"/>
            </w:pPr>
          </w:p>
        </w:tc>
      </w:tr>
      <w:tr w:rsidR="003401A4" w:rsidRPr="00EF2F0E" w14:paraId="0984F52B"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24" w14:textId="77777777" w:rsidR="005E0A3F" w:rsidRPr="00EF2F0E" w:rsidRDefault="005E0A3F" w:rsidP="000A7FEB">
            <w:pPr>
              <w:pStyle w:val="TAC"/>
            </w:pPr>
            <w:r w:rsidRPr="00EF2F0E">
              <w:rPr>
                <w:lang w:eastAsia="ja-JP"/>
              </w:rPr>
              <w:t>E-UTRA Band 51</w:t>
            </w:r>
            <w:r w:rsidRPr="00EF2F0E">
              <w:t xml:space="preserve"> or NR Band n51</w:t>
            </w:r>
          </w:p>
        </w:tc>
        <w:tc>
          <w:tcPr>
            <w:tcW w:w="1275" w:type="dxa"/>
            <w:tcBorders>
              <w:top w:val="single" w:sz="4" w:space="0" w:color="auto"/>
              <w:left w:val="single" w:sz="4" w:space="0" w:color="auto"/>
              <w:bottom w:val="single" w:sz="4" w:space="0" w:color="auto"/>
              <w:right w:val="single" w:sz="4" w:space="0" w:color="auto"/>
            </w:tcBorders>
          </w:tcPr>
          <w:p w14:paraId="0984F525" w14:textId="77777777" w:rsidR="005E0A3F" w:rsidRPr="00EF2F0E" w:rsidRDefault="005E0A3F" w:rsidP="000A7FEB">
            <w:pPr>
              <w:pStyle w:val="TAC"/>
              <w:rPr>
                <w:lang w:eastAsia="zh-CN"/>
              </w:rPr>
            </w:pPr>
            <w:r w:rsidRPr="00EF2F0E">
              <w:rPr>
                <w:lang w:eastAsia="zh-CN"/>
              </w:rPr>
              <w:t>1427</w:t>
            </w:r>
            <w:r w:rsidRPr="00EF2F0E">
              <w:rPr>
                <w:lang w:eastAsia="ja-JP"/>
              </w:rPr>
              <w:t xml:space="preserve"> – </w:t>
            </w:r>
            <w:r w:rsidRPr="00EF2F0E">
              <w:rPr>
                <w:lang w:eastAsia="zh-CN"/>
              </w:rPr>
              <w:t>1432 MHz</w:t>
            </w:r>
          </w:p>
        </w:tc>
        <w:tc>
          <w:tcPr>
            <w:tcW w:w="1418" w:type="dxa"/>
            <w:tcBorders>
              <w:top w:val="single" w:sz="4" w:space="0" w:color="auto"/>
              <w:left w:val="single" w:sz="4" w:space="0" w:color="auto"/>
              <w:bottom w:val="single" w:sz="4" w:space="0" w:color="auto"/>
              <w:right w:val="single" w:sz="4" w:space="0" w:color="auto"/>
            </w:tcBorders>
          </w:tcPr>
          <w:p w14:paraId="0984F526" w14:textId="77777777" w:rsidR="005E0A3F" w:rsidRPr="00EF2F0E" w:rsidRDefault="005E0A3F" w:rsidP="000A7FEB">
            <w:pPr>
              <w:pStyle w:val="TAC"/>
            </w:pPr>
            <w:r w:rsidRPr="00EF2F0E">
              <w:rPr>
                <w:lang w:eastAsia="ja-JP"/>
              </w:rPr>
              <w:t>N/A</w:t>
            </w:r>
          </w:p>
        </w:tc>
        <w:tc>
          <w:tcPr>
            <w:tcW w:w="1417" w:type="dxa"/>
            <w:tcBorders>
              <w:top w:val="single" w:sz="4" w:space="0" w:color="auto"/>
              <w:left w:val="single" w:sz="4" w:space="0" w:color="auto"/>
              <w:bottom w:val="single" w:sz="4" w:space="0" w:color="auto"/>
              <w:right w:val="single" w:sz="4" w:space="0" w:color="auto"/>
            </w:tcBorders>
          </w:tcPr>
          <w:p w14:paraId="0984F527" w14:textId="77777777" w:rsidR="005E0A3F" w:rsidRPr="00EF2F0E" w:rsidRDefault="005E0A3F" w:rsidP="000A7FEB">
            <w:pPr>
              <w:pStyle w:val="TAC"/>
            </w:pPr>
            <w:r w:rsidRPr="00EF2F0E">
              <w:rPr>
                <w:lang w:eastAsia="ja-JP"/>
              </w:rPr>
              <w:t>N/A</w:t>
            </w:r>
          </w:p>
        </w:tc>
        <w:tc>
          <w:tcPr>
            <w:tcW w:w="1418" w:type="dxa"/>
            <w:tcBorders>
              <w:top w:val="single" w:sz="4" w:space="0" w:color="auto"/>
              <w:left w:val="single" w:sz="4" w:space="0" w:color="auto"/>
              <w:bottom w:val="single" w:sz="4" w:space="0" w:color="auto"/>
              <w:right w:val="single" w:sz="4" w:space="0" w:color="auto"/>
            </w:tcBorders>
          </w:tcPr>
          <w:p w14:paraId="0984F528" w14:textId="77777777" w:rsidR="005E0A3F" w:rsidRPr="00EF2F0E" w:rsidRDefault="005E0A3F" w:rsidP="000A7FEB">
            <w:pPr>
              <w:pStyle w:val="TAC"/>
            </w:pPr>
            <w:r w:rsidRPr="00EF2F0E">
              <w:t>-112 dBm</w:t>
            </w:r>
          </w:p>
        </w:tc>
        <w:tc>
          <w:tcPr>
            <w:tcW w:w="709" w:type="dxa"/>
            <w:tcBorders>
              <w:top w:val="single" w:sz="4" w:space="0" w:color="auto"/>
              <w:left w:val="single" w:sz="4" w:space="0" w:color="auto"/>
              <w:bottom w:val="single" w:sz="4" w:space="0" w:color="auto"/>
              <w:right w:val="single" w:sz="4" w:space="0" w:color="auto"/>
            </w:tcBorders>
          </w:tcPr>
          <w:p w14:paraId="0984F529" w14:textId="77777777" w:rsidR="005E0A3F" w:rsidRPr="00EF2F0E" w:rsidRDefault="005E0A3F" w:rsidP="000A7FEB">
            <w:pPr>
              <w:pStyle w:val="TAC"/>
            </w:pPr>
            <w:r w:rsidRPr="00EF2F0E">
              <w:rPr>
                <w:lang w:eastAsia="ja-JP"/>
              </w:rPr>
              <w:t>1</w:t>
            </w:r>
            <w:r w:rsidRPr="00EF2F0E">
              <w:rPr>
                <w:lang w:eastAsia="zh-CN"/>
              </w:rPr>
              <w:t>00</w:t>
            </w:r>
            <w:r w:rsidRPr="00EF2F0E">
              <w:rPr>
                <w:lang w:eastAsia="ja-JP"/>
              </w:rPr>
              <w:t xml:space="preserve"> </w:t>
            </w:r>
            <w:r w:rsidRPr="00EF2F0E">
              <w:rPr>
                <w:lang w:eastAsia="zh-CN"/>
              </w:rPr>
              <w:t>k</w:t>
            </w:r>
            <w:r w:rsidRPr="00EF2F0E">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0984F52A" w14:textId="77777777" w:rsidR="005E0A3F" w:rsidRPr="00EF2F0E" w:rsidRDefault="005E0A3F" w:rsidP="000A7FEB">
            <w:pPr>
              <w:pStyle w:val="TAC"/>
            </w:pPr>
          </w:p>
        </w:tc>
      </w:tr>
      <w:tr w:rsidR="003401A4" w:rsidRPr="00EF2F0E" w14:paraId="0984F533"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2C" w14:textId="77777777" w:rsidR="00702AAA" w:rsidRPr="00EF2F0E" w:rsidRDefault="00702AAA" w:rsidP="00702AAA">
            <w:pPr>
              <w:pStyle w:val="TAC"/>
              <w:rPr>
                <w:lang w:eastAsia="ja-JP"/>
              </w:rPr>
            </w:pPr>
            <w:r w:rsidRPr="00EF2F0E">
              <w:t>E-UTRA Band 52</w:t>
            </w:r>
          </w:p>
        </w:tc>
        <w:tc>
          <w:tcPr>
            <w:tcW w:w="1275" w:type="dxa"/>
            <w:tcBorders>
              <w:top w:val="single" w:sz="4" w:space="0" w:color="auto"/>
              <w:left w:val="single" w:sz="4" w:space="0" w:color="auto"/>
              <w:bottom w:val="single" w:sz="4" w:space="0" w:color="auto"/>
              <w:right w:val="single" w:sz="4" w:space="0" w:color="auto"/>
            </w:tcBorders>
          </w:tcPr>
          <w:p w14:paraId="0984F52D" w14:textId="77777777" w:rsidR="00702AAA" w:rsidRPr="00EF2F0E" w:rsidRDefault="00702AAA" w:rsidP="00702AAA">
            <w:pPr>
              <w:pStyle w:val="TAC"/>
              <w:rPr>
                <w:lang w:eastAsia="zh-CN"/>
              </w:rPr>
            </w:pPr>
            <w:r w:rsidRPr="00EF2F0E">
              <w:t>3300 – 3400 MHz</w:t>
            </w:r>
          </w:p>
        </w:tc>
        <w:tc>
          <w:tcPr>
            <w:tcW w:w="1418" w:type="dxa"/>
            <w:tcBorders>
              <w:top w:val="single" w:sz="4" w:space="0" w:color="auto"/>
              <w:left w:val="single" w:sz="4" w:space="0" w:color="auto"/>
              <w:bottom w:val="single" w:sz="4" w:space="0" w:color="auto"/>
              <w:right w:val="single" w:sz="4" w:space="0" w:color="auto"/>
            </w:tcBorders>
          </w:tcPr>
          <w:p w14:paraId="0984F52E" w14:textId="77777777" w:rsidR="00702AAA" w:rsidRPr="00EF2F0E" w:rsidRDefault="00702AAA" w:rsidP="00702AAA">
            <w:pPr>
              <w:pStyle w:val="TAC"/>
              <w:rPr>
                <w:lang w:eastAsia="ja-JP"/>
              </w:rPr>
            </w:pPr>
            <w:r w:rsidRPr="00EF2F0E">
              <w:t>-120 dBm</w:t>
            </w:r>
          </w:p>
        </w:tc>
        <w:tc>
          <w:tcPr>
            <w:tcW w:w="1417" w:type="dxa"/>
            <w:tcBorders>
              <w:top w:val="single" w:sz="4" w:space="0" w:color="auto"/>
              <w:left w:val="single" w:sz="4" w:space="0" w:color="auto"/>
              <w:bottom w:val="single" w:sz="4" w:space="0" w:color="auto"/>
              <w:right w:val="single" w:sz="4" w:space="0" w:color="auto"/>
            </w:tcBorders>
          </w:tcPr>
          <w:p w14:paraId="0984F52F" w14:textId="77777777" w:rsidR="00702AAA" w:rsidRPr="00EF2F0E" w:rsidRDefault="00702AAA" w:rsidP="00702AAA">
            <w:pPr>
              <w:pStyle w:val="TAC"/>
              <w:rPr>
                <w:lang w:eastAsia="ja-JP"/>
              </w:rPr>
            </w:pPr>
            <w:r w:rsidRPr="00EF2F0E">
              <w:t>-115 dBm</w:t>
            </w:r>
          </w:p>
        </w:tc>
        <w:tc>
          <w:tcPr>
            <w:tcW w:w="1418" w:type="dxa"/>
            <w:tcBorders>
              <w:top w:val="single" w:sz="4" w:space="0" w:color="auto"/>
              <w:left w:val="single" w:sz="4" w:space="0" w:color="auto"/>
              <w:bottom w:val="single" w:sz="4" w:space="0" w:color="auto"/>
              <w:right w:val="single" w:sz="4" w:space="0" w:color="auto"/>
            </w:tcBorders>
          </w:tcPr>
          <w:p w14:paraId="0984F530" w14:textId="77777777" w:rsidR="00702AAA" w:rsidRPr="00EF2F0E" w:rsidRDefault="00702AAA" w:rsidP="00702AAA">
            <w:pPr>
              <w:pStyle w:val="TAC"/>
            </w:pPr>
            <w:r w:rsidRPr="00EF2F0E">
              <w:t>-112 dBm</w:t>
            </w:r>
          </w:p>
        </w:tc>
        <w:tc>
          <w:tcPr>
            <w:tcW w:w="709" w:type="dxa"/>
            <w:tcBorders>
              <w:top w:val="single" w:sz="4" w:space="0" w:color="auto"/>
              <w:left w:val="single" w:sz="4" w:space="0" w:color="auto"/>
              <w:bottom w:val="single" w:sz="4" w:space="0" w:color="auto"/>
              <w:right w:val="single" w:sz="4" w:space="0" w:color="auto"/>
            </w:tcBorders>
          </w:tcPr>
          <w:p w14:paraId="0984F531" w14:textId="77777777" w:rsidR="00702AAA" w:rsidRPr="00EF2F0E" w:rsidRDefault="00702AAA" w:rsidP="00702AAA">
            <w:pPr>
              <w:pStyle w:val="TAC"/>
              <w:rPr>
                <w:lang w:eastAsia="ja-JP"/>
              </w:rPr>
            </w:pPr>
            <w:r w:rsidRPr="00EF2F0E">
              <w:rPr>
                <w:lang w:eastAsia="ja-JP"/>
              </w:rPr>
              <w:t>1</w:t>
            </w:r>
            <w:r w:rsidRPr="00EF2F0E">
              <w:rPr>
                <w:lang w:eastAsia="zh-CN"/>
              </w:rPr>
              <w:t>00</w:t>
            </w:r>
            <w:r w:rsidRPr="00EF2F0E">
              <w:rPr>
                <w:lang w:eastAsia="ja-JP"/>
              </w:rPr>
              <w:t xml:space="preserve"> </w:t>
            </w:r>
            <w:r w:rsidRPr="00EF2F0E">
              <w:rPr>
                <w:lang w:eastAsia="zh-CN"/>
              </w:rPr>
              <w:t>k</w:t>
            </w:r>
            <w:r w:rsidRPr="00EF2F0E">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0984F532" w14:textId="77777777" w:rsidR="00702AAA" w:rsidRPr="00EF2F0E" w:rsidRDefault="00702AAA" w:rsidP="00702AAA">
            <w:pPr>
              <w:pStyle w:val="TAC"/>
            </w:pPr>
          </w:p>
        </w:tc>
      </w:tr>
      <w:tr w:rsidR="003401A4" w:rsidRPr="00EF2F0E" w14:paraId="0984F53C"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34" w14:textId="77777777" w:rsidR="00702AAA" w:rsidRPr="00EF2F0E" w:rsidRDefault="00702AAA" w:rsidP="00702AAA">
            <w:pPr>
              <w:pStyle w:val="TAL"/>
              <w:jc w:val="center"/>
              <w:rPr>
                <w:rFonts w:cs="Arial"/>
              </w:rPr>
            </w:pPr>
            <w:r w:rsidRPr="00EF2F0E">
              <w:rPr>
                <w:rFonts w:cs="v5.0.0"/>
                <w:lang w:eastAsia="ja-JP"/>
              </w:rPr>
              <w:t>E-UTRA Band 65</w:t>
            </w:r>
          </w:p>
        </w:tc>
        <w:tc>
          <w:tcPr>
            <w:tcW w:w="1275" w:type="dxa"/>
            <w:tcBorders>
              <w:top w:val="single" w:sz="4" w:space="0" w:color="auto"/>
              <w:left w:val="single" w:sz="4" w:space="0" w:color="auto"/>
              <w:bottom w:val="single" w:sz="4" w:space="0" w:color="auto"/>
              <w:right w:val="single" w:sz="4" w:space="0" w:color="auto"/>
            </w:tcBorders>
          </w:tcPr>
          <w:p w14:paraId="0984F535" w14:textId="77777777" w:rsidR="00702AAA" w:rsidRPr="00EF2F0E" w:rsidRDefault="00702AAA" w:rsidP="00702AAA">
            <w:pPr>
              <w:pStyle w:val="TAC"/>
              <w:rPr>
                <w:rFonts w:cs="Arial"/>
                <w:lang w:eastAsia="zh-CN"/>
              </w:rPr>
            </w:pPr>
            <w:r w:rsidRPr="00EF2F0E">
              <w:rPr>
                <w:rFonts w:cs="Arial"/>
              </w:rPr>
              <w:t xml:space="preserve">1920 - </w:t>
            </w:r>
            <w:r w:rsidRPr="00EF2F0E">
              <w:rPr>
                <w:rFonts w:cs="Arial"/>
                <w:lang w:eastAsia="ja-JP"/>
              </w:rPr>
              <w:t>2010</w:t>
            </w:r>
            <w:r w:rsidRPr="00EF2F0E">
              <w:rPr>
                <w:rFonts w:cs="Arial"/>
              </w:rPr>
              <w:t xml:space="preserve"> MHz</w:t>
            </w:r>
          </w:p>
          <w:p w14:paraId="0984F536" w14:textId="77777777" w:rsidR="00702AAA" w:rsidRPr="00EF2F0E" w:rsidRDefault="00702AAA" w:rsidP="00702AAA">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0984F537" w14:textId="77777777" w:rsidR="00702AAA" w:rsidRPr="00EF2F0E" w:rsidRDefault="00702AAA" w:rsidP="00702AAA">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38" w14:textId="77777777" w:rsidR="00702AAA" w:rsidRPr="00EF2F0E" w:rsidRDefault="00702AAA" w:rsidP="00702AAA">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39" w14:textId="77777777" w:rsidR="00702AAA" w:rsidRPr="00EF2F0E" w:rsidRDefault="00702AAA" w:rsidP="00702AAA">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3A" w14:textId="77777777" w:rsidR="00702AAA" w:rsidRPr="00EF2F0E" w:rsidRDefault="00702AAA" w:rsidP="00702AAA">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3B" w14:textId="77777777" w:rsidR="00702AAA" w:rsidRPr="00EF2F0E" w:rsidRDefault="00702AAA" w:rsidP="00702AAA">
            <w:pPr>
              <w:pStyle w:val="TAL"/>
              <w:jc w:val="center"/>
              <w:rPr>
                <w:rFonts w:cs="Arial"/>
              </w:rPr>
            </w:pPr>
          </w:p>
        </w:tc>
      </w:tr>
      <w:tr w:rsidR="003401A4" w:rsidRPr="00EF2F0E" w14:paraId="0984F545"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3D" w14:textId="77777777" w:rsidR="00702AAA" w:rsidRPr="00EF2F0E" w:rsidRDefault="00702AAA" w:rsidP="00702AAA">
            <w:pPr>
              <w:pStyle w:val="TAL"/>
              <w:jc w:val="center"/>
              <w:rPr>
                <w:rFonts w:cs="Arial"/>
              </w:rPr>
            </w:pPr>
            <w:r w:rsidRPr="00EF2F0E">
              <w:rPr>
                <w:rFonts w:cs="Arial"/>
              </w:rPr>
              <w:t>E-UTRA Band 66 or NR band n66</w:t>
            </w:r>
          </w:p>
        </w:tc>
        <w:tc>
          <w:tcPr>
            <w:tcW w:w="1275" w:type="dxa"/>
            <w:tcBorders>
              <w:top w:val="single" w:sz="4" w:space="0" w:color="auto"/>
              <w:left w:val="single" w:sz="4" w:space="0" w:color="auto"/>
              <w:bottom w:val="single" w:sz="4" w:space="0" w:color="auto"/>
              <w:right w:val="single" w:sz="4" w:space="0" w:color="auto"/>
            </w:tcBorders>
          </w:tcPr>
          <w:p w14:paraId="0984F53E" w14:textId="77777777" w:rsidR="00702AAA" w:rsidRPr="00EF2F0E" w:rsidRDefault="00702AAA" w:rsidP="00702AAA">
            <w:pPr>
              <w:pStyle w:val="TAL"/>
              <w:jc w:val="center"/>
              <w:rPr>
                <w:rFonts w:cs="Arial"/>
                <w:lang w:eastAsia="zh-CN"/>
              </w:rPr>
            </w:pPr>
            <w:r w:rsidRPr="00EF2F0E">
              <w:rPr>
                <w:rFonts w:cs="Arial"/>
              </w:rPr>
              <w:t>1710 – 1780 MHz</w:t>
            </w:r>
          </w:p>
          <w:p w14:paraId="0984F53F" w14:textId="77777777" w:rsidR="00702AAA" w:rsidRPr="00EF2F0E" w:rsidRDefault="00702AAA" w:rsidP="00702AAA">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0984F540" w14:textId="77777777" w:rsidR="00702AAA" w:rsidRPr="00EF2F0E" w:rsidRDefault="00702AAA" w:rsidP="00702AAA">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41" w14:textId="77777777" w:rsidR="00702AAA" w:rsidRPr="00EF2F0E" w:rsidRDefault="00702AAA" w:rsidP="00702AAA">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42" w14:textId="77777777" w:rsidR="00702AAA" w:rsidRPr="00EF2F0E" w:rsidRDefault="00702AAA" w:rsidP="00702AAA">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43" w14:textId="77777777" w:rsidR="00702AAA" w:rsidRPr="00EF2F0E" w:rsidRDefault="00702AAA" w:rsidP="00702AAA">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44" w14:textId="77777777" w:rsidR="00702AAA" w:rsidRPr="00EF2F0E" w:rsidRDefault="00702AAA" w:rsidP="00702AAA">
            <w:pPr>
              <w:pStyle w:val="TAL"/>
              <w:jc w:val="center"/>
              <w:rPr>
                <w:rFonts w:cs="Arial"/>
              </w:rPr>
            </w:pPr>
          </w:p>
        </w:tc>
      </w:tr>
      <w:tr w:rsidR="003401A4" w:rsidRPr="00EF2F0E" w14:paraId="0984F54E"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46" w14:textId="77777777" w:rsidR="00702AAA" w:rsidRPr="00EF2F0E" w:rsidRDefault="00702AAA" w:rsidP="00702AAA">
            <w:pPr>
              <w:pStyle w:val="TAC"/>
              <w:rPr>
                <w:rFonts w:cs="Arial"/>
              </w:rPr>
            </w:pPr>
            <w:r w:rsidRPr="00EF2F0E">
              <w:rPr>
                <w:rFonts w:cs="Arial"/>
              </w:rPr>
              <w:t>E-UTRA Band 68</w:t>
            </w:r>
          </w:p>
        </w:tc>
        <w:tc>
          <w:tcPr>
            <w:tcW w:w="1275" w:type="dxa"/>
            <w:tcBorders>
              <w:top w:val="single" w:sz="4" w:space="0" w:color="auto"/>
              <w:left w:val="single" w:sz="4" w:space="0" w:color="auto"/>
              <w:bottom w:val="single" w:sz="4" w:space="0" w:color="auto"/>
              <w:right w:val="single" w:sz="4" w:space="0" w:color="auto"/>
            </w:tcBorders>
          </w:tcPr>
          <w:p w14:paraId="0984F547" w14:textId="77777777" w:rsidR="00702AAA" w:rsidRPr="00EF2F0E" w:rsidRDefault="00702AAA" w:rsidP="00702AAA">
            <w:pPr>
              <w:pStyle w:val="TAC"/>
              <w:rPr>
                <w:rFonts w:cs="Arial"/>
                <w:lang w:eastAsia="zh-CN"/>
              </w:rPr>
            </w:pPr>
            <w:r w:rsidRPr="00EF2F0E">
              <w:rPr>
                <w:rFonts w:cs="Arial"/>
              </w:rPr>
              <w:t>698 – 728 MHz</w:t>
            </w:r>
          </w:p>
          <w:p w14:paraId="0984F548" w14:textId="77777777" w:rsidR="00702AAA" w:rsidRPr="00EF2F0E" w:rsidRDefault="00702AAA" w:rsidP="00702AAA">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0984F549" w14:textId="77777777" w:rsidR="00702AAA" w:rsidRPr="00EF2F0E" w:rsidRDefault="00702AAA" w:rsidP="00702AAA">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4A" w14:textId="77777777" w:rsidR="00702AAA" w:rsidRPr="00EF2F0E" w:rsidRDefault="00702AAA" w:rsidP="00702AAA">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4B" w14:textId="77777777" w:rsidR="00702AAA" w:rsidRPr="00EF2F0E" w:rsidRDefault="00702AAA" w:rsidP="00702AAA">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4C"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4D" w14:textId="77777777" w:rsidR="00702AAA" w:rsidRPr="00EF2F0E" w:rsidRDefault="00702AAA" w:rsidP="00702AAA">
            <w:pPr>
              <w:pStyle w:val="TAC"/>
              <w:rPr>
                <w:rFonts w:cs="Arial"/>
              </w:rPr>
            </w:pPr>
          </w:p>
        </w:tc>
      </w:tr>
      <w:tr w:rsidR="003401A4" w:rsidRPr="00EF2F0E" w14:paraId="0984F557"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4F" w14:textId="77777777" w:rsidR="00702AAA" w:rsidRPr="00EF2F0E" w:rsidRDefault="00702AAA" w:rsidP="00702AAA">
            <w:pPr>
              <w:pStyle w:val="TAC"/>
              <w:rPr>
                <w:rFonts w:cs="Arial"/>
              </w:rPr>
            </w:pPr>
            <w:r w:rsidRPr="00EF2F0E">
              <w:rPr>
                <w:rFonts w:cs="Arial"/>
              </w:rPr>
              <w:t>E-UTRA Band 70 or NR band n70</w:t>
            </w:r>
          </w:p>
        </w:tc>
        <w:tc>
          <w:tcPr>
            <w:tcW w:w="1275" w:type="dxa"/>
            <w:tcBorders>
              <w:top w:val="single" w:sz="4" w:space="0" w:color="auto"/>
              <w:left w:val="single" w:sz="4" w:space="0" w:color="auto"/>
              <w:bottom w:val="single" w:sz="4" w:space="0" w:color="auto"/>
              <w:right w:val="single" w:sz="4" w:space="0" w:color="auto"/>
            </w:tcBorders>
          </w:tcPr>
          <w:p w14:paraId="0984F550" w14:textId="77777777" w:rsidR="00702AAA" w:rsidRPr="00EF2F0E" w:rsidRDefault="00702AAA" w:rsidP="00702AAA">
            <w:pPr>
              <w:pStyle w:val="TAC"/>
              <w:rPr>
                <w:rFonts w:cs="Arial"/>
                <w:lang w:eastAsia="zh-CN"/>
              </w:rPr>
            </w:pPr>
            <w:r w:rsidRPr="00EF2F0E">
              <w:rPr>
                <w:rFonts w:cs="Arial"/>
              </w:rPr>
              <w:t>1695 – 1710 MHz</w:t>
            </w:r>
          </w:p>
          <w:p w14:paraId="0984F551" w14:textId="77777777" w:rsidR="00702AAA" w:rsidRPr="00EF2F0E" w:rsidRDefault="00702AAA" w:rsidP="00702AAA">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0984F552" w14:textId="77777777" w:rsidR="00702AAA" w:rsidRPr="00EF2F0E" w:rsidRDefault="00702AAA" w:rsidP="00702AAA">
            <w:pPr>
              <w:pStyle w:val="TAL"/>
              <w:jc w:val="center"/>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53" w14:textId="77777777" w:rsidR="00702AAA" w:rsidRPr="00EF2F0E" w:rsidRDefault="00702AAA" w:rsidP="00702AAA">
            <w:pPr>
              <w:pStyle w:val="TAL"/>
              <w:jc w:val="center"/>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54" w14:textId="77777777" w:rsidR="00702AAA" w:rsidRPr="00EF2F0E" w:rsidRDefault="00702AAA" w:rsidP="00702AAA">
            <w:pPr>
              <w:pStyle w:val="TAL"/>
              <w:jc w:val="center"/>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55"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56" w14:textId="77777777" w:rsidR="00702AAA" w:rsidRPr="00EF2F0E" w:rsidRDefault="00702AAA" w:rsidP="00702AAA">
            <w:pPr>
              <w:pStyle w:val="TAC"/>
              <w:rPr>
                <w:rFonts w:cs="Arial"/>
              </w:rPr>
            </w:pPr>
          </w:p>
        </w:tc>
      </w:tr>
      <w:tr w:rsidR="003401A4" w:rsidRPr="00EF2F0E" w14:paraId="0984F560"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58" w14:textId="77777777" w:rsidR="00702AAA" w:rsidRPr="00EF2F0E" w:rsidRDefault="00702AAA" w:rsidP="00702AAA">
            <w:pPr>
              <w:pStyle w:val="TAC"/>
              <w:rPr>
                <w:rFonts w:cs="Arial"/>
              </w:rPr>
            </w:pPr>
            <w:r w:rsidRPr="00EF2F0E">
              <w:rPr>
                <w:rFonts w:cs="Arial"/>
              </w:rPr>
              <w:t>E-UTRA Band 71 or NR Band n71</w:t>
            </w:r>
          </w:p>
        </w:tc>
        <w:tc>
          <w:tcPr>
            <w:tcW w:w="1275" w:type="dxa"/>
            <w:tcBorders>
              <w:top w:val="single" w:sz="4" w:space="0" w:color="auto"/>
              <w:left w:val="single" w:sz="4" w:space="0" w:color="auto"/>
              <w:bottom w:val="single" w:sz="4" w:space="0" w:color="auto"/>
              <w:right w:val="single" w:sz="4" w:space="0" w:color="auto"/>
            </w:tcBorders>
          </w:tcPr>
          <w:p w14:paraId="0984F559" w14:textId="77777777" w:rsidR="00702AAA" w:rsidRPr="00EF2F0E" w:rsidRDefault="00702AAA" w:rsidP="00702AAA">
            <w:pPr>
              <w:pStyle w:val="TAC"/>
              <w:rPr>
                <w:rFonts w:cs="Arial"/>
              </w:rPr>
            </w:pPr>
            <w:r w:rsidRPr="00EF2F0E">
              <w:rPr>
                <w:rFonts w:cs="Arial"/>
              </w:rPr>
              <w:t>663 – 698 MHz</w:t>
            </w:r>
          </w:p>
          <w:p w14:paraId="0984F55A" w14:textId="77777777" w:rsidR="00702AAA" w:rsidRPr="00EF2F0E" w:rsidRDefault="00702AAA" w:rsidP="00702AAA">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0984F55B"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5C"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5D"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5E"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5F" w14:textId="77777777" w:rsidR="00702AAA" w:rsidRPr="00EF2F0E" w:rsidRDefault="00702AAA" w:rsidP="00702AAA">
            <w:pPr>
              <w:pStyle w:val="TAC"/>
              <w:rPr>
                <w:rFonts w:cs="Arial"/>
              </w:rPr>
            </w:pPr>
          </w:p>
        </w:tc>
      </w:tr>
      <w:tr w:rsidR="003401A4" w:rsidRPr="00EF2F0E" w14:paraId="0984F569"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61" w14:textId="77777777" w:rsidR="00702AAA" w:rsidRPr="00EF2F0E" w:rsidRDefault="00702AAA" w:rsidP="00702AAA">
            <w:pPr>
              <w:pStyle w:val="TAC"/>
              <w:rPr>
                <w:rFonts w:cs="Arial"/>
              </w:rPr>
            </w:pPr>
            <w:r w:rsidRPr="00EF2F0E">
              <w:rPr>
                <w:rFonts w:cs="Arial"/>
              </w:rPr>
              <w:t>E-UTRA Band 72</w:t>
            </w:r>
          </w:p>
        </w:tc>
        <w:tc>
          <w:tcPr>
            <w:tcW w:w="1275" w:type="dxa"/>
            <w:tcBorders>
              <w:top w:val="single" w:sz="4" w:space="0" w:color="auto"/>
              <w:left w:val="single" w:sz="4" w:space="0" w:color="auto"/>
              <w:bottom w:val="single" w:sz="4" w:space="0" w:color="auto"/>
              <w:right w:val="single" w:sz="4" w:space="0" w:color="auto"/>
            </w:tcBorders>
          </w:tcPr>
          <w:p w14:paraId="0984F562" w14:textId="77777777" w:rsidR="00702AAA" w:rsidRPr="00EF2F0E" w:rsidRDefault="00702AAA" w:rsidP="00702AAA">
            <w:pPr>
              <w:pStyle w:val="TAC"/>
              <w:rPr>
                <w:rFonts w:cs="Arial"/>
              </w:rPr>
            </w:pPr>
            <w:r w:rsidRPr="00EF2F0E">
              <w:rPr>
                <w:rFonts w:cs="Arial"/>
              </w:rPr>
              <w:t>451 – 456 MHz</w:t>
            </w:r>
          </w:p>
          <w:p w14:paraId="0984F563" w14:textId="77777777" w:rsidR="00702AAA" w:rsidRPr="00EF2F0E" w:rsidRDefault="00702AAA" w:rsidP="00702AAA">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0984F564"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65"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66"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67"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68" w14:textId="77777777" w:rsidR="00702AAA" w:rsidRPr="00EF2F0E" w:rsidRDefault="00702AAA" w:rsidP="00702AAA">
            <w:pPr>
              <w:pStyle w:val="TAC"/>
              <w:rPr>
                <w:rFonts w:cs="Arial"/>
              </w:rPr>
            </w:pPr>
          </w:p>
        </w:tc>
      </w:tr>
      <w:tr w:rsidR="003401A4" w:rsidRPr="00EF2F0E" w14:paraId="0984F572"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6A" w14:textId="77777777" w:rsidR="00702AAA" w:rsidRPr="00EF2F0E" w:rsidRDefault="00702AAA" w:rsidP="00702AAA">
            <w:pPr>
              <w:pStyle w:val="TAC"/>
              <w:rPr>
                <w:rFonts w:cs="Arial"/>
              </w:rPr>
            </w:pPr>
            <w:r w:rsidRPr="00EF2F0E">
              <w:rPr>
                <w:rFonts w:cs="Arial"/>
              </w:rPr>
              <w:t>E-UTRA Band 73</w:t>
            </w:r>
          </w:p>
        </w:tc>
        <w:tc>
          <w:tcPr>
            <w:tcW w:w="1275" w:type="dxa"/>
            <w:tcBorders>
              <w:top w:val="single" w:sz="4" w:space="0" w:color="auto"/>
              <w:left w:val="single" w:sz="4" w:space="0" w:color="auto"/>
              <w:bottom w:val="single" w:sz="4" w:space="0" w:color="auto"/>
              <w:right w:val="single" w:sz="4" w:space="0" w:color="auto"/>
            </w:tcBorders>
          </w:tcPr>
          <w:p w14:paraId="0984F56B" w14:textId="77777777" w:rsidR="00702AAA" w:rsidRPr="00EF2F0E" w:rsidRDefault="00702AAA" w:rsidP="00702AAA">
            <w:pPr>
              <w:pStyle w:val="TAC"/>
              <w:rPr>
                <w:rFonts w:cs="Arial"/>
              </w:rPr>
            </w:pPr>
            <w:r w:rsidRPr="00EF2F0E">
              <w:rPr>
                <w:rFonts w:cs="Arial"/>
              </w:rPr>
              <w:t>450 – 455 MHz</w:t>
            </w:r>
          </w:p>
          <w:p w14:paraId="0984F56C" w14:textId="77777777" w:rsidR="00702AAA" w:rsidRPr="00EF2F0E" w:rsidRDefault="00702AAA" w:rsidP="00702AAA">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0984F56D"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6E"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6F"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70"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71" w14:textId="77777777" w:rsidR="00702AAA" w:rsidRPr="00EF2F0E" w:rsidRDefault="00702AAA" w:rsidP="00702AAA">
            <w:pPr>
              <w:pStyle w:val="TAC"/>
              <w:rPr>
                <w:rFonts w:cs="Arial"/>
              </w:rPr>
            </w:pPr>
          </w:p>
        </w:tc>
      </w:tr>
      <w:tr w:rsidR="003401A4" w:rsidRPr="00EF2F0E" w14:paraId="0984F57A"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73" w14:textId="77777777" w:rsidR="00702AAA" w:rsidRPr="00EF2F0E" w:rsidRDefault="00702AAA" w:rsidP="00702AAA">
            <w:pPr>
              <w:pStyle w:val="TAC"/>
              <w:rPr>
                <w:rFonts w:cs="Arial"/>
              </w:rPr>
            </w:pPr>
            <w:r w:rsidRPr="00EF2F0E">
              <w:rPr>
                <w:rFonts w:cs="Arial"/>
              </w:rPr>
              <w:t>E-UTRA Band 74 or NR band n74</w:t>
            </w:r>
          </w:p>
        </w:tc>
        <w:tc>
          <w:tcPr>
            <w:tcW w:w="1275" w:type="dxa"/>
            <w:tcBorders>
              <w:top w:val="single" w:sz="4" w:space="0" w:color="auto"/>
              <w:left w:val="single" w:sz="4" w:space="0" w:color="auto"/>
              <w:bottom w:val="single" w:sz="4" w:space="0" w:color="auto"/>
              <w:right w:val="single" w:sz="4" w:space="0" w:color="auto"/>
            </w:tcBorders>
          </w:tcPr>
          <w:p w14:paraId="0984F574" w14:textId="77777777" w:rsidR="00702AAA" w:rsidRPr="00EF2F0E" w:rsidRDefault="00702AAA" w:rsidP="00702AAA">
            <w:pPr>
              <w:pStyle w:val="TAC"/>
              <w:rPr>
                <w:rFonts w:cs="Arial"/>
              </w:rPr>
            </w:pPr>
            <w:r w:rsidRPr="00EF2F0E">
              <w:rPr>
                <w:rFonts w:cs="Arial"/>
              </w:rPr>
              <w:t>1427 – 1470 MHz</w:t>
            </w:r>
          </w:p>
        </w:tc>
        <w:tc>
          <w:tcPr>
            <w:tcW w:w="1418" w:type="dxa"/>
            <w:tcBorders>
              <w:top w:val="single" w:sz="4" w:space="0" w:color="auto"/>
              <w:left w:val="single" w:sz="4" w:space="0" w:color="auto"/>
              <w:bottom w:val="single" w:sz="4" w:space="0" w:color="auto"/>
              <w:right w:val="single" w:sz="4" w:space="0" w:color="auto"/>
            </w:tcBorders>
          </w:tcPr>
          <w:p w14:paraId="0984F575"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76"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77"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78"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79" w14:textId="77777777" w:rsidR="00702AAA" w:rsidRPr="00EF2F0E" w:rsidRDefault="00702AAA" w:rsidP="00702AAA">
            <w:pPr>
              <w:pStyle w:val="TAC"/>
              <w:rPr>
                <w:rFonts w:cs="Arial"/>
              </w:rPr>
            </w:pPr>
          </w:p>
        </w:tc>
      </w:tr>
      <w:tr w:rsidR="003401A4" w:rsidRPr="00EF2F0E" w14:paraId="0984F582"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7B" w14:textId="77777777" w:rsidR="00702AAA" w:rsidRPr="00EF2F0E" w:rsidRDefault="00702AAA" w:rsidP="00702AAA">
            <w:pPr>
              <w:pStyle w:val="TAC"/>
              <w:rPr>
                <w:rFonts w:cs="Arial"/>
              </w:rPr>
            </w:pPr>
            <w:r w:rsidRPr="00EF2F0E">
              <w:rPr>
                <w:rFonts w:cs="Arial"/>
              </w:rPr>
              <w:t>NR Band n77</w:t>
            </w:r>
          </w:p>
        </w:tc>
        <w:tc>
          <w:tcPr>
            <w:tcW w:w="1275" w:type="dxa"/>
            <w:tcBorders>
              <w:top w:val="single" w:sz="4" w:space="0" w:color="auto"/>
              <w:left w:val="single" w:sz="4" w:space="0" w:color="auto"/>
              <w:bottom w:val="single" w:sz="4" w:space="0" w:color="auto"/>
              <w:right w:val="single" w:sz="4" w:space="0" w:color="auto"/>
            </w:tcBorders>
          </w:tcPr>
          <w:p w14:paraId="0984F57C" w14:textId="77777777" w:rsidR="00702AAA" w:rsidRPr="00EF2F0E" w:rsidRDefault="00702AAA" w:rsidP="00702AAA">
            <w:pPr>
              <w:pStyle w:val="TAC"/>
              <w:rPr>
                <w:rFonts w:cs="Arial"/>
              </w:rPr>
            </w:pPr>
            <w:r w:rsidRPr="00EF2F0E">
              <w:rPr>
                <w:rFonts w:cs="Arial"/>
              </w:rPr>
              <w:t>3300 MHz – 4200 MHz</w:t>
            </w:r>
          </w:p>
        </w:tc>
        <w:tc>
          <w:tcPr>
            <w:tcW w:w="1418" w:type="dxa"/>
            <w:tcBorders>
              <w:top w:val="single" w:sz="4" w:space="0" w:color="auto"/>
              <w:left w:val="single" w:sz="4" w:space="0" w:color="auto"/>
              <w:bottom w:val="single" w:sz="4" w:space="0" w:color="auto"/>
              <w:right w:val="single" w:sz="4" w:space="0" w:color="auto"/>
            </w:tcBorders>
          </w:tcPr>
          <w:p w14:paraId="0984F57D"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7E"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7F"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80"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81" w14:textId="77777777" w:rsidR="00702AAA" w:rsidRPr="00EF2F0E" w:rsidRDefault="00702AAA" w:rsidP="00702AAA">
            <w:pPr>
              <w:pStyle w:val="TAC"/>
              <w:rPr>
                <w:rFonts w:cs="Arial"/>
              </w:rPr>
            </w:pPr>
          </w:p>
        </w:tc>
      </w:tr>
      <w:tr w:rsidR="003401A4" w:rsidRPr="00EF2F0E" w14:paraId="0984F58A"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83" w14:textId="77777777" w:rsidR="00702AAA" w:rsidRPr="00EF2F0E" w:rsidRDefault="00702AAA" w:rsidP="00702AAA">
            <w:pPr>
              <w:pStyle w:val="TAC"/>
              <w:rPr>
                <w:rFonts w:cs="Arial"/>
              </w:rPr>
            </w:pPr>
            <w:r w:rsidRPr="00EF2F0E">
              <w:rPr>
                <w:rFonts w:cs="Arial"/>
              </w:rPr>
              <w:t>NR Band n78</w:t>
            </w:r>
          </w:p>
        </w:tc>
        <w:tc>
          <w:tcPr>
            <w:tcW w:w="1275" w:type="dxa"/>
            <w:tcBorders>
              <w:top w:val="single" w:sz="4" w:space="0" w:color="auto"/>
              <w:left w:val="single" w:sz="4" w:space="0" w:color="auto"/>
              <w:bottom w:val="single" w:sz="4" w:space="0" w:color="auto"/>
              <w:right w:val="single" w:sz="4" w:space="0" w:color="auto"/>
            </w:tcBorders>
          </w:tcPr>
          <w:p w14:paraId="0984F584" w14:textId="77777777" w:rsidR="00702AAA" w:rsidRPr="00EF2F0E" w:rsidRDefault="00702AAA" w:rsidP="00702AAA">
            <w:pPr>
              <w:pStyle w:val="TAC"/>
              <w:rPr>
                <w:rFonts w:cs="Arial"/>
              </w:rPr>
            </w:pPr>
            <w:r w:rsidRPr="00EF2F0E">
              <w:rPr>
                <w:rFonts w:cs="Arial"/>
              </w:rPr>
              <w:t>3300 MHz – 3800 MHz</w:t>
            </w:r>
          </w:p>
        </w:tc>
        <w:tc>
          <w:tcPr>
            <w:tcW w:w="1418" w:type="dxa"/>
            <w:tcBorders>
              <w:top w:val="single" w:sz="4" w:space="0" w:color="auto"/>
              <w:left w:val="single" w:sz="4" w:space="0" w:color="auto"/>
              <w:bottom w:val="single" w:sz="4" w:space="0" w:color="auto"/>
              <w:right w:val="single" w:sz="4" w:space="0" w:color="auto"/>
            </w:tcBorders>
          </w:tcPr>
          <w:p w14:paraId="0984F585"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86"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87"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88"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89" w14:textId="77777777" w:rsidR="00702AAA" w:rsidRPr="00EF2F0E" w:rsidRDefault="00702AAA" w:rsidP="00702AAA">
            <w:pPr>
              <w:pStyle w:val="TAC"/>
              <w:rPr>
                <w:rFonts w:cs="Arial"/>
              </w:rPr>
            </w:pPr>
          </w:p>
        </w:tc>
      </w:tr>
      <w:tr w:rsidR="003401A4" w:rsidRPr="00EF2F0E" w14:paraId="0984F592"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8B" w14:textId="77777777" w:rsidR="00702AAA" w:rsidRPr="00EF2F0E" w:rsidRDefault="00702AAA" w:rsidP="00702AAA">
            <w:pPr>
              <w:pStyle w:val="TAC"/>
              <w:rPr>
                <w:rFonts w:cs="Arial"/>
              </w:rPr>
            </w:pPr>
            <w:r w:rsidRPr="00EF2F0E">
              <w:rPr>
                <w:rFonts w:cs="Arial"/>
              </w:rPr>
              <w:t>NR Band n79</w:t>
            </w:r>
          </w:p>
        </w:tc>
        <w:tc>
          <w:tcPr>
            <w:tcW w:w="1275" w:type="dxa"/>
            <w:tcBorders>
              <w:top w:val="single" w:sz="4" w:space="0" w:color="auto"/>
              <w:left w:val="single" w:sz="4" w:space="0" w:color="auto"/>
              <w:bottom w:val="single" w:sz="4" w:space="0" w:color="auto"/>
              <w:right w:val="single" w:sz="4" w:space="0" w:color="auto"/>
            </w:tcBorders>
          </w:tcPr>
          <w:p w14:paraId="0984F58C" w14:textId="77777777" w:rsidR="00702AAA" w:rsidRPr="00EF2F0E" w:rsidRDefault="00702AAA" w:rsidP="00702AAA">
            <w:pPr>
              <w:pStyle w:val="TAC"/>
              <w:rPr>
                <w:rFonts w:cs="Arial"/>
              </w:rPr>
            </w:pPr>
            <w:r w:rsidRPr="00EF2F0E">
              <w:rPr>
                <w:rFonts w:cs="Arial"/>
              </w:rPr>
              <w:t>4.4 – 5.0 GHz</w:t>
            </w:r>
          </w:p>
        </w:tc>
        <w:tc>
          <w:tcPr>
            <w:tcW w:w="1418" w:type="dxa"/>
            <w:tcBorders>
              <w:top w:val="single" w:sz="4" w:space="0" w:color="auto"/>
              <w:left w:val="single" w:sz="4" w:space="0" w:color="auto"/>
              <w:bottom w:val="single" w:sz="4" w:space="0" w:color="auto"/>
              <w:right w:val="single" w:sz="4" w:space="0" w:color="auto"/>
            </w:tcBorders>
          </w:tcPr>
          <w:p w14:paraId="0984F58D"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8E"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8F"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90"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91" w14:textId="77777777" w:rsidR="00702AAA" w:rsidRPr="00EF2F0E" w:rsidRDefault="00702AAA" w:rsidP="00702AAA">
            <w:pPr>
              <w:pStyle w:val="TAC"/>
              <w:rPr>
                <w:rFonts w:cs="Arial"/>
              </w:rPr>
            </w:pPr>
          </w:p>
        </w:tc>
      </w:tr>
      <w:tr w:rsidR="003401A4" w:rsidRPr="00EF2F0E" w14:paraId="0984F59A"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93" w14:textId="77777777" w:rsidR="00702AAA" w:rsidRPr="00EF2F0E" w:rsidDel="00715995" w:rsidRDefault="00702AAA" w:rsidP="00702AAA">
            <w:pPr>
              <w:pStyle w:val="TAC"/>
              <w:rPr>
                <w:rFonts w:cs="Arial"/>
              </w:rPr>
            </w:pPr>
            <w:r w:rsidRPr="00EF2F0E">
              <w:rPr>
                <w:rFonts w:cs="Arial"/>
              </w:rPr>
              <w:t>NR Band n80</w:t>
            </w:r>
          </w:p>
        </w:tc>
        <w:tc>
          <w:tcPr>
            <w:tcW w:w="1275" w:type="dxa"/>
            <w:tcBorders>
              <w:top w:val="single" w:sz="4" w:space="0" w:color="auto"/>
              <w:left w:val="single" w:sz="4" w:space="0" w:color="auto"/>
              <w:bottom w:val="single" w:sz="4" w:space="0" w:color="auto"/>
              <w:right w:val="single" w:sz="4" w:space="0" w:color="auto"/>
            </w:tcBorders>
          </w:tcPr>
          <w:p w14:paraId="0984F594" w14:textId="77777777" w:rsidR="00702AAA" w:rsidRPr="00EF2F0E" w:rsidRDefault="00702AAA" w:rsidP="00702AAA">
            <w:pPr>
              <w:pStyle w:val="TAC"/>
              <w:rPr>
                <w:rFonts w:cs="Arial"/>
              </w:rPr>
            </w:pPr>
            <w:r w:rsidRPr="00EF2F0E">
              <w:rPr>
                <w:rFonts w:cs="Arial"/>
              </w:rPr>
              <w:t>1710 – 1785 MHz</w:t>
            </w:r>
          </w:p>
        </w:tc>
        <w:tc>
          <w:tcPr>
            <w:tcW w:w="1418" w:type="dxa"/>
            <w:tcBorders>
              <w:top w:val="single" w:sz="4" w:space="0" w:color="auto"/>
              <w:left w:val="single" w:sz="4" w:space="0" w:color="auto"/>
              <w:bottom w:val="single" w:sz="4" w:space="0" w:color="auto"/>
              <w:right w:val="single" w:sz="4" w:space="0" w:color="auto"/>
            </w:tcBorders>
          </w:tcPr>
          <w:p w14:paraId="0984F595"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96"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97"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98"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99" w14:textId="77777777" w:rsidR="00702AAA" w:rsidRPr="00EF2F0E" w:rsidRDefault="00702AAA" w:rsidP="00702AAA">
            <w:pPr>
              <w:pStyle w:val="TAC"/>
              <w:rPr>
                <w:rFonts w:cs="Arial"/>
              </w:rPr>
            </w:pPr>
          </w:p>
        </w:tc>
      </w:tr>
      <w:tr w:rsidR="003401A4" w:rsidRPr="00EF2F0E" w14:paraId="0984F5A2"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9B" w14:textId="77777777" w:rsidR="00702AAA" w:rsidRPr="00EF2F0E" w:rsidDel="00715995" w:rsidRDefault="00702AAA" w:rsidP="00702AAA">
            <w:pPr>
              <w:pStyle w:val="TAC"/>
              <w:rPr>
                <w:rFonts w:cs="Arial"/>
              </w:rPr>
            </w:pPr>
            <w:r w:rsidRPr="00EF2F0E">
              <w:rPr>
                <w:rFonts w:cs="Arial"/>
              </w:rPr>
              <w:t>NR Band n81</w:t>
            </w:r>
          </w:p>
        </w:tc>
        <w:tc>
          <w:tcPr>
            <w:tcW w:w="1275" w:type="dxa"/>
            <w:tcBorders>
              <w:top w:val="single" w:sz="4" w:space="0" w:color="auto"/>
              <w:left w:val="single" w:sz="4" w:space="0" w:color="auto"/>
              <w:bottom w:val="single" w:sz="4" w:space="0" w:color="auto"/>
              <w:right w:val="single" w:sz="4" w:space="0" w:color="auto"/>
            </w:tcBorders>
          </w:tcPr>
          <w:p w14:paraId="0984F59C" w14:textId="77777777" w:rsidR="00702AAA" w:rsidRPr="00EF2F0E" w:rsidRDefault="00702AAA" w:rsidP="00702AAA">
            <w:pPr>
              <w:pStyle w:val="TAC"/>
              <w:rPr>
                <w:rFonts w:cs="Arial"/>
              </w:rPr>
            </w:pPr>
            <w:r w:rsidRPr="00EF2F0E">
              <w:rPr>
                <w:rFonts w:cs="Arial"/>
              </w:rPr>
              <w:t>880 – 915 MHz</w:t>
            </w:r>
          </w:p>
        </w:tc>
        <w:tc>
          <w:tcPr>
            <w:tcW w:w="1418" w:type="dxa"/>
            <w:tcBorders>
              <w:top w:val="single" w:sz="4" w:space="0" w:color="auto"/>
              <w:left w:val="single" w:sz="4" w:space="0" w:color="auto"/>
              <w:bottom w:val="single" w:sz="4" w:space="0" w:color="auto"/>
              <w:right w:val="single" w:sz="4" w:space="0" w:color="auto"/>
            </w:tcBorders>
          </w:tcPr>
          <w:p w14:paraId="0984F59D"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9E"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9F"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A0"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A1" w14:textId="77777777" w:rsidR="00702AAA" w:rsidRPr="00EF2F0E" w:rsidRDefault="00702AAA" w:rsidP="00702AAA">
            <w:pPr>
              <w:pStyle w:val="TAC"/>
              <w:rPr>
                <w:rFonts w:cs="Arial"/>
              </w:rPr>
            </w:pPr>
          </w:p>
        </w:tc>
      </w:tr>
      <w:tr w:rsidR="003401A4" w:rsidRPr="00EF2F0E" w14:paraId="0984F5AA"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A3" w14:textId="77777777" w:rsidR="00702AAA" w:rsidRPr="00EF2F0E" w:rsidDel="00715995" w:rsidRDefault="00702AAA" w:rsidP="00702AAA">
            <w:pPr>
              <w:pStyle w:val="TAC"/>
              <w:rPr>
                <w:rFonts w:cs="Arial"/>
              </w:rPr>
            </w:pPr>
            <w:r w:rsidRPr="00EF2F0E">
              <w:rPr>
                <w:rFonts w:cs="Arial"/>
              </w:rPr>
              <w:t>NR Band n82</w:t>
            </w:r>
          </w:p>
        </w:tc>
        <w:tc>
          <w:tcPr>
            <w:tcW w:w="1275" w:type="dxa"/>
            <w:tcBorders>
              <w:top w:val="single" w:sz="4" w:space="0" w:color="auto"/>
              <w:left w:val="single" w:sz="4" w:space="0" w:color="auto"/>
              <w:bottom w:val="single" w:sz="4" w:space="0" w:color="auto"/>
              <w:right w:val="single" w:sz="4" w:space="0" w:color="auto"/>
            </w:tcBorders>
          </w:tcPr>
          <w:p w14:paraId="0984F5A4" w14:textId="77777777" w:rsidR="00702AAA" w:rsidRPr="00EF2F0E" w:rsidRDefault="00702AAA" w:rsidP="00702AAA">
            <w:pPr>
              <w:pStyle w:val="TAC"/>
              <w:rPr>
                <w:rFonts w:cs="Arial"/>
              </w:rPr>
            </w:pPr>
            <w:r w:rsidRPr="00EF2F0E">
              <w:rPr>
                <w:rFonts w:cs="Arial"/>
              </w:rPr>
              <w:t>832 – 862 MHz</w:t>
            </w:r>
          </w:p>
        </w:tc>
        <w:tc>
          <w:tcPr>
            <w:tcW w:w="1418" w:type="dxa"/>
            <w:tcBorders>
              <w:top w:val="single" w:sz="4" w:space="0" w:color="auto"/>
              <w:left w:val="single" w:sz="4" w:space="0" w:color="auto"/>
              <w:bottom w:val="single" w:sz="4" w:space="0" w:color="auto"/>
              <w:right w:val="single" w:sz="4" w:space="0" w:color="auto"/>
            </w:tcBorders>
          </w:tcPr>
          <w:p w14:paraId="0984F5A5"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A6"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A7"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A8"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A9" w14:textId="77777777" w:rsidR="00702AAA" w:rsidRPr="00EF2F0E" w:rsidRDefault="00702AAA" w:rsidP="00702AAA">
            <w:pPr>
              <w:pStyle w:val="TAC"/>
              <w:rPr>
                <w:rFonts w:cs="Arial"/>
              </w:rPr>
            </w:pPr>
          </w:p>
        </w:tc>
      </w:tr>
      <w:tr w:rsidR="003401A4" w:rsidRPr="00EF2F0E" w14:paraId="0984F5B2"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AB" w14:textId="77777777" w:rsidR="00702AAA" w:rsidRPr="00EF2F0E" w:rsidDel="00715995" w:rsidRDefault="00702AAA" w:rsidP="00702AAA">
            <w:pPr>
              <w:pStyle w:val="TAC"/>
              <w:rPr>
                <w:rFonts w:cs="Arial"/>
              </w:rPr>
            </w:pPr>
            <w:r w:rsidRPr="00EF2F0E">
              <w:rPr>
                <w:rFonts w:cs="Arial"/>
              </w:rPr>
              <w:t>NR Band n83</w:t>
            </w:r>
          </w:p>
        </w:tc>
        <w:tc>
          <w:tcPr>
            <w:tcW w:w="1275" w:type="dxa"/>
            <w:tcBorders>
              <w:top w:val="single" w:sz="4" w:space="0" w:color="auto"/>
              <w:left w:val="single" w:sz="4" w:space="0" w:color="auto"/>
              <w:bottom w:val="single" w:sz="4" w:space="0" w:color="auto"/>
              <w:right w:val="single" w:sz="4" w:space="0" w:color="auto"/>
            </w:tcBorders>
          </w:tcPr>
          <w:p w14:paraId="0984F5AC" w14:textId="77777777" w:rsidR="00702AAA" w:rsidRPr="00EF2F0E" w:rsidRDefault="00702AAA" w:rsidP="00702AAA">
            <w:pPr>
              <w:pStyle w:val="TAC"/>
              <w:rPr>
                <w:rFonts w:cs="Arial"/>
              </w:rPr>
            </w:pPr>
            <w:r w:rsidRPr="00EF2F0E">
              <w:rPr>
                <w:rFonts w:cs="Arial"/>
              </w:rPr>
              <w:t>703 – 748 MHz</w:t>
            </w:r>
          </w:p>
        </w:tc>
        <w:tc>
          <w:tcPr>
            <w:tcW w:w="1418" w:type="dxa"/>
            <w:tcBorders>
              <w:top w:val="single" w:sz="4" w:space="0" w:color="auto"/>
              <w:left w:val="single" w:sz="4" w:space="0" w:color="auto"/>
              <w:bottom w:val="single" w:sz="4" w:space="0" w:color="auto"/>
              <w:right w:val="single" w:sz="4" w:space="0" w:color="auto"/>
            </w:tcBorders>
          </w:tcPr>
          <w:p w14:paraId="0984F5AD"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AE"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AF"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B0"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B1" w14:textId="77777777" w:rsidR="00702AAA" w:rsidRPr="00EF2F0E" w:rsidRDefault="00702AAA" w:rsidP="00702AAA">
            <w:pPr>
              <w:pStyle w:val="TAC"/>
              <w:rPr>
                <w:rFonts w:cs="Arial"/>
              </w:rPr>
            </w:pPr>
          </w:p>
        </w:tc>
      </w:tr>
      <w:tr w:rsidR="003401A4" w:rsidRPr="00EF2F0E" w14:paraId="0984F5BA"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B3" w14:textId="77777777" w:rsidR="00702AAA" w:rsidRPr="00EF2F0E" w:rsidDel="00715995" w:rsidRDefault="00702AAA" w:rsidP="00702AAA">
            <w:pPr>
              <w:pStyle w:val="TAC"/>
              <w:rPr>
                <w:rFonts w:cs="Arial"/>
              </w:rPr>
            </w:pPr>
            <w:r w:rsidRPr="00EF2F0E">
              <w:rPr>
                <w:rFonts w:cs="Arial"/>
              </w:rPr>
              <w:t>NR Band n84</w:t>
            </w:r>
          </w:p>
        </w:tc>
        <w:tc>
          <w:tcPr>
            <w:tcW w:w="1275" w:type="dxa"/>
            <w:tcBorders>
              <w:top w:val="single" w:sz="4" w:space="0" w:color="auto"/>
              <w:left w:val="single" w:sz="4" w:space="0" w:color="auto"/>
              <w:bottom w:val="single" w:sz="4" w:space="0" w:color="auto"/>
              <w:right w:val="single" w:sz="4" w:space="0" w:color="auto"/>
            </w:tcBorders>
          </w:tcPr>
          <w:p w14:paraId="0984F5B4" w14:textId="77777777" w:rsidR="00702AAA" w:rsidRPr="00EF2F0E" w:rsidRDefault="00702AAA" w:rsidP="00702AAA">
            <w:pPr>
              <w:pStyle w:val="TAC"/>
              <w:rPr>
                <w:rFonts w:cs="Arial"/>
              </w:rPr>
            </w:pPr>
            <w:r w:rsidRPr="00EF2F0E">
              <w:rPr>
                <w:rFonts w:cs="Arial"/>
              </w:rPr>
              <w:t>1920 – 1980 MHz</w:t>
            </w:r>
          </w:p>
        </w:tc>
        <w:tc>
          <w:tcPr>
            <w:tcW w:w="1418" w:type="dxa"/>
            <w:tcBorders>
              <w:top w:val="single" w:sz="4" w:space="0" w:color="auto"/>
              <w:left w:val="single" w:sz="4" w:space="0" w:color="auto"/>
              <w:bottom w:val="single" w:sz="4" w:space="0" w:color="auto"/>
              <w:right w:val="single" w:sz="4" w:space="0" w:color="auto"/>
            </w:tcBorders>
          </w:tcPr>
          <w:p w14:paraId="0984F5B5"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B6"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B7"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B8"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B9" w14:textId="77777777" w:rsidR="00702AAA" w:rsidRPr="00EF2F0E" w:rsidRDefault="00702AAA" w:rsidP="00702AAA">
            <w:pPr>
              <w:pStyle w:val="TAC"/>
              <w:rPr>
                <w:rFonts w:cs="Arial"/>
              </w:rPr>
            </w:pPr>
          </w:p>
        </w:tc>
      </w:tr>
      <w:tr w:rsidR="003401A4" w:rsidRPr="00EF2F0E" w14:paraId="0984F5C2"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BB" w14:textId="77777777" w:rsidR="00702AAA" w:rsidRPr="00EF2F0E" w:rsidDel="00715995" w:rsidRDefault="00702AAA" w:rsidP="00702AAA">
            <w:pPr>
              <w:pStyle w:val="TAC"/>
              <w:rPr>
                <w:rFonts w:cs="Arial"/>
              </w:rPr>
            </w:pPr>
            <w:r w:rsidRPr="00EF2F0E">
              <w:rPr>
                <w:rFonts w:cs="Arial"/>
              </w:rPr>
              <w:t>E-UTRA Band 85</w:t>
            </w:r>
          </w:p>
        </w:tc>
        <w:tc>
          <w:tcPr>
            <w:tcW w:w="1275" w:type="dxa"/>
            <w:tcBorders>
              <w:top w:val="single" w:sz="4" w:space="0" w:color="auto"/>
              <w:left w:val="single" w:sz="4" w:space="0" w:color="auto"/>
              <w:bottom w:val="single" w:sz="4" w:space="0" w:color="auto"/>
              <w:right w:val="single" w:sz="4" w:space="0" w:color="auto"/>
            </w:tcBorders>
          </w:tcPr>
          <w:p w14:paraId="0984F5BC" w14:textId="77777777" w:rsidR="00702AAA" w:rsidRPr="00EF2F0E" w:rsidRDefault="00702AAA" w:rsidP="00702AAA">
            <w:pPr>
              <w:pStyle w:val="TAC"/>
              <w:rPr>
                <w:rFonts w:cs="Arial"/>
              </w:rPr>
            </w:pPr>
            <w:r w:rsidRPr="00EF2F0E">
              <w:rPr>
                <w:rFonts w:cs="Arial"/>
              </w:rPr>
              <w:t>698 - 716 MHz</w:t>
            </w:r>
          </w:p>
        </w:tc>
        <w:tc>
          <w:tcPr>
            <w:tcW w:w="1418" w:type="dxa"/>
            <w:tcBorders>
              <w:top w:val="single" w:sz="4" w:space="0" w:color="auto"/>
              <w:left w:val="single" w:sz="4" w:space="0" w:color="auto"/>
              <w:bottom w:val="single" w:sz="4" w:space="0" w:color="auto"/>
              <w:right w:val="single" w:sz="4" w:space="0" w:color="auto"/>
            </w:tcBorders>
          </w:tcPr>
          <w:p w14:paraId="0984F5BD"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BE"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BF"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C0"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C1" w14:textId="77777777" w:rsidR="00702AAA" w:rsidRPr="00EF2F0E" w:rsidRDefault="00702AAA" w:rsidP="00702AAA">
            <w:pPr>
              <w:pStyle w:val="TAC"/>
              <w:rPr>
                <w:rFonts w:cs="Arial"/>
              </w:rPr>
            </w:pPr>
          </w:p>
        </w:tc>
      </w:tr>
      <w:tr w:rsidR="00702AAA" w:rsidRPr="00EF2F0E" w14:paraId="0984F5CA" w14:textId="77777777" w:rsidTr="005E0A3F">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5C3" w14:textId="77777777" w:rsidR="00702AAA" w:rsidRPr="00EF2F0E" w:rsidRDefault="00702AAA" w:rsidP="00702AAA">
            <w:pPr>
              <w:pStyle w:val="TAC"/>
              <w:rPr>
                <w:rFonts w:cs="Arial"/>
              </w:rPr>
            </w:pPr>
            <w:r w:rsidRPr="00EF2F0E">
              <w:rPr>
                <w:rFonts w:cs="Arial"/>
              </w:rPr>
              <w:t>NR Band n86</w:t>
            </w:r>
          </w:p>
        </w:tc>
        <w:tc>
          <w:tcPr>
            <w:tcW w:w="1275" w:type="dxa"/>
            <w:tcBorders>
              <w:top w:val="single" w:sz="4" w:space="0" w:color="auto"/>
              <w:left w:val="single" w:sz="4" w:space="0" w:color="auto"/>
              <w:bottom w:val="single" w:sz="4" w:space="0" w:color="auto"/>
              <w:right w:val="single" w:sz="4" w:space="0" w:color="auto"/>
            </w:tcBorders>
          </w:tcPr>
          <w:p w14:paraId="0984F5C4" w14:textId="77777777" w:rsidR="00702AAA" w:rsidRPr="00EF2F0E" w:rsidRDefault="00702AAA" w:rsidP="00702AAA">
            <w:pPr>
              <w:pStyle w:val="TAC"/>
              <w:rPr>
                <w:rFonts w:cs="Arial"/>
              </w:rPr>
            </w:pPr>
            <w:r w:rsidRPr="00EF2F0E">
              <w:rPr>
                <w:rFonts w:cs="Arial"/>
              </w:rPr>
              <w:t>1710 – 1780 MHz</w:t>
            </w:r>
          </w:p>
        </w:tc>
        <w:tc>
          <w:tcPr>
            <w:tcW w:w="1418" w:type="dxa"/>
            <w:tcBorders>
              <w:top w:val="single" w:sz="4" w:space="0" w:color="auto"/>
              <w:left w:val="single" w:sz="4" w:space="0" w:color="auto"/>
              <w:bottom w:val="single" w:sz="4" w:space="0" w:color="auto"/>
              <w:right w:val="single" w:sz="4" w:space="0" w:color="auto"/>
            </w:tcBorders>
          </w:tcPr>
          <w:p w14:paraId="0984F5C5" w14:textId="77777777" w:rsidR="00702AAA" w:rsidRPr="00EF2F0E" w:rsidRDefault="00702AAA" w:rsidP="00702AAA">
            <w:pPr>
              <w:pStyle w:val="TAL"/>
              <w:rPr>
                <w:rFonts w:cs="Arial"/>
              </w:rPr>
            </w:pPr>
            <w:r w:rsidRPr="00EF2F0E">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84F5C6" w14:textId="77777777" w:rsidR="00702AAA" w:rsidRPr="00EF2F0E" w:rsidRDefault="00702AAA" w:rsidP="00702AAA">
            <w:pPr>
              <w:pStyle w:val="TAL"/>
              <w:rPr>
                <w:rFonts w:cs="Arial"/>
              </w:rPr>
            </w:pPr>
            <w:r w:rsidRPr="00EF2F0E">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84F5C7" w14:textId="77777777" w:rsidR="00702AAA" w:rsidRPr="00EF2F0E" w:rsidRDefault="00702AAA" w:rsidP="00702AAA">
            <w:pPr>
              <w:pStyle w:val="TAL"/>
              <w:rPr>
                <w:rFonts w:cs="Arial"/>
              </w:rPr>
            </w:pPr>
            <w:r w:rsidRPr="00EF2F0E">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84F5C8" w14:textId="77777777" w:rsidR="00702AAA" w:rsidRPr="00EF2F0E" w:rsidRDefault="00702AAA" w:rsidP="00702AAA">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5C9" w14:textId="77777777" w:rsidR="00702AAA" w:rsidRPr="00EF2F0E" w:rsidRDefault="00702AAA" w:rsidP="00702AAA">
            <w:pPr>
              <w:pStyle w:val="TAC"/>
              <w:rPr>
                <w:rFonts w:cs="Arial"/>
              </w:rPr>
            </w:pPr>
          </w:p>
        </w:tc>
      </w:tr>
    </w:tbl>
    <w:p w14:paraId="0984F5CB" w14:textId="77777777" w:rsidR="00B15E99" w:rsidRPr="00EF2F0E" w:rsidRDefault="00B15E99" w:rsidP="00B15E99"/>
    <w:p w14:paraId="0984F5CC" w14:textId="77777777" w:rsidR="00B15E99" w:rsidRPr="00EF2F0E" w:rsidRDefault="00B15E99" w:rsidP="00B15E99">
      <w:pPr>
        <w:pStyle w:val="NO"/>
      </w:pPr>
      <w:r w:rsidRPr="00EF2F0E">
        <w:t>NOTE 1:</w:t>
      </w:r>
      <w:r w:rsidRPr="00EF2F0E">
        <w:tab/>
        <w:t xml:space="preserve">As defined in the scope for spurious emissions in this subclause, the co-location requirements in table 9.7.6.3.4.2-1 do not apply for the 10 MHz frequency range immediately outside the BS transmit frequency range of a </w:t>
      </w:r>
      <w:r w:rsidRPr="00EF2F0E">
        <w:rPr>
          <w:i/>
        </w:rPr>
        <w:t>downlink operating band</w:t>
      </w:r>
      <w:r w:rsidRPr="00EF2F0E">
        <w:t xml:space="preserve"> (see subclause </w:t>
      </w:r>
      <w:r w:rsidR="005E0A3F" w:rsidRPr="00EF2F0E">
        <w:t>9.7.1</w:t>
      </w:r>
      <w:r w:rsidRPr="00EF2F0E">
        <w:t xml:space="preserve">). The current state-of-the-art technology does not allow a single generic solution for co-location with </w:t>
      </w:r>
      <w:r w:rsidRPr="00EF2F0E">
        <w:rPr>
          <w:lang w:eastAsia="zh-CN"/>
        </w:rPr>
        <w:t>other system</w:t>
      </w:r>
      <w:r w:rsidRPr="00EF2F0E">
        <w:t xml:space="preserve"> on adjacent frequencies for 30 dB BS-BS minimum coupling loss. However, there are certain site-engineering solutions that can be used. These techniques are addressed in TR 25.942 [12].</w:t>
      </w:r>
    </w:p>
    <w:p w14:paraId="0984F5CD" w14:textId="77777777" w:rsidR="00B15E99" w:rsidRPr="00EF2F0E" w:rsidRDefault="00B15E99" w:rsidP="00B15E99">
      <w:pPr>
        <w:pStyle w:val="NO"/>
      </w:pPr>
      <w:r w:rsidRPr="00EF2F0E">
        <w:t>NOTE 2:</w:t>
      </w:r>
      <w:r w:rsidRPr="00EF2F0E">
        <w:tab/>
        <w:t xml:space="preserve">Table 9.7.6.3.4.2-1 assumes that two operating bands, where the corresponding BS transmit and receive frequency ranges in subclause </w:t>
      </w:r>
      <w:r w:rsidR="005E0A3F" w:rsidRPr="00EF2F0E">
        <w:t>9.7.1</w:t>
      </w:r>
      <w:r w:rsidRPr="00EF2F0E">
        <w:t xml:space="preserve"> would be overlapping, are not deployed in the same geographical area. For such a case of operation with overlapping frequency arrangements in the same geographical area, special co-location requirements may apply that are not covered by the 3GPP specifications.</w:t>
      </w:r>
    </w:p>
    <w:p w14:paraId="0984F5CE" w14:textId="77777777" w:rsidR="00B15E99" w:rsidRPr="00EF2F0E" w:rsidRDefault="00B15E99" w:rsidP="00B15E99">
      <w:pPr>
        <w:pStyle w:val="NO"/>
      </w:pPr>
      <w:r w:rsidRPr="00EF2F0E">
        <w:t>NOTE 3:</w:t>
      </w:r>
      <w:r w:rsidRPr="00EF2F0E">
        <w:tab/>
        <w:t>Co-located TDD base stations that are synchronized and using the same or adjacent operating band can transmit without special co-locations requirements. For unsynchronized base stations, special co-location requirements may apply that are not covered by the 3GPP specifications.</w:t>
      </w:r>
    </w:p>
    <w:p w14:paraId="0984F5CF" w14:textId="77777777" w:rsidR="00B15E99" w:rsidRPr="00EF2F0E" w:rsidRDefault="00B15E99" w:rsidP="00B15E99">
      <w:pPr>
        <w:pStyle w:val="Heading4"/>
      </w:pPr>
      <w:bookmarkStart w:id="4579" w:name="_Toc21096110"/>
      <w:bookmarkStart w:id="4580" w:name="_Toc29763309"/>
      <w:bookmarkStart w:id="4581" w:name="_Toc45869594"/>
      <w:bookmarkStart w:id="4582" w:name="_Toc52554847"/>
      <w:bookmarkStart w:id="4583" w:name="_Toc52555317"/>
      <w:bookmarkStart w:id="4584" w:name="_Toc61112549"/>
      <w:bookmarkStart w:id="4585" w:name="_Toc67911701"/>
      <w:bookmarkStart w:id="4586" w:name="_Toc74843176"/>
      <w:bookmarkStart w:id="4587" w:name="_Toc76503559"/>
      <w:bookmarkStart w:id="4588" w:name="_Toc83041002"/>
      <w:bookmarkStart w:id="4589" w:name="_Toc89852045"/>
      <w:bookmarkStart w:id="4590" w:name="_Toc98676399"/>
      <w:r w:rsidRPr="00EF2F0E">
        <w:t>9.7.6.4</w:t>
      </w:r>
      <w:r w:rsidRPr="00EF2F0E">
        <w:tab/>
        <w:t>Minimum requirement for single RAT E-UTRA operation</w:t>
      </w:r>
      <w:bookmarkEnd w:id="4579"/>
      <w:bookmarkEnd w:id="4580"/>
      <w:bookmarkEnd w:id="4581"/>
      <w:bookmarkEnd w:id="4582"/>
      <w:bookmarkEnd w:id="4583"/>
      <w:bookmarkEnd w:id="4584"/>
      <w:bookmarkEnd w:id="4585"/>
      <w:bookmarkEnd w:id="4586"/>
      <w:bookmarkEnd w:id="4587"/>
      <w:bookmarkEnd w:id="4588"/>
      <w:bookmarkEnd w:id="4589"/>
      <w:bookmarkEnd w:id="4590"/>
    </w:p>
    <w:p w14:paraId="0984F5D0" w14:textId="77777777" w:rsidR="00B15E99" w:rsidRPr="00EF2F0E" w:rsidRDefault="00B15E99" w:rsidP="00B15E99">
      <w:pPr>
        <w:pStyle w:val="Heading5"/>
      </w:pPr>
      <w:bookmarkStart w:id="4591" w:name="_Toc21096111"/>
      <w:bookmarkStart w:id="4592" w:name="_Toc29763310"/>
      <w:bookmarkStart w:id="4593" w:name="_Toc45869595"/>
      <w:bookmarkStart w:id="4594" w:name="_Toc52554848"/>
      <w:bookmarkStart w:id="4595" w:name="_Toc52555318"/>
      <w:bookmarkStart w:id="4596" w:name="_Toc61112550"/>
      <w:bookmarkStart w:id="4597" w:name="_Toc67911702"/>
      <w:bookmarkStart w:id="4598" w:name="_Toc74843177"/>
      <w:bookmarkStart w:id="4599" w:name="_Toc76503560"/>
      <w:bookmarkStart w:id="4600" w:name="_Toc83041003"/>
      <w:bookmarkStart w:id="4601" w:name="_Toc89852046"/>
      <w:bookmarkStart w:id="4602" w:name="_Toc98676400"/>
      <w:r w:rsidRPr="00EF2F0E">
        <w:t>9.7.6.4.1</w:t>
      </w:r>
      <w:r w:rsidRPr="00EF2F0E">
        <w:tab/>
        <w:t>Mandatory Requirements</w:t>
      </w:r>
      <w:bookmarkEnd w:id="4591"/>
      <w:bookmarkEnd w:id="4592"/>
      <w:bookmarkEnd w:id="4593"/>
      <w:bookmarkEnd w:id="4594"/>
      <w:bookmarkEnd w:id="4595"/>
      <w:bookmarkEnd w:id="4596"/>
      <w:bookmarkEnd w:id="4597"/>
      <w:bookmarkEnd w:id="4598"/>
      <w:bookmarkEnd w:id="4599"/>
      <w:bookmarkEnd w:id="4600"/>
      <w:bookmarkEnd w:id="4601"/>
      <w:bookmarkEnd w:id="4602"/>
    </w:p>
    <w:p w14:paraId="0984F5D1" w14:textId="77777777" w:rsidR="00B15E99" w:rsidRPr="00EF2F0E" w:rsidRDefault="00B15E99" w:rsidP="00B15E99">
      <w:pPr>
        <w:pStyle w:val="Heading6"/>
      </w:pPr>
      <w:bookmarkStart w:id="4603" w:name="_Toc21096112"/>
      <w:bookmarkStart w:id="4604" w:name="_Toc29763311"/>
      <w:bookmarkStart w:id="4605" w:name="_Toc45869596"/>
      <w:bookmarkStart w:id="4606" w:name="_Toc52554849"/>
      <w:bookmarkStart w:id="4607" w:name="_Toc52555319"/>
      <w:bookmarkStart w:id="4608" w:name="_Toc61112551"/>
      <w:bookmarkStart w:id="4609" w:name="_Toc67911703"/>
      <w:bookmarkStart w:id="4610" w:name="_Toc74843178"/>
      <w:bookmarkStart w:id="4611" w:name="_Toc76503561"/>
      <w:bookmarkStart w:id="4612" w:name="_Toc83041004"/>
      <w:bookmarkStart w:id="4613" w:name="_Toc89852047"/>
      <w:bookmarkStart w:id="4614" w:name="_Toc98676401"/>
      <w:r w:rsidRPr="00EF2F0E">
        <w:t>9.7.6.4.1.1</w:t>
      </w:r>
      <w:r w:rsidRPr="00EF2F0E">
        <w:tab/>
        <w:t>Minimum requirement (Category A)</w:t>
      </w:r>
      <w:bookmarkEnd w:id="4603"/>
      <w:bookmarkEnd w:id="4604"/>
      <w:bookmarkEnd w:id="4605"/>
      <w:bookmarkEnd w:id="4606"/>
      <w:bookmarkEnd w:id="4607"/>
      <w:bookmarkEnd w:id="4608"/>
      <w:bookmarkEnd w:id="4609"/>
      <w:bookmarkEnd w:id="4610"/>
      <w:bookmarkEnd w:id="4611"/>
      <w:bookmarkEnd w:id="4612"/>
      <w:bookmarkEnd w:id="4613"/>
      <w:bookmarkEnd w:id="4614"/>
    </w:p>
    <w:p w14:paraId="0984F5D2" w14:textId="77777777" w:rsidR="00B15E99" w:rsidRPr="00EF2F0E" w:rsidRDefault="00B15E99" w:rsidP="00B15E99">
      <w:r w:rsidRPr="00EF2F0E">
        <w:rPr>
          <w:lang w:eastAsia="zh-CN"/>
        </w:rPr>
        <w:t>The minimum requirement for single RAT E-UTRA BS is the same as that defined for an MSR BS in subclause 9.7.6.2.1.1.</w:t>
      </w:r>
    </w:p>
    <w:p w14:paraId="0984F5D3" w14:textId="77777777" w:rsidR="00B15E99" w:rsidRPr="00EF2F0E" w:rsidRDefault="00B15E99" w:rsidP="00B15E99">
      <w:pPr>
        <w:pStyle w:val="Heading6"/>
      </w:pPr>
      <w:bookmarkStart w:id="4615" w:name="_Toc21096113"/>
      <w:bookmarkStart w:id="4616" w:name="_Toc29763312"/>
      <w:bookmarkStart w:id="4617" w:name="_Toc45869597"/>
      <w:bookmarkStart w:id="4618" w:name="_Toc52554850"/>
      <w:bookmarkStart w:id="4619" w:name="_Toc52555320"/>
      <w:bookmarkStart w:id="4620" w:name="_Toc61112552"/>
      <w:bookmarkStart w:id="4621" w:name="_Toc67911704"/>
      <w:bookmarkStart w:id="4622" w:name="_Toc74843179"/>
      <w:bookmarkStart w:id="4623" w:name="_Toc76503562"/>
      <w:bookmarkStart w:id="4624" w:name="_Toc83041005"/>
      <w:bookmarkStart w:id="4625" w:name="_Toc89852048"/>
      <w:bookmarkStart w:id="4626" w:name="_Toc98676402"/>
      <w:r w:rsidRPr="00EF2F0E">
        <w:t>9.7.6.4.1.2</w:t>
      </w:r>
      <w:r w:rsidRPr="00EF2F0E">
        <w:tab/>
        <w:t>Minimum Requirement (Category B)</w:t>
      </w:r>
      <w:bookmarkEnd w:id="4615"/>
      <w:bookmarkEnd w:id="4616"/>
      <w:bookmarkEnd w:id="4617"/>
      <w:bookmarkEnd w:id="4618"/>
      <w:bookmarkEnd w:id="4619"/>
      <w:bookmarkEnd w:id="4620"/>
      <w:bookmarkEnd w:id="4621"/>
      <w:bookmarkEnd w:id="4622"/>
      <w:bookmarkEnd w:id="4623"/>
      <w:bookmarkEnd w:id="4624"/>
      <w:bookmarkEnd w:id="4625"/>
      <w:bookmarkEnd w:id="4626"/>
    </w:p>
    <w:p w14:paraId="0984F5D4" w14:textId="77777777" w:rsidR="00B15E99" w:rsidRPr="00EF2F0E" w:rsidRDefault="00B15E99" w:rsidP="00B15E99">
      <w:pPr>
        <w:keepNext/>
        <w:rPr>
          <w:rFonts w:cs="v5.0.0"/>
        </w:rPr>
      </w:pPr>
      <w:r w:rsidRPr="00EF2F0E">
        <w:rPr>
          <w:rFonts w:cs="v5.0.0"/>
        </w:rPr>
        <w:t>The TRP of any spurious emission shall not exceed the limits in table 9.7.6.4.1.2-1</w:t>
      </w:r>
    </w:p>
    <w:p w14:paraId="0984F5D5" w14:textId="77777777" w:rsidR="00B15E99" w:rsidRPr="00EF2F0E" w:rsidRDefault="00B15E99" w:rsidP="00B15E99">
      <w:pPr>
        <w:pStyle w:val="TH"/>
      </w:pPr>
      <w:r w:rsidRPr="00EF2F0E">
        <w:t>Table 9.7.6.4.1.2-1: AAS BS OTA Spurious emissions limits,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2196"/>
        <w:gridCol w:w="993"/>
        <w:gridCol w:w="2024"/>
      </w:tblGrid>
      <w:tr w:rsidR="003401A4" w:rsidRPr="00EF2F0E" w14:paraId="0984F5DA" w14:textId="77777777" w:rsidTr="00AB06FD">
        <w:trPr>
          <w:cantSplit/>
          <w:jc w:val="center"/>
        </w:trPr>
        <w:tc>
          <w:tcPr>
            <w:tcW w:w="2976" w:type="dxa"/>
          </w:tcPr>
          <w:p w14:paraId="0984F5D6" w14:textId="77777777" w:rsidR="00B15E99" w:rsidRPr="00EF2F0E" w:rsidRDefault="00B15E99" w:rsidP="00AB06FD">
            <w:pPr>
              <w:pStyle w:val="TAH"/>
              <w:rPr>
                <w:rFonts w:cs="Arial"/>
              </w:rPr>
            </w:pPr>
            <w:r w:rsidRPr="00EF2F0E">
              <w:rPr>
                <w:rFonts w:cs="Arial"/>
              </w:rPr>
              <w:t>Frequency range</w:t>
            </w:r>
          </w:p>
        </w:tc>
        <w:tc>
          <w:tcPr>
            <w:tcW w:w="2196" w:type="dxa"/>
          </w:tcPr>
          <w:p w14:paraId="0984F5D7" w14:textId="77777777" w:rsidR="00B15E99" w:rsidRPr="00EF2F0E" w:rsidRDefault="00B15E99" w:rsidP="00AB06FD">
            <w:pPr>
              <w:pStyle w:val="TAH"/>
              <w:rPr>
                <w:rFonts w:cs="Arial"/>
              </w:rPr>
            </w:pPr>
            <w:r w:rsidRPr="00EF2F0E">
              <w:rPr>
                <w:rFonts w:cs="Arial"/>
              </w:rPr>
              <w:t>Maximum Level</w:t>
            </w:r>
            <w:r w:rsidR="00AF2B07" w:rsidRPr="00EF2F0E">
              <w:rPr>
                <w:rFonts w:cs="Arial"/>
              </w:rPr>
              <w:br/>
              <w:t>(Note 4)</w:t>
            </w:r>
          </w:p>
        </w:tc>
        <w:tc>
          <w:tcPr>
            <w:tcW w:w="993" w:type="dxa"/>
          </w:tcPr>
          <w:p w14:paraId="0984F5D8" w14:textId="77777777" w:rsidR="00B15E99" w:rsidRPr="00EF2F0E" w:rsidRDefault="00B15E99" w:rsidP="00AB06FD">
            <w:pPr>
              <w:pStyle w:val="TAH"/>
              <w:rPr>
                <w:rFonts w:cs="Arial"/>
              </w:rPr>
            </w:pPr>
            <w:r w:rsidRPr="00EF2F0E">
              <w:rPr>
                <w:rFonts w:cs="Arial"/>
              </w:rPr>
              <w:t>Measurement Bandwidth</w:t>
            </w:r>
          </w:p>
        </w:tc>
        <w:tc>
          <w:tcPr>
            <w:tcW w:w="2024" w:type="dxa"/>
          </w:tcPr>
          <w:p w14:paraId="0984F5D9" w14:textId="77777777" w:rsidR="00B15E99" w:rsidRPr="00EF2F0E" w:rsidRDefault="00B15E99" w:rsidP="00AB06FD">
            <w:pPr>
              <w:pStyle w:val="TAH"/>
              <w:rPr>
                <w:rFonts w:cs="Arial"/>
              </w:rPr>
            </w:pPr>
            <w:r w:rsidRPr="00EF2F0E">
              <w:rPr>
                <w:rFonts w:cs="Arial"/>
              </w:rPr>
              <w:t>Notes</w:t>
            </w:r>
          </w:p>
        </w:tc>
      </w:tr>
      <w:tr w:rsidR="003401A4" w:rsidRPr="00EF2F0E" w14:paraId="0984F5DF" w14:textId="77777777" w:rsidTr="00AB06FD">
        <w:trPr>
          <w:cantSplit/>
          <w:jc w:val="center"/>
        </w:trPr>
        <w:tc>
          <w:tcPr>
            <w:tcW w:w="2976" w:type="dxa"/>
          </w:tcPr>
          <w:p w14:paraId="0984F5DB" w14:textId="77777777" w:rsidR="00B15E99" w:rsidRPr="00EF2F0E" w:rsidRDefault="00B15E99" w:rsidP="00AB06FD">
            <w:pPr>
              <w:pStyle w:val="TAC"/>
              <w:rPr>
                <w:rFonts w:cs="Arial"/>
              </w:rPr>
            </w:pPr>
            <w:r w:rsidRPr="00EF2F0E">
              <w:rPr>
                <w:rFonts w:cs="Arial"/>
              </w:rPr>
              <w:t xml:space="preserve">30 MHz </w:t>
            </w:r>
            <w:r w:rsidRPr="00EF2F0E">
              <w:rPr>
                <w:rFonts w:cs="Arial"/>
              </w:rPr>
              <w:sym w:font="Symbol" w:char="F0AB"/>
            </w:r>
            <w:r w:rsidRPr="00EF2F0E">
              <w:rPr>
                <w:rFonts w:cs="Arial"/>
              </w:rPr>
              <w:t xml:space="preserve"> 1 GHz</w:t>
            </w:r>
          </w:p>
        </w:tc>
        <w:tc>
          <w:tcPr>
            <w:tcW w:w="2196" w:type="dxa"/>
          </w:tcPr>
          <w:p w14:paraId="0984F5DC" w14:textId="77777777" w:rsidR="00B15E99" w:rsidRPr="00EF2F0E" w:rsidRDefault="00AF2B07" w:rsidP="00AB06FD">
            <w:pPr>
              <w:pStyle w:val="TAC"/>
              <w:rPr>
                <w:rFonts w:cs="v5.0.0"/>
              </w:rPr>
            </w:pPr>
            <w:r w:rsidRPr="00EF2F0E">
              <w:rPr>
                <w:rFonts w:cs="Arial"/>
              </w:rPr>
              <w:t>-36 + X</w:t>
            </w:r>
            <w:r w:rsidR="00B15E99" w:rsidRPr="00EF2F0E">
              <w:rPr>
                <w:rFonts w:cs="v5.0.0"/>
              </w:rPr>
              <w:t xml:space="preserve"> dBm</w:t>
            </w:r>
          </w:p>
        </w:tc>
        <w:tc>
          <w:tcPr>
            <w:tcW w:w="993" w:type="dxa"/>
          </w:tcPr>
          <w:p w14:paraId="0984F5DD" w14:textId="77777777" w:rsidR="00B15E99" w:rsidRPr="00EF2F0E" w:rsidRDefault="00B15E99" w:rsidP="00AB06FD">
            <w:pPr>
              <w:pStyle w:val="TAC"/>
              <w:rPr>
                <w:rFonts w:cs="Arial"/>
              </w:rPr>
            </w:pPr>
            <w:r w:rsidRPr="00EF2F0E">
              <w:rPr>
                <w:rFonts w:cs="Arial"/>
              </w:rPr>
              <w:t>100 kHz</w:t>
            </w:r>
          </w:p>
        </w:tc>
        <w:tc>
          <w:tcPr>
            <w:tcW w:w="2024" w:type="dxa"/>
          </w:tcPr>
          <w:p w14:paraId="0984F5DE" w14:textId="77777777" w:rsidR="00B15E99" w:rsidRPr="00EF2F0E" w:rsidRDefault="00B15E99" w:rsidP="00AB06FD">
            <w:pPr>
              <w:pStyle w:val="TAC"/>
              <w:rPr>
                <w:rFonts w:cs="Arial"/>
              </w:rPr>
            </w:pPr>
            <w:r w:rsidRPr="00EF2F0E">
              <w:rPr>
                <w:rFonts w:cs="Arial"/>
              </w:rPr>
              <w:t>NOTE 1</w:t>
            </w:r>
          </w:p>
        </w:tc>
      </w:tr>
      <w:tr w:rsidR="003401A4" w:rsidRPr="00EF2F0E" w14:paraId="0984F5E4" w14:textId="77777777" w:rsidTr="00AB06FD">
        <w:trPr>
          <w:cantSplit/>
          <w:jc w:val="center"/>
        </w:trPr>
        <w:tc>
          <w:tcPr>
            <w:tcW w:w="2976" w:type="dxa"/>
          </w:tcPr>
          <w:p w14:paraId="0984F5E0" w14:textId="77777777" w:rsidR="00B15E99" w:rsidRPr="00EF2F0E" w:rsidRDefault="00B15E99" w:rsidP="00AB06FD">
            <w:pPr>
              <w:pStyle w:val="TAC"/>
              <w:rPr>
                <w:rFonts w:cs="Arial"/>
              </w:rPr>
            </w:pPr>
            <w:r w:rsidRPr="00EF2F0E">
              <w:rPr>
                <w:rFonts w:cs="Arial"/>
              </w:rPr>
              <w:t xml:space="preserve">1 GHz </w:t>
            </w:r>
            <w:r w:rsidRPr="00EF2F0E">
              <w:rPr>
                <w:rFonts w:cs="Arial"/>
              </w:rPr>
              <w:sym w:font="Symbol" w:char="F0AB"/>
            </w:r>
            <w:r w:rsidRPr="00EF2F0E">
              <w:rPr>
                <w:rFonts w:cs="Arial"/>
              </w:rPr>
              <w:t xml:space="preserve"> 12.75 GHz</w:t>
            </w:r>
          </w:p>
        </w:tc>
        <w:tc>
          <w:tcPr>
            <w:tcW w:w="2196" w:type="dxa"/>
          </w:tcPr>
          <w:p w14:paraId="0984F5E1" w14:textId="77777777" w:rsidR="00B15E99" w:rsidRPr="00EF2F0E" w:rsidRDefault="00AF2B07" w:rsidP="00AB06FD">
            <w:pPr>
              <w:pStyle w:val="TAC"/>
              <w:rPr>
                <w:rFonts w:cs="v5.0.0"/>
              </w:rPr>
            </w:pPr>
            <w:r w:rsidRPr="00EF2F0E">
              <w:rPr>
                <w:rFonts w:cs="Arial"/>
              </w:rPr>
              <w:t>-30 + X</w:t>
            </w:r>
            <w:r w:rsidR="00B15E99" w:rsidRPr="00EF2F0E">
              <w:rPr>
                <w:rFonts w:cs="v5.0.0"/>
              </w:rPr>
              <w:t xml:space="preserve"> dBm</w:t>
            </w:r>
          </w:p>
        </w:tc>
        <w:tc>
          <w:tcPr>
            <w:tcW w:w="993" w:type="dxa"/>
          </w:tcPr>
          <w:p w14:paraId="0984F5E2" w14:textId="77777777" w:rsidR="00B15E99" w:rsidRPr="00EF2F0E" w:rsidRDefault="00B15E99" w:rsidP="00AB06FD">
            <w:pPr>
              <w:pStyle w:val="TAC"/>
              <w:rPr>
                <w:rFonts w:cs="Arial"/>
              </w:rPr>
            </w:pPr>
            <w:r w:rsidRPr="00EF2F0E">
              <w:rPr>
                <w:rFonts w:cs="Arial"/>
              </w:rPr>
              <w:t>1 MHz</w:t>
            </w:r>
          </w:p>
        </w:tc>
        <w:tc>
          <w:tcPr>
            <w:tcW w:w="2024" w:type="dxa"/>
          </w:tcPr>
          <w:p w14:paraId="0984F5E3" w14:textId="77777777" w:rsidR="00B15E99" w:rsidRPr="00EF2F0E" w:rsidRDefault="00B15E99" w:rsidP="00AB06FD">
            <w:pPr>
              <w:pStyle w:val="TAC"/>
              <w:rPr>
                <w:rFonts w:cs="Arial"/>
              </w:rPr>
            </w:pPr>
            <w:r w:rsidRPr="00EF2F0E">
              <w:rPr>
                <w:rFonts w:cs="Arial"/>
              </w:rPr>
              <w:t>NOTE 2</w:t>
            </w:r>
          </w:p>
        </w:tc>
      </w:tr>
      <w:tr w:rsidR="003401A4" w:rsidRPr="00EF2F0E" w14:paraId="0984F5E9" w14:textId="77777777" w:rsidTr="00AB06FD">
        <w:trPr>
          <w:cantSplit/>
          <w:jc w:val="center"/>
        </w:trPr>
        <w:tc>
          <w:tcPr>
            <w:tcW w:w="2976" w:type="dxa"/>
          </w:tcPr>
          <w:p w14:paraId="0984F5E5" w14:textId="77777777" w:rsidR="00B15E99" w:rsidRPr="00EF2F0E" w:rsidRDefault="00B15E99" w:rsidP="00AB06FD">
            <w:pPr>
              <w:pStyle w:val="TAC"/>
              <w:rPr>
                <w:rFonts w:cs="Arial"/>
              </w:rPr>
            </w:pPr>
            <w:r w:rsidRPr="00EF2F0E">
              <w:rPr>
                <w:rFonts w:cs="v5.0.0"/>
              </w:rPr>
              <w:t xml:space="preserve">12.75 GHz </w:t>
            </w:r>
            <w:r w:rsidRPr="00EF2F0E">
              <w:rPr>
                <w:rFonts w:cs="Arial"/>
              </w:rPr>
              <w:sym w:font="Symbol" w:char="F0AB"/>
            </w:r>
            <w:r w:rsidRPr="00EF2F0E">
              <w:rPr>
                <w:rFonts w:cs="Arial"/>
              </w:rPr>
              <w:t xml:space="preserve"> 5</w:t>
            </w:r>
            <w:r w:rsidRPr="00EF2F0E">
              <w:rPr>
                <w:rFonts w:cs="Arial"/>
                <w:vertAlign w:val="superscript"/>
              </w:rPr>
              <w:t>th</w:t>
            </w:r>
            <w:r w:rsidRPr="00EF2F0E">
              <w:rPr>
                <w:rFonts w:cs="Arial"/>
              </w:rPr>
              <w:t xml:space="preserve"> harmonic of the upper frequency edge of the DL operating band in GHz</w:t>
            </w:r>
          </w:p>
        </w:tc>
        <w:tc>
          <w:tcPr>
            <w:tcW w:w="2196" w:type="dxa"/>
          </w:tcPr>
          <w:p w14:paraId="0984F5E6" w14:textId="77777777" w:rsidR="00B15E99" w:rsidRPr="00EF2F0E" w:rsidRDefault="00AF2B07" w:rsidP="00AB06FD">
            <w:pPr>
              <w:pStyle w:val="TAC"/>
              <w:rPr>
                <w:rFonts w:cs="v5.0.0"/>
              </w:rPr>
            </w:pPr>
            <w:r w:rsidRPr="00EF2F0E">
              <w:rPr>
                <w:rFonts w:cs="Arial"/>
              </w:rPr>
              <w:t>-36 + X</w:t>
            </w:r>
            <w:r w:rsidR="00B15E99" w:rsidRPr="00EF2F0E">
              <w:rPr>
                <w:rFonts w:cs="v5.0.0"/>
              </w:rPr>
              <w:t xml:space="preserve"> dBm</w:t>
            </w:r>
          </w:p>
        </w:tc>
        <w:tc>
          <w:tcPr>
            <w:tcW w:w="993" w:type="dxa"/>
          </w:tcPr>
          <w:p w14:paraId="0984F5E7" w14:textId="77777777" w:rsidR="00B15E99" w:rsidRPr="00EF2F0E" w:rsidRDefault="00B15E99" w:rsidP="00AB06FD">
            <w:pPr>
              <w:pStyle w:val="TAC"/>
              <w:rPr>
                <w:rFonts w:cs="Arial"/>
              </w:rPr>
            </w:pPr>
            <w:r w:rsidRPr="00EF2F0E">
              <w:rPr>
                <w:rFonts w:cs="Arial"/>
              </w:rPr>
              <w:t>1 MHz</w:t>
            </w:r>
          </w:p>
        </w:tc>
        <w:tc>
          <w:tcPr>
            <w:tcW w:w="2024" w:type="dxa"/>
          </w:tcPr>
          <w:p w14:paraId="0984F5E8" w14:textId="77777777" w:rsidR="00B15E99" w:rsidRPr="00EF2F0E" w:rsidRDefault="00B15E99" w:rsidP="00AB06FD">
            <w:pPr>
              <w:pStyle w:val="TAC"/>
              <w:rPr>
                <w:rFonts w:cs="Arial"/>
              </w:rPr>
            </w:pPr>
            <w:r w:rsidRPr="00EF2F0E">
              <w:rPr>
                <w:rFonts w:cs="Arial"/>
              </w:rPr>
              <w:t>NOTE 2, NOTE 3</w:t>
            </w:r>
          </w:p>
        </w:tc>
      </w:tr>
      <w:tr w:rsidR="00B15E99" w:rsidRPr="00EF2F0E" w14:paraId="0984F5EE" w14:textId="77777777" w:rsidTr="00AB06FD">
        <w:trPr>
          <w:cantSplit/>
          <w:jc w:val="center"/>
        </w:trPr>
        <w:tc>
          <w:tcPr>
            <w:tcW w:w="8189" w:type="dxa"/>
            <w:gridSpan w:val="4"/>
          </w:tcPr>
          <w:p w14:paraId="0984F5EA" w14:textId="77777777" w:rsidR="00B15E99" w:rsidRPr="00EF2F0E" w:rsidRDefault="00B15E99" w:rsidP="00AB06FD">
            <w:pPr>
              <w:pStyle w:val="TAN"/>
              <w:rPr>
                <w:rFonts w:cs="Arial"/>
              </w:rPr>
            </w:pPr>
            <w:r w:rsidRPr="00EF2F0E">
              <w:rPr>
                <w:rFonts w:cs="Arial"/>
              </w:rPr>
              <w:t>NOTE 1:</w:t>
            </w:r>
            <w:r w:rsidRPr="00EF2F0E">
              <w:rPr>
                <w:rFonts w:cs="Arial"/>
              </w:rPr>
              <w:tab/>
              <w:t xml:space="preserve">Bandwidth as in ITU-R SM.329 </w:t>
            </w:r>
            <w:r w:rsidRPr="00EF2F0E">
              <w:rPr>
                <w:rFonts w:cs="v5.0.0"/>
              </w:rPr>
              <w:t>[14]</w:t>
            </w:r>
            <w:r w:rsidRPr="00EF2F0E">
              <w:rPr>
                <w:rFonts w:cs="Arial"/>
              </w:rPr>
              <w:t>, s4.1</w:t>
            </w:r>
          </w:p>
          <w:p w14:paraId="0984F5EB" w14:textId="77777777" w:rsidR="00B15E99" w:rsidRPr="00EF2F0E" w:rsidRDefault="00B15E99" w:rsidP="00AB06FD">
            <w:pPr>
              <w:pStyle w:val="TAN"/>
              <w:rPr>
                <w:rFonts w:cs="Arial"/>
              </w:rPr>
            </w:pPr>
            <w:r w:rsidRPr="00EF2F0E">
              <w:rPr>
                <w:rFonts w:cs="Arial"/>
              </w:rPr>
              <w:t>NOTE 2:</w:t>
            </w:r>
            <w:r w:rsidRPr="00EF2F0E">
              <w:rPr>
                <w:rFonts w:cs="Arial"/>
              </w:rPr>
              <w:tab/>
              <w:t xml:space="preserve">Bandwidth as in ITU-R SM.329 </w:t>
            </w:r>
            <w:r w:rsidRPr="00EF2F0E">
              <w:rPr>
                <w:rFonts w:cs="v5.0.0"/>
              </w:rPr>
              <w:t>[14]</w:t>
            </w:r>
            <w:r w:rsidRPr="00EF2F0E">
              <w:rPr>
                <w:rFonts w:cs="Arial"/>
              </w:rPr>
              <w:t xml:space="preserve">, s4.1. Upper frequency as in ITU-R </w:t>
            </w:r>
            <w:r w:rsidRPr="00EF2F0E">
              <w:rPr>
                <w:rFonts w:cs="v3.8.0"/>
              </w:rPr>
              <w:t xml:space="preserve">SM.329 </w:t>
            </w:r>
            <w:r w:rsidRPr="00EF2F0E">
              <w:rPr>
                <w:rFonts w:cs="v5.0.0"/>
              </w:rPr>
              <w:t xml:space="preserve">[14] </w:t>
            </w:r>
            <w:r w:rsidRPr="00EF2F0E">
              <w:rPr>
                <w:rFonts w:cs="v3.8.0"/>
              </w:rPr>
              <w:t>, s2.5 table 1</w:t>
            </w:r>
            <w:r w:rsidRPr="00EF2F0E">
              <w:rPr>
                <w:rFonts w:cs="Arial"/>
              </w:rPr>
              <w:t xml:space="preserve"> </w:t>
            </w:r>
          </w:p>
          <w:p w14:paraId="0984F5EC" w14:textId="77777777" w:rsidR="00AF2B07" w:rsidRPr="00EF2F0E" w:rsidRDefault="00B15E99" w:rsidP="00AF2B07">
            <w:pPr>
              <w:pStyle w:val="TAN"/>
              <w:rPr>
                <w:rFonts w:cs="Arial"/>
              </w:rPr>
            </w:pPr>
            <w:r w:rsidRPr="00EF2F0E">
              <w:rPr>
                <w:rFonts w:cs="Arial"/>
              </w:rPr>
              <w:t>NOTE 3:</w:t>
            </w:r>
            <w:r w:rsidRPr="00EF2F0E">
              <w:rPr>
                <w:rFonts w:cs="Arial"/>
              </w:rPr>
              <w:tab/>
              <w:t>Applies only for Bands 22, 42</w:t>
            </w:r>
            <w:r w:rsidR="00702AAA" w:rsidRPr="00EF2F0E">
              <w:rPr>
                <w:rFonts w:cs="Arial"/>
              </w:rPr>
              <w:t>,</w:t>
            </w:r>
            <w:r w:rsidRPr="00EF2F0E">
              <w:rPr>
                <w:rFonts w:cs="Arial"/>
              </w:rPr>
              <w:t xml:space="preserve"> 43</w:t>
            </w:r>
            <w:r w:rsidR="00702AAA" w:rsidRPr="00EF2F0E">
              <w:rPr>
                <w:rFonts w:cs="Arial"/>
              </w:rPr>
              <w:t xml:space="preserve"> and 48</w:t>
            </w:r>
            <w:r w:rsidRPr="00EF2F0E">
              <w:rPr>
                <w:rFonts w:cs="Arial"/>
              </w:rPr>
              <w:t>.</w:t>
            </w:r>
          </w:p>
          <w:p w14:paraId="0984F5ED" w14:textId="77777777" w:rsidR="00B15E99" w:rsidRPr="00EF2F0E" w:rsidRDefault="00AF2B07" w:rsidP="00AF2B07">
            <w:pPr>
              <w:pStyle w:val="TAN"/>
              <w:rPr>
                <w:rFonts w:cs="Arial"/>
              </w:rPr>
            </w:pPr>
            <w:r w:rsidRPr="00EF2F0E">
              <w:rPr>
                <w:rFonts w:cs="Arial"/>
              </w:rPr>
              <w:t>NOTE 4:</w:t>
            </w:r>
            <w:r w:rsidRPr="00EF2F0E">
              <w:rPr>
                <w:rFonts w:cs="Arial"/>
              </w:rPr>
              <w:tab/>
              <w:t>X = 9 dB</w:t>
            </w:r>
            <w:r w:rsidRPr="00EF2F0E">
              <w:t>, unless stated differently in regional regulation</w:t>
            </w:r>
            <w:r w:rsidRPr="00EF2F0E">
              <w:rPr>
                <w:rFonts w:cs="Arial"/>
              </w:rPr>
              <w:t>.</w:t>
            </w:r>
          </w:p>
        </w:tc>
      </w:tr>
    </w:tbl>
    <w:p w14:paraId="0984F5EF" w14:textId="77777777" w:rsidR="00B15E99" w:rsidRPr="00EF2F0E" w:rsidRDefault="00B15E99" w:rsidP="00B15E99">
      <w:pPr>
        <w:ind w:firstLine="284"/>
      </w:pPr>
    </w:p>
    <w:p w14:paraId="0984F5F0" w14:textId="77777777" w:rsidR="00B15E99" w:rsidRPr="00EF2F0E" w:rsidRDefault="00B15E99" w:rsidP="00B15E99">
      <w:pPr>
        <w:pStyle w:val="Heading5"/>
      </w:pPr>
      <w:bookmarkStart w:id="4627" w:name="_Toc21096114"/>
      <w:bookmarkStart w:id="4628" w:name="_Toc29763313"/>
      <w:bookmarkStart w:id="4629" w:name="_Toc45869598"/>
      <w:bookmarkStart w:id="4630" w:name="_Toc52554851"/>
      <w:bookmarkStart w:id="4631" w:name="_Toc52555321"/>
      <w:bookmarkStart w:id="4632" w:name="_Toc61112553"/>
      <w:bookmarkStart w:id="4633" w:name="_Toc67911705"/>
      <w:bookmarkStart w:id="4634" w:name="_Toc74843180"/>
      <w:bookmarkStart w:id="4635" w:name="_Toc76503563"/>
      <w:bookmarkStart w:id="4636" w:name="_Toc83041006"/>
      <w:bookmarkStart w:id="4637" w:name="_Toc89852049"/>
      <w:bookmarkStart w:id="4638" w:name="_Toc98676403"/>
      <w:r w:rsidRPr="00EF2F0E">
        <w:t>9.7.6.4.2</w:t>
      </w:r>
      <w:r w:rsidRPr="00EF2F0E">
        <w:tab/>
        <w:t>Protection of the BS receiver of own or different BS</w:t>
      </w:r>
      <w:bookmarkEnd w:id="4627"/>
      <w:bookmarkEnd w:id="4628"/>
      <w:bookmarkEnd w:id="4629"/>
      <w:bookmarkEnd w:id="4630"/>
      <w:bookmarkEnd w:id="4631"/>
      <w:bookmarkEnd w:id="4632"/>
      <w:bookmarkEnd w:id="4633"/>
      <w:bookmarkEnd w:id="4634"/>
      <w:bookmarkEnd w:id="4635"/>
      <w:bookmarkEnd w:id="4636"/>
      <w:bookmarkEnd w:id="4637"/>
      <w:bookmarkEnd w:id="4638"/>
    </w:p>
    <w:p w14:paraId="0984F5F1" w14:textId="77777777" w:rsidR="00B15E99" w:rsidRPr="00EF2F0E" w:rsidRDefault="00B15E99" w:rsidP="00B15E99">
      <w:pPr>
        <w:rPr>
          <w:rFonts w:cs="v5.0.0"/>
        </w:rPr>
      </w:pPr>
      <w:r w:rsidRPr="00EF2F0E">
        <w:rPr>
          <w:rFonts w:cs="v5.0.0"/>
        </w:rPr>
        <w:t xml:space="preserve">This requirement shall be applied for E-UTRA FDD operation in order to prevent the receivers of own or a different BS of the same band being desensitised by emissions from a </w:t>
      </w:r>
      <w:r w:rsidRPr="00EF2F0E">
        <w:rPr>
          <w:rFonts w:cs="v5.0.0"/>
          <w:i/>
        </w:rPr>
        <w:t>OTA AAS BS</w:t>
      </w:r>
      <w:r w:rsidRPr="00EF2F0E">
        <w:rPr>
          <w:rFonts w:cs="v5.0.0"/>
        </w:rPr>
        <w:t xml:space="preserve">. </w:t>
      </w:r>
    </w:p>
    <w:p w14:paraId="0984F5F2" w14:textId="77777777" w:rsidR="00B15E99" w:rsidRPr="00EF2F0E" w:rsidRDefault="00B15E99" w:rsidP="00B15E99">
      <w:pPr>
        <w:rPr>
          <w:rFonts w:cs="v5.0.0"/>
        </w:rPr>
      </w:pPr>
      <w:r w:rsidRPr="00EF2F0E">
        <w:rPr>
          <w:rFonts w:cs="v5.0.0"/>
        </w:rPr>
        <w:t>The requirement is a co-location requirement</w:t>
      </w:r>
      <w:r w:rsidR="00791E0E" w:rsidRPr="00EF2F0E">
        <w:rPr>
          <w:rFonts w:cs="v5.0.0"/>
        </w:rPr>
        <w:t>.</w:t>
      </w:r>
      <w:r w:rsidRPr="00EF2F0E">
        <w:rPr>
          <w:rFonts w:cs="v5.0.0"/>
        </w:rPr>
        <w:t xml:space="preserve"> </w:t>
      </w:r>
      <w:r w:rsidR="00791E0E" w:rsidRPr="00EF2F0E">
        <w:rPr>
          <w:rFonts w:cs="v5.0.0"/>
        </w:rPr>
        <w:t>T</w:t>
      </w:r>
      <w:r w:rsidRPr="00EF2F0E">
        <w:rPr>
          <w:rFonts w:cs="v5.0.0"/>
        </w:rPr>
        <w:t xml:space="preserve">he power levels </w:t>
      </w:r>
      <w:r w:rsidR="00791E0E" w:rsidRPr="00EF2F0E">
        <w:rPr>
          <w:rFonts w:cs="v5.0.0"/>
        </w:rPr>
        <w:t xml:space="preserve">are </w:t>
      </w:r>
      <w:r w:rsidRPr="00EF2F0E">
        <w:rPr>
          <w:rFonts w:cs="v5.0.0"/>
        </w:rPr>
        <w:t xml:space="preserve">specified at the </w:t>
      </w:r>
      <w:r w:rsidRPr="00EF2F0E">
        <w:rPr>
          <w:rFonts w:cs="v5.0.0"/>
          <w:i/>
        </w:rPr>
        <w:t>co-location reference antenna</w:t>
      </w:r>
      <w:r w:rsidRPr="00EF2F0E">
        <w:rPr>
          <w:rFonts w:cs="v5.0.0"/>
        </w:rPr>
        <w:t xml:space="preserve"> output.</w:t>
      </w:r>
    </w:p>
    <w:p w14:paraId="0984F5F3" w14:textId="77777777" w:rsidR="00B15E99" w:rsidRPr="00EF2F0E" w:rsidRDefault="00B15E99" w:rsidP="00B15E99">
      <w:pPr>
        <w:keepNext/>
        <w:rPr>
          <w:rFonts w:cs="v5.0.0"/>
        </w:rPr>
      </w:pPr>
      <w:r w:rsidRPr="00EF2F0E">
        <w:rPr>
          <w:rFonts w:cs="v5.0.0"/>
        </w:rPr>
        <w:t xml:space="preserve">The power </w:t>
      </w:r>
      <w:r w:rsidR="00791E0E" w:rsidRPr="00EF2F0E">
        <w:rPr>
          <w:rFonts w:cs="v5.0.0"/>
        </w:rPr>
        <w:t xml:space="preserve">sum </w:t>
      </w:r>
      <w:r w:rsidRPr="00EF2F0E">
        <w:rPr>
          <w:rFonts w:cs="v5.0.0"/>
        </w:rPr>
        <w:t xml:space="preserve">of any spurious emission </w:t>
      </w:r>
      <w:r w:rsidR="00791E0E" w:rsidRPr="00EF2F0E">
        <w:rPr>
          <w:rFonts w:cs="v5.0.0"/>
        </w:rPr>
        <w:t>is specified over all supported</w:t>
      </w:r>
      <w:r w:rsidRPr="00EF2F0E">
        <w:rPr>
          <w:rFonts w:cs="v5.0.0"/>
        </w:rPr>
        <w:t xml:space="preserve"> polarizations of the </w:t>
      </w:r>
      <w:r w:rsidRPr="00EF2F0E">
        <w:rPr>
          <w:rFonts w:cs="v5.0.0"/>
          <w:i/>
        </w:rPr>
        <w:t>co-location reference antenna</w:t>
      </w:r>
      <w:r w:rsidRPr="00EF2F0E">
        <w:rPr>
          <w:rFonts w:cs="v5.0.0"/>
        </w:rPr>
        <w:t xml:space="preserve"> </w:t>
      </w:r>
      <w:r w:rsidR="00436D44" w:rsidRPr="00EF2F0E">
        <w:rPr>
          <w:rFonts w:cs="v5.0.0"/>
        </w:rPr>
        <w:t>and</w:t>
      </w:r>
      <w:r w:rsidRPr="00EF2F0E">
        <w:rPr>
          <w:rFonts w:cs="v5.0.0"/>
        </w:rPr>
        <w:t xml:space="preserve"> shall not exceed the limits in table 9.7.6.4.2-1.</w:t>
      </w:r>
    </w:p>
    <w:p w14:paraId="0984F5F4" w14:textId="77777777" w:rsidR="00B15E99" w:rsidRPr="00EF2F0E" w:rsidRDefault="00B15E99" w:rsidP="00B15E99">
      <w:pPr>
        <w:pStyle w:val="TH"/>
      </w:pPr>
      <w:r w:rsidRPr="00EF2F0E">
        <w:t>Table 9.7.6.4.2-1: BS Spurious emissions limits for protection of the BS receiver</w:t>
      </w:r>
    </w:p>
    <w:tbl>
      <w:tblPr>
        <w:tblW w:w="8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1577"/>
        <w:gridCol w:w="1276"/>
        <w:gridCol w:w="1418"/>
        <w:gridCol w:w="1956"/>
      </w:tblGrid>
      <w:tr w:rsidR="003401A4" w:rsidRPr="00EF2F0E" w14:paraId="0984F5FA" w14:textId="77777777" w:rsidTr="00AB06FD">
        <w:trPr>
          <w:cantSplit/>
          <w:jc w:val="center"/>
        </w:trPr>
        <w:tc>
          <w:tcPr>
            <w:tcW w:w="1846" w:type="dxa"/>
          </w:tcPr>
          <w:p w14:paraId="0984F5F5" w14:textId="77777777" w:rsidR="00B15E99" w:rsidRPr="00EF2F0E" w:rsidRDefault="00B15E99" w:rsidP="00AB06FD">
            <w:pPr>
              <w:pStyle w:val="TAH"/>
              <w:rPr>
                <w:rFonts w:cs="Arial"/>
              </w:rPr>
            </w:pPr>
          </w:p>
        </w:tc>
        <w:tc>
          <w:tcPr>
            <w:tcW w:w="1577" w:type="dxa"/>
          </w:tcPr>
          <w:p w14:paraId="0984F5F6" w14:textId="77777777" w:rsidR="00B15E99" w:rsidRPr="00EF2F0E" w:rsidRDefault="00B15E99" w:rsidP="00AB06FD">
            <w:pPr>
              <w:pStyle w:val="TAH"/>
              <w:rPr>
                <w:rFonts w:cs="Arial"/>
              </w:rPr>
            </w:pPr>
            <w:r w:rsidRPr="00EF2F0E">
              <w:rPr>
                <w:rFonts w:cs="Arial"/>
              </w:rPr>
              <w:t>Frequency range</w:t>
            </w:r>
          </w:p>
        </w:tc>
        <w:tc>
          <w:tcPr>
            <w:tcW w:w="1276" w:type="dxa"/>
          </w:tcPr>
          <w:p w14:paraId="0984F5F7" w14:textId="77777777" w:rsidR="00B15E99" w:rsidRPr="00EF2F0E" w:rsidRDefault="00B15E99" w:rsidP="00AB06FD">
            <w:pPr>
              <w:pStyle w:val="TAH"/>
              <w:rPr>
                <w:rFonts w:cs="Arial"/>
              </w:rPr>
            </w:pPr>
            <w:r w:rsidRPr="00EF2F0E">
              <w:rPr>
                <w:rFonts w:cs="Arial"/>
              </w:rPr>
              <w:t>Maximum Level</w:t>
            </w:r>
          </w:p>
        </w:tc>
        <w:tc>
          <w:tcPr>
            <w:tcW w:w="1418" w:type="dxa"/>
          </w:tcPr>
          <w:p w14:paraId="0984F5F8" w14:textId="77777777" w:rsidR="00B15E99" w:rsidRPr="00EF2F0E" w:rsidRDefault="00B15E99" w:rsidP="00AB06FD">
            <w:pPr>
              <w:pStyle w:val="TAH"/>
              <w:rPr>
                <w:rFonts w:cs="Arial"/>
              </w:rPr>
            </w:pPr>
            <w:r w:rsidRPr="00EF2F0E">
              <w:rPr>
                <w:rFonts w:cs="Arial"/>
              </w:rPr>
              <w:t>Measurement Bandwidth</w:t>
            </w:r>
          </w:p>
        </w:tc>
        <w:tc>
          <w:tcPr>
            <w:tcW w:w="1956" w:type="dxa"/>
          </w:tcPr>
          <w:p w14:paraId="0984F5F9" w14:textId="77777777" w:rsidR="00B15E99" w:rsidRPr="00EF2F0E" w:rsidRDefault="00B15E99" w:rsidP="00AB06FD">
            <w:pPr>
              <w:pStyle w:val="TAH"/>
              <w:rPr>
                <w:rFonts w:cs="Arial"/>
              </w:rPr>
            </w:pPr>
            <w:r w:rsidRPr="00EF2F0E">
              <w:rPr>
                <w:rFonts w:cs="Arial"/>
              </w:rPr>
              <w:t>Notes</w:t>
            </w:r>
          </w:p>
        </w:tc>
      </w:tr>
      <w:tr w:rsidR="003401A4" w:rsidRPr="00EF2F0E" w14:paraId="0984F600" w14:textId="77777777" w:rsidTr="00AB06FD">
        <w:trPr>
          <w:cantSplit/>
          <w:jc w:val="center"/>
        </w:trPr>
        <w:tc>
          <w:tcPr>
            <w:tcW w:w="1846" w:type="dxa"/>
          </w:tcPr>
          <w:p w14:paraId="0984F5FB" w14:textId="77777777" w:rsidR="00B15E99" w:rsidRPr="00EF2F0E" w:rsidRDefault="00B15E99" w:rsidP="00AB06FD">
            <w:pPr>
              <w:pStyle w:val="TAC"/>
              <w:rPr>
                <w:rFonts w:cs="Arial"/>
              </w:rPr>
            </w:pPr>
            <w:r w:rsidRPr="00EF2F0E">
              <w:rPr>
                <w:rFonts w:cs="Arial"/>
                <w:lang w:eastAsia="zh-CN"/>
              </w:rPr>
              <w:t>Wide Area BS</w:t>
            </w:r>
          </w:p>
        </w:tc>
        <w:tc>
          <w:tcPr>
            <w:tcW w:w="1577" w:type="dxa"/>
          </w:tcPr>
          <w:p w14:paraId="0984F5FC" w14:textId="77777777" w:rsidR="00B15E99" w:rsidRPr="00EF2F0E" w:rsidRDefault="00B15E99" w:rsidP="00AB06FD">
            <w:pPr>
              <w:pStyle w:val="TAC"/>
              <w:rPr>
                <w:rFonts w:cs="Arial"/>
              </w:rPr>
            </w:pPr>
            <w:r w:rsidRPr="00EF2F0E">
              <w:rPr>
                <w:rFonts w:cs="Arial"/>
              </w:rPr>
              <w:t>F</w:t>
            </w:r>
            <w:r w:rsidRPr="00EF2F0E">
              <w:rPr>
                <w:rFonts w:cs="Arial"/>
                <w:vertAlign w:val="subscript"/>
              </w:rPr>
              <w:t>UL_low</w:t>
            </w:r>
            <w:r w:rsidRPr="00EF2F0E">
              <w:rPr>
                <w:rFonts w:cs="Arial"/>
              </w:rPr>
              <w:t xml:space="preserve">  – F</w:t>
            </w:r>
            <w:r w:rsidRPr="00EF2F0E">
              <w:rPr>
                <w:rFonts w:cs="Arial"/>
                <w:vertAlign w:val="subscript"/>
              </w:rPr>
              <w:t>UL_high</w:t>
            </w:r>
          </w:p>
        </w:tc>
        <w:tc>
          <w:tcPr>
            <w:tcW w:w="1276" w:type="dxa"/>
          </w:tcPr>
          <w:p w14:paraId="0984F5FD" w14:textId="77777777" w:rsidR="00B15E99" w:rsidRPr="00EF2F0E" w:rsidRDefault="00B15E99" w:rsidP="00AB06FD">
            <w:pPr>
              <w:pStyle w:val="TAC"/>
              <w:rPr>
                <w:rFonts w:cs="Arial"/>
              </w:rPr>
            </w:pPr>
            <w:r w:rsidRPr="00EF2F0E">
              <w:rPr>
                <w:rFonts w:cs="Arial"/>
              </w:rPr>
              <w:t>- 117 dBm</w:t>
            </w:r>
          </w:p>
        </w:tc>
        <w:tc>
          <w:tcPr>
            <w:tcW w:w="1418" w:type="dxa"/>
          </w:tcPr>
          <w:p w14:paraId="0984F5FE" w14:textId="77777777" w:rsidR="00B15E99" w:rsidRPr="00EF2F0E" w:rsidRDefault="00B15E99" w:rsidP="00AB06FD">
            <w:pPr>
              <w:pStyle w:val="TAC"/>
              <w:rPr>
                <w:rFonts w:cs="Arial"/>
              </w:rPr>
            </w:pPr>
            <w:r w:rsidRPr="00EF2F0E">
              <w:rPr>
                <w:rFonts w:cs="Arial"/>
              </w:rPr>
              <w:t>100 kHz</w:t>
            </w:r>
          </w:p>
        </w:tc>
        <w:tc>
          <w:tcPr>
            <w:tcW w:w="1956" w:type="dxa"/>
          </w:tcPr>
          <w:p w14:paraId="0984F5FF" w14:textId="77777777" w:rsidR="00B15E99" w:rsidRPr="00EF2F0E" w:rsidRDefault="00B15E99" w:rsidP="00AB06FD">
            <w:pPr>
              <w:pStyle w:val="TAC"/>
              <w:rPr>
                <w:rFonts w:cs="Arial"/>
              </w:rPr>
            </w:pPr>
          </w:p>
        </w:tc>
      </w:tr>
      <w:tr w:rsidR="003401A4" w:rsidRPr="00EF2F0E" w14:paraId="0984F606" w14:textId="77777777" w:rsidTr="00AB06FD">
        <w:trPr>
          <w:cantSplit/>
          <w:jc w:val="center"/>
        </w:trPr>
        <w:tc>
          <w:tcPr>
            <w:tcW w:w="1846" w:type="dxa"/>
            <w:tcBorders>
              <w:top w:val="single" w:sz="4" w:space="0" w:color="auto"/>
              <w:left w:val="single" w:sz="4" w:space="0" w:color="auto"/>
              <w:bottom w:val="single" w:sz="4" w:space="0" w:color="auto"/>
              <w:right w:val="single" w:sz="4" w:space="0" w:color="auto"/>
            </w:tcBorders>
          </w:tcPr>
          <w:p w14:paraId="0984F601" w14:textId="77777777" w:rsidR="00B15E99" w:rsidRPr="00EF2F0E" w:rsidRDefault="00B15E99" w:rsidP="00AB06FD">
            <w:pPr>
              <w:pStyle w:val="TAC"/>
              <w:rPr>
                <w:rFonts w:cs="Arial"/>
                <w:lang w:eastAsia="zh-CN"/>
              </w:rPr>
            </w:pPr>
            <w:r w:rsidRPr="00EF2F0E">
              <w:rPr>
                <w:rFonts w:cs="Arial"/>
                <w:lang w:eastAsia="zh-CN"/>
              </w:rPr>
              <w:t>Medium Range BS</w:t>
            </w:r>
          </w:p>
        </w:tc>
        <w:tc>
          <w:tcPr>
            <w:tcW w:w="1577" w:type="dxa"/>
            <w:tcBorders>
              <w:top w:val="single" w:sz="4" w:space="0" w:color="auto"/>
              <w:left w:val="single" w:sz="4" w:space="0" w:color="auto"/>
              <w:bottom w:val="single" w:sz="4" w:space="0" w:color="auto"/>
              <w:right w:val="single" w:sz="4" w:space="0" w:color="auto"/>
            </w:tcBorders>
          </w:tcPr>
          <w:p w14:paraId="0984F602" w14:textId="77777777" w:rsidR="00B15E99" w:rsidRPr="00EF2F0E" w:rsidRDefault="00B15E99" w:rsidP="00AB06FD">
            <w:pPr>
              <w:pStyle w:val="TAC"/>
              <w:rPr>
                <w:rFonts w:cs="Arial"/>
              </w:rPr>
            </w:pPr>
            <w:r w:rsidRPr="00EF2F0E">
              <w:rPr>
                <w:rFonts w:cs="Arial"/>
              </w:rPr>
              <w:t>F</w:t>
            </w:r>
            <w:r w:rsidRPr="00EF2F0E">
              <w:rPr>
                <w:rFonts w:cs="Arial"/>
                <w:vertAlign w:val="subscript"/>
              </w:rPr>
              <w:t>UL_low</w:t>
            </w:r>
            <w:r w:rsidRPr="00EF2F0E">
              <w:rPr>
                <w:rFonts w:cs="Arial"/>
              </w:rPr>
              <w:t xml:space="preserve">  – F</w:t>
            </w:r>
            <w:r w:rsidRPr="00EF2F0E">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0984F603" w14:textId="77777777" w:rsidR="00B15E99" w:rsidRPr="00EF2F0E" w:rsidRDefault="00B15E99" w:rsidP="00AB06FD">
            <w:pPr>
              <w:pStyle w:val="TAC"/>
              <w:rPr>
                <w:rFonts w:cs="Arial"/>
              </w:rPr>
            </w:pPr>
            <w:r w:rsidRPr="00EF2F0E">
              <w:rPr>
                <w:rFonts w:cs="Arial"/>
              </w:rPr>
              <w:t>- 112 dBm</w:t>
            </w:r>
          </w:p>
        </w:tc>
        <w:tc>
          <w:tcPr>
            <w:tcW w:w="1418" w:type="dxa"/>
            <w:tcBorders>
              <w:top w:val="single" w:sz="4" w:space="0" w:color="auto"/>
              <w:left w:val="single" w:sz="4" w:space="0" w:color="auto"/>
              <w:bottom w:val="single" w:sz="4" w:space="0" w:color="auto"/>
              <w:right w:val="single" w:sz="4" w:space="0" w:color="auto"/>
            </w:tcBorders>
          </w:tcPr>
          <w:p w14:paraId="0984F604" w14:textId="77777777" w:rsidR="00B15E99" w:rsidRPr="00EF2F0E" w:rsidRDefault="00B15E99" w:rsidP="00AB06FD">
            <w:pPr>
              <w:pStyle w:val="TAC"/>
              <w:rPr>
                <w:rFonts w:cs="Arial"/>
              </w:rPr>
            </w:pPr>
            <w:r w:rsidRPr="00EF2F0E">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0984F605" w14:textId="77777777" w:rsidR="00B15E99" w:rsidRPr="00EF2F0E" w:rsidRDefault="00B15E99" w:rsidP="00AB06FD">
            <w:pPr>
              <w:pStyle w:val="TAC"/>
              <w:rPr>
                <w:rFonts w:cs="Arial"/>
              </w:rPr>
            </w:pPr>
          </w:p>
        </w:tc>
      </w:tr>
      <w:tr w:rsidR="00B15E99" w:rsidRPr="00EF2F0E" w14:paraId="0984F60C" w14:textId="77777777" w:rsidTr="00AB06FD">
        <w:trPr>
          <w:cantSplit/>
          <w:jc w:val="center"/>
        </w:trPr>
        <w:tc>
          <w:tcPr>
            <w:tcW w:w="1846" w:type="dxa"/>
          </w:tcPr>
          <w:p w14:paraId="0984F607" w14:textId="77777777" w:rsidR="00B15E99" w:rsidRPr="00EF2F0E" w:rsidRDefault="00B15E99" w:rsidP="00AB06FD">
            <w:pPr>
              <w:pStyle w:val="TAC"/>
              <w:rPr>
                <w:rFonts w:cs="Arial"/>
                <w:lang w:eastAsia="zh-CN"/>
              </w:rPr>
            </w:pPr>
            <w:r w:rsidRPr="00EF2F0E">
              <w:rPr>
                <w:rFonts w:cs="Arial"/>
                <w:lang w:eastAsia="zh-CN"/>
              </w:rPr>
              <w:t>Local Area BS</w:t>
            </w:r>
          </w:p>
        </w:tc>
        <w:tc>
          <w:tcPr>
            <w:tcW w:w="1577" w:type="dxa"/>
          </w:tcPr>
          <w:p w14:paraId="0984F608" w14:textId="77777777" w:rsidR="00B15E99" w:rsidRPr="00EF2F0E" w:rsidRDefault="00B15E99" w:rsidP="00AB06FD">
            <w:pPr>
              <w:pStyle w:val="TAC"/>
              <w:rPr>
                <w:rFonts w:cs="Arial"/>
              </w:rPr>
            </w:pPr>
            <w:r w:rsidRPr="00EF2F0E">
              <w:rPr>
                <w:rFonts w:cs="Arial"/>
              </w:rPr>
              <w:t>F</w:t>
            </w:r>
            <w:r w:rsidRPr="00EF2F0E">
              <w:rPr>
                <w:rFonts w:cs="Arial"/>
                <w:vertAlign w:val="subscript"/>
              </w:rPr>
              <w:t>UL_low</w:t>
            </w:r>
            <w:r w:rsidRPr="00EF2F0E">
              <w:rPr>
                <w:rFonts w:cs="Arial"/>
              </w:rPr>
              <w:t xml:space="preserve">  – F</w:t>
            </w:r>
            <w:r w:rsidRPr="00EF2F0E">
              <w:rPr>
                <w:rFonts w:cs="Arial"/>
                <w:vertAlign w:val="subscript"/>
              </w:rPr>
              <w:t>UL_high</w:t>
            </w:r>
          </w:p>
        </w:tc>
        <w:tc>
          <w:tcPr>
            <w:tcW w:w="1276" w:type="dxa"/>
          </w:tcPr>
          <w:p w14:paraId="0984F609" w14:textId="77777777" w:rsidR="00B15E99" w:rsidRPr="00EF2F0E" w:rsidRDefault="00B15E99" w:rsidP="00AB06FD">
            <w:pPr>
              <w:pStyle w:val="TAC"/>
              <w:rPr>
                <w:rFonts w:cs="Arial"/>
              </w:rPr>
            </w:pPr>
            <w:r w:rsidRPr="00EF2F0E">
              <w:rPr>
                <w:rFonts w:cs="Arial"/>
              </w:rPr>
              <w:t>-</w:t>
            </w:r>
            <w:r w:rsidRPr="00EF2F0E">
              <w:rPr>
                <w:rFonts w:cs="Arial"/>
                <w:lang w:eastAsia="zh-CN"/>
              </w:rPr>
              <w:t>109</w:t>
            </w:r>
            <w:r w:rsidRPr="00EF2F0E">
              <w:rPr>
                <w:rFonts w:cs="Arial"/>
              </w:rPr>
              <w:t xml:space="preserve"> dBm</w:t>
            </w:r>
          </w:p>
        </w:tc>
        <w:tc>
          <w:tcPr>
            <w:tcW w:w="1418" w:type="dxa"/>
          </w:tcPr>
          <w:p w14:paraId="0984F60A" w14:textId="77777777" w:rsidR="00B15E99" w:rsidRPr="00EF2F0E" w:rsidRDefault="00B15E99" w:rsidP="00AB06FD">
            <w:pPr>
              <w:pStyle w:val="TAC"/>
              <w:rPr>
                <w:rFonts w:cs="Arial"/>
              </w:rPr>
            </w:pPr>
            <w:r w:rsidRPr="00EF2F0E">
              <w:rPr>
                <w:rFonts w:cs="Arial"/>
              </w:rPr>
              <w:t>100 kHz</w:t>
            </w:r>
          </w:p>
        </w:tc>
        <w:tc>
          <w:tcPr>
            <w:tcW w:w="1956" w:type="dxa"/>
          </w:tcPr>
          <w:p w14:paraId="0984F60B" w14:textId="77777777" w:rsidR="00B15E99" w:rsidRPr="00EF2F0E" w:rsidRDefault="00B15E99" w:rsidP="00AB06FD">
            <w:pPr>
              <w:pStyle w:val="TAC"/>
              <w:rPr>
                <w:rFonts w:cs="Arial"/>
              </w:rPr>
            </w:pPr>
          </w:p>
        </w:tc>
      </w:tr>
    </w:tbl>
    <w:p w14:paraId="0984F60D" w14:textId="77777777" w:rsidR="00B15E99" w:rsidRPr="00EF2F0E" w:rsidRDefault="00B15E99" w:rsidP="00B15E99"/>
    <w:p w14:paraId="0984F60E" w14:textId="77777777" w:rsidR="00B15E99" w:rsidRPr="00EF2F0E" w:rsidRDefault="00B15E99" w:rsidP="00B15E99">
      <w:pPr>
        <w:pStyle w:val="Heading5"/>
      </w:pPr>
      <w:bookmarkStart w:id="4639" w:name="_Toc21096115"/>
      <w:bookmarkStart w:id="4640" w:name="_Toc29763314"/>
      <w:bookmarkStart w:id="4641" w:name="_Toc45869599"/>
      <w:bookmarkStart w:id="4642" w:name="_Toc52554852"/>
      <w:bookmarkStart w:id="4643" w:name="_Toc52555322"/>
      <w:bookmarkStart w:id="4644" w:name="_Toc61112554"/>
      <w:bookmarkStart w:id="4645" w:name="_Toc67911706"/>
      <w:bookmarkStart w:id="4646" w:name="_Toc74843181"/>
      <w:bookmarkStart w:id="4647" w:name="_Toc76503564"/>
      <w:bookmarkStart w:id="4648" w:name="_Toc83041007"/>
      <w:bookmarkStart w:id="4649" w:name="_Toc89852050"/>
      <w:bookmarkStart w:id="4650" w:name="_Toc98676404"/>
      <w:r w:rsidRPr="00EF2F0E">
        <w:t>9.7.6.4.3</w:t>
      </w:r>
      <w:r w:rsidRPr="00EF2F0E">
        <w:tab/>
        <w:t>Additional spurious emissions requirements</w:t>
      </w:r>
      <w:bookmarkEnd w:id="4639"/>
      <w:bookmarkEnd w:id="4640"/>
      <w:bookmarkEnd w:id="4641"/>
      <w:bookmarkEnd w:id="4642"/>
      <w:bookmarkEnd w:id="4643"/>
      <w:bookmarkEnd w:id="4644"/>
      <w:bookmarkEnd w:id="4645"/>
      <w:bookmarkEnd w:id="4646"/>
      <w:bookmarkEnd w:id="4647"/>
      <w:bookmarkEnd w:id="4648"/>
      <w:bookmarkEnd w:id="4649"/>
      <w:bookmarkEnd w:id="4650"/>
    </w:p>
    <w:p w14:paraId="0984F60F" w14:textId="77777777" w:rsidR="00B15E99" w:rsidRPr="00EF2F0E" w:rsidRDefault="00B15E99" w:rsidP="00B15E99">
      <w:pPr>
        <w:pStyle w:val="Heading6"/>
      </w:pPr>
      <w:bookmarkStart w:id="4651" w:name="_Toc21096116"/>
      <w:bookmarkStart w:id="4652" w:name="_Toc29763315"/>
      <w:bookmarkStart w:id="4653" w:name="_Toc45869600"/>
      <w:bookmarkStart w:id="4654" w:name="_Toc52554853"/>
      <w:bookmarkStart w:id="4655" w:name="_Toc52555323"/>
      <w:bookmarkStart w:id="4656" w:name="_Toc61112555"/>
      <w:bookmarkStart w:id="4657" w:name="_Toc67911707"/>
      <w:bookmarkStart w:id="4658" w:name="_Toc74843182"/>
      <w:bookmarkStart w:id="4659" w:name="_Toc76503565"/>
      <w:bookmarkStart w:id="4660" w:name="_Toc83041008"/>
      <w:bookmarkStart w:id="4661" w:name="_Toc89852051"/>
      <w:bookmarkStart w:id="4662" w:name="_Toc98676405"/>
      <w:r w:rsidRPr="00EF2F0E">
        <w:t>9.7.6.4.3.1</w:t>
      </w:r>
      <w:r w:rsidRPr="00EF2F0E">
        <w:tab/>
        <w:t>General</w:t>
      </w:r>
      <w:bookmarkEnd w:id="4651"/>
      <w:bookmarkEnd w:id="4652"/>
      <w:bookmarkEnd w:id="4653"/>
      <w:bookmarkEnd w:id="4654"/>
      <w:bookmarkEnd w:id="4655"/>
      <w:bookmarkEnd w:id="4656"/>
      <w:bookmarkEnd w:id="4657"/>
      <w:bookmarkEnd w:id="4658"/>
      <w:bookmarkEnd w:id="4659"/>
      <w:bookmarkEnd w:id="4660"/>
      <w:bookmarkEnd w:id="4661"/>
      <w:bookmarkEnd w:id="4662"/>
    </w:p>
    <w:p w14:paraId="0984F610" w14:textId="77777777" w:rsidR="00B15E99" w:rsidRPr="00EF2F0E" w:rsidRDefault="00B15E99" w:rsidP="00B15E99">
      <w:r w:rsidRPr="00EF2F0E">
        <w:t xml:space="preserve">These requirements may be applied for the protection of system operating in frequency ranges other than the BS </w:t>
      </w:r>
      <w:r w:rsidRPr="00EF2F0E">
        <w:rPr>
          <w:i/>
        </w:rPr>
        <w:t>downlink operating band</w:t>
      </w:r>
      <w:r w:rsidRPr="00EF2F0E">
        <w:t xml:space="preserve">. The limits may apply as an optional protection of such systems that are deployed in the same geographical area as the BS, or they may be set by local or regional regulation as a mandatory requirement for an operating band. It is in some cases not stated in the present document whether a requirement is mandatory or under what exact circumstances that a limit applies, since this is set by local or regional regulation. An overview of regional requirements in the present document is given in subclause 4.5. </w:t>
      </w:r>
    </w:p>
    <w:p w14:paraId="0984F611" w14:textId="77777777" w:rsidR="00B15E99" w:rsidRPr="00EF2F0E" w:rsidRDefault="00B15E99" w:rsidP="00B15E99">
      <w:r w:rsidRPr="00EF2F0E">
        <w:t>Some requirements may apply for the protection of specific equipment (UE, MS and/or BS) or equipment operating in specific systems (GSM/EDGE, CDMA, UTRA, E-UTRA,</w:t>
      </w:r>
      <w:r w:rsidR="005E0A3F" w:rsidRPr="00EF2F0E">
        <w:t xml:space="preserve"> NR,</w:t>
      </w:r>
      <w:r w:rsidRPr="00EF2F0E">
        <w:t xml:space="preserve"> etc.) as listed below.</w:t>
      </w:r>
    </w:p>
    <w:p w14:paraId="0984F612" w14:textId="77777777" w:rsidR="00B15E99" w:rsidRPr="00EF2F0E" w:rsidRDefault="00B15E99" w:rsidP="00B15E99">
      <w:r w:rsidRPr="00EF2F0E">
        <w:t>All additional spurious requirements are TRP unless otherwise stated.</w:t>
      </w:r>
    </w:p>
    <w:p w14:paraId="0984F613" w14:textId="77777777" w:rsidR="00B15E99" w:rsidRPr="00EF2F0E" w:rsidRDefault="00B15E99" w:rsidP="00B15E99">
      <w:pPr>
        <w:pStyle w:val="Heading6"/>
      </w:pPr>
      <w:bookmarkStart w:id="4663" w:name="_Toc21096117"/>
      <w:bookmarkStart w:id="4664" w:name="_Toc29763316"/>
      <w:bookmarkStart w:id="4665" w:name="_Toc45869601"/>
      <w:bookmarkStart w:id="4666" w:name="_Toc52554854"/>
      <w:bookmarkStart w:id="4667" w:name="_Toc52555324"/>
      <w:bookmarkStart w:id="4668" w:name="_Toc61112556"/>
      <w:bookmarkStart w:id="4669" w:name="_Toc67911708"/>
      <w:bookmarkStart w:id="4670" w:name="_Toc74843183"/>
      <w:bookmarkStart w:id="4671" w:name="_Toc76503566"/>
      <w:bookmarkStart w:id="4672" w:name="_Toc83041009"/>
      <w:bookmarkStart w:id="4673" w:name="_Toc89852052"/>
      <w:bookmarkStart w:id="4674" w:name="_Toc98676406"/>
      <w:r w:rsidRPr="00EF2F0E">
        <w:t>9.7.6.4.3.2</w:t>
      </w:r>
      <w:r w:rsidRPr="00EF2F0E">
        <w:tab/>
        <w:t>Minimum Requirement</w:t>
      </w:r>
      <w:bookmarkEnd w:id="4663"/>
      <w:bookmarkEnd w:id="4664"/>
      <w:bookmarkEnd w:id="4665"/>
      <w:bookmarkEnd w:id="4666"/>
      <w:bookmarkEnd w:id="4667"/>
      <w:bookmarkEnd w:id="4668"/>
      <w:bookmarkEnd w:id="4669"/>
      <w:bookmarkEnd w:id="4670"/>
      <w:bookmarkEnd w:id="4671"/>
      <w:bookmarkEnd w:id="4672"/>
      <w:bookmarkEnd w:id="4673"/>
      <w:bookmarkEnd w:id="4674"/>
    </w:p>
    <w:p w14:paraId="0984F614" w14:textId="77777777" w:rsidR="00B15E99" w:rsidRPr="00EF2F0E" w:rsidRDefault="00B15E99" w:rsidP="00B15E99">
      <w:r w:rsidRPr="00EF2F0E">
        <w:t xml:space="preserve">The TRP of any spurious emission shall not exceed the limits of table 9.7.6.4.3.2-1 for an AAS BS where requirements for co-existence with the system listed in the first column apply. For a </w:t>
      </w:r>
      <w:r w:rsidRPr="00EF2F0E">
        <w:rPr>
          <w:i/>
        </w:rPr>
        <w:t>multi-band RIB</w:t>
      </w:r>
      <w:r w:rsidRPr="00EF2F0E">
        <w:t>, the exclusions and conditions in the notes column of table 9.7.6.4.3.2-1 apply for each supported operating band.</w:t>
      </w:r>
      <w:r w:rsidRPr="00EF2F0E">
        <w:rPr>
          <w:lang w:eastAsia="zh-CN"/>
        </w:rPr>
        <w:t xml:space="preserve"> </w:t>
      </w:r>
    </w:p>
    <w:p w14:paraId="0984F615" w14:textId="77777777" w:rsidR="00B15E99" w:rsidRPr="00EF2F0E" w:rsidRDefault="00B15E99" w:rsidP="00B15E99">
      <w:pPr>
        <w:pStyle w:val="TH"/>
      </w:pPr>
      <w:r w:rsidRPr="00EF2F0E">
        <w:t>Table 9.7.6.4.3.2-1: AAS BS OTA Spurious emissions limits for co-existence with systems operating in other frequency bands</w:t>
      </w:r>
    </w:p>
    <w:tbl>
      <w:tblPr>
        <w:tblW w:w="969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A0" w:firstRow="1" w:lastRow="0" w:firstColumn="1" w:lastColumn="0" w:noHBand="0" w:noVBand="0"/>
      </w:tblPr>
      <w:tblGrid>
        <w:gridCol w:w="1105"/>
        <w:gridCol w:w="1559"/>
        <w:gridCol w:w="1190"/>
        <w:gridCol w:w="1701"/>
        <w:gridCol w:w="4138"/>
      </w:tblGrid>
      <w:tr w:rsidR="003401A4" w:rsidRPr="00EF2F0E" w14:paraId="0984F61B" w14:textId="77777777" w:rsidTr="000A7FEB">
        <w:trPr>
          <w:cantSplit/>
          <w:trHeight w:val="113"/>
          <w:jc w:val="center"/>
        </w:trPr>
        <w:tc>
          <w:tcPr>
            <w:tcW w:w="1105" w:type="dxa"/>
            <w:shd w:val="clear" w:color="auto" w:fill="auto"/>
          </w:tcPr>
          <w:p w14:paraId="0984F616" w14:textId="77777777" w:rsidR="00B15E99" w:rsidRPr="00EF2F0E" w:rsidRDefault="00B15E99" w:rsidP="00AB06FD">
            <w:pPr>
              <w:pStyle w:val="TAH"/>
              <w:rPr>
                <w:rFonts w:cs="Arial"/>
              </w:rPr>
            </w:pPr>
            <w:r w:rsidRPr="00EF2F0E">
              <w:rPr>
                <w:rFonts w:cs="Arial"/>
              </w:rPr>
              <w:t>System type to co-exist with</w:t>
            </w:r>
          </w:p>
        </w:tc>
        <w:tc>
          <w:tcPr>
            <w:tcW w:w="1559" w:type="dxa"/>
            <w:shd w:val="clear" w:color="auto" w:fill="auto"/>
          </w:tcPr>
          <w:p w14:paraId="0984F617" w14:textId="77777777" w:rsidR="00B15E99" w:rsidRPr="00EF2F0E" w:rsidRDefault="00B15E99" w:rsidP="00AB06FD">
            <w:pPr>
              <w:pStyle w:val="TAH"/>
              <w:rPr>
                <w:rFonts w:cs="Arial"/>
              </w:rPr>
            </w:pPr>
            <w:r w:rsidRPr="00EF2F0E">
              <w:rPr>
                <w:rFonts w:cs="Arial"/>
              </w:rPr>
              <w:t>Frequency range for co-existence requirement</w:t>
            </w:r>
          </w:p>
        </w:tc>
        <w:tc>
          <w:tcPr>
            <w:tcW w:w="1190" w:type="dxa"/>
            <w:shd w:val="clear" w:color="auto" w:fill="auto"/>
          </w:tcPr>
          <w:p w14:paraId="0984F618" w14:textId="77777777" w:rsidR="00B15E99" w:rsidRPr="00EF2F0E" w:rsidRDefault="00B15E99" w:rsidP="00AB06FD">
            <w:pPr>
              <w:pStyle w:val="TAH"/>
              <w:rPr>
                <w:rFonts w:cs="Arial"/>
              </w:rPr>
            </w:pPr>
            <w:r w:rsidRPr="00EF2F0E">
              <w:rPr>
                <w:rFonts w:cs="Arial"/>
              </w:rPr>
              <w:t>Maximum Level</w:t>
            </w:r>
          </w:p>
        </w:tc>
        <w:tc>
          <w:tcPr>
            <w:tcW w:w="1701" w:type="dxa"/>
            <w:shd w:val="clear" w:color="auto" w:fill="auto"/>
          </w:tcPr>
          <w:p w14:paraId="0984F619" w14:textId="77777777" w:rsidR="00B15E99" w:rsidRPr="00EF2F0E" w:rsidRDefault="00B15E99" w:rsidP="00AB06FD">
            <w:pPr>
              <w:pStyle w:val="TAH"/>
              <w:rPr>
                <w:rFonts w:cs="Arial"/>
              </w:rPr>
            </w:pPr>
            <w:r w:rsidRPr="00EF2F0E">
              <w:rPr>
                <w:rFonts w:cs="Arial"/>
              </w:rPr>
              <w:t>Measurement Bandwidth</w:t>
            </w:r>
          </w:p>
        </w:tc>
        <w:tc>
          <w:tcPr>
            <w:tcW w:w="4138" w:type="dxa"/>
            <w:shd w:val="clear" w:color="auto" w:fill="auto"/>
          </w:tcPr>
          <w:p w14:paraId="0984F61A" w14:textId="77777777" w:rsidR="00B15E99" w:rsidRPr="00EF2F0E" w:rsidRDefault="00B15E99" w:rsidP="00AB06FD">
            <w:pPr>
              <w:pStyle w:val="TAH"/>
              <w:rPr>
                <w:rFonts w:cs="Arial"/>
              </w:rPr>
            </w:pPr>
            <w:r w:rsidRPr="00EF2F0E">
              <w:rPr>
                <w:rFonts w:cs="Arial"/>
              </w:rPr>
              <w:t>Note</w:t>
            </w:r>
          </w:p>
        </w:tc>
      </w:tr>
      <w:tr w:rsidR="003401A4" w:rsidRPr="00EF2F0E" w14:paraId="0984F621" w14:textId="77777777" w:rsidTr="000A7FEB">
        <w:trPr>
          <w:cantSplit/>
          <w:trHeight w:val="113"/>
          <w:jc w:val="center"/>
        </w:trPr>
        <w:tc>
          <w:tcPr>
            <w:tcW w:w="1105" w:type="dxa"/>
            <w:vMerge w:val="restart"/>
            <w:shd w:val="clear" w:color="auto" w:fill="auto"/>
          </w:tcPr>
          <w:p w14:paraId="0984F61C" w14:textId="77777777" w:rsidR="00B15E99" w:rsidRPr="00EF2F0E" w:rsidRDefault="00B15E99" w:rsidP="00AB06FD">
            <w:pPr>
              <w:pStyle w:val="TAC"/>
              <w:rPr>
                <w:rFonts w:cs="Arial"/>
              </w:rPr>
            </w:pPr>
            <w:r w:rsidRPr="00EF2F0E">
              <w:rPr>
                <w:rFonts w:cs="Arial"/>
              </w:rPr>
              <w:t>GSM900</w:t>
            </w:r>
          </w:p>
        </w:tc>
        <w:tc>
          <w:tcPr>
            <w:tcW w:w="1559" w:type="dxa"/>
            <w:shd w:val="clear" w:color="auto" w:fill="auto"/>
            <w:vAlign w:val="center"/>
          </w:tcPr>
          <w:p w14:paraId="0984F61D" w14:textId="77777777" w:rsidR="00B15E99" w:rsidRPr="00EF2F0E" w:rsidRDefault="00B15E99" w:rsidP="00AB06FD">
            <w:pPr>
              <w:pStyle w:val="TAC"/>
              <w:rPr>
                <w:rFonts w:cs="Arial"/>
              </w:rPr>
            </w:pPr>
            <w:r w:rsidRPr="00EF2F0E">
              <w:rPr>
                <w:rFonts w:cs="v5.0.0"/>
              </w:rPr>
              <w:t xml:space="preserve">921 </w:t>
            </w:r>
            <w:r w:rsidRPr="00EF2F0E">
              <w:rPr>
                <w:rFonts w:cs="v5.0.0"/>
              </w:rPr>
              <w:noBreakHyphen/>
              <w:t xml:space="preserve"> 960 MHz</w:t>
            </w:r>
          </w:p>
        </w:tc>
        <w:tc>
          <w:tcPr>
            <w:tcW w:w="1190" w:type="dxa"/>
            <w:shd w:val="clear" w:color="auto" w:fill="auto"/>
            <w:vAlign w:val="center"/>
          </w:tcPr>
          <w:p w14:paraId="0984F61E" w14:textId="77777777" w:rsidR="00B15E99" w:rsidRPr="00EF2F0E" w:rsidRDefault="00B15E99" w:rsidP="00AB06FD">
            <w:pPr>
              <w:pStyle w:val="TAC"/>
              <w:rPr>
                <w:rFonts w:cs="v5.0.0"/>
              </w:rPr>
            </w:pPr>
            <w:r w:rsidRPr="00EF2F0E">
              <w:rPr>
                <w:rFonts w:cs="v5.0.0"/>
              </w:rPr>
              <w:t>-48 dBm</w:t>
            </w:r>
          </w:p>
        </w:tc>
        <w:tc>
          <w:tcPr>
            <w:tcW w:w="1701" w:type="dxa"/>
            <w:shd w:val="clear" w:color="auto" w:fill="auto"/>
            <w:vAlign w:val="center"/>
          </w:tcPr>
          <w:p w14:paraId="0984F61F" w14:textId="77777777" w:rsidR="00B15E99" w:rsidRPr="00EF2F0E" w:rsidRDefault="00B15E99" w:rsidP="00AB06FD">
            <w:pPr>
              <w:pStyle w:val="TAC"/>
              <w:rPr>
                <w:rFonts w:cs="Arial"/>
              </w:rPr>
            </w:pPr>
            <w:r w:rsidRPr="00EF2F0E">
              <w:rPr>
                <w:rFonts w:cs="v5.0.0"/>
              </w:rPr>
              <w:t>100 kHz</w:t>
            </w:r>
          </w:p>
        </w:tc>
        <w:tc>
          <w:tcPr>
            <w:tcW w:w="4138" w:type="dxa"/>
            <w:shd w:val="clear" w:color="auto" w:fill="auto"/>
            <w:vAlign w:val="center"/>
          </w:tcPr>
          <w:p w14:paraId="0984F620" w14:textId="0A376A49" w:rsidR="00B15E99" w:rsidRPr="00EF2F0E" w:rsidRDefault="00B15E99" w:rsidP="00AB06FD">
            <w:pPr>
              <w:pStyle w:val="TAC"/>
              <w:rPr>
                <w:rFonts w:cs="Arial"/>
              </w:rPr>
            </w:pPr>
            <w:r w:rsidRPr="00EF2F0E">
              <w:rPr>
                <w:rFonts w:cs="Arial"/>
              </w:rPr>
              <w:t>This requirement does not apply to BS operating in band 8</w:t>
            </w:r>
          </w:p>
        </w:tc>
      </w:tr>
      <w:tr w:rsidR="003401A4" w:rsidRPr="00EF2F0E" w14:paraId="0984F627" w14:textId="77777777" w:rsidTr="000A7FEB">
        <w:trPr>
          <w:cantSplit/>
          <w:trHeight w:val="113"/>
          <w:jc w:val="center"/>
        </w:trPr>
        <w:tc>
          <w:tcPr>
            <w:tcW w:w="1105" w:type="dxa"/>
            <w:vMerge/>
            <w:shd w:val="clear" w:color="auto" w:fill="auto"/>
          </w:tcPr>
          <w:p w14:paraId="0984F622" w14:textId="77777777" w:rsidR="00B15E99" w:rsidRPr="00EF2F0E" w:rsidRDefault="00B15E99" w:rsidP="00AB06FD">
            <w:pPr>
              <w:pStyle w:val="TAC"/>
              <w:rPr>
                <w:rFonts w:cs="Arial"/>
              </w:rPr>
            </w:pPr>
          </w:p>
        </w:tc>
        <w:tc>
          <w:tcPr>
            <w:tcW w:w="1559" w:type="dxa"/>
            <w:shd w:val="clear" w:color="auto" w:fill="auto"/>
            <w:vAlign w:val="center"/>
          </w:tcPr>
          <w:p w14:paraId="0984F623" w14:textId="77777777" w:rsidR="00B15E99" w:rsidRPr="00EF2F0E" w:rsidRDefault="00B15E99" w:rsidP="00AB06FD">
            <w:pPr>
              <w:pStyle w:val="TAC"/>
              <w:rPr>
                <w:rFonts w:cs="v5.0.0"/>
              </w:rPr>
            </w:pPr>
            <w:r w:rsidRPr="00EF2F0E">
              <w:rPr>
                <w:rFonts w:cs="Arial"/>
              </w:rPr>
              <w:t>876 - 915 MHz</w:t>
            </w:r>
          </w:p>
        </w:tc>
        <w:tc>
          <w:tcPr>
            <w:tcW w:w="1190" w:type="dxa"/>
            <w:shd w:val="clear" w:color="auto" w:fill="auto"/>
            <w:vAlign w:val="center"/>
          </w:tcPr>
          <w:p w14:paraId="0984F624" w14:textId="77777777" w:rsidR="00B15E99" w:rsidRPr="00EF2F0E" w:rsidRDefault="00B15E99" w:rsidP="00AB06FD">
            <w:pPr>
              <w:pStyle w:val="TAC"/>
              <w:rPr>
                <w:rFonts w:cs="v5.0.0"/>
              </w:rPr>
            </w:pPr>
            <w:r w:rsidRPr="00EF2F0E">
              <w:rPr>
                <w:rFonts w:cs="v5.0.0"/>
              </w:rPr>
              <w:t>-52 dBm</w:t>
            </w:r>
          </w:p>
        </w:tc>
        <w:tc>
          <w:tcPr>
            <w:tcW w:w="1701" w:type="dxa"/>
            <w:shd w:val="clear" w:color="auto" w:fill="auto"/>
            <w:vAlign w:val="center"/>
          </w:tcPr>
          <w:p w14:paraId="0984F625" w14:textId="77777777" w:rsidR="00B15E99" w:rsidRPr="00EF2F0E" w:rsidRDefault="00B15E99" w:rsidP="00AB06FD">
            <w:pPr>
              <w:pStyle w:val="TAC"/>
              <w:rPr>
                <w:rFonts w:cs="v5.0.0"/>
              </w:rPr>
            </w:pPr>
            <w:r w:rsidRPr="00EF2F0E">
              <w:rPr>
                <w:rFonts w:cs="Arial"/>
              </w:rPr>
              <w:t>100 kHz</w:t>
            </w:r>
          </w:p>
        </w:tc>
        <w:tc>
          <w:tcPr>
            <w:tcW w:w="4138" w:type="dxa"/>
            <w:shd w:val="clear" w:color="auto" w:fill="auto"/>
            <w:vAlign w:val="center"/>
          </w:tcPr>
          <w:p w14:paraId="0984F626" w14:textId="77777777" w:rsidR="00B15E99" w:rsidRPr="00EF2F0E" w:rsidDel="00813974" w:rsidRDefault="00B15E99" w:rsidP="00AB06FD">
            <w:pPr>
              <w:pStyle w:val="TAC"/>
              <w:rPr>
                <w:rFonts w:cs="Arial"/>
              </w:rPr>
            </w:pPr>
            <w:r w:rsidRPr="00EF2F0E">
              <w:rPr>
                <w:rFonts w:cs="Arial"/>
              </w:rPr>
              <w:t xml:space="preserve">For the frequency range 880-915 MHz, </w:t>
            </w:r>
            <w:r w:rsidRPr="00EF2F0E">
              <w:rPr>
                <w:rFonts w:cs="v5.0.0"/>
              </w:rPr>
              <w:t>this requirement does not apply to  BS operating in band 8, since it is already covered by the requirement in subclause 9.7.6.4.2</w:t>
            </w:r>
          </w:p>
        </w:tc>
      </w:tr>
      <w:tr w:rsidR="003401A4" w:rsidRPr="00EF2F0E" w14:paraId="0984F62D" w14:textId="77777777" w:rsidTr="000A7FEB">
        <w:trPr>
          <w:cantSplit/>
          <w:trHeight w:val="113"/>
          <w:jc w:val="center"/>
        </w:trPr>
        <w:tc>
          <w:tcPr>
            <w:tcW w:w="1105" w:type="dxa"/>
            <w:vMerge w:val="restart"/>
            <w:shd w:val="clear" w:color="auto" w:fill="auto"/>
          </w:tcPr>
          <w:p w14:paraId="0984F628" w14:textId="77777777" w:rsidR="00B15E99" w:rsidRPr="00EF2F0E" w:rsidRDefault="00B15E99" w:rsidP="00AB06FD">
            <w:pPr>
              <w:pStyle w:val="TAC"/>
              <w:rPr>
                <w:rFonts w:cs="Arial"/>
              </w:rPr>
            </w:pPr>
            <w:r w:rsidRPr="00EF2F0E">
              <w:rPr>
                <w:rFonts w:cs="Arial"/>
              </w:rPr>
              <w:t xml:space="preserve">DCS1800 </w:t>
            </w:r>
            <w:r w:rsidRPr="00EF2F0E">
              <w:rPr>
                <w:rFonts w:cs="Arial"/>
              </w:rPr>
              <w:br/>
              <w:t>(NOTE 3)</w:t>
            </w:r>
          </w:p>
        </w:tc>
        <w:tc>
          <w:tcPr>
            <w:tcW w:w="1559" w:type="dxa"/>
            <w:shd w:val="clear" w:color="auto" w:fill="auto"/>
            <w:vAlign w:val="center"/>
          </w:tcPr>
          <w:p w14:paraId="0984F629" w14:textId="77777777" w:rsidR="00B15E99" w:rsidRPr="00EF2F0E" w:rsidRDefault="00B15E99" w:rsidP="00AB06FD">
            <w:pPr>
              <w:pStyle w:val="TAC"/>
              <w:rPr>
                <w:rFonts w:cs="Arial"/>
                <w:lang w:eastAsia="zh-CN"/>
              </w:rPr>
            </w:pPr>
            <w:r w:rsidRPr="00EF2F0E">
              <w:rPr>
                <w:rFonts w:cs="v5.0.0"/>
              </w:rPr>
              <w:t xml:space="preserve">1805 </w:t>
            </w:r>
            <w:r w:rsidRPr="00EF2F0E">
              <w:rPr>
                <w:rFonts w:cs="v5.0.0"/>
              </w:rPr>
              <w:noBreakHyphen/>
              <w:t xml:space="preserve"> 1880 MHz</w:t>
            </w:r>
          </w:p>
        </w:tc>
        <w:tc>
          <w:tcPr>
            <w:tcW w:w="1190" w:type="dxa"/>
            <w:shd w:val="clear" w:color="auto" w:fill="auto"/>
            <w:vAlign w:val="center"/>
          </w:tcPr>
          <w:p w14:paraId="0984F62A" w14:textId="77777777" w:rsidR="00B15E99" w:rsidRPr="00EF2F0E" w:rsidRDefault="00B15E99" w:rsidP="00AB06FD">
            <w:pPr>
              <w:pStyle w:val="TAC"/>
              <w:rPr>
                <w:rFonts w:cs="v5.0.0"/>
              </w:rPr>
            </w:pPr>
            <w:r w:rsidRPr="00EF2F0E">
              <w:rPr>
                <w:rFonts w:cs="v5.0.0"/>
              </w:rPr>
              <w:t>-38 dBm</w:t>
            </w:r>
          </w:p>
        </w:tc>
        <w:tc>
          <w:tcPr>
            <w:tcW w:w="1701" w:type="dxa"/>
            <w:shd w:val="clear" w:color="auto" w:fill="auto"/>
            <w:vAlign w:val="center"/>
          </w:tcPr>
          <w:p w14:paraId="0984F62B" w14:textId="77777777" w:rsidR="00B15E99" w:rsidRPr="00EF2F0E" w:rsidRDefault="00B15E99" w:rsidP="00AB06FD">
            <w:pPr>
              <w:pStyle w:val="TAC"/>
              <w:rPr>
                <w:rFonts w:cs="Arial"/>
              </w:rPr>
            </w:pPr>
            <w:r w:rsidRPr="00EF2F0E">
              <w:rPr>
                <w:rFonts w:cs="v5.0.0"/>
              </w:rPr>
              <w:t>100 kHz</w:t>
            </w:r>
          </w:p>
        </w:tc>
        <w:tc>
          <w:tcPr>
            <w:tcW w:w="4138" w:type="dxa"/>
            <w:shd w:val="clear" w:color="auto" w:fill="auto"/>
            <w:vAlign w:val="center"/>
          </w:tcPr>
          <w:p w14:paraId="0984F62C" w14:textId="49DAF3B8" w:rsidR="00B15E99" w:rsidRPr="00EF2F0E" w:rsidRDefault="00B15E99" w:rsidP="00AB06FD">
            <w:pPr>
              <w:pStyle w:val="TAC"/>
              <w:rPr>
                <w:rFonts w:cs="Arial"/>
                <w:lang w:eastAsia="zh-CN"/>
              </w:rPr>
            </w:pPr>
            <w:r w:rsidRPr="00EF2F0E">
              <w:rPr>
                <w:rFonts w:cs="v5.0.0"/>
              </w:rPr>
              <w:t>This requirement does not apply to BS operating in band 3</w:t>
            </w:r>
            <w:r w:rsidRPr="00EF2F0E">
              <w:rPr>
                <w:rFonts w:cs="Arial"/>
              </w:rPr>
              <w:t>.</w:t>
            </w:r>
          </w:p>
        </w:tc>
      </w:tr>
      <w:tr w:rsidR="003401A4" w:rsidRPr="00EF2F0E" w14:paraId="0984F633" w14:textId="77777777" w:rsidTr="000A7FEB">
        <w:trPr>
          <w:cantSplit/>
          <w:trHeight w:val="113"/>
          <w:jc w:val="center"/>
        </w:trPr>
        <w:tc>
          <w:tcPr>
            <w:tcW w:w="1105" w:type="dxa"/>
            <w:vMerge/>
            <w:shd w:val="clear" w:color="auto" w:fill="auto"/>
          </w:tcPr>
          <w:p w14:paraId="0984F62E" w14:textId="77777777" w:rsidR="00B15E99" w:rsidRPr="00EF2F0E" w:rsidRDefault="00B15E99" w:rsidP="00AB06FD">
            <w:pPr>
              <w:pStyle w:val="TAC"/>
              <w:rPr>
                <w:rFonts w:cs="Arial"/>
              </w:rPr>
            </w:pPr>
          </w:p>
        </w:tc>
        <w:tc>
          <w:tcPr>
            <w:tcW w:w="1559" w:type="dxa"/>
            <w:shd w:val="clear" w:color="auto" w:fill="auto"/>
            <w:vAlign w:val="center"/>
          </w:tcPr>
          <w:p w14:paraId="0984F62F" w14:textId="77777777" w:rsidR="00B15E99" w:rsidRPr="00EF2F0E" w:rsidRDefault="00B15E99" w:rsidP="00AB06FD">
            <w:pPr>
              <w:pStyle w:val="TAC"/>
              <w:rPr>
                <w:rFonts w:cs="Arial"/>
              </w:rPr>
            </w:pPr>
            <w:r w:rsidRPr="00EF2F0E">
              <w:rPr>
                <w:rFonts w:cs="Arial"/>
              </w:rPr>
              <w:t>1710 - 1785 MHz</w:t>
            </w:r>
          </w:p>
        </w:tc>
        <w:tc>
          <w:tcPr>
            <w:tcW w:w="1190" w:type="dxa"/>
            <w:shd w:val="clear" w:color="auto" w:fill="auto"/>
            <w:vAlign w:val="center"/>
          </w:tcPr>
          <w:p w14:paraId="0984F630" w14:textId="77777777" w:rsidR="00B15E99" w:rsidRPr="00EF2F0E" w:rsidRDefault="00B15E99" w:rsidP="00AB06FD">
            <w:pPr>
              <w:pStyle w:val="TAC"/>
              <w:rPr>
                <w:rFonts w:cs="v5.0.0"/>
              </w:rPr>
            </w:pPr>
            <w:r w:rsidRPr="00EF2F0E">
              <w:rPr>
                <w:rFonts w:cs="v5.0.0"/>
              </w:rPr>
              <w:t>-52 dBm</w:t>
            </w:r>
          </w:p>
        </w:tc>
        <w:tc>
          <w:tcPr>
            <w:tcW w:w="1701" w:type="dxa"/>
            <w:shd w:val="clear" w:color="auto" w:fill="auto"/>
            <w:vAlign w:val="center"/>
          </w:tcPr>
          <w:p w14:paraId="0984F631" w14:textId="77777777" w:rsidR="00B15E99" w:rsidRPr="00EF2F0E" w:rsidRDefault="00B15E99" w:rsidP="00AB06FD">
            <w:pPr>
              <w:pStyle w:val="TAC"/>
              <w:rPr>
                <w:rFonts w:cs="Arial"/>
              </w:rPr>
            </w:pPr>
            <w:r w:rsidRPr="00EF2F0E">
              <w:rPr>
                <w:rFonts w:cs="Arial"/>
              </w:rPr>
              <w:t>100 kHz</w:t>
            </w:r>
          </w:p>
        </w:tc>
        <w:tc>
          <w:tcPr>
            <w:tcW w:w="4138" w:type="dxa"/>
            <w:shd w:val="clear" w:color="auto" w:fill="auto"/>
            <w:vAlign w:val="center"/>
          </w:tcPr>
          <w:p w14:paraId="0984F632" w14:textId="31435A8A" w:rsidR="00B15E99" w:rsidRPr="00EF2F0E" w:rsidRDefault="00B15E99" w:rsidP="00AB06FD">
            <w:pPr>
              <w:pStyle w:val="TAC"/>
              <w:rPr>
                <w:rFonts w:cs="Arial"/>
              </w:rPr>
            </w:pPr>
            <w:r w:rsidRPr="00EF2F0E">
              <w:rPr>
                <w:rFonts w:cs="v5.0.0"/>
              </w:rPr>
              <w:t>This requirement does not apply to BS operating in band 3, since it is already covered by the requirement in subclause 9.7.6.4.2.</w:t>
            </w:r>
          </w:p>
        </w:tc>
      </w:tr>
      <w:tr w:rsidR="003401A4" w:rsidRPr="00EF2F0E" w14:paraId="0984F63A" w14:textId="77777777" w:rsidTr="000A7FEB">
        <w:trPr>
          <w:cantSplit/>
          <w:trHeight w:val="113"/>
          <w:jc w:val="center"/>
        </w:trPr>
        <w:tc>
          <w:tcPr>
            <w:tcW w:w="1105" w:type="dxa"/>
            <w:vMerge w:val="restart"/>
            <w:shd w:val="clear" w:color="auto" w:fill="auto"/>
          </w:tcPr>
          <w:p w14:paraId="0984F634" w14:textId="77777777" w:rsidR="00B15E99" w:rsidRPr="00EF2F0E" w:rsidRDefault="00B15E99" w:rsidP="00AB06FD">
            <w:pPr>
              <w:pStyle w:val="TAC"/>
              <w:rPr>
                <w:rFonts w:cs="Arial"/>
              </w:rPr>
            </w:pPr>
            <w:r w:rsidRPr="00EF2F0E">
              <w:rPr>
                <w:rFonts w:cs="Arial"/>
              </w:rPr>
              <w:t>PCS1900</w:t>
            </w:r>
          </w:p>
        </w:tc>
        <w:tc>
          <w:tcPr>
            <w:tcW w:w="1559" w:type="dxa"/>
            <w:shd w:val="clear" w:color="auto" w:fill="auto"/>
            <w:vAlign w:val="center"/>
          </w:tcPr>
          <w:p w14:paraId="0984F635" w14:textId="77777777" w:rsidR="00B15E99" w:rsidRPr="00EF2F0E" w:rsidRDefault="00B15E99" w:rsidP="00AB06FD">
            <w:pPr>
              <w:pStyle w:val="TAC"/>
              <w:rPr>
                <w:rFonts w:cs="v5.0.0"/>
                <w:lang w:eastAsia="zh-CN"/>
              </w:rPr>
            </w:pPr>
            <w:r w:rsidRPr="00EF2F0E">
              <w:rPr>
                <w:rFonts w:cs="v5.0.0"/>
              </w:rPr>
              <w:t xml:space="preserve">1930 </w:t>
            </w:r>
            <w:r w:rsidRPr="00EF2F0E">
              <w:rPr>
                <w:rFonts w:cs="v5.0.0"/>
              </w:rPr>
              <w:noBreakHyphen/>
              <w:t xml:space="preserve"> 1990 MHz</w:t>
            </w:r>
          </w:p>
          <w:p w14:paraId="0984F636" w14:textId="77777777" w:rsidR="00B15E99" w:rsidRPr="00EF2F0E" w:rsidRDefault="00B15E99" w:rsidP="00AB06FD">
            <w:pPr>
              <w:pStyle w:val="TAC"/>
              <w:rPr>
                <w:rFonts w:cs="Arial"/>
                <w:lang w:eastAsia="zh-CN"/>
              </w:rPr>
            </w:pPr>
          </w:p>
        </w:tc>
        <w:tc>
          <w:tcPr>
            <w:tcW w:w="1190" w:type="dxa"/>
            <w:shd w:val="clear" w:color="auto" w:fill="auto"/>
            <w:vAlign w:val="center"/>
          </w:tcPr>
          <w:p w14:paraId="0984F637" w14:textId="77777777" w:rsidR="00B15E99" w:rsidRPr="00EF2F0E" w:rsidRDefault="00B15E99" w:rsidP="00AB06FD">
            <w:pPr>
              <w:pStyle w:val="TAC"/>
              <w:rPr>
                <w:rFonts w:cs="v5.0.0"/>
              </w:rPr>
            </w:pPr>
            <w:r w:rsidRPr="00EF2F0E">
              <w:rPr>
                <w:rFonts w:cs="v5.0.0"/>
              </w:rPr>
              <w:t>-38 dBm</w:t>
            </w:r>
          </w:p>
        </w:tc>
        <w:tc>
          <w:tcPr>
            <w:tcW w:w="1701" w:type="dxa"/>
            <w:shd w:val="clear" w:color="auto" w:fill="auto"/>
            <w:vAlign w:val="center"/>
          </w:tcPr>
          <w:p w14:paraId="0984F638" w14:textId="77777777" w:rsidR="00B15E99" w:rsidRPr="00EF2F0E" w:rsidRDefault="00B15E99" w:rsidP="00AB06FD">
            <w:pPr>
              <w:pStyle w:val="TAC"/>
              <w:rPr>
                <w:rFonts w:cs="Arial"/>
              </w:rPr>
            </w:pPr>
            <w:r w:rsidRPr="00EF2F0E">
              <w:rPr>
                <w:rFonts w:cs="v5.0.0"/>
              </w:rPr>
              <w:t>100 kHz</w:t>
            </w:r>
          </w:p>
        </w:tc>
        <w:tc>
          <w:tcPr>
            <w:tcW w:w="4138" w:type="dxa"/>
            <w:shd w:val="clear" w:color="auto" w:fill="auto"/>
            <w:vAlign w:val="center"/>
          </w:tcPr>
          <w:p w14:paraId="0984F639" w14:textId="6CF18B20" w:rsidR="00B15E99" w:rsidRPr="00EF2F0E" w:rsidRDefault="00B15E99" w:rsidP="00AB06FD">
            <w:pPr>
              <w:pStyle w:val="TAC"/>
              <w:rPr>
                <w:rFonts w:cs="Arial"/>
              </w:rPr>
            </w:pPr>
            <w:r w:rsidRPr="00EF2F0E">
              <w:rPr>
                <w:rFonts w:cs="v5.0.0"/>
              </w:rPr>
              <w:t>This requirement does not apply to BS operating in band 2</w:t>
            </w:r>
            <w:r w:rsidRPr="00EF2F0E">
              <w:rPr>
                <w:rFonts w:cs="v5.0.0"/>
                <w:lang w:eastAsia="zh-CN"/>
              </w:rPr>
              <w:t>, 25</w:t>
            </w:r>
            <w:r w:rsidRPr="00EF2F0E">
              <w:rPr>
                <w:rFonts w:cs="v5.0.0"/>
              </w:rPr>
              <w:t>, band 36 or band 70.</w:t>
            </w:r>
          </w:p>
        </w:tc>
      </w:tr>
      <w:tr w:rsidR="003401A4" w:rsidRPr="00EF2F0E" w14:paraId="0984F641" w14:textId="77777777" w:rsidTr="000A7FEB">
        <w:trPr>
          <w:cantSplit/>
          <w:trHeight w:val="113"/>
          <w:jc w:val="center"/>
        </w:trPr>
        <w:tc>
          <w:tcPr>
            <w:tcW w:w="1105" w:type="dxa"/>
            <w:vMerge/>
            <w:shd w:val="clear" w:color="auto" w:fill="auto"/>
          </w:tcPr>
          <w:p w14:paraId="0984F63B" w14:textId="77777777" w:rsidR="00B15E99" w:rsidRPr="00EF2F0E" w:rsidRDefault="00B15E99" w:rsidP="00AB06FD">
            <w:pPr>
              <w:pStyle w:val="TAC"/>
              <w:rPr>
                <w:rFonts w:cs="Arial"/>
              </w:rPr>
            </w:pPr>
          </w:p>
        </w:tc>
        <w:tc>
          <w:tcPr>
            <w:tcW w:w="1559" w:type="dxa"/>
            <w:shd w:val="clear" w:color="auto" w:fill="auto"/>
            <w:vAlign w:val="center"/>
          </w:tcPr>
          <w:p w14:paraId="0984F63C" w14:textId="77777777" w:rsidR="00B15E99" w:rsidRPr="00EF2F0E" w:rsidRDefault="00B15E99" w:rsidP="00AB06FD">
            <w:pPr>
              <w:pStyle w:val="TAC"/>
              <w:rPr>
                <w:rFonts w:cs="v5.0.0"/>
                <w:lang w:eastAsia="zh-CN"/>
              </w:rPr>
            </w:pPr>
            <w:r w:rsidRPr="00EF2F0E">
              <w:rPr>
                <w:rFonts w:cs="v5.0.0"/>
              </w:rPr>
              <w:t xml:space="preserve">1850 </w:t>
            </w:r>
            <w:r w:rsidRPr="00EF2F0E">
              <w:rPr>
                <w:rFonts w:cs="v5.0.0"/>
              </w:rPr>
              <w:noBreakHyphen/>
              <w:t xml:space="preserve"> 1910 MHz</w:t>
            </w:r>
          </w:p>
          <w:p w14:paraId="0984F63D" w14:textId="77777777" w:rsidR="00B15E99" w:rsidRPr="00EF2F0E" w:rsidRDefault="00B15E99" w:rsidP="00AB06FD">
            <w:pPr>
              <w:pStyle w:val="TAC"/>
              <w:rPr>
                <w:rFonts w:cs="Arial"/>
                <w:lang w:eastAsia="zh-CN"/>
              </w:rPr>
            </w:pPr>
          </w:p>
        </w:tc>
        <w:tc>
          <w:tcPr>
            <w:tcW w:w="1190" w:type="dxa"/>
            <w:shd w:val="clear" w:color="auto" w:fill="auto"/>
            <w:vAlign w:val="center"/>
          </w:tcPr>
          <w:p w14:paraId="0984F63E" w14:textId="77777777" w:rsidR="00B15E99" w:rsidRPr="00EF2F0E" w:rsidRDefault="00B15E99" w:rsidP="00AB06FD">
            <w:pPr>
              <w:pStyle w:val="TAC"/>
              <w:rPr>
                <w:rFonts w:cs="v5.0.0"/>
              </w:rPr>
            </w:pPr>
            <w:r w:rsidRPr="00EF2F0E">
              <w:rPr>
                <w:rFonts w:cs="v5.0.0"/>
              </w:rPr>
              <w:t>-52 dBm</w:t>
            </w:r>
          </w:p>
        </w:tc>
        <w:tc>
          <w:tcPr>
            <w:tcW w:w="1701" w:type="dxa"/>
            <w:shd w:val="clear" w:color="auto" w:fill="auto"/>
            <w:vAlign w:val="center"/>
          </w:tcPr>
          <w:p w14:paraId="0984F63F" w14:textId="77777777" w:rsidR="00B15E99" w:rsidRPr="00EF2F0E" w:rsidRDefault="00B15E99" w:rsidP="00AB06FD">
            <w:pPr>
              <w:pStyle w:val="TAC"/>
              <w:rPr>
                <w:rFonts w:cs="Arial"/>
              </w:rPr>
            </w:pPr>
            <w:r w:rsidRPr="00EF2F0E">
              <w:rPr>
                <w:rFonts w:cs="v5.0.0"/>
              </w:rPr>
              <w:t>100 kHz</w:t>
            </w:r>
          </w:p>
        </w:tc>
        <w:tc>
          <w:tcPr>
            <w:tcW w:w="4138" w:type="dxa"/>
            <w:shd w:val="clear" w:color="auto" w:fill="auto"/>
            <w:vAlign w:val="center"/>
          </w:tcPr>
          <w:p w14:paraId="0984F640" w14:textId="1C27268E" w:rsidR="00B15E99" w:rsidRPr="00EF2F0E" w:rsidRDefault="00B15E99" w:rsidP="00AB06FD">
            <w:pPr>
              <w:pStyle w:val="TAC"/>
              <w:rPr>
                <w:rFonts w:cs="Arial"/>
              </w:rPr>
            </w:pPr>
            <w:r w:rsidRPr="00EF2F0E">
              <w:rPr>
                <w:rFonts w:cs="v5.0.0"/>
              </w:rPr>
              <w:t>This requirement does not apply to BS operating in band 2</w:t>
            </w:r>
            <w:r w:rsidRPr="00EF2F0E">
              <w:rPr>
                <w:rFonts w:cs="v5.0.0"/>
                <w:lang w:eastAsia="zh-CN"/>
              </w:rPr>
              <w:t xml:space="preserve"> or 25</w:t>
            </w:r>
            <w:r w:rsidRPr="00EF2F0E">
              <w:rPr>
                <w:rFonts w:cs="v5.0.0"/>
              </w:rPr>
              <w:t>, since it is already covered by the requirement in subclause 9.7.6.4.2.  This requirement does not apply to  BS operating in band 35.</w:t>
            </w:r>
          </w:p>
        </w:tc>
      </w:tr>
      <w:tr w:rsidR="003401A4" w:rsidRPr="00EF2F0E" w14:paraId="0984F647" w14:textId="77777777" w:rsidTr="000A7FEB">
        <w:trPr>
          <w:cantSplit/>
          <w:trHeight w:val="113"/>
          <w:jc w:val="center"/>
        </w:trPr>
        <w:tc>
          <w:tcPr>
            <w:tcW w:w="1105" w:type="dxa"/>
            <w:vMerge w:val="restart"/>
            <w:shd w:val="clear" w:color="auto" w:fill="auto"/>
          </w:tcPr>
          <w:p w14:paraId="0984F642" w14:textId="77777777" w:rsidR="00B15E99" w:rsidRPr="00EF2F0E" w:rsidRDefault="00B15E99" w:rsidP="00AB06FD">
            <w:pPr>
              <w:pStyle w:val="TAC"/>
              <w:rPr>
                <w:rFonts w:cs="Arial"/>
              </w:rPr>
            </w:pPr>
            <w:r w:rsidRPr="00EF2F0E">
              <w:rPr>
                <w:rFonts w:cs="Arial"/>
              </w:rPr>
              <w:t>GSM850</w:t>
            </w:r>
            <w:r w:rsidRPr="00EF2F0E">
              <w:rPr>
                <w:rFonts w:cs="v5.0.0"/>
              </w:rPr>
              <w:t xml:space="preserve"> or CDMA850</w:t>
            </w:r>
          </w:p>
        </w:tc>
        <w:tc>
          <w:tcPr>
            <w:tcW w:w="1559" w:type="dxa"/>
            <w:shd w:val="clear" w:color="auto" w:fill="auto"/>
            <w:vAlign w:val="center"/>
          </w:tcPr>
          <w:p w14:paraId="0984F643" w14:textId="77777777" w:rsidR="00B15E99" w:rsidRPr="00EF2F0E" w:rsidRDefault="00B15E99" w:rsidP="00AB06FD">
            <w:pPr>
              <w:pStyle w:val="TAC"/>
              <w:rPr>
                <w:rFonts w:cs="Arial"/>
              </w:rPr>
            </w:pPr>
            <w:r w:rsidRPr="00EF2F0E">
              <w:rPr>
                <w:rFonts w:cs="v5.0.0"/>
              </w:rPr>
              <w:t>869 - 894 MHz</w:t>
            </w:r>
          </w:p>
        </w:tc>
        <w:tc>
          <w:tcPr>
            <w:tcW w:w="1190" w:type="dxa"/>
            <w:shd w:val="clear" w:color="auto" w:fill="auto"/>
            <w:vAlign w:val="center"/>
          </w:tcPr>
          <w:p w14:paraId="0984F644" w14:textId="77777777" w:rsidR="00B15E99" w:rsidRPr="00EF2F0E" w:rsidRDefault="00B15E99" w:rsidP="00AB06FD">
            <w:pPr>
              <w:pStyle w:val="TAC"/>
              <w:rPr>
                <w:rFonts w:cs="v5.0.0"/>
              </w:rPr>
            </w:pPr>
            <w:r w:rsidRPr="00EF2F0E">
              <w:rPr>
                <w:rFonts w:cs="v5.0.0"/>
              </w:rPr>
              <w:t>-48 dBm</w:t>
            </w:r>
          </w:p>
        </w:tc>
        <w:tc>
          <w:tcPr>
            <w:tcW w:w="1701" w:type="dxa"/>
            <w:shd w:val="clear" w:color="auto" w:fill="auto"/>
            <w:vAlign w:val="center"/>
          </w:tcPr>
          <w:p w14:paraId="0984F645" w14:textId="77777777" w:rsidR="00B15E99" w:rsidRPr="00EF2F0E" w:rsidRDefault="00B15E99" w:rsidP="00AB06FD">
            <w:pPr>
              <w:pStyle w:val="TAC"/>
              <w:rPr>
                <w:rFonts w:cs="Arial"/>
              </w:rPr>
            </w:pPr>
            <w:r w:rsidRPr="00EF2F0E">
              <w:rPr>
                <w:rFonts w:cs="v5.0.0"/>
              </w:rPr>
              <w:t>100 kHz</w:t>
            </w:r>
          </w:p>
        </w:tc>
        <w:tc>
          <w:tcPr>
            <w:tcW w:w="4138" w:type="dxa"/>
            <w:shd w:val="clear" w:color="auto" w:fill="auto"/>
            <w:vAlign w:val="center"/>
          </w:tcPr>
          <w:p w14:paraId="0984F646" w14:textId="77777777" w:rsidR="00B15E99" w:rsidRPr="00EF2F0E" w:rsidRDefault="00B15E99" w:rsidP="00AB06FD">
            <w:pPr>
              <w:pStyle w:val="TAC"/>
              <w:rPr>
                <w:rFonts w:cs="Arial"/>
              </w:rPr>
            </w:pPr>
            <w:r w:rsidRPr="00EF2F0E">
              <w:rPr>
                <w:rFonts w:cs="v5.0.0"/>
              </w:rPr>
              <w:t>This requirement does not apply to BS operating in band 5 or 26.</w:t>
            </w:r>
            <w:r w:rsidRPr="00EF2F0E">
              <w:rPr>
                <w:rFonts w:cs="Arial"/>
              </w:rPr>
              <w:t xml:space="preserve"> This requirement applies to E-UTRA BS operating in Band 27 for the frequency range 879-894 MHz.</w:t>
            </w:r>
          </w:p>
        </w:tc>
      </w:tr>
      <w:tr w:rsidR="003401A4" w:rsidRPr="00EF2F0E" w14:paraId="0984F64D" w14:textId="77777777" w:rsidTr="000A7FEB">
        <w:trPr>
          <w:cantSplit/>
          <w:trHeight w:val="113"/>
          <w:jc w:val="center"/>
        </w:trPr>
        <w:tc>
          <w:tcPr>
            <w:tcW w:w="1105" w:type="dxa"/>
            <w:vMerge/>
            <w:shd w:val="clear" w:color="auto" w:fill="auto"/>
          </w:tcPr>
          <w:p w14:paraId="0984F648" w14:textId="77777777" w:rsidR="00B15E99" w:rsidRPr="00EF2F0E" w:rsidRDefault="00B15E99" w:rsidP="00AB06FD">
            <w:pPr>
              <w:pStyle w:val="TAC"/>
              <w:rPr>
                <w:rFonts w:cs="Arial"/>
              </w:rPr>
            </w:pPr>
          </w:p>
        </w:tc>
        <w:tc>
          <w:tcPr>
            <w:tcW w:w="1559" w:type="dxa"/>
            <w:shd w:val="clear" w:color="auto" w:fill="auto"/>
            <w:vAlign w:val="center"/>
          </w:tcPr>
          <w:p w14:paraId="0984F649" w14:textId="77777777" w:rsidR="00B15E99" w:rsidRPr="00EF2F0E" w:rsidRDefault="00B15E99" w:rsidP="00AB06FD">
            <w:pPr>
              <w:pStyle w:val="TAC"/>
              <w:rPr>
                <w:rFonts w:cs="v5.0.0"/>
              </w:rPr>
            </w:pPr>
            <w:r w:rsidRPr="00EF2F0E">
              <w:rPr>
                <w:rFonts w:cs="v5.0.0"/>
              </w:rPr>
              <w:t xml:space="preserve">824 </w:t>
            </w:r>
            <w:r w:rsidRPr="00EF2F0E">
              <w:rPr>
                <w:rFonts w:cs="v5.0.0"/>
              </w:rPr>
              <w:noBreakHyphen/>
              <w:t xml:space="preserve"> 849 MHz</w:t>
            </w:r>
          </w:p>
        </w:tc>
        <w:tc>
          <w:tcPr>
            <w:tcW w:w="1190" w:type="dxa"/>
            <w:shd w:val="clear" w:color="auto" w:fill="auto"/>
            <w:vAlign w:val="center"/>
          </w:tcPr>
          <w:p w14:paraId="0984F64A" w14:textId="77777777" w:rsidR="00B15E99" w:rsidRPr="00EF2F0E" w:rsidRDefault="00B15E99" w:rsidP="00AB06FD">
            <w:pPr>
              <w:pStyle w:val="TAC"/>
              <w:rPr>
                <w:rFonts w:cs="v5.0.0"/>
              </w:rPr>
            </w:pPr>
            <w:r w:rsidRPr="00EF2F0E">
              <w:rPr>
                <w:rFonts w:cs="v5.0.0"/>
              </w:rPr>
              <w:t>-52 dBm</w:t>
            </w:r>
          </w:p>
        </w:tc>
        <w:tc>
          <w:tcPr>
            <w:tcW w:w="1701" w:type="dxa"/>
            <w:shd w:val="clear" w:color="auto" w:fill="auto"/>
            <w:vAlign w:val="center"/>
          </w:tcPr>
          <w:p w14:paraId="0984F64B" w14:textId="77777777" w:rsidR="00B15E99" w:rsidRPr="00EF2F0E" w:rsidRDefault="00B15E99" w:rsidP="00AB06FD">
            <w:pPr>
              <w:pStyle w:val="TAC"/>
              <w:rPr>
                <w:rFonts w:cs="v5.0.0"/>
              </w:rPr>
            </w:pPr>
            <w:r w:rsidRPr="00EF2F0E">
              <w:rPr>
                <w:rFonts w:cs="v5.0.0"/>
              </w:rPr>
              <w:t>100 kHz</w:t>
            </w:r>
          </w:p>
        </w:tc>
        <w:tc>
          <w:tcPr>
            <w:tcW w:w="4138" w:type="dxa"/>
            <w:shd w:val="clear" w:color="auto" w:fill="auto"/>
            <w:vAlign w:val="center"/>
          </w:tcPr>
          <w:p w14:paraId="0984F64C" w14:textId="77777777" w:rsidR="00B15E99" w:rsidRPr="00EF2F0E" w:rsidRDefault="00B15E99" w:rsidP="00AB06FD">
            <w:pPr>
              <w:pStyle w:val="TAC"/>
              <w:rPr>
                <w:rFonts w:cs="v5.0.0"/>
              </w:rPr>
            </w:pPr>
            <w:r w:rsidRPr="00EF2F0E">
              <w:rPr>
                <w:rFonts w:cs="v5.0.0"/>
              </w:rPr>
              <w:t>This requirement does not apply to BS operating in band 5 or 26, since it is already covered by the requirement in subclause 9.7.6.4.2.</w:t>
            </w:r>
            <w:r w:rsidRPr="00EF2F0E">
              <w:rPr>
                <w:rFonts w:cs="Arial"/>
              </w:rPr>
              <w:t xml:space="preserve">  For BS operating in Band 27, it</w:t>
            </w:r>
            <w:r w:rsidRPr="00EF2F0E">
              <w:rPr>
                <w:rFonts w:eastAsia="MS PGothic" w:cs="Arial"/>
                <w:kern w:val="24"/>
                <w:szCs w:val="22"/>
              </w:rPr>
              <w:t xml:space="preserve"> applies 3 MHz below the Band 27 </w:t>
            </w:r>
            <w:r w:rsidRPr="00EF2F0E">
              <w:rPr>
                <w:rFonts w:eastAsia="MS PGothic" w:cs="Arial"/>
                <w:i/>
                <w:kern w:val="24"/>
                <w:szCs w:val="22"/>
              </w:rPr>
              <w:t>downlink operating band</w:t>
            </w:r>
            <w:r w:rsidRPr="00EF2F0E">
              <w:rPr>
                <w:rFonts w:eastAsia="MS PGothic" w:cs="Arial"/>
                <w:kern w:val="24"/>
                <w:szCs w:val="22"/>
              </w:rPr>
              <w:t>.</w:t>
            </w:r>
          </w:p>
        </w:tc>
      </w:tr>
      <w:tr w:rsidR="003401A4" w:rsidRPr="00EF2F0E" w14:paraId="0984F654" w14:textId="77777777" w:rsidTr="000A7FEB">
        <w:trPr>
          <w:cantSplit/>
          <w:trHeight w:val="113"/>
          <w:jc w:val="center"/>
        </w:trPr>
        <w:tc>
          <w:tcPr>
            <w:tcW w:w="1105" w:type="dxa"/>
            <w:vMerge w:val="restart"/>
            <w:shd w:val="clear" w:color="auto" w:fill="auto"/>
          </w:tcPr>
          <w:p w14:paraId="0984F64E" w14:textId="77777777" w:rsidR="00B15E99" w:rsidRPr="00EF2F0E" w:rsidRDefault="00B15E99" w:rsidP="00AB06FD">
            <w:pPr>
              <w:pStyle w:val="TAC"/>
              <w:rPr>
                <w:rFonts w:cs="Arial"/>
              </w:rPr>
            </w:pPr>
            <w:r w:rsidRPr="00EF2F0E">
              <w:rPr>
                <w:rFonts w:cs="Arial"/>
              </w:rPr>
              <w:t xml:space="preserve">UTRA FDD Band I or </w:t>
            </w:r>
          </w:p>
          <w:p w14:paraId="0984F64F" w14:textId="77777777" w:rsidR="00B15E99" w:rsidRPr="00EF2F0E" w:rsidRDefault="00B15E99" w:rsidP="00AB06FD">
            <w:pPr>
              <w:pStyle w:val="TAC"/>
              <w:rPr>
                <w:rFonts w:cs="Arial"/>
              </w:rPr>
            </w:pPr>
            <w:r w:rsidRPr="00EF2F0E">
              <w:rPr>
                <w:rFonts w:cs="Arial"/>
              </w:rPr>
              <w:t xml:space="preserve">E-UTRA Band 1 </w:t>
            </w:r>
            <w:r w:rsidR="005E0A3F" w:rsidRPr="00EF2F0E">
              <w:rPr>
                <w:rFonts w:cs="Arial"/>
                <w:lang w:val="sv-SE"/>
              </w:rPr>
              <w:t>or NR band n1</w:t>
            </w:r>
          </w:p>
        </w:tc>
        <w:tc>
          <w:tcPr>
            <w:tcW w:w="1559" w:type="dxa"/>
            <w:shd w:val="clear" w:color="auto" w:fill="auto"/>
            <w:vAlign w:val="center"/>
          </w:tcPr>
          <w:p w14:paraId="0984F650" w14:textId="77777777" w:rsidR="00B15E99" w:rsidRPr="00EF2F0E" w:rsidRDefault="00B15E99" w:rsidP="00AB06FD">
            <w:pPr>
              <w:pStyle w:val="TAC"/>
              <w:rPr>
                <w:rFonts w:cs="Arial"/>
              </w:rPr>
            </w:pPr>
            <w:r w:rsidRPr="00EF2F0E">
              <w:rPr>
                <w:rFonts w:cs="Arial"/>
              </w:rPr>
              <w:t>2110 - 2170 MHz</w:t>
            </w:r>
          </w:p>
        </w:tc>
        <w:tc>
          <w:tcPr>
            <w:tcW w:w="1190" w:type="dxa"/>
            <w:shd w:val="clear" w:color="auto" w:fill="auto"/>
            <w:vAlign w:val="center"/>
          </w:tcPr>
          <w:p w14:paraId="0984F651"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652"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53" w14:textId="5BF07AC9" w:rsidR="00B15E99" w:rsidRPr="00EF2F0E" w:rsidRDefault="00B15E99" w:rsidP="00AB06FD">
            <w:pPr>
              <w:pStyle w:val="TAC"/>
              <w:rPr>
                <w:rFonts w:cs="Arial"/>
              </w:rPr>
            </w:pPr>
            <w:r w:rsidRPr="00EF2F0E">
              <w:rPr>
                <w:rFonts w:cs="Arial"/>
              </w:rPr>
              <w:t>This requirement does not apply to BS operating in band 1 or 65,</w:t>
            </w:r>
          </w:p>
        </w:tc>
      </w:tr>
      <w:tr w:rsidR="003401A4" w:rsidRPr="00EF2F0E" w14:paraId="0984F65B" w14:textId="77777777" w:rsidTr="000A7FEB">
        <w:trPr>
          <w:cantSplit/>
          <w:trHeight w:val="113"/>
          <w:jc w:val="center"/>
        </w:trPr>
        <w:tc>
          <w:tcPr>
            <w:tcW w:w="1105" w:type="dxa"/>
            <w:vMerge/>
            <w:shd w:val="clear" w:color="auto" w:fill="auto"/>
          </w:tcPr>
          <w:p w14:paraId="0984F655" w14:textId="77777777" w:rsidR="00B15E99" w:rsidRPr="00EF2F0E" w:rsidRDefault="00B15E99" w:rsidP="00AB06FD">
            <w:pPr>
              <w:pStyle w:val="TAC"/>
              <w:rPr>
                <w:rFonts w:cs="Arial"/>
              </w:rPr>
            </w:pPr>
          </w:p>
        </w:tc>
        <w:tc>
          <w:tcPr>
            <w:tcW w:w="1559" w:type="dxa"/>
            <w:shd w:val="clear" w:color="auto" w:fill="auto"/>
            <w:vAlign w:val="center"/>
          </w:tcPr>
          <w:p w14:paraId="0984F656" w14:textId="77777777" w:rsidR="00B15E99" w:rsidRPr="00EF2F0E" w:rsidRDefault="00B15E99" w:rsidP="00AB06FD">
            <w:pPr>
              <w:pStyle w:val="TAC"/>
              <w:rPr>
                <w:rFonts w:cs="Arial"/>
                <w:lang w:eastAsia="zh-CN"/>
              </w:rPr>
            </w:pPr>
            <w:r w:rsidRPr="00EF2F0E">
              <w:rPr>
                <w:rFonts w:cs="Arial"/>
              </w:rPr>
              <w:t>1920 - 1980 MHz</w:t>
            </w:r>
          </w:p>
          <w:p w14:paraId="0984F657" w14:textId="77777777" w:rsidR="00B15E99" w:rsidRPr="00EF2F0E" w:rsidRDefault="00B15E99" w:rsidP="00AB06FD">
            <w:pPr>
              <w:pStyle w:val="TAC"/>
              <w:rPr>
                <w:rFonts w:cs="Arial"/>
                <w:lang w:eastAsia="zh-CN"/>
              </w:rPr>
            </w:pPr>
          </w:p>
        </w:tc>
        <w:tc>
          <w:tcPr>
            <w:tcW w:w="1190" w:type="dxa"/>
            <w:shd w:val="clear" w:color="auto" w:fill="auto"/>
            <w:vAlign w:val="center"/>
          </w:tcPr>
          <w:p w14:paraId="0984F658"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659"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5A" w14:textId="25DAB2F4" w:rsidR="00B15E99" w:rsidRPr="00EF2F0E" w:rsidRDefault="00B15E99" w:rsidP="00AB06FD">
            <w:pPr>
              <w:pStyle w:val="TAC"/>
              <w:rPr>
                <w:rFonts w:cs="Arial"/>
              </w:rPr>
            </w:pPr>
            <w:r w:rsidRPr="00EF2F0E">
              <w:rPr>
                <w:rFonts w:cs="Arial"/>
              </w:rPr>
              <w:t>This requirement does not apply to BS operating in band 1 or 65,</w:t>
            </w:r>
            <w:r w:rsidRPr="00EF2F0E">
              <w:rPr>
                <w:rFonts w:cs="v5.0.0"/>
              </w:rPr>
              <w:t xml:space="preserve"> since it is already covered by the requirement in subclause 9.7.6.4.2.</w:t>
            </w:r>
          </w:p>
        </w:tc>
      </w:tr>
      <w:tr w:rsidR="003401A4" w:rsidRPr="00EF2F0E" w14:paraId="0984F663" w14:textId="77777777" w:rsidTr="000A7FEB">
        <w:trPr>
          <w:cantSplit/>
          <w:trHeight w:val="113"/>
          <w:jc w:val="center"/>
        </w:trPr>
        <w:tc>
          <w:tcPr>
            <w:tcW w:w="1105" w:type="dxa"/>
            <w:vMerge w:val="restart"/>
            <w:shd w:val="clear" w:color="auto" w:fill="auto"/>
          </w:tcPr>
          <w:p w14:paraId="0984F65C" w14:textId="77777777" w:rsidR="00B15E99" w:rsidRPr="00EF2F0E" w:rsidRDefault="00B15E99" w:rsidP="00AB06FD">
            <w:pPr>
              <w:pStyle w:val="TAC"/>
              <w:rPr>
                <w:rFonts w:cs="Arial"/>
              </w:rPr>
            </w:pPr>
            <w:r w:rsidRPr="00EF2F0E">
              <w:rPr>
                <w:rFonts w:cs="Arial"/>
              </w:rPr>
              <w:t xml:space="preserve">UTRA FDD Band II or </w:t>
            </w:r>
          </w:p>
          <w:p w14:paraId="0984F65D" w14:textId="77777777" w:rsidR="00B15E99" w:rsidRPr="00EF2F0E" w:rsidRDefault="00B15E99" w:rsidP="00AB06FD">
            <w:pPr>
              <w:pStyle w:val="TAC"/>
              <w:rPr>
                <w:rFonts w:cs="Arial"/>
              </w:rPr>
            </w:pPr>
            <w:r w:rsidRPr="00EF2F0E">
              <w:rPr>
                <w:rFonts w:cs="Arial"/>
              </w:rPr>
              <w:t>E-UTRA Band 2</w:t>
            </w:r>
            <w:r w:rsidR="005E0A3F" w:rsidRPr="00EF2F0E">
              <w:rPr>
                <w:rFonts w:cs="Arial"/>
                <w:lang w:val="sv-SE"/>
              </w:rPr>
              <w:t xml:space="preserve"> or NR band n2</w:t>
            </w:r>
          </w:p>
        </w:tc>
        <w:tc>
          <w:tcPr>
            <w:tcW w:w="1559" w:type="dxa"/>
            <w:shd w:val="clear" w:color="auto" w:fill="auto"/>
            <w:vAlign w:val="center"/>
          </w:tcPr>
          <w:p w14:paraId="0984F65E" w14:textId="77777777" w:rsidR="00B15E99" w:rsidRPr="00EF2F0E" w:rsidRDefault="00B15E99" w:rsidP="00AB06FD">
            <w:pPr>
              <w:pStyle w:val="TAC"/>
              <w:rPr>
                <w:rFonts w:cs="Arial"/>
                <w:lang w:eastAsia="zh-CN"/>
              </w:rPr>
            </w:pPr>
            <w:r w:rsidRPr="00EF2F0E">
              <w:rPr>
                <w:rFonts w:cs="Arial"/>
              </w:rPr>
              <w:t>1930 - 1990 MHz</w:t>
            </w:r>
          </w:p>
          <w:p w14:paraId="0984F65F" w14:textId="77777777" w:rsidR="00B15E99" w:rsidRPr="00EF2F0E" w:rsidRDefault="00B15E99" w:rsidP="00AB06FD">
            <w:pPr>
              <w:pStyle w:val="TAC"/>
              <w:rPr>
                <w:rFonts w:cs="Arial"/>
                <w:lang w:eastAsia="zh-CN"/>
              </w:rPr>
            </w:pPr>
          </w:p>
        </w:tc>
        <w:tc>
          <w:tcPr>
            <w:tcW w:w="1190" w:type="dxa"/>
            <w:shd w:val="clear" w:color="auto" w:fill="auto"/>
            <w:vAlign w:val="center"/>
          </w:tcPr>
          <w:p w14:paraId="0984F660"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661"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62" w14:textId="1631F5DD" w:rsidR="00B15E99" w:rsidRPr="00EF2F0E" w:rsidRDefault="00B15E99" w:rsidP="00AB06FD">
            <w:pPr>
              <w:pStyle w:val="TAC"/>
              <w:rPr>
                <w:rFonts w:cs="Arial"/>
              </w:rPr>
            </w:pPr>
            <w:r w:rsidRPr="00EF2F0E">
              <w:rPr>
                <w:rFonts w:cs="Arial"/>
              </w:rPr>
              <w:t>This requirement does not apply to BS operating in band 2</w:t>
            </w:r>
            <w:r w:rsidRPr="00EF2F0E">
              <w:rPr>
                <w:rFonts w:cs="Arial"/>
                <w:lang w:eastAsia="zh-CN"/>
              </w:rPr>
              <w:t>, 25 or 70</w:t>
            </w:r>
            <w:r w:rsidRPr="00EF2F0E">
              <w:rPr>
                <w:rFonts w:cs="Arial"/>
              </w:rPr>
              <w:t>.</w:t>
            </w:r>
          </w:p>
        </w:tc>
      </w:tr>
      <w:tr w:rsidR="003401A4" w:rsidRPr="00EF2F0E" w14:paraId="0984F66A" w14:textId="77777777" w:rsidTr="000A7FEB">
        <w:trPr>
          <w:cantSplit/>
          <w:trHeight w:val="113"/>
          <w:jc w:val="center"/>
        </w:trPr>
        <w:tc>
          <w:tcPr>
            <w:tcW w:w="1105" w:type="dxa"/>
            <w:vMerge/>
            <w:shd w:val="clear" w:color="auto" w:fill="auto"/>
          </w:tcPr>
          <w:p w14:paraId="0984F664" w14:textId="77777777" w:rsidR="00B15E99" w:rsidRPr="00EF2F0E" w:rsidRDefault="00B15E99" w:rsidP="00AB06FD">
            <w:pPr>
              <w:pStyle w:val="TAC"/>
              <w:rPr>
                <w:rFonts w:cs="Arial"/>
              </w:rPr>
            </w:pPr>
          </w:p>
        </w:tc>
        <w:tc>
          <w:tcPr>
            <w:tcW w:w="1559" w:type="dxa"/>
            <w:shd w:val="clear" w:color="auto" w:fill="auto"/>
            <w:vAlign w:val="center"/>
          </w:tcPr>
          <w:p w14:paraId="0984F665" w14:textId="77777777" w:rsidR="00B15E99" w:rsidRPr="00EF2F0E" w:rsidRDefault="00B15E99" w:rsidP="00AB06FD">
            <w:pPr>
              <w:pStyle w:val="TAC"/>
              <w:rPr>
                <w:rFonts w:cs="Arial"/>
                <w:lang w:eastAsia="zh-CN"/>
              </w:rPr>
            </w:pPr>
            <w:r w:rsidRPr="00EF2F0E">
              <w:rPr>
                <w:rFonts w:cs="Arial"/>
              </w:rPr>
              <w:t>1850 - 1910 MHz</w:t>
            </w:r>
          </w:p>
          <w:p w14:paraId="0984F666" w14:textId="77777777" w:rsidR="00B15E99" w:rsidRPr="00EF2F0E" w:rsidRDefault="00B15E99" w:rsidP="00AB06FD">
            <w:pPr>
              <w:pStyle w:val="TAC"/>
              <w:rPr>
                <w:rFonts w:cs="Arial"/>
                <w:lang w:eastAsia="zh-CN"/>
              </w:rPr>
            </w:pPr>
          </w:p>
        </w:tc>
        <w:tc>
          <w:tcPr>
            <w:tcW w:w="1190" w:type="dxa"/>
            <w:shd w:val="clear" w:color="auto" w:fill="auto"/>
            <w:vAlign w:val="center"/>
          </w:tcPr>
          <w:p w14:paraId="0984F667"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668"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69" w14:textId="737516CB" w:rsidR="00B15E99" w:rsidRPr="00EF2F0E" w:rsidRDefault="00B15E99" w:rsidP="00AB06FD">
            <w:pPr>
              <w:pStyle w:val="TAC"/>
              <w:rPr>
                <w:rFonts w:cs="Arial"/>
              </w:rPr>
            </w:pPr>
            <w:r w:rsidRPr="00EF2F0E">
              <w:rPr>
                <w:rFonts w:cs="Arial"/>
              </w:rPr>
              <w:t>This requirement does not apply to BS operating in band 2</w:t>
            </w:r>
            <w:r w:rsidRPr="00EF2F0E">
              <w:rPr>
                <w:rFonts w:cs="Arial"/>
                <w:lang w:eastAsia="zh-CN"/>
              </w:rPr>
              <w:t xml:space="preserve"> or 25</w:t>
            </w:r>
            <w:r w:rsidRPr="00EF2F0E">
              <w:rPr>
                <w:rFonts w:cs="Arial"/>
              </w:rPr>
              <w:t xml:space="preserve">, </w:t>
            </w:r>
            <w:r w:rsidRPr="00EF2F0E">
              <w:rPr>
                <w:rFonts w:cs="v5.0.0"/>
              </w:rPr>
              <w:t>since it is already covered by the requirement in subclause 9.7.6.4.2</w:t>
            </w:r>
          </w:p>
        </w:tc>
      </w:tr>
      <w:tr w:rsidR="003401A4" w:rsidRPr="00EF2F0E" w14:paraId="0984F671" w14:textId="77777777" w:rsidTr="000A7FEB">
        <w:trPr>
          <w:cantSplit/>
          <w:jc w:val="center"/>
        </w:trPr>
        <w:tc>
          <w:tcPr>
            <w:tcW w:w="1105" w:type="dxa"/>
            <w:vMerge w:val="restart"/>
            <w:shd w:val="clear" w:color="auto" w:fill="auto"/>
          </w:tcPr>
          <w:p w14:paraId="0984F66B" w14:textId="77777777" w:rsidR="00B15E99" w:rsidRPr="00EF2F0E" w:rsidRDefault="00B15E99" w:rsidP="00AB06FD">
            <w:pPr>
              <w:pStyle w:val="TAC"/>
              <w:rPr>
                <w:rFonts w:cs="Arial"/>
              </w:rPr>
            </w:pPr>
            <w:r w:rsidRPr="00EF2F0E">
              <w:rPr>
                <w:rFonts w:cs="Arial"/>
              </w:rPr>
              <w:t xml:space="preserve">UTRA FDD Band III or </w:t>
            </w:r>
          </w:p>
          <w:p w14:paraId="0984F66C" w14:textId="77777777" w:rsidR="00B15E99" w:rsidRPr="00EF2F0E" w:rsidRDefault="00B15E99" w:rsidP="00AB06FD">
            <w:pPr>
              <w:pStyle w:val="TAC"/>
              <w:rPr>
                <w:rFonts w:cs="Arial"/>
              </w:rPr>
            </w:pPr>
            <w:r w:rsidRPr="00EF2F0E">
              <w:rPr>
                <w:rFonts w:cs="Arial"/>
              </w:rPr>
              <w:t xml:space="preserve">E-UTRA Band 3 </w:t>
            </w:r>
            <w:r w:rsidR="005E0A3F" w:rsidRPr="00EF2F0E">
              <w:rPr>
                <w:rFonts w:cs="Arial"/>
              </w:rPr>
              <w:t>or NR band n3</w:t>
            </w:r>
            <w:r w:rsidRPr="00EF2F0E">
              <w:rPr>
                <w:rFonts w:cs="Arial"/>
              </w:rPr>
              <w:br/>
              <w:t>(NOTE 3)</w:t>
            </w:r>
          </w:p>
        </w:tc>
        <w:tc>
          <w:tcPr>
            <w:tcW w:w="1559" w:type="dxa"/>
            <w:shd w:val="clear" w:color="auto" w:fill="auto"/>
            <w:vAlign w:val="center"/>
          </w:tcPr>
          <w:p w14:paraId="0984F66D" w14:textId="77777777" w:rsidR="00B15E99" w:rsidRPr="00EF2F0E" w:rsidRDefault="00B15E99" w:rsidP="00AB06FD">
            <w:pPr>
              <w:pStyle w:val="TAC"/>
              <w:rPr>
                <w:rFonts w:cs="Arial"/>
                <w:lang w:eastAsia="zh-CN"/>
              </w:rPr>
            </w:pPr>
            <w:r w:rsidRPr="00EF2F0E">
              <w:rPr>
                <w:rFonts w:cs="Arial"/>
              </w:rPr>
              <w:t>1805 - 1880 MHz</w:t>
            </w:r>
          </w:p>
        </w:tc>
        <w:tc>
          <w:tcPr>
            <w:tcW w:w="1190" w:type="dxa"/>
            <w:shd w:val="clear" w:color="auto" w:fill="auto"/>
            <w:vAlign w:val="center"/>
          </w:tcPr>
          <w:p w14:paraId="0984F66E"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66F"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70" w14:textId="677A8561" w:rsidR="00B15E99" w:rsidRPr="00EF2F0E" w:rsidRDefault="00B15E99" w:rsidP="00AB06FD">
            <w:pPr>
              <w:pStyle w:val="TAC"/>
              <w:rPr>
                <w:rFonts w:cs="Arial"/>
              </w:rPr>
            </w:pPr>
            <w:r w:rsidRPr="00EF2F0E">
              <w:rPr>
                <w:rFonts w:cs="Arial"/>
              </w:rPr>
              <w:t>This requirement does not apply to BS operating in band 3 or 9.</w:t>
            </w:r>
          </w:p>
        </w:tc>
      </w:tr>
      <w:tr w:rsidR="003401A4" w:rsidRPr="00EF2F0E" w14:paraId="0984F678" w14:textId="77777777" w:rsidTr="000A7FEB">
        <w:trPr>
          <w:cantSplit/>
          <w:trHeight w:val="113"/>
          <w:jc w:val="center"/>
        </w:trPr>
        <w:tc>
          <w:tcPr>
            <w:tcW w:w="1105" w:type="dxa"/>
            <w:vMerge/>
            <w:shd w:val="clear" w:color="auto" w:fill="auto"/>
          </w:tcPr>
          <w:p w14:paraId="0984F672" w14:textId="77777777" w:rsidR="00B15E99" w:rsidRPr="00EF2F0E" w:rsidRDefault="00B15E99" w:rsidP="00AB06FD">
            <w:pPr>
              <w:pStyle w:val="TAC"/>
              <w:rPr>
                <w:rFonts w:cs="Arial"/>
              </w:rPr>
            </w:pPr>
          </w:p>
        </w:tc>
        <w:tc>
          <w:tcPr>
            <w:tcW w:w="1559" w:type="dxa"/>
            <w:shd w:val="clear" w:color="auto" w:fill="auto"/>
            <w:vAlign w:val="center"/>
          </w:tcPr>
          <w:p w14:paraId="0984F673" w14:textId="77777777" w:rsidR="00B15E99" w:rsidRPr="00EF2F0E" w:rsidRDefault="00B15E99" w:rsidP="00AB06FD">
            <w:pPr>
              <w:pStyle w:val="TAC"/>
              <w:rPr>
                <w:rFonts w:cs="Arial"/>
              </w:rPr>
            </w:pPr>
            <w:r w:rsidRPr="00EF2F0E">
              <w:rPr>
                <w:rFonts w:cs="Arial"/>
              </w:rPr>
              <w:t>1710 - 1785 MHz</w:t>
            </w:r>
          </w:p>
        </w:tc>
        <w:tc>
          <w:tcPr>
            <w:tcW w:w="1190" w:type="dxa"/>
            <w:shd w:val="clear" w:color="auto" w:fill="auto"/>
            <w:vAlign w:val="center"/>
          </w:tcPr>
          <w:p w14:paraId="0984F674"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675"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76" w14:textId="18DA18AE" w:rsidR="00B15E99" w:rsidRPr="00EF2F0E" w:rsidRDefault="00B15E99" w:rsidP="00AB06FD">
            <w:pPr>
              <w:pStyle w:val="TAC"/>
              <w:rPr>
                <w:rFonts w:cs="v5.0.0"/>
              </w:rPr>
            </w:pPr>
            <w:r w:rsidRPr="00EF2F0E">
              <w:rPr>
                <w:rFonts w:cs="Arial"/>
              </w:rPr>
              <w:t xml:space="preserve">This requirement does not apply to BS operating in band 3, </w:t>
            </w:r>
            <w:r w:rsidRPr="00EF2F0E">
              <w:rPr>
                <w:rFonts w:cs="v5.0.0"/>
              </w:rPr>
              <w:t>since it is already covered by the requirement in subclause 9.7.6.4.2.</w:t>
            </w:r>
          </w:p>
          <w:p w14:paraId="0984F677" w14:textId="77777777" w:rsidR="00B15E99" w:rsidRPr="00EF2F0E" w:rsidRDefault="00B15E99" w:rsidP="00AB06FD">
            <w:pPr>
              <w:pStyle w:val="TAC"/>
              <w:rPr>
                <w:rFonts w:cs="Arial"/>
              </w:rPr>
            </w:pPr>
            <w:r w:rsidRPr="00EF2F0E">
              <w:rPr>
                <w:rFonts w:cs="Arial"/>
              </w:rPr>
              <w:t>For BS operating in band 9, it applies for 1710 MHz to 1749.9 MHz and 1784.9 MHz to 1785 MHz, while the rest is covered in subclause</w:t>
            </w:r>
            <w:r w:rsidRPr="00EF2F0E" w:rsidDel="008C1873">
              <w:rPr>
                <w:rFonts w:cs="Arial"/>
              </w:rPr>
              <w:t xml:space="preserve"> </w:t>
            </w:r>
            <w:r w:rsidRPr="00EF2F0E">
              <w:rPr>
                <w:rFonts w:cs="Arial"/>
              </w:rPr>
              <w:t>9.7.6.4.2.</w:t>
            </w:r>
          </w:p>
        </w:tc>
      </w:tr>
      <w:tr w:rsidR="003401A4" w:rsidRPr="00EF2F0E" w14:paraId="0984F67F" w14:textId="77777777" w:rsidTr="000A7FEB">
        <w:trPr>
          <w:cantSplit/>
          <w:trHeight w:val="113"/>
          <w:jc w:val="center"/>
        </w:trPr>
        <w:tc>
          <w:tcPr>
            <w:tcW w:w="1105" w:type="dxa"/>
            <w:vMerge w:val="restart"/>
            <w:shd w:val="clear" w:color="auto" w:fill="auto"/>
          </w:tcPr>
          <w:p w14:paraId="0984F679" w14:textId="77777777" w:rsidR="00B15E99" w:rsidRPr="00EF2F0E" w:rsidRDefault="00B15E99" w:rsidP="00AB06FD">
            <w:pPr>
              <w:pStyle w:val="TAC"/>
              <w:rPr>
                <w:rFonts w:cs="Arial"/>
                <w:lang w:val="sv-FI"/>
              </w:rPr>
            </w:pPr>
            <w:r w:rsidRPr="00EF2F0E">
              <w:rPr>
                <w:rFonts w:cs="Arial"/>
                <w:lang w:val="sv-FI"/>
              </w:rPr>
              <w:t xml:space="preserve">UTRA FDD Band IV or </w:t>
            </w:r>
          </w:p>
          <w:p w14:paraId="0984F67A" w14:textId="77777777" w:rsidR="00B15E99" w:rsidRPr="00EF2F0E" w:rsidRDefault="00B15E99" w:rsidP="00AB06FD">
            <w:pPr>
              <w:pStyle w:val="TAC"/>
              <w:rPr>
                <w:rFonts w:cs="Arial"/>
                <w:lang w:val="sv-FI"/>
              </w:rPr>
            </w:pPr>
            <w:r w:rsidRPr="00EF2F0E">
              <w:rPr>
                <w:rFonts w:cs="Arial"/>
                <w:lang w:val="sv-FI"/>
              </w:rPr>
              <w:t>E-UTRA Band 4</w:t>
            </w:r>
          </w:p>
        </w:tc>
        <w:tc>
          <w:tcPr>
            <w:tcW w:w="1559" w:type="dxa"/>
            <w:shd w:val="clear" w:color="auto" w:fill="auto"/>
            <w:vAlign w:val="center"/>
          </w:tcPr>
          <w:p w14:paraId="0984F67B" w14:textId="77777777" w:rsidR="00B15E99" w:rsidRPr="00EF2F0E" w:rsidRDefault="00B15E99" w:rsidP="00AB06FD">
            <w:pPr>
              <w:pStyle w:val="TAC"/>
              <w:rPr>
                <w:rFonts w:cs="Arial"/>
              </w:rPr>
            </w:pPr>
            <w:r w:rsidRPr="00EF2F0E">
              <w:rPr>
                <w:rFonts w:cs="Arial"/>
              </w:rPr>
              <w:t>2110 - 2155 MHz</w:t>
            </w:r>
          </w:p>
        </w:tc>
        <w:tc>
          <w:tcPr>
            <w:tcW w:w="1190" w:type="dxa"/>
            <w:shd w:val="clear" w:color="auto" w:fill="auto"/>
            <w:vAlign w:val="center"/>
          </w:tcPr>
          <w:p w14:paraId="0984F67C"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67D"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7E" w14:textId="13D028D5" w:rsidR="00B15E99" w:rsidRPr="00EF2F0E" w:rsidRDefault="00B15E99" w:rsidP="00AB06FD">
            <w:pPr>
              <w:pStyle w:val="TAC"/>
              <w:rPr>
                <w:rFonts w:cs="Arial"/>
              </w:rPr>
            </w:pPr>
            <w:r w:rsidRPr="00EF2F0E">
              <w:rPr>
                <w:rFonts w:cs="Arial"/>
              </w:rPr>
              <w:t>This requirement does not apply to BS operating in band 4, 10 or 66</w:t>
            </w:r>
          </w:p>
        </w:tc>
      </w:tr>
      <w:tr w:rsidR="003401A4" w:rsidRPr="00EF2F0E" w14:paraId="0984F685" w14:textId="77777777" w:rsidTr="000A7FEB">
        <w:trPr>
          <w:cantSplit/>
          <w:trHeight w:val="113"/>
          <w:jc w:val="center"/>
        </w:trPr>
        <w:tc>
          <w:tcPr>
            <w:tcW w:w="1105" w:type="dxa"/>
            <w:vMerge/>
            <w:shd w:val="clear" w:color="auto" w:fill="auto"/>
          </w:tcPr>
          <w:p w14:paraId="0984F680" w14:textId="77777777" w:rsidR="00B15E99" w:rsidRPr="00EF2F0E" w:rsidRDefault="00B15E99" w:rsidP="00AB06FD">
            <w:pPr>
              <w:pStyle w:val="TAC"/>
              <w:rPr>
                <w:rFonts w:cs="Arial"/>
              </w:rPr>
            </w:pPr>
          </w:p>
        </w:tc>
        <w:tc>
          <w:tcPr>
            <w:tcW w:w="1559" w:type="dxa"/>
            <w:shd w:val="clear" w:color="auto" w:fill="auto"/>
            <w:vAlign w:val="center"/>
          </w:tcPr>
          <w:p w14:paraId="0984F681" w14:textId="77777777" w:rsidR="00B15E99" w:rsidRPr="00EF2F0E" w:rsidRDefault="00B15E99" w:rsidP="00AB06FD">
            <w:pPr>
              <w:pStyle w:val="TAC"/>
              <w:rPr>
                <w:rFonts w:cs="Arial"/>
              </w:rPr>
            </w:pPr>
            <w:r w:rsidRPr="00EF2F0E">
              <w:rPr>
                <w:rFonts w:cs="Arial"/>
              </w:rPr>
              <w:t>1710 - 1755 MHz</w:t>
            </w:r>
          </w:p>
        </w:tc>
        <w:tc>
          <w:tcPr>
            <w:tcW w:w="1190" w:type="dxa"/>
            <w:shd w:val="clear" w:color="auto" w:fill="auto"/>
            <w:vAlign w:val="center"/>
          </w:tcPr>
          <w:p w14:paraId="0984F682"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683"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84" w14:textId="0F38EAD4" w:rsidR="00B15E99" w:rsidRPr="00EF2F0E" w:rsidRDefault="00B15E99" w:rsidP="00AB06FD">
            <w:pPr>
              <w:pStyle w:val="TAC"/>
              <w:rPr>
                <w:rFonts w:cs="Arial"/>
              </w:rPr>
            </w:pPr>
            <w:r w:rsidRPr="00EF2F0E">
              <w:rPr>
                <w:rFonts w:cs="Arial"/>
              </w:rPr>
              <w:t xml:space="preserve">This requirement does not apply to BS operating in band 4, 10 or 66, </w:t>
            </w:r>
            <w:r w:rsidRPr="00EF2F0E">
              <w:rPr>
                <w:rFonts w:cs="v5.0.0"/>
              </w:rPr>
              <w:t>since it is already covered by the requirement in subclause 9.7.6.4.2.</w:t>
            </w:r>
          </w:p>
        </w:tc>
      </w:tr>
      <w:tr w:rsidR="003401A4" w:rsidRPr="00EF2F0E" w14:paraId="0984F68C" w14:textId="77777777" w:rsidTr="000A7FEB">
        <w:trPr>
          <w:cantSplit/>
          <w:trHeight w:val="113"/>
          <w:jc w:val="center"/>
        </w:trPr>
        <w:tc>
          <w:tcPr>
            <w:tcW w:w="1105" w:type="dxa"/>
            <w:vMerge w:val="restart"/>
            <w:shd w:val="clear" w:color="auto" w:fill="auto"/>
          </w:tcPr>
          <w:p w14:paraId="0984F686" w14:textId="77777777" w:rsidR="00B15E99" w:rsidRPr="00EF2F0E" w:rsidRDefault="00B15E99" w:rsidP="00AB06FD">
            <w:pPr>
              <w:pStyle w:val="TAC"/>
              <w:rPr>
                <w:rFonts w:cs="Arial"/>
              </w:rPr>
            </w:pPr>
            <w:r w:rsidRPr="00EF2F0E">
              <w:rPr>
                <w:rFonts w:cs="Arial"/>
              </w:rPr>
              <w:t xml:space="preserve">UTRA FDD Band V or </w:t>
            </w:r>
          </w:p>
          <w:p w14:paraId="0984F687" w14:textId="77777777" w:rsidR="00B15E99" w:rsidRPr="00EF2F0E" w:rsidRDefault="00B15E99" w:rsidP="00AB06FD">
            <w:pPr>
              <w:pStyle w:val="TAC"/>
              <w:rPr>
                <w:rFonts w:cs="Arial"/>
              </w:rPr>
            </w:pPr>
            <w:r w:rsidRPr="00EF2F0E">
              <w:rPr>
                <w:rFonts w:cs="Arial"/>
              </w:rPr>
              <w:t>E-UTRA Band 5</w:t>
            </w:r>
            <w:r w:rsidR="005E0A3F" w:rsidRPr="00EF2F0E">
              <w:rPr>
                <w:rFonts w:cs="Arial"/>
                <w:lang w:val="sv-SE"/>
              </w:rPr>
              <w:t xml:space="preserve"> or NR band n5</w:t>
            </w:r>
          </w:p>
        </w:tc>
        <w:tc>
          <w:tcPr>
            <w:tcW w:w="1559" w:type="dxa"/>
            <w:shd w:val="clear" w:color="auto" w:fill="auto"/>
            <w:vAlign w:val="center"/>
          </w:tcPr>
          <w:p w14:paraId="0984F688" w14:textId="77777777" w:rsidR="00B15E99" w:rsidRPr="00EF2F0E" w:rsidRDefault="00B15E99" w:rsidP="00AB06FD">
            <w:pPr>
              <w:pStyle w:val="TAC"/>
              <w:rPr>
                <w:rFonts w:cs="Arial"/>
              </w:rPr>
            </w:pPr>
            <w:r w:rsidRPr="00EF2F0E">
              <w:rPr>
                <w:rFonts w:cs="Arial"/>
              </w:rPr>
              <w:t>869 - 894 MHz</w:t>
            </w:r>
          </w:p>
        </w:tc>
        <w:tc>
          <w:tcPr>
            <w:tcW w:w="1190" w:type="dxa"/>
            <w:shd w:val="clear" w:color="auto" w:fill="auto"/>
            <w:vAlign w:val="center"/>
          </w:tcPr>
          <w:p w14:paraId="0984F689"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68A"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8B" w14:textId="77777777" w:rsidR="00B15E99" w:rsidRPr="00EF2F0E" w:rsidRDefault="00B15E99" w:rsidP="00AB06FD">
            <w:pPr>
              <w:pStyle w:val="TAC"/>
              <w:rPr>
                <w:rFonts w:cs="Arial"/>
              </w:rPr>
            </w:pPr>
            <w:r w:rsidRPr="00EF2F0E">
              <w:rPr>
                <w:rFonts w:cs="Arial"/>
              </w:rPr>
              <w:t>This requirement does not apply to BS operating in band 5</w:t>
            </w:r>
            <w:r w:rsidRPr="00EF2F0E">
              <w:rPr>
                <w:rFonts w:cs="v5.0.0"/>
              </w:rPr>
              <w:t xml:space="preserve"> or 26.</w:t>
            </w:r>
            <w:r w:rsidRPr="00EF2F0E">
              <w:rPr>
                <w:rFonts w:cs="Arial"/>
              </w:rPr>
              <w:t xml:space="preserve"> This requirement applies to E-UTRA BS operating in Band 27 for the frequency range 879-894 MHz.</w:t>
            </w:r>
          </w:p>
        </w:tc>
      </w:tr>
      <w:tr w:rsidR="003401A4" w:rsidRPr="00EF2F0E" w14:paraId="0984F692" w14:textId="77777777" w:rsidTr="000A7FEB">
        <w:trPr>
          <w:cantSplit/>
          <w:trHeight w:val="113"/>
          <w:jc w:val="center"/>
        </w:trPr>
        <w:tc>
          <w:tcPr>
            <w:tcW w:w="1105" w:type="dxa"/>
            <w:vMerge/>
            <w:shd w:val="clear" w:color="auto" w:fill="auto"/>
          </w:tcPr>
          <w:p w14:paraId="0984F68D" w14:textId="77777777" w:rsidR="00B15E99" w:rsidRPr="00EF2F0E" w:rsidRDefault="00B15E99" w:rsidP="00AB06FD">
            <w:pPr>
              <w:pStyle w:val="TAC"/>
              <w:rPr>
                <w:rFonts w:cs="Arial"/>
              </w:rPr>
            </w:pPr>
          </w:p>
        </w:tc>
        <w:tc>
          <w:tcPr>
            <w:tcW w:w="1559" w:type="dxa"/>
            <w:shd w:val="clear" w:color="auto" w:fill="auto"/>
            <w:vAlign w:val="center"/>
          </w:tcPr>
          <w:p w14:paraId="0984F68E" w14:textId="77777777" w:rsidR="00B15E99" w:rsidRPr="00EF2F0E" w:rsidRDefault="00B15E99" w:rsidP="00AB06FD">
            <w:pPr>
              <w:pStyle w:val="TAC"/>
              <w:rPr>
                <w:rFonts w:cs="Arial"/>
              </w:rPr>
            </w:pPr>
            <w:r w:rsidRPr="00EF2F0E">
              <w:rPr>
                <w:rFonts w:cs="Arial"/>
              </w:rPr>
              <w:t>824 - 849 MHz</w:t>
            </w:r>
          </w:p>
        </w:tc>
        <w:tc>
          <w:tcPr>
            <w:tcW w:w="1190" w:type="dxa"/>
            <w:shd w:val="clear" w:color="auto" w:fill="auto"/>
            <w:vAlign w:val="center"/>
          </w:tcPr>
          <w:p w14:paraId="0984F68F"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690"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91" w14:textId="77777777" w:rsidR="00B15E99" w:rsidRPr="00EF2F0E" w:rsidRDefault="00B15E99" w:rsidP="00AB06FD">
            <w:pPr>
              <w:pStyle w:val="TAC"/>
              <w:rPr>
                <w:rFonts w:cs="Arial"/>
              </w:rPr>
            </w:pPr>
            <w:r w:rsidRPr="00EF2F0E">
              <w:rPr>
                <w:rFonts w:cs="Arial"/>
              </w:rPr>
              <w:t>This requirement does not apply to BS operating in band 5</w:t>
            </w:r>
            <w:r w:rsidRPr="00EF2F0E">
              <w:rPr>
                <w:rFonts w:cs="v5.0.0"/>
              </w:rPr>
              <w:t xml:space="preserve"> or 26</w:t>
            </w:r>
            <w:r w:rsidRPr="00EF2F0E">
              <w:rPr>
                <w:rFonts w:cs="Arial"/>
              </w:rPr>
              <w:t xml:space="preserve">, </w:t>
            </w:r>
            <w:r w:rsidRPr="00EF2F0E">
              <w:rPr>
                <w:rFonts w:cs="v5.0.0"/>
              </w:rPr>
              <w:t>since it is already covered by the requirement in subclause 9.7.6.4.2.</w:t>
            </w:r>
            <w:r w:rsidRPr="00EF2F0E">
              <w:rPr>
                <w:rFonts w:cs="Arial"/>
              </w:rPr>
              <w:t xml:space="preserve">  For BS operating in Band 27, it</w:t>
            </w:r>
            <w:r w:rsidRPr="00EF2F0E">
              <w:rPr>
                <w:rFonts w:eastAsia="MS PGothic" w:cs="Arial"/>
                <w:kern w:val="24"/>
                <w:szCs w:val="22"/>
              </w:rPr>
              <w:t xml:space="preserve"> applies 3 MHz below the Band 27 </w:t>
            </w:r>
            <w:r w:rsidRPr="00EF2F0E">
              <w:rPr>
                <w:rFonts w:eastAsia="MS PGothic" w:cs="Arial"/>
                <w:i/>
                <w:kern w:val="24"/>
                <w:szCs w:val="22"/>
              </w:rPr>
              <w:t>downlink operating band</w:t>
            </w:r>
            <w:r w:rsidRPr="00EF2F0E">
              <w:rPr>
                <w:rFonts w:eastAsia="MS PGothic" w:cs="Arial"/>
                <w:kern w:val="24"/>
                <w:szCs w:val="22"/>
              </w:rPr>
              <w:t>.</w:t>
            </w:r>
          </w:p>
        </w:tc>
      </w:tr>
      <w:tr w:rsidR="003401A4" w:rsidRPr="00EF2F0E" w14:paraId="0984F699" w14:textId="77777777" w:rsidTr="000A7FEB">
        <w:trPr>
          <w:cantSplit/>
          <w:trHeight w:val="113"/>
          <w:jc w:val="center"/>
        </w:trPr>
        <w:tc>
          <w:tcPr>
            <w:tcW w:w="1105" w:type="dxa"/>
            <w:vMerge w:val="restart"/>
            <w:shd w:val="clear" w:color="auto" w:fill="auto"/>
          </w:tcPr>
          <w:p w14:paraId="0984F693" w14:textId="77777777" w:rsidR="00B15E99" w:rsidRPr="00EF2F0E" w:rsidRDefault="00B15E99" w:rsidP="00AB06FD">
            <w:pPr>
              <w:pStyle w:val="TAC"/>
              <w:rPr>
                <w:rFonts w:cs="Arial"/>
                <w:lang w:val="sv-FI"/>
              </w:rPr>
            </w:pPr>
            <w:r w:rsidRPr="00EF2F0E">
              <w:rPr>
                <w:rFonts w:cs="Arial"/>
                <w:lang w:val="sv-FI"/>
              </w:rPr>
              <w:t xml:space="preserve">UTRA FDD Band VI, XIX or </w:t>
            </w:r>
          </w:p>
          <w:p w14:paraId="0984F694" w14:textId="77777777" w:rsidR="00B15E99" w:rsidRPr="00EF2F0E" w:rsidRDefault="00B15E99" w:rsidP="00AB06FD">
            <w:pPr>
              <w:pStyle w:val="TAC"/>
              <w:rPr>
                <w:rFonts w:cs="Arial"/>
              </w:rPr>
            </w:pPr>
            <w:r w:rsidRPr="00EF2F0E">
              <w:rPr>
                <w:rFonts w:cs="Arial"/>
              </w:rPr>
              <w:t>E-UTRA Band 6, 18, 19</w:t>
            </w:r>
          </w:p>
        </w:tc>
        <w:tc>
          <w:tcPr>
            <w:tcW w:w="1559" w:type="dxa"/>
            <w:shd w:val="clear" w:color="auto" w:fill="auto"/>
            <w:vAlign w:val="center"/>
          </w:tcPr>
          <w:p w14:paraId="0984F695" w14:textId="77777777" w:rsidR="00B15E99" w:rsidRPr="00EF2F0E" w:rsidRDefault="00B15E99" w:rsidP="00AB06FD">
            <w:pPr>
              <w:pStyle w:val="TAC"/>
              <w:rPr>
                <w:rFonts w:cs="Arial"/>
              </w:rPr>
            </w:pPr>
            <w:r w:rsidRPr="00EF2F0E">
              <w:rPr>
                <w:rFonts w:cs="Arial"/>
              </w:rPr>
              <w:t>860 - 890 MHz</w:t>
            </w:r>
          </w:p>
        </w:tc>
        <w:tc>
          <w:tcPr>
            <w:tcW w:w="1190" w:type="dxa"/>
            <w:shd w:val="clear" w:color="auto" w:fill="auto"/>
            <w:vAlign w:val="center"/>
          </w:tcPr>
          <w:p w14:paraId="0984F696"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697"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98" w14:textId="2AA60F55" w:rsidR="00B15E99" w:rsidRPr="00EF2F0E" w:rsidRDefault="00B15E99" w:rsidP="00AB06FD">
            <w:pPr>
              <w:pStyle w:val="TAC"/>
              <w:rPr>
                <w:rFonts w:cs="Arial"/>
              </w:rPr>
            </w:pPr>
            <w:r w:rsidRPr="00EF2F0E">
              <w:rPr>
                <w:rFonts w:cs="Arial"/>
              </w:rPr>
              <w:t>This requirement does not apply to BS operating in band 6, 18, 19</w:t>
            </w:r>
          </w:p>
        </w:tc>
      </w:tr>
      <w:tr w:rsidR="003401A4" w:rsidRPr="00EF2F0E" w14:paraId="0984F69F" w14:textId="77777777" w:rsidTr="000A7FEB">
        <w:trPr>
          <w:cantSplit/>
          <w:trHeight w:val="313"/>
          <w:jc w:val="center"/>
        </w:trPr>
        <w:tc>
          <w:tcPr>
            <w:tcW w:w="1105" w:type="dxa"/>
            <w:vMerge/>
            <w:shd w:val="clear" w:color="auto" w:fill="auto"/>
          </w:tcPr>
          <w:p w14:paraId="0984F69A" w14:textId="77777777" w:rsidR="00B15E99" w:rsidRPr="00EF2F0E" w:rsidRDefault="00B15E99" w:rsidP="00AB06FD">
            <w:pPr>
              <w:pStyle w:val="TAC"/>
              <w:rPr>
                <w:rFonts w:cs="Arial"/>
              </w:rPr>
            </w:pPr>
          </w:p>
        </w:tc>
        <w:tc>
          <w:tcPr>
            <w:tcW w:w="1559" w:type="dxa"/>
            <w:shd w:val="clear" w:color="auto" w:fill="auto"/>
            <w:vAlign w:val="center"/>
          </w:tcPr>
          <w:p w14:paraId="0984F69B" w14:textId="77777777" w:rsidR="00B15E99" w:rsidRPr="00EF2F0E" w:rsidRDefault="00B15E99" w:rsidP="00AB06FD">
            <w:pPr>
              <w:pStyle w:val="TAC"/>
              <w:rPr>
                <w:rFonts w:cs="Arial"/>
              </w:rPr>
            </w:pPr>
            <w:r w:rsidRPr="00EF2F0E">
              <w:rPr>
                <w:rFonts w:cs="Arial"/>
              </w:rPr>
              <w:t>815 - 830 MHz</w:t>
            </w:r>
          </w:p>
        </w:tc>
        <w:tc>
          <w:tcPr>
            <w:tcW w:w="1190" w:type="dxa"/>
            <w:shd w:val="clear" w:color="auto" w:fill="auto"/>
            <w:vAlign w:val="center"/>
          </w:tcPr>
          <w:p w14:paraId="0984F69C"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69D"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9E" w14:textId="64CEE2A3" w:rsidR="00B15E99" w:rsidRPr="00EF2F0E" w:rsidRDefault="00B15E99" w:rsidP="00AB06FD">
            <w:pPr>
              <w:pStyle w:val="TAC"/>
              <w:rPr>
                <w:rFonts w:cs="Arial"/>
              </w:rPr>
            </w:pPr>
            <w:r w:rsidRPr="00EF2F0E">
              <w:rPr>
                <w:rFonts w:cs="Arial"/>
              </w:rPr>
              <w:t xml:space="preserve">This requirement does not apply to BS operating in band 18 </w:t>
            </w:r>
            <w:r w:rsidRPr="00EF2F0E">
              <w:rPr>
                <w:rFonts w:cs="v5.0.0"/>
              </w:rPr>
              <w:t>since it is already covered by the requirement in subclause 9.7.6.4.2.</w:t>
            </w:r>
          </w:p>
        </w:tc>
      </w:tr>
      <w:tr w:rsidR="003401A4" w:rsidRPr="00EF2F0E" w14:paraId="0984F6A5" w14:textId="77777777" w:rsidTr="000A7FEB">
        <w:trPr>
          <w:cantSplit/>
          <w:trHeight w:val="312"/>
          <w:jc w:val="center"/>
        </w:trPr>
        <w:tc>
          <w:tcPr>
            <w:tcW w:w="1105" w:type="dxa"/>
            <w:vMerge/>
            <w:shd w:val="clear" w:color="auto" w:fill="auto"/>
          </w:tcPr>
          <w:p w14:paraId="0984F6A0" w14:textId="77777777" w:rsidR="00B15E99" w:rsidRPr="00EF2F0E" w:rsidRDefault="00B15E99" w:rsidP="00AB06FD">
            <w:pPr>
              <w:pStyle w:val="TAC"/>
              <w:rPr>
                <w:rFonts w:cs="Arial"/>
              </w:rPr>
            </w:pPr>
          </w:p>
        </w:tc>
        <w:tc>
          <w:tcPr>
            <w:tcW w:w="1559" w:type="dxa"/>
            <w:shd w:val="clear" w:color="auto" w:fill="auto"/>
            <w:vAlign w:val="center"/>
          </w:tcPr>
          <w:p w14:paraId="0984F6A1" w14:textId="77777777" w:rsidR="00B15E99" w:rsidRPr="00EF2F0E" w:rsidRDefault="00B15E99" w:rsidP="00AB06FD">
            <w:pPr>
              <w:pStyle w:val="TAC"/>
              <w:rPr>
                <w:rFonts w:cs="Arial"/>
              </w:rPr>
            </w:pPr>
            <w:r w:rsidRPr="00EF2F0E">
              <w:rPr>
                <w:rFonts w:cs="Arial"/>
              </w:rPr>
              <w:t>830 - 845 MHz</w:t>
            </w:r>
          </w:p>
        </w:tc>
        <w:tc>
          <w:tcPr>
            <w:tcW w:w="1190" w:type="dxa"/>
            <w:shd w:val="clear" w:color="auto" w:fill="auto"/>
            <w:vAlign w:val="center"/>
          </w:tcPr>
          <w:p w14:paraId="0984F6A2"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6A3"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A4" w14:textId="77777777" w:rsidR="00B15E99" w:rsidRPr="00EF2F0E" w:rsidRDefault="00B15E99" w:rsidP="00AB06FD">
            <w:pPr>
              <w:pStyle w:val="TAC"/>
              <w:rPr>
                <w:rFonts w:cs="Arial"/>
              </w:rPr>
            </w:pPr>
            <w:r w:rsidRPr="00EF2F0E">
              <w:rPr>
                <w:rFonts w:cs="Arial"/>
              </w:rPr>
              <w:t xml:space="preserve">This requirement does not apply to BS operating in band 6, 19, </w:t>
            </w:r>
            <w:r w:rsidRPr="00EF2F0E">
              <w:rPr>
                <w:rFonts w:cs="v5.0.0"/>
              </w:rPr>
              <w:t>since it is already covered by the requirement in subclause 9.7.6.4.2.</w:t>
            </w:r>
          </w:p>
        </w:tc>
      </w:tr>
      <w:tr w:rsidR="003401A4" w:rsidRPr="00EF2F0E" w14:paraId="0984F6AC" w14:textId="77777777" w:rsidTr="000A7FEB">
        <w:trPr>
          <w:cantSplit/>
          <w:jc w:val="center"/>
        </w:trPr>
        <w:tc>
          <w:tcPr>
            <w:tcW w:w="1105" w:type="dxa"/>
            <w:vMerge w:val="restart"/>
            <w:shd w:val="clear" w:color="auto" w:fill="auto"/>
          </w:tcPr>
          <w:p w14:paraId="0984F6A6" w14:textId="77777777" w:rsidR="00B15E99" w:rsidRPr="00EF2F0E" w:rsidRDefault="00B15E99" w:rsidP="00AB06FD">
            <w:pPr>
              <w:pStyle w:val="TAC"/>
              <w:rPr>
                <w:rFonts w:cs="Arial"/>
              </w:rPr>
            </w:pPr>
            <w:r w:rsidRPr="00EF2F0E">
              <w:rPr>
                <w:rFonts w:cs="Arial"/>
              </w:rPr>
              <w:t xml:space="preserve">UTRA FDD Band VII or </w:t>
            </w:r>
          </w:p>
          <w:p w14:paraId="0984F6A7" w14:textId="77777777" w:rsidR="00B15E99" w:rsidRPr="00EF2F0E" w:rsidRDefault="00B15E99" w:rsidP="00AB06FD">
            <w:pPr>
              <w:pStyle w:val="TAC"/>
              <w:rPr>
                <w:rFonts w:cs="Arial"/>
              </w:rPr>
            </w:pPr>
            <w:r w:rsidRPr="00EF2F0E">
              <w:rPr>
                <w:rFonts w:cs="Arial"/>
              </w:rPr>
              <w:t>E-UTRA Band 7</w:t>
            </w:r>
            <w:r w:rsidR="005E0A3F" w:rsidRPr="00EF2F0E">
              <w:rPr>
                <w:rFonts w:cs="Arial"/>
                <w:lang w:val="sv-SE"/>
              </w:rPr>
              <w:t xml:space="preserve"> or NR band n7</w:t>
            </w:r>
          </w:p>
        </w:tc>
        <w:tc>
          <w:tcPr>
            <w:tcW w:w="1559" w:type="dxa"/>
            <w:shd w:val="clear" w:color="auto" w:fill="auto"/>
            <w:vAlign w:val="center"/>
          </w:tcPr>
          <w:p w14:paraId="0984F6A8" w14:textId="77777777" w:rsidR="00B15E99" w:rsidRPr="00EF2F0E" w:rsidRDefault="00B15E99" w:rsidP="00AB06FD">
            <w:pPr>
              <w:pStyle w:val="TAC"/>
              <w:rPr>
                <w:rFonts w:cs="Arial"/>
              </w:rPr>
            </w:pPr>
            <w:r w:rsidRPr="00EF2F0E">
              <w:rPr>
                <w:rFonts w:cs="Arial"/>
              </w:rPr>
              <w:t>2620 - 2690 MHz</w:t>
            </w:r>
          </w:p>
        </w:tc>
        <w:tc>
          <w:tcPr>
            <w:tcW w:w="1190" w:type="dxa"/>
            <w:shd w:val="clear" w:color="auto" w:fill="auto"/>
            <w:vAlign w:val="center"/>
          </w:tcPr>
          <w:p w14:paraId="0984F6A9"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6AA"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AB" w14:textId="5145BA06" w:rsidR="00B15E99" w:rsidRPr="00EF2F0E" w:rsidRDefault="00B15E99" w:rsidP="00AB06FD">
            <w:pPr>
              <w:pStyle w:val="TAL"/>
              <w:jc w:val="center"/>
              <w:rPr>
                <w:rFonts w:cs="Arial"/>
              </w:rPr>
            </w:pPr>
            <w:r w:rsidRPr="00EF2F0E">
              <w:rPr>
                <w:rFonts w:cs="Arial"/>
              </w:rPr>
              <w:t>This requirement does not apply to BS operating in band 7.</w:t>
            </w:r>
          </w:p>
        </w:tc>
      </w:tr>
      <w:tr w:rsidR="003401A4" w:rsidRPr="00EF2F0E" w14:paraId="0984F6B2" w14:textId="77777777" w:rsidTr="000A7FEB">
        <w:trPr>
          <w:cantSplit/>
          <w:trHeight w:val="113"/>
          <w:jc w:val="center"/>
        </w:trPr>
        <w:tc>
          <w:tcPr>
            <w:tcW w:w="1105" w:type="dxa"/>
            <w:vMerge/>
            <w:shd w:val="clear" w:color="auto" w:fill="auto"/>
          </w:tcPr>
          <w:p w14:paraId="0984F6AD" w14:textId="77777777" w:rsidR="00B15E99" w:rsidRPr="00EF2F0E" w:rsidRDefault="00B15E99" w:rsidP="00AB06FD">
            <w:pPr>
              <w:pStyle w:val="TAC"/>
              <w:rPr>
                <w:rFonts w:cs="Arial"/>
              </w:rPr>
            </w:pPr>
          </w:p>
        </w:tc>
        <w:tc>
          <w:tcPr>
            <w:tcW w:w="1559" w:type="dxa"/>
            <w:shd w:val="clear" w:color="auto" w:fill="auto"/>
            <w:vAlign w:val="center"/>
          </w:tcPr>
          <w:p w14:paraId="0984F6AE" w14:textId="77777777" w:rsidR="00B15E99" w:rsidRPr="00EF2F0E" w:rsidRDefault="00B15E99" w:rsidP="00AB06FD">
            <w:pPr>
              <w:pStyle w:val="TAC"/>
              <w:rPr>
                <w:rFonts w:cs="Arial"/>
              </w:rPr>
            </w:pPr>
            <w:r w:rsidRPr="00EF2F0E">
              <w:rPr>
                <w:rFonts w:cs="Arial"/>
              </w:rPr>
              <w:t>2500 - 2570 MHz</w:t>
            </w:r>
          </w:p>
        </w:tc>
        <w:tc>
          <w:tcPr>
            <w:tcW w:w="1190" w:type="dxa"/>
            <w:shd w:val="clear" w:color="auto" w:fill="auto"/>
            <w:vAlign w:val="center"/>
          </w:tcPr>
          <w:p w14:paraId="0984F6AF"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6B0"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B1" w14:textId="1C1D0777" w:rsidR="00B15E99" w:rsidRPr="00EF2F0E" w:rsidRDefault="00B15E99" w:rsidP="00AB06FD">
            <w:pPr>
              <w:pStyle w:val="TAL"/>
              <w:jc w:val="center"/>
              <w:rPr>
                <w:rFonts w:cs="Arial"/>
              </w:rPr>
            </w:pPr>
            <w:r w:rsidRPr="00EF2F0E">
              <w:rPr>
                <w:rFonts w:cs="Arial"/>
              </w:rPr>
              <w:t>This requirement does not apply to BS operating in band 7, since it is already covered by the requirement in subclause 9.7.6.4.2.</w:t>
            </w:r>
          </w:p>
        </w:tc>
      </w:tr>
      <w:tr w:rsidR="003401A4" w:rsidRPr="00EF2F0E" w14:paraId="0984F6B9" w14:textId="77777777" w:rsidTr="000A7FEB">
        <w:trPr>
          <w:cantSplit/>
          <w:trHeight w:val="113"/>
          <w:jc w:val="center"/>
        </w:trPr>
        <w:tc>
          <w:tcPr>
            <w:tcW w:w="1105" w:type="dxa"/>
            <w:vMerge w:val="restart"/>
            <w:shd w:val="clear" w:color="auto" w:fill="auto"/>
          </w:tcPr>
          <w:p w14:paraId="0984F6B3" w14:textId="77777777" w:rsidR="00B15E99" w:rsidRPr="00EF2F0E" w:rsidRDefault="00B15E99" w:rsidP="00AB06FD">
            <w:pPr>
              <w:pStyle w:val="TAC"/>
              <w:rPr>
                <w:rFonts w:cs="Arial"/>
              </w:rPr>
            </w:pPr>
            <w:r w:rsidRPr="00EF2F0E">
              <w:rPr>
                <w:rFonts w:cs="Arial"/>
              </w:rPr>
              <w:t xml:space="preserve">UTRA FDD Band VIII or </w:t>
            </w:r>
          </w:p>
          <w:p w14:paraId="0984F6B4" w14:textId="77777777" w:rsidR="00B15E99" w:rsidRPr="00EF2F0E" w:rsidRDefault="00B15E99" w:rsidP="00AB06FD">
            <w:pPr>
              <w:pStyle w:val="TAC"/>
              <w:rPr>
                <w:rFonts w:cs="Arial"/>
              </w:rPr>
            </w:pPr>
            <w:r w:rsidRPr="00EF2F0E">
              <w:rPr>
                <w:rFonts w:cs="Arial"/>
              </w:rPr>
              <w:t>E-UTRA Band 8</w:t>
            </w:r>
            <w:r w:rsidR="005E0A3F" w:rsidRPr="00EF2F0E">
              <w:rPr>
                <w:rFonts w:cs="Arial"/>
                <w:lang w:val="sv-SE"/>
              </w:rPr>
              <w:t xml:space="preserve"> or NR band n8</w:t>
            </w:r>
          </w:p>
        </w:tc>
        <w:tc>
          <w:tcPr>
            <w:tcW w:w="1559" w:type="dxa"/>
            <w:shd w:val="clear" w:color="auto" w:fill="auto"/>
            <w:vAlign w:val="center"/>
          </w:tcPr>
          <w:p w14:paraId="0984F6B5" w14:textId="77777777" w:rsidR="00B15E99" w:rsidRPr="00EF2F0E" w:rsidRDefault="00B15E99" w:rsidP="00AB06FD">
            <w:pPr>
              <w:pStyle w:val="TAC"/>
              <w:rPr>
                <w:rFonts w:cs="Arial"/>
              </w:rPr>
            </w:pPr>
            <w:r w:rsidRPr="00EF2F0E">
              <w:rPr>
                <w:rFonts w:cs="Arial"/>
              </w:rPr>
              <w:t>925 - 960 MHz</w:t>
            </w:r>
          </w:p>
        </w:tc>
        <w:tc>
          <w:tcPr>
            <w:tcW w:w="1190" w:type="dxa"/>
            <w:shd w:val="clear" w:color="auto" w:fill="auto"/>
            <w:vAlign w:val="center"/>
          </w:tcPr>
          <w:p w14:paraId="0984F6B6"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6B7"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B8" w14:textId="207B6EFA" w:rsidR="00B15E99" w:rsidRPr="00EF2F0E" w:rsidRDefault="00B15E99" w:rsidP="00AB06FD">
            <w:pPr>
              <w:pStyle w:val="TAC"/>
              <w:rPr>
                <w:rFonts w:cs="Arial"/>
              </w:rPr>
            </w:pPr>
            <w:r w:rsidRPr="00EF2F0E">
              <w:rPr>
                <w:rFonts w:cs="Arial"/>
              </w:rPr>
              <w:t>This requirement does not apply to BS operating in band 8.</w:t>
            </w:r>
          </w:p>
        </w:tc>
      </w:tr>
      <w:tr w:rsidR="003401A4" w:rsidRPr="00EF2F0E" w14:paraId="0984F6BF" w14:textId="77777777" w:rsidTr="000A7FEB">
        <w:trPr>
          <w:cantSplit/>
          <w:trHeight w:val="113"/>
          <w:jc w:val="center"/>
        </w:trPr>
        <w:tc>
          <w:tcPr>
            <w:tcW w:w="1105" w:type="dxa"/>
            <w:vMerge/>
            <w:shd w:val="clear" w:color="auto" w:fill="auto"/>
          </w:tcPr>
          <w:p w14:paraId="0984F6BA" w14:textId="77777777" w:rsidR="00B15E99" w:rsidRPr="00EF2F0E" w:rsidRDefault="00B15E99" w:rsidP="00AB06FD">
            <w:pPr>
              <w:pStyle w:val="TAC"/>
              <w:rPr>
                <w:rFonts w:cs="Arial"/>
              </w:rPr>
            </w:pPr>
          </w:p>
        </w:tc>
        <w:tc>
          <w:tcPr>
            <w:tcW w:w="1559" w:type="dxa"/>
            <w:shd w:val="clear" w:color="auto" w:fill="auto"/>
            <w:vAlign w:val="center"/>
          </w:tcPr>
          <w:p w14:paraId="0984F6BB" w14:textId="77777777" w:rsidR="00B15E99" w:rsidRPr="00EF2F0E" w:rsidRDefault="00B15E99" w:rsidP="00AB06FD">
            <w:pPr>
              <w:pStyle w:val="TAC"/>
              <w:rPr>
                <w:rFonts w:cs="Arial"/>
              </w:rPr>
            </w:pPr>
            <w:r w:rsidRPr="00EF2F0E">
              <w:rPr>
                <w:rFonts w:cs="Arial"/>
              </w:rPr>
              <w:t>880 - 915 MHz</w:t>
            </w:r>
          </w:p>
        </w:tc>
        <w:tc>
          <w:tcPr>
            <w:tcW w:w="1190" w:type="dxa"/>
            <w:shd w:val="clear" w:color="auto" w:fill="auto"/>
            <w:vAlign w:val="center"/>
          </w:tcPr>
          <w:p w14:paraId="0984F6BC"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6BD"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BE" w14:textId="55FCDBAB" w:rsidR="00B15E99" w:rsidRPr="00EF2F0E" w:rsidRDefault="00B15E99" w:rsidP="00AB06FD">
            <w:pPr>
              <w:pStyle w:val="TAC"/>
              <w:rPr>
                <w:rFonts w:cs="Arial"/>
              </w:rPr>
            </w:pPr>
            <w:r w:rsidRPr="00EF2F0E">
              <w:rPr>
                <w:rFonts w:cs="Arial"/>
              </w:rPr>
              <w:t>This requirement does not apply to BS operating in band 8,</w:t>
            </w:r>
            <w:r w:rsidRPr="00EF2F0E">
              <w:rPr>
                <w:rFonts w:cs="v5.0.0"/>
              </w:rPr>
              <w:t xml:space="preserve"> since it is already covered by the requirement in subclause 9.7.6.4.2.</w:t>
            </w:r>
          </w:p>
        </w:tc>
      </w:tr>
      <w:tr w:rsidR="003401A4" w:rsidRPr="00EF2F0E" w14:paraId="0984F6C6" w14:textId="77777777" w:rsidTr="000A7FEB">
        <w:trPr>
          <w:cantSplit/>
          <w:trHeight w:val="454"/>
          <w:jc w:val="center"/>
        </w:trPr>
        <w:tc>
          <w:tcPr>
            <w:tcW w:w="1105" w:type="dxa"/>
            <w:vMerge w:val="restart"/>
            <w:shd w:val="clear" w:color="auto" w:fill="auto"/>
          </w:tcPr>
          <w:p w14:paraId="0984F6C0" w14:textId="77777777" w:rsidR="00B15E99" w:rsidRPr="00EF2F0E" w:rsidRDefault="00B15E99" w:rsidP="00AB06FD">
            <w:pPr>
              <w:pStyle w:val="TAC"/>
              <w:rPr>
                <w:rFonts w:cs="Arial"/>
                <w:lang w:val="sv-FI"/>
              </w:rPr>
            </w:pPr>
            <w:r w:rsidRPr="00EF2F0E">
              <w:rPr>
                <w:rFonts w:cs="Arial"/>
                <w:lang w:val="sv-FI"/>
              </w:rPr>
              <w:t xml:space="preserve">UTRA FDD Band IX or </w:t>
            </w:r>
          </w:p>
          <w:p w14:paraId="0984F6C1" w14:textId="77777777" w:rsidR="00B15E99" w:rsidRPr="00EF2F0E" w:rsidRDefault="00B15E99" w:rsidP="00AB06FD">
            <w:pPr>
              <w:pStyle w:val="TAC"/>
              <w:rPr>
                <w:rFonts w:cs="Arial"/>
                <w:lang w:val="sv-FI"/>
              </w:rPr>
            </w:pPr>
            <w:r w:rsidRPr="00EF2F0E">
              <w:rPr>
                <w:rFonts w:cs="Arial"/>
                <w:lang w:val="sv-FI"/>
              </w:rPr>
              <w:t>E-UTRA Band 9</w:t>
            </w:r>
          </w:p>
        </w:tc>
        <w:tc>
          <w:tcPr>
            <w:tcW w:w="1559" w:type="dxa"/>
            <w:shd w:val="clear" w:color="auto" w:fill="auto"/>
            <w:vAlign w:val="center"/>
          </w:tcPr>
          <w:p w14:paraId="0984F6C2" w14:textId="77777777" w:rsidR="00B15E99" w:rsidRPr="00EF2F0E" w:rsidRDefault="00B15E99" w:rsidP="00AB06FD">
            <w:pPr>
              <w:pStyle w:val="TAC"/>
              <w:rPr>
                <w:rFonts w:cs="Arial"/>
                <w:lang w:eastAsia="zh-CN"/>
              </w:rPr>
            </w:pPr>
            <w:r w:rsidRPr="00EF2F0E">
              <w:rPr>
                <w:rFonts w:cs="Arial"/>
              </w:rPr>
              <w:t>1844.9 - 1879.9 MHz</w:t>
            </w:r>
          </w:p>
        </w:tc>
        <w:tc>
          <w:tcPr>
            <w:tcW w:w="1190" w:type="dxa"/>
            <w:shd w:val="clear" w:color="auto" w:fill="auto"/>
            <w:vAlign w:val="center"/>
          </w:tcPr>
          <w:p w14:paraId="0984F6C3"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6C4"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C5" w14:textId="42553C9E" w:rsidR="00B15E99" w:rsidRPr="00EF2F0E" w:rsidRDefault="00B15E99" w:rsidP="00AB06FD">
            <w:pPr>
              <w:pStyle w:val="TAC"/>
              <w:rPr>
                <w:rFonts w:cs="Arial"/>
              </w:rPr>
            </w:pPr>
            <w:r w:rsidRPr="00EF2F0E">
              <w:rPr>
                <w:rFonts w:cs="Arial"/>
              </w:rPr>
              <w:t>This requirement does not apply to BS operating in band 3 or 9.</w:t>
            </w:r>
          </w:p>
        </w:tc>
      </w:tr>
      <w:tr w:rsidR="003401A4" w:rsidRPr="00EF2F0E" w14:paraId="0984F6CC" w14:textId="77777777" w:rsidTr="000A7FEB">
        <w:trPr>
          <w:cantSplit/>
          <w:trHeight w:val="113"/>
          <w:jc w:val="center"/>
        </w:trPr>
        <w:tc>
          <w:tcPr>
            <w:tcW w:w="1105" w:type="dxa"/>
            <w:vMerge/>
            <w:shd w:val="clear" w:color="auto" w:fill="auto"/>
          </w:tcPr>
          <w:p w14:paraId="0984F6C7" w14:textId="77777777" w:rsidR="00B15E99" w:rsidRPr="00EF2F0E" w:rsidRDefault="00B15E99" w:rsidP="00AB06FD">
            <w:pPr>
              <w:pStyle w:val="TAC"/>
              <w:rPr>
                <w:rFonts w:cs="Arial"/>
              </w:rPr>
            </w:pPr>
          </w:p>
        </w:tc>
        <w:tc>
          <w:tcPr>
            <w:tcW w:w="1559" w:type="dxa"/>
            <w:shd w:val="clear" w:color="auto" w:fill="auto"/>
            <w:vAlign w:val="center"/>
          </w:tcPr>
          <w:p w14:paraId="0984F6C8" w14:textId="77777777" w:rsidR="00B15E99" w:rsidRPr="00EF2F0E" w:rsidRDefault="00B15E99" w:rsidP="00AB06FD">
            <w:pPr>
              <w:pStyle w:val="TAC"/>
              <w:rPr>
                <w:rFonts w:cs="Arial"/>
              </w:rPr>
            </w:pPr>
            <w:r w:rsidRPr="00EF2F0E">
              <w:rPr>
                <w:rFonts w:cs="Arial"/>
              </w:rPr>
              <w:t>1749.9 - 1784.9 MHz</w:t>
            </w:r>
          </w:p>
        </w:tc>
        <w:tc>
          <w:tcPr>
            <w:tcW w:w="1190" w:type="dxa"/>
            <w:shd w:val="clear" w:color="auto" w:fill="auto"/>
            <w:vAlign w:val="center"/>
          </w:tcPr>
          <w:p w14:paraId="0984F6C9"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6CA"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CB" w14:textId="6CF14CEF" w:rsidR="00B15E99" w:rsidRPr="00EF2F0E" w:rsidRDefault="00B15E99" w:rsidP="00AB06FD">
            <w:pPr>
              <w:pStyle w:val="TAC"/>
              <w:rPr>
                <w:rFonts w:cs="Arial"/>
              </w:rPr>
            </w:pPr>
            <w:r w:rsidRPr="00EF2F0E">
              <w:rPr>
                <w:rFonts w:cs="Arial"/>
              </w:rPr>
              <w:t>This requirement does not apply to BS operating in band 3 or 9,</w:t>
            </w:r>
            <w:r w:rsidRPr="00EF2F0E">
              <w:rPr>
                <w:rFonts w:cs="v5.0.0"/>
              </w:rPr>
              <w:t xml:space="preserve"> since it is already covered by the requirement in subclause 9.7.6.4.2.</w:t>
            </w:r>
          </w:p>
        </w:tc>
      </w:tr>
      <w:tr w:rsidR="003401A4" w:rsidRPr="00EF2F0E" w14:paraId="0984F6D3" w14:textId="77777777" w:rsidTr="000A7FEB">
        <w:trPr>
          <w:cantSplit/>
          <w:trHeight w:val="113"/>
          <w:jc w:val="center"/>
        </w:trPr>
        <w:tc>
          <w:tcPr>
            <w:tcW w:w="1105" w:type="dxa"/>
            <w:vMerge w:val="restart"/>
            <w:shd w:val="clear" w:color="auto" w:fill="auto"/>
          </w:tcPr>
          <w:p w14:paraId="0984F6CD" w14:textId="77777777" w:rsidR="00B15E99" w:rsidRPr="00EF2F0E" w:rsidRDefault="00B15E99" w:rsidP="00AB06FD">
            <w:pPr>
              <w:pStyle w:val="TAC"/>
              <w:rPr>
                <w:rFonts w:cs="Arial"/>
                <w:lang w:val="sv-FI"/>
              </w:rPr>
            </w:pPr>
            <w:r w:rsidRPr="00EF2F0E">
              <w:rPr>
                <w:rFonts w:cs="Arial"/>
                <w:lang w:val="sv-FI"/>
              </w:rPr>
              <w:t xml:space="preserve">UTRA FDD Band X or </w:t>
            </w:r>
          </w:p>
          <w:p w14:paraId="0984F6CE" w14:textId="77777777" w:rsidR="00B15E99" w:rsidRPr="00EF2F0E" w:rsidRDefault="00B15E99" w:rsidP="00AB06FD">
            <w:pPr>
              <w:pStyle w:val="TAC"/>
              <w:rPr>
                <w:rFonts w:cs="Arial"/>
                <w:lang w:val="sv-FI"/>
              </w:rPr>
            </w:pPr>
            <w:r w:rsidRPr="00EF2F0E">
              <w:rPr>
                <w:rFonts w:cs="Arial"/>
                <w:lang w:val="sv-FI"/>
              </w:rPr>
              <w:t>E-UTRA Band 10</w:t>
            </w:r>
          </w:p>
        </w:tc>
        <w:tc>
          <w:tcPr>
            <w:tcW w:w="1559" w:type="dxa"/>
            <w:shd w:val="clear" w:color="auto" w:fill="auto"/>
            <w:vAlign w:val="center"/>
          </w:tcPr>
          <w:p w14:paraId="0984F6CF" w14:textId="77777777" w:rsidR="00B15E99" w:rsidRPr="00EF2F0E" w:rsidRDefault="00B15E99" w:rsidP="00AB06FD">
            <w:pPr>
              <w:pStyle w:val="TAC"/>
              <w:rPr>
                <w:rFonts w:cs="Arial"/>
              </w:rPr>
            </w:pPr>
            <w:r w:rsidRPr="00EF2F0E">
              <w:rPr>
                <w:rFonts w:cs="Arial"/>
              </w:rPr>
              <w:t>2110 - 2170 MHz</w:t>
            </w:r>
          </w:p>
        </w:tc>
        <w:tc>
          <w:tcPr>
            <w:tcW w:w="1190" w:type="dxa"/>
            <w:shd w:val="clear" w:color="auto" w:fill="auto"/>
            <w:vAlign w:val="center"/>
          </w:tcPr>
          <w:p w14:paraId="0984F6D0"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6D1"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D2" w14:textId="624D1CFC" w:rsidR="00B15E99" w:rsidRPr="00EF2F0E" w:rsidRDefault="00B15E99" w:rsidP="00AB06FD">
            <w:pPr>
              <w:pStyle w:val="TAC"/>
              <w:rPr>
                <w:rFonts w:cs="Arial"/>
              </w:rPr>
            </w:pPr>
            <w:r w:rsidRPr="00EF2F0E">
              <w:rPr>
                <w:rFonts w:cs="Arial"/>
              </w:rPr>
              <w:t>This requirement does not apply to BS operating in band 4, 10 or 66</w:t>
            </w:r>
          </w:p>
        </w:tc>
      </w:tr>
      <w:tr w:rsidR="003401A4" w:rsidRPr="00EF2F0E" w14:paraId="0984F6D9" w14:textId="77777777" w:rsidTr="000A7FEB">
        <w:trPr>
          <w:cantSplit/>
          <w:trHeight w:val="113"/>
          <w:jc w:val="center"/>
        </w:trPr>
        <w:tc>
          <w:tcPr>
            <w:tcW w:w="1105" w:type="dxa"/>
            <w:vMerge/>
            <w:tcBorders>
              <w:bottom w:val="single" w:sz="4" w:space="0" w:color="auto"/>
            </w:tcBorders>
            <w:shd w:val="clear" w:color="auto" w:fill="auto"/>
          </w:tcPr>
          <w:p w14:paraId="0984F6D4" w14:textId="77777777" w:rsidR="00B15E99" w:rsidRPr="00EF2F0E" w:rsidRDefault="00B15E99" w:rsidP="00AB06FD">
            <w:pPr>
              <w:pStyle w:val="TAC"/>
              <w:rPr>
                <w:rFonts w:cs="Arial"/>
              </w:rPr>
            </w:pPr>
          </w:p>
        </w:tc>
        <w:tc>
          <w:tcPr>
            <w:tcW w:w="1559" w:type="dxa"/>
            <w:shd w:val="clear" w:color="auto" w:fill="auto"/>
            <w:vAlign w:val="center"/>
          </w:tcPr>
          <w:p w14:paraId="0984F6D5" w14:textId="77777777" w:rsidR="00B15E99" w:rsidRPr="00EF2F0E" w:rsidRDefault="00B15E99" w:rsidP="00AB06FD">
            <w:pPr>
              <w:pStyle w:val="TAC"/>
              <w:rPr>
                <w:rFonts w:cs="Arial"/>
              </w:rPr>
            </w:pPr>
            <w:r w:rsidRPr="00EF2F0E">
              <w:rPr>
                <w:rFonts w:cs="Arial"/>
              </w:rPr>
              <w:t>1710 - 1770 MHz</w:t>
            </w:r>
          </w:p>
        </w:tc>
        <w:tc>
          <w:tcPr>
            <w:tcW w:w="1190" w:type="dxa"/>
            <w:shd w:val="clear" w:color="auto" w:fill="auto"/>
            <w:vAlign w:val="center"/>
          </w:tcPr>
          <w:p w14:paraId="0984F6D6"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6D7"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D8" w14:textId="2CBA78A3" w:rsidR="00B15E99" w:rsidRPr="00EF2F0E" w:rsidRDefault="00B15E99" w:rsidP="00AB06FD">
            <w:pPr>
              <w:pStyle w:val="TAC"/>
              <w:rPr>
                <w:rFonts w:cs="Arial"/>
              </w:rPr>
            </w:pPr>
            <w:r w:rsidRPr="00EF2F0E">
              <w:rPr>
                <w:rFonts w:cs="Arial"/>
              </w:rPr>
              <w:t xml:space="preserve">This requirement does not apply to BS operating in band 10 or 66, </w:t>
            </w:r>
            <w:r w:rsidRPr="00EF2F0E">
              <w:rPr>
                <w:rFonts w:cs="v5.0.0"/>
              </w:rPr>
              <w:t>since it is already covered by the requirement in subclause 9.7.6.4.2.</w:t>
            </w:r>
            <w:r w:rsidRPr="00EF2F0E">
              <w:rPr>
                <w:rFonts w:cs="Arial"/>
              </w:rPr>
              <w:t xml:space="preserve"> For BS operating in Band 4, it applies for 1755 MHz to 1770 MHz, while the rest is covered in subclause 9.7.6.4.2.</w:t>
            </w:r>
          </w:p>
        </w:tc>
      </w:tr>
      <w:tr w:rsidR="00F53569" w:rsidRPr="00EF2F0E" w14:paraId="0984F6E0" w14:textId="77777777" w:rsidTr="000A7FEB">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0984F6DA" w14:textId="77777777" w:rsidR="00F53569" w:rsidRPr="00EF2F0E" w:rsidRDefault="00F53569" w:rsidP="00F53569">
            <w:pPr>
              <w:pStyle w:val="TAC"/>
              <w:rPr>
                <w:rFonts w:cs="Arial"/>
              </w:rPr>
            </w:pPr>
            <w:r w:rsidRPr="00EF2F0E">
              <w:rPr>
                <w:rFonts w:cs="Arial"/>
              </w:rPr>
              <w:t xml:space="preserve">UTRA FDD Band XI or XXI or </w:t>
            </w:r>
          </w:p>
          <w:p w14:paraId="0984F6DB" w14:textId="77777777" w:rsidR="00F53569" w:rsidRPr="00EF2F0E" w:rsidRDefault="00F53569" w:rsidP="00F53569">
            <w:pPr>
              <w:pStyle w:val="TAC"/>
              <w:rPr>
                <w:rFonts w:cs="Arial"/>
              </w:rPr>
            </w:pPr>
            <w:r w:rsidRPr="00EF2F0E">
              <w:rPr>
                <w:rFonts w:cs="Arial"/>
              </w:rPr>
              <w:t>E-UTRA Band 11 or 21</w:t>
            </w:r>
          </w:p>
        </w:tc>
        <w:tc>
          <w:tcPr>
            <w:tcW w:w="1559" w:type="dxa"/>
            <w:tcBorders>
              <w:left w:val="single" w:sz="4" w:space="0" w:color="auto"/>
            </w:tcBorders>
            <w:shd w:val="clear" w:color="auto" w:fill="auto"/>
            <w:vAlign w:val="center"/>
          </w:tcPr>
          <w:p w14:paraId="0984F6DC" w14:textId="77777777" w:rsidR="00F53569" w:rsidRPr="00EF2F0E" w:rsidRDefault="00F53569" w:rsidP="00F53569">
            <w:pPr>
              <w:pStyle w:val="TAC"/>
              <w:rPr>
                <w:rFonts w:cs="Arial"/>
              </w:rPr>
            </w:pPr>
            <w:r w:rsidRPr="00EF2F0E">
              <w:rPr>
                <w:rFonts w:cs="Arial"/>
              </w:rPr>
              <w:t>1475.9 - 1510.9 MHz</w:t>
            </w:r>
          </w:p>
        </w:tc>
        <w:tc>
          <w:tcPr>
            <w:tcW w:w="1190" w:type="dxa"/>
            <w:shd w:val="clear" w:color="auto" w:fill="auto"/>
            <w:vAlign w:val="center"/>
          </w:tcPr>
          <w:p w14:paraId="0984F6DD" w14:textId="77777777" w:rsidR="00F53569" w:rsidRPr="00EF2F0E" w:rsidRDefault="00F53569" w:rsidP="00F53569">
            <w:pPr>
              <w:pStyle w:val="TAC"/>
              <w:rPr>
                <w:rFonts w:cs="v5.0.0"/>
              </w:rPr>
            </w:pPr>
            <w:r w:rsidRPr="00EF2F0E">
              <w:rPr>
                <w:rFonts w:cs="v5.0.0"/>
              </w:rPr>
              <w:t>-43 dBm</w:t>
            </w:r>
          </w:p>
        </w:tc>
        <w:tc>
          <w:tcPr>
            <w:tcW w:w="1701" w:type="dxa"/>
            <w:shd w:val="clear" w:color="auto" w:fill="auto"/>
            <w:vAlign w:val="center"/>
          </w:tcPr>
          <w:p w14:paraId="0984F6DE" w14:textId="77777777" w:rsidR="00F53569" w:rsidRPr="00EF2F0E" w:rsidRDefault="00F53569" w:rsidP="00F53569">
            <w:pPr>
              <w:pStyle w:val="TAC"/>
              <w:rPr>
                <w:rFonts w:cs="Arial"/>
              </w:rPr>
            </w:pPr>
            <w:r w:rsidRPr="00EF2F0E">
              <w:rPr>
                <w:rFonts w:cs="Arial"/>
              </w:rPr>
              <w:t>1 MHz</w:t>
            </w:r>
          </w:p>
        </w:tc>
        <w:tc>
          <w:tcPr>
            <w:tcW w:w="4138" w:type="dxa"/>
            <w:shd w:val="clear" w:color="auto" w:fill="auto"/>
            <w:vAlign w:val="center"/>
          </w:tcPr>
          <w:p w14:paraId="0984F6DF" w14:textId="152ECB10" w:rsidR="00F53569" w:rsidRPr="00EF2F0E" w:rsidRDefault="00F53569" w:rsidP="00F53569">
            <w:pPr>
              <w:pStyle w:val="TAC"/>
              <w:rPr>
                <w:rFonts w:cs="Arial"/>
              </w:rPr>
            </w:pPr>
            <w:r w:rsidRPr="00EF2F0E">
              <w:rPr>
                <w:rFonts w:cs="Arial"/>
              </w:rPr>
              <w:t>This requirement does not apply to BS operating in band 11, 21, 32, 50, 74, 75</w:t>
            </w:r>
          </w:p>
        </w:tc>
      </w:tr>
      <w:tr w:rsidR="00F53569" w:rsidRPr="00EF2F0E" w14:paraId="0984F6E6" w14:textId="77777777" w:rsidTr="000A7FEB">
        <w:trPr>
          <w:cantSplit/>
          <w:trHeight w:val="313"/>
          <w:jc w:val="center"/>
        </w:trPr>
        <w:tc>
          <w:tcPr>
            <w:tcW w:w="1105" w:type="dxa"/>
            <w:vMerge/>
            <w:tcBorders>
              <w:left w:val="single" w:sz="4" w:space="0" w:color="auto"/>
              <w:right w:val="single" w:sz="4" w:space="0" w:color="auto"/>
            </w:tcBorders>
            <w:shd w:val="clear" w:color="auto" w:fill="auto"/>
          </w:tcPr>
          <w:p w14:paraId="0984F6E1" w14:textId="77777777" w:rsidR="00F53569" w:rsidRPr="00EF2F0E" w:rsidRDefault="00F53569" w:rsidP="00F53569">
            <w:pPr>
              <w:pStyle w:val="TAC"/>
              <w:rPr>
                <w:rFonts w:cs="Arial"/>
              </w:rPr>
            </w:pPr>
          </w:p>
        </w:tc>
        <w:tc>
          <w:tcPr>
            <w:tcW w:w="1559" w:type="dxa"/>
            <w:tcBorders>
              <w:left w:val="single" w:sz="4" w:space="0" w:color="auto"/>
            </w:tcBorders>
            <w:shd w:val="clear" w:color="auto" w:fill="auto"/>
            <w:vAlign w:val="center"/>
          </w:tcPr>
          <w:p w14:paraId="0984F6E2" w14:textId="77777777" w:rsidR="00F53569" w:rsidRPr="00EF2F0E" w:rsidRDefault="00F53569" w:rsidP="00F53569">
            <w:pPr>
              <w:pStyle w:val="TAC"/>
              <w:rPr>
                <w:rFonts w:cs="Arial"/>
              </w:rPr>
            </w:pPr>
            <w:r w:rsidRPr="00EF2F0E">
              <w:rPr>
                <w:rFonts w:cs="Arial"/>
              </w:rPr>
              <w:t>1427.9 - 1447.9 MHz</w:t>
            </w:r>
          </w:p>
        </w:tc>
        <w:tc>
          <w:tcPr>
            <w:tcW w:w="1190" w:type="dxa"/>
            <w:shd w:val="clear" w:color="auto" w:fill="auto"/>
            <w:vAlign w:val="center"/>
          </w:tcPr>
          <w:p w14:paraId="0984F6E3" w14:textId="77777777" w:rsidR="00F53569" w:rsidRPr="00EF2F0E" w:rsidRDefault="00F53569" w:rsidP="00F53569">
            <w:pPr>
              <w:pStyle w:val="TAC"/>
              <w:rPr>
                <w:rFonts w:cs="v5.0.0"/>
              </w:rPr>
            </w:pPr>
            <w:r w:rsidRPr="00EF2F0E">
              <w:rPr>
                <w:rFonts w:cs="v5.0.0"/>
              </w:rPr>
              <w:t>-40 dBm</w:t>
            </w:r>
          </w:p>
        </w:tc>
        <w:tc>
          <w:tcPr>
            <w:tcW w:w="1701" w:type="dxa"/>
            <w:shd w:val="clear" w:color="auto" w:fill="auto"/>
            <w:vAlign w:val="center"/>
          </w:tcPr>
          <w:p w14:paraId="0984F6E4" w14:textId="77777777" w:rsidR="00F53569" w:rsidRPr="00EF2F0E" w:rsidRDefault="00F53569" w:rsidP="00F53569">
            <w:pPr>
              <w:pStyle w:val="TAC"/>
              <w:rPr>
                <w:rFonts w:cs="Arial"/>
              </w:rPr>
            </w:pPr>
            <w:r w:rsidRPr="00EF2F0E">
              <w:rPr>
                <w:rFonts w:cs="Arial"/>
              </w:rPr>
              <w:t>1 MHz</w:t>
            </w:r>
          </w:p>
        </w:tc>
        <w:tc>
          <w:tcPr>
            <w:tcW w:w="4138" w:type="dxa"/>
            <w:shd w:val="clear" w:color="auto" w:fill="auto"/>
            <w:vAlign w:val="center"/>
          </w:tcPr>
          <w:p w14:paraId="0984F6E5" w14:textId="77777777" w:rsidR="00F53569" w:rsidRPr="00EF2F0E" w:rsidRDefault="00F53569" w:rsidP="00F53569">
            <w:pPr>
              <w:pStyle w:val="TAC"/>
              <w:rPr>
                <w:rFonts w:cs="Arial"/>
              </w:rPr>
            </w:pPr>
            <w:r w:rsidRPr="00EF2F0E">
              <w:rPr>
                <w:rFonts w:cs="Arial"/>
              </w:rPr>
              <w:t xml:space="preserve">This requirement does not apply to BS operating in band 11 or 74, </w:t>
            </w:r>
            <w:r w:rsidRPr="00EF2F0E">
              <w:rPr>
                <w:rFonts w:cs="v5.0.0"/>
              </w:rPr>
              <w:t xml:space="preserve">since it is already covered by the requirement in subclause 9.7.6.4.2. </w:t>
            </w:r>
            <w:r w:rsidRPr="00EF2F0E">
              <w:rPr>
                <w:rFonts w:cs="Arial"/>
              </w:rPr>
              <w:t>This requirement does not apply to</w:t>
            </w:r>
            <w:r w:rsidRPr="00EF2F0E">
              <w:rPr>
                <w:rFonts w:cs="v5.0.0"/>
              </w:rPr>
              <w:t xml:space="preserve"> </w:t>
            </w:r>
            <w:r w:rsidRPr="00EF2F0E">
              <w:rPr>
                <w:rFonts w:cs="Arial"/>
              </w:rPr>
              <w:t>BS operating in band 32, 50, 51, 75 or 76.</w:t>
            </w:r>
          </w:p>
        </w:tc>
      </w:tr>
      <w:tr w:rsidR="00F53569" w:rsidRPr="00EF2F0E" w14:paraId="0984F6EC" w14:textId="77777777" w:rsidTr="000A7FEB">
        <w:trPr>
          <w:cantSplit/>
          <w:trHeight w:val="312"/>
          <w:jc w:val="center"/>
        </w:trPr>
        <w:tc>
          <w:tcPr>
            <w:tcW w:w="1105" w:type="dxa"/>
            <w:vMerge/>
            <w:tcBorders>
              <w:left w:val="single" w:sz="4" w:space="0" w:color="auto"/>
              <w:bottom w:val="single" w:sz="4" w:space="0" w:color="auto"/>
              <w:right w:val="single" w:sz="4" w:space="0" w:color="auto"/>
            </w:tcBorders>
            <w:shd w:val="clear" w:color="auto" w:fill="auto"/>
          </w:tcPr>
          <w:p w14:paraId="0984F6E7" w14:textId="77777777" w:rsidR="00F53569" w:rsidRPr="00EF2F0E" w:rsidRDefault="00F53569" w:rsidP="00F53569">
            <w:pPr>
              <w:pStyle w:val="TAC"/>
              <w:rPr>
                <w:rFonts w:cs="Arial"/>
              </w:rPr>
            </w:pPr>
          </w:p>
        </w:tc>
        <w:tc>
          <w:tcPr>
            <w:tcW w:w="1559" w:type="dxa"/>
            <w:tcBorders>
              <w:left w:val="single" w:sz="4" w:space="0" w:color="auto"/>
            </w:tcBorders>
            <w:shd w:val="clear" w:color="auto" w:fill="auto"/>
            <w:vAlign w:val="center"/>
          </w:tcPr>
          <w:p w14:paraId="0984F6E8" w14:textId="77777777" w:rsidR="00F53569" w:rsidRPr="00EF2F0E" w:rsidRDefault="00F53569" w:rsidP="00F53569">
            <w:pPr>
              <w:pStyle w:val="TAC"/>
              <w:rPr>
                <w:rFonts w:cs="Arial"/>
              </w:rPr>
            </w:pPr>
            <w:r w:rsidRPr="00EF2F0E">
              <w:rPr>
                <w:rFonts w:cs="Arial"/>
              </w:rPr>
              <w:t>1447.9 – 1462.9 MHz</w:t>
            </w:r>
          </w:p>
        </w:tc>
        <w:tc>
          <w:tcPr>
            <w:tcW w:w="1190" w:type="dxa"/>
            <w:shd w:val="clear" w:color="auto" w:fill="auto"/>
            <w:vAlign w:val="center"/>
          </w:tcPr>
          <w:p w14:paraId="0984F6E9" w14:textId="77777777" w:rsidR="00F53569" w:rsidRPr="00EF2F0E" w:rsidRDefault="00F53569" w:rsidP="00F53569">
            <w:pPr>
              <w:pStyle w:val="TAC"/>
              <w:rPr>
                <w:rFonts w:cs="v5.0.0"/>
              </w:rPr>
            </w:pPr>
            <w:r w:rsidRPr="00EF2F0E">
              <w:rPr>
                <w:rFonts w:cs="v5.0.0"/>
              </w:rPr>
              <w:t>-40 dBm</w:t>
            </w:r>
          </w:p>
        </w:tc>
        <w:tc>
          <w:tcPr>
            <w:tcW w:w="1701" w:type="dxa"/>
            <w:shd w:val="clear" w:color="auto" w:fill="auto"/>
            <w:vAlign w:val="center"/>
          </w:tcPr>
          <w:p w14:paraId="0984F6EA" w14:textId="77777777" w:rsidR="00F53569" w:rsidRPr="00EF2F0E" w:rsidRDefault="00F53569" w:rsidP="00F53569">
            <w:pPr>
              <w:pStyle w:val="TAC"/>
              <w:rPr>
                <w:rFonts w:cs="Arial"/>
              </w:rPr>
            </w:pPr>
            <w:r w:rsidRPr="00EF2F0E">
              <w:rPr>
                <w:rFonts w:cs="Arial"/>
              </w:rPr>
              <w:t>1 MHz</w:t>
            </w:r>
          </w:p>
        </w:tc>
        <w:tc>
          <w:tcPr>
            <w:tcW w:w="4138" w:type="dxa"/>
            <w:shd w:val="clear" w:color="auto" w:fill="auto"/>
            <w:vAlign w:val="center"/>
          </w:tcPr>
          <w:p w14:paraId="0984F6EB" w14:textId="77777777" w:rsidR="00F53569" w:rsidRPr="00EF2F0E" w:rsidRDefault="00F53569" w:rsidP="00F53569">
            <w:pPr>
              <w:pStyle w:val="TAC"/>
              <w:rPr>
                <w:rFonts w:cs="Arial"/>
              </w:rPr>
            </w:pPr>
            <w:r w:rsidRPr="00EF2F0E">
              <w:rPr>
                <w:rFonts w:cs="Arial"/>
              </w:rPr>
              <w:t xml:space="preserve">This requirement does not apply to BS operating in band 21 or 74, </w:t>
            </w:r>
            <w:r w:rsidRPr="00EF2F0E">
              <w:rPr>
                <w:rFonts w:cs="v5.0.0"/>
              </w:rPr>
              <w:t xml:space="preserve">since it is already covered by the requirement in subclause 9.7.6.4.2. </w:t>
            </w:r>
            <w:r w:rsidRPr="00EF2F0E">
              <w:rPr>
                <w:rFonts w:cs="Arial"/>
              </w:rPr>
              <w:t>This requirement does not apply to</w:t>
            </w:r>
            <w:r w:rsidRPr="00EF2F0E">
              <w:rPr>
                <w:rFonts w:cs="v5.0.0"/>
              </w:rPr>
              <w:t xml:space="preserve"> </w:t>
            </w:r>
            <w:r w:rsidRPr="00EF2F0E">
              <w:rPr>
                <w:rFonts w:cs="Arial"/>
              </w:rPr>
              <w:t>BS operating in band 32, 50 or 75</w:t>
            </w:r>
            <w:r w:rsidRPr="00EF2F0E">
              <w:rPr>
                <w:rFonts w:cs="v5.0.0"/>
                <w:lang w:eastAsia="ja-JP"/>
              </w:rPr>
              <w:t>.</w:t>
            </w:r>
          </w:p>
        </w:tc>
      </w:tr>
      <w:tr w:rsidR="003401A4" w:rsidRPr="00EF2F0E" w14:paraId="0984F6F3" w14:textId="77777777" w:rsidTr="000A7FEB">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0984F6ED" w14:textId="77777777" w:rsidR="00B15E99" w:rsidRPr="00EF2F0E" w:rsidRDefault="00B15E99" w:rsidP="00AB06FD">
            <w:pPr>
              <w:pStyle w:val="TAC"/>
              <w:rPr>
                <w:rFonts w:cs="Arial"/>
              </w:rPr>
            </w:pPr>
            <w:r w:rsidRPr="00EF2F0E">
              <w:rPr>
                <w:rFonts w:cs="Arial"/>
              </w:rPr>
              <w:t xml:space="preserve">UTRA FDD Band XII or </w:t>
            </w:r>
          </w:p>
          <w:p w14:paraId="0984F6EE" w14:textId="77777777" w:rsidR="00B15E99" w:rsidRPr="00EF2F0E" w:rsidRDefault="00B15E99" w:rsidP="00AB06FD">
            <w:pPr>
              <w:pStyle w:val="TAC"/>
              <w:rPr>
                <w:rFonts w:cs="Arial"/>
              </w:rPr>
            </w:pPr>
            <w:r w:rsidRPr="00EF2F0E">
              <w:rPr>
                <w:rFonts w:cs="Arial"/>
              </w:rPr>
              <w:t>E-UTRA Band 12</w:t>
            </w:r>
            <w:r w:rsidR="005E0A3F" w:rsidRPr="00EF2F0E">
              <w:rPr>
                <w:rFonts w:cs="Arial"/>
                <w:lang w:val="sv-SE"/>
              </w:rPr>
              <w:t xml:space="preserve"> or NR band n12</w:t>
            </w:r>
          </w:p>
        </w:tc>
        <w:tc>
          <w:tcPr>
            <w:tcW w:w="1559" w:type="dxa"/>
            <w:tcBorders>
              <w:left w:val="single" w:sz="4" w:space="0" w:color="auto"/>
            </w:tcBorders>
            <w:shd w:val="clear" w:color="auto" w:fill="auto"/>
            <w:vAlign w:val="center"/>
          </w:tcPr>
          <w:p w14:paraId="0984F6EF" w14:textId="77777777" w:rsidR="00B15E99" w:rsidRPr="00EF2F0E" w:rsidRDefault="00B15E99" w:rsidP="00AB06FD">
            <w:pPr>
              <w:pStyle w:val="TAC"/>
              <w:rPr>
                <w:rFonts w:cs="Arial"/>
              </w:rPr>
            </w:pPr>
            <w:r w:rsidRPr="00EF2F0E">
              <w:rPr>
                <w:rFonts w:cs="Arial"/>
              </w:rPr>
              <w:t>729 - 746 MHz</w:t>
            </w:r>
          </w:p>
        </w:tc>
        <w:tc>
          <w:tcPr>
            <w:tcW w:w="1190" w:type="dxa"/>
            <w:shd w:val="clear" w:color="auto" w:fill="auto"/>
            <w:vAlign w:val="center"/>
          </w:tcPr>
          <w:p w14:paraId="0984F6F0"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6F1"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F2" w14:textId="5AAABF79" w:rsidR="00B15E99" w:rsidRPr="00EF2F0E" w:rsidRDefault="00B15E99" w:rsidP="00AB06FD">
            <w:pPr>
              <w:pStyle w:val="TAC"/>
              <w:rPr>
                <w:rFonts w:cs="Arial"/>
              </w:rPr>
            </w:pPr>
            <w:r w:rsidRPr="00EF2F0E">
              <w:rPr>
                <w:rFonts w:cs="Arial"/>
              </w:rPr>
              <w:t>This requirement does not apply to BS operating in band 12</w:t>
            </w:r>
            <w:r w:rsidR="00702AAA" w:rsidRPr="00EF2F0E">
              <w:rPr>
                <w:rFonts w:cs="Arial"/>
              </w:rPr>
              <w:t xml:space="preserve"> or 85</w:t>
            </w:r>
            <w:r w:rsidRPr="00EF2F0E">
              <w:rPr>
                <w:rFonts w:cs="Arial"/>
              </w:rPr>
              <w:t>.</w:t>
            </w:r>
          </w:p>
        </w:tc>
      </w:tr>
      <w:tr w:rsidR="003401A4" w:rsidRPr="00EF2F0E" w14:paraId="0984F6F9" w14:textId="77777777" w:rsidTr="000A7FEB">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984F6F4" w14:textId="77777777" w:rsidR="00B15E99" w:rsidRPr="00EF2F0E" w:rsidRDefault="00B15E99" w:rsidP="00AB06FD">
            <w:pPr>
              <w:pStyle w:val="TAC"/>
              <w:rPr>
                <w:rFonts w:cs="Arial"/>
              </w:rPr>
            </w:pPr>
          </w:p>
        </w:tc>
        <w:tc>
          <w:tcPr>
            <w:tcW w:w="1559" w:type="dxa"/>
            <w:tcBorders>
              <w:left w:val="single" w:sz="4" w:space="0" w:color="auto"/>
            </w:tcBorders>
            <w:shd w:val="clear" w:color="auto" w:fill="auto"/>
            <w:vAlign w:val="center"/>
          </w:tcPr>
          <w:p w14:paraId="0984F6F5" w14:textId="77777777" w:rsidR="00B15E99" w:rsidRPr="00EF2F0E" w:rsidRDefault="00B15E99" w:rsidP="00AB06FD">
            <w:pPr>
              <w:pStyle w:val="TAC"/>
              <w:rPr>
                <w:rFonts w:cs="Arial"/>
              </w:rPr>
            </w:pPr>
            <w:r w:rsidRPr="00EF2F0E">
              <w:rPr>
                <w:rFonts w:cs="Arial"/>
              </w:rPr>
              <w:t>699 - 716 MHz</w:t>
            </w:r>
          </w:p>
        </w:tc>
        <w:tc>
          <w:tcPr>
            <w:tcW w:w="1190" w:type="dxa"/>
            <w:shd w:val="clear" w:color="auto" w:fill="auto"/>
            <w:vAlign w:val="center"/>
          </w:tcPr>
          <w:p w14:paraId="0984F6F6"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6F7"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F8" w14:textId="77777777" w:rsidR="00B15E99" w:rsidRPr="00EF2F0E" w:rsidRDefault="00B15E99" w:rsidP="00AB06FD">
            <w:pPr>
              <w:pStyle w:val="TAC"/>
              <w:rPr>
                <w:rFonts w:cs="v5.0.0"/>
              </w:rPr>
            </w:pPr>
            <w:r w:rsidRPr="00EF2F0E">
              <w:rPr>
                <w:rFonts w:cs="Arial"/>
              </w:rPr>
              <w:t xml:space="preserve">This requirement does not apply to </w:t>
            </w:r>
            <w:r w:rsidRPr="00EF2F0E">
              <w:rPr>
                <w:rFonts w:cs="v5.0.0"/>
              </w:rPr>
              <w:t xml:space="preserve"> </w:t>
            </w:r>
            <w:r w:rsidRPr="00EF2F0E">
              <w:rPr>
                <w:rFonts w:cs="Arial"/>
              </w:rPr>
              <w:t>BS operating in band 12</w:t>
            </w:r>
            <w:r w:rsidR="00702AAA" w:rsidRPr="00EF2F0E">
              <w:rPr>
                <w:rFonts w:cs="Arial"/>
              </w:rPr>
              <w:t xml:space="preserve"> or 85</w:t>
            </w:r>
            <w:r w:rsidRPr="00EF2F0E">
              <w:rPr>
                <w:rFonts w:cs="Arial"/>
              </w:rPr>
              <w:t>,</w:t>
            </w:r>
            <w:r w:rsidRPr="00EF2F0E">
              <w:rPr>
                <w:rFonts w:cs="v5.0.0"/>
              </w:rPr>
              <w:t xml:space="preserve"> since it is already covered by the requirement in subclause 9.7.6.4.2. For BS operating in Band 29, it applies 1 MHz below the Band 29 </w:t>
            </w:r>
            <w:r w:rsidRPr="00EF2F0E">
              <w:rPr>
                <w:rFonts w:cs="v5.0.0"/>
                <w:i/>
              </w:rPr>
              <w:t>downlink operating band</w:t>
            </w:r>
            <w:r w:rsidRPr="00EF2F0E">
              <w:rPr>
                <w:rFonts w:cs="v5.0.0"/>
              </w:rPr>
              <w:t xml:space="preserve"> (NOTE 7)</w:t>
            </w:r>
          </w:p>
        </w:tc>
      </w:tr>
      <w:tr w:rsidR="003401A4" w:rsidRPr="00EF2F0E" w14:paraId="0984F700" w14:textId="77777777" w:rsidTr="000A7FEB">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0984F6FA" w14:textId="77777777" w:rsidR="00B15E99" w:rsidRPr="00EF2F0E" w:rsidRDefault="00B15E99" w:rsidP="00AB06FD">
            <w:pPr>
              <w:pStyle w:val="TAC"/>
              <w:rPr>
                <w:rFonts w:cs="Arial"/>
                <w:lang w:val="sv-FI"/>
              </w:rPr>
            </w:pPr>
            <w:r w:rsidRPr="00EF2F0E">
              <w:rPr>
                <w:rFonts w:cs="Arial"/>
                <w:lang w:val="sv-FI"/>
              </w:rPr>
              <w:t xml:space="preserve">UTRA FDD Band XIII or </w:t>
            </w:r>
          </w:p>
          <w:p w14:paraId="0984F6FB" w14:textId="77777777" w:rsidR="00B15E99" w:rsidRPr="00EF2F0E" w:rsidRDefault="00B15E99" w:rsidP="00AB06FD">
            <w:pPr>
              <w:pStyle w:val="TAC"/>
              <w:rPr>
                <w:rFonts w:cs="Arial"/>
                <w:lang w:val="sv-FI"/>
              </w:rPr>
            </w:pPr>
            <w:r w:rsidRPr="00EF2F0E">
              <w:rPr>
                <w:rFonts w:cs="Arial"/>
                <w:lang w:val="sv-FI"/>
              </w:rPr>
              <w:t>E-UTRA Band 13</w:t>
            </w:r>
          </w:p>
        </w:tc>
        <w:tc>
          <w:tcPr>
            <w:tcW w:w="1559" w:type="dxa"/>
            <w:tcBorders>
              <w:left w:val="single" w:sz="4" w:space="0" w:color="auto"/>
            </w:tcBorders>
            <w:shd w:val="clear" w:color="auto" w:fill="auto"/>
            <w:vAlign w:val="center"/>
          </w:tcPr>
          <w:p w14:paraId="0984F6FC" w14:textId="77777777" w:rsidR="00B15E99" w:rsidRPr="00EF2F0E" w:rsidRDefault="00B15E99" w:rsidP="00AB06FD">
            <w:pPr>
              <w:pStyle w:val="TAC"/>
              <w:rPr>
                <w:rFonts w:cs="Arial"/>
              </w:rPr>
            </w:pPr>
            <w:r w:rsidRPr="00EF2F0E">
              <w:rPr>
                <w:rFonts w:cs="Arial"/>
              </w:rPr>
              <w:t>746 - 756 MHz</w:t>
            </w:r>
          </w:p>
        </w:tc>
        <w:tc>
          <w:tcPr>
            <w:tcW w:w="1190" w:type="dxa"/>
            <w:shd w:val="clear" w:color="auto" w:fill="auto"/>
            <w:vAlign w:val="center"/>
          </w:tcPr>
          <w:p w14:paraId="0984F6FD"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6FE"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6FF" w14:textId="502C5023" w:rsidR="00B15E99" w:rsidRPr="00EF2F0E" w:rsidRDefault="00B15E99" w:rsidP="00AB06FD">
            <w:pPr>
              <w:pStyle w:val="TAC"/>
              <w:rPr>
                <w:rFonts w:cs="Arial"/>
              </w:rPr>
            </w:pPr>
            <w:r w:rsidRPr="00EF2F0E">
              <w:rPr>
                <w:rFonts w:cs="Arial"/>
              </w:rPr>
              <w:t>This requirement does not apply to BS operating in band 13.</w:t>
            </w:r>
          </w:p>
        </w:tc>
      </w:tr>
      <w:tr w:rsidR="003401A4" w:rsidRPr="00EF2F0E" w14:paraId="0984F706" w14:textId="77777777" w:rsidTr="000A7FEB">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984F701" w14:textId="77777777" w:rsidR="00B15E99" w:rsidRPr="00EF2F0E" w:rsidRDefault="00B15E99" w:rsidP="00AB06FD">
            <w:pPr>
              <w:pStyle w:val="TAC"/>
              <w:rPr>
                <w:rFonts w:cs="Arial"/>
              </w:rPr>
            </w:pPr>
          </w:p>
        </w:tc>
        <w:tc>
          <w:tcPr>
            <w:tcW w:w="1559" w:type="dxa"/>
            <w:tcBorders>
              <w:left w:val="single" w:sz="4" w:space="0" w:color="auto"/>
            </w:tcBorders>
            <w:shd w:val="clear" w:color="auto" w:fill="auto"/>
            <w:vAlign w:val="center"/>
          </w:tcPr>
          <w:p w14:paraId="0984F702" w14:textId="77777777" w:rsidR="00B15E99" w:rsidRPr="00EF2F0E" w:rsidRDefault="00B15E99" w:rsidP="00AB06FD">
            <w:pPr>
              <w:pStyle w:val="TAC"/>
              <w:rPr>
                <w:rFonts w:cs="Arial"/>
              </w:rPr>
            </w:pPr>
            <w:r w:rsidRPr="00EF2F0E">
              <w:rPr>
                <w:rFonts w:cs="Arial"/>
              </w:rPr>
              <w:t>777 - 787 MHz</w:t>
            </w:r>
          </w:p>
        </w:tc>
        <w:tc>
          <w:tcPr>
            <w:tcW w:w="1190" w:type="dxa"/>
            <w:shd w:val="clear" w:color="auto" w:fill="auto"/>
            <w:vAlign w:val="center"/>
          </w:tcPr>
          <w:p w14:paraId="0984F703"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704"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705" w14:textId="1326BB80" w:rsidR="00B15E99" w:rsidRPr="00EF2F0E" w:rsidRDefault="00B15E99" w:rsidP="00AB06FD">
            <w:pPr>
              <w:pStyle w:val="TAC"/>
              <w:rPr>
                <w:rFonts w:cs="Arial"/>
              </w:rPr>
            </w:pPr>
            <w:r w:rsidRPr="00EF2F0E">
              <w:rPr>
                <w:rFonts w:cs="Arial"/>
              </w:rPr>
              <w:t>This requirement does not apply to BS operating in band 13,</w:t>
            </w:r>
            <w:r w:rsidRPr="00EF2F0E">
              <w:rPr>
                <w:rFonts w:cs="v5.0.0"/>
              </w:rPr>
              <w:t xml:space="preserve"> since it is already covered by the requirement in subclause 9.7.6.4.2.</w:t>
            </w:r>
          </w:p>
        </w:tc>
      </w:tr>
      <w:tr w:rsidR="003401A4" w:rsidRPr="00EF2F0E" w14:paraId="0984F70D" w14:textId="77777777" w:rsidTr="000A7FEB">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0984F707" w14:textId="77777777" w:rsidR="00B15E99" w:rsidRPr="00EF2F0E" w:rsidRDefault="00B15E99" w:rsidP="00AB06FD">
            <w:pPr>
              <w:pStyle w:val="TAC"/>
              <w:rPr>
                <w:rFonts w:cs="Arial"/>
                <w:lang w:val="sv-FI"/>
              </w:rPr>
            </w:pPr>
            <w:r w:rsidRPr="00EF2F0E">
              <w:rPr>
                <w:rFonts w:cs="Arial"/>
                <w:lang w:val="sv-FI"/>
              </w:rPr>
              <w:t xml:space="preserve">UTRA FDD Band XIV or </w:t>
            </w:r>
          </w:p>
          <w:p w14:paraId="0984F708" w14:textId="77777777" w:rsidR="00B15E99" w:rsidRPr="00EF2F0E" w:rsidRDefault="00B15E99" w:rsidP="00AB06FD">
            <w:pPr>
              <w:pStyle w:val="TAC"/>
              <w:rPr>
                <w:rFonts w:cs="Arial"/>
                <w:lang w:val="sv-FI"/>
              </w:rPr>
            </w:pPr>
            <w:r w:rsidRPr="00EF2F0E">
              <w:rPr>
                <w:rFonts w:cs="Arial"/>
                <w:lang w:val="sv-FI"/>
              </w:rPr>
              <w:t>E-UTRA Band 14</w:t>
            </w:r>
          </w:p>
        </w:tc>
        <w:tc>
          <w:tcPr>
            <w:tcW w:w="1559" w:type="dxa"/>
            <w:tcBorders>
              <w:left w:val="single" w:sz="4" w:space="0" w:color="auto"/>
            </w:tcBorders>
            <w:shd w:val="clear" w:color="auto" w:fill="auto"/>
            <w:vAlign w:val="center"/>
          </w:tcPr>
          <w:p w14:paraId="0984F709" w14:textId="77777777" w:rsidR="00B15E99" w:rsidRPr="00EF2F0E" w:rsidRDefault="00B15E99" w:rsidP="00AB06FD">
            <w:pPr>
              <w:pStyle w:val="TAC"/>
              <w:rPr>
                <w:rFonts w:cs="Arial"/>
              </w:rPr>
            </w:pPr>
            <w:r w:rsidRPr="00EF2F0E">
              <w:rPr>
                <w:rFonts w:cs="Arial"/>
              </w:rPr>
              <w:t>758 - 768 MHz</w:t>
            </w:r>
          </w:p>
        </w:tc>
        <w:tc>
          <w:tcPr>
            <w:tcW w:w="1190" w:type="dxa"/>
            <w:shd w:val="clear" w:color="auto" w:fill="auto"/>
            <w:vAlign w:val="center"/>
          </w:tcPr>
          <w:p w14:paraId="0984F70A"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70B"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70C" w14:textId="319BC453" w:rsidR="00B15E99" w:rsidRPr="00EF2F0E" w:rsidRDefault="00B15E99" w:rsidP="00AB06FD">
            <w:pPr>
              <w:pStyle w:val="TAC"/>
              <w:rPr>
                <w:rFonts w:cs="Arial"/>
              </w:rPr>
            </w:pPr>
            <w:r w:rsidRPr="00EF2F0E">
              <w:rPr>
                <w:rFonts w:cs="Arial"/>
              </w:rPr>
              <w:t>This requirement does not apply to BS operating in band 14.</w:t>
            </w:r>
          </w:p>
        </w:tc>
      </w:tr>
      <w:tr w:rsidR="003401A4" w:rsidRPr="00EF2F0E" w14:paraId="0984F713" w14:textId="77777777" w:rsidTr="000A7FEB">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984F70E" w14:textId="77777777" w:rsidR="00B15E99" w:rsidRPr="00EF2F0E" w:rsidRDefault="00B15E99" w:rsidP="00AB06FD">
            <w:pPr>
              <w:pStyle w:val="TAC"/>
              <w:rPr>
                <w:rFonts w:cs="Arial"/>
              </w:rPr>
            </w:pPr>
          </w:p>
        </w:tc>
        <w:tc>
          <w:tcPr>
            <w:tcW w:w="1559" w:type="dxa"/>
            <w:tcBorders>
              <w:left w:val="single" w:sz="4" w:space="0" w:color="auto"/>
            </w:tcBorders>
            <w:shd w:val="clear" w:color="auto" w:fill="auto"/>
            <w:vAlign w:val="center"/>
          </w:tcPr>
          <w:p w14:paraId="0984F70F" w14:textId="77777777" w:rsidR="00B15E99" w:rsidRPr="00EF2F0E" w:rsidRDefault="00B15E99" w:rsidP="00AB06FD">
            <w:pPr>
              <w:pStyle w:val="TAC"/>
              <w:rPr>
                <w:rFonts w:cs="Arial"/>
              </w:rPr>
            </w:pPr>
            <w:r w:rsidRPr="00EF2F0E">
              <w:rPr>
                <w:rFonts w:cs="Arial"/>
              </w:rPr>
              <w:t>788 - 798 MHz</w:t>
            </w:r>
          </w:p>
        </w:tc>
        <w:tc>
          <w:tcPr>
            <w:tcW w:w="1190" w:type="dxa"/>
            <w:shd w:val="clear" w:color="auto" w:fill="auto"/>
            <w:vAlign w:val="center"/>
          </w:tcPr>
          <w:p w14:paraId="0984F710"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711"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712" w14:textId="03701CF6" w:rsidR="00B15E99" w:rsidRPr="00EF2F0E" w:rsidRDefault="00B15E99" w:rsidP="00AB06FD">
            <w:pPr>
              <w:pStyle w:val="TAC"/>
              <w:rPr>
                <w:rFonts w:cs="Arial"/>
              </w:rPr>
            </w:pPr>
            <w:r w:rsidRPr="00EF2F0E">
              <w:rPr>
                <w:rFonts w:cs="Arial"/>
              </w:rPr>
              <w:t>This requirement does not apply to BS operating in band 14,</w:t>
            </w:r>
            <w:r w:rsidRPr="00EF2F0E">
              <w:rPr>
                <w:rFonts w:cs="v5.0.0"/>
              </w:rPr>
              <w:t xml:space="preserve"> since it is already covered by the requirement in subclause 9.7.6.4.2.</w:t>
            </w:r>
          </w:p>
        </w:tc>
      </w:tr>
      <w:tr w:rsidR="003401A4" w:rsidRPr="00EF2F0E" w14:paraId="0984F719" w14:textId="77777777" w:rsidTr="000A7FEB">
        <w:trPr>
          <w:cantSplit/>
          <w:trHeight w:val="113"/>
          <w:jc w:val="center"/>
        </w:trPr>
        <w:tc>
          <w:tcPr>
            <w:tcW w:w="1105" w:type="dxa"/>
            <w:vMerge w:val="restart"/>
            <w:tcBorders>
              <w:left w:val="single" w:sz="4" w:space="0" w:color="auto"/>
              <w:right w:val="single" w:sz="4" w:space="0" w:color="auto"/>
            </w:tcBorders>
            <w:shd w:val="clear" w:color="auto" w:fill="auto"/>
          </w:tcPr>
          <w:p w14:paraId="0984F714" w14:textId="670D4FE9" w:rsidR="00B15E99" w:rsidRPr="00EF2F0E" w:rsidRDefault="00B15E99" w:rsidP="00AB06FD">
            <w:pPr>
              <w:pStyle w:val="TAC"/>
              <w:rPr>
                <w:rFonts w:cs="Arial"/>
              </w:rPr>
            </w:pPr>
            <w:r w:rsidRPr="00EF2F0E">
              <w:rPr>
                <w:rFonts w:cs="Arial"/>
              </w:rPr>
              <w:t>E-UTRA Band 17</w:t>
            </w:r>
          </w:p>
        </w:tc>
        <w:tc>
          <w:tcPr>
            <w:tcW w:w="1559" w:type="dxa"/>
            <w:tcBorders>
              <w:left w:val="single" w:sz="4" w:space="0" w:color="auto"/>
            </w:tcBorders>
            <w:shd w:val="clear" w:color="auto" w:fill="auto"/>
            <w:vAlign w:val="center"/>
          </w:tcPr>
          <w:p w14:paraId="0984F715" w14:textId="77777777" w:rsidR="00B15E99" w:rsidRPr="00EF2F0E" w:rsidRDefault="00B15E99" w:rsidP="00AB06FD">
            <w:pPr>
              <w:pStyle w:val="TAC"/>
              <w:rPr>
                <w:rFonts w:cs="Arial"/>
              </w:rPr>
            </w:pPr>
            <w:r w:rsidRPr="00EF2F0E">
              <w:rPr>
                <w:rFonts w:cs="Arial"/>
              </w:rPr>
              <w:t>734 - 746 MHz</w:t>
            </w:r>
          </w:p>
        </w:tc>
        <w:tc>
          <w:tcPr>
            <w:tcW w:w="1190" w:type="dxa"/>
            <w:shd w:val="clear" w:color="auto" w:fill="auto"/>
            <w:vAlign w:val="center"/>
          </w:tcPr>
          <w:p w14:paraId="0984F716"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717"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718" w14:textId="196D7868" w:rsidR="00B15E99" w:rsidRPr="00EF2F0E" w:rsidRDefault="00B15E99" w:rsidP="00AB06FD">
            <w:pPr>
              <w:pStyle w:val="TAC"/>
              <w:rPr>
                <w:rFonts w:cs="Arial"/>
              </w:rPr>
            </w:pPr>
            <w:r w:rsidRPr="00EF2F0E">
              <w:rPr>
                <w:rFonts w:cs="Arial"/>
              </w:rPr>
              <w:t>This requirement does not apply to BS operating in band 17.</w:t>
            </w:r>
          </w:p>
        </w:tc>
      </w:tr>
      <w:tr w:rsidR="003401A4" w:rsidRPr="00EF2F0E" w14:paraId="0984F71F" w14:textId="77777777" w:rsidTr="000A7FEB">
        <w:trPr>
          <w:cantSplit/>
          <w:trHeight w:val="209"/>
          <w:jc w:val="center"/>
        </w:trPr>
        <w:tc>
          <w:tcPr>
            <w:tcW w:w="1105" w:type="dxa"/>
            <w:vMerge/>
            <w:tcBorders>
              <w:left w:val="single" w:sz="4" w:space="0" w:color="auto"/>
              <w:right w:val="single" w:sz="4" w:space="0" w:color="auto"/>
            </w:tcBorders>
            <w:shd w:val="clear" w:color="auto" w:fill="auto"/>
          </w:tcPr>
          <w:p w14:paraId="0984F71A" w14:textId="77777777" w:rsidR="00B15E99" w:rsidRPr="00EF2F0E" w:rsidRDefault="00B15E99" w:rsidP="00AB06FD">
            <w:pPr>
              <w:pStyle w:val="TAC"/>
              <w:rPr>
                <w:rFonts w:cs="Arial"/>
              </w:rPr>
            </w:pPr>
          </w:p>
        </w:tc>
        <w:tc>
          <w:tcPr>
            <w:tcW w:w="1559" w:type="dxa"/>
            <w:tcBorders>
              <w:left w:val="single" w:sz="4" w:space="0" w:color="auto"/>
            </w:tcBorders>
            <w:shd w:val="clear" w:color="auto" w:fill="auto"/>
            <w:vAlign w:val="center"/>
          </w:tcPr>
          <w:p w14:paraId="0984F71B" w14:textId="77777777" w:rsidR="00B15E99" w:rsidRPr="00EF2F0E" w:rsidRDefault="00B15E99" w:rsidP="00AB06FD">
            <w:pPr>
              <w:pStyle w:val="TAC"/>
              <w:rPr>
                <w:rFonts w:cs="Arial"/>
              </w:rPr>
            </w:pPr>
            <w:r w:rsidRPr="00EF2F0E">
              <w:rPr>
                <w:rFonts w:cs="Arial"/>
              </w:rPr>
              <w:t>704 - 716 MHz</w:t>
            </w:r>
          </w:p>
        </w:tc>
        <w:tc>
          <w:tcPr>
            <w:tcW w:w="1190" w:type="dxa"/>
            <w:shd w:val="clear" w:color="auto" w:fill="auto"/>
            <w:vAlign w:val="center"/>
          </w:tcPr>
          <w:p w14:paraId="0984F71C"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71D"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71E" w14:textId="0FF4EE82" w:rsidR="00B15E99" w:rsidRPr="00EF2F0E" w:rsidRDefault="00B15E99" w:rsidP="00AB06FD">
            <w:pPr>
              <w:pStyle w:val="TAC"/>
              <w:rPr>
                <w:rFonts w:cs="v5.0.0"/>
              </w:rPr>
            </w:pPr>
            <w:r w:rsidRPr="00EF2F0E">
              <w:rPr>
                <w:rFonts w:cs="Arial"/>
              </w:rPr>
              <w:t>This requirement does not apply to BS operating in band 17,</w:t>
            </w:r>
            <w:r w:rsidRPr="00EF2F0E">
              <w:rPr>
                <w:rFonts w:cs="v5.0.0"/>
              </w:rPr>
              <w:t xml:space="preserve"> since it is already covered by the requirement in subclause 9.7.6.4.2. For BS operating in Band 29, it applies 1 MHz below the Band 29 </w:t>
            </w:r>
            <w:r w:rsidRPr="00EF2F0E">
              <w:rPr>
                <w:rFonts w:cs="v5.0.0"/>
                <w:i/>
              </w:rPr>
              <w:t>downlink operating band</w:t>
            </w:r>
            <w:r w:rsidRPr="00EF2F0E">
              <w:rPr>
                <w:rFonts w:cs="v5.0.0"/>
              </w:rPr>
              <w:t xml:space="preserve"> (NOTE 7)</w:t>
            </w:r>
          </w:p>
        </w:tc>
      </w:tr>
      <w:tr w:rsidR="003401A4" w:rsidRPr="00EF2F0E" w14:paraId="0984F726" w14:textId="77777777" w:rsidTr="000A7FEB">
        <w:trPr>
          <w:cantSplit/>
          <w:trHeight w:val="208"/>
          <w:jc w:val="center"/>
        </w:trPr>
        <w:tc>
          <w:tcPr>
            <w:tcW w:w="1105" w:type="dxa"/>
            <w:vMerge w:val="restart"/>
            <w:tcBorders>
              <w:left w:val="single" w:sz="4" w:space="0" w:color="auto"/>
              <w:right w:val="single" w:sz="4" w:space="0" w:color="auto"/>
            </w:tcBorders>
            <w:shd w:val="clear" w:color="auto" w:fill="auto"/>
          </w:tcPr>
          <w:p w14:paraId="0984F720" w14:textId="77777777" w:rsidR="00B15E99" w:rsidRPr="00EF2F0E" w:rsidRDefault="00B15E99" w:rsidP="00AB06FD">
            <w:pPr>
              <w:pStyle w:val="TAC"/>
              <w:rPr>
                <w:rFonts w:cs="Arial"/>
              </w:rPr>
            </w:pPr>
            <w:r w:rsidRPr="00EF2F0E">
              <w:rPr>
                <w:rFonts w:cs="Arial"/>
              </w:rPr>
              <w:t xml:space="preserve">UTRA FDD Band XX or </w:t>
            </w:r>
          </w:p>
          <w:p w14:paraId="0984F721" w14:textId="77777777" w:rsidR="00B15E99" w:rsidRPr="00EF2F0E" w:rsidRDefault="00B15E99" w:rsidP="00AB06FD">
            <w:pPr>
              <w:pStyle w:val="TAC"/>
              <w:rPr>
                <w:rFonts w:cs="Arial"/>
              </w:rPr>
            </w:pPr>
            <w:r w:rsidRPr="00EF2F0E">
              <w:rPr>
                <w:rFonts w:cs="Arial"/>
              </w:rPr>
              <w:t>E-UTRA Band 20</w:t>
            </w:r>
            <w:r w:rsidR="005E0A3F" w:rsidRPr="00EF2F0E">
              <w:rPr>
                <w:rFonts w:cs="Arial"/>
                <w:lang w:val="sv-SE"/>
              </w:rPr>
              <w:t xml:space="preserve"> or NR band n20</w:t>
            </w:r>
          </w:p>
        </w:tc>
        <w:tc>
          <w:tcPr>
            <w:tcW w:w="1559" w:type="dxa"/>
            <w:tcBorders>
              <w:left w:val="single" w:sz="4" w:space="0" w:color="auto"/>
            </w:tcBorders>
            <w:shd w:val="clear" w:color="auto" w:fill="auto"/>
            <w:vAlign w:val="center"/>
          </w:tcPr>
          <w:p w14:paraId="0984F722" w14:textId="77777777" w:rsidR="00B15E99" w:rsidRPr="00EF2F0E" w:rsidRDefault="00B15E99" w:rsidP="00AB06FD">
            <w:pPr>
              <w:pStyle w:val="TAC"/>
              <w:rPr>
                <w:rFonts w:cs="Arial"/>
              </w:rPr>
            </w:pPr>
            <w:r w:rsidRPr="00EF2F0E">
              <w:rPr>
                <w:rFonts w:cs="Arial"/>
              </w:rPr>
              <w:t>791 - 821 MHz</w:t>
            </w:r>
          </w:p>
        </w:tc>
        <w:tc>
          <w:tcPr>
            <w:tcW w:w="1190" w:type="dxa"/>
            <w:shd w:val="clear" w:color="auto" w:fill="auto"/>
            <w:vAlign w:val="center"/>
          </w:tcPr>
          <w:p w14:paraId="0984F723" w14:textId="77777777" w:rsidR="00B15E99" w:rsidRPr="00EF2F0E" w:rsidRDefault="00B15E99" w:rsidP="00AB06FD">
            <w:pPr>
              <w:pStyle w:val="TAC"/>
              <w:rPr>
                <w:rFonts w:cs="v5.0.0"/>
              </w:rPr>
            </w:pPr>
            <w:r w:rsidRPr="00EF2F0E">
              <w:rPr>
                <w:rFonts w:cs="v5.0.0"/>
              </w:rPr>
              <w:t>-43 dBm</w:t>
            </w:r>
          </w:p>
        </w:tc>
        <w:tc>
          <w:tcPr>
            <w:tcW w:w="1701" w:type="dxa"/>
            <w:shd w:val="clear" w:color="auto" w:fill="auto"/>
            <w:vAlign w:val="center"/>
          </w:tcPr>
          <w:p w14:paraId="0984F724"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725" w14:textId="77777777" w:rsidR="00B15E99" w:rsidRPr="00EF2F0E" w:rsidRDefault="00B15E99" w:rsidP="00AB06FD">
            <w:pPr>
              <w:pStyle w:val="TAC"/>
              <w:rPr>
                <w:rFonts w:cs="Arial"/>
              </w:rPr>
            </w:pPr>
            <w:r w:rsidRPr="00EF2F0E">
              <w:rPr>
                <w:rFonts w:cs="Arial"/>
              </w:rPr>
              <w:t>This requirement does not apply to BS operating in band 20 or 28.</w:t>
            </w:r>
          </w:p>
        </w:tc>
      </w:tr>
      <w:tr w:rsidR="003401A4" w:rsidRPr="00EF2F0E" w14:paraId="0984F72C" w14:textId="77777777" w:rsidTr="000A7FEB">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0984F727" w14:textId="77777777" w:rsidR="00B15E99" w:rsidRPr="00EF2F0E" w:rsidRDefault="00B15E99" w:rsidP="00AB06FD">
            <w:pPr>
              <w:pStyle w:val="TAC"/>
              <w:rPr>
                <w:rFonts w:cs="Arial"/>
              </w:rPr>
            </w:pPr>
          </w:p>
        </w:tc>
        <w:tc>
          <w:tcPr>
            <w:tcW w:w="1559" w:type="dxa"/>
            <w:tcBorders>
              <w:left w:val="single" w:sz="4" w:space="0" w:color="auto"/>
            </w:tcBorders>
            <w:shd w:val="clear" w:color="auto" w:fill="auto"/>
            <w:vAlign w:val="center"/>
          </w:tcPr>
          <w:p w14:paraId="0984F728" w14:textId="77777777" w:rsidR="00B15E99" w:rsidRPr="00EF2F0E" w:rsidRDefault="00B15E99" w:rsidP="00AB06FD">
            <w:pPr>
              <w:pStyle w:val="TAC"/>
              <w:rPr>
                <w:rFonts w:cs="Arial"/>
              </w:rPr>
            </w:pPr>
            <w:r w:rsidRPr="00EF2F0E">
              <w:rPr>
                <w:rFonts w:cs="Arial"/>
              </w:rPr>
              <w:t>832 - 862 MHz</w:t>
            </w:r>
          </w:p>
        </w:tc>
        <w:tc>
          <w:tcPr>
            <w:tcW w:w="1190" w:type="dxa"/>
            <w:shd w:val="clear" w:color="auto" w:fill="auto"/>
            <w:vAlign w:val="center"/>
          </w:tcPr>
          <w:p w14:paraId="0984F729" w14:textId="77777777" w:rsidR="00B15E99" w:rsidRPr="00EF2F0E" w:rsidRDefault="00B15E99" w:rsidP="00AB06FD">
            <w:pPr>
              <w:pStyle w:val="TAC"/>
              <w:rPr>
                <w:rFonts w:cs="v5.0.0"/>
              </w:rPr>
            </w:pPr>
            <w:r w:rsidRPr="00EF2F0E">
              <w:rPr>
                <w:rFonts w:cs="v5.0.0"/>
              </w:rPr>
              <w:t>-40 dBm</w:t>
            </w:r>
          </w:p>
        </w:tc>
        <w:tc>
          <w:tcPr>
            <w:tcW w:w="1701" w:type="dxa"/>
            <w:shd w:val="clear" w:color="auto" w:fill="auto"/>
            <w:vAlign w:val="center"/>
          </w:tcPr>
          <w:p w14:paraId="0984F72A" w14:textId="77777777" w:rsidR="00B15E99" w:rsidRPr="00EF2F0E" w:rsidRDefault="00B15E99" w:rsidP="00AB06FD">
            <w:pPr>
              <w:pStyle w:val="TAC"/>
              <w:rPr>
                <w:rFonts w:cs="Arial"/>
              </w:rPr>
            </w:pPr>
            <w:r w:rsidRPr="00EF2F0E">
              <w:rPr>
                <w:rFonts w:cs="Arial"/>
              </w:rPr>
              <w:t>1 MHz</w:t>
            </w:r>
          </w:p>
        </w:tc>
        <w:tc>
          <w:tcPr>
            <w:tcW w:w="4138" w:type="dxa"/>
            <w:shd w:val="clear" w:color="auto" w:fill="auto"/>
            <w:vAlign w:val="center"/>
          </w:tcPr>
          <w:p w14:paraId="0984F72B" w14:textId="77777777" w:rsidR="00B15E99" w:rsidRPr="00EF2F0E" w:rsidRDefault="00B15E99" w:rsidP="00AB06FD">
            <w:pPr>
              <w:pStyle w:val="TAC"/>
              <w:rPr>
                <w:rFonts w:cs="Arial"/>
              </w:rPr>
            </w:pPr>
            <w:r w:rsidRPr="00EF2F0E">
              <w:rPr>
                <w:rFonts w:cs="Arial"/>
              </w:rPr>
              <w:t>This requirement does not apply to BS operating in band 20,</w:t>
            </w:r>
            <w:r w:rsidRPr="00EF2F0E">
              <w:rPr>
                <w:rFonts w:cs="v5.0.0"/>
              </w:rPr>
              <w:t xml:space="preserve"> since it is already covered by the requirement in subclause 9.7.6.4.2.</w:t>
            </w:r>
          </w:p>
        </w:tc>
      </w:tr>
      <w:tr w:rsidR="004B491F" w:rsidRPr="00EF2F0E" w14:paraId="0984F732" w14:textId="77777777" w:rsidTr="000A7FEB">
        <w:trPr>
          <w:cantSplit/>
          <w:trHeight w:val="208"/>
          <w:jc w:val="center"/>
        </w:trPr>
        <w:tc>
          <w:tcPr>
            <w:tcW w:w="1105" w:type="dxa"/>
            <w:vMerge w:val="restart"/>
            <w:tcBorders>
              <w:left w:val="single" w:sz="4" w:space="0" w:color="auto"/>
              <w:right w:val="single" w:sz="4" w:space="0" w:color="auto"/>
            </w:tcBorders>
            <w:shd w:val="clear" w:color="auto" w:fill="auto"/>
          </w:tcPr>
          <w:p w14:paraId="0984F72D" w14:textId="77777777" w:rsidR="004B491F" w:rsidRPr="00EF2F0E" w:rsidRDefault="004B491F" w:rsidP="004B491F">
            <w:pPr>
              <w:pStyle w:val="TAC"/>
              <w:rPr>
                <w:rFonts w:cs="Arial"/>
                <w:lang w:val="sv-FI"/>
              </w:rPr>
            </w:pPr>
            <w:r w:rsidRPr="00EF2F0E">
              <w:rPr>
                <w:rFonts w:cs="Arial"/>
                <w:lang w:val="sv-FI"/>
              </w:rPr>
              <w:t>UTRA FDD Band XXII or E-UTRA Band 22</w:t>
            </w:r>
          </w:p>
        </w:tc>
        <w:tc>
          <w:tcPr>
            <w:tcW w:w="1559" w:type="dxa"/>
            <w:tcBorders>
              <w:left w:val="single" w:sz="4" w:space="0" w:color="auto"/>
            </w:tcBorders>
            <w:shd w:val="clear" w:color="auto" w:fill="auto"/>
            <w:vAlign w:val="center"/>
          </w:tcPr>
          <w:p w14:paraId="0984F72E" w14:textId="77777777" w:rsidR="004B491F" w:rsidRPr="00EF2F0E" w:rsidRDefault="004B491F" w:rsidP="004B491F">
            <w:pPr>
              <w:pStyle w:val="TAC"/>
              <w:rPr>
                <w:rFonts w:cs="Arial"/>
              </w:rPr>
            </w:pPr>
            <w:r w:rsidRPr="00EF2F0E">
              <w:rPr>
                <w:rFonts w:cs="v5.0.0"/>
              </w:rPr>
              <w:t>3510 – 3590 MHz</w:t>
            </w:r>
          </w:p>
        </w:tc>
        <w:tc>
          <w:tcPr>
            <w:tcW w:w="1190" w:type="dxa"/>
            <w:shd w:val="clear" w:color="auto" w:fill="auto"/>
            <w:vAlign w:val="center"/>
          </w:tcPr>
          <w:p w14:paraId="0984F72F" w14:textId="77777777" w:rsidR="004B491F" w:rsidRPr="00EF2F0E" w:rsidRDefault="004B491F" w:rsidP="004B491F">
            <w:pPr>
              <w:pStyle w:val="TAC"/>
              <w:rPr>
                <w:rFonts w:cs="v5.0.0"/>
              </w:rPr>
            </w:pPr>
            <w:r w:rsidRPr="00EF2F0E">
              <w:rPr>
                <w:rFonts w:cs="v5.0.0"/>
              </w:rPr>
              <w:t>-43 dBm</w:t>
            </w:r>
          </w:p>
        </w:tc>
        <w:tc>
          <w:tcPr>
            <w:tcW w:w="1701" w:type="dxa"/>
            <w:shd w:val="clear" w:color="auto" w:fill="auto"/>
            <w:vAlign w:val="center"/>
          </w:tcPr>
          <w:p w14:paraId="0984F730" w14:textId="77777777" w:rsidR="004B491F" w:rsidRPr="00EF2F0E" w:rsidRDefault="004B491F" w:rsidP="004B491F">
            <w:pPr>
              <w:pStyle w:val="TAC"/>
              <w:rPr>
                <w:rFonts w:cs="Arial"/>
              </w:rPr>
            </w:pPr>
            <w:r w:rsidRPr="00EF2F0E">
              <w:rPr>
                <w:rFonts w:cs="Arial"/>
              </w:rPr>
              <w:t>1 MHz</w:t>
            </w:r>
          </w:p>
        </w:tc>
        <w:tc>
          <w:tcPr>
            <w:tcW w:w="4138" w:type="dxa"/>
            <w:shd w:val="clear" w:color="auto" w:fill="auto"/>
            <w:vAlign w:val="center"/>
          </w:tcPr>
          <w:p w14:paraId="0984F731" w14:textId="2318A897" w:rsidR="004B491F" w:rsidRPr="00EF2F0E" w:rsidRDefault="004B491F" w:rsidP="004B491F">
            <w:pPr>
              <w:pStyle w:val="TAC"/>
              <w:rPr>
                <w:rFonts w:cs="Arial"/>
              </w:rPr>
            </w:pPr>
            <w:r>
              <w:rPr>
                <w:rFonts w:cs="Arial"/>
              </w:rPr>
              <w:t>This requirement does not apply to BS operating in band 22, 42, 48, 49, 77 or 78.</w:t>
            </w:r>
          </w:p>
        </w:tc>
      </w:tr>
      <w:tr w:rsidR="004B491F" w:rsidRPr="00EF2F0E" w14:paraId="0984F738" w14:textId="77777777" w:rsidTr="000A7FEB">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0984F733" w14:textId="77777777" w:rsidR="004B491F" w:rsidRPr="00EF2F0E" w:rsidRDefault="004B491F" w:rsidP="004B491F">
            <w:pPr>
              <w:pStyle w:val="TAC"/>
              <w:rPr>
                <w:rFonts w:cs="Arial"/>
              </w:rPr>
            </w:pPr>
          </w:p>
        </w:tc>
        <w:tc>
          <w:tcPr>
            <w:tcW w:w="1559" w:type="dxa"/>
            <w:tcBorders>
              <w:left w:val="single" w:sz="4" w:space="0" w:color="auto"/>
            </w:tcBorders>
            <w:shd w:val="clear" w:color="auto" w:fill="auto"/>
            <w:vAlign w:val="center"/>
          </w:tcPr>
          <w:p w14:paraId="0984F734" w14:textId="77777777" w:rsidR="004B491F" w:rsidRPr="00EF2F0E" w:rsidRDefault="004B491F" w:rsidP="004B491F">
            <w:pPr>
              <w:pStyle w:val="TAC"/>
              <w:rPr>
                <w:rFonts w:cs="Arial"/>
              </w:rPr>
            </w:pPr>
            <w:r w:rsidRPr="00EF2F0E">
              <w:rPr>
                <w:rFonts w:cs="v5.0.0"/>
              </w:rPr>
              <w:t>3410 – 3490 MHz</w:t>
            </w:r>
          </w:p>
        </w:tc>
        <w:tc>
          <w:tcPr>
            <w:tcW w:w="1190" w:type="dxa"/>
            <w:shd w:val="clear" w:color="auto" w:fill="auto"/>
            <w:vAlign w:val="center"/>
          </w:tcPr>
          <w:p w14:paraId="0984F735" w14:textId="77777777" w:rsidR="004B491F" w:rsidRPr="00EF2F0E" w:rsidRDefault="004B491F" w:rsidP="004B491F">
            <w:pPr>
              <w:pStyle w:val="TAC"/>
              <w:rPr>
                <w:rFonts w:cs="v5.0.0"/>
              </w:rPr>
            </w:pPr>
            <w:r w:rsidRPr="00EF2F0E">
              <w:rPr>
                <w:rFonts w:cs="v5.0.0"/>
              </w:rPr>
              <w:t>-40 dBm</w:t>
            </w:r>
          </w:p>
        </w:tc>
        <w:tc>
          <w:tcPr>
            <w:tcW w:w="1701" w:type="dxa"/>
            <w:shd w:val="clear" w:color="auto" w:fill="auto"/>
            <w:vAlign w:val="center"/>
          </w:tcPr>
          <w:p w14:paraId="0984F736" w14:textId="77777777" w:rsidR="004B491F" w:rsidRPr="00EF2F0E" w:rsidRDefault="004B491F" w:rsidP="004B491F">
            <w:pPr>
              <w:pStyle w:val="TAC"/>
              <w:rPr>
                <w:rFonts w:cs="Arial"/>
              </w:rPr>
            </w:pPr>
            <w:r w:rsidRPr="00EF2F0E">
              <w:rPr>
                <w:rFonts w:cs="Arial"/>
              </w:rPr>
              <w:t>1 MHz</w:t>
            </w:r>
          </w:p>
        </w:tc>
        <w:tc>
          <w:tcPr>
            <w:tcW w:w="4138" w:type="dxa"/>
            <w:shd w:val="clear" w:color="auto" w:fill="auto"/>
            <w:vAlign w:val="center"/>
          </w:tcPr>
          <w:p w14:paraId="0984F737" w14:textId="1227115C" w:rsidR="004B491F" w:rsidRPr="00EF2F0E" w:rsidRDefault="004B491F" w:rsidP="004B491F">
            <w:pPr>
              <w:pStyle w:val="TAC"/>
              <w:rPr>
                <w:rFonts w:cs="Arial"/>
              </w:rPr>
            </w:pPr>
            <w:r>
              <w:rPr>
                <w:rFonts w:cs="Arial"/>
              </w:rPr>
              <w:t>This requirement does not apply to BS operating in band 22,</w:t>
            </w:r>
            <w:r>
              <w:rPr>
                <w:rFonts w:cs="v5.0.0"/>
              </w:rPr>
              <w:t xml:space="preserve"> since it is already covered by the requirement in subclause 9.7.3.3. This requirement does not apply to Band 42</w:t>
            </w:r>
            <w:r>
              <w:rPr>
                <w:rFonts w:eastAsia="SimSun" w:cs="v5.0.0" w:hint="eastAsia"/>
                <w:lang w:val="en-US" w:eastAsia="zh-CN"/>
              </w:rPr>
              <w:t>, 77 or 78</w:t>
            </w:r>
            <w:r>
              <w:rPr>
                <w:rFonts w:cs="v5.0.0"/>
              </w:rPr>
              <w:t>.</w:t>
            </w:r>
          </w:p>
        </w:tc>
      </w:tr>
      <w:tr w:rsidR="004B491F" w:rsidRPr="00EF2F0E" w14:paraId="0984F73E" w14:textId="77777777" w:rsidTr="000A7FEB">
        <w:trPr>
          <w:cantSplit/>
          <w:trHeight w:val="208"/>
          <w:jc w:val="center"/>
        </w:trPr>
        <w:tc>
          <w:tcPr>
            <w:tcW w:w="1105" w:type="dxa"/>
            <w:vMerge w:val="restart"/>
            <w:tcBorders>
              <w:left w:val="single" w:sz="4" w:space="0" w:color="auto"/>
              <w:right w:val="single" w:sz="4" w:space="0" w:color="auto"/>
            </w:tcBorders>
            <w:shd w:val="clear" w:color="auto" w:fill="auto"/>
          </w:tcPr>
          <w:p w14:paraId="0984F739" w14:textId="77777777" w:rsidR="004B491F" w:rsidRPr="00EF2F0E" w:rsidRDefault="004B491F" w:rsidP="004B491F">
            <w:pPr>
              <w:pStyle w:val="TAC"/>
              <w:rPr>
                <w:rFonts w:cs="Arial"/>
              </w:rPr>
            </w:pPr>
            <w:r w:rsidRPr="00EF2F0E">
              <w:rPr>
                <w:rFonts w:cs="Arial"/>
              </w:rPr>
              <w:t>E-UTRA Band 24</w:t>
            </w:r>
          </w:p>
        </w:tc>
        <w:tc>
          <w:tcPr>
            <w:tcW w:w="1559" w:type="dxa"/>
            <w:tcBorders>
              <w:left w:val="single" w:sz="4" w:space="0" w:color="auto"/>
            </w:tcBorders>
            <w:shd w:val="clear" w:color="auto" w:fill="auto"/>
            <w:vAlign w:val="center"/>
          </w:tcPr>
          <w:p w14:paraId="0984F73A" w14:textId="77777777" w:rsidR="004B491F" w:rsidRPr="00EF2F0E" w:rsidRDefault="004B491F" w:rsidP="004B491F">
            <w:pPr>
              <w:pStyle w:val="TAC"/>
              <w:rPr>
                <w:rFonts w:cs="Arial"/>
              </w:rPr>
            </w:pPr>
            <w:r w:rsidRPr="00EF2F0E">
              <w:rPr>
                <w:rFonts w:cs="Arial"/>
              </w:rPr>
              <w:t>1525 – 1559 MHz</w:t>
            </w:r>
          </w:p>
        </w:tc>
        <w:tc>
          <w:tcPr>
            <w:tcW w:w="1190" w:type="dxa"/>
            <w:shd w:val="clear" w:color="auto" w:fill="auto"/>
            <w:vAlign w:val="center"/>
          </w:tcPr>
          <w:p w14:paraId="0984F73B" w14:textId="77777777" w:rsidR="004B491F" w:rsidRPr="00EF2F0E" w:rsidRDefault="004B491F" w:rsidP="004B491F">
            <w:pPr>
              <w:pStyle w:val="TAC"/>
              <w:rPr>
                <w:rFonts w:cs="v5.0.0"/>
              </w:rPr>
            </w:pPr>
            <w:r w:rsidRPr="00EF2F0E">
              <w:rPr>
                <w:rFonts w:cs="v5.0.0"/>
              </w:rPr>
              <w:t>-43 dBm</w:t>
            </w:r>
          </w:p>
        </w:tc>
        <w:tc>
          <w:tcPr>
            <w:tcW w:w="1701" w:type="dxa"/>
            <w:shd w:val="clear" w:color="auto" w:fill="auto"/>
            <w:vAlign w:val="center"/>
          </w:tcPr>
          <w:p w14:paraId="0984F73C" w14:textId="77777777" w:rsidR="004B491F" w:rsidRPr="00EF2F0E" w:rsidRDefault="004B491F" w:rsidP="004B491F">
            <w:pPr>
              <w:pStyle w:val="TAC"/>
              <w:rPr>
                <w:rFonts w:cs="Arial"/>
              </w:rPr>
            </w:pPr>
            <w:r w:rsidRPr="00EF2F0E">
              <w:rPr>
                <w:rFonts w:cs="Arial"/>
              </w:rPr>
              <w:t>1 MHz</w:t>
            </w:r>
          </w:p>
        </w:tc>
        <w:tc>
          <w:tcPr>
            <w:tcW w:w="4138" w:type="dxa"/>
            <w:shd w:val="clear" w:color="auto" w:fill="auto"/>
            <w:vAlign w:val="center"/>
          </w:tcPr>
          <w:p w14:paraId="0984F73D" w14:textId="77777777" w:rsidR="004B491F" w:rsidRPr="00EF2F0E" w:rsidRDefault="004B491F" w:rsidP="004B491F">
            <w:pPr>
              <w:pStyle w:val="TAC"/>
              <w:rPr>
                <w:rFonts w:cs="Arial"/>
              </w:rPr>
            </w:pPr>
            <w:r w:rsidRPr="00EF2F0E">
              <w:rPr>
                <w:rFonts w:cs="Arial"/>
              </w:rPr>
              <w:t>This requirement does not apply to BS operating in band 24.</w:t>
            </w:r>
          </w:p>
        </w:tc>
      </w:tr>
      <w:tr w:rsidR="004B491F" w:rsidRPr="00EF2F0E" w14:paraId="0984F744" w14:textId="77777777" w:rsidTr="000A7FEB">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0984F73F" w14:textId="77777777" w:rsidR="004B491F" w:rsidRPr="00EF2F0E" w:rsidRDefault="004B491F" w:rsidP="004B491F">
            <w:pPr>
              <w:pStyle w:val="TAC"/>
              <w:rPr>
                <w:rFonts w:cs="Arial"/>
              </w:rPr>
            </w:pPr>
          </w:p>
        </w:tc>
        <w:tc>
          <w:tcPr>
            <w:tcW w:w="1559" w:type="dxa"/>
            <w:tcBorders>
              <w:left w:val="single" w:sz="4" w:space="0" w:color="auto"/>
            </w:tcBorders>
            <w:shd w:val="clear" w:color="auto" w:fill="auto"/>
            <w:vAlign w:val="center"/>
          </w:tcPr>
          <w:p w14:paraId="0984F740" w14:textId="77777777" w:rsidR="004B491F" w:rsidRPr="00EF2F0E" w:rsidRDefault="004B491F" w:rsidP="004B491F">
            <w:pPr>
              <w:pStyle w:val="TAC"/>
              <w:rPr>
                <w:rFonts w:cs="Arial"/>
              </w:rPr>
            </w:pPr>
            <w:r w:rsidRPr="00EF2F0E">
              <w:rPr>
                <w:rFonts w:cs="Arial"/>
              </w:rPr>
              <w:t>1626.5 – 1660.5 MHz</w:t>
            </w:r>
          </w:p>
        </w:tc>
        <w:tc>
          <w:tcPr>
            <w:tcW w:w="1190" w:type="dxa"/>
            <w:shd w:val="clear" w:color="auto" w:fill="auto"/>
            <w:vAlign w:val="center"/>
          </w:tcPr>
          <w:p w14:paraId="0984F741" w14:textId="77777777" w:rsidR="004B491F" w:rsidRPr="00EF2F0E" w:rsidRDefault="004B491F" w:rsidP="004B491F">
            <w:pPr>
              <w:pStyle w:val="TAC"/>
              <w:rPr>
                <w:rFonts w:cs="v5.0.0"/>
              </w:rPr>
            </w:pPr>
            <w:r w:rsidRPr="00EF2F0E">
              <w:rPr>
                <w:rFonts w:cs="v5.0.0"/>
              </w:rPr>
              <w:t>-40 dBm</w:t>
            </w:r>
          </w:p>
        </w:tc>
        <w:tc>
          <w:tcPr>
            <w:tcW w:w="1701" w:type="dxa"/>
            <w:shd w:val="clear" w:color="auto" w:fill="auto"/>
            <w:vAlign w:val="center"/>
          </w:tcPr>
          <w:p w14:paraId="0984F742" w14:textId="77777777" w:rsidR="004B491F" w:rsidRPr="00EF2F0E" w:rsidRDefault="004B491F" w:rsidP="004B491F">
            <w:pPr>
              <w:pStyle w:val="TAC"/>
              <w:rPr>
                <w:rFonts w:cs="Arial"/>
              </w:rPr>
            </w:pPr>
            <w:r w:rsidRPr="00EF2F0E">
              <w:rPr>
                <w:rFonts w:cs="Arial"/>
              </w:rPr>
              <w:t>1 MHz</w:t>
            </w:r>
          </w:p>
        </w:tc>
        <w:tc>
          <w:tcPr>
            <w:tcW w:w="4138" w:type="dxa"/>
            <w:shd w:val="clear" w:color="auto" w:fill="auto"/>
            <w:vAlign w:val="center"/>
          </w:tcPr>
          <w:p w14:paraId="0984F743" w14:textId="77777777" w:rsidR="004B491F" w:rsidRPr="00EF2F0E" w:rsidRDefault="004B491F" w:rsidP="004B491F">
            <w:pPr>
              <w:pStyle w:val="TAC"/>
              <w:rPr>
                <w:rFonts w:cs="Arial"/>
              </w:rPr>
            </w:pPr>
            <w:r w:rsidRPr="00EF2F0E">
              <w:rPr>
                <w:rFonts w:cs="Arial"/>
              </w:rPr>
              <w:t>This requirement does not apply to BS operating in band 24,</w:t>
            </w:r>
            <w:r w:rsidRPr="00EF2F0E">
              <w:rPr>
                <w:rFonts w:cs="v5.0.0"/>
              </w:rPr>
              <w:t xml:space="preserve"> since it is already covered by the requirement in subclause 9.7.6.4.2.</w:t>
            </w:r>
          </w:p>
        </w:tc>
      </w:tr>
      <w:tr w:rsidR="004B491F" w:rsidRPr="00EF2F0E" w14:paraId="0984F74A" w14:textId="77777777" w:rsidTr="000A7FEB">
        <w:trPr>
          <w:cantSplit/>
          <w:trHeight w:val="208"/>
          <w:jc w:val="center"/>
        </w:trPr>
        <w:tc>
          <w:tcPr>
            <w:tcW w:w="1105" w:type="dxa"/>
            <w:vMerge w:val="restart"/>
            <w:tcBorders>
              <w:left w:val="single" w:sz="4" w:space="0" w:color="auto"/>
              <w:right w:val="single" w:sz="4" w:space="0" w:color="auto"/>
            </w:tcBorders>
            <w:shd w:val="clear" w:color="auto" w:fill="auto"/>
          </w:tcPr>
          <w:p w14:paraId="0984F745" w14:textId="77777777" w:rsidR="004B491F" w:rsidRPr="00EF2F0E" w:rsidRDefault="004B491F" w:rsidP="004B491F">
            <w:pPr>
              <w:pStyle w:val="TAC"/>
              <w:rPr>
                <w:rFonts w:cs="Arial"/>
              </w:rPr>
            </w:pPr>
            <w:r w:rsidRPr="00EF2F0E">
              <w:rPr>
                <w:rFonts w:cs="Arial"/>
              </w:rPr>
              <w:t>UTRA FDD Band XX</w:t>
            </w:r>
            <w:r w:rsidRPr="00EF2F0E">
              <w:rPr>
                <w:rFonts w:cs="Arial"/>
                <w:lang w:eastAsia="zh-CN"/>
              </w:rPr>
              <w:t>V</w:t>
            </w:r>
            <w:r w:rsidRPr="00EF2F0E">
              <w:rPr>
                <w:rFonts w:cs="Arial"/>
              </w:rPr>
              <w:t xml:space="preserve"> or E-UTRA Band 2</w:t>
            </w:r>
            <w:r w:rsidRPr="00EF2F0E">
              <w:rPr>
                <w:rFonts w:cs="Arial"/>
                <w:lang w:eastAsia="zh-CN"/>
              </w:rPr>
              <w:t>5</w:t>
            </w:r>
            <w:r w:rsidRPr="00EF2F0E">
              <w:rPr>
                <w:rFonts w:cs="Arial"/>
                <w:lang w:val="sv-SE" w:eastAsia="zh-CN"/>
              </w:rPr>
              <w:t xml:space="preserve"> or NR band n25</w:t>
            </w:r>
          </w:p>
        </w:tc>
        <w:tc>
          <w:tcPr>
            <w:tcW w:w="1559" w:type="dxa"/>
            <w:tcBorders>
              <w:left w:val="single" w:sz="4" w:space="0" w:color="auto"/>
            </w:tcBorders>
            <w:shd w:val="clear" w:color="auto" w:fill="auto"/>
            <w:vAlign w:val="center"/>
          </w:tcPr>
          <w:p w14:paraId="0984F746" w14:textId="77777777" w:rsidR="004B491F" w:rsidRPr="00EF2F0E" w:rsidRDefault="004B491F" w:rsidP="004B491F">
            <w:pPr>
              <w:pStyle w:val="TAC"/>
              <w:rPr>
                <w:rFonts w:cs="Arial"/>
              </w:rPr>
            </w:pPr>
            <w:r w:rsidRPr="00EF2F0E">
              <w:rPr>
                <w:rFonts w:cs="Arial"/>
              </w:rPr>
              <w:t>1930 - 199</w:t>
            </w:r>
            <w:r w:rsidRPr="00EF2F0E">
              <w:rPr>
                <w:rFonts w:cs="Arial"/>
                <w:lang w:eastAsia="zh-CN"/>
              </w:rPr>
              <w:t>5</w:t>
            </w:r>
            <w:r w:rsidRPr="00EF2F0E">
              <w:rPr>
                <w:rFonts w:cs="Arial"/>
              </w:rPr>
              <w:t xml:space="preserve"> MHz</w:t>
            </w:r>
          </w:p>
        </w:tc>
        <w:tc>
          <w:tcPr>
            <w:tcW w:w="1190" w:type="dxa"/>
            <w:shd w:val="clear" w:color="auto" w:fill="auto"/>
            <w:vAlign w:val="center"/>
          </w:tcPr>
          <w:p w14:paraId="0984F747" w14:textId="77777777" w:rsidR="004B491F" w:rsidRPr="00EF2F0E" w:rsidRDefault="004B491F" w:rsidP="004B491F">
            <w:pPr>
              <w:pStyle w:val="TAC"/>
              <w:rPr>
                <w:rFonts w:cs="v5.0.0"/>
              </w:rPr>
            </w:pPr>
            <w:r w:rsidRPr="00EF2F0E">
              <w:rPr>
                <w:rFonts w:cs="v5.0.0"/>
              </w:rPr>
              <w:t>-43 dBm</w:t>
            </w:r>
          </w:p>
        </w:tc>
        <w:tc>
          <w:tcPr>
            <w:tcW w:w="1701" w:type="dxa"/>
            <w:shd w:val="clear" w:color="auto" w:fill="auto"/>
            <w:vAlign w:val="center"/>
          </w:tcPr>
          <w:p w14:paraId="0984F748" w14:textId="77777777" w:rsidR="004B491F" w:rsidRPr="00EF2F0E" w:rsidRDefault="004B491F" w:rsidP="004B491F">
            <w:pPr>
              <w:pStyle w:val="TAC"/>
              <w:rPr>
                <w:rFonts w:cs="Arial"/>
              </w:rPr>
            </w:pPr>
            <w:r w:rsidRPr="00EF2F0E">
              <w:rPr>
                <w:rFonts w:cs="Arial"/>
              </w:rPr>
              <w:t>1 MHz</w:t>
            </w:r>
          </w:p>
        </w:tc>
        <w:tc>
          <w:tcPr>
            <w:tcW w:w="4138" w:type="dxa"/>
            <w:shd w:val="clear" w:color="auto" w:fill="auto"/>
            <w:vAlign w:val="center"/>
          </w:tcPr>
          <w:p w14:paraId="0984F749" w14:textId="77777777" w:rsidR="004B491F" w:rsidRPr="00EF2F0E" w:rsidRDefault="004B491F" w:rsidP="004B491F">
            <w:pPr>
              <w:pStyle w:val="TAC"/>
              <w:rPr>
                <w:rFonts w:cs="Arial"/>
              </w:rPr>
            </w:pPr>
            <w:r w:rsidRPr="00EF2F0E">
              <w:rPr>
                <w:rFonts w:cs="Arial"/>
              </w:rPr>
              <w:t xml:space="preserve">This requirement does not apply to BS operating in band </w:t>
            </w:r>
            <w:r w:rsidRPr="00EF2F0E">
              <w:rPr>
                <w:rFonts w:cs="Arial"/>
                <w:lang w:eastAsia="zh-CN"/>
              </w:rPr>
              <w:t xml:space="preserve">2, </w:t>
            </w:r>
            <w:r w:rsidRPr="00EF2F0E">
              <w:rPr>
                <w:rFonts w:cs="Arial"/>
              </w:rPr>
              <w:t>2</w:t>
            </w:r>
            <w:r w:rsidRPr="00EF2F0E">
              <w:rPr>
                <w:rFonts w:cs="Arial"/>
                <w:lang w:eastAsia="zh-CN"/>
              </w:rPr>
              <w:t>5 or 70</w:t>
            </w:r>
            <w:r w:rsidRPr="00EF2F0E">
              <w:rPr>
                <w:rFonts w:cs="Arial"/>
              </w:rPr>
              <w:t>.</w:t>
            </w:r>
          </w:p>
        </w:tc>
      </w:tr>
      <w:tr w:rsidR="004B491F" w:rsidRPr="00EF2F0E" w14:paraId="0984F750" w14:textId="77777777" w:rsidTr="000A7FEB">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0984F74B" w14:textId="77777777" w:rsidR="004B491F" w:rsidRPr="00EF2F0E" w:rsidRDefault="004B491F" w:rsidP="004B491F">
            <w:pPr>
              <w:pStyle w:val="TAC"/>
              <w:rPr>
                <w:rFonts w:cs="Arial"/>
              </w:rPr>
            </w:pPr>
          </w:p>
        </w:tc>
        <w:tc>
          <w:tcPr>
            <w:tcW w:w="1559" w:type="dxa"/>
            <w:tcBorders>
              <w:left w:val="single" w:sz="4" w:space="0" w:color="auto"/>
            </w:tcBorders>
            <w:shd w:val="clear" w:color="auto" w:fill="auto"/>
            <w:vAlign w:val="center"/>
          </w:tcPr>
          <w:p w14:paraId="0984F74C" w14:textId="77777777" w:rsidR="004B491F" w:rsidRPr="00EF2F0E" w:rsidRDefault="004B491F" w:rsidP="004B491F">
            <w:pPr>
              <w:pStyle w:val="TAC"/>
              <w:rPr>
                <w:rFonts w:cs="Arial"/>
              </w:rPr>
            </w:pPr>
            <w:r w:rsidRPr="00EF2F0E">
              <w:rPr>
                <w:rFonts w:cs="Arial"/>
              </w:rPr>
              <w:t>1850 - 191</w:t>
            </w:r>
            <w:r w:rsidRPr="00EF2F0E">
              <w:rPr>
                <w:rFonts w:cs="Arial"/>
                <w:lang w:eastAsia="zh-CN"/>
              </w:rPr>
              <w:t>5</w:t>
            </w:r>
            <w:r w:rsidRPr="00EF2F0E">
              <w:rPr>
                <w:rFonts w:cs="Arial"/>
              </w:rPr>
              <w:t xml:space="preserve"> MHz</w:t>
            </w:r>
          </w:p>
        </w:tc>
        <w:tc>
          <w:tcPr>
            <w:tcW w:w="1190" w:type="dxa"/>
            <w:shd w:val="clear" w:color="auto" w:fill="auto"/>
            <w:vAlign w:val="center"/>
          </w:tcPr>
          <w:p w14:paraId="0984F74D" w14:textId="77777777" w:rsidR="004B491F" w:rsidRPr="00EF2F0E" w:rsidRDefault="004B491F" w:rsidP="004B491F">
            <w:pPr>
              <w:pStyle w:val="TAC"/>
              <w:rPr>
                <w:rFonts w:cs="v5.0.0"/>
              </w:rPr>
            </w:pPr>
            <w:r w:rsidRPr="00EF2F0E">
              <w:rPr>
                <w:rFonts w:cs="v5.0.0"/>
              </w:rPr>
              <w:t>-40 dBm</w:t>
            </w:r>
          </w:p>
        </w:tc>
        <w:tc>
          <w:tcPr>
            <w:tcW w:w="1701" w:type="dxa"/>
            <w:shd w:val="clear" w:color="auto" w:fill="auto"/>
            <w:vAlign w:val="center"/>
          </w:tcPr>
          <w:p w14:paraId="0984F74E" w14:textId="77777777" w:rsidR="004B491F" w:rsidRPr="00EF2F0E" w:rsidRDefault="004B491F" w:rsidP="004B491F">
            <w:pPr>
              <w:pStyle w:val="TAC"/>
              <w:rPr>
                <w:rFonts w:cs="Arial"/>
              </w:rPr>
            </w:pPr>
            <w:r w:rsidRPr="00EF2F0E">
              <w:rPr>
                <w:rFonts w:cs="Arial"/>
              </w:rPr>
              <w:t>1 MHz</w:t>
            </w:r>
          </w:p>
        </w:tc>
        <w:tc>
          <w:tcPr>
            <w:tcW w:w="4138" w:type="dxa"/>
            <w:shd w:val="clear" w:color="auto" w:fill="auto"/>
            <w:vAlign w:val="center"/>
          </w:tcPr>
          <w:p w14:paraId="0984F74F" w14:textId="77777777" w:rsidR="004B491F" w:rsidRPr="00EF2F0E" w:rsidRDefault="004B491F" w:rsidP="004B491F">
            <w:pPr>
              <w:pStyle w:val="TAC"/>
              <w:rPr>
                <w:rFonts w:cs="Arial"/>
              </w:rPr>
            </w:pPr>
            <w:r w:rsidRPr="00EF2F0E">
              <w:rPr>
                <w:rFonts w:cs="Arial"/>
              </w:rPr>
              <w:t>This requirement does not apply to BS operating in band 2</w:t>
            </w:r>
            <w:r w:rsidRPr="00EF2F0E">
              <w:rPr>
                <w:rFonts w:cs="Arial"/>
                <w:lang w:eastAsia="zh-CN"/>
              </w:rPr>
              <w:t>5</w:t>
            </w:r>
            <w:r w:rsidRPr="00EF2F0E">
              <w:rPr>
                <w:rFonts w:cs="Arial"/>
              </w:rPr>
              <w:t xml:space="preserve">, </w:t>
            </w:r>
            <w:r w:rsidRPr="00EF2F0E">
              <w:rPr>
                <w:rFonts w:cs="v5.0.0"/>
              </w:rPr>
              <w:t>since it is already covered by the requirement in subclause 9.7.6.4.2</w:t>
            </w:r>
            <w:r w:rsidRPr="00EF2F0E">
              <w:rPr>
                <w:rFonts w:cs="v5.0.0"/>
                <w:lang w:eastAsia="zh-CN"/>
              </w:rPr>
              <w:t>.</w:t>
            </w:r>
            <w:r w:rsidRPr="00EF2F0E">
              <w:rPr>
                <w:rFonts w:cs="Arial"/>
              </w:rPr>
              <w:t xml:space="preserve"> For BS operating in Band </w:t>
            </w:r>
            <w:r w:rsidRPr="00EF2F0E">
              <w:rPr>
                <w:rFonts w:cs="Arial"/>
                <w:lang w:eastAsia="zh-CN"/>
              </w:rPr>
              <w:t>2</w:t>
            </w:r>
            <w:r w:rsidRPr="00EF2F0E">
              <w:rPr>
                <w:rFonts w:cs="Arial"/>
              </w:rPr>
              <w:t>, it applies for 1</w:t>
            </w:r>
            <w:r w:rsidRPr="00EF2F0E">
              <w:rPr>
                <w:rFonts w:cs="Arial"/>
                <w:lang w:eastAsia="zh-CN"/>
              </w:rPr>
              <w:t>910</w:t>
            </w:r>
            <w:r w:rsidRPr="00EF2F0E">
              <w:rPr>
                <w:rFonts w:cs="Arial"/>
              </w:rPr>
              <w:t> MHz to 1</w:t>
            </w:r>
            <w:r w:rsidRPr="00EF2F0E">
              <w:rPr>
                <w:rFonts w:cs="Arial"/>
                <w:lang w:eastAsia="zh-CN"/>
              </w:rPr>
              <w:t>915</w:t>
            </w:r>
            <w:r w:rsidRPr="00EF2F0E">
              <w:rPr>
                <w:rFonts w:cs="Arial"/>
              </w:rPr>
              <w:t xml:space="preserve"> MHz, while the rest is covered in subclause 9.7.6.4.2.</w:t>
            </w:r>
          </w:p>
        </w:tc>
      </w:tr>
      <w:tr w:rsidR="004B491F" w:rsidRPr="00EF2F0E" w14:paraId="0984F756" w14:textId="77777777" w:rsidTr="000A7FEB">
        <w:trPr>
          <w:cantSplit/>
          <w:trHeight w:val="208"/>
          <w:jc w:val="center"/>
        </w:trPr>
        <w:tc>
          <w:tcPr>
            <w:tcW w:w="1105" w:type="dxa"/>
            <w:vMerge w:val="restart"/>
            <w:tcBorders>
              <w:left w:val="single" w:sz="4" w:space="0" w:color="auto"/>
              <w:right w:val="single" w:sz="4" w:space="0" w:color="auto"/>
            </w:tcBorders>
            <w:shd w:val="clear" w:color="auto" w:fill="auto"/>
          </w:tcPr>
          <w:p w14:paraId="0984F751" w14:textId="77777777" w:rsidR="004B491F" w:rsidRPr="00EF2F0E" w:rsidRDefault="004B491F" w:rsidP="004B491F">
            <w:pPr>
              <w:keepNext/>
              <w:keepLines/>
              <w:jc w:val="center"/>
              <w:rPr>
                <w:rFonts w:ascii="Arial" w:hAnsi="Arial"/>
                <w:sz w:val="18"/>
                <w:lang w:val="sv-FI"/>
              </w:rPr>
            </w:pPr>
            <w:r w:rsidRPr="00EF2F0E">
              <w:rPr>
                <w:rFonts w:ascii="Arial" w:hAnsi="Arial"/>
                <w:sz w:val="18"/>
                <w:lang w:val="sv-FI"/>
              </w:rPr>
              <w:t>UTRA FDD Band XX</w:t>
            </w:r>
            <w:r w:rsidRPr="00EF2F0E">
              <w:rPr>
                <w:rFonts w:ascii="Arial" w:hAnsi="Arial"/>
                <w:sz w:val="18"/>
                <w:lang w:val="sv-FI" w:eastAsia="zh-CN"/>
              </w:rPr>
              <w:t>VI</w:t>
            </w:r>
            <w:r w:rsidRPr="00EF2F0E">
              <w:rPr>
                <w:rFonts w:ascii="Arial" w:hAnsi="Arial"/>
                <w:sz w:val="18"/>
                <w:lang w:val="sv-FI"/>
              </w:rPr>
              <w:t xml:space="preserve"> or E-UTRA Band 2</w:t>
            </w:r>
            <w:r w:rsidRPr="00EF2F0E">
              <w:rPr>
                <w:rFonts w:ascii="Arial" w:hAnsi="Arial"/>
                <w:sz w:val="18"/>
                <w:lang w:val="sv-FI" w:eastAsia="zh-CN"/>
              </w:rPr>
              <w:t>6</w:t>
            </w:r>
          </w:p>
        </w:tc>
        <w:tc>
          <w:tcPr>
            <w:tcW w:w="1559" w:type="dxa"/>
            <w:tcBorders>
              <w:left w:val="single" w:sz="4" w:space="0" w:color="auto"/>
            </w:tcBorders>
            <w:shd w:val="clear" w:color="auto" w:fill="auto"/>
            <w:vAlign w:val="center"/>
          </w:tcPr>
          <w:p w14:paraId="0984F752" w14:textId="77777777" w:rsidR="004B491F" w:rsidRPr="00EF2F0E" w:rsidRDefault="004B491F" w:rsidP="004B491F">
            <w:pPr>
              <w:keepNext/>
              <w:keepLines/>
              <w:jc w:val="center"/>
              <w:rPr>
                <w:rFonts w:ascii="Arial" w:hAnsi="Arial"/>
                <w:sz w:val="18"/>
              </w:rPr>
            </w:pPr>
            <w:r w:rsidRPr="00EF2F0E">
              <w:rPr>
                <w:rFonts w:ascii="Arial" w:hAnsi="Arial"/>
                <w:sz w:val="18"/>
              </w:rPr>
              <w:t>859 - 894 MHz</w:t>
            </w:r>
          </w:p>
        </w:tc>
        <w:tc>
          <w:tcPr>
            <w:tcW w:w="1190" w:type="dxa"/>
            <w:shd w:val="clear" w:color="auto" w:fill="auto"/>
            <w:vAlign w:val="center"/>
          </w:tcPr>
          <w:p w14:paraId="0984F753" w14:textId="77777777" w:rsidR="004B491F" w:rsidRPr="00EF2F0E" w:rsidRDefault="004B491F" w:rsidP="004B491F">
            <w:pPr>
              <w:pStyle w:val="TAC"/>
              <w:rPr>
                <w:rFonts w:cs="v5.0.0"/>
              </w:rPr>
            </w:pPr>
            <w:r w:rsidRPr="00EF2F0E">
              <w:rPr>
                <w:rFonts w:cs="v5.0.0"/>
              </w:rPr>
              <w:t>-43 dBm</w:t>
            </w:r>
          </w:p>
        </w:tc>
        <w:tc>
          <w:tcPr>
            <w:tcW w:w="1701" w:type="dxa"/>
            <w:shd w:val="clear" w:color="auto" w:fill="auto"/>
            <w:vAlign w:val="center"/>
          </w:tcPr>
          <w:p w14:paraId="0984F754" w14:textId="77777777" w:rsidR="004B491F" w:rsidRPr="00EF2F0E" w:rsidRDefault="004B491F" w:rsidP="004B491F">
            <w:pPr>
              <w:keepNext/>
              <w:keepLines/>
              <w:jc w:val="center"/>
              <w:rPr>
                <w:rFonts w:ascii="Arial" w:hAnsi="Arial"/>
                <w:sz w:val="18"/>
              </w:rPr>
            </w:pPr>
            <w:r w:rsidRPr="00EF2F0E">
              <w:rPr>
                <w:rFonts w:ascii="Arial" w:hAnsi="Arial"/>
                <w:sz w:val="18"/>
              </w:rPr>
              <w:t>1 MHz</w:t>
            </w:r>
          </w:p>
        </w:tc>
        <w:tc>
          <w:tcPr>
            <w:tcW w:w="4138" w:type="dxa"/>
            <w:shd w:val="clear" w:color="auto" w:fill="auto"/>
            <w:vAlign w:val="center"/>
          </w:tcPr>
          <w:p w14:paraId="0984F755" w14:textId="77777777" w:rsidR="004B491F" w:rsidRPr="00EF2F0E" w:rsidRDefault="004B491F" w:rsidP="004B491F">
            <w:pPr>
              <w:keepNext/>
              <w:keepLines/>
              <w:jc w:val="center"/>
              <w:rPr>
                <w:rFonts w:ascii="Arial" w:hAnsi="Arial"/>
                <w:sz w:val="18"/>
              </w:rPr>
            </w:pPr>
            <w:r w:rsidRPr="00EF2F0E">
              <w:rPr>
                <w:rFonts w:ascii="Arial" w:hAnsi="Arial"/>
                <w:sz w:val="18"/>
              </w:rPr>
              <w:t>This requirement does not apply to BS operating in band 5 or 26.</w:t>
            </w:r>
            <w:r w:rsidRPr="00EF2F0E">
              <w:t xml:space="preserve"> </w:t>
            </w:r>
            <w:r w:rsidRPr="00EF2F0E">
              <w:rPr>
                <w:rFonts w:ascii="Arial" w:hAnsi="Arial" w:cs="Arial"/>
                <w:sz w:val="18"/>
                <w:szCs w:val="18"/>
              </w:rPr>
              <w:t>This requirement applies to E-UTRA BS operating in Band 27 for the frequency range 879-894 MHz.</w:t>
            </w:r>
          </w:p>
        </w:tc>
      </w:tr>
      <w:tr w:rsidR="004B491F" w:rsidRPr="00EF2F0E" w14:paraId="0984F75C" w14:textId="77777777" w:rsidTr="000A7FEB">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0984F757" w14:textId="77777777" w:rsidR="004B491F" w:rsidRPr="00EF2F0E" w:rsidRDefault="004B491F" w:rsidP="004B491F">
            <w:pPr>
              <w:keepNext/>
              <w:keepLines/>
              <w:jc w:val="center"/>
              <w:rPr>
                <w:rFonts w:ascii="Arial" w:hAnsi="Arial"/>
                <w:sz w:val="18"/>
              </w:rPr>
            </w:pPr>
          </w:p>
        </w:tc>
        <w:tc>
          <w:tcPr>
            <w:tcW w:w="1559" w:type="dxa"/>
            <w:tcBorders>
              <w:left w:val="single" w:sz="4" w:space="0" w:color="auto"/>
            </w:tcBorders>
            <w:shd w:val="clear" w:color="auto" w:fill="auto"/>
            <w:vAlign w:val="center"/>
          </w:tcPr>
          <w:p w14:paraId="0984F758" w14:textId="77777777" w:rsidR="004B491F" w:rsidRPr="00EF2F0E" w:rsidRDefault="004B491F" w:rsidP="004B491F">
            <w:pPr>
              <w:keepNext/>
              <w:keepLines/>
              <w:jc w:val="center"/>
              <w:rPr>
                <w:rFonts w:ascii="Arial" w:hAnsi="Arial"/>
                <w:sz w:val="18"/>
              </w:rPr>
            </w:pPr>
            <w:r w:rsidRPr="00EF2F0E">
              <w:rPr>
                <w:rFonts w:ascii="Arial" w:hAnsi="Arial"/>
                <w:sz w:val="18"/>
              </w:rPr>
              <w:t>814 - 849 MHz</w:t>
            </w:r>
          </w:p>
        </w:tc>
        <w:tc>
          <w:tcPr>
            <w:tcW w:w="1190" w:type="dxa"/>
            <w:shd w:val="clear" w:color="auto" w:fill="auto"/>
            <w:vAlign w:val="center"/>
          </w:tcPr>
          <w:p w14:paraId="0984F759" w14:textId="77777777" w:rsidR="004B491F" w:rsidRPr="00EF2F0E" w:rsidRDefault="004B491F" w:rsidP="004B491F">
            <w:pPr>
              <w:pStyle w:val="TAC"/>
              <w:rPr>
                <w:rFonts w:cs="v5.0.0"/>
              </w:rPr>
            </w:pPr>
            <w:r w:rsidRPr="00EF2F0E">
              <w:rPr>
                <w:rFonts w:cs="v5.0.0"/>
              </w:rPr>
              <w:t>-40 dBm</w:t>
            </w:r>
          </w:p>
        </w:tc>
        <w:tc>
          <w:tcPr>
            <w:tcW w:w="1701" w:type="dxa"/>
            <w:shd w:val="clear" w:color="auto" w:fill="auto"/>
            <w:vAlign w:val="center"/>
          </w:tcPr>
          <w:p w14:paraId="0984F75A" w14:textId="77777777" w:rsidR="004B491F" w:rsidRPr="00EF2F0E" w:rsidRDefault="004B491F" w:rsidP="004B491F">
            <w:pPr>
              <w:keepNext/>
              <w:keepLines/>
              <w:jc w:val="center"/>
              <w:rPr>
                <w:rFonts w:ascii="Arial" w:hAnsi="Arial"/>
                <w:sz w:val="18"/>
              </w:rPr>
            </w:pPr>
            <w:r w:rsidRPr="00EF2F0E">
              <w:rPr>
                <w:rFonts w:ascii="Arial" w:hAnsi="Arial"/>
                <w:sz w:val="18"/>
              </w:rPr>
              <w:t>1 MHz</w:t>
            </w:r>
          </w:p>
        </w:tc>
        <w:tc>
          <w:tcPr>
            <w:tcW w:w="4138" w:type="dxa"/>
            <w:shd w:val="clear" w:color="auto" w:fill="auto"/>
            <w:vAlign w:val="center"/>
          </w:tcPr>
          <w:p w14:paraId="0984F75B" w14:textId="77777777" w:rsidR="004B491F" w:rsidRPr="00EF2F0E" w:rsidRDefault="004B491F" w:rsidP="004B491F">
            <w:pPr>
              <w:keepNext/>
              <w:keepLines/>
              <w:jc w:val="center"/>
              <w:rPr>
                <w:rFonts w:ascii="Arial" w:hAnsi="Arial"/>
                <w:sz w:val="18"/>
              </w:rPr>
            </w:pPr>
            <w:r w:rsidRPr="00EF2F0E">
              <w:rPr>
                <w:rFonts w:ascii="Arial" w:hAnsi="Arial"/>
                <w:sz w:val="18"/>
              </w:rPr>
              <w:t xml:space="preserve">This requirement does not apply to BS operating in band 26, </w:t>
            </w:r>
            <w:r w:rsidRPr="00EF2F0E">
              <w:rPr>
                <w:rFonts w:ascii="Arial" w:hAnsi="Arial" w:cs="v5.0.0"/>
                <w:sz w:val="18"/>
              </w:rPr>
              <w:t>since it is already covered by the requirement in subclause 9.7.6.4.2.</w:t>
            </w:r>
            <w:r w:rsidRPr="00EF2F0E">
              <w:rPr>
                <w:rFonts w:ascii="Arial" w:hAnsi="Arial"/>
                <w:sz w:val="18"/>
              </w:rPr>
              <w:t xml:space="preserve"> For BS operating in Band 5, it applies for 814 MHz to 824 MHz, while the rest is covered in subclause 9.7.6.4.2.  For BS operating in Band 27, it applies 3 MHz below the Band 27 </w:t>
            </w:r>
            <w:r w:rsidRPr="00EF2F0E">
              <w:rPr>
                <w:rFonts w:ascii="Arial" w:hAnsi="Arial"/>
                <w:i/>
                <w:sz w:val="18"/>
              </w:rPr>
              <w:t>downlink operating band</w:t>
            </w:r>
            <w:r w:rsidRPr="00EF2F0E">
              <w:rPr>
                <w:rFonts w:ascii="Arial" w:hAnsi="Arial"/>
                <w:sz w:val="18"/>
              </w:rPr>
              <w:t>.</w:t>
            </w:r>
          </w:p>
        </w:tc>
      </w:tr>
      <w:tr w:rsidR="004B491F" w:rsidRPr="00EF2F0E" w14:paraId="0984F762" w14:textId="77777777" w:rsidTr="000A7FEB">
        <w:trPr>
          <w:cantSplit/>
          <w:trHeight w:val="208"/>
          <w:jc w:val="center"/>
        </w:trPr>
        <w:tc>
          <w:tcPr>
            <w:tcW w:w="1105" w:type="dxa"/>
            <w:vMerge w:val="restart"/>
            <w:tcBorders>
              <w:left w:val="single" w:sz="4" w:space="0" w:color="auto"/>
              <w:right w:val="single" w:sz="4" w:space="0" w:color="auto"/>
            </w:tcBorders>
            <w:shd w:val="clear" w:color="auto" w:fill="auto"/>
          </w:tcPr>
          <w:p w14:paraId="0984F75D" w14:textId="77777777" w:rsidR="004B491F" w:rsidRPr="00EF2F0E" w:rsidRDefault="004B491F" w:rsidP="004B491F">
            <w:pPr>
              <w:pStyle w:val="TAC"/>
              <w:rPr>
                <w:rFonts w:cs="Arial"/>
              </w:rPr>
            </w:pPr>
            <w:r w:rsidRPr="00EF2F0E">
              <w:rPr>
                <w:rFonts w:cs="Arial"/>
              </w:rPr>
              <w:t>E-UTRA Band 27</w:t>
            </w:r>
          </w:p>
        </w:tc>
        <w:tc>
          <w:tcPr>
            <w:tcW w:w="1559" w:type="dxa"/>
            <w:tcBorders>
              <w:left w:val="single" w:sz="4" w:space="0" w:color="auto"/>
            </w:tcBorders>
            <w:shd w:val="clear" w:color="auto" w:fill="auto"/>
            <w:vAlign w:val="center"/>
          </w:tcPr>
          <w:p w14:paraId="0984F75E" w14:textId="77777777" w:rsidR="004B491F" w:rsidRPr="00EF2F0E" w:rsidRDefault="004B491F" w:rsidP="004B491F">
            <w:pPr>
              <w:pStyle w:val="TAC"/>
              <w:rPr>
                <w:rFonts w:cs="Arial"/>
              </w:rPr>
            </w:pPr>
            <w:r w:rsidRPr="00EF2F0E">
              <w:rPr>
                <w:rFonts w:cs="Arial"/>
              </w:rPr>
              <w:t>852 – 869 MHz</w:t>
            </w:r>
          </w:p>
        </w:tc>
        <w:tc>
          <w:tcPr>
            <w:tcW w:w="1190" w:type="dxa"/>
            <w:shd w:val="clear" w:color="auto" w:fill="auto"/>
            <w:vAlign w:val="center"/>
          </w:tcPr>
          <w:p w14:paraId="0984F75F" w14:textId="77777777" w:rsidR="004B491F" w:rsidRPr="00EF2F0E" w:rsidRDefault="004B491F" w:rsidP="004B491F">
            <w:pPr>
              <w:pStyle w:val="TAC"/>
              <w:rPr>
                <w:rFonts w:cs="v5.0.0"/>
              </w:rPr>
            </w:pPr>
            <w:r w:rsidRPr="00EF2F0E">
              <w:rPr>
                <w:rFonts w:cs="v5.0.0"/>
              </w:rPr>
              <w:t>-43 dBm</w:t>
            </w:r>
          </w:p>
        </w:tc>
        <w:tc>
          <w:tcPr>
            <w:tcW w:w="1701" w:type="dxa"/>
            <w:shd w:val="clear" w:color="auto" w:fill="auto"/>
            <w:vAlign w:val="center"/>
          </w:tcPr>
          <w:p w14:paraId="0984F760" w14:textId="77777777" w:rsidR="004B491F" w:rsidRPr="00EF2F0E" w:rsidRDefault="004B491F" w:rsidP="004B491F">
            <w:pPr>
              <w:pStyle w:val="TAC"/>
              <w:rPr>
                <w:rFonts w:cs="Arial"/>
              </w:rPr>
            </w:pPr>
            <w:r w:rsidRPr="00EF2F0E">
              <w:rPr>
                <w:rFonts w:cs="Arial"/>
              </w:rPr>
              <w:t>1 MHz</w:t>
            </w:r>
          </w:p>
        </w:tc>
        <w:tc>
          <w:tcPr>
            <w:tcW w:w="4138" w:type="dxa"/>
            <w:shd w:val="clear" w:color="auto" w:fill="auto"/>
            <w:vAlign w:val="center"/>
          </w:tcPr>
          <w:p w14:paraId="0984F761" w14:textId="77777777" w:rsidR="004B491F" w:rsidRPr="00EF2F0E" w:rsidRDefault="004B491F" w:rsidP="004B491F">
            <w:pPr>
              <w:pStyle w:val="TAC"/>
              <w:rPr>
                <w:rFonts w:cs="Arial"/>
              </w:rPr>
            </w:pPr>
            <w:r w:rsidRPr="00EF2F0E">
              <w:rPr>
                <w:rFonts w:cs="Arial"/>
              </w:rPr>
              <w:t>This requirement does not apply to BS operating in bands 5, 26 or 27.</w:t>
            </w:r>
          </w:p>
        </w:tc>
      </w:tr>
      <w:tr w:rsidR="004B491F" w:rsidRPr="00EF2F0E" w14:paraId="0984F768" w14:textId="77777777" w:rsidTr="000A7FEB">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0984F763" w14:textId="77777777" w:rsidR="004B491F" w:rsidRPr="00EF2F0E" w:rsidRDefault="004B491F" w:rsidP="004B491F">
            <w:pPr>
              <w:pStyle w:val="TAC"/>
              <w:rPr>
                <w:rFonts w:cs="Arial"/>
              </w:rPr>
            </w:pPr>
          </w:p>
        </w:tc>
        <w:tc>
          <w:tcPr>
            <w:tcW w:w="1559" w:type="dxa"/>
            <w:tcBorders>
              <w:left w:val="single" w:sz="4" w:space="0" w:color="auto"/>
            </w:tcBorders>
            <w:shd w:val="clear" w:color="auto" w:fill="auto"/>
            <w:vAlign w:val="center"/>
          </w:tcPr>
          <w:p w14:paraId="0984F764" w14:textId="77777777" w:rsidR="004B491F" w:rsidRPr="00EF2F0E" w:rsidRDefault="004B491F" w:rsidP="004B491F">
            <w:pPr>
              <w:pStyle w:val="TAC"/>
              <w:rPr>
                <w:rFonts w:cs="Arial"/>
              </w:rPr>
            </w:pPr>
            <w:r w:rsidRPr="00EF2F0E">
              <w:rPr>
                <w:rFonts w:cs="Arial"/>
              </w:rPr>
              <w:t>807 – 824 MHz</w:t>
            </w:r>
          </w:p>
        </w:tc>
        <w:tc>
          <w:tcPr>
            <w:tcW w:w="1190" w:type="dxa"/>
            <w:shd w:val="clear" w:color="auto" w:fill="auto"/>
            <w:vAlign w:val="center"/>
          </w:tcPr>
          <w:p w14:paraId="0984F765" w14:textId="77777777" w:rsidR="004B491F" w:rsidRPr="00EF2F0E" w:rsidRDefault="004B491F" w:rsidP="004B491F">
            <w:pPr>
              <w:pStyle w:val="TAC"/>
              <w:rPr>
                <w:rFonts w:cs="v5.0.0"/>
              </w:rPr>
            </w:pPr>
            <w:r w:rsidRPr="00EF2F0E">
              <w:rPr>
                <w:rFonts w:cs="v5.0.0"/>
              </w:rPr>
              <w:t>-40 dBm</w:t>
            </w:r>
          </w:p>
        </w:tc>
        <w:tc>
          <w:tcPr>
            <w:tcW w:w="1701" w:type="dxa"/>
            <w:shd w:val="clear" w:color="auto" w:fill="auto"/>
            <w:vAlign w:val="center"/>
          </w:tcPr>
          <w:p w14:paraId="0984F766" w14:textId="77777777" w:rsidR="004B491F" w:rsidRPr="00EF2F0E" w:rsidRDefault="004B491F" w:rsidP="004B491F">
            <w:pPr>
              <w:pStyle w:val="TAC"/>
              <w:rPr>
                <w:rFonts w:cs="Arial"/>
              </w:rPr>
            </w:pPr>
            <w:r w:rsidRPr="00EF2F0E">
              <w:rPr>
                <w:rFonts w:cs="Arial"/>
              </w:rPr>
              <w:t>1 MHz</w:t>
            </w:r>
          </w:p>
        </w:tc>
        <w:tc>
          <w:tcPr>
            <w:tcW w:w="4138" w:type="dxa"/>
            <w:shd w:val="clear" w:color="auto" w:fill="auto"/>
            <w:vAlign w:val="center"/>
          </w:tcPr>
          <w:p w14:paraId="0984F767" w14:textId="3F168D7E" w:rsidR="004B491F" w:rsidRPr="00EF2F0E" w:rsidRDefault="004B491F" w:rsidP="004B491F">
            <w:pPr>
              <w:pStyle w:val="TAC"/>
              <w:rPr>
                <w:rFonts w:cs="Arial"/>
              </w:rPr>
            </w:pPr>
            <w:r w:rsidRPr="00EF2F0E">
              <w:rPr>
                <w:rFonts w:cs="Arial"/>
              </w:rPr>
              <w:t>This requirement does not apply to BS operating in band 27,</w:t>
            </w:r>
            <w:r w:rsidRPr="00EF2F0E">
              <w:rPr>
                <w:rFonts w:cs="v5.0.0"/>
              </w:rPr>
              <w:t xml:space="preserve"> since it is already covered by the requirement in subclause 9.7.6.4.2. </w:t>
            </w:r>
            <w:r w:rsidRPr="00EF2F0E">
              <w:rPr>
                <w:rFonts w:cs="Arial"/>
              </w:rPr>
              <w:t xml:space="preserve">For BS operating in Band 26, it applies for 807 MHz to 814 MHz, while the rest is covered in subclause 9.7.6.4.2.  This requirement also applies to BS operating in Band 28, starting 4 MHz above the Band 28 </w:t>
            </w:r>
            <w:r w:rsidRPr="00EF2F0E">
              <w:rPr>
                <w:rFonts w:cs="Arial"/>
                <w:i/>
              </w:rPr>
              <w:t>downlink operating band</w:t>
            </w:r>
            <w:r w:rsidRPr="00EF2F0E">
              <w:rPr>
                <w:rFonts w:eastAsia="MS PGothic" w:cs="Arial"/>
                <w:kern w:val="24"/>
                <w:szCs w:val="22"/>
              </w:rPr>
              <w:t xml:space="preserve"> (NOTE 6)</w:t>
            </w:r>
            <w:r w:rsidRPr="00EF2F0E">
              <w:rPr>
                <w:rFonts w:cs="Arial"/>
              </w:rPr>
              <w:t>.</w:t>
            </w:r>
          </w:p>
        </w:tc>
      </w:tr>
      <w:tr w:rsidR="004B491F" w:rsidRPr="00EF2F0E" w14:paraId="0984F76E" w14:textId="77777777" w:rsidTr="000A7FEB">
        <w:trPr>
          <w:cantSplit/>
          <w:trHeight w:val="208"/>
          <w:jc w:val="center"/>
        </w:trPr>
        <w:tc>
          <w:tcPr>
            <w:tcW w:w="1105" w:type="dxa"/>
            <w:vMerge w:val="restart"/>
            <w:tcBorders>
              <w:left w:val="single" w:sz="4" w:space="0" w:color="auto"/>
              <w:right w:val="single" w:sz="4" w:space="0" w:color="auto"/>
            </w:tcBorders>
            <w:shd w:val="clear" w:color="auto" w:fill="auto"/>
          </w:tcPr>
          <w:p w14:paraId="0984F769" w14:textId="77777777" w:rsidR="004B491F" w:rsidRPr="00EF2F0E" w:rsidRDefault="004B491F" w:rsidP="004B491F">
            <w:pPr>
              <w:keepNext/>
              <w:keepLines/>
              <w:jc w:val="center"/>
              <w:rPr>
                <w:rFonts w:ascii="Arial" w:hAnsi="Arial"/>
                <w:sz w:val="18"/>
              </w:rPr>
            </w:pPr>
            <w:r w:rsidRPr="00EF2F0E">
              <w:rPr>
                <w:rFonts w:ascii="Arial" w:hAnsi="Arial"/>
                <w:sz w:val="18"/>
              </w:rPr>
              <w:t>E-UTRA Band 28 or NR band n28</w:t>
            </w:r>
          </w:p>
        </w:tc>
        <w:tc>
          <w:tcPr>
            <w:tcW w:w="1559" w:type="dxa"/>
            <w:tcBorders>
              <w:left w:val="single" w:sz="4" w:space="0" w:color="auto"/>
            </w:tcBorders>
            <w:shd w:val="clear" w:color="auto" w:fill="auto"/>
            <w:vAlign w:val="center"/>
          </w:tcPr>
          <w:p w14:paraId="0984F76A" w14:textId="77777777" w:rsidR="004B491F" w:rsidRPr="00EF2F0E" w:rsidRDefault="004B491F" w:rsidP="004B491F">
            <w:pPr>
              <w:keepNext/>
              <w:keepLines/>
              <w:jc w:val="center"/>
              <w:rPr>
                <w:rFonts w:ascii="Arial" w:hAnsi="Arial"/>
                <w:sz w:val="18"/>
              </w:rPr>
            </w:pPr>
            <w:r w:rsidRPr="00EF2F0E">
              <w:rPr>
                <w:rFonts w:ascii="Arial" w:hAnsi="Arial"/>
                <w:sz w:val="18"/>
              </w:rPr>
              <w:t>758 - 803 MHz</w:t>
            </w:r>
          </w:p>
        </w:tc>
        <w:tc>
          <w:tcPr>
            <w:tcW w:w="1190" w:type="dxa"/>
            <w:shd w:val="clear" w:color="auto" w:fill="auto"/>
            <w:vAlign w:val="center"/>
          </w:tcPr>
          <w:p w14:paraId="0984F76B" w14:textId="77777777" w:rsidR="004B491F" w:rsidRPr="00EF2F0E" w:rsidRDefault="004B491F" w:rsidP="004B491F">
            <w:pPr>
              <w:pStyle w:val="TAC"/>
              <w:rPr>
                <w:rFonts w:cs="v5.0.0"/>
              </w:rPr>
            </w:pPr>
            <w:r w:rsidRPr="00EF2F0E">
              <w:rPr>
                <w:rFonts w:cs="v5.0.0"/>
              </w:rPr>
              <w:t>-43 dBm</w:t>
            </w:r>
          </w:p>
        </w:tc>
        <w:tc>
          <w:tcPr>
            <w:tcW w:w="1701" w:type="dxa"/>
            <w:shd w:val="clear" w:color="auto" w:fill="auto"/>
            <w:vAlign w:val="center"/>
          </w:tcPr>
          <w:p w14:paraId="0984F76C" w14:textId="77777777" w:rsidR="004B491F" w:rsidRPr="00EF2F0E" w:rsidRDefault="004B491F" w:rsidP="004B491F">
            <w:pPr>
              <w:keepNext/>
              <w:keepLines/>
              <w:jc w:val="center"/>
              <w:rPr>
                <w:rFonts w:ascii="Arial" w:hAnsi="Arial"/>
                <w:sz w:val="18"/>
              </w:rPr>
            </w:pPr>
            <w:r w:rsidRPr="00EF2F0E">
              <w:rPr>
                <w:rFonts w:ascii="Arial" w:hAnsi="Arial"/>
                <w:sz w:val="18"/>
              </w:rPr>
              <w:t>1 MHz</w:t>
            </w:r>
          </w:p>
        </w:tc>
        <w:tc>
          <w:tcPr>
            <w:tcW w:w="4138" w:type="dxa"/>
            <w:shd w:val="clear" w:color="auto" w:fill="auto"/>
            <w:vAlign w:val="center"/>
          </w:tcPr>
          <w:p w14:paraId="0984F76D" w14:textId="77777777" w:rsidR="004B491F" w:rsidRPr="00EF2F0E" w:rsidRDefault="004B491F" w:rsidP="004B491F">
            <w:pPr>
              <w:keepNext/>
              <w:keepLines/>
              <w:jc w:val="center"/>
              <w:rPr>
                <w:rFonts w:ascii="Arial" w:hAnsi="Arial"/>
                <w:sz w:val="18"/>
              </w:rPr>
            </w:pPr>
            <w:r w:rsidRPr="00EF2F0E">
              <w:rPr>
                <w:rFonts w:ascii="Arial" w:hAnsi="Arial"/>
                <w:sz w:val="18"/>
              </w:rPr>
              <w:t>This requirement does not apply to BS operating in band 20, 28, 44, 67 or 68.</w:t>
            </w:r>
          </w:p>
        </w:tc>
      </w:tr>
      <w:tr w:rsidR="004B491F" w:rsidRPr="00EF2F0E" w14:paraId="0984F774" w14:textId="77777777" w:rsidTr="000A7FEB">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0984F76F" w14:textId="77777777" w:rsidR="004B491F" w:rsidRPr="00EF2F0E" w:rsidRDefault="004B491F" w:rsidP="004B491F">
            <w:pPr>
              <w:keepNext/>
              <w:keepLines/>
              <w:jc w:val="center"/>
              <w:rPr>
                <w:rFonts w:ascii="Arial" w:hAnsi="Arial"/>
                <w:sz w:val="18"/>
              </w:rPr>
            </w:pPr>
          </w:p>
        </w:tc>
        <w:tc>
          <w:tcPr>
            <w:tcW w:w="1559" w:type="dxa"/>
            <w:tcBorders>
              <w:left w:val="single" w:sz="4" w:space="0" w:color="auto"/>
            </w:tcBorders>
            <w:shd w:val="clear" w:color="auto" w:fill="auto"/>
            <w:vAlign w:val="center"/>
          </w:tcPr>
          <w:p w14:paraId="0984F770" w14:textId="77777777" w:rsidR="004B491F" w:rsidRPr="00EF2F0E" w:rsidRDefault="004B491F" w:rsidP="004B491F">
            <w:pPr>
              <w:keepNext/>
              <w:keepLines/>
              <w:jc w:val="center"/>
              <w:rPr>
                <w:rFonts w:ascii="Arial" w:hAnsi="Arial"/>
                <w:sz w:val="18"/>
              </w:rPr>
            </w:pPr>
            <w:r w:rsidRPr="00EF2F0E">
              <w:rPr>
                <w:rFonts w:ascii="Arial" w:hAnsi="Arial"/>
                <w:sz w:val="18"/>
              </w:rPr>
              <w:t>703 - 748 MHz</w:t>
            </w:r>
          </w:p>
        </w:tc>
        <w:tc>
          <w:tcPr>
            <w:tcW w:w="1190" w:type="dxa"/>
            <w:shd w:val="clear" w:color="auto" w:fill="auto"/>
            <w:vAlign w:val="center"/>
          </w:tcPr>
          <w:p w14:paraId="0984F771" w14:textId="77777777" w:rsidR="004B491F" w:rsidRPr="00EF2F0E" w:rsidRDefault="004B491F" w:rsidP="004B491F">
            <w:pPr>
              <w:pStyle w:val="TAC"/>
              <w:rPr>
                <w:rFonts w:cs="v5.0.0"/>
              </w:rPr>
            </w:pPr>
            <w:r w:rsidRPr="00EF2F0E">
              <w:rPr>
                <w:rFonts w:cs="v5.0.0"/>
              </w:rPr>
              <w:t>-40 dBm</w:t>
            </w:r>
          </w:p>
        </w:tc>
        <w:tc>
          <w:tcPr>
            <w:tcW w:w="1701" w:type="dxa"/>
            <w:shd w:val="clear" w:color="auto" w:fill="auto"/>
            <w:vAlign w:val="center"/>
          </w:tcPr>
          <w:p w14:paraId="0984F772" w14:textId="77777777" w:rsidR="004B491F" w:rsidRPr="00EF2F0E" w:rsidRDefault="004B491F" w:rsidP="004B491F">
            <w:pPr>
              <w:keepNext/>
              <w:keepLines/>
              <w:jc w:val="center"/>
              <w:rPr>
                <w:rFonts w:ascii="Arial" w:hAnsi="Arial"/>
                <w:sz w:val="18"/>
              </w:rPr>
            </w:pPr>
            <w:r w:rsidRPr="00EF2F0E">
              <w:rPr>
                <w:rFonts w:ascii="Arial" w:hAnsi="Arial"/>
                <w:sz w:val="18"/>
              </w:rPr>
              <w:t>1 MHz</w:t>
            </w:r>
          </w:p>
        </w:tc>
        <w:tc>
          <w:tcPr>
            <w:tcW w:w="4138" w:type="dxa"/>
            <w:shd w:val="clear" w:color="auto" w:fill="auto"/>
            <w:vAlign w:val="center"/>
          </w:tcPr>
          <w:p w14:paraId="0984F773" w14:textId="77777777" w:rsidR="004B491F" w:rsidRPr="00EF2F0E" w:rsidRDefault="004B491F" w:rsidP="004B491F">
            <w:pPr>
              <w:pStyle w:val="TAL"/>
              <w:jc w:val="center"/>
              <w:rPr>
                <w:rFonts w:cs="Arial"/>
              </w:rPr>
            </w:pPr>
            <w:r w:rsidRPr="00EF2F0E">
              <w:rPr>
                <w:rFonts w:cs="Arial"/>
              </w:rPr>
              <w:t xml:space="preserve">This requirement does not apply to BS operating in band 28, since it is already covered by the requirement in subclause 9.7.6.4.2. This requirement does not apply to BS operating in Band 44. For BS operating in Band 67, it applies for 703-736MHz. </w:t>
            </w:r>
            <w:r w:rsidRPr="00EF2F0E">
              <w:rPr>
                <w:rFonts w:cs="v5.0.0"/>
              </w:rPr>
              <w:t>For E-UTRA BS operating in Band 68, it applies for 728MHz to 733MHz.</w:t>
            </w:r>
          </w:p>
        </w:tc>
      </w:tr>
      <w:tr w:rsidR="004B491F" w:rsidRPr="00EF2F0E" w14:paraId="0984F77A"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75" w14:textId="77777777" w:rsidR="004B491F" w:rsidRPr="00EF2F0E" w:rsidRDefault="004B491F" w:rsidP="004B491F">
            <w:pPr>
              <w:pStyle w:val="TAC"/>
              <w:rPr>
                <w:rFonts w:cs="Arial"/>
              </w:rPr>
            </w:pPr>
            <w:r w:rsidRPr="00EF2F0E">
              <w:rPr>
                <w:rFonts w:cs="Arial"/>
              </w:rPr>
              <w:t>E-UTRA Band 29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76" w14:textId="77777777" w:rsidR="004B491F" w:rsidRPr="00EF2F0E" w:rsidRDefault="004B491F" w:rsidP="004B491F">
            <w:pPr>
              <w:pStyle w:val="TAC"/>
              <w:rPr>
                <w:rFonts w:cs="Arial"/>
              </w:rPr>
            </w:pPr>
            <w:r w:rsidRPr="00EF2F0E">
              <w:rPr>
                <w:rFonts w:cs="Arial"/>
                <w:lang w:eastAsia="zh-CN"/>
              </w:rPr>
              <w:t>717 – 728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77"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78"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79" w14:textId="77777777" w:rsidR="004B491F" w:rsidRPr="00EF2F0E" w:rsidRDefault="004B491F" w:rsidP="004B491F">
            <w:pPr>
              <w:pStyle w:val="TAC"/>
              <w:rPr>
                <w:rFonts w:cs="Arial"/>
              </w:rPr>
            </w:pPr>
            <w:r w:rsidRPr="00EF2F0E">
              <w:rPr>
                <w:rFonts w:cs="Arial"/>
              </w:rPr>
              <w:t>This requirement does not apply to BS operating in Band 29 or 85</w:t>
            </w:r>
          </w:p>
        </w:tc>
      </w:tr>
      <w:tr w:rsidR="004B491F" w:rsidRPr="00EF2F0E" w14:paraId="0984F780" w14:textId="77777777" w:rsidTr="000A7FEB">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0984F77B" w14:textId="77777777" w:rsidR="004B491F" w:rsidRPr="00EF2F0E" w:rsidRDefault="004B491F" w:rsidP="004B491F">
            <w:pPr>
              <w:pStyle w:val="TAC"/>
              <w:rPr>
                <w:rFonts w:cs="Arial"/>
              </w:rPr>
            </w:pPr>
            <w:r w:rsidRPr="00EF2F0E">
              <w:rPr>
                <w:rFonts w:cs="Arial"/>
              </w:rPr>
              <w:t>E-UTRA Band 30</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7C" w14:textId="77777777" w:rsidR="004B491F" w:rsidRPr="00EF2F0E" w:rsidRDefault="004B491F" w:rsidP="004B491F">
            <w:pPr>
              <w:pStyle w:val="TAC"/>
              <w:rPr>
                <w:rFonts w:cs="Arial"/>
                <w:lang w:eastAsia="zh-CN"/>
              </w:rPr>
            </w:pPr>
            <w:r w:rsidRPr="00EF2F0E">
              <w:rPr>
                <w:rFonts w:cs="Arial"/>
              </w:rPr>
              <w:t>2350 - 2360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7D"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7E"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7F" w14:textId="77777777" w:rsidR="004B491F" w:rsidRPr="00EF2F0E" w:rsidRDefault="004B491F" w:rsidP="004B491F">
            <w:pPr>
              <w:pStyle w:val="TAL"/>
              <w:jc w:val="center"/>
              <w:rPr>
                <w:rFonts w:cs="Arial"/>
              </w:rPr>
            </w:pPr>
            <w:r w:rsidRPr="00EF2F0E">
              <w:rPr>
                <w:rFonts w:cs="Arial"/>
              </w:rPr>
              <w:t>This requirement does not apply to BS operating in band 30 or 40.</w:t>
            </w:r>
          </w:p>
        </w:tc>
      </w:tr>
      <w:tr w:rsidR="004B491F" w:rsidRPr="00EF2F0E" w14:paraId="0984F786" w14:textId="77777777" w:rsidTr="000A7FEB">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984F781" w14:textId="77777777" w:rsidR="004B491F" w:rsidRPr="00EF2F0E" w:rsidRDefault="004B491F" w:rsidP="004B491F">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82" w14:textId="77777777" w:rsidR="004B491F" w:rsidRPr="00EF2F0E" w:rsidRDefault="004B491F" w:rsidP="004B491F">
            <w:pPr>
              <w:pStyle w:val="TAC"/>
              <w:rPr>
                <w:rFonts w:cs="Arial"/>
                <w:lang w:eastAsia="zh-CN"/>
              </w:rPr>
            </w:pPr>
            <w:r w:rsidRPr="00EF2F0E">
              <w:rPr>
                <w:rFonts w:cs="Arial"/>
              </w:rPr>
              <w:t>2305 - 2315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83" w14:textId="77777777" w:rsidR="004B491F" w:rsidRPr="00EF2F0E" w:rsidRDefault="004B491F" w:rsidP="004B491F">
            <w:pPr>
              <w:pStyle w:val="TAC"/>
              <w:rPr>
                <w:rFonts w:cs="v5.0.0"/>
              </w:rPr>
            </w:pPr>
            <w:r w:rsidRPr="00EF2F0E">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84"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85" w14:textId="77777777" w:rsidR="004B491F" w:rsidRPr="00EF2F0E" w:rsidRDefault="004B491F" w:rsidP="004B491F">
            <w:pPr>
              <w:pStyle w:val="TAL"/>
              <w:jc w:val="center"/>
              <w:rPr>
                <w:rFonts w:cs="Arial"/>
              </w:rPr>
            </w:pPr>
            <w:r w:rsidRPr="00EF2F0E">
              <w:rPr>
                <w:rFonts w:cs="Arial"/>
              </w:rPr>
              <w:t>This requirement does not apply to BS operating in band 30, since it is already covered by the requirement in subclause 9.7.6.4.2. This requirement does not apply to BS operating in Band 40.</w:t>
            </w:r>
          </w:p>
        </w:tc>
      </w:tr>
      <w:tr w:rsidR="004B491F" w:rsidRPr="00EF2F0E" w14:paraId="0984F78C" w14:textId="77777777" w:rsidTr="000A7FEB">
        <w:trPr>
          <w:cantSplit/>
          <w:trHeight w:val="113"/>
          <w:jc w:val="center"/>
        </w:trPr>
        <w:tc>
          <w:tcPr>
            <w:tcW w:w="1105" w:type="dxa"/>
            <w:vMerge w:val="restart"/>
            <w:tcBorders>
              <w:left w:val="single" w:sz="4" w:space="0" w:color="auto"/>
              <w:right w:val="single" w:sz="4" w:space="0" w:color="auto"/>
            </w:tcBorders>
            <w:shd w:val="clear" w:color="auto" w:fill="auto"/>
          </w:tcPr>
          <w:p w14:paraId="0984F787" w14:textId="77777777" w:rsidR="004B491F" w:rsidRPr="00EF2F0E" w:rsidRDefault="004B491F" w:rsidP="004B491F">
            <w:pPr>
              <w:pStyle w:val="TAC"/>
              <w:rPr>
                <w:rFonts w:cs="Arial"/>
              </w:rPr>
            </w:pPr>
            <w:r w:rsidRPr="00EF2F0E">
              <w:rPr>
                <w:rFonts w:cs="Arial"/>
              </w:rPr>
              <w:t>E-UTRA Band 31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88" w14:textId="77777777" w:rsidR="004B491F" w:rsidRPr="00EF2F0E" w:rsidRDefault="004B491F" w:rsidP="004B491F">
            <w:pPr>
              <w:pStyle w:val="TAC"/>
              <w:rPr>
                <w:rFonts w:cs="Arial"/>
              </w:rPr>
            </w:pPr>
            <w:r w:rsidRPr="00EF2F0E">
              <w:rPr>
                <w:rFonts w:cs="Arial"/>
              </w:rPr>
              <w:t>462.5 – 467.5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89"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8A"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8B" w14:textId="77777777" w:rsidR="004B491F" w:rsidRPr="00EF2F0E" w:rsidRDefault="004B491F" w:rsidP="004B491F">
            <w:pPr>
              <w:pStyle w:val="TAL"/>
              <w:jc w:val="center"/>
              <w:rPr>
                <w:rFonts w:cs="Arial"/>
              </w:rPr>
            </w:pPr>
            <w:r w:rsidRPr="00EF2F0E">
              <w:rPr>
                <w:rFonts w:cs="Arial"/>
              </w:rPr>
              <w:t>This requirement does not apply to BS operating in band 31, 72, 73.</w:t>
            </w:r>
          </w:p>
        </w:tc>
      </w:tr>
      <w:tr w:rsidR="004B491F" w:rsidRPr="00EF2F0E" w14:paraId="0984F792" w14:textId="77777777" w:rsidTr="000A7FEB">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984F78D" w14:textId="77777777" w:rsidR="004B491F" w:rsidRPr="00EF2F0E" w:rsidRDefault="004B491F" w:rsidP="004B491F">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8E" w14:textId="77777777" w:rsidR="004B491F" w:rsidRPr="00EF2F0E" w:rsidRDefault="004B491F" w:rsidP="004B491F">
            <w:pPr>
              <w:pStyle w:val="TAC"/>
              <w:rPr>
                <w:rFonts w:cs="Arial"/>
              </w:rPr>
            </w:pPr>
            <w:r w:rsidRPr="00EF2F0E">
              <w:rPr>
                <w:rFonts w:cs="Arial"/>
              </w:rPr>
              <w:t>452.5 – 457.5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8F" w14:textId="77777777" w:rsidR="004B491F" w:rsidRPr="00EF2F0E" w:rsidRDefault="004B491F" w:rsidP="004B491F">
            <w:pPr>
              <w:pStyle w:val="TAC"/>
              <w:rPr>
                <w:rFonts w:cs="v5.0.0"/>
              </w:rPr>
            </w:pPr>
            <w:r w:rsidRPr="00EF2F0E">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90"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91" w14:textId="77777777" w:rsidR="004B491F" w:rsidRPr="00EF2F0E" w:rsidRDefault="004B491F" w:rsidP="004B491F">
            <w:pPr>
              <w:pStyle w:val="TAL"/>
              <w:jc w:val="center"/>
              <w:rPr>
                <w:rFonts w:cs="Arial"/>
              </w:rPr>
            </w:pPr>
            <w:r w:rsidRPr="00EF2F0E">
              <w:rPr>
                <w:rFonts w:cs="Arial"/>
              </w:rPr>
              <w:t>This requirement does not apply to BS operating in band 31, since it is already covered by the requirement in subclause 9.7.6.4.2. This requirement does not apply to BS operating in band 72, 73.</w:t>
            </w:r>
          </w:p>
        </w:tc>
      </w:tr>
      <w:tr w:rsidR="004B491F" w:rsidRPr="00EF2F0E" w14:paraId="0984F798"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93" w14:textId="77777777" w:rsidR="004B491F" w:rsidRPr="00EF2F0E" w:rsidRDefault="004B491F" w:rsidP="004B491F">
            <w:pPr>
              <w:pStyle w:val="TAC"/>
              <w:rPr>
                <w:rFonts w:cs="Arial"/>
                <w:lang w:val="sv-FI"/>
              </w:rPr>
            </w:pPr>
            <w:r w:rsidRPr="00EF2F0E">
              <w:rPr>
                <w:rFonts w:cs="Arial"/>
                <w:lang w:val="sv-FI" w:eastAsia="ja-JP"/>
              </w:rPr>
              <w:t>UTRA FDD Band XXXII or E-UTRA Band 32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94" w14:textId="77777777" w:rsidR="004B491F" w:rsidRPr="00EF2F0E" w:rsidRDefault="004B491F" w:rsidP="004B491F">
            <w:pPr>
              <w:pStyle w:val="TAC"/>
              <w:rPr>
                <w:rFonts w:cs="Arial"/>
              </w:rPr>
            </w:pPr>
            <w:r w:rsidRPr="00EF2F0E">
              <w:rPr>
                <w:rFonts w:cs="Arial"/>
                <w:lang w:eastAsia="ja-JP"/>
              </w:rPr>
              <w:t>1452 - 1496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95"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96" w14:textId="77777777" w:rsidR="004B491F" w:rsidRPr="00EF2F0E" w:rsidRDefault="004B491F" w:rsidP="004B491F">
            <w:pPr>
              <w:pStyle w:val="TAC"/>
              <w:rPr>
                <w:rFonts w:cs="Arial"/>
              </w:rPr>
            </w:pPr>
            <w:r w:rsidRPr="00EF2F0E">
              <w:rPr>
                <w:rFonts w:cs="Arial"/>
                <w:lang w:eastAsia="ja-JP"/>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97" w14:textId="77777777" w:rsidR="004B491F" w:rsidRPr="00EF2F0E" w:rsidRDefault="004B491F" w:rsidP="004B491F">
            <w:pPr>
              <w:pStyle w:val="TAC"/>
              <w:rPr>
                <w:rFonts w:cs="Arial"/>
              </w:rPr>
            </w:pPr>
            <w:r w:rsidRPr="00EF2F0E">
              <w:rPr>
                <w:rFonts w:cs="Arial"/>
                <w:lang w:eastAsia="ja-JP"/>
              </w:rPr>
              <w:t>This requirement does not apply to BS operating in band 11, 21, 32</w:t>
            </w:r>
            <w:r w:rsidRPr="00EF2F0E">
              <w:rPr>
                <w:rFonts w:cs="Arial"/>
                <w:lang w:eastAsia="en-GB"/>
              </w:rPr>
              <w:t>, 50, 74 or 75</w:t>
            </w:r>
            <w:r w:rsidRPr="00EF2F0E">
              <w:rPr>
                <w:rFonts w:cs="Arial"/>
                <w:lang w:eastAsia="ja-JP"/>
              </w:rPr>
              <w:t>.</w:t>
            </w:r>
          </w:p>
        </w:tc>
      </w:tr>
      <w:tr w:rsidR="004B491F" w:rsidRPr="00EF2F0E" w14:paraId="0984F79F"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99" w14:textId="77777777" w:rsidR="004B491F" w:rsidRPr="00EF2F0E" w:rsidRDefault="004B491F" w:rsidP="004B491F">
            <w:pPr>
              <w:pStyle w:val="TAC"/>
              <w:rPr>
                <w:rFonts w:cs="Arial"/>
              </w:rPr>
            </w:pPr>
            <w:r w:rsidRPr="00EF2F0E">
              <w:rPr>
                <w:rFonts w:cs="Arial"/>
              </w:rPr>
              <w:t>UTRA TDD Band a) or E-UTRA Band 33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9A" w14:textId="77777777" w:rsidR="004B491F" w:rsidRPr="00EF2F0E" w:rsidRDefault="004B491F" w:rsidP="004B491F">
            <w:pPr>
              <w:pStyle w:val="TAC"/>
              <w:rPr>
                <w:rFonts w:cs="Arial"/>
                <w:lang w:eastAsia="zh-CN"/>
              </w:rPr>
            </w:pPr>
            <w:r w:rsidRPr="00EF2F0E">
              <w:rPr>
                <w:rFonts w:cs="Arial"/>
              </w:rPr>
              <w:t>1900 - 1920 MHz</w:t>
            </w:r>
          </w:p>
          <w:p w14:paraId="0984F79B" w14:textId="77777777" w:rsidR="004B491F" w:rsidRPr="00EF2F0E" w:rsidRDefault="004B491F" w:rsidP="004B491F">
            <w:pPr>
              <w:pStyle w:val="TAC"/>
              <w:rPr>
                <w:rFonts w:cs="Arial"/>
                <w:lang w:eastAsia="zh-CN"/>
              </w:rPr>
            </w:pP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9C"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9D"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9E" w14:textId="074B1C18" w:rsidR="004B491F" w:rsidRPr="00EF2F0E" w:rsidRDefault="004B491F" w:rsidP="004B491F">
            <w:pPr>
              <w:pStyle w:val="TAC"/>
              <w:rPr>
                <w:rFonts w:cs="Arial"/>
                <w:lang w:eastAsia="zh-CN"/>
              </w:rPr>
            </w:pPr>
            <w:r w:rsidRPr="00EF2F0E">
              <w:rPr>
                <w:rFonts w:cs="Arial"/>
              </w:rPr>
              <w:t>This requirement does not apply to BS operating in Band 33</w:t>
            </w:r>
          </w:p>
        </w:tc>
      </w:tr>
      <w:tr w:rsidR="004B491F" w:rsidRPr="00EF2F0E" w14:paraId="0984F7A5"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A0" w14:textId="77777777" w:rsidR="004B491F" w:rsidRPr="00EF2F0E" w:rsidRDefault="004B491F" w:rsidP="004B491F">
            <w:pPr>
              <w:pStyle w:val="TAC"/>
              <w:rPr>
                <w:rFonts w:cs="Arial"/>
              </w:rPr>
            </w:pPr>
            <w:r w:rsidRPr="00EF2F0E">
              <w:rPr>
                <w:rFonts w:cs="Arial"/>
              </w:rPr>
              <w:t>UTRA TDD Band a) or E-UTRA Band 34 or NR band n34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A1" w14:textId="77777777" w:rsidR="004B491F" w:rsidRPr="00EF2F0E" w:rsidRDefault="004B491F" w:rsidP="004B491F">
            <w:pPr>
              <w:pStyle w:val="TAC"/>
              <w:rPr>
                <w:rFonts w:cs="Arial"/>
              </w:rPr>
            </w:pPr>
            <w:r w:rsidRPr="00EF2F0E">
              <w:rPr>
                <w:rFonts w:cs="Arial"/>
              </w:rPr>
              <w:t>2010 - 2025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A2"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A3"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A4" w14:textId="0A8C916E" w:rsidR="004B491F" w:rsidRPr="00EF2F0E" w:rsidRDefault="004B491F" w:rsidP="004B491F">
            <w:pPr>
              <w:pStyle w:val="TAC"/>
              <w:rPr>
                <w:rFonts w:cs="Arial"/>
              </w:rPr>
            </w:pPr>
            <w:r w:rsidRPr="00EF2F0E">
              <w:rPr>
                <w:rFonts w:cs="Arial"/>
              </w:rPr>
              <w:t>This requirement does not apply to BS operating in Band 34</w:t>
            </w:r>
          </w:p>
        </w:tc>
      </w:tr>
      <w:tr w:rsidR="004B491F" w:rsidRPr="00EF2F0E" w14:paraId="0984F7AC"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A6" w14:textId="77777777" w:rsidR="004B491F" w:rsidRPr="00EF2F0E" w:rsidRDefault="004B491F" w:rsidP="004B491F">
            <w:pPr>
              <w:pStyle w:val="TAC"/>
              <w:rPr>
                <w:rFonts w:cs="Arial"/>
                <w:lang w:val="sv-FI"/>
              </w:rPr>
            </w:pPr>
            <w:r w:rsidRPr="00EF2F0E">
              <w:rPr>
                <w:rFonts w:cs="Arial"/>
                <w:lang w:val="sv-FI"/>
              </w:rPr>
              <w:t>UTRA TDD Band b) or E-UTRA Band 35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A7" w14:textId="77777777" w:rsidR="004B491F" w:rsidRPr="00EF2F0E" w:rsidRDefault="004B491F" w:rsidP="004B491F">
            <w:pPr>
              <w:pStyle w:val="TAC"/>
              <w:rPr>
                <w:rFonts w:cs="Arial"/>
                <w:lang w:eastAsia="zh-CN"/>
              </w:rPr>
            </w:pPr>
            <w:r w:rsidRPr="00EF2F0E">
              <w:rPr>
                <w:rFonts w:cs="Arial"/>
              </w:rPr>
              <w:t>1850 – 1910 MHz</w:t>
            </w:r>
          </w:p>
          <w:p w14:paraId="0984F7A8" w14:textId="77777777" w:rsidR="004B491F" w:rsidRPr="00EF2F0E" w:rsidRDefault="004B491F" w:rsidP="004B491F">
            <w:pPr>
              <w:pStyle w:val="TAC"/>
              <w:rPr>
                <w:rFonts w:cs="Arial"/>
                <w:lang w:eastAsia="zh-CN"/>
              </w:rPr>
            </w:pP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A9"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AA"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AB" w14:textId="0C1F13CE" w:rsidR="004B491F" w:rsidRPr="00EF2F0E" w:rsidRDefault="004B491F" w:rsidP="004B491F">
            <w:pPr>
              <w:pStyle w:val="TAL"/>
              <w:jc w:val="center"/>
              <w:rPr>
                <w:rFonts w:cs="Arial"/>
              </w:rPr>
            </w:pPr>
            <w:r w:rsidRPr="00EF2F0E">
              <w:rPr>
                <w:rFonts w:cs="Arial"/>
              </w:rPr>
              <w:t xml:space="preserve">This requirement does not apply to BS operating in Band </w:t>
            </w:r>
            <w:r w:rsidRPr="00EF2F0E">
              <w:rPr>
                <w:rFonts w:cs="Arial"/>
                <w:lang w:eastAsia="zh-CN"/>
              </w:rPr>
              <w:t xml:space="preserve"> </w:t>
            </w:r>
            <w:r w:rsidRPr="00EF2F0E">
              <w:rPr>
                <w:rFonts w:cs="Arial"/>
              </w:rPr>
              <w:t>35</w:t>
            </w:r>
          </w:p>
        </w:tc>
      </w:tr>
      <w:tr w:rsidR="004B491F" w:rsidRPr="00EF2F0E" w14:paraId="0984F7B2"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AD" w14:textId="77777777" w:rsidR="004B491F" w:rsidRPr="00EF2F0E" w:rsidRDefault="004B491F" w:rsidP="004B491F">
            <w:pPr>
              <w:pStyle w:val="TAC"/>
              <w:rPr>
                <w:rFonts w:cs="Arial"/>
                <w:lang w:val="sv-FI"/>
              </w:rPr>
            </w:pPr>
            <w:r w:rsidRPr="00EF2F0E">
              <w:rPr>
                <w:rFonts w:cs="Arial"/>
                <w:lang w:val="sv-FI"/>
              </w:rPr>
              <w:t>UTRA TDD Band b) or E-UTRA Band 36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AE" w14:textId="77777777" w:rsidR="004B491F" w:rsidRPr="00EF2F0E" w:rsidRDefault="004B491F" w:rsidP="004B491F">
            <w:pPr>
              <w:pStyle w:val="TAC"/>
              <w:rPr>
                <w:rFonts w:cs="Arial"/>
              </w:rPr>
            </w:pPr>
            <w:r w:rsidRPr="00EF2F0E">
              <w:rPr>
                <w:rFonts w:cs="Arial"/>
              </w:rPr>
              <w:t>1930 - 1990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AF"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B0"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B1" w14:textId="1ACFD057" w:rsidR="004B491F" w:rsidRPr="00EF2F0E" w:rsidRDefault="004B491F" w:rsidP="004B491F">
            <w:pPr>
              <w:pStyle w:val="TAC"/>
              <w:rPr>
                <w:rFonts w:cs="Arial"/>
              </w:rPr>
            </w:pPr>
            <w:r w:rsidRPr="00EF2F0E">
              <w:rPr>
                <w:rFonts w:cs="Arial"/>
              </w:rPr>
              <w:t>This requirement does not apply to BS operating in Band 2</w:t>
            </w:r>
            <w:r w:rsidRPr="00EF2F0E">
              <w:rPr>
                <w:rFonts w:cs="Arial"/>
                <w:lang w:eastAsia="zh-CN"/>
              </w:rPr>
              <w:t>, 25 or</w:t>
            </w:r>
            <w:r w:rsidRPr="00EF2F0E">
              <w:rPr>
                <w:rFonts w:cs="Arial"/>
              </w:rPr>
              <w:t xml:space="preserve"> 36</w:t>
            </w:r>
          </w:p>
        </w:tc>
      </w:tr>
      <w:tr w:rsidR="004B491F" w:rsidRPr="00EF2F0E" w14:paraId="0984F7B8"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B3" w14:textId="77777777" w:rsidR="004B491F" w:rsidRPr="00EF2F0E" w:rsidRDefault="004B491F" w:rsidP="004B491F">
            <w:pPr>
              <w:pStyle w:val="TAC"/>
              <w:rPr>
                <w:rFonts w:cs="Arial"/>
                <w:lang w:val="sv-FI"/>
              </w:rPr>
            </w:pPr>
            <w:r w:rsidRPr="00EF2F0E">
              <w:rPr>
                <w:rFonts w:cs="Arial"/>
                <w:lang w:val="sv-FI"/>
              </w:rPr>
              <w:t>UTRA TDD Band c) or E-UTRA Band 37</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B4" w14:textId="77777777" w:rsidR="004B491F" w:rsidRPr="00EF2F0E" w:rsidRDefault="004B491F" w:rsidP="004B491F">
            <w:pPr>
              <w:pStyle w:val="TAC"/>
              <w:rPr>
                <w:rFonts w:cs="Arial"/>
              </w:rPr>
            </w:pPr>
            <w:r w:rsidRPr="00EF2F0E">
              <w:rPr>
                <w:rFonts w:cs="Arial"/>
              </w:rPr>
              <w:t>1910 - 1930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B5"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B6"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B7" w14:textId="77777777" w:rsidR="004B491F" w:rsidRPr="00EF2F0E" w:rsidRDefault="004B491F" w:rsidP="004B491F">
            <w:pPr>
              <w:pStyle w:val="TAC"/>
              <w:rPr>
                <w:rFonts w:cs="Arial"/>
                <w:lang w:eastAsia="zh-CN"/>
              </w:rPr>
            </w:pPr>
            <w:r w:rsidRPr="00EF2F0E">
              <w:rPr>
                <w:rFonts w:cs="Arial"/>
              </w:rPr>
              <w:t>This is not applicable to  BS operating in Band 37</w:t>
            </w:r>
            <w:r w:rsidRPr="00EF2F0E">
              <w:rPr>
                <w:rFonts w:cs="Arial"/>
                <w:lang w:eastAsia="zh-CN"/>
              </w:rPr>
              <w:t>.</w:t>
            </w:r>
            <w:r w:rsidRPr="00EF2F0E">
              <w:rPr>
                <w:rFonts w:cs="Arial"/>
              </w:rPr>
              <w:t xml:space="preserve"> This unpaired band is defined in ITU-R M.1036, but is pending any future deployment.</w:t>
            </w:r>
          </w:p>
        </w:tc>
      </w:tr>
      <w:tr w:rsidR="004B491F" w:rsidRPr="00EF2F0E" w14:paraId="0984F7BE"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B9" w14:textId="77777777" w:rsidR="004B491F" w:rsidRPr="00EF2F0E" w:rsidRDefault="004B491F" w:rsidP="004B491F">
            <w:pPr>
              <w:pStyle w:val="TAC"/>
              <w:rPr>
                <w:rFonts w:cs="Arial"/>
              </w:rPr>
            </w:pPr>
            <w:r w:rsidRPr="00EF2F0E">
              <w:rPr>
                <w:rFonts w:cs="Arial"/>
              </w:rPr>
              <w:t>UTRA TDD Band d) or E-UTRA Band 38</w:t>
            </w:r>
            <w:r w:rsidRPr="00EF2F0E">
              <w:rPr>
                <w:rFonts w:cs="Arial"/>
                <w:lang w:val="sv-SE"/>
              </w:rPr>
              <w:t xml:space="preserve"> or NR band n38</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BA" w14:textId="77777777" w:rsidR="004B491F" w:rsidRPr="00EF2F0E" w:rsidRDefault="004B491F" w:rsidP="004B491F">
            <w:pPr>
              <w:pStyle w:val="TAC"/>
              <w:rPr>
                <w:rFonts w:cs="Arial"/>
              </w:rPr>
            </w:pPr>
            <w:r w:rsidRPr="00EF2F0E">
              <w:rPr>
                <w:rFonts w:cs="Arial"/>
              </w:rPr>
              <w:t>2570 – 2620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BB"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BC"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BD" w14:textId="37C1D46E" w:rsidR="004B491F" w:rsidRPr="00EF2F0E" w:rsidRDefault="004B491F" w:rsidP="004B491F">
            <w:pPr>
              <w:pStyle w:val="TAC"/>
              <w:rPr>
                <w:rFonts w:cs="Arial"/>
              </w:rPr>
            </w:pPr>
            <w:r w:rsidRPr="00EF2F0E">
              <w:rPr>
                <w:rFonts w:cs="Arial"/>
              </w:rPr>
              <w:t>This requirement does not apply to BS operating in Band 38 or 69.</w:t>
            </w:r>
          </w:p>
        </w:tc>
      </w:tr>
      <w:tr w:rsidR="004B491F" w:rsidRPr="00EF2F0E" w14:paraId="0984F7C4"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BF" w14:textId="77777777" w:rsidR="004B491F" w:rsidRPr="00EF2F0E" w:rsidRDefault="004B491F" w:rsidP="004B491F">
            <w:pPr>
              <w:pStyle w:val="TAC"/>
              <w:rPr>
                <w:rFonts w:cs="Arial"/>
                <w:lang w:eastAsia="zh-CN"/>
              </w:rPr>
            </w:pPr>
            <w:r w:rsidRPr="00EF2F0E">
              <w:rPr>
                <w:rFonts w:cs="Arial"/>
              </w:rPr>
              <w:t>UTRA TDD Band f) or E-UTRA Band 3</w:t>
            </w:r>
            <w:r w:rsidRPr="00EF2F0E">
              <w:rPr>
                <w:rFonts w:cs="Arial"/>
                <w:lang w:eastAsia="zh-CN"/>
              </w:rPr>
              <w:t>9</w:t>
            </w:r>
            <w:r w:rsidRPr="00EF2F0E">
              <w:rPr>
                <w:rFonts w:cs="Arial"/>
                <w:lang w:val="sv-SE" w:eastAsia="zh-CN"/>
              </w:rPr>
              <w:t xml:space="preserve"> or NR band n39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C0" w14:textId="77777777" w:rsidR="004B491F" w:rsidRPr="00EF2F0E" w:rsidRDefault="004B491F" w:rsidP="004B491F">
            <w:pPr>
              <w:pStyle w:val="TAC"/>
              <w:rPr>
                <w:rFonts w:cs="Arial"/>
                <w:lang w:eastAsia="zh-CN"/>
              </w:rPr>
            </w:pPr>
            <w:r w:rsidRPr="00EF2F0E">
              <w:rPr>
                <w:rFonts w:cs="Arial"/>
                <w:lang w:eastAsia="zh-CN"/>
              </w:rPr>
              <w:t xml:space="preserve">1880 </w:t>
            </w:r>
            <w:r w:rsidRPr="00EF2F0E">
              <w:rPr>
                <w:rFonts w:cs="Arial"/>
              </w:rPr>
              <w:t xml:space="preserve"> – </w:t>
            </w:r>
            <w:r w:rsidRPr="00EF2F0E">
              <w:rPr>
                <w:rFonts w:cs="Arial"/>
                <w:lang w:eastAsia="zh-CN"/>
              </w:rPr>
              <w:t>1920MHz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C1"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C2"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C3" w14:textId="69F5FB84" w:rsidR="004B491F" w:rsidRPr="00EF2F0E" w:rsidRDefault="004B491F" w:rsidP="004B491F">
            <w:pPr>
              <w:pStyle w:val="TAC"/>
              <w:rPr>
                <w:rFonts w:cs="Arial"/>
                <w:lang w:eastAsia="zh-CN"/>
              </w:rPr>
            </w:pPr>
            <w:r w:rsidRPr="00EF2F0E">
              <w:rPr>
                <w:rFonts w:cs="Arial"/>
              </w:rPr>
              <w:t xml:space="preserve">This is not applicable to BS operating in Band </w:t>
            </w:r>
            <w:r w:rsidRPr="00EF2F0E">
              <w:rPr>
                <w:rFonts w:cs="Arial"/>
                <w:lang w:eastAsia="zh-CN"/>
              </w:rPr>
              <w:t>39</w:t>
            </w:r>
          </w:p>
        </w:tc>
      </w:tr>
      <w:tr w:rsidR="004B491F" w:rsidRPr="00EF2F0E" w14:paraId="0984F7CA"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C5" w14:textId="77777777" w:rsidR="004B491F" w:rsidRPr="00EF2F0E" w:rsidRDefault="004B491F" w:rsidP="004B491F">
            <w:pPr>
              <w:pStyle w:val="TAC"/>
              <w:rPr>
                <w:rFonts w:cs="Arial"/>
                <w:lang w:eastAsia="zh-CN"/>
              </w:rPr>
            </w:pPr>
            <w:r w:rsidRPr="00EF2F0E">
              <w:rPr>
                <w:rFonts w:cs="Arial"/>
              </w:rPr>
              <w:t xml:space="preserve">UTRA TDD Band e) or E-UTRA Band </w:t>
            </w:r>
            <w:r w:rsidRPr="00EF2F0E">
              <w:rPr>
                <w:rFonts w:cs="Arial"/>
                <w:lang w:eastAsia="zh-CN"/>
              </w:rPr>
              <w:t>40</w:t>
            </w:r>
            <w:r w:rsidRPr="00EF2F0E">
              <w:rPr>
                <w:rFonts w:cs="Arial"/>
                <w:lang w:val="sv-SE" w:eastAsia="zh-CN"/>
              </w:rPr>
              <w:t xml:space="preserve"> or NR band n40</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C6" w14:textId="77777777" w:rsidR="004B491F" w:rsidRPr="00EF2F0E" w:rsidRDefault="004B491F" w:rsidP="004B491F">
            <w:pPr>
              <w:pStyle w:val="TAC"/>
              <w:rPr>
                <w:rFonts w:cs="Arial"/>
              </w:rPr>
            </w:pPr>
            <w:r w:rsidRPr="00EF2F0E">
              <w:rPr>
                <w:rFonts w:cs="Arial"/>
                <w:lang w:eastAsia="zh-CN"/>
              </w:rPr>
              <w:t xml:space="preserve">2300 </w:t>
            </w:r>
            <w:r w:rsidRPr="00EF2F0E">
              <w:rPr>
                <w:rFonts w:cs="Arial"/>
              </w:rPr>
              <w:t xml:space="preserve"> – </w:t>
            </w:r>
            <w:r w:rsidRPr="00EF2F0E">
              <w:rPr>
                <w:rFonts w:cs="Arial"/>
                <w:lang w:eastAsia="zh-CN"/>
              </w:rPr>
              <w:t>2400MHz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C7"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C8"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C9" w14:textId="16C6F1D1" w:rsidR="004B491F" w:rsidRPr="00EF2F0E" w:rsidRDefault="004B491F" w:rsidP="004B491F">
            <w:pPr>
              <w:pStyle w:val="TAC"/>
              <w:rPr>
                <w:rFonts w:cs="Arial"/>
                <w:lang w:eastAsia="zh-CN"/>
              </w:rPr>
            </w:pPr>
            <w:r w:rsidRPr="00EF2F0E">
              <w:rPr>
                <w:rFonts w:cs="Arial"/>
              </w:rPr>
              <w:t xml:space="preserve">This is not applicable to BS operating in Band 30 or </w:t>
            </w:r>
            <w:r w:rsidRPr="00EF2F0E">
              <w:rPr>
                <w:rFonts w:cs="Arial"/>
                <w:lang w:eastAsia="zh-CN"/>
              </w:rPr>
              <w:t>40</w:t>
            </w:r>
          </w:p>
        </w:tc>
      </w:tr>
      <w:tr w:rsidR="004B491F" w:rsidRPr="00EF2F0E" w14:paraId="0984F7D0"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CB" w14:textId="77777777" w:rsidR="004B491F" w:rsidRPr="00EF2F0E" w:rsidRDefault="004B491F" w:rsidP="004B491F">
            <w:pPr>
              <w:pStyle w:val="TAC"/>
              <w:rPr>
                <w:rFonts w:cs="Arial"/>
              </w:rPr>
            </w:pPr>
            <w:r w:rsidRPr="00EF2F0E">
              <w:rPr>
                <w:rFonts w:cs="Arial"/>
              </w:rPr>
              <w:t xml:space="preserve">E-UTRA Band </w:t>
            </w:r>
            <w:r w:rsidRPr="00EF2F0E">
              <w:rPr>
                <w:rFonts w:cs="Arial"/>
                <w:lang w:eastAsia="zh-CN"/>
              </w:rPr>
              <w:t>41 or NR band n41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CC" w14:textId="77777777" w:rsidR="004B491F" w:rsidRPr="00EF2F0E" w:rsidRDefault="004B491F" w:rsidP="004B491F">
            <w:pPr>
              <w:pStyle w:val="TAC"/>
              <w:rPr>
                <w:rFonts w:cs="Arial"/>
                <w:lang w:eastAsia="zh-CN"/>
              </w:rPr>
            </w:pPr>
            <w:r w:rsidRPr="00EF2F0E">
              <w:rPr>
                <w:rFonts w:cs="Arial"/>
                <w:lang w:eastAsia="zh-CN"/>
              </w:rPr>
              <w:t xml:space="preserve">2496 </w:t>
            </w:r>
            <w:r w:rsidRPr="00EF2F0E">
              <w:rPr>
                <w:rFonts w:cs="Arial"/>
              </w:rPr>
              <w:t xml:space="preserve"> – </w:t>
            </w:r>
            <w:r w:rsidRPr="00EF2F0E">
              <w:rPr>
                <w:rFonts w:cs="Arial"/>
                <w:lang w:eastAsia="zh-CN"/>
              </w:rPr>
              <w:t>2690MHz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CD"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CE"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CF" w14:textId="77777777" w:rsidR="004B491F" w:rsidRPr="00EF2F0E" w:rsidRDefault="004B491F" w:rsidP="004B491F">
            <w:pPr>
              <w:pStyle w:val="TAC"/>
              <w:rPr>
                <w:rFonts w:cs="Arial"/>
              </w:rPr>
            </w:pPr>
            <w:r w:rsidRPr="00EF2F0E">
              <w:rPr>
                <w:rFonts w:cs="Arial"/>
              </w:rPr>
              <w:t xml:space="preserve">This is not applicable to  BS operating in Band </w:t>
            </w:r>
            <w:r w:rsidRPr="00EF2F0E">
              <w:rPr>
                <w:rFonts w:cs="Arial"/>
                <w:lang w:eastAsia="zh-CN"/>
              </w:rPr>
              <w:t>41</w:t>
            </w:r>
          </w:p>
        </w:tc>
      </w:tr>
      <w:tr w:rsidR="004B491F" w:rsidRPr="00EF2F0E" w14:paraId="0984F7D6"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D1" w14:textId="77777777" w:rsidR="004B491F" w:rsidRPr="00EF2F0E" w:rsidRDefault="004B491F" w:rsidP="004B491F">
            <w:pPr>
              <w:pStyle w:val="TAC"/>
              <w:rPr>
                <w:rFonts w:cs="Arial"/>
              </w:rPr>
            </w:pPr>
            <w:r w:rsidRPr="00EF2F0E">
              <w:rPr>
                <w:rFonts w:cs="Arial"/>
              </w:rPr>
              <w:t xml:space="preserve">E-UTRA Band </w:t>
            </w:r>
            <w:r w:rsidRPr="00EF2F0E">
              <w:rPr>
                <w:rFonts w:cs="Arial"/>
                <w:lang w:eastAsia="zh-CN"/>
              </w:rPr>
              <w:t>42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D2" w14:textId="77777777" w:rsidR="004B491F" w:rsidRPr="00EF2F0E" w:rsidRDefault="004B491F" w:rsidP="004B491F">
            <w:pPr>
              <w:pStyle w:val="TAC"/>
              <w:rPr>
                <w:rFonts w:cs="Arial"/>
                <w:lang w:eastAsia="zh-CN"/>
              </w:rPr>
            </w:pPr>
            <w:r w:rsidRPr="00EF2F0E">
              <w:rPr>
                <w:rFonts w:cs="Arial"/>
                <w:lang w:eastAsia="zh-CN"/>
              </w:rPr>
              <w:t>3400</w:t>
            </w:r>
            <w:r w:rsidRPr="00EF2F0E">
              <w:rPr>
                <w:rFonts w:cs="Arial"/>
              </w:rPr>
              <w:t xml:space="preserve"> – 3600 </w:t>
            </w:r>
            <w:r w:rsidRPr="00EF2F0E">
              <w:rPr>
                <w:rFonts w:cs="Arial"/>
                <w:lang w:eastAsia="zh-CN"/>
              </w:rPr>
              <w:t>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D3"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D4"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D5" w14:textId="77777777" w:rsidR="004B491F" w:rsidRPr="00EF2F0E" w:rsidRDefault="004B491F" w:rsidP="004B491F">
            <w:pPr>
              <w:pStyle w:val="TAC"/>
              <w:rPr>
                <w:rFonts w:cs="Arial"/>
              </w:rPr>
            </w:pPr>
            <w:r w:rsidRPr="00EF2F0E">
              <w:rPr>
                <w:rFonts w:cs="Arial"/>
              </w:rPr>
              <w:t xml:space="preserve">This is not applicable to BS operating in Band </w:t>
            </w:r>
            <w:r w:rsidRPr="00EF2F0E">
              <w:rPr>
                <w:rFonts w:cs="Arial"/>
                <w:lang w:eastAsia="zh-CN"/>
              </w:rPr>
              <w:t>22, 42, 43, 48, 52</w:t>
            </w:r>
          </w:p>
        </w:tc>
      </w:tr>
      <w:tr w:rsidR="004B491F" w:rsidRPr="00EF2F0E" w14:paraId="0984F7DC"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D7" w14:textId="77777777" w:rsidR="004B491F" w:rsidRPr="00EF2F0E" w:rsidRDefault="004B491F" w:rsidP="004B491F">
            <w:pPr>
              <w:pStyle w:val="TAC"/>
              <w:rPr>
                <w:rFonts w:cs="Arial"/>
              </w:rPr>
            </w:pPr>
            <w:r w:rsidRPr="00EF2F0E">
              <w:rPr>
                <w:rFonts w:cs="Arial"/>
              </w:rPr>
              <w:t xml:space="preserve">E-UTRA Band </w:t>
            </w:r>
            <w:r w:rsidRPr="00EF2F0E">
              <w:rPr>
                <w:rFonts w:cs="Arial"/>
                <w:lang w:eastAsia="zh-CN"/>
              </w:rPr>
              <w:t>43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D8" w14:textId="77777777" w:rsidR="004B491F" w:rsidRPr="00EF2F0E" w:rsidRDefault="004B491F" w:rsidP="004B491F">
            <w:pPr>
              <w:pStyle w:val="TAC"/>
              <w:rPr>
                <w:rFonts w:cs="Arial"/>
                <w:lang w:eastAsia="zh-CN"/>
              </w:rPr>
            </w:pPr>
            <w:r w:rsidRPr="00EF2F0E">
              <w:rPr>
                <w:rFonts w:cs="Arial"/>
                <w:lang w:eastAsia="zh-CN"/>
              </w:rPr>
              <w:t>3600</w:t>
            </w:r>
            <w:r w:rsidRPr="00EF2F0E">
              <w:rPr>
                <w:rFonts w:cs="Arial"/>
              </w:rPr>
              <w:t xml:space="preserve"> – </w:t>
            </w:r>
            <w:r w:rsidRPr="00EF2F0E">
              <w:rPr>
                <w:rFonts w:cs="Arial"/>
                <w:lang w:eastAsia="zh-CN"/>
              </w:rPr>
              <w:t>3800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D9"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DA"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DB" w14:textId="77777777" w:rsidR="004B491F" w:rsidRPr="00EF2F0E" w:rsidRDefault="004B491F" w:rsidP="004B491F">
            <w:pPr>
              <w:pStyle w:val="TAC"/>
              <w:rPr>
                <w:rFonts w:cs="Arial"/>
              </w:rPr>
            </w:pPr>
            <w:r w:rsidRPr="00EF2F0E">
              <w:rPr>
                <w:rFonts w:cs="Arial"/>
              </w:rPr>
              <w:t xml:space="preserve">This is not applicable to BS operating in Band 42, </w:t>
            </w:r>
            <w:r w:rsidRPr="00EF2F0E">
              <w:rPr>
                <w:rFonts w:cs="Arial"/>
                <w:lang w:eastAsia="zh-CN"/>
              </w:rPr>
              <w:t>43, 48</w:t>
            </w:r>
          </w:p>
        </w:tc>
      </w:tr>
      <w:tr w:rsidR="004B491F" w:rsidRPr="00EF2F0E" w14:paraId="0984F7E2"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DD" w14:textId="77777777" w:rsidR="004B491F" w:rsidRPr="00EF2F0E" w:rsidRDefault="004B491F" w:rsidP="004B491F">
            <w:pPr>
              <w:pStyle w:val="TAC"/>
              <w:rPr>
                <w:rFonts w:cs="Arial"/>
              </w:rPr>
            </w:pPr>
            <w:r w:rsidRPr="00EF2F0E">
              <w:rPr>
                <w:rFonts w:cs="Arial"/>
              </w:rPr>
              <w:t>E-UTRA Band 44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DE" w14:textId="77777777" w:rsidR="004B491F" w:rsidRPr="00EF2F0E" w:rsidRDefault="004B491F" w:rsidP="004B491F">
            <w:pPr>
              <w:pStyle w:val="TAC"/>
              <w:rPr>
                <w:rFonts w:cs="Arial"/>
                <w:lang w:eastAsia="zh-CN"/>
              </w:rPr>
            </w:pPr>
            <w:r w:rsidRPr="00EF2F0E">
              <w:rPr>
                <w:rFonts w:cs="Arial"/>
                <w:lang w:eastAsia="zh-CN"/>
              </w:rPr>
              <w:t>703</w:t>
            </w:r>
            <w:r w:rsidRPr="00EF2F0E">
              <w:rPr>
                <w:rFonts w:cs="Arial"/>
              </w:rPr>
              <w:t xml:space="preserve"> - 80</w:t>
            </w:r>
            <w:r w:rsidRPr="00EF2F0E">
              <w:rPr>
                <w:rFonts w:cs="Arial"/>
                <w:lang w:eastAsia="zh-CN"/>
              </w:rPr>
              <w:t>3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DF"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E0"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E1" w14:textId="77777777" w:rsidR="004B491F" w:rsidRPr="00EF2F0E" w:rsidRDefault="004B491F" w:rsidP="004B491F">
            <w:pPr>
              <w:pStyle w:val="TAC"/>
              <w:rPr>
                <w:rFonts w:cs="Arial"/>
              </w:rPr>
            </w:pPr>
            <w:r w:rsidRPr="00EF2F0E">
              <w:rPr>
                <w:rFonts w:cs="Arial"/>
              </w:rPr>
              <w:t>This is not applicable to BS operating in Band 28 or 44</w:t>
            </w:r>
          </w:p>
        </w:tc>
      </w:tr>
      <w:tr w:rsidR="004B491F" w:rsidRPr="00EF2F0E" w14:paraId="0984F7E8"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E3" w14:textId="77777777" w:rsidR="004B491F" w:rsidRPr="00EF2F0E" w:rsidRDefault="004B491F" w:rsidP="004B491F">
            <w:pPr>
              <w:keepNext/>
              <w:keepLines/>
              <w:spacing w:after="0"/>
              <w:jc w:val="center"/>
              <w:rPr>
                <w:rFonts w:ascii="Arial" w:hAnsi="Arial" w:cs="Arial"/>
                <w:sz w:val="18"/>
                <w:szCs w:val="18"/>
                <w:lang w:eastAsia="zh-CN"/>
              </w:rPr>
            </w:pPr>
            <w:r w:rsidRPr="00EF2F0E">
              <w:rPr>
                <w:rFonts w:ascii="Arial" w:hAnsi="Arial" w:cs="Arial"/>
                <w:sz w:val="18"/>
                <w:szCs w:val="18"/>
              </w:rPr>
              <w:t>E-UTRA Band 4</w:t>
            </w:r>
            <w:r w:rsidRPr="00EF2F0E">
              <w:rPr>
                <w:rFonts w:ascii="Arial" w:hAnsi="Arial" w:cs="Arial"/>
                <w:sz w:val="18"/>
                <w:szCs w:val="18"/>
                <w:lang w:eastAsia="zh-CN"/>
              </w:rPr>
              <w:t>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E4" w14:textId="77777777" w:rsidR="004B491F" w:rsidRPr="00EF2F0E" w:rsidRDefault="004B491F" w:rsidP="004B491F">
            <w:pPr>
              <w:keepNext/>
              <w:keepLines/>
              <w:spacing w:after="0"/>
              <w:jc w:val="center"/>
              <w:rPr>
                <w:rFonts w:ascii="Arial" w:hAnsi="Arial" w:cs="Arial"/>
                <w:sz w:val="18"/>
                <w:szCs w:val="18"/>
                <w:lang w:eastAsia="zh-CN"/>
              </w:rPr>
            </w:pPr>
            <w:r w:rsidRPr="00EF2F0E">
              <w:rPr>
                <w:rFonts w:ascii="Arial" w:hAnsi="Arial" w:cs="Arial"/>
                <w:sz w:val="18"/>
                <w:szCs w:val="18"/>
                <w:lang w:eastAsia="zh-CN"/>
              </w:rPr>
              <w:t>1447</w:t>
            </w:r>
            <w:r w:rsidRPr="00EF2F0E">
              <w:rPr>
                <w:rFonts w:ascii="Arial" w:hAnsi="Arial" w:cs="Arial"/>
                <w:sz w:val="18"/>
                <w:szCs w:val="18"/>
              </w:rPr>
              <w:t xml:space="preserve"> - </w:t>
            </w:r>
            <w:r w:rsidRPr="00EF2F0E">
              <w:rPr>
                <w:rFonts w:ascii="Arial" w:hAnsi="Arial" w:cs="Arial"/>
                <w:sz w:val="18"/>
                <w:szCs w:val="18"/>
                <w:lang w:eastAsia="zh-CN"/>
              </w:rPr>
              <w:t>1467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E5"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E6" w14:textId="77777777" w:rsidR="004B491F" w:rsidRPr="00EF2F0E" w:rsidRDefault="004B491F" w:rsidP="004B491F">
            <w:pPr>
              <w:keepNext/>
              <w:keepLines/>
              <w:spacing w:after="0"/>
              <w:jc w:val="center"/>
              <w:rPr>
                <w:rFonts w:ascii="Arial" w:hAnsi="Arial" w:cs="Arial"/>
                <w:sz w:val="18"/>
                <w:szCs w:val="18"/>
              </w:rPr>
            </w:pPr>
            <w:r w:rsidRPr="00EF2F0E">
              <w:rPr>
                <w:rFonts w:ascii="Arial" w:hAnsi="Arial" w:cs="Arial"/>
                <w:sz w:val="18"/>
                <w:szCs w:val="18"/>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E7" w14:textId="77777777" w:rsidR="004B491F" w:rsidRPr="00EF2F0E" w:rsidRDefault="004B491F" w:rsidP="004B491F">
            <w:pPr>
              <w:keepNext/>
              <w:keepLines/>
              <w:spacing w:after="0"/>
              <w:jc w:val="center"/>
              <w:rPr>
                <w:rFonts w:ascii="Arial" w:hAnsi="Arial" w:cs="Arial"/>
                <w:sz w:val="18"/>
                <w:szCs w:val="18"/>
                <w:lang w:eastAsia="zh-CN"/>
              </w:rPr>
            </w:pPr>
            <w:r w:rsidRPr="00EF2F0E">
              <w:rPr>
                <w:rFonts w:ascii="Arial" w:hAnsi="Arial" w:cs="Arial"/>
                <w:sz w:val="18"/>
                <w:szCs w:val="18"/>
              </w:rPr>
              <w:t xml:space="preserve">This is not applicable to BS operating in Band </w:t>
            </w:r>
            <w:r w:rsidRPr="00EF2F0E">
              <w:rPr>
                <w:rFonts w:ascii="Arial" w:hAnsi="Arial" w:cs="Arial"/>
                <w:sz w:val="18"/>
                <w:szCs w:val="18"/>
                <w:lang w:eastAsia="zh-CN"/>
              </w:rPr>
              <w:t>45</w:t>
            </w:r>
          </w:p>
        </w:tc>
      </w:tr>
      <w:tr w:rsidR="004B491F" w:rsidRPr="00EF2F0E" w14:paraId="0984F7EE"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E9" w14:textId="77777777" w:rsidR="004B491F" w:rsidRPr="00EF2F0E" w:rsidRDefault="004B491F" w:rsidP="004B491F">
            <w:pPr>
              <w:keepNext/>
              <w:keepLines/>
              <w:spacing w:after="0"/>
              <w:jc w:val="center"/>
              <w:rPr>
                <w:rFonts w:ascii="Arial" w:hAnsi="Arial" w:cs="Arial"/>
                <w:sz w:val="18"/>
                <w:szCs w:val="18"/>
              </w:rPr>
            </w:pPr>
            <w:r w:rsidRPr="00EF2F0E">
              <w:rPr>
                <w:rFonts w:ascii="Arial" w:hAnsi="Arial" w:cs="Arial"/>
                <w:sz w:val="18"/>
                <w:szCs w:val="18"/>
              </w:rPr>
              <w:t>E-UTRA Band 4</w:t>
            </w:r>
            <w:r w:rsidRPr="00EF2F0E">
              <w:rPr>
                <w:rFonts w:ascii="Arial" w:hAnsi="Arial" w:cs="Arial"/>
                <w:sz w:val="18"/>
                <w:szCs w:val="18"/>
                <w:lang w:eastAsia="zh-CN"/>
              </w:rPr>
              <w:t>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7EA" w14:textId="77777777" w:rsidR="004B491F" w:rsidRPr="00EF2F0E" w:rsidRDefault="004B491F" w:rsidP="004B491F">
            <w:pPr>
              <w:keepNext/>
              <w:keepLines/>
              <w:spacing w:after="0"/>
              <w:jc w:val="center"/>
              <w:rPr>
                <w:rFonts w:ascii="Arial" w:hAnsi="Arial" w:cs="Arial"/>
                <w:sz w:val="18"/>
                <w:szCs w:val="18"/>
                <w:lang w:eastAsia="zh-CN"/>
              </w:rPr>
            </w:pPr>
            <w:r w:rsidRPr="00EF2F0E">
              <w:rPr>
                <w:rFonts w:ascii="Arial" w:hAnsi="Arial" w:cs="Arial"/>
                <w:sz w:val="18"/>
                <w:szCs w:val="18"/>
                <w:lang w:eastAsia="zh-CN"/>
              </w:rPr>
              <w:t>5150</w:t>
            </w:r>
            <w:r w:rsidRPr="00EF2F0E">
              <w:rPr>
                <w:rFonts w:ascii="Arial" w:hAnsi="Arial" w:cs="Arial"/>
                <w:sz w:val="18"/>
                <w:szCs w:val="18"/>
              </w:rPr>
              <w:t xml:space="preserve"> - </w:t>
            </w:r>
            <w:r w:rsidRPr="00EF2F0E">
              <w:rPr>
                <w:rFonts w:ascii="Arial" w:hAnsi="Arial" w:cs="Arial"/>
                <w:sz w:val="18"/>
                <w:szCs w:val="18"/>
                <w:lang w:eastAsia="zh-CN"/>
              </w:rPr>
              <w:t>5925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7EB"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7EC" w14:textId="77777777" w:rsidR="004B491F" w:rsidRPr="00EF2F0E" w:rsidRDefault="004B491F" w:rsidP="004B491F">
            <w:pPr>
              <w:keepNext/>
              <w:keepLines/>
              <w:spacing w:after="0"/>
              <w:jc w:val="center"/>
              <w:rPr>
                <w:rFonts w:ascii="Arial" w:hAnsi="Arial" w:cs="Arial"/>
                <w:sz w:val="18"/>
                <w:szCs w:val="18"/>
              </w:rPr>
            </w:pPr>
            <w:r w:rsidRPr="00EF2F0E">
              <w:rPr>
                <w:rFonts w:ascii="Arial" w:hAnsi="Arial" w:cs="Arial"/>
                <w:sz w:val="18"/>
                <w:szCs w:val="18"/>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7ED" w14:textId="77777777" w:rsidR="004B491F" w:rsidRPr="00EF2F0E" w:rsidRDefault="004B491F" w:rsidP="004B491F">
            <w:pPr>
              <w:keepNext/>
              <w:keepLines/>
              <w:spacing w:after="0"/>
              <w:jc w:val="center"/>
              <w:rPr>
                <w:rFonts w:ascii="Arial" w:hAnsi="Arial" w:cs="Arial"/>
                <w:sz w:val="18"/>
                <w:szCs w:val="18"/>
              </w:rPr>
            </w:pPr>
          </w:p>
        </w:tc>
      </w:tr>
      <w:tr w:rsidR="004B491F" w:rsidRPr="00EF2F0E" w14:paraId="0984F7F4"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EF" w14:textId="77777777" w:rsidR="004B491F" w:rsidRPr="00EF2F0E" w:rsidRDefault="004B491F" w:rsidP="004B491F">
            <w:pPr>
              <w:pStyle w:val="TAC"/>
              <w:rPr>
                <w:rFonts w:cs="Arial"/>
                <w:szCs w:val="18"/>
              </w:rPr>
            </w:pPr>
            <w:r w:rsidRPr="00EF2F0E">
              <w:t>E-UTRA Band 4</w:t>
            </w:r>
            <w:r w:rsidRPr="00EF2F0E">
              <w:rPr>
                <w:lang w:eastAsia="zh-CN"/>
              </w:rPr>
              <w:t>7</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0984F7F0" w14:textId="77777777" w:rsidR="004B491F" w:rsidRPr="00EF2F0E" w:rsidRDefault="004B491F" w:rsidP="004B491F">
            <w:pPr>
              <w:pStyle w:val="TAC"/>
              <w:rPr>
                <w:rFonts w:cs="Arial"/>
                <w:szCs w:val="18"/>
                <w:lang w:eastAsia="zh-CN"/>
              </w:rPr>
            </w:pPr>
            <w:r w:rsidRPr="00EF2F0E">
              <w:rPr>
                <w:lang w:eastAsia="zh-CN"/>
              </w:rPr>
              <w:t>5855</w:t>
            </w:r>
            <w:r w:rsidRPr="00EF2F0E">
              <w:t xml:space="preserve"> - </w:t>
            </w:r>
            <w:r w:rsidRPr="00EF2F0E">
              <w:rPr>
                <w:lang w:eastAsia="zh-CN"/>
              </w:rPr>
              <w:t>5925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0984F7F1" w14:textId="77777777" w:rsidR="004B491F" w:rsidRPr="00EF2F0E" w:rsidRDefault="004B491F" w:rsidP="004B491F">
            <w:pPr>
              <w:pStyle w:val="TAC"/>
              <w:rPr>
                <w:rFonts w:cs="v5.0.0"/>
              </w:rPr>
            </w:pPr>
            <w:r w:rsidRPr="00EF2F0E">
              <w:t>-</w:t>
            </w:r>
            <w:r w:rsidRPr="00EF2F0E">
              <w:rPr>
                <w:lang w:eastAsia="ko-KR"/>
              </w:rPr>
              <w:t>43</w:t>
            </w:r>
            <w:r w:rsidRPr="00EF2F0E">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0984F7F2" w14:textId="77777777" w:rsidR="004B491F" w:rsidRPr="00EF2F0E" w:rsidRDefault="004B491F" w:rsidP="004B491F">
            <w:pPr>
              <w:pStyle w:val="TAC"/>
              <w:rPr>
                <w:rFonts w:cs="Arial"/>
                <w:szCs w:val="18"/>
              </w:rPr>
            </w:pPr>
            <w:r w:rsidRPr="00EF2F0E">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0984F7F3" w14:textId="77777777" w:rsidR="004B491F" w:rsidRPr="00EF2F0E" w:rsidRDefault="004B491F" w:rsidP="004B491F">
            <w:pPr>
              <w:pStyle w:val="TAC"/>
              <w:rPr>
                <w:rFonts w:cs="Arial"/>
                <w:szCs w:val="18"/>
              </w:rPr>
            </w:pPr>
          </w:p>
        </w:tc>
      </w:tr>
      <w:tr w:rsidR="004B491F" w:rsidRPr="00EF2F0E" w14:paraId="0984F7FA"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F5" w14:textId="77777777" w:rsidR="004B491F" w:rsidRPr="00EF2F0E" w:rsidRDefault="004B491F" w:rsidP="004B491F">
            <w:pPr>
              <w:pStyle w:val="TAC"/>
              <w:rPr>
                <w:rFonts w:cs="Arial"/>
                <w:szCs w:val="18"/>
              </w:rPr>
            </w:pPr>
            <w:r w:rsidRPr="00EF2F0E">
              <w:rPr>
                <w:lang w:eastAsia="ja-JP"/>
              </w:rPr>
              <w:t>E-UTRA Band 4</w:t>
            </w:r>
            <w:r w:rsidRPr="00EF2F0E">
              <w:rPr>
                <w:lang w:eastAsia="zh-CN"/>
              </w:rPr>
              <w:t>8</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0984F7F6" w14:textId="77777777" w:rsidR="004B491F" w:rsidRPr="00EF2F0E" w:rsidRDefault="004B491F" w:rsidP="004B491F">
            <w:pPr>
              <w:pStyle w:val="TAC"/>
              <w:rPr>
                <w:rFonts w:cs="Arial"/>
                <w:szCs w:val="18"/>
                <w:lang w:eastAsia="zh-CN"/>
              </w:rPr>
            </w:pPr>
            <w:r w:rsidRPr="00EF2F0E">
              <w:rPr>
                <w:lang w:eastAsia="zh-CN"/>
              </w:rPr>
              <w:t>3550</w:t>
            </w:r>
            <w:r w:rsidRPr="00EF2F0E">
              <w:rPr>
                <w:lang w:eastAsia="ja-JP"/>
              </w:rPr>
              <w:t xml:space="preserve"> - </w:t>
            </w:r>
            <w:r w:rsidRPr="00EF2F0E">
              <w:rPr>
                <w:lang w:eastAsia="zh-CN"/>
              </w:rPr>
              <w:t>3700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0984F7F7" w14:textId="77777777" w:rsidR="004B491F" w:rsidRPr="00EF2F0E" w:rsidRDefault="004B491F" w:rsidP="004B491F">
            <w:pPr>
              <w:pStyle w:val="TAC"/>
              <w:rPr>
                <w:rFonts w:cs="v5.0.0"/>
              </w:rPr>
            </w:pPr>
            <w:r w:rsidRPr="00EF2F0E">
              <w:rPr>
                <w:lang w:eastAsia="ja-JP"/>
              </w:rPr>
              <w:t>-</w:t>
            </w:r>
            <w:r w:rsidRPr="00EF2F0E">
              <w:rPr>
                <w:lang w:eastAsia="ko-KR"/>
              </w:rPr>
              <w:t>43</w:t>
            </w:r>
            <w:r w:rsidRPr="00EF2F0E">
              <w:rPr>
                <w:lang w:eastAsia="ja-JP"/>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0984F7F8" w14:textId="77777777" w:rsidR="004B491F" w:rsidRPr="00EF2F0E" w:rsidRDefault="004B491F" w:rsidP="004B491F">
            <w:pPr>
              <w:pStyle w:val="TAC"/>
              <w:rPr>
                <w:rFonts w:cs="Arial"/>
                <w:szCs w:val="18"/>
              </w:rPr>
            </w:pPr>
            <w:r w:rsidRPr="00EF2F0E">
              <w:rPr>
                <w:lang w:eastAsia="ja-JP"/>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0984F7F9" w14:textId="77777777" w:rsidR="004B491F" w:rsidRPr="00EF2F0E" w:rsidRDefault="004B491F" w:rsidP="004B491F">
            <w:pPr>
              <w:pStyle w:val="TAC"/>
              <w:rPr>
                <w:rFonts w:cs="Arial"/>
                <w:szCs w:val="18"/>
              </w:rPr>
            </w:pPr>
            <w:r w:rsidRPr="00EF2F0E">
              <w:rPr>
                <w:lang w:eastAsia="ja-JP"/>
              </w:rPr>
              <w:t>This is not applicable to BS operating in Band 22, 42, 43, 48</w:t>
            </w:r>
          </w:p>
        </w:tc>
      </w:tr>
      <w:tr w:rsidR="004B491F" w:rsidRPr="00EF2F0E" w14:paraId="0984F800"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7FB" w14:textId="77777777" w:rsidR="004B491F" w:rsidRPr="00EF2F0E" w:rsidRDefault="004B491F" w:rsidP="004B491F">
            <w:pPr>
              <w:pStyle w:val="TAC"/>
              <w:rPr>
                <w:rFonts w:cs="Arial"/>
                <w:szCs w:val="18"/>
              </w:rPr>
            </w:pPr>
            <w:r w:rsidRPr="00EF2F0E">
              <w:rPr>
                <w:lang w:eastAsia="ja-JP"/>
              </w:rPr>
              <w:t>E-UTRA Band 4</w:t>
            </w:r>
            <w:r w:rsidRPr="00EF2F0E">
              <w:rPr>
                <w:lang w:eastAsia="zh-CN"/>
              </w:rPr>
              <w:t>9</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0984F7FC" w14:textId="77777777" w:rsidR="004B491F" w:rsidRPr="00EF2F0E" w:rsidRDefault="004B491F" w:rsidP="004B491F">
            <w:pPr>
              <w:pStyle w:val="TAC"/>
              <w:rPr>
                <w:rFonts w:cs="Arial"/>
                <w:szCs w:val="18"/>
                <w:lang w:eastAsia="zh-CN"/>
              </w:rPr>
            </w:pPr>
            <w:r w:rsidRPr="00EF2F0E">
              <w:rPr>
                <w:lang w:eastAsia="zh-CN"/>
              </w:rPr>
              <w:t>3550</w:t>
            </w:r>
            <w:r w:rsidRPr="00EF2F0E">
              <w:rPr>
                <w:lang w:eastAsia="ja-JP"/>
              </w:rPr>
              <w:t xml:space="preserve"> - </w:t>
            </w:r>
            <w:r w:rsidRPr="00EF2F0E">
              <w:rPr>
                <w:lang w:eastAsia="zh-CN"/>
              </w:rPr>
              <w:t>3700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0984F7FD" w14:textId="77777777" w:rsidR="004B491F" w:rsidRPr="00EF2F0E" w:rsidRDefault="004B491F" w:rsidP="004B491F">
            <w:pPr>
              <w:pStyle w:val="TAC"/>
              <w:rPr>
                <w:rFonts w:cs="v5.0.0"/>
              </w:rPr>
            </w:pPr>
            <w:r w:rsidRPr="00EF2F0E">
              <w:rPr>
                <w:lang w:eastAsia="ja-JP"/>
              </w:rPr>
              <w:t>-</w:t>
            </w:r>
            <w:r w:rsidRPr="00EF2F0E">
              <w:rPr>
                <w:lang w:eastAsia="ko-KR"/>
              </w:rPr>
              <w:t>43</w:t>
            </w:r>
            <w:r w:rsidRPr="00EF2F0E">
              <w:rPr>
                <w:lang w:eastAsia="ja-JP"/>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0984F7FE" w14:textId="77777777" w:rsidR="004B491F" w:rsidRPr="00EF2F0E" w:rsidRDefault="004B491F" w:rsidP="004B491F">
            <w:pPr>
              <w:pStyle w:val="TAC"/>
              <w:rPr>
                <w:rFonts w:cs="Arial"/>
                <w:szCs w:val="18"/>
              </w:rPr>
            </w:pPr>
            <w:r w:rsidRPr="00EF2F0E">
              <w:rPr>
                <w:lang w:eastAsia="ja-JP"/>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0984F7FF" w14:textId="77777777" w:rsidR="004B491F" w:rsidRPr="00EF2F0E" w:rsidRDefault="004B491F" w:rsidP="004B491F">
            <w:pPr>
              <w:pStyle w:val="TAC"/>
              <w:rPr>
                <w:rFonts w:cs="Arial"/>
                <w:szCs w:val="18"/>
              </w:rPr>
            </w:pPr>
            <w:r w:rsidRPr="00EF2F0E">
              <w:rPr>
                <w:lang w:eastAsia="ja-JP"/>
              </w:rPr>
              <w:t>This is not applicable to BS operating in Band 22, 42, 43, 48</w:t>
            </w:r>
          </w:p>
        </w:tc>
      </w:tr>
      <w:tr w:rsidR="004B491F" w:rsidRPr="00EF2F0E" w14:paraId="0984F806"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801" w14:textId="77777777" w:rsidR="004B491F" w:rsidRPr="00EF2F0E" w:rsidRDefault="004B491F" w:rsidP="004B491F">
            <w:pPr>
              <w:pStyle w:val="TAC"/>
              <w:rPr>
                <w:rFonts w:cs="Arial"/>
                <w:szCs w:val="18"/>
              </w:rPr>
            </w:pPr>
            <w:r w:rsidRPr="00EF2F0E">
              <w:rPr>
                <w:lang w:eastAsia="ko-KR"/>
              </w:rPr>
              <w:t>E-UTRA Band 50 or NR band n50</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0984F802" w14:textId="77777777" w:rsidR="004B491F" w:rsidRPr="00EF2F0E" w:rsidRDefault="004B491F" w:rsidP="004B491F">
            <w:pPr>
              <w:pStyle w:val="TAC"/>
              <w:rPr>
                <w:rFonts w:cs="Arial"/>
                <w:szCs w:val="18"/>
                <w:lang w:eastAsia="zh-CN"/>
              </w:rPr>
            </w:pPr>
            <w:r w:rsidRPr="00EF2F0E">
              <w:rPr>
                <w:lang w:eastAsia="ko-KR"/>
              </w:rPr>
              <w:t>1432 - 1517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0984F803" w14:textId="77777777" w:rsidR="004B491F" w:rsidRPr="00EF2F0E" w:rsidRDefault="004B491F" w:rsidP="004B491F">
            <w:pPr>
              <w:pStyle w:val="TAC"/>
              <w:rPr>
                <w:rFonts w:cs="v5.0.0"/>
              </w:rPr>
            </w:pPr>
            <w:r w:rsidRPr="00EF2F0E">
              <w:rPr>
                <w:lang w:eastAsia="ko-KR"/>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0984F804" w14:textId="77777777" w:rsidR="004B491F" w:rsidRPr="00EF2F0E" w:rsidRDefault="004B491F" w:rsidP="004B491F">
            <w:pPr>
              <w:pStyle w:val="TAC"/>
              <w:rPr>
                <w:rFonts w:cs="Arial"/>
                <w:szCs w:val="18"/>
              </w:rPr>
            </w:pPr>
            <w:r w:rsidRPr="00EF2F0E">
              <w:rPr>
                <w:lang w:eastAsia="ko-KR"/>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0984F805" w14:textId="77777777" w:rsidR="004B491F" w:rsidRPr="00EF2F0E" w:rsidRDefault="004B491F" w:rsidP="004B491F">
            <w:pPr>
              <w:pStyle w:val="TAC"/>
              <w:rPr>
                <w:rFonts w:cs="Arial"/>
                <w:szCs w:val="18"/>
              </w:rPr>
            </w:pPr>
            <w:r w:rsidRPr="00EF2F0E">
              <w:rPr>
                <w:lang w:eastAsia="ko-KR"/>
              </w:rPr>
              <w:t>This requirement does not apply to BS operating in Band 11, 21, 32, 45, 50, 51, 74, 75, 76.</w:t>
            </w:r>
          </w:p>
        </w:tc>
      </w:tr>
      <w:tr w:rsidR="004B491F" w:rsidRPr="00EF2F0E" w14:paraId="0984F80C"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807" w14:textId="77777777" w:rsidR="004B491F" w:rsidRPr="00EF2F0E" w:rsidRDefault="004B491F" w:rsidP="004B491F">
            <w:pPr>
              <w:pStyle w:val="TAC"/>
              <w:rPr>
                <w:rFonts w:cs="Arial"/>
                <w:szCs w:val="18"/>
              </w:rPr>
            </w:pPr>
            <w:r w:rsidRPr="00EF2F0E">
              <w:rPr>
                <w:lang w:eastAsia="ko-KR"/>
              </w:rPr>
              <w:t>E-UTRA Band 51 or NR Band n51</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0984F808" w14:textId="77777777" w:rsidR="004B491F" w:rsidRPr="00EF2F0E" w:rsidRDefault="004B491F" w:rsidP="004B491F">
            <w:pPr>
              <w:pStyle w:val="TAC"/>
              <w:rPr>
                <w:rFonts w:cs="Arial"/>
                <w:szCs w:val="18"/>
                <w:lang w:eastAsia="zh-CN"/>
              </w:rPr>
            </w:pPr>
            <w:r w:rsidRPr="00EF2F0E">
              <w:rPr>
                <w:lang w:eastAsia="ko-KR"/>
              </w:rPr>
              <w:t>1427 - 1432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0984F809" w14:textId="77777777" w:rsidR="004B491F" w:rsidRPr="00EF2F0E" w:rsidRDefault="004B491F" w:rsidP="004B491F">
            <w:pPr>
              <w:pStyle w:val="TAC"/>
              <w:rPr>
                <w:rFonts w:cs="v5.0.0"/>
              </w:rPr>
            </w:pPr>
            <w:r w:rsidRPr="00EF2F0E">
              <w:rPr>
                <w:lang w:eastAsia="ko-KR"/>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0984F80A" w14:textId="77777777" w:rsidR="004B491F" w:rsidRPr="00EF2F0E" w:rsidRDefault="004B491F" w:rsidP="004B491F">
            <w:pPr>
              <w:pStyle w:val="TAC"/>
              <w:rPr>
                <w:rFonts w:cs="Arial"/>
                <w:szCs w:val="18"/>
              </w:rPr>
            </w:pPr>
            <w:r w:rsidRPr="00EF2F0E">
              <w:rPr>
                <w:lang w:eastAsia="ko-KR"/>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0984F80B" w14:textId="77777777" w:rsidR="004B491F" w:rsidRPr="00EF2F0E" w:rsidRDefault="004B491F" w:rsidP="004B491F">
            <w:pPr>
              <w:pStyle w:val="TAC"/>
              <w:rPr>
                <w:rFonts w:cs="Arial"/>
                <w:szCs w:val="18"/>
              </w:rPr>
            </w:pPr>
            <w:r w:rsidRPr="00EF2F0E">
              <w:rPr>
                <w:lang w:eastAsia="ko-KR"/>
              </w:rPr>
              <w:t>This requirement does not apply to BS operating in Band 50, 51, 75, 76.</w:t>
            </w:r>
          </w:p>
        </w:tc>
      </w:tr>
      <w:tr w:rsidR="004B491F" w:rsidRPr="00EF2F0E" w14:paraId="0984F812"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80D" w14:textId="77777777" w:rsidR="004B491F" w:rsidRPr="00EF2F0E" w:rsidRDefault="004B491F" w:rsidP="004B491F">
            <w:pPr>
              <w:pStyle w:val="TAC"/>
              <w:rPr>
                <w:lang w:eastAsia="ko-KR"/>
              </w:rPr>
            </w:pPr>
            <w:r w:rsidRPr="00EF2F0E">
              <w:rPr>
                <w:rFonts w:cs="Arial"/>
              </w:rPr>
              <w:t xml:space="preserve">E-UTRA Band </w:t>
            </w:r>
            <w:r w:rsidRPr="00EF2F0E">
              <w:rPr>
                <w:rFonts w:cs="Arial"/>
                <w:lang w:eastAsia="zh-CN"/>
              </w:rPr>
              <w:t>52</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0984F80E" w14:textId="77777777" w:rsidR="004B491F" w:rsidRPr="00EF2F0E" w:rsidRDefault="004B491F" w:rsidP="004B491F">
            <w:pPr>
              <w:pStyle w:val="TAC"/>
              <w:rPr>
                <w:lang w:eastAsia="ko-KR"/>
              </w:rPr>
            </w:pPr>
            <w:r w:rsidRPr="00EF2F0E">
              <w:rPr>
                <w:rFonts w:cs="Arial"/>
                <w:lang w:eastAsia="zh-CN"/>
              </w:rPr>
              <w:t>3300</w:t>
            </w:r>
            <w:r w:rsidRPr="00EF2F0E">
              <w:rPr>
                <w:rFonts w:cs="Arial"/>
              </w:rPr>
              <w:t xml:space="preserve"> - 340</w:t>
            </w:r>
            <w:r w:rsidRPr="00EF2F0E">
              <w:rPr>
                <w:rFonts w:cs="Arial"/>
                <w:lang w:eastAsia="zh-CN"/>
              </w:rPr>
              <w:t>0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0984F80F" w14:textId="77777777" w:rsidR="004B491F" w:rsidRPr="00EF2F0E" w:rsidRDefault="004B491F" w:rsidP="004B491F">
            <w:pPr>
              <w:pStyle w:val="TAC"/>
              <w:rPr>
                <w:lang w:eastAsia="ko-KR"/>
              </w:rPr>
            </w:pPr>
            <w:r w:rsidRPr="00EF2F0E">
              <w:rPr>
                <w:rFonts w:cs="Arial"/>
              </w:rPr>
              <w:t>-52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0984F810" w14:textId="77777777" w:rsidR="004B491F" w:rsidRPr="00EF2F0E" w:rsidRDefault="004B491F" w:rsidP="004B491F">
            <w:pPr>
              <w:pStyle w:val="TAC"/>
              <w:rPr>
                <w:lang w:eastAsia="ko-KR"/>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0984F811" w14:textId="77777777" w:rsidR="004B491F" w:rsidRPr="00EF2F0E" w:rsidRDefault="004B491F" w:rsidP="004B491F">
            <w:pPr>
              <w:pStyle w:val="TAC"/>
              <w:rPr>
                <w:lang w:eastAsia="ko-KR"/>
              </w:rPr>
            </w:pPr>
            <w:r w:rsidRPr="00EF2F0E">
              <w:rPr>
                <w:rFonts w:cs="Arial"/>
              </w:rPr>
              <w:t>This is not applicable to E-UTRA BS operating in Band</w:t>
            </w:r>
            <w:r w:rsidRPr="00EF2F0E">
              <w:rPr>
                <w:rFonts w:cs="Arial" w:hint="eastAsia"/>
                <w:lang w:eastAsia="zh-CN"/>
              </w:rPr>
              <w:t xml:space="preserve"> 42 or 52</w:t>
            </w:r>
            <w:r w:rsidRPr="00EF2F0E">
              <w:rPr>
                <w:rFonts w:cs="Arial"/>
                <w:lang w:eastAsia="zh-CN"/>
              </w:rPr>
              <w:t>.</w:t>
            </w:r>
          </w:p>
        </w:tc>
      </w:tr>
      <w:tr w:rsidR="004B491F" w:rsidRPr="00EF2F0E" w14:paraId="0984F818" w14:textId="77777777" w:rsidTr="000A7FEB">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0984F813" w14:textId="77777777" w:rsidR="004B491F" w:rsidRPr="00EF2F0E" w:rsidRDefault="004B491F" w:rsidP="004B491F">
            <w:pPr>
              <w:pStyle w:val="TAC"/>
              <w:rPr>
                <w:rFonts w:cs="Arial"/>
              </w:rPr>
            </w:pPr>
            <w:r w:rsidRPr="00EF2F0E">
              <w:rPr>
                <w:rFonts w:cs="Arial"/>
                <w:lang w:eastAsia="ja-JP"/>
              </w:rPr>
              <w:t>E-UTRA Band 65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14" w14:textId="77777777" w:rsidR="004B491F" w:rsidRPr="00EF2F0E" w:rsidRDefault="004B491F" w:rsidP="004B491F">
            <w:pPr>
              <w:pStyle w:val="TAC"/>
              <w:rPr>
                <w:rFonts w:cs="Arial"/>
                <w:lang w:eastAsia="zh-CN"/>
              </w:rPr>
            </w:pPr>
            <w:r w:rsidRPr="00EF2F0E">
              <w:rPr>
                <w:rFonts w:cs="Arial"/>
              </w:rPr>
              <w:t>2110 - 2</w:t>
            </w:r>
            <w:r w:rsidRPr="00EF2F0E">
              <w:rPr>
                <w:rFonts w:cs="Arial"/>
                <w:lang w:eastAsia="ja-JP"/>
              </w:rPr>
              <w:t>20</w:t>
            </w:r>
            <w:r w:rsidRPr="00EF2F0E">
              <w:rPr>
                <w:rFonts w:cs="Arial"/>
              </w:rPr>
              <w:t>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15"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16"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17" w14:textId="77777777" w:rsidR="004B491F" w:rsidRPr="00EF2F0E" w:rsidRDefault="004B491F" w:rsidP="004B491F">
            <w:pPr>
              <w:pStyle w:val="TAC"/>
              <w:rPr>
                <w:rFonts w:cs="Arial"/>
              </w:rPr>
            </w:pPr>
            <w:r w:rsidRPr="00EF2F0E">
              <w:rPr>
                <w:rFonts w:cs="Arial"/>
              </w:rPr>
              <w:t>This requirement does not apply to BS operating in band 1</w:t>
            </w:r>
            <w:r w:rsidRPr="00EF2F0E">
              <w:rPr>
                <w:rFonts w:cs="Arial"/>
                <w:lang w:eastAsia="ja-JP"/>
              </w:rPr>
              <w:t xml:space="preserve"> or 65</w:t>
            </w:r>
            <w:r w:rsidRPr="00EF2F0E">
              <w:rPr>
                <w:rFonts w:cs="Arial"/>
              </w:rPr>
              <w:t>,</w:t>
            </w:r>
          </w:p>
        </w:tc>
      </w:tr>
      <w:tr w:rsidR="004B491F" w:rsidRPr="00EF2F0E" w14:paraId="0984F820" w14:textId="77777777" w:rsidTr="000A7FEB">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984F819" w14:textId="77777777" w:rsidR="004B491F" w:rsidRPr="00EF2F0E" w:rsidRDefault="004B491F" w:rsidP="004B491F">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1A" w14:textId="77777777" w:rsidR="004B491F" w:rsidRPr="00EF2F0E" w:rsidRDefault="004B491F" w:rsidP="004B491F">
            <w:pPr>
              <w:pStyle w:val="TAC"/>
              <w:rPr>
                <w:rFonts w:cs="Arial"/>
                <w:lang w:eastAsia="zh-CN"/>
              </w:rPr>
            </w:pPr>
            <w:r w:rsidRPr="00EF2F0E">
              <w:rPr>
                <w:rFonts w:cs="Arial"/>
              </w:rPr>
              <w:t xml:space="preserve">1920 - </w:t>
            </w:r>
            <w:r w:rsidRPr="00EF2F0E">
              <w:rPr>
                <w:rFonts w:cs="Arial"/>
                <w:lang w:eastAsia="ja-JP"/>
              </w:rPr>
              <w:t>2010</w:t>
            </w:r>
            <w:r w:rsidRPr="00EF2F0E">
              <w:rPr>
                <w:rFonts w:cs="Arial"/>
              </w:rPr>
              <w:t xml:space="preserve"> MHz</w:t>
            </w:r>
          </w:p>
          <w:p w14:paraId="0984F81B" w14:textId="77777777" w:rsidR="004B491F" w:rsidRPr="00EF2F0E" w:rsidRDefault="004B491F" w:rsidP="004B491F">
            <w:pPr>
              <w:pStyle w:val="TAC"/>
              <w:rPr>
                <w:rFonts w:cs="Arial"/>
                <w:lang w:eastAsia="zh-CN"/>
              </w:rPr>
            </w:pP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1C" w14:textId="77777777" w:rsidR="004B491F" w:rsidRPr="00EF2F0E" w:rsidRDefault="004B491F" w:rsidP="004B491F">
            <w:pPr>
              <w:pStyle w:val="TAC"/>
              <w:rPr>
                <w:rFonts w:cs="v5.0.0"/>
              </w:rPr>
            </w:pPr>
            <w:r w:rsidRPr="00EF2F0E">
              <w:rPr>
                <w:rFonts w:cs="v5.0.0"/>
              </w:rPr>
              <w:t xml:space="preserve"> -40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1D"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1E" w14:textId="77777777" w:rsidR="004B491F" w:rsidRPr="00EF2F0E" w:rsidRDefault="004B491F" w:rsidP="004B491F">
            <w:pPr>
              <w:pStyle w:val="TAL"/>
              <w:jc w:val="center"/>
              <w:rPr>
                <w:rFonts w:cs="v5.0.0"/>
                <w:lang w:eastAsia="ja-JP"/>
              </w:rPr>
            </w:pPr>
            <w:r w:rsidRPr="00EF2F0E">
              <w:rPr>
                <w:rFonts w:cs="Arial"/>
              </w:rPr>
              <w:t xml:space="preserve">This requirement does not apply to BS operating in band </w:t>
            </w:r>
            <w:r w:rsidRPr="00EF2F0E">
              <w:rPr>
                <w:rFonts w:cs="Arial"/>
                <w:lang w:eastAsia="ja-JP"/>
              </w:rPr>
              <w:t>65</w:t>
            </w:r>
            <w:r w:rsidRPr="00EF2F0E">
              <w:rPr>
                <w:rFonts w:cs="Arial"/>
              </w:rPr>
              <w:t>,</w:t>
            </w:r>
            <w:r w:rsidRPr="00EF2F0E">
              <w:rPr>
                <w:rFonts w:cs="v5.0.0"/>
              </w:rPr>
              <w:t xml:space="preserve"> since it is already covered by the requirement in subclause </w:t>
            </w:r>
            <w:r w:rsidRPr="00EF2F0E">
              <w:rPr>
                <w:rFonts w:cs="Arial"/>
              </w:rPr>
              <w:t>9.7.6.4.2</w:t>
            </w:r>
            <w:r w:rsidRPr="00EF2F0E">
              <w:rPr>
                <w:rFonts w:cs="v5.0.0"/>
              </w:rPr>
              <w:t>.</w:t>
            </w:r>
          </w:p>
          <w:p w14:paraId="0984F81F" w14:textId="77777777" w:rsidR="004B491F" w:rsidRPr="00EF2F0E" w:rsidRDefault="004B491F" w:rsidP="004B491F">
            <w:pPr>
              <w:pStyle w:val="TAC"/>
              <w:rPr>
                <w:rFonts w:cs="Arial"/>
              </w:rPr>
            </w:pPr>
            <w:r w:rsidRPr="00EF2F0E">
              <w:rPr>
                <w:rFonts w:cs="Arial"/>
                <w:lang w:eastAsia="ja-JP"/>
              </w:rPr>
              <w:t xml:space="preserve">For BS operating in Band 1, it applies for 1980 MHz to 2010 MHz, while the rest is covered in subclause </w:t>
            </w:r>
            <w:r w:rsidRPr="00EF2F0E">
              <w:rPr>
                <w:rFonts w:cs="Arial"/>
              </w:rPr>
              <w:t>9.7.6.4.2</w:t>
            </w:r>
            <w:r w:rsidRPr="00EF2F0E">
              <w:rPr>
                <w:rFonts w:cs="Arial"/>
                <w:lang w:eastAsia="ja-JP"/>
              </w:rPr>
              <w:t>.</w:t>
            </w:r>
          </w:p>
        </w:tc>
      </w:tr>
      <w:tr w:rsidR="004B491F" w:rsidRPr="00EF2F0E" w14:paraId="0984F826" w14:textId="77777777" w:rsidTr="000A7FEB">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0984F821" w14:textId="77777777" w:rsidR="004B491F" w:rsidRPr="00EF2F0E" w:rsidRDefault="004B491F" w:rsidP="004B491F">
            <w:pPr>
              <w:pStyle w:val="TAC"/>
              <w:rPr>
                <w:rFonts w:cs="Arial"/>
              </w:rPr>
            </w:pPr>
            <w:r w:rsidRPr="00EF2F0E">
              <w:rPr>
                <w:rFonts w:cs="Arial"/>
              </w:rPr>
              <w:t>E-UTRA Band 66 or NR band n66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22" w14:textId="77777777" w:rsidR="004B491F" w:rsidRPr="00EF2F0E" w:rsidRDefault="004B491F" w:rsidP="004B491F">
            <w:pPr>
              <w:pStyle w:val="TAC"/>
              <w:rPr>
                <w:rFonts w:cs="Arial"/>
                <w:lang w:eastAsia="zh-CN"/>
              </w:rPr>
            </w:pPr>
            <w:r w:rsidRPr="00EF2F0E">
              <w:rPr>
                <w:rFonts w:cs="Arial"/>
              </w:rPr>
              <w:t>2110 - 2200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23"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24"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25" w14:textId="77777777" w:rsidR="004B491F" w:rsidRPr="00EF2F0E" w:rsidRDefault="004B491F" w:rsidP="004B491F">
            <w:pPr>
              <w:pStyle w:val="TAC"/>
              <w:rPr>
                <w:rFonts w:cs="Arial"/>
              </w:rPr>
            </w:pPr>
            <w:r w:rsidRPr="00EF2F0E">
              <w:rPr>
                <w:rFonts w:cs="Arial"/>
              </w:rPr>
              <w:t>This requirement does not apply to BS operating in band 4, 10, 23 or 66.</w:t>
            </w:r>
          </w:p>
        </w:tc>
      </w:tr>
      <w:tr w:rsidR="004B491F" w:rsidRPr="00EF2F0E" w14:paraId="0984F82C" w14:textId="77777777" w:rsidTr="000A7FEB">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984F827" w14:textId="77777777" w:rsidR="004B491F" w:rsidRPr="00EF2F0E" w:rsidRDefault="004B491F" w:rsidP="004B491F">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28" w14:textId="77777777" w:rsidR="004B491F" w:rsidRPr="00EF2F0E" w:rsidRDefault="004B491F" w:rsidP="004B491F">
            <w:pPr>
              <w:pStyle w:val="TAC"/>
              <w:rPr>
                <w:rFonts w:cs="Arial"/>
                <w:lang w:eastAsia="zh-CN"/>
              </w:rPr>
            </w:pPr>
            <w:r w:rsidRPr="00EF2F0E">
              <w:rPr>
                <w:rFonts w:cs="Arial"/>
              </w:rPr>
              <w:t>1710 - 1780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29" w14:textId="77777777" w:rsidR="004B491F" w:rsidRPr="00EF2F0E" w:rsidRDefault="004B491F" w:rsidP="004B491F">
            <w:pPr>
              <w:pStyle w:val="TAC"/>
              <w:rPr>
                <w:rFonts w:cs="v5.0.0"/>
              </w:rPr>
            </w:pPr>
            <w:r w:rsidRPr="00EF2F0E">
              <w:rPr>
                <w:rFonts w:cs="v5.0.0"/>
              </w:rPr>
              <w:t xml:space="preserve"> -40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2A"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2B" w14:textId="77777777" w:rsidR="004B491F" w:rsidRPr="00EF2F0E" w:rsidRDefault="004B491F" w:rsidP="004B491F">
            <w:pPr>
              <w:pStyle w:val="TAC"/>
              <w:rPr>
                <w:rFonts w:cs="Arial"/>
              </w:rPr>
            </w:pPr>
            <w:r w:rsidRPr="00EF2F0E">
              <w:rPr>
                <w:rFonts w:cs="Arial"/>
              </w:rPr>
              <w:t xml:space="preserve">This requirement does not apply to BS operating in band 66, </w:t>
            </w:r>
            <w:r w:rsidRPr="00EF2F0E">
              <w:rPr>
                <w:rFonts w:cs="v5.0.0"/>
              </w:rPr>
              <w:t xml:space="preserve">since it is already covered by the requirement in subclause 9.7.6.4.2. </w:t>
            </w:r>
            <w:r w:rsidRPr="00EF2F0E">
              <w:rPr>
                <w:rFonts w:cs="Arial"/>
              </w:rPr>
              <w:t xml:space="preserve">For BS operating in Band 4, it applies for 1755 MHz to 1780 MHz, while the rest is covered in subclause </w:t>
            </w:r>
            <w:r w:rsidRPr="00EF2F0E">
              <w:rPr>
                <w:rFonts w:cs="v5.0.0"/>
              </w:rPr>
              <w:t>9.7.6.4.2</w:t>
            </w:r>
            <w:r w:rsidRPr="00EF2F0E">
              <w:rPr>
                <w:rFonts w:cs="Arial"/>
              </w:rPr>
              <w:t xml:space="preserve">. For BS operating in Band 10, it applies for 1770 MHz to 1780 MHz, while the rest is covered in subclause </w:t>
            </w:r>
            <w:r w:rsidRPr="00EF2F0E">
              <w:rPr>
                <w:rFonts w:cs="v5.0.0"/>
              </w:rPr>
              <w:t>9.7.6.4.2</w:t>
            </w:r>
            <w:r w:rsidRPr="00EF2F0E">
              <w:rPr>
                <w:rFonts w:cs="Arial"/>
              </w:rPr>
              <w:t>.</w:t>
            </w:r>
          </w:p>
        </w:tc>
      </w:tr>
      <w:tr w:rsidR="004B491F" w:rsidRPr="00EF2F0E" w14:paraId="0984F832"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82D" w14:textId="77777777" w:rsidR="004B491F" w:rsidRPr="00EF2F0E" w:rsidRDefault="004B491F" w:rsidP="004B491F">
            <w:pPr>
              <w:pStyle w:val="TAC"/>
              <w:rPr>
                <w:rFonts w:cs="Arial"/>
              </w:rPr>
            </w:pPr>
            <w:r w:rsidRPr="00EF2F0E">
              <w:rPr>
                <w:rFonts w:cs="Arial"/>
              </w:rPr>
              <w:t>E-UTRA Band 67</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2E" w14:textId="77777777" w:rsidR="004B491F" w:rsidRPr="00EF2F0E" w:rsidRDefault="004B491F" w:rsidP="004B491F">
            <w:pPr>
              <w:pStyle w:val="TAC"/>
              <w:rPr>
                <w:rFonts w:cs="Arial"/>
                <w:lang w:eastAsia="zh-CN"/>
              </w:rPr>
            </w:pPr>
            <w:r w:rsidRPr="00EF2F0E">
              <w:rPr>
                <w:rFonts w:cs="Arial"/>
                <w:lang w:eastAsia="zh-CN"/>
              </w:rPr>
              <w:t>738 – 758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2F"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30"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31" w14:textId="77777777" w:rsidR="004B491F" w:rsidRPr="00EF2F0E" w:rsidRDefault="004B491F" w:rsidP="004B491F">
            <w:pPr>
              <w:pStyle w:val="TAL"/>
              <w:jc w:val="center"/>
              <w:rPr>
                <w:rFonts w:cs="Arial"/>
              </w:rPr>
            </w:pPr>
            <w:r w:rsidRPr="00EF2F0E">
              <w:rPr>
                <w:rFonts w:cs="Arial"/>
              </w:rPr>
              <w:t>This requirement does not apply to BS operating in band 28 or 67.</w:t>
            </w:r>
          </w:p>
        </w:tc>
      </w:tr>
      <w:tr w:rsidR="004B491F" w:rsidRPr="00EF2F0E" w14:paraId="0984F838" w14:textId="77777777" w:rsidTr="000A7FEB">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0984F833" w14:textId="77777777" w:rsidR="004B491F" w:rsidRPr="00EF2F0E" w:rsidRDefault="004B491F" w:rsidP="004B491F">
            <w:pPr>
              <w:pStyle w:val="TAC"/>
              <w:rPr>
                <w:rFonts w:cs="Arial"/>
              </w:rPr>
            </w:pPr>
            <w:r w:rsidRPr="00EF2F0E">
              <w:rPr>
                <w:rFonts w:cs="Arial"/>
              </w:rPr>
              <w:t>E-UTRA Band 68</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34" w14:textId="77777777" w:rsidR="004B491F" w:rsidRPr="00EF2F0E" w:rsidRDefault="004B491F" w:rsidP="004B491F">
            <w:pPr>
              <w:pStyle w:val="TAC"/>
              <w:rPr>
                <w:rFonts w:cs="Arial"/>
                <w:lang w:eastAsia="zh-CN"/>
              </w:rPr>
            </w:pPr>
            <w:r w:rsidRPr="00EF2F0E">
              <w:rPr>
                <w:rFonts w:cs="Arial"/>
              </w:rPr>
              <w:t>753 -783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35"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36"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37" w14:textId="77777777" w:rsidR="004B491F" w:rsidRPr="00EF2F0E" w:rsidRDefault="004B491F" w:rsidP="004B491F">
            <w:pPr>
              <w:pStyle w:val="TAL"/>
              <w:jc w:val="center"/>
              <w:rPr>
                <w:rFonts w:cs="Arial"/>
              </w:rPr>
            </w:pPr>
            <w:r w:rsidRPr="00EF2F0E">
              <w:rPr>
                <w:rFonts w:cs="Arial"/>
              </w:rPr>
              <w:t>This requirement does not apply to E-</w:t>
            </w:r>
            <w:r w:rsidRPr="00EF2F0E">
              <w:rPr>
                <w:rFonts w:cs="v5.0.0"/>
              </w:rPr>
              <w:t xml:space="preserve">UTRA </w:t>
            </w:r>
            <w:r w:rsidRPr="00EF2F0E">
              <w:rPr>
                <w:rFonts w:cs="Arial"/>
              </w:rPr>
              <w:t>BS operating in band 28, or 68.</w:t>
            </w:r>
          </w:p>
        </w:tc>
      </w:tr>
      <w:tr w:rsidR="004B491F" w:rsidRPr="00EF2F0E" w14:paraId="0984F83E" w14:textId="77777777" w:rsidTr="000A7FEB">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984F839" w14:textId="77777777" w:rsidR="004B491F" w:rsidRPr="00EF2F0E" w:rsidRDefault="004B491F" w:rsidP="004B491F">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3A" w14:textId="77777777" w:rsidR="004B491F" w:rsidRPr="00EF2F0E" w:rsidRDefault="004B491F" w:rsidP="004B491F">
            <w:pPr>
              <w:pStyle w:val="TAC"/>
              <w:rPr>
                <w:rFonts w:cs="Arial"/>
                <w:lang w:eastAsia="zh-CN"/>
              </w:rPr>
            </w:pPr>
            <w:r w:rsidRPr="00EF2F0E">
              <w:rPr>
                <w:rFonts w:cs="Arial"/>
              </w:rPr>
              <w:t>698-728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3B" w14:textId="77777777" w:rsidR="004B491F" w:rsidRPr="00EF2F0E" w:rsidRDefault="004B491F" w:rsidP="004B491F">
            <w:pPr>
              <w:pStyle w:val="TAC"/>
              <w:rPr>
                <w:rFonts w:cs="v5.0.0"/>
              </w:rPr>
            </w:pPr>
            <w:r w:rsidRPr="00EF2F0E">
              <w:rPr>
                <w:rFonts w:cs="v5.0.0"/>
              </w:rPr>
              <w:t xml:space="preserve"> -40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3C"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3D" w14:textId="77777777" w:rsidR="004B491F" w:rsidRPr="00EF2F0E" w:rsidRDefault="004B491F" w:rsidP="004B491F">
            <w:pPr>
              <w:pStyle w:val="TAL"/>
              <w:jc w:val="center"/>
              <w:rPr>
                <w:rFonts w:cs="v5.0.0"/>
              </w:rPr>
            </w:pPr>
            <w:r w:rsidRPr="00EF2F0E">
              <w:rPr>
                <w:rFonts w:cs="Arial"/>
              </w:rPr>
              <w:t>This requirement does not apply to E-</w:t>
            </w:r>
            <w:r w:rsidRPr="00EF2F0E">
              <w:rPr>
                <w:rFonts w:cs="v5.0.0"/>
              </w:rPr>
              <w:t xml:space="preserve">UTRA </w:t>
            </w:r>
            <w:r w:rsidRPr="00EF2F0E">
              <w:rPr>
                <w:rFonts w:cs="Arial"/>
              </w:rPr>
              <w:t xml:space="preserve">BS operating in band 68, </w:t>
            </w:r>
            <w:r w:rsidRPr="00EF2F0E">
              <w:rPr>
                <w:rFonts w:cs="v5.0.0"/>
              </w:rPr>
              <w:t xml:space="preserve">since it is already covered by the requirement in subclause 9.7.3.3. </w:t>
            </w:r>
            <w:r w:rsidRPr="00EF2F0E">
              <w:rPr>
                <w:rFonts w:cs="Arial"/>
              </w:rPr>
              <w:t>For E-UTRA BS operating in Band 28, it applies between 698 MHz and 703 MHz, while the rest is covered in subclause 9.7.3.3.</w:t>
            </w:r>
          </w:p>
        </w:tc>
      </w:tr>
      <w:tr w:rsidR="004B491F" w:rsidRPr="00EF2F0E" w14:paraId="0984F844" w14:textId="77777777" w:rsidTr="000A7FEB">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984F83F" w14:textId="77777777" w:rsidR="004B491F" w:rsidRPr="00EF2F0E" w:rsidRDefault="004B491F" w:rsidP="004B491F">
            <w:pPr>
              <w:pStyle w:val="TAC"/>
              <w:rPr>
                <w:rFonts w:cs="Arial"/>
              </w:rPr>
            </w:pPr>
            <w:r w:rsidRPr="00EF2F0E">
              <w:rPr>
                <w:rFonts w:cs="Arial"/>
              </w:rPr>
              <w:t>E-UTRA Band 69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40" w14:textId="77777777" w:rsidR="004B491F" w:rsidRPr="00EF2F0E" w:rsidRDefault="004B491F" w:rsidP="004B491F">
            <w:pPr>
              <w:pStyle w:val="TAC"/>
              <w:rPr>
                <w:rFonts w:cs="Arial"/>
              </w:rPr>
            </w:pPr>
            <w:r w:rsidRPr="00EF2F0E">
              <w:rPr>
                <w:rFonts w:cs="Arial"/>
              </w:rPr>
              <w:t>2570 - 2620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41"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42"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43" w14:textId="77777777" w:rsidR="004B491F" w:rsidRPr="00EF2F0E" w:rsidRDefault="004B491F" w:rsidP="004B491F">
            <w:pPr>
              <w:pStyle w:val="TAL"/>
              <w:jc w:val="center"/>
              <w:rPr>
                <w:rFonts w:cs="Arial"/>
              </w:rPr>
            </w:pPr>
            <w:r w:rsidRPr="00EF2F0E">
              <w:rPr>
                <w:rFonts w:cs="Arial"/>
              </w:rPr>
              <w:t>This requirement does not apply to E-UTRA BS operating in Band 38 or 69.</w:t>
            </w:r>
          </w:p>
        </w:tc>
      </w:tr>
      <w:tr w:rsidR="004B491F" w:rsidRPr="00EF2F0E" w14:paraId="0984F84A" w14:textId="77777777" w:rsidTr="000A7FEB">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0984F845" w14:textId="77777777" w:rsidR="004B491F" w:rsidRPr="00EF2F0E" w:rsidRDefault="004B491F" w:rsidP="004B491F">
            <w:pPr>
              <w:pStyle w:val="TAC"/>
              <w:rPr>
                <w:rFonts w:cs="Arial"/>
              </w:rPr>
            </w:pPr>
            <w:r w:rsidRPr="00EF2F0E">
              <w:rPr>
                <w:rFonts w:cs="Arial"/>
              </w:rPr>
              <w:t>E-UTRA Band 70 or NR band n70</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46" w14:textId="77777777" w:rsidR="004B491F" w:rsidRPr="00EF2F0E" w:rsidRDefault="004B491F" w:rsidP="004B491F">
            <w:pPr>
              <w:pStyle w:val="TAC"/>
              <w:rPr>
                <w:rFonts w:cs="Arial"/>
              </w:rPr>
            </w:pPr>
            <w:r w:rsidRPr="00EF2F0E">
              <w:rPr>
                <w:rFonts w:cs="Arial"/>
              </w:rPr>
              <w:t>1995 - 2020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47" w14:textId="77777777" w:rsidR="004B491F" w:rsidRPr="00EF2F0E" w:rsidRDefault="004B491F" w:rsidP="004B491F">
            <w:pPr>
              <w:pStyle w:val="TAC"/>
              <w:rPr>
                <w:rFonts w:cs="v5.0.0"/>
              </w:rPr>
            </w:pPr>
            <w:r w:rsidRPr="00EF2F0E">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48"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49" w14:textId="77777777" w:rsidR="004B491F" w:rsidRPr="00EF2F0E" w:rsidRDefault="004B491F" w:rsidP="004B491F">
            <w:pPr>
              <w:pStyle w:val="TAL"/>
              <w:jc w:val="center"/>
              <w:rPr>
                <w:rFonts w:cs="Arial"/>
              </w:rPr>
            </w:pPr>
            <w:r w:rsidRPr="00EF2F0E">
              <w:rPr>
                <w:rFonts w:cs="Arial"/>
              </w:rPr>
              <w:t>This requirement does not apply to E-UTRA BS operating in band 2, 25 or 70</w:t>
            </w:r>
          </w:p>
        </w:tc>
      </w:tr>
      <w:tr w:rsidR="004B491F" w:rsidRPr="00EF2F0E" w14:paraId="0984F850" w14:textId="77777777" w:rsidTr="000A7FEB">
        <w:trPr>
          <w:cantSplit/>
          <w:trHeight w:val="113"/>
          <w:jc w:val="center"/>
        </w:trPr>
        <w:tc>
          <w:tcPr>
            <w:tcW w:w="1105" w:type="dxa"/>
            <w:vMerge/>
            <w:tcBorders>
              <w:left w:val="single" w:sz="4" w:space="0" w:color="auto"/>
              <w:right w:val="single" w:sz="4" w:space="0" w:color="auto"/>
            </w:tcBorders>
            <w:shd w:val="clear" w:color="auto" w:fill="auto"/>
          </w:tcPr>
          <w:p w14:paraId="0984F84B" w14:textId="77777777" w:rsidR="004B491F" w:rsidRPr="00EF2F0E" w:rsidRDefault="004B491F" w:rsidP="004B491F">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4C" w14:textId="77777777" w:rsidR="004B491F" w:rsidRPr="00EF2F0E" w:rsidRDefault="004B491F" w:rsidP="004B491F">
            <w:pPr>
              <w:pStyle w:val="TAC"/>
              <w:rPr>
                <w:rFonts w:cs="Arial"/>
              </w:rPr>
            </w:pPr>
            <w:r w:rsidRPr="00EF2F0E">
              <w:rPr>
                <w:rFonts w:cs="Arial"/>
              </w:rPr>
              <w:t>1695 – 1710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4D" w14:textId="77777777" w:rsidR="004B491F" w:rsidRPr="00EF2F0E" w:rsidRDefault="004B491F" w:rsidP="004B491F">
            <w:pPr>
              <w:pStyle w:val="TAC"/>
              <w:rPr>
                <w:rFonts w:cs="v5.0.0"/>
              </w:rPr>
            </w:pPr>
            <w:r w:rsidRPr="00EF2F0E">
              <w:rPr>
                <w:rFonts w:cs="v5.0.0"/>
              </w:rPr>
              <w:t xml:space="preserve"> -40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4E"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4F" w14:textId="77777777" w:rsidR="004B491F" w:rsidRPr="00EF2F0E" w:rsidRDefault="004B491F" w:rsidP="004B491F">
            <w:pPr>
              <w:pStyle w:val="TAL"/>
              <w:jc w:val="center"/>
              <w:rPr>
                <w:rFonts w:cs="Arial"/>
              </w:rPr>
            </w:pPr>
            <w:r w:rsidRPr="00EF2F0E">
              <w:rPr>
                <w:rFonts w:cs="Arial"/>
              </w:rPr>
              <w:t>This requirement does not apply to E-UTRA BS operating in band 70, since it is already covered by the requirement in subclause 9.7.6.4.2</w:t>
            </w:r>
          </w:p>
        </w:tc>
      </w:tr>
      <w:tr w:rsidR="004B491F" w:rsidRPr="00EF2F0E" w14:paraId="0984F856" w14:textId="77777777" w:rsidTr="00AA1961">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0984F851" w14:textId="77777777" w:rsidR="004B491F" w:rsidRPr="00EF2F0E" w:rsidRDefault="004B491F" w:rsidP="004B491F">
            <w:pPr>
              <w:pStyle w:val="TAC"/>
              <w:rPr>
                <w:rFonts w:cs="Arial"/>
              </w:rPr>
            </w:pPr>
            <w:r w:rsidRPr="00EF2F0E">
              <w:rPr>
                <w:rFonts w:cs="Arial"/>
              </w:rPr>
              <w:t>E-UTRA Band 71 or NR Band n71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52" w14:textId="77777777" w:rsidR="004B491F" w:rsidRPr="00EF2F0E" w:rsidRDefault="004B491F" w:rsidP="004B491F">
            <w:pPr>
              <w:pStyle w:val="TAC"/>
              <w:rPr>
                <w:rFonts w:cs="Arial"/>
              </w:rPr>
            </w:pPr>
            <w:r w:rsidRPr="00EF2F0E">
              <w:rPr>
                <w:rFonts w:cs="Arial"/>
              </w:rPr>
              <w:t>617 – 652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53" w14:textId="77777777" w:rsidR="004B491F" w:rsidRPr="00EF2F0E" w:rsidRDefault="004B491F" w:rsidP="004B491F">
            <w:pPr>
              <w:pStyle w:val="TAC"/>
              <w:rPr>
                <w:rFonts w:cs="v5.0.0"/>
              </w:rPr>
            </w:pPr>
            <w:r w:rsidRPr="00EF2F0E">
              <w:rPr>
                <w:rFonts w:cs="v5.0.0"/>
              </w:rPr>
              <w:t>-</w:t>
            </w:r>
            <w:r w:rsidRPr="00EF2F0E">
              <w:rPr>
                <w:rFonts w:cs="v5.0.0"/>
                <w:lang w:eastAsia="ko-KR"/>
              </w:rPr>
              <w:t>43</w:t>
            </w:r>
            <w:r w:rsidRPr="00EF2F0E">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54"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55" w14:textId="77777777" w:rsidR="004B491F" w:rsidRPr="00EF2F0E" w:rsidRDefault="004B491F" w:rsidP="004B491F">
            <w:pPr>
              <w:pStyle w:val="TAL"/>
              <w:jc w:val="center"/>
              <w:rPr>
                <w:rFonts w:cs="Arial"/>
              </w:rPr>
            </w:pPr>
            <w:r w:rsidRPr="00EF2F0E">
              <w:rPr>
                <w:rFonts w:cs="Arial"/>
              </w:rPr>
              <w:t>This requirement does not apply to BS operating in band 71</w:t>
            </w:r>
          </w:p>
        </w:tc>
      </w:tr>
      <w:tr w:rsidR="004B491F" w:rsidRPr="00EF2F0E" w14:paraId="0984F85C" w14:textId="77777777" w:rsidTr="00AA1961">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984F857" w14:textId="77777777" w:rsidR="004B491F" w:rsidRPr="00EF2F0E" w:rsidRDefault="004B491F" w:rsidP="004B491F">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58" w14:textId="77777777" w:rsidR="004B491F" w:rsidRPr="00EF2F0E" w:rsidRDefault="004B491F" w:rsidP="004B491F">
            <w:pPr>
              <w:pStyle w:val="TAC"/>
              <w:rPr>
                <w:rFonts w:cs="Arial"/>
              </w:rPr>
            </w:pPr>
            <w:r w:rsidRPr="00EF2F0E">
              <w:rPr>
                <w:rFonts w:cs="Arial"/>
              </w:rPr>
              <w:t>663 – 698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59" w14:textId="77777777" w:rsidR="004B491F" w:rsidRPr="00EF2F0E" w:rsidRDefault="004B491F" w:rsidP="004B491F">
            <w:pPr>
              <w:pStyle w:val="TAC"/>
              <w:rPr>
                <w:rFonts w:cs="v5.0.0"/>
              </w:rPr>
            </w:pPr>
            <w:r w:rsidRPr="00EF2F0E">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5A"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5B" w14:textId="77777777" w:rsidR="004B491F" w:rsidRPr="00EF2F0E" w:rsidRDefault="004B491F" w:rsidP="004B491F">
            <w:pPr>
              <w:pStyle w:val="TAL"/>
              <w:jc w:val="center"/>
              <w:rPr>
                <w:rFonts w:cs="Arial"/>
              </w:rPr>
            </w:pPr>
            <w:r w:rsidRPr="00EF2F0E">
              <w:rPr>
                <w:rFonts w:cs="Arial"/>
              </w:rPr>
              <w:t>This requirement does not apply to BS operating in band 71, since it is already covered by the requirement in sub-clause 6.6.1.2</w:t>
            </w:r>
          </w:p>
        </w:tc>
      </w:tr>
      <w:tr w:rsidR="004B491F" w:rsidRPr="00EF2F0E" w14:paraId="0984F862" w14:textId="77777777" w:rsidTr="00AA1961">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0984F85D" w14:textId="77777777" w:rsidR="004B491F" w:rsidRPr="00EF2F0E" w:rsidRDefault="004B491F" w:rsidP="004B491F">
            <w:pPr>
              <w:pStyle w:val="TAC"/>
              <w:rPr>
                <w:rFonts w:cs="Arial"/>
              </w:rPr>
            </w:pPr>
            <w:r w:rsidRPr="00EF2F0E">
              <w:rPr>
                <w:rFonts w:cs="Arial"/>
              </w:rPr>
              <w:t>E-UTRA Band 72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5E" w14:textId="77777777" w:rsidR="004B491F" w:rsidRPr="00EF2F0E" w:rsidRDefault="004B491F" w:rsidP="004B491F">
            <w:pPr>
              <w:pStyle w:val="TAC"/>
              <w:rPr>
                <w:rFonts w:cs="Arial"/>
              </w:rPr>
            </w:pPr>
            <w:r w:rsidRPr="00EF2F0E">
              <w:rPr>
                <w:rFonts w:cs="Arial"/>
              </w:rPr>
              <w:t>461 - 466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5F" w14:textId="77777777" w:rsidR="004B491F" w:rsidRPr="00EF2F0E" w:rsidRDefault="004B491F" w:rsidP="004B491F">
            <w:pPr>
              <w:pStyle w:val="TAC"/>
              <w:rPr>
                <w:rFonts w:cs="v5.0.0"/>
              </w:rPr>
            </w:pPr>
            <w:r w:rsidRPr="00EF2F0E">
              <w:rPr>
                <w:rFonts w:cs="v5.0.0"/>
              </w:rPr>
              <w:t>-</w:t>
            </w:r>
            <w:r w:rsidRPr="00EF2F0E">
              <w:rPr>
                <w:rFonts w:cs="v5.0.0"/>
                <w:lang w:eastAsia="ko-KR"/>
              </w:rPr>
              <w:t>43</w:t>
            </w:r>
            <w:r w:rsidRPr="00EF2F0E">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60"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61" w14:textId="77777777" w:rsidR="004B491F" w:rsidRPr="00EF2F0E" w:rsidRDefault="004B491F" w:rsidP="004B491F">
            <w:pPr>
              <w:pStyle w:val="TAL"/>
              <w:jc w:val="center"/>
              <w:rPr>
                <w:rFonts w:cs="Arial"/>
              </w:rPr>
            </w:pPr>
            <w:r w:rsidRPr="00EF2F0E">
              <w:rPr>
                <w:rFonts w:cs="Arial"/>
              </w:rPr>
              <w:t>This requirement does not apply to BS operating in band 31, 72 or 73.</w:t>
            </w:r>
          </w:p>
        </w:tc>
      </w:tr>
      <w:tr w:rsidR="004B491F" w:rsidRPr="00EF2F0E" w14:paraId="0984F868" w14:textId="77777777" w:rsidTr="00AA1961">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984F863" w14:textId="77777777" w:rsidR="004B491F" w:rsidRPr="00EF2F0E" w:rsidRDefault="004B491F" w:rsidP="004B491F">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64" w14:textId="77777777" w:rsidR="004B491F" w:rsidRPr="00EF2F0E" w:rsidRDefault="004B491F" w:rsidP="004B491F">
            <w:pPr>
              <w:pStyle w:val="TAC"/>
              <w:rPr>
                <w:rFonts w:cs="Arial"/>
              </w:rPr>
            </w:pPr>
            <w:r w:rsidRPr="00EF2F0E">
              <w:rPr>
                <w:rFonts w:cs="Arial"/>
              </w:rPr>
              <w:t>451 - 456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65" w14:textId="77777777" w:rsidR="004B491F" w:rsidRPr="00EF2F0E" w:rsidRDefault="004B491F" w:rsidP="004B491F">
            <w:pPr>
              <w:pStyle w:val="TAC"/>
              <w:rPr>
                <w:rFonts w:cs="v5.0.0"/>
              </w:rPr>
            </w:pPr>
            <w:r w:rsidRPr="00EF2F0E">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66"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67" w14:textId="77777777" w:rsidR="004B491F" w:rsidRPr="00EF2F0E" w:rsidRDefault="004B491F" w:rsidP="004B491F">
            <w:pPr>
              <w:pStyle w:val="TAL"/>
              <w:jc w:val="center"/>
              <w:rPr>
                <w:rFonts w:cs="Arial"/>
              </w:rPr>
            </w:pPr>
            <w:r w:rsidRPr="00EF2F0E">
              <w:rPr>
                <w:rFonts w:cs="Arial"/>
              </w:rPr>
              <w:t>This requirement does not apply to BS operating in band 72, since it is already covered by the requirement in sub-clause 6.6.1.2. This requirement does not apply to BS operating in band 73.</w:t>
            </w:r>
          </w:p>
        </w:tc>
      </w:tr>
      <w:tr w:rsidR="004B491F" w:rsidRPr="00EF2F0E" w14:paraId="0984F86E" w14:textId="77777777" w:rsidTr="00AA1961">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0984F869" w14:textId="77777777" w:rsidR="004B491F" w:rsidRPr="00EF2F0E" w:rsidRDefault="004B491F" w:rsidP="004B491F">
            <w:pPr>
              <w:pStyle w:val="TAC"/>
              <w:rPr>
                <w:rFonts w:cs="Arial"/>
              </w:rPr>
            </w:pPr>
            <w:r w:rsidRPr="00EF2F0E">
              <w:rPr>
                <w:rFonts w:cs="Arial"/>
              </w:rPr>
              <w:t>E-UTRA Band 73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6A" w14:textId="77777777" w:rsidR="004B491F" w:rsidRPr="00EF2F0E" w:rsidRDefault="004B491F" w:rsidP="004B491F">
            <w:pPr>
              <w:pStyle w:val="TAC"/>
              <w:rPr>
                <w:rFonts w:cs="Arial"/>
              </w:rPr>
            </w:pPr>
            <w:r w:rsidRPr="00EF2F0E">
              <w:rPr>
                <w:rFonts w:cs="Arial"/>
              </w:rPr>
              <w:t>460 - 465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6B" w14:textId="77777777" w:rsidR="004B491F" w:rsidRPr="00EF2F0E" w:rsidRDefault="004B491F" w:rsidP="004B491F">
            <w:pPr>
              <w:pStyle w:val="TAC"/>
              <w:rPr>
                <w:rFonts w:cs="v5.0.0"/>
              </w:rPr>
            </w:pPr>
            <w:r w:rsidRPr="00EF2F0E">
              <w:rPr>
                <w:rFonts w:cs="v5.0.0"/>
              </w:rPr>
              <w:t>-</w:t>
            </w:r>
            <w:r w:rsidRPr="00EF2F0E">
              <w:rPr>
                <w:rFonts w:cs="v5.0.0"/>
                <w:lang w:eastAsia="ko-KR"/>
              </w:rPr>
              <w:t>43</w:t>
            </w:r>
            <w:r w:rsidRPr="00EF2F0E">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6C"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6D" w14:textId="77777777" w:rsidR="004B491F" w:rsidRPr="00EF2F0E" w:rsidRDefault="004B491F" w:rsidP="004B491F">
            <w:pPr>
              <w:pStyle w:val="TAL"/>
              <w:jc w:val="center"/>
              <w:rPr>
                <w:rFonts w:cs="Arial"/>
              </w:rPr>
            </w:pPr>
            <w:r w:rsidRPr="00EF2F0E">
              <w:rPr>
                <w:rFonts w:cs="Arial"/>
              </w:rPr>
              <w:t>This requirement does not apply to BS operating in band 31, 72 or 73.</w:t>
            </w:r>
          </w:p>
        </w:tc>
      </w:tr>
      <w:tr w:rsidR="004B491F" w:rsidRPr="00EF2F0E" w14:paraId="0984F874" w14:textId="77777777" w:rsidTr="00AA1961">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984F86F" w14:textId="77777777" w:rsidR="004B491F" w:rsidRPr="00EF2F0E" w:rsidRDefault="004B491F" w:rsidP="004B491F">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70" w14:textId="77777777" w:rsidR="004B491F" w:rsidRPr="00EF2F0E" w:rsidRDefault="004B491F" w:rsidP="004B491F">
            <w:pPr>
              <w:pStyle w:val="TAC"/>
              <w:rPr>
                <w:rFonts w:cs="Arial"/>
              </w:rPr>
            </w:pPr>
            <w:r w:rsidRPr="00EF2F0E">
              <w:rPr>
                <w:rFonts w:cs="Arial"/>
              </w:rPr>
              <w:t>450 - 455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71" w14:textId="77777777" w:rsidR="004B491F" w:rsidRPr="00EF2F0E" w:rsidRDefault="004B491F" w:rsidP="004B491F">
            <w:pPr>
              <w:pStyle w:val="TAC"/>
              <w:rPr>
                <w:rFonts w:cs="v5.0.0"/>
              </w:rPr>
            </w:pPr>
            <w:r w:rsidRPr="00EF2F0E">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72"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73" w14:textId="77777777" w:rsidR="004B491F" w:rsidRPr="00EF2F0E" w:rsidRDefault="004B491F" w:rsidP="004B491F">
            <w:pPr>
              <w:pStyle w:val="TAL"/>
              <w:jc w:val="center"/>
              <w:rPr>
                <w:rFonts w:cs="Arial"/>
              </w:rPr>
            </w:pPr>
            <w:r w:rsidRPr="00EF2F0E">
              <w:rPr>
                <w:rFonts w:cs="Arial"/>
              </w:rPr>
              <w:t>This requirement does not apply to BS operating in band 73, since it is already covered by the requirement in sub-clause 6.6.1.2.</w:t>
            </w:r>
          </w:p>
        </w:tc>
      </w:tr>
      <w:tr w:rsidR="004B491F" w:rsidRPr="00EF2F0E" w14:paraId="0984F87A" w14:textId="77777777" w:rsidTr="00AA1961">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0984F875" w14:textId="77777777" w:rsidR="004B491F" w:rsidRPr="00EF2F0E" w:rsidRDefault="004B491F" w:rsidP="004B491F">
            <w:pPr>
              <w:pStyle w:val="TAC"/>
              <w:rPr>
                <w:rFonts w:cs="Arial"/>
              </w:rPr>
            </w:pPr>
            <w:r w:rsidRPr="00EF2F0E">
              <w:rPr>
                <w:rFonts w:cs="Arial"/>
              </w:rPr>
              <w:t>E-UTRA Band 74 or NR band n74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76" w14:textId="77777777" w:rsidR="004B491F" w:rsidRPr="00EF2F0E" w:rsidRDefault="004B491F" w:rsidP="004B491F">
            <w:pPr>
              <w:pStyle w:val="TAC"/>
              <w:rPr>
                <w:rFonts w:cs="Arial"/>
              </w:rPr>
            </w:pPr>
            <w:r w:rsidRPr="00EF2F0E">
              <w:rPr>
                <w:rFonts w:cs="Arial"/>
              </w:rPr>
              <w:t>1475 – 1518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77" w14:textId="77777777" w:rsidR="004B491F" w:rsidRPr="00EF2F0E" w:rsidRDefault="004B491F" w:rsidP="004B491F">
            <w:pPr>
              <w:pStyle w:val="TAC"/>
              <w:rPr>
                <w:rFonts w:cs="v5.0.0"/>
              </w:rPr>
            </w:pPr>
            <w:r w:rsidRPr="00EF2F0E">
              <w:rPr>
                <w:rFonts w:cs="v5.0.0"/>
              </w:rPr>
              <w:t>-</w:t>
            </w:r>
            <w:r w:rsidRPr="00EF2F0E">
              <w:rPr>
                <w:rFonts w:cs="v5.0.0"/>
                <w:lang w:eastAsia="ko-KR"/>
              </w:rPr>
              <w:t>43</w:t>
            </w:r>
            <w:r w:rsidRPr="00EF2F0E">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78"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79" w14:textId="77777777" w:rsidR="004B491F" w:rsidRPr="00EF2F0E" w:rsidRDefault="004B491F" w:rsidP="004B491F">
            <w:pPr>
              <w:pStyle w:val="TAL"/>
              <w:jc w:val="center"/>
              <w:rPr>
                <w:rFonts w:cs="Arial"/>
              </w:rPr>
            </w:pPr>
            <w:r w:rsidRPr="00EF2F0E">
              <w:rPr>
                <w:rFonts w:cs="Arial"/>
              </w:rPr>
              <w:t>This requirement does not apply to BS operating in band 11, 21, 32, 50, 74, 75.</w:t>
            </w:r>
          </w:p>
        </w:tc>
      </w:tr>
      <w:tr w:rsidR="004B491F" w:rsidRPr="00EF2F0E" w14:paraId="0984F880" w14:textId="77777777" w:rsidTr="00AA1961">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984F87B" w14:textId="77777777" w:rsidR="004B491F" w:rsidRPr="00EF2F0E" w:rsidRDefault="004B491F" w:rsidP="004B491F">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7C" w14:textId="77777777" w:rsidR="004B491F" w:rsidRPr="00EF2F0E" w:rsidRDefault="004B491F" w:rsidP="004B491F">
            <w:pPr>
              <w:pStyle w:val="TAC"/>
              <w:rPr>
                <w:rFonts w:cs="Arial"/>
              </w:rPr>
            </w:pPr>
            <w:r w:rsidRPr="00EF2F0E">
              <w:rPr>
                <w:rFonts w:cs="Arial"/>
              </w:rPr>
              <w:t>1427 – 1470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7D" w14:textId="77777777" w:rsidR="004B491F" w:rsidRPr="00EF2F0E" w:rsidRDefault="004B491F" w:rsidP="004B491F">
            <w:pPr>
              <w:pStyle w:val="TAC"/>
              <w:rPr>
                <w:rFonts w:cs="v5.0.0"/>
              </w:rPr>
            </w:pPr>
            <w:r w:rsidRPr="00EF2F0E">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7E" w14:textId="77777777" w:rsidR="004B491F" w:rsidRPr="00EF2F0E" w:rsidRDefault="004B491F" w:rsidP="004B491F">
            <w:pPr>
              <w:pStyle w:val="TAC"/>
              <w:rPr>
                <w:rFonts w:cs="Arial"/>
              </w:rPr>
            </w:pPr>
            <w:r w:rsidRPr="00EF2F0E">
              <w:rPr>
                <w:rFonts w:cs="Arial"/>
              </w:rPr>
              <w:t>1MHz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7F" w14:textId="77777777" w:rsidR="004B491F" w:rsidRPr="00EF2F0E" w:rsidRDefault="004B491F" w:rsidP="004B491F">
            <w:pPr>
              <w:pStyle w:val="TAL"/>
              <w:jc w:val="center"/>
              <w:rPr>
                <w:rFonts w:cs="Arial"/>
              </w:rPr>
            </w:pPr>
            <w:r w:rsidRPr="00EF2F0E">
              <w:rPr>
                <w:rFonts w:cs="Arial"/>
              </w:rPr>
              <w:t>This requirement does not apply to BS operating in Band 74, since it is already covered by the requirement in sub-clause 6.6.1.2. This requirement does not apply to BS operating in band 32, 45, 50, 51, 75, 76.</w:t>
            </w:r>
          </w:p>
        </w:tc>
      </w:tr>
      <w:tr w:rsidR="004B491F" w:rsidRPr="00EF2F0E" w14:paraId="0984F886" w14:textId="77777777" w:rsidTr="000A7FEB">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0984F881" w14:textId="77777777" w:rsidR="004B491F" w:rsidRPr="00EF2F0E" w:rsidRDefault="004B491F" w:rsidP="004B491F">
            <w:pPr>
              <w:pStyle w:val="TAC"/>
              <w:rPr>
                <w:rFonts w:cs="Arial"/>
              </w:rPr>
            </w:pPr>
            <w:r w:rsidRPr="00EF2F0E">
              <w:rPr>
                <w:rFonts w:cs="Arial"/>
              </w:rPr>
              <w:t>E-UTRA Band 75 or NR Band n75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82" w14:textId="77777777" w:rsidR="004B491F" w:rsidRPr="00EF2F0E" w:rsidRDefault="004B491F" w:rsidP="004B491F">
            <w:pPr>
              <w:pStyle w:val="TAC"/>
              <w:rPr>
                <w:rFonts w:cs="Arial"/>
              </w:rPr>
            </w:pPr>
            <w:r w:rsidRPr="00EF2F0E">
              <w:rPr>
                <w:rFonts w:cs="Arial"/>
              </w:rPr>
              <w:t>1432 - 1517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83" w14:textId="77777777" w:rsidR="004B491F" w:rsidRPr="00EF2F0E" w:rsidRDefault="004B491F" w:rsidP="004B491F">
            <w:pPr>
              <w:pStyle w:val="TAC"/>
              <w:rPr>
                <w:rFonts w:cs="v5.0.0"/>
              </w:rPr>
            </w:pPr>
            <w:r w:rsidRPr="00EF2F0E">
              <w:rPr>
                <w:rFonts w:cs="v5.0.0"/>
              </w:rPr>
              <w:t>-</w:t>
            </w:r>
            <w:r w:rsidRPr="00EF2F0E">
              <w:rPr>
                <w:rFonts w:cs="v5.0.0"/>
                <w:lang w:eastAsia="ko-KR"/>
              </w:rPr>
              <w:t>43</w:t>
            </w:r>
            <w:r w:rsidRPr="00EF2F0E">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84"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85" w14:textId="77777777" w:rsidR="004B491F" w:rsidRPr="00EF2F0E" w:rsidRDefault="004B491F" w:rsidP="004B491F">
            <w:pPr>
              <w:pStyle w:val="TAL"/>
              <w:jc w:val="center"/>
              <w:rPr>
                <w:rFonts w:cs="Arial"/>
              </w:rPr>
            </w:pPr>
            <w:r w:rsidRPr="00EF2F0E">
              <w:rPr>
                <w:rFonts w:cs="Arial"/>
              </w:rPr>
              <w:t>This requirement does not apply to BS operating in Band 11, 21, 32, 45, 50, 51, 74, 75, 76.</w:t>
            </w:r>
          </w:p>
        </w:tc>
      </w:tr>
      <w:tr w:rsidR="004B491F" w:rsidRPr="00EF2F0E" w14:paraId="0984F88C" w14:textId="77777777" w:rsidTr="000A7FEB">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0984F887" w14:textId="77777777" w:rsidR="004B491F" w:rsidRPr="00EF2F0E" w:rsidRDefault="004B491F" w:rsidP="004B491F">
            <w:pPr>
              <w:pStyle w:val="TAC"/>
              <w:rPr>
                <w:rFonts w:cs="Arial"/>
              </w:rPr>
            </w:pPr>
            <w:r w:rsidRPr="00EF2F0E">
              <w:rPr>
                <w:rFonts w:cs="Arial"/>
              </w:rPr>
              <w:t>E-UTRA Band 76 or NR Band n76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88" w14:textId="77777777" w:rsidR="004B491F" w:rsidRPr="00EF2F0E" w:rsidRDefault="004B491F" w:rsidP="004B491F">
            <w:pPr>
              <w:pStyle w:val="TAC"/>
              <w:rPr>
                <w:rFonts w:cs="Arial"/>
              </w:rPr>
            </w:pPr>
            <w:r w:rsidRPr="00EF2F0E">
              <w:rPr>
                <w:rFonts w:cs="Arial"/>
              </w:rPr>
              <w:t>1427 - 1432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89" w14:textId="77777777" w:rsidR="004B491F" w:rsidRPr="00EF2F0E" w:rsidRDefault="004B491F" w:rsidP="004B491F">
            <w:pPr>
              <w:pStyle w:val="TAC"/>
              <w:rPr>
                <w:rFonts w:cs="v5.0.0"/>
              </w:rPr>
            </w:pPr>
            <w:r w:rsidRPr="00EF2F0E">
              <w:rPr>
                <w:rFonts w:cs="v5.0.0"/>
              </w:rPr>
              <w:t>-</w:t>
            </w:r>
            <w:r w:rsidRPr="00EF2F0E">
              <w:rPr>
                <w:rFonts w:cs="v5.0.0"/>
                <w:lang w:eastAsia="ko-KR"/>
              </w:rPr>
              <w:t>43</w:t>
            </w:r>
            <w:r w:rsidRPr="00EF2F0E">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8A"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8B" w14:textId="77777777" w:rsidR="004B491F" w:rsidRPr="00EF2F0E" w:rsidRDefault="004B491F" w:rsidP="004B491F">
            <w:pPr>
              <w:pStyle w:val="TAL"/>
              <w:jc w:val="center"/>
              <w:rPr>
                <w:rFonts w:cs="Arial"/>
              </w:rPr>
            </w:pPr>
            <w:r w:rsidRPr="00EF2F0E">
              <w:rPr>
                <w:rFonts w:cs="Arial"/>
              </w:rPr>
              <w:t>This requirement does not apply to BS operating in Band 50, 51, 75, 76.</w:t>
            </w:r>
          </w:p>
        </w:tc>
      </w:tr>
      <w:tr w:rsidR="004B491F" w:rsidRPr="00EF2F0E" w14:paraId="0984F892" w14:textId="77777777" w:rsidTr="000A7FEB">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0984F88D" w14:textId="77777777" w:rsidR="004B491F" w:rsidRPr="00EF2F0E" w:rsidRDefault="004B491F" w:rsidP="004B491F">
            <w:pPr>
              <w:pStyle w:val="TAC"/>
              <w:rPr>
                <w:rFonts w:cs="Arial"/>
              </w:rPr>
            </w:pPr>
            <w:r w:rsidRPr="00EF2F0E">
              <w:rPr>
                <w:rFonts w:cs="Arial"/>
              </w:rPr>
              <w:t>NR Band n77</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8E" w14:textId="77777777" w:rsidR="004B491F" w:rsidRPr="00EF2F0E" w:rsidRDefault="004B491F" w:rsidP="004B491F">
            <w:pPr>
              <w:pStyle w:val="TAC"/>
              <w:rPr>
                <w:rFonts w:cs="Arial"/>
              </w:rPr>
            </w:pPr>
            <w:r w:rsidRPr="00EF2F0E">
              <w:rPr>
                <w:rFonts w:cs="Arial"/>
              </w:rPr>
              <w:t>3300 MHz – 4200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8F" w14:textId="77777777" w:rsidR="004B491F" w:rsidRPr="00EF2F0E" w:rsidRDefault="004B491F" w:rsidP="004B491F">
            <w:pPr>
              <w:pStyle w:val="TAC"/>
              <w:rPr>
                <w:rFonts w:cs="v5.0.0"/>
              </w:rPr>
            </w:pPr>
            <w:r w:rsidRPr="00EF2F0E">
              <w:rPr>
                <w:rFonts w:cs="v5.0.0"/>
              </w:rPr>
              <w:t>-</w:t>
            </w:r>
            <w:r w:rsidRPr="00EF2F0E">
              <w:rPr>
                <w:rFonts w:cs="v5.0.0"/>
                <w:lang w:eastAsia="ko-KR"/>
              </w:rPr>
              <w:t>43</w:t>
            </w:r>
            <w:r w:rsidRPr="00EF2F0E">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90"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91" w14:textId="77777777" w:rsidR="004B491F" w:rsidRPr="00EF2F0E" w:rsidRDefault="004B491F" w:rsidP="004B491F">
            <w:pPr>
              <w:pStyle w:val="TAL"/>
              <w:jc w:val="center"/>
              <w:rPr>
                <w:rFonts w:cs="Arial"/>
              </w:rPr>
            </w:pPr>
            <w:r w:rsidRPr="00EF2F0E">
              <w:rPr>
                <w:rFonts w:cs="Arial"/>
              </w:rPr>
              <w:t>This is not applicable to BS operating in Band 22, 42, 43, 48, 52.</w:t>
            </w:r>
          </w:p>
        </w:tc>
      </w:tr>
      <w:tr w:rsidR="004B491F" w:rsidRPr="00EF2F0E" w14:paraId="0984F898" w14:textId="77777777" w:rsidTr="000A7FEB">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0984F893" w14:textId="77777777" w:rsidR="004B491F" w:rsidRPr="00EF2F0E" w:rsidRDefault="004B491F" w:rsidP="004B491F">
            <w:pPr>
              <w:pStyle w:val="TAC"/>
              <w:rPr>
                <w:rFonts w:cs="Arial"/>
              </w:rPr>
            </w:pPr>
            <w:r w:rsidRPr="00EF2F0E">
              <w:rPr>
                <w:rFonts w:cs="Arial"/>
              </w:rPr>
              <w:t>NR Band n78</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94" w14:textId="77777777" w:rsidR="004B491F" w:rsidRPr="00EF2F0E" w:rsidRDefault="004B491F" w:rsidP="004B491F">
            <w:pPr>
              <w:pStyle w:val="TAC"/>
              <w:rPr>
                <w:rFonts w:cs="Arial"/>
              </w:rPr>
            </w:pPr>
            <w:r w:rsidRPr="00EF2F0E">
              <w:rPr>
                <w:rFonts w:cs="Arial"/>
              </w:rPr>
              <w:t>3300 MHz – 3800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95" w14:textId="77777777" w:rsidR="004B491F" w:rsidRPr="00EF2F0E" w:rsidRDefault="004B491F" w:rsidP="004B491F">
            <w:pPr>
              <w:pStyle w:val="TAC"/>
              <w:rPr>
                <w:rFonts w:cs="v5.0.0"/>
              </w:rPr>
            </w:pPr>
            <w:r w:rsidRPr="00EF2F0E">
              <w:rPr>
                <w:rFonts w:cs="v5.0.0"/>
              </w:rPr>
              <w:t>-</w:t>
            </w:r>
            <w:r w:rsidRPr="00EF2F0E">
              <w:rPr>
                <w:rFonts w:cs="v5.0.0"/>
                <w:lang w:eastAsia="ko-KR"/>
              </w:rPr>
              <w:t>43</w:t>
            </w:r>
            <w:r w:rsidRPr="00EF2F0E">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96"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97" w14:textId="77777777" w:rsidR="004B491F" w:rsidRPr="00EF2F0E" w:rsidRDefault="004B491F" w:rsidP="004B491F">
            <w:pPr>
              <w:pStyle w:val="TAL"/>
              <w:jc w:val="center"/>
              <w:rPr>
                <w:rFonts w:cs="Arial"/>
              </w:rPr>
            </w:pPr>
            <w:r w:rsidRPr="00EF2F0E">
              <w:rPr>
                <w:rFonts w:cs="Arial"/>
              </w:rPr>
              <w:t>This is not applicable to BS operating in Band 22, 42, 43, 48, 52.</w:t>
            </w:r>
          </w:p>
        </w:tc>
      </w:tr>
      <w:tr w:rsidR="004B491F" w:rsidRPr="00EF2F0E" w14:paraId="0984F89E" w14:textId="77777777" w:rsidTr="000A7FEB">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0984F899" w14:textId="77777777" w:rsidR="004B491F" w:rsidRPr="00EF2F0E" w:rsidRDefault="004B491F" w:rsidP="004B491F">
            <w:pPr>
              <w:pStyle w:val="TAC"/>
              <w:rPr>
                <w:rFonts w:cs="Arial"/>
              </w:rPr>
            </w:pPr>
            <w:r w:rsidRPr="00EF2F0E">
              <w:rPr>
                <w:rFonts w:cs="Arial"/>
              </w:rPr>
              <w:t>NR Band n79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9A" w14:textId="77777777" w:rsidR="004B491F" w:rsidRPr="00EF2F0E" w:rsidRDefault="004B491F" w:rsidP="004B491F">
            <w:pPr>
              <w:pStyle w:val="TAC"/>
              <w:rPr>
                <w:rFonts w:cs="Arial"/>
              </w:rPr>
            </w:pPr>
            <w:r w:rsidRPr="00EF2F0E">
              <w:rPr>
                <w:rFonts w:cs="Arial"/>
              </w:rPr>
              <w:t>4.4 – 5.0 GHz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9B" w14:textId="77777777" w:rsidR="004B491F" w:rsidRPr="00EF2F0E" w:rsidRDefault="004B491F" w:rsidP="004B491F">
            <w:pPr>
              <w:pStyle w:val="TAC"/>
              <w:rPr>
                <w:rFonts w:cs="v5.0.0"/>
              </w:rPr>
            </w:pPr>
            <w:r w:rsidRPr="00EF2F0E">
              <w:rPr>
                <w:rFonts w:cs="v5.0.0"/>
              </w:rPr>
              <w:t>-</w:t>
            </w:r>
            <w:r w:rsidRPr="00EF2F0E">
              <w:rPr>
                <w:rFonts w:cs="v5.0.0"/>
                <w:lang w:eastAsia="ko-KR"/>
              </w:rPr>
              <w:t>43</w:t>
            </w:r>
            <w:r w:rsidRPr="00EF2F0E">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9C"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9D" w14:textId="51352A41" w:rsidR="004B491F" w:rsidRPr="00EF2F0E" w:rsidRDefault="004B491F" w:rsidP="004B491F">
            <w:pPr>
              <w:pStyle w:val="TAL"/>
              <w:jc w:val="center"/>
              <w:rPr>
                <w:rFonts w:cs="Arial"/>
              </w:rPr>
            </w:pPr>
          </w:p>
        </w:tc>
      </w:tr>
      <w:tr w:rsidR="004B491F" w:rsidRPr="00EF2F0E" w14:paraId="0984F8A4" w14:textId="77777777" w:rsidTr="000A7FEB">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0984F89F" w14:textId="77777777" w:rsidR="004B491F" w:rsidRPr="00EF2F0E" w:rsidRDefault="004B491F" w:rsidP="004B491F">
            <w:pPr>
              <w:pStyle w:val="TAC"/>
              <w:rPr>
                <w:rFonts w:cs="Arial"/>
              </w:rPr>
            </w:pPr>
            <w:r w:rsidRPr="00EF2F0E">
              <w:rPr>
                <w:rFonts w:cs="Arial"/>
              </w:rPr>
              <w:t>NR Band n80</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A0" w14:textId="77777777" w:rsidR="004B491F" w:rsidRPr="00EF2F0E" w:rsidRDefault="004B491F" w:rsidP="004B491F">
            <w:pPr>
              <w:pStyle w:val="TAC"/>
              <w:rPr>
                <w:rFonts w:cs="Arial"/>
              </w:rPr>
            </w:pPr>
            <w:r w:rsidRPr="00EF2F0E">
              <w:rPr>
                <w:rFonts w:cs="Arial"/>
              </w:rPr>
              <w:t>1710 – 1785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A1" w14:textId="77777777" w:rsidR="004B491F" w:rsidRPr="00EF2F0E" w:rsidRDefault="004B491F" w:rsidP="004B491F">
            <w:pPr>
              <w:pStyle w:val="TAC"/>
              <w:rPr>
                <w:rFonts w:cs="v5.0.0"/>
              </w:rPr>
            </w:pPr>
            <w:r w:rsidRPr="00EF2F0E">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A2"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A3" w14:textId="77777777" w:rsidR="004B491F" w:rsidRPr="00EF2F0E" w:rsidRDefault="004B491F" w:rsidP="004B491F">
            <w:pPr>
              <w:pStyle w:val="TAL"/>
              <w:jc w:val="center"/>
              <w:rPr>
                <w:rFonts w:cs="Arial"/>
              </w:rPr>
            </w:pPr>
            <w:r w:rsidRPr="00EF2F0E">
              <w:rPr>
                <w:rFonts w:cs="Arial"/>
              </w:rPr>
              <w:t>This requirement does not apply to BS operating in band 3</w:t>
            </w:r>
          </w:p>
        </w:tc>
      </w:tr>
      <w:tr w:rsidR="004B491F" w:rsidRPr="00EF2F0E" w14:paraId="0984F8AA" w14:textId="77777777" w:rsidTr="000A7FEB">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0984F8A5" w14:textId="77777777" w:rsidR="004B491F" w:rsidRPr="00EF2F0E" w:rsidRDefault="004B491F" w:rsidP="004B491F">
            <w:pPr>
              <w:pStyle w:val="TAC"/>
              <w:rPr>
                <w:rFonts w:cs="Arial"/>
              </w:rPr>
            </w:pPr>
            <w:r w:rsidRPr="00EF2F0E">
              <w:rPr>
                <w:rFonts w:cs="Arial"/>
              </w:rPr>
              <w:t>NR Band n81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A6" w14:textId="77777777" w:rsidR="004B491F" w:rsidRPr="00EF2F0E" w:rsidRDefault="004B491F" w:rsidP="004B491F">
            <w:pPr>
              <w:pStyle w:val="TAC"/>
              <w:rPr>
                <w:rFonts w:cs="Arial"/>
              </w:rPr>
            </w:pPr>
            <w:r w:rsidRPr="00EF2F0E">
              <w:rPr>
                <w:rFonts w:cs="Arial"/>
              </w:rPr>
              <w:t>880 – 915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A7" w14:textId="77777777" w:rsidR="004B491F" w:rsidRPr="00EF2F0E" w:rsidRDefault="004B491F" w:rsidP="004B491F">
            <w:pPr>
              <w:pStyle w:val="TAC"/>
              <w:rPr>
                <w:rFonts w:cs="v5.0.0"/>
              </w:rPr>
            </w:pPr>
            <w:r w:rsidRPr="00EF2F0E">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A8"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A9" w14:textId="77777777" w:rsidR="004B491F" w:rsidRPr="00EF2F0E" w:rsidRDefault="004B491F" w:rsidP="004B491F">
            <w:pPr>
              <w:pStyle w:val="TAL"/>
              <w:jc w:val="center"/>
              <w:rPr>
                <w:rFonts w:cs="Arial"/>
              </w:rPr>
            </w:pPr>
            <w:r w:rsidRPr="00EF2F0E">
              <w:rPr>
                <w:rFonts w:cs="Arial"/>
              </w:rPr>
              <w:t>This requirement does not apply to BS operating in band 8</w:t>
            </w:r>
          </w:p>
        </w:tc>
      </w:tr>
      <w:tr w:rsidR="004B491F" w:rsidRPr="00EF2F0E" w14:paraId="0984F8B0" w14:textId="77777777" w:rsidTr="000A7FEB">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0984F8AB" w14:textId="77777777" w:rsidR="004B491F" w:rsidRPr="00EF2F0E" w:rsidRDefault="004B491F" w:rsidP="004B491F">
            <w:pPr>
              <w:pStyle w:val="TAC"/>
              <w:rPr>
                <w:rFonts w:cs="Arial"/>
              </w:rPr>
            </w:pPr>
            <w:r w:rsidRPr="00EF2F0E">
              <w:rPr>
                <w:rFonts w:cs="Arial"/>
              </w:rPr>
              <w:t>NR Band n82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AC" w14:textId="77777777" w:rsidR="004B491F" w:rsidRPr="00EF2F0E" w:rsidRDefault="004B491F" w:rsidP="004B491F">
            <w:pPr>
              <w:pStyle w:val="TAC"/>
              <w:rPr>
                <w:rFonts w:cs="Arial"/>
              </w:rPr>
            </w:pPr>
            <w:r w:rsidRPr="00EF2F0E">
              <w:rPr>
                <w:rFonts w:cs="Arial"/>
              </w:rPr>
              <w:t>832 – 862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AD" w14:textId="77777777" w:rsidR="004B491F" w:rsidRPr="00EF2F0E" w:rsidRDefault="004B491F" w:rsidP="004B491F">
            <w:pPr>
              <w:pStyle w:val="TAC"/>
              <w:rPr>
                <w:rFonts w:cs="v5.0.0"/>
              </w:rPr>
            </w:pPr>
            <w:r w:rsidRPr="00EF2F0E">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AE"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AF" w14:textId="77777777" w:rsidR="004B491F" w:rsidRPr="00EF2F0E" w:rsidRDefault="004B491F" w:rsidP="004B491F">
            <w:pPr>
              <w:pStyle w:val="TAL"/>
              <w:jc w:val="center"/>
              <w:rPr>
                <w:rFonts w:cs="Arial"/>
              </w:rPr>
            </w:pPr>
            <w:r w:rsidRPr="00EF2F0E">
              <w:rPr>
                <w:rFonts w:cs="Arial"/>
              </w:rPr>
              <w:t>This requirement does not apply to BS operating in band 20.</w:t>
            </w:r>
          </w:p>
        </w:tc>
      </w:tr>
      <w:tr w:rsidR="004B491F" w:rsidRPr="00EF2F0E" w14:paraId="0984F8B6" w14:textId="77777777" w:rsidTr="000A7FEB">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0984F8B1" w14:textId="77777777" w:rsidR="004B491F" w:rsidRPr="00EF2F0E" w:rsidRDefault="004B491F" w:rsidP="004B491F">
            <w:pPr>
              <w:pStyle w:val="TAC"/>
              <w:rPr>
                <w:rFonts w:cs="Arial"/>
              </w:rPr>
            </w:pPr>
            <w:r w:rsidRPr="00EF2F0E">
              <w:rPr>
                <w:rFonts w:cs="Arial"/>
              </w:rPr>
              <w:t>NR Band n83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B2" w14:textId="77777777" w:rsidR="004B491F" w:rsidRPr="00EF2F0E" w:rsidRDefault="004B491F" w:rsidP="004B491F">
            <w:pPr>
              <w:pStyle w:val="TAC"/>
              <w:rPr>
                <w:rFonts w:cs="Arial"/>
              </w:rPr>
            </w:pPr>
            <w:r w:rsidRPr="00EF2F0E">
              <w:rPr>
                <w:rFonts w:cs="Arial"/>
              </w:rPr>
              <w:t>703 – 748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B3" w14:textId="77777777" w:rsidR="004B491F" w:rsidRPr="00EF2F0E" w:rsidRDefault="004B491F" w:rsidP="004B491F">
            <w:pPr>
              <w:pStyle w:val="TAC"/>
              <w:rPr>
                <w:rFonts w:cs="v5.0.0"/>
              </w:rPr>
            </w:pPr>
            <w:r w:rsidRPr="00EF2F0E">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B4"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B5" w14:textId="77777777" w:rsidR="004B491F" w:rsidRPr="00EF2F0E" w:rsidRDefault="004B491F" w:rsidP="004B491F">
            <w:pPr>
              <w:pStyle w:val="TAL"/>
              <w:jc w:val="center"/>
              <w:rPr>
                <w:rFonts w:cs="Arial"/>
              </w:rPr>
            </w:pPr>
            <w:r w:rsidRPr="00EF2F0E">
              <w:rPr>
                <w:rFonts w:cs="Arial"/>
              </w:rPr>
              <w:t>This requirement does not apply to BS operating in band 28</w:t>
            </w:r>
          </w:p>
        </w:tc>
      </w:tr>
      <w:tr w:rsidR="004B491F" w:rsidRPr="00EF2F0E" w14:paraId="0984F8BD" w14:textId="77777777" w:rsidTr="000A7FEB">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0984F8B7" w14:textId="77777777" w:rsidR="004B491F" w:rsidRPr="00EF2F0E" w:rsidRDefault="004B491F" w:rsidP="004B491F">
            <w:pPr>
              <w:pStyle w:val="TAC"/>
              <w:rPr>
                <w:rFonts w:cs="Arial"/>
              </w:rPr>
            </w:pPr>
            <w:r w:rsidRPr="00EF2F0E">
              <w:rPr>
                <w:rFonts w:cs="Arial"/>
              </w:rPr>
              <w:t>NR Band n84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B8" w14:textId="77777777" w:rsidR="004B491F" w:rsidRPr="00EF2F0E" w:rsidRDefault="004B491F" w:rsidP="004B491F">
            <w:pPr>
              <w:pStyle w:val="TAC"/>
              <w:rPr>
                <w:rFonts w:cs="Arial"/>
              </w:rPr>
            </w:pPr>
            <w:r w:rsidRPr="00EF2F0E">
              <w:rPr>
                <w:rFonts w:cs="Arial"/>
              </w:rPr>
              <w:t>1920 – 1980 MHz</w:t>
            </w:r>
          </w:p>
          <w:p w14:paraId="0984F8B9" w14:textId="77777777" w:rsidR="004B491F" w:rsidRPr="00EF2F0E" w:rsidRDefault="004B491F" w:rsidP="004B491F">
            <w:pPr>
              <w:pStyle w:val="TAC"/>
              <w:rPr>
                <w:rFonts w:cs="Arial"/>
              </w:rPr>
            </w:pP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BA" w14:textId="77777777" w:rsidR="004B491F" w:rsidRPr="00EF2F0E" w:rsidRDefault="004B491F" w:rsidP="004B491F">
            <w:pPr>
              <w:pStyle w:val="TAC"/>
              <w:rPr>
                <w:rFonts w:cs="v5.0.0"/>
              </w:rPr>
            </w:pPr>
            <w:r w:rsidRPr="00EF2F0E">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BB"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BC" w14:textId="77777777" w:rsidR="004B491F" w:rsidRPr="00EF2F0E" w:rsidRDefault="004B491F" w:rsidP="004B491F">
            <w:pPr>
              <w:pStyle w:val="TAL"/>
              <w:jc w:val="center"/>
              <w:rPr>
                <w:rFonts w:cs="Arial"/>
              </w:rPr>
            </w:pPr>
            <w:r w:rsidRPr="00EF2F0E">
              <w:rPr>
                <w:rFonts w:cs="Arial"/>
              </w:rPr>
              <w:t>This requirement does not apply to BS operating in band 1</w:t>
            </w:r>
          </w:p>
        </w:tc>
      </w:tr>
      <w:tr w:rsidR="004B491F" w:rsidRPr="00EF2F0E" w14:paraId="0984F8C3" w14:textId="77777777" w:rsidTr="00AA1961">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0984F8BE" w14:textId="77777777" w:rsidR="004B491F" w:rsidRPr="00EF2F0E" w:rsidRDefault="004B491F" w:rsidP="004B491F">
            <w:pPr>
              <w:pStyle w:val="TAC"/>
              <w:rPr>
                <w:rFonts w:cs="Arial"/>
              </w:rPr>
            </w:pPr>
            <w:r w:rsidRPr="00EF2F0E">
              <w:rPr>
                <w:rFonts w:cs="Arial"/>
              </w:rPr>
              <w:t>E-UTRA Band 85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BF" w14:textId="77777777" w:rsidR="004B491F" w:rsidRPr="00EF2F0E" w:rsidRDefault="004B491F" w:rsidP="004B491F">
            <w:pPr>
              <w:pStyle w:val="TAC"/>
              <w:rPr>
                <w:rFonts w:cs="Arial"/>
              </w:rPr>
            </w:pPr>
            <w:r w:rsidRPr="00EF2F0E">
              <w:rPr>
                <w:rFonts w:cs="Arial"/>
              </w:rPr>
              <w:t>728 - 746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C0" w14:textId="77777777" w:rsidR="004B491F" w:rsidRPr="00EF2F0E" w:rsidRDefault="004B491F" w:rsidP="004B491F">
            <w:pPr>
              <w:pStyle w:val="TAC"/>
              <w:rPr>
                <w:rFonts w:cs="v5.0.0"/>
              </w:rPr>
            </w:pPr>
            <w:r w:rsidRPr="00EF2F0E">
              <w:rPr>
                <w:rFonts w:cs="v5.0.0"/>
              </w:rPr>
              <w:t>-</w:t>
            </w:r>
            <w:r w:rsidRPr="00EF2F0E">
              <w:rPr>
                <w:rFonts w:cs="v5.0.0"/>
                <w:lang w:eastAsia="ko-KR"/>
              </w:rPr>
              <w:t>43</w:t>
            </w:r>
            <w:r w:rsidRPr="00EF2F0E">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C1"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C2" w14:textId="77777777" w:rsidR="004B491F" w:rsidRPr="00EF2F0E" w:rsidRDefault="004B491F" w:rsidP="004B491F">
            <w:pPr>
              <w:pStyle w:val="TAL"/>
              <w:jc w:val="center"/>
              <w:rPr>
                <w:rFonts w:cs="Arial"/>
              </w:rPr>
            </w:pPr>
            <w:r w:rsidRPr="00EF2F0E">
              <w:rPr>
                <w:rFonts w:cs="Arial"/>
              </w:rPr>
              <w:t>This requirement does not apply to BS operating in band 12, 29, 85.</w:t>
            </w:r>
          </w:p>
        </w:tc>
      </w:tr>
      <w:tr w:rsidR="004B491F" w:rsidRPr="00EF2F0E" w14:paraId="0984F8C9" w14:textId="77777777" w:rsidTr="00AA1961">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984F8C4" w14:textId="77777777" w:rsidR="004B491F" w:rsidRPr="00EF2F0E" w:rsidRDefault="004B491F" w:rsidP="004B491F">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C5" w14:textId="77777777" w:rsidR="004B491F" w:rsidRPr="00EF2F0E" w:rsidRDefault="004B491F" w:rsidP="004B491F">
            <w:pPr>
              <w:pStyle w:val="TAC"/>
              <w:rPr>
                <w:rFonts w:cs="Arial"/>
              </w:rPr>
            </w:pPr>
            <w:r w:rsidRPr="00EF2F0E">
              <w:rPr>
                <w:rFonts w:cs="Arial"/>
              </w:rPr>
              <w:t>698 - 716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C6" w14:textId="77777777" w:rsidR="004B491F" w:rsidRPr="00EF2F0E" w:rsidRDefault="004B491F" w:rsidP="004B491F">
            <w:pPr>
              <w:pStyle w:val="TAC"/>
              <w:rPr>
                <w:rFonts w:cs="v5.0.0"/>
              </w:rPr>
            </w:pPr>
            <w:r w:rsidRPr="00EF2F0E">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C7"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C8" w14:textId="77777777" w:rsidR="004B491F" w:rsidRPr="00EF2F0E" w:rsidRDefault="004B491F" w:rsidP="004B491F">
            <w:pPr>
              <w:pStyle w:val="TAL"/>
              <w:jc w:val="center"/>
              <w:rPr>
                <w:rFonts w:cs="Arial"/>
              </w:rPr>
            </w:pPr>
            <w:r w:rsidRPr="00EF2F0E">
              <w:t>This requirement does not apply to E-</w:t>
            </w:r>
            <w:r w:rsidRPr="00EF2F0E">
              <w:rPr>
                <w:rFonts w:cs="v5.0.0"/>
              </w:rPr>
              <w:t xml:space="preserve">UTRA </w:t>
            </w:r>
            <w:r w:rsidRPr="00EF2F0E">
              <w:t>BS operating in Band 85,</w:t>
            </w:r>
            <w:r w:rsidRPr="00EF2F0E">
              <w:rPr>
                <w:rFonts w:cs="v5.0.0"/>
              </w:rPr>
              <w:t xml:space="preserve"> since it is already covered by the requirement in subclause 6.6.1.2. </w:t>
            </w:r>
            <w:r w:rsidRPr="00EF2F0E">
              <w:t>For E</w:t>
            </w:r>
            <w:r w:rsidRPr="00EF2F0E">
              <w:noBreakHyphen/>
              <w:t>UTRA BS operating in Band 29, it</w:t>
            </w:r>
            <w:r w:rsidRPr="00EF2F0E">
              <w:rPr>
                <w:rFonts w:eastAsia="MS PGothic"/>
                <w:kern w:val="24"/>
                <w:szCs w:val="22"/>
              </w:rPr>
              <w:t xml:space="preserve"> applies 1 MHz below the Band 29 downlink operating band (Note 7).</w:t>
            </w:r>
          </w:p>
        </w:tc>
      </w:tr>
      <w:tr w:rsidR="004B491F" w:rsidRPr="00EF2F0E" w14:paraId="0984F8CF" w14:textId="77777777" w:rsidTr="000A7FEB">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0984F8CA" w14:textId="77777777" w:rsidR="004B491F" w:rsidRPr="00EF2F0E" w:rsidRDefault="004B491F" w:rsidP="004B491F">
            <w:pPr>
              <w:pStyle w:val="TAC"/>
              <w:rPr>
                <w:rFonts w:cs="Arial"/>
              </w:rPr>
            </w:pPr>
            <w:r w:rsidRPr="00EF2F0E">
              <w:rPr>
                <w:rFonts w:cs="Arial"/>
              </w:rPr>
              <w:t>NR Band n86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984F8CB" w14:textId="77777777" w:rsidR="004B491F" w:rsidRPr="00EF2F0E" w:rsidRDefault="004B491F" w:rsidP="004B491F">
            <w:pPr>
              <w:pStyle w:val="TAC"/>
              <w:rPr>
                <w:rFonts w:cs="Arial"/>
              </w:rPr>
            </w:pPr>
            <w:r w:rsidRPr="00EF2F0E">
              <w:rPr>
                <w:rFonts w:cs="Arial"/>
              </w:rPr>
              <w:t>1710 – 1780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984F8CC" w14:textId="77777777" w:rsidR="004B491F" w:rsidRPr="00EF2F0E" w:rsidRDefault="004B491F" w:rsidP="004B491F">
            <w:pPr>
              <w:pStyle w:val="TAC"/>
              <w:rPr>
                <w:rFonts w:cs="v5.0.0"/>
              </w:rPr>
            </w:pPr>
            <w:r w:rsidRPr="00EF2F0E">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84F8CD" w14:textId="77777777" w:rsidR="004B491F" w:rsidRPr="00EF2F0E" w:rsidRDefault="004B491F" w:rsidP="004B491F">
            <w:pPr>
              <w:pStyle w:val="TAC"/>
              <w:rPr>
                <w:rFonts w:cs="Arial"/>
              </w:rPr>
            </w:pPr>
            <w:r w:rsidRPr="00EF2F0E">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84F8CE" w14:textId="77777777" w:rsidR="004B491F" w:rsidRPr="00EF2F0E" w:rsidRDefault="004B491F" w:rsidP="004B491F">
            <w:pPr>
              <w:pStyle w:val="TAL"/>
              <w:jc w:val="center"/>
              <w:rPr>
                <w:rFonts w:cs="Arial"/>
              </w:rPr>
            </w:pPr>
            <w:r w:rsidRPr="00EF2F0E">
              <w:rPr>
                <w:rFonts w:cs="Arial"/>
              </w:rPr>
              <w:t>This requirement does not apply to BS operating in band 66</w:t>
            </w:r>
          </w:p>
        </w:tc>
      </w:tr>
    </w:tbl>
    <w:p w14:paraId="0984F8D0" w14:textId="77777777" w:rsidR="00B15E99" w:rsidRPr="00EF2F0E" w:rsidRDefault="00B15E99" w:rsidP="00B15E99"/>
    <w:p w14:paraId="0984F8D1" w14:textId="77777777" w:rsidR="00B15E99" w:rsidRPr="00EF2F0E" w:rsidRDefault="00B15E99" w:rsidP="00B15E99">
      <w:pPr>
        <w:pStyle w:val="NO"/>
      </w:pPr>
      <w:r w:rsidRPr="00EF2F0E">
        <w:t>NOTE 1:</w:t>
      </w:r>
      <w:r w:rsidRPr="00EF2F0E">
        <w:tab/>
        <w:t xml:space="preserve">As defined in the scope for spurious emissions in this subclause, except for the cases where the noted requirements apply to a BS operating in Band 25, Band 27, Band 28 or Band 29, the co-existence requirements in table 9.7.6.2.3.2-1 do not apply for the </w:t>
      </w:r>
      <w:r w:rsidR="005E0A3F" w:rsidRPr="00EF2F0E">
        <w:t>Δf</w:t>
      </w:r>
      <w:r w:rsidR="005E0A3F" w:rsidRPr="00EF2F0E">
        <w:rPr>
          <w:vertAlign w:val="subscript"/>
        </w:rPr>
        <w:t>OBUE</w:t>
      </w:r>
      <w:r w:rsidRPr="00EF2F0E">
        <w:t xml:space="preserve"> frequency range immediately outside the </w:t>
      </w:r>
      <w:r w:rsidRPr="00EF2F0E">
        <w:rPr>
          <w:i/>
        </w:rPr>
        <w:t>downlink</w:t>
      </w:r>
      <w:r w:rsidRPr="00EF2F0E" w:rsidDel="00B62512">
        <w:rPr>
          <w:i/>
        </w:rPr>
        <w:t xml:space="preserve"> </w:t>
      </w:r>
      <w:r w:rsidRPr="00EF2F0E">
        <w:rPr>
          <w:i/>
        </w:rPr>
        <w:t>operating band</w:t>
      </w:r>
      <w:r w:rsidRPr="00EF2F0E">
        <w:t xml:space="preserve"> (see subclause </w:t>
      </w:r>
      <w:r w:rsidR="005E0A3F" w:rsidRPr="00EF2F0E">
        <w:t>9.7.1</w:t>
      </w:r>
      <w:r w:rsidRPr="00EF2F0E">
        <w:t>). Emission limits for this excluded frequency range may be covered by local or regional requirements.</w:t>
      </w:r>
    </w:p>
    <w:p w14:paraId="0984F8D2" w14:textId="77777777" w:rsidR="00B15E99" w:rsidRPr="00EF2F0E" w:rsidRDefault="00B15E99" w:rsidP="00B15E99">
      <w:pPr>
        <w:pStyle w:val="NO"/>
      </w:pPr>
      <w:r w:rsidRPr="00EF2F0E">
        <w:t>NOTE 2:</w:t>
      </w:r>
      <w:r w:rsidRPr="00EF2F0E">
        <w:tab/>
        <w:t xml:space="preserve">Table 9.7.6.2.3.2-1 assumes that two operating bands, where the frequency ranges in subclause </w:t>
      </w:r>
      <w:r w:rsidR="005E0A3F" w:rsidRPr="00EF2F0E">
        <w:t>9.7.1</w:t>
      </w:r>
      <w:r w:rsidRPr="00EF2F0E">
        <w:t xml:space="preserve"> would be overlapping, are not deployed in the same geographical area. For such a case of operation with overlapping frequency arrangements in the same geographical area, special co-existence requirements may apply that are not covered by the 3GPP specifications.</w:t>
      </w:r>
    </w:p>
    <w:p w14:paraId="0984F8D3" w14:textId="77777777" w:rsidR="00B15E99" w:rsidRPr="00EF2F0E" w:rsidRDefault="00B15E99" w:rsidP="00B15E99">
      <w:pPr>
        <w:pStyle w:val="NO"/>
      </w:pPr>
      <w:r w:rsidRPr="00EF2F0E">
        <w:t>NOTE 3:</w:t>
      </w:r>
      <w:r w:rsidRPr="00EF2F0E">
        <w:tab/>
        <w:t>For the protection of DCS1800, UTRA Band III or E-UTRA Band 3 in China, the frequency ranges of the downlink and uplink protection requirements are 1805 – 1850 MHz and 1710 – 1755 MHz respectively.</w:t>
      </w:r>
    </w:p>
    <w:p w14:paraId="0984F8D4" w14:textId="77777777" w:rsidR="00B15E99" w:rsidRPr="00EF2F0E" w:rsidRDefault="00B15E99" w:rsidP="00B15E99">
      <w:pPr>
        <w:pStyle w:val="NO"/>
      </w:pPr>
      <w:r w:rsidRPr="00EF2F0E">
        <w:t>NOTE 4:</w:t>
      </w:r>
      <w:r w:rsidRPr="00EF2F0E">
        <w:tab/>
        <w:t xml:space="preserve">TDD base stations deployed in the same geographical area, that are synchronized and use the same or adjacent operating bands can transmit without additional co-existence requirements. For unsynchronized base stations </w:t>
      </w:r>
      <w:r w:rsidRPr="00EF2F0E">
        <w:rPr>
          <w:lang w:eastAsia="zh-CN"/>
        </w:rPr>
        <w:t>(except in Band 46</w:t>
      </w:r>
      <w:r w:rsidR="002E4DDF" w:rsidRPr="00EF2F0E">
        <w:rPr>
          <w:lang w:eastAsia="zh-CN"/>
        </w:rPr>
        <w:t>, or in Band 49</w:t>
      </w:r>
      <w:r w:rsidRPr="00EF2F0E">
        <w:rPr>
          <w:lang w:eastAsia="zh-CN"/>
        </w:rPr>
        <w:t>)</w:t>
      </w:r>
      <w:r w:rsidRPr="00EF2F0E">
        <w:t xml:space="preserve">, special co-existence requirements may apply that are not covered by the 3GPP specifications. </w:t>
      </w:r>
    </w:p>
    <w:p w14:paraId="0984F8D5" w14:textId="77777777" w:rsidR="00B15E99" w:rsidRPr="00EF2F0E" w:rsidRDefault="00B15E99" w:rsidP="00B15E99">
      <w:pPr>
        <w:pStyle w:val="NO"/>
      </w:pPr>
      <w:r w:rsidRPr="00EF2F0E">
        <w:t>NOTE 6:</w:t>
      </w:r>
      <w:r w:rsidRPr="00EF2F0E">
        <w:tab/>
        <w:t>For Band 28 BS, specific solutions may be required to fulfil the spurious emissions limits for BS for co-existence with Band 27 UL operating band.</w:t>
      </w:r>
    </w:p>
    <w:p w14:paraId="0984F8D6" w14:textId="77777777" w:rsidR="00B15E99" w:rsidRPr="00EF2F0E" w:rsidRDefault="00B15E99" w:rsidP="00B15E99">
      <w:pPr>
        <w:pStyle w:val="NO"/>
      </w:pPr>
      <w:r w:rsidRPr="00EF2F0E">
        <w:t>NOTE 7:</w:t>
      </w:r>
      <w:r w:rsidRPr="00EF2F0E">
        <w:tab/>
        <w:t>For Band 29 BS, specific solutions may be required to fulfil the spurious emissions limits for BS for co-existence with UTRA Band XII or E-UTRA Band 12 UL operating band</w:t>
      </w:r>
      <w:r w:rsidR="002E4DDF" w:rsidRPr="00EF2F0E">
        <w:t>,</w:t>
      </w:r>
      <w:r w:rsidRPr="00EF2F0E">
        <w:t xml:space="preserve"> E-UTRA Band 17 UL operating band</w:t>
      </w:r>
      <w:r w:rsidR="002E4DDF" w:rsidRPr="00EF2F0E">
        <w:t xml:space="preserve"> or E-UTRA Band 85 UL operating band</w:t>
      </w:r>
      <w:r w:rsidRPr="00EF2F0E">
        <w:t>.</w:t>
      </w:r>
    </w:p>
    <w:p w14:paraId="0984F8D7" w14:textId="77777777" w:rsidR="00B15E99" w:rsidRPr="00EF2F0E" w:rsidRDefault="00B15E99" w:rsidP="00B15E99">
      <w:pPr>
        <w:rPr>
          <w:rFonts w:cs="v3.8.0"/>
          <w:lang w:eastAsia="zh-CN"/>
        </w:rPr>
      </w:pPr>
      <w:r w:rsidRPr="00EF2F0E">
        <w:t>The following requirement may be applied for the protection of PHS.</w:t>
      </w:r>
      <w:r w:rsidRPr="00EF2F0E">
        <w:rPr>
          <w:rFonts w:cs="v3.8.0"/>
        </w:rPr>
        <w:t xml:space="preserve"> This requirement is also applicable at specified frequencies falling between </w:t>
      </w:r>
      <w:r w:rsidR="005E0A3F" w:rsidRPr="00EF2F0E">
        <w:t>Δf</w:t>
      </w:r>
      <w:r w:rsidR="005E0A3F" w:rsidRPr="00EF2F0E">
        <w:rPr>
          <w:vertAlign w:val="subscript"/>
        </w:rPr>
        <w:t>OBUE</w:t>
      </w:r>
      <w:r w:rsidRPr="00EF2F0E">
        <w:rPr>
          <w:rFonts w:cs="v3.8.0"/>
        </w:rPr>
        <w:t xml:space="preserve"> below the </w:t>
      </w:r>
      <w:r w:rsidRPr="00EF2F0E">
        <w:t xml:space="preserve">lowest BS transmitter frequency of the </w:t>
      </w:r>
      <w:r w:rsidRPr="00EF2F0E">
        <w:rPr>
          <w:i/>
        </w:rPr>
        <w:t>downlink operating band</w:t>
      </w:r>
      <w:r w:rsidRPr="00EF2F0E">
        <w:t xml:space="preserve"> and </w:t>
      </w:r>
      <w:r w:rsidR="005E0A3F" w:rsidRPr="00EF2F0E">
        <w:t>Δf</w:t>
      </w:r>
      <w:r w:rsidR="005E0A3F" w:rsidRPr="00EF2F0E">
        <w:rPr>
          <w:vertAlign w:val="subscript"/>
        </w:rPr>
        <w:t>OBUE</w:t>
      </w:r>
      <w:r w:rsidRPr="00EF2F0E">
        <w:t xml:space="preserve"> above the highest BS transmitter frequency of the </w:t>
      </w:r>
      <w:r w:rsidRPr="00EF2F0E">
        <w:rPr>
          <w:i/>
        </w:rPr>
        <w:t>downlink operating band</w:t>
      </w:r>
      <w:r w:rsidRPr="00EF2F0E">
        <w:t>.</w:t>
      </w:r>
    </w:p>
    <w:p w14:paraId="0984F8D8" w14:textId="77777777" w:rsidR="00B15E99" w:rsidRPr="00EF2F0E" w:rsidRDefault="00B15E99" w:rsidP="00B15E99">
      <w:r w:rsidRPr="00EF2F0E">
        <w:t>The TRP of any spurious emission shall not exceed:</w:t>
      </w:r>
    </w:p>
    <w:p w14:paraId="0984F8D9" w14:textId="77777777" w:rsidR="00B15E99" w:rsidRPr="00EF2F0E" w:rsidRDefault="00B15E99" w:rsidP="00B15E99">
      <w:pPr>
        <w:pStyle w:val="TH"/>
      </w:pPr>
      <w:r w:rsidRPr="00EF2F0E">
        <w:t>Table 9.7.6.4.3.2-2: AAS BS OTA Spurious emissions limits for BS for co-existence with</w:t>
      </w:r>
      <w:r w:rsidRPr="00EF2F0E" w:rsidDel="00E2020E">
        <w:t xml:space="preserve"> </w:t>
      </w:r>
      <w:r w:rsidRPr="00EF2F0E">
        <w:t>PHS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42"/>
        <w:gridCol w:w="2126"/>
        <w:gridCol w:w="864"/>
        <w:gridCol w:w="3617"/>
      </w:tblGrid>
      <w:tr w:rsidR="003401A4" w:rsidRPr="00EF2F0E" w14:paraId="0984F8DE" w14:textId="77777777" w:rsidTr="00AB06FD">
        <w:trPr>
          <w:cantSplit/>
          <w:jc w:val="center"/>
        </w:trPr>
        <w:tc>
          <w:tcPr>
            <w:tcW w:w="2242" w:type="dxa"/>
          </w:tcPr>
          <w:p w14:paraId="0984F8DA" w14:textId="77777777" w:rsidR="00B15E99" w:rsidRPr="00EF2F0E" w:rsidRDefault="00B15E99" w:rsidP="00AB06FD">
            <w:pPr>
              <w:pStyle w:val="TAH"/>
              <w:rPr>
                <w:rFonts w:cs="Arial"/>
              </w:rPr>
            </w:pPr>
            <w:r w:rsidRPr="00EF2F0E">
              <w:rPr>
                <w:rFonts w:cs="Arial"/>
              </w:rPr>
              <w:t>Frequency range</w:t>
            </w:r>
          </w:p>
        </w:tc>
        <w:tc>
          <w:tcPr>
            <w:tcW w:w="2126" w:type="dxa"/>
          </w:tcPr>
          <w:p w14:paraId="0984F8DB" w14:textId="77777777" w:rsidR="00B15E99" w:rsidRPr="00EF2F0E" w:rsidRDefault="00B15E99" w:rsidP="00AB06FD">
            <w:pPr>
              <w:pStyle w:val="TAH"/>
              <w:rPr>
                <w:rFonts w:cs="Arial"/>
              </w:rPr>
            </w:pPr>
            <w:r w:rsidRPr="00EF2F0E">
              <w:rPr>
                <w:rFonts w:cs="Arial"/>
              </w:rPr>
              <w:t>Maximum Level</w:t>
            </w:r>
          </w:p>
        </w:tc>
        <w:tc>
          <w:tcPr>
            <w:tcW w:w="864" w:type="dxa"/>
          </w:tcPr>
          <w:p w14:paraId="0984F8DC" w14:textId="77777777" w:rsidR="00B15E99" w:rsidRPr="00EF2F0E" w:rsidRDefault="00B15E99" w:rsidP="00AB06FD">
            <w:pPr>
              <w:pStyle w:val="TAH"/>
              <w:rPr>
                <w:rFonts w:cs="Arial"/>
              </w:rPr>
            </w:pPr>
            <w:r w:rsidRPr="00EF2F0E">
              <w:rPr>
                <w:rFonts w:cs="Arial"/>
              </w:rPr>
              <w:t>Measurement Bandwidth</w:t>
            </w:r>
          </w:p>
        </w:tc>
        <w:tc>
          <w:tcPr>
            <w:tcW w:w="3617" w:type="dxa"/>
          </w:tcPr>
          <w:p w14:paraId="0984F8DD" w14:textId="77777777" w:rsidR="00B15E99" w:rsidRPr="00EF2F0E" w:rsidRDefault="00B15E99" w:rsidP="00AB06FD">
            <w:pPr>
              <w:pStyle w:val="TAH"/>
              <w:rPr>
                <w:rFonts w:cs="Arial"/>
              </w:rPr>
            </w:pPr>
            <w:r w:rsidRPr="00EF2F0E">
              <w:rPr>
                <w:rFonts w:cs="Arial"/>
              </w:rPr>
              <w:t>Notes</w:t>
            </w:r>
          </w:p>
        </w:tc>
      </w:tr>
      <w:tr w:rsidR="003401A4" w:rsidRPr="00EF2F0E" w14:paraId="0984F8E3" w14:textId="77777777" w:rsidTr="00AB06FD">
        <w:trPr>
          <w:cantSplit/>
          <w:trHeight w:val="163"/>
          <w:jc w:val="center"/>
        </w:trPr>
        <w:tc>
          <w:tcPr>
            <w:tcW w:w="2242" w:type="dxa"/>
            <w:tcBorders>
              <w:top w:val="single" w:sz="4" w:space="0" w:color="auto"/>
              <w:bottom w:val="single" w:sz="4" w:space="0" w:color="auto"/>
            </w:tcBorders>
          </w:tcPr>
          <w:p w14:paraId="0984F8DF" w14:textId="77777777" w:rsidR="00B15E99" w:rsidRPr="00EF2F0E" w:rsidRDefault="00B15E99" w:rsidP="00AB06FD">
            <w:pPr>
              <w:pStyle w:val="TAC"/>
              <w:rPr>
                <w:rFonts w:cs="Arial"/>
              </w:rPr>
            </w:pPr>
            <w:r w:rsidRPr="00EF2F0E">
              <w:rPr>
                <w:rFonts w:cs="Arial"/>
              </w:rPr>
              <w:t xml:space="preserve">1884.5 </w:t>
            </w:r>
            <w:r w:rsidRPr="00EF2F0E">
              <w:rPr>
                <w:rFonts w:cs="Arial"/>
              </w:rPr>
              <w:noBreakHyphen/>
              <w:t xml:space="preserve"> 1915.7 MHz</w:t>
            </w:r>
          </w:p>
        </w:tc>
        <w:tc>
          <w:tcPr>
            <w:tcW w:w="2126" w:type="dxa"/>
            <w:tcBorders>
              <w:top w:val="single" w:sz="4" w:space="0" w:color="auto"/>
              <w:bottom w:val="single" w:sz="4" w:space="0" w:color="auto"/>
            </w:tcBorders>
          </w:tcPr>
          <w:p w14:paraId="0984F8E0" w14:textId="77777777" w:rsidR="00B15E99" w:rsidRPr="00EF2F0E" w:rsidRDefault="00B15E99" w:rsidP="00AB06FD">
            <w:pPr>
              <w:pStyle w:val="TAC"/>
              <w:rPr>
                <w:rFonts w:cs="v5.0.0"/>
              </w:rPr>
            </w:pPr>
            <w:r w:rsidRPr="00EF2F0E">
              <w:rPr>
                <w:rFonts w:cs="v5.0.0"/>
              </w:rPr>
              <w:t>-32 dBm</w:t>
            </w:r>
          </w:p>
        </w:tc>
        <w:tc>
          <w:tcPr>
            <w:tcW w:w="864" w:type="dxa"/>
            <w:tcBorders>
              <w:top w:val="single" w:sz="4" w:space="0" w:color="auto"/>
              <w:bottom w:val="single" w:sz="4" w:space="0" w:color="auto"/>
            </w:tcBorders>
          </w:tcPr>
          <w:p w14:paraId="0984F8E1" w14:textId="77777777" w:rsidR="00B15E99" w:rsidRPr="00EF2F0E" w:rsidRDefault="00B15E99" w:rsidP="00AB06FD">
            <w:pPr>
              <w:pStyle w:val="TAC"/>
              <w:rPr>
                <w:rFonts w:cs="Arial"/>
              </w:rPr>
            </w:pPr>
            <w:r w:rsidRPr="00EF2F0E">
              <w:rPr>
                <w:rFonts w:cs="Arial"/>
              </w:rPr>
              <w:t>300 kHz</w:t>
            </w:r>
          </w:p>
        </w:tc>
        <w:tc>
          <w:tcPr>
            <w:tcW w:w="3617" w:type="dxa"/>
            <w:tcBorders>
              <w:top w:val="single" w:sz="4" w:space="0" w:color="auto"/>
              <w:bottom w:val="single" w:sz="4" w:space="0" w:color="auto"/>
            </w:tcBorders>
          </w:tcPr>
          <w:p w14:paraId="0984F8E2" w14:textId="77777777" w:rsidR="00B15E99" w:rsidRPr="00EF2F0E" w:rsidRDefault="00B15E99" w:rsidP="00AB06FD">
            <w:pPr>
              <w:pStyle w:val="TAC"/>
              <w:rPr>
                <w:rFonts w:cs="Arial"/>
              </w:rPr>
            </w:pPr>
            <w:r w:rsidRPr="00EF2F0E">
              <w:rPr>
                <w:rFonts w:cs="Arial"/>
              </w:rPr>
              <w:t>Applicable for co-existence with PHS system operating in  1884.5-1915.7MHz</w:t>
            </w:r>
            <w:r w:rsidRPr="00EF2F0E" w:rsidDel="00A603A7">
              <w:rPr>
                <w:rFonts w:cs="Arial"/>
              </w:rPr>
              <w:t xml:space="preserve"> </w:t>
            </w:r>
          </w:p>
        </w:tc>
      </w:tr>
      <w:tr w:rsidR="00B15E99" w:rsidRPr="00EF2F0E" w14:paraId="0984F8E5" w14:textId="77777777" w:rsidTr="00AB06FD">
        <w:trPr>
          <w:cantSplit/>
          <w:trHeight w:val="163"/>
          <w:jc w:val="center"/>
        </w:trPr>
        <w:tc>
          <w:tcPr>
            <w:tcW w:w="8849" w:type="dxa"/>
            <w:gridSpan w:val="4"/>
            <w:tcBorders>
              <w:top w:val="single" w:sz="4" w:space="0" w:color="auto"/>
            </w:tcBorders>
          </w:tcPr>
          <w:p w14:paraId="0984F8E4" w14:textId="77777777" w:rsidR="00B15E99" w:rsidRPr="00EF2F0E" w:rsidRDefault="00B15E99" w:rsidP="00AB06FD">
            <w:pPr>
              <w:pStyle w:val="TAN"/>
              <w:rPr>
                <w:rFonts w:cs="Arial"/>
              </w:rPr>
            </w:pPr>
            <w:r w:rsidRPr="00EF2F0E">
              <w:rPr>
                <w:rFonts w:cs="Arial"/>
              </w:rPr>
              <w:t>NOTE:</w:t>
            </w:r>
            <w:r w:rsidRPr="00EF2F0E">
              <w:rPr>
                <w:rFonts w:cs="Arial"/>
              </w:rPr>
              <w:tab/>
              <w:t>The requirement is not applicable in China.</w:t>
            </w:r>
          </w:p>
        </w:tc>
      </w:tr>
    </w:tbl>
    <w:p w14:paraId="0984F8E6" w14:textId="77777777" w:rsidR="00B15E99" w:rsidRPr="00EF2F0E" w:rsidRDefault="00B15E99" w:rsidP="00B15E99"/>
    <w:p w14:paraId="0984F8E7" w14:textId="77777777" w:rsidR="00B15E99" w:rsidRPr="00EF2F0E" w:rsidRDefault="00B15E99" w:rsidP="00B15E99">
      <w:pPr>
        <w:rPr>
          <w:rFonts w:cs="v5.0.0"/>
        </w:rPr>
      </w:pPr>
      <w:r w:rsidRPr="00EF2F0E">
        <w:rPr>
          <w:rFonts w:cs="v5.0.0"/>
        </w:rPr>
        <w:t>The following requirement shall be applied to AAS BS operating in Bands 13 and 14 to ensure that appropriate interference protection is provided to 700 MHz public safety operations.</w:t>
      </w:r>
      <w:r w:rsidRPr="00EF2F0E">
        <w:rPr>
          <w:rFonts w:cs="v3.8.0"/>
        </w:rPr>
        <w:t xml:space="preserve"> This requirement is also applicable at</w:t>
      </w:r>
      <w:r w:rsidRPr="00EF2F0E">
        <w:t xml:space="preserve"> </w:t>
      </w:r>
      <w:r w:rsidRPr="00EF2F0E">
        <w:rPr>
          <w:rFonts w:cs="v3.8.0"/>
        </w:rPr>
        <w:t xml:space="preserve">the frequency range from </w:t>
      </w:r>
      <w:r w:rsidR="005E0A3F" w:rsidRPr="00EF2F0E">
        <w:t>Δf</w:t>
      </w:r>
      <w:r w:rsidR="005E0A3F" w:rsidRPr="00EF2F0E">
        <w:rPr>
          <w:vertAlign w:val="subscript"/>
        </w:rPr>
        <w:t>OBUE</w:t>
      </w:r>
      <w:r w:rsidRPr="00EF2F0E">
        <w:rPr>
          <w:rFonts w:cs="v3.8.0"/>
        </w:rPr>
        <w:t xml:space="preserve"> below the lowest frequency of the BS </w:t>
      </w:r>
      <w:r w:rsidRPr="00EF2F0E">
        <w:rPr>
          <w:rFonts w:cs="v3.8.0"/>
          <w:i/>
        </w:rPr>
        <w:t>downlink operating band</w:t>
      </w:r>
      <w:r w:rsidRPr="00EF2F0E">
        <w:rPr>
          <w:rFonts w:cs="v3.8.0"/>
        </w:rPr>
        <w:t xml:space="preserve"> up to </w:t>
      </w:r>
      <w:r w:rsidR="005E0A3F" w:rsidRPr="00EF2F0E">
        <w:t>Δf</w:t>
      </w:r>
      <w:r w:rsidR="005E0A3F" w:rsidRPr="00EF2F0E">
        <w:rPr>
          <w:vertAlign w:val="subscript"/>
        </w:rPr>
        <w:t>OBUE</w:t>
      </w:r>
      <w:r w:rsidRPr="00EF2F0E">
        <w:rPr>
          <w:rFonts w:cs="v3.8.0"/>
        </w:rPr>
        <w:t xml:space="preserve"> above the highest frequency of the BS </w:t>
      </w:r>
      <w:r w:rsidRPr="00EF2F0E">
        <w:rPr>
          <w:rFonts w:cs="v3.8.0"/>
          <w:i/>
        </w:rPr>
        <w:t>downlink operating band</w:t>
      </w:r>
      <w:r w:rsidRPr="00EF2F0E">
        <w:rPr>
          <w:rFonts w:cs="v3.8.0"/>
        </w:rPr>
        <w:t>.</w:t>
      </w:r>
    </w:p>
    <w:p w14:paraId="0984F8E8" w14:textId="77777777" w:rsidR="00B15E99" w:rsidRPr="00EF2F0E" w:rsidRDefault="00B15E99" w:rsidP="00B15E99">
      <w:r w:rsidRPr="00EF2F0E">
        <w:t>The TRP of any spurious emission shall not exceed:</w:t>
      </w:r>
    </w:p>
    <w:p w14:paraId="0984F8E9" w14:textId="77777777" w:rsidR="00B15E99" w:rsidRPr="00EF2F0E" w:rsidRDefault="00B15E99" w:rsidP="00B15E99">
      <w:pPr>
        <w:pStyle w:val="TH"/>
        <w:rPr>
          <w:rFonts w:cs="v5.0.0"/>
        </w:rPr>
      </w:pPr>
      <w:r w:rsidRPr="00EF2F0E">
        <w:rPr>
          <w:rFonts w:cs="v5.0.0"/>
        </w:rPr>
        <w:t xml:space="preserve">Table </w:t>
      </w:r>
      <w:r w:rsidRPr="00EF2F0E">
        <w:t>9.7.6.4.3.2</w:t>
      </w:r>
      <w:r w:rsidRPr="00EF2F0E">
        <w:rPr>
          <w:rFonts w:cs="v5.0.0"/>
        </w:rPr>
        <w:t xml:space="preserve">-3: AAS </w:t>
      </w:r>
      <w:r w:rsidRPr="00EF2F0E">
        <w:t xml:space="preserve">BS OTA Spurious emissions limits for protection of 700 MHz </w:t>
      </w:r>
      <w:r w:rsidRPr="00EF2F0E">
        <w:rPr>
          <w:rFonts w:cs="v5.0.0"/>
        </w:rPr>
        <w:t>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3401A4" w:rsidRPr="00EF2F0E" w14:paraId="0984F8EF" w14:textId="77777777" w:rsidTr="00AB06FD">
        <w:trPr>
          <w:cantSplit/>
          <w:jc w:val="center"/>
        </w:trPr>
        <w:tc>
          <w:tcPr>
            <w:tcW w:w="2376" w:type="dxa"/>
          </w:tcPr>
          <w:p w14:paraId="0984F8EA" w14:textId="77777777" w:rsidR="00B15E99" w:rsidRPr="00EF2F0E" w:rsidRDefault="00B15E99" w:rsidP="00AB06FD">
            <w:pPr>
              <w:pStyle w:val="TAH"/>
              <w:rPr>
                <w:rFonts w:cs="v5.0.0"/>
              </w:rPr>
            </w:pPr>
            <w:r w:rsidRPr="00EF2F0E">
              <w:rPr>
                <w:rFonts w:cs="v5.0.0"/>
              </w:rPr>
              <w:t>Operating Band</w:t>
            </w:r>
          </w:p>
        </w:tc>
        <w:tc>
          <w:tcPr>
            <w:tcW w:w="2376" w:type="dxa"/>
          </w:tcPr>
          <w:p w14:paraId="0984F8EB" w14:textId="77777777" w:rsidR="00B15E99" w:rsidRPr="00EF2F0E" w:rsidRDefault="00B15E99" w:rsidP="00AB06FD">
            <w:pPr>
              <w:pStyle w:val="TAH"/>
              <w:rPr>
                <w:rFonts w:cs="v5.0.0"/>
              </w:rPr>
            </w:pPr>
            <w:r w:rsidRPr="00EF2F0E">
              <w:rPr>
                <w:rFonts w:cs="v5.0.0"/>
              </w:rPr>
              <w:t>Frequency range</w:t>
            </w:r>
          </w:p>
        </w:tc>
        <w:tc>
          <w:tcPr>
            <w:tcW w:w="1276" w:type="dxa"/>
          </w:tcPr>
          <w:p w14:paraId="0984F8EC" w14:textId="77777777" w:rsidR="00B15E99" w:rsidRPr="00EF2F0E" w:rsidRDefault="00B15E99" w:rsidP="00AB06FD">
            <w:pPr>
              <w:pStyle w:val="TAH"/>
              <w:rPr>
                <w:rFonts w:cs="v5.0.0"/>
              </w:rPr>
            </w:pPr>
            <w:r w:rsidRPr="00EF2F0E">
              <w:rPr>
                <w:rFonts w:cs="v5.0.0"/>
              </w:rPr>
              <w:t>Maximum Level</w:t>
            </w:r>
          </w:p>
        </w:tc>
        <w:tc>
          <w:tcPr>
            <w:tcW w:w="1418" w:type="dxa"/>
          </w:tcPr>
          <w:p w14:paraId="0984F8ED" w14:textId="77777777" w:rsidR="00B15E99" w:rsidRPr="00EF2F0E" w:rsidRDefault="00B15E99" w:rsidP="00AB06FD">
            <w:pPr>
              <w:pStyle w:val="TAH"/>
              <w:rPr>
                <w:rFonts w:cs="v5.0.0"/>
              </w:rPr>
            </w:pPr>
            <w:r w:rsidRPr="00EF2F0E">
              <w:rPr>
                <w:rFonts w:cs="v5.0.0"/>
              </w:rPr>
              <w:t>Measurement Bandwidth</w:t>
            </w:r>
          </w:p>
        </w:tc>
        <w:tc>
          <w:tcPr>
            <w:tcW w:w="1956" w:type="dxa"/>
          </w:tcPr>
          <w:p w14:paraId="0984F8EE" w14:textId="77777777" w:rsidR="00B15E99" w:rsidRPr="00EF2F0E" w:rsidRDefault="00B15E99" w:rsidP="00AB06FD">
            <w:pPr>
              <w:pStyle w:val="TAH"/>
              <w:rPr>
                <w:rFonts w:cs="v5.0.0"/>
              </w:rPr>
            </w:pPr>
            <w:r w:rsidRPr="00EF2F0E">
              <w:rPr>
                <w:rFonts w:cs="v5.0.0"/>
              </w:rPr>
              <w:t>Notes</w:t>
            </w:r>
          </w:p>
        </w:tc>
      </w:tr>
      <w:tr w:rsidR="003401A4" w:rsidRPr="00EF2F0E" w14:paraId="0984F8F5" w14:textId="77777777" w:rsidTr="00AB06FD">
        <w:trPr>
          <w:cantSplit/>
          <w:jc w:val="center"/>
        </w:trPr>
        <w:tc>
          <w:tcPr>
            <w:tcW w:w="2376" w:type="dxa"/>
          </w:tcPr>
          <w:p w14:paraId="0984F8F0" w14:textId="77777777" w:rsidR="00B15E99" w:rsidRPr="00EF2F0E" w:rsidRDefault="00B15E99" w:rsidP="00AB06FD">
            <w:pPr>
              <w:pStyle w:val="TAC"/>
              <w:rPr>
                <w:rFonts w:cs="v5.0.0"/>
              </w:rPr>
            </w:pPr>
            <w:r w:rsidRPr="00EF2F0E">
              <w:rPr>
                <w:rFonts w:cs="v5.0.0"/>
              </w:rPr>
              <w:t>13</w:t>
            </w:r>
          </w:p>
        </w:tc>
        <w:tc>
          <w:tcPr>
            <w:tcW w:w="2376" w:type="dxa"/>
          </w:tcPr>
          <w:p w14:paraId="0984F8F1" w14:textId="77777777" w:rsidR="00B15E99" w:rsidRPr="00EF2F0E" w:rsidRDefault="00B15E99" w:rsidP="00AB06FD">
            <w:pPr>
              <w:pStyle w:val="TAC"/>
              <w:rPr>
                <w:rFonts w:cs="v5.0.0"/>
              </w:rPr>
            </w:pPr>
            <w:r w:rsidRPr="00EF2F0E">
              <w:rPr>
                <w:rFonts w:cs="v5.0.0"/>
              </w:rPr>
              <w:t>763 - 775 MHz</w:t>
            </w:r>
          </w:p>
        </w:tc>
        <w:tc>
          <w:tcPr>
            <w:tcW w:w="1276" w:type="dxa"/>
          </w:tcPr>
          <w:p w14:paraId="0984F8F2" w14:textId="77777777" w:rsidR="00B15E99" w:rsidRPr="00EF2F0E" w:rsidRDefault="00B15E99" w:rsidP="00AB06FD">
            <w:pPr>
              <w:pStyle w:val="TAC"/>
              <w:rPr>
                <w:rFonts w:cs="v5.0.0"/>
              </w:rPr>
            </w:pPr>
            <w:r w:rsidRPr="00EF2F0E">
              <w:rPr>
                <w:rFonts w:cs="v5.0.0"/>
              </w:rPr>
              <w:t>-37 dBm</w:t>
            </w:r>
          </w:p>
        </w:tc>
        <w:tc>
          <w:tcPr>
            <w:tcW w:w="1418" w:type="dxa"/>
          </w:tcPr>
          <w:p w14:paraId="0984F8F3" w14:textId="77777777" w:rsidR="00B15E99" w:rsidRPr="00EF2F0E" w:rsidRDefault="00B15E99" w:rsidP="00AB06FD">
            <w:pPr>
              <w:pStyle w:val="TAC"/>
              <w:rPr>
                <w:rFonts w:cs="v5.0.0"/>
              </w:rPr>
            </w:pPr>
            <w:r w:rsidRPr="00EF2F0E">
              <w:rPr>
                <w:rFonts w:cs="v5.0.0"/>
              </w:rPr>
              <w:t>6.25 kHz</w:t>
            </w:r>
          </w:p>
        </w:tc>
        <w:tc>
          <w:tcPr>
            <w:tcW w:w="1956" w:type="dxa"/>
          </w:tcPr>
          <w:p w14:paraId="0984F8F4" w14:textId="77777777" w:rsidR="00B15E99" w:rsidRPr="00EF2F0E" w:rsidRDefault="00B15E99" w:rsidP="00AB06FD">
            <w:pPr>
              <w:pStyle w:val="TAC"/>
              <w:rPr>
                <w:rFonts w:cs="v5.0.0"/>
              </w:rPr>
            </w:pPr>
          </w:p>
        </w:tc>
      </w:tr>
      <w:tr w:rsidR="003401A4" w:rsidRPr="00EF2F0E" w14:paraId="0984F8FB" w14:textId="77777777" w:rsidTr="00AB06FD">
        <w:trPr>
          <w:cantSplit/>
          <w:jc w:val="center"/>
        </w:trPr>
        <w:tc>
          <w:tcPr>
            <w:tcW w:w="2376" w:type="dxa"/>
          </w:tcPr>
          <w:p w14:paraId="0984F8F6" w14:textId="77777777" w:rsidR="00B15E99" w:rsidRPr="00EF2F0E" w:rsidRDefault="00B15E99" w:rsidP="00AB06FD">
            <w:pPr>
              <w:pStyle w:val="TAC"/>
              <w:rPr>
                <w:rFonts w:cs="v5.0.0"/>
              </w:rPr>
            </w:pPr>
            <w:r w:rsidRPr="00EF2F0E">
              <w:rPr>
                <w:rFonts w:cs="v5.0.0"/>
              </w:rPr>
              <w:t>13</w:t>
            </w:r>
          </w:p>
        </w:tc>
        <w:tc>
          <w:tcPr>
            <w:tcW w:w="2376" w:type="dxa"/>
          </w:tcPr>
          <w:p w14:paraId="0984F8F7" w14:textId="77777777" w:rsidR="00B15E99" w:rsidRPr="00EF2F0E" w:rsidRDefault="00B15E99" w:rsidP="00AB06FD">
            <w:pPr>
              <w:pStyle w:val="TAC"/>
              <w:rPr>
                <w:rFonts w:cs="v5.0.0"/>
              </w:rPr>
            </w:pPr>
            <w:r w:rsidRPr="00EF2F0E">
              <w:rPr>
                <w:rFonts w:cs="v5.0.0"/>
              </w:rPr>
              <w:t>793 - 805 MHz</w:t>
            </w:r>
          </w:p>
        </w:tc>
        <w:tc>
          <w:tcPr>
            <w:tcW w:w="1276" w:type="dxa"/>
          </w:tcPr>
          <w:p w14:paraId="0984F8F8" w14:textId="77777777" w:rsidR="00B15E99" w:rsidRPr="00EF2F0E" w:rsidRDefault="00B15E99" w:rsidP="00AB06FD">
            <w:pPr>
              <w:pStyle w:val="TAC"/>
              <w:rPr>
                <w:rFonts w:cs="v5.0.0"/>
              </w:rPr>
            </w:pPr>
            <w:r w:rsidRPr="00EF2F0E">
              <w:rPr>
                <w:rFonts w:cs="v5.0.0"/>
              </w:rPr>
              <w:t>-37 dBm</w:t>
            </w:r>
          </w:p>
        </w:tc>
        <w:tc>
          <w:tcPr>
            <w:tcW w:w="1418" w:type="dxa"/>
          </w:tcPr>
          <w:p w14:paraId="0984F8F9" w14:textId="77777777" w:rsidR="00B15E99" w:rsidRPr="00EF2F0E" w:rsidRDefault="00B15E99" w:rsidP="00AB06FD">
            <w:pPr>
              <w:pStyle w:val="TAC"/>
              <w:rPr>
                <w:rFonts w:cs="v5.0.0"/>
              </w:rPr>
            </w:pPr>
            <w:r w:rsidRPr="00EF2F0E">
              <w:rPr>
                <w:rFonts w:cs="v5.0.0"/>
              </w:rPr>
              <w:t>6.25 kHz</w:t>
            </w:r>
          </w:p>
        </w:tc>
        <w:tc>
          <w:tcPr>
            <w:tcW w:w="1956" w:type="dxa"/>
          </w:tcPr>
          <w:p w14:paraId="0984F8FA" w14:textId="77777777" w:rsidR="00B15E99" w:rsidRPr="00EF2F0E" w:rsidRDefault="00B15E99" w:rsidP="00AB06FD">
            <w:pPr>
              <w:pStyle w:val="TAC"/>
              <w:rPr>
                <w:rFonts w:cs="v5.0.0"/>
              </w:rPr>
            </w:pPr>
          </w:p>
        </w:tc>
      </w:tr>
      <w:tr w:rsidR="003401A4" w:rsidRPr="00EF2F0E" w14:paraId="0984F901" w14:textId="77777777" w:rsidTr="00AB06FD">
        <w:trPr>
          <w:cantSplit/>
          <w:jc w:val="center"/>
        </w:trPr>
        <w:tc>
          <w:tcPr>
            <w:tcW w:w="2376" w:type="dxa"/>
          </w:tcPr>
          <w:p w14:paraId="0984F8FC" w14:textId="77777777" w:rsidR="00B15E99" w:rsidRPr="00EF2F0E" w:rsidRDefault="00B15E99" w:rsidP="00AB06FD">
            <w:pPr>
              <w:pStyle w:val="TAC"/>
              <w:rPr>
                <w:rFonts w:cs="v5.0.0"/>
              </w:rPr>
            </w:pPr>
            <w:r w:rsidRPr="00EF2F0E">
              <w:rPr>
                <w:rFonts w:cs="v5.0.0"/>
              </w:rPr>
              <w:t>14</w:t>
            </w:r>
          </w:p>
        </w:tc>
        <w:tc>
          <w:tcPr>
            <w:tcW w:w="2376" w:type="dxa"/>
          </w:tcPr>
          <w:p w14:paraId="0984F8FD" w14:textId="77777777" w:rsidR="00B15E99" w:rsidRPr="00EF2F0E" w:rsidRDefault="00B15E99" w:rsidP="00AB06FD">
            <w:pPr>
              <w:pStyle w:val="TAC"/>
              <w:rPr>
                <w:rFonts w:cs="v5.0.0"/>
              </w:rPr>
            </w:pPr>
            <w:r w:rsidRPr="00EF2F0E">
              <w:rPr>
                <w:rFonts w:cs="v5.0.0"/>
              </w:rPr>
              <w:t>769 - 775 MHz</w:t>
            </w:r>
          </w:p>
        </w:tc>
        <w:tc>
          <w:tcPr>
            <w:tcW w:w="1276" w:type="dxa"/>
          </w:tcPr>
          <w:p w14:paraId="0984F8FE" w14:textId="77777777" w:rsidR="00B15E99" w:rsidRPr="00EF2F0E" w:rsidRDefault="00B15E99" w:rsidP="00AB06FD">
            <w:pPr>
              <w:pStyle w:val="TAC"/>
              <w:rPr>
                <w:rFonts w:cs="v5.0.0"/>
              </w:rPr>
            </w:pPr>
            <w:r w:rsidRPr="00EF2F0E">
              <w:rPr>
                <w:rFonts w:cs="v5.0.0"/>
              </w:rPr>
              <w:t>-37 dBm</w:t>
            </w:r>
          </w:p>
        </w:tc>
        <w:tc>
          <w:tcPr>
            <w:tcW w:w="1418" w:type="dxa"/>
          </w:tcPr>
          <w:p w14:paraId="0984F8FF" w14:textId="77777777" w:rsidR="00B15E99" w:rsidRPr="00EF2F0E" w:rsidRDefault="00B15E99" w:rsidP="00AB06FD">
            <w:pPr>
              <w:pStyle w:val="TAC"/>
              <w:rPr>
                <w:rFonts w:cs="v5.0.0"/>
              </w:rPr>
            </w:pPr>
            <w:r w:rsidRPr="00EF2F0E">
              <w:rPr>
                <w:rFonts w:cs="v5.0.0"/>
              </w:rPr>
              <w:t>6.25 kHz</w:t>
            </w:r>
          </w:p>
        </w:tc>
        <w:tc>
          <w:tcPr>
            <w:tcW w:w="1956" w:type="dxa"/>
          </w:tcPr>
          <w:p w14:paraId="0984F900" w14:textId="77777777" w:rsidR="00B15E99" w:rsidRPr="00EF2F0E" w:rsidRDefault="00B15E99" w:rsidP="00AB06FD">
            <w:pPr>
              <w:pStyle w:val="TAC"/>
              <w:rPr>
                <w:rFonts w:cs="v5.0.0"/>
              </w:rPr>
            </w:pPr>
          </w:p>
        </w:tc>
      </w:tr>
      <w:tr w:rsidR="00B15E99" w:rsidRPr="00EF2F0E" w14:paraId="0984F907" w14:textId="77777777" w:rsidTr="00AB06FD">
        <w:trPr>
          <w:cantSplit/>
          <w:jc w:val="center"/>
        </w:trPr>
        <w:tc>
          <w:tcPr>
            <w:tcW w:w="2376" w:type="dxa"/>
          </w:tcPr>
          <w:p w14:paraId="0984F902" w14:textId="77777777" w:rsidR="00B15E99" w:rsidRPr="00EF2F0E" w:rsidRDefault="00B15E99" w:rsidP="00AB06FD">
            <w:pPr>
              <w:pStyle w:val="TAC"/>
              <w:rPr>
                <w:rFonts w:cs="v5.0.0"/>
              </w:rPr>
            </w:pPr>
            <w:r w:rsidRPr="00EF2F0E">
              <w:rPr>
                <w:rFonts w:cs="v5.0.0"/>
              </w:rPr>
              <w:t>14</w:t>
            </w:r>
          </w:p>
        </w:tc>
        <w:tc>
          <w:tcPr>
            <w:tcW w:w="2376" w:type="dxa"/>
          </w:tcPr>
          <w:p w14:paraId="0984F903" w14:textId="77777777" w:rsidR="00B15E99" w:rsidRPr="00EF2F0E" w:rsidRDefault="00B15E99" w:rsidP="00AB06FD">
            <w:pPr>
              <w:pStyle w:val="TAC"/>
              <w:rPr>
                <w:rFonts w:cs="v5.0.0"/>
              </w:rPr>
            </w:pPr>
            <w:r w:rsidRPr="00EF2F0E">
              <w:rPr>
                <w:rFonts w:cs="v5.0.0"/>
              </w:rPr>
              <w:t>799 - 805 MHz</w:t>
            </w:r>
          </w:p>
        </w:tc>
        <w:tc>
          <w:tcPr>
            <w:tcW w:w="1276" w:type="dxa"/>
          </w:tcPr>
          <w:p w14:paraId="0984F904" w14:textId="77777777" w:rsidR="00B15E99" w:rsidRPr="00EF2F0E" w:rsidRDefault="00B15E99" w:rsidP="00AB06FD">
            <w:pPr>
              <w:pStyle w:val="TAC"/>
              <w:rPr>
                <w:rFonts w:cs="v5.0.0"/>
              </w:rPr>
            </w:pPr>
            <w:r w:rsidRPr="00EF2F0E">
              <w:rPr>
                <w:rFonts w:cs="v5.0.0"/>
              </w:rPr>
              <w:t>-37 dBm</w:t>
            </w:r>
          </w:p>
        </w:tc>
        <w:tc>
          <w:tcPr>
            <w:tcW w:w="1418" w:type="dxa"/>
          </w:tcPr>
          <w:p w14:paraId="0984F905" w14:textId="77777777" w:rsidR="00B15E99" w:rsidRPr="00EF2F0E" w:rsidRDefault="00B15E99" w:rsidP="00AB06FD">
            <w:pPr>
              <w:pStyle w:val="TAC"/>
              <w:rPr>
                <w:rFonts w:cs="v5.0.0"/>
              </w:rPr>
            </w:pPr>
            <w:r w:rsidRPr="00EF2F0E">
              <w:rPr>
                <w:rFonts w:cs="v5.0.0"/>
              </w:rPr>
              <w:t>6.25 kHz</w:t>
            </w:r>
          </w:p>
        </w:tc>
        <w:tc>
          <w:tcPr>
            <w:tcW w:w="1956" w:type="dxa"/>
          </w:tcPr>
          <w:p w14:paraId="0984F906" w14:textId="77777777" w:rsidR="00B15E99" w:rsidRPr="00EF2F0E" w:rsidRDefault="00B15E99" w:rsidP="00AB06FD">
            <w:pPr>
              <w:pStyle w:val="TAC"/>
              <w:rPr>
                <w:rFonts w:cs="v5.0.0"/>
              </w:rPr>
            </w:pPr>
          </w:p>
        </w:tc>
      </w:tr>
    </w:tbl>
    <w:p w14:paraId="0984F908" w14:textId="77777777" w:rsidR="00B15E99" w:rsidRPr="00EF2F0E" w:rsidRDefault="00B15E99" w:rsidP="00B15E99"/>
    <w:p w14:paraId="0984F909" w14:textId="77777777" w:rsidR="00B15E99" w:rsidRPr="00EF2F0E" w:rsidRDefault="00B15E99" w:rsidP="00B15E99">
      <w:r w:rsidRPr="00EF2F0E">
        <w:t>The following requirement shall be applied to AAS BS operating in Band 26 to ensure that appropriate interference protection is provided to 800 MHz public safety operations.</w:t>
      </w:r>
      <w:r w:rsidRPr="00EF2F0E">
        <w:rPr>
          <w:rFonts w:cs="v3.8.0"/>
        </w:rPr>
        <w:t xml:space="preserve"> This requirement is also applicable at</w:t>
      </w:r>
      <w:r w:rsidRPr="00EF2F0E">
        <w:t xml:space="preserve"> </w:t>
      </w:r>
      <w:r w:rsidRPr="00EF2F0E">
        <w:rPr>
          <w:rFonts w:cs="v3.8.0"/>
        </w:rPr>
        <w:t xml:space="preserve">the frequency range from </w:t>
      </w:r>
      <w:r w:rsidR="00B61376" w:rsidRPr="00EF2F0E">
        <w:t>Δf</w:t>
      </w:r>
      <w:r w:rsidR="00B61376" w:rsidRPr="00EF2F0E">
        <w:rPr>
          <w:vertAlign w:val="subscript"/>
        </w:rPr>
        <w:t>OBUE</w:t>
      </w:r>
      <w:r w:rsidRPr="00EF2F0E">
        <w:rPr>
          <w:rFonts w:cs="v3.8.0"/>
        </w:rPr>
        <w:t xml:space="preserve"> below the lowest frequency of the BS </w:t>
      </w:r>
      <w:r w:rsidRPr="00EF2F0E">
        <w:rPr>
          <w:rFonts w:cs="v3.8.0"/>
          <w:i/>
        </w:rPr>
        <w:t>downlink operating band</w:t>
      </w:r>
      <w:r w:rsidRPr="00EF2F0E">
        <w:rPr>
          <w:rFonts w:cs="v3.8.0"/>
        </w:rPr>
        <w:t xml:space="preserve"> up to </w:t>
      </w:r>
      <w:r w:rsidR="00B61376" w:rsidRPr="00EF2F0E">
        <w:t>Δf</w:t>
      </w:r>
      <w:r w:rsidR="00B61376" w:rsidRPr="00EF2F0E">
        <w:rPr>
          <w:vertAlign w:val="subscript"/>
        </w:rPr>
        <w:t>OBUE</w:t>
      </w:r>
      <w:r w:rsidRPr="00EF2F0E">
        <w:rPr>
          <w:rFonts w:cs="v3.8.0"/>
        </w:rPr>
        <w:t xml:space="preserve"> above the highest frequency of the BS </w:t>
      </w:r>
      <w:r w:rsidRPr="00EF2F0E">
        <w:rPr>
          <w:rFonts w:cs="v3.8.0"/>
          <w:i/>
        </w:rPr>
        <w:t>downlink operating band</w:t>
      </w:r>
      <w:r w:rsidRPr="00EF2F0E">
        <w:rPr>
          <w:rFonts w:cs="v3.8.0"/>
        </w:rPr>
        <w:t>.</w:t>
      </w:r>
    </w:p>
    <w:p w14:paraId="0984F90A" w14:textId="77777777" w:rsidR="00B15E99" w:rsidRPr="00EF2F0E" w:rsidRDefault="00B15E99" w:rsidP="00B15E99">
      <w:r w:rsidRPr="00EF2F0E">
        <w:t>The TRP of any spurious emission shall not exceed:</w:t>
      </w:r>
    </w:p>
    <w:p w14:paraId="0984F90B" w14:textId="77777777" w:rsidR="00B15E99" w:rsidRPr="00EF2F0E" w:rsidRDefault="00B15E99" w:rsidP="00B15E99">
      <w:pPr>
        <w:pStyle w:val="TH"/>
      </w:pPr>
      <w:r w:rsidRPr="00EF2F0E">
        <w:t>Table 9.7.6.4.3.2</w:t>
      </w:r>
      <w:r w:rsidRPr="00EF2F0E">
        <w:rPr>
          <w:rFonts w:cs="v5.0.0"/>
        </w:rPr>
        <w:t>-4</w:t>
      </w:r>
      <w:r w:rsidRPr="00EF2F0E">
        <w:t>: AAS BS OTA Spurious emissions limits for protection of 800 MHz 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3401A4" w:rsidRPr="00EF2F0E" w14:paraId="0984F911" w14:textId="77777777" w:rsidTr="00AB06FD">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0984F90C" w14:textId="77777777" w:rsidR="00B15E99" w:rsidRPr="00EF2F0E" w:rsidRDefault="00B15E99" w:rsidP="00AB06FD">
            <w:pPr>
              <w:pStyle w:val="TAH"/>
              <w:rPr>
                <w:rFonts w:cs="v5.0.0"/>
              </w:rPr>
            </w:pPr>
            <w:r w:rsidRPr="00EF2F0E">
              <w:rPr>
                <w:rFonts w:cs="v5.0.0"/>
              </w:rPr>
              <w:t>Operating Band</w:t>
            </w:r>
          </w:p>
        </w:tc>
        <w:tc>
          <w:tcPr>
            <w:tcW w:w="2376" w:type="dxa"/>
            <w:tcBorders>
              <w:top w:val="single" w:sz="6" w:space="0" w:color="000000"/>
              <w:left w:val="single" w:sz="6" w:space="0" w:color="000000"/>
              <w:bottom w:val="single" w:sz="6" w:space="0" w:color="000000"/>
              <w:right w:val="single" w:sz="6" w:space="0" w:color="000000"/>
            </w:tcBorders>
          </w:tcPr>
          <w:p w14:paraId="0984F90D" w14:textId="77777777" w:rsidR="00B15E99" w:rsidRPr="00EF2F0E" w:rsidRDefault="00B15E99" w:rsidP="00AB06FD">
            <w:pPr>
              <w:pStyle w:val="TAH"/>
              <w:rPr>
                <w:rFonts w:cs="v5.0.0"/>
              </w:rPr>
            </w:pPr>
            <w:r w:rsidRPr="00EF2F0E">
              <w:rPr>
                <w:rFonts w:cs="v5.0.0"/>
              </w:rPr>
              <w:t>Frequency range</w:t>
            </w:r>
          </w:p>
        </w:tc>
        <w:tc>
          <w:tcPr>
            <w:tcW w:w="1276" w:type="dxa"/>
            <w:tcBorders>
              <w:top w:val="single" w:sz="6" w:space="0" w:color="000000"/>
              <w:left w:val="single" w:sz="6" w:space="0" w:color="000000"/>
              <w:bottom w:val="single" w:sz="6" w:space="0" w:color="000000"/>
              <w:right w:val="single" w:sz="6" w:space="0" w:color="000000"/>
            </w:tcBorders>
          </w:tcPr>
          <w:p w14:paraId="0984F90E" w14:textId="77777777" w:rsidR="00B15E99" w:rsidRPr="00EF2F0E" w:rsidRDefault="00B15E99" w:rsidP="00AB06FD">
            <w:pPr>
              <w:pStyle w:val="TAH"/>
              <w:rPr>
                <w:rFonts w:cs="v5.0.0"/>
              </w:rPr>
            </w:pPr>
            <w:r w:rsidRPr="00EF2F0E">
              <w:rPr>
                <w:rFonts w:cs="v5.0.0"/>
              </w:rPr>
              <w:t>Maximum Level</w:t>
            </w:r>
          </w:p>
        </w:tc>
        <w:tc>
          <w:tcPr>
            <w:tcW w:w="1418" w:type="dxa"/>
            <w:tcBorders>
              <w:top w:val="single" w:sz="6" w:space="0" w:color="000000"/>
              <w:left w:val="single" w:sz="6" w:space="0" w:color="000000"/>
              <w:bottom w:val="single" w:sz="6" w:space="0" w:color="000000"/>
              <w:right w:val="single" w:sz="6" w:space="0" w:color="000000"/>
            </w:tcBorders>
          </w:tcPr>
          <w:p w14:paraId="0984F90F" w14:textId="77777777" w:rsidR="00B15E99" w:rsidRPr="00EF2F0E" w:rsidRDefault="00B15E99" w:rsidP="00AB06FD">
            <w:pPr>
              <w:pStyle w:val="TAH"/>
              <w:rPr>
                <w:rFonts w:cs="v5.0.0"/>
              </w:rPr>
            </w:pPr>
            <w:r w:rsidRPr="00EF2F0E">
              <w:rPr>
                <w:rFonts w:cs="v5.0.0"/>
              </w:rPr>
              <w:t>Measurement Bandwidth</w:t>
            </w:r>
          </w:p>
        </w:tc>
        <w:tc>
          <w:tcPr>
            <w:tcW w:w="1956" w:type="dxa"/>
            <w:tcBorders>
              <w:top w:val="single" w:sz="6" w:space="0" w:color="000000"/>
              <w:left w:val="single" w:sz="6" w:space="0" w:color="000000"/>
              <w:bottom w:val="single" w:sz="6" w:space="0" w:color="000000"/>
              <w:right w:val="single" w:sz="6" w:space="0" w:color="000000"/>
            </w:tcBorders>
          </w:tcPr>
          <w:p w14:paraId="0984F910" w14:textId="77777777" w:rsidR="00B15E99" w:rsidRPr="00EF2F0E" w:rsidRDefault="00B15E99" w:rsidP="00AB06FD">
            <w:pPr>
              <w:pStyle w:val="TAH"/>
              <w:rPr>
                <w:rFonts w:cs="v5.0.0"/>
              </w:rPr>
            </w:pPr>
            <w:r w:rsidRPr="00EF2F0E">
              <w:rPr>
                <w:rFonts w:cs="v5.0.0"/>
              </w:rPr>
              <w:t>Notes</w:t>
            </w:r>
          </w:p>
        </w:tc>
      </w:tr>
      <w:tr w:rsidR="00B15E99" w:rsidRPr="00EF2F0E" w14:paraId="0984F917" w14:textId="77777777" w:rsidTr="00AB06FD">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0984F912" w14:textId="77777777" w:rsidR="00B15E99" w:rsidRPr="00EF2F0E" w:rsidRDefault="00B15E99" w:rsidP="00AB06FD">
            <w:pPr>
              <w:pStyle w:val="TAC"/>
              <w:rPr>
                <w:rFonts w:cs="v5.0.0"/>
              </w:rPr>
            </w:pPr>
            <w:r w:rsidRPr="00EF2F0E">
              <w:rPr>
                <w:rFonts w:cs="v5.0.0"/>
              </w:rPr>
              <w:t>26</w:t>
            </w:r>
          </w:p>
        </w:tc>
        <w:tc>
          <w:tcPr>
            <w:tcW w:w="2376" w:type="dxa"/>
            <w:tcBorders>
              <w:top w:val="single" w:sz="6" w:space="0" w:color="000000"/>
              <w:left w:val="single" w:sz="6" w:space="0" w:color="000000"/>
              <w:bottom w:val="single" w:sz="6" w:space="0" w:color="000000"/>
              <w:right w:val="single" w:sz="6" w:space="0" w:color="000000"/>
            </w:tcBorders>
          </w:tcPr>
          <w:p w14:paraId="0984F913" w14:textId="77777777" w:rsidR="00B15E99" w:rsidRPr="00EF2F0E" w:rsidRDefault="00B15E99" w:rsidP="00AB06FD">
            <w:pPr>
              <w:pStyle w:val="TAC"/>
              <w:rPr>
                <w:rFonts w:cs="v5.0.0"/>
              </w:rPr>
            </w:pPr>
            <w:r w:rsidRPr="00EF2F0E">
              <w:rPr>
                <w:rFonts w:cs="v5.0.0"/>
              </w:rPr>
              <w:t>851 - 859 MHz</w:t>
            </w:r>
          </w:p>
        </w:tc>
        <w:tc>
          <w:tcPr>
            <w:tcW w:w="1276" w:type="dxa"/>
            <w:tcBorders>
              <w:top w:val="single" w:sz="6" w:space="0" w:color="000000"/>
              <w:left w:val="single" w:sz="6" w:space="0" w:color="000000"/>
              <w:bottom w:val="single" w:sz="6" w:space="0" w:color="000000"/>
              <w:right w:val="single" w:sz="6" w:space="0" w:color="000000"/>
            </w:tcBorders>
          </w:tcPr>
          <w:p w14:paraId="0984F914" w14:textId="77777777" w:rsidR="00B15E99" w:rsidRPr="00EF2F0E" w:rsidRDefault="00B15E99" w:rsidP="00AB06FD">
            <w:pPr>
              <w:pStyle w:val="TAC"/>
              <w:rPr>
                <w:rFonts w:cs="v5.0.0"/>
              </w:rPr>
            </w:pPr>
            <w:r w:rsidRPr="00EF2F0E">
              <w:rPr>
                <w:rFonts w:cs="v5.0.0"/>
              </w:rPr>
              <w:t>-4 dBm</w:t>
            </w:r>
          </w:p>
        </w:tc>
        <w:tc>
          <w:tcPr>
            <w:tcW w:w="1418" w:type="dxa"/>
            <w:tcBorders>
              <w:top w:val="single" w:sz="6" w:space="0" w:color="000000"/>
              <w:left w:val="single" w:sz="6" w:space="0" w:color="000000"/>
              <w:bottom w:val="single" w:sz="6" w:space="0" w:color="000000"/>
              <w:right w:val="single" w:sz="6" w:space="0" w:color="000000"/>
            </w:tcBorders>
          </w:tcPr>
          <w:p w14:paraId="0984F915" w14:textId="77777777" w:rsidR="00B15E99" w:rsidRPr="00EF2F0E" w:rsidRDefault="00B15E99" w:rsidP="00AB06FD">
            <w:pPr>
              <w:pStyle w:val="TAC"/>
              <w:rPr>
                <w:rFonts w:cs="v5.0.0"/>
              </w:rPr>
            </w:pPr>
            <w:r w:rsidRPr="00EF2F0E">
              <w:rPr>
                <w:rFonts w:cs="v5.0.0"/>
              </w:rPr>
              <w:t>100 kHz</w:t>
            </w:r>
          </w:p>
        </w:tc>
        <w:tc>
          <w:tcPr>
            <w:tcW w:w="1956" w:type="dxa"/>
            <w:tcBorders>
              <w:top w:val="single" w:sz="6" w:space="0" w:color="000000"/>
              <w:left w:val="single" w:sz="6" w:space="0" w:color="000000"/>
              <w:bottom w:val="single" w:sz="6" w:space="0" w:color="000000"/>
              <w:right w:val="single" w:sz="6" w:space="0" w:color="000000"/>
            </w:tcBorders>
          </w:tcPr>
          <w:p w14:paraId="0984F916" w14:textId="77777777" w:rsidR="00B15E99" w:rsidRPr="00EF2F0E" w:rsidRDefault="00B15E99" w:rsidP="00AB06FD">
            <w:pPr>
              <w:pStyle w:val="TAC"/>
              <w:rPr>
                <w:rFonts w:cs="v5.0.0"/>
              </w:rPr>
            </w:pPr>
            <w:r w:rsidRPr="00EF2F0E">
              <w:rPr>
                <w:rFonts w:cs="v5.0.0"/>
              </w:rPr>
              <w:t>Applicable for offsets &gt; 37.5kHz from the channel edge</w:t>
            </w:r>
          </w:p>
        </w:tc>
      </w:tr>
    </w:tbl>
    <w:p w14:paraId="0984F918" w14:textId="77777777" w:rsidR="00B15E99" w:rsidRPr="00EF2F0E" w:rsidRDefault="00B15E99" w:rsidP="00B15E99"/>
    <w:p w14:paraId="0BED0105" w14:textId="0832EEEC" w:rsidR="00AC7771" w:rsidRPr="00EF2F0E" w:rsidRDefault="00AC7771" w:rsidP="00AC7771">
      <w:pPr>
        <w:pStyle w:val="TH"/>
        <w:rPr>
          <w:rFonts w:cs="v5.0.0"/>
        </w:rPr>
      </w:pPr>
      <w:r w:rsidRPr="00EF2F0E">
        <w:rPr>
          <w:rFonts w:cs="v5.0.0"/>
        </w:rPr>
        <w:t>Table 9.7.6.4.3.2-</w:t>
      </w:r>
      <w:r w:rsidRPr="00EF2F0E">
        <w:rPr>
          <w:rFonts w:cs="v5.0.0"/>
          <w:lang w:eastAsia="zh-CN"/>
        </w:rPr>
        <w:t>5</w:t>
      </w:r>
      <w:r w:rsidRPr="00EF2F0E">
        <w:rPr>
          <w:rFonts w:cs="v5.0.0"/>
        </w:rPr>
        <w:t xml:space="preserve">: </w:t>
      </w:r>
      <w:r>
        <w:rPr>
          <w:lang w:eastAsia="zh-CN"/>
        </w:rPr>
        <w:t>Void</w:t>
      </w:r>
    </w:p>
    <w:p w14:paraId="0984F92D" w14:textId="77777777" w:rsidR="00B15E99" w:rsidRPr="00EF2F0E" w:rsidRDefault="00B15E99" w:rsidP="00B15E99"/>
    <w:p w14:paraId="0984F92E" w14:textId="77777777" w:rsidR="00B15E99" w:rsidRPr="00EF2F0E" w:rsidRDefault="00B15E99" w:rsidP="00B15E99">
      <w:pPr>
        <w:rPr>
          <w:rFonts w:cs="v5.0.0"/>
          <w:lang w:eastAsia="zh-CN"/>
        </w:rPr>
      </w:pPr>
      <w:r w:rsidRPr="00EF2F0E">
        <w:rPr>
          <w:rFonts w:cs="v5.0.0"/>
        </w:rPr>
        <w:t>The following requirement may apply to AAS BS operating in Band 30 in certain regions.</w:t>
      </w:r>
      <w:r w:rsidRPr="00EF2F0E">
        <w:t xml:space="preserve"> This requirement is also applicable at the frequency range from </w:t>
      </w:r>
      <w:r w:rsidR="00B61376" w:rsidRPr="00EF2F0E">
        <w:t>Δf</w:t>
      </w:r>
      <w:r w:rsidR="00B61376" w:rsidRPr="00EF2F0E">
        <w:rPr>
          <w:vertAlign w:val="subscript"/>
        </w:rPr>
        <w:t>OBUE</w:t>
      </w:r>
      <w:r w:rsidRPr="00EF2F0E">
        <w:t xml:space="preserve"> below the lowest frequency of the BS </w:t>
      </w:r>
      <w:r w:rsidRPr="00EF2F0E">
        <w:rPr>
          <w:i/>
        </w:rPr>
        <w:t>downlink operating band</w:t>
      </w:r>
      <w:r w:rsidRPr="00EF2F0E">
        <w:t xml:space="preserve"> up to </w:t>
      </w:r>
      <w:r w:rsidR="00B61376" w:rsidRPr="00EF2F0E">
        <w:t>Δf</w:t>
      </w:r>
      <w:r w:rsidR="00B61376" w:rsidRPr="00EF2F0E">
        <w:rPr>
          <w:vertAlign w:val="subscript"/>
        </w:rPr>
        <w:t>OBUE</w:t>
      </w:r>
      <w:r w:rsidRPr="00EF2F0E">
        <w:t xml:space="preserve"> above the highest frequency of the BS </w:t>
      </w:r>
      <w:r w:rsidRPr="00EF2F0E">
        <w:rPr>
          <w:i/>
        </w:rPr>
        <w:t>downlink operating band</w:t>
      </w:r>
      <w:r w:rsidRPr="00EF2F0E">
        <w:t>.</w:t>
      </w:r>
    </w:p>
    <w:p w14:paraId="0984F92F" w14:textId="77777777" w:rsidR="00B15E99" w:rsidRPr="00EF2F0E" w:rsidRDefault="00B15E99" w:rsidP="00B15E99">
      <w:r w:rsidRPr="00EF2F0E">
        <w:t>The TRP of any spurious emission shall not exceed:</w:t>
      </w:r>
    </w:p>
    <w:p w14:paraId="0984F930" w14:textId="77777777" w:rsidR="00B15E99" w:rsidRPr="00EF2F0E" w:rsidRDefault="00B15E99" w:rsidP="00B15E99">
      <w:pPr>
        <w:pStyle w:val="TH"/>
        <w:rPr>
          <w:rFonts w:cs="v5.0.0"/>
        </w:rPr>
      </w:pPr>
      <w:r w:rsidRPr="00EF2F0E">
        <w:rPr>
          <w:rFonts w:cs="v5.0.0"/>
        </w:rPr>
        <w:t>Table 9.7.6.4.3.2-</w:t>
      </w:r>
      <w:r w:rsidRPr="00EF2F0E">
        <w:rPr>
          <w:rFonts w:cs="v5.0.0"/>
          <w:lang w:eastAsia="zh-CN"/>
        </w:rPr>
        <w:t>6</w:t>
      </w:r>
      <w:r w:rsidRPr="00EF2F0E">
        <w:rPr>
          <w:rFonts w:cs="v5.0.0"/>
        </w:rPr>
        <w:t xml:space="preserve">: Additional </w:t>
      </w:r>
      <w:r w:rsidRPr="00EF2F0E">
        <w:t xml:space="preserve">AAS BS OTA Spurious emissions limits for Band </w:t>
      </w:r>
      <w:r w:rsidRPr="00EF2F0E">
        <w:rPr>
          <w:lang w:eastAsia="zh-CN"/>
        </w:rPr>
        <w:t>30</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23"/>
        <w:gridCol w:w="2268"/>
        <w:gridCol w:w="1560"/>
        <w:gridCol w:w="875"/>
      </w:tblGrid>
      <w:tr w:rsidR="003401A4" w:rsidRPr="00EF2F0E" w14:paraId="0984F935" w14:textId="77777777" w:rsidTr="00AB06FD">
        <w:trPr>
          <w:cantSplit/>
          <w:jc w:val="center"/>
        </w:trPr>
        <w:tc>
          <w:tcPr>
            <w:tcW w:w="2323" w:type="dxa"/>
          </w:tcPr>
          <w:p w14:paraId="0984F931" w14:textId="77777777" w:rsidR="00B15E99" w:rsidRPr="00EF2F0E" w:rsidRDefault="00B15E99" w:rsidP="00AB06FD">
            <w:pPr>
              <w:pStyle w:val="TAH"/>
              <w:rPr>
                <w:rFonts w:cs="Arial"/>
              </w:rPr>
            </w:pPr>
            <w:r w:rsidRPr="00EF2F0E">
              <w:rPr>
                <w:rFonts w:cs="Arial"/>
              </w:rPr>
              <w:t>Frequency range</w:t>
            </w:r>
          </w:p>
        </w:tc>
        <w:tc>
          <w:tcPr>
            <w:tcW w:w="2268" w:type="dxa"/>
          </w:tcPr>
          <w:p w14:paraId="0984F932" w14:textId="77777777" w:rsidR="00B15E99" w:rsidRPr="00EF2F0E" w:rsidRDefault="00B15E99" w:rsidP="00AB06FD">
            <w:pPr>
              <w:pStyle w:val="TAH"/>
              <w:rPr>
                <w:rFonts w:cs="Arial"/>
              </w:rPr>
            </w:pPr>
            <w:r w:rsidRPr="00EF2F0E">
              <w:rPr>
                <w:rFonts w:cs="Arial"/>
              </w:rPr>
              <w:t>Maximum Level</w:t>
            </w:r>
          </w:p>
        </w:tc>
        <w:tc>
          <w:tcPr>
            <w:tcW w:w="1560" w:type="dxa"/>
          </w:tcPr>
          <w:p w14:paraId="0984F933" w14:textId="77777777" w:rsidR="00B15E99" w:rsidRPr="00EF2F0E" w:rsidRDefault="00B15E99" w:rsidP="00AB06FD">
            <w:pPr>
              <w:pStyle w:val="TAH"/>
              <w:rPr>
                <w:rFonts w:cs="Arial"/>
              </w:rPr>
            </w:pPr>
            <w:r w:rsidRPr="00EF2F0E">
              <w:rPr>
                <w:rFonts w:cs="Arial"/>
              </w:rPr>
              <w:t>Measurement Bandwidth</w:t>
            </w:r>
          </w:p>
        </w:tc>
        <w:tc>
          <w:tcPr>
            <w:tcW w:w="875" w:type="dxa"/>
          </w:tcPr>
          <w:p w14:paraId="0984F934" w14:textId="77777777" w:rsidR="00B15E99" w:rsidRPr="00EF2F0E" w:rsidRDefault="00B15E99" w:rsidP="00AB06FD">
            <w:pPr>
              <w:pStyle w:val="TAH"/>
              <w:rPr>
                <w:rFonts w:cs="Arial"/>
              </w:rPr>
            </w:pPr>
            <w:r w:rsidRPr="00EF2F0E">
              <w:rPr>
                <w:rFonts w:cs="Arial"/>
              </w:rPr>
              <w:t>Notes</w:t>
            </w:r>
          </w:p>
        </w:tc>
      </w:tr>
      <w:tr w:rsidR="003401A4" w:rsidRPr="00EF2F0E" w14:paraId="0984F93A" w14:textId="77777777" w:rsidTr="00AB06FD">
        <w:trPr>
          <w:cantSplit/>
          <w:jc w:val="center"/>
        </w:trPr>
        <w:tc>
          <w:tcPr>
            <w:tcW w:w="2323" w:type="dxa"/>
          </w:tcPr>
          <w:p w14:paraId="0984F936" w14:textId="77777777" w:rsidR="00B15E99" w:rsidRPr="00EF2F0E" w:rsidRDefault="00B15E99" w:rsidP="00AB06FD">
            <w:pPr>
              <w:pStyle w:val="TAC"/>
              <w:rPr>
                <w:rFonts w:cs="v5.0.0"/>
              </w:rPr>
            </w:pPr>
            <w:r w:rsidRPr="00EF2F0E">
              <w:rPr>
                <w:rFonts w:cs="Arial"/>
              </w:rPr>
              <w:t>2200MHz – 2345MHz</w:t>
            </w:r>
          </w:p>
        </w:tc>
        <w:tc>
          <w:tcPr>
            <w:tcW w:w="2268" w:type="dxa"/>
          </w:tcPr>
          <w:p w14:paraId="0984F937" w14:textId="77777777" w:rsidR="00B15E99" w:rsidRPr="00EF2F0E" w:rsidRDefault="00B15E99" w:rsidP="00B61376">
            <w:pPr>
              <w:pStyle w:val="TAC"/>
              <w:rPr>
                <w:rFonts w:cs="v5.0.0"/>
              </w:rPr>
            </w:pPr>
            <w:r w:rsidRPr="00EF2F0E">
              <w:rPr>
                <w:rFonts w:cs="v5.0.0"/>
              </w:rPr>
              <w:t>-36 dBm</w:t>
            </w:r>
          </w:p>
        </w:tc>
        <w:tc>
          <w:tcPr>
            <w:tcW w:w="1560" w:type="dxa"/>
          </w:tcPr>
          <w:p w14:paraId="0984F938" w14:textId="77777777" w:rsidR="00B15E99" w:rsidRPr="00EF2F0E" w:rsidRDefault="00B15E99" w:rsidP="00AB06FD">
            <w:pPr>
              <w:pStyle w:val="TAC"/>
              <w:rPr>
                <w:rFonts w:cs="Arial"/>
              </w:rPr>
            </w:pPr>
            <w:r w:rsidRPr="00EF2F0E">
              <w:rPr>
                <w:rFonts w:cs="Arial"/>
              </w:rPr>
              <w:t>1 MHz</w:t>
            </w:r>
          </w:p>
        </w:tc>
        <w:tc>
          <w:tcPr>
            <w:tcW w:w="875" w:type="dxa"/>
          </w:tcPr>
          <w:p w14:paraId="0984F939" w14:textId="77777777" w:rsidR="00B15E99" w:rsidRPr="00EF2F0E" w:rsidRDefault="00B15E99" w:rsidP="00AB06FD">
            <w:pPr>
              <w:pStyle w:val="TAC"/>
              <w:rPr>
                <w:rFonts w:cs="v5.0.0"/>
              </w:rPr>
            </w:pPr>
          </w:p>
        </w:tc>
      </w:tr>
      <w:tr w:rsidR="003401A4" w:rsidRPr="00EF2F0E" w14:paraId="0984F93F" w14:textId="77777777" w:rsidTr="00AB06FD">
        <w:trPr>
          <w:cantSplit/>
          <w:jc w:val="center"/>
        </w:trPr>
        <w:tc>
          <w:tcPr>
            <w:tcW w:w="2323" w:type="dxa"/>
          </w:tcPr>
          <w:p w14:paraId="0984F93B" w14:textId="77777777" w:rsidR="00B15E99" w:rsidRPr="00EF2F0E" w:rsidRDefault="00B15E99" w:rsidP="00AB06FD">
            <w:pPr>
              <w:pStyle w:val="TAC"/>
              <w:rPr>
                <w:rFonts w:cs="v5.0.0"/>
              </w:rPr>
            </w:pPr>
            <w:r w:rsidRPr="00EF2F0E">
              <w:rPr>
                <w:rFonts w:cs="Arial"/>
              </w:rPr>
              <w:t>2362.5MHz – 2365MHz</w:t>
            </w:r>
          </w:p>
        </w:tc>
        <w:tc>
          <w:tcPr>
            <w:tcW w:w="2268" w:type="dxa"/>
          </w:tcPr>
          <w:p w14:paraId="0984F93C" w14:textId="77777777" w:rsidR="00B15E99" w:rsidRPr="00EF2F0E" w:rsidRDefault="00B15E99" w:rsidP="00B61376">
            <w:pPr>
              <w:pStyle w:val="TAC"/>
              <w:rPr>
                <w:rFonts w:cs="v5.0.0"/>
              </w:rPr>
            </w:pPr>
            <w:r w:rsidRPr="00EF2F0E">
              <w:rPr>
                <w:rFonts w:cs="v5.0.0"/>
              </w:rPr>
              <w:t>-16 dBm</w:t>
            </w:r>
          </w:p>
        </w:tc>
        <w:tc>
          <w:tcPr>
            <w:tcW w:w="1560" w:type="dxa"/>
          </w:tcPr>
          <w:p w14:paraId="0984F93D" w14:textId="77777777" w:rsidR="00B15E99" w:rsidRPr="00EF2F0E" w:rsidRDefault="00B15E99" w:rsidP="00AB06FD">
            <w:pPr>
              <w:pStyle w:val="TAC"/>
              <w:rPr>
                <w:rFonts w:cs="Arial"/>
              </w:rPr>
            </w:pPr>
            <w:r w:rsidRPr="00EF2F0E">
              <w:rPr>
                <w:rFonts w:cs="Arial"/>
              </w:rPr>
              <w:t>1 MHz</w:t>
            </w:r>
          </w:p>
        </w:tc>
        <w:tc>
          <w:tcPr>
            <w:tcW w:w="875" w:type="dxa"/>
          </w:tcPr>
          <w:p w14:paraId="0984F93E" w14:textId="77777777" w:rsidR="00B15E99" w:rsidRPr="00EF2F0E" w:rsidRDefault="00B15E99" w:rsidP="00AB06FD">
            <w:pPr>
              <w:pStyle w:val="TAC"/>
              <w:rPr>
                <w:rFonts w:cs="v5.0.0"/>
              </w:rPr>
            </w:pPr>
          </w:p>
        </w:tc>
      </w:tr>
      <w:tr w:rsidR="003401A4" w:rsidRPr="00EF2F0E" w14:paraId="0984F944" w14:textId="77777777" w:rsidTr="00AB06FD">
        <w:trPr>
          <w:cantSplit/>
          <w:jc w:val="center"/>
        </w:trPr>
        <w:tc>
          <w:tcPr>
            <w:tcW w:w="2323" w:type="dxa"/>
          </w:tcPr>
          <w:p w14:paraId="0984F940" w14:textId="77777777" w:rsidR="00B15E99" w:rsidRPr="00EF2F0E" w:rsidRDefault="00B15E99" w:rsidP="00AB06FD">
            <w:pPr>
              <w:pStyle w:val="TAC"/>
              <w:rPr>
                <w:rFonts w:cs="v5.0.0"/>
              </w:rPr>
            </w:pPr>
            <w:r w:rsidRPr="00EF2F0E">
              <w:rPr>
                <w:rFonts w:cs="Arial"/>
              </w:rPr>
              <w:t>2365MHz – 2367.5MHz</w:t>
            </w:r>
          </w:p>
        </w:tc>
        <w:tc>
          <w:tcPr>
            <w:tcW w:w="2268" w:type="dxa"/>
          </w:tcPr>
          <w:p w14:paraId="0984F941" w14:textId="77777777" w:rsidR="00B15E99" w:rsidRPr="00EF2F0E" w:rsidRDefault="00B15E99" w:rsidP="00B61376">
            <w:pPr>
              <w:pStyle w:val="TAC"/>
              <w:rPr>
                <w:rFonts w:cs="v5.0.0"/>
              </w:rPr>
            </w:pPr>
            <w:r w:rsidRPr="00EF2F0E">
              <w:rPr>
                <w:rFonts w:cs="v5.0.0"/>
              </w:rPr>
              <w:t>-31 dBm</w:t>
            </w:r>
          </w:p>
        </w:tc>
        <w:tc>
          <w:tcPr>
            <w:tcW w:w="1560" w:type="dxa"/>
          </w:tcPr>
          <w:p w14:paraId="0984F942" w14:textId="77777777" w:rsidR="00B15E99" w:rsidRPr="00EF2F0E" w:rsidRDefault="00B15E99" w:rsidP="00AB06FD">
            <w:pPr>
              <w:pStyle w:val="TAC"/>
              <w:rPr>
                <w:rFonts w:cs="Arial"/>
              </w:rPr>
            </w:pPr>
            <w:r w:rsidRPr="00EF2F0E">
              <w:rPr>
                <w:rFonts w:cs="Arial"/>
              </w:rPr>
              <w:t>1 MHz</w:t>
            </w:r>
          </w:p>
        </w:tc>
        <w:tc>
          <w:tcPr>
            <w:tcW w:w="875" w:type="dxa"/>
          </w:tcPr>
          <w:p w14:paraId="0984F943" w14:textId="77777777" w:rsidR="00B15E99" w:rsidRPr="00EF2F0E" w:rsidRDefault="00B15E99" w:rsidP="00AB06FD">
            <w:pPr>
              <w:pStyle w:val="TAC"/>
              <w:rPr>
                <w:rFonts w:cs="v5.0.0"/>
              </w:rPr>
            </w:pPr>
          </w:p>
        </w:tc>
      </w:tr>
      <w:tr w:rsidR="003401A4" w:rsidRPr="00EF2F0E" w14:paraId="0984F949" w14:textId="77777777" w:rsidTr="00AB06FD">
        <w:trPr>
          <w:cantSplit/>
          <w:jc w:val="center"/>
        </w:trPr>
        <w:tc>
          <w:tcPr>
            <w:tcW w:w="2323" w:type="dxa"/>
          </w:tcPr>
          <w:p w14:paraId="0984F945" w14:textId="77777777" w:rsidR="00B15E99" w:rsidRPr="00EF2F0E" w:rsidRDefault="00B15E99" w:rsidP="00AB06FD">
            <w:pPr>
              <w:pStyle w:val="TAC"/>
              <w:rPr>
                <w:rFonts w:cs="v5.0.0"/>
              </w:rPr>
            </w:pPr>
            <w:r w:rsidRPr="00EF2F0E">
              <w:rPr>
                <w:rFonts w:cs="Arial"/>
              </w:rPr>
              <w:t>2367.5MHz – 2370MHz</w:t>
            </w:r>
          </w:p>
        </w:tc>
        <w:tc>
          <w:tcPr>
            <w:tcW w:w="2268" w:type="dxa"/>
          </w:tcPr>
          <w:p w14:paraId="0984F946" w14:textId="77777777" w:rsidR="00B15E99" w:rsidRPr="00EF2F0E" w:rsidRDefault="00B15E99" w:rsidP="00B61376">
            <w:pPr>
              <w:pStyle w:val="TAC"/>
              <w:rPr>
                <w:rFonts w:cs="v5.0.0"/>
              </w:rPr>
            </w:pPr>
            <w:r w:rsidRPr="00EF2F0E">
              <w:rPr>
                <w:rFonts w:cs="v5.0.0"/>
              </w:rPr>
              <w:t>-33 dBm</w:t>
            </w:r>
          </w:p>
        </w:tc>
        <w:tc>
          <w:tcPr>
            <w:tcW w:w="1560" w:type="dxa"/>
          </w:tcPr>
          <w:p w14:paraId="0984F947" w14:textId="77777777" w:rsidR="00B15E99" w:rsidRPr="00EF2F0E" w:rsidRDefault="00B15E99" w:rsidP="00AB06FD">
            <w:pPr>
              <w:pStyle w:val="TAC"/>
              <w:rPr>
                <w:rFonts w:cs="Arial"/>
              </w:rPr>
            </w:pPr>
            <w:r w:rsidRPr="00EF2F0E">
              <w:rPr>
                <w:rFonts w:cs="Arial"/>
              </w:rPr>
              <w:t>1 MHz</w:t>
            </w:r>
          </w:p>
        </w:tc>
        <w:tc>
          <w:tcPr>
            <w:tcW w:w="875" w:type="dxa"/>
          </w:tcPr>
          <w:p w14:paraId="0984F948" w14:textId="77777777" w:rsidR="00B15E99" w:rsidRPr="00EF2F0E" w:rsidRDefault="00B15E99" w:rsidP="00AB06FD">
            <w:pPr>
              <w:pStyle w:val="TAC"/>
              <w:rPr>
                <w:rFonts w:cs="v5.0.0"/>
              </w:rPr>
            </w:pPr>
          </w:p>
        </w:tc>
      </w:tr>
      <w:tr w:rsidR="00B15E99" w:rsidRPr="00EF2F0E" w14:paraId="0984F94E" w14:textId="77777777" w:rsidTr="00AB06FD">
        <w:trPr>
          <w:cantSplit/>
          <w:jc w:val="center"/>
        </w:trPr>
        <w:tc>
          <w:tcPr>
            <w:tcW w:w="2323" w:type="dxa"/>
          </w:tcPr>
          <w:p w14:paraId="0984F94A" w14:textId="77777777" w:rsidR="00B15E99" w:rsidRPr="00EF2F0E" w:rsidRDefault="00B15E99" w:rsidP="00AB06FD">
            <w:pPr>
              <w:pStyle w:val="TAC"/>
              <w:rPr>
                <w:rFonts w:cs="v5.0.0"/>
              </w:rPr>
            </w:pPr>
            <w:r w:rsidRPr="00EF2F0E">
              <w:rPr>
                <w:rFonts w:cs="Arial"/>
              </w:rPr>
              <w:t>2370MHz – 2</w:t>
            </w:r>
            <w:r w:rsidRPr="00EF2F0E">
              <w:rPr>
                <w:rFonts w:cs="Arial"/>
                <w:b/>
              </w:rPr>
              <w:t>395</w:t>
            </w:r>
            <w:r w:rsidRPr="00EF2F0E">
              <w:rPr>
                <w:rFonts w:cs="Arial"/>
              </w:rPr>
              <w:t>MHz</w:t>
            </w:r>
          </w:p>
        </w:tc>
        <w:tc>
          <w:tcPr>
            <w:tcW w:w="2268" w:type="dxa"/>
          </w:tcPr>
          <w:p w14:paraId="0984F94B" w14:textId="77777777" w:rsidR="00B15E99" w:rsidRPr="00EF2F0E" w:rsidRDefault="00B15E99" w:rsidP="00B61376">
            <w:pPr>
              <w:pStyle w:val="TAC"/>
              <w:rPr>
                <w:rFonts w:cs="v5.0.0"/>
              </w:rPr>
            </w:pPr>
            <w:r w:rsidRPr="00EF2F0E">
              <w:rPr>
                <w:rFonts w:cs="v5.0.0"/>
              </w:rPr>
              <w:t>-36 dBm</w:t>
            </w:r>
          </w:p>
        </w:tc>
        <w:tc>
          <w:tcPr>
            <w:tcW w:w="1560" w:type="dxa"/>
          </w:tcPr>
          <w:p w14:paraId="0984F94C" w14:textId="77777777" w:rsidR="00B15E99" w:rsidRPr="00EF2F0E" w:rsidRDefault="00B15E99" w:rsidP="00AB06FD">
            <w:pPr>
              <w:pStyle w:val="TAC"/>
              <w:rPr>
                <w:rFonts w:cs="Arial"/>
              </w:rPr>
            </w:pPr>
            <w:r w:rsidRPr="00EF2F0E">
              <w:rPr>
                <w:rFonts w:cs="Arial"/>
              </w:rPr>
              <w:t>1 MHz</w:t>
            </w:r>
          </w:p>
        </w:tc>
        <w:tc>
          <w:tcPr>
            <w:tcW w:w="875" w:type="dxa"/>
          </w:tcPr>
          <w:p w14:paraId="0984F94D" w14:textId="77777777" w:rsidR="00B15E99" w:rsidRPr="00EF2F0E" w:rsidRDefault="00B15E99" w:rsidP="00AB06FD">
            <w:pPr>
              <w:pStyle w:val="TAC"/>
              <w:rPr>
                <w:rFonts w:cs="v5.0.0"/>
              </w:rPr>
            </w:pPr>
          </w:p>
        </w:tc>
      </w:tr>
    </w:tbl>
    <w:p w14:paraId="0984F94F" w14:textId="77777777" w:rsidR="00B15E99" w:rsidRPr="00EF2F0E" w:rsidRDefault="00B15E99" w:rsidP="00B15E99"/>
    <w:p w14:paraId="0984F950" w14:textId="77777777" w:rsidR="00B15E99" w:rsidRPr="00EF2F0E" w:rsidRDefault="00B15E99" w:rsidP="00B15E99">
      <w:pPr>
        <w:rPr>
          <w:rFonts w:cs="v3.8.0"/>
        </w:rPr>
      </w:pPr>
      <w:r w:rsidRPr="00EF2F0E">
        <w:rPr>
          <w:rFonts w:cs="v3.8.0"/>
        </w:rPr>
        <w:t>The following requirement may apply to AAS BS operating in Band 48 in certain regions. The TRP of any spurious emission shall not exceed:</w:t>
      </w:r>
    </w:p>
    <w:p w14:paraId="0984F951" w14:textId="77777777" w:rsidR="00B15E99" w:rsidRPr="00EF2F0E" w:rsidRDefault="00B15E99" w:rsidP="00B15E99">
      <w:pPr>
        <w:pStyle w:val="TH"/>
        <w:rPr>
          <w:rFonts w:cs="v5.0.0"/>
        </w:rPr>
      </w:pPr>
      <w:r w:rsidRPr="00EF2F0E">
        <w:rPr>
          <w:rFonts w:cs="v5.0.0"/>
        </w:rPr>
        <w:t xml:space="preserve">Table 9.7.6.4.3.2-7: Additional </w:t>
      </w:r>
      <w:r w:rsidRPr="00EF2F0E">
        <w:t xml:space="preserve">AAS BS OTA Spurious emissions limits for Band </w:t>
      </w:r>
      <w:r w:rsidRPr="00EF2F0E">
        <w:rPr>
          <w:lang w:eastAsia="zh-CN"/>
        </w:rPr>
        <w:t>48</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790"/>
        <w:gridCol w:w="904"/>
        <w:gridCol w:w="1956"/>
      </w:tblGrid>
      <w:tr w:rsidR="003401A4" w:rsidRPr="00EF2F0E" w14:paraId="0984F956" w14:textId="77777777" w:rsidTr="00AB06FD">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0984F952" w14:textId="77777777" w:rsidR="00B15E99" w:rsidRPr="00EF2F0E" w:rsidRDefault="00B15E99" w:rsidP="00AB06FD">
            <w:pPr>
              <w:pStyle w:val="TAH"/>
              <w:rPr>
                <w:rFonts w:cs="v5.0.0"/>
                <w:lang w:eastAsia="ja-JP"/>
              </w:rPr>
            </w:pPr>
            <w:r w:rsidRPr="00EF2F0E">
              <w:rPr>
                <w:rFonts w:cs="v5.0.0"/>
                <w:lang w:eastAsia="ja-JP"/>
              </w:rPr>
              <w:t>Frequency range</w:t>
            </w:r>
          </w:p>
        </w:tc>
        <w:tc>
          <w:tcPr>
            <w:tcW w:w="1790" w:type="dxa"/>
            <w:tcBorders>
              <w:top w:val="single" w:sz="6" w:space="0" w:color="000000"/>
              <w:left w:val="single" w:sz="6" w:space="0" w:color="000000"/>
              <w:bottom w:val="single" w:sz="6" w:space="0" w:color="000000"/>
              <w:right w:val="single" w:sz="6" w:space="0" w:color="000000"/>
            </w:tcBorders>
            <w:hideMark/>
          </w:tcPr>
          <w:p w14:paraId="0984F953" w14:textId="77777777" w:rsidR="00B15E99" w:rsidRPr="00EF2F0E" w:rsidRDefault="00B15E99" w:rsidP="00AB06FD">
            <w:pPr>
              <w:pStyle w:val="TAH"/>
              <w:rPr>
                <w:rFonts w:cs="v5.0.0"/>
                <w:lang w:eastAsia="ja-JP"/>
              </w:rPr>
            </w:pPr>
            <w:r w:rsidRPr="00EF2F0E">
              <w:rPr>
                <w:rFonts w:cs="v5.0.0"/>
                <w:lang w:eastAsia="ja-JP"/>
              </w:rPr>
              <w:t>Maximum Level</w:t>
            </w:r>
          </w:p>
        </w:tc>
        <w:tc>
          <w:tcPr>
            <w:tcW w:w="904" w:type="dxa"/>
            <w:tcBorders>
              <w:top w:val="single" w:sz="6" w:space="0" w:color="000000"/>
              <w:left w:val="single" w:sz="6" w:space="0" w:color="000000"/>
              <w:bottom w:val="single" w:sz="6" w:space="0" w:color="000000"/>
              <w:right w:val="single" w:sz="6" w:space="0" w:color="000000"/>
            </w:tcBorders>
            <w:hideMark/>
          </w:tcPr>
          <w:p w14:paraId="0984F954" w14:textId="77777777" w:rsidR="00B15E99" w:rsidRPr="00EF2F0E" w:rsidRDefault="00B15E99" w:rsidP="00AB06FD">
            <w:pPr>
              <w:pStyle w:val="TAH"/>
              <w:rPr>
                <w:rFonts w:cs="v5.0.0"/>
                <w:lang w:eastAsia="ja-JP"/>
              </w:rPr>
            </w:pPr>
            <w:r w:rsidRPr="00EF2F0E">
              <w:rPr>
                <w:rFonts w:cs="v5.0.0"/>
                <w:lang w:eastAsia="ja-JP"/>
              </w:rPr>
              <w:t>Measurement Bandwidth</w:t>
            </w:r>
          </w:p>
        </w:tc>
        <w:tc>
          <w:tcPr>
            <w:tcW w:w="1956" w:type="dxa"/>
            <w:tcBorders>
              <w:top w:val="single" w:sz="6" w:space="0" w:color="000000"/>
              <w:left w:val="single" w:sz="6" w:space="0" w:color="000000"/>
              <w:bottom w:val="single" w:sz="6" w:space="0" w:color="000000"/>
              <w:right w:val="single" w:sz="6" w:space="0" w:color="000000"/>
            </w:tcBorders>
            <w:hideMark/>
          </w:tcPr>
          <w:p w14:paraId="0984F955" w14:textId="77777777" w:rsidR="00B15E99" w:rsidRPr="00EF2F0E" w:rsidRDefault="00B15E99" w:rsidP="00AB06FD">
            <w:pPr>
              <w:pStyle w:val="TAH"/>
              <w:rPr>
                <w:rFonts w:cs="v5.0.0"/>
                <w:lang w:eastAsia="ja-JP"/>
              </w:rPr>
            </w:pPr>
            <w:r w:rsidRPr="00EF2F0E">
              <w:rPr>
                <w:rFonts w:cs="v5.0.0"/>
                <w:lang w:eastAsia="ja-JP"/>
              </w:rPr>
              <w:t>Notes</w:t>
            </w:r>
          </w:p>
        </w:tc>
      </w:tr>
      <w:tr w:rsidR="003401A4" w:rsidRPr="00EF2F0E" w14:paraId="0984F95C" w14:textId="77777777" w:rsidTr="00AB06FD">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0984F957" w14:textId="77777777" w:rsidR="00B15E99" w:rsidRPr="00EF2F0E" w:rsidRDefault="00B15E99" w:rsidP="00AB06FD">
            <w:pPr>
              <w:pStyle w:val="TAC"/>
              <w:rPr>
                <w:rFonts w:cs="v5.0.0"/>
                <w:lang w:eastAsia="ja-JP"/>
              </w:rPr>
            </w:pPr>
            <w:r w:rsidRPr="00EF2F0E">
              <w:rPr>
                <w:szCs w:val="21"/>
                <w:lang w:eastAsia="ja-JP"/>
              </w:rPr>
              <w:t>3530MHz – 3720MHz</w:t>
            </w:r>
          </w:p>
        </w:tc>
        <w:tc>
          <w:tcPr>
            <w:tcW w:w="1790" w:type="dxa"/>
            <w:tcBorders>
              <w:top w:val="single" w:sz="6" w:space="0" w:color="000000"/>
              <w:left w:val="single" w:sz="6" w:space="0" w:color="000000"/>
              <w:bottom w:val="single" w:sz="6" w:space="0" w:color="000000"/>
              <w:right w:val="single" w:sz="6" w:space="0" w:color="000000"/>
            </w:tcBorders>
          </w:tcPr>
          <w:p w14:paraId="0984F958" w14:textId="77777777" w:rsidR="00B15E99" w:rsidRPr="00EF2F0E" w:rsidRDefault="00B15E99" w:rsidP="00AB06FD">
            <w:pPr>
              <w:pStyle w:val="TAC"/>
              <w:rPr>
                <w:rFonts w:cs="v5.0.0"/>
              </w:rPr>
            </w:pPr>
            <w:r w:rsidRPr="00EF2F0E">
              <w:rPr>
                <w:rFonts w:cs="v5.0.0"/>
              </w:rPr>
              <w:t>-16 dBm</w:t>
            </w:r>
          </w:p>
          <w:p w14:paraId="0984F959" w14:textId="77777777" w:rsidR="00B15E99" w:rsidRPr="00EF2F0E" w:rsidRDefault="00B15E99" w:rsidP="00AB06FD">
            <w:pPr>
              <w:pStyle w:val="TAC"/>
              <w:rPr>
                <w:rFonts w:cs="v5.0.0"/>
                <w:lang w:eastAsia="ja-JP"/>
              </w:rPr>
            </w:pPr>
          </w:p>
        </w:tc>
        <w:tc>
          <w:tcPr>
            <w:tcW w:w="904" w:type="dxa"/>
            <w:tcBorders>
              <w:top w:val="single" w:sz="6" w:space="0" w:color="000000"/>
              <w:left w:val="single" w:sz="6" w:space="0" w:color="000000"/>
              <w:bottom w:val="single" w:sz="6" w:space="0" w:color="000000"/>
              <w:right w:val="single" w:sz="6" w:space="0" w:color="000000"/>
            </w:tcBorders>
          </w:tcPr>
          <w:p w14:paraId="0984F95A" w14:textId="77777777" w:rsidR="00B15E99" w:rsidRPr="00EF2F0E" w:rsidRDefault="00B15E99" w:rsidP="00AB06FD">
            <w:pPr>
              <w:pStyle w:val="TAC"/>
              <w:rPr>
                <w:rFonts w:cs="v5.0.0"/>
                <w:lang w:eastAsia="zh-CN"/>
              </w:rPr>
            </w:pPr>
            <w:r w:rsidRPr="00EF2F0E">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tcPr>
          <w:p w14:paraId="0984F95B" w14:textId="77777777" w:rsidR="00B15E99" w:rsidRPr="00EF2F0E" w:rsidRDefault="00B15E99" w:rsidP="00AB06FD">
            <w:pPr>
              <w:pStyle w:val="TAC"/>
              <w:jc w:val="left"/>
              <w:rPr>
                <w:rFonts w:cs="v5.0.0"/>
                <w:lang w:eastAsia="ja-JP"/>
              </w:rPr>
            </w:pPr>
            <w:r w:rsidRPr="00EF2F0E">
              <w:rPr>
                <w:rFonts w:cs="v5.0.0"/>
                <w:lang w:eastAsia="ja-JP"/>
              </w:rPr>
              <w:t xml:space="preserve">Applicable 10MHz from the assigned channel edge </w:t>
            </w:r>
          </w:p>
        </w:tc>
      </w:tr>
      <w:tr w:rsidR="00B15E99" w:rsidRPr="00EF2F0E" w14:paraId="0984F963" w14:textId="77777777" w:rsidTr="00AB06FD">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0984F95D" w14:textId="77777777" w:rsidR="00B15E99" w:rsidRPr="00EF2F0E" w:rsidRDefault="00B15E99" w:rsidP="00AB06FD">
            <w:pPr>
              <w:pStyle w:val="TAC"/>
              <w:rPr>
                <w:szCs w:val="21"/>
                <w:lang w:eastAsia="ja-JP"/>
              </w:rPr>
            </w:pPr>
            <w:r w:rsidRPr="00EF2F0E">
              <w:rPr>
                <w:szCs w:val="21"/>
                <w:lang w:eastAsia="ja-JP"/>
              </w:rPr>
              <w:t>3100MHz – 3530MHz</w:t>
            </w:r>
          </w:p>
          <w:p w14:paraId="0984F95E" w14:textId="77777777" w:rsidR="00B15E99" w:rsidRPr="00EF2F0E" w:rsidRDefault="00B15E99" w:rsidP="00AB06FD">
            <w:pPr>
              <w:pStyle w:val="TAC"/>
              <w:rPr>
                <w:szCs w:val="21"/>
                <w:lang w:eastAsia="ja-JP"/>
              </w:rPr>
            </w:pPr>
            <w:r w:rsidRPr="00EF2F0E">
              <w:rPr>
                <w:szCs w:val="21"/>
                <w:lang w:eastAsia="ja-JP"/>
              </w:rPr>
              <w:t>3720MHz – 4200MHz</w:t>
            </w:r>
          </w:p>
        </w:tc>
        <w:tc>
          <w:tcPr>
            <w:tcW w:w="1790" w:type="dxa"/>
            <w:tcBorders>
              <w:top w:val="single" w:sz="6" w:space="0" w:color="000000"/>
              <w:left w:val="single" w:sz="6" w:space="0" w:color="000000"/>
              <w:bottom w:val="single" w:sz="6" w:space="0" w:color="000000"/>
              <w:right w:val="single" w:sz="6" w:space="0" w:color="000000"/>
            </w:tcBorders>
            <w:hideMark/>
          </w:tcPr>
          <w:p w14:paraId="0984F95F" w14:textId="77777777" w:rsidR="00B15E99" w:rsidRPr="00EF2F0E" w:rsidRDefault="00B15E99" w:rsidP="00AB06FD">
            <w:pPr>
              <w:pStyle w:val="TAC"/>
              <w:rPr>
                <w:rFonts w:cs="v5.0.0"/>
              </w:rPr>
            </w:pPr>
            <w:r w:rsidRPr="00EF2F0E">
              <w:rPr>
                <w:rFonts w:cs="v5.0.0"/>
              </w:rPr>
              <w:t>-31 dBm</w:t>
            </w:r>
          </w:p>
          <w:p w14:paraId="0984F960" w14:textId="77777777" w:rsidR="00B15E99" w:rsidRPr="00EF2F0E" w:rsidRDefault="00B15E99" w:rsidP="00AB06FD">
            <w:pPr>
              <w:pStyle w:val="TAC"/>
              <w:rPr>
                <w:szCs w:val="21"/>
                <w:lang w:eastAsia="zh-CN"/>
              </w:rPr>
            </w:pPr>
          </w:p>
        </w:tc>
        <w:tc>
          <w:tcPr>
            <w:tcW w:w="904" w:type="dxa"/>
            <w:tcBorders>
              <w:top w:val="single" w:sz="6" w:space="0" w:color="000000"/>
              <w:left w:val="single" w:sz="6" w:space="0" w:color="000000"/>
              <w:bottom w:val="single" w:sz="6" w:space="0" w:color="000000"/>
              <w:right w:val="single" w:sz="6" w:space="0" w:color="000000"/>
            </w:tcBorders>
            <w:hideMark/>
          </w:tcPr>
          <w:p w14:paraId="0984F961" w14:textId="77777777" w:rsidR="00B15E99" w:rsidRPr="00EF2F0E" w:rsidRDefault="00B15E99" w:rsidP="00AB06FD">
            <w:pPr>
              <w:pStyle w:val="TAC"/>
              <w:rPr>
                <w:rFonts w:cs="v5.0.0"/>
                <w:szCs w:val="22"/>
                <w:lang w:eastAsia="ja-JP"/>
              </w:rPr>
            </w:pPr>
            <w:r w:rsidRPr="00EF2F0E">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hideMark/>
          </w:tcPr>
          <w:p w14:paraId="0984F962" w14:textId="77777777" w:rsidR="00B15E99" w:rsidRPr="00EF2F0E" w:rsidRDefault="00B15E99" w:rsidP="00AB06FD">
            <w:pPr>
              <w:rPr>
                <w:rFonts w:cs="v5.0.0"/>
              </w:rPr>
            </w:pPr>
          </w:p>
        </w:tc>
      </w:tr>
    </w:tbl>
    <w:p w14:paraId="0984F964" w14:textId="77777777" w:rsidR="00B15E99" w:rsidRPr="00EF2F0E" w:rsidRDefault="00B15E99" w:rsidP="00B15E99"/>
    <w:p w14:paraId="0984F965" w14:textId="77777777" w:rsidR="00B15E99" w:rsidRPr="00EF2F0E" w:rsidRDefault="00B15E99" w:rsidP="00B15E99">
      <w:r w:rsidRPr="00EF2F0E">
        <w:t>In addition to the requirements in subclauses 9.7.6.2.1, 9.7.6.2.2 and above in the present subclause, the AAS BS may have to comply with the applicable emission limits established by FCC Title 47 [15], when deployed in regions where those limits are applied, and under the conditions declared by the manufacturer.</w:t>
      </w:r>
    </w:p>
    <w:p w14:paraId="0984F966" w14:textId="77777777" w:rsidR="00B15E99" w:rsidRPr="00EF2F0E" w:rsidRDefault="00B15E99" w:rsidP="00B15E99">
      <w:pPr>
        <w:pStyle w:val="TH"/>
        <w:rPr>
          <w:lang w:eastAsia="zh-CN"/>
        </w:rPr>
      </w:pPr>
      <w:r w:rsidRPr="00EF2F0E">
        <w:t>Table 9.7.6.4.3.2-</w:t>
      </w:r>
      <w:r w:rsidRPr="00EF2F0E">
        <w:rPr>
          <w:lang w:eastAsia="zh-CN"/>
        </w:rPr>
        <w:t>8</w:t>
      </w:r>
      <w:r w:rsidRPr="00EF2F0E">
        <w:t xml:space="preserve">: </w:t>
      </w:r>
      <w:r w:rsidR="00B4670D" w:rsidRPr="00EF2F0E">
        <w:t>Void</w:t>
      </w:r>
    </w:p>
    <w:p w14:paraId="0984F967" w14:textId="77777777" w:rsidR="00B15E99" w:rsidRPr="00EF2F0E" w:rsidRDefault="00B15E99" w:rsidP="00B15E99">
      <w:pPr>
        <w:rPr>
          <w:rFonts w:cs="v5.0.0"/>
        </w:rPr>
      </w:pPr>
      <w:r w:rsidRPr="00EF2F0E">
        <w:rPr>
          <w:rFonts w:cs="v5.0.0"/>
        </w:rPr>
        <w:t>The following requirement shall be applied to AAS BS operating in Bands 13 and 14 to ensure that appropriate interference protection is provided to 700 MHz public safety operations.</w:t>
      </w:r>
      <w:r w:rsidRPr="00EF2F0E">
        <w:rPr>
          <w:rFonts w:cs="v3.8.0"/>
        </w:rPr>
        <w:t xml:space="preserve"> This requirement is also applicable at</w:t>
      </w:r>
      <w:r w:rsidRPr="00EF2F0E">
        <w:t xml:space="preserve"> </w:t>
      </w:r>
      <w:r w:rsidRPr="00EF2F0E">
        <w:rPr>
          <w:rFonts w:cs="v3.8.0"/>
        </w:rPr>
        <w:t xml:space="preserve">the frequency range from </w:t>
      </w:r>
      <w:r w:rsidR="00B61376" w:rsidRPr="00EF2F0E">
        <w:t>Δf</w:t>
      </w:r>
      <w:r w:rsidR="00B61376" w:rsidRPr="00EF2F0E">
        <w:rPr>
          <w:vertAlign w:val="subscript"/>
        </w:rPr>
        <w:t>OBUE</w:t>
      </w:r>
      <w:r w:rsidRPr="00EF2F0E">
        <w:rPr>
          <w:rFonts w:cs="v3.8.0"/>
        </w:rPr>
        <w:t xml:space="preserve"> below the lowest frequency of the BS </w:t>
      </w:r>
      <w:r w:rsidRPr="00EF2F0E">
        <w:rPr>
          <w:rFonts w:cs="v3.8.0"/>
          <w:i/>
        </w:rPr>
        <w:t>downlink operating band</w:t>
      </w:r>
      <w:r w:rsidRPr="00EF2F0E">
        <w:rPr>
          <w:rFonts w:cs="v3.8.0"/>
        </w:rPr>
        <w:t xml:space="preserve"> up to </w:t>
      </w:r>
      <w:r w:rsidR="00B61376" w:rsidRPr="00EF2F0E">
        <w:t>Δf</w:t>
      </w:r>
      <w:r w:rsidR="00B61376" w:rsidRPr="00EF2F0E">
        <w:rPr>
          <w:vertAlign w:val="subscript"/>
        </w:rPr>
        <w:t>OBUE</w:t>
      </w:r>
      <w:r w:rsidRPr="00EF2F0E">
        <w:rPr>
          <w:rFonts w:cs="v3.8.0"/>
        </w:rPr>
        <w:t xml:space="preserve"> above the highest frequency of the BS </w:t>
      </w:r>
      <w:r w:rsidRPr="00EF2F0E">
        <w:rPr>
          <w:rFonts w:cs="v3.8.0"/>
          <w:i/>
        </w:rPr>
        <w:t>downlink operating band</w:t>
      </w:r>
      <w:r w:rsidRPr="00EF2F0E">
        <w:rPr>
          <w:rFonts w:cs="v3.8.0"/>
        </w:rPr>
        <w:t>.</w:t>
      </w:r>
    </w:p>
    <w:p w14:paraId="0984F968" w14:textId="77777777" w:rsidR="00B15E99" w:rsidRPr="00EF2F0E" w:rsidRDefault="00B15E99" w:rsidP="00B15E99">
      <w:r w:rsidRPr="00EF2F0E">
        <w:t>The TRP of any spurious emission shall not exceed:</w:t>
      </w:r>
    </w:p>
    <w:p w14:paraId="0984F969" w14:textId="77777777" w:rsidR="00B15E99" w:rsidRPr="00EF2F0E" w:rsidRDefault="00B15E99" w:rsidP="00B15E99">
      <w:pPr>
        <w:pStyle w:val="TH"/>
        <w:rPr>
          <w:rFonts w:cs="v5.0.0"/>
        </w:rPr>
      </w:pPr>
      <w:r w:rsidRPr="00EF2F0E">
        <w:rPr>
          <w:rFonts w:cs="v5.0.0"/>
        </w:rPr>
        <w:t xml:space="preserve">Table </w:t>
      </w:r>
      <w:r w:rsidRPr="00EF2F0E">
        <w:t>9.7.6.4.3.2-</w:t>
      </w:r>
      <w:r w:rsidRPr="00EF2F0E">
        <w:rPr>
          <w:lang w:eastAsia="zh-CN"/>
        </w:rPr>
        <w:t>9</w:t>
      </w:r>
      <w:r w:rsidRPr="00EF2F0E">
        <w:rPr>
          <w:rFonts w:cs="v5.0.0"/>
        </w:rPr>
        <w:t xml:space="preserve">: AAS </w:t>
      </w:r>
      <w:r w:rsidRPr="00EF2F0E">
        <w:t xml:space="preserve">BS OTA Spurious emissions limits for protection of 700 MHz </w:t>
      </w:r>
      <w:r w:rsidRPr="00EF2F0E">
        <w:rPr>
          <w:rFonts w:cs="v5.0.0"/>
        </w:rPr>
        <w:t>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3401A4" w:rsidRPr="00EF2F0E" w14:paraId="0984F96F" w14:textId="77777777" w:rsidTr="00AB06FD">
        <w:trPr>
          <w:cantSplit/>
          <w:jc w:val="center"/>
        </w:trPr>
        <w:tc>
          <w:tcPr>
            <w:tcW w:w="2376" w:type="dxa"/>
          </w:tcPr>
          <w:p w14:paraId="0984F96A" w14:textId="77777777" w:rsidR="00B15E99" w:rsidRPr="00EF2F0E" w:rsidRDefault="00B15E99" w:rsidP="00AB06FD">
            <w:pPr>
              <w:pStyle w:val="TAH"/>
              <w:rPr>
                <w:rFonts w:cs="v5.0.0"/>
              </w:rPr>
            </w:pPr>
            <w:r w:rsidRPr="00EF2F0E">
              <w:rPr>
                <w:rFonts w:cs="v5.0.0"/>
              </w:rPr>
              <w:t>Operating Band</w:t>
            </w:r>
          </w:p>
        </w:tc>
        <w:tc>
          <w:tcPr>
            <w:tcW w:w="2376" w:type="dxa"/>
          </w:tcPr>
          <w:p w14:paraId="0984F96B" w14:textId="77777777" w:rsidR="00B15E99" w:rsidRPr="00EF2F0E" w:rsidRDefault="00B15E99" w:rsidP="00AB06FD">
            <w:pPr>
              <w:pStyle w:val="TAH"/>
              <w:rPr>
                <w:rFonts w:cs="v5.0.0"/>
              </w:rPr>
            </w:pPr>
            <w:r w:rsidRPr="00EF2F0E">
              <w:rPr>
                <w:rFonts w:cs="v5.0.0"/>
              </w:rPr>
              <w:t>Frequency range</w:t>
            </w:r>
          </w:p>
        </w:tc>
        <w:tc>
          <w:tcPr>
            <w:tcW w:w="1276" w:type="dxa"/>
          </w:tcPr>
          <w:p w14:paraId="0984F96C" w14:textId="77777777" w:rsidR="00B15E99" w:rsidRPr="00EF2F0E" w:rsidRDefault="00B15E99" w:rsidP="00AB06FD">
            <w:pPr>
              <w:pStyle w:val="TAH"/>
              <w:rPr>
                <w:rFonts w:cs="v5.0.0"/>
              </w:rPr>
            </w:pPr>
            <w:r w:rsidRPr="00EF2F0E">
              <w:rPr>
                <w:rFonts w:cs="v5.0.0"/>
              </w:rPr>
              <w:t>Maximum Level</w:t>
            </w:r>
          </w:p>
        </w:tc>
        <w:tc>
          <w:tcPr>
            <w:tcW w:w="1418" w:type="dxa"/>
          </w:tcPr>
          <w:p w14:paraId="0984F96D" w14:textId="77777777" w:rsidR="00B15E99" w:rsidRPr="00EF2F0E" w:rsidRDefault="00B15E99" w:rsidP="00AB06FD">
            <w:pPr>
              <w:pStyle w:val="TAH"/>
              <w:rPr>
                <w:rFonts w:cs="v5.0.0"/>
              </w:rPr>
            </w:pPr>
            <w:r w:rsidRPr="00EF2F0E">
              <w:rPr>
                <w:rFonts w:cs="v5.0.0"/>
              </w:rPr>
              <w:t>Measurement Bandwidth</w:t>
            </w:r>
          </w:p>
        </w:tc>
        <w:tc>
          <w:tcPr>
            <w:tcW w:w="1956" w:type="dxa"/>
          </w:tcPr>
          <w:p w14:paraId="0984F96E" w14:textId="77777777" w:rsidR="00B15E99" w:rsidRPr="00EF2F0E" w:rsidRDefault="00B15E99" w:rsidP="00AB06FD">
            <w:pPr>
              <w:pStyle w:val="TAH"/>
              <w:rPr>
                <w:rFonts w:cs="v5.0.0"/>
              </w:rPr>
            </w:pPr>
            <w:r w:rsidRPr="00EF2F0E">
              <w:rPr>
                <w:rFonts w:cs="v5.0.0"/>
              </w:rPr>
              <w:t>Notes</w:t>
            </w:r>
          </w:p>
        </w:tc>
      </w:tr>
      <w:tr w:rsidR="003401A4" w:rsidRPr="00EF2F0E" w14:paraId="0984F975" w14:textId="77777777" w:rsidTr="00AB06FD">
        <w:trPr>
          <w:cantSplit/>
          <w:jc w:val="center"/>
        </w:trPr>
        <w:tc>
          <w:tcPr>
            <w:tcW w:w="2376" w:type="dxa"/>
          </w:tcPr>
          <w:p w14:paraId="0984F970" w14:textId="77777777" w:rsidR="00B15E99" w:rsidRPr="00EF2F0E" w:rsidRDefault="00B15E99" w:rsidP="00AB06FD">
            <w:pPr>
              <w:pStyle w:val="TAC"/>
              <w:rPr>
                <w:rFonts w:cs="v5.0.0"/>
              </w:rPr>
            </w:pPr>
            <w:r w:rsidRPr="00EF2F0E">
              <w:rPr>
                <w:rFonts w:cs="v5.0.0"/>
              </w:rPr>
              <w:t>13</w:t>
            </w:r>
          </w:p>
        </w:tc>
        <w:tc>
          <w:tcPr>
            <w:tcW w:w="2376" w:type="dxa"/>
          </w:tcPr>
          <w:p w14:paraId="0984F971" w14:textId="77777777" w:rsidR="00B15E99" w:rsidRPr="00EF2F0E" w:rsidRDefault="00B15E99" w:rsidP="00AB06FD">
            <w:pPr>
              <w:pStyle w:val="TAC"/>
              <w:rPr>
                <w:rFonts w:cs="v5.0.0"/>
              </w:rPr>
            </w:pPr>
            <w:r w:rsidRPr="00EF2F0E">
              <w:rPr>
                <w:rFonts w:cs="v5.0.0"/>
              </w:rPr>
              <w:t>763 - 775 MHz</w:t>
            </w:r>
          </w:p>
        </w:tc>
        <w:tc>
          <w:tcPr>
            <w:tcW w:w="1276" w:type="dxa"/>
          </w:tcPr>
          <w:p w14:paraId="0984F972" w14:textId="77777777" w:rsidR="00B15E99" w:rsidRPr="00EF2F0E" w:rsidRDefault="00B15E99" w:rsidP="00AB06FD">
            <w:pPr>
              <w:pStyle w:val="TAC"/>
              <w:rPr>
                <w:rFonts w:cs="v5.0.0"/>
              </w:rPr>
            </w:pPr>
            <w:r w:rsidRPr="00EF2F0E">
              <w:rPr>
                <w:rFonts w:cs="v5.0.0"/>
              </w:rPr>
              <w:t>-37 dBm</w:t>
            </w:r>
          </w:p>
        </w:tc>
        <w:tc>
          <w:tcPr>
            <w:tcW w:w="1418" w:type="dxa"/>
          </w:tcPr>
          <w:p w14:paraId="0984F973" w14:textId="77777777" w:rsidR="00B15E99" w:rsidRPr="00EF2F0E" w:rsidRDefault="00B15E99" w:rsidP="00AB06FD">
            <w:pPr>
              <w:pStyle w:val="TAC"/>
              <w:rPr>
                <w:rFonts w:cs="v5.0.0"/>
              </w:rPr>
            </w:pPr>
            <w:r w:rsidRPr="00EF2F0E">
              <w:rPr>
                <w:rFonts w:cs="v5.0.0"/>
              </w:rPr>
              <w:t>6.25 kHz</w:t>
            </w:r>
          </w:p>
        </w:tc>
        <w:tc>
          <w:tcPr>
            <w:tcW w:w="1956" w:type="dxa"/>
          </w:tcPr>
          <w:p w14:paraId="0984F974" w14:textId="77777777" w:rsidR="00B15E99" w:rsidRPr="00EF2F0E" w:rsidRDefault="00B15E99" w:rsidP="00AB06FD">
            <w:pPr>
              <w:pStyle w:val="TAC"/>
              <w:rPr>
                <w:rFonts w:cs="v5.0.0"/>
              </w:rPr>
            </w:pPr>
          </w:p>
        </w:tc>
      </w:tr>
      <w:tr w:rsidR="003401A4" w:rsidRPr="00EF2F0E" w14:paraId="0984F97B" w14:textId="77777777" w:rsidTr="00AB06FD">
        <w:trPr>
          <w:cantSplit/>
          <w:jc w:val="center"/>
        </w:trPr>
        <w:tc>
          <w:tcPr>
            <w:tcW w:w="2376" w:type="dxa"/>
          </w:tcPr>
          <w:p w14:paraId="0984F976" w14:textId="77777777" w:rsidR="00B15E99" w:rsidRPr="00EF2F0E" w:rsidRDefault="00B15E99" w:rsidP="00AB06FD">
            <w:pPr>
              <w:pStyle w:val="TAC"/>
              <w:rPr>
                <w:rFonts w:cs="v5.0.0"/>
              </w:rPr>
            </w:pPr>
            <w:r w:rsidRPr="00EF2F0E">
              <w:rPr>
                <w:rFonts w:cs="v5.0.0"/>
              </w:rPr>
              <w:t>13</w:t>
            </w:r>
          </w:p>
        </w:tc>
        <w:tc>
          <w:tcPr>
            <w:tcW w:w="2376" w:type="dxa"/>
          </w:tcPr>
          <w:p w14:paraId="0984F977" w14:textId="77777777" w:rsidR="00B15E99" w:rsidRPr="00EF2F0E" w:rsidRDefault="00B15E99" w:rsidP="00AB06FD">
            <w:pPr>
              <w:pStyle w:val="TAC"/>
              <w:rPr>
                <w:rFonts w:cs="v5.0.0"/>
              </w:rPr>
            </w:pPr>
            <w:r w:rsidRPr="00EF2F0E">
              <w:rPr>
                <w:rFonts w:cs="v5.0.0"/>
              </w:rPr>
              <w:t>793 - 805 MHz</w:t>
            </w:r>
          </w:p>
        </w:tc>
        <w:tc>
          <w:tcPr>
            <w:tcW w:w="1276" w:type="dxa"/>
          </w:tcPr>
          <w:p w14:paraId="0984F978" w14:textId="77777777" w:rsidR="00B15E99" w:rsidRPr="00EF2F0E" w:rsidRDefault="00B15E99" w:rsidP="00AB06FD">
            <w:pPr>
              <w:pStyle w:val="TAC"/>
              <w:rPr>
                <w:rFonts w:cs="v5.0.0"/>
              </w:rPr>
            </w:pPr>
            <w:r w:rsidRPr="00EF2F0E">
              <w:rPr>
                <w:rFonts w:cs="v5.0.0"/>
              </w:rPr>
              <w:t>-37 dBm</w:t>
            </w:r>
          </w:p>
        </w:tc>
        <w:tc>
          <w:tcPr>
            <w:tcW w:w="1418" w:type="dxa"/>
          </w:tcPr>
          <w:p w14:paraId="0984F979" w14:textId="77777777" w:rsidR="00B15E99" w:rsidRPr="00EF2F0E" w:rsidRDefault="00B15E99" w:rsidP="00AB06FD">
            <w:pPr>
              <w:pStyle w:val="TAC"/>
              <w:rPr>
                <w:rFonts w:cs="v5.0.0"/>
              </w:rPr>
            </w:pPr>
            <w:r w:rsidRPr="00EF2F0E">
              <w:rPr>
                <w:rFonts w:cs="v5.0.0"/>
              </w:rPr>
              <w:t>6.25 kHz</w:t>
            </w:r>
          </w:p>
        </w:tc>
        <w:tc>
          <w:tcPr>
            <w:tcW w:w="1956" w:type="dxa"/>
          </w:tcPr>
          <w:p w14:paraId="0984F97A" w14:textId="77777777" w:rsidR="00B15E99" w:rsidRPr="00EF2F0E" w:rsidRDefault="00B15E99" w:rsidP="00AB06FD">
            <w:pPr>
              <w:pStyle w:val="TAC"/>
              <w:rPr>
                <w:rFonts w:cs="v5.0.0"/>
              </w:rPr>
            </w:pPr>
          </w:p>
        </w:tc>
      </w:tr>
      <w:tr w:rsidR="003401A4" w:rsidRPr="00EF2F0E" w14:paraId="0984F981" w14:textId="77777777" w:rsidTr="00AB06FD">
        <w:trPr>
          <w:cantSplit/>
          <w:jc w:val="center"/>
        </w:trPr>
        <w:tc>
          <w:tcPr>
            <w:tcW w:w="2376" w:type="dxa"/>
          </w:tcPr>
          <w:p w14:paraId="0984F97C" w14:textId="77777777" w:rsidR="00B15E99" w:rsidRPr="00EF2F0E" w:rsidRDefault="00B15E99" w:rsidP="00AB06FD">
            <w:pPr>
              <w:pStyle w:val="TAC"/>
              <w:rPr>
                <w:rFonts w:cs="v5.0.0"/>
              </w:rPr>
            </w:pPr>
            <w:r w:rsidRPr="00EF2F0E">
              <w:rPr>
                <w:rFonts w:cs="v5.0.0"/>
              </w:rPr>
              <w:t>14</w:t>
            </w:r>
          </w:p>
        </w:tc>
        <w:tc>
          <w:tcPr>
            <w:tcW w:w="2376" w:type="dxa"/>
          </w:tcPr>
          <w:p w14:paraId="0984F97D" w14:textId="77777777" w:rsidR="00B15E99" w:rsidRPr="00EF2F0E" w:rsidRDefault="00B15E99" w:rsidP="00AB06FD">
            <w:pPr>
              <w:pStyle w:val="TAC"/>
              <w:rPr>
                <w:rFonts w:cs="v5.0.0"/>
              </w:rPr>
            </w:pPr>
            <w:r w:rsidRPr="00EF2F0E">
              <w:rPr>
                <w:rFonts w:cs="v5.0.0"/>
              </w:rPr>
              <w:t>769 - 775 MHz</w:t>
            </w:r>
          </w:p>
        </w:tc>
        <w:tc>
          <w:tcPr>
            <w:tcW w:w="1276" w:type="dxa"/>
          </w:tcPr>
          <w:p w14:paraId="0984F97E" w14:textId="77777777" w:rsidR="00B15E99" w:rsidRPr="00EF2F0E" w:rsidRDefault="00B15E99" w:rsidP="00AB06FD">
            <w:pPr>
              <w:pStyle w:val="TAC"/>
              <w:rPr>
                <w:rFonts w:cs="v5.0.0"/>
              </w:rPr>
            </w:pPr>
            <w:r w:rsidRPr="00EF2F0E">
              <w:rPr>
                <w:rFonts w:cs="v5.0.0"/>
              </w:rPr>
              <w:t>-37 dBm</w:t>
            </w:r>
          </w:p>
        </w:tc>
        <w:tc>
          <w:tcPr>
            <w:tcW w:w="1418" w:type="dxa"/>
          </w:tcPr>
          <w:p w14:paraId="0984F97F" w14:textId="77777777" w:rsidR="00B15E99" w:rsidRPr="00EF2F0E" w:rsidRDefault="00B15E99" w:rsidP="00AB06FD">
            <w:pPr>
              <w:pStyle w:val="TAC"/>
              <w:rPr>
                <w:rFonts w:cs="v5.0.0"/>
              </w:rPr>
            </w:pPr>
            <w:r w:rsidRPr="00EF2F0E">
              <w:rPr>
                <w:rFonts w:cs="v5.0.0"/>
              </w:rPr>
              <w:t>6.25 kHz</w:t>
            </w:r>
          </w:p>
        </w:tc>
        <w:tc>
          <w:tcPr>
            <w:tcW w:w="1956" w:type="dxa"/>
          </w:tcPr>
          <w:p w14:paraId="0984F980" w14:textId="77777777" w:rsidR="00B15E99" w:rsidRPr="00EF2F0E" w:rsidRDefault="00B15E99" w:rsidP="00AB06FD">
            <w:pPr>
              <w:pStyle w:val="TAC"/>
              <w:rPr>
                <w:rFonts w:cs="v5.0.0"/>
              </w:rPr>
            </w:pPr>
          </w:p>
        </w:tc>
      </w:tr>
      <w:tr w:rsidR="00B15E99" w:rsidRPr="00EF2F0E" w14:paraId="0984F987" w14:textId="77777777" w:rsidTr="00AB06FD">
        <w:trPr>
          <w:cantSplit/>
          <w:jc w:val="center"/>
        </w:trPr>
        <w:tc>
          <w:tcPr>
            <w:tcW w:w="2376" w:type="dxa"/>
          </w:tcPr>
          <w:p w14:paraId="0984F982" w14:textId="77777777" w:rsidR="00B15E99" w:rsidRPr="00EF2F0E" w:rsidRDefault="00B15E99" w:rsidP="00AB06FD">
            <w:pPr>
              <w:pStyle w:val="TAC"/>
              <w:rPr>
                <w:rFonts w:cs="v5.0.0"/>
              </w:rPr>
            </w:pPr>
            <w:r w:rsidRPr="00EF2F0E">
              <w:rPr>
                <w:rFonts w:cs="v5.0.0"/>
              </w:rPr>
              <w:t>14</w:t>
            </w:r>
          </w:p>
        </w:tc>
        <w:tc>
          <w:tcPr>
            <w:tcW w:w="2376" w:type="dxa"/>
          </w:tcPr>
          <w:p w14:paraId="0984F983" w14:textId="77777777" w:rsidR="00B15E99" w:rsidRPr="00EF2F0E" w:rsidRDefault="00B15E99" w:rsidP="00AB06FD">
            <w:pPr>
              <w:pStyle w:val="TAC"/>
              <w:rPr>
                <w:rFonts w:cs="v5.0.0"/>
              </w:rPr>
            </w:pPr>
            <w:r w:rsidRPr="00EF2F0E">
              <w:rPr>
                <w:rFonts w:cs="v5.0.0"/>
              </w:rPr>
              <w:t>799 - 805 MHz</w:t>
            </w:r>
          </w:p>
        </w:tc>
        <w:tc>
          <w:tcPr>
            <w:tcW w:w="1276" w:type="dxa"/>
          </w:tcPr>
          <w:p w14:paraId="0984F984" w14:textId="77777777" w:rsidR="00B15E99" w:rsidRPr="00EF2F0E" w:rsidRDefault="00B15E99" w:rsidP="00AB06FD">
            <w:pPr>
              <w:pStyle w:val="TAC"/>
              <w:rPr>
                <w:rFonts w:cs="v5.0.0"/>
              </w:rPr>
            </w:pPr>
            <w:r w:rsidRPr="00EF2F0E">
              <w:rPr>
                <w:rFonts w:cs="v5.0.0"/>
              </w:rPr>
              <w:t>-37 dBm</w:t>
            </w:r>
          </w:p>
        </w:tc>
        <w:tc>
          <w:tcPr>
            <w:tcW w:w="1418" w:type="dxa"/>
          </w:tcPr>
          <w:p w14:paraId="0984F985" w14:textId="77777777" w:rsidR="00B15E99" w:rsidRPr="00EF2F0E" w:rsidRDefault="00B15E99" w:rsidP="00AB06FD">
            <w:pPr>
              <w:pStyle w:val="TAC"/>
              <w:rPr>
                <w:rFonts w:cs="v5.0.0"/>
              </w:rPr>
            </w:pPr>
            <w:r w:rsidRPr="00EF2F0E">
              <w:rPr>
                <w:rFonts w:cs="v5.0.0"/>
              </w:rPr>
              <w:t>6.25 kHz</w:t>
            </w:r>
          </w:p>
        </w:tc>
        <w:tc>
          <w:tcPr>
            <w:tcW w:w="1956" w:type="dxa"/>
          </w:tcPr>
          <w:p w14:paraId="0984F986" w14:textId="77777777" w:rsidR="00B15E99" w:rsidRPr="00EF2F0E" w:rsidRDefault="00B15E99" w:rsidP="00AB06FD">
            <w:pPr>
              <w:pStyle w:val="TAC"/>
              <w:rPr>
                <w:rFonts w:cs="v5.0.0"/>
              </w:rPr>
            </w:pPr>
          </w:p>
        </w:tc>
      </w:tr>
    </w:tbl>
    <w:p w14:paraId="0984F988" w14:textId="77777777" w:rsidR="00B15E99" w:rsidRPr="00EF2F0E" w:rsidRDefault="00B15E99" w:rsidP="00B15E99"/>
    <w:p w14:paraId="0984F989" w14:textId="77777777" w:rsidR="00B15E99" w:rsidRPr="00EF2F0E" w:rsidRDefault="00B15E99" w:rsidP="00B15E99">
      <w:r w:rsidRPr="00EF2F0E">
        <w:t>The following requirement shall be applied to AAS BS operating in Band 26 to ensure that appropriate interference protection is provided to 800 MHz public safety operations.</w:t>
      </w:r>
      <w:r w:rsidRPr="00EF2F0E">
        <w:rPr>
          <w:rFonts w:cs="v3.8.0"/>
        </w:rPr>
        <w:t xml:space="preserve"> This requirement is also applicable at</w:t>
      </w:r>
      <w:r w:rsidRPr="00EF2F0E">
        <w:t xml:space="preserve"> </w:t>
      </w:r>
      <w:r w:rsidRPr="00EF2F0E">
        <w:rPr>
          <w:rFonts w:cs="v3.8.0"/>
        </w:rPr>
        <w:t xml:space="preserve">the frequency range from </w:t>
      </w:r>
      <w:r w:rsidR="00B61376" w:rsidRPr="00EF2F0E">
        <w:t>Δf</w:t>
      </w:r>
      <w:r w:rsidR="00B61376" w:rsidRPr="00EF2F0E">
        <w:rPr>
          <w:vertAlign w:val="subscript"/>
        </w:rPr>
        <w:t>OBUE</w:t>
      </w:r>
      <w:r w:rsidRPr="00EF2F0E">
        <w:rPr>
          <w:rFonts w:cs="v3.8.0"/>
        </w:rPr>
        <w:t xml:space="preserve"> below the lowest frequency of the BS </w:t>
      </w:r>
      <w:r w:rsidRPr="00EF2F0E">
        <w:rPr>
          <w:rFonts w:cs="v3.8.0"/>
          <w:i/>
        </w:rPr>
        <w:t>downlink operating band</w:t>
      </w:r>
      <w:r w:rsidRPr="00EF2F0E">
        <w:rPr>
          <w:rFonts w:cs="v3.8.0"/>
        </w:rPr>
        <w:t xml:space="preserve"> up to </w:t>
      </w:r>
      <w:r w:rsidR="00B61376" w:rsidRPr="00EF2F0E">
        <w:t>Δf</w:t>
      </w:r>
      <w:r w:rsidR="00B61376" w:rsidRPr="00EF2F0E">
        <w:rPr>
          <w:vertAlign w:val="subscript"/>
        </w:rPr>
        <w:t>OBUE</w:t>
      </w:r>
      <w:r w:rsidRPr="00EF2F0E">
        <w:rPr>
          <w:rFonts w:cs="v3.8.0"/>
        </w:rPr>
        <w:t xml:space="preserve"> above the highest frequency of the BS </w:t>
      </w:r>
      <w:r w:rsidRPr="00EF2F0E">
        <w:rPr>
          <w:rFonts w:cs="v3.8.0"/>
          <w:i/>
        </w:rPr>
        <w:t>downlink operating band</w:t>
      </w:r>
      <w:r w:rsidRPr="00EF2F0E">
        <w:rPr>
          <w:rFonts w:cs="v3.8.0"/>
        </w:rPr>
        <w:t>.</w:t>
      </w:r>
    </w:p>
    <w:p w14:paraId="0984F98A" w14:textId="77777777" w:rsidR="00B15E99" w:rsidRPr="00EF2F0E" w:rsidRDefault="00B15E99" w:rsidP="00B15E99">
      <w:r w:rsidRPr="00EF2F0E">
        <w:t>The TRP of any spurious emission shall not exceed:</w:t>
      </w:r>
    </w:p>
    <w:p w14:paraId="0984F98B" w14:textId="77777777" w:rsidR="00B15E99" w:rsidRPr="00EF2F0E" w:rsidRDefault="00B15E99" w:rsidP="00B15E99">
      <w:pPr>
        <w:pStyle w:val="TH"/>
      </w:pPr>
      <w:r w:rsidRPr="00EF2F0E">
        <w:t>Table 9.7.6.4.3.2-</w:t>
      </w:r>
      <w:r w:rsidRPr="00EF2F0E">
        <w:rPr>
          <w:lang w:eastAsia="zh-CN"/>
        </w:rPr>
        <w:t>10</w:t>
      </w:r>
      <w:r w:rsidRPr="00EF2F0E">
        <w:t>: AAS BS OTA Spurious emissions limits for protection of 800 MHz 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3401A4" w:rsidRPr="00EF2F0E" w14:paraId="0984F991" w14:textId="77777777" w:rsidTr="00AB06FD">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0984F98C" w14:textId="77777777" w:rsidR="00B15E99" w:rsidRPr="00EF2F0E" w:rsidRDefault="00B15E99" w:rsidP="00AB06FD">
            <w:pPr>
              <w:pStyle w:val="TAH"/>
              <w:rPr>
                <w:rFonts w:cs="v5.0.0"/>
              </w:rPr>
            </w:pPr>
            <w:r w:rsidRPr="00EF2F0E">
              <w:rPr>
                <w:rFonts w:cs="v5.0.0"/>
              </w:rPr>
              <w:t>Operating Band</w:t>
            </w:r>
          </w:p>
        </w:tc>
        <w:tc>
          <w:tcPr>
            <w:tcW w:w="2376" w:type="dxa"/>
            <w:tcBorders>
              <w:top w:val="single" w:sz="6" w:space="0" w:color="000000"/>
              <w:left w:val="single" w:sz="6" w:space="0" w:color="000000"/>
              <w:bottom w:val="single" w:sz="6" w:space="0" w:color="000000"/>
              <w:right w:val="single" w:sz="6" w:space="0" w:color="000000"/>
            </w:tcBorders>
          </w:tcPr>
          <w:p w14:paraId="0984F98D" w14:textId="77777777" w:rsidR="00B15E99" w:rsidRPr="00EF2F0E" w:rsidRDefault="00B15E99" w:rsidP="00AB06FD">
            <w:pPr>
              <w:pStyle w:val="TAH"/>
              <w:rPr>
                <w:rFonts w:cs="v5.0.0"/>
              </w:rPr>
            </w:pPr>
            <w:r w:rsidRPr="00EF2F0E">
              <w:rPr>
                <w:rFonts w:cs="v5.0.0"/>
              </w:rPr>
              <w:t>Frequency range</w:t>
            </w:r>
          </w:p>
        </w:tc>
        <w:tc>
          <w:tcPr>
            <w:tcW w:w="1276" w:type="dxa"/>
            <w:tcBorders>
              <w:top w:val="single" w:sz="6" w:space="0" w:color="000000"/>
              <w:left w:val="single" w:sz="6" w:space="0" w:color="000000"/>
              <w:bottom w:val="single" w:sz="6" w:space="0" w:color="000000"/>
              <w:right w:val="single" w:sz="6" w:space="0" w:color="000000"/>
            </w:tcBorders>
          </w:tcPr>
          <w:p w14:paraId="0984F98E" w14:textId="77777777" w:rsidR="00B15E99" w:rsidRPr="00EF2F0E" w:rsidRDefault="00B15E99" w:rsidP="00AB06FD">
            <w:pPr>
              <w:pStyle w:val="TAH"/>
              <w:rPr>
                <w:rFonts w:cs="v5.0.0"/>
              </w:rPr>
            </w:pPr>
            <w:r w:rsidRPr="00EF2F0E">
              <w:rPr>
                <w:rFonts w:cs="v5.0.0"/>
              </w:rPr>
              <w:t>Maximum Level</w:t>
            </w:r>
          </w:p>
        </w:tc>
        <w:tc>
          <w:tcPr>
            <w:tcW w:w="1418" w:type="dxa"/>
            <w:tcBorders>
              <w:top w:val="single" w:sz="6" w:space="0" w:color="000000"/>
              <w:left w:val="single" w:sz="6" w:space="0" w:color="000000"/>
              <w:bottom w:val="single" w:sz="6" w:space="0" w:color="000000"/>
              <w:right w:val="single" w:sz="6" w:space="0" w:color="000000"/>
            </w:tcBorders>
          </w:tcPr>
          <w:p w14:paraId="0984F98F" w14:textId="77777777" w:rsidR="00B15E99" w:rsidRPr="00EF2F0E" w:rsidRDefault="00B15E99" w:rsidP="00AB06FD">
            <w:pPr>
              <w:pStyle w:val="TAH"/>
              <w:rPr>
                <w:rFonts w:cs="v5.0.0"/>
              </w:rPr>
            </w:pPr>
            <w:r w:rsidRPr="00EF2F0E">
              <w:rPr>
                <w:rFonts w:cs="v5.0.0"/>
              </w:rPr>
              <w:t>Measurement Bandwidth</w:t>
            </w:r>
          </w:p>
        </w:tc>
        <w:tc>
          <w:tcPr>
            <w:tcW w:w="1956" w:type="dxa"/>
            <w:tcBorders>
              <w:top w:val="single" w:sz="6" w:space="0" w:color="000000"/>
              <w:left w:val="single" w:sz="6" w:space="0" w:color="000000"/>
              <w:bottom w:val="single" w:sz="6" w:space="0" w:color="000000"/>
              <w:right w:val="single" w:sz="6" w:space="0" w:color="000000"/>
            </w:tcBorders>
          </w:tcPr>
          <w:p w14:paraId="0984F990" w14:textId="77777777" w:rsidR="00B15E99" w:rsidRPr="00EF2F0E" w:rsidRDefault="00B15E99" w:rsidP="00AB06FD">
            <w:pPr>
              <w:pStyle w:val="TAH"/>
              <w:rPr>
                <w:rFonts w:cs="v5.0.0"/>
              </w:rPr>
            </w:pPr>
            <w:r w:rsidRPr="00EF2F0E">
              <w:rPr>
                <w:rFonts w:cs="v5.0.0"/>
              </w:rPr>
              <w:t>Notes</w:t>
            </w:r>
          </w:p>
        </w:tc>
      </w:tr>
      <w:tr w:rsidR="00B15E99" w:rsidRPr="00EF2F0E" w14:paraId="0984F997" w14:textId="77777777" w:rsidTr="00AB06FD">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0984F992" w14:textId="77777777" w:rsidR="00B15E99" w:rsidRPr="00EF2F0E" w:rsidRDefault="00B15E99" w:rsidP="00AB06FD">
            <w:pPr>
              <w:pStyle w:val="TAC"/>
              <w:rPr>
                <w:rFonts w:cs="v5.0.0"/>
              </w:rPr>
            </w:pPr>
            <w:r w:rsidRPr="00EF2F0E">
              <w:rPr>
                <w:rFonts w:cs="v5.0.0"/>
              </w:rPr>
              <w:t>26</w:t>
            </w:r>
          </w:p>
        </w:tc>
        <w:tc>
          <w:tcPr>
            <w:tcW w:w="2376" w:type="dxa"/>
            <w:tcBorders>
              <w:top w:val="single" w:sz="6" w:space="0" w:color="000000"/>
              <w:left w:val="single" w:sz="6" w:space="0" w:color="000000"/>
              <w:bottom w:val="single" w:sz="6" w:space="0" w:color="000000"/>
              <w:right w:val="single" w:sz="6" w:space="0" w:color="000000"/>
            </w:tcBorders>
          </w:tcPr>
          <w:p w14:paraId="0984F993" w14:textId="77777777" w:rsidR="00B15E99" w:rsidRPr="00EF2F0E" w:rsidRDefault="00B15E99" w:rsidP="00AB06FD">
            <w:pPr>
              <w:pStyle w:val="TAC"/>
              <w:rPr>
                <w:rFonts w:cs="v5.0.0"/>
              </w:rPr>
            </w:pPr>
            <w:r w:rsidRPr="00EF2F0E">
              <w:rPr>
                <w:rFonts w:cs="v5.0.0"/>
              </w:rPr>
              <w:t>851 - 859 MHz</w:t>
            </w:r>
          </w:p>
        </w:tc>
        <w:tc>
          <w:tcPr>
            <w:tcW w:w="1276" w:type="dxa"/>
            <w:tcBorders>
              <w:top w:val="single" w:sz="6" w:space="0" w:color="000000"/>
              <w:left w:val="single" w:sz="6" w:space="0" w:color="000000"/>
              <w:bottom w:val="single" w:sz="6" w:space="0" w:color="000000"/>
              <w:right w:val="single" w:sz="6" w:space="0" w:color="000000"/>
            </w:tcBorders>
          </w:tcPr>
          <w:p w14:paraId="0984F994" w14:textId="77777777" w:rsidR="00B15E99" w:rsidRPr="00EF2F0E" w:rsidRDefault="00B15E99" w:rsidP="00AB06FD">
            <w:pPr>
              <w:pStyle w:val="TAC"/>
              <w:rPr>
                <w:rFonts w:cs="v5.0.0"/>
              </w:rPr>
            </w:pPr>
            <w:r w:rsidRPr="00EF2F0E">
              <w:rPr>
                <w:rFonts w:cs="v5.0.0"/>
              </w:rPr>
              <w:t>-13 dBm</w:t>
            </w:r>
          </w:p>
        </w:tc>
        <w:tc>
          <w:tcPr>
            <w:tcW w:w="1418" w:type="dxa"/>
            <w:tcBorders>
              <w:top w:val="single" w:sz="6" w:space="0" w:color="000000"/>
              <w:left w:val="single" w:sz="6" w:space="0" w:color="000000"/>
              <w:bottom w:val="single" w:sz="6" w:space="0" w:color="000000"/>
              <w:right w:val="single" w:sz="6" w:space="0" w:color="000000"/>
            </w:tcBorders>
          </w:tcPr>
          <w:p w14:paraId="0984F995" w14:textId="77777777" w:rsidR="00B15E99" w:rsidRPr="00EF2F0E" w:rsidRDefault="00B15E99" w:rsidP="00AB06FD">
            <w:pPr>
              <w:pStyle w:val="TAC"/>
              <w:rPr>
                <w:rFonts w:cs="v5.0.0"/>
              </w:rPr>
            </w:pPr>
            <w:r w:rsidRPr="00EF2F0E">
              <w:rPr>
                <w:rFonts w:cs="v5.0.0"/>
              </w:rPr>
              <w:t>100 kHz</w:t>
            </w:r>
          </w:p>
        </w:tc>
        <w:tc>
          <w:tcPr>
            <w:tcW w:w="1956" w:type="dxa"/>
            <w:tcBorders>
              <w:top w:val="single" w:sz="6" w:space="0" w:color="000000"/>
              <w:left w:val="single" w:sz="6" w:space="0" w:color="000000"/>
              <w:bottom w:val="single" w:sz="6" w:space="0" w:color="000000"/>
              <w:right w:val="single" w:sz="6" w:space="0" w:color="000000"/>
            </w:tcBorders>
          </w:tcPr>
          <w:p w14:paraId="0984F996" w14:textId="77777777" w:rsidR="00B15E99" w:rsidRPr="00EF2F0E" w:rsidRDefault="00B15E99" w:rsidP="00AB06FD">
            <w:pPr>
              <w:pStyle w:val="TAC"/>
              <w:rPr>
                <w:rFonts w:cs="v5.0.0"/>
              </w:rPr>
            </w:pPr>
            <w:r w:rsidRPr="00EF2F0E">
              <w:rPr>
                <w:rFonts w:cs="v5.0.0"/>
              </w:rPr>
              <w:t>Applicable for offsets &gt; 37.5kHz from the channel edge</w:t>
            </w:r>
          </w:p>
        </w:tc>
      </w:tr>
    </w:tbl>
    <w:p w14:paraId="0984F998" w14:textId="77777777" w:rsidR="00B15E99" w:rsidRPr="00EF2F0E" w:rsidRDefault="00B15E99" w:rsidP="00B15E99"/>
    <w:p w14:paraId="0984F999" w14:textId="77777777" w:rsidR="00B15E99" w:rsidRPr="00EF2F0E" w:rsidRDefault="00B15E99" w:rsidP="00B15E99">
      <w:pPr>
        <w:pStyle w:val="Heading5"/>
      </w:pPr>
      <w:bookmarkStart w:id="4675" w:name="_Toc21096118"/>
      <w:bookmarkStart w:id="4676" w:name="_Toc29763317"/>
      <w:bookmarkStart w:id="4677" w:name="_Toc45869602"/>
      <w:bookmarkStart w:id="4678" w:name="_Toc52554855"/>
      <w:bookmarkStart w:id="4679" w:name="_Toc52555325"/>
      <w:bookmarkStart w:id="4680" w:name="_Toc61112557"/>
      <w:bookmarkStart w:id="4681" w:name="_Toc67911709"/>
      <w:bookmarkStart w:id="4682" w:name="_Toc74843184"/>
      <w:bookmarkStart w:id="4683" w:name="_Toc76503567"/>
      <w:bookmarkStart w:id="4684" w:name="_Toc83041010"/>
      <w:bookmarkStart w:id="4685" w:name="_Toc89852053"/>
      <w:bookmarkStart w:id="4686" w:name="_Toc98676407"/>
      <w:r w:rsidRPr="00EF2F0E">
        <w:t>9.7.6.4.4</w:t>
      </w:r>
      <w:r w:rsidRPr="00EF2F0E">
        <w:tab/>
        <w:t>Co-location with other base stations</w:t>
      </w:r>
      <w:bookmarkEnd w:id="4675"/>
      <w:bookmarkEnd w:id="4676"/>
      <w:bookmarkEnd w:id="4677"/>
      <w:bookmarkEnd w:id="4678"/>
      <w:bookmarkEnd w:id="4679"/>
      <w:bookmarkEnd w:id="4680"/>
      <w:bookmarkEnd w:id="4681"/>
      <w:bookmarkEnd w:id="4682"/>
      <w:bookmarkEnd w:id="4683"/>
      <w:bookmarkEnd w:id="4684"/>
      <w:bookmarkEnd w:id="4685"/>
      <w:bookmarkEnd w:id="4686"/>
    </w:p>
    <w:p w14:paraId="0984F99A" w14:textId="77777777" w:rsidR="00B15E99" w:rsidRPr="00EF2F0E" w:rsidRDefault="00B15E99" w:rsidP="00B15E99">
      <w:pPr>
        <w:pStyle w:val="Heading6"/>
      </w:pPr>
      <w:bookmarkStart w:id="4687" w:name="_Toc21096119"/>
      <w:bookmarkStart w:id="4688" w:name="_Toc29763318"/>
      <w:bookmarkStart w:id="4689" w:name="_Toc45869603"/>
      <w:bookmarkStart w:id="4690" w:name="_Toc52554856"/>
      <w:bookmarkStart w:id="4691" w:name="_Toc52555326"/>
      <w:bookmarkStart w:id="4692" w:name="_Toc61112558"/>
      <w:bookmarkStart w:id="4693" w:name="_Toc67911710"/>
      <w:bookmarkStart w:id="4694" w:name="_Toc74843185"/>
      <w:bookmarkStart w:id="4695" w:name="_Toc76503568"/>
      <w:bookmarkStart w:id="4696" w:name="_Toc83041011"/>
      <w:bookmarkStart w:id="4697" w:name="_Toc89852054"/>
      <w:bookmarkStart w:id="4698" w:name="_Toc98676408"/>
      <w:r w:rsidRPr="00EF2F0E">
        <w:t>9.7.6.4.4.1</w:t>
      </w:r>
      <w:r w:rsidRPr="00EF2F0E">
        <w:tab/>
        <w:t>General</w:t>
      </w:r>
      <w:bookmarkEnd w:id="4687"/>
      <w:bookmarkEnd w:id="4688"/>
      <w:bookmarkEnd w:id="4689"/>
      <w:bookmarkEnd w:id="4690"/>
      <w:bookmarkEnd w:id="4691"/>
      <w:bookmarkEnd w:id="4692"/>
      <w:bookmarkEnd w:id="4693"/>
      <w:bookmarkEnd w:id="4694"/>
      <w:bookmarkEnd w:id="4695"/>
      <w:bookmarkEnd w:id="4696"/>
      <w:bookmarkEnd w:id="4697"/>
      <w:bookmarkEnd w:id="4698"/>
    </w:p>
    <w:p w14:paraId="0984F99B" w14:textId="77777777" w:rsidR="00B15E99" w:rsidRPr="00EF2F0E" w:rsidRDefault="00B15E99" w:rsidP="00B15E99">
      <w:pPr>
        <w:rPr>
          <w:rFonts w:cs="v5.0.0"/>
        </w:rPr>
      </w:pPr>
      <w:r w:rsidRPr="00EF2F0E">
        <w:rPr>
          <w:rFonts w:cs="v5.0.0"/>
        </w:rPr>
        <w:t>These requirements may be applied for the protection of other BS receivers when GSM900, DCS1800, PCS1900, GSM850, CDMA850, UTRA FDD, UTRA TDD E-UTRA BS</w:t>
      </w:r>
      <w:r w:rsidR="00B61376" w:rsidRPr="00EF2F0E">
        <w:rPr>
          <w:rFonts w:cs="v5.0.0"/>
        </w:rPr>
        <w:t xml:space="preserve"> and/or NR BS</w:t>
      </w:r>
      <w:r w:rsidRPr="00EF2F0E">
        <w:rPr>
          <w:rFonts w:cs="v5.0.0"/>
        </w:rPr>
        <w:t xml:space="preserve"> are co-located with a BS.</w:t>
      </w:r>
    </w:p>
    <w:p w14:paraId="0984F99C" w14:textId="77777777" w:rsidR="00B15E99" w:rsidRPr="00EF2F0E" w:rsidRDefault="00B15E99" w:rsidP="00B15E99">
      <w:pPr>
        <w:rPr>
          <w:rFonts w:cs="v5.0.0"/>
        </w:rPr>
      </w:pPr>
      <w:r w:rsidRPr="00EF2F0E">
        <w:rPr>
          <w:rFonts w:cs="v5.0.0"/>
        </w:rPr>
        <w:t>The requirements assume with base stations of the same class.</w:t>
      </w:r>
    </w:p>
    <w:p w14:paraId="0984F99D" w14:textId="77777777" w:rsidR="00B15E99" w:rsidRPr="00EF2F0E" w:rsidRDefault="00B15E99" w:rsidP="00B15E99">
      <w:pPr>
        <w:pStyle w:val="NO"/>
      </w:pPr>
      <w:r w:rsidRPr="00EF2F0E">
        <w:t>NOTE:</w:t>
      </w:r>
      <w:r w:rsidRPr="00EF2F0E">
        <w:tab/>
        <w:t>For co-location with UTRA, the requirements are based on co-location with UTRA FDD or TDD base stations.</w:t>
      </w:r>
    </w:p>
    <w:p w14:paraId="0984F99E" w14:textId="77777777" w:rsidR="00B15E99" w:rsidRPr="00EF2F0E" w:rsidRDefault="00B15E99" w:rsidP="00B15E99">
      <w:pPr>
        <w:rPr>
          <w:rFonts w:cs="v5.0.0"/>
        </w:rPr>
      </w:pPr>
      <w:r w:rsidRPr="00EF2F0E">
        <w:rPr>
          <w:rFonts w:cs="v5.0.0"/>
        </w:rPr>
        <w:t>The requirement is a co-location requirement</w:t>
      </w:r>
      <w:r w:rsidR="00436D44" w:rsidRPr="00EF2F0E">
        <w:rPr>
          <w:rFonts w:cs="v5.0.0"/>
        </w:rPr>
        <w:t>.</w:t>
      </w:r>
      <w:r w:rsidRPr="00EF2F0E">
        <w:rPr>
          <w:rFonts w:cs="v5.0.0"/>
        </w:rPr>
        <w:t xml:space="preserve"> </w:t>
      </w:r>
      <w:r w:rsidR="00436D44" w:rsidRPr="00EF2F0E">
        <w:rPr>
          <w:rFonts w:cs="v5.0.0"/>
        </w:rPr>
        <w:t>T</w:t>
      </w:r>
      <w:r w:rsidRPr="00EF2F0E">
        <w:rPr>
          <w:rFonts w:cs="v5.0.0"/>
        </w:rPr>
        <w:t xml:space="preserve">he power levels </w:t>
      </w:r>
      <w:r w:rsidR="00436D44" w:rsidRPr="00EF2F0E">
        <w:rPr>
          <w:rFonts w:cs="v5.0.0"/>
        </w:rPr>
        <w:t xml:space="preserve">are </w:t>
      </w:r>
      <w:r w:rsidRPr="00EF2F0E">
        <w:rPr>
          <w:rFonts w:cs="v5.0.0"/>
        </w:rPr>
        <w:t xml:space="preserve">specified at the </w:t>
      </w:r>
      <w:r w:rsidRPr="00EF2F0E">
        <w:rPr>
          <w:rFonts w:cs="v5.0.0"/>
          <w:i/>
        </w:rPr>
        <w:t xml:space="preserve">co-location reference antenna </w:t>
      </w:r>
      <w:r w:rsidRPr="00EF2F0E">
        <w:rPr>
          <w:rFonts w:cs="v5.0.0"/>
        </w:rPr>
        <w:t>output.</w:t>
      </w:r>
    </w:p>
    <w:p w14:paraId="0984F99F" w14:textId="77777777" w:rsidR="00B15E99" w:rsidRPr="00EF2F0E" w:rsidRDefault="00B15E99" w:rsidP="00B15E99">
      <w:pPr>
        <w:pStyle w:val="Heading6"/>
      </w:pPr>
      <w:bookmarkStart w:id="4699" w:name="_Toc21096120"/>
      <w:bookmarkStart w:id="4700" w:name="_Toc29763319"/>
      <w:bookmarkStart w:id="4701" w:name="_Toc45869604"/>
      <w:bookmarkStart w:id="4702" w:name="_Toc52554857"/>
      <w:bookmarkStart w:id="4703" w:name="_Toc52555327"/>
      <w:bookmarkStart w:id="4704" w:name="_Toc61112559"/>
      <w:bookmarkStart w:id="4705" w:name="_Toc67911711"/>
      <w:bookmarkStart w:id="4706" w:name="_Toc74843186"/>
      <w:bookmarkStart w:id="4707" w:name="_Toc76503569"/>
      <w:bookmarkStart w:id="4708" w:name="_Toc83041012"/>
      <w:bookmarkStart w:id="4709" w:name="_Toc89852055"/>
      <w:bookmarkStart w:id="4710" w:name="_Toc98676409"/>
      <w:r w:rsidRPr="00EF2F0E">
        <w:t>9.7.6.4.4.2</w:t>
      </w:r>
      <w:r w:rsidRPr="00EF2F0E">
        <w:tab/>
        <w:t>Minimum Requirement</w:t>
      </w:r>
      <w:bookmarkEnd w:id="4699"/>
      <w:bookmarkEnd w:id="4700"/>
      <w:bookmarkEnd w:id="4701"/>
      <w:bookmarkEnd w:id="4702"/>
      <w:bookmarkEnd w:id="4703"/>
      <w:bookmarkEnd w:id="4704"/>
      <w:bookmarkEnd w:id="4705"/>
      <w:bookmarkEnd w:id="4706"/>
      <w:bookmarkEnd w:id="4707"/>
      <w:bookmarkEnd w:id="4708"/>
      <w:bookmarkEnd w:id="4709"/>
      <w:bookmarkEnd w:id="4710"/>
    </w:p>
    <w:p w14:paraId="0984F9A0" w14:textId="77777777" w:rsidR="00B15E99" w:rsidRPr="00EF2F0E" w:rsidRDefault="00B15E99" w:rsidP="00B15E99">
      <w:pPr>
        <w:rPr>
          <w:rFonts w:cs="v3.8.0"/>
        </w:rPr>
      </w:pPr>
      <w:r w:rsidRPr="00EF2F0E">
        <w:rPr>
          <w:rFonts w:cs="v5.0.0"/>
        </w:rPr>
        <w:t xml:space="preserve">The </w:t>
      </w:r>
      <w:r w:rsidR="00436D44" w:rsidRPr="00EF2F0E">
        <w:rPr>
          <w:rFonts w:cs="v5.0.0"/>
        </w:rPr>
        <w:t xml:space="preserve">power sum of any spurious emission is specified over all supported polarizations of the </w:t>
      </w:r>
      <w:r w:rsidRPr="00EF2F0E">
        <w:rPr>
          <w:rFonts w:cs="v5.0.0"/>
          <w:i/>
        </w:rPr>
        <w:t>co-location reference antenna</w:t>
      </w:r>
      <w:r w:rsidRPr="00EF2F0E">
        <w:rPr>
          <w:rFonts w:cs="v5.0.0"/>
        </w:rPr>
        <w:t xml:space="preserve"> </w:t>
      </w:r>
      <w:r w:rsidR="00436D44" w:rsidRPr="00EF2F0E">
        <w:rPr>
          <w:rFonts w:cs="v5.0.0"/>
        </w:rPr>
        <w:t>and</w:t>
      </w:r>
      <w:r w:rsidRPr="00EF2F0E">
        <w:rPr>
          <w:rFonts w:cs="v5.0.0"/>
        </w:rPr>
        <w:t xml:space="preserve"> shall not exceed</w:t>
      </w:r>
      <w:r w:rsidRPr="00EF2F0E">
        <w:t xml:space="preserve"> the limits of table 9.7.6.4.4.2-1 for a AAS BS where requirements for co-location with a BS type listed in the first column apply, depending on the declared Base Station class. For a </w:t>
      </w:r>
      <w:r w:rsidRPr="00EF2F0E">
        <w:rPr>
          <w:i/>
        </w:rPr>
        <w:t>multi-band RIB</w:t>
      </w:r>
      <w:r w:rsidRPr="00EF2F0E">
        <w:t xml:space="preserve"> , the exclusions and conditions in the notes column of table 9.7.6.4.4.2-1 apply for each supported operating band.</w:t>
      </w:r>
      <w:r w:rsidRPr="00EF2F0E">
        <w:rPr>
          <w:rFonts w:cs="v3.8.0"/>
        </w:rPr>
        <w:t xml:space="preserve"> </w:t>
      </w:r>
    </w:p>
    <w:p w14:paraId="0984F9A1" w14:textId="77777777" w:rsidR="00B15E99" w:rsidRPr="00EF2F0E" w:rsidRDefault="00B15E99" w:rsidP="00B15E99">
      <w:pPr>
        <w:pStyle w:val="TH"/>
      </w:pPr>
      <w:r w:rsidRPr="00EF2F0E">
        <w:t xml:space="preserve">Table 9.7.6.4.4.2-1: AAS BS OTA Spurious emissions limits for AAS BS co-located with another BS </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9"/>
        <w:gridCol w:w="1275"/>
        <w:gridCol w:w="1418"/>
        <w:gridCol w:w="1417"/>
        <w:gridCol w:w="1418"/>
        <w:gridCol w:w="709"/>
        <w:gridCol w:w="2191"/>
      </w:tblGrid>
      <w:tr w:rsidR="003401A4" w:rsidRPr="00EF2F0E" w14:paraId="0984F9AC" w14:textId="77777777" w:rsidTr="00AB06FD">
        <w:trPr>
          <w:cantSplit/>
          <w:tblHeader/>
          <w:jc w:val="center"/>
        </w:trPr>
        <w:tc>
          <w:tcPr>
            <w:tcW w:w="1229" w:type="dxa"/>
          </w:tcPr>
          <w:p w14:paraId="0984F9A2" w14:textId="77777777" w:rsidR="00B15E99" w:rsidRPr="00EF2F0E" w:rsidRDefault="00B15E99" w:rsidP="00AB06FD">
            <w:pPr>
              <w:pStyle w:val="TAH"/>
              <w:rPr>
                <w:rFonts w:cs="Arial"/>
              </w:rPr>
            </w:pPr>
            <w:r w:rsidRPr="00EF2F0E">
              <w:rPr>
                <w:rFonts w:cs="Arial"/>
              </w:rPr>
              <w:t>Type of co-located BS</w:t>
            </w:r>
          </w:p>
        </w:tc>
        <w:tc>
          <w:tcPr>
            <w:tcW w:w="1275" w:type="dxa"/>
          </w:tcPr>
          <w:p w14:paraId="0984F9A3" w14:textId="77777777" w:rsidR="00B15E99" w:rsidRPr="00EF2F0E" w:rsidRDefault="00B15E99" w:rsidP="00AB06FD">
            <w:pPr>
              <w:pStyle w:val="TAH"/>
              <w:rPr>
                <w:rFonts w:cs="Arial"/>
              </w:rPr>
            </w:pPr>
            <w:r w:rsidRPr="00EF2F0E">
              <w:rPr>
                <w:rFonts w:cs="Arial"/>
              </w:rPr>
              <w:t>Frequency range for co-location requirement</w:t>
            </w:r>
          </w:p>
        </w:tc>
        <w:tc>
          <w:tcPr>
            <w:tcW w:w="1418" w:type="dxa"/>
          </w:tcPr>
          <w:p w14:paraId="0984F9A4" w14:textId="77777777" w:rsidR="00B15E99" w:rsidRPr="00EF2F0E" w:rsidRDefault="00B15E99" w:rsidP="00AB06FD">
            <w:pPr>
              <w:pStyle w:val="TAH"/>
              <w:rPr>
                <w:rFonts w:cs="Arial"/>
              </w:rPr>
            </w:pPr>
            <w:r w:rsidRPr="00EF2F0E">
              <w:rPr>
                <w:rFonts w:cs="Arial"/>
              </w:rPr>
              <w:t>Maximum Level</w:t>
            </w:r>
          </w:p>
          <w:p w14:paraId="0984F9A5" w14:textId="77777777" w:rsidR="00B15E99" w:rsidRPr="00EF2F0E" w:rsidRDefault="00B15E99" w:rsidP="00AB06FD">
            <w:pPr>
              <w:pStyle w:val="TAH"/>
              <w:rPr>
                <w:rFonts w:cs="Arial"/>
              </w:rPr>
            </w:pPr>
            <w:r w:rsidRPr="00EF2F0E">
              <w:rPr>
                <w:rFonts w:cs="Arial"/>
              </w:rPr>
              <w:t>(WA-BS)</w:t>
            </w:r>
          </w:p>
        </w:tc>
        <w:tc>
          <w:tcPr>
            <w:tcW w:w="1417" w:type="dxa"/>
          </w:tcPr>
          <w:p w14:paraId="0984F9A6" w14:textId="77777777" w:rsidR="00B15E99" w:rsidRPr="00EF2F0E" w:rsidRDefault="00B15E99" w:rsidP="00AB06FD">
            <w:pPr>
              <w:pStyle w:val="TAH"/>
              <w:rPr>
                <w:rFonts w:cs="Arial"/>
              </w:rPr>
            </w:pPr>
            <w:r w:rsidRPr="00EF2F0E">
              <w:rPr>
                <w:rFonts w:cs="Arial"/>
              </w:rPr>
              <w:t>Maximum Level</w:t>
            </w:r>
          </w:p>
          <w:p w14:paraId="0984F9A7" w14:textId="77777777" w:rsidR="00B15E99" w:rsidRPr="00EF2F0E" w:rsidRDefault="00B15E99" w:rsidP="00AB06FD">
            <w:pPr>
              <w:pStyle w:val="TAH"/>
              <w:rPr>
                <w:rFonts w:cs="Arial"/>
              </w:rPr>
            </w:pPr>
            <w:r w:rsidRPr="00EF2F0E">
              <w:rPr>
                <w:rFonts w:cs="Arial"/>
              </w:rPr>
              <w:t>(MR-BS)</w:t>
            </w:r>
          </w:p>
        </w:tc>
        <w:tc>
          <w:tcPr>
            <w:tcW w:w="1418" w:type="dxa"/>
          </w:tcPr>
          <w:p w14:paraId="0984F9A8" w14:textId="77777777" w:rsidR="00B15E99" w:rsidRPr="00EF2F0E" w:rsidRDefault="00B15E99" w:rsidP="00AB06FD">
            <w:pPr>
              <w:pStyle w:val="TAH"/>
              <w:rPr>
                <w:rFonts w:cs="Arial"/>
              </w:rPr>
            </w:pPr>
            <w:r w:rsidRPr="00EF2F0E">
              <w:rPr>
                <w:rFonts w:cs="Arial"/>
              </w:rPr>
              <w:t>Maximum Level</w:t>
            </w:r>
          </w:p>
          <w:p w14:paraId="0984F9A9" w14:textId="77777777" w:rsidR="00B15E99" w:rsidRPr="00EF2F0E" w:rsidRDefault="00B15E99" w:rsidP="00AB06FD">
            <w:pPr>
              <w:pStyle w:val="TAH"/>
              <w:rPr>
                <w:rFonts w:cs="Arial"/>
              </w:rPr>
            </w:pPr>
            <w:r w:rsidRPr="00EF2F0E">
              <w:rPr>
                <w:rFonts w:cs="Arial"/>
              </w:rPr>
              <w:t>(LA-BS)</w:t>
            </w:r>
          </w:p>
        </w:tc>
        <w:tc>
          <w:tcPr>
            <w:tcW w:w="709" w:type="dxa"/>
          </w:tcPr>
          <w:p w14:paraId="0984F9AA" w14:textId="77777777" w:rsidR="00B15E99" w:rsidRPr="00EF2F0E" w:rsidRDefault="00B15E99" w:rsidP="00AB06FD">
            <w:pPr>
              <w:pStyle w:val="TAH"/>
              <w:rPr>
                <w:rFonts w:cs="Arial"/>
              </w:rPr>
            </w:pPr>
            <w:r w:rsidRPr="00EF2F0E">
              <w:rPr>
                <w:rFonts w:cs="Arial"/>
              </w:rPr>
              <w:t>Measurement Bandwidth</w:t>
            </w:r>
          </w:p>
        </w:tc>
        <w:tc>
          <w:tcPr>
            <w:tcW w:w="2191" w:type="dxa"/>
          </w:tcPr>
          <w:p w14:paraId="0984F9AB" w14:textId="77777777" w:rsidR="00B15E99" w:rsidRPr="00EF2F0E" w:rsidRDefault="00B15E99" w:rsidP="00AB06FD">
            <w:pPr>
              <w:pStyle w:val="TAH"/>
              <w:rPr>
                <w:rFonts w:cs="Arial"/>
              </w:rPr>
            </w:pPr>
            <w:r w:rsidRPr="00EF2F0E">
              <w:rPr>
                <w:rFonts w:cs="Arial"/>
              </w:rPr>
              <w:t>Notes</w:t>
            </w:r>
          </w:p>
        </w:tc>
      </w:tr>
      <w:tr w:rsidR="003401A4" w:rsidRPr="00EF2F0E" w14:paraId="0984F9B4" w14:textId="77777777" w:rsidTr="00AB06FD">
        <w:trPr>
          <w:cantSplit/>
          <w:tblHeader/>
          <w:jc w:val="center"/>
        </w:trPr>
        <w:tc>
          <w:tcPr>
            <w:tcW w:w="1229" w:type="dxa"/>
          </w:tcPr>
          <w:p w14:paraId="0984F9AD" w14:textId="77777777" w:rsidR="00B15E99" w:rsidRPr="00EF2F0E" w:rsidRDefault="00B15E99" w:rsidP="00AB06FD">
            <w:pPr>
              <w:pStyle w:val="TAL"/>
              <w:jc w:val="center"/>
              <w:rPr>
                <w:rFonts w:cs="Arial"/>
              </w:rPr>
            </w:pPr>
            <w:r w:rsidRPr="00EF2F0E">
              <w:rPr>
                <w:rFonts w:cs="Arial"/>
              </w:rPr>
              <w:t>GSM900</w:t>
            </w:r>
          </w:p>
        </w:tc>
        <w:tc>
          <w:tcPr>
            <w:tcW w:w="1275" w:type="dxa"/>
          </w:tcPr>
          <w:p w14:paraId="0984F9AE" w14:textId="77777777" w:rsidR="00B15E99" w:rsidRPr="00EF2F0E" w:rsidRDefault="00B15E99" w:rsidP="00AB06FD">
            <w:pPr>
              <w:pStyle w:val="TAL"/>
              <w:jc w:val="center"/>
              <w:rPr>
                <w:rFonts w:cs="Arial"/>
              </w:rPr>
            </w:pPr>
            <w:r w:rsidRPr="00EF2F0E">
              <w:rPr>
                <w:rFonts w:cs="Arial"/>
              </w:rPr>
              <w:t>876-915 MHz</w:t>
            </w:r>
          </w:p>
        </w:tc>
        <w:tc>
          <w:tcPr>
            <w:tcW w:w="1418" w:type="dxa"/>
          </w:tcPr>
          <w:p w14:paraId="0984F9AF" w14:textId="77777777" w:rsidR="00B15E99" w:rsidRPr="00EF2F0E" w:rsidRDefault="00B15E99" w:rsidP="00AB06FD">
            <w:pPr>
              <w:pStyle w:val="TAL"/>
              <w:jc w:val="center"/>
              <w:rPr>
                <w:rFonts w:cs="Arial"/>
              </w:rPr>
            </w:pPr>
            <w:r w:rsidRPr="00EF2F0E">
              <w:rPr>
                <w:rFonts w:cs="Arial"/>
              </w:rPr>
              <w:t>-119 dBm</w:t>
            </w:r>
          </w:p>
        </w:tc>
        <w:tc>
          <w:tcPr>
            <w:tcW w:w="1417" w:type="dxa"/>
          </w:tcPr>
          <w:p w14:paraId="0984F9B0" w14:textId="77777777" w:rsidR="00B15E99" w:rsidRPr="00EF2F0E" w:rsidRDefault="00B15E99" w:rsidP="00AB06FD">
            <w:pPr>
              <w:pStyle w:val="TAL"/>
              <w:jc w:val="center"/>
              <w:rPr>
                <w:rFonts w:cs="Arial"/>
              </w:rPr>
            </w:pPr>
            <w:r w:rsidRPr="00EF2F0E">
              <w:rPr>
                <w:rFonts w:cs="Arial"/>
              </w:rPr>
              <w:t>-112 dBm</w:t>
            </w:r>
          </w:p>
        </w:tc>
        <w:tc>
          <w:tcPr>
            <w:tcW w:w="1418" w:type="dxa"/>
          </w:tcPr>
          <w:p w14:paraId="0984F9B1" w14:textId="77777777" w:rsidR="00B15E99" w:rsidRPr="00EF2F0E" w:rsidRDefault="00B15E99" w:rsidP="00AB06FD">
            <w:pPr>
              <w:pStyle w:val="TAL"/>
              <w:jc w:val="center"/>
              <w:rPr>
                <w:rFonts w:cs="Arial"/>
              </w:rPr>
            </w:pPr>
            <w:r w:rsidRPr="00EF2F0E">
              <w:rPr>
                <w:rFonts w:cs="Arial"/>
              </w:rPr>
              <w:t>-109 dBm</w:t>
            </w:r>
          </w:p>
        </w:tc>
        <w:tc>
          <w:tcPr>
            <w:tcW w:w="709" w:type="dxa"/>
          </w:tcPr>
          <w:p w14:paraId="0984F9B2" w14:textId="77777777" w:rsidR="00B15E99" w:rsidRPr="00EF2F0E" w:rsidRDefault="00B15E99" w:rsidP="00AB06FD">
            <w:pPr>
              <w:pStyle w:val="TAL"/>
              <w:jc w:val="center"/>
              <w:rPr>
                <w:rFonts w:cs="Arial"/>
              </w:rPr>
            </w:pPr>
            <w:r w:rsidRPr="00EF2F0E">
              <w:rPr>
                <w:rFonts w:cs="Arial"/>
              </w:rPr>
              <w:t>100 kHz</w:t>
            </w:r>
          </w:p>
        </w:tc>
        <w:tc>
          <w:tcPr>
            <w:tcW w:w="2191" w:type="dxa"/>
          </w:tcPr>
          <w:p w14:paraId="0984F9B3" w14:textId="77777777" w:rsidR="00B15E99" w:rsidRPr="00EF2F0E" w:rsidRDefault="00B15E99" w:rsidP="00AB06FD">
            <w:pPr>
              <w:pStyle w:val="TAL"/>
              <w:jc w:val="center"/>
              <w:rPr>
                <w:rFonts w:cs="Arial"/>
              </w:rPr>
            </w:pPr>
          </w:p>
        </w:tc>
      </w:tr>
      <w:tr w:rsidR="003401A4" w:rsidRPr="00EF2F0E" w14:paraId="0984F9BC" w14:textId="77777777" w:rsidTr="00AB06FD">
        <w:trPr>
          <w:cantSplit/>
          <w:jc w:val="center"/>
        </w:trPr>
        <w:tc>
          <w:tcPr>
            <w:tcW w:w="1229" w:type="dxa"/>
          </w:tcPr>
          <w:p w14:paraId="0984F9B5" w14:textId="77777777" w:rsidR="00B15E99" w:rsidRPr="00EF2F0E" w:rsidRDefault="00B15E99" w:rsidP="00AB06FD">
            <w:pPr>
              <w:pStyle w:val="TAL"/>
              <w:jc w:val="center"/>
              <w:rPr>
                <w:rFonts w:cs="Arial"/>
              </w:rPr>
            </w:pPr>
            <w:r w:rsidRPr="00EF2F0E">
              <w:rPr>
                <w:rFonts w:cs="Arial"/>
              </w:rPr>
              <w:t>DCS1800</w:t>
            </w:r>
          </w:p>
        </w:tc>
        <w:tc>
          <w:tcPr>
            <w:tcW w:w="1275" w:type="dxa"/>
          </w:tcPr>
          <w:p w14:paraId="0984F9B6" w14:textId="77777777" w:rsidR="00B15E99" w:rsidRPr="00EF2F0E" w:rsidRDefault="00B15E99" w:rsidP="00AB06FD">
            <w:pPr>
              <w:pStyle w:val="TAL"/>
              <w:jc w:val="center"/>
              <w:rPr>
                <w:rFonts w:cs="Arial"/>
              </w:rPr>
            </w:pPr>
            <w:r w:rsidRPr="00EF2F0E">
              <w:rPr>
                <w:rFonts w:cs="Arial"/>
              </w:rPr>
              <w:t>1710 - 1785 MHz</w:t>
            </w:r>
          </w:p>
        </w:tc>
        <w:tc>
          <w:tcPr>
            <w:tcW w:w="1418" w:type="dxa"/>
          </w:tcPr>
          <w:p w14:paraId="0984F9B7" w14:textId="77777777" w:rsidR="00B15E99" w:rsidRPr="00EF2F0E" w:rsidRDefault="00B15E99" w:rsidP="00AB06FD">
            <w:pPr>
              <w:pStyle w:val="TAL"/>
              <w:jc w:val="center"/>
              <w:rPr>
                <w:rFonts w:cs="Arial"/>
              </w:rPr>
            </w:pPr>
            <w:r w:rsidRPr="00EF2F0E">
              <w:rPr>
                <w:rFonts w:cs="Arial"/>
              </w:rPr>
              <w:t>-119 dBm</w:t>
            </w:r>
          </w:p>
        </w:tc>
        <w:tc>
          <w:tcPr>
            <w:tcW w:w="1417" w:type="dxa"/>
          </w:tcPr>
          <w:p w14:paraId="0984F9B8" w14:textId="77777777" w:rsidR="00B15E99" w:rsidRPr="00EF2F0E" w:rsidRDefault="00B15E99" w:rsidP="00AB06FD">
            <w:pPr>
              <w:pStyle w:val="TAL"/>
              <w:jc w:val="center"/>
              <w:rPr>
                <w:rFonts w:cs="Arial"/>
              </w:rPr>
            </w:pPr>
            <w:r w:rsidRPr="00EF2F0E">
              <w:rPr>
                <w:rFonts w:cs="Arial"/>
              </w:rPr>
              <w:t>-112 dBm</w:t>
            </w:r>
          </w:p>
        </w:tc>
        <w:tc>
          <w:tcPr>
            <w:tcW w:w="1418" w:type="dxa"/>
          </w:tcPr>
          <w:p w14:paraId="0984F9B9" w14:textId="77777777" w:rsidR="00B15E99" w:rsidRPr="00EF2F0E" w:rsidRDefault="00B15E99" w:rsidP="00AB06FD">
            <w:pPr>
              <w:pStyle w:val="TAL"/>
              <w:jc w:val="center"/>
              <w:rPr>
                <w:rFonts w:cs="Arial"/>
              </w:rPr>
            </w:pPr>
            <w:r w:rsidRPr="00EF2F0E">
              <w:rPr>
                <w:rFonts w:cs="Arial"/>
              </w:rPr>
              <w:t>-109 dBm</w:t>
            </w:r>
          </w:p>
        </w:tc>
        <w:tc>
          <w:tcPr>
            <w:tcW w:w="709" w:type="dxa"/>
          </w:tcPr>
          <w:p w14:paraId="0984F9BA" w14:textId="77777777" w:rsidR="00B15E99" w:rsidRPr="00EF2F0E" w:rsidRDefault="00B15E99" w:rsidP="00AB06FD">
            <w:pPr>
              <w:pStyle w:val="TAL"/>
              <w:jc w:val="center"/>
              <w:rPr>
                <w:rFonts w:cs="Arial"/>
              </w:rPr>
            </w:pPr>
            <w:r w:rsidRPr="00EF2F0E">
              <w:rPr>
                <w:rFonts w:cs="Arial"/>
              </w:rPr>
              <w:t>100 kHz</w:t>
            </w:r>
          </w:p>
        </w:tc>
        <w:tc>
          <w:tcPr>
            <w:tcW w:w="2191" w:type="dxa"/>
          </w:tcPr>
          <w:p w14:paraId="0984F9BB" w14:textId="77777777" w:rsidR="00B15E99" w:rsidRPr="00EF2F0E" w:rsidRDefault="00B15E99" w:rsidP="00AB06FD">
            <w:pPr>
              <w:pStyle w:val="TAL"/>
              <w:jc w:val="center"/>
              <w:rPr>
                <w:rFonts w:cs="Arial"/>
              </w:rPr>
            </w:pPr>
          </w:p>
        </w:tc>
      </w:tr>
      <w:tr w:rsidR="003401A4" w:rsidRPr="00EF2F0E" w14:paraId="0984F9C4" w14:textId="77777777" w:rsidTr="00AB06FD">
        <w:trPr>
          <w:cantSplit/>
          <w:jc w:val="center"/>
        </w:trPr>
        <w:tc>
          <w:tcPr>
            <w:tcW w:w="1229" w:type="dxa"/>
          </w:tcPr>
          <w:p w14:paraId="0984F9BD" w14:textId="77777777" w:rsidR="00B15E99" w:rsidRPr="00EF2F0E" w:rsidRDefault="00B15E99" w:rsidP="00AB06FD">
            <w:pPr>
              <w:pStyle w:val="TAL"/>
              <w:jc w:val="center"/>
              <w:rPr>
                <w:rFonts w:cs="Arial"/>
              </w:rPr>
            </w:pPr>
            <w:r w:rsidRPr="00EF2F0E">
              <w:rPr>
                <w:rFonts w:cs="Arial"/>
              </w:rPr>
              <w:t>PCS1900</w:t>
            </w:r>
          </w:p>
        </w:tc>
        <w:tc>
          <w:tcPr>
            <w:tcW w:w="1275" w:type="dxa"/>
          </w:tcPr>
          <w:p w14:paraId="0984F9BE" w14:textId="77777777" w:rsidR="00B15E99" w:rsidRPr="00EF2F0E" w:rsidRDefault="00B15E99" w:rsidP="00AB06FD">
            <w:pPr>
              <w:pStyle w:val="TAL"/>
              <w:jc w:val="center"/>
              <w:rPr>
                <w:rFonts w:cs="Arial"/>
              </w:rPr>
            </w:pPr>
            <w:r w:rsidRPr="00EF2F0E">
              <w:rPr>
                <w:rFonts w:cs="Arial"/>
              </w:rPr>
              <w:t>1850 - 1910 MHz</w:t>
            </w:r>
          </w:p>
        </w:tc>
        <w:tc>
          <w:tcPr>
            <w:tcW w:w="1418" w:type="dxa"/>
          </w:tcPr>
          <w:p w14:paraId="0984F9BF" w14:textId="77777777" w:rsidR="00B15E99" w:rsidRPr="00EF2F0E" w:rsidRDefault="00B15E99" w:rsidP="00AB06FD">
            <w:pPr>
              <w:pStyle w:val="TAL"/>
              <w:jc w:val="center"/>
              <w:rPr>
                <w:rFonts w:cs="Arial"/>
              </w:rPr>
            </w:pPr>
            <w:r w:rsidRPr="00EF2F0E">
              <w:rPr>
                <w:rFonts w:cs="Arial"/>
              </w:rPr>
              <w:t>-119 dBm</w:t>
            </w:r>
          </w:p>
        </w:tc>
        <w:tc>
          <w:tcPr>
            <w:tcW w:w="1417" w:type="dxa"/>
          </w:tcPr>
          <w:p w14:paraId="0984F9C0" w14:textId="77777777" w:rsidR="00B15E99" w:rsidRPr="00EF2F0E" w:rsidRDefault="00B15E99" w:rsidP="00AB06FD">
            <w:pPr>
              <w:pStyle w:val="TAL"/>
              <w:jc w:val="center"/>
              <w:rPr>
                <w:rFonts w:cs="Arial"/>
              </w:rPr>
            </w:pPr>
            <w:r w:rsidRPr="00EF2F0E">
              <w:rPr>
                <w:rFonts w:cs="Arial"/>
              </w:rPr>
              <w:t>-112 dBm</w:t>
            </w:r>
          </w:p>
        </w:tc>
        <w:tc>
          <w:tcPr>
            <w:tcW w:w="1418" w:type="dxa"/>
          </w:tcPr>
          <w:p w14:paraId="0984F9C1" w14:textId="77777777" w:rsidR="00B15E99" w:rsidRPr="00EF2F0E" w:rsidRDefault="00B15E99" w:rsidP="00AB06FD">
            <w:pPr>
              <w:pStyle w:val="TAL"/>
              <w:jc w:val="center"/>
              <w:rPr>
                <w:rFonts w:cs="Arial"/>
              </w:rPr>
            </w:pPr>
            <w:r w:rsidRPr="00EF2F0E">
              <w:rPr>
                <w:rFonts w:cs="Arial"/>
              </w:rPr>
              <w:t>-109 dBm</w:t>
            </w:r>
          </w:p>
        </w:tc>
        <w:tc>
          <w:tcPr>
            <w:tcW w:w="709" w:type="dxa"/>
          </w:tcPr>
          <w:p w14:paraId="0984F9C2" w14:textId="77777777" w:rsidR="00B15E99" w:rsidRPr="00EF2F0E" w:rsidRDefault="00B15E99" w:rsidP="00AB06FD">
            <w:pPr>
              <w:pStyle w:val="TAL"/>
              <w:jc w:val="center"/>
              <w:rPr>
                <w:rFonts w:cs="Arial"/>
              </w:rPr>
            </w:pPr>
            <w:r w:rsidRPr="00EF2F0E">
              <w:rPr>
                <w:rFonts w:cs="Arial"/>
              </w:rPr>
              <w:t>100 kHz</w:t>
            </w:r>
          </w:p>
        </w:tc>
        <w:tc>
          <w:tcPr>
            <w:tcW w:w="2191" w:type="dxa"/>
          </w:tcPr>
          <w:p w14:paraId="0984F9C3" w14:textId="77777777" w:rsidR="00B15E99" w:rsidRPr="00EF2F0E" w:rsidRDefault="00B15E99" w:rsidP="00AB06FD">
            <w:pPr>
              <w:pStyle w:val="TAL"/>
              <w:jc w:val="center"/>
              <w:rPr>
                <w:rFonts w:cs="Arial"/>
              </w:rPr>
            </w:pPr>
          </w:p>
        </w:tc>
      </w:tr>
      <w:tr w:rsidR="003401A4" w:rsidRPr="00EF2F0E" w14:paraId="0984F9CC" w14:textId="77777777" w:rsidTr="00AB06FD">
        <w:trPr>
          <w:cantSplit/>
          <w:jc w:val="center"/>
        </w:trPr>
        <w:tc>
          <w:tcPr>
            <w:tcW w:w="1229" w:type="dxa"/>
          </w:tcPr>
          <w:p w14:paraId="0984F9C5" w14:textId="77777777" w:rsidR="00B15E99" w:rsidRPr="00EF2F0E" w:rsidRDefault="00B15E99" w:rsidP="00AB06FD">
            <w:pPr>
              <w:pStyle w:val="TAL"/>
              <w:jc w:val="center"/>
              <w:rPr>
                <w:rFonts w:cs="Arial"/>
              </w:rPr>
            </w:pPr>
            <w:r w:rsidRPr="00EF2F0E">
              <w:rPr>
                <w:rFonts w:cs="Arial"/>
              </w:rPr>
              <w:t>GSM850 or CDMA850</w:t>
            </w:r>
          </w:p>
        </w:tc>
        <w:tc>
          <w:tcPr>
            <w:tcW w:w="1275" w:type="dxa"/>
          </w:tcPr>
          <w:p w14:paraId="0984F9C6" w14:textId="77777777" w:rsidR="00B15E99" w:rsidRPr="00EF2F0E" w:rsidRDefault="00B15E99" w:rsidP="00AB06FD">
            <w:pPr>
              <w:pStyle w:val="TAL"/>
              <w:jc w:val="center"/>
              <w:rPr>
                <w:rFonts w:cs="Arial"/>
              </w:rPr>
            </w:pPr>
            <w:r w:rsidRPr="00EF2F0E">
              <w:rPr>
                <w:rFonts w:cs="Arial"/>
              </w:rPr>
              <w:t>824 - 849 MHz</w:t>
            </w:r>
          </w:p>
        </w:tc>
        <w:tc>
          <w:tcPr>
            <w:tcW w:w="1418" w:type="dxa"/>
          </w:tcPr>
          <w:p w14:paraId="0984F9C7" w14:textId="77777777" w:rsidR="00B15E99" w:rsidRPr="00EF2F0E" w:rsidRDefault="00B15E99" w:rsidP="00AB06FD">
            <w:pPr>
              <w:pStyle w:val="TAL"/>
              <w:jc w:val="center"/>
              <w:rPr>
                <w:rFonts w:cs="Arial"/>
              </w:rPr>
            </w:pPr>
            <w:r w:rsidRPr="00EF2F0E">
              <w:rPr>
                <w:rFonts w:cs="Arial"/>
              </w:rPr>
              <w:t>-119 dBm</w:t>
            </w:r>
          </w:p>
        </w:tc>
        <w:tc>
          <w:tcPr>
            <w:tcW w:w="1417" w:type="dxa"/>
          </w:tcPr>
          <w:p w14:paraId="0984F9C8" w14:textId="77777777" w:rsidR="00B15E99" w:rsidRPr="00EF2F0E" w:rsidRDefault="00B15E99" w:rsidP="00AB06FD">
            <w:pPr>
              <w:pStyle w:val="TAL"/>
              <w:jc w:val="center"/>
              <w:rPr>
                <w:rFonts w:cs="Arial"/>
              </w:rPr>
            </w:pPr>
            <w:r w:rsidRPr="00EF2F0E">
              <w:rPr>
                <w:rFonts w:cs="Arial"/>
              </w:rPr>
              <w:t>-112 dBm</w:t>
            </w:r>
          </w:p>
        </w:tc>
        <w:tc>
          <w:tcPr>
            <w:tcW w:w="1418" w:type="dxa"/>
          </w:tcPr>
          <w:p w14:paraId="0984F9C9" w14:textId="77777777" w:rsidR="00B15E99" w:rsidRPr="00EF2F0E" w:rsidRDefault="00B15E99" w:rsidP="00AB06FD">
            <w:pPr>
              <w:pStyle w:val="TAL"/>
              <w:jc w:val="center"/>
              <w:rPr>
                <w:rFonts w:cs="Arial"/>
              </w:rPr>
            </w:pPr>
            <w:r w:rsidRPr="00EF2F0E">
              <w:rPr>
                <w:rFonts w:cs="Arial"/>
              </w:rPr>
              <w:t>-109 dBm</w:t>
            </w:r>
          </w:p>
        </w:tc>
        <w:tc>
          <w:tcPr>
            <w:tcW w:w="709" w:type="dxa"/>
          </w:tcPr>
          <w:p w14:paraId="0984F9CA" w14:textId="77777777" w:rsidR="00B15E99" w:rsidRPr="00EF2F0E" w:rsidRDefault="00B15E99" w:rsidP="00AB06FD">
            <w:pPr>
              <w:pStyle w:val="TAL"/>
              <w:jc w:val="center"/>
              <w:rPr>
                <w:rFonts w:cs="Arial"/>
              </w:rPr>
            </w:pPr>
            <w:r w:rsidRPr="00EF2F0E">
              <w:rPr>
                <w:rFonts w:cs="Arial"/>
              </w:rPr>
              <w:t>100 kHz</w:t>
            </w:r>
          </w:p>
        </w:tc>
        <w:tc>
          <w:tcPr>
            <w:tcW w:w="2191" w:type="dxa"/>
          </w:tcPr>
          <w:p w14:paraId="0984F9CB" w14:textId="77777777" w:rsidR="00B15E99" w:rsidRPr="00EF2F0E" w:rsidRDefault="00B15E99" w:rsidP="00AB06FD">
            <w:pPr>
              <w:pStyle w:val="TAL"/>
              <w:jc w:val="center"/>
              <w:rPr>
                <w:rFonts w:cs="Arial"/>
              </w:rPr>
            </w:pPr>
          </w:p>
        </w:tc>
      </w:tr>
      <w:tr w:rsidR="003401A4" w:rsidRPr="00EF2F0E" w14:paraId="0984F9D5" w14:textId="77777777" w:rsidTr="00AB06FD">
        <w:trPr>
          <w:cantSplit/>
          <w:jc w:val="center"/>
        </w:trPr>
        <w:tc>
          <w:tcPr>
            <w:tcW w:w="1229" w:type="dxa"/>
          </w:tcPr>
          <w:p w14:paraId="0984F9CD" w14:textId="77777777" w:rsidR="00B15E99" w:rsidRPr="00EF2F0E" w:rsidRDefault="00B15E99" w:rsidP="00AB06FD">
            <w:pPr>
              <w:pStyle w:val="TAL"/>
              <w:jc w:val="center"/>
              <w:rPr>
                <w:rFonts w:cs="Arial"/>
              </w:rPr>
            </w:pPr>
            <w:r w:rsidRPr="00EF2F0E">
              <w:rPr>
                <w:rFonts w:cs="Arial"/>
              </w:rPr>
              <w:t>UTRA FDD Band I or E-UTRA Band 1</w:t>
            </w:r>
            <w:r w:rsidR="00B61376" w:rsidRPr="00EF2F0E">
              <w:rPr>
                <w:rFonts w:cs="Arial"/>
                <w:lang w:val="sv-SE"/>
              </w:rPr>
              <w:t xml:space="preserve"> or NR band n1</w:t>
            </w:r>
          </w:p>
        </w:tc>
        <w:tc>
          <w:tcPr>
            <w:tcW w:w="1275" w:type="dxa"/>
          </w:tcPr>
          <w:p w14:paraId="0984F9CE" w14:textId="77777777" w:rsidR="00B15E99" w:rsidRPr="00EF2F0E" w:rsidRDefault="00B15E99" w:rsidP="00AB06FD">
            <w:pPr>
              <w:pStyle w:val="TAL"/>
              <w:jc w:val="center"/>
              <w:rPr>
                <w:rFonts w:cs="Arial"/>
                <w:lang w:eastAsia="zh-CN"/>
              </w:rPr>
            </w:pPr>
            <w:r w:rsidRPr="00EF2F0E">
              <w:rPr>
                <w:rFonts w:cs="Arial"/>
              </w:rPr>
              <w:t>1920 - 1980 MHz</w:t>
            </w:r>
          </w:p>
          <w:p w14:paraId="0984F9CF" w14:textId="77777777" w:rsidR="00B15E99" w:rsidRPr="00EF2F0E" w:rsidRDefault="00B15E99" w:rsidP="00AB06FD">
            <w:pPr>
              <w:pStyle w:val="TAL"/>
              <w:jc w:val="center"/>
              <w:rPr>
                <w:rFonts w:cs="Arial"/>
                <w:lang w:eastAsia="zh-CN"/>
              </w:rPr>
            </w:pPr>
          </w:p>
        </w:tc>
        <w:tc>
          <w:tcPr>
            <w:tcW w:w="1418" w:type="dxa"/>
          </w:tcPr>
          <w:p w14:paraId="0984F9D0" w14:textId="77777777" w:rsidR="00B15E99" w:rsidRPr="00EF2F0E" w:rsidRDefault="00B15E99" w:rsidP="00AB06FD">
            <w:pPr>
              <w:pStyle w:val="TAL"/>
              <w:jc w:val="center"/>
              <w:rPr>
                <w:rFonts w:cs="Arial"/>
              </w:rPr>
            </w:pPr>
            <w:r w:rsidRPr="00EF2F0E">
              <w:rPr>
                <w:rFonts w:cs="Arial"/>
              </w:rPr>
              <w:t>-117 dBm</w:t>
            </w:r>
          </w:p>
        </w:tc>
        <w:tc>
          <w:tcPr>
            <w:tcW w:w="1417" w:type="dxa"/>
          </w:tcPr>
          <w:p w14:paraId="0984F9D1" w14:textId="77777777" w:rsidR="00B15E99" w:rsidRPr="00EF2F0E" w:rsidRDefault="00B15E99" w:rsidP="00AB06FD">
            <w:pPr>
              <w:pStyle w:val="TAL"/>
              <w:jc w:val="center"/>
              <w:rPr>
                <w:rFonts w:cs="Arial"/>
              </w:rPr>
            </w:pPr>
            <w:r w:rsidRPr="00EF2F0E">
              <w:rPr>
                <w:rFonts w:cs="Arial"/>
              </w:rPr>
              <w:t>-112 dBm</w:t>
            </w:r>
          </w:p>
        </w:tc>
        <w:tc>
          <w:tcPr>
            <w:tcW w:w="1418" w:type="dxa"/>
          </w:tcPr>
          <w:p w14:paraId="0984F9D2" w14:textId="77777777" w:rsidR="00B15E99" w:rsidRPr="00EF2F0E" w:rsidRDefault="00B15E99" w:rsidP="00AB06FD">
            <w:pPr>
              <w:pStyle w:val="TAL"/>
              <w:jc w:val="center"/>
              <w:rPr>
                <w:rFonts w:cs="Arial"/>
              </w:rPr>
            </w:pPr>
            <w:r w:rsidRPr="00EF2F0E">
              <w:rPr>
                <w:rFonts w:cs="Arial"/>
              </w:rPr>
              <w:t>-109 dBm</w:t>
            </w:r>
          </w:p>
        </w:tc>
        <w:tc>
          <w:tcPr>
            <w:tcW w:w="709" w:type="dxa"/>
          </w:tcPr>
          <w:p w14:paraId="0984F9D3" w14:textId="77777777" w:rsidR="00B15E99" w:rsidRPr="00EF2F0E" w:rsidRDefault="00B15E99" w:rsidP="00AB06FD">
            <w:pPr>
              <w:pStyle w:val="TAL"/>
              <w:jc w:val="center"/>
              <w:rPr>
                <w:rFonts w:cs="Arial"/>
              </w:rPr>
            </w:pPr>
            <w:r w:rsidRPr="00EF2F0E">
              <w:rPr>
                <w:rFonts w:cs="Arial"/>
              </w:rPr>
              <w:t>100 kHz</w:t>
            </w:r>
          </w:p>
        </w:tc>
        <w:tc>
          <w:tcPr>
            <w:tcW w:w="2191" w:type="dxa"/>
          </w:tcPr>
          <w:p w14:paraId="0984F9D4" w14:textId="77777777" w:rsidR="00B15E99" w:rsidRPr="00EF2F0E" w:rsidRDefault="00B15E99" w:rsidP="00AB06FD">
            <w:pPr>
              <w:pStyle w:val="TAL"/>
              <w:jc w:val="center"/>
              <w:rPr>
                <w:rFonts w:cs="Arial"/>
              </w:rPr>
            </w:pPr>
          </w:p>
        </w:tc>
      </w:tr>
      <w:tr w:rsidR="003401A4" w:rsidRPr="00EF2F0E" w14:paraId="0984F9DE" w14:textId="77777777" w:rsidTr="00AB06FD">
        <w:trPr>
          <w:cantSplit/>
          <w:jc w:val="center"/>
        </w:trPr>
        <w:tc>
          <w:tcPr>
            <w:tcW w:w="1229" w:type="dxa"/>
          </w:tcPr>
          <w:p w14:paraId="0984F9D6" w14:textId="77777777" w:rsidR="00B15E99" w:rsidRPr="00EF2F0E" w:rsidRDefault="00B15E99" w:rsidP="00AB06FD">
            <w:pPr>
              <w:pStyle w:val="TAL"/>
              <w:jc w:val="center"/>
              <w:rPr>
                <w:rFonts w:cs="Arial"/>
              </w:rPr>
            </w:pPr>
            <w:r w:rsidRPr="00EF2F0E">
              <w:rPr>
                <w:rFonts w:cs="Arial"/>
              </w:rPr>
              <w:t>UTRA FDD Band II or E-UTRA Band 2</w:t>
            </w:r>
            <w:r w:rsidR="00B61376" w:rsidRPr="00EF2F0E">
              <w:rPr>
                <w:rFonts w:cs="Arial"/>
                <w:lang w:val="sv-SE"/>
              </w:rPr>
              <w:t xml:space="preserve"> or NR band n2</w:t>
            </w:r>
          </w:p>
        </w:tc>
        <w:tc>
          <w:tcPr>
            <w:tcW w:w="1275" w:type="dxa"/>
          </w:tcPr>
          <w:p w14:paraId="0984F9D7" w14:textId="77777777" w:rsidR="00B15E99" w:rsidRPr="00EF2F0E" w:rsidRDefault="00B15E99" w:rsidP="00AB06FD">
            <w:pPr>
              <w:pStyle w:val="TAL"/>
              <w:jc w:val="center"/>
              <w:rPr>
                <w:rFonts w:cs="Arial"/>
                <w:lang w:eastAsia="zh-CN"/>
              </w:rPr>
            </w:pPr>
            <w:r w:rsidRPr="00EF2F0E">
              <w:rPr>
                <w:rFonts w:cs="Arial"/>
              </w:rPr>
              <w:t>1850 - 1910 MHz</w:t>
            </w:r>
          </w:p>
          <w:p w14:paraId="0984F9D8" w14:textId="77777777" w:rsidR="00B15E99" w:rsidRPr="00EF2F0E" w:rsidRDefault="00B15E99" w:rsidP="00AB06FD">
            <w:pPr>
              <w:pStyle w:val="TAL"/>
              <w:jc w:val="center"/>
              <w:rPr>
                <w:rFonts w:cs="Arial"/>
                <w:lang w:eastAsia="zh-CN"/>
              </w:rPr>
            </w:pPr>
          </w:p>
        </w:tc>
        <w:tc>
          <w:tcPr>
            <w:tcW w:w="1418" w:type="dxa"/>
          </w:tcPr>
          <w:p w14:paraId="0984F9D9" w14:textId="77777777" w:rsidR="00B15E99" w:rsidRPr="00EF2F0E" w:rsidRDefault="00B15E99" w:rsidP="00AB06FD">
            <w:pPr>
              <w:pStyle w:val="TAL"/>
              <w:jc w:val="center"/>
              <w:rPr>
                <w:rFonts w:cs="Arial"/>
              </w:rPr>
            </w:pPr>
            <w:r w:rsidRPr="00EF2F0E">
              <w:rPr>
                <w:rFonts w:cs="Arial"/>
              </w:rPr>
              <w:t>-117 dBm</w:t>
            </w:r>
          </w:p>
        </w:tc>
        <w:tc>
          <w:tcPr>
            <w:tcW w:w="1417" w:type="dxa"/>
          </w:tcPr>
          <w:p w14:paraId="0984F9DA" w14:textId="77777777" w:rsidR="00B15E99" w:rsidRPr="00EF2F0E" w:rsidRDefault="00B15E99" w:rsidP="00AB06FD">
            <w:pPr>
              <w:pStyle w:val="TAL"/>
              <w:jc w:val="center"/>
              <w:rPr>
                <w:rFonts w:cs="Arial"/>
              </w:rPr>
            </w:pPr>
            <w:r w:rsidRPr="00EF2F0E">
              <w:rPr>
                <w:rFonts w:cs="Arial"/>
              </w:rPr>
              <w:t>-112 dBm</w:t>
            </w:r>
          </w:p>
        </w:tc>
        <w:tc>
          <w:tcPr>
            <w:tcW w:w="1418" w:type="dxa"/>
          </w:tcPr>
          <w:p w14:paraId="0984F9DB" w14:textId="77777777" w:rsidR="00B15E99" w:rsidRPr="00EF2F0E" w:rsidRDefault="00B15E99" w:rsidP="00AB06FD">
            <w:pPr>
              <w:pStyle w:val="TAL"/>
              <w:jc w:val="center"/>
              <w:rPr>
                <w:rFonts w:cs="Arial"/>
              </w:rPr>
            </w:pPr>
            <w:r w:rsidRPr="00EF2F0E">
              <w:rPr>
                <w:rFonts w:cs="Arial"/>
              </w:rPr>
              <w:t>-109 dBm</w:t>
            </w:r>
          </w:p>
        </w:tc>
        <w:tc>
          <w:tcPr>
            <w:tcW w:w="709" w:type="dxa"/>
          </w:tcPr>
          <w:p w14:paraId="0984F9DC" w14:textId="77777777" w:rsidR="00B15E99" w:rsidRPr="00EF2F0E" w:rsidRDefault="00B15E99" w:rsidP="00AB06FD">
            <w:pPr>
              <w:pStyle w:val="TAL"/>
              <w:jc w:val="center"/>
              <w:rPr>
                <w:rFonts w:cs="Arial"/>
              </w:rPr>
            </w:pPr>
            <w:r w:rsidRPr="00EF2F0E">
              <w:rPr>
                <w:rFonts w:cs="Arial"/>
              </w:rPr>
              <w:t>100 kHz</w:t>
            </w:r>
          </w:p>
        </w:tc>
        <w:tc>
          <w:tcPr>
            <w:tcW w:w="2191" w:type="dxa"/>
          </w:tcPr>
          <w:p w14:paraId="0984F9DD" w14:textId="77777777" w:rsidR="00B15E99" w:rsidRPr="00EF2F0E" w:rsidRDefault="00B15E99" w:rsidP="00AB06FD">
            <w:pPr>
              <w:pStyle w:val="TAL"/>
              <w:jc w:val="center"/>
              <w:rPr>
                <w:rFonts w:cs="Arial"/>
              </w:rPr>
            </w:pPr>
          </w:p>
        </w:tc>
      </w:tr>
      <w:tr w:rsidR="003401A4" w:rsidRPr="00EF2F0E" w14:paraId="0984F9E6" w14:textId="77777777" w:rsidTr="00AB06FD">
        <w:trPr>
          <w:cantSplit/>
          <w:jc w:val="center"/>
        </w:trPr>
        <w:tc>
          <w:tcPr>
            <w:tcW w:w="1229" w:type="dxa"/>
          </w:tcPr>
          <w:p w14:paraId="0984F9DF" w14:textId="77777777" w:rsidR="00B15E99" w:rsidRPr="00EF2F0E" w:rsidRDefault="00B15E99" w:rsidP="00AB06FD">
            <w:pPr>
              <w:pStyle w:val="TAL"/>
              <w:jc w:val="center"/>
              <w:rPr>
                <w:rFonts w:cs="Arial"/>
              </w:rPr>
            </w:pPr>
            <w:r w:rsidRPr="00EF2F0E">
              <w:rPr>
                <w:rFonts w:cs="Arial"/>
              </w:rPr>
              <w:t>UTRA FDD Band III or E-UTRA Band 3</w:t>
            </w:r>
            <w:r w:rsidR="00B61376" w:rsidRPr="00EF2F0E">
              <w:rPr>
                <w:rFonts w:cs="Arial"/>
                <w:lang w:val="sv-SE"/>
              </w:rPr>
              <w:t xml:space="preserve"> or NR band n3</w:t>
            </w:r>
          </w:p>
        </w:tc>
        <w:tc>
          <w:tcPr>
            <w:tcW w:w="1275" w:type="dxa"/>
          </w:tcPr>
          <w:p w14:paraId="0984F9E0" w14:textId="77777777" w:rsidR="00B15E99" w:rsidRPr="00EF2F0E" w:rsidRDefault="00B15E99" w:rsidP="00AB06FD">
            <w:pPr>
              <w:pStyle w:val="TAL"/>
              <w:jc w:val="center"/>
              <w:rPr>
                <w:rFonts w:cs="Arial"/>
              </w:rPr>
            </w:pPr>
            <w:r w:rsidRPr="00EF2F0E">
              <w:rPr>
                <w:rFonts w:cs="Arial"/>
              </w:rPr>
              <w:t>1710 - 1785 MHz</w:t>
            </w:r>
          </w:p>
        </w:tc>
        <w:tc>
          <w:tcPr>
            <w:tcW w:w="1418" w:type="dxa"/>
          </w:tcPr>
          <w:p w14:paraId="0984F9E1" w14:textId="77777777" w:rsidR="00B15E99" w:rsidRPr="00EF2F0E" w:rsidRDefault="00B15E99" w:rsidP="00AB06FD">
            <w:pPr>
              <w:pStyle w:val="TAL"/>
              <w:jc w:val="center"/>
              <w:rPr>
                <w:rFonts w:cs="Arial"/>
              </w:rPr>
            </w:pPr>
            <w:r w:rsidRPr="00EF2F0E">
              <w:rPr>
                <w:rFonts w:cs="Arial"/>
              </w:rPr>
              <w:t>-117 dBm</w:t>
            </w:r>
          </w:p>
        </w:tc>
        <w:tc>
          <w:tcPr>
            <w:tcW w:w="1417" w:type="dxa"/>
          </w:tcPr>
          <w:p w14:paraId="0984F9E2" w14:textId="77777777" w:rsidR="00B15E99" w:rsidRPr="00EF2F0E" w:rsidRDefault="00B15E99" w:rsidP="00AB06FD">
            <w:pPr>
              <w:pStyle w:val="TAL"/>
              <w:jc w:val="center"/>
              <w:rPr>
                <w:rFonts w:cs="Arial"/>
              </w:rPr>
            </w:pPr>
            <w:r w:rsidRPr="00EF2F0E">
              <w:rPr>
                <w:rFonts w:cs="Arial"/>
              </w:rPr>
              <w:t>-112 dBm</w:t>
            </w:r>
          </w:p>
        </w:tc>
        <w:tc>
          <w:tcPr>
            <w:tcW w:w="1418" w:type="dxa"/>
          </w:tcPr>
          <w:p w14:paraId="0984F9E3" w14:textId="77777777" w:rsidR="00B15E99" w:rsidRPr="00EF2F0E" w:rsidRDefault="00B15E99" w:rsidP="00AB06FD">
            <w:pPr>
              <w:pStyle w:val="TAL"/>
              <w:jc w:val="center"/>
              <w:rPr>
                <w:rFonts w:cs="Arial"/>
              </w:rPr>
            </w:pPr>
            <w:r w:rsidRPr="00EF2F0E">
              <w:rPr>
                <w:rFonts w:cs="Arial"/>
              </w:rPr>
              <w:t>-109 dBm</w:t>
            </w:r>
          </w:p>
        </w:tc>
        <w:tc>
          <w:tcPr>
            <w:tcW w:w="709" w:type="dxa"/>
          </w:tcPr>
          <w:p w14:paraId="0984F9E4" w14:textId="77777777" w:rsidR="00B15E99" w:rsidRPr="00EF2F0E" w:rsidRDefault="00B15E99" w:rsidP="00AB06FD">
            <w:pPr>
              <w:pStyle w:val="TAL"/>
              <w:jc w:val="center"/>
              <w:rPr>
                <w:rFonts w:cs="Arial"/>
              </w:rPr>
            </w:pPr>
            <w:r w:rsidRPr="00EF2F0E">
              <w:rPr>
                <w:rFonts w:cs="Arial"/>
              </w:rPr>
              <w:t>100 kHz</w:t>
            </w:r>
          </w:p>
        </w:tc>
        <w:tc>
          <w:tcPr>
            <w:tcW w:w="2191" w:type="dxa"/>
          </w:tcPr>
          <w:p w14:paraId="0984F9E5" w14:textId="77777777" w:rsidR="00B15E99" w:rsidRPr="00EF2F0E" w:rsidRDefault="00B15E99" w:rsidP="00AB06FD">
            <w:pPr>
              <w:pStyle w:val="TAL"/>
              <w:jc w:val="center"/>
              <w:rPr>
                <w:rFonts w:cs="Arial"/>
              </w:rPr>
            </w:pPr>
          </w:p>
        </w:tc>
      </w:tr>
      <w:tr w:rsidR="003401A4" w:rsidRPr="00EF2F0E" w14:paraId="0984F9EE" w14:textId="77777777" w:rsidTr="00AB06FD">
        <w:trPr>
          <w:cantSplit/>
          <w:jc w:val="center"/>
        </w:trPr>
        <w:tc>
          <w:tcPr>
            <w:tcW w:w="1229" w:type="dxa"/>
          </w:tcPr>
          <w:p w14:paraId="0984F9E7" w14:textId="77777777" w:rsidR="00B15E99" w:rsidRPr="00EF2F0E" w:rsidRDefault="00B15E99" w:rsidP="00AB06FD">
            <w:pPr>
              <w:pStyle w:val="TAL"/>
              <w:jc w:val="center"/>
              <w:rPr>
                <w:rFonts w:cs="Arial"/>
                <w:lang w:val="sv-FI"/>
              </w:rPr>
            </w:pPr>
            <w:r w:rsidRPr="00EF2F0E">
              <w:rPr>
                <w:rFonts w:cs="Arial"/>
                <w:lang w:val="sv-FI"/>
              </w:rPr>
              <w:t>UTRA FDD Band IV or E-UTRA Band 4</w:t>
            </w:r>
          </w:p>
        </w:tc>
        <w:tc>
          <w:tcPr>
            <w:tcW w:w="1275" w:type="dxa"/>
          </w:tcPr>
          <w:p w14:paraId="0984F9E8" w14:textId="77777777" w:rsidR="00B15E99" w:rsidRPr="00EF2F0E" w:rsidRDefault="00B15E99" w:rsidP="00AB06FD">
            <w:pPr>
              <w:pStyle w:val="TAL"/>
              <w:jc w:val="center"/>
              <w:rPr>
                <w:rFonts w:cs="Arial"/>
              </w:rPr>
            </w:pPr>
            <w:r w:rsidRPr="00EF2F0E">
              <w:rPr>
                <w:rFonts w:cs="Arial"/>
              </w:rPr>
              <w:t>1710 - 1755 MHz</w:t>
            </w:r>
          </w:p>
        </w:tc>
        <w:tc>
          <w:tcPr>
            <w:tcW w:w="1418" w:type="dxa"/>
          </w:tcPr>
          <w:p w14:paraId="0984F9E9" w14:textId="77777777" w:rsidR="00B15E99" w:rsidRPr="00EF2F0E" w:rsidRDefault="00B15E99" w:rsidP="00AB06FD">
            <w:pPr>
              <w:pStyle w:val="TAL"/>
              <w:jc w:val="center"/>
              <w:rPr>
                <w:rFonts w:cs="Arial"/>
              </w:rPr>
            </w:pPr>
            <w:r w:rsidRPr="00EF2F0E">
              <w:rPr>
                <w:rFonts w:cs="Arial"/>
              </w:rPr>
              <w:t>-117 dBm</w:t>
            </w:r>
          </w:p>
        </w:tc>
        <w:tc>
          <w:tcPr>
            <w:tcW w:w="1417" w:type="dxa"/>
          </w:tcPr>
          <w:p w14:paraId="0984F9EA" w14:textId="77777777" w:rsidR="00B15E99" w:rsidRPr="00EF2F0E" w:rsidRDefault="00B15E99" w:rsidP="00AB06FD">
            <w:pPr>
              <w:pStyle w:val="TAL"/>
              <w:jc w:val="center"/>
              <w:rPr>
                <w:rFonts w:cs="Arial"/>
              </w:rPr>
            </w:pPr>
            <w:r w:rsidRPr="00EF2F0E">
              <w:rPr>
                <w:rFonts w:cs="Arial"/>
              </w:rPr>
              <w:t>-112 dBm</w:t>
            </w:r>
          </w:p>
        </w:tc>
        <w:tc>
          <w:tcPr>
            <w:tcW w:w="1418" w:type="dxa"/>
          </w:tcPr>
          <w:p w14:paraId="0984F9EB" w14:textId="77777777" w:rsidR="00B15E99" w:rsidRPr="00EF2F0E" w:rsidRDefault="00B15E99" w:rsidP="00AB06FD">
            <w:pPr>
              <w:pStyle w:val="TAL"/>
              <w:jc w:val="center"/>
              <w:rPr>
                <w:rFonts w:cs="Arial"/>
              </w:rPr>
            </w:pPr>
            <w:r w:rsidRPr="00EF2F0E">
              <w:rPr>
                <w:rFonts w:cs="Arial"/>
              </w:rPr>
              <w:t>-109 dBm</w:t>
            </w:r>
          </w:p>
        </w:tc>
        <w:tc>
          <w:tcPr>
            <w:tcW w:w="709" w:type="dxa"/>
          </w:tcPr>
          <w:p w14:paraId="0984F9EC" w14:textId="77777777" w:rsidR="00B15E99" w:rsidRPr="00EF2F0E" w:rsidRDefault="00B15E99" w:rsidP="00AB06FD">
            <w:pPr>
              <w:pStyle w:val="TAL"/>
              <w:jc w:val="center"/>
              <w:rPr>
                <w:rFonts w:cs="Arial"/>
              </w:rPr>
            </w:pPr>
            <w:r w:rsidRPr="00EF2F0E">
              <w:rPr>
                <w:rFonts w:cs="Arial"/>
              </w:rPr>
              <w:t>100 kHz</w:t>
            </w:r>
          </w:p>
        </w:tc>
        <w:tc>
          <w:tcPr>
            <w:tcW w:w="2191" w:type="dxa"/>
          </w:tcPr>
          <w:p w14:paraId="0984F9ED" w14:textId="77777777" w:rsidR="00B15E99" w:rsidRPr="00EF2F0E" w:rsidRDefault="00B15E99" w:rsidP="00AB06FD">
            <w:pPr>
              <w:pStyle w:val="TAL"/>
              <w:jc w:val="center"/>
              <w:rPr>
                <w:rFonts w:cs="Arial"/>
              </w:rPr>
            </w:pPr>
          </w:p>
        </w:tc>
      </w:tr>
      <w:tr w:rsidR="003401A4" w:rsidRPr="00EF2F0E" w14:paraId="0984F9F6" w14:textId="77777777" w:rsidTr="00AB06FD">
        <w:trPr>
          <w:cantSplit/>
          <w:jc w:val="center"/>
        </w:trPr>
        <w:tc>
          <w:tcPr>
            <w:tcW w:w="1229" w:type="dxa"/>
          </w:tcPr>
          <w:p w14:paraId="0984F9EF" w14:textId="77777777" w:rsidR="00B15E99" w:rsidRPr="00EF2F0E" w:rsidRDefault="00B15E99" w:rsidP="00AB06FD">
            <w:pPr>
              <w:pStyle w:val="TAL"/>
              <w:jc w:val="center"/>
              <w:rPr>
                <w:rFonts w:cs="Arial"/>
              </w:rPr>
            </w:pPr>
            <w:r w:rsidRPr="00EF2F0E">
              <w:rPr>
                <w:rFonts w:cs="Arial"/>
              </w:rPr>
              <w:t>UTRA FDD Band V or E-UTRA Band 5</w:t>
            </w:r>
            <w:r w:rsidR="00B61376" w:rsidRPr="00EF2F0E">
              <w:rPr>
                <w:rFonts w:cs="Arial"/>
                <w:lang w:val="sv-SE"/>
              </w:rPr>
              <w:t xml:space="preserve"> or NR band n5</w:t>
            </w:r>
          </w:p>
        </w:tc>
        <w:tc>
          <w:tcPr>
            <w:tcW w:w="1275" w:type="dxa"/>
          </w:tcPr>
          <w:p w14:paraId="0984F9F0" w14:textId="77777777" w:rsidR="00B15E99" w:rsidRPr="00EF2F0E" w:rsidRDefault="00B15E99" w:rsidP="00AB06FD">
            <w:pPr>
              <w:pStyle w:val="TAL"/>
              <w:jc w:val="center"/>
              <w:rPr>
                <w:rFonts w:cs="Arial"/>
              </w:rPr>
            </w:pPr>
            <w:r w:rsidRPr="00EF2F0E">
              <w:rPr>
                <w:rFonts w:cs="Arial"/>
              </w:rPr>
              <w:t>824 - 849 MHz</w:t>
            </w:r>
          </w:p>
        </w:tc>
        <w:tc>
          <w:tcPr>
            <w:tcW w:w="1418" w:type="dxa"/>
          </w:tcPr>
          <w:p w14:paraId="0984F9F1" w14:textId="77777777" w:rsidR="00B15E99" w:rsidRPr="00EF2F0E" w:rsidRDefault="00B15E99" w:rsidP="00AB06FD">
            <w:pPr>
              <w:pStyle w:val="TAL"/>
              <w:jc w:val="center"/>
              <w:rPr>
                <w:rFonts w:cs="Arial"/>
              </w:rPr>
            </w:pPr>
            <w:r w:rsidRPr="00EF2F0E">
              <w:rPr>
                <w:rFonts w:cs="Arial"/>
              </w:rPr>
              <w:t>-117 dBm</w:t>
            </w:r>
          </w:p>
        </w:tc>
        <w:tc>
          <w:tcPr>
            <w:tcW w:w="1417" w:type="dxa"/>
          </w:tcPr>
          <w:p w14:paraId="0984F9F2" w14:textId="77777777" w:rsidR="00B15E99" w:rsidRPr="00EF2F0E" w:rsidRDefault="00B15E99" w:rsidP="00AB06FD">
            <w:pPr>
              <w:pStyle w:val="TAL"/>
              <w:jc w:val="center"/>
              <w:rPr>
                <w:rFonts w:cs="Arial"/>
              </w:rPr>
            </w:pPr>
            <w:r w:rsidRPr="00EF2F0E">
              <w:rPr>
                <w:rFonts w:cs="Arial"/>
              </w:rPr>
              <w:t>-112 dBm</w:t>
            </w:r>
          </w:p>
        </w:tc>
        <w:tc>
          <w:tcPr>
            <w:tcW w:w="1418" w:type="dxa"/>
          </w:tcPr>
          <w:p w14:paraId="0984F9F3" w14:textId="77777777" w:rsidR="00B15E99" w:rsidRPr="00EF2F0E" w:rsidRDefault="00B15E99" w:rsidP="00AB06FD">
            <w:pPr>
              <w:pStyle w:val="TAL"/>
              <w:jc w:val="center"/>
              <w:rPr>
                <w:rFonts w:cs="Arial"/>
              </w:rPr>
            </w:pPr>
            <w:r w:rsidRPr="00EF2F0E">
              <w:rPr>
                <w:rFonts w:cs="Arial"/>
              </w:rPr>
              <w:t>-109 dBm</w:t>
            </w:r>
          </w:p>
        </w:tc>
        <w:tc>
          <w:tcPr>
            <w:tcW w:w="709" w:type="dxa"/>
          </w:tcPr>
          <w:p w14:paraId="0984F9F4" w14:textId="77777777" w:rsidR="00B15E99" w:rsidRPr="00EF2F0E" w:rsidRDefault="00B15E99" w:rsidP="00AB06FD">
            <w:pPr>
              <w:pStyle w:val="TAL"/>
              <w:jc w:val="center"/>
              <w:rPr>
                <w:rFonts w:cs="Arial"/>
              </w:rPr>
            </w:pPr>
            <w:r w:rsidRPr="00EF2F0E">
              <w:rPr>
                <w:rFonts w:cs="Arial"/>
              </w:rPr>
              <w:t>100 kHz</w:t>
            </w:r>
          </w:p>
        </w:tc>
        <w:tc>
          <w:tcPr>
            <w:tcW w:w="2191" w:type="dxa"/>
          </w:tcPr>
          <w:p w14:paraId="0984F9F5" w14:textId="77777777" w:rsidR="00B15E99" w:rsidRPr="00EF2F0E" w:rsidRDefault="00B15E99" w:rsidP="00AB06FD">
            <w:pPr>
              <w:pStyle w:val="TAL"/>
              <w:jc w:val="center"/>
              <w:rPr>
                <w:rFonts w:cs="Arial"/>
              </w:rPr>
            </w:pPr>
          </w:p>
        </w:tc>
      </w:tr>
      <w:tr w:rsidR="003401A4" w:rsidRPr="00EF2F0E" w14:paraId="0984F9FE" w14:textId="77777777" w:rsidTr="00AB06FD">
        <w:trPr>
          <w:cantSplit/>
          <w:jc w:val="center"/>
        </w:trPr>
        <w:tc>
          <w:tcPr>
            <w:tcW w:w="1229" w:type="dxa"/>
          </w:tcPr>
          <w:p w14:paraId="0984F9F7" w14:textId="77777777" w:rsidR="00B15E99" w:rsidRPr="00EF2F0E" w:rsidRDefault="00B15E99" w:rsidP="00AB06FD">
            <w:pPr>
              <w:pStyle w:val="TAL"/>
              <w:jc w:val="center"/>
              <w:rPr>
                <w:rFonts w:cs="Arial"/>
                <w:lang w:val="sv-FI"/>
              </w:rPr>
            </w:pPr>
            <w:r w:rsidRPr="00EF2F0E">
              <w:rPr>
                <w:rFonts w:cs="Arial"/>
                <w:lang w:val="sv-FI"/>
              </w:rPr>
              <w:t>UTRA FDD Band VI, XIX or E-UTRA Band 6, 19</w:t>
            </w:r>
          </w:p>
        </w:tc>
        <w:tc>
          <w:tcPr>
            <w:tcW w:w="1275" w:type="dxa"/>
          </w:tcPr>
          <w:p w14:paraId="0984F9F8" w14:textId="77777777" w:rsidR="00B15E99" w:rsidRPr="00EF2F0E" w:rsidRDefault="00B15E99" w:rsidP="00AB06FD">
            <w:pPr>
              <w:pStyle w:val="TAL"/>
              <w:jc w:val="center"/>
              <w:rPr>
                <w:rFonts w:cs="Arial"/>
              </w:rPr>
            </w:pPr>
            <w:r w:rsidRPr="00EF2F0E">
              <w:rPr>
                <w:rFonts w:cs="Arial"/>
              </w:rPr>
              <w:t>830 - 845 MHz</w:t>
            </w:r>
          </w:p>
        </w:tc>
        <w:tc>
          <w:tcPr>
            <w:tcW w:w="1418" w:type="dxa"/>
          </w:tcPr>
          <w:p w14:paraId="0984F9F9" w14:textId="77777777" w:rsidR="00B15E99" w:rsidRPr="00EF2F0E" w:rsidRDefault="00B15E99" w:rsidP="00AB06FD">
            <w:pPr>
              <w:pStyle w:val="TAL"/>
              <w:jc w:val="center"/>
              <w:rPr>
                <w:rFonts w:cs="Arial"/>
              </w:rPr>
            </w:pPr>
            <w:r w:rsidRPr="00EF2F0E">
              <w:rPr>
                <w:rFonts w:cs="Arial"/>
              </w:rPr>
              <w:t>-117 dBm</w:t>
            </w:r>
          </w:p>
        </w:tc>
        <w:tc>
          <w:tcPr>
            <w:tcW w:w="1417" w:type="dxa"/>
          </w:tcPr>
          <w:p w14:paraId="0984F9FA" w14:textId="77777777" w:rsidR="00B15E99" w:rsidRPr="00EF2F0E" w:rsidRDefault="00B15E99" w:rsidP="00AB06FD">
            <w:pPr>
              <w:pStyle w:val="TAL"/>
              <w:jc w:val="center"/>
              <w:rPr>
                <w:rFonts w:cs="Arial"/>
              </w:rPr>
            </w:pPr>
            <w:r w:rsidRPr="00EF2F0E">
              <w:rPr>
                <w:rFonts w:cs="Arial"/>
              </w:rPr>
              <w:t>-112 dBm</w:t>
            </w:r>
          </w:p>
        </w:tc>
        <w:tc>
          <w:tcPr>
            <w:tcW w:w="1418" w:type="dxa"/>
          </w:tcPr>
          <w:p w14:paraId="0984F9FB" w14:textId="77777777" w:rsidR="00B15E99" w:rsidRPr="00EF2F0E" w:rsidRDefault="00B15E99" w:rsidP="00AB06FD">
            <w:pPr>
              <w:pStyle w:val="TAL"/>
              <w:jc w:val="center"/>
              <w:rPr>
                <w:rFonts w:cs="Arial"/>
              </w:rPr>
            </w:pPr>
            <w:r w:rsidRPr="00EF2F0E">
              <w:rPr>
                <w:rFonts w:cs="Arial"/>
              </w:rPr>
              <w:t>-109 dBm</w:t>
            </w:r>
          </w:p>
        </w:tc>
        <w:tc>
          <w:tcPr>
            <w:tcW w:w="709" w:type="dxa"/>
          </w:tcPr>
          <w:p w14:paraId="0984F9FC" w14:textId="77777777" w:rsidR="00B15E99" w:rsidRPr="00EF2F0E" w:rsidRDefault="00B15E99" w:rsidP="00AB06FD">
            <w:pPr>
              <w:pStyle w:val="TAL"/>
              <w:jc w:val="center"/>
              <w:rPr>
                <w:rFonts w:cs="Arial"/>
              </w:rPr>
            </w:pPr>
            <w:r w:rsidRPr="00EF2F0E">
              <w:rPr>
                <w:rFonts w:cs="Arial"/>
              </w:rPr>
              <w:t>100 kHz</w:t>
            </w:r>
          </w:p>
        </w:tc>
        <w:tc>
          <w:tcPr>
            <w:tcW w:w="2191" w:type="dxa"/>
          </w:tcPr>
          <w:p w14:paraId="0984F9FD" w14:textId="77777777" w:rsidR="00B15E99" w:rsidRPr="00EF2F0E" w:rsidRDefault="00B15E99" w:rsidP="00AB06FD">
            <w:pPr>
              <w:pStyle w:val="TAL"/>
              <w:jc w:val="center"/>
              <w:rPr>
                <w:rFonts w:cs="Arial"/>
              </w:rPr>
            </w:pPr>
          </w:p>
        </w:tc>
      </w:tr>
      <w:tr w:rsidR="003401A4" w:rsidRPr="00EF2F0E" w14:paraId="0984FA06" w14:textId="77777777" w:rsidTr="00AB06FD">
        <w:trPr>
          <w:cantSplit/>
          <w:jc w:val="center"/>
        </w:trPr>
        <w:tc>
          <w:tcPr>
            <w:tcW w:w="1229" w:type="dxa"/>
          </w:tcPr>
          <w:p w14:paraId="0984F9FF" w14:textId="77777777" w:rsidR="00B15E99" w:rsidRPr="00EF2F0E" w:rsidRDefault="00B15E99" w:rsidP="00AB06FD">
            <w:pPr>
              <w:pStyle w:val="TAL"/>
              <w:jc w:val="center"/>
              <w:rPr>
                <w:rFonts w:cs="Arial"/>
              </w:rPr>
            </w:pPr>
            <w:r w:rsidRPr="00EF2F0E">
              <w:rPr>
                <w:rFonts w:cs="Arial"/>
              </w:rPr>
              <w:t>UTRA FDD Band VII or E-UTRA Band 7</w:t>
            </w:r>
            <w:r w:rsidR="00B61376" w:rsidRPr="00EF2F0E">
              <w:rPr>
                <w:rFonts w:cs="Arial"/>
                <w:lang w:val="sv-SE"/>
              </w:rPr>
              <w:t xml:space="preserve"> or NR band n7</w:t>
            </w:r>
          </w:p>
        </w:tc>
        <w:tc>
          <w:tcPr>
            <w:tcW w:w="1275" w:type="dxa"/>
          </w:tcPr>
          <w:p w14:paraId="0984FA00" w14:textId="77777777" w:rsidR="00B15E99" w:rsidRPr="00EF2F0E" w:rsidRDefault="00B15E99" w:rsidP="00AB06FD">
            <w:pPr>
              <w:pStyle w:val="TAL"/>
              <w:jc w:val="center"/>
              <w:rPr>
                <w:rFonts w:cs="Arial"/>
              </w:rPr>
            </w:pPr>
            <w:r w:rsidRPr="00EF2F0E">
              <w:rPr>
                <w:rFonts w:cs="Arial"/>
              </w:rPr>
              <w:t>2500 - 2570 MHz</w:t>
            </w:r>
          </w:p>
        </w:tc>
        <w:tc>
          <w:tcPr>
            <w:tcW w:w="1418" w:type="dxa"/>
          </w:tcPr>
          <w:p w14:paraId="0984FA01" w14:textId="77777777" w:rsidR="00B15E99" w:rsidRPr="00EF2F0E" w:rsidRDefault="00B15E99" w:rsidP="00AB06FD">
            <w:pPr>
              <w:pStyle w:val="TAL"/>
              <w:jc w:val="center"/>
              <w:rPr>
                <w:rFonts w:cs="Arial"/>
              </w:rPr>
            </w:pPr>
            <w:r w:rsidRPr="00EF2F0E">
              <w:rPr>
                <w:rFonts w:cs="Arial"/>
              </w:rPr>
              <w:t>-117 dBm</w:t>
            </w:r>
          </w:p>
        </w:tc>
        <w:tc>
          <w:tcPr>
            <w:tcW w:w="1417" w:type="dxa"/>
          </w:tcPr>
          <w:p w14:paraId="0984FA02" w14:textId="77777777" w:rsidR="00B15E99" w:rsidRPr="00EF2F0E" w:rsidRDefault="00B15E99" w:rsidP="00AB06FD">
            <w:pPr>
              <w:pStyle w:val="TAL"/>
              <w:jc w:val="center"/>
              <w:rPr>
                <w:rFonts w:cs="Arial"/>
              </w:rPr>
            </w:pPr>
            <w:r w:rsidRPr="00EF2F0E">
              <w:rPr>
                <w:rFonts w:cs="Arial"/>
              </w:rPr>
              <w:t>-112 dBm</w:t>
            </w:r>
          </w:p>
        </w:tc>
        <w:tc>
          <w:tcPr>
            <w:tcW w:w="1418" w:type="dxa"/>
          </w:tcPr>
          <w:p w14:paraId="0984FA03" w14:textId="77777777" w:rsidR="00B15E99" w:rsidRPr="00EF2F0E" w:rsidRDefault="00B15E99" w:rsidP="00AB06FD">
            <w:pPr>
              <w:pStyle w:val="TAL"/>
              <w:jc w:val="center"/>
              <w:rPr>
                <w:rFonts w:cs="Arial"/>
              </w:rPr>
            </w:pPr>
            <w:r w:rsidRPr="00EF2F0E">
              <w:rPr>
                <w:rFonts w:cs="Arial"/>
              </w:rPr>
              <w:t>-109 dBm</w:t>
            </w:r>
          </w:p>
        </w:tc>
        <w:tc>
          <w:tcPr>
            <w:tcW w:w="709" w:type="dxa"/>
          </w:tcPr>
          <w:p w14:paraId="0984FA04" w14:textId="77777777" w:rsidR="00B15E99" w:rsidRPr="00EF2F0E" w:rsidRDefault="00B15E99" w:rsidP="00AB06FD">
            <w:pPr>
              <w:pStyle w:val="TAL"/>
              <w:jc w:val="center"/>
              <w:rPr>
                <w:rFonts w:cs="Arial"/>
              </w:rPr>
            </w:pPr>
            <w:r w:rsidRPr="00EF2F0E">
              <w:rPr>
                <w:rFonts w:cs="Arial"/>
              </w:rPr>
              <w:t>100 kHz</w:t>
            </w:r>
          </w:p>
        </w:tc>
        <w:tc>
          <w:tcPr>
            <w:tcW w:w="2191" w:type="dxa"/>
          </w:tcPr>
          <w:p w14:paraId="0984FA05" w14:textId="77777777" w:rsidR="00B15E99" w:rsidRPr="00EF2F0E" w:rsidRDefault="00B15E99" w:rsidP="00AB06FD">
            <w:pPr>
              <w:pStyle w:val="TAL"/>
              <w:jc w:val="center"/>
              <w:rPr>
                <w:rFonts w:cs="Arial"/>
              </w:rPr>
            </w:pPr>
          </w:p>
        </w:tc>
      </w:tr>
      <w:tr w:rsidR="003401A4" w:rsidRPr="00EF2F0E" w14:paraId="0984FA0E"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07" w14:textId="77777777" w:rsidR="00B15E99" w:rsidRPr="00EF2F0E" w:rsidRDefault="00B15E99" w:rsidP="00AB06FD">
            <w:pPr>
              <w:pStyle w:val="TAL"/>
              <w:jc w:val="center"/>
              <w:rPr>
                <w:rFonts w:cs="Arial"/>
              </w:rPr>
            </w:pPr>
            <w:r w:rsidRPr="00EF2F0E">
              <w:rPr>
                <w:rFonts w:cs="Arial"/>
              </w:rPr>
              <w:t>UTRA FDD Band VIII or E-UTRA Band 8</w:t>
            </w:r>
            <w:r w:rsidR="00B61376" w:rsidRPr="00EF2F0E">
              <w:rPr>
                <w:rFonts w:cs="Arial"/>
                <w:lang w:val="sv-SE"/>
              </w:rPr>
              <w:t xml:space="preserve"> or NR band n8</w:t>
            </w:r>
          </w:p>
        </w:tc>
        <w:tc>
          <w:tcPr>
            <w:tcW w:w="1275" w:type="dxa"/>
            <w:tcBorders>
              <w:top w:val="single" w:sz="4" w:space="0" w:color="auto"/>
              <w:left w:val="single" w:sz="4" w:space="0" w:color="auto"/>
              <w:bottom w:val="single" w:sz="4" w:space="0" w:color="auto"/>
              <w:right w:val="single" w:sz="4" w:space="0" w:color="auto"/>
            </w:tcBorders>
          </w:tcPr>
          <w:p w14:paraId="0984FA08" w14:textId="77777777" w:rsidR="00B15E99" w:rsidRPr="00EF2F0E" w:rsidRDefault="00B15E99" w:rsidP="00AB06FD">
            <w:pPr>
              <w:pStyle w:val="TAL"/>
              <w:jc w:val="center"/>
              <w:rPr>
                <w:rFonts w:cs="Arial"/>
              </w:rPr>
            </w:pPr>
            <w:r w:rsidRPr="00EF2F0E">
              <w:rPr>
                <w:rFonts w:cs="Arial"/>
              </w:rPr>
              <w:t>880 - 915 MHz</w:t>
            </w:r>
          </w:p>
        </w:tc>
        <w:tc>
          <w:tcPr>
            <w:tcW w:w="1418" w:type="dxa"/>
            <w:tcBorders>
              <w:top w:val="single" w:sz="4" w:space="0" w:color="auto"/>
              <w:left w:val="single" w:sz="4" w:space="0" w:color="auto"/>
              <w:bottom w:val="single" w:sz="4" w:space="0" w:color="auto"/>
              <w:right w:val="single" w:sz="4" w:space="0" w:color="auto"/>
            </w:tcBorders>
          </w:tcPr>
          <w:p w14:paraId="0984FA09"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0A"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0B"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0C"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0D" w14:textId="77777777" w:rsidR="00B15E99" w:rsidRPr="00EF2F0E" w:rsidRDefault="00B15E99" w:rsidP="00AB06FD">
            <w:pPr>
              <w:pStyle w:val="TAL"/>
              <w:jc w:val="center"/>
              <w:rPr>
                <w:rFonts w:cs="Arial"/>
              </w:rPr>
            </w:pPr>
          </w:p>
        </w:tc>
      </w:tr>
      <w:tr w:rsidR="003401A4" w:rsidRPr="00EF2F0E" w14:paraId="0984FA16" w14:textId="77777777" w:rsidTr="00AB06FD">
        <w:trPr>
          <w:cantSplit/>
          <w:jc w:val="center"/>
        </w:trPr>
        <w:tc>
          <w:tcPr>
            <w:tcW w:w="1229" w:type="dxa"/>
          </w:tcPr>
          <w:p w14:paraId="0984FA0F" w14:textId="77777777" w:rsidR="00B15E99" w:rsidRPr="00EF2F0E" w:rsidRDefault="00B15E99" w:rsidP="00AB06FD">
            <w:pPr>
              <w:pStyle w:val="TAL"/>
              <w:jc w:val="center"/>
              <w:rPr>
                <w:rFonts w:cs="Arial"/>
                <w:lang w:val="sv-FI"/>
              </w:rPr>
            </w:pPr>
            <w:r w:rsidRPr="00EF2F0E">
              <w:rPr>
                <w:rFonts w:cs="Arial"/>
                <w:lang w:val="sv-FI"/>
              </w:rPr>
              <w:t>UTRA FDD Band IX or E-UTRA Band 9</w:t>
            </w:r>
          </w:p>
        </w:tc>
        <w:tc>
          <w:tcPr>
            <w:tcW w:w="1275" w:type="dxa"/>
          </w:tcPr>
          <w:p w14:paraId="0984FA10" w14:textId="77777777" w:rsidR="00B15E99" w:rsidRPr="00EF2F0E" w:rsidRDefault="00B15E99" w:rsidP="00AB06FD">
            <w:pPr>
              <w:pStyle w:val="TAL"/>
              <w:jc w:val="center"/>
              <w:rPr>
                <w:rFonts w:cs="Arial"/>
              </w:rPr>
            </w:pPr>
            <w:r w:rsidRPr="00EF2F0E">
              <w:rPr>
                <w:rFonts w:cs="Arial"/>
              </w:rPr>
              <w:t>1749.9 - 1784.9 MHz</w:t>
            </w:r>
          </w:p>
        </w:tc>
        <w:tc>
          <w:tcPr>
            <w:tcW w:w="1418" w:type="dxa"/>
          </w:tcPr>
          <w:p w14:paraId="0984FA11" w14:textId="77777777" w:rsidR="00B15E99" w:rsidRPr="00EF2F0E" w:rsidRDefault="00B15E99" w:rsidP="00AB06FD">
            <w:pPr>
              <w:pStyle w:val="TAL"/>
              <w:jc w:val="center"/>
              <w:rPr>
                <w:rFonts w:cs="Arial"/>
              </w:rPr>
            </w:pPr>
            <w:r w:rsidRPr="00EF2F0E">
              <w:rPr>
                <w:rFonts w:cs="Arial"/>
              </w:rPr>
              <w:t>-117 dBm</w:t>
            </w:r>
          </w:p>
        </w:tc>
        <w:tc>
          <w:tcPr>
            <w:tcW w:w="1417" w:type="dxa"/>
          </w:tcPr>
          <w:p w14:paraId="0984FA12" w14:textId="77777777" w:rsidR="00B15E99" w:rsidRPr="00EF2F0E" w:rsidRDefault="00B15E99" w:rsidP="00AB06FD">
            <w:pPr>
              <w:pStyle w:val="TAL"/>
              <w:jc w:val="center"/>
              <w:rPr>
                <w:rFonts w:cs="Arial"/>
              </w:rPr>
            </w:pPr>
            <w:r w:rsidRPr="00EF2F0E">
              <w:rPr>
                <w:rFonts w:cs="Arial"/>
              </w:rPr>
              <w:t>-112 dBm</w:t>
            </w:r>
          </w:p>
        </w:tc>
        <w:tc>
          <w:tcPr>
            <w:tcW w:w="1418" w:type="dxa"/>
          </w:tcPr>
          <w:p w14:paraId="0984FA13" w14:textId="77777777" w:rsidR="00B15E99" w:rsidRPr="00EF2F0E" w:rsidRDefault="00B15E99" w:rsidP="00AB06FD">
            <w:pPr>
              <w:pStyle w:val="TAL"/>
              <w:jc w:val="center"/>
              <w:rPr>
                <w:rFonts w:cs="Arial"/>
              </w:rPr>
            </w:pPr>
            <w:r w:rsidRPr="00EF2F0E">
              <w:rPr>
                <w:rFonts w:cs="Arial"/>
              </w:rPr>
              <w:t>-109 dBm</w:t>
            </w:r>
          </w:p>
        </w:tc>
        <w:tc>
          <w:tcPr>
            <w:tcW w:w="709" w:type="dxa"/>
          </w:tcPr>
          <w:p w14:paraId="0984FA14" w14:textId="77777777" w:rsidR="00B15E99" w:rsidRPr="00EF2F0E" w:rsidRDefault="00B15E99" w:rsidP="00AB06FD">
            <w:pPr>
              <w:pStyle w:val="TAL"/>
              <w:jc w:val="center"/>
              <w:rPr>
                <w:rFonts w:cs="Arial"/>
              </w:rPr>
            </w:pPr>
            <w:r w:rsidRPr="00EF2F0E">
              <w:rPr>
                <w:rFonts w:cs="Arial"/>
              </w:rPr>
              <w:t>100 kHz</w:t>
            </w:r>
          </w:p>
        </w:tc>
        <w:tc>
          <w:tcPr>
            <w:tcW w:w="2191" w:type="dxa"/>
          </w:tcPr>
          <w:p w14:paraId="0984FA15" w14:textId="77777777" w:rsidR="00B15E99" w:rsidRPr="00EF2F0E" w:rsidRDefault="00B15E99" w:rsidP="00AB06FD">
            <w:pPr>
              <w:pStyle w:val="TAL"/>
              <w:jc w:val="center"/>
              <w:rPr>
                <w:rFonts w:cs="Arial"/>
              </w:rPr>
            </w:pPr>
          </w:p>
        </w:tc>
      </w:tr>
      <w:tr w:rsidR="003401A4" w:rsidRPr="00EF2F0E" w14:paraId="0984FA1E" w14:textId="77777777" w:rsidTr="00AB06FD">
        <w:trPr>
          <w:cantSplit/>
          <w:jc w:val="center"/>
        </w:trPr>
        <w:tc>
          <w:tcPr>
            <w:tcW w:w="1229" w:type="dxa"/>
          </w:tcPr>
          <w:p w14:paraId="0984FA17" w14:textId="77777777" w:rsidR="00B15E99" w:rsidRPr="00EF2F0E" w:rsidRDefault="00B15E99" w:rsidP="00AB06FD">
            <w:pPr>
              <w:pStyle w:val="TAL"/>
              <w:jc w:val="center"/>
              <w:rPr>
                <w:rFonts w:cs="Arial"/>
                <w:lang w:val="sv-FI"/>
              </w:rPr>
            </w:pPr>
            <w:r w:rsidRPr="00EF2F0E">
              <w:rPr>
                <w:rFonts w:cs="Arial"/>
                <w:lang w:val="sv-FI"/>
              </w:rPr>
              <w:t>UTRA FDD Band X or E-UTRA Band 10</w:t>
            </w:r>
          </w:p>
        </w:tc>
        <w:tc>
          <w:tcPr>
            <w:tcW w:w="1275" w:type="dxa"/>
          </w:tcPr>
          <w:p w14:paraId="0984FA18" w14:textId="77777777" w:rsidR="00B15E99" w:rsidRPr="00EF2F0E" w:rsidRDefault="00B15E99" w:rsidP="00AB06FD">
            <w:pPr>
              <w:pStyle w:val="TAL"/>
              <w:jc w:val="center"/>
              <w:rPr>
                <w:rFonts w:cs="Arial"/>
              </w:rPr>
            </w:pPr>
            <w:r w:rsidRPr="00EF2F0E">
              <w:rPr>
                <w:rFonts w:cs="Arial"/>
              </w:rPr>
              <w:t>1710 - 1770 MHz</w:t>
            </w:r>
          </w:p>
        </w:tc>
        <w:tc>
          <w:tcPr>
            <w:tcW w:w="1418" w:type="dxa"/>
          </w:tcPr>
          <w:p w14:paraId="0984FA19" w14:textId="77777777" w:rsidR="00B15E99" w:rsidRPr="00EF2F0E" w:rsidRDefault="00B15E99" w:rsidP="00AB06FD">
            <w:pPr>
              <w:pStyle w:val="TAL"/>
              <w:jc w:val="center"/>
              <w:rPr>
                <w:rFonts w:cs="Arial"/>
              </w:rPr>
            </w:pPr>
            <w:r w:rsidRPr="00EF2F0E">
              <w:rPr>
                <w:rFonts w:cs="Arial"/>
              </w:rPr>
              <w:t>-117 dBm</w:t>
            </w:r>
          </w:p>
        </w:tc>
        <w:tc>
          <w:tcPr>
            <w:tcW w:w="1417" w:type="dxa"/>
          </w:tcPr>
          <w:p w14:paraId="0984FA1A" w14:textId="77777777" w:rsidR="00B15E99" w:rsidRPr="00EF2F0E" w:rsidRDefault="00B15E99" w:rsidP="00AB06FD">
            <w:pPr>
              <w:pStyle w:val="TAL"/>
              <w:jc w:val="center"/>
              <w:rPr>
                <w:rFonts w:cs="Arial"/>
              </w:rPr>
            </w:pPr>
            <w:r w:rsidRPr="00EF2F0E">
              <w:rPr>
                <w:rFonts w:cs="Arial"/>
              </w:rPr>
              <w:t>-112 dBm</w:t>
            </w:r>
          </w:p>
        </w:tc>
        <w:tc>
          <w:tcPr>
            <w:tcW w:w="1418" w:type="dxa"/>
          </w:tcPr>
          <w:p w14:paraId="0984FA1B" w14:textId="77777777" w:rsidR="00B15E99" w:rsidRPr="00EF2F0E" w:rsidRDefault="00B15E99" w:rsidP="00AB06FD">
            <w:pPr>
              <w:pStyle w:val="TAL"/>
              <w:jc w:val="center"/>
              <w:rPr>
                <w:rFonts w:cs="Arial"/>
              </w:rPr>
            </w:pPr>
            <w:r w:rsidRPr="00EF2F0E">
              <w:rPr>
                <w:rFonts w:cs="Arial"/>
              </w:rPr>
              <w:t>-109 dBm</w:t>
            </w:r>
          </w:p>
        </w:tc>
        <w:tc>
          <w:tcPr>
            <w:tcW w:w="709" w:type="dxa"/>
          </w:tcPr>
          <w:p w14:paraId="0984FA1C" w14:textId="77777777" w:rsidR="00B15E99" w:rsidRPr="00EF2F0E" w:rsidRDefault="00B15E99" w:rsidP="00AB06FD">
            <w:pPr>
              <w:pStyle w:val="TAL"/>
              <w:jc w:val="center"/>
              <w:rPr>
                <w:rFonts w:cs="Arial"/>
              </w:rPr>
            </w:pPr>
            <w:r w:rsidRPr="00EF2F0E">
              <w:rPr>
                <w:rFonts w:cs="Arial"/>
              </w:rPr>
              <w:t>100 kHz</w:t>
            </w:r>
          </w:p>
        </w:tc>
        <w:tc>
          <w:tcPr>
            <w:tcW w:w="2191" w:type="dxa"/>
          </w:tcPr>
          <w:p w14:paraId="0984FA1D" w14:textId="77777777" w:rsidR="00B15E99" w:rsidRPr="00EF2F0E" w:rsidRDefault="00B15E99" w:rsidP="00AB06FD">
            <w:pPr>
              <w:pStyle w:val="TAL"/>
              <w:jc w:val="center"/>
              <w:rPr>
                <w:rFonts w:cs="Arial"/>
              </w:rPr>
            </w:pPr>
          </w:p>
        </w:tc>
      </w:tr>
      <w:tr w:rsidR="003401A4" w:rsidRPr="00EF2F0E" w14:paraId="0984FA26" w14:textId="77777777" w:rsidTr="00AB06FD">
        <w:trPr>
          <w:cantSplit/>
          <w:jc w:val="center"/>
        </w:trPr>
        <w:tc>
          <w:tcPr>
            <w:tcW w:w="1229" w:type="dxa"/>
          </w:tcPr>
          <w:p w14:paraId="0984FA1F" w14:textId="77777777" w:rsidR="00B15E99" w:rsidRPr="00EF2F0E" w:rsidRDefault="00B15E99" w:rsidP="00AB06FD">
            <w:pPr>
              <w:pStyle w:val="TAL"/>
              <w:jc w:val="center"/>
              <w:rPr>
                <w:rFonts w:cs="Arial"/>
                <w:lang w:val="sv-FI"/>
              </w:rPr>
            </w:pPr>
            <w:r w:rsidRPr="00EF2F0E">
              <w:rPr>
                <w:rFonts w:cs="Arial"/>
                <w:lang w:val="sv-FI"/>
              </w:rPr>
              <w:t>UTRA FDD Band XI or E-UTRA Band 11</w:t>
            </w:r>
          </w:p>
        </w:tc>
        <w:tc>
          <w:tcPr>
            <w:tcW w:w="1275" w:type="dxa"/>
          </w:tcPr>
          <w:p w14:paraId="0984FA20" w14:textId="77777777" w:rsidR="00B15E99" w:rsidRPr="00EF2F0E" w:rsidRDefault="00B15E99" w:rsidP="00AB06FD">
            <w:pPr>
              <w:pStyle w:val="TAL"/>
              <w:jc w:val="center"/>
              <w:rPr>
                <w:rFonts w:cs="Arial"/>
              </w:rPr>
            </w:pPr>
            <w:r w:rsidRPr="00EF2F0E">
              <w:rPr>
                <w:rFonts w:cs="Arial"/>
              </w:rPr>
              <w:t>1427.9 - 1447.9 MHz</w:t>
            </w:r>
          </w:p>
        </w:tc>
        <w:tc>
          <w:tcPr>
            <w:tcW w:w="1418" w:type="dxa"/>
          </w:tcPr>
          <w:p w14:paraId="0984FA21" w14:textId="77777777" w:rsidR="00B15E99" w:rsidRPr="00EF2F0E" w:rsidRDefault="00B15E99" w:rsidP="00AB06FD">
            <w:pPr>
              <w:pStyle w:val="TAL"/>
              <w:jc w:val="center"/>
              <w:rPr>
                <w:rFonts w:cs="Arial"/>
              </w:rPr>
            </w:pPr>
            <w:r w:rsidRPr="00EF2F0E">
              <w:rPr>
                <w:rFonts w:cs="Arial"/>
              </w:rPr>
              <w:t>-117 dBm</w:t>
            </w:r>
          </w:p>
        </w:tc>
        <w:tc>
          <w:tcPr>
            <w:tcW w:w="1417" w:type="dxa"/>
          </w:tcPr>
          <w:p w14:paraId="0984FA22" w14:textId="77777777" w:rsidR="00B15E99" w:rsidRPr="00EF2F0E" w:rsidRDefault="00B15E99" w:rsidP="00AB06FD">
            <w:pPr>
              <w:pStyle w:val="TAL"/>
              <w:jc w:val="center"/>
              <w:rPr>
                <w:rFonts w:cs="Arial"/>
              </w:rPr>
            </w:pPr>
            <w:r w:rsidRPr="00EF2F0E">
              <w:rPr>
                <w:rFonts w:cs="Arial"/>
              </w:rPr>
              <w:t>-112 dBm</w:t>
            </w:r>
          </w:p>
        </w:tc>
        <w:tc>
          <w:tcPr>
            <w:tcW w:w="1418" w:type="dxa"/>
          </w:tcPr>
          <w:p w14:paraId="0984FA23" w14:textId="77777777" w:rsidR="00B15E99" w:rsidRPr="00EF2F0E" w:rsidRDefault="00B15E99" w:rsidP="00AB06FD">
            <w:pPr>
              <w:pStyle w:val="TAL"/>
              <w:jc w:val="center"/>
              <w:rPr>
                <w:rFonts w:cs="Arial"/>
              </w:rPr>
            </w:pPr>
            <w:r w:rsidRPr="00EF2F0E">
              <w:rPr>
                <w:rFonts w:cs="Arial"/>
              </w:rPr>
              <w:t>-109 dBm</w:t>
            </w:r>
          </w:p>
        </w:tc>
        <w:tc>
          <w:tcPr>
            <w:tcW w:w="709" w:type="dxa"/>
          </w:tcPr>
          <w:p w14:paraId="0984FA24" w14:textId="77777777" w:rsidR="00B15E99" w:rsidRPr="00EF2F0E" w:rsidRDefault="00B15E99" w:rsidP="00AB06FD">
            <w:pPr>
              <w:pStyle w:val="TAL"/>
              <w:jc w:val="center"/>
              <w:rPr>
                <w:rFonts w:cs="Arial"/>
              </w:rPr>
            </w:pPr>
            <w:r w:rsidRPr="00EF2F0E">
              <w:rPr>
                <w:rFonts w:cs="Arial"/>
              </w:rPr>
              <w:t>100 kHz</w:t>
            </w:r>
          </w:p>
        </w:tc>
        <w:tc>
          <w:tcPr>
            <w:tcW w:w="2191" w:type="dxa"/>
          </w:tcPr>
          <w:p w14:paraId="0984FA25" w14:textId="77777777" w:rsidR="00B15E99" w:rsidRPr="00EF2F0E" w:rsidRDefault="00F53569" w:rsidP="00AB06FD">
            <w:pPr>
              <w:pStyle w:val="TAL"/>
              <w:jc w:val="center"/>
              <w:rPr>
                <w:rFonts w:cs="Arial"/>
              </w:rPr>
            </w:pPr>
            <w:r w:rsidRPr="00EF2F0E">
              <w:rPr>
                <w:rFonts w:cs="v5.0.0"/>
                <w:lang w:eastAsia="ja-JP"/>
              </w:rPr>
              <w:t>This is not applicable to E-UTRA BS operating in Band 50 or 75</w:t>
            </w:r>
          </w:p>
        </w:tc>
      </w:tr>
      <w:tr w:rsidR="003401A4" w:rsidRPr="00EF2F0E" w14:paraId="0984FA2F" w14:textId="77777777" w:rsidTr="00AB06FD">
        <w:trPr>
          <w:cantSplit/>
          <w:jc w:val="center"/>
        </w:trPr>
        <w:tc>
          <w:tcPr>
            <w:tcW w:w="1229" w:type="dxa"/>
          </w:tcPr>
          <w:p w14:paraId="0984FA27" w14:textId="77777777" w:rsidR="00B15E99" w:rsidRPr="00EF2F0E" w:rsidRDefault="00B15E99" w:rsidP="00AB06FD">
            <w:pPr>
              <w:pStyle w:val="TAL"/>
              <w:jc w:val="center"/>
              <w:rPr>
                <w:rFonts w:cs="Arial"/>
              </w:rPr>
            </w:pPr>
            <w:r w:rsidRPr="00EF2F0E">
              <w:rPr>
                <w:rFonts w:cs="Arial"/>
              </w:rPr>
              <w:t>UTRA FDD Band XII or</w:t>
            </w:r>
          </w:p>
          <w:p w14:paraId="0984FA28" w14:textId="77777777" w:rsidR="00B15E99" w:rsidRPr="00EF2F0E" w:rsidRDefault="00B15E99" w:rsidP="00AB06FD">
            <w:pPr>
              <w:pStyle w:val="TAL"/>
              <w:jc w:val="center"/>
              <w:rPr>
                <w:rFonts w:cs="Arial"/>
              </w:rPr>
            </w:pPr>
            <w:r w:rsidRPr="00EF2F0E">
              <w:rPr>
                <w:rFonts w:cs="Arial"/>
              </w:rPr>
              <w:t>E-UTRA Band 12</w:t>
            </w:r>
            <w:r w:rsidR="00B61376" w:rsidRPr="00EF2F0E">
              <w:rPr>
                <w:rFonts w:cs="Arial"/>
                <w:lang w:val="sv-SE"/>
              </w:rPr>
              <w:t xml:space="preserve"> or NR band n12</w:t>
            </w:r>
          </w:p>
        </w:tc>
        <w:tc>
          <w:tcPr>
            <w:tcW w:w="1275" w:type="dxa"/>
          </w:tcPr>
          <w:p w14:paraId="0984FA29" w14:textId="77777777" w:rsidR="00B15E99" w:rsidRPr="00EF2F0E" w:rsidRDefault="00B15E99" w:rsidP="00AB06FD">
            <w:pPr>
              <w:pStyle w:val="TAL"/>
              <w:jc w:val="center"/>
              <w:rPr>
                <w:rFonts w:cs="Arial"/>
              </w:rPr>
            </w:pPr>
            <w:r w:rsidRPr="00EF2F0E">
              <w:rPr>
                <w:rFonts w:cs="Arial"/>
              </w:rPr>
              <w:t>699 - 716 MHz</w:t>
            </w:r>
          </w:p>
        </w:tc>
        <w:tc>
          <w:tcPr>
            <w:tcW w:w="1418" w:type="dxa"/>
          </w:tcPr>
          <w:p w14:paraId="0984FA2A" w14:textId="77777777" w:rsidR="00B15E99" w:rsidRPr="00EF2F0E" w:rsidRDefault="00B15E99" w:rsidP="00AB06FD">
            <w:pPr>
              <w:pStyle w:val="TAL"/>
              <w:jc w:val="center"/>
              <w:rPr>
                <w:rFonts w:cs="Arial"/>
              </w:rPr>
            </w:pPr>
            <w:r w:rsidRPr="00EF2F0E">
              <w:rPr>
                <w:rFonts w:cs="Arial"/>
              </w:rPr>
              <w:t>-117 dBm</w:t>
            </w:r>
          </w:p>
        </w:tc>
        <w:tc>
          <w:tcPr>
            <w:tcW w:w="1417" w:type="dxa"/>
          </w:tcPr>
          <w:p w14:paraId="0984FA2B" w14:textId="77777777" w:rsidR="00B15E99" w:rsidRPr="00EF2F0E" w:rsidRDefault="00B15E99" w:rsidP="00AB06FD">
            <w:pPr>
              <w:pStyle w:val="TAL"/>
              <w:jc w:val="center"/>
              <w:rPr>
                <w:rFonts w:cs="Arial"/>
              </w:rPr>
            </w:pPr>
            <w:r w:rsidRPr="00EF2F0E">
              <w:rPr>
                <w:rFonts w:cs="Arial"/>
              </w:rPr>
              <w:t>-112 dBm</w:t>
            </w:r>
          </w:p>
        </w:tc>
        <w:tc>
          <w:tcPr>
            <w:tcW w:w="1418" w:type="dxa"/>
          </w:tcPr>
          <w:p w14:paraId="0984FA2C" w14:textId="77777777" w:rsidR="00B15E99" w:rsidRPr="00EF2F0E" w:rsidRDefault="00B15E99" w:rsidP="00AB06FD">
            <w:pPr>
              <w:pStyle w:val="TAL"/>
              <w:jc w:val="center"/>
              <w:rPr>
                <w:rFonts w:cs="Arial"/>
              </w:rPr>
            </w:pPr>
            <w:r w:rsidRPr="00EF2F0E">
              <w:rPr>
                <w:rFonts w:cs="Arial"/>
              </w:rPr>
              <w:t>-109 dBm</w:t>
            </w:r>
          </w:p>
        </w:tc>
        <w:tc>
          <w:tcPr>
            <w:tcW w:w="709" w:type="dxa"/>
          </w:tcPr>
          <w:p w14:paraId="0984FA2D" w14:textId="77777777" w:rsidR="00B15E99" w:rsidRPr="00EF2F0E" w:rsidRDefault="00B15E99" w:rsidP="00AB06FD">
            <w:pPr>
              <w:pStyle w:val="TAL"/>
              <w:jc w:val="center"/>
              <w:rPr>
                <w:rFonts w:cs="Arial"/>
              </w:rPr>
            </w:pPr>
            <w:r w:rsidRPr="00EF2F0E">
              <w:rPr>
                <w:rFonts w:cs="Arial"/>
              </w:rPr>
              <w:t>100 kHz</w:t>
            </w:r>
          </w:p>
        </w:tc>
        <w:tc>
          <w:tcPr>
            <w:tcW w:w="2191" w:type="dxa"/>
          </w:tcPr>
          <w:p w14:paraId="0984FA2E" w14:textId="77777777" w:rsidR="00B15E99" w:rsidRPr="00EF2F0E" w:rsidRDefault="00B15E99" w:rsidP="00AB06FD">
            <w:pPr>
              <w:pStyle w:val="TAL"/>
              <w:jc w:val="center"/>
              <w:rPr>
                <w:rFonts w:cs="Arial"/>
              </w:rPr>
            </w:pPr>
          </w:p>
        </w:tc>
      </w:tr>
      <w:tr w:rsidR="003401A4" w:rsidRPr="00EF2F0E" w14:paraId="0984FA38" w14:textId="77777777" w:rsidTr="00AB06FD">
        <w:trPr>
          <w:cantSplit/>
          <w:jc w:val="center"/>
        </w:trPr>
        <w:tc>
          <w:tcPr>
            <w:tcW w:w="1229" w:type="dxa"/>
          </w:tcPr>
          <w:p w14:paraId="0984FA30" w14:textId="77777777" w:rsidR="00B15E99" w:rsidRPr="00EF2F0E" w:rsidRDefault="00B15E99" w:rsidP="00AB06FD">
            <w:pPr>
              <w:pStyle w:val="TAL"/>
              <w:jc w:val="center"/>
              <w:rPr>
                <w:rFonts w:cs="Arial"/>
                <w:lang w:val="sv-FI"/>
              </w:rPr>
            </w:pPr>
            <w:r w:rsidRPr="00EF2F0E">
              <w:rPr>
                <w:rFonts w:cs="Arial"/>
                <w:lang w:val="sv-FI"/>
              </w:rPr>
              <w:t>UTRA FDD Band XIII or</w:t>
            </w:r>
          </w:p>
          <w:p w14:paraId="0984FA31" w14:textId="77777777" w:rsidR="00B15E99" w:rsidRPr="00EF2F0E" w:rsidRDefault="00B15E99" w:rsidP="00AB06FD">
            <w:pPr>
              <w:pStyle w:val="TAL"/>
              <w:jc w:val="center"/>
              <w:rPr>
                <w:rFonts w:cs="Arial"/>
                <w:lang w:val="sv-FI"/>
              </w:rPr>
            </w:pPr>
            <w:r w:rsidRPr="00EF2F0E">
              <w:rPr>
                <w:rFonts w:cs="Arial"/>
                <w:lang w:val="sv-FI"/>
              </w:rPr>
              <w:t>E-UTRA Band 13</w:t>
            </w:r>
          </w:p>
        </w:tc>
        <w:tc>
          <w:tcPr>
            <w:tcW w:w="1275" w:type="dxa"/>
          </w:tcPr>
          <w:p w14:paraId="0984FA32" w14:textId="77777777" w:rsidR="00B15E99" w:rsidRPr="00EF2F0E" w:rsidRDefault="00B15E99" w:rsidP="00AB06FD">
            <w:pPr>
              <w:pStyle w:val="TAL"/>
              <w:jc w:val="center"/>
              <w:rPr>
                <w:rFonts w:cs="Arial"/>
              </w:rPr>
            </w:pPr>
            <w:r w:rsidRPr="00EF2F0E">
              <w:rPr>
                <w:rFonts w:cs="Arial"/>
              </w:rPr>
              <w:t>777 - 787 MHz</w:t>
            </w:r>
          </w:p>
        </w:tc>
        <w:tc>
          <w:tcPr>
            <w:tcW w:w="1418" w:type="dxa"/>
          </w:tcPr>
          <w:p w14:paraId="0984FA33" w14:textId="77777777" w:rsidR="00B15E99" w:rsidRPr="00EF2F0E" w:rsidRDefault="00B15E99" w:rsidP="00AB06FD">
            <w:pPr>
              <w:pStyle w:val="TAL"/>
              <w:jc w:val="center"/>
              <w:rPr>
                <w:rFonts w:cs="Arial"/>
              </w:rPr>
            </w:pPr>
            <w:r w:rsidRPr="00EF2F0E">
              <w:rPr>
                <w:rFonts w:cs="Arial"/>
              </w:rPr>
              <w:t>-117 dBm</w:t>
            </w:r>
          </w:p>
        </w:tc>
        <w:tc>
          <w:tcPr>
            <w:tcW w:w="1417" w:type="dxa"/>
          </w:tcPr>
          <w:p w14:paraId="0984FA34" w14:textId="77777777" w:rsidR="00B15E99" w:rsidRPr="00EF2F0E" w:rsidRDefault="00B15E99" w:rsidP="00AB06FD">
            <w:pPr>
              <w:pStyle w:val="TAL"/>
              <w:jc w:val="center"/>
              <w:rPr>
                <w:rFonts w:cs="Arial"/>
              </w:rPr>
            </w:pPr>
            <w:r w:rsidRPr="00EF2F0E">
              <w:rPr>
                <w:rFonts w:cs="Arial"/>
              </w:rPr>
              <w:t>-112 dBm</w:t>
            </w:r>
          </w:p>
        </w:tc>
        <w:tc>
          <w:tcPr>
            <w:tcW w:w="1418" w:type="dxa"/>
          </w:tcPr>
          <w:p w14:paraId="0984FA35" w14:textId="77777777" w:rsidR="00B15E99" w:rsidRPr="00EF2F0E" w:rsidRDefault="00B15E99" w:rsidP="00AB06FD">
            <w:pPr>
              <w:pStyle w:val="TAL"/>
              <w:jc w:val="center"/>
              <w:rPr>
                <w:rFonts w:cs="Arial"/>
              </w:rPr>
            </w:pPr>
            <w:r w:rsidRPr="00EF2F0E">
              <w:rPr>
                <w:rFonts w:cs="Arial"/>
              </w:rPr>
              <w:t>-109 dBm</w:t>
            </w:r>
          </w:p>
        </w:tc>
        <w:tc>
          <w:tcPr>
            <w:tcW w:w="709" w:type="dxa"/>
          </w:tcPr>
          <w:p w14:paraId="0984FA36" w14:textId="77777777" w:rsidR="00B15E99" w:rsidRPr="00EF2F0E" w:rsidRDefault="00B15E99" w:rsidP="00AB06FD">
            <w:pPr>
              <w:pStyle w:val="TAL"/>
              <w:jc w:val="center"/>
              <w:rPr>
                <w:rFonts w:cs="Arial"/>
              </w:rPr>
            </w:pPr>
            <w:r w:rsidRPr="00EF2F0E">
              <w:rPr>
                <w:rFonts w:cs="Arial"/>
              </w:rPr>
              <w:t>100 kHz</w:t>
            </w:r>
          </w:p>
        </w:tc>
        <w:tc>
          <w:tcPr>
            <w:tcW w:w="2191" w:type="dxa"/>
          </w:tcPr>
          <w:p w14:paraId="0984FA37" w14:textId="77777777" w:rsidR="00B15E99" w:rsidRPr="00EF2F0E" w:rsidRDefault="00B15E99" w:rsidP="00AB06FD">
            <w:pPr>
              <w:pStyle w:val="TAL"/>
              <w:jc w:val="center"/>
              <w:rPr>
                <w:rFonts w:cs="Arial"/>
              </w:rPr>
            </w:pPr>
          </w:p>
        </w:tc>
      </w:tr>
      <w:tr w:rsidR="003401A4" w:rsidRPr="00EF2F0E" w14:paraId="0984FA41" w14:textId="77777777" w:rsidTr="00AB06FD">
        <w:trPr>
          <w:cantSplit/>
          <w:jc w:val="center"/>
        </w:trPr>
        <w:tc>
          <w:tcPr>
            <w:tcW w:w="1229" w:type="dxa"/>
          </w:tcPr>
          <w:p w14:paraId="0984FA39" w14:textId="77777777" w:rsidR="00B15E99" w:rsidRPr="00EF2F0E" w:rsidRDefault="00B15E99" w:rsidP="00AB06FD">
            <w:pPr>
              <w:pStyle w:val="TAL"/>
              <w:jc w:val="center"/>
              <w:rPr>
                <w:rFonts w:cs="Arial"/>
                <w:lang w:val="sv-FI"/>
              </w:rPr>
            </w:pPr>
            <w:r w:rsidRPr="00EF2F0E">
              <w:rPr>
                <w:rFonts w:cs="Arial"/>
                <w:lang w:val="sv-FI"/>
              </w:rPr>
              <w:t>UTRA FDD Band XIV or</w:t>
            </w:r>
          </w:p>
          <w:p w14:paraId="0984FA3A" w14:textId="77777777" w:rsidR="00B15E99" w:rsidRPr="00EF2F0E" w:rsidRDefault="00B15E99" w:rsidP="00AB06FD">
            <w:pPr>
              <w:pStyle w:val="TAL"/>
              <w:jc w:val="center"/>
              <w:rPr>
                <w:rFonts w:cs="Arial"/>
                <w:lang w:val="sv-FI"/>
              </w:rPr>
            </w:pPr>
            <w:r w:rsidRPr="00EF2F0E">
              <w:rPr>
                <w:rFonts w:cs="Arial"/>
                <w:lang w:val="sv-FI"/>
              </w:rPr>
              <w:t>E-UTRA Band 14</w:t>
            </w:r>
          </w:p>
        </w:tc>
        <w:tc>
          <w:tcPr>
            <w:tcW w:w="1275" w:type="dxa"/>
          </w:tcPr>
          <w:p w14:paraId="0984FA3B" w14:textId="77777777" w:rsidR="00B15E99" w:rsidRPr="00EF2F0E" w:rsidRDefault="00B15E99" w:rsidP="00AB06FD">
            <w:pPr>
              <w:pStyle w:val="TAL"/>
              <w:jc w:val="center"/>
              <w:rPr>
                <w:rFonts w:cs="Arial"/>
              </w:rPr>
            </w:pPr>
            <w:r w:rsidRPr="00EF2F0E">
              <w:rPr>
                <w:rFonts w:cs="Arial"/>
              </w:rPr>
              <w:t>788 - 798 MHz</w:t>
            </w:r>
          </w:p>
        </w:tc>
        <w:tc>
          <w:tcPr>
            <w:tcW w:w="1418" w:type="dxa"/>
          </w:tcPr>
          <w:p w14:paraId="0984FA3C" w14:textId="77777777" w:rsidR="00B15E99" w:rsidRPr="00EF2F0E" w:rsidRDefault="00B15E99" w:rsidP="00AB06FD">
            <w:pPr>
              <w:pStyle w:val="TAL"/>
              <w:jc w:val="center"/>
              <w:rPr>
                <w:rFonts w:cs="Arial"/>
              </w:rPr>
            </w:pPr>
            <w:r w:rsidRPr="00EF2F0E">
              <w:rPr>
                <w:rFonts w:cs="Arial"/>
              </w:rPr>
              <w:t>-117 dBm</w:t>
            </w:r>
          </w:p>
        </w:tc>
        <w:tc>
          <w:tcPr>
            <w:tcW w:w="1417" w:type="dxa"/>
          </w:tcPr>
          <w:p w14:paraId="0984FA3D" w14:textId="77777777" w:rsidR="00B15E99" w:rsidRPr="00EF2F0E" w:rsidRDefault="00B15E99" w:rsidP="00AB06FD">
            <w:pPr>
              <w:pStyle w:val="TAL"/>
              <w:jc w:val="center"/>
              <w:rPr>
                <w:rFonts w:cs="Arial"/>
              </w:rPr>
            </w:pPr>
            <w:r w:rsidRPr="00EF2F0E">
              <w:rPr>
                <w:rFonts w:cs="Arial"/>
              </w:rPr>
              <w:t>-112 dBm</w:t>
            </w:r>
          </w:p>
        </w:tc>
        <w:tc>
          <w:tcPr>
            <w:tcW w:w="1418" w:type="dxa"/>
          </w:tcPr>
          <w:p w14:paraId="0984FA3E" w14:textId="77777777" w:rsidR="00B15E99" w:rsidRPr="00EF2F0E" w:rsidRDefault="00B15E99" w:rsidP="00AB06FD">
            <w:pPr>
              <w:pStyle w:val="TAL"/>
              <w:jc w:val="center"/>
              <w:rPr>
                <w:rFonts w:cs="Arial"/>
              </w:rPr>
            </w:pPr>
            <w:r w:rsidRPr="00EF2F0E">
              <w:rPr>
                <w:rFonts w:cs="Arial"/>
              </w:rPr>
              <w:t>-109 dBm</w:t>
            </w:r>
          </w:p>
        </w:tc>
        <w:tc>
          <w:tcPr>
            <w:tcW w:w="709" w:type="dxa"/>
          </w:tcPr>
          <w:p w14:paraId="0984FA3F" w14:textId="77777777" w:rsidR="00B15E99" w:rsidRPr="00EF2F0E" w:rsidRDefault="00B15E99" w:rsidP="00AB06FD">
            <w:pPr>
              <w:pStyle w:val="TAL"/>
              <w:jc w:val="center"/>
              <w:rPr>
                <w:rFonts w:cs="Arial"/>
              </w:rPr>
            </w:pPr>
            <w:r w:rsidRPr="00EF2F0E">
              <w:rPr>
                <w:rFonts w:cs="Arial"/>
              </w:rPr>
              <w:t>100 kHz</w:t>
            </w:r>
          </w:p>
        </w:tc>
        <w:tc>
          <w:tcPr>
            <w:tcW w:w="2191" w:type="dxa"/>
          </w:tcPr>
          <w:p w14:paraId="0984FA40" w14:textId="77777777" w:rsidR="00B15E99" w:rsidRPr="00EF2F0E" w:rsidRDefault="00B15E99" w:rsidP="00AB06FD">
            <w:pPr>
              <w:pStyle w:val="TAL"/>
              <w:jc w:val="center"/>
              <w:rPr>
                <w:rFonts w:cs="Arial"/>
              </w:rPr>
            </w:pPr>
          </w:p>
        </w:tc>
      </w:tr>
      <w:tr w:rsidR="003401A4" w:rsidRPr="00EF2F0E" w14:paraId="0984FA49"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42" w14:textId="77777777" w:rsidR="00B15E99" w:rsidRPr="00EF2F0E" w:rsidRDefault="00B15E99" w:rsidP="00AB06FD">
            <w:pPr>
              <w:pStyle w:val="TAL"/>
              <w:jc w:val="center"/>
              <w:rPr>
                <w:rFonts w:cs="Arial"/>
              </w:rPr>
            </w:pPr>
            <w:r w:rsidRPr="00EF2F0E">
              <w:rPr>
                <w:rFonts w:cs="Arial"/>
              </w:rPr>
              <w:t>E-UTRA Band 17</w:t>
            </w:r>
          </w:p>
        </w:tc>
        <w:tc>
          <w:tcPr>
            <w:tcW w:w="1275" w:type="dxa"/>
            <w:tcBorders>
              <w:top w:val="single" w:sz="4" w:space="0" w:color="auto"/>
              <w:left w:val="single" w:sz="4" w:space="0" w:color="auto"/>
              <w:bottom w:val="single" w:sz="4" w:space="0" w:color="auto"/>
              <w:right w:val="single" w:sz="4" w:space="0" w:color="auto"/>
            </w:tcBorders>
          </w:tcPr>
          <w:p w14:paraId="0984FA43" w14:textId="77777777" w:rsidR="00B15E99" w:rsidRPr="00EF2F0E" w:rsidRDefault="00B15E99" w:rsidP="00AB06FD">
            <w:pPr>
              <w:pStyle w:val="TAL"/>
              <w:jc w:val="center"/>
              <w:rPr>
                <w:rFonts w:cs="Arial"/>
              </w:rPr>
            </w:pPr>
            <w:r w:rsidRPr="00EF2F0E">
              <w:rPr>
                <w:rFonts w:cs="Arial"/>
              </w:rPr>
              <w:t>704 - 716 MHz</w:t>
            </w:r>
          </w:p>
        </w:tc>
        <w:tc>
          <w:tcPr>
            <w:tcW w:w="1418" w:type="dxa"/>
            <w:tcBorders>
              <w:top w:val="single" w:sz="4" w:space="0" w:color="auto"/>
              <w:left w:val="single" w:sz="4" w:space="0" w:color="auto"/>
              <w:bottom w:val="single" w:sz="4" w:space="0" w:color="auto"/>
              <w:right w:val="single" w:sz="4" w:space="0" w:color="auto"/>
            </w:tcBorders>
          </w:tcPr>
          <w:p w14:paraId="0984FA44"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45"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46"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47"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48" w14:textId="77777777" w:rsidR="00B15E99" w:rsidRPr="00EF2F0E" w:rsidRDefault="00B15E99" w:rsidP="00AB06FD">
            <w:pPr>
              <w:pStyle w:val="TAL"/>
              <w:jc w:val="center"/>
              <w:rPr>
                <w:rFonts w:cs="Arial"/>
              </w:rPr>
            </w:pPr>
          </w:p>
        </w:tc>
      </w:tr>
      <w:tr w:rsidR="003401A4" w:rsidRPr="00EF2F0E" w14:paraId="0984FA51"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4A" w14:textId="77777777" w:rsidR="00B15E99" w:rsidRPr="00EF2F0E" w:rsidRDefault="00B15E99" w:rsidP="00AB06FD">
            <w:pPr>
              <w:pStyle w:val="TAL"/>
              <w:jc w:val="center"/>
              <w:rPr>
                <w:rFonts w:cs="Arial"/>
              </w:rPr>
            </w:pPr>
            <w:r w:rsidRPr="00EF2F0E">
              <w:rPr>
                <w:rFonts w:cs="Arial"/>
              </w:rPr>
              <w:t>E-UTRA Band 18</w:t>
            </w:r>
          </w:p>
        </w:tc>
        <w:tc>
          <w:tcPr>
            <w:tcW w:w="1275" w:type="dxa"/>
            <w:tcBorders>
              <w:top w:val="single" w:sz="4" w:space="0" w:color="auto"/>
              <w:left w:val="single" w:sz="4" w:space="0" w:color="auto"/>
              <w:bottom w:val="single" w:sz="4" w:space="0" w:color="auto"/>
              <w:right w:val="single" w:sz="4" w:space="0" w:color="auto"/>
            </w:tcBorders>
          </w:tcPr>
          <w:p w14:paraId="0984FA4B" w14:textId="77777777" w:rsidR="00B15E99" w:rsidRPr="00EF2F0E" w:rsidRDefault="00B15E99" w:rsidP="00AB06FD">
            <w:pPr>
              <w:pStyle w:val="TAL"/>
              <w:jc w:val="center"/>
              <w:rPr>
                <w:rFonts w:cs="Arial"/>
              </w:rPr>
            </w:pPr>
            <w:r w:rsidRPr="00EF2F0E">
              <w:rPr>
                <w:rFonts w:cs="Arial"/>
              </w:rPr>
              <w:t>815 - 830 MHz</w:t>
            </w:r>
          </w:p>
        </w:tc>
        <w:tc>
          <w:tcPr>
            <w:tcW w:w="1418" w:type="dxa"/>
            <w:tcBorders>
              <w:top w:val="single" w:sz="4" w:space="0" w:color="auto"/>
              <w:left w:val="single" w:sz="4" w:space="0" w:color="auto"/>
              <w:bottom w:val="single" w:sz="4" w:space="0" w:color="auto"/>
              <w:right w:val="single" w:sz="4" w:space="0" w:color="auto"/>
            </w:tcBorders>
          </w:tcPr>
          <w:p w14:paraId="0984FA4C"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4D"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4E"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4F"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50" w14:textId="77777777" w:rsidR="00B15E99" w:rsidRPr="00EF2F0E" w:rsidRDefault="00B15E99" w:rsidP="00AB06FD">
            <w:pPr>
              <w:pStyle w:val="TAL"/>
              <w:jc w:val="center"/>
              <w:rPr>
                <w:rFonts w:cs="Arial"/>
              </w:rPr>
            </w:pPr>
          </w:p>
        </w:tc>
      </w:tr>
      <w:tr w:rsidR="003401A4" w:rsidRPr="00EF2F0E" w14:paraId="0984FA5A"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52" w14:textId="77777777" w:rsidR="00B15E99" w:rsidRPr="00EF2F0E" w:rsidRDefault="00B15E99" w:rsidP="00AB06FD">
            <w:pPr>
              <w:pStyle w:val="TAL"/>
              <w:jc w:val="center"/>
              <w:rPr>
                <w:rFonts w:cs="Arial"/>
              </w:rPr>
            </w:pPr>
            <w:r w:rsidRPr="00EF2F0E">
              <w:rPr>
                <w:rFonts w:cs="Arial"/>
              </w:rPr>
              <w:t>UTRA FDD Band XX or</w:t>
            </w:r>
          </w:p>
          <w:p w14:paraId="0984FA53" w14:textId="77777777" w:rsidR="00B15E99" w:rsidRPr="00EF2F0E" w:rsidRDefault="00B15E99" w:rsidP="00AB06FD">
            <w:pPr>
              <w:pStyle w:val="TAL"/>
              <w:jc w:val="center"/>
              <w:rPr>
                <w:rFonts w:cs="Arial"/>
              </w:rPr>
            </w:pPr>
            <w:r w:rsidRPr="00EF2F0E">
              <w:rPr>
                <w:rFonts w:cs="Arial"/>
              </w:rPr>
              <w:t>E-UTRA Band 20</w:t>
            </w:r>
            <w:r w:rsidR="00B61376" w:rsidRPr="00EF2F0E">
              <w:rPr>
                <w:rFonts w:cs="Arial"/>
                <w:lang w:val="sv-SE"/>
              </w:rPr>
              <w:t xml:space="preserve"> or NR band n20</w:t>
            </w:r>
          </w:p>
        </w:tc>
        <w:tc>
          <w:tcPr>
            <w:tcW w:w="1275" w:type="dxa"/>
            <w:tcBorders>
              <w:top w:val="single" w:sz="4" w:space="0" w:color="auto"/>
              <w:left w:val="single" w:sz="4" w:space="0" w:color="auto"/>
              <w:bottom w:val="single" w:sz="4" w:space="0" w:color="auto"/>
              <w:right w:val="single" w:sz="4" w:space="0" w:color="auto"/>
            </w:tcBorders>
          </w:tcPr>
          <w:p w14:paraId="0984FA54" w14:textId="77777777" w:rsidR="00B15E99" w:rsidRPr="00EF2F0E" w:rsidRDefault="00B15E99" w:rsidP="00AB06FD">
            <w:pPr>
              <w:pStyle w:val="TAL"/>
              <w:jc w:val="center"/>
              <w:rPr>
                <w:rFonts w:cs="Arial"/>
              </w:rPr>
            </w:pPr>
            <w:r w:rsidRPr="00EF2F0E">
              <w:rPr>
                <w:rFonts w:cs="Arial"/>
              </w:rPr>
              <w:t>832 - 862 MHz</w:t>
            </w:r>
          </w:p>
        </w:tc>
        <w:tc>
          <w:tcPr>
            <w:tcW w:w="1418" w:type="dxa"/>
            <w:tcBorders>
              <w:top w:val="single" w:sz="4" w:space="0" w:color="auto"/>
              <w:left w:val="single" w:sz="4" w:space="0" w:color="auto"/>
              <w:bottom w:val="single" w:sz="4" w:space="0" w:color="auto"/>
              <w:right w:val="single" w:sz="4" w:space="0" w:color="auto"/>
            </w:tcBorders>
          </w:tcPr>
          <w:p w14:paraId="0984FA55"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56"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57"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58"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59" w14:textId="77777777" w:rsidR="00B15E99" w:rsidRPr="00EF2F0E" w:rsidRDefault="00B15E99" w:rsidP="00AB06FD">
            <w:pPr>
              <w:pStyle w:val="TAL"/>
              <w:jc w:val="center"/>
              <w:rPr>
                <w:rFonts w:cs="Arial"/>
              </w:rPr>
            </w:pPr>
          </w:p>
        </w:tc>
      </w:tr>
      <w:tr w:rsidR="003401A4" w:rsidRPr="00EF2F0E" w14:paraId="0984FA62"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5B" w14:textId="77777777" w:rsidR="00B15E99" w:rsidRPr="00EF2F0E" w:rsidRDefault="00B15E99" w:rsidP="00AB06FD">
            <w:pPr>
              <w:pStyle w:val="TAL"/>
              <w:jc w:val="center"/>
              <w:rPr>
                <w:rFonts w:cs="Arial"/>
                <w:lang w:val="sv-FI"/>
              </w:rPr>
            </w:pPr>
            <w:r w:rsidRPr="00EF2F0E">
              <w:rPr>
                <w:rFonts w:cs="Arial"/>
                <w:lang w:val="sv-FI"/>
              </w:rPr>
              <w:t>UTRA FDD Band XXI or E-UTRA Band 21</w:t>
            </w:r>
          </w:p>
        </w:tc>
        <w:tc>
          <w:tcPr>
            <w:tcW w:w="1275" w:type="dxa"/>
            <w:tcBorders>
              <w:top w:val="single" w:sz="4" w:space="0" w:color="auto"/>
              <w:left w:val="single" w:sz="4" w:space="0" w:color="auto"/>
              <w:bottom w:val="single" w:sz="4" w:space="0" w:color="auto"/>
              <w:right w:val="single" w:sz="4" w:space="0" w:color="auto"/>
            </w:tcBorders>
          </w:tcPr>
          <w:p w14:paraId="0984FA5C" w14:textId="77777777" w:rsidR="00B15E99" w:rsidRPr="00EF2F0E" w:rsidRDefault="00B15E99" w:rsidP="00AB06FD">
            <w:pPr>
              <w:pStyle w:val="TAL"/>
              <w:jc w:val="center"/>
              <w:rPr>
                <w:rFonts w:cs="Arial"/>
              </w:rPr>
            </w:pPr>
            <w:r w:rsidRPr="00EF2F0E">
              <w:rPr>
                <w:rFonts w:cs="Arial"/>
              </w:rPr>
              <w:t>1447.9 – 1462.9 MHz</w:t>
            </w:r>
          </w:p>
        </w:tc>
        <w:tc>
          <w:tcPr>
            <w:tcW w:w="1418" w:type="dxa"/>
            <w:tcBorders>
              <w:top w:val="single" w:sz="4" w:space="0" w:color="auto"/>
              <w:left w:val="single" w:sz="4" w:space="0" w:color="auto"/>
              <w:bottom w:val="single" w:sz="4" w:space="0" w:color="auto"/>
              <w:right w:val="single" w:sz="4" w:space="0" w:color="auto"/>
            </w:tcBorders>
          </w:tcPr>
          <w:p w14:paraId="0984FA5D"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5E"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5F"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60"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61" w14:textId="77777777" w:rsidR="00B15E99" w:rsidRPr="00EF2F0E" w:rsidRDefault="00F53569" w:rsidP="00AB06FD">
            <w:pPr>
              <w:pStyle w:val="TAL"/>
              <w:jc w:val="center"/>
              <w:rPr>
                <w:rFonts w:cs="Arial"/>
              </w:rPr>
            </w:pPr>
            <w:r w:rsidRPr="00EF2F0E">
              <w:rPr>
                <w:rFonts w:cs="v5.0.0"/>
                <w:lang w:eastAsia="ja-JP"/>
              </w:rPr>
              <w:t>This is not applicable to E-UTRA BS operating in Band 32, 50 or 75</w:t>
            </w:r>
          </w:p>
        </w:tc>
      </w:tr>
      <w:tr w:rsidR="003401A4" w:rsidRPr="00EF2F0E" w14:paraId="0984FA6A"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63" w14:textId="77777777" w:rsidR="00B15E99" w:rsidRPr="00EF2F0E" w:rsidRDefault="00B15E99" w:rsidP="00AB06FD">
            <w:pPr>
              <w:pStyle w:val="TAL"/>
              <w:jc w:val="center"/>
              <w:rPr>
                <w:rFonts w:cs="Arial"/>
                <w:lang w:val="sv-FI"/>
              </w:rPr>
            </w:pPr>
            <w:r w:rsidRPr="00EF2F0E">
              <w:rPr>
                <w:rFonts w:cs="Arial"/>
                <w:lang w:val="sv-FI"/>
              </w:rPr>
              <w:t>UTRA FDD Band XXII or E-UTRA Band 22</w:t>
            </w:r>
          </w:p>
        </w:tc>
        <w:tc>
          <w:tcPr>
            <w:tcW w:w="1275" w:type="dxa"/>
            <w:tcBorders>
              <w:top w:val="single" w:sz="4" w:space="0" w:color="auto"/>
              <w:left w:val="single" w:sz="4" w:space="0" w:color="auto"/>
              <w:bottom w:val="single" w:sz="4" w:space="0" w:color="auto"/>
              <w:right w:val="single" w:sz="4" w:space="0" w:color="auto"/>
            </w:tcBorders>
          </w:tcPr>
          <w:p w14:paraId="0984FA64" w14:textId="77777777" w:rsidR="00B15E99" w:rsidRPr="00EF2F0E" w:rsidRDefault="00B15E99" w:rsidP="00AB06FD">
            <w:pPr>
              <w:pStyle w:val="TAL"/>
              <w:jc w:val="center"/>
              <w:rPr>
                <w:rFonts w:cs="Arial"/>
              </w:rPr>
            </w:pPr>
            <w:r w:rsidRPr="00EF2F0E">
              <w:rPr>
                <w:rFonts w:cs="Arial"/>
              </w:rPr>
              <w:t>3410  – 3490 MHz</w:t>
            </w:r>
          </w:p>
        </w:tc>
        <w:tc>
          <w:tcPr>
            <w:tcW w:w="1418" w:type="dxa"/>
            <w:tcBorders>
              <w:top w:val="single" w:sz="4" w:space="0" w:color="auto"/>
              <w:left w:val="single" w:sz="4" w:space="0" w:color="auto"/>
              <w:bottom w:val="single" w:sz="4" w:space="0" w:color="auto"/>
              <w:right w:val="single" w:sz="4" w:space="0" w:color="auto"/>
            </w:tcBorders>
          </w:tcPr>
          <w:p w14:paraId="0984FA65"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66"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67"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68"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69" w14:textId="77777777" w:rsidR="00B15E99" w:rsidRPr="00EF2F0E" w:rsidRDefault="00B15E99" w:rsidP="00AB06FD">
            <w:pPr>
              <w:pStyle w:val="TAL"/>
              <w:jc w:val="center"/>
              <w:rPr>
                <w:rFonts w:cs="Arial"/>
              </w:rPr>
            </w:pPr>
            <w:r w:rsidRPr="00EF2F0E">
              <w:rPr>
                <w:rFonts w:cs="Arial"/>
              </w:rPr>
              <w:t>This is not applicable to BS operating in Band 42</w:t>
            </w:r>
          </w:p>
        </w:tc>
      </w:tr>
      <w:tr w:rsidR="003401A4" w:rsidRPr="00EF2F0E" w14:paraId="0984FA72"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6B" w14:textId="77777777" w:rsidR="00B15E99" w:rsidRPr="00EF2F0E" w:rsidRDefault="00B15E99" w:rsidP="00AB06FD">
            <w:pPr>
              <w:pStyle w:val="TAL"/>
              <w:jc w:val="center"/>
              <w:rPr>
                <w:rFonts w:cs="Arial"/>
              </w:rPr>
            </w:pPr>
            <w:r w:rsidRPr="00EF2F0E">
              <w:rPr>
                <w:rFonts w:cs="Arial"/>
              </w:rPr>
              <w:t>E-UTRA Band 23</w:t>
            </w:r>
          </w:p>
        </w:tc>
        <w:tc>
          <w:tcPr>
            <w:tcW w:w="1275" w:type="dxa"/>
            <w:tcBorders>
              <w:top w:val="single" w:sz="4" w:space="0" w:color="auto"/>
              <w:left w:val="single" w:sz="4" w:space="0" w:color="auto"/>
              <w:bottom w:val="single" w:sz="4" w:space="0" w:color="auto"/>
              <w:right w:val="single" w:sz="4" w:space="0" w:color="auto"/>
            </w:tcBorders>
          </w:tcPr>
          <w:p w14:paraId="0984FA6C" w14:textId="77777777" w:rsidR="00B15E99" w:rsidRPr="00EF2F0E" w:rsidRDefault="00B15E99" w:rsidP="00AB06FD">
            <w:pPr>
              <w:pStyle w:val="TAL"/>
              <w:jc w:val="center"/>
              <w:rPr>
                <w:rFonts w:cs="Arial"/>
              </w:rPr>
            </w:pPr>
            <w:r w:rsidRPr="00EF2F0E">
              <w:rPr>
                <w:rFonts w:cs="Arial"/>
              </w:rPr>
              <w:t>2000 - 2020 MHz</w:t>
            </w:r>
          </w:p>
        </w:tc>
        <w:tc>
          <w:tcPr>
            <w:tcW w:w="1418" w:type="dxa"/>
            <w:tcBorders>
              <w:top w:val="single" w:sz="4" w:space="0" w:color="auto"/>
              <w:left w:val="single" w:sz="4" w:space="0" w:color="auto"/>
              <w:bottom w:val="single" w:sz="4" w:space="0" w:color="auto"/>
              <w:right w:val="single" w:sz="4" w:space="0" w:color="auto"/>
            </w:tcBorders>
          </w:tcPr>
          <w:p w14:paraId="0984FA6D"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6E"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6F"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70"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71" w14:textId="77777777" w:rsidR="00B15E99" w:rsidRPr="00EF2F0E" w:rsidRDefault="00B15E99" w:rsidP="00AB06FD">
            <w:pPr>
              <w:pStyle w:val="TAL"/>
              <w:jc w:val="center"/>
              <w:rPr>
                <w:rFonts w:cs="Arial"/>
              </w:rPr>
            </w:pPr>
          </w:p>
        </w:tc>
      </w:tr>
      <w:tr w:rsidR="003401A4" w:rsidRPr="00EF2F0E" w14:paraId="0984FA7A"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73" w14:textId="77777777" w:rsidR="00B15E99" w:rsidRPr="00EF2F0E" w:rsidRDefault="00B15E99" w:rsidP="00AB06FD">
            <w:pPr>
              <w:pStyle w:val="TAL"/>
              <w:jc w:val="center"/>
              <w:rPr>
                <w:rFonts w:cs="Arial"/>
              </w:rPr>
            </w:pPr>
            <w:r w:rsidRPr="00EF2F0E">
              <w:rPr>
                <w:rFonts w:cs="Arial"/>
              </w:rPr>
              <w:t>E-UTRA Band 24</w:t>
            </w:r>
          </w:p>
        </w:tc>
        <w:tc>
          <w:tcPr>
            <w:tcW w:w="1275" w:type="dxa"/>
            <w:tcBorders>
              <w:top w:val="single" w:sz="4" w:space="0" w:color="auto"/>
              <w:left w:val="single" w:sz="4" w:space="0" w:color="auto"/>
              <w:bottom w:val="single" w:sz="4" w:space="0" w:color="auto"/>
              <w:right w:val="single" w:sz="4" w:space="0" w:color="auto"/>
            </w:tcBorders>
          </w:tcPr>
          <w:p w14:paraId="0984FA74" w14:textId="77777777" w:rsidR="00B15E99" w:rsidRPr="00EF2F0E" w:rsidRDefault="00B15E99" w:rsidP="00AB06FD">
            <w:pPr>
              <w:pStyle w:val="TAL"/>
              <w:jc w:val="center"/>
              <w:rPr>
                <w:rFonts w:cs="Arial"/>
              </w:rPr>
            </w:pPr>
            <w:r w:rsidRPr="00EF2F0E">
              <w:rPr>
                <w:rFonts w:cs="Arial"/>
              </w:rPr>
              <w:t>1626.5 – 1660.5 MHz</w:t>
            </w:r>
          </w:p>
        </w:tc>
        <w:tc>
          <w:tcPr>
            <w:tcW w:w="1418" w:type="dxa"/>
            <w:tcBorders>
              <w:top w:val="single" w:sz="4" w:space="0" w:color="auto"/>
              <w:left w:val="single" w:sz="4" w:space="0" w:color="auto"/>
              <w:bottom w:val="single" w:sz="4" w:space="0" w:color="auto"/>
              <w:right w:val="single" w:sz="4" w:space="0" w:color="auto"/>
            </w:tcBorders>
          </w:tcPr>
          <w:p w14:paraId="0984FA75"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76"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77"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78"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79" w14:textId="77777777" w:rsidR="00B15E99" w:rsidRPr="00EF2F0E" w:rsidRDefault="00B15E99" w:rsidP="00AB06FD">
            <w:pPr>
              <w:pStyle w:val="TAL"/>
              <w:jc w:val="center"/>
              <w:rPr>
                <w:rFonts w:cs="Arial"/>
              </w:rPr>
            </w:pPr>
          </w:p>
        </w:tc>
      </w:tr>
      <w:tr w:rsidR="003401A4" w:rsidRPr="00EF2F0E" w14:paraId="0984FA83"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7B" w14:textId="77777777" w:rsidR="00B15E99" w:rsidRPr="00EF2F0E" w:rsidRDefault="00B15E99" w:rsidP="00AB06FD">
            <w:pPr>
              <w:pStyle w:val="TAL"/>
              <w:jc w:val="center"/>
              <w:rPr>
                <w:rFonts w:cs="Arial"/>
              </w:rPr>
            </w:pPr>
            <w:r w:rsidRPr="00EF2F0E">
              <w:rPr>
                <w:rFonts w:cs="Arial"/>
              </w:rPr>
              <w:t>UTRA FDD Band XX</w:t>
            </w:r>
            <w:r w:rsidRPr="00EF2F0E">
              <w:rPr>
                <w:rFonts w:cs="Arial"/>
                <w:lang w:eastAsia="zh-CN"/>
              </w:rPr>
              <w:t>V</w:t>
            </w:r>
            <w:r w:rsidRPr="00EF2F0E">
              <w:rPr>
                <w:rFonts w:cs="Arial"/>
              </w:rPr>
              <w:t xml:space="preserve"> or E-UTRA Band 2</w:t>
            </w:r>
            <w:r w:rsidRPr="00EF2F0E">
              <w:rPr>
                <w:rFonts w:cs="Arial"/>
                <w:lang w:eastAsia="zh-CN"/>
              </w:rPr>
              <w:t>5</w:t>
            </w:r>
            <w:r w:rsidR="00B61376" w:rsidRPr="00EF2F0E">
              <w:rPr>
                <w:rFonts w:cs="Arial"/>
                <w:lang w:val="sv-SE" w:eastAsia="zh-CN"/>
              </w:rPr>
              <w:t xml:space="preserve"> or NR band n25</w:t>
            </w:r>
          </w:p>
        </w:tc>
        <w:tc>
          <w:tcPr>
            <w:tcW w:w="1275" w:type="dxa"/>
            <w:tcBorders>
              <w:top w:val="single" w:sz="4" w:space="0" w:color="auto"/>
              <w:left w:val="single" w:sz="4" w:space="0" w:color="auto"/>
              <w:bottom w:val="single" w:sz="4" w:space="0" w:color="auto"/>
              <w:right w:val="single" w:sz="4" w:space="0" w:color="auto"/>
            </w:tcBorders>
          </w:tcPr>
          <w:p w14:paraId="0984FA7C" w14:textId="77777777" w:rsidR="00B15E99" w:rsidRPr="00EF2F0E" w:rsidRDefault="00B15E99" w:rsidP="00AB06FD">
            <w:pPr>
              <w:pStyle w:val="TAL"/>
              <w:jc w:val="center"/>
              <w:rPr>
                <w:rFonts w:cs="Arial"/>
                <w:lang w:eastAsia="zh-CN"/>
              </w:rPr>
            </w:pPr>
            <w:r w:rsidRPr="00EF2F0E">
              <w:rPr>
                <w:rFonts w:cs="Arial"/>
              </w:rPr>
              <w:t>1850 - 191</w:t>
            </w:r>
            <w:r w:rsidRPr="00EF2F0E">
              <w:rPr>
                <w:rFonts w:cs="Arial"/>
                <w:lang w:eastAsia="zh-CN"/>
              </w:rPr>
              <w:t>5</w:t>
            </w:r>
            <w:r w:rsidRPr="00EF2F0E">
              <w:rPr>
                <w:rFonts w:cs="Arial"/>
              </w:rPr>
              <w:t xml:space="preserve"> MHz</w:t>
            </w:r>
          </w:p>
          <w:p w14:paraId="0984FA7D" w14:textId="77777777" w:rsidR="00B15E99" w:rsidRPr="00EF2F0E" w:rsidRDefault="00B15E99" w:rsidP="00AB06FD">
            <w:pPr>
              <w:pStyle w:val="TAL"/>
              <w:jc w:val="center"/>
              <w:rPr>
                <w:rFonts w:cs="Arial"/>
              </w:rPr>
            </w:pPr>
          </w:p>
        </w:tc>
        <w:tc>
          <w:tcPr>
            <w:tcW w:w="1418" w:type="dxa"/>
            <w:tcBorders>
              <w:top w:val="single" w:sz="4" w:space="0" w:color="auto"/>
              <w:left w:val="single" w:sz="4" w:space="0" w:color="auto"/>
              <w:bottom w:val="single" w:sz="4" w:space="0" w:color="auto"/>
              <w:right w:val="single" w:sz="4" w:space="0" w:color="auto"/>
            </w:tcBorders>
          </w:tcPr>
          <w:p w14:paraId="0984FA7E"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7F"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80"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81"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82" w14:textId="77777777" w:rsidR="00B15E99" w:rsidRPr="00EF2F0E" w:rsidRDefault="00B15E99" w:rsidP="00AB06FD">
            <w:pPr>
              <w:pStyle w:val="TAL"/>
              <w:jc w:val="center"/>
              <w:rPr>
                <w:rFonts w:cs="Arial"/>
              </w:rPr>
            </w:pPr>
          </w:p>
        </w:tc>
      </w:tr>
      <w:tr w:rsidR="003401A4" w:rsidRPr="00EF2F0E" w14:paraId="0984FA8C"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84" w14:textId="77777777" w:rsidR="00B15E99" w:rsidRPr="00EF2F0E" w:rsidRDefault="00B15E99" w:rsidP="00AB06FD">
            <w:pPr>
              <w:pStyle w:val="TAL"/>
              <w:jc w:val="center"/>
              <w:rPr>
                <w:rFonts w:cs="Arial"/>
                <w:lang w:val="sv-FI"/>
              </w:rPr>
            </w:pPr>
            <w:r w:rsidRPr="00EF2F0E">
              <w:rPr>
                <w:rFonts w:cs="Arial"/>
                <w:lang w:val="sv-FI"/>
              </w:rPr>
              <w:t>UTRA FDD Band XX</w:t>
            </w:r>
            <w:r w:rsidRPr="00EF2F0E">
              <w:rPr>
                <w:rFonts w:cs="Arial"/>
                <w:lang w:val="sv-FI" w:eastAsia="zh-CN"/>
              </w:rPr>
              <w:t>VI</w:t>
            </w:r>
            <w:r w:rsidRPr="00EF2F0E">
              <w:rPr>
                <w:rFonts w:cs="Arial"/>
                <w:lang w:val="sv-FI"/>
              </w:rPr>
              <w:t xml:space="preserve"> or E-UTRA Band 2</w:t>
            </w:r>
            <w:r w:rsidRPr="00EF2F0E">
              <w:rPr>
                <w:rFonts w:cs="Arial"/>
                <w:lang w:val="sv-FI" w:eastAsia="zh-CN"/>
              </w:rPr>
              <w:t>6</w:t>
            </w:r>
          </w:p>
        </w:tc>
        <w:tc>
          <w:tcPr>
            <w:tcW w:w="1275" w:type="dxa"/>
            <w:tcBorders>
              <w:top w:val="single" w:sz="4" w:space="0" w:color="auto"/>
              <w:left w:val="single" w:sz="4" w:space="0" w:color="auto"/>
              <w:bottom w:val="single" w:sz="4" w:space="0" w:color="auto"/>
              <w:right w:val="single" w:sz="4" w:space="0" w:color="auto"/>
            </w:tcBorders>
          </w:tcPr>
          <w:p w14:paraId="0984FA85" w14:textId="77777777" w:rsidR="00B15E99" w:rsidRPr="00EF2F0E" w:rsidRDefault="00B15E99" w:rsidP="00AB06FD">
            <w:pPr>
              <w:pStyle w:val="TAL"/>
              <w:jc w:val="center"/>
              <w:rPr>
                <w:rFonts w:cs="Arial"/>
                <w:lang w:eastAsia="zh-CN"/>
              </w:rPr>
            </w:pPr>
            <w:r w:rsidRPr="00EF2F0E">
              <w:rPr>
                <w:rFonts w:cs="Arial"/>
              </w:rPr>
              <w:t>814 - 849 MHz</w:t>
            </w:r>
          </w:p>
          <w:p w14:paraId="0984FA86" w14:textId="77777777" w:rsidR="00B15E99" w:rsidRPr="00EF2F0E" w:rsidRDefault="00B15E99" w:rsidP="00AB06FD">
            <w:pPr>
              <w:pStyle w:val="TAL"/>
              <w:jc w:val="center"/>
              <w:rPr>
                <w:rFonts w:cs="Arial"/>
              </w:rPr>
            </w:pPr>
          </w:p>
        </w:tc>
        <w:tc>
          <w:tcPr>
            <w:tcW w:w="1418" w:type="dxa"/>
            <w:tcBorders>
              <w:top w:val="single" w:sz="4" w:space="0" w:color="auto"/>
              <w:left w:val="single" w:sz="4" w:space="0" w:color="auto"/>
              <w:bottom w:val="single" w:sz="4" w:space="0" w:color="auto"/>
              <w:right w:val="single" w:sz="4" w:space="0" w:color="auto"/>
            </w:tcBorders>
          </w:tcPr>
          <w:p w14:paraId="0984FA87"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88"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89"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8A"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8B" w14:textId="77777777" w:rsidR="00B15E99" w:rsidRPr="00EF2F0E" w:rsidRDefault="00B15E99" w:rsidP="00AB06FD">
            <w:pPr>
              <w:pStyle w:val="TAL"/>
              <w:jc w:val="center"/>
              <w:rPr>
                <w:rFonts w:cs="Arial"/>
              </w:rPr>
            </w:pPr>
          </w:p>
        </w:tc>
      </w:tr>
      <w:tr w:rsidR="003401A4" w:rsidRPr="00EF2F0E" w14:paraId="0984FA94"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8D" w14:textId="77777777" w:rsidR="00B15E99" w:rsidRPr="00EF2F0E" w:rsidRDefault="00B15E99" w:rsidP="00AB06FD">
            <w:pPr>
              <w:pStyle w:val="TAL"/>
              <w:jc w:val="center"/>
              <w:rPr>
                <w:rFonts w:cs="Arial"/>
              </w:rPr>
            </w:pPr>
            <w:r w:rsidRPr="00EF2F0E">
              <w:rPr>
                <w:rFonts w:cs="Arial"/>
              </w:rPr>
              <w:t>E-UTRA Band 27</w:t>
            </w:r>
          </w:p>
        </w:tc>
        <w:tc>
          <w:tcPr>
            <w:tcW w:w="1275" w:type="dxa"/>
            <w:tcBorders>
              <w:top w:val="single" w:sz="4" w:space="0" w:color="auto"/>
              <w:left w:val="single" w:sz="4" w:space="0" w:color="auto"/>
              <w:bottom w:val="single" w:sz="4" w:space="0" w:color="auto"/>
              <w:right w:val="single" w:sz="4" w:space="0" w:color="auto"/>
            </w:tcBorders>
          </w:tcPr>
          <w:p w14:paraId="0984FA8E" w14:textId="77777777" w:rsidR="00B15E99" w:rsidRPr="00EF2F0E" w:rsidRDefault="00B15E99" w:rsidP="00AB06FD">
            <w:pPr>
              <w:pStyle w:val="TAL"/>
              <w:jc w:val="center"/>
              <w:rPr>
                <w:rFonts w:cs="Arial"/>
              </w:rPr>
            </w:pPr>
            <w:r w:rsidRPr="00EF2F0E">
              <w:rPr>
                <w:rFonts w:cs="Arial"/>
              </w:rPr>
              <w:t>807 - 824 MHz</w:t>
            </w:r>
          </w:p>
        </w:tc>
        <w:tc>
          <w:tcPr>
            <w:tcW w:w="1418" w:type="dxa"/>
            <w:tcBorders>
              <w:top w:val="single" w:sz="4" w:space="0" w:color="auto"/>
              <w:left w:val="single" w:sz="4" w:space="0" w:color="auto"/>
              <w:bottom w:val="single" w:sz="4" w:space="0" w:color="auto"/>
              <w:right w:val="single" w:sz="4" w:space="0" w:color="auto"/>
            </w:tcBorders>
          </w:tcPr>
          <w:p w14:paraId="0984FA8F"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90"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91"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92"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93" w14:textId="77777777" w:rsidR="00B15E99" w:rsidRPr="00EF2F0E" w:rsidRDefault="00B15E99" w:rsidP="00AB06FD">
            <w:pPr>
              <w:pStyle w:val="TAL"/>
              <w:jc w:val="center"/>
              <w:rPr>
                <w:rFonts w:cs="Arial"/>
              </w:rPr>
            </w:pPr>
          </w:p>
        </w:tc>
      </w:tr>
      <w:tr w:rsidR="003401A4" w:rsidRPr="00EF2F0E" w14:paraId="0984FA9C"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95" w14:textId="77777777" w:rsidR="00B15E99" w:rsidRPr="00EF2F0E" w:rsidRDefault="00B15E99" w:rsidP="00AB06FD">
            <w:pPr>
              <w:pStyle w:val="TAL"/>
              <w:jc w:val="center"/>
              <w:rPr>
                <w:rFonts w:cs="Arial"/>
              </w:rPr>
            </w:pPr>
            <w:r w:rsidRPr="00EF2F0E">
              <w:rPr>
                <w:rFonts w:cs="Arial"/>
              </w:rPr>
              <w:t>E-UTRA Band 28</w:t>
            </w:r>
            <w:r w:rsidR="00B61376" w:rsidRPr="00EF2F0E">
              <w:rPr>
                <w:rFonts w:cs="Arial"/>
              </w:rPr>
              <w:t xml:space="preserve"> or NR band n28</w:t>
            </w:r>
          </w:p>
        </w:tc>
        <w:tc>
          <w:tcPr>
            <w:tcW w:w="1275" w:type="dxa"/>
            <w:tcBorders>
              <w:top w:val="single" w:sz="4" w:space="0" w:color="auto"/>
              <w:left w:val="single" w:sz="4" w:space="0" w:color="auto"/>
              <w:bottom w:val="single" w:sz="4" w:space="0" w:color="auto"/>
              <w:right w:val="single" w:sz="4" w:space="0" w:color="auto"/>
            </w:tcBorders>
          </w:tcPr>
          <w:p w14:paraId="0984FA96" w14:textId="77777777" w:rsidR="00B15E99" w:rsidRPr="00EF2F0E" w:rsidRDefault="00B15E99" w:rsidP="00AB06FD">
            <w:pPr>
              <w:pStyle w:val="TAL"/>
              <w:jc w:val="center"/>
              <w:rPr>
                <w:rFonts w:cs="Arial"/>
              </w:rPr>
            </w:pPr>
            <w:r w:rsidRPr="00EF2F0E">
              <w:rPr>
                <w:rFonts w:cs="Arial"/>
              </w:rPr>
              <w:t>703 – 748 MHz</w:t>
            </w:r>
          </w:p>
        </w:tc>
        <w:tc>
          <w:tcPr>
            <w:tcW w:w="1418" w:type="dxa"/>
            <w:tcBorders>
              <w:top w:val="single" w:sz="4" w:space="0" w:color="auto"/>
              <w:left w:val="single" w:sz="4" w:space="0" w:color="auto"/>
              <w:bottom w:val="single" w:sz="4" w:space="0" w:color="auto"/>
              <w:right w:val="single" w:sz="4" w:space="0" w:color="auto"/>
            </w:tcBorders>
          </w:tcPr>
          <w:p w14:paraId="0984FA97"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98"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99"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9A"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9B" w14:textId="77777777" w:rsidR="00B15E99" w:rsidRPr="00EF2F0E" w:rsidRDefault="00B15E99" w:rsidP="00AB06FD">
            <w:pPr>
              <w:pStyle w:val="TAL"/>
              <w:jc w:val="center"/>
              <w:rPr>
                <w:rFonts w:cs="Arial"/>
              </w:rPr>
            </w:pPr>
            <w:r w:rsidRPr="00EF2F0E">
              <w:rPr>
                <w:rFonts w:cs="Arial"/>
              </w:rPr>
              <w:t>This is not applicable to BS operating in Band 44</w:t>
            </w:r>
          </w:p>
        </w:tc>
      </w:tr>
      <w:tr w:rsidR="003401A4" w:rsidRPr="00EF2F0E" w14:paraId="0984FAA4"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9D" w14:textId="77777777" w:rsidR="00B15E99" w:rsidRPr="00EF2F0E" w:rsidRDefault="00B15E99" w:rsidP="00AB06FD">
            <w:pPr>
              <w:pStyle w:val="TAL"/>
              <w:jc w:val="center"/>
              <w:rPr>
                <w:rFonts w:cs="Arial"/>
              </w:rPr>
            </w:pPr>
            <w:r w:rsidRPr="00EF2F0E">
              <w:rPr>
                <w:rFonts w:cs="Arial"/>
              </w:rPr>
              <w:t>E-UTRA Band 30</w:t>
            </w:r>
          </w:p>
        </w:tc>
        <w:tc>
          <w:tcPr>
            <w:tcW w:w="1275" w:type="dxa"/>
            <w:tcBorders>
              <w:top w:val="single" w:sz="4" w:space="0" w:color="auto"/>
              <w:left w:val="single" w:sz="4" w:space="0" w:color="auto"/>
              <w:bottom w:val="single" w:sz="4" w:space="0" w:color="auto"/>
              <w:right w:val="single" w:sz="4" w:space="0" w:color="auto"/>
            </w:tcBorders>
          </w:tcPr>
          <w:p w14:paraId="0984FA9E" w14:textId="77777777" w:rsidR="00B15E99" w:rsidRPr="00EF2F0E" w:rsidRDefault="00B15E99" w:rsidP="00AB06FD">
            <w:pPr>
              <w:pStyle w:val="TAL"/>
              <w:jc w:val="center"/>
              <w:rPr>
                <w:rFonts w:cs="Arial"/>
              </w:rPr>
            </w:pPr>
            <w:r w:rsidRPr="00EF2F0E">
              <w:rPr>
                <w:rFonts w:cs="Arial"/>
              </w:rPr>
              <w:t>2305 - 2315 MHz</w:t>
            </w:r>
          </w:p>
        </w:tc>
        <w:tc>
          <w:tcPr>
            <w:tcW w:w="1418" w:type="dxa"/>
            <w:tcBorders>
              <w:top w:val="single" w:sz="4" w:space="0" w:color="auto"/>
              <w:left w:val="single" w:sz="4" w:space="0" w:color="auto"/>
              <w:bottom w:val="single" w:sz="4" w:space="0" w:color="auto"/>
              <w:right w:val="single" w:sz="4" w:space="0" w:color="auto"/>
            </w:tcBorders>
          </w:tcPr>
          <w:p w14:paraId="0984FA9F"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A0"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A1"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A2"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A3" w14:textId="77777777" w:rsidR="00B15E99" w:rsidRPr="00EF2F0E" w:rsidRDefault="00B15E99" w:rsidP="00AB06FD">
            <w:pPr>
              <w:pStyle w:val="TAL"/>
              <w:jc w:val="center"/>
              <w:rPr>
                <w:rFonts w:cs="Arial"/>
              </w:rPr>
            </w:pPr>
            <w:r w:rsidRPr="00EF2F0E">
              <w:rPr>
                <w:rFonts w:cs="Arial"/>
              </w:rPr>
              <w:t>This is not applicable to BS operating in Band 40</w:t>
            </w:r>
          </w:p>
        </w:tc>
      </w:tr>
      <w:tr w:rsidR="003401A4" w:rsidRPr="00EF2F0E" w14:paraId="0984FAAC"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A5" w14:textId="77777777" w:rsidR="00B15E99" w:rsidRPr="00EF2F0E" w:rsidRDefault="00B15E99" w:rsidP="00AB06FD">
            <w:pPr>
              <w:pStyle w:val="TAL"/>
              <w:jc w:val="center"/>
              <w:rPr>
                <w:rFonts w:cs="Arial"/>
              </w:rPr>
            </w:pPr>
            <w:r w:rsidRPr="00EF2F0E">
              <w:rPr>
                <w:rFonts w:cs="Arial"/>
              </w:rPr>
              <w:t>E-UTRA Band 31</w:t>
            </w:r>
          </w:p>
        </w:tc>
        <w:tc>
          <w:tcPr>
            <w:tcW w:w="1275" w:type="dxa"/>
            <w:tcBorders>
              <w:top w:val="single" w:sz="4" w:space="0" w:color="auto"/>
              <w:left w:val="single" w:sz="4" w:space="0" w:color="auto"/>
              <w:bottom w:val="single" w:sz="4" w:space="0" w:color="auto"/>
              <w:right w:val="single" w:sz="4" w:space="0" w:color="auto"/>
            </w:tcBorders>
          </w:tcPr>
          <w:p w14:paraId="0984FAA6" w14:textId="77777777" w:rsidR="00B15E99" w:rsidRPr="00EF2F0E" w:rsidRDefault="00B15E99" w:rsidP="00AB06FD">
            <w:pPr>
              <w:pStyle w:val="TAL"/>
              <w:jc w:val="center"/>
              <w:rPr>
                <w:rFonts w:cs="Arial"/>
              </w:rPr>
            </w:pPr>
            <w:r w:rsidRPr="00EF2F0E">
              <w:rPr>
                <w:rFonts w:cs="Arial"/>
              </w:rPr>
              <w:t>452.5 – 457.5 MHz</w:t>
            </w:r>
          </w:p>
        </w:tc>
        <w:tc>
          <w:tcPr>
            <w:tcW w:w="1418" w:type="dxa"/>
            <w:tcBorders>
              <w:top w:val="single" w:sz="4" w:space="0" w:color="auto"/>
              <w:left w:val="single" w:sz="4" w:space="0" w:color="auto"/>
              <w:bottom w:val="single" w:sz="4" w:space="0" w:color="auto"/>
              <w:right w:val="single" w:sz="4" w:space="0" w:color="auto"/>
            </w:tcBorders>
          </w:tcPr>
          <w:p w14:paraId="0984FAA7"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A8"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A9"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AA"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AB" w14:textId="77777777" w:rsidR="00B15E99" w:rsidRPr="00EF2F0E" w:rsidRDefault="00B15E99" w:rsidP="00AB06FD">
            <w:pPr>
              <w:pStyle w:val="TAL"/>
              <w:jc w:val="center"/>
              <w:rPr>
                <w:rFonts w:cs="Arial"/>
              </w:rPr>
            </w:pPr>
          </w:p>
        </w:tc>
      </w:tr>
      <w:tr w:rsidR="003401A4" w:rsidRPr="00EF2F0E" w14:paraId="0984FAB5"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AD" w14:textId="77777777" w:rsidR="00B15E99" w:rsidRPr="00EF2F0E" w:rsidRDefault="00B15E99" w:rsidP="00AB06FD">
            <w:pPr>
              <w:pStyle w:val="TAL"/>
              <w:jc w:val="center"/>
              <w:rPr>
                <w:rFonts w:cs="Arial"/>
              </w:rPr>
            </w:pPr>
            <w:r w:rsidRPr="00EF2F0E">
              <w:rPr>
                <w:rFonts w:cs="Arial"/>
              </w:rPr>
              <w:t>UTRA TDD Band a) or E-UTRA Band 33</w:t>
            </w:r>
          </w:p>
        </w:tc>
        <w:tc>
          <w:tcPr>
            <w:tcW w:w="1275" w:type="dxa"/>
            <w:tcBorders>
              <w:top w:val="single" w:sz="4" w:space="0" w:color="auto"/>
              <w:left w:val="single" w:sz="4" w:space="0" w:color="auto"/>
              <w:bottom w:val="single" w:sz="4" w:space="0" w:color="auto"/>
              <w:right w:val="single" w:sz="4" w:space="0" w:color="auto"/>
            </w:tcBorders>
          </w:tcPr>
          <w:p w14:paraId="0984FAAE" w14:textId="77777777" w:rsidR="00B15E99" w:rsidRPr="00EF2F0E" w:rsidRDefault="00B15E99" w:rsidP="00AB06FD">
            <w:pPr>
              <w:pStyle w:val="TAL"/>
              <w:jc w:val="center"/>
              <w:rPr>
                <w:rFonts w:cs="Arial"/>
                <w:lang w:eastAsia="zh-CN"/>
              </w:rPr>
            </w:pPr>
            <w:r w:rsidRPr="00EF2F0E">
              <w:rPr>
                <w:rFonts w:cs="Arial"/>
              </w:rPr>
              <w:t>1900 - 1920 MHz</w:t>
            </w:r>
          </w:p>
          <w:p w14:paraId="0984FAAF" w14:textId="77777777" w:rsidR="00B15E99" w:rsidRPr="00EF2F0E" w:rsidRDefault="00B15E99" w:rsidP="00AB06FD">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0984FAB0"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B1"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B2"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B3"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B4" w14:textId="77777777" w:rsidR="00B15E99" w:rsidRPr="00EF2F0E" w:rsidRDefault="00B15E99" w:rsidP="00AB06FD">
            <w:pPr>
              <w:pStyle w:val="TAL"/>
              <w:jc w:val="center"/>
              <w:rPr>
                <w:rFonts w:cs="Arial"/>
                <w:lang w:eastAsia="zh-CN"/>
              </w:rPr>
            </w:pPr>
            <w:r w:rsidRPr="00EF2F0E">
              <w:rPr>
                <w:rFonts w:cs="Arial"/>
              </w:rPr>
              <w:t>This is not applicable to BS operating in Band 33</w:t>
            </w:r>
          </w:p>
        </w:tc>
      </w:tr>
      <w:tr w:rsidR="003401A4" w:rsidRPr="00EF2F0E" w14:paraId="0984FABD"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B6" w14:textId="77777777" w:rsidR="00B15E99" w:rsidRPr="00EF2F0E" w:rsidRDefault="00B15E99" w:rsidP="00AB06FD">
            <w:pPr>
              <w:pStyle w:val="TAL"/>
              <w:jc w:val="center"/>
              <w:rPr>
                <w:rFonts w:cs="Arial"/>
              </w:rPr>
            </w:pPr>
            <w:r w:rsidRPr="00EF2F0E">
              <w:rPr>
                <w:rFonts w:cs="Arial"/>
              </w:rPr>
              <w:t>UTRA TDD Band a) or E-UTRA Band 34</w:t>
            </w:r>
            <w:r w:rsidR="00B61376" w:rsidRPr="00EF2F0E">
              <w:rPr>
                <w:rFonts w:cs="Arial"/>
              </w:rPr>
              <w:t xml:space="preserve"> or NR band n34</w:t>
            </w:r>
          </w:p>
        </w:tc>
        <w:tc>
          <w:tcPr>
            <w:tcW w:w="1275" w:type="dxa"/>
            <w:tcBorders>
              <w:top w:val="single" w:sz="4" w:space="0" w:color="auto"/>
              <w:left w:val="single" w:sz="4" w:space="0" w:color="auto"/>
              <w:bottom w:val="single" w:sz="4" w:space="0" w:color="auto"/>
              <w:right w:val="single" w:sz="4" w:space="0" w:color="auto"/>
            </w:tcBorders>
          </w:tcPr>
          <w:p w14:paraId="0984FAB7" w14:textId="77777777" w:rsidR="00B15E99" w:rsidRPr="00EF2F0E" w:rsidRDefault="00B15E99" w:rsidP="00AB06FD">
            <w:pPr>
              <w:pStyle w:val="TAL"/>
              <w:jc w:val="center"/>
              <w:rPr>
                <w:rFonts w:cs="Arial"/>
              </w:rPr>
            </w:pPr>
            <w:r w:rsidRPr="00EF2F0E">
              <w:rPr>
                <w:rFonts w:cs="Arial"/>
              </w:rPr>
              <w:t>2010 - 2025 MHz</w:t>
            </w:r>
          </w:p>
        </w:tc>
        <w:tc>
          <w:tcPr>
            <w:tcW w:w="1418" w:type="dxa"/>
            <w:tcBorders>
              <w:top w:val="single" w:sz="4" w:space="0" w:color="auto"/>
              <w:left w:val="single" w:sz="4" w:space="0" w:color="auto"/>
              <w:bottom w:val="single" w:sz="4" w:space="0" w:color="auto"/>
              <w:right w:val="single" w:sz="4" w:space="0" w:color="auto"/>
            </w:tcBorders>
          </w:tcPr>
          <w:p w14:paraId="0984FAB8"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B9"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BA"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BB"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BC" w14:textId="77777777" w:rsidR="00B15E99" w:rsidRPr="00EF2F0E" w:rsidRDefault="00B15E99" w:rsidP="00AB06FD">
            <w:pPr>
              <w:pStyle w:val="TAL"/>
              <w:jc w:val="center"/>
              <w:rPr>
                <w:rFonts w:cs="Arial"/>
              </w:rPr>
            </w:pPr>
            <w:r w:rsidRPr="00EF2F0E">
              <w:rPr>
                <w:rFonts w:cs="Arial"/>
              </w:rPr>
              <w:t>This is not applicable to BS operating in Band 34</w:t>
            </w:r>
          </w:p>
        </w:tc>
      </w:tr>
      <w:tr w:rsidR="003401A4" w:rsidRPr="00EF2F0E" w14:paraId="0984FAC6"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BE" w14:textId="77777777" w:rsidR="00B15E99" w:rsidRPr="00EF2F0E" w:rsidRDefault="00B15E99" w:rsidP="00AB06FD">
            <w:pPr>
              <w:pStyle w:val="TAL"/>
              <w:jc w:val="center"/>
              <w:rPr>
                <w:rFonts w:cs="Arial"/>
                <w:lang w:val="sv-FI"/>
              </w:rPr>
            </w:pPr>
            <w:r w:rsidRPr="00EF2F0E">
              <w:rPr>
                <w:rFonts w:cs="Arial"/>
                <w:lang w:val="sv-FI"/>
              </w:rPr>
              <w:t>UTRA TDD Band b) or E-UTRA Band 35</w:t>
            </w:r>
          </w:p>
        </w:tc>
        <w:tc>
          <w:tcPr>
            <w:tcW w:w="1275" w:type="dxa"/>
            <w:tcBorders>
              <w:top w:val="single" w:sz="4" w:space="0" w:color="auto"/>
              <w:left w:val="single" w:sz="4" w:space="0" w:color="auto"/>
              <w:bottom w:val="single" w:sz="4" w:space="0" w:color="auto"/>
              <w:right w:val="single" w:sz="4" w:space="0" w:color="auto"/>
            </w:tcBorders>
          </w:tcPr>
          <w:p w14:paraId="0984FABF" w14:textId="77777777" w:rsidR="00B15E99" w:rsidRPr="00EF2F0E" w:rsidRDefault="00B15E99" w:rsidP="00AB06FD">
            <w:pPr>
              <w:pStyle w:val="TAL"/>
              <w:jc w:val="center"/>
              <w:rPr>
                <w:rFonts w:cs="Arial"/>
                <w:lang w:eastAsia="zh-CN"/>
              </w:rPr>
            </w:pPr>
            <w:r w:rsidRPr="00EF2F0E">
              <w:rPr>
                <w:rFonts w:cs="Arial"/>
              </w:rPr>
              <w:t>1850 – 1910 MHz</w:t>
            </w:r>
          </w:p>
          <w:p w14:paraId="0984FAC0" w14:textId="77777777" w:rsidR="00B15E99" w:rsidRPr="00EF2F0E" w:rsidRDefault="00B15E99" w:rsidP="00AB06FD">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0984FAC1"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C2"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C3"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C4"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C5" w14:textId="77777777" w:rsidR="00B15E99" w:rsidRPr="00EF2F0E" w:rsidRDefault="00B15E99" w:rsidP="00AB06FD">
            <w:pPr>
              <w:pStyle w:val="TAL"/>
              <w:jc w:val="center"/>
              <w:rPr>
                <w:rFonts w:cs="Arial"/>
              </w:rPr>
            </w:pPr>
            <w:r w:rsidRPr="00EF2F0E">
              <w:rPr>
                <w:rFonts w:cs="Arial"/>
              </w:rPr>
              <w:t xml:space="preserve">This is not applicable to BS operating in Band </w:t>
            </w:r>
            <w:r w:rsidRPr="00EF2F0E">
              <w:rPr>
                <w:rFonts w:cs="Arial"/>
                <w:lang w:eastAsia="zh-CN"/>
              </w:rPr>
              <w:t xml:space="preserve"> </w:t>
            </w:r>
            <w:r w:rsidRPr="00EF2F0E">
              <w:rPr>
                <w:rFonts w:cs="Arial"/>
              </w:rPr>
              <w:t>35</w:t>
            </w:r>
          </w:p>
        </w:tc>
      </w:tr>
      <w:tr w:rsidR="003401A4" w:rsidRPr="00EF2F0E" w14:paraId="0984FACE"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C7" w14:textId="77777777" w:rsidR="00B15E99" w:rsidRPr="00EF2F0E" w:rsidRDefault="00B15E99" w:rsidP="00AB06FD">
            <w:pPr>
              <w:pStyle w:val="TAL"/>
              <w:jc w:val="center"/>
              <w:rPr>
                <w:rFonts w:cs="Arial"/>
                <w:lang w:val="sv-FI"/>
              </w:rPr>
            </w:pPr>
            <w:r w:rsidRPr="00EF2F0E">
              <w:rPr>
                <w:rFonts w:cs="Arial"/>
                <w:lang w:val="sv-FI"/>
              </w:rPr>
              <w:t>UTRA TDD Band b) or E-UTRA Band 36</w:t>
            </w:r>
          </w:p>
        </w:tc>
        <w:tc>
          <w:tcPr>
            <w:tcW w:w="1275" w:type="dxa"/>
            <w:tcBorders>
              <w:top w:val="single" w:sz="4" w:space="0" w:color="auto"/>
              <w:left w:val="single" w:sz="4" w:space="0" w:color="auto"/>
              <w:bottom w:val="single" w:sz="4" w:space="0" w:color="auto"/>
              <w:right w:val="single" w:sz="4" w:space="0" w:color="auto"/>
            </w:tcBorders>
          </w:tcPr>
          <w:p w14:paraId="0984FAC8" w14:textId="77777777" w:rsidR="00B15E99" w:rsidRPr="00EF2F0E" w:rsidRDefault="00B15E99" w:rsidP="00AB06FD">
            <w:pPr>
              <w:pStyle w:val="TAL"/>
              <w:jc w:val="center"/>
              <w:rPr>
                <w:rFonts w:cs="Arial"/>
              </w:rPr>
            </w:pPr>
            <w:r w:rsidRPr="00EF2F0E">
              <w:rPr>
                <w:rFonts w:cs="Arial"/>
              </w:rPr>
              <w:t>1930 - 1990 MHz</w:t>
            </w:r>
          </w:p>
        </w:tc>
        <w:tc>
          <w:tcPr>
            <w:tcW w:w="1418" w:type="dxa"/>
            <w:tcBorders>
              <w:top w:val="single" w:sz="4" w:space="0" w:color="auto"/>
              <w:left w:val="single" w:sz="4" w:space="0" w:color="auto"/>
              <w:bottom w:val="single" w:sz="4" w:space="0" w:color="auto"/>
              <w:right w:val="single" w:sz="4" w:space="0" w:color="auto"/>
            </w:tcBorders>
          </w:tcPr>
          <w:p w14:paraId="0984FAC9"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CA"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CB"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CC"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CD" w14:textId="77777777" w:rsidR="00B15E99" w:rsidRPr="00EF2F0E" w:rsidRDefault="00B15E99" w:rsidP="00AB06FD">
            <w:pPr>
              <w:pStyle w:val="TAL"/>
              <w:jc w:val="center"/>
              <w:rPr>
                <w:rFonts w:cs="Arial"/>
              </w:rPr>
            </w:pPr>
            <w:r w:rsidRPr="00EF2F0E">
              <w:rPr>
                <w:rFonts w:cs="Arial"/>
              </w:rPr>
              <w:t>This is not applicable to BS operating in Band 2 and 36</w:t>
            </w:r>
          </w:p>
        </w:tc>
      </w:tr>
      <w:tr w:rsidR="003401A4" w:rsidRPr="00EF2F0E" w14:paraId="0984FAD6"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CF" w14:textId="77777777" w:rsidR="00B15E99" w:rsidRPr="00EF2F0E" w:rsidRDefault="00B15E99" w:rsidP="00AB06FD">
            <w:pPr>
              <w:pStyle w:val="TAL"/>
              <w:jc w:val="center"/>
              <w:rPr>
                <w:rFonts w:cs="Arial"/>
                <w:lang w:val="sv-FI"/>
              </w:rPr>
            </w:pPr>
            <w:r w:rsidRPr="00EF2F0E">
              <w:rPr>
                <w:rFonts w:cs="Arial"/>
                <w:lang w:val="sv-FI"/>
              </w:rPr>
              <w:t>UTRA TDD Band c) or E-UTRA Band 37</w:t>
            </w:r>
          </w:p>
        </w:tc>
        <w:tc>
          <w:tcPr>
            <w:tcW w:w="1275" w:type="dxa"/>
            <w:tcBorders>
              <w:top w:val="single" w:sz="4" w:space="0" w:color="auto"/>
              <w:left w:val="single" w:sz="4" w:space="0" w:color="auto"/>
              <w:bottom w:val="single" w:sz="4" w:space="0" w:color="auto"/>
              <w:right w:val="single" w:sz="4" w:space="0" w:color="auto"/>
            </w:tcBorders>
          </w:tcPr>
          <w:p w14:paraId="0984FAD0" w14:textId="77777777" w:rsidR="00B15E99" w:rsidRPr="00EF2F0E" w:rsidRDefault="00B15E99" w:rsidP="00AB06FD">
            <w:pPr>
              <w:pStyle w:val="TAL"/>
              <w:jc w:val="center"/>
              <w:rPr>
                <w:rFonts w:cs="Arial"/>
              </w:rPr>
            </w:pPr>
            <w:r w:rsidRPr="00EF2F0E">
              <w:rPr>
                <w:rFonts w:cs="Arial"/>
              </w:rPr>
              <w:t>1910 - 1930 MHz</w:t>
            </w:r>
          </w:p>
        </w:tc>
        <w:tc>
          <w:tcPr>
            <w:tcW w:w="1418" w:type="dxa"/>
            <w:tcBorders>
              <w:top w:val="single" w:sz="4" w:space="0" w:color="auto"/>
              <w:left w:val="single" w:sz="4" w:space="0" w:color="auto"/>
              <w:bottom w:val="single" w:sz="4" w:space="0" w:color="auto"/>
              <w:right w:val="single" w:sz="4" w:space="0" w:color="auto"/>
            </w:tcBorders>
          </w:tcPr>
          <w:p w14:paraId="0984FAD1"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D2"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D3"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D4"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D5" w14:textId="77777777" w:rsidR="00B15E99" w:rsidRPr="00EF2F0E" w:rsidRDefault="00B15E99" w:rsidP="00AB06FD">
            <w:pPr>
              <w:pStyle w:val="TAL"/>
              <w:jc w:val="center"/>
              <w:rPr>
                <w:rFonts w:cs="Arial"/>
                <w:lang w:eastAsia="zh-CN"/>
              </w:rPr>
            </w:pPr>
            <w:r w:rsidRPr="00EF2F0E">
              <w:rPr>
                <w:rFonts w:cs="Arial"/>
              </w:rPr>
              <w:t>This is not applicable to BS operating in Band 37</w:t>
            </w:r>
            <w:r w:rsidRPr="00EF2F0E">
              <w:rPr>
                <w:rFonts w:cs="Arial"/>
                <w:lang w:eastAsia="zh-CN"/>
              </w:rPr>
              <w:t>.</w:t>
            </w:r>
            <w:r w:rsidRPr="00EF2F0E">
              <w:rPr>
                <w:rFonts w:cs="Arial"/>
              </w:rPr>
              <w:t xml:space="preserve"> This unpaired band is defined in ITU-R M.1036, but is pending any future deployment.</w:t>
            </w:r>
          </w:p>
        </w:tc>
      </w:tr>
      <w:tr w:rsidR="003401A4" w:rsidRPr="00EF2F0E" w14:paraId="0984FADE"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D7" w14:textId="77777777" w:rsidR="00B15E99" w:rsidRPr="00EF2F0E" w:rsidRDefault="00B15E99" w:rsidP="00AB06FD">
            <w:pPr>
              <w:pStyle w:val="TAL"/>
              <w:jc w:val="center"/>
              <w:rPr>
                <w:rFonts w:cs="Arial"/>
              </w:rPr>
            </w:pPr>
            <w:r w:rsidRPr="00EF2F0E">
              <w:rPr>
                <w:rFonts w:cs="Arial"/>
              </w:rPr>
              <w:t>UTRA TDD Band d) or E-UTRA Band 38</w:t>
            </w:r>
            <w:r w:rsidR="00B61376" w:rsidRPr="00EF2F0E">
              <w:rPr>
                <w:rFonts w:cs="Arial"/>
                <w:lang w:val="sv-SE"/>
              </w:rPr>
              <w:t xml:space="preserve"> or NR band n38</w:t>
            </w:r>
          </w:p>
        </w:tc>
        <w:tc>
          <w:tcPr>
            <w:tcW w:w="1275" w:type="dxa"/>
            <w:tcBorders>
              <w:top w:val="single" w:sz="4" w:space="0" w:color="auto"/>
              <w:left w:val="single" w:sz="4" w:space="0" w:color="auto"/>
              <w:bottom w:val="single" w:sz="4" w:space="0" w:color="auto"/>
              <w:right w:val="single" w:sz="4" w:space="0" w:color="auto"/>
            </w:tcBorders>
          </w:tcPr>
          <w:p w14:paraId="0984FAD8" w14:textId="77777777" w:rsidR="00B15E99" w:rsidRPr="00EF2F0E" w:rsidRDefault="00B15E99" w:rsidP="00AB06FD">
            <w:pPr>
              <w:pStyle w:val="TAL"/>
              <w:jc w:val="center"/>
              <w:rPr>
                <w:rFonts w:cs="Arial"/>
              </w:rPr>
            </w:pPr>
            <w:r w:rsidRPr="00EF2F0E">
              <w:rPr>
                <w:rFonts w:cs="Arial"/>
              </w:rPr>
              <w:t>2570 – 2620 MHz</w:t>
            </w:r>
          </w:p>
        </w:tc>
        <w:tc>
          <w:tcPr>
            <w:tcW w:w="1418" w:type="dxa"/>
            <w:tcBorders>
              <w:top w:val="single" w:sz="4" w:space="0" w:color="auto"/>
              <w:left w:val="single" w:sz="4" w:space="0" w:color="auto"/>
              <w:bottom w:val="single" w:sz="4" w:space="0" w:color="auto"/>
              <w:right w:val="single" w:sz="4" w:space="0" w:color="auto"/>
            </w:tcBorders>
          </w:tcPr>
          <w:p w14:paraId="0984FAD9"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DA"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DB"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DC"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ADD" w14:textId="77777777" w:rsidR="00B15E99" w:rsidRPr="00EF2F0E" w:rsidRDefault="00B15E99" w:rsidP="00AB06FD">
            <w:pPr>
              <w:pStyle w:val="TAL"/>
              <w:jc w:val="center"/>
              <w:rPr>
                <w:rFonts w:cs="Arial"/>
              </w:rPr>
            </w:pPr>
            <w:r w:rsidRPr="00EF2F0E">
              <w:rPr>
                <w:rFonts w:cs="Arial"/>
              </w:rPr>
              <w:t>This is not applicable to BS operating in Band 38.</w:t>
            </w:r>
          </w:p>
        </w:tc>
      </w:tr>
      <w:tr w:rsidR="003401A4" w:rsidRPr="00EF2F0E" w14:paraId="0984FAE6"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DF" w14:textId="77777777" w:rsidR="00B15E99" w:rsidRPr="00EF2F0E" w:rsidRDefault="00B15E99" w:rsidP="00AB06FD">
            <w:pPr>
              <w:pStyle w:val="TAL"/>
              <w:jc w:val="center"/>
              <w:rPr>
                <w:rFonts w:cs="Arial"/>
              </w:rPr>
            </w:pPr>
            <w:r w:rsidRPr="00EF2F0E">
              <w:rPr>
                <w:rFonts w:cs="Arial"/>
              </w:rPr>
              <w:t>UTRA TDD Band f) or E-UTRA Band 3</w:t>
            </w:r>
            <w:r w:rsidRPr="00EF2F0E">
              <w:rPr>
                <w:rFonts w:cs="Arial"/>
                <w:lang w:eastAsia="zh-CN"/>
              </w:rPr>
              <w:t>9</w:t>
            </w:r>
            <w:r w:rsidR="00B61376" w:rsidRPr="00EF2F0E">
              <w:rPr>
                <w:rFonts w:cs="Arial"/>
                <w:lang w:val="sv-SE" w:eastAsia="zh-CN"/>
              </w:rPr>
              <w:t xml:space="preserve"> or NR band n39</w:t>
            </w:r>
          </w:p>
        </w:tc>
        <w:tc>
          <w:tcPr>
            <w:tcW w:w="1275" w:type="dxa"/>
            <w:tcBorders>
              <w:top w:val="single" w:sz="4" w:space="0" w:color="auto"/>
              <w:left w:val="single" w:sz="4" w:space="0" w:color="auto"/>
              <w:bottom w:val="single" w:sz="4" w:space="0" w:color="auto"/>
              <w:right w:val="single" w:sz="4" w:space="0" w:color="auto"/>
            </w:tcBorders>
          </w:tcPr>
          <w:p w14:paraId="0984FAE0" w14:textId="77777777" w:rsidR="00B15E99" w:rsidRPr="00EF2F0E" w:rsidRDefault="00B15E99" w:rsidP="00AB06FD">
            <w:pPr>
              <w:pStyle w:val="TAL"/>
              <w:jc w:val="center"/>
              <w:rPr>
                <w:rFonts w:cs="Arial"/>
              </w:rPr>
            </w:pPr>
            <w:r w:rsidRPr="00EF2F0E">
              <w:rPr>
                <w:rFonts w:cs="Arial"/>
                <w:lang w:eastAsia="zh-CN"/>
              </w:rPr>
              <w:t xml:space="preserve">1880 </w:t>
            </w:r>
            <w:r w:rsidRPr="00EF2F0E">
              <w:rPr>
                <w:rFonts w:cs="Arial"/>
              </w:rPr>
              <w:t xml:space="preserve"> – </w:t>
            </w:r>
            <w:r w:rsidRPr="00EF2F0E">
              <w:rPr>
                <w:rFonts w:cs="Arial"/>
                <w:lang w:eastAsia="zh-CN"/>
              </w:rPr>
              <w:t>1920MHz</w:t>
            </w:r>
          </w:p>
        </w:tc>
        <w:tc>
          <w:tcPr>
            <w:tcW w:w="1418" w:type="dxa"/>
            <w:tcBorders>
              <w:top w:val="single" w:sz="4" w:space="0" w:color="auto"/>
              <w:left w:val="single" w:sz="4" w:space="0" w:color="auto"/>
              <w:bottom w:val="single" w:sz="4" w:space="0" w:color="auto"/>
              <w:right w:val="single" w:sz="4" w:space="0" w:color="auto"/>
            </w:tcBorders>
          </w:tcPr>
          <w:p w14:paraId="0984FAE1"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E2"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E3"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E4" w14:textId="77777777" w:rsidR="00B15E99" w:rsidRPr="00EF2F0E" w:rsidRDefault="00B15E99" w:rsidP="00AB06FD">
            <w:pPr>
              <w:pStyle w:val="TAL"/>
              <w:jc w:val="center"/>
              <w:rPr>
                <w:rFonts w:cs="Arial"/>
              </w:rPr>
            </w:pPr>
            <w:r w:rsidRPr="00EF2F0E">
              <w:rPr>
                <w:rFonts w:cs="Arial"/>
              </w:rPr>
              <w:t>1</w:t>
            </w:r>
            <w:r w:rsidRPr="00EF2F0E">
              <w:rPr>
                <w:rFonts w:cs="Arial"/>
                <w:lang w:eastAsia="zh-CN"/>
              </w:rPr>
              <w:t>00 k</w:t>
            </w:r>
            <w:r w:rsidRPr="00EF2F0E">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984FAE5" w14:textId="77777777" w:rsidR="00B15E99" w:rsidRPr="00EF2F0E" w:rsidRDefault="00B15E99" w:rsidP="00AB06FD">
            <w:pPr>
              <w:pStyle w:val="TAL"/>
              <w:jc w:val="center"/>
              <w:rPr>
                <w:rFonts w:cs="Arial"/>
              </w:rPr>
            </w:pPr>
            <w:r w:rsidRPr="00EF2F0E">
              <w:rPr>
                <w:rFonts w:cs="Arial"/>
              </w:rPr>
              <w:t xml:space="preserve">This is not applicable to BS operating in Band </w:t>
            </w:r>
            <w:r w:rsidRPr="00EF2F0E">
              <w:rPr>
                <w:rFonts w:cs="Arial"/>
                <w:lang w:eastAsia="zh-CN"/>
              </w:rPr>
              <w:t>33 and 39</w:t>
            </w:r>
          </w:p>
        </w:tc>
      </w:tr>
      <w:tr w:rsidR="003401A4" w:rsidRPr="00EF2F0E" w14:paraId="0984FAEE"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E7" w14:textId="77777777" w:rsidR="00B15E99" w:rsidRPr="00EF2F0E" w:rsidRDefault="00B15E99" w:rsidP="00AB06FD">
            <w:pPr>
              <w:pStyle w:val="TAL"/>
              <w:jc w:val="center"/>
              <w:rPr>
                <w:rFonts w:cs="Arial"/>
              </w:rPr>
            </w:pPr>
            <w:r w:rsidRPr="00EF2F0E">
              <w:rPr>
                <w:rFonts w:cs="Arial"/>
              </w:rPr>
              <w:t xml:space="preserve">UTRA TDD Band e) or E-UTRA Band </w:t>
            </w:r>
            <w:r w:rsidRPr="00EF2F0E">
              <w:rPr>
                <w:rFonts w:cs="Arial"/>
                <w:lang w:eastAsia="zh-CN"/>
              </w:rPr>
              <w:t>40</w:t>
            </w:r>
            <w:r w:rsidR="00B61376" w:rsidRPr="00EF2F0E">
              <w:rPr>
                <w:rFonts w:cs="Arial"/>
                <w:lang w:val="sv-SE" w:eastAsia="zh-CN"/>
              </w:rPr>
              <w:t xml:space="preserve"> or NR band n40</w:t>
            </w:r>
          </w:p>
        </w:tc>
        <w:tc>
          <w:tcPr>
            <w:tcW w:w="1275" w:type="dxa"/>
            <w:tcBorders>
              <w:top w:val="single" w:sz="4" w:space="0" w:color="auto"/>
              <w:left w:val="single" w:sz="4" w:space="0" w:color="auto"/>
              <w:bottom w:val="single" w:sz="4" w:space="0" w:color="auto"/>
              <w:right w:val="single" w:sz="4" w:space="0" w:color="auto"/>
            </w:tcBorders>
          </w:tcPr>
          <w:p w14:paraId="0984FAE8" w14:textId="77777777" w:rsidR="00B15E99" w:rsidRPr="00EF2F0E" w:rsidRDefault="00B15E99" w:rsidP="00AB06FD">
            <w:pPr>
              <w:pStyle w:val="TAL"/>
              <w:jc w:val="center"/>
              <w:rPr>
                <w:rFonts w:cs="Arial"/>
              </w:rPr>
            </w:pPr>
            <w:r w:rsidRPr="00EF2F0E">
              <w:rPr>
                <w:rFonts w:cs="Arial"/>
                <w:lang w:eastAsia="zh-CN"/>
              </w:rPr>
              <w:t xml:space="preserve">2300 </w:t>
            </w:r>
            <w:r w:rsidRPr="00EF2F0E">
              <w:rPr>
                <w:rFonts w:cs="Arial"/>
              </w:rPr>
              <w:t xml:space="preserve"> – </w:t>
            </w:r>
            <w:r w:rsidRPr="00EF2F0E">
              <w:rPr>
                <w:rFonts w:cs="Arial"/>
                <w:lang w:eastAsia="zh-CN"/>
              </w:rPr>
              <w:t>2400MHz</w:t>
            </w:r>
          </w:p>
        </w:tc>
        <w:tc>
          <w:tcPr>
            <w:tcW w:w="1418" w:type="dxa"/>
            <w:tcBorders>
              <w:top w:val="single" w:sz="4" w:space="0" w:color="auto"/>
              <w:left w:val="single" w:sz="4" w:space="0" w:color="auto"/>
              <w:bottom w:val="single" w:sz="4" w:space="0" w:color="auto"/>
              <w:right w:val="single" w:sz="4" w:space="0" w:color="auto"/>
            </w:tcBorders>
          </w:tcPr>
          <w:p w14:paraId="0984FAE9"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EA"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EB"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EC" w14:textId="77777777" w:rsidR="00B15E99" w:rsidRPr="00EF2F0E" w:rsidRDefault="00B15E99" w:rsidP="00AB06FD">
            <w:pPr>
              <w:pStyle w:val="TAL"/>
              <w:jc w:val="center"/>
              <w:rPr>
                <w:rFonts w:cs="Arial"/>
              </w:rPr>
            </w:pPr>
            <w:r w:rsidRPr="00EF2F0E">
              <w:rPr>
                <w:rFonts w:cs="Arial"/>
              </w:rPr>
              <w:t>1</w:t>
            </w:r>
            <w:r w:rsidRPr="00EF2F0E">
              <w:rPr>
                <w:rFonts w:cs="Arial"/>
                <w:lang w:eastAsia="zh-CN"/>
              </w:rPr>
              <w:t>00</w:t>
            </w:r>
            <w:r w:rsidRPr="00EF2F0E">
              <w:rPr>
                <w:rFonts w:cs="Arial"/>
              </w:rPr>
              <w:t xml:space="preserve"> </w:t>
            </w:r>
            <w:r w:rsidRPr="00EF2F0E">
              <w:rPr>
                <w:rFonts w:cs="Arial"/>
                <w:lang w:eastAsia="zh-CN"/>
              </w:rPr>
              <w:t>k</w:t>
            </w:r>
            <w:r w:rsidRPr="00EF2F0E">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984FAED" w14:textId="77777777" w:rsidR="00B15E99" w:rsidRPr="00EF2F0E" w:rsidRDefault="00B15E99" w:rsidP="00AB06FD">
            <w:pPr>
              <w:pStyle w:val="TAL"/>
              <w:jc w:val="center"/>
              <w:rPr>
                <w:rFonts w:cs="Arial"/>
              </w:rPr>
            </w:pPr>
            <w:r w:rsidRPr="00EF2F0E">
              <w:rPr>
                <w:rFonts w:cs="Arial"/>
              </w:rPr>
              <w:t xml:space="preserve">This is not applicable to BS operating in Band 30 or </w:t>
            </w:r>
            <w:r w:rsidRPr="00EF2F0E">
              <w:rPr>
                <w:rFonts w:cs="Arial"/>
                <w:lang w:eastAsia="zh-CN"/>
              </w:rPr>
              <w:t>40</w:t>
            </w:r>
          </w:p>
        </w:tc>
      </w:tr>
      <w:tr w:rsidR="003401A4" w:rsidRPr="00EF2F0E" w14:paraId="0984FAF6"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EF" w14:textId="77777777" w:rsidR="00B15E99" w:rsidRPr="00EF2F0E" w:rsidRDefault="00B15E99" w:rsidP="00AB06FD">
            <w:pPr>
              <w:pStyle w:val="TAL"/>
              <w:jc w:val="center"/>
              <w:rPr>
                <w:rFonts w:cs="Arial"/>
              </w:rPr>
            </w:pPr>
            <w:r w:rsidRPr="00EF2F0E">
              <w:rPr>
                <w:rFonts w:cs="Arial"/>
              </w:rPr>
              <w:t xml:space="preserve">E-UTRA Band </w:t>
            </w:r>
            <w:r w:rsidRPr="00EF2F0E">
              <w:rPr>
                <w:rFonts w:cs="Arial"/>
                <w:lang w:eastAsia="zh-CN"/>
              </w:rPr>
              <w:t>41</w:t>
            </w:r>
            <w:r w:rsidR="00B61376" w:rsidRPr="00EF2F0E">
              <w:rPr>
                <w:rFonts w:cs="Arial"/>
                <w:lang w:eastAsia="zh-CN"/>
              </w:rPr>
              <w:t xml:space="preserve"> or NR band n41</w:t>
            </w:r>
          </w:p>
        </w:tc>
        <w:tc>
          <w:tcPr>
            <w:tcW w:w="1275" w:type="dxa"/>
            <w:tcBorders>
              <w:top w:val="single" w:sz="4" w:space="0" w:color="auto"/>
              <w:left w:val="single" w:sz="4" w:space="0" w:color="auto"/>
              <w:bottom w:val="single" w:sz="4" w:space="0" w:color="auto"/>
              <w:right w:val="single" w:sz="4" w:space="0" w:color="auto"/>
            </w:tcBorders>
          </w:tcPr>
          <w:p w14:paraId="0984FAF0" w14:textId="77777777" w:rsidR="00B15E99" w:rsidRPr="00EF2F0E" w:rsidRDefault="00B15E99" w:rsidP="00AB06FD">
            <w:pPr>
              <w:pStyle w:val="TAL"/>
              <w:jc w:val="center"/>
              <w:rPr>
                <w:rFonts w:cs="Arial"/>
                <w:lang w:eastAsia="zh-CN"/>
              </w:rPr>
            </w:pPr>
            <w:r w:rsidRPr="00EF2F0E">
              <w:rPr>
                <w:rFonts w:cs="Arial"/>
                <w:lang w:eastAsia="zh-CN"/>
              </w:rPr>
              <w:t xml:space="preserve">2496 </w:t>
            </w:r>
            <w:r w:rsidRPr="00EF2F0E">
              <w:rPr>
                <w:rFonts w:cs="Arial"/>
              </w:rPr>
              <w:t xml:space="preserve"> – </w:t>
            </w:r>
            <w:r w:rsidRPr="00EF2F0E">
              <w:rPr>
                <w:rFonts w:cs="Arial"/>
                <w:lang w:eastAsia="zh-CN"/>
              </w:rPr>
              <w:t>2690MHz</w:t>
            </w:r>
          </w:p>
        </w:tc>
        <w:tc>
          <w:tcPr>
            <w:tcW w:w="1418" w:type="dxa"/>
            <w:tcBorders>
              <w:top w:val="single" w:sz="4" w:space="0" w:color="auto"/>
              <w:left w:val="single" w:sz="4" w:space="0" w:color="auto"/>
              <w:bottom w:val="single" w:sz="4" w:space="0" w:color="auto"/>
              <w:right w:val="single" w:sz="4" w:space="0" w:color="auto"/>
            </w:tcBorders>
          </w:tcPr>
          <w:p w14:paraId="0984FAF1"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F2"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F3"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F4" w14:textId="77777777" w:rsidR="00B15E99" w:rsidRPr="00EF2F0E" w:rsidRDefault="00B15E99" w:rsidP="00AB06FD">
            <w:pPr>
              <w:pStyle w:val="TAL"/>
              <w:jc w:val="center"/>
              <w:rPr>
                <w:rFonts w:cs="Arial"/>
              </w:rPr>
            </w:pPr>
            <w:r w:rsidRPr="00EF2F0E">
              <w:rPr>
                <w:rFonts w:cs="Arial"/>
              </w:rPr>
              <w:t>1</w:t>
            </w:r>
            <w:r w:rsidRPr="00EF2F0E">
              <w:rPr>
                <w:rFonts w:cs="Arial"/>
                <w:lang w:eastAsia="zh-CN"/>
              </w:rPr>
              <w:t>00</w:t>
            </w:r>
            <w:r w:rsidRPr="00EF2F0E">
              <w:rPr>
                <w:rFonts w:cs="Arial"/>
              </w:rPr>
              <w:t xml:space="preserve"> </w:t>
            </w:r>
            <w:r w:rsidRPr="00EF2F0E">
              <w:rPr>
                <w:rFonts w:cs="Arial"/>
                <w:lang w:eastAsia="zh-CN"/>
              </w:rPr>
              <w:t>k</w:t>
            </w:r>
            <w:r w:rsidRPr="00EF2F0E">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984FAF5" w14:textId="77777777" w:rsidR="00B15E99" w:rsidRPr="00EF2F0E" w:rsidRDefault="00B15E99" w:rsidP="00AB06FD">
            <w:pPr>
              <w:pStyle w:val="TAL"/>
              <w:jc w:val="center"/>
              <w:rPr>
                <w:rFonts w:cs="Arial"/>
              </w:rPr>
            </w:pPr>
            <w:r w:rsidRPr="00EF2F0E">
              <w:rPr>
                <w:rFonts w:cs="Arial"/>
              </w:rPr>
              <w:t xml:space="preserve">This is not applicable to BS operating in Band </w:t>
            </w:r>
            <w:r w:rsidRPr="00EF2F0E">
              <w:rPr>
                <w:rFonts w:cs="Arial"/>
                <w:lang w:eastAsia="zh-CN"/>
              </w:rPr>
              <w:t>41</w:t>
            </w:r>
          </w:p>
        </w:tc>
      </w:tr>
      <w:tr w:rsidR="003401A4" w:rsidRPr="00EF2F0E" w14:paraId="0984FAFE"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F7" w14:textId="77777777" w:rsidR="00B15E99" w:rsidRPr="00EF2F0E" w:rsidRDefault="00B15E99" w:rsidP="00AB06FD">
            <w:pPr>
              <w:pStyle w:val="TAL"/>
              <w:jc w:val="center"/>
              <w:rPr>
                <w:rFonts w:cs="Arial"/>
              </w:rPr>
            </w:pPr>
            <w:r w:rsidRPr="00EF2F0E">
              <w:rPr>
                <w:rFonts w:cs="Arial"/>
              </w:rPr>
              <w:t xml:space="preserve">E-UTRA Band </w:t>
            </w:r>
            <w:r w:rsidRPr="00EF2F0E">
              <w:rPr>
                <w:rFonts w:cs="Arial"/>
                <w:lang w:eastAsia="zh-CN"/>
              </w:rPr>
              <w:t>42</w:t>
            </w:r>
          </w:p>
        </w:tc>
        <w:tc>
          <w:tcPr>
            <w:tcW w:w="1275" w:type="dxa"/>
            <w:tcBorders>
              <w:top w:val="single" w:sz="4" w:space="0" w:color="auto"/>
              <w:left w:val="single" w:sz="4" w:space="0" w:color="auto"/>
              <w:bottom w:val="single" w:sz="4" w:space="0" w:color="auto"/>
              <w:right w:val="single" w:sz="4" w:space="0" w:color="auto"/>
            </w:tcBorders>
          </w:tcPr>
          <w:p w14:paraId="0984FAF8" w14:textId="77777777" w:rsidR="00B15E99" w:rsidRPr="00EF2F0E" w:rsidRDefault="00B15E99" w:rsidP="00AB06FD">
            <w:pPr>
              <w:pStyle w:val="TAL"/>
              <w:jc w:val="center"/>
              <w:rPr>
                <w:rFonts w:cs="Arial"/>
                <w:lang w:eastAsia="zh-CN"/>
              </w:rPr>
            </w:pPr>
            <w:r w:rsidRPr="00EF2F0E">
              <w:rPr>
                <w:rFonts w:cs="Arial"/>
                <w:lang w:eastAsia="zh-CN"/>
              </w:rPr>
              <w:t>3400</w:t>
            </w:r>
            <w:r w:rsidRPr="00EF2F0E">
              <w:rPr>
                <w:rFonts w:cs="Arial"/>
              </w:rPr>
              <w:t xml:space="preserve"> – 3600 </w:t>
            </w:r>
            <w:r w:rsidRPr="00EF2F0E">
              <w:rPr>
                <w:rFonts w:cs="Arial"/>
                <w:lang w:eastAsia="zh-CN"/>
              </w:rPr>
              <w:t>MHz</w:t>
            </w:r>
          </w:p>
        </w:tc>
        <w:tc>
          <w:tcPr>
            <w:tcW w:w="1418" w:type="dxa"/>
            <w:tcBorders>
              <w:top w:val="single" w:sz="4" w:space="0" w:color="auto"/>
              <w:left w:val="single" w:sz="4" w:space="0" w:color="auto"/>
              <w:bottom w:val="single" w:sz="4" w:space="0" w:color="auto"/>
              <w:right w:val="single" w:sz="4" w:space="0" w:color="auto"/>
            </w:tcBorders>
          </w:tcPr>
          <w:p w14:paraId="0984FAF9"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AFA"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AFB"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AFC" w14:textId="77777777" w:rsidR="00B15E99" w:rsidRPr="00EF2F0E" w:rsidRDefault="00B15E99" w:rsidP="00AB06FD">
            <w:pPr>
              <w:pStyle w:val="TAL"/>
              <w:jc w:val="center"/>
              <w:rPr>
                <w:rFonts w:cs="Arial"/>
              </w:rPr>
            </w:pPr>
            <w:r w:rsidRPr="00EF2F0E">
              <w:rPr>
                <w:rFonts w:cs="Arial"/>
              </w:rPr>
              <w:t>1</w:t>
            </w:r>
            <w:r w:rsidRPr="00EF2F0E">
              <w:rPr>
                <w:rFonts w:cs="Arial"/>
                <w:lang w:eastAsia="zh-CN"/>
              </w:rPr>
              <w:t>00</w:t>
            </w:r>
            <w:r w:rsidRPr="00EF2F0E">
              <w:rPr>
                <w:rFonts w:cs="Arial"/>
              </w:rPr>
              <w:t xml:space="preserve"> </w:t>
            </w:r>
            <w:r w:rsidRPr="00EF2F0E">
              <w:rPr>
                <w:rFonts w:cs="Arial"/>
                <w:lang w:eastAsia="zh-CN"/>
              </w:rPr>
              <w:t>k</w:t>
            </w:r>
            <w:r w:rsidRPr="00EF2F0E">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984FAFD" w14:textId="77777777" w:rsidR="00B15E99" w:rsidRPr="00EF2F0E" w:rsidRDefault="00B15E99" w:rsidP="00AB06FD">
            <w:pPr>
              <w:pStyle w:val="TAL"/>
              <w:jc w:val="center"/>
              <w:rPr>
                <w:rFonts w:cs="Arial"/>
              </w:rPr>
            </w:pPr>
            <w:r w:rsidRPr="00EF2F0E">
              <w:rPr>
                <w:rFonts w:cs="Arial"/>
              </w:rPr>
              <w:t xml:space="preserve">This is not applicable to BS operating in Band </w:t>
            </w:r>
            <w:r w:rsidRPr="00EF2F0E">
              <w:rPr>
                <w:rFonts w:cs="Arial"/>
                <w:lang w:eastAsia="zh-CN"/>
              </w:rPr>
              <w:t>22, 42</w:t>
            </w:r>
            <w:r w:rsidR="002E4DDF" w:rsidRPr="00EF2F0E">
              <w:rPr>
                <w:rFonts w:cs="Arial"/>
                <w:lang w:eastAsia="zh-CN"/>
              </w:rPr>
              <w:t>,</w:t>
            </w:r>
            <w:r w:rsidRPr="00EF2F0E">
              <w:rPr>
                <w:rFonts w:cs="Arial"/>
                <w:lang w:eastAsia="zh-CN"/>
              </w:rPr>
              <w:t xml:space="preserve"> 43</w:t>
            </w:r>
            <w:r w:rsidR="002E4DDF" w:rsidRPr="00EF2F0E">
              <w:rPr>
                <w:rFonts w:cs="Arial"/>
                <w:lang w:eastAsia="zh-CN"/>
              </w:rPr>
              <w:t>, 48, 52</w:t>
            </w:r>
          </w:p>
        </w:tc>
      </w:tr>
      <w:tr w:rsidR="003401A4" w:rsidRPr="00EF2F0E" w14:paraId="0984FB06"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AFF" w14:textId="77777777" w:rsidR="00B15E99" w:rsidRPr="00EF2F0E" w:rsidRDefault="00B15E99" w:rsidP="00AB06FD">
            <w:pPr>
              <w:pStyle w:val="TAL"/>
              <w:jc w:val="center"/>
              <w:rPr>
                <w:rFonts w:cs="Arial"/>
              </w:rPr>
            </w:pPr>
            <w:r w:rsidRPr="00EF2F0E">
              <w:rPr>
                <w:rFonts w:cs="Arial"/>
              </w:rPr>
              <w:t xml:space="preserve">E-UTRA Band </w:t>
            </w:r>
            <w:r w:rsidRPr="00EF2F0E">
              <w:rPr>
                <w:rFonts w:cs="Arial"/>
                <w:lang w:eastAsia="zh-CN"/>
              </w:rPr>
              <w:t>43</w:t>
            </w:r>
          </w:p>
        </w:tc>
        <w:tc>
          <w:tcPr>
            <w:tcW w:w="1275" w:type="dxa"/>
            <w:tcBorders>
              <w:top w:val="single" w:sz="4" w:space="0" w:color="auto"/>
              <w:left w:val="single" w:sz="4" w:space="0" w:color="auto"/>
              <w:bottom w:val="single" w:sz="4" w:space="0" w:color="auto"/>
              <w:right w:val="single" w:sz="4" w:space="0" w:color="auto"/>
            </w:tcBorders>
          </w:tcPr>
          <w:p w14:paraId="0984FB00" w14:textId="77777777" w:rsidR="00B15E99" w:rsidRPr="00EF2F0E" w:rsidRDefault="00B15E99" w:rsidP="00AB06FD">
            <w:pPr>
              <w:pStyle w:val="TAL"/>
              <w:jc w:val="center"/>
              <w:rPr>
                <w:rFonts w:cs="Arial"/>
                <w:lang w:eastAsia="zh-CN"/>
              </w:rPr>
            </w:pPr>
            <w:r w:rsidRPr="00EF2F0E">
              <w:rPr>
                <w:rFonts w:cs="Arial"/>
                <w:lang w:eastAsia="zh-CN"/>
              </w:rPr>
              <w:t>3600</w:t>
            </w:r>
            <w:r w:rsidRPr="00EF2F0E">
              <w:rPr>
                <w:rFonts w:cs="Arial"/>
              </w:rPr>
              <w:t xml:space="preserve"> – </w:t>
            </w:r>
            <w:r w:rsidRPr="00EF2F0E">
              <w:rPr>
                <w:rFonts w:cs="Arial"/>
                <w:lang w:eastAsia="zh-CN"/>
              </w:rPr>
              <w:t>3800 MHz</w:t>
            </w:r>
          </w:p>
        </w:tc>
        <w:tc>
          <w:tcPr>
            <w:tcW w:w="1418" w:type="dxa"/>
            <w:tcBorders>
              <w:top w:val="single" w:sz="4" w:space="0" w:color="auto"/>
              <w:left w:val="single" w:sz="4" w:space="0" w:color="auto"/>
              <w:bottom w:val="single" w:sz="4" w:space="0" w:color="auto"/>
              <w:right w:val="single" w:sz="4" w:space="0" w:color="auto"/>
            </w:tcBorders>
          </w:tcPr>
          <w:p w14:paraId="0984FB01"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B02"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B03"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B04" w14:textId="77777777" w:rsidR="00B15E99" w:rsidRPr="00EF2F0E" w:rsidRDefault="00B15E99" w:rsidP="00AB06FD">
            <w:pPr>
              <w:pStyle w:val="TAL"/>
              <w:jc w:val="center"/>
              <w:rPr>
                <w:rFonts w:cs="Arial"/>
              </w:rPr>
            </w:pPr>
            <w:r w:rsidRPr="00EF2F0E">
              <w:rPr>
                <w:rFonts w:cs="Arial"/>
              </w:rPr>
              <w:t>1</w:t>
            </w:r>
            <w:r w:rsidRPr="00EF2F0E">
              <w:rPr>
                <w:rFonts w:cs="Arial"/>
                <w:lang w:eastAsia="zh-CN"/>
              </w:rPr>
              <w:t>00</w:t>
            </w:r>
            <w:r w:rsidRPr="00EF2F0E">
              <w:rPr>
                <w:rFonts w:cs="Arial"/>
              </w:rPr>
              <w:t xml:space="preserve"> </w:t>
            </w:r>
            <w:r w:rsidRPr="00EF2F0E">
              <w:rPr>
                <w:rFonts w:cs="Arial"/>
                <w:lang w:eastAsia="zh-CN"/>
              </w:rPr>
              <w:t>k</w:t>
            </w:r>
            <w:r w:rsidRPr="00EF2F0E">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984FB05" w14:textId="77777777" w:rsidR="00B15E99" w:rsidRPr="00EF2F0E" w:rsidRDefault="00B15E99" w:rsidP="00AB06FD">
            <w:pPr>
              <w:pStyle w:val="TAL"/>
              <w:jc w:val="center"/>
              <w:rPr>
                <w:rFonts w:cs="Arial"/>
              </w:rPr>
            </w:pPr>
            <w:r w:rsidRPr="00EF2F0E">
              <w:rPr>
                <w:rFonts w:cs="Arial"/>
              </w:rPr>
              <w:t>This is not applicable to BS operating in Band 42</w:t>
            </w:r>
            <w:r w:rsidR="002E4DDF" w:rsidRPr="00EF2F0E">
              <w:rPr>
                <w:rFonts w:cs="Arial"/>
              </w:rPr>
              <w:t>,</w:t>
            </w:r>
            <w:r w:rsidRPr="00EF2F0E">
              <w:rPr>
                <w:rFonts w:cs="Arial"/>
              </w:rPr>
              <w:t xml:space="preserve"> </w:t>
            </w:r>
            <w:r w:rsidRPr="00EF2F0E">
              <w:rPr>
                <w:rFonts w:cs="Arial"/>
                <w:lang w:eastAsia="zh-CN"/>
              </w:rPr>
              <w:t>43</w:t>
            </w:r>
            <w:r w:rsidR="002E4DDF" w:rsidRPr="00EF2F0E">
              <w:rPr>
                <w:rFonts w:cs="Arial"/>
                <w:lang w:eastAsia="zh-CN"/>
              </w:rPr>
              <w:t>, 48</w:t>
            </w:r>
          </w:p>
        </w:tc>
      </w:tr>
      <w:tr w:rsidR="003401A4" w:rsidRPr="00EF2F0E" w14:paraId="0984FB0E"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07" w14:textId="77777777" w:rsidR="00B15E99" w:rsidRPr="00EF2F0E" w:rsidRDefault="00B15E99" w:rsidP="00AB06FD">
            <w:pPr>
              <w:pStyle w:val="TAL"/>
              <w:jc w:val="center"/>
              <w:rPr>
                <w:rFonts w:cs="Arial"/>
              </w:rPr>
            </w:pPr>
            <w:r w:rsidRPr="00EF2F0E">
              <w:rPr>
                <w:rFonts w:cs="Arial"/>
              </w:rPr>
              <w:t>E-UTRA Band 44</w:t>
            </w:r>
          </w:p>
        </w:tc>
        <w:tc>
          <w:tcPr>
            <w:tcW w:w="1275" w:type="dxa"/>
            <w:tcBorders>
              <w:top w:val="single" w:sz="4" w:space="0" w:color="auto"/>
              <w:left w:val="single" w:sz="4" w:space="0" w:color="auto"/>
              <w:bottom w:val="single" w:sz="4" w:space="0" w:color="auto"/>
              <w:right w:val="single" w:sz="4" w:space="0" w:color="auto"/>
            </w:tcBorders>
          </w:tcPr>
          <w:p w14:paraId="0984FB08" w14:textId="77777777" w:rsidR="00B15E99" w:rsidRPr="00EF2F0E" w:rsidRDefault="00B15E99" w:rsidP="00AB06FD">
            <w:pPr>
              <w:pStyle w:val="TAL"/>
              <w:jc w:val="center"/>
              <w:rPr>
                <w:rFonts w:cs="Arial"/>
                <w:lang w:eastAsia="zh-CN"/>
              </w:rPr>
            </w:pPr>
            <w:r w:rsidRPr="00EF2F0E">
              <w:rPr>
                <w:rFonts w:cs="Arial"/>
                <w:lang w:eastAsia="zh-CN"/>
              </w:rPr>
              <w:t>703 – 803 MHz</w:t>
            </w:r>
          </w:p>
        </w:tc>
        <w:tc>
          <w:tcPr>
            <w:tcW w:w="1418" w:type="dxa"/>
            <w:tcBorders>
              <w:top w:val="single" w:sz="4" w:space="0" w:color="auto"/>
              <w:left w:val="single" w:sz="4" w:space="0" w:color="auto"/>
              <w:bottom w:val="single" w:sz="4" w:space="0" w:color="auto"/>
              <w:right w:val="single" w:sz="4" w:space="0" w:color="auto"/>
            </w:tcBorders>
          </w:tcPr>
          <w:p w14:paraId="0984FB09"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B0A"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B0B"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B0C" w14:textId="77777777" w:rsidR="00B15E99" w:rsidRPr="00EF2F0E" w:rsidRDefault="00B15E99" w:rsidP="00AB06FD">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B0D" w14:textId="77777777" w:rsidR="00B15E99" w:rsidRPr="00EF2F0E" w:rsidRDefault="00B15E99" w:rsidP="00AB06FD">
            <w:pPr>
              <w:pStyle w:val="TAL"/>
              <w:jc w:val="center"/>
              <w:rPr>
                <w:rFonts w:cs="Arial"/>
              </w:rPr>
            </w:pPr>
            <w:r w:rsidRPr="00EF2F0E">
              <w:rPr>
                <w:rFonts w:cs="Arial"/>
              </w:rPr>
              <w:t>This is not applicable to BS operating in Band 28 or 44</w:t>
            </w:r>
          </w:p>
        </w:tc>
      </w:tr>
      <w:tr w:rsidR="003401A4" w:rsidRPr="00EF2F0E" w14:paraId="0984FB16"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0F" w14:textId="77777777" w:rsidR="00B15E99" w:rsidRPr="00EF2F0E" w:rsidRDefault="00B15E99" w:rsidP="00AB06FD">
            <w:pPr>
              <w:keepNext/>
              <w:keepLines/>
              <w:spacing w:after="0"/>
              <w:jc w:val="center"/>
              <w:rPr>
                <w:rFonts w:ascii="Arial" w:hAnsi="Arial" w:cs="Arial"/>
                <w:sz w:val="18"/>
                <w:szCs w:val="18"/>
                <w:lang w:eastAsia="zh-CN"/>
              </w:rPr>
            </w:pPr>
            <w:r w:rsidRPr="00EF2F0E">
              <w:rPr>
                <w:rFonts w:ascii="Arial" w:hAnsi="Arial" w:cs="Arial"/>
                <w:sz w:val="18"/>
                <w:szCs w:val="18"/>
              </w:rPr>
              <w:t>E-UTRA Band 4</w:t>
            </w:r>
            <w:r w:rsidRPr="00EF2F0E">
              <w:rPr>
                <w:rFonts w:ascii="Arial" w:hAnsi="Arial" w:cs="Arial"/>
                <w:sz w:val="18"/>
                <w:szCs w:val="18"/>
                <w:lang w:eastAsia="zh-CN"/>
              </w:rPr>
              <w:t>5</w:t>
            </w:r>
          </w:p>
        </w:tc>
        <w:tc>
          <w:tcPr>
            <w:tcW w:w="1275" w:type="dxa"/>
            <w:tcBorders>
              <w:top w:val="single" w:sz="4" w:space="0" w:color="auto"/>
              <w:left w:val="single" w:sz="4" w:space="0" w:color="auto"/>
              <w:bottom w:val="single" w:sz="4" w:space="0" w:color="auto"/>
              <w:right w:val="single" w:sz="4" w:space="0" w:color="auto"/>
            </w:tcBorders>
          </w:tcPr>
          <w:p w14:paraId="0984FB10" w14:textId="77777777" w:rsidR="00B15E99" w:rsidRPr="00EF2F0E" w:rsidRDefault="00B15E99" w:rsidP="00AB06FD">
            <w:pPr>
              <w:keepNext/>
              <w:keepLines/>
              <w:spacing w:after="0"/>
              <w:jc w:val="center"/>
              <w:rPr>
                <w:rFonts w:ascii="Arial" w:hAnsi="Arial" w:cs="Arial"/>
                <w:sz w:val="18"/>
                <w:szCs w:val="18"/>
                <w:lang w:eastAsia="zh-CN"/>
              </w:rPr>
            </w:pPr>
            <w:r w:rsidRPr="00EF2F0E">
              <w:rPr>
                <w:rFonts w:ascii="Arial" w:hAnsi="Arial" w:cs="Arial"/>
                <w:sz w:val="18"/>
                <w:szCs w:val="18"/>
                <w:lang w:eastAsia="zh-CN"/>
              </w:rPr>
              <w:t>1447 – 1467 MHz</w:t>
            </w:r>
          </w:p>
        </w:tc>
        <w:tc>
          <w:tcPr>
            <w:tcW w:w="1418" w:type="dxa"/>
            <w:tcBorders>
              <w:top w:val="single" w:sz="4" w:space="0" w:color="auto"/>
              <w:left w:val="single" w:sz="4" w:space="0" w:color="auto"/>
              <w:bottom w:val="single" w:sz="4" w:space="0" w:color="auto"/>
              <w:right w:val="single" w:sz="4" w:space="0" w:color="auto"/>
            </w:tcBorders>
          </w:tcPr>
          <w:p w14:paraId="0984FB11" w14:textId="77777777" w:rsidR="00B15E99" w:rsidRPr="00EF2F0E" w:rsidRDefault="00B15E99" w:rsidP="00AB06FD">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B12" w14:textId="77777777" w:rsidR="00B15E99" w:rsidRPr="00EF2F0E" w:rsidRDefault="00B15E99" w:rsidP="00AB06FD">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B13" w14:textId="77777777" w:rsidR="00B15E99" w:rsidRPr="00EF2F0E" w:rsidRDefault="00B15E99" w:rsidP="00AB06FD">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B14" w14:textId="77777777" w:rsidR="00B15E99" w:rsidRPr="00EF2F0E" w:rsidRDefault="00B15E99" w:rsidP="00AB06FD">
            <w:pPr>
              <w:keepNext/>
              <w:keepLines/>
              <w:spacing w:after="0"/>
              <w:jc w:val="center"/>
              <w:rPr>
                <w:rFonts w:ascii="Arial" w:hAnsi="Arial" w:cs="Arial"/>
                <w:sz w:val="18"/>
                <w:szCs w:val="18"/>
              </w:rPr>
            </w:pPr>
            <w:r w:rsidRPr="00EF2F0E">
              <w:rPr>
                <w:rFonts w:ascii="Arial" w:hAnsi="Arial" w:cs="Arial"/>
                <w:sz w:val="18"/>
                <w:szCs w:val="18"/>
              </w:rPr>
              <w:t>100 kHz</w:t>
            </w:r>
          </w:p>
        </w:tc>
        <w:tc>
          <w:tcPr>
            <w:tcW w:w="2191" w:type="dxa"/>
            <w:tcBorders>
              <w:top w:val="single" w:sz="4" w:space="0" w:color="auto"/>
              <w:left w:val="single" w:sz="4" w:space="0" w:color="auto"/>
              <w:bottom w:val="single" w:sz="4" w:space="0" w:color="auto"/>
              <w:right w:val="single" w:sz="4" w:space="0" w:color="auto"/>
            </w:tcBorders>
          </w:tcPr>
          <w:p w14:paraId="0984FB15" w14:textId="77777777" w:rsidR="00B15E99" w:rsidRPr="00EF2F0E" w:rsidRDefault="00B15E99" w:rsidP="00AB06FD">
            <w:pPr>
              <w:keepNext/>
              <w:keepLines/>
              <w:spacing w:after="0"/>
              <w:jc w:val="center"/>
              <w:rPr>
                <w:rFonts w:ascii="Arial" w:hAnsi="Arial" w:cs="Arial"/>
                <w:sz w:val="18"/>
                <w:szCs w:val="18"/>
                <w:lang w:eastAsia="zh-CN"/>
              </w:rPr>
            </w:pPr>
            <w:r w:rsidRPr="00EF2F0E">
              <w:rPr>
                <w:rFonts w:ascii="Arial" w:hAnsi="Arial" w:cs="Arial"/>
                <w:sz w:val="18"/>
                <w:szCs w:val="18"/>
              </w:rPr>
              <w:t xml:space="preserve">This is not applicable to BS operating in Band </w:t>
            </w:r>
            <w:r w:rsidRPr="00EF2F0E">
              <w:rPr>
                <w:rFonts w:ascii="Arial" w:hAnsi="Arial" w:cs="Arial"/>
                <w:sz w:val="18"/>
                <w:szCs w:val="18"/>
                <w:lang w:eastAsia="zh-CN"/>
              </w:rPr>
              <w:t>45</w:t>
            </w:r>
          </w:p>
        </w:tc>
      </w:tr>
      <w:tr w:rsidR="003401A4" w:rsidRPr="00EF2F0E" w14:paraId="0984FB1E"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17" w14:textId="77777777" w:rsidR="00B61376" w:rsidRPr="00EF2F0E" w:rsidRDefault="00B61376" w:rsidP="000A7FEB">
            <w:pPr>
              <w:pStyle w:val="TAC"/>
            </w:pPr>
            <w:r w:rsidRPr="00EF2F0E">
              <w:t>E-UTRA Band 4</w:t>
            </w:r>
            <w:r w:rsidRPr="00EF2F0E">
              <w:rPr>
                <w:lang w:eastAsia="zh-CN"/>
              </w:rPr>
              <w:t>6</w:t>
            </w:r>
          </w:p>
        </w:tc>
        <w:tc>
          <w:tcPr>
            <w:tcW w:w="1275" w:type="dxa"/>
            <w:tcBorders>
              <w:top w:val="single" w:sz="4" w:space="0" w:color="auto"/>
              <w:left w:val="single" w:sz="4" w:space="0" w:color="auto"/>
              <w:bottom w:val="single" w:sz="4" w:space="0" w:color="auto"/>
              <w:right w:val="single" w:sz="4" w:space="0" w:color="auto"/>
            </w:tcBorders>
          </w:tcPr>
          <w:p w14:paraId="0984FB18" w14:textId="77777777" w:rsidR="00B61376" w:rsidRPr="00EF2F0E" w:rsidRDefault="00B61376" w:rsidP="000A7FEB">
            <w:pPr>
              <w:pStyle w:val="TAC"/>
              <w:rPr>
                <w:lang w:eastAsia="zh-CN"/>
              </w:rPr>
            </w:pPr>
            <w:r w:rsidRPr="00EF2F0E">
              <w:rPr>
                <w:lang w:eastAsia="zh-CN"/>
              </w:rPr>
              <w:t>5150 – 5925 MHz</w:t>
            </w:r>
          </w:p>
        </w:tc>
        <w:tc>
          <w:tcPr>
            <w:tcW w:w="1418" w:type="dxa"/>
            <w:tcBorders>
              <w:top w:val="single" w:sz="4" w:space="0" w:color="auto"/>
              <w:left w:val="single" w:sz="4" w:space="0" w:color="auto"/>
              <w:bottom w:val="single" w:sz="4" w:space="0" w:color="auto"/>
              <w:right w:val="single" w:sz="4" w:space="0" w:color="auto"/>
            </w:tcBorders>
          </w:tcPr>
          <w:p w14:paraId="0984FB19" w14:textId="77777777" w:rsidR="00B61376" w:rsidRPr="00EF2F0E" w:rsidRDefault="00B61376" w:rsidP="000A7FEB">
            <w:pPr>
              <w:pStyle w:val="TAC"/>
            </w:pPr>
            <w:r w:rsidRPr="00EF2F0E">
              <w:rPr>
                <w:lang w:eastAsia="zh-CN"/>
              </w:rPr>
              <w:t>N/A</w:t>
            </w:r>
          </w:p>
        </w:tc>
        <w:tc>
          <w:tcPr>
            <w:tcW w:w="1417" w:type="dxa"/>
            <w:tcBorders>
              <w:top w:val="single" w:sz="4" w:space="0" w:color="auto"/>
              <w:left w:val="single" w:sz="4" w:space="0" w:color="auto"/>
              <w:bottom w:val="single" w:sz="4" w:space="0" w:color="auto"/>
              <w:right w:val="single" w:sz="4" w:space="0" w:color="auto"/>
            </w:tcBorders>
          </w:tcPr>
          <w:p w14:paraId="0984FB1A"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1B"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1C" w14:textId="77777777" w:rsidR="00B61376" w:rsidRPr="00EF2F0E" w:rsidRDefault="00B61376" w:rsidP="000A7FEB">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1D" w14:textId="77777777" w:rsidR="00B61376" w:rsidRPr="00EF2F0E" w:rsidRDefault="00B61376" w:rsidP="000A7FEB">
            <w:pPr>
              <w:pStyle w:val="TAC"/>
            </w:pPr>
          </w:p>
        </w:tc>
      </w:tr>
      <w:tr w:rsidR="003401A4" w:rsidRPr="00EF2F0E" w14:paraId="0984FB26"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1F" w14:textId="77777777" w:rsidR="00B61376" w:rsidRPr="00EF2F0E" w:rsidRDefault="00B61376" w:rsidP="000A7FEB">
            <w:pPr>
              <w:pStyle w:val="TAC"/>
            </w:pPr>
            <w:r w:rsidRPr="00EF2F0E">
              <w:rPr>
                <w:lang w:eastAsia="ja-JP"/>
              </w:rPr>
              <w:t xml:space="preserve">E-UTRA Band </w:t>
            </w:r>
            <w:r w:rsidRPr="00EF2F0E">
              <w:rPr>
                <w:lang w:eastAsia="zh-CN"/>
              </w:rPr>
              <w:t>48</w:t>
            </w:r>
          </w:p>
        </w:tc>
        <w:tc>
          <w:tcPr>
            <w:tcW w:w="1275" w:type="dxa"/>
            <w:tcBorders>
              <w:top w:val="single" w:sz="4" w:space="0" w:color="auto"/>
              <w:left w:val="single" w:sz="4" w:space="0" w:color="auto"/>
              <w:bottom w:val="single" w:sz="4" w:space="0" w:color="auto"/>
              <w:right w:val="single" w:sz="4" w:space="0" w:color="auto"/>
            </w:tcBorders>
          </w:tcPr>
          <w:p w14:paraId="0984FB20" w14:textId="77777777" w:rsidR="00B61376" w:rsidRPr="00EF2F0E" w:rsidRDefault="00B61376" w:rsidP="000A7FEB">
            <w:pPr>
              <w:pStyle w:val="TAC"/>
              <w:rPr>
                <w:lang w:eastAsia="zh-CN"/>
              </w:rPr>
            </w:pPr>
            <w:r w:rsidRPr="00EF2F0E">
              <w:rPr>
                <w:lang w:eastAsia="zh-CN"/>
              </w:rPr>
              <w:t>3550</w:t>
            </w:r>
            <w:r w:rsidRPr="00EF2F0E">
              <w:rPr>
                <w:lang w:eastAsia="ja-JP"/>
              </w:rPr>
              <w:t xml:space="preserve"> – </w:t>
            </w:r>
            <w:r w:rsidRPr="00EF2F0E">
              <w:rPr>
                <w:lang w:eastAsia="zh-CN"/>
              </w:rPr>
              <w:t>3700 MHz</w:t>
            </w:r>
          </w:p>
        </w:tc>
        <w:tc>
          <w:tcPr>
            <w:tcW w:w="1418" w:type="dxa"/>
            <w:tcBorders>
              <w:top w:val="single" w:sz="4" w:space="0" w:color="auto"/>
              <w:left w:val="single" w:sz="4" w:space="0" w:color="auto"/>
              <w:bottom w:val="single" w:sz="4" w:space="0" w:color="auto"/>
              <w:right w:val="single" w:sz="4" w:space="0" w:color="auto"/>
            </w:tcBorders>
          </w:tcPr>
          <w:p w14:paraId="0984FB21"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22"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23"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24" w14:textId="77777777" w:rsidR="00B61376" w:rsidRPr="00EF2F0E" w:rsidRDefault="00B61376" w:rsidP="000A7FEB">
            <w:pPr>
              <w:pStyle w:val="TAC"/>
            </w:pPr>
            <w:r w:rsidRPr="00EF2F0E">
              <w:rPr>
                <w:lang w:eastAsia="ja-JP"/>
              </w:rPr>
              <w:t>1</w:t>
            </w:r>
            <w:r w:rsidRPr="00EF2F0E">
              <w:rPr>
                <w:lang w:eastAsia="zh-CN"/>
              </w:rPr>
              <w:t>00</w:t>
            </w:r>
            <w:r w:rsidRPr="00EF2F0E">
              <w:rPr>
                <w:lang w:eastAsia="ja-JP"/>
              </w:rPr>
              <w:t xml:space="preserve"> </w:t>
            </w:r>
            <w:r w:rsidRPr="00EF2F0E">
              <w:rPr>
                <w:lang w:eastAsia="zh-CN"/>
              </w:rPr>
              <w:t>k</w:t>
            </w:r>
            <w:r w:rsidRPr="00EF2F0E">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0984FB25" w14:textId="77777777" w:rsidR="00B61376" w:rsidRPr="00EF2F0E" w:rsidRDefault="00B61376" w:rsidP="000A7FEB">
            <w:pPr>
              <w:pStyle w:val="TAC"/>
            </w:pPr>
            <w:r w:rsidRPr="00EF2F0E">
              <w:rPr>
                <w:lang w:eastAsia="ja-JP"/>
              </w:rPr>
              <w:t xml:space="preserve">This is not applicable to BS operating in Band </w:t>
            </w:r>
            <w:r w:rsidRPr="00EF2F0E">
              <w:rPr>
                <w:lang w:eastAsia="zh-CN"/>
              </w:rPr>
              <w:t>42, 43, 48.</w:t>
            </w:r>
          </w:p>
        </w:tc>
      </w:tr>
      <w:tr w:rsidR="003401A4" w:rsidRPr="00EF2F0E" w14:paraId="0984FB2E"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27" w14:textId="77777777" w:rsidR="00B61376" w:rsidRPr="00EF2F0E" w:rsidRDefault="00B61376" w:rsidP="000A7FEB">
            <w:pPr>
              <w:pStyle w:val="TAC"/>
            </w:pPr>
            <w:r w:rsidRPr="00EF2F0E">
              <w:rPr>
                <w:lang w:eastAsia="ja-JP"/>
              </w:rPr>
              <w:t xml:space="preserve">E-UTRA Band </w:t>
            </w:r>
            <w:r w:rsidRPr="00EF2F0E">
              <w:rPr>
                <w:lang w:eastAsia="zh-CN"/>
              </w:rPr>
              <w:t>49</w:t>
            </w:r>
          </w:p>
        </w:tc>
        <w:tc>
          <w:tcPr>
            <w:tcW w:w="1275" w:type="dxa"/>
            <w:tcBorders>
              <w:top w:val="single" w:sz="4" w:space="0" w:color="auto"/>
              <w:left w:val="single" w:sz="4" w:space="0" w:color="auto"/>
              <w:bottom w:val="single" w:sz="4" w:space="0" w:color="auto"/>
              <w:right w:val="single" w:sz="4" w:space="0" w:color="auto"/>
            </w:tcBorders>
          </w:tcPr>
          <w:p w14:paraId="0984FB28" w14:textId="77777777" w:rsidR="00B61376" w:rsidRPr="00EF2F0E" w:rsidRDefault="00B61376" w:rsidP="000A7FEB">
            <w:pPr>
              <w:pStyle w:val="TAC"/>
              <w:rPr>
                <w:lang w:eastAsia="zh-CN"/>
              </w:rPr>
            </w:pPr>
            <w:r w:rsidRPr="00EF2F0E">
              <w:rPr>
                <w:lang w:eastAsia="zh-CN"/>
              </w:rPr>
              <w:t>3550</w:t>
            </w:r>
            <w:r w:rsidRPr="00EF2F0E">
              <w:rPr>
                <w:lang w:eastAsia="ja-JP"/>
              </w:rPr>
              <w:t xml:space="preserve"> – </w:t>
            </w:r>
            <w:r w:rsidRPr="00EF2F0E">
              <w:rPr>
                <w:lang w:eastAsia="zh-CN"/>
              </w:rPr>
              <w:t>3700 MHz</w:t>
            </w:r>
          </w:p>
        </w:tc>
        <w:tc>
          <w:tcPr>
            <w:tcW w:w="1418" w:type="dxa"/>
            <w:tcBorders>
              <w:top w:val="single" w:sz="4" w:space="0" w:color="auto"/>
              <w:left w:val="single" w:sz="4" w:space="0" w:color="auto"/>
              <w:bottom w:val="single" w:sz="4" w:space="0" w:color="auto"/>
              <w:right w:val="single" w:sz="4" w:space="0" w:color="auto"/>
            </w:tcBorders>
          </w:tcPr>
          <w:p w14:paraId="0984FB29" w14:textId="77777777" w:rsidR="00B61376" w:rsidRPr="00EF2F0E" w:rsidRDefault="00B61376" w:rsidP="000A7FEB">
            <w:pPr>
              <w:pStyle w:val="TAC"/>
            </w:pPr>
            <w:r w:rsidRPr="00EF2F0E">
              <w:rPr>
                <w:lang w:eastAsia="ja-JP"/>
              </w:rPr>
              <w:t>N/A</w:t>
            </w:r>
          </w:p>
        </w:tc>
        <w:tc>
          <w:tcPr>
            <w:tcW w:w="1417" w:type="dxa"/>
            <w:tcBorders>
              <w:top w:val="single" w:sz="4" w:space="0" w:color="auto"/>
              <w:left w:val="single" w:sz="4" w:space="0" w:color="auto"/>
              <w:bottom w:val="single" w:sz="4" w:space="0" w:color="auto"/>
              <w:right w:val="single" w:sz="4" w:space="0" w:color="auto"/>
            </w:tcBorders>
          </w:tcPr>
          <w:p w14:paraId="0984FB2A" w14:textId="77777777" w:rsidR="00B61376" w:rsidRPr="00EF2F0E" w:rsidRDefault="00B61376" w:rsidP="000A7FEB">
            <w:pPr>
              <w:pStyle w:val="TAC"/>
            </w:pPr>
            <w:r w:rsidRPr="00EF2F0E">
              <w:rPr>
                <w:lang w:eastAsia="ja-JP"/>
              </w:rPr>
              <w:t>N/A</w:t>
            </w:r>
          </w:p>
        </w:tc>
        <w:tc>
          <w:tcPr>
            <w:tcW w:w="1418" w:type="dxa"/>
            <w:tcBorders>
              <w:top w:val="single" w:sz="4" w:space="0" w:color="auto"/>
              <w:left w:val="single" w:sz="4" w:space="0" w:color="auto"/>
              <w:bottom w:val="single" w:sz="4" w:space="0" w:color="auto"/>
              <w:right w:val="single" w:sz="4" w:space="0" w:color="auto"/>
            </w:tcBorders>
          </w:tcPr>
          <w:p w14:paraId="0984FB2B"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2C" w14:textId="77777777" w:rsidR="00B61376" w:rsidRPr="00EF2F0E" w:rsidRDefault="00B61376" w:rsidP="000A7FEB">
            <w:pPr>
              <w:pStyle w:val="TAC"/>
            </w:pPr>
            <w:r w:rsidRPr="00EF2F0E">
              <w:rPr>
                <w:lang w:eastAsia="ja-JP"/>
              </w:rPr>
              <w:t>1</w:t>
            </w:r>
            <w:r w:rsidRPr="00EF2F0E">
              <w:rPr>
                <w:lang w:eastAsia="zh-CN"/>
              </w:rPr>
              <w:t>00</w:t>
            </w:r>
            <w:r w:rsidRPr="00EF2F0E">
              <w:rPr>
                <w:lang w:eastAsia="ja-JP"/>
              </w:rPr>
              <w:t xml:space="preserve"> </w:t>
            </w:r>
            <w:r w:rsidRPr="00EF2F0E">
              <w:rPr>
                <w:lang w:eastAsia="zh-CN"/>
              </w:rPr>
              <w:t>k</w:t>
            </w:r>
            <w:r w:rsidRPr="00EF2F0E">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0984FB2D" w14:textId="77777777" w:rsidR="00B61376" w:rsidRPr="00EF2F0E" w:rsidRDefault="00B61376" w:rsidP="000A7FEB">
            <w:pPr>
              <w:pStyle w:val="TAC"/>
            </w:pPr>
            <w:r w:rsidRPr="00EF2F0E">
              <w:rPr>
                <w:lang w:eastAsia="ja-JP"/>
              </w:rPr>
              <w:t xml:space="preserve">This is not applicable to BS operating in Band </w:t>
            </w:r>
            <w:r w:rsidRPr="00EF2F0E">
              <w:rPr>
                <w:lang w:eastAsia="zh-CN"/>
              </w:rPr>
              <w:t>42, 43, 48.</w:t>
            </w:r>
          </w:p>
        </w:tc>
      </w:tr>
      <w:tr w:rsidR="003401A4" w:rsidRPr="00EF2F0E" w14:paraId="0984FB36"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2F" w14:textId="77777777" w:rsidR="00B61376" w:rsidRPr="00EF2F0E" w:rsidRDefault="00B61376" w:rsidP="000A7FEB">
            <w:pPr>
              <w:pStyle w:val="TAC"/>
            </w:pPr>
            <w:r w:rsidRPr="00EF2F0E">
              <w:rPr>
                <w:lang w:eastAsia="ja-JP"/>
              </w:rPr>
              <w:t>E-UTRA Band 50 or NR band n50</w:t>
            </w:r>
          </w:p>
        </w:tc>
        <w:tc>
          <w:tcPr>
            <w:tcW w:w="1275" w:type="dxa"/>
            <w:tcBorders>
              <w:top w:val="single" w:sz="4" w:space="0" w:color="auto"/>
              <w:left w:val="single" w:sz="4" w:space="0" w:color="auto"/>
              <w:bottom w:val="single" w:sz="4" w:space="0" w:color="auto"/>
              <w:right w:val="single" w:sz="4" w:space="0" w:color="auto"/>
            </w:tcBorders>
          </w:tcPr>
          <w:p w14:paraId="0984FB30" w14:textId="77777777" w:rsidR="00B61376" w:rsidRPr="00EF2F0E" w:rsidRDefault="00B61376" w:rsidP="000A7FEB">
            <w:pPr>
              <w:pStyle w:val="TAC"/>
              <w:rPr>
                <w:lang w:eastAsia="zh-CN"/>
              </w:rPr>
            </w:pPr>
            <w:r w:rsidRPr="00EF2F0E">
              <w:rPr>
                <w:lang w:eastAsia="zh-CN"/>
              </w:rPr>
              <w:t>1432</w:t>
            </w:r>
            <w:r w:rsidRPr="00EF2F0E">
              <w:rPr>
                <w:lang w:eastAsia="ja-JP"/>
              </w:rPr>
              <w:t xml:space="preserve"> – </w:t>
            </w:r>
            <w:r w:rsidRPr="00EF2F0E">
              <w:rPr>
                <w:lang w:eastAsia="zh-CN"/>
              </w:rPr>
              <w:t>1517 MHz</w:t>
            </w:r>
          </w:p>
        </w:tc>
        <w:tc>
          <w:tcPr>
            <w:tcW w:w="1418" w:type="dxa"/>
            <w:tcBorders>
              <w:top w:val="single" w:sz="4" w:space="0" w:color="auto"/>
              <w:left w:val="single" w:sz="4" w:space="0" w:color="auto"/>
              <w:bottom w:val="single" w:sz="4" w:space="0" w:color="auto"/>
              <w:right w:val="single" w:sz="4" w:space="0" w:color="auto"/>
            </w:tcBorders>
          </w:tcPr>
          <w:p w14:paraId="0984FB31"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32"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33"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34" w14:textId="77777777" w:rsidR="00B61376" w:rsidRPr="00EF2F0E" w:rsidRDefault="00B61376" w:rsidP="000A7FEB">
            <w:pPr>
              <w:pStyle w:val="TAC"/>
            </w:pPr>
            <w:r w:rsidRPr="00EF2F0E">
              <w:rPr>
                <w:lang w:eastAsia="ja-JP"/>
              </w:rPr>
              <w:t>1</w:t>
            </w:r>
            <w:r w:rsidRPr="00EF2F0E">
              <w:rPr>
                <w:lang w:eastAsia="zh-CN"/>
              </w:rPr>
              <w:t>00</w:t>
            </w:r>
            <w:r w:rsidRPr="00EF2F0E">
              <w:rPr>
                <w:lang w:eastAsia="ja-JP"/>
              </w:rPr>
              <w:t xml:space="preserve"> </w:t>
            </w:r>
            <w:r w:rsidRPr="00EF2F0E">
              <w:rPr>
                <w:lang w:eastAsia="zh-CN"/>
              </w:rPr>
              <w:t>k</w:t>
            </w:r>
            <w:r w:rsidRPr="00EF2F0E">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0984FB35" w14:textId="77777777" w:rsidR="00B61376" w:rsidRPr="00EF2F0E" w:rsidRDefault="00B61376" w:rsidP="000A7FEB">
            <w:pPr>
              <w:pStyle w:val="TAC"/>
            </w:pPr>
            <w:r w:rsidRPr="00EF2F0E">
              <w:rPr>
                <w:lang w:eastAsia="ja-JP"/>
              </w:rPr>
              <w:t xml:space="preserve">This is not applicable to BS operating in Band </w:t>
            </w:r>
            <w:r w:rsidRPr="00EF2F0E">
              <w:rPr>
                <w:lang w:eastAsia="zh-CN"/>
              </w:rPr>
              <w:t>11, 21, 32, 51, 74, 75, 76.</w:t>
            </w:r>
          </w:p>
        </w:tc>
      </w:tr>
      <w:tr w:rsidR="003401A4" w:rsidRPr="00EF2F0E" w14:paraId="0984FB3E"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37" w14:textId="77777777" w:rsidR="00B61376" w:rsidRPr="00EF2F0E" w:rsidRDefault="00B61376" w:rsidP="000A7FEB">
            <w:pPr>
              <w:pStyle w:val="TAC"/>
            </w:pPr>
            <w:r w:rsidRPr="00EF2F0E">
              <w:rPr>
                <w:lang w:eastAsia="ja-JP"/>
              </w:rPr>
              <w:t>E-UTRA Band 51</w:t>
            </w:r>
            <w:r w:rsidRPr="00EF2F0E">
              <w:t xml:space="preserve"> or NR Band n51</w:t>
            </w:r>
          </w:p>
        </w:tc>
        <w:tc>
          <w:tcPr>
            <w:tcW w:w="1275" w:type="dxa"/>
            <w:tcBorders>
              <w:top w:val="single" w:sz="4" w:space="0" w:color="auto"/>
              <w:left w:val="single" w:sz="4" w:space="0" w:color="auto"/>
              <w:bottom w:val="single" w:sz="4" w:space="0" w:color="auto"/>
              <w:right w:val="single" w:sz="4" w:space="0" w:color="auto"/>
            </w:tcBorders>
          </w:tcPr>
          <w:p w14:paraId="0984FB38" w14:textId="77777777" w:rsidR="00B61376" w:rsidRPr="00EF2F0E" w:rsidRDefault="00B61376" w:rsidP="000A7FEB">
            <w:pPr>
              <w:pStyle w:val="TAC"/>
              <w:rPr>
                <w:lang w:eastAsia="zh-CN"/>
              </w:rPr>
            </w:pPr>
            <w:r w:rsidRPr="00EF2F0E">
              <w:rPr>
                <w:lang w:eastAsia="zh-CN"/>
              </w:rPr>
              <w:t>1427</w:t>
            </w:r>
            <w:r w:rsidRPr="00EF2F0E">
              <w:rPr>
                <w:lang w:eastAsia="ja-JP"/>
              </w:rPr>
              <w:t xml:space="preserve"> – </w:t>
            </w:r>
            <w:r w:rsidRPr="00EF2F0E">
              <w:rPr>
                <w:lang w:eastAsia="zh-CN"/>
              </w:rPr>
              <w:t>1432 MHz</w:t>
            </w:r>
          </w:p>
        </w:tc>
        <w:tc>
          <w:tcPr>
            <w:tcW w:w="1418" w:type="dxa"/>
            <w:tcBorders>
              <w:top w:val="single" w:sz="4" w:space="0" w:color="auto"/>
              <w:left w:val="single" w:sz="4" w:space="0" w:color="auto"/>
              <w:bottom w:val="single" w:sz="4" w:space="0" w:color="auto"/>
              <w:right w:val="single" w:sz="4" w:space="0" w:color="auto"/>
            </w:tcBorders>
          </w:tcPr>
          <w:p w14:paraId="0984FB39" w14:textId="77777777" w:rsidR="00B61376" w:rsidRPr="00EF2F0E" w:rsidRDefault="00B61376" w:rsidP="000A7FEB">
            <w:pPr>
              <w:pStyle w:val="TAC"/>
            </w:pPr>
            <w:r w:rsidRPr="00EF2F0E">
              <w:rPr>
                <w:lang w:eastAsia="ja-JP"/>
              </w:rPr>
              <w:t>N/A</w:t>
            </w:r>
          </w:p>
        </w:tc>
        <w:tc>
          <w:tcPr>
            <w:tcW w:w="1417" w:type="dxa"/>
            <w:tcBorders>
              <w:top w:val="single" w:sz="4" w:space="0" w:color="auto"/>
              <w:left w:val="single" w:sz="4" w:space="0" w:color="auto"/>
              <w:bottom w:val="single" w:sz="4" w:space="0" w:color="auto"/>
              <w:right w:val="single" w:sz="4" w:space="0" w:color="auto"/>
            </w:tcBorders>
          </w:tcPr>
          <w:p w14:paraId="0984FB3A" w14:textId="77777777" w:rsidR="00B61376" w:rsidRPr="00EF2F0E" w:rsidRDefault="00B61376" w:rsidP="000A7FEB">
            <w:pPr>
              <w:pStyle w:val="TAC"/>
            </w:pPr>
            <w:r w:rsidRPr="00EF2F0E">
              <w:rPr>
                <w:lang w:eastAsia="ja-JP"/>
              </w:rPr>
              <w:t>N/A</w:t>
            </w:r>
          </w:p>
        </w:tc>
        <w:tc>
          <w:tcPr>
            <w:tcW w:w="1418" w:type="dxa"/>
            <w:tcBorders>
              <w:top w:val="single" w:sz="4" w:space="0" w:color="auto"/>
              <w:left w:val="single" w:sz="4" w:space="0" w:color="auto"/>
              <w:bottom w:val="single" w:sz="4" w:space="0" w:color="auto"/>
              <w:right w:val="single" w:sz="4" w:space="0" w:color="auto"/>
            </w:tcBorders>
          </w:tcPr>
          <w:p w14:paraId="0984FB3B"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3C" w14:textId="77777777" w:rsidR="00B61376" w:rsidRPr="00EF2F0E" w:rsidRDefault="00B61376" w:rsidP="000A7FEB">
            <w:pPr>
              <w:pStyle w:val="TAC"/>
            </w:pPr>
            <w:r w:rsidRPr="00EF2F0E">
              <w:rPr>
                <w:lang w:eastAsia="ja-JP"/>
              </w:rPr>
              <w:t>1</w:t>
            </w:r>
            <w:r w:rsidRPr="00EF2F0E">
              <w:rPr>
                <w:lang w:eastAsia="zh-CN"/>
              </w:rPr>
              <w:t>00</w:t>
            </w:r>
            <w:r w:rsidRPr="00EF2F0E">
              <w:rPr>
                <w:lang w:eastAsia="ja-JP"/>
              </w:rPr>
              <w:t xml:space="preserve"> </w:t>
            </w:r>
            <w:r w:rsidRPr="00EF2F0E">
              <w:rPr>
                <w:lang w:eastAsia="zh-CN"/>
              </w:rPr>
              <w:t>k</w:t>
            </w:r>
            <w:r w:rsidRPr="00EF2F0E">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0984FB3D" w14:textId="77777777" w:rsidR="00B61376" w:rsidRPr="00EF2F0E" w:rsidRDefault="00B61376" w:rsidP="000A7FEB">
            <w:pPr>
              <w:pStyle w:val="TAC"/>
            </w:pPr>
            <w:r w:rsidRPr="00EF2F0E">
              <w:rPr>
                <w:lang w:eastAsia="ja-JP"/>
              </w:rPr>
              <w:t>This is not applicable to BS operating in Band</w:t>
            </w:r>
            <w:r w:rsidRPr="00EF2F0E">
              <w:rPr>
                <w:rFonts w:eastAsia="SimSun"/>
                <w:lang w:eastAsia="zh-CN"/>
              </w:rPr>
              <w:t xml:space="preserve"> 50, 75, 76.</w:t>
            </w:r>
          </w:p>
        </w:tc>
      </w:tr>
      <w:tr w:rsidR="003401A4" w:rsidRPr="00EF2F0E" w14:paraId="0984FB46"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3F" w14:textId="77777777" w:rsidR="00B61376" w:rsidRPr="00EF2F0E" w:rsidRDefault="00B61376" w:rsidP="000A7FEB">
            <w:pPr>
              <w:pStyle w:val="TAC"/>
            </w:pPr>
            <w:r w:rsidRPr="00EF2F0E">
              <w:rPr>
                <w:lang w:eastAsia="ko-KR"/>
              </w:rPr>
              <w:t xml:space="preserve">E-UTRA Band </w:t>
            </w:r>
            <w:r w:rsidRPr="00EF2F0E">
              <w:rPr>
                <w:lang w:eastAsia="zh-CN"/>
              </w:rPr>
              <w:t>52</w:t>
            </w:r>
          </w:p>
        </w:tc>
        <w:tc>
          <w:tcPr>
            <w:tcW w:w="1275" w:type="dxa"/>
            <w:tcBorders>
              <w:top w:val="single" w:sz="4" w:space="0" w:color="auto"/>
              <w:left w:val="single" w:sz="4" w:space="0" w:color="auto"/>
              <w:bottom w:val="single" w:sz="4" w:space="0" w:color="auto"/>
              <w:right w:val="single" w:sz="4" w:space="0" w:color="auto"/>
            </w:tcBorders>
          </w:tcPr>
          <w:p w14:paraId="0984FB40" w14:textId="77777777" w:rsidR="00B61376" w:rsidRPr="00EF2F0E" w:rsidRDefault="00B61376" w:rsidP="000A7FEB">
            <w:pPr>
              <w:pStyle w:val="TAC"/>
              <w:rPr>
                <w:lang w:eastAsia="zh-CN"/>
              </w:rPr>
            </w:pPr>
            <w:r w:rsidRPr="00EF2F0E">
              <w:rPr>
                <w:lang w:eastAsia="zh-CN"/>
              </w:rPr>
              <w:t>3300</w:t>
            </w:r>
            <w:r w:rsidRPr="00EF2F0E">
              <w:rPr>
                <w:lang w:eastAsia="ko-KR"/>
              </w:rPr>
              <w:t xml:space="preserve"> – 3400 </w:t>
            </w:r>
            <w:r w:rsidRPr="00EF2F0E">
              <w:rPr>
                <w:lang w:eastAsia="zh-CN"/>
              </w:rPr>
              <w:t>MHz</w:t>
            </w:r>
          </w:p>
        </w:tc>
        <w:tc>
          <w:tcPr>
            <w:tcW w:w="1418" w:type="dxa"/>
            <w:tcBorders>
              <w:top w:val="single" w:sz="4" w:space="0" w:color="auto"/>
              <w:left w:val="single" w:sz="4" w:space="0" w:color="auto"/>
              <w:bottom w:val="single" w:sz="4" w:space="0" w:color="auto"/>
              <w:right w:val="single" w:sz="4" w:space="0" w:color="auto"/>
            </w:tcBorders>
          </w:tcPr>
          <w:p w14:paraId="0984FB41"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42"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43"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44" w14:textId="77777777" w:rsidR="00B61376" w:rsidRPr="00EF2F0E" w:rsidRDefault="00B61376" w:rsidP="000A7FEB">
            <w:pPr>
              <w:pStyle w:val="TAC"/>
            </w:pPr>
            <w:r w:rsidRPr="00EF2F0E">
              <w:rPr>
                <w:lang w:eastAsia="ko-KR"/>
              </w:rPr>
              <w:t>1</w:t>
            </w:r>
            <w:r w:rsidRPr="00EF2F0E">
              <w:rPr>
                <w:lang w:eastAsia="zh-CN"/>
              </w:rPr>
              <w:t>00</w:t>
            </w:r>
            <w:r w:rsidRPr="00EF2F0E">
              <w:rPr>
                <w:lang w:eastAsia="ko-KR"/>
              </w:rPr>
              <w:t xml:space="preserve"> </w:t>
            </w:r>
            <w:r w:rsidRPr="00EF2F0E">
              <w:rPr>
                <w:lang w:eastAsia="zh-CN"/>
              </w:rPr>
              <w:t>k</w:t>
            </w:r>
            <w:r w:rsidRPr="00EF2F0E">
              <w:rPr>
                <w:lang w:eastAsia="ko-KR"/>
              </w:rPr>
              <w:t>Hz</w:t>
            </w:r>
          </w:p>
        </w:tc>
        <w:tc>
          <w:tcPr>
            <w:tcW w:w="2191" w:type="dxa"/>
            <w:tcBorders>
              <w:top w:val="single" w:sz="4" w:space="0" w:color="auto"/>
              <w:left w:val="single" w:sz="4" w:space="0" w:color="auto"/>
              <w:bottom w:val="single" w:sz="4" w:space="0" w:color="auto"/>
              <w:right w:val="single" w:sz="4" w:space="0" w:color="auto"/>
            </w:tcBorders>
          </w:tcPr>
          <w:p w14:paraId="0984FB45" w14:textId="77777777" w:rsidR="00B61376" w:rsidRPr="00EF2F0E" w:rsidRDefault="00B61376" w:rsidP="000A7FEB">
            <w:pPr>
              <w:pStyle w:val="TAC"/>
            </w:pPr>
            <w:r w:rsidRPr="00EF2F0E">
              <w:rPr>
                <w:lang w:eastAsia="ko-KR"/>
              </w:rPr>
              <w:t xml:space="preserve">This is not applicable to BS operating in Band </w:t>
            </w:r>
            <w:r w:rsidRPr="00EF2F0E">
              <w:rPr>
                <w:lang w:eastAsia="zh-CN"/>
              </w:rPr>
              <w:t>42 or 52</w:t>
            </w:r>
          </w:p>
        </w:tc>
      </w:tr>
      <w:tr w:rsidR="003401A4" w:rsidRPr="00EF2F0E" w14:paraId="0984FB4F"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47" w14:textId="77777777" w:rsidR="00B61376" w:rsidRPr="00EF2F0E" w:rsidRDefault="00B61376" w:rsidP="00B61376">
            <w:pPr>
              <w:pStyle w:val="TAL"/>
              <w:jc w:val="center"/>
              <w:rPr>
                <w:rFonts w:cs="Arial"/>
              </w:rPr>
            </w:pPr>
            <w:r w:rsidRPr="00EF2F0E">
              <w:rPr>
                <w:rFonts w:cs="v5.0.0"/>
                <w:lang w:eastAsia="ja-JP"/>
              </w:rPr>
              <w:t>E-UTRA Band 65</w:t>
            </w:r>
          </w:p>
        </w:tc>
        <w:tc>
          <w:tcPr>
            <w:tcW w:w="1275" w:type="dxa"/>
            <w:tcBorders>
              <w:top w:val="single" w:sz="4" w:space="0" w:color="auto"/>
              <w:left w:val="single" w:sz="4" w:space="0" w:color="auto"/>
              <w:bottom w:val="single" w:sz="4" w:space="0" w:color="auto"/>
              <w:right w:val="single" w:sz="4" w:space="0" w:color="auto"/>
            </w:tcBorders>
          </w:tcPr>
          <w:p w14:paraId="0984FB48" w14:textId="77777777" w:rsidR="00B61376" w:rsidRPr="00EF2F0E" w:rsidRDefault="00B61376" w:rsidP="00B61376">
            <w:pPr>
              <w:pStyle w:val="TAC"/>
              <w:rPr>
                <w:rFonts w:cs="Arial"/>
                <w:lang w:eastAsia="zh-CN"/>
              </w:rPr>
            </w:pPr>
            <w:r w:rsidRPr="00EF2F0E">
              <w:rPr>
                <w:rFonts w:cs="Arial"/>
              </w:rPr>
              <w:t xml:space="preserve">1920 - </w:t>
            </w:r>
            <w:r w:rsidRPr="00EF2F0E">
              <w:rPr>
                <w:rFonts w:cs="Arial"/>
                <w:lang w:eastAsia="ja-JP"/>
              </w:rPr>
              <w:t>2010</w:t>
            </w:r>
            <w:r w:rsidRPr="00EF2F0E">
              <w:rPr>
                <w:rFonts w:cs="Arial"/>
              </w:rPr>
              <w:t xml:space="preserve"> MHz</w:t>
            </w:r>
          </w:p>
          <w:p w14:paraId="0984FB49" w14:textId="77777777" w:rsidR="00B61376" w:rsidRPr="00EF2F0E" w:rsidRDefault="00B61376" w:rsidP="00B61376">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0984FB4A" w14:textId="77777777" w:rsidR="00B61376" w:rsidRPr="00EF2F0E" w:rsidRDefault="00B61376" w:rsidP="00B61376">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B4B" w14:textId="77777777" w:rsidR="00B61376" w:rsidRPr="00EF2F0E" w:rsidRDefault="00B61376" w:rsidP="00B61376">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B4C" w14:textId="77777777" w:rsidR="00B61376" w:rsidRPr="00EF2F0E" w:rsidRDefault="00B61376" w:rsidP="00B61376">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B4D" w14:textId="77777777" w:rsidR="00B61376" w:rsidRPr="00EF2F0E" w:rsidRDefault="00B61376" w:rsidP="00B61376">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B4E" w14:textId="77777777" w:rsidR="00B61376" w:rsidRPr="00EF2F0E" w:rsidRDefault="00B61376" w:rsidP="00B61376">
            <w:pPr>
              <w:pStyle w:val="TAL"/>
              <w:jc w:val="center"/>
              <w:rPr>
                <w:rFonts w:cs="Arial"/>
              </w:rPr>
            </w:pPr>
          </w:p>
        </w:tc>
      </w:tr>
      <w:tr w:rsidR="003401A4" w:rsidRPr="00EF2F0E" w14:paraId="0984FB58"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50" w14:textId="77777777" w:rsidR="00B61376" w:rsidRPr="00EF2F0E" w:rsidRDefault="00B61376" w:rsidP="00B61376">
            <w:pPr>
              <w:pStyle w:val="TAL"/>
              <w:jc w:val="center"/>
              <w:rPr>
                <w:rFonts w:cs="Arial"/>
              </w:rPr>
            </w:pPr>
            <w:r w:rsidRPr="00EF2F0E">
              <w:rPr>
                <w:rFonts w:cs="Arial"/>
              </w:rPr>
              <w:t>E-UTRA Band 66 or NR band n66</w:t>
            </w:r>
          </w:p>
        </w:tc>
        <w:tc>
          <w:tcPr>
            <w:tcW w:w="1275" w:type="dxa"/>
            <w:tcBorders>
              <w:top w:val="single" w:sz="4" w:space="0" w:color="auto"/>
              <w:left w:val="single" w:sz="4" w:space="0" w:color="auto"/>
              <w:bottom w:val="single" w:sz="4" w:space="0" w:color="auto"/>
              <w:right w:val="single" w:sz="4" w:space="0" w:color="auto"/>
            </w:tcBorders>
          </w:tcPr>
          <w:p w14:paraId="0984FB51" w14:textId="77777777" w:rsidR="00B61376" w:rsidRPr="00EF2F0E" w:rsidRDefault="00B61376" w:rsidP="00B61376">
            <w:pPr>
              <w:pStyle w:val="TAL"/>
              <w:jc w:val="center"/>
              <w:rPr>
                <w:rFonts w:cs="Arial"/>
                <w:lang w:eastAsia="zh-CN"/>
              </w:rPr>
            </w:pPr>
            <w:r w:rsidRPr="00EF2F0E">
              <w:rPr>
                <w:rFonts w:cs="Arial"/>
              </w:rPr>
              <w:t>1710 – 1780 MHz</w:t>
            </w:r>
          </w:p>
          <w:p w14:paraId="0984FB52" w14:textId="77777777" w:rsidR="00B61376" w:rsidRPr="00EF2F0E" w:rsidRDefault="00B61376" w:rsidP="00B61376">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0984FB53" w14:textId="77777777" w:rsidR="00B61376" w:rsidRPr="00EF2F0E" w:rsidRDefault="00B61376" w:rsidP="00B61376">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B54" w14:textId="77777777" w:rsidR="00B61376" w:rsidRPr="00EF2F0E" w:rsidRDefault="00B61376" w:rsidP="00B61376">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B55" w14:textId="77777777" w:rsidR="00B61376" w:rsidRPr="00EF2F0E" w:rsidRDefault="00B61376" w:rsidP="00B61376">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B56" w14:textId="77777777" w:rsidR="00B61376" w:rsidRPr="00EF2F0E" w:rsidRDefault="00B61376" w:rsidP="00B61376">
            <w:pPr>
              <w:pStyle w:val="TAL"/>
              <w:jc w:val="center"/>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B57" w14:textId="77777777" w:rsidR="00B61376" w:rsidRPr="00EF2F0E" w:rsidRDefault="00B61376" w:rsidP="00B61376">
            <w:pPr>
              <w:pStyle w:val="TAL"/>
              <w:jc w:val="center"/>
              <w:rPr>
                <w:rFonts w:cs="Arial"/>
              </w:rPr>
            </w:pPr>
          </w:p>
        </w:tc>
      </w:tr>
      <w:tr w:rsidR="003401A4" w:rsidRPr="00EF2F0E" w14:paraId="0984FB61"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59" w14:textId="77777777" w:rsidR="00B61376" w:rsidRPr="00EF2F0E" w:rsidRDefault="00B61376" w:rsidP="00B61376">
            <w:pPr>
              <w:pStyle w:val="TAC"/>
              <w:rPr>
                <w:rFonts w:cs="Arial"/>
              </w:rPr>
            </w:pPr>
            <w:r w:rsidRPr="00EF2F0E">
              <w:rPr>
                <w:rFonts w:cs="Arial"/>
              </w:rPr>
              <w:t>E-UTRA Band 68</w:t>
            </w:r>
          </w:p>
        </w:tc>
        <w:tc>
          <w:tcPr>
            <w:tcW w:w="1275" w:type="dxa"/>
            <w:tcBorders>
              <w:top w:val="single" w:sz="4" w:space="0" w:color="auto"/>
              <w:left w:val="single" w:sz="4" w:space="0" w:color="auto"/>
              <w:bottom w:val="single" w:sz="4" w:space="0" w:color="auto"/>
              <w:right w:val="single" w:sz="4" w:space="0" w:color="auto"/>
            </w:tcBorders>
          </w:tcPr>
          <w:p w14:paraId="0984FB5A" w14:textId="77777777" w:rsidR="00B61376" w:rsidRPr="00EF2F0E" w:rsidRDefault="00B61376" w:rsidP="00B61376">
            <w:pPr>
              <w:pStyle w:val="TAC"/>
              <w:rPr>
                <w:rFonts w:cs="Arial"/>
                <w:lang w:eastAsia="zh-CN"/>
              </w:rPr>
            </w:pPr>
            <w:r w:rsidRPr="00EF2F0E">
              <w:rPr>
                <w:rFonts w:cs="Arial"/>
              </w:rPr>
              <w:t>698 – 728 MHz</w:t>
            </w:r>
          </w:p>
          <w:p w14:paraId="0984FB5B" w14:textId="77777777" w:rsidR="00B61376" w:rsidRPr="00EF2F0E" w:rsidRDefault="00B61376" w:rsidP="00B61376">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0984FB5C" w14:textId="77777777" w:rsidR="00B61376" w:rsidRPr="00EF2F0E" w:rsidRDefault="00B61376" w:rsidP="00B61376">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B5D" w14:textId="77777777" w:rsidR="00B61376" w:rsidRPr="00EF2F0E" w:rsidRDefault="00B61376" w:rsidP="00B61376">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B5E" w14:textId="77777777" w:rsidR="00B61376" w:rsidRPr="00EF2F0E" w:rsidRDefault="00B61376" w:rsidP="00B61376">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B5F" w14:textId="77777777" w:rsidR="00B61376" w:rsidRPr="00EF2F0E" w:rsidRDefault="00B61376" w:rsidP="00B61376">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B60" w14:textId="77777777" w:rsidR="00B61376" w:rsidRPr="00EF2F0E" w:rsidRDefault="00B61376" w:rsidP="00B61376">
            <w:pPr>
              <w:pStyle w:val="TAC"/>
              <w:rPr>
                <w:rFonts w:cs="Arial"/>
              </w:rPr>
            </w:pPr>
          </w:p>
        </w:tc>
      </w:tr>
      <w:tr w:rsidR="003401A4" w:rsidRPr="00EF2F0E" w14:paraId="0984FB6A" w14:textId="77777777" w:rsidTr="00AB06FD">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62" w14:textId="77777777" w:rsidR="00B61376" w:rsidRPr="00EF2F0E" w:rsidRDefault="00B61376" w:rsidP="00B61376">
            <w:pPr>
              <w:pStyle w:val="TAC"/>
              <w:rPr>
                <w:rFonts w:cs="Arial"/>
              </w:rPr>
            </w:pPr>
            <w:r w:rsidRPr="00EF2F0E">
              <w:rPr>
                <w:rFonts w:cs="Arial"/>
              </w:rPr>
              <w:t>E-UTRA Band 70 or NR band n70</w:t>
            </w:r>
          </w:p>
        </w:tc>
        <w:tc>
          <w:tcPr>
            <w:tcW w:w="1275" w:type="dxa"/>
            <w:tcBorders>
              <w:top w:val="single" w:sz="4" w:space="0" w:color="auto"/>
              <w:left w:val="single" w:sz="4" w:space="0" w:color="auto"/>
              <w:bottom w:val="single" w:sz="4" w:space="0" w:color="auto"/>
              <w:right w:val="single" w:sz="4" w:space="0" w:color="auto"/>
            </w:tcBorders>
          </w:tcPr>
          <w:p w14:paraId="0984FB63" w14:textId="77777777" w:rsidR="00B61376" w:rsidRPr="00EF2F0E" w:rsidRDefault="00B61376" w:rsidP="00B61376">
            <w:pPr>
              <w:pStyle w:val="TAC"/>
              <w:rPr>
                <w:rFonts w:cs="Arial"/>
                <w:lang w:eastAsia="zh-CN"/>
              </w:rPr>
            </w:pPr>
            <w:r w:rsidRPr="00EF2F0E">
              <w:rPr>
                <w:rFonts w:cs="Arial"/>
              </w:rPr>
              <w:t>1695 – 1710 MHz</w:t>
            </w:r>
          </w:p>
          <w:p w14:paraId="0984FB64" w14:textId="77777777" w:rsidR="00B61376" w:rsidRPr="00EF2F0E" w:rsidRDefault="00B61376" w:rsidP="00B61376">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0984FB65" w14:textId="77777777" w:rsidR="00B61376" w:rsidRPr="00EF2F0E" w:rsidRDefault="00B61376" w:rsidP="00B61376">
            <w:pPr>
              <w:pStyle w:val="TAL"/>
              <w:jc w:val="center"/>
              <w:rPr>
                <w:rFonts w:cs="Arial"/>
              </w:rPr>
            </w:pPr>
            <w:r w:rsidRPr="00EF2F0E">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984FB66" w14:textId="77777777" w:rsidR="00B61376" w:rsidRPr="00EF2F0E" w:rsidRDefault="00B61376" w:rsidP="00B61376">
            <w:pPr>
              <w:pStyle w:val="TAL"/>
              <w:jc w:val="center"/>
              <w:rPr>
                <w:rFonts w:cs="Arial"/>
              </w:rPr>
            </w:pPr>
            <w:r w:rsidRPr="00EF2F0E">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984FB67" w14:textId="77777777" w:rsidR="00B61376" w:rsidRPr="00EF2F0E" w:rsidRDefault="00B61376" w:rsidP="00B61376">
            <w:pPr>
              <w:pStyle w:val="TAL"/>
              <w:jc w:val="center"/>
              <w:rPr>
                <w:rFonts w:cs="Arial"/>
              </w:rPr>
            </w:pPr>
            <w:r w:rsidRPr="00EF2F0E">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4FB68" w14:textId="77777777" w:rsidR="00B61376" w:rsidRPr="00EF2F0E" w:rsidRDefault="00B61376" w:rsidP="00B61376">
            <w:pPr>
              <w:pStyle w:val="TAC"/>
              <w:rPr>
                <w:rFonts w:cs="Arial"/>
              </w:rPr>
            </w:pPr>
            <w:r w:rsidRPr="00EF2F0E">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984FB69" w14:textId="77777777" w:rsidR="00B61376" w:rsidRPr="00EF2F0E" w:rsidRDefault="00B61376" w:rsidP="00B61376">
            <w:pPr>
              <w:pStyle w:val="TAC"/>
              <w:rPr>
                <w:rFonts w:cs="Arial"/>
              </w:rPr>
            </w:pPr>
          </w:p>
        </w:tc>
      </w:tr>
      <w:tr w:rsidR="003401A4" w:rsidRPr="00EF2F0E" w14:paraId="0984FB73"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6B" w14:textId="77777777" w:rsidR="00B61376" w:rsidRPr="00EF2F0E" w:rsidRDefault="00B61376" w:rsidP="00B61376">
            <w:pPr>
              <w:pStyle w:val="TAC"/>
            </w:pPr>
            <w:r w:rsidRPr="00EF2F0E">
              <w:t>E-UTRA Band 71 or NR Band n71</w:t>
            </w:r>
          </w:p>
        </w:tc>
        <w:tc>
          <w:tcPr>
            <w:tcW w:w="1275" w:type="dxa"/>
            <w:tcBorders>
              <w:top w:val="single" w:sz="4" w:space="0" w:color="auto"/>
              <w:left w:val="single" w:sz="4" w:space="0" w:color="auto"/>
              <w:bottom w:val="single" w:sz="4" w:space="0" w:color="auto"/>
              <w:right w:val="single" w:sz="4" w:space="0" w:color="auto"/>
            </w:tcBorders>
          </w:tcPr>
          <w:p w14:paraId="0984FB6C" w14:textId="77777777" w:rsidR="00B61376" w:rsidRPr="00EF2F0E" w:rsidRDefault="00B61376" w:rsidP="00613287">
            <w:pPr>
              <w:pStyle w:val="TAC"/>
            </w:pPr>
            <w:r w:rsidRPr="00EF2F0E">
              <w:t>663 – 698 MHz</w:t>
            </w:r>
          </w:p>
          <w:p w14:paraId="0984FB6D" w14:textId="77777777" w:rsidR="00B61376" w:rsidRPr="00EF2F0E" w:rsidRDefault="00B61376" w:rsidP="00613287">
            <w:pPr>
              <w:pStyle w:val="TAC"/>
            </w:pPr>
          </w:p>
        </w:tc>
        <w:tc>
          <w:tcPr>
            <w:tcW w:w="1418" w:type="dxa"/>
            <w:tcBorders>
              <w:top w:val="single" w:sz="4" w:space="0" w:color="auto"/>
              <w:left w:val="single" w:sz="4" w:space="0" w:color="auto"/>
              <w:bottom w:val="single" w:sz="4" w:space="0" w:color="auto"/>
              <w:right w:val="single" w:sz="4" w:space="0" w:color="auto"/>
            </w:tcBorders>
          </w:tcPr>
          <w:p w14:paraId="0984FB6E"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6F"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70"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71"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72" w14:textId="77777777" w:rsidR="00B61376" w:rsidRPr="00EF2F0E" w:rsidRDefault="00B61376" w:rsidP="00613287">
            <w:pPr>
              <w:pStyle w:val="TAC"/>
            </w:pPr>
          </w:p>
        </w:tc>
      </w:tr>
      <w:tr w:rsidR="003401A4" w:rsidRPr="00EF2F0E" w14:paraId="0984FB7C"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74" w14:textId="77777777" w:rsidR="00B61376" w:rsidRPr="00EF2F0E" w:rsidRDefault="00B61376" w:rsidP="00B61376">
            <w:pPr>
              <w:pStyle w:val="TAC"/>
            </w:pPr>
            <w:r w:rsidRPr="00EF2F0E">
              <w:t>E-UTRA Band 72</w:t>
            </w:r>
          </w:p>
        </w:tc>
        <w:tc>
          <w:tcPr>
            <w:tcW w:w="1275" w:type="dxa"/>
            <w:tcBorders>
              <w:top w:val="single" w:sz="4" w:space="0" w:color="auto"/>
              <w:left w:val="single" w:sz="4" w:space="0" w:color="auto"/>
              <w:bottom w:val="single" w:sz="4" w:space="0" w:color="auto"/>
              <w:right w:val="single" w:sz="4" w:space="0" w:color="auto"/>
            </w:tcBorders>
          </w:tcPr>
          <w:p w14:paraId="0984FB75" w14:textId="77777777" w:rsidR="00B61376" w:rsidRPr="00EF2F0E" w:rsidRDefault="00B61376" w:rsidP="00613287">
            <w:pPr>
              <w:pStyle w:val="TAC"/>
            </w:pPr>
            <w:r w:rsidRPr="00EF2F0E">
              <w:t>451 – 456 MHz</w:t>
            </w:r>
          </w:p>
          <w:p w14:paraId="0984FB76" w14:textId="77777777" w:rsidR="00B61376" w:rsidRPr="00EF2F0E" w:rsidRDefault="00B61376" w:rsidP="00613287">
            <w:pPr>
              <w:pStyle w:val="TAC"/>
            </w:pPr>
          </w:p>
        </w:tc>
        <w:tc>
          <w:tcPr>
            <w:tcW w:w="1418" w:type="dxa"/>
            <w:tcBorders>
              <w:top w:val="single" w:sz="4" w:space="0" w:color="auto"/>
              <w:left w:val="single" w:sz="4" w:space="0" w:color="auto"/>
              <w:bottom w:val="single" w:sz="4" w:space="0" w:color="auto"/>
              <w:right w:val="single" w:sz="4" w:space="0" w:color="auto"/>
            </w:tcBorders>
          </w:tcPr>
          <w:p w14:paraId="0984FB77"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78"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79"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7A"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7B" w14:textId="77777777" w:rsidR="00B61376" w:rsidRPr="00EF2F0E" w:rsidRDefault="00B61376" w:rsidP="00613287">
            <w:pPr>
              <w:pStyle w:val="TAC"/>
            </w:pPr>
          </w:p>
        </w:tc>
      </w:tr>
      <w:tr w:rsidR="003401A4" w:rsidRPr="00EF2F0E" w14:paraId="0984FB85"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7D" w14:textId="77777777" w:rsidR="00B61376" w:rsidRPr="00EF2F0E" w:rsidRDefault="00B61376" w:rsidP="00B61376">
            <w:pPr>
              <w:pStyle w:val="TAC"/>
            </w:pPr>
            <w:r w:rsidRPr="00EF2F0E">
              <w:t>E-UTRA Band 73</w:t>
            </w:r>
          </w:p>
        </w:tc>
        <w:tc>
          <w:tcPr>
            <w:tcW w:w="1275" w:type="dxa"/>
            <w:tcBorders>
              <w:top w:val="single" w:sz="4" w:space="0" w:color="auto"/>
              <w:left w:val="single" w:sz="4" w:space="0" w:color="auto"/>
              <w:bottom w:val="single" w:sz="4" w:space="0" w:color="auto"/>
              <w:right w:val="single" w:sz="4" w:space="0" w:color="auto"/>
            </w:tcBorders>
          </w:tcPr>
          <w:p w14:paraId="0984FB7E" w14:textId="77777777" w:rsidR="00B61376" w:rsidRPr="00EF2F0E" w:rsidRDefault="00B61376" w:rsidP="00613287">
            <w:pPr>
              <w:pStyle w:val="TAC"/>
            </w:pPr>
            <w:r w:rsidRPr="00EF2F0E">
              <w:t>450 – 455 MHz</w:t>
            </w:r>
          </w:p>
          <w:p w14:paraId="0984FB7F" w14:textId="77777777" w:rsidR="00B61376" w:rsidRPr="00EF2F0E" w:rsidRDefault="00B61376" w:rsidP="00613287">
            <w:pPr>
              <w:pStyle w:val="TAC"/>
            </w:pPr>
          </w:p>
        </w:tc>
        <w:tc>
          <w:tcPr>
            <w:tcW w:w="1418" w:type="dxa"/>
            <w:tcBorders>
              <w:top w:val="single" w:sz="4" w:space="0" w:color="auto"/>
              <w:left w:val="single" w:sz="4" w:space="0" w:color="auto"/>
              <w:bottom w:val="single" w:sz="4" w:space="0" w:color="auto"/>
              <w:right w:val="single" w:sz="4" w:space="0" w:color="auto"/>
            </w:tcBorders>
          </w:tcPr>
          <w:p w14:paraId="0984FB80"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81"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82"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83"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84" w14:textId="77777777" w:rsidR="00B61376" w:rsidRPr="00EF2F0E" w:rsidRDefault="00B61376" w:rsidP="00613287">
            <w:pPr>
              <w:pStyle w:val="TAC"/>
            </w:pPr>
          </w:p>
        </w:tc>
      </w:tr>
      <w:tr w:rsidR="003401A4" w:rsidRPr="00EF2F0E" w14:paraId="0984FB8D"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86" w14:textId="77777777" w:rsidR="00B61376" w:rsidRPr="00EF2F0E" w:rsidRDefault="00B61376" w:rsidP="00B61376">
            <w:pPr>
              <w:pStyle w:val="TAC"/>
            </w:pPr>
            <w:r w:rsidRPr="00EF2F0E">
              <w:t>E-UTRA Band 74 or NR band n74</w:t>
            </w:r>
          </w:p>
        </w:tc>
        <w:tc>
          <w:tcPr>
            <w:tcW w:w="1275" w:type="dxa"/>
            <w:tcBorders>
              <w:top w:val="single" w:sz="4" w:space="0" w:color="auto"/>
              <w:left w:val="single" w:sz="4" w:space="0" w:color="auto"/>
              <w:bottom w:val="single" w:sz="4" w:space="0" w:color="auto"/>
              <w:right w:val="single" w:sz="4" w:space="0" w:color="auto"/>
            </w:tcBorders>
          </w:tcPr>
          <w:p w14:paraId="0984FB87" w14:textId="77777777" w:rsidR="00B61376" w:rsidRPr="00EF2F0E" w:rsidRDefault="00B61376" w:rsidP="00613287">
            <w:pPr>
              <w:pStyle w:val="TAC"/>
            </w:pPr>
            <w:r w:rsidRPr="00EF2F0E">
              <w:t>1427 – 1470 MHz</w:t>
            </w:r>
          </w:p>
        </w:tc>
        <w:tc>
          <w:tcPr>
            <w:tcW w:w="1418" w:type="dxa"/>
            <w:tcBorders>
              <w:top w:val="single" w:sz="4" w:space="0" w:color="auto"/>
              <w:left w:val="single" w:sz="4" w:space="0" w:color="auto"/>
              <w:bottom w:val="single" w:sz="4" w:space="0" w:color="auto"/>
              <w:right w:val="single" w:sz="4" w:space="0" w:color="auto"/>
            </w:tcBorders>
          </w:tcPr>
          <w:p w14:paraId="0984FB88"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89"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8A"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8B"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8C" w14:textId="77777777" w:rsidR="00B61376" w:rsidRPr="00EF2F0E" w:rsidRDefault="00B61376" w:rsidP="00613287">
            <w:pPr>
              <w:pStyle w:val="TAC"/>
            </w:pPr>
            <w:r w:rsidRPr="00EF2F0E">
              <w:t>This is not applicable to BS operating in Band 50, 51</w:t>
            </w:r>
          </w:p>
        </w:tc>
      </w:tr>
      <w:tr w:rsidR="003401A4" w:rsidRPr="00EF2F0E" w14:paraId="0984FB95"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8E" w14:textId="77777777" w:rsidR="00B61376" w:rsidRPr="00EF2F0E" w:rsidRDefault="00B61376" w:rsidP="00B61376">
            <w:pPr>
              <w:pStyle w:val="TAC"/>
            </w:pPr>
            <w:r w:rsidRPr="00EF2F0E">
              <w:t>NR Band n77</w:t>
            </w:r>
          </w:p>
        </w:tc>
        <w:tc>
          <w:tcPr>
            <w:tcW w:w="1275" w:type="dxa"/>
            <w:tcBorders>
              <w:top w:val="single" w:sz="4" w:space="0" w:color="auto"/>
              <w:left w:val="single" w:sz="4" w:space="0" w:color="auto"/>
              <w:bottom w:val="single" w:sz="4" w:space="0" w:color="auto"/>
              <w:right w:val="single" w:sz="4" w:space="0" w:color="auto"/>
            </w:tcBorders>
          </w:tcPr>
          <w:p w14:paraId="0984FB8F" w14:textId="77777777" w:rsidR="00B61376" w:rsidRPr="00EF2F0E" w:rsidRDefault="00B61376" w:rsidP="00613287">
            <w:pPr>
              <w:pStyle w:val="TAC"/>
            </w:pPr>
            <w:r w:rsidRPr="00EF2F0E">
              <w:t>3300 MHz – 4200 MHz</w:t>
            </w:r>
          </w:p>
        </w:tc>
        <w:tc>
          <w:tcPr>
            <w:tcW w:w="1418" w:type="dxa"/>
            <w:tcBorders>
              <w:top w:val="single" w:sz="4" w:space="0" w:color="auto"/>
              <w:left w:val="single" w:sz="4" w:space="0" w:color="auto"/>
              <w:bottom w:val="single" w:sz="4" w:space="0" w:color="auto"/>
              <w:right w:val="single" w:sz="4" w:space="0" w:color="auto"/>
            </w:tcBorders>
          </w:tcPr>
          <w:p w14:paraId="0984FB90"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91"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92"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93"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94" w14:textId="77777777" w:rsidR="00B61376" w:rsidRPr="00EF2F0E" w:rsidRDefault="00B61376" w:rsidP="00613287">
            <w:pPr>
              <w:pStyle w:val="TAC"/>
            </w:pPr>
            <w:r w:rsidRPr="00EF2F0E">
              <w:t xml:space="preserve">This is not applicable to BS operating in Band </w:t>
            </w:r>
            <w:r w:rsidR="00E0065E" w:rsidRPr="00EF2F0E">
              <w:t xml:space="preserve">22, </w:t>
            </w:r>
            <w:r w:rsidRPr="00EF2F0E">
              <w:t>42 43, 48</w:t>
            </w:r>
            <w:r w:rsidR="00E0065E" w:rsidRPr="00EF2F0E">
              <w:t>, 52</w:t>
            </w:r>
            <w:r w:rsidRPr="00EF2F0E">
              <w:t>.</w:t>
            </w:r>
          </w:p>
        </w:tc>
      </w:tr>
      <w:tr w:rsidR="003401A4" w:rsidRPr="00EF2F0E" w14:paraId="0984FB9D"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96" w14:textId="77777777" w:rsidR="00B61376" w:rsidRPr="00EF2F0E" w:rsidRDefault="00B61376" w:rsidP="00B61376">
            <w:pPr>
              <w:pStyle w:val="TAC"/>
            </w:pPr>
            <w:r w:rsidRPr="00EF2F0E">
              <w:t>NR Band n78</w:t>
            </w:r>
          </w:p>
        </w:tc>
        <w:tc>
          <w:tcPr>
            <w:tcW w:w="1275" w:type="dxa"/>
            <w:tcBorders>
              <w:top w:val="single" w:sz="4" w:space="0" w:color="auto"/>
              <w:left w:val="single" w:sz="4" w:space="0" w:color="auto"/>
              <w:bottom w:val="single" w:sz="4" w:space="0" w:color="auto"/>
              <w:right w:val="single" w:sz="4" w:space="0" w:color="auto"/>
            </w:tcBorders>
          </w:tcPr>
          <w:p w14:paraId="0984FB97" w14:textId="77777777" w:rsidR="00B61376" w:rsidRPr="00EF2F0E" w:rsidRDefault="00B61376" w:rsidP="00613287">
            <w:pPr>
              <w:pStyle w:val="TAC"/>
            </w:pPr>
            <w:r w:rsidRPr="00EF2F0E">
              <w:t>3300 MHz – 3800 MHz</w:t>
            </w:r>
          </w:p>
        </w:tc>
        <w:tc>
          <w:tcPr>
            <w:tcW w:w="1418" w:type="dxa"/>
            <w:tcBorders>
              <w:top w:val="single" w:sz="4" w:space="0" w:color="auto"/>
              <w:left w:val="single" w:sz="4" w:space="0" w:color="auto"/>
              <w:bottom w:val="single" w:sz="4" w:space="0" w:color="auto"/>
              <w:right w:val="single" w:sz="4" w:space="0" w:color="auto"/>
            </w:tcBorders>
          </w:tcPr>
          <w:p w14:paraId="0984FB98"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99"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9A"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9B"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9C" w14:textId="77777777" w:rsidR="00B61376" w:rsidRPr="00EF2F0E" w:rsidRDefault="00B61376" w:rsidP="00613287">
            <w:pPr>
              <w:pStyle w:val="TAC"/>
            </w:pPr>
            <w:r w:rsidRPr="00EF2F0E">
              <w:t xml:space="preserve">This is not applicable to BS operating in Band </w:t>
            </w:r>
            <w:r w:rsidR="00E0065E" w:rsidRPr="00EF2F0E">
              <w:t xml:space="preserve">22, </w:t>
            </w:r>
            <w:r w:rsidRPr="00EF2F0E">
              <w:t>42, 43, 48</w:t>
            </w:r>
            <w:r w:rsidR="00E0065E" w:rsidRPr="00EF2F0E">
              <w:t>, 52</w:t>
            </w:r>
            <w:r w:rsidRPr="00EF2F0E">
              <w:t>.</w:t>
            </w:r>
          </w:p>
        </w:tc>
      </w:tr>
      <w:tr w:rsidR="003401A4" w:rsidRPr="00EF2F0E" w14:paraId="0984FBA5"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9E" w14:textId="77777777" w:rsidR="00B61376" w:rsidRPr="00EF2F0E" w:rsidRDefault="00B61376" w:rsidP="00B61376">
            <w:pPr>
              <w:pStyle w:val="TAC"/>
            </w:pPr>
            <w:r w:rsidRPr="00EF2F0E">
              <w:t>NR Band n79</w:t>
            </w:r>
          </w:p>
        </w:tc>
        <w:tc>
          <w:tcPr>
            <w:tcW w:w="1275" w:type="dxa"/>
            <w:tcBorders>
              <w:top w:val="single" w:sz="4" w:space="0" w:color="auto"/>
              <w:left w:val="single" w:sz="4" w:space="0" w:color="auto"/>
              <w:bottom w:val="single" w:sz="4" w:space="0" w:color="auto"/>
              <w:right w:val="single" w:sz="4" w:space="0" w:color="auto"/>
            </w:tcBorders>
          </w:tcPr>
          <w:p w14:paraId="0984FB9F" w14:textId="77777777" w:rsidR="00B61376" w:rsidRPr="00EF2F0E" w:rsidRDefault="00B61376" w:rsidP="00613287">
            <w:pPr>
              <w:pStyle w:val="TAC"/>
            </w:pPr>
            <w:r w:rsidRPr="00EF2F0E">
              <w:t>4.4 – 5.0 GHz</w:t>
            </w:r>
          </w:p>
        </w:tc>
        <w:tc>
          <w:tcPr>
            <w:tcW w:w="1418" w:type="dxa"/>
            <w:tcBorders>
              <w:top w:val="single" w:sz="4" w:space="0" w:color="auto"/>
              <w:left w:val="single" w:sz="4" w:space="0" w:color="auto"/>
              <w:bottom w:val="single" w:sz="4" w:space="0" w:color="auto"/>
              <w:right w:val="single" w:sz="4" w:space="0" w:color="auto"/>
            </w:tcBorders>
          </w:tcPr>
          <w:p w14:paraId="0984FBA0"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A1"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A2"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A3"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A4" w14:textId="77777777" w:rsidR="00B61376" w:rsidRPr="00EF2F0E" w:rsidRDefault="00B61376" w:rsidP="00613287">
            <w:pPr>
              <w:pStyle w:val="TAC"/>
            </w:pPr>
          </w:p>
        </w:tc>
      </w:tr>
      <w:tr w:rsidR="003401A4" w:rsidRPr="00EF2F0E" w14:paraId="0984FBAD"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A6" w14:textId="77777777" w:rsidR="00B61376" w:rsidRPr="00EF2F0E" w:rsidDel="00715995" w:rsidRDefault="00B61376" w:rsidP="00B61376">
            <w:pPr>
              <w:pStyle w:val="TAC"/>
            </w:pPr>
            <w:r w:rsidRPr="00EF2F0E">
              <w:t>NR Band n80</w:t>
            </w:r>
          </w:p>
        </w:tc>
        <w:tc>
          <w:tcPr>
            <w:tcW w:w="1275" w:type="dxa"/>
            <w:tcBorders>
              <w:top w:val="single" w:sz="4" w:space="0" w:color="auto"/>
              <w:left w:val="single" w:sz="4" w:space="0" w:color="auto"/>
              <w:bottom w:val="single" w:sz="4" w:space="0" w:color="auto"/>
              <w:right w:val="single" w:sz="4" w:space="0" w:color="auto"/>
            </w:tcBorders>
          </w:tcPr>
          <w:p w14:paraId="0984FBA7" w14:textId="77777777" w:rsidR="00B61376" w:rsidRPr="00EF2F0E" w:rsidRDefault="00B61376" w:rsidP="00613287">
            <w:pPr>
              <w:pStyle w:val="TAC"/>
            </w:pPr>
            <w:r w:rsidRPr="00EF2F0E">
              <w:t>1710 – 1785 MHz</w:t>
            </w:r>
          </w:p>
        </w:tc>
        <w:tc>
          <w:tcPr>
            <w:tcW w:w="1418" w:type="dxa"/>
            <w:tcBorders>
              <w:top w:val="single" w:sz="4" w:space="0" w:color="auto"/>
              <w:left w:val="single" w:sz="4" w:space="0" w:color="auto"/>
              <w:bottom w:val="single" w:sz="4" w:space="0" w:color="auto"/>
              <w:right w:val="single" w:sz="4" w:space="0" w:color="auto"/>
            </w:tcBorders>
          </w:tcPr>
          <w:p w14:paraId="0984FBA8"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A9"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AA"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AB"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AC" w14:textId="77777777" w:rsidR="00B61376" w:rsidRPr="00EF2F0E" w:rsidRDefault="00B61376" w:rsidP="00613287">
            <w:pPr>
              <w:pStyle w:val="TAC"/>
            </w:pPr>
          </w:p>
        </w:tc>
      </w:tr>
      <w:tr w:rsidR="003401A4" w:rsidRPr="00EF2F0E" w14:paraId="0984FBB5"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AE" w14:textId="77777777" w:rsidR="00B61376" w:rsidRPr="00EF2F0E" w:rsidDel="00715995" w:rsidRDefault="00B61376" w:rsidP="00B61376">
            <w:pPr>
              <w:pStyle w:val="TAC"/>
            </w:pPr>
            <w:r w:rsidRPr="00EF2F0E">
              <w:t>NR Band n81</w:t>
            </w:r>
          </w:p>
        </w:tc>
        <w:tc>
          <w:tcPr>
            <w:tcW w:w="1275" w:type="dxa"/>
            <w:tcBorders>
              <w:top w:val="single" w:sz="4" w:space="0" w:color="auto"/>
              <w:left w:val="single" w:sz="4" w:space="0" w:color="auto"/>
              <w:bottom w:val="single" w:sz="4" w:space="0" w:color="auto"/>
              <w:right w:val="single" w:sz="4" w:space="0" w:color="auto"/>
            </w:tcBorders>
          </w:tcPr>
          <w:p w14:paraId="0984FBAF" w14:textId="77777777" w:rsidR="00B61376" w:rsidRPr="00EF2F0E" w:rsidRDefault="00B61376" w:rsidP="00613287">
            <w:pPr>
              <w:pStyle w:val="TAC"/>
            </w:pPr>
            <w:r w:rsidRPr="00EF2F0E">
              <w:t>880 – 915 MHz</w:t>
            </w:r>
          </w:p>
        </w:tc>
        <w:tc>
          <w:tcPr>
            <w:tcW w:w="1418" w:type="dxa"/>
            <w:tcBorders>
              <w:top w:val="single" w:sz="4" w:space="0" w:color="auto"/>
              <w:left w:val="single" w:sz="4" w:space="0" w:color="auto"/>
              <w:bottom w:val="single" w:sz="4" w:space="0" w:color="auto"/>
              <w:right w:val="single" w:sz="4" w:space="0" w:color="auto"/>
            </w:tcBorders>
          </w:tcPr>
          <w:p w14:paraId="0984FBB0"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B1"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B2"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B3"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B4" w14:textId="77777777" w:rsidR="00B61376" w:rsidRPr="00EF2F0E" w:rsidRDefault="00B61376" w:rsidP="00613287">
            <w:pPr>
              <w:pStyle w:val="TAC"/>
            </w:pPr>
          </w:p>
        </w:tc>
      </w:tr>
      <w:tr w:rsidR="003401A4" w:rsidRPr="00EF2F0E" w14:paraId="0984FBBD"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B6" w14:textId="77777777" w:rsidR="00B61376" w:rsidRPr="00EF2F0E" w:rsidDel="00715995" w:rsidRDefault="00B61376" w:rsidP="00B61376">
            <w:pPr>
              <w:pStyle w:val="TAC"/>
            </w:pPr>
            <w:r w:rsidRPr="00EF2F0E">
              <w:t>NR Band n82</w:t>
            </w:r>
          </w:p>
        </w:tc>
        <w:tc>
          <w:tcPr>
            <w:tcW w:w="1275" w:type="dxa"/>
            <w:tcBorders>
              <w:top w:val="single" w:sz="4" w:space="0" w:color="auto"/>
              <w:left w:val="single" w:sz="4" w:space="0" w:color="auto"/>
              <w:bottom w:val="single" w:sz="4" w:space="0" w:color="auto"/>
              <w:right w:val="single" w:sz="4" w:space="0" w:color="auto"/>
            </w:tcBorders>
          </w:tcPr>
          <w:p w14:paraId="0984FBB7" w14:textId="77777777" w:rsidR="00B61376" w:rsidRPr="00EF2F0E" w:rsidRDefault="00B61376" w:rsidP="00613287">
            <w:pPr>
              <w:pStyle w:val="TAC"/>
            </w:pPr>
            <w:r w:rsidRPr="00EF2F0E">
              <w:t>832 – 862 MHz</w:t>
            </w:r>
          </w:p>
        </w:tc>
        <w:tc>
          <w:tcPr>
            <w:tcW w:w="1418" w:type="dxa"/>
            <w:tcBorders>
              <w:top w:val="single" w:sz="4" w:space="0" w:color="auto"/>
              <w:left w:val="single" w:sz="4" w:space="0" w:color="auto"/>
              <w:bottom w:val="single" w:sz="4" w:space="0" w:color="auto"/>
              <w:right w:val="single" w:sz="4" w:space="0" w:color="auto"/>
            </w:tcBorders>
          </w:tcPr>
          <w:p w14:paraId="0984FBB8"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B9"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BA"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BB"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BC" w14:textId="77777777" w:rsidR="00B61376" w:rsidRPr="00EF2F0E" w:rsidRDefault="00B61376" w:rsidP="00613287">
            <w:pPr>
              <w:pStyle w:val="TAC"/>
            </w:pPr>
          </w:p>
        </w:tc>
      </w:tr>
      <w:tr w:rsidR="003401A4" w:rsidRPr="00EF2F0E" w14:paraId="0984FBC5"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BE" w14:textId="77777777" w:rsidR="00B61376" w:rsidRPr="00EF2F0E" w:rsidDel="00715995" w:rsidRDefault="00B61376" w:rsidP="00B61376">
            <w:pPr>
              <w:pStyle w:val="TAC"/>
            </w:pPr>
            <w:r w:rsidRPr="00EF2F0E">
              <w:t>NR Band n83</w:t>
            </w:r>
          </w:p>
        </w:tc>
        <w:tc>
          <w:tcPr>
            <w:tcW w:w="1275" w:type="dxa"/>
            <w:tcBorders>
              <w:top w:val="single" w:sz="4" w:space="0" w:color="auto"/>
              <w:left w:val="single" w:sz="4" w:space="0" w:color="auto"/>
              <w:bottom w:val="single" w:sz="4" w:space="0" w:color="auto"/>
              <w:right w:val="single" w:sz="4" w:space="0" w:color="auto"/>
            </w:tcBorders>
          </w:tcPr>
          <w:p w14:paraId="0984FBBF" w14:textId="77777777" w:rsidR="00B61376" w:rsidRPr="00EF2F0E" w:rsidRDefault="00B61376" w:rsidP="00613287">
            <w:pPr>
              <w:pStyle w:val="TAC"/>
            </w:pPr>
            <w:r w:rsidRPr="00EF2F0E">
              <w:t>703 – 748 MHz</w:t>
            </w:r>
          </w:p>
        </w:tc>
        <w:tc>
          <w:tcPr>
            <w:tcW w:w="1418" w:type="dxa"/>
            <w:tcBorders>
              <w:top w:val="single" w:sz="4" w:space="0" w:color="auto"/>
              <w:left w:val="single" w:sz="4" w:space="0" w:color="auto"/>
              <w:bottom w:val="single" w:sz="4" w:space="0" w:color="auto"/>
              <w:right w:val="single" w:sz="4" w:space="0" w:color="auto"/>
            </w:tcBorders>
          </w:tcPr>
          <w:p w14:paraId="0984FBC0"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C1"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C2"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C3"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C4" w14:textId="77777777" w:rsidR="00B61376" w:rsidRPr="00EF2F0E" w:rsidRDefault="00B61376" w:rsidP="00613287">
            <w:pPr>
              <w:pStyle w:val="TAC"/>
            </w:pPr>
          </w:p>
        </w:tc>
      </w:tr>
      <w:tr w:rsidR="003401A4" w:rsidRPr="00EF2F0E" w14:paraId="0984FBCD"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C6" w14:textId="77777777" w:rsidR="00B61376" w:rsidRPr="00EF2F0E" w:rsidDel="00715995" w:rsidRDefault="00B61376" w:rsidP="00B61376">
            <w:pPr>
              <w:pStyle w:val="TAC"/>
            </w:pPr>
            <w:r w:rsidRPr="00EF2F0E">
              <w:t>NR Band n84</w:t>
            </w:r>
          </w:p>
        </w:tc>
        <w:tc>
          <w:tcPr>
            <w:tcW w:w="1275" w:type="dxa"/>
            <w:tcBorders>
              <w:top w:val="single" w:sz="4" w:space="0" w:color="auto"/>
              <w:left w:val="single" w:sz="4" w:space="0" w:color="auto"/>
              <w:bottom w:val="single" w:sz="4" w:space="0" w:color="auto"/>
              <w:right w:val="single" w:sz="4" w:space="0" w:color="auto"/>
            </w:tcBorders>
          </w:tcPr>
          <w:p w14:paraId="0984FBC7" w14:textId="77777777" w:rsidR="00B61376" w:rsidRPr="00EF2F0E" w:rsidRDefault="00B61376" w:rsidP="00613287">
            <w:pPr>
              <w:pStyle w:val="TAC"/>
            </w:pPr>
            <w:r w:rsidRPr="00EF2F0E">
              <w:t>1920 – 1980 MHz</w:t>
            </w:r>
          </w:p>
        </w:tc>
        <w:tc>
          <w:tcPr>
            <w:tcW w:w="1418" w:type="dxa"/>
            <w:tcBorders>
              <w:top w:val="single" w:sz="4" w:space="0" w:color="auto"/>
              <w:left w:val="single" w:sz="4" w:space="0" w:color="auto"/>
              <w:bottom w:val="single" w:sz="4" w:space="0" w:color="auto"/>
              <w:right w:val="single" w:sz="4" w:space="0" w:color="auto"/>
            </w:tcBorders>
          </w:tcPr>
          <w:p w14:paraId="0984FBC8"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C9"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CA"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CB"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CC" w14:textId="77777777" w:rsidR="00B61376" w:rsidRPr="00EF2F0E" w:rsidRDefault="00B61376" w:rsidP="00613287">
            <w:pPr>
              <w:pStyle w:val="TAC"/>
            </w:pPr>
          </w:p>
        </w:tc>
      </w:tr>
      <w:tr w:rsidR="003401A4" w:rsidRPr="00EF2F0E" w14:paraId="0984FBD5"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CE" w14:textId="77777777" w:rsidR="00B61376" w:rsidRPr="00EF2F0E" w:rsidDel="00715995" w:rsidRDefault="00B61376" w:rsidP="00B61376">
            <w:pPr>
              <w:pStyle w:val="TAC"/>
            </w:pPr>
            <w:r w:rsidRPr="00EF2F0E">
              <w:t>E-UTRA Band 85</w:t>
            </w:r>
          </w:p>
        </w:tc>
        <w:tc>
          <w:tcPr>
            <w:tcW w:w="1275" w:type="dxa"/>
            <w:tcBorders>
              <w:top w:val="single" w:sz="4" w:space="0" w:color="auto"/>
              <w:left w:val="single" w:sz="4" w:space="0" w:color="auto"/>
              <w:bottom w:val="single" w:sz="4" w:space="0" w:color="auto"/>
              <w:right w:val="single" w:sz="4" w:space="0" w:color="auto"/>
            </w:tcBorders>
          </w:tcPr>
          <w:p w14:paraId="0984FBCF" w14:textId="77777777" w:rsidR="00B61376" w:rsidRPr="00EF2F0E" w:rsidRDefault="00B61376" w:rsidP="00613287">
            <w:pPr>
              <w:pStyle w:val="TAC"/>
            </w:pPr>
            <w:r w:rsidRPr="00EF2F0E">
              <w:t>698 - 716 MHz</w:t>
            </w:r>
          </w:p>
        </w:tc>
        <w:tc>
          <w:tcPr>
            <w:tcW w:w="1418" w:type="dxa"/>
            <w:tcBorders>
              <w:top w:val="single" w:sz="4" w:space="0" w:color="auto"/>
              <w:left w:val="single" w:sz="4" w:space="0" w:color="auto"/>
              <w:bottom w:val="single" w:sz="4" w:space="0" w:color="auto"/>
              <w:right w:val="single" w:sz="4" w:space="0" w:color="auto"/>
            </w:tcBorders>
          </w:tcPr>
          <w:p w14:paraId="0984FBD0"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D1"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D2"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D3"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D4" w14:textId="77777777" w:rsidR="00B61376" w:rsidRPr="00EF2F0E" w:rsidRDefault="00B61376" w:rsidP="00613287">
            <w:pPr>
              <w:pStyle w:val="TAC"/>
            </w:pPr>
          </w:p>
        </w:tc>
      </w:tr>
      <w:tr w:rsidR="000A7FEB" w:rsidRPr="00EF2F0E" w14:paraId="0984FBDD" w14:textId="77777777" w:rsidTr="00B61376">
        <w:trPr>
          <w:cantSplit/>
          <w:jc w:val="center"/>
        </w:trPr>
        <w:tc>
          <w:tcPr>
            <w:tcW w:w="1229" w:type="dxa"/>
            <w:tcBorders>
              <w:top w:val="single" w:sz="4" w:space="0" w:color="auto"/>
              <w:left w:val="single" w:sz="4" w:space="0" w:color="auto"/>
              <w:bottom w:val="single" w:sz="4" w:space="0" w:color="auto"/>
              <w:right w:val="single" w:sz="4" w:space="0" w:color="auto"/>
            </w:tcBorders>
          </w:tcPr>
          <w:p w14:paraId="0984FBD6" w14:textId="77777777" w:rsidR="00B61376" w:rsidRPr="00EF2F0E" w:rsidRDefault="00B61376" w:rsidP="00B61376">
            <w:pPr>
              <w:pStyle w:val="TAC"/>
            </w:pPr>
            <w:r w:rsidRPr="00EF2F0E">
              <w:t>NR Band n86</w:t>
            </w:r>
          </w:p>
        </w:tc>
        <w:tc>
          <w:tcPr>
            <w:tcW w:w="1275" w:type="dxa"/>
            <w:tcBorders>
              <w:top w:val="single" w:sz="4" w:space="0" w:color="auto"/>
              <w:left w:val="single" w:sz="4" w:space="0" w:color="auto"/>
              <w:bottom w:val="single" w:sz="4" w:space="0" w:color="auto"/>
              <w:right w:val="single" w:sz="4" w:space="0" w:color="auto"/>
            </w:tcBorders>
          </w:tcPr>
          <w:p w14:paraId="0984FBD7" w14:textId="77777777" w:rsidR="00B61376" w:rsidRPr="00EF2F0E" w:rsidRDefault="00B61376" w:rsidP="00613287">
            <w:pPr>
              <w:pStyle w:val="TAC"/>
            </w:pPr>
            <w:r w:rsidRPr="00EF2F0E">
              <w:t>1710 – 1780 MHz</w:t>
            </w:r>
          </w:p>
        </w:tc>
        <w:tc>
          <w:tcPr>
            <w:tcW w:w="1418" w:type="dxa"/>
            <w:tcBorders>
              <w:top w:val="single" w:sz="4" w:space="0" w:color="auto"/>
              <w:left w:val="single" w:sz="4" w:space="0" w:color="auto"/>
              <w:bottom w:val="single" w:sz="4" w:space="0" w:color="auto"/>
              <w:right w:val="single" w:sz="4" w:space="0" w:color="auto"/>
            </w:tcBorders>
          </w:tcPr>
          <w:p w14:paraId="0984FBD8" w14:textId="77777777" w:rsidR="00B61376" w:rsidRPr="00EF2F0E" w:rsidRDefault="00B61376" w:rsidP="000A7FEB">
            <w:pPr>
              <w:pStyle w:val="TAC"/>
            </w:pPr>
            <w:r w:rsidRPr="00EF2F0E">
              <w:t>-117 dBm</w:t>
            </w:r>
          </w:p>
        </w:tc>
        <w:tc>
          <w:tcPr>
            <w:tcW w:w="1417" w:type="dxa"/>
            <w:tcBorders>
              <w:top w:val="single" w:sz="4" w:space="0" w:color="auto"/>
              <w:left w:val="single" w:sz="4" w:space="0" w:color="auto"/>
              <w:bottom w:val="single" w:sz="4" w:space="0" w:color="auto"/>
              <w:right w:val="single" w:sz="4" w:space="0" w:color="auto"/>
            </w:tcBorders>
          </w:tcPr>
          <w:p w14:paraId="0984FBD9" w14:textId="77777777" w:rsidR="00B61376" w:rsidRPr="00EF2F0E" w:rsidRDefault="00B61376" w:rsidP="000A7FEB">
            <w:pPr>
              <w:pStyle w:val="TAC"/>
            </w:pPr>
            <w:r w:rsidRPr="00EF2F0E">
              <w:t>-112 dBm</w:t>
            </w:r>
          </w:p>
        </w:tc>
        <w:tc>
          <w:tcPr>
            <w:tcW w:w="1418" w:type="dxa"/>
            <w:tcBorders>
              <w:top w:val="single" w:sz="4" w:space="0" w:color="auto"/>
              <w:left w:val="single" w:sz="4" w:space="0" w:color="auto"/>
              <w:bottom w:val="single" w:sz="4" w:space="0" w:color="auto"/>
              <w:right w:val="single" w:sz="4" w:space="0" w:color="auto"/>
            </w:tcBorders>
          </w:tcPr>
          <w:p w14:paraId="0984FBDA" w14:textId="77777777" w:rsidR="00B61376" w:rsidRPr="00EF2F0E" w:rsidRDefault="00B61376" w:rsidP="000A7FEB">
            <w:pPr>
              <w:pStyle w:val="TAC"/>
            </w:pPr>
            <w:r w:rsidRPr="00EF2F0E">
              <w:t>-109 dBm</w:t>
            </w:r>
          </w:p>
        </w:tc>
        <w:tc>
          <w:tcPr>
            <w:tcW w:w="709" w:type="dxa"/>
            <w:tcBorders>
              <w:top w:val="single" w:sz="4" w:space="0" w:color="auto"/>
              <w:left w:val="single" w:sz="4" w:space="0" w:color="auto"/>
              <w:bottom w:val="single" w:sz="4" w:space="0" w:color="auto"/>
              <w:right w:val="single" w:sz="4" w:space="0" w:color="auto"/>
            </w:tcBorders>
          </w:tcPr>
          <w:p w14:paraId="0984FBDB" w14:textId="77777777" w:rsidR="00B61376" w:rsidRPr="00EF2F0E" w:rsidRDefault="00B61376" w:rsidP="00B61376">
            <w:pPr>
              <w:pStyle w:val="TAC"/>
            </w:pPr>
            <w:r w:rsidRPr="00EF2F0E">
              <w:t>100 kHz</w:t>
            </w:r>
          </w:p>
        </w:tc>
        <w:tc>
          <w:tcPr>
            <w:tcW w:w="2191" w:type="dxa"/>
            <w:tcBorders>
              <w:top w:val="single" w:sz="4" w:space="0" w:color="auto"/>
              <w:left w:val="single" w:sz="4" w:space="0" w:color="auto"/>
              <w:bottom w:val="single" w:sz="4" w:space="0" w:color="auto"/>
              <w:right w:val="single" w:sz="4" w:space="0" w:color="auto"/>
            </w:tcBorders>
          </w:tcPr>
          <w:p w14:paraId="0984FBDC" w14:textId="77777777" w:rsidR="00B61376" w:rsidRPr="00EF2F0E" w:rsidRDefault="00B61376" w:rsidP="00613287">
            <w:pPr>
              <w:pStyle w:val="TAC"/>
            </w:pPr>
          </w:p>
        </w:tc>
      </w:tr>
    </w:tbl>
    <w:p w14:paraId="0984FBDE" w14:textId="77777777" w:rsidR="00B15E99" w:rsidRPr="00EF2F0E" w:rsidRDefault="00B15E99" w:rsidP="00B15E99"/>
    <w:p w14:paraId="0984FBDF" w14:textId="77777777" w:rsidR="00B15E99" w:rsidRPr="00EF2F0E" w:rsidRDefault="00B15E99" w:rsidP="00B15E99">
      <w:pPr>
        <w:pStyle w:val="NO"/>
      </w:pPr>
      <w:r w:rsidRPr="00EF2F0E">
        <w:t>NOTE 1:</w:t>
      </w:r>
      <w:r w:rsidRPr="00EF2F0E">
        <w:tab/>
        <w:t xml:space="preserve">As defined in the scope for spurious emissions in this subclause, the co-location requirements in table 9.7.6.4.4.2-1 do not apply for the </w:t>
      </w:r>
      <w:r w:rsidR="00B61376" w:rsidRPr="00EF2F0E">
        <w:t>Δf</w:t>
      </w:r>
      <w:r w:rsidR="00B61376" w:rsidRPr="00EF2F0E">
        <w:rPr>
          <w:vertAlign w:val="subscript"/>
        </w:rPr>
        <w:t>OBUE</w:t>
      </w:r>
      <w:r w:rsidRPr="00EF2F0E">
        <w:t xml:space="preserve"> frequency range immediately outside the BS transmit frequency range of a </w:t>
      </w:r>
      <w:r w:rsidRPr="00EF2F0E">
        <w:rPr>
          <w:i/>
        </w:rPr>
        <w:t>downlink operating band</w:t>
      </w:r>
      <w:r w:rsidRPr="00EF2F0E">
        <w:t xml:space="preserve"> (see subclause </w:t>
      </w:r>
      <w:r w:rsidR="00B61376" w:rsidRPr="00EF2F0E">
        <w:t>9.7.1</w:t>
      </w:r>
      <w:r w:rsidRPr="00EF2F0E">
        <w:t xml:space="preserve">). The current state-of-the-art technology does not allow a single generic solution for co-location with </w:t>
      </w:r>
      <w:r w:rsidRPr="00EF2F0E">
        <w:rPr>
          <w:lang w:eastAsia="zh-CN"/>
        </w:rPr>
        <w:t>other system</w:t>
      </w:r>
      <w:r w:rsidRPr="00EF2F0E">
        <w:t xml:space="preserve"> on adjacent frequencies for 30 dB BS-BS minimum coupling loss. However, there are certain site-engineering solutions that can be used. These techniques are addressed in TR 25.942 [12].</w:t>
      </w:r>
    </w:p>
    <w:p w14:paraId="0984FBE0" w14:textId="77777777" w:rsidR="00B15E99" w:rsidRPr="00EF2F0E" w:rsidRDefault="00B15E99" w:rsidP="00B15E99">
      <w:pPr>
        <w:pStyle w:val="NO"/>
      </w:pPr>
      <w:r w:rsidRPr="00EF2F0E">
        <w:t>NOTE 2:</w:t>
      </w:r>
      <w:r w:rsidRPr="00EF2F0E">
        <w:tab/>
        <w:t xml:space="preserve">Table 9.7.6.4.4.2-1 assumes that two operating bands, where the corresponding BS transmit and receive frequency ranges in subclause </w:t>
      </w:r>
      <w:r w:rsidR="00B61376" w:rsidRPr="00EF2F0E">
        <w:t>9.7.1</w:t>
      </w:r>
      <w:r w:rsidRPr="00EF2F0E">
        <w:t xml:space="preserve"> would be overlapping, are not deployed in the same geographical area. For such a case of operation with overlapping frequency arrangements in the same geographical area, special co-location requirements may apply that are not covered by the 3GPP specifications.</w:t>
      </w:r>
    </w:p>
    <w:p w14:paraId="0984FBE1" w14:textId="77777777" w:rsidR="00B15E99" w:rsidRPr="00EF2F0E" w:rsidRDefault="00B15E99" w:rsidP="00B15E99">
      <w:pPr>
        <w:pStyle w:val="NO"/>
        <w:rPr>
          <w:lang w:eastAsia="en-GB"/>
        </w:rPr>
      </w:pPr>
      <w:r w:rsidRPr="00EF2F0E">
        <w:t>NOTE 3:</w:t>
      </w:r>
      <w:r w:rsidRPr="00EF2F0E">
        <w:tab/>
        <w:t>Co-located TDD base stations that are synchronized and using the same or adjacent operating band can transmit without special co-locations requirements. For unsynchronized base stations, special co-location requirements may apply that are not covered by the 3GPP specifications.</w:t>
      </w:r>
    </w:p>
    <w:p w14:paraId="0984FBE2" w14:textId="77777777" w:rsidR="00B15E99" w:rsidRPr="00EF2F0E" w:rsidRDefault="00B15E99" w:rsidP="00B15E99">
      <w:pPr>
        <w:pStyle w:val="Heading2"/>
      </w:pPr>
      <w:bookmarkStart w:id="4711" w:name="_Toc21096121"/>
      <w:bookmarkStart w:id="4712" w:name="_Toc29763320"/>
      <w:bookmarkStart w:id="4713" w:name="_Toc45869605"/>
      <w:bookmarkStart w:id="4714" w:name="_Toc52554858"/>
      <w:bookmarkStart w:id="4715" w:name="_Toc52555328"/>
      <w:bookmarkStart w:id="4716" w:name="_Toc61112560"/>
      <w:bookmarkStart w:id="4717" w:name="_Toc67911712"/>
      <w:bookmarkStart w:id="4718" w:name="_Toc74843187"/>
      <w:bookmarkStart w:id="4719" w:name="_Toc76503570"/>
      <w:bookmarkStart w:id="4720" w:name="_Toc83041013"/>
      <w:bookmarkStart w:id="4721" w:name="_Toc89852056"/>
      <w:bookmarkStart w:id="4722" w:name="_Toc98676410"/>
      <w:r w:rsidRPr="00EF2F0E">
        <w:t>9.8</w:t>
      </w:r>
      <w:r w:rsidRPr="00EF2F0E">
        <w:tab/>
        <w:t>OTA Transmitter intermodulation</w:t>
      </w:r>
      <w:bookmarkEnd w:id="4711"/>
      <w:bookmarkEnd w:id="4712"/>
      <w:bookmarkEnd w:id="4713"/>
      <w:bookmarkEnd w:id="4714"/>
      <w:bookmarkEnd w:id="4715"/>
      <w:bookmarkEnd w:id="4716"/>
      <w:bookmarkEnd w:id="4717"/>
      <w:bookmarkEnd w:id="4718"/>
      <w:bookmarkEnd w:id="4719"/>
      <w:bookmarkEnd w:id="4720"/>
      <w:bookmarkEnd w:id="4721"/>
      <w:bookmarkEnd w:id="4722"/>
    </w:p>
    <w:p w14:paraId="0984FBE3" w14:textId="77777777" w:rsidR="00B15E99" w:rsidRPr="00EF2F0E" w:rsidRDefault="00B15E99" w:rsidP="00B15E99">
      <w:pPr>
        <w:pStyle w:val="Heading3"/>
      </w:pPr>
      <w:bookmarkStart w:id="4723" w:name="_Toc21096122"/>
      <w:bookmarkStart w:id="4724" w:name="_Toc29763321"/>
      <w:bookmarkStart w:id="4725" w:name="_Toc45869606"/>
      <w:bookmarkStart w:id="4726" w:name="_Toc52554859"/>
      <w:bookmarkStart w:id="4727" w:name="_Toc52555329"/>
      <w:bookmarkStart w:id="4728" w:name="_Toc61112561"/>
      <w:bookmarkStart w:id="4729" w:name="_Toc67911713"/>
      <w:bookmarkStart w:id="4730" w:name="_Toc74843188"/>
      <w:bookmarkStart w:id="4731" w:name="_Toc76503571"/>
      <w:bookmarkStart w:id="4732" w:name="_Toc83041014"/>
      <w:bookmarkStart w:id="4733" w:name="_Toc89852057"/>
      <w:bookmarkStart w:id="4734" w:name="_Toc98676411"/>
      <w:r w:rsidRPr="00EF2F0E">
        <w:t>9.8.1</w:t>
      </w:r>
      <w:r w:rsidRPr="00EF2F0E">
        <w:tab/>
        <w:t>General</w:t>
      </w:r>
      <w:bookmarkEnd w:id="4723"/>
      <w:bookmarkEnd w:id="4724"/>
      <w:bookmarkEnd w:id="4725"/>
      <w:bookmarkEnd w:id="4726"/>
      <w:bookmarkEnd w:id="4727"/>
      <w:bookmarkEnd w:id="4728"/>
      <w:bookmarkEnd w:id="4729"/>
      <w:bookmarkEnd w:id="4730"/>
      <w:bookmarkEnd w:id="4731"/>
      <w:bookmarkEnd w:id="4732"/>
      <w:bookmarkEnd w:id="4733"/>
      <w:bookmarkEnd w:id="4734"/>
    </w:p>
    <w:p w14:paraId="0984FBE4" w14:textId="77777777" w:rsidR="00B15E99" w:rsidRPr="00EF2F0E" w:rsidRDefault="00B15E99" w:rsidP="00B15E99">
      <w:r w:rsidRPr="00EF2F0E">
        <w:t xml:space="preserve">The OTA transmitter intermodulation requirement is a measure of the capability of the transmitter unit to inhibit the generation of signals in its non-linear elements caused by presence of the wanted signal and an interfering signal reaching the transmitter unit via the RDN and antenna array from a co-located base station. The requirement applies during the </w:t>
      </w:r>
      <w:r w:rsidRPr="00EF2F0E">
        <w:rPr>
          <w:i/>
        </w:rPr>
        <w:t>transmitter ON period</w:t>
      </w:r>
      <w:r w:rsidRPr="00EF2F0E">
        <w:t xml:space="preserve"> and the </w:t>
      </w:r>
      <w:r w:rsidRPr="00EF2F0E">
        <w:rPr>
          <w:i/>
        </w:rPr>
        <w:t>transmitter transient period</w:t>
      </w:r>
      <w:r w:rsidRPr="00EF2F0E">
        <w:t>.</w:t>
      </w:r>
    </w:p>
    <w:p w14:paraId="0984FBE5" w14:textId="77777777" w:rsidR="00B15E99" w:rsidRPr="00EF2F0E" w:rsidRDefault="00B15E99" w:rsidP="00B15E99">
      <w:r w:rsidRPr="00EF2F0E">
        <w:t>The requirement applies at each RIB</w:t>
      </w:r>
      <w:r w:rsidRPr="00EF2F0E">
        <w:rPr>
          <w:rFonts w:cs="v5.0.0"/>
        </w:rPr>
        <w:t xml:space="preserve"> supporting transmission in the operating band</w:t>
      </w:r>
      <w:r w:rsidRPr="00EF2F0E">
        <w:t>.</w:t>
      </w:r>
    </w:p>
    <w:p w14:paraId="0984FBE6" w14:textId="77777777" w:rsidR="00B15E99" w:rsidRPr="00EF2F0E" w:rsidRDefault="00B15E99" w:rsidP="00B15E99">
      <w:r w:rsidRPr="00EF2F0E">
        <w:t xml:space="preserve">The transmitter intermodulation level is the </w:t>
      </w:r>
      <w:r w:rsidRPr="00EF2F0E">
        <w:rPr>
          <w:i/>
        </w:rPr>
        <w:t>total radiated power</w:t>
      </w:r>
      <w:r w:rsidRPr="00EF2F0E">
        <w:t xml:space="preserve"> of the intermodulation products when an interfering signal is injected into the </w:t>
      </w:r>
      <w:r w:rsidRPr="00EF2F0E">
        <w:rPr>
          <w:i/>
        </w:rPr>
        <w:t>co-location reference antenna</w:t>
      </w:r>
      <w:r w:rsidRPr="00EF2F0E">
        <w:t>.</w:t>
      </w:r>
    </w:p>
    <w:p w14:paraId="0984FBE7" w14:textId="77777777" w:rsidR="00B15E99" w:rsidRPr="00EF2F0E" w:rsidRDefault="00B15E99" w:rsidP="00B15E99">
      <w:pPr>
        <w:pStyle w:val="Heading3"/>
      </w:pPr>
      <w:bookmarkStart w:id="4735" w:name="_Toc21096123"/>
      <w:bookmarkStart w:id="4736" w:name="_Toc29763322"/>
      <w:bookmarkStart w:id="4737" w:name="_Toc45869607"/>
      <w:bookmarkStart w:id="4738" w:name="_Toc52554860"/>
      <w:bookmarkStart w:id="4739" w:name="_Toc52555330"/>
      <w:bookmarkStart w:id="4740" w:name="_Toc61112562"/>
      <w:bookmarkStart w:id="4741" w:name="_Toc67911714"/>
      <w:bookmarkStart w:id="4742" w:name="_Toc74843189"/>
      <w:bookmarkStart w:id="4743" w:name="_Toc76503572"/>
      <w:bookmarkStart w:id="4744" w:name="_Toc83041015"/>
      <w:bookmarkStart w:id="4745" w:name="_Toc89852058"/>
      <w:bookmarkStart w:id="4746" w:name="_Toc98676412"/>
      <w:r w:rsidRPr="00EF2F0E">
        <w:t>9.8.2</w:t>
      </w:r>
      <w:r w:rsidRPr="00EF2F0E">
        <w:tab/>
        <w:t>Minimum requirement for MSR operation</w:t>
      </w:r>
      <w:bookmarkEnd w:id="4735"/>
      <w:bookmarkEnd w:id="4736"/>
      <w:bookmarkEnd w:id="4737"/>
      <w:bookmarkEnd w:id="4738"/>
      <w:bookmarkEnd w:id="4739"/>
      <w:bookmarkEnd w:id="4740"/>
      <w:bookmarkEnd w:id="4741"/>
      <w:bookmarkEnd w:id="4742"/>
      <w:bookmarkEnd w:id="4743"/>
      <w:bookmarkEnd w:id="4744"/>
      <w:bookmarkEnd w:id="4745"/>
      <w:bookmarkEnd w:id="4746"/>
    </w:p>
    <w:p w14:paraId="0984FBE8" w14:textId="77777777" w:rsidR="00B15E99" w:rsidRPr="00EF2F0E" w:rsidRDefault="00B15E99" w:rsidP="00B15E99">
      <w:pPr>
        <w:pStyle w:val="Heading4"/>
      </w:pPr>
      <w:bookmarkStart w:id="4747" w:name="_Toc21096124"/>
      <w:bookmarkStart w:id="4748" w:name="_Toc29763323"/>
      <w:bookmarkStart w:id="4749" w:name="_Toc45869608"/>
      <w:bookmarkStart w:id="4750" w:name="_Toc52554861"/>
      <w:bookmarkStart w:id="4751" w:name="_Toc52555331"/>
      <w:bookmarkStart w:id="4752" w:name="_Toc61112563"/>
      <w:bookmarkStart w:id="4753" w:name="_Toc67911715"/>
      <w:bookmarkStart w:id="4754" w:name="_Toc74843190"/>
      <w:bookmarkStart w:id="4755" w:name="_Toc76503573"/>
      <w:bookmarkStart w:id="4756" w:name="_Toc83041016"/>
      <w:bookmarkStart w:id="4757" w:name="_Toc89852059"/>
      <w:bookmarkStart w:id="4758" w:name="_Toc98676413"/>
      <w:r w:rsidRPr="00EF2F0E">
        <w:t>9.8.2.1</w:t>
      </w:r>
      <w:r w:rsidRPr="00EF2F0E">
        <w:tab/>
        <w:t>General minimum requirement</w:t>
      </w:r>
      <w:bookmarkEnd w:id="4747"/>
      <w:bookmarkEnd w:id="4748"/>
      <w:bookmarkEnd w:id="4749"/>
      <w:bookmarkEnd w:id="4750"/>
      <w:bookmarkEnd w:id="4751"/>
      <w:bookmarkEnd w:id="4752"/>
      <w:bookmarkEnd w:id="4753"/>
      <w:bookmarkEnd w:id="4754"/>
      <w:bookmarkEnd w:id="4755"/>
      <w:bookmarkEnd w:id="4756"/>
      <w:bookmarkEnd w:id="4757"/>
      <w:bookmarkEnd w:id="4758"/>
    </w:p>
    <w:p w14:paraId="0984FBE9" w14:textId="77777777" w:rsidR="00B15E99" w:rsidRPr="00EF2F0E" w:rsidRDefault="00B15E99" w:rsidP="00B15E99">
      <w:r w:rsidRPr="00EF2F0E">
        <w:t>The transmitter intermodulation level shall not exceed the unwanted emission limits specified for OTA transmitter spurious emission in subclause 9.7.6.1, 9.7.6.2.1 and 9.7.6.2.3, OTA operating band unwanted emission in subclause 9.7.5 and OTA ACLR in subclause 9.7.3 in the presence of a wanted signal and an interfering signal according to table 9.8.2.1</w:t>
      </w:r>
      <w:r w:rsidRPr="00EF2F0E">
        <w:noBreakHyphen/>
        <w:t xml:space="preserve">1 for </w:t>
      </w:r>
      <w:r w:rsidRPr="00EF2F0E">
        <w:rPr>
          <w:i/>
        </w:rPr>
        <w:t>OTA AAS BS</w:t>
      </w:r>
      <w:r w:rsidRPr="00EF2F0E">
        <w:t xml:space="preserve"> operation in BC1, BC2 and BC3.</w:t>
      </w:r>
    </w:p>
    <w:p w14:paraId="0984FBEA" w14:textId="77777777" w:rsidR="00B15E99" w:rsidRPr="00EF2F0E" w:rsidRDefault="00B15E99" w:rsidP="00B15E99">
      <w:r w:rsidRPr="00EF2F0E">
        <w:t xml:space="preserve">The requirement is applicable outside the </w:t>
      </w:r>
      <w:r w:rsidRPr="00EF2F0E">
        <w:rPr>
          <w:i/>
        </w:rPr>
        <w:t>Base Station RF Bandwidth edges</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or </w:t>
      </w:r>
      <w:r w:rsidRPr="00EF2F0E">
        <w:rPr>
          <w:i/>
        </w:rPr>
        <w:t>Radio Bandwidth</w:t>
      </w:r>
      <w:r w:rsidRPr="00EF2F0E">
        <w:t xml:space="preserve"> edges.</w:t>
      </w:r>
    </w:p>
    <w:p w14:paraId="0984FBEB" w14:textId="77777777" w:rsidR="00B15E99" w:rsidRPr="00EF2F0E" w:rsidRDefault="00B15E99" w:rsidP="00B15E99">
      <w:r w:rsidRPr="00EF2F0E">
        <w:t>For RIB</w:t>
      </w:r>
      <w:r w:rsidRPr="00EF2F0E">
        <w:rPr>
          <w:i/>
        </w:rPr>
        <w:t>s</w:t>
      </w:r>
      <w:r w:rsidRPr="00EF2F0E">
        <w:t xml:space="preserve"> supporting operation in </w:t>
      </w:r>
      <w:r w:rsidRPr="00EF2F0E">
        <w:rPr>
          <w:i/>
        </w:rPr>
        <w:t>non-contiguous spectrum</w:t>
      </w:r>
      <w:r w:rsidRPr="00EF2F0E">
        <w:t xml:space="preserve">, the requirement is also applicable inside a </w:t>
      </w:r>
      <w:r w:rsidRPr="00EF2F0E">
        <w:rPr>
          <w:i/>
        </w:rPr>
        <w:t>sub-block gap</w:t>
      </w:r>
      <w:r w:rsidRPr="00EF2F0E">
        <w:t xml:space="preserve"> for interfering signal offsets where the interfering signal falls completely within the </w:t>
      </w:r>
      <w:r w:rsidRPr="00EF2F0E">
        <w:rPr>
          <w:i/>
        </w:rPr>
        <w:t>sub-block gap</w:t>
      </w:r>
      <w:r w:rsidRPr="00EF2F0E">
        <w:t xml:space="preserve">. The interfering signal offset is defined relative to the </w:t>
      </w:r>
      <w:r w:rsidRPr="00EF2F0E">
        <w:rPr>
          <w:i/>
        </w:rPr>
        <w:t>sub-block</w:t>
      </w:r>
      <w:r w:rsidRPr="00EF2F0E">
        <w:t xml:space="preserve"> edges.</w:t>
      </w:r>
    </w:p>
    <w:p w14:paraId="0984FBEC" w14:textId="77777777" w:rsidR="00B15E99" w:rsidRPr="00EF2F0E" w:rsidRDefault="00B15E99" w:rsidP="00B15E99">
      <w:r w:rsidRPr="00EF2F0E">
        <w:t xml:space="preserve">For </w:t>
      </w:r>
      <w:r w:rsidRPr="00EF2F0E">
        <w:rPr>
          <w:i/>
        </w:rPr>
        <w:t>multi-band RIBs</w:t>
      </w:r>
      <w:r w:rsidRPr="00EF2F0E">
        <w:t xml:space="preserve">, the requirement applies relative to the </w:t>
      </w:r>
      <w:r w:rsidRPr="00EF2F0E">
        <w:rPr>
          <w:i/>
        </w:rPr>
        <w:t>Base Station RF Bandwidth</w:t>
      </w:r>
      <w:r w:rsidRPr="00EF2F0E">
        <w:t xml:space="preserve"> </w:t>
      </w:r>
      <w:r w:rsidRPr="00EF2F0E">
        <w:rPr>
          <w:i/>
        </w:rPr>
        <w:t>edges</w:t>
      </w:r>
      <w:r w:rsidRPr="00EF2F0E">
        <w:t xml:space="preserve"> of each operating band. In case the inter </w:t>
      </w:r>
      <w:r w:rsidRPr="00EF2F0E">
        <w:rPr>
          <w:i/>
        </w:rPr>
        <w:t>Base Station RF Bandwidth</w:t>
      </w:r>
      <w:r w:rsidRPr="00EF2F0E">
        <w:t xml:space="preserve"> gap is less than 15 MHz, the requirement in the gap applies only for interfering signal offsets where the interfering signal falls completely within the inter </w:t>
      </w:r>
      <w:r w:rsidRPr="00EF2F0E">
        <w:rPr>
          <w:i/>
        </w:rPr>
        <w:t>Base Station RF Bandwidth</w:t>
      </w:r>
      <w:r w:rsidRPr="00EF2F0E">
        <w:t xml:space="preserve"> gap.</w:t>
      </w:r>
    </w:p>
    <w:p w14:paraId="0984FBED" w14:textId="77777777" w:rsidR="00B15E99" w:rsidRPr="00EF2F0E" w:rsidRDefault="00B15E99" w:rsidP="00B15E99">
      <w:pPr>
        <w:pStyle w:val="TH"/>
      </w:pPr>
      <w:r w:rsidRPr="00EF2F0E">
        <w:t>Table 9.8.2.1-1: Interfering signal for the OTA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29"/>
        <w:gridCol w:w="3756"/>
      </w:tblGrid>
      <w:tr w:rsidR="003401A4" w:rsidRPr="00EF2F0E" w14:paraId="0984FBF0" w14:textId="77777777" w:rsidTr="00AB06FD">
        <w:trPr>
          <w:tblHeader/>
          <w:jc w:val="center"/>
        </w:trPr>
        <w:tc>
          <w:tcPr>
            <w:tcW w:w="4629" w:type="dxa"/>
            <w:shd w:val="clear" w:color="auto" w:fill="auto"/>
          </w:tcPr>
          <w:p w14:paraId="0984FBEE" w14:textId="77777777" w:rsidR="00B15E99" w:rsidRPr="00EF2F0E" w:rsidRDefault="00B15E99" w:rsidP="00AB06FD">
            <w:pPr>
              <w:pStyle w:val="TAH"/>
            </w:pPr>
            <w:r w:rsidRPr="00EF2F0E">
              <w:t>Parameter</w:t>
            </w:r>
          </w:p>
        </w:tc>
        <w:tc>
          <w:tcPr>
            <w:tcW w:w="3756" w:type="dxa"/>
            <w:shd w:val="clear" w:color="auto" w:fill="auto"/>
          </w:tcPr>
          <w:p w14:paraId="0984FBEF" w14:textId="77777777" w:rsidR="00B15E99" w:rsidRPr="00EF2F0E" w:rsidRDefault="00B15E99" w:rsidP="00AB06FD">
            <w:pPr>
              <w:pStyle w:val="TAH"/>
            </w:pPr>
            <w:r w:rsidRPr="00EF2F0E">
              <w:t>Value</w:t>
            </w:r>
          </w:p>
        </w:tc>
      </w:tr>
      <w:tr w:rsidR="003401A4" w:rsidRPr="00EF2F0E" w14:paraId="0984FBF3" w14:textId="77777777" w:rsidTr="00AB06FD">
        <w:trPr>
          <w:jc w:val="center"/>
        </w:trPr>
        <w:tc>
          <w:tcPr>
            <w:tcW w:w="4629" w:type="dxa"/>
            <w:shd w:val="clear" w:color="auto" w:fill="auto"/>
          </w:tcPr>
          <w:p w14:paraId="0984FBF1" w14:textId="77777777" w:rsidR="00B15E99" w:rsidRPr="00EF2F0E" w:rsidRDefault="00B15E99" w:rsidP="00AB06FD">
            <w:pPr>
              <w:pStyle w:val="TAL"/>
            </w:pPr>
            <w:r w:rsidRPr="00EF2F0E">
              <w:t>Wanted signal type</w:t>
            </w:r>
          </w:p>
        </w:tc>
        <w:tc>
          <w:tcPr>
            <w:tcW w:w="3756" w:type="dxa"/>
            <w:shd w:val="clear" w:color="auto" w:fill="auto"/>
          </w:tcPr>
          <w:p w14:paraId="0984FBF2" w14:textId="77777777" w:rsidR="00B15E99" w:rsidRPr="00EF2F0E" w:rsidRDefault="00B15E99" w:rsidP="00AB06FD">
            <w:pPr>
              <w:pStyle w:val="TAC"/>
            </w:pPr>
            <w:r w:rsidRPr="00EF2F0E">
              <w:t>E-UTRA or NR signal</w:t>
            </w:r>
          </w:p>
        </w:tc>
      </w:tr>
      <w:tr w:rsidR="00104D14" w:rsidRPr="00EF2F0E" w14:paraId="0984FBF6" w14:textId="77777777" w:rsidTr="00AB06FD">
        <w:trPr>
          <w:jc w:val="center"/>
        </w:trPr>
        <w:tc>
          <w:tcPr>
            <w:tcW w:w="4629" w:type="dxa"/>
            <w:shd w:val="clear" w:color="auto" w:fill="auto"/>
          </w:tcPr>
          <w:p w14:paraId="0984FBF4" w14:textId="77777777" w:rsidR="00104D14" w:rsidRPr="00EF2F0E" w:rsidRDefault="00104D14" w:rsidP="00104D14">
            <w:pPr>
              <w:pStyle w:val="TAL"/>
            </w:pPr>
            <w:r w:rsidRPr="00EF2F0E">
              <w:t>Interfering signal type</w:t>
            </w:r>
          </w:p>
        </w:tc>
        <w:tc>
          <w:tcPr>
            <w:tcW w:w="3756" w:type="dxa"/>
            <w:shd w:val="clear" w:color="auto" w:fill="auto"/>
          </w:tcPr>
          <w:p w14:paraId="0984FBF5" w14:textId="29CA1204" w:rsidR="00104D14" w:rsidRPr="00EF2F0E" w:rsidRDefault="00104D14" w:rsidP="00104D14">
            <w:pPr>
              <w:pStyle w:val="TAC"/>
              <w:jc w:val="left"/>
            </w:pPr>
            <w:r w:rsidRPr="00EF2F0E">
              <w:t xml:space="preserve">E-UTRA signal of </w:t>
            </w:r>
            <w:r w:rsidRPr="00EF2F0E">
              <w:rPr>
                <w:i/>
              </w:rPr>
              <w:t>channel bandwidth</w:t>
            </w:r>
            <w:r w:rsidRPr="00EF2F0E">
              <w:t xml:space="preserve"> 5 MHz</w:t>
            </w:r>
          </w:p>
        </w:tc>
      </w:tr>
      <w:tr w:rsidR="00D37655" w:rsidRPr="00EF2F0E" w14:paraId="0984FBF9" w14:textId="77777777" w:rsidTr="00AB06FD">
        <w:trPr>
          <w:jc w:val="center"/>
        </w:trPr>
        <w:tc>
          <w:tcPr>
            <w:tcW w:w="4629" w:type="dxa"/>
            <w:shd w:val="clear" w:color="auto" w:fill="auto"/>
          </w:tcPr>
          <w:p w14:paraId="0984FBF7" w14:textId="7E978F37" w:rsidR="00D37655" w:rsidRPr="00EF2F0E" w:rsidRDefault="00D37655" w:rsidP="00D37655">
            <w:pPr>
              <w:pStyle w:val="TAL"/>
            </w:pPr>
            <w:r w:rsidRPr="00EF2F0E">
              <w:t xml:space="preserve">Interfering signal </w:t>
            </w:r>
            <w:r>
              <w:t xml:space="preserve">power </w:t>
            </w:r>
            <w:r w:rsidRPr="00EF2F0E">
              <w:t xml:space="preserve">level applied to the </w:t>
            </w:r>
            <w:r w:rsidRPr="00EF2F0E">
              <w:rPr>
                <w:i/>
              </w:rPr>
              <w:t>co-location reference antenna</w:t>
            </w:r>
          </w:p>
        </w:tc>
        <w:tc>
          <w:tcPr>
            <w:tcW w:w="3756" w:type="dxa"/>
            <w:shd w:val="clear" w:color="auto" w:fill="auto"/>
          </w:tcPr>
          <w:p w14:paraId="0984FBF8" w14:textId="106CCE09" w:rsidR="00D37655" w:rsidRPr="00EF2F0E" w:rsidRDefault="00D37655" w:rsidP="00D37655">
            <w:pPr>
              <w:pStyle w:val="TAC"/>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3401A4" w:rsidRPr="00EF2F0E" w14:paraId="0984FBFE" w14:textId="77777777" w:rsidTr="00AB06FD">
        <w:trPr>
          <w:jc w:val="center"/>
        </w:trPr>
        <w:tc>
          <w:tcPr>
            <w:tcW w:w="4629" w:type="dxa"/>
            <w:shd w:val="clear" w:color="auto" w:fill="auto"/>
          </w:tcPr>
          <w:p w14:paraId="0984FBFA" w14:textId="77777777" w:rsidR="00B15E99" w:rsidRPr="00EF2F0E" w:rsidRDefault="00B15E99" w:rsidP="00AB06FD">
            <w:pPr>
              <w:pStyle w:val="TAL"/>
            </w:pPr>
            <w:r w:rsidRPr="00EF2F0E">
              <w:t xml:space="preserve">Interfering signal centre frequency offset from </w:t>
            </w:r>
            <w:r w:rsidRPr="00EF2F0E">
              <w:rPr>
                <w:i/>
              </w:rPr>
              <w:t>Base Station RF Bandwidth</w:t>
            </w:r>
            <w:r w:rsidRPr="00EF2F0E">
              <w:t xml:space="preserve"> edge or edge of </w:t>
            </w:r>
            <w:r w:rsidRPr="00EF2F0E">
              <w:rPr>
                <w:i/>
              </w:rPr>
              <w:t>sub-block</w:t>
            </w:r>
            <w:r w:rsidRPr="00EF2F0E">
              <w:t xml:space="preserve"> inside a gap</w:t>
            </w:r>
          </w:p>
        </w:tc>
        <w:tc>
          <w:tcPr>
            <w:tcW w:w="3756" w:type="dxa"/>
            <w:shd w:val="clear" w:color="auto" w:fill="auto"/>
          </w:tcPr>
          <w:p w14:paraId="0984FBFB" w14:textId="77777777" w:rsidR="00B15E99" w:rsidRPr="00EF2F0E" w:rsidRDefault="00B15E99" w:rsidP="00AB06FD">
            <w:pPr>
              <w:pStyle w:val="TAC"/>
            </w:pPr>
            <w:r w:rsidRPr="00EF2F0E">
              <w:t>±2.5 MHz</w:t>
            </w:r>
          </w:p>
          <w:p w14:paraId="0984FBFC" w14:textId="77777777" w:rsidR="00B15E99" w:rsidRPr="00EF2F0E" w:rsidRDefault="00B15E99" w:rsidP="00AB06FD">
            <w:pPr>
              <w:pStyle w:val="TAC"/>
            </w:pPr>
            <w:r w:rsidRPr="00EF2F0E">
              <w:t>±7.5 MHz</w:t>
            </w:r>
          </w:p>
          <w:p w14:paraId="0984FBFD" w14:textId="77777777" w:rsidR="00B15E99" w:rsidRPr="00EF2F0E" w:rsidRDefault="00B15E99" w:rsidP="00AB06FD">
            <w:pPr>
              <w:pStyle w:val="TAC"/>
            </w:pPr>
            <w:r w:rsidRPr="00EF2F0E">
              <w:t>±12.5 MHz</w:t>
            </w:r>
          </w:p>
        </w:tc>
      </w:tr>
      <w:tr w:rsidR="00B15E99" w:rsidRPr="00EF2F0E" w14:paraId="0984FC02" w14:textId="77777777" w:rsidTr="00AB06FD">
        <w:trPr>
          <w:jc w:val="center"/>
        </w:trPr>
        <w:tc>
          <w:tcPr>
            <w:tcW w:w="8385" w:type="dxa"/>
            <w:gridSpan w:val="2"/>
            <w:shd w:val="clear" w:color="auto" w:fill="auto"/>
          </w:tcPr>
          <w:p w14:paraId="0984FBFF" w14:textId="77777777" w:rsidR="00B15E99" w:rsidRPr="00EF2F0E" w:rsidRDefault="00B15E99" w:rsidP="00AB06FD">
            <w:pPr>
              <w:pStyle w:val="TAN"/>
            </w:pPr>
            <w:r w:rsidRPr="00EF2F0E">
              <w:t>NOTE 1:</w:t>
            </w:r>
            <w:r w:rsidRPr="00EF2F0E">
              <w:tab/>
              <w:t xml:space="preserve">Interfering signal positions that are partially or completely outside of any </w:t>
            </w:r>
            <w:r w:rsidRPr="00EF2F0E">
              <w:rPr>
                <w:i/>
              </w:rPr>
              <w:t>downlink operating band</w:t>
            </w:r>
            <w:r w:rsidRPr="00EF2F0E">
              <w:t xml:space="preserve"> of the RIB is excluded from the requirement, unless the interfering signal positions fall within the frequency range of adjacent </w:t>
            </w:r>
            <w:r w:rsidRPr="00EF2F0E">
              <w:rPr>
                <w:i/>
              </w:rPr>
              <w:t>downlink operating band</w:t>
            </w:r>
            <w:r w:rsidRPr="00EF2F0E">
              <w:t xml:space="preserve">s in the same geographical area. In case that none of the interfering signal positions fall completely within the frequency range of the </w:t>
            </w:r>
            <w:r w:rsidRPr="00EF2F0E">
              <w:rPr>
                <w:i/>
              </w:rPr>
              <w:t>downlink operating band</w:t>
            </w:r>
            <w:r w:rsidRPr="00EF2F0E">
              <w:t>, 3GPP TS 37.141 [19] provides further guidance regarding appropriate test requirements.</w:t>
            </w:r>
          </w:p>
          <w:p w14:paraId="0984FC00" w14:textId="77777777" w:rsidR="00B15E99" w:rsidRPr="00EF2F0E" w:rsidRDefault="00B15E99" w:rsidP="00AB06FD">
            <w:pPr>
              <w:pStyle w:val="TAN"/>
            </w:pPr>
            <w:r w:rsidRPr="00EF2F0E">
              <w:t>NOTE 2:</w:t>
            </w:r>
            <w:r w:rsidRPr="00EF2F0E">
              <w:tab/>
              <w:t>In certain regions, NOTE 1 is not applied in Band 1, 3, 8, 9, 11, 18, 19, 21, 28, 32 operating within 1 475.9 MHz to 1 495.9 MHz, 34.</w:t>
            </w:r>
          </w:p>
          <w:p w14:paraId="0984FC01" w14:textId="7F18ABEA" w:rsidR="00B15E99" w:rsidRPr="00EF2F0E" w:rsidRDefault="00D37655" w:rsidP="00AB06FD">
            <w:pPr>
              <w:pStyle w:val="TAN"/>
            </w:pPr>
            <w:r w:rsidRPr="00EF2F0E">
              <w:t>NOTE 3:</w:t>
            </w:r>
            <w:r w:rsidRPr="00EF2F0E">
              <w:tab/>
            </w:r>
            <w:r w:rsidRPr="0037796A">
              <w:rPr>
                <w:lang w:eastAsia="ja-JP"/>
              </w:rPr>
              <w:t xml:space="preserve">For </w:t>
            </w:r>
            <w:r w:rsidRPr="0033400C">
              <w:rPr>
                <w:i/>
                <w:lang w:eastAsia="ja-JP"/>
              </w:rPr>
              <w:t xml:space="preserve">OTA AAS </w:t>
            </w:r>
            <w:r w:rsidRPr="0090060B">
              <w:rPr>
                <w:i/>
                <w:iCs/>
                <w:lang w:eastAsia="ja-JP"/>
              </w:rPr>
              <w:t>BS</w:t>
            </w:r>
            <w:r w:rsidRPr="0037796A">
              <w:rPr>
                <w:lang w:eastAsia="ja-JP"/>
              </w:rPr>
              <w:t xml:space="preserve"> with dual polarization</w:t>
            </w:r>
            <w:r>
              <w:rPr>
                <w:lang w:eastAsia="ja-JP"/>
              </w:rPr>
              <w:t>, the</w:t>
            </w:r>
            <w:r w:rsidRPr="0037796A">
              <w:rPr>
                <w:lang w:eastAsia="ja-JP"/>
              </w:rPr>
              <w:t xml:space="preserve"> </w:t>
            </w:r>
            <w:r>
              <w:t>i</w:t>
            </w:r>
            <w:r w:rsidRPr="00091B2C">
              <w:t xml:space="preserve">nterfering signal </w:t>
            </w:r>
            <w:r>
              <w:t>power shall be equally divided</w:t>
            </w:r>
            <w:r w:rsidRPr="00091B2C">
              <w:rPr>
                <w:lang w:eastAsia="ja-JP"/>
              </w:rPr>
              <w:t xml:space="preserve"> between </w:t>
            </w:r>
            <w:r>
              <w:rPr>
                <w:lang w:eastAsia="ja-JP"/>
              </w:rPr>
              <w:t xml:space="preserve">the supported </w:t>
            </w:r>
            <w:r w:rsidRPr="00091B2C">
              <w:rPr>
                <w:lang w:eastAsia="ja-JP"/>
              </w:rPr>
              <w:t xml:space="preserve">polarizations at the </w:t>
            </w:r>
            <w:r w:rsidRPr="00091B2C">
              <w:rPr>
                <w:i/>
                <w:lang w:eastAsia="ja-JP"/>
              </w:rPr>
              <w:t>co-location reference antenna</w:t>
            </w:r>
            <w:r w:rsidRPr="00091B2C">
              <w:rPr>
                <w:lang w:eastAsia="ja-JP"/>
              </w:rPr>
              <w:t>.</w:t>
            </w:r>
          </w:p>
        </w:tc>
      </w:tr>
    </w:tbl>
    <w:p w14:paraId="0984FC03" w14:textId="77777777" w:rsidR="00B15E99" w:rsidRPr="00EF2F0E" w:rsidRDefault="00B15E99" w:rsidP="00B15E99">
      <w:pPr>
        <w:rPr>
          <w:lang w:eastAsia="en-GB"/>
        </w:rPr>
      </w:pPr>
    </w:p>
    <w:p w14:paraId="0984FC04" w14:textId="77777777" w:rsidR="00B15E99" w:rsidRPr="00EF2F0E" w:rsidRDefault="00B15E99" w:rsidP="00B15E99">
      <w:pPr>
        <w:pStyle w:val="Heading4"/>
      </w:pPr>
      <w:bookmarkStart w:id="4759" w:name="_Toc21096125"/>
      <w:bookmarkStart w:id="4760" w:name="_Toc29763324"/>
      <w:bookmarkStart w:id="4761" w:name="_Toc45869609"/>
      <w:bookmarkStart w:id="4762" w:name="_Toc52554862"/>
      <w:bookmarkStart w:id="4763" w:name="_Toc52555332"/>
      <w:bookmarkStart w:id="4764" w:name="_Toc61112564"/>
      <w:bookmarkStart w:id="4765" w:name="_Toc67911716"/>
      <w:bookmarkStart w:id="4766" w:name="_Toc74843191"/>
      <w:bookmarkStart w:id="4767" w:name="_Toc76503574"/>
      <w:bookmarkStart w:id="4768" w:name="_Toc83041017"/>
      <w:bookmarkStart w:id="4769" w:name="_Toc89852060"/>
      <w:bookmarkStart w:id="4770" w:name="_Toc98676414"/>
      <w:r w:rsidRPr="00EF2F0E">
        <w:t>9.8.2.2</w:t>
      </w:r>
      <w:r w:rsidRPr="00EF2F0E">
        <w:tab/>
        <w:t>Additional minimum requirement (BC1 and BC2)</w:t>
      </w:r>
      <w:bookmarkEnd w:id="4759"/>
      <w:bookmarkEnd w:id="4760"/>
      <w:bookmarkEnd w:id="4761"/>
      <w:bookmarkEnd w:id="4762"/>
      <w:bookmarkEnd w:id="4763"/>
      <w:bookmarkEnd w:id="4764"/>
      <w:bookmarkEnd w:id="4765"/>
      <w:bookmarkEnd w:id="4766"/>
      <w:bookmarkEnd w:id="4767"/>
      <w:bookmarkEnd w:id="4768"/>
      <w:bookmarkEnd w:id="4769"/>
      <w:bookmarkEnd w:id="4770"/>
    </w:p>
    <w:p w14:paraId="0984FC05" w14:textId="77777777" w:rsidR="00B15E99" w:rsidRPr="00EF2F0E" w:rsidRDefault="00B15E99" w:rsidP="00B15E99">
      <w:r w:rsidRPr="00EF2F0E">
        <w:t>The transmitter intermodulation level shall not exceed the unwanted emission limits specified for transmitter spurious emission in subclause 9.7.6.1, 9.7.6.2.1 and 9.7.6.2.3 operating band unwanted emission in subclause 9.7.5 and ACLR in subclause 9.7.3 in the presence of a wanted signal and an interfering signal according to table 9.8.2.2-1 for BS operation in BC2.</w:t>
      </w:r>
    </w:p>
    <w:p w14:paraId="0984FC06" w14:textId="77777777" w:rsidR="00B15E99" w:rsidRPr="00EF2F0E" w:rsidRDefault="00B15E99" w:rsidP="00B15E99">
      <w:r w:rsidRPr="00EF2F0E">
        <w:t xml:space="preserve">The requirement is applicable outside the </w:t>
      </w:r>
      <w:r w:rsidRPr="00EF2F0E">
        <w:rPr>
          <w:i/>
        </w:rPr>
        <w:t>Base Station RF Bandwidth</w:t>
      </w:r>
      <w:r w:rsidRPr="00EF2F0E">
        <w:t xml:space="preserve"> edges for BC2. The interfering signal offset is defined relative to the </w:t>
      </w:r>
      <w:r w:rsidRPr="00EF2F0E">
        <w:rPr>
          <w:i/>
        </w:rPr>
        <w:t>Base Station RF Bandwidth</w:t>
      </w:r>
      <w:r w:rsidRPr="00EF2F0E">
        <w:t xml:space="preserve"> </w:t>
      </w:r>
      <w:r w:rsidRPr="00EF2F0E">
        <w:rPr>
          <w:i/>
        </w:rPr>
        <w:t>edges</w:t>
      </w:r>
      <w:r w:rsidRPr="00EF2F0E">
        <w:t>.</w:t>
      </w:r>
    </w:p>
    <w:p w14:paraId="0984FC07" w14:textId="77777777" w:rsidR="00B15E99" w:rsidRPr="00EF2F0E" w:rsidRDefault="00B15E99" w:rsidP="00B15E99">
      <w:r w:rsidRPr="00EF2F0E">
        <w:t xml:space="preserve">For RIBs supporting operation in </w:t>
      </w:r>
      <w:r w:rsidRPr="00EF2F0E">
        <w:rPr>
          <w:i/>
        </w:rPr>
        <w:t>non-contiguous spectrum</w:t>
      </w:r>
      <w:r w:rsidRPr="00EF2F0E">
        <w:t xml:space="preserve"> in BC1 or BC2, the requirement is also applicable inside a </w:t>
      </w:r>
      <w:r w:rsidRPr="00EF2F0E">
        <w:rPr>
          <w:i/>
        </w:rPr>
        <w:t>sub-block gap</w:t>
      </w:r>
      <w:r w:rsidRPr="00EF2F0E">
        <w:t xml:space="preserve"> with a gap size larger than or equal to two times the interfering signal centre frequency offset. For RIBs</w:t>
      </w:r>
      <w:r w:rsidRPr="00EF2F0E">
        <w:rPr>
          <w:i/>
        </w:rPr>
        <w:t xml:space="preserve"> </w:t>
      </w:r>
      <w:r w:rsidRPr="00EF2F0E">
        <w:t xml:space="preserve">supporting operation in </w:t>
      </w:r>
      <w:r w:rsidRPr="00EF2F0E">
        <w:rPr>
          <w:i/>
        </w:rPr>
        <w:t>non-contiguous spectrum</w:t>
      </w:r>
      <w:r w:rsidRPr="00EF2F0E">
        <w:t xml:space="preserve"> in BC1, the requirement is not applicable inside a </w:t>
      </w:r>
      <w:r w:rsidRPr="00EF2F0E">
        <w:rPr>
          <w:i/>
        </w:rPr>
        <w:t>sub-block gap</w:t>
      </w:r>
      <w:r w:rsidRPr="00EF2F0E">
        <w:t xml:space="preserve"> with a gap size equal to or larger than 5 MHz. The interfering signal offset is defined relative to the </w:t>
      </w:r>
      <w:r w:rsidRPr="00EF2F0E">
        <w:rPr>
          <w:i/>
        </w:rPr>
        <w:t>sub-block</w:t>
      </w:r>
      <w:r w:rsidRPr="00EF2F0E">
        <w:t xml:space="preserve"> edges.</w:t>
      </w:r>
    </w:p>
    <w:p w14:paraId="0984FC08" w14:textId="77777777" w:rsidR="00B15E99" w:rsidRPr="00EF2F0E" w:rsidRDefault="00B15E99" w:rsidP="00B15E99">
      <w:r w:rsidRPr="00EF2F0E">
        <w:t xml:space="preserve">For </w:t>
      </w:r>
      <w:r w:rsidRPr="00EF2F0E">
        <w:rPr>
          <w:i/>
        </w:rPr>
        <w:t>multi-band</w:t>
      </w:r>
      <w:r w:rsidRPr="00EF2F0E">
        <w:t xml:space="preserve"> </w:t>
      </w:r>
      <w:r w:rsidRPr="00EF2F0E">
        <w:rPr>
          <w:i/>
        </w:rPr>
        <w:t>RIBs</w:t>
      </w:r>
      <w:r w:rsidRPr="00EF2F0E">
        <w:t xml:space="preserve">, the requirement applies relative to the </w:t>
      </w:r>
      <w:r w:rsidRPr="00EF2F0E">
        <w:rPr>
          <w:i/>
        </w:rPr>
        <w:t>Base Station RF Bandwidth</w:t>
      </w:r>
      <w:r w:rsidRPr="00EF2F0E">
        <w:t xml:space="preserve"> </w:t>
      </w:r>
      <w:r w:rsidRPr="00EF2F0E">
        <w:rPr>
          <w:i/>
        </w:rPr>
        <w:t>edges</w:t>
      </w:r>
      <w:r w:rsidRPr="00EF2F0E">
        <w:t xml:space="preserve"> of a BC2 operating band. The requirement is also applicable for BC1 and BC2 inside an inter </w:t>
      </w:r>
      <w:r w:rsidRPr="00EF2F0E">
        <w:rPr>
          <w:i/>
        </w:rPr>
        <w:t>Base Station RF Bandwidth</w:t>
      </w:r>
      <w:r w:rsidRPr="00EF2F0E">
        <w:t xml:space="preserve"> gap equal to or larger than two times the interfering signal centre frequency offset. For RIBs supporting operation in multiple operating bands, the requirement is not applicable for BC1 band inside an inter </w:t>
      </w:r>
      <w:r w:rsidRPr="00EF2F0E">
        <w:rPr>
          <w:i/>
        </w:rPr>
        <w:t>Base Station RF Bandwidth</w:t>
      </w:r>
      <w:r w:rsidRPr="00EF2F0E">
        <w:t xml:space="preserve"> gap with a gap size equal to or larger than 5 MHz.</w:t>
      </w:r>
    </w:p>
    <w:p w14:paraId="0984FC09" w14:textId="77777777" w:rsidR="00B15E99" w:rsidRPr="00EF2F0E" w:rsidRDefault="00B15E99" w:rsidP="00B15E99">
      <w:pPr>
        <w:pStyle w:val="TH"/>
      </w:pPr>
      <w:r w:rsidRPr="00EF2F0E">
        <w:t>Table 9.8.2.2-1: Interfering and wanted signals for the OTA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61"/>
        <w:gridCol w:w="3764"/>
      </w:tblGrid>
      <w:tr w:rsidR="003401A4" w:rsidRPr="00EF2F0E" w14:paraId="0984FC0C" w14:textId="77777777" w:rsidTr="00AB06FD">
        <w:trPr>
          <w:tblHeader/>
          <w:jc w:val="center"/>
        </w:trPr>
        <w:tc>
          <w:tcPr>
            <w:tcW w:w="4661" w:type="dxa"/>
            <w:shd w:val="clear" w:color="auto" w:fill="auto"/>
          </w:tcPr>
          <w:p w14:paraId="0984FC0A" w14:textId="77777777" w:rsidR="00B15E99" w:rsidRPr="00EF2F0E" w:rsidRDefault="00B15E99" w:rsidP="00AB06FD">
            <w:pPr>
              <w:pStyle w:val="TAH"/>
            </w:pPr>
            <w:r w:rsidRPr="00EF2F0E">
              <w:t>Parameter</w:t>
            </w:r>
          </w:p>
        </w:tc>
        <w:tc>
          <w:tcPr>
            <w:tcW w:w="3764" w:type="dxa"/>
            <w:shd w:val="clear" w:color="auto" w:fill="auto"/>
          </w:tcPr>
          <w:p w14:paraId="0984FC0B" w14:textId="77777777" w:rsidR="00B15E99" w:rsidRPr="00EF2F0E" w:rsidRDefault="00B15E99" w:rsidP="00AB06FD">
            <w:pPr>
              <w:pStyle w:val="TAH"/>
            </w:pPr>
            <w:r w:rsidRPr="00EF2F0E">
              <w:t>Value</w:t>
            </w:r>
          </w:p>
        </w:tc>
      </w:tr>
      <w:tr w:rsidR="003401A4" w:rsidRPr="00EF2F0E" w14:paraId="0984FC0F" w14:textId="77777777" w:rsidTr="00AB06FD">
        <w:trPr>
          <w:jc w:val="center"/>
        </w:trPr>
        <w:tc>
          <w:tcPr>
            <w:tcW w:w="4661" w:type="dxa"/>
            <w:shd w:val="clear" w:color="auto" w:fill="auto"/>
          </w:tcPr>
          <w:p w14:paraId="0984FC0D" w14:textId="77777777" w:rsidR="00B15E99" w:rsidRPr="00EF2F0E" w:rsidRDefault="00B15E99" w:rsidP="00AB06FD">
            <w:pPr>
              <w:keepNext/>
              <w:keepLines/>
              <w:rPr>
                <w:rFonts w:ascii="Arial" w:hAnsi="Arial" w:cs="Arial"/>
                <w:sz w:val="18"/>
                <w:szCs w:val="18"/>
              </w:rPr>
            </w:pPr>
            <w:r w:rsidRPr="00EF2F0E">
              <w:rPr>
                <w:rFonts w:ascii="Arial" w:hAnsi="Arial" w:cs="Arial"/>
                <w:sz w:val="18"/>
                <w:szCs w:val="18"/>
              </w:rPr>
              <w:t>Wanted signal type</w:t>
            </w:r>
          </w:p>
        </w:tc>
        <w:tc>
          <w:tcPr>
            <w:tcW w:w="3764" w:type="dxa"/>
            <w:shd w:val="clear" w:color="auto" w:fill="auto"/>
          </w:tcPr>
          <w:p w14:paraId="0984FC0E" w14:textId="77777777" w:rsidR="00B15E99" w:rsidRPr="00EF2F0E" w:rsidRDefault="00B15E99" w:rsidP="00AB06FD">
            <w:pPr>
              <w:pStyle w:val="TAC"/>
            </w:pPr>
            <w:r w:rsidRPr="00EF2F0E">
              <w:t>E-UTRA or NR or UTRA signal</w:t>
            </w:r>
          </w:p>
        </w:tc>
      </w:tr>
      <w:tr w:rsidR="003401A4" w:rsidRPr="00EF2F0E" w14:paraId="0984FC12" w14:textId="77777777" w:rsidTr="00AB06FD">
        <w:trPr>
          <w:jc w:val="center"/>
        </w:trPr>
        <w:tc>
          <w:tcPr>
            <w:tcW w:w="4661" w:type="dxa"/>
            <w:shd w:val="clear" w:color="auto" w:fill="auto"/>
          </w:tcPr>
          <w:p w14:paraId="0984FC10" w14:textId="77777777" w:rsidR="00B15E99" w:rsidRPr="00EF2F0E" w:rsidRDefault="00B15E99" w:rsidP="00AB06FD">
            <w:pPr>
              <w:keepNext/>
              <w:keepLines/>
              <w:rPr>
                <w:rFonts w:ascii="Arial" w:hAnsi="Arial" w:cs="Arial"/>
                <w:sz w:val="18"/>
                <w:szCs w:val="18"/>
              </w:rPr>
            </w:pPr>
            <w:r w:rsidRPr="00EF2F0E">
              <w:rPr>
                <w:rFonts w:ascii="Arial" w:hAnsi="Arial" w:cs="Arial"/>
                <w:sz w:val="18"/>
                <w:szCs w:val="18"/>
              </w:rPr>
              <w:t>Interfering signal type</w:t>
            </w:r>
          </w:p>
        </w:tc>
        <w:tc>
          <w:tcPr>
            <w:tcW w:w="3764" w:type="dxa"/>
            <w:shd w:val="clear" w:color="auto" w:fill="auto"/>
          </w:tcPr>
          <w:p w14:paraId="0984FC11" w14:textId="77777777" w:rsidR="00B15E99" w:rsidRPr="00EF2F0E" w:rsidRDefault="00B15E99" w:rsidP="00AB06FD">
            <w:pPr>
              <w:pStyle w:val="TAC"/>
            </w:pPr>
            <w:r w:rsidRPr="00EF2F0E">
              <w:t>CW</w:t>
            </w:r>
          </w:p>
        </w:tc>
      </w:tr>
      <w:tr w:rsidR="00D37655" w:rsidRPr="00EF2F0E" w14:paraId="0984FC15" w14:textId="77777777" w:rsidTr="00AB06FD">
        <w:trPr>
          <w:jc w:val="center"/>
        </w:trPr>
        <w:tc>
          <w:tcPr>
            <w:tcW w:w="4661" w:type="dxa"/>
            <w:shd w:val="clear" w:color="auto" w:fill="auto"/>
          </w:tcPr>
          <w:p w14:paraId="0984FC13" w14:textId="554603F5" w:rsidR="00D37655" w:rsidRPr="00EF2F0E" w:rsidRDefault="00D37655" w:rsidP="00D37655">
            <w:pPr>
              <w:keepNext/>
              <w:keepLines/>
              <w:rPr>
                <w:rFonts w:ascii="Arial" w:hAnsi="Arial" w:cs="Arial"/>
                <w:sz w:val="18"/>
                <w:szCs w:val="18"/>
              </w:rPr>
            </w:pPr>
            <w:r w:rsidRPr="00EF2F0E">
              <w:rPr>
                <w:rFonts w:ascii="Arial" w:hAnsi="Arial" w:cs="Arial"/>
                <w:sz w:val="18"/>
                <w:szCs w:val="18"/>
              </w:rPr>
              <w:t>Interfering signal</w:t>
            </w:r>
            <w:r>
              <w:rPr>
                <w:rFonts w:ascii="Arial" w:hAnsi="Arial" w:cs="Arial"/>
                <w:sz w:val="18"/>
                <w:szCs w:val="18"/>
              </w:rPr>
              <w:t xml:space="preserve"> power</w:t>
            </w:r>
            <w:r w:rsidRPr="00EF2F0E">
              <w:rPr>
                <w:rFonts w:ascii="Arial" w:hAnsi="Arial" w:cs="Arial"/>
                <w:sz w:val="18"/>
                <w:szCs w:val="18"/>
              </w:rPr>
              <w:t xml:space="preserve"> level applied to the </w:t>
            </w:r>
            <w:r w:rsidRPr="00EF2F0E">
              <w:rPr>
                <w:rFonts w:ascii="Arial" w:hAnsi="Arial" w:cs="Arial"/>
                <w:i/>
                <w:sz w:val="18"/>
                <w:szCs w:val="18"/>
              </w:rPr>
              <w:t>co-location reference antenna</w:t>
            </w:r>
          </w:p>
        </w:tc>
        <w:tc>
          <w:tcPr>
            <w:tcW w:w="3764" w:type="dxa"/>
            <w:shd w:val="clear" w:color="auto" w:fill="auto"/>
          </w:tcPr>
          <w:p w14:paraId="0984FC14" w14:textId="3AF9E168" w:rsidR="00D37655" w:rsidRPr="00EF2F0E" w:rsidRDefault="00D37655" w:rsidP="00D37655">
            <w:pPr>
              <w:pStyle w:val="TAC"/>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D37655" w:rsidRPr="00EF2F0E" w14:paraId="0984FC18" w14:textId="77777777" w:rsidTr="00AB06FD">
        <w:trPr>
          <w:jc w:val="center"/>
        </w:trPr>
        <w:tc>
          <w:tcPr>
            <w:tcW w:w="4661" w:type="dxa"/>
            <w:shd w:val="clear" w:color="auto" w:fill="auto"/>
          </w:tcPr>
          <w:p w14:paraId="0984FC16" w14:textId="53087B0A" w:rsidR="00D37655" w:rsidRPr="00EF2F0E" w:rsidRDefault="00D37655" w:rsidP="00D37655">
            <w:pPr>
              <w:keepNext/>
              <w:keepLines/>
              <w:rPr>
                <w:rFonts w:ascii="Arial" w:hAnsi="Arial" w:cs="Arial"/>
                <w:sz w:val="18"/>
                <w:szCs w:val="18"/>
              </w:rPr>
            </w:pPr>
            <w:r w:rsidRPr="00EF2F0E">
              <w:rPr>
                <w:rFonts w:ascii="Arial" w:hAnsi="Arial" w:cs="Arial"/>
                <w:sz w:val="18"/>
                <w:szCs w:val="18"/>
              </w:rPr>
              <w:t xml:space="preserve">Interfering signal centre frequency offset from </w:t>
            </w:r>
            <w:r w:rsidRPr="00EF2F0E">
              <w:rPr>
                <w:rFonts w:ascii="Arial" w:hAnsi="Arial" w:cs="Arial"/>
                <w:i/>
                <w:sz w:val="18"/>
                <w:szCs w:val="18"/>
              </w:rPr>
              <w:t>Base Station RF Bandwidth</w:t>
            </w:r>
            <w:r w:rsidRPr="00EF2F0E">
              <w:rPr>
                <w:rFonts w:ascii="Arial" w:hAnsi="Arial" w:cs="Arial"/>
                <w:sz w:val="18"/>
                <w:szCs w:val="18"/>
              </w:rPr>
              <w:t xml:space="preserve"> edge or edge of </w:t>
            </w:r>
            <w:r w:rsidRPr="00EF2F0E">
              <w:rPr>
                <w:rFonts w:ascii="Arial" w:hAnsi="Arial" w:cs="Arial"/>
                <w:i/>
                <w:sz w:val="18"/>
                <w:szCs w:val="18"/>
              </w:rPr>
              <w:t>sub-block</w:t>
            </w:r>
            <w:r w:rsidRPr="00EF2F0E">
              <w:rPr>
                <w:rFonts w:ascii="Arial" w:hAnsi="Arial" w:cs="Arial"/>
                <w:sz w:val="18"/>
                <w:szCs w:val="18"/>
              </w:rPr>
              <w:t xml:space="preserve"> inside a gap</w:t>
            </w:r>
          </w:p>
        </w:tc>
        <w:tc>
          <w:tcPr>
            <w:tcW w:w="3764" w:type="dxa"/>
            <w:shd w:val="clear" w:color="auto" w:fill="auto"/>
          </w:tcPr>
          <w:p w14:paraId="0984FC17" w14:textId="70883587" w:rsidR="00D37655" w:rsidRPr="00EF2F0E" w:rsidRDefault="00D37655" w:rsidP="00D37655">
            <w:pPr>
              <w:pStyle w:val="TAC"/>
            </w:pPr>
            <w:r w:rsidRPr="00EF2F0E">
              <w:t>&gt; abs(800) kHz for CW interfer</w:t>
            </w:r>
            <w:r>
              <w:t xml:space="preserve">ing signal </w:t>
            </w:r>
          </w:p>
        </w:tc>
      </w:tr>
      <w:tr w:rsidR="00B15E99" w:rsidRPr="00EF2F0E" w14:paraId="0984FC1B" w14:textId="77777777" w:rsidTr="00AB06FD">
        <w:trPr>
          <w:jc w:val="center"/>
        </w:trPr>
        <w:tc>
          <w:tcPr>
            <w:tcW w:w="8425" w:type="dxa"/>
            <w:gridSpan w:val="2"/>
            <w:shd w:val="clear" w:color="auto" w:fill="auto"/>
          </w:tcPr>
          <w:p w14:paraId="0984FC19" w14:textId="77777777" w:rsidR="00B15E99" w:rsidRPr="00EF2F0E" w:rsidRDefault="00B15E99" w:rsidP="00AB06FD">
            <w:pPr>
              <w:pStyle w:val="TAN"/>
            </w:pPr>
            <w:r w:rsidRPr="00EF2F0E">
              <w:t>NOTE 1:</w:t>
            </w:r>
            <w:r w:rsidRPr="00EF2F0E">
              <w:tab/>
              <w:t xml:space="preserve">Interfering signal positions that are partially or completely outside of any </w:t>
            </w:r>
            <w:r w:rsidRPr="00EF2F0E">
              <w:rPr>
                <w:i/>
              </w:rPr>
              <w:t>downlink operating band</w:t>
            </w:r>
            <w:r w:rsidRPr="00EF2F0E">
              <w:t xml:space="preserve"> of the RIB are excluded from the requirement.</w:t>
            </w:r>
          </w:p>
          <w:p w14:paraId="0984FC1A" w14:textId="2E76CC5F" w:rsidR="00B15E99" w:rsidRPr="00EF2F0E" w:rsidRDefault="00D37655" w:rsidP="00AB06FD">
            <w:pPr>
              <w:pStyle w:val="TAN"/>
            </w:pPr>
            <w:r w:rsidRPr="00EF2F0E">
              <w:t>NOTE 2:</w:t>
            </w:r>
            <w:r w:rsidRPr="00EF2F0E">
              <w:tab/>
            </w:r>
            <w:r w:rsidRPr="0037796A">
              <w:rPr>
                <w:lang w:eastAsia="ja-JP"/>
              </w:rPr>
              <w:t xml:space="preserve">For </w:t>
            </w:r>
            <w:r w:rsidRPr="00541233">
              <w:rPr>
                <w:i/>
                <w:lang w:eastAsia="ja-JP"/>
              </w:rPr>
              <w:t xml:space="preserve">OTA AAS </w:t>
            </w:r>
            <w:r w:rsidRPr="0090060B">
              <w:rPr>
                <w:i/>
                <w:iCs/>
                <w:lang w:eastAsia="ja-JP"/>
              </w:rPr>
              <w:t>BS</w:t>
            </w:r>
            <w:r w:rsidRPr="0037796A">
              <w:rPr>
                <w:lang w:eastAsia="ja-JP"/>
              </w:rPr>
              <w:t xml:space="preserve"> with dual polarization</w:t>
            </w:r>
            <w:r>
              <w:rPr>
                <w:lang w:eastAsia="ja-JP"/>
              </w:rPr>
              <w:t>, the</w:t>
            </w:r>
            <w:r w:rsidRPr="0037796A">
              <w:rPr>
                <w:lang w:eastAsia="ja-JP"/>
              </w:rPr>
              <w:t xml:space="preserve"> </w:t>
            </w:r>
            <w:r>
              <w:t>i</w:t>
            </w:r>
            <w:r w:rsidRPr="00091B2C">
              <w:t xml:space="preserve">nterfering signal </w:t>
            </w:r>
            <w:r>
              <w:t>power shall be equally divided</w:t>
            </w:r>
            <w:r w:rsidRPr="00091B2C">
              <w:rPr>
                <w:lang w:eastAsia="ja-JP"/>
              </w:rPr>
              <w:t xml:space="preserve"> between </w:t>
            </w:r>
            <w:r>
              <w:rPr>
                <w:lang w:eastAsia="ja-JP"/>
              </w:rPr>
              <w:t xml:space="preserve">the supported </w:t>
            </w:r>
            <w:r w:rsidRPr="00091B2C">
              <w:rPr>
                <w:lang w:eastAsia="ja-JP"/>
              </w:rPr>
              <w:t xml:space="preserve">polarizations at the </w:t>
            </w:r>
            <w:r w:rsidRPr="00091B2C">
              <w:rPr>
                <w:i/>
                <w:lang w:eastAsia="ja-JP"/>
              </w:rPr>
              <w:t>co-location reference antenna</w:t>
            </w:r>
            <w:r w:rsidRPr="00091B2C">
              <w:rPr>
                <w:lang w:eastAsia="ja-JP"/>
              </w:rPr>
              <w:t>.</w:t>
            </w:r>
          </w:p>
        </w:tc>
      </w:tr>
    </w:tbl>
    <w:p w14:paraId="0984FC1C" w14:textId="77777777" w:rsidR="00B15E99" w:rsidRPr="00EF2F0E" w:rsidRDefault="00B15E99" w:rsidP="00B15E99">
      <w:pPr>
        <w:rPr>
          <w:lang w:eastAsia="en-GB"/>
        </w:rPr>
      </w:pPr>
    </w:p>
    <w:p w14:paraId="0984FC1D" w14:textId="77777777" w:rsidR="00B15E99" w:rsidRPr="00EF2F0E" w:rsidRDefault="00B15E99" w:rsidP="00B15E99">
      <w:pPr>
        <w:pStyle w:val="Heading4"/>
      </w:pPr>
      <w:bookmarkStart w:id="4771" w:name="_Toc21096126"/>
      <w:bookmarkStart w:id="4772" w:name="_Toc29763325"/>
      <w:bookmarkStart w:id="4773" w:name="_Toc45869610"/>
      <w:bookmarkStart w:id="4774" w:name="_Toc52554863"/>
      <w:bookmarkStart w:id="4775" w:name="_Toc52555333"/>
      <w:bookmarkStart w:id="4776" w:name="_Toc61112565"/>
      <w:bookmarkStart w:id="4777" w:name="_Toc67911717"/>
      <w:bookmarkStart w:id="4778" w:name="_Toc74843192"/>
      <w:bookmarkStart w:id="4779" w:name="_Toc76503575"/>
      <w:bookmarkStart w:id="4780" w:name="_Toc83041018"/>
      <w:bookmarkStart w:id="4781" w:name="_Toc89852061"/>
      <w:bookmarkStart w:id="4782" w:name="_Toc98676415"/>
      <w:r w:rsidRPr="00EF2F0E">
        <w:t>9.8.2.3</w:t>
      </w:r>
      <w:r w:rsidRPr="00EF2F0E">
        <w:tab/>
        <w:t>Additional minimum requirement (BC3)</w:t>
      </w:r>
      <w:bookmarkEnd w:id="4771"/>
      <w:bookmarkEnd w:id="4772"/>
      <w:bookmarkEnd w:id="4773"/>
      <w:bookmarkEnd w:id="4774"/>
      <w:bookmarkEnd w:id="4775"/>
      <w:bookmarkEnd w:id="4776"/>
      <w:bookmarkEnd w:id="4777"/>
      <w:bookmarkEnd w:id="4778"/>
      <w:bookmarkEnd w:id="4779"/>
      <w:bookmarkEnd w:id="4780"/>
      <w:bookmarkEnd w:id="4781"/>
      <w:bookmarkEnd w:id="4782"/>
    </w:p>
    <w:p w14:paraId="0984FC1E" w14:textId="77777777" w:rsidR="00B15E99" w:rsidRPr="00EF2F0E" w:rsidRDefault="00B15E99" w:rsidP="00B15E99">
      <w:r w:rsidRPr="00EF2F0E">
        <w:t xml:space="preserve">The transmitter intermodulation level shall not exceed the unwanted emission limits specified for OTA transmitter spurious emission in subclause 9.7.6.1, 9.7.6.2.1 and 9.7.6.2.3 OTA operating band unwanted emission in subclause 9.7.5 and OTA ACLR in subclause 9.7.3 in the presence of a wanted signal and an interfering signal according to table 9.8.2.3-1 for AAS BS operation in BC3. </w:t>
      </w:r>
    </w:p>
    <w:p w14:paraId="0984FC1F" w14:textId="77777777" w:rsidR="00B15E99" w:rsidRPr="00EF2F0E" w:rsidRDefault="00B15E99" w:rsidP="00B15E99">
      <w:r w:rsidRPr="00EF2F0E">
        <w:t xml:space="preserve">For </w:t>
      </w:r>
      <w:r w:rsidRPr="00EF2F0E">
        <w:rPr>
          <w:i/>
        </w:rPr>
        <w:t>multi-band RIBs</w:t>
      </w:r>
      <w:r w:rsidRPr="00EF2F0E">
        <w:t xml:space="preserve">, the requirement applies relative to </w:t>
      </w:r>
      <w:r w:rsidRPr="00EF2F0E">
        <w:rPr>
          <w:i/>
        </w:rPr>
        <w:t>the Base Station RF Bandwidth</w:t>
      </w:r>
      <w:r w:rsidRPr="00EF2F0E">
        <w:t xml:space="preserve"> </w:t>
      </w:r>
      <w:r w:rsidRPr="00EF2F0E">
        <w:rPr>
          <w:i/>
        </w:rPr>
        <w:t>edges</w:t>
      </w:r>
      <w:r w:rsidRPr="00EF2F0E">
        <w:t xml:space="preserve"> of each operating band. In case the </w:t>
      </w:r>
      <w:r w:rsidRPr="00EF2F0E">
        <w:rPr>
          <w:i/>
        </w:rPr>
        <w:t>Inter RF Bandwidth gap</w:t>
      </w:r>
      <w:r w:rsidRPr="00EF2F0E">
        <w:t xml:space="preserve"> is less than 3.2 MHz, the requirement in the gap applies only for interfering signal offsets where the interfering signal falls completely within the inter </w:t>
      </w:r>
      <w:r w:rsidRPr="00EF2F0E">
        <w:rPr>
          <w:i/>
        </w:rPr>
        <w:t>Base Station RF Bandwidth</w:t>
      </w:r>
      <w:r w:rsidRPr="00EF2F0E">
        <w:t xml:space="preserve"> gap.</w:t>
      </w:r>
    </w:p>
    <w:p w14:paraId="0984FC20" w14:textId="77777777" w:rsidR="00B15E99" w:rsidRPr="00EF2F0E" w:rsidRDefault="00B15E99" w:rsidP="00B15E99">
      <w:pPr>
        <w:pStyle w:val="TH"/>
      </w:pPr>
      <w:r w:rsidRPr="00EF2F0E">
        <w:t>Table 9.8.2.3-1: Interfering and wanted signals for the OTA transmitter intermodulation requirement (BC3)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29"/>
        <w:gridCol w:w="3780"/>
      </w:tblGrid>
      <w:tr w:rsidR="003401A4" w:rsidRPr="00EF2F0E" w14:paraId="0984FC23" w14:textId="77777777" w:rsidTr="00AB06FD">
        <w:trPr>
          <w:tblHeader/>
          <w:jc w:val="center"/>
        </w:trPr>
        <w:tc>
          <w:tcPr>
            <w:tcW w:w="4629" w:type="dxa"/>
            <w:shd w:val="clear" w:color="auto" w:fill="auto"/>
          </w:tcPr>
          <w:p w14:paraId="0984FC21" w14:textId="77777777" w:rsidR="00B15E99" w:rsidRPr="00EF2F0E" w:rsidRDefault="00B15E99" w:rsidP="00AB06FD">
            <w:pPr>
              <w:pStyle w:val="TAH"/>
            </w:pPr>
            <w:r w:rsidRPr="00EF2F0E">
              <w:t>Parameter</w:t>
            </w:r>
          </w:p>
        </w:tc>
        <w:tc>
          <w:tcPr>
            <w:tcW w:w="3780" w:type="dxa"/>
            <w:shd w:val="clear" w:color="auto" w:fill="auto"/>
          </w:tcPr>
          <w:p w14:paraId="0984FC22" w14:textId="77777777" w:rsidR="00B15E99" w:rsidRPr="00EF2F0E" w:rsidRDefault="00B15E99" w:rsidP="00AB06FD">
            <w:pPr>
              <w:pStyle w:val="TAH"/>
            </w:pPr>
            <w:r w:rsidRPr="00EF2F0E">
              <w:t>Value</w:t>
            </w:r>
          </w:p>
        </w:tc>
      </w:tr>
      <w:tr w:rsidR="003401A4" w:rsidRPr="00EF2F0E" w14:paraId="0984FC26" w14:textId="77777777" w:rsidTr="00AB06FD">
        <w:trPr>
          <w:jc w:val="center"/>
        </w:trPr>
        <w:tc>
          <w:tcPr>
            <w:tcW w:w="4629" w:type="dxa"/>
            <w:shd w:val="clear" w:color="auto" w:fill="auto"/>
          </w:tcPr>
          <w:p w14:paraId="0984FC24" w14:textId="77777777" w:rsidR="00B15E99" w:rsidRPr="00EF2F0E" w:rsidRDefault="00B15E99" w:rsidP="00AB06FD">
            <w:pPr>
              <w:pStyle w:val="TAL"/>
            </w:pPr>
            <w:r w:rsidRPr="00EF2F0E">
              <w:t>Wanted signal type</w:t>
            </w:r>
          </w:p>
        </w:tc>
        <w:tc>
          <w:tcPr>
            <w:tcW w:w="3780" w:type="dxa"/>
            <w:shd w:val="clear" w:color="auto" w:fill="auto"/>
          </w:tcPr>
          <w:p w14:paraId="0984FC25" w14:textId="77777777" w:rsidR="00B15E99" w:rsidRPr="00EF2F0E" w:rsidRDefault="00B15E99" w:rsidP="00AB06FD">
            <w:pPr>
              <w:pStyle w:val="TAC"/>
            </w:pPr>
            <w:r w:rsidRPr="00EF2F0E">
              <w:t>E-UTRA or NR or UTRA signal</w:t>
            </w:r>
          </w:p>
        </w:tc>
      </w:tr>
      <w:tr w:rsidR="00104D14" w:rsidRPr="00EF2F0E" w14:paraId="0984FC29" w14:textId="77777777" w:rsidTr="00AB06FD">
        <w:trPr>
          <w:jc w:val="center"/>
        </w:trPr>
        <w:tc>
          <w:tcPr>
            <w:tcW w:w="4629" w:type="dxa"/>
            <w:shd w:val="clear" w:color="auto" w:fill="auto"/>
          </w:tcPr>
          <w:p w14:paraId="0984FC27" w14:textId="77777777" w:rsidR="00104D14" w:rsidRPr="00EF2F0E" w:rsidRDefault="00104D14" w:rsidP="00104D14">
            <w:pPr>
              <w:pStyle w:val="TAL"/>
            </w:pPr>
            <w:r w:rsidRPr="00EF2F0E">
              <w:t>Interfering signal type</w:t>
            </w:r>
          </w:p>
        </w:tc>
        <w:tc>
          <w:tcPr>
            <w:tcW w:w="3780" w:type="dxa"/>
            <w:shd w:val="clear" w:color="auto" w:fill="auto"/>
          </w:tcPr>
          <w:p w14:paraId="0984FC28" w14:textId="0FB207CB" w:rsidR="00104D14" w:rsidRPr="00EF2F0E" w:rsidRDefault="00104D14" w:rsidP="00104D14">
            <w:pPr>
              <w:pStyle w:val="TAC"/>
            </w:pPr>
            <w:r w:rsidRPr="00EF2F0E">
              <w:t xml:space="preserve">1,28 Mcps UTRA TDD signal of </w:t>
            </w:r>
            <w:r w:rsidRPr="00EF2F0E">
              <w:rPr>
                <w:i/>
              </w:rPr>
              <w:t>channel bandwidth</w:t>
            </w:r>
            <w:r w:rsidRPr="00EF2F0E">
              <w:t xml:space="preserve"> 1,6 MHz</w:t>
            </w:r>
          </w:p>
        </w:tc>
      </w:tr>
      <w:tr w:rsidR="00D37655" w:rsidRPr="00EF2F0E" w14:paraId="0984FC2C" w14:textId="77777777" w:rsidTr="00AB06FD">
        <w:trPr>
          <w:jc w:val="center"/>
        </w:trPr>
        <w:tc>
          <w:tcPr>
            <w:tcW w:w="4629" w:type="dxa"/>
            <w:shd w:val="clear" w:color="auto" w:fill="auto"/>
          </w:tcPr>
          <w:p w14:paraId="0984FC2A" w14:textId="67BE78EF" w:rsidR="00D37655" w:rsidRPr="00EF2F0E" w:rsidRDefault="00D37655" w:rsidP="00D37655">
            <w:pPr>
              <w:pStyle w:val="TAL"/>
            </w:pPr>
            <w:r w:rsidRPr="00EF2F0E">
              <w:t>Interfering signal</w:t>
            </w:r>
            <w:r>
              <w:t xml:space="preserve"> power</w:t>
            </w:r>
            <w:r w:rsidRPr="00EF2F0E">
              <w:t xml:space="preserve"> level applied to the </w:t>
            </w:r>
            <w:r w:rsidRPr="00EF2F0E">
              <w:rPr>
                <w:i/>
              </w:rPr>
              <w:t>co-location reference antenna</w:t>
            </w:r>
          </w:p>
        </w:tc>
        <w:tc>
          <w:tcPr>
            <w:tcW w:w="3780" w:type="dxa"/>
            <w:shd w:val="clear" w:color="auto" w:fill="auto"/>
          </w:tcPr>
          <w:p w14:paraId="0984FC2B" w14:textId="51D512AD" w:rsidR="00D37655" w:rsidRPr="00EF2F0E" w:rsidRDefault="00D37655" w:rsidP="00D37655">
            <w:pPr>
              <w:pStyle w:val="TAC"/>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3401A4" w:rsidRPr="00EF2F0E" w14:paraId="0984FC31" w14:textId="77777777" w:rsidTr="00AB06FD">
        <w:trPr>
          <w:jc w:val="center"/>
        </w:trPr>
        <w:tc>
          <w:tcPr>
            <w:tcW w:w="4629" w:type="dxa"/>
            <w:shd w:val="clear" w:color="auto" w:fill="auto"/>
          </w:tcPr>
          <w:p w14:paraId="0984FC2D" w14:textId="77777777" w:rsidR="00B15E99" w:rsidRPr="00EF2F0E" w:rsidRDefault="00B15E99" w:rsidP="00AB06FD">
            <w:pPr>
              <w:pStyle w:val="TAL"/>
            </w:pPr>
            <w:r w:rsidRPr="00EF2F0E">
              <w:t xml:space="preserve">Interfering signal centre frequency offset from </w:t>
            </w:r>
            <w:r w:rsidRPr="00EF2F0E">
              <w:rPr>
                <w:i/>
              </w:rPr>
              <w:t>Base Station RF Bandwidth</w:t>
            </w:r>
            <w:r w:rsidRPr="00EF2F0E">
              <w:t xml:space="preserve"> edge or edge of </w:t>
            </w:r>
            <w:r w:rsidRPr="00EF2F0E">
              <w:rPr>
                <w:i/>
              </w:rPr>
              <w:t>sub-block</w:t>
            </w:r>
            <w:r w:rsidRPr="00EF2F0E">
              <w:t xml:space="preserve"> inside a gap</w:t>
            </w:r>
          </w:p>
        </w:tc>
        <w:tc>
          <w:tcPr>
            <w:tcW w:w="3780" w:type="dxa"/>
            <w:shd w:val="clear" w:color="auto" w:fill="auto"/>
          </w:tcPr>
          <w:p w14:paraId="0984FC2E" w14:textId="77777777" w:rsidR="00B15E99" w:rsidRPr="00EF2F0E" w:rsidRDefault="00B15E99" w:rsidP="00AB06FD">
            <w:pPr>
              <w:pStyle w:val="TAC"/>
            </w:pPr>
            <w:r w:rsidRPr="00EF2F0E">
              <w:t>±0,8 MHz</w:t>
            </w:r>
          </w:p>
          <w:p w14:paraId="0984FC2F" w14:textId="77777777" w:rsidR="00B15E99" w:rsidRPr="00EF2F0E" w:rsidRDefault="00B15E99" w:rsidP="00AB06FD">
            <w:pPr>
              <w:pStyle w:val="TAC"/>
            </w:pPr>
            <w:r w:rsidRPr="00EF2F0E">
              <w:t>±1,6 MHz</w:t>
            </w:r>
          </w:p>
          <w:p w14:paraId="0984FC30" w14:textId="77777777" w:rsidR="00B15E99" w:rsidRPr="00EF2F0E" w:rsidRDefault="00B15E99" w:rsidP="00AB06FD">
            <w:pPr>
              <w:pStyle w:val="TAC"/>
            </w:pPr>
            <w:r w:rsidRPr="00EF2F0E">
              <w:t>±2,4 MHz</w:t>
            </w:r>
          </w:p>
        </w:tc>
      </w:tr>
      <w:tr w:rsidR="00B15E99" w:rsidRPr="00EF2F0E" w14:paraId="0984FC34" w14:textId="77777777" w:rsidTr="00AB06FD">
        <w:trPr>
          <w:jc w:val="center"/>
        </w:trPr>
        <w:tc>
          <w:tcPr>
            <w:tcW w:w="8409" w:type="dxa"/>
            <w:gridSpan w:val="2"/>
            <w:shd w:val="clear" w:color="auto" w:fill="auto"/>
          </w:tcPr>
          <w:p w14:paraId="0984FC32" w14:textId="77777777" w:rsidR="00B15E99" w:rsidRPr="00EF2F0E" w:rsidRDefault="00B15E99" w:rsidP="00AB06FD">
            <w:pPr>
              <w:pStyle w:val="TAN"/>
            </w:pPr>
            <w:r w:rsidRPr="00EF2F0E">
              <w:t>NOTE 1:</w:t>
            </w:r>
            <w:r w:rsidRPr="00EF2F0E">
              <w:tab/>
              <w:t xml:space="preserve">Interfering signal positions that are partially or completely outside of any </w:t>
            </w:r>
            <w:r w:rsidRPr="00EF2F0E">
              <w:rPr>
                <w:i/>
              </w:rPr>
              <w:t>downlink operating band</w:t>
            </w:r>
            <w:r w:rsidRPr="00EF2F0E">
              <w:t xml:space="preserve"> of the base station are excluded from the requirement.</w:t>
            </w:r>
          </w:p>
          <w:p w14:paraId="0984FC33" w14:textId="0C0AC414" w:rsidR="00B15E99" w:rsidRPr="00EF2F0E" w:rsidRDefault="00D37655" w:rsidP="00AB06FD">
            <w:pPr>
              <w:pStyle w:val="TAN"/>
            </w:pPr>
            <w:r w:rsidRPr="00EF2F0E">
              <w:t>NOTE 2:</w:t>
            </w:r>
            <w:r w:rsidRPr="00EF2F0E">
              <w:tab/>
            </w:r>
            <w:r w:rsidRPr="0037796A">
              <w:rPr>
                <w:lang w:eastAsia="ja-JP"/>
              </w:rPr>
              <w:t xml:space="preserve">For </w:t>
            </w:r>
            <w:r w:rsidRPr="00541233">
              <w:rPr>
                <w:i/>
                <w:lang w:eastAsia="ja-JP"/>
              </w:rPr>
              <w:t xml:space="preserve">OTA AAS </w:t>
            </w:r>
            <w:r w:rsidRPr="0090060B">
              <w:rPr>
                <w:i/>
                <w:iCs/>
                <w:lang w:eastAsia="ja-JP"/>
              </w:rPr>
              <w:t>BS</w:t>
            </w:r>
            <w:r w:rsidRPr="0037796A">
              <w:rPr>
                <w:lang w:eastAsia="ja-JP"/>
              </w:rPr>
              <w:t xml:space="preserve"> with dual polarization</w:t>
            </w:r>
            <w:r>
              <w:rPr>
                <w:lang w:eastAsia="ja-JP"/>
              </w:rPr>
              <w:t>, the</w:t>
            </w:r>
            <w:r w:rsidRPr="0037796A">
              <w:rPr>
                <w:lang w:eastAsia="ja-JP"/>
              </w:rPr>
              <w:t xml:space="preserve"> </w:t>
            </w:r>
            <w:r>
              <w:t>i</w:t>
            </w:r>
            <w:r w:rsidRPr="00091B2C">
              <w:t xml:space="preserve">nterfering signal </w:t>
            </w:r>
            <w:r>
              <w:t>power shall be equally divided</w:t>
            </w:r>
            <w:r w:rsidRPr="00091B2C">
              <w:rPr>
                <w:lang w:eastAsia="ja-JP"/>
              </w:rPr>
              <w:t xml:space="preserve"> between </w:t>
            </w:r>
            <w:r>
              <w:rPr>
                <w:lang w:eastAsia="ja-JP"/>
              </w:rPr>
              <w:t xml:space="preserve">the supported </w:t>
            </w:r>
            <w:r w:rsidRPr="00091B2C">
              <w:rPr>
                <w:lang w:eastAsia="ja-JP"/>
              </w:rPr>
              <w:t xml:space="preserve">polarizations at the </w:t>
            </w:r>
            <w:r w:rsidRPr="00091B2C">
              <w:rPr>
                <w:i/>
                <w:lang w:eastAsia="ja-JP"/>
              </w:rPr>
              <w:t>co-location reference antenna</w:t>
            </w:r>
            <w:r w:rsidRPr="00091B2C">
              <w:rPr>
                <w:lang w:eastAsia="ja-JP"/>
              </w:rPr>
              <w:t>.</w:t>
            </w:r>
          </w:p>
        </w:tc>
      </w:tr>
    </w:tbl>
    <w:p w14:paraId="0984FC35" w14:textId="77777777" w:rsidR="00B15E99" w:rsidRPr="00EF2F0E" w:rsidRDefault="00B15E99" w:rsidP="00B15E99">
      <w:pPr>
        <w:rPr>
          <w:lang w:eastAsia="en-GB"/>
        </w:rPr>
      </w:pPr>
    </w:p>
    <w:p w14:paraId="0984FC36" w14:textId="77777777" w:rsidR="00B15E99" w:rsidRPr="00EF2F0E" w:rsidRDefault="00B15E99" w:rsidP="00B15E99">
      <w:pPr>
        <w:pStyle w:val="Heading4"/>
      </w:pPr>
      <w:bookmarkStart w:id="4783" w:name="_Toc21096127"/>
      <w:bookmarkStart w:id="4784" w:name="_Toc29763326"/>
      <w:bookmarkStart w:id="4785" w:name="_Toc45869611"/>
      <w:bookmarkStart w:id="4786" w:name="_Toc52554864"/>
      <w:bookmarkStart w:id="4787" w:name="_Toc52555334"/>
      <w:bookmarkStart w:id="4788" w:name="_Toc61112566"/>
      <w:bookmarkStart w:id="4789" w:name="_Toc67911718"/>
      <w:bookmarkStart w:id="4790" w:name="_Toc74843193"/>
      <w:bookmarkStart w:id="4791" w:name="_Toc76503576"/>
      <w:bookmarkStart w:id="4792" w:name="_Toc83041019"/>
      <w:bookmarkStart w:id="4793" w:name="_Toc89852062"/>
      <w:bookmarkStart w:id="4794" w:name="_Toc98676416"/>
      <w:r w:rsidRPr="00EF2F0E">
        <w:t>9.8.2.4</w:t>
      </w:r>
      <w:r w:rsidRPr="00EF2F0E">
        <w:tab/>
        <w:t>Additional minimum requirements</w:t>
      </w:r>
      <w:bookmarkEnd w:id="4783"/>
      <w:bookmarkEnd w:id="4784"/>
      <w:bookmarkEnd w:id="4785"/>
      <w:bookmarkEnd w:id="4786"/>
      <w:bookmarkEnd w:id="4787"/>
      <w:bookmarkEnd w:id="4788"/>
      <w:bookmarkEnd w:id="4789"/>
      <w:bookmarkEnd w:id="4790"/>
      <w:bookmarkEnd w:id="4791"/>
      <w:bookmarkEnd w:id="4792"/>
      <w:bookmarkEnd w:id="4793"/>
      <w:bookmarkEnd w:id="4794"/>
    </w:p>
    <w:p w14:paraId="0984FC37" w14:textId="66D18A1E" w:rsidR="00B15E99" w:rsidRPr="00EF2F0E" w:rsidRDefault="00B15E99" w:rsidP="00B15E99"/>
    <w:p w14:paraId="0984FC38" w14:textId="77777777" w:rsidR="00B15E99" w:rsidRPr="00EF2F0E" w:rsidRDefault="00B15E99" w:rsidP="00B15E99">
      <w:pPr>
        <w:pStyle w:val="Heading3"/>
      </w:pPr>
      <w:bookmarkStart w:id="4795" w:name="_Toc21096128"/>
      <w:bookmarkStart w:id="4796" w:name="_Toc29763327"/>
      <w:bookmarkStart w:id="4797" w:name="_Toc45869612"/>
      <w:bookmarkStart w:id="4798" w:name="_Toc52554865"/>
      <w:bookmarkStart w:id="4799" w:name="_Toc52555335"/>
      <w:bookmarkStart w:id="4800" w:name="_Toc61112567"/>
      <w:bookmarkStart w:id="4801" w:name="_Toc67911719"/>
      <w:bookmarkStart w:id="4802" w:name="_Toc74843194"/>
      <w:bookmarkStart w:id="4803" w:name="_Toc76503577"/>
      <w:bookmarkStart w:id="4804" w:name="_Toc83041020"/>
      <w:bookmarkStart w:id="4805" w:name="_Toc89852063"/>
      <w:bookmarkStart w:id="4806" w:name="_Toc98676417"/>
      <w:r w:rsidRPr="00EF2F0E">
        <w:t>9.8.3</w:t>
      </w:r>
      <w:r w:rsidRPr="00EF2F0E">
        <w:tab/>
        <w:t>Minimum requirement for single RAT UTRA operation</w:t>
      </w:r>
      <w:bookmarkEnd w:id="4795"/>
      <w:bookmarkEnd w:id="4796"/>
      <w:bookmarkEnd w:id="4797"/>
      <w:bookmarkEnd w:id="4798"/>
      <w:bookmarkEnd w:id="4799"/>
      <w:bookmarkEnd w:id="4800"/>
      <w:bookmarkEnd w:id="4801"/>
      <w:bookmarkEnd w:id="4802"/>
      <w:bookmarkEnd w:id="4803"/>
      <w:bookmarkEnd w:id="4804"/>
      <w:bookmarkEnd w:id="4805"/>
      <w:bookmarkEnd w:id="4806"/>
    </w:p>
    <w:p w14:paraId="0984FC39" w14:textId="77777777" w:rsidR="00B15E99" w:rsidRPr="00EF2F0E" w:rsidRDefault="00B15E99" w:rsidP="00B15E99">
      <w:pPr>
        <w:pStyle w:val="Heading4"/>
      </w:pPr>
      <w:bookmarkStart w:id="4807" w:name="_Toc21096129"/>
      <w:bookmarkStart w:id="4808" w:name="_Toc29763328"/>
      <w:bookmarkStart w:id="4809" w:name="_Toc45869613"/>
      <w:bookmarkStart w:id="4810" w:name="_Toc52554866"/>
      <w:bookmarkStart w:id="4811" w:name="_Toc52555336"/>
      <w:bookmarkStart w:id="4812" w:name="_Toc61112568"/>
      <w:bookmarkStart w:id="4813" w:name="_Toc67911720"/>
      <w:bookmarkStart w:id="4814" w:name="_Toc74843195"/>
      <w:bookmarkStart w:id="4815" w:name="_Toc76503578"/>
      <w:bookmarkStart w:id="4816" w:name="_Toc83041021"/>
      <w:bookmarkStart w:id="4817" w:name="_Toc89852064"/>
      <w:bookmarkStart w:id="4818" w:name="_Toc98676418"/>
      <w:r w:rsidRPr="00EF2F0E">
        <w:t>9.8.3.1</w:t>
      </w:r>
      <w:r w:rsidRPr="00EF2F0E">
        <w:tab/>
        <w:t>General minimum requirement for FDD UTRA</w:t>
      </w:r>
      <w:bookmarkEnd w:id="4807"/>
      <w:bookmarkEnd w:id="4808"/>
      <w:bookmarkEnd w:id="4809"/>
      <w:bookmarkEnd w:id="4810"/>
      <w:bookmarkEnd w:id="4811"/>
      <w:bookmarkEnd w:id="4812"/>
      <w:bookmarkEnd w:id="4813"/>
      <w:bookmarkEnd w:id="4814"/>
      <w:bookmarkEnd w:id="4815"/>
      <w:bookmarkEnd w:id="4816"/>
      <w:bookmarkEnd w:id="4817"/>
      <w:bookmarkEnd w:id="4818"/>
    </w:p>
    <w:p w14:paraId="0984FC3A" w14:textId="77777777" w:rsidR="00B15E99" w:rsidRPr="00EF2F0E" w:rsidRDefault="00B15E99" w:rsidP="00B15E99">
      <w:pPr>
        <w:rPr>
          <w:rFonts w:cs="v5.0.0"/>
        </w:rPr>
      </w:pPr>
      <w:r w:rsidRPr="00EF2F0E">
        <w:rPr>
          <w:rFonts w:cs="v5.0.0"/>
        </w:rPr>
        <w:t xml:space="preserve">The transmitter intermodulation level shall not exceed the OTA out of band emission or the OTA spurious emission requirements of subclause 9.7.5 and subclause 9.7.6.1, 9.7.6.3.1 and 9.7.6.3.3, </w:t>
      </w:r>
      <w:r w:rsidRPr="00EF2F0E">
        <w:t>in the presence of interfering signal according to table 9.8.3.1-1.</w:t>
      </w:r>
    </w:p>
    <w:p w14:paraId="0984FC3B" w14:textId="77777777" w:rsidR="00B15E99" w:rsidRPr="00EF2F0E" w:rsidRDefault="00B15E99" w:rsidP="00B15E99">
      <w:pPr>
        <w:pStyle w:val="TH"/>
      </w:pPr>
      <w:r w:rsidRPr="00EF2F0E">
        <w:t>Table 9.8.3.1-1: Interfering and wanted signal frequency offset for OTA transmitter intermodulation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760"/>
        <w:gridCol w:w="3567"/>
      </w:tblGrid>
      <w:tr w:rsidR="003401A4" w:rsidRPr="00EF2F0E" w14:paraId="0984FC3E" w14:textId="77777777" w:rsidTr="00AB06FD">
        <w:trPr>
          <w:cantSplit/>
          <w:tblHeader/>
          <w:jc w:val="center"/>
        </w:trPr>
        <w:tc>
          <w:tcPr>
            <w:tcW w:w="4760" w:type="dxa"/>
          </w:tcPr>
          <w:p w14:paraId="0984FC3C" w14:textId="77777777" w:rsidR="00B15E99" w:rsidRPr="00EF2F0E" w:rsidRDefault="00B15E99" w:rsidP="00AB06FD">
            <w:pPr>
              <w:pStyle w:val="TAH"/>
            </w:pPr>
            <w:r w:rsidRPr="00EF2F0E">
              <w:t>Parameter</w:t>
            </w:r>
          </w:p>
        </w:tc>
        <w:tc>
          <w:tcPr>
            <w:tcW w:w="3567" w:type="dxa"/>
          </w:tcPr>
          <w:p w14:paraId="0984FC3D" w14:textId="77777777" w:rsidR="00B15E99" w:rsidRPr="00EF2F0E" w:rsidRDefault="00B15E99" w:rsidP="00AB06FD">
            <w:pPr>
              <w:pStyle w:val="TAH"/>
            </w:pPr>
            <w:r w:rsidRPr="00EF2F0E">
              <w:t>Value</w:t>
            </w:r>
          </w:p>
        </w:tc>
      </w:tr>
      <w:tr w:rsidR="003401A4" w:rsidRPr="00EF2F0E" w14:paraId="0984FC41" w14:textId="77777777" w:rsidTr="00AB06FD">
        <w:trPr>
          <w:cantSplit/>
          <w:jc w:val="center"/>
        </w:trPr>
        <w:tc>
          <w:tcPr>
            <w:tcW w:w="4760" w:type="dxa"/>
          </w:tcPr>
          <w:p w14:paraId="0984FC3F" w14:textId="77777777" w:rsidR="00B15E99" w:rsidRPr="00EF2F0E" w:rsidRDefault="00B15E99" w:rsidP="00AB06FD">
            <w:pPr>
              <w:keepNext/>
              <w:keepLines/>
              <w:rPr>
                <w:rFonts w:ascii="Arial" w:hAnsi="Arial" w:cs="Arial"/>
                <w:sz w:val="18"/>
                <w:szCs w:val="18"/>
              </w:rPr>
            </w:pPr>
            <w:r w:rsidRPr="00EF2F0E">
              <w:rPr>
                <w:rFonts w:ascii="Arial" w:hAnsi="Arial" w:cs="Arial"/>
                <w:sz w:val="18"/>
                <w:szCs w:val="18"/>
              </w:rPr>
              <w:t>Wanted signal type</w:t>
            </w:r>
          </w:p>
        </w:tc>
        <w:tc>
          <w:tcPr>
            <w:tcW w:w="3567" w:type="dxa"/>
          </w:tcPr>
          <w:p w14:paraId="0984FC40" w14:textId="77777777" w:rsidR="00B15E99" w:rsidRPr="00EF2F0E" w:rsidRDefault="00B15E99" w:rsidP="00AB06FD">
            <w:pPr>
              <w:keepNext/>
              <w:keepLines/>
              <w:rPr>
                <w:rFonts w:ascii="Arial" w:hAnsi="Arial" w:cs="Arial"/>
                <w:sz w:val="18"/>
                <w:szCs w:val="18"/>
              </w:rPr>
            </w:pPr>
            <w:r w:rsidRPr="00EF2F0E">
              <w:rPr>
                <w:rFonts w:ascii="Arial" w:hAnsi="Arial" w:cs="Arial"/>
                <w:sz w:val="18"/>
                <w:szCs w:val="18"/>
              </w:rPr>
              <w:t>UTRA</w:t>
            </w:r>
          </w:p>
        </w:tc>
      </w:tr>
      <w:tr w:rsidR="00104D14" w:rsidRPr="00EF2F0E" w14:paraId="0984FC44" w14:textId="77777777" w:rsidTr="00AB06FD">
        <w:trPr>
          <w:cantSplit/>
          <w:jc w:val="center"/>
        </w:trPr>
        <w:tc>
          <w:tcPr>
            <w:tcW w:w="4760" w:type="dxa"/>
          </w:tcPr>
          <w:p w14:paraId="0984FC42" w14:textId="77777777" w:rsidR="00104D14" w:rsidRPr="00EF2F0E" w:rsidRDefault="00104D14" w:rsidP="00104D14">
            <w:pPr>
              <w:pStyle w:val="TAL"/>
            </w:pPr>
            <w:r w:rsidRPr="00EF2F0E">
              <w:t>Interfering signal type</w:t>
            </w:r>
          </w:p>
        </w:tc>
        <w:tc>
          <w:tcPr>
            <w:tcW w:w="3567" w:type="dxa"/>
          </w:tcPr>
          <w:p w14:paraId="0984FC43" w14:textId="60A188F9" w:rsidR="00104D14" w:rsidRPr="00EF2F0E" w:rsidRDefault="00104D14" w:rsidP="00104D14">
            <w:pPr>
              <w:keepNext/>
              <w:keepLines/>
              <w:rPr>
                <w:rFonts w:ascii="Arial" w:hAnsi="Arial" w:cs="Arial"/>
                <w:sz w:val="18"/>
                <w:szCs w:val="18"/>
              </w:rPr>
            </w:pPr>
            <w:r w:rsidRPr="00EF2F0E">
              <w:rPr>
                <w:rFonts w:ascii="Arial" w:hAnsi="Arial" w:cs="Arial"/>
                <w:sz w:val="18"/>
                <w:szCs w:val="18"/>
              </w:rPr>
              <w:t>UTRA</w:t>
            </w:r>
          </w:p>
        </w:tc>
      </w:tr>
      <w:tr w:rsidR="00D37655" w:rsidRPr="00EF2F0E" w14:paraId="0984FC47" w14:textId="77777777" w:rsidTr="00AB06FD">
        <w:trPr>
          <w:cantSplit/>
          <w:jc w:val="center"/>
        </w:trPr>
        <w:tc>
          <w:tcPr>
            <w:tcW w:w="4760" w:type="dxa"/>
          </w:tcPr>
          <w:p w14:paraId="0984FC45" w14:textId="464E7E45" w:rsidR="00D37655" w:rsidRPr="00EF2F0E" w:rsidRDefault="00D37655" w:rsidP="00D37655">
            <w:pPr>
              <w:pStyle w:val="TAL"/>
            </w:pPr>
            <w:r w:rsidRPr="00EF2F0E">
              <w:t xml:space="preserve">Interfering signal </w:t>
            </w:r>
            <w:r>
              <w:t xml:space="preserve">power </w:t>
            </w:r>
            <w:r w:rsidRPr="00EF2F0E">
              <w:t xml:space="preserve">level applied to the </w:t>
            </w:r>
            <w:r w:rsidRPr="00EF2F0E">
              <w:rPr>
                <w:i/>
              </w:rPr>
              <w:t>co-location reference antenna</w:t>
            </w:r>
          </w:p>
        </w:tc>
        <w:tc>
          <w:tcPr>
            <w:tcW w:w="3567" w:type="dxa"/>
          </w:tcPr>
          <w:p w14:paraId="0984FC46" w14:textId="0DD2E367" w:rsidR="00D37655" w:rsidRPr="00EF2F0E" w:rsidRDefault="00D37655" w:rsidP="00D37655">
            <w:pPr>
              <w:pStyle w:val="TAC"/>
              <w:rPr>
                <w:szCs w:val="18"/>
              </w:rPr>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3401A4" w:rsidRPr="00EF2F0E" w14:paraId="0984FC4F" w14:textId="77777777" w:rsidTr="00AB06FD">
        <w:trPr>
          <w:cantSplit/>
          <w:jc w:val="center"/>
        </w:trPr>
        <w:tc>
          <w:tcPr>
            <w:tcW w:w="4760" w:type="dxa"/>
          </w:tcPr>
          <w:p w14:paraId="0984FC48" w14:textId="77777777" w:rsidR="00B15E99" w:rsidRPr="00EF2F0E" w:rsidRDefault="00B15E99" w:rsidP="00AB06FD">
            <w:pPr>
              <w:pStyle w:val="TAL"/>
            </w:pPr>
            <w:r w:rsidRPr="00EF2F0E">
              <w:t xml:space="preserve">Interfering signal centre frequency offset from the lower (upper) edge of the wanted signal </w:t>
            </w:r>
            <w:r w:rsidRPr="00EF2F0E">
              <w:rPr>
                <w:lang w:eastAsia="zh-CN"/>
              </w:rPr>
              <w:t xml:space="preserve">or </w:t>
            </w:r>
            <w:r w:rsidRPr="00EF2F0E">
              <w:t xml:space="preserve">edge of </w:t>
            </w:r>
            <w:r w:rsidRPr="00EF2F0E">
              <w:rPr>
                <w:i/>
              </w:rPr>
              <w:t>sub-block</w:t>
            </w:r>
            <w:r w:rsidRPr="00EF2F0E">
              <w:t xml:space="preserve"> inside a gap</w:t>
            </w:r>
          </w:p>
        </w:tc>
        <w:tc>
          <w:tcPr>
            <w:tcW w:w="3567" w:type="dxa"/>
          </w:tcPr>
          <w:p w14:paraId="0984FC49" w14:textId="77777777" w:rsidR="00B15E99" w:rsidRPr="00EF2F0E" w:rsidRDefault="00B15E99" w:rsidP="00AB06FD">
            <w:pPr>
              <w:pStyle w:val="TAC"/>
              <w:rPr>
                <w:szCs w:val="18"/>
              </w:rPr>
            </w:pPr>
            <w:r w:rsidRPr="00EF2F0E">
              <w:rPr>
                <w:szCs w:val="18"/>
              </w:rPr>
              <w:t>-2,5 MHz</w:t>
            </w:r>
          </w:p>
          <w:p w14:paraId="0984FC4A" w14:textId="77777777" w:rsidR="00B15E99" w:rsidRPr="00EF2F0E" w:rsidRDefault="00B15E99" w:rsidP="00AB06FD">
            <w:pPr>
              <w:pStyle w:val="TAC"/>
              <w:rPr>
                <w:szCs w:val="18"/>
              </w:rPr>
            </w:pPr>
            <w:r w:rsidRPr="00EF2F0E">
              <w:rPr>
                <w:szCs w:val="18"/>
              </w:rPr>
              <w:t>-7,5 MHz</w:t>
            </w:r>
          </w:p>
          <w:p w14:paraId="0984FC4B" w14:textId="77777777" w:rsidR="00B15E99" w:rsidRPr="00EF2F0E" w:rsidRDefault="00B15E99" w:rsidP="00AB06FD">
            <w:pPr>
              <w:pStyle w:val="TAC"/>
              <w:rPr>
                <w:szCs w:val="18"/>
              </w:rPr>
            </w:pPr>
            <w:r w:rsidRPr="00EF2F0E">
              <w:rPr>
                <w:szCs w:val="18"/>
              </w:rPr>
              <w:t>-12,5 MHz</w:t>
            </w:r>
          </w:p>
          <w:p w14:paraId="0984FC4C" w14:textId="77777777" w:rsidR="00B15E99" w:rsidRPr="00EF2F0E" w:rsidRDefault="00B15E99" w:rsidP="00AB06FD">
            <w:pPr>
              <w:pStyle w:val="TAC"/>
              <w:rPr>
                <w:szCs w:val="18"/>
              </w:rPr>
            </w:pPr>
            <w:r w:rsidRPr="00EF2F0E">
              <w:rPr>
                <w:szCs w:val="18"/>
              </w:rPr>
              <w:t>+2,5 MHz</w:t>
            </w:r>
          </w:p>
          <w:p w14:paraId="0984FC4D" w14:textId="77777777" w:rsidR="00B15E99" w:rsidRPr="00EF2F0E" w:rsidRDefault="00B15E99" w:rsidP="00AB06FD">
            <w:pPr>
              <w:pStyle w:val="TAC"/>
              <w:rPr>
                <w:szCs w:val="18"/>
              </w:rPr>
            </w:pPr>
            <w:r w:rsidRPr="00EF2F0E">
              <w:rPr>
                <w:szCs w:val="18"/>
              </w:rPr>
              <w:t>+7,5 MHz</w:t>
            </w:r>
          </w:p>
          <w:p w14:paraId="0984FC4E" w14:textId="77777777" w:rsidR="00B15E99" w:rsidRPr="00EF2F0E" w:rsidRDefault="00B15E99" w:rsidP="00AB06FD">
            <w:pPr>
              <w:pStyle w:val="TAC"/>
              <w:rPr>
                <w:szCs w:val="18"/>
              </w:rPr>
            </w:pPr>
            <w:r w:rsidRPr="00EF2F0E">
              <w:rPr>
                <w:szCs w:val="18"/>
              </w:rPr>
              <w:t>+12,5 MHz</w:t>
            </w:r>
          </w:p>
        </w:tc>
      </w:tr>
      <w:tr w:rsidR="00B15E99" w:rsidRPr="00EF2F0E" w14:paraId="0984FC53" w14:textId="77777777" w:rsidTr="00AB06FD">
        <w:trPr>
          <w:cantSplit/>
          <w:jc w:val="center"/>
        </w:trPr>
        <w:tc>
          <w:tcPr>
            <w:tcW w:w="8327" w:type="dxa"/>
            <w:gridSpan w:val="2"/>
          </w:tcPr>
          <w:p w14:paraId="0984FC50" w14:textId="77777777" w:rsidR="00B15E99" w:rsidRPr="00EF2F0E" w:rsidRDefault="00B15E99" w:rsidP="00AB06FD">
            <w:pPr>
              <w:pStyle w:val="TAN"/>
            </w:pPr>
            <w:r w:rsidRPr="00EF2F0E">
              <w:t>NOTE 1:</w:t>
            </w:r>
            <w:r w:rsidRPr="00EF2F0E">
              <w:tab/>
              <w:t xml:space="preserve">Interference frequencies that are outside of any </w:t>
            </w:r>
            <w:r w:rsidRPr="00EF2F0E">
              <w:rPr>
                <w:snapToGrid w:val="0"/>
              </w:rPr>
              <w:t>allocated frequency band for UTRA-FDD downlink specified in subclause 4.6 are excluded from the requirement</w:t>
            </w:r>
            <w:r w:rsidRPr="00EF2F0E">
              <w:t xml:space="preserve">, unless the interfering signal positions fall within the frequency range of adjacent </w:t>
            </w:r>
            <w:r w:rsidRPr="00EF2F0E">
              <w:rPr>
                <w:i/>
              </w:rPr>
              <w:t>downlink operating band</w:t>
            </w:r>
            <w:r w:rsidRPr="00EF2F0E">
              <w:t>s in the same geographical area.</w:t>
            </w:r>
          </w:p>
          <w:p w14:paraId="0984FC51" w14:textId="77777777" w:rsidR="00B15E99" w:rsidRPr="00EF2F0E" w:rsidRDefault="00B15E99" w:rsidP="00AB06FD">
            <w:pPr>
              <w:pStyle w:val="TAN"/>
            </w:pPr>
            <w:r w:rsidRPr="00EF2F0E">
              <w:t>NOTE 2:</w:t>
            </w:r>
            <w:r w:rsidRPr="00EF2F0E">
              <w:tab/>
              <w:t>NOTE 1 is not applied in Band I, III, VI, VIII, IX, XI, XIX, XXI, and XXXII operating within 1 475.9 MHz to 1 495.9MHz, in certain regions.</w:t>
            </w:r>
          </w:p>
          <w:p w14:paraId="0984FC52" w14:textId="4187C553" w:rsidR="00B15E99" w:rsidRPr="00EF2F0E" w:rsidRDefault="00D37655" w:rsidP="00AB06FD">
            <w:pPr>
              <w:pStyle w:val="TAN"/>
            </w:pPr>
            <w:r w:rsidRPr="00EF2F0E">
              <w:t>NOTE 3:</w:t>
            </w:r>
            <w:r w:rsidRPr="00EF2F0E">
              <w:tab/>
            </w:r>
            <w:r w:rsidRPr="0037796A">
              <w:rPr>
                <w:lang w:eastAsia="ja-JP"/>
              </w:rPr>
              <w:t xml:space="preserve">For </w:t>
            </w:r>
            <w:r w:rsidRPr="00541233">
              <w:rPr>
                <w:i/>
                <w:lang w:eastAsia="ja-JP"/>
              </w:rPr>
              <w:t xml:space="preserve">OTA AAS </w:t>
            </w:r>
            <w:r w:rsidRPr="0090060B">
              <w:rPr>
                <w:i/>
                <w:iCs/>
                <w:lang w:eastAsia="ja-JP"/>
              </w:rPr>
              <w:t>BS</w:t>
            </w:r>
            <w:r w:rsidRPr="0037796A">
              <w:rPr>
                <w:lang w:eastAsia="ja-JP"/>
              </w:rPr>
              <w:t xml:space="preserve"> with dual polarization</w:t>
            </w:r>
            <w:r>
              <w:rPr>
                <w:lang w:eastAsia="ja-JP"/>
              </w:rPr>
              <w:t>, the</w:t>
            </w:r>
            <w:r w:rsidRPr="0037796A">
              <w:rPr>
                <w:lang w:eastAsia="ja-JP"/>
              </w:rPr>
              <w:t xml:space="preserve"> </w:t>
            </w:r>
            <w:r>
              <w:t>i</w:t>
            </w:r>
            <w:r w:rsidRPr="00091B2C">
              <w:t xml:space="preserve">nterfering signal </w:t>
            </w:r>
            <w:r>
              <w:t>power shall be equally divided</w:t>
            </w:r>
            <w:r w:rsidRPr="00091B2C">
              <w:rPr>
                <w:lang w:eastAsia="ja-JP"/>
              </w:rPr>
              <w:t xml:space="preserve"> between </w:t>
            </w:r>
            <w:r>
              <w:rPr>
                <w:lang w:eastAsia="ja-JP"/>
              </w:rPr>
              <w:t xml:space="preserve">the supported </w:t>
            </w:r>
            <w:r w:rsidRPr="00091B2C">
              <w:rPr>
                <w:lang w:eastAsia="ja-JP"/>
              </w:rPr>
              <w:t xml:space="preserve">polarizations at the </w:t>
            </w:r>
            <w:r w:rsidRPr="00091B2C">
              <w:rPr>
                <w:i/>
                <w:lang w:eastAsia="ja-JP"/>
              </w:rPr>
              <w:t>co-location reference antenna</w:t>
            </w:r>
            <w:r w:rsidRPr="00091B2C">
              <w:rPr>
                <w:lang w:eastAsia="ja-JP"/>
              </w:rPr>
              <w:t>.</w:t>
            </w:r>
          </w:p>
        </w:tc>
      </w:tr>
    </w:tbl>
    <w:p w14:paraId="0984FC54" w14:textId="77777777" w:rsidR="00B15E99" w:rsidRPr="00EF2F0E" w:rsidRDefault="00B15E99" w:rsidP="00B15E99"/>
    <w:p w14:paraId="0984FC55" w14:textId="77777777" w:rsidR="00B15E99" w:rsidRPr="00EF2F0E" w:rsidRDefault="00B15E99" w:rsidP="00B15E99">
      <w:r w:rsidRPr="00EF2F0E">
        <w:t xml:space="preserve">For RIBs supporting operation in </w:t>
      </w:r>
      <w:r w:rsidRPr="00EF2F0E">
        <w:rPr>
          <w:i/>
        </w:rPr>
        <w:t>non-contiguous spectrum</w:t>
      </w:r>
      <w:r w:rsidRPr="00EF2F0E">
        <w:t xml:space="preserve">, the requirement is also applicable inside a </w:t>
      </w:r>
      <w:r w:rsidRPr="00EF2F0E">
        <w:rPr>
          <w:i/>
        </w:rPr>
        <w:t>sub-block gap</w:t>
      </w:r>
      <w:r w:rsidRPr="00EF2F0E">
        <w:t xml:space="preserve"> for interfering signal offsets where the interfering signal falls completely within the </w:t>
      </w:r>
      <w:r w:rsidRPr="00EF2F0E">
        <w:rPr>
          <w:i/>
        </w:rPr>
        <w:t>sub-block gap</w:t>
      </w:r>
      <w:r w:rsidRPr="00EF2F0E">
        <w:t xml:space="preserve">. The interfering signal offset is defined relative to the </w:t>
      </w:r>
      <w:r w:rsidRPr="00EF2F0E">
        <w:rPr>
          <w:i/>
        </w:rPr>
        <w:t>sub-block</w:t>
      </w:r>
      <w:r w:rsidRPr="00EF2F0E">
        <w:t xml:space="preserve"> edges.</w:t>
      </w:r>
    </w:p>
    <w:p w14:paraId="0984FC56" w14:textId="77777777" w:rsidR="00B15E99" w:rsidRPr="00EF2F0E" w:rsidRDefault="00B15E99" w:rsidP="00B15E99">
      <w:pPr>
        <w:rPr>
          <w:lang w:eastAsia="en-GB"/>
        </w:rPr>
      </w:pPr>
      <w:r w:rsidRPr="00EF2F0E">
        <w:rPr>
          <w:rFonts w:cs="v5.0.0"/>
        </w:rPr>
        <w:t xml:space="preserve">For </w:t>
      </w:r>
      <w:r w:rsidRPr="00EF2F0E">
        <w:rPr>
          <w:rFonts w:cs="v5.0.0"/>
          <w:i/>
        </w:rPr>
        <w:t>multi-band RIBs</w:t>
      </w:r>
      <w:r w:rsidRPr="00EF2F0E">
        <w:rPr>
          <w:rFonts w:cs="v5.0.0"/>
        </w:rPr>
        <w:t xml:space="preserve">, the requirement is also applicable inside an inter </w:t>
      </w:r>
      <w:r w:rsidRPr="00EF2F0E">
        <w:rPr>
          <w:rFonts w:cs="v5.0.0"/>
          <w:i/>
        </w:rPr>
        <w:t>Base Station RF Bandwidth</w:t>
      </w:r>
      <w:r w:rsidRPr="00EF2F0E">
        <w:rPr>
          <w:rFonts w:cs="v5.0.0"/>
        </w:rPr>
        <w:t xml:space="preserve"> gap for interfering signal offsets where the interfering signal falls completely within the inter </w:t>
      </w:r>
      <w:r w:rsidRPr="00EF2F0E">
        <w:rPr>
          <w:rFonts w:cs="v5.0.0"/>
          <w:i/>
        </w:rPr>
        <w:t>Base Station RF Bandwidth</w:t>
      </w:r>
      <w:r w:rsidRPr="00EF2F0E">
        <w:rPr>
          <w:rFonts w:cs="v5.0.0"/>
        </w:rPr>
        <w:t xml:space="preserve"> gap.</w:t>
      </w:r>
    </w:p>
    <w:p w14:paraId="0984FC57" w14:textId="77777777" w:rsidR="00B15E99" w:rsidRPr="00EF2F0E" w:rsidRDefault="00B15E99" w:rsidP="00B15E99">
      <w:pPr>
        <w:pStyle w:val="Heading3"/>
      </w:pPr>
      <w:bookmarkStart w:id="4819" w:name="_Toc21096130"/>
      <w:bookmarkStart w:id="4820" w:name="_Toc29763329"/>
      <w:bookmarkStart w:id="4821" w:name="_Toc45869614"/>
      <w:bookmarkStart w:id="4822" w:name="_Toc52554867"/>
      <w:bookmarkStart w:id="4823" w:name="_Toc52555337"/>
      <w:bookmarkStart w:id="4824" w:name="_Toc61112569"/>
      <w:bookmarkStart w:id="4825" w:name="_Toc67911721"/>
      <w:bookmarkStart w:id="4826" w:name="_Toc74843196"/>
      <w:bookmarkStart w:id="4827" w:name="_Toc76503579"/>
      <w:bookmarkStart w:id="4828" w:name="_Toc83041022"/>
      <w:bookmarkStart w:id="4829" w:name="_Toc89852065"/>
      <w:bookmarkStart w:id="4830" w:name="_Toc98676419"/>
      <w:r w:rsidRPr="00EF2F0E">
        <w:t>9.8.4</w:t>
      </w:r>
      <w:r w:rsidRPr="00EF2F0E">
        <w:tab/>
        <w:t>Minimum requirement for single RAT E-UTRA operation</w:t>
      </w:r>
      <w:bookmarkEnd w:id="4819"/>
      <w:bookmarkEnd w:id="4820"/>
      <w:bookmarkEnd w:id="4821"/>
      <w:bookmarkEnd w:id="4822"/>
      <w:bookmarkEnd w:id="4823"/>
      <w:bookmarkEnd w:id="4824"/>
      <w:bookmarkEnd w:id="4825"/>
      <w:bookmarkEnd w:id="4826"/>
      <w:bookmarkEnd w:id="4827"/>
      <w:bookmarkEnd w:id="4828"/>
      <w:bookmarkEnd w:id="4829"/>
      <w:bookmarkEnd w:id="4830"/>
    </w:p>
    <w:p w14:paraId="0984FC58" w14:textId="77777777" w:rsidR="00B15E99" w:rsidRPr="00EF2F0E" w:rsidRDefault="00B15E99" w:rsidP="00B15E99">
      <w:pPr>
        <w:pStyle w:val="Heading4"/>
      </w:pPr>
      <w:bookmarkStart w:id="4831" w:name="_Toc21096131"/>
      <w:bookmarkStart w:id="4832" w:name="_Toc29763330"/>
      <w:bookmarkStart w:id="4833" w:name="_Toc45869615"/>
      <w:bookmarkStart w:id="4834" w:name="_Toc52554868"/>
      <w:bookmarkStart w:id="4835" w:name="_Toc52555338"/>
      <w:bookmarkStart w:id="4836" w:name="_Toc61112570"/>
      <w:bookmarkStart w:id="4837" w:name="_Toc67911722"/>
      <w:bookmarkStart w:id="4838" w:name="_Toc74843197"/>
      <w:bookmarkStart w:id="4839" w:name="_Toc76503580"/>
      <w:bookmarkStart w:id="4840" w:name="_Toc83041023"/>
      <w:bookmarkStart w:id="4841" w:name="_Toc89852066"/>
      <w:bookmarkStart w:id="4842" w:name="_Toc98676420"/>
      <w:r w:rsidRPr="00EF2F0E">
        <w:t>9.8.4.1</w:t>
      </w:r>
      <w:r w:rsidRPr="00EF2F0E">
        <w:tab/>
        <w:t>General minimum requirement</w:t>
      </w:r>
      <w:bookmarkEnd w:id="4831"/>
      <w:bookmarkEnd w:id="4832"/>
      <w:bookmarkEnd w:id="4833"/>
      <w:bookmarkEnd w:id="4834"/>
      <w:bookmarkEnd w:id="4835"/>
      <w:bookmarkEnd w:id="4836"/>
      <w:bookmarkEnd w:id="4837"/>
      <w:bookmarkEnd w:id="4838"/>
      <w:bookmarkEnd w:id="4839"/>
      <w:bookmarkEnd w:id="4840"/>
      <w:bookmarkEnd w:id="4841"/>
      <w:bookmarkEnd w:id="4842"/>
    </w:p>
    <w:p w14:paraId="0984FC59" w14:textId="77777777" w:rsidR="00B15E99" w:rsidRPr="00EF2F0E" w:rsidRDefault="00B15E99" w:rsidP="00B15E99">
      <w:pPr>
        <w:keepNext/>
        <w:keepLines/>
      </w:pPr>
      <w:r w:rsidRPr="00EF2F0E">
        <w:t>The transmitter intermodulation level shall not exceed the unwanted emission limits in subclauses 9.7.6.1, 9.7.6.4.1, 9.7.6.4.3, 9.7.5 and 9.7.3 in the presence of an E-UTRA interfering signal according to table 9.8.4.1</w:t>
      </w:r>
      <w:r w:rsidRPr="00EF2F0E">
        <w:noBreakHyphen/>
        <w:t>1.</w:t>
      </w:r>
    </w:p>
    <w:p w14:paraId="0984FC5A" w14:textId="77777777" w:rsidR="00B15E99" w:rsidRPr="00EF2F0E" w:rsidRDefault="00B15E99" w:rsidP="00B15E99">
      <w:pPr>
        <w:rPr>
          <w:lang w:eastAsia="zh-CN"/>
        </w:rPr>
      </w:pPr>
      <w:r w:rsidRPr="00EF2F0E">
        <w:t xml:space="preserve">The requirement is applicable outside the </w:t>
      </w:r>
      <w:r w:rsidRPr="00EF2F0E">
        <w:rPr>
          <w:i/>
          <w:lang w:eastAsia="zh-CN"/>
        </w:rPr>
        <w:t>Base Station RF Bandwidth</w:t>
      </w:r>
      <w:r w:rsidRPr="00EF2F0E">
        <w:rPr>
          <w:lang w:eastAsia="zh-CN"/>
        </w:rPr>
        <w:t xml:space="preserve"> or </w:t>
      </w:r>
      <w:r w:rsidRPr="00EF2F0E">
        <w:rPr>
          <w:i/>
          <w:lang w:eastAsia="zh-CN"/>
        </w:rPr>
        <w:t>Radio Bandwidth</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rPr>
          <w:lang w:eastAsia="zh-CN"/>
        </w:rPr>
        <w:t xml:space="preserve"> or </w:t>
      </w:r>
      <w:r w:rsidRPr="00EF2F0E">
        <w:rPr>
          <w:i/>
          <w:lang w:eastAsia="zh-CN"/>
        </w:rPr>
        <w:t>Radio Bandwidth</w:t>
      </w:r>
      <w:r w:rsidRPr="00EF2F0E">
        <w:rPr>
          <w:lang w:eastAsia="zh-CN"/>
        </w:rPr>
        <w:t xml:space="preserve"> edges</w:t>
      </w:r>
      <w:r w:rsidRPr="00EF2F0E">
        <w:t>.</w:t>
      </w:r>
    </w:p>
    <w:p w14:paraId="0984FC5B" w14:textId="77777777" w:rsidR="00B15E99" w:rsidRPr="00EF2F0E" w:rsidRDefault="00B15E99" w:rsidP="00B15E99">
      <w:r w:rsidRPr="00EF2F0E">
        <w:t xml:space="preserve">For RIBs supporting operation in </w:t>
      </w:r>
      <w:r w:rsidRPr="00EF2F0E">
        <w:rPr>
          <w:i/>
        </w:rPr>
        <w:t>non-contiguous spectrum</w:t>
      </w:r>
      <w:r w:rsidRPr="00EF2F0E">
        <w:t xml:space="preserve">, the requirement is also applicable inside a </w:t>
      </w:r>
      <w:r w:rsidRPr="00EF2F0E">
        <w:rPr>
          <w:i/>
        </w:rPr>
        <w:t>sub-block gap</w:t>
      </w:r>
      <w:r w:rsidRPr="00EF2F0E">
        <w:t xml:space="preserve"> for interfering signal offsets where the interfering signal falls completely within the </w:t>
      </w:r>
      <w:r w:rsidRPr="00EF2F0E">
        <w:rPr>
          <w:i/>
        </w:rPr>
        <w:t>sub-block gap</w:t>
      </w:r>
      <w:r w:rsidRPr="00EF2F0E">
        <w:t xml:space="preserve">. The interfering signal offset is defined relative to the </w:t>
      </w:r>
      <w:r w:rsidRPr="00EF2F0E">
        <w:rPr>
          <w:i/>
        </w:rPr>
        <w:t>sub-block</w:t>
      </w:r>
      <w:r w:rsidRPr="00EF2F0E">
        <w:t xml:space="preserve"> edges.</w:t>
      </w:r>
    </w:p>
    <w:p w14:paraId="0984FC5C" w14:textId="77777777" w:rsidR="00B15E99" w:rsidRPr="00EF2F0E" w:rsidRDefault="00B15E99" w:rsidP="00B15E99">
      <w:r w:rsidRPr="00EF2F0E">
        <w:t xml:space="preserve">For </w:t>
      </w:r>
      <w:r w:rsidRPr="00EF2F0E">
        <w:rPr>
          <w:i/>
        </w:rPr>
        <w:t>multi-band RIBs</w:t>
      </w:r>
      <w:r w:rsidRPr="00EF2F0E">
        <w:t xml:space="preserve"> , the requirement applies relative to the </w:t>
      </w:r>
      <w:r w:rsidRPr="00EF2F0E">
        <w:rPr>
          <w:i/>
        </w:rPr>
        <w:t>Base Station RF Bandwidth</w:t>
      </w:r>
      <w:r w:rsidRPr="00EF2F0E">
        <w:t xml:space="preserve"> </w:t>
      </w:r>
      <w:r w:rsidRPr="00EF2F0E">
        <w:rPr>
          <w:i/>
        </w:rPr>
        <w:t>edges</w:t>
      </w:r>
      <w:r w:rsidRPr="00EF2F0E">
        <w:t xml:space="preserve"> of each supported operating band. In case the inter </w:t>
      </w:r>
      <w:r w:rsidRPr="00EF2F0E">
        <w:rPr>
          <w:i/>
        </w:rPr>
        <w:t>Base Station RF Bandwidth</w:t>
      </w:r>
      <w:r w:rsidRPr="00EF2F0E">
        <w:t xml:space="preserve"> gap is less than 15 MHz, the requirement in the gap applies only for interfering signal offsets where the interfering signal falls completely within the inter </w:t>
      </w:r>
      <w:r w:rsidRPr="00EF2F0E">
        <w:rPr>
          <w:i/>
        </w:rPr>
        <w:t>Base Station RF Bandwidth</w:t>
      </w:r>
      <w:r w:rsidRPr="00EF2F0E">
        <w:t xml:space="preserve"> gap.</w:t>
      </w:r>
    </w:p>
    <w:p w14:paraId="0984FC5D" w14:textId="77777777" w:rsidR="00B15E99" w:rsidRPr="00EF2F0E" w:rsidRDefault="00B15E99" w:rsidP="00B15E99">
      <w:r w:rsidRPr="00EF2F0E">
        <w:t>The wanted signal and interfering signal centre frequency is specified in table 9.8</w:t>
      </w:r>
      <w:r w:rsidRPr="00EF2F0E">
        <w:rPr>
          <w:lang w:eastAsia="zh-CN"/>
        </w:rPr>
        <w:t>.4.1</w:t>
      </w:r>
      <w:r w:rsidRPr="00EF2F0E">
        <w:noBreakHyphen/>
        <w:t>1.</w:t>
      </w:r>
    </w:p>
    <w:p w14:paraId="0984FC5E" w14:textId="77777777" w:rsidR="00B15E99" w:rsidRPr="00EF2F0E" w:rsidRDefault="00B15E99" w:rsidP="00B15E99">
      <w:pPr>
        <w:pStyle w:val="TH"/>
      </w:pPr>
      <w:r w:rsidRPr="00EF2F0E">
        <w:t>Table 9.8.4.1-1: Interfering and wanted signals for the OTA transmitter intermodulation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828"/>
        <w:gridCol w:w="3635"/>
      </w:tblGrid>
      <w:tr w:rsidR="003401A4" w:rsidRPr="00EF2F0E" w14:paraId="0984FC61" w14:textId="77777777" w:rsidTr="00AB06FD">
        <w:trPr>
          <w:cantSplit/>
          <w:tblHeader/>
          <w:jc w:val="center"/>
        </w:trPr>
        <w:tc>
          <w:tcPr>
            <w:tcW w:w="4828" w:type="dxa"/>
          </w:tcPr>
          <w:p w14:paraId="0984FC5F" w14:textId="77777777" w:rsidR="00B15E99" w:rsidRPr="00EF2F0E" w:rsidRDefault="00B15E99" w:rsidP="00AB06FD">
            <w:pPr>
              <w:pStyle w:val="TAH"/>
            </w:pPr>
            <w:r w:rsidRPr="00EF2F0E">
              <w:t>Parameter</w:t>
            </w:r>
          </w:p>
        </w:tc>
        <w:tc>
          <w:tcPr>
            <w:tcW w:w="3635" w:type="dxa"/>
          </w:tcPr>
          <w:p w14:paraId="0984FC60" w14:textId="77777777" w:rsidR="00B15E99" w:rsidRPr="00EF2F0E" w:rsidRDefault="00B15E99" w:rsidP="00AB06FD">
            <w:pPr>
              <w:pStyle w:val="TAH"/>
            </w:pPr>
            <w:r w:rsidRPr="00EF2F0E">
              <w:t>Value</w:t>
            </w:r>
          </w:p>
        </w:tc>
      </w:tr>
      <w:tr w:rsidR="003401A4" w:rsidRPr="00EF2F0E" w14:paraId="0984FC64" w14:textId="77777777" w:rsidTr="00AB06FD">
        <w:trPr>
          <w:cantSplit/>
          <w:jc w:val="center"/>
        </w:trPr>
        <w:tc>
          <w:tcPr>
            <w:tcW w:w="4828" w:type="dxa"/>
          </w:tcPr>
          <w:p w14:paraId="0984FC62" w14:textId="77777777" w:rsidR="00B15E99" w:rsidRPr="00EF2F0E" w:rsidRDefault="00B15E99" w:rsidP="00AB06FD">
            <w:pPr>
              <w:pStyle w:val="TAL"/>
            </w:pPr>
            <w:r w:rsidRPr="00EF2F0E">
              <w:t>Wanted signal</w:t>
            </w:r>
          </w:p>
        </w:tc>
        <w:tc>
          <w:tcPr>
            <w:tcW w:w="3635" w:type="dxa"/>
          </w:tcPr>
          <w:p w14:paraId="0984FC63" w14:textId="77777777" w:rsidR="00B15E99" w:rsidRPr="00EF2F0E" w:rsidRDefault="00B15E99" w:rsidP="00AB06FD">
            <w:pPr>
              <w:pStyle w:val="TAC"/>
            </w:pPr>
            <w:r w:rsidRPr="00EF2F0E">
              <w:t>E-UTRA single carrier, or multi-carrier, or multiple intra-band contiguously or non-contiguously aggregated carriers</w:t>
            </w:r>
          </w:p>
        </w:tc>
      </w:tr>
      <w:tr w:rsidR="00104D14" w:rsidRPr="00EF2F0E" w14:paraId="0984FC67" w14:textId="77777777" w:rsidTr="00AB06FD">
        <w:trPr>
          <w:cantSplit/>
          <w:jc w:val="center"/>
        </w:trPr>
        <w:tc>
          <w:tcPr>
            <w:tcW w:w="4828" w:type="dxa"/>
          </w:tcPr>
          <w:p w14:paraId="0984FC65" w14:textId="77777777" w:rsidR="00104D14" w:rsidRPr="00EF2F0E" w:rsidRDefault="00104D14" w:rsidP="00104D14">
            <w:pPr>
              <w:pStyle w:val="TAL"/>
            </w:pPr>
            <w:r w:rsidRPr="00EF2F0E">
              <w:t>Interfering signal type</w:t>
            </w:r>
          </w:p>
        </w:tc>
        <w:tc>
          <w:tcPr>
            <w:tcW w:w="3635" w:type="dxa"/>
          </w:tcPr>
          <w:p w14:paraId="0984FC66" w14:textId="67E66E00" w:rsidR="00104D14" w:rsidRPr="00EF2F0E" w:rsidRDefault="00104D14" w:rsidP="00104D14">
            <w:pPr>
              <w:pStyle w:val="TAC"/>
            </w:pPr>
            <w:r w:rsidRPr="00EF2F0E">
              <w:t xml:space="preserve">E-UTRA signal of </w:t>
            </w:r>
            <w:r w:rsidRPr="00EF2F0E">
              <w:rPr>
                <w:i/>
              </w:rPr>
              <w:t>channel bandwidth</w:t>
            </w:r>
            <w:r w:rsidRPr="00EF2F0E">
              <w:t xml:space="preserve"> 5 MHz</w:t>
            </w:r>
          </w:p>
        </w:tc>
      </w:tr>
      <w:tr w:rsidR="00D37655" w:rsidRPr="00EF2F0E" w14:paraId="0984FC6A" w14:textId="77777777" w:rsidTr="00AB06FD">
        <w:trPr>
          <w:cantSplit/>
          <w:jc w:val="center"/>
        </w:trPr>
        <w:tc>
          <w:tcPr>
            <w:tcW w:w="4828" w:type="dxa"/>
          </w:tcPr>
          <w:p w14:paraId="0984FC68" w14:textId="2899A5EB" w:rsidR="00D37655" w:rsidRPr="00EF2F0E" w:rsidRDefault="00D37655" w:rsidP="00D37655">
            <w:pPr>
              <w:pStyle w:val="TAL"/>
            </w:pPr>
            <w:r w:rsidRPr="00EF2F0E">
              <w:t xml:space="preserve">Interfering signal </w:t>
            </w:r>
            <w:r>
              <w:t xml:space="preserve">power </w:t>
            </w:r>
            <w:r w:rsidRPr="00EF2F0E">
              <w:t xml:space="preserve">level applied to the </w:t>
            </w:r>
            <w:r w:rsidRPr="00EF2F0E">
              <w:rPr>
                <w:i/>
              </w:rPr>
              <w:t>co-location reference antenna</w:t>
            </w:r>
          </w:p>
        </w:tc>
        <w:tc>
          <w:tcPr>
            <w:tcW w:w="3635" w:type="dxa"/>
          </w:tcPr>
          <w:p w14:paraId="0984FC69" w14:textId="05C1831B" w:rsidR="00D37655" w:rsidRPr="00EF2F0E" w:rsidRDefault="00D37655" w:rsidP="00D37655">
            <w:pPr>
              <w:pStyle w:val="TAC"/>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3401A4" w:rsidRPr="00EF2F0E" w14:paraId="0984FC6F" w14:textId="77777777" w:rsidTr="00AB06FD">
        <w:trPr>
          <w:cantSplit/>
          <w:jc w:val="center"/>
        </w:trPr>
        <w:tc>
          <w:tcPr>
            <w:tcW w:w="4828" w:type="dxa"/>
          </w:tcPr>
          <w:p w14:paraId="0984FC6B" w14:textId="77777777" w:rsidR="00B15E99" w:rsidRPr="00EF2F0E" w:rsidRDefault="00B15E99" w:rsidP="00AB06FD">
            <w:pPr>
              <w:pStyle w:val="TAL"/>
            </w:pPr>
            <w:r w:rsidRPr="00EF2F0E">
              <w:t xml:space="preserve">Interfering signal centre frequency offset from the lower (upper) edge of the wanted signal or edge of </w:t>
            </w:r>
            <w:r w:rsidRPr="00EF2F0E">
              <w:rPr>
                <w:i/>
              </w:rPr>
              <w:t>sub-block</w:t>
            </w:r>
            <w:r w:rsidRPr="00EF2F0E">
              <w:t xml:space="preserve"> inside a </w:t>
            </w:r>
            <w:r w:rsidRPr="00EF2F0E">
              <w:rPr>
                <w:i/>
              </w:rPr>
              <w:t>sub-block gap</w:t>
            </w:r>
          </w:p>
        </w:tc>
        <w:tc>
          <w:tcPr>
            <w:tcW w:w="3635" w:type="dxa"/>
          </w:tcPr>
          <w:p w14:paraId="0984FC6C" w14:textId="77777777" w:rsidR="00B15E99" w:rsidRPr="00EF2F0E" w:rsidRDefault="00B15E99" w:rsidP="00AB06FD">
            <w:pPr>
              <w:pStyle w:val="TAC"/>
            </w:pPr>
            <w:r w:rsidRPr="00EF2F0E">
              <w:t>±2,5 MHz</w:t>
            </w:r>
          </w:p>
          <w:p w14:paraId="0984FC6D" w14:textId="77777777" w:rsidR="00B15E99" w:rsidRPr="00EF2F0E" w:rsidRDefault="00B15E99" w:rsidP="00AB06FD">
            <w:pPr>
              <w:pStyle w:val="TAC"/>
            </w:pPr>
            <w:r w:rsidRPr="00EF2F0E">
              <w:t>±7,5 MHz</w:t>
            </w:r>
          </w:p>
          <w:p w14:paraId="0984FC6E" w14:textId="77777777" w:rsidR="00B15E99" w:rsidRPr="00EF2F0E" w:rsidRDefault="00B15E99" w:rsidP="00AB06FD">
            <w:pPr>
              <w:pStyle w:val="TAC"/>
            </w:pPr>
            <w:r w:rsidRPr="00EF2F0E">
              <w:t>±12,5 MHz</w:t>
            </w:r>
          </w:p>
        </w:tc>
      </w:tr>
      <w:tr w:rsidR="00B15E99" w:rsidRPr="00EF2F0E" w14:paraId="0984FC73" w14:textId="77777777" w:rsidTr="00AB06FD">
        <w:trPr>
          <w:cantSplit/>
          <w:jc w:val="center"/>
        </w:trPr>
        <w:tc>
          <w:tcPr>
            <w:tcW w:w="8463" w:type="dxa"/>
            <w:gridSpan w:val="2"/>
          </w:tcPr>
          <w:p w14:paraId="0984FC70" w14:textId="77777777" w:rsidR="00B15E99" w:rsidRPr="00EF2F0E" w:rsidRDefault="00B15E99" w:rsidP="00AB06FD">
            <w:pPr>
              <w:pStyle w:val="TAN"/>
            </w:pPr>
            <w:r w:rsidRPr="00EF2F0E">
              <w:t>NOTE 1:</w:t>
            </w:r>
            <w:r w:rsidRPr="00EF2F0E">
              <w:tab/>
              <w:t xml:space="preserve">Interfering signal positions that are partially or completely outside of any </w:t>
            </w:r>
            <w:r w:rsidRPr="00EF2F0E">
              <w:rPr>
                <w:i/>
              </w:rPr>
              <w:t>downlink operating band</w:t>
            </w:r>
            <w:r w:rsidRPr="00EF2F0E">
              <w:t xml:space="preserve"> of the base station are excluded from the requirement, unless the interfering signal positions fall within the frequency range of adjacent </w:t>
            </w:r>
            <w:r w:rsidRPr="00EF2F0E">
              <w:rPr>
                <w:i/>
              </w:rPr>
              <w:t>downlink operating band</w:t>
            </w:r>
            <w:r w:rsidRPr="00EF2F0E">
              <w:t xml:space="preserve">s in the same geographical area. In case that none of the interfering signal positions fall completely within the frequency range of the </w:t>
            </w:r>
            <w:r w:rsidRPr="00EF2F0E">
              <w:rPr>
                <w:i/>
              </w:rPr>
              <w:t>downlink operating band</w:t>
            </w:r>
            <w:r w:rsidRPr="00EF2F0E">
              <w:t>, 3GPP TS 36.141 [20] provides further guidance regarding appropriate test requirements.</w:t>
            </w:r>
          </w:p>
          <w:p w14:paraId="0984FC71" w14:textId="77777777" w:rsidR="00B15E99" w:rsidRPr="00EF2F0E" w:rsidRDefault="00B15E99" w:rsidP="00AB06FD">
            <w:pPr>
              <w:pStyle w:val="TAN"/>
            </w:pPr>
            <w:r w:rsidRPr="00EF2F0E">
              <w:t>NOTE 2:</w:t>
            </w:r>
            <w:r w:rsidRPr="00EF2F0E">
              <w:tab/>
              <w:t>In certain regions, NOTE 1 is not applied in Band 1, 3, 8, 9, 11, 18, 19, 21, 28, 32 operating within 1 475.9 MHz to 1 495.9 MHz, 34</w:t>
            </w:r>
            <w:r w:rsidR="00F53569" w:rsidRPr="00EF2F0E">
              <w:t>, 74</w:t>
            </w:r>
            <w:r w:rsidRPr="00EF2F0E">
              <w:t>.</w:t>
            </w:r>
          </w:p>
          <w:p w14:paraId="0984FC72" w14:textId="06F7E55B" w:rsidR="00B15E99" w:rsidRPr="00EF2F0E" w:rsidRDefault="00D37655" w:rsidP="00AB06FD">
            <w:pPr>
              <w:pStyle w:val="TAN"/>
            </w:pPr>
            <w:r w:rsidRPr="00EF2F0E">
              <w:t>NOTE 3:</w:t>
            </w:r>
            <w:r w:rsidRPr="00EF2F0E">
              <w:tab/>
            </w:r>
            <w:r w:rsidRPr="0037796A">
              <w:rPr>
                <w:lang w:eastAsia="ja-JP"/>
              </w:rPr>
              <w:t xml:space="preserve">For </w:t>
            </w:r>
            <w:r w:rsidRPr="00541233">
              <w:rPr>
                <w:i/>
                <w:lang w:eastAsia="ja-JP"/>
              </w:rPr>
              <w:t xml:space="preserve">OTA AAS </w:t>
            </w:r>
            <w:r w:rsidRPr="0090060B">
              <w:rPr>
                <w:i/>
                <w:iCs/>
                <w:lang w:eastAsia="ja-JP"/>
              </w:rPr>
              <w:t>BS</w:t>
            </w:r>
            <w:r w:rsidRPr="0037796A">
              <w:rPr>
                <w:lang w:eastAsia="ja-JP"/>
              </w:rPr>
              <w:t xml:space="preserve"> with dual polarization</w:t>
            </w:r>
            <w:r>
              <w:rPr>
                <w:lang w:eastAsia="ja-JP"/>
              </w:rPr>
              <w:t>, the</w:t>
            </w:r>
            <w:r w:rsidRPr="0037796A">
              <w:rPr>
                <w:lang w:eastAsia="ja-JP"/>
              </w:rPr>
              <w:t xml:space="preserve"> </w:t>
            </w:r>
            <w:r>
              <w:t>i</w:t>
            </w:r>
            <w:r w:rsidRPr="00091B2C">
              <w:t xml:space="preserve">nterfering signal </w:t>
            </w:r>
            <w:r>
              <w:t>power shall be equally divided</w:t>
            </w:r>
            <w:r w:rsidRPr="00091B2C">
              <w:rPr>
                <w:lang w:eastAsia="ja-JP"/>
              </w:rPr>
              <w:t xml:space="preserve"> between </w:t>
            </w:r>
            <w:r>
              <w:rPr>
                <w:lang w:eastAsia="ja-JP"/>
              </w:rPr>
              <w:t xml:space="preserve">the supported </w:t>
            </w:r>
            <w:r w:rsidRPr="00091B2C">
              <w:rPr>
                <w:lang w:eastAsia="ja-JP"/>
              </w:rPr>
              <w:t xml:space="preserve">polarizations at the </w:t>
            </w:r>
            <w:r w:rsidRPr="00091B2C">
              <w:rPr>
                <w:i/>
                <w:lang w:eastAsia="ja-JP"/>
              </w:rPr>
              <w:t>co-location reference antenna</w:t>
            </w:r>
            <w:r w:rsidRPr="00091B2C">
              <w:rPr>
                <w:lang w:eastAsia="ja-JP"/>
              </w:rPr>
              <w:t>.</w:t>
            </w:r>
          </w:p>
        </w:tc>
      </w:tr>
    </w:tbl>
    <w:p w14:paraId="0984FC74" w14:textId="77777777" w:rsidR="00B15E99" w:rsidRPr="00EF2F0E" w:rsidRDefault="00B15E99" w:rsidP="00B15E99">
      <w:pPr>
        <w:rPr>
          <w:lang w:eastAsia="en-GB"/>
        </w:rPr>
      </w:pPr>
    </w:p>
    <w:p w14:paraId="661E7D13" w14:textId="676ED083" w:rsidR="00AC7771" w:rsidRPr="00EF2F0E" w:rsidRDefault="00AC7771" w:rsidP="00AC7771">
      <w:pPr>
        <w:pStyle w:val="Heading4"/>
      </w:pPr>
      <w:bookmarkStart w:id="4843" w:name="_Toc21096132"/>
      <w:bookmarkStart w:id="4844" w:name="_Toc29763331"/>
      <w:bookmarkStart w:id="4845" w:name="_Toc45869616"/>
      <w:bookmarkStart w:id="4846" w:name="_Toc52554869"/>
      <w:bookmarkStart w:id="4847" w:name="_Toc52555339"/>
      <w:bookmarkStart w:id="4848" w:name="_Toc61112571"/>
      <w:bookmarkStart w:id="4849" w:name="_Toc67911723"/>
      <w:bookmarkStart w:id="4850" w:name="_Toc74843198"/>
      <w:bookmarkStart w:id="4851" w:name="_Toc76503581"/>
      <w:bookmarkStart w:id="4852" w:name="_Toc83041024"/>
      <w:bookmarkStart w:id="4853" w:name="_Toc89852067"/>
      <w:bookmarkStart w:id="4854" w:name="_Toc98676421"/>
      <w:r w:rsidRPr="00EF2F0E">
        <w:t>9.8.4.2</w:t>
      </w:r>
      <w:r w:rsidRPr="00EF2F0E">
        <w:tab/>
      </w:r>
      <w:bookmarkEnd w:id="4843"/>
      <w:bookmarkEnd w:id="4844"/>
      <w:bookmarkEnd w:id="4845"/>
      <w:bookmarkEnd w:id="4846"/>
      <w:bookmarkEnd w:id="4847"/>
      <w:bookmarkEnd w:id="4848"/>
      <w:bookmarkEnd w:id="4849"/>
      <w:r>
        <w:t>Void</w:t>
      </w:r>
      <w:bookmarkEnd w:id="4850"/>
      <w:bookmarkEnd w:id="4851"/>
      <w:bookmarkEnd w:id="4852"/>
      <w:bookmarkEnd w:id="4853"/>
      <w:bookmarkEnd w:id="4854"/>
    </w:p>
    <w:p w14:paraId="3A8BA6AD" w14:textId="47A07C9E" w:rsidR="00AC7771" w:rsidRPr="00EF2F0E" w:rsidRDefault="00AC7771" w:rsidP="00AC7771">
      <w:pPr>
        <w:pStyle w:val="TH"/>
      </w:pPr>
      <w:r w:rsidRPr="00EF2F0E">
        <w:t xml:space="preserve">Table 9.8.4.2-1: </w:t>
      </w:r>
      <w:r>
        <w:t>Void</w:t>
      </w:r>
    </w:p>
    <w:p w14:paraId="0984FC8B" w14:textId="77777777" w:rsidR="00B15E99" w:rsidRPr="00EF2F0E" w:rsidRDefault="00B15E99" w:rsidP="00A40339"/>
    <w:p w14:paraId="0984FC8C" w14:textId="77777777" w:rsidR="00B15E99" w:rsidRPr="00EF2F0E" w:rsidRDefault="00B15E99" w:rsidP="00A40339">
      <w:pPr>
        <w:pStyle w:val="Heading1"/>
        <w:rPr>
          <w:lang w:eastAsia="zh-CN"/>
        </w:rPr>
      </w:pPr>
      <w:bookmarkStart w:id="4855" w:name="_Toc21096133"/>
      <w:bookmarkStart w:id="4856" w:name="_Toc29763332"/>
      <w:bookmarkStart w:id="4857" w:name="_Toc45869617"/>
      <w:bookmarkStart w:id="4858" w:name="_Toc52554870"/>
      <w:bookmarkStart w:id="4859" w:name="_Toc52555340"/>
      <w:bookmarkStart w:id="4860" w:name="_Toc61112572"/>
      <w:bookmarkStart w:id="4861" w:name="_Toc67911724"/>
      <w:bookmarkStart w:id="4862" w:name="_Toc74843199"/>
      <w:bookmarkStart w:id="4863" w:name="_Toc76503582"/>
      <w:bookmarkStart w:id="4864" w:name="_Toc83041025"/>
      <w:bookmarkStart w:id="4865" w:name="_Toc89852068"/>
      <w:bookmarkStart w:id="4866" w:name="_Toc98676422"/>
      <w:r w:rsidRPr="00EF2F0E">
        <w:rPr>
          <w:lang w:eastAsia="zh-CN"/>
        </w:rPr>
        <w:t>10</w:t>
      </w:r>
      <w:r w:rsidRPr="00EF2F0E">
        <w:rPr>
          <w:lang w:eastAsia="zh-CN"/>
        </w:rPr>
        <w:tab/>
        <w:t>Radiated receiver characteristics</w:t>
      </w:r>
      <w:bookmarkEnd w:id="4855"/>
      <w:bookmarkEnd w:id="4856"/>
      <w:bookmarkEnd w:id="4857"/>
      <w:bookmarkEnd w:id="4858"/>
      <w:bookmarkEnd w:id="4859"/>
      <w:bookmarkEnd w:id="4860"/>
      <w:bookmarkEnd w:id="4861"/>
      <w:bookmarkEnd w:id="4862"/>
      <w:bookmarkEnd w:id="4863"/>
      <w:bookmarkEnd w:id="4864"/>
      <w:bookmarkEnd w:id="4865"/>
      <w:bookmarkEnd w:id="4866"/>
    </w:p>
    <w:p w14:paraId="0984FC8D" w14:textId="77777777" w:rsidR="00B15E99" w:rsidRPr="00EF2F0E" w:rsidRDefault="00B15E99" w:rsidP="00A40339">
      <w:pPr>
        <w:pStyle w:val="Heading2"/>
        <w:rPr>
          <w:lang w:eastAsia="zh-CN"/>
        </w:rPr>
      </w:pPr>
      <w:bookmarkStart w:id="4867" w:name="_Toc21096134"/>
      <w:bookmarkStart w:id="4868" w:name="_Toc29763333"/>
      <w:bookmarkStart w:id="4869" w:name="_Toc45869618"/>
      <w:bookmarkStart w:id="4870" w:name="_Toc52554871"/>
      <w:bookmarkStart w:id="4871" w:name="_Toc52555341"/>
      <w:bookmarkStart w:id="4872" w:name="_Toc61112573"/>
      <w:bookmarkStart w:id="4873" w:name="_Toc67911725"/>
      <w:bookmarkStart w:id="4874" w:name="_Toc74843200"/>
      <w:bookmarkStart w:id="4875" w:name="_Toc76503583"/>
      <w:bookmarkStart w:id="4876" w:name="_Toc83041026"/>
      <w:bookmarkStart w:id="4877" w:name="_Toc89852069"/>
      <w:bookmarkStart w:id="4878" w:name="_Toc98676423"/>
      <w:r w:rsidRPr="00EF2F0E">
        <w:rPr>
          <w:lang w:eastAsia="zh-CN"/>
        </w:rPr>
        <w:t>10.1</w:t>
      </w:r>
      <w:r w:rsidRPr="00EF2F0E">
        <w:rPr>
          <w:lang w:eastAsia="zh-CN"/>
        </w:rPr>
        <w:tab/>
        <w:t>General</w:t>
      </w:r>
      <w:bookmarkEnd w:id="4867"/>
      <w:bookmarkEnd w:id="4868"/>
      <w:bookmarkEnd w:id="4869"/>
      <w:bookmarkEnd w:id="4870"/>
      <w:bookmarkEnd w:id="4871"/>
      <w:bookmarkEnd w:id="4872"/>
      <w:bookmarkEnd w:id="4873"/>
      <w:bookmarkEnd w:id="4874"/>
      <w:bookmarkEnd w:id="4875"/>
      <w:bookmarkEnd w:id="4876"/>
      <w:bookmarkEnd w:id="4877"/>
      <w:bookmarkEnd w:id="4878"/>
    </w:p>
    <w:p w14:paraId="0984FC8E" w14:textId="77777777" w:rsidR="00B15E99" w:rsidRPr="00EF2F0E" w:rsidRDefault="00B15E99" w:rsidP="00A40339">
      <w:pPr>
        <w:rPr>
          <w:lang w:eastAsia="zh-CN"/>
        </w:rPr>
      </w:pPr>
      <w:r w:rsidRPr="00EF2F0E">
        <w:rPr>
          <w:lang w:eastAsia="zh-CN"/>
        </w:rPr>
        <w:t xml:space="preserve">OTA receiver characteristics requirements apply to the </w:t>
      </w:r>
      <w:r w:rsidRPr="00EF2F0E">
        <w:rPr>
          <w:i/>
          <w:lang w:eastAsia="zh-CN"/>
        </w:rPr>
        <w:t>AAS BS</w:t>
      </w:r>
      <w:r w:rsidRPr="00EF2F0E">
        <w:rPr>
          <w:lang w:eastAsia="zh-CN"/>
        </w:rPr>
        <w:t xml:space="preserve"> including all its functional components active unless otherwise stated in each requirement. </w:t>
      </w:r>
    </w:p>
    <w:p w14:paraId="0984FC8F" w14:textId="77777777" w:rsidR="00B15E99" w:rsidRPr="00EF2F0E" w:rsidRDefault="00B15E99" w:rsidP="00A40339">
      <w:pPr>
        <w:rPr>
          <w:rFonts w:cs="v5.0.0"/>
        </w:rPr>
      </w:pPr>
      <w:r w:rsidRPr="00EF2F0E">
        <w:rPr>
          <w:rFonts w:cs="v5.0.0"/>
        </w:rPr>
        <w:t xml:space="preserve">Unless otherwise stated the requirements in clause 10 apply during the AAS BS </w:t>
      </w:r>
      <w:r w:rsidRPr="00EF2F0E">
        <w:rPr>
          <w:rFonts w:cs="v5.0.0"/>
          <w:i/>
        </w:rPr>
        <w:t>receive period.</w:t>
      </w:r>
    </w:p>
    <w:p w14:paraId="0984FC90" w14:textId="77777777" w:rsidR="00B15E99" w:rsidRPr="00EF2F0E" w:rsidRDefault="00B15E99" w:rsidP="00A40339">
      <w:r w:rsidRPr="00EF2F0E">
        <w:t>The requirements in clause 10 shall be met for any transmitter setting.</w:t>
      </w:r>
    </w:p>
    <w:p w14:paraId="0984FC91" w14:textId="77777777" w:rsidR="00B15E99" w:rsidRPr="00EF2F0E" w:rsidRDefault="00B15E99" w:rsidP="00A40339">
      <w:r w:rsidRPr="00EF2F0E">
        <w:t>The (E-UTRA) and NR throughput requirements defined for the receiver characteristics in this clause do not assume HARQ retransmissions.</w:t>
      </w:r>
    </w:p>
    <w:p w14:paraId="0984FC92" w14:textId="77777777" w:rsidR="00B15E99" w:rsidRPr="00EF2F0E" w:rsidRDefault="00B15E99" w:rsidP="00A40339">
      <w:r w:rsidRPr="00EF2F0E">
        <w:t>When the AAS BS is configured to receive multiple carriers, all the throughput requirements are applicable for each received carrier.</w:t>
      </w:r>
    </w:p>
    <w:p w14:paraId="0984FC93" w14:textId="77777777" w:rsidR="00B15E99" w:rsidRPr="00EF2F0E" w:rsidRDefault="00B15E99" w:rsidP="00A40339">
      <w:r w:rsidRPr="00EF2F0E">
        <w:t>Each requirement shall be met over the RoAoA specified.</w:t>
      </w:r>
    </w:p>
    <w:p w14:paraId="0984FC94" w14:textId="77777777" w:rsidR="00B15E99" w:rsidRPr="00EF2F0E" w:rsidRDefault="00B15E99" w:rsidP="00A40339">
      <w:r w:rsidRPr="00EF2F0E">
        <w:t xml:space="preserve">For requirements which are to be met over the </w:t>
      </w:r>
      <w:r w:rsidRPr="00EF2F0E">
        <w:rPr>
          <w:i/>
        </w:rPr>
        <w:t>OTA REFSENS RoAoA</w:t>
      </w:r>
      <w:r w:rsidRPr="00EF2F0E">
        <w:t xml:space="preserve"> absolute requirement values are offset by the following term:</w:t>
      </w:r>
    </w:p>
    <w:p w14:paraId="0984FC95" w14:textId="77777777" w:rsidR="00B15E99" w:rsidRPr="00EF2F0E" w:rsidRDefault="00B15E99" w:rsidP="00A40339">
      <w:pPr>
        <w:rPr>
          <w:rFonts w:cs="Arial"/>
        </w:rPr>
      </w:pPr>
      <w:r w:rsidRPr="00EF2F0E">
        <w:tab/>
        <w:t>Δ</w:t>
      </w:r>
      <w:r w:rsidRPr="00EF2F0E">
        <w:rPr>
          <w:rFonts w:cs="Arial"/>
          <w:vertAlign w:val="subscript"/>
        </w:rPr>
        <w:t>OTAREFSENS</w:t>
      </w:r>
      <w:r w:rsidRPr="00EF2F0E">
        <w:rPr>
          <w:rFonts w:cs="Arial"/>
        </w:rPr>
        <w:t xml:space="preserve"> = 44.1 - 10*log10(BeW</w:t>
      </w:r>
      <w:r w:rsidRPr="00EF2F0E">
        <w:rPr>
          <w:rFonts w:ascii="Calibri" w:hAnsi="Calibri" w:cs="Arial"/>
          <w:vertAlign w:val="subscript"/>
        </w:rPr>
        <w:t>θ,REFSENS*</w:t>
      </w:r>
      <w:r w:rsidRPr="00EF2F0E">
        <w:rPr>
          <w:rFonts w:cs="Arial"/>
        </w:rPr>
        <w:t>BeW</w:t>
      </w:r>
      <w:r w:rsidRPr="00EF2F0E">
        <w:rPr>
          <w:rFonts w:cs="Arial"/>
          <w:vertAlign w:val="subscript"/>
        </w:rPr>
        <w:t>φ,</w:t>
      </w:r>
      <w:r w:rsidRPr="00EF2F0E">
        <w:rPr>
          <w:rFonts w:ascii="Calibri" w:hAnsi="Calibri" w:cs="Arial"/>
          <w:vertAlign w:val="subscript"/>
        </w:rPr>
        <w:t>REFSENS</w:t>
      </w:r>
      <w:r w:rsidRPr="00EF2F0E">
        <w:rPr>
          <w:rFonts w:cs="Arial"/>
        </w:rPr>
        <w:t>) (dB) for the reference direction.</w:t>
      </w:r>
    </w:p>
    <w:p w14:paraId="0984FC96" w14:textId="77777777" w:rsidR="00B15E99" w:rsidRPr="00EF2F0E" w:rsidRDefault="00B15E99" w:rsidP="00A40339">
      <w:pPr>
        <w:rPr>
          <w:rFonts w:cs="Arial"/>
        </w:rPr>
      </w:pPr>
      <w:r w:rsidRPr="00EF2F0E">
        <w:rPr>
          <w:rFonts w:cs="Arial"/>
        </w:rPr>
        <w:t xml:space="preserve">And </w:t>
      </w:r>
    </w:p>
    <w:p w14:paraId="0984FC97" w14:textId="77777777" w:rsidR="00B15E99" w:rsidRPr="00EF2F0E" w:rsidRDefault="00B15E99" w:rsidP="00A40339">
      <w:pPr>
        <w:rPr>
          <w:rFonts w:cs="Arial"/>
        </w:rPr>
      </w:pPr>
      <w:r w:rsidRPr="00EF2F0E">
        <w:tab/>
        <w:t>Δ</w:t>
      </w:r>
      <w:r w:rsidRPr="00EF2F0E">
        <w:rPr>
          <w:rFonts w:cs="Arial"/>
          <w:vertAlign w:val="subscript"/>
        </w:rPr>
        <w:t>OTAREFSENS</w:t>
      </w:r>
      <w:r w:rsidRPr="00EF2F0E">
        <w:rPr>
          <w:rFonts w:cs="Arial"/>
        </w:rPr>
        <w:t xml:space="preserve"> = 41.1 - 10*log10(BeW</w:t>
      </w:r>
      <w:r w:rsidRPr="00EF2F0E">
        <w:rPr>
          <w:rFonts w:ascii="Calibri" w:hAnsi="Calibri" w:cs="Arial"/>
          <w:vertAlign w:val="subscript"/>
        </w:rPr>
        <w:t>θ,REFSENS*</w:t>
      </w:r>
      <w:r w:rsidRPr="00EF2F0E">
        <w:rPr>
          <w:rFonts w:cs="Arial"/>
        </w:rPr>
        <w:t>BeW</w:t>
      </w:r>
      <w:r w:rsidRPr="00EF2F0E">
        <w:rPr>
          <w:rFonts w:cs="Arial"/>
          <w:vertAlign w:val="subscript"/>
        </w:rPr>
        <w:t>φ,</w:t>
      </w:r>
      <w:r w:rsidRPr="00EF2F0E">
        <w:rPr>
          <w:rFonts w:ascii="Calibri" w:hAnsi="Calibri" w:cs="Arial"/>
          <w:vertAlign w:val="subscript"/>
        </w:rPr>
        <w:t>REFSENS</w:t>
      </w:r>
      <w:r w:rsidRPr="00EF2F0E">
        <w:rPr>
          <w:rFonts w:cs="Arial"/>
        </w:rPr>
        <w:t>) (dB) for all other directions.</w:t>
      </w:r>
    </w:p>
    <w:p w14:paraId="0984FC98" w14:textId="77777777" w:rsidR="00B15E99" w:rsidRPr="00EF2F0E" w:rsidRDefault="00B15E99" w:rsidP="00A40339">
      <w:r w:rsidRPr="00EF2F0E">
        <w:t xml:space="preserve">For requirements which are to be met over the </w:t>
      </w:r>
      <w:r w:rsidRPr="00EF2F0E">
        <w:rPr>
          <w:i/>
        </w:rPr>
        <w:t>minSENS RoAoA</w:t>
      </w:r>
      <w:r w:rsidRPr="00EF2F0E">
        <w:t xml:space="preserve"> absolute requirement values are offset by the following term:</w:t>
      </w:r>
    </w:p>
    <w:p w14:paraId="0984FC99" w14:textId="77777777" w:rsidR="00B15E99" w:rsidRPr="00EF2F0E" w:rsidRDefault="00B15E99" w:rsidP="00A40339">
      <w:pPr>
        <w:ind w:left="284"/>
        <w:rPr>
          <w:lang w:val="sv-FI"/>
        </w:rPr>
      </w:pPr>
      <w:r w:rsidRPr="00EF2F0E">
        <w:t>Δ</w:t>
      </w:r>
      <w:r w:rsidRPr="00EF2F0E">
        <w:rPr>
          <w:vertAlign w:val="subscript"/>
          <w:lang w:val="sv-FI"/>
        </w:rPr>
        <w:t>minSENS</w:t>
      </w:r>
      <w:r w:rsidRPr="00EF2F0E">
        <w:rPr>
          <w:lang w:val="sv-FI"/>
        </w:rPr>
        <w:t xml:space="preserve"> = P</w:t>
      </w:r>
      <w:r w:rsidRPr="00EF2F0E">
        <w:rPr>
          <w:vertAlign w:val="subscript"/>
          <w:lang w:val="sv-FI"/>
        </w:rPr>
        <w:t>REFSENS</w:t>
      </w:r>
      <w:r w:rsidRPr="00EF2F0E">
        <w:rPr>
          <w:lang w:val="sv-FI"/>
        </w:rPr>
        <w:t xml:space="preserve"> – EIS</w:t>
      </w:r>
      <w:r w:rsidRPr="00EF2F0E">
        <w:rPr>
          <w:vertAlign w:val="subscript"/>
          <w:lang w:val="sv-FI"/>
        </w:rPr>
        <w:t>minSENS</w:t>
      </w:r>
      <w:r w:rsidRPr="00EF2F0E">
        <w:rPr>
          <w:lang w:val="sv-FI"/>
        </w:rPr>
        <w:t xml:space="preserve"> (dB)</w:t>
      </w:r>
    </w:p>
    <w:p w14:paraId="0984FC9A" w14:textId="77777777" w:rsidR="00B15E99" w:rsidRPr="00EF2F0E" w:rsidRDefault="00B15E99" w:rsidP="00A40339">
      <w:pPr>
        <w:pStyle w:val="Heading2"/>
        <w:rPr>
          <w:lang w:val="sv-FI" w:eastAsia="zh-CN"/>
        </w:rPr>
      </w:pPr>
      <w:bookmarkStart w:id="4879" w:name="_Toc21096135"/>
      <w:bookmarkStart w:id="4880" w:name="_Toc29763334"/>
      <w:bookmarkStart w:id="4881" w:name="_Toc45869619"/>
      <w:bookmarkStart w:id="4882" w:name="_Toc52554872"/>
      <w:bookmarkStart w:id="4883" w:name="_Toc52555342"/>
      <w:bookmarkStart w:id="4884" w:name="_Toc61112574"/>
      <w:bookmarkStart w:id="4885" w:name="_Toc67911726"/>
      <w:bookmarkStart w:id="4886" w:name="_Toc74843201"/>
      <w:bookmarkStart w:id="4887" w:name="_Toc76503584"/>
      <w:bookmarkStart w:id="4888" w:name="_Toc83041027"/>
      <w:bookmarkStart w:id="4889" w:name="_Toc89852070"/>
      <w:bookmarkStart w:id="4890" w:name="_Toc98676424"/>
      <w:r w:rsidRPr="00EF2F0E">
        <w:rPr>
          <w:lang w:val="sv-FI" w:eastAsia="zh-CN"/>
        </w:rPr>
        <w:t>10.2</w:t>
      </w:r>
      <w:r w:rsidRPr="00EF2F0E">
        <w:rPr>
          <w:lang w:val="sv-FI" w:eastAsia="zh-CN"/>
        </w:rPr>
        <w:tab/>
        <w:t>OTA sensitivity</w:t>
      </w:r>
      <w:bookmarkEnd w:id="4879"/>
      <w:bookmarkEnd w:id="4880"/>
      <w:bookmarkEnd w:id="4881"/>
      <w:bookmarkEnd w:id="4882"/>
      <w:bookmarkEnd w:id="4883"/>
      <w:bookmarkEnd w:id="4884"/>
      <w:bookmarkEnd w:id="4885"/>
      <w:bookmarkEnd w:id="4886"/>
      <w:bookmarkEnd w:id="4887"/>
      <w:bookmarkEnd w:id="4888"/>
      <w:bookmarkEnd w:id="4889"/>
      <w:bookmarkEnd w:id="4890"/>
    </w:p>
    <w:p w14:paraId="0984FC9B" w14:textId="77777777" w:rsidR="00B15E99" w:rsidRPr="00EF2F0E" w:rsidRDefault="00B15E99" w:rsidP="00A40339">
      <w:pPr>
        <w:pStyle w:val="Heading3"/>
      </w:pPr>
      <w:bookmarkStart w:id="4891" w:name="_Toc21096136"/>
      <w:bookmarkStart w:id="4892" w:name="_Toc29763335"/>
      <w:bookmarkStart w:id="4893" w:name="_Toc45869620"/>
      <w:bookmarkStart w:id="4894" w:name="_Toc52554873"/>
      <w:bookmarkStart w:id="4895" w:name="_Toc52555343"/>
      <w:bookmarkStart w:id="4896" w:name="_Toc61112575"/>
      <w:bookmarkStart w:id="4897" w:name="_Toc67911727"/>
      <w:bookmarkStart w:id="4898" w:name="_Toc74843202"/>
      <w:bookmarkStart w:id="4899" w:name="_Toc76503585"/>
      <w:bookmarkStart w:id="4900" w:name="_Toc83041028"/>
      <w:bookmarkStart w:id="4901" w:name="_Toc89852071"/>
      <w:bookmarkStart w:id="4902" w:name="_Toc98676425"/>
      <w:r w:rsidRPr="00EF2F0E">
        <w:t>10.2.1</w:t>
      </w:r>
      <w:r w:rsidRPr="00EF2F0E">
        <w:tab/>
        <w:t>General</w:t>
      </w:r>
      <w:bookmarkEnd w:id="4891"/>
      <w:bookmarkEnd w:id="4892"/>
      <w:bookmarkEnd w:id="4893"/>
      <w:bookmarkEnd w:id="4894"/>
      <w:bookmarkEnd w:id="4895"/>
      <w:bookmarkEnd w:id="4896"/>
      <w:bookmarkEnd w:id="4897"/>
      <w:bookmarkEnd w:id="4898"/>
      <w:bookmarkEnd w:id="4899"/>
      <w:bookmarkEnd w:id="4900"/>
      <w:bookmarkEnd w:id="4901"/>
      <w:bookmarkEnd w:id="4902"/>
    </w:p>
    <w:p w14:paraId="0984FC9C" w14:textId="77777777" w:rsidR="00B15E99" w:rsidRPr="00EF2F0E" w:rsidRDefault="00B15E99" w:rsidP="00A40339">
      <w:r w:rsidRPr="00EF2F0E">
        <w:t xml:space="preserve">The OTA sensitivity requirement is based upon the declaration of one or more </w:t>
      </w:r>
      <w:r w:rsidRPr="00EF2F0E">
        <w:rPr>
          <w:i/>
        </w:rPr>
        <w:t>OTA sensitivity direction declarations</w:t>
      </w:r>
      <w:r w:rsidRPr="00EF2F0E">
        <w:t xml:space="preserve"> (OSDD), related to an </w:t>
      </w:r>
      <w:r w:rsidRPr="00EF2F0E">
        <w:rPr>
          <w:i/>
        </w:rPr>
        <w:t>AAS BS receiver</w:t>
      </w:r>
      <w:r w:rsidRPr="00EF2F0E">
        <w:t xml:space="preserve">. </w:t>
      </w:r>
    </w:p>
    <w:p w14:paraId="0984FC9D" w14:textId="77777777" w:rsidR="00B15E99" w:rsidRPr="00EF2F0E" w:rsidRDefault="00B15E99" w:rsidP="00A40339">
      <w:r w:rsidRPr="00EF2F0E">
        <w:t xml:space="preserve">The </w:t>
      </w:r>
      <w:r w:rsidRPr="00EF2F0E">
        <w:rPr>
          <w:i/>
        </w:rPr>
        <w:t>AAS BS receiver</w:t>
      </w:r>
      <w:r w:rsidRPr="00EF2F0E">
        <w:t xml:space="preserve"> may optionally be capable of redirecting/changing the </w:t>
      </w:r>
      <w:r w:rsidRPr="00EF2F0E">
        <w:rPr>
          <w:i/>
        </w:rPr>
        <w:t>receiver target</w:t>
      </w:r>
      <w:r w:rsidRPr="00EF2F0E">
        <w:t xml:space="preserve"> by means of adjusting BS settings resulting in multiple </w:t>
      </w:r>
      <w:r w:rsidRPr="00EF2F0E">
        <w:rPr>
          <w:i/>
        </w:rPr>
        <w:t>sensitivity RoAoA</w:t>
      </w:r>
      <w:r w:rsidRPr="00EF2F0E">
        <w:t xml:space="preserve">. The </w:t>
      </w:r>
      <w:r w:rsidRPr="00EF2F0E">
        <w:rPr>
          <w:i/>
        </w:rPr>
        <w:t>sensitivity RoAoA</w:t>
      </w:r>
      <w:r w:rsidRPr="00EF2F0E">
        <w:t xml:space="preserve"> resulting from the current AAS BS settings is the active </w:t>
      </w:r>
      <w:r w:rsidRPr="00EF2F0E">
        <w:rPr>
          <w:i/>
        </w:rPr>
        <w:t>sensitivity RoAoA</w:t>
      </w:r>
      <w:r w:rsidRPr="00EF2F0E">
        <w:t>.</w:t>
      </w:r>
    </w:p>
    <w:p w14:paraId="0984FC9E" w14:textId="77777777" w:rsidR="00B15E99" w:rsidRPr="00EF2F0E" w:rsidRDefault="00B15E99" w:rsidP="00A40339">
      <w:r w:rsidRPr="00EF2F0E">
        <w:t xml:space="preserve">If the AAS BS is capable of redirecting the </w:t>
      </w:r>
      <w:r w:rsidRPr="00EF2F0E">
        <w:rPr>
          <w:i/>
        </w:rPr>
        <w:t>receiver target</w:t>
      </w:r>
      <w:r w:rsidRPr="00EF2F0E">
        <w:t xml:space="preserve"> related to the OSDD then the OSDD shall include: </w:t>
      </w:r>
    </w:p>
    <w:p w14:paraId="0984FC9F" w14:textId="77777777" w:rsidR="00B15E99" w:rsidRPr="00EF2F0E" w:rsidRDefault="00B15E99" w:rsidP="00A40339">
      <w:pPr>
        <w:pStyle w:val="B10"/>
      </w:pPr>
      <w:r w:rsidRPr="00EF2F0E">
        <w:t>-</w:t>
      </w:r>
      <w:r w:rsidRPr="00EF2F0E">
        <w:tab/>
        <w:t xml:space="preserve">The set(s) of RAT, </w:t>
      </w:r>
      <w:r w:rsidRPr="00EF2F0E">
        <w:rPr>
          <w:i/>
        </w:rPr>
        <w:t>Channel bandwidth</w:t>
      </w:r>
      <w:r w:rsidRPr="00EF2F0E">
        <w:t xml:space="preserve"> and declared minimum EIS</w:t>
      </w:r>
      <w:r w:rsidRPr="00EF2F0E">
        <w:rPr>
          <w:i/>
        </w:rPr>
        <w:t xml:space="preserve"> </w:t>
      </w:r>
      <w:r w:rsidRPr="00EF2F0E">
        <w:t xml:space="preserve">level applicable to </w:t>
      </w:r>
      <w:r w:rsidR="008566BE" w:rsidRPr="00EF2F0E">
        <w:t>any active</w:t>
      </w:r>
      <w:r w:rsidRPr="00EF2F0E">
        <w:t xml:space="preserve"> </w:t>
      </w:r>
      <w:r w:rsidRPr="00EF2F0E">
        <w:rPr>
          <w:i/>
        </w:rPr>
        <w:t>sensitivity RoAoA</w:t>
      </w:r>
      <w:r w:rsidRPr="00EF2F0E">
        <w:t xml:space="preserve"> </w:t>
      </w:r>
      <w:r w:rsidR="008566BE" w:rsidRPr="00EF2F0E">
        <w:t xml:space="preserve">inside the </w:t>
      </w:r>
      <w:r w:rsidR="008566BE" w:rsidRPr="00EF2F0E">
        <w:rPr>
          <w:i/>
        </w:rPr>
        <w:t>receiver target redirection range</w:t>
      </w:r>
      <w:r w:rsidR="008566BE" w:rsidRPr="00EF2F0E">
        <w:t xml:space="preserve"> </w:t>
      </w:r>
      <w:r w:rsidRPr="00EF2F0E">
        <w:t>in the OSDD.</w:t>
      </w:r>
    </w:p>
    <w:p w14:paraId="0984FCA0" w14:textId="77777777" w:rsidR="00B15E99" w:rsidRPr="00EF2F0E" w:rsidRDefault="00B15E99" w:rsidP="00A40339">
      <w:pPr>
        <w:pStyle w:val="B10"/>
      </w:pPr>
      <w:r w:rsidRPr="00EF2F0E">
        <w:t>-</w:t>
      </w:r>
      <w:r w:rsidRPr="00EF2F0E">
        <w:tab/>
        <w:t xml:space="preserve">A declared </w:t>
      </w:r>
      <w:r w:rsidRPr="00EF2F0E">
        <w:rPr>
          <w:i/>
        </w:rPr>
        <w:t>receiver target redirection range</w:t>
      </w:r>
      <w:r w:rsidRPr="00EF2F0E">
        <w:t>, describing all the angles of arrival that can be addressed for the OSDD through alternative settings in the AAS BS.</w:t>
      </w:r>
    </w:p>
    <w:p w14:paraId="0984FCA1" w14:textId="77777777" w:rsidR="00B15E99" w:rsidRPr="00EF2F0E" w:rsidRDefault="00B15E99" w:rsidP="00A40339">
      <w:pPr>
        <w:pStyle w:val="B10"/>
      </w:pPr>
      <w:r w:rsidRPr="00EF2F0E">
        <w:t>-</w:t>
      </w:r>
      <w:r w:rsidRPr="00EF2F0E">
        <w:tab/>
        <w:t xml:space="preserve">Five declared </w:t>
      </w:r>
      <w:r w:rsidRPr="00EF2F0E">
        <w:rPr>
          <w:i/>
        </w:rPr>
        <w:t>sensitivity RoAoA</w:t>
      </w:r>
      <w:r w:rsidRPr="00EF2F0E">
        <w:t xml:space="preserve"> comprising the conformance testing directions as detailed in </w:t>
      </w:r>
      <w:r w:rsidR="003F732C" w:rsidRPr="00EF2F0E">
        <w:t>TS 37.145-2 [30]</w:t>
      </w:r>
      <w:r w:rsidRPr="00EF2F0E">
        <w:t>.</w:t>
      </w:r>
    </w:p>
    <w:p w14:paraId="0984FCA2" w14:textId="77777777" w:rsidR="00B15E99" w:rsidRPr="00EF2F0E" w:rsidRDefault="00B15E99" w:rsidP="00A40339">
      <w:pPr>
        <w:pStyle w:val="B10"/>
        <w:rPr>
          <w:rFonts w:eastAsia="MS Mincho"/>
          <w:sz w:val="21"/>
          <w:lang w:eastAsia="ja-JP"/>
        </w:rPr>
      </w:pPr>
      <w:r w:rsidRPr="00EF2F0E">
        <w:t>-</w:t>
      </w:r>
      <w:r w:rsidRPr="00EF2F0E">
        <w:tab/>
        <w:t xml:space="preserve">The </w:t>
      </w:r>
      <w:r w:rsidRPr="00EF2F0E">
        <w:rPr>
          <w:i/>
        </w:rPr>
        <w:t>receiver target reference direction</w:t>
      </w:r>
      <w:r w:rsidRPr="00EF2F0E">
        <w:t>.</w:t>
      </w:r>
    </w:p>
    <w:p w14:paraId="0984FCA3" w14:textId="77777777" w:rsidR="00B15E99" w:rsidRPr="00EF2F0E" w:rsidRDefault="00B15E99" w:rsidP="00A40339">
      <w:pPr>
        <w:pStyle w:val="NO"/>
      </w:pPr>
      <w:r w:rsidRPr="00EF2F0E">
        <w:t>NOTE 1:</w:t>
      </w:r>
      <w:r w:rsidRPr="00EF2F0E">
        <w:tab/>
        <w:t xml:space="preserve">Some of the declared </w:t>
      </w:r>
      <w:r w:rsidRPr="00EF2F0E">
        <w:rPr>
          <w:i/>
        </w:rPr>
        <w:t>sensitivity RoAoA</w:t>
      </w:r>
      <w:r w:rsidRPr="00EF2F0E">
        <w:t xml:space="preserve"> may coincide depending on the redirection capability. </w:t>
      </w:r>
    </w:p>
    <w:p w14:paraId="0984FCA4" w14:textId="77777777" w:rsidR="00B15E99" w:rsidRPr="00EF2F0E" w:rsidRDefault="00B15E99" w:rsidP="00A40339">
      <w:pPr>
        <w:pStyle w:val="NO"/>
      </w:pPr>
      <w:r w:rsidRPr="00EF2F0E">
        <w:t>NOTE 2:</w:t>
      </w:r>
      <w:r w:rsidRPr="00EF2F0E">
        <w:tab/>
        <w:t xml:space="preserve">In addition to the declared </w:t>
      </w:r>
      <w:r w:rsidRPr="00EF2F0E">
        <w:rPr>
          <w:i/>
        </w:rPr>
        <w:t>sensitivity RoAoA</w:t>
      </w:r>
      <w:r w:rsidRPr="00EF2F0E">
        <w:t xml:space="preserve">, several </w:t>
      </w:r>
      <w:r w:rsidRPr="00EF2F0E">
        <w:rPr>
          <w:i/>
        </w:rPr>
        <w:t>sensitivity RoAoA</w:t>
      </w:r>
      <w:r w:rsidRPr="00EF2F0E">
        <w:t xml:space="preserve"> may be implicitly defined by the </w:t>
      </w:r>
      <w:r w:rsidRPr="00EF2F0E">
        <w:rPr>
          <w:i/>
        </w:rPr>
        <w:t>receiver target redirection range</w:t>
      </w:r>
      <w:r w:rsidRPr="00EF2F0E">
        <w:t xml:space="preserve"> without being explicitly declared in the OSDD.</w:t>
      </w:r>
    </w:p>
    <w:p w14:paraId="0984FCA5" w14:textId="77777777" w:rsidR="00B15E99" w:rsidRPr="00EF2F0E" w:rsidRDefault="00B15E99" w:rsidP="00A40339">
      <w:pPr>
        <w:pStyle w:val="NO"/>
      </w:pPr>
      <w:r w:rsidRPr="00EF2F0E">
        <w:t>NOTE 3:</w:t>
      </w:r>
      <w:r w:rsidRPr="00EF2F0E">
        <w:tab/>
      </w:r>
      <w:r w:rsidR="008566BE" w:rsidRPr="00EF2F0E">
        <w:t>(Void)</w:t>
      </w:r>
    </w:p>
    <w:p w14:paraId="0984FCA6" w14:textId="77777777" w:rsidR="00B15E99" w:rsidRPr="00EF2F0E" w:rsidRDefault="00B15E99" w:rsidP="00A40339">
      <w:r w:rsidRPr="00EF2F0E">
        <w:t xml:space="preserve">If the </w:t>
      </w:r>
      <w:r w:rsidRPr="00EF2F0E">
        <w:rPr>
          <w:i/>
        </w:rPr>
        <w:t>AAS BS</w:t>
      </w:r>
      <w:r w:rsidRPr="00EF2F0E">
        <w:t xml:space="preserve"> is not capable of redirecting the </w:t>
      </w:r>
      <w:r w:rsidRPr="00EF2F0E">
        <w:rPr>
          <w:i/>
        </w:rPr>
        <w:t>receiver target</w:t>
      </w:r>
      <w:r w:rsidRPr="00EF2F0E">
        <w:t xml:space="preserve"> related to the OSDD, then the OSDD includes only: </w:t>
      </w:r>
    </w:p>
    <w:p w14:paraId="0984FCA7" w14:textId="77777777" w:rsidR="00B15E99" w:rsidRPr="00EF2F0E" w:rsidRDefault="00B15E99" w:rsidP="00A40339">
      <w:pPr>
        <w:pStyle w:val="B10"/>
      </w:pPr>
      <w:r w:rsidRPr="00EF2F0E">
        <w:t>-</w:t>
      </w:r>
      <w:r w:rsidRPr="00EF2F0E">
        <w:tab/>
        <w:t xml:space="preserve">The set(s) of RAT, </w:t>
      </w:r>
      <w:r w:rsidRPr="00EF2F0E">
        <w:rPr>
          <w:i/>
        </w:rPr>
        <w:t>Channel bandwidth</w:t>
      </w:r>
      <w:r w:rsidRPr="00EF2F0E">
        <w:t xml:space="preserve"> and declared minimum EIS</w:t>
      </w:r>
      <w:r w:rsidRPr="00EF2F0E">
        <w:rPr>
          <w:i/>
        </w:rPr>
        <w:t xml:space="preserve"> </w:t>
      </w:r>
      <w:r w:rsidRPr="00EF2F0E">
        <w:t xml:space="preserve">level applicable to the </w:t>
      </w:r>
      <w:r w:rsidRPr="00EF2F0E">
        <w:rPr>
          <w:i/>
        </w:rPr>
        <w:t>sensitivity RoAoA</w:t>
      </w:r>
      <w:r w:rsidRPr="00EF2F0E">
        <w:t xml:space="preserve"> in the OSDD.</w:t>
      </w:r>
    </w:p>
    <w:p w14:paraId="0984FCA8" w14:textId="77777777" w:rsidR="00B15E99" w:rsidRPr="00EF2F0E" w:rsidRDefault="00B15E99" w:rsidP="00A40339">
      <w:pPr>
        <w:pStyle w:val="B10"/>
      </w:pPr>
      <w:r w:rsidRPr="00EF2F0E">
        <w:t>-</w:t>
      </w:r>
      <w:r w:rsidRPr="00EF2F0E">
        <w:tab/>
        <w:t xml:space="preserve">One declared active </w:t>
      </w:r>
      <w:r w:rsidRPr="00EF2F0E">
        <w:rPr>
          <w:i/>
        </w:rPr>
        <w:t>sensitivity RoAoA</w:t>
      </w:r>
      <w:r w:rsidRPr="00EF2F0E">
        <w:t>.</w:t>
      </w:r>
    </w:p>
    <w:p w14:paraId="0984FCA9" w14:textId="77777777" w:rsidR="00B15E99" w:rsidRPr="00EF2F0E" w:rsidRDefault="00B15E99" w:rsidP="00A40339">
      <w:pPr>
        <w:pStyle w:val="B10"/>
      </w:pPr>
      <w:r w:rsidRPr="00EF2F0E">
        <w:t>-</w:t>
      </w:r>
      <w:r w:rsidRPr="00EF2F0E">
        <w:tab/>
        <w:t xml:space="preserve">The </w:t>
      </w:r>
      <w:r w:rsidRPr="00EF2F0E">
        <w:rPr>
          <w:i/>
        </w:rPr>
        <w:t>receiver target reference direction</w:t>
      </w:r>
      <w:r w:rsidRPr="00EF2F0E">
        <w:t>.</w:t>
      </w:r>
    </w:p>
    <w:p w14:paraId="0984FCAA" w14:textId="77777777" w:rsidR="00B15E99" w:rsidRPr="00EF2F0E" w:rsidRDefault="00B15E99" w:rsidP="00A40339">
      <w:pPr>
        <w:pStyle w:val="NO"/>
      </w:pPr>
      <w:r w:rsidRPr="00EF2F0E">
        <w:t>NOTE 4:</w:t>
      </w:r>
      <w:r w:rsidRPr="00EF2F0E">
        <w:tab/>
        <w:t xml:space="preserve">For AAS BS without target redirection capability, the declared (fixed) </w:t>
      </w:r>
      <w:r w:rsidRPr="00EF2F0E">
        <w:rPr>
          <w:i/>
        </w:rPr>
        <w:t>sensitivity RoAoA</w:t>
      </w:r>
      <w:r w:rsidRPr="00EF2F0E">
        <w:t xml:space="preserve"> is always the active </w:t>
      </w:r>
      <w:r w:rsidRPr="00EF2F0E">
        <w:rPr>
          <w:i/>
        </w:rPr>
        <w:t>sensitivity RoAoA</w:t>
      </w:r>
      <w:r w:rsidRPr="00EF2F0E">
        <w:t>.</w:t>
      </w:r>
    </w:p>
    <w:p w14:paraId="0984FCAB" w14:textId="77777777" w:rsidR="00B15E99" w:rsidRPr="00EF2F0E" w:rsidRDefault="00B15E99" w:rsidP="00A40339">
      <w:r w:rsidRPr="00EF2F0E">
        <w:t xml:space="preserve">The OTA sensitivity EIS level declaration shall apply to </w:t>
      </w:r>
      <w:r w:rsidR="005933C1" w:rsidRPr="00EF2F0E">
        <w:t xml:space="preserve">each </w:t>
      </w:r>
      <w:r w:rsidRPr="00EF2F0E">
        <w:t xml:space="preserve">supported polarization, under the assumption of </w:t>
      </w:r>
      <w:r w:rsidRPr="00EF2F0E">
        <w:rPr>
          <w:i/>
        </w:rPr>
        <w:t>polarization match</w:t>
      </w:r>
      <w:r w:rsidRPr="00EF2F0E">
        <w:t xml:space="preserve">. </w:t>
      </w:r>
    </w:p>
    <w:p w14:paraId="0984FCAC" w14:textId="77777777" w:rsidR="00B15E99" w:rsidRPr="00EF2F0E" w:rsidRDefault="00B15E99" w:rsidP="00A40339">
      <w:pPr>
        <w:pStyle w:val="Heading3"/>
        <w:rPr>
          <w:lang w:eastAsia="zh-CN"/>
        </w:rPr>
      </w:pPr>
      <w:bookmarkStart w:id="4903" w:name="_Toc21096137"/>
      <w:bookmarkStart w:id="4904" w:name="_Toc29763336"/>
      <w:bookmarkStart w:id="4905" w:name="_Toc45869621"/>
      <w:bookmarkStart w:id="4906" w:name="_Toc52554874"/>
      <w:bookmarkStart w:id="4907" w:name="_Toc52555344"/>
      <w:bookmarkStart w:id="4908" w:name="_Toc61112576"/>
      <w:bookmarkStart w:id="4909" w:name="_Toc67911728"/>
      <w:bookmarkStart w:id="4910" w:name="_Toc74843203"/>
      <w:bookmarkStart w:id="4911" w:name="_Toc76503586"/>
      <w:bookmarkStart w:id="4912" w:name="_Toc83041029"/>
      <w:bookmarkStart w:id="4913" w:name="_Toc89852072"/>
      <w:bookmarkStart w:id="4914" w:name="_Toc98676426"/>
      <w:r w:rsidRPr="00EF2F0E">
        <w:rPr>
          <w:lang w:eastAsia="zh-CN"/>
        </w:rPr>
        <w:t>10.2.2</w:t>
      </w:r>
      <w:r w:rsidRPr="00EF2F0E">
        <w:rPr>
          <w:lang w:eastAsia="zh-CN"/>
        </w:rPr>
        <w:tab/>
        <w:t>Minimum requirement for MSR operation</w:t>
      </w:r>
      <w:bookmarkEnd w:id="4903"/>
      <w:bookmarkEnd w:id="4904"/>
      <w:bookmarkEnd w:id="4905"/>
      <w:bookmarkEnd w:id="4906"/>
      <w:bookmarkEnd w:id="4907"/>
      <w:bookmarkEnd w:id="4908"/>
      <w:bookmarkEnd w:id="4909"/>
      <w:bookmarkEnd w:id="4910"/>
      <w:bookmarkEnd w:id="4911"/>
      <w:bookmarkEnd w:id="4912"/>
      <w:bookmarkEnd w:id="4913"/>
      <w:bookmarkEnd w:id="4914"/>
    </w:p>
    <w:p w14:paraId="0984FCAD" w14:textId="77777777" w:rsidR="00B15E99" w:rsidRPr="00EF2F0E" w:rsidRDefault="00B15E99" w:rsidP="00A40339">
      <w:pPr>
        <w:rPr>
          <w:lang w:eastAsia="zh-CN"/>
        </w:rPr>
      </w:pPr>
      <w:r w:rsidRPr="00EF2F0E">
        <w:rPr>
          <w:lang w:eastAsia="zh-CN"/>
        </w:rPr>
        <w:t>The minimum requirements for a UTRA FDD and for UTRA TDD 1,28 Mcps option carrier OTA sensitivity are defined in subclause 10.2.3.</w:t>
      </w:r>
    </w:p>
    <w:p w14:paraId="0984FCAE" w14:textId="77777777" w:rsidR="00B15E99" w:rsidRPr="00EF2F0E" w:rsidRDefault="00B15E99" w:rsidP="00A40339">
      <w:pPr>
        <w:rPr>
          <w:lang w:eastAsia="zh-CN"/>
        </w:rPr>
      </w:pPr>
      <w:r w:rsidRPr="00EF2F0E">
        <w:rPr>
          <w:lang w:eastAsia="zh-CN"/>
        </w:rPr>
        <w:t>The minimum requirement for an E-UTRA carrier OTA sensitivity is defined in subclause 10.2.4.</w:t>
      </w:r>
    </w:p>
    <w:p w14:paraId="0984FCAF" w14:textId="77777777" w:rsidR="00B15E99" w:rsidRPr="00EF2F0E" w:rsidRDefault="00B15E99" w:rsidP="00A40339">
      <w:pPr>
        <w:rPr>
          <w:lang w:eastAsia="zh-CN"/>
        </w:rPr>
      </w:pPr>
      <w:r w:rsidRPr="00EF2F0E">
        <w:rPr>
          <w:lang w:eastAsia="zh-CN"/>
        </w:rPr>
        <w:t xml:space="preserve">The minimum requirement for an NR carrier OTA sensitivity is the same as that defined for </w:t>
      </w:r>
      <w:r w:rsidRPr="00EF2F0E">
        <w:rPr>
          <w:i/>
          <w:lang w:eastAsia="zh-CN"/>
        </w:rPr>
        <w:t>BS type 1-O</w:t>
      </w:r>
      <w:r w:rsidRPr="00EF2F0E">
        <w:rPr>
          <w:lang w:eastAsia="zh-CN"/>
        </w:rPr>
        <w:t xml:space="preserve"> in 3GPP TS 38.104 [28] in subclause 10.2.1.2</w:t>
      </w:r>
    </w:p>
    <w:p w14:paraId="0984FCB0" w14:textId="77777777" w:rsidR="00B15E99" w:rsidRPr="00EF2F0E" w:rsidRDefault="00B15E99" w:rsidP="00A40339">
      <w:pPr>
        <w:pStyle w:val="Heading3"/>
        <w:rPr>
          <w:lang w:eastAsia="zh-CN"/>
        </w:rPr>
      </w:pPr>
      <w:bookmarkStart w:id="4915" w:name="_Toc21096138"/>
      <w:bookmarkStart w:id="4916" w:name="_Toc29763337"/>
      <w:bookmarkStart w:id="4917" w:name="_Toc45869622"/>
      <w:bookmarkStart w:id="4918" w:name="_Toc52554875"/>
      <w:bookmarkStart w:id="4919" w:name="_Toc52555345"/>
      <w:bookmarkStart w:id="4920" w:name="_Toc61112577"/>
      <w:bookmarkStart w:id="4921" w:name="_Toc67911729"/>
      <w:bookmarkStart w:id="4922" w:name="_Toc74843204"/>
      <w:bookmarkStart w:id="4923" w:name="_Toc76503587"/>
      <w:bookmarkStart w:id="4924" w:name="_Toc83041030"/>
      <w:bookmarkStart w:id="4925" w:name="_Toc89852073"/>
      <w:bookmarkStart w:id="4926" w:name="_Toc98676427"/>
      <w:r w:rsidRPr="00EF2F0E">
        <w:rPr>
          <w:lang w:eastAsia="zh-CN"/>
        </w:rPr>
        <w:t>10.2.3</w:t>
      </w:r>
      <w:r w:rsidRPr="00EF2F0E">
        <w:rPr>
          <w:lang w:eastAsia="zh-CN"/>
        </w:rPr>
        <w:tab/>
        <w:t>Minimum requirement for single RAT UTRA operation</w:t>
      </w:r>
      <w:bookmarkEnd w:id="4915"/>
      <w:bookmarkEnd w:id="4916"/>
      <w:bookmarkEnd w:id="4917"/>
      <w:bookmarkEnd w:id="4918"/>
      <w:bookmarkEnd w:id="4919"/>
      <w:bookmarkEnd w:id="4920"/>
      <w:bookmarkEnd w:id="4921"/>
      <w:bookmarkEnd w:id="4922"/>
      <w:bookmarkEnd w:id="4923"/>
      <w:bookmarkEnd w:id="4924"/>
      <w:bookmarkEnd w:id="4925"/>
      <w:bookmarkEnd w:id="4926"/>
    </w:p>
    <w:p w14:paraId="0984FCB1" w14:textId="77777777" w:rsidR="00B15E99" w:rsidRPr="00EF2F0E" w:rsidRDefault="00B15E99" w:rsidP="00A40339">
      <w:r w:rsidRPr="00EF2F0E">
        <w:t xml:space="preserve">For a received signal whose AoA of the incident wave is within the active </w:t>
      </w:r>
      <w:r w:rsidRPr="00EF2F0E">
        <w:rPr>
          <w:i/>
        </w:rPr>
        <w:t>sensitivity RoAoA</w:t>
      </w:r>
      <w:r w:rsidRPr="00EF2F0E">
        <w:t xml:space="preserve"> of an OSDD, the error rate criterion as described below shall be met when the level of the arriving signal is equal to the minimum EIS level in the respective declared set of EIS level, RAT and </w:t>
      </w:r>
      <w:r w:rsidRPr="00EF2F0E">
        <w:rPr>
          <w:i/>
        </w:rPr>
        <w:t>channel bandwidth</w:t>
      </w:r>
      <w:r w:rsidRPr="00EF2F0E">
        <w:t xml:space="preserve">. </w:t>
      </w:r>
    </w:p>
    <w:p w14:paraId="0984FCB2" w14:textId="77777777" w:rsidR="00B15E99" w:rsidRPr="00EF2F0E" w:rsidRDefault="00B15E99" w:rsidP="00A40339">
      <w:pPr>
        <w:rPr>
          <w:rFonts w:cs="v5.0.0"/>
        </w:rPr>
      </w:pPr>
      <w:r w:rsidRPr="00EF2F0E">
        <w:rPr>
          <w:rFonts w:cs="v5.0.0"/>
        </w:rPr>
        <w:t>For UTRA FDD, the BER shall not exceed 0,001, using the 12,2 kbps data rate reference measurement channel specified in 3GPP TS 25.104 [2].</w:t>
      </w:r>
    </w:p>
    <w:p w14:paraId="0984FCB3" w14:textId="77777777" w:rsidR="00B15E99" w:rsidRPr="00EF2F0E" w:rsidRDefault="00B15E99" w:rsidP="00A40339">
      <w:pPr>
        <w:rPr>
          <w:rFonts w:cs="v5.0.0"/>
        </w:rPr>
      </w:pPr>
      <w:r w:rsidRPr="00EF2F0E">
        <w:rPr>
          <w:rFonts w:cs="v5.0.0"/>
        </w:rPr>
        <w:t>For UTRA TDD 1,28 Mcps option, the BER shall not exceed 0,001, using the 12,2 kbps data rate reference measurement channel specified in 3GPP TS 25.105 [3].</w:t>
      </w:r>
    </w:p>
    <w:p w14:paraId="0984FCB4" w14:textId="77777777" w:rsidR="00B15E99" w:rsidRPr="00EF2F0E" w:rsidRDefault="00B15E99" w:rsidP="00A40339">
      <w:pPr>
        <w:pStyle w:val="NO"/>
      </w:pPr>
      <w:r w:rsidRPr="00EF2F0E">
        <w:t>NOTE:</w:t>
      </w:r>
      <w:r w:rsidRPr="00EF2F0E">
        <w:tab/>
        <w:t xml:space="preserve">The requirement applies for all declared sets of EIS, RAT and </w:t>
      </w:r>
      <w:r w:rsidRPr="00EF2F0E">
        <w:rPr>
          <w:i/>
        </w:rPr>
        <w:t>channel bandwidth</w:t>
      </w:r>
      <w:r w:rsidRPr="00EF2F0E">
        <w:t xml:space="preserve">, within the OSDD comprising UTRA, and for all related active </w:t>
      </w:r>
      <w:r w:rsidRPr="00EF2F0E">
        <w:rPr>
          <w:i/>
        </w:rPr>
        <w:t>sensitivity RoAoA</w:t>
      </w:r>
      <w:r w:rsidRPr="00EF2F0E">
        <w:t xml:space="preserve"> settings within the AAS BS capability.</w:t>
      </w:r>
    </w:p>
    <w:p w14:paraId="0984FCB5" w14:textId="77777777" w:rsidR="00B15E99" w:rsidRPr="00EF2F0E" w:rsidRDefault="00B15E99" w:rsidP="00A40339">
      <w:pPr>
        <w:pStyle w:val="Heading3"/>
        <w:rPr>
          <w:lang w:eastAsia="zh-CN"/>
        </w:rPr>
      </w:pPr>
      <w:bookmarkStart w:id="4927" w:name="_Toc21096139"/>
      <w:bookmarkStart w:id="4928" w:name="_Toc29763338"/>
      <w:bookmarkStart w:id="4929" w:name="_Toc45869623"/>
      <w:bookmarkStart w:id="4930" w:name="_Toc52554876"/>
      <w:bookmarkStart w:id="4931" w:name="_Toc52555346"/>
      <w:bookmarkStart w:id="4932" w:name="_Toc61112578"/>
      <w:bookmarkStart w:id="4933" w:name="_Toc67911730"/>
      <w:bookmarkStart w:id="4934" w:name="_Toc74843205"/>
      <w:bookmarkStart w:id="4935" w:name="_Toc76503588"/>
      <w:bookmarkStart w:id="4936" w:name="_Toc83041031"/>
      <w:bookmarkStart w:id="4937" w:name="_Toc89852074"/>
      <w:bookmarkStart w:id="4938" w:name="_Toc98676428"/>
      <w:r w:rsidRPr="00EF2F0E">
        <w:rPr>
          <w:lang w:eastAsia="zh-CN"/>
        </w:rPr>
        <w:t>10.2.4</w:t>
      </w:r>
      <w:r w:rsidRPr="00EF2F0E">
        <w:rPr>
          <w:lang w:eastAsia="zh-CN"/>
        </w:rPr>
        <w:tab/>
        <w:t>Minimum requirement for single RAT E-UTRA operation</w:t>
      </w:r>
      <w:bookmarkEnd w:id="4927"/>
      <w:bookmarkEnd w:id="4928"/>
      <w:bookmarkEnd w:id="4929"/>
      <w:bookmarkEnd w:id="4930"/>
      <w:bookmarkEnd w:id="4931"/>
      <w:bookmarkEnd w:id="4932"/>
      <w:bookmarkEnd w:id="4933"/>
      <w:bookmarkEnd w:id="4934"/>
      <w:bookmarkEnd w:id="4935"/>
      <w:bookmarkEnd w:id="4936"/>
      <w:bookmarkEnd w:id="4937"/>
      <w:bookmarkEnd w:id="4938"/>
    </w:p>
    <w:p w14:paraId="0984FCB6" w14:textId="77777777" w:rsidR="00B15E99" w:rsidRPr="00EF2F0E" w:rsidRDefault="00B15E99" w:rsidP="00A40339">
      <w:r w:rsidRPr="00EF2F0E">
        <w:t xml:space="preserve">For a received signal whose AoA of the incident wave is within the active </w:t>
      </w:r>
      <w:r w:rsidRPr="00EF2F0E">
        <w:rPr>
          <w:i/>
        </w:rPr>
        <w:t>sensitivity RoAoA</w:t>
      </w:r>
      <w:r w:rsidRPr="00EF2F0E">
        <w:t xml:space="preserve"> of an OSDD the throughput criterion, as described below, shall be met when the level of the arriving signal is equal to the minimum EIS level in the respective declared set of EIS level, RAT and </w:t>
      </w:r>
      <w:r w:rsidRPr="00EF2F0E">
        <w:rPr>
          <w:i/>
        </w:rPr>
        <w:t>channel bandwidth</w:t>
      </w:r>
      <w:r w:rsidRPr="00EF2F0E">
        <w:t xml:space="preserve">.  </w:t>
      </w:r>
    </w:p>
    <w:p w14:paraId="0984FCB7" w14:textId="77777777" w:rsidR="00B15E99" w:rsidRPr="00EF2F0E" w:rsidRDefault="00B15E99" w:rsidP="00A40339">
      <w:r w:rsidRPr="00EF2F0E">
        <w:t xml:space="preserve">The throughput shall be ≥ 95 % of the </w:t>
      </w:r>
      <w:r w:rsidRPr="00EF2F0E">
        <w:rPr>
          <w:i/>
        </w:rPr>
        <w:t>maximum throughput</w:t>
      </w:r>
      <w:r w:rsidRPr="00EF2F0E">
        <w:t xml:space="preserve"> of the reference measurement channel as specified in 3GPP TS 36.104 [4] with parameters specified in table 10.2.4-1.</w:t>
      </w:r>
    </w:p>
    <w:p w14:paraId="0984FCB8" w14:textId="77777777" w:rsidR="00B15E99" w:rsidRPr="00EF2F0E" w:rsidRDefault="00B15E99" w:rsidP="00A40339">
      <w:pPr>
        <w:pStyle w:val="NO"/>
      </w:pPr>
      <w:r w:rsidRPr="00EF2F0E">
        <w:t>NOTE 1:</w:t>
      </w:r>
      <w:r w:rsidRPr="00EF2F0E">
        <w:tab/>
        <w:t xml:space="preserve">The requirement applies for all declared sets of EIS level, RAT and </w:t>
      </w:r>
      <w:r w:rsidRPr="00EF2F0E">
        <w:rPr>
          <w:i/>
        </w:rPr>
        <w:t>channel bandwidth</w:t>
      </w:r>
      <w:r w:rsidRPr="00EF2F0E">
        <w:t xml:space="preserve">, within the OSDD comprising E-UTRA, and for all related active </w:t>
      </w:r>
      <w:r w:rsidRPr="00EF2F0E">
        <w:rPr>
          <w:i/>
        </w:rPr>
        <w:t>sensitivity RoAoA</w:t>
      </w:r>
      <w:r w:rsidRPr="00EF2F0E">
        <w:t xml:space="preserve"> settings within the AAS BS capability.</w:t>
      </w:r>
    </w:p>
    <w:p w14:paraId="0984FCB9" w14:textId="77777777" w:rsidR="00B15E99" w:rsidRPr="00EF2F0E" w:rsidRDefault="00B15E99" w:rsidP="00A40339">
      <w:pPr>
        <w:pStyle w:val="TH"/>
      </w:pPr>
      <w:r w:rsidRPr="00EF2F0E">
        <w:t>Table 10.2.4-1: E-UTRA AAS BS reference measurement channel</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3805"/>
        <w:gridCol w:w="6052"/>
      </w:tblGrid>
      <w:tr w:rsidR="003401A4" w:rsidRPr="00EF2F0E" w14:paraId="0984FCBD" w14:textId="77777777" w:rsidTr="00A40339">
        <w:trPr>
          <w:tblHeader/>
          <w:jc w:val="center"/>
        </w:trPr>
        <w:tc>
          <w:tcPr>
            <w:tcW w:w="3805" w:type="dxa"/>
            <w:shd w:val="clear" w:color="auto" w:fill="auto"/>
            <w:vAlign w:val="center"/>
          </w:tcPr>
          <w:p w14:paraId="0984FCBA" w14:textId="77777777" w:rsidR="00B15E99" w:rsidRPr="00EF2F0E" w:rsidRDefault="00B15E99" w:rsidP="00A40339">
            <w:pPr>
              <w:pStyle w:val="TAH"/>
              <w:rPr>
                <w:lang w:val="sv-SE"/>
              </w:rPr>
            </w:pPr>
            <w:r w:rsidRPr="00EF2F0E">
              <w:rPr>
                <w:lang w:val="sv-SE"/>
              </w:rPr>
              <w:t>E-UTRA</w:t>
            </w:r>
          </w:p>
          <w:p w14:paraId="0984FCBB" w14:textId="77777777" w:rsidR="00B15E99" w:rsidRPr="00EF2F0E" w:rsidRDefault="00B15E99" w:rsidP="00A40339">
            <w:pPr>
              <w:pStyle w:val="TAH"/>
              <w:rPr>
                <w:lang w:val="sv-SE"/>
              </w:rPr>
            </w:pPr>
            <w:r w:rsidRPr="00EF2F0E">
              <w:rPr>
                <w:i/>
                <w:lang w:val="sv-SE"/>
              </w:rPr>
              <w:t>channel bandwidth</w:t>
            </w:r>
            <w:r w:rsidRPr="00EF2F0E">
              <w:rPr>
                <w:lang w:val="sv-SE"/>
              </w:rPr>
              <w:t xml:space="preserve"> [MHz]</w:t>
            </w:r>
          </w:p>
        </w:tc>
        <w:tc>
          <w:tcPr>
            <w:tcW w:w="6052" w:type="dxa"/>
            <w:vAlign w:val="center"/>
          </w:tcPr>
          <w:p w14:paraId="0984FCBC" w14:textId="77777777" w:rsidR="00B15E99" w:rsidRPr="00EF2F0E" w:rsidRDefault="00B15E99" w:rsidP="00A40339">
            <w:pPr>
              <w:pStyle w:val="TAH"/>
            </w:pPr>
            <w:r w:rsidRPr="00EF2F0E">
              <w:t>Reference measurement channel</w:t>
            </w:r>
          </w:p>
        </w:tc>
      </w:tr>
      <w:tr w:rsidR="003401A4" w:rsidRPr="00EF2F0E" w14:paraId="0984FCC0" w14:textId="77777777" w:rsidTr="00A40339">
        <w:trPr>
          <w:jc w:val="center"/>
        </w:trPr>
        <w:tc>
          <w:tcPr>
            <w:tcW w:w="3805" w:type="dxa"/>
            <w:vAlign w:val="center"/>
          </w:tcPr>
          <w:p w14:paraId="0984FCBE" w14:textId="77777777" w:rsidR="00B15E99" w:rsidRPr="00EF2F0E" w:rsidRDefault="00B15E99" w:rsidP="00A40339">
            <w:pPr>
              <w:pStyle w:val="TAC"/>
              <w:rPr>
                <w:rFonts w:cs="Arial"/>
              </w:rPr>
            </w:pPr>
            <w:r w:rsidRPr="00EF2F0E">
              <w:rPr>
                <w:rFonts w:cs="Arial"/>
              </w:rPr>
              <w:t>1.4</w:t>
            </w:r>
          </w:p>
        </w:tc>
        <w:tc>
          <w:tcPr>
            <w:tcW w:w="6052" w:type="dxa"/>
            <w:vAlign w:val="center"/>
          </w:tcPr>
          <w:p w14:paraId="0984FCBF" w14:textId="77777777" w:rsidR="00B15E99" w:rsidRPr="00EF2F0E" w:rsidRDefault="00B15E99" w:rsidP="00A40339">
            <w:pPr>
              <w:pStyle w:val="TAC"/>
              <w:rPr>
                <w:rFonts w:cs="Arial"/>
              </w:rPr>
            </w:pPr>
            <w:r w:rsidRPr="00EF2F0E">
              <w:rPr>
                <w:rFonts w:cs="Arial"/>
              </w:rPr>
              <w:t>FRC A1-1 in 3GPP TS 36.104 [8], annex A.1</w:t>
            </w:r>
          </w:p>
        </w:tc>
      </w:tr>
      <w:tr w:rsidR="003401A4" w:rsidRPr="00EF2F0E" w14:paraId="0984FCC3" w14:textId="77777777" w:rsidTr="00A40339">
        <w:trPr>
          <w:jc w:val="center"/>
        </w:trPr>
        <w:tc>
          <w:tcPr>
            <w:tcW w:w="3805" w:type="dxa"/>
            <w:vAlign w:val="center"/>
          </w:tcPr>
          <w:p w14:paraId="0984FCC1" w14:textId="77777777" w:rsidR="00B15E99" w:rsidRPr="00EF2F0E" w:rsidRDefault="00B15E99" w:rsidP="00A40339">
            <w:pPr>
              <w:pStyle w:val="TAC"/>
              <w:rPr>
                <w:rFonts w:cs="Arial"/>
              </w:rPr>
            </w:pPr>
            <w:r w:rsidRPr="00EF2F0E">
              <w:rPr>
                <w:rFonts w:cs="Arial"/>
              </w:rPr>
              <w:t>3</w:t>
            </w:r>
          </w:p>
        </w:tc>
        <w:tc>
          <w:tcPr>
            <w:tcW w:w="6052" w:type="dxa"/>
            <w:vAlign w:val="center"/>
          </w:tcPr>
          <w:p w14:paraId="0984FCC2" w14:textId="77777777" w:rsidR="00B15E99" w:rsidRPr="00EF2F0E" w:rsidRDefault="00B15E99" w:rsidP="00A40339">
            <w:pPr>
              <w:pStyle w:val="TAC"/>
              <w:rPr>
                <w:rFonts w:cs="Arial"/>
              </w:rPr>
            </w:pPr>
            <w:r w:rsidRPr="00EF2F0E">
              <w:rPr>
                <w:rFonts w:cs="Arial"/>
              </w:rPr>
              <w:t>FRC A1-2 in 3GPP TS 36.104 [8], annex A.1</w:t>
            </w:r>
          </w:p>
        </w:tc>
      </w:tr>
      <w:tr w:rsidR="003401A4" w:rsidRPr="00EF2F0E" w14:paraId="0984FCC6" w14:textId="77777777" w:rsidTr="00A40339">
        <w:trPr>
          <w:jc w:val="center"/>
        </w:trPr>
        <w:tc>
          <w:tcPr>
            <w:tcW w:w="3805" w:type="dxa"/>
            <w:vAlign w:val="center"/>
          </w:tcPr>
          <w:p w14:paraId="0984FCC4" w14:textId="77777777" w:rsidR="00B15E99" w:rsidRPr="00EF2F0E" w:rsidRDefault="00B15E99" w:rsidP="00A40339">
            <w:pPr>
              <w:pStyle w:val="TAC"/>
              <w:rPr>
                <w:rFonts w:cs="Arial"/>
              </w:rPr>
            </w:pPr>
            <w:r w:rsidRPr="00EF2F0E">
              <w:rPr>
                <w:rFonts w:cs="Arial"/>
              </w:rPr>
              <w:t>5</w:t>
            </w:r>
          </w:p>
        </w:tc>
        <w:tc>
          <w:tcPr>
            <w:tcW w:w="6052" w:type="dxa"/>
            <w:vAlign w:val="center"/>
          </w:tcPr>
          <w:p w14:paraId="0984FCC5" w14:textId="77777777" w:rsidR="00B15E99" w:rsidRPr="00EF2F0E" w:rsidRDefault="00B15E99" w:rsidP="00A40339">
            <w:pPr>
              <w:pStyle w:val="TAC"/>
              <w:rPr>
                <w:rFonts w:cs="Arial"/>
              </w:rPr>
            </w:pPr>
            <w:r w:rsidRPr="00EF2F0E">
              <w:rPr>
                <w:rFonts w:cs="Arial"/>
              </w:rPr>
              <w:t>FRC A1-3 in 3GPP TS 36.104 [8], annex A.1</w:t>
            </w:r>
          </w:p>
        </w:tc>
      </w:tr>
      <w:tr w:rsidR="003401A4" w:rsidRPr="00EF2F0E" w14:paraId="0984FCC9" w14:textId="77777777" w:rsidTr="00A40339">
        <w:trPr>
          <w:jc w:val="center"/>
        </w:trPr>
        <w:tc>
          <w:tcPr>
            <w:tcW w:w="3805" w:type="dxa"/>
            <w:vAlign w:val="center"/>
          </w:tcPr>
          <w:p w14:paraId="0984FCC7" w14:textId="77777777" w:rsidR="00B15E99" w:rsidRPr="00EF2F0E" w:rsidRDefault="00B15E99" w:rsidP="00A40339">
            <w:pPr>
              <w:pStyle w:val="TAC"/>
              <w:rPr>
                <w:rFonts w:cs="Arial"/>
              </w:rPr>
            </w:pPr>
            <w:r w:rsidRPr="00EF2F0E">
              <w:rPr>
                <w:rFonts w:cs="Arial"/>
              </w:rPr>
              <w:t>10</w:t>
            </w:r>
          </w:p>
        </w:tc>
        <w:tc>
          <w:tcPr>
            <w:tcW w:w="6052" w:type="dxa"/>
            <w:vAlign w:val="center"/>
          </w:tcPr>
          <w:p w14:paraId="0984FCC8" w14:textId="77777777" w:rsidR="00B15E99" w:rsidRPr="00EF2F0E" w:rsidRDefault="00B15E99" w:rsidP="00A40339">
            <w:pPr>
              <w:pStyle w:val="TAC"/>
              <w:rPr>
                <w:rFonts w:cs="Arial"/>
              </w:rPr>
            </w:pPr>
            <w:r w:rsidRPr="00EF2F0E">
              <w:rPr>
                <w:rFonts w:cs="Arial"/>
              </w:rPr>
              <w:t>FRC A1-3 in 3GPP TS 36.104 [8], annex A.1 (</w:t>
            </w:r>
            <w:r w:rsidRPr="00EF2F0E">
              <w:t>NOTE</w:t>
            </w:r>
            <w:r w:rsidRPr="00EF2F0E">
              <w:rPr>
                <w:rFonts w:cs="Arial"/>
              </w:rPr>
              <w:t>)</w:t>
            </w:r>
          </w:p>
        </w:tc>
      </w:tr>
      <w:tr w:rsidR="003401A4" w:rsidRPr="00EF2F0E" w14:paraId="0984FCCC" w14:textId="77777777" w:rsidTr="00A40339">
        <w:trPr>
          <w:jc w:val="center"/>
        </w:trPr>
        <w:tc>
          <w:tcPr>
            <w:tcW w:w="3805" w:type="dxa"/>
            <w:vAlign w:val="center"/>
          </w:tcPr>
          <w:p w14:paraId="0984FCCA" w14:textId="77777777" w:rsidR="00B15E99" w:rsidRPr="00EF2F0E" w:rsidRDefault="00B15E99" w:rsidP="00A40339">
            <w:pPr>
              <w:pStyle w:val="TAC"/>
              <w:rPr>
                <w:rFonts w:cs="Arial"/>
              </w:rPr>
            </w:pPr>
            <w:r w:rsidRPr="00EF2F0E">
              <w:rPr>
                <w:rFonts w:cs="Arial"/>
              </w:rPr>
              <w:t>15</w:t>
            </w:r>
          </w:p>
        </w:tc>
        <w:tc>
          <w:tcPr>
            <w:tcW w:w="6052" w:type="dxa"/>
            <w:vAlign w:val="center"/>
          </w:tcPr>
          <w:p w14:paraId="0984FCCB" w14:textId="77777777" w:rsidR="00B15E99" w:rsidRPr="00EF2F0E" w:rsidRDefault="00B15E99" w:rsidP="00A40339">
            <w:pPr>
              <w:pStyle w:val="TAC"/>
              <w:rPr>
                <w:rFonts w:cs="Arial"/>
              </w:rPr>
            </w:pPr>
            <w:r w:rsidRPr="00EF2F0E">
              <w:rPr>
                <w:rFonts w:cs="Arial"/>
              </w:rPr>
              <w:t>FRC A1-3 in 3GPP TS 36.104 [8], annex A.1 (</w:t>
            </w:r>
            <w:r w:rsidRPr="00EF2F0E">
              <w:t>NOTE</w:t>
            </w:r>
            <w:r w:rsidRPr="00EF2F0E">
              <w:rPr>
                <w:rFonts w:cs="Arial"/>
              </w:rPr>
              <w:t>)</w:t>
            </w:r>
          </w:p>
        </w:tc>
      </w:tr>
      <w:tr w:rsidR="003401A4" w:rsidRPr="00EF2F0E" w14:paraId="0984FCCF" w14:textId="77777777" w:rsidTr="00A40339">
        <w:trPr>
          <w:jc w:val="center"/>
        </w:trPr>
        <w:tc>
          <w:tcPr>
            <w:tcW w:w="3805" w:type="dxa"/>
            <w:vAlign w:val="center"/>
          </w:tcPr>
          <w:p w14:paraId="0984FCCD" w14:textId="77777777" w:rsidR="00B15E99" w:rsidRPr="00EF2F0E" w:rsidRDefault="00B15E99" w:rsidP="00A40339">
            <w:pPr>
              <w:pStyle w:val="TAC"/>
              <w:rPr>
                <w:rFonts w:cs="Arial"/>
              </w:rPr>
            </w:pPr>
            <w:r w:rsidRPr="00EF2F0E">
              <w:rPr>
                <w:rFonts w:cs="Arial"/>
              </w:rPr>
              <w:t>20</w:t>
            </w:r>
          </w:p>
        </w:tc>
        <w:tc>
          <w:tcPr>
            <w:tcW w:w="6052" w:type="dxa"/>
            <w:vAlign w:val="center"/>
          </w:tcPr>
          <w:p w14:paraId="0984FCCE" w14:textId="77777777" w:rsidR="00B15E99" w:rsidRPr="00EF2F0E" w:rsidRDefault="00B15E99" w:rsidP="00A40339">
            <w:pPr>
              <w:pStyle w:val="TAC"/>
              <w:rPr>
                <w:rFonts w:cs="Arial"/>
              </w:rPr>
            </w:pPr>
            <w:r w:rsidRPr="00EF2F0E">
              <w:rPr>
                <w:rFonts w:cs="Arial"/>
              </w:rPr>
              <w:t>FRC A1-3 in 3GPP TS 36.104 [8], annex A.1 (</w:t>
            </w:r>
            <w:r w:rsidRPr="00EF2F0E">
              <w:t>NOTE</w:t>
            </w:r>
            <w:r w:rsidRPr="00EF2F0E">
              <w:rPr>
                <w:rFonts w:cs="Arial"/>
              </w:rPr>
              <w:t>)</w:t>
            </w:r>
          </w:p>
        </w:tc>
      </w:tr>
      <w:tr w:rsidR="00B15E99" w:rsidRPr="00EF2F0E" w14:paraId="0984FCD1" w14:textId="77777777" w:rsidTr="00A40339">
        <w:trPr>
          <w:jc w:val="center"/>
        </w:trPr>
        <w:tc>
          <w:tcPr>
            <w:tcW w:w="9857" w:type="dxa"/>
            <w:gridSpan w:val="2"/>
            <w:vAlign w:val="center"/>
          </w:tcPr>
          <w:p w14:paraId="0984FCD0" w14:textId="77777777" w:rsidR="00B15E99" w:rsidRPr="00EF2F0E" w:rsidRDefault="00B15E99" w:rsidP="00A40339">
            <w:pPr>
              <w:pStyle w:val="TAN"/>
            </w:pPr>
            <w:r w:rsidRPr="00EF2F0E">
              <w:t>NOTE:</w:t>
            </w:r>
            <w:r w:rsidR="006E5225" w:rsidRPr="00EF2F0E">
              <w:tab/>
            </w:r>
            <w:r w:rsidRPr="00EF2F0E">
              <w:t>The declared minimum EIS level is applied to a single instance of the reference measurement channel. This requirement shall be met for each consecutive application of a single instance of FRC A1-3 mapped to disjoint frequency ranges with a width of 25 resource blocks each.</w:t>
            </w:r>
            <w:r w:rsidR="00AA1961" w:rsidRPr="00EF2F0E">
              <w:t xml:space="preserve"> </w:t>
            </w:r>
            <w:r w:rsidR="00AA1961" w:rsidRPr="00EF2F0E">
              <w:rPr>
                <w:rFonts w:cs="Arial"/>
                <w:lang w:eastAsia="ko-KR"/>
              </w:rPr>
              <w:t>T</w:t>
            </w:r>
            <w:r w:rsidR="00AA1961" w:rsidRPr="00EF2F0E">
              <w:rPr>
                <w:rFonts w:cs="Arial" w:hint="eastAsia"/>
                <w:lang w:eastAsia="zh-CN"/>
              </w:rPr>
              <w:t xml:space="preserve">his </w:t>
            </w:r>
            <w:r w:rsidR="00AA1961" w:rsidRPr="00EF2F0E">
              <w:rPr>
                <w:rFonts w:cs="Arial"/>
                <w:lang w:eastAsia="zh-CN"/>
              </w:rPr>
              <w:t>reference measurement channel</w:t>
            </w:r>
            <w:r w:rsidR="00AA1961" w:rsidRPr="00EF2F0E">
              <w:rPr>
                <w:rFonts w:cs="Arial" w:hint="eastAsia"/>
                <w:lang w:eastAsia="zh-CN"/>
              </w:rPr>
              <w:t xml:space="preserve"> is </w:t>
            </w:r>
            <w:r w:rsidR="00AA1961" w:rsidRPr="00EF2F0E">
              <w:rPr>
                <w:rFonts w:cs="Arial"/>
                <w:lang w:eastAsia="zh-CN"/>
              </w:rPr>
              <w:t>not</w:t>
            </w:r>
            <w:r w:rsidR="00AA1961" w:rsidRPr="00EF2F0E">
              <w:rPr>
                <w:rFonts w:cs="Arial" w:hint="eastAsia"/>
                <w:lang w:eastAsia="zh-CN"/>
              </w:rPr>
              <w:t xml:space="preserve"> applied for Band 46</w:t>
            </w:r>
            <w:r w:rsidR="00AA1961" w:rsidRPr="00EF2F0E">
              <w:rPr>
                <w:rFonts w:cs="Arial"/>
                <w:lang w:eastAsia="zh-CN"/>
              </w:rPr>
              <w:t xml:space="preserve"> nor for Band 49</w:t>
            </w:r>
            <w:r w:rsidR="00AA1961" w:rsidRPr="00EF2F0E">
              <w:rPr>
                <w:rFonts w:cs="Arial" w:hint="eastAsia"/>
                <w:lang w:eastAsia="zh-CN"/>
              </w:rPr>
              <w:t>.</w:t>
            </w:r>
          </w:p>
        </w:tc>
      </w:tr>
    </w:tbl>
    <w:p w14:paraId="0984FCD2" w14:textId="77777777" w:rsidR="00B15E99" w:rsidRPr="00EF2F0E" w:rsidRDefault="00B15E99" w:rsidP="00A40339">
      <w:pPr>
        <w:rPr>
          <w:lang w:eastAsia="zh-CN"/>
        </w:rPr>
      </w:pPr>
    </w:p>
    <w:p w14:paraId="0984FCD3" w14:textId="77777777" w:rsidR="00B15E99" w:rsidRPr="00EF2F0E" w:rsidRDefault="00B15E99" w:rsidP="00A40339">
      <w:pPr>
        <w:pStyle w:val="NO"/>
        <w:rPr>
          <w:lang w:eastAsia="zh-CN"/>
        </w:rPr>
      </w:pPr>
      <w:r w:rsidRPr="00EF2F0E">
        <w:rPr>
          <w:lang w:eastAsia="zh-CN"/>
        </w:rPr>
        <w:t>NOTE 2:</w:t>
      </w:r>
      <w:r w:rsidRPr="00EF2F0E">
        <w:rPr>
          <w:lang w:eastAsia="zh-CN"/>
        </w:rPr>
        <w:tab/>
        <w:t xml:space="preserve">Several OSDD EIS level declarations corresponding to different </w:t>
      </w:r>
      <w:r w:rsidRPr="00EF2F0E">
        <w:rPr>
          <w:rFonts w:cs="v5.0.0"/>
          <w:i/>
        </w:rPr>
        <w:t>channel bandwidths</w:t>
      </w:r>
      <w:r w:rsidRPr="00EF2F0E">
        <w:rPr>
          <w:lang w:eastAsia="zh-CN"/>
        </w:rPr>
        <w:t xml:space="preserve"> may be made.</w:t>
      </w:r>
    </w:p>
    <w:p w14:paraId="0984FCD4" w14:textId="77777777" w:rsidR="00B15E99" w:rsidRPr="00EF2F0E" w:rsidRDefault="00B15E99" w:rsidP="00A40339">
      <w:pPr>
        <w:pStyle w:val="Heading2"/>
      </w:pPr>
      <w:bookmarkStart w:id="4939" w:name="_Toc21096140"/>
      <w:bookmarkStart w:id="4940" w:name="_Toc29763339"/>
      <w:bookmarkStart w:id="4941" w:name="_Toc45869624"/>
      <w:bookmarkStart w:id="4942" w:name="_Toc52554877"/>
      <w:bookmarkStart w:id="4943" w:name="_Toc52555347"/>
      <w:bookmarkStart w:id="4944" w:name="_Toc61112579"/>
      <w:bookmarkStart w:id="4945" w:name="_Toc67911731"/>
      <w:bookmarkStart w:id="4946" w:name="_Toc74843206"/>
      <w:bookmarkStart w:id="4947" w:name="_Toc76503589"/>
      <w:bookmarkStart w:id="4948" w:name="_Toc83041032"/>
      <w:bookmarkStart w:id="4949" w:name="_Toc89852075"/>
      <w:bookmarkStart w:id="4950" w:name="_Toc98676429"/>
      <w:r w:rsidRPr="00EF2F0E">
        <w:t>10.3</w:t>
      </w:r>
      <w:r w:rsidRPr="00EF2F0E">
        <w:tab/>
        <w:t>OTA Reference sensitivity level</w:t>
      </w:r>
      <w:bookmarkEnd w:id="4939"/>
      <w:bookmarkEnd w:id="4940"/>
      <w:bookmarkEnd w:id="4941"/>
      <w:bookmarkEnd w:id="4942"/>
      <w:bookmarkEnd w:id="4943"/>
      <w:bookmarkEnd w:id="4944"/>
      <w:bookmarkEnd w:id="4945"/>
      <w:bookmarkEnd w:id="4946"/>
      <w:bookmarkEnd w:id="4947"/>
      <w:bookmarkEnd w:id="4948"/>
      <w:bookmarkEnd w:id="4949"/>
      <w:bookmarkEnd w:id="4950"/>
    </w:p>
    <w:p w14:paraId="0984FCD5" w14:textId="77777777" w:rsidR="00B15E99" w:rsidRPr="00EF2F0E" w:rsidRDefault="00B15E99" w:rsidP="00A40339">
      <w:pPr>
        <w:pStyle w:val="Heading3"/>
      </w:pPr>
      <w:bookmarkStart w:id="4951" w:name="_Toc21096141"/>
      <w:bookmarkStart w:id="4952" w:name="_Toc29763340"/>
      <w:bookmarkStart w:id="4953" w:name="_Toc45869625"/>
      <w:bookmarkStart w:id="4954" w:name="_Toc52554878"/>
      <w:bookmarkStart w:id="4955" w:name="_Toc52555348"/>
      <w:bookmarkStart w:id="4956" w:name="_Toc61112580"/>
      <w:bookmarkStart w:id="4957" w:name="_Toc67911732"/>
      <w:bookmarkStart w:id="4958" w:name="_Toc74843207"/>
      <w:bookmarkStart w:id="4959" w:name="_Toc76503590"/>
      <w:bookmarkStart w:id="4960" w:name="_Toc83041033"/>
      <w:bookmarkStart w:id="4961" w:name="_Toc89852076"/>
      <w:bookmarkStart w:id="4962" w:name="_Toc98676430"/>
      <w:r w:rsidRPr="00EF2F0E">
        <w:t>10.3.1</w:t>
      </w:r>
      <w:r w:rsidRPr="00EF2F0E">
        <w:tab/>
        <w:t>General</w:t>
      </w:r>
      <w:bookmarkEnd w:id="4951"/>
      <w:bookmarkEnd w:id="4952"/>
      <w:bookmarkEnd w:id="4953"/>
      <w:bookmarkEnd w:id="4954"/>
      <w:bookmarkEnd w:id="4955"/>
      <w:bookmarkEnd w:id="4956"/>
      <w:bookmarkEnd w:id="4957"/>
      <w:bookmarkEnd w:id="4958"/>
      <w:bookmarkEnd w:id="4959"/>
      <w:bookmarkEnd w:id="4960"/>
      <w:bookmarkEnd w:id="4961"/>
      <w:bookmarkEnd w:id="4962"/>
    </w:p>
    <w:p w14:paraId="0984FCD6" w14:textId="77777777" w:rsidR="00B15E99" w:rsidRPr="00EF2F0E" w:rsidRDefault="00B15E99" w:rsidP="00A40339">
      <w:r w:rsidRPr="00EF2F0E">
        <w:t xml:space="preserve">The OTA REFSENS requirement is intended to ensure the OTA reference sensitivity level for a declared </w:t>
      </w:r>
      <w:r w:rsidRPr="00EF2F0E">
        <w:rPr>
          <w:i/>
        </w:rPr>
        <w:t>OTA REFSENS RoAoA</w:t>
      </w:r>
      <w:r w:rsidRPr="00EF2F0E">
        <w:t>.</w:t>
      </w:r>
    </w:p>
    <w:p w14:paraId="0984FCD7" w14:textId="77777777" w:rsidR="00B15E99" w:rsidRPr="00EF2F0E" w:rsidRDefault="00B15E99" w:rsidP="00A40339">
      <w:r w:rsidRPr="00EF2F0E">
        <w:t>The OTA reference sensitivity power level EIS</w:t>
      </w:r>
      <w:r w:rsidRPr="00EF2F0E">
        <w:rPr>
          <w:vertAlign w:val="subscript"/>
        </w:rPr>
        <w:t>REFSENS</w:t>
      </w:r>
      <w:r w:rsidRPr="00EF2F0E">
        <w:t xml:space="preserve"> is the mean power received at the </w:t>
      </w:r>
      <w:r w:rsidR="005933C1" w:rsidRPr="00EF2F0E">
        <w:t>RIB</w:t>
      </w:r>
      <w:r w:rsidRPr="00EF2F0E">
        <w:t xml:space="preserve"> at which a reference performance requirement shall be met for a specified reference measurement channel.</w:t>
      </w:r>
    </w:p>
    <w:p w14:paraId="0984FCD8" w14:textId="77777777" w:rsidR="0058588B" w:rsidRPr="00EF2F0E" w:rsidRDefault="0058588B" w:rsidP="00A40339">
      <w:r w:rsidRPr="00EF2F0E">
        <w:t xml:space="preserve">The OTA REFSENS </w:t>
      </w:r>
      <w:r w:rsidR="005933C1" w:rsidRPr="00EF2F0E">
        <w:t>requirement</w:t>
      </w:r>
      <w:r w:rsidRPr="00EF2F0E">
        <w:t xml:space="preserve"> shall apply to </w:t>
      </w:r>
      <w:r w:rsidR="005933C1" w:rsidRPr="00EF2F0E">
        <w:t xml:space="preserve">each </w:t>
      </w:r>
      <w:r w:rsidRPr="00EF2F0E">
        <w:t xml:space="preserve">supported polarization, under the assumption of </w:t>
      </w:r>
      <w:r w:rsidRPr="00EF2F0E">
        <w:rPr>
          <w:i/>
        </w:rPr>
        <w:t>polarization match</w:t>
      </w:r>
      <w:r w:rsidRPr="00EF2F0E">
        <w:t>.</w:t>
      </w:r>
    </w:p>
    <w:p w14:paraId="0984FCD9" w14:textId="77777777" w:rsidR="00B15E99" w:rsidRPr="00EF2F0E" w:rsidRDefault="00B15E99" w:rsidP="00A40339">
      <w:pPr>
        <w:pStyle w:val="Heading3"/>
      </w:pPr>
      <w:bookmarkStart w:id="4963" w:name="_Toc21096142"/>
      <w:bookmarkStart w:id="4964" w:name="_Toc29763341"/>
      <w:bookmarkStart w:id="4965" w:name="_Toc45869626"/>
      <w:bookmarkStart w:id="4966" w:name="_Toc52554879"/>
      <w:bookmarkStart w:id="4967" w:name="_Toc52555349"/>
      <w:bookmarkStart w:id="4968" w:name="_Toc61112581"/>
      <w:bookmarkStart w:id="4969" w:name="_Toc67911733"/>
      <w:bookmarkStart w:id="4970" w:name="_Toc74843208"/>
      <w:bookmarkStart w:id="4971" w:name="_Toc76503591"/>
      <w:bookmarkStart w:id="4972" w:name="_Toc83041034"/>
      <w:bookmarkStart w:id="4973" w:name="_Toc89852077"/>
      <w:bookmarkStart w:id="4974" w:name="_Toc98676431"/>
      <w:r w:rsidRPr="00EF2F0E">
        <w:t>10.3.2</w:t>
      </w:r>
      <w:r w:rsidRPr="00EF2F0E">
        <w:tab/>
        <w:t>Minimum requirement for MSR operation</w:t>
      </w:r>
      <w:bookmarkEnd w:id="4963"/>
      <w:bookmarkEnd w:id="4964"/>
      <w:bookmarkEnd w:id="4965"/>
      <w:bookmarkEnd w:id="4966"/>
      <w:bookmarkEnd w:id="4967"/>
      <w:bookmarkEnd w:id="4968"/>
      <w:bookmarkEnd w:id="4969"/>
      <w:bookmarkEnd w:id="4970"/>
      <w:bookmarkEnd w:id="4971"/>
      <w:bookmarkEnd w:id="4972"/>
      <w:bookmarkEnd w:id="4973"/>
      <w:bookmarkEnd w:id="4974"/>
    </w:p>
    <w:p w14:paraId="0984FCDA" w14:textId="77777777" w:rsidR="00B15E99" w:rsidRPr="00EF2F0E" w:rsidRDefault="00B15E99" w:rsidP="00A40339">
      <w:r w:rsidRPr="00EF2F0E">
        <w:t>For UTRA, the minimum requirement for reference sensitivity is specified in subclause 10.3.3.</w:t>
      </w:r>
    </w:p>
    <w:p w14:paraId="0984FCDB" w14:textId="77777777" w:rsidR="00B15E99" w:rsidRPr="00EF2F0E" w:rsidRDefault="00B15E99" w:rsidP="00A40339">
      <w:r w:rsidRPr="00EF2F0E">
        <w:t>For E-UTRA, the minimum requirement for reference sensitivity is specified in subclause 10.3.4.</w:t>
      </w:r>
    </w:p>
    <w:p w14:paraId="0984FCDC" w14:textId="77777777" w:rsidR="00B15E99" w:rsidRPr="00EF2F0E" w:rsidRDefault="00B15E99" w:rsidP="00A40339">
      <w:r w:rsidRPr="00EF2F0E">
        <w:t xml:space="preserve">For NR, the minimum requirement for reference sensitivity is the same as that specified for </w:t>
      </w:r>
      <w:r w:rsidRPr="00EF2F0E">
        <w:rPr>
          <w:i/>
        </w:rPr>
        <w:t xml:space="preserve">BS type 1-O </w:t>
      </w:r>
      <w:r w:rsidRPr="00EF2F0E">
        <w:t>in 3GPP TS 38.104 [28] in subclause 10.3.2.</w:t>
      </w:r>
    </w:p>
    <w:p w14:paraId="0984FCDD" w14:textId="77777777" w:rsidR="00B15E99" w:rsidRPr="00EF2F0E" w:rsidRDefault="00B15E99" w:rsidP="00A40339">
      <w:pPr>
        <w:pStyle w:val="Heading3"/>
      </w:pPr>
      <w:bookmarkStart w:id="4975" w:name="_Toc21096143"/>
      <w:bookmarkStart w:id="4976" w:name="_Toc29763342"/>
      <w:bookmarkStart w:id="4977" w:name="_Toc45869627"/>
      <w:bookmarkStart w:id="4978" w:name="_Toc52554880"/>
      <w:bookmarkStart w:id="4979" w:name="_Toc52555350"/>
      <w:bookmarkStart w:id="4980" w:name="_Toc61112582"/>
      <w:bookmarkStart w:id="4981" w:name="_Toc67911734"/>
      <w:bookmarkStart w:id="4982" w:name="_Toc74843209"/>
      <w:bookmarkStart w:id="4983" w:name="_Toc76503592"/>
      <w:bookmarkStart w:id="4984" w:name="_Toc83041035"/>
      <w:bookmarkStart w:id="4985" w:name="_Toc89852078"/>
      <w:bookmarkStart w:id="4986" w:name="_Toc98676432"/>
      <w:r w:rsidRPr="00EF2F0E">
        <w:t>10.3.3</w:t>
      </w:r>
      <w:r w:rsidRPr="00EF2F0E">
        <w:tab/>
        <w:t>Minimum requirement for single RAT UTRA operation</w:t>
      </w:r>
      <w:bookmarkEnd w:id="4975"/>
      <w:bookmarkEnd w:id="4976"/>
      <w:bookmarkEnd w:id="4977"/>
      <w:bookmarkEnd w:id="4978"/>
      <w:bookmarkEnd w:id="4979"/>
      <w:bookmarkEnd w:id="4980"/>
      <w:bookmarkEnd w:id="4981"/>
      <w:bookmarkEnd w:id="4982"/>
      <w:bookmarkEnd w:id="4983"/>
      <w:bookmarkEnd w:id="4984"/>
      <w:bookmarkEnd w:id="4985"/>
      <w:bookmarkEnd w:id="4986"/>
    </w:p>
    <w:p w14:paraId="0984FCDE" w14:textId="77777777" w:rsidR="00B15E99" w:rsidRPr="00EF2F0E" w:rsidRDefault="00B15E99" w:rsidP="00A40339">
      <w:r w:rsidRPr="00EF2F0E">
        <w:t xml:space="preserve">If the AoA of the incident wave of a received signal is within the </w:t>
      </w:r>
      <w:r w:rsidRPr="00EF2F0E">
        <w:rPr>
          <w:i/>
        </w:rPr>
        <w:t>OTA REFSENS RoAoA</w:t>
      </w:r>
      <w:r w:rsidRPr="00EF2F0E">
        <w:t>, the error rate criterion as described below shall be met when the level of the arriving signal is equal to EIS</w:t>
      </w:r>
      <w:r w:rsidRPr="00EF2F0E">
        <w:rPr>
          <w:vertAlign w:val="subscript"/>
        </w:rPr>
        <w:t>REFSENS</w:t>
      </w:r>
      <w:r w:rsidRPr="00EF2F0E">
        <w:t>.</w:t>
      </w:r>
    </w:p>
    <w:p w14:paraId="0984FCDF" w14:textId="77777777" w:rsidR="00B15E99" w:rsidRPr="00EF2F0E" w:rsidRDefault="00B15E99" w:rsidP="00A40339">
      <w:pPr>
        <w:rPr>
          <w:rFonts w:cs="v5.0.0"/>
        </w:rPr>
      </w:pPr>
      <w:r w:rsidRPr="00EF2F0E">
        <w:rPr>
          <w:rFonts w:cs="v5.0.0"/>
        </w:rPr>
        <w:t>For UTRA FDD, using the reference measurement channel specified in 3GPP TS 25.104 [2], the OTA reference sensitivity level and performance shall be as specified in table 10.3.3-1.</w:t>
      </w:r>
    </w:p>
    <w:p w14:paraId="0984FCE0" w14:textId="77777777" w:rsidR="00B15E99" w:rsidRPr="00EF2F0E" w:rsidRDefault="00B15E99" w:rsidP="00A40339">
      <w:pPr>
        <w:pStyle w:val="TH"/>
      </w:pPr>
      <w:r w:rsidRPr="00EF2F0E">
        <w:t>Table 10.3.3-1: UTRA FDD OTA reference sensitivity levels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12"/>
        <w:gridCol w:w="2482"/>
        <w:gridCol w:w="2535"/>
        <w:gridCol w:w="2977"/>
      </w:tblGrid>
      <w:tr w:rsidR="003401A4" w:rsidRPr="00EF2F0E" w14:paraId="0984FCE6" w14:textId="77777777" w:rsidTr="00A40339">
        <w:trPr>
          <w:cantSplit/>
          <w:jc w:val="center"/>
        </w:trPr>
        <w:tc>
          <w:tcPr>
            <w:tcW w:w="1612" w:type="dxa"/>
          </w:tcPr>
          <w:p w14:paraId="0984FCE1" w14:textId="77777777" w:rsidR="00B15E99" w:rsidRPr="00EF2F0E" w:rsidRDefault="00B15E99" w:rsidP="00A40339">
            <w:pPr>
              <w:pStyle w:val="TAH"/>
            </w:pPr>
            <w:r w:rsidRPr="00EF2F0E">
              <w:t>BS Class</w:t>
            </w:r>
          </w:p>
        </w:tc>
        <w:tc>
          <w:tcPr>
            <w:tcW w:w="2482" w:type="dxa"/>
          </w:tcPr>
          <w:p w14:paraId="0984FCE2" w14:textId="77777777" w:rsidR="00B15E99" w:rsidRPr="00EF2F0E" w:rsidRDefault="00B15E99" w:rsidP="00A40339">
            <w:pPr>
              <w:pStyle w:val="TAH"/>
              <w:rPr>
                <w:rFonts w:cs="v5.0.0"/>
              </w:rPr>
            </w:pPr>
            <w:r w:rsidRPr="00EF2F0E">
              <w:t>Reference</w:t>
            </w:r>
            <w:r w:rsidRPr="00EF2F0E">
              <w:rPr>
                <w:rFonts w:cs="v5.0.0"/>
              </w:rPr>
              <w:t xml:space="preserve"> measurement channel data rate</w:t>
            </w:r>
          </w:p>
        </w:tc>
        <w:tc>
          <w:tcPr>
            <w:tcW w:w="2535" w:type="dxa"/>
          </w:tcPr>
          <w:p w14:paraId="0984FCE3" w14:textId="77777777" w:rsidR="00B15E99" w:rsidRPr="00EF2F0E" w:rsidRDefault="00B15E99" w:rsidP="00A40339">
            <w:pPr>
              <w:pStyle w:val="TAH"/>
              <w:rPr>
                <w:rFonts w:cs="v5.0.0"/>
              </w:rPr>
            </w:pPr>
            <w:r w:rsidRPr="00EF2F0E">
              <w:rPr>
                <w:rFonts w:cs="v5.0.0"/>
              </w:rPr>
              <w:t>EIS</w:t>
            </w:r>
            <w:r w:rsidRPr="00EF2F0E">
              <w:rPr>
                <w:rFonts w:cs="v5.0.0"/>
                <w:vertAlign w:val="subscript"/>
              </w:rPr>
              <w:t>REFSENS</w:t>
            </w:r>
          </w:p>
          <w:p w14:paraId="0984FCE4" w14:textId="77777777" w:rsidR="00B15E99" w:rsidRPr="00EF2F0E" w:rsidRDefault="00B15E99" w:rsidP="00A40339">
            <w:pPr>
              <w:pStyle w:val="TAH"/>
              <w:rPr>
                <w:rFonts w:cs="v5.0.0"/>
              </w:rPr>
            </w:pPr>
            <w:r w:rsidRPr="00EF2F0E">
              <w:rPr>
                <w:rFonts w:cs="v5.0.0"/>
              </w:rPr>
              <w:t>[dBm]</w:t>
            </w:r>
          </w:p>
        </w:tc>
        <w:tc>
          <w:tcPr>
            <w:tcW w:w="2977" w:type="dxa"/>
          </w:tcPr>
          <w:p w14:paraId="0984FCE5" w14:textId="77777777" w:rsidR="00B15E99" w:rsidRPr="00EF2F0E" w:rsidRDefault="00B15E99" w:rsidP="00A40339">
            <w:pPr>
              <w:pStyle w:val="TAH"/>
              <w:rPr>
                <w:rFonts w:cs="v5.0.0"/>
              </w:rPr>
            </w:pPr>
            <w:r w:rsidRPr="00EF2F0E">
              <w:rPr>
                <w:rFonts w:cs="v5.0.0"/>
              </w:rPr>
              <w:t>BER</w:t>
            </w:r>
          </w:p>
        </w:tc>
      </w:tr>
      <w:tr w:rsidR="003401A4" w:rsidRPr="00EF2F0E" w14:paraId="0984FCEB" w14:textId="77777777" w:rsidTr="00A40339">
        <w:trPr>
          <w:cantSplit/>
          <w:jc w:val="center"/>
        </w:trPr>
        <w:tc>
          <w:tcPr>
            <w:tcW w:w="1612" w:type="dxa"/>
          </w:tcPr>
          <w:p w14:paraId="0984FCE7" w14:textId="77777777" w:rsidR="00B15E99" w:rsidRPr="00EF2F0E" w:rsidRDefault="00B15E99" w:rsidP="00A40339">
            <w:pPr>
              <w:pStyle w:val="TAC"/>
              <w:rPr>
                <w:rFonts w:cs="v5.0.0"/>
              </w:rPr>
            </w:pPr>
            <w:r w:rsidRPr="00EF2F0E">
              <w:rPr>
                <w:rFonts w:cs="Arial"/>
              </w:rPr>
              <w:t>Wide Area BS</w:t>
            </w:r>
          </w:p>
        </w:tc>
        <w:tc>
          <w:tcPr>
            <w:tcW w:w="2482" w:type="dxa"/>
          </w:tcPr>
          <w:p w14:paraId="0984FCE8" w14:textId="77777777" w:rsidR="00B15E99" w:rsidRPr="00EF2F0E" w:rsidRDefault="00B15E99" w:rsidP="00A40339">
            <w:pPr>
              <w:pStyle w:val="TAC"/>
              <w:rPr>
                <w:rFonts w:cs="v5.0.0"/>
              </w:rPr>
            </w:pPr>
            <w:r w:rsidRPr="00EF2F0E">
              <w:rPr>
                <w:rFonts w:cs="v5.0.0"/>
              </w:rPr>
              <w:t>12.2 kbps</w:t>
            </w:r>
          </w:p>
        </w:tc>
        <w:tc>
          <w:tcPr>
            <w:tcW w:w="2535" w:type="dxa"/>
          </w:tcPr>
          <w:p w14:paraId="0984FCE9" w14:textId="77777777" w:rsidR="00B15E99" w:rsidRPr="00EF2F0E" w:rsidRDefault="00B15E99" w:rsidP="00A40339">
            <w:pPr>
              <w:pStyle w:val="TAC"/>
              <w:rPr>
                <w:rFonts w:cs="v5.0.0"/>
              </w:rPr>
            </w:pPr>
            <w:r w:rsidRPr="00EF2F0E">
              <w:rPr>
                <w:rFonts w:cs="v5.0.0"/>
              </w:rPr>
              <w:t>-121</w:t>
            </w:r>
            <w:r w:rsidRPr="00EF2F0E">
              <w:rPr>
                <w:rFonts w:cs="Arial"/>
              </w:rPr>
              <w:t xml:space="preserve"> - Δ</w:t>
            </w:r>
            <w:r w:rsidRPr="00EF2F0E">
              <w:rPr>
                <w:rFonts w:cs="Arial"/>
                <w:vertAlign w:val="subscript"/>
              </w:rPr>
              <w:t>OTAREFSENS</w:t>
            </w:r>
          </w:p>
        </w:tc>
        <w:tc>
          <w:tcPr>
            <w:tcW w:w="2977" w:type="dxa"/>
          </w:tcPr>
          <w:p w14:paraId="0984FCEA" w14:textId="77777777" w:rsidR="00B15E99" w:rsidRPr="00EF2F0E" w:rsidRDefault="00B15E99" w:rsidP="00A40339">
            <w:pPr>
              <w:pStyle w:val="TAC"/>
              <w:rPr>
                <w:rFonts w:cs="v5.0.0"/>
              </w:rPr>
            </w:pPr>
            <w:r w:rsidRPr="00EF2F0E">
              <w:rPr>
                <w:rFonts w:cs="v5.0.0"/>
              </w:rPr>
              <w:t>BER shall not exceed 0.001</w:t>
            </w:r>
          </w:p>
        </w:tc>
      </w:tr>
      <w:tr w:rsidR="003401A4" w:rsidRPr="00EF2F0E" w14:paraId="0984FCF0" w14:textId="77777777" w:rsidTr="00A40339">
        <w:trPr>
          <w:cantSplit/>
          <w:jc w:val="center"/>
        </w:trPr>
        <w:tc>
          <w:tcPr>
            <w:tcW w:w="1612" w:type="dxa"/>
          </w:tcPr>
          <w:p w14:paraId="0984FCEC" w14:textId="77777777" w:rsidR="00B15E99" w:rsidRPr="00EF2F0E" w:rsidRDefault="00B15E99" w:rsidP="00A40339">
            <w:pPr>
              <w:pStyle w:val="TAC"/>
              <w:rPr>
                <w:rFonts w:cs="v5.0.0"/>
              </w:rPr>
            </w:pPr>
            <w:r w:rsidRPr="00EF2F0E">
              <w:rPr>
                <w:rFonts w:cs="Arial"/>
              </w:rPr>
              <w:t>Medium Range BS</w:t>
            </w:r>
          </w:p>
        </w:tc>
        <w:tc>
          <w:tcPr>
            <w:tcW w:w="2482" w:type="dxa"/>
          </w:tcPr>
          <w:p w14:paraId="0984FCED" w14:textId="77777777" w:rsidR="00B15E99" w:rsidRPr="00EF2F0E" w:rsidRDefault="00B15E99" w:rsidP="00A40339">
            <w:pPr>
              <w:pStyle w:val="TAC"/>
              <w:rPr>
                <w:rFonts w:cs="v5.0.0"/>
              </w:rPr>
            </w:pPr>
            <w:r w:rsidRPr="00EF2F0E">
              <w:rPr>
                <w:rFonts w:cs="v5.0.0"/>
              </w:rPr>
              <w:t>12.2 kbps</w:t>
            </w:r>
          </w:p>
        </w:tc>
        <w:tc>
          <w:tcPr>
            <w:tcW w:w="2535" w:type="dxa"/>
          </w:tcPr>
          <w:p w14:paraId="0984FCEE" w14:textId="77777777" w:rsidR="00B15E99" w:rsidRPr="00EF2F0E" w:rsidRDefault="00B15E99" w:rsidP="00A40339">
            <w:pPr>
              <w:pStyle w:val="TAC"/>
              <w:rPr>
                <w:rFonts w:cs="v5.0.0"/>
              </w:rPr>
            </w:pPr>
            <w:r w:rsidRPr="00EF2F0E">
              <w:rPr>
                <w:rFonts w:cs="v5.0.0"/>
              </w:rPr>
              <w:t>-111</w:t>
            </w:r>
            <w:r w:rsidRPr="00EF2F0E">
              <w:rPr>
                <w:rFonts w:cs="Arial"/>
              </w:rPr>
              <w:t xml:space="preserve"> - Δ</w:t>
            </w:r>
            <w:r w:rsidRPr="00EF2F0E">
              <w:rPr>
                <w:rFonts w:cs="Arial"/>
                <w:vertAlign w:val="subscript"/>
              </w:rPr>
              <w:t>OTAREFSENS</w:t>
            </w:r>
          </w:p>
        </w:tc>
        <w:tc>
          <w:tcPr>
            <w:tcW w:w="2977" w:type="dxa"/>
          </w:tcPr>
          <w:p w14:paraId="0984FCEF" w14:textId="77777777" w:rsidR="00B15E99" w:rsidRPr="00EF2F0E" w:rsidRDefault="00B15E99" w:rsidP="00A40339">
            <w:pPr>
              <w:pStyle w:val="TAC"/>
              <w:rPr>
                <w:rFonts w:cs="v5.0.0"/>
              </w:rPr>
            </w:pPr>
            <w:r w:rsidRPr="00EF2F0E">
              <w:rPr>
                <w:rFonts w:cs="v5.0.0"/>
              </w:rPr>
              <w:t>BER shall not exceed 0.001</w:t>
            </w:r>
          </w:p>
        </w:tc>
      </w:tr>
      <w:tr w:rsidR="00B15E99" w:rsidRPr="00EF2F0E" w14:paraId="0984FCF5" w14:textId="77777777" w:rsidTr="00A40339">
        <w:trPr>
          <w:cantSplit/>
          <w:jc w:val="center"/>
        </w:trPr>
        <w:tc>
          <w:tcPr>
            <w:tcW w:w="1612" w:type="dxa"/>
          </w:tcPr>
          <w:p w14:paraId="0984FCF1" w14:textId="77777777" w:rsidR="00B15E99" w:rsidRPr="00EF2F0E" w:rsidRDefault="00B15E99" w:rsidP="00A40339">
            <w:pPr>
              <w:pStyle w:val="TAC"/>
              <w:rPr>
                <w:rFonts w:cs="v5.0.0"/>
              </w:rPr>
            </w:pPr>
            <w:r w:rsidRPr="00EF2F0E">
              <w:rPr>
                <w:rFonts w:cs="Arial"/>
              </w:rPr>
              <w:t xml:space="preserve">Local Area </w:t>
            </w:r>
          </w:p>
        </w:tc>
        <w:tc>
          <w:tcPr>
            <w:tcW w:w="2482" w:type="dxa"/>
          </w:tcPr>
          <w:p w14:paraId="0984FCF2" w14:textId="77777777" w:rsidR="00B15E99" w:rsidRPr="00EF2F0E" w:rsidRDefault="00B15E99" w:rsidP="00A40339">
            <w:pPr>
              <w:pStyle w:val="TAC"/>
              <w:rPr>
                <w:rFonts w:cs="v5.0.0"/>
              </w:rPr>
            </w:pPr>
            <w:r w:rsidRPr="00EF2F0E">
              <w:rPr>
                <w:rFonts w:cs="v5.0.0"/>
              </w:rPr>
              <w:t>12.2 kbps</w:t>
            </w:r>
          </w:p>
        </w:tc>
        <w:tc>
          <w:tcPr>
            <w:tcW w:w="2535" w:type="dxa"/>
          </w:tcPr>
          <w:p w14:paraId="0984FCF3" w14:textId="77777777" w:rsidR="00B15E99" w:rsidRPr="00EF2F0E" w:rsidRDefault="00B15E99" w:rsidP="00A40339">
            <w:pPr>
              <w:pStyle w:val="TAC"/>
              <w:rPr>
                <w:rFonts w:cs="v5.0.0"/>
              </w:rPr>
            </w:pPr>
            <w:r w:rsidRPr="00EF2F0E">
              <w:rPr>
                <w:rFonts w:cs="v5.0.0"/>
              </w:rPr>
              <w:t>-107</w:t>
            </w:r>
            <w:r w:rsidRPr="00EF2F0E">
              <w:rPr>
                <w:rFonts w:cs="Arial"/>
              </w:rPr>
              <w:t xml:space="preserve"> - Δ</w:t>
            </w:r>
            <w:r w:rsidRPr="00EF2F0E">
              <w:rPr>
                <w:rFonts w:cs="Arial"/>
                <w:vertAlign w:val="subscript"/>
              </w:rPr>
              <w:t>OTAREFSENS</w:t>
            </w:r>
          </w:p>
        </w:tc>
        <w:tc>
          <w:tcPr>
            <w:tcW w:w="2977" w:type="dxa"/>
          </w:tcPr>
          <w:p w14:paraId="0984FCF4" w14:textId="77777777" w:rsidR="00B15E99" w:rsidRPr="00EF2F0E" w:rsidRDefault="00B15E99" w:rsidP="00A40339">
            <w:pPr>
              <w:pStyle w:val="TAC"/>
              <w:rPr>
                <w:rFonts w:cs="v5.0.0"/>
              </w:rPr>
            </w:pPr>
            <w:r w:rsidRPr="00EF2F0E">
              <w:rPr>
                <w:rFonts w:cs="v5.0.0"/>
              </w:rPr>
              <w:t>BER shall not exceed 0.001</w:t>
            </w:r>
          </w:p>
        </w:tc>
      </w:tr>
    </w:tbl>
    <w:p w14:paraId="0984FCF6" w14:textId="77777777" w:rsidR="00B15E99" w:rsidRPr="00EF2F0E" w:rsidRDefault="00B15E99" w:rsidP="00A40339">
      <w:pPr>
        <w:rPr>
          <w:rFonts w:cs="v5.0.0"/>
        </w:rPr>
      </w:pPr>
    </w:p>
    <w:p w14:paraId="0984FCF7" w14:textId="77777777" w:rsidR="00B15E99" w:rsidRPr="00EF2F0E" w:rsidRDefault="00B15E99" w:rsidP="00A40339">
      <w:pPr>
        <w:pStyle w:val="Heading3"/>
      </w:pPr>
      <w:bookmarkStart w:id="4987" w:name="_Toc21096144"/>
      <w:bookmarkStart w:id="4988" w:name="_Toc29763343"/>
      <w:bookmarkStart w:id="4989" w:name="_Toc45869628"/>
      <w:bookmarkStart w:id="4990" w:name="_Toc52554881"/>
      <w:bookmarkStart w:id="4991" w:name="_Toc52555351"/>
      <w:bookmarkStart w:id="4992" w:name="_Toc61112583"/>
      <w:bookmarkStart w:id="4993" w:name="_Toc67911735"/>
      <w:bookmarkStart w:id="4994" w:name="_Toc74843210"/>
      <w:bookmarkStart w:id="4995" w:name="_Toc76503593"/>
      <w:bookmarkStart w:id="4996" w:name="_Toc83041036"/>
      <w:bookmarkStart w:id="4997" w:name="_Toc89852079"/>
      <w:bookmarkStart w:id="4998" w:name="_Toc98676433"/>
      <w:r w:rsidRPr="00EF2F0E">
        <w:t>10.3.4</w:t>
      </w:r>
      <w:r w:rsidRPr="00EF2F0E">
        <w:tab/>
        <w:t>Minimum requirement for single RAT E-UTRA operation</w:t>
      </w:r>
      <w:bookmarkEnd w:id="4987"/>
      <w:bookmarkEnd w:id="4988"/>
      <w:bookmarkEnd w:id="4989"/>
      <w:bookmarkEnd w:id="4990"/>
      <w:bookmarkEnd w:id="4991"/>
      <w:bookmarkEnd w:id="4992"/>
      <w:bookmarkEnd w:id="4993"/>
      <w:bookmarkEnd w:id="4994"/>
      <w:bookmarkEnd w:id="4995"/>
      <w:bookmarkEnd w:id="4996"/>
      <w:bookmarkEnd w:id="4997"/>
      <w:bookmarkEnd w:id="4998"/>
    </w:p>
    <w:p w14:paraId="0984FCF8" w14:textId="77777777" w:rsidR="00B15E99" w:rsidRPr="00EF2F0E" w:rsidRDefault="00B15E99" w:rsidP="00A40339">
      <w:r w:rsidRPr="00EF2F0E">
        <w:t xml:space="preserve">If the AoA of the incident wave of a received signal is within the </w:t>
      </w:r>
      <w:r w:rsidRPr="00EF2F0E">
        <w:rPr>
          <w:i/>
        </w:rPr>
        <w:t>OTA REFSENS RoAoA</w:t>
      </w:r>
      <w:r w:rsidRPr="00EF2F0E">
        <w:t>, the throughput criterion as described below shall be met when the level of the arriving signal is equal to EIS</w:t>
      </w:r>
      <w:r w:rsidRPr="00EF2F0E">
        <w:rPr>
          <w:vertAlign w:val="subscript"/>
        </w:rPr>
        <w:t>REFSENS</w:t>
      </w:r>
      <w:r w:rsidRPr="00EF2F0E">
        <w:t xml:space="preserve"> in the respective declared </w:t>
      </w:r>
      <w:r w:rsidRPr="00EF2F0E">
        <w:rPr>
          <w:i/>
        </w:rPr>
        <w:t>channel bandwidth</w:t>
      </w:r>
      <w:r w:rsidRPr="00EF2F0E">
        <w:t xml:space="preserve">.  </w:t>
      </w:r>
    </w:p>
    <w:p w14:paraId="0984FCF9" w14:textId="77777777" w:rsidR="00B15E99" w:rsidRPr="00EF2F0E" w:rsidRDefault="00B15E99" w:rsidP="00A40339">
      <w:r w:rsidRPr="00EF2F0E">
        <w:t xml:space="preserve">The throughput shall be ≥ 95 % of the </w:t>
      </w:r>
      <w:r w:rsidRPr="00EF2F0E">
        <w:rPr>
          <w:i/>
        </w:rPr>
        <w:t>maximum throughput</w:t>
      </w:r>
      <w:r w:rsidRPr="00EF2F0E">
        <w:t xml:space="preserve"> of the reference measurement channel as specified in 3GPP TS 36.104 [4] with parameters specified in table 10.3.4-1 </w:t>
      </w:r>
      <w:r w:rsidRPr="00EF2F0E">
        <w:rPr>
          <w:lang w:eastAsia="zh-CN"/>
        </w:rPr>
        <w:t>for Wide Area BS, in table 10.3.4-2 for Local Area BS</w:t>
      </w:r>
      <w:r w:rsidRPr="00EF2F0E">
        <w:rPr>
          <w:rFonts w:cs="v5.0.0"/>
          <w:lang w:eastAsia="zh-CN"/>
        </w:rPr>
        <w:t xml:space="preserve"> and in table 10.3.4-3 for Medium Range BS</w:t>
      </w:r>
      <w:r w:rsidRPr="00EF2F0E">
        <w:t>.</w:t>
      </w:r>
    </w:p>
    <w:p w14:paraId="0984FCFA" w14:textId="77777777" w:rsidR="00B15E99" w:rsidRPr="00EF2F0E" w:rsidRDefault="00B15E99" w:rsidP="00A40339">
      <w:pPr>
        <w:pStyle w:val="TH"/>
      </w:pPr>
      <w:r w:rsidRPr="00EF2F0E">
        <w:t xml:space="preserve">Table 10.3.4-1: E-UTRA Wide area AAS BS OTA reference measurement channel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9"/>
        <w:gridCol w:w="4565"/>
        <w:gridCol w:w="2367"/>
      </w:tblGrid>
      <w:tr w:rsidR="003401A4" w:rsidRPr="00EF2F0E" w14:paraId="0984FD00" w14:textId="77777777" w:rsidTr="00A40339">
        <w:trPr>
          <w:jc w:val="center"/>
        </w:trPr>
        <w:tc>
          <w:tcPr>
            <w:tcW w:w="0" w:type="auto"/>
            <w:shd w:val="clear" w:color="auto" w:fill="auto"/>
            <w:vAlign w:val="center"/>
          </w:tcPr>
          <w:p w14:paraId="0984FCFB" w14:textId="77777777" w:rsidR="00B15E99" w:rsidRPr="00EF2F0E" w:rsidRDefault="00B15E99" w:rsidP="00A40339">
            <w:pPr>
              <w:pStyle w:val="TAH"/>
              <w:rPr>
                <w:rFonts w:cs="Arial"/>
                <w:lang w:val="sv-SE"/>
              </w:rPr>
            </w:pPr>
            <w:r w:rsidRPr="00EF2F0E">
              <w:rPr>
                <w:rFonts w:cs="Arial"/>
                <w:lang w:val="sv-SE"/>
              </w:rPr>
              <w:t>E-UTRA</w:t>
            </w:r>
          </w:p>
          <w:p w14:paraId="0984FCFC" w14:textId="77777777" w:rsidR="00B15E99" w:rsidRPr="00EF2F0E" w:rsidRDefault="00B15E99" w:rsidP="00A40339">
            <w:pPr>
              <w:pStyle w:val="TAH"/>
              <w:rPr>
                <w:rFonts w:cs="Arial"/>
                <w:lang w:val="sv-SE"/>
              </w:rPr>
            </w:pPr>
            <w:r w:rsidRPr="00EF2F0E">
              <w:rPr>
                <w:rFonts w:cs="Arial"/>
                <w:i/>
                <w:lang w:val="sv-SE"/>
              </w:rPr>
              <w:t>channel bandwidth</w:t>
            </w:r>
            <w:r w:rsidRPr="00EF2F0E">
              <w:rPr>
                <w:rFonts w:cs="Arial"/>
                <w:lang w:val="sv-SE"/>
              </w:rPr>
              <w:t xml:space="preserve"> [MHz]</w:t>
            </w:r>
          </w:p>
        </w:tc>
        <w:tc>
          <w:tcPr>
            <w:tcW w:w="0" w:type="auto"/>
            <w:vAlign w:val="center"/>
          </w:tcPr>
          <w:p w14:paraId="0984FCFD" w14:textId="77777777" w:rsidR="00B15E99" w:rsidRPr="00EF2F0E" w:rsidRDefault="00B15E99" w:rsidP="00A40339">
            <w:pPr>
              <w:pStyle w:val="TAH"/>
              <w:rPr>
                <w:rFonts w:cs="Arial"/>
              </w:rPr>
            </w:pPr>
            <w:r w:rsidRPr="00EF2F0E">
              <w:rPr>
                <w:rFonts w:cs="Arial"/>
              </w:rPr>
              <w:t>Reference measurement channel</w:t>
            </w:r>
          </w:p>
        </w:tc>
        <w:tc>
          <w:tcPr>
            <w:tcW w:w="0" w:type="auto"/>
            <w:vAlign w:val="center"/>
          </w:tcPr>
          <w:p w14:paraId="0984FCFE" w14:textId="77777777" w:rsidR="00B15E99" w:rsidRPr="00EF2F0E" w:rsidRDefault="00B15E99" w:rsidP="00A40339">
            <w:pPr>
              <w:pStyle w:val="TAH"/>
              <w:rPr>
                <w:rFonts w:cs="Arial"/>
              </w:rPr>
            </w:pPr>
            <w:r w:rsidRPr="00EF2F0E">
              <w:rPr>
                <w:rFonts w:cs="Arial"/>
              </w:rPr>
              <w:t xml:space="preserve"> EIS</w:t>
            </w:r>
            <w:r w:rsidRPr="00EF2F0E">
              <w:rPr>
                <w:rFonts w:cs="Arial"/>
                <w:vertAlign w:val="subscript"/>
              </w:rPr>
              <w:t>REFSENS</w:t>
            </w:r>
          </w:p>
          <w:p w14:paraId="0984FCFF" w14:textId="77777777" w:rsidR="00B15E99" w:rsidRPr="00EF2F0E" w:rsidRDefault="00B15E99" w:rsidP="00A40339">
            <w:pPr>
              <w:pStyle w:val="TAH"/>
              <w:rPr>
                <w:rFonts w:cs="Arial"/>
              </w:rPr>
            </w:pPr>
            <w:r w:rsidRPr="00EF2F0E">
              <w:rPr>
                <w:rFonts w:cs="Arial"/>
              </w:rPr>
              <w:t xml:space="preserve"> [dBm]</w:t>
            </w:r>
          </w:p>
        </w:tc>
      </w:tr>
      <w:tr w:rsidR="003401A4" w:rsidRPr="00EF2F0E" w14:paraId="0984FD04" w14:textId="77777777" w:rsidTr="00A40339">
        <w:trPr>
          <w:jc w:val="center"/>
        </w:trPr>
        <w:tc>
          <w:tcPr>
            <w:tcW w:w="0" w:type="auto"/>
            <w:vAlign w:val="center"/>
          </w:tcPr>
          <w:p w14:paraId="0984FD01" w14:textId="77777777" w:rsidR="00B15E99" w:rsidRPr="00EF2F0E" w:rsidRDefault="00B15E99" w:rsidP="00A40339">
            <w:pPr>
              <w:pStyle w:val="TAC"/>
              <w:rPr>
                <w:rFonts w:cs="Arial"/>
              </w:rPr>
            </w:pPr>
            <w:r w:rsidRPr="00EF2F0E">
              <w:rPr>
                <w:rFonts w:cs="Arial"/>
              </w:rPr>
              <w:t>1.4</w:t>
            </w:r>
          </w:p>
        </w:tc>
        <w:tc>
          <w:tcPr>
            <w:tcW w:w="0" w:type="auto"/>
            <w:vAlign w:val="center"/>
          </w:tcPr>
          <w:p w14:paraId="0984FD02" w14:textId="77777777" w:rsidR="00B15E99" w:rsidRPr="00EF2F0E" w:rsidRDefault="00B15E99" w:rsidP="00A40339">
            <w:pPr>
              <w:pStyle w:val="TAC"/>
              <w:rPr>
                <w:rFonts w:cs="Arial"/>
                <w:lang w:eastAsia="ja-JP"/>
              </w:rPr>
            </w:pPr>
            <w:r w:rsidRPr="00EF2F0E">
              <w:rPr>
                <w:rFonts w:cs="Arial"/>
                <w:lang w:eastAsia="ja-JP"/>
              </w:rPr>
              <w:t>FRC A1-1 in 3GPP TS 36.104 [8], annex A.1</w:t>
            </w:r>
          </w:p>
        </w:tc>
        <w:tc>
          <w:tcPr>
            <w:tcW w:w="0" w:type="auto"/>
            <w:vAlign w:val="center"/>
          </w:tcPr>
          <w:p w14:paraId="0984FD03" w14:textId="77777777" w:rsidR="00B15E99" w:rsidRPr="00EF2F0E" w:rsidRDefault="00B15E99" w:rsidP="00A40339">
            <w:pPr>
              <w:pStyle w:val="TAC"/>
              <w:rPr>
                <w:rFonts w:cs="Arial"/>
              </w:rPr>
            </w:pPr>
            <w:r w:rsidRPr="00EF2F0E">
              <w:rPr>
                <w:rFonts w:cs="Arial"/>
              </w:rPr>
              <w:t>-106.8 - Δ</w:t>
            </w:r>
            <w:r w:rsidRPr="00EF2F0E">
              <w:rPr>
                <w:rFonts w:cs="Arial"/>
                <w:vertAlign w:val="subscript"/>
              </w:rPr>
              <w:t>OTAREFSENS</w:t>
            </w:r>
          </w:p>
        </w:tc>
      </w:tr>
      <w:tr w:rsidR="003401A4" w:rsidRPr="00EF2F0E" w14:paraId="0984FD08" w14:textId="77777777" w:rsidTr="00A40339">
        <w:trPr>
          <w:jc w:val="center"/>
        </w:trPr>
        <w:tc>
          <w:tcPr>
            <w:tcW w:w="0" w:type="auto"/>
            <w:vAlign w:val="center"/>
          </w:tcPr>
          <w:p w14:paraId="0984FD05" w14:textId="77777777" w:rsidR="00B15E99" w:rsidRPr="00EF2F0E" w:rsidRDefault="00B15E99" w:rsidP="00A40339">
            <w:pPr>
              <w:pStyle w:val="TAC"/>
              <w:rPr>
                <w:rFonts w:cs="Arial"/>
              </w:rPr>
            </w:pPr>
            <w:r w:rsidRPr="00EF2F0E">
              <w:rPr>
                <w:rFonts w:cs="Arial"/>
              </w:rPr>
              <w:t>3</w:t>
            </w:r>
          </w:p>
        </w:tc>
        <w:tc>
          <w:tcPr>
            <w:tcW w:w="0" w:type="auto"/>
            <w:vAlign w:val="center"/>
          </w:tcPr>
          <w:p w14:paraId="0984FD06" w14:textId="77777777" w:rsidR="00B15E99" w:rsidRPr="00EF2F0E" w:rsidRDefault="00B15E99" w:rsidP="00A40339">
            <w:pPr>
              <w:pStyle w:val="TAC"/>
              <w:rPr>
                <w:rFonts w:cs="Arial"/>
                <w:lang w:eastAsia="ja-JP"/>
              </w:rPr>
            </w:pPr>
            <w:r w:rsidRPr="00EF2F0E">
              <w:rPr>
                <w:rFonts w:cs="Arial"/>
                <w:lang w:eastAsia="ja-JP"/>
              </w:rPr>
              <w:t>FRC A1-2 in 3GPP TS 36.104 [8], annex A.1</w:t>
            </w:r>
          </w:p>
        </w:tc>
        <w:tc>
          <w:tcPr>
            <w:tcW w:w="0" w:type="auto"/>
            <w:vAlign w:val="center"/>
          </w:tcPr>
          <w:p w14:paraId="0984FD07" w14:textId="77777777" w:rsidR="00B15E99" w:rsidRPr="00EF2F0E" w:rsidRDefault="00B15E99" w:rsidP="00A40339">
            <w:pPr>
              <w:pStyle w:val="TAC"/>
              <w:rPr>
                <w:rFonts w:cs="Arial"/>
              </w:rPr>
            </w:pPr>
            <w:r w:rsidRPr="00EF2F0E">
              <w:rPr>
                <w:rFonts w:cs="Arial"/>
              </w:rPr>
              <w:t>-103.0 - Δ</w:t>
            </w:r>
            <w:r w:rsidRPr="00EF2F0E">
              <w:rPr>
                <w:rFonts w:cs="Arial"/>
                <w:vertAlign w:val="subscript"/>
              </w:rPr>
              <w:t>OTAREFSENS</w:t>
            </w:r>
          </w:p>
        </w:tc>
      </w:tr>
      <w:tr w:rsidR="003401A4" w:rsidRPr="00EF2F0E" w14:paraId="0984FD0C" w14:textId="77777777" w:rsidTr="00A40339">
        <w:trPr>
          <w:jc w:val="center"/>
        </w:trPr>
        <w:tc>
          <w:tcPr>
            <w:tcW w:w="0" w:type="auto"/>
            <w:vAlign w:val="center"/>
          </w:tcPr>
          <w:p w14:paraId="0984FD09" w14:textId="77777777" w:rsidR="00B15E99" w:rsidRPr="00EF2F0E" w:rsidRDefault="00B15E99" w:rsidP="00A40339">
            <w:pPr>
              <w:pStyle w:val="TAC"/>
              <w:rPr>
                <w:rFonts w:cs="Arial"/>
              </w:rPr>
            </w:pPr>
            <w:r w:rsidRPr="00EF2F0E">
              <w:rPr>
                <w:rFonts w:cs="Arial"/>
              </w:rPr>
              <w:t>5</w:t>
            </w:r>
          </w:p>
        </w:tc>
        <w:tc>
          <w:tcPr>
            <w:tcW w:w="0" w:type="auto"/>
            <w:vAlign w:val="center"/>
          </w:tcPr>
          <w:p w14:paraId="0984FD0A" w14:textId="77777777" w:rsidR="00B15E99" w:rsidRPr="00EF2F0E" w:rsidRDefault="00B15E99" w:rsidP="00A40339">
            <w:pPr>
              <w:pStyle w:val="TAC"/>
              <w:rPr>
                <w:rFonts w:cs="Arial"/>
                <w:lang w:eastAsia="ja-JP"/>
              </w:rPr>
            </w:pPr>
            <w:r w:rsidRPr="00EF2F0E">
              <w:rPr>
                <w:rFonts w:cs="Arial"/>
                <w:lang w:eastAsia="ja-JP"/>
              </w:rPr>
              <w:t xml:space="preserve">FRC A1-3 in 3GPP TS 36.104 [8], annex A.1 </w:t>
            </w:r>
          </w:p>
        </w:tc>
        <w:tc>
          <w:tcPr>
            <w:tcW w:w="0" w:type="auto"/>
            <w:vAlign w:val="center"/>
          </w:tcPr>
          <w:p w14:paraId="0984FD0B" w14:textId="77777777" w:rsidR="00B15E99" w:rsidRPr="00EF2F0E" w:rsidRDefault="00B15E99" w:rsidP="00A40339">
            <w:pPr>
              <w:pStyle w:val="TAC"/>
              <w:rPr>
                <w:rFonts w:cs="Arial"/>
              </w:rPr>
            </w:pPr>
            <w:r w:rsidRPr="00EF2F0E">
              <w:rPr>
                <w:rFonts w:cs="Arial"/>
              </w:rPr>
              <w:t>-101.5 - Δ</w:t>
            </w:r>
            <w:r w:rsidRPr="00EF2F0E">
              <w:rPr>
                <w:rFonts w:cs="Arial"/>
                <w:vertAlign w:val="subscript"/>
              </w:rPr>
              <w:t>OTAREFSENS</w:t>
            </w:r>
          </w:p>
        </w:tc>
      </w:tr>
      <w:tr w:rsidR="003401A4" w:rsidRPr="00EF2F0E" w14:paraId="0984FD10" w14:textId="77777777" w:rsidTr="00A40339">
        <w:trPr>
          <w:jc w:val="center"/>
        </w:trPr>
        <w:tc>
          <w:tcPr>
            <w:tcW w:w="0" w:type="auto"/>
            <w:vAlign w:val="center"/>
          </w:tcPr>
          <w:p w14:paraId="0984FD0D" w14:textId="77777777" w:rsidR="00B15E99" w:rsidRPr="00EF2F0E" w:rsidRDefault="00B15E99" w:rsidP="00A40339">
            <w:pPr>
              <w:pStyle w:val="TAC"/>
              <w:rPr>
                <w:rFonts w:cs="Arial"/>
              </w:rPr>
            </w:pPr>
            <w:r w:rsidRPr="00EF2F0E">
              <w:rPr>
                <w:rFonts w:cs="Arial"/>
              </w:rPr>
              <w:t>10</w:t>
            </w:r>
          </w:p>
        </w:tc>
        <w:tc>
          <w:tcPr>
            <w:tcW w:w="0" w:type="auto"/>
            <w:vAlign w:val="center"/>
          </w:tcPr>
          <w:p w14:paraId="0984FD0E" w14:textId="77777777" w:rsidR="00B15E99" w:rsidRPr="00EF2F0E" w:rsidRDefault="00B15E99" w:rsidP="00A40339">
            <w:pPr>
              <w:pStyle w:val="TAC"/>
              <w:rPr>
                <w:rFonts w:cs="Arial"/>
                <w:lang w:eastAsia="ja-JP"/>
              </w:rPr>
            </w:pPr>
            <w:r w:rsidRPr="00EF2F0E">
              <w:rPr>
                <w:rFonts w:cs="Arial"/>
                <w:lang w:eastAsia="ja-JP"/>
              </w:rPr>
              <w:t>FRC A1-3 in 3GPP TS 36.104 [8], annex A.1 (</w:t>
            </w:r>
            <w:r w:rsidRPr="00EF2F0E">
              <w:rPr>
                <w:lang w:eastAsia="ja-JP"/>
              </w:rPr>
              <w:t>NOTE</w:t>
            </w:r>
            <w:r w:rsidRPr="00EF2F0E">
              <w:rPr>
                <w:rFonts w:cs="Arial"/>
                <w:lang w:eastAsia="ja-JP"/>
              </w:rPr>
              <w:t>)</w:t>
            </w:r>
          </w:p>
        </w:tc>
        <w:tc>
          <w:tcPr>
            <w:tcW w:w="0" w:type="auto"/>
            <w:vAlign w:val="center"/>
          </w:tcPr>
          <w:p w14:paraId="0984FD0F" w14:textId="77777777" w:rsidR="00B15E99" w:rsidRPr="00EF2F0E" w:rsidRDefault="00B15E99" w:rsidP="00A40339">
            <w:pPr>
              <w:pStyle w:val="TAC"/>
              <w:rPr>
                <w:rFonts w:cs="Arial"/>
              </w:rPr>
            </w:pPr>
            <w:r w:rsidRPr="00EF2F0E">
              <w:rPr>
                <w:rFonts w:cs="Arial"/>
              </w:rPr>
              <w:t>-101.5 - Δ</w:t>
            </w:r>
            <w:r w:rsidRPr="00EF2F0E">
              <w:rPr>
                <w:rFonts w:cs="Arial"/>
                <w:vertAlign w:val="subscript"/>
              </w:rPr>
              <w:t>OTAREFSENS</w:t>
            </w:r>
          </w:p>
        </w:tc>
      </w:tr>
      <w:tr w:rsidR="003401A4" w:rsidRPr="00EF2F0E" w14:paraId="0984FD14" w14:textId="77777777" w:rsidTr="00A40339">
        <w:trPr>
          <w:jc w:val="center"/>
        </w:trPr>
        <w:tc>
          <w:tcPr>
            <w:tcW w:w="0" w:type="auto"/>
            <w:vAlign w:val="center"/>
          </w:tcPr>
          <w:p w14:paraId="0984FD11" w14:textId="77777777" w:rsidR="00B15E99" w:rsidRPr="00EF2F0E" w:rsidRDefault="00B15E99" w:rsidP="00A40339">
            <w:pPr>
              <w:pStyle w:val="TAC"/>
              <w:rPr>
                <w:rFonts w:cs="Arial"/>
              </w:rPr>
            </w:pPr>
            <w:r w:rsidRPr="00EF2F0E">
              <w:rPr>
                <w:rFonts w:cs="Arial"/>
              </w:rPr>
              <w:t>15</w:t>
            </w:r>
          </w:p>
        </w:tc>
        <w:tc>
          <w:tcPr>
            <w:tcW w:w="0" w:type="auto"/>
            <w:vAlign w:val="center"/>
          </w:tcPr>
          <w:p w14:paraId="0984FD12" w14:textId="77777777" w:rsidR="00B15E99" w:rsidRPr="00EF2F0E" w:rsidRDefault="00B15E99" w:rsidP="00A40339">
            <w:pPr>
              <w:pStyle w:val="TAC"/>
              <w:rPr>
                <w:rFonts w:cs="Arial"/>
                <w:lang w:eastAsia="ja-JP"/>
              </w:rPr>
            </w:pPr>
            <w:r w:rsidRPr="00EF2F0E">
              <w:rPr>
                <w:rFonts w:cs="Arial"/>
                <w:lang w:eastAsia="ja-JP"/>
              </w:rPr>
              <w:t>FRC A1-1 in 3GPP TS 36.104 [8], annex A.1</w:t>
            </w:r>
            <w:r w:rsidR="00AA1961" w:rsidRPr="00EF2F0E">
              <w:rPr>
                <w:rFonts w:cs="Arial"/>
                <w:lang w:eastAsia="ja-JP"/>
              </w:rPr>
              <w:t xml:space="preserve"> </w:t>
            </w:r>
            <w:r w:rsidRPr="00EF2F0E">
              <w:rPr>
                <w:rFonts w:cs="Arial"/>
                <w:lang w:eastAsia="ja-JP"/>
              </w:rPr>
              <w:t>(</w:t>
            </w:r>
            <w:r w:rsidRPr="00EF2F0E">
              <w:rPr>
                <w:lang w:eastAsia="ja-JP"/>
              </w:rPr>
              <w:t>NOTE</w:t>
            </w:r>
            <w:r w:rsidRPr="00EF2F0E">
              <w:rPr>
                <w:rFonts w:cs="Arial"/>
                <w:lang w:eastAsia="ja-JP"/>
              </w:rPr>
              <w:t>)</w:t>
            </w:r>
          </w:p>
        </w:tc>
        <w:tc>
          <w:tcPr>
            <w:tcW w:w="0" w:type="auto"/>
            <w:vAlign w:val="center"/>
          </w:tcPr>
          <w:p w14:paraId="0984FD13" w14:textId="77777777" w:rsidR="00B15E99" w:rsidRPr="00EF2F0E" w:rsidRDefault="00B15E99" w:rsidP="00A40339">
            <w:pPr>
              <w:pStyle w:val="TAC"/>
              <w:rPr>
                <w:rFonts w:cs="Arial"/>
              </w:rPr>
            </w:pPr>
            <w:r w:rsidRPr="00EF2F0E">
              <w:rPr>
                <w:rFonts w:cs="Arial"/>
              </w:rPr>
              <w:t>-101.5 - Δ</w:t>
            </w:r>
            <w:r w:rsidRPr="00EF2F0E">
              <w:rPr>
                <w:rFonts w:cs="Arial"/>
                <w:vertAlign w:val="subscript"/>
              </w:rPr>
              <w:t>OTAREFSENS</w:t>
            </w:r>
          </w:p>
        </w:tc>
      </w:tr>
      <w:tr w:rsidR="003401A4" w:rsidRPr="00EF2F0E" w14:paraId="0984FD18" w14:textId="77777777" w:rsidTr="00A40339">
        <w:trPr>
          <w:jc w:val="center"/>
        </w:trPr>
        <w:tc>
          <w:tcPr>
            <w:tcW w:w="0" w:type="auto"/>
            <w:vAlign w:val="center"/>
          </w:tcPr>
          <w:p w14:paraId="0984FD15" w14:textId="77777777" w:rsidR="00B15E99" w:rsidRPr="00EF2F0E" w:rsidRDefault="00B15E99" w:rsidP="00A40339">
            <w:pPr>
              <w:pStyle w:val="TAC"/>
              <w:rPr>
                <w:rFonts w:cs="Arial"/>
              </w:rPr>
            </w:pPr>
            <w:r w:rsidRPr="00EF2F0E">
              <w:rPr>
                <w:rFonts w:cs="Arial"/>
              </w:rPr>
              <w:t>20</w:t>
            </w:r>
          </w:p>
        </w:tc>
        <w:tc>
          <w:tcPr>
            <w:tcW w:w="0" w:type="auto"/>
            <w:vAlign w:val="center"/>
          </w:tcPr>
          <w:p w14:paraId="0984FD16" w14:textId="77777777" w:rsidR="00B15E99" w:rsidRPr="00EF2F0E" w:rsidRDefault="00B15E99" w:rsidP="00A40339">
            <w:pPr>
              <w:pStyle w:val="TAC"/>
              <w:rPr>
                <w:rFonts w:cs="Arial"/>
                <w:lang w:eastAsia="ja-JP"/>
              </w:rPr>
            </w:pPr>
            <w:r w:rsidRPr="00EF2F0E">
              <w:rPr>
                <w:rFonts w:cs="Arial"/>
                <w:lang w:eastAsia="ja-JP"/>
              </w:rPr>
              <w:t>FRC A1-2 in 3GPP TS 36.104 [8], annex A.1</w:t>
            </w:r>
            <w:r w:rsidR="00AA1961" w:rsidRPr="00EF2F0E">
              <w:rPr>
                <w:rFonts w:cs="Arial"/>
                <w:lang w:eastAsia="ja-JP"/>
              </w:rPr>
              <w:t xml:space="preserve"> </w:t>
            </w:r>
            <w:r w:rsidRPr="00EF2F0E">
              <w:rPr>
                <w:rFonts w:cs="Arial"/>
                <w:lang w:eastAsia="ja-JP"/>
              </w:rPr>
              <w:t>(</w:t>
            </w:r>
            <w:r w:rsidRPr="00EF2F0E">
              <w:rPr>
                <w:lang w:eastAsia="ja-JP"/>
              </w:rPr>
              <w:t>NOTE</w:t>
            </w:r>
            <w:r w:rsidRPr="00EF2F0E">
              <w:rPr>
                <w:rFonts w:cs="Arial"/>
                <w:lang w:eastAsia="ja-JP"/>
              </w:rPr>
              <w:t>)</w:t>
            </w:r>
          </w:p>
        </w:tc>
        <w:tc>
          <w:tcPr>
            <w:tcW w:w="0" w:type="auto"/>
            <w:vAlign w:val="center"/>
          </w:tcPr>
          <w:p w14:paraId="0984FD17" w14:textId="77777777" w:rsidR="00B15E99" w:rsidRPr="00EF2F0E" w:rsidRDefault="00B15E99" w:rsidP="00A40339">
            <w:pPr>
              <w:pStyle w:val="TAC"/>
              <w:rPr>
                <w:rFonts w:cs="Arial"/>
              </w:rPr>
            </w:pPr>
            <w:r w:rsidRPr="00EF2F0E">
              <w:rPr>
                <w:rFonts w:cs="Arial"/>
              </w:rPr>
              <w:t>-101.5  - Δ</w:t>
            </w:r>
            <w:r w:rsidRPr="00EF2F0E">
              <w:rPr>
                <w:rFonts w:cs="Arial"/>
                <w:vertAlign w:val="subscript"/>
              </w:rPr>
              <w:t>OTAREFSENS</w:t>
            </w:r>
          </w:p>
        </w:tc>
      </w:tr>
      <w:tr w:rsidR="00B15E99" w:rsidRPr="00EF2F0E" w14:paraId="0984FD1A" w14:textId="77777777" w:rsidTr="00A40339">
        <w:trPr>
          <w:jc w:val="center"/>
        </w:trPr>
        <w:tc>
          <w:tcPr>
            <w:tcW w:w="0" w:type="auto"/>
            <w:gridSpan w:val="3"/>
            <w:vAlign w:val="center"/>
          </w:tcPr>
          <w:p w14:paraId="0984FD19" w14:textId="77777777" w:rsidR="00B15E99" w:rsidRPr="00EF2F0E" w:rsidRDefault="00B15E99" w:rsidP="00A40339">
            <w:pPr>
              <w:pStyle w:val="TAN"/>
              <w:rPr>
                <w:lang w:eastAsia="ko-KR"/>
              </w:rPr>
            </w:pPr>
            <w:r w:rsidRPr="00EF2F0E">
              <w:rPr>
                <w:lang w:eastAsia="ko-KR"/>
              </w:rPr>
              <w:t>NOTE:</w:t>
            </w:r>
            <w:r w:rsidRPr="00EF2F0E">
              <w:rPr>
                <w:lang w:eastAsia="ko-KR"/>
              </w:rPr>
              <w:tab/>
              <w:t>EIS</w:t>
            </w:r>
            <w:r w:rsidRPr="00EF2F0E">
              <w:rPr>
                <w:vertAlign w:val="subscript"/>
                <w:lang w:eastAsia="ko-KR"/>
              </w:rPr>
              <w:t>REFSENS</w:t>
            </w:r>
            <w:r w:rsidRPr="00EF2F0E">
              <w:rPr>
                <w:lang w:eastAsia="ko-KR"/>
              </w:rPr>
              <w:t xml:space="preserve"> is the power level of a single instance of the reference measurement channel. This requirement shall be met for each consecutive application of a single instance of FRC A1-3 mapped to disjoint frequency ranges with a width of 25 resource blocks each.</w:t>
            </w:r>
          </w:p>
        </w:tc>
      </w:tr>
    </w:tbl>
    <w:p w14:paraId="0984FD1B" w14:textId="77777777" w:rsidR="00B15E99" w:rsidRPr="00EF2F0E" w:rsidRDefault="00B15E99" w:rsidP="00A40339"/>
    <w:p w14:paraId="0984FD1C" w14:textId="77777777" w:rsidR="00B15E99" w:rsidRPr="00EF2F0E" w:rsidRDefault="00B15E99" w:rsidP="00A40339">
      <w:pPr>
        <w:pStyle w:val="TH"/>
      </w:pPr>
      <w:r w:rsidRPr="00EF2F0E">
        <w:t xml:space="preserve">Table </w:t>
      </w:r>
      <w:r w:rsidRPr="00EF2F0E">
        <w:rPr>
          <w:lang w:eastAsia="zh-CN"/>
        </w:rPr>
        <w:t>10.3.4</w:t>
      </w:r>
      <w:r w:rsidRPr="00EF2F0E">
        <w:t>-</w:t>
      </w:r>
      <w:r w:rsidRPr="00EF2F0E">
        <w:rPr>
          <w:lang w:eastAsia="zh-CN"/>
        </w:rPr>
        <w:t>2</w:t>
      </w:r>
      <w:r w:rsidRPr="00EF2F0E">
        <w:t xml:space="preserve">: E-UTRA </w:t>
      </w:r>
      <w:r w:rsidRPr="00EF2F0E">
        <w:rPr>
          <w:lang w:eastAsia="zh-CN"/>
        </w:rPr>
        <w:t xml:space="preserve">Local Area AAS </w:t>
      </w:r>
      <w:r w:rsidRPr="00EF2F0E">
        <w:t>BS OTA reference sensitivity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0"/>
        <w:gridCol w:w="4233"/>
        <w:gridCol w:w="2528"/>
      </w:tblGrid>
      <w:tr w:rsidR="003401A4" w:rsidRPr="00EF2F0E" w14:paraId="0984FD22" w14:textId="77777777" w:rsidTr="00A40339">
        <w:trPr>
          <w:jc w:val="center"/>
        </w:trPr>
        <w:tc>
          <w:tcPr>
            <w:tcW w:w="2908" w:type="dxa"/>
            <w:shd w:val="clear" w:color="auto" w:fill="auto"/>
            <w:vAlign w:val="center"/>
          </w:tcPr>
          <w:p w14:paraId="0984FD1D" w14:textId="77777777" w:rsidR="00B15E99" w:rsidRPr="00EF2F0E" w:rsidRDefault="00B15E99" w:rsidP="00A40339">
            <w:pPr>
              <w:pStyle w:val="TAH"/>
              <w:rPr>
                <w:rFonts w:cs="Arial"/>
                <w:lang w:val="sv-SE"/>
              </w:rPr>
            </w:pPr>
            <w:r w:rsidRPr="00EF2F0E">
              <w:rPr>
                <w:rFonts w:cs="Arial"/>
                <w:lang w:val="sv-SE"/>
              </w:rPr>
              <w:t>E-UTRA</w:t>
            </w:r>
          </w:p>
          <w:p w14:paraId="0984FD1E" w14:textId="77777777" w:rsidR="00B15E99" w:rsidRPr="00EF2F0E" w:rsidRDefault="00B15E99" w:rsidP="00A40339">
            <w:pPr>
              <w:pStyle w:val="TAH"/>
              <w:rPr>
                <w:rFonts w:cs="Arial"/>
                <w:lang w:val="sv-SE"/>
              </w:rPr>
            </w:pPr>
            <w:r w:rsidRPr="00EF2F0E">
              <w:rPr>
                <w:rFonts w:cs="Arial"/>
                <w:i/>
                <w:lang w:val="sv-SE"/>
              </w:rPr>
              <w:t>channel bandwidth</w:t>
            </w:r>
            <w:r w:rsidRPr="00EF2F0E">
              <w:rPr>
                <w:rFonts w:cs="Arial"/>
                <w:lang w:val="sv-SE"/>
              </w:rPr>
              <w:t xml:space="preserve"> [MHz]</w:t>
            </w:r>
          </w:p>
        </w:tc>
        <w:tc>
          <w:tcPr>
            <w:tcW w:w="4571" w:type="dxa"/>
            <w:vAlign w:val="center"/>
          </w:tcPr>
          <w:p w14:paraId="0984FD1F" w14:textId="77777777" w:rsidR="00B15E99" w:rsidRPr="00EF2F0E" w:rsidRDefault="00B15E99" w:rsidP="00A40339">
            <w:pPr>
              <w:pStyle w:val="TAH"/>
              <w:rPr>
                <w:rFonts w:cs="Arial"/>
              </w:rPr>
            </w:pPr>
            <w:r w:rsidRPr="00EF2F0E">
              <w:rPr>
                <w:rFonts w:cs="Arial"/>
              </w:rPr>
              <w:t>Reference measurement channel</w:t>
            </w:r>
          </w:p>
        </w:tc>
        <w:tc>
          <w:tcPr>
            <w:tcW w:w="2378" w:type="dxa"/>
            <w:vAlign w:val="center"/>
          </w:tcPr>
          <w:p w14:paraId="0984FD20" w14:textId="77777777" w:rsidR="00B15E99" w:rsidRPr="00EF2F0E" w:rsidRDefault="00B15E99" w:rsidP="00A40339">
            <w:pPr>
              <w:pStyle w:val="TAH"/>
              <w:rPr>
                <w:rFonts w:cs="Arial"/>
              </w:rPr>
            </w:pPr>
            <w:r w:rsidRPr="00EF2F0E">
              <w:rPr>
                <w:rFonts w:cs="Arial"/>
              </w:rPr>
              <w:t xml:space="preserve"> EIS</w:t>
            </w:r>
            <w:r w:rsidRPr="00EF2F0E">
              <w:rPr>
                <w:rFonts w:cs="Arial"/>
                <w:vertAlign w:val="subscript"/>
              </w:rPr>
              <w:t>REFSENS</w:t>
            </w:r>
          </w:p>
          <w:p w14:paraId="0984FD21" w14:textId="77777777" w:rsidR="00B15E99" w:rsidRPr="00EF2F0E" w:rsidRDefault="00B15E99" w:rsidP="00A40339">
            <w:pPr>
              <w:pStyle w:val="TAH"/>
              <w:rPr>
                <w:rFonts w:cs="Arial"/>
              </w:rPr>
            </w:pPr>
            <w:r w:rsidRPr="00EF2F0E">
              <w:rPr>
                <w:rFonts w:cs="Arial"/>
              </w:rPr>
              <w:t xml:space="preserve"> [dBm]</w:t>
            </w:r>
          </w:p>
        </w:tc>
      </w:tr>
      <w:tr w:rsidR="003401A4" w:rsidRPr="00EF2F0E" w14:paraId="0984FD26" w14:textId="77777777" w:rsidTr="00A40339">
        <w:trPr>
          <w:jc w:val="center"/>
        </w:trPr>
        <w:tc>
          <w:tcPr>
            <w:tcW w:w="2908" w:type="dxa"/>
            <w:vAlign w:val="center"/>
          </w:tcPr>
          <w:p w14:paraId="0984FD23" w14:textId="77777777" w:rsidR="00B15E99" w:rsidRPr="00EF2F0E" w:rsidRDefault="00B15E99" w:rsidP="00A40339">
            <w:pPr>
              <w:pStyle w:val="TAC"/>
              <w:rPr>
                <w:rFonts w:cs="Arial"/>
              </w:rPr>
            </w:pPr>
            <w:r w:rsidRPr="00EF2F0E">
              <w:rPr>
                <w:rFonts w:cs="Arial"/>
              </w:rPr>
              <w:t>1.4</w:t>
            </w:r>
          </w:p>
        </w:tc>
        <w:tc>
          <w:tcPr>
            <w:tcW w:w="4571" w:type="dxa"/>
            <w:vAlign w:val="center"/>
          </w:tcPr>
          <w:p w14:paraId="0984FD24" w14:textId="77777777" w:rsidR="00B15E99" w:rsidRPr="00EF2F0E" w:rsidRDefault="00B15E99" w:rsidP="00A40339">
            <w:pPr>
              <w:pStyle w:val="TAC"/>
              <w:rPr>
                <w:rFonts w:cs="Arial"/>
              </w:rPr>
            </w:pPr>
            <w:r w:rsidRPr="00EF2F0E">
              <w:rPr>
                <w:rFonts w:cs="Arial"/>
              </w:rPr>
              <w:t>FRC A1-1 in Annex A.1</w:t>
            </w:r>
          </w:p>
        </w:tc>
        <w:tc>
          <w:tcPr>
            <w:tcW w:w="2378" w:type="dxa"/>
            <w:vAlign w:val="center"/>
          </w:tcPr>
          <w:p w14:paraId="0984FD25" w14:textId="77777777" w:rsidR="00B15E99" w:rsidRPr="00EF2F0E" w:rsidRDefault="00B15E99" w:rsidP="00A40339">
            <w:pPr>
              <w:pStyle w:val="TAC"/>
              <w:rPr>
                <w:rFonts w:cs="Arial"/>
              </w:rPr>
            </w:pPr>
            <w:r w:rsidRPr="00EF2F0E">
              <w:rPr>
                <w:rFonts w:cs="Arial"/>
              </w:rPr>
              <w:t>-</w:t>
            </w:r>
            <w:r w:rsidRPr="00EF2F0E">
              <w:rPr>
                <w:rFonts w:cs="Arial"/>
                <w:lang w:eastAsia="zh-CN"/>
              </w:rPr>
              <w:t>98</w:t>
            </w:r>
            <w:r w:rsidRPr="00EF2F0E">
              <w:rPr>
                <w:rFonts w:cs="Arial"/>
              </w:rPr>
              <w:t>.8 - Δ</w:t>
            </w:r>
            <w:r w:rsidRPr="00EF2F0E">
              <w:rPr>
                <w:rFonts w:cs="Arial"/>
                <w:vertAlign w:val="subscript"/>
              </w:rPr>
              <w:t>OTAREFSENS</w:t>
            </w:r>
          </w:p>
        </w:tc>
      </w:tr>
      <w:tr w:rsidR="003401A4" w:rsidRPr="00EF2F0E" w14:paraId="0984FD2A" w14:textId="77777777" w:rsidTr="00A40339">
        <w:trPr>
          <w:jc w:val="center"/>
        </w:trPr>
        <w:tc>
          <w:tcPr>
            <w:tcW w:w="2908" w:type="dxa"/>
            <w:vAlign w:val="center"/>
          </w:tcPr>
          <w:p w14:paraId="0984FD27" w14:textId="77777777" w:rsidR="00B15E99" w:rsidRPr="00EF2F0E" w:rsidRDefault="00B15E99" w:rsidP="00A40339">
            <w:pPr>
              <w:pStyle w:val="TAC"/>
              <w:rPr>
                <w:rFonts w:cs="Arial"/>
              </w:rPr>
            </w:pPr>
            <w:r w:rsidRPr="00EF2F0E">
              <w:rPr>
                <w:rFonts w:cs="Arial"/>
              </w:rPr>
              <w:t>3</w:t>
            </w:r>
          </w:p>
        </w:tc>
        <w:tc>
          <w:tcPr>
            <w:tcW w:w="4571" w:type="dxa"/>
            <w:vAlign w:val="center"/>
          </w:tcPr>
          <w:p w14:paraId="0984FD28" w14:textId="77777777" w:rsidR="00B15E99" w:rsidRPr="00EF2F0E" w:rsidRDefault="00B15E99" w:rsidP="00A40339">
            <w:pPr>
              <w:pStyle w:val="TAC"/>
              <w:rPr>
                <w:rFonts w:cs="Arial"/>
              </w:rPr>
            </w:pPr>
            <w:r w:rsidRPr="00EF2F0E">
              <w:rPr>
                <w:rFonts w:cs="Arial"/>
              </w:rPr>
              <w:t>FRC A1-2 in Annex A.1</w:t>
            </w:r>
          </w:p>
        </w:tc>
        <w:tc>
          <w:tcPr>
            <w:tcW w:w="2378" w:type="dxa"/>
            <w:vAlign w:val="center"/>
          </w:tcPr>
          <w:p w14:paraId="0984FD29" w14:textId="77777777" w:rsidR="00B15E99" w:rsidRPr="00EF2F0E" w:rsidRDefault="00B15E99" w:rsidP="00A40339">
            <w:pPr>
              <w:pStyle w:val="TAC"/>
              <w:rPr>
                <w:rFonts w:cs="Arial"/>
              </w:rPr>
            </w:pPr>
            <w:r w:rsidRPr="00EF2F0E">
              <w:rPr>
                <w:rFonts w:cs="Arial"/>
              </w:rPr>
              <w:t>-</w:t>
            </w:r>
            <w:r w:rsidRPr="00EF2F0E">
              <w:rPr>
                <w:rFonts w:cs="Arial"/>
                <w:lang w:eastAsia="zh-CN"/>
              </w:rPr>
              <w:t>95</w:t>
            </w:r>
            <w:r w:rsidRPr="00EF2F0E">
              <w:rPr>
                <w:rFonts w:cs="Arial"/>
              </w:rPr>
              <w:t>.0 - Δ</w:t>
            </w:r>
            <w:r w:rsidRPr="00EF2F0E">
              <w:rPr>
                <w:rFonts w:cs="Arial"/>
                <w:vertAlign w:val="subscript"/>
              </w:rPr>
              <w:t>OTAREFSENS</w:t>
            </w:r>
          </w:p>
        </w:tc>
      </w:tr>
      <w:tr w:rsidR="003401A4" w:rsidRPr="00EF2F0E" w14:paraId="0984FD2E" w14:textId="77777777" w:rsidTr="00A40339">
        <w:trPr>
          <w:jc w:val="center"/>
        </w:trPr>
        <w:tc>
          <w:tcPr>
            <w:tcW w:w="2908" w:type="dxa"/>
            <w:vAlign w:val="center"/>
          </w:tcPr>
          <w:p w14:paraId="0984FD2B" w14:textId="77777777" w:rsidR="00B15E99" w:rsidRPr="00EF2F0E" w:rsidRDefault="00B15E99" w:rsidP="00A40339">
            <w:pPr>
              <w:pStyle w:val="TAC"/>
              <w:rPr>
                <w:rFonts w:cs="Arial"/>
              </w:rPr>
            </w:pPr>
            <w:r w:rsidRPr="00EF2F0E">
              <w:rPr>
                <w:rFonts w:cs="Arial"/>
              </w:rPr>
              <w:t>5</w:t>
            </w:r>
          </w:p>
        </w:tc>
        <w:tc>
          <w:tcPr>
            <w:tcW w:w="4571" w:type="dxa"/>
            <w:vAlign w:val="center"/>
          </w:tcPr>
          <w:p w14:paraId="0984FD2C" w14:textId="77777777" w:rsidR="00B15E99" w:rsidRPr="00EF2F0E" w:rsidRDefault="00B15E99" w:rsidP="00A40339">
            <w:pPr>
              <w:pStyle w:val="TAC"/>
              <w:rPr>
                <w:rFonts w:cs="Arial"/>
              </w:rPr>
            </w:pPr>
            <w:r w:rsidRPr="00EF2F0E">
              <w:rPr>
                <w:rFonts w:cs="Arial"/>
              </w:rPr>
              <w:t>FRC A1-3 in Annex A.1</w:t>
            </w:r>
          </w:p>
        </w:tc>
        <w:tc>
          <w:tcPr>
            <w:tcW w:w="2378" w:type="dxa"/>
            <w:vAlign w:val="center"/>
          </w:tcPr>
          <w:p w14:paraId="0984FD2D" w14:textId="77777777" w:rsidR="00B15E99" w:rsidRPr="00EF2F0E" w:rsidRDefault="00B15E99" w:rsidP="00A40339">
            <w:pPr>
              <w:pStyle w:val="TAC"/>
              <w:rPr>
                <w:rFonts w:cs="Arial"/>
              </w:rPr>
            </w:pPr>
            <w:r w:rsidRPr="00EF2F0E">
              <w:rPr>
                <w:rFonts w:cs="Arial"/>
              </w:rPr>
              <w:t>-</w:t>
            </w:r>
            <w:r w:rsidRPr="00EF2F0E">
              <w:rPr>
                <w:rFonts w:cs="Arial"/>
                <w:lang w:eastAsia="zh-CN"/>
              </w:rPr>
              <w:t>93</w:t>
            </w:r>
            <w:r w:rsidRPr="00EF2F0E">
              <w:rPr>
                <w:rFonts w:cs="Arial"/>
              </w:rPr>
              <w:t>.5 - Δ</w:t>
            </w:r>
            <w:r w:rsidRPr="00EF2F0E">
              <w:rPr>
                <w:rFonts w:cs="Arial"/>
                <w:vertAlign w:val="subscript"/>
              </w:rPr>
              <w:t>OTAREFSENS</w:t>
            </w:r>
          </w:p>
        </w:tc>
      </w:tr>
      <w:tr w:rsidR="003401A4" w:rsidRPr="00EF2F0E" w14:paraId="0984FD32" w14:textId="77777777" w:rsidTr="00A40339">
        <w:trPr>
          <w:jc w:val="center"/>
        </w:trPr>
        <w:tc>
          <w:tcPr>
            <w:tcW w:w="2908" w:type="dxa"/>
            <w:vAlign w:val="center"/>
          </w:tcPr>
          <w:p w14:paraId="0984FD2F" w14:textId="77777777" w:rsidR="00B15E99" w:rsidRPr="00EF2F0E" w:rsidRDefault="00B15E99" w:rsidP="00A40339">
            <w:pPr>
              <w:pStyle w:val="TAC"/>
              <w:rPr>
                <w:rFonts w:cs="Arial"/>
              </w:rPr>
            </w:pPr>
            <w:r w:rsidRPr="00EF2F0E">
              <w:rPr>
                <w:rFonts w:cs="Arial"/>
              </w:rPr>
              <w:t>10</w:t>
            </w:r>
          </w:p>
        </w:tc>
        <w:tc>
          <w:tcPr>
            <w:tcW w:w="4571" w:type="dxa"/>
            <w:vAlign w:val="center"/>
          </w:tcPr>
          <w:p w14:paraId="0984FD30" w14:textId="77777777" w:rsidR="00B15E99" w:rsidRPr="00EF2F0E" w:rsidRDefault="00B15E99" w:rsidP="00B521A3">
            <w:pPr>
              <w:pStyle w:val="TAC"/>
              <w:rPr>
                <w:rFonts w:cs="Arial"/>
                <w:lang w:eastAsia="ko-KR"/>
              </w:rPr>
            </w:pPr>
            <w:r w:rsidRPr="00EF2F0E">
              <w:rPr>
                <w:rFonts w:cs="Arial"/>
              </w:rPr>
              <w:t>FRC A1-3 in Annex A.1</w:t>
            </w:r>
            <w:r w:rsidRPr="00EF2F0E">
              <w:rPr>
                <w:lang w:eastAsia="ko-KR"/>
              </w:rPr>
              <w:t xml:space="preserve"> </w:t>
            </w:r>
            <w:r w:rsidRPr="00EF2F0E">
              <w:rPr>
                <w:rFonts w:cs="Arial"/>
              </w:rPr>
              <w:t>(NOTE</w:t>
            </w:r>
            <w:r w:rsidRPr="00EF2F0E">
              <w:rPr>
                <w:rFonts w:cs="Arial"/>
                <w:lang w:eastAsia="ko-KR"/>
              </w:rPr>
              <w:t xml:space="preserve"> </w:t>
            </w:r>
            <w:r w:rsidRPr="00EF2F0E">
              <w:rPr>
                <w:rFonts w:cs="Arial"/>
              </w:rPr>
              <w:t>1</w:t>
            </w:r>
            <w:r w:rsidRPr="00EF2F0E">
              <w:rPr>
                <w:rFonts w:cs="Arial"/>
                <w:lang w:eastAsia="ko-KR"/>
              </w:rPr>
              <w:t>)</w:t>
            </w:r>
          </w:p>
        </w:tc>
        <w:tc>
          <w:tcPr>
            <w:tcW w:w="2378" w:type="dxa"/>
            <w:vAlign w:val="center"/>
          </w:tcPr>
          <w:p w14:paraId="0984FD31" w14:textId="77777777" w:rsidR="00B15E99" w:rsidRPr="00EF2F0E" w:rsidRDefault="00B15E99" w:rsidP="00861FF9">
            <w:pPr>
              <w:pStyle w:val="TAC"/>
              <w:rPr>
                <w:rFonts w:cs="Arial"/>
                <w:lang w:eastAsia="ko-KR"/>
              </w:rPr>
            </w:pPr>
            <w:r w:rsidRPr="00EF2F0E">
              <w:rPr>
                <w:rFonts w:cs="Arial"/>
              </w:rPr>
              <w:t>-</w:t>
            </w:r>
            <w:r w:rsidRPr="00EF2F0E">
              <w:rPr>
                <w:rFonts w:cs="Arial"/>
                <w:lang w:eastAsia="zh-CN"/>
              </w:rPr>
              <w:t>93</w:t>
            </w:r>
            <w:r w:rsidRPr="00EF2F0E">
              <w:rPr>
                <w:rFonts w:cs="Arial"/>
              </w:rPr>
              <w:t>.5 - Δ</w:t>
            </w:r>
            <w:r w:rsidRPr="00EF2F0E">
              <w:rPr>
                <w:rFonts w:cs="Arial"/>
                <w:vertAlign w:val="subscript"/>
              </w:rPr>
              <w:t>OTAREFSENS</w:t>
            </w:r>
          </w:p>
        </w:tc>
      </w:tr>
      <w:tr w:rsidR="003401A4" w:rsidRPr="00EF2F0E" w14:paraId="0984FD36" w14:textId="77777777" w:rsidTr="00A40339">
        <w:trPr>
          <w:jc w:val="center"/>
        </w:trPr>
        <w:tc>
          <w:tcPr>
            <w:tcW w:w="2908" w:type="dxa"/>
            <w:vAlign w:val="center"/>
          </w:tcPr>
          <w:p w14:paraId="0984FD33" w14:textId="77777777" w:rsidR="00B15E99" w:rsidRPr="00EF2F0E" w:rsidRDefault="00B15E99" w:rsidP="00A40339">
            <w:pPr>
              <w:pStyle w:val="TAC"/>
              <w:rPr>
                <w:rFonts w:cs="Arial"/>
              </w:rPr>
            </w:pPr>
            <w:r w:rsidRPr="00EF2F0E">
              <w:rPr>
                <w:rFonts w:cs="Arial"/>
              </w:rPr>
              <w:t>15</w:t>
            </w:r>
          </w:p>
        </w:tc>
        <w:tc>
          <w:tcPr>
            <w:tcW w:w="4571" w:type="dxa"/>
            <w:vAlign w:val="center"/>
          </w:tcPr>
          <w:p w14:paraId="0984FD34" w14:textId="77777777" w:rsidR="00B15E99" w:rsidRPr="00EF2F0E" w:rsidRDefault="00B15E99" w:rsidP="00A40339">
            <w:pPr>
              <w:pStyle w:val="TAC"/>
              <w:rPr>
                <w:rFonts w:cs="Arial"/>
                <w:lang w:eastAsia="ko-KR"/>
              </w:rPr>
            </w:pPr>
            <w:r w:rsidRPr="00EF2F0E">
              <w:rPr>
                <w:rFonts w:cs="Arial"/>
              </w:rPr>
              <w:t>FRC A1-3 in Annex A.1</w:t>
            </w:r>
            <w:r w:rsidRPr="00EF2F0E">
              <w:rPr>
                <w:rFonts w:cs="Arial"/>
                <w:lang w:eastAsia="ko-KR"/>
              </w:rPr>
              <w:t xml:space="preserve"> </w:t>
            </w:r>
            <w:r w:rsidRPr="00EF2F0E">
              <w:rPr>
                <w:rFonts w:cs="Arial"/>
              </w:rPr>
              <w:t>(NOTE</w:t>
            </w:r>
            <w:r w:rsidRPr="00EF2F0E">
              <w:rPr>
                <w:rFonts w:cs="Arial"/>
                <w:lang w:eastAsia="ko-KR"/>
              </w:rPr>
              <w:t xml:space="preserve"> </w:t>
            </w:r>
            <w:r w:rsidRPr="00EF2F0E">
              <w:rPr>
                <w:rFonts w:cs="Arial"/>
              </w:rPr>
              <w:t>1</w:t>
            </w:r>
            <w:r w:rsidRPr="00EF2F0E">
              <w:rPr>
                <w:rFonts w:cs="Arial"/>
                <w:lang w:eastAsia="ko-KR"/>
              </w:rPr>
              <w:t>)</w:t>
            </w:r>
          </w:p>
        </w:tc>
        <w:tc>
          <w:tcPr>
            <w:tcW w:w="2378" w:type="dxa"/>
            <w:vAlign w:val="center"/>
          </w:tcPr>
          <w:p w14:paraId="0984FD35" w14:textId="77777777" w:rsidR="00B15E99" w:rsidRPr="00EF2F0E" w:rsidRDefault="00B15E99" w:rsidP="00A40339">
            <w:pPr>
              <w:pStyle w:val="TAC"/>
              <w:rPr>
                <w:rFonts w:cs="Arial"/>
              </w:rPr>
            </w:pPr>
            <w:r w:rsidRPr="00EF2F0E">
              <w:rPr>
                <w:rFonts w:cs="Arial"/>
              </w:rPr>
              <w:t>-</w:t>
            </w:r>
            <w:r w:rsidRPr="00EF2F0E">
              <w:rPr>
                <w:rFonts w:cs="Arial"/>
                <w:lang w:eastAsia="zh-CN"/>
              </w:rPr>
              <w:t>93</w:t>
            </w:r>
            <w:r w:rsidRPr="00EF2F0E">
              <w:rPr>
                <w:rFonts w:cs="Arial"/>
              </w:rPr>
              <w:t>.5 - Δ</w:t>
            </w:r>
            <w:r w:rsidRPr="00EF2F0E">
              <w:rPr>
                <w:rFonts w:cs="Arial"/>
                <w:vertAlign w:val="subscript"/>
              </w:rPr>
              <w:t>OTAREFSENS</w:t>
            </w:r>
          </w:p>
        </w:tc>
      </w:tr>
      <w:tr w:rsidR="003401A4" w:rsidRPr="00EF2F0E" w14:paraId="0984FD3A" w14:textId="77777777" w:rsidTr="00A40339">
        <w:trPr>
          <w:jc w:val="center"/>
        </w:trPr>
        <w:tc>
          <w:tcPr>
            <w:tcW w:w="2908" w:type="dxa"/>
            <w:vAlign w:val="center"/>
          </w:tcPr>
          <w:p w14:paraId="0984FD37" w14:textId="77777777" w:rsidR="00B15E99" w:rsidRPr="00EF2F0E" w:rsidRDefault="00B15E99" w:rsidP="00A40339">
            <w:pPr>
              <w:pStyle w:val="TAC"/>
              <w:rPr>
                <w:rFonts w:cs="Arial"/>
              </w:rPr>
            </w:pPr>
            <w:r w:rsidRPr="00EF2F0E">
              <w:rPr>
                <w:rFonts w:cs="Arial"/>
              </w:rPr>
              <w:t>20</w:t>
            </w:r>
          </w:p>
        </w:tc>
        <w:tc>
          <w:tcPr>
            <w:tcW w:w="4571" w:type="dxa"/>
            <w:vAlign w:val="center"/>
          </w:tcPr>
          <w:p w14:paraId="0984FD38" w14:textId="77777777" w:rsidR="00B15E99" w:rsidRPr="00EF2F0E" w:rsidRDefault="00B15E99" w:rsidP="00B521A3">
            <w:pPr>
              <w:pStyle w:val="TAC"/>
              <w:rPr>
                <w:rFonts w:cs="Arial"/>
                <w:lang w:eastAsia="ko-KR"/>
              </w:rPr>
            </w:pPr>
            <w:r w:rsidRPr="00EF2F0E">
              <w:rPr>
                <w:rFonts w:cs="Arial"/>
              </w:rPr>
              <w:t>FRC A1-3 in Annex A.1</w:t>
            </w:r>
            <w:r w:rsidR="00AA1961" w:rsidRPr="00EF2F0E">
              <w:rPr>
                <w:rFonts w:cs="Arial"/>
              </w:rPr>
              <w:t xml:space="preserve"> </w:t>
            </w:r>
            <w:r w:rsidRPr="00EF2F0E">
              <w:rPr>
                <w:rFonts w:cs="Arial"/>
              </w:rPr>
              <w:t>(NOTE</w:t>
            </w:r>
            <w:r w:rsidRPr="00EF2F0E">
              <w:rPr>
                <w:rFonts w:cs="Arial"/>
                <w:lang w:eastAsia="ko-KR"/>
              </w:rPr>
              <w:t xml:space="preserve"> </w:t>
            </w:r>
            <w:r w:rsidRPr="00EF2F0E">
              <w:rPr>
                <w:rFonts w:cs="Arial"/>
              </w:rPr>
              <w:t>1</w:t>
            </w:r>
            <w:r w:rsidRPr="00EF2F0E">
              <w:rPr>
                <w:rFonts w:cs="Arial"/>
                <w:lang w:eastAsia="ko-KR"/>
              </w:rPr>
              <w:t>)</w:t>
            </w:r>
          </w:p>
        </w:tc>
        <w:tc>
          <w:tcPr>
            <w:tcW w:w="2378" w:type="dxa"/>
            <w:vAlign w:val="center"/>
          </w:tcPr>
          <w:p w14:paraId="0984FD39" w14:textId="77777777" w:rsidR="00B15E99" w:rsidRPr="00EF2F0E" w:rsidRDefault="00B15E99" w:rsidP="00861FF9">
            <w:pPr>
              <w:pStyle w:val="TAC"/>
              <w:rPr>
                <w:rFonts w:cs="Arial"/>
                <w:lang w:eastAsia="ko-KR"/>
              </w:rPr>
            </w:pPr>
            <w:r w:rsidRPr="00EF2F0E">
              <w:rPr>
                <w:rFonts w:cs="Arial"/>
              </w:rPr>
              <w:t>-</w:t>
            </w:r>
            <w:r w:rsidRPr="00EF2F0E">
              <w:rPr>
                <w:rFonts w:cs="Arial"/>
                <w:lang w:eastAsia="zh-CN"/>
              </w:rPr>
              <w:t>93</w:t>
            </w:r>
            <w:r w:rsidRPr="00EF2F0E">
              <w:rPr>
                <w:rFonts w:cs="Arial"/>
              </w:rPr>
              <w:t>.5 - Δ</w:t>
            </w:r>
            <w:r w:rsidRPr="00EF2F0E">
              <w:rPr>
                <w:rFonts w:cs="Arial"/>
                <w:vertAlign w:val="subscript"/>
              </w:rPr>
              <w:t>OTAREFSENS</w:t>
            </w:r>
          </w:p>
        </w:tc>
      </w:tr>
      <w:tr w:rsidR="00B15E99" w:rsidRPr="00EF2F0E" w14:paraId="0984FD3D" w14:textId="77777777" w:rsidTr="00A40339">
        <w:trPr>
          <w:jc w:val="center"/>
        </w:trPr>
        <w:tc>
          <w:tcPr>
            <w:tcW w:w="0" w:type="auto"/>
            <w:gridSpan w:val="3"/>
            <w:vAlign w:val="center"/>
          </w:tcPr>
          <w:p w14:paraId="0984FD3B" w14:textId="77777777" w:rsidR="00B15E99" w:rsidRPr="00EF2F0E" w:rsidRDefault="00B15E99" w:rsidP="00A40339">
            <w:pPr>
              <w:pStyle w:val="TAN"/>
              <w:rPr>
                <w:rFonts w:cs="Arial"/>
                <w:lang w:eastAsia="ko-KR"/>
              </w:rPr>
            </w:pPr>
            <w:r w:rsidRPr="00EF2F0E">
              <w:rPr>
                <w:rFonts w:cs="Arial"/>
              </w:rPr>
              <w:t>NOTE</w:t>
            </w:r>
            <w:r w:rsidRPr="00EF2F0E">
              <w:rPr>
                <w:rFonts w:cs="Arial"/>
                <w:lang w:eastAsia="ko-KR"/>
              </w:rPr>
              <w:t xml:space="preserve"> 1</w:t>
            </w:r>
            <w:r w:rsidRPr="00EF2F0E">
              <w:rPr>
                <w:rFonts w:cs="Arial"/>
              </w:rPr>
              <w:t>:</w:t>
            </w:r>
            <w:r w:rsidRPr="00EF2F0E">
              <w:rPr>
                <w:rFonts w:cs="Arial"/>
              </w:rPr>
              <w:tab/>
            </w:r>
            <w:r w:rsidRPr="00EF2F0E">
              <w:rPr>
                <w:lang w:eastAsia="ko-KR"/>
              </w:rPr>
              <w:t>EIS</w:t>
            </w:r>
            <w:r w:rsidRPr="00EF2F0E">
              <w:rPr>
                <w:vertAlign w:val="subscript"/>
                <w:lang w:eastAsia="ko-KR"/>
              </w:rPr>
              <w:t>REFSENS</w:t>
            </w:r>
            <w:r w:rsidRPr="00EF2F0E">
              <w:rPr>
                <w:lang w:eastAsia="ko-KR"/>
              </w:rPr>
              <w:t xml:space="preserve"> is the power level of a single instance of the reference measurement channel. This requirement shall be met for each consecutive application of a single instance of FRC A1-3 mapped to disjoint frequency ranges with a width of 25 resource blocks each</w:t>
            </w:r>
            <w:r w:rsidRPr="00EF2F0E">
              <w:rPr>
                <w:rFonts w:cs="Arial"/>
                <w:lang w:eastAsia="ko-KR"/>
              </w:rPr>
              <w:t>. T</w:t>
            </w:r>
            <w:r w:rsidRPr="00EF2F0E">
              <w:rPr>
                <w:rFonts w:cs="Arial"/>
                <w:lang w:eastAsia="zh-CN"/>
              </w:rPr>
              <w:t>his reference measurement channel is not applied for Band 46</w:t>
            </w:r>
            <w:r w:rsidR="00AA1961" w:rsidRPr="00EF2F0E">
              <w:rPr>
                <w:rFonts w:cs="Arial"/>
                <w:lang w:eastAsia="zh-CN"/>
              </w:rPr>
              <w:t xml:space="preserve"> nor for Band 49</w:t>
            </w:r>
            <w:r w:rsidRPr="00EF2F0E">
              <w:rPr>
                <w:rFonts w:cs="Arial"/>
                <w:lang w:eastAsia="zh-CN"/>
              </w:rPr>
              <w:t>.</w:t>
            </w:r>
          </w:p>
          <w:p w14:paraId="0984FD3C" w14:textId="77777777" w:rsidR="00B15E99" w:rsidRPr="00EF2F0E" w:rsidRDefault="00B15E99" w:rsidP="00A40339">
            <w:pPr>
              <w:pStyle w:val="TAN"/>
              <w:rPr>
                <w:rFonts w:cs="Arial"/>
                <w:szCs w:val="18"/>
              </w:rPr>
            </w:pPr>
            <w:r w:rsidRPr="00EF2F0E">
              <w:rPr>
                <w:rFonts w:cs="Arial"/>
              </w:rPr>
              <w:t>NOTE 2:</w:t>
            </w:r>
            <w:r w:rsidRPr="00EF2F0E">
              <w:rPr>
                <w:rFonts w:cs="Arial"/>
              </w:rPr>
              <w:tab/>
            </w:r>
            <w:r w:rsidR="00AA1961" w:rsidRPr="00EF2F0E">
              <w:rPr>
                <w:rFonts w:cs="Arial"/>
              </w:rPr>
              <w:t>Void</w:t>
            </w:r>
          </w:p>
        </w:tc>
      </w:tr>
    </w:tbl>
    <w:p w14:paraId="0984FD3E" w14:textId="77777777" w:rsidR="00B15E99" w:rsidRPr="00EF2F0E" w:rsidRDefault="00B15E99" w:rsidP="00A40339"/>
    <w:p w14:paraId="0984FD3F" w14:textId="77777777" w:rsidR="00B15E99" w:rsidRPr="00EF2F0E" w:rsidRDefault="00B15E99" w:rsidP="00A40339">
      <w:pPr>
        <w:pStyle w:val="TH"/>
      </w:pPr>
      <w:r w:rsidRPr="00EF2F0E">
        <w:t>Table 10.3.4-3: E-UTRA Medium Range BS reference sensitivity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6"/>
        <w:gridCol w:w="4143"/>
        <w:gridCol w:w="2722"/>
      </w:tblGrid>
      <w:tr w:rsidR="003401A4" w:rsidRPr="00EF2F0E" w14:paraId="0984FD45" w14:textId="77777777" w:rsidTr="00A40339">
        <w:trPr>
          <w:jc w:val="center"/>
        </w:trPr>
        <w:tc>
          <w:tcPr>
            <w:tcW w:w="2759" w:type="dxa"/>
            <w:shd w:val="clear" w:color="auto" w:fill="auto"/>
            <w:vAlign w:val="center"/>
          </w:tcPr>
          <w:p w14:paraId="0984FD40" w14:textId="77777777" w:rsidR="00B15E99" w:rsidRPr="00EF2F0E" w:rsidRDefault="00B15E99" w:rsidP="00A40339">
            <w:pPr>
              <w:pStyle w:val="TAH"/>
              <w:rPr>
                <w:rFonts w:cs="Arial"/>
                <w:lang w:val="sv-SE"/>
              </w:rPr>
            </w:pPr>
            <w:r w:rsidRPr="00EF2F0E">
              <w:rPr>
                <w:rFonts w:cs="Arial"/>
                <w:lang w:val="sv-SE"/>
              </w:rPr>
              <w:t>E-UTRA</w:t>
            </w:r>
          </w:p>
          <w:p w14:paraId="0984FD41" w14:textId="77777777" w:rsidR="00B15E99" w:rsidRPr="00EF2F0E" w:rsidRDefault="00B15E99" w:rsidP="00A40339">
            <w:pPr>
              <w:pStyle w:val="TAH"/>
              <w:rPr>
                <w:rFonts w:cs="Arial"/>
                <w:lang w:val="sv-SE"/>
              </w:rPr>
            </w:pPr>
            <w:r w:rsidRPr="00EF2F0E">
              <w:rPr>
                <w:rFonts w:cs="Arial"/>
                <w:i/>
                <w:lang w:val="sv-SE"/>
              </w:rPr>
              <w:t>channel bandwidth</w:t>
            </w:r>
            <w:r w:rsidRPr="00EF2F0E">
              <w:rPr>
                <w:rFonts w:cs="Arial"/>
                <w:lang w:val="sv-SE"/>
              </w:rPr>
              <w:t xml:space="preserve"> [MHz]</w:t>
            </w:r>
          </w:p>
        </w:tc>
        <w:tc>
          <w:tcPr>
            <w:tcW w:w="4437" w:type="dxa"/>
            <w:vAlign w:val="center"/>
          </w:tcPr>
          <w:p w14:paraId="0984FD42" w14:textId="77777777" w:rsidR="00B15E99" w:rsidRPr="00EF2F0E" w:rsidRDefault="00B15E99" w:rsidP="00A40339">
            <w:pPr>
              <w:pStyle w:val="TAH"/>
              <w:rPr>
                <w:rFonts w:cs="Arial"/>
              </w:rPr>
            </w:pPr>
            <w:r w:rsidRPr="00EF2F0E">
              <w:rPr>
                <w:rFonts w:cs="Arial"/>
              </w:rPr>
              <w:t>Reference measurement channel</w:t>
            </w:r>
          </w:p>
        </w:tc>
        <w:tc>
          <w:tcPr>
            <w:tcW w:w="2661" w:type="dxa"/>
            <w:vAlign w:val="center"/>
          </w:tcPr>
          <w:p w14:paraId="0984FD43" w14:textId="77777777" w:rsidR="00B15E99" w:rsidRPr="00EF2F0E" w:rsidRDefault="00B15E99" w:rsidP="00A40339">
            <w:pPr>
              <w:pStyle w:val="TAH"/>
              <w:rPr>
                <w:rFonts w:cs="Arial"/>
              </w:rPr>
            </w:pPr>
            <w:r w:rsidRPr="00EF2F0E">
              <w:rPr>
                <w:rFonts w:cs="Arial"/>
              </w:rPr>
              <w:t xml:space="preserve"> EIS</w:t>
            </w:r>
            <w:r w:rsidRPr="00EF2F0E">
              <w:rPr>
                <w:rFonts w:cs="Arial"/>
                <w:vertAlign w:val="subscript"/>
              </w:rPr>
              <w:t>REFSENS</w:t>
            </w:r>
          </w:p>
          <w:p w14:paraId="0984FD44" w14:textId="77777777" w:rsidR="00B15E99" w:rsidRPr="00EF2F0E" w:rsidRDefault="00B15E99" w:rsidP="00A40339">
            <w:pPr>
              <w:pStyle w:val="TAH"/>
              <w:rPr>
                <w:rFonts w:cs="Arial"/>
              </w:rPr>
            </w:pPr>
            <w:r w:rsidRPr="00EF2F0E">
              <w:rPr>
                <w:rFonts w:cs="Arial"/>
              </w:rPr>
              <w:t xml:space="preserve"> [dBm]</w:t>
            </w:r>
          </w:p>
        </w:tc>
      </w:tr>
      <w:tr w:rsidR="003401A4" w:rsidRPr="00EF2F0E" w14:paraId="0984FD49" w14:textId="77777777" w:rsidTr="00A40339">
        <w:trPr>
          <w:jc w:val="center"/>
        </w:trPr>
        <w:tc>
          <w:tcPr>
            <w:tcW w:w="2759" w:type="dxa"/>
            <w:vAlign w:val="center"/>
          </w:tcPr>
          <w:p w14:paraId="0984FD46" w14:textId="77777777" w:rsidR="00B15E99" w:rsidRPr="00EF2F0E" w:rsidRDefault="00B15E99" w:rsidP="00A40339">
            <w:pPr>
              <w:pStyle w:val="TAC"/>
              <w:rPr>
                <w:rFonts w:cs="Arial"/>
              </w:rPr>
            </w:pPr>
            <w:r w:rsidRPr="00EF2F0E">
              <w:rPr>
                <w:rFonts w:cs="Arial"/>
              </w:rPr>
              <w:t>1.4</w:t>
            </w:r>
          </w:p>
        </w:tc>
        <w:tc>
          <w:tcPr>
            <w:tcW w:w="4437" w:type="dxa"/>
            <w:vAlign w:val="center"/>
          </w:tcPr>
          <w:p w14:paraId="0984FD47" w14:textId="77777777" w:rsidR="00B15E99" w:rsidRPr="00EF2F0E" w:rsidRDefault="00B15E99" w:rsidP="00A40339">
            <w:pPr>
              <w:pStyle w:val="TAC"/>
              <w:rPr>
                <w:rFonts w:cs="Arial"/>
              </w:rPr>
            </w:pPr>
            <w:r w:rsidRPr="00EF2F0E">
              <w:rPr>
                <w:rFonts w:cs="Arial"/>
              </w:rPr>
              <w:t>FRC A1-1 in Annex A.1</w:t>
            </w:r>
          </w:p>
        </w:tc>
        <w:tc>
          <w:tcPr>
            <w:tcW w:w="2661" w:type="dxa"/>
            <w:vAlign w:val="center"/>
          </w:tcPr>
          <w:p w14:paraId="0984FD48" w14:textId="77777777" w:rsidR="00B15E99" w:rsidRPr="00EF2F0E" w:rsidRDefault="00B15E99" w:rsidP="00A40339">
            <w:pPr>
              <w:pStyle w:val="TAC"/>
              <w:rPr>
                <w:rFonts w:cs="Arial"/>
                <w:lang w:eastAsia="zh-CN"/>
              </w:rPr>
            </w:pPr>
            <w:r w:rsidRPr="00EF2F0E">
              <w:rPr>
                <w:rFonts w:cs="Arial"/>
              </w:rPr>
              <w:t>-101.8 - Δ</w:t>
            </w:r>
            <w:r w:rsidRPr="00EF2F0E">
              <w:rPr>
                <w:rFonts w:cs="Arial"/>
                <w:vertAlign w:val="subscript"/>
              </w:rPr>
              <w:t>OTAREFSENS</w:t>
            </w:r>
          </w:p>
        </w:tc>
      </w:tr>
      <w:tr w:rsidR="003401A4" w:rsidRPr="00EF2F0E" w14:paraId="0984FD4D" w14:textId="77777777" w:rsidTr="00A40339">
        <w:trPr>
          <w:jc w:val="center"/>
        </w:trPr>
        <w:tc>
          <w:tcPr>
            <w:tcW w:w="2759" w:type="dxa"/>
            <w:vAlign w:val="center"/>
          </w:tcPr>
          <w:p w14:paraId="0984FD4A" w14:textId="77777777" w:rsidR="00B15E99" w:rsidRPr="00EF2F0E" w:rsidRDefault="00B15E99" w:rsidP="00A40339">
            <w:pPr>
              <w:pStyle w:val="TAC"/>
              <w:rPr>
                <w:rFonts w:cs="Arial"/>
              </w:rPr>
            </w:pPr>
            <w:r w:rsidRPr="00EF2F0E">
              <w:rPr>
                <w:rFonts w:cs="Arial"/>
              </w:rPr>
              <w:t>3</w:t>
            </w:r>
          </w:p>
        </w:tc>
        <w:tc>
          <w:tcPr>
            <w:tcW w:w="4437" w:type="dxa"/>
            <w:vAlign w:val="center"/>
          </w:tcPr>
          <w:p w14:paraId="0984FD4B" w14:textId="77777777" w:rsidR="00B15E99" w:rsidRPr="00EF2F0E" w:rsidRDefault="00B15E99" w:rsidP="00A40339">
            <w:pPr>
              <w:pStyle w:val="TAC"/>
              <w:rPr>
                <w:rFonts w:cs="Arial"/>
              </w:rPr>
            </w:pPr>
            <w:r w:rsidRPr="00EF2F0E">
              <w:rPr>
                <w:rFonts w:cs="Arial"/>
              </w:rPr>
              <w:t>FRC A1-2 in Annex A.1</w:t>
            </w:r>
          </w:p>
        </w:tc>
        <w:tc>
          <w:tcPr>
            <w:tcW w:w="2661" w:type="dxa"/>
            <w:vAlign w:val="center"/>
          </w:tcPr>
          <w:p w14:paraId="0984FD4C" w14:textId="77777777" w:rsidR="00B15E99" w:rsidRPr="00EF2F0E" w:rsidRDefault="00B15E99" w:rsidP="00A40339">
            <w:pPr>
              <w:pStyle w:val="TAC"/>
              <w:rPr>
                <w:rFonts w:cs="Arial"/>
                <w:lang w:eastAsia="zh-CN"/>
              </w:rPr>
            </w:pPr>
            <w:r w:rsidRPr="00EF2F0E">
              <w:rPr>
                <w:rFonts w:cs="Arial"/>
              </w:rPr>
              <w:t>-98.0 - Δ</w:t>
            </w:r>
            <w:r w:rsidRPr="00EF2F0E">
              <w:rPr>
                <w:rFonts w:cs="Arial"/>
                <w:vertAlign w:val="subscript"/>
              </w:rPr>
              <w:t>OTAREFSENS</w:t>
            </w:r>
          </w:p>
        </w:tc>
      </w:tr>
      <w:tr w:rsidR="003401A4" w:rsidRPr="00EF2F0E" w14:paraId="0984FD51" w14:textId="77777777" w:rsidTr="00A40339">
        <w:trPr>
          <w:jc w:val="center"/>
        </w:trPr>
        <w:tc>
          <w:tcPr>
            <w:tcW w:w="2759" w:type="dxa"/>
            <w:vAlign w:val="center"/>
          </w:tcPr>
          <w:p w14:paraId="0984FD4E" w14:textId="77777777" w:rsidR="00B15E99" w:rsidRPr="00EF2F0E" w:rsidRDefault="00B15E99" w:rsidP="00A40339">
            <w:pPr>
              <w:pStyle w:val="TAC"/>
              <w:rPr>
                <w:rFonts w:cs="Arial"/>
              </w:rPr>
            </w:pPr>
            <w:r w:rsidRPr="00EF2F0E">
              <w:rPr>
                <w:rFonts w:cs="Arial"/>
              </w:rPr>
              <w:t>5</w:t>
            </w:r>
          </w:p>
        </w:tc>
        <w:tc>
          <w:tcPr>
            <w:tcW w:w="4437" w:type="dxa"/>
            <w:vAlign w:val="center"/>
          </w:tcPr>
          <w:p w14:paraId="0984FD4F" w14:textId="77777777" w:rsidR="00B15E99" w:rsidRPr="00EF2F0E" w:rsidRDefault="00B15E99" w:rsidP="00A40339">
            <w:pPr>
              <w:pStyle w:val="TAC"/>
              <w:rPr>
                <w:rFonts w:cs="Arial"/>
              </w:rPr>
            </w:pPr>
            <w:r w:rsidRPr="00EF2F0E">
              <w:rPr>
                <w:rFonts w:cs="Arial"/>
              </w:rPr>
              <w:t>FRC A1-3 in Annex A.1</w:t>
            </w:r>
          </w:p>
        </w:tc>
        <w:tc>
          <w:tcPr>
            <w:tcW w:w="2661" w:type="dxa"/>
            <w:vAlign w:val="center"/>
          </w:tcPr>
          <w:p w14:paraId="0984FD50" w14:textId="77777777" w:rsidR="00B15E99" w:rsidRPr="00EF2F0E" w:rsidRDefault="00B15E99" w:rsidP="00A40339">
            <w:pPr>
              <w:pStyle w:val="TAC"/>
              <w:rPr>
                <w:rFonts w:cs="Arial"/>
                <w:lang w:eastAsia="zh-CN"/>
              </w:rPr>
            </w:pPr>
            <w:r w:rsidRPr="00EF2F0E">
              <w:rPr>
                <w:rFonts w:cs="Arial"/>
              </w:rPr>
              <w:t>-96.5 - Δ</w:t>
            </w:r>
            <w:r w:rsidRPr="00EF2F0E">
              <w:rPr>
                <w:rFonts w:cs="Arial"/>
                <w:vertAlign w:val="subscript"/>
              </w:rPr>
              <w:t>OTAREFSENS</w:t>
            </w:r>
          </w:p>
        </w:tc>
      </w:tr>
      <w:tr w:rsidR="003401A4" w:rsidRPr="00EF2F0E" w14:paraId="0984FD57" w14:textId="77777777" w:rsidTr="00A40339">
        <w:trPr>
          <w:jc w:val="center"/>
        </w:trPr>
        <w:tc>
          <w:tcPr>
            <w:tcW w:w="2759" w:type="dxa"/>
            <w:vAlign w:val="center"/>
          </w:tcPr>
          <w:p w14:paraId="0984FD52" w14:textId="77777777" w:rsidR="00B15E99" w:rsidRPr="00EF2F0E" w:rsidRDefault="00B15E99" w:rsidP="00A40339">
            <w:pPr>
              <w:pStyle w:val="TAC"/>
              <w:rPr>
                <w:rFonts w:cs="Arial"/>
              </w:rPr>
            </w:pPr>
            <w:r w:rsidRPr="00EF2F0E">
              <w:rPr>
                <w:rFonts w:cs="Arial"/>
              </w:rPr>
              <w:t>10</w:t>
            </w:r>
          </w:p>
        </w:tc>
        <w:tc>
          <w:tcPr>
            <w:tcW w:w="4437" w:type="dxa"/>
            <w:vAlign w:val="center"/>
          </w:tcPr>
          <w:p w14:paraId="0984FD53" w14:textId="77777777" w:rsidR="00B15E99" w:rsidRPr="00EF2F0E" w:rsidRDefault="00B15E99" w:rsidP="00A40339">
            <w:pPr>
              <w:pStyle w:val="TAC"/>
              <w:rPr>
                <w:rFonts w:cs="Arial"/>
                <w:lang w:eastAsia="ko-KR"/>
              </w:rPr>
            </w:pPr>
            <w:r w:rsidRPr="00EF2F0E">
              <w:rPr>
                <w:rFonts w:cs="Arial"/>
              </w:rPr>
              <w:t>FRC A1-3 in Annex A.1</w:t>
            </w:r>
            <w:r w:rsidRPr="00EF2F0E">
              <w:rPr>
                <w:rFonts w:cs="Arial"/>
                <w:lang w:eastAsia="ko-KR"/>
              </w:rPr>
              <w:t xml:space="preserve"> </w:t>
            </w:r>
            <w:r w:rsidRPr="00EF2F0E">
              <w:rPr>
                <w:rFonts w:cs="Arial"/>
              </w:rPr>
              <w:t>(NOTE</w:t>
            </w:r>
            <w:r w:rsidRPr="00EF2F0E">
              <w:rPr>
                <w:rFonts w:cs="Arial"/>
                <w:lang w:eastAsia="ko-KR"/>
              </w:rPr>
              <w:t xml:space="preserve"> </w:t>
            </w:r>
            <w:r w:rsidRPr="00EF2F0E">
              <w:rPr>
                <w:rFonts w:cs="Arial"/>
              </w:rPr>
              <w:t>1</w:t>
            </w:r>
            <w:r w:rsidRPr="00EF2F0E">
              <w:rPr>
                <w:rFonts w:cs="Arial"/>
                <w:lang w:eastAsia="ko-KR"/>
              </w:rPr>
              <w:t>)</w:t>
            </w:r>
          </w:p>
          <w:p w14:paraId="0984FD54" w14:textId="77777777" w:rsidR="00B15E99" w:rsidRPr="00EF2F0E" w:rsidRDefault="00B15E99" w:rsidP="00A40339">
            <w:pPr>
              <w:pStyle w:val="TAC"/>
              <w:rPr>
                <w:rFonts w:cs="Arial"/>
                <w:lang w:eastAsia="ko-KR"/>
              </w:rPr>
            </w:pPr>
            <w:r w:rsidRPr="00EF2F0E">
              <w:rPr>
                <w:rFonts w:cs="Arial"/>
                <w:lang w:eastAsia="ko-KR"/>
              </w:rPr>
              <w:t>FRC A1-</w:t>
            </w:r>
            <w:r w:rsidRPr="00EF2F0E">
              <w:rPr>
                <w:rFonts w:cs="Arial"/>
                <w:lang w:eastAsia="zh-CN"/>
              </w:rPr>
              <w:t>8</w:t>
            </w:r>
            <w:r w:rsidRPr="00EF2F0E">
              <w:rPr>
                <w:rFonts w:cs="Arial"/>
                <w:lang w:eastAsia="ko-KR"/>
              </w:rPr>
              <w:t xml:space="preserve"> in Annex A.1 </w:t>
            </w:r>
            <w:r w:rsidRPr="00EF2F0E">
              <w:rPr>
                <w:rFonts w:cs="Arial"/>
              </w:rPr>
              <w:t>(NOTE</w:t>
            </w:r>
            <w:r w:rsidRPr="00EF2F0E">
              <w:rPr>
                <w:rFonts w:cs="Arial"/>
                <w:lang w:eastAsia="ko-KR"/>
              </w:rPr>
              <w:t xml:space="preserve"> 2)</w:t>
            </w:r>
          </w:p>
        </w:tc>
        <w:tc>
          <w:tcPr>
            <w:tcW w:w="2661" w:type="dxa"/>
            <w:vAlign w:val="center"/>
          </w:tcPr>
          <w:p w14:paraId="0984FD55" w14:textId="77777777" w:rsidR="00B15E99" w:rsidRPr="00EF2F0E" w:rsidRDefault="00B15E99" w:rsidP="00A40339">
            <w:pPr>
              <w:pStyle w:val="TAC"/>
              <w:rPr>
                <w:rFonts w:cs="Arial"/>
                <w:vertAlign w:val="subscript"/>
              </w:rPr>
            </w:pPr>
            <w:r w:rsidRPr="00EF2F0E">
              <w:rPr>
                <w:rFonts w:cs="Arial"/>
              </w:rPr>
              <w:t>-96.5 - Δ</w:t>
            </w:r>
            <w:r w:rsidRPr="00EF2F0E">
              <w:rPr>
                <w:rFonts w:cs="Arial"/>
                <w:vertAlign w:val="subscript"/>
              </w:rPr>
              <w:t>OTAREFSENS</w:t>
            </w:r>
          </w:p>
          <w:p w14:paraId="0984FD56" w14:textId="77777777" w:rsidR="00B15E99" w:rsidRPr="00EF2F0E" w:rsidRDefault="00B15E99" w:rsidP="00A40339">
            <w:pPr>
              <w:pStyle w:val="TAC"/>
              <w:rPr>
                <w:rFonts w:cs="Arial"/>
                <w:lang w:eastAsia="zh-CN"/>
              </w:rPr>
            </w:pPr>
            <w:r w:rsidRPr="00EF2F0E">
              <w:rPr>
                <w:rFonts w:cs="Arial"/>
                <w:lang w:eastAsia="ko-KR"/>
              </w:rPr>
              <w:t>-</w:t>
            </w:r>
            <w:r w:rsidRPr="00EF2F0E">
              <w:rPr>
                <w:rFonts w:cs="Arial"/>
                <w:lang w:eastAsia="zh-CN"/>
              </w:rPr>
              <w:t>99</w:t>
            </w:r>
            <w:r w:rsidRPr="00EF2F0E">
              <w:rPr>
                <w:rFonts w:cs="Arial"/>
                <w:lang w:eastAsia="ko-KR"/>
              </w:rPr>
              <w:t>.</w:t>
            </w:r>
            <w:r w:rsidRPr="00EF2F0E">
              <w:rPr>
                <w:rFonts w:cs="Arial"/>
                <w:lang w:eastAsia="zh-CN"/>
              </w:rPr>
              <w:t>2</w:t>
            </w:r>
            <w:r w:rsidRPr="00EF2F0E">
              <w:rPr>
                <w:rFonts w:cs="Arial"/>
              </w:rPr>
              <w:t xml:space="preserve"> - Δ</w:t>
            </w:r>
            <w:r w:rsidRPr="00EF2F0E">
              <w:rPr>
                <w:rFonts w:cs="Arial"/>
                <w:vertAlign w:val="subscript"/>
              </w:rPr>
              <w:t>OTAREFSENS</w:t>
            </w:r>
          </w:p>
        </w:tc>
      </w:tr>
      <w:tr w:rsidR="003401A4" w:rsidRPr="00EF2F0E" w14:paraId="0984FD5B" w14:textId="77777777" w:rsidTr="00A40339">
        <w:trPr>
          <w:jc w:val="center"/>
        </w:trPr>
        <w:tc>
          <w:tcPr>
            <w:tcW w:w="2759" w:type="dxa"/>
            <w:vAlign w:val="center"/>
          </w:tcPr>
          <w:p w14:paraId="0984FD58" w14:textId="77777777" w:rsidR="00B15E99" w:rsidRPr="00EF2F0E" w:rsidRDefault="00B15E99" w:rsidP="00A40339">
            <w:pPr>
              <w:pStyle w:val="TAC"/>
              <w:rPr>
                <w:rFonts w:cs="Arial"/>
              </w:rPr>
            </w:pPr>
            <w:r w:rsidRPr="00EF2F0E">
              <w:rPr>
                <w:rFonts w:cs="Arial"/>
              </w:rPr>
              <w:t>15</w:t>
            </w:r>
          </w:p>
        </w:tc>
        <w:tc>
          <w:tcPr>
            <w:tcW w:w="4437" w:type="dxa"/>
            <w:vAlign w:val="center"/>
          </w:tcPr>
          <w:p w14:paraId="0984FD59" w14:textId="77777777" w:rsidR="00B15E99" w:rsidRPr="00EF2F0E" w:rsidRDefault="00B15E99" w:rsidP="00A40339">
            <w:pPr>
              <w:pStyle w:val="TAC"/>
              <w:rPr>
                <w:rFonts w:cs="Arial"/>
                <w:lang w:eastAsia="ko-KR"/>
              </w:rPr>
            </w:pPr>
            <w:r w:rsidRPr="00EF2F0E">
              <w:rPr>
                <w:rFonts w:cs="Arial"/>
              </w:rPr>
              <w:t>FRC A1-3 in Annex A.1</w:t>
            </w:r>
            <w:r w:rsidRPr="00EF2F0E">
              <w:rPr>
                <w:rFonts w:cs="Arial"/>
                <w:lang w:eastAsia="ko-KR"/>
              </w:rPr>
              <w:t xml:space="preserve"> </w:t>
            </w:r>
            <w:r w:rsidRPr="00EF2F0E">
              <w:rPr>
                <w:rFonts w:cs="Arial"/>
              </w:rPr>
              <w:t>(NOTE</w:t>
            </w:r>
            <w:r w:rsidRPr="00EF2F0E">
              <w:rPr>
                <w:rFonts w:cs="Arial"/>
                <w:lang w:eastAsia="ko-KR"/>
              </w:rPr>
              <w:t xml:space="preserve"> </w:t>
            </w:r>
            <w:r w:rsidRPr="00EF2F0E">
              <w:rPr>
                <w:rFonts w:cs="Arial"/>
              </w:rPr>
              <w:t>1</w:t>
            </w:r>
            <w:r w:rsidRPr="00EF2F0E">
              <w:rPr>
                <w:rFonts w:cs="Arial"/>
                <w:lang w:eastAsia="ko-KR"/>
              </w:rPr>
              <w:t>)</w:t>
            </w:r>
          </w:p>
        </w:tc>
        <w:tc>
          <w:tcPr>
            <w:tcW w:w="2661" w:type="dxa"/>
            <w:vAlign w:val="center"/>
          </w:tcPr>
          <w:p w14:paraId="0984FD5A" w14:textId="77777777" w:rsidR="00B15E99" w:rsidRPr="00EF2F0E" w:rsidRDefault="00B15E99" w:rsidP="00A40339">
            <w:pPr>
              <w:pStyle w:val="TAC"/>
              <w:rPr>
                <w:rFonts w:cs="Arial"/>
                <w:lang w:eastAsia="zh-CN"/>
              </w:rPr>
            </w:pPr>
            <w:r w:rsidRPr="00EF2F0E">
              <w:rPr>
                <w:rFonts w:cs="Arial"/>
              </w:rPr>
              <w:t>-96.5 - Δ</w:t>
            </w:r>
            <w:r w:rsidRPr="00EF2F0E">
              <w:rPr>
                <w:rFonts w:cs="Arial"/>
                <w:vertAlign w:val="subscript"/>
              </w:rPr>
              <w:t>OTAREFSENS</w:t>
            </w:r>
          </w:p>
        </w:tc>
      </w:tr>
      <w:tr w:rsidR="003401A4" w:rsidRPr="00EF2F0E" w14:paraId="0984FD61" w14:textId="77777777" w:rsidTr="00A40339">
        <w:trPr>
          <w:jc w:val="center"/>
        </w:trPr>
        <w:tc>
          <w:tcPr>
            <w:tcW w:w="2759" w:type="dxa"/>
            <w:vAlign w:val="center"/>
          </w:tcPr>
          <w:p w14:paraId="0984FD5C" w14:textId="77777777" w:rsidR="00B15E99" w:rsidRPr="00EF2F0E" w:rsidRDefault="00B15E99" w:rsidP="00A40339">
            <w:pPr>
              <w:pStyle w:val="TAC"/>
              <w:rPr>
                <w:rFonts w:cs="Arial"/>
              </w:rPr>
            </w:pPr>
            <w:r w:rsidRPr="00EF2F0E">
              <w:rPr>
                <w:rFonts w:cs="Arial"/>
              </w:rPr>
              <w:t>20</w:t>
            </w:r>
          </w:p>
        </w:tc>
        <w:tc>
          <w:tcPr>
            <w:tcW w:w="4437" w:type="dxa"/>
            <w:vAlign w:val="center"/>
          </w:tcPr>
          <w:p w14:paraId="0984FD5D" w14:textId="77777777" w:rsidR="00B15E99" w:rsidRPr="00EF2F0E" w:rsidRDefault="00B15E99" w:rsidP="00A40339">
            <w:pPr>
              <w:pStyle w:val="TAC"/>
              <w:rPr>
                <w:rFonts w:cs="Arial"/>
                <w:lang w:eastAsia="zh-CN"/>
              </w:rPr>
            </w:pPr>
            <w:r w:rsidRPr="00EF2F0E">
              <w:rPr>
                <w:rFonts w:cs="Arial"/>
              </w:rPr>
              <w:t>FRC A1-3 in Annex A.1</w:t>
            </w:r>
            <w:r w:rsidRPr="00EF2F0E">
              <w:rPr>
                <w:rFonts w:cs="Arial"/>
                <w:lang w:eastAsia="zh-CN"/>
              </w:rPr>
              <w:t xml:space="preserve"> </w:t>
            </w:r>
            <w:r w:rsidRPr="00EF2F0E">
              <w:rPr>
                <w:rFonts w:cs="Arial"/>
              </w:rPr>
              <w:t>(NOTE</w:t>
            </w:r>
            <w:r w:rsidRPr="00EF2F0E">
              <w:rPr>
                <w:rFonts w:cs="Arial"/>
                <w:lang w:eastAsia="ko-KR"/>
              </w:rPr>
              <w:t xml:space="preserve"> </w:t>
            </w:r>
            <w:r w:rsidRPr="00EF2F0E">
              <w:rPr>
                <w:rFonts w:cs="Arial"/>
              </w:rPr>
              <w:t>1</w:t>
            </w:r>
            <w:r w:rsidRPr="00EF2F0E">
              <w:rPr>
                <w:rFonts w:cs="Arial"/>
                <w:lang w:eastAsia="ko-KR"/>
              </w:rPr>
              <w:t>)</w:t>
            </w:r>
          </w:p>
          <w:p w14:paraId="0984FD5E" w14:textId="77777777" w:rsidR="00B15E99" w:rsidRPr="00EF2F0E" w:rsidRDefault="00B15E99" w:rsidP="00A40339">
            <w:pPr>
              <w:pStyle w:val="TAC"/>
              <w:rPr>
                <w:rFonts w:cs="Arial"/>
                <w:lang w:eastAsia="ko-KR"/>
              </w:rPr>
            </w:pPr>
            <w:r w:rsidRPr="00EF2F0E">
              <w:rPr>
                <w:rFonts w:cs="Arial"/>
                <w:lang w:eastAsia="ko-KR"/>
              </w:rPr>
              <w:t>FRC A1-</w:t>
            </w:r>
            <w:r w:rsidRPr="00EF2F0E">
              <w:rPr>
                <w:rFonts w:cs="Arial"/>
                <w:lang w:eastAsia="zh-CN"/>
              </w:rPr>
              <w:t>9</w:t>
            </w:r>
            <w:r w:rsidRPr="00EF2F0E">
              <w:rPr>
                <w:rFonts w:cs="Arial"/>
                <w:lang w:eastAsia="ko-KR"/>
              </w:rPr>
              <w:t xml:space="preserve"> in Annex A.1 </w:t>
            </w:r>
            <w:r w:rsidRPr="00EF2F0E">
              <w:rPr>
                <w:rFonts w:cs="Arial"/>
              </w:rPr>
              <w:t>(NOTE</w:t>
            </w:r>
            <w:r w:rsidRPr="00EF2F0E">
              <w:rPr>
                <w:rFonts w:cs="Arial"/>
                <w:lang w:eastAsia="ko-KR"/>
              </w:rPr>
              <w:t xml:space="preserve"> 2)</w:t>
            </w:r>
          </w:p>
        </w:tc>
        <w:tc>
          <w:tcPr>
            <w:tcW w:w="2661" w:type="dxa"/>
            <w:vAlign w:val="center"/>
          </w:tcPr>
          <w:p w14:paraId="0984FD5F" w14:textId="77777777" w:rsidR="00B15E99" w:rsidRPr="00EF2F0E" w:rsidRDefault="00B15E99" w:rsidP="00A40339">
            <w:pPr>
              <w:pStyle w:val="TAC"/>
              <w:rPr>
                <w:rFonts w:cs="Arial"/>
                <w:vertAlign w:val="subscript"/>
              </w:rPr>
            </w:pPr>
            <w:r w:rsidRPr="00EF2F0E">
              <w:rPr>
                <w:rFonts w:cs="Arial"/>
              </w:rPr>
              <w:t>-96.5 - Δ</w:t>
            </w:r>
            <w:r w:rsidRPr="00EF2F0E">
              <w:rPr>
                <w:rFonts w:cs="Arial"/>
                <w:vertAlign w:val="subscript"/>
              </w:rPr>
              <w:t>OTAREFSENS</w:t>
            </w:r>
          </w:p>
          <w:p w14:paraId="0984FD60" w14:textId="77777777" w:rsidR="00B15E99" w:rsidRPr="00EF2F0E" w:rsidRDefault="00B15E99" w:rsidP="00A40339">
            <w:pPr>
              <w:pStyle w:val="TAC"/>
              <w:rPr>
                <w:rFonts w:cs="Arial"/>
                <w:lang w:eastAsia="zh-CN"/>
              </w:rPr>
            </w:pPr>
            <w:r w:rsidRPr="00EF2F0E">
              <w:rPr>
                <w:rFonts w:cs="Arial"/>
                <w:lang w:eastAsia="ko-KR"/>
              </w:rPr>
              <w:t>-</w:t>
            </w:r>
            <w:r w:rsidRPr="00EF2F0E">
              <w:rPr>
                <w:rFonts w:cs="Arial"/>
                <w:lang w:eastAsia="zh-CN"/>
              </w:rPr>
              <w:t>99</w:t>
            </w:r>
            <w:r w:rsidRPr="00EF2F0E">
              <w:rPr>
                <w:rFonts w:cs="Arial"/>
                <w:lang w:eastAsia="ko-KR"/>
              </w:rPr>
              <w:t>.</w:t>
            </w:r>
            <w:r w:rsidRPr="00EF2F0E">
              <w:rPr>
                <w:rFonts w:cs="Arial"/>
                <w:lang w:eastAsia="zh-CN"/>
              </w:rPr>
              <w:t>2</w:t>
            </w:r>
            <w:r w:rsidRPr="00EF2F0E">
              <w:rPr>
                <w:rFonts w:cs="Arial"/>
              </w:rPr>
              <w:t xml:space="preserve"> - Δ</w:t>
            </w:r>
            <w:r w:rsidRPr="00EF2F0E">
              <w:rPr>
                <w:rFonts w:cs="Arial"/>
                <w:vertAlign w:val="subscript"/>
              </w:rPr>
              <w:t>OTAREFSENS</w:t>
            </w:r>
          </w:p>
        </w:tc>
      </w:tr>
      <w:tr w:rsidR="00B15E99" w:rsidRPr="00EF2F0E" w14:paraId="0984FD64" w14:textId="77777777" w:rsidTr="00A40339">
        <w:trPr>
          <w:jc w:val="center"/>
        </w:trPr>
        <w:tc>
          <w:tcPr>
            <w:tcW w:w="0" w:type="auto"/>
            <w:gridSpan w:val="3"/>
            <w:vAlign w:val="center"/>
          </w:tcPr>
          <w:p w14:paraId="0984FD62" w14:textId="77777777" w:rsidR="00B15E99" w:rsidRPr="00EF2F0E" w:rsidRDefault="00B15E99" w:rsidP="00A40339">
            <w:pPr>
              <w:pStyle w:val="TAN"/>
              <w:rPr>
                <w:lang w:eastAsia="zh-CN"/>
              </w:rPr>
            </w:pPr>
            <w:r w:rsidRPr="00EF2F0E">
              <w:t>NOTE</w:t>
            </w:r>
            <w:r w:rsidRPr="00EF2F0E">
              <w:rPr>
                <w:lang w:eastAsia="ko-KR"/>
              </w:rPr>
              <w:t xml:space="preserve"> 1</w:t>
            </w:r>
            <w:r w:rsidRPr="00EF2F0E">
              <w:t>:</w:t>
            </w:r>
            <w:r w:rsidRPr="00EF2F0E">
              <w:tab/>
              <w:t>EIS</w:t>
            </w:r>
            <w:r w:rsidRPr="00EF2F0E">
              <w:rPr>
                <w:vertAlign w:val="subscript"/>
              </w:rPr>
              <w:t>REFSENS</w:t>
            </w:r>
            <w:r w:rsidRPr="00EF2F0E">
              <w:t xml:space="preserve"> is the power level of a single instance of the reference measurement channel. This requirement shall be met for each consecutive application of a single instance of FRC A1-3 mapped to disjoint frequency ranges with a width of 25 resource blocks each.</w:t>
            </w:r>
            <w:r w:rsidRPr="00EF2F0E">
              <w:rPr>
                <w:lang w:eastAsia="ko-KR"/>
              </w:rPr>
              <w:t xml:space="preserve"> T</w:t>
            </w:r>
            <w:r w:rsidRPr="00EF2F0E">
              <w:rPr>
                <w:lang w:eastAsia="zh-CN"/>
              </w:rPr>
              <w:t>his reference measurement channel is not applied for Band 46.</w:t>
            </w:r>
          </w:p>
          <w:p w14:paraId="0984FD63" w14:textId="77777777" w:rsidR="00B15E99" w:rsidRPr="00EF2F0E" w:rsidRDefault="00B15E99" w:rsidP="00A40339">
            <w:pPr>
              <w:pStyle w:val="TAN"/>
            </w:pPr>
            <w:r w:rsidRPr="00EF2F0E">
              <w:rPr>
                <w:lang w:eastAsia="ko-KR"/>
              </w:rPr>
              <w:t>NOTE 2:</w:t>
            </w:r>
            <w:r w:rsidRPr="00EF2F0E">
              <w:rPr>
                <w:lang w:eastAsia="ko-KR"/>
              </w:rPr>
              <w:tab/>
              <w:t>EIS</w:t>
            </w:r>
            <w:r w:rsidRPr="00EF2F0E">
              <w:rPr>
                <w:vertAlign w:val="subscript"/>
                <w:lang w:eastAsia="ko-KR"/>
              </w:rPr>
              <w:t>REFSENS</w:t>
            </w:r>
            <w:r w:rsidRPr="00EF2F0E">
              <w:rPr>
                <w:lang w:eastAsia="ko-KR"/>
              </w:rPr>
              <w:t xml:space="preserve"> is the power level of a single instance of the reference measurement channel. This requirement shall be met for each</w:t>
            </w:r>
            <w:r w:rsidRPr="00EF2F0E">
              <w:rPr>
                <w:lang w:eastAsia="zh-CN"/>
              </w:rPr>
              <w:t xml:space="preserve"> single</w:t>
            </w:r>
            <w:r w:rsidRPr="00EF2F0E">
              <w:rPr>
                <w:lang w:eastAsia="ko-KR"/>
              </w:rPr>
              <w:t xml:space="preserve"> </w:t>
            </w:r>
            <w:r w:rsidRPr="00EF2F0E">
              <w:rPr>
                <w:lang w:eastAsia="zh-CN"/>
              </w:rPr>
              <w:t>interlace of FRC A1-8 and A1-9.</w:t>
            </w:r>
            <w:r w:rsidRPr="00EF2F0E">
              <w:rPr>
                <w:lang w:eastAsia="ko-KR"/>
              </w:rPr>
              <w:t xml:space="preserve"> T</w:t>
            </w:r>
            <w:r w:rsidRPr="00EF2F0E">
              <w:rPr>
                <w:lang w:eastAsia="zh-CN"/>
              </w:rPr>
              <w:t>his reference measurement channel is only applied for Band 46.</w:t>
            </w:r>
          </w:p>
        </w:tc>
      </w:tr>
    </w:tbl>
    <w:p w14:paraId="0984FD65" w14:textId="77777777" w:rsidR="00B15E99" w:rsidRPr="00EF2F0E" w:rsidRDefault="00B15E99" w:rsidP="00A40339"/>
    <w:p w14:paraId="0984FD66" w14:textId="77777777" w:rsidR="00B15E99" w:rsidRPr="00EF2F0E" w:rsidRDefault="00B15E99" w:rsidP="00A40339">
      <w:pPr>
        <w:pStyle w:val="Heading2"/>
      </w:pPr>
      <w:bookmarkStart w:id="4999" w:name="_Toc21096145"/>
      <w:bookmarkStart w:id="5000" w:name="_Toc29763344"/>
      <w:bookmarkStart w:id="5001" w:name="_Toc45869629"/>
      <w:bookmarkStart w:id="5002" w:name="_Toc52554882"/>
      <w:bookmarkStart w:id="5003" w:name="_Toc52555352"/>
      <w:bookmarkStart w:id="5004" w:name="_Toc61112584"/>
      <w:bookmarkStart w:id="5005" w:name="_Toc67911736"/>
      <w:bookmarkStart w:id="5006" w:name="_Toc74843211"/>
      <w:bookmarkStart w:id="5007" w:name="_Toc76503594"/>
      <w:bookmarkStart w:id="5008" w:name="_Toc83041037"/>
      <w:bookmarkStart w:id="5009" w:name="_Toc89852080"/>
      <w:bookmarkStart w:id="5010" w:name="_Toc98676434"/>
      <w:r w:rsidRPr="00EF2F0E">
        <w:t>10.4</w:t>
      </w:r>
      <w:r w:rsidRPr="00EF2F0E">
        <w:tab/>
        <w:t>OTA Dynamic range</w:t>
      </w:r>
      <w:bookmarkEnd w:id="4999"/>
      <w:bookmarkEnd w:id="5000"/>
      <w:bookmarkEnd w:id="5001"/>
      <w:bookmarkEnd w:id="5002"/>
      <w:bookmarkEnd w:id="5003"/>
      <w:bookmarkEnd w:id="5004"/>
      <w:bookmarkEnd w:id="5005"/>
      <w:bookmarkEnd w:id="5006"/>
      <w:bookmarkEnd w:id="5007"/>
      <w:bookmarkEnd w:id="5008"/>
      <w:bookmarkEnd w:id="5009"/>
      <w:bookmarkEnd w:id="5010"/>
    </w:p>
    <w:p w14:paraId="0984FD67" w14:textId="77777777" w:rsidR="00B15E99" w:rsidRPr="00EF2F0E" w:rsidRDefault="00B15E99" w:rsidP="00A40339">
      <w:pPr>
        <w:pStyle w:val="Heading4"/>
        <w:ind w:left="0" w:firstLine="0"/>
      </w:pPr>
      <w:bookmarkStart w:id="5011" w:name="_Toc21096146"/>
      <w:bookmarkStart w:id="5012" w:name="_Toc29763345"/>
      <w:bookmarkStart w:id="5013" w:name="_Toc45869630"/>
      <w:bookmarkStart w:id="5014" w:name="_Toc52554883"/>
      <w:bookmarkStart w:id="5015" w:name="_Toc52555353"/>
      <w:bookmarkStart w:id="5016" w:name="_Toc61112585"/>
      <w:bookmarkStart w:id="5017" w:name="_Toc67911737"/>
      <w:bookmarkStart w:id="5018" w:name="_Toc74843212"/>
      <w:bookmarkStart w:id="5019" w:name="_Toc76503595"/>
      <w:bookmarkStart w:id="5020" w:name="_Toc83041038"/>
      <w:bookmarkStart w:id="5021" w:name="_Toc89852081"/>
      <w:bookmarkStart w:id="5022" w:name="_Toc98676435"/>
      <w:r w:rsidRPr="00EF2F0E">
        <w:t>10.4.1</w:t>
      </w:r>
      <w:r w:rsidRPr="00EF2F0E">
        <w:tab/>
        <w:t>General</w:t>
      </w:r>
      <w:bookmarkEnd w:id="5011"/>
      <w:bookmarkEnd w:id="5012"/>
      <w:bookmarkEnd w:id="5013"/>
      <w:bookmarkEnd w:id="5014"/>
      <w:bookmarkEnd w:id="5015"/>
      <w:bookmarkEnd w:id="5016"/>
      <w:bookmarkEnd w:id="5017"/>
      <w:bookmarkEnd w:id="5018"/>
      <w:bookmarkEnd w:id="5019"/>
      <w:bookmarkEnd w:id="5020"/>
      <w:bookmarkEnd w:id="5021"/>
      <w:bookmarkEnd w:id="5022"/>
    </w:p>
    <w:p w14:paraId="0984FD68" w14:textId="77777777" w:rsidR="00B15E99" w:rsidRPr="00EF2F0E" w:rsidRDefault="00B15E99" w:rsidP="00A40339">
      <w:r w:rsidRPr="00EF2F0E">
        <w:t xml:space="preserve">The OTA dynamic range is a measure of the capability of the receiver unit to receive a wanted signal in the presence of an interfering signal inside the received </w:t>
      </w:r>
      <w:r w:rsidRPr="00EF2F0E">
        <w:rPr>
          <w:i/>
        </w:rPr>
        <w:t>channel bandwidth</w:t>
      </w:r>
      <w:r w:rsidRPr="00EF2F0E">
        <w:t xml:space="preserve"> or the capability of receiving high level of wanted signal.</w:t>
      </w:r>
    </w:p>
    <w:p w14:paraId="0984FD69" w14:textId="77777777" w:rsidR="00B15E99" w:rsidRPr="00EF2F0E" w:rsidRDefault="00B15E99" w:rsidP="00A40339">
      <w:pPr>
        <w:rPr>
          <w:i/>
        </w:rPr>
      </w:pPr>
      <w:r w:rsidRPr="00EF2F0E">
        <w:t>The requirement applies at the RIB when the AoA of the incident wave of a received signal and the interfering signal are from the same direction and are within the OTA REFSENS</w:t>
      </w:r>
      <w:r w:rsidRPr="00EF2F0E">
        <w:rPr>
          <w:i/>
        </w:rPr>
        <w:t xml:space="preserve"> RoAoA.</w:t>
      </w:r>
    </w:p>
    <w:p w14:paraId="0984FD6A" w14:textId="77777777" w:rsidR="00B15E99" w:rsidRPr="00EF2F0E" w:rsidRDefault="00B15E99" w:rsidP="00A40339">
      <w:r w:rsidRPr="00EF2F0E">
        <w:t xml:space="preserve">The wanted and interfering signals apply to </w:t>
      </w:r>
      <w:r w:rsidR="005933C1" w:rsidRPr="00EF2F0E">
        <w:t xml:space="preserve">each </w:t>
      </w:r>
      <w:r w:rsidRPr="00EF2F0E">
        <w:t xml:space="preserve">supported polarization, under the assumption of </w:t>
      </w:r>
      <w:r w:rsidRPr="00EF2F0E">
        <w:rPr>
          <w:i/>
        </w:rPr>
        <w:t>polarization match</w:t>
      </w:r>
      <w:r w:rsidRPr="00EF2F0E">
        <w:t xml:space="preserve">. </w:t>
      </w:r>
    </w:p>
    <w:p w14:paraId="0984FD6B" w14:textId="77777777" w:rsidR="00B15E99" w:rsidRPr="00EF2F0E" w:rsidRDefault="00B15E99" w:rsidP="00A40339">
      <w:pPr>
        <w:pStyle w:val="Heading4"/>
        <w:ind w:left="0" w:firstLine="0"/>
      </w:pPr>
      <w:bookmarkStart w:id="5023" w:name="_Toc21096147"/>
      <w:bookmarkStart w:id="5024" w:name="_Toc29763346"/>
      <w:bookmarkStart w:id="5025" w:name="_Toc45869631"/>
      <w:bookmarkStart w:id="5026" w:name="_Toc52554884"/>
      <w:bookmarkStart w:id="5027" w:name="_Toc52555354"/>
      <w:bookmarkStart w:id="5028" w:name="_Toc61112586"/>
      <w:bookmarkStart w:id="5029" w:name="_Toc67911738"/>
      <w:bookmarkStart w:id="5030" w:name="_Toc74843213"/>
      <w:bookmarkStart w:id="5031" w:name="_Toc76503596"/>
      <w:bookmarkStart w:id="5032" w:name="_Toc83041039"/>
      <w:bookmarkStart w:id="5033" w:name="_Toc89852082"/>
      <w:bookmarkStart w:id="5034" w:name="_Toc98676436"/>
      <w:r w:rsidRPr="00EF2F0E">
        <w:t>10.4.2</w:t>
      </w:r>
      <w:r w:rsidRPr="00EF2F0E">
        <w:tab/>
        <w:t>Minimum requirement for MSR operation</w:t>
      </w:r>
      <w:bookmarkEnd w:id="5023"/>
      <w:bookmarkEnd w:id="5024"/>
      <w:bookmarkEnd w:id="5025"/>
      <w:bookmarkEnd w:id="5026"/>
      <w:bookmarkEnd w:id="5027"/>
      <w:bookmarkEnd w:id="5028"/>
      <w:bookmarkEnd w:id="5029"/>
      <w:bookmarkEnd w:id="5030"/>
      <w:bookmarkEnd w:id="5031"/>
      <w:bookmarkEnd w:id="5032"/>
      <w:bookmarkEnd w:id="5033"/>
      <w:bookmarkEnd w:id="5034"/>
    </w:p>
    <w:p w14:paraId="0984FD6C" w14:textId="77777777" w:rsidR="00B15E99" w:rsidRPr="00EF2F0E" w:rsidRDefault="00B15E99" w:rsidP="00A40339">
      <w:r w:rsidRPr="00EF2F0E">
        <w:t>For UTRA, the minimum requirement for dynamic range is specified in subclause 10.4.3.</w:t>
      </w:r>
    </w:p>
    <w:p w14:paraId="0984FD6D" w14:textId="77777777" w:rsidR="00B15E99" w:rsidRPr="00EF2F0E" w:rsidRDefault="00B15E99" w:rsidP="00A40339">
      <w:r w:rsidRPr="00EF2F0E">
        <w:t>For E-UTRA, the minimum requirement for dynamic range is specified in subclause 10.4.4.</w:t>
      </w:r>
    </w:p>
    <w:p w14:paraId="0984FD6E" w14:textId="77777777" w:rsidR="00B15E99" w:rsidRPr="00EF2F0E" w:rsidRDefault="00B15E99" w:rsidP="00A40339">
      <w:r w:rsidRPr="00EF2F0E">
        <w:t>For NR, the minimum requirement for dynamic range is the same as that specified for BS type 1-O in 3GPP TS 38.104 [28] in subclause 10.4.2</w:t>
      </w:r>
    </w:p>
    <w:p w14:paraId="0984FD6F" w14:textId="77777777" w:rsidR="00B15E99" w:rsidRPr="00EF2F0E" w:rsidRDefault="00B15E99" w:rsidP="00A40339">
      <w:pPr>
        <w:pStyle w:val="Heading4"/>
        <w:ind w:left="0" w:firstLine="0"/>
      </w:pPr>
      <w:bookmarkStart w:id="5035" w:name="_Toc21096148"/>
      <w:bookmarkStart w:id="5036" w:name="_Toc29763347"/>
      <w:bookmarkStart w:id="5037" w:name="_Toc45869632"/>
      <w:bookmarkStart w:id="5038" w:name="_Toc52554885"/>
      <w:bookmarkStart w:id="5039" w:name="_Toc52555355"/>
      <w:bookmarkStart w:id="5040" w:name="_Toc61112587"/>
      <w:bookmarkStart w:id="5041" w:name="_Toc67911739"/>
      <w:bookmarkStart w:id="5042" w:name="_Toc74843214"/>
      <w:bookmarkStart w:id="5043" w:name="_Toc76503597"/>
      <w:bookmarkStart w:id="5044" w:name="_Toc83041040"/>
      <w:bookmarkStart w:id="5045" w:name="_Toc89852083"/>
      <w:bookmarkStart w:id="5046" w:name="_Toc98676437"/>
      <w:r w:rsidRPr="00EF2F0E">
        <w:t>10.4.3</w:t>
      </w:r>
      <w:r w:rsidRPr="00EF2F0E">
        <w:tab/>
        <w:t>Minimum requirement for single RAT UTRA operation</w:t>
      </w:r>
      <w:bookmarkEnd w:id="5035"/>
      <w:bookmarkEnd w:id="5036"/>
      <w:bookmarkEnd w:id="5037"/>
      <w:bookmarkEnd w:id="5038"/>
      <w:bookmarkEnd w:id="5039"/>
      <w:bookmarkEnd w:id="5040"/>
      <w:bookmarkEnd w:id="5041"/>
      <w:bookmarkEnd w:id="5042"/>
      <w:bookmarkEnd w:id="5043"/>
      <w:bookmarkEnd w:id="5044"/>
      <w:bookmarkEnd w:id="5045"/>
      <w:bookmarkEnd w:id="5046"/>
    </w:p>
    <w:p w14:paraId="0984FD70" w14:textId="77777777" w:rsidR="00B15E99" w:rsidRPr="00EF2F0E" w:rsidRDefault="00B15E99" w:rsidP="00A40339">
      <w:pPr>
        <w:keepNext/>
        <w:rPr>
          <w:rFonts w:eastAsia="Osaka" w:cs="v5.0.0"/>
        </w:rPr>
      </w:pPr>
      <w:r w:rsidRPr="00EF2F0E">
        <w:rPr>
          <w:rFonts w:eastAsia="Osaka" w:cs="v5.0.0"/>
        </w:rPr>
        <w:t>The BER shall not exceed 0.001 for the parameters specified in table 10.4.3-1</w:t>
      </w:r>
    </w:p>
    <w:p w14:paraId="0984FD71" w14:textId="77777777" w:rsidR="00B15E99" w:rsidRPr="00EF2F0E" w:rsidRDefault="00B15E99" w:rsidP="007853C3">
      <w:pPr>
        <w:pStyle w:val="TH"/>
      </w:pPr>
      <w:r w:rsidRPr="00EF2F0E">
        <w:rPr>
          <w:rFonts w:eastAsia="Osaka"/>
        </w:rPr>
        <w:t xml:space="preserve">Table 10.4.3-1: </w:t>
      </w:r>
      <w:r w:rsidRPr="00EF2F0E">
        <w:t>Dynamic range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701"/>
        <w:gridCol w:w="1735"/>
        <w:gridCol w:w="1808"/>
        <w:gridCol w:w="1594"/>
      </w:tblGrid>
      <w:tr w:rsidR="003401A4" w:rsidRPr="00EF2F0E" w14:paraId="0984FD78" w14:textId="77777777" w:rsidTr="00A40339">
        <w:trPr>
          <w:jc w:val="center"/>
        </w:trPr>
        <w:tc>
          <w:tcPr>
            <w:tcW w:w="1908" w:type="dxa"/>
          </w:tcPr>
          <w:p w14:paraId="0984FD72" w14:textId="77777777" w:rsidR="00B15E99" w:rsidRPr="00EF2F0E" w:rsidRDefault="00B15E99" w:rsidP="00A40339">
            <w:pPr>
              <w:pStyle w:val="TAH"/>
              <w:rPr>
                <w:rFonts w:cs="Arial"/>
              </w:rPr>
            </w:pPr>
            <w:r w:rsidRPr="00EF2F0E">
              <w:rPr>
                <w:rFonts w:cs="Arial"/>
              </w:rPr>
              <w:br w:type="page"/>
              <w:t>Parameter</w:t>
            </w:r>
          </w:p>
        </w:tc>
        <w:tc>
          <w:tcPr>
            <w:tcW w:w="1701" w:type="dxa"/>
          </w:tcPr>
          <w:p w14:paraId="0984FD73" w14:textId="77777777" w:rsidR="00B15E99" w:rsidRPr="00EF2F0E" w:rsidRDefault="00B15E99" w:rsidP="00A40339">
            <w:pPr>
              <w:pStyle w:val="TAH"/>
              <w:rPr>
                <w:rFonts w:cs="Arial"/>
              </w:rPr>
            </w:pPr>
            <w:r w:rsidRPr="00EF2F0E">
              <w:rPr>
                <w:rFonts w:cs="Arial"/>
              </w:rPr>
              <w:t xml:space="preserve">Level </w:t>
            </w:r>
          </w:p>
          <w:p w14:paraId="0984FD74" w14:textId="77777777" w:rsidR="00B15E99" w:rsidRPr="00EF2F0E" w:rsidRDefault="00B15E99" w:rsidP="00A40339">
            <w:pPr>
              <w:pStyle w:val="TAH"/>
              <w:rPr>
                <w:rFonts w:cs="Arial"/>
              </w:rPr>
            </w:pPr>
            <w:r w:rsidRPr="00EF2F0E">
              <w:rPr>
                <w:rFonts w:cs="Arial"/>
              </w:rPr>
              <w:t>Wide Area BS</w:t>
            </w:r>
          </w:p>
        </w:tc>
        <w:tc>
          <w:tcPr>
            <w:tcW w:w="1735" w:type="dxa"/>
          </w:tcPr>
          <w:p w14:paraId="0984FD75" w14:textId="77777777" w:rsidR="00B15E99" w:rsidRPr="00EF2F0E" w:rsidRDefault="00B15E99" w:rsidP="00A40339">
            <w:pPr>
              <w:pStyle w:val="TAH"/>
              <w:rPr>
                <w:rFonts w:cs="Arial"/>
              </w:rPr>
            </w:pPr>
            <w:r w:rsidRPr="00EF2F0E">
              <w:rPr>
                <w:rFonts w:cs="Arial"/>
              </w:rPr>
              <w:t>Level Medium Range BS</w:t>
            </w:r>
          </w:p>
        </w:tc>
        <w:tc>
          <w:tcPr>
            <w:tcW w:w="1808" w:type="dxa"/>
          </w:tcPr>
          <w:p w14:paraId="0984FD76" w14:textId="77777777" w:rsidR="00B15E99" w:rsidRPr="00EF2F0E" w:rsidRDefault="00B15E99" w:rsidP="00A40339">
            <w:pPr>
              <w:pStyle w:val="TAH"/>
              <w:rPr>
                <w:rFonts w:cs="Arial"/>
              </w:rPr>
            </w:pPr>
            <w:r w:rsidRPr="00EF2F0E">
              <w:rPr>
                <w:rFonts w:cs="Arial"/>
              </w:rPr>
              <w:t>Level Local Area BS</w:t>
            </w:r>
          </w:p>
        </w:tc>
        <w:tc>
          <w:tcPr>
            <w:tcW w:w="1594" w:type="dxa"/>
          </w:tcPr>
          <w:p w14:paraId="0984FD77" w14:textId="77777777" w:rsidR="00B15E99" w:rsidRPr="00EF2F0E" w:rsidRDefault="00B15E99" w:rsidP="00A40339">
            <w:pPr>
              <w:pStyle w:val="TAH"/>
              <w:rPr>
                <w:rFonts w:cs="Arial"/>
              </w:rPr>
            </w:pPr>
            <w:r w:rsidRPr="00EF2F0E">
              <w:rPr>
                <w:rFonts w:cs="Arial"/>
              </w:rPr>
              <w:t>Unit</w:t>
            </w:r>
          </w:p>
        </w:tc>
      </w:tr>
      <w:tr w:rsidR="003401A4" w:rsidRPr="00EF2F0E" w14:paraId="0984FD7E" w14:textId="77777777" w:rsidTr="00A40339">
        <w:trPr>
          <w:jc w:val="center"/>
        </w:trPr>
        <w:tc>
          <w:tcPr>
            <w:tcW w:w="1908" w:type="dxa"/>
          </w:tcPr>
          <w:p w14:paraId="0984FD79" w14:textId="77777777" w:rsidR="00B15E99" w:rsidRPr="00EF2F0E" w:rsidRDefault="00B15E99" w:rsidP="00A40339">
            <w:pPr>
              <w:pStyle w:val="TAL"/>
              <w:rPr>
                <w:rFonts w:cs="v5.0.0"/>
              </w:rPr>
            </w:pPr>
            <w:r w:rsidRPr="00EF2F0E">
              <w:rPr>
                <w:rFonts w:cs="Arial"/>
              </w:rPr>
              <w:t>Reference measurement channel data rate</w:t>
            </w:r>
          </w:p>
        </w:tc>
        <w:tc>
          <w:tcPr>
            <w:tcW w:w="1701" w:type="dxa"/>
          </w:tcPr>
          <w:p w14:paraId="0984FD7A" w14:textId="77777777" w:rsidR="00B15E99" w:rsidRPr="00EF2F0E" w:rsidRDefault="00B15E99" w:rsidP="00A40339">
            <w:pPr>
              <w:pStyle w:val="TAC"/>
              <w:rPr>
                <w:rFonts w:cs="Arial"/>
              </w:rPr>
            </w:pPr>
            <w:r w:rsidRPr="00EF2F0E">
              <w:rPr>
                <w:rFonts w:cs="Arial"/>
              </w:rPr>
              <w:t>12.2</w:t>
            </w:r>
          </w:p>
        </w:tc>
        <w:tc>
          <w:tcPr>
            <w:tcW w:w="1735" w:type="dxa"/>
          </w:tcPr>
          <w:p w14:paraId="0984FD7B" w14:textId="77777777" w:rsidR="00B15E99" w:rsidRPr="00EF2F0E" w:rsidRDefault="00B15E99" w:rsidP="00A40339">
            <w:pPr>
              <w:pStyle w:val="TAC"/>
              <w:rPr>
                <w:rFonts w:cs="Arial"/>
              </w:rPr>
            </w:pPr>
            <w:r w:rsidRPr="00EF2F0E">
              <w:rPr>
                <w:rFonts w:cs="Arial"/>
              </w:rPr>
              <w:t>12.2</w:t>
            </w:r>
          </w:p>
        </w:tc>
        <w:tc>
          <w:tcPr>
            <w:tcW w:w="1808" w:type="dxa"/>
          </w:tcPr>
          <w:p w14:paraId="0984FD7C" w14:textId="77777777" w:rsidR="00B15E99" w:rsidRPr="00EF2F0E" w:rsidRDefault="00B15E99" w:rsidP="00A40339">
            <w:pPr>
              <w:pStyle w:val="TAC"/>
              <w:rPr>
                <w:rFonts w:cs="Arial"/>
              </w:rPr>
            </w:pPr>
            <w:r w:rsidRPr="00EF2F0E">
              <w:rPr>
                <w:rFonts w:cs="Arial"/>
              </w:rPr>
              <w:t>12.2</w:t>
            </w:r>
          </w:p>
        </w:tc>
        <w:tc>
          <w:tcPr>
            <w:tcW w:w="1594" w:type="dxa"/>
          </w:tcPr>
          <w:p w14:paraId="0984FD7D" w14:textId="77777777" w:rsidR="00B15E99" w:rsidRPr="00EF2F0E" w:rsidRDefault="00B15E99" w:rsidP="00A40339">
            <w:pPr>
              <w:pStyle w:val="TAC"/>
              <w:rPr>
                <w:rFonts w:cs="Arial"/>
              </w:rPr>
            </w:pPr>
            <w:r w:rsidRPr="00EF2F0E">
              <w:rPr>
                <w:rFonts w:cs="Arial"/>
              </w:rPr>
              <w:t>kbps</w:t>
            </w:r>
          </w:p>
        </w:tc>
      </w:tr>
      <w:tr w:rsidR="003401A4" w:rsidRPr="00EF2F0E" w14:paraId="0984FD84" w14:textId="77777777" w:rsidTr="00A40339">
        <w:trPr>
          <w:jc w:val="center"/>
        </w:trPr>
        <w:tc>
          <w:tcPr>
            <w:tcW w:w="1908" w:type="dxa"/>
          </w:tcPr>
          <w:p w14:paraId="0984FD7F" w14:textId="77777777" w:rsidR="00B15E99" w:rsidRPr="00EF2F0E" w:rsidRDefault="00B15E99" w:rsidP="00A40339">
            <w:pPr>
              <w:pStyle w:val="TAL"/>
              <w:rPr>
                <w:rFonts w:cs="v5.0.0"/>
              </w:rPr>
            </w:pPr>
            <w:r w:rsidRPr="00EF2F0E">
              <w:rPr>
                <w:rFonts w:cs="Arial"/>
              </w:rPr>
              <w:t>Wanted signal mean power</w:t>
            </w:r>
          </w:p>
        </w:tc>
        <w:tc>
          <w:tcPr>
            <w:tcW w:w="1701" w:type="dxa"/>
          </w:tcPr>
          <w:p w14:paraId="0984FD80" w14:textId="77777777" w:rsidR="00B15E99" w:rsidRPr="00EF2F0E" w:rsidRDefault="00B15E99" w:rsidP="00A40339">
            <w:pPr>
              <w:pStyle w:val="TAC"/>
              <w:rPr>
                <w:rFonts w:cs="Arial"/>
              </w:rPr>
            </w:pPr>
            <w:r w:rsidRPr="00EF2F0E">
              <w:rPr>
                <w:rFonts w:cs="Arial"/>
              </w:rPr>
              <w:t>-91 - Δ</w:t>
            </w:r>
            <w:r w:rsidRPr="00EF2F0E">
              <w:rPr>
                <w:rFonts w:cs="Arial"/>
                <w:vertAlign w:val="subscript"/>
              </w:rPr>
              <w:t>OTAREFSENS</w:t>
            </w:r>
          </w:p>
        </w:tc>
        <w:tc>
          <w:tcPr>
            <w:tcW w:w="1735" w:type="dxa"/>
          </w:tcPr>
          <w:p w14:paraId="0984FD81" w14:textId="77777777" w:rsidR="00B15E99" w:rsidRPr="00EF2F0E" w:rsidRDefault="00B15E99" w:rsidP="00A40339">
            <w:pPr>
              <w:pStyle w:val="TAC"/>
              <w:rPr>
                <w:rFonts w:cs="Arial"/>
              </w:rPr>
            </w:pPr>
            <w:r w:rsidRPr="00EF2F0E">
              <w:rPr>
                <w:rFonts w:cs="Arial"/>
              </w:rPr>
              <w:t>-81 - Δ</w:t>
            </w:r>
            <w:r w:rsidRPr="00EF2F0E">
              <w:rPr>
                <w:rFonts w:cs="Arial"/>
                <w:vertAlign w:val="subscript"/>
              </w:rPr>
              <w:t>OTAREFSENS</w:t>
            </w:r>
          </w:p>
        </w:tc>
        <w:tc>
          <w:tcPr>
            <w:tcW w:w="1808" w:type="dxa"/>
          </w:tcPr>
          <w:p w14:paraId="0984FD82" w14:textId="77777777" w:rsidR="00B15E99" w:rsidRPr="00EF2F0E" w:rsidRDefault="00B15E99" w:rsidP="00A40339">
            <w:pPr>
              <w:pStyle w:val="TAC"/>
              <w:rPr>
                <w:rFonts w:cs="Arial"/>
              </w:rPr>
            </w:pPr>
            <w:r w:rsidRPr="00EF2F0E">
              <w:rPr>
                <w:rFonts w:cs="Arial"/>
              </w:rPr>
              <w:t>-77 - Δ</w:t>
            </w:r>
            <w:r w:rsidRPr="00EF2F0E">
              <w:rPr>
                <w:rFonts w:cs="Arial"/>
                <w:vertAlign w:val="subscript"/>
              </w:rPr>
              <w:t>OTAREFSENS</w:t>
            </w:r>
          </w:p>
        </w:tc>
        <w:tc>
          <w:tcPr>
            <w:tcW w:w="1594" w:type="dxa"/>
          </w:tcPr>
          <w:p w14:paraId="0984FD83" w14:textId="77777777" w:rsidR="00B15E99" w:rsidRPr="00EF2F0E" w:rsidRDefault="00B15E99" w:rsidP="00A40339">
            <w:pPr>
              <w:pStyle w:val="TAC"/>
              <w:rPr>
                <w:rFonts w:cs="Arial"/>
              </w:rPr>
            </w:pPr>
            <w:r w:rsidRPr="00EF2F0E">
              <w:rPr>
                <w:rFonts w:cs="Arial"/>
              </w:rPr>
              <w:t>dBm</w:t>
            </w:r>
          </w:p>
        </w:tc>
      </w:tr>
      <w:tr w:rsidR="00B15E99" w:rsidRPr="00EF2F0E" w14:paraId="0984FD8A" w14:textId="77777777" w:rsidTr="00A40339">
        <w:trPr>
          <w:jc w:val="center"/>
        </w:trPr>
        <w:tc>
          <w:tcPr>
            <w:tcW w:w="1908" w:type="dxa"/>
          </w:tcPr>
          <w:p w14:paraId="0984FD85" w14:textId="77777777" w:rsidR="00B15E99" w:rsidRPr="00EF2F0E" w:rsidRDefault="00B15E99" w:rsidP="00A40339">
            <w:pPr>
              <w:pStyle w:val="TAL"/>
              <w:rPr>
                <w:rFonts w:cs="v5.0.0"/>
              </w:rPr>
            </w:pPr>
            <w:r w:rsidRPr="00EF2F0E">
              <w:rPr>
                <w:rFonts w:cs="v5.0.0"/>
              </w:rPr>
              <w:t>Interfering AWGN signal</w:t>
            </w:r>
          </w:p>
        </w:tc>
        <w:tc>
          <w:tcPr>
            <w:tcW w:w="1701" w:type="dxa"/>
          </w:tcPr>
          <w:p w14:paraId="0984FD86" w14:textId="77777777" w:rsidR="00B15E99" w:rsidRPr="00EF2F0E" w:rsidRDefault="00B15E99" w:rsidP="00A40339">
            <w:pPr>
              <w:pStyle w:val="TAC"/>
              <w:rPr>
                <w:rFonts w:cs="Arial"/>
              </w:rPr>
            </w:pPr>
            <w:r w:rsidRPr="00EF2F0E">
              <w:rPr>
                <w:rFonts w:cs="Arial"/>
              </w:rPr>
              <w:t>-73 - Δ</w:t>
            </w:r>
            <w:r w:rsidRPr="00EF2F0E">
              <w:rPr>
                <w:rFonts w:cs="Arial"/>
                <w:vertAlign w:val="subscript"/>
              </w:rPr>
              <w:t>OTAREFSENS</w:t>
            </w:r>
          </w:p>
        </w:tc>
        <w:tc>
          <w:tcPr>
            <w:tcW w:w="1735" w:type="dxa"/>
          </w:tcPr>
          <w:p w14:paraId="0984FD87" w14:textId="77777777" w:rsidR="00B15E99" w:rsidRPr="00EF2F0E" w:rsidRDefault="00B15E99" w:rsidP="00A40339">
            <w:pPr>
              <w:pStyle w:val="TAC"/>
              <w:rPr>
                <w:rFonts w:cs="Arial"/>
              </w:rPr>
            </w:pPr>
            <w:r w:rsidRPr="00EF2F0E">
              <w:rPr>
                <w:rFonts w:cs="Arial"/>
              </w:rPr>
              <w:t>-63 - Δ</w:t>
            </w:r>
            <w:r w:rsidRPr="00EF2F0E">
              <w:rPr>
                <w:rFonts w:cs="Arial"/>
                <w:vertAlign w:val="subscript"/>
              </w:rPr>
              <w:t>OTAREFSENS</w:t>
            </w:r>
          </w:p>
        </w:tc>
        <w:tc>
          <w:tcPr>
            <w:tcW w:w="1808" w:type="dxa"/>
          </w:tcPr>
          <w:p w14:paraId="0984FD88" w14:textId="77777777" w:rsidR="00B15E99" w:rsidRPr="00EF2F0E" w:rsidRDefault="00B15E99" w:rsidP="00A40339">
            <w:pPr>
              <w:pStyle w:val="TAC"/>
              <w:rPr>
                <w:rFonts w:cs="Arial"/>
              </w:rPr>
            </w:pPr>
            <w:r w:rsidRPr="00EF2F0E">
              <w:rPr>
                <w:rFonts w:cs="Arial"/>
              </w:rPr>
              <w:t>-59 - Δ</w:t>
            </w:r>
            <w:r w:rsidRPr="00EF2F0E">
              <w:rPr>
                <w:rFonts w:cs="Arial"/>
                <w:vertAlign w:val="subscript"/>
              </w:rPr>
              <w:t>OTAREFSENS</w:t>
            </w:r>
          </w:p>
        </w:tc>
        <w:tc>
          <w:tcPr>
            <w:tcW w:w="1594" w:type="dxa"/>
          </w:tcPr>
          <w:p w14:paraId="0984FD89" w14:textId="77777777" w:rsidR="00B15E99" w:rsidRPr="00EF2F0E" w:rsidRDefault="00B15E99" w:rsidP="00A40339">
            <w:pPr>
              <w:pStyle w:val="TAC"/>
              <w:rPr>
                <w:rFonts w:cs="Arial"/>
              </w:rPr>
            </w:pPr>
            <w:r w:rsidRPr="00EF2F0E">
              <w:rPr>
                <w:rFonts w:cs="Arial"/>
              </w:rPr>
              <w:t>dBm/3.84 MHz</w:t>
            </w:r>
          </w:p>
        </w:tc>
      </w:tr>
    </w:tbl>
    <w:p w14:paraId="0984FD8B" w14:textId="77777777" w:rsidR="00B15E99" w:rsidRPr="00EF2F0E" w:rsidRDefault="00B15E99" w:rsidP="00A40339">
      <w:pPr>
        <w:rPr>
          <w:lang w:eastAsia="zh-CN"/>
        </w:rPr>
      </w:pPr>
    </w:p>
    <w:p w14:paraId="0984FD8C" w14:textId="77777777" w:rsidR="00B15E99" w:rsidRPr="00EF2F0E" w:rsidRDefault="00B15E99" w:rsidP="00A40339">
      <w:pPr>
        <w:pStyle w:val="Heading4"/>
        <w:ind w:left="0" w:firstLine="0"/>
      </w:pPr>
      <w:bookmarkStart w:id="5047" w:name="_Toc21096149"/>
      <w:bookmarkStart w:id="5048" w:name="_Toc29763348"/>
      <w:bookmarkStart w:id="5049" w:name="_Toc45869633"/>
      <w:bookmarkStart w:id="5050" w:name="_Toc52554886"/>
      <w:bookmarkStart w:id="5051" w:name="_Toc52555356"/>
      <w:bookmarkStart w:id="5052" w:name="_Toc61112588"/>
      <w:bookmarkStart w:id="5053" w:name="_Toc67911740"/>
      <w:bookmarkStart w:id="5054" w:name="_Toc74843215"/>
      <w:bookmarkStart w:id="5055" w:name="_Toc76503598"/>
      <w:bookmarkStart w:id="5056" w:name="_Toc83041041"/>
      <w:bookmarkStart w:id="5057" w:name="_Toc89852084"/>
      <w:bookmarkStart w:id="5058" w:name="_Toc98676438"/>
      <w:r w:rsidRPr="00EF2F0E">
        <w:t>10.4.4</w:t>
      </w:r>
      <w:r w:rsidRPr="00EF2F0E">
        <w:tab/>
        <w:t>Minimum requirement for single RAT E-UTRA operation</w:t>
      </w:r>
      <w:bookmarkEnd w:id="5047"/>
      <w:bookmarkEnd w:id="5048"/>
      <w:bookmarkEnd w:id="5049"/>
      <w:bookmarkEnd w:id="5050"/>
      <w:bookmarkEnd w:id="5051"/>
      <w:bookmarkEnd w:id="5052"/>
      <w:bookmarkEnd w:id="5053"/>
      <w:bookmarkEnd w:id="5054"/>
      <w:bookmarkEnd w:id="5055"/>
      <w:bookmarkEnd w:id="5056"/>
      <w:bookmarkEnd w:id="5057"/>
      <w:bookmarkEnd w:id="5058"/>
    </w:p>
    <w:p w14:paraId="0984FD8D" w14:textId="77777777" w:rsidR="00B15E99" w:rsidRPr="00EF2F0E" w:rsidRDefault="00B15E99" w:rsidP="00A40339">
      <w:r w:rsidRPr="00EF2F0E">
        <w:t xml:space="preserve">For E-UTRA, the throughput shall be ≥ 95% of the </w:t>
      </w:r>
      <w:r w:rsidRPr="00EF2F0E">
        <w:rPr>
          <w:i/>
        </w:rPr>
        <w:t>maximum throughput</w:t>
      </w:r>
      <w:r w:rsidRPr="00EF2F0E">
        <w:t xml:space="preserve"> of the reference measurement channel as specified </w:t>
      </w:r>
      <w:r w:rsidRPr="00EF2F0E">
        <w:rPr>
          <w:rFonts w:cs="Arial"/>
        </w:rPr>
        <w:t>in 3GPP TS 36.104 [8], annex</w:t>
      </w:r>
      <w:r w:rsidRPr="00EF2F0E">
        <w:t xml:space="preserve"> A with parameters specified in table 10.4.4-1</w:t>
      </w:r>
      <w:r w:rsidRPr="00EF2F0E">
        <w:rPr>
          <w:lang w:eastAsia="zh-CN"/>
        </w:rPr>
        <w:t xml:space="preserve"> for Wide Area BS, in table 10.4.4-2 for Local Area BS </w:t>
      </w:r>
      <w:r w:rsidRPr="00EF2F0E">
        <w:rPr>
          <w:bCs/>
        </w:rPr>
        <w:t>and in table 10.4.4-3 for Medium Range BS</w:t>
      </w:r>
      <w:r w:rsidRPr="00EF2F0E">
        <w:t xml:space="preserve">. </w:t>
      </w:r>
    </w:p>
    <w:p w14:paraId="0984FD8E" w14:textId="77777777" w:rsidR="00B15E99" w:rsidRPr="00EF2F0E" w:rsidRDefault="00B15E99" w:rsidP="007853C3">
      <w:pPr>
        <w:pStyle w:val="TH"/>
      </w:pPr>
      <w:r w:rsidRPr="00EF2F0E">
        <w:rPr>
          <w:rFonts w:eastAsia="Osaka"/>
        </w:rPr>
        <w:t xml:space="preserve">Table 10.4.4-1: </w:t>
      </w:r>
      <w:r w:rsidRPr="00EF2F0E">
        <w:rPr>
          <w:lang w:eastAsia="zh-CN"/>
        </w:rPr>
        <w:t>Wide Area BS d</w:t>
      </w:r>
      <w:r w:rsidRPr="00EF2F0E">
        <w:t>ynamic range for E-UTRA carrier</w:t>
      </w:r>
    </w:p>
    <w:tbl>
      <w:tblPr>
        <w:tblW w:w="7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1709"/>
        <w:gridCol w:w="1783"/>
        <w:gridCol w:w="1916"/>
        <w:gridCol w:w="1337"/>
      </w:tblGrid>
      <w:tr w:rsidR="003401A4" w:rsidRPr="00EF2F0E" w14:paraId="0984FD95" w14:textId="77777777" w:rsidTr="00A40339">
        <w:trPr>
          <w:jc w:val="center"/>
        </w:trPr>
        <w:tc>
          <w:tcPr>
            <w:tcW w:w="1116" w:type="dxa"/>
            <w:vAlign w:val="center"/>
          </w:tcPr>
          <w:p w14:paraId="0984FD8F" w14:textId="77777777" w:rsidR="00B15E99" w:rsidRPr="00EF2F0E" w:rsidRDefault="00B15E99" w:rsidP="00A40339">
            <w:pPr>
              <w:pStyle w:val="TAH"/>
              <w:rPr>
                <w:rFonts w:cs="Arial"/>
                <w:lang w:val="sv-SE"/>
              </w:rPr>
            </w:pPr>
            <w:r w:rsidRPr="00EF2F0E">
              <w:rPr>
                <w:rFonts w:cs="Arial"/>
                <w:lang w:val="sv-SE"/>
              </w:rPr>
              <w:t>E-UTRA</w:t>
            </w:r>
          </w:p>
          <w:p w14:paraId="0984FD90" w14:textId="77777777" w:rsidR="00B15E99" w:rsidRPr="00EF2F0E" w:rsidRDefault="00B15E99" w:rsidP="00A40339">
            <w:pPr>
              <w:pStyle w:val="TAH"/>
              <w:rPr>
                <w:rFonts w:cs="Arial"/>
                <w:lang w:val="sv-SE"/>
              </w:rPr>
            </w:pPr>
            <w:r w:rsidRPr="00EF2F0E">
              <w:rPr>
                <w:rFonts w:cs="Arial"/>
                <w:i/>
                <w:lang w:val="sv-SE"/>
              </w:rPr>
              <w:t>channel bandwidth</w:t>
            </w:r>
            <w:r w:rsidRPr="00EF2F0E">
              <w:rPr>
                <w:rFonts w:cs="Arial"/>
                <w:lang w:val="sv-SE"/>
              </w:rPr>
              <w:t xml:space="preserve"> [MHz]</w:t>
            </w:r>
          </w:p>
        </w:tc>
        <w:tc>
          <w:tcPr>
            <w:tcW w:w="1709" w:type="dxa"/>
            <w:vAlign w:val="center"/>
          </w:tcPr>
          <w:p w14:paraId="0984FD91" w14:textId="77777777" w:rsidR="00B15E99" w:rsidRPr="00EF2F0E" w:rsidRDefault="00B15E99" w:rsidP="00A40339">
            <w:pPr>
              <w:pStyle w:val="TAH"/>
              <w:rPr>
                <w:rFonts w:cs="Arial"/>
              </w:rPr>
            </w:pPr>
            <w:r w:rsidRPr="00EF2F0E">
              <w:rPr>
                <w:rFonts w:cs="Arial"/>
              </w:rPr>
              <w:t>Reference measurement channel</w:t>
            </w:r>
          </w:p>
        </w:tc>
        <w:tc>
          <w:tcPr>
            <w:tcW w:w="1783" w:type="dxa"/>
            <w:vAlign w:val="center"/>
          </w:tcPr>
          <w:p w14:paraId="0984FD92" w14:textId="77777777" w:rsidR="00B15E99" w:rsidRPr="00EF2F0E" w:rsidRDefault="00B15E99" w:rsidP="00A40339">
            <w:pPr>
              <w:pStyle w:val="TAH"/>
              <w:rPr>
                <w:rFonts w:cs="Arial"/>
              </w:rPr>
            </w:pPr>
            <w:r w:rsidRPr="00EF2F0E">
              <w:rPr>
                <w:rFonts w:cs="Arial"/>
              </w:rPr>
              <w:t>Wanted signal mean power [dBm]</w:t>
            </w:r>
          </w:p>
        </w:tc>
        <w:tc>
          <w:tcPr>
            <w:tcW w:w="1916" w:type="dxa"/>
            <w:vAlign w:val="center"/>
          </w:tcPr>
          <w:p w14:paraId="0984FD93" w14:textId="77777777" w:rsidR="00B15E99" w:rsidRPr="00EF2F0E" w:rsidRDefault="00B15E99" w:rsidP="00A40339">
            <w:pPr>
              <w:pStyle w:val="TAH"/>
              <w:rPr>
                <w:rFonts w:cs="Arial"/>
              </w:rPr>
            </w:pPr>
            <w:r w:rsidRPr="00EF2F0E">
              <w:rPr>
                <w:rFonts w:cs="Arial"/>
              </w:rPr>
              <w:t>Interfering signal mean power [dBm] / BW</w:t>
            </w:r>
            <w:r w:rsidRPr="00EF2F0E">
              <w:rPr>
                <w:rFonts w:cs="Arial"/>
                <w:vertAlign w:val="subscript"/>
              </w:rPr>
              <w:t>Config</w:t>
            </w:r>
          </w:p>
        </w:tc>
        <w:tc>
          <w:tcPr>
            <w:tcW w:w="1337" w:type="dxa"/>
            <w:vAlign w:val="center"/>
          </w:tcPr>
          <w:p w14:paraId="0984FD94"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4FD9B" w14:textId="77777777" w:rsidTr="00A40339">
        <w:trPr>
          <w:jc w:val="center"/>
        </w:trPr>
        <w:tc>
          <w:tcPr>
            <w:tcW w:w="1116" w:type="dxa"/>
            <w:vAlign w:val="center"/>
          </w:tcPr>
          <w:p w14:paraId="0984FD96" w14:textId="77777777" w:rsidR="00B15E99" w:rsidRPr="00EF2F0E" w:rsidRDefault="00B15E99" w:rsidP="00A40339">
            <w:pPr>
              <w:pStyle w:val="TAC"/>
              <w:rPr>
                <w:rFonts w:cs="Arial"/>
              </w:rPr>
            </w:pPr>
            <w:r w:rsidRPr="00EF2F0E">
              <w:rPr>
                <w:rFonts w:cs="Arial"/>
              </w:rPr>
              <w:t>1.4</w:t>
            </w:r>
          </w:p>
        </w:tc>
        <w:tc>
          <w:tcPr>
            <w:tcW w:w="1709" w:type="dxa"/>
            <w:vAlign w:val="center"/>
          </w:tcPr>
          <w:p w14:paraId="0984FD97" w14:textId="77777777" w:rsidR="00B15E99" w:rsidRPr="00EF2F0E" w:rsidRDefault="00B15E99" w:rsidP="00A40339">
            <w:pPr>
              <w:pStyle w:val="TAC"/>
              <w:rPr>
                <w:rFonts w:cs="Arial"/>
              </w:rPr>
            </w:pPr>
            <w:r w:rsidRPr="00EF2F0E">
              <w:rPr>
                <w:rFonts w:cs="Arial"/>
              </w:rPr>
              <w:t>FRC A2-1 in</w:t>
            </w:r>
            <w:r w:rsidRPr="00EF2F0E">
              <w:rPr>
                <w:rFonts w:cs="Arial"/>
                <w:lang w:eastAsia="ja-JP"/>
              </w:rPr>
              <w:t xml:space="preserve"> 3GPP TS 36.104 [8], annex</w:t>
            </w:r>
            <w:r w:rsidRPr="00EF2F0E">
              <w:rPr>
                <w:rFonts w:cs="Arial"/>
              </w:rPr>
              <w:t xml:space="preserve"> A.2</w:t>
            </w:r>
          </w:p>
        </w:tc>
        <w:tc>
          <w:tcPr>
            <w:tcW w:w="1783" w:type="dxa"/>
            <w:vAlign w:val="center"/>
          </w:tcPr>
          <w:p w14:paraId="0984FD98" w14:textId="77777777" w:rsidR="00B15E99" w:rsidRPr="00EF2F0E" w:rsidRDefault="00B15E99" w:rsidP="00A40339">
            <w:pPr>
              <w:pStyle w:val="TAC"/>
              <w:rPr>
                <w:rFonts w:cs="Arial"/>
              </w:rPr>
            </w:pPr>
            <w:r w:rsidRPr="00EF2F0E">
              <w:rPr>
                <w:rFonts w:cs="Arial"/>
              </w:rPr>
              <w:t>-76.3 - Δ</w:t>
            </w:r>
            <w:r w:rsidRPr="00EF2F0E">
              <w:rPr>
                <w:rFonts w:cs="Arial"/>
                <w:vertAlign w:val="subscript"/>
              </w:rPr>
              <w:t>OTAREFSENS</w:t>
            </w:r>
          </w:p>
        </w:tc>
        <w:tc>
          <w:tcPr>
            <w:tcW w:w="1916" w:type="dxa"/>
            <w:vAlign w:val="center"/>
          </w:tcPr>
          <w:p w14:paraId="0984FD99" w14:textId="77777777" w:rsidR="00B15E99" w:rsidRPr="00EF2F0E" w:rsidRDefault="00B15E99" w:rsidP="00A40339">
            <w:pPr>
              <w:pStyle w:val="TAC"/>
              <w:rPr>
                <w:rFonts w:cs="Arial"/>
              </w:rPr>
            </w:pPr>
            <w:r w:rsidRPr="00EF2F0E">
              <w:rPr>
                <w:rFonts w:cs="Arial"/>
              </w:rPr>
              <w:t>-88.7 - Δ</w:t>
            </w:r>
            <w:r w:rsidRPr="00EF2F0E">
              <w:rPr>
                <w:rFonts w:cs="Arial"/>
                <w:vertAlign w:val="subscript"/>
              </w:rPr>
              <w:t>OTAREFSENS</w:t>
            </w:r>
          </w:p>
        </w:tc>
        <w:tc>
          <w:tcPr>
            <w:tcW w:w="1337" w:type="dxa"/>
            <w:vAlign w:val="center"/>
          </w:tcPr>
          <w:p w14:paraId="0984FD9A" w14:textId="77777777" w:rsidR="00B15E99" w:rsidRPr="00EF2F0E" w:rsidRDefault="00B15E99" w:rsidP="00A40339">
            <w:pPr>
              <w:pStyle w:val="TAC"/>
              <w:rPr>
                <w:rFonts w:cs="Arial"/>
              </w:rPr>
            </w:pPr>
            <w:r w:rsidRPr="00EF2F0E">
              <w:rPr>
                <w:rFonts w:cs="Arial"/>
              </w:rPr>
              <w:t>AWGN</w:t>
            </w:r>
          </w:p>
        </w:tc>
      </w:tr>
      <w:tr w:rsidR="003401A4" w:rsidRPr="00EF2F0E" w14:paraId="0984FDA1" w14:textId="77777777" w:rsidTr="00A40339">
        <w:trPr>
          <w:jc w:val="center"/>
        </w:trPr>
        <w:tc>
          <w:tcPr>
            <w:tcW w:w="1116" w:type="dxa"/>
            <w:vAlign w:val="center"/>
          </w:tcPr>
          <w:p w14:paraId="0984FD9C" w14:textId="77777777" w:rsidR="00B15E99" w:rsidRPr="00EF2F0E" w:rsidRDefault="00B15E99" w:rsidP="00A40339">
            <w:pPr>
              <w:pStyle w:val="TAC"/>
              <w:rPr>
                <w:rFonts w:cs="Arial"/>
              </w:rPr>
            </w:pPr>
            <w:r w:rsidRPr="00EF2F0E">
              <w:rPr>
                <w:rFonts w:cs="Arial"/>
              </w:rPr>
              <w:t>3</w:t>
            </w:r>
          </w:p>
        </w:tc>
        <w:tc>
          <w:tcPr>
            <w:tcW w:w="1709" w:type="dxa"/>
            <w:vAlign w:val="center"/>
          </w:tcPr>
          <w:p w14:paraId="0984FD9D" w14:textId="77777777" w:rsidR="00B15E99" w:rsidRPr="00EF2F0E" w:rsidRDefault="00B15E99" w:rsidP="00A40339">
            <w:pPr>
              <w:pStyle w:val="TAC"/>
              <w:rPr>
                <w:rFonts w:cs="Arial"/>
              </w:rPr>
            </w:pPr>
            <w:r w:rsidRPr="00EF2F0E">
              <w:rPr>
                <w:rFonts w:cs="Arial"/>
              </w:rPr>
              <w:t xml:space="preserve">FRC A2-2 </w:t>
            </w:r>
            <w:r w:rsidRPr="00EF2F0E">
              <w:rPr>
                <w:rFonts w:cs="Arial"/>
                <w:lang w:eastAsia="ja-JP"/>
              </w:rPr>
              <w:t>in 3GPP TS 36.104 [8], annex</w:t>
            </w:r>
            <w:r w:rsidRPr="00EF2F0E">
              <w:rPr>
                <w:rFonts w:cs="Arial"/>
              </w:rPr>
              <w:t xml:space="preserve"> A.2</w:t>
            </w:r>
          </w:p>
        </w:tc>
        <w:tc>
          <w:tcPr>
            <w:tcW w:w="1783" w:type="dxa"/>
            <w:vAlign w:val="center"/>
          </w:tcPr>
          <w:p w14:paraId="0984FD9E" w14:textId="77777777" w:rsidR="00B15E99" w:rsidRPr="00EF2F0E" w:rsidRDefault="00B15E99" w:rsidP="00A40339">
            <w:pPr>
              <w:pStyle w:val="TAC"/>
              <w:rPr>
                <w:rFonts w:cs="Arial"/>
              </w:rPr>
            </w:pPr>
            <w:r w:rsidRPr="00EF2F0E">
              <w:rPr>
                <w:rFonts w:cs="Arial"/>
              </w:rPr>
              <w:t>-72.4 - Δ</w:t>
            </w:r>
            <w:r w:rsidRPr="00EF2F0E">
              <w:rPr>
                <w:rFonts w:cs="Arial"/>
                <w:vertAlign w:val="subscript"/>
              </w:rPr>
              <w:t>OTAREFSENS</w:t>
            </w:r>
          </w:p>
        </w:tc>
        <w:tc>
          <w:tcPr>
            <w:tcW w:w="1916" w:type="dxa"/>
            <w:vAlign w:val="center"/>
          </w:tcPr>
          <w:p w14:paraId="0984FD9F" w14:textId="77777777" w:rsidR="00B15E99" w:rsidRPr="00EF2F0E" w:rsidRDefault="00B15E99" w:rsidP="00A40339">
            <w:pPr>
              <w:pStyle w:val="TAC"/>
              <w:rPr>
                <w:rFonts w:cs="Arial"/>
              </w:rPr>
            </w:pPr>
            <w:r w:rsidRPr="00EF2F0E">
              <w:rPr>
                <w:rFonts w:cs="Arial"/>
              </w:rPr>
              <w:t>-84.7 - Δ</w:t>
            </w:r>
            <w:r w:rsidRPr="00EF2F0E">
              <w:rPr>
                <w:rFonts w:cs="Arial"/>
                <w:vertAlign w:val="subscript"/>
              </w:rPr>
              <w:t>OTAREFSENS</w:t>
            </w:r>
          </w:p>
        </w:tc>
        <w:tc>
          <w:tcPr>
            <w:tcW w:w="1337" w:type="dxa"/>
            <w:vAlign w:val="center"/>
          </w:tcPr>
          <w:p w14:paraId="0984FDA0" w14:textId="77777777" w:rsidR="00B15E99" w:rsidRPr="00EF2F0E" w:rsidRDefault="00B15E99" w:rsidP="00A40339">
            <w:pPr>
              <w:pStyle w:val="TAC"/>
              <w:rPr>
                <w:rFonts w:cs="Arial"/>
              </w:rPr>
            </w:pPr>
            <w:r w:rsidRPr="00EF2F0E">
              <w:rPr>
                <w:rFonts w:cs="Arial"/>
              </w:rPr>
              <w:t>AWGN</w:t>
            </w:r>
          </w:p>
        </w:tc>
      </w:tr>
      <w:tr w:rsidR="003401A4" w:rsidRPr="00EF2F0E" w14:paraId="0984FDA7" w14:textId="77777777" w:rsidTr="00A40339">
        <w:trPr>
          <w:jc w:val="center"/>
        </w:trPr>
        <w:tc>
          <w:tcPr>
            <w:tcW w:w="1116" w:type="dxa"/>
            <w:vAlign w:val="center"/>
          </w:tcPr>
          <w:p w14:paraId="0984FDA2" w14:textId="77777777" w:rsidR="00B15E99" w:rsidRPr="00EF2F0E" w:rsidRDefault="00B15E99" w:rsidP="00A40339">
            <w:pPr>
              <w:pStyle w:val="TAC"/>
              <w:rPr>
                <w:rFonts w:cs="Arial"/>
              </w:rPr>
            </w:pPr>
            <w:r w:rsidRPr="00EF2F0E">
              <w:rPr>
                <w:rFonts w:cs="Arial"/>
              </w:rPr>
              <w:t>5</w:t>
            </w:r>
          </w:p>
        </w:tc>
        <w:tc>
          <w:tcPr>
            <w:tcW w:w="1709" w:type="dxa"/>
            <w:vAlign w:val="center"/>
          </w:tcPr>
          <w:p w14:paraId="0984FDA3" w14:textId="77777777" w:rsidR="00B15E99" w:rsidRPr="00EF2F0E" w:rsidRDefault="00B15E99" w:rsidP="00A40339">
            <w:pPr>
              <w:pStyle w:val="TAC"/>
              <w:rPr>
                <w:rFonts w:cs="Arial"/>
              </w:rPr>
            </w:pPr>
            <w:r w:rsidRPr="00EF2F0E">
              <w:rPr>
                <w:rFonts w:cs="Arial"/>
              </w:rPr>
              <w:t xml:space="preserve">FRC A2-3 </w:t>
            </w:r>
            <w:r w:rsidRPr="00EF2F0E">
              <w:rPr>
                <w:rFonts w:cs="Arial"/>
                <w:lang w:eastAsia="ja-JP"/>
              </w:rPr>
              <w:t>in 3GPP TS 36.104 [8], annex</w:t>
            </w:r>
            <w:r w:rsidRPr="00EF2F0E">
              <w:rPr>
                <w:rFonts w:cs="Arial"/>
              </w:rPr>
              <w:t xml:space="preserve"> A.2</w:t>
            </w:r>
          </w:p>
        </w:tc>
        <w:tc>
          <w:tcPr>
            <w:tcW w:w="1783" w:type="dxa"/>
            <w:vAlign w:val="center"/>
          </w:tcPr>
          <w:p w14:paraId="0984FDA4" w14:textId="77777777" w:rsidR="00B15E99" w:rsidRPr="00EF2F0E" w:rsidRDefault="00B15E99" w:rsidP="00A40339">
            <w:pPr>
              <w:pStyle w:val="TAC"/>
              <w:rPr>
                <w:rFonts w:cs="Arial"/>
              </w:rPr>
            </w:pPr>
            <w:r w:rsidRPr="00EF2F0E">
              <w:rPr>
                <w:rFonts w:cs="Arial"/>
              </w:rPr>
              <w:t>-70.2 - Δ</w:t>
            </w:r>
            <w:r w:rsidRPr="00EF2F0E">
              <w:rPr>
                <w:rFonts w:cs="Arial"/>
                <w:vertAlign w:val="subscript"/>
              </w:rPr>
              <w:t>OTAREFSENS</w:t>
            </w:r>
          </w:p>
        </w:tc>
        <w:tc>
          <w:tcPr>
            <w:tcW w:w="1916" w:type="dxa"/>
            <w:vAlign w:val="center"/>
          </w:tcPr>
          <w:p w14:paraId="0984FDA5" w14:textId="77777777" w:rsidR="00B15E99" w:rsidRPr="00EF2F0E" w:rsidRDefault="00B15E99" w:rsidP="00A40339">
            <w:pPr>
              <w:pStyle w:val="TAC"/>
              <w:rPr>
                <w:rFonts w:cs="Arial"/>
              </w:rPr>
            </w:pPr>
            <w:r w:rsidRPr="00EF2F0E">
              <w:rPr>
                <w:rFonts w:cs="Arial"/>
              </w:rPr>
              <w:t>-82.5 - Δ</w:t>
            </w:r>
            <w:r w:rsidRPr="00EF2F0E">
              <w:rPr>
                <w:rFonts w:cs="Arial"/>
                <w:vertAlign w:val="subscript"/>
              </w:rPr>
              <w:t>OTAREFSENS</w:t>
            </w:r>
          </w:p>
        </w:tc>
        <w:tc>
          <w:tcPr>
            <w:tcW w:w="1337" w:type="dxa"/>
            <w:vAlign w:val="center"/>
          </w:tcPr>
          <w:p w14:paraId="0984FDA6" w14:textId="77777777" w:rsidR="00B15E99" w:rsidRPr="00EF2F0E" w:rsidRDefault="00B15E99" w:rsidP="00A40339">
            <w:pPr>
              <w:pStyle w:val="TAC"/>
              <w:rPr>
                <w:rFonts w:cs="Arial"/>
              </w:rPr>
            </w:pPr>
            <w:r w:rsidRPr="00EF2F0E">
              <w:rPr>
                <w:rFonts w:cs="Arial"/>
              </w:rPr>
              <w:t>AWGN</w:t>
            </w:r>
          </w:p>
        </w:tc>
      </w:tr>
      <w:tr w:rsidR="003401A4" w:rsidRPr="00EF2F0E" w14:paraId="0984FDAE" w14:textId="77777777" w:rsidTr="00A40339">
        <w:trPr>
          <w:jc w:val="center"/>
        </w:trPr>
        <w:tc>
          <w:tcPr>
            <w:tcW w:w="1116" w:type="dxa"/>
            <w:vAlign w:val="center"/>
          </w:tcPr>
          <w:p w14:paraId="0984FDA8" w14:textId="77777777" w:rsidR="00B15E99" w:rsidRPr="00EF2F0E" w:rsidRDefault="00B15E99" w:rsidP="00A40339">
            <w:pPr>
              <w:pStyle w:val="TAC"/>
              <w:rPr>
                <w:rFonts w:cs="Arial"/>
              </w:rPr>
            </w:pPr>
            <w:r w:rsidRPr="00EF2F0E">
              <w:rPr>
                <w:rFonts w:cs="Arial"/>
              </w:rPr>
              <w:t>10</w:t>
            </w:r>
          </w:p>
        </w:tc>
        <w:tc>
          <w:tcPr>
            <w:tcW w:w="1709" w:type="dxa"/>
            <w:vAlign w:val="center"/>
          </w:tcPr>
          <w:p w14:paraId="0984FDA9" w14:textId="77777777" w:rsidR="00B15E99" w:rsidRPr="00EF2F0E" w:rsidRDefault="00B15E99" w:rsidP="00A40339">
            <w:pPr>
              <w:pStyle w:val="TAC"/>
              <w:rPr>
                <w:rFonts w:cs="Arial"/>
              </w:rPr>
            </w:pPr>
            <w:r w:rsidRPr="00EF2F0E">
              <w:rPr>
                <w:rFonts w:cs="Arial"/>
              </w:rPr>
              <w:t xml:space="preserve">FRC A2-3 </w:t>
            </w:r>
            <w:r w:rsidRPr="00EF2F0E">
              <w:rPr>
                <w:rFonts w:cs="Arial"/>
                <w:lang w:eastAsia="ja-JP"/>
              </w:rPr>
              <w:t>in 3GPP TS 36.104 [8], annex</w:t>
            </w:r>
            <w:r w:rsidRPr="00EF2F0E">
              <w:rPr>
                <w:rFonts w:cs="Arial"/>
              </w:rPr>
              <w:t xml:space="preserve"> A.2 </w:t>
            </w:r>
          </w:p>
          <w:p w14:paraId="0984FDAA" w14:textId="77777777" w:rsidR="00B15E99" w:rsidRPr="00EF2F0E" w:rsidRDefault="00B15E99" w:rsidP="00A40339">
            <w:pPr>
              <w:pStyle w:val="TAC"/>
              <w:rPr>
                <w:rFonts w:cs="Arial"/>
              </w:rPr>
            </w:pPr>
            <w:r w:rsidRPr="00EF2F0E">
              <w:rPr>
                <w:rFonts w:cs="Arial"/>
              </w:rPr>
              <w:t>(NOTE)</w:t>
            </w:r>
          </w:p>
        </w:tc>
        <w:tc>
          <w:tcPr>
            <w:tcW w:w="1783" w:type="dxa"/>
            <w:vAlign w:val="center"/>
          </w:tcPr>
          <w:p w14:paraId="0984FDAB" w14:textId="77777777" w:rsidR="00B15E99" w:rsidRPr="00EF2F0E" w:rsidRDefault="00B15E99" w:rsidP="00A40339">
            <w:pPr>
              <w:pStyle w:val="TAC"/>
              <w:rPr>
                <w:rFonts w:cs="Arial"/>
              </w:rPr>
            </w:pPr>
            <w:r w:rsidRPr="00EF2F0E">
              <w:rPr>
                <w:rFonts w:cs="Arial"/>
              </w:rPr>
              <w:t>-70.2 - Δ</w:t>
            </w:r>
            <w:r w:rsidRPr="00EF2F0E">
              <w:rPr>
                <w:rFonts w:cs="Arial"/>
                <w:vertAlign w:val="subscript"/>
              </w:rPr>
              <w:t>OTAREFSENS</w:t>
            </w:r>
          </w:p>
        </w:tc>
        <w:tc>
          <w:tcPr>
            <w:tcW w:w="1916" w:type="dxa"/>
            <w:vAlign w:val="center"/>
          </w:tcPr>
          <w:p w14:paraId="0984FDAC" w14:textId="77777777" w:rsidR="00B15E99" w:rsidRPr="00EF2F0E" w:rsidRDefault="00B15E99" w:rsidP="00A40339">
            <w:pPr>
              <w:pStyle w:val="TAC"/>
              <w:rPr>
                <w:rFonts w:cs="Arial"/>
              </w:rPr>
            </w:pPr>
            <w:r w:rsidRPr="00EF2F0E">
              <w:rPr>
                <w:rFonts w:cs="Arial"/>
              </w:rPr>
              <w:t>-79.5 - Δ</w:t>
            </w:r>
            <w:r w:rsidRPr="00EF2F0E">
              <w:rPr>
                <w:rFonts w:cs="Arial"/>
                <w:vertAlign w:val="subscript"/>
              </w:rPr>
              <w:t>OTAREFSENS</w:t>
            </w:r>
          </w:p>
        </w:tc>
        <w:tc>
          <w:tcPr>
            <w:tcW w:w="1337" w:type="dxa"/>
            <w:vAlign w:val="center"/>
          </w:tcPr>
          <w:p w14:paraId="0984FDAD" w14:textId="77777777" w:rsidR="00B15E99" w:rsidRPr="00EF2F0E" w:rsidRDefault="00B15E99" w:rsidP="00A40339">
            <w:pPr>
              <w:pStyle w:val="TAC"/>
              <w:rPr>
                <w:rFonts w:cs="Arial"/>
              </w:rPr>
            </w:pPr>
            <w:r w:rsidRPr="00EF2F0E">
              <w:rPr>
                <w:rFonts w:cs="Arial"/>
              </w:rPr>
              <w:t>AWGN</w:t>
            </w:r>
          </w:p>
        </w:tc>
      </w:tr>
      <w:tr w:rsidR="003401A4" w:rsidRPr="00EF2F0E" w14:paraId="0984FDB5" w14:textId="77777777" w:rsidTr="00A40339">
        <w:trPr>
          <w:jc w:val="center"/>
        </w:trPr>
        <w:tc>
          <w:tcPr>
            <w:tcW w:w="1116" w:type="dxa"/>
            <w:vAlign w:val="center"/>
          </w:tcPr>
          <w:p w14:paraId="0984FDAF" w14:textId="77777777" w:rsidR="00B15E99" w:rsidRPr="00EF2F0E" w:rsidRDefault="00B15E99" w:rsidP="00A40339">
            <w:pPr>
              <w:pStyle w:val="TAC"/>
              <w:rPr>
                <w:rFonts w:cs="Arial"/>
              </w:rPr>
            </w:pPr>
            <w:r w:rsidRPr="00EF2F0E">
              <w:rPr>
                <w:rFonts w:cs="Arial"/>
              </w:rPr>
              <w:t>15</w:t>
            </w:r>
          </w:p>
        </w:tc>
        <w:tc>
          <w:tcPr>
            <w:tcW w:w="1709" w:type="dxa"/>
            <w:vAlign w:val="center"/>
          </w:tcPr>
          <w:p w14:paraId="0984FDB0" w14:textId="77777777" w:rsidR="00B15E99" w:rsidRPr="00EF2F0E" w:rsidRDefault="00B15E99" w:rsidP="00A40339">
            <w:pPr>
              <w:pStyle w:val="TAC"/>
              <w:rPr>
                <w:rFonts w:cs="Arial"/>
              </w:rPr>
            </w:pPr>
            <w:r w:rsidRPr="00EF2F0E">
              <w:rPr>
                <w:rFonts w:cs="Arial"/>
              </w:rPr>
              <w:t>FRC A2-3</w:t>
            </w:r>
            <w:r w:rsidRPr="00EF2F0E">
              <w:rPr>
                <w:rFonts w:cs="Arial"/>
                <w:lang w:eastAsia="ja-JP"/>
              </w:rPr>
              <w:t xml:space="preserve"> in 3GPP TS 36.104 [8], annex</w:t>
            </w:r>
            <w:r w:rsidRPr="00EF2F0E">
              <w:rPr>
                <w:rFonts w:cs="Arial"/>
              </w:rPr>
              <w:t xml:space="preserve"> A.2 </w:t>
            </w:r>
          </w:p>
          <w:p w14:paraId="0984FDB1" w14:textId="77777777" w:rsidR="00B15E99" w:rsidRPr="00EF2F0E" w:rsidRDefault="00B15E99" w:rsidP="00A40339">
            <w:pPr>
              <w:pStyle w:val="TAC"/>
              <w:rPr>
                <w:rFonts w:cs="Arial"/>
              </w:rPr>
            </w:pPr>
            <w:r w:rsidRPr="00EF2F0E">
              <w:rPr>
                <w:rFonts w:cs="Arial"/>
              </w:rPr>
              <w:t>(NOTE)</w:t>
            </w:r>
          </w:p>
        </w:tc>
        <w:tc>
          <w:tcPr>
            <w:tcW w:w="1783" w:type="dxa"/>
            <w:vAlign w:val="center"/>
          </w:tcPr>
          <w:p w14:paraId="0984FDB2" w14:textId="77777777" w:rsidR="00B15E99" w:rsidRPr="00EF2F0E" w:rsidRDefault="00B15E99" w:rsidP="00A40339">
            <w:pPr>
              <w:pStyle w:val="TAC"/>
              <w:rPr>
                <w:rFonts w:cs="Arial"/>
              </w:rPr>
            </w:pPr>
            <w:r w:rsidRPr="00EF2F0E">
              <w:rPr>
                <w:rFonts w:cs="Arial"/>
              </w:rPr>
              <w:t>-70.2 - Δ</w:t>
            </w:r>
            <w:r w:rsidRPr="00EF2F0E">
              <w:rPr>
                <w:rFonts w:cs="Arial"/>
                <w:vertAlign w:val="subscript"/>
              </w:rPr>
              <w:t>OTAREFSENS</w:t>
            </w:r>
          </w:p>
        </w:tc>
        <w:tc>
          <w:tcPr>
            <w:tcW w:w="1916" w:type="dxa"/>
            <w:vAlign w:val="center"/>
          </w:tcPr>
          <w:p w14:paraId="0984FDB3" w14:textId="77777777" w:rsidR="00B15E99" w:rsidRPr="00EF2F0E" w:rsidRDefault="00B15E99" w:rsidP="00A40339">
            <w:pPr>
              <w:pStyle w:val="TAC"/>
              <w:rPr>
                <w:rFonts w:cs="Arial"/>
              </w:rPr>
            </w:pPr>
            <w:r w:rsidRPr="00EF2F0E">
              <w:rPr>
                <w:rFonts w:cs="Arial"/>
              </w:rPr>
              <w:t>-77.7 - Δ</w:t>
            </w:r>
            <w:r w:rsidRPr="00EF2F0E">
              <w:rPr>
                <w:rFonts w:cs="Arial"/>
                <w:vertAlign w:val="subscript"/>
              </w:rPr>
              <w:t>OTAREFSENS</w:t>
            </w:r>
          </w:p>
        </w:tc>
        <w:tc>
          <w:tcPr>
            <w:tcW w:w="1337" w:type="dxa"/>
            <w:vAlign w:val="center"/>
          </w:tcPr>
          <w:p w14:paraId="0984FDB4" w14:textId="77777777" w:rsidR="00B15E99" w:rsidRPr="00EF2F0E" w:rsidRDefault="00B15E99" w:rsidP="00A40339">
            <w:pPr>
              <w:pStyle w:val="TAC"/>
              <w:rPr>
                <w:rFonts w:cs="Arial"/>
              </w:rPr>
            </w:pPr>
            <w:r w:rsidRPr="00EF2F0E">
              <w:rPr>
                <w:rFonts w:cs="Arial"/>
              </w:rPr>
              <w:t>AWGN</w:t>
            </w:r>
          </w:p>
        </w:tc>
      </w:tr>
      <w:tr w:rsidR="003401A4" w:rsidRPr="00EF2F0E" w14:paraId="0984FDBC" w14:textId="77777777" w:rsidTr="00A40339">
        <w:trPr>
          <w:jc w:val="center"/>
        </w:trPr>
        <w:tc>
          <w:tcPr>
            <w:tcW w:w="1116" w:type="dxa"/>
            <w:vAlign w:val="center"/>
          </w:tcPr>
          <w:p w14:paraId="0984FDB6" w14:textId="77777777" w:rsidR="00B15E99" w:rsidRPr="00EF2F0E" w:rsidRDefault="00B15E99" w:rsidP="00A40339">
            <w:pPr>
              <w:pStyle w:val="TAC"/>
              <w:rPr>
                <w:rFonts w:cs="Arial"/>
              </w:rPr>
            </w:pPr>
            <w:r w:rsidRPr="00EF2F0E">
              <w:rPr>
                <w:rFonts w:cs="Arial"/>
              </w:rPr>
              <w:t>20</w:t>
            </w:r>
          </w:p>
        </w:tc>
        <w:tc>
          <w:tcPr>
            <w:tcW w:w="1709" w:type="dxa"/>
            <w:vAlign w:val="center"/>
          </w:tcPr>
          <w:p w14:paraId="0984FDB7" w14:textId="77777777" w:rsidR="00B15E99" w:rsidRPr="00EF2F0E" w:rsidRDefault="00B15E99" w:rsidP="00A40339">
            <w:pPr>
              <w:pStyle w:val="TAC"/>
              <w:rPr>
                <w:rFonts w:cs="Arial"/>
              </w:rPr>
            </w:pPr>
            <w:r w:rsidRPr="00EF2F0E">
              <w:rPr>
                <w:rFonts w:cs="Arial"/>
              </w:rPr>
              <w:t xml:space="preserve">FRC A2-3 </w:t>
            </w:r>
            <w:r w:rsidRPr="00EF2F0E">
              <w:rPr>
                <w:rFonts w:cs="Arial"/>
                <w:lang w:eastAsia="ja-JP"/>
              </w:rPr>
              <w:t>in 3GPP TS 36.104 [8], annex</w:t>
            </w:r>
            <w:r w:rsidRPr="00EF2F0E">
              <w:rPr>
                <w:rFonts w:cs="Arial"/>
              </w:rPr>
              <w:t xml:space="preserve"> A.2</w:t>
            </w:r>
          </w:p>
          <w:p w14:paraId="0984FDB8" w14:textId="77777777" w:rsidR="00B15E99" w:rsidRPr="00EF2F0E" w:rsidRDefault="00B15E99" w:rsidP="00A40339">
            <w:pPr>
              <w:pStyle w:val="TAC"/>
              <w:rPr>
                <w:rFonts w:cs="Arial"/>
              </w:rPr>
            </w:pPr>
            <w:r w:rsidRPr="00EF2F0E">
              <w:rPr>
                <w:rFonts w:cs="Arial"/>
              </w:rPr>
              <w:t>(NOTE)</w:t>
            </w:r>
          </w:p>
        </w:tc>
        <w:tc>
          <w:tcPr>
            <w:tcW w:w="1783" w:type="dxa"/>
            <w:vAlign w:val="center"/>
          </w:tcPr>
          <w:p w14:paraId="0984FDB9" w14:textId="77777777" w:rsidR="00B15E99" w:rsidRPr="00EF2F0E" w:rsidRDefault="00B15E99" w:rsidP="00A40339">
            <w:pPr>
              <w:pStyle w:val="TAC"/>
              <w:rPr>
                <w:rFonts w:cs="Arial"/>
              </w:rPr>
            </w:pPr>
            <w:r w:rsidRPr="00EF2F0E">
              <w:rPr>
                <w:rFonts w:cs="Arial"/>
              </w:rPr>
              <w:t>-70.2 - Δ</w:t>
            </w:r>
            <w:r w:rsidRPr="00EF2F0E">
              <w:rPr>
                <w:rFonts w:cs="Arial"/>
                <w:vertAlign w:val="subscript"/>
              </w:rPr>
              <w:t>OTAREFSENS</w:t>
            </w:r>
          </w:p>
        </w:tc>
        <w:tc>
          <w:tcPr>
            <w:tcW w:w="1916" w:type="dxa"/>
            <w:vAlign w:val="center"/>
          </w:tcPr>
          <w:p w14:paraId="0984FDBA" w14:textId="77777777" w:rsidR="00B15E99" w:rsidRPr="00EF2F0E" w:rsidRDefault="00B15E99" w:rsidP="00A40339">
            <w:pPr>
              <w:pStyle w:val="TAC"/>
              <w:rPr>
                <w:rFonts w:cs="Arial"/>
              </w:rPr>
            </w:pPr>
            <w:r w:rsidRPr="00EF2F0E">
              <w:rPr>
                <w:rFonts w:cs="Arial"/>
              </w:rPr>
              <w:t>-76.4 - Δ</w:t>
            </w:r>
            <w:r w:rsidRPr="00EF2F0E">
              <w:rPr>
                <w:rFonts w:cs="Arial"/>
                <w:vertAlign w:val="subscript"/>
              </w:rPr>
              <w:t>OTAREFSENS</w:t>
            </w:r>
          </w:p>
        </w:tc>
        <w:tc>
          <w:tcPr>
            <w:tcW w:w="1337" w:type="dxa"/>
            <w:vAlign w:val="center"/>
          </w:tcPr>
          <w:p w14:paraId="0984FDBB" w14:textId="77777777" w:rsidR="00B15E99" w:rsidRPr="00EF2F0E" w:rsidRDefault="00B15E99" w:rsidP="00A40339">
            <w:pPr>
              <w:pStyle w:val="TAC"/>
              <w:rPr>
                <w:rFonts w:cs="Arial"/>
              </w:rPr>
            </w:pPr>
            <w:r w:rsidRPr="00EF2F0E">
              <w:rPr>
                <w:rFonts w:cs="Arial"/>
              </w:rPr>
              <w:t>AWGN</w:t>
            </w:r>
          </w:p>
        </w:tc>
      </w:tr>
      <w:tr w:rsidR="00B15E99" w:rsidRPr="00EF2F0E" w14:paraId="0984FDBE" w14:textId="77777777" w:rsidTr="00A40339">
        <w:trPr>
          <w:jc w:val="center"/>
        </w:trPr>
        <w:tc>
          <w:tcPr>
            <w:tcW w:w="7861" w:type="dxa"/>
            <w:gridSpan w:val="5"/>
            <w:tcBorders>
              <w:top w:val="single" w:sz="4" w:space="0" w:color="auto"/>
              <w:left w:val="single" w:sz="4" w:space="0" w:color="auto"/>
              <w:bottom w:val="single" w:sz="4" w:space="0" w:color="auto"/>
              <w:right w:val="single" w:sz="4" w:space="0" w:color="auto"/>
            </w:tcBorders>
            <w:vAlign w:val="center"/>
          </w:tcPr>
          <w:p w14:paraId="0984FDBD" w14:textId="77777777" w:rsidR="00B15E99" w:rsidRPr="00EF2F0E" w:rsidRDefault="00B15E99" w:rsidP="00A40339">
            <w:pPr>
              <w:pStyle w:val="TAN"/>
            </w:pPr>
            <w:r w:rsidRPr="00EF2F0E">
              <w:t>NOTE:</w:t>
            </w:r>
            <w:r w:rsidRPr="00EF2F0E">
              <w:tab/>
              <w:t>The wanted signal mean power is the power level of a single instance of the reference measurement channel. This requirement shall be met for each consecutive application of a single instance of FRC A2-3 mapped to disjoint frequency ranges with a width of 25 resource blocks each.</w:t>
            </w:r>
          </w:p>
        </w:tc>
      </w:tr>
    </w:tbl>
    <w:p w14:paraId="0984FDBF" w14:textId="77777777" w:rsidR="00B15E99" w:rsidRPr="00EF2F0E" w:rsidRDefault="00B15E99" w:rsidP="00A40339">
      <w:pPr>
        <w:rPr>
          <w:rFonts w:eastAsia="Osaka"/>
        </w:rPr>
      </w:pPr>
    </w:p>
    <w:p w14:paraId="0984FDC0" w14:textId="77777777" w:rsidR="00B15E99" w:rsidRPr="00EF2F0E" w:rsidRDefault="00B15E99" w:rsidP="007853C3">
      <w:pPr>
        <w:pStyle w:val="TH"/>
      </w:pPr>
      <w:r w:rsidRPr="00EF2F0E">
        <w:rPr>
          <w:rFonts w:eastAsia="Osaka"/>
        </w:rPr>
        <w:t xml:space="preserve">Table </w:t>
      </w:r>
      <w:r w:rsidRPr="00EF2F0E">
        <w:rPr>
          <w:lang w:eastAsia="zh-CN"/>
        </w:rPr>
        <w:t>10.4.4-2</w:t>
      </w:r>
      <w:r w:rsidRPr="00EF2F0E">
        <w:rPr>
          <w:rFonts w:eastAsia="Osaka"/>
        </w:rPr>
        <w:t xml:space="preserve">: </w:t>
      </w:r>
      <w:r w:rsidRPr="00EF2F0E">
        <w:rPr>
          <w:lang w:eastAsia="zh-CN"/>
        </w:rPr>
        <w:t>Local Area BS d</w:t>
      </w:r>
      <w:r w:rsidRPr="00EF2F0E">
        <w:t>ynamic range for E-UTRA carrier</w:t>
      </w:r>
    </w:p>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1955"/>
        <w:gridCol w:w="1843"/>
        <w:gridCol w:w="1984"/>
        <w:gridCol w:w="1512"/>
      </w:tblGrid>
      <w:tr w:rsidR="003401A4" w:rsidRPr="00EF2F0E" w14:paraId="0984FDC7" w14:textId="77777777" w:rsidTr="00A40339">
        <w:trPr>
          <w:jc w:val="center"/>
        </w:trPr>
        <w:tc>
          <w:tcPr>
            <w:tcW w:w="1116" w:type="dxa"/>
            <w:vAlign w:val="center"/>
          </w:tcPr>
          <w:p w14:paraId="0984FDC1" w14:textId="77777777" w:rsidR="00B15E99" w:rsidRPr="00EF2F0E" w:rsidRDefault="00B15E99" w:rsidP="00A40339">
            <w:pPr>
              <w:pStyle w:val="TAH"/>
              <w:rPr>
                <w:rFonts w:cs="Arial"/>
                <w:lang w:val="sv-SE"/>
              </w:rPr>
            </w:pPr>
            <w:r w:rsidRPr="00EF2F0E">
              <w:rPr>
                <w:rFonts w:cs="Arial"/>
                <w:lang w:val="sv-SE"/>
              </w:rPr>
              <w:t>E-UTRA</w:t>
            </w:r>
          </w:p>
          <w:p w14:paraId="0984FDC2" w14:textId="77777777" w:rsidR="00B15E99" w:rsidRPr="00EF2F0E" w:rsidRDefault="00B15E99" w:rsidP="00A40339">
            <w:pPr>
              <w:pStyle w:val="TAH"/>
              <w:rPr>
                <w:rFonts w:cs="Arial"/>
                <w:lang w:val="sv-SE"/>
              </w:rPr>
            </w:pPr>
            <w:r w:rsidRPr="00EF2F0E">
              <w:rPr>
                <w:rFonts w:cs="Arial"/>
                <w:i/>
                <w:lang w:val="sv-SE"/>
              </w:rPr>
              <w:t>channel bandwidth</w:t>
            </w:r>
            <w:r w:rsidRPr="00EF2F0E">
              <w:rPr>
                <w:rFonts w:cs="Arial"/>
                <w:lang w:val="sv-SE"/>
              </w:rPr>
              <w:t xml:space="preserve"> [MHz]</w:t>
            </w:r>
          </w:p>
        </w:tc>
        <w:tc>
          <w:tcPr>
            <w:tcW w:w="1955" w:type="dxa"/>
            <w:vAlign w:val="center"/>
          </w:tcPr>
          <w:p w14:paraId="0984FDC3" w14:textId="77777777" w:rsidR="00B15E99" w:rsidRPr="00EF2F0E" w:rsidRDefault="00B15E99" w:rsidP="00A40339">
            <w:pPr>
              <w:pStyle w:val="TAH"/>
              <w:rPr>
                <w:rFonts w:cs="Arial"/>
              </w:rPr>
            </w:pPr>
            <w:r w:rsidRPr="00EF2F0E">
              <w:rPr>
                <w:rFonts w:cs="Arial"/>
              </w:rPr>
              <w:t>Reference measurement channel</w:t>
            </w:r>
          </w:p>
        </w:tc>
        <w:tc>
          <w:tcPr>
            <w:tcW w:w="1843" w:type="dxa"/>
            <w:vAlign w:val="center"/>
          </w:tcPr>
          <w:p w14:paraId="0984FDC4" w14:textId="77777777" w:rsidR="00B15E99" w:rsidRPr="00EF2F0E" w:rsidRDefault="00B15E99" w:rsidP="00A40339">
            <w:pPr>
              <w:pStyle w:val="TAH"/>
              <w:rPr>
                <w:rFonts w:cs="Arial"/>
              </w:rPr>
            </w:pPr>
            <w:r w:rsidRPr="00EF2F0E">
              <w:rPr>
                <w:rFonts w:cs="Arial"/>
              </w:rPr>
              <w:t>Wanted signal mean power [dBm]</w:t>
            </w:r>
          </w:p>
        </w:tc>
        <w:tc>
          <w:tcPr>
            <w:tcW w:w="1984" w:type="dxa"/>
            <w:vAlign w:val="center"/>
          </w:tcPr>
          <w:p w14:paraId="0984FDC5" w14:textId="77777777" w:rsidR="00B15E99" w:rsidRPr="00EF2F0E" w:rsidRDefault="00B15E99" w:rsidP="00A40339">
            <w:pPr>
              <w:pStyle w:val="TAH"/>
              <w:rPr>
                <w:rFonts w:cs="Arial"/>
              </w:rPr>
            </w:pPr>
            <w:r w:rsidRPr="00EF2F0E">
              <w:rPr>
                <w:rFonts w:cs="Arial"/>
              </w:rPr>
              <w:t>Interfering signal mean power [dBm] / BW</w:t>
            </w:r>
            <w:r w:rsidRPr="00EF2F0E">
              <w:rPr>
                <w:rFonts w:cs="Arial"/>
                <w:vertAlign w:val="subscript"/>
              </w:rPr>
              <w:t>Config</w:t>
            </w:r>
          </w:p>
        </w:tc>
        <w:tc>
          <w:tcPr>
            <w:tcW w:w="1512" w:type="dxa"/>
            <w:vAlign w:val="center"/>
          </w:tcPr>
          <w:p w14:paraId="0984FDC6"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4FDCD" w14:textId="77777777" w:rsidTr="00A40339">
        <w:trPr>
          <w:jc w:val="center"/>
        </w:trPr>
        <w:tc>
          <w:tcPr>
            <w:tcW w:w="1116" w:type="dxa"/>
            <w:vAlign w:val="center"/>
          </w:tcPr>
          <w:p w14:paraId="0984FDC8" w14:textId="77777777" w:rsidR="00B15E99" w:rsidRPr="00EF2F0E" w:rsidRDefault="00B15E99" w:rsidP="00A40339">
            <w:pPr>
              <w:pStyle w:val="TAC"/>
              <w:rPr>
                <w:rFonts w:cs="Arial"/>
              </w:rPr>
            </w:pPr>
            <w:r w:rsidRPr="00EF2F0E">
              <w:rPr>
                <w:rFonts w:cs="Arial"/>
              </w:rPr>
              <w:t>1.4</w:t>
            </w:r>
          </w:p>
        </w:tc>
        <w:tc>
          <w:tcPr>
            <w:tcW w:w="1955" w:type="dxa"/>
            <w:vAlign w:val="center"/>
          </w:tcPr>
          <w:p w14:paraId="0984FDC9" w14:textId="77777777" w:rsidR="00B15E99" w:rsidRPr="00EF2F0E" w:rsidRDefault="00B15E99" w:rsidP="00A40339">
            <w:pPr>
              <w:pStyle w:val="TAC"/>
              <w:rPr>
                <w:rFonts w:cs="Arial"/>
              </w:rPr>
            </w:pPr>
            <w:r w:rsidRPr="00EF2F0E">
              <w:rPr>
                <w:rFonts w:cs="Arial"/>
              </w:rPr>
              <w:t xml:space="preserve">FRC A2-1 </w:t>
            </w:r>
            <w:r w:rsidRPr="00EF2F0E">
              <w:rPr>
                <w:rFonts w:cs="Arial"/>
                <w:lang w:eastAsia="ja-JP"/>
              </w:rPr>
              <w:t>in 3GPP TS 36.104 [8], annex</w:t>
            </w:r>
            <w:r w:rsidRPr="00EF2F0E">
              <w:rPr>
                <w:rFonts w:cs="Arial"/>
              </w:rPr>
              <w:t xml:space="preserve"> A.2</w:t>
            </w:r>
          </w:p>
        </w:tc>
        <w:tc>
          <w:tcPr>
            <w:tcW w:w="1843" w:type="dxa"/>
            <w:vAlign w:val="center"/>
          </w:tcPr>
          <w:p w14:paraId="0984FDCA" w14:textId="77777777" w:rsidR="00B15E99" w:rsidRPr="00EF2F0E" w:rsidRDefault="00B15E99" w:rsidP="00A40339">
            <w:pPr>
              <w:pStyle w:val="TAC"/>
              <w:rPr>
                <w:rFonts w:cs="Arial"/>
              </w:rPr>
            </w:pPr>
            <w:r w:rsidRPr="00EF2F0E">
              <w:rPr>
                <w:rFonts w:cs="Arial"/>
              </w:rPr>
              <w:t>-</w:t>
            </w:r>
            <w:r w:rsidRPr="00EF2F0E">
              <w:rPr>
                <w:rFonts w:cs="Arial"/>
                <w:lang w:eastAsia="zh-CN"/>
              </w:rPr>
              <w:t>68</w:t>
            </w:r>
            <w:r w:rsidRPr="00EF2F0E">
              <w:rPr>
                <w:rFonts w:cs="Arial"/>
              </w:rPr>
              <w:t>.3 - Δ</w:t>
            </w:r>
            <w:r w:rsidRPr="00EF2F0E">
              <w:rPr>
                <w:rFonts w:cs="Arial"/>
                <w:vertAlign w:val="subscript"/>
              </w:rPr>
              <w:t>OTAREFSENS</w:t>
            </w:r>
          </w:p>
        </w:tc>
        <w:tc>
          <w:tcPr>
            <w:tcW w:w="1984" w:type="dxa"/>
            <w:vAlign w:val="center"/>
          </w:tcPr>
          <w:p w14:paraId="0984FDCB" w14:textId="77777777" w:rsidR="00B15E99" w:rsidRPr="00EF2F0E" w:rsidRDefault="00B15E99" w:rsidP="00A40339">
            <w:pPr>
              <w:pStyle w:val="TAC"/>
              <w:rPr>
                <w:rFonts w:cs="Arial"/>
              </w:rPr>
            </w:pPr>
            <w:r w:rsidRPr="00EF2F0E">
              <w:rPr>
                <w:rFonts w:cs="Arial"/>
              </w:rPr>
              <w:t>-</w:t>
            </w:r>
            <w:r w:rsidRPr="00EF2F0E">
              <w:rPr>
                <w:rFonts w:cs="Arial"/>
                <w:lang w:eastAsia="zh-CN"/>
              </w:rPr>
              <w:t>80</w:t>
            </w:r>
            <w:r w:rsidRPr="00EF2F0E">
              <w:rPr>
                <w:rFonts w:cs="Arial"/>
              </w:rPr>
              <w:t>.7 - Δ</w:t>
            </w:r>
            <w:r w:rsidRPr="00EF2F0E">
              <w:rPr>
                <w:rFonts w:cs="Arial"/>
                <w:vertAlign w:val="subscript"/>
              </w:rPr>
              <w:t>OTAREFSENS</w:t>
            </w:r>
          </w:p>
        </w:tc>
        <w:tc>
          <w:tcPr>
            <w:tcW w:w="1512" w:type="dxa"/>
            <w:vAlign w:val="center"/>
          </w:tcPr>
          <w:p w14:paraId="0984FDCC" w14:textId="77777777" w:rsidR="00B15E99" w:rsidRPr="00EF2F0E" w:rsidRDefault="00B15E99" w:rsidP="00A40339">
            <w:pPr>
              <w:pStyle w:val="TAC"/>
              <w:rPr>
                <w:rFonts w:cs="Arial"/>
              </w:rPr>
            </w:pPr>
            <w:r w:rsidRPr="00EF2F0E">
              <w:rPr>
                <w:rFonts w:cs="Arial"/>
              </w:rPr>
              <w:t>AWGN</w:t>
            </w:r>
          </w:p>
        </w:tc>
      </w:tr>
      <w:tr w:rsidR="003401A4" w:rsidRPr="00EF2F0E" w14:paraId="0984FDD3" w14:textId="77777777" w:rsidTr="00A40339">
        <w:trPr>
          <w:jc w:val="center"/>
        </w:trPr>
        <w:tc>
          <w:tcPr>
            <w:tcW w:w="1116" w:type="dxa"/>
            <w:vAlign w:val="center"/>
          </w:tcPr>
          <w:p w14:paraId="0984FDCE" w14:textId="77777777" w:rsidR="00B15E99" w:rsidRPr="00EF2F0E" w:rsidRDefault="00B15E99" w:rsidP="00A40339">
            <w:pPr>
              <w:pStyle w:val="TAC"/>
              <w:rPr>
                <w:rFonts w:cs="Arial"/>
              </w:rPr>
            </w:pPr>
            <w:r w:rsidRPr="00EF2F0E">
              <w:rPr>
                <w:rFonts w:cs="Arial"/>
              </w:rPr>
              <w:t>3</w:t>
            </w:r>
          </w:p>
        </w:tc>
        <w:tc>
          <w:tcPr>
            <w:tcW w:w="1955" w:type="dxa"/>
            <w:vAlign w:val="center"/>
          </w:tcPr>
          <w:p w14:paraId="0984FDCF" w14:textId="77777777" w:rsidR="00B15E99" w:rsidRPr="00EF2F0E" w:rsidRDefault="00B15E99" w:rsidP="00A40339">
            <w:pPr>
              <w:pStyle w:val="TAC"/>
              <w:rPr>
                <w:rFonts w:cs="Arial"/>
              </w:rPr>
            </w:pPr>
            <w:r w:rsidRPr="00EF2F0E">
              <w:rPr>
                <w:rFonts w:cs="Arial"/>
              </w:rPr>
              <w:t>FRC A2-2</w:t>
            </w:r>
            <w:r w:rsidRPr="00EF2F0E">
              <w:rPr>
                <w:rFonts w:cs="Arial"/>
                <w:lang w:eastAsia="ja-JP"/>
              </w:rPr>
              <w:t xml:space="preserve"> in 3GPP TS 36.104 [8], annex</w:t>
            </w:r>
            <w:r w:rsidRPr="00EF2F0E">
              <w:rPr>
                <w:rFonts w:cs="Arial"/>
              </w:rPr>
              <w:t xml:space="preserve"> A.2</w:t>
            </w:r>
          </w:p>
        </w:tc>
        <w:tc>
          <w:tcPr>
            <w:tcW w:w="1843" w:type="dxa"/>
            <w:vAlign w:val="center"/>
          </w:tcPr>
          <w:p w14:paraId="0984FDD0" w14:textId="77777777" w:rsidR="00B15E99" w:rsidRPr="00EF2F0E" w:rsidRDefault="00B15E99" w:rsidP="00A40339">
            <w:pPr>
              <w:pStyle w:val="TAC"/>
              <w:rPr>
                <w:rFonts w:cs="Arial"/>
              </w:rPr>
            </w:pPr>
            <w:r w:rsidRPr="00EF2F0E">
              <w:rPr>
                <w:rFonts w:cs="Arial"/>
              </w:rPr>
              <w:t>-</w:t>
            </w:r>
            <w:r w:rsidRPr="00EF2F0E">
              <w:rPr>
                <w:rFonts w:cs="Arial"/>
                <w:lang w:eastAsia="zh-CN"/>
              </w:rPr>
              <w:t>64</w:t>
            </w:r>
            <w:r w:rsidRPr="00EF2F0E">
              <w:rPr>
                <w:rFonts w:cs="Arial"/>
              </w:rPr>
              <w:t>.4 - Δ</w:t>
            </w:r>
            <w:r w:rsidRPr="00EF2F0E">
              <w:rPr>
                <w:rFonts w:cs="Arial"/>
                <w:vertAlign w:val="subscript"/>
              </w:rPr>
              <w:t>OTAREFSENS</w:t>
            </w:r>
          </w:p>
        </w:tc>
        <w:tc>
          <w:tcPr>
            <w:tcW w:w="1984" w:type="dxa"/>
            <w:vAlign w:val="center"/>
          </w:tcPr>
          <w:p w14:paraId="0984FDD1" w14:textId="77777777" w:rsidR="00B15E99" w:rsidRPr="00EF2F0E" w:rsidRDefault="00B15E99" w:rsidP="00A40339">
            <w:pPr>
              <w:pStyle w:val="TAC"/>
              <w:rPr>
                <w:rFonts w:cs="Arial"/>
              </w:rPr>
            </w:pPr>
            <w:r w:rsidRPr="00EF2F0E">
              <w:rPr>
                <w:rFonts w:cs="Arial"/>
              </w:rPr>
              <w:t>-</w:t>
            </w:r>
            <w:r w:rsidRPr="00EF2F0E">
              <w:rPr>
                <w:rFonts w:cs="Arial"/>
                <w:lang w:eastAsia="zh-CN"/>
              </w:rPr>
              <w:t>76</w:t>
            </w:r>
            <w:r w:rsidRPr="00EF2F0E">
              <w:rPr>
                <w:rFonts w:cs="Arial"/>
              </w:rPr>
              <w:t>.7 - Δ</w:t>
            </w:r>
            <w:r w:rsidRPr="00EF2F0E">
              <w:rPr>
                <w:rFonts w:cs="Arial"/>
                <w:vertAlign w:val="subscript"/>
              </w:rPr>
              <w:t>OTAREFSENS</w:t>
            </w:r>
          </w:p>
        </w:tc>
        <w:tc>
          <w:tcPr>
            <w:tcW w:w="1512" w:type="dxa"/>
            <w:vAlign w:val="center"/>
          </w:tcPr>
          <w:p w14:paraId="0984FDD2" w14:textId="77777777" w:rsidR="00B15E99" w:rsidRPr="00EF2F0E" w:rsidRDefault="00B15E99" w:rsidP="00A40339">
            <w:pPr>
              <w:pStyle w:val="TAC"/>
              <w:rPr>
                <w:rFonts w:cs="Arial"/>
              </w:rPr>
            </w:pPr>
            <w:r w:rsidRPr="00EF2F0E">
              <w:rPr>
                <w:rFonts w:cs="Arial"/>
              </w:rPr>
              <w:t>AWGN</w:t>
            </w:r>
          </w:p>
        </w:tc>
      </w:tr>
      <w:tr w:rsidR="003401A4" w:rsidRPr="00EF2F0E" w14:paraId="0984FDD9" w14:textId="77777777" w:rsidTr="00A40339">
        <w:trPr>
          <w:jc w:val="center"/>
        </w:trPr>
        <w:tc>
          <w:tcPr>
            <w:tcW w:w="1116" w:type="dxa"/>
            <w:vAlign w:val="center"/>
          </w:tcPr>
          <w:p w14:paraId="0984FDD4" w14:textId="77777777" w:rsidR="00B15E99" w:rsidRPr="00EF2F0E" w:rsidRDefault="00B15E99" w:rsidP="00A40339">
            <w:pPr>
              <w:pStyle w:val="TAC"/>
              <w:rPr>
                <w:rFonts w:cs="Arial"/>
              </w:rPr>
            </w:pPr>
            <w:r w:rsidRPr="00EF2F0E">
              <w:rPr>
                <w:rFonts w:cs="Arial"/>
              </w:rPr>
              <w:t>5</w:t>
            </w:r>
          </w:p>
        </w:tc>
        <w:tc>
          <w:tcPr>
            <w:tcW w:w="1955" w:type="dxa"/>
            <w:vAlign w:val="center"/>
          </w:tcPr>
          <w:p w14:paraId="0984FDD5" w14:textId="77777777" w:rsidR="00B15E99" w:rsidRPr="00EF2F0E" w:rsidRDefault="00B15E99" w:rsidP="00A40339">
            <w:pPr>
              <w:pStyle w:val="TAC"/>
              <w:rPr>
                <w:rFonts w:cs="Arial"/>
              </w:rPr>
            </w:pPr>
            <w:r w:rsidRPr="00EF2F0E">
              <w:rPr>
                <w:rFonts w:cs="Arial"/>
              </w:rPr>
              <w:t xml:space="preserve">FRC A2-3 </w:t>
            </w:r>
            <w:r w:rsidRPr="00EF2F0E">
              <w:rPr>
                <w:rFonts w:cs="Arial"/>
                <w:lang w:eastAsia="ja-JP"/>
              </w:rPr>
              <w:t>in 3GPP TS 36.104 [8], annex</w:t>
            </w:r>
            <w:r w:rsidRPr="00EF2F0E">
              <w:rPr>
                <w:rFonts w:cs="Arial"/>
              </w:rPr>
              <w:t xml:space="preserve"> A.2</w:t>
            </w:r>
          </w:p>
        </w:tc>
        <w:tc>
          <w:tcPr>
            <w:tcW w:w="1843" w:type="dxa"/>
            <w:vAlign w:val="center"/>
          </w:tcPr>
          <w:p w14:paraId="0984FDD6" w14:textId="77777777" w:rsidR="00B15E99" w:rsidRPr="00EF2F0E" w:rsidRDefault="00B15E99" w:rsidP="00A40339">
            <w:pPr>
              <w:pStyle w:val="TAC"/>
              <w:rPr>
                <w:rFonts w:cs="Arial"/>
              </w:rPr>
            </w:pPr>
            <w:r w:rsidRPr="00EF2F0E">
              <w:rPr>
                <w:rFonts w:cs="Arial"/>
              </w:rPr>
              <w:t>-</w:t>
            </w:r>
            <w:r w:rsidRPr="00EF2F0E">
              <w:rPr>
                <w:rFonts w:cs="Arial"/>
                <w:lang w:eastAsia="zh-CN"/>
              </w:rPr>
              <w:t>62</w:t>
            </w:r>
            <w:r w:rsidRPr="00EF2F0E">
              <w:rPr>
                <w:rFonts w:cs="Arial"/>
              </w:rPr>
              <w:t>.2 - Δ</w:t>
            </w:r>
            <w:r w:rsidRPr="00EF2F0E">
              <w:rPr>
                <w:rFonts w:cs="Arial"/>
                <w:vertAlign w:val="subscript"/>
              </w:rPr>
              <w:t>OTAREFSENS</w:t>
            </w:r>
          </w:p>
        </w:tc>
        <w:tc>
          <w:tcPr>
            <w:tcW w:w="1984" w:type="dxa"/>
            <w:vAlign w:val="center"/>
          </w:tcPr>
          <w:p w14:paraId="0984FDD7" w14:textId="77777777" w:rsidR="00B15E99" w:rsidRPr="00EF2F0E" w:rsidRDefault="00B15E99" w:rsidP="00A40339">
            <w:pPr>
              <w:pStyle w:val="TAC"/>
              <w:rPr>
                <w:rFonts w:cs="Arial"/>
              </w:rPr>
            </w:pPr>
            <w:r w:rsidRPr="00EF2F0E">
              <w:rPr>
                <w:rFonts w:cs="Arial"/>
              </w:rPr>
              <w:t>-</w:t>
            </w:r>
            <w:r w:rsidRPr="00EF2F0E">
              <w:rPr>
                <w:rFonts w:cs="Arial"/>
                <w:lang w:eastAsia="zh-CN"/>
              </w:rPr>
              <w:t>74</w:t>
            </w:r>
            <w:r w:rsidRPr="00EF2F0E">
              <w:rPr>
                <w:rFonts w:cs="Arial"/>
              </w:rPr>
              <w:t>.5 - Δ</w:t>
            </w:r>
            <w:r w:rsidRPr="00EF2F0E">
              <w:rPr>
                <w:rFonts w:cs="Arial"/>
                <w:vertAlign w:val="subscript"/>
              </w:rPr>
              <w:t>OTAREFSENS</w:t>
            </w:r>
          </w:p>
        </w:tc>
        <w:tc>
          <w:tcPr>
            <w:tcW w:w="1512" w:type="dxa"/>
            <w:vAlign w:val="center"/>
          </w:tcPr>
          <w:p w14:paraId="0984FDD8" w14:textId="77777777" w:rsidR="00B15E99" w:rsidRPr="00EF2F0E" w:rsidRDefault="00B15E99" w:rsidP="00A40339">
            <w:pPr>
              <w:pStyle w:val="TAC"/>
              <w:rPr>
                <w:rFonts w:cs="Arial"/>
              </w:rPr>
            </w:pPr>
            <w:r w:rsidRPr="00EF2F0E">
              <w:rPr>
                <w:rFonts w:cs="Arial"/>
              </w:rPr>
              <w:t>AWGN</w:t>
            </w:r>
          </w:p>
        </w:tc>
      </w:tr>
      <w:tr w:rsidR="003401A4" w:rsidRPr="00EF2F0E" w14:paraId="0984FDDF" w14:textId="77777777" w:rsidTr="00A40339">
        <w:trPr>
          <w:jc w:val="center"/>
        </w:trPr>
        <w:tc>
          <w:tcPr>
            <w:tcW w:w="1116" w:type="dxa"/>
            <w:vAlign w:val="center"/>
          </w:tcPr>
          <w:p w14:paraId="0984FDDA" w14:textId="77777777" w:rsidR="00B15E99" w:rsidRPr="00EF2F0E" w:rsidRDefault="00B15E99" w:rsidP="00A40339">
            <w:pPr>
              <w:pStyle w:val="TAC"/>
              <w:rPr>
                <w:rFonts w:cs="Arial"/>
              </w:rPr>
            </w:pPr>
            <w:r w:rsidRPr="00EF2F0E">
              <w:rPr>
                <w:rFonts w:cs="Arial"/>
              </w:rPr>
              <w:t>10</w:t>
            </w:r>
          </w:p>
        </w:tc>
        <w:tc>
          <w:tcPr>
            <w:tcW w:w="1955" w:type="dxa"/>
            <w:vAlign w:val="center"/>
          </w:tcPr>
          <w:p w14:paraId="0984FDDB" w14:textId="77777777" w:rsidR="00B15E99" w:rsidRPr="00EF2F0E" w:rsidRDefault="00B15E99" w:rsidP="00AA1961">
            <w:pPr>
              <w:pStyle w:val="TAC"/>
              <w:rPr>
                <w:rFonts w:cs="Arial"/>
              </w:rPr>
            </w:pPr>
            <w:r w:rsidRPr="00EF2F0E">
              <w:rPr>
                <w:rFonts w:cs="Arial"/>
              </w:rPr>
              <w:t>FRC A2-3</w:t>
            </w:r>
            <w:r w:rsidRPr="00EF2F0E">
              <w:rPr>
                <w:rFonts w:cs="Arial"/>
                <w:lang w:eastAsia="ja-JP"/>
              </w:rPr>
              <w:t xml:space="preserve"> in 3GPP TS 36.104 [8], annex</w:t>
            </w:r>
            <w:r w:rsidRPr="00EF2F0E">
              <w:rPr>
                <w:rFonts w:cs="Arial"/>
              </w:rPr>
              <w:t xml:space="preserve"> A.2</w:t>
            </w:r>
            <w:r w:rsidRPr="00EF2F0E">
              <w:rPr>
                <w:rFonts w:cs="Arial"/>
                <w:lang w:eastAsia="ko-KR"/>
              </w:rPr>
              <w:t xml:space="preserve"> </w:t>
            </w:r>
            <w:r w:rsidRPr="00EF2F0E">
              <w:rPr>
                <w:rFonts w:cs="Arial"/>
              </w:rPr>
              <w:t>(NOTE</w:t>
            </w:r>
            <w:r w:rsidRPr="00EF2F0E">
              <w:rPr>
                <w:rFonts w:cs="Arial"/>
                <w:lang w:eastAsia="ko-KR"/>
              </w:rPr>
              <w:t xml:space="preserve"> </w:t>
            </w:r>
            <w:r w:rsidRPr="00EF2F0E">
              <w:rPr>
                <w:rFonts w:cs="Arial"/>
              </w:rPr>
              <w:t>1</w:t>
            </w:r>
            <w:r w:rsidRPr="00EF2F0E">
              <w:rPr>
                <w:rFonts w:cs="Arial"/>
                <w:lang w:eastAsia="ko-KR"/>
              </w:rPr>
              <w:t>)</w:t>
            </w:r>
          </w:p>
        </w:tc>
        <w:tc>
          <w:tcPr>
            <w:tcW w:w="1843" w:type="dxa"/>
            <w:vAlign w:val="center"/>
          </w:tcPr>
          <w:p w14:paraId="0984FDDC" w14:textId="77777777" w:rsidR="00B15E99" w:rsidRPr="00EF2F0E" w:rsidRDefault="00B15E99" w:rsidP="00AA1961">
            <w:pPr>
              <w:pStyle w:val="TAC"/>
              <w:rPr>
                <w:rFonts w:cs="Arial"/>
              </w:rPr>
            </w:pPr>
            <w:r w:rsidRPr="00EF2F0E">
              <w:rPr>
                <w:rFonts w:cs="Arial"/>
              </w:rPr>
              <w:t>-</w:t>
            </w:r>
            <w:r w:rsidRPr="00EF2F0E">
              <w:rPr>
                <w:rFonts w:cs="Arial"/>
                <w:lang w:eastAsia="zh-CN"/>
              </w:rPr>
              <w:t>62</w:t>
            </w:r>
            <w:r w:rsidRPr="00EF2F0E">
              <w:rPr>
                <w:rFonts w:cs="Arial"/>
              </w:rPr>
              <w:t>.2 - Δ</w:t>
            </w:r>
            <w:r w:rsidRPr="00EF2F0E">
              <w:rPr>
                <w:rFonts w:cs="Arial"/>
                <w:vertAlign w:val="subscript"/>
              </w:rPr>
              <w:t>OTAREFSENS</w:t>
            </w:r>
          </w:p>
        </w:tc>
        <w:tc>
          <w:tcPr>
            <w:tcW w:w="1984" w:type="dxa"/>
            <w:vAlign w:val="center"/>
          </w:tcPr>
          <w:p w14:paraId="0984FDDD" w14:textId="77777777" w:rsidR="00B15E99" w:rsidRPr="00EF2F0E" w:rsidRDefault="00B15E99" w:rsidP="00A40339">
            <w:pPr>
              <w:pStyle w:val="TAC"/>
              <w:rPr>
                <w:rFonts w:cs="Arial"/>
              </w:rPr>
            </w:pPr>
            <w:r w:rsidRPr="00EF2F0E">
              <w:rPr>
                <w:rFonts w:cs="Arial"/>
              </w:rPr>
              <w:t>-</w:t>
            </w:r>
            <w:r w:rsidRPr="00EF2F0E">
              <w:rPr>
                <w:rFonts w:cs="Arial"/>
                <w:lang w:eastAsia="zh-CN"/>
              </w:rPr>
              <w:t>71</w:t>
            </w:r>
            <w:r w:rsidRPr="00EF2F0E">
              <w:rPr>
                <w:rFonts w:cs="Arial"/>
              </w:rPr>
              <w:t>.5 - Δ</w:t>
            </w:r>
            <w:r w:rsidRPr="00EF2F0E">
              <w:rPr>
                <w:rFonts w:cs="Arial"/>
                <w:vertAlign w:val="subscript"/>
              </w:rPr>
              <w:t>OTAREFSENS</w:t>
            </w:r>
          </w:p>
        </w:tc>
        <w:tc>
          <w:tcPr>
            <w:tcW w:w="1512" w:type="dxa"/>
            <w:vAlign w:val="center"/>
          </w:tcPr>
          <w:p w14:paraId="0984FDDE" w14:textId="77777777" w:rsidR="00B15E99" w:rsidRPr="00EF2F0E" w:rsidRDefault="00B15E99" w:rsidP="00A40339">
            <w:pPr>
              <w:pStyle w:val="TAC"/>
              <w:rPr>
                <w:rFonts w:cs="Arial"/>
              </w:rPr>
            </w:pPr>
            <w:r w:rsidRPr="00EF2F0E">
              <w:rPr>
                <w:rFonts w:cs="Arial"/>
              </w:rPr>
              <w:t>AWGN</w:t>
            </w:r>
          </w:p>
        </w:tc>
      </w:tr>
      <w:tr w:rsidR="003401A4" w:rsidRPr="00EF2F0E" w14:paraId="0984FDE5" w14:textId="77777777" w:rsidTr="00A40339">
        <w:trPr>
          <w:jc w:val="center"/>
        </w:trPr>
        <w:tc>
          <w:tcPr>
            <w:tcW w:w="1116" w:type="dxa"/>
            <w:vAlign w:val="center"/>
          </w:tcPr>
          <w:p w14:paraId="0984FDE0" w14:textId="77777777" w:rsidR="00B15E99" w:rsidRPr="00EF2F0E" w:rsidRDefault="00B15E99" w:rsidP="00A40339">
            <w:pPr>
              <w:pStyle w:val="TAC"/>
              <w:rPr>
                <w:rFonts w:cs="Arial"/>
              </w:rPr>
            </w:pPr>
            <w:r w:rsidRPr="00EF2F0E">
              <w:rPr>
                <w:rFonts w:cs="Arial"/>
              </w:rPr>
              <w:t>15</w:t>
            </w:r>
          </w:p>
        </w:tc>
        <w:tc>
          <w:tcPr>
            <w:tcW w:w="1955" w:type="dxa"/>
            <w:vAlign w:val="center"/>
          </w:tcPr>
          <w:p w14:paraId="0984FDE1" w14:textId="77777777" w:rsidR="00B15E99" w:rsidRPr="00EF2F0E" w:rsidRDefault="00B15E99" w:rsidP="00A40339">
            <w:pPr>
              <w:pStyle w:val="TAC"/>
              <w:rPr>
                <w:rFonts w:cs="Arial"/>
                <w:lang w:eastAsia="ko-KR"/>
              </w:rPr>
            </w:pPr>
            <w:r w:rsidRPr="00EF2F0E">
              <w:rPr>
                <w:rFonts w:cs="Arial"/>
              </w:rPr>
              <w:t>FRC A2-3</w:t>
            </w:r>
            <w:r w:rsidRPr="00EF2F0E">
              <w:rPr>
                <w:rFonts w:cs="Arial"/>
                <w:lang w:eastAsia="ja-JP"/>
              </w:rPr>
              <w:t xml:space="preserve"> in 3GPP TS 36.104 [8], annex</w:t>
            </w:r>
            <w:r w:rsidRPr="00EF2F0E">
              <w:rPr>
                <w:rFonts w:cs="Arial"/>
              </w:rPr>
              <w:t xml:space="preserve"> A.2</w:t>
            </w:r>
            <w:r w:rsidRPr="00EF2F0E">
              <w:rPr>
                <w:rFonts w:cs="Arial"/>
                <w:lang w:eastAsia="ko-KR"/>
              </w:rPr>
              <w:t xml:space="preserve"> </w:t>
            </w:r>
            <w:r w:rsidRPr="00EF2F0E">
              <w:rPr>
                <w:rFonts w:cs="Arial"/>
              </w:rPr>
              <w:t>(NOTE</w:t>
            </w:r>
            <w:r w:rsidRPr="00EF2F0E">
              <w:rPr>
                <w:rFonts w:cs="Arial"/>
                <w:lang w:eastAsia="ko-KR"/>
              </w:rPr>
              <w:t xml:space="preserve"> </w:t>
            </w:r>
            <w:r w:rsidRPr="00EF2F0E">
              <w:rPr>
                <w:rFonts w:cs="Arial"/>
              </w:rPr>
              <w:t>1</w:t>
            </w:r>
            <w:r w:rsidRPr="00EF2F0E">
              <w:rPr>
                <w:rFonts w:cs="Arial"/>
                <w:lang w:eastAsia="ko-KR"/>
              </w:rPr>
              <w:t>)</w:t>
            </w:r>
          </w:p>
        </w:tc>
        <w:tc>
          <w:tcPr>
            <w:tcW w:w="1843" w:type="dxa"/>
            <w:vAlign w:val="center"/>
          </w:tcPr>
          <w:p w14:paraId="0984FDE2" w14:textId="77777777" w:rsidR="00B15E99" w:rsidRPr="00EF2F0E" w:rsidRDefault="00B15E99" w:rsidP="00A40339">
            <w:pPr>
              <w:pStyle w:val="TAC"/>
              <w:rPr>
                <w:rFonts w:cs="Arial"/>
              </w:rPr>
            </w:pPr>
            <w:r w:rsidRPr="00EF2F0E">
              <w:rPr>
                <w:rFonts w:cs="Arial"/>
              </w:rPr>
              <w:t>-</w:t>
            </w:r>
            <w:r w:rsidRPr="00EF2F0E">
              <w:rPr>
                <w:rFonts w:cs="Arial"/>
                <w:lang w:eastAsia="zh-CN"/>
              </w:rPr>
              <w:t>62</w:t>
            </w:r>
            <w:r w:rsidRPr="00EF2F0E">
              <w:rPr>
                <w:rFonts w:cs="Arial"/>
              </w:rPr>
              <w:t>.2 - Δ</w:t>
            </w:r>
            <w:r w:rsidRPr="00EF2F0E">
              <w:rPr>
                <w:rFonts w:cs="Arial"/>
                <w:vertAlign w:val="subscript"/>
              </w:rPr>
              <w:t>OTAREFSENS</w:t>
            </w:r>
          </w:p>
        </w:tc>
        <w:tc>
          <w:tcPr>
            <w:tcW w:w="1984" w:type="dxa"/>
            <w:vAlign w:val="center"/>
          </w:tcPr>
          <w:p w14:paraId="0984FDE3" w14:textId="77777777" w:rsidR="00B15E99" w:rsidRPr="00EF2F0E" w:rsidRDefault="00B15E99" w:rsidP="00A40339">
            <w:pPr>
              <w:pStyle w:val="TAC"/>
              <w:rPr>
                <w:rFonts w:cs="Arial"/>
              </w:rPr>
            </w:pPr>
            <w:r w:rsidRPr="00EF2F0E">
              <w:rPr>
                <w:rFonts w:cs="Arial"/>
              </w:rPr>
              <w:t>-</w:t>
            </w:r>
            <w:r w:rsidRPr="00EF2F0E">
              <w:rPr>
                <w:rFonts w:cs="Arial"/>
                <w:lang w:eastAsia="zh-CN"/>
              </w:rPr>
              <w:t>69</w:t>
            </w:r>
            <w:r w:rsidRPr="00EF2F0E">
              <w:rPr>
                <w:rFonts w:cs="Arial"/>
              </w:rPr>
              <w:t>.7 - Δ</w:t>
            </w:r>
            <w:r w:rsidRPr="00EF2F0E">
              <w:rPr>
                <w:rFonts w:cs="Arial"/>
                <w:vertAlign w:val="subscript"/>
              </w:rPr>
              <w:t>OTAREFSENS</w:t>
            </w:r>
          </w:p>
        </w:tc>
        <w:tc>
          <w:tcPr>
            <w:tcW w:w="1512" w:type="dxa"/>
            <w:vAlign w:val="center"/>
          </w:tcPr>
          <w:p w14:paraId="0984FDE4" w14:textId="77777777" w:rsidR="00B15E99" w:rsidRPr="00EF2F0E" w:rsidRDefault="00B15E99" w:rsidP="00A40339">
            <w:pPr>
              <w:pStyle w:val="TAC"/>
              <w:rPr>
                <w:rFonts w:cs="Arial"/>
              </w:rPr>
            </w:pPr>
            <w:r w:rsidRPr="00EF2F0E">
              <w:rPr>
                <w:rFonts w:cs="Arial"/>
              </w:rPr>
              <w:t>AWGN</w:t>
            </w:r>
          </w:p>
        </w:tc>
      </w:tr>
      <w:tr w:rsidR="003401A4" w:rsidRPr="00EF2F0E" w14:paraId="0984FDEB" w14:textId="77777777" w:rsidTr="00A40339">
        <w:trPr>
          <w:jc w:val="center"/>
        </w:trPr>
        <w:tc>
          <w:tcPr>
            <w:tcW w:w="1116" w:type="dxa"/>
            <w:vAlign w:val="center"/>
          </w:tcPr>
          <w:p w14:paraId="0984FDE6" w14:textId="77777777" w:rsidR="00B15E99" w:rsidRPr="00EF2F0E" w:rsidRDefault="00B15E99" w:rsidP="00A40339">
            <w:pPr>
              <w:pStyle w:val="TAC"/>
              <w:rPr>
                <w:rFonts w:cs="Arial"/>
              </w:rPr>
            </w:pPr>
            <w:r w:rsidRPr="00EF2F0E">
              <w:rPr>
                <w:rFonts w:cs="Arial"/>
              </w:rPr>
              <w:t>20</w:t>
            </w:r>
          </w:p>
        </w:tc>
        <w:tc>
          <w:tcPr>
            <w:tcW w:w="1955" w:type="dxa"/>
            <w:vAlign w:val="center"/>
          </w:tcPr>
          <w:p w14:paraId="0984FDE7" w14:textId="77777777" w:rsidR="00B15E99" w:rsidRPr="00EF2F0E" w:rsidRDefault="00B15E99" w:rsidP="00AA1961">
            <w:pPr>
              <w:pStyle w:val="TAC"/>
              <w:rPr>
                <w:rFonts w:cs="Arial"/>
              </w:rPr>
            </w:pPr>
            <w:r w:rsidRPr="00EF2F0E">
              <w:rPr>
                <w:rFonts w:cs="Arial"/>
              </w:rPr>
              <w:t>FRC A2-3</w:t>
            </w:r>
            <w:r w:rsidRPr="00EF2F0E">
              <w:rPr>
                <w:rFonts w:cs="Arial"/>
                <w:lang w:eastAsia="ja-JP"/>
              </w:rPr>
              <w:t xml:space="preserve"> in 3GPP TS 36.104 [8], annex</w:t>
            </w:r>
            <w:r w:rsidRPr="00EF2F0E">
              <w:rPr>
                <w:rFonts w:cs="Arial"/>
              </w:rPr>
              <w:t xml:space="preserve"> A.2</w:t>
            </w:r>
            <w:r w:rsidRPr="00EF2F0E">
              <w:rPr>
                <w:rFonts w:cs="Arial"/>
                <w:lang w:eastAsia="ko-KR"/>
              </w:rPr>
              <w:t xml:space="preserve"> </w:t>
            </w:r>
            <w:r w:rsidRPr="00EF2F0E">
              <w:rPr>
                <w:rFonts w:cs="Arial"/>
              </w:rPr>
              <w:t>(NOTE</w:t>
            </w:r>
            <w:r w:rsidRPr="00EF2F0E">
              <w:rPr>
                <w:rFonts w:cs="Arial"/>
                <w:lang w:eastAsia="ko-KR"/>
              </w:rPr>
              <w:t xml:space="preserve"> </w:t>
            </w:r>
            <w:r w:rsidRPr="00EF2F0E">
              <w:rPr>
                <w:rFonts w:cs="Arial"/>
              </w:rPr>
              <w:t>1</w:t>
            </w:r>
            <w:r w:rsidRPr="00EF2F0E">
              <w:rPr>
                <w:rFonts w:cs="Arial"/>
                <w:lang w:eastAsia="ko-KR"/>
              </w:rPr>
              <w:t>)</w:t>
            </w:r>
          </w:p>
        </w:tc>
        <w:tc>
          <w:tcPr>
            <w:tcW w:w="1843" w:type="dxa"/>
            <w:vAlign w:val="center"/>
          </w:tcPr>
          <w:p w14:paraId="0984FDE8" w14:textId="77777777" w:rsidR="00B15E99" w:rsidRPr="00EF2F0E" w:rsidRDefault="00B15E99" w:rsidP="00AA1961">
            <w:pPr>
              <w:pStyle w:val="TAC"/>
              <w:rPr>
                <w:rFonts w:cs="Arial"/>
                <w:lang w:eastAsia="ko-KR"/>
              </w:rPr>
            </w:pPr>
            <w:r w:rsidRPr="00EF2F0E">
              <w:rPr>
                <w:rFonts w:cs="Arial"/>
              </w:rPr>
              <w:t>-</w:t>
            </w:r>
            <w:r w:rsidRPr="00EF2F0E">
              <w:rPr>
                <w:rFonts w:cs="Arial"/>
                <w:lang w:eastAsia="zh-CN"/>
              </w:rPr>
              <w:t>62</w:t>
            </w:r>
            <w:r w:rsidRPr="00EF2F0E">
              <w:rPr>
                <w:rFonts w:cs="Arial"/>
              </w:rPr>
              <w:t>.2 - Δ</w:t>
            </w:r>
            <w:r w:rsidRPr="00EF2F0E">
              <w:rPr>
                <w:rFonts w:cs="Arial"/>
                <w:vertAlign w:val="subscript"/>
              </w:rPr>
              <w:t>OTAREFSENS</w:t>
            </w:r>
          </w:p>
        </w:tc>
        <w:tc>
          <w:tcPr>
            <w:tcW w:w="1984" w:type="dxa"/>
            <w:vAlign w:val="center"/>
          </w:tcPr>
          <w:p w14:paraId="0984FDE9" w14:textId="77777777" w:rsidR="00B15E99" w:rsidRPr="00EF2F0E" w:rsidRDefault="00B15E99" w:rsidP="00A40339">
            <w:pPr>
              <w:pStyle w:val="TAC"/>
              <w:rPr>
                <w:rFonts w:cs="Arial"/>
              </w:rPr>
            </w:pPr>
            <w:r w:rsidRPr="00EF2F0E">
              <w:rPr>
                <w:rFonts w:cs="Arial"/>
              </w:rPr>
              <w:t>-</w:t>
            </w:r>
            <w:r w:rsidRPr="00EF2F0E">
              <w:rPr>
                <w:rFonts w:cs="Arial"/>
                <w:lang w:eastAsia="zh-CN"/>
              </w:rPr>
              <w:t>68</w:t>
            </w:r>
            <w:r w:rsidRPr="00EF2F0E">
              <w:rPr>
                <w:rFonts w:cs="Arial"/>
              </w:rPr>
              <w:t>.4 - Δ</w:t>
            </w:r>
            <w:r w:rsidRPr="00EF2F0E">
              <w:rPr>
                <w:rFonts w:cs="Arial"/>
                <w:vertAlign w:val="subscript"/>
              </w:rPr>
              <w:t>OTAREFSENS</w:t>
            </w:r>
          </w:p>
        </w:tc>
        <w:tc>
          <w:tcPr>
            <w:tcW w:w="1512" w:type="dxa"/>
            <w:vAlign w:val="center"/>
          </w:tcPr>
          <w:p w14:paraId="0984FDEA" w14:textId="77777777" w:rsidR="00B15E99" w:rsidRPr="00EF2F0E" w:rsidRDefault="00B15E99" w:rsidP="00A40339">
            <w:pPr>
              <w:pStyle w:val="TAC"/>
              <w:rPr>
                <w:rFonts w:cs="Arial"/>
              </w:rPr>
            </w:pPr>
            <w:r w:rsidRPr="00EF2F0E">
              <w:rPr>
                <w:rFonts w:cs="Arial"/>
              </w:rPr>
              <w:t>AWGN</w:t>
            </w:r>
          </w:p>
        </w:tc>
      </w:tr>
      <w:tr w:rsidR="00B15E99" w:rsidRPr="00EF2F0E" w14:paraId="0984FDEE" w14:textId="77777777" w:rsidTr="00A40339">
        <w:trPr>
          <w:jc w:val="center"/>
        </w:trPr>
        <w:tc>
          <w:tcPr>
            <w:tcW w:w="8410" w:type="dxa"/>
            <w:gridSpan w:val="5"/>
            <w:tcBorders>
              <w:top w:val="single" w:sz="4" w:space="0" w:color="auto"/>
              <w:left w:val="single" w:sz="4" w:space="0" w:color="auto"/>
              <w:bottom w:val="single" w:sz="4" w:space="0" w:color="auto"/>
              <w:right w:val="single" w:sz="4" w:space="0" w:color="auto"/>
            </w:tcBorders>
            <w:vAlign w:val="center"/>
          </w:tcPr>
          <w:p w14:paraId="0984FDEC" w14:textId="77777777" w:rsidR="00B15E99" w:rsidRPr="00EF2F0E" w:rsidRDefault="00B15E99" w:rsidP="00A40339">
            <w:pPr>
              <w:pStyle w:val="TAN"/>
              <w:rPr>
                <w:rFonts w:cs="Arial"/>
                <w:lang w:eastAsia="zh-CN"/>
              </w:rPr>
            </w:pPr>
            <w:r w:rsidRPr="00EF2F0E">
              <w:t>NOTE</w:t>
            </w:r>
            <w:r w:rsidRPr="00EF2F0E">
              <w:rPr>
                <w:lang w:eastAsia="ko-KR"/>
              </w:rPr>
              <w:t xml:space="preserve"> 1</w:t>
            </w:r>
            <w:r w:rsidRPr="00EF2F0E">
              <w:t>:</w:t>
            </w:r>
            <w:r w:rsidRPr="00EF2F0E">
              <w:tab/>
              <w:t>The wanted signal mean power is the power level of a single instance of the reference measurement channel. This requirement shall be met for each consecutive application of a single instance of FRC A2-3 mapped to disjoint frequency ranges with a width of 25 resource blocks each.</w:t>
            </w:r>
            <w:r w:rsidRPr="00EF2F0E">
              <w:rPr>
                <w:rFonts w:cs="Arial"/>
                <w:lang w:eastAsia="ko-KR"/>
              </w:rPr>
              <w:t xml:space="preserve"> T</w:t>
            </w:r>
            <w:r w:rsidRPr="00EF2F0E">
              <w:rPr>
                <w:rFonts w:cs="Arial"/>
                <w:lang w:eastAsia="zh-CN"/>
              </w:rPr>
              <w:t>his reference measurement channel is not applied for Band 46</w:t>
            </w:r>
            <w:r w:rsidR="00AA1961" w:rsidRPr="00EF2F0E">
              <w:rPr>
                <w:rFonts w:cs="Arial"/>
                <w:lang w:eastAsia="zh-CN"/>
              </w:rPr>
              <w:t xml:space="preserve"> nor for Band 49</w:t>
            </w:r>
            <w:r w:rsidRPr="00EF2F0E">
              <w:rPr>
                <w:rFonts w:cs="Arial"/>
                <w:lang w:eastAsia="zh-CN"/>
              </w:rPr>
              <w:t>.</w:t>
            </w:r>
          </w:p>
          <w:p w14:paraId="0984FDED" w14:textId="77777777" w:rsidR="00B15E99" w:rsidRPr="00EF2F0E" w:rsidRDefault="00B15E99" w:rsidP="00A40339">
            <w:pPr>
              <w:pStyle w:val="TAN"/>
            </w:pPr>
            <w:r w:rsidRPr="00EF2F0E">
              <w:rPr>
                <w:rFonts w:cs="Arial"/>
                <w:lang w:eastAsia="ko-KR"/>
              </w:rPr>
              <w:t>NOTE 2:</w:t>
            </w:r>
            <w:r w:rsidRPr="00EF2F0E">
              <w:rPr>
                <w:rFonts w:cs="Arial"/>
                <w:lang w:eastAsia="ko-KR"/>
              </w:rPr>
              <w:tab/>
            </w:r>
            <w:r w:rsidR="00AA1961" w:rsidRPr="00EF2F0E">
              <w:rPr>
                <w:rFonts w:cs="Arial"/>
                <w:lang w:eastAsia="ko-KR"/>
              </w:rPr>
              <w:t>Void</w:t>
            </w:r>
          </w:p>
        </w:tc>
      </w:tr>
    </w:tbl>
    <w:p w14:paraId="0984FDEF" w14:textId="77777777" w:rsidR="00B15E99" w:rsidRPr="00EF2F0E" w:rsidRDefault="00B15E99" w:rsidP="00A40339">
      <w:pPr>
        <w:rPr>
          <w:rFonts w:eastAsia="Osaka"/>
        </w:rPr>
      </w:pPr>
    </w:p>
    <w:p w14:paraId="0984FDF0" w14:textId="77777777" w:rsidR="00B15E99" w:rsidRPr="00EF2F0E" w:rsidRDefault="00B15E99" w:rsidP="007853C3">
      <w:pPr>
        <w:pStyle w:val="TH"/>
        <w:rPr>
          <w:rFonts w:eastAsia="Osaka"/>
        </w:rPr>
      </w:pPr>
      <w:r w:rsidRPr="00EF2F0E">
        <w:rPr>
          <w:rFonts w:eastAsia="Osaka"/>
        </w:rPr>
        <w:t>Table 10.4.4-3: Medium Range BS dynamic range</w:t>
      </w:r>
      <w:r w:rsidRPr="00EF2F0E">
        <w:t xml:space="preserve"> for E-UTRA carrier</w:t>
      </w:r>
    </w:p>
    <w:tbl>
      <w:tblPr>
        <w:tblW w:w="8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1992"/>
        <w:gridCol w:w="1802"/>
        <w:gridCol w:w="1826"/>
        <w:gridCol w:w="1467"/>
      </w:tblGrid>
      <w:tr w:rsidR="003401A4" w:rsidRPr="00EF2F0E" w14:paraId="0984FDF7" w14:textId="77777777" w:rsidTr="00A40339">
        <w:trPr>
          <w:jc w:val="center"/>
        </w:trPr>
        <w:tc>
          <w:tcPr>
            <w:tcW w:w="1116" w:type="dxa"/>
            <w:vAlign w:val="center"/>
          </w:tcPr>
          <w:p w14:paraId="0984FDF1" w14:textId="77777777" w:rsidR="00B15E99" w:rsidRPr="00EF2F0E" w:rsidRDefault="00B15E99" w:rsidP="00A40339">
            <w:pPr>
              <w:pStyle w:val="TAH"/>
              <w:rPr>
                <w:rFonts w:cs="Arial"/>
                <w:lang w:val="sv-SE"/>
              </w:rPr>
            </w:pPr>
            <w:r w:rsidRPr="00EF2F0E">
              <w:rPr>
                <w:rFonts w:cs="Arial"/>
                <w:lang w:val="sv-SE"/>
              </w:rPr>
              <w:t>E-UTRA</w:t>
            </w:r>
          </w:p>
          <w:p w14:paraId="0984FDF2" w14:textId="77777777" w:rsidR="00B15E99" w:rsidRPr="00EF2F0E" w:rsidRDefault="00B15E99" w:rsidP="00A40339">
            <w:pPr>
              <w:pStyle w:val="TAH"/>
              <w:rPr>
                <w:rFonts w:cs="Arial"/>
                <w:lang w:val="sv-SE"/>
              </w:rPr>
            </w:pPr>
            <w:r w:rsidRPr="00EF2F0E">
              <w:rPr>
                <w:rFonts w:cs="Arial"/>
                <w:i/>
                <w:lang w:val="sv-SE"/>
              </w:rPr>
              <w:t>channel bandwidth</w:t>
            </w:r>
            <w:r w:rsidRPr="00EF2F0E">
              <w:rPr>
                <w:rFonts w:cs="Arial"/>
                <w:lang w:val="sv-SE"/>
              </w:rPr>
              <w:t xml:space="preserve"> [MHz]</w:t>
            </w:r>
          </w:p>
        </w:tc>
        <w:tc>
          <w:tcPr>
            <w:tcW w:w="1992" w:type="dxa"/>
            <w:vAlign w:val="center"/>
          </w:tcPr>
          <w:p w14:paraId="0984FDF3" w14:textId="77777777" w:rsidR="00B15E99" w:rsidRPr="00EF2F0E" w:rsidRDefault="00B15E99" w:rsidP="00A40339">
            <w:pPr>
              <w:pStyle w:val="TAH"/>
              <w:rPr>
                <w:rFonts w:cs="Arial"/>
              </w:rPr>
            </w:pPr>
            <w:r w:rsidRPr="00EF2F0E">
              <w:rPr>
                <w:rFonts w:cs="Arial"/>
              </w:rPr>
              <w:t>Reference measurement channel</w:t>
            </w:r>
          </w:p>
        </w:tc>
        <w:tc>
          <w:tcPr>
            <w:tcW w:w="1802" w:type="dxa"/>
            <w:vAlign w:val="center"/>
          </w:tcPr>
          <w:p w14:paraId="0984FDF4" w14:textId="77777777" w:rsidR="00B15E99" w:rsidRPr="00EF2F0E" w:rsidRDefault="00B15E99" w:rsidP="00A40339">
            <w:pPr>
              <w:pStyle w:val="TAH"/>
              <w:rPr>
                <w:rFonts w:cs="Arial"/>
              </w:rPr>
            </w:pPr>
            <w:r w:rsidRPr="00EF2F0E">
              <w:rPr>
                <w:rFonts w:cs="Arial"/>
              </w:rPr>
              <w:t>Wanted signal mean power [dBm]</w:t>
            </w:r>
          </w:p>
        </w:tc>
        <w:tc>
          <w:tcPr>
            <w:tcW w:w="1826" w:type="dxa"/>
            <w:vAlign w:val="center"/>
          </w:tcPr>
          <w:p w14:paraId="0984FDF5" w14:textId="77777777" w:rsidR="00B15E99" w:rsidRPr="00EF2F0E" w:rsidRDefault="00B15E99" w:rsidP="00A40339">
            <w:pPr>
              <w:pStyle w:val="TAH"/>
              <w:rPr>
                <w:rFonts w:cs="Arial"/>
              </w:rPr>
            </w:pPr>
            <w:r w:rsidRPr="00EF2F0E">
              <w:rPr>
                <w:rFonts w:cs="Arial"/>
              </w:rPr>
              <w:t>Interfering signal mean power [dBm] / BWConfig</w:t>
            </w:r>
          </w:p>
        </w:tc>
        <w:tc>
          <w:tcPr>
            <w:tcW w:w="1467" w:type="dxa"/>
            <w:vAlign w:val="center"/>
          </w:tcPr>
          <w:p w14:paraId="0984FDF6"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4FDFD" w14:textId="77777777" w:rsidTr="00A40339">
        <w:trPr>
          <w:jc w:val="center"/>
        </w:trPr>
        <w:tc>
          <w:tcPr>
            <w:tcW w:w="1116" w:type="dxa"/>
            <w:vAlign w:val="center"/>
          </w:tcPr>
          <w:p w14:paraId="0984FDF8" w14:textId="77777777" w:rsidR="00B15E99" w:rsidRPr="00EF2F0E" w:rsidRDefault="00B15E99" w:rsidP="00A40339">
            <w:pPr>
              <w:pStyle w:val="TAC"/>
              <w:rPr>
                <w:rFonts w:cs="Arial"/>
              </w:rPr>
            </w:pPr>
            <w:r w:rsidRPr="00EF2F0E">
              <w:rPr>
                <w:rFonts w:cs="Arial"/>
              </w:rPr>
              <w:t>1.4</w:t>
            </w:r>
          </w:p>
        </w:tc>
        <w:tc>
          <w:tcPr>
            <w:tcW w:w="1992" w:type="dxa"/>
            <w:vAlign w:val="center"/>
          </w:tcPr>
          <w:p w14:paraId="0984FDF9" w14:textId="77777777" w:rsidR="00B15E99" w:rsidRPr="00EF2F0E" w:rsidRDefault="00B15E99" w:rsidP="00A40339">
            <w:pPr>
              <w:pStyle w:val="TAC"/>
              <w:rPr>
                <w:rFonts w:cs="Arial"/>
              </w:rPr>
            </w:pPr>
            <w:r w:rsidRPr="00EF2F0E">
              <w:rPr>
                <w:rFonts w:cs="Arial"/>
              </w:rPr>
              <w:t xml:space="preserve">FRC A2-1 </w:t>
            </w:r>
            <w:r w:rsidRPr="00EF2F0E">
              <w:rPr>
                <w:rFonts w:cs="Arial"/>
                <w:lang w:eastAsia="ja-JP"/>
              </w:rPr>
              <w:t>in 3GPP TS 36.104 [8], annex</w:t>
            </w:r>
            <w:r w:rsidRPr="00EF2F0E">
              <w:rPr>
                <w:rFonts w:cs="Arial"/>
              </w:rPr>
              <w:t xml:space="preserve"> A.2</w:t>
            </w:r>
          </w:p>
        </w:tc>
        <w:tc>
          <w:tcPr>
            <w:tcW w:w="1802" w:type="dxa"/>
            <w:vAlign w:val="center"/>
          </w:tcPr>
          <w:p w14:paraId="0984FDFA" w14:textId="77777777" w:rsidR="00B15E99" w:rsidRPr="00EF2F0E" w:rsidRDefault="00B15E99" w:rsidP="00A40339">
            <w:pPr>
              <w:pStyle w:val="TAC"/>
              <w:rPr>
                <w:rFonts w:cs="Arial"/>
              </w:rPr>
            </w:pPr>
            <w:r w:rsidRPr="00EF2F0E">
              <w:rPr>
                <w:rFonts w:cs="Arial"/>
              </w:rPr>
              <w:t>-71.3 - Δ</w:t>
            </w:r>
            <w:r w:rsidRPr="00EF2F0E">
              <w:rPr>
                <w:rFonts w:cs="Arial"/>
                <w:vertAlign w:val="subscript"/>
              </w:rPr>
              <w:t>OTAREFSENS</w:t>
            </w:r>
          </w:p>
        </w:tc>
        <w:tc>
          <w:tcPr>
            <w:tcW w:w="1826" w:type="dxa"/>
            <w:vAlign w:val="center"/>
          </w:tcPr>
          <w:p w14:paraId="0984FDFB" w14:textId="77777777" w:rsidR="00B15E99" w:rsidRPr="00EF2F0E" w:rsidRDefault="00B15E99" w:rsidP="00A40339">
            <w:pPr>
              <w:pStyle w:val="TAC"/>
              <w:rPr>
                <w:rFonts w:cs="Arial"/>
              </w:rPr>
            </w:pPr>
            <w:r w:rsidRPr="00EF2F0E">
              <w:rPr>
                <w:rFonts w:cs="Arial"/>
              </w:rPr>
              <w:t>-83.7 - Δ</w:t>
            </w:r>
            <w:r w:rsidRPr="00EF2F0E">
              <w:rPr>
                <w:rFonts w:cs="Arial"/>
                <w:vertAlign w:val="subscript"/>
              </w:rPr>
              <w:t>OTAREFSENS</w:t>
            </w:r>
          </w:p>
        </w:tc>
        <w:tc>
          <w:tcPr>
            <w:tcW w:w="1467" w:type="dxa"/>
            <w:vAlign w:val="center"/>
          </w:tcPr>
          <w:p w14:paraId="0984FDFC" w14:textId="77777777" w:rsidR="00B15E99" w:rsidRPr="00EF2F0E" w:rsidRDefault="00B15E99" w:rsidP="00A40339">
            <w:pPr>
              <w:pStyle w:val="TAC"/>
              <w:rPr>
                <w:rFonts w:cs="Arial"/>
              </w:rPr>
            </w:pPr>
            <w:r w:rsidRPr="00EF2F0E">
              <w:rPr>
                <w:rFonts w:cs="Arial"/>
              </w:rPr>
              <w:t>AWGN</w:t>
            </w:r>
          </w:p>
        </w:tc>
      </w:tr>
      <w:tr w:rsidR="003401A4" w:rsidRPr="00EF2F0E" w14:paraId="0984FE03" w14:textId="77777777" w:rsidTr="00A40339">
        <w:trPr>
          <w:jc w:val="center"/>
        </w:trPr>
        <w:tc>
          <w:tcPr>
            <w:tcW w:w="1116" w:type="dxa"/>
            <w:vAlign w:val="center"/>
          </w:tcPr>
          <w:p w14:paraId="0984FDFE" w14:textId="77777777" w:rsidR="00B15E99" w:rsidRPr="00EF2F0E" w:rsidRDefault="00B15E99" w:rsidP="00A40339">
            <w:pPr>
              <w:pStyle w:val="TAC"/>
              <w:rPr>
                <w:rFonts w:cs="Arial"/>
              </w:rPr>
            </w:pPr>
            <w:r w:rsidRPr="00EF2F0E">
              <w:rPr>
                <w:rFonts w:cs="Arial"/>
              </w:rPr>
              <w:t>3</w:t>
            </w:r>
          </w:p>
        </w:tc>
        <w:tc>
          <w:tcPr>
            <w:tcW w:w="1992" w:type="dxa"/>
            <w:vAlign w:val="center"/>
          </w:tcPr>
          <w:p w14:paraId="0984FDFF" w14:textId="77777777" w:rsidR="00B15E99" w:rsidRPr="00EF2F0E" w:rsidRDefault="00B15E99" w:rsidP="00A40339">
            <w:pPr>
              <w:pStyle w:val="TAC"/>
              <w:rPr>
                <w:rFonts w:cs="Arial"/>
              </w:rPr>
            </w:pPr>
            <w:r w:rsidRPr="00EF2F0E">
              <w:rPr>
                <w:rFonts w:cs="Arial"/>
              </w:rPr>
              <w:t>FRC A2-2</w:t>
            </w:r>
            <w:r w:rsidRPr="00EF2F0E">
              <w:rPr>
                <w:rFonts w:cs="Arial"/>
                <w:lang w:eastAsia="ja-JP"/>
              </w:rPr>
              <w:t xml:space="preserve"> in 3GPP TS 36.104 [8], annex</w:t>
            </w:r>
            <w:r w:rsidRPr="00EF2F0E">
              <w:rPr>
                <w:rFonts w:cs="Arial"/>
              </w:rPr>
              <w:t xml:space="preserve"> A.2</w:t>
            </w:r>
          </w:p>
        </w:tc>
        <w:tc>
          <w:tcPr>
            <w:tcW w:w="1802" w:type="dxa"/>
            <w:vAlign w:val="center"/>
          </w:tcPr>
          <w:p w14:paraId="0984FE00" w14:textId="77777777" w:rsidR="00B15E99" w:rsidRPr="00EF2F0E" w:rsidRDefault="00B15E99" w:rsidP="00A40339">
            <w:pPr>
              <w:pStyle w:val="TAC"/>
              <w:rPr>
                <w:rFonts w:cs="Arial"/>
              </w:rPr>
            </w:pPr>
            <w:r w:rsidRPr="00EF2F0E">
              <w:rPr>
                <w:rFonts w:cs="Arial"/>
              </w:rPr>
              <w:t>-67.4 - Δ</w:t>
            </w:r>
            <w:r w:rsidRPr="00EF2F0E">
              <w:rPr>
                <w:rFonts w:cs="Arial"/>
                <w:vertAlign w:val="subscript"/>
              </w:rPr>
              <w:t>OTAREFSENS</w:t>
            </w:r>
          </w:p>
        </w:tc>
        <w:tc>
          <w:tcPr>
            <w:tcW w:w="1826" w:type="dxa"/>
            <w:vAlign w:val="center"/>
          </w:tcPr>
          <w:p w14:paraId="0984FE01" w14:textId="77777777" w:rsidR="00B15E99" w:rsidRPr="00EF2F0E" w:rsidRDefault="00B15E99" w:rsidP="00A40339">
            <w:pPr>
              <w:pStyle w:val="TAC"/>
              <w:rPr>
                <w:rFonts w:cs="Arial"/>
              </w:rPr>
            </w:pPr>
            <w:r w:rsidRPr="00EF2F0E">
              <w:rPr>
                <w:rFonts w:cs="Arial"/>
              </w:rPr>
              <w:t>-79.7 - Δ</w:t>
            </w:r>
            <w:r w:rsidRPr="00EF2F0E">
              <w:rPr>
                <w:rFonts w:cs="Arial"/>
                <w:vertAlign w:val="subscript"/>
              </w:rPr>
              <w:t>OTAREFSENS</w:t>
            </w:r>
          </w:p>
        </w:tc>
        <w:tc>
          <w:tcPr>
            <w:tcW w:w="1467" w:type="dxa"/>
            <w:vAlign w:val="center"/>
          </w:tcPr>
          <w:p w14:paraId="0984FE02" w14:textId="77777777" w:rsidR="00B15E99" w:rsidRPr="00EF2F0E" w:rsidRDefault="00B15E99" w:rsidP="00A40339">
            <w:pPr>
              <w:pStyle w:val="TAC"/>
              <w:rPr>
                <w:rFonts w:cs="Arial"/>
              </w:rPr>
            </w:pPr>
            <w:r w:rsidRPr="00EF2F0E">
              <w:rPr>
                <w:rFonts w:cs="Arial"/>
              </w:rPr>
              <w:t>AWGN</w:t>
            </w:r>
          </w:p>
        </w:tc>
      </w:tr>
      <w:tr w:rsidR="003401A4" w:rsidRPr="00EF2F0E" w14:paraId="0984FE09" w14:textId="77777777" w:rsidTr="00A40339">
        <w:trPr>
          <w:jc w:val="center"/>
        </w:trPr>
        <w:tc>
          <w:tcPr>
            <w:tcW w:w="1116" w:type="dxa"/>
            <w:vAlign w:val="center"/>
          </w:tcPr>
          <w:p w14:paraId="0984FE04" w14:textId="77777777" w:rsidR="00B15E99" w:rsidRPr="00EF2F0E" w:rsidRDefault="00B15E99" w:rsidP="00A40339">
            <w:pPr>
              <w:pStyle w:val="TAC"/>
              <w:rPr>
                <w:rFonts w:cs="Arial"/>
              </w:rPr>
            </w:pPr>
            <w:r w:rsidRPr="00EF2F0E">
              <w:rPr>
                <w:rFonts w:cs="Arial"/>
              </w:rPr>
              <w:t>5</w:t>
            </w:r>
          </w:p>
        </w:tc>
        <w:tc>
          <w:tcPr>
            <w:tcW w:w="1992" w:type="dxa"/>
            <w:vAlign w:val="center"/>
          </w:tcPr>
          <w:p w14:paraId="0984FE05" w14:textId="77777777" w:rsidR="00B15E99" w:rsidRPr="00EF2F0E" w:rsidRDefault="00B15E99" w:rsidP="00A40339">
            <w:pPr>
              <w:pStyle w:val="TAC"/>
              <w:rPr>
                <w:rFonts w:cs="Arial"/>
              </w:rPr>
            </w:pPr>
            <w:r w:rsidRPr="00EF2F0E">
              <w:rPr>
                <w:rFonts w:cs="Arial"/>
              </w:rPr>
              <w:t xml:space="preserve">FRC A2-3 </w:t>
            </w:r>
            <w:r w:rsidRPr="00EF2F0E">
              <w:rPr>
                <w:rFonts w:cs="Arial"/>
                <w:lang w:eastAsia="ja-JP"/>
              </w:rPr>
              <w:t>in 3GPP TS 36.104 [8], annex</w:t>
            </w:r>
            <w:r w:rsidRPr="00EF2F0E">
              <w:rPr>
                <w:rFonts w:cs="Arial"/>
              </w:rPr>
              <w:t xml:space="preserve"> A.2</w:t>
            </w:r>
          </w:p>
        </w:tc>
        <w:tc>
          <w:tcPr>
            <w:tcW w:w="1802" w:type="dxa"/>
            <w:vAlign w:val="center"/>
          </w:tcPr>
          <w:p w14:paraId="0984FE06" w14:textId="77777777" w:rsidR="00B15E99" w:rsidRPr="00EF2F0E" w:rsidRDefault="00B15E99" w:rsidP="00A40339">
            <w:pPr>
              <w:pStyle w:val="TAC"/>
              <w:rPr>
                <w:rFonts w:cs="Arial"/>
              </w:rPr>
            </w:pPr>
            <w:r w:rsidRPr="00EF2F0E">
              <w:rPr>
                <w:rFonts w:cs="Arial"/>
              </w:rPr>
              <w:t>-65.2 - Δ</w:t>
            </w:r>
            <w:r w:rsidRPr="00EF2F0E">
              <w:rPr>
                <w:rFonts w:cs="Arial"/>
                <w:vertAlign w:val="subscript"/>
              </w:rPr>
              <w:t>OTAREFSENS</w:t>
            </w:r>
          </w:p>
        </w:tc>
        <w:tc>
          <w:tcPr>
            <w:tcW w:w="1826" w:type="dxa"/>
            <w:vAlign w:val="center"/>
          </w:tcPr>
          <w:p w14:paraId="0984FE07" w14:textId="77777777" w:rsidR="00B15E99" w:rsidRPr="00EF2F0E" w:rsidRDefault="00B15E99" w:rsidP="00A40339">
            <w:pPr>
              <w:pStyle w:val="TAC"/>
              <w:rPr>
                <w:rFonts w:cs="Arial"/>
              </w:rPr>
            </w:pPr>
            <w:r w:rsidRPr="00EF2F0E">
              <w:rPr>
                <w:rFonts w:cs="Arial"/>
              </w:rPr>
              <w:t>-77.5 - Δ</w:t>
            </w:r>
            <w:r w:rsidRPr="00EF2F0E">
              <w:rPr>
                <w:rFonts w:cs="Arial"/>
                <w:vertAlign w:val="subscript"/>
              </w:rPr>
              <w:t>OTAREFSENS</w:t>
            </w:r>
          </w:p>
        </w:tc>
        <w:tc>
          <w:tcPr>
            <w:tcW w:w="1467" w:type="dxa"/>
            <w:vAlign w:val="center"/>
          </w:tcPr>
          <w:p w14:paraId="0984FE08" w14:textId="77777777" w:rsidR="00B15E99" w:rsidRPr="00EF2F0E" w:rsidRDefault="00B15E99" w:rsidP="00A40339">
            <w:pPr>
              <w:pStyle w:val="TAC"/>
              <w:rPr>
                <w:rFonts w:cs="Arial"/>
              </w:rPr>
            </w:pPr>
            <w:r w:rsidRPr="00EF2F0E">
              <w:rPr>
                <w:rFonts w:cs="Arial"/>
              </w:rPr>
              <w:t>AWGN</w:t>
            </w:r>
          </w:p>
        </w:tc>
      </w:tr>
      <w:tr w:rsidR="003401A4" w:rsidRPr="00EF2F0E" w14:paraId="0984FE13" w14:textId="77777777" w:rsidTr="00A40339">
        <w:trPr>
          <w:jc w:val="center"/>
        </w:trPr>
        <w:tc>
          <w:tcPr>
            <w:tcW w:w="1116" w:type="dxa"/>
            <w:vAlign w:val="center"/>
          </w:tcPr>
          <w:p w14:paraId="0984FE0A" w14:textId="77777777" w:rsidR="00B15E99" w:rsidRPr="00EF2F0E" w:rsidRDefault="00B15E99" w:rsidP="00A40339">
            <w:pPr>
              <w:pStyle w:val="TAC"/>
              <w:rPr>
                <w:rFonts w:cs="Arial"/>
              </w:rPr>
            </w:pPr>
            <w:r w:rsidRPr="00EF2F0E">
              <w:rPr>
                <w:rFonts w:cs="Arial"/>
              </w:rPr>
              <w:t>10</w:t>
            </w:r>
          </w:p>
        </w:tc>
        <w:tc>
          <w:tcPr>
            <w:tcW w:w="1992" w:type="dxa"/>
            <w:vAlign w:val="center"/>
          </w:tcPr>
          <w:p w14:paraId="0984FE0B" w14:textId="77777777" w:rsidR="00B15E99" w:rsidRPr="00EF2F0E" w:rsidRDefault="00B15E99" w:rsidP="00A40339">
            <w:pPr>
              <w:pStyle w:val="TAC"/>
              <w:rPr>
                <w:rFonts w:cs="Arial"/>
                <w:lang w:eastAsia="ko-KR"/>
              </w:rPr>
            </w:pPr>
            <w:r w:rsidRPr="00EF2F0E">
              <w:rPr>
                <w:rFonts w:cs="Arial"/>
              </w:rPr>
              <w:t xml:space="preserve">FRC A2-3 </w:t>
            </w:r>
            <w:r w:rsidRPr="00EF2F0E">
              <w:rPr>
                <w:rFonts w:cs="Arial"/>
                <w:lang w:eastAsia="ja-JP"/>
              </w:rPr>
              <w:t>in 3GPP TS 36.104 [8], annex</w:t>
            </w:r>
            <w:r w:rsidRPr="00EF2F0E">
              <w:rPr>
                <w:rFonts w:cs="Arial"/>
              </w:rPr>
              <w:t xml:space="preserve"> A.2</w:t>
            </w:r>
            <w:r w:rsidRPr="00EF2F0E">
              <w:rPr>
                <w:rFonts w:cs="Arial"/>
                <w:lang w:eastAsia="ko-KR"/>
              </w:rPr>
              <w:t xml:space="preserve"> (NOTE 1)</w:t>
            </w:r>
          </w:p>
          <w:p w14:paraId="0984FE0C" w14:textId="77777777" w:rsidR="00B15E99" w:rsidRPr="00EF2F0E" w:rsidRDefault="00B15E99" w:rsidP="00A40339">
            <w:pPr>
              <w:pStyle w:val="TAC"/>
              <w:rPr>
                <w:rFonts w:cs="Arial"/>
              </w:rPr>
            </w:pPr>
            <w:r w:rsidRPr="00EF2F0E">
              <w:rPr>
                <w:rFonts w:cs="Arial"/>
                <w:lang w:eastAsia="ko-KR"/>
              </w:rPr>
              <w:t>FRC A2-</w:t>
            </w:r>
            <w:r w:rsidRPr="00EF2F0E">
              <w:rPr>
                <w:rFonts w:cs="Arial"/>
                <w:lang w:eastAsia="zh-CN"/>
              </w:rPr>
              <w:t>4</w:t>
            </w:r>
            <w:r w:rsidRPr="00EF2F0E">
              <w:rPr>
                <w:rFonts w:cs="Arial"/>
                <w:lang w:eastAsia="ko-KR"/>
              </w:rPr>
              <w:t xml:space="preserve"> </w:t>
            </w:r>
            <w:r w:rsidRPr="00EF2F0E">
              <w:rPr>
                <w:rFonts w:cs="Arial"/>
                <w:lang w:eastAsia="ja-JP"/>
              </w:rPr>
              <w:t>in 3GPP TS 36.104 [8], annex</w:t>
            </w:r>
            <w:r w:rsidRPr="00EF2F0E">
              <w:rPr>
                <w:rFonts w:cs="Arial"/>
                <w:lang w:eastAsia="ko-KR"/>
              </w:rPr>
              <w:t xml:space="preserve"> A.2 (NOTE 2)</w:t>
            </w:r>
          </w:p>
        </w:tc>
        <w:tc>
          <w:tcPr>
            <w:tcW w:w="1802" w:type="dxa"/>
            <w:vAlign w:val="center"/>
          </w:tcPr>
          <w:p w14:paraId="0984FE0D" w14:textId="77777777" w:rsidR="00B15E99" w:rsidRPr="00EF2F0E" w:rsidRDefault="00B15E99" w:rsidP="00A40339">
            <w:pPr>
              <w:pStyle w:val="TAC"/>
              <w:rPr>
                <w:rFonts w:cs="Arial"/>
                <w:vertAlign w:val="subscript"/>
              </w:rPr>
            </w:pPr>
            <w:r w:rsidRPr="00EF2F0E">
              <w:rPr>
                <w:rFonts w:cs="Arial"/>
              </w:rPr>
              <w:t>-65.2 - Δ</w:t>
            </w:r>
            <w:r w:rsidRPr="00EF2F0E">
              <w:rPr>
                <w:rFonts w:cs="Arial"/>
                <w:vertAlign w:val="subscript"/>
              </w:rPr>
              <w:t>OTAREFSENS</w:t>
            </w:r>
          </w:p>
          <w:p w14:paraId="0984FE0E" w14:textId="77777777" w:rsidR="00B15E99" w:rsidRPr="00EF2F0E" w:rsidRDefault="00B15E99" w:rsidP="00A40339">
            <w:pPr>
              <w:pStyle w:val="TAC"/>
              <w:rPr>
                <w:rFonts w:cs="Arial"/>
                <w:vertAlign w:val="subscript"/>
              </w:rPr>
            </w:pPr>
          </w:p>
          <w:p w14:paraId="0984FE0F" w14:textId="77777777" w:rsidR="00B15E99" w:rsidRPr="00EF2F0E" w:rsidRDefault="00B15E99" w:rsidP="00A40339">
            <w:pPr>
              <w:pStyle w:val="TAC"/>
              <w:rPr>
                <w:rFonts w:cs="Arial"/>
                <w:lang w:eastAsia="zh-CN"/>
              </w:rPr>
            </w:pPr>
          </w:p>
          <w:p w14:paraId="0984FE10" w14:textId="77777777" w:rsidR="00B15E99" w:rsidRPr="00EF2F0E" w:rsidRDefault="00B15E99" w:rsidP="00A40339">
            <w:pPr>
              <w:pStyle w:val="TAC"/>
              <w:rPr>
                <w:rFonts w:cs="Arial"/>
              </w:rPr>
            </w:pPr>
            <w:r w:rsidRPr="00EF2F0E">
              <w:rPr>
                <w:rFonts w:cs="Arial"/>
                <w:lang w:eastAsia="zh-CN"/>
              </w:rPr>
              <w:t>-68.3</w:t>
            </w:r>
            <w:r w:rsidRPr="00EF2F0E">
              <w:rPr>
                <w:rFonts w:cs="Arial"/>
              </w:rPr>
              <w:t xml:space="preserve"> - Δ</w:t>
            </w:r>
            <w:r w:rsidRPr="00EF2F0E">
              <w:rPr>
                <w:rFonts w:cs="Arial"/>
                <w:vertAlign w:val="subscript"/>
              </w:rPr>
              <w:t>OTAREFSENS</w:t>
            </w:r>
          </w:p>
        </w:tc>
        <w:tc>
          <w:tcPr>
            <w:tcW w:w="1826" w:type="dxa"/>
            <w:vAlign w:val="center"/>
          </w:tcPr>
          <w:p w14:paraId="0984FE11" w14:textId="77777777" w:rsidR="00B15E99" w:rsidRPr="00EF2F0E" w:rsidRDefault="00B15E99" w:rsidP="00A40339">
            <w:pPr>
              <w:pStyle w:val="TAC"/>
              <w:rPr>
                <w:rFonts w:cs="Arial"/>
              </w:rPr>
            </w:pPr>
            <w:r w:rsidRPr="00EF2F0E">
              <w:rPr>
                <w:rFonts w:cs="Arial"/>
              </w:rPr>
              <w:t>-74.5 - Δ</w:t>
            </w:r>
            <w:r w:rsidRPr="00EF2F0E">
              <w:rPr>
                <w:rFonts w:cs="Arial"/>
                <w:vertAlign w:val="subscript"/>
              </w:rPr>
              <w:t>OTAREFSENS</w:t>
            </w:r>
          </w:p>
        </w:tc>
        <w:tc>
          <w:tcPr>
            <w:tcW w:w="1467" w:type="dxa"/>
            <w:vAlign w:val="center"/>
          </w:tcPr>
          <w:p w14:paraId="0984FE12" w14:textId="77777777" w:rsidR="00B15E99" w:rsidRPr="00EF2F0E" w:rsidRDefault="00B15E99" w:rsidP="00A40339">
            <w:pPr>
              <w:pStyle w:val="TAC"/>
              <w:rPr>
                <w:rFonts w:cs="Arial"/>
              </w:rPr>
            </w:pPr>
            <w:r w:rsidRPr="00EF2F0E">
              <w:rPr>
                <w:rFonts w:cs="Arial"/>
              </w:rPr>
              <w:t>AWGN</w:t>
            </w:r>
          </w:p>
        </w:tc>
      </w:tr>
      <w:tr w:rsidR="003401A4" w:rsidRPr="00EF2F0E" w14:paraId="0984FE19" w14:textId="77777777" w:rsidTr="00A40339">
        <w:trPr>
          <w:jc w:val="center"/>
        </w:trPr>
        <w:tc>
          <w:tcPr>
            <w:tcW w:w="1116" w:type="dxa"/>
            <w:vAlign w:val="center"/>
          </w:tcPr>
          <w:p w14:paraId="0984FE14" w14:textId="77777777" w:rsidR="00B15E99" w:rsidRPr="00EF2F0E" w:rsidRDefault="00B15E99" w:rsidP="00A40339">
            <w:pPr>
              <w:pStyle w:val="TAC"/>
              <w:rPr>
                <w:rFonts w:cs="Arial"/>
              </w:rPr>
            </w:pPr>
            <w:r w:rsidRPr="00EF2F0E">
              <w:rPr>
                <w:rFonts w:cs="Arial"/>
              </w:rPr>
              <w:t>15</w:t>
            </w:r>
          </w:p>
        </w:tc>
        <w:tc>
          <w:tcPr>
            <w:tcW w:w="1992" w:type="dxa"/>
            <w:vAlign w:val="center"/>
          </w:tcPr>
          <w:p w14:paraId="0984FE15" w14:textId="77777777" w:rsidR="00B15E99" w:rsidRPr="00EF2F0E" w:rsidRDefault="00B15E99" w:rsidP="00A40339">
            <w:pPr>
              <w:pStyle w:val="TAC"/>
              <w:rPr>
                <w:rFonts w:cs="Arial"/>
                <w:lang w:eastAsia="ko-KR"/>
              </w:rPr>
            </w:pPr>
            <w:r w:rsidRPr="00EF2F0E">
              <w:rPr>
                <w:rFonts w:cs="Arial"/>
              </w:rPr>
              <w:t>FRC A2-3 in Annex A.2</w:t>
            </w:r>
            <w:r w:rsidRPr="00EF2F0E">
              <w:rPr>
                <w:rFonts w:cs="Arial"/>
                <w:lang w:eastAsia="ko-KR"/>
              </w:rPr>
              <w:t xml:space="preserve"> (NOTE 1)</w:t>
            </w:r>
          </w:p>
        </w:tc>
        <w:tc>
          <w:tcPr>
            <w:tcW w:w="1802" w:type="dxa"/>
            <w:vAlign w:val="center"/>
          </w:tcPr>
          <w:p w14:paraId="0984FE16" w14:textId="77777777" w:rsidR="00B15E99" w:rsidRPr="00EF2F0E" w:rsidRDefault="00B15E99" w:rsidP="00A40339">
            <w:pPr>
              <w:pStyle w:val="TAC"/>
              <w:rPr>
                <w:rFonts w:cs="Arial"/>
              </w:rPr>
            </w:pPr>
            <w:r w:rsidRPr="00EF2F0E">
              <w:rPr>
                <w:rFonts w:cs="Arial"/>
              </w:rPr>
              <w:t>-65.2 - Δ</w:t>
            </w:r>
            <w:r w:rsidRPr="00EF2F0E">
              <w:rPr>
                <w:rFonts w:cs="Arial"/>
                <w:vertAlign w:val="subscript"/>
              </w:rPr>
              <w:t>OTAREFSENS</w:t>
            </w:r>
          </w:p>
        </w:tc>
        <w:tc>
          <w:tcPr>
            <w:tcW w:w="1826" w:type="dxa"/>
            <w:vAlign w:val="center"/>
          </w:tcPr>
          <w:p w14:paraId="0984FE17" w14:textId="77777777" w:rsidR="00B15E99" w:rsidRPr="00EF2F0E" w:rsidRDefault="00B15E99" w:rsidP="00A40339">
            <w:pPr>
              <w:pStyle w:val="TAC"/>
              <w:rPr>
                <w:rFonts w:cs="Arial"/>
              </w:rPr>
            </w:pPr>
            <w:r w:rsidRPr="00EF2F0E">
              <w:rPr>
                <w:rFonts w:cs="Arial"/>
              </w:rPr>
              <w:t>-72.7 - Δ</w:t>
            </w:r>
            <w:r w:rsidRPr="00EF2F0E">
              <w:rPr>
                <w:rFonts w:cs="Arial"/>
                <w:vertAlign w:val="subscript"/>
              </w:rPr>
              <w:t>OTAREFSENS</w:t>
            </w:r>
          </w:p>
        </w:tc>
        <w:tc>
          <w:tcPr>
            <w:tcW w:w="1467" w:type="dxa"/>
            <w:vAlign w:val="center"/>
          </w:tcPr>
          <w:p w14:paraId="0984FE18" w14:textId="77777777" w:rsidR="00B15E99" w:rsidRPr="00EF2F0E" w:rsidRDefault="00B15E99" w:rsidP="00A40339">
            <w:pPr>
              <w:pStyle w:val="TAC"/>
              <w:rPr>
                <w:rFonts w:cs="Arial"/>
              </w:rPr>
            </w:pPr>
            <w:r w:rsidRPr="00EF2F0E">
              <w:rPr>
                <w:rFonts w:cs="Arial"/>
              </w:rPr>
              <w:t>AWGN</w:t>
            </w:r>
          </w:p>
        </w:tc>
      </w:tr>
      <w:tr w:rsidR="003401A4" w:rsidRPr="00EF2F0E" w14:paraId="0984FE23" w14:textId="77777777" w:rsidTr="00A40339">
        <w:trPr>
          <w:jc w:val="center"/>
        </w:trPr>
        <w:tc>
          <w:tcPr>
            <w:tcW w:w="1116" w:type="dxa"/>
            <w:vAlign w:val="center"/>
          </w:tcPr>
          <w:p w14:paraId="0984FE1A" w14:textId="77777777" w:rsidR="00B15E99" w:rsidRPr="00EF2F0E" w:rsidRDefault="00B15E99" w:rsidP="00A40339">
            <w:pPr>
              <w:pStyle w:val="TAC"/>
              <w:rPr>
                <w:rFonts w:cs="Arial"/>
              </w:rPr>
            </w:pPr>
            <w:r w:rsidRPr="00EF2F0E">
              <w:rPr>
                <w:rFonts w:cs="Arial"/>
              </w:rPr>
              <w:t>20</w:t>
            </w:r>
          </w:p>
        </w:tc>
        <w:tc>
          <w:tcPr>
            <w:tcW w:w="1992" w:type="dxa"/>
            <w:vAlign w:val="center"/>
          </w:tcPr>
          <w:p w14:paraId="0984FE1B" w14:textId="77777777" w:rsidR="00B15E99" w:rsidRPr="00EF2F0E" w:rsidRDefault="00B15E99" w:rsidP="00A40339">
            <w:pPr>
              <w:pStyle w:val="TAC"/>
              <w:rPr>
                <w:rFonts w:cs="Arial"/>
                <w:lang w:eastAsia="ko-KR"/>
              </w:rPr>
            </w:pPr>
            <w:r w:rsidRPr="00EF2F0E">
              <w:rPr>
                <w:rFonts w:cs="Arial"/>
              </w:rPr>
              <w:t xml:space="preserve">FRC A2-3 </w:t>
            </w:r>
            <w:r w:rsidRPr="00EF2F0E">
              <w:rPr>
                <w:rFonts w:cs="Arial"/>
                <w:lang w:eastAsia="ja-JP"/>
              </w:rPr>
              <w:t>in 3GPP TS 36.104 [8], annex</w:t>
            </w:r>
            <w:r w:rsidRPr="00EF2F0E">
              <w:rPr>
                <w:rFonts w:cs="Arial"/>
              </w:rPr>
              <w:t xml:space="preserve"> A.2</w:t>
            </w:r>
            <w:r w:rsidRPr="00EF2F0E">
              <w:rPr>
                <w:rFonts w:cs="Arial"/>
                <w:lang w:eastAsia="ko-KR"/>
              </w:rPr>
              <w:t xml:space="preserve"> (NOTE 1)</w:t>
            </w:r>
          </w:p>
          <w:p w14:paraId="0984FE1C" w14:textId="77777777" w:rsidR="00B15E99" w:rsidRPr="00EF2F0E" w:rsidRDefault="00B15E99" w:rsidP="00A40339">
            <w:pPr>
              <w:pStyle w:val="TAC"/>
              <w:rPr>
                <w:rFonts w:cs="Arial"/>
              </w:rPr>
            </w:pPr>
            <w:r w:rsidRPr="00EF2F0E">
              <w:rPr>
                <w:rFonts w:cs="Arial"/>
                <w:lang w:eastAsia="ko-KR"/>
              </w:rPr>
              <w:t>FRC A2-</w:t>
            </w:r>
            <w:r w:rsidRPr="00EF2F0E">
              <w:rPr>
                <w:rFonts w:cs="Arial"/>
                <w:lang w:eastAsia="zh-CN"/>
              </w:rPr>
              <w:t>5</w:t>
            </w:r>
            <w:r w:rsidRPr="00EF2F0E">
              <w:rPr>
                <w:rFonts w:cs="Arial"/>
                <w:lang w:eastAsia="ko-KR"/>
              </w:rPr>
              <w:t xml:space="preserve"> </w:t>
            </w:r>
            <w:r w:rsidRPr="00EF2F0E">
              <w:rPr>
                <w:rFonts w:cs="Arial"/>
                <w:lang w:eastAsia="ja-JP"/>
              </w:rPr>
              <w:t>in 3GPP TS 36.104 [8], annex</w:t>
            </w:r>
            <w:r w:rsidRPr="00EF2F0E">
              <w:rPr>
                <w:rFonts w:cs="Arial"/>
                <w:lang w:eastAsia="ko-KR"/>
              </w:rPr>
              <w:t xml:space="preserve"> A.2 (NOTE 2)</w:t>
            </w:r>
          </w:p>
        </w:tc>
        <w:tc>
          <w:tcPr>
            <w:tcW w:w="1802" w:type="dxa"/>
            <w:vAlign w:val="center"/>
          </w:tcPr>
          <w:p w14:paraId="0984FE1D" w14:textId="77777777" w:rsidR="00B15E99" w:rsidRPr="00EF2F0E" w:rsidRDefault="00B15E99" w:rsidP="00A40339">
            <w:pPr>
              <w:pStyle w:val="TAC"/>
              <w:rPr>
                <w:rFonts w:cs="Arial"/>
                <w:vertAlign w:val="subscript"/>
              </w:rPr>
            </w:pPr>
            <w:r w:rsidRPr="00EF2F0E">
              <w:rPr>
                <w:rFonts w:cs="Arial"/>
              </w:rPr>
              <w:t>-65.2 - Δ</w:t>
            </w:r>
            <w:r w:rsidRPr="00EF2F0E">
              <w:rPr>
                <w:rFonts w:cs="Arial"/>
                <w:vertAlign w:val="subscript"/>
              </w:rPr>
              <w:t>OTAREFSENS</w:t>
            </w:r>
          </w:p>
          <w:p w14:paraId="0984FE1E" w14:textId="77777777" w:rsidR="00B15E99" w:rsidRPr="00EF2F0E" w:rsidRDefault="00B15E99" w:rsidP="00A40339">
            <w:pPr>
              <w:pStyle w:val="TAC"/>
              <w:rPr>
                <w:rFonts w:cs="Arial"/>
                <w:vertAlign w:val="subscript"/>
              </w:rPr>
            </w:pPr>
          </w:p>
          <w:p w14:paraId="0984FE1F" w14:textId="77777777" w:rsidR="00B15E99" w:rsidRPr="00EF2F0E" w:rsidRDefault="00B15E99" w:rsidP="00A40339">
            <w:pPr>
              <w:pStyle w:val="TAC"/>
              <w:rPr>
                <w:rFonts w:cs="Arial"/>
                <w:lang w:eastAsia="zh-CN"/>
              </w:rPr>
            </w:pPr>
          </w:p>
          <w:p w14:paraId="0984FE20" w14:textId="77777777" w:rsidR="00B15E99" w:rsidRPr="00EF2F0E" w:rsidRDefault="00B15E99" w:rsidP="00A40339">
            <w:pPr>
              <w:pStyle w:val="TAC"/>
              <w:rPr>
                <w:rFonts w:cs="Arial"/>
                <w:lang w:eastAsia="ko-KR"/>
              </w:rPr>
            </w:pPr>
            <w:r w:rsidRPr="00EF2F0E">
              <w:rPr>
                <w:rFonts w:cs="Arial"/>
                <w:lang w:eastAsia="zh-CN"/>
              </w:rPr>
              <w:t>-68.3</w:t>
            </w:r>
            <w:r w:rsidRPr="00EF2F0E">
              <w:rPr>
                <w:rFonts w:cs="Arial"/>
              </w:rPr>
              <w:t xml:space="preserve"> - Δ</w:t>
            </w:r>
            <w:r w:rsidRPr="00EF2F0E">
              <w:rPr>
                <w:rFonts w:cs="Arial"/>
                <w:vertAlign w:val="subscript"/>
              </w:rPr>
              <w:t>OTAREFSENS</w:t>
            </w:r>
          </w:p>
        </w:tc>
        <w:tc>
          <w:tcPr>
            <w:tcW w:w="1826" w:type="dxa"/>
            <w:vAlign w:val="center"/>
          </w:tcPr>
          <w:p w14:paraId="0984FE21" w14:textId="77777777" w:rsidR="00B15E99" w:rsidRPr="00EF2F0E" w:rsidRDefault="00B15E99" w:rsidP="00A40339">
            <w:pPr>
              <w:pStyle w:val="TAC"/>
              <w:rPr>
                <w:rFonts w:cs="Arial"/>
              </w:rPr>
            </w:pPr>
            <w:r w:rsidRPr="00EF2F0E">
              <w:rPr>
                <w:rFonts w:cs="Arial"/>
              </w:rPr>
              <w:t>-71.4 - Δ</w:t>
            </w:r>
            <w:r w:rsidRPr="00EF2F0E">
              <w:rPr>
                <w:rFonts w:cs="Arial"/>
                <w:vertAlign w:val="subscript"/>
              </w:rPr>
              <w:t>OTAREFSENS</w:t>
            </w:r>
          </w:p>
        </w:tc>
        <w:tc>
          <w:tcPr>
            <w:tcW w:w="1467" w:type="dxa"/>
            <w:vAlign w:val="center"/>
          </w:tcPr>
          <w:p w14:paraId="0984FE22" w14:textId="77777777" w:rsidR="00B15E99" w:rsidRPr="00EF2F0E" w:rsidRDefault="00B15E99" w:rsidP="00A40339">
            <w:pPr>
              <w:pStyle w:val="TAC"/>
              <w:rPr>
                <w:rFonts w:cs="Arial"/>
              </w:rPr>
            </w:pPr>
            <w:r w:rsidRPr="00EF2F0E">
              <w:rPr>
                <w:rFonts w:cs="Arial"/>
              </w:rPr>
              <w:t>AWGN</w:t>
            </w:r>
          </w:p>
        </w:tc>
      </w:tr>
      <w:tr w:rsidR="00B15E99" w:rsidRPr="00EF2F0E" w14:paraId="0984FE26" w14:textId="77777777" w:rsidTr="00A40339">
        <w:trPr>
          <w:jc w:val="center"/>
        </w:trPr>
        <w:tc>
          <w:tcPr>
            <w:tcW w:w="8203" w:type="dxa"/>
            <w:gridSpan w:val="5"/>
            <w:tcBorders>
              <w:top w:val="single" w:sz="4" w:space="0" w:color="auto"/>
              <w:left w:val="single" w:sz="4" w:space="0" w:color="auto"/>
              <w:bottom w:val="single" w:sz="4" w:space="0" w:color="auto"/>
              <w:right w:val="single" w:sz="4" w:space="0" w:color="auto"/>
            </w:tcBorders>
            <w:vAlign w:val="center"/>
          </w:tcPr>
          <w:p w14:paraId="0984FE24" w14:textId="77777777" w:rsidR="00B15E99" w:rsidRPr="00EF2F0E" w:rsidRDefault="00B15E99" w:rsidP="00A40339">
            <w:pPr>
              <w:pStyle w:val="TAN"/>
              <w:rPr>
                <w:rFonts w:cs="Arial"/>
                <w:lang w:eastAsia="zh-CN"/>
              </w:rPr>
            </w:pPr>
            <w:r w:rsidRPr="00EF2F0E">
              <w:t>NOTE</w:t>
            </w:r>
            <w:r w:rsidRPr="00EF2F0E">
              <w:rPr>
                <w:lang w:eastAsia="ko-KR"/>
              </w:rPr>
              <w:t xml:space="preserve"> 1</w:t>
            </w:r>
            <w:r w:rsidRPr="00EF2F0E">
              <w:t>:</w:t>
            </w:r>
            <w:r w:rsidRPr="00EF2F0E">
              <w:tab/>
              <w:t>The wanted signal mean power is the power level of a single instance of the reference measurement channel. This requirement shall be met for each consecutive application of a single instance of FRC A2-3 mapped to disjoint frequency ranges with a width of 25 resource blocks each.</w:t>
            </w:r>
            <w:r w:rsidRPr="00EF2F0E">
              <w:rPr>
                <w:rFonts w:cs="Arial"/>
                <w:lang w:eastAsia="ko-KR"/>
              </w:rPr>
              <w:t xml:space="preserve"> T</w:t>
            </w:r>
            <w:r w:rsidRPr="00EF2F0E">
              <w:rPr>
                <w:rFonts w:cs="Arial"/>
                <w:lang w:eastAsia="zh-CN"/>
              </w:rPr>
              <w:t>his reference measurement channel is not applied for Band 46.</w:t>
            </w:r>
          </w:p>
          <w:p w14:paraId="0984FE25" w14:textId="77777777" w:rsidR="00B15E99" w:rsidRPr="00EF2F0E" w:rsidRDefault="00B15E99" w:rsidP="00A40339">
            <w:pPr>
              <w:pStyle w:val="TAN"/>
            </w:pPr>
            <w:r w:rsidRPr="00EF2F0E">
              <w:rPr>
                <w:rFonts w:cs="Arial"/>
                <w:lang w:eastAsia="ko-KR"/>
              </w:rPr>
              <w:t>NOTE 2:</w:t>
            </w:r>
            <w:r w:rsidRPr="00EF2F0E">
              <w:rPr>
                <w:rFonts w:cs="Arial"/>
                <w:lang w:eastAsia="ko-KR"/>
              </w:rPr>
              <w:tab/>
              <w:t>The wanted signal mean power is the power level of a single instance of the reference measurement channel. This requirement shall be met for each</w:t>
            </w:r>
            <w:r w:rsidRPr="00EF2F0E">
              <w:rPr>
                <w:rFonts w:cs="Arial"/>
                <w:lang w:eastAsia="zh-CN"/>
              </w:rPr>
              <w:t xml:space="preserve"> single</w:t>
            </w:r>
            <w:r w:rsidRPr="00EF2F0E">
              <w:rPr>
                <w:rFonts w:cs="Arial"/>
                <w:lang w:eastAsia="ko-KR"/>
              </w:rPr>
              <w:t xml:space="preserve"> </w:t>
            </w:r>
            <w:r w:rsidRPr="00EF2F0E">
              <w:rPr>
                <w:rFonts w:cs="Arial"/>
                <w:lang w:eastAsia="zh-CN"/>
              </w:rPr>
              <w:t>interlace of FRC A2-4 and A2-5.</w:t>
            </w:r>
            <w:r w:rsidRPr="00EF2F0E">
              <w:rPr>
                <w:rFonts w:cs="Arial"/>
                <w:lang w:eastAsia="ko-KR"/>
              </w:rPr>
              <w:t xml:space="preserve"> T</w:t>
            </w:r>
            <w:r w:rsidRPr="00EF2F0E">
              <w:rPr>
                <w:rFonts w:cs="Arial"/>
                <w:lang w:eastAsia="zh-CN"/>
              </w:rPr>
              <w:t>his reference measurement channel is only applied for Band 46.</w:t>
            </w:r>
          </w:p>
        </w:tc>
      </w:tr>
    </w:tbl>
    <w:p w14:paraId="0984FE27" w14:textId="77777777" w:rsidR="00B15E99" w:rsidRPr="00EF2F0E" w:rsidRDefault="00B15E99" w:rsidP="00A40339">
      <w:pPr>
        <w:rPr>
          <w:lang w:eastAsia="en-GB"/>
        </w:rPr>
      </w:pPr>
    </w:p>
    <w:p w14:paraId="0984FE28" w14:textId="77777777" w:rsidR="00B15E99" w:rsidRPr="00EF2F0E" w:rsidRDefault="00B15E99" w:rsidP="00A40339">
      <w:pPr>
        <w:pStyle w:val="Heading2"/>
      </w:pPr>
      <w:bookmarkStart w:id="5059" w:name="_Toc21096150"/>
      <w:bookmarkStart w:id="5060" w:name="_Toc29763349"/>
      <w:bookmarkStart w:id="5061" w:name="_Toc45869634"/>
      <w:bookmarkStart w:id="5062" w:name="_Toc52554887"/>
      <w:bookmarkStart w:id="5063" w:name="_Toc52555357"/>
      <w:bookmarkStart w:id="5064" w:name="_Toc61112589"/>
      <w:bookmarkStart w:id="5065" w:name="_Toc67911741"/>
      <w:bookmarkStart w:id="5066" w:name="_Toc74843216"/>
      <w:bookmarkStart w:id="5067" w:name="_Toc76503599"/>
      <w:bookmarkStart w:id="5068" w:name="_Toc83041042"/>
      <w:bookmarkStart w:id="5069" w:name="_Toc89852085"/>
      <w:bookmarkStart w:id="5070" w:name="_Toc98676439"/>
      <w:r w:rsidRPr="00EF2F0E">
        <w:t>10.5</w:t>
      </w:r>
      <w:r w:rsidRPr="00EF2F0E">
        <w:tab/>
        <w:t>OTA Adjacent channel selectivity, general blocking, and narrowband blocking</w:t>
      </w:r>
      <w:bookmarkEnd w:id="5059"/>
      <w:bookmarkEnd w:id="5060"/>
      <w:bookmarkEnd w:id="5061"/>
      <w:bookmarkEnd w:id="5062"/>
      <w:bookmarkEnd w:id="5063"/>
      <w:bookmarkEnd w:id="5064"/>
      <w:bookmarkEnd w:id="5065"/>
      <w:bookmarkEnd w:id="5066"/>
      <w:bookmarkEnd w:id="5067"/>
      <w:bookmarkEnd w:id="5068"/>
      <w:bookmarkEnd w:id="5069"/>
      <w:bookmarkEnd w:id="5070"/>
    </w:p>
    <w:p w14:paraId="0984FE29" w14:textId="77777777" w:rsidR="00B15E99" w:rsidRPr="00EF2F0E" w:rsidRDefault="00B15E99" w:rsidP="00A40339">
      <w:pPr>
        <w:pStyle w:val="Heading3"/>
        <w:ind w:left="0" w:firstLine="0"/>
      </w:pPr>
      <w:bookmarkStart w:id="5071" w:name="_Toc21096151"/>
      <w:bookmarkStart w:id="5072" w:name="_Toc29763350"/>
      <w:bookmarkStart w:id="5073" w:name="_Toc45869635"/>
      <w:bookmarkStart w:id="5074" w:name="_Toc52554888"/>
      <w:bookmarkStart w:id="5075" w:name="_Toc52555358"/>
      <w:bookmarkStart w:id="5076" w:name="_Toc61112590"/>
      <w:bookmarkStart w:id="5077" w:name="_Toc67911742"/>
      <w:bookmarkStart w:id="5078" w:name="_Toc74843217"/>
      <w:bookmarkStart w:id="5079" w:name="_Toc76503600"/>
      <w:bookmarkStart w:id="5080" w:name="_Toc83041043"/>
      <w:bookmarkStart w:id="5081" w:name="_Toc89852086"/>
      <w:bookmarkStart w:id="5082" w:name="_Toc98676440"/>
      <w:r w:rsidRPr="00EF2F0E">
        <w:t>10.5.1</w:t>
      </w:r>
      <w:r w:rsidRPr="00EF2F0E">
        <w:tab/>
        <w:t>General</w:t>
      </w:r>
      <w:bookmarkEnd w:id="5071"/>
      <w:bookmarkEnd w:id="5072"/>
      <w:bookmarkEnd w:id="5073"/>
      <w:bookmarkEnd w:id="5074"/>
      <w:bookmarkEnd w:id="5075"/>
      <w:bookmarkEnd w:id="5076"/>
      <w:bookmarkEnd w:id="5077"/>
      <w:bookmarkEnd w:id="5078"/>
      <w:bookmarkEnd w:id="5079"/>
      <w:bookmarkEnd w:id="5080"/>
      <w:bookmarkEnd w:id="5081"/>
      <w:bookmarkEnd w:id="5082"/>
    </w:p>
    <w:p w14:paraId="0984FE2A" w14:textId="77777777" w:rsidR="00B15E99" w:rsidRPr="00EF2F0E" w:rsidRDefault="00B15E99" w:rsidP="00A40339">
      <w:r w:rsidRPr="00EF2F0E">
        <w:t>The adjacent channel selectivity (ACS), general blocking</w:t>
      </w:r>
      <w:r w:rsidRPr="00EF2F0E">
        <w:rPr>
          <w:i/>
        </w:rPr>
        <w:t xml:space="preserve"> </w:t>
      </w:r>
      <w:r w:rsidRPr="00EF2F0E">
        <w:t>and narrowband blocking characteristics are measures of the receiver unit ability to receive a wanted signal at its assigned channel in the presence of an unwanted interferer</w:t>
      </w:r>
      <w:r w:rsidRPr="00EF2F0E">
        <w:rPr>
          <w:i/>
        </w:rPr>
        <w:t xml:space="preserve"> </w:t>
      </w:r>
      <w:r w:rsidRPr="00EF2F0E">
        <w:t>inside the operating band.</w:t>
      </w:r>
    </w:p>
    <w:p w14:paraId="0984FE2B" w14:textId="77777777" w:rsidR="00B15E99" w:rsidRPr="00EF2F0E" w:rsidRDefault="00B15E99" w:rsidP="00A40339">
      <w:r w:rsidRPr="00EF2F0E">
        <w:t>The requirement applies at the RIB when the AoA of the incident wave of a received signal and the interfering signal are from the same direction, and:</w:t>
      </w:r>
    </w:p>
    <w:p w14:paraId="0984FE2C" w14:textId="77777777" w:rsidR="00B15E99" w:rsidRPr="00EF2F0E" w:rsidRDefault="00B15E99" w:rsidP="00A40339">
      <w:pPr>
        <w:pStyle w:val="B10"/>
      </w:pPr>
      <w:r w:rsidRPr="00EF2F0E">
        <w:t>-</w:t>
      </w:r>
      <w:r w:rsidRPr="00EF2F0E">
        <w:tab/>
        <w:t xml:space="preserve">when the wanted signal is based on </w:t>
      </w:r>
      <w:r w:rsidRPr="00EF2F0E">
        <w:rPr>
          <w:rFonts w:cs="Arial"/>
          <w:szCs w:val="18"/>
        </w:rPr>
        <w:t>EIS</w:t>
      </w:r>
      <w:r w:rsidRPr="00EF2F0E">
        <w:rPr>
          <w:rFonts w:cs="Arial"/>
          <w:szCs w:val="18"/>
          <w:vertAlign w:val="subscript"/>
        </w:rPr>
        <w:t>REFSENS</w:t>
      </w:r>
      <w:r w:rsidRPr="00EF2F0E">
        <w:t xml:space="preserve"> : the AoA of the incident wave of a received signal and the interfering signal are within the OTA REFSENS</w:t>
      </w:r>
      <w:r w:rsidRPr="00EF2F0E">
        <w:rPr>
          <w:i/>
        </w:rPr>
        <w:t xml:space="preserve"> RoAoA.</w:t>
      </w:r>
    </w:p>
    <w:p w14:paraId="0984FE2D" w14:textId="77777777" w:rsidR="00B15E99" w:rsidRPr="00EF2F0E" w:rsidRDefault="00B15E99" w:rsidP="00A40339">
      <w:pPr>
        <w:pStyle w:val="B10"/>
      </w:pPr>
      <w:r w:rsidRPr="00EF2F0E">
        <w:t>-</w:t>
      </w:r>
      <w:r w:rsidRPr="00EF2F0E">
        <w:tab/>
        <w:t xml:space="preserve">when the wanted signal is based on </w:t>
      </w:r>
      <w:r w:rsidRPr="00EF2F0E">
        <w:rPr>
          <w:rFonts w:cs="Arial"/>
          <w:szCs w:val="18"/>
        </w:rPr>
        <w:t>EIS</w:t>
      </w:r>
      <w:r w:rsidRPr="00EF2F0E">
        <w:rPr>
          <w:rFonts w:cs="Arial"/>
          <w:szCs w:val="18"/>
          <w:vertAlign w:val="subscript"/>
        </w:rPr>
        <w:t>minSENS</w:t>
      </w:r>
      <w:r w:rsidRPr="00EF2F0E">
        <w:t xml:space="preserve"> : the AoA of the incident wave of a received signal and the interfering signal are within the within the </w:t>
      </w:r>
      <w:r w:rsidRPr="00EF2F0E">
        <w:rPr>
          <w:i/>
        </w:rPr>
        <w:t>minSENS RoAoA</w:t>
      </w:r>
      <w:r w:rsidRPr="00EF2F0E">
        <w:t>.</w:t>
      </w:r>
    </w:p>
    <w:p w14:paraId="0984FE2E" w14:textId="77777777" w:rsidR="00B15E99" w:rsidRPr="00EF2F0E" w:rsidRDefault="00B15E99" w:rsidP="00A40339">
      <w:r w:rsidRPr="00EF2F0E">
        <w:t xml:space="preserve">The wanted and interfering signals apply to </w:t>
      </w:r>
      <w:r w:rsidR="005933C1" w:rsidRPr="00EF2F0E">
        <w:t xml:space="preserve">each </w:t>
      </w:r>
      <w:r w:rsidRPr="00EF2F0E">
        <w:t>supported polarization, under the assumption o</w:t>
      </w:r>
      <w:r w:rsidRPr="00EF2F0E">
        <w:rPr>
          <w:i/>
        </w:rPr>
        <w:t>f polarization match</w:t>
      </w:r>
      <w:r w:rsidRPr="00EF2F0E">
        <w:t xml:space="preserve">. </w:t>
      </w:r>
    </w:p>
    <w:p w14:paraId="0984FE2F" w14:textId="77777777" w:rsidR="00B15E99" w:rsidRPr="00EF2F0E" w:rsidRDefault="00B15E99" w:rsidP="00A40339">
      <w:pPr>
        <w:pStyle w:val="NO"/>
      </w:pPr>
      <w:r w:rsidRPr="00EF2F0E">
        <w:t>NOTE:</w:t>
      </w:r>
      <w:r w:rsidRPr="00EF2F0E">
        <w:tab/>
        <w:t>For Single RAT requirements, the in-band selectivity characteristics is referred to as "adjacent channel selectivity", whereas for the MSR requirements, the corresponding property is referred to as "general blocking" since the adjacent frequency range may not carry a channel addressable from the interfered carrier.</w:t>
      </w:r>
    </w:p>
    <w:p w14:paraId="0984FE30" w14:textId="77777777" w:rsidR="00B15E99" w:rsidRPr="00EF2F0E" w:rsidRDefault="00B15E99" w:rsidP="00AB06FD">
      <w:r w:rsidRPr="00EF2F0E">
        <w:t xml:space="preserve">The </w:t>
      </w:r>
      <w:r w:rsidRPr="00EF2F0E">
        <w:rPr>
          <w:rFonts w:cs="v3.8.0"/>
        </w:rPr>
        <w:t xml:space="preserve">in-band </w:t>
      </w:r>
      <w:r w:rsidRPr="00EF2F0E">
        <w:rPr>
          <w:lang w:eastAsia="zh-CN"/>
        </w:rPr>
        <w:t xml:space="preserve">blocking requirement </w:t>
      </w:r>
      <w:r w:rsidRPr="00EF2F0E">
        <w:rPr>
          <w:rFonts w:cs="v3.8.0"/>
        </w:rPr>
        <w:t>applies</w:t>
      </w:r>
      <w:r w:rsidRPr="00EF2F0E">
        <w:rPr>
          <w:lang w:eastAsia="zh-CN"/>
        </w:rPr>
        <w:t xml:space="preserve"> from </w:t>
      </w:r>
      <w:r w:rsidRPr="00EF2F0E">
        <w:rPr>
          <w:rFonts w:cs="Arial"/>
        </w:rPr>
        <w:t>F</w:t>
      </w:r>
      <w:r w:rsidRPr="00EF2F0E">
        <w:rPr>
          <w:rFonts w:cs="Arial"/>
          <w:vertAlign w:val="subscript"/>
        </w:rPr>
        <w:t>UL_low</w:t>
      </w:r>
      <w:r w:rsidRPr="00EF2F0E">
        <w:rPr>
          <w:rFonts w:cs="Arial"/>
        </w:rPr>
        <w:t xml:space="preserve"> - </w:t>
      </w:r>
      <w:r w:rsidRPr="00EF2F0E">
        <w:t>Δf</w:t>
      </w:r>
      <w:r w:rsidRPr="00EF2F0E">
        <w:rPr>
          <w:vertAlign w:val="subscript"/>
        </w:rPr>
        <w:t>OOB</w:t>
      </w:r>
      <w:r w:rsidRPr="00EF2F0E">
        <w:rPr>
          <w:rFonts w:cs="v5.0.0"/>
        </w:rPr>
        <w:t xml:space="preserve"> </w:t>
      </w:r>
      <w:r w:rsidRPr="00EF2F0E">
        <w:t xml:space="preserve">to </w:t>
      </w:r>
      <w:r w:rsidRPr="00EF2F0E">
        <w:rPr>
          <w:rFonts w:cs="Arial"/>
        </w:rPr>
        <w:t>F</w:t>
      </w:r>
      <w:r w:rsidRPr="00EF2F0E">
        <w:rPr>
          <w:rFonts w:cs="Arial"/>
          <w:vertAlign w:val="subscript"/>
        </w:rPr>
        <w:t>UL_high</w:t>
      </w:r>
      <w:r w:rsidRPr="00EF2F0E">
        <w:rPr>
          <w:rFonts w:cs="Arial"/>
        </w:rPr>
        <w:t xml:space="preserve"> + </w:t>
      </w:r>
      <w:r w:rsidRPr="00EF2F0E">
        <w:t>Δf</w:t>
      </w:r>
      <w:r w:rsidRPr="00EF2F0E">
        <w:rPr>
          <w:vertAlign w:val="subscript"/>
        </w:rPr>
        <w:t>OOB</w:t>
      </w:r>
      <w:r w:rsidRPr="00EF2F0E">
        <w:rPr>
          <w:lang w:eastAsia="zh-CN"/>
        </w:rPr>
        <w:t xml:space="preserve">, </w:t>
      </w:r>
      <w:r w:rsidRPr="00EF2F0E">
        <w:rPr>
          <w:rFonts w:cs="v3.8.0"/>
        </w:rPr>
        <w:t xml:space="preserve">excluding the downlink frequency range of the </w:t>
      </w:r>
      <w:r w:rsidR="00F53569" w:rsidRPr="00EF2F0E">
        <w:rPr>
          <w:rFonts w:cs="v3.8.0"/>
        </w:rPr>
        <w:t xml:space="preserve">FDD </w:t>
      </w:r>
      <w:r w:rsidRPr="00EF2F0E">
        <w:rPr>
          <w:rFonts w:cs="v3.8.0"/>
          <w:i/>
        </w:rPr>
        <w:t>operating band</w:t>
      </w:r>
      <w:r w:rsidRPr="00EF2F0E">
        <w:rPr>
          <w:rFonts w:cs="v3.8.0"/>
        </w:rPr>
        <w:t>.</w:t>
      </w:r>
      <w:r w:rsidRPr="00EF2F0E">
        <w:t xml:space="preserve"> </w:t>
      </w:r>
      <w:r w:rsidRPr="00EF2F0E">
        <w:rPr>
          <w:rFonts w:cs="v5.0.0"/>
        </w:rPr>
        <w:t xml:space="preserve">The </w:t>
      </w:r>
      <w:r w:rsidRPr="00EF2F0E">
        <w:t>Δf</w:t>
      </w:r>
      <w:r w:rsidRPr="00EF2F0E">
        <w:rPr>
          <w:vertAlign w:val="subscript"/>
        </w:rPr>
        <w:t>OOB</w:t>
      </w:r>
      <w:r w:rsidRPr="00EF2F0E">
        <w:rPr>
          <w:rFonts w:cs="v5.0.0"/>
        </w:rPr>
        <w:t xml:space="preserve"> is </w:t>
      </w:r>
      <w:r w:rsidRPr="00EF2F0E">
        <w:t>defined in table 10.5-1.</w:t>
      </w:r>
    </w:p>
    <w:p w14:paraId="0984FE31" w14:textId="77777777" w:rsidR="00B15E99" w:rsidRPr="00EF2F0E" w:rsidRDefault="00B15E99" w:rsidP="00DB3F6B">
      <w:pPr>
        <w:pStyle w:val="TH"/>
        <w:rPr>
          <w:i/>
        </w:rPr>
      </w:pPr>
      <w:r w:rsidRPr="00EF2F0E">
        <w:t>Table 10.5-1: Δf</w:t>
      </w:r>
      <w:r w:rsidRPr="00EF2F0E">
        <w:rPr>
          <w:vertAlign w:val="subscript"/>
        </w:rPr>
        <w:t>OOB</w:t>
      </w:r>
      <w:r w:rsidRPr="00EF2F0E">
        <w:t xml:space="preserve"> offset</w:t>
      </w:r>
      <w:r w:rsidR="004B79D2" w:rsidRPr="00EF2F0E">
        <w:t xml:space="preserve"> for operating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1219"/>
      </w:tblGrid>
      <w:tr w:rsidR="003401A4" w:rsidRPr="00EF2F0E" w14:paraId="0984FE34" w14:textId="77777777" w:rsidTr="00AB06FD">
        <w:trPr>
          <w:jc w:val="center"/>
        </w:trPr>
        <w:tc>
          <w:tcPr>
            <w:tcW w:w="3472" w:type="dxa"/>
            <w:tcBorders>
              <w:top w:val="single" w:sz="4" w:space="0" w:color="auto"/>
              <w:left w:val="single" w:sz="4" w:space="0" w:color="auto"/>
              <w:bottom w:val="single" w:sz="4" w:space="0" w:color="auto"/>
              <w:right w:val="single" w:sz="4" w:space="0" w:color="auto"/>
            </w:tcBorders>
            <w:hideMark/>
          </w:tcPr>
          <w:p w14:paraId="0984FE32" w14:textId="77777777" w:rsidR="00B15E99" w:rsidRPr="00EF2F0E" w:rsidRDefault="00B15E99">
            <w:pPr>
              <w:pStyle w:val="TAH"/>
            </w:pPr>
            <w:r w:rsidRPr="00EF2F0E">
              <w:rPr>
                <w:i/>
              </w:rPr>
              <w:t>Operating band</w:t>
            </w:r>
            <w:r w:rsidRPr="00EF2F0E">
              <w:t xml:space="preserve"> characteristics</w:t>
            </w:r>
          </w:p>
        </w:tc>
        <w:tc>
          <w:tcPr>
            <w:tcW w:w="0" w:type="auto"/>
            <w:tcBorders>
              <w:top w:val="single" w:sz="4" w:space="0" w:color="auto"/>
              <w:left w:val="single" w:sz="4" w:space="0" w:color="auto"/>
              <w:bottom w:val="single" w:sz="4" w:space="0" w:color="auto"/>
              <w:right w:val="single" w:sz="4" w:space="0" w:color="auto"/>
            </w:tcBorders>
            <w:hideMark/>
          </w:tcPr>
          <w:p w14:paraId="0984FE33" w14:textId="77777777" w:rsidR="00B15E99" w:rsidRPr="00EF2F0E" w:rsidRDefault="00B15E99">
            <w:pPr>
              <w:pStyle w:val="TAH"/>
            </w:pPr>
            <w:r w:rsidRPr="00EF2F0E">
              <w:t>Δf</w:t>
            </w:r>
            <w:r w:rsidRPr="00EF2F0E">
              <w:rPr>
                <w:vertAlign w:val="subscript"/>
              </w:rPr>
              <w:t>OOB</w:t>
            </w:r>
            <w:r w:rsidRPr="00EF2F0E">
              <w:t xml:space="preserve"> [MHz]</w:t>
            </w:r>
          </w:p>
        </w:tc>
      </w:tr>
      <w:tr w:rsidR="003401A4" w:rsidRPr="00EF2F0E" w14:paraId="0984FE37" w14:textId="77777777" w:rsidTr="00AB06FD">
        <w:trPr>
          <w:jc w:val="center"/>
        </w:trPr>
        <w:tc>
          <w:tcPr>
            <w:tcW w:w="3472" w:type="dxa"/>
            <w:tcBorders>
              <w:top w:val="single" w:sz="4" w:space="0" w:color="auto"/>
              <w:left w:val="single" w:sz="4" w:space="0" w:color="auto"/>
              <w:bottom w:val="single" w:sz="4" w:space="0" w:color="auto"/>
              <w:right w:val="single" w:sz="4" w:space="0" w:color="auto"/>
            </w:tcBorders>
            <w:hideMark/>
          </w:tcPr>
          <w:p w14:paraId="0984FE35" w14:textId="77777777" w:rsidR="00B15E99" w:rsidRPr="00EF2F0E" w:rsidRDefault="00B15E99" w:rsidP="009242C4">
            <w:pPr>
              <w:pStyle w:val="TAC"/>
            </w:pPr>
            <w:r w:rsidRPr="00EF2F0E">
              <w:t>F</w:t>
            </w:r>
            <w:r w:rsidRPr="00EF2F0E">
              <w:rPr>
                <w:vertAlign w:val="subscript"/>
              </w:rPr>
              <w:t>UL_high</w:t>
            </w:r>
            <w:r w:rsidRPr="00EF2F0E">
              <w:t xml:space="preserve"> – F</w:t>
            </w:r>
            <w:r w:rsidRPr="00EF2F0E">
              <w:rPr>
                <w:vertAlign w:val="subscript"/>
              </w:rPr>
              <w:t>UL_low</w:t>
            </w:r>
            <w:r w:rsidRPr="00EF2F0E">
              <w:t xml:space="preserve"> </w:t>
            </w:r>
            <w:r w:rsidR="004B79D2" w:rsidRPr="00EF2F0E">
              <w:t>&lt; 100 MHz</w:t>
            </w:r>
          </w:p>
        </w:tc>
        <w:tc>
          <w:tcPr>
            <w:tcW w:w="0" w:type="auto"/>
            <w:tcBorders>
              <w:top w:val="single" w:sz="4" w:space="0" w:color="auto"/>
              <w:left w:val="single" w:sz="4" w:space="0" w:color="auto"/>
              <w:bottom w:val="single" w:sz="4" w:space="0" w:color="auto"/>
              <w:right w:val="single" w:sz="4" w:space="0" w:color="auto"/>
            </w:tcBorders>
            <w:hideMark/>
          </w:tcPr>
          <w:p w14:paraId="0984FE36" w14:textId="77777777" w:rsidR="00B15E99" w:rsidRPr="00EF2F0E" w:rsidRDefault="00B15E99" w:rsidP="004B79D2">
            <w:pPr>
              <w:pStyle w:val="TAC"/>
            </w:pPr>
            <w:r w:rsidRPr="00EF2F0E">
              <w:t>20</w:t>
            </w:r>
          </w:p>
        </w:tc>
      </w:tr>
      <w:tr w:rsidR="00B15E99" w:rsidRPr="00EF2F0E" w14:paraId="0984FE3A" w14:textId="77777777" w:rsidTr="00AB06FD">
        <w:trPr>
          <w:jc w:val="center"/>
        </w:trPr>
        <w:tc>
          <w:tcPr>
            <w:tcW w:w="3472" w:type="dxa"/>
            <w:tcBorders>
              <w:top w:val="single" w:sz="4" w:space="0" w:color="auto"/>
              <w:left w:val="single" w:sz="4" w:space="0" w:color="auto"/>
              <w:bottom w:val="single" w:sz="4" w:space="0" w:color="auto"/>
              <w:right w:val="single" w:sz="4" w:space="0" w:color="auto"/>
            </w:tcBorders>
            <w:hideMark/>
          </w:tcPr>
          <w:p w14:paraId="0984FE38" w14:textId="77777777" w:rsidR="00B15E99" w:rsidRPr="00EF2F0E" w:rsidRDefault="00B15E99" w:rsidP="009242C4">
            <w:pPr>
              <w:pStyle w:val="TAC"/>
            </w:pPr>
            <w:r w:rsidRPr="00EF2F0E">
              <w:t xml:space="preserve">100 MHz </w:t>
            </w:r>
            <w:r w:rsidR="004B79D2" w:rsidRPr="00EF2F0E">
              <w:t>≤</w:t>
            </w:r>
            <w:r w:rsidRPr="00EF2F0E">
              <w:t xml:space="preserve"> F</w:t>
            </w:r>
            <w:r w:rsidRPr="00EF2F0E">
              <w:rPr>
                <w:vertAlign w:val="subscript"/>
              </w:rPr>
              <w:t>UL_high</w:t>
            </w:r>
            <w:r w:rsidRPr="00EF2F0E">
              <w:t xml:space="preserve"> – F</w:t>
            </w:r>
            <w:r w:rsidRPr="00EF2F0E">
              <w:rPr>
                <w:vertAlign w:val="subscript"/>
              </w:rPr>
              <w:t>UL_low</w:t>
            </w:r>
            <w:r w:rsidRPr="00EF2F0E">
              <w:t xml:space="preserve"> ≤ </w:t>
            </w:r>
            <w:r w:rsidRPr="00EF2F0E">
              <w:rPr>
                <w:lang w:eastAsia="zh-CN"/>
              </w:rPr>
              <w:t>900 MHz</w:t>
            </w:r>
          </w:p>
        </w:tc>
        <w:tc>
          <w:tcPr>
            <w:tcW w:w="0" w:type="auto"/>
            <w:tcBorders>
              <w:top w:val="single" w:sz="4" w:space="0" w:color="auto"/>
              <w:left w:val="single" w:sz="4" w:space="0" w:color="auto"/>
              <w:bottom w:val="single" w:sz="4" w:space="0" w:color="auto"/>
              <w:right w:val="single" w:sz="4" w:space="0" w:color="auto"/>
            </w:tcBorders>
            <w:hideMark/>
          </w:tcPr>
          <w:p w14:paraId="0984FE39" w14:textId="77777777" w:rsidR="00B15E99" w:rsidRPr="00EF2F0E" w:rsidRDefault="00B15E99" w:rsidP="004B79D2">
            <w:pPr>
              <w:pStyle w:val="TAC"/>
            </w:pPr>
            <w:r w:rsidRPr="00EF2F0E">
              <w:t>60</w:t>
            </w:r>
          </w:p>
        </w:tc>
      </w:tr>
    </w:tbl>
    <w:p w14:paraId="0984FE3B" w14:textId="77777777" w:rsidR="00B15E99" w:rsidRPr="00EF2F0E" w:rsidRDefault="00B15E99" w:rsidP="00DB3F6B"/>
    <w:p w14:paraId="0984FE3C" w14:textId="77777777" w:rsidR="00B15E99" w:rsidRPr="00EF2F0E" w:rsidRDefault="00B15E99" w:rsidP="00A40339">
      <w:pPr>
        <w:pStyle w:val="Heading3"/>
        <w:ind w:left="0" w:firstLine="0"/>
      </w:pPr>
      <w:bookmarkStart w:id="5083" w:name="_Toc21096152"/>
      <w:bookmarkStart w:id="5084" w:name="_Toc29763351"/>
      <w:bookmarkStart w:id="5085" w:name="_Toc45869636"/>
      <w:bookmarkStart w:id="5086" w:name="_Toc52554889"/>
      <w:bookmarkStart w:id="5087" w:name="_Toc52555359"/>
      <w:bookmarkStart w:id="5088" w:name="_Toc61112591"/>
      <w:bookmarkStart w:id="5089" w:name="_Toc67911743"/>
      <w:bookmarkStart w:id="5090" w:name="_Toc74843218"/>
      <w:bookmarkStart w:id="5091" w:name="_Toc76503601"/>
      <w:bookmarkStart w:id="5092" w:name="_Toc83041044"/>
      <w:bookmarkStart w:id="5093" w:name="_Toc89852087"/>
      <w:bookmarkStart w:id="5094" w:name="_Toc98676441"/>
      <w:r w:rsidRPr="00EF2F0E">
        <w:t>10.5.2</w:t>
      </w:r>
      <w:r w:rsidRPr="00EF2F0E">
        <w:tab/>
        <w:t>Minimum requirement for MSR operation</w:t>
      </w:r>
      <w:bookmarkEnd w:id="5083"/>
      <w:bookmarkEnd w:id="5084"/>
      <w:bookmarkEnd w:id="5085"/>
      <w:bookmarkEnd w:id="5086"/>
      <w:bookmarkEnd w:id="5087"/>
      <w:bookmarkEnd w:id="5088"/>
      <w:bookmarkEnd w:id="5089"/>
      <w:bookmarkEnd w:id="5090"/>
      <w:bookmarkEnd w:id="5091"/>
      <w:bookmarkEnd w:id="5092"/>
      <w:bookmarkEnd w:id="5093"/>
      <w:bookmarkEnd w:id="5094"/>
    </w:p>
    <w:p w14:paraId="0984FE3D" w14:textId="77777777" w:rsidR="00B15E99" w:rsidRPr="00EF2F0E" w:rsidRDefault="00B15E99" w:rsidP="00AB06FD">
      <w:pPr>
        <w:pStyle w:val="Heading4"/>
        <w:ind w:left="0" w:firstLine="0"/>
      </w:pPr>
      <w:bookmarkStart w:id="5095" w:name="_Toc21096153"/>
      <w:bookmarkStart w:id="5096" w:name="_Toc29763352"/>
      <w:bookmarkStart w:id="5097" w:name="_Toc45869637"/>
      <w:bookmarkStart w:id="5098" w:name="_Toc52554890"/>
      <w:bookmarkStart w:id="5099" w:name="_Toc52555360"/>
      <w:bookmarkStart w:id="5100" w:name="_Toc61112592"/>
      <w:bookmarkStart w:id="5101" w:name="_Toc67911744"/>
      <w:bookmarkStart w:id="5102" w:name="_Toc74843219"/>
      <w:bookmarkStart w:id="5103" w:name="_Toc76503602"/>
      <w:bookmarkStart w:id="5104" w:name="_Toc83041045"/>
      <w:bookmarkStart w:id="5105" w:name="_Toc89852088"/>
      <w:bookmarkStart w:id="5106" w:name="_Toc98676442"/>
      <w:r w:rsidRPr="00EF2F0E">
        <w:t>10.5.2.1</w:t>
      </w:r>
      <w:r w:rsidRPr="00EF2F0E">
        <w:tab/>
        <w:t>General minimum requirement</w:t>
      </w:r>
      <w:bookmarkEnd w:id="5095"/>
      <w:bookmarkEnd w:id="5096"/>
      <w:bookmarkEnd w:id="5097"/>
      <w:bookmarkEnd w:id="5098"/>
      <w:bookmarkEnd w:id="5099"/>
      <w:bookmarkEnd w:id="5100"/>
      <w:bookmarkEnd w:id="5101"/>
      <w:bookmarkEnd w:id="5102"/>
      <w:bookmarkEnd w:id="5103"/>
      <w:bookmarkEnd w:id="5104"/>
      <w:bookmarkEnd w:id="5105"/>
      <w:bookmarkEnd w:id="5106"/>
    </w:p>
    <w:p w14:paraId="0984FE3E" w14:textId="77777777" w:rsidR="00B15E99" w:rsidRPr="00EF2F0E" w:rsidRDefault="00B15E99" w:rsidP="00A40339">
      <w:pPr>
        <w:rPr>
          <w:lang w:eastAsia="ko-KR"/>
        </w:rPr>
      </w:pPr>
      <w:r w:rsidRPr="00EF2F0E">
        <w:t>For the general blocking requirement, the interfering signal shall be a UTRA FDD signal as specified in 3GPP TS 37.104 [9], annex A for a UTRA, E-UTRA or NR (</w:t>
      </w:r>
      <w:r w:rsidRPr="00EF2F0E">
        <w:rPr>
          <w:rFonts w:cs="Arial"/>
        </w:rPr>
        <w:t xml:space="preserve">≤ </w:t>
      </w:r>
      <w:r w:rsidRPr="00EF2F0E">
        <w:rPr>
          <w:rFonts w:cs="Arial"/>
          <w:lang w:eastAsia="zh-CN"/>
        </w:rPr>
        <w:t>20 MHz</w:t>
      </w:r>
      <w:r w:rsidRPr="00EF2F0E">
        <w:t>) wanted signal. The interfering signal shall be a 20 MHz E-UTRA signal for NR wanted signal channel bandwidth greater than 20MHz.</w:t>
      </w:r>
    </w:p>
    <w:p w14:paraId="0984FE3F" w14:textId="77777777" w:rsidR="00B15E99" w:rsidRPr="00EF2F0E" w:rsidRDefault="00B15E99" w:rsidP="00A40339">
      <w:r w:rsidRPr="00EF2F0E">
        <w:t xml:space="preserve">The requirement is applicable outside the </w:t>
      </w:r>
      <w:r w:rsidRPr="00EF2F0E">
        <w:rPr>
          <w:i/>
        </w:rPr>
        <w:t>Base Station RF Bandwidth</w:t>
      </w:r>
      <w:r w:rsidRPr="00EF2F0E">
        <w:t xml:space="preserve"> or </w:t>
      </w:r>
      <w:r w:rsidRPr="00EF2F0E">
        <w:rPr>
          <w:i/>
        </w:rPr>
        <w:t>Radio Bandwidth</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or </w:t>
      </w:r>
      <w:r w:rsidRPr="00EF2F0E">
        <w:rPr>
          <w:i/>
        </w:rPr>
        <w:t>Radio Bandwidth</w:t>
      </w:r>
      <w:r w:rsidRPr="00EF2F0E">
        <w:t xml:space="preserve"> edges applicable to each RIB.</w:t>
      </w:r>
    </w:p>
    <w:p w14:paraId="0984FE40" w14:textId="77777777" w:rsidR="00B15E99" w:rsidRPr="00EF2F0E" w:rsidRDefault="00B15E99" w:rsidP="00A40339">
      <w:r w:rsidRPr="00EF2F0E">
        <w:t xml:space="preserve">For RIB supporting operation in </w:t>
      </w:r>
      <w:r w:rsidRPr="00EF2F0E">
        <w:rPr>
          <w:i/>
        </w:rPr>
        <w:t>non-contiguous spectrum</w:t>
      </w:r>
      <w:r w:rsidRPr="00EF2F0E">
        <w:t xml:space="preserve">, the requirement applies in addition inside any </w:t>
      </w:r>
      <w:r w:rsidRPr="00EF2F0E">
        <w:rPr>
          <w:i/>
        </w:rPr>
        <w:t>sub-block gap</w:t>
      </w:r>
      <w:r w:rsidRPr="00EF2F0E">
        <w:t xml:space="preserve">, in case the </w:t>
      </w:r>
      <w:r w:rsidRPr="00EF2F0E">
        <w:rPr>
          <w:i/>
        </w:rPr>
        <w:t>sub-block gap</w:t>
      </w:r>
      <w:r w:rsidRPr="00EF2F0E">
        <w:t xml:space="preserve"> size is at least 15 MHz. The interfering signal offset is defined relative to the </w:t>
      </w:r>
      <w:r w:rsidRPr="00EF2F0E">
        <w:rPr>
          <w:i/>
        </w:rPr>
        <w:t>sub-block</w:t>
      </w:r>
      <w:r w:rsidRPr="00EF2F0E">
        <w:t xml:space="preserve"> edges inside the </w:t>
      </w:r>
      <w:r w:rsidRPr="00EF2F0E">
        <w:rPr>
          <w:i/>
        </w:rPr>
        <w:t>sub-block gap</w:t>
      </w:r>
      <w:r w:rsidRPr="00EF2F0E">
        <w:t>.</w:t>
      </w:r>
    </w:p>
    <w:p w14:paraId="0984FE41" w14:textId="77777777" w:rsidR="00B15E99" w:rsidRPr="00EF2F0E" w:rsidRDefault="00B15E99" w:rsidP="00A40339">
      <w:r w:rsidRPr="00EF2F0E">
        <w:t xml:space="preserve">For </w:t>
      </w:r>
      <w:r w:rsidRPr="00EF2F0E">
        <w:rPr>
          <w:i/>
        </w:rPr>
        <w:t>multi-band RIBs</w:t>
      </w:r>
      <w:r w:rsidRPr="00EF2F0E">
        <w:t xml:space="preserve">, the requirement applies in addition inside any </w:t>
      </w:r>
      <w:r w:rsidRPr="00EF2F0E">
        <w:rPr>
          <w:i/>
        </w:rPr>
        <w:t>Inter RF Bandwidth gap</w:t>
      </w:r>
      <w:r w:rsidRPr="00EF2F0E">
        <w:t xml:space="preserve">, in case the gap size is at least 15 MHz. The interfering signal offset is defined relative to the </w:t>
      </w:r>
      <w:r w:rsidRPr="00EF2F0E">
        <w:rPr>
          <w:i/>
        </w:rPr>
        <w:t>Base Station RF Bandwidth</w:t>
      </w:r>
      <w:r w:rsidRPr="00EF2F0E">
        <w:t xml:space="preserve"> </w:t>
      </w:r>
      <w:r w:rsidRPr="00EF2F0E">
        <w:rPr>
          <w:i/>
        </w:rPr>
        <w:t>edges</w:t>
      </w:r>
      <w:r w:rsidRPr="00EF2F0E">
        <w:t xml:space="preserve"> inside the </w:t>
      </w:r>
      <w:r w:rsidRPr="00EF2F0E">
        <w:rPr>
          <w:i/>
        </w:rPr>
        <w:t>Inter RF Bandwidth gap</w:t>
      </w:r>
      <w:r w:rsidRPr="00EF2F0E">
        <w:t>.</w:t>
      </w:r>
    </w:p>
    <w:p w14:paraId="0984FE42" w14:textId="77777777" w:rsidR="00B15E99" w:rsidRPr="00EF2F0E" w:rsidRDefault="00B15E99" w:rsidP="00A40339">
      <w:r w:rsidRPr="00EF2F0E">
        <w:t>For the wanted and interfering signal at the RIB, using the parameters in tables 7.4.2.1</w:t>
      </w:r>
      <w:r w:rsidRPr="00EF2F0E">
        <w:noBreakHyphen/>
        <w:t>1 and 7.4.2.1</w:t>
      </w:r>
      <w:r w:rsidRPr="00EF2F0E">
        <w:noBreakHyphen/>
        <w:t>2, the following requirements shall be met:</w:t>
      </w:r>
    </w:p>
    <w:p w14:paraId="0984FE43" w14:textId="77777777" w:rsidR="00B15E99" w:rsidRPr="00EF2F0E" w:rsidRDefault="00B15E99" w:rsidP="00A40339">
      <w:pPr>
        <w:pStyle w:val="B10"/>
      </w:pPr>
      <w:r w:rsidRPr="00EF2F0E">
        <w:t>-</w:t>
      </w:r>
      <w:r w:rsidRPr="00EF2F0E">
        <w:tab/>
        <w:t xml:space="preserve">For any E-UTRA carrier, the throughput shall be ≥ 95 % of the </w:t>
      </w:r>
      <w:r w:rsidRPr="00EF2F0E">
        <w:rPr>
          <w:i/>
        </w:rPr>
        <w:t>maximum throughput</w:t>
      </w:r>
      <w:r w:rsidRPr="00EF2F0E">
        <w:t xml:space="preserve"> of the reference measurement channel defined in 3GPP TS 36.104 [8], subclause 7.2.1.</w:t>
      </w:r>
    </w:p>
    <w:p w14:paraId="0984FE44" w14:textId="77777777" w:rsidR="00B15E99" w:rsidRPr="00EF2F0E" w:rsidRDefault="00B15E99" w:rsidP="00A40339">
      <w:pPr>
        <w:pStyle w:val="B10"/>
      </w:pPr>
      <w:r w:rsidRPr="00EF2F0E">
        <w:t>-</w:t>
      </w:r>
      <w:r w:rsidRPr="00EF2F0E">
        <w:tab/>
        <w:t>For any UTRA FDD carrier, the BER shall not exceed 0,001 for the reference measurement channel defined in 3GPP TS 25.104 [6], subclause 7.2.1.</w:t>
      </w:r>
    </w:p>
    <w:p w14:paraId="0984FE45" w14:textId="77777777" w:rsidR="00B15E99" w:rsidRPr="00EF2F0E" w:rsidRDefault="00B15E99" w:rsidP="00A40339">
      <w:pPr>
        <w:pStyle w:val="B10"/>
      </w:pPr>
      <w:r w:rsidRPr="00EF2F0E">
        <w:t>-</w:t>
      </w:r>
      <w:r w:rsidRPr="00EF2F0E">
        <w:tab/>
        <w:t xml:space="preserve">For any NR carrier, the throughput shall be ≥ 95% of the maximum throughput of the reference measurement channel defined for </w:t>
      </w:r>
      <w:r w:rsidRPr="00EF2F0E">
        <w:rPr>
          <w:i/>
        </w:rPr>
        <w:t>BS type 1-O</w:t>
      </w:r>
      <w:r w:rsidRPr="00EF2F0E">
        <w:t xml:space="preserve"> in TS 38.104 [28], subclause 10.3.2</w:t>
      </w:r>
    </w:p>
    <w:p w14:paraId="0984FE46" w14:textId="77777777" w:rsidR="00B15E99" w:rsidRPr="00EF2F0E" w:rsidRDefault="00B15E99" w:rsidP="00A40339">
      <w:pPr>
        <w:rPr>
          <w:rFonts w:cs="Arial"/>
        </w:rPr>
      </w:pPr>
      <w:r w:rsidRPr="00EF2F0E">
        <w:t xml:space="preserve">The OTA levels are applied referenced to 2 antenna gain offsets </w:t>
      </w:r>
      <w:r w:rsidRPr="00EF2F0E">
        <w:rPr>
          <w:rFonts w:cs="Arial"/>
        </w:rPr>
        <w:t>Δ</w:t>
      </w:r>
      <w:r w:rsidRPr="00EF2F0E">
        <w:rPr>
          <w:rFonts w:cs="Arial"/>
          <w:vertAlign w:val="subscript"/>
        </w:rPr>
        <w:t xml:space="preserve">OTAREFSENS </w:t>
      </w:r>
      <w:r w:rsidRPr="00EF2F0E">
        <w:rPr>
          <w:rFonts w:cs="Arial"/>
        </w:rPr>
        <w:t>and Δ</w:t>
      </w:r>
      <w:r w:rsidRPr="00EF2F0E">
        <w:rPr>
          <w:rFonts w:cs="Arial"/>
          <w:vertAlign w:val="subscript"/>
        </w:rPr>
        <w:t>minSENS</w:t>
      </w:r>
      <w:r w:rsidRPr="00EF2F0E">
        <w:rPr>
          <w:rFonts w:cs="Arial"/>
        </w:rPr>
        <w:t>.</w:t>
      </w:r>
    </w:p>
    <w:p w14:paraId="0984FE47" w14:textId="77777777" w:rsidR="00B15E99" w:rsidRPr="00EF2F0E" w:rsidRDefault="00B15E99" w:rsidP="00A40339">
      <w:r w:rsidRPr="00EF2F0E">
        <w:t xml:space="preserve">For </w:t>
      </w:r>
      <w:r w:rsidRPr="00EF2F0E">
        <w:rPr>
          <w:i/>
        </w:rPr>
        <w:t>multi-band RIBs</w:t>
      </w:r>
      <w:r w:rsidRPr="00EF2F0E">
        <w:t>, the requirement applies according to table 10.5.2.1</w:t>
      </w:r>
      <w:r w:rsidRPr="00EF2F0E">
        <w:rPr>
          <w:lang w:eastAsia="zh-CN"/>
        </w:rPr>
        <w:t>-</w:t>
      </w:r>
      <w:r w:rsidRPr="00EF2F0E">
        <w:t>1 for the in-band blocking frequency ranges of each supported operating band.</w:t>
      </w:r>
    </w:p>
    <w:p w14:paraId="0984FE48" w14:textId="77777777" w:rsidR="00B15E99" w:rsidRPr="00EF2F0E" w:rsidRDefault="00B15E99" w:rsidP="00A40339">
      <w:pPr>
        <w:pStyle w:val="TH"/>
        <w:rPr>
          <w:rFonts w:eastAsia="Osaka"/>
        </w:rPr>
      </w:pPr>
      <w:r w:rsidRPr="00EF2F0E">
        <w:rPr>
          <w:rFonts w:eastAsia="Osaka"/>
        </w:rPr>
        <w:t>Table 10.5.2.1-1: General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775"/>
        <w:gridCol w:w="1815"/>
        <w:gridCol w:w="1792"/>
        <w:gridCol w:w="1777"/>
      </w:tblGrid>
      <w:tr w:rsidR="003401A4" w:rsidRPr="00EF2F0E" w14:paraId="0984FE4F" w14:textId="77777777" w:rsidTr="00A40339">
        <w:trPr>
          <w:tblHeader/>
          <w:jc w:val="center"/>
        </w:trPr>
        <w:tc>
          <w:tcPr>
            <w:tcW w:w="1796" w:type="dxa"/>
            <w:shd w:val="clear" w:color="auto" w:fill="auto"/>
          </w:tcPr>
          <w:p w14:paraId="0984FE49" w14:textId="77777777" w:rsidR="00B15E99" w:rsidRPr="00EF2F0E" w:rsidRDefault="00B15E99" w:rsidP="00A40339">
            <w:pPr>
              <w:pStyle w:val="TAH"/>
              <w:rPr>
                <w:lang w:eastAsia="ja-JP"/>
              </w:rPr>
            </w:pPr>
            <w:r w:rsidRPr="00EF2F0E">
              <w:rPr>
                <w:lang w:eastAsia="ja-JP"/>
              </w:rPr>
              <w:t>Base Station Type</w:t>
            </w:r>
          </w:p>
        </w:tc>
        <w:tc>
          <w:tcPr>
            <w:tcW w:w="1775" w:type="dxa"/>
            <w:shd w:val="clear" w:color="auto" w:fill="auto"/>
          </w:tcPr>
          <w:p w14:paraId="0984FE4A" w14:textId="77777777" w:rsidR="00B15E99" w:rsidRPr="00EF2F0E" w:rsidRDefault="00B15E99" w:rsidP="00A40339">
            <w:pPr>
              <w:pStyle w:val="TAH"/>
              <w:rPr>
                <w:lang w:eastAsia="ja-JP"/>
              </w:rPr>
            </w:pPr>
            <w:r w:rsidRPr="00EF2F0E">
              <w:rPr>
                <w:lang w:eastAsia="ja-JP"/>
              </w:rPr>
              <w:t>Mean power of interfering signal [dBm]</w:t>
            </w:r>
          </w:p>
        </w:tc>
        <w:tc>
          <w:tcPr>
            <w:tcW w:w="1815" w:type="dxa"/>
            <w:shd w:val="clear" w:color="auto" w:fill="auto"/>
          </w:tcPr>
          <w:p w14:paraId="0984FE4B" w14:textId="77777777" w:rsidR="00B15E99" w:rsidRPr="00EF2F0E" w:rsidRDefault="00B15E99" w:rsidP="00A40339">
            <w:pPr>
              <w:pStyle w:val="TAH"/>
              <w:rPr>
                <w:lang w:eastAsia="ja-JP"/>
              </w:rPr>
            </w:pPr>
            <w:r w:rsidRPr="00EF2F0E">
              <w:rPr>
                <w:lang w:eastAsia="ja-JP"/>
              </w:rPr>
              <w:t>Wanted Signal mean power [dBm]</w:t>
            </w:r>
          </w:p>
          <w:p w14:paraId="0984FE4C" w14:textId="77777777" w:rsidR="00B15E99" w:rsidRPr="00EF2F0E" w:rsidRDefault="00B15E99" w:rsidP="00A40339">
            <w:pPr>
              <w:pStyle w:val="TAH"/>
              <w:rPr>
                <w:lang w:eastAsia="ja-JP"/>
              </w:rPr>
            </w:pPr>
            <w:r w:rsidRPr="00EF2F0E">
              <w:rPr>
                <w:lang w:eastAsia="ja-JP"/>
              </w:rPr>
              <w:t>(NOTE 1)</w:t>
            </w:r>
          </w:p>
        </w:tc>
        <w:tc>
          <w:tcPr>
            <w:tcW w:w="1792" w:type="dxa"/>
            <w:shd w:val="clear" w:color="auto" w:fill="auto"/>
          </w:tcPr>
          <w:p w14:paraId="0984FE4D" w14:textId="77777777" w:rsidR="00B15E99" w:rsidRPr="00EF2F0E" w:rsidRDefault="00B15E99" w:rsidP="00A40339">
            <w:pPr>
              <w:pStyle w:val="TAH"/>
              <w:rPr>
                <w:lang w:eastAsia="ja-JP"/>
              </w:rPr>
            </w:pPr>
            <w:r w:rsidRPr="00EF2F0E">
              <w:rPr>
                <w:lang w:eastAsia="ja-JP"/>
              </w:rPr>
              <w:t>Centre Frequency of Interfering Signal</w:t>
            </w:r>
          </w:p>
        </w:tc>
        <w:tc>
          <w:tcPr>
            <w:tcW w:w="1777" w:type="dxa"/>
            <w:shd w:val="clear" w:color="auto" w:fill="auto"/>
          </w:tcPr>
          <w:p w14:paraId="0984FE4E" w14:textId="77777777" w:rsidR="00B15E99" w:rsidRPr="00EF2F0E" w:rsidRDefault="00B15E99" w:rsidP="00A40339">
            <w:pPr>
              <w:pStyle w:val="TAH"/>
              <w:rPr>
                <w:lang w:eastAsia="ja-JP"/>
              </w:rPr>
            </w:pPr>
            <w:r w:rsidRPr="00EF2F0E">
              <w:rPr>
                <w:lang w:eastAsia="ja-JP"/>
              </w:rPr>
              <w:t xml:space="preserve">Interfering signal centre frequency minimum offset from the </w:t>
            </w:r>
            <w:r w:rsidRPr="00EF2F0E">
              <w:rPr>
                <w:i/>
                <w:lang w:eastAsia="ja-JP"/>
              </w:rPr>
              <w:t>Base Station RF Bandwidth edge</w:t>
            </w:r>
            <w:r w:rsidRPr="00EF2F0E">
              <w:rPr>
                <w:lang w:eastAsia="ja-JP"/>
              </w:rPr>
              <w:t xml:space="preserve"> or edge of </w:t>
            </w:r>
            <w:r w:rsidRPr="00EF2F0E">
              <w:rPr>
                <w:rFonts w:cs="Arial"/>
                <w:bCs/>
                <w:i/>
                <w:szCs w:val="18"/>
                <w:lang w:eastAsia="ja-JP"/>
              </w:rPr>
              <w:t>sub-block</w:t>
            </w:r>
            <w:r w:rsidRPr="00EF2F0E">
              <w:rPr>
                <w:lang w:eastAsia="ja-JP"/>
              </w:rPr>
              <w:t xml:space="preserve"> inside a gap [MHz]</w:t>
            </w:r>
          </w:p>
        </w:tc>
      </w:tr>
      <w:tr w:rsidR="003401A4" w:rsidRPr="00EF2F0E" w14:paraId="0984FE57" w14:textId="77777777" w:rsidTr="00A40339">
        <w:trPr>
          <w:trHeight w:val="345"/>
          <w:jc w:val="center"/>
        </w:trPr>
        <w:tc>
          <w:tcPr>
            <w:tcW w:w="1796" w:type="dxa"/>
            <w:vMerge w:val="restart"/>
            <w:shd w:val="clear" w:color="auto" w:fill="auto"/>
          </w:tcPr>
          <w:p w14:paraId="0984FE50" w14:textId="77777777" w:rsidR="00B15E99" w:rsidRPr="00EF2F0E" w:rsidRDefault="00B15E99" w:rsidP="00A40339">
            <w:pPr>
              <w:pStyle w:val="TAL"/>
              <w:rPr>
                <w:rFonts w:cs="Arial"/>
                <w:szCs w:val="18"/>
                <w:lang w:eastAsia="ja-JP"/>
              </w:rPr>
            </w:pPr>
            <w:r w:rsidRPr="00EF2F0E">
              <w:rPr>
                <w:rFonts w:cs="Arial"/>
                <w:szCs w:val="18"/>
                <w:lang w:eastAsia="ja-JP"/>
              </w:rPr>
              <w:t>Wide Area BS</w:t>
            </w:r>
          </w:p>
        </w:tc>
        <w:tc>
          <w:tcPr>
            <w:tcW w:w="1775" w:type="dxa"/>
            <w:shd w:val="clear" w:color="auto" w:fill="auto"/>
          </w:tcPr>
          <w:p w14:paraId="0984FE51" w14:textId="77777777" w:rsidR="00B15E99" w:rsidRPr="00EF2F0E" w:rsidRDefault="00B15E99" w:rsidP="00A40339">
            <w:pPr>
              <w:pStyle w:val="TAC"/>
              <w:rPr>
                <w:vertAlign w:val="subscript"/>
              </w:rPr>
            </w:pPr>
            <w:r w:rsidRPr="00EF2F0E">
              <w:rPr>
                <w:szCs w:val="18"/>
                <w:lang w:eastAsia="ja-JP"/>
              </w:rPr>
              <w:t xml:space="preserve">-40 + y - </w:t>
            </w:r>
            <w:r w:rsidRPr="00EF2F0E">
              <w:t>Δ</w:t>
            </w:r>
            <w:r w:rsidRPr="00EF2F0E">
              <w:rPr>
                <w:vertAlign w:val="subscript"/>
              </w:rPr>
              <w:t>OTAREFSENS</w:t>
            </w:r>
          </w:p>
          <w:p w14:paraId="0984FE52" w14:textId="77777777" w:rsidR="00B15E99" w:rsidRPr="00EF2F0E" w:rsidRDefault="00B15E99" w:rsidP="00A40339">
            <w:pPr>
              <w:pStyle w:val="TAC"/>
            </w:pPr>
            <w:r w:rsidRPr="00EF2F0E">
              <w:t>(NOTE 7)</w:t>
            </w:r>
          </w:p>
        </w:tc>
        <w:tc>
          <w:tcPr>
            <w:tcW w:w="1815" w:type="dxa"/>
            <w:shd w:val="clear" w:color="auto" w:fill="auto"/>
            <w:vAlign w:val="center"/>
          </w:tcPr>
          <w:p w14:paraId="0984FE53"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REFSENS</w:t>
            </w:r>
            <w:r w:rsidRPr="00EF2F0E">
              <w:rPr>
                <w:szCs w:val="18"/>
                <w:lang w:eastAsia="ja-JP"/>
              </w:rPr>
              <w:t xml:space="preserve"> + x dB </w:t>
            </w:r>
          </w:p>
          <w:p w14:paraId="0984FE54" w14:textId="77777777" w:rsidR="00B15E99" w:rsidRPr="00EF2F0E" w:rsidRDefault="00B15E99" w:rsidP="00A40339">
            <w:pPr>
              <w:pStyle w:val="TAC"/>
              <w:rPr>
                <w:szCs w:val="18"/>
                <w:lang w:eastAsia="ja-JP"/>
              </w:rPr>
            </w:pPr>
            <w:r w:rsidRPr="00EF2F0E">
              <w:rPr>
                <w:szCs w:val="18"/>
                <w:lang w:eastAsia="ja-JP"/>
              </w:rPr>
              <w:t>(</w:t>
            </w:r>
            <w:r w:rsidRPr="00EF2F0E">
              <w:rPr>
                <w:bCs/>
                <w:szCs w:val="18"/>
                <w:lang w:eastAsia="ja-JP"/>
              </w:rPr>
              <w:t>NOTE</w:t>
            </w:r>
            <w:r w:rsidRPr="00EF2F0E" w:rsidDel="000A0154">
              <w:rPr>
                <w:szCs w:val="18"/>
                <w:lang w:eastAsia="ja-JP"/>
              </w:rPr>
              <w:t xml:space="preserve"> </w:t>
            </w:r>
            <w:r w:rsidRPr="00EF2F0E">
              <w:rPr>
                <w:szCs w:val="18"/>
                <w:lang w:eastAsia="ja-JP"/>
              </w:rPr>
              <w:t>2, 5)</w:t>
            </w:r>
          </w:p>
        </w:tc>
        <w:tc>
          <w:tcPr>
            <w:tcW w:w="1792" w:type="dxa"/>
            <w:vMerge w:val="restart"/>
            <w:shd w:val="clear" w:color="auto" w:fill="auto"/>
            <w:vAlign w:val="center"/>
          </w:tcPr>
          <w:p w14:paraId="0984FE55" w14:textId="77777777" w:rsidR="00B15E99" w:rsidRPr="00EF2F0E" w:rsidRDefault="00B15E99" w:rsidP="00A40339">
            <w:pPr>
              <w:pStyle w:val="TAC"/>
              <w:rPr>
                <w:lang w:eastAsia="ja-JP"/>
              </w:rPr>
            </w:pPr>
            <w:r w:rsidRPr="00EF2F0E">
              <w:rPr>
                <w:rFonts w:cs="Arial"/>
              </w:rPr>
              <w:t xml:space="preserve"> F</w:t>
            </w:r>
            <w:r w:rsidRPr="00EF2F0E">
              <w:rPr>
                <w:rFonts w:cs="Arial"/>
                <w:vertAlign w:val="subscript"/>
              </w:rPr>
              <w:t>UL_low</w:t>
            </w:r>
            <w:r w:rsidRPr="00EF2F0E">
              <w:rPr>
                <w:rFonts w:cs="Arial"/>
              </w:rPr>
              <w:t xml:space="preserve"> - </w:t>
            </w:r>
            <w:r w:rsidRPr="00EF2F0E">
              <w:t>Δf</w:t>
            </w:r>
            <w:r w:rsidRPr="00EF2F0E">
              <w:rPr>
                <w:vertAlign w:val="subscript"/>
              </w:rPr>
              <w:t>OOB</w:t>
            </w:r>
            <w:r w:rsidRPr="00EF2F0E">
              <w:rPr>
                <w:rFonts w:cs="v5.0.0"/>
              </w:rPr>
              <w:t xml:space="preserve"> </w:t>
            </w:r>
            <w:r w:rsidRPr="00EF2F0E">
              <w:t xml:space="preserve">to </w:t>
            </w:r>
            <w:r w:rsidRPr="00EF2F0E">
              <w:rPr>
                <w:rFonts w:cs="Arial"/>
              </w:rPr>
              <w:t>F</w:t>
            </w:r>
            <w:r w:rsidRPr="00EF2F0E">
              <w:rPr>
                <w:rFonts w:cs="Arial"/>
                <w:vertAlign w:val="subscript"/>
              </w:rPr>
              <w:t>UL_high</w:t>
            </w:r>
            <w:r w:rsidRPr="00EF2F0E">
              <w:rPr>
                <w:rFonts w:cs="Arial"/>
              </w:rPr>
              <w:t xml:space="preserve"> + </w:t>
            </w:r>
            <w:r w:rsidRPr="00EF2F0E">
              <w:t>Δf</w:t>
            </w:r>
            <w:r w:rsidRPr="00EF2F0E">
              <w:rPr>
                <w:vertAlign w:val="subscript"/>
              </w:rPr>
              <w:t>OOB</w:t>
            </w:r>
          </w:p>
        </w:tc>
        <w:tc>
          <w:tcPr>
            <w:tcW w:w="1777" w:type="dxa"/>
            <w:vMerge w:val="restart"/>
            <w:shd w:val="clear" w:color="auto" w:fill="auto"/>
            <w:vAlign w:val="center"/>
          </w:tcPr>
          <w:p w14:paraId="0984FE56" w14:textId="77777777" w:rsidR="00B15E99" w:rsidRPr="00EF2F0E" w:rsidRDefault="00EC1CB2" w:rsidP="00A40339">
            <w:pPr>
              <w:pStyle w:val="TAC"/>
              <w:rPr>
                <w:lang w:eastAsia="ja-JP"/>
              </w:rPr>
            </w:pPr>
            <w:r w:rsidRPr="00EF2F0E">
              <w:rPr>
                <w:lang w:eastAsia="ja-JP"/>
              </w:rPr>
              <w:t>(</w:t>
            </w:r>
            <w:r w:rsidR="00B15E99" w:rsidRPr="00EF2F0E">
              <w:rPr>
                <w:lang w:eastAsia="ja-JP"/>
              </w:rPr>
              <w:t>±7.5</w:t>
            </w:r>
            <w:r w:rsidRPr="00EF2F0E">
              <w:rPr>
                <w:lang w:eastAsia="ja-JP"/>
              </w:rPr>
              <w:t>+z) (NOTE 9)</w:t>
            </w:r>
          </w:p>
        </w:tc>
      </w:tr>
      <w:tr w:rsidR="003401A4" w:rsidRPr="00EF2F0E" w14:paraId="0984FE5E" w14:textId="77777777" w:rsidTr="00A40339">
        <w:trPr>
          <w:trHeight w:val="344"/>
          <w:jc w:val="center"/>
        </w:trPr>
        <w:tc>
          <w:tcPr>
            <w:tcW w:w="1796" w:type="dxa"/>
            <w:vMerge/>
            <w:shd w:val="clear" w:color="auto" w:fill="auto"/>
          </w:tcPr>
          <w:p w14:paraId="0984FE58" w14:textId="77777777" w:rsidR="00B15E99" w:rsidRPr="00EF2F0E" w:rsidRDefault="00B15E99" w:rsidP="00A40339">
            <w:pPr>
              <w:pStyle w:val="TAL"/>
              <w:rPr>
                <w:rFonts w:cs="Arial"/>
                <w:szCs w:val="18"/>
                <w:lang w:eastAsia="ja-JP"/>
              </w:rPr>
            </w:pPr>
          </w:p>
        </w:tc>
        <w:tc>
          <w:tcPr>
            <w:tcW w:w="1775" w:type="dxa"/>
            <w:shd w:val="clear" w:color="auto" w:fill="auto"/>
          </w:tcPr>
          <w:p w14:paraId="0984FE59" w14:textId="77777777" w:rsidR="00B15E99" w:rsidRPr="00EF2F0E" w:rsidRDefault="00B15E99" w:rsidP="00A40339">
            <w:pPr>
              <w:pStyle w:val="TAC"/>
              <w:rPr>
                <w:vertAlign w:val="subscript"/>
              </w:rPr>
            </w:pPr>
            <w:r w:rsidRPr="00EF2F0E">
              <w:rPr>
                <w:szCs w:val="18"/>
                <w:lang w:eastAsia="ja-JP"/>
              </w:rPr>
              <w:t xml:space="preserve">-40 + y - </w:t>
            </w:r>
            <w:r w:rsidRPr="00EF2F0E">
              <w:t>Δ</w:t>
            </w:r>
            <w:r w:rsidRPr="00EF2F0E">
              <w:rPr>
                <w:vertAlign w:val="subscript"/>
              </w:rPr>
              <w:t>minSENS</w:t>
            </w:r>
          </w:p>
          <w:p w14:paraId="0984FE5A" w14:textId="77777777" w:rsidR="00B15E99" w:rsidRPr="00EF2F0E" w:rsidRDefault="00B15E99" w:rsidP="00A40339">
            <w:pPr>
              <w:pStyle w:val="TAC"/>
              <w:rPr>
                <w:szCs w:val="18"/>
                <w:lang w:eastAsia="ja-JP"/>
              </w:rPr>
            </w:pPr>
            <w:r w:rsidRPr="00EF2F0E">
              <w:t>(NOTE 7)</w:t>
            </w:r>
          </w:p>
        </w:tc>
        <w:tc>
          <w:tcPr>
            <w:tcW w:w="1815" w:type="dxa"/>
            <w:shd w:val="clear" w:color="auto" w:fill="auto"/>
            <w:vAlign w:val="center"/>
          </w:tcPr>
          <w:p w14:paraId="0984FE5B"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minSENS</w:t>
            </w:r>
            <w:r w:rsidRPr="00EF2F0E">
              <w:rPr>
                <w:szCs w:val="18"/>
                <w:lang w:eastAsia="ja-JP"/>
              </w:rPr>
              <w:t xml:space="preserve"> + x dB (</w:t>
            </w:r>
            <w:r w:rsidRPr="00EF2F0E">
              <w:rPr>
                <w:bCs/>
                <w:szCs w:val="18"/>
                <w:lang w:eastAsia="ja-JP"/>
              </w:rPr>
              <w:t>NOTE</w:t>
            </w:r>
            <w:r w:rsidRPr="00EF2F0E" w:rsidDel="000A0154">
              <w:rPr>
                <w:szCs w:val="18"/>
                <w:lang w:eastAsia="ja-JP"/>
              </w:rPr>
              <w:t xml:space="preserve"> </w:t>
            </w:r>
            <w:r w:rsidRPr="00EF2F0E">
              <w:rPr>
                <w:szCs w:val="18"/>
                <w:lang w:eastAsia="ja-JP"/>
              </w:rPr>
              <w:t>2, 5)</w:t>
            </w:r>
          </w:p>
        </w:tc>
        <w:tc>
          <w:tcPr>
            <w:tcW w:w="1792" w:type="dxa"/>
            <w:vMerge/>
            <w:shd w:val="clear" w:color="auto" w:fill="auto"/>
            <w:vAlign w:val="center"/>
          </w:tcPr>
          <w:p w14:paraId="0984FE5C" w14:textId="77777777" w:rsidR="00B15E99" w:rsidRPr="00EF2F0E" w:rsidRDefault="00B15E99" w:rsidP="00A40339">
            <w:pPr>
              <w:pStyle w:val="TAL"/>
              <w:rPr>
                <w:rFonts w:cs="Arial"/>
                <w:szCs w:val="18"/>
                <w:lang w:eastAsia="ja-JP"/>
              </w:rPr>
            </w:pPr>
          </w:p>
        </w:tc>
        <w:tc>
          <w:tcPr>
            <w:tcW w:w="1777" w:type="dxa"/>
            <w:vMerge/>
            <w:shd w:val="clear" w:color="auto" w:fill="auto"/>
            <w:vAlign w:val="center"/>
          </w:tcPr>
          <w:p w14:paraId="0984FE5D" w14:textId="77777777" w:rsidR="00B15E99" w:rsidRPr="00EF2F0E" w:rsidRDefault="00B15E99" w:rsidP="00A40339">
            <w:pPr>
              <w:pStyle w:val="TAL"/>
              <w:rPr>
                <w:rFonts w:cs="Arial"/>
                <w:szCs w:val="18"/>
                <w:lang w:eastAsia="ja-JP"/>
              </w:rPr>
            </w:pPr>
          </w:p>
        </w:tc>
      </w:tr>
      <w:tr w:rsidR="003401A4" w:rsidRPr="00EF2F0E" w14:paraId="0984FE66" w14:textId="77777777" w:rsidTr="00A40339">
        <w:trPr>
          <w:trHeight w:val="345"/>
          <w:jc w:val="center"/>
        </w:trPr>
        <w:tc>
          <w:tcPr>
            <w:tcW w:w="1796" w:type="dxa"/>
            <w:vMerge w:val="restart"/>
            <w:shd w:val="clear" w:color="auto" w:fill="auto"/>
          </w:tcPr>
          <w:p w14:paraId="0984FE5F" w14:textId="77777777" w:rsidR="00B15E99" w:rsidRPr="00EF2F0E" w:rsidRDefault="00B15E99" w:rsidP="00A40339">
            <w:pPr>
              <w:pStyle w:val="TAL"/>
              <w:rPr>
                <w:rFonts w:cs="Arial"/>
                <w:szCs w:val="18"/>
                <w:lang w:eastAsia="ja-JP"/>
              </w:rPr>
            </w:pPr>
            <w:r w:rsidRPr="00EF2F0E">
              <w:rPr>
                <w:rFonts w:cs="Arial"/>
                <w:szCs w:val="18"/>
                <w:lang w:eastAsia="ja-JP"/>
              </w:rPr>
              <w:t>Medium Range BS</w:t>
            </w:r>
          </w:p>
        </w:tc>
        <w:tc>
          <w:tcPr>
            <w:tcW w:w="1775" w:type="dxa"/>
            <w:shd w:val="clear" w:color="auto" w:fill="auto"/>
          </w:tcPr>
          <w:p w14:paraId="0984FE60" w14:textId="77777777" w:rsidR="00B15E99" w:rsidRPr="00EF2F0E" w:rsidRDefault="00B15E99" w:rsidP="00A40339">
            <w:pPr>
              <w:pStyle w:val="TAC"/>
              <w:rPr>
                <w:vertAlign w:val="subscript"/>
              </w:rPr>
            </w:pPr>
            <w:r w:rsidRPr="00EF2F0E">
              <w:rPr>
                <w:szCs w:val="18"/>
                <w:lang w:eastAsia="ja-JP"/>
              </w:rPr>
              <w:t xml:space="preserve">-35 + y - </w:t>
            </w:r>
            <w:r w:rsidRPr="00EF2F0E">
              <w:t>Δ</w:t>
            </w:r>
            <w:r w:rsidRPr="00EF2F0E">
              <w:rPr>
                <w:vertAlign w:val="subscript"/>
              </w:rPr>
              <w:t>OTAREFSENS</w:t>
            </w:r>
          </w:p>
          <w:p w14:paraId="0984FE61" w14:textId="77777777" w:rsidR="00B15E99" w:rsidRPr="00EF2F0E" w:rsidRDefault="00B15E99" w:rsidP="00A40339">
            <w:pPr>
              <w:pStyle w:val="TAC"/>
              <w:rPr>
                <w:vertAlign w:val="subscript"/>
              </w:rPr>
            </w:pPr>
            <w:r w:rsidRPr="00EF2F0E">
              <w:t>(NOTE 7)</w:t>
            </w:r>
          </w:p>
        </w:tc>
        <w:tc>
          <w:tcPr>
            <w:tcW w:w="1815" w:type="dxa"/>
            <w:shd w:val="clear" w:color="auto" w:fill="auto"/>
            <w:vAlign w:val="center"/>
          </w:tcPr>
          <w:p w14:paraId="0984FE62"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REFSENS</w:t>
            </w:r>
            <w:r w:rsidRPr="00EF2F0E">
              <w:rPr>
                <w:szCs w:val="18"/>
                <w:lang w:eastAsia="ja-JP"/>
              </w:rPr>
              <w:t xml:space="preserve"> + x dB </w:t>
            </w:r>
          </w:p>
          <w:p w14:paraId="0984FE63" w14:textId="77777777" w:rsidR="00B15E99" w:rsidRPr="00EF2F0E" w:rsidRDefault="00B15E99" w:rsidP="00A40339">
            <w:pPr>
              <w:pStyle w:val="TAC"/>
              <w:rPr>
                <w:szCs w:val="18"/>
                <w:lang w:eastAsia="ja-JP"/>
              </w:rPr>
            </w:pPr>
            <w:r w:rsidRPr="00EF2F0E">
              <w:rPr>
                <w:szCs w:val="18"/>
                <w:lang w:eastAsia="ja-JP"/>
              </w:rPr>
              <w:t xml:space="preserve"> (NOTE</w:t>
            </w:r>
            <w:r w:rsidRPr="00EF2F0E">
              <w:rPr>
                <w:lang w:eastAsia="ja-JP"/>
              </w:rPr>
              <w:t xml:space="preserve"> </w:t>
            </w:r>
            <w:r w:rsidRPr="00EF2F0E">
              <w:rPr>
                <w:szCs w:val="18"/>
                <w:lang w:eastAsia="ja-JP"/>
              </w:rPr>
              <w:t>3, 5)</w:t>
            </w:r>
          </w:p>
        </w:tc>
        <w:tc>
          <w:tcPr>
            <w:tcW w:w="1792" w:type="dxa"/>
            <w:vMerge/>
            <w:shd w:val="clear" w:color="auto" w:fill="auto"/>
          </w:tcPr>
          <w:p w14:paraId="0984FE64" w14:textId="77777777" w:rsidR="00B15E99" w:rsidRPr="00EF2F0E" w:rsidRDefault="00B15E99" w:rsidP="00A40339">
            <w:pPr>
              <w:pStyle w:val="TAL"/>
              <w:rPr>
                <w:rFonts w:cs="Arial"/>
                <w:szCs w:val="18"/>
                <w:lang w:eastAsia="ja-JP"/>
              </w:rPr>
            </w:pPr>
          </w:p>
        </w:tc>
        <w:tc>
          <w:tcPr>
            <w:tcW w:w="1777" w:type="dxa"/>
            <w:vMerge/>
            <w:shd w:val="clear" w:color="auto" w:fill="auto"/>
          </w:tcPr>
          <w:p w14:paraId="0984FE65" w14:textId="77777777" w:rsidR="00B15E99" w:rsidRPr="00EF2F0E" w:rsidRDefault="00B15E99" w:rsidP="00A40339">
            <w:pPr>
              <w:pStyle w:val="TAL"/>
              <w:rPr>
                <w:rFonts w:cs="Arial"/>
                <w:szCs w:val="18"/>
                <w:lang w:eastAsia="ja-JP"/>
              </w:rPr>
            </w:pPr>
          </w:p>
        </w:tc>
      </w:tr>
      <w:tr w:rsidR="003401A4" w:rsidRPr="00EF2F0E" w14:paraId="0984FE6D" w14:textId="77777777" w:rsidTr="00A40339">
        <w:trPr>
          <w:trHeight w:val="344"/>
          <w:jc w:val="center"/>
        </w:trPr>
        <w:tc>
          <w:tcPr>
            <w:tcW w:w="1796" w:type="dxa"/>
            <w:vMerge/>
            <w:shd w:val="clear" w:color="auto" w:fill="auto"/>
          </w:tcPr>
          <w:p w14:paraId="0984FE67" w14:textId="77777777" w:rsidR="00B15E99" w:rsidRPr="00EF2F0E" w:rsidRDefault="00B15E99" w:rsidP="00A40339">
            <w:pPr>
              <w:pStyle w:val="TAL"/>
              <w:rPr>
                <w:rFonts w:cs="Arial"/>
                <w:szCs w:val="18"/>
                <w:lang w:eastAsia="ja-JP"/>
              </w:rPr>
            </w:pPr>
          </w:p>
        </w:tc>
        <w:tc>
          <w:tcPr>
            <w:tcW w:w="1775" w:type="dxa"/>
            <w:shd w:val="clear" w:color="auto" w:fill="auto"/>
          </w:tcPr>
          <w:p w14:paraId="0984FE68" w14:textId="77777777" w:rsidR="00B15E99" w:rsidRPr="00EF2F0E" w:rsidRDefault="00B15E99" w:rsidP="00A40339">
            <w:pPr>
              <w:pStyle w:val="TAC"/>
              <w:rPr>
                <w:vertAlign w:val="subscript"/>
              </w:rPr>
            </w:pPr>
            <w:r w:rsidRPr="00EF2F0E">
              <w:rPr>
                <w:szCs w:val="18"/>
                <w:lang w:eastAsia="ja-JP"/>
              </w:rPr>
              <w:t xml:space="preserve">-35 + y -  </w:t>
            </w:r>
            <w:r w:rsidRPr="00EF2F0E">
              <w:t>Δ</w:t>
            </w:r>
            <w:r w:rsidRPr="00EF2F0E">
              <w:rPr>
                <w:vertAlign w:val="subscript"/>
              </w:rPr>
              <w:t>minSENS</w:t>
            </w:r>
          </w:p>
          <w:p w14:paraId="0984FE69" w14:textId="77777777" w:rsidR="00B15E99" w:rsidRPr="00EF2F0E" w:rsidRDefault="00B15E99" w:rsidP="00A40339">
            <w:pPr>
              <w:pStyle w:val="TAC"/>
              <w:rPr>
                <w:szCs w:val="18"/>
                <w:lang w:eastAsia="ja-JP"/>
              </w:rPr>
            </w:pPr>
            <w:r w:rsidRPr="00EF2F0E">
              <w:t>(NOTE 7)</w:t>
            </w:r>
          </w:p>
        </w:tc>
        <w:tc>
          <w:tcPr>
            <w:tcW w:w="1815" w:type="dxa"/>
            <w:shd w:val="clear" w:color="auto" w:fill="auto"/>
            <w:vAlign w:val="center"/>
          </w:tcPr>
          <w:p w14:paraId="0984FE6A"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minSENS</w:t>
            </w:r>
            <w:r w:rsidRPr="00EF2F0E">
              <w:rPr>
                <w:szCs w:val="18"/>
                <w:lang w:eastAsia="ja-JP"/>
              </w:rPr>
              <w:t xml:space="preserve"> + x dB  (NOTE</w:t>
            </w:r>
            <w:r w:rsidRPr="00EF2F0E">
              <w:rPr>
                <w:lang w:eastAsia="ja-JP"/>
              </w:rPr>
              <w:t xml:space="preserve"> </w:t>
            </w:r>
            <w:r w:rsidRPr="00EF2F0E">
              <w:rPr>
                <w:szCs w:val="18"/>
                <w:lang w:eastAsia="ja-JP"/>
              </w:rPr>
              <w:t>3, 5)</w:t>
            </w:r>
          </w:p>
        </w:tc>
        <w:tc>
          <w:tcPr>
            <w:tcW w:w="1792" w:type="dxa"/>
            <w:vMerge/>
            <w:shd w:val="clear" w:color="auto" w:fill="auto"/>
          </w:tcPr>
          <w:p w14:paraId="0984FE6B" w14:textId="77777777" w:rsidR="00B15E99" w:rsidRPr="00EF2F0E" w:rsidRDefault="00B15E99" w:rsidP="00A40339">
            <w:pPr>
              <w:pStyle w:val="TAL"/>
              <w:rPr>
                <w:rFonts w:cs="Arial"/>
                <w:szCs w:val="18"/>
                <w:lang w:eastAsia="ja-JP"/>
              </w:rPr>
            </w:pPr>
          </w:p>
        </w:tc>
        <w:tc>
          <w:tcPr>
            <w:tcW w:w="1777" w:type="dxa"/>
            <w:vMerge/>
            <w:shd w:val="clear" w:color="auto" w:fill="auto"/>
          </w:tcPr>
          <w:p w14:paraId="0984FE6C" w14:textId="77777777" w:rsidR="00B15E99" w:rsidRPr="00EF2F0E" w:rsidRDefault="00B15E99" w:rsidP="00A40339">
            <w:pPr>
              <w:pStyle w:val="TAL"/>
              <w:rPr>
                <w:rFonts w:cs="Arial"/>
                <w:szCs w:val="18"/>
                <w:lang w:eastAsia="ja-JP"/>
              </w:rPr>
            </w:pPr>
          </w:p>
        </w:tc>
      </w:tr>
      <w:tr w:rsidR="003401A4" w:rsidRPr="00EF2F0E" w14:paraId="0984FE74" w14:textId="77777777" w:rsidTr="00A40339">
        <w:trPr>
          <w:trHeight w:val="345"/>
          <w:jc w:val="center"/>
        </w:trPr>
        <w:tc>
          <w:tcPr>
            <w:tcW w:w="1796" w:type="dxa"/>
            <w:vMerge w:val="restart"/>
            <w:shd w:val="clear" w:color="auto" w:fill="auto"/>
          </w:tcPr>
          <w:p w14:paraId="0984FE6E" w14:textId="77777777" w:rsidR="00B15E99" w:rsidRPr="00EF2F0E" w:rsidRDefault="00B15E99" w:rsidP="00A40339">
            <w:pPr>
              <w:pStyle w:val="TAL"/>
              <w:rPr>
                <w:rFonts w:cs="Arial"/>
                <w:szCs w:val="18"/>
                <w:lang w:eastAsia="ja-JP"/>
              </w:rPr>
            </w:pPr>
            <w:r w:rsidRPr="00EF2F0E">
              <w:rPr>
                <w:rFonts w:cs="Arial"/>
                <w:szCs w:val="18"/>
                <w:lang w:eastAsia="ja-JP"/>
              </w:rPr>
              <w:t>Local Area BS</w:t>
            </w:r>
          </w:p>
        </w:tc>
        <w:tc>
          <w:tcPr>
            <w:tcW w:w="1775" w:type="dxa"/>
            <w:shd w:val="clear" w:color="auto" w:fill="auto"/>
          </w:tcPr>
          <w:p w14:paraId="0984FE6F" w14:textId="77777777" w:rsidR="00B15E99" w:rsidRPr="00EF2F0E" w:rsidRDefault="00B15E99" w:rsidP="00A40339">
            <w:pPr>
              <w:pStyle w:val="TAC"/>
              <w:rPr>
                <w:vertAlign w:val="subscript"/>
              </w:rPr>
            </w:pPr>
            <w:r w:rsidRPr="00EF2F0E">
              <w:rPr>
                <w:szCs w:val="18"/>
                <w:lang w:eastAsia="ja-JP"/>
              </w:rPr>
              <w:t xml:space="preserve">-30 + y - </w:t>
            </w:r>
            <w:r w:rsidRPr="00EF2F0E">
              <w:t>Δ</w:t>
            </w:r>
            <w:r w:rsidRPr="00EF2F0E">
              <w:rPr>
                <w:vertAlign w:val="subscript"/>
              </w:rPr>
              <w:t>OTAREFSENS</w:t>
            </w:r>
          </w:p>
          <w:p w14:paraId="0984FE70" w14:textId="77777777" w:rsidR="00B15E99" w:rsidRPr="00EF2F0E" w:rsidRDefault="00B15E99" w:rsidP="00A40339">
            <w:pPr>
              <w:pStyle w:val="TAC"/>
              <w:rPr>
                <w:vertAlign w:val="subscript"/>
              </w:rPr>
            </w:pPr>
            <w:r w:rsidRPr="00EF2F0E">
              <w:t>(NOTE 7)</w:t>
            </w:r>
          </w:p>
        </w:tc>
        <w:tc>
          <w:tcPr>
            <w:tcW w:w="1815" w:type="dxa"/>
            <w:shd w:val="clear" w:color="auto" w:fill="auto"/>
          </w:tcPr>
          <w:p w14:paraId="0984FE71"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REFSENS</w:t>
            </w:r>
            <w:r w:rsidRPr="00EF2F0E">
              <w:rPr>
                <w:szCs w:val="18"/>
                <w:lang w:eastAsia="ja-JP"/>
              </w:rPr>
              <w:t xml:space="preserve"> + x dB (</w:t>
            </w:r>
            <w:r w:rsidRPr="00EF2F0E">
              <w:rPr>
                <w:bCs/>
                <w:szCs w:val="18"/>
                <w:lang w:eastAsia="ja-JP"/>
              </w:rPr>
              <w:t>NOTE</w:t>
            </w:r>
            <w:r w:rsidRPr="00EF2F0E">
              <w:rPr>
                <w:lang w:eastAsia="ja-JP"/>
              </w:rPr>
              <w:t xml:space="preserve"> </w:t>
            </w:r>
            <w:r w:rsidRPr="00EF2F0E">
              <w:rPr>
                <w:szCs w:val="18"/>
                <w:lang w:eastAsia="ja-JP"/>
              </w:rPr>
              <w:t>4, 5)</w:t>
            </w:r>
          </w:p>
        </w:tc>
        <w:tc>
          <w:tcPr>
            <w:tcW w:w="1792" w:type="dxa"/>
            <w:vMerge/>
            <w:shd w:val="clear" w:color="auto" w:fill="auto"/>
          </w:tcPr>
          <w:p w14:paraId="0984FE72" w14:textId="77777777" w:rsidR="00B15E99" w:rsidRPr="00EF2F0E" w:rsidRDefault="00B15E99" w:rsidP="00A40339">
            <w:pPr>
              <w:pStyle w:val="TAL"/>
              <w:rPr>
                <w:rFonts w:cs="Arial"/>
                <w:szCs w:val="18"/>
                <w:lang w:eastAsia="ja-JP"/>
              </w:rPr>
            </w:pPr>
          </w:p>
        </w:tc>
        <w:tc>
          <w:tcPr>
            <w:tcW w:w="1777" w:type="dxa"/>
            <w:vMerge/>
            <w:shd w:val="clear" w:color="auto" w:fill="auto"/>
          </w:tcPr>
          <w:p w14:paraId="0984FE73" w14:textId="77777777" w:rsidR="00B15E99" w:rsidRPr="00EF2F0E" w:rsidRDefault="00B15E99" w:rsidP="00A40339">
            <w:pPr>
              <w:pStyle w:val="TAL"/>
              <w:rPr>
                <w:rFonts w:cs="Arial"/>
                <w:szCs w:val="18"/>
                <w:lang w:eastAsia="ja-JP"/>
              </w:rPr>
            </w:pPr>
          </w:p>
        </w:tc>
      </w:tr>
      <w:tr w:rsidR="003401A4" w:rsidRPr="00EF2F0E" w14:paraId="0984FE7B" w14:textId="77777777" w:rsidTr="00A40339">
        <w:trPr>
          <w:trHeight w:val="344"/>
          <w:jc w:val="center"/>
        </w:trPr>
        <w:tc>
          <w:tcPr>
            <w:tcW w:w="1796" w:type="dxa"/>
            <w:vMerge/>
            <w:shd w:val="clear" w:color="auto" w:fill="auto"/>
          </w:tcPr>
          <w:p w14:paraId="0984FE75" w14:textId="77777777" w:rsidR="00B15E99" w:rsidRPr="00EF2F0E" w:rsidRDefault="00B15E99" w:rsidP="00A40339">
            <w:pPr>
              <w:pStyle w:val="TAL"/>
              <w:rPr>
                <w:rFonts w:cs="Arial"/>
                <w:szCs w:val="18"/>
                <w:lang w:eastAsia="ja-JP"/>
              </w:rPr>
            </w:pPr>
          </w:p>
        </w:tc>
        <w:tc>
          <w:tcPr>
            <w:tcW w:w="1775" w:type="dxa"/>
            <w:shd w:val="clear" w:color="auto" w:fill="auto"/>
          </w:tcPr>
          <w:p w14:paraId="0984FE76" w14:textId="77777777" w:rsidR="00B15E99" w:rsidRPr="00EF2F0E" w:rsidRDefault="00B15E99" w:rsidP="00A40339">
            <w:pPr>
              <w:pStyle w:val="TAC"/>
              <w:rPr>
                <w:vertAlign w:val="subscript"/>
              </w:rPr>
            </w:pPr>
            <w:r w:rsidRPr="00EF2F0E">
              <w:rPr>
                <w:szCs w:val="18"/>
                <w:lang w:eastAsia="ja-JP"/>
              </w:rPr>
              <w:t xml:space="preserve">-30 + y - </w:t>
            </w:r>
            <w:r w:rsidRPr="00EF2F0E">
              <w:t>Δ</w:t>
            </w:r>
            <w:r w:rsidRPr="00EF2F0E">
              <w:rPr>
                <w:vertAlign w:val="subscript"/>
              </w:rPr>
              <w:t>minSENS</w:t>
            </w:r>
          </w:p>
          <w:p w14:paraId="0984FE77" w14:textId="77777777" w:rsidR="00B15E99" w:rsidRPr="00EF2F0E" w:rsidRDefault="00B15E99" w:rsidP="00A40339">
            <w:pPr>
              <w:pStyle w:val="TAC"/>
              <w:rPr>
                <w:szCs w:val="18"/>
                <w:lang w:eastAsia="ja-JP"/>
              </w:rPr>
            </w:pPr>
            <w:r w:rsidRPr="00EF2F0E">
              <w:t>(NOTE 7)</w:t>
            </w:r>
          </w:p>
        </w:tc>
        <w:tc>
          <w:tcPr>
            <w:tcW w:w="1815" w:type="dxa"/>
            <w:shd w:val="clear" w:color="auto" w:fill="auto"/>
          </w:tcPr>
          <w:p w14:paraId="0984FE78"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minSENS</w:t>
            </w:r>
            <w:r w:rsidRPr="00EF2F0E">
              <w:rPr>
                <w:szCs w:val="18"/>
                <w:lang w:eastAsia="ja-JP"/>
              </w:rPr>
              <w:t xml:space="preserve"> + x dB (</w:t>
            </w:r>
            <w:r w:rsidRPr="00EF2F0E">
              <w:rPr>
                <w:bCs/>
                <w:szCs w:val="18"/>
                <w:lang w:eastAsia="ja-JP"/>
              </w:rPr>
              <w:t>NOTE</w:t>
            </w:r>
            <w:r w:rsidRPr="00EF2F0E">
              <w:rPr>
                <w:lang w:eastAsia="ja-JP"/>
              </w:rPr>
              <w:t xml:space="preserve"> </w:t>
            </w:r>
            <w:r w:rsidRPr="00EF2F0E">
              <w:rPr>
                <w:szCs w:val="18"/>
                <w:lang w:eastAsia="ja-JP"/>
              </w:rPr>
              <w:t>4, 5)</w:t>
            </w:r>
          </w:p>
        </w:tc>
        <w:tc>
          <w:tcPr>
            <w:tcW w:w="1792" w:type="dxa"/>
            <w:vMerge/>
            <w:shd w:val="clear" w:color="auto" w:fill="auto"/>
          </w:tcPr>
          <w:p w14:paraId="0984FE79" w14:textId="77777777" w:rsidR="00B15E99" w:rsidRPr="00EF2F0E" w:rsidRDefault="00B15E99" w:rsidP="00A40339">
            <w:pPr>
              <w:pStyle w:val="TAL"/>
              <w:rPr>
                <w:rFonts w:cs="Arial"/>
                <w:szCs w:val="18"/>
                <w:lang w:eastAsia="ja-JP"/>
              </w:rPr>
            </w:pPr>
          </w:p>
        </w:tc>
        <w:tc>
          <w:tcPr>
            <w:tcW w:w="1777" w:type="dxa"/>
            <w:vMerge/>
            <w:shd w:val="clear" w:color="auto" w:fill="auto"/>
          </w:tcPr>
          <w:p w14:paraId="0984FE7A" w14:textId="77777777" w:rsidR="00B15E99" w:rsidRPr="00EF2F0E" w:rsidRDefault="00B15E99" w:rsidP="00A40339">
            <w:pPr>
              <w:pStyle w:val="TAL"/>
              <w:rPr>
                <w:rFonts w:cs="Arial"/>
                <w:szCs w:val="18"/>
                <w:lang w:eastAsia="ja-JP"/>
              </w:rPr>
            </w:pPr>
          </w:p>
        </w:tc>
      </w:tr>
      <w:tr w:rsidR="00B15E99" w:rsidRPr="00EF2F0E" w14:paraId="0984FE85" w14:textId="77777777" w:rsidTr="00A40339">
        <w:trPr>
          <w:jc w:val="center"/>
        </w:trPr>
        <w:tc>
          <w:tcPr>
            <w:tcW w:w="8955" w:type="dxa"/>
            <w:gridSpan w:val="5"/>
            <w:shd w:val="clear" w:color="auto" w:fill="auto"/>
          </w:tcPr>
          <w:p w14:paraId="0984FE7C" w14:textId="77777777" w:rsidR="00B15E99" w:rsidRPr="00EF2F0E" w:rsidRDefault="00B15E99" w:rsidP="00AB06FD">
            <w:pPr>
              <w:pStyle w:val="TAN"/>
              <w:rPr>
                <w:lang w:eastAsia="ja-JP"/>
              </w:rPr>
            </w:pPr>
            <w:r w:rsidRPr="00EF2F0E">
              <w:rPr>
                <w:lang w:eastAsia="ja-JP"/>
              </w:rPr>
              <w:t>NOTE 1:</w:t>
            </w:r>
            <w:r w:rsidRPr="00EF2F0E">
              <w:rPr>
                <w:lang w:eastAsia="ja-JP"/>
              </w:rPr>
              <w:tab/>
              <w:t>EIS</w:t>
            </w:r>
            <w:r w:rsidRPr="00EF2F0E">
              <w:rPr>
                <w:vertAlign w:val="subscript"/>
                <w:lang w:eastAsia="ja-JP"/>
              </w:rPr>
              <w:t>REFSENS</w:t>
            </w:r>
            <w:r w:rsidRPr="00EF2F0E">
              <w:rPr>
                <w:lang w:eastAsia="ja-JP"/>
              </w:rPr>
              <w:t xml:space="preserve"> and EIS</w:t>
            </w:r>
            <w:r w:rsidRPr="00EF2F0E">
              <w:rPr>
                <w:vertAlign w:val="subscript"/>
                <w:lang w:eastAsia="ja-JP"/>
              </w:rPr>
              <w:t>minSENS</w:t>
            </w:r>
            <w:r w:rsidRPr="00EF2F0E">
              <w:rPr>
                <w:lang w:eastAsia="ja-JP"/>
              </w:rPr>
              <w:t xml:space="preserve"> depend on the RAT, the BS class and on the </w:t>
            </w:r>
            <w:r w:rsidRPr="00EF2F0E">
              <w:rPr>
                <w:i/>
                <w:lang w:eastAsia="ja-JP"/>
              </w:rPr>
              <w:t>channel bandwidth</w:t>
            </w:r>
            <w:r w:rsidRPr="00EF2F0E">
              <w:rPr>
                <w:lang w:eastAsia="ja-JP"/>
              </w:rPr>
              <w:t>, see subclauses 10.3 and 10.2.</w:t>
            </w:r>
          </w:p>
          <w:p w14:paraId="0984FE7D" w14:textId="77777777" w:rsidR="00B15E99" w:rsidRPr="00EF2F0E" w:rsidRDefault="00B15E99" w:rsidP="00AB06FD">
            <w:pPr>
              <w:pStyle w:val="TAN"/>
              <w:rPr>
                <w:rFonts w:cs="Arial"/>
              </w:rPr>
            </w:pPr>
            <w:r w:rsidRPr="00EF2F0E">
              <w:rPr>
                <w:rFonts w:cs="Arial"/>
              </w:rPr>
              <w:t>NOTE 2:</w:t>
            </w:r>
            <w:r w:rsidRPr="00EF2F0E">
              <w:rPr>
                <w:rFonts w:cs="Arial"/>
              </w:rPr>
              <w:tab/>
              <w:t xml:space="preserve">For WA BS that does not support NR, </w:t>
            </w:r>
            <w:r w:rsidR="003401A4" w:rsidRPr="00EF2F0E">
              <w:rPr>
                <w:rFonts w:cs="Arial"/>
              </w:rPr>
              <w:t>"</w:t>
            </w:r>
            <w:r w:rsidRPr="00EF2F0E">
              <w:rPr>
                <w:rFonts w:cs="Arial"/>
              </w:rPr>
              <w:t>x</w:t>
            </w:r>
            <w:r w:rsidR="003401A4" w:rsidRPr="00EF2F0E">
              <w:rPr>
                <w:rFonts w:cs="Arial"/>
              </w:rPr>
              <w:t>"</w:t>
            </w:r>
            <w:r w:rsidRPr="00EF2F0E">
              <w:rPr>
                <w:rFonts w:cs="Arial"/>
              </w:rPr>
              <w:t xml:space="preserve"> is equal to 6 in case of E-UTRA or UTRA</w:t>
            </w:r>
            <w:r w:rsidRPr="00EF2F0E">
              <w:rPr>
                <w:rFonts w:cs="Arial"/>
                <w:lang w:eastAsia="zh-CN"/>
              </w:rPr>
              <w:t xml:space="preserve"> </w:t>
            </w:r>
            <w:r w:rsidRPr="00EF2F0E">
              <w:rPr>
                <w:rFonts w:cs="Arial"/>
              </w:rPr>
              <w:t xml:space="preserve">wanted signals. </w:t>
            </w:r>
          </w:p>
          <w:p w14:paraId="0984FE7E" w14:textId="77777777" w:rsidR="00B15E99" w:rsidRPr="00EF2F0E" w:rsidRDefault="00B15E99" w:rsidP="00AB06FD">
            <w:pPr>
              <w:pStyle w:val="TAN"/>
              <w:rPr>
                <w:rFonts w:cs="Arial"/>
              </w:rPr>
            </w:pPr>
            <w:r w:rsidRPr="00EF2F0E">
              <w:rPr>
                <w:rFonts w:cs="Arial"/>
              </w:rPr>
              <w:t>NOTE 3:</w:t>
            </w:r>
            <w:r w:rsidR="006E5225" w:rsidRPr="00EF2F0E">
              <w:rPr>
                <w:rFonts w:cs="Arial"/>
              </w:rPr>
              <w:tab/>
            </w:r>
            <w:r w:rsidRPr="00EF2F0E">
              <w:rPr>
                <w:rFonts w:cs="Arial"/>
              </w:rPr>
              <w:t xml:space="preserve">For MR BS that does not support NR, </w:t>
            </w:r>
            <w:r w:rsidR="003401A4" w:rsidRPr="00EF2F0E">
              <w:rPr>
                <w:rFonts w:cs="Arial"/>
              </w:rPr>
              <w:t>"</w:t>
            </w:r>
            <w:r w:rsidRPr="00EF2F0E">
              <w:rPr>
                <w:rFonts w:cs="Arial"/>
              </w:rPr>
              <w:t>x</w:t>
            </w:r>
            <w:r w:rsidR="003401A4" w:rsidRPr="00EF2F0E">
              <w:rPr>
                <w:rFonts w:cs="Arial"/>
              </w:rPr>
              <w:t>"</w:t>
            </w:r>
            <w:r w:rsidRPr="00EF2F0E">
              <w:rPr>
                <w:rFonts w:cs="Arial"/>
              </w:rPr>
              <w:t xml:space="preserve"> is equal to 6 in case of UTRA wanted signals, 9 in case of E-UTRA wanted signal.</w:t>
            </w:r>
          </w:p>
          <w:p w14:paraId="0984FE7F" w14:textId="77777777" w:rsidR="00B15E99" w:rsidRPr="00EF2F0E" w:rsidRDefault="00B15E99" w:rsidP="00AB06FD">
            <w:pPr>
              <w:pStyle w:val="TAN"/>
              <w:rPr>
                <w:rFonts w:cs="Arial"/>
              </w:rPr>
            </w:pPr>
            <w:r w:rsidRPr="00EF2F0E">
              <w:rPr>
                <w:rFonts w:cs="Arial"/>
              </w:rPr>
              <w:t>NOTE 4:</w:t>
            </w:r>
            <w:r w:rsidR="006E5225" w:rsidRPr="00EF2F0E">
              <w:rPr>
                <w:rFonts w:cs="Arial"/>
              </w:rPr>
              <w:tab/>
            </w:r>
            <w:r w:rsidRPr="00EF2F0E">
              <w:rPr>
                <w:rFonts w:cs="Arial"/>
              </w:rPr>
              <w:t xml:space="preserve">For LA BS that does not support NR, </w:t>
            </w:r>
            <w:r w:rsidR="003401A4" w:rsidRPr="00EF2F0E">
              <w:rPr>
                <w:rFonts w:cs="Arial"/>
              </w:rPr>
              <w:t>"</w:t>
            </w:r>
            <w:r w:rsidRPr="00EF2F0E">
              <w:rPr>
                <w:rFonts w:cs="Arial"/>
              </w:rPr>
              <w:t>x</w:t>
            </w:r>
            <w:r w:rsidR="003401A4" w:rsidRPr="00EF2F0E">
              <w:rPr>
                <w:rFonts w:cs="Arial"/>
              </w:rPr>
              <w:t>"</w:t>
            </w:r>
            <w:r w:rsidRPr="00EF2F0E">
              <w:rPr>
                <w:rFonts w:cs="Arial"/>
              </w:rPr>
              <w:t xml:space="preserve"> is equal to 11 in case of E-UTRA wanted signal, 6 in case of UTRA wanted signal.</w:t>
            </w:r>
          </w:p>
          <w:p w14:paraId="0984FE80" w14:textId="77777777" w:rsidR="00B15E99" w:rsidRPr="00EF2F0E" w:rsidRDefault="00B15E99" w:rsidP="00AB06FD">
            <w:pPr>
              <w:pStyle w:val="TAN"/>
              <w:rPr>
                <w:rFonts w:cs="Arial"/>
              </w:rPr>
            </w:pPr>
            <w:r w:rsidRPr="00EF2F0E">
              <w:rPr>
                <w:rFonts w:cs="Arial"/>
              </w:rPr>
              <w:t>NOTE 5:</w:t>
            </w:r>
            <w:r w:rsidR="00DB3F6B" w:rsidRPr="00EF2F0E">
              <w:rPr>
                <w:rFonts w:cs="Arial"/>
              </w:rPr>
              <w:tab/>
            </w:r>
            <w:r w:rsidRPr="00EF2F0E">
              <w:rPr>
                <w:rFonts w:cs="Arial"/>
              </w:rPr>
              <w:t>For a BS that supports NR but does not support UTRA, x is equal to 6.</w:t>
            </w:r>
          </w:p>
          <w:p w14:paraId="758013C2" w14:textId="77777777" w:rsidR="00AC7771" w:rsidRPr="00EF2F0E" w:rsidRDefault="00AC7771" w:rsidP="00AC7771">
            <w:pPr>
              <w:pStyle w:val="TAN"/>
              <w:rPr>
                <w:rFonts w:cs="Arial"/>
              </w:rPr>
            </w:pPr>
            <w:r w:rsidRPr="00EF2F0E">
              <w:rPr>
                <w:rFonts w:cs="Arial"/>
              </w:rPr>
              <w:t>NOTE 6:</w:t>
            </w:r>
            <w:r w:rsidRPr="00EF2F0E">
              <w:rPr>
                <w:rFonts w:cs="Arial"/>
              </w:rPr>
              <w:tab/>
            </w:r>
            <w:r w:rsidRPr="00EF2F0E">
              <w:rPr>
                <w:rFonts w:cs="v3.8.0"/>
              </w:rPr>
              <w:t xml:space="preserve">For a BS capable of multi-band operation, </w:t>
            </w:r>
            <w:r w:rsidRPr="00EF2F0E">
              <w:rPr>
                <w:rFonts w:cs="Arial"/>
              </w:rPr>
              <w:t>"x" i</w:t>
            </w:r>
            <w:r w:rsidRPr="00EF2F0E">
              <w:rPr>
                <w:rFonts w:cs="Arial"/>
                <w:lang w:eastAsia="zh-CN"/>
              </w:rPr>
              <w:t>n Note 2, 3, 4, 5 applies</w:t>
            </w:r>
            <w:r w:rsidRPr="00EF2F0E">
              <w:rPr>
                <w:rFonts w:cs="Arial"/>
              </w:rPr>
              <w:t xml:space="preserve"> in case of interfering signals that are in the in-band blocking frequency range of the operating band where the wanted signal is present or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EF2F0E">
              <w:rPr>
                <w:rFonts w:cs="Arial"/>
              </w:rPr>
              <w:t>. For other in-band blocking frequency ranges of the interfering signal for the supported operating bands, "x" is equal to 1.4 dB.</w:t>
            </w:r>
          </w:p>
          <w:p w14:paraId="0984FE82" w14:textId="77777777" w:rsidR="00B15E99" w:rsidRPr="00EF2F0E" w:rsidRDefault="00B15E99" w:rsidP="00AB06FD">
            <w:pPr>
              <w:pStyle w:val="TAN"/>
              <w:rPr>
                <w:rFonts w:cs="Arial"/>
              </w:rPr>
            </w:pPr>
            <w:r w:rsidRPr="00EF2F0E">
              <w:rPr>
                <w:rFonts w:cs="Arial"/>
              </w:rPr>
              <w:t>NOTE 7:</w:t>
            </w:r>
            <w:r w:rsidR="00DB3F6B" w:rsidRPr="00EF2F0E">
              <w:rPr>
                <w:rFonts w:cs="Arial"/>
              </w:rPr>
              <w:tab/>
            </w:r>
            <w:r w:rsidRPr="00EF2F0E">
              <w:t xml:space="preserve">For a BS that not supporting NR, </w:t>
            </w:r>
            <w:r w:rsidR="003401A4" w:rsidRPr="00EF2F0E">
              <w:rPr>
                <w:rFonts w:cs="Arial"/>
              </w:rPr>
              <w:t>"</w:t>
            </w:r>
            <w:r w:rsidRPr="00EF2F0E">
              <w:t>y</w:t>
            </w:r>
            <w:r w:rsidR="003401A4" w:rsidRPr="00EF2F0E">
              <w:rPr>
                <w:rFonts w:cs="Arial"/>
              </w:rPr>
              <w:t>"</w:t>
            </w:r>
            <w:r w:rsidRPr="00EF2F0E">
              <w:t xml:space="preserve"> is equal to zero for all BS classes. For a BS that supports NR but does not support UTRA, </w:t>
            </w:r>
            <w:r w:rsidR="003401A4" w:rsidRPr="00EF2F0E">
              <w:rPr>
                <w:rFonts w:cs="Arial"/>
              </w:rPr>
              <w:t>"</w:t>
            </w:r>
            <w:r w:rsidRPr="00EF2F0E">
              <w:t>y</w:t>
            </w:r>
            <w:r w:rsidR="003401A4" w:rsidRPr="00EF2F0E">
              <w:rPr>
                <w:rFonts w:cs="Arial"/>
              </w:rPr>
              <w:t>"</w:t>
            </w:r>
            <w:r w:rsidRPr="00EF2F0E">
              <w:t xml:space="preserve"> is equal to -3 for the WA and MR BS class and -5 for the LA BS class.</w:t>
            </w:r>
          </w:p>
          <w:p w14:paraId="0984FE83" w14:textId="77777777" w:rsidR="00B15E99" w:rsidRPr="00EF2F0E" w:rsidRDefault="00B15E99" w:rsidP="00AB06FD">
            <w:pPr>
              <w:pStyle w:val="TAN"/>
              <w:rPr>
                <w:rFonts w:cs="Arial"/>
              </w:rPr>
            </w:pPr>
            <w:r w:rsidRPr="00EF2F0E">
              <w:rPr>
                <w:rFonts w:cs="Arial"/>
              </w:rPr>
              <w:t>NOTE 8:</w:t>
            </w:r>
            <w:r w:rsidR="00DB3F6B" w:rsidRPr="00EF2F0E">
              <w:rPr>
                <w:rFonts w:cs="Arial"/>
              </w:rPr>
              <w:tab/>
            </w:r>
            <w:r w:rsidRPr="00EF2F0E">
              <w:rPr>
                <w:rFonts w:cs="Arial"/>
              </w:rPr>
              <w:t>The downlink frequency range of an FDD operating band is excluded from the general blocking requirement.</w:t>
            </w:r>
          </w:p>
          <w:p w14:paraId="0984FE84" w14:textId="77777777" w:rsidR="00EC1CB2" w:rsidRPr="00EF2F0E" w:rsidRDefault="00EC1CB2" w:rsidP="00AB06FD">
            <w:pPr>
              <w:pStyle w:val="TAN"/>
              <w:rPr>
                <w:lang w:eastAsia="ja-JP"/>
              </w:rPr>
            </w:pPr>
            <w:r w:rsidRPr="00EF2F0E">
              <w:rPr>
                <w:rFonts w:cs="Arial"/>
              </w:rPr>
              <w:t>NOTE 9:</w:t>
            </w:r>
            <w:r w:rsidRPr="00EF2F0E">
              <w:rPr>
                <w:rFonts w:cs="Arial"/>
              </w:rPr>
              <w:tab/>
              <w:t>For NR wanted signal channel bandwidth greater than 20 MHz, z = 22.5. For all other cases, z = 0.</w:t>
            </w:r>
          </w:p>
        </w:tc>
      </w:tr>
    </w:tbl>
    <w:p w14:paraId="0984FE86" w14:textId="77777777" w:rsidR="00B15E99" w:rsidRPr="00EF2F0E" w:rsidRDefault="00B15E99" w:rsidP="00A40339"/>
    <w:p w14:paraId="0984FE87" w14:textId="77777777" w:rsidR="00B15E99" w:rsidRPr="00EF2F0E" w:rsidRDefault="00B15E99" w:rsidP="00A40339">
      <w:pPr>
        <w:pStyle w:val="TH"/>
        <w:rPr>
          <w:rFonts w:eastAsia="Osaka"/>
        </w:rPr>
      </w:pPr>
      <w:r w:rsidRPr="00EF2F0E">
        <w:rPr>
          <w:rFonts w:eastAsia="Osaka"/>
        </w:rPr>
        <w:t xml:space="preserve">Table 10.5.2.1-2: </w:t>
      </w:r>
      <w:r w:rsidR="00DB3F6B" w:rsidRPr="00EF2F0E">
        <w:rPr>
          <w:rFonts w:eastAsia="Osaka"/>
        </w:rPr>
        <w:t>(Void)</w:t>
      </w:r>
    </w:p>
    <w:p w14:paraId="0984FE88" w14:textId="77777777" w:rsidR="00B15E99" w:rsidRPr="00EF2F0E" w:rsidRDefault="00B15E99" w:rsidP="00A40339"/>
    <w:p w14:paraId="0984FE89" w14:textId="77777777" w:rsidR="00B15E99" w:rsidRPr="00EF2F0E" w:rsidRDefault="00B15E99" w:rsidP="00A40339">
      <w:pPr>
        <w:pStyle w:val="NO"/>
      </w:pPr>
      <w:r w:rsidRPr="00EF2F0E">
        <w:t>NOTE:</w:t>
      </w:r>
      <w:r w:rsidRPr="00EF2F0E">
        <w:tab/>
        <w:t xml:space="preserve">The requirement in table 10.5.2.1-1 assumes that two operating bands, where the </w:t>
      </w:r>
      <w:r w:rsidRPr="00EF2F0E">
        <w:rPr>
          <w:i/>
        </w:rPr>
        <w:t>downlink operating band</w:t>
      </w:r>
      <w:r w:rsidRPr="00EF2F0E">
        <w:t xml:space="preserve"> (see subclause 4.5 in 3GPP TS 37.104 [9]) of one band would be within the in-band blocking region of the other band, are not deployed in the same geographical area.</w:t>
      </w:r>
    </w:p>
    <w:p w14:paraId="0984FE8A" w14:textId="77777777" w:rsidR="00B15E99" w:rsidRPr="00EF2F0E" w:rsidRDefault="00B15E99" w:rsidP="00AB06FD">
      <w:pPr>
        <w:pStyle w:val="Heading4"/>
        <w:ind w:left="0" w:firstLine="0"/>
      </w:pPr>
      <w:bookmarkStart w:id="5107" w:name="_Toc21096154"/>
      <w:bookmarkStart w:id="5108" w:name="_Toc29763353"/>
      <w:bookmarkStart w:id="5109" w:name="_Toc45869638"/>
      <w:bookmarkStart w:id="5110" w:name="_Toc52554891"/>
      <w:bookmarkStart w:id="5111" w:name="_Toc52555361"/>
      <w:bookmarkStart w:id="5112" w:name="_Toc61112593"/>
      <w:bookmarkStart w:id="5113" w:name="_Toc67911745"/>
      <w:bookmarkStart w:id="5114" w:name="_Toc74843220"/>
      <w:bookmarkStart w:id="5115" w:name="_Toc76503603"/>
      <w:bookmarkStart w:id="5116" w:name="_Toc83041046"/>
      <w:bookmarkStart w:id="5117" w:name="_Toc89852089"/>
      <w:bookmarkStart w:id="5118" w:name="_Toc98676443"/>
      <w:r w:rsidRPr="00EF2F0E">
        <w:t>10.5.2.2</w:t>
      </w:r>
      <w:r w:rsidRPr="00EF2F0E">
        <w:tab/>
        <w:t>General narrowband blocking minimum requirement</w:t>
      </w:r>
      <w:bookmarkEnd w:id="5107"/>
      <w:bookmarkEnd w:id="5108"/>
      <w:bookmarkEnd w:id="5109"/>
      <w:bookmarkEnd w:id="5110"/>
      <w:bookmarkEnd w:id="5111"/>
      <w:bookmarkEnd w:id="5112"/>
      <w:bookmarkEnd w:id="5113"/>
      <w:bookmarkEnd w:id="5114"/>
      <w:bookmarkEnd w:id="5115"/>
      <w:bookmarkEnd w:id="5116"/>
      <w:bookmarkEnd w:id="5117"/>
      <w:bookmarkEnd w:id="5118"/>
    </w:p>
    <w:p w14:paraId="0984FE8B" w14:textId="77777777" w:rsidR="00B15E99" w:rsidRPr="00EF2F0E" w:rsidRDefault="00B15E99" w:rsidP="00A40339">
      <w:r w:rsidRPr="00EF2F0E">
        <w:t>For the general narrowband blocking requirement, the interfering signal shall be an E-UTRA 1RB signal as specified in 3GPP TS 37.104 [9], annex A.</w:t>
      </w:r>
    </w:p>
    <w:p w14:paraId="0984FE8C" w14:textId="77777777" w:rsidR="00B15E99" w:rsidRPr="00EF2F0E" w:rsidRDefault="00B15E99" w:rsidP="00A40339">
      <w:r w:rsidRPr="00EF2F0E">
        <w:t xml:space="preserve">The requirement is applicable outside the </w:t>
      </w:r>
      <w:r w:rsidRPr="00EF2F0E">
        <w:rPr>
          <w:i/>
        </w:rPr>
        <w:t>Base Station RF Bandwidth</w:t>
      </w:r>
      <w:r w:rsidRPr="00EF2F0E">
        <w:t xml:space="preserve"> or </w:t>
      </w:r>
      <w:r w:rsidRPr="00EF2F0E">
        <w:rPr>
          <w:i/>
        </w:rPr>
        <w:t>Radio Bandwidth</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or </w:t>
      </w:r>
      <w:r w:rsidRPr="00EF2F0E">
        <w:rPr>
          <w:i/>
        </w:rPr>
        <w:t>Radio Bandwidth</w:t>
      </w:r>
      <w:r w:rsidRPr="00EF2F0E">
        <w:t xml:space="preserve"> edges.</w:t>
      </w:r>
    </w:p>
    <w:p w14:paraId="0984FE8D" w14:textId="77777777" w:rsidR="00B15E99" w:rsidRPr="00EF2F0E" w:rsidRDefault="00B15E99" w:rsidP="00A40339">
      <w:r w:rsidRPr="00EF2F0E">
        <w:t xml:space="preserve">For RIBs supporting operation in </w:t>
      </w:r>
      <w:r w:rsidRPr="00EF2F0E">
        <w:rPr>
          <w:i/>
        </w:rPr>
        <w:t>non-contiguous spectrum</w:t>
      </w:r>
      <w:r w:rsidRPr="00EF2F0E">
        <w:t xml:space="preserve">, the requirement applies in addition inside any </w:t>
      </w:r>
      <w:r w:rsidRPr="00EF2F0E">
        <w:rPr>
          <w:i/>
        </w:rPr>
        <w:t>sub-block gap</w:t>
      </w:r>
      <w:r w:rsidRPr="00EF2F0E">
        <w:t>, in case the</w:t>
      </w:r>
      <w:r w:rsidRPr="00EF2F0E">
        <w:rPr>
          <w:i/>
        </w:rPr>
        <w:t xml:space="preserve"> sub-block gap</w:t>
      </w:r>
      <w:r w:rsidRPr="00EF2F0E">
        <w:t xml:space="preserve"> size is at least 3 MHz. The interfering signal offset is defined relative to the </w:t>
      </w:r>
      <w:r w:rsidRPr="00EF2F0E">
        <w:rPr>
          <w:i/>
        </w:rPr>
        <w:t>sub-block</w:t>
      </w:r>
      <w:r w:rsidRPr="00EF2F0E">
        <w:t xml:space="preserve"> edges inside the </w:t>
      </w:r>
      <w:r w:rsidRPr="00EF2F0E">
        <w:rPr>
          <w:i/>
        </w:rPr>
        <w:t>sub-block gap</w:t>
      </w:r>
      <w:r w:rsidRPr="00EF2F0E">
        <w:t>.</w:t>
      </w:r>
    </w:p>
    <w:p w14:paraId="0984FE8E" w14:textId="77777777" w:rsidR="00B15E99" w:rsidRPr="00EF2F0E" w:rsidRDefault="00B15E99" w:rsidP="00A40339">
      <w:r w:rsidRPr="00EF2F0E">
        <w:t xml:space="preserve">For </w:t>
      </w:r>
      <w:r w:rsidRPr="00EF2F0E">
        <w:rPr>
          <w:i/>
        </w:rPr>
        <w:t>multi-band RIBs</w:t>
      </w:r>
      <w:r w:rsidRPr="00EF2F0E">
        <w:t xml:space="preserve">, the requirement applies in addition inside any </w:t>
      </w:r>
      <w:r w:rsidRPr="00EF2F0E">
        <w:rPr>
          <w:i/>
        </w:rPr>
        <w:t>Inter RF Bandwidth gap</w:t>
      </w:r>
      <w:r w:rsidRPr="00EF2F0E">
        <w:t xml:space="preserve">, in case the gap size is at least 3 MHz. The interfering signal offset is defined relative to the </w:t>
      </w:r>
      <w:r w:rsidRPr="00EF2F0E">
        <w:rPr>
          <w:i/>
        </w:rPr>
        <w:t>Base Station RF Bandwidth</w:t>
      </w:r>
      <w:r w:rsidRPr="00EF2F0E">
        <w:t xml:space="preserve"> </w:t>
      </w:r>
      <w:r w:rsidRPr="00EF2F0E">
        <w:rPr>
          <w:i/>
        </w:rPr>
        <w:t>edges</w:t>
      </w:r>
      <w:r w:rsidRPr="00EF2F0E">
        <w:t xml:space="preserve"> inside the </w:t>
      </w:r>
      <w:r w:rsidRPr="00EF2F0E">
        <w:rPr>
          <w:i/>
        </w:rPr>
        <w:t>Inter RF Bandwidth gap</w:t>
      </w:r>
      <w:r w:rsidRPr="00EF2F0E">
        <w:t>.</w:t>
      </w:r>
    </w:p>
    <w:p w14:paraId="0984FE8F" w14:textId="77777777" w:rsidR="00B15E99" w:rsidRPr="00EF2F0E" w:rsidRDefault="00B15E99" w:rsidP="00A40339">
      <w:r w:rsidRPr="00EF2F0E">
        <w:t>For the wanted and interfering signal at the RIB using the parameters in table 10.5.2.2</w:t>
      </w:r>
      <w:r w:rsidRPr="00EF2F0E">
        <w:noBreakHyphen/>
        <w:t>1, the following requirements shall be met:</w:t>
      </w:r>
    </w:p>
    <w:p w14:paraId="0984FE90" w14:textId="77777777" w:rsidR="00B15E99" w:rsidRPr="00EF2F0E" w:rsidRDefault="00B15E99" w:rsidP="00A40339">
      <w:pPr>
        <w:pStyle w:val="B10"/>
      </w:pPr>
      <w:r w:rsidRPr="00EF2F0E">
        <w:t>-</w:t>
      </w:r>
      <w:r w:rsidRPr="00EF2F0E">
        <w:tab/>
        <w:t xml:space="preserve">For any E-UTRA carrier, the throughput shall be ≥ 95 % of the </w:t>
      </w:r>
      <w:r w:rsidRPr="00EF2F0E">
        <w:rPr>
          <w:i/>
        </w:rPr>
        <w:t>maximum throughput</w:t>
      </w:r>
      <w:r w:rsidRPr="00EF2F0E">
        <w:t xml:space="preserve"> of the reference measurement channel defined in 3GPP TS 36.104 [8], subclause 7.2.1.</w:t>
      </w:r>
    </w:p>
    <w:p w14:paraId="0984FE91" w14:textId="77777777" w:rsidR="00B15E99" w:rsidRPr="00EF2F0E" w:rsidRDefault="00B15E99" w:rsidP="00A40339">
      <w:pPr>
        <w:pStyle w:val="B10"/>
      </w:pPr>
      <w:r w:rsidRPr="00EF2F0E">
        <w:t>-</w:t>
      </w:r>
      <w:r w:rsidRPr="00EF2F0E">
        <w:tab/>
        <w:t>For any UTRA FDD carrier, the BER shall not exceed 0,001 for the reference measurement channel defined in 3GPP TS 25.104 [6], subclause 7.2.1.</w:t>
      </w:r>
    </w:p>
    <w:p w14:paraId="0984FE92" w14:textId="77777777" w:rsidR="00B15E99" w:rsidRPr="00EF2F0E" w:rsidRDefault="00B15E99" w:rsidP="00AB06FD">
      <w:pPr>
        <w:pStyle w:val="B10"/>
      </w:pPr>
      <w:r w:rsidRPr="00EF2F0E">
        <w:t>-</w:t>
      </w:r>
      <w:r w:rsidRPr="00EF2F0E">
        <w:tab/>
        <w:t xml:space="preserve">For any NR carrier, the throughput shall be ≥ 95% of the maximum throughput of the reference measurement channel defined for </w:t>
      </w:r>
      <w:r w:rsidRPr="00EF2F0E">
        <w:rPr>
          <w:i/>
        </w:rPr>
        <w:t>BS type 1-O</w:t>
      </w:r>
      <w:r w:rsidRPr="00EF2F0E">
        <w:t xml:space="preserve"> in TS 38.104 [28], subclause 10.3.2</w:t>
      </w:r>
    </w:p>
    <w:p w14:paraId="0984FE93" w14:textId="77777777" w:rsidR="00B15E99" w:rsidRPr="00EF2F0E" w:rsidRDefault="00B15E99" w:rsidP="00A40339">
      <w:pPr>
        <w:pStyle w:val="TH"/>
      </w:pPr>
      <w:r w:rsidRPr="00EF2F0E">
        <w:t>Table 10.5.2.2-1: Narrowband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31"/>
        <w:gridCol w:w="1496"/>
        <w:gridCol w:w="2693"/>
        <w:gridCol w:w="1701"/>
        <w:gridCol w:w="2021"/>
      </w:tblGrid>
      <w:tr w:rsidR="003401A4" w:rsidRPr="00EF2F0E" w14:paraId="0984FE9A" w14:textId="77777777" w:rsidTr="00A40339">
        <w:trPr>
          <w:tblHeader/>
          <w:jc w:val="center"/>
        </w:trPr>
        <w:tc>
          <w:tcPr>
            <w:tcW w:w="1731" w:type="dxa"/>
            <w:shd w:val="clear" w:color="auto" w:fill="auto"/>
          </w:tcPr>
          <w:p w14:paraId="0984FE94" w14:textId="77777777" w:rsidR="00B15E99" w:rsidRPr="00EF2F0E" w:rsidRDefault="00B15E99" w:rsidP="00A40339">
            <w:pPr>
              <w:pStyle w:val="TAH"/>
              <w:rPr>
                <w:lang w:eastAsia="ja-JP"/>
              </w:rPr>
            </w:pPr>
            <w:r w:rsidRPr="00EF2F0E">
              <w:rPr>
                <w:lang w:eastAsia="ja-JP"/>
              </w:rPr>
              <w:t>Base Station Type</w:t>
            </w:r>
          </w:p>
        </w:tc>
        <w:tc>
          <w:tcPr>
            <w:tcW w:w="1496" w:type="dxa"/>
            <w:shd w:val="clear" w:color="auto" w:fill="auto"/>
          </w:tcPr>
          <w:p w14:paraId="0984FE95" w14:textId="77777777" w:rsidR="00B15E99" w:rsidRPr="00EF2F0E" w:rsidRDefault="00B15E99" w:rsidP="00A40339">
            <w:pPr>
              <w:pStyle w:val="TAH"/>
              <w:rPr>
                <w:lang w:eastAsia="ja-JP"/>
              </w:rPr>
            </w:pPr>
            <w:r w:rsidRPr="00EF2F0E">
              <w:rPr>
                <w:lang w:eastAsia="ja-JP"/>
              </w:rPr>
              <w:t>RAT of the carrier</w:t>
            </w:r>
          </w:p>
        </w:tc>
        <w:tc>
          <w:tcPr>
            <w:tcW w:w="2693" w:type="dxa"/>
            <w:shd w:val="clear" w:color="auto" w:fill="auto"/>
          </w:tcPr>
          <w:p w14:paraId="0984FE96" w14:textId="77777777" w:rsidR="00B15E99" w:rsidRPr="00EF2F0E" w:rsidRDefault="00B15E99" w:rsidP="00A40339">
            <w:pPr>
              <w:pStyle w:val="TAH"/>
              <w:rPr>
                <w:lang w:eastAsia="ja-JP"/>
              </w:rPr>
            </w:pPr>
            <w:r w:rsidRPr="00EF2F0E">
              <w:rPr>
                <w:lang w:eastAsia="ja-JP"/>
              </w:rPr>
              <w:t>Wanted signal mean power [dBm]</w:t>
            </w:r>
          </w:p>
          <w:p w14:paraId="0984FE97" w14:textId="77777777" w:rsidR="00B15E99" w:rsidRPr="00EF2F0E" w:rsidRDefault="00B15E99" w:rsidP="00A40339">
            <w:pPr>
              <w:pStyle w:val="TAH"/>
              <w:rPr>
                <w:lang w:eastAsia="ja-JP"/>
              </w:rPr>
            </w:pPr>
            <w:r w:rsidRPr="00EF2F0E">
              <w:rPr>
                <w:lang w:eastAsia="ja-JP"/>
              </w:rPr>
              <w:t>(NOTE</w:t>
            </w:r>
            <w:r w:rsidRPr="00EF2F0E" w:rsidDel="00344116">
              <w:rPr>
                <w:lang w:eastAsia="ja-JP"/>
              </w:rPr>
              <w:t xml:space="preserve"> </w:t>
            </w:r>
            <w:r w:rsidRPr="00EF2F0E">
              <w:rPr>
                <w:lang w:eastAsia="ja-JP"/>
              </w:rPr>
              <w:t>1,</w:t>
            </w:r>
            <w:r w:rsidR="00BF7554" w:rsidRPr="00EF2F0E">
              <w:rPr>
                <w:lang w:eastAsia="ja-JP"/>
              </w:rPr>
              <w:t xml:space="preserve"> </w:t>
            </w:r>
            <w:r w:rsidRPr="00EF2F0E">
              <w:rPr>
                <w:lang w:eastAsia="ja-JP"/>
              </w:rPr>
              <w:t>2</w:t>
            </w:r>
            <w:r w:rsidR="00BF7554" w:rsidRPr="00EF2F0E">
              <w:rPr>
                <w:rFonts w:eastAsia="SimSun" w:hint="eastAsia"/>
                <w:lang w:val="en-US" w:eastAsia="zh-CN"/>
              </w:rPr>
              <w:t>,</w:t>
            </w:r>
            <w:r w:rsidR="00BF7554" w:rsidRPr="00EF2F0E">
              <w:rPr>
                <w:rFonts w:eastAsia="SimSun"/>
                <w:lang w:val="en-US" w:eastAsia="zh-CN"/>
              </w:rPr>
              <w:t xml:space="preserve"> </w:t>
            </w:r>
            <w:r w:rsidR="00BF7554" w:rsidRPr="00EF2F0E">
              <w:rPr>
                <w:rFonts w:eastAsia="SimSun" w:hint="eastAsia"/>
                <w:lang w:val="en-US" w:eastAsia="zh-CN"/>
              </w:rPr>
              <w:t>6</w:t>
            </w:r>
            <w:r w:rsidRPr="00EF2F0E">
              <w:rPr>
                <w:lang w:eastAsia="ja-JP"/>
              </w:rPr>
              <w:t>)</w:t>
            </w:r>
          </w:p>
        </w:tc>
        <w:tc>
          <w:tcPr>
            <w:tcW w:w="1701" w:type="dxa"/>
            <w:shd w:val="clear" w:color="auto" w:fill="auto"/>
          </w:tcPr>
          <w:p w14:paraId="0984FE98" w14:textId="77777777" w:rsidR="00B15E99" w:rsidRPr="00EF2F0E" w:rsidRDefault="00B15E99" w:rsidP="00A40339">
            <w:pPr>
              <w:pStyle w:val="TAH"/>
              <w:rPr>
                <w:lang w:eastAsia="ja-JP"/>
              </w:rPr>
            </w:pPr>
            <w:r w:rsidRPr="00EF2F0E">
              <w:rPr>
                <w:lang w:eastAsia="ja-JP"/>
              </w:rPr>
              <w:t>Interfering signal mean power [dBm]</w:t>
            </w:r>
          </w:p>
        </w:tc>
        <w:tc>
          <w:tcPr>
            <w:tcW w:w="2021" w:type="dxa"/>
            <w:shd w:val="clear" w:color="auto" w:fill="auto"/>
          </w:tcPr>
          <w:p w14:paraId="0984FE99" w14:textId="77777777" w:rsidR="00B15E99" w:rsidRPr="00EF2F0E" w:rsidRDefault="00B15E99" w:rsidP="00A40339">
            <w:pPr>
              <w:pStyle w:val="TAH"/>
              <w:rPr>
                <w:lang w:eastAsia="ja-JP"/>
              </w:rPr>
            </w:pPr>
            <w:r w:rsidRPr="00EF2F0E">
              <w:rPr>
                <w:lang w:eastAsia="ja-JP"/>
              </w:rPr>
              <w:t>Interfering RB (NOTE</w:t>
            </w:r>
            <w:r w:rsidRPr="00EF2F0E" w:rsidDel="00344116">
              <w:rPr>
                <w:lang w:eastAsia="ja-JP"/>
              </w:rPr>
              <w:t xml:space="preserve"> </w:t>
            </w:r>
            <w:r w:rsidRPr="00EF2F0E">
              <w:rPr>
                <w:lang w:eastAsia="ja-JP"/>
              </w:rPr>
              <w:t xml:space="preserve">3) centre frequency offset from the AAS </w:t>
            </w:r>
            <w:r w:rsidRPr="00EF2F0E">
              <w:rPr>
                <w:i/>
                <w:lang w:eastAsia="ja-JP"/>
              </w:rPr>
              <w:t>Base Station RF Bandwidth edge</w:t>
            </w:r>
            <w:r w:rsidRPr="00EF2F0E">
              <w:rPr>
                <w:lang w:eastAsia="ja-JP"/>
              </w:rPr>
              <w:t xml:space="preserve"> or edge of </w:t>
            </w:r>
            <w:r w:rsidRPr="00EF2F0E">
              <w:rPr>
                <w:i/>
                <w:lang w:eastAsia="ja-JP"/>
              </w:rPr>
              <w:t>sub-block</w:t>
            </w:r>
            <w:r w:rsidRPr="00EF2F0E">
              <w:rPr>
                <w:lang w:eastAsia="ja-JP"/>
              </w:rPr>
              <w:t xml:space="preserve"> inside a gap [kHz]</w:t>
            </w:r>
          </w:p>
        </w:tc>
      </w:tr>
      <w:tr w:rsidR="003401A4" w:rsidRPr="00EF2F0E" w14:paraId="0984FEA5" w14:textId="77777777" w:rsidTr="00A40339">
        <w:trPr>
          <w:trHeight w:val="257"/>
          <w:jc w:val="center"/>
        </w:trPr>
        <w:tc>
          <w:tcPr>
            <w:tcW w:w="1731" w:type="dxa"/>
            <w:vMerge w:val="restart"/>
            <w:shd w:val="clear" w:color="auto" w:fill="auto"/>
          </w:tcPr>
          <w:p w14:paraId="0984FE9B" w14:textId="77777777" w:rsidR="00B15E99" w:rsidRPr="00EF2F0E" w:rsidRDefault="00B15E99" w:rsidP="00A40339">
            <w:pPr>
              <w:pStyle w:val="TAL"/>
              <w:rPr>
                <w:rFonts w:cs="Arial"/>
                <w:szCs w:val="18"/>
                <w:lang w:eastAsia="ja-JP"/>
              </w:rPr>
            </w:pPr>
            <w:r w:rsidRPr="00EF2F0E">
              <w:rPr>
                <w:rFonts w:cs="Arial"/>
                <w:szCs w:val="18"/>
                <w:lang w:eastAsia="ja-JP"/>
              </w:rPr>
              <w:t>Wide Area BS</w:t>
            </w:r>
          </w:p>
        </w:tc>
        <w:tc>
          <w:tcPr>
            <w:tcW w:w="1496" w:type="dxa"/>
            <w:vMerge w:val="restart"/>
            <w:shd w:val="clear" w:color="auto" w:fill="auto"/>
            <w:vAlign w:val="center"/>
          </w:tcPr>
          <w:p w14:paraId="0984FE9C" w14:textId="77777777" w:rsidR="00B15E99" w:rsidRPr="00EF2F0E" w:rsidRDefault="00B15E99" w:rsidP="00A40339">
            <w:pPr>
              <w:pStyle w:val="TAL"/>
              <w:rPr>
                <w:rFonts w:cs="Arial"/>
                <w:szCs w:val="18"/>
                <w:lang w:eastAsia="ja-JP"/>
              </w:rPr>
            </w:pPr>
            <w:r w:rsidRPr="00EF2F0E">
              <w:rPr>
                <w:rFonts w:cs="Arial"/>
                <w:szCs w:val="18"/>
                <w:lang w:eastAsia="ja-JP"/>
              </w:rPr>
              <w:t xml:space="preserve">E-UTRA, </w:t>
            </w:r>
            <w:r w:rsidRPr="00EF2F0E">
              <w:rPr>
                <w:rFonts w:cs="Arial"/>
                <w:szCs w:val="18"/>
                <w:lang w:eastAsia="ja-JP"/>
              </w:rPr>
              <w:br/>
              <w:t>UTRA</w:t>
            </w:r>
            <w:r w:rsidR="00D94816" w:rsidRPr="00EF2F0E">
              <w:rPr>
                <w:rFonts w:cs="Arial"/>
                <w:szCs w:val="18"/>
                <w:lang w:eastAsia="ja-JP"/>
              </w:rPr>
              <w:t>, NR</w:t>
            </w:r>
          </w:p>
        </w:tc>
        <w:tc>
          <w:tcPr>
            <w:tcW w:w="2693" w:type="dxa"/>
            <w:shd w:val="clear" w:color="auto" w:fill="auto"/>
            <w:vAlign w:val="center"/>
          </w:tcPr>
          <w:p w14:paraId="0984FE9D" w14:textId="77777777" w:rsidR="00B15E99" w:rsidRPr="00EF2F0E" w:rsidRDefault="00B15E99" w:rsidP="00A40339">
            <w:pPr>
              <w:pStyle w:val="TAL"/>
              <w:rPr>
                <w:rFonts w:cs="Arial"/>
                <w:szCs w:val="18"/>
                <w:lang w:eastAsia="ja-JP"/>
              </w:rPr>
            </w:pPr>
            <w:r w:rsidRPr="00EF2F0E">
              <w:rPr>
                <w:rFonts w:cs="Arial"/>
                <w:szCs w:val="18"/>
                <w:lang w:eastAsia="ja-JP"/>
              </w:rPr>
              <w:t>EIS</w:t>
            </w:r>
            <w:r w:rsidRPr="00EF2F0E">
              <w:rPr>
                <w:rFonts w:cs="Arial"/>
                <w:szCs w:val="18"/>
                <w:vertAlign w:val="subscript"/>
                <w:lang w:eastAsia="ja-JP"/>
              </w:rPr>
              <w:t>REFSENS</w:t>
            </w:r>
            <w:r w:rsidRPr="00EF2F0E">
              <w:rPr>
                <w:rFonts w:cs="Arial"/>
                <w:szCs w:val="18"/>
                <w:lang w:eastAsia="ja-JP"/>
              </w:rPr>
              <w:t xml:space="preserve"> + x dB</w:t>
            </w:r>
          </w:p>
        </w:tc>
        <w:tc>
          <w:tcPr>
            <w:tcW w:w="1701" w:type="dxa"/>
            <w:shd w:val="clear" w:color="auto" w:fill="auto"/>
            <w:vAlign w:val="center"/>
          </w:tcPr>
          <w:p w14:paraId="0984FE9E" w14:textId="77777777" w:rsidR="00B15E99" w:rsidRPr="00EF2F0E" w:rsidRDefault="00B15E99" w:rsidP="00A40339">
            <w:pPr>
              <w:pStyle w:val="TAL"/>
              <w:rPr>
                <w:rFonts w:cs="Arial"/>
                <w:vertAlign w:val="subscript"/>
              </w:rPr>
            </w:pPr>
            <w:r w:rsidRPr="00EF2F0E">
              <w:rPr>
                <w:rFonts w:cs="Arial"/>
                <w:szCs w:val="18"/>
                <w:lang w:eastAsia="ja-JP"/>
              </w:rPr>
              <w:t xml:space="preserve">-49 - </w:t>
            </w:r>
            <w:r w:rsidRPr="00EF2F0E">
              <w:rPr>
                <w:rFonts w:cs="Arial"/>
              </w:rPr>
              <w:t>Δ</w:t>
            </w:r>
            <w:r w:rsidRPr="00EF2F0E">
              <w:rPr>
                <w:rFonts w:cs="Arial"/>
                <w:vertAlign w:val="subscript"/>
              </w:rPr>
              <w:t>OTAREFSENS</w:t>
            </w:r>
          </w:p>
        </w:tc>
        <w:tc>
          <w:tcPr>
            <w:tcW w:w="2021" w:type="dxa"/>
            <w:vMerge w:val="restart"/>
            <w:shd w:val="clear" w:color="auto" w:fill="auto"/>
            <w:vAlign w:val="center"/>
          </w:tcPr>
          <w:p w14:paraId="0984FE9F" w14:textId="77777777" w:rsidR="00B15E99" w:rsidRPr="00EF2F0E" w:rsidRDefault="00B15E99" w:rsidP="000A7FEB">
            <w:pPr>
              <w:pStyle w:val="TAC"/>
              <w:rPr>
                <w:lang w:eastAsia="ja-JP"/>
              </w:rPr>
            </w:pPr>
            <w:r w:rsidRPr="00EF2F0E">
              <w:rPr>
                <w:lang w:eastAsia="ja-JP"/>
              </w:rPr>
              <w:t>±(240 +m</w:t>
            </w:r>
            <w:r w:rsidR="00BF7554" w:rsidRPr="00EF2F0E">
              <w:rPr>
                <w:rFonts w:eastAsia="SimSun" w:hint="eastAsia"/>
                <w:lang w:val="en-US" w:eastAsia="zh-CN"/>
              </w:rPr>
              <w:t>*</w:t>
            </w:r>
            <w:r w:rsidRPr="00EF2F0E">
              <w:rPr>
                <w:lang w:eastAsia="ja-JP"/>
              </w:rPr>
              <w:t>180),</w:t>
            </w:r>
          </w:p>
          <w:p w14:paraId="0984FEA0" w14:textId="77777777" w:rsidR="00B15E99" w:rsidRPr="00EF2F0E" w:rsidRDefault="00B15E99" w:rsidP="000A7FEB">
            <w:pPr>
              <w:pStyle w:val="TAC"/>
              <w:rPr>
                <w:lang w:eastAsia="ja-JP"/>
              </w:rPr>
            </w:pPr>
            <w:r w:rsidRPr="00EF2F0E">
              <w:rPr>
                <w:lang w:eastAsia="ja-JP"/>
              </w:rPr>
              <w:t>m=0, 1, 2, 3, 4, 9, 14</w:t>
            </w:r>
          </w:p>
          <w:p w14:paraId="0984FEA1" w14:textId="77777777" w:rsidR="00D94816" w:rsidRPr="00EF2F0E" w:rsidRDefault="00D94816">
            <w:pPr>
              <w:pStyle w:val="TAC"/>
            </w:pPr>
            <w:r w:rsidRPr="00EF2F0E">
              <w:t>(Note 4)</w:t>
            </w:r>
          </w:p>
          <w:p w14:paraId="0984FEA2" w14:textId="77777777" w:rsidR="00D94816" w:rsidRPr="00EF2F0E" w:rsidRDefault="00D94816">
            <w:pPr>
              <w:pStyle w:val="TAC"/>
            </w:pPr>
          </w:p>
          <w:p w14:paraId="0984FEA3" w14:textId="77777777" w:rsidR="00D94816" w:rsidRPr="00EF2F0E" w:rsidRDefault="00D94816">
            <w:pPr>
              <w:pStyle w:val="TAC"/>
            </w:pPr>
            <w:r w:rsidRPr="00EF2F0E">
              <w:t>±(550 +m*180),</w:t>
            </w:r>
          </w:p>
          <w:p w14:paraId="0984FEA4" w14:textId="77777777" w:rsidR="00D94816" w:rsidRPr="00EF2F0E" w:rsidRDefault="00D94816" w:rsidP="000A7FEB">
            <w:pPr>
              <w:pStyle w:val="TAC"/>
              <w:rPr>
                <w:lang w:eastAsia="ja-JP"/>
              </w:rPr>
            </w:pPr>
            <w:r w:rsidRPr="00EF2F0E">
              <w:t>m=</w:t>
            </w:r>
            <w:r w:rsidRPr="00EF2F0E">
              <w:rPr>
                <w:lang w:val="en-US"/>
              </w:rPr>
              <w:t xml:space="preserve">0, 1, 2, 3, 4, 29, 54, 79, </w:t>
            </w:r>
            <w:r w:rsidR="00BF7554" w:rsidRPr="00EF2F0E">
              <w:rPr>
                <w:lang w:val="en-US"/>
              </w:rPr>
              <w:t xml:space="preserve">99 </w:t>
            </w:r>
            <w:r w:rsidRPr="00EF2F0E">
              <w:rPr>
                <w:lang w:val="en-US"/>
              </w:rPr>
              <w:t>(Note 5)</w:t>
            </w:r>
          </w:p>
        </w:tc>
      </w:tr>
      <w:tr w:rsidR="003401A4" w:rsidRPr="00EF2F0E" w14:paraId="0984FEAB" w14:textId="77777777" w:rsidTr="00A40339">
        <w:trPr>
          <w:trHeight w:val="256"/>
          <w:jc w:val="center"/>
        </w:trPr>
        <w:tc>
          <w:tcPr>
            <w:tcW w:w="1731" w:type="dxa"/>
            <w:vMerge/>
            <w:shd w:val="clear" w:color="auto" w:fill="auto"/>
          </w:tcPr>
          <w:p w14:paraId="0984FEA6" w14:textId="77777777" w:rsidR="00B15E99" w:rsidRPr="00EF2F0E" w:rsidRDefault="00B15E99" w:rsidP="00A40339">
            <w:pPr>
              <w:pStyle w:val="TAL"/>
              <w:rPr>
                <w:rFonts w:cs="Arial"/>
                <w:szCs w:val="18"/>
                <w:lang w:eastAsia="ja-JP"/>
              </w:rPr>
            </w:pPr>
          </w:p>
        </w:tc>
        <w:tc>
          <w:tcPr>
            <w:tcW w:w="1496" w:type="dxa"/>
            <w:vMerge/>
            <w:shd w:val="clear" w:color="auto" w:fill="auto"/>
            <w:vAlign w:val="center"/>
          </w:tcPr>
          <w:p w14:paraId="0984FEA7" w14:textId="77777777" w:rsidR="00B15E99" w:rsidRPr="00EF2F0E" w:rsidRDefault="00B15E99" w:rsidP="00A40339">
            <w:pPr>
              <w:pStyle w:val="TAL"/>
              <w:rPr>
                <w:rFonts w:cs="Arial"/>
                <w:szCs w:val="18"/>
                <w:lang w:eastAsia="ja-JP"/>
              </w:rPr>
            </w:pPr>
          </w:p>
        </w:tc>
        <w:tc>
          <w:tcPr>
            <w:tcW w:w="2693" w:type="dxa"/>
            <w:shd w:val="clear" w:color="auto" w:fill="auto"/>
            <w:vAlign w:val="center"/>
          </w:tcPr>
          <w:p w14:paraId="0984FEA8" w14:textId="77777777" w:rsidR="00B15E99" w:rsidRPr="00EF2F0E" w:rsidRDefault="00B15E99" w:rsidP="00A40339">
            <w:pPr>
              <w:pStyle w:val="TAL"/>
              <w:rPr>
                <w:rFonts w:cs="Arial"/>
                <w:b/>
                <w:szCs w:val="18"/>
                <w:lang w:eastAsia="ja-JP"/>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x dB</w:t>
            </w:r>
          </w:p>
        </w:tc>
        <w:tc>
          <w:tcPr>
            <w:tcW w:w="1701" w:type="dxa"/>
            <w:shd w:val="clear" w:color="auto" w:fill="auto"/>
            <w:vAlign w:val="center"/>
          </w:tcPr>
          <w:p w14:paraId="0984FEA9" w14:textId="77777777" w:rsidR="00B15E99" w:rsidRPr="00EF2F0E" w:rsidRDefault="00B15E99" w:rsidP="00A40339">
            <w:pPr>
              <w:pStyle w:val="TAL"/>
              <w:rPr>
                <w:rFonts w:cs="Arial"/>
                <w:szCs w:val="18"/>
                <w:lang w:eastAsia="ja-JP"/>
              </w:rPr>
            </w:pPr>
            <w:r w:rsidRPr="00EF2F0E">
              <w:rPr>
                <w:rFonts w:cs="Arial"/>
                <w:szCs w:val="18"/>
                <w:lang w:eastAsia="ja-JP"/>
              </w:rPr>
              <w:t xml:space="preserve">-49 – </w:t>
            </w:r>
            <w:r w:rsidRPr="00EF2F0E">
              <w:rPr>
                <w:rFonts w:cs="Arial"/>
              </w:rPr>
              <w:t>Δ</w:t>
            </w:r>
            <w:r w:rsidRPr="00EF2F0E">
              <w:rPr>
                <w:rFonts w:cs="Arial"/>
                <w:vertAlign w:val="subscript"/>
              </w:rPr>
              <w:t>minSENS</w:t>
            </w:r>
          </w:p>
        </w:tc>
        <w:tc>
          <w:tcPr>
            <w:tcW w:w="2021" w:type="dxa"/>
            <w:vMerge/>
            <w:shd w:val="clear" w:color="auto" w:fill="auto"/>
            <w:vAlign w:val="center"/>
          </w:tcPr>
          <w:p w14:paraId="0984FEAA" w14:textId="77777777" w:rsidR="00B15E99" w:rsidRPr="00EF2F0E" w:rsidRDefault="00B15E99" w:rsidP="00A40339">
            <w:pPr>
              <w:pStyle w:val="TAL"/>
              <w:rPr>
                <w:rFonts w:cs="Arial"/>
                <w:szCs w:val="18"/>
                <w:lang w:eastAsia="ja-JP"/>
              </w:rPr>
            </w:pPr>
          </w:p>
        </w:tc>
      </w:tr>
      <w:tr w:rsidR="003401A4" w:rsidRPr="00EF2F0E" w14:paraId="0984FEB1" w14:textId="77777777" w:rsidTr="00A40339">
        <w:trPr>
          <w:trHeight w:val="257"/>
          <w:jc w:val="center"/>
        </w:trPr>
        <w:tc>
          <w:tcPr>
            <w:tcW w:w="1731" w:type="dxa"/>
            <w:vMerge w:val="restart"/>
            <w:shd w:val="clear" w:color="auto" w:fill="auto"/>
          </w:tcPr>
          <w:p w14:paraId="0984FEAC" w14:textId="77777777" w:rsidR="00B15E99" w:rsidRPr="00EF2F0E" w:rsidRDefault="00B15E99" w:rsidP="00A40339">
            <w:pPr>
              <w:pStyle w:val="TAL"/>
              <w:rPr>
                <w:rFonts w:cs="Arial"/>
                <w:szCs w:val="18"/>
                <w:lang w:eastAsia="ja-JP"/>
              </w:rPr>
            </w:pPr>
            <w:r w:rsidRPr="00EF2F0E">
              <w:rPr>
                <w:rFonts w:cs="Arial"/>
                <w:szCs w:val="18"/>
                <w:lang w:eastAsia="ja-JP"/>
              </w:rPr>
              <w:t>Medium Range BS</w:t>
            </w:r>
          </w:p>
        </w:tc>
        <w:tc>
          <w:tcPr>
            <w:tcW w:w="1496" w:type="dxa"/>
            <w:vMerge/>
            <w:shd w:val="clear" w:color="auto" w:fill="auto"/>
            <w:vAlign w:val="center"/>
          </w:tcPr>
          <w:p w14:paraId="0984FEAD" w14:textId="77777777" w:rsidR="00B15E99" w:rsidRPr="00EF2F0E" w:rsidRDefault="00B15E99" w:rsidP="00A40339">
            <w:pPr>
              <w:pStyle w:val="TAL"/>
              <w:rPr>
                <w:rFonts w:cs="Arial"/>
                <w:szCs w:val="18"/>
                <w:lang w:eastAsia="ja-JP"/>
              </w:rPr>
            </w:pPr>
          </w:p>
        </w:tc>
        <w:tc>
          <w:tcPr>
            <w:tcW w:w="2693" w:type="dxa"/>
            <w:shd w:val="clear" w:color="auto" w:fill="auto"/>
            <w:vAlign w:val="center"/>
          </w:tcPr>
          <w:p w14:paraId="0984FEAE" w14:textId="77777777" w:rsidR="00B15E99" w:rsidRPr="00EF2F0E" w:rsidRDefault="00B15E99" w:rsidP="00A40339">
            <w:pPr>
              <w:pStyle w:val="TAL"/>
              <w:rPr>
                <w:rFonts w:cs="Arial"/>
                <w:szCs w:val="18"/>
                <w:lang w:eastAsia="ja-JP"/>
              </w:rPr>
            </w:pPr>
            <w:r w:rsidRPr="00EF2F0E">
              <w:rPr>
                <w:rFonts w:cs="Arial"/>
                <w:szCs w:val="18"/>
                <w:lang w:eastAsia="ja-JP"/>
              </w:rPr>
              <w:t>EIS</w:t>
            </w:r>
            <w:r w:rsidRPr="00EF2F0E">
              <w:rPr>
                <w:rFonts w:cs="Arial"/>
                <w:szCs w:val="18"/>
                <w:vertAlign w:val="subscript"/>
                <w:lang w:eastAsia="ja-JP"/>
              </w:rPr>
              <w:t>REFSENS</w:t>
            </w:r>
            <w:r w:rsidRPr="00EF2F0E">
              <w:rPr>
                <w:rFonts w:cs="Arial"/>
                <w:szCs w:val="18"/>
                <w:lang w:eastAsia="ja-JP"/>
              </w:rPr>
              <w:t xml:space="preserve"> + x dB</w:t>
            </w:r>
          </w:p>
        </w:tc>
        <w:tc>
          <w:tcPr>
            <w:tcW w:w="1701" w:type="dxa"/>
            <w:shd w:val="clear" w:color="auto" w:fill="auto"/>
            <w:vAlign w:val="center"/>
          </w:tcPr>
          <w:p w14:paraId="0984FEAF" w14:textId="77777777" w:rsidR="00B15E99" w:rsidRPr="00EF2F0E" w:rsidRDefault="00B15E99" w:rsidP="00A40339">
            <w:pPr>
              <w:pStyle w:val="TAL"/>
              <w:rPr>
                <w:rFonts w:cs="Arial"/>
                <w:vertAlign w:val="subscript"/>
              </w:rPr>
            </w:pPr>
            <w:r w:rsidRPr="00EF2F0E">
              <w:rPr>
                <w:rFonts w:cs="Arial"/>
                <w:szCs w:val="18"/>
                <w:lang w:eastAsia="ja-JP"/>
              </w:rPr>
              <w:t xml:space="preserve">-44 - </w:t>
            </w:r>
            <w:r w:rsidRPr="00EF2F0E">
              <w:rPr>
                <w:rFonts w:cs="Arial"/>
              </w:rPr>
              <w:t>Δ</w:t>
            </w:r>
            <w:r w:rsidRPr="00EF2F0E">
              <w:rPr>
                <w:rFonts w:cs="Arial"/>
                <w:vertAlign w:val="subscript"/>
              </w:rPr>
              <w:t>OTAREFSENS</w:t>
            </w:r>
          </w:p>
        </w:tc>
        <w:tc>
          <w:tcPr>
            <w:tcW w:w="2021" w:type="dxa"/>
            <w:vMerge/>
            <w:shd w:val="clear" w:color="auto" w:fill="auto"/>
            <w:vAlign w:val="center"/>
          </w:tcPr>
          <w:p w14:paraId="0984FEB0" w14:textId="77777777" w:rsidR="00B15E99" w:rsidRPr="00EF2F0E" w:rsidRDefault="00B15E99" w:rsidP="00A40339">
            <w:pPr>
              <w:pStyle w:val="TAL"/>
              <w:rPr>
                <w:rFonts w:cs="Arial"/>
                <w:szCs w:val="18"/>
                <w:lang w:eastAsia="ja-JP"/>
              </w:rPr>
            </w:pPr>
          </w:p>
        </w:tc>
      </w:tr>
      <w:tr w:rsidR="003401A4" w:rsidRPr="00EF2F0E" w14:paraId="0984FEB7" w14:textId="77777777" w:rsidTr="00A40339">
        <w:trPr>
          <w:trHeight w:val="256"/>
          <w:jc w:val="center"/>
        </w:trPr>
        <w:tc>
          <w:tcPr>
            <w:tcW w:w="1731" w:type="dxa"/>
            <w:vMerge/>
            <w:shd w:val="clear" w:color="auto" w:fill="auto"/>
          </w:tcPr>
          <w:p w14:paraId="0984FEB2" w14:textId="77777777" w:rsidR="00B15E99" w:rsidRPr="00EF2F0E" w:rsidRDefault="00B15E99" w:rsidP="00A40339">
            <w:pPr>
              <w:pStyle w:val="TAL"/>
              <w:rPr>
                <w:rFonts w:cs="Arial"/>
                <w:szCs w:val="18"/>
                <w:lang w:eastAsia="ja-JP"/>
              </w:rPr>
            </w:pPr>
          </w:p>
        </w:tc>
        <w:tc>
          <w:tcPr>
            <w:tcW w:w="1496" w:type="dxa"/>
            <w:vMerge/>
            <w:shd w:val="clear" w:color="auto" w:fill="auto"/>
            <w:vAlign w:val="center"/>
          </w:tcPr>
          <w:p w14:paraId="0984FEB3" w14:textId="77777777" w:rsidR="00B15E99" w:rsidRPr="00EF2F0E" w:rsidRDefault="00B15E99" w:rsidP="00A40339">
            <w:pPr>
              <w:pStyle w:val="TAL"/>
              <w:rPr>
                <w:rFonts w:cs="Arial"/>
                <w:szCs w:val="18"/>
                <w:lang w:eastAsia="ja-JP"/>
              </w:rPr>
            </w:pPr>
          </w:p>
        </w:tc>
        <w:tc>
          <w:tcPr>
            <w:tcW w:w="2693" w:type="dxa"/>
            <w:shd w:val="clear" w:color="auto" w:fill="auto"/>
            <w:vAlign w:val="center"/>
          </w:tcPr>
          <w:p w14:paraId="0984FEB4" w14:textId="77777777" w:rsidR="00B15E99" w:rsidRPr="00EF2F0E" w:rsidRDefault="00B15E99" w:rsidP="00A40339">
            <w:pPr>
              <w:pStyle w:val="TAL"/>
              <w:rPr>
                <w:rFonts w:cs="Arial"/>
                <w:b/>
                <w:szCs w:val="18"/>
                <w:lang w:eastAsia="ja-JP"/>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x dB</w:t>
            </w:r>
          </w:p>
        </w:tc>
        <w:tc>
          <w:tcPr>
            <w:tcW w:w="1701" w:type="dxa"/>
            <w:shd w:val="clear" w:color="auto" w:fill="auto"/>
            <w:vAlign w:val="center"/>
          </w:tcPr>
          <w:p w14:paraId="0984FEB5" w14:textId="77777777" w:rsidR="00B15E99" w:rsidRPr="00EF2F0E" w:rsidRDefault="00B15E99" w:rsidP="00A40339">
            <w:pPr>
              <w:pStyle w:val="TAL"/>
              <w:rPr>
                <w:rFonts w:cs="Arial"/>
                <w:szCs w:val="18"/>
                <w:lang w:eastAsia="ja-JP"/>
              </w:rPr>
            </w:pPr>
            <w:r w:rsidRPr="00EF2F0E">
              <w:rPr>
                <w:rFonts w:cs="Arial"/>
                <w:szCs w:val="18"/>
                <w:lang w:eastAsia="ja-JP"/>
              </w:rPr>
              <w:t xml:space="preserve">-44 – </w:t>
            </w:r>
            <w:r w:rsidRPr="00EF2F0E">
              <w:rPr>
                <w:rFonts w:cs="Arial"/>
              </w:rPr>
              <w:t>Δ</w:t>
            </w:r>
            <w:r w:rsidRPr="00EF2F0E">
              <w:rPr>
                <w:rFonts w:cs="Arial"/>
                <w:vertAlign w:val="subscript"/>
              </w:rPr>
              <w:t>minSENS</w:t>
            </w:r>
          </w:p>
        </w:tc>
        <w:tc>
          <w:tcPr>
            <w:tcW w:w="2021" w:type="dxa"/>
            <w:vMerge/>
            <w:shd w:val="clear" w:color="auto" w:fill="auto"/>
            <w:vAlign w:val="center"/>
          </w:tcPr>
          <w:p w14:paraId="0984FEB6" w14:textId="77777777" w:rsidR="00B15E99" w:rsidRPr="00EF2F0E" w:rsidRDefault="00B15E99" w:rsidP="00A40339">
            <w:pPr>
              <w:pStyle w:val="TAL"/>
              <w:rPr>
                <w:rFonts w:cs="Arial"/>
                <w:szCs w:val="18"/>
                <w:lang w:eastAsia="ja-JP"/>
              </w:rPr>
            </w:pPr>
          </w:p>
        </w:tc>
      </w:tr>
      <w:tr w:rsidR="003401A4" w:rsidRPr="00EF2F0E" w14:paraId="0984FEBD" w14:textId="77777777" w:rsidTr="00A40339">
        <w:trPr>
          <w:trHeight w:val="257"/>
          <w:jc w:val="center"/>
        </w:trPr>
        <w:tc>
          <w:tcPr>
            <w:tcW w:w="1731" w:type="dxa"/>
            <w:vMerge w:val="restart"/>
            <w:shd w:val="clear" w:color="auto" w:fill="auto"/>
          </w:tcPr>
          <w:p w14:paraId="0984FEB8" w14:textId="77777777" w:rsidR="00B15E99" w:rsidRPr="00EF2F0E" w:rsidRDefault="00B15E99" w:rsidP="00A40339">
            <w:pPr>
              <w:pStyle w:val="TAL"/>
              <w:rPr>
                <w:rFonts w:cs="Arial"/>
                <w:szCs w:val="18"/>
                <w:lang w:eastAsia="ja-JP"/>
              </w:rPr>
            </w:pPr>
            <w:r w:rsidRPr="00EF2F0E">
              <w:rPr>
                <w:rFonts w:cs="Arial"/>
                <w:szCs w:val="18"/>
                <w:lang w:eastAsia="ja-JP"/>
              </w:rPr>
              <w:t>Local Area BS</w:t>
            </w:r>
          </w:p>
        </w:tc>
        <w:tc>
          <w:tcPr>
            <w:tcW w:w="1496" w:type="dxa"/>
            <w:vMerge/>
            <w:shd w:val="clear" w:color="auto" w:fill="auto"/>
            <w:vAlign w:val="center"/>
          </w:tcPr>
          <w:p w14:paraId="0984FEB9" w14:textId="77777777" w:rsidR="00B15E99" w:rsidRPr="00EF2F0E" w:rsidRDefault="00B15E99" w:rsidP="00A40339">
            <w:pPr>
              <w:pStyle w:val="TAL"/>
              <w:rPr>
                <w:rFonts w:cs="Arial"/>
                <w:szCs w:val="18"/>
                <w:lang w:eastAsia="ja-JP"/>
              </w:rPr>
            </w:pPr>
          </w:p>
        </w:tc>
        <w:tc>
          <w:tcPr>
            <w:tcW w:w="2693" w:type="dxa"/>
            <w:shd w:val="clear" w:color="auto" w:fill="auto"/>
            <w:vAlign w:val="center"/>
          </w:tcPr>
          <w:p w14:paraId="0984FEBA" w14:textId="77777777" w:rsidR="00B15E99" w:rsidRPr="00EF2F0E" w:rsidRDefault="00B15E99" w:rsidP="00A40339">
            <w:pPr>
              <w:pStyle w:val="TAL"/>
              <w:rPr>
                <w:rFonts w:cs="Arial"/>
                <w:szCs w:val="18"/>
                <w:lang w:eastAsia="ja-JP"/>
              </w:rPr>
            </w:pPr>
            <w:r w:rsidRPr="00EF2F0E">
              <w:rPr>
                <w:rFonts w:cs="Arial"/>
                <w:szCs w:val="18"/>
                <w:lang w:eastAsia="ja-JP"/>
              </w:rPr>
              <w:t>EIS</w:t>
            </w:r>
            <w:r w:rsidRPr="00EF2F0E">
              <w:rPr>
                <w:rFonts w:cs="Arial"/>
                <w:szCs w:val="18"/>
                <w:vertAlign w:val="subscript"/>
                <w:lang w:eastAsia="ja-JP"/>
              </w:rPr>
              <w:t>REFSENS</w:t>
            </w:r>
            <w:r w:rsidRPr="00EF2F0E">
              <w:rPr>
                <w:rFonts w:cs="Arial"/>
                <w:szCs w:val="18"/>
                <w:lang w:eastAsia="ja-JP"/>
              </w:rPr>
              <w:t xml:space="preserve"> + x dB</w:t>
            </w:r>
          </w:p>
        </w:tc>
        <w:tc>
          <w:tcPr>
            <w:tcW w:w="1701" w:type="dxa"/>
            <w:shd w:val="clear" w:color="auto" w:fill="auto"/>
            <w:vAlign w:val="center"/>
          </w:tcPr>
          <w:p w14:paraId="0984FEBB" w14:textId="77777777" w:rsidR="00B15E99" w:rsidRPr="00EF2F0E" w:rsidRDefault="00B15E99" w:rsidP="00A40339">
            <w:pPr>
              <w:pStyle w:val="TAL"/>
              <w:rPr>
                <w:rFonts w:cs="Arial"/>
                <w:vertAlign w:val="subscript"/>
              </w:rPr>
            </w:pPr>
            <w:r w:rsidRPr="00EF2F0E">
              <w:rPr>
                <w:rFonts w:cs="Arial"/>
                <w:szCs w:val="18"/>
                <w:lang w:eastAsia="ja-JP"/>
              </w:rPr>
              <w:t xml:space="preserve">-41 - </w:t>
            </w:r>
            <w:r w:rsidRPr="00EF2F0E">
              <w:rPr>
                <w:rFonts w:cs="Arial"/>
              </w:rPr>
              <w:t>Δ</w:t>
            </w:r>
            <w:r w:rsidRPr="00EF2F0E">
              <w:rPr>
                <w:rFonts w:cs="Arial"/>
                <w:vertAlign w:val="subscript"/>
              </w:rPr>
              <w:t>OTAREFSENS</w:t>
            </w:r>
          </w:p>
        </w:tc>
        <w:tc>
          <w:tcPr>
            <w:tcW w:w="2021" w:type="dxa"/>
            <w:vMerge/>
            <w:shd w:val="clear" w:color="auto" w:fill="auto"/>
            <w:vAlign w:val="center"/>
          </w:tcPr>
          <w:p w14:paraId="0984FEBC" w14:textId="77777777" w:rsidR="00B15E99" w:rsidRPr="00EF2F0E" w:rsidRDefault="00B15E99" w:rsidP="00A40339">
            <w:pPr>
              <w:pStyle w:val="TAL"/>
              <w:rPr>
                <w:rFonts w:cs="Arial"/>
                <w:szCs w:val="18"/>
                <w:lang w:eastAsia="ja-JP"/>
              </w:rPr>
            </w:pPr>
          </w:p>
        </w:tc>
      </w:tr>
      <w:tr w:rsidR="003401A4" w:rsidRPr="00EF2F0E" w14:paraId="0984FEC3" w14:textId="77777777" w:rsidTr="00A40339">
        <w:trPr>
          <w:trHeight w:val="256"/>
          <w:jc w:val="center"/>
        </w:trPr>
        <w:tc>
          <w:tcPr>
            <w:tcW w:w="1731" w:type="dxa"/>
            <w:vMerge/>
            <w:shd w:val="clear" w:color="auto" w:fill="auto"/>
          </w:tcPr>
          <w:p w14:paraId="0984FEBE" w14:textId="77777777" w:rsidR="00B15E99" w:rsidRPr="00EF2F0E" w:rsidRDefault="00B15E99" w:rsidP="00A40339">
            <w:pPr>
              <w:pStyle w:val="TAL"/>
              <w:rPr>
                <w:rFonts w:cs="Arial"/>
                <w:szCs w:val="18"/>
                <w:lang w:eastAsia="ja-JP"/>
              </w:rPr>
            </w:pPr>
          </w:p>
        </w:tc>
        <w:tc>
          <w:tcPr>
            <w:tcW w:w="1496" w:type="dxa"/>
            <w:vMerge/>
            <w:shd w:val="clear" w:color="auto" w:fill="auto"/>
            <w:vAlign w:val="center"/>
          </w:tcPr>
          <w:p w14:paraId="0984FEBF" w14:textId="77777777" w:rsidR="00B15E99" w:rsidRPr="00EF2F0E" w:rsidRDefault="00B15E99" w:rsidP="00A40339">
            <w:pPr>
              <w:pStyle w:val="TAL"/>
              <w:rPr>
                <w:rFonts w:cs="Arial"/>
                <w:szCs w:val="18"/>
                <w:lang w:eastAsia="ja-JP"/>
              </w:rPr>
            </w:pPr>
          </w:p>
        </w:tc>
        <w:tc>
          <w:tcPr>
            <w:tcW w:w="2693" w:type="dxa"/>
            <w:shd w:val="clear" w:color="auto" w:fill="auto"/>
            <w:vAlign w:val="center"/>
          </w:tcPr>
          <w:p w14:paraId="0984FEC0" w14:textId="77777777" w:rsidR="00B15E99" w:rsidRPr="00EF2F0E" w:rsidRDefault="00B15E99" w:rsidP="00A40339">
            <w:pPr>
              <w:pStyle w:val="TAL"/>
              <w:rPr>
                <w:rFonts w:cs="Arial"/>
                <w:b/>
                <w:szCs w:val="18"/>
                <w:lang w:eastAsia="ja-JP"/>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x dB</w:t>
            </w:r>
          </w:p>
        </w:tc>
        <w:tc>
          <w:tcPr>
            <w:tcW w:w="1701" w:type="dxa"/>
            <w:shd w:val="clear" w:color="auto" w:fill="auto"/>
            <w:vAlign w:val="center"/>
          </w:tcPr>
          <w:p w14:paraId="0984FEC1" w14:textId="77777777" w:rsidR="00B15E99" w:rsidRPr="00EF2F0E" w:rsidRDefault="00B15E99" w:rsidP="00A40339">
            <w:pPr>
              <w:pStyle w:val="TAL"/>
              <w:rPr>
                <w:rFonts w:cs="Arial"/>
                <w:szCs w:val="18"/>
                <w:lang w:eastAsia="ja-JP"/>
              </w:rPr>
            </w:pPr>
            <w:r w:rsidRPr="00EF2F0E">
              <w:rPr>
                <w:rFonts w:cs="Arial"/>
                <w:szCs w:val="18"/>
                <w:lang w:eastAsia="ja-JP"/>
              </w:rPr>
              <w:t xml:space="preserve">-41 – </w:t>
            </w:r>
            <w:r w:rsidRPr="00EF2F0E">
              <w:rPr>
                <w:rFonts w:cs="Arial"/>
              </w:rPr>
              <w:t>Δ</w:t>
            </w:r>
            <w:r w:rsidRPr="00EF2F0E">
              <w:rPr>
                <w:rFonts w:cs="Arial"/>
                <w:vertAlign w:val="subscript"/>
              </w:rPr>
              <w:t>minSENS</w:t>
            </w:r>
          </w:p>
        </w:tc>
        <w:tc>
          <w:tcPr>
            <w:tcW w:w="2021" w:type="dxa"/>
            <w:vMerge/>
            <w:shd w:val="clear" w:color="auto" w:fill="auto"/>
            <w:vAlign w:val="center"/>
          </w:tcPr>
          <w:p w14:paraId="0984FEC2" w14:textId="77777777" w:rsidR="00B15E99" w:rsidRPr="00EF2F0E" w:rsidRDefault="00B15E99" w:rsidP="00A40339">
            <w:pPr>
              <w:pStyle w:val="TAL"/>
              <w:rPr>
                <w:rFonts w:cs="Arial"/>
                <w:szCs w:val="18"/>
                <w:lang w:eastAsia="ja-JP"/>
              </w:rPr>
            </w:pPr>
          </w:p>
        </w:tc>
      </w:tr>
      <w:tr w:rsidR="00B15E99" w:rsidRPr="00EF2F0E" w14:paraId="0984FECB" w14:textId="77777777" w:rsidTr="00A40339">
        <w:trPr>
          <w:jc w:val="center"/>
        </w:trPr>
        <w:tc>
          <w:tcPr>
            <w:tcW w:w="9642" w:type="dxa"/>
            <w:gridSpan w:val="5"/>
            <w:shd w:val="clear" w:color="auto" w:fill="auto"/>
          </w:tcPr>
          <w:p w14:paraId="0984FEC4" w14:textId="77777777" w:rsidR="00B15E99" w:rsidRPr="00EF2F0E" w:rsidRDefault="00B15E99" w:rsidP="00A40339">
            <w:pPr>
              <w:pStyle w:val="TAN"/>
              <w:rPr>
                <w:lang w:eastAsia="ja-JP"/>
              </w:rPr>
            </w:pPr>
            <w:r w:rsidRPr="00EF2F0E">
              <w:rPr>
                <w:lang w:eastAsia="ja-JP"/>
              </w:rPr>
              <w:t>NOTE 1:</w:t>
            </w:r>
            <w:r w:rsidRPr="00EF2F0E">
              <w:rPr>
                <w:lang w:eastAsia="ja-JP"/>
              </w:rPr>
              <w:tab/>
              <w:t>EIS</w:t>
            </w:r>
            <w:r w:rsidRPr="00EF2F0E">
              <w:rPr>
                <w:vertAlign w:val="subscript"/>
                <w:lang w:eastAsia="ja-JP"/>
              </w:rPr>
              <w:t>REFSENS</w:t>
            </w:r>
            <w:r w:rsidRPr="00EF2F0E">
              <w:rPr>
                <w:lang w:eastAsia="ja-JP"/>
              </w:rPr>
              <w:t xml:space="preserve"> and EIS</w:t>
            </w:r>
            <w:r w:rsidRPr="00EF2F0E">
              <w:rPr>
                <w:vertAlign w:val="subscript"/>
                <w:lang w:eastAsia="ja-JP"/>
              </w:rPr>
              <w:t>minSENS</w:t>
            </w:r>
            <w:r w:rsidRPr="00EF2F0E">
              <w:rPr>
                <w:lang w:eastAsia="ja-JP"/>
              </w:rPr>
              <w:t xml:space="preserve"> depend on the RAT, the BS class and on the </w:t>
            </w:r>
            <w:r w:rsidRPr="00EF2F0E">
              <w:rPr>
                <w:i/>
                <w:lang w:eastAsia="ja-JP"/>
              </w:rPr>
              <w:t>channel bandwidth</w:t>
            </w:r>
            <w:r w:rsidRPr="00EF2F0E">
              <w:rPr>
                <w:lang w:eastAsia="ja-JP"/>
              </w:rPr>
              <w:t>, see subclauses 10.3 and 10.2.</w:t>
            </w:r>
          </w:p>
          <w:p w14:paraId="0984FEC5" w14:textId="77777777" w:rsidR="00B15E99" w:rsidRPr="00EF2F0E" w:rsidRDefault="00B15E99" w:rsidP="00A40339">
            <w:pPr>
              <w:pStyle w:val="TAN"/>
              <w:rPr>
                <w:lang w:eastAsia="ja-JP"/>
              </w:rPr>
            </w:pPr>
            <w:r w:rsidRPr="00EF2F0E">
              <w:rPr>
                <w:lang w:eastAsia="ja-JP"/>
              </w:rPr>
              <w:t>NOTE 2:</w:t>
            </w:r>
            <w:r w:rsidRPr="00EF2F0E">
              <w:rPr>
                <w:lang w:eastAsia="ja-JP"/>
              </w:rPr>
              <w:tab/>
              <w:t>"x" is equal to 6 dB in case of E-UTRA or UTRA</w:t>
            </w:r>
            <w:r w:rsidR="00845D3D" w:rsidRPr="00EF2F0E">
              <w:rPr>
                <w:lang w:eastAsia="ja-JP"/>
              </w:rPr>
              <w:t xml:space="preserve"> or NR</w:t>
            </w:r>
            <w:r w:rsidRPr="00EF2F0E">
              <w:rPr>
                <w:lang w:eastAsia="ja-JP"/>
              </w:rPr>
              <w:t xml:space="preserve"> wanted signals. </w:t>
            </w:r>
          </w:p>
          <w:p w14:paraId="0984FEC6" w14:textId="77777777" w:rsidR="00EC1CB2" w:rsidRPr="00EF2F0E" w:rsidRDefault="00B15E99" w:rsidP="00EC1CB2">
            <w:pPr>
              <w:pStyle w:val="TAN"/>
              <w:rPr>
                <w:lang w:eastAsia="ja-JP"/>
              </w:rPr>
            </w:pPr>
            <w:r w:rsidRPr="00EF2F0E">
              <w:rPr>
                <w:lang w:eastAsia="ja-JP"/>
              </w:rPr>
              <w:t>NOTE 3:</w:t>
            </w:r>
            <w:r w:rsidRPr="00EF2F0E">
              <w:rPr>
                <w:lang w:eastAsia="ja-JP"/>
              </w:rPr>
              <w:tab/>
              <w:t xml:space="preserve">Interfering signal (E-UTRA 3 MHz) consisting of one resource block positioned at the stated offset, the </w:t>
            </w:r>
            <w:r w:rsidRPr="00EF2F0E">
              <w:rPr>
                <w:i/>
                <w:lang w:eastAsia="ja-JP"/>
              </w:rPr>
              <w:t>channel bandwidth</w:t>
            </w:r>
            <w:r w:rsidRPr="00EF2F0E">
              <w:rPr>
                <w:lang w:eastAsia="ja-JP"/>
              </w:rPr>
              <w:t xml:space="preserve"> of the interfering signal is located adjacently to the AAS </w:t>
            </w:r>
            <w:r w:rsidRPr="00EF2F0E">
              <w:rPr>
                <w:i/>
                <w:lang w:eastAsia="ja-JP"/>
              </w:rPr>
              <w:t>Base Station RF Bandwidth</w:t>
            </w:r>
            <w:r w:rsidRPr="00EF2F0E">
              <w:rPr>
                <w:lang w:eastAsia="ja-JP"/>
              </w:rPr>
              <w:t xml:space="preserve"> edge.</w:t>
            </w:r>
          </w:p>
          <w:p w14:paraId="0984FEC7" w14:textId="77777777" w:rsidR="00EC1CB2" w:rsidRPr="00EF2F0E" w:rsidRDefault="00EC1CB2" w:rsidP="00EC1CB2">
            <w:pPr>
              <w:pStyle w:val="TAN"/>
              <w:rPr>
                <w:rFonts w:cs="Arial"/>
                <w:lang w:eastAsia="ja-JP"/>
              </w:rPr>
            </w:pPr>
            <w:r w:rsidRPr="00EF2F0E">
              <w:rPr>
                <w:rFonts w:cs="Arial"/>
                <w:lang w:eastAsia="ja-JP"/>
              </w:rPr>
              <w:t>NOTE 4:</w:t>
            </w:r>
            <w:r w:rsidRPr="00EF2F0E">
              <w:tab/>
            </w:r>
            <w:r w:rsidRPr="00EF2F0E">
              <w:rPr>
                <w:rFonts w:cs="Arial"/>
                <w:lang w:eastAsia="ja-JP"/>
              </w:rPr>
              <w:t xml:space="preserve">Applicable for </w:t>
            </w:r>
            <w:r w:rsidRPr="00EF2F0E">
              <w:rPr>
                <w:rFonts w:cs="Arial"/>
                <w:i/>
                <w:lang w:eastAsia="ja-JP"/>
              </w:rPr>
              <w:t xml:space="preserve">channel bandwidths </w:t>
            </w:r>
            <w:r w:rsidRPr="00EF2F0E">
              <w:rPr>
                <w:rFonts w:cs="Arial"/>
                <w:lang w:eastAsia="ja-JP"/>
              </w:rPr>
              <w:t>equal to or below 20</w:t>
            </w:r>
            <w:r w:rsidRPr="00EF2F0E">
              <w:rPr>
                <w:rFonts w:ascii="MS Gothic" w:eastAsia="MS Gothic" w:hAnsi="MS Gothic" w:cs="Arial"/>
                <w:lang w:val="en-US" w:eastAsia="ja-JP"/>
              </w:rPr>
              <w:t> </w:t>
            </w:r>
            <w:r w:rsidRPr="00EF2F0E">
              <w:rPr>
                <w:rFonts w:cs="Arial"/>
                <w:lang w:eastAsia="ja-JP"/>
              </w:rPr>
              <w:t>MHz.</w:t>
            </w:r>
          </w:p>
          <w:p w14:paraId="0984FEC8" w14:textId="77777777" w:rsidR="00BF7554" w:rsidRPr="00EF2F0E" w:rsidRDefault="00EC1CB2" w:rsidP="00BF7554">
            <w:pPr>
              <w:pStyle w:val="TAN"/>
              <w:rPr>
                <w:rFonts w:cs="Arial"/>
                <w:i/>
                <w:lang w:eastAsia="ja-JP"/>
              </w:rPr>
            </w:pPr>
            <w:r w:rsidRPr="00EF2F0E">
              <w:rPr>
                <w:rFonts w:cs="Arial"/>
                <w:lang w:eastAsia="ja-JP"/>
              </w:rPr>
              <w:t>NOTE 5:</w:t>
            </w:r>
            <w:r w:rsidRPr="00EF2F0E">
              <w:tab/>
            </w:r>
            <w:r w:rsidRPr="00EF2F0E">
              <w:rPr>
                <w:rFonts w:cs="Arial"/>
                <w:lang w:eastAsia="ja-JP"/>
              </w:rPr>
              <w:t xml:space="preserve">Applicable for </w:t>
            </w:r>
            <w:r w:rsidRPr="00EF2F0E">
              <w:rPr>
                <w:rFonts w:cs="Arial"/>
                <w:i/>
                <w:lang w:eastAsia="ja-JP"/>
              </w:rPr>
              <w:t xml:space="preserve">channel bandwidths </w:t>
            </w:r>
            <w:r w:rsidRPr="00EF2F0E">
              <w:rPr>
                <w:rFonts w:cs="Arial"/>
                <w:lang w:eastAsia="ja-JP"/>
              </w:rPr>
              <w:t>above</w:t>
            </w:r>
            <w:r w:rsidRPr="00EF2F0E">
              <w:rPr>
                <w:rFonts w:cs="Arial"/>
                <w:i/>
                <w:lang w:eastAsia="ja-JP"/>
              </w:rPr>
              <w:t xml:space="preserve"> </w:t>
            </w:r>
            <w:r w:rsidRPr="00EF2F0E">
              <w:rPr>
                <w:rFonts w:cs="Arial"/>
                <w:lang w:eastAsia="ja-JP"/>
              </w:rPr>
              <w:t>20</w:t>
            </w:r>
            <w:r w:rsidRPr="00EF2F0E">
              <w:rPr>
                <w:rFonts w:ascii="MS Gothic" w:eastAsia="MS Gothic" w:hAnsi="MS Gothic" w:cs="Arial"/>
                <w:lang w:val="en-US" w:eastAsia="ja-JP"/>
              </w:rPr>
              <w:t> </w:t>
            </w:r>
            <w:r w:rsidRPr="00EF2F0E">
              <w:rPr>
                <w:rFonts w:cs="Arial"/>
                <w:lang w:eastAsia="ja-JP"/>
              </w:rPr>
              <w:t>MHz</w:t>
            </w:r>
            <w:r w:rsidRPr="00EF2F0E">
              <w:rPr>
                <w:rFonts w:cs="Arial"/>
                <w:i/>
                <w:lang w:eastAsia="ja-JP"/>
              </w:rPr>
              <w:t>.</w:t>
            </w:r>
          </w:p>
          <w:p w14:paraId="0984FEC9" w14:textId="77777777" w:rsidR="00BF7554" w:rsidRPr="00EF2F0E" w:rsidRDefault="00BF7554" w:rsidP="00BF7554">
            <w:pPr>
              <w:pStyle w:val="TAN"/>
              <w:rPr>
                <w:lang w:val="en-US" w:eastAsia="zh-CN"/>
              </w:rPr>
            </w:pPr>
            <w:bookmarkStart w:id="5119" w:name="OLE_LINK1"/>
            <w:r w:rsidRPr="00EF2F0E">
              <w:rPr>
                <w:lang w:eastAsia="zh-CN"/>
              </w:rPr>
              <w:t xml:space="preserve">NOTE </w:t>
            </w:r>
            <w:r w:rsidRPr="00EF2F0E">
              <w:rPr>
                <w:rFonts w:hint="eastAsia"/>
                <w:lang w:val="en-US" w:eastAsia="zh-CN"/>
              </w:rPr>
              <w:t>6</w:t>
            </w:r>
            <w:r w:rsidRPr="00EF2F0E">
              <w:rPr>
                <w:lang w:eastAsia="zh-CN"/>
              </w:rPr>
              <w:t>:</w:t>
            </w:r>
            <w:r w:rsidRPr="00EF2F0E">
              <w:rPr>
                <w:rFonts w:eastAsia="SimSun"/>
                <w:lang w:eastAsia="zh-CN"/>
              </w:rPr>
              <w:tab/>
            </w:r>
            <w:r w:rsidRPr="00EF2F0E">
              <w:rPr>
                <w:lang w:eastAsia="zh-CN"/>
              </w:rPr>
              <w:t>7.5 kHz shift is not applied to the wanted signal</w:t>
            </w:r>
            <w:r w:rsidRPr="00EF2F0E">
              <w:rPr>
                <w:rFonts w:hint="eastAsia"/>
                <w:lang w:val="en-US" w:eastAsia="zh-CN"/>
              </w:rPr>
              <w:t xml:space="preserve"> of NR.</w:t>
            </w:r>
          </w:p>
          <w:p w14:paraId="0984FECA" w14:textId="77777777" w:rsidR="00B15E99" w:rsidRPr="00EF2F0E" w:rsidRDefault="00BF7554" w:rsidP="00BF7554">
            <w:pPr>
              <w:pStyle w:val="TAN"/>
              <w:rPr>
                <w:lang w:eastAsia="ja-JP"/>
              </w:rPr>
            </w:pPr>
            <w:r w:rsidRPr="00EF2F0E">
              <w:t xml:space="preserve">NOTE </w:t>
            </w:r>
            <w:r w:rsidRPr="00EF2F0E">
              <w:rPr>
                <w:rFonts w:eastAsia="SimSun" w:hint="eastAsia"/>
                <w:lang w:val="en-US" w:eastAsia="zh-CN"/>
              </w:rPr>
              <w:t>7</w:t>
            </w:r>
            <w:r w:rsidRPr="00EF2F0E">
              <w:t>:</w:t>
            </w:r>
            <w:r w:rsidRPr="00EF2F0E">
              <w:rPr>
                <w:rFonts w:eastAsia="SimSun"/>
                <w:lang w:eastAsia="zh-CN"/>
              </w:rPr>
              <w:tab/>
            </w:r>
            <w:bookmarkEnd w:id="5119"/>
            <w:r w:rsidR="000B4A49" w:rsidRPr="00EF2F0E">
              <w:t>Void</w:t>
            </w:r>
          </w:p>
        </w:tc>
      </w:tr>
    </w:tbl>
    <w:p w14:paraId="0984FECC" w14:textId="77777777" w:rsidR="00B15E99" w:rsidRPr="00EF2F0E" w:rsidRDefault="00B15E99" w:rsidP="00A40339"/>
    <w:p w14:paraId="0984FECD" w14:textId="77777777" w:rsidR="00B15E99" w:rsidRPr="00EF2F0E" w:rsidRDefault="00B15E99" w:rsidP="00AB06FD">
      <w:pPr>
        <w:pStyle w:val="Heading4"/>
        <w:ind w:left="0" w:firstLine="0"/>
      </w:pPr>
      <w:bookmarkStart w:id="5120" w:name="_Toc21096155"/>
      <w:bookmarkStart w:id="5121" w:name="_Toc29763354"/>
      <w:bookmarkStart w:id="5122" w:name="_Toc45869639"/>
      <w:bookmarkStart w:id="5123" w:name="_Toc52554892"/>
      <w:bookmarkStart w:id="5124" w:name="_Toc52555362"/>
      <w:bookmarkStart w:id="5125" w:name="_Toc61112594"/>
      <w:bookmarkStart w:id="5126" w:name="_Toc67911746"/>
      <w:bookmarkStart w:id="5127" w:name="_Toc74843221"/>
      <w:bookmarkStart w:id="5128" w:name="_Toc76503604"/>
      <w:bookmarkStart w:id="5129" w:name="_Toc83041047"/>
      <w:bookmarkStart w:id="5130" w:name="_Toc89852090"/>
      <w:bookmarkStart w:id="5131" w:name="_Toc98676444"/>
      <w:r w:rsidRPr="00EF2F0E">
        <w:t>10.5.2.3</w:t>
      </w:r>
      <w:r w:rsidRPr="00EF2F0E">
        <w:tab/>
        <w:t>Additional BC3 blocking minimum requirement</w:t>
      </w:r>
      <w:bookmarkEnd w:id="5120"/>
      <w:bookmarkEnd w:id="5121"/>
      <w:bookmarkEnd w:id="5122"/>
      <w:bookmarkEnd w:id="5123"/>
      <w:bookmarkEnd w:id="5124"/>
      <w:bookmarkEnd w:id="5125"/>
      <w:bookmarkEnd w:id="5126"/>
      <w:bookmarkEnd w:id="5127"/>
      <w:bookmarkEnd w:id="5128"/>
      <w:bookmarkEnd w:id="5129"/>
      <w:bookmarkEnd w:id="5130"/>
      <w:bookmarkEnd w:id="5131"/>
    </w:p>
    <w:p w14:paraId="0984FECE" w14:textId="77777777" w:rsidR="00B15E99" w:rsidRPr="00EF2F0E" w:rsidRDefault="00B15E99" w:rsidP="00A40339">
      <w:r w:rsidRPr="00EF2F0E">
        <w:t>For the additional BC3 blocking requirement, the interfering signal is a 1,28 Mcps UTRA TDD signal as specified in 3GPP TS 37.104 [9], annex A.</w:t>
      </w:r>
    </w:p>
    <w:p w14:paraId="0984FECF" w14:textId="77777777" w:rsidR="00B15E99" w:rsidRPr="00EF2F0E" w:rsidRDefault="00B15E99" w:rsidP="00A40339">
      <w:r w:rsidRPr="00EF2F0E">
        <w:t xml:space="preserve">The requirement is always applicable outside the </w:t>
      </w:r>
      <w:r w:rsidRPr="00EF2F0E">
        <w:rPr>
          <w:i/>
        </w:rPr>
        <w:t>Base Station RF Bandwidth</w:t>
      </w:r>
      <w:r w:rsidRPr="00EF2F0E">
        <w:t xml:space="preserve"> or </w:t>
      </w:r>
      <w:r w:rsidRPr="00EF2F0E">
        <w:rPr>
          <w:i/>
        </w:rPr>
        <w:t>Radio Bandwidth</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or </w:t>
      </w:r>
      <w:r w:rsidRPr="00EF2F0E">
        <w:rPr>
          <w:i/>
        </w:rPr>
        <w:t>Radio Bandwidth</w:t>
      </w:r>
      <w:r w:rsidRPr="00EF2F0E">
        <w:rPr>
          <w:lang w:eastAsia="zh-CN"/>
        </w:rPr>
        <w:t xml:space="preserve"> edges</w:t>
      </w:r>
      <w:r w:rsidRPr="00EF2F0E">
        <w:t>.</w:t>
      </w:r>
    </w:p>
    <w:p w14:paraId="0984FED0" w14:textId="77777777" w:rsidR="00B15E99" w:rsidRPr="00EF2F0E" w:rsidRDefault="00B15E99" w:rsidP="00A40339">
      <w:r w:rsidRPr="00EF2F0E">
        <w:t xml:space="preserve">For </w:t>
      </w:r>
      <w:r w:rsidRPr="00EF2F0E">
        <w:rPr>
          <w:i/>
        </w:rPr>
        <w:t>multi-band RIBs</w:t>
      </w:r>
      <w:r w:rsidRPr="00EF2F0E">
        <w:t xml:space="preserve">, the requirement applies in addition inside any </w:t>
      </w:r>
      <w:r w:rsidRPr="00EF2F0E">
        <w:rPr>
          <w:i/>
        </w:rPr>
        <w:t>Inter RF Bandwidth gap</w:t>
      </w:r>
      <w:r w:rsidRPr="00EF2F0E">
        <w:t>, in case the gap size is at least 4.8 MHz. The interfering signal offset is defined relative to the</w:t>
      </w:r>
      <w:r w:rsidRPr="00EF2F0E">
        <w:rPr>
          <w:i/>
        </w:rPr>
        <w:t xml:space="preserve"> Base Station RF Bandwidth</w:t>
      </w:r>
      <w:r w:rsidRPr="00EF2F0E">
        <w:t xml:space="preserve"> </w:t>
      </w:r>
      <w:r w:rsidRPr="00EF2F0E">
        <w:rPr>
          <w:i/>
        </w:rPr>
        <w:t>edges</w:t>
      </w:r>
      <w:r w:rsidRPr="00EF2F0E">
        <w:t xml:space="preserve"> inside the </w:t>
      </w:r>
      <w:r w:rsidRPr="00EF2F0E">
        <w:rPr>
          <w:i/>
        </w:rPr>
        <w:t>Inter RF Bandwidth gap</w:t>
      </w:r>
      <w:r w:rsidRPr="00EF2F0E">
        <w:t>.</w:t>
      </w:r>
    </w:p>
    <w:p w14:paraId="0984FED1" w14:textId="77777777" w:rsidR="00B15E99" w:rsidRPr="00EF2F0E" w:rsidRDefault="00B15E99" w:rsidP="00A40339">
      <w:r w:rsidRPr="00EF2F0E">
        <w:t>For the wanted and interfering signal at the RIB, using the parameters in table 10.5.2.3</w:t>
      </w:r>
      <w:r w:rsidRPr="00EF2F0E">
        <w:noBreakHyphen/>
        <w:t>1, the following requirements shall be met:</w:t>
      </w:r>
    </w:p>
    <w:p w14:paraId="0984FED2" w14:textId="77777777" w:rsidR="00B15E99" w:rsidRPr="00EF2F0E" w:rsidRDefault="00B15E99" w:rsidP="00A40339">
      <w:pPr>
        <w:pStyle w:val="B10"/>
      </w:pPr>
      <w:r w:rsidRPr="00EF2F0E">
        <w:t>-</w:t>
      </w:r>
      <w:r w:rsidRPr="00EF2F0E">
        <w:tab/>
        <w:t xml:space="preserve">For any E-UTRA </w:t>
      </w:r>
      <w:r w:rsidRPr="00EF2F0E">
        <w:rPr>
          <w:lang w:eastAsia="zh-CN"/>
        </w:rPr>
        <w:t xml:space="preserve">TDD </w:t>
      </w:r>
      <w:r w:rsidRPr="00EF2F0E">
        <w:t>carrier, the throughput shall be ≥ 95 % of the</w:t>
      </w:r>
      <w:r w:rsidRPr="00EF2F0E">
        <w:rPr>
          <w:i/>
        </w:rPr>
        <w:t xml:space="preserve"> maximum throughput</w:t>
      </w:r>
      <w:r w:rsidRPr="00EF2F0E">
        <w:t xml:space="preserve"> of the reference measurement channel defined in 3GPP TS 36.104 [8], subclause 7.2.1.</w:t>
      </w:r>
    </w:p>
    <w:p w14:paraId="0984FED3" w14:textId="77777777" w:rsidR="00B15E99" w:rsidRPr="00EF2F0E" w:rsidRDefault="00B15E99" w:rsidP="00A40339">
      <w:pPr>
        <w:pStyle w:val="TH"/>
        <w:rPr>
          <w:rFonts w:eastAsia="Osaka"/>
        </w:rPr>
      </w:pPr>
      <w:r w:rsidRPr="00EF2F0E">
        <w:rPr>
          <w:rFonts w:eastAsia="Osaka"/>
        </w:rPr>
        <w:t>Table 10.5.</w:t>
      </w:r>
      <w:r w:rsidRPr="00EF2F0E">
        <w:rPr>
          <w:lang w:eastAsia="zh-CN"/>
        </w:rPr>
        <w:t>2.3</w:t>
      </w:r>
      <w:r w:rsidRPr="00EF2F0E">
        <w:rPr>
          <w:rFonts w:eastAsia="Osaka"/>
        </w:rPr>
        <w:t>-1: Additional blocking requirement for BC</w:t>
      </w:r>
      <w:r w:rsidRPr="00EF2F0E">
        <w:rPr>
          <w:lang w:eastAsia="zh-CN"/>
        </w:rPr>
        <w:t>3</w:t>
      </w:r>
    </w:p>
    <w:tbl>
      <w:tblPr>
        <w:tblW w:w="8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008"/>
        <w:gridCol w:w="1283"/>
        <w:gridCol w:w="425"/>
        <w:gridCol w:w="1351"/>
        <w:gridCol w:w="1499"/>
        <w:gridCol w:w="1701"/>
        <w:gridCol w:w="1545"/>
      </w:tblGrid>
      <w:tr w:rsidR="003401A4" w:rsidRPr="00EF2F0E" w14:paraId="0984FEDA" w14:textId="77777777" w:rsidTr="00A40339">
        <w:trPr>
          <w:tblHeader/>
          <w:jc w:val="center"/>
        </w:trPr>
        <w:tc>
          <w:tcPr>
            <w:tcW w:w="1008" w:type="dxa"/>
          </w:tcPr>
          <w:p w14:paraId="0984FED4" w14:textId="77777777" w:rsidR="00B15E99" w:rsidRPr="00EF2F0E" w:rsidRDefault="00B15E99" w:rsidP="00A40339">
            <w:pPr>
              <w:pStyle w:val="TAH"/>
              <w:rPr>
                <w:lang w:eastAsia="ja-JP"/>
              </w:rPr>
            </w:pPr>
            <w:r w:rsidRPr="00EF2F0E">
              <w:rPr>
                <w:lang w:eastAsia="ja-JP"/>
              </w:rPr>
              <w:t>Operating Band</w:t>
            </w:r>
          </w:p>
        </w:tc>
        <w:tc>
          <w:tcPr>
            <w:tcW w:w="3059" w:type="dxa"/>
            <w:gridSpan w:val="3"/>
            <w:tcBorders>
              <w:bottom w:val="single" w:sz="4" w:space="0" w:color="auto"/>
            </w:tcBorders>
          </w:tcPr>
          <w:p w14:paraId="0984FED5" w14:textId="77777777" w:rsidR="00B15E99" w:rsidRPr="00EF2F0E" w:rsidRDefault="00B15E99" w:rsidP="00A40339">
            <w:pPr>
              <w:pStyle w:val="TAH"/>
              <w:rPr>
                <w:lang w:eastAsia="ja-JP"/>
              </w:rPr>
            </w:pPr>
            <w:r w:rsidRPr="00EF2F0E">
              <w:rPr>
                <w:lang w:eastAsia="ja-JP"/>
              </w:rPr>
              <w:t>Centre Frequency of Interfering Signal [MHz]</w:t>
            </w:r>
          </w:p>
        </w:tc>
        <w:tc>
          <w:tcPr>
            <w:tcW w:w="1499" w:type="dxa"/>
          </w:tcPr>
          <w:p w14:paraId="0984FED6" w14:textId="77777777" w:rsidR="00B15E99" w:rsidRPr="00EF2F0E" w:rsidRDefault="00B15E99" w:rsidP="00A40339">
            <w:pPr>
              <w:pStyle w:val="TAH"/>
              <w:rPr>
                <w:lang w:eastAsia="ja-JP"/>
              </w:rPr>
            </w:pPr>
            <w:r w:rsidRPr="00EF2F0E">
              <w:rPr>
                <w:lang w:eastAsia="ja-JP"/>
              </w:rPr>
              <w:t>Interfering Signal mean power [dBm]</w:t>
            </w:r>
          </w:p>
        </w:tc>
        <w:tc>
          <w:tcPr>
            <w:tcW w:w="1701" w:type="dxa"/>
          </w:tcPr>
          <w:p w14:paraId="0984FED7" w14:textId="77777777" w:rsidR="00B15E99" w:rsidRPr="00EF2F0E" w:rsidRDefault="00B15E99" w:rsidP="00A40339">
            <w:pPr>
              <w:pStyle w:val="TAH"/>
              <w:rPr>
                <w:rFonts w:cs="Arial"/>
                <w:szCs w:val="18"/>
                <w:lang w:eastAsia="ja-JP"/>
              </w:rPr>
            </w:pPr>
            <w:r w:rsidRPr="00EF2F0E">
              <w:rPr>
                <w:lang w:eastAsia="ja-JP"/>
              </w:rPr>
              <w:t>Wanted Signal mean power [dBm]</w:t>
            </w:r>
            <w:r w:rsidRPr="00EF2F0E">
              <w:rPr>
                <w:rFonts w:cs="Arial"/>
                <w:szCs w:val="18"/>
                <w:lang w:eastAsia="ja-JP"/>
              </w:rPr>
              <w:t xml:space="preserve"> </w:t>
            </w:r>
          </w:p>
          <w:p w14:paraId="0984FED8" w14:textId="77777777" w:rsidR="00B15E99" w:rsidRPr="00EF2F0E" w:rsidRDefault="00B15E99" w:rsidP="00A40339">
            <w:pPr>
              <w:pStyle w:val="TAH"/>
              <w:rPr>
                <w:lang w:eastAsia="ja-JP"/>
              </w:rPr>
            </w:pPr>
            <w:r w:rsidRPr="00EF2F0E">
              <w:rPr>
                <w:rFonts w:cs="Arial"/>
                <w:szCs w:val="18"/>
                <w:lang w:eastAsia="ja-JP"/>
              </w:rPr>
              <w:t>(NOTE)</w:t>
            </w:r>
          </w:p>
        </w:tc>
        <w:tc>
          <w:tcPr>
            <w:tcW w:w="1545" w:type="dxa"/>
          </w:tcPr>
          <w:p w14:paraId="0984FED9" w14:textId="77777777" w:rsidR="00B15E99" w:rsidRPr="00EF2F0E" w:rsidRDefault="00B15E99" w:rsidP="00A40339">
            <w:pPr>
              <w:pStyle w:val="TAH"/>
              <w:rPr>
                <w:lang w:eastAsia="ja-JP"/>
              </w:rPr>
            </w:pPr>
            <w:r w:rsidRPr="00EF2F0E">
              <w:rPr>
                <w:lang w:eastAsia="ja-JP"/>
              </w:rPr>
              <w:t xml:space="preserve">Interfering signal centre frequency minimum offset from the </w:t>
            </w:r>
            <w:r w:rsidRPr="00EF2F0E">
              <w:rPr>
                <w:i/>
                <w:lang w:eastAsia="ja-JP"/>
              </w:rPr>
              <w:t>Base Station RF Bandwidth edge</w:t>
            </w:r>
            <w:r w:rsidRPr="00EF2F0E">
              <w:rPr>
                <w:lang w:eastAsia="ja-JP"/>
              </w:rPr>
              <w:t xml:space="preserve"> [MHz]</w:t>
            </w:r>
          </w:p>
        </w:tc>
      </w:tr>
      <w:tr w:rsidR="003401A4" w:rsidRPr="00EF2F0E" w14:paraId="0984FEE2" w14:textId="77777777" w:rsidTr="00A40339">
        <w:trPr>
          <w:cantSplit/>
          <w:trHeight w:val="176"/>
          <w:jc w:val="center"/>
        </w:trPr>
        <w:tc>
          <w:tcPr>
            <w:tcW w:w="1008" w:type="dxa"/>
            <w:vMerge w:val="restart"/>
            <w:tcBorders>
              <w:right w:val="single" w:sz="4" w:space="0" w:color="auto"/>
            </w:tcBorders>
          </w:tcPr>
          <w:p w14:paraId="0984FEDB" w14:textId="77777777" w:rsidR="00B15E99" w:rsidRPr="00EF2F0E" w:rsidRDefault="00B15E99" w:rsidP="00A40339">
            <w:pPr>
              <w:pStyle w:val="TAL"/>
              <w:rPr>
                <w:rFonts w:cs="Arial"/>
                <w:szCs w:val="18"/>
                <w:lang w:eastAsia="ja-JP"/>
              </w:rPr>
            </w:pPr>
            <w:r w:rsidRPr="00EF2F0E">
              <w:rPr>
                <w:rFonts w:cs="Arial"/>
                <w:szCs w:val="18"/>
                <w:lang w:eastAsia="zh-CN"/>
              </w:rPr>
              <w:t xml:space="preserve">33 </w:t>
            </w:r>
            <w:r w:rsidRPr="00EF2F0E">
              <w:rPr>
                <w:rFonts w:cs="Arial"/>
                <w:szCs w:val="18"/>
                <w:lang w:eastAsia="ja-JP"/>
              </w:rPr>
              <w:t>-</w:t>
            </w:r>
            <w:r w:rsidRPr="00EF2F0E">
              <w:rPr>
                <w:rFonts w:cs="Arial"/>
                <w:szCs w:val="18"/>
                <w:lang w:eastAsia="zh-CN"/>
              </w:rPr>
              <w:t xml:space="preserve"> 39</w:t>
            </w:r>
          </w:p>
        </w:tc>
        <w:tc>
          <w:tcPr>
            <w:tcW w:w="1283" w:type="dxa"/>
            <w:vMerge w:val="restart"/>
            <w:tcBorders>
              <w:top w:val="single" w:sz="4" w:space="0" w:color="auto"/>
              <w:left w:val="single" w:sz="4" w:space="0" w:color="auto"/>
              <w:right w:val="nil"/>
            </w:tcBorders>
          </w:tcPr>
          <w:p w14:paraId="0984FEDC" w14:textId="77777777" w:rsidR="00B15E99" w:rsidRPr="00EF2F0E" w:rsidRDefault="00B15E99" w:rsidP="00A40339">
            <w:pPr>
              <w:pStyle w:val="TAC"/>
              <w:rPr>
                <w:lang w:eastAsia="ja-JP"/>
              </w:rPr>
            </w:pPr>
            <w:r w:rsidRPr="00EF2F0E">
              <w:rPr>
                <w:lang w:eastAsia="ja-JP"/>
              </w:rPr>
              <w:t>(F</w:t>
            </w:r>
            <w:r w:rsidRPr="00EF2F0E">
              <w:rPr>
                <w:vertAlign w:val="subscript"/>
                <w:lang w:eastAsia="ja-JP"/>
              </w:rPr>
              <w:t>UL_low</w:t>
            </w:r>
            <w:r w:rsidRPr="00EF2F0E">
              <w:rPr>
                <w:lang w:eastAsia="ja-JP"/>
              </w:rPr>
              <w:t xml:space="preserve"> -</w:t>
            </w:r>
            <w:r w:rsidRPr="00EF2F0E">
              <w:rPr>
                <w:lang w:eastAsia="zh-CN"/>
              </w:rPr>
              <w:t xml:space="preserve"> </w:t>
            </w:r>
            <w:r w:rsidRPr="00EF2F0E">
              <w:rPr>
                <w:lang w:eastAsia="ja-JP"/>
              </w:rPr>
              <w:t>20)</w:t>
            </w:r>
          </w:p>
        </w:tc>
        <w:tc>
          <w:tcPr>
            <w:tcW w:w="425" w:type="dxa"/>
            <w:vMerge w:val="restart"/>
            <w:tcBorders>
              <w:top w:val="single" w:sz="4" w:space="0" w:color="auto"/>
              <w:left w:val="nil"/>
              <w:right w:val="nil"/>
            </w:tcBorders>
          </w:tcPr>
          <w:p w14:paraId="0984FEDD" w14:textId="77777777" w:rsidR="00B15E99" w:rsidRPr="00EF2F0E" w:rsidRDefault="00B15E99" w:rsidP="00A40339">
            <w:pPr>
              <w:pStyle w:val="TAC"/>
              <w:rPr>
                <w:lang w:eastAsia="ja-JP"/>
              </w:rPr>
            </w:pPr>
            <w:r w:rsidRPr="00EF2F0E">
              <w:rPr>
                <w:lang w:eastAsia="ja-JP"/>
              </w:rPr>
              <w:t>to</w:t>
            </w:r>
          </w:p>
        </w:tc>
        <w:tc>
          <w:tcPr>
            <w:tcW w:w="1351" w:type="dxa"/>
            <w:vMerge w:val="restart"/>
            <w:tcBorders>
              <w:top w:val="single" w:sz="4" w:space="0" w:color="auto"/>
              <w:left w:val="nil"/>
              <w:right w:val="single" w:sz="4" w:space="0" w:color="auto"/>
            </w:tcBorders>
          </w:tcPr>
          <w:p w14:paraId="0984FEDE" w14:textId="77777777" w:rsidR="00B15E99" w:rsidRPr="00EF2F0E" w:rsidRDefault="00B15E99" w:rsidP="00A40339">
            <w:pPr>
              <w:pStyle w:val="TAC"/>
              <w:rPr>
                <w:lang w:eastAsia="ja-JP"/>
              </w:rPr>
            </w:pPr>
            <w:r w:rsidRPr="00EF2F0E">
              <w:rPr>
                <w:lang w:eastAsia="ja-JP"/>
              </w:rPr>
              <w:t>(F</w:t>
            </w:r>
            <w:r w:rsidRPr="00EF2F0E">
              <w:rPr>
                <w:vertAlign w:val="subscript"/>
                <w:lang w:eastAsia="ja-JP"/>
              </w:rPr>
              <w:t>UL_high</w:t>
            </w:r>
            <w:r w:rsidRPr="00EF2F0E">
              <w:rPr>
                <w:lang w:eastAsia="ja-JP"/>
              </w:rPr>
              <w:t xml:space="preserve"> +</w:t>
            </w:r>
            <w:r w:rsidRPr="00EF2F0E">
              <w:rPr>
                <w:lang w:eastAsia="zh-CN"/>
              </w:rPr>
              <w:t xml:space="preserve"> </w:t>
            </w:r>
            <w:r w:rsidRPr="00EF2F0E">
              <w:rPr>
                <w:lang w:eastAsia="ja-JP"/>
              </w:rPr>
              <w:t>20)</w:t>
            </w:r>
          </w:p>
        </w:tc>
        <w:tc>
          <w:tcPr>
            <w:tcW w:w="1499" w:type="dxa"/>
            <w:tcBorders>
              <w:left w:val="single" w:sz="4" w:space="0" w:color="auto"/>
            </w:tcBorders>
          </w:tcPr>
          <w:p w14:paraId="0984FEDF" w14:textId="77777777" w:rsidR="00B15E99" w:rsidRPr="00EF2F0E" w:rsidRDefault="00B15E99" w:rsidP="00A40339">
            <w:pPr>
              <w:pStyle w:val="TAC"/>
              <w:rPr>
                <w:vertAlign w:val="subscript"/>
              </w:rPr>
            </w:pPr>
            <w:r w:rsidRPr="00EF2F0E">
              <w:rPr>
                <w:lang w:eastAsia="ja-JP"/>
              </w:rPr>
              <w:t xml:space="preserve">-40 - </w:t>
            </w:r>
            <w:r w:rsidRPr="00EF2F0E">
              <w:t>Δ</w:t>
            </w:r>
            <w:r w:rsidRPr="00EF2F0E">
              <w:rPr>
                <w:vertAlign w:val="subscript"/>
              </w:rPr>
              <w:t>OTAREFSENS</w:t>
            </w:r>
          </w:p>
        </w:tc>
        <w:tc>
          <w:tcPr>
            <w:tcW w:w="1701" w:type="dxa"/>
            <w:vAlign w:val="center"/>
          </w:tcPr>
          <w:p w14:paraId="0984FEE0"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REFSENS</w:t>
            </w:r>
            <w:r w:rsidRPr="00EF2F0E">
              <w:rPr>
                <w:lang w:eastAsia="ja-JP"/>
              </w:rPr>
              <w:t xml:space="preserve"> + 6 dB </w:t>
            </w:r>
          </w:p>
        </w:tc>
        <w:tc>
          <w:tcPr>
            <w:tcW w:w="1545" w:type="dxa"/>
            <w:vMerge w:val="restart"/>
            <w:vAlign w:val="center"/>
          </w:tcPr>
          <w:p w14:paraId="0984FEE1" w14:textId="77777777" w:rsidR="00B15E99" w:rsidRPr="00EF2F0E" w:rsidRDefault="00B15E99" w:rsidP="00A40339">
            <w:pPr>
              <w:pStyle w:val="TAC"/>
              <w:rPr>
                <w:lang w:eastAsia="ja-JP"/>
              </w:rPr>
            </w:pPr>
            <w:r w:rsidRPr="00EF2F0E">
              <w:rPr>
                <w:lang w:eastAsia="ja-JP"/>
              </w:rPr>
              <w:t>±</w:t>
            </w:r>
            <w:r w:rsidRPr="00EF2F0E">
              <w:rPr>
                <w:lang w:eastAsia="zh-CN"/>
              </w:rPr>
              <w:t>2,4</w:t>
            </w:r>
          </w:p>
        </w:tc>
      </w:tr>
      <w:tr w:rsidR="003401A4" w:rsidRPr="00EF2F0E" w14:paraId="0984FEEA" w14:textId="77777777" w:rsidTr="00A40339">
        <w:trPr>
          <w:cantSplit/>
          <w:trHeight w:val="175"/>
          <w:jc w:val="center"/>
        </w:trPr>
        <w:tc>
          <w:tcPr>
            <w:tcW w:w="1008" w:type="dxa"/>
            <w:vMerge/>
            <w:tcBorders>
              <w:right w:val="single" w:sz="4" w:space="0" w:color="auto"/>
            </w:tcBorders>
          </w:tcPr>
          <w:p w14:paraId="0984FEE3" w14:textId="77777777" w:rsidR="00B15E99" w:rsidRPr="00EF2F0E" w:rsidRDefault="00B15E99" w:rsidP="00A40339">
            <w:pPr>
              <w:pStyle w:val="TAL"/>
              <w:rPr>
                <w:rFonts w:cs="Arial"/>
                <w:szCs w:val="18"/>
                <w:lang w:eastAsia="zh-CN"/>
              </w:rPr>
            </w:pPr>
          </w:p>
        </w:tc>
        <w:tc>
          <w:tcPr>
            <w:tcW w:w="1283" w:type="dxa"/>
            <w:vMerge/>
            <w:tcBorders>
              <w:left w:val="single" w:sz="4" w:space="0" w:color="auto"/>
              <w:bottom w:val="single" w:sz="4" w:space="0" w:color="auto"/>
              <w:right w:val="nil"/>
            </w:tcBorders>
          </w:tcPr>
          <w:p w14:paraId="0984FEE4" w14:textId="77777777" w:rsidR="00B15E99" w:rsidRPr="00EF2F0E" w:rsidRDefault="00B15E99" w:rsidP="00A40339">
            <w:pPr>
              <w:pStyle w:val="TAL"/>
              <w:rPr>
                <w:rFonts w:cs="Arial"/>
                <w:szCs w:val="18"/>
                <w:lang w:eastAsia="ja-JP"/>
              </w:rPr>
            </w:pPr>
          </w:p>
        </w:tc>
        <w:tc>
          <w:tcPr>
            <w:tcW w:w="425" w:type="dxa"/>
            <w:vMerge/>
            <w:tcBorders>
              <w:left w:val="nil"/>
              <w:bottom w:val="single" w:sz="4" w:space="0" w:color="auto"/>
              <w:right w:val="nil"/>
            </w:tcBorders>
          </w:tcPr>
          <w:p w14:paraId="0984FEE5" w14:textId="77777777" w:rsidR="00B15E99" w:rsidRPr="00EF2F0E" w:rsidRDefault="00B15E99" w:rsidP="00A40339">
            <w:pPr>
              <w:pStyle w:val="TAL"/>
              <w:rPr>
                <w:rFonts w:cs="Arial"/>
                <w:szCs w:val="18"/>
                <w:lang w:eastAsia="ja-JP"/>
              </w:rPr>
            </w:pPr>
          </w:p>
        </w:tc>
        <w:tc>
          <w:tcPr>
            <w:tcW w:w="1351" w:type="dxa"/>
            <w:vMerge/>
            <w:tcBorders>
              <w:left w:val="nil"/>
              <w:bottom w:val="single" w:sz="4" w:space="0" w:color="auto"/>
              <w:right w:val="single" w:sz="4" w:space="0" w:color="auto"/>
            </w:tcBorders>
          </w:tcPr>
          <w:p w14:paraId="0984FEE6" w14:textId="77777777" w:rsidR="00B15E99" w:rsidRPr="00EF2F0E" w:rsidRDefault="00B15E99" w:rsidP="00A40339">
            <w:pPr>
              <w:pStyle w:val="TAL"/>
              <w:rPr>
                <w:rFonts w:cs="Arial"/>
                <w:szCs w:val="18"/>
                <w:lang w:eastAsia="ja-JP"/>
              </w:rPr>
            </w:pPr>
          </w:p>
        </w:tc>
        <w:tc>
          <w:tcPr>
            <w:tcW w:w="1499" w:type="dxa"/>
            <w:tcBorders>
              <w:left w:val="single" w:sz="4" w:space="0" w:color="auto"/>
            </w:tcBorders>
          </w:tcPr>
          <w:p w14:paraId="0984FEE7" w14:textId="77777777" w:rsidR="00B15E99" w:rsidRPr="00EF2F0E" w:rsidRDefault="00B15E99" w:rsidP="00A40339">
            <w:pPr>
              <w:pStyle w:val="TAC"/>
              <w:rPr>
                <w:szCs w:val="18"/>
                <w:lang w:eastAsia="ja-JP"/>
              </w:rPr>
            </w:pPr>
            <w:r w:rsidRPr="00EF2F0E">
              <w:rPr>
                <w:szCs w:val="18"/>
                <w:lang w:eastAsia="ja-JP"/>
              </w:rPr>
              <w:t xml:space="preserve">-40 – </w:t>
            </w:r>
            <w:r w:rsidRPr="00EF2F0E">
              <w:t>Δ</w:t>
            </w:r>
            <w:r w:rsidRPr="00EF2F0E">
              <w:rPr>
                <w:vertAlign w:val="subscript"/>
              </w:rPr>
              <w:t>minSENS</w:t>
            </w:r>
          </w:p>
        </w:tc>
        <w:tc>
          <w:tcPr>
            <w:tcW w:w="1701" w:type="dxa"/>
            <w:vAlign w:val="center"/>
          </w:tcPr>
          <w:p w14:paraId="0984FEE8"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minSENS</w:t>
            </w:r>
            <w:r w:rsidRPr="00EF2F0E">
              <w:rPr>
                <w:szCs w:val="18"/>
                <w:lang w:eastAsia="ja-JP"/>
              </w:rPr>
              <w:t xml:space="preserve"> + 6 dB</w:t>
            </w:r>
          </w:p>
        </w:tc>
        <w:tc>
          <w:tcPr>
            <w:tcW w:w="1545" w:type="dxa"/>
            <w:vMerge/>
            <w:vAlign w:val="center"/>
          </w:tcPr>
          <w:p w14:paraId="0984FEE9" w14:textId="77777777" w:rsidR="00B15E99" w:rsidRPr="00EF2F0E" w:rsidRDefault="00B15E99" w:rsidP="00A40339">
            <w:pPr>
              <w:pStyle w:val="TAL"/>
              <w:rPr>
                <w:rFonts w:cs="Arial"/>
                <w:szCs w:val="18"/>
                <w:lang w:eastAsia="ja-JP"/>
              </w:rPr>
            </w:pPr>
          </w:p>
        </w:tc>
      </w:tr>
      <w:tr w:rsidR="003401A4" w:rsidRPr="00EF2F0E" w14:paraId="0984FEF2" w14:textId="77777777" w:rsidTr="00A40339">
        <w:trPr>
          <w:cantSplit/>
          <w:trHeight w:val="176"/>
          <w:jc w:val="center"/>
        </w:trPr>
        <w:tc>
          <w:tcPr>
            <w:tcW w:w="1008" w:type="dxa"/>
            <w:vMerge w:val="restart"/>
            <w:tcBorders>
              <w:right w:val="single" w:sz="4" w:space="0" w:color="auto"/>
            </w:tcBorders>
          </w:tcPr>
          <w:p w14:paraId="0984FEEB" w14:textId="77777777" w:rsidR="00B15E99" w:rsidRPr="00EF2F0E" w:rsidRDefault="00B15E99" w:rsidP="00A40339">
            <w:pPr>
              <w:pStyle w:val="TAL"/>
              <w:rPr>
                <w:rFonts w:cs="Arial"/>
                <w:szCs w:val="18"/>
                <w:lang w:eastAsia="ja-JP"/>
              </w:rPr>
            </w:pPr>
            <w:r w:rsidRPr="00EF2F0E">
              <w:rPr>
                <w:rFonts w:cs="Arial"/>
                <w:szCs w:val="18"/>
                <w:lang w:eastAsia="zh-CN"/>
              </w:rPr>
              <w:t>40</w:t>
            </w:r>
          </w:p>
        </w:tc>
        <w:tc>
          <w:tcPr>
            <w:tcW w:w="1283" w:type="dxa"/>
            <w:vMerge w:val="restart"/>
            <w:tcBorders>
              <w:top w:val="single" w:sz="4" w:space="0" w:color="auto"/>
              <w:left w:val="single" w:sz="4" w:space="0" w:color="auto"/>
              <w:right w:val="nil"/>
            </w:tcBorders>
          </w:tcPr>
          <w:p w14:paraId="0984FEEC" w14:textId="77777777" w:rsidR="00B15E99" w:rsidRPr="00EF2F0E" w:rsidRDefault="00B15E99" w:rsidP="00A40339">
            <w:pPr>
              <w:pStyle w:val="TAC"/>
              <w:rPr>
                <w:lang w:eastAsia="ja-JP"/>
              </w:rPr>
            </w:pPr>
            <w:r w:rsidRPr="00EF2F0E">
              <w:rPr>
                <w:lang w:eastAsia="ja-JP"/>
              </w:rPr>
              <w:t>(F</w:t>
            </w:r>
            <w:r w:rsidRPr="00EF2F0E">
              <w:rPr>
                <w:vertAlign w:val="subscript"/>
                <w:lang w:eastAsia="ja-JP"/>
              </w:rPr>
              <w:t>UL_low</w:t>
            </w:r>
            <w:r w:rsidRPr="00EF2F0E">
              <w:rPr>
                <w:lang w:eastAsia="ja-JP"/>
              </w:rPr>
              <w:t xml:space="preserve"> -</w:t>
            </w:r>
            <w:r w:rsidRPr="00EF2F0E">
              <w:rPr>
                <w:lang w:eastAsia="zh-CN"/>
              </w:rPr>
              <w:t xml:space="preserve"> </w:t>
            </w:r>
            <w:r w:rsidRPr="00EF2F0E">
              <w:rPr>
                <w:lang w:eastAsia="ja-JP"/>
              </w:rPr>
              <w:t>60)</w:t>
            </w:r>
          </w:p>
        </w:tc>
        <w:tc>
          <w:tcPr>
            <w:tcW w:w="425" w:type="dxa"/>
            <w:vMerge w:val="restart"/>
            <w:tcBorders>
              <w:top w:val="single" w:sz="4" w:space="0" w:color="auto"/>
              <w:left w:val="nil"/>
              <w:right w:val="nil"/>
            </w:tcBorders>
          </w:tcPr>
          <w:p w14:paraId="0984FEED" w14:textId="77777777" w:rsidR="00B15E99" w:rsidRPr="00EF2F0E" w:rsidRDefault="00B15E99" w:rsidP="00A40339">
            <w:pPr>
              <w:pStyle w:val="TAC"/>
              <w:rPr>
                <w:lang w:eastAsia="ja-JP"/>
              </w:rPr>
            </w:pPr>
            <w:r w:rsidRPr="00EF2F0E">
              <w:rPr>
                <w:lang w:eastAsia="ja-JP"/>
              </w:rPr>
              <w:t>to</w:t>
            </w:r>
          </w:p>
        </w:tc>
        <w:tc>
          <w:tcPr>
            <w:tcW w:w="1351" w:type="dxa"/>
            <w:vMerge w:val="restart"/>
            <w:tcBorders>
              <w:top w:val="single" w:sz="4" w:space="0" w:color="auto"/>
              <w:left w:val="nil"/>
              <w:right w:val="single" w:sz="4" w:space="0" w:color="auto"/>
            </w:tcBorders>
          </w:tcPr>
          <w:p w14:paraId="0984FEEE" w14:textId="77777777" w:rsidR="00B15E99" w:rsidRPr="00EF2F0E" w:rsidRDefault="00B15E99" w:rsidP="00A40339">
            <w:pPr>
              <w:pStyle w:val="TAC"/>
              <w:rPr>
                <w:lang w:eastAsia="ja-JP"/>
              </w:rPr>
            </w:pPr>
            <w:r w:rsidRPr="00EF2F0E">
              <w:rPr>
                <w:lang w:eastAsia="ja-JP"/>
              </w:rPr>
              <w:t>(F</w:t>
            </w:r>
            <w:r w:rsidRPr="00EF2F0E">
              <w:rPr>
                <w:vertAlign w:val="subscript"/>
                <w:lang w:eastAsia="ja-JP"/>
              </w:rPr>
              <w:t>UL_high</w:t>
            </w:r>
            <w:r w:rsidRPr="00EF2F0E">
              <w:rPr>
                <w:lang w:eastAsia="ja-JP"/>
              </w:rPr>
              <w:t xml:space="preserve"> +</w:t>
            </w:r>
            <w:r w:rsidRPr="00EF2F0E">
              <w:rPr>
                <w:lang w:eastAsia="zh-CN"/>
              </w:rPr>
              <w:t xml:space="preserve"> </w:t>
            </w:r>
            <w:r w:rsidRPr="00EF2F0E">
              <w:rPr>
                <w:lang w:eastAsia="ja-JP"/>
              </w:rPr>
              <w:t>60)</w:t>
            </w:r>
          </w:p>
        </w:tc>
        <w:tc>
          <w:tcPr>
            <w:tcW w:w="1499" w:type="dxa"/>
            <w:tcBorders>
              <w:left w:val="single" w:sz="4" w:space="0" w:color="auto"/>
            </w:tcBorders>
          </w:tcPr>
          <w:p w14:paraId="0984FEEF" w14:textId="77777777" w:rsidR="00B15E99" w:rsidRPr="00EF2F0E" w:rsidRDefault="00B15E99" w:rsidP="00A40339">
            <w:pPr>
              <w:pStyle w:val="TAC"/>
              <w:rPr>
                <w:vertAlign w:val="subscript"/>
              </w:rPr>
            </w:pPr>
            <w:r w:rsidRPr="00EF2F0E">
              <w:rPr>
                <w:lang w:eastAsia="ja-JP"/>
              </w:rPr>
              <w:t xml:space="preserve">-40 - </w:t>
            </w:r>
            <w:r w:rsidRPr="00EF2F0E">
              <w:t>Δ</w:t>
            </w:r>
            <w:r w:rsidRPr="00EF2F0E">
              <w:rPr>
                <w:vertAlign w:val="subscript"/>
              </w:rPr>
              <w:t>OTAREFSENS</w:t>
            </w:r>
          </w:p>
        </w:tc>
        <w:tc>
          <w:tcPr>
            <w:tcW w:w="1701" w:type="dxa"/>
            <w:vAlign w:val="center"/>
          </w:tcPr>
          <w:p w14:paraId="0984FEF0"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REFSENS</w:t>
            </w:r>
            <w:r w:rsidRPr="00EF2F0E">
              <w:rPr>
                <w:lang w:eastAsia="ja-JP"/>
              </w:rPr>
              <w:t xml:space="preserve"> + 6 dB </w:t>
            </w:r>
          </w:p>
        </w:tc>
        <w:tc>
          <w:tcPr>
            <w:tcW w:w="1545" w:type="dxa"/>
            <w:vMerge w:val="restart"/>
            <w:vAlign w:val="center"/>
          </w:tcPr>
          <w:p w14:paraId="0984FEF1" w14:textId="77777777" w:rsidR="00B15E99" w:rsidRPr="00EF2F0E" w:rsidRDefault="00B15E99" w:rsidP="00A40339">
            <w:pPr>
              <w:pStyle w:val="TAC"/>
              <w:rPr>
                <w:lang w:eastAsia="ja-JP"/>
              </w:rPr>
            </w:pPr>
            <w:r w:rsidRPr="00EF2F0E">
              <w:rPr>
                <w:lang w:eastAsia="ja-JP"/>
              </w:rPr>
              <w:t>±</w:t>
            </w:r>
            <w:r w:rsidRPr="00EF2F0E">
              <w:rPr>
                <w:lang w:eastAsia="zh-CN"/>
              </w:rPr>
              <w:t>2,4</w:t>
            </w:r>
          </w:p>
        </w:tc>
      </w:tr>
      <w:tr w:rsidR="003401A4" w:rsidRPr="00EF2F0E" w14:paraId="0984FEFA" w14:textId="77777777" w:rsidTr="00A40339">
        <w:trPr>
          <w:cantSplit/>
          <w:trHeight w:val="175"/>
          <w:jc w:val="center"/>
        </w:trPr>
        <w:tc>
          <w:tcPr>
            <w:tcW w:w="1008" w:type="dxa"/>
            <w:vMerge/>
            <w:tcBorders>
              <w:right w:val="single" w:sz="4" w:space="0" w:color="auto"/>
            </w:tcBorders>
          </w:tcPr>
          <w:p w14:paraId="0984FEF3" w14:textId="77777777" w:rsidR="00B15E99" w:rsidRPr="00EF2F0E" w:rsidRDefault="00B15E99" w:rsidP="00A40339">
            <w:pPr>
              <w:pStyle w:val="TAL"/>
              <w:rPr>
                <w:rFonts w:cs="Arial"/>
                <w:szCs w:val="18"/>
                <w:lang w:eastAsia="zh-CN"/>
              </w:rPr>
            </w:pPr>
          </w:p>
        </w:tc>
        <w:tc>
          <w:tcPr>
            <w:tcW w:w="1283" w:type="dxa"/>
            <w:vMerge/>
            <w:tcBorders>
              <w:left w:val="single" w:sz="4" w:space="0" w:color="auto"/>
              <w:bottom w:val="single" w:sz="4" w:space="0" w:color="auto"/>
              <w:right w:val="nil"/>
            </w:tcBorders>
          </w:tcPr>
          <w:p w14:paraId="0984FEF4" w14:textId="77777777" w:rsidR="00B15E99" w:rsidRPr="00EF2F0E" w:rsidRDefault="00B15E99" w:rsidP="00A40339">
            <w:pPr>
              <w:pStyle w:val="TAL"/>
              <w:rPr>
                <w:rFonts w:cs="Arial"/>
                <w:szCs w:val="18"/>
                <w:lang w:eastAsia="ja-JP"/>
              </w:rPr>
            </w:pPr>
          </w:p>
        </w:tc>
        <w:tc>
          <w:tcPr>
            <w:tcW w:w="425" w:type="dxa"/>
            <w:vMerge/>
            <w:tcBorders>
              <w:left w:val="nil"/>
              <w:bottom w:val="single" w:sz="4" w:space="0" w:color="auto"/>
              <w:right w:val="nil"/>
            </w:tcBorders>
          </w:tcPr>
          <w:p w14:paraId="0984FEF5" w14:textId="77777777" w:rsidR="00B15E99" w:rsidRPr="00EF2F0E" w:rsidRDefault="00B15E99" w:rsidP="00A40339">
            <w:pPr>
              <w:pStyle w:val="TAL"/>
              <w:rPr>
                <w:rFonts w:cs="Arial"/>
                <w:szCs w:val="18"/>
                <w:lang w:eastAsia="ja-JP"/>
              </w:rPr>
            </w:pPr>
          </w:p>
        </w:tc>
        <w:tc>
          <w:tcPr>
            <w:tcW w:w="1351" w:type="dxa"/>
            <w:vMerge/>
            <w:tcBorders>
              <w:left w:val="nil"/>
              <w:bottom w:val="single" w:sz="4" w:space="0" w:color="auto"/>
              <w:right w:val="single" w:sz="4" w:space="0" w:color="auto"/>
            </w:tcBorders>
          </w:tcPr>
          <w:p w14:paraId="0984FEF6" w14:textId="77777777" w:rsidR="00B15E99" w:rsidRPr="00EF2F0E" w:rsidRDefault="00B15E99" w:rsidP="00A40339">
            <w:pPr>
              <w:pStyle w:val="TAL"/>
              <w:rPr>
                <w:rFonts w:cs="Arial"/>
                <w:szCs w:val="18"/>
                <w:lang w:eastAsia="ja-JP"/>
              </w:rPr>
            </w:pPr>
          </w:p>
        </w:tc>
        <w:tc>
          <w:tcPr>
            <w:tcW w:w="1499" w:type="dxa"/>
            <w:tcBorders>
              <w:left w:val="single" w:sz="4" w:space="0" w:color="auto"/>
            </w:tcBorders>
          </w:tcPr>
          <w:p w14:paraId="0984FEF7" w14:textId="77777777" w:rsidR="00B15E99" w:rsidRPr="00EF2F0E" w:rsidRDefault="00B15E99" w:rsidP="00A40339">
            <w:pPr>
              <w:pStyle w:val="TAC"/>
              <w:rPr>
                <w:szCs w:val="18"/>
                <w:lang w:eastAsia="ja-JP"/>
              </w:rPr>
            </w:pPr>
            <w:r w:rsidRPr="00EF2F0E">
              <w:rPr>
                <w:szCs w:val="18"/>
                <w:lang w:eastAsia="ja-JP"/>
              </w:rPr>
              <w:t xml:space="preserve">-40 – </w:t>
            </w:r>
            <w:r w:rsidRPr="00EF2F0E">
              <w:t>Δ</w:t>
            </w:r>
            <w:r w:rsidRPr="00EF2F0E">
              <w:rPr>
                <w:vertAlign w:val="subscript"/>
              </w:rPr>
              <w:t>minSENS</w:t>
            </w:r>
          </w:p>
        </w:tc>
        <w:tc>
          <w:tcPr>
            <w:tcW w:w="1701" w:type="dxa"/>
            <w:vAlign w:val="center"/>
          </w:tcPr>
          <w:p w14:paraId="0984FEF8"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minSENS</w:t>
            </w:r>
            <w:r w:rsidRPr="00EF2F0E">
              <w:rPr>
                <w:szCs w:val="18"/>
                <w:lang w:eastAsia="ja-JP"/>
              </w:rPr>
              <w:t xml:space="preserve"> + 6 dB</w:t>
            </w:r>
          </w:p>
        </w:tc>
        <w:tc>
          <w:tcPr>
            <w:tcW w:w="1545" w:type="dxa"/>
            <w:vMerge/>
            <w:vAlign w:val="center"/>
          </w:tcPr>
          <w:p w14:paraId="0984FEF9" w14:textId="77777777" w:rsidR="00B15E99" w:rsidRPr="00EF2F0E" w:rsidRDefault="00B15E99" w:rsidP="00A40339">
            <w:pPr>
              <w:pStyle w:val="TAL"/>
              <w:rPr>
                <w:rFonts w:cs="Arial"/>
                <w:szCs w:val="18"/>
                <w:lang w:eastAsia="ja-JP"/>
              </w:rPr>
            </w:pPr>
          </w:p>
        </w:tc>
      </w:tr>
      <w:tr w:rsidR="00B15E99" w:rsidRPr="00EF2F0E" w14:paraId="0984FEFC" w14:textId="77777777" w:rsidTr="00A40339">
        <w:trPr>
          <w:cantSplit/>
          <w:jc w:val="center"/>
        </w:trPr>
        <w:tc>
          <w:tcPr>
            <w:tcW w:w="8812" w:type="dxa"/>
            <w:gridSpan w:val="7"/>
          </w:tcPr>
          <w:p w14:paraId="0984FEFB" w14:textId="77777777" w:rsidR="00B15E99" w:rsidRPr="00EF2F0E" w:rsidRDefault="00B15E99" w:rsidP="00A40339">
            <w:pPr>
              <w:pStyle w:val="TAN"/>
              <w:rPr>
                <w:lang w:eastAsia="ja-JP"/>
              </w:rPr>
            </w:pPr>
            <w:r w:rsidRPr="00EF2F0E">
              <w:rPr>
                <w:lang w:eastAsia="ja-JP"/>
              </w:rPr>
              <w:t>NOTE:</w:t>
            </w:r>
            <w:r w:rsidR="006E5225" w:rsidRPr="00EF2F0E">
              <w:rPr>
                <w:lang w:eastAsia="ja-JP"/>
              </w:rPr>
              <w:tab/>
            </w:r>
            <w:r w:rsidRPr="00EF2F0E">
              <w:rPr>
                <w:lang w:eastAsia="ja-JP"/>
              </w:rPr>
              <w:t>EIS</w:t>
            </w:r>
            <w:r w:rsidRPr="00EF2F0E">
              <w:rPr>
                <w:vertAlign w:val="subscript"/>
                <w:lang w:eastAsia="ja-JP"/>
              </w:rPr>
              <w:t>REFSENS</w:t>
            </w:r>
            <w:r w:rsidRPr="00EF2F0E">
              <w:rPr>
                <w:lang w:eastAsia="ja-JP"/>
              </w:rPr>
              <w:t xml:space="preserve"> and EIS</w:t>
            </w:r>
            <w:r w:rsidRPr="00EF2F0E">
              <w:rPr>
                <w:vertAlign w:val="subscript"/>
                <w:lang w:eastAsia="ja-JP"/>
              </w:rPr>
              <w:t>minSENS</w:t>
            </w:r>
            <w:r w:rsidRPr="00EF2F0E">
              <w:rPr>
                <w:lang w:eastAsia="ja-JP"/>
              </w:rPr>
              <w:t xml:space="preserve"> depend on the RAT, the BS class and on the </w:t>
            </w:r>
            <w:r w:rsidRPr="00EF2F0E">
              <w:rPr>
                <w:i/>
                <w:lang w:eastAsia="ja-JP"/>
              </w:rPr>
              <w:t>channel bandwidth</w:t>
            </w:r>
            <w:r w:rsidRPr="00EF2F0E">
              <w:rPr>
                <w:lang w:eastAsia="ja-JP"/>
              </w:rPr>
              <w:t>, see subclauses 10.3 and 10.2.</w:t>
            </w:r>
          </w:p>
        </w:tc>
      </w:tr>
    </w:tbl>
    <w:p w14:paraId="0984FEFD" w14:textId="77777777" w:rsidR="00B15E99" w:rsidRPr="00EF2F0E" w:rsidRDefault="00B15E99" w:rsidP="00A40339"/>
    <w:p w14:paraId="0984FEFE" w14:textId="77777777" w:rsidR="00B15E99" w:rsidRPr="00EF2F0E" w:rsidRDefault="00B15E99" w:rsidP="00A40339">
      <w:pPr>
        <w:pStyle w:val="Heading3"/>
        <w:ind w:left="0" w:firstLine="0"/>
      </w:pPr>
      <w:bookmarkStart w:id="5132" w:name="_Toc21096156"/>
      <w:bookmarkStart w:id="5133" w:name="_Toc29763355"/>
      <w:bookmarkStart w:id="5134" w:name="_Toc45869640"/>
      <w:bookmarkStart w:id="5135" w:name="_Toc52554893"/>
      <w:bookmarkStart w:id="5136" w:name="_Toc52555363"/>
      <w:bookmarkStart w:id="5137" w:name="_Toc61112595"/>
      <w:bookmarkStart w:id="5138" w:name="_Toc67911747"/>
      <w:bookmarkStart w:id="5139" w:name="_Toc74843222"/>
      <w:bookmarkStart w:id="5140" w:name="_Toc76503605"/>
      <w:bookmarkStart w:id="5141" w:name="_Toc83041048"/>
      <w:bookmarkStart w:id="5142" w:name="_Toc89852091"/>
      <w:bookmarkStart w:id="5143" w:name="_Toc98676445"/>
      <w:r w:rsidRPr="00EF2F0E">
        <w:t>10.5.3</w:t>
      </w:r>
      <w:r w:rsidRPr="00EF2F0E">
        <w:tab/>
        <w:t>Minimum requirement for single RAT UTRA operation</w:t>
      </w:r>
      <w:bookmarkEnd w:id="5132"/>
      <w:bookmarkEnd w:id="5133"/>
      <w:bookmarkEnd w:id="5134"/>
      <w:bookmarkEnd w:id="5135"/>
      <w:bookmarkEnd w:id="5136"/>
      <w:bookmarkEnd w:id="5137"/>
      <w:bookmarkEnd w:id="5138"/>
      <w:bookmarkEnd w:id="5139"/>
      <w:bookmarkEnd w:id="5140"/>
      <w:bookmarkEnd w:id="5141"/>
      <w:bookmarkEnd w:id="5142"/>
      <w:bookmarkEnd w:id="5143"/>
    </w:p>
    <w:p w14:paraId="0984FEFF" w14:textId="77777777" w:rsidR="00B15E99" w:rsidRPr="00EF2F0E" w:rsidRDefault="00B15E99" w:rsidP="00A40339">
      <w:pPr>
        <w:pStyle w:val="Heading4"/>
        <w:ind w:left="864" w:hanging="864"/>
      </w:pPr>
      <w:bookmarkStart w:id="5144" w:name="_Toc21096157"/>
      <w:bookmarkStart w:id="5145" w:name="_Toc29763356"/>
      <w:bookmarkStart w:id="5146" w:name="_Toc45869641"/>
      <w:bookmarkStart w:id="5147" w:name="_Toc52554894"/>
      <w:bookmarkStart w:id="5148" w:name="_Toc52555364"/>
      <w:bookmarkStart w:id="5149" w:name="_Toc61112596"/>
      <w:bookmarkStart w:id="5150" w:name="_Toc67911748"/>
      <w:bookmarkStart w:id="5151" w:name="_Toc74843223"/>
      <w:bookmarkStart w:id="5152" w:name="_Toc76503606"/>
      <w:bookmarkStart w:id="5153" w:name="_Toc83041049"/>
      <w:bookmarkStart w:id="5154" w:name="_Toc89852092"/>
      <w:bookmarkStart w:id="5155" w:name="_Toc98676446"/>
      <w:r w:rsidRPr="00EF2F0E">
        <w:t>10.5.3.1</w:t>
      </w:r>
      <w:r w:rsidRPr="00EF2F0E">
        <w:tab/>
        <w:t>General</w:t>
      </w:r>
      <w:bookmarkEnd w:id="5144"/>
      <w:bookmarkEnd w:id="5145"/>
      <w:bookmarkEnd w:id="5146"/>
      <w:bookmarkEnd w:id="5147"/>
      <w:bookmarkEnd w:id="5148"/>
      <w:bookmarkEnd w:id="5149"/>
      <w:bookmarkEnd w:id="5150"/>
      <w:bookmarkEnd w:id="5151"/>
      <w:bookmarkEnd w:id="5152"/>
      <w:bookmarkEnd w:id="5153"/>
      <w:bookmarkEnd w:id="5154"/>
      <w:bookmarkEnd w:id="5155"/>
    </w:p>
    <w:p w14:paraId="0984FF00" w14:textId="77777777" w:rsidR="00B15E99" w:rsidRPr="00EF2F0E" w:rsidRDefault="00B15E99" w:rsidP="00A40339">
      <w:pPr>
        <w:keepLines/>
        <w:rPr>
          <w:rFonts w:cs="v5.0.0"/>
        </w:rPr>
      </w:pPr>
      <w:r w:rsidRPr="00EF2F0E">
        <w:rPr>
          <w:rFonts w:cs="v5.0.0"/>
        </w:rPr>
        <w:t>Adjacent channel selectivity (ACS) is a measure of the receiver ability to receive a wanted signal at its assigned channel frequency in the presence of an</w:t>
      </w:r>
      <w:r w:rsidRPr="00EF2F0E">
        <w:t xml:space="preserve"> </w:t>
      </w:r>
      <w:r w:rsidRPr="00EF2F0E">
        <w:rPr>
          <w:rFonts w:cs="v5.0.0"/>
        </w:rPr>
        <w:t>adjacent channel signal at a given frequency offset from the centre frequency of the assigned channel. ACS is the ratio of the receiver filter attenuation on the assigned channel frequency to the receiver filter attenuation on the adjacent channel(s).</w:t>
      </w:r>
    </w:p>
    <w:p w14:paraId="0984FF01" w14:textId="77777777" w:rsidR="00B15E99" w:rsidRPr="00EF2F0E" w:rsidRDefault="00B15E99" w:rsidP="00A40339">
      <w:pPr>
        <w:keepLines/>
        <w:rPr>
          <w:rFonts w:cs="v5.0.0"/>
        </w:rPr>
      </w:pPr>
      <w:r w:rsidRPr="00EF2F0E">
        <w:rPr>
          <w:rFonts w:cs="v4.2.0"/>
        </w:rPr>
        <w:t xml:space="preserve">The interference signal </w:t>
      </w:r>
      <w:r w:rsidRPr="00EF2F0E">
        <w:rPr>
          <w:rFonts w:eastAsia="MS PGothic"/>
        </w:rPr>
        <w:t>is offset from the wanted signal by the frequency offset Fuw. The interference signal shall be a W-CDMA signal as specified in 3GPP TS 25.104  [6] Annex C.</w:t>
      </w:r>
    </w:p>
    <w:p w14:paraId="0984FF02" w14:textId="77777777" w:rsidR="00B15E99" w:rsidRPr="00EF2F0E" w:rsidRDefault="00B15E99" w:rsidP="00A40339">
      <w:r w:rsidRPr="00EF2F0E">
        <w:t xml:space="preserve">For RIBs supporting operation in </w:t>
      </w:r>
      <w:r w:rsidRPr="00EF2F0E">
        <w:rPr>
          <w:i/>
        </w:rPr>
        <w:t>non-contiguous spectrum</w:t>
      </w:r>
      <w:r w:rsidRPr="00EF2F0E">
        <w:t xml:space="preserve">, the requirement applies in addition inside any </w:t>
      </w:r>
      <w:r w:rsidRPr="00EF2F0E">
        <w:rPr>
          <w:i/>
        </w:rPr>
        <w:t>sub-block gap</w:t>
      </w:r>
      <w:r w:rsidRPr="00EF2F0E">
        <w:t>, in case the</w:t>
      </w:r>
      <w:r w:rsidRPr="00EF2F0E">
        <w:rPr>
          <w:i/>
        </w:rPr>
        <w:t xml:space="preserve"> sub-block gap</w:t>
      </w:r>
      <w:r w:rsidRPr="00EF2F0E">
        <w:t xml:space="preserve"> size is at least 5 MHz. The interfering signal offset is defined relative to the </w:t>
      </w:r>
      <w:r w:rsidRPr="00EF2F0E">
        <w:rPr>
          <w:i/>
        </w:rPr>
        <w:t>sub-block</w:t>
      </w:r>
      <w:r w:rsidRPr="00EF2F0E">
        <w:t xml:space="preserve"> edges inside the </w:t>
      </w:r>
      <w:r w:rsidRPr="00EF2F0E">
        <w:rPr>
          <w:i/>
        </w:rPr>
        <w:t>sub-block gap</w:t>
      </w:r>
      <w:r w:rsidRPr="00EF2F0E">
        <w:t xml:space="preserve"> and is equal to </w:t>
      </w:r>
      <w:r w:rsidRPr="00EF2F0E">
        <w:rPr>
          <w:rFonts w:cs="Arial"/>
        </w:rPr>
        <w:t>-</w:t>
      </w:r>
      <w:r w:rsidRPr="00EF2F0E">
        <w:t>2.5MHz/+2.5MHz, respectively.</w:t>
      </w:r>
    </w:p>
    <w:p w14:paraId="0984FF03" w14:textId="77777777" w:rsidR="00B15E99" w:rsidRPr="00EF2F0E" w:rsidRDefault="00B15E99" w:rsidP="00A40339">
      <w:r w:rsidRPr="00EF2F0E">
        <w:t xml:space="preserve">For </w:t>
      </w:r>
      <w:r w:rsidRPr="00EF2F0E">
        <w:rPr>
          <w:i/>
        </w:rPr>
        <w:t>multi-band RIBs</w:t>
      </w:r>
      <w:r w:rsidRPr="00EF2F0E">
        <w:t xml:space="preserve">, the requirement applies in addition inside any </w:t>
      </w:r>
      <w:r w:rsidRPr="00EF2F0E">
        <w:rPr>
          <w:i/>
        </w:rPr>
        <w:t>Inter RF Bandwidth gap</w:t>
      </w:r>
      <w:r w:rsidRPr="00EF2F0E">
        <w:t xml:space="preserve"> at the RIB, in case the gap size is at least 5 MHz. The interfering signal offset is defined relative to the </w:t>
      </w:r>
      <w:r w:rsidRPr="00EF2F0E">
        <w:rPr>
          <w:i/>
        </w:rPr>
        <w:t>Base Station RF Bandwidth</w:t>
      </w:r>
      <w:r w:rsidRPr="00EF2F0E">
        <w:t xml:space="preserve"> </w:t>
      </w:r>
      <w:r w:rsidRPr="00EF2F0E">
        <w:rPr>
          <w:i/>
        </w:rPr>
        <w:t>edges</w:t>
      </w:r>
      <w:r w:rsidRPr="00EF2F0E">
        <w:t xml:space="preserve"> inside the </w:t>
      </w:r>
      <w:r w:rsidRPr="00EF2F0E">
        <w:rPr>
          <w:i/>
        </w:rPr>
        <w:t xml:space="preserve">Inter RF Bandwidth gap </w:t>
      </w:r>
      <w:r w:rsidRPr="00EF2F0E">
        <w:t>and is equal to -2.5MHz/+2.5MHz, respectively.</w:t>
      </w:r>
    </w:p>
    <w:p w14:paraId="0984FF04" w14:textId="77777777" w:rsidR="00B15E99" w:rsidRPr="00EF2F0E" w:rsidRDefault="00B15E99" w:rsidP="00A40339">
      <w:r w:rsidRPr="00EF2F0E">
        <w:t xml:space="preserve">The OTA levels are applied referenced to </w:t>
      </w:r>
      <w:r w:rsidRPr="00EF2F0E">
        <w:rPr>
          <w:rFonts w:cs="Arial"/>
        </w:rPr>
        <w:t>Δ</w:t>
      </w:r>
      <w:r w:rsidRPr="00EF2F0E">
        <w:rPr>
          <w:rFonts w:cs="Arial"/>
          <w:vertAlign w:val="subscript"/>
        </w:rPr>
        <w:t>minSENS</w:t>
      </w:r>
      <w:r w:rsidRPr="00EF2F0E">
        <w:rPr>
          <w:rFonts w:cs="Arial"/>
        </w:rPr>
        <w:t>.</w:t>
      </w:r>
    </w:p>
    <w:p w14:paraId="0984FF05" w14:textId="77777777" w:rsidR="00B15E99" w:rsidRPr="00EF2F0E" w:rsidRDefault="00B15E99" w:rsidP="00A40339">
      <w:pPr>
        <w:pStyle w:val="Heading4"/>
        <w:ind w:left="864" w:hanging="864"/>
      </w:pPr>
      <w:bookmarkStart w:id="5156" w:name="_Toc21096158"/>
      <w:bookmarkStart w:id="5157" w:name="_Toc29763357"/>
      <w:bookmarkStart w:id="5158" w:name="_Toc45869642"/>
      <w:bookmarkStart w:id="5159" w:name="_Toc52554895"/>
      <w:bookmarkStart w:id="5160" w:name="_Toc52555365"/>
      <w:bookmarkStart w:id="5161" w:name="_Toc61112597"/>
      <w:bookmarkStart w:id="5162" w:name="_Toc67911749"/>
      <w:bookmarkStart w:id="5163" w:name="_Toc74843224"/>
      <w:bookmarkStart w:id="5164" w:name="_Toc76503607"/>
      <w:bookmarkStart w:id="5165" w:name="_Toc83041050"/>
      <w:bookmarkStart w:id="5166" w:name="_Toc89852093"/>
      <w:bookmarkStart w:id="5167" w:name="_Toc98676447"/>
      <w:r w:rsidRPr="00EF2F0E">
        <w:t>10.5.3.2</w:t>
      </w:r>
      <w:r w:rsidRPr="00EF2F0E">
        <w:tab/>
        <w:t>Minimum requirement</w:t>
      </w:r>
      <w:bookmarkEnd w:id="5156"/>
      <w:bookmarkEnd w:id="5157"/>
      <w:bookmarkEnd w:id="5158"/>
      <w:bookmarkEnd w:id="5159"/>
      <w:bookmarkEnd w:id="5160"/>
      <w:bookmarkEnd w:id="5161"/>
      <w:bookmarkEnd w:id="5162"/>
      <w:bookmarkEnd w:id="5163"/>
      <w:bookmarkEnd w:id="5164"/>
      <w:bookmarkEnd w:id="5165"/>
      <w:bookmarkEnd w:id="5166"/>
      <w:bookmarkEnd w:id="5167"/>
    </w:p>
    <w:p w14:paraId="0984FF06" w14:textId="77777777" w:rsidR="00B15E99" w:rsidRPr="00EF2F0E" w:rsidRDefault="00B15E99" w:rsidP="00A40339">
      <w:pPr>
        <w:keepNext/>
        <w:rPr>
          <w:rFonts w:eastAsia="Osaka" w:cs="v5.0.0"/>
        </w:rPr>
      </w:pPr>
      <w:r w:rsidRPr="00EF2F0E">
        <w:rPr>
          <w:rFonts w:eastAsia="Osaka" w:cs="v5.0.0"/>
        </w:rPr>
        <w:t>The BER shall not exceed 0.001 for the parameters specified in table 10.5.3.2-1.</w:t>
      </w:r>
    </w:p>
    <w:p w14:paraId="0984FF07" w14:textId="77777777" w:rsidR="00B15E99" w:rsidRPr="00EF2F0E" w:rsidRDefault="00B15E99" w:rsidP="007853C3">
      <w:pPr>
        <w:pStyle w:val="TH"/>
      </w:pPr>
      <w:r w:rsidRPr="00EF2F0E">
        <w:rPr>
          <w:rFonts w:eastAsia="Osaka"/>
        </w:rPr>
        <w:t xml:space="preserve">Table 10.5.3.2-1: </w:t>
      </w:r>
      <w:r w:rsidRPr="00EF2F0E">
        <w:t>Adjacent channel selectivity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0"/>
        <w:gridCol w:w="1470"/>
        <w:gridCol w:w="1490"/>
        <w:gridCol w:w="1418"/>
        <w:gridCol w:w="1677"/>
      </w:tblGrid>
      <w:tr w:rsidR="003401A4" w:rsidRPr="00EF2F0E" w14:paraId="0984FF10" w14:textId="77777777" w:rsidTr="00A40339">
        <w:trPr>
          <w:jc w:val="center"/>
        </w:trPr>
        <w:tc>
          <w:tcPr>
            <w:tcW w:w="2290" w:type="dxa"/>
          </w:tcPr>
          <w:p w14:paraId="0984FF08" w14:textId="77777777" w:rsidR="00B15E99" w:rsidRPr="00EF2F0E" w:rsidRDefault="00B15E99" w:rsidP="00A40339">
            <w:pPr>
              <w:pStyle w:val="TAH"/>
              <w:rPr>
                <w:rFonts w:cs="Arial"/>
              </w:rPr>
            </w:pPr>
            <w:r w:rsidRPr="00EF2F0E">
              <w:rPr>
                <w:rFonts w:cs="Arial"/>
              </w:rPr>
              <w:br w:type="page"/>
              <w:t>Parameter</w:t>
            </w:r>
          </w:p>
        </w:tc>
        <w:tc>
          <w:tcPr>
            <w:tcW w:w="1470" w:type="dxa"/>
          </w:tcPr>
          <w:p w14:paraId="0984FF09" w14:textId="77777777" w:rsidR="00B15E99" w:rsidRPr="00EF2F0E" w:rsidRDefault="00B15E99" w:rsidP="00A40339">
            <w:pPr>
              <w:pStyle w:val="TAH"/>
              <w:rPr>
                <w:rFonts w:cs="Arial"/>
              </w:rPr>
            </w:pPr>
            <w:r w:rsidRPr="00EF2F0E">
              <w:rPr>
                <w:rFonts w:cs="Arial"/>
              </w:rPr>
              <w:t>Level</w:t>
            </w:r>
          </w:p>
          <w:p w14:paraId="0984FF0A" w14:textId="77777777" w:rsidR="00B15E99" w:rsidRPr="00EF2F0E" w:rsidRDefault="00B15E99" w:rsidP="00A40339">
            <w:pPr>
              <w:pStyle w:val="TAH"/>
              <w:rPr>
                <w:rFonts w:cs="Arial"/>
              </w:rPr>
            </w:pPr>
            <w:r w:rsidRPr="00EF2F0E">
              <w:rPr>
                <w:rFonts w:cs="Arial"/>
              </w:rPr>
              <w:t>Wide Area BS</w:t>
            </w:r>
          </w:p>
        </w:tc>
        <w:tc>
          <w:tcPr>
            <w:tcW w:w="1490" w:type="dxa"/>
          </w:tcPr>
          <w:p w14:paraId="0984FF0B" w14:textId="77777777" w:rsidR="00B15E99" w:rsidRPr="00EF2F0E" w:rsidRDefault="00B15E99" w:rsidP="00A40339">
            <w:pPr>
              <w:pStyle w:val="TAH"/>
              <w:rPr>
                <w:rFonts w:cs="Arial"/>
              </w:rPr>
            </w:pPr>
            <w:r w:rsidRPr="00EF2F0E">
              <w:rPr>
                <w:rFonts w:cs="Arial"/>
              </w:rPr>
              <w:t>Level</w:t>
            </w:r>
          </w:p>
          <w:p w14:paraId="0984FF0C" w14:textId="77777777" w:rsidR="00B15E99" w:rsidRPr="00EF2F0E" w:rsidRDefault="00B15E99" w:rsidP="00A40339">
            <w:pPr>
              <w:pStyle w:val="TAH"/>
              <w:rPr>
                <w:rFonts w:cs="Arial"/>
              </w:rPr>
            </w:pPr>
            <w:r w:rsidRPr="00EF2F0E">
              <w:rPr>
                <w:rFonts w:cs="Arial"/>
              </w:rPr>
              <w:t>Medium Range BS</w:t>
            </w:r>
          </w:p>
        </w:tc>
        <w:tc>
          <w:tcPr>
            <w:tcW w:w="1418" w:type="dxa"/>
          </w:tcPr>
          <w:p w14:paraId="0984FF0D" w14:textId="77777777" w:rsidR="00B15E99" w:rsidRPr="00EF2F0E" w:rsidRDefault="00B15E99" w:rsidP="00A40339">
            <w:pPr>
              <w:pStyle w:val="TAH"/>
              <w:rPr>
                <w:rFonts w:cs="Arial"/>
              </w:rPr>
            </w:pPr>
            <w:r w:rsidRPr="00EF2F0E">
              <w:rPr>
                <w:rFonts w:cs="Arial"/>
              </w:rPr>
              <w:t>Level</w:t>
            </w:r>
          </w:p>
          <w:p w14:paraId="0984FF0E" w14:textId="77777777" w:rsidR="00B15E99" w:rsidRPr="00EF2F0E" w:rsidRDefault="00B15E99" w:rsidP="00A40339">
            <w:pPr>
              <w:pStyle w:val="TAH"/>
              <w:rPr>
                <w:rFonts w:cs="Arial"/>
              </w:rPr>
            </w:pPr>
            <w:r w:rsidRPr="00EF2F0E">
              <w:rPr>
                <w:rFonts w:cs="Arial"/>
              </w:rPr>
              <w:t>Local Area / Home BS</w:t>
            </w:r>
          </w:p>
        </w:tc>
        <w:tc>
          <w:tcPr>
            <w:tcW w:w="1677" w:type="dxa"/>
          </w:tcPr>
          <w:p w14:paraId="0984FF0F" w14:textId="77777777" w:rsidR="00B15E99" w:rsidRPr="00EF2F0E" w:rsidRDefault="00B15E99" w:rsidP="00A40339">
            <w:pPr>
              <w:pStyle w:val="TAH"/>
              <w:rPr>
                <w:rFonts w:cs="Arial"/>
              </w:rPr>
            </w:pPr>
            <w:r w:rsidRPr="00EF2F0E">
              <w:rPr>
                <w:rFonts w:cs="Arial"/>
              </w:rPr>
              <w:t>Unit</w:t>
            </w:r>
          </w:p>
        </w:tc>
      </w:tr>
      <w:tr w:rsidR="003401A4" w:rsidRPr="00EF2F0E" w14:paraId="0984FF16" w14:textId="77777777" w:rsidTr="00A40339">
        <w:trPr>
          <w:jc w:val="center"/>
        </w:trPr>
        <w:tc>
          <w:tcPr>
            <w:tcW w:w="2290" w:type="dxa"/>
          </w:tcPr>
          <w:p w14:paraId="0984FF11" w14:textId="77777777" w:rsidR="00B15E99" w:rsidRPr="00EF2F0E" w:rsidRDefault="00B15E99" w:rsidP="00A40339">
            <w:pPr>
              <w:pStyle w:val="TAL"/>
              <w:rPr>
                <w:rFonts w:cs="Arial"/>
              </w:rPr>
            </w:pPr>
            <w:r w:rsidRPr="00EF2F0E">
              <w:rPr>
                <w:rFonts w:cs="Arial"/>
              </w:rPr>
              <w:t>Data rate</w:t>
            </w:r>
          </w:p>
        </w:tc>
        <w:tc>
          <w:tcPr>
            <w:tcW w:w="1470" w:type="dxa"/>
          </w:tcPr>
          <w:p w14:paraId="0984FF12" w14:textId="77777777" w:rsidR="00B15E99" w:rsidRPr="00EF2F0E" w:rsidRDefault="00B15E99" w:rsidP="00A40339">
            <w:pPr>
              <w:pStyle w:val="TAC"/>
              <w:rPr>
                <w:rFonts w:cs="Arial"/>
              </w:rPr>
            </w:pPr>
            <w:r w:rsidRPr="00EF2F0E">
              <w:rPr>
                <w:rFonts w:cs="Arial"/>
              </w:rPr>
              <w:t>12.2</w:t>
            </w:r>
          </w:p>
        </w:tc>
        <w:tc>
          <w:tcPr>
            <w:tcW w:w="1490" w:type="dxa"/>
          </w:tcPr>
          <w:p w14:paraId="0984FF13" w14:textId="77777777" w:rsidR="00B15E99" w:rsidRPr="00EF2F0E" w:rsidRDefault="00B15E99" w:rsidP="00A40339">
            <w:pPr>
              <w:pStyle w:val="TAC"/>
              <w:rPr>
                <w:rFonts w:cs="Arial"/>
              </w:rPr>
            </w:pPr>
            <w:r w:rsidRPr="00EF2F0E">
              <w:rPr>
                <w:rFonts w:cs="Arial"/>
              </w:rPr>
              <w:t>12.2</w:t>
            </w:r>
          </w:p>
        </w:tc>
        <w:tc>
          <w:tcPr>
            <w:tcW w:w="1418" w:type="dxa"/>
          </w:tcPr>
          <w:p w14:paraId="0984FF14" w14:textId="77777777" w:rsidR="00B15E99" w:rsidRPr="00EF2F0E" w:rsidRDefault="00B15E99" w:rsidP="00A40339">
            <w:pPr>
              <w:pStyle w:val="TAC"/>
              <w:rPr>
                <w:rFonts w:cs="Arial"/>
              </w:rPr>
            </w:pPr>
            <w:r w:rsidRPr="00EF2F0E">
              <w:rPr>
                <w:rFonts w:cs="Arial"/>
              </w:rPr>
              <w:t>12.2</w:t>
            </w:r>
          </w:p>
        </w:tc>
        <w:tc>
          <w:tcPr>
            <w:tcW w:w="1677" w:type="dxa"/>
          </w:tcPr>
          <w:p w14:paraId="0984FF15" w14:textId="77777777" w:rsidR="00B15E99" w:rsidRPr="00EF2F0E" w:rsidRDefault="00B15E99" w:rsidP="00A40339">
            <w:pPr>
              <w:pStyle w:val="TAC"/>
              <w:rPr>
                <w:rFonts w:cs="Arial"/>
              </w:rPr>
            </w:pPr>
            <w:r w:rsidRPr="00EF2F0E">
              <w:rPr>
                <w:rFonts w:cs="Arial"/>
              </w:rPr>
              <w:t>kbps</w:t>
            </w:r>
          </w:p>
        </w:tc>
      </w:tr>
      <w:tr w:rsidR="003401A4" w:rsidRPr="00EF2F0E" w14:paraId="0984FF1C" w14:textId="77777777" w:rsidTr="00A40339">
        <w:trPr>
          <w:jc w:val="center"/>
        </w:trPr>
        <w:tc>
          <w:tcPr>
            <w:tcW w:w="2290" w:type="dxa"/>
          </w:tcPr>
          <w:p w14:paraId="0984FF17" w14:textId="77777777" w:rsidR="00B15E99" w:rsidRPr="00EF2F0E" w:rsidRDefault="00B15E99" w:rsidP="00A40339">
            <w:pPr>
              <w:pStyle w:val="TAL"/>
              <w:rPr>
                <w:rFonts w:cs="Arial"/>
              </w:rPr>
            </w:pPr>
            <w:r w:rsidRPr="00EF2F0E">
              <w:rPr>
                <w:rFonts w:cs="Arial"/>
              </w:rPr>
              <w:t>Wanted signal mean power</w:t>
            </w:r>
          </w:p>
        </w:tc>
        <w:tc>
          <w:tcPr>
            <w:tcW w:w="1470" w:type="dxa"/>
          </w:tcPr>
          <w:p w14:paraId="0984FF18" w14:textId="77777777" w:rsidR="00B15E99" w:rsidRPr="00EF2F0E" w:rsidRDefault="00B15E99" w:rsidP="00A40339">
            <w:pPr>
              <w:pStyle w:val="TAC"/>
              <w:rPr>
                <w:rFonts w:cs="Arial"/>
              </w:rPr>
            </w:pPr>
            <w:r w:rsidRPr="00EF2F0E">
              <w:rPr>
                <w:rFonts w:cs="Arial"/>
              </w:rPr>
              <w:t xml:space="preserve">-115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490" w:type="dxa"/>
          </w:tcPr>
          <w:p w14:paraId="0984FF19" w14:textId="77777777" w:rsidR="00B15E99" w:rsidRPr="00EF2F0E" w:rsidRDefault="00B15E99" w:rsidP="00A40339">
            <w:pPr>
              <w:pStyle w:val="TAC"/>
              <w:rPr>
                <w:rFonts w:cs="Arial"/>
              </w:rPr>
            </w:pPr>
            <w:r w:rsidRPr="00EF2F0E">
              <w:rPr>
                <w:rFonts w:cs="Arial"/>
              </w:rPr>
              <w:t xml:space="preserve">-105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418" w:type="dxa"/>
          </w:tcPr>
          <w:p w14:paraId="0984FF1A" w14:textId="77777777" w:rsidR="00B15E99" w:rsidRPr="00EF2F0E" w:rsidRDefault="00B15E99" w:rsidP="00A40339">
            <w:pPr>
              <w:pStyle w:val="TAC"/>
              <w:rPr>
                <w:rFonts w:cs="Arial"/>
              </w:rPr>
            </w:pPr>
            <w:r w:rsidRPr="00EF2F0E">
              <w:rPr>
                <w:rFonts w:cs="Arial"/>
              </w:rPr>
              <w:t xml:space="preserve">-101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677" w:type="dxa"/>
          </w:tcPr>
          <w:p w14:paraId="0984FF1B" w14:textId="77777777" w:rsidR="00B15E99" w:rsidRPr="00EF2F0E" w:rsidRDefault="00B15E99" w:rsidP="00A40339">
            <w:pPr>
              <w:pStyle w:val="TAC"/>
              <w:rPr>
                <w:rFonts w:cs="Arial"/>
              </w:rPr>
            </w:pPr>
            <w:r w:rsidRPr="00EF2F0E">
              <w:rPr>
                <w:rFonts w:cs="Arial"/>
              </w:rPr>
              <w:t>dBm</w:t>
            </w:r>
          </w:p>
        </w:tc>
      </w:tr>
      <w:tr w:rsidR="003401A4" w:rsidRPr="00EF2F0E" w14:paraId="0984FF22" w14:textId="77777777" w:rsidTr="00A40339">
        <w:trPr>
          <w:jc w:val="center"/>
        </w:trPr>
        <w:tc>
          <w:tcPr>
            <w:tcW w:w="2290" w:type="dxa"/>
          </w:tcPr>
          <w:p w14:paraId="0984FF1D" w14:textId="77777777" w:rsidR="00B15E99" w:rsidRPr="00EF2F0E" w:rsidRDefault="00B15E99" w:rsidP="00A40339">
            <w:pPr>
              <w:pStyle w:val="TAL"/>
              <w:rPr>
                <w:rFonts w:cs="Arial"/>
              </w:rPr>
            </w:pPr>
            <w:r w:rsidRPr="00EF2F0E">
              <w:rPr>
                <w:rFonts w:cs="Arial"/>
              </w:rPr>
              <w:t>Interfering signal mean power</w:t>
            </w:r>
          </w:p>
        </w:tc>
        <w:tc>
          <w:tcPr>
            <w:tcW w:w="1470" w:type="dxa"/>
          </w:tcPr>
          <w:p w14:paraId="0984FF1E" w14:textId="77777777" w:rsidR="00B15E99" w:rsidRPr="00EF2F0E" w:rsidRDefault="00B15E99" w:rsidP="00A40339">
            <w:pPr>
              <w:pStyle w:val="TAC"/>
              <w:rPr>
                <w:rFonts w:cs="Arial"/>
              </w:rPr>
            </w:pPr>
            <w:r w:rsidRPr="00EF2F0E">
              <w:rPr>
                <w:rFonts w:cs="Arial"/>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490" w:type="dxa"/>
          </w:tcPr>
          <w:p w14:paraId="0984FF1F" w14:textId="77777777" w:rsidR="00B15E99" w:rsidRPr="00EF2F0E" w:rsidRDefault="00B15E99" w:rsidP="00A40339">
            <w:pPr>
              <w:pStyle w:val="TAC"/>
              <w:rPr>
                <w:rFonts w:cs="Arial"/>
              </w:rPr>
            </w:pPr>
            <w:r w:rsidRPr="00EF2F0E">
              <w:rPr>
                <w:rFonts w:cs="Arial"/>
              </w:rPr>
              <w:t xml:space="preserve">-42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418" w:type="dxa"/>
          </w:tcPr>
          <w:p w14:paraId="0984FF20" w14:textId="77777777" w:rsidR="00B15E99" w:rsidRPr="00EF2F0E" w:rsidRDefault="00B15E99" w:rsidP="00A40339">
            <w:pPr>
              <w:pStyle w:val="TAC"/>
              <w:rPr>
                <w:rFonts w:cs="Arial"/>
              </w:rPr>
            </w:pPr>
            <w:r w:rsidRPr="00EF2F0E">
              <w:rPr>
                <w:rFonts w:cs="Arial"/>
              </w:rPr>
              <w:t xml:space="preserve">-38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677" w:type="dxa"/>
          </w:tcPr>
          <w:p w14:paraId="0984FF21" w14:textId="77777777" w:rsidR="00B15E99" w:rsidRPr="00EF2F0E" w:rsidRDefault="00B15E99" w:rsidP="00A40339">
            <w:pPr>
              <w:pStyle w:val="TAC"/>
              <w:rPr>
                <w:rFonts w:cs="Arial"/>
              </w:rPr>
            </w:pPr>
            <w:r w:rsidRPr="00EF2F0E">
              <w:rPr>
                <w:rFonts w:cs="Arial"/>
              </w:rPr>
              <w:t>dBm</w:t>
            </w:r>
          </w:p>
        </w:tc>
      </w:tr>
      <w:tr w:rsidR="00B15E99" w:rsidRPr="00EF2F0E" w14:paraId="0984FF28" w14:textId="77777777" w:rsidTr="00A40339">
        <w:trPr>
          <w:jc w:val="center"/>
        </w:trPr>
        <w:tc>
          <w:tcPr>
            <w:tcW w:w="2290" w:type="dxa"/>
          </w:tcPr>
          <w:p w14:paraId="0984FF23" w14:textId="77777777" w:rsidR="00B15E99" w:rsidRPr="00EF2F0E" w:rsidRDefault="00B15E99" w:rsidP="00A40339">
            <w:pPr>
              <w:pStyle w:val="TAL"/>
              <w:rPr>
                <w:rFonts w:cs="Arial"/>
              </w:rPr>
            </w:pPr>
            <w:r w:rsidRPr="00EF2F0E">
              <w:rPr>
                <w:rFonts w:cs="Arial"/>
              </w:rPr>
              <w:t>Fuw offset (Modulated)</w:t>
            </w:r>
          </w:p>
        </w:tc>
        <w:tc>
          <w:tcPr>
            <w:tcW w:w="1470" w:type="dxa"/>
          </w:tcPr>
          <w:p w14:paraId="0984FF24" w14:textId="77777777" w:rsidR="00B15E99" w:rsidRPr="00EF2F0E" w:rsidRDefault="00B15E99" w:rsidP="00A40339">
            <w:pPr>
              <w:pStyle w:val="TAC"/>
              <w:rPr>
                <w:rFonts w:cs="Arial"/>
              </w:rPr>
            </w:pPr>
            <w:r w:rsidRPr="00EF2F0E">
              <w:rPr>
                <w:rFonts w:cs="Arial"/>
              </w:rPr>
              <w:t>±5</w:t>
            </w:r>
          </w:p>
        </w:tc>
        <w:tc>
          <w:tcPr>
            <w:tcW w:w="1490" w:type="dxa"/>
          </w:tcPr>
          <w:p w14:paraId="0984FF25" w14:textId="77777777" w:rsidR="00B15E99" w:rsidRPr="00EF2F0E" w:rsidRDefault="00B15E99" w:rsidP="00A40339">
            <w:pPr>
              <w:pStyle w:val="TAC"/>
              <w:rPr>
                <w:rFonts w:cs="Arial"/>
              </w:rPr>
            </w:pPr>
            <w:r w:rsidRPr="00EF2F0E">
              <w:rPr>
                <w:rFonts w:cs="Arial"/>
              </w:rPr>
              <w:t>±5</w:t>
            </w:r>
          </w:p>
        </w:tc>
        <w:tc>
          <w:tcPr>
            <w:tcW w:w="1418" w:type="dxa"/>
          </w:tcPr>
          <w:p w14:paraId="0984FF26" w14:textId="77777777" w:rsidR="00B15E99" w:rsidRPr="00EF2F0E" w:rsidRDefault="00B15E99" w:rsidP="00A40339">
            <w:pPr>
              <w:pStyle w:val="TAC"/>
              <w:rPr>
                <w:rFonts w:cs="Arial"/>
              </w:rPr>
            </w:pPr>
            <w:r w:rsidRPr="00EF2F0E">
              <w:rPr>
                <w:rFonts w:cs="Arial"/>
              </w:rPr>
              <w:t>±5</w:t>
            </w:r>
          </w:p>
        </w:tc>
        <w:tc>
          <w:tcPr>
            <w:tcW w:w="1677" w:type="dxa"/>
          </w:tcPr>
          <w:p w14:paraId="0984FF27" w14:textId="77777777" w:rsidR="00B15E99" w:rsidRPr="00EF2F0E" w:rsidRDefault="00B15E99" w:rsidP="00A40339">
            <w:pPr>
              <w:pStyle w:val="TAC"/>
              <w:rPr>
                <w:rFonts w:cs="Arial"/>
              </w:rPr>
            </w:pPr>
            <w:r w:rsidRPr="00EF2F0E">
              <w:rPr>
                <w:rFonts w:cs="Arial"/>
              </w:rPr>
              <w:t>MHz</w:t>
            </w:r>
          </w:p>
        </w:tc>
      </w:tr>
    </w:tbl>
    <w:p w14:paraId="0984FF29" w14:textId="77777777" w:rsidR="00B15E99" w:rsidRPr="00EF2F0E" w:rsidRDefault="00B15E99" w:rsidP="00A40339">
      <w:pPr>
        <w:rPr>
          <w:rFonts w:cs="v5.0.0"/>
        </w:rPr>
      </w:pPr>
    </w:p>
    <w:p w14:paraId="0984FF2A" w14:textId="77777777" w:rsidR="00B15E99" w:rsidRPr="00EF2F0E" w:rsidRDefault="00B15E99" w:rsidP="00A40339">
      <w:pPr>
        <w:pStyle w:val="Heading4"/>
        <w:ind w:left="0" w:firstLine="0"/>
      </w:pPr>
      <w:bookmarkStart w:id="5168" w:name="_Toc21096159"/>
      <w:bookmarkStart w:id="5169" w:name="_Toc29763358"/>
      <w:bookmarkStart w:id="5170" w:name="_Toc45869643"/>
      <w:bookmarkStart w:id="5171" w:name="_Toc52554896"/>
      <w:bookmarkStart w:id="5172" w:name="_Toc52555366"/>
      <w:bookmarkStart w:id="5173" w:name="_Toc61112598"/>
      <w:bookmarkStart w:id="5174" w:name="_Toc67911750"/>
      <w:bookmarkStart w:id="5175" w:name="_Toc74843225"/>
      <w:bookmarkStart w:id="5176" w:name="_Toc76503608"/>
      <w:bookmarkStart w:id="5177" w:name="_Toc83041051"/>
      <w:bookmarkStart w:id="5178" w:name="_Toc89852094"/>
      <w:bookmarkStart w:id="5179" w:name="_Toc98676448"/>
      <w:r w:rsidRPr="00EF2F0E">
        <w:t>10.5.3.3</w:t>
      </w:r>
      <w:r w:rsidRPr="00EF2F0E">
        <w:tab/>
        <w:t>Minimum requirement - Co-location with UTRA-TDD</w:t>
      </w:r>
      <w:bookmarkEnd w:id="5168"/>
      <w:bookmarkEnd w:id="5169"/>
      <w:bookmarkEnd w:id="5170"/>
      <w:bookmarkEnd w:id="5171"/>
      <w:bookmarkEnd w:id="5172"/>
      <w:bookmarkEnd w:id="5173"/>
      <w:bookmarkEnd w:id="5174"/>
      <w:bookmarkEnd w:id="5175"/>
      <w:bookmarkEnd w:id="5176"/>
      <w:bookmarkEnd w:id="5177"/>
      <w:bookmarkEnd w:id="5178"/>
      <w:bookmarkEnd w:id="5179"/>
    </w:p>
    <w:p w14:paraId="0984FF2B" w14:textId="77777777" w:rsidR="00B15E99" w:rsidRPr="00EF2F0E" w:rsidRDefault="00B15E99" w:rsidP="00A40339">
      <w:r w:rsidRPr="00EF2F0E">
        <w:t xml:space="preserve">The current state-of-the-art technology does not allow a single generic solution for co-location with UTRA-TDD on adjacent frequencies for 30dB BS-BS minimum coupling loss. </w:t>
      </w:r>
    </w:p>
    <w:p w14:paraId="0984FF2C" w14:textId="77777777" w:rsidR="00B15E99" w:rsidRPr="00EF2F0E" w:rsidRDefault="00B15E99" w:rsidP="00A40339">
      <w:pPr>
        <w:rPr>
          <w:lang w:eastAsia="zh-CN"/>
        </w:rPr>
      </w:pPr>
      <w:r w:rsidRPr="00EF2F0E">
        <w:t>Further information and analysis for this scenario can be found in TR 25.942 [12].</w:t>
      </w:r>
    </w:p>
    <w:p w14:paraId="0984FF2D" w14:textId="77777777" w:rsidR="00B15E99" w:rsidRPr="00EF2F0E" w:rsidRDefault="00B15E99" w:rsidP="00A40339">
      <w:pPr>
        <w:pStyle w:val="Heading3"/>
        <w:ind w:left="0" w:firstLine="0"/>
      </w:pPr>
      <w:bookmarkStart w:id="5180" w:name="_Toc21096160"/>
      <w:bookmarkStart w:id="5181" w:name="_Toc29763359"/>
      <w:bookmarkStart w:id="5182" w:name="_Toc45869644"/>
      <w:bookmarkStart w:id="5183" w:name="_Toc52554897"/>
      <w:bookmarkStart w:id="5184" w:name="_Toc52555367"/>
      <w:bookmarkStart w:id="5185" w:name="_Toc61112599"/>
      <w:bookmarkStart w:id="5186" w:name="_Toc67911751"/>
      <w:bookmarkStart w:id="5187" w:name="_Toc74843226"/>
      <w:bookmarkStart w:id="5188" w:name="_Toc76503609"/>
      <w:bookmarkStart w:id="5189" w:name="_Toc83041052"/>
      <w:bookmarkStart w:id="5190" w:name="_Toc89852095"/>
      <w:bookmarkStart w:id="5191" w:name="_Toc98676449"/>
      <w:r w:rsidRPr="00EF2F0E">
        <w:t>10.5.4</w:t>
      </w:r>
      <w:r w:rsidRPr="00EF2F0E">
        <w:tab/>
        <w:t>Minimum requirement for single RAT E-UTRA operation</w:t>
      </w:r>
      <w:bookmarkEnd w:id="5180"/>
      <w:bookmarkEnd w:id="5181"/>
      <w:bookmarkEnd w:id="5182"/>
      <w:bookmarkEnd w:id="5183"/>
      <w:bookmarkEnd w:id="5184"/>
      <w:bookmarkEnd w:id="5185"/>
      <w:bookmarkEnd w:id="5186"/>
      <w:bookmarkEnd w:id="5187"/>
      <w:bookmarkEnd w:id="5188"/>
      <w:bookmarkEnd w:id="5189"/>
      <w:bookmarkEnd w:id="5190"/>
      <w:bookmarkEnd w:id="5191"/>
    </w:p>
    <w:p w14:paraId="0984FF2E" w14:textId="77777777" w:rsidR="00B15E99" w:rsidRPr="00EF2F0E" w:rsidRDefault="00B15E99" w:rsidP="00A40339">
      <w:pPr>
        <w:pStyle w:val="Heading4"/>
        <w:ind w:left="0" w:firstLine="0"/>
      </w:pPr>
      <w:bookmarkStart w:id="5192" w:name="_Toc21096161"/>
      <w:bookmarkStart w:id="5193" w:name="_Toc29763360"/>
      <w:bookmarkStart w:id="5194" w:name="_Toc45869645"/>
      <w:bookmarkStart w:id="5195" w:name="_Toc52554898"/>
      <w:bookmarkStart w:id="5196" w:name="_Toc52555368"/>
      <w:bookmarkStart w:id="5197" w:name="_Toc61112600"/>
      <w:bookmarkStart w:id="5198" w:name="_Toc67911752"/>
      <w:bookmarkStart w:id="5199" w:name="_Toc74843227"/>
      <w:bookmarkStart w:id="5200" w:name="_Toc76503610"/>
      <w:bookmarkStart w:id="5201" w:name="_Toc83041053"/>
      <w:bookmarkStart w:id="5202" w:name="_Toc89852096"/>
      <w:bookmarkStart w:id="5203" w:name="_Toc98676450"/>
      <w:r w:rsidRPr="00EF2F0E">
        <w:t>10.5.4.1</w:t>
      </w:r>
      <w:r w:rsidRPr="00EF2F0E">
        <w:tab/>
        <w:t>General</w:t>
      </w:r>
      <w:bookmarkEnd w:id="5192"/>
      <w:bookmarkEnd w:id="5193"/>
      <w:bookmarkEnd w:id="5194"/>
      <w:bookmarkEnd w:id="5195"/>
      <w:bookmarkEnd w:id="5196"/>
      <w:bookmarkEnd w:id="5197"/>
      <w:bookmarkEnd w:id="5198"/>
      <w:bookmarkEnd w:id="5199"/>
      <w:bookmarkEnd w:id="5200"/>
      <w:bookmarkEnd w:id="5201"/>
      <w:bookmarkEnd w:id="5202"/>
      <w:bookmarkEnd w:id="5203"/>
    </w:p>
    <w:p w14:paraId="0984FF2F" w14:textId="77777777" w:rsidR="00B15E99" w:rsidRPr="00EF2F0E" w:rsidRDefault="00B15E99" w:rsidP="00A40339">
      <w:pPr>
        <w:keepLines/>
        <w:rPr>
          <w:rFonts w:cs="v5.0.0"/>
        </w:rPr>
      </w:pPr>
      <w:r w:rsidRPr="00EF2F0E">
        <w:rPr>
          <w:rFonts w:cs="v5.0.0"/>
        </w:rPr>
        <w:t>Adjacent channel selectivity (ACS) is a measure of the receiver ability to receive a wanted signal at its assigned channel frequency in the presence of an</w:t>
      </w:r>
      <w:r w:rsidRPr="00EF2F0E">
        <w:t xml:space="preserve"> </w:t>
      </w:r>
      <w:r w:rsidRPr="00EF2F0E">
        <w:rPr>
          <w:rFonts w:cs="v5.0.0"/>
        </w:rPr>
        <w:t xml:space="preserve">adjacent channel signal </w:t>
      </w:r>
      <w:r w:rsidRPr="00EF2F0E">
        <w:t>with a specified centre frequency offset of the interfering signal to the band edge of a victim system</w:t>
      </w:r>
      <w:r w:rsidRPr="00EF2F0E">
        <w:rPr>
          <w:rFonts w:cs="v5.0.0"/>
        </w:rPr>
        <w:t xml:space="preserve">. </w:t>
      </w:r>
      <w:r w:rsidRPr="00EF2F0E">
        <w:rPr>
          <w:lang w:eastAsia="zh-CN"/>
        </w:rPr>
        <w:t>F</w:t>
      </w:r>
      <w:r w:rsidRPr="00EF2F0E">
        <w:t xml:space="preserve">or </w:t>
      </w:r>
      <w:r w:rsidRPr="00EF2F0E">
        <w:rPr>
          <w:rFonts w:cs="v5.0.0"/>
        </w:rPr>
        <w:t xml:space="preserve">E-UTRA </w:t>
      </w:r>
      <w:r w:rsidRPr="00EF2F0E">
        <w:rPr>
          <w:rFonts w:cs="v5.0.0"/>
          <w:i/>
        </w:rPr>
        <w:t xml:space="preserve">OTA AAS </w:t>
      </w:r>
      <w:r w:rsidRPr="00EF2F0E">
        <w:rPr>
          <w:i/>
        </w:rPr>
        <w:t>BS</w:t>
      </w:r>
      <w:r w:rsidRPr="00EF2F0E">
        <w:t xml:space="preserve">, </w:t>
      </w:r>
      <w:r w:rsidRPr="00EF2F0E">
        <w:rPr>
          <w:rFonts w:eastAsia="MS PGothic"/>
        </w:rPr>
        <w:t>the interfering signal shall be</w:t>
      </w:r>
      <w:r w:rsidRPr="00EF2F0E">
        <w:rPr>
          <w:rFonts w:eastAsia="MS PGothic" w:cs="v4.2.0"/>
        </w:rPr>
        <w:t xml:space="preserve"> an </w:t>
      </w:r>
      <w:r w:rsidRPr="00EF2F0E">
        <w:rPr>
          <w:rFonts w:eastAsia="MS PGothic"/>
        </w:rPr>
        <w:t>E-UTRA signal as specified in 3GPP TS 36.104 [8] Annex C</w:t>
      </w:r>
      <w:r w:rsidRPr="00EF2F0E">
        <w:rPr>
          <w:rFonts w:eastAsia="MS PGothic" w:cs="v4.2.0"/>
        </w:rPr>
        <w:t xml:space="preserve">. </w:t>
      </w:r>
    </w:p>
    <w:p w14:paraId="0984FF30" w14:textId="77777777" w:rsidR="00B15E99" w:rsidRPr="00EF2F0E" w:rsidRDefault="00B15E99" w:rsidP="00A40339">
      <w:pPr>
        <w:pStyle w:val="Heading4"/>
        <w:ind w:left="864" w:hanging="864"/>
      </w:pPr>
      <w:bookmarkStart w:id="5204" w:name="_Toc21096162"/>
      <w:bookmarkStart w:id="5205" w:name="_Toc29763361"/>
      <w:bookmarkStart w:id="5206" w:name="_Toc45869646"/>
      <w:bookmarkStart w:id="5207" w:name="_Toc52554899"/>
      <w:bookmarkStart w:id="5208" w:name="_Toc52555369"/>
      <w:bookmarkStart w:id="5209" w:name="_Toc61112601"/>
      <w:bookmarkStart w:id="5210" w:name="_Toc67911753"/>
      <w:bookmarkStart w:id="5211" w:name="_Toc74843228"/>
      <w:bookmarkStart w:id="5212" w:name="_Toc76503611"/>
      <w:bookmarkStart w:id="5213" w:name="_Toc83041054"/>
      <w:bookmarkStart w:id="5214" w:name="_Toc89852097"/>
      <w:bookmarkStart w:id="5215" w:name="_Toc98676451"/>
      <w:r w:rsidRPr="00EF2F0E">
        <w:t>10.5.4.2</w:t>
      </w:r>
      <w:r w:rsidRPr="00EF2F0E">
        <w:tab/>
        <w:t>Minimum requirement</w:t>
      </w:r>
      <w:bookmarkEnd w:id="5204"/>
      <w:bookmarkEnd w:id="5205"/>
      <w:bookmarkEnd w:id="5206"/>
      <w:bookmarkEnd w:id="5207"/>
      <w:bookmarkEnd w:id="5208"/>
      <w:bookmarkEnd w:id="5209"/>
      <w:bookmarkEnd w:id="5210"/>
      <w:bookmarkEnd w:id="5211"/>
      <w:bookmarkEnd w:id="5212"/>
      <w:bookmarkEnd w:id="5213"/>
      <w:bookmarkEnd w:id="5214"/>
      <w:bookmarkEnd w:id="5215"/>
    </w:p>
    <w:p w14:paraId="0984FF31" w14:textId="77777777" w:rsidR="00B15E99" w:rsidRPr="00EF2F0E" w:rsidRDefault="00B15E99" w:rsidP="00A40339">
      <w:pPr>
        <w:rPr>
          <w:lang w:eastAsia="zh-CN"/>
        </w:rPr>
      </w:pPr>
      <w:r w:rsidRPr="00EF2F0E">
        <w:t xml:space="preserve">The throughput shall be ≥ 95% of the </w:t>
      </w:r>
      <w:r w:rsidRPr="00EF2F0E">
        <w:rPr>
          <w:i/>
        </w:rPr>
        <w:t>maximum throughput</w:t>
      </w:r>
      <w:r w:rsidRPr="00EF2F0E" w:rsidDel="00BE584A">
        <w:t xml:space="preserve"> </w:t>
      </w:r>
      <w:r w:rsidRPr="00EF2F0E">
        <w:t>of the reference measurement channel</w:t>
      </w:r>
      <w:r w:rsidRPr="00EF2F0E">
        <w:rPr>
          <w:lang w:eastAsia="zh-CN"/>
        </w:rPr>
        <w:t>.</w:t>
      </w:r>
    </w:p>
    <w:p w14:paraId="0984FF32" w14:textId="77777777" w:rsidR="00B15E99" w:rsidRPr="00EF2F0E" w:rsidRDefault="00B15E99" w:rsidP="00A40339">
      <w:pPr>
        <w:rPr>
          <w:rFonts w:eastAsia="Osaka"/>
        </w:rPr>
      </w:pPr>
      <w:r w:rsidRPr="00EF2F0E">
        <w:rPr>
          <w:lang w:eastAsia="zh-CN"/>
        </w:rPr>
        <w:t xml:space="preserve">For E-UTRA Wide Area BS, the </w:t>
      </w:r>
      <w:r w:rsidRPr="00EF2F0E">
        <w:t xml:space="preserve">wanted and </w:t>
      </w:r>
      <w:r w:rsidRPr="00EF2F0E">
        <w:rPr>
          <w:lang w:eastAsia="zh-CN"/>
        </w:rPr>
        <w:t>the</w:t>
      </w:r>
      <w:r w:rsidRPr="00EF2F0E">
        <w:t xml:space="preserve"> interfering signal coupled to the BS antenna input </w:t>
      </w:r>
      <w:r w:rsidRPr="00EF2F0E">
        <w:rPr>
          <w:lang w:eastAsia="zh-CN"/>
        </w:rPr>
        <w:t>are</w:t>
      </w:r>
      <w:r w:rsidRPr="00EF2F0E">
        <w:t xml:space="preserve"> specified</w:t>
      </w:r>
      <w:r w:rsidRPr="00EF2F0E">
        <w:rPr>
          <w:rFonts w:eastAsia="Osaka"/>
        </w:rPr>
        <w:t xml:space="preserve"> in tables 10.5.4.2-1 and 10.5.4.2-2 for narrowband blocking and in table 10.5.4.2-3 for ACS. The reference measurement channel for the wanted signal is identified in table 10.3.4-1 for each </w:t>
      </w:r>
      <w:r w:rsidRPr="00EF2F0E">
        <w:rPr>
          <w:rFonts w:eastAsia="Osaka"/>
          <w:i/>
        </w:rPr>
        <w:t>channel bandwidth</w:t>
      </w:r>
      <w:r w:rsidRPr="00EF2F0E">
        <w:rPr>
          <w:rFonts w:eastAsia="Osaka"/>
        </w:rPr>
        <w:t xml:space="preserve"> and further specified in </w:t>
      </w:r>
      <w:r w:rsidRPr="00EF2F0E">
        <w:rPr>
          <w:rFonts w:eastAsia="MS PGothic"/>
        </w:rPr>
        <w:t xml:space="preserve">3GPP TS 36.104 [8] </w:t>
      </w:r>
      <w:r w:rsidRPr="00EF2F0E">
        <w:rPr>
          <w:rFonts w:eastAsia="Osaka"/>
        </w:rPr>
        <w:t xml:space="preserve">Annex A. </w:t>
      </w:r>
    </w:p>
    <w:p w14:paraId="0984FF33" w14:textId="77777777" w:rsidR="00B15E99" w:rsidRPr="00EF2F0E" w:rsidRDefault="00B15E99" w:rsidP="00A40339">
      <w:pPr>
        <w:rPr>
          <w:lang w:eastAsia="zh-CN"/>
        </w:rPr>
      </w:pPr>
      <w:r w:rsidRPr="00EF2F0E">
        <w:rPr>
          <w:lang w:eastAsia="zh-CN"/>
        </w:rPr>
        <w:t xml:space="preserve">For E-UTRA Medium Range BS, the </w:t>
      </w:r>
      <w:r w:rsidRPr="00EF2F0E">
        <w:t xml:space="preserve">wanted and </w:t>
      </w:r>
      <w:r w:rsidRPr="00EF2F0E">
        <w:rPr>
          <w:lang w:eastAsia="zh-CN"/>
        </w:rPr>
        <w:t>the</w:t>
      </w:r>
      <w:r w:rsidRPr="00EF2F0E">
        <w:t xml:space="preserve"> interfering signal coupled to the BS antenna input </w:t>
      </w:r>
      <w:r w:rsidRPr="00EF2F0E">
        <w:rPr>
          <w:lang w:eastAsia="zh-CN"/>
        </w:rPr>
        <w:t>are</w:t>
      </w:r>
      <w:r w:rsidRPr="00EF2F0E">
        <w:t xml:space="preserve"> specified</w:t>
      </w:r>
      <w:r w:rsidRPr="00EF2F0E">
        <w:rPr>
          <w:rFonts w:eastAsia="Osaka"/>
        </w:rPr>
        <w:t xml:space="preserve"> in tables 10.5.4.2-</w:t>
      </w:r>
      <w:r w:rsidRPr="00EF2F0E">
        <w:rPr>
          <w:lang w:eastAsia="zh-CN"/>
        </w:rPr>
        <w:t>1</w:t>
      </w:r>
      <w:r w:rsidRPr="00EF2F0E">
        <w:rPr>
          <w:rFonts w:eastAsia="Osaka"/>
        </w:rPr>
        <w:t xml:space="preserve"> and 10.5.4.2-2 for narrowband blocking and in table 10.5.4.2-6 for ACS.</w:t>
      </w:r>
      <w:r w:rsidRPr="00EF2F0E">
        <w:rPr>
          <w:rFonts w:cs="v5.0.0"/>
          <w:lang w:eastAsia="zh-CN"/>
        </w:rPr>
        <w:t xml:space="preserve"> Narrowband blocking requirements are not applied for Band 46.</w:t>
      </w:r>
      <w:r w:rsidRPr="00EF2F0E">
        <w:rPr>
          <w:rFonts w:eastAsia="Osaka"/>
        </w:rPr>
        <w:t xml:space="preserve"> The reference measurement channel for the wanted signal is identified in table 10.3.4-3 for each </w:t>
      </w:r>
      <w:r w:rsidRPr="00EF2F0E">
        <w:rPr>
          <w:rFonts w:eastAsia="Osaka"/>
          <w:i/>
        </w:rPr>
        <w:t>channel bandwidth</w:t>
      </w:r>
      <w:r w:rsidRPr="00EF2F0E">
        <w:rPr>
          <w:rFonts w:eastAsia="Osaka"/>
        </w:rPr>
        <w:t xml:space="preserve"> and further specified in </w:t>
      </w:r>
      <w:r w:rsidRPr="00EF2F0E">
        <w:rPr>
          <w:rFonts w:eastAsia="MS PGothic"/>
        </w:rPr>
        <w:t xml:space="preserve">3GPP TS 36.104 [8] </w:t>
      </w:r>
      <w:r w:rsidRPr="00EF2F0E">
        <w:rPr>
          <w:rFonts w:eastAsia="Osaka"/>
        </w:rPr>
        <w:t>Annex A.</w:t>
      </w:r>
    </w:p>
    <w:p w14:paraId="0984FF34" w14:textId="77777777" w:rsidR="00B15E99" w:rsidRPr="00EF2F0E" w:rsidRDefault="00B15E99" w:rsidP="00A40339">
      <w:pPr>
        <w:rPr>
          <w:rFonts w:eastAsia="Osaka"/>
        </w:rPr>
      </w:pPr>
      <w:r w:rsidRPr="00EF2F0E">
        <w:t xml:space="preserve">For </w:t>
      </w:r>
      <w:r w:rsidRPr="00EF2F0E">
        <w:rPr>
          <w:lang w:eastAsia="zh-CN"/>
        </w:rPr>
        <w:t xml:space="preserve">E-UTRA </w:t>
      </w:r>
      <w:r w:rsidRPr="00EF2F0E">
        <w:t>Local Area BS, the wanted and the interfering signal coupled to the BS antenna input are specified</w:t>
      </w:r>
      <w:r w:rsidRPr="00EF2F0E">
        <w:rPr>
          <w:rFonts w:eastAsia="Osaka"/>
        </w:rPr>
        <w:t xml:space="preserve"> in tables 10.5.4.2-</w:t>
      </w:r>
      <w:r w:rsidRPr="00EF2F0E">
        <w:rPr>
          <w:lang w:eastAsia="zh-CN"/>
        </w:rPr>
        <w:t>1</w:t>
      </w:r>
      <w:r w:rsidRPr="00EF2F0E">
        <w:rPr>
          <w:rFonts w:eastAsia="Osaka"/>
        </w:rPr>
        <w:t xml:space="preserve"> and 10.5.4.2-2 for narrowband blocking and in table 10.5.4.2-</w:t>
      </w:r>
      <w:r w:rsidRPr="00EF2F0E">
        <w:rPr>
          <w:lang w:eastAsia="zh-CN"/>
        </w:rPr>
        <w:t>4</w:t>
      </w:r>
      <w:r w:rsidRPr="00EF2F0E">
        <w:rPr>
          <w:rFonts w:eastAsia="Osaka"/>
        </w:rPr>
        <w:t xml:space="preserve"> for ACS. </w:t>
      </w:r>
      <w:r w:rsidRPr="00EF2F0E">
        <w:rPr>
          <w:rFonts w:cs="v5.0.0"/>
          <w:lang w:eastAsia="zh-CN"/>
        </w:rPr>
        <w:t>Narrowband blocking requirements are not applied for Band 46</w:t>
      </w:r>
      <w:r w:rsidR="00AA1961" w:rsidRPr="00EF2F0E">
        <w:rPr>
          <w:rFonts w:cs="Arial"/>
          <w:lang w:eastAsia="zh-CN"/>
        </w:rPr>
        <w:t xml:space="preserve"> nor for Band 49</w:t>
      </w:r>
      <w:r w:rsidRPr="00EF2F0E">
        <w:rPr>
          <w:rFonts w:cs="v5.0.0"/>
          <w:lang w:eastAsia="zh-CN"/>
        </w:rPr>
        <w:t>.</w:t>
      </w:r>
      <w:r w:rsidRPr="00EF2F0E">
        <w:rPr>
          <w:rFonts w:cs="v5.0.0"/>
        </w:rPr>
        <w:t xml:space="preserve"> </w:t>
      </w:r>
      <w:r w:rsidRPr="00EF2F0E">
        <w:rPr>
          <w:rFonts w:eastAsia="Osaka"/>
        </w:rPr>
        <w:t>The reference measurement channel for the wanted signal is identified in table 10.3.4-</w:t>
      </w:r>
      <w:r w:rsidRPr="00EF2F0E">
        <w:rPr>
          <w:lang w:eastAsia="zh-CN"/>
        </w:rPr>
        <w:t>2</w:t>
      </w:r>
      <w:r w:rsidRPr="00EF2F0E">
        <w:rPr>
          <w:rFonts w:eastAsia="Osaka"/>
        </w:rPr>
        <w:t xml:space="preserve"> for each </w:t>
      </w:r>
      <w:r w:rsidRPr="00EF2F0E">
        <w:rPr>
          <w:rFonts w:eastAsia="Osaka"/>
          <w:i/>
        </w:rPr>
        <w:t>channel bandwidth</w:t>
      </w:r>
      <w:r w:rsidRPr="00EF2F0E">
        <w:rPr>
          <w:rFonts w:eastAsia="Osaka"/>
        </w:rPr>
        <w:t xml:space="preserve"> and further specified in </w:t>
      </w:r>
      <w:r w:rsidRPr="00EF2F0E">
        <w:rPr>
          <w:rFonts w:eastAsia="MS PGothic"/>
        </w:rPr>
        <w:t xml:space="preserve">3GPP TS 36.104 [8] </w:t>
      </w:r>
      <w:r w:rsidRPr="00EF2F0E">
        <w:rPr>
          <w:rFonts w:eastAsia="Osaka"/>
        </w:rPr>
        <w:t>Annex A.</w:t>
      </w:r>
    </w:p>
    <w:p w14:paraId="0984FF35" w14:textId="77777777" w:rsidR="00B15E99" w:rsidRPr="00EF2F0E" w:rsidRDefault="00B15E99" w:rsidP="00A40339">
      <w:pPr>
        <w:rPr>
          <w:rFonts w:cs="Arial"/>
        </w:rPr>
      </w:pPr>
      <w:r w:rsidRPr="00EF2F0E">
        <w:t xml:space="preserve">For narrowband blocking the OTA levels are applied referenced to 2 antenna gain offsets </w:t>
      </w:r>
      <w:r w:rsidRPr="00EF2F0E">
        <w:rPr>
          <w:rFonts w:cs="Arial"/>
        </w:rPr>
        <w:t>Δ</w:t>
      </w:r>
      <w:r w:rsidRPr="00EF2F0E">
        <w:rPr>
          <w:rFonts w:cs="Arial"/>
          <w:vertAlign w:val="subscript"/>
        </w:rPr>
        <w:t xml:space="preserve">OTAREFSENS </w:t>
      </w:r>
      <w:r w:rsidRPr="00EF2F0E">
        <w:rPr>
          <w:rFonts w:cs="Arial"/>
        </w:rPr>
        <w:t>and Δ</w:t>
      </w:r>
      <w:r w:rsidRPr="00EF2F0E">
        <w:rPr>
          <w:rFonts w:cs="Arial"/>
          <w:vertAlign w:val="subscript"/>
        </w:rPr>
        <w:t>minSENS</w:t>
      </w:r>
      <w:r w:rsidRPr="00EF2F0E">
        <w:rPr>
          <w:rFonts w:cs="Arial"/>
        </w:rPr>
        <w:t>.</w:t>
      </w:r>
    </w:p>
    <w:p w14:paraId="0984FF36" w14:textId="77777777" w:rsidR="00B15E99" w:rsidRPr="00EF2F0E" w:rsidRDefault="00B15E99" w:rsidP="00A40339">
      <w:r w:rsidRPr="00EF2F0E">
        <w:t xml:space="preserve">For ACS the OTA levels are applied referenced to </w:t>
      </w:r>
      <w:r w:rsidRPr="00EF2F0E">
        <w:rPr>
          <w:rFonts w:cs="Arial"/>
        </w:rPr>
        <w:t>Δ</w:t>
      </w:r>
      <w:r w:rsidRPr="00EF2F0E">
        <w:rPr>
          <w:rFonts w:cs="Arial"/>
          <w:vertAlign w:val="subscript"/>
        </w:rPr>
        <w:t>minSENS</w:t>
      </w:r>
      <w:r w:rsidRPr="00EF2F0E">
        <w:rPr>
          <w:rFonts w:cs="Arial"/>
        </w:rPr>
        <w:t>.</w:t>
      </w:r>
    </w:p>
    <w:p w14:paraId="0984FF37" w14:textId="77777777" w:rsidR="00B15E99" w:rsidRPr="00EF2F0E" w:rsidRDefault="00B15E99" w:rsidP="00A40339">
      <w:pPr>
        <w:rPr>
          <w:rFonts w:eastAsia="Osaka"/>
        </w:rPr>
      </w:pPr>
      <w:r w:rsidRPr="00EF2F0E">
        <w:rPr>
          <w:rFonts w:eastAsia="Osaka"/>
        </w:rPr>
        <w:t xml:space="preserve">The ACS and narrowband blocking requirement is applicable outside the </w:t>
      </w:r>
      <w:r w:rsidRPr="00EF2F0E">
        <w:rPr>
          <w:i/>
          <w:lang w:eastAsia="zh-CN"/>
        </w:rPr>
        <w:t xml:space="preserve">Base Station </w:t>
      </w:r>
      <w:r w:rsidRPr="00EF2F0E">
        <w:rPr>
          <w:rFonts w:eastAsia="Osaka"/>
          <w:i/>
        </w:rPr>
        <w:t>RF Bandwidth</w:t>
      </w:r>
      <w:r w:rsidRPr="00EF2F0E">
        <w:rPr>
          <w:lang w:eastAsia="zh-CN"/>
        </w:rPr>
        <w:t xml:space="preserve"> or </w:t>
      </w:r>
      <w:r w:rsidRPr="00EF2F0E">
        <w:rPr>
          <w:i/>
          <w:lang w:eastAsia="zh-CN"/>
        </w:rPr>
        <w:t>Radio Bandwidth</w:t>
      </w:r>
      <w:r w:rsidRPr="00EF2F0E">
        <w:rPr>
          <w:rFonts w:eastAsia="Osaka"/>
        </w:rPr>
        <w:t>. The interfering signal offset is defined relative to the</w:t>
      </w:r>
      <w:r w:rsidRPr="00EF2F0E">
        <w:t xml:space="preserve"> </w:t>
      </w:r>
      <w:r w:rsidRPr="00EF2F0E">
        <w:rPr>
          <w:rFonts w:eastAsia="Osaka"/>
          <w:i/>
        </w:rPr>
        <w:t>Base station RF Bandwidth edges</w:t>
      </w:r>
      <w:r w:rsidRPr="00EF2F0E">
        <w:rPr>
          <w:rFonts w:eastAsia="Osaka"/>
        </w:rPr>
        <w:t xml:space="preserve"> </w:t>
      </w:r>
      <w:r w:rsidRPr="00EF2F0E">
        <w:rPr>
          <w:lang w:eastAsia="zh-CN"/>
        </w:rPr>
        <w:t xml:space="preserve">or </w:t>
      </w:r>
      <w:r w:rsidRPr="00EF2F0E">
        <w:rPr>
          <w:i/>
          <w:lang w:eastAsia="zh-CN"/>
        </w:rPr>
        <w:t>Radio Bandwidth</w:t>
      </w:r>
      <w:r w:rsidRPr="00EF2F0E">
        <w:rPr>
          <w:lang w:eastAsia="zh-CN"/>
        </w:rPr>
        <w:t xml:space="preserve"> </w:t>
      </w:r>
      <w:r w:rsidRPr="00EF2F0E">
        <w:rPr>
          <w:rFonts w:eastAsia="Osaka"/>
        </w:rPr>
        <w:t>edges.</w:t>
      </w:r>
    </w:p>
    <w:p w14:paraId="0984FF38" w14:textId="77777777" w:rsidR="00B15E99" w:rsidRPr="00EF2F0E" w:rsidRDefault="00B15E99" w:rsidP="00A40339">
      <w:r w:rsidRPr="00EF2F0E">
        <w:t xml:space="preserve">For RIBs supporting operation in </w:t>
      </w:r>
      <w:r w:rsidRPr="00EF2F0E">
        <w:rPr>
          <w:i/>
        </w:rPr>
        <w:t>non-contiguous spectrum</w:t>
      </w:r>
      <w:r w:rsidRPr="00EF2F0E">
        <w:t xml:space="preserve"> within any operating band, the ACS requirement applies in addition inside any </w:t>
      </w:r>
      <w:r w:rsidRPr="00EF2F0E">
        <w:rPr>
          <w:i/>
        </w:rPr>
        <w:t>sub-block gap</w:t>
      </w:r>
      <w:r w:rsidRPr="00EF2F0E">
        <w:t>, in case the</w:t>
      </w:r>
      <w:r w:rsidRPr="00EF2F0E">
        <w:rPr>
          <w:i/>
        </w:rPr>
        <w:t xml:space="preserve"> sub-block gap</w:t>
      </w:r>
      <w:r w:rsidRPr="00EF2F0E">
        <w:t xml:space="preserve"> size is at least as wide as the E-UTRA interfering signal in table 10.5.4.2-3, 10.5.4.2-4 and 10.5.4.2-5. The interfering signal offset is defined relative to the </w:t>
      </w:r>
      <w:r w:rsidRPr="00EF2F0E">
        <w:rPr>
          <w:i/>
        </w:rPr>
        <w:t>sub-block</w:t>
      </w:r>
      <w:r w:rsidRPr="00EF2F0E">
        <w:t xml:space="preserve"> edges inside the </w:t>
      </w:r>
      <w:r w:rsidRPr="00EF2F0E">
        <w:rPr>
          <w:i/>
        </w:rPr>
        <w:t>sub-block gap</w:t>
      </w:r>
    </w:p>
    <w:p w14:paraId="0984FF39" w14:textId="77777777" w:rsidR="00B15E99" w:rsidRPr="00EF2F0E" w:rsidRDefault="00B15E99" w:rsidP="00A40339">
      <w:r w:rsidRPr="00EF2F0E">
        <w:t xml:space="preserve">For </w:t>
      </w:r>
      <w:r w:rsidRPr="00EF2F0E">
        <w:rPr>
          <w:i/>
        </w:rPr>
        <w:t>multi-band RIBs</w:t>
      </w:r>
      <w:r w:rsidRPr="00EF2F0E">
        <w:t xml:space="preserve">, the ACS requirement applies in addition inside any </w:t>
      </w:r>
      <w:r w:rsidRPr="00EF2F0E">
        <w:rPr>
          <w:i/>
        </w:rPr>
        <w:t>Inter RF Bandwidth gap</w:t>
      </w:r>
      <w:r w:rsidRPr="00EF2F0E">
        <w:t xml:space="preserve"> at the RIB, in case the gap size is at least as wide as the E-UTRA interfering signal in table 10.5.4.2-3, 10.5.4.2-4 and 10.5.4.2-5. The interfering signal offset is defined relative to the </w:t>
      </w:r>
      <w:r w:rsidRPr="00EF2F0E">
        <w:rPr>
          <w:i/>
        </w:rPr>
        <w:t>Base Station RF Bandwidth edges</w:t>
      </w:r>
      <w:r w:rsidRPr="00EF2F0E">
        <w:t xml:space="preserve"> inside the </w:t>
      </w:r>
      <w:r w:rsidRPr="00EF2F0E">
        <w:rPr>
          <w:i/>
        </w:rPr>
        <w:t>Inter RF Bandwidth gap</w:t>
      </w:r>
      <w:r w:rsidRPr="00EF2F0E">
        <w:t>.</w:t>
      </w:r>
    </w:p>
    <w:p w14:paraId="0984FF3A" w14:textId="77777777" w:rsidR="00B15E99" w:rsidRPr="00EF2F0E" w:rsidRDefault="00B15E99" w:rsidP="00A40339">
      <w:r w:rsidRPr="00EF2F0E">
        <w:t xml:space="preserve">For a RIBs operating in </w:t>
      </w:r>
      <w:r w:rsidRPr="00EF2F0E">
        <w:rPr>
          <w:i/>
        </w:rPr>
        <w:t>non-contiguous spectrum</w:t>
      </w:r>
      <w:r w:rsidRPr="00EF2F0E">
        <w:t xml:space="preserve"> within any operating band, the narrowband blocking requirement applies in addition inside any </w:t>
      </w:r>
      <w:r w:rsidRPr="00EF2F0E">
        <w:rPr>
          <w:i/>
        </w:rPr>
        <w:t>sub-block gap</w:t>
      </w:r>
      <w:r w:rsidRPr="00EF2F0E">
        <w:t xml:space="preserve">, in case the </w:t>
      </w:r>
      <w:r w:rsidRPr="00EF2F0E">
        <w:rPr>
          <w:i/>
        </w:rPr>
        <w:t>sub-block gap</w:t>
      </w:r>
      <w:r w:rsidRPr="00EF2F0E">
        <w:t xml:space="preserve"> size is at least as wide as the </w:t>
      </w:r>
      <w:r w:rsidRPr="00EF2F0E">
        <w:rPr>
          <w:i/>
        </w:rPr>
        <w:t>channel bandwidth</w:t>
      </w:r>
      <w:r w:rsidRPr="00EF2F0E">
        <w:t xml:space="preserve"> of the E-UTRA interfering signal in table 10.5.4.2-2. The interfering signal offset is defined relative to the </w:t>
      </w:r>
      <w:r w:rsidRPr="00EF2F0E">
        <w:rPr>
          <w:i/>
        </w:rPr>
        <w:t>sub-block</w:t>
      </w:r>
      <w:r w:rsidRPr="00EF2F0E">
        <w:t xml:space="preserve"> edges inside the </w:t>
      </w:r>
      <w:r w:rsidRPr="00EF2F0E">
        <w:rPr>
          <w:i/>
        </w:rPr>
        <w:t>sub-block gap</w:t>
      </w:r>
      <w:r w:rsidRPr="00EF2F0E">
        <w:t>.</w:t>
      </w:r>
    </w:p>
    <w:p w14:paraId="0984FF3B" w14:textId="77777777" w:rsidR="00B15E99" w:rsidRPr="00EF2F0E" w:rsidRDefault="00B15E99" w:rsidP="00A40339">
      <w:pPr>
        <w:rPr>
          <w:rFonts w:eastAsia="Osaka"/>
        </w:rPr>
      </w:pPr>
      <w:r w:rsidRPr="00EF2F0E">
        <w:rPr>
          <w:rFonts w:eastAsia="Osaka"/>
        </w:rPr>
        <w:t xml:space="preserve">For </w:t>
      </w:r>
      <w:r w:rsidRPr="00EF2F0E">
        <w:rPr>
          <w:i/>
        </w:rPr>
        <w:t>multi-band RIBs</w:t>
      </w:r>
      <w:r w:rsidRPr="00EF2F0E">
        <w:t>,</w:t>
      </w:r>
      <w:r w:rsidRPr="00EF2F0E">
        <w:rPr>
          <w:rFonts w:eastAsia="Osaka"/>
        </w:rPr>
        <w:t xml:space="preserve">, the narrowband blocking requirement applies in addition inside any </w:t>
      </w:r>
      <w:r w:rsidRPr="00EF2F0E">
        <w:rPr>
          <w:rFonts w:eastAsia="Osaka"/>
          <w:i/>
        </w:rPr>
        <w:t>Inter RF Bandwidth gap</w:t>
      </w:r>
      <w:r w:rsidRPr="00EF2F0E">
        <w:rPr>
          <w:rFonts w:eastAsia="Osaka"/>
        </w:rPr>
        <w:t xml:space="preserve">, in case the </w:t>
      </w:r>
      <w:r w:rsidRPr="00EF2F0E">
        <w:rPr>
          <w:rFonts w:eastAsia="Osaka"/>
          <w:i/>
        </w:rPr>
        <w:t>Inter RF Bandwidth gap</w:t>
      </w:r>
      <w:r w:rsidRPr="00EF2F0E">
        <w:rPr>
          <w:rFonts w:eastAsia="Osaka"/>
        </w:rPr>
        <w:t xml:space="preserve"> size is at least as wide as the E-UTRA interfering signal in table 10.5.4.2-2. The interfering signal offset is defined relative to the </w:t>
      </w:r>
      <w:r w:rsidRPr="00EF2F0E">
        <w:rPr>
          <w:i/>
        </w:rPr>
        <w:t xml:space="preserve">Base Station </w:t>
      </w:r>
      <w:r w:rsidRPr="00EF2F0E">
        <w:rPr>
          <w:rFonts w:eastAsia="Osaka"/>
          <w:i/>
        </w:rPr>
        <w:t>RF Bandwidth edges</w:t>
      </w:r>
      <w:r w:rsidRPr="00EF2F0E">
        <w:rPr>
          <w:rFonts w:eastAsia="Osaka"/>
        </w:rPr>
        <w:t xml:space="preserve"> inside the </w:t>
      </w:r>
      <w:r w:rsidRPr="00EF2F0E">
        <w:rPr>
          <w:rFonts w:eastAsia="Osaka"/>
          <w:i/>
        </w:rPr>
        <w:t>Inter RF Bandwidth gap</w:t>
      </w:r>
      <w:r w:rsidRPr="00EF2F0E">
        <w:rPr>
          <w:rFonts w:eastAsia="Osaka"/>
        </w:rPr>
        <w:t>.</w:t>
      </w:r>
    </w:p>
    <w:p w14:paraId="0984FF3C" w14:textId="77777777" w:rsidR="00B15E99" w:rsidRPr="00EF2F0E" w:rsidRDefault="00B15E99" w:rsidP="007853C3">
      <w:pPr>
        <w:pStyle w:val="TH"/>
        <w:rPr>
          <w:rFonts w:eastAsia="Osaka"/>
        </w:rPr>
      </w:pPr>
      <w:r w:rsidRPr="00EF2F0E">
        <w:rPr>
          <w:rFonts w:eastAsia="Osaka"/>
        </w:rPr>
        <w:t>Table 10.5.4.2-1: Narrowband blocking requirement for E-UTRA BS</w:t>
      </w: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9"/>
        <w:gridCol w:w="2437"/>
        <w:gridCol w:w="1748"/>
        <w:gridCol w:w="2126"/>
      </w:tblGrid>
      <w:tr w:rsidR="003401A4" w:rsidRPr="00EF2F0E" w14:paraId="0984FF42" w14:textId="77777777" w:rsidTr="00A40339">
        <w:trPr>
          <w:jc w:val="center"/>
        </w:trPr>
        <w:tc>
          <w:tcPr>
            <w:tcW w:w="1519" w:type="dxa"/>
            <w:vAlign w:val="center"/>
          </w:tcPr>
          <w:p w14:paraId="0984FF3D" w14:textId="77777777" w:rsidR="00B15E99" w:rsidRPr="00EF2F0E" w:rsidRDefault="00B15E99" w:rsidP="00A40339">
            <w:pPr>
              <w:pStyle w:val="TAH"/>
              <w:rPr>
                <w:rFonts w:cs="Arial"/>
              </w:rPr>
            </w:pPr>
          </w:p>
        </w:tc>
        <w:tc>
          <w:tcPr>
            <w:tcW w:w="2437" w:type="dxa"/>
            <w:vAlign w:val="center"/>
          </w:tcPr>
          <w:p w14:paraId="0984FF3E" w14:textId="77777777" w:rsidR="00B15E99" w:rsidRPr="00EF2F0E" w:rsidRDefault="00B15E99" w:rsidP="00A40339">
            <w:pPr>
              <w:pStyle w:val="TAH"/>
              <w:rPr>
                <w:rFonts w:cs="Arial"/>
              </w:rPr>
            </w:pPr>
            <w:r w:rsidRPr="00EF2F0E">
              <w:rPr>
                <w:rFonts w:cs="Arial"/>
              </w:rPr>
              <w:t>Wanted signal mean power [dBm]</w:t>
            </w:r>
          </w:p>
          <w:p w14:paraId="0984FF3F" w14:textId="77777777" w:rsidR="00B15E99" w:rsidRPr="00EF2F0E" w:rsidRDefault="00B15E99" w:rsidP="00A40339">
            <w:pPr>
              <w:pStyle w:val="TAH"/>
              <w:rPr>
                <w:rFonts w:cs="Arial"/>
              </w:rPr>
            </w:pPr>
            <w:r w:rsidRPr="00EF2F0E">
              <w:rPr>
                <w:rFonts w:cs="Arial"/>
              </w:rPr>
              <w:t>(NOTE)</w:t>
            </w:r>
          </w:p>
        </w:tc>
        <w:tc>
          <w:tcPr>
            <w:tcW w:w="1748" w:type="dxa"/>
            <w:vAlign w:val="center"/>
          </w:tcPr>
          <w:p w14:paraId="0984FF40" w14:textId="77777777" w:rsidR="00B15E99" w:rsidRPr="00EF2F0E" w:rsidRDefault="00B15E99" w:rsidP="00A40339">
            <w:pPr>
              <w:pStyle w:val="TAH"/>
              <w:rPr>
                <w:rFonts w:cs="Arial"/>
              </w:rPr>
            </w:pPr>
            <w:r w:rsidRPr="00EF2F0E">
              <w:rPr>
                <w:rFonts w:cs="Arial"/>
              </w:rPr>
              <w:t>Interfering signal mean power [dBm]</w:t>
            </w:r>
          </w:p>
        </w:tc>
        <w:tc>
          <w:tcPr>
            <w:tcW w:w="2126" w:type="dxa"/>
            <w:vAlign w:val="center"/>
          </w:tcPr>
          <w:p w14:paraId="0984FF41"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4FF47" w14:textId="77777777" w:rsidTr="00A40339">
        <w:trPr>
          <w:trHeight w:val="176"/>
          <w:jc w:val="center"/>
        </w:trPr>
        <w:tc>
          <w:tcPr>
            <w:tcW w:w="1519" w:type="dxa"/>
            <w:vMerge w:val="restart"/>
            <w:vAlign w:val="center"/>
          </w:tcPr>
          <w:p w14:paraId="0984FF43" w14:textId="77777777" w:rsidR="00B15E99" w:rsidRPr="00EF2F0E" w:rsidRDefault="00B15E99" w:rsidP="00A40339">
            <w:pPr>
              <w:pStyle w:val="TAC"/>
              <w:rPr>
                <w:rFonts w:cs="Arial"/>
              </w:rPr>
            </w:pPr>
            <w:r w:rsidRPr="00EF2F0E">
              <w:rPr>
                <w:rFonts w:cs="Arial"/>
              </w:rPr>
              <w:t>Wide Area BS</w:t>
            </w:r>
          </w:p>
        </w:tc>
        <w:tc>
          <w:tcPr>
            <w:tcW w:w="2437" w:type="dxa"/>
            <w:vAlign w:val="center"/>
          </w:tcPr>
          <w:p w14:paraId="0984FF44"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REFSENS</w:t>
            </w:r>
            <w:r w:rsidRPr="00EF2F0E" w:rsidDel="00A31D92">
              <w:rPr>
                <w:rFonts w:cs="Arial"/>
              </w:rPr>
              <w:t xml:space="preserve"> </w:t>
            </w:r>
            <w:r w:rsidRPr="00EF2F0E">
              <w:rPr>
                <w:rFonts w:cs="Arial"/>
              </w:rPr>
              <w:t>+ 6dB</w:t>
            </w:r>
          </w:p>
        </w:tc>
        <w:tc>
          <w:tcPr>
            <w:tcW w:w="1748" w:type="dxa"/>
            <w:vAlign w:val="center"/>
          </w:tcPr>
          <w:p w14:paraId="0984FF45" w14:textId="77777777" w:rsidR="00B15E99" w:rsidRPr="00EF2F0E" w:rsidRDefault="00B15E99" w:rsidP="00A40339">
            <w:pPr>
              <w:pStyle w:val="TAC"/>
              <w:rPr>
                <w:rFonts w:cs="Arial"/>
              </w:rPr>
            </w:pPr>
            <w:r w:rsidRPr="00EF2F0E">
              <w:rPr>
                <w:rFonts w:cs="Arial"/>
              </w:rPr>
              <w:t xml:space="preserve">-49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2126" w:type="dxa"/>
            <w:vMerge w:val="restart"/>
            <w:shd w:val="clear" w:color="auto" w:fill="auto"/>
            <w:vAlign w:val="center"/>
          </w:tcPr>
          <w:p w14:paraId="0984FF46" w14:textId="77777777" w:rsidR="00B15E99" w:rsidRPr="00EF2F0E" w:rsidRDefault="00B15E99" w:rsidP="00A40339">
            <w:pPr>
              <w:pStyle w:val="TAC"/>
              <w:rPr>
                <w:rFonts w:cs="Arial"/>
              </w:rPr>
            </w:pPr>
            <w:r w:rsidRPr="00EF2F0E">
              <w:rPr>
                <w:rFonts w:cs="Arial"/>
              </w:rPr>
              <w:t xml:space="preserve">See table </w:t>
            </w:r>
            <w:r w:rsidRPr="00EF2F0E">
              <w:rPr>
                <w:rFonts w:eastAsia="Osaka"/>
              </w:rPr>
              <w:t>10.5.4.2</w:t>
            </w:r>
            <w:r w:rsidRPr="00EF2F0E">
              <w:rPr>
                <w:rFonts w:cs="Arial"/>
              </w:rPr>
              <w:t>-2</w:t>
            </w:r>
          </w:p>
        </w:tc>
      </w:tr>
      <w:tr w:rsidR="003401A4" w:rsidRPr="00EF2F0E" w14:paraId="0984FF4C" w14:textId="77777777" w:rsidTr="00A40339">
        <w:trPr>
          <w:trHeight w:val="175"/>
          <w:jc w:val="center"/>
        </w:trPr>
        <w:tc>
          <w:tcPr>
            <w:tcW w:w="1519" w:type="dxa"/>
            <w:vMerge/>
            <w:vAlign w:val="center"/>
          </w:tcPr>
          <w:p w14:paraId="0984FF48" w14:textId="77777777" w:rsidR="00B15E99" w:rsidRPr="00EF2F0E" w:rsidRDefault="00B15E99" w:rsidP="00A40339">
            <w:pPr>
              <w:pStyle w:val="TAC"/>
              <w:rPr>
                <w:rFonts w:cs="Arial"/>
              </w:rPr>
            </w:pPr>
          </w:p>
        </w:tc>
        <w:tc>
          <w:tcPr>
            <w:tcW w:w="2437" w:type="dxa"/>
            <w:vAlign w:val="center"/>
          </w:tcPr>
          <w:p w14:paraId="0984FF49" w14:textId="77777777" w:rsidR="00B15E99" w:rsidRPr="00EF2F0E" w:rsidRDefault="00B15E99" w:rsidP="00A40339">
            <w:pPr>
              <w:pStyle w:val="TAC"/>
              <w:rPr>
                <w:rFonts w:cs="Arial"/>
                <w:szCs w:val="18"/>
                <w:lang w:eastAsia="ja-JP"/>
              </w:rPr>
            </w:pPr>
            <w:r w:rsidRPr="00EF2F0E">
              <w:rPr>
                <w:rFonts w:cs="Arial"/>
                <w:szCs w:val="18"/>
                <w:lang w:eastAsia="ja-JP"/>
              </w:rPr>
              <w:t>EIS</w:t>
            </w:r>
            <w:r w:rsidRPr="00EF2F0E">
              <w:rPr>
                <w:rFonts w:cs="Arial"/>
                <w:szCs w:val="18"/>
                <w:vertAlign w:val="subscript"/>
                <w:lang w:eastAsia="ja-JP"/>
              </w:rPr>
              <w:t>minSENS</w:t>
            </w:r>
            <w:r w:rsidRPr="00EF2F0E" w:rsidDel="00A31D92">
              <w:rPr>
                <w:rFonts w:cs="Arial"/>
              </w:rPr>
              <w:t xml:space="preserve"> </w:t>
            </w:r>
            <w:r w:rsidRPr="00EF2F0E">
              <w:rPr>
                <w:rFonts w:cs="Arial"/>
              </w:rPr>
              <w:t>+ 6dB</w:t>
            </w:r>
          </w:p>
        </w:tc>
        <w:tc>
          <w:tcPr>
            <w:tcW w:w="1748" w:type="dxa"/>
            <w:vAlign w:val="center"/>
          </w:tcPr>
          <w:p w14:paraId="0984FF4A" w14:textId="77777777" w:rsidR="00B15E99" w:rsidRPr="00EF2F0E" w:rsidRDefault="00B15E99" w:rsidP="00A40339">
            <w:pPr>
              <w:pStyle w:val="TAC"/>
              <w:rPr>
                <w:rFonts w:cs="Arial"/>
              </w:rPr>
            </w:pPr>
            <w:r w:rsidRPr="00EF2F0E">
              <w:rPr>
                <w:rFonts w:cs="Arial"/>
              </w:rPr>
              <w:t xml:space="preserve">-49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126" w:type="dxa"/>
            <w:vMerge/>
            <w:shd w:val="clear" w:color="auto" w:fill="auto"/>
            <w:vAlign w:val="center"/>
          </w:tcPr>
          <w:p w14:paraId="0984FF4B" w14:textId="77777777" w:rsidR="00B15E99" w:rsidRPr="00EF2F0E" w:rsidRDefault="00B15E99" w:rsidP="00A40339">
            <w:pPr>
              <w:pStyle w:val="TAC"/>
              <w:rPr>
                <w:rFonts w:cs="Arial"/>
              </w:rPr>
            </w:pPr>
          </w:p>
        </w:tc>
      </w:tr>
      <w:tr w:rsidR="003401A4" w:rsidRPr="00EF2F0E" w14:paraId="0984FF51" w14:textId="77777777" w:rsidTr="00A40339">
        <w:trPr>
          <w:trHeight w:val="176"/>
          <w:jc w:val="center"/>
        </w:trPr>
        <w:tc>
          <w:tcPr>
            <w:tcW w:w="1519" w:type="dxa"/>
            <w:vMerge w:val="restart"/>
            <w:tcBorders>
              <w:top w:val="single" w:sz="4" w:space="0" w:color="auto"/>
              <w:left w:val="single" w:sz="4" w:space="0" w:color="auto"/>
              <w:right w:val="single" w:sz="4" w:space="0" w:color="auto"/>
            </w:tcBorders>
            <w:vAlign w:val="center"/>
          </w:tcPr>
          <w:p w14:paraId="0984FF4D" w14:textId="77777777" w:rsidR="00B15E99" w:rsidRPr="00EF2F0E" w:rsidRDefault="00B15E99" w:rsidP="00A40339">
            <w:pPr>
              <w:pStyle w:val="TAC"/>
              <w:rPr>
                <w:rFonts w:cs="Arial"/>
              </w:rPr>
            </w:pPr>
            <w:r w:rsidRPr="00EF2F0E">
              <w:rPr>
                <w:rFonts w:cs="Arial"/>
              </w:rPr>
              <w:t>Medium Range BS</w:t>
            </w:r>
          </w:p>
        </w:tc>
        <w:tc>
          <w:tcPr>
            <w:tcW w:w="2437" w:type="dxa"/>
            <w:tcBorders>
              <w:top w:val="single" w:sz="4" w:space="0" w:color="auto"/>
              <w:left w:val="single" w:sz="4" w:space="0" w:color="auto"/>
              <w:bottom w:val="single" w:sz="4" w:space="0" w:color="auto"/>
              <w:right w:val="single" w:sz="4" w:space="0" w:color="auto"/>
            </w:tcBorders>
            <w:vAlign w:val="center"/>
          </w:tcPr>
          <w:p w14:paraId="0984FF4E"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REFSENS</w:t>
            </w:r>
            <w:r w:rsidRPr="00EF2F0E" w:rsidDel="00A31D92">
              <w:rPr>
                <w:rFonts w:cs="Arial"/>
              </w:rPr>
              <w:t xml:space="preserve"> </w:t>
            </w:r>
            <w:r w:rsidRPr="00EF2F0E">
              <w:rPr>
                <w:rFonts w:cs="Arial"/>
              </w:rPr>
              <w:t>+ 6dB</w:t>
            </w:r>
          </w:p>
        </w:tc>
        <w:tc>
          <w:tcPr>
            <w:tcW w:w="1748" w:type="dxa"/>
            <w:tcBorders>
              <w:top w:val="single" w:sz="4" w:space="0" w:color="auto"/>
              <w:left w:val="single" w:sz="4" w:space="0" w:color="auto"/>
              <w:right w:val="single" w:sz="4" w:space="0" w:color="auto"/>
            </w:tcBorders>
            <w:vAlign w:val="center"/>
          </w:tcPr>
          <w:p w14:paraId="0984FF4F" w14:textId="77777777" w:rsidR="00B15E99" w:rsidRPr="00EF2F0E" w:rsidRDefault="00B15E99" w:rsidP="00A40339">
            <w:pPr>
              <w:pStyle w:val="TAC"/>
              <w:rPr>
                <w:rFonts w:cs="Arial"/>
              </w:rPr>
            </w:pPr>
            <w:r w:rsidRPr="00EF2F0E">
              <w:rPr>
                <w:rFonts w:cs="Arial"/>
              </w:rPr>
              <w:t xml:space="preserve">-44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2126" w:type="dxa"/>
            <w:vMerge w:val="restart"/>
            <w:tcBorders>
              <w:top w:val="single" w:sz="4" w:space="0" w:color="auto"/>
              <w:left w:val="single" w:sz="4" w:space="0" w:color="auto"/>
              <w:right w:val="single" w:sz="4" w:space="0" w:color="auto"/>
            </w:tcBorders>
            <w:shd w:val="clear" w:color="auto" w:fill="auto"/>
            <w:vAlign w:val="center"/>
          </w:tcPr>
          <w:p w14:paraId="0984FF50" w14:textId="77777777" w:rsidR="00B15E99" w:rsidRPr="00EF2F0E" w:rsidRDefault="00B15E99" w:rsidP="00A40339">
            <w:pPr>
              <w:pStyle w:val="TAC"/>
              <w:rPr>
                <w:rFonts w:cs="Arial"/>
              </w:rPr>
            </w:pPr>
            <w:r w:rsidRPr="00EF2F0E">
              <w:rPr>
                <w:rFonts w:cs="Arial"/>
              </w:rPr>
              <w:t xml:space="preserve">See table </w:t>
            </w:r>
            <w:r w:rsidRPr="00EF2F0E">
              <w:rPr>
                <w:rFonts w:eastAsia="Osaka"/>
              </w:rPr>
              <w:t>10.5.4.2</w:t>
            </w:r>
            <w:r w:rsidRPr="00EF2F0E">
              <w:rPr>
                <w:rFonts w:cs="Arial"/>
              </w:rPr>
              <w:t>-2</w:t>
            </w:r>
          </w:p>
        </w:tc>
      </w:tr>
      <w:tr w:rsidR="003401A4" w:rsidRPr="00EF2F0E" w14:paraId="0984FF56" w14:textId="77777777" w:rsidTr="00A40339">
        <w:trPr>
          <w:trHeight w:val="175"/>
          <w:jc w:val="center"/>
        </w:trPr>
        <w:tc>
          <w:tcPr>
            <w:tcW w:w="1519" w:type="dxa"/>
            <w:vMerge/>
            <w:tcBorders>
              <w:left w:val="single" w:sz="4" w:space="0" w:color="auto"/>
              <w:bottom w:val="single" w:sz="4" w:space="0" w:color="auto"/>
              <w:right w:val="single" w:sz="4" w:space="0" w:color="auto"/>
            </w:tcBorders>
            <w:vAlign w:val="center"/>
          </w:tcPr>
          <w:p w14:paraId="0984FF52" w14:textId="77777777" w:rsidR="00B15E99" w:rsidRPr="00EF2F0E" w:rsidRDefault="00B15E99" w:rsidP="00A40339">
            <w:pPr>
              <w:pStyle w:val="TAC"/>
              <w:rPr>
                <w:rFonts w:cs="Arial"/>
              </w:rPr>
            </w:pPr>
          </w:p>
        </w:tc>
        <w:tc>
          <w:tcPr>
            <w:tcW w:w="2437" w:type="dxa"/>
            <w:tcBorders>
              <w:top w:val="single" w:sz="4" w:space="0" w:color="auto"/>
              <w:left w:val="single" w:sz="4" w:space="0" w:color="auto"/>
              <w:bottom w:val="single" w:sz="4" w:space="0" w:color="auto"/>
              <w:right w:val="single" w:sz="4" w:space="0" w:color="auto"/>
            </w:tcBorders>
            <w:vAlign w:val="center"/>
          </w:tcPr>
          <w:p w14:paraId="0984FF53" w14:textId="77777777" w:rsidR="00B15E99" w:rsidRPr="00EF2F0E" w:rsidRDefault="00B15E99" w:rsidP="00A40339">
            <w:pPr>
              <w:pStyle w:val="TAC"/>
              <w:rPr>
                <w:rFonts w:cs="Arial"/>
                <w:szCs w:val="18"/>
                <w:lang w:eastAsia="ja-JP"/>
              </w:rPr>
            </w:pPr>
            <w:r w:rsidRPr="00EF2F0E">
              <w:rPr>
                <w:rFonts w:cs="Arial"/>
                <w:szCs w:val="18"/>
                <w:lang w:eastAsia="ja-JP"/>
              </w:rPr>
              <w:t>EIS</w:t>
            </w:r>
            <w:r w:rsidRPr="00EF2F0E">
              <w:rPr>
                <w:rFonts w:cs="Arial"/>
                <w:szCs w:val="18"/>
                <w:vertAlign w:val="subscript"/>
                <w:lang w:eastAsia="ja-JP"/>
              </w:rPr>
              <w:t>minSENS</w:t>
            </w:r>
            <w:r w:rsidRPr="00EF2F0E" w:rsidDel="00A31D92">
              <w:rPr>
                <w:rFonts w:cs="Arial"/>
              </w:rPr>
              <w:t xml:space="preserve"> </w:t>
            </w:r>
            <w:r w:rsidRPr="00EF2F0E">
              <w:rPr>
                <w:rFonts w:cs="Arial"/>
              </w:rPr>
              <w:t>+ 6dB</w:t>
            </w:r>
          </w:p>
        </w:tc>
        <w:tc>
          <w:tcPr>
            <w:tcW w:w="1748" w:type="dxa"/>
            <w:tcBorders>
              <w:left w:val="single" w:sz="4" w:space="0" w:color="auto"/>
              <w:bottom w:val="single" w:sz="4" w:space="0" w:color="auto"/>
              <w:right w:val="single" w:sz="4" w:space="0" w:color="auto"/>
            </w:tcBorders>
            <w:vAlign w:val="center"/>
          </w:tcPr>
          <w:p w14:paraId="0984FF54" w14:textId="77777777" w:rsidR="00B15E99" w:rsidRPr="00EF2F0E" w:rsidRDefault="00B15E99" w:rsidP="00A40339">
            <w:pPr>
              <w:pStyle w:val="TAC"/>
              <w:rPr>
                <w:rFonts w:cs="Arial"/>
              </w:rPr>
            </w:pPr>
            <w:r w:rsidRPr="00EF2F0E">
              <w:rPr>
                <w:rFonts w:cs="Arial"/>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126" w:type="dxa"/>
            <w:vMerge/>
            <w:tcBorders>
              <w:left w:val="single" w:sz="4" w:space="0" w:color="auto"/>
              <w:bottom w:val="single" w:sz="4" w:space="0" w:color="auto"/>
              <w:right w:val="single" w:sz="4" w:space="0" w:color="auto"/>
            </w:tcBorders>
            <w:shd w:val="clear" w:color="auto" w:fill="auto"/>
            <w:vAlign w:val="center"/>
          </w:tcPr>
          <w:p w14:paraId="0984FF55" w14:textId="77777777" w:rsidR="00B15E99" w:rsidRPr="00EF2F0E" w:rsidRDefault="00B15E99" w:rsidP="00A40339">
            <w:pPr>
              <w:pStyle w:val="TAC"/>
              <w:rPr>
                <w:rFonts w:cs="Arial"/>
              </w:rPr>
            </w:pPr>
          </w:p>
        </w:tc>
      </w:tr>
      <w:tr w:rsidR="003401A4" w:rsidRPr="00EF2F0E" w14:paraId="0984FF5B" w14:textId="77777777" w:rsidTr="00A40339">
        <w:trPr>
          <w:trHeight w:val="176"/>
          <w:jc w:val="center"/>
        </w:trPr>
        <w:tc>
          <w:tcPr>
            <w:tcW w:w="1519" w:type="dxa"/>
            <w:vMerge w:val="restart"/>
            <w:vAlign w:val="center"/>
          </w:tcPr>
          <w:p w14:paraId="0984FF57" w14:textId="77777777" w:rsidR="00B15E99" w:rsidRPr="00EF2F0E" w:rsidRDefault="00B15E99" w:rsidP="00A40339">
            <w:pPr>
              <w:pStyle w:val="TAC"/>
              <w:rPr>
                <w:rFonts w:cs="Arial"/>
              </w:rPr>
            </w:pPr>
            <w:r w:rsidRPr="00EF2F0E">
              <w:rPr>
                <w:rFonts w:cs="Arial"/>
              </w:rPr>
              <w:t>Local Area BS</w:t>
            </w:r>
          </w:p>
        </w:tc>
        <w:tc>
          <w:tcPr>
            <w:tcW w:w="2437" w:type="dxa"/>
            <w:vAlign w:val="center"/>
          </w:tcPr>
          <w:p w14:paraId="0984FF58"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REFSENS</w:t>
            </w:r>
            <w:r w:rsidRPr="00EF2F0E" w:rsidDel="00A31D92">
              <w:rPr>
                <w:rFonts w:cs="Arial"/>
              </w:rPr>
              <w:t xml:space="preserve"> </w:t>
            </w:r>
            <w:r w:rsidRPr="00EF2F0E">
              <w:rPr>
                <w:rFonts w:cs="Arial"/>
              </w:rPr>
              <w:t>+ 6dB</w:t>
            </w:r>
          </w:p>
        </w:tc>
        <w:tc>
          <w:tcPr>
            <w:tcW w:w="1748" w:type="dxa"/>
            <w:vAlign w:val="center"/>
          </w:tcPr>
          <w:p w14:paraId="0984FF59" w14:textId="77777777" w:rsidR="00B15E99" w:rsidRPr="00EF2F0E" w:rsidRDefault="00B15E99" w:rsidP="00A40339">
            <w:pPr>
              <w:pStyle w:val="TAC"/>
              <w:rPr>
                <w:rFonts w:cs="Arial"/>
              </w:rPr>
            </w:pPr>
            <w:r w:rsidRPr="00EF2F0E">
              <w:rPr>
                <w:rFonts w:cs="Arial"/>
              </w:rPr>
              <w:t xml:space="preserve">-41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2126" w:type="dxa"/>
            <w:vMerge w:val="restart"/>
            <w:shd w:val="clear" w:color="auto" w:fill="auto"/>
            <w:vAlign w:val="center"/>
          </w:tcPr>
          <w:p w14:paraId="0984FF5A" w14:textId="77777777" w:rsidR="00B15E99" w:rsidRPr="00EF2F0E" w:rsidRDefault="00B15E99" w:rsidP="00A40339">
            <w:pPr>
              <w:pStyle w:val="TAC"/>
              <w:rPr>
                <w:rFonts w:cs="Arial"/>
              </w:rPr>
            </w:pPr>
            <w:r w:rsidRPr="00EF2F0E">
              <w:rPr>
                <w:rFonts w:cs="Arial"/>
              </w:rPr>
              <w:t xml:space="preserve">See table </w:t>
            </w:r>
            <w:r w:rsidRPr="00EF2F0E">
              <w:rPr>
                <w:rFonts w:eastAsia="Osaka"/>
              </w:rPr>
              <w:t>10.5.4.2</w:t>
            </w:r>
            <w:r w:rsidRPr="00EF2F0E">
              <w:rPr>
                <w:rFonts w:cs="Arial"/>
              </w:rPr>
              <w:t>-2</w:t>
            </w:r>
          </w:p>
        </w:tc>
      </w:tr>
      <w:tr w:rsidR="003401A4" w:rsidRPr="00EF2F0E" w14:paraId="0984FF60" w14:textId="77777777" w:rsidTr="00A40339">
        <w:trPr>
          <w:trHeight w:val="424"/>
          <w:jc w:val="center"/>
        </w:trPr>
        <w:tc>
          <w:tcPr>
            <w:tcW w:w="1519" w:type="dxa"/>
            <w:vMerge/>
            <w:vAlign w:val="center"/>
          </w:tcPr>
          <w:p w14:paraId="0984FF5C" w14:textId="77777777" w:rsidR="00B15E99" w:rsidRPr="00EF2F0E" w:rsidRDefault="00B15E99" w:rsidP="00A40339">
            <w:pPr>
              <w:pStyle w:val="TAC"/>
              <w:rPr>
                <w:rFonts w:cs="Arial"/>
              </w:rPr>
            </w:pPr>
          </w:p>
        </w:tc>
        <w:tc>
          <w:tcPr>
            <w:tcW w:w="2437" w:type="dxa"/>
            <w:vAlign w:val="center"/>
          </w:tcPr>
          <w:p w14:paraId="0984FF5D" w14:textId="77777777" w:rsidR="00B15E99" w:rsidRPr="00EF2F0E" w:rsidRDefault="00B15E99" w:rsidP="00A40339">
            <w:pPr>
              <w:pStyle w:val="TAC"/>
              <w:rPr>
                <w:rFonts w:cs="Arial"/>
                <w:szCs w:val="18"/>
                <w:lang w:eastAsia="ja-JP"/>
              </w:rPr>
            </w:pPr>
            <w:r w:rsidRPr="00EF2F0E">
              <w:rPr>
                <w:rFonts w:cs="Arial"/>
                <w:szCs w:val="18"/>
                <w:lang w:eastAsia="ja-JP"/>
              </w:rPr>
              <w:t>EIS</w:t>
            </w:r>
            <w:r w:rsidRPr="00EF2F0E">
              <w:rPr>
                <w:rFonts w:cs="Arial"/>
                <w:szCs w:val="18"/>
                <w:vertAlign w:val="subscript"/>
                <w:lang w:eastAsia="ja-JP"/>
              </w:rPr>
              <w:t>minSENS</w:t>
            </w:r>
            <w:r w:rsidRPr="00EF2F0E" w:rsidDel="00A31D92">
              <w:rPr>
                <w:rFonts w:cs="Arial"/>
              </w:rPr>
              <w:t xml:space="preserve"> </w:t>
            </w:r>
            <w:r w:rsidRPr="00EF2F0E">
              <w:rPr>
                <w:rFonts w:cs="Arial"/>
              </w:rPr>
              <w:t>+ 6dB</w:t>
            </w:r>
          </w:p>
        </w:tc>
        <w:tc>
          <w:tcPr>
            <w:tcW w:w="1748" w:type="dxa"/>
            <w:vAlign w:val="center"/>
          </w:tcPr>
          <w:p w14:paraId="0984FF5E" w14:textId="77777777" w:rsidR="00B15E99" w:rsidRPr="00EF2F0E" w:rsidRDefault="00B15E99" w:rsidP="00A40339">
            <w:pPr>
              <w:pStyle w:val="TAC"/>
              <w:rPr>
                <w:rFonts w:cs="Arial"/>
              </w:rPr>
            </w:pPr>
            <w:r w:rsidRPr="00EF2F0E">
              <w:rPr>
                <w:rFonts w:cs="Arial"/>
              </w:rPr>
              <w:t xml:space="preserve">-41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126" w:type="dxa"/>
            <w:vMerge/>
            <w:shd w:val="clear" w:color="auto" w:fill="auto"/>
            <w:vAlign w:val="center"/>
          </w:tcPr>
          <w:p w14:paraId="0984FF5F" w14:textId="77777777" w:rsidR="00B15E99" w:rsidRPr="00EF2F0E" w:rsidRDefault="00B15E99" w:rsidP="00A40339">
            <w:pPr>
              <w:pStyle w:val="TAC"/>
              <w:rPr>
                <w:rFonts w:cs="Arial"/>
              </w:rPr>
            </w:pPr>
          </w:p>
        </w:tc>
      </w:tr>
      <w:tr w:rsidR="00B15E99" w:rsidRPr="00EF2F0E" w14:paraId="0984FF62" w14:textId="77777777" w:rsidTr="00A40339">
        <w:trPr>
          <w:jc w:val="center"/>
        </w:trPr>
        <w:tc>
          <w:tcPr>
            <w:tcW w:w="7830" w:type="dxa"/>
            <w:gridSpan w:val="4"/>
            <w:vAlign w:val="center"/>
          </w:tcPr>
          <w:p w14:paraId="0984FF61" w14:textId="77777777" w:rsidR="00B15E99" w:rsidRPr="00EF2F0E" w:rsidRDefault="00B15E99" w:rsidP="00A40339">
            <w:pPr>
              <w:pStyle w:val="TAN"/>
              <w:rPr>
                <w:rFonts w:cs="Arial"/>
              </w:rPr>
            </w:pPr>
            <w:r w:rsidRPr="00EF2F0E">
              <w:rPr>
                <w:lang w:eastAsia="ja-JP"/>
              </w:rPr>
              <w:t>NOTE:</w:t>
            </w:r>
            <w:r w:rsidRPr="00EF2F0E">
              <w:tab/>
            </w:r>
            <w:r w:rsidRPr="00EF2F0E">
              <w:rPr>
                <w:lang w:eastAsia="ja-JP"/>
              </w:rPr>
              <w:t>EIS</w:t>
            </w:r>
            <w:r w:rsidRPr="00EF2F0E">
              <w:rPr>
                <w:vertAlign w:val="subscript"/>
                <w:lang w:eastAsia="ja-JP"/>
              </w:rPr>
              <w:t>REFSENS</w:t>
            </w:r>
            <w:r w:rsidRPr="00EF2F0E">
              <w:rPr>
                <w:lang w:eastAsia="ja-JP"/>
              </w:rPr>
              <w:t xml:space="preserve"> and EIS</w:t>
            </w:r>
            <w:r w:rsidRPr="00EF2F0E">
              <w:rPr>
                <w:vertAlign w:val="subscript"/>
                <w:lang w:eastAsia="ja-JP"/>
              </w:rPr>
              <w:t>minSENS</w:t>
            </w:r>
            <w:r w:rsidRPr="00EF2F0E">
              <w:rPr>
                <w:lang w:eastAsia="ja-JP"/>
              </w:rPr>
              <w:t xml:space="preserve"> depend on the RAT, the BS class and on the </w:t>
            </w:r>
            <w:r w:rsidRPr="00EF2F0E">
              <w:rPr>
                <w:i/>
                <w:lang w:eastAsia="ja-JP"/>
              </w:rPr>
              <w:t>channel bandwidth</w:t>
            </w:r>
            <w:r w:rsidRPr="00EF2F0E">
              <w:rPr>
                <w:lang w:eastAsia="ja-JP"/>
              </w:rPr>
              <w:t>, see subclauses 10.3 and 10.2.</w:t>
            </w:r>
          </w:p>
        </w:tc>
      </w:tr>
    </w:tbl>
    <w:p w14:paraId="0984FF63" w14:textId="77777777" w:rsidR="00B15E99" w:rsidRPr="00EF2F0E" w:rsidRDefault="00B15E99" w:rsidP="00A40339"/>
    <w:p w14:paraId="0984FF64" w14:textId="77777777" w:rsidR="00B15E99" w:rsidRPr="00EF2F0E" w:rsidRDefault="00B15E99" w:rsidP="007853C3">
      <w:pPr>
        <w:pStyle w:val="TH"/>
      </w:pPr>
      <w:r w:rsidRPr="00EF2F0E">
        <w:rPr>
          <w:rFonts w:eastAsia="Osaka"/>
        </w:rPr>
        <w:t xml:space="preserve">Table 10.5.4.2-2: Interfering signal for </w:t>
      </w:r>
      <w:r w:rsidRPr="00EF2F0E">
        <w:t>Narrowband blocking requirement for E-UTRA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2796"/>
        <w:gridCol w:w="2891"/>
      </w:tblGrid>
      <w:tr w:rsidR="003401A4" w:rsidRPr="00EF2F0E" w14:paraId="0984FF69" w14:textId="77777777" w:rsidTr="00A40339">
        <w:trPr>
          <w:jc w:val="center"/>
        </w:trPr>
        <w:tc>
          <w:tcPr>
            <w:tcW w:w="1970" w:type="dxa"/>
            <w:shd w:val="clear" w:color="auto" w:fill="auto"/>
            <w:vAlign w:val="center"/>
          </w:tcPr>
          <w:p w14:paraId="0984FF65" w14:textId="77777777" w:rsidR="00B15E99" w:rsidRPr="00EF2F0E" w:rsidRDefault="00B15E99" w:rsidP="00A40339">
            <w:pPr>
              <w:pStyle w:val="TAH"/>
              <w:keepNext w:val="0"/>
              <w:keepLines w:val="0"/>
              <w:rPr>
                <w:rFonts w:cs="Arial"/>
              </w:rPr>
            </w:pPr>
            <w:r w:rsidRPr="00EF2F0E">
              <w:rPr>
                <w:rFonts w:cs="Arial"/>
              </w:rPr>
              <w:t>E-UTRA channel</w:t>
            </w:r>
          </w:p>
          <w:p w14:paraId="0984FF66" w14:textId="77777777" w:rsidR="00B15E99" w:rsidRPr="00EF2F0E" w:rsidRDefault="00B15E99" w:rsidP="00A40339">
            <w:pPr>
              <w:pStyle w:val="TAH"/>
              <w:keepNext w:val="0"/>
              <w:keepLines w:val="0"/>
              <w:rPr>
                <w:rFonts w:cs="Arial"/>
              </w:rPr>
            </w:pPr>
            <w:r w:rsidRPr="00EF2F0E">
              <w:rPr>
                <w:rFonts w:cs="Arial"/>
              </w:rPr>
              <w:t>BW of the lowest/highest carrier received [MHz]</w:t>
            </w:r>
          </w:p>
        </w:tc>
        <w:tc>
          <w:tcPr>
            <w:tcW w:w="2796" w:type="dxa"/>
            <w:vAlign w:val="center"/>
          </w:tcPr>
          <w:p w14:paraId="0984FF67" w14:textId="77777777" w:rsidR="00B15E99" w:rsidRPr="00EF2F0E" w:rsidRDefault="00B15E99" w:rsidP="00A40339">
            <w:pPr>
              <w:pStyle w:val="TAH"/>
              <w:keepNext w:val="0"/>
              <w:keepLines w:val="0"/>
              <w:rPr>
                <w:rFonts w:cs="Arial"/>
              </w:rPr>
            </w:pPr>
            <w:r w:rsidRPr="00EF2F0E">
              <w:rPr>
                <w:rFonts w:cs="Arial"/>
              </w:rPr>
              <w:t xml:space="preserve">Interfering RB centre frequency offset to the lower/upper Base Station RF Bandwdith edge or sub-block edge inside a </w:t>
            </w:r>
            <w:r w:rsidRPr="00EF2F0E">
              <w:rPr>
                <w:rFonts w:cs="Arial"/>
                <w:i/>
              </w:rPr>
              <w:t>sub-block gap</w:t>
            </w:r>
            <w:r w:rsidRPr="00EF2F0E">
              <w:rPr>
                <w:rFonts w:cs="Arial"/>
              </w:rPr>
              <w:t xml:space="preserve"> [kHz]</w:t>
            </w:r>
          </w:p>
        </w:tc>
        <w:tc>
          <w:tcPr>
            <w:tcW w:w="2891" w:type="dxa"/>
            <w:vAlign w:val="center"/>
          </w:tcPr>
          <w:p w14:paraId="0984FF68" w14:textId="77777777" w:rsidR="00B15E99" w:rsidRPr="00EF2F0E" w:rsidRDefault="00B15E99" w:rsidP="00A40339">
            <w:pPr>
              <w:pStyle w:val="TAH"/>
              <w:keepNext w:val="0"/>
              <w:keepLines w:val="0"/>
              <w:rPr>
                <w:rFonts w:cs="Arial"/>
              </w:rPr>
            </w:pPr>
            <w:r w:rsidRPr="00EF2F0E">
              <w:rPr>
                <w:rFonts w:cs="Arial"/>
              </w:rPr>
              <w:t>Type of interfering signal</w:t>
            </w:r>
          </w:p>
        </w:tc>
      </w:tr>
      <w:tr w:rsidR="003401A4" w:rsidRPr="004E2A52" w14:paraId="0984FF6E" w14:textId="77777777" w:rsidTr="00A40339">
        <w:trPr>
          <w:jc w:val="center"/>
        </w:trPr>
        <w:tc>
          <w:tcPr>
            <w:tcW w:w="1970" w:type="dxa"/>
            <w:vAlign w:val="center"/>
          </w:tcPr>
          <w:p w14:paraId="0984FF6A" w14:textId="77777777" w:rsidR="00B15E99" w:rsidRPr="00EF2F0E" w:rsidRDefault="00B15E99" w:rsidP="00A40339">
            <w:pPr>
              <w:pStyle w:val="TAC"/>
              <w:keepNext w:val="0"/>
              <w:keepLines w:val="0"/>
              <w:rPr>
                <w:rFonts w:cs="Arial"/>
              </w:rPr>
            </w:pPr>
            <w:r w:rsidRPr="00EF2F0E">
              <w:rPr>
                <w:rFonts w:cs="Arial"/>
              </w:rPr>
              <w:t>1.4</w:t>
            </w:r>
          </w:p>
        </w:tc>
        <w:tc>
          <w:tcPr>
            <w:tcW w:w="2796" w:type="dxa"/>
            <w:vAlign w:val="center"/>
          </w:tcPr>
          <w:p w14:paraId="0984FF6B" w14:textId="77777777" w:rsidR="00B15E99" w:rsidRPr="00EF2F0E" w:rsidRDefault="00B15E99" w:rsidP="00A40339">
            <w:pPr>
              <w:pStyle w:val="TAC"/>
              <w:keepNext w:val="0"/>
              <w:keepLines w:val="0"/>
              <w:rPr>
                <w:rFonts w:cs="Arial"/>
              </w:rPr>
            </w:pPr>
            <w:r w:rsidRPr="00EF2F0E">
              <w:rPr>
                <w:rFonts w:cs="Arial"/>
              </w:rPr>
              <w:t>±(252.5+m*180),</w:t>
            </w:r>
          </w:p>
          <w:p w14:paraId="0984FF6C" w14:textId="77777777" w:rsidR="00B15E99" w:rsidRPr="00EF2F0E" w:rsidRDefault="00B15E99" w:rsidP="00A40339">
            <w:pPr>
              <w:pStyle w:val="TAC"/>
              <w:keepNext w:val="0"/>
              <w:keepLines w:val="0"/>
              <w:rPr>
                <w:rFonts w:cs="Arial"/>
              </w:rPr>
            </w:pPr>
            <w:r w:rsidRPr="00EF2F0E">
              <w:rPr>
                <w:rFonts w:cs="Arial"/>
              </w:rPr>
              <w:t>m=0, 1, 2, 3, 4, 5</w:t>
            </w:r>
          </w:p>
        </w:tc>
        <w:tc>
          <w:tcPr>
            <w:tcW w:w="2891" w:type="dxa"/>
            <w:shd w:val="clear" w:color="auto" w:fill="auto"/>
            <w:vAlign w:val="center"/>
          </w:tcPr>
          <w:p w14:paraId="0984FF6D" w14:textId="77777777" w:rsidR="00B15E99" w:rsidRPr="00EF2F0E" w:rsidRDefault="00B15E99" w:rsidP="00A40339">
            <w:pPr>
              <w:pStyle w:val="TAC"/>
              <w:keepNext w:val="0"/>
              <w:keepLines w:val="0"/>
              <w:rPr>
                <w:rFonts w:cs="Arial"/>
                <w:lang w:val="sv-SE"/>
              </w:rPr>
            </w:pPr>
            <w:r w:rsidRPr="00EF2F0E">
              <w:rPr>
                <w:rFonts w:cs="Arial"/>
                <w:lang w:val="sv-SE"/>
              </w:rPr>
              <w:t>1.4 MHz E-UTRA signal, 1 RB (NOTE)</w:t>
            </w:r>
          </w:p>
        </w:tc>
      </w:tr>
      <w:tr w:rsidR="003401A4" w:rsidRPr="004E2A52" w14:paraId="0984FF73" w14:textId="77777777" w:rsidTr="00A40339">
        <w:trPr>
          <w:jc w:val="center"/>
        </w:trPr>
        <w:tc>
          <w:tcPr>
            <w:tcW w:w="1970" w:type="dxa"/>
            <w:vAlign w:val="center"/>
          </w:tcPr>
          <w:p w14:paraId="0984FF6F" w14:textId="77777777" w:rsidR="00B15E99" w:rsidRPr="00EF2F0E" w:rsidRDefault="00B15E99" w:rsidP="00A40339">
            <w:pPr>
              <w:pStyle w:val="TAC"/>
              <w:keepNext w:val="0"/>
              <w:keepLines w:val="0"/>
              <w:rPr>
                <w:rFonts w:cs="Arial"/>
              </w:rPr>
            </w:pPr>
            <w:r w:rsidRPr="00EF2F0E">
              <w:rPr>
                <w:rFonts w:cs="Arial"/>
              </w:rPr>
              <w:t>3</w:t>
            </w:r>
          </w:p>
        </w:tc>
        <w:tc>
          <w:tcPr>
            <w:tcW w:w="2796" w:type="dxa"/>
            <w:vAlign w:val="center"/>
          </w:tcPr>
          <w:p w14:paraId="0984FF70" w14:textId="77777777" w:rsidR="00B15E99" w:rsidRPr="00EF2F0E" w:rsidRDefault="00B15E99" w:rsidP="00A40339">
            <w:pPr>
              <w:pStyle w:val="TAC"/>
              <w:keepNext w:val="0"/>
              <w:keepLines w:val="0"/>
              <w:rPr>
                <w:rFonts w:cs="Arial"/>
              </w:rPr>
            </w:pPr>
            <w:r w:rsidRPr="00EF2F0E">
              <w:rPr>
                <w:rFonts w:cs="Arial"/>
              </w:rPr>
              <w:t>±(247.5+m*180),</w:t>
            </w:r>
          </w:p>
          <w:p w14:paraId="0984FF71" w14:textId="77777777" w:rsidR="00B15E99" w:rsidRPr="00EF2F0E" w:rsidRDefault="00B15E99" w:rsidP="00A40339">
            <w:pPr>
              <w:pStyle w:val="TAC"/>
              <w:keepNext w:val="0"/>
              <w:keepLines w:val="0"/>
              <w:rPr>
                <w:rFonts w:cs="Arial"/>
              </w:rPr>
            </w:pPr>
            <w:r w:rsidRPr="00EF2F0E">
              <w:rPr>
                <w:rFonts w:cs="Arial"/>
              </w:rPr>
              <w:t>m=0, 1, 2, 3, 4, 7, 10, 13</w:t>
            </w:r>
          </w:p>
        </w:tc>
        <w:tc>
          <w:tcPr>
            <w:tcW w:w="2891" w:type="dxa"/>
            <w:shd w:val="clear" w:color="auto" w:fill="auto"/>
            <w:vAlign w:val="center"/>
          </w:tcPr>
          <w:p w14:paraId="0984FF72" w14:textId="77777777" w:rsidR="00B15E99" w:rsidRPr="00EF2F0E" w:rsidRDefault="00B15E99" w:rsidP="00A40339">
            <w:pPr>
              <w:pStyle w:val="TAC"/>
              <w:keepNext w:val="0"/>
              <w:keepLines w:val="0"/>
              <w:rPr>
                <w:rFonts w:cs="Arial"/>
                <w:lang w:val="sv-SE"/>
              </w:rPr>
            </w:pPr>
            <w:r w:rsidRPr="00EF2F0E">
              <w:rPr>
                <w:rFonts w:cs="Arial"/>
                <w:lang w:val="sv-SE"/>
              </w:rPr>
              <w:t>3 MHz E-UTRA signal, 1 RB (NOTE)</w:t>
            </w:r>
          </w:p>
        </w:tc>
      </w:tr>
      <w:tr w:rsidR="003401A4" w:rsidRPr="004E2A52" w14:paraId="0984FF78" w14:textId="77777777" w:rsidTr="00A40339">
        <w:trPr>
          <w:jc w:val="center"/>
        </w:trPr>
        <w:tc>
          <w:tcPr>
            <w:tcW w:w="1970" w:type="dxa"/>
            <w:vAlign w:val="center"/>
          </w:tcPr>
          <w:p w14:paraId="0984FF74" w14:textId="77777777" w:rsidR="00B15E99" w:rsidRPr="00EF2F0E" w:rsidRDefault="00B15E99" w:rsidP="00A40339">
            <w:pPr>
              <w:pStyle w:val="TAC"/>
              <w:keepNext w:val="0"/>
              <w:keepLines w:val="0"/>
              <w:rPr>
                <w:rFonts w:cs="Arial"/>
              </w:rPr>
            </w:pPr>
            <w:r w:rsidRPr="00EF2F0E">
              <w:rPr>
                <w:rFonts w:cs="Arial"/>
              </w:rPr>
              <w:t>5</w:t>
            </w:r>
          </w:p>
        </w:tc>
        <w:tc>
          <w:tcPr>
            <w:tcW w:w="2796" w:type="dxa"/>
            <w:vAlign w:val="center"/>
          </w:tcPr>
          <w:p w14:paraId="0984FF75" w14:textId="77777777" w:rsidR="00B15E99" w:rsidRPr="00EF2F0E" w:rsidRDefault="00B15E99" w:rsidP="00A40339">
            <w:pPr>
              <w:pStyle w:val="TAC"/>
              <w:keepNext w:val="0"/>
              <w:keepLines w:val="0"/>
              <w:rPr>
                <w:rFonts w:cs="Arial"/>
              </w:rPr>
            </w:pPr>
            <w:r w:rsidRPr="00EF2F0E">
              <w:rPr>
                <w:rFonts w:cs="Arial"/>
              </w:rPr>
              <w:t>±(342.5+m*180),</w:t>
            </w:r>
          </w:p>
          <w:p w14:paraId="0984FF76" w14:textId="77777777" w:rsidR="00B15E99" w:rsidRPr="00EF2F0E" w:rsidRDefault="00B15E99" w:rsidP="00A40339">
            <w:pPr>
              <w:pStyle w:val="TAC"/>
              <w:keepNext w:val="0"/>
              <w:keepLines w:val="0"/>
              <w:rPr>
                <w:rFonts w:cs="Arial"/>
              </w:rPr>
            </w:pPr>
            <w:r w:rsidRPr="00EF2F0E">
              <w:rPr>
                <w:rFonts w:cs="Arial"/>
              </w:rPr>
              <w:t>m=0, 1, 2, 3, 4, 9, 14, 19, 24</w:t>
            </w:r>
          </w:p>
        </w:tc>
        <w:tc>
          <w:tcPr>
            <w:tcW w:w="2891" w:type="dxa"/>
            <w:shd w:val="clear" w:color="auto" w:fill="auto"/>
            <w:vAlign w:val="center"/>
          </w:tcPr>
          <w:p w14:paraId="0984FF77" w14:textId="77777777" w:rsidR="00B15E99" w:rsidRPr="00EF2F0E" w:rsidRDefault="00B15E99" w:rsidP="00A40339">
            <w:pPr>
              <w:pStyle w:val="TAC"/>
              <w:keepNext w:val="0"/>
              <w:keepLines w:val="0"/>
              <w:rPr>
                <w:rFonts w:cs="Arial"/>
                <w:lang w:val="sv-SE"/>
              </w:rPr>
            </w:pPr>
            <w:r w:rsidRPr="00EF2F0E">
              <w:rPr>
                <w:rFonts w:cs="Arial"/>
                <w:lang w:val="sv-SE"/>
              </w:rPr>
              <w:t>5 MHz E-UTRA signal, 1 RB (NOTE)</w:t>
            </w:r>
          </w:p>
        </w:tc>
      </w:tr>
      <w:tr w:rsidR="003401A4" w:rsidRPr="004E2A52" w14:paraId="0984FF7D" w14:textId="77777777" w:rsidTr="00A40339">
        <w:trPr>
          <w:jc w:val="center"/>
        </w:trPr>
        <w:tc>
          <w:tcPr>
            <w:tcW w:w="1970" w:type="dxa"/>
            <w:vAlign w:val="center"/>
          </w:tcPr>
          <w:p w14:paraId="0984FF79" w14:textId="77777777" w:rsidR="00B15E99" w:rsidRPr="00EF2F0E" w:rsidRDefault="00B15E99" w:rsidP="00A40339">
            <w:pPr>
              <w:pStyle w:val="TAC"/>
              <w:keepNext w:val="0"/>
              <w:keepLines w:val="0"/>
              <w:rPr>
                <w:rFonts w:cs="Arial"/>
              </w:rPr>
            </w:pPr>
            <w:r w:rsidRPr="00EF2F0E">
              <w:rPr>
                <w:rFonts w:cs="Arial"/>
              </w:rPr>
              <w:t>10</w:t>
            </w:r>
          </w:p>
        </w:tc>
        <w:tc>
          <w:tcPr>
            <w:tcW w:w="2796" w:type="dxa"/>
            <w:vAlign w:val="center"/>
          </w:tcPr>
          <w:p w14:paraId="0984FF7A" w14:textId="77777777" w:rsidR="00B15E99" w:rsidRPr="00EF2F0E" w:rsidRDefault="00B15E99" w:rsidP="00A40339">
            <w:pPr>
              <w:pStyle w:val="TAC"/>
              <w:keepNext w:val="0"/>
              <w:keepLines w:val="0"/>
              <w:rPr>
                <w:rFonts w:cs="Arial"/>
              </w:rPr>
            </w:pPr>
            <w:r w:rsidRPr="00EF2F0E">
              <w:rPr>
                <w:rFonts w:cs="Arial"/>
              </w:rPr>
              <w:t>±(347.5+m*180),</w:t>
            </w:r>
          </w:p>
          <w:p w14:paraId="0984FF7B" w14:textId="77777777" w:rsidR="00B15E99" w:rsidRPr="00EF2F0E" w:rsidRDefault="00B15E99" w:rsidP="00A40339">
            <w:pPr>
              <w:pStyle w:val="TAC"/>
              <w:keepNext w:val="0"/>
              <w:keepLines w:val="0"/>
              <w:rPr>
                <w:rFonts w:cs="Arial"/>
              </w:rPr>
            </w:pPr>
            <w:r w:rsidRPr="00EF2F0E">
              <w:rPr>
                <w:rFonts w:cs="Arial"/>
              </w:rPr>
              <w:t>m=0, 1, 2, 3, 4, 9, 14, 19, 24</w:t>
            </w:r>
          </w:p>
        </w:tc>
        <w:tc>
          <w:tcPr>
            <w:tcW w:w="2891" w:type="dxa"/>
            <w:shd w:val="clear" w:color="auto" w:fill="auto"/>
            <w:vAlign w:val="center"/>
          </w:tcPr>
          <w:p w14:paraId="0984FF7C" w14:textId="77777777" w:rsidR="00B15E99" w:rsidRPr="00EF2F0E" w:rsidRDefault="00B15E99" w:rsidP="00A40339">
            <w:pPr>
              <w:pStyle w:val="TAC"/>
              <w:keepNext w:val="0"/>
              <w:keepLines w:val="0"/>
              <w:rPr>
                <w:rFonts w:cs="Arial"/>
                <w:lang w:val="sv-SE"/>
              </w:rPr>
            </w:pPr>
            <w:r w:rsidRPr="00EF2F0E">
              <w:rPr>
                <w:rFonts w:cs="Arial"/>
                <w:lang w:val="sv-SE"/>
              </w:rPr>
              <w:t>5 MHz E-UTRA signal, 1 RB (NOTE)</w:t>
            </w:r>
          </w:p>
        </w:tc>
      </w:tr>
      <w:tr w:rsidR="003401A4" w:rsidRPr="004E2A52" w14:paraId="0984FF82" w14:textId="77777777" w:rsidTr="00A40339">
        <w:trPr>
          <w:jc w:val="center"/>
        </w:trPr>
        <w:tc>
          <w:tcPr>
            <w:tcW w:w="1970" w:type="dxa"/>
            <w:vAlign w:val="center"/>
          </w:tcPr>
          <w:p w14:paraId="0984FF7E" w14:textId="77777777" w:rsidR="00B15E99" w:rsidRPr="00EF2F0E" w:rsidRDefault="00B15E99" w:rsidP="00A40339">
            <w:pPr>
              <w:pStyle w:val="TAC"/>
              <w:keepNext w:val="0"/>
              <w:keepLines w:val="0"/>
              <w:rPr>
                <w:rFonts w:cs="Arial"/>
              </w:rPr>
            </w:pPr>
            <w:r w:rsidRPr="00EF2F0E">
              <w:rPr>
                <w:rFonts w:cs="Arial"/>
              </w:rPr>
              <w:t>15</w:t>
            </w:r>
          </w:p>
        </w:tc>
        <w:tc>
          <w:tcPr>
            <w:tcW w:w="2796" w:type="dxa"/>
            <w:vAlign w:val="center"/>
          </w:tcPr>
          <w:p w14:paraId="0984FF7F" w14:textId="77777777" w:rsidR="00B15E99" w:rsidRPr="00EF2F0E" w:rsidRDefault="00B15E99" w:rsidP="00A40339">
            <w:pPr>
              <w:pStyle w:val="TAC"/>
              <w:keepNext w:val="0"/>
              <w:keepLines w:val="0"/>
              <w:rPr>
                <w:rFonts w:cs="Arial"/>
              </w:rPr>
            </w:pPr>
            <w:r w:rsidRPr="00EF2F0E">
              <w:rPr>
                <w:rFonts w:cs="Arial"/>
              </w:rPr>
              <w:t>±(352.5+m*180),</w:t>
            </w:r>
          </w:p>
          <w:p w14:paraId="0984FF80" w14:textId="77777777" w:rsidR="00B15E99" w:rsidRPr="00EF2F0E" w:rsidRDefault="00B15E99" w:rsidP="00A40339">
            <w:pPr>
              <w:pStyle w:val="TAC"/>
              <w:keepNext w:val="0"/>
              <w:keepLines w:val="0"/>
              <w:rPr>
                <w:rFonts w:cs="Arial"/>
              </w:rPr>
            </w:pPr>
            <w:r w:rsidRPr="00EF2F0E">
              <w:rPr>
                <w:rFonts w:cs="Arial"/>
              </w:rPr>
              <w:t>m=0, 1, 2, 3, 4, 9, 14, 19, 24</w:t>
            </w:r>
          </w:p>
        </w:tc>
        <w:tc>
          <w:tcPr>
            <w:tcW w:w="2891" w:type="dxa"/>
            <w:shd w:val="clear" w:color="auto" w:fill="auto"/>
            <w:vAlign w:val="center"/>
          </w:tcPr>
          <w:p w14:paraId="0984FF81" w14:textId="77777777" w:rsidR="00B15E99" w:rsidRPr="00EF2F0E" w:rsidRDefault="00B15E99" w:rsidP="00A40339">
            <w:pPr>
              <w:pStyle w:val="TAC"/>
              <w:keepNext w:val="0"/>
              <w:keepLines w:val="0"/>
              <w:rPr>
                <w:rFonts w:cs="Arial"/>
                <w:lang w:val="sv-SE"/>
              </w:rPr>
            </w:pPr>
            <w:r w:rsidRPr="00EF2F0E">
              <w:rPr>
                <w:rFonts w:cs="Arial"/>
                <w:lang w:val="sv-SE"/>
              </w:rPr>
              <w:t>5 MHz E-UTRA signal, 1 RB (NOTE)</w:t>
            </w:r>
          </w:p>
        </w:tc>
      </w:tr>
      <w:tr w:rsidR="003401A4" w:rsidRPr="004E2A52" w14:paraId="0984FF87" w14:textId="77777777" w:rsidTr="00A40339">
        <w:trPr>
          <w:jc w:val="center"/>
        </w:trPr>
        <w:tc>
          <w:tcPr>
            <w:tcW w:w="1970" w:type="dxa"/>
            <w:vAlign w:val="center"/>
          </w:tcPr>
          <w:p w14:paraId="0984FF83" w14:textId="77777777" w:rsidR="00B15E99" w:rsidRPr="00EF2F0E" w:rsidRDefault="00B15E99" w:rsidP="00A40339">
            <w:pPr>
              <w:pStyle w:val="TAC"/>
              <w:keepNext w:val="0"/>
              <w:keepLines w:val="0"/>
              <w:rPr>
                <w:rFonts w:cs="Arial"/>
              </w:rPr>
            </w:pPr>
            <w:r w:rsidRPr="00EF2F0E">
              <w:rPr>
                <w:rFonts w:cs="Arial"/>
              </w:rPr>
              <w:t>20</w:t>
            </w:r>
          </w:p>
        </w:tc>
        <w:tc>
          <w:tcPr>
            <w:tcW w:w="2796" w:type="dxa"/>
            <w:vAlign w:val="center"/>
          </w:tcPr>
          <w:p w14:paraId="0984FF84" w14:textId="77777777" w:rsidR="00B15E99" w:rsidRPr="00EF2F0E" w:rsidRDefault="00B15E99" w:rsidP="00A40339">
            <w:pPr>
              <w:pStyle w:val="TAC"/>
              <w:keepNext w:val="0"/>
              <w:keepLines w:val="0"/>
              <w:rPr>
                <w:rFonts w:cs="Arial"/>
              </w:rPr>
            </w:pPr>
            <w:r w:rsidRPr="00EF2F0E">
              <w:rPr>
                <w:rFonts w:cs="Arial"/>
              </w:rPr>
              <w:t>±(342.5+m*180),</w:t>
            </w:r>
          </w:p>
          <w:p w14:paraId="0984FF85" w14:textId="77777777" w:rsidR="00B15E99" w:rsidRPr="00EF2F0E" w:rsidRDefault="00B15E99" w:rsidP="00A40339">
            <w:pPr>
              <w:pStyle w:val="TAC"/>
              <w:keepNext w:val="0"/>
              <w:keepLines w:val="0"/>
              <w:rPr>
                <w:rFonts w:cs="Arial"/>
              </w:rPr>
            </w:pPr>
            <w:r w:rsidRPr="00EF2F0E">
              <w:rPr>
                <w:rFonts w:cs="Arial"/>
              </w:rPr>
              <w:t>m=0, 1, 2, 3, 4, 9, 14, 19, 24</w:t>
            </w:r>
          </w:p>
        </w:tc>
        <w:tc>
          <w:tcPr>
            <w:tcW w:w="2891" w:type="dxa"/>
            <w:shd w:val="clear" w:color="auto" w:fill="auto"/>
            <w:vAlign w:val="center"/>
          </w:tcPr>
          <w:p w14:paraId="0984FF86" w14:textId="77777777" w:rsidR="00B15E99" w:rsidRPr="00EF2F0E" w:rsidRDefault="00B15E99" w:rsidP="00A40339">
            <w:pPr>
              <w:pStyle w:val="TAC"/>
              <w:keepNext w:val="0"/>
              <w:keepLines w:val="0"/>
              <w:rPr>
                <w:rFonts w:cs="Arial"/>
                <w:lang w:val="sv-SE"/>
              </w:rPr>
            </w:pPr>
            <w:r w:rsidRPr="00EF2F0E">
              <w:rPr>
                <w:rFonts w:cs="Arial"/>
                <w:lang w:val="sv-SE"/>
              </w:rPr>
              <w:t>5 MHz E-UTRA signal, 1 RB (NOTE)</w:t>
            </w:r>
          </w:p>
        </w:tc>
      </w:tr>
      <w:tr w:rsidR="00936422" w:rsidRPr="00EF2F0E" w14:paraId="0984FF89" w14:textId="77777777" w:rsidTr="00C55AB9">
        <w:trPr>
          <w:jc w:val="center"/>
        </w:trPr>
        <w:tc>
          <w:tcPr>
            <w:tcW w:w="7657" w:type="dxa"/>
            <w:gridSpan w:val="3"/>
            <w:vAlign w:val="center"/>
          </w:tcPr>
          <w:p w14:paraId="0984FF88" w14:textId="77777777" w:rsidR="00936422" w:rsidRPr="00EF2F0E" w:rsidRDefault="00936422" w:rsidP="00C55AB9">
            <w:pPr>
              <w:pStyle w:val="TAN"/>
            </w:pPr>
            <w:r w:rsidRPr="00EF2F0E">
              <w:rPr>
                <w:rFonts w:cs="Arial"/>
              </w:rPr>
              <w:t>NOTE</w:t>
            </w:r>
            <w:r w:rsidRPr="00EF2F0E">
              <w:t>:</w:t>
            </w:r>
            <w:r w:rsidR="006E5225" w:rsidRPr="00EF2F0E">
              <w:tab/>
            </w:r>
            <w:r w:rsidRPr="00EF2F0E">
              <w:t xml:space="preserve">Interfering signal consisting of one resource block is positioned at the stated offset, the </w:t>
            </w:r>
            <w:r w:rsidRPr="00EF2F0E">
              <w:rPr>
                <w:i/>
              </w:rPr>
              <w:t>channel bandwidth</w:t>
            </w:r>
            <w:r w:rsidRPr="00EF2F0E">
              <w:t xml:space="preserve"> of the interfering signal is located adjacently to the  lower/upper </w:t>
            </w:r>
            <w:r w:rsidRPr="00EF2F0E">
              <w:rPr>
                <w:i/>
              </w:rPr>
              <w:t>Base Station RF Bandwidth edge</w:t>
            </w:r>
            <w:r w:rsidRPr="00EF2F0E">
              <w:t>.</w:t>
            </w:r>
          </w:p>
        </w:tc>
      </w:tr>
    </w:tbl>
    <w:p w14:paraId="0984FF8A" w14:textId="77777777" w:rsidR="00B15E99" w:rsidRPr="00EF2F0E" w:rsidRDefault="00B15E99" w:rsidP="00A40339"/>
    <w:p w14:paraId="0984FF8B" w14:textId="77777777" w:rsidR="00B15E99" w:rsidRPr="00EF2F0E" w:rsidRDefault="00B15E99" w:rsidP="007853C3">
      <w:pPr>
        <w:pStyle w:val="TH"/>
      </w:pPr>
      <w:r w:rsidRPr="00EF2F0E">
        <w:rPr>
          <w:rFonts w:eastAsia="Osaka" w:cs="v5.0.0"/>
        </w:rPr>
        <w:t xml:space="preserve">Table </w:t>
      </w:r>
      <w:r w:rsidRPr="00EF2F0E">
        <w:rPr>
          <w:rFonts w:eastAsia="Osaka"/>
        </w:rPr>
        <w:t>10.5.4.2</w:t>
      </w:r>
      <w:r w:rsidRPr="00EF2F0E">
        <w:rPr>
          <w:rFonts w:eastAsia="Osaka" w:cs="v5.0.0"/>
        </w:rPr>
        <w:t xml:space="preserve">-3: </w:t>
      </w:r>
      <w:r w:rsidRPr="00EF2F0E">
        <w:t>Adjacent channel selectivity</w:t>
      </w:r>
      <w:r w:rsidRPr="00EF2F0E">
        <w:rPr>
          <w:lang w:eastAsia="zh-CN"/>
        </w:rPr>
        <w:t xml:space="preserve"> for E-UTRA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1948"/>
        <w:gridCol w:w="1439"/>
        <w:gridCol w:w="2338"/>
        <w:gridCol w:w="2489"/>
      </w:tblGrid>
      <w:tr w:rsidR="003401A4" w:rsidRPr="00EF2F0E" w14:paraId="0984FF93" w14:textId="77777777" w:rsidTr="00A40339">
        <w:trPr>
          <w:jc w:val="center"/>
        </w:trPr>
        <w:tc>
          <w:tcPr>
            <w:tcW w:w="1417" w:type="dxa"/>
            <w:shd w:val="clear" w:color="auto" w:fill="auto"/>
            <w:vAlign w:val="center"/>
          </w:tcPr>
          <w:p w14:paraId="0984FF8C" w14:textId="77777777" w:rsidR="00B15E99" w:rsidRPr="00EF2F0E" w:rsidRDefault="00B15E99" w:rsidP="00A40339">
            <w:pPr>
              <w:pStyle w:val="TAH"/>
              <w:rPr>
                <w:rFonts w:cs="Arial"/>
              </w:rPr>
            </w:pPr>
            <w:r w:rsidRPr="00EF2F0E">
              <w:rPr>
                <w:rFonts w:cs="Arial"/>
              </w:rPr>
              <w:t>E-UTRA</w:t>
            </w:r>
          </w:p>
          <w:p w14:paraId="0984FF8D" w14:textId="77777777" w:rsidR="00B15E99" w:rsidRPr="00EF2F0E" w:rsidRDefault="00B15E99" w:rsidP="00A40339">
            <w:pPr>
              <w:pStyle w:val="TAH"/>
              <w:rPr>
                <w:rFonts w:cs="Arial"/>
              </w:rPr>
            </w:pPr>
            <w:r w:rsidRPr="00EF2F0E">
              <w:rPr>
                <w:rFonts w:cs="Arial"/>
                <w:i/>
              </w:rPr>
              <w:t>channel bandwidth</w:t>
            </w:r>
            <w:r w:rsidRPr="00EF2F0E">
              <w:rPr>
                <w:rFonts w:cs="Arial"/>
              </w:rPr>
              <w:t xml:space="preserve"> of the lowesthighest carrier received [MHz]</w:t>
            </w:r>
          </w:p>
        </w:tc>
        <w:tc>
          <w:tcPr>
            <w:tcW w:w="1959" w:type="dxa"/>
            <w:vAlign w:val="center"/>
          </w:tcPr>
          <w:p w14:paraId="0984FF8E" w14:textId="77777777" w:rsidR="00B15E99" w:rsidRPr="00EF2F0E" w:rsidRDefault="00B15E99" w:rsidP="00A40339">
            <w:pPr>
              <w:pStyle w:val="TAH"/>
              <w:rPr>
                <w:rFonts w:cs="Arial"/>
              </w:rPr>
            </w:pPr>
            <w:r w:rsidRPr="00EF2F0E">
              <w:rPr>
                <w:rFonts w:cs="Arial"/>
              </w:rPr>
              <w:t>Wanted signal mean power [dBm]</w:t>
            </w:r>
          </w:p>
          <w:p w14:paraId="0984FF8F" w14:textId="77777777" w:rsidR="00B15E99" w:rsidRPr="00EF2F0E" w:rsidRDefault="00B15E99" w:rsidP="00A40339">
            <w:pPr>
              <w:pStyle w:val="TAH"/>
              <w:rPr>
                <w:rFonts w:cs="Arial"/>
              </w:rPr>
            </w:pPr>
            <w:r w:rsidRPr="00EF2F0E">
              <w:rPr>
                <w:rFonts w:cs="Arial"/>
              </w:rPr>
              <w:t>(NOTE)</w:t>
            </w:r>
          </w:p>
        </w:tc>
        <w:tc>
          <w:tcPr>
            <w:tcW w:w="1442" w:type="dxa"/>
            <w:vAlign w:val="center"/>
          </w:tcPr>
          <w:p w14:paraId="0984FF90" w14:textId="77777777" w:rsidR="00B15E99" w:rsidRPr="00EF2F0E" w:rsidRDefault="00B15E99" w:rsidP="00A40339">
            <w:pPr>
              <w:pStyle w:val="TAH"/>
              <w:rPr>
                <w:rFonts w:cs="Arial"/>
              </w:rPr>
            </w:pPr>
            <w:r w:rsidRPr="00EF2F0E">
              <w:rPr>
                <w:rFonts w:cs="Arial"/>
              </w:rPr>
              <w:t>Interfering signal mean power [dBm]</w:t>
            </w:r>
          </w:p>
        </w:tc>
        <w:tc>
          <w:tcPr>
            <w:tcW w:w="2349" w:type="dxa"/>
            <w:vAlign w:val="center"/>
          </w:tcPr>
          <w:p w14:paraId="0984FF91" w14:textId="77777777" w:rsidR="00B15E99" w:rsidRPr="00EF2F0E" w:rsidRDefault="00B15E99" w:rsidP="00A40339">
            <w:pPr>
              <w:pStyle w:val="TAH"/>
              <w:rPr>
                <w:rFonts w:cs="Arial"/>
              </w:rPr>
            </w:pPr>
            <w:r w:rsidRPr="00EF2F0E">
              <w:rPr>
                <w:rFonts w:cs="Arial"/>
              </w:rPr>
              <w:t xml:space="preserve"> Interfering signal centre frequency offset from the lower/upper </w:t>
            </w:r>
            <w:r w:rsidRPr="00EF2F0E">
              <w:rPr>
                <w:rFonts w:cs="Arial"/>
                <w:i/>
              </w:rPr>
              <w:t>Base Station RF Bandwidth</w:t>
            </w:r>
            <w:r w:rsidRPr="00EF2F0E">
              <w:rPr>
                <w:rFonts w:cs="Arial"/>
              </w:rPr>
              <w:t xml:space="preserve"> edge or sub-block edge inside a </w:t>
            </w:r>
            <w:r w:rsidRPr="00EF2F0E">
              <w:rPr>
                <w:rFonts w:cs="Arial"/>
                <w:i/>
              </w:rPr>
              <w:t>sub-block gap</w:t>
            </w:r>
            <w:r w:rsidRPr="00EF2F0E">
              <w:rPr>
                <w:rFonts w:cs="Arial"/>
              </w:rPr>
              <w:t xml:space="preserve"> [MHz]</w:t>
            </w:r>
          </w:p>
        </w:tc>
        <w:tc>
          <w:tcPr>
            <w:tcW w:w="2503" w:type="dxa"/>
            <w:vAlign w:val="center"/>
          </w:tcPr>
          <w:p w14:paraId="0984FF92"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4FF99" w14:textId="77777777" w:rsidTr="00A40339">
        <w:trPr>
          <w:jc w:val="center"/>
        </w:trPr>
        <w:tc>
          <w:tcPr>
            <w:tcW w:w="1417" w:type="dxa"/>
            <w:vAlign w:val="center"/>
          </w:tcPr>
          <w:p w14:paraId="0984FF94" w14:textId="77777777" w:rsidR="00B15E99" w:rsidRPr="00EF2F0E" w:rsidRDefault="00B15E99" w:rsidP="00A40339">
            <w:pPr>
              <w:pStyle w:val="TAC"/>
              <w:rPr>
                <w:rFonts w:cs="Arial"/>
              </w:rPr>
            </w:pPr>
            <w:r w:rsidRPr="00EF2F0E">
              <w:rPr>
                <w:rFonts w:cs="Arial"/>
              </w:rPr>
              <w:t>1.4</w:t>
            </w:r>
          </w:p>
        </w:tc>
        <w:tc>
          <w:tcPr>
            <w:tcW w:w="1959" w:type="dxa"/>
            <w:vAlign w:val="center"/>
          </w:tcPr>
          <w:p w14:paraId="0984FF95"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sidDel="006E4AFD">
              <w:rPr>
                <w:rFonts w:cs="Arial"/>
              </w:rPr>
              <w:t xml:space="preserve"> </w:t>
            </w:r>
            <w:r w:rsidRPr="00EF2F0E">
              <w:rPr>
                <w:rFonts w:cs="Arial"/>
              </w:rPr>
              <w:t xml:space="preserve">+ 11dB </w:t>
            </w:r>
          </w:p>
        </w:tc>
        <w:tc>
          <w:tcPr>
            <w:tcW w:w="1442" w:type="dxa"/>
            <w:vAlign w:val="center"/>
          </w:tcPr>
          <w:p w14:paraId="0984FF96" w14:textId="77777777" w:rsidR="00B15E99" w:rsidRPr="00EF2F0E" w:rsidRDefault="00B15E99" w:rsidP="00A40339">
            <w:pPr>
              <w:pStyle w:val="TAC"/>
              <w:rPr>
                <w:rFonts w:cs="Arial"/>
              </w:rPr>
            </w:pPr>
            <w:r w:rsidRPr="00EF2F0E">
              <w:rPr>
                <w:rFonts w:cs="Arial"/>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349" w:type="dxa"/>
            <w:vAlign w:val="center"/>
          </w:tcPr>
          <w:p w14:paraId="0984FF97" w14:textId="77777777" w:rsidR="00B15E99" w:rsidRPr="00EF2F0E" w:rsidRDefault="00B15E99" w:rsidP="00A40339">
            <w:pPr>
              <w:pStyle w:val="TAC"/>
              <w:rPr>
                <w:rFonts w:cs="Arial"/>
              </w:rPr>
            </w:pPr>
            <w:r w:rsidRPr="00EF2F0E">
              <w:rPr>
                <w:rFonts w:cs="Arial"/>
              </w:rPr>
              <w:t>±0.7025</w:t>
            </w:r>
          </w:p>
        </w:tc>
        <w:tc>
          <w:tcPr>
            <w:tcW w:w="2503" w:type="dxa"/>
            <w:shd w:val="clear" w:color="auto" w:fill="auto"/>
            <w:vAlign w:val="center"/>
          </w:tcPr>
          <w:p w14:paraId="0984FF98" w14:textId="77777777" w:rsidR="00B15E99" w:rsidRPr="00EF2F0E" w:rsidRDefault="00B15E99" w:rsidP="00A40339">
            <w:pPr>
              <w:pStyle w:val="TAC"/>
              <w:rPr>
                <w:rFonts w:cs="Arial"/>
              </w:rPr>
            </w:pPr>
            <w:r w:rsidRPr="00EF2F0E">
              <w:rPr>
                <w:rFonts w:cs="Arial"/>
              </w:rPr>
              <w:t>1.4MHz E-UTRA signal</w:t>
            </w:r>
          </w:p>
        </w:tc>
      </w:tr>
      <w:tr w:rsidR="003401A4" w:rsidRPr="00EF2F0E" w14:paraId="0984FF9F" w14:textId="77777777" w:rsidTr="00A40339">
        <w:trPr>
          <w:jc w:val="center"/>
        </w:trPr>
        <w:tc>
          <w:tcPr>
            <w:tcW w:w="1417" w:type="dxa"/>
            <w:vAlign w:val="center"/>
          </w:tcPr>
          <w:p w14:paraId="0984FF9A" w14:textId="77777777" w:rsidR="00B15E99" w:rsidRPr="00EF2F0E" w:rsidRDefault="00B15E99" w:rsidP="00A40339">
            <w:pPr>
              <w:pStyle w:val="TAC"/>
              <w:rPr>
                <w:rFonts w:cs="Arial"/>
              </w:rPr>
            </w:pPr>
            <w:r w:rsidRPr="00EF2F0E">
              <w:rPr>
                <w:rFonts w:cs="Arial"/>
              </w:rPr>
              <w:t>3</w:t>
            </w:r>
          </w:p>
        </w:tc>
        <w:tc>
          <w:tcPr>
            <w:tcW w:w="1959" w:type="dxa"/>
            <w:vAlign w:val="center"/>
          </w:tcPr>
          <w:p w14:paraId="0984FF9B"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+ 8dB </w:t>
            </w:r>
          </w:p>
        </w:tc>
        <w:tc>
          <w:tcPr>
            <w:tcW w:w="1442" w:type="dxa"/>
            <w:vAlign w:val="center"/>
          </w:tcPr>
          <w:p w14:paraId="0984FF9C" w14:textId="77777777" w:rsidR="00B15E99" w:rsidRPr="00EF2F0E" w:rsidRDefault="00B15E99" w:rsidP="00A40339">
            <w:pPr>
              <w:pStyle w:val="TAC"/>
              <w:rPr>
                <w:rFonts w:cs="Arial"/>
              </w:rPr>
            </w:pPr>
            <w:r w:rsidRPr="00EF2F0E">
              <w:rPr>
                <w:rFonts w:cs="Arial"/>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349" w:type="dxa"/>
            <w:vAlign w:val="center"/>
          </w:tcPr>
          <w:p w14:paraId="0984FF9D" w14:textId="77777777" w:rsidR="00B15E99" w:rsidRPr="00EF2F0E" w:rsidRDefault="00B15E99" w:rsidP="00A40339">
            <w:pPr>
              <w:pStyle w:val="TAC"/>
              <w:rPr>
                <w:rFonts w:cs="Arial"/>
              </w:rPr>
            </w:pPr>
            <w:r w:rsidRPr="00EF2F0E">
              <w:rPr>
                <w:rFonts w:cs="Arial"/>
              </w:rPr>
              <w:t>±1.5075</w:t>
            </w:r>
          </w:p>
        </w:tc>
        <w:tc>
          <w:tcPr>
            <w:tcW w:w="2503" w:type="dxa"/>
            <w:shd w:val="clear" w:color="auto" w:fill="auto"/>
            <w:vAlign w:val="center"/>
          </w:tcPr>
          <w:p w14:paraId="0984FF9E" w14:textId="77777777" w:rsidR="00B15E99" w:rsidRPr="00EF2F0E" w:rsidRDefault="00B15E99" w:rsidP="00A40339">
            <w:pPr>
              <w:pStyle w:val="TAC"/>
              <w:rPr>
                <w:rFonts w:cs="Arial"/>
              </w:rPr>
            </w:pPr>
            <w:r w:rsidRPr="00EF2F0E">
              <w:rPr>
                <w:rFonts w:cs="Arial"/>
              </w:rPr>
              <w:t>3MHz E-UTRA signal</w:t>
            </w:r>
          </w:p>
        </w:tc>
      </w:tr>
      <w:tr w:rsidR="003401A4" w:rsidRPr="00EF2F0E" w14:paraId="0984FFA5" w14:textId="77777777" w:rsidTr="00A40339">
        <w:trPr>
          <w:jc w:val="center"/>
        </w:trPr>
        <w:tc>
          <w:tcPr>
            <w:tcW w:w="1417" w:type="dxa"/>
            <w:vAlign w:val="center"/>
          </w:tcPr>
          <w:p w14:paraId="0984FFA0" w14:textId="77777777" w:rsidR="00B15E99" w:rsidRPr="00EF2F0E" w:rsidRDefault="00B15E99" w:rsidP="00A40339">
            <w:pPr>
              <w:pStyle w:val="TAC"/>
              <w:rPr>
                <w:rFonts w:cs="Arial"/>
              </w:rPr>
            </w:pPr>
            <w:r w:rsidRPr="00EF2F0E">
              <w:rPr>
                <w:rFonts w:cs="Arial"/>
              </w:rPr>
              <w:t>5</w:t>
            </w:r>
          </w:p>
        </w:tc>
        <w:tc>
          <w:tcPr>
            <w:tcW w:w="1959" w:type="dxa"/>
            <w:vAlign w:val="center"/>
          </w:tcPr>
          <w:p w14:paraId="0984FFA1"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+ 6dB </w:t>
            </w:r>
          </w:p>
        </w:tc>
        <w:tc>
          <w:tcPr>
            <w:tcW w:w="1442" w:type="dxa"/>
            <w:vAlign w:val="center"/>
          </w:tcPr>
          <w:p w14:paraId="0984FFA2" w14:textId="77777777" w:rsidR="00B15E99" w:rsidRPr="00EF2F0E" w:rsidRDefault="00B15E99" w:rsidP="00A40339">
            <w:pPr>
              <w:pStyle w:val="TAC"/>
              <w:rPr>
                <w:rFonts w:cs="Arial"/>
              </w:rPr>
            </w:pPr>
            <w:r w:rsidRPr="00EF2F0E">
              <w:rPr>
                <w:rFonts w:cs="Arial"/>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349" w:type="dxa"/>
            <w:vAlign w:val="center"/>
          </w:tcPr>
          <w:p w14:paraId="0984FFA3" w14:textId="77777777" w:rsidR="00B15E99" w:rsidRPr="00EF2F0E" w:rsidRDefault="00B15E99" w:rsidP="00A40339">
            <w:pPr>
              <w:pStyle w:val="TAC"/>
              <w:rPr>
                <w:rFonts w:cs="Arial"/>
              </w:rPr>
            </w:pPr>
            <w:r w:rsidRPr="00EF2F0E">
              <w:rPr>
                <w:rFonts w:cs="Arial"/>
              </w:rPr>
              <w:t>±2.5025</w:t>
            </w:r>
          </w:p>
        </w:tc>
        <w:tc>
          <w:tcPr>
            <w:tcW w:w="2503" w:type="dxa"/>
            <w:shd w:val="clear" w:color="auto" w:fill="auto"/>
            <w:vAlign w:val="center"/>
          </w:tcPr>
          <w:p w14:paraId="0984FFA4" w14:textId="77777777" w:rsidR="00B15E99" w:rsidRPr="00EF2F0E" w:rsidRDefault="00B15E99" w:rsidP="00A40339">
            <w:pPr>
              <w:pStyle w:val="TAC"/>
              <w:rPr>
                <w:rFonts w:cs="Arial"/>
              </w:rPr>
            </w:pPr>
            <w:r w:rsidRPr="00EF2F0E">
              <w:rPr>
                <w:rFonts w:cs="Arial"/>
              </w:rPr>
              <w:t>5MHz E-UTRA signal</w:t>
            </w:r>
          </w:p>
        </w:tc>
      </w:tr>
      <w:tr w:rsidR="003401A4" w:rsidRPr="00EF2F0E" w14:paraId="0984FFAB" w14:textId="77777777" w:rsidTr="00A40339">
        <w:trPr>
          <w:jc w:val="center"/>
        </w:trPr>
        <w:tc>
          <w:tcPr>
            <w:tcW w:w="1417" w:type="dxa"/>
            <w:vAlign w:val="center"/>
          </w:tcPr>
          <w:p w14:paraId="0984FFA6" w14:textId="77777777" w:rsidR="00B15E99" w:rsidRPr="00EF2F0E" w:rsidRDefault="00B15E99" w:rsidP="00A40339">
            <w:pPr>
              <w:pStyle w:val="TAC"/>
              <w:rPr>
                <w:rFonts w:cs="Arial"/>
              </w:rPr>
            </w:pPr>
            <w:r w:rsidRPr="00EF2F0E">
              <w:rPr>
                <w:rFonts w:cs="Arial"/>
              </w:rPr>
              <w:t>10</w:t>
            </w:r>
          </w:p>
        </w:tc>
        <w:tc>
          <w:tcPr>
            <w:tcW w:w="1959" w:type="dxa"/>
            <w:vAlign w:val="center"/>
          </w:tcPr>
          <w:p w14:paraId="0984FFA7"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+ 6dB </w:t>
            </w:r>
          </w:p>
        </w:tc>
        <w:tc>
          <w:tcPr>
            <w:tcW w:w="1442" w:type="dxa"/>
            <w:vAlign w:val="center"/>
          </w:tcPr>
          <w:p w14:paraId="0984FFA8" w14:textId="77777777" w:rsidR="00B15E99" w:rsidRPr="00EF2F0E" w:rsidRDefault="00B15E99" w:rsidP="00A40339">
            <w:pPr>
              <w:pStyle w:val="TAC"/>
              <w:rPr>
                <w:rFonts w:cs="Arial"/>
              </w:rPr>
            </w:pPr>
            <w:r w:rsidRPr="00EF2F0E">
              <w:rPr>
                <w:rFonts w:cs="Arial"/>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349" w:type="dxa"/>
            <w:vAlign w:val="center"/>
          </w:tcPr>
          <w:p w14:paraId="0984FFA9" w14:textId="77777777" w:rsidR="00B15E99" w:rsidRPr="00EF2F0E" w:rsidRDefault="00B15E99" w:rsidP="00A40339">
            <w:pPr>
              <w:pStyle w:val="TAC"/>
              <w:rPr>
                <w:rFonts w:cs="Arial"/>
              </w:rPr>
            </w:pPr>
            <w:r w:rsidRPr="00EF2F0E">
              <w:rPr>
                <w:rFonts w:cs="Arial"/>
              </w:rPr>
              <w:t>±2.5075</w:t>
            </w:r>
          </w:p>
        </w:tc>
        <w:tc>
          <w:tcPr>
            <w:tcW w:w="2503" w:type="dxa"/>
            <w:shd w:val="clear" w:color="auto" w:fill="auto"/>
            <w:vAlign w:val="center"/>
          </w:tcPr>
          <w:p w14:paraId="0984FFAA" w14:textId="77777777" w:rsidR="00B15E99" w:rsidRPr="00EF2F0E" w:rsidRDefault="00B15E99" w:rsidP="00A40339">
            <w:pPr>
              <w:pStyle w:val="TAC"/>
              <w:rPr>
                <w:rFonts w:cs="Arial"/>
              </w:rPr>
            </w:pPr>
            <w:r w:rsidRPr="00EF2F0E">
              <w:rPr>
                <w:rFonts w:cs="Arial"/>
              </w:rPr>
              <w:t>5MHz E-UTRA signal</w:t>
            </w:r>
          </w:p>
        </w:tc>
      </w:tr>
      <w:tr w:rsidR="003401A4" w:rsidRPr="00EF2F0E" w14:paraId="0984FFB1" w14:textId="77777777" w:rsidTr="00A40339">
        <w:trPr>
          <w:jc w:val="center"/>
        </w:trPr>
        <w:tc>
          <w:tcPr>
            <w:tcW w:w="1417" w:type="dxa"/>
            <w:vAlign w:val="center"/>
          </w:tcPr>
          <w:p w14:paraId="0984FFAC" w14:textId="77777777" w:rsidR="00B15E99" w:rsidRPr="00EF2F0E" w:rsidRDefault="00B15E99" w:rsidP="00A40339">
            <w:pPr>
              <w:pStyle w:val="TAC"/>
              <w:rPr>
                <w:rFonts w:cs="Arial"/>
              </w:rPr>
            </w:pPr>
            <w:r w:rsidRPr="00EF2F0E">
              <w:rPr>
                <w:rFonts w:cs="Arial"/>
              </w:rPr>
              <w:t>15</w:t>
            </w:r>
          </w:p>
        </w:tc>
        <w:tc>
          <w:tcPr>
            <w:tcW w:w="1959" w:type="dxa"/>
            <w:vAlign w:val="center"/>
          </w:tcPr>
          <w:p w14:paraId="0984FFAD"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+ 6dB </w:t>
            </w:r>
          </w:p>
        </w:tc>
        <w:tc>
          <w:tcPr>
            <w:tcW w:w="1442" w:type="dxa"/>
            <w:vAlign w:val="center"/>
          </w:tcPr>
          <w:p w14:paraId="0984FFAE" w14:textId="77777777" w:rsidR="00B15E99" w:rsidRPr="00EF2F0E" w:rsidRDefault="00B15E99" w:rsidP="00A40339">
            <w:pPr>
              <w:pStyle w:val="TAC"/>
              <w:rPr>
                <w:rFonts w:cs="Arial"/>
              </w:rPr>
            </w:pPr>
            <w:r w:rsidRPr="00EF2F0E">
              <w:rPr>
                <w:rFonts w:cs="Arial"/>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349" w:type="dxa"/>
            <w:vAlign w:val="center"/>
          </w:tcPr>
          <w:p w14:paraId="0984FFAF" w14:textId="77777777" w:rsidR="00B15E99" w:rsidRPr="00EF2F0E" w:rsidRDefault="00B15E99" w:rsidP="00A40339">
            <w:pPr>
              <w:pStyle w:val="TAC"/>
              <w:rPr>
                <w:rFonts w:cs="Arial"/>
              </w:rPr>
            </w:pPr>
            <w:r w:rsidRPr="00EF2F0E">
              <w:rPr>
                <w:rFonts w:cs="Arial"/>
              </w:rPr>
              <w:t>±2.5125</w:t>
            </w:r>
          </w:p>
        </w:tc>
        <w:tc>
          <w:tcPr>
            <w:tcW w:w="2503" w:type="dxa"/>
            <w:shd w:val="clear" w:color="auto" w:fill="auto"/>
            <w:vAlign w:val="center"/>
          </w:tcPr>
          <w:p w14:paraId="0984FFB0" w14:textId="77777777" w:rsidR="00B15E99" w:rsidRPr="00EF2F0E" w:rsidRDefault="00B15E99" w:rsidP="00A40339">
            <w:pPr>
              <w:pStyle w:val="TAC"/>
              <w:rPr>
                <w:rFonts w:cs="Arial"/>
              </w:rPr>
            </w:pPr>
            <w:r w:rsidRPr="00EF2F0E">
              <w:rPr>
                <w:rFonts w:cs="Arial"/>
              </w:rPr>
              <w:t>5MHz E-UTRA signal</w:t>
            </w:r>
          </w:p>
        </w:tc>
      </w:tr>
      <w:tr w:rsidR="003401A4" w:rsidRPr="00EF2F0E" w14:paraId="0984FFB7" w14:textId="77777777" w:rsidTr="00A40339">
        <w:trPr>
          <w:jc w:val="center"/>
        </w:trPr>
        <w:tc>
          <w:tcPr>
            <w:tcW w:w="1417" w:type="dxa"/>
            <w:vAlign w:val="center"/>
          </w:tcPr>
          <w:p w14:paraId="0984FFB2" w14:textId="77777777" w:rsidR="00B15E99" w:rsidRPr="00EF2F0E" w:rsidRDefault="00B15E99" w:rsidP="00A40339">
            <w:pPr>
              <w:pStyle w:val="TAC"/>
              <w:rPr>
                <w:rFonts w:cs="Arial"/>
              </w:rPr>
            </w:pPr>
            <w:r w:rsidRPr="00EF2F0E">
              <w:rPr>
                <w:rFonts w:cs="Arial"/>
              </w:rPr>
              <w:t>20</w:t>
            </w:r>
          </w:p>
        </w:tc>
        <w:tc>
          <w:tcPr>
            <w:tcW w:w="1959" w:type="dxa"/>
            <w:vAlign w:val="center"/>
          </w:tcPr>
          <w:p w14:paraId="0984FFB3"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+ 6dB </w:t>
            </w:r>
          </w:p>
        </w:tc>
        <w:tc>
          <w:tcPr>
            <w:tcW w:w="1442" w:type="dxa"/>
            <w:vAlign w:val="center"/>
          </w:tcPr>
          <w:p w14:paraId="0984FFB4" w14:textId="77777777" w:rsidR="00B15E99" w:rsidRPr="00EF2F0E" w:rsidRDefault="00B15E99" w:rsidP="00A40339">
            <w:pPr>
              <w:pStyle w:val="TAC"/>
              <w:rPr>
                <w:rFonts w:cs="Arial"/>
              </w:rPr>
            </w:pPr>
            <w:r w:rsidRPr="00EF2F0E">
              <w:rPr>
                <w:rFonts w:cs="Arial"/>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349" w:type="dxa"/>
            <w:vAlign w:val="center"/>
          </w:tcPr>
          <w:p w14:paraId="0984FFB5" w14:textId="77777777" w:rsidR="00B15E99" w:rsidRPr="00EF2F0E" w:rsidRDefault="00B15E99" w:rsidP="00A40339">
            <w:pPr>
              <w:pStyle w:val="TAC"/>
              <w:rPr>
                <w:rFonts w:cs="Arial"/>
              </w:rPr>
            </w:pPr>
            <w:r w:rsidRPr="00EF2F0E">
              <w:rPr>
                <w:rFonts w:cs="Arial"/>
              </w:rPr>
              <w:t>±2.5025</w:t>
            </w:r>
          </w:p>
        </w:tc>
        <w:tc>
          <w:tcPr>
            <w:tcW w:w="2503" w:type="dxa"/>
            <w:shd w:val="clear" w:color="auto" w:fill="auto"/>
            <w:vAlign w:val="center"/>
          </w:tcPr>
          <w:p w14:paraId="0984FFB6" w14:textId="77777777" w:rsidR="00B15E99" w:rsidRPr="00EF2F0E" w:rsidRDefault="00B15E99" w:rsidP="00A40339">
            <w:pPr>
              <w:pStyle w:val="TAC"/>
              <w:rPr>
                <w:rFonts w:cs="Arial"/>
              </w:rPr>
            </w:pPr>
            <w:r w:rsidRPr="00EF2F0E">
              <w:rPr>
                <w:rFonts w:cs="Arial"/>
              </w:rPr>
              <w:t>5MHz E-UTRA signal</w:t>
            </w:r>
          </w:p>
        </w:tc>
      </w:tr>
      <w:tr w:rsidR="00B15E99" w:rsidRPr="00EF2F0E" w14:paraId="0984FFB9" w14:textId="77777777" w:rsidTr="00A40339">
        <w:trPr>
          <w:jc w:val="center"/>
        </w:trPr>
        <w:tc>
          <w:tcPr>
            <w:tcW w:w="9670" w:type="dxa"/>
            <w:gridSpan w:val="5"/>
            <w:vAlign w:val="center"/>
          </w:tcPr>
          <w:p w14:paraId="0984FFB8" w14:textId="77777777" w:rsidR="00B15E99" w:rsidRPr="00EF2F0E" w:rsidRDefault="00B15E99" w:rsidP="00A40339">
            <w:pPr>
              <w:pStyle w:val="TAN"/>
              <w:rPr>
                <w:rFonts w:cs="Arial"/>
              </w:rPr>
            </w:pPr>
            <w:r w:rsidRPr="00EF2F0E">
              <w:rPr>
                <w:rFonts w:cs="Arial"/>
              </w:rPr>
              <w:t>NOTE:</w:t>
            </w:r>
            <w:r w:rsidR="006E5225" w:rsidRPr="00EF2F0E">
              <w:rPr>
                <w:rFonts w:cs="Arial"/>
              </w:rPr>
              <w:tab/>
            </w:r>
            <w:r w:rsidRPr="00EF2F0E">
              <w:rPr>
                <w:rFonts w:cs="Arial"/>
                <w:szCs w:val="18"/>
                <w:lang w:eastAsia="ja-JP"/>
              </w:rPr>
              <w:t>EIS</w:t>
            </w:r>
            <w:r w:rsidRPr="00EF2F0E">
              <w:rPr>
                <w:rFonts w:cs="Arial"/>
                <w:szCs w:val="18"/>
                <w:vertAlign w:val="subscript"/>
                <w:lang w:eastAsia="ja-JP"/>
              </w:rPr>
              <w:t>minSENS</w:t>
            </w:r>
            <w:r w:rsidRPr="00EF2F0E" w:rsidDel="00A31D92">
              <w:rPr>
                <w:rFonts w:cs="Arial"/>
              </w:rPr>
              <w:t xml:space="preserve"> </w:t>
            </w:r>
            <w:r w:rsidRPr="00EF2F0E">
              <w:rPr>
                <w:rFonts w:cs="Arial"/>
              </w:rPr>
              <w:t xml:space="preserve">depends on the </w:t>
            </w:r>
            <w:r w:rsidRPr="00EF2F0E">
              <w:rPr>
                <w:rFonts w:cs="Arial"/>
                <w:i/>
              </w:rPr>
              <w:t>channel bandwidth</w:t>
            </w:r>
            <w:r w:rsidRPr="00EF2F0E">
              <w:rPr>
                <w:rFonts w:cs="Arial"/>
              </w:rPr>
              <w:t xml:space="preserve"> as specified </w:t>
            </w:r>
            <w:r w:rsidRPr="00EF2F0E">
              <w:rPr>
                <w:lang w:eastAsia="ja-JP"/>
              </w:rPr>
              <w:t>see subclause 10.2.</w:t>
            </w:r>
          </w:p>
        </w:tc>
      </w:tr>
    </w:tbl>
    <w:p w14:paraId="0984FFBA" w14:textId="77777777" w:rsidR="00B15E99" w:rsidRPr="00EF2F0E" w:rsidRDefault="00B15E99" w:rsidP="00A40339"/>
    <w:p w14:paraId="0984FFBB" w14:textId="77777777" w:rsidR="00B15E99" w:rsidRPr="00EF2F0E" w:rsidRDefault="00B15E99" w:rsidP="007853C3">
      <w:pPr>
        <w:pStyle w:val="TH"/>
        <w:rPr>
          <w:lang w:eastAsia="zh-CN"/>
        </w:rPr>
      </w:pPr>
      <w:r w:rsidRPr="00EF2F0E">
        <w:rPr>
          <w:rFonts w:eastAsia="Osaka" w:cs="v5.0.0"/>
        </w:rPr>
        <w:t xml:space="preserve">Table </w:t>
      </w:r>
      <w:r w:rsidRPr="00EF2F0E">
        <w:rPr>
          <w:rFonts w:eastAsia="Osaka"/>
        </w:rPr>
        <w:t>10.5.4.2</w:t>
      </w:r>
      <w:r w:rsidRPr="00EF2F0E">
        <w:rPr>
          <w:rFonts w:eastAsia="Osaka" w:cs="v5.0.0"/>
        </w:rPr>
        <w:t>-</w:t>
      </w:r>
      <w:r w:rsidRPr="00EF2F0E">
        <w:rPr>
          <w:rFonts w:cs="v5.0.0"/>
          <w:lang w:eastAsia="zh-CN"/>
        </w:rPr>
        <w:t>4</w:t>
      </w:r>
      <w:r w:rsidRPr="00EF2F0E">
        <w:rPr>
          <w:rFonts w:eastAsia="Osaka" w:cs="v5.0.0"/>
        </w:rPr>
        <w:t xml:space="preserve">: </w:t>
      </w:r>
      <w:r w:rsidRPr="00EF2F0E">
        <w:t>Adjacent channel selectivity</w:t>
      </w:r>
      <w:r w:rsidRPr="00EF2F0E">
        <w:rPr>
          <w:lang w:eastAsia="zh-CN"/>
        </w:rPr>
        <w:t xml:space="preserve"> for E-UTRA Local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1749"/>
        <w:gridCol w:w="1524"/>
        <w:gridCol w:w="2052"/>
        <w:gridCol w:w="2839"/>
      </w:tblGrid>
      <w:tr w:rsidR="003401A4" w:rsidRPr="00EF2F0E" w14:paraId="0984FFC3" w14:textId="77777777" w:rsidTr="00A40339">
        <w:trPr>
          <w:jc w:val="center"/>
        </w:trPr>
        <w:tc>
          <w:tcPr>
            <w:tcW w:w="1467" w:type="dxa"/>
            <w:shd w:val="clear" w:color="auto" w:fill="auto"/>
            <w:vAlign w:val="center"/>
          </w:tcPr>
          <w:p w14:paraId="0984FFBC" w14:textId="77777777" w:rsidR="00B15E99" w:rsidRPr="00EF2F0E" w:rsidRDefault="00B15E99" w:rsidP="00A40339">
            <w:pPr>
              <w:pStyle w:val="TAH"/>
              <w:rPr>
                <w:rFonts w:cs="Arial"/>
              </w:rPr>
            </w:pPr>
            <w:r w:rsidRPr="00EF2F0E">
              <w:rPr>
                <w:rFonts w:cs="Arial"/>
              </w:rPr>
              <w:t>E-UTRA</w:t>
            </w:r>
          </w:p>
          <w:p w14:paraId="0984FFBD" w14:textId="77777777" w:rsidR="00B15E99" w:rsidRPr="00EF2F0E" w:rsidRDefault="00B15E99" w:rsidP="00A40339">
            <w:pPr>
              <w:pStyle w:val="TAH"/>
              <w:rPr>
                <w:rFonts w:cs="Arial"/>
              </w:rPr>
            </w:pPr>
            <w:r w:rsidRPr="00EF2F0E">
              <w:rPr>
                <w:rFonts w:cs="Arial"/>
                <w:i/>
              </w:rPr>
              <w:t>channel bandwidth</w:t>
            </w:r>
            <w:r w:rsidRPr="00EF2F0E">
              <w:rPr>
                <w:rFonts w:cs="Arial"/>
              </w:rPr>
              <w:t xml:space="preserve"> of the lowest/highest carrier received [MHz]</w:t>
            </w:r>
          </w:p>
        </w:tc>
        <w:tc>
          <w:tcPr>
            <w:tcW w:w="1793" w:type="dxa"/>
            <w:vAlign w:val="center"/>
          </w:tcPr>
          <w:p w14:paraId="0984FFBE" w14:textId="77777777" w:rsidR="00B15E99" w:rsidRPr="00EF2F0E" w:rsidRDefault="00B15E99" w:rsidP="00A40339">
            <w:pPr>
              <w:pStyle w:val="TAH"/>
              <w:rPr>
                <w:rFonts w:cs="Arial"/>
              </w:rPr>
            </w:pPr>
            <w:r w:rsidRPr="00EF2F0E">
              <w:rPr>
                <w:rFonts w:cs="Arial"/>
              </w:rPr>
              <w:t>Wanted signal mean power [dBm]</w:t>
            </w:r>
          </w:p>
          <w:p w14:paraId="0984FFBF" w14:textId="77777777" w:rsidR="00B15E99" w:rsidRPr="00EF2F0E" w:rsidRDefault="00B15E99" w:rsidP="00A40339">
            <w:pPr>
              <w:pStyle w:val="TAH"/>
              <w:rPr>
                <w:rFonts w:cs="Arial"/>
              </w:rPr>
            </w:pPr>
            <w:r w:rsidRPr="00EF2F0E">
              <w:rPr>
                <w:rFonts w:cs="Arial"/>
              </w:rPr>
              <w:t>(NOTE 1)</w:t>
            </w:r>
          </w:p>
        </w:tc>
        <w:tc>
          <w:tcPr>
            <w:tcW w:w="1550" w:type="dxa"/>
            <w:vAlign w:val="center"/>
          </w:tcPr>
          <w:p w14:paraId="0984FFC0" w14:textId="77777777" w:rsidR="00B15E99" w:rsidRPr="00EF2F0E" w:rsidRDefault="00B15E99" w:rsidP="00A40339">
            <w:pPr>
              <w:pStyle w:val="TAH"/>
              <w:rPr>
                <w:rFonts w:cs="Arial"/>
              </w:rPr>
            </w:pPr>
            <w:r w:rsidRPr="00EF2F0E">
              <w:rPr>
                <w:rFonts w:cs="Arial"/>
              </w:rPr>
              <w:t>Interfering signal mean power [dBm]</w:t>
            </w:r>
          </w:p>
        </w:tc>
        <w:tc>
          <w:tcPr>
            <w:tcW w:w="2102" w:type="dxa"/>
            <w:vAlign w:val="center"/>
          </w:tcPr>
          <w:p w14:paraId="0984FFC1" w14:textId="77777777" w:rsidR="00B15E99" w:rsidRPr="00EF2F0E" w:rsidRDefault="00B15E99" w:rsidP="00A40339">
            <w:pPr>
              <w:pStyle w:val="TAH"/>
              <w:rPr>
                <w:rFonts w:cs="Arial"/>
              </w:rPr>
            </w:pPr>
            <w:r w:rsidRPr="00EF2F0E">
              <w:rPr>
                <w:rFonts w:cs="Arial"/>
              </w:rPr>
              <w:t xml:space="preserve">Interfering signal centre frequency offset from the lower/upper </w:t>
            </w:r>
            <w:r w:rsidRPr="00EF2F0E">
              <w:rPr>
                <w:rFonts w:cs="Arial"/>
                <w:i/>
              </w:rPr>
              <w:t>Base Station RF Bandwidth</w:t>
            </w:r>
            <w:r w:rsidRPr="00EF2F0E">
              <w:rPr>
                <w:rFonts w:cs="Arial"/>
              </w:rPr>
              <w:t xml:space="preserve"> edge or sub-block edge inside a </w:t>
            </w:r>
            <w:r w:rsidRPr="00EF2F0E">
              <w:rPr>
                <w:rFonts w:cs="Arial"/>
                <w:i/>
              </w:rPr>
              <w:t>sub-block gap</w:t>
            </w:r>
            <w:r w:rsidRPr="00EF2F0E">
              <w:rPr>
                <w:rFonts w:cs="Arial"/>
              </w:rPr>
              <w:t xml:space="preserve"> [MHz]</w:t>
            </w:r>
          </w:p>
        </w:tc>
        <w:tc>
          <w:tcPr>
            <w:tcW w:w="2945" w:type="dxa"/>
            <w:vAlign w:val="center"/>
          </w:tcPr>
          <w:p w14:paraId="0984FFC2"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4FFC9" w14:textId="77777777" w:rsidTr="00A40339">
        <w:trPr>
          <w:jc w:val="center"/>
        </w:trPr>
        <w:tc>
          <w:tcPr>
            <w:tcW w:w="1467" w:type="dxa"/>
            <w:vAlign w:val="center"/>
          </w:tcPr>
          <w:p w14:paraId="0984FFC4" w14:textId="77777777" w:rsidR="00B15E99" w:rsidRPr="00EF2F0E" w:rsidRDefault="00B15E99" w:rsidP="00A40339">
            <w:pPr>
              <w:pStyle w:val="TAC"/>
              <w:rPr>
                <w:rFonts w:cs="Arial"/>
              </w:rPr>
            </w:pPr>
            <w:r w:rsidRPr="00EF2F0E">
              <w:rPr>
                <w:rFonts w:cs="Arial"/>
              </w:rPr>
              <w:t>1.4</w:t>
            </w:r>
          </w:p>
        </w:tc>
        <w:tc>
          <w:tcPr>
            <w:tcW w:w="1793" w:type="dxa"/>
            <w:vAlign w:val="center"/>
          </w:tcPr>
          <w:p w14:paraId="0984FFC5" w14:textId="77777777" w:rsidR="00B15E99" w:rsidRPr="00EF2F0E" w:rsidRDefault="00B15E99" w:rsidP="00A40339">
            <w:pPr>
              <w:pStyle w:val="TAC"/>
              <w:rPr>
                <w:rFonts w:cs="Arial"/>
                <w:lang w:eastAsia="ko-KR"/>
              </w:rPr>
            </w:pPr>
            <w:r w:rsidRPr="00EF2F0E">
              <w:rPr>
                <w:rFonts w:cs="Arial"/>
                <w:szCs w:val="18"/>
                <w:lang w:eastAsia="ja-JP"/>
              </w:rPr>
              <w:t>EIS</w:t>
            </w:r>
            <w:r w:rsidRPr="00EF2F0E">
              <w:rPr>
                <w:rFonts w:cs="Arial"/>
                <w:szCs w:val="18"/>
                <w:vertAlign w:val="subscript"/>
                <w:lang w:eastAsia="ja-JP"/>
              </w:rPr>
              <w:t>minSENS</w:t>
            </w:r>
            <w:r w:rsidRPr="00EF2F0E" w:rsidDel="006E4AFD">
              <w:rPr>
                <w:rFonts w:cs="Arial"/>
              </w:rPr>
              <w:t xml:space="preserve"> </w:t>
            </w:r>
            <w:r w:rsidRPr="00EF2F0E">
              <w:rPr>
                <w:rFonts w:cs="Arial"/>
              </w:rPr>
              <w:t>+ 11dB</w:t>
            </w:r>
            <w:r w:rsidRPr="00EF2F0E">
              <w:rPr>
                <w:rFonts w:cs="Arial"/>
                <w:lang w:eastAsia="ko-KR"/>
              </w:rPr>
              <w:t xml:space="preserve"> </w:t>
            </w:r>
          </w:p>
        </w:tc>
        <w:tc>
          <w:tcPr>
            <w:tcW w:w="1550" w:type="dxa"/>
            <w:vAlign w:val="center"/>
          </w:tcPr>
          <w:p w14:paraId="0984FFC6" w14:textId="77777777" w:rsidR="00B15E99" w:rsidRPr="00EF2F0E" w:rsidRDefault="00B15E99" w:rsidP="00A40339">
            <w:pPr>
              <w:pStyle w:val="TAC"/>
              <w:rPr>
                <w:rFonts w:cs="Arial"/>
                <w:lang w:eastAsia="zh-CN"/>
              </w:rPr>
            </w:pPr>
            <w:r w:rsidRPr="00EF2F0E">
              <w:rPr>
                <w:rFonts w:cs="Arial"/>
              </w:rPr>
              <w:t>-</w:t>
            </w:r>
            <w:r w:rsidRPr="00EF2F0E">
              <w:rPr>
                <w:rFonts w:cs="Arial"/>
                <w:lang w:eastAsia="zh-CN"/>
              </w:rPr>
              <w:t>44</w:t>
            </w:r>
            <w:r w:rsidRPr="00EF2F0E">
              <w:rPr>
                <w:rFonts w:cs="Arial"/>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102" w:type="dxa"/>
            <w:vAlign w:val="center"/>
          </w:tcPr>
          <w:p w14:paraId="0984FFC7" w14:textId="77777777" w:rsidR="00B15E99" w:rsidRPr="00EF2F0E" w:rsidRDefault="00B15E99" w:rsidP="00A40339">
            <w:pPr>
              <w:pStyle w:val="TAC"/>
              <w:rPr>
                <w:rFonts w:cs="Arial"/>
              </w:rPr>
            </w:pPr>
            <w:r w:rsidRPr="00EF2F0E">
              <w:rPr>
                <w:rFonts w:cs="Arial"/>
              </w:rPr>
              <w:t>±0.7025</w:t>
            </w:r>
          </w:p>
        </w:tc>
        <w:tc>
          <w:tcPr>
            <w:tcW w:w="2945" w:type="dxa"/>
            <w:shd w:val="clear" w:color="auto" w:fill="auto"/>
            <w:vAlign w:val="center"/>
          </w:tcPr>
          <w:p w14:paraId="0984FFC8" w14:textId="77777777" w:rsidR="00B15E99" w:rsidRPr="00EF2F0E" w:rsidRDefault="00B15E99" w:rsidP="00A40339">
            <w:pPr>
              <w:pStyle w:val="TAC"/>
              <w:rPr>
                <w:rFonts w:cs="Arial"/>
              </w:rPr>
            </w:pPr>
            <w:r w:rsidRPr="00EF2F0E">
              <w:rPr>
                <w:rFonts w:cs="Arial"/>
              </w:rPr>
              <w:t>1.4</w:t>
            </w:r>
            <w:r w:rsidR="00AA1961" w:rsidRPr="00EF2F0E">
              <w:rPr>
                <w:rFonts w:cs="Arial"/>
              </w:rPr>
              <w:t xml:space="preserve"> </w:t>
            </w:r>
            <w:r w:rsidRPr="00EF2F0E">
              <w:rPr>
                <w:rFonts w:cs="Arial"/>
              </w:rPr>
              <w:t>MHz E-UTRA signal</w:t>
            </w:r>
          </w:p>
        </w:tc>
      </w:tr>
      <w:tr w:rsidR="003401A4" w:rsidRPr="00EF2F0E" w14:paraId="0984FFCF" w14:textId="77777777" w:rsidTr="00A40339">
        <w:trPr>
          <w:jc w:val="center"/>
        </w:trPr>
        <w:tc>
          <w:tcPr>
            <w:tcW w:w="1467" w:type="dxa"/>
            <w:vAlign w:val="center"/>
          </w:tcPr>
          <w:p w14:paraId="0984FFCA" w14:textId="77777777" w:rsidR="00B15E99" w:rsidRPr="00EF2F0E" w:rsidRDefault="00B15E99" w:rsidP="00A40339">
            <w:pPr>
              <w:pStyle w:val="TAC"/>
              <w:rPr>
                <w:rFonts w:cs="Arial"/>
              </w:rPr>
            </w:pPr>
            <w:r w:rsidRPr="00EF2F0E">
              <w:rPr>
                <w:rFonts w:cs="Arial"/>
              </w:rPr>
              <w:t>3</w:t>
            </w:r>
          </w:p>
        </w:tc>
        <w:tc>
          <w:tcPr>
            <w:tcW w:w="1793" w:type="dxa"/>
            <w:vAlign w:val="center"/>
          </w:tcPr>
          <w:p w14:paraId="0984FFCB" w14:textId="77777777" w:rsidR="00B15E99" w:rsidRPr="00EF2F0E" w:rsidRDefault="00B15E99" w:rsidP="00A40339">
            <w:pPr>
              <w:pStyle w:val="TAC"/>
              <w:rPr>
                <w:rFonts w:cs="Arial"/>
                <w:lang w:eastAsia="ko-KR"/>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+ 8dB</w:t>
            </w:r>
            <w:r w:rsidRPr="00EF2F0E">
              <w:rPr>
                <w:rFonts w:cs="Arial"/>
                <w:lang w:eastAsia="ko-KR"/>
              </w:rPr>
              <w:t xml:space="preserve"> </w:t>
            </w:r>
          </w:p>
        </w:tc>
        <w:tc>
          <w:tcPr>
            <w:tcW w:w="1550" w:type="dxa"/>
            <w:vAlign w:val="center"/>
          </w:tcPr>
          <w:p w14:paraId="0984FFCC" w14:textId="77777777" w:rsidR="00B15E99" w:rsidRPr="00EF2F0E" w:rsidRDefault="00B15E99" w:rsidP="00A40339">
            <w:pPr>
              <w:pStyle w:val="TAC"/>
              <w:rPr>
                <w:rFonts w:cs="Arial"/>
                <w:lang w:eastAsia="zh-CN"/>
              </w:rPr>
            </w:pPr>
            <w:r w:rsidRPr="00EF2F0E">
              <w:rPr>
                <w:rFonts w:cs="Arial"/>
              </w:rPr>
              <w:t>-</w:t>
            </w:r>
            <w:r w:rsidRPr="00EF2F0E">
              <w:rPr>
                <w:rFonts w:cs="Arial"/>
                <w:lang w:eastAsia="zh-CN"/>
              </w:rPr>
              <w:t>44</w:t>
            </w:r>
            <w:r w:rsidRPr="00EF2F0E">
              <w:rPr>
                <w:rFonts w:cs="Arial"/>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102" w:type="dxa"/>
            <w:vAlign w:val="center"/>
          </w:tcPr>
          <w:p w14:paraId="0984FFCD" w14:textId="77777777" w:rsidR="00B15E99" w:rsidRPr="00EF2F0E" w:rsidRDefault="00B15E99" w:rsidP="00A40339">
            <w:pPr>
              <w:pStyle w:val="TAC"/>
              <w:rPr>
                <w:rFonts w:cs="Arial"/>
              </w:rPr>
            </w:pPr>
            <w:r w:rsidRPr="00EF2F0E">
              <w:rPr>
                <w:rFonts w:cs="Arial"/>
              </w:rPr>
              <w:t>±1.5075</w:t>
            </w:r>
          </w:p>
        </w:tc>
        <w:tc>
          <w:tcPr>
            <w:tcW w:w="2945" w:type="dxa"/>
            <w:shd w:val="clear" w:color="auto" w:fill="auto"/>
            <w:vAlign w:val="center"/>
          </w:tcPr>
          <w:p w14:paraId="0984FFCE" w14:textId="77777777" w:rsidR="00B15E99" w:rsidRPr="00EF2F0E" w:rsidRDefault="00B15E99" w:rsidP="00A40339">
            <w:pPr>
              <w:pStyle w:val="TAC"/>
              <w:rPr>
                <w:rFonts w:cs="Arial"/>
              </w:rPr>
            </w:pPr>
            <w:r w:rsidRPr="00EF2F0E">
              <w:rPr>
                <w:rFonts w:cs="Arial"/>
              </w:rPr>
              <w:t>3</w:t>
            </w:r>
            <w:r w:rsidR="00AA1961" w:rsidRPr="00EF2F0E">
              <w:rPr>
                <w:rFonts w:cs="Arial"/>
              </w:rPr>
              <w:t xml:space="preserve"> </w:t>
            </w:r>
            <w:r w:rsidRPr="00EF2F0E">
              <w:rPr>
                <w:rFonts w:cs="Arial"/>
              </w:rPr>
              <w:t>MHz E-UTRA signal</w:t>
            </w:r>
          </w:p>
        </w:tc>
      </w:tr>
      <w:tr w:rsidR="003401A4" w:rsidRPr="00EF2F0E" w14:paraId="0984FFD5" w14:textId="77777777" w:rsidTr="00A40339">
        <w:trPr>
          <w:jc w:val="center"/>
        </w:trPr>
        <w:tc>
          <w:tcPr>
            <w:tcW w:w="1467" w:type="dxa"/>
            <w:vAlign w:val="center"/>
          </w:tcPr>
          <w:p w14:paraId="0984FFD0" w14:textId="77777777" w:rsidR="00B15E99" w:rsidRPr="00EF2F0E" w:rsidRDefault="00B15E99" w:rsidP="00A40339">
            <w:pPr>
              <w:pStyle w:val="TAC"/>
              <w:rPr>
                <w:rFonts w:cs="Arial"/>
              </w:rPr>
            </w:pPr>
            <w:r w:rsidRPr="00EF2F0E">
              <w:rPr>
                <w:rFonts w:cs="Arial"/>
              </w:rPr>
              <w:t>5</w:t>
            </w:r>
          </w:p>
        </w:tc>
        <w:tc>
          <w:tcPr>
            <w:tcW w:w="1793" w:type="dxa"/>
            <w:vAlign w:val="center"/>
          </w:tcPr>
          <w:p w14:paraId="0984FFD1" w14:textId="77777777" w:rsidR="00B15E99" w:rsidRPr="00EF2F0E" w:rsidRDefault="00B15E99" w:rsidP="00A40339">
            <w:pPr>
              <w:pStyle w:val="TAC"/>
              <w:rPr>
                <w:rFonts w:cs="Arial"/>
                <w:lang w:eastAsia="ko-KR"/>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+ 6dB</w:t>
            </w:r>
          </w:p>
        </w:tc>
        <w:tc>
          <w:tcPr>
            <w:tcW w:w="1550" w:type="dxa"/>
            <w:vAlign w:val="center"/>
          </w:tcPr>
          <w:p w14:paraId="0984FFD2" w14:textId="77777777" w:rsidR="00B15E99" w:rsidRPr="00EF2F0E" w:rsidRDefault="00B15E99" w:rsidP="00A40339">
            <w:pPr>
              <w:pStyle w:val="TAC"/>
              <w:rPr>
                <w:rFonts w:cs="Arial"/>
                <w:lang w:eastAsia="zh-CN"/>
              </w:rPr>
            </w:pPr>
            <w:r w:rsidRPr="00EF2F0E">
              <w:rPr>
                <w:rFonts w:cs="Arial"/>
              </w:rPr>
              <w:t>-</w:t>
            </w:r>
            <w:r w:rsidRPr="00EF2F0E">
              <w:rPr>
                <w:rFonts w:cs="Arial"/>
                <w:lang w:eastAsia="zh-CN"/>
              </w:rPr>
              <w:t>44</w:t>
            </w:r>
            <w:r w:rsidRPr="00EF2F0E">
              <w:rPr>
                <w:rFonts w:cs="Arial"/>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102" w:type="dxa"/>
            <w:vAlign w:val="center"/>
          </w:tcPr>
          <w:p w14:paraId="0984FFD3" w14:textId="77777777" w:rsidR="00B15E99" w:rsidRPr="00EF2F0E" w:rsidRDefault="00B15E99" w:rsidP="00A40339">
            <w:pPr>
              <w:pStyle w:val="TAC"/>
              <w:rPr>
                <w:rFonts w:cs="Arial"/>
              </w:rPr>
            </w:pPr>
            <w:r w:rsidRPr="00EF2F0E">
              <w:rPr>
                <w:rFonts w:cs="Arial"/>
              </w:rPr>
              <w:t>±2.5025</w:t>
            </w:r>
          </w:p>
        </w:tc>
        <w:tc>
          <w:tcPr>
            <w:tcW w:w="2945" w:type="dxa"/>
            <w:shd w:val="clear" w:color="auto" w:fill="auto"/>
            <w:vAlign w:val="center"/>
          </w:tcPr>
          <w:p w14:paraId="0984FFD4" w14:textId="77777777" w:rsidR="00B15E99" w:rsidRPr="00EF2F0E" w:rsidRDefault="00B15E99" w:rsidP="00A40339">
            <w:pPr>
              <w:pStyle w:val="TAC"/>
              <w:rPr>
                <w:rFonts w:cs="Arial"/>
              </w:rPr>
            </w:pPr>
            <w:r w:rsidRPr="00EF2F0E">
              <w:rPr>
                <w:rFonts w:cs="Arial"/>
              </w:rPr>
              <w:t>5</w:t>
            </w:r>
            <w:r w:rsidR="00AA1961" w:rsidRPr="00EF2F0E">
              <w:rPr>
                <w:rFonts w:cs="Arial"/>
              </w:rPr>
              <w:t xml:space="preserve"> </w:t>
            </w:r>
            <w:r w:rsidRPr="00EF2F0E">
              <w:rPr>
                <w:rFonts w:cs="Arial"/>
              </w:rPr>
              <w:t>MHz E-UTRA signal</w:t>
            </w:r>
          </w:p>
        </w:tc>
      </w:tr>
      <w:tr w:rsidR="003401A4" w:rsidRPr="004E2A52" w14:paraId="0984FFDB" w14:textId="77777777" w:rsidTr="00A40339">
        <w:trPr>
          <w:jc w:val="center"/>
        </w:trPr>
        <w:tc>
          <w:tcPr>
            <w:tcW w:w="1467" w:type="dxa"/>
            <w:vAlign w:val="center"/>
          </w:tcPr>
          <w:p w14:paraId="0984FFD6" w14:textId="77777777" w:rsidR="00B15E99" w:rsidRPr="00EF2F0E" w:rsidRDefault="00B15E99" w:rsidP="00A40339">
            <w:pPr>
              <w:pStyle w:val="TAC"/>
              <w:rPr>
                <w:rFonts w:cs="Arial"/>
              </w:rPr>
            </w:pPr>
            <w:r w:rsidRPr="00EF2F0E">
              <w:rPr>
                <w:rFonts w:cs="Arial"/>
              </w:rPr>
              <w:t>10</w:t>
            </w:r>
          </w:p>
        </w:tc>
        <w:tc>
          <w:tcPr>
            <w:tcW w:w="1793" w:type="dxa"/>
            <w:vAlign w:val="center"/>
          </w:tcPr>
          <w:p w14:paraId="0984FFD7" w14:textId="77777777" w:rsidR="00B15E99" w:rsidRPr="00EF2F0E" w:rsidRDefault="00B15E99" w:rsidP="00A40339">
            <w:pPr>
              <w:pStyle w:val="TAC"/>
              <w:rPr>
                <w:rFonts w:cs="Arial"/>
                <w:lang w:eastAsia="ko-KR"/>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+ 6dB</w:t>
            </w:r>
            <w:r w:rsidRPr="00EF2F0E">
              <w:rPr>
                <w:rFonts w:cs="Arial"/>
                <w:lang w:eastAsia="ko-KR"/>
              </w:rPr>
              <w:t xml:space="preserve"> </w:t>
            </w:r>
          </w:p>
        </w:tc>
        <w:tc>
          <w:tcPr>
            <w:tcW w:w="1550" w:type="dxa"/>
            <w:vAlign w:val="center"/>
          </w:tcPr>
          <w:p w14:paraId="0984FFD8" w14:textId="77777777" w:rsidR="00B15E99" w:rsidRPr="00EF2F0E" w:rsidRDefault="00B15E99" w:rsidP="00A40339">
            <w:pPr>
              <w:pStyle w:val="TAC"/>
              <w:rPr>
                <w:rFonts w:cs="Arial"/>
                <w:lang w:eastAsia="zh-CN"/>
              </w:rPr>
            </w:pPr>
            <w:r w:rsidRPr="00EF2F0E">
              <w:rPr>
                <w:rFonts w:cs="Arial"/>
              </w:rPr>
              <w:t>-</w:t>
            </w:r>
            <w:r w:rsidRPr="00EF2F0E">
              <w:rPr>
                <w:rFonts w:cs="Arial"/>
                <w:lang w:eastAsia="zh-CN"/>
              </w:rPr>
              <w:t>44</w:t>
            </w:r>
            <w:r w:rsidRPr="00EF2F0E">
              <w:rPr>
                <w:rFonts w:cs="Arial"/>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102" w:type="dxa"/>
            <w:vAlign w:val="center"/>
          </w:tcPr>
          <w:p w14:paraId="0984FFD9" w14:textId="77777777" w:rsidR="00B15E99" w:rsidRPr="00EF2F0E" w:rsidRDefault="00B15E99" w:rsidP="00AA1961">
            <w:pPr>
              <w:pStyle w:val="TAC"/>
              <w:rPr>
                <w:rFonts w:cs="Arial"/>
              </w:rPr>
            </w:pPr>
            <w:r w:rsidRPr="00EF2F0E">
              <w:rPr>
                <w:rFonts w:cs="Arial"/>
              </w:rPr>
              <w:t>±2.5075</w:t>
            </w:r>
          </w:p>
        </w:tc>
        <w:tc>
          <w:tcPr>
            <w:tcW w:w="2945" w:type="dxa"/>
            <w:shd w:val="clear" w:color="auto" w:fill="auto"/>
            <w:vAlign w:val="center"/>
          </w:tcPr>
          <w:p w14:paraId="0984FFDA" w14:textId="77777777" w:rsidR="00B15E99" w:rsidRPr="00EF2F0E" w:rsidRDefault="00B15E99" w:rsidP="00B521A3">
            <w:pPr>
              <w:pStyle w:val="TAC"/>
              <w:rPr>
                <w:lang w:val="sv-SE"/>
              </w:rPr>
            </w:pPr>
            <w:r w:rsidRPr="00EF2F0E">
              <w:rPr>
                <w:lang w:val="sv-SE"/>
              </w:rPr>
              <w:t>5</w:t>
            </w:r>
            <w:r w:rsidR="00AA1961" w:rsidRPr="00EF2F0E">
              <w:rPr>
                <w:lang w:val="sv-SE"/>
              </w:rPr>
              <w:t xml:space="preserve"> </w:t>
            </w:r>
            <w:r w:rsidRPr="00EF2F0E">
              <w:rPr>
                <w:lang w:val="sv-SE"/>
              </w:rPr>
              <w:t>MHz E-UTRA signal</w:t>
            </w:r>
            <w:r w:rsidRPr="00EF2F0E">
              <w:rPr>
                <w:lang w:val="sv-SE" w:eastAsia="ko-KR"/>
              </w:rPr>
              <w:t xml:space="preserve"> (NOTE 2)</w:t>
            </w:r>
          </w:p>
        </w:tc>
      </w:tr>
      <w:tr w:rsidR="003401A4" w:rsidRPr="00EF2F0E" w14:paraId="0984FFE1" w14:textId="77777777" w:rsidTr="00A40339">
        <w:trPr>
          <w:jc w:val="center"/>
        </w:trPr>
        <w:tc>
          <w:tcPr>
            <w:tcW w:w="1467" w:type="dxa"/>
            <w:vAlign w:val="center"/>
          </w:tcPr>
          <w:p w14:paraId="0984FFDC" w14:textId="77777777" w:rsidR="00B15E99" w:rsidRPr="00EF2F0E" w:rsidRDefault="00B15E99" w:rsidP="00A40339">
            <w:pPr>
              <w:pStyle w:val="TAC"/>
              <w:rPr>
                <w:rFonts w:cs="Arial"/>
              </w:rPr>
            </w:pPr>
            <w:r w:rsidRPr="00EF2F0E">
              <w:rPr>
                <w:rFonts w:cs="Arial"/>
              </w:rPr>
              <w:t>15</w:t>
            </w:r>
          </w:p>
        </w:tc>
        <w:tc>
          <w:tcPr>
            <w:tcW w:w="1793" w:type="dxa"/>
            <w:vAlign w:val="center"/>
          </w:tcPr>
          <w:p w14:paraId="0984FFDD" w14:textId="77777777" w:rsidR="00B15E99" w:rsidRPr="00EF2F0E" w:rsidRDefault="00B15E99" w:rsidP="00A40339">
            <w:pPr>
              <w:pStyle w:val="TAC"/>
              <w:rPr>
                <w:rFonts w:cs="Arial"/>
                <w:lang w:eastAsia="ko-KR"/>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+ 6dB</w:t>
            </w:r>
            <w:r w:rsidRPr="00EF2F0E">
              <w:rPr>
                <w:rFonts w:cs="Arial"/>
                <w:lang w:eastAsia="ko-KR"/>
              </w:rPr>
              <w:t xml:space="preserve"> </w:t>
            </w:r>
          </w:p>
        </w:tc>
        <w:tc>
          <w:tcPr>
            <w:tcW w:w="1550" w:type="dxa"/>
            <w:vAlign w:val="center"/>
          </w:tcPr>
          <w:p w14:paraId="0984FFDE" w14:textId="77777777" w:rsidR="00B15E99" w:rsidRPr="00EF2F0E" w:rsidRDefault="00B15E99" w:rsidP="00A40339">
            <w:pPr>
              <w:pStyle w:val="TAC"/>
              <w:rPr>
                <w:rFonts w:cs="Arial"/>
                <w:lang w:eastAsia="zh-CN"/>
              </w:rPr>
            </w:pPr>
            <w:r w:rsidRPr="00EF2F0E">
              <w:rPr>
                <w:rFonts w:cs="Arial"/>
              </w:rPr>
              <w:t>-</w:t>
            </w:r>
            <w:r w:rsidRPr="00EF2F0E">
              <w:rPr>
                <w:rFonts w:cs="Arial"/>
                <w:lang w:eastAsia="zh-CN"/>
              </w:rPr>
              <w:t>44</w:t>
            </w:r>
            <w:r w:rsidRPr="00EF2F0E">
              <w:rPr>
                <w:rFonts w:cs="Arial"/>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102" w:type="dxa"/>
            <w:vAlign w:val="center"/>
          </w:tcPr>
          <w:p w14:paraId="0984FFDF" w14:textId="77777777" w:rsidR="00B15E99" w:rsidRPr="00EF2F0E" w:rsidRDefault="00B15E99" w:rsidP="00A40339">
            <w:pPr>
              <w:pStyle w:val="TAC"/>
              <w:rPr>
                <w:rFonts w:cs="Arial"/>
              </w:rPr>
            </w:pPr>
            <w:r w:rsidRPr="00EF2F0E">
              <w:rPr>
                <w:rFonts w:cs="Arial"/>
              </w:rPr>
              <w:t>±2.5125</w:t>
            </w:r>
          </w:p>
        </w:tc>
        <w:tc>
          <w:tcPr>
            <w:tcW w:w="2945" w:type="dxa"/>
            <w:shd w:val="clear" w:color="auto" w:fill="auto"/>
            <w:vAlign w:val="center"/>
          </w:tcPr>
          <w:p w14:paraId="0984FFE0" w14:textId="77777777" w:rsidR="00B15E99" w:rsidRPr="00EF2F0E" w:rsidRDefault="00B15E99" w:rsidP="00A40339">
            <w:pPr>
              <w:pStyle w:val="TAC"/>
              <w:rPr>
                <w:rFonts w:cs="Arial"/>
              </w:rPr>
            </w:pPr>
            <w:r w:rsidRPr="00EF2F0E">
              <w:rPr>
                <w:rFonts w:cs="Arial"/>
              </w:rPr>
              <w:t>5</w:t>
            </w:r>
            <w:r w:rsidR="00861FF9" w:rsidRPr="00EF2F0E">
              <w:rPr>
                <w:rFonts w:cs="Arial"/>
              </w:rPr>
              <w:t xml:space="preserve"> </w:t>
            </w:r>
            <w:r w:rsidRPr="00EF2F0E">
              <w:rPr>
                <w:rFonts w:cs="Arial"/>
              </w:rPr>
              <w:t>MHz E-UTRA signal</w:t>
            </w:r>
          </w:p>
        </w:tc>
      </w:tr>
      <w:tr w:rsidR="003401A4" w:rsidRPr="004E2A52" w14:paraId="0984FFE7" w14:textId="77777777" w:rsidTr="00A40339">
        <w:trPr>
          <w:jc w:val="center"/>
        </w:trPr>
        <w:tc>
          <w:tcPr>
            <w:tcW w:w="1467" w:type="dxa"/>
            <w:vAlign w:val="center"/>
          </w:tcPr>
          <w:p w14:paraId="0984FFE2" w14:textId="77777777" w:rsidR="00B15E99" w:rsidRPr="00EF2F0E" w:rsidRDefault="00B15E99" w:rsidP="00A40339">
            <w:pPr>
              <w:pStyle w:val="TAC"/>
              <w:rPr>
                <w:rFonts w:cs="Arial"/>
              </w:rPr>
            </w:pPr>
            <w:r w:rsidRPr="00EF2F0E">
              <w:rPr>
                <w:rFonts w:cs="Arial"/>
              </w:rPr>
              <w:t>20</w:t>
            </w:r>
          </w:p>
        </w:tc>
        <w:tc>
          <w:tcPr>
            <w:tcW w:w="1793" w:type="dxa"/>
            <w:vAlign w:val="center"/>
          </w:tcPr>
          <w:p w14:paraId="0984FFE3" w14:textId="77777777" w:rsidR="00B15E99" w:rsidRPr="00EF2F0E" w:rsidRDefault="00B15E99" w:rsidP="00A40339">
            <w:pPr>
              <w:pStyle w:val="TAC"/>
              <w:rPr>
                <w:rFonts w:cs="Arial"/>
                <w:lang w:eastAsia="ko-KR"/>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+ 6dB</w:t>
            </w:r>
            <w:r w:rsidRPr="00EF2F0E">
              <w:rPr>
                <w:rFonts w:cs="Arial"/>
                <w:lang w:eastAsia="ko-KR"/>
              </w:rPr>
              <w:t xml:space="preserve"> </w:t>
            </w:r>
          </w:p>
        </w:tc>
        <w:tc>
          <w:tcPr>
            <w:tcW w:w="1550" w:type="dxa"/>
            <w:vAlign w:val="center"/>
          </w:tcPr>
          <w:p w14:paraId="0984FFE4" w14:textId="77777777" w:rsidR="00B15E99" w:rsidRPr="00EF2F0E" w:rsidRDefault="00B15E99" w:rsidP="00A40339">
            <w:pPr>
              <w:pStyle w:val="TAC"/>
              <w:rPr>
                <w:rFonts w:cs="Arial"/>
                <w:lang w:eastAsia="zh-CN"/>
              </w:rPr>
            </w:pPr>
            <w:r w:rsidRPr="00EF2F0E">
              <w:rPr>
                <w:rFonts w:cs="Arial"/>
              </w:rPr>
              <w:t>-</w:t>
            </w:r>
            <w:r w:rsidRPr="00EF2F0E">
              <w:rPr>
                <w:rFonts w:cs="Arial"/>
                <w:lang w:eastAsia="zh-CN"/>
              </w:rPr>
              <w:t>44</w:t>
            </w:r>
            <w:r w:rsidRPr="00EF2F0E">
              <w:rPr>
                <w:rFonts w:cs="Arial"/>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102" w:type="dxa"/>
            <w:vAlign w:val="center"/>
          </w:tcPr>
          <w:p w14:paraId="0984FFE5" w14:textId="77777777" w:rsidR="00B15E99" w:rsidRPr="00EF2F0E" w:rsidRDefault="00B15E99" w:rsidP="00AA1961">
            <w:pPr>
              <w:pStyle w:val="TAC"/>
              <w:rPr>
                <w:rFonts w:cs="Arial"/>
              </w:rPr>
            </w:pPr>
            <w:r w:rsidRPr="00EF2F0E">
              <w:rPr>
                <w:rFonts w:cs="Arial"/>
              </w:rPr>
              <w:t>±2.5025</w:t>
            </w:r>
          </w:p>
        </w:tc>
        <w:tc>
          <w:tcPr>
            <w:tcW w:w="2945" w:type="dxa"/>
            <w:shd w:val="clear" w:color="auto" w:fill="auto"/>
            <w:vAlign w:val="center"/>
          </w:tcPr>
          <w:p w14:paraId="0984FFE6" w14:textId="77777777" w:rsidR="00B15E99" w:rsidRPr="00EF2F0E" w:rsidRDefault="00B15E99" w:rsidP="00B521A3">
            <w:pPr>
              <w:pStyle w:val="TAC"/>
              <w:rPr>
                <w:rFonts w:cs="Arial"/>
                <w:lang w:val="sv-SE" w:eastAsia="ko-KR"/>
              </w:rPr>
            </w:pPr>
            <w:r w:rsidRPr="00EF2F0E">
              <w:rPr>
                <w:rFonts w:cs="Arial"/>
                <w:lang w:val="sv-SE"/>
              </w:rPr>
              <w:t>5</w:t>
            </w:r>
            <w:r w:rsidR="00AA1961" w:rsidRPr="00EF2F0E">
              <w:rPr>
                <w:rFonts w:cs="Arial"/>
                <w:lang w:val="sv-SE"/>
              </w:rPr>
              <w:t xml:space="preserve"> </w:t>
            </w:r>
            <w:r w:rsidRPr="00EF2F0E">
              <w:rPr>
                <w:rFonts w:cs="Arial"/>
                <w:lang w:val="sv-SE"/>
              </w:rPr>
              <w:t>MHz E-UTRA signal</w:t>
            </w:r>
            <w:r w:rsidRPr="00EF2F0E">
              <w:rPr>
                <w:rFonts w:cs="Arial"/>
                <w:lang w:val="sv-SE" w:eastAsia="ko-KR"/>
              </w:rPr>
              <w:t xml:space="preserve"> (NOTE 2)</w:t>
            </w:r>
          </w:p>
        </w:tc>
      </w:tr>
      <w:tr w:rsidR="00B15E99" w:rsidRPr="00EF2F0E" w14:paraId="0984FFEB" w14:textId="77777777" w:rsidTr="00A40339">
        <w:trPr>
          <w:jc w:val="center"/>
        </w:trPr>
        <w:tc>
          <w:tcPr>
            <w:tcW w:w="9857" w:type="dxa"/>
            <w:gridSpan w:val="5"/>
            <w:vAlign w:val="center"/>
          </w:tcPr>
          <w:p w14:paraId="0984FFE8" w14:textId="77777777" w:rsidR="00B15E99" w:rsidRPr="00EF2F0E" w:rsidRDefault="00B15E99" w:rsidP="00A40339">
            <w:pPr>
              <w:pStyle w:val="TAN"/>
              <w:rPr>
                <w:lang w:eastAsia="ja-JP"/>
              </w:rPr>
            </w:pPr>
            <w:r w:rsidRPr="00EF2F0E">
              <w:t>NOTE</w:t>
            </w:r>
            <w:r w:rsidRPr="00EF2F0E">
              <w:rPr>
                <w:lang w:eastAsia="ko-KR"/>
              </w:rPr>
              <w:t xml:space="preserve"> 1</w:t>
            </w:r>
            <w:r w:rsidRPr="00EF2F0E">
              <w:t>:</w:t>
            </w:r>
            <w:r w:rsidRPr="00EF2F0E">
              <w:tab/>
            </w:r>
            <w:r w:rsidRPr="00EF2F0E">
              <w:rPr>
                <w:szCs w:val="18"/>
                <w:lang w:eastAsia="ja-JP"/>
              </w:rPr>
              <w:t>EIS</w:t>
            </w:r>
            <w:r w:rsidRPr="00EF2F0E">
              <w:rPr>
                <w:szCs w:val="18"/>
                <w:vertAlign w:val="subscript"/>
                <w:lang w:eastAsia="ja-JP"/>
              </w:rPr>
              <w:t>minSENS</w:t>
            </w:r>
            <w:r w:rsidRPr="00EF2F0E" w:rsidDel="00A31D92">
              <w:t xml:space="preserve"> </w:t>
            </w:r>
            <w:r w:rsidRPr="00EF2F0E">
              <w:t xml:space="preserve">depends on the </w:t>
            </w:r>
            <w:r w:rsidRPr="00EF2F0E">
              <w:rPr>
                <w:i/>
              </w:rPr>
              <w:t>channel bandwidth</w:t>
            </w:r>
            <w:r w:rsidRPr="00EF2F0E">
              <w:t xml:space="preserve"> as specified </w:t>
            </w:r>
            <w:r w:rsidRPr="00EF2F0E">
              <w:rPr>
                <w:lang w:eastAsia="ja-JP"/>
              </w:rPr>
              <w:t>see subclause 10.2.</w:t>
            </w:r>
          </w:p>
          <w:p w14:paraId="0984FFE9" w14:textId="77777777" w:rsidR="00B15E99" w:rsidRPr="00EF2F0E" w:rsidRDefault="00B15E99" w:rsidP="00A40339">
            <w:pPr>
              <w:pStyle w:val="TAN"/>
              <w:rPr>
                <w:lang w:eastAsia="zh-CN"/>
              </w:rPr>
            </w:pPr>
            <w:r w:rsidRPr="00EF2F0E">
              <w:rPr>
                <w:lang w:eastAsia="ko-KR"/>
              </w:rPr>
              <w:t>NOTE 2:</w:t>
            </w:r>
            <w:r w:rsidRPr="00EF2F0E">
              <w:rPr>
                <w:lang w:eastAsia="ko-KR"/>
              </w:rPr>
              <w:tab/>
            </w:r>
            <w:r w:rsidRPr="00EF2F0E">
              <w:rPr>
                <w:lang w:eastAsia="zh-CN"/>
              </w:rPr>
              <w:t>This type of interfering signal is not applied for Band 46</w:t>
            </w:r>
            <w:r w:rsidR="00AA1961" w:rsidRPr="00EF2F0E">
              <w:rPr>
                <w:lang w:eastAsia="zh-CN"/>
              </w:rPr>
              <w:t xml:space="preserve"> </w:t>
            </w:r>
            <w:r w:rsidR="00AA1961" w:rsidRPr="00EF2F0E">
              <w:rPr>
                <w:rFonts w:cs="Arial"/>
                <w:lang w:eastAsia="zh-CN"/>
              </w:rPr>
              <w:t>nor for Band 49</w:t>
            </w:r>
            <w:r w:rsidRPr="00EF2F0E">
              <w:rPr>
                <w:lang w:eastAsia="zh-CN"/>
              </w:rPr>
              <w:t>.</w:t>
            </w:r>
          </w:p>
          <w:p w14:paraId="0984FFEA" w14:textId="77777777" w:rsidR="00B15E99" w:rsidRPr="00EF2F0E" w:rsidRDefault="00B15E99" w:rsidP="00A40339">
            <w:pPr>
              <w:pStyle w:val="TAN"/>
            </w:pPr>
            <w:r w:rsidRPr="00EF2F0E">
              <w:rPr>
                <w:lang w:eastAsia="ko-KR"/>
              </w:rPr>
              <w:t>NOTE 3:</w:t>
            </w:r>
            <w:r w:rsidRPr="00EF2F0E">
              <w:rPr>
                <w:lang w:eastAsia="ko-KR"/>
              </w:rPr>
              <w:tab/>
            </w:r>
            <w:r w:rsidR="00AA1961" w:rsidRPr="00EF2F0E">
              <w:rPr>
                <w:lang w:eastAsia="zh-CN"/>
              </w:rPr>
              <w:t>Void</w:t>
            </w:r>
          </w:p>
        </w:tc>
      </w:tr>
    </w:tbl>
    <w:p w14:paraId="0984FFEC" w14:textId="77777777" w:rsidR="00B15E99" w:rsidRPr="00EF2F0E" w:rsidRDefault="00B15E99" w:rsidP="00A40339"/>
    <w:p w14:paraId="0984FFED" w14:textId="77777777" w:rsidR="00B15E99" w:rsidRPr="00EF2F0E" w:rsidRDefault="00B15E99" w:rsidP="007853C3">
      <w:pPr>
        <w:pStyle w:val="TH"/>
        <w:rPr>
          <w:rFonts w:eastAsia="Osaka"/>
        </w:rPr>
      </w:pPr>
      <w:r w:rsidRPr="00EF2F0E">
        <w:rPr>
          <w:rFonts w:eastAsia="Osaka"/>
        </w:rPr>
        <w:t xml:space="preserve">Table 10.5.4.2-5: Adjacent channel selectivity for </w:t>
      </w:r>
      <w:r w:rsidRPr="00EF2F0E">
        <w:rPr>
          <w:lang w:eastAsia="zh-CN"/>
        </w:rPr>
        <w:t xml:space="preserve">E-UTRA </w:t>
      </w:r>
      <w:r w:rsidRPr="00EF2F0E">
        <w:rPr>
          <w:rFonts w:eastAsia="Osaka"/>
        </w:rPr>
        <w:t>Medium Range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1836"/>
        <w:gridCol w:w="1344"/>
        <w:gridCol w:w="2012"/>
        <w:gridCol w:w="2972"/>
      </w:tblGrid>
      <w:tr w:rsidR="003401A4" w:rsidRPr="00EF2F0E" w14:paraId="0984FFF5" w14:textId="77777777" w:rsidTr="00A40339">
        <w:trPr>
          <w:jc w:val="center"/>
        </w:trPr>
        <w:tc>
          <w:tcPr>
            <w:tcW w:w="1467" w:type="dxa"/>
            <w:shd w:val="clear" w:color="auto" w:fill="auto"/>
            <w:vAlign w:val="center"/>
          </w:tcPr>
          <w:p w14:paraId="0984FFEE" w14:textId="77777777" w:rsidR="00B15E99" w:rsidRPr="00EF2F0E" w:rsidRDefault="00B15E99" w:rsidP="00A40339">
            <w:pPr>
              <w:pStyle w:val="TAH"/>
              <w:rPr>
                <w:rFonts w:cs="Arial"/>
              </w:rPr>
            </w:pPr>
            <w:r w:rsidRPr="00EF2F0E">
              <w:rPr>
                <w:rFonts w:cs="Arial"/>
              </w:rPr>
              <w:t>E-UTRA</w:t>
            </w:r>
          </w:p>
          <w:p w14:paraId="0984FFEF" w14:textId="77777777" w:rsidR="00B15E99" w:rsidRPr="00EF2F0E" w:rsidRDefault="00B15E99" w:rsidP="00A40339">
            <w:pPr>
              <w:pStyle w:val="TAH"/>
              <w:rPr>
                <w:rFonts w:cs="Arial"/>
              </w:rPr>
            </w:pPr>
            <w:r w:rsidRPr="00EF2F0E">
              <w:rPr>
                <w:rFonts w:cs="Arial"/>
                <w:i/>
              </w:rPr>
              <w:t>channel bandwidth</w:t>
            </w:r>
            <w:r w:rsidRPr="00EF2F0E">
              <w:rPr>
                <w:rFonts w:cs="Arial"/>
              </w:rPr>
              <w:t xml:space="preserve"> of the lowest/highest carrier received [MHz]</w:t>
            </w:r>
          </w:p>
        </w:tc>
        <w:tc>
          <w:tcPr>
            <w:tcW w:w="1873" w:type="dxa"/>
            <w:vAlign w:val="center"/>
          </w:tcPr>
          <w:p w14:paraId="0984FFF0" w14:textId="77777777" w:rsidR="00B15E99" w:rsidRPr="00EF2F0E" w:rsidRDefault="00B15E99" w:rsidP="00A40339">
            <w:pPr>
              <w:pStyle w:val="TAH"/>
              <w:rPr>
                <w:rFonts w:cs="Arial"/>
              </w:rPr>
            </w:pPr>
            <w:r w:rsidRPr="00EF2F0E">
              <w:rPr>
                <w:rFonts w:cs="Arial"/>
              </w:rPr>
              <w:t>Wanted signal mean power [dBm]</w:t>
            </w:r>
          </w:p>
          <w:p w14:paraId="0984FFF1" w14:textId="77777777" w:rsidR="00B15E99" w:rsidRPr="00EF2F0E" w:rsidRDefault="00B15E99" w:rsidP="00A40339">
            <w:pPr>
              <w:pStyle w:val="TAH"/>
              <w:rPr>
                <w:rFonts w:cs="Arial"/>
              </w:rPr>
            </w:pPr>
            <w:r w:rsidRPr="00EF2F0E">
              <w:rPr>
                <w:rFonts w:cs="Arial"/>
              </w:rPr>
              <w:t>(NOTE 1)</w:t>
            </w:r>
          </w:p>
        </w:tc>
        <w:tc>
          <w:tcPr>
            <w:tcW w:w="1355" w:type="dxa"/>
            <w:vAlign w:val="center"/>
          </w:tcPr>
          <w:p w14:paraId="0984FFF2" w14:textId="77777777" w:rsidR="00B15E99" w:rsidRPr="00EF2F0E" w:rsidRDefault="00B15E99" w:rsidP="00A40339">
            <w:pPr>
              <w:pStyle w:val="TAH"/>
              <w:rPr>
                <w:rFonts w:cs="Arial"/>
              </w:rPr>
            </w:pPr>
            <w:r w:rsidRPr="00EF2F0E">
              <w:rPr>
                <w:rFonts w:cs="Arial"/>
              </w:rPr>
              <w:t>Interfering signal mean power [dBm]</w:t>
            </w:r>
          </w:p>
        </w:tc>
        <w:tc>
          <w:tcPr>
            <w:tcW w:w="2047" w:type="dxa"/>
            <w:vAlign w:val="center"/>
          </w:tcPr>
          <w:p w14:paraId="0984FFF3" w14:textId="77777777" w:rsidR="00B15E99" w:rsidRPr="00EF2F0E" w:rsidRDefault="00B15E99" w:rsidP="00A40339">
            <w:pPr>
              <w:pStyle w:val="TAH"/>
              <w:rPr>
                <w:rFonts w:cs="Arial"/>
              </w:rPr>
            </w:pPr>
            <w:r w:rsidRPr="00EF2F0E">
              <w:rPr>
                <w:rFonts w:cs="Arial"/>
              </w:rPr>
              <w:t xml:space="preserve"> Interfering signal centre frequency offset </w:t>
            </w:r>
            <w:r w:rsidRPr="00EF2F0E">
              <w:rPr>
                <w:rFonts w:cs="Arial"/>
                <w:lang w:eastAsia="zh-CN"/>
              </w:rPr>
              <w:t>to the lower/upper</w:t>
            </w:r>
            <w:r w:rsidRPr="00EF2F0E">
              <w:rPr>
                <w:rFonts w:cs="Arial"/>
              </w:rPr>
              <w:t xml:space="preserve"> </w:t>
            </w:r>
            <w:r w:rsidRPr="00EF2F0E">
              <w:rPr>
                <w:rFonts w:cs="Arial"/>
                <w:i/>
              </w:rPr>
              <w:t>Base Station RF Bandwidth</w:t>
            </w:r>
            <w:r w:rsidRPr="00EF2F0E">
              <w:rPr>
                <w:rFonts w:cs="Arial"/>
              </w:rPr>
              <w:t xml:space="preserve"> edge </w:t>
            </w:r>
            <w:r w:rsidRPr="00EF2F0E">
              <w:rPr>
                <w:rFonts w:cs="Arial"/>
                <w:lang w:eastAsia="zh-CN"/>
              </w:rPr>
              <w:t xml:space="preserve">or sub-block edge inside a </w:t>
            </w:r>
            <w:r w:rsidRPr="00EF2F0E">
              <w:rPr>
                <w:rFonts w:cs="Arial"/>
                <w:i/>
                <w:lang w:eastAsia="zh-CN"/>
              </w:rPr>
              <w:t>sub-block gap</w:t>
            </w:r>
            <w:r w:rsidRPr="00EF2F0E">
              <w:rPr>
                <w:rFonts w:cs="Arial"/>
              </w:rPr>
              <w:t xml:space="preserve"> [MHz]</w:t>
            </w:r>
          </w:p>
        </w:tc>
        <w:tc>
          <w:tcPr>
            <w:tcW w:w="3056" w:type="dxa"/>
            <w:vAlign w:val="center"/>
          </w:tcPr>
          <w:p w14:paraId="0984FFF4"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4FFFB" w14:textId="77777777" w:rsidTr="00A40339">
        <w:trPr>
          <w:jc w:val="center"/>
        </w:trPr>
        <w:tc>
          <w:tcPr>
            <w:tcW w:w="1467" w:type="dxa"/>
            <w:vAlign w:val="center"/>
          </w:tcPr>
          <w:p w14:paraId="0984FFF6" w14:textId="77777777" w:rsidR="00B15E99" w:rsidRPr="00EF2F0E" w:rsidRDefault="00B15E99" w:rsidP="00A40339">
            <w:pPr>
              <w:pStyle w:val="TAC"/>
              <w:rPr>
                <w:rFonts w:cs="Arial"/>
              </w:rPr>
            </w:pPr>
            <w:r w:rsidRPr="00EF2F0E">
              <w:rPr>
                <w:rFonts w:cs="Arial"/>
              </w:rPr>
              <w:t>1.4</w:t>
            </w:r>
          </w:p>
        </w:tc>
        <w:tc>
          <w:tcPr>
            <w:tcW w:w="1873" w:type="dxa"/>
            <w:vAlign w:val="center"/>
          </w:tcPr>
          <w:p w14:paraId="0984FFF7"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sidDel="006E4AFD">
              <w:rPr>
                <w:rFonts w:cs="Arial"/>
              </w:rPr>
              <w:t xml:space="preserve"> </w:t>
            </w:r>
            <w:r w:rsidRPr="00EF2F0E">
              <w:rPr>
                <w:rFonts w:cs="Arial"/>
              </w:rPr>
              <w:t>+ 11dB</w:t>
            </w:r>
            <w:r w:rsidRPr="00EF2F0E">
              <w:rPr>
                <w:rFonts w:cs="Arial"/>
                <w:lang w:eastAsia="ko-KR"/>
              </w:rPr>
              <w:t xml:space="preserve"> </w:t>
            </w:r>
          </w:p>
        </w:tc>
        <w:tc>
          <w:tcPr>
            <w:tcW w:w="1355" w:type="dxa"/>
            <w:vAlign w:val="center"/>
          </w:tcPr>
          <w:p w14:paraId="0984FFF8" w14:textId="77777777" w:rsidR="00B15E99" w:rsidRPr="00EF2F0E" w:rsidRDefault="00B15E99" w:rsidP="00A40339">
            <w:pPr>
              <w:pStyle w:val="TAC"/>
              <w:rPr>
                <w:rFonts w:cs="Arial"/>
              </w:rPr>
            </w:pPr>
            <w:r w:rsidRPr="00EF2F0E">
              <w:rPr>
                <w:rFonts w:cs="Arial"/>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047" w:type="dxa"/>
            <w:vAlign w:val="center"/>
          </w:tcPr>
          <w:p w14:paraId="0984FFF9" w14:textId="77777777" w:rsidR="00B15E99" w:rsidRPr="00EF2F0E" w:rsidRDefault="00B15E99" w:rsidP="00A40339">
            <w:pPr>
              <w:pStyle w:val="TAC"/>
              <w:rPr>
                <w:rFonts w:cs="Arial"/>
              </w:rPr>
            </w:pPr>
            <w:r w:rsidRPr="00EF2F0E">
              <w:rPr>
                <w:rFonts w:cs="Arial"/>
              </w:rPr>
              <w:t>±0.7025</w:t>
            </w:r>
          </w:p>
        </w:tc>
        <w:tc>
          <w:tcPr>
            <w:tcW w:w="3056" w:type="dxa"/>
            <w:shd w:val="clear" w:color="auto" w:fill="auto"/>
            <w:vAlign w:val="center"/>
          </w:tcPr>
          <w:p w14:paraId="0984FFFA" w14:textId="77777777" w:rsidR="00B15E99" w:rsidRPr="00EF2F0E" w:rsidRDefault="00B15E99" w:rsidP="00A40339">
            <w:pPr>
              <w:pStyle w:val="TAC"/>
              <w:rPr>
                <w:rFonts w:cs="Arial"/>
              </w:rPr>
            </w:pPr>
            <w:r w:rsidRPr="00EF2F0E">
              <w:rPr>
                <w:rFonts w:cs="Arial"/>
              </w:rPr>
              <w:t>1.4</w:t>
            </w:r>
            <w:r w:rsidR="00AA1961" w:rsidRPr="00EF2F0E">
              <w:rPr>
                <w:rFonts w:cs="Arial"/>
              </w:rPr>
              <w:t xml:space="preserve"> </w:t>
            </w:r>
            <w:r w:rsidRPr="00EF2F0E">
              <w:rPr>
                <w:rFonts w:cs="Arial"/>
              </w:rPr>
              <w:t>MHz E-UTRA signal</w:t>
            </w:r>
          </w:p>
        </w:tc>
      </w:tr>
      <w:tr w:rsidR="003401A4" w:rsidRPr="00EF2F0E" w14:paraId="09850001" w14:textId="77777777" w:rsidTr="00A40339">
        <w:trPr>
          <w:jc w:val="center"/>
        </w:trPr>
        <w:tc>
          <w:tcPr>
            <w:tcW w:w="1467" w:type="dxa"/>
            <w:vAlign w:val="center"/>
          </w:tcPr>
          <w:p w14:paraId="0984FFFC" w14:textId="77777777" w:rsidR="00B15E99" w:rsidRPr="00EF2F0E" w:rsidRDefault="00B15E99" w:rsidP="00A40339">
            <w:pPr>
              <w:pStyle w:val="TAC"/>
              <w:rPr>
                <w:rFonts w:cs="Arial"/>
              </w:rPr>
            </w:pPr>
            <w:r w:rsidRPr="00EF2F0E">
              <w:rPr>
                <w:rFonts w:cs="Arial"/>
              </w:rPr>
              <w:t>3</w:t>
            </w:r>
          </w:p>
        </w:tc>
        <w:tc>
          <w:tcPr>
            <w:tcW w:w="1873" w:type="dxa"/>
            <w:vAlign w:val="center"/>
          </w:tcPr>
          <w:p w14:paraId="0984FFFD" w14:textId="77777777" w:rsidR="00B15E99" w:rsidRPr="00EF2F0E" w:rsidRDefault="00B15E99" w:rsidP="00A40339">
            <w:pPr>
              <w:pStyle w:val="TAC"/>
              <w:rPr>
                <w:rFonts w:cs="Arial"/>
                <w:lang w:eastAsia="ko-KR"/>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+ 8dB</w:t>
            </w:r>
            <w:r w:rsidRPr="00EF2F0E">
              <w:rPr>
                <w:rFonts w:cs="Arial"/>
                <w:lang w:eastAsia="ko-KR"/>
              </w:rPr>
              <w:t xml:space="preserve"> </w:t>
            </w:r>
          </w:p>
        </w:tc>
        <w:tc>
          <w:tcPr>
            <w:tcW w:w="1355" w:type="dxa"/>
            <w:vAlign w:val="center"/>
          </w:tcPr>
          <w:p w14:paraId="0984FFFE" w14:textId="77777777" w:rsidR="00B15E99" w:rsidRPr="00EF2F0E" w:rsidRDefault="00B15E99" w:rsidP="00A40339">
            <w:pPr>
              <w:pStyle w:val="TAC"/>
              <w:rPr>
                <w:rFonts w:cs="Arial"/>
              </w:rPr>
            </w:pPr>
            <w:r w:rsidRPr="00EF2F0E">
              <w:rPr>
                <w:rFonts w:cs="Arial"/>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047" w:type="dxa"/>
            <w:vAlign w:val="center"/>
          </w:tcPr>
          <w:p w14:paraId="0984FFFF" w14:textId="77777777" w:rsidR="00B15E99" w:rsidRPr="00EF2F0E" w:rsidRDefault="00B15E99" w:rsidP="00A40339">
            <w:pPr>
              <w:pStyle w:val="TAC"/>
              <w:rPr>
                <w:rFonts w:cs="Arial"/>
              </w:rPr>
            </w:pPr>
            <w:r w:rsidRPr="00EF2F0E">
              <w:rPr>
                <w:rFonts w:cs="Arial"/>
              </w:rPr>
              <w:t>±1.5075</w:t>
            </w:r>
          </w:p>
        </w:tc>
        <w:tc>
          <w:tcPr>
            <w:tcW w:w="3056" w:type="dxa"/>
            <w:shd w:val="clear" w:color="auto" w:fill="auto"/>
            <w:vAlign w:val="center"/>
          </w:tcPr>
          <w:p w14:paraId="09850000" w14:textId="77777777" w:rsidR="00B15E99" w:rsidRPr="00EF2F0E" w:rsidRDefault="00B15E99" w:rsidP="00A40339">
            <w:pPr>
              <w:pStyle w:val="TAC"/>
              <w:rPr>
                <w:rFonts w:cs="Arial"/>
              </w:rPr>
            </w:pPr>
            <w:r w:rsidRPr="00EF2F0E">
              <w:rPr>
                <w:rFonts w:cs="Arial"/>
              </w:rPr>
              <w:t>3</w:t>
            </w:r>
            <w:r w:rsidR="00AA1961" w:rsidRPr="00EF2F0E">
              <w:rPr>
                <w:rFonts w:cs="Arial"/>
              </w:rPr>
              <w:t xml:space="preserve"> </w:t>
            </w:r>
            <w:r w:rsidRPr="00EF2F0E">
              <w:rPr>
                <w:rFonts w:cs="Arial"/>
              </w:rPr>
              <w:t>MHz E-UTRA signal</w:t>
            </w:r>
          </w:p>
        </w:tc>
      </w:tr>
      <w:tr w:rsidR="003401A4" w:rsidRPr="00EF2F0E" w14:paraId="09850007" w14:textId="77777777" w:rsidTr="00A40339">
        <w:trPr>
          <w:jc w:val="center"/>
        </w:trPr>
        <w:tc>
          <w:tcPr>
            <w:tcW w:w="1467" w:type="dxa"/>
            <w:vAlign w:val="center"/>
          </w:tcPr>
          <w:p w14:paraId="09850002" w14:textId="77777777" w:rsidR="00B15E99" w:rsidRPr="00EF2F0E" w:rsidRDefault="00B15E99" w:rsidP="00A40339">
            <w:pPr>
              <w:pStyle w:val="TAC"/>
              <w:rPr>
                <w:rFonts w:cs="Arial"/>
              </w:rPr>
            </w:pPr>
            <w:r w:rsidRPr="00EF2F0E">
              <w:rPr>
                <w:rFonts w:cs="Arial"/>
              </w:rPr>
              <w:t>5</w:t>
            </w:r>
          </w:p>
        </w:tc>
        <w:tc>
          <w:tcPr>
            <w:tcW w:w="1873" w:type="dxa"/>
            <w:vAlign w:val="center"/>
          </w:tcPr>
          <w:p w14:paraId="09850003" w14:textId="77777777" w:rsidR="00B15E99" w:rsidRPr="00EF2F0E" w:rsidRDefault="00B15E99" w:rsidP="00A40339">
            <w:pPr>
              <w:pStyle w:val="TAC"/>
              <w:rPr>
                <w:rFonts w:cs="Arial"/>
                <w:lang w:eastAsia="ko-KR"/>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+ 6dB</w:t>
            </w:r>
            <w:r w:rsidRPr="00EF2F0E">
              <w:rPr>
                <w:rFonts w:cs="Arial"/>
                <w:lang w:eastAsia="ko-KR"/>
              </w:rPr>
              <w:t xml:space="preserve"> </w:t>
            </w:r>
          </w:p>
        </w:tc>
        <w:tc>
          <w:tcPr>
            <w:tcW w:w="1355" w:type="dxa"/>
            <w:vAlign w:val="center"/>
          </w:tcPr>
          <w:p w14:paraId="09850004" w14:textId="77777777" w:rsidR="00B15E99" w:rsidRPr="00EF2F0E" w:rsidRDefault="00B15E99" w:rsidP="00A40339">
            <w:pPr>
              <w:pStyle w:val="TAC"/>
              <w:rPr>
                <w:rFonts w:cs="Arial"/>
              </w:rPr>
            </w:pPr>
            <w:r w:rsidRPr="00EF2F0E">
              <w:rPr>
                <w:rFonts w:cs="Arial"/>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047" w:type="dxa"/>
            <w:vAlign w:val="center"/>
          </w:tcPr>
          <w:p w14:paraId="09850005" w14:textId="77777777" w:rsidR="00B15E99" w:rsidRPr="00EF2F0E" w:rsidRDefault="00B15E99" w:rsidP="00A40339">
            <w:pPr>
              <w:pStyle w:val="TAC"/>
              <w:rPr>
                <w:rFonts w:cs="Arial"/>
              </w:rPr>
            </w:pPr>
            <w:r w:rsidRPr="00EF2F0E">
              <w:rPr>
                <w:rFonts w:cs="Arial"/>
              </w:rPr>
              <w:t>±2.5025</w:t>
            </w:r>
          </w:p>
        </w:tc>
        <w:tc>
          <w:tcPr>
            <w:tcW w:w="3056" w:type="dxa"/>
            <w:shd w:val="clear" w:color="auto" w:fill="auto"/>
            <w:vAlign w:val="center"/>
          </w:tcPr>
          <w:p w14:paraId="09850006" w14:textId="77777777" w:rsidR="00B15E99" w:rsidRPr="00EF2F0E" w:rsidRDefault="00B15E99" w:rsidP="00A40339">
            <w:pPr>
              <w:pStyle w:val="TAC"/>
              <w:rPr>
                <w:rFonts w:cs="Arial"/>
              </w:rPr>
            </w:pPr>
            <w:r w:rsidRPr="00EF2F0E">
              <w:rPr>
                <w:rFonts w:cs="Arial"/>
              </w:rPr>
              <w:t>5</w:t>
            </w:r>
            <w:r w:rsidR="00AA1961" w:rsidRPr="00EF2F0E">
              <w:rPr>
                <w:rFonts w:cs="Arial"/>
              </w:rPr>
              <w:t xml:space="preserve"> </w:t>
            </w:r>
            <w:r w:rsidRPr="00EF2F0E">
              <w:rPr>
                <w:rFonts w:cs="Arial"/>
              </w:rPr>
              <w:t>MHz E-UTRA signal</w:t>
            </w:r>
          </w:p>
        </w:tc>
      </w:tr>
      <w:tr w:rsidR="003401A4" w:rsidRPr="004E2A52" w14:paraId="0985000D" w14:textId="77777777" w:rsidTr="00A40339">
        <w:trPr>
          <w:jc w:val="center"/>
        </w:trPr>
        <w:tc>
          <w:tcPr>
            <w:tcW w:w="1467" w:type="dxa"/>
            <w:vAlign w:val="center"/>
          </w:tcPr>
          <w:p w14:paraId="09850008" w14:textId="77777777" w:rsidR="00B15E99" w:rsidRPr="00EF2F0E" w:rsidRDefault="00B15E99" w:rsidP="00A40339">
            <w:pPr>
              <w:pStyle w:val="TAC"/>
              <w:rPr>
                <w:rFonts w:cs="Arial"/>
              </w:rPr>
            </w:pPr>
            <w:r w:rsidRPr="00EF2F0E">
              <w:rPr>
                <w:rFonts w:cs="Arial"/>
              </w:rPr>
              <w:t>10</w:t>
            </w:r>
          </w:p>
        </w:tc>
        <w:tc>
          <w:tcPr>
            <w:tcW w:w="1873" w:type="dxa"/>
            <w:vAlign w:val="center"/>
          </w:tcPr>
          <w:p w14:paraId="09850009" w14:textId="77777777" w:rsidR="00B15E99" w:rsidRPr="00EF2F0E" w:rsidRDefault="00B15E99" w:rsidP="00A40339">
            <w:pPr>
              <w:pStyle w:val="TAC"/>
              <w:rPr>
                <w:rFonts w:cs="Arial"/>
                <w:lang w:eastAsia="ko-KR"/>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+ 6dB</w:t>
            </w:r>
            <w:r w:rsidRPr="00EF2F0E">
              <w:rPr>
                <w:rFonts w:cs="Arial"/>
                <w:lang w:eastAsia="ko-KR"/>
              </w:rPr>
              <w:t xml:space="preserve"> </w:t>
            </w:r>
          </w:p>
        </w:tc>
        <w:tc>
          <w:tcPr>
            <w:tcW w:w="1355" w:type="dxa"/>
            <w:vAlign w:val="center"/>
          </w:tcPr>
          <w:p w14:paraId="0985000A" w14:textId="77777777" w:rsidR="00B15E99" w:rsidRPr="00EF2F0E" w:rsidRDefault="00B15E99" w:rsidP="00A40339">
            <w:pPr>
              <w:pStyle w:val="TAC"/>
              <w:rPr>
                <w:rFonts w:cs="Arial"/>
              </w:rPr>
            </w:pPr>
            <w:r w:rsidRPr="00EF2F0E">
              <w:rPr>
                <w:rFonts w:cs="Arial"/>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047" w:type="dxa"/>
            <w:vAlign w:val="center"/>
          </w:tcPr>
          <w:p w14:paraId="0985000B" w14:textId="77777777" w:rsidR="00B15E99" w:rsidRPr="00EF2F0E" w:rsidRDefault="00B15E99" w:rsidP="00AA1961">
            <w:pPr>
              <w:pStyle w:val="TAC"/>
              <w:rPr>
                <w:rFonts w:cs="Arial"/>
              </w:rPr>
            </w:pPr>
            <w:r w:rsidRPr="00EF2F0E">
              <w:rPr>
                <w:rFonts w:cs="Arial"/>
              </w:rPr>
              <w:t>±2.5075</w:t>
            </w:r>
          </w:p>
        </w:tc>
        <w:tc>
          <w:tcPr>
            <w:tcW w:w="3056" w:type="dxa"/>
            <w:shd w:val="clear" w:color="auto" w:fill="auto"/>
            <w:vAlign w:val="center"/>
          </w:tcPr>
          <w:p w14:paraId="0985000C" w14:textId="77777777" w:rsidR="00B15E99" w:rsidRPr="00EF2F0E" w:rsidRDefault="00B15E99" w:rsidP="00B521A3">
            <w:pPr>
              <w:pStyle w:val="TAC"/>
              <w:rPr>
                <w:rFonts w:cs="Arial"/>
                <w:lang w:val="sv-SE"/>
              </w:rPr>
            </w:pPr>
            <w:r w:rsidRPr="00EF2F0E">
              <w:rPr>
                <w:rFonts w:cs="Arial"/>
                <w:lang w:val="sv-SE"/>
              </w:rPr>
              <w:t>5</w:t>
            </w:r>
            <w:r w:rsidR="00AA1961" w:rsidRPr="00EF2F0E">
              <w:rPr>
                <w:rFonts w:cs="Arial"/>
                <w:lang w:val="sv-SE"/>
              </w:rPr>
              <w:t xml:space="preserve"> </w:t>
            </w:r>
            <w:r w:rsidRPr="00EF2F0E">
              <w:rPr>
                <w:rFonts w:cs="Arial"/>
                <w:lang w:val="sv-SE"/>
              </w:rPr>
              <w:t>MHz E-UTRA signal</w:t>
            </w:r>
            <w:r w:rsidRPr="00EF2F0E">
              <w:rPr>
                <w:rFonts w:cs="Arial"/>
                <w:lang w:val="sv-SE" w:eastAsia="ko-KR"/>
              </w:rPr>
              <w:t xml:space="preserve"> (NOTE 2)</w:t>
            </w:r>
          </w:p>
        </w:tc>
      </w:tr>
      <w:tr w:rsidR="003401A4" w:rsidRPr="00EF2F0E" w14:paraId="09850013" w14:textId="77777777" w:rsidTr="00A40339">
        <w:trPr>
          <w:jc w:val="center"/>
        </w:trPr>
        <w:tc>
          <w:tcPr>
            <w:tcW w:w="1467" w:type="dxa"/>
            <w:vAlign w:val="center"/>
          </w:tcPr>
          <w:p w14:paraId="0985000E" w14:textId="77777777" w:rsidR="00B15E99" w:rsidRPr="00EF2F0E" w:rsidRDefault="00B15E99" w:rsidP="00A40339">
            <w:pPr>
              <w:pStyle w:val="TAC"/>
              <w:rPr>
                <w:rFonts w:cs="Arial"/>
              </w:rPr>
            </w:pPr>
            <w:r w:rsidRPr="00EF2F0E">
              <w:rPr>
                <w:rFonts w:cs="Arial"/>
              </w:rPr>
              <w:t>15</w:t>
            </w:r>
          </w:p>
        </w:tc>
        <w:tc>
          <w:tcPr>
            <w:tcW w:w="1873" w:type="dxa"/>
            <w:vAlign w:val="center"/>
          </w:tcPr>
          <w:p w14:paraId="0985000F" w14:textId="77777777" w:rsidR="00B15E99" w:rsidRPr="00EF2F0E" w:rsidRDefault="00B15E99" w:rsidP="00A40339">
            <w:pPr>
              <w:pStyle w:val="TAC"/>
              <w:rPr>
                <w:rFonts w:cs="Arial"/>
                <w:lang w:eastAsia="ko-KR"/>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+ 6dB</w:t>
            </w:r>
            <w:r w:rsidRPr="00EF2F0E">
              <w:rPr>
                <w:rFonts w:cs="Arial"/>
                <w:lang w:eastAsia="ko-KR"/>
              </w:rPr>
              <w:t xml:space="preserve"> </w:t>
            </w:r>
          </w:p>
        </w:tc>
        <w:tc>
          <w:tcPr>
            <w:tcW w:w="1355" w:type="dxa"/>
            <w:vAlign w:val="center"/>
          </w:tcPr>
          <w:p w14:paraId="09850010" w14:textId="77777777" w:rsidR="00B15E99" w:rsidRPr="00EF2F0E" w:rsidRDefault="00B15E99" w:rsidP="00A40339">
            <w:pPr>
              <w:pStyle w:val="TAC"/>
              <w:rPr>
                <w:rFonts w:cs="Arial"/>
              </w:rPr>
            </w:pPr>
            <w:r w:rsidRPr="00EF2F0E">
              <w:rPr>
                <w:rFonts w:cs="Arial"/>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047" w:type="dxa"/>
            <w:vAlign w:val="center"/>
          </w:tcPr>
          <w:p w14:paraId="09850011" w14:textId="77777777" w:rsidR="00B15E99" w:rsidRPr="00EF2F0E" w:rsidRDefault="00B15E99" w:rsidP="00A40339">
            <w:pPr>
              <w:pStyle w:val="TAC"/>
              <w:rPr>
                <w:rFonts w:cs="Arial"/>
              </w:rPr>
            </w:pPr>
            <w:r w:rsidRPr="00EF2F0E">
              <w:rPr>
                <w:rFonts w:cs="Arial"/>
              </w:rPr>
              <w:t>±2.5125</w:t>
            </w:r>
          </w:p>
        </w:tc>
        <w:tc>
          <w:tcPr>
            <w:tcW w:w="3056" w:type="dxa"/>
            <w:shd w:val="clear" w:color="auto" w:fill="auto"/>
            <w:vAlign w:val="center"/>
          </w:tcPr>
          <w:p w14:paraId="09850012" w14:textId="77777777" w:rsidR="00B15E99" w:rsidRPr="00EF2F0E" w:rsidRDefault="00B15E99" w:rsidP="00A40339">
            <w:pPr>
              <w:pStyle w:val="TAC"/>
              <w:rPr>
                <w:rFonts w:cs="Arial"/>
              </w:rPr>
            </w:pPr>
            <w:r w:rsidRPr="00EF2F0E">
              <w:rPr>
                <w:rFonts w:cs="Arial"/>
              </w:rPr>
              <w:t>5</w:t>
            </w:r>
            <w:r w:rsidR="00AA1961" w:rsidRPr="00EF2F0E">
              <w:rPr>
                <w:rFonts w:cs="Arial"/>
              </w:rPr>
              <w:t xml:space="preserve"> </w:t>
            </w:r>
            <w:r w:rsidRPr="00EF2F0E">
              <w:rPr>
                <w:rFonts w:cs="Arial"/>
              </w:rPr>
              <w:t>MHz E-UTRA signal</w:t>
            </w:r>
          </w:p>
        </w:tc>
      </w:tr>
      <w:tr w:rsidR="003401A4" w:rsidRPr="004E2A52" w14:paraId="09850019" w14:textId="77777777" w:rsidTr="00A40339">
        <w:trPr>
          <w:jc w:val="center"/>
        </w:trPr>
        <w:tc>
          <w:tcPr>
            <w:tcW w:w="1467" w:type="dxa"/>
            <w:vAlign w:val="center"/>
          </w:tcPr>
          <w:p w14:paraId="09850014" w14:textId="77777777" w:rsidR="00B15E99" w:rsidRPr="00EF2F0E" w:rsidRDefault="00B15E99" w:rsidP="00A40339">
            <w:pPr>
              <w:pStyle w:val="TAC"/>
              <w:rPr>
                <w:rFonts w:cs="Arial"/>
              </w:rPr>
            </w:pPr>
            <w:r w:rsidRPr="00EF2F0E">
              <w:rPr>
                <w:rFonts w:cs="Arial"/>
              </w:rPr>
              <w:t>20</w:t>
            </w:r>
          </w:p>
        </w:tc>
        <w:tc>
          <w:tcPr>
            <w:tcW w:w="1873" w:type="dxa"/>
            <w:vAlign w:val="center"/>
          </w:tcPr>
          <w:p w14:paraId="09850015" w14:textId="77777777" w:rsidR="00B15E99" w:rsidRPr="00EF2F0E" w:rsidRDefault="00B15E99" w:rsidP="00A40339">
            <w:pPr>
              <w:pStyle w:val="TAC"/>
              <w:rPr>
                <w:rFonts w:cs="Arial"/>
                <w:lang w:eastAsia="ko-KR"/>
              </w:rPr>
            </w:pPr>
            <w:r w:rsidRPr="00EF2F0E">
              <w:rPr>
                <w:rFonts w:cs="Arial"/>
                <w:szCs w:val="18"/>
                <w:lang w:eastAsia="ja-JP"/>
              </w:rPr>
              <w:t>EIS</w:t>
            </w:r>
            <w:r w:rsidRPr="00EF2F0E">
              <w:rPr>
                <w:rFonts w:cs="Arial"/>
                <w:szCs w:val="18"/>
                <w:vertAlign w:val="subscript"/>
                <w:lang w:eastAsia="ja-JP"/>
              </w:rPr>
              <w:t>minSENS</w:t>
            </w:r>
            <w:r w:rsidRPr="00EF2F0E">
              <w:rPr>
                <w:rFonts w:cs="Arial"/>
              </w:rPr>
              <w:t xml:space="preserve"> + 6dB</w:t>
            </w:r>
            <w:r w:rsidRPr="00EF2F0E">
              <w:rPr>
                <w:rFonts w:cs="Arial"/>
                <w:lang w:eastAsia="ko-KR"/>
              </w:rPr>
              <w:t xml:space="preserve"> </w:t>
            </w:r>
          </w:p>
        </w:tc>
        <w:tc>
          <w:tcPr>
            <w:tcW w:w="1355" w:type="dxa"/>
            <w:vAlign w:val="center"/>
          </w:tcPr>
          <w:p w14:paraId="09850016" w14:textId="77777777" w:rsidR="00B15E99" w:rsidRPr="00EF2F0E" w:rsidRDefault="00B15E99" w:rsidP="00A40339">
            <w:pPr>
              <w:pStyle w:val="TAC"/>
              <w:rPr>
                <w:rFonts w:cs="Arial"/>
              </w:rPr>
            </w:pPr>
            <w:r w:rsidRPr="00EF2F0E">
              <w:rPr>
                <w:rFonts w:cs="Arial"/>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047" w:type="dxa"/>
            <w:vAlign w:val="center"/>
          </w:tcPr>
          <w:p w14:paraId="09850017" w14:textId="77777777" w:rsidR="00B15E99" w:rsidRPr="00EF2F0E" w:rsidRDefault="00B15E99" w:rsidP="00B521A3">
            <w:pPr>
              <w:pStyle w:val="TAC"/>
              <w:rPr>
                <w:rFonts w:cs="Arial"/>
              </w:rPr>
            </w:pPr>
            <w:r w:rsidRPr="00EF2F0E">
              <w:rPr>
                <w:rFonts w:cs="Arial"/>
              </w:rPr>
              <w:t>±2.5025</w:t>
            </w:r>
          </w:p>
        </w:tc>
        <w:tc>
          <w:tcPr>
            <w:tcW w:w="3056" w:type="dxa"/>
            <w:shd w:val="clear" w:color="auto" w:fill="auto"/>
            <w:vAlign w:val="center"/>
          </w:tcPr>
          <w:p w14:paraId="09850018" w14:textId="77777777" w:rsidR="00B15E99" w:rsidRPr="00EF2F0E" w:rsidRDefault="00B15E99" w:rsidP="00B521A3">
            <w:pPr>
              <w:pStyle w:val="TAC"/>
              <w:rPr>
                <w:rFonts w:cs="Arial"/>
                <w:lang w:val="sv-SE"/>
              </w:rPr>
            </w:pPr>
            <w:r w:rsidRPr="00EF2F0E">
              <w:rPr>
                <w:rFonts w:cs="Arial"/>
                <w:lang w:val="sv-SE"/>
              </w:rPr>
              <w:t>5</w:t>
            </w:r>
            <w:r w:rsidR="00AA1961" w:rsidRPr="00EF2F0E">
              <w:rPr>
                <w:rFonts w:cs="Arial"/>
                <w:lang w:val="sv-SE"/>
              </w:rPr>
              <w:t xml:space="preserve"> </w:t>
            </w:r>
            <w:r w:rsidRPr="00EF2F0E">
              <w:rPr>
                <w:rFonts w:cs="Arial"/>
                <w:lang w:val="sv-SE"/>
              </w:rPr>
              <w:t>MHz E-UTRA signal</w:t>
            </w:r>
            <w:r w:rsidRPr="00EF2F0E">
              <w:rPr>
                <w:rFonts w:cs="Arial"/>
                <w:lang w:val="sv-SE" w:eastAsia="ko-KR"/>
              </w:rPr>
              <w:t xml:space="preserve"> (NOTE 2)</w:t>
            </w:r>
          </w:p>
        </w:tc>
      </w:tr>
      <w:tr w:rsidR="00B15E99" w:rsidRPr="00EF2F0E" w14:paraId="0985001D" w14:textId="77777777" w:rsidTr="00A40339">
        <w:trPr>
          <w:jc w:val="center"/>
        </w:trPr>
        <w:tc>
          <w:tcPr>
            <w:tcW w:w="9798" w:type="dxa"/>
            <w:gridSpan w:val="5"/>
            <w:vAlign w:val="center"/>
          </w:tcPr>
          <w:p w14:paraId="0985001A" w14:textId="77777777" w:rsidR="00B15E99" w:rsidRPr="00EF2F0E" w:rsidRDefault="00B15E99" w:rsidP="00A40339">
            <w:pPr>
              <w:pStyle w:val="TAN"/>
              <w:rPr>
                <w:rFonts w:cs="v5.0.0"/>
                <w:lang w:eastAsia="ko-KR"/>
              </w:rPr>
            </w:pPr>
            <w:r w:rsidRPr="00EF2F0E">
              <w:rPr>
                <w:rFonts w:cs="Arial"/>
              </w:rPr>
              <w:t>NOTE</w:t>
            </w:r>
            <w:r w:rsidRPr="00EF2F0E">
              <w:rPr>
                <w:rFonts w:cs="Arial"/>
                <w:lang w:eastAsia="ko-KR"/>
              </w:rPr>
              <w:t xml:space="preserve"> 1</w:t>
            </w:r>
            <w:r w:rsidRPr="00EF2F0E">
              <w:rPr>
                <w:rFonts w:cs="Arial"/>
              </w:rPr>
              <w:t>:</w:t>
            </w:r>
            <w:r w:rsidR="006E5225" w:rsidRPr="00EF2F0E">
              <w:rPr>
                <w:rFonts w:cs="Arial"/>
              </w:rPr>
              <w:tab/>
            </w:r>
            <w:r w:rsidRPr="00EF2F0E">
              <w:rPr>
                <w:rFonts w:cs="Arial"/>
                <w:szCs w:val="18"/>
                <w:lang w:eastAsia="ja-JP"/>
              </w:rPr>
              <w:t>EIS</w:t>
            </w:r>
            <w:r w:rsidRPr="00EF2F0E">
              <w:rPr>
                <w:rFonts w:cs="Arial"/>
                <w:szCs w:val="18"/>
                <w:vertAlign w:val="subscript"/>
                <w:lang w:eastAsia="ja-JP"/>
              </w:rPr>
              <w:t>minSENS</w:t>
            </w:r>
            <w:r w:rsidRPr="00EF2F0E" w:rsidDel="00A31D92">
              <w:rPr>
                <w:rFonts w:cs="Arial"/>
              </w:rPr>
              <w:t xml:space="preserve"> </w:t>
            </w:r>
            <w:r w:rsidRPr="00EF2F0E">
              <w:rPr>
                <w:rFonts w:cs="Arial"/>
              </w:rPr>
              <w:t xml:space="preserve">depends on the </w:t>
            </w:r>
            <w:r w:rsidRPr="00EF2F0E">
              <w:rPr>
                <w:rFonts w:cs="Arial"/>
                <w:i/>
              </w:rPr>
              <w:t>channel bandwidth</w:t>
            </w:r>
            <w:r w:rsidRPr="00EF2F0E">
              <w:rPr>
                <w:rFonts w:cs="Arial"/>
              </w:rPr>
              <w:t xml:space="preserve"> as specified </w:t>
            </w:r>
            <w:r w:rsidRPr="00EF2F0E">
              <w:rPr>
                <w:lang w:eastAsia="ja-JP"/>
              </w:rPr>
              <w:t>see subclause 10.2.</w:t>
            </w:r>
          </w:p>
          <w:p w14:paraId="0985001B" w14:textId="77777777" w:rsidR="00B15E99" w:rsidRPr="00EF2F0E" w:rsidRDefault="00B15E99" w:rsidP="00A40339">
            <w:pPr>
              <w:pStyle w:val="TAN"/>
              <w:rPr>
                <w:rFonts w:cs="Arial"/>
                <w:lang w:eastAsia="zh-CN"/>
              </w:rPr>
            </w:pPr>
            <w:r w:rsidRPr="00EF2F0E">
              <w:rPr>
                <w:rFonts w:cs="Arial"/>
                <w:lang w:eastAsia="ko-KR"/>
              </w:rPr>
              <w:t>NOTE 2:</w:t>
            </w:r>
            <w:r w:rsidRPr="00EF2F0E">
              <w:rPr>
                <w:rFonts w:cs="Arial"/>
                <w:lang w:eastAsia="ko-KR"/>
              </w:rPr>
              <w:tab/>
            </w:r>
            <w:r w:rsidRPr="00EF2F0E">
              <w:rPr>
                <w:rFonts w:cs="Arial"/>
                <w:lang w:eastAsia="zh-CN"/>
              </w:rPr>
              <w:t>This type of interfering signal is not applied for Band 46</w:t>
            </w:r>
            <w:r w:rsidR="00B521A3" w:rsidRPr="00EF2F0E">
              <w:rPr>
                <w:rFonts w:cs="Arial"/>
                <w:lang w:eastAsia="zh-CN"/>
              </w:rPr>
              <w:t xml:space="preserve"> nor for Band 49</w:t>
            </w:r>
            <w:r w:rsidRPr="00EF2F0E">
              <w:rPr>
                <w:rFonts w:cs="Arial"/>
                <w:lang w:eastAsia="zh-CN"/>
              </w:rPr>
              <w:t>.</w:t>
            </w:r>
          </w:p>
          <w:p w14:paraId="0985001C" w14:textId="77777777" w:rsidR="00B15E99" w:rsidRPr="00EF2F0E" w:rsidRDefault="00B15E99" w:rsidP="00A40339">
            <w:pPr>
              <w:pStyle w:val="TAN"/>
              <w:rPr>
                <w:rFonts w:cs="Arial"/>
              </w:rPr>
            </w:pPr>
            <w:r w:rsidRPr="00EF2F0E">
              <w:rPr>
                <w:rFonts w:cs="Arial"/>
                <w:lang w:eastAsia="ko-KR"/>
              </w:rPr>
              <w:t>NOTE 3:</w:t>
            </w:r>
            <w:r w:rsidRPr="00EF2F0E">
              <w:rPr>
                <w:rFonts w:cs="Arial"/>
                <w:lang w:eastAsia="ko-KR"/>
              </w:rPr>
              <w:tab/>
            </w:r>
            <w:r w:rsidR="00B521A3" w:rsidRPr="00EF2F0E">
              <w:rPr>
                <w:rFonts w:cs="Arial"/>
                <w:lang w:eastAsia="zh-CN"/>
              </w:rPr>
              <w:t>Void</w:t>
            </w:r>
          </w:p>
        </w:tc>
      </w:tr>
    </w:tbl>
    <w:p w14:paraId="0985001E" w14:textId="77777777" w:rsidR="00B15E99" w:rsidRPr="00EF2F0E" w:rsidRDefault="00B15E99" w:rsidP="00A40339">
      <w:pPr>
        <w:rPr>
          <w:lang w:eastAsia="en-GB"/>
        </w:rPr>
      </w:pPr>
    </w:p>
    <w:p w14:paraId="0985001F" w14:textId="77777777" w:rsidR="00B15E99" w:rsidRPr="00EF2F0E" w:rsidRDefault="00B15E99" w:rsidP="00A40339">
      <w:pPr>
        <w:pStyle w:val="Heading2"/>
      </w:pPr>
      <w:bookmarkStart w:id="5216" w:name="_Toc21096163"/>
      <w:bookmarkStart w:id="5217" w:name="_Toc29763362"/>
      <w:bookmarkStart w:id="5218" w:name="_Toc45869647"/>
      <w:bookmarkStart w:id="5219" w:name="_Toc52554900"/>
      <w:bookmarkStart w:id="5220" w:name="_Toc52555370"/>
      <w:bookmarkStart w:id="5221" w:name="_Toc61112602"/>
      <w:bookmarkStart w:id="5222" w:name="_Toc67911754"/>
      <w:bookmarkStart w:id="5223" w:name="_Toc74843229"/>
      <w:bookmarkStart w:id="5224" w:name="_Toc76503612"/>
      <w:bookmarkStart w:id="5225" w:name="_Toc83041055"/>
      <w:bookmarkStart w:id="5226" w:name="_Toc89852098"/>
      <w:bookmarkStart w:id="5227" w:name="_Toc98676452"/>
      <w:r w:rsidRPr="00EF2F0E">
        <w:t>10.6</w:t>
      </w:r>
      <w:r w:rsidRPr="00EF2F0E">
        <w:tab/>
        <w:t>OTA Blocking</w:t>
      </w:r>
      <w:bookmarkEnd w:id="5216"/>
      <w:bookmarkEnd w:id="5217"/>
      <w:bookmarkEnd w:id="5218"/>
      <w:bookmarkEnd w:id="5219"/>
      <w:bookmarkEnd w:id="5220"/>
      <w:bookmarkEnd w:id="5221"/>
      <w:bookmarkEnd w:id="5222"/>
      <w:bookmarkEnd w:id="5223"/>
      <w:bookmarkEnd w:id="5224"/>
      <w:bookmarkEnd w:id="5225"/>
      <w:bookmarkEnd w:id="5226"/>
      <w:bookmarkEnd w:id="5227"/>
    </w:p>
    <w:p w14:paraId="09850020" w14:textId="77777777" w:rsidR="00B15E99" w:rsidRPr="00EF2F0E" w:rsidRDefault="00B15E99" w:rsidP="00A40339">
      <w:pPr>
        <w:pStyle w:val="Heading3"/>
      </w:pPr>
      <w:bookmarkStart w:id="5228" w:name="_Toc21096164"/>
      <w:bookmarkStart w:id="5229" w:name="_Toc29763363"/>
      <w:bookmarkStart w:id="5230" w:name="_Toc45869648"/>
      <w:bookmarkStart w:id="5231" w:name="_Toc52554901"/>
      <w:bookmarkStart w:id="5232" w:name="_Toc52555371"/>
      <w:bookmarkStart w:id="5233" w:name="_Toc61112603"/>
      <w:bookmarkStart w:id="5234" w:name="_Toc67911755"/>
      <w:bookmarkStart w:id="5235" w:name="_Toc74843230"/>
      <w:bookmarkStart w:id="5236" w:name="_Toc76503613"/>
      <w:bookmarkStart w:id="5237" w:name="_Toc83041056"/>
      <w:bookmarkStart w:id="5238" w:name="_Toc89852099"/>
      <w:bookmarkStart w:id="5239" w:name="_Toc98676453"/>
      <w:r w:rsidRPr="00EF2F0E">
        <w:t>10.6.1</w:t>
      </w:r>
      <w:r w:rsidRPr="00EF2F0E">
        <w:tab/>
        <w:t>General</w:t>
      </w:r>
      <w:bookmarkEnd w:id="5228"/>
      <w:bookmarkEnd w:id="5229"/>
      <w:bookmarkEnd w:id="5230"/>
      <w:bookmarkEnd w:id="5231"/>
      <w:bookmarkEnd w:id="5232"/>
      <w:bookmarkEnd w:id="5233"/>
      <w:bookmarkEnd w:id="5234"/>
      <w:bookmarkEnd w:id="5235"/>
      <w:bookmarkEnd w:id="5236"/>
      <w:bookmarkEnd w:id="5237"/>
      <w:bookmarkEnd w:id="5238"/>
      <w:bookmarkEnd w:id="5239"/>
    </w:p>
    <w:p w14:paraId="09850021" w14:textId="77777777" w:rsidR="00B15E99" w:rsidRPr="00EF2F0E" w:rsidRDefault="00B15E99" w:rsidP="00A40339">
      <w:r w:rsidRPr="00EF2F0E">
        <w:t>The blocking characteristics are a measure of the receiver unit ability to receive a wanted signal at the RIB</w:t>
      </w:r>
      <w:r w:rsidRPr="00EF2F0E">
        <w:rPr>
          <w:i/>
        </w:rPr>
        <w:t xml:space="preserve"> </w:t>
      </w:r>
      <w:r w:rsidRPr="00EF2F0E">
        <w:t xml:space="preserve">at its assigned channel in the presence of an unwanted interferer.  </w:t>
      </w:r>
    </w:p>
    <w:p w14:paraId="09850022" w14:textId="77777777" w:rsidR="00B15E99" w:rsidRPr="00EF2F0E" w:rsidRDefault="00B15E99" w:rsidP="00A40339">
      <w:r w:rsidRPr="00EF2F0E">
        <w:t xml:space="preserve">The requirement applies at the </w:t>
      </w:r>
      <w:r w:rsidRPr="00EF2F0E">
        <w:rPr>
          <w:i/>
        </w:rPr>
        <w:t>RIB</w:t>
      </w:r>
      <w:r w:rsidRPr="00EF2F0E">
        <w:rPr>
          <w:b/>
          <w:i/>
        </w:rPr>
        <w:t xml:space="preserve"> </w:t>
      </w:r>
      <w:r w:rsidRPr="00EF2F0E">
        <w:t xml:space="preserve">when the AoA of the incident wave of the received signal and the interfering signal are the same direction and are within the </w:t>
      </w:r>
      <w:r w:rsidRPr="00EF2F0E">
        <w:rPr>
          <w:i/>
        </w:rPr>
        <w:t>minSENS RoAoA</w:t>
      </w:r>
    </w:p>
    <w:p w14:paraId="09850023" w14:textId="77777777" w:rsidR="00B15E99" w:rsidRPr="00EF2F0E" w:rsidRDefault="00B15E99" w:rsidP="00A40339">
      <w:r w:rsidRPr="00EF2F0E">
        <w:t xml:space="preserve">The wanted signal applies to </w:t>
      </w:r>
      <w:r w:rsidR="005933C1" w:rsidRPr="00EF2F0E">
        <w:t>each</w:t>
      </w:r>
      <w:r w:rsidRPr="00EF2F0E">
        <w:t xml:space="preserve"> supported polarization, under the assumption of </w:t>
      </w:r>
      <w:r w:rsidRPr="00EF2F0E">
        <w:rPr>
          <w:i/>
        </w:rPr>
        <w:t xml:space="preserve">polarization match. </w:t>
      </w:r>
      <w:r w:rsidRPr="00EF2F0E">
        <w:t>The interferer shall be polarization matched in</w:t>
      </w:r>
      <w:r w:rsidR="0058588B" w:rsidRPr="00EF2F0E">
        <w:t>-</w:t>
      </w:r>
      <w:r w:rsidRPr="00EF2F0E">
        <w:t xml:space="preserve">band and the polarization maintained for </w:t>
      </w:r>
      <w:r w:rsidR="0058588B" w:rsidRPr="00EF2F0E">
        <w:t>out-of-band frequencies</w:t>
      </w:r>
      <w:r w:rsidRPr="00EF2F0E">
        <w:t>.</w:t>
      </w:r>
    </w:p>
    <w:p w14:paraId="09850024" w14:textId="77777777" w:rsidR="004C7800" w:rsidRPr="00EF2F0E" w:rsidRDefault="004C7800" w:rsidP="00A40339">
      <w:r w:rsidRPr="00EF2F0E">
        <w:rPr>
          <w:rFonts w:cs="v3.8.0"/>
        </w:rPr>
        <w:t xml:space="preserve">The </w:t>
      </w:r>
      <w:r w:rsidRPr="00EF2F0E">
        <w:t xml:space="preserve">out-of-band </w:t>
      </w:r>
      <w:r w:rsidRPr="00EF2F0E">
        <w:rPr>
          <w:lang w:eastAsia="zh-CN"/>
        </w:rPr>
        <w:t xml:space="preserve">blocking requirement </w:t>
      </w:r>
      <w:r w:rsidRPr="00EF2F0E">
        <w:rPr>
          <w:rFonts w:cs="v3.8.0"/>
        </w:rPr>
        <w:t xml:space="preserve">applies </w:t>
      </w:r>
      <w:r w:rsidRPr="00EF2F0E">
        <w:rPr>
          <w:lang w:eastAsia="zh-CN"/>
        </w:rPr>
        <w:t xml:space="preserve">from 30 MHz to </w:t>
      </w:r>
      <w:r w:rsidRPr="00EF2F0E">
        <w:rPr>
          <w:rFonts w:cs="Arial"/>
        </w:rPr>
        <w:t>F</w:t>
      </w:r>
      <w:r w:rsidRPr="00EF2F0E">
        <w:rPr>
          <w:rFonts w:cs="Arial"/>
          <w:vertAlign w:val="subscript"/>
        </w:rPr>
        <w:t>UL_low</w:t>
      </w:r>
      <w:r w:rsidRPr="00EF2F0E">
        <w:rPr>
          <w:rFonts w:cs="Arial"/>
        </w:rPr>
        <w:t xml:space="preserve"> - </w:t>
      </w:r>
      <w:r w:rsidRPr="00EF2F0E">
        <w:t>Δf</w:t>
      </w:r>
      <w:r w:rsidRPr="00EF2F0E">
        <w:rPr>
          <w:vertAlign w:val="subscript"/>
        </w:rPr>
        <w:t>OOB</w:t>
      </w:r>
      <w:r w:rsidRPr="00EF2F0E">
        <w:t xml:space="preserve"> and from </w:t>
      </w:r>
      <w:r w:rsidRPr="00EF2F0E">
        <w:rPr>
          <w:rFonts w:cs="Arial"/>
        </w:rPr>
        <w:t>F</w:t>
      </w:r>
      <w:r w:rsidRPr="00EF2F0E">
        <w:rPr>
          <w:rFonts w:cs="Arial"/>
          <w:vertAlign w:val="subscript"/>
        </w:rPr>
        <w:t>UL_high</w:t>
      </w:r>
      <w:r w:rsidRPr="00EF2F0E">
        <w:rPr>
          <w:rFonts w:cs="Arial"/>
        </w:rPr>
        <w:t xml:space="preserve"> + </w:t>
      </w:r>
      <w:r w:rsidRPr="00EF2F0E">
        <w:t>Δf</w:t>
      </w:r>
      <w:r w:rsidRPr="00EF2F0E">
        <w:rPr>
          <w:vertAlign w:val="subscript"/>
        </w:rPr>
        <w:t>OOB</w:t>
      </w:r>
      <w:r w:rsidRPr="00EF2F0E">
        <w:t xml:space="preserve"> up to 12750 MHz</w:t>
      </w:r>
      <w:r w:rsidRPr="00EF2F0E">
        <w:rPr>
          <w:rFonts w:cs="v3.8.0"/>
          <w:lang w:eastAsia="zh-CN"/>
        </w:rPr>
        <w:t>,</w:t>
      </w:r>
      <w:r w:rsidRPr="00EF2F0E">
        <w:t xml:space="preserve"> including the downlink frequency range of the FDD </w:t>
      </w:r>
      <w:r w:rsidRPr="00EF2F0E">
        <w:rPr>
          <w:i/>
        </w:rPr>
        <w:t>operating band</w:t>
      </w:r>
      <w:r w:rsidRPr="00EF2F0E">
        <w:t xml:space="preserve"> for BS supporting </w:t>
      </w:r>
      <w:r w:rsidRPr="00EF2F0E">
        <w:rPr>
          <w:rFonts w:cs="v3.8.0"/>
        </w:rPr>
        <w:t>FDD</w:t>
      </w:r>
      <w:r w:rsidRPr="00EF2F0E">
        <w:rPr>
          <w:lang w:eastAsia="zh-CN"/>
        </w:rPr>
        <w:t xml:space="preserve">. </w:t>
      </w:r>
      <w:r w:rsidRPr="00EF2F0E">
        <w:t>Δf</w:t>
      </w:r>
      <w:r w:rsidRPr="00EF2F0E">
        <w:rPr>
          <w:vertAlign w:val="subscript"/>
        </w:rPr>
        <w:t>OOB</w:t>
      </w:r>
      <w:r w:rsidRPr="00EF2F0E">
        <w:rPr>
          <w:rFonts w:cs="v5.0.0"/>
        </w:rPr>
        <w:t xml:space="preserve"> is </w:t>
      </w:r>
      <w:r w:rsidRPr="00EF2F0E">
        <w:t>defined in table 10.5-1.</w:t>
      </w:r>
    </w:p>
    <w:p w14:paraId="09850025" w14:textId="77777777" w:rsidR="00B15E99" w:rsidRPr="00EF2F0E" w:rsidRDefault="00B15E99" w:rsidP="00A40339">
      <w:pPr>
        <w:pStyle w:val="Heading3"/>
      </w:pPr>
      <w:bookmarkStart w:id="5240" w:name="_Toc21096165"/>
      <w:bookmarkStart w:id="5241" w:name="_Toc29763364"/>
      <w:bookmarkStart w:id="5242" w:name="_Toc45869649"/>
      <w:bookmarkStart w:id="5243" w:name="_Toc52554902"/>
      <w:bookmarkStart w:id="5244" w:name="_Toc52555372"/>
      <w:bookmarkStart w:id="5245" w:name="_Toc61112604"/>
      <w:bookmarkStart w:id="5246" w:name="_Toc67911756"/>
      <w:bookmarkStart w:id="5247" w:name="_Toc74843231"/>
      <w:bookmarkStart w:id="5248" w:name="_Toc76503614"/>
      <w:bookmarkStart w:id="5249" w:name="_Toc83041057"/>
      <w:bookmarkStart w:id="5250" w:name="_Toc89852100"/>
      <w:bookmarkStart w:id="5251" w:name="_Toc98676454"/>
      <w:r w:rsidRPr="00EF2F0E">
        <w:t>10.6.2</w:t>
      </w:r>
      <w:r w:rsidRPr="00EF2F0E">
        <w:tab/>
        <w:t>Minimum requirement for MSR operation</w:t>
      </w:r>
      <w:bookmarkEnd w:id="5240"/>
      <w:bookmarkEnd w:id="5241"/>
      <w:bookmarkEnd w:id="5242"/>
      <w:bookmarkEnd w:id="5243"/>
      <w:bookmarkEnd w:id="5244"/>
      <w:bookmarkEnd w:id="5245"/>
      <w:bookmarkEnd w:id="5246"/>
      <w:bookmarkEnd w:id="5247"/>
      <w:bookmarkEnd w:id="5248"/>
      <w:bookmarkEnd w:id="5249"/>
      <w:bookmarkEnd w:id="5250"/>
      <w:bookmarkEnd w:id="5251"/>
    </w:p>
    <w:p w14:paraId="09850026" w14:textId="77777777" w:rsidR="00B15E99" w:rsidRPr="00EF2F0E" w:rsidRDefault="00B15E99" w:rsidP="00A40339">
      <w:pPr>
        <w:pStyle w:val="Heading4"/>
      </w:pPr>
      <w:bookmarkStart w:id="5252" w:name="_Toc21096166"/>
      <w:bookmarkStart w:id="5253" w:name="_Toc29763365"/>
      <w:bookmarkStart w:id="5254" w:name="_Toc45869650"/>
      <w:bookmarkStart w:id="5255" w:name="_Toc52554903"/>
      <w:bookmarkStart w:id="5256" w:name="_Toc52555373"/>
      <w:bookmarkStart w:id="5257" w:name="_Toc61112605"/>
      <w:bookmarkStart w:id="5258" w:name="_Toc67911757"/>
      <w:bookmarkStart w:id="5259" w:name="_Toc74843232"/>
      <w:bookmarkStart w:id="5260" w:name="_Toc76503615"/>
      <w:bookmarkStart w:id="5261" w:name="_Toc83041058"/>
      <w:bookmarkStart w:id="5262" w:name="_Toc89852101"/>
      <w:bookmarkStart w:id="5263" w:name="_Toc98676455"/>
      <w:r w:rsidRPr="00EF2F0E">
        <w:t>10.6.2.1</w:t>
      </w:r>
      <w:r w:rsidRPr="00EF2F0E">
        <w:tab/>
        <w:t>General minimum requirement</w:t>
      </w:r>
      <w:bookmarkEnd w:id="5252"/>
      <w:bookmarkEnd w:id="5253"/>
      <w:bookmarkEnd w:id="5254"/>
      <w:bookmarkEnd w:id="5255"/>
      <w:bookmarkEnd w:id="5256"/>
      <w:bookmarkEnd w:id="5257"/>
      <w:bookmarkEnd w:id="5258"/>
      <w:bookmarkEnd w:id="5259"/>
      <w:bookmarkEnd w:id="5260"/>
      <w:bookmarkEnd w:id="5261"/>
      <w:bookmarkEnd w:id="5262"/>
      <w:bookmarkEnd w:id="5263"/>
    </w:p>
    <w:p w14:paraId="09850027" w14:textId="77777777" w:rsidR="00B15E99" w:rsidRPr="00EF2F0E" w:rsidRDefault="00B15E99" w:rsidP="00A40339">
      <w:r w:rsidRPr="00EF2F0E">
        <w:t>The OTA interfering signal RMS field-strength shall be set to 0.36 V/m at the RIB</w:t>
      </w:r>
      <w:r w:rsidR="00C55AB9" w:rsidRPr="00EF2F0E">
        <w:t>.</w:t>
      </w:r>
    </w:p>
    <w:p w14:paraId="09850028" w14:textId="77777777" w:rsidR="00B15E99" w:rsidRPr="00EF2F0E" w:rsidRDefault="00B15E99" w:rsidP="00A40339">
      <w:pPr>
        <w:pStyle w:val="NO"/>
      </w:pPr>
      <w:r w:rsidRPr="00EF2F0E">
        <w:t>NOTE:</w:t>
      </w:r>
      <w:r w:rsidRPr="00EF2F0E">
        <w:tab/>
        <w:t xml:space="preserve">The RMS field-strength level in V/m is related to the interferer EIRP level at a distance described as </w:t>
      </w:r>
      <w:r w:rsidRPr="00EF2F0E">
        <w:rPr>
          <w:position w:val="-24"/>
        </w:rPr>
        <w:object w:dxaOrig="1480" w:dyaOrig="680" w14:anchorId="09851214">
          <v:shape id="_x0000_i1117" type="#_x0000_t75" style="width:73.85pt;height:32.95pt" o:ole="">
            <v:imagedata r:id="rId189" o:title=""/>
          </v:shape>
          <o:OLEObject Type="Embed" ProgID="Equation.3" ShapeID="_x0000_i1117" DrawAspect="Content" ObjectID="_1717663639" r:id="rId190"/>
        </w:object>
      </w:r>
      <w:r w:rsidRPr="00EF2F0E">
        <w:t>, where EIRP is in W and r is in m; for example, 0.36 V/m is equivalent to 36 dBm at fixed distance of 30 m.</w:t>
      </w:r>
    </w:p>
    <w:p w14:paraId="09850029" w14:textId="77777777" w:rsidR="00B15E99" w:rsidRPr="00EF2F0E" w:rsidRDefault="00B15E99" w:rsidP="00A40339">
      <w:r w:rsidRPr="00EF2F0E">
        <w:t xml:space="preserve">For </w:t>
      </w:r>
      <w:r w:rsidRPr="00EF2F0E">
        <w:rPr>
          <w:rFonts w:cs="v5.0.0"/>
        </w:rPr>
        <w:t>a wanted and an interfering signal coupled to the RIB using the parameters in table 10.6.2.1-1</w:t>
      </w:r>
      <w:r w:rsidRPr="00EF2F0E">
        <w:t>, the following requirements shall be met:</w:t>
      </w:r>
    </w:p>
    <w:p w14:paraId="0985002A" w14:textId="77777777" w:rsidR="00B15E99" w:rsidRPr="00EF2F0E" w:rsidRDefault="00B15E99" w:rsidP="00A40339">
      <w:pPr>
        <w:pStyle w:val="B10"/>
      </w:pPr>
      <w:r w:rsidRPr="00EF2F0E">
        <w:t>-</w:t>
      </w:r>
      <w:r w:rsidRPr="00EF2F0E">
        <w:tab/>
        <w:t>For any E-UTRA carrier, the throughput shall be ≥ 95 % of the</w:t>
      </w:r>
      <w:r w:rsidRPr="00EF2F0E">
        <w:rPr>
          <w:i/>
        </w:rPr>
        <w:t xml:space="preserve"> maximum throughput</w:t>
      </w:r>
      <w:r w:rsidRPr="00EF2F0E">
        <w:t xml:space="preserve"> of the reference measurement channel defined in 3GPP TS 36.104 [8], subclause 7.2.1.</w:t>
      </w:r>
    </w:p>
    <w:p w14:paraId="0985002B" w14:textId="77777777" w:rsidR="00B15E99" w:rsidRPr="00EF2F0E" w:rsidRDefault="00B15E99" w:rsidP="00A40339">
      <w:pPr>
        <w:pStyle w:val="B10"/>
      </w:pPr>
      <w:r w:rsidRPr="00EF2F0E">
        <w:t>-</w:t>
      </w:r>
      <w:r w:rsidRPr="00EF2F0E">
        <w:tab/>
        <w:t>For any UTRA FDD carrier, the BER shall not exceed 0</w:t>
      </w:r>
      <w:r w:rsidR="00C55AB9" w:rsidRPr="00EF2F0E">
        <w:t>.</w:t>
      </w:r>
      <w:r w:rsidRPr="00EF2F0E">
        <w:t>001 for the reference measurement channel defined in 3GPP TS 25.104 [6], subclause 7.2.1.</w:t>
      </w:r>
    </w:p>
    <w:p w14:paraId="0985002C" w14:textId="77777777" w:rsidR="00B15E99" w:rsidRPr="00EF2F0E" w:rsidRDefault="00B15E99" w:rsidP="00AB06FD">
      <w:pPr>
        <w:pStyle w:val="B10"/>
      </w:pPr>
      <w:r w:rsidRPr="00EF2F0E">
        <w:t>-</w:t>
      </w:r>
      <w:r w:rsidRPr="00EF2F0E">
        <w:tab/>
        <w:t xml:space="preserve">For any NR carrier, the throughput shall be ≥ 95% of the maximum throughput of the reference measurement channel defined for </w:t>
      </w:r>
      <w:r w:rsidRPr="00EF2F0E">
        <w:rPr>
          <w:i/>
        </w:rPr>
        <w:t>BS type 1-O</w:t>
      </w:r>
      <w:r w:rsidRPr="00EF2F0E">
        <w:t xml:space="preserve"> in TS 38.104 [28], subclause 10.3.2</w:t>
      </w:r>
      <w:r w:rsidR="00C55AB9" w:rsidRPr="00EF2F0E">
        <w:t>.</w:t>
      </w:r>
    </w:p>
    <w:p w14:paraId="0985002D" w14:textId="77777777" w:rsidR="00B15E99" w:rsidRPr="00EF2F0E" w:rsidRDefault="00B15E99" w:rsidP="00A40339">
      <w:r w:rsidRPr="00EF2F0E">
        <w:t xml:space="preserve">For </w:t>
      </w:r>
      <w:r w:rsidRPr="00EF2F0E">
        <w:rPr>
          <w:i/>
        </w:rPr>
        <w:t>multi-band RIB</w:t>
      </w:r>
      <w:r w:rsidRPr="00EF2F0E">
        <w:t>, the requirement applies for each supported operating band. The in-band blocking frequency ranges of all supported operating bands according to table 10.6.2.1-1 shall be excluded from the requirement.</w:t>
      </w:r>
    </w:p>
    <w:p w14:paraId="0985002E" w14:textId="77777777" w:rsidR="00B15E99" w:rsidRPr="00EF2F0E" w:rsidRDefault="00B15E99" w:rsidP="00A40339">
      <w:pPr>
        <w:pStyle w:val="TH"/>
      </w:pPr>
      <w:r w:rsidRPr="00EF2F0E">
        <w:rPr>
          <w:rFonts w:eastAsia="Osaka"/>
        </w:rPr>
        <w:t xml:space="preserve">Table 10.6.2.1-1: </w:t>
      </w:r>
      <w:r w:rsidRPr="00EF2F0E">
        <w:t>Blocking performance requirement</w:t>
      </w:r>
    </w:p>
    <w:tbl>
      <w:tblPr>
        <w:tblW w:w="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59"/>
        <w:gridCol w:w="2197"/>
      </w:tblGrid>
      <w:tr w:rsidR="003401A4" w:rsidRPr="00EF2F0E" w14:paraId="09850032" w14:textId="77777777" w:rsidTr="009652E0">
        <w:trPr>
          <w:jc w:val="center"/>
        </w:trPr>
        <w:tc>
          <w:tcPr>
            <w:tcW w:w="1595" w:type="dxa"/>
          </w:tcPr>
          <w:p w14:paraId="0985002F" w14:textId="77777777" w:rsidR="009652E0" w:rsidRPr="00EF2F0E" w:rsidRDefault="009652E0" w:rsidP="009652E0">
            <w:pPr>
              <w:pStyle w:val="TAH"/>
              <w:rPr>
                <w:rFonts w:cs="Arial"/>
              </w:rPr>
            </w:pPr>
            <w:r w:rsidRPr="00EF2F0E">
              <w:rPr>
                <w:rFonts w:cs="Arial"/>
              </w:rPr>
              <w:t>Interfering Signal mean power</w:t>
            </w:r>
          </w:p>
        </w:tc>
        <w:tc>
          <w:tcPr>
            <w:tcW w:w="1559" w:type="dxa"/>
          </w:tcPr>
          <w:p w14:paraId="09850030" w14:textId="77777777" w:rsidR="009652E0" w:rsidRPr="00EF2F0E" w:rsidRDefault="009652E0" w:rsidP="009652E0">
            <w:pPr>
              <w:pStyle w:val="TAH"/>
              <w:rPr>
                <w:rFonts w:cs="Arial"/>
              </w:rPr>
            </w:pPr>
            <w:r w:rsidRPr="00EF2F0E">
              <w:rPr>
                <w:rFonts w:cs="Arial"/>
              </w:rPr>
              <w:t>Wanted Signal mean power [dBm]</w:t>
            </w:r>
          </w:p>
        </w:tc>
        <w:tc>
          <w:tcPr>
            <w:tcW w:w="2197" w:type="dxa"/>
          </w:tcPr>
          <w:p w14:paraId="09850031" w14:textId="77777777" w:rsidR="009652E0" w:rsidRPr="00EF2F0E" w:rsidRDefault="009652E0" w:rsidP="009652E0">
            <w:pPr>
              <w:pStyle w:val="TAH"/>
              <w:rPr>
                <w:rFonts w:cs="Arial"/>
              </w:rPr>
            </w:pPr>
            <w:r w:rsidRPr="00EF2F0E">
              <w:rPr>
                <w:rFonts w:cs="Arial"/>
              </w:rPr>
              <w:t>Type of Interfering Signal</w:t>
            </w:r>
          </w:p>
        </w:tc>
      </w:tr>
      <w:tr w:rsidR="003401A4" w:rsidRPr="00EF2F0E" w14:paraId="09850036" w14:textId="77777777" w:rsidTr="009652E0">
        <w:trPr>
          <w:cantSplit/>
          <w:jc w:val="center"/>
        </w:trPr>
        <w:tc>
          <w:tcPr>
            <w:tcW w:w="1595" w:type="dxa"/>
            <w:tcBorders>
              <w:left w:val="single" w:sz="4" w:space="0" w:color="auto"/>
            </w:tcBorders>
          </w:tcPr>
          <w:p w14:paraId="09850033" w14:textId="77777777" w:rsidR="009652E0" w:rsidRPr="00EF2F0E" w:rsidRDefault="009652E0" w:rsidP="009652E0">
            <w:pPr>
              <w:pStyle w:val="TAC"/>
              <w:rPr>
                <w:rFonts w:cs="Arial"/>
              </w:rPr>
            </w:pPr>
            <w:r w:rsidRPr="00EF2F0E">
              <w:rPr>
                <w:rFonts w:cs="Arial"/>
              </w:rPr>
              <w:t>0.36 V/m</w:t>
            </w:r>
          </w:p>
        </w:tc>
        <w:tc>
          <w:tcPr>
            <w:tcW w:w="1559" w:type="dxa"/>
          </w:tcPr>
          <w:p w14:paraId="09850034" w14:textId="77777777" w:rsidR="009652E0" w:rsidRPr="00EF2F0E" w:rsidRDefault="009652E0" w:rsidP="009652E0">
            <w:pPr>
              <w:pStyle w:val="TAC"/>
              <w:rPr>
                <w:rFonts w:cs="Arial"/>
              </w:rPr>
            </w:pPr>
            <w:r w:rsidRPr="00EF2F0E">
              <w:rPr>
                <w:rFonts w:cs="Arial"/>
              </w:rPr>
              <w:t>EIS</w:t>
            </w:r>
            <w:r w:rsidR="00E0065E" w:rsidRPr="00EF2F0E">
              <w:rPr>
                <w:rFonts w:cs="Arial"/>
                <w:vertAlign w:val="subscript"/>
              </w:rPr>
              <w:t>min</w:t>
            </w:r>
            <w:r w:rsidRPr="00EF2F0E">
              <w:rPr>
                <w:rFonts w:cs="Arial"/>
                <w:vertAlign w:val="subscript"/>
              </w:rPr>
              <w:t>SENS</w:t>
            </w:r>
            <w:r w:rsidRPr="00EF2F0E" w:rsidDel="00E01BA4">
              <w:rPr>
                <w:rFonts w:cs="Arial"/>
              </w:rPr>
              <w:t xml:space="preserve"> </w:t>
            </w:r>
            <w:r w:rsidRPr="00EF2F0E">
              <w:rPr>
                <w:rFonts w:cs="Arial"/>
              </w:rPr>
              <w:t>+x dB</w:t>
            </w:r>
            <w:r w:rsidRPr="00EF2F0E">
              <w:rPr>
                <w:rFonts w:cs="Arial"/>
              </w:rPr>
              <w:br/>
              <w:t xml:space="preserve">(NOTE 1) </w:t>
            </w:r>
          </w:p>
        </w:tc>
        <w:tc>
          <w:tcPr>
            <w:tcW w:w="2197" w:type="dxa"/>
          </w:tcPr>
          <w:p w14:paraId="09850035" w14:textId="77777777" w:rsidR="009652E0" w:rsidRPr="00EF2F0E" w:rsidRDefault="009652E0" w:rsidP="009652E0">
            <w:pPr>
              <w:pStyle w:val="TAL"/>
              <w:rPr>
                <w:rFonts w:cs="Arial"/>
              </w:rPr>
            </w:pPr>
            <w:r w:rsidRPr="00EF2F0E">
              <w:rPr>
                <w:rFonts w:cs="Arial"/>
              </w:rPr>
              <w:t xml:space="preserve">CW carrier </w:t>
            </w:r>
          </w:p>
        </w:tc>
      </w:tr>
      <w:tr w:rsidR="000A7FEB" w:rsidRPr="00EF2F0E" w14:paraId="09850038" w14:textId="77777777" w:rsidTr="009652E0">
        <w:trPr>
          <w:cantSplit/>
          <w:jc w:val="center"/>
        </w:trPr>
        <w:tc>
          <w:tcPr>
            <w:tcW w:w="5351" w:type="dxa"/>
            <w:gridSpan w:val="3"/>
            <w:tcBorders>
              <w:left w:val="single" w:sz="4" w:space="0" w:color="auto"/>
            </w:tcBorders>
          </w:tcPr>
          <w:p w14:paraId="09850037" w14:textId="77777777" w:rsidR="009652E0" w:rsidRPr="00EF2F0E" w:rsidRDefault="009652E0" w:rsidP="000A7FEB">
            <w:pPr>
              <w:pStyle w:val="TAN"/>
            </w:pPr>
            <w:r w:rsidRPr="00EF2F0E">
              <w:t>NOTE</w:t>
            </w:r>
            <w:r w:rsidR="008A7D6F" w:rsidRPr="00EF2F0E">
              <w:t xml:space="preserve"> </w:t>
            </w:r>
            <w:r w:rsidRPr="00EF2F0E">
              <w:t>1:</w:t>
            </w:r>
            <w:r w:rsidRPr="00EF2F0E">
              <w:tab/>
              <w:t>EIS</w:t>
            </w:r>
            <w:r w:rsidR="00E0065E" w:rsidRPr="00EF2F0E">
              <w:rPr>
                <w:vertAlign w:val="subscript"/>
              </w:rPr>
              <w:t>min</w:t>
            </w:r>
            <w:r w:rsidRPr="00EF2F0E">
              <w:rPr>
                <w:vertAlign w:val="subscript"/>
              </w:rPr>
              <w:t>SENS</w:t>
            </w:r>
            <w:r w:rsidRPr="00EF2F0E" w:rsidDel="002B5177">
              <w:t xml:space="preserve"> </w:t>
            </w:r>
            <w:r w:rsidRPr="00EF2F0E">
              <w:t>depends on the RAT, the BS class and the channel bandwidth, see subclause 7.2.</w:t>
            </w:r>
            <w:r w:rsidRPr="00EF2F0E">
              <w:br/>
            </w:r>
            <w:r w:rsidR="003401A4" w:rsidRPr="00EF2F0E">
              <w:rPr>
                <w:rFonts w:cs="Arial"/>
              </w:rPr>
              <w:t>"</w:t>
            </w:r>
            <w:r w:rsidRPr="00EF2F0E">
              <w:t>x</w:t>
            </w:r>
            <w:r w:rsidR="003401A4" w:rsidRPr="00EF2F0E">
              <w:rPr>
                <w:rFonts w:cs="Arial"/>
              </w:rPr>
              <w:t>"</w:t>
            </w:r>
            <w:r w:rsidRPr="00EF2F0E">
              <w:t xml:space="preserve"> is equal to 6 in case of NR, E-UTRA or UTRA wanted signals.</w:t>
            </w:r>
          </w:p>
        </w:tc>
      </w:tr>
    </w:tbl>
    <w:p w14:paraId="09850039" w14:textId="77777777" w:rsidR="00B15E99" w:rsidRPr="00EF2F0E" w:rsidRDefault="00B15E99" w:rsidP="00A40339"/>
    <w:p w14:paraId="0985003A" w14:textId="77777777" w:rsidR="00B15E99" w:rsidRPr="00EF2F0E" w:rsidRDefault="00B15E99" w:rsidP="00A40339">
      <w:pPr>
        <w:pStyle w:val="Heading4"/>
      </w:pPr>
      <w:bookmarkStart w:id="5264" w:name="_Toc21096167"/>
      <w:bookmarkStart w:id="5265" w:name="_Toc29763366"/>
      <w:bookmarkStart w:id="5266" w:name="_Toc45869651"/>
      <w:bookmarkStart w:id="5267" w:name="_Toc52554904"/>
      <w:bookmarkStart w:id="5268" w:name="_Toc52555374"/>
      <w:bookmarkStart w:id="5269" w:name="_Toc61112606"/>
      <w:bookmarkStart w:id="5270" w:name="_Toc67911758"/>
      <w:bookmarkStart w:id="5271" w:name="_Toc74843233"/>
      <w:bookmarkStart w:id="5272" w:name="_Toc76503616"/>
      <w:bookmarkStart w:id="5273" w:name="_Toc83041059"/>
      <w:bookmarkStart w:id="5274" w:name="_Toc89852102"/>
      <w:bookmarkStart w:id="5275" w:name="_Toc98676456"/>
      <w:r w:rsidRPr="00EF2F0E">
        <w:t>10.6.2.2</w:t>
      </w:r>
      <w:r w:rsidRPr="00EF2F0E">
        <w:tab/>
        <w:t>Co-location minimum requirement</w:t>
      </w:r>
      <w:bookmarkEnd w:id="5264"/>
      <w:bookmarkEnd w:id="5265"/>
      <w:bookmarkEnd w:id="5266"/>
      <w:bookmarkEnd w:id="5267"/>
      <w:bookmarkEnd w:id="5268"/>
      <w:bookmarkEnd w:id="5269"/>
      <w:bookmarkEnd w:id="5270"/>
      <w:bookmarkEnd w:id="5271"/>
      <w:bookmarkEnd w:id="5272"/>
      <w:bookmarkEnd w:id="5273"/>
      <w:bookmarkEnd w:id="5274"/>
      <w:bookmarkEnd w:id="5275"/>
    </w:p>
    <w:p w14:paraId="0985003B" w14:textId="77777777" w:rsidR="00B15E99" w:rsidRPr="00EF2F0E" w:rsidRDefault="00B15E99" w:rsidP="00A40339">
      <w:r w:rsidRPr="00EF2F0E">
        <w:t xml:space="preserve">This additional blocking requirement may be applied for the protection of </w:t>
      </w:r>
      <w:r w:rsidRPr="00EF2F0E">
        <w:rPr>
          <w:i/>
        </w:rPr>
        <w:t>AAS BS receivers</w:t>
      </w:r>
      <w:r w:rsidRPr="00EF2F0E">
        <w:t xml:space="preserve"> when E-UTRA BS, NR BS, UTRA BS, CDMA BS or GSM/EDGE BS operating in a different frequency band are co-located with an AAS BS.</w:t>
      </w:r>
    </w:p>
    <w:p w14:paraId="0985003C" w14:textId="77777777" w:rsidR="00B15E99" w:rsidRPr="00EF2F0E" w:rsidRDefault="00B15E99" w:rsidP="00A40339">
      <w:pPr>
        <w:rPr>
          <w:rFonts w:cs="v5.0.0"/>
        </w:rPr>
      </w:pPr>
      <w:r w:rsidRPr="00EF2F0E">
        <w:rPr>
          <w:rFonts w:cs="v5.0.0"/>
        </w:rPr>
        <w:t>The requirement is a co-location requirement</w:t>
      </w:r>
      <w:r w:rsidR="00436D44" w:rsidRPr="00EF2F0E">
        <w:rPr>
          <w:rFonts w:cs="v5.0.0"/>
        </w:rPr>
        <w:t>.</w:t>
      </w:r>
      <w:r w:rsidRPr="00EF2F0E">
        <w:rPr>
          <w:rFonts w:cs="v5.0.0"/>
        </w:rPr>
        <w:t xml:space="preserve"> </w:t>
      </w:r>
      <w:r w:rsidR="00436D44" w:rsidRPr="00EF2F0E">
        <w:rPr>
          <w:rFonts w:cs="v5.0.0"/>
        </w:rPr>
        <w:t>T</w:t>
      </w:r>
      <w:r w:rsidRPr="00EF2F0E">
        <w:rPr>
          <w:rFonts w:cs="v5.0.0"/>
        </w:rPr>
        <w:t xml:space="preserve">he interferer power levels </w:t>
      </w:r>
      <w:r w:rsidR="00436D44" w:rsidRPr="00EF2F0E">
        <w:rPr>
          <w:rFonts w:cs="v5.0.0"/>
        </w:rPr>
        <w:t xml:space="preserve">are </w:t>
      </w:r>
      <w:r w:rsidRPr="00EF2F0E">
        <w:rPr>
          <w:rFonts w:cs="v5.0.0"/>
        </w:rPr>
        <w:t xml:space="preserve">specified at the </w:t>
      </w:r>
      <w:r w:rsidRPr="00EF2F0E">
        <w:rPr>
          <w:rFonts w:cs="v5.0.0"/>
          <w:i/>
        </w:rPr>
        <w:t>co-location reference antenna</w:t>
      </w:r>
      <w:r w:rsidRPr="00EF2F0E">
        <w:rPr>
          <w:rFonts w:cs="v5.0.0"/>
        </w:rPr>
        <w:t xml:space="preserve"> conducted input.</w:t>
      </w:r>
      <w:r w:rsidR="0058588B" w:rsidRPr="00EF2F0E">
        <w:rPr>
          <w:rFonts w:cs="v5.0.0"/>
        </w:rPr>
        <w:t xml:space="preserve"> </w:t>
      </w:r>
      <w:r w:rsidR="0058588B" w:rsidRPr="00EF2F0E">
        <w:t>The interfering power is specified per supported polarization.</w:t>
      </w:r>
    </w:p>
    <w:p w14:paraId="0985003D" w14:textId="77777777" w:rsidR="00B15E99" w:rsidRPr="00EF2F0E" w:rsidRDefault="00B15E99" w:rsidP="00A40339">
      <w:r w:rsidRPr="00EF2F0E">
        <w:rPr>
          <w:rFonts w:cs="v5.0.0"/>
        </w:rPr>
        <w:t xml:space="preserve">The requirement is valid over </w:t>
      </w:r>
      <w:r w:rsidRPr="00EF2F0E">
        <w:rPr>
          <w:i/>
        </w:rPr>
        <w:t>minSENS RoAoA</w:t>
      </w:r>
      <w:r w:rsidRPr="00EF2F0E">
        <w:t>.</w:t>
      </w:r>
    </w:p>
    <w:p w14:paraId="0985003E" w14:textId="77777777" w:rsidR="00B15E99" w:rsidRPr="00EF2F0E" w:rsidRDefault="00B15E99" w:rsidP="00A40339">
      <w:r w:rsidRPr="00EF2F0E">
        <w:t xml:space="preserve">When the </w:t>
      </w:r>
      <w:r w:rsidRPr="00EF2F0E">
        <w:rPr>
          <w:rFonts w:cs="v5.0.0"/>
        </w:rPr>
        <w:t>wanted and an interfering signal using the parameters in table 10.6.2.2-1</w:t>
      </w:r>
      <w:r w:rsidRPr="00EF2F0E">
        <w:t>, the following requirements shall be met:</w:t>
      </w:r>
    </w:p>
    <w:p w14:paraId="0985003F" w14:textId="77777777" w:rsidR="00B15E99" w:rsidRPr="00EF2F0E" w:rsidRDefault="00B15E99" w:rsidP="00A40339">
      <w:pPr>
        <w:pStyle w:val="B10"/>
      </w:pPr>
      <w:r w:rsidRPr="00EF2F0E">
        <w:t>-</w:t>
      </w:r>
      <w:r w:rsidRPr="00EF2F0E">
        <w:tab/>
        <w:t xml:space="preserve">For any E-UTRA carrier, the throughput shall be ≥ 95 % of the </w:t>
      </w:r>
      <w:r w:rsidRPr="00EF2F0E">
        <w:rPr>
          <w:i/>
        </w:rPr>
        <w:t>maximum throughput</w:t>
      </w:r>
      <w:r w:rsidRPr="00EF2F0E">
        <w:t xml:space="preserve"> of the reference measurement channel defined in 3GPP TS 36.104 [8], subclause 7.2.1.</w:t>
      </w:r>
    </w:p>
    <w:p w14:paraId="09850040" w14:textId="77777777" w:rsidR="00B15E99" w:rsidRPr="00EF2F0E" w:rsidRDefault="00B15E99" w:rsidP="00A40339">
      <w:pPr>
        <w:pStyle w:val="B10"/>
      </w:pPr>
      <w:r w:rsidRPr="00EF2F0E">
        <w:t>-</w:t>
      </w:r>
      <w:r w:rsidRPr="00EF2F0E">
        <w:tab/>
        <w:t>For any UTRA FDD carrier, the BER shall not exceed 0,001 for the reference measurement channel defined in 3GPP TS 25.104 [6], subclause 7.2.1.</w:t>
      </w:r>
    </w:p>
    <w:p w14:paraId="09850041" w14:textId="77777777" w:rsidR="00B15E99" w:rsidRPr="00EF2F0E" w:rsidRDefault="00B15E99" w:rsidP="00A40339">
      <w:pPr>
        <w:pStyle w:val="TH"/>
      </w:pPr>
      <w:r w:rsidRPr="00EF2F0E">
        <w:rPr>
          <w:rFonts w:eastAsia="Osaka"/>
        </w:rPr>
        <w:t xml:space="preserve">Table 10.6.2.2-1: OTA </w:t>
      </w:r>
      <w:r w:rsidRPr="00EF2F0E">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18"/>
        <w:gridCol w:w="1657"/>
        <w:gridCol w:w="1082"/>
        <w:gridCol w:w="1134"/>
        <w:gridCol w:w="1134"/>
        <w:gridCol w:w="1701"/>
        <w:gridCol w:w="1167"/>
        <w:gridCol w:w="10"/>
      </w:tblGrid>
      <w:tr w:rsidR="003401A4" w:rsidRPr="00EF2F0E" w14:paraId="09850049" w14:textId="77777777" w:rsidTr="00AB06FD">
        <w:trPr>
          <w:gridAfter w:val="1"/>
          <w:wAfter w:w="10" w:type="dxa"/>
          <w:tblHeader/>
          <w:jc w:val="center"/>
        </w:trPr>
        <w:tc>
          <w:tcPr>
            <w:tcW w:w="1918" w:type="dxa"/>
          </w:tcPr>
          <w:p w14:paraId="09850042" w14:textId="77777777" w:rsidR="00B15E99" w:rsidRPr="00EF2F0E" w:rsidRDefault="00B15E99" w:rsidP="00A40339">
            <w:pPr>
              <w:pStyle w:val="TAH"/>
              <w:rPr>
                <w:lang w:eastAsia="ja-JP"/>
              </w:rPr>
            </w:pPr>
            <w:bookmarkStart w:id="5276" w:name="_Hlk514473688"/>
            <w:r w:rsidRPr="00EF2F0E">
              <w:rPr>
                <w:lang w:eastAsia="ja-JP"/>
              </w:rPr>
              <w:t>Type of co-located BS</w:t>
            </w:r>
          </w:p>
        </w:tc>
        <w:tc>
          <w:tcPr>
            <w:tcW w:w="1657" w:type="dxa"/>
          </w:tcPr>
          <w:p w14:paraId="09850043" w14:textId="77777777" w:rsidR="00B15E99" w:rsidRPr="00EF2F0E" w:rsidRDefault="00B15E99" w:rsidP="00A40339">
            <w:pPr>
              <w:pStyle w:val="TAH"/>
              <w:rPr>
                <w:lang w:eastAsia="ja-JP"/>
              </w:rPr>
            </w:pPr>
            <w:r w:rsidRPr="00EF2F0E">
              <w:rPr>
                <w:lang w:eastAsia="ja-JP"/>
              </w:rPr>
              <w:t>Centre Frequency of Interfering Signal [MHz]</w:t>
            </w:r>
          </w:p>
        </w:tc>
        <w:tc>
          <w:tcPr>
            <w:tcW w:w="1082" w:type="dxa"/>
          </w:tcPr>
          <w:p w14:paraId="09850044" w14:textId="77777777" w:rsidR="00B15E99" w:rsidRPr="00EF2F0E" w:rsidRDefault="00B15E99" w:rsidP="00A40339">
            <w:pPr>
              <w:pStyle w:val="TAH"/>
              <w:rPr>
                <w:lang w:eastAsia="ja-JP"/>
              </w:rPr>
            </w:pPr>
            <w:r w:rsidRPr="00EF2F0E">
              <w:rPr>
                <w:lang w:eastAsia="ja-JP"/>
              </w:rPr>
              <w:t>Interfering Signal mean power for WA BS [dBm]</w:t>
            </w:r>
          </w:p>
        </w:tc>
        <w:tc>
          <w:tcPr>
            <w:tcW w:w="1134" w:type="dxa"/>
          </w:tcPr>
          <w:p w14:paraId="09850045" w14:textId="77777777" w:rsidR="00B15E99" w:rsidRPr="00EF2F0E" w:rsidRDefault="00B15E99" w:rsidP="00A40339">
            <w:pPr>
              <w:pStyle w:val="TAH"/>
              <w:rPr>
                <w:lang w:eastAsia="ja-JP"/>
              </w:rPr>
            </w:pPr>
            <w:r w:rsidRPr="00EF2F0E">
              <w:rPr>
                <w:lang w:eastAsia="ja-JP"/>
              </w:rPr>
              <w:t>Interfering Signal mean power for MR BS</w:t>
            </w:r>
            <w:r w:rsidRPr="00EF2F0E" w:rsidDel="006A67F6">
              <w:rPr>
                <w:lang w:eastAsia="ja-JP"/>
              </w:rPr>
              <w:t xml:space="preserve"> </w:t>
            </w:r>
            <w:r w:rsidRPr="00EF2F0E">
              <w:rPr>
                <w:lang w:eastAsia="ja-JP"/>
              </w:rPr>
              <w:t>[dBm]</w:t>
            </w:r>
          </w:p>
        </w:tc>
        <w:tc>
          <w:tcPr>
            <w:tcW w:w="1134" w:type="dxa"/>
          </w:tcPr>
          <w:p w14:paraId="09850046" w14:textId="77777777" w:rsidR="00B15E99" w:rsidRPr="00EF2F0E" w:rsidRDefault="00B15E99" w:rsidP="00A40339">
            <w:pPr>
              <w:pStyle w:val="TAH"/>
              <w:rPr>
                <w:lang w:eastAsia="ja-JP"/>
              </w:rPr>
            </w:pPr>
            <w:r w:rsidRPr="00EF2F0E">
              <w:rPr>
                <w:lang w:eastAsia="ja-JP"/>
              </w:rPr>
              <w:t>Interfering Signal mean power for LA BS</w:t>
            </w:r>
            <w:r w:rsidRPr="00EF2F0E" w:rsidDel="006A67F6">
              <w:rPr>
                <w:lang w:eastAsia="ja-JP"/>
              </w:rPr>
              <w:t xml:space="preserve"> </w:t>
            </w:r>
            <w:r w:rsidRPr="00EF2F0E">
              <w:rPr>
                <w:lang w:eastAsia="ja-JP"/>
              </w:rPr>
              <w:t>[dBm]</w:t>
            </w:r>
          </w:p>
        </w:tc>
        <w:tc>
          <w:tcPr>
            <w:tcW w:w="1701" w:type="dxa"/>
          </w:tcPr>
          <w:p w14:paraId="09850047" w14:textId="77777777" w:rsidR="00B15E99" w:rsidRPr="00EF2F0E" w:rsidRDefault="00B15E99" w:rsidP="00A40339">
            <w:pPr>
              <w:pStyle w:val="TAH"/>
              <w:rPr>
                <w:lang w:eastAsia="ja-JP"/>
              </w:rPr>
            </w:pPr>
            <w:r w:rsidRPr="00EF2F0E">
              <w:rPr>
                <w:lang w:eastAsia="ja-JP"/>
              </w:rPr>
              <w:t>Wanted Signal mean power [dBm]</w:t>
            </w:r>
          </w:p>
        </w:tc>
        <w:tc>
          <w:tcPr>
            <w:tcW w:w="1167" w:type="dxa"/>
          </w:tcPr>
          <w:p w14:paraId="09850048" w14:textId="77777777" w:rsidR="00B15E99" w:rsidRPr="00EF2F0E" w:rsidRDefault="00B15E99" w:rsidP="00A40339">
            <w:pPr>
              <w:pStyle w:val="TAH"/>
              <w:rPr>
                <w:lang w:eastAsia="ja-JP"/>
              </w:rPr>
            </w:pPr>
            <w:r w:rsidRPr="00EF2F0E">
              <w:rPr>
                <w:lang w:eastAsia="ja-JP"/>
              </w:rPr>
              <w:t>Type of Interfering Signal</w:t>
            </w:r>
          </w:p>
        </w:tc>
      </w:tr>
      <w:tr w:rsidR="003401A4" w:rsidRPr="00EF2F0E" w14:paraId="09850051" w14:textId="77777777" w:rsidTr="00AB06FD">
        <w:trPr>
          <w:gridAfter w:val="1"/>
          <w:wAfter w:w="10" w:type="dxa"/>
          <w:jc w:val="center"/>
        </w:trPr>
        <w:tc>
          <w:tcPr>
            <w:tcW w:w="1918" w:type="dxa"/>
          </w:tcPr>
          <w:p w14:paraId="0985004A" w14:textId="77777777" w:rsidR="00B15E99" w:rsidRPr="00EF2F0E" w:rsidRDefault="00B15E99" w:rsidP="00A40339">
            <w:pPr>
              <w:pStyle w:val="TAL"/>
              <w:rPr>
                <w:rFonts w:cs="Arial"/>
                <w:szCs w:val="18"/>
                <w:lang w:eastAsia="ja-JP"/>
              </w:rPr>
            </w:pPr>
            <w:r w:rsidRPr="00EF2F0E">
              <w:rPr>
                <w:rFonts w:cs="Arial"/>
                <w:szCs w:val="18"/>
                <w:lang w:eastAsia="ja-JP"/>
              </w:rPr>
              <w:t>GSM850 or CDMA850</w:t>
            </w:r>
          </w:p>
        </w:tc>
        <w:tc>
          <w:tcPr>
            <w:tcW w:w="1657" w:type="dxa"/>
            <w:vAlign w:val="center"/>
          </w:tcPr>
          <w:p w14:paraId="0985004B" w14:textId="77777777" w:rsidR="00B15E99" w:rsidRPr="00EF2F0E" w:rsidRDefault="00B15E99" w:rsidP="00A40339">
            <w:pPr>
              <w:pStyle w:val="TAC"/>
              <w:rPr>
                <w:lang w:eastAsia="ja-JP"/>
              </w:rPr>
            </w:pPr>
            <w:r w:rsidRPr="00EF2F0E">
              <w:rPr>
                <w:lang w:eastAsia="ja-JP"/>
              </w:rPr>
              <w:t>869 - 894</w:t>
            </w:r>
          </w:p>
        </w:tc>
        <w:tc>
          <w:tcPr>
            <w:tcW w:w="1082" w:type="dxa"/>
            <w:vAlign w:val="center"/>
          </w:tcPr>
          <w:p w14:paraId="0985004C"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4D"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4E"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4F"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50" w14:textId="77777777" w:rsidR="00B15E99" w:rsidRPr="00EF2F0E" w:rsidRDefault="00B15E99" w:rsidP="00A40339">
            <w:pPr>
              <w:pStyle w:val="TAC"/>
              <w:rPr>
                <w:lang w:eastAsia="ja-JP"/>
              </w:rPr>
            </w:pPr>
            <w:r w:rsidRPr="00EF2F0E">
              <w:rPr>
                <w:lang w:eastAsia="ja-JP"/>
              </w:rPr>
              <w:t>CW carrier</w:t>
            </w:r>
          </w:p>
        </w:tc>
      </w:tr>
      <w:tr w:rsidR="003401A4" w:rsidRPr="00EF2F0E" w14:paraId="09850059" w14:textId="77777777" w:rsidTr="00AB06FD">
        <w:trPr>
          <w:gridAfter w:val="1"/>
          <w:wAfter w:w="10" w:type="dxa"/>
          <w:jc w:val="center"/>
        </w:trPr>
        <w:tc>
          <w:tcPr>
            <w:tcW w:w="1918" w:type="dxa"/>
          </w:tcPr>
          <w:p w14:paraId="09850052" w14:textId="77777777" w:rsidR="00B15E99" w:rsidRPr="00EF2F0E" w:rsidRDefault="00B15E99" w:rsidP="00A40339">
            <w:pPr>
              <w:pStyle w:val="TAL"/>
              <w:rPr>
                <w:rFonts w:cs="Arial"/>
                <w:szCs w:val="18"/>
                <w:lang w:eastAsia="ja-JP"/>
              </w:rPr>
            </w:pPr>
            <w:r w:rsidRPr="00EF2F0E">
              <w:rPr>
                <w:rFonts w:cs="Arial"/>
                <w:szCs w:val="18"/>
                <w:lang w:eastAsia="ja-JP"/>
              </w:rPr>
              <w:t>GSM900</w:t>
            </w:r>
          </w:p>
        </w:tc>
        <w:tc>
          <w:tcPr>
            <w:tcW w:w="1657" w:type="dxa"/>
            <w:vAlign w:val="center"/>
          </w:tcPr>
          <w:p w14:paraId="09850053" w14:textId="77777777" w:rsidR="00B15E99" w:rsidRPr="00EF2F0E" w:rsidRDefault="00B15E99" w:rsidP="00A40339">
            <w:pPr>
              <w:pStyle w:val="TAC"/>
              <w:rPr>
                <w:lang w:eastAsia="ja-JP"/>
              </w:rPr>
            </w:pPr>
            <w:r w:rsidRPr="00EF2F0E">
              <w:rPr>
                <w:lang w:eastAsia="ja-JP"/>
              </w:rPr>
              <w:t>921 - 960</w:t>
            </w:r>
          </w:p>
        </w:tc>
        <w:tc>
          <w:tcPr>
            <w:tcW w:w="1082" w:type="dxa"/>
            <w:vAlign w:val="center"/>
          </w:tcPr>
          <w:p w14:paraId="09850054"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55"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56"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57"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58" w14:textId="77777777" w:rsidR="00B15E99" w:rsidRPr="00EF2F0E" w:rsidRDefault="00B15E99" w:rsidP="00A40339">
            <w:pPr>
              <w:pStyle w:val="TAC"/>
              <w:rPr>
                <w:lang w:eastAsia="ja-JP"/>
              </w:rPr>
            </w:pPr>
            <w:r w:rsidRPr="00EF2F0E">
              <w:rPr>
                <w:lang w:eastAsia="ja-JP"/>
              </w:rPr>
              <w:t>CW carrier</w:t>
            </w:r>
          </w:p>
        </w:tc>
      </w:tr>
      <w:tr w:rsidR="003401A4" w:rsidRPr="00EF2F0E" w14:paraId="09850062" w14:textId="77777777" w:rsidTr="00AB06FD">
        <w:trPr>
          <w:gridAfter w:val="1"/>
          <w:wAfter w:w="10" w:type="dxa"/>
          <w:jc w:val="center"/>
        </w:trPr>
        <w:tc>
          <w:tcPr>
            <w:tcW w:w="1918" w:type="dxa"/>
          </w:tcPr>
          <w:p w14:paraId="0985005A" w14:textId="77777777" w:rsidR="00B15E99" w:rsidRPr="00EF2F0E" w:rsidRDefault="00B15E99" w:rsidP="00A40339">
            <w:pPr>
              <w:pStyle w:val="TAL"/>
              <w:rPr>
                <w:rFonts w:cs="Arial"/>
                <w:szCs w:val="18"/>
                <w:lang w:eastAsia="ja-JP"/>
              </w:rPr>
            </w:pPr>
            <w:r w:rsidRPr="00EF2F0E">
              <w:rPr>
                <w:rFonts w:cs="Arial"/>
                <w:szCs w:val="18"/>
                <w:lang w:eastAsia="ja-JP"/>
              </w:rPr>
              <w:t>DCS1800</w:t>
            </w:r>
          </w:p>
        </w:tc>
        <w:tc>
          <w:tcPr>
            <w:tcW w:w="1657" w:type="dxa"/>
            <w:vAlign w:val="center"/>
          </w:tcPr>
          <w:p w14:paraId="0985005B" w14:textId="77777777" w:rsidR="00B15E99" w:rsidRPr="00EF2F0E" w:rsidRDefault="00B15E99" w:rsidP="00A40339">
            <w:pPr>
              <w:pStyle w:val="TAC"/>
              <w:rPr>
                <w:lang w:eastAsia="ja-JP"/>
              </w:rPr>
            </w:pPr>
            <w:r w:rsidRPr="00EF2F0E">
              <w:rPr>
                <w:lang w:eastAsia="ja-JP"/>
              </w:rPr>
              <w:t>1805 - 1880</w:t>
            </w:r>
          </w:p>
          <w:p w14:paraId="0985005C" w14:textId="77777777" w:rsidR="00B15E99" w:rsidRPr="00EF2F0E" w:rsidRDefault="00B15E99" w:rsidP="00A40339">
            <w:pPr>
              <w:pStyle w:val="TAC"/>
              <w:rPr>
                <w:lang w:eastAsia="ja-JP"/>
              </w:rPr>
            </w:pPr>
            <w:r w:rsidRPr="00EF2F0E">
              <w:rPr>
                <w:lang w:eastAsia="ja-JP"/>
              </w:rPr>
              <w:t>(NOTE 4)</w:t>
            </w:r>
          </w:p>
        </w:tc>
        <w:tc>
          <w:tcPr>
            <w:tcW w:w="1082" w:type="dxa"/>
            <w:vAlign w:val="center"/>
          </w:tcPr>
          <w:p w14:paraId="0985005D"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5E"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5F"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60"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61" w14:textId="77777777" w:rsidR="00B15E99" w:rsidRPr="00EF2F0E" w:rsidRDefault="00B15E99" w:rsidP="00A40339">
            <w:pPr>
              <w:pStyle w:val="TAC"/>
              <w:rPr>
                <w:lang w:eastAsia="ja-JP"/>
              </w:rPr>
            </w:pPr>
            <w:r w:rsidRPr="00EF2F0E">
              <w:rPr>
                <w:lang w:eastAsia="ja-JP"/>
              </w:rPr>
              <w:t>CW carrier</w:t>
            </w:r>
          </w:p>
        </w:tc>
      </w:tr>
      <w:tr w:rsidR="003401A4" w:rsidRPr="00EF2F0E" w14:paraId="0985006A" w14:textId="77777777" w:rsidTr="00AB06FD">
        <w:trPr>
          <w:gridAfter w:val="1"/>
          <w:wAfter w:w="10" w:type="dxa"/>
          <w:jc w:val="center"/>
        </w:trPr>
        <w:tc>
          <w:tcPr>
            <w:tcW w:w="1918" w:type="dxa"/>
          </w:tcPr>
          <w:p w14:paraId="09850063" w14:textId="77777777" w:rsidR="00B15E99" w:rsidRPr="00EF2F0E" w:rsidRDefault="00B15E99" w:rsidP="00A40339">
            <w:pPr>
              <w:pStyle w:val="TAL"/>
              <w:rPr>
                <w:rFonts w:cs="Arial"/>
                <w:szCs w:val="18"/>
                <w:lang w:eastAsia="ja-JP"/>
              </w:rPr>
            </w:pPr>
            <w:r w:rsidRPr="00EF2F0E">
              <w:rPr>
                <w:rFonts w:cs="Arial"/>
                <w:szCs w:val="18"/>
                <w:lang w:eastAsia="ja-JP"/>
              </w:rPr>
              <w:t>PCS1900</w:t>
            </w:r>
          </w:p>
        </w:tc>
        <w:tc>
          <w:tcPr>
            <w:tcW w:w="1657" w:type="dxa"/>
            <w:vAlign w:val="center"/>
          </w:tcPr>
          <w:p w14:paraId="09850064" w14:textId="77777777" w:rsidR="00B15E99" w:rsidRPr="00EF2F0E" w:rsidRDefault="00B15E99" w:rsidP="00A40339">
            <w:pPr>
              <w:pStyle w:val="TAC"/>
              <w:rPr>
                <w:lang w:eastAsia="ja-JP"/>
              </w:rPr>
            </w:pPr>
            <w:r w:rsidRPr="00EF2F0E">
              <w:rPr>
                <w:lang w:eastAsia="ja-JP"/>
              </w:rPr>
              <w:t>1930 - 1990</w:t>
            </w:r>
          </w:p>
        </w:tc>
        <w:tc>
          <w:tcPr>
            <w:tcW w:w="1082" w:type="dxa"/>
            <w:vAlign w:val="center"/>
          </w:tcPr>
          <w:p w14:paraId="09850065"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66"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67"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68"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69" w14:textId="77777777" w:rsidR="00B15E99" w:rsidRPr="00EF2F0E" w:rsidRDefault="00B15E99" w:rsidP="00A40339">
            <w:pPr>
              <w:pStyle w:val="TAC"/>
              <w:rPr>
                <w:lang w:eastAsia="ja-JP"/>
              </w:rPr>
            </w:pPr>
            <w:r w:rsidRPr="00EF2F0E">
              <w:rPr>
                <w:lang w:eastAsia="ja-JP"/>
              </w:rPr>
              <w:t>CW carrier</w:t>
            </w:r>
          </w:p>
        </w:tc>
      </w:tr>
      <w:tr w:rsidR="003401A4" w:rsidRPr="00EF2F0E" w14:paraId="09850072" w14:textId="77777777" w:rsidTr="00AB06FD">
        <w:trPr>
          <w:gridAfter w:val="1"/>
          <w:wAfter w:w="10" w:type="dxa"/>
          <w:jc w:val="center"/>
        </w:trPr>
        <w:tc>
          <w:tcPr>
            <w:tcW w:w="1918" w:type="dxa"/>
          </w:tcPr>
          <w:p w14:paraId="0985006B" w14:textId="77777777" w:rsidR="00B15E99" w:rsidRPr="00EF2F0E" w:rsidRDefault="00B15E99" w:rsidP="00A40339">
            <w:pPr>
              <w:pStyle w:val="TAL"/>
              <w:rPr>
                <w:rFonts w:cs="Arial"/>
                <w:szCs w:val="18"/>
                <w:lang w:eastAsia="ja-JP"/>
              </w:rPr>
            </w:pPr>
            <w:r w:rsidRPr="00EF2F0E">
              <w:rPr>
                <w:rFonts w:cs="Arial"/>
                <w:szCs w:val="18"/>
                <w:lang w:eastAsia="ja-JP"/>
              </w:rPr>
              <w:t>UTRA FDD Band I or E-UTRA Band 1 or NR band n1</w:t>
            </w:r>
          </w:p>
        </w:tc>
        <w:tc>
          <w:tcPr>
            <w:tcW w:w="1657" w:type="dxa"/>
            <w:vAlign w:val="center"/>
          </w:tcPr>
          <w:p w14:paraId="0985006C" w14:textId="77777777" w:rsidR="00B15E99" w:rsidRPr="00EF2F0E" w:rsidRDefault="00B15E99" w:rsidP="00A40339">
            <w:pPr>
              <w:pStyle w:val="TAC"/>
              <w:rPr>
                <w:lang w:eastAsia="ja-JP"/>
              </w:rPr>
            </w:pPr>
            <w:r w:rsidRPr="00EF2F0E">
              <w:rPr>
                <w:lang w:eastAsia="ja-JP"/>
              </w:rPr>
              <w:t>2110 - 2170</w:t>
            </w:r>
          </w:p>
        </w:tc>
        <w:tc>
          <w:tcPr>
            <w:tcW w:w="1082" w:type="dxa"/>
            <w:vAlign w:val="center"/>
          </w:tcPr>
          <w:p w14:paraId="0985006D"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6E"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6F"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70"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71" w14:textId="77777777" w:rsidR="00B15E99" w:rsidRPr="00EF2F0E" w:rsidRDefault="00B15E99" w:rsidP="00A40339">
            <w:pPr>
              <w:pStyle w:val="TAC"/>
              <w:rPr>
                <w:lang w:eastAsia="ja-JP"/>
              </w:rPr>
            </w:pPr>
            <w:r w:rsidRPr="00EF2F0E">
              <w:rPr>
                <w:lang w:eastAsia="ja-JP"/>
              </w:rPr>
              <w:t>CW carrier</w:t>
            </w:r>
          </w:p>
        </w:tc>
      </w:tr>
      <w:tr w:rsidR="003401A4" w:rsidRPr="00EF2F0E" w14:paraId="0985007A" w14:textId="77777777" w:rsidTr="00AB06FD">
        <w:trPr>
          <w:gridAfter w:val="1"/>
          <w:wAfter w:w="10" w:type="dxa"/>
          <w:jc w:val="center"/>
        </w:trPr>
        <w:tc>
          <w:tcPr>
            <w:tcW w:w="1918" w:type="dxa"/>
          </w:tcPr>
          <w:p w14:paraId="09850073" w14:textId="77777777" w:rsidR="00B15E99" w:rsidRPr="00EF2F0E" w:rsidRDefault="00B15E99" w:rsidP="00A40339">
            <w:pPr>
              <w:pStyle w:val="TAL"/>
              <w:rPr>
                <w:rFonts w:cs="Arial"/>
                <w:szCs w:val="18"/>
                <w:lang w:eastAsia="ja-JP"/>
              </w:rPr>
            </w:pPr>
            <w:r w:rsidRPr="00EF2F0E">
              <w:rPr>
                <w:rFonts w:cs="Arial"/>
                <w:szCs w:val="18"/>
                <w:lang w:eastAsia="ja-JP"/>
              </w:rPr>
              <w:t>UTRA FDD Band II or E-UTRA Band 2 or NR band n2</w:t>
            </w:r>
          </w:p>
        </w:tc>
        <w:tc>
          <w:tcPr>
            <w:tcW w:w="1657" w:type="dxa"/>
            <w:vAlign w:val="center"/>
          </w:tcPr>
          <w:p w14:paraId="09850074" w14:textId="77777777" w:rsidR="00B15E99" w:rsidRPr="00EF2F0E" w:rsidRDefault="00B15E99" w:rsidP="00A40339">
            <w:pPr>
              <w:pStyle w:val="TAC"/>
              <w:rPr>
                <w:lang w:eastAsia="ja-JP"/>
              </w:rPr>
            </w:pPr>
            <w:r w:rsidRPr="00EF2F0E">
              <w:rPr>
                <w:lang w:eastAsia="ja-JP"/>
              </w:rPr>
              <w:t>1930 - 1990</w:t>
            </w:r>
          </w:p>
        </w:tc>
        <w:tc>
          <w:tcPr>
            <w:tcW w:w="1082" w:type="dxa"/>
            <w:vAlign w:val="center"/>
          </w:tcPr>
          <w:p w14:paraId="09850075"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76"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77"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78"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79" w14:textId="77777777" w:rsidR="00B15E99" w:rsidRPr="00EF2F0E" w:rsidRDefault="00B15E99" w:rsidP="00A40339">
            <w:pPr>
              <w:pStyle w:val="TAC"/>
              <w:rPr>
                <w:lang w:eastAsia="ja-JP"/>
              </w:rPr>
            </w:pPr>
            <w:r w:rsidRPr="00EF2F0E">
              <w:rPr>
                <w:lang w:eastAsia="ja-JP"/>
              </w:rPr>
              <w:t>CW carrier</w:t>
            </w:r>
          </w:p>
        </w:tc>
      </w:tr>
      <w:tr w:rsidR="003401A4" w:rsidRPr="00EF2F0E" w14:paraId="09850083" w14:textId="77777777" w:rsidTr="00AB06FD">
        <w:trPr>
          <w:gridAfter w:val="1"/>
          <w:wAfter w:w="10" w:type="dxa"/>
          <w:jc w:val="center"/>
        </w:trPr>
        <w:tc>
          <w:tcPr>
            <w:tcW w:w="1918" w:type="dxa"/>
          </w:tcPr>
          <w:p w14:paraId="0985007B" w14:textId="77777777" w:rsidR="00B15E99" w:rsidRPr="00EF2F0E" w:rsidRDefault="00B15E99" w:rsidP="00A40339">
            <w:pPr>
              <w:pStyle w:val="TAL"/>
              <w:rPr>
                <w:rFonts w:cs="Arial"/>
                <w:szCs w:val="18"/>
                <w:lang w:eastAsia="ja-JP"/>
              </w:rPr>
            </w:pPr>
            <w:r w:rsidRPr="00EF2F0E">
              <w:rPr>
                <w:rFonts w:cs="Arial"/>
                <w:szCs w:val="18"/>
                <w:lang w:eastAsia="ja-JP"/>
              </w:rPr>
              <w:t>UTRA FDD Band III or E-UTRA Band 3 or NR band n3</w:t>
            </w:r>
          </w:p>
        </w:tc>
        <w:tc>
          <w:tcPr>
            <w:tcW w:w="1657" w:type="dxa"/>
            <w:vAlign w:val="center"/>
          </w:tcPr>
          <w:p w14:paraId="0985007C" w14:textId="77777777" w:rsidR="00B15E99" w:rsidRPr="00EF2F0E" w:rsidRDefault="00B15E99" w:rsidP="00A40339">
            <w:pPr>
              <w:pStyle w:val="TAC"/>
              <w:rPr>
                <w:lang w:eastAsia="ja-JP"/>
              </w:rPr>
            </w:pPr>
            <w:r w:rsidRPr="00EF2F0E">
              <w:rPr>
                <w:lang w:eastAsia="ja-JP"/>
              </w:rPr>
              <w:t>1805 - 1880</w:t>
            </w:r>
          </w:p>
          <w:p w14:paraId="0985007D" w14:textId="77777777" w:rsidR="00B15E99" w:rsidRPr="00EF2F0E" w:rsidRDefault="00B15E99" w:rsidP="00A40339">
            <w:pPr>
              <w:pStyle w:val="TAC"/>
              <w:rPr>
                <w:lang w:eastAsia="ja-JP"/>
              </w:rPr>
            </w:pPr>
            <w:r w:rsidRPr="00EF2F0E">
              <w:rPr>
                <w:lang w:eastAsia="ja-JP"/>
              </w:rPr>
              <w:t>(NOTE 4)</w:t>
            </w:r>
          </w:p>
        </w:tc>
        <w:tc>
          <w:tcPr>
            <w:tcW w:w="1082" w:type="dxa"/>
            <w:vAlign w:val="center"/>
          </w:tcPr>
          <w:p w14:paraId="0985007E"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7F"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80"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81"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82" w14:textId="77777777" w:rsidR="00B15E99" w:rsidRPr="00EF2F0E" w:rsidRDefault="00B15E99" w:rsidP="00A40339">
            <w:pPr>
              <w:pStyle w:val="TAC"/>
              <w:rPr>
                <w:lang w:eastAsia="ja-JP"/>
              </w:rPr>
            </w:pPr>
            <w:r w:rsidRPr="00EF2F0E">
              <w:rPr>
                <w:lang w:eastAsia="ja-JP"/>
              </w:rPr>
              <w:t>CW carrier</w:t>
            </w:r>
          </w:p>
        </w:tc>
      </w:tr>
      <w:tr w:rsidR="003401A4" w:rsidRPr="00EF2F0E" w14:paraId="0985008B" w14:textId="77777777" w:rsidTr="00AB06FD">
        <w:trPr>
          <w:gridAfter w:val="1"/>
          <w:wAfter w:w="10" w:type="dxa"/>
          <w:jc w:val="center"/>
        </w:trPr>
        <w:tc>
          <w:tcPr>
            <w:tcW w:w="1918" w:type="dxa"/>
          </w:tcPr>
          <w:p w14:paraId="09850084" w14:textId="77777777" w:rsidR="00B15E99" w:rsidRPr="00EF2F0E" w:rsidRDefault="00B15E99" w:rsidP="00A40339">
            <w:pPr>
              <w:pStyle w:val="TAL"/>
              <w:rPr>
                <w:rFonts w:cs="Arial"/>
                <w:szCs w:val="18"/>
                <w:lang w:val="sv-SE" w:eastAsia="ja-JP"/>
              </w:rPr>
            </w:pPr>
            <w:r w:rsidRPr="00EF2F0E">
              <w:rPr>
                <w:rFonts w:cs="Arial"/>
                <w:szCs w:val="18"/>
                <w:lang w:val="sv-SE" w:eastAsia="ja-JP"/>
              </w:rPr>
              <w:t>UTRA FDD Band IV or E-UTRA Band 4</w:t>
            </w:r>
          </w:p>
        </w:tc>
        <w:tc>
          <w:tcPr>
            <w:tcW w:w="1657" w:type="dxa"/>
            <w:vAlign w:val="center"/>
          </w:tcPr>
          <w:p w14:paraId="09850085" w14:textId="77777777" w:rsidR="00B15E99" w:rsidRPr="00EF2F0E" w:rsidRDefault="00B15E99" w:rsidP="00A40339">
            <w:pPr>
              <w:pStyle w:val="TAC"/>
              <w:rPr>
                <w:lang w:eastAsia="ja-JP"/>
              </w:rPr>
            </w:pPr>
            <w:r w:rsidRPr="00EF2F0E">
              <w:rPr>
                <w:lang w:eastAsia="ja-JP"/>
              </w:rPr>
              <w:t>2110 - 2155</w:t>
            </w:r>
          </w:p>
        </w:tc>
        <w:tc>
          <w:tcPr>
            <w:tcW w:w="1082" w:type="dxa"/>
            <w:vAlign w:val="center"/>
          </w:tcPr>
          <w:p w14:paraId="09850086"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87"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88"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89"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8A" w14:textId="77777777" w:rsidR="00B15E99" w:rsidRPr="00EF2F0E" w:rsidRDefault="00B15E99" w:rsidP="00A40339">
            <w:pPr>
              <w:pStyle w:val="TAC"/>
              <w:rPr>
                <w:lang w:eastAsia="ja-JP"/>
              </w:rPr>
            </w:pPr>
            <w:r w:rsidRPr="00EF2F0E">
              <w:rPr>
                <w:lang w:eastAsia="ja-JP"/>
              </w:rPr>
              <w:t>CW carrier</w:t>
            </w:r>
          </w:p>
        </w:tc>
      </w:tr>
      <w:tr w:rsidR="003401A4" w:rsidRPr="00EF2F0E" w14:paraId="09850093" w14:textId="77777777" w:rsidTr="00AB06FD">
        <w:trPr>
          <w:gridAfter w:val="1"/>
          <w:wAfter w:w="10" w:type="dxa"/>
          <w:jc w:val="center"/>
        </w:trPr>
        <w:tc>
          <w:tcPr>
            <w:tcW w:w="1918" w:type="dxa"/>
          </w:tcPr>
          <w:p w14:paraId="0985008C" w14:textId="77777777" w:rsidR="00B15E99" w:rsidRPr="00EF2F0E" w:rsidRDefault="00B15E99" w:rsidP="00A40339">
            <w:pPr>
              <w:pStyle w:val="TAL"/>
              <w:rPr>
                <w:rFonts w:cs="Arial"/>
                <w:szCs w:val="18"/>
                <w:lang w:eastAsia="ja-JP"/>
              </w:rPr>
            </w:pPr>
            <w:r w:rsidRPr="00EF2F0E">
              <w:rPr>
                <w:rFonts w:cs="Arial"/>
                <w:szCs w:val="18"/>
                <w:lang w:eastAsia="ja-JP"/>
              </w:rPr>
              <w:t>UTRA FDD Band V or E-UTRA Band 5 or NR band n5</w:t>
            </w:r>
          </w:p>
        </w:tc>
        <w:tc>
          <w:tcPr>
            <w:tcW w:w="1657" w:type="dxa"/>
            <w:vAlign w:val="center"/>
          </w:tcPr>
          <w:p w14:paraId="0985008D" w14:textId="77777777" w:rsidR="00B15E99" w:rsidRPr="00EF2F0E" w:rsidRDefault="00B15E99" w:rsidP="00A40339">
            <w:pPr>
              <w:pStyle w:val="TAC"/>
              <w:rPr>
                <w:lang w:eastAsia="ja-JP"/>
              </w:rPr>
            </w:pPr>
            <w:r w:rsidRPr="00EF2F0E">
              <w:rPr>
                <w:lang w:eastAsia="ja-JP"/>
              </w:rPr>
              <w:t>869 - 894</w:t>
            </w:r>
          </w:p>
        </w:tc>
        <w:tc>
          <w:tcPr>
            <w:tcW w:w="1082" w:type="dxa"/>
            <w:vAlign w:val="center"/>
          </w:tcPr>
          <w:p w14:paraId="0985008E"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8F"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90"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91"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92" w14:textId="77777777" w:rsidR="00B15E99" w:rsidRPr="00EF2F0E" w:rsidRDefault="00B15E99" w:rsidP="00A40339">
            <w:pPr>
              <w:pStyle w:val="TAC"/>
              <w:rPr>
                <w:lang w:eastAsia="ja-JP"/>
              </w:rPr>
            </w:pPr>
            <w:r w:rsidRPr="00EF2F0E">
              <w:rPr>
                <w:lang w:eastAsia="ja-JP"/>
              </w:rPr>
              <w:t>CW carrier</w:t>
            </w:r>
          </w:p>
        </w:tc>
      </w:tr>
      <w:tr w:rsidR="003401A4" w:rsidRPr="00EF2F0E" w14:paraId="0985009B" w14:textId="77777777" w:rsidTr="00AB06FD">
        <w:trPr>
          <w:gridAfter w:val="1"/>
          <w:wAfter w:w="10" w:type="dxa"/>
          <w:jc w:val="center"/>
        </w:trPr>
        <w:tc>
          <w:tcPr>
            <w:tcW w:w="1918" w:type="dxa"/>
          </w:tcPr>
          <w:p w14:paraId="09850094" w14:textId="77777777" w:rsidR="00B15E99" w:rsidRPr="00EF2F0E" w:rsidRDefault="00B15E99" w:rsidP="00A40339">
            <w:pPr>
              <w:pStyle w:val="TAL"/>
              <w:rPr>
                <w:rFonts w:cs="Arial"/>
                <w:szCs w:val="18"/>
                <w:lang w:val="sv-SE" w:eastAsia="ja-JP"/>
              </w:rPr>
            </w:pPr>
            <w:r w:rsidRPr="00EF2F0E">
              <w:rPr>
                <w:rFonts w:cs="Arial"/>
                <w:szCs w:val="18"/>
                <w:lang w:val="sv-SE" w:eastAsia="ja-JP"/>
              </w:rPr>
              <w:t>UTRA FDD Band VI or E-UTRA Band 6</w:t>
            </w:r>
          </w:p>
        </w:tc>
        <w:tc>
          <w:tcPr>
            <w:tcW w:w="1657" w:type="dxa"/>
            <w:vAlign w:val="center"/>
          </w:tcPr>
          <w:p w14:paraId="09850095" w14:textId="77777777" w:rsidR="00B15E99" w:rsidRPr="00EF2F0E" w:rsidRDefault="00B15E99" w:rsidP="00A40339">
            <w:pPr>
              <w:pStyle w:val="TAC"/>
              <w:rPr>
                <w:lang w:eastAsia="ja-JP"/>
              </w:rPr>
            </w:pPr>
            <w:r w:rsidRPr="00EF2F0E">
              <w:rPr>
                <w:lang w:eastAsia="ja-JP"/>
              </w:rPr>
              <w:t>875 - 885</w:t>
            </w:r>
          </w:p>
        </w:tc>
        <w:tc>
          <w:tcPr>
            <w:tcW w:w="1082" w:type="dxa"/>
            <w:vAlign w:val="center"/>
          </w:tcPr>
          <w:p w14:paraId="09850096"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97"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98"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99"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9A" w14:textId="77777777" w:rsidR="00B15E99" w:rsidRPr="00EF2F0E" w:rsidRDefault="00B15E99" w:rsidP="00A40339">
            <w:pPr>
              <w:pStyle w:val="TAC"/>
              <w:rPr>
                <w:lang w:eastAsia="ja-JP"/>
              </w:rPr>
            </w:pPr>
            <w:r w:rsidRPr="00EF2F0E">
              <w:rPr>
                <w:lang w:eastAsia="ja-JP"/>
              </w:rPr>
              <w:t>CW carrier</w:t>
            </w:r>
          </w:p>
        </w:tc>
      </w:tr>
      <w:tr w:rsidR="003401A4" w:rsidRPr="00EF2F0E" w14:paraId="098500A3" w14:textId="77777777" w:rsidTr="00AB06FD">
        <w:trPr>
          <w:gridAfter w:val="1"/>
          <w:wAfter w:w="10" w:type="dxa"/>
          <w:jc w:val="center"/>
        </w:trPr>
        <w:tc>
          <w:tcPr>
            <w:tcW w:w="1918" w:type="dxa"/>
          </w:tcPr>
          <w:p w14:paraId="0985009C" w14:textId="77777777" w:rsidR="00B15E99" w:rsidRPr="00EF2F0E" w:rsidRDefault="00B15E99" w:rsidP="00A40339">
            <w:pPr>
              <w:pStyle w:val="TAL"/>
              <w:rPr>
                <w:rFonts w:cs="Arial"/>
                <w:szCs w:val="18"/>
                <w:lang w:eastAsia="ja-JP"/>
              </w:rPr>
            </w:pPr>
            <w:r w:rsidRPr="00EF2F0E">
              <w:rPr>
                <w:rFonts w:cs="Arial"/>
                <w:szCs w:val="18"/>
                <w:lang w:eastAsia="ja-JP"/>
              </w:rPr>
              <w:t>UTRA FDD Band VII or E-UTRA Band 7 or NR band n7</w:t>
            </w:r>
          </w:p>
        </w:tc>
        <w:tc>
          <w:tcPr>
            <w:tcW w:w="1657" w:type="dxa"/>
            <w:vAlign w:val="center"/>
          </w:tcPr>
          <w:p w14:paraId="0985009D" w14:textId="77777777" w:rsidR="00B15E99" w:rsidRPr="00EF2F0E" w:rsidRDefault="00B15E99" w:rsidP="00A40339">
            <w:pPr>
              <w:pStyle w:val="TAC"/>
              <w:rPr>
                <w:lang w:eastAsia="ja-JP"/>
              </w:rPr>
            </w:pPr>
            <w:r w:rsidRPr="00EF2F0E">
              <w:rPr>
                <w:lang w:eastAsia="ja-JP"/>
              </w:rPr>
              <w:t>2620 - 2690</w:t>
            </w:r>
          </w:p>
        </w:tc>
        <w:tc>
          <w:tcPr>
            <w:tcW w:w="1082" w:type="dxa"/>
            <w:vAlign w:val="center"/>
          </w:tcPr>
          <w:p w14:paraId="0985009E"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9F"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A0"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A1"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A2" w14:textId="77777777" w:rsidR="00B15E99" w:rsidRPr="00EF2F0E" w:rsidRDefault="00B15E99" w:rsidP="00A40339">
            <w:pPr>
              <w:pStyle w:val="TAC"/>
              <w:rPr>
                <w:lang w:eastAsia="ja-JP"/>
              </w:rPr>
            </w:pPr>
            <w:r w:rsidRPr="00EF2F0E">
              <w:rPr>
                <w:lang w:eastAsia="ja-JP"/>
              </w:rPr>
              <w:t>CW carrier</w:t>
            </w:r>
          </w:p>
        </w:tc>
      </w:tr>
      <w:tr w:rsidR="003401A4" w:rsidRPr="00EF2F0E" w14:paraId="098500AB" w14:textId="77777777" w:rsidTr="00AB06FD">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500A4" w14:textId="77777777" w:rsidR="00B15E99" w:rsidRPr="00EF2F0E" w:rsidRDefault="00B15E99" w:rsidP="00A40339">
            <w:pPr>
              <w:pStyle w:val="TAL"/>
              <w:rPr>
                <w:rFonts w:cs="Arial"/>
                <w:szCs w:val="18"/>
                <w:lang w:eastAsia="ja-JP"/>
              </w:rPr>
            </w:pPr>
            <w:r w:rsidRPr="00EF2F0E">
              <w:rPr>
                <w:rFonts w:cs="Arial"/>
                <w:szCs w:val="18"/>
                <w:lang w:eastAsia="ja-JP"/>
              </w:rPr>
              <w:t>UTRA FDD Band VIII or E-UTRA Band 8 or NR band n8</w:t>
            </w:r>
          </w:p>
        </w:tc>
        <w:tc>
          <w:tcPr>
            <w:tcW w:w="1657" w:type="dxa"/>
            <w:tcBorders>
              <w:top w:val="single" w:sz="4" w:space="0" w:color="auto"/>
              <w:left w:val="single" w:sz="4" w:space="0" w:color="auto"/>
              <w:bottom w:val="single" w:sz="4" w:space="0" w:color="auto"/>
              <w:right w:val="single" w:sz="4" w:space="0" w:color="auto"/>
            </w:tcBorders>
            <w:vAlign w:val="center"/>
          </w:tcPr>
          <w:p w14:paraId="098500A5" w14:textId="77777777" w:rsidR="00B15E99" w:rsidRPr="00EF2F0E" w:rsidRDefault="00B15E99" w:rsidP="00A40339">
            <w:pPr>
              <w:pStyle w:val="TAC"/>
              <w:rPr>
                <w:lang w:eastAsia="ja-JP"/>
              </w:rPr>
            </w:pPr>
            <w:r w:rsidRPr="00EF2F0E">
              <w:rPr>
                <w:lang w:eastAsia="ja-JP"/>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098500A6" w14:textId="77777777" w:rsidR="00B15E99" w:rsidRPr="00EF2F0E" w:rsidRDefault="00B15E99" w:rsidP="00A40339">
            <w:pPr>
              <w:pStyle w:val="TAC"/>
              <w:rPr>
                <w:lang w:eastAsia="ja-JP"/>
              </w:rPr>
            </w:pPr>
            <w:r w:rsidRPr="00EF2F0E">
              <w:rPr>
                <w:lang w:eastAsia="ja-JP"/>
              </w:rPr>
              <w:t>+46</w:t>
            </w:r>
          </w:p>
        </w:tc>
        <w:tc>
          <w:tcPr>
            <w:tcW w:w="1134" w:type="dxa"/>
            <w:tcBorders>
              <w:top w:val="single" w:sz="4" w:space="0" w:color="auto"/>
              <w:left w:val="single" w:sz="4" w:space="0" w:color="auto"/>
              <w:bottom w:val="single" w:sz="4" w:space="0" w:color="auto"/>
              <w:right w:val="single" w:sz="4" w:space="0" w:color="auto"/>
            </w:tcBorders>
            <w:vAlign w:val="center"/>
          </w:tcPr>
          <w:p w14:paraId="098500A7" w14:textId="77777777" w:rsidR="00B15E99" w:rsidRPr="00EF2F0E" w:rsidRDefault="00B15E99" w:rsidP="00A40339">
            <w:pPr>
              <w:pStyle w:val="TAC"/>
              <w:rPr>
                <w:lang w:eastAsia="ja-JP"/>
              </w:rPr>
            </w:pPr>
            <w:r w:rsidRPr="00EF2F0E">
              <w:rPr>
                <w:lang w:eastAsia="ja-JP"/>
              </w:rPr>
              <w:t>+38</w:t>
            </w:r>
          </w:p>
        </w:tc>
        <w:tc>
          <w:tcPr>
            <w:tcW w:w="1134" w:type="dxa"/>
            <w:tcBorders>
              <w:top w:val="single" w:sz="4" w:space="0" w:color="auto"/>
              <w:left w:val="single" w:sz="4" w:space="0" w:color="auto"/>
              <w:bottom w:val="single" w:sz="4" w:space="0" w:color="auto"/>
              <w:right w:val="single" w:sz="4" w:space="0" w:color="auto"/>
            </w:tcBorders>
            <w:vAlign w:val="center"/>
          </w:tcPr>
          <w:p w14:paraId="098500A8" w14:textId="77777777" w:rsidR="00B15E99" w:rsidRPr="00EF2F0E" w:rsidRDefault="00B15E99" w:rsidP="00A40339">
            <w:pPr>
              <w:pStyle w:val="TAC"/>
              <w:rPr>
                <w:lang w:eastAsia="ja-JP"/>
              </w:rPr>
            </w:pPr>
            <w:r w:rsidRPr="00EF2F0E">
              <w:rPr>
                <w:lang w:eastAsia="ja-JP"/>
              </w:rPr>
              <w:t>+24</w:t>
            </w:r>
          </w:p>
        </w:tc>
        <w:tc>
          <w:tcPr>
            <w:tcW w:w="1701" w:type="dxa"/>
            <w:tcBorders>
              <w:top w:val="single" w:sz="4" w:space="0" w:color="auto"/>
              <w:left w:val="single" w:sz="4" w:space="0" w:color="auto"/>
              <w:bottom w:val="single" w:sz="4" w:space="0" w:color="auto"/>
              <w:right w:val="single" w:sz="4" w:space="0" w:color="auto"/>
            </w:tcBorders>
            <w:vAlign w:val="center"/>
          </w:tcPr>
          <w:p w14:paraId="098500A9"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500AA" w14:textId="77777777" w:rsidR="00B15E99" w:rsidRPr="00EF2F0E" w:rsidRDefault="00B15E99" w:rsidP="00A40339">
            <w:pPr>
              <w:pStyle w:val="TAC"/>
              <w:rPr>
                <w:lang w:eastAsia="ja-JP"/>
              </w:rPr>
            </w:pPr>
            <w:r w:rsidRPr="00EF2F0E">
              <w:rPr>
                <w:lang w:eastAsia="ja-JP"/>
              </w:rPr>
              <w:t>CW carrier</w:t>
            </w:r>
          </w:p>
        </w:tc>
      </w:tr>
      <w:tr w:rsidR="003401A4" w:rsidRPr="00EF2F0E" w14:paraId="098500B3" w14:textId="77777777" w:rsidTr="00AB06FD">
        <w:trPr>
          <w:gridAfter w:val="1"/>
          <w:wAfter w:w="10" w:type="dxa"/>
          <w:jc w:val="center"/>
        </w:trPr>
        <w:tc>
          <w:tcPr>
            <w:tcW w:w="1918" w:type="dxa"/>
          </w:tcPr>
          <w:p w14:paraId="098500AC" w14:textId="77777777" w:rsidR="00B15E99" w:rsidRPr="00EF2F0E" w:rsidRDefault="00B15E99" w:rsidP="00A40339">
            <w:pPr>
              <w:pStyle w:val="TAL"/>
              <w:rPr>
                <w:rFonts w:cs="Arial"/>
                <w:szCs w:val="18"/>
                <w:lang w:val="sv-SE" w:eastAsia="ja-JP"/>
              </w:rPr>
            </w:pPr>
            <w:r w:rsidRPr="00EF2F0E">
              <w:rPr>
                <w:rFonts w:cs="Arial"/>
                <w:szCs w:val="18"/>
                <w:lang w:val="sv-SE" w:eastAsia="ja-JP"/>
              </w:rPr>
              <w:t>UTRA FDD Band IX or E-UTRA Band 9</w:t>
            </w:r>
          </w:p>
        </w:tc>
        <w:tc>
          <w:tcPr>
            <w:tcW w:w="1657" w:type="dxa"/>
            <w:vAlign w:val="center"/>
          </w:tcPr>
          <w:p w14:paraId="098500AD" w14:textId="77777777" w:rsidR="00B15E99" w:rsidRPr="00EF2F0E" w:rsidRDefault="00B15E99" w:rsidP="00A40339">
            <w:pPr>
              <w:pStyle w:val="TAC"/>
              <w:rPr>
                <w:lang w:eastAsia="ja-JP"/>
              </w:rPr>
            </w:pPr>
            <w:r w:rsidRPr="00EF2F0E">
              <w:rPr>
                <w:lang w:eastAsia="ja-JP"/>
              </w:rPr>
              <w:t>1844.9 - 1879.9</w:t>
            </w:r>
          </w:p>
        </w:tc>
        <w:tc>
          <w:tcPr>
            <w:tcW w:w="1082" w:type="dxa"/>
            <w:vAlign w:val="center"/>
          </w:tcPr>
          <w:p w14:paraId="098500AE"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AF"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B0"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B1"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B2" w14:textId="77777777" w:rsidR="00B15E99" w:rsidRPr="00EF2F0E" w:rsidRDefault="00B15E99" w:rsidP="00A40339">
            <w:pPr>
              <w:pStyle w:val="TAC"/>
              <w:rPr>
                <w:lang w:eastAsia="ja-JP"/>
              </w:rPr>
            </w:pPr>
            <w:r w:rsidRPr="00EF2F0E">
              <w:rPr>
                <w:lang w:eastAsia="ja-JP"/>
              </w:rPr>
              <w:t>CW carrier</w:t>
            </w:r>
          </w:p>
        </w:tc>
      </w:tr>
      <w:tr w:rsidR="003401A4" w:rsidRPr="00EF2F0E" w14:paraId="098500BB" w14:textId="77777777" w:rsidTr="00AB06FD">
        <w:trPr>
          <w:gridAfter w:val="1"/>
          <w:wAfter w:w="10" w:type="dxa"/>
          <w:jc w:val="center"/>
        </w:trPr>
        <w:tc>
          <w:tcPr>
            <w:tcW w:w="1918" w:type="dxa"/>
          </w:tcPr>
          <w:p w14:paraId="098500B4" w14:textId="77777777" w:rsidR="00B15E99" w:rsidRPr="00EF2F0E" w:rsidRDefault="00B15E99" w:rsidP="00A40339">
            <w:pPr>
              <w:pStyle w:val="TAL"/>
              <w:rPr>
                <w:rFonts w:cs="Arial"/>
                <w:szCs w:val="18"/>
                <w:lang w:val="sv-SE" w:eastAsia="ja-JP"/>
              </w:rPr>
            </w:pPr>
            <w:r w:rsidRPr="00EF2F0E">
              <w:rPr>
                <w:rFonts w:cs="Arial"/>
                <w:szCs w:val="18"/>
                <w:lang w:val="sv-SE" w:eastAsia="ja-JP"/>
              </w:rPr>
              <w:t>UTRA FDD Band X or E-UTRA Band 10</w:t>
            </w:r>
          </w:p>
        </w:tc>
        <w:tc>
          <w:tcPr>
            <w:tcW w:w="1657" w:type="dxa"/>
            <w:vAlign w:val="center"/>
          </w:tcPr>
          <w:p w14:paraId="098500B5" w14:textId="77777777" w:rsidR="00B15E99" w:rsidRPr="00EF2F0E" w:rsidRDefault="00B15E99" w:rsidP="00A40339">
            <w:pPr>
              <w:pStyle w:val="TAC"/>
              <w:rPr>
                <w:lang w:eastAsia="ja-JP"/>
              </w:rPr>
            </w:pPr>
            <w:r w:rsidRPr="00EF2F0E">
              <w:rPr>
                <w:lang w:eastAsia="ja-JP"/>
              </w:rPr>
              <w:t>2110 - 2170</w:t>
            </w:r>
          </w:p>
        </w:tc>
        <w:tc>
          <w:tcPr>
            <w:tcW w:w="1082" w:type="dxa"/>
            <w:vAlign w:val="center"/>
          </w:tcPr>
          <w:p w14:paraId="098500B6"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B7"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B8"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B9"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BA" w14:textId="77777777" w:rsidR="00B15E99" w:rsidRPr="00EF2F0E" w:rsidRDefault="00B15E99" w:rsidP="00A40339">
            <w:pPr>
              <w:pStyle w:val="TAC"/>
              <w:rPr>
                <w:lang w:eastAsia="ja-JP"/>
              </w:rPr>
            </w:pPr>
            <w:r w:rsidRPr="00EF2F0E">
              <w:rPr>
                <w:lang w:eastAsia="ja-JP"/>
              </w:rPr>
              <w:t>CW carrier</w:t>
            </w:r>
          </w:p>
        </w:tc>
      </w:tr>
      <w:tr w:rsidR="003401A4" w:rsidRPr="00EF2F0E" w14:paraId="098500C3" w14:textId="77777777" w:rsidTr="00AB06FD">
        <w:trPr>
          <w:gridAfter w:val="1"/>
          <w:wAfter w:w="10" w:type="dxa"/>
          <w:jc w:val="center"/>
        </w:trPr>
        <w:tc>
          <w:tcPr>
            <w:tcW w:w="1918" w:type="dxa"/>
          </w:tcPr>
          <w:p w14:paraId="098500BC" w14:textId="77777777" w:rsidR="00B15E99" w:rsidRPr="00EF2F0E" w:rsidRDefault="00B15E99" w:rsidP="00A40339">
            <w:pPr>
              <w:pStyle w:val="TAL"/>
              <w:rPr>
                <w:rFonts w:cs="Arial"/>
                <w:szCs w:val="18"/>
                <w:lang w:val="sv-SE" w:eastAsia="ja-JP"/>
              </w:rPr>
            </w:pPr>
            <w:r w:rsidRPr="00EF2F0E">
              <w:rPr>
                <w:rFonts w:cs="Arial"/>
                <w:szCs w:val="18"/>
                <w:lang w:val="sv-SE" w:eastAsia="ja-JP"/>
              </w:rPr>
              <w:t>UTRA FDD Band XI or E-UTRA Band 11</w:t>
            </w:r>
          </w:p>
        </w:tc>
        <w:tc>
          <w:tcPr>
            <w:tcW w:w="1657" w:type="dxa"/>
            <w:vAlign w:val="center"/>
          </w:tcPr>
          <w:p w14:paraId="098500BD" w14:textId="77777777" w:rsidR="00B15E99" w:rsidRPr="00EF2F0E" w:rsidRDefault="00B15E99" w:rsidP="00A40339">
            <w:pPr>
              <w:pStyle w:val="TAC"/>
              <w:rPr>
                <w:lang w:eastAsia="ja-JP"/>
              </w:rPr>
            </w:pPr>
            <w:r w:rsidRPr="00EF2F0E">
              <w:rPr>
                <w:lang w:eastAsia="ja-JP"/>
              </w:rPr>
              <w:t>1475.9 - 1495.9</w:t>
            </w:r>
          </w:p>
        </w:tc>
        <w:tc>
          <w:tcPr>
            <w:tcW w:w="1082" w:type="dxa"/>
            <w:vAlign w:val="center"/>
          </w:tcPr>
          <w:p w14:paraId="098500BE"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BF"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C0"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C1"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C2" w14:textId="77777777" w:rsidR="00B15E99" w:rsidRPr="00EF2F0E" w:rsidRDefault="00B15E99" w:rsidP="00A40339">
            <w:pPr>
              <w:pStyle w:val="TAC"/>
              <w:rPr>
                <w:lang w:eastAsia="ja-JP"/>
              </w:rPr>
            </w:pPr>
            <w:r w:rsidRPr="00EF2F0E">
              <w:rPr>
                <w:lang w:eastAsia="ja-JP"/>
              </w:rPr>
              <w:t>CW carrier</w:t>
            </w:r>
          </w:p>
        </w:tc>
      </w:tr>
      <w:tr w:rsidR="003401A4" w:rsidRPr="00EF2F0E" w14:paraId="098500CB" w14:textId="77777777" w:rsidTr="00AB06FD">
        <w:trPr>
          <w:gridAfter w:val="1"/>
          <w:wAfter w:w="10" w:type="dxa"/>
          <w:jc w:val="center"/>
        </w:trPr>
        <w:tc>
          <w:tcPr>
            <w:tcW w:w="1918" w:type="dxa"/>
          </w:tcPr>
          <w:p w14:paraId="098500C4" w14:textId="77777777" w:rsidR="00B15E99" w:rsidRPr="00EF2F0E" w:rsidRDefault="00B15E99" w:rsidP="00A40339">
            <w:pPr>
              <w:pStyle w:val="TAL"/>
              <w:rPr>
                <w:rFonts w:cs="Arial"/>
                <w:szCs w:val="18"/>
                <w:lang w:val="sv-SE" w:eastAsia="ja-JP"/>
              </w:rPr>
            </w:pPr>
            <w:r w:rsidRPr="00EF2F0E">
              <w:rPr>
                <w:rFonts w:cs="Arial"/>
                <w:szCs w:val="18"/>
                <w:lang w:val="sv-SE" w:eastAsia="ja-JP"/>
              </w:rPr>
              <w:t>UTRA FDD Band XII or E-UTRA Band 12</w:t>
            </w:r>
            <w:r w:rsidR="006C0349" w:rsidRPr="00EF2F0E">
              <w:rPr>
                <w:rFonts w:cs="Arial"/>
                <w:szCs w:val="18"/>
                <w:lang w:val="sv-SE" w:eastAsia="ja-JP"/>
              </w:rPr>
              <w:t xml:space="preserve"> or NR band n12</w:t>
            </w:r>
          </w:p>
        </w:tc>
        <w:tc>
          <w:tcPr>
            <w:tcW w:w="1657" w:type="dxa"/>
            <w:vAlign w:val="center"/>
          </w:tcPr>
          <w:p w14:paraId="098500C5" w14:textId="77777777" w:rsidR="00B15E99" w:rsidRPr="00EF2F0E" w:rsidRDefault="00B15E99" w:rsidP="00A40339">
            <w:pPr>
              <w:pStyle w:val="TAC"/>
              <w:rPr>
                <w:lang w:eastAsia="ja-JP"/>
              </w:rPr>
            </w:pPr>
            <w:r w:rsidRPr="00EF2F0E">
              <w:rPr>
                <w:lang w:eastAsia="ja-JP"/>
              </w:rPr>
              <w:t>729 - 746</w:t>
            </w:r>
          </w:p>
        </w:tc>
        <w:tc>
          <w:tcPr>
            <w:tcW w:w="1082" w:type="dxa"/>
            <w:vAlign w:val="center"/>
          </w:tcPr>
          <w:p w14:paraId="098500C6"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C7"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C8"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C9"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CA" w14:textId="77777777" w:rsidR="00B15E99" w:rsidRPr="00EF2F0E" w:rsidRDefault="00B15E99" w:rsidP="00A40339">
            <w:pPr>
              <w:pStyle w:val="TAC"/>
              <w:rPr>
                <w:lang w:eastAsia="ja-JP"/>
              </w:rPr>
            </w:pPr>
            <w:r w:rsidRPr="00EF2F0E">
              <w:rPr>
                <w:lang w:eastAsia="ja-JP"/>
              </w:rPr>
              <w:t>CW carrier</w:t>
            </w:r>
          </w:p>
        </w:tc>
      </w:tr>
      <w:tr w:rsidR="003401A4" w:rsidRPr="00EF2F0E" w14:paraId="098500D3" w14:textId="77777777" w:rsidTr="00AB06FD">
        <w:trPr>
          <w:gridAfter w:val="1"/>
          <w:wAfter w:w="10" w:type="dxa"/>
          <w:jc w:val="center"/>
        </w:trPr>
        <w:tc>
          <w:tcPr>
            <w:tcW w:w="1918" w:type="dxa"/>
          </w:tcPr>
          <w:p w14:paraId="098500CC" w14:textId="77777777" w:rsidR="00B15E99" w:rsidRPr="00EF2F0E" w:rsidRDefault="00B15E99" w:rsidP="00A40339">
            <w:pPr>
              <w:pStyle w:val="TAL"/>
              <w:rPr>
                <w:rFonts w:cs="Arial"/>
                <w:szCs w:val="18"/>
                <w:lang w:val="sv-SE" w:eastAsia="ja-JP"/>
              </w:rPr>
            </w:pPr>
            <w:r w:rsidRPr="00EF2F0E">
              <w:rPr>
                <w:rFonts w:cs="Arial"/>
                <w:szCs w:val="18"/>
                <w:lang w:val="sv-SE" w:eastAsia="ja-JP"/>
              </w:rPr>
              <w:t>UTRA FDD Band XIIII or E-UTRA Band 13</w:t>
            </w:r>
          </w:p>
        </w:tc>
        <w:tc>
          <w:tcPr>
            <w:tcW w:w="1657" w:type="dxa"/>
            <w:vAlign w:val="center"/>
          </w:tcPr>
          <w:p w14:paraId="098500CD" w14:textId="77777777" w:rsidR="00B15E99" w:rsidRPr="00EF2F0E" w:rsidRDefault="00B15E99" w:rsidP="00A40339">
            <w:pPr>
              <w:pStyle w:val="TAC"/>
              <w:rPr>
                <w:lang w:eastAsia="ja-JP"/>
              </w:rPr>
            </w:pPr>
            <w:r w:rsidRPr="00EF2F0E">
              <w:rPr>
                <w:lang w:eastAsia="ja-JP"/>
              </w:rPr>
              <w:t>746 - 756</w:t>
            </w:r>
          </w:p>
        </w:tc>
        <w:tc>
          <w:tcPr>
            <w:tcW w:w="1082" w:type="dxa"/>
            <w:vAlign w:val="center"/>
          </w:tcPr>
          <w:p w14:paraId="098500CE"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CF"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D0"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D1"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D2" w14:textId="77777777" w:rsidR="00B15E99" w:rsidRPr="00EF2F0E" w:rsidRDefault="00B15E99" w:rsidP="00A40339">
            <w:pPr>
              <w:pStyle w:val="TAC"/>
              <w:rPr>
                <w:lang w:eastAsia="ja-JP"/>
              </w:rPr>
            </w:pPr>
            <w:r w:rsidRPr="00EF2F0E">
              <w:rPr>
                <w:lang w:eastAsia="ja-JP"/>
              </w:rPr>
              <w:t>CW carrier</w:t>
            </w:r>
          </w:p>
        </w:tc>
      </w:tr>
      <w:tr w:rsidR="003401A4" w:rsidRPr="00EF2F0E" w14:paraId="098500DB" w14:textId="77777777" w:rsidTr="00AB06FD">
        <w:trPr>
          <w:gridAfter w:val="1"/>
          <w:wAfter w:w="10" w:type="dxa"/>
          <w:jc w:val="center"/>
        </w:trPr>
        <w:tc>
          <w:tcPr>
            <w:tcW w:w="1918" w:type="dxa"/>
          </w:tcPr>
          <w:p w14:paraId="098500D4" w14:textId="77777777" w:rsidR="00B15E99" w:rsidRPr="00EF2F0E" w:rsidRDefault="00B15E99" w:rsidP="00A40339">
            <w:pPr>
              <w:pStyle w:val="TAL"/>
              <w:rPr>
                <w:rFonts w:cs="Arial"/>
                <w:szCs w:val="18"/>
                <w:lang w:val="sv-SE" w:eastAsia="ja-JP"/>
              </w:rPr>
            </w:pPr>
            <w:r w:rsidRPr="00EF2F0E">
              <w:rPr>
                <w:rFonts w:cs="Arial"/>
                <w:szCs w:val="18"/>
                <w:lang w:val="sv-SE" w:eastAsia="ja-JP"/>
              </w:rPr>
              <w:t>UTRA FDD Band XIV or E-UTRA Band 14</w:t>
            </w:r>
          </w:p>
        </w:tc>
        <w:tc>
          <w:tcPr>
            <w:tcW w:w="1657" w:type="dxa"/>
            <w:vAlign w:val="center"/>
          </w:tcPr>
          <w:p w14:paraId="098500D5" w14:textId="77777777" w:rsidR="00B15E99" w:rsidRPr="00EF2F0E" w:rsidRDefault="00B15E99" w:rsidP="00A40339">
            <w:pPr>
              <w:pStyle w:val="TAC"/>
              <w:rPr>
                <w:lang w:eastAsia="ja-JP"/>
              </w:rPr>
            </w:pPr>
            <w:r w:rsidRPr="00EF2F0E">
              <w:rPr>
                <w:lang w:eastAsia="ja-JP"/>
              </w:rPr>
              <w:t>758 - 768</w:t>
            </w:r>
          </w:p>
        </w:tc>
        <w:tc>
          <w:tcPr>
            <w:tcW w:w="1082" w:type="dxa"/>
            <w:vAlign w:val="center"/>
          </w:tcPr>
          <w:p w14:paraId="098500D6"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D7"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D8"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D9"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DA" w14:textId="77777777" w:rsidR="00B15E99" w:rsidRPr="00EF2F0E" w:rsidRDefault="00B15E99" w:rsidP="00A40339">
            <w:pPr>
              <w:pStyle w:val="TAC"/>
              <w:rPr>
                <w:lang w:eastAsia="ja-JP"/>
              </w:rPr>
            </w:pPr>
            <w:r w:rsidRPr="00EF2F0E">
              <w:rPr>
                <w:lang w:eastAsia="ja-JP"/>
              </w:rPr>
              <w:t>CW carrier</w:t>
            </w:r>
          </w:p>
        </w:tc>
      </w:tr>
      <w:tr w:rsidR="003401A4" w:rsidRPr="00EF2F0E" w14:paraId="098500E3" w14:textId="77777777" w:rsidTr="00AB06FD">
        <w:trPr>
          <w:gridAfter w:val="1"/>
          <w:wAfter w:w="10" w:type="dxa"/>
          <w:jc w:val="center"/>
        </w:trPr>
        <w:tc>
          <w:tcPr>
            <w:tcW w:w="1918" w:type="dxa"/>
          </w:tcPr>
          <w:p w14:paraId="098500DC" w14:textId="77777777" w:rsidR="00B15E99" w:rsidRPr="00EF2F0E" w:rsidRDefault="00B15E99" w:rsidP="00A40339">
            <w:pPr>
              <w:pStyle w:val="TAL"/>
              <w:rPr>
                <w:rFonts w:cs="Arial"/>
                <w:szCs w:val="18"/>
                <w:lang w:eastAsia="ja-JP"/>
              </w:rPr>
            </w:pPr>
            <w:r w:rsidRPr="00EF2F0E">
              <w:rPr>
                <w:rFonts w:cs="Arial"/>
                <w:szCs w:val="18"/>
                <w:lang w:eastAsia="ja-JP"/>
              </w:rPr>
              <w:t>E-UTRA Band 17</w:t>
            </w:r>
          </w:p>
        </w:tc>
        <w:tc>
          <w:tcPr>
            <w:tcW w:w="1657" w:type="dxa"/>
            <w:vAlign w:val="center"/>
          </w:tcPr>
          <w:p w14:paraId="098500DD" w14:textId="77777777" w:rsidR="00B15E99" w:rsidRPr="00EF2F0E" w:rsidRDefault="00B15E99" w:rsidP="00A40339">
            <w:pPr>
              <w:pStyle w:val="TAC"/>
              <w:rPr>
                <w:lang w:eastAsia="ja-JP"/>
              </w:rPr>
            </w:pPr>
            <w:r w:rsidRPr="00EF2F0E">
              <w:rPr>
                <w:lang w:eastAsia="ja-JP"/>
              </w:rPr>
              <w:t>734 - 746</w:t>
            </w:r>
          </w:p>
        </w:tc>
        <w:tc>
          <w:tcPr>
            <w:tcW w:w="1082" w:type="dxa"/>
            <w:vAlign w:val="center"/>
          </w:tcPr>
          <w:p w14:paraId="098500DE"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DF"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E0"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E1"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E2" w14:textId="77777777" w:rsidR="00B15E99" w:rsidRPr="00EF2F0E" w:rsidRDefault="00B15E99" w:rsidP="00A40339">
            <w:pPr>
              <w:pStyle w:val="TAC"/>
              <w:rPr>
                <w:lang w:eastAsia="ja-JP"/>
              </w:rPr>
            </w:pPr>
            <w:r w:rsidRPr="00EF2F0E">
              <w:rPr>
                <w:lang w:eastAsia="ja-JP"/>
              </w:rPr>
              <w:t>CW carrier</w:t>
            </w:r>
          </w:p>
        </w:tc>
      </w:tr>
      <w:tr w:rsidR="003401A4" w:rsidRPr="00EF2F0E" w14:paraId="098500EB" w14:textId="77777777" w:rsidTr="00AB06FD">
        <w:trPr>
          <w:gridAfter w:val="1"/>
          <w:wAfter w:w="10" w:type="dxa"/>
          <w:jc w:val="center"/>
        </w:trPr>
        <w:tc>
          <w:tcPr>
            <w:tcW w:w="1918" w:type="dxa"/>
          </w:tcPr>
          <w:p w14:paraId="098500E4" w14:textId="77777777" w:rsidR="00B15E99" w:rsidRPr="00EF2F0E" w:rsidRDefault="00B15E99" w:rsidP="00A40339">
            <w:pPr>
              <w:pStyle w:val="TAL"/>
              <w:rPr>
                <w:rFonts w:cs="Arial"/>
                <w:szCs w:val="18"/>
                <w:lang w:eastAsia="ja-JP"/>
              </w:rPr>
            </w:pPr>
            <w:r w:rsidRPr="00EF2F0E">
              <w:rPr>
                <w:rFonts w:cs="Arial"/>
                <w:szCs w:val="18"/>
                <w:lang w:eastAsia="ja-JP"/>
              </w:rPr>
              <w:t>E-UTRA Band 18</w:t>
            </w:r>
          </w:p>
        </w:tc>
        <w:tc>
          <w:tcPr>
            <w:tcW w:w="1657" w:type="dxa"/>
            <w:vAlign w:val="center"/>
          </w:tcPr>
          <w:p w14:paraId="098500E5" w14:textId="77777777" w:rsidR="00B15E99" w:rsidRPr="00EF2F0E" w:rsidRDefault="00B15E99" w:rsidP="00A40339">
            <w:pPr>
              <w:pStyle w:val="TAC"/>
              <w:rPr>
                <w:lang w:eastAsia="ja-JP"/>
              </w:rPr>
            </w:pPr>
            <w:r w:rsidRPr="00EF2F0E">
              <w:rPr>
                <w:lang w:eastAsia="ja-JP"/>
              </w:rPr>
              <w:t>860 - 875</w:t>
            </w:r>
          </w:p>
        </w:tc>
        <w:tc>
          <w:tcPr>
            <w:tcW w:w="1082" w:type="dxa"/>
            <w:vAlign w:val="center"/>
          </w:tcPr>
          <w:p w14:paraId="098500E6"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E7"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E8"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E9"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EA" w14:textId="77777777" w:rsidR="00B15E99" w:rsidRPr="00EF2F0E" w:rsidRDefault="00B15E99" w:rsidP="00A40339">
            <w:pPr>
              <w:pStyle w:val="TAC"/>
              <w:rPr>
                <w:lang w:eastAsia="ja-JP"/>
              </w:rPr>
            </w:pPr>
            <w:r w:rsidRPr="00EF2F0E">
              <w:rPr>
                <w:lang w:eastAsia="ja-JP"/>
              </w:rPr>
              <w:t>CW carrier</w:t>
            </w:r>
          </w:p>
        </w:tc>
      </w:tr>
      <w:tr w:rsidR="003401A4" w:rsidRPr="00EF2F0E" w14:paraId="098500F3" w14:textId="77777777" w:rsidTr="00AB06FD">
        <w:trPr>
          <w:gridAfter w:val="1"/>
          <w:wAfter w:w="10" w:type="dxa"/>
          <w:jc w:val="center"/>
        </w:trPr>
        <w:tc>
          <w:tcPr>
            <w:tcW w:w="1918" w:type="dxa"/>
          </w:tcPr>
          <w:p w14:paraId="098500EC" w14:textId="77777777" w:rsidR="00B15E99" w:rsidRPr="00EF2F0E" w:rsidRDefault="00B15E99" w:rsidP="00A40339">
            <w:pPr>
              <w:pStyle w:val="TAL"/>
              <w:rPr>
                <w:rFonts w:cs="Arial"/>
                <w:szCs w:val="18"/>
                <w:lang w:val="sv-SE" w:eastAsia="ja-JP"/>
              </w:rPr>
            </w:pPr>
            <w:r w:rsidRPr="00EF2F0E">
              <w:rPr>
                <w:rFonts w:cs="Arial"/>
                <w:szCs w:val="18"/>
                <w:lang w:val="sv-SE" w:eastAsia="ja-JP"/>
              </w:rPr>
              <w:t>UTRA FDD Band XIX or E-UTRA Band 19</w:t>
            </w:r>
          </w:p>
        </w:tc>
        <w:tc>
          <w:tcPr>
            <w:tcW w:w="1657" w:type="dxa"/>
            <w:vAlign w:val="center"/>
          </w:tcPr>
          <w:p w14:paraId="098500ED" w14:textId="77777777" w:rsidR="00B15E99" w:rsidRPr="00EF2F0E" w:rsidRDefault="00B15E99" w:rsidP="00A40339">
            <w:pPr>
              <w:pStyle w:val="TAC"/>
              <w:rPr>
                <w:lang w:eastAsia="ja-JP"/>
              </w:rPr>
            </w:pPr>
            <w:r w:rsidRPr="00EF2F0E">
              <w:rPr>
                <w:lang w:eastAsia="ja-JP"/>
              </w:rPr>
              <w:t>875 - 890</w:t>
            </w:r>
          </w:p>
        </w:tc>
        <w:tc>
          <w:tcPr>
            <w:tcW w:w="1082" w:type="dxa"/>
            <w:vAlign w:val="center"/>
          </w:tcPr>
          <w:p w14:paraId="098500EE"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EF"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F0"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F1"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F2" w14:textId="77777777" w:rsidR="00B15E99" w:rsidRPr="00EF2F0E" w:rsidRDefault="00B15E99" w:rsidP="00A40339">
            <w:pPr>
              <w:pStyle w:val="TAC"/>
              <w:rPr>
                <w:lang w:eastAsia="ja-JP"/>
              </w:rPr>
            </w:pPr>
            <w:r w:rsidRPr="00EF2F0E">
              <w:rPr>
                <w:lang w:eastAsia="ja-JP"/>
              </w:rPr>
              <w:t>CW carrier</w:t>
            </w:r>
          </w:p>
        </w:tc>
      </w:tr>
      <w:tr w:rsidR="003401A4" w:rsidRPr="00EF2F0E" w14:paraId="098500FB" w14:textId="77777777" w:rsidTr="00AB06FD">
        <w:trPr>
          <w:gridAfter w:val="1"/>
          <w:wAfter w:w="10" w:type="dxa"/>
          <w:jc w:val="center"/>
        </w:trPr>
        <w:tc>
          <w:tcPr>
            <w:tcW w:w="1918" w:type="dxa"/>
          </w:tcPr>
          <w:p w14:paraId="098500F4" w14:textId="77777777" w:rsidR="00B15E99" w:rsidRPr="00EF2F0E" w:rsidRDefault="00B15E99" w:rsidP="00A40339">
            <w:pPr>
              <w:pStyle w:val="TAL"/>
              <w:rPr>
                <w:rFonts w:cs="Arial"/>
                <w:szCs w:val="18"/>
                <w:lang w:eastAsia="ja-JP"/>
              </w:rPr>
            </w:pPr>
            <w:r w:rsidRPr="00EF2F0E">
              <w:rPr>
                <w:rFonts w:cs="Arial"/>
                <w:szCs w:val="18"/>
                <w:lang w:eastAsia="ja-JP"/>
              </w:rPr>
              <w:t>UTRA FDD Band XX or E-UTRA Band 20 or NR band 20</w:t>
            </w:r>
          </w:p>
        </w:tc>
        <w:tc>
          <w:tcPr>
            <w:tcW w:w="1657" w:type="dxa"/>
            <w:vAlign w:val="center"/>
          </w:tcPr>
          <w:p w14:paraId="098500F5" w14:textId="77777777" w:rsidR="00B15E99" w:rsidRPr="00EF2F0E" w:rsidRDefault="00B15E99" w:rsidP="00A40339">
            <w:pPr>
              <w:pStyle w:val="TAC"/>
              <w:rPr>
                <w:lang w:eastAsia="ja-JP"/>
              </w:rPr>
            </w:pPr>
            <w:r w:rsidRPr="00EF2F0E">
              <w:rPr>
                <w:lang w:eastAsia="ja-JP"/>
              </w:rPr>
              <w:t>791 - 821</w:t>
            </w:r>
          </w:p>
        </w:tc>
        <w:tc>
          <w:tcPr>
            <w:tcW w:w="1082" w:type="dxa"/>
            <w:vAlign w:val="center"/>
          </w:tcPr>
          <w:p w14:paraId="098500F6"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F7"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0F8"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0F9"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0FA" w14:textId="77777777" w:rsidR="00B15E99" w:rsidRPr="00EF2F0E" w:rsidRDefault="00B15E99" w:rsidP="00A40339">
            <w:pPr>
              <w:pStyle w:val="TAC"/>
              <w:rPr>
                <w:lang w:eastAsia="ja-JP"/>
              </w:rPr>
            </w:pPr>
            <w:r w:rsidRPr="00EF2F0E">
              <w:rPr>
                <w:lang w:eastAsia="ja-JP"/>
              </w:rPr>
              <w:t>CW carrier</w:t>
            </w:r>
          </w:p>
        </w:tc>
      </w:tr>
      <w:tr w:rsidR="003401A4" w:rsidRPr="00EF2F0E" w14:paraId="09850103" w14:textId="77777777" w:rsidTr="00AB06FD">
        <w:trPr>
          <w:gridAfter w:val="1"/>
          <w:wAfter w:w="10" w:type="dxa"/>
          <w:jc w:val="center"/>
        </w:trPr>
        <w:tc>
          <w:tcPr>
            <w:tcW w:w="1918" w:type="dxa"/>
          </w:tcPr>
          <w:p w14:paraId="098500FC" w14:textId="77777777" w:rsidR="00B15E99" w:rsidRPr="00EF2F0E" w:rsidRDefault="00B15E99" w:rsidP="00A40339">
            <w:pPr>
              <w:pStyle w:val="TAL"/>
              <w:rPr>
                <w:rFonts w:cs="Arial"/>
                <w:szCs w:val="18"/>
                <w:lang w:val="sv-SE" w:eastAsia="ja-JP"/>
              </w:rPr>
            </w:pPr>
            <w:r w:rsidRPr="00EF2F0E">
              <w:rPr>
                <w:rFonts w:cs="Arial"/>
                <w:szCs w:val="18"/>
                <w:lang w:val="sv-SE" w:eastAsia="ja-JP"/>
              </w:rPr>
              <w:t>UTRA FDD Band XXI or E-UTRA Band 21</w:t>
            </w:r>
          </w:p>
        </w:tc>
        <w:tc>
          <w:tcPr>
            <w:tcW w:w="1657" w:type="dxa"/>
            <w:vAlign w:val="center"/>
          </w:tcPr>
          <w:p w14:paraId="098500FD" w14:textId="77777777" w:rsidR="00B15E99" w:rsidRPr="00EF2F0E" w:rsidRDefault="00B15E99" w:rsidP="00A40339">
            <w:pPr>
              <w:pStyle w:val="TAC"/>
              <w:rPr>
                <w:lang w:eastAsia="ja-JP"/>
              </w:rPr>
            </w:pPr>
            <w:r w:rsidRPr="00EF2F0E">
              <w:rPr>
                <w:lang w:eastAsia="ja-JP"/>
              </w:rPr>
              <w:t>1495.9 - 1510.9</w:t>
            </w:r>
          </w:p>
        </w:tc>
        <w:tc>
          <w:tcPr>
            <w:tcW w:w="1082" w:type="dxa"/>
            <w:vAlign w:val="center"/>
          </w:tcPr>
          <w:p w14:paraId="098500FE"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0FF"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100"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101"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02" w14:textId="77777777" w:rsidR="00B15E99" w:rsidRPr="00EF2F0E" w:rsidRDefault="00B15E99" w:rsidP="00A40339">
            <w:pPr>
              <w:pStyle w:val="TAC"/>
              <w:rPr>
                <w:lang w:eastAsia="ja-JP"/>
              </w:rPr>
            </w:pPr>
            <w:r w:rsidRPr="00EF2F0E">
              <w:rPr>
                <w:lang w:eastAsia="ja-JP"/>
              </w:rPr>
              <w:t>CW carrier</w:t>
            </w:r>
          </w:p>
        </w:tc>
      </w:tr>
      <w:tr w:rsidR="003401A4" w:rsidRPr="00EF2F0E" w14:paraId="0985010B" w14:textId="77777777" w:rsidTr="00AB06FD">
        <w:trPr>
          <w:gridAfter w:val="1"/>
          <w:wAfter w:w="10" w:type="dxa"/>
          <w:jc w:val="center"/>
        </w:trPr>
        <w:tc>
          <w:tcPr>
            <w:tcW w:w="1918" w:type="dxa"/>
          </w:tcPr>
          <w:p w14:paraId="09850104" w14:textId="77777777" w:rsidR="00B15E99" w:rsidRPr="00EF2F0E" w:rsidRDefault="00B15E99" w:rsidP="00A40339">
            <w:pPr>
              <w:pStyle w:val="TAL"/>
              <w:rPr>
                <w:rFonts w:cs="Arial"/>
                <w:szCs w:val="18"/>
                <w:lang w:val="sv-SE" w:eastAsia="ja-JP"/>
              </w:rPr>
            </w:pPr>
            <w:r w:rsidRPr="00EF2F0E">
              <w:rPr>
                <w:rFonts w:cs="Arial"/>
                <w:szCs w:val="18"/>
                <w:lang w:val="sv-SE" w:eastAsia="ja-JP"/>
              </w:rPr>
              <w:t>UTRA FDD Band XXII or E-UTRA Band 22</w:t>
            </w:r>
          </w:p>
        </w:tc>
        <w:tc>
          <w:tcPr>
            <w:tcW w:w="1657" w:type="dxa"/>
            <w:vAlign w:val="center"/>
          </w:tcPr>
          <w:p w14:paraId="09850105" w14:textId="77777777" w:rsidR="00B15E99" w:rsidRPr="00EF2F0E" w:rsidRDefault="00B15E99" w:rsidP="00A40339">
            <w:pPr>
              <w:pStyle w:val="TAC"/>
              <w:rPr>
                <w:lang w:eastAsia="ja-JP"/>
              </w:rPr>
            </w:pPr>
            <w:r w:rsidRPr="00EF2F0E">
              <w:rPr>
                <w:lang w:eastAsia="ja-JP"/>
              </w:rPr>
              <w:t>3510 - 3 590</w:t>
            </w:r>
          </w:p>
        </w:tc>
        <w:tc>
          <w:tcPr>
            <w:tcW w:w="1082" w:type="dxa"/>
            <w:vAlign w:val="center"/>
          </w:tcPr>
          <w:p w14:paraId="09850106" w14:textId="77777777" w:rsidR="00B15E99" w:rsidRPr="00EF2F0E" w:rsidRDefault="00B15E99" w:rsidP="00A40339">
            <w:pPr>
              <w:pStyle w:val="TAC"/>
              <w:rPr>
                <w:lang w:eastAsia="ja-JP"/>
              </w:rPr>
            </w:pPr>
            <w:r w:rsidRPr="00EF2F0E">
              <w:rPr>
                <w:lang w:eastAsia="ja-JP"/>
              </w:rPr>
              <w:t>+46</w:t>
            </w:r>
          </w:p>
        </w:tc>
        <w:tc>
          <w:tcPr>
            <w:tcW w:w="1134" w:type="dxa"/>
            <w:vAlign w:val="center"/>
          </w:tcPr>
          <w:p w14:paraId="09850107"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108"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109"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0A" w14:textId="77777777" w:rsidR="00B15E99" w:rsidRPr="00EF2F0E" w:rsidRDefault="00B15E99" w:rsidP="00A40339">
            <w:pPr>
              <w:pStyle w:val="TAC"/>
              <w:rPr>
                <w:lang w:eastAsia="ja-JP"/>
              </w:rPr>
            </w:pPr>
            <w:r w:rsidRPr="00EF2F0E">
              <w:rPr>
                <w:lang w:eastAsia="ja-JP"/>
              </w:rPr>
              <w:t>CW carrier</w:t>
            </w:r>
          </w:p>
        </w:tc>
      </w:tr>
      <w:tr w:rsidR="003401A4" w:rsidRPr="00EF2F0E" w14:paraId="09850113" w14:textId="77777777" w:rsidTr="00AB06FD">
        <w:trPr>
          <w:gridAfter w:val="1"/>
          <w:wAfter w:w="10" w:type="dxa"/>
          <w:jc w:val="center"/>
        </w:trPr>
        <w:tc>
          <w:tcPr>
            <w:tcW w:w="1918" w:type="dxa"/>
          </w:tcPr>
          <w:p w14:paraId="0985010C" w14:textId="77777777" w:rsidR="00B15E99" w:rsidRPr="00EF2F0E" w:rsidRDefault="00B15E99" w:rsidP="00A40339">
            <w:pPr>
              <w:pStyle w:val="TAL"/>
              <w:rPr>
                <w:rFonts w:cs="Arial"/>
                <w:szCs w:val="18"/>
                <w:lang w:eastAsia="ja-JP"/>
              </w:rPr>
            </w:pPr>
            <w:r w:rsidRPr="00EF2F0E">
              <w:rPr>
                <w:rFonts w:cs="Arial"/>
                <w:szCs w:val="18"/>
                <w:lang w:eastAsia="ja-JP"/>
              </w:rPr>
              <w:t>E-UTRA Band 23</w:t>
            </w:r>
          </w:p>
        </w:tc>
        <w:tc>
          <w:tcPr>
            <w:tcW w:w="1657" w:type="dxa"/>
            <w:vAlign w:val="center"/>
          </w:tcPr>
          <w:p w14:paraId="0985010D" w14:textId="77777777" w:rsidR="00B15E99" w:rsidRPr="00EF2F0E" w:rsidRDefault="00B15E99" w:rsidP="00A40339">
            <w:pPr>
              <w:pStyle w:val="TAC"/>
              <w:rPr>
                <w:lang w:eastAsia="ja-JP"/>
              </w:rPr>
            </w:pPr>
            <w:r w:rsidRPr="00EF2F0E">
              <w:rPr>
                <w:lang w:eastAsia="ja-JP"/>
              </w:rPr>
              <w:t>2180 - 2200</w:t>
            </w:r>
          </w:p>
        </w:tc>
        <w:tc>
          <w:tcPr>
            <w:tcW w:w="1082" w:type="dxa"/>
            <w:vAlign w:val="center"/>
          </w:tcPr>
          <w:p w14:paraId="0985010E" w14:textId="77777777" w:rsidR="00B15E99" w:rsidRPr="00EF2F0E" w:rsidRDefault="00B15E99" w:rsidP="00A40339">
            <w:pPr>
              <w:pStyle w:val="TAC"/>
              <w:rPr>
                <w:rFonts w:cs="v5.0.0"/>
                <w:lang w:eastAsia="ja-JP"/>
              </w:rPr>
            </w:pPr>
            <w:r w:rsidRPr="00EF2F0E">
              <w:rPr>
                <w:lang w:eastAsia="ja-JP"/>
              </w:rPr>
              <w:t>+46</w:t>
            </w:r>
          </w:p>
        </w:tc>
        <w:tc>
          <w:tcPr>
            <w:tcW w:w="1134" w:type="dxa"/>
            <w:vAlign w:val="center"/>
          </w:tcPr>
          <w:p w14:paraId="0985010F"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110"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111"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12" w14:textId="77777777" w:rsidR="00B15E99" w:rsidRPr="00EF2F0E" w:rsidRDefault="00B15E99" w:rsidP="00A40339">
            <w:pPr>
              <w:pStyle w:val="TAC"/>
              <w:rPr>
                <w:rFonts w:cs="v5.0.0"/>
                <w:lang w:eastAsia="ja-JP"/>
              </w:rPr>
            </w:pPr>
            <w:r w:rsidRPr="00EF2F0E">
              <w:rPr>
                <w:lang w:eastAsia="ja-JP"/>
              </w:rPr>
              <w:t>CW carrier</w:t>
            </w:r>
          </w:p>
        </w:tc>
      </w:tr>
      <w:tr w:rsidR="003401A4" w:rsidRPr="00EF2F0E" w14:paraId="0985011B" w14:textId="77777777" w:rsidTr="00AB06FD">
        <w:trPr>
          <w:gridAfter w:val="1"/>
          <w:wAfter w:w="10" w:type="dxa"/>
          <w:jc w:val="center"/>
        </w:trPr>
        <w:tc>
          <w:tcPr>
            <w:tcW w:w="1918" w:type="dxa"/>
          </w:tcPr>
          <w:p w14:paraId="09850114" w14:textId="77777777" w:rsidR="00B15E99" w:rsidRPr="00EF2F0E" w:rsidRDefault="00B15E99" w:rsidP="00A40339">
            <w:pPr>
              <w:pStyle w:val="TAL"/>
              <w:rPr>
                <w:rFonts w:cs="Arial"/>
                <w:szCs w:val="18"/>
                <w:lang w:eastAsia="ja-JP"/>
              </w:rPr>
            </w:pPr>
            <w:r w:rsidRPr="00EF2F0E">
              <w:rPr>
                <w:rFonts w:cs="Arial"/>
                <w:szCs w:val="18"/>
                <w:lang w:eastAsia="ja-JP"/>
              </w:rPr>
              <w:t>E-UTRA Band 24</w:t>
            </w:r>
          </w:p>
        </w:tc>
        <w:tc>
          <w:tcPr>
            <w:tcW w:w="1657" w:type="dxa"/>
            <w:vAlign w:val="center"/>
          </w:tcPr>
          <w:p w14:paraId="09850115" w14:textId="77777777" w:rsidR="00B15E99" w:rsidRPr="00EF2F0E" w:rsidRDefault="00B15E99" w:rsidP="00A40339">
            <w:pPr>
              <w:pStyle w:val="TAC"/>
              <w:rPr>
                <w:lang w:eastAsia="ja-JP"/>
              </w:rPr>
            </w:pPr>
            <w:r w:rsidRPr="00EF2F0E">
              <w:rPr>
                <w:lang w:eastAsia="ja-JP"/>
              </w:rPr>
              <w:t>1525 - 1559</w:t>
            </w:r>
          </w:p>
        </w:tc>
        <w:tc>
          <w:tcPr>
            <w:tcW w:w="1082" w:type="dxa"/>
          </w:tcPr>
          <w:p w14:paraId="09850116" w14:textId="77777777" w:rsidR="00B15E99" w:rsidRPr="00EF2F0E" w:rsidRDefault="00B15E99" w:rsidP="00A40339">
            <w:pPr>
              <w:pStyle w:val="TAC"/>
              <w:rPr>
                <w:lang w:eastAsia="ja-JP"/>
              </w:rPr>
            </w:pPr>
            <w:r w:rsidRPr="00EF2F0E">
              <w:rPr>
                <w:rFonts w:cs="v5.0.0"/>
                <w:lang w:eastAsia="ja-JP"/>
              </w:rPr>
              <w:t>+46</w:t>
            </w:r>
          </w:p>
        </w:tc>
        <w:tc>
          <w:tcPr>
            <w:tcW w:w="1134" w:type="dxa"/>
            <w:vAlign w:val="center"/>
          </w:tcPr>
          <w:p w14:paraId="09850117"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118" w14:textId="77777777" w:rsidR="00B15E99" w:rsidRPr="00EF2F0E" w:rsidRDefault="00B15E99" w:rsidP="00A40339">
            <w:pPr>
              <w:pStyle w:val="TAC"/>
              <w:rPr>
                <w:lang w:eastAsia="ja-JP"/>
              </w:rPr>
            </w:pPr>
            <w:r w:rsidRPr="00EF2F0E">
              <w:rPr>
                <w:lang w:eastAsia="ja-JP"/>
              </w:rPr>
              <w:t>+24</w:t>
            </w:r>
          </w:p>
        </w:tc>
        <w:tc>
          <w:tcPr>
            <w:tcW w:w="1701" w:type="dxa"/>
          </w:tcPr>
          <w:p w14:paraId="09850119"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11A" w14:textId="77777777" w:rsidR="00B15E99" w:rsidRPr="00EF2F0E" w:rsidRDefault="00B15E99" w:rsidP="00A40339">
            <w:pPr>
              <w:pStyle w:val="TAC"/>
              <w:rPr>
                <w:lang w:eastAsia="ja-JP"/>
              </w:rPr>
            </w:pPr>
            <w:r w:rsidRPr="00EF2F0E">
              <w:rPr>
                <w:rFonts w:cs="v5.0.0"/>
                <w:lang w:eastAsia="ja-JP"/>
              </w:rPr>
              <w:t>CW carrier</w:t>
            </w:r>
          </w:p>
        </w:tc>
      </w:tr>
      <w:tr w:rsidR="003401A4" w:rsidRPr="00EF2F0E" w14:paraId="09850123" w14:textId="77777777" w:rsidTr="00AB06FD">
        <w:trPr>
          <w:gridAfter w:val="1"/>
          <w:wAfter w:w="10" w:type="dxa"/>
          <w:jc w:val="center"/>
        </w:trPr>
        <w:tc>
          <w:tcPr>
            <w:tcW w:w="1918" w:type="dxa"/>
          </w:tcPr>
          <w:p w14:paraId="0985011C" w14:textId="77777777" w:rsidR="00B15E99" w:rsidRPr="00EF2F0E" w:rsidRDefault="00B15E99" w:rsidP="00A40339">
            <w:pPr>
              <w:pStyle w:val="TAL"/>
              <w:rPr>
                <w:rFonts w:cs="Arial"/>
                <w:szCs w:val="18"/>
                <w:lang w:val="sv-SE" w:eastAsia="ja-JP"/>
              </w:rPr>
            </w:pPr>
            <w:r w:rsidRPr="00EF2F0E">
              <w:rPr>
                <w:rFonts w:cs="Arial"/>
                <w:szCs w:val="18"/>
                <w:lang w:val="sv-SE" w:eastAsia="ja-JP"/>
              </w:rPr>
              <w:t>UTRA FDD Band XX</w:t>
            </w:r>
            <w:r w:rsidRPr="00EF2F0E">
              <w:rPr>
                <w:rFonts w:cs="Arial"/>
                <w:szCs w:val="18"/>
                <w:lang w:val="sv-SE" w:eastAsia="zh-CN"/>
              </w:rPr>
              <w:t>V</w:t>
            </w:r>
            <w:r w:rsidRPr="00EF2F0E">
              <w:rPr>
                <w:rFonts w:cs="Arial"/>
                <w:szCs w:val="18"/>
                <w:lang w:val="sv-SE" w:eastAsia="ja-JP"/>
              </w:rPr>
              <w:t xml:space="preserve"> or E-UTRA Band 2</w:t>
            </w:r>
            <w:r w:rsidRPr="00EF2F0E">
              <w:rPr>
                <w:rFonts w:cs="Arial"/>
                <w:szCs w:val="18"/>
                <w:lang w:val="sv-SE" w:eastAsia="zh-CN"/>
              </w:rPr>
              <w:t>5</w:t>
            </w:r>
            <w:r w:rsidR="006C0349" w:rsidRPr="00EF2F0E">
              <w:rPr>
                <w:rFonts w:cs="Arial"/>
                <w:szCs w:val="18"/>
                <w:lang w:val="sv-SE" w:eastAsia="zh-CN"/>
              </w:rPr>
              <w:t xml:space="preserve"> or NR band n25</w:t>
            </w:r>
          </w:p>
        </w:tc>
        <w:tc>
          <w:tcPr>
            <w:tcW w:w="1657" w:type="dxa"/>
            <w:vAlign w:val="center"/>
          </w:tcPr>
          <w:p w14:paraId="0985011D" w14:textId="77777777" w:rsidR="00B15E99" w:rsidRPr="00EF2F0E" w:rsidRDefault="00B15E99" w:rsidP="00A40339">
            <w:pPr>
              <w:pStyle w:val="TAC"/>
              <w:rPr>
                <w:lang w:eastAsia="ja-JP"/>
              </w:rPr>
            </w:pPr>
            <w:r w:rsidRPr="00EF2F0E">
              <w:rPr>
                <w:lang w:eastAsia="ja-JP"/>
              </w:rPr>
              <w:t>1930 - 199</w:t>
            </w:r>
            <w:r w:rsidRPr="00EF2F0E">
              <w:rPr>
                <w:lang w:eastAsia="zh-CN"/>
              </w:rPr>
              <w:t>5</w:t>
            </w:r>
          </w:p>
        </w:tc>
        <w:tc>
          <w:tcPr>
            <w:tcW w:w="1082" w:type="dxa"/>
            <w:vAlign w:val="center"/>
          </w:tcPr>
          <w:p w14:paraId="0985011E" w14:textId="77777777" w:rsidR="00B15E99" w:rsidRPr="00EF2F0E" w:rsidRDefault="00B15E99" w:rsidP="00A40339">
            <w:pPr>
              <w:pStyle w:val="TAC"/>
              <w:rPr>
                <w:rFonts w:cs="v5.0.0"/>
                <w:lang w:eastAsia="ja-JP"/>
              </w:rPr>
            </w:pPr>
            <w:r w:rsidRPr="00EF2F0E">
              <w:rPr>
                <w:lang w:eastAsia="ja-JP"/>
              </w:rPr>
              <w:t>+46</w:t>
            </w:r>
          </w:p>
        </w:tc>
        <w:tc>
          <w:tcPr>
            <w:tcW w:w="1134" w:type="dxa"/>
            <w:vAlign w:val="center"/>
          </w:tcPr>
          <w:p w14:paraId="0985011F" w14:textId="77777777" w:rsidR="00B15E99" w:rsidRPr="00EF2F0E" w:rsidRDefault="00B15E99" w:rsidP="00A40339">
            <w:pPr>
              <w:pStyle w:val="TAC"/>
              <w:rPr>
                <w:lang w:eastAsia="ja-JP"/>
              </w:rPr>
            </w:pPr>
            <w:r w:rsidRPr="00EF2F0E">
              <w:rPr>
                <w:lang w:eastAsia="ja-JP"/>
              </w:rPr>
              <w:t>+38</w:t>
            </w:r>
          </w:p>
        </w:tc>
        <w:tc>
          <w:tcPr>
            <w:tcW w:w="1134" w:type="dxa"/>
            <w:vAlign w:val="center"/>
          </w:tcPr>
          <w:p w14:paraId="09850120" w14:textId="77777777" w:rsidR="00B15E99" w:rsidRPr="00EF2F0E" w:rsidRDefault="00B15E99" w:rsidP="00A40339">
            <w:pPr>
              <w:pStyle w:val="TAC"/>
              <w:rPr>
                <w:lang w:eastAsia="ja-JP"/>
              </w:rPr>
            </w:pPr>
            <w:r w:rsidRPr="00EF2F0E">
              <w:rPr>
                <w:lang w:eastAsia="ja-JP"/>
              </w:rPr>
              <w:t>+24</w:t>
            </w:r>
          </w:p>
        </w:tc>
        <w:tc>
          <w:tcPr>
            <w:tcW w:w="1701" w:type="dxa"/>
            <w:vAlign w:val="center"/>
          </w:tcPr>
          <w:p w14:paraId="09850121" w14:textId="77777777" w:rsidR="00B15E99" w:rsidRPr="00EF2F0E" w:rsidRDefault="00B15E99" w:rsidP="00A40339">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22" w14:textId="77777777" w:rsidR="00B15E99" w:rsidRPr="00EF2F0E" w:rsidRDefault="00B15E99" w:rsidP="00A40339">
            <w:pPr>
              <w:pStyle w:val="TAC"/>
              <w:rPr>
                <w:rFonts w:cs="v5.0.0"/>
                <w:lang w:eastAsia="ja-JP"/>
              </w:rPr>
            </w:pPr>
            <w:r w:rsidRPr="00EF2F0E">
              <w:rPr>
                <w:lang w:eastAsia="ja-JP"/>
              </w:rPr>
              <w:t>CW carrier</w:t>
            </w:r>
          </w:p>
        </w:tc>
      </w:tr>
      <w:bookmarkEnd w:id="5276"/>
      <w:tr w:rsidR="003401A4" w:rsidRPr="00EF2F0E" w14:paraId="0985012B" w14:textId="77777777" w:rsidTr="00AB06FD">
        <w:trPr>
          <w:gridAfter w:val="1"/>
          <w:wAfter w:w="10" w:type="dxa"/>
          <w:jc w:val="center"/>
        </w:trPr>
        <w:tc>
          <w:tcPr>
            <w:tcW w:w="1918" w:type="dxa"/>
          </w:tcPr>
          <w:p w14:paraId="09850124" w14:textId="77777777" w:rsidR="00B15E99" w:rsidRPr="00EF2F0E" w:rsidRDefault="00B15E99" w:rsidP="00AB06FD">
            <w:pPr>
              <w:pStyle w:val="TAL"/>
              <w:rPr>
                <w:rFonts w:cs="Arial"/>
                <w:szCs w:val="18"/>
                <w:lang w:val="sv-SE" w:eastAsia="ja-JP"/>
              </w:rPr>
            </w:pPr>
            <w:r w:rsidRPr="00EF2F0E">
              <w:rPr>
                <w:rFonts w:cs="Arial"/>
                <w:szCs w:val="18"/>
                <w:lang w:val="sv-SE" w:eastAsia="ja-JP"/>
              </w:rPr>
              <w:t>UTRA FDD Band XXVI or E-UTRA Band 26</w:t>
            </w:r>
          </w:p>
        </w:tc>
        <w:tc>
          <w:tcPr>
            <w:tcW w:w="1657" w:type="dxa"/>
            <w:vAlign w:val="center"/>
          </w:tcPr>
          <w:p w14:paraId="09850125" w14:textId="77777777" w:rsidR="00B15E99" w:rsidRPr="00EF2F0E" w:rsidRDefault="00B15E99" w:rsidP="00AB06FD">
            <w:pPr>
              <w:pStyle w:val="TAC"/>
              <w:rPr>
                <w:lang w:val="sv-SE" w:eastAsia="ja-JP"/>
              </w:rPr>
            </w:pPr>
            <w:r w:rsidRPr="00EF2F0E">
              <w:rPr>
                <w:lang w:val="sv-SE" w:eastAsia="ja-JP"/>
              </w:rPr>
              <w:t>859 - 894</w:t>
            </w:r>
          </w:p>
        </w:tc>
        <w:tc>
          <w:tcPr>
            <w:tcW w:w="1082" w:type="dxa"/>
            <w:vAlign w:val="center"/>
          </w:tcPr>
          <w:p w14:paraId="09850126" w14:textId="77777777" w:rsidR="00B15E99" w:rsidRPr="00EF2F0E" w:rsidRDefault="00B15E99" w:rsidP="00AB06FD">
            <w:pPr>
              <w:pStyle w:val="TAC"/>
              <w:rPr>
                <w:lang w:val="sv-SE" w:eastAsia="ja-JP"/>
              </w:rPr>
            </w:pPr>
            <w:r w:rsidRPr="00EF2F0E">
              <w:rPr>
                <w:lang w:val="sv-SE" w:eastAsia="ja-JP"/>
              </w:rPr>
              <w:t>+46</w:t>
            </w:r>
          </w:p>
        </w:tc>
        <w:tc>
          <w:tcPr>
            <w:tcW w:w="1134" w:type="dxa"/>
            <w:vAlign w:val="center"/>
          </w:tcPr>
          <w:p w14:paraId="09850127" w14:textId="77777777" w:rsidR="00B15E99" w:rsidRPr="00EF2F0E" w:rsidRDefault="00B15E99" w:rsidP="00AB06FD">
            <w:pPr>
              <w:pStyle w:val="TAC"/>
              <w:rPr>
                <w:lang w:val="sv-SE" w:eastAsia="ja-JP"/>
              </w:rPr>
            </w:pPr>
            <w:r w:rsidRPr="00EF2F0E">
              <w:rPr>
                <w:lang w:val="sv-SE" w:eastAsia="ja-JP"/>
              </w:rPr>
              <w:t>+38</w:t>
            </w:r>
          </w:p>
        </w:tc>
        <w:tc>
          <w:tcPr>
            <w:tcW w:w="1134" w:type="dxa"/>
            <w:vAlign w:val="center"/>
          </w:tcPr>
          <w:p w14:paraId="09850128" w14:textId="77777777" w:rsidR="00B15E99" w:rsidRPr="00EF2F0E" w:rsidRDefault="00B15E99" w:rsidP="00AB06FD">
            <w:pPr>
              <w:pStyle w:val="TAC"/>
              <w:rPr>
                <w:lang w:val="sv-SE" w:eastAsia="ja-JP"/>
              </w:rPr>
            </w:pPr>
            <w:r w:rsidRPr="00EF2F0E">
              <w:rPr>
                <w:lang w:val="sv-SE" w:eastAsia="ja-JP"/>
              </w:rPr>
              <w:t>+24</w:t>
            </w:r>
          </w:p>
        </w:tc>
        <w:tc>
          <w:tcPr>
            <w:tcW w:w="1701" w:type="dxa"/>
            <w:vAlign w:val="center"/>
          </w:tcPr>
          <w:p w14:paraId="09850129"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2A" w14:textId="77777777" w:rsidR="00B15E99" w:rsidRPr="00EF2F0E" w:rsidRDefault="00B15E99" w:rsidP="00AB06FD">
            <w:pPr>
              <w:pStyle w:val="TAC"/>
              <w:rPr>
                <w:rFonts w:cs="v5.0.0"/>
                <w:lang w:eastAsia="ja-JP"/>
              </w:rPr>
            </w:pPr>
            <w:r w:rsidRPr="00EF2F0E">
              <w:rPr>
                <w:lang w:eastAsia="ja-JP"/>
              </w:rPr>
              <w:t>CW carrier</w:t>
            </w:r>
          </w:p>
        </w:tc>
      </w:tr>
      <w:tr w:rsidR="003401A4" w:rsidRPr="00EF2F0E" w14:paraId="09850133" w14:textId="77777777" w:rsidTr="00AB06FD">
        <w:trPr>
          <w:gridAfter w:val="1"/>
          <w:wAfter w:w="10" w:type="dxa"/>
          <w:jc w:val="center"/>
        </w:trPr>
        <w:tc>
          <w:tcPr>
            <w:tcW w:w="1918" w:type="dxa"/>
          </w:tcPr>
          <w:p w14:paraId="0985012C" w14:textId="77777777" w:rsidR="00B15E99" w:rsidRPr="00EF2F0E" w:rsidRDefault="00B15E99" w:rsidP="00AB06FD">
            <w:pPr>
              <w:pStyle w:val="TAL"/>
              <w:rPr>
                <w:rFonts w:cs="Arial"/>
                <w:szCs w:val="18"/>
                <w:lang w:eastAsia="ja-JP"/>
              </w:rPr>
            </w:pPr>
            <w:r w:rsidRPr="00EF2F0E">
              <w:rPr>
                <w:rFonts w:cs="Arial"/>
                <w:szCs w:val="18"/>
                <w:lang w:eastAsia="ja-JP"/>
              </w:rPr>
              <w:t>E-UTRA Band 27</w:t>
            </w:r>
          </w:p>
        </w:tc>
        <w:tc>
          <w:tcPr>
            <w:tcW w:w="1657" w:type="dxa"/>
            <w:vAlign w:val="center"/>
          </w:tcPr>
          <w:p w14:paraId="0985012D" w14:textId="77777777" w:rsidR="00B15E99" w:rsidRPr="00EF2F0E" w:rsidRDefault="00B15E99" w:rsidP="00AB06FD">
            <w:pPr>
              <w:pStyle w:val="TAC"/>
              <w:rPr>
                <w:lang w:eastAsia="ja-JP"/>
              </w:rPr>
            </w:pPr>
            <w:r w:rsidRPr="00EF2F0E">
              <w:rPr>
                <w:lang w:eastAsia="ja-JP"/>
              </w:rPr>
              <w:t>852 – 869</w:t>
            </w:r>
          </w:p>
        </w:tc>
        <w:tc>
          <w:tcPr>
            <w:tcW w:w="1082" w:type="dxa"/>
            <w:vAlign w:val="center"/>
          </w:tcPr>
          <w:p w14:paraId="0985012E"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2F"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30"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31"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32" w14:textId="77777777" w:rsidR="00B15E99" w:rsidRPr="00EF2F0E" w:rsidRDefault="00B15E99" w:rsidP="00AB06FD">
            <w:pPr>
              <w:pStyle w:val="TAC"/>
              <w:rPr>
                <w:lang w:eastAsia="ja-JP"/>
              </w:rPr>
            </w:pPr>
            <w:r w:rsidRPr="00EF2F0E">
              <w:rPr>
                <w:lang w:eastAsia="ja-JP"/>
              </w:rPr>
              <w:t>CW carrier</w:t>
            </w:r>
          </w:p>
        </w:tc>
      </w:tr>
      <w:tr w:rsidR="003401A4" w:rsidRPr="00EF2F0E" w14:paraId="0985013B" w14:textId="77777777" w:rsidTr="00AB06FD">
        <w:trPr>
          <w:gridAfter w:val="1"/>
          <w:wAfter w:w="10" w:type="dxa"/>
          <w:jc w:val="center"/>
        </w:trPr>
        <w:tc>
          <w:tcPr>
            <w:tcW w:w="1918" w:type="dxa"/>
          </w:tcPr>
          <w:p w14:paraId="09850134" w14:textId="77777777" w:rsidR="00B15E99" w:rsidRPr="00EF2F0E" w:rsidRDefault="00B15E99" w:rsidP="00AB06FD">
            <w:pPr>
              <w:pStyle w:val="TAL"/>
              <w:rPr>
                <w:rFonts w:cs="Arial"/>
                <w:szCs w:val="18"/>
                <w:lang w:eastAsia="ja-JP"/>
              </w:rPr>
            </w:pPr>
            <w:r w:rsidRPr="00EF2F0E">
              <w:rPr>
                <w:rFonts w:cs="Arial"/>
                <w:szCs w:val="18"/>
                <w:lang w:eastAsia="ja-JP"/>
              </w:rPr>
              <w:t>E-UTRA Band 28 or or NR band n28</w:t>
            </w:r>
          </w:p>
        </w:tc>
        <w:tc>
          <w:tcPr>
            <w:tcW w:w="1657" w:type="dxa"/>
            <w:vAlign w:val="center"/>
          </w:tcPr>
          <w:p w14:paraId="09850135" w14:textId="77777777" w:rsidR="00B15E99" w:rsidRPr="00EF2F0E" w:rsidRDefault="00B15E99" w:rsidP="00AB06FD">
            <w:pPr>
              <w:pStyle w:val="TAC"/>
              <w:rPr>
                <w:lang w:eastAsia="ja-JP"/>
              </w:rPr>
            </w:pPr>
            <w:r w:rsidRPr="00EF2F0E">
              <w:rPr>
                <w:lang w:eastAsia="ja-JP"/>
              </w:rPr>
              <w:t>758 – 803</w:t>
            </w:r>
          </w:p>
        </w:tc>
        <w:tc>
          <w:tcPr>
            <w:tcW w:w="1082" w:type="dxa"/>
          </w:tcPr>
          <w:p w14:paraId="09850136"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37"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38" w14:textId="77777777" w:rsidR="00B15E99" w:rsidRPr="00EF2F0E" w:rsidRDefault="00B15E99" w:rsidP="00AB06FD">
            <w:pPr>
              <w:pStyle w:val="TAC"/>
              <w:rPr>
                <w:lang w:eastAsia="ja-JP"/>
              </w:rPr>
            </w:pPr>
            <w:r w:rsidRPr="00EF2F0E">
              <w:rPr>
                <w:lang w:eastAsia="ja-JP"/>
              </w:rPr>
              <w:t>+24</w:t>
            </w:r>
          </w:p>
        </w:tc>
        <w:tc>
          <w:tcPr>
            <w:tcW w:w="1701" w:type="dxa"/>
          </w:tcPr>
          <w:p w14:paraId="09850139"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13A" w14:textId="77777777" w:rsidR="00B15E99" w:rsidRPr="00EF2F0E" w:rsidRDefault="00B15E99" w:rsidP="00AB06FD">
            <w:pPr>
              <w:pStyle w:val="TAC"/>
              <w:rPr>
                <w:lang w:eastAsia="ja-JP"/>
              </w:rPr>
            </w:pPr>
            <w:r w:rsidRPr="00EF2F0E">
              <w:rPr>
                <w:lang w:eastAsia="ja-JP"/>
              </w:rPr>
              <w:t>CW carrier</w:t>
            </w:r>
          </w:p>
        </w:tc>
      </w:tr>
      <w:tr w:rsidR="003401A4" w:rsidRPr="00EF2F0E" w14:paraId="09850143" w14:textId="77777777" w:rsidTr="00AB06FD">
        <w:trPr>
          <w:gridAfter w:val="1"/>
          <w:wAfter w:w="10" w:type="dxa"/>
          <w:jc w:val="center"/>
        </w:trPr>
        <w:tc>
          <w:tcPr>
            <w:tcW w:w="1918" w:type="dxa"/>
          </w:tcPr>
          <w:p w14:paraId="0985013C" w14:textId="77777777" w:rsidR="00B15E99" w:rsidRPr="00EF2F0E" w:rsidRDefault="00B15E99" w:rsidP="00AB06FD">
            <w:pPr>
              <w:pStyle w:val="TAL"/>
              <w:rPr>
                <w:rFonts w:cs="Arial"/>
                <w:szCs w:val="18"/>
                <w:lang w:eastAsia="ja-JP"/>
              </w:rPr>
            </w:pPr>
            <w:r w:rsidRPr="00EF2F0E">
              <w:rPr>
                <w:rFonts w:cs="Arial"/>
                <w:szCs w:val="18"/>
                <w:lang w:eastAsia="ja-JP"/>
              </w:rPr>
              <w:t>E-UTRA Band 29</w:t>
            </w:r>
          </w:p>
        </w:tc>
        <w:tc>
          <w:tcPr>
            <w:tcW w:w="1657" w:type="dxa"/>
            <w:vAlign w:val="center"/>
          </w:tcPr>
          <w:p w14:paraId="0985013D" w14:textId="77777777" w:rsidR="00B15E99" w:rsidRPr="00EF2F0E" w:rsidRDefault="00B15E99" w:rsidP="00AB06FD">
            <w:pPr>
              <w:pStyle w:val="TAC"/>
              <w:rPr>
                <w:lang w:eastAsia="ja-JP"/>
              </w:rPr>
            </w:pPr>
            <w:r w:rsidRPr="00EF2F0E">
              <w:rPr>
                <w:lang w:eastAsia="ja-JP"/>
              </w:rPr>
              <w:t>717 - 728</w:t>
            </w:r>
          </w:p>
        </w:tc>
        <w:tc>
          <w:tcPr>
            <w:tcW w:w="1082" w:type="dxa"/>
          </w:tcPr>
          <w:p w14:paraId="0985013E"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3F"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40" w14:textId="77777777" w:rsidR="00B15E99" w:rsidRPr="00EF2F0E" w:rsidRDefault="00B15E99" w:rsidP="00AB06FD">
            <w:pPr>
              <w:pStyle w:val="TAC"/>
              <w:rPr>
                <w:lang w:eastAsia="ja-JP"/>
              </w:rPr>
            </w:pPr>
            <w:r w:rsidRPr="00EF2F0E">
              <w:rPr>
                <w:lang w:eastAsia="ja-JP"/>
              </w:rPr>
              <w:t>+24</w:t>
            </w:r>
          </w:p>
        </w:tc>
        <w:tc>
          <w:tcPr>
            <w:tcW w:w="1701" w:type="dxa"/>
          </w:tcPr>
          <w:p w14:paraId="09850141"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142" w14:textId="77777777" w:rsidR="00B15E99" w:rsidRPr="00EF2F0E" w:rsidRDefault="00B15E99" w:rsidP="00AB06FD">
            <w:pPr>
              <w:pStyle w:val="TAC"/>
              <w:rPr>
                <w:lang w:eastAsia="ja-JP"/>
              </w:rPr>
            </w:pPr>
            <w:r w:rsidRPr="00EF2F0E">
              <w:rPr>
                <w:lang w:eastAsia="ja-JP"/>
              </w:rPr>
              <w:t>CW carrier</w:t>
            </w:r>
          </w:p>
        </w:tc>
      </w:tr>
      <w:tr w:rsidR="003401A4" w:rsidRPr="00EF2F0E" w14:paraId="0985014B" w14:textId="77777777" w:rsidTr="00AB06FD">
        <w:trPr>
          <w:gridAfter w:val="1"/>
          <w:wAfter w:w="10" w:type="dxa"/>
          <w:jc w:val="center"/>
        </w:trPr>
        <w:tc>
          <w:tcPr>
            <w:tcW w:w="1918" w:type="dxa"/>
          </w:tcPr>
          <w:p w14:paraId="09850144" w14:textId="77777777" w:rsidR="00B15E99" w:rsidRPr="00EF2F0E" w:rsidRDefault="00B15E99" w:rsidP="00AB06FD">
            <w:pPr>
              <w:pStyle w:val="TAL"/>
              <w:rPr>
                <w:rFonts w:cs="Arial"/>
                <w:szCs w:val="18"/>
                <w:lang w:eastAsia="ja-JP"/>
              </w:rPr>
            </w:pPr>
            <w:r w:rsidRPr="00EF2F0E">
              <w:rPr>
                <w:rFonts w:cs="Arial"/>
                <w:szCs w:val="18"/>
                <w:lang w:eastAsia="ja-JP"/>
              </w:rPr>
              <w:t>E-UTRA Band 30</w:t>
            </w:r>
          </w:p>
        </w:tc>
        <w:tc>
          <w:tcPr>
            <w:tcW w:w="1657" w:type="dxa"/>
            <w:vAlign w:val="center"/>
          </w:tcPr>
          <w:p w14:paraId="09850145" w14:textId="77777777" w:rsidR="00B15E99" w:rsidRPr="00EF2F0E" w:rsidRDefault="00B15E99" w:rsidP="00AB06FD">
            <w:pPr>
              <w:pStyle w:val="TAC"/>
              <w:rPr>
                <w:lang w:eastAsia="ja-JP"/>
              </w:rPr>
            </w:pPr>
            <w:r w:rsidRPr="00EF2F0E">
              <w:rPr>
                <w:lang w:eastAsia="ja-JP"/>
              </w:rPr>
              <w:t>2350 - 2360</w:t>
            </w:r>
          </w:p>
        </w:tc>
        <w:tc>
          <w:tcPr>
            <w:tcW w:w="1082" w:type="dxa"/>
            <w:vAlign w:val="center"/>
          </w:tcPr>
          <w:p w14:paraId="09850146"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47"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48"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49"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4A" w14:textId="77777777" w:rsidR="00B15E99" w:rsidRPr="00EF2F0E" w:rsidRDefault="00B15E99" w:rsidP="00AB06FD">
            <w:pPr>
              <w:pStyle w:val="TAC"/>
              <w:rPr>
                <w:lang w:eastAsia="ja-JP"/>
              </w:rPr>
            </w:pPr>
            <w:r w:rsidRPr="00EF2F0E">
              <w:rPr>
                <w:lang w:eastAsia="ja-JP"/>
              </w:rPr>
              <w:t>CW carrier</w:t>
            </w:r>
          </w:p>
        </w:tc>
      </w:tr>
      <w:tr w:rsidR="003401A4" w:rsidRPr="00EF2F0E" w14:paraId="09850153" w14:textId="77777777" w:rsidTr="00AB06FD">
        <w:trPr>
          <w:gridAfter w:val="1"/>
          <w:wAfter w:w="10" w:type="dxa"/>
          <w:jc w:val="center"/>
        </w:trPr>
        <w:tc>
          <w:tcPr>
            <w:tcW w:w="1918" w:type="dxa"/>
          </w:tcPr>
          <w:p w14:paraId="0985014C" w14:textId="77777777" w:rsidR="00B15E99" w:rsidRPr="00EF2F0E" w:rsidRDefault="00B15E99" w:rsidP="00AB06FD">
            <w:pPr>
              <w:pStyle w:val="TAL"/>
              <w:rPr>
                <w:rFonts w:cs="Arial"/>
                <w:szCs w:val="18"/>
                <w:lang w:eastAsia="ja-JP"/>
              </w:rPr>
            </w:pPr>
            <w:r w:rsidRPr="00EF2F0E">
              <w:rPr>
                <w:rFonts w:cs="Arial"/>
                <w:szCs w:val="18"/>
                <w:lang w:eastAsia="ja-JP"/>
              </w:rPr>
              <w:t>E-UTRA Band 31</w:t>
            </w:r>
          </w:p>
        </w:tc>
        <w:tc>
          <w:tcPr>
            <w:tcW w:w="1657" w:type="dxa"/>
          </w:tcPr>
          <w:p w14:paraId="0985014D" w14:textId="77777777" w:rsidR="00B15E99" w:rsidRPr="00EF2F0E" w:rsidRDefault="00B15E99" w:rsidP="00AB06FD">
            <w:pPr>
              <w:pStyle w:val="TAC"/>
              <w:rPr>
                <w:lang w:eastAsia="ja-JP"/>
              </w:rPr>
            </w:pPr>
            <w:r w:rsidRPr="00EF2F0E">
              <w:rPr>
                <w:lang w:eastAsia="ja-JP"/>
              </w:rPr>
              <w:t>462.5 - 467.5</w:t>
            </w:r>
          </w:p>
        </w:tc>
        <w:tc>
          <w:tcPr>
            <w:tcW w:w="1082" w:type="dxa"/>
          </w:tcPr>
          <w:p w14:paraId="0985014E" w14:textId="77777777" w:rsidR="00B15E99" w:rsidRPr="00EF2F0E" w:rsidRDefault="00B15E99" w:rsidP="00AB06FD">
            <w:pPr>
              <w:pStyle w:val="TAC"/>
              <w:rPr>
                <w:lang w:eastAsia="ja-JP"/>
              </w:rPr>
            </w:pPr>
            <w:r w:rsidRPr="00EF2F0E">
              <w:rPr>
                <w:lang w:eastAsia="ja-JP"/>
              </w:rPr>
              <w:t>+46</w:t>
            </w:r>
          </w:p>
        </w:tc>
        <w:tc>
          <w:tcPr>
            <w:tcW w:w="1134" w:type="dxa"/>
          </w:tcPr>
          <w:p w14:paraId="0985014F" w14:textId="77777777" w:rsidR="00B15E99" w:rsidRPr="00EF2F0E" w:rsidRDefault="00B15E99" w:rsidP="00AB06FD">
            <w:pPr>
              <w:pStyle w:val="TAC"/>
              <w:rPr>
                <w:lang w:eastAsia="ja-JP"/>
              </w:rPr>
            </w:pPr>
            <w:r w:rsidRPr="00EF2F0E">
              <w:rPr>
                <w:lang w:eastAsia="ja-JP"/>
              </w:rPr>
              <w:t>+38</w:t>
            </w:r>
          </w:p>
        </w:tc>
        <w:tc>
          <w:tcPr>
            <w:tcW w:w="1134" w:type="dxa"/>
          </w:tcPr>
          <w:p w14:paraId="09850150" w14:textId="77777777" w:rsidR="00B15E99" w:rsidRPr="00EF2F0E" w:rsidRDefault="00B15E99" w:rsidP="00AB06FD">
            <w:pPr>
              <w:pStyle w:val="TAC"/>
              <w:rPr>
                <w:lang w:eastAsia="ja-JP"/>
              </w:rPr>
            </w:pPr>
            <w:r w:rsidRPr="00EF2F0E">
              <w:rPr>
                <w:lang w:eastAsia="ja-JP"/>
              </w:rPr>
              <w:t>+24</w:t>
            </w:r>
          </w:p>
        </w:tc>
        <w:tc>
          <w:tcPr>
            <w:tcW w:w="1701" w:type="dxa"/>
          </w:tcPr>
          <w:p w14:paraId="09850151"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152" w14:textId="77777777" w:rsidR="00B15E99" w:rsidRPr="00EF2F0E" w:rsidRDefault="00B15E99" w:rsidP="00AB06FD">
            <w:pPr>
              <w:pStyle w:val="TAC"/>
              <w:rPr>
                <w:lang w:eastAsia="ja-JP"/>
              </w:rPr>
            </w:pPr>
            <w:r w:rsidRPr="00EF2F0E">
              <w:rPr>
                <w:lang w:eastAsia="ja-JP"/>
              </w:rPr>
              <w:t>CW carrier</w:t>
            </w:r>
          </w:p>
        </w:tc>
      </w:tr>
      <w:tr w:rsidR="003401A4" w:rsidRPr="00EF2F0E" w14:paraId="0985015B" w14:textId="77777777" w:rsidTr="00AB06FD">
        <w:trPr>
          <w:gridAfter w:val="1"/>
          <w:wAfter w:w="10" w:type="dxa"/>
          <w:jc w:val="center"/>
        </w:trPr>
        <w:tc>
          <w:tcPr>
            <w:tcW w:w="1918" w:type="dxa"/>
          </w:tcPr>
          <w:p w14:paraId="09850154" w14:textId="77777777" w:rsidR="00B15E99" w:rsidRPr="00EF2F0E" w:rsidRDefault="00B15E99" w:rsidP="00AB06FD">
            <w:pPr>
              <w:pStyle w:val="TAL"/>
              <w:rPr>
                <w:rFonts w:cs="Arial"/>
                <w:szCs w:val="18"/>
                <w:lang w:eastAsia="ja-JP"/>
              </w:rPr>
            </w:pPr>
            <w:r w:rsidRPr="00EF2F0E">
              <w:rPr>
                <w:rFonts w:cs="Arial"/>
                <w:szCs w:val="18"/>
                <w:lang w:eastAsia="ja-JP"/>
              </w:rPr>
              <w:t>E-UTRA Band 31</w:t>
            </w:r>
          </w:p>
        </w:tc>
        <w:tc>
          <w:tcPr>
            <w:tcW w:w="1657" w:type="dxa"/>
          </w:tcPr>
          <w:p w14:paraId="09850155" w14:textId="77777777" w:rsidR="00B15E99" w:rsidRPr="00EF2F0E" w:rsidRDefault="00B15E99" w:rsidP="00AB06FD">
            <w:pPr>
              <w:pStyle w:val="TAC"/>
              <w:rPr>
                <w:lang w:eastAsia="ja-JP"/>
              </w:rPr>
            </w:pPr>
            <w:r w:rsidRPr="00EF2F0E">
              <w:rPr>
                <w:lang w:eastAsia="ja-JP"/>
              </w:rPr>
              <w:t>462.5 - 467.5</w:t>
            </w:r>
          </w:p>
        </w:tc>
        <w:tc>
          <w:tcPr>
            <w:tcW w:w="1082" w:type="dxa"/>
          </w:tcPr>
          <w:p w14:paraId="09850156" w14:textId="77777777" w:rsidR="00B15E99" w:rsidRPr="00EF2F0E" w:rsidRDefault="00B15E99" w:rsidP="00AB06FD">
            <w:pPr>
              <w:pStyle w:val="TAC"/>
              <w:rPr>
                <w:lang w:eastAsia="ja-JP"/>
              </w:rPr>
            </w:pPr>
            <w:r w:rsidRPr="00EF2F0E">
              <w:rPr>
                <w:lang w:eastAsia="ja-JP"/>
              </w:rPr>
              <w:t>+46</w:t>
            </w:r>
          </w:p>
        </w:tc>
        <w:tc>
          <w:tcPr>
            <w:tcW w:w="1134" w:type="dxa"/>
          </w:tcPr>
          <w:p w14:paraId="09850157" w14:textId="77777777" w:rsidR="00B15E99" w:rsidRPr="00EF2F0E" w:rsidRDefault="00B15E99" w:rsidP="00AB06FD">
            <w:pPr>
              <w:pStyle w:val="TAC"/>
              <w:rPr>
                <w:lang w:eastAsia="ja-JP"/>
              </w:rPr>
            </w:pPr>
            <w:r w:rsidRPr="00EF2F0E">
              <w:rPr>
                <w:lang w:eastAsia="ja-JP"/>
              </w:rPr>
              <w:t>+38</w:t>
            </w:r>
          </w:p>
        </w:tc>
        <w:tc>
          <w:tcPr>
            <w:tcW w:w="1134" w:type="dxa"/>
          </w:tcPr>
          <w:p w14:paraId="09850158" w14:textId="77777777" w:rsidR="00B15E99" w:rsidRPr="00EF2F0E" w:rsidRDefault="00B15E99" w:rsidP="00AB06FD">
            <w:pPr>
              <w:pStyle w:val="TAC"/>
              <w:rPr>
                <w:lang w:eastAsia="ja-JP"/>
              </w:rPr>
            </w:pPr>
            <w:r w:rsidRPr="00EF2F0E">
              <w:rPr>
                <w:lang w:eastAsia="ja-JP"/>
              </w:rPr>
              <w:t>+24</w:t>
            </w:r>
          </w:p>
        </w:tc>
        <w:tc>
          <w:tcPr>
            <w:tcW w:w="1701" w:type="dxa"/>
          </w:tcPr>
          <w:p w14:paraId="09850159"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15A" w14:textId="77777777" w:rsidR="00B15E99" w:rsidRPr="00EF2F0E" w:rsidRDefault="00B15E99" w:rsidP="00AB06FD">
            <w:pPr>
              <w:pStyle w:val="TAC"/>
              <w:rPr>
                <w:lang w:eastAsia="ja-JP"/>
              </w:rPr>
            </w:pPr>
            <w:r w:rsidRPr="00EF2F0E">
              <w:rPr>
                <w:lang w:eastAsia="ja-JP"/>
              </w:rPr>
              <w:t>CW carrier</w:t>
            </w:r>
          </w:p>
        </w:tc>
      </w:tr>
      <w:tr w:rsidR="003401A4" w:rsidRPr="00EF2F0E" w14:paraId="09850164" w14:textId="77777777" w:rsidTr="00AB06FD">
        <w:trPr>
          <w:gridAfter w:val="1"/>
          <w:wAfter w:w="10" w:type="dxa"/>
          <w:jc w:val="center"/>
        </w:trPr>
        <w:tc>
          <w:tcPr>
            <w:tcW w:w="1918" w:type="dxa"/>
          </w:tcPr>
          <w:p w14:paraId="0985015C" w14:textId="77777777" w:rsidR="00B15E99" w:rsidRPr="00EF2F0E" w:rsidRDefault="00B15E99" w:rsidP="00AB06FD">
            <w:pPr>
              <w:pStyle w:val="TAL"/>
              <w:rPr>
                <w:rFonts w:cs="Arial"/>
                <w:szCs w:val="18"/>
                <w:lang w:val="sv-SE" w:eastAsia="ja-JP"/>
              </w:rPr>
            </w:pPr>
            <w:r w:rsidRPr="00EF2F0E">
              <w:rPr>
                <w:rFonts w:cs="Arial"/>
                <w:szCs w:val="18"/>
                <w:lang w:val="sv-SE" w:eastAsia="ja-JP"/>
              </w:rPr>
              <w:t>UTRA FDD Band XXXII or E-UTRA Band 32</w:t>
            </w:r>
          </w:p>
        </w:tc>
        <w:tc>
          <w:tcPr>
            <w:tcW w:w="1657" w:type="dxa"/>
            <w:vAlign w:val="center"/>
          </w:tcPr>
          <w:p w14:paraId="0985015D" w14:textId="77777777" w:rsidR="00B15E99" w:rsidRPr="00EF2F0E" w:rsidRDefault="00B15E99" w:rsidP="00AB06FD">
            <w:pPr>
              <w:pStyle w:val="TAC"/>
              <w:rPr>
                <w:lang w:eastAsia="ja-JP"/>
              </w:rPr>
            </w:pPr>
            <w:r w:rsidRPr="00EF2F0E">
              <w:rPr>
                <w:lang w:eastAsia="ja-JP"/>
              </w:rPr>
              <w:t>1452 - 1496</w:t>
            </w:r>
          </w:p>
          <w:p w14:paraId="0985015E" w14:textId="77777777" w:rsidR="00B15E99" w:rsidRPr="00EF2F0E" w:rsidRDefault="00B15E99" w:rsidP="00AB06FD">
            <w:pPr>
              <w:pStyle w:val="TAC"/>
              <w:rPr>
                <w:lang w:eastAsia="ja-JP"/>
              </w:rPr>
            </w:pPr>
            <w:r w:rsidRPr="00EF2F0E">
              <w:rPr>
                <w:lang w:eastAsia="ja-JP"/>
              </w:rPr>
              <w:t>(NOTE-5)</w:t>
            </w:r>
          </w:p>
        </w:tc>
        <w:tc>
          <w:tcPr>
            <w:tcW w:w="1082" w:type="dxa"/>
            <w:vAlign w:val="center"/>
          </w:tcPr>
          <w:p w14:paraId="0985015F"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60"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61"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62"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63" w14:textId="77777777" w:rsidR="00B15E99" w:rsidRPr="00EF2F0E" w:rsidRDefault="00B15E99" w:rsidP="00AB06FD">
            <w:pPr>
              <w:pStyle w:val="TAC"/>
              <w:rPr>
                <w:lang w:eastAsia="ja-JP"/>
              </w:rPr>
            </w:pPr>
            <w:r w:rsidRPr="00EF2F0E">
              <w:rPr>
                <w:lang w:eastAsia="ja-JP"/>
              </w:rPr>
              <w:t>CW carrier</w:t>
            </w:r>
          </w:p>
        </w:tc>
      </w:tr>
      <w:tr w:rsidR="003401A4" w:rsidRPr="00EF2F0E" w14:paraId="0985016C" w14:textId="77777777" w:rsidTr="00AB06FD">
        <w:trPr>
          <w:gridAfter w:val="1"/>
          <w:wAfter w:w="10" w:type="dxa"/>
          <w:jc w:val="center"/>
        </w:trPr>
        <w:tc>
          <w:tcPr>
            <w:tcW w:w="1918" w:type="dxa"/>
          </w:tcPr>
          <w:p w14:paraId="09850165" w14:textId="77777777" w:rsidR="00B15E99" w:rsidRPr="00EF2F0E" w:rsidRDefault="00B15E99" w:rsidP="00AB06FD">
            <w:pPr>
              <w:pStyle w:val="TAL"/>
              <w:rPr>
                <w:rFonts w:cs="Arial"/>
                <w:szCs w:val="18"/>
                <w:lang w:eastAsia="ja-JP"/>
              </w:rPr>
            </w:pPr>
            <w:r w:rsidRPr="00EF2F0E">
              <w:rPr>
                <w:rFonts w:cs="Arial"/>
                <w:szCs w:val="18"/>
                <w:lang w:eastAsia="ja-JP"/>
              </w:rPr>
              <w:t>UTRA TDD Band a) or E-UTRA TDD Band 33</w:t>
            </w:r>
          </w:p>
        </w:tc>
        <w:tc>
          <w:tcPr>
            <w:tcW w:w="1657" w:type="dxa"/>
            <w:vAlign w:val="center"/>
          </w:tcPr>
          <w:p w14:paraId="09850166" w14:textId="77777777" w:rsidR="00B15E99" w:rsidRPr="00EF2F0E" w:rsidRDefault="00B15E99" w:rsidP="00AB06FD">
            <w:pPr>
              <w:pStyle w:val="TAC"/>
              <w:rPr>
                <w:lang w:eastAsia="ja-JP"/>
              </w:rPr>
            </w:pPr>
            <w:r w:rsidRPr="00EF2F0E">
              <w:rPr>
                <w:lang w:eastAsia="ja-JP"/>
              </w:rPr>
              <w:t>1900 - 1920</w:t>
            </w:r>
          </w:p>
        </w:tc>
        <w:tc>
          <w:tcPr>
            <w:tcW w:w="1082" w:type="dxa"/>
            <w:vAlign w:val="center"/>
          </w:tcPr>
          <w:p w14:paraId="09850167"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68"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69"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6A"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6B" w14:textId="77777777" w:rsidR="00B15E99" w:rsidRPr="00EF2F0E" w:rsidRDefault="00B15E99" w:rsidP="00AB06FD">
            <w:pPr>
              <w:pStyle w:val="TAC"/>
              <w:rPr>
                <w:lang w:eastAsia="ja-JP"/>
              </w:rPr>
            </w:pPr>
            <w:r w:rsidRPr="00EF2F0E">
              <w:rPr>
                <w:lang w:eastAsia="ja-JP"/>
              </w:rPr>
              <w:t>CW carrier</w:t>
            </w:r>
          </w:p>
        </w:tc>
      </w:tr>
      <w:tr w:rsidR="003401A4" w:rsidRPr="00EF2F0E" w14:paraId="09850174" w14:textId="77777777" w:rsidTr="00AB06FD">
        <w:trPr>
          <w:gridAfter w:val="1"/>
          <w:wAfter w:w="10" w:type="dxa"/>
          <w:jc w:val="center"/>
        </w:trPr>
        <w:tc>
          <w:tcPr>
            <w:tcW w:w="1918" w:type="dxa"/>
          </w:tcPr>
          <w:p w14:paraId="0985016D" w14:textId="77777777" w:rsidR="00B15E99" w:rsidRPr="00EF2F0E" w:rsidRDefault="00B15E99" w:rsidP="00AB06FD">
            <w:pPr>
              <w:pStyle w:val="TAL"/>
              <w:rPr>
                <w:rFonts w:cs="Arial"/>
                <w:szCs w:val="18"/>
                <w:lang w:eastAsia="ja-JP"/>
              </w:rPr>
            </w:pPr>
            <w:r w:rsidRPr="00EF2F0E">
              <w:rPr>
                <w:rFonts w:cs="Arial"/>
                <w:szCs w:val="18"/>
                <w:lang w:eastAsia="ja-JP"/>
              </w:rPr>
              <w:t>UTRA TDD Band a) or E-UTRA TDD Band 34</w:t>
            </w:r>
            <w:r w:rsidR="006C0349" w:rsidRPr="00EF2F0E">
              <w:rPr>
                <w:rFonts w:cs="Arial"/>
                <w:szCs w:val="18"/>
                <w:lang w:eastAsia="ja-JP"/>
              </w:rPr>
              <w:t xml:space="preserve"> or NR band n34</w:t>
            </w:r>
          </w:p>
        </w:tc>
        <w:tc>
          <w:tcPr>
            <w:tcW w:w="1657" w:type="dxa"/>
            <w:vAlign w:val="center"/>
          </w:tcPr>
          <w:p w14:paraId="0985016E" w14:textId="77777777" w:rsidR="00B15E99" w:rsidRPr="00EF2F0E" w:rsidRDefault="00B15E99" w:rsidP="00AB06FD">
            <w:pPr>
              <w:pStyle w:val="TAC"/>
              <w:rPr>
                <w:lang w:eastAsia="ja-JP"/>
              </w:rPr>
            </w:pPr>
            <w:r w:rsidRPr="00EF2F0E">
              <w:rPr>
                <w:lang w:eastAsia="ja-JP"/>
              </w:rPr>
              <w:t>2010 - 2025</w:t>
            </w:r>
          </w:p>
        </w:tc>
        <w:tc>
          <w:tcPr>
            <w:tcW w:w="1082" w:type="dxa"/>
            <w:vAlign w:val="center"/>
          </w:tcPr>
          <w:p w14:paraId="0985016F"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70"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71"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72"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73" w14:textId="77777777" w:rsidR="00B15E99" w:rsidRPr="00EF2F0E" w:rsidRDefault="00B15E99" w:rsidP="00AB06FD">
            <w:pPr>
              <w:pStyle w:val="TAC"/>
              <w:rPr>
                <w:lang w:eastAsia="ja-JP"/>
              </w:rPr>
            </w:pPr>
            <w:r w:rsidRPr="00EF2F0E">
              <w:rPr>
                <w:lang w:eastAsia="ja-JP"/>
              </w:rPr>
              <w:t>CW carrier</w:t>
            </w:r>
          </w:p>
        </w:tc>
      </w:tr>
      <w:tr w:rsidR="003401A4" w:rsidRPr="00EF2F0E" w14:paraId="0985017C" w14:textId="77777777" w:rsidTr="00AB06FD">
        <w:trPr>
          <w:gridAfter w:val="1"/>
          <w:wAfter w:w="10" w:type="dxa"/>
          <w:jc w:val="center"/>
        </w:trPr>
        <w:tc>
          <w:tcPr>
            <w:tcW w:w="1918" w:type="dxa"/>
          </w:tcPr>
          <w:p w14:paraId="09850175" w14:textId="77777777" w:rsidR="00B15E99" w:rsidRPr="00EF2F0E" w:rsidRDefault="00B15E99" w:rsidP="00AB06FD">
            <w:pPr>
              <w:pStyle w:val="TAL"/>
              <w:rPr>
                <w:rFonts w:cs="Arial"/>
                <w:szCs w:val="18"/>
                <w:lang w:val="sv-SE" w:eastAsia="ja-JP"/>
              </w:rPr>
            </w:pPr>
            <w:r w:rsidRPr="00EF2F0E">
              <w:rPr>
                <w:rFonts w:cs="Arial"/>
                <w:szCs w:val="18"/>
                <w:lang w:val="sv-SE" w:eastAsia="ja-JP"/>
              </w:rPr>
              <w:t>UTRA TDD Band b) or E-UTRA TDD Band 35</w:t>
            </w:r>
          </w:p>
        </w:tc>
        <w:tc>
          <w:tcPr>
            <w:tcW w:w="1657" w:type="dxa"/>
            <w:vAlign w:val="center"/>
          </w:tcPr>
          <w:p w14:paraId="09850176" w14:textId="77777777" w:rsidR="00B15E99" w:rsidRPr="00EF2F0E" w:rsidRDefault="00B15E99" w:rsidP="00AB06FD">
            <w:pPr>
              <w:pStyle w:val="TAC"/>
              <w:rPr>
                <w:lang w:eastAsia="ja-JP"/>
              </w:rPr>
            </w:pPr>
            <w:r w:rsidRPr="00EF2F0E">
              <w:rPr>
                <w:lang w:eastAsia="ja-JP"/>
              </w:rPr>
              <w:t>1850 - 1910</w:t>
            </w:r>
          </w:p>
        </w:tc>
        <w:tc>
          <w:tcPr>
            <w:tcW w:w="1082" w:type="dxa"/>
            <w:vAlign w:val="center"/>
          </w:tcPr>
          <w:p w14:paraId="09850177"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78"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79"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7A"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7B" w14:textId="77777777" w:rsidR="00B15E99" w:rsidRPr="00EF2F0E" w:rsidRDefault="00B15E99" w:rsidP="00AB06FD">
            <w:pPr>
              <w:pStyle w:val="TAC"/>
              <w:rPr>
                <w:lang w:eastAsia="ja-JP"/>
              </w:rPr>
            </w:pPr>
            <w:r w:rsidRPr="00EF2F0E">
              <w:rPr>
                <w:lang w:eastAsia="ja-JP"/>
              </w:rPr>
              <w:t>CW carrier</w:t>
            </w:r>
          </w:p>
        </w:tc>
      </w:tr>
      <w:tr w:rsidR="003401A4" w:rsidRPr="00EF2F0E" w14:paraId="09850184" w14:textId="77777777" w:rsidTr="00AB06FD">
        <w:trPr>
          <w:gridAfter w:val="1"/>
          <w:wAfter w:w="10" w:type="dxa"/>
          <w:jc w:val="center"/>
        </w:trPr>
        <w:tc>
          <w:tcPr>
            <w:tcW w:w="1918" w:type="dxa"/>
          </w:tcPr>
          <w:p w14:paraId="0985017D" w14:textId="77777777" w:rsidR="00B15E99" w:rsidRPr="00EF2F0E" w:rsidRDefault="00B15E99" w:rsidP="00AB06FD">
            <w:pPr>
              <w:pStyle w:val="TAL"/>
              <w:rPr>
                <w:rFonts w:cs="Arial"/>
                <w:szCs w:val="18"/>
                <w:lang w:val="sv-SE" w:eastAsia="ja-JP"/>
              </w:rPr>
            </w:pPr>
            <w:r w:rsidRPr="00EF2F0E">
              <w:rPr>
                <w:rFonts w:cs="Arial"/>
                <w:szCs w:val="18"/>
                <w:lang w:val="sv-SE" w:eastAsia="ja-JP"/>
              </w:rPr>
              <w:t>UTRA TDD Band b) or E-UTRA TDD Band 36</w:t>
            </w:r>
          </w:p>
        </w:tc>
        <w:tc>
          <w:tcPr>
            <w:tcW w:w="1657" w:type="dxa"/>
            <w:vAlign w:val="center"/>
          </w:tcPr>
          <w:p w14:paraId="0985017E" w14:textId="77777777" w:rsidR="00B15E99" w:rsidRPr="00EF2F0E" w:rsidRDefault="00B15E99" w:rsidP="00AB06FD">
            <w:pPr>
              <w:pStyle w:val="TAC"/>
              <w:rPr>
                <w:lang w:eastAsia="ja-JP"/>
              </w:rPr>
            </w:pPr>
            <w:r w:rsidRPr="00EF2F0E">
              <w:rPr>
                <w:lang w:eastAsia="ja-JP"/>
              </w:rPr>
              <w:t>1930 - 1990</w:t>
            </w:r>
          </w:p>
        </w:tc>
        <w:tc>
          <w:tcPr>
            <w:tcW w:w="1082" w:type="dxa"/>
            <w:vAlign w:val="center"/>
          </w:tcPr>
          <w:p w14:paraId="0985017F"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80"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81"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82"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83" w14:textId="77777777" w:rsidR="00B15E99" w:rsidRPr="00EF2F0E" w:rsidRDefault="00B15E99" w:rsidP="00AB06FD">
            <w:pPr>
              <w:pStyle w:val="TAC"/>
              <w:rPr>
                <w:lang w:eastAsia="ja-JP"/>
              </w:rPr>
            </w:pPr>
            <w:r w:rsidRPr="00EF2F0E">
              <w:rPr>
                <w:lang w:eastAsia="ja-JP"/>
              </w:rPr>
              <w:t>CW carrier</w:t>
            </w:r>
          </w:p>
        </w:tc>
      </w:tr>
      <w:tr w:rsidR="003401A4" w:rsidRPr="00EF2F0E" w14:paraId="0985018C" w14:textId="77777777" w:rsidTr="00AB06FD">
        <w:trPr>
          <w:gridAfter w:val="1"/>
          <w:wAfter w:w="10" w:type="dxa"/>
          <w:jc w:val="center"/>
        </w:trPr>
        <w:tc>
          <w:tcPr>
            <w:tcW w:w="1918" w:type="dxa"/>
          </w:tcPr>
          <w:p w14:paraId="09850185" w14:textId="77777777" w:rsidR="00B15E99" w:rsidRPr="00EF2F0E" w:rsidRDefault="00B15E99" w:rsidP="00AB06FD">
            <w:pPr>
              <w:pStyle w:val="TAL"/>
              <w:rPr>
                <w:rFonts w:cs="Arial"/>
                <w:szCs w:val="18"/>
                <w:lang w:val="sv-SE" w:eastAsia="ja-JP"/>
              </w:rPr>
            </w:pPr>
            <w:r w:rsidRPr="00EF2F0E">
              <w:rPr>
                <w:rFonts w:cs="Arial"/>
                <w:szCs w:val="18"/>
                <w:lang w:val="sv-SE" w:eastAsia="ja-JP"/>
              </w:rPr>
              <w:t>UTRA TDD Band c) or E-UTRA TDD Band 37</w:t>
            </w:r>
          </w:p>
        </w:tc>
        <w:tc>
          <w:tcPr>
            <w:tcW w:w="1657" w:type="dxa"/>
            <w:vAlign w:val="center"/>
          </w:tcPr>
          <w:p w14:paraId="09850186" w14:textId="77777777" w:rsidR="00B15E99" w:rsidRPr="00EF2F0E" w:rsidRDefault="00B15E99" w:rsidP="00AB06FD">
            <w:pPr>
              <w:pStyle w:val="TAC"/>
              <w:rPr>
                <w:lang w:eastAsia="ja-JP"/>
              </w:rPr>
            </w:pPr>
            <w:r w:rsidRPr="00EF2F0E">
              <w:rPr>
                <w:lang w:eastAsia="ja-JP"/>
              </w:rPr>
              <w:t>1910 - 1930</w:t>
            </w:r>
          </w:p>
        </w:tc>
        <w:tc>
          <w:tcPr>
            <w:tcW w:w="1082" w:type="dxa"/>
            <w:vAlign w:val="center"/>
          </w:tcPr>
          <w:p w14:paraId="09850187"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88"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89"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8A"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8B" w14:textId="77777777" w:rsidR="00B15E99" w:rsidRPr="00EF2F0E" w:rsidRDefault="00B15E99" w:rsidP="00AB06FD">
            <w:pPr>
              <w:pStyle w:val="TAC"/>
              <w:rPr>
                <w:lang w:eastAsia="ja-JP"/>
              </w:rPr>
            </w:pPr>
            <w:r w:rsidRPr="00EF2F0E">
              <w:rPr>
                <w:lang w:eastAsia="ja-JP"/>
              </w:rPr>
              <w:t>CW carrier</w:t>
            </w:r>
          </w:p>
        </w:tc>
      </w:tr>
      <w:tr w:rsidR="003401A4" w:rsidRPr="00EF2F0E" w14:paraId="09850194" w14:textId="77777777" w:rsidTr="00AB06FD">
        <w:trPr>
          <w:gridAfter w:val="1"/>
          <w:wAfter w:w="10" w:type="dxa"/>
          <w:jc w:val="center"/>
        </w:trPr>
        <w:tc>
          <w:tcPr>
            <w:tcW w:w="1918" w:type="dxa"/>
          </w:tcPr>
          <w:p w14:paraId="0985018D" w14:textId="77777777" w:rsidR="00B15E99" w:rsidRPr="00EF2F0E" w:rsidRDefault="00B15E99" w:rsidP="00AB06FD">
            <w:pPr>
              <w:pStyle w:val="TAL"/>
              <w:rPr>
                <w:rFonts w:cs="Arial"/>
                <w:szCs w:val="18"/>
                <w:lang w:eastAsia="ja-JP"/>
              </w:rPr>
            </w:pPr>
            <w:r w:rsidRPr="00EF2F0E">
              <w:rPr>
                <w:rFonts w:cs="Arial"/>
                <w:szCs w:val="18"/>
                <w:lang w:eastAsia="ja-JP"/>
              </w:rPr>
              <w:t>UTRA TDD Band d) or E-UTRA Band 38 or NR band n38</w:t>
            </w:r>
          </w:p>
        </w:tc>
        <w:tc>
          <w:tcPr>
            <w:tcW w:w="1657" w:type="dxa"/>
            <w:vAlign w:val="center"/>
          </w:tcPr>
          <w:p w14:paraId="0985018E" w14:textId="77777777" w:rsidR="00B15E99" w:rsidRPr="00EF2F0E" w:rsidRDefault="00B15E99" w:rsidP="00AB06FD">
            <w:pPr>
              <w:pStyle w:val="TAC"/>
              <w:rPr>
                <w:lang w:eastAsia="ja-JP"/>
              </w:rPr>
            </w:pPr>
            <w:r w:rsidRPr="00EF2F0E">
              <w:rPr>
                <w:lang w:eastAsia="ja-JP"/>
              </w:rPr>
              <w:t>2570 - 2620</w:t>
            </w:r>
          </w:p>
        </w:tc>
        <w:tc>
          <w:tcPr>
            <w:tcW w:w="1082" w:type="dxa"/>
            <w:vAlign w:val="center"/>
          </w:tcPr>
          <w:p w14:paraId="0985018F"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90"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91"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92"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93" w14:textId="77777777" w:rsidR="00B15E99" w:rsidRPr="00EF2F0E" w:rsidRDefault="00B15E99" w:rsidP="00AB06FD">
            <w:pPr>
              <w:pStyle w:val="TAC"/>
              <w:rPr>
                <w:lang w:eastAsia="ja-JP"/>
              </w:rPr>
            </w:pPr>
            <w:r w:rsidRPr="00EF2F0E">
              <w:rPr>
                <w:lang w:eastAsia="ja-JP"/>
              </w:rPr>
              <w:t>CW carrier</w:t>
            </w:r>
          </w:p>
        </w:tc>
      </w:tr>
      <w:tr w:rsidR="003401A4" w:rsidRPr="00EF2F0E" w14:paraId="0985019C" w14:textId="77777777" w:rsidTr="00AB06FD">
        <w:trPr>
          <w:gridAfter w:val="1"/>
          <w:wAfter w:w="10" w:type="dxa"/>
          <w:jc w:val="center"/>
        </w:trPr>
        <w:tc>
          <w:tcPr>
            <w:tcW w:w="1918" w:type="dxa"/>
          </w:tcPr>
          <w:p w14:paraId="09850195" w14:textId="77777777" w:rsidR="00B15E99" w:rsidRPr="00EF2F0E" w:rsidRDefault="00B15E99" w:rsidP="00AB06FD">
            <w:pPr>
              <w:pStyle w:val="TAL"/>
              <w:rPr>
                <w:rFonts w:cs="Arial"/>
                <w:szCs w:val="18"/>
                <w:lang w:val="sv-SE" w:eastAsia="ja-JP"/>
              </w:rPr>
            </w:pPr>
            <w:r w:rsidRPr="00EF2F0E">
              <w:rPr>
                <w:rFonts w:cs="Arial"/>
                <w:szCs w:val="18"/>
                <w:lang w:val="sv-SE" w:eastAsia="ja-JP"/>
              </w:rPr>
              <w:t>UTRA TDD Band f) or E-UTRA Band 39</w:t>
            </w:r>
            <w:r w:rsidR="006C0349" w:rsidRPr="00EF2F0E">
              <w:rPr>
                <w:rFonts w:cs="Arial"/>
                <w:szCs w:val="18"/>
                <w:lang w:val="sv-SE" w:eastAsia="ja-JP"/>
              </w:rPr>
              <w:t xml:space="preserve"> or NR band n39</w:t>
            </w:r>
          </w:p>
        </w:tc>
        <w:tc>
          <w:tcPr>
            <w:tcW w:w="1657" w:type="dxa"/>
            <w:vAlign w:val="center"/>
          </w:tcPr>
          <w:p w14:paraId="09850196" w14:textId="77777777" w:rsidR="00B15E99" w:rsidRPr="00EF2F0E" w:rsidRDefault="00B15E99" w:rsidP="00AB06FD">
            <w:pPr>
              <w:pStyle w:val="TAC"/>
              <w:rPr>
                <w:lang w:eastAsia="ja-JP"/>
              </w:rPr>
            </w:pPr>
            <w:r w:rsidRPr="00EF2F0E">
              <w:rPr>
                <w:lang w:eastAsia="ja-JP"/>
              </w:rPr>
              <w:t>1880 - 1920</w:t>
            </w:r>
          </w:p>
        </w:tc>
        <w:tc>
          <w:tcPr>
            <w:tcW w:w="1082" w:type="dxa"/>
            <w:vAlign w:val="center"/>
          </w:tcPr>
          <w:p w14:paraId="09850197"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98"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99"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9A"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9B" w14:textId="77777777" w:rsidR="00B15E99" w:rsidRPr="00EF2F0E" w:rsidRDefault="00B15E99" w:rsidP="00AB06FD">
            <w:pPr>
              <w:pStyle w:val="TAC"/>
              <w:rPr>
                <w:lang w:eastAsia="ja-JP"/>
              </w:rPr>
            </w:pPr>
            <w:r w:rsidRPr="00EF2F0E">
              <w:rPr>
                <w:lang w:eastAsia="ja-JP"/>
              </w:rPr>
              <w:t>CW carrier</w:t>
            </w:r>
          </w:p>
        </w:tc>
      </w:tr>
      <w:tr w:rsidR="003401A4" w:rsidRPr="00EF2F0E" w14:paraId="098501A4" w14:textId="77777777" w:rsidTr="00AB06FD">
        <w:trPr>
          <w:gridAfter w:val="1"/>
          <w:wAfter w:w="10" w:type="dxa"/>
          <w:jc w:val="center"/>
        </w:trPr>
        <w:tc>
          <w:tcPr>
            <w:tcW w:w="1918" w:type="dxa"/>
          </w:tcPr>
          <w:p w14:paraId="0985019D" w14:textId="77777777" w:rsidR="00B15E99" w:rsidRPr="00EF2F0E" w:rsidRDefault="00B15E99" w:rsidP="00AB06FD">
            <w:pPr>
              <w:pStyle w:val="TAL"/>
              <w:rPr>
                <w:rFonts w:cs="Arial"/>
                <w:szCs w:val="18"/>
                <w:lang w:val="sv-SE" w:eastAsia="ja-JP"/>
              </w:rPr>
            </w:pPr>
            <w:r w:rsidRPr="00EF2F0E">
              <w:rPr>
                <w:rFonts w:cs="Arial"/>
                <w:szCs w:val="18"/>
                <w:lang w:val="sv-SE" w:eastAsia="ja-JP"/>
              </w:rPr>
              <w:t>UTRA TDD Band e) or E-UTRA Band 40</w:t>
            </w:r>
            <w:r w:rsidR="00A149D9" w:rsidRPr="00EF2F0E">
              <w:rPr>
                <w:rFonts w:cs="Arial"/>
                <w:szCs w:val="18"/>
                <w:lang w:val="sv-SE" w:eastAsia="ja-JP"/>
              </w:rPr>
              <w:t xml:space="preserve"> or NR band n40</w:t>
            </w:r>
          </w:p>
        </w:tc>
        <w:tc>
          <w:tcPr>
            <w:tcW w:w="1657" w:type="dxa"/>
            <w:vAlign w:val="center"/>
          </w:tcPr>
          <w:p w14:paraId="0985019E" w14:textId="77777777" w:rsidR="00B15E99" w:rsidRPr="00EF2F0E" w:rsidRDefault="00B15E99" w:rsidP="00AB06FD">
            <w:pPr>
              <w:pStyle w:val="TAC"/>
              <w:rPr>
                <w:lang w:eastAsia="ja-JP"/>
              </w:rPr>
            </w:pPr>
            <w:r w:rsidRPr="00EF2F0E">
              <w:rPr>
                <w:lang w:eastAsia="ja-JP"/>
              </w:rPr>
              <w:t>2300 - 2400</w:t>
            </w:r>
          </w:p>
        </w:tc>
        <w:tc>
          <w:tcPr>
            <w:tcW w:w="1082" w:type="dxa"/>
            <w:vAlign w:val="center"/>
          </w:tcPr>
          <w:p w14:paraId="0985019F"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A0"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A1"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A2"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A3" w14:textId="77777777" w:rsidR="00B15E99" w:rsidRPr="00EF2F0E" w:rsidRDefault="00B15E99" w:rsidP="00AB06FD">
            <w:pPr>
              <w:pStyle w:val="TAC"/>
              <w:rPr>
                <w:lang w:eastAsia="ja-JP"/>
              </w:rPr>
            </w:pPr>
            <w:r w:rsidRPr="00EF2F0E">
              <w:rPr>
                <w:lang w:eastAsia="ja-JP"/>
              </w:rPr>
              <w:t>CW carrier</w:t>
            </w:r>
          </w:p>
        </w:tc>
      </w:tr>
      <w:tr w:rsidR="003401A4" w:rsidRPr="00EF2F0E" w14:paraId="098501AC" w14:textId="77777777" w:rsidTr="00AB06FD">
        <w:trPr>
          <w:gridAfter w:val="1"/>
          <w:wAfter w:w="10" w:type="dxa"/>
          <w:jc w:val="center"/>
        </w:trPr>
        <w:tc>
          <w:tcPr>
            <w:tcW w:w="1918" w:type="dxa"/>
          </w:tcPr>
          <w:p w14:paraId="098501A5" w14:textId="77777777" w:rsidR="00B15E99" w:rsidRPr="00EF2F0E" w:rsidRDefault="00B15E99" w:rsidP="00AB06FD">
            <w:pPr>
              <w:pStyle w:val="TAL"/>
              <w:rPr>
                <w:rFonts w:cs="Arial"/>
                <w:szCs w:val="18"/>
                <w:lang w:eastAsia="ja-JP"/>
              </w:rPr>
            </w:pPr>
            <w:r w:rsidRPr="00EF2F0E">
              <w:rPr>
                <w:rFonts w:cs="Arial"/>
                <w:szCs w:val="18"/>
                <w:lang w:eastAsia="ja-JP"/>
              </w:rPr>
              <w:t>E-UTRA Band 41 or NR band n41</w:t>
            </w:r>
          </w:p>
        </w:tc>
        <w:tc>
          <w:tcPr>
            <w:tcW w:w="1657" w:type="dxa"/>
            <w:vAlign w:val="center"/>
          </w:tcPr>
          <w:p w14:paraId="098501A6" w14:textId="77777777" w:rsidR="00B15E99" w:rsidRPr="00EF2F0E" w:rsidRDefault="00B15E99" w:rsidP="00AB06FD">
            <w:pPr>
              <w:pStyle w:val="TAC"/>
              <w:rPr>
                <w:lang w:eastAsia="ja-JP"/>
              </w:rPr>
            </w:pPr>
            <w:r w:rsidRPr="00EF2F0E">
              <w:rPr>
                <w:lang w:eastAsia="ja-JP"/>
              </w:rPr>
              <w:t>2496 - 2690</w:t>
            </w:r>
          </w:p>
        </w:tc>
        <w:tc>
          <w:tcPr>
            <w:tcW w:w="1082" w:type="dxa"/>
            <w:vAlign w:val="center"/>
          </w:tcPr>
          <w:p w14:paraId="098501A7"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A8"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A9"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AA"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AB" w14:textId="77777777" w:rsidR="00B15E99" w:rsidRPr="00EF2F0E" w:rsidRDefault="00B15E99" w:rsidP="00AB06FD">
            <w:pPr>
              <w:pStyle w:val="TAC"/>
              <w:rPr>
                <w:lang w:eastAsia="ja-JP"/>
              </w:rPr>
            </w:pPr>
            <w:r w:rsidRPr="00EF2F0E">
              <w:rPr>
                <w:lang w:eastAsia="ja-JP"/>
              </w:rPr>
              <w:t>CW carrier</w:t>
            </w:r>
          </w:p>
        </w:tc>
      </w:tr>
      <w:tr w:rsidR="003401A4" w:rsidRPr="00EF2F0E" w14:paraId="098501B4" w14:textId="77777777" w:rsidTr="00AB06FD">
        <w:trPr>
          <w:gridAfter w:val="1"/>
          <w:wAfter w:w="10" w:type="dxa"/>
          <w:jc w:val="center"/>
        </w:trPr>
        <w:tc>
          <w:tcPr>
            <w:tcW w:w="1918" w:type="dxa"/>
          </w:tcPr>
          <w:p w14:paraId="098501AD" w14:textId="77777777" w:rsidR="00B15E99" w:rsidRPr="00EF2F0E" w:rsidRDefault="00B15E99" w:rsidP="00AB06FD">
            <w:pPr>
              <w:pStyle w:val="TAL"/>
              <w:rPr>
                <w:rFonts w:cs="Arial"/>
                <w:szCs w:val="18"/>
                <w:lang w:eastAsia="ja-JP"/>
              </w:rPr>
            </w:pPr>
            <w:r w:rsidRPr="00EF2F0E">
              <w:rPr>
                <w:rFonts w:cs="Arial"/>
                <w:szCs w:val="18"/>
                <w:lang w:eastAsia="ja-JP"/>
              </w:rPr>
              <w:t>E-UTRA Band 42</w:t>
            </w:r>
          </w:p>
        </w:tc>
        <w:tc>
          <w:tcPr>
            <w:tcW w:w="1657" w:type="dxa"/>
          </w:tcPr>
          <w:p w14:paraId="098501AE" w14:textId="77777777" w:rsidR="00B15E99" w:rsidRPr="00EF2F0E" w:rsidRDefault="00B15E99" w:rsidP="00AB06FD">
            <w:pPr>
              <w:pStyle w:val="TAC"/>
              <w:rPr>
                <w:lang w:eastAsia="ja-JP"/>
              </w:rPr>
            </w:pPr>
            <w:r w:rsidRPr="00EF2F0E">
              <w:rPr>
                <w:lang w:eastAsia="zh-CN"/>
              </w:rPr>
              <w:t>3400</w:t>
            </w:r>
            <w:r w:rsidRPr="00EF2F0E">
              <w:rPr>
                <w:lang w:eastAsia="ja-JP"/>
              </w:rPr>
              <w:t xml:space="preserve"> - 3600</w:t>
            </w:r>
          </w:p>
        </w:tc>
        <w:tc>
          <w:tcPr>
            <w:tcW w:w="1082" w:type="dxa"/>
            <w:vAlign w:val="center"/>
          </w:tcPr>
          <w:p w14:paraId="098501AF"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B0"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B1"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B2"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B3" w14:textId="77777777" w:rsidR="00B15E99" w:rsidRPr="00EF2F0E" w:rsidRDefault="00B15E99" w:rsidP="00AB06FD">
            <w:pPr>
              <w:pStyle w:val="TAC"/>
              <w:rPr>
                <w:lang w:eastAsia="ja-JP"/>
              </w:rPr>
            </w:pPr>
            <w:r w:rsidRPr="00EF2F0E">
              <w:rPr>
                <w:lang w:eastAsia="ja-JP"/>
              </w:rPr>
              <w:t>CW carrier</w:t>
            </w:r>
          </w:p>
        </w:tc>
      </w:tr>
      <w:tr w:rsidR="003401A4" w:rsidRPr="00EF2F0E" w14:paraId="098501BC" w14:textId="77777777" w:rsidTr="00AB06FD">
        <w:trPr>
          <w:gridAfter w:val="1"/>
          <w:wAfter w:w="10" w:type="dxa"/>
          <w:jc w:val="center"/>
        </w:trPr>
        <w:tc>
          <w:tcPr>
            <w:tcW w:w="1918" w:type="dxa"/>
          </w:tcPr>
          <w:p w14:paraId="098501B5" w14:textId="77777777" w:rsidR="00B15E99" w:rsidRPr="00EF2F0E" w:rsidRDefault="00B15E99" w:rsidP="00AB06FD">
            <w:pPr>
              <w:pStyle w:val="TAL"/>
              <w:rPr>
                <w:rFonts w:cs="Arial"/>
                <w:szCs w:val="18"/>
                <w:lang w:eastAsia="ja-JP"/>
              </w:rPr>
            </w:pPr>
            <w:r w:rsidRPr="00EF2F0E">
              <w:rPr>
                <w:rFonts w:cs="Arial"/>
                <w:szCs w:val="18"/>
                <w:lang w:eastAsia="ja-JP"/>
              </w:rPr>
              <w:t>E-UTRA Band 43</w:t>
            </w:r>
          </w:p>
        </w:tc>
        <w:tc>
          <w:tcPr>
            <w:tcW w:w="1657" w:type="dxa"/>
          </w:tcPr>
          <w:p w14:paraId="098501B6" w14:textId="77777777" w:rsidR="00B15E99" w:rsidRPr="00EF2F0E" w:rsidRDefault="00B15E99" w:rsidP="00AB06FD">
            <w:pPr>
              <w:pStyle w:val="TAC"/>
              <w:rPr>
                <w:lang w:eastAsia="ja-JP"/>
              </w:rPr>
            </w:pPr>
            <w:r w:rsidRPr="00EF2F0E">
              <w:rPr>
                <w:lang w:eastAsia="zh-CN"/>
              </w:rPr>
              <w:t>3600</w:t>
            </w:r>
            <w:r w:rsidRPr="00EF2F0E">
              <w:rPr>
                <w:lang w:eastAsia="ja-JP"/>
              </w:rPr>
              <w:t xml:space="preserve"> - </w:t>
            </w:r>
            <w:r w:rsidRPr="00EF2F0E">
              <w:rPr>
                <w:lang w:eastAsia="zh-CN"/>
              </w:rPr>
              <w:t>3800</w:t>
            </w:r>
          </w:p>
        </w:tc>
        <w:tc>
          <w:tcPr>
            <w:tcW w:w="1082" w:type="dxa"/>
            <w:vAlign w:val="center"/>
          </w:tcPr>
          <w:p w14:paraId="098501B7"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B8"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B9"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BA"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BB" w14:textId="77777777" w:rsidR="00B15E99" w:rsidRPr="00EF2F0E" w:rsidRDefault="00B15E99" w:rsidP="00AB06FD">
            <w:pPr>
              <w:pStyle w:val="TAC"/>
              <w:rPr>
                <w:lang w:eastAsia="ja-JP"/>
              </w:rPr>
            </w:pPr>
            <w:r w:rsidRPr="00EF2F0E">
              <w:rPr>
                <w:lang w:eastAsia="ja-JP"/>
              </w:rPr>
              <w:t>CW carrier</w:t>
            </w:r>
          </w:p>
        </w:tc>
      </w:tr>
      <w:tr w:rsidR="003401A4" w:rsidRPr="00EF2F0E" w14:paraId="098501C4" w14:textId="77777777" w:rsidTr="00AB06FD">
        <w:trPr>
          <w:gridAfter w:val="1"/>
          <w:wAfter w:w="10" w:type="dxa"/>
          <w:jc w:val="center"/>
        </w:trPr>
        <w:tc>
          <w:tcPr>
            <w:tcW w:w="1918" w:type="dxa"/>
          </w:tcPr>
          <w:p w14:paraId="098501BD" w14:textId="77777777" w:rsidR="00B15E99" w:rsidRPr="00EF2F0E" w:rsidRDefault="00B15E99" w:rsidP="00AB06FD">
            <w:pPr>
              <w:pStyle w:val="TAL"/>
              <w:rPr>
                <w:rFonts w:cs="Arial"/>
                <w:szCs w:val="18"/>
                <w:lang w:eastAsia="ja-JP"/>
              </w:rPr>
            </w:pPr>
            <w:r w:rsidRPr="00EF2F0E">
              <w:rPr>
                <w:rFonts w:cs="Arial"/>
                <w:szCs w:val="18"/>
                <w:lang w:eastAsia="ja-JP"/>
              </w:rPr>
              <w:t>E-UTRA Band 44</w:t>
            </w:r>
          </w:p>
        </w:tc>
        <w:tc>
          <w:tcPr>
            <w:tcW w:w="1657" w:type="dxa"/>
            <w:vAlign w:val="center"/>
          </w:tcPr>
          <w:p w14:paraId="098501BE" w14:textId="77777777" w:rsidR="00B15E99" w:rsidRPr="00EF2F0E" w:rsidRDefault="00B15E99" w:rsidP="00AB06FD">
            <w:pPr>
              <w:pStyle w:val="TAC"/>
              <w:rPr>
                <w:lang w:eastAsia="zh-CN"/>
              </w:rPr>
            </w:pPr>
            <w:r w:rsidRPr="00EF2F0E">
              <w:rPr>
                <w:lang w:eastAsia="ja-JP"/>
              </w:rPr>
              <w:t>703 - 803</w:t>
            </w:r>
          </w:p>
        </w:tc>
        <w:tc>
          <w:tcPr>
            <w:tcW w:w="1082" w:type="dxa"/>
            <w:vAlign w:val="center"/>
          </w:tcPr>
          <w:p w14:paraId="098501BF"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C0"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C1"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C2"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C3" w14:textId="77777777" w:rsidR="00B15E99" w:rsidRPr="00EF2F0E" w:rsidRDefault="00B15E99" w:rsidP="00AB06FD">
            <w:pPr>
              <w:pStyle w:val="TAC"/>
              <w:rPr>
                <w:lang w:eastAsia="ja-JP"/>
              </w:rPr>
            </w:pPr>
            <w:r w:rsidRPr="00EF2F0E">
              <w:rPr>
                <w:lang w:eastAsia="ja-JP"/>
              </w:rPr>
              <w:t>CW carrier</w:t>
            </w:r>
          </w:p>
        </w:tc>
      </w:tr>
      <w:tr w:rsidR="003401A4" w:rsidRPr="00EF2F0E" w14:paraId="098501CC" w14:textId="77777777" w:rsidTr="00AB06FD">
        <w:trPr>
          <w:gridAfter w:val="1"/>
          <w:wAfter w:w="10" w:type="dxa"/>
          <w:jc w:val="center"/>
        </w:trPr>
        <w:tc>
          <w:tcPr>
            <w:tcW w:w="1918" w:type="dxa"/>
          </w:tcPr>
          <w:p w14:paraId="098501C5" w14:textId="77777777" w:rsidR="00B15E99" w:rsidRPr="00EF2F0E" w:rsidRDefault="00B15E99" w:rsidP="00AB06FD">
            <w:pPr>
              <w:pStyle w:val="TAL"/>
              <w:rPr>
                <w:rFonts w:cs="Arial"/>
                <w:szCs w:val="18"/>
                <w:lang w:eastAsia="ja-JP"/>
              </w:rPr>
            </w:pPr>
            <w:r w:rsidRPr="00EF2F0E">
              <w:rPr>
                <w:rFonts w:cs="Arial"/>
                <w:szCs w:val="18"/>
              </w:rPr>
              <w:t>E-UTRA Band 4</w:t>
            </w:r>
            <w:r w:rsidRPr="00EF2F0E">
              <w:rPr>
                <w:rFonts w:cs="Arial"/>
                <w:szCs w:val="18"/>
                <w:lang w:eastAsia="zh-CN"/>
              </w:rPr>
              <w:t>5</w:t>
            </w:r>
          </w:p>
        </w:tc>
        <w:tc>
          <w:tcPr>
            <w:tcW w:w="1657" w:type="dxa"/>
            <w:vAlign w:val="center"/>
          </w:tcPr>
          <w:p w14:paraId="098501C6" w14:textId="77777777" w:rsidR="00B15E99" w:rsidRPr="00EF2F0E" w:rsidRDefault="00B15E99" w:rsidP="00AB06FD">
            <w:pPr>
              <w:pStyle w:val="TAC"/>
              <w:rPr>
                <w:lang w:eastAsia="ja-JP"/>
              </w:rPr>
            </w:pPr>
            <w:r w:rsidRPr="00EF2F0E">
              <w:rPr>
                <w:rFonts w:cs="Arial"/>
                <w:szCs w:val="18"/>
                <w:lang w:eastAsia="zh-CN"/>
              </w:rPr>
              <w:t>1447</w:t>
            </w:r>
            <w:r w:rsidRPr="00EF2F0E">
              <w:rPr>
                <w:rFonts w:cs="Arial"/>
                <w:szCs w:val="18"/>
              </w:rPr>
              <w:t xml:space="preserve"> - </w:t>
            </w:r>
            <w:r w:rsidRPr="00EF2F0E">
              <w:rPr>
                <w:rFonts w:cs="Arial"/>
                <w:szCs w:val="18"/>
                <w:lang w:eastAsia="zh-CN"/>
              </w:rPr>
              <w:t>1467</w:t>
            </w:r>
          </w:p>
        </w:tc>
        <w:tc>
          <w:tcPr>
            <w:tcW w:w="1082" w:type="dxa"/>
            <w:vAlign w:val="center"/>
          </w:tcPr>
          <w:p w14:paraId="098501C7"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C8"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C9"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CA"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CB" w14:textId="77777777" w:rsidR="00B15E99" w:rsidRPr="00EF2F0E" w:rsidRDefault="00B15E99" w:rsidP="00AB06FD">
            <w:pPr>
              <w:pStyle w:val="TAC"/>
              <w:rPr>
                <w:lang w:eastAsia="ja-JP"/>
              </w:rPr>
            </w:pPr>
            <w:r w:rsidRPr="00EF2F0E">
              <w:rPr>
                <w:rFonts w:cs="Arial"/>
                <w:szCs w:val="18"/>
              </w:rPr>
              <w:t>CW carrier</w:t>
            </w:r>
          </w:p>
        </w:tc>
      </w:tr>
      <w:tr w:rsidR="003401A4" w:rsidRPr="00EF2F0E" w14:paraId="098501D4" w14:textId="77777777" w:rsidTr="00AB06FD">
        <w:trPr>
          <w:gridAfter w:val="1"/>
          <w:wAfter w:w="10" w:type="dxa"/>
          <w:jc w:val="center"/>
        </w:trPr>
        <w:tc>
          <w:tcPr>
            <w:tcW w:w="1918" w:type="dxa"/>
          </w:tcPr>
          <w:p w14:paraId="098501CD" w14:textId="77777777" w:rsidR="00B15E99" w:rsidRPr="00EF2F0E" w:rsidRDefault="00B15E99" w:rsidP="00AB06FD">
            <w:pPr>
              <w:pStyle w:val="TAL"/>
              <w:rPr>
                <w:rFonts w:cs="Arial"/>
                <w:szCs w:val="18"/>
                <w:lang w:eastAsia="ja-JP"/>
              </w:rPr>
            </w:pPr>
            <w:r w:rsidRPr="00EF2F0E">
              <w:rPr>
                <w:rFonts w:cs="Arial"/>
                <w:szCs w:val="18"/>
              </w:rPr>
              <w:t>E-UTRA Band 4</w:t>
            </w:r>
            <w:r w:rsidRPr="00EF2F0E">
              <w:rPr>
                <w:rFonts w:cs="Arial"/>
                <w:szCs w:val="18"/>
                <w:lang w:eastAsia="zh-CN"/>
              </w:rPr>
              <w:t>6</w:t>
            </w:r>
          </w:p>
        </w:tc>
        <w:tc>
          <w:tcPr>
            <w:tcW w:w="1657" w:type="dxa"/>
            <w:vAlign w:val="center"/>
          </w:tcPr>
          <w:p w14:paraId="098501CE" w14:textId="77777777" w:rsidR="00B15E99" w:rsidRPr="00EF2F0E" w:rsidRDefault="00B15E99" w:rsidP="00AB06FD">
            <w:pPr>
              <w:pStyle w:val="TAC"/>
              <w:rPr>
                <w:lang w:eastAsia="ja-JP"/>
              </w:rPr>
            </w:pPr>
            <w:r w:rsidRPr="00EF2F0E">
              <w:rPr>
                <w:rFonts w:cs="Arial"/>
                <w:szCs w:val="18"/>
                <w:lang w:eastAsia="zh-CN"/>
              </w:rPr>
              <w:t>5150</w:t>
            </w:r>
            <w:r w:rsidRPr="00EF2F0E">
              <w:rPr>
                <w:rFonts w:cs="Arial"/>
                <w:szCs w:val="18"/>
              </w:rPr>
              <w:t xml:space="preserve"> - </w:t>
            </w:r>
            <w:r w:rsidRPr="00EF2F0E">
              <w:rPr>
                <w:rFonts w:cs="Arial"/>
                <w:szCs w:val="18"/>
                <w:lang w:eastAsia="zh-CN"/>
              </w:rPr>
              <w:t>5925</w:t>
            </w:r>
          </w:p>
        </w:tc>
        <w:tc>
          <w:tcPr>
            <w:tcW w:w="1082" w:type="dxa"/>
            <w:vAlign w:val="center"/>
          </w:tcPr>
          <w:p w14:paraId="098501CF" w14:textId="77777777" w:rsidR="00B15E99" w:rsidRPr="00EF2F0E" w:rsidRDefault="008A7D6F" w:rsidP="00AB06FD">
            <w:pPr>
              <w:pStyle w:val="TAC"/>
              <w:rPr>
                <w:lang w:eastAsia="ja-JP"/>
              </w:rPr>
            </w:pPr>
            <w:r w:rsidRPr="00EF2F0E">
              <w:rPr>
                <w:lang w:eastAsia="ja-JP"/>
              </w:rPr>
              <w:t>N/A</w:t>
            </w:r>
          </w:p>
        </w:tc>
        <w:tc>
          <w:tcPr>
            <w:tcW w:w="1134" w:type="dxa"/>
            <w:vAlign w:val="center"/>
          </w:tcPr>
          <w:p w14:paraId="098501D0"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D1"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D2"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D3" w14:textId="77777777" w:rsidR="00B15E99" w:rsidRPr="00EF2F0E" w:rsidRDefault="00B15E99" w:rsidP="00AB06FD">
            <w:pPr>
              <w:pStyle w:val="TAC"/>
              <w:rPr>
                <w:lang w:eastAsia="ja-JP"/>
              </w:rPr>
            </w:pPr>
            <w:r w:rsidRPr="00EF2F0E">
              <w:rPr>
                <w:rFonts w:cs="Arial"/>
                <w:szCs w:val="18"/>
              </w:rPr>
              <w:t>CW carrier</w:t>
            </w:r>
          </w:p>
        </w:tc>
      </w:tr>
      <w:tr w:rsidR="003401A4" w:rsidRPr="00EF2F0E" w14:paraId="098501DC" w14:textId="77777777" w:rsidTr="00AB06FD">
        <w:trPr>
          <w:gridAfter w:val="1"/>
          <w:wAfter w:w="10" w:type="dxa"/>
          <w:jc w:val="center"/>
        </w:trPr>
        <w:tc>
          <w:tcPr>
            <w:tcW w:w="1918" w:type="dxa"/>
          </w:tcPr>
          <w:p w14:paraId="098501D5" w14:textId="77777777" w:rsidR="00B15E99" w:rsidRPr="00EF2F0E" w:rsidRDefault="00B15E99" w:rsidP="00AB06FD">
            <w:pPr>
              <w:pStyle w:val="TAL"/>
              <w:rPr>
                <w:rFonts w:cs="Arial"/>
                <w:szCs w:val="18"/>
                <w:lang w:eastAsia="ja-JP"/>
              </w:rPr>
            </w:pPr>
            <w:r w:rsidRPr="00EF2F0E">
              <w:rPr>
                <w:lang w:eastAsia="ja-JP"/>
              </w:rPr>
              <w:t>E-UTRA Band 48</w:t>
            </w:r>
          </w:p>
        </w:tc>
        <w:tc>
          <w:tcPr>
            <w:tcW w:w="1657" w:type="dxa"/>
            <w:vAlign w:val="center"/>
          </w:tcPr>
          <w:p w14:paraId="098501D6" w14:textId="77777777" w:rsidR="00B15E99" w:rsidRPr="00EF2F0E" w:rsidRDefault="00B15E99" w:rsidP="00AB06FD">
            <w:pPr>
              <w:pStyle w:val="TAC"/>
              <w:rPr>
                <w:lang w:eastAsia="ja-JP"/>
              </w:rPr>
            </w:pPr>
            <w:r w:rsidRPr="00EF2F0E">
              <w:rPr>
                <w:lang w:eastAsia="zh-CN"/>
              </w:rPr>
              <w:t>3550 – 3700</w:t>
            </w:r>
          </w:p>
        </w:tc>
        <w:tc>
          <w:tcPr>
            <w:tcW w:w="1082" w:type="dxa"/>
            <w:vAlign w:val="center"/>
          </w:tcPr>
          <w:p w14:paraId="098501D7"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D8"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D9"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DA"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DB" w14:textId="77777777" w:rsidR="00B15E99" w:rsidRPr="00EF2F0E" w:rsidRDefault="00B15E99" w:rsidP="00AB06FD">
            <w:pPr>
              <w:pStyle w:val="TAC"/>
              <w:rPr>
                <w:lang w:eastAsia="ja-JP"/>
              </w:rPr>
            </w:pPr>
            <w:r w:rsidRPr="00EF2F0E">
              <w:rPr>
                <w:lang w:eastAsia="ja-JP"/>
              </w:rPr>
              <w:t>CW carrier</w:t>
            </w:r>
          </w:p>
        </w:tc>
      </w:tr>
      <w:tr w:rsidR="003401A4" w:rsidRPr="00EF2F0E" w14:paraId="098501E4" w14:textId="77777777" w:rsidTr="00AB06FD">
        <w:trPr>
          <w:gridAfter w:val="1"/>
          <w:wAfter w:w="10" w:type="dxa"/>
          <w:jc w:val="center"/>
        </w:trPr>
        <w:tc>
          <w:tcPr>
            <w:tcW w:w="1918" w:type="dxa"/>
          </w:tcPr>
          <w:p w14:paraId="098501DD" w14:textId="77777777" w:rsidR="00B15E99" w:rsidRPr="00EF2F0E" w:rsidRDefault="00B15E99" w:rsidP="00AB06FD">
            <w:pPr>
              <w:pStyle w:val="TAL"/>
              <w:rPr>
                <w:rFonts w:cs="Arial"/>
                <w:szCs w:val="18"/>
                <w:lang w:eastAsia="ja-JP"/>
              </w:rPr>
            </w:pPr>
            <w:r w:rsidRPr="00EF2F0E">
              <w:rPr>
                <w:lang w:eastAsia="ja-JP"/>
              </w:rPr>
              <w:t>E-UTRA Band 49</w:t>
            </w:r>
          </w:p>
        </w:tc>
        <w:tc>
          <w:tcPr>
            <w:tcW w:w="1657" w:type="dxa"/>
            <w:vAlign w:val="center"/>
          </w:tcPr>
          <w:p w14:paraId="098501DE" w14:textId="77777777" w:rsidR="00B15E99" w:rsidRPr="00EF2F0E" w:rsidRDefault="00B15E99" w:rsidP="00AB06FD">
            <w:pPr>
              <w:pStyle w:val="TAC"/>
              <w:rPr>
                <w:lang w:eastAsia="ja-JP"/>
              </w:rPr>
            </w:pPr>
            <w:r w:rsidRPr="00EF2F0E">
              <w:rPr>
                <w:lang w:eastAsia="zh-CN"/>
              </w:rPr>
              <w:t>3550 – 3700</w:t>
            </w:r>
          </w:p>
        </w:tc>
        <w:tc>
          <w:tcPr>
            <w:tcW w:w="1082" w:type="dxa"/>
            <w:vAlign w:val="center"/>
          </w:tcPr>
          <w:p w14:paraId="098501DF" w14:textId="77777777" w:rsidR="00B15E99" w:rsidRPr="00EF2F0E" w:rsidRDefault="008A7D6F" w:rsidP="00AB06FD">
            <w:pPr>
              <w:pStyle w:val="TAC"/>
              <w:rPr>
                <w:lang w:eastAsia="ja-JP"/>
              </w:rPr>
            </w:pPr>
            <w:r w:rsidRPr="00EF2F0E">
              <w:rPr>
                <w:lang w:eastAsia="ja-JP"/>
              </w:rPr>
              <w:t>N/A</w:t>
            </w:r>
          </w:p>
        </w:tc>
        <w:tc>
          <w:tcPr>
            <w:tcW w:w="1134" w:type="dxa"/>
            <w:vAlign w:val="center"/>
          </w:tcPr>
          <w:p w14:paraId="098501E0" w14:textId="77777777" w:rsidR="00B15E99" w:rsidRPr="00EF2F0E" w:rsidRDefault="008A7D6F" w:rsidP="00AB06FD">
            <w:pPr>
              <w:pStyle w:val="TAC"/>
              <w:rPr>
                <w:lang w:eastAsia="ja-JP"/>
              </w:rPr>
            </w:pPr>
            <w:r w:rsidRPr="00EF2F0E">
              <w:rPr>
                <w:lang w:eastAsia="ja-JP"/>
              </w:rPr>
              <w:t>N/A</w:t>
            </w:r>
          </w:p>
        </w:tc>
        <w:tc>
          <w:tcPr>
            <w:tcW w:w="1134" w:type="dxa"/>
            <w:vAlign w:val="center"/>
          </w:tcPr>
          <w:p w14:paraId="098501E1"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E2"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E3" w14:textId="77777777" w:rsidR="00B15E99" w:rsidRPr="00EF2F0E" w:rsidRDefault="00B15E99" w:rsidP="00AB06FD">
            <w:pPr>
              <w:pStyle w:val="TAC"/>
              <w:rPr>
                <w:lang w:eastAsia="ja-JP"/>
              </w:rPr>
            </w:pPr>
            <w:r w:rsidRPr="00EF2F0E">
              <w:rPr>
                <w:lang w:eastAsia="ja-JP"/>
              </w:rPr>
              <w:t>CW carrier</w:t>
            </w:r>
          </w:p>
        </w:tc>
      </w:tr>
      <w:tr w:rsidR="003401A4" w:rsidRPr="00EF2F0E" w14:paraId="098501EC" w14:textId="77777777" w:rsidTr="00AB06FD">
        <w:trPr>
          <w:gridAfter w:val="1"/>
          <w:wAfter w:w="10" w:type="dxa"/>
          <w:jc w:val="center"/>
        </w:trPr>
        <w:tc>
          <w:tcPr>
            <w:tcW w:w="1918" w:type="dxa"/>
          </w:tcPr>
          <w:p w14:paraId="098501E5" w14:textId="77777777" w:rsidR="00B15E99" w:rsidRPr="00EF2F0E" w:rsidRDefault="00B15E99" w:rsidP="00AB06FD">
            <w:pPr>
              <w:pStyle w:val="TAL"/>
              <w:rPr>
                <w:rFonts w:cs="Arial"/>
                <w:szCs w:val="18"/>
                <w:lang w:eastAsia="ja-JP"/>
              </w:rPr>
            </w:pPr>
            <w:r w:rsidRPr="00EF2F0E">
              <w:rPr>
                <w:lang w:eastAsia="ja-JP"/>
              </w:rPr>
              <w:t>E-UTRA Band 50</w:t>
            </w:r>
            <w:r w:rsidR="008A7D6F" w:rsidRPr="00EF2F0E">
              <w:rPr>
                <w:lang w:eastAsia="ja-JP"/>
              </w:rPr>
              <w:t xml:space="preserve"> or NR band n50</w:t>
            </w:r>
          </w:p>
        </w:tc>
        <w:tc>
          <w:tcPr>
            <w:tcW w:w="1657" w:type="dxa"/>
            <w:vAlign w:val="center"/>
          </w:tcPr>
          <w:p w14:paraId="098501E6" w14:textId="77777777" w:rsidR="00B15E99" w:rsidRPr="00EF2F0E" w:rsidRDefault="00B15E99" w:rsidP="00AB06FD">
            <w:pPr>
              <w:pStyle w:val="TAC"/>
              <w:rPr>
                <w:lang w:eastAsia="ja-JP"/>
              </w:rPr>
            </w:pPr>
            <w:r w:rsidRPr="00EF2F0E">
              <w:rPr>
                <w:rFonts w:eastAsia="SimSun"/>
                <w:lang w:eastAsia="zh-CN"/>
              </w:rPr>
              <w:t>1432</w:t>
            </w:r>
            <w:r w:rsidRPr="00EF2F0E">
              <w:rPr>
                <w:lang w:eastAsia="zh-CN"/>
              </w:rPr>
              <w:t xml:space="preserve"> – </w:t>
            </w:r>
            <w:r w:rsidRPr="00EF2F0E">
              <w:rPr>
                <w:rFonts w:eastAsia="SimSun"/>
                <w:lang w:eastAsia="zh-CN"/>
              </w:rPr>
              <w:t>1517</w:t>
            </w:r>
          </w:p>
        </w:tc>
        <w:tc>
          <w:tcPr>
            <w:tcW w:w="1082" w:type="dxa"/>
            <w:vAlign w:val="center"/>
          </w:tcPr>
          <w:p w14:paraId="098501E7" w14:textId="77777777" w:rsidR="00B15E99" w:rsidRPr="00EF2F0E" w:rsidRDefault="00B15E99" w:rsidP="00AB06FD">
            <w:pPr>
              <w:pStyle w:val="TAC"/>
              <w:rPr>
                <w:lang w:eastAsia="ja-JP"/>
              </w:rPr>
            </w:pPr>
            <w:r w:rsidRPr="00EF2F0E">
              <w:rPr>
                <w:lang w:eastAsia="ja-JP"/>
              </w:rPr>
              <w:t>+46</w:t>
            </w:r>
          </w:p>
        </w:tc>
        <w:tc>
          <w:tcPr>
            <w:tcW w:w="1134" w:type="dxa"/>
            <w:vAlign w:val="center"/>
          </w:tcPr>
          <w:p w14:paraId="098501E8" w14:textId="77777777" w:rsidR="00B15E99" w:rsidRPr="00EF2F0E" w:rsidRDefault="00B15E99" w:rsidP="00AB06FD">
            <w:pPr>
              <w:pStyle w:val="TAC"/>
              <w:rPr>
                <w:lang w:eastAsia="ja-JP"/>
              </w:rPr>
            </w:pPr>
            <w:r w:rsidRPr="00EF2F0E">
              <w:rPr>
                <w:lang w:eastAsia="ja-JP"/>
              </w:rPr>
              <w:t>+38</w:t>
            </w:r>
          </w:p>
        </w:tc>
        <w:tc>
          <w:tcPr>
            <w:tcW w:w="1134" w:type="dxa"/>
            <w:vAlign w:val="center"/>
          </w:tcPr>
          <w:p w14:paraId="098501E9"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EA"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EB" w14:textId="77777777" w:rsidR="00B15E99" w:rsidRPr="00EF2F0E" w:rsidRDefault="00B15E99" w:rsidP="00AB06FD">
            <w:pPr>
              <w:pStyle w:val="TAC"/>
              <w:rPr>
                <w:lang w:eastAsia="ja-JP"/>
              </w:rPr>
            </w:pPr>
            <w:r w:rsidRPr="00EF2F0E">
              <w:rPr>
                <w:lang w:eastAsia="ja-JP"/>
              </w:rPr>
              <w:t>CW carrier</w:t>
            </w:r>
          </w:p>
        </w:tc>
      </w:tr>
      <w:tr w:rsidR="003401A4" w:rsidRPr="00EF2F0E" w14:paraId="098501F4" w14:textId="77777777" w:rsidTr="00AB06FD">
        <w:trPr>
          <w:gridAfter w:val="1"/>
          <w:wAfter w:w="10" w:type="dxa"/>
          <w:jc w:val="center"/>
        </w:trPr>
        <w:tc>
          <w:tcPr>
            <w:tcW w:w="1918" w:type="dxa"/>
          </w:tcPr>
          <w:p w14:paraId="098501ED" w14:textId="77777777" w:rsidR="00B15E99" w:rsidRPr="00EF2F0E" w:rsidRDefault="00B15E99" w:rsidP="00AB06FD">
            <w:pPr>
              <w:pStyle w:val="TAL"/>
              <w:rPr>
                <w:rFonts w:cs="Arial"/>
                <w:szCs w:val="18"/>
                <w:lang w:eastAsia="ja-JP"/>
              </w:rPr>
            </w:pPr>
            <w:r w:rsidRPr="00EF2F0E">
              <w:rPr>
                <w:lang w:eastAsia="ja-JP"/>
              </w:rPr>
              <w:t xml:space="preserve">E-UTRA Band 51 or </w:t>
            </w:r>
            <w:r w:rsidRPr="00EF2F0E">
              <w:rPr>
                <w:rFonts w:cs="Arial"/>
              </w:rPr>
              <w:t>or NR band n51</w:t>
            </w:r>
          </w:p>
        </w:tc>
        <w:tc>
          <w:tcPr>
            <w:tcW w:w="1657" w:type="dxa"/>
            <w:vAlign w:val="center"/>
          </w:tcPr>
          <w:p w14:paraId="098501EE" w14:textId="77777777" w:rsidR="00B15E99" w:rsidRPr="00EF2F0E" w:rsidRDefault="00B15E99" w:rsidP="00AB06FD">
            <w:pPr>
              <w:pStyle w:val="TAC"/>
              <w:rPr>
                <w:lang w:eastAsia="ja-JP"/>
              </w:rPr>
            </w:pPr>
            <w:r w:rsidRPr="00EF2F0E">
              <w:rPr>
                <w:rFonts w:eastAsia="SimSun"/>
                <w:lang w:eastAsia="zh-CN"/>
              </w:rPr>
              <w:t>1427</w:t>
            </w:r>
            <w:r w:rsidRPr="00EF2F0E">
              <w:rPr>
                <w:lang w:eastAsia="zh-CN"/>
              </w:rPr>
              <w:t xml:space="preserve">– </w:t>
            </w:r>
            <w:r w:rsidRPr="00EF2F0E">
              <w:rPr>
                <w:rFonts w:eastAsia="SimSun"/>
                <w:lang w:eastAsia="zh-CN"/>
              </w:rPr>
              <w:t>1432</w:t>
            </w:r>
          </w:p>
        </w:tc>
        <w:tc>
          <w:tcPr>
            <w:tcW w:w="1082" w:type="dxa"/>
            <w:vAlign w:val="center"/>
          </w:tcPr>
          <w:p w14:paraId="098501EF" w14:textId="77777777" w:rsidR="00B15E99" w:rsidRPr="00EF2F0E" w:rsidRDefault="008A7D6F" w:rsidP="00AB06FD">
            <w:pPr>
              <w:pStyle w:val="TAC"/>
              <w:rPr>
                <w:lang w:eastAsia="ja-JP"/>
              </w:rPr>
            </w:pPr>
            <w:r w:rsidRPr="00EF2F0E">
              <w:rPr>
                <w:lang w:eastAsia="ja-JP"/>
              </w:rPr>
              <w:t>N/A</w:t>
            </w:r>
          </w:p>
        </w:tc>
        <w:tc>
          <w:tcPr>
            <w:tcW w:w="1134" w:type="dxa"/>
            <w:vAlign w:val="center"/>
          </w:tcPr>
          <w:p w14:paraId="098501F0" w14:textId="77777777" w:rsidR="00B15E99" w:rsidRPr="00EF2F0E" w:rsidRDefault="008A7D6F" w:rsidP="00AB06FD">
            <w:pPr>
              <w:pStyle w:val="TAC"/>
              <w:rPr>
                <w:lang w:eastAsia="ja-JP"/>
              </w:rPr>
            </w:pPr>
            <w:r w:rsidRPr="00EF2F0E">
              <w:rPr>
                <w:lang w:eastAsia="ja-JP"/>
              </w:rPr>
              <w:t>N/A</w:t>
            </w:r>
          </w:p>
        </w:tc>
        <w:tc>
          <w:tcPr>
            <w:tcW w:w="1134" w:type="dxa"/>
            <w:vAlign w:val="center"/>
          </w:tcPr>
          <w:p w14:paraId="098501F1" w14:textId="77777777" w:rsidR="00B15E99" w:rsidRPr="00EF2F0E" w:rsidRDefault="00B15E99" w:rsidP="00AB06FD">
            <w:pPr>
              <w:pStyle w:val="TAC"/>
              <w:rPr>
                <w:lang w:eastAsia="ja-JP"/>
              </w:rPr>
            </w:pPr>
            <w:r w:rsidRPr="00EF2F0E">
              <w:rPr>
                <w:lang w:eastAsia="ja-JP"/>
              </w:rPr>
              <w:t>+24</w:t>
            </w:r>
          </w:p>
        </w:tc>
        <w:tc>
          <w:tcPr>
            <w:tcW w:w="1701" w:type="dxa"/>
            <w:vAlign w:val="center"/>
          </w:tcPr>
          <w:p w14:paraId="098501F2" w14:textId="77777777" w:rsidR="00B15E99" w:rsidRPr="00EF2F0E" w:rsidRDefault="00B15E99" w:rsidP="00AB06FD">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F3" w14:textId="77777777" w:rsidR="00B15E99" w:rsidRPr="00EF2F0E" w:rsidRDefault="00B15E99" w:rsidP="00AB06FD">
            <w:pPr>
              <w:pStyle w:val="TAC"/>
              <w:rPr>
                <w:lang w:eastAsia="ja-JP"/>
              </w:rPr>
            </w:pPr>
            <w:r w:rsidRPr="00EF2F0E">
              <w:rPr>
                <w:lang w:eastAsia="ja-JP"/>
              </w:rPr>
              <w:t>CW carrier</w:t>
            </w:r>
          </w:p>
        </w:tc>
      </w:tr>
      <w:tr w:rsidR="003401A4" w:rsidRPr="00EF2F0E" w14:paraId="098501FC" w14:textId="77777777" w:rsidTr="00AB06FD">
        <w:trPr>
          <w:gridAfter w:val="1"/>
          <w:wAfter w:w="10" w:type="dxa"/>
          <w:jc w:val="center"/>
        </w:trPr>
        <w:tc>
          <w:tcPr>
            <w:tcW w:w="1918" w:type="dxa"/>
          </w:tcPr>
          <w:p w14:paraId="098501F5" w14:textId="77777777" w:rsidR="00B521A3" w:rsidRPr="00EF2F0E" w:rsidRDefault="00B521A3" w:rsidP="00B521A3">
            <w:pPr>
              <w:pStyle w:val="TAL"/>
              <w:rPr>
                <w:lang w:eastAsia="ja-JP"/>
              </w:rPr>
            </w:pPr>
            <w:r w:rsidRPr="00EF2F0E">
              <w:rPr>
                <w:rFonts w:cs="Arial"/>
              </w:rPr>
              <w:t>E-UTRA Band 52</w:t>
            </w:r>
          </w:p>
        </w:tc>
        <w:tc>
          <w:tcPr>
            <w:tcW w:w="1657" w:type="dxa"/>
            <w:vAlign w:val="center"/>
          </w:tcPr>
          <w:p w14:paraId="098501F6" w14:textId="77777777" w:rsidR="00B521A3" w:rsidRPr="00EF2F0E" w:rsidRDefault="00B521A3" w:rsidP="00B521A3">
            <w:pPr>
              <w:pStyle w:val="TAC"/>
              <w:rPr>
                <w:rFonts w:eastAsia="SimSun"/>
                <w:lang w:eastAsia="zh-CN"/>
              </w:rPr>
            </w:pPr>
            <w:r w:rsidRPr="00EF2F0E">
              <w:rPr>
                <w:rFonts w:cs="v5.0.0"/>
              </w:rPr>
              <w:t>330</w:t>
            </w:r>
            <w:r w:rsidRPr="00EF2F0E">
              <w:rPr>
                <w:rFonts w:eastAsia="SimSun" w:cs="v5.0.0"/>
                <w:lang w:eastAsia="zh-CN"/>
              </w:rPr>
              <w:t>0</w:t>
            </w:r>
            <w:r w:rsidRPr="00EF2F0E">
              <w:rPr>
                <w:rFonts w:cs="v5.0.0"/>
              </w:rPr>
              <w:t xml:space="preserve"> - 3400</w:t>
            </w:r>
          </w:p>
        </w:tc>
        <w:tc>
          <w:tcPr>
            <w:tcW w:w="1082" w:type="dxa"/>
            <w:vAlign w:val="center"/>
          </w:tcPr>
          <w:p w14:paraId="098501F7"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1F8"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1F9"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1FA"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1FB" w14:textId="77777777" w:rsidR="00B521A3" w:rsidRPr="00EF2F0E" w:rsidRDefault="00B521A3" w:rsidP="00B521A3">
            <w:pPr>
              <w:pStyle w:val="TAC"/>
              <w:rPr>
                <w:lang w:eastAsia="ja-JP"/>
              </w:rPr>
            </w:pPr>
            <w:r w:rsidRPr="00EF2F0E">
              <w:rPr>
                <w:rFonts w:cs="Arial"/>
              </w:rPr>
              <w:t>CW carrier</w:t>
            </w:r>
          </w:p>
        </w:tc>
      </w:tr>
      <w:tr w:rsidR="003401A4" w:rsidRPr="00EF2F0E" w14:paraId="09850204" w14:textId="77777777" w:rsidTr="00AB06FD">
        <w:trPr>
          <w:gridAfter w:val="1"/>
          <w:wAfter w:w="10" w:type="dxa"/>
          <w:jc w:val="center"/>
        </w:trPr>
        <w:tc>
          <w:tcPr>
            <w:tcW w:w="1918" w:type="dxa"/>
          </w:tcPr>
          <w:p w14:paraId="098501FD" w14:textId="77777777" w:rsidR="00B521A3" w:rsidRPr="00EF2F0E" w:rsidRDefault="00B521A3" w:rsidP="00B521A3">
            <w:pPr>
              <w:pStyle w:val="TAL"/>
              <w:rPr>
                <w:rFonts w:cs="Arial"/>
                <w:szCs w:val="18"/>
                <w:lang w:eastAsia="ja-JP"/>
              </w:rPr>
            </w:pPr>
            <w:r w:rsidRPr="00EF2F0E">
              <w:rPr>
                <w:rFonts w:cs="Arial"/>
              </w:rPr>
              <w:t>E-UTRA Band 65</w:t>
            </w:r>
          </w:p>
        </w:tc>
        <w:tc>
          <w:tcPr>
            <w:tcW w:w="1657" w:type="dxa"/>
            <w:vAlign w:val="center"/>
          </w:tcPr>
          <w:p w14:paraId="098501FE" w14:textId="77777777" w:rsidR="00B521A3" w:rsidRPr="00EF2F0E" w:rsidRDefault="00B521A3" w:rsidP="00B521A3">
            <w:pPr>
              <w:pStyle w:val="TAC"/>
              <w:rPr>
                <w:lang w:eastAsia="ja-JP"/>
              </w:rPr>
            </w:pPr>
            <w:r w:rsidRPr="00EF2F0E">
              <w:rPr>
                <w:rFonts w:cs="Arial"/>
              </w:rPr>
              <w:t>2110 – 2</w:t>
            </w:r>
            <w:r w:rsidRPr="00EF2F0E">
              <w:rPr>
                <w:rFonts w:cs="Arial"/>
                <w:lang w:eastAsia="ja-JP"/>
              </w:rPr>
              <w:t>20</w:t>
            </w:r>
            <w:r w:rsidRPr="00EF2F0E">
              <w:rPr>
                <w:rFonts w:cs="Arial"/>
              </w:rPr>
              <w:t>0</w:t>
            </w:r>
          </w:p>
        </w:tc>
        <w:tc>
          <w:tcPr>
            <w:tcW w:w="1082" w:type="dxa"/>
            <w:vAlign w:val="center"/>
          </w:tcPr>
          <w:p w14:paraId="098501FF"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00"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01"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02"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03" w14:textId="77777777" w:rsidR="00B521A3" w:rsidRPr="00EF2F0E" w:rsidRDefault="00B521A3" w:rsidP="00B521A3">
            <w:pPr>
              <w:pStyle w:val="TAC"/>
              <w:rPr>
                <w:lang w:eastAsia="ja-JP"/>
              </w:rPr>
            </w:pPr>
            <w:r w:rsidRPr="00EF2F0E">
              <w:rPr>
                <w:rFonts w:cs="Arial"/>
              </w:rPr>
              <w:t>CW carrier</w:t>
            </w:r>
          </w:p>
        </w:tc>
      </w:tr>
      <w:tr w:rsidR="003401A4" w:rsidRPr="00EF2F0E" w14:paraId="0985020C" w14:textId="77777777" w:rsidTr="00AB06FD">
        <w:trPr>
          <w:gridAfter w:val="1"/>
          <w:wAfter w:w="10" w:type="dxa"/>
          <w:jc w:val="center"/>
        </w:trPr>
        <w:tc>
          <w:tcPr>
            <w:tcW w:w="1918" w:type="dxa"/>
          </w:tcPr>
          <w:p w14:paraId="09850205" w14:textId="77777777" w:rsidR="00B521A3" w:rsidRPr="00EF2F0E" w:rsidRDefault="00B521A3" w:rsidP="00B521A3">
            <w:pPr>
              <w:pStyle w:val="TAL"/>
              <w:rPr>
                <w:rFonts w:cs="Arial"/>
                <w:szCs w:val="18"/>
                <w:lang w:eastAsia="ja-JP"/>
              </w:rPr>
            </w:pPr>
            <w:r w:rsidRPr="00EF2F0E">
              <w:rPr>
                <w:rFonts w:cs="Arial"/>
              </w:rPr>
              <w:t>E-UTRA Band 66 or or NR band n66</w:t>
            </w:r>
          </w:p>
        </w:tc>
        <w:tc>
          <w:tcPr>
            <w:tcW w:w="1657" w:type="dxa"/>
            <w:vAlign w:val="center"/>
          </w:tcPr>
          <w:p w14:paraId="09850206" w14:textId="77777777" w:rsidR="00B521A3" w:rsidRPr="00EF2F0E" w:rsidRDefault="00B521A3" w:rsidP="00B521A3">
            <w:pPr>
              <w:pStyle w:val="TAC"/>
              <w:rPr>
                <w:lang w:eastAsia="ja-JP"/>
              </w:rPr>
            </w:pPr>
            <w:r w:rsidRPr="00EF2F0E">
              <w:rPr>
                <w:rFonts w:cs="Arial"/>
              </w:rPr>
              <w:t>2110 – 2200</w:t>
            </w:r>
          </w:p>
        </w:tc>
        <w:tc>
          <w:tcPr>
            <w:tcW w:w="1082" w:type="dxa"/>
            <w:vAlign w:val="center"/>
          </w:tcPr>
          <w:p w14:paraId="09850207"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08"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09"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0A"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0B" w14:textId="77777777" w:rsidR="00B521A3" w:rsidRPr="00EF2F0E" w:rsidRDefault="00B521A3" w:rsidP="00B521A3">
            <w:pPr>
              <w:pStyle w:val="TAC"/>
              <w:rPr>
                <w:lang w:eastAsia="ja-JP"/>
              </w:rPr>
            </w:pPr>
            <w:r w:rsidRPr="00EF2F0E">
              <w:rPr>
                <w:rFonts w:cs="Arial"/>
              </w:rPr>
              <w:t>CW carrier</w:t>
            </w:r>
          </w:p>
        </w:tc>
      </w:tr>
      <w:tr w:rsidR="003401A4" w:rsidRPr="00EF2F0E" w14:paraId="09850214" w14:textId="77777777" w:rsidTr="00AB06FD">
        <w:trPr>
          <w:gridAfter w:val="1"/>
          <w:wAfter w:w="10" w:type="dxa"/>
          <w:jc w:val="center"/>
        </w:trPr>
        <w:tc>
          <w:tcPr>
            <w:tcW w:w="1918" w:type="dxa"/>
          </w:tcPr>
          <w:p w14:paraId="0985020D" w14:textId="77777777" w:rsidR="00B521A3" w:rsidRPr="00EF2F0E" w:rsidRDefault="00B521A3" w:rsidP="00B521A3">
            <w:pPr>
              <w:pStyle w:val="TAL"/>
              <w:rPr>
                <w:rFonts w:cs="Arial"/>
                <w:szCs w:val="18"/>
                <w:lang w:eastAsia="ja-JP"/>
              </w:rPr>
            </w:pPr>
            <w:r w:rsidRPr="00EF2F0E">
              <w:rPr>
                <w:rFonts w:cs="Arial"/>
              </w:rPr>
              <w:t>E-UTRA Band 67</w:t>
            </w:r>
          </w:p>
        </w:tc>
        <w:tc>
          <w:tcPr>
            <w:tcW w:w="1657" w:type="dxa"/>
            <w:vAlign w:val="center"/>
          </w:tcPr>
          <w:p w14:paraId="0985020E" w14:textId="77777777" w:rsidR="00B521A3" w:rsidRPr="00EF2F0E" w:rsidRDefault="00B521A3" w:rsidP="00B521A3">
            <w:pPr>
              <w:pStyle w:val="TAC"/>
              <w:rPr>
                <w:lang w:eastAsia="ja-JP"/>
              </w:rPr>
            </w:pPr>
            <w:r w:rsidRPr="00EF2F0E">
              <w:rPr>
                <w:rFonts w:cs="Arial"/>
              </w:rPr>
              <w:t>738 - 758</w:t>
            </w:r>
          </w:p>
        </w:tc>
        <w:tc>
          <w:tcPr>
            <w:tcW w:w="1082" w:type="dxa"/>
            <w:vAlign w:val="center"/>
          </w:tcPr>
          <w:p w14:paraId="0985020F"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10"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11"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12"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13" w14:textId="77777777" w:rsidR="00B521A3" w:rsidRPr="00EF2F0E" w:rsidRDefault="00B521A3" w:rsidP="00B521A3">
            <w:pPr>
              <w:pStyle w:val="TAC"/>
              <w:rPr>
                <w:lang w:eastAsia="ja-JP"/>
              </w:rPr>
            </w:pPr>
            <w:r w:rsidRPr="00EF2F0E">
              <w:rPr>
                <w:rFonts w:cs="Arial"/>
              </w:rPr>
              <w:t>CW carrier</w:t>
            </w:r>
          </w:p>
        </w:tc>
      </w:tr>
      <w:tr w:rsidR="003401A4" w:rsidRPr="00EF2F0E" w14:paraId="0985021C" w14:textId="77777777" w:rsidTr="00AB06FD">
        <w:trPr>
          <w:gridAfter w:val="1"/>
          <w:wAfter w:w="10" w:type="dxa"/>
          <w:jc w:val="center"/>
        </w:trPr>
        <w:tc>
          <w:tcPr>
            <w:tcW w:w="1918" w:type="dxa"/>
          </w:tcPr>
          <w:p w14:paraId="09850215" w14:textId="77777777" w:rsidR="00B521A3" w:rsidRPr="00EF2F0E" w:rsidRDefault="00B521A3" w:rsidP="00B521A3">
            <w:pPr>
              <w:pStyle w:val="TAL"/>
              <w:rPr>
                <w:rFonts w:cs="Arial"/>
                <w:szCs w:val="18"/>
                <w:lang w:eastAsia="ja-JP"/>
              </w:rPr>
            </w:pPr>
            <w:r w:rsidRPr="00EF2F0E">
              <w:rPr>
                <w:rFonts w:cs="Arial"/>
              </w:rPr>
              <w:t>E-UTRA Band 68</w:t>
            </w:r>
          </w:p>
        </w:tc>
        <w:tc>
          <w:tcPr>
            <w:tcW w:w="1657" w:type="dxa"/>
            <w:vAlign w:val="center"/>
          </w:tcPr>
          <w:p w14:paraId="09850216" w14:textId="77777777" w:rsidR="00B521A3" w:rsidRPr="00EF2F0E" w:rsidRDefault="00B521A3" w:rsidP="00B521A3">
            <w:pPr>
              <w:pStyle w:val="TAC"/>
              <w:rPr>
                <w:lang w:eastAsia="ja-JP"/>
              </w:rPr>
            </w:pPr>
            <w:r w:rsidRPr="00EF2F0E">
              <w:rPr>
                <w:rFonts w:cs="Arial"/>
              </w:rPr>
              <w:t>753 - 783</w:t>
            </w:r>
          </w:p>
        </w:tc>
        <w:tc>
          <w:tcPr>
            <w:tcW w:w="1082" w:type="dxa"/>
            <w:vAlign w:val="center"/>
          </w:tcPr>
          <w:p w14:paraId="09850217"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18"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19"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1A"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1B" w14:textId="77777777" w:rsidR="00B521A3" w:rsidRPr="00EF2F0E" w:rsidRDefault="00B521A3" w:rsidP="00B521A3">
            <w:pPr>
              <w:pStyle w:val="TAC"/>
              <w:rPr>
                <w:lang w:eastAsia="ja-JP"/>
              </w:rPr>
            </w:pPr>
            <w:r w:rsidRPr="00EF2F0E">
              <w:rPr>
                <w:rFonts w:cs="Arial"/>
              </w:rPr>
              <w:t>CW carrier</w:t>
            </w:r>
          </w:p>
        </w:tc>
      </w:tr>
      <w:tr w:rsidR="003401A4" w:rsidRPr="00EF2F0E" w14:paraId="09850224" w14:textId="77777777" w:rsidTr="00AB06FD">
        <w:trPr>
          <w:gridAfter w:val="1"/>
          <w:wAfter w:w="10" w:type="dxa"/>
          <w:jc w:val="center"/>
        </w:trPr>
        <w:tc>
          <w:tcPr>
            <w:tcW w:w="1918" w:type="dxa"/>
          </w:tcPr>
          <w:p w14:paraId="0985021D" w14:textId="77777777" w:rsidR="00B521A3" w:rsidRPr="00EF2F0E" w:rsidRDefault="00B521A3" w:rsidP="00B521A3">
            <w:pPr>
              <w:pStyle w:val="TAL"/>
              <w:rPr>
                <w:rFonts w:cs="Arial"/>
                <w:szCs w:val="18"/>
                <w:lang w:eastAsia="ja-JP"/>
              </w:rPr>
            </w:pPr>
            <w:r w:rsidRPr="00EF2F0E">
              <w:rPr>
                <w:rFonts w:cs="Arial"/>
              </w:rPr>
              <w:t xml:space="preserve">E-UTRA Band 69 </w:t>
            </w:r>
          </w:p>
        </w:tc>
        <w:tc>
          <w:tcPr>
            <w:tcW w:w="1657" w:type="dxa"/>
            <w:vAlign w:val="center"/>
          </w:tcPr>
          <w:p w14:paraId="0985021E" w14:textId="77777777" w:rsidR="00B521A3" w:rsidRPr="00EF2F0E" w:rsidRDefault="00B521A3" w:rsidP="00B521A3">
            <w:pPr>
              <w:pStyle w:val="TAC"/>
              <w:rPr>
                <w:lang w:eastAsia="ja-JP"/>
              </w:rPr>
            </w:pPr>
            <w:r w:rsidRPr="00EF2F0E">
              <w:rPr>
                <w:rFonts w:cs="Arial"/>
              </w:rPr>
              <w:t>2570-2620</w:t>
            </w:r>
          </w:p>
        </w:tc>
        <w:tc>
          <w:tcPr>
            <w:tcW w:w="1082" w:type="dxa"/>
            <w:vAlign w:val="center"/>
          </w:tcPr>
          <w:p w14:paraId="0985021F"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20"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21"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22"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23" w14:textId="77777777" w:rsidR="00B521A3" w:rsidRPr="00EF2F0E" w:rsidRDefault="00B521A3" w:rsidP="00B521A3">
            <w:pPr>
              <w:pStyle w:val="TAC"/>
              <w:rPr>
                <w:lang w:eastAsia="ja-JP"/>
              </w:rPr>
            </w:pPr>
            <w:r w:rsidRPr="00EF2F0E">
              <w:rPr>
                <w:rFonts w:cs="Arial"/>
              </w:rPr>
              <w:t>CW carrier</w:t>
            </w:r>
          </w:p>
        </w:tc>
      </w:tr>
      <w:tr w:rsidR="003401A4" w:rsidRPr="00EF2F0E" w14:paraId="0985022C" w14:textId="77777777" w:rsidTr="00AB06FD">
        <w:trPr>
          <w:gridAfter w:val="1"/>
          <w:wAfter w:w="10" w:type="dxa"/>
          <w:jc w:val="center"/>
        </w:trPr>
        <w:tc>
          <w:tcPr>
            <w:tcW w:w="1918" w:type="dxa"/>
          </w:tcPr>
          <w:p w14:paraId="09850225" w14:textId="77777777" w:rsidR="00B521A3" w:rsidRPr="00EF2F0E" w:rsidRDefault="00B521A3" w:rsidP="00B521A3">
            <w:pPr>
              <w:pStyle w:val="TAL"/>
              <w:rPr>
                <w:rFonts w:cs="Arial"/>
                <w:szCs w:val="18"/>
                <w:lang w:eastAsia="ja-JP"/>
              </w:rPr>
            </w:pPr>
            <w:r w:rsidRPr="00EF2F0E">
              <w:rPr>
                <w:rFonts w:cs="Arial"/>
              </w:rPr>
              <w:t>E-UTRA Band 70 or or NR band n70</w:t>
            </w:r>
          </w:p>
        </w:tc>
        <w:tc>
          <w:tcPr>
            <w:tcW w:w="1657" w:type="dxa"/>
            <w:vAlign w:val="center"/>
          </w:tcPr>
          <w:p w14:paraId="09850226" w14:textId="77777777" w:rsidR="00B521A3" w:rsidRPr="00EF2F0E" w:rsidRDefault="00B521A3" w:rsidP="00B521A3">
            <w:pPr>
              <w:pStyle w:val="TAC"/>
              <w:rPr>
                <w:lang w:eastAsia="ja-JP"/>
              </w:rPr>
            </w:pPr>
            <w:r w:rsidRPr="00EF2F0E">
              <w:rPr>
                <w:rFonts w:cs="Arial"/>
              </w:rPr>
              <w:t>1995 - 2020</w:t>
            </w:r>
          </w:p>
        </w:tc>
        <w:tc>
          <w:tcPr>
            <w:tcW w:w="1082" w:type="dxa"/>
            <w:vAlign w:val="center"/>
          </w:tcPr>
          <w:p w14:paraId="09850227"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28"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29"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2A"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2B" w14:textId="77777777" w:rsidR="00B521A3" w:rsidRPr="00EF2F0E" w:rsidRDefault="00B521A3" w:rsidP="00B521A3">
            <w:pPr>
              <w:pStyle w:val="TAC"/>
              <w:rPr>
                <w:lang w:eastAsia="ja-JP"/>
              </w:rPr>
            </w:pPr>
            <w:r w:rsidRPr="00EF2F0E">
              <w:rPr>
                <w:rFonts w:cs="Arial"/>
              </w:rPr>
              <w:t>CW carrier</w:t>
            </w:r>
          </w:p>
        </w:tc>
      </w:tr>
      <w:tr w:rsidR="003401A4" w:rsidRPr="00EF2F0E" w14:paraId="09850234" w14:textId="77777777" w:rsidTr="00AB06FD">
        <w:trPr>
          <w:gridAfter w:val="1"/>
          <w:wAfter w:w="10" w:type="dxa"/>
          <w:jc w:val="center"/>
        </w:trPr>
        <w:tc>
          <w:tcPr>
            <w:tcW w:w="1918" w:type="dxa"/>
          </w:tcPr>
          <w:p w14:paraId="0985022D" w14:textId="77777777" w:rsidR="00B521A3" w:rsidRPr="00EF2F0E" w:rsidRDefault="00B521A3" w:rsidP="00B521A3">
            <w:pPr>
              <w:pStyle w:val="TAL"/>
              <w:rPr>
                <w:rFonts w:cs="Arial"/>
                <w:szCs w:val="18"/>
                <w:lang w:eastAsia="ja-JP"/>
              </w:rPr>
            </w:pPr>
            <w:r w:rsidRPr="00EF2F0E">
              <w:rPr>
                <w:rFonts w:cs="Arial"/>
                <w:lang w:eastAsia="ko-KR"/>
              </w:rPr>
              <w:t xml:space="preserve">E-UTRA Band 71 or </w:t>
            </w:r>
            <w:r w:rsidRPr="00EF2F0E">
              <w:rPr>
                <w:rFonts w:cs="Arial"/>
              </w:rPr>
              <w:t>or NR band n71</w:t>
            </w:r>
          </w:p>
        </w:tc>
        <w:tc>
          <w:tcPr>
            <w:tcW w:w="1657" w:type="dxa"/>
            <w:vAlign w:val="center"/>
          </w:tcPr>
          <w:p w14:paraId="0985022E" w14:textId="77777777" w:rsidR="00B521A3" w:rsidRPr="00EF2F0E" w:rsidRDefault="00B521A3" w:rsidP="00B521A3">
            <w:pPr>
              <w:pStyle w:val="TAC"/>
              <w:rPr>
                <w:lang w:eastAsia="ja-JP"/>
              </w:rPr>
            </w:pPr>
            <w:r w:rsidRPr="00EF2F0E">
              <w:rPr>
                <w:rFonts w:cs="Arial"/>
                <w:lang w:eastAsia="ko-KR"/>
              </w:rPr>
              <w:t>617 - 652</w:t>
            </w:r>
          </w:p>
        </w:tc>
        <w:tc>
          <w:tcPr>
            <w:tcW w:w="1082" w:type="dxa"/>
            <w:vAlign w:val="center"/>
          </w:tcPr>
          <w:p w14:paraId="0985022F"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30"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31"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32"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33" w14:textId="77777777" w:rsidR="00B521A3" w:rsidRPr="00EF2F0E" w:rsidRDefault="00B521A3" w:rsidP="00B521A3">
            <w:pPr>
              <w:pStyle w:val="TAC"/>
              <w:rPr>
                <w:lang w:eastAsia="ja-JP"/>
              </w:rPr>
            </w:pPr>
            <w:r w:rsidRPr="00EF2F0E">
              <w:rPr>
                <w:rFonts w:cs="Arial"/>
                <w:lang w:eastAsia="ko-KR"/>
              </w:rPr>
              <w:t>CW carrier</w:t>
            </w:r>
          </w:p>
        </w:tc>
      </w:tr>
      <w:tr w:rsidR="003401A4" w:rsidRPr="00EF2F0E" w14:paraId="0985023C" w14:textId="77777777" w:rsidTr="00AB06FD">
        <w:trPr>
          <w:gridAfter w:val="1"/>
          <w:wAfter w:w="10" w:type="dxa"/>
          <w:jc w:val="center"/>
        </w:trPr>
        <w:tc>
          <w:tcPr>
            <w:tcW w:w="1918" w:type="dxa"/>
          </w:tcPr>
          <w:p w14:paraId="09850235" w14:textId="77777777" w:rsidR="00B521A3" w:rsidRPr="00EF2F0E" w:rsidRDefault="00B521A3" w:rsidP="00B521A3">
            <w:pPr>
              <w:pStyle w:val="TAL"/>
              <w:rPr>
                <w:rFonts w:cs="Arial"/>
                <w:szCs w:val="18"/>
                <w:lang w:eastAsia="ja-JP"/>
              </w:rPr>
            </w:pPr>
            <w:r w:rsidRPr="00EF2F0E">
              <w:rPr>
                <w:rFonts w:cs="Arial"/>
                <w:lang w:eastAsia="ko-KR"/>
              </w:rPr>
              <w:t>E-UTRA Band 72</w:t>
            </w:r>
          </w:p>
        </w:tc>
        <w:tc>
          <w:tcPr>
            <w:tcW w:w="1657" w:type="dxa"/>
            <w:vAlign w:val="center"/>
          </w:tcPr>
          <w:p w14:paraId="09850236" w14:textId="77777777" w:rsidR="00B521A3" w:rsidRPr="00EF2F0E" w:rsidRDefault="00B521A3" w:rsidP="00B521A3">
            <w:pPr>
              <w:pStyle w:val="TAC"/>
              <w:rPr>
                <w:lang w:eastAsia="ja-JP"/>
              </w:rPr>
            </w:pPr>
            <w:r w:rsidRPr="00EF2F0E">
              <w:rPr>
                <w:rFonts w:cs="Arial"/>
                <w:lang w:eastAsia="ko-KR"/>
              </w:rPr>
              <w:t>461 - 466</w:t>
            </w:r>
          </w:p>
        </w:tc>
        <w:tc>
          <w:tcPr>
            <w:tcW w:w="1082" w:type="dxa"/>
            <w:vAlign w:val="center"/>
          </w:tcPr>
          <w:p w14:paraId="09850237"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38"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39"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3A"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3B" w14:textId="77777777" w:rsidR="00B521A3" w:rsidRPr="00EF2F0E" w:rsidRDefault="00B521A3" w:rsidP="00B521A3">
            <w:pPr>
              <w:pStyle w:val="TAC"/>
              <w:rPr>
                <w:lang w:eastAsia="ja-JP"/>
              </w:rPr>
            </w:pPr>
            <w:r w:rsidRPr="00EF2F0E">
              <w:rPr>
                <w:rFonts w:cs="Arial"/>
                <w:lang w:eastAsia="ko-KR"/>
              </w:rPr>
              <w:t>CW carrier</w:t>
            </w:r>
          </w:p>
        </w:tc>
      </w:tr>
      <w:tr w:rsidR="003401A4" w:rsidRPr="00EF2F0E" w14:paraId="09850244" w14:textId="77777777" w:rsidTr="00AB06FD">
        <w:trPr>
          <w:gridAfter w:val="1"/>
          <w:wAfter w:w="10" w:type="dxa"/>
          <w:jc w:val="center"/>
        </w:trPr>
        <w:tc>
          <w:tcPr>
            <w:tcW w:w="1918" w:type="dxa"/>
          </w:tcPr>
          <w:p w14:paraId="0985023D" w14:textId="77777777" w:rsidR="00B521A3" w:rsidRPr="00EF2F0E" w:rsidRDefault="00B521A3" w:rsidP="00B521A3">
            <w:pPr>
              <w:pStyle w:val="TAL"/>
              <w:rPr>
                <w:rFonts w:cs="Arial"/>
                <w:szCs w:val="18"/>
                <w:lang w:eastAsia="ja-JP"/>
              </w:rPr>
            </w:pPr>
            <w:r w:rsidRPr="00EF2F0E">
              <w:rPr>
                <w:rFonts w:cs="Arial"/>
                <w:lang w:eastAsia="ko-KR"/>
              </w:rPr>
              <w:t>E-UTRA Band 7</w:t>
            </w:r>
            <w:r w:rsidRPr="00EF2F0E">
              <w:rPr>
                <w:rFonts w:cs="Arial"/>
                <w:lang w:eastAsia="zh-CN"/>
              </w:rPr>
              <w:t>3</w:t>
            </w:r>
          </w:p>
        </w:tc>
        <w:tc>
          <w:tcPr>
            <w:tcW w:w="1657" w:type="dxa"/>
            <w:vAlign w:val="center"/>
          </w:tcPr>
          <w:p w14:paraId="0985023E" w14:textId="77777777" w:rsidR="00B521A3" w:rsidRPr="00EF2F0E" w:rsidRDefault="00B521A3" w:rsidP="00B521A3">
            <w:pPr>
              <w:pStyle w:val="TAC"/>
              <w:rPr>
                <w:lang w:eastAsia="ja-JP"/>
              </w:rPr>
            </w:pPr>
            <w:r w:rsidRPr="00EF2F0E">
              <w:rPr>
                <w:rFonts w:cs="Arial"/>
                <w:lang w:eastAsia="ko-KR"/>
              </w:rPr>
              <w:t>46</w:t>
            </w:r>
            <w:r w:rsidRPr="00EF2F0E">
              <w:rPr>
                <w:rFonts w:cs="Arial"/>
                <w:lang w:eastAsia="zh-CN"/>
              </w:rPr>
              <w:t>0</w:t>
            </w:r>
            <w:r w:rsidRPr="00EF2F0E">
              <w:rPr>
                <w:rFonts w:cs="Arial"/>
                <w:lang w:eastAsia="ko-KR"/>
              </w:rPr>
              <w:t xml:space="preserve"> - 46</w:t>
            </w:r>
            <w:r w:rsidRPr="00EF2F0E">
              <w:rPr>
                <w:rFonts w:cs="Arial"/>
                <w:lang w:eastAsia="zh-CN"/>
              </w:rPr>
              <w:t>5</w:t>
            </w:r>
          </w:p>
        </w:tc>
        <w:tc>
          <w:tcPr>
            <w:tcW w:w="1082" w:type="dxa"/>
            <w:vAlign w:val="center"/>
          </w:tcPr>
          <w:p w14:paraId="0985023F"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40"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41"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42"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43" w14:textId="77777777" w:rsidR="00B521A3" w:rsidRPr="00EF2F0E" w:rsidRDefault="00B521A3" w:rsidP="00B521A3">
            <w:pPr>
              <w:pStyle w:val="TAC"/>
              <w:rPr>
                <w:lang w:eastAsia="ja-JP"/>
              </w:rPr>
            </w:pPr>
            <w:r w:rsidRPr="00EF2F0E">
              <w:rPr>
                <w:rFonts w:cs="Arial"/>
                <w:lang w:eastAsia="ko-KR"/>
              </w:rPr>
              <w:t>CW carrier</w:t>
            </w:r>
          </w:p>
        </w:tc>
      </w:tr>
      <w:tr w:rsidR="003401A4" w:rsidRPr="00EF2F0E" w14:paraId="0985024C" w14:textId="77777777" w:rsidTr="00AB06FD">
        <w:trPr>
          <w:gridAfter w:val="1"/>
          <w:wAfter w:w="10" w:type="dxa"/>
          <w:jc w:val="center"/>
        </w:trPr>
        <w:tc>
          <w:tcPr>
            <w:tcW w:w="1918" w:type="dxa"/>
          </w:tcPr>
          <w:p w14:paraId="09850245" w14:textId="77777777" w:rsidR="00B521A3" w:rsidRPr="00EF2F0E" w:rsidRDefault="00B521A3" w:rsidP="00B521A3">
            <w:pPr>
              <w:pStyle w:val="TAL"/>
              <w:rPr>
                <w:rFonts w:cs="Arial"/>
                <w:szCs w:val="18"/>
                <w:lang w:eastAsia="ja-JP"/>
              </w:rPr>
            </w:pPr>
            <w:r w:rsidRPr="00EF2F0E">
              <w:rPr>
                <w:rFonts w:cs="Arial"/>
              </w:rPr>
              <w:t>E-UTRA Band 7</w:t>
            </w:r>
            <w:r w:rsidRPr="00EF2F0E">
              <w:rPr>
                <w:rFonts w:cs="Arial"/>
                <w:lang w:eastAsia="ja-JP"/>
              </w:rPr>
              <w:t>4 or NR band n74</w:t>
            </w:r>
          </w:p>
        </w:tc>
        <w:tc>
          <w:tcPr>
            <w:tcW w:w="1657" w:type="dxa"/>
            <w:vAlign w:val="center"/>
          </w:tcPr>
          <w:p w14:paraId="09850246" w14:textId="77777777" w:rsidR="00B521A3" w:rsidRPr="00EF2F0E" w:rsidRDefault="00B521A3" w:rsidP="00B521A3">
            <w:pPr>
              <w:pStyle w:val="TAC"/>
              <w:rPr>
                <w:lang w:eastAsia="ja-JP"/>
              </w:rPr>
            </w:pPr>
            <w:r w:rsidRPr="00EF2F0E">
              <w:rPr>
                <w:rFonts w:cs="Arial"/>
              </w:rPr>
              <w:t>1</w:t>
            </w:r>
            <w:r w:rsidRPr="00EF2F0E">
              <w:rPr>
                <w:rFonts w:cs="Arial"/>
                <w:lang w:eastAsia="ja-JP"/>
              </w:rPr>
              <w:t>475</w:t>
            </w:r>
            <w:r w:rsidRPr="00EF2F0E">
              <w:rPr>
                <w:rFonts w:cs="Arial"/>
              </w:rPr>
              <w:t xml:space="preserve"> - </w:t>
            </w:r>
            <w:r w:rsidRPr="00EF2F0E">
              <w:rPr>
                <w:rFonts w:cs="Arial"/>
                <w:lang w:eastAsia="ja-JP"/>
              </w:rPr>
              <w:t>1518</w:t>
            </w:r>
          </w:p>
        </w:tc>
        <w:tc>
          <w:tcPr>
            <w:tcW w:w="1082" w:type="dxa"/>
            <w:vAlign w:val="center"/>
          </w:tcPr>
          <w:p w14:paraId="09850247"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48"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49"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4A"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4B" w14:textId="77777777" w:rsidR="00B521A3" w:rsidRPr="00EF2F0E" w:rsidRDefault="00B521A3" w:rsidP="00B521A3">
            <w:pPr>
              <w:pStyle w:val="TAC"/>
              <w:rPr>
                <w:lang w:eastAsia="ja-JP"/>
              </w:rPr>
            </w:pPr>
            <w:r w:rsidRPr="00EF2F0E">
              <w:rPr>
                <w:rFonts w:cs="Arial"/>
              </w:rPr>
              <w:t>CW carrier</w:t>
            </w:r>
          </w:p>
        </w:tc>
      </w:tr>
      <w:tr w:rsidR="003401A4" w:rsidRPr="00EF2F0E" w14:paraId="09850254" w14:textId="77777777" w:rsidTr="00AB06FD">
        <w:trPr>
          <w:gridAfter w:val="1"/>
          <w:wAfter w:w="10" w:type="dxa"/>
          <w:jc w:val="center"/>
        </w:trPr>
        <w:tc>
          <w:tcPr>
            <w:tcW w:w="1918" w:type="dxa"/>
          </w:tcPr>
          <w:p w14:paraId="0985024D" w14:textId="77777777" w:rsidR="00B521A3" w:rsidRPr="00EF2F0E" w:rsidRDefault="00B521A3" w:rsidP="00B521A3">
            <w:pPr>
              <w:pStyle w:val="TAL"/>
              <w:rPr>
                <w:rFonts w:cs="Arial"/>
                <w:szCs w:val="18"/>
                <w:lang w:eastAsia="ja-JP"/>
              </w:rPr>
            </w:pPr>
            <w:r w:rsidRPr="00EF2F0E">
              <w:rPr>
                <w:rFonts w:cs="Arial"/>
                <w:lang w:eastAsia="ko-KR"/>
              </w:rPr>
              <w:t xml:space="preserve">E-UTRA Band 75 or </w:t>
            </w:r>
            <w:r w:rsidRPr="00EF2F0E">
              <w:rPr>
                <w:rFonts w:cs="Arial"/>
              </w:rPr>
              <w:t>or NR band n75</w:t>
            </w:r>
          </w:p>
        </w:tc>
        <w:tc>
          <w:tcPr>
            <w:tcW w:w="1657" w:type="dxa"/>
            <w:vAlign w:val="center"/>
          </w:tcPr>
          <w:p w14:paraId="0985024E" w14:textId="77777777" w:rsidR="00B521A3" w:rsidRPr="00EF2F0E" w:rsidRDefault="00B521A3" w:rsidP="00B521A3">
            <w:pPr>
              <w:pStyle w:val="TAC"/>
              <w:rPr>
                <w:lang w:eastAsia="ja-JP"/>
              </w:rPr>
            </w:pPr>
            <w:r w:rsidRPr="00EF2F0E">
              <w:rPr>
                <w:rFonts w:cs="Arial"/>
                <w:lang w:eastAsia="ko-KR"/>
              </w:rPr>
              <w:t>1432 - 1517</w:t>
            </w:r>
          </w:p>
        </w:tc>
        <w:tc>
          <w:tcPr>
            <w:tcW w:w="1082" w:type="dxa"/>
            <w:vAlign w:val="center"/>
          </w:tcPr>
          <w:p w14:paraId="0985024F"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50"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51"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52"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53" w14:textId="77777777" w:rsidR="00B521A3" w:rsidRPr="00EF2F0E" w:rsidRDefault="00B521A3" w:rsidP="00B521A3">
            <w:pPr>
              <w:pStyle w:val="TAC"/>
              <w:rPr>
                <w:lang w:eastAsia="ja-JP"/>
              </w:rPr>
            </w:pPr>
            <w:r w:rsidRPr="00EF2F0E">
              <w:rPr>
                <w:rFonts w:cs="Arial"/>
                <w:lang w:eastAsia="ko-KR"/>
              </w:rPr>
              <w:t>CW carrier</w:t>
            </w:r>
          </w:p>
        </w:tc>
      </w:tr>
      <w:tr w:rsidR="003401A4" w:rsidRPr="00EF2F0E" w14:paraId="0985025C" w14:textId="77777777" w:rsidTr="00AB06FD">
        <w:trPr>
          <w:gridAfter w:val="1"/>
          <w:wAfter w:w="10" w:type="dxa"/>
          <w:jc w:val="center"/>
        </w:trPr>
        <w:tc>
          <w:tcPr>
            <w:tcW w:w="1918" w:type="dxa"/>
          </w:tcPr>
          <w:p w14:paraId="09850255" w14:textId="77777777" w:rsidR="00B521A3" w:rsidRPr="00EF2F0E" w:rsidRDefault="00B521A3" w:rsidP="00B521A3">
            <w:pPr>
              <w:pStyle w:val="TAL"/>
              <w:rPr>
                <w:rFonts w:cs="Arial"/>
                <w:szCs w:val="18"/>
                <w:lang w:eastAsia="ja-JP"/>
              </w:rPr>
            </w:pPr>
            <w:r w:rsidRPr="00EF2F0E">
              <w:rPr>
                <w:rFonts w:cs="Arial"/>
                <w:lang w:eastAsia="ko-KR"/>
              </w:rPr>
              <w:t xml:space="preserve">E-UTRA Band 76 or </w:t>
            </w:r>
            <w:r w:rsidRPr="00EF2F0E">
              <w:rPr>
                <w:rFonts w:cs="Arial"/>
              </w:rPr>
              <w:t>or NR band n76</w:t>
            </w:r>
          </w:p>
        </w:tc>
        <w:tc>
          <w:tcPr>
            <w:tcW w:w="1657" w:type="dxa"/>
            <w:vAlign w:val="center"/>
          </w:tcPr>
          <w:p w14:paraId="09850256" w14:textId="77777777" w:rsidR="00B521A3" w:rsidRPr="00EF2F0E" w:rsidRDefault="00B521A3" w:rsidP="00B521A3">
            <w:pPr>
              <w:pStyle w:val="TAC"/>
              <w:rPr>
                <w:lang w:eastAsia="ja-JP"/>
              </w:rPr>
            </w:pPr>
            <w:r w:rsidRPr="00EF2F0E">
              <w:rPr>
                <w:rFonts w:cs="Arial"/>
                <w:lang w:eastAsia="ko-KR"/>
              </w:rPr>
              <w:t>1427 - 1432</w:t>
            </w:r>
          </w:p>
        </w:tc>
        <w:tc>
          <w:tcPr>
            <w:tcW w:w="1082" w:type="dxa"/>
            <w:vAlign w:val="center"/>
          </w:tcPr>
          <w:p w14:paraId="09850257" w14:textId="77777777" w:rsidR="00B521A3" w:rsidRPr="00EF2F0E" w:rsidRDefault="00B521A3" w:rsidP="00B521A3">
            <w:pPr>
              <w:pStyle w:val="TAC"/>
              <w:rPr>
                <w:lang w:eastAsia="ja-JP"/>
              </w:rPr>
            </w:pPr>
            <w:r w:rsidRPr="00EF2F0E">
              <w:rPr>
                <w:lang w:eastAsia="ja-JP"/>
              </w:rPr>
              <w:t>N/A</w:t>
            </w:r>
          </w:p>
        </w:tc>
        <w:tc>
          <w:tcPr>
            <w:tcW w:w="1134" w:type="dxa"/>
            <w:vAlign w:val="center"/>
          </w:tcPr>
          <w:p w14:paraId="09850258" w14:textId="77777777" w:rsidR="00B521A3" w:rsidRPr="00EF2F0E" w:rsidRDefault="00B521A3" w:rsidP="00B521A3">
            <w:pPr>
              <w:pStyle w:val="TAC"/>
              <w:rPr>
                <w:lang w:eastAsia="ja-JP"/>
              </w:rPr>
            </w:pPr>
            <w:r w:rsidRPr="00EF2F0E">
              <w:rPr>
                <w:lang w:eastAsia="ja-JP"/>
              </w:rPr>
              <w:t>N/A</w:t>
            </w:r>
          </w:p>
        </w:tc>
        <w:tc>
          <w:tcPr>
            <w:tcW w:w="1134" w:type="dxa"/>
            <w:vAlign w:val="center"/>
          </w:tcPr>
          <w:p w14:paraId="09850259"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5A"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5B" w14:textId="77777777" w:rsidR="00B521A3" w:rsidRPr="00EF2F0E" w:rsidRDefault="00B521A3" w:rsidP="00B521A3">
            <w:pPr>
              <w:pStyle w:val="TAC"/>
              <w:rPr>
                <w:lang w:eastAsia="ja-JP"/>
              </w:rPr>
            </w:pPr>
            <w:r w:rsidRPr="00EF2F0E">
              <w:rPr>
                <w:rFonts w:cs="Arial"/>
                <w:lang w:eastAsia="ko-KR"/>
              </w:rPr>
              <w:t>CW carrier</w:t>
            </w:r>
          </w:p>
        </w:tc>
      </w:tr>
      <w:tr w:rsidR="003401A4" w:rsidRPr="00EF2F0E" w14:paraId="09850264" w14:textId="77777777" w:rsidTr="00AB06FD">
        <w:trPr>
          <w:gridAfter w:val="1"/>
          <w:wAfter w:w="10" w:type="dxa"/>
          <w:jc w:val="center"/>
        </w:trPr>
        <w:tc>
          <w:tcPr>
            <w:tcW w:w="1918" w:type="dxa"/>
          </w:tcPr>
          <w:p w14:paraId="0985025D" w14:textId="77777777" w:rsidR="00B521A3" w:rsidRPr="00EF2F0E" w:rsidRDefault="00B521A3" w:rsidP="00B521A3">
            <w:pPr>
              <w:pStyle w:val="TAL"/>
              <w:rPr>
                <w:rFonts w:cs="Arial"/>
                <w:szCs w:val="18"/>
                <w:lang w:eastAsia="ja-JP"/>
              </w:rPr>
            </w:pPr>
            <w:r w:rsidRPr="00EF2F0E">
              <w:rPr>
                <w:rFonts w:cs="Arial"/>
                <w:lang w:eastAsia="ko-KR"/>
              </w:rPr>
              <w:t>NR band n77</w:t>
            </w:r>
          </w:p>
        </w:tc>
        <w:tc>
          <w:tcPr>
            <w:tcW w:w="1657" w:type="dxa"/>
            <w:vAlign w:val="center"/>
          </w:tcPr>
          <w:p w14:paraId="0985025E" w14:textId="77777777" w:rsidR="00B521A3" w:rsidRPr="00EF2F0E" w:rsidRDefault="00B521A3" w:rsidP="00B521A3">
            <w:pPr>
              <w:pStyle w:val="TAC"/>
              <w:rPr>
                <w:lang w:eastAsia="ja-JP"/>
              </w:rPr>
            </w:pPr>
            <w:r w:rsidRPr="00EF2F0E">
              <w:rPr>
                <w:rFonts w:cs="Arial"/>
                <w:lang w:eastAsia="ko-KR"/>
              </w:rPr>
              <w:t>3300 - 4200</w:t>
            </w:r>
          </w:p>
        </w:tc>
        <w:tc>
          <w:tcPr>
            <w:tcW w:w="1082" w:type="dxa"/>
            <w:vAlign w:val="center"/>
          </w:tcPr>
          <w:p w14:paraId="0985025F"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60"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61"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62"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63" w14:textId="77777777" w:rsidR="00B521A3" w:rsidRPr="00EF2F0E" w:rsidRDefault="00B521A3" w:rsidP="00B521A3">
            <w:pPr>
              <w:pStyle w:val="TAC"/>
              <w:rPr>
                <w:lang w:eastAsia="ja-JP"/>
              </w:rPr>
            </w:pPr>
            <w:r w:rsidRPr="00EF2F0E">
              <w:rPr>
                <w:rFonts w:cs="Arial"/>
                <w:lang w:eastAsia="ko-KR"/>
              </w:rPr>
              <w:t>CW carrier</w:t>
            </w:r>
          </w:p>
        </w:tc>
      </w:tr>
      <w:tr w:rsidR="003401A4" w:rsidRPr="00EF2F0E" w14:paraId="0985026C" w14:textId="77777777" w:rsidTr="00AB06FD">
        <w:trPr>
          <w:gridAfter w:val="1"/>
          <w:wAfter w:w="10" w:type="dxa"/>
          <w:jc w:val="center"/>
        </w:trPr>
        <w:tc>
          <w:tcPr>
            <w:tcW w:w="1918" w:type="dxa"/>
          </w:tcPr>
          <w:p w14:paraId="09850265" w14:textId="77777777" w:rsidR="00B521A3" w:rsidRPr="00EF2F0E" w:rsidRDefault="00B521A3" w:rsidP="00B521A3">
            <w:pPr>
              <w:pStyle w:val="TAL"/>
              <w:rPr>
                <w:rFonts w:cs="Arial"/>
                <w:szCs w:val="18"/>
                <w:lang w:eastAsia="ja-JP"/>
              </w:rPr>
            </w:pPr>
            <w:r w:rsidRPr="00EF2F0E">
              <w:rPr>
                <w:rFonts w:cs="Arial"/>
                <w:lang w:eastAsia="ko-KR"/>
              </w:rPr>
              <w:t>NR band n78</w:t>
            </w:r>
          </w:p>
        </w:tc>
        <w:tc>
          <w:tcPr>
            <w:tcW w:w="1657" w:type="dxa"/>
            <w:vAlign w:val="center"/>
          </w:tcPr>
          <w:p w14:paraId="09850266" w14:textId="77777777" w:rsidR="00B521A3" w:rsidRPr="00EF2F0E" w:rsidRDefault="00B521A3" w:rsidP="00B521A3">
            <w:pPr>
              <w:pStyle w:val="TAC"/>
              <w:rPr>
                <w:lang w:eastAsia="ja-JP"/>
              </w:rPr>
            </w:pPr>
            <w:r w:rsidRPr="00EF2F0E">
              <w:rPr>
                <w:rFonts w:cs="Arial"/>
                <w:lang w:eastAsia="ko-KR"/>
              </w:rPr>
              <w:t>3300 - 3800</w:t>
            </w:r>
          </w:p>
        </w:tc>
        <w:tc>
          <w:tcPr>
            <w:tcW w:w="1082" w:type="dxa"/>
            <w:vAlign w:val="center"/>
          </w:tcPr>
          <w:p w14:paraId="09850267"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68"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69"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6A"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6B" w14:textId="77777777" w:rsidR="00B521A3" w:rsidRPr="00EF2F0E" w:rsidRDefault="00B521A3" w:rsidP="00B521A3">
            <w:pPr>
              <w:pStyle w:val="TAC"/>
              <w:rPr>
                <w:lang w:eastAsia="ja-JP"/>
              </w:rPr>
            </w:pPr>
            <w:r w:rsidRPr="00EF2F0E">
              <w:rPr>
                <w:rFonts w:cs="Arial"/>
                <w:lang w:eastAsia="ko-KR"/>
              </w:rPr>
              <w:t>CW carrier</w:t>
            </w:r>
          </w:p>
        </w:tc>
      </w:tr>
      <w:tr w:rsidR="003401A4" w:rsidRPr="00EF2F0E" w14:paraId="09850274" w14:textId="77777777" w:rsidTr="00AB06FD">
        <w:trPr>
          <w:gridAfter w:val="1"/>
          <w:wAfter w:w="10" w:type="dxa"/>
          <w:jc w:val="center"/>
        </w:trPr>
        <w:tc>
          <w:tcPr>
            <w:tcW w:w="1918" w:type="dxa"/>
          </w:tcPr>
          <w:p w14:paraId="0985026D" w14:textId="77777777" w:rsidR="00B521A3" w:rsidRPr="00EF2F0E" w:rsidRDefault="00B521A3" w:rsidP="00B521A3">
            <w:pPr>
              <w:pStyle w:val="TAL"/>
              <w:rPr>
                <w:rFonts w:cs="Arial"/>
                <w:lang w:eastAsia="ko-KR"/>
              </w:rPr>
            </w:pPr>
            <w:r w:rsidRPr="00EF2F0E">
              <w:rPr>
                <w:rFonts w:cs="Arial"/>
                <w:lang w:eastAsia="ko-KR"/>
              </w:rPr>
              <w:t>NR band n79</w:t>
            </w:r>
          </w:p>
        </w:tc>
        <w:tc>
          <w:tcPr>
            <w:tcW w:w="1657" w:type="dxa"/>
            <w:vAlign w:val="center"/>
          </w:tcPr>
          <w:p w14:paraId="0985026E" w14:textId="77777777" w:rsidR="00B521A3" w:rsidRPr="00EF2F0E" w:rsidRDefault="00B521A3" w:rsidP="00B521A3">
            <w:pPr>
              <w:pStyle w:val="TAC"/>
              <w:rPr>
                <w:rFonts w:cs="Arial"/>
                <w:lang w:eastAsia="ko-KR"/>
              </w:rPr>
            </w:pPr>
            <w:r w:rsidRPr="00EF2F0E">
              <w:rPr>
                <w:rFonts w:cs="Arial"/>
                <w:lang w:eastAsia="ko-KR"/>
              </w:rPr>
              <w:t>4400 - 5000</w:t>
            </w:r>
          </w:p>
        </w:tc>
        <w:tc>
          <w:tcPr>
            <w:tcW w:w="1082" w:type="dxa"/>
            <w:vAlign w:val="center"/>
          </w:tcPr>
          <w:p w14:paraId="0985026F"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270"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271"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272"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73" w14:textId="77777777" w:rsidR="00B521A3" w:rsidRPr="00EF2F0E" w:rsidRDefault="00B521A3" w:rsidP="00B521A3">
            <w:pPr>
              <w:pStyle w:val="TAC"/>
              <w:rPr>
                <w:rFonts w:cs="Arial"/>
                <w:lang w:eastAsia="ko-KR"/>
              </w:rPr>
            </w:pPr>
            <w:r w:rsidRPr="00EF2F0E">
              <w:rPr>
                <w:rFonts w:cs="Arial"/>
                <w:lang w:eastAsia="ko-KR"/>
              </w:rPr>
              <w:t>CW carrier</w:t>
            </w:r>
          </w:p>
        </w:tc>
      </w:tr>
      <w:tr w:rsidR="00B521A3" w:rsidRPr="00EF2F0E" w14:paraId="0985027A" w14:textId="77777777" w:rsidTr="00AB06FD">
        <w:trPr>
          <w:jc w:val="center"/>
        </w:trPr>
        <w:tc>
          <w:tcPr>
            <w:tcW w:w="9803" w:type="dxa"/>
            <w:gridSpan w:val="8"/>
          </w:tcPr>
          <w:p w14:paraId="09850275" w14:textId="77777777" w:rsidR="00B521A3" w:rsidRPr="00EF2F0E" w:rsidRDefault="00B521A3" w:rsidP="00B521A3">
            <w:pPr>
              <w:pStyle w:val="TAN"/>
              <w:rPr>
                <w:lang w:eastAsia="ja-JP"/>
              </w:rPr>
            </w:pPr>
            <w:r w:rsidRPr="00EF2F0E">
              <w:rPr>
                <w:lang w:eastAsia="ja-JP"/>
              </w:rPr>
              <w:t>NOTE 1:</w:t>
            </w:r>
            <w:r w:rsidRPr="00EF2F0E">
              <w:rPr>
                <w:lang w:eastAsia="ja-JP"/>
              </w:rPr>
              <w:tab/>
              <w:t>EIS</w:t>
            </w:r>
            <w:r w:rsidRPr="00EF2F0E">
              <w:rPr>
                <w:vertAlign w:val="subscript"/>
                <w:lang w:eastAsia="ja-JP"/>
              </w:rPr>
              <w:t>minSENS</w:t>
            </w:r>
            <w:r w:rsidRPr="00EF2F0E">
              <w:rPr>
                <w:lang w:eastAsia="ja-JP"/>
              </w:rPr>
              <w:t xml:space="preserve"> depends on the RAT, the BS class and on the </w:t>
            </w:r>
            <w:r w:rsidRPr="00EF2F0E">
              <w:rPr>
                <w:i/>
                <w:lang w:eastAsia="ja-JP"/>
              </w:rPr>
              <w:t>channel bandwidth</w:t>
            </w:r>
            <w:r w:rsidRPr="00EF2F0E">
              <w:rPr>
                <w:lang w:eastAsia="ja-JP"/>
              </w:rPr>
              <w:t>, see subclauses 10.3 and 10.2.</w:t>
            </w:r>
          </w:p>
          <w:p w14:paraId="09850276" w14:textId="77777777" w:rsidR="00B521A3" w:rsidRPr="00EF2F0E" w:rsidRDefault="00B521A3" w:rsidP="00B521A3">
            <w:pPr>
              <w:pStyle w:val="TAN"/>
              <w:rPr>
                <w:lang w:eastAsia="ja-JP"/>
              </w:rPr>
            </w:pPr>
            <w:r w:rsidRPr="00EF2F0E">
              <w:rPr>
                <w:lang w:eastAsia="ja-JP"/>
              </w:rPr>
              <w:t>NOTE 2:</w:t>
            </w:r>
            <w:r w:rsidRPr="00EF2F0E">
              <w:rPr>
                <w:lang w:eastAsia="ja-JP"/>
              </w:rPr>
              <w:tab/>
              <w:t xml:space="preserve">Except for a BS operating in Band 13, these requirements do not apply when the interfering signal falls within any of the supported </w:t>
            </w:r>
            <w:r w:rsidRPr="00EF2F0E">
              <w:rPr>
                <w:i/>
                <w:lang w:eastAsia="ja-JP"/>
              </w:rPr>
              <w:t>uplink operating band</w:t>
            </w:r>
            <w:r w:rsidRPr="00EF2F0E">
              <w:rPr>
                <w:lang w:eastAsia="ja-JP"/>
              </w:rPr>
              <w:t xml:space="preserve"> or in the </w:t>
            </w:r>
            <w:r w:rsidRPr="00EF2F0E">
              <w:t>Δf</w:t>
            </w:r>
            <w:r w:rsidRPr="00EF2F0E">
              <w:rPr>
                <w:vertAlign w:val="subscript"/>
              </w:rPr>
              <w:t>OOB</w:t>
            </w:r>
            <w:r w:rsidRPr="00EF2F0E">
              <w:rPr>
                <w:rFonts w:cs="v5.0.0"/>
              </w:rPr>
              <w:t xml:space="preserve"> </w:t>
            </w:r>
            <w:r w:rsidRPr="00EF2F0E">
              <w:rPr>
                <w:lang w:eastAsia="ja-JP"/>
              </w:rPr>
              <w:t xml:space="preserve">immediately outside any of the supported </w:t>
            </w:r>
            <w:r w:rsidRPr="00EF2F0E">
              <w:rPr>
                <w:i/>
                <w:lang w:eastAsia="ja-JP"/>
              </w:rPr>
              <w:t>uplink operating band</w:t>
            </w:r>
            <w:r w:rsidRPr="00EF2F0E">
              <w:rPr>
                <w:lang w:eastAsia="ja-JP"/>
              </w:rPr>
              <w:t>.</w:t>
            </w:r>
            <w:r w:rsidRPr="00EF2F0E">
              <w:rPr>
                <w:lang w:eastAsia="ja-JP"/>
              </w:rPr>
              <w:br/>
              <w:t>For a BS operating in band 13 the requirements do not apply when the interfering signal falls within the frequency range 768 - 797 MHz.</w:t>
            </w:r>
          </w:p>
          <w:p w14:paraId="09850277" w14:textId="77777777" w:rsidR="00B521A3" w:rsidRPr="00EF2F0E" w:rsidRDefault="00B521A3" w:rsidP="00B521A3">
            <w:pPr>
              <w:pStyle w:val="TAN"/>
              <w:rPr>
                <w:lang w:eastAsia="ja-JP"/>
              </w:rPr>
            </w:pPr>
            <w:r w:rsidRPr="00EF2F0E">
              <w:rPr>
                <w:lang w:eastAsia="ja-JP"/>
              </w:rPr>
              <w:t>NOTE 3:</w:t>
            </w:r>
            <w:r w:rsidRPr="00EF2F0E">
              <w:rPr>
                <w:lang w:eastAsia="ja-JP"/>
              </w:rPr>
              <w:tab/>
              <w:t>Some combinations of bands may not be possible to co-site based on the requirements above. The current state-of-the-art technology does not allow a single generic solution for co-location of UTRA TDD or E-UTRA TDD or NR TDD with E-UTRA FDD or NR FDD on adjacent frequencies with closely spaced antennas. However, there are certain site-engineering solutions that can be used. These techniques are addressed in 3GPP TR 25.942 [12].</w:t>
            </w:r>
          </w:p>
          <w:p w14:paraId="09850278" w14:textId="77777777" w:rsidR="00B521A3" w:rsidRPr="00EF2F0E" w:rsidRDefault="00B521A3" w:rsidP="00B521A3">
            <w:pPr>
              <w:pStyle w:val="TAN"/>
              <w:rPr>
                <w:lang w:eastAsia="ja-JP"/>
              </w:rPr>
            </w:pPr>
            <w:r w:rsidRPr="00EF2F0E">
              <w:rPr>
                <w:lang w:eastAsia="ja-JP"/>
              </w:rPr>
              <w:t>NOTE 4:</w:t>
            </w:r>
            <w:r w:rsidRPr="00EF2F0E">
              <w:rPr>
                <w:lang w:eastAsia="ja-JP"/>
              </w:rPr>
              <w:tab/>
              <w:t>In China, the blocking requirement for co-location with DCS1800 and Band III BS is only applicable in the frequency range 1805 - 1850 MHz.</w:t>
            </w:r>
          </w:p>
          <w:p w14:paraId="09850279" w14:textId="77777777" w:rsidR="00B521A3" w:rsidRPr="00EF2F0E" w:rsidRDefault="00B521A3" w:rsidP="00B521A3">
            <w:pPr>
              <w:pStyle w:val="TAN"/>
              <w:rPr>
                <w:lang w:eastAsia="zh-CN"/>
              </w:rPr>
            </w:pPr>
            <w:r w:rsidRPr="00EF2F0E">
              <w:rPr>
                <w:lang w:eastAsia="ja-JP"/>
              </w:rPr>
              <w:t>NOTE 5:</w:t>
            </w:r>
            <w:r w:rsidRPr="00EF2F0E">
              <w:rPr>
                <w:lang w:eastAsia="ja-JP"/>
              </w:rPr>
              <w:tab/>
            </w:r>
            <w:r w:rsidR="004C7800" w:rsidRPr="00EF2F0E">
              <w:rPr>
                <w:lang w:eastAsia="ja-JP"/>
              </w:rPr>
              <w:t xml:space="preserve">For an AAS BS operating in band 11, 21, or 74 the requirement </w:t>
            </w:r>
            <w:r w:rsidR="004C7800" w:rsidRPr="00EF2F0E">
              <w:rPr>
                <w:rFonts w:hint="eastAsia"/>
                <w:lang w:eastAsia="ja-JP"/>
              </w:rPr>
              <w:t xml:space="preserve">for co-location with Band 32 </w:t>
            </w:r>
            <w:r w:rsidR="004C7800" w:rsidRPr="00EF2F0E">
              <w:rPr>
                <w:lang w:eastAsia="ja-JP"/>
              </w:rPr>
              <w:t>applies for interfering signal within the frequency range 1475.9 - 1495.9 MHz.</w:t>
            </w:r>
          </w:p>
        </w:tc>
      </w:tr>
    </w:tbl>
    <w:p w14:paraId="0985027B" w14:textId="77777777" w:rsidR="00B15E99" w:rsidRPr="00EF2F0E" w:rsidRDefault="00B15E99" w:rsidP="00A40339">
      <w:pPr>
        <w:rPr>
          <w:lang w:eastAsia="zh-CN"/>
        </w:rPr>
      </w:pPr>
    </w:p>
    <w:p w14:paraId="0985027C" w14:textId="77777777" w:rsidR="00B15E99" w:rsidRPr="00EF2F0E" w:rsidRDefault="00B15E99" w:rsidP="00A40339">
      <w:pPr>
        <w:pStyle w:val="Heading3"/>
      </w:pPr>
      <w:bookmarkStart w:id="5277" w:name="_Toc21096168"/>
      <w:bookmarkStart w:id="5278" w:name="_Toc29763367"/>
      <w:bookmarkStart w:id="5279" w:name="_Toc45869652"/>
      <w:bookmarkStart w:id="5280" w:name="_Toc52554905"/>
      <w:bookmarkStart w:id="5281" w:name="_Toc52555375"/>
      <w:bookmarkStart w:id="5282" w:name="_Toc61112607"/>
      <w:bookmarkStart w:id="5283" w:name="_Toc67911759"/>
      <w:bookmarkStart w:id="5284" w:name="_Toc74843234"/>
      <w:bookmarkStart w:id="5285" w:name="_Toc76503617"/>
      <w:bookmarkStart w:id="5286" w:name="_Toc83041060"/>
      <w:bookmarkStart w:id="5287" w:name="_Toc89852103"/>
      <w:bookmarkStart w:id="5288" w:name="_Toc98676457"/>
      <w:r w:rsidRPr="00EF2F0E">
        <w:t>10.6.3</w:t>
      </w:r>
      <w:r w:rsidRPr="00EF2F0E">
        <w:tab/>
        <w:t>Minimum requirement for single RAT UTRA operation</w:t>
      </w:r>
      <w:bookmarkEnd w:id="5277"/>
      <w:bookmarkEnd w:id="5278"/>
      <w:bookmarkEnd w:id="5279"/>
      <w:bookmarkEnd w:id="5280"/>
      <w:bookmarkEnd w:id="5281"/>
      <w:bookmarkEnd w:id="5282"/>
      <w:bookmarkEnd w:id="5283"/>
      <w:bookmarkEnd w:id="5284"/>
      <w:bookmarkEnd w:id="5285"/>
      <w:bookmarkEnd w:id="5286"/>
      <w:bookmarkEnd w:id="5287"/>
      <w:bookmarkEnd w:id="5288"/>
    </w:p>
    <w:p w14:paraId="0985027D" w14:textId="77777777" w:rsidR="00B15E99" w:rsidRPr="00EF2F0E" w:rsidRDefault="00B15E99" w:rsidP="00A40339">
      <w:pPr>
        <w:pStyle w:val="Heading4"/>
      </w:pPr>
      <w:bookmarkStart w:id="5289" w:name="_Toc21096169"/>
      <w:bookmarkStart w:id="5290" w:name="_Toc29763368"/>
      <w:bookmarkStart w:id="5291" w:name="_Toc45869653"/>
      <w:bookmarkStart w:id="5292" w:name="_Toc52554906"/>
      <w:bookmarkStart w:id="5293" w:name="_Toc52555376"/>
      <w:bookmarkStart w:id="5294" w:name="_Toc61112608"/>
      <w:bookmarkStart w:id="5295" w:name="_Toc67911760"/>
      <w:bookmarkStart w:id="5296" w:name="_Toc74843235"/>
      <w:bookmarkStart w:id="5297" w:name="_Toc76503618"/>
      <w:bookmarkStart w:id="5298" w:name="_Toc83041061"/>
      <w:bookmarkStart w:id="5299" w:name="_Toc89852104"/>
      <w:bookmarkStart w:id="5300" w:name="_Toc98676458"/>
      <w:r w:rsidRPr="00EF2F0E">
        <w:t>10.6.3.1</w:t>
      </w:r>
      <w:r w:rsidRPr="00EF2F0E">
        <w:tab/>
        <w:t>General minimum requirement</w:t>
      </w:r>
      <w:bookmarkEnd w:id="5289"/>
      <w:bookmarkEnd w:id="5290"/>
      <w:bookmarkEnd w:id="5291"/>
      <w:bookmarkEnd w:id="5292"/>
      <w:bookmarkEnd w:id="5293"/>
      <w:bookmarkEnd w:id="5294"/>
      <w:bookmarkEnd w:id="5295"/>
      <w:bookmarkEnd w:id="5296"/>
      <w:bookmarkEnd w:id="5297"/>
      <w:bookmarkEnd w:id="5298"/>
      <w:bookmarkEnd w:id="5299"/>
      <w:bookmarkEnd w:id="5300"/>
    </w:p>
    <w:p w14:paraId="0985027E" w14:textId="77777777" w:rsidR="00B15E99" w:rsidRPr="00EF2F0E" w:rsidRDefault="00B15E99" w:rsidP="00A40339">
      <w:r w:rsidRPr="00EF2F0E">
        <w:t>In addition to the following in-band and narrowband requirements, the general minimum requirements relating to out of band blocking defined for MSR in subclause 10.6.2.1 shall also be applied for single RAT UTRA operation.</w:t>
      </w:r>
    </w:p>
    <w:p w14:paraId="0985027F" w14:textId="77777777" w:rsidR="00B15E99" w:rsidRPr="00EF2F0E" w:rsidRDefault="00B15E99" w:rsidP="00A40339">
      <w:r w:rsidRPr="00EF2F0E">
        <w:t>The minimum requirement for in-band blocking and narrowband blocking UTRA operation is defined below:</w:t>
      </w:r>
    </w:p>
    <w:p w14:paraId="09850280" w14:textId="77777777" w:rsidR="00B15E99" w:rsidRPr="00EF2F0E" w:rsidRDefault="00B15E99" w:rsidP="00A40339">
      <w:r w:rsidRPr="00EF2F0E">
        <w:t xml:space="preserve">The requirement is applicable outside the </w:t>
      </w:r>
      <w:r w:rsidRPr="00EF2F0E">
        <w:rPr>
          <w:i/>
        </w:rPr>
        <w:t>Base Station RF Bandwidth</w:t>
      </w:r>
      <w:r w:rsidRPr="00EF2F0E">
        <w:t xml:space="preserve"> or </w:t>
      </w:r>
      <w:r w:rsidRPr="00EF2F0E">
        <w:rPr>
          <w:i/>
        </w:rPr>
        <w:t>Radio Bandwidth</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or </w:t>
      </w:r>
      <w:r w:rsidRPr="00EF2F0E">
        <w:rPr>
          <w:i/>
        </w:rPr>
        <w:t>Radio Bandwidth</w:t>
      </w:r>
      <w:r w:rsidRPr="00EF2F0E">
        <w:t xml:space="preserve"> edges applicable to each RIB.</w:t>
      </w:r>
    </w:p>
    <w:p w14:paraId="09850281" w14:textId="77777777" w:rsidR="00B15E99" w:rsidRPr="00EF2F0E" w:rsidRDefault="00B15E99" w:rsidP="00A40339">
      <w:r w:rsidRPr="00EF2F0E">
        <w:t xml:space="preserve">For RIB supporting operation in </w:t>
      </w:r>
      <w:r w:rsidRPr="00EF2F0E">
        <w:rPr>
          <w:i/>
        </w:rPr>
        <w:t>non-contiguous spectrum</w:t>
      </w:r>
      <w:r w:rsidRPr="00EF2F0E">
        <w:t xml:space="preserve">, the requirement applies in addition inside any </w:t>
      </w:r>
      <w:r w:rsidRPr="00EF2F0E">
        <w:rPr>
          <w:i/>
        </w:rPr>
        <w:t>sub-block gap</w:t>
      </w:r>
      <w:r w:rsidRPr="00EF2F0E">
        <w:t xml:space="preserve">, in case the </w:t>
      </w:r>
      <w:r w:rsidRPr="00EF2F0E">
        <w:rPr>
          <w:i/>
        </w:rPr>
        <w:t>sub-block gap</w:t>
      </w:r>
      <w:r w:rsidRPr="00EF2F0E">
        <w:t xml:space="preserve"> size is at least 15MHz. The interfering signal offset is defined relative to the </w:t>
      </w:r>
      <w:r w:rsidRPr="00EF2F0E">
        <w:rPr>
          <w:i/>
        </w:rPr>
        <w:t>sub-block</w:t>
      </w:r>
      <w:r w:rsidRPr="00EF2F0E">
        <w:t xml:space="preserve"> edges inside the </w:t>
      </w:r>
      <w:r w:rsidRPr="00EF2F0E">
        <w:rPr>
          <w:i/>
        </w:rPr>
        <w:t>sub-block gap</w:t>
      </w:r>
      <w:r w:rsidRPr="00EF2F0E">
        <w:t xml:space="preserve"> and is equal to </w:t>
      </w:r>
      <w:r w:rsidRPr="00EF2F0E">
        <w:rPr>
          <w:rFonts w:cs="Arial"/>
        </w:rPr>
        <w:t>-</w:t>
      </w:r>
      <w:r w:rsidRPr="00EF2F0E">
        <w:t>7.5MHz/+7.5MHz, respectively.</w:t>
      </w:r>
    </w:p>
    <w:p w14:paraId="09850282" w14:textId="77777777" w:rsidR="00B15E99" w:rsidRPr="00EF2F0E" w:rsidRDefault="00B15E99" w:rsidP="00A40339">
      <w:r w:rsidRPr="00EF2F0E">
        <w:t xml:space="preserve">For a RIB supporting operation in </w:t>
      </w:r>
      <w:r w:rsidRPr="00EF2F0E">
        <w:rPr>
          <w:i/>
        </w:rPr>
        <w:t>non-contiguous spectrum</w:t>
      </w:r>
      <w:r w:rsidRPr="00EF2F0E">
        <w:rPr>
          <w:lang w:eastAsia="zh-CN"/>
        </w:rPr>
        <w:t xml:space="preserve"> </w:t>
      </w:r>
      <w:r w:rsidRPr="00EF2F0E">
        <w:t xml:space="preserve">the narrowband blocking requirement applies in addition inside any </w:t>
      </w:r>
      <w:r w:rsidRPr="00EF2F0E">
        <w:rPr>
          <w:i/>
        </w:rPr>
        <w:t>sub-block gap</w:t>
      </w:r>
      <w:r w:rsidRPr="00EF2F0E">
        <w:t xml:space="preserve">, in case the </w:t>
      </w:r>
      <w:r w:rsidRPr="00EF2F0E">
        <w:rPr>
          <w:i/>
        </w:rPr>
        <w:t>sub-block gap</w:t>
      </w:r>
      <w:r w:rsidRPr="00EF2F0E">
        <w:t xml:space="preserve"> size is at least 400kHz or 600kHz, depending on the operating band. The interfering signal offset is defined relative to the </w:t>
      </w:r>
      <w:r w:rsidRPr="00EF2F0E">
        <w:rPr>
          <w:i/>
        </w:rPr>
        <w:t>sub-block</w:t>
      </w:r>
      <w:r w:rsidRPr="00EF2F0E">
        <w:t xml:space="preserve"> edges inside the </w:t>
      </w:r>
      <w:r w:rsidRPr="00EF2F0E">
        <w:rPr>
          <w:i/>
        </w:rPr>
        <w:t>sub-block gap</w:t>
      </w:r>
      <w:r w:rsidRPr="00EF2F0E">
        <w:t xml:space="preserve"> and is equal to </w:t>
      </w:r>
      <w:r w:rsidRPr="00EF2F0E">
        <w:rPr>
          <w:rFonts w:cs="Arial"/>
        </w:rPr>
        <w:t>-</w:t>
      </w:r>
      <w:r w:rsidRPr="00EF2F0E">
        <w:t xml:space="preserve">200kHz/+200kHz or </w:t>
      </w:r>
      <w:r w:rsidRPr="00EF2F0E">
        <w:rPr>
          <w:rFonts w:cs="Arial"/>
        </w:rPr>
        <w:t>-</w:t>
      </w:r>
      <w:r w:rsidRPr="00EF2F0E">
        <w:t>300kHz/+300kHz, respectively.</w:t>
      </w:r>
    </w:p>
    <w:p w14:paraId="09850283" w14:textId="77777777" w:rsidR="00B15E99" w:rsidRPr="00EF2F0E" w:rsidRDefault="00B15E99" w:rsidP="00A40339">
      <w:r w:rsidRPr="00EF2F0E">
        <w:t xml:space="preserve">For </w:t>
      </w:r>
      <w:r w:rsidRPr="00EF2F0E">
        <w:rPr>
          <w:i/>
        </w:rPr>
        <w:t>multi-band RIBs</w:t>
      </w:r>
      <w:r w:rsidRPr="00EF2F0E">
        <w:t xml:space="preserve"> the requirement in the in-band blocking frequency range applies for each supported operating band. The requirement applies in addition inside any </w:t>
      </w:r>
      <w:r w:rsidRPr="00EF2F0E">
        <w:rPr>
          <w:i/>
        </w:rPr>
        <w:t>Inter RF Bandwidth gap</w:t>
      </w:r>
      <w:r w:rsidRPr="00EF2F0E">
        <w:t xml:space="preserve">, in case </w:t>
      </w:r>
      <w:r w:rsidRPr="00EF2F0E">
        <w:rPr>
          <w:i/>
        </w:rPr>
        <w:t>Inter RF Bandwidth gap</w:t>
      </w:r>
      <w:r w:rsidRPr="00EF2F0E">
        <w:t xml:space="preserve"> size is at least 15MHz. The interfering signal offset is defined relative to lower/upper </w:t>
      </w:r>
      <w:r w:rsidRPr="00EF2F0E">
        <w:rPr>
          <w:i/>
        </w:rPr>
        <w:t>Base Station RF Bandwidth</w:t>
      </w:r>
      <w:r w:rsidRPr="00EF2F0E">
        <w:t xml:space="preserve"> </w:t>
      </w:r>
      <w:r w:rsidRPr="00EF2F0E">
        <w:rPr>
          <w:i/>
        </w:rPr>
        <w:t>edges</w:t>
      </w:r>
      <w:r w:rsidRPr="00EF2F0E">
        <w:t xml:space="preserve"> inside the </w:t>
      </w:r>
      <w:r w:rsidRPr="00EF2F0E">
        <w:rPr>
          <w:i/>
        </w:rPr>
        <w:t>Inter RF Bandwidth gap</w:t>
      </w:r>
      <w:r w:rsidRPr="00EF2F0E">
        <w:t xml:space="preserve"> and is equal to -7.5MHz/+7.5MHz, respectively.</w:t>
      </w:r>
    </w:p>
    <w:p w14:paraId="09850284" w14:textId="77777777" w:rsidR="00B15E99" w:rsidRPr="00EF2F0E" w:rsidRDefault="00B15E99" w:rsidP="00A40339">
      <w:r w:rsidRPr="00EF2F0E">
        <w:t xml:space="preserve">For </w:t>
      </w:r>
      <w:r w:rsidRPr="00EF2F0E">
        <w:rPr>
          <w:i/>
        </w:rPr>
        <w:t>multi-band RIBs</w:t>
      </w:r>
      <w:r w:rsidRPr="00EF2F0E">
        <w:t xml:space="preserve"> the narrowband blocking requirement applies in addition inside any </w:t>
      </w:r>
      <w:r w:rsidRPr="00EF2F0E">
        <w:rPr>
          <w:i/>
        </w:rPr>
        <w:t>Inter RF Bandwidth gap</w:t>
      </w:r>
      <w:r w:rsidRPr="00EF2F0E">
        <w:t xml:space="preserve">, in case the </w:t>
      </w:r>
      <w:r w:rsidRPr="00EF2F0E">
        <w:rPr>
          <w:i/>
        </w:rPr>
        <w:t>Inter RF Bandwidth gap</w:t>
      </w:r>
      <w:r w:rsidRPr="00EF2F0E">
        <w:t xml:space="preserve"> size is at least 400kHz or 600kHz, depending on the operating band. The interfering signal offset is defined relative to lower/upper </w:t>
      </w:r>
      <w:r w:rsidRPr="00EF2F0E">
        <w:rPr>
          <w:i/>
        </w:rPr>
        <w:t>Base Station RF Bandwidth</w:t>
      </w:r>
      <w:r w:rsidRPr="00EF2F0E">
        <w:t xml:space="preserve"> </w:t>
      </w:r>
      <w:r w:rsidRPr="00EF2F0E">
        <w:rPr>
          <w:i/>
        </w:rPr>
        <w:t>edges</w:t>
      </w:r>
      <w:r w:rsidRPr="00EF2F0E">
        <w:t xml:space="preserve"> inside the </w:t>
      </w:r>
      <w:r w:rsidRPr="00EF2F0E">
        <w:rPr>
          <w:i/>
        </w:rPr>
        <w:t>Inter RF Bandwidth gap</w:t>
      </w:r>
      <w:r w:rsidRPr="00EF2F0E">
        <w:t xml:space="preserve"> and is equal to -200kHz/+200kHz or -300kHz/+300kHz, respectively.</w:t>
      </w:r>
    </w:p>
    <w:p w14:paraId="09850285" w14:textId="77777777" w:rsidR="00B15E99" w:rsidRPr="00EF2F0E" w:rsidRDefault="00B15E99" w:rsidP="00A40339">
      <w:r w:rsidRPr="00EF2F0E">
        <w:t>For the wanted and interfering signal at the RIB, using the parameters in tables 10.6.4.1</w:t>
      </w:r>
      <w:r w:rsidRPr="00EF2F0E">
        <w:noBreakHyphen/>
        <w:t>1 and 10.6.4.1</w:t>
      </w:r>
      <w:r w:rsidRPr="00EF2F0E">
        <w:noBreakHyphen/>
        <w:t>2, the following requirements shall be met:</w:t>
      </w:r>
    </w:p>
    <w:p w14:paraId="09850286" w14:textId="77777777" w:rsidR="00B15E99" w:rsidRPr="00EF2F0E" w:rsidRDefault="00B15E99" w:rsidP="00A40339">
      <w:pPr>
        <w:pStyle w:val="B10"/>
      </w:pPr>
      <w:r w:rsidRPr="00EF2F0E">
        <w:t>-</w:t>
      </w:r>
      <w:r w:rsidRPr="00EF2F0E">
        <w:tab/>
        <w:t>For any UTRA FDD carrier, the BER shall not exceed 0,001 for the reference measurement channel defined in 3GPP TS 25.104 [6], subclause 7.2.1.</w:t>
      </w:r>
    </w:p>
    <w:p w14:paraId="09850287" w14:textId="77777777" w:rsidR="00B15E99" w:rsidRPr="00EF2F0E" w:rsidRDefault="00B15E99" w:rsidP="00A40339">
      <w:pPr>
        <w:rPr>
          <w:rFonts w:cs="Arial"/>
        </w:rPr>
      </w:pPr>
      <w:r w:rsidRPr="00EF2F0E">
        <w:t xml:space="preserve">The OTA levels are applied referenced to 2 antenna gain offsets </w:t>
      </w:r>
      <w:r w:rsidRPr="00EF2F0E">
        <w:rPr>
          <w:rFonts w:cs="Arial"/>
        </w:rPr>
        <w:t>Δ</w:t>
      </w:r>
      <w:r w:rsidRPr="00EF2F0E">
        <w:rPr>
          <w:rFonts w:cs="Arial"/>
          <w:vertAlign w:val="subscript"/>
        </w:rPr>
        <w:t xml:space="preserve">OTAREFSENS </w:t>
      </w:r>
      <w:r w:rsidRPr="00EF2F0E">
        <w:rPr>
          <w:rFonts w:cs="Arial"/>
        </w:rPr>
        <w:t>and Δ</w:t>
      </w:r>
      <w:r w:rsidRPr="00EF2F0E">
        <w:rPr>
          <w:rFonts w:cs="Arial"/>
          <w:vertAlign w:val="subscript"/>
        </w:rPr>
        <w:t>minSENS</w:t>
      </w:r>
      <w:r w:rsidRPr="00EF2F0E">
        <w:rPr>
          <w:rFonts w:cs="Arial"/>
        </w:rPr>
        <w:t>.</w:t>
      </w:r>
    </w:p>
    <w:p w14:paraId="09850288" w14:textId="77777777" w:rsidR="00B15E99" w:rsidRPr="00EF2F0E" w:rsidRDefault="00B15E99" w:rsidP="00A40339">
      <w:pPr>
        <w:pStyle w:val="TH"/>
        <w:rPr>
          <w:rFonts w:eastAsia="Osaka"/>
        </w:rPr>
      </w:pPr>
      <w:r w:rsidRPr="00EF2F0E">
        <w:rPr>
          <w:rFonts w:eastAsia="Osaka"/>
        </w:rPr>
        <w:t xml:space="preserve">Table 10.6.3.1-1: In-band blocking requirement </w:t>
      </w:r>
      <w:r w:rsidRPr="00EF2F0E">
        <w:t>for Single RAT UTRA AAS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775"/>
        <w:gridCol w:w="1815"/>
        <w:gridCol w:w="1792"/>
        <w:gridCol w:w="1777"/>
      </w:tblGrid>
      <w:tr w:rsidR="003401A4" w:rsidRPr="00EF2F0E" w14:paraId="0985028E" w14:textId="77777777" w:rsidTr="00A40339">
        <w:trPr>
          <w:tblHeader/>
          <w:jc w:val="center"/>
        </w:trPr>
        <w:tc>
          <w:tcPr>
            <w:tcW w:w="1796" w:type="dxa"/>
            <w:shd w:val="clear" w:color="auto" w:fill="auto"/>
          </w:tcPr>
          <w:p w14:paraId="09850289" w14:textId="77777777" w:rsidR="00B15E99" w:rsidRPr="00EF2F0E" w:rsidRDefault="00B15E99" w:rsidP="00A40339">
            <w:pPr>
              <w:pStyle w:val="TAH"/>
              <w:rPr>
                <w:lang w:eastAsia="ja-JP"/>
              </w:rPr>
            </w:pPr>
            <w:r w:rsidRPr="00EF2F0E">
              <w:rPr>
                <w:lang w:eastAsia="ja-JP"/>
              </w:rPr>
              <w:t>Base Station Type</w:t>
            </w:r>
          </w:p>
        </w:tc>
        <w:tc>
          <w:tcPr>
            <w:tcW w:w="1775" w:type="dxa"/>
            <w:shd w:val="clear" w:color="auto" w:fill="auto"/>
          </w:tcPr>
          <w:p w14:paraId="0985028A" w14:textId="77777777" w:rsidR="00B15E99" w:rsidRPr="00EF2F0E" w:rsidRDefault="00B15E99" w:rsidP="00A40339">
            <w:pPr>
              <w:pStyle w:val="TAH"/>
              <w:rPr>
                <w:lang w:eastAsia="ja-JP"/>
              </w:rPr>
            </w:pPr>
            <w:r w:rsidRPr="00EF2F0E">
              <w:rPr>
                <w:lang w:eastAsia="ja-JP"/>
              </w:rPr>
              <w:t>Mean power of interfering signal [dBm]</w:t>
            </w:r>
          </w:p>
        </w:tc>
        <w:tc>
          <w:tcPr>
            <w:tcW w:w="1815" w:type="dxa"/>
            <w:shd w:val="clear" w:color="auto" w:fill="auto"/>
          </w:tcPr>
          <w:p w14:paraId="0985028B" w14:textId="77777777" w:rsidR="00B15E99" w:rsidRPr="00EF2F0E" w:rsidRDefault="00B15E99" w:rsidP="00A40339">
            <w:pPr>
              <w:pStyle w:val="TAH"/>
              <w:rPr>
                <w:lang w:eastAsia="ja-JP"/>
              </w:rPr>
            </w:pPr>
            <w:r w:rsidRPr="00EF2F0E">
              <w:rPr>
                <w:lang w:eastAsia="ja-JP"/>
              </w:rPr>
              <w:t>Wanted Signal mean power [dBm]</w:t>
            </w:r>
          </w:p>
        </w:tc>
        <w:tc>
          <w:tcPr>
            <w:tcW w:w="1792" w:type="dxa"/>
            <w:shd w:val="clear" w:color="auto" w:fill="auto"/>
          </w:tcPr>
          <w:p w14:paraId="0985028C" w14:textId="77777777" w:rsidR="00B15E99" w:rsidRPr="00EF2F0E" w:rsidRDefault="00B15E99" w:rsidP="00A40339">
            <w:pPr>
              <w:pStyle w:val="TAH"/>
              <w:rPr>
                <w:lang w:eastAsia="ja-JP"/>
              </w:rPr>
            </w:pPr>
            <w:r w:rsidRPr="00EF2F0E">
              <w:rPr>
                <w:rFonts w:cs="Arial"/>
              </w:rPr>
              <w:t>Minimum Offset of Interfering Signal</w:t>
            </w:r>
          </w:p>
        </w:tc>
        <w:tc>
          <w:tcPr>
            <w:tcW w:w="1777" w:type="dxa"/>
            <w:shd w:val="clear" w:color="auto" w:fill="auto"/>
          </w:tcPr>
          <w:p w14:paraId="0985028D" w14:textId="77777777" w:rsidR="00B15E99" w:rsidRPr="00EF2F0E" w:rsidRDefault="00B15E99" w:rsidP="00A40339">
            <w:pPr>
              <w:pStyle w:val="TAH"/>
              <w:rPr>
                <w:lang w:eastAsia="ja-JP"/>
              </w:rPr>
            </w:pPr>
            <w:r w:rsidRPr="00EF2F0E">
              <w:rPr>
                <w:rFonts w:cs="Arial"/>
              </w:rPr>
              <w:t>Type of Interfering Signal</w:t>
            </w:r>
          </w:p>
        </w:tc>
      </w:tr>
      <w:tr w:rsidR="003401A4" w:rsidRPr="00EF2F0E" w14:paraId="09850294" w14:textId="77777777" w:rsidTr="00A40339">
        <w:trPr>
          <w:trHeight w:val="345"/>
          <w:jc w:val="center"/>
        </w:trPr>
        <w:tc>
          <w:tcPr>
            <w:tcW w:w="1796" w:type="dxa"/>
            <w:vMerge w:val="restart"/>
            <w:shd w:val="clear" w:color="auto" w:fill="auto"/>
          </w:tcPr>
          <w:p w14:paraId="0985028F" w14:textId="77777777" w:rsidR="00B15E99" w:rsidRPr="00EF2F0E" w:rsidRDefault="00B15E99" w:rsidP="00A40339">
            <w:pPr>
              <w:pStyle w:val="TAL"/>
              <w:rPr>
                <w:rFonts w:cs="Arial"/>
                <w:szCs w:val="18"/>
                <w:lang w:eastAsia="ja-JP"/>
              </w:rPr>
            </w:pPr>
            <w:r w:rsidRPr="00EF2F0E">
              <w:rPr>
                <w:rFonts w:cs="Arial"/>
                <w:szCs w:val="18"/>
                <w:lang w:eastAsia="ja-JP"/>
              </w:rPr>
              <w:t>Wide Area BS</w:t>
            </w:r>
          </w:p>
        </w:tc>
        <w:tc>
          <w:tcPr>
            <w:tcW w:w="1775" w:type="dxa"/>
            <w:shd w:val="clear" w:color="auto" w:fill="auto"/>
          </w:tcPr>
          <w:p w14:paraId="09850290" w14:textId="77777777" w:rsidR="00B15E99" w:rsidRPr="00EF2F0E" w:rsidRDefault="00B15E99" w:rsidP="00A40339">
            <w:pPr>
              <w:pStyle w:val="TAL"/>
              <w:rPr>
                <w:rFonts w:cs="Arial"/>
                <w:vertAlign w:val="subscript"/>
              </w:rPr>
            </w:pPr>
            <w:r w:rsidRPr="00EF2F0E">
              <w:rPr>
                <w:rFonts w:cs="Arial"/>
                <w:szCs w:val="18"/>
                <w:lang w:eastAsia="ja-JP"/>
              </w:rPr>
              <w:t xml:space="preserve">-40- </w:t>
            </w:r>
            <w:r w:rsidRPr="00EF2F0E">
              <w:rPr>
                <w:rFonts w:cs="Arial"/>
              </w:rPr>
              <w:t>Δ</w:t>
            </w:r>
            <w:r w:rsidRPr="00EF2F0E">
              <w:rPr>
                <w:rFonts w:cs="Arial"/>
                <w:vertAlign w:val="subscript"/>
              </w:rPr>
              <w:t>OTAREFSENS</w:t>
            </w:r>
          </w:p>
        </w:tc>
        <w:tc>
          <w:tcPr>
            <w:tcW w:w="1815" w:type="dxa"/>
            <w:shd w:val="clear" w:color="auto" w:fill="auto"/>
            <w:vAlign w:val="center"/>
          </w:tcPr>
          <w:p w14:paraId="09850291" w14:textId="77777777" w:rsidR="00B15E99" w:rsidRPr="00EF2F0E" w:rsidRDefault="00B15E99" w:rsidP="00A40339">
            <w:pPr>
              <w:pStyle w:val="TAL"/>
              <w:rPr>
                <w:rFonts w:cs="Arial"/>
                <w:szCs w:val="18"/>
                <w:lang w:eastAsia="ja-JP"/>
              </w:rPr>
            </w:pPr>
            <w:r w:rsidRPr="00EF2F0E">
              <w:rPr>
                <w:rFonts w:cs="Arial"/>
                <w:szCs w:val="18"/>
                <w:lang w:eastAsia="ja-JP"/>
              </w:rPr>
              <w:t>EIS</w:t>
            </w:r>
            <w:r w:rsidRPr="00EF2F0E">
              <w:rPr>
                <w:rFonts w:cs="Arial"/>
                <w:szCs w:val="18"/>
                <w:vertAlign w:val="subscript"/>
                <w:lang w:eastAsia="ja-JP"/>
              </w:rPr>
              <w:t>REFSENS</w:t>
            </w:r>
            <w:r w:rsidRPr="00EF2F0E">
              <w:rPr>
                <w:rFonts w:cs="Arial"/>
                <w:szCs w:val="18"/>
                <w:lang w:eastAsia="ja-JP"/>
              </w:rPr>
              <w:t xml:space="preserve"> + 6 dB </w:t>
            </w:r>
          </w:p>
        </w:tc>
        <w:tc>
          <w:tcPr>
            <w:tcW w:w="1792" w:type="dxa"/>
            <w:vMerge w:val="restart"/>
            <w:shd w:val="clear" w:color="auto" w:fill="auto"/>
            <w:vAlign w:val="center"/>
          </w:tcPr>
          <w:p w14:paraId="09850292" w14:textId="77777777" w:rsidR="00B15E99" w:rsidRPr="00EF2F0E" w:rsidRDefault="00B15E99" w:rsidP="00A40339">
            <w:pPr>
              <w:pStyle w:val="TAL"/>
              <w:jc w:val="center"/>
              <w:rPr>
                <w:rFonts w:cs="Arial"/>
                <w:szCs w:val="18"/>
                <w:lang w:eastAsia="ja-JP"/>
              </w:rPr>
            </w:pPr>
            <w:r w:rsidRPr="00EF2F0E">
              <w:rPr>
                <w:rFonts w:cs="Arial"/>
                <w:szCs w:val="18"/>
                <w:lang w:eastAsia="ja-JP"/>
              </w:rPr>
              <w:t>±10MHz</w:t>
            </w:r>
          </w:p>
        </w:tc>
        <w:tc>
          <w:tcPr>
            <w:tcW w:w="1777" w:type="dxa"/>
            <w:vMerge w:val="restart"/>
            <w:shd w:val="clear" w:color="auto" w:fill="auto"/>
            <w:vAlign w:val="center"/>
          </w:tcPr>
          <w:p w14:paraId="09850293" w14:textId="77777777" w:rsidR="00B15E99" w:rsidRPr="00EF2F0E" w:rsidRDefault="00B15E99" w:rsidP="00A40339">
            <w:pPr>
              <w:pStyle w:val="TAL"/>
              <w:jc w:val="center"/>
              <w:rPr>
                <w:rFonts w:cs="Arial"/>
                <w:szCs w:val="18"/>
                <w:lang w:eastAsia="ja-JP"/>
              </w:rPr>
            </w:pPr>
            <w:r w:rsidRPr="00EF2F0E">
              <w:rPr>
                <w:rFonts w:cs="Arial"/>
              </w:rPr>
              <w:t>WCDMA signal (NOTE 1)</w:t>
            </w:r>
          </w:p>
        </w:tc>
      </w:tr>
      <w:tr w:rsidR="003401A4" w:rsidRPr="00EF2F0E" w14:paraId="0985029A" w14:textId="77777777" w:rsidTr="00A40339">
        <w:trPr>
          <w:trHeight w:val="344"/>
          <w:jc w:val="center"/>
        </w:trPr>
        <w:tc>
          <w:tcPr>
            <w:tcW w:w="1796" w:type="dxa"/>
            <w:vMerge/>
            <w:shd w:val="clear" w:color="auto" w:fill="auto"/>
          </w:tcPr>
          <w:p w14:paraId="09850295" w14:textId="77777777" w:rsidR="00B15E99" w:rsidRPr="00EF2F0E" w:rsidRDefault="00B15E99" w:rsidP="00A40339">
            <w:pPr>
              <w:pStyle w:val="TAL"/>
              <w:rPr>
                <w:rFonts w:cs="Arial"/>
                <w:szCs w:val="18"/>
                <w:lang w:eastAsia="ja-JP"/>
              </w:rPr>
            </w:pPr>
          </w:p>
        </w:tc>
        <w:tc>
          <w:tcPr>
            <w:tcW w:w="1775" w:type="dxa"/>
            <w:shd w:val="clear" w:color="auto" w:fill="auto"/>
          </w:tcPr>
          <w:p w14:paraId="09850296" w14:textId="77777777" w:rsidR="00B15E99" w:rsidRPr="00EF2F0E" w:rsidRDefault="00B15E99" w:rsidP="00A40339">
            <w:pPr>
              <w:pStyle w:val="TAL"/>
              <w:rPr>
                <w:rFonts w:cs="Arial"/>
                <w:szCs w:val="18"/>
                <w:lang w:eastAsia="ja-JP"/>
              </w:rPr>
            </w:pPr>
            <w:r w:rsidRPr="00EF2F0E">
              <w:rPr>
                <w:rFonts w:cs="Arial"/>
                <w:szCs w:val="18"/>
                <w:lang w:eastAsia="ja-JP"/>
              </w:rPr>
              <w:t xml:space="preserve">-40 – </w:t>
            </w:r>
            <w:r w:rsidRPr="00EF2F0E">
              <w:rPr>
                <w:rFonts w:cs="Arial"/>
              </w:rPr>
              <w:t>Δ</w:t>
            </w:r>
            <w:r w:rsidRPr="00EF2F0E">
              <w:rPr>
                <w:rFonts w:cs="Arial"/>
                <w:vertAlign w:val="subscript"/>
              </w:rPr>
              <w:t>minSENS</w:t>
            </w:r>
          </w:p>
        </w:tc>
        <w:tc>
          <w:tcPr>
            <w:tcW w:w="1815" w:type="dxa"/>
            <w:shd w:val="clear" w:color="auto" w:fill="auto"/>
            <w:vAlign w:val="center"/>
          </w:tcPr>
          <w:p w14:paraId="09850297" w14:textId="77777777" w:rsidR="00B15E99" w:rsidRPr="00EF2F0E" w:rsidRDefault="00B15E99" w:rsidP="00A40339">
            <w:pPr>
              <w:pStyle w:val="TAL"/>
              <w:rPr>
                <w:rFonts w:cs="Arial"/>
                <w:szCs w:val="18"/>
                <w:lang w:eastAsia="ja-JP"/>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 </w:t>
            </w:r>
          </w:p>
        </w:tc>
        <w:tc>
          <w:tcPr>
            <w:tcW w:w="1792" w:type="dxa"/>
            <w:vMerge/>
            <w:shd w:val="clear" w:color="auto" w:fill="auto"/>
            <w:vAlign w:val="center"/>
          </w:tcPr>
          <w:p w14:paraId="09850298" w14:textId="77777777" w:rsidR="00B15E99" w:rsidRPr="00EF2F0E" w:rsidRDefault="00B15E99" w:rsidP="00A40339">
            <w:pPr>
              <w:pStyle w:val="TAL"/>
              <w:rPr>
                <w:rFonts w:cs="Arial"/>
                <w:szCs w:val="18"/>
                <w:lang w:eastAsia="ja-JP"/>
              </w:rPr>
            </w:pPr>
          </w:p>
        </w:tc>
        <w:tc>
          <w:tcPr>
            <w:tcW w:w="1777" w:type="dxa"/>
            <w:vMerge/>
            <w:shd w:val="clear" w:color="auto" w:fill="auto"/>
            <w:vAlign w:val="center"/>
          </w:tcPr>
          <w:p w14:paraId="09850299" w14:textId="77777777" w:rsidR="00B15E99" w:rsidRPr="00EF2F0E" w:rsidRDefault="00B15E99" w:rsidP="00A40339">
            <w:pPr>
              <w:pStyle w:val="TAL"/>
              <w:rPr>
                <w:rFonts w:cs="Arial"/>
                <w:szCs w:val="18"/>
                <w:lang w:eastAsia="ja-JP"/>
              </w:rPr>
            </w:pPr>
          </w:p>
        </w:tc>
      </w:tr>
      <w:tr w:rsidR="003401A4" w:rsidRPr="00EF2F0E" w14:paraId="098502A0" w14:textId="77777777" w:rsidTr="00A40339">
        <w:trPr>
          <w:trHeight w:val="345"/>
          <w:jc w:val="center"/>
        </w:trPr>
        <w:tc>
          <w:tcPr>
            <w:tcW w:w="1796" w:type="dxa"/>
            <w:vMerge w:val="restart"/>
            <w:shd w:val="clear" w:color="auto" w:fill="auto"/>
          </w:tcPr>
          <w:p w14:paraId="0985029B" w14:textId="77777777" w:rsidR="00B15E99" w:rsidRPr="00EF2F0E" w:rsidRDefault="00B15E99" w:rsidP="00A40339">
            <w:pPr>
              <w:pStyle w:val="TAL"/>
              <w:rPr>
                <w:rFonts w:cs="Arial"/>
                <w:szCs w:val="18"/>
                <w:lang w:eastAsia="ja-JP"/>
              </w:rPr>
            </w:pPr>
            <w:r w:rsidRPr="00EF2F0E">
              <w:rPr>
                <w:rFonts w:cs="Arial"/>
                <w:szCs w:val="18"/>
                <w:lang w:eastAsia="ja-JP"/>
              </w:rPr>
              <w:t>Medium Range BS</w:t>
            </w:r>
          </w:p>
        </w:tc>
        <w:tc>
          <w:tcPr>
            <w:tcW w:w="1775" w:type="dxa"/>
            <w:shd w:val="clear" w:color="auto" w:fill="auto"/>
          </w:tcPr>
          <w:p w14:paraId="0985029C" w14:textId="77777777" w:rsidR="00B15E99" w:rsidRPr="00EF2F0E" w:rsidRDefault="00B15E99" w:rsidP="00A40339">
            <w:pPr>
              <w:pStyle w:val="TAL"/>
              <w:rPr>
                <w:rFonts w:cs="Arial"/>
                <w:vertAlign w:val="subscript"/>
              </w:rPr>
            </w:pPr>
            <w:r w:rsidRPr="00EF2F0E">
              <w:rPr>
                <w:rFonts w:cs="Arial"/>
                <w:szCs w:val="18"/>
                <w:lang w:eastAsia="ja-JP"/>
              </w:rPr>
              <w:t xml:space="preserve">-35 - </w:t>
            </w:r>
            <w:r w:rsidRPr="00EF2F0E">
              <w:rPr>
                <w:rFonts w:cs="Arial"/>
              </w:rPr>
              <w:t>Δ</w:t>
            </w:r>
            <w:r w:rsidRPr="00EF2F0E">
              <w:rPr>
                <w:rFonts w:cs="Arial"/>
                <w:vertAlign w:val="subscript"/>
              </w:rPr>
              <w:t>OTAREFSENS</w:t>
            </w:r>
          </w:p>
        </w:tc>
        <w:tc>
          <w:tcPr>
            <w:tcW w:w="1815" w:type="dxa"/>
            <w:shd w:val="clear" w:color="auto" w:fill="auto"/>
            <w:vAlign w:val="center"/>
          </w:tcPr>
          <w:p w14:paraId="0985029D" w14:textId="77777777" w:rsidR="00B15E99" w:rsidRPr="00EF2F0E" w:rsidRDefault="00B15E99" w:rsidP="00A40339">
            <w:pPr>
              <w:pStyle w:val="TAL"/>
              <w:rPr>
                <w:rFonts w:cs="Arial"/>
                <w:szCs w:val="18"/>
                <w:lang w:eastAsia="ja-JP"/>
              </w:rPr>
            </w:pPr>
            <w:r w:rsidRPr="00EF2F0E">
              <w:rPr>
                <w:rFonts w:cs="Arial"/>
                <w:szCs w:val="18"/>
                <w:lang w:eastAsia="ja-JP"/>
              </w:rPr>
              <w:t>EIS</w:t>
            </w:r>
            <w:r w:rsidRPr="00EF2F0E">
              <w:rPr>
                <w:rFonts w:cs="Arial"/>
                <w:szCs w:val="18"/>
                <w:vertAlign w:val="subscript"/>
                <w:lang w:eastAsia="ja-JP"/>
              </w:rPr>
              <w:t>REFSENS</w:t>
            </w:r>
            <w:r w:rsidRPr="00EF2F0E">
              <w:rPr>
                <w:rFonts w:cs="Arial"/>
                <w:szCs w:val="18"/>
                <w:lang w:eastAsia="ja-JP"/>
              </w:rPr>
              <w:t xml:space="preserve"> + 6 dB </w:t>
            </w:r>
          </w:p>
        </w:tc>
        <w:tc>
          <w:tcPr>
            <w:tcW w:w="1792" w:type="dxa"/>
            <w:vMerge/>
            <w:shd w:val="clear" w:color="auto" w:fill="auto"/>
          </w:tcPr>
          <w:p w14:paraId="0985029E" w14:textId="77777777" w:rsidR="00B15E99" w:rsidRPr="00EF2F0E" w:rsidRDefault="00B15E99" w:rsidP="00A40339">
            <w:pPr>
              <w:pStyle w:val="TAL"/>
              <w:rPr>
                <w:rFonts w:cs="Arial"/>
                <w:szCs w:val="18"/>
                <w:lang w:eastAsia="ja-JP"/>
              </w:rPr>
            </w:pPr>
          </w:p>
        </w:tc>
        <w:tc>
          <w:tcPr>
            <w:tcW w:w="1777" w:type="dxa"/>
            <w:vMerge/>
            <w:shd w:val="clear" w:color="auto" w:fill="auto"/>
          </w:tcPr>
          <w:p w14:paraId="0985029F" w14:textId="77777777" w:rsidR="00B15E99" w:rsidRPr="00EF2F0E" w:rsidRDefault="00B15E99" w:rsidP="00A40339">
            <w:pPr>
              <w:pStyle w:val="TAL"/>
              <w:rPr>
                <w:rFonts w:cs="Arial"/>
                <w:szCs w:val="18"/>
                <w:lang w:eastAsia="ja-JP"/>
              </w:rPr>
            </w:pPr>
          </w:p>
        </w:tc>
      </w:tr>
      <w:tr w:rsidR="003401A4" w:rsidRPr="00EF2F0E" w14:paraId="098502A6" w14:textId="77777777" w:rsidTr="00A40339">
        <w:trPr>
          <w:trHeight w:val="344"/>
          <w:jc w:val="center"/>
        </w:trPr>
        <w:tc>
          <w:tcPr>
            <w:tcW w:w="1796" w:type="dxa"/>
            <w:vMerge/>
            <w:shd w:val="clear" w:color="auto" w:fill="auto"/>
          </w:tcPr>
          <w:p w14:paraId="098502A1" w14:textId="77777777" w:rsidR="00B15E99" w:rsidRPr="00EF2F0E" w:rsidRDefault="00B15E99" w:rsidP="00A40339">
            <w:pPr>
              <w:pStyle w:val="TAL"/>
              <w:rPr>
                <w:rFonts w:cs="Arial"/>
                <w:szCs w:val="18"/>
                <w:lang w:eastAsia="ja-JP"/>
              </w:rPr>
            </w:pPr>
          </w:p>
        </w:tc>
        <w:tc>
          <w:tcPr>
            <w:tcW w:w="1775" w:type="dxa"/>
            <w:shd w:val="clear" w:color="auto" w:fill="auto"/>
          </w:tcPr>
          <w:p w14:paraId="098502A2" w14:textId="77777777" w:rsidR="00B15E99" w:rsidRPr="00EF2F0E" w:rsidRDefault="00B15E99" w:rsidP="00A40339">
            <w:pPr>
              <w:pStyle w:val="TAL"/>
              <w:rPr>
                <w:rFonts w:cs="Arial"/>
                <w:szCs w:val="18"/>
                <w:lang w:eastAsia="ja-JP"/>
              </w:rPr>
            </w:pPr>
            <w:r w:rsidRPr="00EF2F0E">
              <w:rPr>
                <w:rFonts w:cs="Arial"/>
                <w:szCs w:val="18"/>
                <w:lang w:eastAsia="ja-JP"/>
              </w:rPr>
              <w:t xml:space="preserve">-35 – </w:t>
            </w:r>
            <w:r w:rsidRPr="00EF2F0E">
              <w:rPr>
                <w:rFonts w:cs="Arial"/>
              </w:rPr>
              <w:t>Δ</w:t>
            </w:r>
            <w:r w:rsidRPr="00EF2F0E">
              <w:rPr>
                <w:rFonts w:cs="Arial"/>
                <w:vertAlign w:val="subscript"/>
              </w:rPr>
              <w:t>minSENS</w:t>
            </w:r>
          </w:p>
        </w:tc>
        <w:tc>
          <w:tcPr>
            <w:tcW w:w="1815" w:type="dxa"/>
            <w:shd w:val="clear" w:color="auto" w:fill="auto"/>
            <w:vAlign w:val="center"/>
          </w:tcPr>
          <w:p w14:paraId="098502A3" w14:textId="77777777" w:rsidR="00B15E99" w:rsidRPr="00EF2F0E" w:rsidRDefault="00B15E99" w:rsidP="00A40339">
            <w:pPr>
              <w:pStyle w:val="TAL"/>
              <w:rPr>
                <w:rFonts w:cs="Arial"/>
                <w:szCs w:val="18"/>
                <w:lang w:eastAsia="ja-JP"/>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  </w:t>
            </w:r>
          </w:p>
        </w:tc>
        <w:tc>
          <w:tcPr>
            <w:tcW w:w="1792" w:type="dxa"/>
            <w:vMerge/>
            <w:shd w:val="clear" w:color="auto" w:fill="auto"/>
          </w:tcPr>
          <w:p w14:paraId="098502A4" w14:textId="77777777" w:rsidR="00B15E99" w:rsidRPr="00EF2F0E" w:rsidRDefault="00B15E99" w:rsidP="00A40339">
            <w:pPr>
              <w:pStyle w:val="TAL"/>
              <w:rPr>
                <w:rFonts w:cs="Arial"/>
                <w:szCs w:val="18"/>
                <w:lang w:eastAsia="ja-JP"/>
              </w:rPr>
            </w:pPr>
          </w:p>
        </w:tc>
        <w:tc>
          <w:tcPr>
            <w:tcW w:w="1777" w:type="dxa"/>
            <w:vMerge/>
            <w:shd w:val="clear" w:color="auto" w:fill="auto"/>
          </w:tcPr>
          <w:p w14:paraId="098502A5" w14:textId="77777777" w:rsidR="00B15E99" w:rsidRPr="00EF2F0E" w:rsidRDefault="00B15E99" w:rsidP="00A40339">
            <w:pPr>
              <w:pStyle w:val="TAL"/>
              <w:rPr>
                <w:rFonts w:cs="Arial"/>
                <w:szCs w:val="18"/>
                <w:lang w:eastAsia="ja-JP"/>
              </w:rPr>
            </w:pPr>
          </w:p>
        </w:tc>
      </w:tr>
      <w:tr w:rsidR="003401A4" w:rsidRPr="00EF2F0E" w14:paraId="098502AC" w14:textId="77777777" w:rsidTr="00A40339">
        <w:trPr>
          <w:trHeight w:val="345"/>
          <w:jc w:val="center"/>
        </w:trPr>
        <w:tc>
          <w:tcPr>
            <w:tcW w:w="1796" w:type="dxa"/>
            <w:vMerge w:val="restart"/>
            <w:shd w:val="clear" w:color="auto" w:fill="auto"/>
          </w:tcPr>
          <w:p w14:paraId="098502A7" w14:textId="77777777" w:rsidR="00B15E99" w:rsidRPr="00EF2F0E" w:rsidRDefault="00B15E99" w:rsidP="00A40339">
            <w:pPr>
              <w:pStyle w:val="TAL"/>
              <w:rPr>
                <w:rFonts w:cs="Arial"/>
                <w:szCs w:val="18"/>
                <w:lang w:eastAsia="ja-JP"/>
              </w:rPr>
            </w:pPr>
            <w:r w:rsidRPr="00EF2F0E">
              <w:rPr>
                <w:rFonts w:cs="Arial"/>
                <w:szCs w:val="18"/>
                <w:lang w:eastAsia="ja-JP"/>
              </w:rPr>
              <w:t>Local Area BS</w:t>
            </w:r>
          </w:p>
        </w:tc>
        <w:tc>
          <w:tcPr>
            <w:tcW w:w="1775" w:type="dxa"/>
            <w:shd w:val="clear" w:color="auto" w:fill="auto"/>
          </w:tcPr>
          <w:p w14:paraId="098502A8" w14:textId="77777777" w:rsidR="00B15E99" w:rsidRPr="00EF2F0E" w:rsidRDefault="00B15E99" w:rsidP="00A40339">
            <w:pPr>
              <w:pStyle w:val="TAL"/>
              <w:rPr>
                <w:rFonts w:cs="Arial"/>
                <w:vertAlign w:val="subscript"/>
              </w:rPr>
            </w:pPr>
            <w:r w:rsidRPr="00EF2F0E">
              <w:rPr>
                <w:rFonts w:cs="Arial"/>
                <w:szCs w:val="18"/>
                <w:lang w:eastAsia="ja-JP"/>
              </w:rPr>
              <w:t xml:space="preserve">-30 - </w:t>
            </w:r>
            <w:r w:rsidRPr="00EF2F0E">
              <w:rPr>
                <w:rFonts w:cs="Arial"/>
              </w:rPr>
              <w:t>Δ</w:t>
            </w:r>
            <w:r w:rsidRPr="00EF2F0E">
              <w:rPr>
                <w:rFonts w:cs="Arial"/>
                <w:vertAlign w:val="subscript"/>
              </w:rPr>
              <w:t>OTAREFSENS</w:t>
            </w:r>
          </w:p>
        </w:tc>
        <w:tc>
          <w:tcPr>
            <w:tcW w:w="1815" w:type="dxa"/>
            <w:shd w:val="clear" w:color="auto" w:fill="auto"/>
          </w:tcPr>
          <w:p w14:paraId="098502A9" w14:textId="77777777" w:rsidR="00B15E99" w:rsidRPr="00EF2F0E" w:rsidRDefault="00B15E99" w:rsidP="00A40339">
            <w:pPr>
              <w:pStyle w:val="TAL"/>
              <w:rPr>
                <w:rFonts w:cs="Arial"/>
                <w:szCs w:val="18"/>
                <w:lang w:eastAsia="ja-JP"/>
              </w:rPr>
            </w:pPr>
            <w:r w:rsidRPr="00EF2F0E">
              <w:rPr>
                <w:rFonts w:cs="Arial"/>
                <w:szCs w:val="18"/>
                <w:lang w:eastAsia="ja-JP"/>
              </w:rPr>
              <w:t>EIS</w:t>
            </w:r>
            <w:r w:rsidRPr="00EF2F0E">
              <w:rPr>
                <w:rFonts w:cs="Arial"/>
                <w:szCs w:val="18"/>
                <w:vertAlign w:val="subscript"/>
                <w:lang w:eastAsia="ja-JP"/>
              </w:rPr>
              <w:t>REFSENS</w:t>
            </w:r>
            <w:r w:rsidRPr="00EF2F0E">
              <w:rPr>
                <w:rFonts w:cs="Arial"/>
                <w:szCs w:val="18"/>
                <w:lang w:eastAsia="ja-JP"/>
              </w:rPr>
              <w:t xml:space="preserve"> + 6 dB </w:t>
            </w:r>
          </w:p>
        </w:tc>
        <w:tc>
          <w:tcPr>
            <w:tcW w:w="1792" w:type="dxa"/>
            <w:vMerge/>
            <w:shd w:val="clear" w:color="auto" w:fill="auto"/>
          </w:tcPr>
          <w:p w14:paraId="098502AA" w14:textId="77777777" w:rsidR="00B15E99" w:rsidRPr="00EF2F0E" w:rsidRDefault="00B15E99" w:rsidP="00A40339">
            <w:pPr>
              <w:pStyle w:val="TAL"/>
              <w:rPr>
                <w:rFonts w:cs="Arial"/>
                <w:szCs w:val="18"/>
                <w:lang w:eastAsia="ja-JP"/>
              </w:rPr>
            </w:pPr>
          </w:p>
        </w:tc>
        <w:tc>
          <w:tcPr>
            <w:tcW w:w="1777" w:type="dxa"/>
            <w:vMerge/>
            <w:shd w:val="clear" w:color="auto" w:fill="auto"/>
          </w:tcPr>
          <w:p w14:paraId="098502AB" w14:textId="77777777" w:rsidR="00B15E99" w:rsidRPr="00EF2F0E" w:rsidRDefault="00B15E99" w:rsidP="00A40339">
            <w:pPr>
              <w:pStyle w:val="TAL"/>
              <w:rPr>
                <w:rFonts w:cs="Arial"/>
                <w:szCs w:val="18"/>
                <w:lang w:eastAsia="ja-JP"/>
              </w:rPr>
            </w:pPr>
          </w:p>
        </w:tc>
      </w:tr>
      <w:tr w:rsidR="003401A4" w:rsidRPr="00EF2F0E" w14:paraId="098502B2" w14:textId="77777777" w:rsidTr="00A40339">
        <w:trPr>
          <w:trHeight w:val="344"/>
          <w:jc w:val="center"/>
        </w:trPr>
        <w:tc>
          <w:tcPr>
            <w:tcW w:w="1796" w:type="dxa"/>
            <w:vMerge/>
            <w:shd w:val="clear" w:color="auto" w:fill="auto"/>
          </w:tcPr>
          <w:p w14:paraId="098502AD" w14:textId="77777777" w:rsidR="00B15E99" w:rsidRPr="00EF2F0E" w:rsidRDefault="00B15E99" w:rsidP="00A40339">
            <w:pPr>
              <w:pStyle w:val="TAL"/>
              <w:rPr>
                <w:rFonts w:cs="Arial"/>
                <w:szCs w:val="18"/>
                <w:lang w:eastAsia="ja-JP"/>
              </w:rPr>
            </w:pPr>
          </w:p>
        </w:tc>
        <w:tc>
          <w:tcPr>
            <w:tcW w:w="1775" w:type="dxa"/>
            <w:shd w:val="clear" w:color="auto" w:fill="auto"/>
          </w:tcPr>
          <w:p w14:paraId="098502AE" w14:textId="77777777" w:rsidR="00B15E99" w:rsidRPr="00EF2F0E" w:rsidRDefault="00B15E99" w:rsidP="00A40339">
            <w:pPr>
              <w:pStyle w:val="TAL"/>
              <w:rPr>
                <w:rFonts w:cs="Arial"/>
                <w:szCs w:val="18"/>
                <w:lang w:eastAsia="ja-JP"/>
              </w:rPr>
            </w:pPr>
            <w:r w:rsidRPr="00EF2F0E">
              <w:rPr>
                <w:rFonts w:cs="Arial"/>
                <w:szCs w:val="18"/>
                <w:lang w:eastAsia="ja-JP"/>
              </w:rPr>
              <w:t xml:space="preserve">-30 – </w:t>
            </w:r>
            <w:r w:rsidRPr="00EF2F0E">
              <w:rPr>
                <w:rFonts w:cs="Arial"/>
              </w:rPr>
              <w:t>Δ</w:t>
            </w:r>
            <w:r w:rsidRPr="00EF2F0E">
              <w:rPr>
                <w:rFonts w:cs="Arial"/>
                <w:vertAlign w:val="subscript"/>
              </w:rPr>
              <w:t>minSENS</w:t>
            </w:r>
          </w:p>
        </w:tc>
        <w:tc>
          <w:tcPr>
            <w:tcW w:w="1815" w:type="dxa"/>
            <w:shd w:val="clear" w:color="auto" w:fill="auto"/>
          </w:tcPr>
          <w:p w14:paraId="098502AF" w14:textId="77777777" w:rsidR="00B15E99" w:rsidRPr="00EF2F0E" w:rsidRDefault="00B15E99" w:rsidP="00A40339">
            <w:pPr>
              <w:pStyle w:val="TAL"/>
              <w:rPr>
                <w:rFonts w:cs="Arial"/>
                <w:szCs w:val="18"/>
                <w:lang w:eastAsia="ja-JP"/>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792" w:type="dxa"/>
            <w:vMerge/>
            <w:shd w:val="clear" w:color="auto" w:fill="auto"/>
          </w:tcPr>
          <w:p w14:paraId="098502B0" w14:textId="77777777" w:rsidR="00B15E99" w:rsidRPr="00EF2F0E" w:rsidRDefault="00B15E99" w:rsidP="00A40339">
            <w:pPr>
              <w:pStyle w:val="TAL"/>
              <w:rPr>
                <w:rFonts w:cs="Arial"/>
                <w:szCs w:val="18"/>
                <w:lang w:eastAsia="ja-JP"/>
              </w:rPr>
            </w:pPr>
          </w:p>
        </w:tc>
        <w:tc>
          <w:tcPr>
            <w:tcW w:w="1777" w:type="dxa"/>
            <w:vMerge/>
            <w:shd w:val="clear" w:color="auto" w:fill="auto"/>
          </w:tcPr>
          <w:p w14:paraId="098502B1" w14:textId="77777777" w:rsidR="00B15E99" w:rsidRPr="00EF2F0E" w:rsidRDefault="00B15E99" w:rsidP="00A40339">
            <w:pPr>
              <w:pStyle w:val="TAL"/>
              <w:rPr>
                <w:rFonts w:cs="Arial"/>
                <w:szCs w:val="18"/>
                <w:lang w:eastAsia="ja-JP"/>
              </w:rPr>
            </w:pPr>
          </w:p>
        </w:tc>
      </w:tr>
      <w:tr w:rsidR="00B15E99" w:rsidRPr="00EF2F0E" w14:paraId="098502B5" w14:textId="77777777" w:rsidTr="00A40339">
        <w:trPr>
          <w:jc w:val="center"/>
        </w:trPr>
        <w:tc>
          <w:tcPr>
            <w:tcW w:w="8955" w:type="dxa"/>
            <w:gridSpan w:val="5"/>
            <w:shd w:val="clear" w:color="auto" w:fill="auto"/>
          </w:tcPr>
          <w:p w14:paraId="098502B3" w14:textId="77777777" w:rsidR="00B15E99" w:rsidRPr="00EF2F0E" w:rsidRDefault="00B15E99" w:rsidP="00A40339">
            <w:pPr>
              <w:pStyle w:val="TAN"/>
              <w:rPr>
                <w:lang w:eastAsia="ja-JP"/>
              </w:rPr>
            </w:pPr>
            <w:r w:rsidRPr="00EF2F0E">
              <w:rPr>
                <w:lang w:eastAsia="ja-JP"/>
              </w:rPr>
              <w:t>NOTE 1:</w:t>
            </w:r>
            <w:r w:rsidRPr="00EF2F0E">
              <w:rPr>
                <w:lang w:eastAsia="ja-JP"/>
              </w:rPr>
              <w:tab/>
            </w:r>
            <w:r w:rsidRPr="00EF2F0E">
              <w:rPr>
                <w:rFonts w:cs="Arial"/>
              </w:rPr>
              <w:t>The characteristics of the W-CDMA interference signal are specified in Annex C of TS 25.104 [6].</w:t>
            </w:r>
          </w:p>
          <w:p w14:paraId="098502B4" w14:textId="10A7EBDF" w:rsidR="00B15E99" w:rsidRPr="00EF2F0E" w:rsidRDefault="00AC7771" w:rsidP="00A40339">
            <w:pPr>
              <w:pStyle w:val="TAN"/>
              <w:rPr>
                <w:lang w:eastAsia="ja-JP"/>
              </w:rPr>
            </w:pPr>
            <w:r w:rsidRPr="00EF2F0E">
              <w:rPr>
                <w:lang w:eastAsia="ja-JP"/>
              </w:rPr>
              <w:t>NOTE 2:</w:t>
            </w:r>
            <w:r w:rsidRPr="00EF2F0E">
              <w:rPr>
                <w:lang w:eastAsia="ja-JP"/>
              </w:rPr>
              <w:tab/>
            </w:r>
            <w:r w:rsidRPr="00EF2F0E">
              <w:rPr>
                <w:rFonts w:cs="v3.8.0"/>
                <w:lang w:eastAsia="ja-JP"/>
              </w:rPr>
              <w:t xml:space="preserve">For </w:t>
            </w:r>
            <w:r w:rsidRPr="00EF2F0E">
              <w:rPr>
                <w:rFonts w:cs="v3.8.0"/>
                <w:i/>
                <w:lang w:eastAsia="ja-JP"/>
              </w:rPr>
              <w:t>multi-band RIBs</w:t>
            </w:r>
            <w:r w:rsidRPr="00EF2F0E">
              <w:rPr>
                <w:rFonts w:cs="v3.8.0"/>
                <w:lang w:eastAsia="ja-JP"/>
              </w:rPr>
              <w:t xml:space="preserve">, </w:t>
            </w:r>
            <w:r w:rsidRPr="00EF2F0E">
              <w:rPr>
                <w:rFonts w:cs="Arial"/>
              </w:rPr>
              <w:t xml:space="preserve">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EF2F0E">
              <w:rPr>
                <w:rFonts w:cs="Arial"/>
              </w:rPr>
              <w:t>,</w:t>
            </w:r>
            <w:r w:rsidRPr="00EF2F0E">
              <w:rPr>
                <w:rFonts w:cs="Arial"/>
                <w:lang w:eastAsia="zh-CN"/>
              </w:rPr>
              <w:t xml:space="preserve"> </w:t>
            </w:r>
            <w:r w:rsidRPr="00EF2F0E">
              <w:rPr>
                <w:rFonts w:cs="Arial"/>
              </w:rPr>
              <w:t xml:space="preserve">the wanted Signal mean power is equal to -119.6 </w:t>
            </w:r>
            <w:r w:rsidRPr="00EF2F0E">
              <w:rPr>
                <w:rFonts w:cs="Arial"/>
                <w:szCs w:val="18"/>
                <w:lang w:eastAsia="ja-JP"/>
              </w:rPr>
              <w:t xml:space="preserve">- </w:t>
            </w:r>
            <w:r w:rsidRPr="00EF2F0E">
              <w:rPr>
                <w:rFonts w:cs="Arial"/>
              </w:rPr>
              <w:t>Δ</w:t>
            </w:r>
            <w:r w:rsidRPr="00EF2F0E">
              <w:rPr>
                <w:rFonts w:cs="Arial"/>
                <w:vertAlign w:val="subscript"/>
              </w:rPr>
              <w:t>OTAREFSENS</w:t>
            </w:r>
            <w:r w:rsidRPr="00EF2F0E">
              <w:rPr>
                <w:rFonts w:cs="Arial"/>
              </w:rPr>
              <w:t xml:space="preserve"> dBm or -119.6 </w:t>
            </w:r>
            <w:r w:rsidRPr="00EF2F0E">
              <w:rPr>
                <w:rFonts w:cs="Arial"/>
                <w:szCs w:val="18"/>
                <w:lang w:eastAsia="ja-JP"/>
              </w:rPr>
              <w:t xml:space="preserve">- </w:t>
            </w:r>
            <w:r w:rsidRPr="00EF2F0E">
              <w:rPr>
                <w:rFonts w:cs="Arial"/>
              </w:rPr>
              <w:t>Δ</w:t>
            </w:r>
            <w:r w:rsidRPr="00EF2F0E">
              <w:rPr>
                <w:rFonts w:cs="Arial"/>
                <w:vertAlign w:val="subscript"/>
              </w:rPr>
              <w:t>minSENS</w:t>
            </w:r>
            <w:r w:rsidRPr="00EF2F0E" w:rsidDel="008A26EF">
              <w:rPr>
                <w:rFonts w:cs="Arial"/>
              </w:rPr>
              <w:t xml:space="preserve"> </w:t>
            </w:r>
            <w:r w:rsidRPr="00EF2F0E">
              <w:rPr>
                <w:rFonts w:cs="Arial"/>
              </w:rPr>
              <w:t>dBm as appropriate.</w:t>
            </w:r>
          </w:p>
        </w:tc>
      </w:tr>
    </w:tbl>
    <w:p w14:paraId="098502B6" w14:textId="77777777" w:rsidR="00B15E99" w:rsidRPr="00EF2F0E" w:rsidRDefault="00B15E99" w:rsidP="00A40339">
      <w:pPr>
        <w:rPr>
          <w:rFonts w:eastAsia="Batang"/>
        </w:rPr>
      </w:pPr>
    </w:p>
    <w:p w14:paraId="098502B7" w14:textId="77777777" w:rsidR="00B15E99" w:rsidRPr="00EF2F0E" w:rsidRDefault="00B15E99" w:rsidP="00A40339">
      <w:pPr>
        <w:pStyle w:val="NO"/>
        <w:rPr>
          <w:rFonts w:eastAsia="Osaka"/>
        </w:rPr>
      </w:pPr>
      <w:r w:rsidRPr="00EF2F0E">
        <w:rPr>
          <w:rFonts w:eastAsia="Batang"/>
        </w:rPr>
        <w:t>NOTE:</w:t>
      </w:r>
      <w:r w:rsidRPr="00EF2F0E">
        <w:rPr>
          <w:rFonts w:eastAsia="Batang"/>
        </w:rPr>
        <w:tab/>
      </w:r>
      <w:r w:rsidRPr="00EF2F0E">
        <w:rPr>
          <w:rFonts w:eastAsia="Osaka"/>
        </w:rPr>
        <w:t xml:space="preserve">Table 10.6.4.1 </w:t>
      </w:r>
      <w:r w:rsidRPr="00EF2F0E">
        <w:rPr>
          <w:rFonts w:eastAsia="Batang"/>
        </w:rPr>
        <w:t>assumes that two operating bands, where the downlink frequencies (see subclause 4.6) of one band would be within the in-band blocking region of the other band, are not deployed  in the same geographical area.</w:t>
      </w:r>
    </w:p>
    <w:p w14:paraId="098502B8" w14:textId="77777777" w:rsidR="00B15E99" w:rsidRPr="00EF2F0E" w:rsidRDefault="00B15E99" w:rsidP="00A40339">
      <w:pPr>
        <w:pStyle w:val="TH"/>
      </w:pPr>
      <w:r w:rsidRPr="00EF2F0E">
        <w:rPr>
          <w:rFonts w:eastAsia="Osaka"/>
        </w:rPr>
        <w:t xml:space="preserve">Table 10.6.3.1-2: </w:t>
      </w:r>
      <w:r w:rsidRPr="00EF2F0E">
        <w:t>Blocking performance requirement (narrowband) for Single RAT UTRA AAS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775"/>
        <w:gridCol w:w="1815"/>
        <w:gridCol w:w="1792"/>
        <w:gridCol w:w="1777"/>
      </w:tblGrid>
      <w:tr w:rsidR="003401A4" w:rsidRPr="00EF2F0E" w14:paraId="098502BE" w14:textId="77777777" w:rsidTr="00A40339">
        <w:trPr>
          <w:tblHeader/>
          <w:jc w:val="center"/>
        </w:trPr>
        <w:tc>
          <w:tcPr>
            <w:tcW w:w="1796" w:type="dxa"/>
            <w:shd w:val="clear" w:color="auto" w:fill="auto"/>
          </w:tcPr>
          <w:p w14:paraId="098502B9" w14:textId="77777777" w:rsidR="00B15E99" w:rsidRPr="00EF2F0E" w:rsidRDefault="00B15E99" w:rsidP="00A40339">
            <w:pPr>
              <w:pStyle w:val="TAH"/>
              <w:rPr>
                <w:lang w:eastAsia="ja-JP"/>
              </w:rPr>
            </w:pPr>
            <w:r w:rsidRPr="00EF2F0E">
              <w:rPr>
                <w:lang w:eastAsia="ja-JP"/>
              </w:rPr>
              <w:t>Base Station Type</w:t>
            </w:r>
          </w:p>
        </w:tc>
        <w:tc>
          <w:tcPr>
            <w:tcW w:w="1775" w:type="dxa"/>
            <w:shd w:val="clear" w:color="auto" w:fill="auto"/>
          </w:tcPr>
          <w:p w14:paraId="098502BA" w14:textId="77777777" w:rsidR="00B15E99" w:rsidRPr="00EF2F0E" w:rsidRDefault="00B15E99" w:rsidP="00A40339">
            <w:pPr>
              <w:pStyle w:val="TAH"/>
              <w:rPr>
                <w:lang w:eastAsia="ja-JP"/>
              </w:rPr>
            </w:pPr>
            <w:r w:rsidRPr="00EF2F0E">
              <w:rPr>
                <w:lang w:eastAsia="ja-JP"/>
              </w:rPr>
              <w:t>Mean power of interfering signal [dBm]</w:t>
            </w:r>
          </w:p>
        </w:tc>
        <w:tc>
          <w:tcPr>
            <w:tcW w:w="1815" w:type="dxa"/>
            <w:shd w:val="clear" w:color="auto" w:fill="auto"/>
          </w:tcPr>
          <w:p w14:paraId="098502BB" w14:textId="77777777" w:rsidR="00B15E99" w:rsidRPr="00EF2F0E" w:rsidRDefault="00B15E99" w:rsidP="00A40339">
            <w:pPr>
              <w:pStyle w:val="TAH"/>
              <w:rPr>
                <w:lang w:eastAsia="ja-JP"/>
              </w:rPr>
            </w:pPr>
            <w:r w:rsidRPr="00EF2F0E">
              <w:rPr>
                <w:lang w:eastAsia="ja-JP"/>
              </w:rPr>
              <w:t>Wanted Signal mean power [dBm]</w:t>
            </w:r>
          </w:p>
        </w:tc>
        <w:tc>
          <w:tcPr>
            <w:tcW w:w="1792" w:type="dxa"/>
            <w:shd w:val="clear" w:color="auto" w:fill="auto"/>
          </w:tcPr>
          <w:p w14:paraId="098502BC" w14:textId="77777777" w:rsidR="00B15E99" w:rsidRPr="00EF2F0E" w:rsidRDefault="00B15E99" w:rsidP="00A40339">
            <w:pPr>
              <w:pStyle w:val="TAH"/>
              <w:rPr>
                <w:lang w:eastAsia="ja-JP"/>
              </w:rPr>
            </w:pPr>
            <w:r w:rsidRPr="00EF2F0E">
              <w:rPr>
                <w:rFonts w:cs="Arial"/>
              </w:rPr>
              <w:t>Minimum Offset of Interfering Signal</w:t>
            </w:r>
          </w:p>
        </w:tc>
        <w:tc>
          <w:tcPr>
            <w:tcW w:w="1777" w:type="dxa"/>
            <w:shd w:val="clear" w:color="auto" w:fill="auto"/>
          </w:tcPr>
          <w:p w14:paraId="098502BD" w14:textId="77777777" w:rsidR="00B15E99" w:rsidRPr="00EF2F0E" w:rsidRDefault="00B15E99" w:rsidP="00A40339">
            <w:pPr>
              <w:pStyle w:val="TAH"/>
              <w:rPr>
                <w:lang w:eastAsia="ja-JP"/>
              </w:rPr>
            </w:pPr>
            <w:r w:rsidRPr="00EF2F0E">
              <w:rPr>
                <w:rFonts w:cs="Arial"/>
              </w:rPr>
              <w:t>Type of Interfering Signal</w:t>
            </w:r>
          </w:p>
        </w:tc>
      </w:tr>
      <w:tr w:rsidR="003401A4" w:rsidRPr="00EF2F0E" w14:paraId="098502C6" w14:textId="77777777" w:rsidTr="00A40339">
        <w:trPr>
          <w:trHeight w:val="345"/>
          <w:jc w:val="center"/>
        </w:trPr>
        <w:tc>
          <w:tcPr>
            <w:tcW w:w="1796" w:type="dxa"/>
            <w:vMerge w:val="restart"/>
            <w:shd w:val="clear" w:color="auto" w:fill="auto"/>
          </w:tcPr>
          <w:p w14:paraId="098502BF" w14:textId="77777777" w:rsidR="00B15E99" w:rsidRPr="00EF2F0E" w:rsidRDefault="00B15E99" w:rsidP="00A40339">
            <w:pPr>
              <w:pStyle w:val="TAL"/>
              <w:rPr>
                <w:rFonts w:cs="Arial"/>
                <w:szCs w:val="18"/>
                <w:lang w:eastAsia="ja-JP"/>
              </w:rPr>
            </w:pPr>
            <w:r w:rsidRPr="00EF2F0E">
              <w:rPr>
                <w:rFonts w:cs="Arial"/>
                <w:szCs w:val="18"/>
                <w:lang w:eastAsia="ja-JP"/>
              </w:rPr>
              <w:t>Wide Area BS</w:t>
            </w:r>
          </w:p>
        </w:tc>
        <w:tc>
          <w:tcPr>
            <w:tcW w:w="1775" w:type="dxa"/>
            <w:shd w:val="clear" w:color="auto" w:fill="auto"/>
          </w:tcPr>
          <w:p w14:paraId="098502C0" w14:textId="77777777" w:rsidR="00B15E99" w:rsidRPr="00EF2F0E" w:rsidRDefault="00B15E99" w:rsidP="00A40339">
            <w:pPr>
              <w:pStyle w:val="TAC"/>
              <w:rPr>
                <w:vertAlign w:val="subscript"/>
              </w:rPr>
            </w:pPr>
            <w:r w:rsidRPr="00EF2F0E">
              <w:rPr>
                <w:szCs w:val="18"/>
                <w:lang w:eastAsia="ja-JP"/>
              </w:rPr>
              <w:t xml:space="preserve">-47- </w:t>
            </w:r>
            <w:r w:rsidRPr="00EF2F0E">
              <w:t>Δ</w:t>
            </w:r>
            <w:r w:rsidRPr="00EF2F0E">
              <w:rPr>
                <w:vertAlign w:val="subscript"/>
              </w:rPr>
              <w:t>OTAREFSENS</w:t>
            </w:r>
          </w:p>
        </w:tc>
        <w:tc>
          <w:tcPr>
            <w:tcW w:w="1815" w:type="dxa"/>
            <w:shd w:val="clear" w:color="auto" w:fill="auto"/>
            <w:vAlign w:val="center"/>
          </w:tcPr>
          <w:p w14:paraId="098502C1"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REFSENS</w:t>
            </w:r>
            <w:r w:rsidRPr="00EF2F0E">
              <w:rPr>
                <w:szCs w:val="18"/>
                <w:lang w:eastAsia="ja-JP"/>
              </w:rPr>
              <w:t xml:space="preserve"> + 6 dB </w:t>
            </w:r>
          </w:p>
        </w:tc>
        <w:tc>
          <w:tcPr>
            <w:tcW w:w="1792" w:type="dxa"/>
            <w:vMerge w:val="restart"/>
            <w:shd w:val="clear" w:color="auto" w:fill="auto"/>
            <w:vAlign w:val="center"/>
          </w:tcPr>
          <w:p w14:paraId="098502C2" w14:textId="77777777" w:rsidR="00B15E99" w:rsidRPr="00EF2F0E" w:rsidRDefault="00B15E99" w:rsidP="00A40339">
            <w:pPr>
              <w:pStyle w:val="TAL"/>
              <w:jc w:val="center"/>
              <w:rPr>
                <w:rFonts w:cs="Arial"/>
              </w:rPr>
            </w:pPr>
            <w:r w:rsidRPr="00EF2F0E">
              <w:rPr>
                <w:rFonts w:cs="Arial"/>
              </w:rPr>
              <w:t>±2.7 MHz (NOTE 2)</w:t>
            </w:r>
          </w:p>
          <w:p w14:paraId="098502C3" w14:textId="77777777" w:rsidR="00B15E99" w:rsidRPr="00EF2F0E" w:rsidRDefault="00B15E99" w:rsidP="00A40339">
            <w:pPr>
              <w:pStyle w:val="TAL"/>
              <w:jc w:val="center"/>
              <w:rPr>
                <w:rFonts w:cs="Arial"/>
              </w:rPr>
            </w:pPr>
          </w:p>
          <w:p w14:paraId="098502C4" w14:textId="77777777" w:rsidR="00B15E99" w:rsidRPr="00EF2F0E" w:rsidRDefault="00B15E99" w:rsidP="00A40339">
            <w:pPr>
              <w:pStyle w:val="TAL"/>
              <w:jc w:val="center"/>
              <w:rPr>
                <w:rFonts w:cs="Arial"/>
                <w:szCs w:val="18"/>
                <w:lang w:eastAsia="ja-JP"/>
              </w:rPr>
            </w:pPr>
            <w:r w:rsidRPr="00EF2F0E">
              <w:rPr>
                <w:rFonts w:cs="Arial"/>
              </w:rPr>
              <w:t xml:space="preserve">±2.8 MHz </w:t>
            </w:r>
            <w:r w:rsidRPr="00EF2F0E">
              <w:rPr>
                <w:rFonts w:cs="Arial"/>
                <w:szCs w:val="18"/>
                <w:lang w:eastAsia="ja-JP"/>
              </w:rPr>
              <w:t>(NOTE 3)</w:t>
            </w:r>
          </w:p>
        </w:tc>
        <w:tc>
          <w:tcPr>
            <w:tcW w:w="1777" w:type="dxa"/>
            <w:vMerge w:val="restart"/>
            <w:shd w:val="clear" w:color="auto" w:fill="auto"/>
            <w:vAlign w:val="center"/>
          </w:tcPr>
          <w:p w14:paraId="098502C5" w14:textId="77777777" w:rsidR="00B15E99" w:rsidRPr="00EF2F0E" w:rsidRDefault="00B15E99" w:rsidP="00A40339">
            <w:pPr>
              <w:pStyle w:val="TAL"/>
              <w:jc w:val="center"/>
              <w:rPr>
                <w:rFonts w:cs="Arial"/>
                <w:szCs w:val="18"/>
                <w:lang w:eastAsia="ja-JP"/>
              </w:rPr>
            </w:pPr>
            <w:r w:rsidRPr="00EF2F0E">
              <w:rPr>
                <w:rFonts w:cs="Arial"/>
              </w:rPr>
              <w:t>GMSK modulated (NOTE 1)</w:t>
            </w:r>
          </w:p>
        </w:tc>
      </w:tr>
      <w:tr w:rsidR="003401A4" w:rsidRPr="00EF2F0E" w14:paraId="098502CC" w14:textId="77777777" w:rsidTr="00A40339">
        <w:trPr>
          <w:trHeight w:val="344"/>
          <w:jc w:val="center"/>
        </w:trPr>
        <w:tc>
          <w:tcPr>
            <w:tcW w:w="1796" w:type="dxa"/>
            <w:vMerge/>
            <w:shd w:val="clear" w:color="auto" w:fill="auto"/>
          </w:tcPr>
          <w:p w14:paraId="098502C7" w14:textId="77777777" w:rsidR="00B15E99" w:rsidRPr="00EF2F0E" w:rsidRDefault="00B15E99" w:rsidP="00A40339">
            <w:pPr>
              <w:pStyle w:val="TAL"/>
              <w:rPr>
                <w:rFonts w:cs="Arial"/>
                <w:szCs w:val="18"/>
                <w:lang w:eastAsia="ja-JP"/>
              </w:rPr>
            </w:pPr>
          </w:p>
        </w:tc>
        <w:tc>
          <w:tcPr>
            <w:tcW w:w="1775" w:type="dxa"/>
            <w:shd w:val="clear" w:color="auto" w:fill="auto"/>
          </w:tcPr>
          <w:p w14:paraId="098502C8" w14:textId="77777777" w:rsidR="00B15E99" w:rsidRPr="00EF2F0E" w:rsidRDefault="00B15E99" w:rsidP="00A40339">
            <w:pPr>
              <w:pStyle w:val="TAC"/>
              <w:rPr>
                <w:szCs w:val="18"/>
                <w:lang w:eastAsia="ja-JP"/>
              </w:rPr>
            </w:pPr>
            <w:r w:rsidRPr="00EF2F0E">
              <w:rPr>
                <w:szCs w:val="18"/>
                <w:lang w:eastAsia="ja-JP"/>
              </w:rPr>
              <w:t xml:space="preserve">-47 – </w:t>
            </w:r>
            <w:r w:rsidRPr="00EF2F0E">
              <w:t>Δ</w:t>
            </w:r>
            <w:r w:rsidRPr="00EF2F0E">
              <w:rPr>
                <w:vertAlign w:val="subscript"/>
              </w:rPr>
              <w:t>minSENS</w:t>
            </w:r>
          </w:p>
        </w:tc>
        <w:tc>
          <w:tcPr>
            <w:tcW w:w="1815" w:type="dxa"/>
            <w:shd w:val="clear" w:color="auto" w:fill="auto"/>
            <w:vAlign w:val="center"/>
          </w:tcPr>
          <w:p w14:paraId="098502C9"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minSENS</w:t>
            </w:r>
            <w:r w:rsidRPr="00EF2F0E">
              <w:rPr>
                <w:szCs w:val="18"/>
                <w:lang w:eastAsia="ja-JP"/>
              </w:rPr>
              <w:t xml:space="preserve"> + 6 dB </w:t>
            </w:r>
          </w:p>
        </w:tc>
        <w:tc>
          <w:tcPr>
            <w:tcW w:w="1792" w:type="dxa"/>
            <w:vMerge/>
            <w:shd w:val="clear" w:color="auto" w:fill="auto"/>
            <w:vAlign w:val="center"/>
          </w:tcPr>
          <w:p w14:paraId="098502CA" w14:textId="77777777" w:rsidR="00B15E99" w:rsidRPr="00EF2F0E" w:rsidRDefault="00B15E99" w:rsidP="00A40339">
            <w:pPr>
              <w:pStyle w:val="TAL"/>
              <w:rPr>
                <w:rFonts w:cs="Arial"/>
                <w:szCs w:val="18"/>
                <w:lang w:eastAsia="ja-JP"/>
              </w:rPr>
            </w:pPr>
          </w:p>
        </w:tc>
        <w:tc>
          <w:tcPr>
            <w:tcW w:w="1777" w:type="dxa"/>
            <w:vMerge/>
            <w:shd w:val="clear" w:color="auto" w:fill="auto"/>
            <w:vAlign w:val="center"/>
          </w:tcPr>
          <w:p w14:paraId="098502CB" w14:textId="77777777" w:rsidR="00B15E99" w:rsidRPr="00EF2F0E" w:rsidRDefault="00B15E99" w:rsidP="00A40339">
            <w:pPr>
              <w:pStyle w:val="TAL"/>
              <w:rPr>
                <w:rFonts w:cs="Arial"/>
                <w:szCs w:val="18"/>
                <w:lang w:eastAsia="ja-JP"/>
              </w:rPr>
            </w:pPr>
          </w:p>
        </w:tc>
      </w:tr>
      <w:tr w:rsidR="003401A4" w:rsidRPr="00EF2F0E" w14:paraId="098502D2" w14:textId="77777777" w:rsidTr="00A40339">
        <w:trPr>
          <w:trHeight w:val="345"/>
          <w:jc w:val="center"/>
        </w:trPr>
        <w:tc>
          <w:tcPr>
            <w:tcW w:w="1796" w:type="dxa"/>
            <w:vMerge w:val="restart"/>
            <w:shd w:val="clear" w:color="auto" w:fill="auto"/>
          </w:tcPr>
          <w:p w14:paraId="098502CD" w14:textId="77777777" w:rsidR="00B15E99" w:rsidRPr="00EF2F0E" w:rsidRDefault="00B15E99" w:rsidP="00A40339">
            <w:pPr>
              <w:pStyle w:val="TAL"/>
              <w:rPr>
                <w:rFonts w:cs="Arial"/>
                <w:szCs w:val="18"/>
                <w:lang w:eastAsia="ja-JP"/>
              </w:rPr>
            </w:pPr>
            <w:r w:rsidRPr="00EF2F0E">
              <w:rPr>
                <w:rFonts w:cs="Arial"/>
                <w:szCs w:val="18"/>
                <w:lang w:eastAsia="ja-JP"/>
              </w:rPr>
              <w:t>Medium Range BS</w:t>
            </w:r>
          </w:p>
        </w:tc>
        <w:tc>
          <w:tcPr>
            <w:tcW w:w="1775" w:type="dxa"/>
            <w:shd w:val="clear" w:color="auto" w:fill="auto"/>
          </w:tcPr>
          <w:p w14:paraId="098502CE" w14:textId="77777777" w:rsidR="00B15E99" w:rsidRPr="00EF2F0E" w:rsidRDefault="00B15E99" w:rsidP="00A40339">
            <w:pPr>
              <w:pStyle w:val="TAC"/>
              <w:rPr>
                <w:vertAlign w:val="subscript"/>
              </w:rPr>
            </w:pPr>
            <w:r w:rsidRPr="00EF2F0E">
              <w:rPr>
                <w:szCs w:val="18"/>
                <w:lang w:eastAsia="ja-JP"/>
              </w:rPr>
              <w:t xml:space="preserve">-42 - </w:t>
            </w:r>
            <w:r w:rsidRPr="00EF2F0E">
              <w:t>Δ</w:t>
            </w:r>
            <w:r w:rsidRPr="00EF2F0E">
              <w:rPr>
                <w:vertAlign w:val="subscript"/>
              </w:rPr>
              <w:t>OTAREFSENS</w:t>
            </w:r>
          </w:p>
        </w:tc>
        <w:tc>
          <w:tcPr>
            <w:tcW w:w="1815" w:type="dxa"/>
            <w:shd w:val="clear" w:color="auto" w:fill="auto"/>
            <w:vAlign w:val="center"/>
          </w:tcPr>
          <w:p w14:paraId="098502CF"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REFSENS</w:t>
            </w:r>
            <w:r w:rsidRPr="00EF2F0E">
              <w:rPr>
                <w:szCs w:val="18"/>
                <w:lang w:eastAsia="ja-JP"/>
              </w:rPr>
              <w:t xml:space="preserve"> + 6 dB </w:t>
            </w:r>
          </w:p>
        </w:tc>
        <w:tc>
          <w:tcPr>
            <w:tcW w:w="1792" w:type="dxa"/>
            <w:vMerge/>
            <w:shd w:val="clear" w:color="auto" w:fill="auto"/>
          </w:tcPr>
          <w:p w14:paraId="098502D0" w14:textId="77777777" w:rsidR="00B15E99" w:rsidRPr="00EF2F0E" w:rsidRDefault="00B15E99" w:rsidP="00A40339">
            <w:pPr>
              <w:pStyle w:val="TAL"/>
              <w:rPr>
                <w:rFonts w:cs="Arial"/>
                <w:szCs w:val="18"/>
                <w:lang w:eastAsia="ja-JP"/>
              </w:rPr>
            </w:pPr>
          </w:p>
        </w:tc>
        <w:tc>
          <w:tcPr>
            <w:tcW w:w="1777" w:type="dxa"/>
            <w:vMerge/>
            <w:shd w:val="clear" w:color="auto" w:fill="auto"/>
          </w:tcPr>
          <w:p w14:paraId="098502D1" w14:textId="77777777" w:rsidR="00B15E99" w:rsidRPr="00EF2F0E" w:rsidRDefault="00B15E99" w:rsidP="00A40339">
            <w:pPr>
              <w:pStyle w:val="TAL"/>
              <w:rPr>
                <w:rFonts w:cs="Arial"/>
                <w:szCs w:val="18"/>
                <w:lang w:eastAsia="ja-JP"/>
              </w:rPr>
            </w:pPr>
          </w:p>
        </w:tc>
      </w:tr>
      <w:tr w:rsidR="003401A4" w:rsidRPr="00EF2F0E" w14:paraId="098502D8" w14:textId="77777777" w:rsidTr="00A40339">
        <w:trPr>
          <w:trHeight w:val="344"/>
          <w:jc w:val="center"/>
        </w:trPr>
        <w:tc>
          <w:tcPr>
            <w:tcW w:w="1796" w:type="dxa"/>
            <w:vMerge/>
            <w:shd w:val="clear" w:color="auto" w:fill="auto"/>
          </w:tcPr>
          <w:p w14:paraId="098502D3" w14:textId="77777777" w:rsidR="00B15E99" w:rsidRPr="00EF2F0E" w:rsidRDefault="00B15E99" w:rsidP="00A40339">
            <w:pPr>
              <w:pStyle w:val="TAL"/>
              <w:rPr>
                <w:rFonts w:cs="Arial"/>
                <w:szCs w:val="18"/>
                <w:lang w:eastAsia="ja-JP"/>
              </w:rPr>
            </w:pPr>
          </w:p>
        </w:tc>
        <w:tc>
          <w:tcPr>
            <w:tcW w:w="1775" w:type="dxa"/>
            <w:shd w:val="clear" w:color="auto" w:fill="auto"/>
          </w:tcPr>
          <w:p w14:paraId="098502D4" w14:textId="77777777" w:rsidR="00B15E99" w:rsidRPr="00EF2F0E" w:rsidRDefault="00B15E99" w:rsidP="00A40339">
            <w:pPr>
              <w:pStyle w:val="TAC"/>
              <w:rPr>
                <w:szCs w:val="18"/>
                <w:lang w:eastAsia="ja-JP"/>
              </w:rPr>
            </w:pPr>
            <w:r w:rsidRPr="00EF2F0E">
              <w:rPr>
                <w:szCs w:val="18"/>
                <w:lang w:eastAsia="ja-JP"/>
              </w:rPr>
              <w:t xml:space="preserve">-42 – </w:t>
            </w:r>
            <w:r w:rsidRPr="00EF2F0E">
              <w:t>Δ</w:t>
            </w:r>
            <w:r w:rsidRPr="00EF2F0E">
              <w:rPr>
                <w:vertAlign w:val="subscript"/>
              </w:rPr>
              <w:t>minSENS</w:t>
            </w:r>
          </w:p>
        </w:tc>
        <w:tc>
          <w:tcPr>
            <w:tcW w:w="1815" w:type="dxa"/>
            <w:shd w:val="clear" w:color="auto" w:fill="auto"/>
            <w:vAlign w:val="center"/>
          </w:tcPr>
          <w:p w14:paraId="098502D5"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minSENS</w:t>
            </w:r>
            <w:r w:rsidRPr="00EF2F0E">
              <w:rPr>
                <w:szCs w:val="18"/>
                <w:lang w:eastAsia="ja-JP"/>
              </w:rPr>
              <w:t xml:space="preserve"> + 6 dB  </w:t>
            </w:r>
          </w:p>
        </w:tc>
        <w:tc>
          <w:tcPr>
            <w:tcW w:w="1792" w:type="dxa"/>
            <w:vMerge/>
            <w:shd w:val="clear" w:color="auto" w:fill="auto"/>
          </w:tcPr>
          <w:p w14:paraId="098502D6" w14:textId="77777777" w:rsidR="00B15E99" w:rsidRPr="00EF2F0E" w:rsidRDefault="00B15E99" w:rsidP="00A40339">
            <w:pPr>
              <w:pStyle w:val="TAL"/>
              <w:rPr>
                <w:rFonts w:cs="Arial"/>
                <w:szCs w:val="18"/>
                <w:lang w:eastAsia="ja-JP"/>
              </w:rPr>
            </w:pPr>
          </w:p>
        </w:tc>
        <w:tc>
          <w:tcPr>
            <w:tcW w:w="1777" w:type="dxa"/>
            <w:vMerge/>
            <w:shd w:val="clear" w:color="auto" w:fill="auto"/>
          </w:tcPr>
          <w:p w14:paraId="098502D7" w14:textId="77777777" w:rsidR="00B15E99" w:rsidRPr="00EF2F0E" w:rsidRDefault="00B15E99" w:rsidP="00A40339">
            <w:pPr>
              <w:pStyle w:val="TAL"/>
              <w:rPr>
                <w:rFonts w:cs="Arial"/>
                <w:szCs w:val="18"/>
                <w:lang w:eastAsia="ja-JP"/>
              </w:rPr>
            </w:pPr>
          </w:p>
        </w:tc>
      </w:tr>
      <w:tr w:rsidR="003401A4" w:rsidRPr="00EF2F0E" w14:paraId="098502DE" w14:textId="77777777" w:rsidTr="00A40339">
        <w:trPr>
          <w:trHeight w:val="345"/>
          <w:jc w:val="center"/>
        </w:trPr>
        <w:tc>
          <w:tcPr>
            <w:tcW w:w="1796" w:type="dxa"/>
            <w:vMerge w:val="restart"/>
            <w:shd w:val="clear" w:color="auto" w:fill="auto"/>
          </w:tcPr>
          <w:p w14:paraId="098502D9" w14:textId="77777777" w:rsidR="00B15E99" w:rsidRPr="00EF2F0E" w:rsidRDefault="00B15E99" w:rsidP="00A40339">
            <w:pPr>
              <w:pStyle w:val="TAL"/>
              <w:rPr>
                <w:rFonts w:cs="Arial"/>
                <w:szCs w:val="18"/>
                <w:lang w:eastAsia="ja-JP"/>
              </w:rPr>
            </w:pPr>
            <w:r w:rsidRPr="00EF2F0E">
              <w:rPr>
                <w:rFonts w:cs="Arial"/>
                <w:szCs w:val="18"/>
                <w:lang w:eastAsia="ja-JP"/>
              </w:rPr>
              <w:t>Local Area BS</w:t>
            </w:r>
          </w:p>
        </w:tc>
        <w:tc>
          <w:tcPr>
            <w:tcW w:w="1775" w:type="dxa"/>
            <w:shd w:val="clear" w:color="auto" w:fill="auto"/>
          </w:tcPr>
          <w:p w14:paraId="098502DA" w14:textId="77777777" w:rsidR="00B15E99" w:rsidRPr="00EF2F0E" w:rsidRDefault="00B15E99" w:rsidP="00A40339">
            <w:pPr>
              <w:pStyle w:val="TAC"/>
              <w:rPr>
                <w:vertAlign w:val="subscript"/>
              </w:rPr>
            </w:pPr>
            <w:r w:rsidRPr="00EF2F0E">
              <w:rPr>
                <w:szCs w:val="18"/>
                <w:lang w:eastAsia="ja-JP"/>
              </w:rPr>
              <w:t xml:space="preserve">-37 - </w:t>
            </w:r>
            <w:r w:rsidRPr="00EF2F0E">
              <w:t>Δ</w:t>
            </w:r>
            <w:r w:rsidRPr="00EF2F0E">
              <w:rPr>
                <w:vertAlign w:val="subscript"/>
              </w:rPr>
              <w:t>OTAREFSENS</w:t>
            </w:r>
          </w:p>
        </w:tc>
        <w:tc>
          <w:tcPr>
            <w:tcW w:w="1815" w:type="dxa"/>
            <w:shd w:val="clear" w:color="auto" w:fill="auto"/>
          </w:tcPr>
          <w:p w14:paraId="098502DB"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REFSENS</w:t>
            </w:r>
            <w:r w:rsidRPr="00EF2F0E">
              <w:rPr>
                <w:szCs w:val="18"/>
                <w:lang w:eastAsia="ja-JP"/>
              </w:rPr>
              <w:t xml:space="preserve"> + 6 dB </w:t>
            </w:r>
          </w:p>
        </w:tc>
        <w:tc>
          <w:tcPr>
            <w:tcW w:w="1792" w:type="dxa"/>
            <w:vMerge/>
            <w:shd w:val="clear" w:color="auto" w:fill="auto"/>
          </w:tcPr>
          <w:p w14:paraId="098502DC" w14:textId="77777777" w:rsidR="00B15E99" w:rsidRPr="00EF2F0E" w:rsidRDefault="00B15E99" w:rsidP="00A40339">
            <w:pPr>
              <w:pStyle w:val="TAL"/>
              <w:rPr>
                <w:rFonts w:cs="Arial"/>
                <w:szCs w:val="18"/>
                <w:lang w:eastAsia="ja-JP"/>
              </w:rPr>
            </w:pPr>
          </w:p>
        </w:tc>
        <w:tc>
          <w:tcPr>
            <w:tcW w:w="1777" w:type="dxa"/>
            <w:vMerge/>
            <w:shd w:val="clear" w:color="auto" w:fill="auto"/>
          </w:tcPr>
          <w:p w14:paraId="098502DD" w14:textId="77777777" w:rsidR="00B15E99" w:rsidRPr="00EF2F0E" w:rsidRDefault="00B15E99" w:rsidP="00A40339">
            <w:pPr>
              <w:pStyle w:val="TAL"/>
              <w:rPr>
                <w:rFonts w:cs="Arial"/>
                <w:szCs w:val="18"/>
                <w:lang w:eastAsia="ja-JP"/>
              </w:rPr>
            </w:pPr>
          </w:p>
        </w:tc>
      </w:tr>
      <w:tr w:rsidR="003401A4" w:rsidRPr="00EF2F0E" w14:paraId="098502E4" w14:textId="77777777" w:rsidTr="00A40339">
        <w:trPr>
          <w:trHeight w:val="344"/>
          <w:jc w:val="center"/>
        </w:trPr>
        <w:tc>
          <w:tcPr>
            <w:tcW w:w="1796" w:type="dxa"/>
            <w:vMerge/>
            <w:shd w:val="clear" w:color="auto" w:fill="auto"/>
          </w:tcPr>
          <w:p w14:paraId="098502DF" w14:textId="77777777" w:rsidR="00B15E99" w:rsidRPr="00EF2F0E" w:rsidRDefault="00B15E99" w:rsidP="00A40339">
            <w:pPr>
              <w:pStyle w:val="TAL"/>
              <w:rPr>
                <w:rFonts w:cs="Arial"/>
                <w:szCs w:val="18"/>
                <w:lang w:eastAsia="ja-JP"/>
              </w:rPr>
            </w:pPr>
          </w:p>
        </w:tc>
        <w:tc>
          <w:tcPr>
            <w:tcW w:w="1775" w:type="dxa"/>
            <w:shd w:val="clear" w:color="auto" w:fill="auto"/>
          </w:tcPr>
          <w:p w14:paraId="098502E0" w14:textId="77777777" w:rsidR="00B15E99" w:rsidRPr="00EF2F0E" w:rsidRDefault="00B15E99" w:rsidP="00A40339">
            <w:pPr>
              <w:pStyle w:val="TAC"/>
              <w:rPr>
                <w:szCs w:val="18"/>
                <w:lang w:eastAsia="ja-JP"/>
              </w:rPr>
            </w:pPr>
            <w:r w:rsidRPr="00EF2F0E">
              <w:rPr>
                <w:szCs w:val="18"/>
                <w:lang w:eastAsia="ja-JP"/>
              </w:rPr>
              <w:t xml:space="preserve">-37 – </w:t>
            </w:r>
            <w:r w:rsidRPr="00EF2F0E">
              <w:t>Δ</w:t>
            </w:r>
            <w:r w:rsidRPr="00EF2F0E">
              <w:rPr>
                <w:vertAlign w:val="subscript"/>
              </w:rPr>
              <w:t>minSENS</w:t>
            </w:r>
          </w:p>
        </w:tc>
        <w:tc>
          <w:tcPr>
            <w:tcW w:w="1815" w:type="dxa"/>
            <w:shd w:val="clear" w:color="auto" w:fill="auto"/>
          </w:tcPr>
          <w:p w14:paraId="098502E1"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minSENS</w:t>
            </w:r>
            <w:r w:rsidRPr="00EF2F0E">
              <w:rPr>
                <w:szCs w:val="18"/>
                <w:lang w:eastAsia="ja-JP"/>
              </w:rPr>
              <w:t xml:space="preserve"> + 6 dB</w:t>
            </w:r>
          </w:p>
        </w:tc>
        <w:tc>
          <w:tcPr>
            <w:tcW w:w="1792" w:type="dxa"/>
            <w:vMerge/>
            <w:shd w:val="clear" w:color="auto" w:fill="auto"/>
          </w:tcPr>
          <w:p w14:paraId="098502E2" w14:textId="77777777" w:rsidR="00B15E99" w:rsidRPr="00EF2F0E" w:rsidRDefault="00B15E99" w:rsidP="00A40339">
            <w:pPr>
              <w:pStyle w:val="TAL"/>
              <w:rPr>
                <w:rFonts w:cs="Arial"/>
                <w:szCs w:val="18"/>
                <w:lang w:eastAsia="ja-JP"/>
              </w:rPr>
            </w:pPr>
          </w:p>
        </w:tc>
        <w:tc>
          <w:tcPr>
            <w:tcW w:w="1777" w:type="dxa"/>
            <w:vMerge/>
            <w:shd w:val="clear" w:color="auto" w:fill="auto"/>
          </w:tcPr>
          <w:p w14:paraId="098502E3" w14:textId="77777777" w:rsidR="00B15E99" w:rsidRPr="00EF2F0E" w:rsidRDefault="00B15E99" w:rsidP="00A40339">
            <w:pPr>
              <w:pStyle w:val="TAL"/>
              <w:rPr>
                <w:rFonts w:cs="Arial"/>
                <w:szCs w:val="18"/>
                <w:lang w:eastAsia="ja-JP"/>
              </w:rPr>
            </w:pPr>
          </w:p>
        </w:tc>
      </w:tr>
      <w:tr w:rsidR="00B15E99" w:rsidRPr="00EF2F0E" w14:paraId="098502E8" w14:textId="77777777" w:rsidTr="00A40339">
        <w:trPr>
          <w:jc w:val="center"/>
        </w:trPr>
        <w:tc>
          <w:tcPr>
            <w:tcW w:w="8955" w:type="dxa"/>
            <w:gridSpan w:val="5"/>
            <w:shd w:val="clear" w:color="auto" w:fill="auto"/>
          </w:tcPr>
          <w:p w14:paraId="098502E5" w14:textId="77777777" w:rsidR="00B15E99" w:rsidRPr="00EF2F0E" w:rsidRDefault="00B15E99" w:rsidP="00A40339">
            <w:pPr>
              <w:pStyle w:val="TAN"/>
              <w:rPr>
                <w:rFonts w:cs="Arial"/>
              </w:rPr>
            </w:pPr>
            <w:r w:rsidRPr="00EF2F0E">
              <w:rPr>
                <w:lang w:eastAsia="ja-JP"/>
              </w:rPr>
              <w:t>NOTE 1:</w:t>
            </w:r>
            <w:r w:rsidRPr="00EF2F0E">
              <w:rPr>
                <w:lang w:eastAsia="ja-JP"/>
              </w:rPr>
              <w:tab/>
            </w:r>
            <w:r w:rsidRPr="00EF2F0E">
              <w:rPr>
                <w:rFonts w:cs="Arial"/>
              </w:rPr>
              <w:t>GMSK modulation as defined in TS 45.004 [26].</w:t>
            </w:r>
          </w:p>
          <w:p w14:paraId="098502E6" w14:textId="77777777" w:rsidR="00B15E99" w:rsidRPr="00EF2F0E" w:rsidRDefault="00B15E99" w:rsidP="00A40339">
            <w:pPr>
              <w:pStyle w:val="TAN"/>
              <w:rPr>
                <w:lang w:eastAsia="ja-JP"/>
              </w:rPr>
            </w:pPr>
            <w:r w:rsidRPr="00EF2F0E">
              <w:rPr>
                <w:lang w:eastAsia="ja-JP"/>
              </w:rPr>
              <w:t>NOTE 2:   applies for bands II,IV,V,VIII,X,XII,XIV,XXV,XXVI</w:t>
            </w:r>
          </w:p>
          <w:p w14:paraId="098502E7" w14:textId="77777777" w:rsidR="00B15E99" w:rsidRPr="00EF2F0E" w:rsidRDefault="00B15E99" w:rsidP="00A40339">
            <w:pPr>
              <w:pStyle w:val="TAN"/>
              <w:rPr>
                <w:rFonts w:cs="Arial"/>
              </w:rPr>
            </w:pPr>
            <w:r w:rsidRPr="00EF2F0E">
              <w:rPr>
                <w:lang w:eastAsia="ja-JP"/>
              </w:rPr>
              <w:t>NOTE 3:   applies for bands III,VIII</w:t>
            </w:r>
          </w:p>
        </w:tc>
      </w:tr>
    </w:tbl>
    <w:p w14:paraId="098502E9" w14:textId="77777777" w:rsidR="00B15E99" w:rsidRPr="00EF2F0E" w:rsidRDefault="00B15E99" w:rsidP="00A40339"/>
    <w:p w14:paraId="098502EA" w14:textId="77777777" w:rsidR="00B15E99" w:rsidRPr="00EF2F0E" w:rsidRDefault="00B15E99" w:rsidP="00A40339">
      <w:pPr>
        <w:pStyle w:val="Heading4"/>
      </w:pPr>
      <w:bookmarkStart w:id="5301" w:name="_Toc21096170"/>
      <w:bookmarkStart w:id="5302" w:name="_Toc29763369"/>
      <w:bookmarkStart w:id="5303" w:name="_Toc45869654"/>
      <w:bookmarkStart w:id="5304" w:name="_Toc52554907"/>
      <w:bookmarkStart w:id="5305" w:name="_Toc52555377"/>
      <w:bookmarkStart w:id="5306" w:name="_Toc61112609"/>
      <w:bookmarkStart w:id="5307" w:name="_Toc67911761"/>
      <w:bookmarkStart w:id="5308" w:name="_Toc74843236"/>
      <w:bookmarkStart w:id="5309" w:name="_Toc76503619"/>
      <w:bookmarkStart w:id="5310" w:name="_Toc83041062"/>
      <w:bookmarkStart w:id="5311" w:name="_Toc89852105"/>
      <w:bookmarkStart w:id="5312" w:name="_Toc98676459"/>
      <w:r w:rsidRPr="00EF2F0E">
        <w:t>10.6.3.2</w:t>
      </w:r>
      <w:r w:rsidRPr="00EF2F0E">
        <w:tab/>
        <w:t>Co-location minimum requirement</w:t>
      </w:r>
      <w:bookmarkEnd w:id="5301"/>
      <w:bookmarkEnd w:id="5302"/>
      <w:bookmarkEnd w:id="5303"/>
      <w:bookmarkEnd w:id="5304"/>
      <w:bookmarkEnd w:id="5305"/>
      <w:bookmarkEnd w:id="5306"/>
      <w:bookmarkEnd w:id="5307"/>
      <w:bookmarkEnd w:id="5308"/>
      <w:bookmarkEnd w:id="5309"/>
      <w:bookmarkEnd w:id="5310"/>
      <w:bookmarkEnd w:id="5311"/>
      <w:bookmarkEnd w:id="5312"/>
    </w:p>
    <w:p w14:paraId="098502EB" w14:textId="77777777" w:rsidR="00B15E99" w:rsidRPr="00EF2F0E" w:rsidRDefault="00B15E99" w:rsidP="00A40339">
      <w:r w:rsidRPr="00EF2F0E">
        <w:t xml:space="preserve">This additional blocking requirement may be applied for the protection of </w:t>
      </w:r>
      <w:r w:rsidRPr="00EF2F0E">
        <w:rPr>
          <w:i/>
        </w:rPr>
        <w:t>AAS BS receivers</w:t>
      </w:r>
      <w:r w:rsidRPr="00EF2F0E">
        <w:t xml:space="preserve"> when E-UTRA BS, </w:t>
      </w:r>
      <w:r w:rsidR="008A7D6F" w:rsidRPr="00EF2F0E">
        <w:t xml:space="preserve">NR BS, </w:t>
      </w:r>
      <w:r w:rsidRPr="00EF2F0E">
        <w:t>UTRA BS, CDMA BS or GSM/EDGE BS operating in a different frequency band are co-located with an AAS BS.</w:t>
      </w:r>
    </w:p>
    <w:p w14:paraId="098502EC" w14:textId="77777777" w:rsidR="00B15E99" w:rsidRPr="00EF2F0E" w:rsidRDefault="00B15E99" w:rsidP="00A40339">
      <w:pPr>
        <w:rPr>
          <w:rFonts w:cs="v5.0.0"/>
        </w:rPr>
      </w:pPr>
      <w:r w:rsidRPr="00EF2F0E">
        <w:rPr>
          <w:rFonts w:cs="v5.0.0"/>
        </w:rPr>
        <w:t>The requirement is a co-location requirement</w:t>
      </w:r>
      <w:r w:rsidR="00436D44" w:rsidRPr="00EF2F0E">
        <w:rPr>
          <w:rFonts w:cs="v5.0.0"/>
        </w:rPr>
        <w:t>.</w:t>
      </w:r>
      <w:r w:rsidRPr="00EF2F0E">
        <w:rPr>
          <w:rFonts w:cs="v5.0.0"/>
        </w:rPr>
        <w:t xml:space="preserve"> </w:t>
      </w:r>
      <w:r w:rsidR="00436D44" w:rsidRPr="00EF2F0E">
        <w:rPr>
          <w:rFonts w:cs="v5.0.0"/>
        </w:rPr>
        <w:t>T</w:t>
      </w:r>
      <w:r w:rsidRPr="00EF2F0E">
        <w:rPr>
          <w:rFonts w:cs="v5.0.0"/>
        </w:rPr>
        <w:t xml:space="preserve">he interferer power levels </w:t>
      </w:r>
      <w:r w:rsidR="00436D44" w:rsidRPr="00EF2F0E">
        <w:rPr>
          <w:rFonts w:cs="v5.0.0"/>
        </w:rPr>
        <w:t xml:space="preserve">are </w:t>
      </w:r>
      <w:r w:rsidRPr="00EF2F0E">
        <w:rPr>
          <w:rFonts w:cs="v5.0.0"/>
        </w:rPr>
        <w:t xml:space="preserve">specified at the </w:t>
      </w:r>
      <w:r w:rsidRPr="00EF2F0E">
        <w:rPr>
          <w:rFonts w:cs="v5.0.0"/>
          <w:i/>
        </w:rPr>
        <w:t>co-location reference antenna</w:t>
      </w:r>
      <w:r w:rsidRPr="00EF2F0E">
        <w:rPr>
          <w:rFonts w:cs="v5.0.0"/>
        </w:rPr>
        <w:t xml:space="preserve"> conducted input.</w:t>
      </w:r>
      <w:r w:rsidR="0058588B" w:rsidRPr="00EF2F0E">
        <w:rPr>
          <w:rFonts w:cs="v5.0.0"/>
        </w:rPr>
        <w:t xml:space="preserve"> </w:t>
      </w:r>
      <w:r w:rsidR="0058588B" w:rsidRPr="00EF2F0E">
        <w:t>The interfering power is specified per supported polarization.</w:t>
      </w:r>
    </w:p>
    <w:p w14:paraId="098502ED" w14:textId="77777777" w:rsidR="00B15E99" w:rsidRPr="00EF2F0E" w:rsidRDefault="00B15E99" w:rsidP="00A40339">
      <w:r w:rsidRPr="00EF2F0E">
        <w:rPr>
          <w:rFonts w:cs="v5.0.0"/>
        </w:rPr>
        <w:t xml:space="preserve">The requirement is valid over </w:t>
      </w:r>
      <w:r w:rsidRPr="00EF2F0E">
        <w:rPr>
          <w:i/>
        </w:rPr>
        <w:t>minSENS RoAoA</w:t>
      </w:r>
      <w:r w:rsidRPr="00EF2F0E">
        <w:t>.</w:t>
      </w:r>
    </w:p>
    <w:p w14:paraId="098502EE" w14:textId="77777777" w:rsidR="00B15E99" w:rsidRPr="00EF2F0E" w:rsidRDefault="00B15E99" w:rsidP="00A40339">
      <w:r w:rsidRPr="00EF2F0E">
        <w:t xml:space="preserve">When the </w:t>
      </w:r>
      <w:r w:rsidRPr="00EF2F0E">
        <w:rPr>
          <w:rFonts w:cs="v5.0.0"/>
        </w:rPr>
        <w:t>wanted and an interfering signal using the parameters in table 10.6.2.2-1 for co-location with UTRA or E-UTRA systems and table 10.6.3.2-1 for co-location with GSM systems</w:t>
      </w:r>
      <w:r w:rsidRPr="00EF2F0E">
        <w:t>, the following requirements shall be met:</w:t>
      </w:r>
    </w:p>
    <w:p w14:paraId="098502EF" w14:textId="77777777" w:rsidR="00B15E99" w:rsidRPr="00EF2F0E" w:rsidRDefault="00B15E99" w:rsidP="00A40339">
      <w:pPr>
        <w:pStyle w:val="B10"/>
      </w:pPr>
      <w:r w:rsidRPr="00EF2F0E">
        <w:t>-</w:t>
      </w:r>
      <w:r w:rsidRPr="00EF2F0E">
        <w:tab/>
        <w:t>For any UTRA FDD carrier, the BER shall not exceed 0,001 for the reference measurement channel defined in 3GPP TS 25.104 [6], subclause 7.2.1.</w:t>
      </w:r>
    </w:p>
    <w:p w14:paraId="098502F0" w14:textId="77777777" w:rsidR="00B15E99" w:rsidRPr="00EF2F0E" w:rsidRDefault="00B15E99" w:rsidP="00A40339">
      <w:pPr>
        <w:pStyle w:val="TH"/>
      </w:pPr>
      <w:r w:rsidRPr="00EF2F0E">
        <w:rPr>
          <w:rFonts w:eastAsia="Osaka"/>
        </w:rPr>
        <w:t xml:space="preserve">Table 10.6.3.2-1: UTRA additional OTA </w:t>
      </w:r>
      <w:r w:rsidRPr="00EF2F0E">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18"/>
        <w:gridCol w:w="1657"/>
        <w:gridCol w:w="1082"/>
        <w:gridCol w:w="1134"/>
        <w:gridCol w:w="1134"/>
        <w:gridCol w:w="1701"/>
        <w:gridCol w:w="1167"/>
        <w:gridCol w:w="10"/>
      </w:tblGrid>
      <w:tr w:rsidR="003401A4" w:rsidRPr="00EF2F0E" w14:paraId="098502F8" w14:textId="77777777" w:rsidTr="00B61376">
        <w:trPr>
          <w:gridAfter w:val="1"/>
          <w:wAfter w:w="10" w:type="dxa"/>
          <w:tblHeader/>
          <w:jc w:val="center"/>
        </w:trPr>
        <w:tc>
          <w:tcPr>
            <w:tcW w:w="1918" w:type="dxa"/>
          </w:tcPr>
          <w:p w14:paraId="098502F1" w14:textId="77777777" w:rsidR="008A7D6F" w:rsidRPr="00EF2F0E" w:rsidRDefault="008A7D6F" w:rsidP="00B61376">
            <w:pPr>
              <w:pStyle w:val="TAH"/>
              <w:rPr>
                <w:lang w:eastAsia="ja-JP"/>
              </w:rPr>
            </w:pPr>
            <w:r w:rsidRPr="00EF2F0E">
              <w:rPr>
                <w:lang w:eastAsia="ja-JP"/>
              </w:rPr>
              <w:t>Type of co-located BS</w:t>
            </w:r>
          </w:p>
        </w:tc>
        <w:tc>
          <w:tcPr>
            <w:tcW w:w="1657" w:type="dxa"/>
          </w:tcPr>
          <w:p w14:paraId="098502F2" w14:textId="77777777" w:rsidR="008A7D6F" w:rsidRPr="00EF2F0E" w:rsidRDefault="008A7D6F" w:rsidP="00B61376">
            <w:pPr>
              <w:pStyle w:val="TAH"/>
              <w:rPr>
                <w:lang w:eastAsia="ja-JP"/>
              </w:rPr>
            </w:pPr>
            <w:r w:rsidRPr="00EF2F0E">
              <w:rPr>
                <w:lang w:eastAsia="ja-JP"/>
              </w:rPr>
              <w:t>Centre Frequency of Interfering Signal [MHz]</w:t>
            </w:r>
          </w:p>
        </w:tc>
        <w:tc>
          <w:tcPr>
            <w:tcW w:w="1082" w:type="dxa"/>
          </w:tcPr>
          <w:p w14:paraId="098502F3" w14:textId="77777777" w:rsidR="008A7D6F" w:rsidRPr="00EF2F0E" w:rsidRDefault="008A7D6F" w:rsidP="00B61376">
            <w:pPr>
              <w:pStyle w:val="TAH"/>
              <w:rPr>
                <w:lang w:eastAsia="ja-JP"/>
              </w:rPr>
            </w:pPr>
            <w:r w:rsidRPr="00EF2F0E">
              <w:rPr>
                <w:lang w:eastAsia="ja-JP"/>
              </w:rPr>
              <w:t>Interfering Signal mean power for WA BS [dBm]</w:t>
            </w:r>
          </w:p>
        </w:tc>
        <w:tc>
          <w:tcPr>
            <w:tcW w:w="1134" w:type="dxa"/>
          </w:tcPr>
          <w:p w14:paraId="098502F4" w14:textId="77777777" w:rsidR="008A7D6F" w:rsidRPr="00EF2F0E" w:rsidRDefault="008A7D6F" w:rsidP="00B61376">
            <w:pPr>
              <w:pStyle w:val="TAH"/>
              <w:rPr>
                <w:lang w:eastAsia="ja-JP"/>
              </w:rPr>
            </w:pPr>
            <w:r w:rsidRPr="00EF2F0E">
              <w:rPr>
                <w:lang w:eastAsia="ja-JP"/>
              </w:rPr>
              <w:t>Interfering Signal mean power for MR BS</w:t>
            </w:r>
            <w:r w:rsidRPr="00EF2F0E" w:rsidDel="006A67F6">
              <w:rPr>
                <w:lang w:eastAsia="ja-JP"/>
              </w:rPr>
              <w:t xml:space="preserve"> </w:t>
            </w:r>
            <w:r w:rsidRPr="00EF2F0E">
              <w:rPr>
                <w:lang w:eastAsia="ja-JP"/>
              </w:rPr>
              <w:t>[dBm]</w:t>
            </w:r>
          </w:p>
        </w:tc>
        <w:tc>
          <w:tcPr>
            <w:tcW w:w="1134" w:type="dxa"/>
          </w:tcPr>
          <w:p w14:paraId="098502F5" w14:textId="77777777" w:rsidR="008A7D6F" w:rsidRPr="00EF2F0E" w:rsidRDefault="008A7D6F" w:rsidP="00B61376">
            <w:pPr>
              <w:pStyle w:val="TAH"/>
              <w:rPr>
                <w:lang w:eastAsia="ja-JP"/>
              </w:rPr>
            </w:pPr>
            <w:r w:rsidRPr="00EF2F0E">
              <w:rPr>
                <w:lang w:eastAsia="ja-JP"/>
              </w:rPr>
              <w:t>Interfering Signal mean power for LA BS</w:t>
            </w:r>
            <w:r w:rsidRPr="00EF2F0E" w:rsidDel="006A67F6">
              <w:rPr>
                <w:lang w:eastAsia="ja-JP"/>
              </w:rPr>
              <w:t xml:space="preserve"> </w:t>
            </w:r>
            <w:r w:rsidRPr="00EF2F0E">
              <w:rPr>
                <w:lang w:eastAsia="ja-JP"/>
              </w:rPr>
              <w:t>[dBm]</w:t>
            </w:r>
          </w:p>
        </w:tc>
        <w:tc>
          <w:tcPr>
            <w:tcW w:w="1701" w:type="dxa"/>
          </w:tcPr>
          <w:p w14:paraId="098502F6" w14:textId="77777777" w:rsidR="008A7D6F" w:rsidRPr="00EF2F0E" w:rsidRDefault="008A7D6F" w:rsidP="00B61376">
            <w:pPr>
              <w:pStyle w:val="TAH"/>
              <w:rPr>
                <w:lang w:eastAsia="ja-JP"/>
              </w:rPr>
            </w:pPr>
            <w:r w:rsidRPr="00EF2F0E">
              <w:rPr>
                <w:lang w:eastAsia="ja-JP"/>
              </w:rPr>
              <w:t>Wanted Signal mean power [dBm]</w:t>
            </w:r>
          </w:p>
        </w:tc>
        <w:tc>
          <w:tcPr>
            <w:tcW w:w="1167" w:type="dxa"/>
          </w:tcPr>
          <w:p w14:paraId="098502F7" w14:textId="77777777" w:rsidR="008A7D6F" w:rsidRPr="00EF2F0E" w:rsidRDefault="008A7D6F" w:rsidP="00B61376">
            <w:pPr>
              <w:pStyle w:val="TAH"/>
              <w:rPr>
                <w:lang w:eastAsia="ja-JP"/>
              </w:rPr>
            </w:pPr>
            <w:r w:rsidRPr="00EF2F0E">
              <w:rPr>
                <w:lang w:eastAsia="ja-JP"/>
              </w:rPr>
              <w:t>Type of Interfering Signal</w:t>
            </w:r>
          </w:p>
        </w:tc>
      </w:tr>
      <w:tr w:rsidR="003401A4" w:rsidRPr="00EF2F0E" w14:paraId="09850300" w14:textId="77777777" w:rsidTr="00B61376">
        <w:trPr>
          <w:gridAfter w:val="1"/>
          <w:wAfter w:w="10" w:type="dxa"/>
          <w:jc w:val="center"/>
        </w:trPr>
        <w:tc>
          <w:tcPr>
            <w:tcW w:w="1918" w:type="dxa"/>
          </w:tcPr>
          <w:p w14:paraId="098502F9" w14:textId="77777777" w:rsidR="008A7D6F" w:rsidRPr="00EF2F0E" w:rsidRDefault="008A7D6F" w:rsidP="00B61376">
            <w:pPr>
              <w:pStyle w:val="TAL"/>
              <w:rPr>
                <w:rFonts w:cs="Arial"/>
                <w:szCs w:val="18"/>
                <w:lang w:eastAsia="ja-JP"/>
              </w:rPr>
            </w:pPr>
            <w:r w:rsidRPr="00EF2F0E">
              <w:rPr>
                <w:rFonts w:cs="Arial"/>
                <w:szCs w:val="18"/>
                <w:lang w:eastAsia="ja-JP"/>
              </w:rPr>
              <w:t>GSM850 or CDMA850</w:t>
            </w:r>
          </w:p>
        </w:tc>
        <w:tc>
          <w:tcPr>
            <w:tcW w:w="1657" w:type="dxa"/>
            <w:vAlign w:val="center"/>
          </w:tcPr>
          <w:p w14:paraId="098502FA" w14:textId="77777777" w:rsidR="008A7D6F" w:rsidRPr="00EF2F0E" w:rsidRDefault="008A7D6F" w:rsidP="00B61376">
            <w:pPr>
              <w:pStyle w:val="TAC"/>
              <w:rPr>
                <w:lang w:eastAsia="ja-JP"/>
              </w:rPr>
            </w:pPr>
            <w:r w:rsidRPr="00EF2F0E">
              <w:rPr>
                <w:lang w:eastAsia="ja-JP"/>
              </w:rPr>
              <w:t>869 - 894</w:t>
            </w:r>
          </w:p>
        </w:tc>
        <w:tc>
          <w:tcPr>
            <w:tcW w:w="1082" w:type="dxa"/>
            <w:vAlign w:val="center"/>
          </w:tcPr>
          <w:p w14:paraId="098502FB"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2FC"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2FD"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2FE"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2FF" w14:textId="77777777" w:rsidR="008A7D6F" w:rsidRPr="00EF2F0E" w:rsidRDefault="008A7D6F" w:rsidP="00B61376">
            <w:pPr>
              <w:pStyle w:val="TAC"/>
              <w:rPr>
                <w:lang w:eastAsia="ja-JP"/>
              </w:rPr>
            </w:pPr>
            <w:r w:rsidRPr="00EF2F0E">
              <w:rPr>
                <w:lang w:eastAsia="ja-JP"/>
              </w:rPr>
              <w:t>CW carrier</w:t>
            </w:r>
          </w:p>
        </w:tc>
      </w:tr>
      <w:tr w:rsidR="003401A4" w:rsidRPr="00EF2F0E" w14:paraId="09850308" w14:textId="77777777" w:rsidTr="00B61376">
        <w:trPr>
          <w:gridAfter w:val="1"/>
          <w:wAfter w:w="10" w:type="dxa"/>
          <w:jc w:val="center"/>
        </w:trPr>
        <w:tc>
          <w:tcPr>
            <w:tcW w:w="1918" w:type="dxa"/>
          </w:tcPr>
          <w:p w14:paraId="09850301" w14:textId="77777777" w:rsidR="008A7D6F" w:rsidRPr="00EF2F0E" w:rsidRDefault="008A7D6F" w:rsidP="00B61376">
            <w:pPr>
              <w:pStyle w:val="TAL"/>
              <w:rPr>
                <w:rFonts w:cs="Arial"/>
                <w:szCs w:val="18"/>
                <w:lang w:eastAsia="ja-JP"/>
              </w:rPr>
            </w:pPr>
            <w:r w:rsidRPr="00EF2F0E">
              <w:rPr>
                <w:rFonts w:cs="Arial"/>
                <w:szCs w:val="18"/>
                <w:lang w:eastAsia="ja-JP"/>
              </w:rPr>
              <w:t>GSM900</w:t>
            </w:r>
          </w:p>
        </w:tc>
        <w:tc>
          <w:tcPr>
            <w:tcW w:w="1657" w:type="dxa"/>
            <w:vAlign w:val="center"/>
          </w:tcPr>
          <w:p w14:paraId="09850302" w14:textId="77777777" w:rsidR="008A7D6F" w:rsidRPr="00EF2F0E" w:rsidRDefault="008A7D6F" w:rsidP="00B61376">
            <w:pPr>
              <w:pStyle w:val="TAC"/>
              <w:rPr>
                <w:lang w:eastAsia="ja-JP"/>
              </w:rPr>
            </w:pPr>
            <w:r w:rsidRPr="00EF2F0E">
              <w:rPr>
                <w:lang w:eastAsia="ja-JP"/>
              </w:rPr>
              <w:t>921 - 960</w:t>
            </w:r>
          </w:p>
        </w:tc>
        <w:tc>
          <w:tcPr>
            <w:tcW w:w="1082" w:type="dxa"/>
            <w:vAlign w:val="center"/>
          </w:tcPr>
          <w:p w14:paraId="09850303"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04"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05"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06"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07" w14:textId="77777777" w:rsidR="008A7D6F" w:rsidRPr="00EF2F0E" w:rsidRDefault="008A7D6F" w:rsidP="00B61376">
            <w:pPr>
              <w:pStyle w:val="TAC"/>
              <w:rPr>
                <w:lang w:eastAsia="ja-JP"/>
              </w:rPr>
            </w:pPr>
            <w:r w:rsidRPr="00EF2F0E">
              <w:rPr>
                <w:lang w:eastAsia="ja-JP"/>
              </w:rPr>
              <w:t>CW carrier</w:t>
            </w:r>
          </w:p>
        </w:tc>
      </w:tr>
      <w:tr w:rsidR="003401A4" w:rsidRPr="00EF2F0E" w14:paraId="09850311" w14:textId="77777777" w:rsidTr="00B61376">
        <w:trPr>
          <w:gridAfter w:val="1"/>
          <w:wAfter w:w="10" w:type="dxa"/>
          <w:jc w:val="center"/>
        </w:trPr>
        <w:tc>
          <w:tcPr>
            <w:tcW w:w="1918" w:type="dxa"/>
          </w:tcPr>
          <w:p w14:paraId="09850309" w14:textId="77777777" w:rsidR="008A7D6F" w:rsidRPr="00EF2F0E" w:rsidRDefault="008A7D6F" w:rsidP="00B61376">
            <w:pPr>
              <w:pStyle w:val="TAL"/>
              <w:rPr>
                <w:rFonts w:cs="Arial"/>
                <w:szCs w:val="18"/>
                <w:lang w:eastAsia="ja-JP"/>
              </w:rPr>
            </w:pPr>
            <w:r w:rsidRPr="00EF2F0E">
              <w:rPr>
                <w:rFonts w:cs="Arial"/>
                <w:szCs w:val="18"/>
                <w:lang w:eastAsia="ja-JP"/>
              </w:rPr>
              <w:t>DCS1800</w:t>
            </w:r>
          </w:p>
        </w:tc>
        <w:tc>
          <w:tcPr>
            <w:tcW w:w="1657" w:type="dxa"/>
            <w:vAlign w:val="center"/>
          </w:tcPr>
          <w:p w14:paraId="0985030A" w14:textId="77777777" w:rsidR="008A7D6F" w:rsidRPr="00EF2F0E" w:rsidRDefault="008A7D6F" w:rsidP="00B61376">
            <w:pPr>
              <w:pStyle w:val="TAC"/>
              <w:rPr>
                <w:lang w:eastAsia="ja-JP"/>
              </w:rPr>
            </w:pPr>
            <w:r w:rsidRPr="00EF2F0E">
              <w:rPr>
                <w:lang w:eastAsia="ja-JP"/>
              </w:rPr>
              <w:t>1805 - 1880</w:t>
            </w:r>
          </w:p>
          <w:p w14:paraId="0985030B" w14:textId="77777777" w:rsidR="008A7D6F" w:rsidRPr="00EF2F0E" w:rsidRDefault="008A7D6F" w:rsidP="00B61376">
            <w:pPr>
              <w:pStyle w:val="TAC"/>
              <w:rPr>
                <w:lang w:eastAsia="ja-JP"/>
              </w:rPr>
            </w:pPr>
            <w:r w:rsidRPr="00EF2F0E">
              <w:rPr>
                <w:lang w:eastAsia="ja-JP"/>
              </w:rPr>
              <w:t>(NOTE 4)</w:t>
            </w:r>
          </w:p>
        </w:tc>
        <w:tc>
          <w:tcPr>
            <w:tcW w:w="1082" w:type="dxa"/>
            <w:vAlign w:val="center"/>
          </w:tcPr>
          <w:p w14:paraId="0985030C"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0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0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0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10" w14:textId="77777777" w:rsidR="008A7D6F" w:rsidRPr="00EF2F0E" w:rsidRDefault="008A7D6F" w:rsidP="00B61376">
            <w:pPr>
              <w:pStyle w:val="TAC"/>
              <w:rPr>
                <w:lang w:eastAsia="ja-JP"/>
              </w:rPr>
            </w:pPr>
            <w:r w:rsidRPr="00EF2F0E">
              <w:rPr>
                <w:lang w:eastAsia="ja-JP"/>
              </w:rPr>
              <w:t>CW carrier</w:t>
            </w:r>
          </w:p>
        </w:tc>
      </w:tr>
      <w:tr w:rsidR="003401A4" w:rsidRPr="00EF2F0E" w14:paraId="09850319" w14:textId="77777777" w:rsidTr="00B61376">
        <w:trPr>
          <w:gridAfter w:val="1"/>
          <w:wAfter w:w="10" w:type="dxa"/>
          <w:jc w:val="center"/>
        </w:trPr>
        <w:tc>
          <w:tcPr>
            <w:tcW w:w="1918" w:type="dxa"/>
          </w:tcPr>
          <w:p w14:paraId="09850312" w14:textId="77777777" w:rsidR="008A7D6F" w:rsidRPr="00EF2F0E" w:rsidRDefault="008A7D6F" w:rsidP="00B61376">
            <w:pPr>
              <w:pStyle w:val="TAL"/>
              <w:rPr>
                <w:rFonts w:cs="Arial"/>
                <w:szCs w:val="18"/>
                <w:lang w:eastAsia="ja-JP"/>
              </w:rPr>
            </w:pPr>
            <w:r w:rsidRPr="00EF2F0E">
              <w:rPr>
                <w:rFonts w:cs="Arial"/>
                <w:szCs w:val="18"/>
                <w:lang w:eastAsia="ja-JP"/>
              </w:rPr>
              <w:t>PCS1900</w:t>
            </w:r>
          </w:p>
        </w:tc>
        <w:tc>
          <w:tcPr>
            <w:tcW w:w="1657" w:type="dxa"/>
            <w:vAlign w:val="center"/>
          </w:tcPr>
          <w:p w14:paraId="09850313" w14:textId="77777777" w:rsidR="008A7D6F" w:rsidRPr="00EF2F0E" w:rsidRDefault="008A7D6F" w:rsidP="00B61376">
            <w:pPr>
              <w:pStyle w:val="TAC"/>
              <w:rPr>
                <w:lang w:eastAsia="ja-JP"/>
              </w:rPr>
            </w:pPr>
            <w:r w:rsidRPr="00EF2F0E">
              <w:rPr>
                <w:lang w:eastAsia="ja-JP"/>
              </w:rPr>
              <w:t>1930 - 1990</w:t>
            </w:r>
          </w:p>
        </w:tc>
        <w:tc>
          <w:tcPr>
            <w:tcW w:w="1082" w:type="dxa"/>
            <w:vAlign w:val="center"/>
          </w:tcPr>
          <w:p w14:paraId="09850314"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15"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16"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1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18" w14:textId="77777777" w:rsidR="008A7D6F" w:rsidRPr="00EF2F0E" w:rsidRDefault="008A7D6F" w:rsidP="00B61376">
            <w:pPr>
              <w:pStyle w:val="TAC"/>
              <w:rPr>
                <w:lang w:eastAsia="ja-JP"/>
              </w:rPr>
            </w:pPr>
            <w:r w:rsidRPr="00EF2F0E">
              <w:rPr>
                <w:lang w:eastAsia="ja-JP"/>
              </w:rPr>
              <w:t>CW carrier</w:t>
            </w:r>
          </w:p>
        </w:tc>
      </w:tr>
      <w:tr w:rsidR="003401A4" w:rsidRPr="00EF2F0E" w14:paraId="09850321" w14:textId="77777777" w:rsidTr="00B61376">
        <w:trPr>
          <w:gridAfter w:val="1"/>
          <w:wAfter w:w="10" w:type="dxa"/>
          <w:jc w:val="center"/>
        </w:trPr>
        <w:tc>
          <w:tcPr>
            <w:tcW w:w="1918" w:type="dxa"/>
          </w:tcPr>
          <w:p w14:paraId="0985031A" w14:textId="77777777" w:rsidR="008A7D6F" w:rsidRPr="00EF2F0E" w:rsidRDefault="008A7D6F" w:rsidP="00B61376">
            <w:pPr>
              <w:pStyle w:val="TAL"/>
              <w:rPr>
                <w:rFonts w:cs="Arial"/>
                <w:szCs w:val="18"/>
                <w:lang w:eastAsia="ja-JP"/>
              </w:rPr>
            </w:pPr>
            <w:r w:rsidRPr="00EF2F0E">
              <w:rPr>
                <w:rFonts w:cs="Arial"/>
                <w:szCs w:val="18"/>
                <w:lang w:eastAsia="ja-JP"/>
              </w:rPr>
              <w:t>UTRA FDD Band I or E-UTRA Band 1 or NR band n1</w:t>
            </w:r>
          </w:p>
        </w:tc>
        <w:tc>
          <w:tcPr>
            <w:tcW w:w="1657" w:type="dxa"/>
            <w:vAlign w:val="center"/>
          </w:tcPr>
          <w:p w14:paraId="0985031B" w14:textId="77777777" w:rsidR="008A7D6F" w:rsidRPr="00EF2F0E" w:rsidRDefault="008A7D6F" w:rsidP="00B61376">
            <w:pPr>
              <w:pStyle w:val="TAC"/>
              <w:rPr>
                <w:lang w:eastAsia="ja-JP"/>
              </w:rPr>
            </w:pPr>
            <w:r w:rsidRPr="00EF2F0E">
              <w:rPr>
                <w:lang w:eastAsia="ja-JP"/>
              </w:rPr>
              <w:t>2110 - 2170</w:t>
            </w:r>
          </w:p>
        </w:tc>
        <w:tc>
          <w:tcPr>
            <w:tcW w:w="1082" w:type="dxa"/>
            <w:vAlign w:val="center"/>
          </w:tcPr>
          <w:p w14:paraId="0985031C"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1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1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1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20" w14:textId="77777777" w:rsidR="008A7D6F" w:rsidRPr="00EF2F0E" w:rsidRDefault="008A7D6F" w:rsidP="00B61376">
            <w:pPr>
              <w:pStyle w:val="TAC"/>
              <w:rPr>
                <w:lang w:eastAsia="ja-JP"/>
              </w:rPr>
            </w:pPr>
            <w:r w:rsidRPr="00EF2F0E">
              <w:rPr>
                <w:lang w:eastAsia="ja-JP"/>
              </w:rPr>
              <w:t>CW carrier</w:t>
            </w:r>
          </w:p>
        </w:tc>
      </w:tr>
      <w:tr w:rsidR="003401A4" w:rsidRPr="00EF2F0E" w14:paraId="09850329" w14:textId="77777777" w:rsidTr="00B61376">
        <w:trPr>
          <w:gridAfter w:val="1"/>
          <w:wAfter w:w="10" w:type="dxa"/>
          <w:jc w:val="center"/>
        </w:trPr>
        <w:tc>
          <w:tcPr>
            <w:tcW w:w="1918" w:type="dxa"/>
          </w:tcPr>
          <w:p w14:paraId="09850322" w14:textId="77777777" w:rsidR="008A7D6F" w:rsidRPr="00EF2F0E" w:rsidRDefault="008A7D6F" w:rsidP="00B61376">
            <w:pPr>
              <w:pStyle w:val="TAL"/>
              <w:rPr>
                <w:rFonts w:cs="Arial"/>
                <w:szCs w:val="18"/>
                <w:lang w:eastAsia="ja-JP"/>
              </w:rPr>
            </w:pPr>
            <w:r w:rsidRPr="00EF2F0E">
              <w:rPr>
                <w:rFonts w:cs="Arial"/>
                <w:szCs w:val="18"/>
                <w:lang w:eastAsia="ja-JP"/>
              </w:rPr>
              <w:t>UTRA FDD Band II or E-UTRA Band 2 or NR band n2</w:t>
            </w:r>
          </w:p>
        </w:tc>
        <w:tc>
          <w:tcPr>
            <w:tcW w:w="1657" w:type="dxa"/>
            <w:vAlign w:val="center"/>
          </w:tcPr>
          <w:p w14:paraId="09850323" w14:textId="77777777" w:rsidR="008A7D6F" w:rsidRPr="00EF2F0E" w:rsidRDefault="008A7D6F" w:rsidP="00B61376">
            <w:pPr>
              <w:pStyle w:val="TAC"/>
              <w:rPr>
                <w:lang w:eastAsia="ja-JP"/>
              </w:rPr>
            </w:pPr>
            <w:r w:rsidRPr="00EF2F0E">
              <w:rPr>
                <w:lang w:eastAsia="ja-JP"/>
              </w:rPr>
              <w:t>1930 - 1990</w:t>
            </w:r>
          </w:p>
        </w:tc>
        <w:tc>
          <w:tcPr>
            <w:tcW w:w="1082" w:type="dxa"/>
            <w:vAlign w:val="center"/>
          </w:tcPr>
          <w:p w14:paraId="09850324"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25"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26"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2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28" w14:textId="77777777" w:rsidR="008A7D6F" w:rsidRPr="00EF2F0E" w:rsidRDefault="008A7D6F" w:rsidP="00B61376">
            <w:pPr>
              <w:pStyle w:val="TAC"/>
              <w:rPr>
                <w:lang w:eastAsia="ja-JP"/>
              </w:rPr>
            </w:pPr>
            <w:r w:rsidRPr="00EF2F0E">
              <w:rPr>
                <w:lang w:eastAsia="ja-JP"/>
              </w:rPr>
              <w:t>CW carrier</w:t>
            </w:r>
          </w:p>
        </w:tc>
      </w:tr>
      <w:tr w:rsidR="003401A4" w:rsidRPr="00EF2F0E" w14:paraId="09850332" w14:textId="77777777" w:rsidTr="00B61376">
        <w:trPr>
          <w:gridAfter w:val="1"/>
          <w:wAfter w:w="10" w:type="dxa"/>
          <w:jc w:val="center"/>
        </w:trPr>
        <w:tc>
          <w:tcPr>
            <w:tcW w:w="1918" w:type="dxa"/>
          </w:tcPr>
          <w:p w14:paraId="0985032A" w14:textId="77777777" w:rsidR="008A7D6F" w:rsidRPr="00EF2F0E" w:rsidRDefault="008A7D6F" w:rsidP="00B61376">
            <w:pPr>
              <w:pStyle w:val="TAL"/>
              <w:rPr>
                <w:rFonts w:cs="Arial"/>
                <w:szCs w:val="18"/>
                <w:lang w:eastAsia="ja-JP"/>
              </w:rPr>
            </w:pPr>
            <w:r w:rsidRPr="00EF2F0E">
              <w:rPr>
                <w:rFonts w:cs="Arial"/>
                <w:szCs w:val="18"/>
                <w:lang w:eastAsia="ja-JP"/>
              </w:rPr>
              <w:t>UTRA FDD Band III or E-UTRA Band 3 or NR band n3</w:t>
            </w:r>
          </w:p>
        </w:tc>
        <w:tc>
          <w:tcPr>
            <w:tcW w:w="1657" w:type="dxa"/>
            <w:vAlign w:val="center"/>
          </w:tcPr>
          <w:p w14:paraId="0985032B" w14:textId="77777777" w:rsidR="008A7D6F" w:rsidRPr="00EF2F0E" w:rsidRDefault="008A7D6F" w:rsidP="00B61376">
            <w:pPr>
              <w:pStyle w:val="TAC"/>
              <w:rPr>
                <w:lang w:eastAsia="ja-JP"/>
              </w:rPr>
            </w:pPr>
            <w:r w:rsidRPr="00EF2F0E">
              <w:rPr>
                <w:lang w:eastAsia="ja-JP"/>
              </w:rPr>
              <w:t>1805 - 1880</w:t>
            </w:r>
          </w:p>
          <w:p w14:paraId="0985032C" w14:textId="77777777" w:rsidR="008A7D6F" w:rsidRPr="00EF2F0E" w:rsidRDefault="008A7D6F" w:rsidP="00B61376">
            <w:pPr>
              <w:pStyle w:val="TAC"/>
              <w:rPr>
                <w:lang w:eastAsia="ja-JP"/>
              </w:rPr>
            </w:pPr>
            <w:r w:rsidRPr="00EF2F0E">
              <w:rPr>
                <w:lang w:eastAsia="ja-JP"/>
              </w:rPr>
              <w:t>(NOTE 4)</w:t>
            </w:r>
          </w:p>
        </w:tc>
        <w:tc>
          <w:tcPr>
            <w:tcW w:w="1082" w:type="dxa"/>
            <w:vAlign w:val="center"/>
          </w:tcPr>
          <w:p w14:paraId="0985032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2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2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3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31" w14:textId="77777777" w:rsidR="008A7D6F" w:rsidRPr="00EF2F0E" w:rsidRDefault="008A7D6F" w:rsidP="00B61376">
            <w:pPr>
              <w:pStyle w:val="TAC"/>
              <w:rPr>
                <w:lang w:eastAsia="ja-JP"/>
              </w:rPr>
            </w:pPr>
            <w:r w:rsidRPr="00EF2F0E">
              <w:rPr>
                <w:lang w:eastAsia="ja-JP"/>
              </w:rPr>
              <w:t>CW carrier</w:t>
            </w:r>
          </w:p>
        </w:tc>
      </w:tr>
      <w:tr w:rsidR="003401A4" w:rsidRPr="00EF2F0E" w14:paraId="0985033A" w14:textId="77777777" w:rsidTr="00B61376">
        <w:trPr>
          <w:gridAfter w:val="1"/>
          <w:wAfter w:w="10" w:type="dxa"/>
          <w:jc w:val="center"/>
        </w:trPr>
        <w:tc>
          <w:tcPr>
            <w:tcW w:w="1918" w:type="dxa"/>
          </w:tcPr>
          <w:p w14:paraId="09850333"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IV or E-UTRA Band 4</w:t>
            </w:r>
          </w:p>
        </w:tc>
        <w:tc>
          <w:tcPr>
            <w:tcW w:w="1657" w:type="dxa"/>
            <w:vAlign w:val="center"/>
          </w:tcPr>
          <w:p w14:paraId="09850334" w14:textId="77777777" w:rsidR="008A7D6F" w:rsidRPr="00EF2F0E" w:rsidRDefault="008A7D6F" w:rsidP="00B61376">
            <w:pPr>
              <w:pStyle w:val="TAC"/>
              <w:rPr>
                <w:lang w:eastAsia="ja-JP"/>
              </w:rPr>
            </w:pPr>
            <w:r w:rsidRPr="00EF2F0E">
              <w:rPr>
                <w:lang w:eastAsia="ja-JP"/>
              </w:rPr>
              <w:t>2110 - 2155</w:t>
            </w:r>
          </w:p>
        </w:tc>
        <w:tc>
          <w:tcPr>
            <w:tcW w:w="1082" w:type="dxa"/>
            <w:vAlign w:val="center"/>
          </w:tcPr>
          <w:p w14:paraId="0985033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3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3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3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39" w14:textId="77777777" w:rsidR="008A7D6F" w:rsidRPr="00EF2F0E" w:rsidRDefault="008A7D6F" w:rsidP="00B61376">
            <w:pPr>
              <w:pStyle w:val="TAC"/>
              <w:rPr>
                <w:lang w:eastAsia="ja-JP"/>
              </w:rPr>
            </w:pPr>
            <w:r w:rsidRPr="00EF2F0E">
              <w:rPr>
                <w:lang w:eastAsia="ja-JP"/>
              </w:rPr>
              <w:t>CW carrier</w:t>
            </w:r>
          </w:p>
        </w:tc>
      </w:tr>
      <w:tr w:rsidR="003401A4" w:rsidRPr="00EF2F0E" w14:paraId="09850342" w14:textId="77777777" w:rsidTr="00B61376">
        <w:trPr>
          <w:gridAfter w:val="1"/>
          <w:wAfter w:w="10" w:type="dxa"/>
          <w:jc w:val="center"/>
        </w:trPr>
        <w:tc>
          <w:tcPr>
            <w:tcW w:w="1918" w:type="dxa"/>
          </w:tcPr>
          <w:p w14:paraId="0985033B" w14:textId="77777777" w:rsidR="008A7D6F" w:rsidRPr="00EF2F0E" w:rsidRDefault="008A7D6F" w:rsidP="00B61376">
            <w:pPr>
              <w:pStyle w:val="TAL"/>
              <w:rPr>
                <w:rFonts w:cs="Arial"/>
                <w:szCs w:val="18"/>
                <w:lang w:eastAsia="ja-JP"/>
              </w:rPr>
            </w:pPr>
            <w:r w:rsidRPr="00EF2F0E">
              <w:rPr>
                <w:rFonts w:cs="Arial"/>
                <w:szCs w:val="18"/>
                <w:lang w:eastAsia="ja-JP"/>
              </w:rPr>
              <w:t>UTRA FDD Band V or E-UTRA Band 5 or NR band n5</w:t>
            </w:r>
          </w:p>
        </w:tc>
        <w:tc>
          <w:tcPr>
            <w:tcW w:w="1657" w:type="dxa"/>
            <w:vAlign w:val="center"/>
          </w:tcPr>
          <w:p w14:paraId="0985033C" w14:textId="77777777" w:rsidR="008A7D6F" w:rsidRPr="00EF2F0E" w:rsidRDefault="008A7D6F" w:rsidP="00B61376">
            <w:pPr>
              <w:pStyle w:val="TAC"/>
              <w:rPr>
                <w:lang w:eastAsia="ja-JP"/>
              </w:rPr>
            </w:pPr>
            <w:r w:rsidRPr="00EF2F0E">
              <w:rPr>
                <w:lang w:eastAsia="ja-JP"/>
              </w:rPr>
              <w:t>869 - 894</w:t>
            </w:r>
          </w:p>
        </w:tc>
        <w:tc>
          <w:tcPr>
            <w:tcW w:w="1082" w:type="dxa"/>
            <w:vAlign w:val="center"/>
          </w:tcPr>
          <w:p w14:paraId="0985033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3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3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4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41" w14:textId="77777777" w:rsidR="008A7D6F" w:rsidRPr="00EF2F0E" w:rsidRDefault="008A7D6F" w:rsidP="00B61376">
            <w:pPr>
              <w:pStyle w:val="TAC"/>
              <w:rPr>
                <w:lang w:eastAsia="ja-JP"/>
              </w:rPr>
            </w:pPr>
            <w:r w:rsidRPr="00EF2F0E">
              <w:rPr>
                <w:lang w:eastAsia="ja-JP"/>
              </w:rPr>
              <w:t>CW carrier</w:t>
            </w:r>
          </w:p>
        </w:tc>
      </w:tr>
      <w:tr w:rsidR="003401A4" w:rsidRPr="00EF2F0E" w14:paraId="0985034A" w14:textId="77777777" w:rsidTr="00B61376">
        <w:trPr>
          <w:gridAfter w:val="1"/>
          <w:wAfter w:w="10" w:type="dxa"/>
          <w:jc w:val="center"/>
        </w:trPr>
        <w:tc>
          <w:tcPr>
            <w:tcW w:w="1918" w:type="dxa"/>
          </w:tcPr>
          <w:p w14:paraId="09850343"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VI or E-UTRA Band 6</w:t>
            </w:r>
          </w:p>
        </w:tc>
        <w:tc>
          <w:tcPr>
            <w:tcW w:w="1657" w:type="dxa"/>
            <w:vAlign w:val="center"/>
          </w:tcPr>
          <w:p w14:paraId="09850344" w14:textId="77777777" w:rsidR="008A7D6F" w:rsidRPr="00EF2F0E" w:rsidRDefault="008A7D6F" w:rsidP="00B61376">
            <w:pPr>
              <w:pStyle w:val="TAC"/>
              <w:rPr>
                <w:lang w:eastAsia="ja-JP"/>
              </w:rPr>
            </w:pPr>
            <w:r w:rsidRPr="00EF2F0E">
              <w:rPr>
                <w:lang w:eastAsia="ja-JP"/>
              </w:rPr>
              <w:t>875 - 885</w:t>
            </w:r>
          </w:p>
        </w:tc>
        <w:tc>
          <w:tcPr>
            <w:tcW w:w="1082" w:type="dxa"/>
            <w:vAlign w:val="center"/>
          </w:tcPr>
          <w:p w14:paraId="0985034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4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4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4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49" w14:textId="77777777" w:rsidR="008A7D6F" w:rsidRPr="00EF2F0E" w:rsidRDefault="008A7D6F" w:rsidP="00B61376">
            <w:pPr>
              <w:pStyle w:val="TAC"/>
              <w:rPr>
                <w:lang w:eastAsia="ja-JP"/>
              </w:rPr>
            </w:pPr>
            <w:r w:rsidRPr="00EF2F0E">
              <w:rPr>
                <w:lang w:eastAsia="ja-JP"/>
              </w:rPr>
              <w:t>CW carrier</w:t>
            </w:r>
          </w:p>
        </w:tc>
      </w:tr>
      <w:tr w:rsidR="003401A4" w:rsidRPr="00EF2F0E" w14:paraId="09850352" w14:textId="77777777" w:rsidTr="00B61376">
        <w:trPr>
          <w:gridAfter w:val="1"/>
          <w:wAfter w:w="10" w:type="dxa"/>
          <w:jc w:val="center"/>
        </w:trPr>
        <w:tc>
          <w:tcPr>
            <w:tcW w:w="1918" w:type="dxa"/>
          </w:tcPr>
          <w:p w14:paraId="0985034B" w14:textId="77777777" w:rsidR="008A7D6F" w:rsidRPr="00EF2F0E" w:rsidRDefault="008A7D6F" w:rsidP="00B61376">
            <w:pPr>
              <w:pStyle w:val="TAL"/>
              <w:rPr>
                <w:rFonts w:cs="Arial"/>
                <w:szCs w:val="18"/>
                <w:lang w:eastAsia="ja-JP"/>
              </w:rPr>
            </w:pPr>
            <w:r w:rsidRPr="00EF2F0E">
              <w:rPr>
                <w:rFonts w:cs="Arial"/>
                <w:szCs w:val="18"/>
                <w:lang w:eastAsia="ja-JP"/>
              </w:rPr>
              <w:t>UTRA FDD Band VII or E-UTRA Band 7 or NR band n7</w:t>
            </w:r>
          </w:p>
        </w:tc>
        <w:tc>
          <w:tcPr>
            <w:tcW w:w="1657" w:type="dxa"/>
            <w:vAlign w:val="center"/>
          </w:tcPr>
          <w:p w14:paraId="0985034C" w14:textId="77777777" w:rsidR="008A7D6F" w:rsidRPr="00EF2F0E" w:rsidRDefault="008A7D6F" w:rsidP="00B61376">
            <w:pPr>
              <w:pStyle w:val="TAC"/>
              <w:rPr>
                <w:lang w:eastAsia="ja-JP"/>
              </w:rPr>
            </w:pPr>
            <w:r w:rsidRPr="00EF2F0E">
              <w:rPr>
                <w:lang w:eastAsia="ja-JP"/>
              </w:rPr>
              <w:t>2620 - 2690</w:t>
            </w:r>
          </w:p>
        </w:tc>
        <w:tc>
          <w:tcPr>
            <w:tcW w:w="1082" w:type="dxa"/>
            <w:vAlign w:val="center"/>
          </w:tcPr>
          <w:p w14:paraId="0985034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4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4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5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51" w14:textId="77777777" w:rsidR="008A7D6F" w:rsidRPr="00EF2F0E" w:rsidRDefault="008A7D6F" w:rsidP="00B61376">
            <w:pPr>
              <w:pStyle w:val="TAC"/>
              <w:rPr>
                <w:lang w:eastAsia="ja-JP"/>
              </w:rPr>
            </w:pPr>
            <w:r w:rsidRPr="00EF2F0E">
              <w:rPr>
                <w:lang w:eastAsia="ja-JP"/>
              </w:rPr>
              <w:t>CW carrier</w:t>
            </w:r>
          </w:p>
        </w:tc>
      </w:tr>
      <w:tr w:rsidR="003401A4" w:rsidRPr="00EF2F0E" w14:paraId="0985035A" w14:textId="77777777" w:rsidTr="00B61376">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50353" w14:textId="77777777" w:rsidR="008A7D6F" w:rsidRPr="00EF2F0E" w:rsidRDefault="008A7D6F" w:rsidP="00B61376">
            <w:pPr>
              <w:pStyle w:val="TAL"/>
              <w:rPr>
                <w:rFonts w:cs="Arial"/>
                <w:szCs w:val="18"/>
                <w:lang w:eastAsia="ja-JP"/>
              </w:rPr>
            </w:pPr>
            <w:r w:rsidRPr="00EF2F0E">
              <w:rPr>
                <w:rFonts w:cs="Arial"/>
                <w:szCs w:val="18"/>
                <w:lang w:eastAsia="ja-JP"/>
              </w:rPr>
              <w:t>UTRA FDD Band VIII or E-UTRA Band 8 or NR band n8</w:t>
            </w:r>
          </w:p>
        </w:tc>
        <w:tc>
          <w:tcPr>
            <w:tcW w:w="1657" w:type="dxa"/>
            <w:tcBorders>
              <w:top w:val="single" w:sz="4" w:space="0" w:color="auto"/>
              <w:left w:val="single" w:sz="4" w:space="0" w:color="auto"/>
              <w:bottom w:val="single" w:sz="4" w:space="0" w:color="auto"/>
              <w:right w:val="single" w:sz="4" w:space="0" w:color="auto"/>
            </w:tcBorders>
            <w:vAlign w:val="center"/>
          </w:tcPr>
          <w:p w14:paraId="09850354" w14:textId="77777777" w:rsidR="008A7D6F" w:rsidRPr="00EF2F0E" w:rsidRDefault="008A7D6F" w:rsidP="00B61376">
            <w:pPr>
              <w:pStyle w:val="TAC"/>
              <w:rPr>
                <w:lang w:eastAsia="ja-JP"/>
              </w:rPr>
            </w:pPr>
            <w:r w:rsidRPr="00EF2F0E">
              <w:rPr>
                <w:lang w:eastAsia="ja-JP"/>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09850355" w14:textId="77777777" w:rsidR="008A7D6F" w:rsidRPr="00EF2F0E" w:rsidRDefault="008A7D6F" w:rsidP="00B61376">
            <w:pPr>
              <w:pStyle w:val="TAC"/>
              <w:rPr>
                <w:lang w:eastAsia="ja-JP"/>
              </w:rPr>
            </w:pPr>
            <w:r w:rsidRPr="00EF2F0E">
              <w:rPr>
                <w:lang w:eastAsia="ja-JP"/>
              </w:rPr>
              <w:t>+46</w:t>
            </w:r>
          </w:p>
        </w:tc>
        <w:tc>
          <w:tcPr>
            <w:tcW w:w="1134" w:type="dxa"/>
            <w:tcBorders>
              <w:top w:val="single" w:sz="4" w:space="0" w:color="auto"/>
              <w:left w:val="single" w:sz="4" w:space="0" w:color="auto"/>
              <w:bottom w:val="single" w:sz="4" w:space="0" w:color="auto"/>
              <w:right w:val="single" w:sz="4" w:space="0" w:color="auto"/>
            </w:tcBorders>
            <w:vAlign w:val="center"/>
          </w:tcPr>
          <w:p w14:paraId="09850356" w14:textId="77777777" w:rsidR="008A7D6F" w:rsidRPr="00EF2F0E" w:rsidRDefault="008A7D6F" w:rsidP="00B61376">
            <w:pPr>
              <w:pStyle w:val="TAC"/>
              <w:rPr>
                <w:lang w:eastAsia="ja-JP"/>
              </w:rPr>
            </w:pPr>
            <w:r w:rsidRPr="00EF2F0E">
              <w:rPr>
                <w:lang w:eastAsia="ja-JP"/>
              </w:rPr>
              <w:t>+38</w:t>
            </w:r>
          </w:p>
        </w:tc>
        <w:tc>
          <w:tcPr>
            <w:tcW w:w="1134" w:type="dxa"/>
            <w:tcBorders>
              <w:top w:val="single" w:sz="4" w:space="0" w:color="auto"/>
              <w:left w:val="single" w:sz="4" w:space="0" w:color="auto"/>
              <w:bottom w:val="single" w:sz="4" w:space="0" w:color="auto"/>
              <w:right w:val="single" w:sz="4" w:space="0" w:color="auto"/>
            </w:tcBorders>
            <w:vAlign w:val="center"/>
          </w:tcPr>
          <w:p w14:paraId="09850357" w14:textId="77777777" w:rsidR="008A7D6F" w:rsidRPr="00EF2F0E" w:rsidRDefault="008A7D6F" w:rsidP="00B61376">
            <w:pPr>
              <w:pStyle w:val="TAC"/>
              <w:rPr>
                <w:lang w:eastAsia="ja-JP"/>
              </w:rPr>
            </w:pPr>
            <w:r w:rsidRPr="00EF2F0E">
              <w:rPr>
                <w:lang w:eastAsia="ja-JP"/>
              </w:rPr>
              <w:t>+24</w:t>
            </w:r>
          </w:p>
        </w:tc>
        <w:tc>
          <w:tcPr>
            <w:tcW w:w="1701" w:type="dxa"/>
            <w:tcBorders>
              <w:top w:val="single" w:sz="4" w:space="0" w:color="auto"/>
              <w:left w:val="single" w:sz="4" w:space="0" w:color="auto"/>
              <w:bottom w:val="single" w:sz="4" w:space="0" w:color="auto"/>
              <w:right w:val="single" w:sz="4" w:space="0" w:color="auto"/>
            </w:tcBorders>
            <w:vAlign w:val="center"/>
          </w:tcPr>
          <w:p w14:paraId="0985035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50359" w14:textId="77777777" w:rsidR="008A7D6F" w:rsidRPr="00EF2F0E" w:rsidRDefault="008A7D6F" w:rsidP="00B61376">
            <w:pPr>
              <w:pStyle w:val="TAC"/>
              <w:rPr>
                <w:lang w:eastAsia="ja-JP"/>
              </w:rPr>
            </w:pPr>
            <w:r w:rsidRPr="00EF2F0E">
              <w:rPr>
                <w:lang w:eastAsia="ja-JP"/>
              </w:rPr>
              <w:t>CW carrier</w:t>
            </w:r>
          </w:p>
        </w:tc>
      </w:tr>
      <w:tr w:rsidR="003401A4" w:rsidRPr="00EF2F0E" w14:paraId="09850362" w14:textId="77777777" w:rsidTr="00B61376">
        <w:trPr>
          <w:gridAfter w:val="1"/>
          <w:wAfter w:w="10" w:type="dxa"/>
          <w:jc w:val="center"/>
        </w:trPr>
        <w:tc>
          <w:tcPr>
            <w:tcW w:w="1918" w:type="dxa"/>
          </w:tcPr>
          <w:p w14:paraId="0985035B"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IX or E-UTRA Band 9</w:t>
            </w:r>
          </w:p>
        </w:tc>
        <w:tc>
          <w:tcPr>
            <w:tcW w:w="1657" w:type="dxa"/>
            <w:vAlign w:val="center"/>
          </w:tcPr>
          <w:p w14:paraId="0985035C" w14:textId="77777777" w:rsidR="008A7D6F" w:rsidRPr="00EF2F0E" w:rsidRDefault="008A7D6F" w:rsidP="00B61376">
            <w:pPr>
              <w:pStyle w:val="TAC"/>
              <w:rPr>
                <w:lang w:eastAsia="ja-JP"/>
              </w:rPr>
            </w:pPr>
            <w:r w:rsidRPr="00EF2F0E">
              <w:rPr>
                <w:lang w:eastAsia="ja-JP"/>
              </w:rPr>
              <w:t>1844.9 - 1879.9</w:t>
            </w:r>
          </w:p>
        </w:tc>
        <w:tc>
          <w:tcPr>
            <w:tcW w:w="1082" w:type="dxa"/>
            <w:vAlign w:val="center"/>
          </w:tcPr>
          <w:p w14:paraId="0985035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5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5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6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61" w14:textId="77777777" w:rsidR="008A7D6F" w:rsidRPr="00EF2F0E" w:rsidRDefault="008A7D6F" w:rsidP="00B61376">
            <w:pPr>
              <w:pStyle w:val="TAC"/>
              <w:rPr>
                <w:lang w:eastAsia="ja-JP"/>
              </w:rPr>
            </w:pPr>
            <w:r w:rsidRPr="00EF2F0E">
              <w:rPr>
                <w:lang w:eastAsia="ja-JP"/>
              </w:rPr>
              <w:t>CW carrier</w:t>
            </w:r>
          </w:p>
        </w:tc>
      </w:tr>
      <w:tr w:rsidR="003401A4" w:rsidRPr="00EF2F0E" w14:paraId="0985036A" w14:textId="77777777" w:rsidTr="00B61376">
        <w:trPr>
          <w:gridAfter w:val="1"/>
          <w:wAfter w:w="10" w:type="dxa"/>
          <w:jc w:val="center"/>
        </w:trPr>
        <w:tc>
          <w:tcPr>
            <w:tcW w:w="1918" w:type="dxa"/>
          </w:tcPr>
          <w:p w14:paraId="09850363"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 or E-UTRA Band 10</w:t>
            </w:r>
          </w:p>
        </w:tc>
        <w:tc>
          <w:tcPr>
            <w:tcW w:w="1657" w:type="dxa"/>
            <w:vAlign w:val="center"/>
          </w:tcPr>
          <w:p w14:paraId="09850364" w14:textId="77777777" w:rsidR="008A7D6F" w:rsidRPr="00EF2F0E" w:rsidRDefault="008A7D6F" w:rsidP="00B61376">
            <w:pPr>
              <w:pStyle w:val="TAC"/>
              <w:rPr>
                <w:lang w:eastAsia="ja-JP"/>
              </w:rPr>
            </w:pPr>
            <w:r w:rsidRPr="00EF2F0E">
              <w:rPr>
                <w:lang w:eastAsia="ja-JP"/>
              </w:rPr>
              <w:t>2110 - 2170</w:t>
            </w:r>
          </w:p>
        </w:tc>
        <w:tc>
          <w:tcPr>
            <w:tcW w:w="1082" w:type="dxa"/>
            <w:vAlign w:val="center"/>
          </w:tcPr>
          <w:p w14:paraId="0985036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6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6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6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69" w14:textId="77777777" w:rsidR="008A7D6F" w:rsidRPr="00EF2F0E" w:rsidRDefault="008A7D6F" w:rsidP="00B61376">
            <w:pPr>
              <w:pStyle w:val="TAC"/>
              <w:rPr>
                <w:lang w:eastAsia="ja-JP"/>
              </w:rPr>
            </w:pPr>
            <w:r w:rsidRPr="00EF2F0E">
              <w:rPr>
                <w:lang w:eastAsia="ja-JP"/>
              </w:rPr>
              <w:t>CW carrier</w:t>
            </w:r>
          </w:p>
        </w:tc>
      </w:tr>
      <w:tr w:rsidR="003401A4" w:rsidRPr="00EF2F0E" w14:paraId="09850372" w14:textId="77777777" w:rsidTr="00B61376">
        <w:trPr>
          <w:gridAfter w:val="1"/>
          <w:wAfter w:w="10" w:type="dxa"/>
          <w:jc w:val="center"/>
        </w:trPr>
        <w:tc>
          <w:tcPr>
            <w:tcW w:w="1918" w:type="dxa"/>
          </w:tcPr>
          <w:p w14:paraId="0985036B"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XI or E-UTRA Band 11</w:t>
            </w:r>
          </w:p>
        </w:tc>
        <w:tc>
          <w:tcPr>
            <w:tcW w:w="1657" w:type="dxa"/>
            <w:vAlign w:val="center"/>
          </w:tcPr>
          <w:p w14:paraId="0985036C" w14:textId="77777777" w:rsidR="008A7D6F" w:rsidRPr="00EF2F0E" w:rsidRDefault="008A7D6F" w:rsidP="00B61376">
            <w:pPr>
              <w:pStyle w:val="TAC"/>
              <w:rPr>
                <w:lang w:eastAsia="ja-JP"/>
              </w:rPr>
            </w:pPr>
            <w:r w:rsidRPr="00EF2F0E">
              <w:rPr>
                <w:lang w:eastAsia="ja-JP"/>
              </w:rPr>
              <w:t>1475.9 - 1495.9</w:t>
            </w:r>
          </w:p>
        </w:tc>
        <w:tc>
          <w:tcPr>
            <w:tcW w:w="1082" w:type="dxa"/>
            <w:vAlign w:val="center"/>
          </w:tcPr>
          <w:p w14:paraId="0985036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6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6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7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71" w14:textId="77777777" w:rsidR="008A7D6F" w:rsidRPr="00EF2F0E" w:rsidRDefault="008A7D6F" w:rsidP="00B61376">
            <w:pPr>
              <w:pStyle w:val="TAC"/>
              <w:rPr>
                <w:lang w:eastAsia="ja-JP"/>
              </w:rPr>
            </w:pPr>
            <w:r w:rsidRPr="00EF2F0E">
              <w:rPr>
                <w:lang w:eastAsia="ja-JP"/>
              </w:rPr>
              <w:t>CW carrier</w:t>
            </w:r>
          </w:p>
        </w:tc>
      </w:tr>
      <w:tr w:rsidR="003401A4" w:rsidRPr="00EF2F0E" w14:paraId="0985037A" w14:textId="77777777" w:rsidTr="00B61376">
        <w:trPr>
          <w:gridAfter w:val="1"/>
          <w:wAfter w:w="10" w:type="dxa"/>
          <w:jc w:val="center"/>
        </w:trPr>
        <w:tc>
          <w:tcPr>
            <w:tcW w:w="1918" w:type="dxa"/>
          </w:tcPr>
          <w:p w14:paraId="09850373"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XII or E-UTRA Band 12 or NR band n12</w:t>
            </w:r>
          </w:p>
        </w:tc>
        <w:tc>
          <w:tcPr>
            <w:tcW w:w="1657" w:type="dxa"/>
            <w:vAlign w:val="center"/>
          </w:tcPr>
          <w:p w14:paraId="09850374" w14:textId="77777777" w:rsidR="008A7D6F" w:rsidRPr="00EF2F0E" w:rsidRDefault="008A7D6F" w:rsidP="00B61376">
            <w:pPr>
              <w:pStyle w:val="TAC"/>
              <w:rPr>
                <w:lang w:eastAsia="ja-JP"/>
              </w:rPr>
            </w:pPr>
            <w:r w:rsidRPr="00EF2F0E">
              <w:rPr>
                <w:lang w:eastAsia="ja-JP"/>
              </w:rPr>
              <w:t>729 - 746</w:t>
            </w:r>
          </w:p>
        </w:tc>
        <w:tc>
          <w:tcPr>
            <w:tcW w:w="1082" w:type="dxa"/>
            <w:vAlign w:val="center"/>
          </w:tcPr>
          <w:p w14:paraId="0985037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7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7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7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79" w14:textId="77777777" w:rsidR="008A7D6F" w:rsidRPr="00EF2F0E" w:rsidRDefault="008A7D6F" w:rsidP="00B61376">
            <w:pPr>
              <w:pStyle w:val="TAC"/>
              <w:rPr>
                <w:lang w:eastAsia="ja-JP"/>
              </w:rPr>
            </w:pPr>
            <w:r w:rsidRPr="00EF2F0E">
              <w:rPr>
                <w:lang w:eastAsia="ja-JP"/>
              </w:rPr>
              <w:t>CW carrier</w:t>
            </w:r>
          </w:p>
        </w:tc>
      </w:tr>
      <w:tr w:rsidR="003401A4" w:rsidRPr="00EF2F0E" w14:paraId="09850382" w14:textId="77777777" w:rsidTr="00B61376">
        <w:trPr>
          <w:gridAfter w:val="1"/>
          <w:wAfter w:w="10" w:type="dxa"/>
          <w:jc w:val="center"/>
        </w:trPr>
        <w:tc>
          <w:tcPr>
            <w:tcW w:w="1918" w:type="dxa"/>
          </w:tcPr>
          <w:p w14:paraId="0985037B"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XIIII or E-UTRA Band 13</w:t>
            </w:r>
          </w:p>
        </w:tc>
        <w:tc>
          <w:tcPr>
            <w:tcW w:w="1657" w:type="dxa"/>
            <w:vAlign w:val="center"/>
          </w:tcPr>
          <w:p w14:paraId="0985037C" w14:textId="77777777" w:rsidR="008A7D6F" w:rsidRPr="00EF2F0E" w:rsidRDefault="008A7D6F" w:rsidP="00B61376">
            <w:pPr>
              <w:pStyle w:val="TAC"/>
              <w:rPr>
                <w:lang w:eastAsia="ja-JP"/>
              </w:rPr>
            </w:pPr>
            <w:r w:rsidRPr="00EF2F0E">
              <w:rPr>
                <w:lang w:eastAsia="ja-JP"/>
              </w:rPr>
              <w:t>746 - 756</w:t>
            </w:r>
          </w:p>
        </w:tc>
        <w:tc>
          <w:tcPr>
            <w:tcW w:w="1082" w:type="dxa"/>
            <w:vAlign w:val="center"/>
          </w:tcPr>
          <w:p w14:paraId="0985037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7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7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8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81" w14:textId="77777777" w:rsidR="008A7D6F" w:rsidRPr="00EF2F0E" w:rsidRDefault="008A7D6F" w:rsidP="00B61376">
            <w:pPr>
              <w:pStyle w:val="TAC"/>
              <w:rPr>
                <w:lang w:eastAsia="ja-JP"/>
              </w:rPr>
            </w:pPr>
            <w:r w:rsidRPr="00EF2F0E">
              <w:rPr>
                <w:lang w:eastAsia="ja-JP"/>
              </w:rPr>
              <w:t>CW carrier</w:t>
            </w:r>
          </w:p>
        </w:tc>
      </w:tr>
      <w:tr w:rsidR="003401A4" w:rsidRPr="00EF2F0E" w14:paraId="0985038A" w14:textId="77777777" w:rsidTr="00B61376">
        <w:trPr>
          <w:gridAfter w:val="1"/>
          <w:wAfter w:w="10" w:type="dxa"/>
          <w:jc w:val="center"/>
        </w:trPr>
        <w:tc>
          <w:tcPr>
            <w:tcW w:w="1918" w:type="dxa"/>
          </w:tcPr>
          <w:p w14:paraId="09850383"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XIV or E-UTRA Band 14</w:t>
            </w:r>
          </w:p>
        </w:tc>
        <w:tc>
          <w:tcPr>
            <w:tcW w:w="1657" w:type="dxa"/>
            <w:vAlign w:val="center"/>
          </w:tcPr>
          <w:p w14:paraId="09850384" w14:textId="77777777" w:rsidR="008A7D6F" w:rsidRPr="00EF2F0E" w:rsidRDefault="008A7D6F" w:rsidP="00B61376">
            <w:pPr>
              <w:pStyle w:val="TAC"/>
              <w:rPr>
                <w:lang w:eastAsia="ja-JP"/>
              </w:rPr>
            </w:pPr>
            <w:r w:rsidRPr="00EF2F0E">
              <w:rPr>
                <w:lang w:eastAsia="ja-JP"/>
              </w:rPr>
              <w:t>758 - 768</w:t>
            </w:r>
          </w:p>
        </w:tc>
        <w:tc>
          <w:tcPr>
            <w:tcW w:w="1082" w:type="dxa"/>
            <w:vAlign w:val="center"/>
          </w:tcPr>
          <w:p w14:paraId="0985038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8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8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8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89" w14:textId="77777777" w:rsidR="008A7D6F" w:rsidRPr="00EF2F0E" w:rsidRDefault="008A7D6F" w:rsidP="00B61376">
            <w:pPr>
              <w:pStyle w:val="TAC"/>
              <w:rPr>
                <w:lang w:eastAsia="ja-JP"/>
              </w:rPr>
            </w:pPr>
            <w:r w:rsidRPr="00EF2F0E">
              <w:rPr>
                <w:lang w:eastAsia="ja-JP"/>
              </w:rPr>
              <w:t>CW carrier</w:t>
            </w:r>
          </w:p>
        </w:tc>
      </w:tr>
      <w:tr w:rsidR="003401A4" w:rsidRPr="00EF2F0E" w14:paraId="09850392" w14:textId="77777777" w:rsidTr="00B61376">
        <w:trPr>
          <w:gridAfter w:val="1"/>
          <w:wAfter w:w="10" w:type="dxa"/>
          <w:jc w:val="center"/>
        </w:trPr>
        <w:tc>
          <w:tcPr>
            <w:tcW w:w="1918" w:type="dxa"/>
          </w:tcPr>
          <w:p w14:paraId="0985038B" w14:textId="77777777" w:rsidR="008A7D6F" w:rsidRPr="00EF2F0E" w:rsidRDefault="008A7D6F" w:rsidP="00B61376">
            <w:pPr>
              <w:pStyle w:val="TAL"/>
              <w:rPr>
                <w:rFonts w:cs="Arial"/>
                <w:szCs w:val="18"/>
                <w:lang w:eastAsia="ja-JP"/>
              </w:rPr>
            </w:pPr>
            <w:r w:rsidRPr="00EF2F0E">
              <w:rPr>
                <w:rFonts w:cs="Arial"/>
                <w:szCs w:val="18"/>
                <w:lang w:eastAsia="ja-JP"/>
              </w:rPr>
              <w:t>E-UTRA Band 17</w:t>
            </w:r>
          </w:p>
        </w:tc>
        <w:tc>
          <w:tcPr>
            <w:tcW w:w="1657" w:type="dxa"/>
            <w:vAlign w:val="center"/>
          </w:tcPr>
          <w:p w14:paraId="0985038C" w14:textId="77777777" w:rsidR="008A7D6F" w:rsidRPr="00EF2F0E" w:rsidRDefault="008A7D6F" w:rsidP="00B61376">
            <w:pPr>
              <w:pStyle w:val="TAC"/>
              <w:rPr>
                <w:lang w:eastAsia="ja-JP"/>
              </w:rPr>
            </w:pPr>
            <w:r w:rsidRPr="00EF2F0E">
              <w:rPr>
                <w:lang w:eastAsia="ja-JP"/>
              </w:rPr>
              <w:t>734 - 746</w:t>
            </w:r>
          </w:p>
        </w:tc>
        <w:tc>
          <w:tcPr>
            <w:tcW w:w="1082" w:type="dxa"/>
            <w:vAlign w:val="center"/>
          </w:tcPr>
          <w:p w14:paraId="0985038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8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8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9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91" w14:textId="77777777" w:rsidR="008A7D6F" w:rsidRPr="00EF2F0E" w:rsidRDefault="008A7D6F" w:rsidP="00B61376">
            <w:pPr>
              <w:pStyle w:val="TAC"/>
              <w:rPr>
                <w:lang w:eastAsia="ja-JP"/>
              </w:rPr>
            </w:pPr>
            <w:r w:rsidRPr="00EF2F0E">
              <w:rPr>
                <w:lang w:eastAsia="ja-JP"/>
              </w:rPr>
              <w:t>CW carrier</w:t>
            </w:r>
          </w:p>
        </w:tc>
      </w:tr>
      <w:tr w:rsidR="003401A4" w:rsidRPr="00EF2F0E" w14:paraId="0985039A" w14:textId="77777777" w:rsidTr="00B61376">
        <w:trPr>
          <w:gridAfter w:val="1"/>
          <w:wAfter w:w="10" w:type="dxa"/>
          <w:jc w:val="center"/>
        </w:trPr>
        <w:tc>
          <w:tcPr>
            <w:tcW w:w="1918" w:type="dxa"/>
          </w:tcPr>
          <w:p w14:paraId="09850393" w14:textId="77777777" w:rsidR="008A7D6F" w:rsidRPr="00EF2F0E" w:rsidRDefault="008A7D6F" w:rsidP="00B61376">
            <w:pPr>
              <w:pStyle w:val="TAL"/>
              <w:rPr>
                <w:rFonts w:cs="Arial"/>
                <w:szCs w:val="18"/>
                <w:lang w:eastAsia="ja-JP"/>
              </w:rPr>
            </w:pPr>
            <w:r w:rsidRPr="00EF2F0E">
              <w:rPr>
                <w:rFonts w:cs="Arial"/>
                <w:szCs w:val="18"/>
                <w:lang w:eastAsia="ja-JP"/>
              </w:rPr>
              <w:t>E-UTRA Band 18</w:t>
            </w:r>
          </w:p>
        </w:tc>
        <w:tc>
          <w:tcPr>
            <w:tcW w:w="1657" w:type="dxa"/>
            <w:vAlign w:val="center"/>
          </w:tcPr>
          <w:p w14:paraId="09850394" w14:textId="77777777" w:rsidR="008A7D6F" w:rsidRPr="00EF2F0E" w:rsidRDefault="008A7D6F" w:rsidP="00B61376">
            <w:pPr>
              <w:pStyle w:val="TAC"/>
              <w:rPr>
                <w:lang w:eastAsia="ja-JP"/>
              </w:rPr>
            </w:pPr>
            <w:r w:rsidRPr="00EF2F0E">
              <w:rPr>
                <w:lang w:eastAsia="ja-JP"/>
              </w:rPr>
              <w:t>860 - 875</w:t>
            </w:r>
          </w:p>
        </w:tc>
        <w:tc>
          <w:tcPr>
            <w:tcW w:w="1082" w:type="dxa"/>
            <w:vAlign w:val="center"/>
          </w:tcPr>
          <w:p w14:paraId="0985039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9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9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9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99" w14:textId="77777777" w:rsidR="008A7D6F" w:rsidRPr="00EF2F0E" w:rsidRDefault="008A7D6F" w:rsidP="00B61376">
            <w:pPr>
              <w:pStyle w:val="TAC"/>
              <w:rPr>
                <w:lang w:eastAsia="ja-JP"/>
              </w:rPr>
            </w:pPr>
            <w:r w:rsidRPr="00EF2F0E">
              <w:rPr>
                <w:lang w:eastAsia="ja-JP"/>
              </w:rPr>
              <w:t>CW carrier</w:t>
            </w:r>
          </w:p>
        </w:tc>
      </w:tr>
      <w:tr w:rsidR="003401A4" w:rsidRPr="00EF2F0E" w14:paraId="098503A2" w14:textId="77777777" w:rsidTr="00B61376">
        <w:trPr>
          <w:gridAfter w:val="1"/>
          <w:wAfter w:w="10" w:type="dxa"/>
          <w:jc w:val="center"/>
        </w:trPr>
        <w:tc>
          <w:tcPr>
            <w:tcW w:w="1918" w:type="dxa"/>
          </w:tcPr>
          <w:p w14:paraId="0985039B"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XIX or E-UTRA Band 19</w:t>
            </w:r>
          </w:p>
        </w:tc>
        <w:tc>
          <w:tcPr>
            <w:tcW w:w="1657" w:type="dxa"/>
            <w:vAlign w:val="center"/>
          </w:tcPr>
          <w:p w14:paraId="0985039C" w14:textId="77777777" w:rsidR="008A7D6F" w:rsidRPr="00EF2F0E" w:rsidRDefault="008A7D6F" w:rsidP="00B61376">
            <w:pPr>
              <w:pStyle w:val="TAC"/>
              <w:rPr>
                <w:lang w:eastAsia="ja-JP"/>
              </w:rPr>
            </w:pPr>
            <w:r w:rsidRPr="00EF2F0E">
              <w:rPr>
                <w:lang w:eastAsia="ja-JP"/>
              </w:rPr>
              <w:t>875 - 890</w:t>
            </w:r>
          </w:p>
        </w:tc>
        <w:tc>
          <w:tcPr>
            <w:tcW w:w="1082" w:type="dxa"/>
            <w:vAlign w:val="center"/>
          </w:tcPr>
          <w:p w14:paraId="0985039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9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9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A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A1" w14:textId="77777777" w:rsidR="008A7D6F" w:rsidRPr="00EF2F0E" w:rsidRDefault="008A7D6F" w:rsidP="00B61376">
            <w:pPr>
              <w:pStyle w:val="TAC"/>
              <w:rPr>
                <w:lang w:eastAsia="ja-JP"/>
              </w:rPr>
            </w:pPr>
            <w:r w:rsidRPr="00EF2F0E">
              <w:rPr>
                <w:lang w:eastAsia="ja-JP"/>
              </w:rPr>
              <w:t>CW carrier</w:t>
            </w:r>
          </w:p>
        </w:tc>
      </w:tr>
      <w:tr w:rsidR="003401A4" w:rsidRPr="00EF2F0E" w14:paraId="098503AA" w14:textId="77777777" w:rsidTr="00B61376">
        <w:trPr>
          <w:gridAfter w:val="1"/>
          <w:wAfter w:w="10" w:type="dxa"/>
          <w:jc w:val="center"/>
        </w:trPr>
        <w:tc>
          <w:tcPr>
            <w:tcW w:w="1918" w:type="dxa"/>
          </w:tcPr>
          <w:p w14:paraId="098503A3" w14:textId="77777777" w:rsidR="008A7D6F" w:rsidRPr="00EF2F0E" w:rsidRDefault="008A7D6F" w:rsidP="00B61376">
            <w:pPr>
              <w:pStyle w:val="TAL"/>
              <w:rPr>
                <w:rFonts w:cs="Arial"/>
                <w:szCs w:val="18"/>
                <w:lang w:eastAsia="ja-JP"/>
              </w:rPr>
            </w:pPr>
            <w:r w:rsidRPr="00EF2F0E">
              <w:rPr>
                <w:rFonts w:cs="Arial"/>
                <w:szCs w:val="18"/>
                <w:lang w:eastAsia="ja-JP"/>
              </w:rPr>
              <w:t>UTRA FDD Band XX or E-UTRA Band 20 or NR band 20</w:t>
            </w:r>
          </w:p>
        </w:tc>
        <w:tc>
          <w:tcPr>
            <w:tcW w:w="1657" w:type="dxa"/>
            <w:vAlign w:val="center"/>
          </w:tcPr>
          <w:p w14:paraId="098503A4" w14:textId="77777777" w:rsidR="008A7D6F" w:rsidRPr="00EF2F0E" w:rsidRDefault="008A7D6F" w:rsidP="00B61376">
            <w:pPr>
              <w:pStyle w:val="TAC"/>
              <w:rPr>
                <w:lang w:eastAsia="ja-JP"/>
              </w:rPr>
            </w:pPr>
            <w:r w:rsidRPr="00EF2F0E">
              <w:rPr>
                <w:lang w:eastAsia="ja-JP"/>
              </w:rPr>
              <w:t>791 - 821</w:t>
            </w:r>
          </w:p>
        </w:tc>
        <w:tc>
          <w:tcPr>
            <w:tcW w:w="1082" w:type="dxa"/>
            <w:vAlign w:val="center"/>
          </w:tcPr>
          <w:p w14:paraId="098503A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A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A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A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A9" w14:textId="77777777" w:rsidR="008A7D6F" w:rsidRPr="00EF2F0E" w:rsidRDefault="008A7D6F" w:rsidP="00B61376">
            <w:pPr>
              <w:pStyle w:val="TAC"/>
              <w:rPr>
                <w:lang w:eastAsia="ja-JP"/>
              </w:rPr>
            </w:pPr>
            <w:r w:rsidRPr="00EF2F0E">
              <w:rPr>
                <w:lang w:eastAsia="ja-JP"/>
              </w:rPr>
              <w:t>CW carrier</w:t>
            </w:r>
          </w:p>
        </w:tc>
      </w:tr>
      <w:tr w:rsidR="003401A4" w:rsidRPr="00EF2F0E" w14:paraId="098503B2" w14:textId="77777777" w:rsidTr="00B61376">
        <w:trPr>
          <w:gridAfter w:val="1"/>
          <w:wAfter w:w="10" w:type="dxa"/>
          <w:jc w:val="center"/>
        </w:trPr>
        <w:tc>
          <w:tcPr>
            <w:tcW w:w="1918" w:type="dxa"/>
          </w:tcPr>
          <w:p w14:paraId="098503AB"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XXI or E-UTRA Band 21</w:t>
            </w:r>
          </w:p>
        </w:tc>
        <w:tc>
          <w:tcPr>
            <w:tcW w:w="1657" w:type="dxa"/>
            <w:vAlign w:val="center"/>
          </w:tcPr>
          <w:p w14:paraId="098503AC" w14:textId="77777777" w:rsidR="008A7D6F" w:rsidRPr="00EF2F0E" w:rsidRDefault="008A7D6F" w:rsidP="00B61376">
            <w:pPr>
              <w:pStyle w:val="TAC"/>
              <w:rPr>
                <w:lang w:eastAsia="ja-JP"/>
              </w:rPr>
            </w:pPr>
            <w:r w:rsidRPr="00EF2F0E">
              <w:rPr>
                <w:lang w:eastAsia="ja-JP"/>
              </w:rPr>
              <w:t>1495.9 - 1510.9</w:t>
            </w:r>
          </w:p>
        </w:tc>
        <w:tc>
          <w:tcPr>
            <w:tcW w:w="1082" w:type="dxa"/>
            <w:vAlign w:val="center"/>
          </w:tcPr>
          <w:p w14:paraId="098503A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A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A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B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B1" w14:textId="77777777" w:rsidR="008A7D6F" w:rsidRPr="00EF2F0E" w:rsidRDefault="008A7D6F" w:rsidP="00B61376">
            <w:pPr>
              <w:pStyle w:val="TAC"/>
              <w:rPr>
                <w:lang w:eastAsia="ja-JP"/>
              </w:rPr>
            </w:pPr>
            <w:r w:rsidRPr="00EF2F0E">
              <w:rPr>
                <w:lang w:eastAsia="ja-JP"/>
              </w:rPr>
              <w:t>CW carrier</w:t>
            </w:r>
          </w:p>
        </w:tc>
      </w:tr>
      <w:tr w:rsidR="003401A4" w:rsidRPr="00EF2F0E" w14:paraId="098503BA" w14:textId="77777777" w:rsidTr="00B61376">
        <w:trPr>
          <w:gridAfter w:val="1"/>
          <w:wAfter w:w="10" w:type="dxa"/>
          <w:jc w:val="center"/>
        </w:trPr>
        <w:tc>
          <w:tcPr>
            <w:tcW w:w="1918" w:type="dxa"/>
          </w:tcPr>
          <w:p w14:paraId="098503B3"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XXII or E-UTRA Band 22</w:t>
            </w:r>
          </w:p>
        </w:tc>
        <w:tc>
          <w:tcPr>
            <w:tcW w:w="1657" w:type="dxa"/>
            <w:vAlign w:val="center"/>
          </w:tcPr>
          <w:p w14:paraId="098503B4" w14:textId="77777777" w:rsidR="008A7D6F" w:rsidRPr="00EF2F0E" w:rsidRDefault="008A7D6F" w:rsidP="00B61376">
            <w:pPr>
              <w:pStyle w:val="TAC"/>
              <w:rPr>
                <w:lang w:eastAsia="ja-JP"/>
              </w:rPr>
            </w:pPr>
            <w:r w:rsidRPr="00EF2F0E">
              <w:rPr>
                <w:lang w:eastAsia="ja-JP"/>
              </w:rPr>
              <w:t>3510 - 3 590</w:t>
            </w:r>
          </w:p>
        </w:tc>
        <w:tc>
          <w:tcPr>
            <w:tcW w:w="1082" w:type="dxa"/>
            <w:vAlign w:val="center"/>
          </w:tcPr>
          <w:p w14:paraId="098503B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B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B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B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B9" w14:textId="77777777" w:rsidR="008A7D6F" w:rsidRPr="00EF2F0E" w:rsidRDefault="008A7D6F" w:rsidP="00B61376">
            <w:pPr>
              <w:pStyle w:val="TAC"/>
              <w:rPr>
                <w:lang w:eastAsia="ja-JP"/>
              </w:rPr>
            </w:pPr>
            <w:r w:rsidRPr="00EF2F0E">
              <w:rPr>
                <w:lang w:eastAsia="ja-JP"/>
              </w:rPr>
              <w:t>CW carrier</w:t>
            </w:r>
          </w:p>
        </w:tc>
      </w:tr>
      <w:tr w:rsidR="003401A4" w:rsidRPr="00EF2F0E" w14:paraId="098503C2" w14:textId="77777777" w:rsidTr="00B61376">
        <w:trPr>
          <w:gridAfter w:val="1"/>
          <w:wAfter w:w="10" w:type="dxa"/>
          <w:jc w:val="center"/>
        </w:trPr>
        <w:tc>
          <w:tcPr>
            <w:tcW w:w="1918" w:type="dxa"/>
          </w:tcPr>
          <w:p w14:paraId="098503BB" w14:textId="77777777" w:rsidR="008A7D6F" w:rsidRPr="00EF2F0E" w:rsidRDefault="008A7D6F" w:rsidP="00B61376">
            <w:pPr>
              <w:pStyle w:val="TAL"/>
              <w:rPr>
                <w:rFonts w:cs="Arial"/>
                <w:szCs w:val="18"/>
                <w:lang w:eastAsia="ja-JP"/>
              </w:rPr>
            </w:pPr>
            <w:r w:rsidRPr="00EF2F0E">
              <w:rPr>
                <w:rFonts w:cs="Arial"/>
                <w:szCs w:val="18"/>
                <w:lang w:eastAsia="ja-JP"/>
              </w:rPr>
              <w:t>E-UTRA Band 23</w:t>
            </w:r>
          </w:p>
        </w:tc>
        <w:tc>
          <w:tcPr>
            <w:tcW w:w="1657" w:type="dxa"/>
            <w:vAlign w:val="center"/>
          </w:tcPr>
          <w:p w14:paraId="098503BC" w14:textId="77777777" w:rsidR="008A7D6F" w:rsidRPr="00EF2F0E" w:rsidRDefault="008A7D6F" w:rsidP="00B61376">
            <w:pPr>
              <w:pStyle w:val="TAC"/>
              <w:rPr>
                <w:lang w:eastAsia="ja-JP"/>
              </w:rPr>
            </w:pPr>
            <w:r w:rsidRPr="00EF2F0E">
              <w:rPr>
                <w:lang w:eastAsia="ja-JP"/>
              </w:rPr>
              <w:t>2180 - 2200</w:t>
            </w:r>
          </w:p>
        </w:tc>
        <w:tc>
          <w:tcPr>
            <w:tcW w:w="1082" w:type="dxa"/>
            <w:vAlign w:val="center"/>
          </w:tcPr>
          <w:p w14:paraId="098503BD" w14:textId="77777777" w:rsidR="008A7D6F" w:rsidRPr="00EF2F0E" w:rsidRDefault="008A7D6F" w:rsidP="00B61376">
            <w:pPr>
              <w:pStyle w:val="TAC"/>
              <w:rPr>
                <w:rFonts w:cs="v5.0.0"/>
                <w:lang w:eastAsia="ja-JP"/>
              </w:rPr>
            </w:pPr>
            <w:r w:rsidRPr="00EF2F0E">
              <w:rPr>
                <w:lang w:eastAsia="ja-JP"/>
              </w:rPr>
              <w:t>+46</w:t>
            </w:r>
          </w:p>
        </w:tc>
        <w:tc>
          <w:tcPr>
            <w:tcW w:w="1134" w:type="dxa"/>
            <w:vAlign w:val="center"/>
          </w:tcPr>
          <w:p w14:paraId="098503B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B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C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C1" w14:textId="77777777" w:rsidR="008A7D6F" w:rsidRPr="00EF2F0E" w:rsidRDefault="008A7D6F" w:rsidP="00B61376">
            <w:pPr>
              <w:pStyle w:val="TAC"/>
              <w:rPr>
                <w:rFonts w:cs="v5.0.0"/>
                <w:lang w:eastAsia="ja-JP"/>
              </w:rPr>
            </w:pPr>
            <w:r w:rsidRPr="00EF2F0E">
              <w:rPr>
                <w:lang w:eastAsia="ja-JP"/>
              </w:rPr>
              <w:t>CW carrier</w:t>
            </w:r>
          </w:p>
        </w:tc>
      </w:tr>
      <w:tr w:rsidR="003401A4" w:rsidRPr="00EF2F0E" w14:paraId="098503CA" w14:textId="77777777" w:rsidTr="00B61376">
        <w:trPr>
          <w:gridAfter w:val="1"/>
          <w:wAfter w:w="10" w:type="dxa"/>
          <w:jc w:val="center"/>
        </w:trPr>
        <w:tc>
          <w:tcPr>
            <w:tcW w:w="1918" w:type="dxa"/>
          </w:tcPr>
          <w:p w14:paraId="098503C3" w14:textId="77777777" w:rsidR="008A7D6F" w:rsidRPr="00EF2F0E" w:rsidRDefault="008A7D6F" w:rsidP="00B61376">
            <w:pPr>
              <w:pStyle w:val="TAL"/>
              <w:rPr>
                <w:rFonts w:cs="Arial"/>
                <w:szCs w:val="18"/>
                <w:lang w:eastAsia="ja-JP"/>
              </w:rPr>
            </w:pPr>
            <w:r w:rsidRPr="00EF2F0E">
              <w:rPr>
                <w:rFonts w:cs="Arial"/>
                <w:szCs w:val="18"/>
                <w:lang w:eastAsia="ja-JP"/>
              </w:rPr>
              <w:t>E-UTRA Band 24</w:t>
            </w:r>
          </w:p>
        </w:tc>
        <w:tc>
          <w:tcPr>
            <w:tcW w:w="1657" w:type="dxa"/>
            <w:vAlign w:val="center"/>
          </w:tcPr>
          <w:p w14:paraId="098503C4" w14:textId="77777777" w:rsidR="008A7D6F" w:rsidRPr="00EF2F0E" w:rsidRDefault="008A7D6F" w:rsidP="00B61376">
            <w:pPr>
              <w:pStyle w:val="TAC"/>
              <w:rPr>
                <w:lang w:eastAsia="ja-JP"/>
              </w:rPr>
            </w:pPr>
            <w:r w:rsidRPr="00EF2F0E">
              <w:rPr>
                <w:lang w:eastAsia="ja-JP"/>
              </w:rPr>
              <w:t>1525 - 1559</w:t>
            </w:r>
          </w:p>
        </w:tc>
        <w:tc>
          <w:tcPr>
            <w:tcW w:w="1082" w:type="dxa"/>
          </w:tcPr>
          <w:p w14:paraId="098503C5" w14:textId="77777777" w:rsidR="008A7D6F" w:rsidRPr="00EF2F0E" w:rsidRDefault="008A7D6F" w:rsidP="00B61376">
            <w:pPr>
              <w:pStyle w:val="TAC"/>
              <w:rPr>
                <w:lang w:eastAsia="ja-JP"/>
              </w:rPr>
            </w:pPr>
            <w:r w:rsidRPr="00EF2F0E">
              <w:rPr>
                <w:rFonts w:cs="v5.0.0"/>
                <w:lang w:eastAsia="ja-JP"/>
              </w:rPr>
              <w:t>+46</w:t>
            </w:r>
          </w:p>
        </w:tc>
        <w:tc>
          <w:tcPr>
            <w:tcW w:w="1134" w:type="dxa"/>
            <w:vAlign w:val="center"/>
          </w:tcPr>
          <w:p w14:paraId="098503C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C7" w14:textId="77777777" w:rsidR="008A7D6F" w:rsidRPr="00EF2F0E" w:rsidRDefault="008A7D6F" w:rsidP="00B61376">
            <w:pPr>
              <w:pStyle w:val="TAC"/>
              <w:rPr>
                <w:lang w:eastAsia="ja-JP"/>
              </w:rPr>
            </w:pPr>
            <w:r w:rsidRPr="00EF2F0E">
              <w:rPr>
                <w:lang w:eastAsia="ja-JP"/>
              </w:rPr>
              <w:t>+24</w:t>
            </w:r>
          </w:p>
        </w:tc>
        <w:tc>
          <w:tcPr>
            <w:tcW w:w="1701" w:type="dxa"/>
          </w:tcPr>
          <w:p w14:paraId="098503C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3C9" w14:textId="77777777" w:rsidR="008A7D6F" w:rsidRPr="00EF2F0E" w:rsidRDefault="008A7D6F" w:rsidP="00B61376">
            <w:pPr>
              <w:pStyle w:val="TAC"/>
              <w:rPr>
                <w:lang w:eastAsia="ja-JP"/>
              </w:rPr>
            </w:pPr>
            <w:r w:rsidRPr="00EF2F0E">
              <w:rPr>
                <w:rFonts w:cs="v5.0.0"/>
                <w:lang w:eastAsia="ja-JP"/>
              </w:rPr>
              <w:t>CW carrier</w:t>
            </w:r>
          </w:p>
        </w:tc>
      </w:tr>
      <w:tr w:rsidR="003401A4" w:rsidRPr="00EF2F0E" w14:paraId="098503D2" w14:textId="77777777" w:rsidTr="00B61376">
        <w:trPr>
          <w:gridAfter w:val="1"/>
          <w:wAfter w:w="10" w:type="dxa"/>
          <w:jc w:val="center"/>
        </w:trPr>
        <w:tc>
          <w:tcPr>
            <w:tcW w:w="1918" w:type="dxa"/>
          </w:tcPr>
          <w:p w14:paraId="098503CB"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XX</w:t>
            </w:r>
            <w:r w:rsidRPr="00EF2F0E">
              <w:rPr>
                <w:rFonts w:cs="Arial"/>
                <w:szCs w:val="18"/>
                <w:lang w:val="sv-SE" w:eastAsia="zh-CN"/>
              </w:rPr>
              <w:t>V</w:t>
            </w:r>
            <w:r w:rsidRPr="00EF2F0E">
              <w:rPr>
                <w:rFonts w:cs="Arial"/>
                <w:szCs w:val="18"/>
                <w:lang w:val="sv-SE" w:eastAsia="ja-JP"/>
              </w:rPr>
              <w:t xml:space="preserve"> or E-UTRA Band 2</w:t>
            </w:r>
            <w:r w:rsidRPr="00EF2F0E">
              <w:rPr>
                <w:rFonts w:cs="Arial"/>
                <w:szCs w:val="18"/>
                <w:lang w:val="sv-SE" w:eastAsia="zh-CN"/>
              </w:rPr>
              <w:t>5 or NR band n25</w:t>
            </w:r>
          </w:p>
        </w:tc>
        <w:tc>
          <w:tcPr>
            <w:tcW w:w="1657" w:type="dxa"/>
            <w:vAlign w:val="center"/>
          </w:tcPr>
          <w:p w14:paraId="098503CC" w14:textId="77777777" w:rsidR="008A7D6F" w:rsidRPr="00EF2F0E" w:rsidRDefault="008A7D6F" w:rsidP="00B61376">
            <w:pPr>
              <w:pStyle w:val="TAC"/>
              <w:rPr>
                <w:lang w:eastAsia="ja-JP"/>
              </w:rPr>
            </w:pPr>
            <w:r w:rsidRPr="00EF2F0E">
              <w:rPr>
                <w:lang w:eastAsia="ja-JP"/>
              </w:rPr>
              <w:t>1930 - 199</w:t>
            </w:r>
            <w:r w:rsidRPr="00EF2F0E">
              <w:rPr>
                <w:lang w:eastAsia="zh-CN"/>
              </w:rPr>
              <w:t>5</w:t>
            </w:r>
          </w:p>
        </w:tc>
        <w:tc>
          <w:tcPr>
            <w:tcW w:w="1082" w:type="dxa"/>
            <w:vAlign w:val="center"/>
          </w:tcPr>
          <w:p w14:paraId="098503CD" w14:textId="77777777" w:rsidR="008A7D6F" w:rsidRPr="00EF2F0E" w:rsidRDefault="008A7D6F" w:rsidP="00B61376">
            <w:pPr>
              <w:pStyle w:val="TAC"/>
              <w:rPr>
                <w:rFonts w:cs="v5.0.0"/>
                <w:lang w:eastAsia="ja-JP"/>
              </w:rPr>
            </w:pPr>
            <w:r w:rsidRPr="00EF2F0E">
              <w:rPr>
                <w:lang w:eastAsia="ja-JP"/>
              </w:rPr>
              <w:t>+46</w:t>
            </w:r>
          </w:p>
        </w:tc>
        <w:tc>
          <w:tcPr>
            <w:tcW w:w="1134" w:type="dxa"/>
            <w:vAlign w:val="center"/>
          </w:tcPr>
          <w:p w14:paraId="098503C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C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D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D1" w14:textId="77777777" w:rsidR="008A7D6F" w:rsidRPr="00EF2F0E" w:rsidRDefault="008A7D6F" w:rsidP="00B61376">
            <w:pPr>
              <w:pStyle w:val="TAC"/>
              <w:rPr>
                <w:rFonts w:cs="v5.0.0"/>
                <w:lang w:eastAsia="ja-JP"/>
              </w:rPr>
            </w:pPr>
            <w:r w:rsidRPr="00EF2F0E">
              <w:rPr>
                <w:lang w:eastAsia="ja-JP"/>
              </w:rPr>
              <w:t>CW carrier</w:t>
            </w:r>
          </w:p>
        </w:tc>
      </w:tr>
      <w:tr w:rsidR="003401A4" w:rsidRPr="00EF2F0E" w14:paraId="098503DA" w14:textId="77777777" w:rsidTr="00B61376">
        <w:trPr>
          <w:gridAfter w:val="1"/>
          <w:wAfter w:w="10" w:type="dxa"/>
          <w:jc w:val="center"/>
        </w:trPr>
        <w:tc>
          <w:tcPr>
            <w:tcW w:w="1918" w:type="dxa"/>
          </w:tcPr>
          <w:p w14:paraId="098503D3"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XXVI or E-UTRA Band 26</w:t>
            </w:r>
          </w:p>
        </w:tc>
        <w:tc>
          <w:tcPr>
            <w:tcW w:w="1657" w:type="dxa"/>
            <w:vAlign w:val="center"/>
          </w:tcPr>
          <w:p w14:paraId="098503D4" w14:textId="77777777" w:rsidR="008A7D6F" w:rsidRPr="00EF2F0E" w:rsidRDefault="008A7D6F" w:rsidP="00B61376">
            <w:pPr>
              <w:pStyle w:val="TAC"/>
              <w:rPr>
                <w:lang w:val="sv-SE" w:eastAsia="ja-JP"/>
              </w:rPr>
            </w:pPr>
            <w:r w:rsidRPr="00EF2F0E">
              <w:rPr>
                <w:lang w:val="sv-SE" w:eastAsia="ja-JP"/>
              </w:rPr>
              <w:t>859 - 894</w:t>
            </w:r>
          </w:p>
        </w:tc>
        <w:tc>
          <w:tcPr>
            <w:tcW w:w="1082" w:type="dxa"/>
            <w:vAlign w:val="center"/>
          </w:tcPr>
          <w:p w14:paraId="098503D5" w14:textId="77777777" w:rsidR="008A7D6F" w:rsidRPr="00EF2F0E" w:rsidRDefault="008A7D6F" w:rsidP="00B61376">
            <w:pPr>
              <w:pStyle w:val="TAC"/>
              <w:rPr>
                <w:lang w:val="sv-SE" w:eastAsia="ja-JP"/>
              </w:rPr>
            </w:pPr>
            <w:r w:rsidRPr="00EF2F0E">
              <w:rPr>
                <w:lang w:val="sv-SE" w:eastAsia="ja-JP"/>
              </w:rPr>
              <w:t>+46</w:t>
            </w:r>
          </w:p>
        </w:tc>
        <w:tc>
          <w:tcPr>
            <w:tcW w:w="1134" w:type="dxa"/>
            <w:vAlign w:val="center"/>
          </w:tcPr>
          <w:p w14:paraId="098503D6" w14:textId="77777777" w:rsidR="008A7D6F" w:rsidRPr="00EF2F0E" w:rsidRDefault="008A7D6F" w:rsidP="00B61376">
            <w:pPr>
              <w:pStyle w:val="TAC"/>
              <w:rPr>
                <w:lang w:val="sv-SE" w:eastAsia="ja-JP"/>
              </w:rPr>
            </w:pPr>
            <w:r w:rsidRPr="00EF2F0E">
              <w:rPr>
                <w:lang w:val="sv-SE" w:eastAsia="ja-JP"/>
              </w:rPr>
              <w:t>+38</w:t>
            </w:r>
          </w:p>
        </w:tc>
        <w:tc>
          <w:tcPr>
            <w:tcW w:w="1134" w:type="dxa"/>
            <w:vAlign w:val="center"/>
          </w:tcPr>
          <w:p w14:paraId="098503D7" w14:textId="77777777" w:rsidR="008A7D6F" w:rsidRPr="00EF2F0E" w:rsidRDefault="008A7D6F" w:rsidP="00B61376">
            <w:pPr>
              <w:pStyle w:val="TAC"/>
              <w:rPr>
                <w:lang w:val="sv-SE" w:eastAsia="ja-JP"/>
              </w:rPr>
            </w:pPr>
            <w:r w:rsidRPr="00EF2F0E">
              <w:rPr>
                <w:lang w:val="sv-SE" w:eastAsia="ja-JP"/>
              </w:rPr>
              <w:t>+24</w:t>
            </w:r>
          </w:p>
        </w:tc>
        <w:tc>
          <w:tcPr>
            <w:tcW w:w="1701" w:type="dxa"/>
            <w:vAlign w:val="center"/>
          </w:tcPr>
          <w:p w14:paraId="098503D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D9" w14:textId="77777777" w:rsidR="008A7D6F" w:rsidRPr="00EF2F0E" w:rsidRDefault="008A7D6F" w:rsidP="00B61376">
            <w:pPr>
              <w:pStyle w:val="TAC"/>
              <w:rPr>
                <w:rFonts w:cs="v5.0.0"/>
                <w:lang w:eastAsia="ja-JP"/>
              </w:rPr>
            </w:pPr>
            <w:r w:rsidRPr="00EF2F0E">
              <w:rPr>
                <w:lang w:eastAsia="ja-JP"/>
              </w:rPr>
              <w:t>CW carrier</w:t>
            </w:r>
          </w:p>
        </w:tc>
      </w:tr>
      <w:tr w:rsidR="003401A4" w:rsidRPr="00EF2F0E" w14:paraId="098503E2" w14:textId="77777777" w:rsidTr="00B61376">
        <w:trPr>
          <w:gridAfter w:val="1"/>
          <w:wAfter w:w="10" w:type="dxa"/>
          <w:jc w:val="center"/>
        </w:trPr>
        <w:tc>
          <w:tcPr>
            <w:tcW w:w="1918" w:type="dxa"/>
          </w:tcPr>
          <w:p w14:paraId="098503DB" w14:textId="77777777" w:rsidR="008A7D6F" w:rsidRPr="00EF2F0E" w:rsidRDefault="008A7D6F" w:rsidP="00B61376">
            <w:pPr>
              <w:pStyle w:val="TAL"/>
              <w:rPr>
                <w:rFonts w:cs="Arial"/>
                <w:szCs w:val="18"/>
                <w:lang w:eastAsia="ja-JP"/>
              </w:rPr>
            </w:pPr>
            <w:r w:rsidRPr="00EF2F0E">
              <w:rPr>
                <w:rFonts w:cs="Arial"/>
                <w:szCs w:val="18"/>
                <w:lang w:eastAsia="ja-JP"/>
              </w:rPr>
              <w:t>E-UTRA Band 27</w:t>
            </w:r>
          </w:p>
        </w:tc>
        <w:tc>
          <w:tcPr>
            <w:tcW w:w="1657" w:type="dxa"/>
            <w:vAlign w:val="center"/>
          </w:tcPr>
          <w:p w14:paraId="098503DC" w14:textId="77777777" w:rsidR="008A7D6F" w:rsidRPr="00EF2F0E" w:rsidRDefault="008A7D6F" w:rsidP="00B61376">
            <w:pPr>
              <w:pStyle w:val="TAC"/>
              <w:rPr>
                <w:lang w:eastAsia="ja-JP"/>
              </w:rPr>
            </w:pPr>
            <w:r w:rsidRPr="00EF2F0E">
              <w:rPr>
                <w:lang w:eastAsia="ja-JP"/>
              </w:rPr>
              <w:t>852 – 869</w:t>
            </w:r>
          </w:p>
        </w:tc>
        <w:tc>
          <w:tcPr>
            <w:tcW w:w="1082" w:type="dxa"/>
            <w:vAlign w:val="center"/>
          </w:tcPr>
          <w:p w14:paraId="098503D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D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D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E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E1" w14:textId="77777777" w:rsidR="008A7D6F" w:rsidRPr="00EF2F0E" w:rsidRDefault="008A7D6F" w:rsidP="00B61376">
            <w:pPr>
              <w:pStyle w:val="TAC"/>
              <w:rPr>
                <w:lang w:eastAsia="ja-JP"/>
              </w:rPr>
            </w:pPr>
            <w:r w:rsidRPr="00EF2F0E">
              <w:rPr>
                <w:lang w:eastAsia="ja-JP"/>
              </w:rPr>
              <w:t>CW carrier</w:t>
            </w:r>
          </w:p>
        </w:tc>
      </w:tr>
      <w:tr w:rsidR="003401A4" w:rsidRPr="00EF2F0E" w14:paraId="098503EA" w14:textId="77777777" w:rsidTr="00B61376">
        <w:trPr>
          <w:gridAfter w:val="1"/>
          <w:wAfter w:w="10" w:type="dxa"/>
          <w:jc w:val="center"/>
        </w:trPr>
        <w:tc>
          <w:tcPr>
            <w:tcW w:w="1918" w:type="dxa"/>
          </w:tcPr>
          <w:p w14:paraId="098503E3" w14:textId="77777777" w:rsidR="008A7D6F" w:rsidRPr="00EF2F0E" w:rsidRDefault="008A7D6F" w:rsidP="00B61376">
            <w:pPr>
              <w:pStyle w:val="TAL"/>
              <w:rPr>
                <w:rFonts w:cs="Arial"/>
                <w:szCs w:val="18"/>
                <w:lang w:eastAsia="ja-JP"/>
              </w:rPr>
            </w:pPr>
            <w:r w:rsidRPr="00EF2F0E">
              <w:rPr>
                <w:rFonts w:cs="Arial"/>
                <w:szCs w:val="18"/>
                <w:lang w:eastAsia="ja-JP"/>
              </w:rPr>
              <w:t>E-UTRA Band 28 or or NR band n28</w:t>
            </w:r>
          </w:p>
        </w:tc>
        <w:tc>
          <w:tcPr>
            <w:tcW w:w="1657" w:type="dxa"/>
            <w:vAlign w:val="center"/>
          </w:tcPr>
          <w:p w14:paraId="098503E4" w14:textId="77777777" w:rsidR="008A7D6F" w:rsidRPr="00EF2F0E" w:rsidRDefault="008A7D6F" w:rsidP="00B61376">
            <w:pPr>
              <w:pStyle w:val="TAC"/>
              <w:rPr>
                <w:lang w:eastAsia="ja-JP"/>
              </w:rPr>
            </w:pPr>
            <w:r w:rsidRPr="00EF2F0E">
              <w:rPr>
                <w:lang w:eastAsia="ja-JP"/>
              </w:rPr>
              <w:t>758 – 803</w:t>
            </w:r>
          </w:p>
        </w:tc>
        <w:tc>
          <w:tcPr>
            <w:tcW w:w="1082" w:type="dxa"/>
          </w:tcPr>
          <w:p w14:paraId="098503E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E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E7" w14:textId="77777777" w:rsidR="008A7D6F" w:rsidRPr="00EF2F0E" w:rsidRDefault="008A7D6F" w:rsidP="00B61376">
            <w:pPr>
              <w:pStyle w:val="TAC"/>
              <w:rPr>
                <w:lang w:eastAsia="ja-JP"/>
              </w:rPr>
            </w:pPr>
            <w:r w:rsidRPr="00EF2F0E">
              <w:rPr>
                <w:lang w:eastAsia="ja-JP"/>
              </w:rPr>
              <w:t>+24</w:t>
            </w:r>
          </w:p>
        </w:tc>
        <w:tc>
          <w:tcPr>
            <w:tcW w:w="1701" w:type="dxa"/>
          </w:tcPr>
          <w:p w14:paraId="098503E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3E9" w14:textId="77777777" w:rsidR="008A7D6F" w:rsidRPr="00EF2F0E" w:rsidRDefault="008A7D6F" w:rsidP="00B61376">
            <w:pPr>
              <w:pStyle w:val="TAC"/>
              <w:rPr>
                <w:lang w:eastAsia="ja-JP"/>
              </w:rPr>
            </w:pPr>
            <w:r w:rsidRPr="00EF2F0E">
              <w:rPr>
                <w:lang w:eastAsia="ja-JP"/>
              </w:rPr>
              <w:t>CW carrier</w:t>
            </w:r>
          </w:p>
        </w:tc>
      </w:tr>
      <w:tr w:rsidR="003401A4" w:rsidRPr="00EF2F0E" w14:paraId="098503F2" w14:textId="77777777" w:rsidTr="00B61376">
        <w:trPr>
          <w:gridAfter w:val="1"/>
          <w:wAfter w:w="10" w:type="dxa"/>
          <w:jc w:val="center"/>
        </w:trPr>
        <w:tc>
          <w:tcPr>
            <w:tcW w:w="1918" w:type="dxa"/>
          </w:tcPr>
          <w:p w14:paraId="098503EB" w14:textId="77777777" w:rsidR="008A7D6F" w:rsidRPr="00EF2F0E" w:rsidRDefault="008A7D6F" w:rsidP="00B61376">
            <w:pPr>
              <w:pStyle w:val="TAL"/>
              <w:rPr>
                <w:rFonts w:cs="Arial"/>
                <w:szCs w:val="18"/>
                <w:lang w:eastAsia="ja-JP"/>
              </w:rPr>
            </w:pPr>
            <w:r w:rsidRPr="00EF2F0E">
              <w:rPr>
                <w:rFonts w:cs="Arial"/>
                <w:szCs w:val="18"/>
                <w:lang w:eastAsia="ja-JP"/>
              </w:rPr>
              <w:t>E-UTRA Band 29</w:t>
            </w:r>
          </w:p>
        </w:tc>
        <w:tc>
          <w:tcPr>
            <w:tcW w:w="1657" w:type="dxa"/>
            <w:vAlign w:val="center"/>
          </w:tcPr>
          <w:p w14:paraId="098503EC" w14:textId="77777777" w:rsidR="008A7D6F" w:rsidRPr="00EF2F0E" w:rsidRDefault="008A7D6F" w:rsidP="00B61376">
            <w:pPr>
              <w:pStyle w:val="TAC"/>
              <w:rPr>
                <w:lang w:eastAsia="ja-JP"/>
              </w:rPr>
            </w:pPr>
            <w:r w:rsidRPr="00EF2F0E">
              <w:rPr>
                <w:lang w:eastAsia="ja-JP"/>
              </w:rPr>
              <w:t>717 - 728</w:t>
            </w:r>
          </w:p>
        </w:tc>
        <w:tc>
          <w:tcPr>
            <w:tcW w:w="1082" w:type="dxa"/>
          </w:tcPr>
          <w:p w14:paraId="098503E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E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EF" w14:textId="77777777" w:rsidR="008A7D6F" w:rsidRPr="00EF2F0E" w:rsidRDefault="008A7D6F" w:rsidP="00B61376">
            <w:pPr>
              <w:pStyle w:val="TAC"/>
              <w:rPr>
                <w:lang w:eastAsia="ja-JP"/>
              </w:rPr>
            </w:pPr>
            <w:r w:rsidRPr="00EF2F0E">
              <w:rPr>
                <w:lang w:eastAsia="ja-JP"/>
              </w:rPr>
              <w:t>+24</w:t>
            </w:r>
          </w:p>
        </w:tc>
        <w:tc>
          <w:tcPr>
            <w:tcW w:w="1701" w:type="dxa"/>
          </w:tcPr>
          <w:p w14:paraId="098503F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3F1" w14:textId="77777777" w:rsidR="008A7D6F" w:rsidRPr="00EF2F0E" w:rsidRDefault="008A7D6F" w:rsidP="00B61376">
            <w:pPr>
              <w:pStyle w:val="TAC"/>
              <w:rPr>
                <w:lang w:eastAsia="ja-JP"/>
              </w:rPr>
            </w:pPr>
            <w:r w:rsidRPr="00EF2F0E">
              <w:rPr>
                <w:lang w:eastAsia="ja-JP"/>
              </w:rPr>
              <w:t>CW carrier</w:t>
            </w:r>
          </w:p>
        </w:tc>
      </w:tr>
      <w:tr w:rsidR="003401A4" w:rsidRPr="00EF2F0E" w14:paraId="098503FA" w14:textId="77777777" w:rsidTr="00B61376">
        <w:trPr>
          <w:gridAfter w:val="1"/>
          <w:wAfter w:w="10" w:type="dxa"/>
          <w:jc w:val="center"/>
        </w:trPr>
        <w:tc>
          <w:tcPr>
            <w:tcW w:w="1918" w:type="dxa"/>
          </w:tcPr>
          <w:p w14:paraId="098503F3" w14:textId="77777777" w:rsidR="008A7D6F" w:rsidRPr="00EF2F0E" w:rsidRDefault="008A7D6F" w:rsidP="00B61376">
            <w:pPr>
              <w:pStyle w:val="TAL"/>
              <w:rPr>
                <w:rFonts w:cs="Arial"/>
                <w:szCs w:val="18"/>
                <w:lang w:eastAsia="ja-JP"/>
              </w:rPr>
            </w:pPr>
            <w:r w:rsidRPr="00EF2F0E">
              <w:rPr>
                <w:rFonts w:cs="Arial"/>
                <w:szCs w:val="18"/>
                <w:lang w:eastAsia="ja-JP"/>
              </w:rPr>
              <w:t>E-UTRA Band 30</w:t>
            </w:r>
          </w:p>
        </w:tc>
        <w:tc>
          <w:tcPr>
            <w:tcW w:w="1657" w:type="dxa"/>
            <w:vAlign w:val="center"/>
          </w:tcPr>
          <w:p w14:paraId="098503F4" w14:textId="77777777" w:rsidR="008A7D6F" w:rsidRPr="00EF2F0E" w:rsidRDefault="008A7D6F" w:rsidP="00B61376">
            <w:pPr>
              <w:pStyle w:val="TAC"/>
              <w:rPr>
                <w:lang w:eastAsia="ja-JP"/>
              </w:rPr>
            </w:pPr>
            <w:r w:rsidRPr="00EF2F0E">
              <w:rPr>
                <w:lang w:eastAsia="ja-JP"/>
              </w:rPr>
              <w:t>2350 - 2360</w:t>
            </w:r>
          </w:p>
        </w:tc>
        <w:tc>
          <w:tcPr>
            <w:tcW w:w="1082" w:type="dxa"/>
            <w:vAlign w:val="center"/>
          </w:tcPr>
          <w:p w14:paraId="098503F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3F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3F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3F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3F9" w14:textId="77777777" w:rsidR="008A7D6F" w:rsidRPr="00EF2F0E" w:rsidRDefault="008A7D6F" w:rsidP="00B61376">
            <w:pPr>
              <w:pStyle w:val="TAC"/>
              <w:rPr>
                <w:lang w:eastAsia="ja-JP"/>
              </w:rPr>
            </w:pPr>
            <w:r w:rsidRPr="00EF2F0E">
              <w:rPr>
                <w:lang w:eastAsia="ja-JP"/>
              </w:rPr>
              <w:t>CW carrier</w:t>
            </w:r>
          </w:p>
        </w:tc>
      </w:tr>
      <w:tr w:rsidR="003401A4" w:rsidRPr="00EF2F0E" w14:paraId="09850402" w14:textId="77777777" w:rsidTr="00B61376">
        <w:trPr>
          <w:gridAfter w:val="1"/>
          <w:wAfter w:w="10" w:type="dxa"/>
          <w:jc w:val="center"/>
        </w:trPr>
        <w:tc>
          <w:tcPr>
            <w:tcW w:w="1918" w:type="dxa"/>
          </w:tcPr>
          <w:p w14:paraId="098503FB" w14:textId="77777777" w:rsidR="008A7D6F" w:rsidRPr="00EF2F0E" w:rsidRDefault="008A7D6F" w:rsidP="00B61376">
            <w:pPr>
              <w:pStyle w:val="TAL"/>
              <w:rPr>
                <w:rFonts w:cs="Arial"/>
                <w:szCs w:val="18"/>
                <w:lang w:eastAsia="ja-JP"/>
              </w:rPr>
            </w:pPr>
            <w:r w:rsidRPr="00EF2F0E">
              <w:rPr>
                <w:rFonts w:cs="Arial"/>
                <w:szCs w:val="18"/>
                <w:lang w:eastAsia="ja-JP"/>
              </w:rPr>
              <w:t>E-UTRA Band 31</w:t>
            </w:r>
          </w:p>
        </w:tc>
        <w:tc>
          <w:tcPr>
            <w:tcW w:w="1657" w:type="dxa"/>
          </w:tcPr>
          <w:p w14:paraId="098503FC" w14:textId="77777777" w:rsidR="008A7D6F" w:rsidRPr="00EF2F0E" w:rsidRDefault="008A7D6F" w:rsidP="00B61376">
            <w:pPr>
              <w:pStyle w:val="TAC"/>
              <w:rPr>
                <w:lang w:eastAsia="ja-JP"/>
              </w:rPr>
            </w:pPr>
            <w:r w:rsidRPr="00EF2F0E">
              <w:rPr>
                <w:lang w:eastAsia="ja-JP"/>
              </w:rPr>
              <w:t>462.5 - 467.5</w:t>
            </w:r>
          </w:p>
        </w:tc>
        <w:tc>
          <w:tcPr>
            <w:tcW w:w="1082" w:type="dxa"/>
          </w:tcPr>
          <w:p w14:paraId="098503FD" w14:textId="77777777" w:rsidR="008A7D6F" w:rsidRPr="00EF2F0E" w:rsidRDefault="008A7D6F" w:rsidP="00B61376">
            <w:pPr>
              <w:pStyle w:val="TAC"/>
              <w:rPr>
                <w:lang w:eastAsia="ja-JP"/>
              </w:rPr>
            </w:pPr>
            <w:r w:rsidRPr="00EF2F0E">
              <w:rPr>
                <w:lang w:eastAsia="ja-JP"/>
              </w:rPr>
              <w:t>+46</w:t>
            </w:r>
          </w:p>
        </w:tc>
        <w:tc>
          <w:tcPr>
            <w:tcW w:w="1134" w:type="dxa"/>
          </w:tcPr>
          <w:p w14:paraId="098503FE" w14:textId="77777777" w:rsidR="008A7D6F" w:rsidRPr="00EF2F0E" w:rsidRDefault="008A7D6F" w:rsidP="00B61376">
            <w:pPr>
              <w:pStyle w:val="TAC"/>
              <w:rPr>
                <w:lang w:eastAsia="ja-JP"/>
              </w:rPr>
            </w:pPr>
            <w:r w:rsidRPr="00EF2F0E">
              <w:rPr>
                <w:lang w:eastAsia="ja-JP"/>
              </w:rPr>
              <w:t>+38</w:t>
            </w:r>
          </w:p>
        </w:tc>
        <w:tc>
          <w:tcPr>
            <w:tcW w:w="1134" w:type="dxa"/>
          </w:tcPr>
          <w:p w14:paraId="098503FF" w14:textId="77777777" w:rsidR="008A7D6F" w:rsidRPr="00EF2F0E" w:rsidRDefault="008A7D6F" w:rsidP="00B61376">
            <w:pPr>
              <w:pStyle w:val="TAC"/>
              <w:rPr>
                <w:lang w:eastAsia="ja-JP"/>
              </w:rPr>
            </w:pPr>
            <w:r w:rsidRPr="00EF2F0E">
              <w:rPr>
                <w:lang w:eastAsia="ja-JP"/>
              </w:rPr>
              <w:t>+24</w:t>
            </w:r>
          </w:p>
        </w:tc>
        <w:tc>
          <w:tcPr>
            <w:tcW w:w="1701" w:type="dxa"/>
          </w:tcPr>
          <w:p w14:paraId="0985040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401" w14:textId="77777777" w:rsidR="008A7D6F" w:rsidRPr="00EF2F0E" w:rsidRDefault="008A7D6F" w:rsidP="00B61376">
            <w:pPr>
              <w:pStyle w:val="TAC"/>
              <w:rPr>
                <w:lang w:eastAsia="ja-JP"/>
              </w:rPr>
            </w:pPr>
            <w:r w:rsidRPr="00EF2F0E">
              <w:rPr>
                <w:lang w:eastAsia="ja-JP"/>
              </w:rPr>
              <w:t>CW carrier</w:t>
            </w:r>
          </w:p>
        </w:tc>
      </w:tr>
      <w:tr w:rsidR="003401A4" w:rsidRPr="00EF2F0E" w14:paraId="0985040A" w14:textId="77777777" w:rsidTr="00B61376">
        <w:trPr>
          <w:gridAfter w:val="1"/>
          <w:wAfter w:w="10" w:type="dxa"/>
          <w:jc w:val="center"/>
        </w:trPr>
        <w:tc>
          <w:tcPr>
            <w:tcW w:w="1918" w:type="dxa"/>
          </w:tcPr>
          <w:p w14:paraId="09850403" w14:textId="77777777" w:rsidR="008A7D6F" w:rsidRPr="00EF2F0E" w:rsidRDefault="008A7D6F" w:rsidP="00B61376">
            <w:pPr>
              <w:pStyle w:val="TAL"/>
              <w:rPr>
                <w:rFonts w:cs="Arial"/>
                <w:szCs w:val="18"/>
                <w:lang w:eastAsia="ja-JP"/>
              </w:rPr>
            </w:pPr>
            <w:r w:rsidRPr="00EF2F0E">
              <w:rPr>
                <w:rFonts w:cs="Arial"/>
                <w:szCs w:val="18"/>
                <w:lang w:eastAsia="ja-JP"/>
              </w:rPr>
              <w:t>E-UTRA Band 31</w:t>
            </w:r>
          </w:p>
        </w:tc>
        <w:tc>
          <w:tcPr>
            <w:tcW w:w="1657" w:type="dxa"/>
          </w:tcPr>
          <w:p w14:paraId="09850404" w14:textId="77777777" w:rsidR="008A7D6F" w:rsidRPr="00EF2F0E" w:rsidRDefault="008A7D6F" w:rsidP="00B61376">
            <w:pPr>
              <w:pStyle w:val="TAC"/>
              <w:rPr>
                <w:lang w:eastAsia="ja-JP"/>
              </w:rPr>
            </w:pPr>
            <w:r w:rsidRPr="00EF2F0E">
              <w:rPr>
                <w:lang w:eastAsia="ja-JP"/>
              </w:rPr>
              <w:t>462.5 - 467.5</w:t>
            </w:r>
          </w:p>
        </w:tc>
        <w:tc>
          <w:tcPr>
            <w:tcW w:w="1082" w:type="dxa"/>
          </w:tcPr>
          <w:p w14:paraId="09850405" w14:textId="77777777" w:rsidR="008A7D6F" w:rsidRPr="00EF2F0E" w:rsidRDefault="008A7D6F" w:rsidP="00B61376">
            <w:pPr>
              <w:pStyle w:val="TAC"/>
              <w:rPr>
                <w:lang w:eastAsia="ja-JP"/>
              </w:rPr>
            </w:pPr>
            <w:r w:rsidRPr="00EF2F0E">
              <w:rPr>
                <w:lang w:eastAsia="ja-JP"/>
              </w:rPr>
              <w:t>+46</w:t>
            </w:r>
          </w:p>
        </w:tc>
        <w:tc>
          <w:tcPr>
            <w:tcW w:w="1134" w:type="dxa"/>
          </w:tcPr>
          <w:p w14:paraId="09850406" w14:textId="77777777" w:rsidR="008A7D6F" w:rsidRPr="00EF2F0E" w:rsidRDefault="008A7D6F" w:rsidP="00B61376">
            <w:pPr>
              <w:pStyle w:val="TAC"/>
              <w:rPr>
                <w:lang w:eastAsia="ja-JP"/>
              </w:rPr>
            </w:pPr>
            <w:r w:rsidRPr="00EF2F0E">
              <w:rPr>
                <w:lang w:eastAsia="ja-JP"/>
              </w:rPr>
              <w:t>+38</w:t>
            </w:r>
          </w:p>
        </w:tc>
        <w:tc>
          <w:tcPr>
            <w:tcW w:w="1134" w:type="dxa"/>
          </w:tcPr>
          <w:p w14:paraId="09850407" w14:textId="77777777" w:rsidR="008A7D6F" w:rsidRPr="00EF2F0E" w:rsidRDefault="008A7D6F" w:rsidP="00B61376">
            <w:pPr>
              <w:pStyle w:val="TAC"/>
              <w:rPr>
                <w:lang w:eastAsia="ja-JP"/>
              </w:rPr>
            </w:pPr>
            <w:r w:rsidRPr="00EF2F0E">
              <w:rPr>
                <w:lang w:eastAsia="ja-JP"/>
              </w:rPr>
              <w:t>+24</w:t>
            </w:r>
          </w:p>
        </w:tc>
        <w:tc>
          <w:tcPr>
            <w:tcW w:w="1701" w:type="dxa"/>
          </w:tcPr>
          <w:p w14:paraId="0985040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409" w14:textId="77777777" w:rsidR="008A7D6F" w:rsidRPr="00EF2F0E" w:rsidRDefault="008A7D6F" w:rsidP="00B61376">
            <w:pPr>
              <w:pStyle w:val="TAC"/>
              <w:rPr>
                <w:lang w:eastAsia="ja-JP"/>
              </w:rPr>
            </w:pPr>
            <w:r w:rsidRPr="00EF2F0E">
              <w:rPr>
                <w:lang w:eastAsia="ja-JP"/>
              </w:rPr>
              <w:t>CW carrier</w:t>
            </w:r>
          </w:p>
        </w:tc>
      </w:tr>
      <w:tr w:rsidR="003401A4" w:rsidRPr="00EF2F0E" w14:paraId="09850413" w14:textId="77777777" w:rsidTr="00B61376">
        <w:trPr>
          <w:gridAfter w:val="1"/>
          <w:wAfter w:w="10" w:type="dxa"/>
          <w:jc w:val="center"/>
        </w:trPr>
        <w:tc>
          <w:tcPr>
            <w:tcW w:w="1918" w:type="dxa"/>
          </w:tcPr>
          <w:p w14:paraId="0985040B"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XXXII or E-UTRA Band 32</w:t>
            </w:r>
          </w:p>
        </w:tc>
        <w:tc>
          <w:tcPr>
            <w:tcW w:w="1657" w:type="dxa"/>
            <w:vAlign w:val="center"/>
          </w:tcPr>
          <w:p w14:paraId="0985040C" w14:textId="77777777" w:rsidR="008A7D6F" w:rsidRPr="00EF2F0E" w:rsidRDefault="008A7D6F" w:rsidP="00B61376">
            <w:pPr>
              <w:pStyle w:val="TAC"/>
              <w:rPr>
                <w:lang w:eastAsia="ja-JP"/>
              </w:rPr>
            </w:pPr>
            <w:r w:rsidRPr="00EF2F0E">
              <w:rPr>
                <w:lang w:eastAsia="ja-JP"/>
              </w:rPr>
              <w:t>1452 - 1496</w:t>
            </w:r>
          </w:p>
          <w:p w14:paraId="0985040D" w14:textId="77777777" w:rsidR="008A7D6F" w:rsidRPr="00EF2F0E" w:rsidRDefault="008A7D6F" w:rsidP="00B61376">
            <w:pPr>
              <w:pStyle w:val="TAC"/>
              <w:rPr>
                <w:lang w:eastAsia="ja-JP"/>
              </w:rPr>
            </w:pPr>
            <w:r w:rsidRPr="00EF2F0E">
              <w:rPr>
                <w:lang w:eastAsia="ja-JP"/>
              </w:rPr>
              <w:t>(NOTE-5)</w:t>
            </w:r>
          </w:p>
        </w:tc>
        <w:tc>
          <w:tcPr>
            <w:tcW w:w="1082" w:type="dxa"/>
            <w:vAlign w:val="center"/>
          </w:tcPr>
          <w:p w14:paraId="0985040E"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0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1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1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12" w14:textId="77777777" w:rsidR="008A7D6F" w:rsidRPr="00EF2F0E" w:rsidRDefault="008A7D6F" w:rsidP="00B61376">
            <w:pPr>
              <w:pStyle w:val="TAC"/>
              <w:rPr>
                <w:lang w:eastAsia="ja-JP"/>
              </w:rPr>
            </w:pPr>
            <w:r w:rsidRPr="00EF2F0E">
              <w:rPr>
                <w:lang w:eastAsia="ja-JP"/>
              </w:rPr>
              <w:t>CW carrier</w:t>
            </w:r>
          </w:p>
        </w:tc>
      </w:tr>
      <w:tr w:rsidR="003401A4" w:rsidRPr="00EF2F0E" w14:paraId="0985041B" w14:textId="77777777" w:rsidTr="00B61376">
        <w:trPr>
          <w:gridAfter w:val="1"/>
          <w:wAfter w:w="10" w:type="dxa"/>
          <w:jc w:val="center"/>
        </w:trPr>
        <w:tc>
          <w:tcPr>
            <w:tcW w:w="1918" w:type="dxa"/>
          </w:tcPr>
          <w:p w14:paraId="09850414" w14:textId="77777777" w:rsidR="008A7D6F" w:rsidRPr="00EF2F0E" w:rsidRDefault="008A7D6F" w:rsidP="00B61376">
            <w:pPr>
              <w:pStyle w:val="TAL"/>
              <w:rPr>
                <w:rFonts w:cs="Arial"/>
                <w:szCs w:val="18"/>
                <w:lang w:eastAsia="ja-JP"/>
              </w:rPr>
            </w:pPr>
            <w:r w:rsidRPr="00EF2F0E">
              <w:rPr>
                <w:rFonts w:cs="Arial"/>
                <w:szCs w:val="18"/>
                <w:lang w:eastAsia="ja-JP"/>
              </w:rPr>
              <w:t>UTRA TDD Band a) or E-UTRA TDD Band 33</w:t>
            </w:r>
          </w:p>
        </w:tc>
        <w:tc>
          <w:tcPr>
            <w:tcW w:w="1657" w:type="dxa"/>
            <w:vAlign w:val="center"/>
          </w:tcPr>
          <w:p w14:paraId="09850415" w14:textId="77777777" w:rsidR="008A7D6F" w:rsidRPr="00EF2F0E" w:rsidRDefault="008A7D6F" w:rsidP="00B61376">
            <w:pPr>
              <w:pStyle w:val="TAC"/>
              <w:rPr>
                <w:lang w:eastAsia="ja-JP"/>
              </w:rPr>
            </w:pPr>
            <w:r w:rsidRPr="00EF2F0E">
              <w:rPr>
                <w:lang w:eastAsia="ja-JP"/>
              </w:rPr>
              <w:t>1900 - 1920</w:t>
            </w:r>
          </w:p>
        </w:tc>
        <w:tc>
          <w:tcPr>
            <w:tcW w:w="1082" w:type="dxa"/>
            <w:vAlign w:val="center"/>
          </w:tcPr>
          <w:p w14:paraId="0985041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1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1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1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1A" w14:textId="77777777" w:rsidR="008A7D6F" w:rsidRPr="00EF2F0E" w:rsidRDefault="008A7D6F" w:rsidP="00B61376">
            <w:pPr>
              <w:pStyle w:val="TAC"/>
              <w:rPr>
                <w:lang w:eastAsia="ja-JP"/>
              </w:rPr>
            </w:pPr>
            <w:r w:rsidRPr="00EF2F0E">
              <w:rPr>
                <w:lang w:eastAsia="ja-JP"/>
              </w:rPr>
              <w:t>CW carrier</w:t>
            </w:r>
          </w:p>
        </w:tc>
      </w:tr>
      <w:tr w:rsidR="003401A4" w:rsidRPr="00EF2F0E" w14:paraId="09850423" w14:textId="77777777" w:rsidTr="00B61376">
        <w:trPr>
          <w:gridAfter w:val="1"/>
          <w:wAfter w:w="10" w:type="dxa"/>
          <w:jc w:val="center"/>
        </w:trPr>
        <w:tc>
          <w:tcPr>
            <w:tcW w:w="1918" w:type="dxa"/>
          </w:tcPr>
          <w:p w14:paraId="0985041C" w14:textId="77777777" w:rsidR="008A7D6F" w:rsidRPr="00EF2F0E" w:rsidRDefault="008A7D6F" w:rsidP="00B61376">
            <w:pPr>
              <w:pStyle w:val="TAL"/>
              <w:rPr>
                <w:rFonts w:cs="Arial"/>
                <w:szCs w:val="18"/>
                <w:lang w:eastAsia="ja-JP"/>
              </w:rPr>
            </w:pPr>
            <w:r w:rsidRPr="00EF2F0E">
              <w:rPr>
                <w:rFonts w:cs="Arial"/>
                <w:szCs w:val="18"/>
                <w:lang w:eastAsia="ja-JP"/>
              </w:rPr>
              <w:t>UTRA TDD Band a) or E-UTRA TDD Band 34 or NR band n34</w:t>
            </w:r>
          </w:p>
        </w:tc>
        <w:tc>
          <w:tcPr>
            <w:tcW w:w="1657" w:type="dxa"/>
            <w:vAlign w:val="center"/>
          </w:tcPr>
          <w:p w14:paraId="0985041D" w14:textId="77777777" w:rsidR="008A7D6F" w:rsidRPr="00EF2F0E" w:rsidRDefault="008A7D6F" w:rsidP="00B61376">
            <w:pPr>
              <w:pStyle w:val="TAC"/>
              <w:rPr>
                <w:lang w:eastAsia="ja-JP"/>
              </w:rPr>
            </w:pPr>
            <w:r w:rsidRPr="00EF2F0E">
              <w:rPr>
                <w:lang w:eastAsia="ja-JP"/>
              </w:rPr>
              <w:t>2010 - 2025</w:t>
            </w:r>
          </w:p>
        </w:tc>
        <w:tc>
          <w:tcPr>
            <w:tcW w:w="1082" w:type="dxa"/>
            <w:vAlign w:val="center"/>
          </w:tcPr>
          <w:p w14:paraId="0985041E"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1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2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2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22" w14:textId="77777777" w:rsidR="008A7D6F" w:rsidRPr="00EF2F0E" w:rsidRDefault="008A7D6F" w:rsidP="00B61376">
            <w:pPr>
              <w:pStyle w:val="TAC"/>
              <w:rPr>
                <w:lang w:eastAsia="ja-JP"/>
              </w:rPr>
            </w:pPr>
            <w:r w:rsidRPr="00EF2F0E">
              <w:rPr>
                <w:lang w:eastAsia="ja-JP"/>
              </w:rPr>
              <w:t>CW carrier</w:t>
            </w:r>
          </w:p>
        </w:tc>
      </w:tr>
      <w:tr w:rsidR="003401A4" w:rsidRPr="00EF2F0E" w14:paraId="0985042B" w14:textId="77777777" w:rsidTr="00B61376">
        <w:trPr>
          <w:gridAfter w:val="1"/>
          <w:wAfter w:w="10" w:type="dxa"/>
          <w:jc w:val="center"/>
        </w:trPr>
        <w:tc>
          <w:tcPr>
            <w:tcW w:w="1918" w:type="dxa"/>
          </w:tcPr>
          <w:p w14:paraId="09850424" w14:textId="77777777" w:rsidR="008A7D6F" w:rsidRPr="00EF2F0E" w:rsidRDefault="008A7D6F" w:rsidP="00B61376">
            <w:pPr>
              <w:pStyle w:val="TAL"/>
              <w:rPr>
                <w:rFonts w:cs="Arial"/>
                <w:szCs w:val="18"/>
                <w:lang w:val="sv-SE" w:eastAsia="ja-JP"/>
              </w:rPr>
            </w:pPr>
            <w:r w:rsidRPr="00EF2F0E">
              <w:rPr>
                <w:rFonts w:cs="Arial"/>
                <w:szCs w:val="18"/>
                <w:lang w:val="sv-SE" w:eastAsia="ja-JP"/>
              </w:rPr>
              <w:t>UTRA TDD Band b) or E-UTRA TDD Band 35</w:t>
            </w:r>
          </w:p>
        </w:tc>
        <w:tc>
          <w:tcPr>
            <w:tcW w:w="1657" w:type="dxa"/>
            <w:vAlign w:val="center"/>
          </w:tcPr>
          <w:p w14:paraId="09850425" w14:textId="77777777" w:rsidR="008A7D6F" w:rsidRPr="00EF2F0E" w:rsidRDefault="008A7D6F" w:rsidP="00B61376">
            <w:pPr>
              <w:pStyle w:val="TAC"/>
              <w:rPr>
                <w:lang w:eastAsia="ja-JP"/>
              </w:rPr>
            </w:pPr>
            <w:r w:rsidRPr="00EF2F0E">
              <w:rPr>
                <w:lang w:eastAsia="ja-JP"/>
              </w:rPr>
              <w:t>1850 - 1910</w:t>
            </w:r>
          </w:p>
        </w:tc>
        <w:tc>
          <w:tcPr>
            <w:tcW w:w="1082" w:type="dxa"/>
            <w:vAlign w:val="center"/>
          </w:tcPr>
          <w:p w14:paraId="0985042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2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2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2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2A" w14:textId="77777777" w:rsidR="008A7D6F" w:rsidRPr="00EF2F0E" w:rsidRDefault="008A7D6F" w:rsidP="00B61376">
            <w:pPr>
              <w:pStyle w:val="TAC"/>
              <w:rPr>
                <w:lang w:eastAsia="ja-JP"/>
              </w:rPr>
            </w:pPr>
            <w:r w:rsidRPr="00EF2F0E">
              <w:rPr>
                <w:lang w:eastAsia="ja-JP"/>
              </w:rPr>
              <w:t>CW carrier</w:t>
            </w:r>
          </w:p>
        </w:tc>
      </w:tr>
      <w:tr w:rsidR="003401A4" w:rsidRPr="00EF2F0E" w14:paraId="09850433" w14:textId="77777777" w:rsidTr="00B61376">
        <w:trPr>
          <w:gridAfter w:val="1"/>
          <w:wAfter w:w="10" w:type="dxa"/>
          <w:jc w:val="center"/>
        </w:trPr>
        <w:tc>
          <w:tcPr>
            <w:tcW w:w="1918" w:type="dxa"/>
          </w:tcPr>
          <w:p w14:paraId="0985042C" w14:textId="77777777" w:rsidR="008A7D6F" w:rsidRPr="00EF2F0E" w:rsidRDefault="008A7D6F" w:rsidP="00B61376">
            <w:pPr>
              <w:pStyle w:val="TAL"/>
              <w:rPr>
                <w:rFonts w:cs="Arial"/>
                <w:szCs w:val="18"/>
                <w:lang w:val="sv-SE" w:eastAsia="ja-JP"/>
              </w:rPr>
            </w:pPr>
            <w:r w:rsidRPr="00EF2F0E">
              <w:rPr>
                <w:rFonts w:cs="Arial"/>
                <w:szCs w:val="18"/>
                <w:lang w:val="sv-SE" w:eastAsia="ja-JP"/>
              </w:rPr>
              <w:t>UTRA TDD Band b) or E-UTRA TDD Band 36</w:t>
            </w:r>
          </w:p>
        </w:tc>
        <w:tc>
          <w:tcPr>
            <w:tcW w:w="1657" w:type="dxa"/>
            <w:vAlign w:val="center"/>
          </w:tcPr>
          <w:p w14:paraId="0985042D" w14:textId="77777777" w:rsidR="008A7D6F" w:rsidRPr="00EF2F0E" w:rsidRDefault="008A7D6F" w:rsidP="00B61376">
            <w:pPr>
              <w:pStyle w:val="TAC"/>
              <w:rPr>
                <w:lang w:eastAsia="ja-JP"/>
              </w:rPr>
            </w:pPr>
            <w:r w:rsidRPr="00EF2F0E">
              <w:rPr>
                <w:lang w:eastAsia="ja-JP"/>
              </w:rPr>
              <w:t>1930 - 1990</w:t>
            </w:r>
          </w:p>
        </w:tc>
        <w:tc>
          <w:tcPr>
            <w:tcW w:w="1082" w:type="dxa"/>
            <w:vAlign w:val="center"/>
          </w:tcPr>
          <w:p w14:paraId="0985042E"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2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3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3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32" w14:textId="77777777" w:rsidR="008A7D6F" w:rsidRPr="00EF2F0E" w:rsidRDefault="008A7D6F" w:rsidP="00B61376">
            <w:pPr>
              <w:pStyle w:val="TAC"/>
              <w:rPr>
                <w:lang w:eastAsia="ja-JP"/>
              </w:rPr>
            </w:pPr>
            <w:r w:rsidRPr="00EF2F0E">
              <w:rPr>
                <w:lang w:eastAsia="ja-JP"/>
              </w:rPr>
              <w:t>CW carrier</w:t>
            </w:r>
          </w:p>
        </w:tc>
      </w:tr>
      <w:tr w:rsidR="003401A4" w:rsidRPr="00EF2F0E" w14:paraId="0985043B" w14:textId="77777777" w:rsidTr="00B61376">
        <w:trPr>
          <w:gridAfter w:val="1"/>
          <w:wAfter w:w="10" w:type="dxa"/>
          <w:jc w:val="center"/>
        </w:trPr>
        <w:tc>
          <w:tcPr>
            <w:tcW w:w="1918" w:type="dxa"/>
          </w:tcPr>
          <w:p w14:paraId="09850434" w14:textId="77777777" w:rsidR="008A7D6F" w:rsidRPr="00EF2F0E" w:rsidRDefault="008A7D6F" w:rsidP="00B61376">
            <w:pPr>
              <w:pStyle w:val="TAL"/>
              <w:rPr>
                <w:rFonts w:cs="Arial"/>
                <w:szCs w:val="18"/>
                <w:lang w:val="sv-SE" w:eastAsia="ja-JP"/>
              </w:rPr>
            </w:pPr>
            <w:r w:rsidRPr="00EF2F0E">
              <w:rPr>
                <w:rFonts w:cs="Arial"/>
                <w:szCs w:val="18"/>
                <w:lang w:val="sv-SE" w:eastAsia="ja-JP"/>
              </w:rPr>
              <w:t>UTRA TDD Band c) or E-UTRA TDD Band 37</w:t>
            </w:r>
          </w:p>
        </w:tc>
        <w:tc>
          <w:tcPr>
            <w:tcW w:w="1657" w:type="dxa"/>
            <w:vAlign w:val="center"/>
          </w:tcPr>
          <w:p w14:paraId="09850435" w14:textId="77777777" w:rsidR="008A7D6F" w:rsidRPr="00EF2F0E" w:rsidRDefault="008A7D6F" w:rsidP="00B61376">
            <w:pPr>
              <w:pStyle w:val="TAC"/>
              <w:rPr>
                <w:lang w:eastAsia="ja-JP"/>
              </w:rPr>
            </w:pPr>
            <w:r w:rsidRPr="00EF2F0E">
              <w:rPr>
                <w:lang w:eastAsia="ja-JP"/>
              </w:rPr>
              <w:t>1910 - 1930</w:t>
            </w:r>
          </w:p>
        </w:tc>
        <w:tc>
          <w:tcPr>
            <w:tcW w:w="1082" w:type="dxa"/>
            <w:vAlign w:val="center"/>
          </w:tcPr>
          <w:p w14:paraId="0985043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3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3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3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3A" w14:textId="77777777" w:rsidR="008A7D6F" w:rsidRPr="00EF2F0E" w:rsidRDefault="008A7D6F" w:rsidP="00B61376">
            <w:pPr>
              <w:pStyle w:val="TAC"/>
              <w:rPr>
                <w:lang w:eastAsia="ja-JP"/>
              </w:rPr>
            </w:pPr>
            <w:r w:rsidRPr="00EF2F0E">
              <w:rPr>
                <w:lang w:eastAsia="ja-JP"/>
              </w:rPr>
              <w:t>CW carrier</w:t>
            </w:r>
          </w:p>
        </w:tc>
      </w:tr>
      <w:tr w:rsidR="003401A4" w:rsidRPr="00EF2F0E" w14:paraId="09850443" w14:textId="77777777" w:rsidTr="00B61376">
        <w:trPr>
          <w:gridAfter w:val="1"/>
          <w:wAfter w:w="10" w:type="dxa"/>
          <w:jc w:val="center"/>
        </w:trPr>
        <w:tc>
          <w:tcPr>
            <w:tcW w:w="1918" w:type="dxa"/>
          </w:tcPr>
          <w:p w14:paraId="0985043C" w14:textId="77777777" w:rsidR="008A7D6F" w:rsidRPr="00EF2F0E" w:rsidRDefault="008A7D6F" w:rsidP="00B61376">
            <w:pPr>
              <w:pStyle w:val="TAL"/>
              <w:rPr>
                <w:rFonts w:cs="Arial"/>
                <w:szCs w:val="18"/>
                <w:lang w:eastAsia="ja-JP"/>
              </w:rPr>
            </w:pPr>
            <w:r w:rsidRPr="00EF2F0E">
              <w:rPr>
                <w:rFonts w:cs="Arial"/>
                <w:szCs w:val="18"/>
                <w:lang w:eastAsia="ja-JP"/>
              </w:rPr>
              <w:t>UTRA TDD Band d) or E-UTRA Band 38 or NR band n38</w:t>
            </w:r>
          </w:p>
        </w:tc>
        <w:tc>
          <w:tcPr>
            <w:tcW w:w="1657" w:type="dxa"/>
            <w:vAlign w:val="center"/>
          </w:tcPr>
          <w:p w14:paraId="0985043D" w14:textId="77777777" w:rsidR="008A7D6F" w:rsidRPr="00EF2F0E" w:rsidRDefault="008A7D6F" w:rsidP="00B61376">
            <w:pPr>
              <w:pStyle w:val="TAC"/>
              <w:rPr>
                <w:lang w:eastAsia="ja-JP"/>
              </w:rPr>
            </w:pPr>
            <w:r w:rsidRPr="00EF2F0E">
              <w:rPr>
                <w:lang w:eastAsia="ja-JP"/>
              </w:rPr>
              <w:t>2570 - 2620</w:t>
            </w:r>
          </w:p>
        </w:tc>
        <w:tc>
          <w:tcPr>
            <w:tcW w:w="1082" w:type="dxa"/>
            <w:vAlign w:val="center"/>
          </w:tcPr>
          <w:p w14:paraId="0985043E"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3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4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4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42" w14:textId="77777777" w:rsidR="008A7D6F" w:rsidRPr="00EF2F0E" w:rsidRDefault="008A7D6F" w:rsidP="00B61376">
            <w:pPr>
              <w:pStyle w:val="TAC"/>
              <w:rPr>
                <w:lang w:eastAsia="ja-JP"/>
              </w:rPr>
            </w:pPr>
            <w:r w:rsidRPr="00EF2F0E">
              <w:rPr>
                <w:lang w:eastAsia="ja-JP"/>
              </w:rPr>
              <w:t>CW carrier</w:t>
            </w:r>
          </w:p>
        </w:tc>
      </w:tr>
      <w:tr w:rsidR="003401A4" w:rsidRPr="00EF2F0E" w14:paraId="0985044B" w14:textId="77777777" w:rsidTr="00B61376">
        <w:trPr>
          <w:gridAfter w:val="1"/>
          <w:wAfter w:w="10" w:type="dxa"/>
          <w:jc w:val="center"/>
        </w:trPr>
        <w:tc>
          <w:tcPr>
            <w:tcW w:w="1918" w:type="dxa"/>
          </w:tcPr>
          <w:p w14:paraId="09850444" w14:textId="77777777" w:rsidR="008A7D6F" w:rsidRPr="00EF2F0E" w:rsidRDefault="008A7D6F" w:rsidP="00B61376">
            <w:pPr>
              <w:pStyle w:val="TAL"/>
              <w:rPr>
                <w:rFonts w:cs="Arial"/>
                <w:szCs w:val="18"/>
                <w:lang w:val="sv-SE" w:eastAsia="ja-JP"/>
              </w:rPr>
            </w:pPr>
            <w:r w:rsidRPr="00EF2F0E">
              <w:rPr>
                <w:rFonts w:cs="Arial"/>
                <w:szCs w:val="18"/>
                <w:lang w:val="sv-SE" w:eastAsia="ja-JP"/>
              </w:rPr>
              <w:t>UTRA TDD Band f) or E-UTRA Band 39 or NR band n39</w:t>
            </w:r>
          </w:p>
        </w:tc>
        <w:tc>
          <w:tcPr>
            <w:tcW w:w="1657" w:type="dxa"/>
            <w:vAlign w:val="center"/>
          </w:tcPr>
          <w:p w14:paraId="09850445" w14:textId="77777777" w:rsidR="008A7D6F" w:rsidRPr="00EF2F0E" w:rsidRDefault="008A7D6F" w:rsidP="00B61376">
            <w:pPr>
              <w:pStyle w:val="TAC"/>
              <w:rPr>
                <w:lang w:eastAsia="ja-JP"/>
              </w:rPr>
            </w:pPr>
            <w:r w:rsidRPr="00EF2F0E">
              <w:rPr>
                <w:lang w:eastAsia="ja-JP"/>
              </w:rPr>
              <w:t>1880 - 1920</w:t>
            </w:r>
          </w:p>
        </w:tc>
        <w:tc>
          <w:tcPr>
            <w:tcW w:w="1082" w:type="dxa"/>
            <w:vAlign w:val="center"/>
          </w:tcPr>
          <w:p w14:paraId="0985044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4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4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4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4A" w14:textId="77777777" w:rsidR="008A7D6F" w:rsidRPr="00EF2F0E" w:rsidRDefault="008A7D6F" w:rsidP="00B61376">
            <w:pPr>
              <w:pStyle w:val="TAC"/>
              <w:rPr>
                <w:lang w:eastAsia="ja-JP"/>
              </w:rPr>
            </w:pPr>
            <w:r w:rsidRPr="00EF2F0E">
              <w:rPr>
                <w:lang w:eastAsia="ja-JP"/>
              </w:rPr>
              <w:t>CW carrier</w:t>
            </w:r>
          </w:p>
        </w:tc>
      </w:tr>
      <w:tr w:rsidR="003401A4" w:rsidRPr="00EF2F0E" w14:paraId="09850453" w14:textId="77777777" w:rsidTr="00B61376">
        <w:trPr>
          <w:gridAfter w:val="1"/>
          <w:wAfter w:w="10" w:type="dxa"/>
          <w:jc w:val="center"/>
        </w:trPr>
        <w:tc>
          <w:tcPr>
            <w:tcW w:w="1918" w:type="dxa"/>
          </w:tcPr>
          <w:p w14:paraId="0985044C" w14:textId="77777777" w:rsidR="008A7D6F" w:rsidRPr="00EF2F0E" w:rsidRDefault="008A7D6F" w:rsidP="00B61376">
            <w:pPr>
              <w:pStyle w:val="TAL"/>
              <w:rPr>
                <w:rFonts w:cs="Arial"/>
                <w:szCs w:val="18"/>
                <w:lang w:val="sv-SE" w:eastAsia="ja-JP"/>
              </w:rPr>
            </w:pPr>
            <w:r w:rsidRPr="00EF2F0E">
              <w:rPr>
                <w:rFonts w:cs="Arial"/>
                <w:szCs w:val="18"/>
                <w:lang w:val="sv-SE" w:eastAsia="ja-JP"/>
              </w:rPr>
              <w:t>UTRA TDD Band e) or E-UTRA Band 40 or NR band n40</w:t>
            </w:r>
          </w:p>
        </w:tc>
        <w:tc>
          <w:tcPr>
            <w:tcW w:w="1657" w:type="dxa"/>
            <w:vAlign w:val="center"/>
          </w:tcPr>
          <w:p w14:paraId="0985044D" w14:textId="77777777" w:rsidR="008A7D6F" w:rsidRPr="00EF2F0E" w:rsidRDefault="008A7D6F" w:rsidP="00B61376">
            <w:pPr>
              <w:pStyle w:val="TAC"/>
              <w:rPr>
                <w:lang w:eastAsia="ja-JP"/>
              </w:rPr>
            </w:pPr>
            <w:r w:rsidRPr="00EF2F0E">
              <w:rPr>
                <w:lang w:eastAsia="ja-JP"/>
              </w:rPr>
              <w:t>2300 - 2400</w:t>
            </w:r>
          </w:p>
        </w:tc>
        <w:tc>
          <w:tcPr>
            <w:tcW w:w="1082" w:type="dxa"/>
            <w:vAlign w:val="center"/>
          </w:tcPr>
          <w:p w14:paraId="0985044E"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4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5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5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52" w14:textId="77777777" w:rsidR="008A7D6F" w:rsidRPr="00EF2F0E" w:rsidRDefault="008A7D6F" w:rsidP="00B61376">
            <w:pPr>
              <w:pStyle w:val="TAC"/>
              <w:rPr>
                <w:lang w:eastAsia="ja-JP"/>
              </w:rPr>
            </w:pPr>
            <w:r w:rsidRPr="00EF2F0E">
              <w:rPr>
                <w:lang w:eastAsia="ja-JP"/>
              </w:rPr>
              <w:t>CW carrier</w:t>
            </w:r>
          </w:p>
        </w:tc>
      </w:tr>
      <w:tr w:rsidR="003401A4" w:rsidRPr="00EF2F0E" w14:paraId="0985045B" w14:textId="77777777" w:rsidTr="00B61376">
        <w:trPr>
          <w:gridAfter w:val="1"/>
          <w:wAfter w:w="10" w:type="dxa"/>
          <w:jc w:val="center"/>
        </w:trPr>
        <w:tc>
          <w:tcPr>
            <w:tcW w:w="1918" w:type="dxa"/>
          </w:tcPr>
          <w:p w14:paraId="09850454" w14:textId="77777777" w:rsidR="008A7D6F" w:rsidRPr="00EF2F0E" w:rsidRDefault="008A7D6F" w:rsidP="00B61376">
            <w:pPr>
              <w:pStyle w:val="TAL"/>
              <w:rPr>
                <w:rFonts w:cs="Arial"/>
                <w:szCs w:val="18"/>
                <w:lang w:eastAsia="ja-JP"/>
              </w:rPr>
            </w:pPr>
            <w:r w:rsidRPr="00EF2F0E">
              <w:rPr>
                <w:rFonts w:cs="Arial"/>
                <w:szCs w:val="18"/>
                <w:lang w:eastAsia="ja-JP"/>
              </w:rPr>
              <w:t>E-UTRA Band 41 or NR band n41</w:t>
            </w:r>
          </w:p>
        </w:tc>
        <w:tc>
          <w:tcPr>
            <w:tcW w:w="1657" w:type="dxa"/>
            <w:vAlign w:val="center"/>
          </w:tcPr>
          <w:p w14:paraId="09850455" w14:textId="77777777" w:rsidR="008A7D6F" w:rsidRPr="00EF2F0E" w:rsidRDefault="008A7D6F" w:rsidP="00B61376">
            <w:pPr>
              <w:pStyle w:val="TAC"/>
              <w:rPr>
                <w:lang w:eastAsia="ja-JP"/>
              </w:rPr>
            </w:pPr>
            <w:r w:rsidRPr="00EF2F0E">
              <w:rPr>
                <w:lang w:eastAsia="ja-JP"/>
              </w:rPr>
              <w:t>2496 - 2690</w:t>
            </w:r>
          </w:p>
        </w:tc>
        <w:tc>
          <w:tcPr>
            <w:tcW w:w="1082" w:type="dxa"/>
            <w:vAlign w:val="center"/>
          </w:tcPr>
          <w:p w14:paraId="0985045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5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5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5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5A" w14:textId="77777777" w:rsidR="008A7D6F" w:rsidRPr="00EF2F0E" w:rsidRDefault="008A7D6F" w:rsidP="00B61376">
            <w:pPr>
              <w:pStyle w:val="TAC"/>
              <w:rPr>
                <w:lang w:eastAsia="ja-JP"/>
              </w:rPr>
            </w:pPr>
            <w:r w:rsidRPr="00EF2F0E">
              <w:rPr>
                <w:lang w:eastAsia="ja-JP"/>
              </w:rPr>
              <w:t>CW carrier</w:t>
            </w:r>
          </w:p>
        </w:tc>
      </w:tr>
      <w:tr w:rsidR="003401A4" w:rsidRPr="00EF2F0E" w14:paraId="09850463" w14:textId="77777777" w:rsidTr="00B61376">
        <w:trPr>
          <w:gridAfter w:val="1"/>
          <w:wAfter w:w="10" w:type="dxa"/>
          <w:jc w:val="center"/>
        </w:trPr>
        <w:tc>
          <w:tcPr>
            <w:tcW w:w="1918" w:type="dxa"/>
          </w:tcPr>
          <w:p w14:paraId="0985045C" w14:textId="77777777" w:rsidR="008A7D6F" w:rsidRPr="00EF2F0E" w:rsidRDefault="008A7D6F" w:rsidP="00B61376">
            <w:pPr>
              <w:pStyle w:val="TAL"/>
              <w:rPr>
                <w:rFonts w:cs="Arial"/>
                <w:szCs w:val="18"/>
                <w:lang w:eastAsia="ja-JP"/>
              </w:rPr>
            </w:pPr>
            <w:r w:rsidRPr="00EF2F0E">
              <w:rPr>
                <w:rFonts w:cs="Arial"/>
                <w:szCs w:val="18"/>
                <w:lang w:eastAsia="ja-JP"/>
              </w:rPr>
              <w:t>E-UTRA Band 42</w:t>
            </w:r>
          </w:p>
        </w:tc>
        <w:tc>
          <w:tcPr>
            <w:tcW w:w="1657" w:type="dxa"/>
          </w:tcPr>
          <w:p w14:paraId="0985045D" w14:textId="77777777" w:rsidR="008A7D6F" w:rsidRPr="00EF2F0E" w:rsidRDefault="008A7D6F" w:rsidP="00B61376">
            <w:pPr>
              <w:pStyle w:val="TAC"/>
              <w:rPr>
                <w:lang w:eastAsia="ja-JP"/>
              </w:rPr>
            </w:pPr>
            <w:r w:rsidRPr="00EF2F0E">
              <w:rPr>
                <w:lang w:eastAsia="zh-CN"/>
              </w:rPr>
              <w:t>3400</w:t>
            </w:r>
            <w:r w:rsidRPr="00EF2F0E">
              <w:rPr>
                <w:lang w:eastAsia="ja-JP"/>
              </w:rPr>
              <w:t xml:space="preserve"> - 3600</w:t>
            </w:r>
          </w:p>
        </w:tc>
        <w:tc>
          <w:tcPr>
            <w:tcW w:w="1082" w:type="dxa"/>
            <w:vAlign w:val="center"/>
          </w:tcPr>
          <w:p w14:paraId="0985045E"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5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6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6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62" w14:textId="77777777" w:rsidR="008A7D6F" w:rsidRPr="00EF2F0E" w:rsidRDefault="008A7D6F" w:rsidP="00B61376">
            <w:pPr>
              <w:pStyle w:val="TAC"/>
              <w:rPr>
                <w:lang w:eastAsia="ja-JP"/>
              </w:rPr>
            </w:pPr>
            <w:r w:rsidRPr="00EF2F0E">
              <w:rPr>
                <w:lang w:eastAsia="ja-JP"/>
              </w:rPr>
              <w:t>CW carrier</w:t>
            </w:r>
          </w:p>
        </w:tc>
      </w:tr>
      <w:tr w:rsidR="003401A4" w:rsidRPr="00EF2F0E" w14:paraId="0985046B" w14:textId="77777777" w:rsidTr="00B61376">
        <w:trPr>
          <w:gridAfter w:val="1"/>
          <w:wAfter w:w="10" w:type="dxa"/>
          <w:jc w:val="center"/>
        </w:trPr>
        <w:tc>
          <w:tcPr>
            <w:tcW w:w="1918" w:type="dxa"/>
          </w:tcPr>
          <w:p w14:paraId="09850464" w14:textId="77777777" w:rsidR="008A7D6F" w:rsidRPr="00EF2F0E" w:rsidRDefault="008A7D6F" w:rsidP="00B61376">
            <w:pPr>
              <w:pStyle w:val="TAL"/>
              <w:rPr>
                <w:rFonts w:cs="Arial"/>
                <w:szCs w:val="18"/>
                <w:lang w:eastAsia="ja-JP"/>
              </w:rPr>
            </w:pPr>
            <w:r w:rsidRPr="00EF2F0E">
              <w:rPr>
                <w:rFonts w:cs="Arial"/>
                <w:szCs w:val="18"/>
                <w:lang w:eastAsia="ja-JP"/>
              </w:rPr>
              <w:t>E-UTRA Band 43</w:t>
            </w:r>
          </w:p>
        </w:tc>
        <w:tc>
          <w:tcPr>
            <w:tcW w:w="1657" w:type="dxa"/>
          </w:tcPr>
          <w:p w14:paraId="09850465" w14:textId="77777777" w:rsidR="008A7D6F" w:rsidRPr="00EF2F0E" w:rsidRDefault="008A7D6F" w:rsidP="00B61376">
            <w:pPr>
              <w:pStyle w:val="TAC"/>
              <w:rPr>
                <w:lang w:eastAsia="ja-JP"/>
              </w:rPr>
            </w:pPr>
            <w:r w:rsidRPr="00EF2F0E">
              <w:rPr>
                <w:lang w:eastAsia="zh-CN"/>
              </w:rPr>
              <w:t>3600</w:t>
            </w:r>
            <w:r w:rsidRPr="00EF2F0E">
              <w:rPr>
                <w:lang w:eastAsia="ja-JP"/>
              </w:rPr>
              <w:t xml:space="preserve"> - </w:t>
            </w:r>
            <w:r w:rsidRPr="00EF2F0E">
              <w:rPr>
                <w:lang w:eastAsia="zh-CN"/>
              </w:rPr>
              <w:t>3800</w:t>
            </w:r>
          </w:p>
        </w:tc>
        <w:tc>
          <w:tcPr>
            <w:tcW w:w="1082" w:type="dxa"/>
            <w:vAlign w:val="center"/>
          </w:tcPr>
          <w:p w14:paraId="0985046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6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6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6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6A" w14:textId="77777777" w:rsidR="008A7D6F" w:rsidRPr="00EF2F0E" w:rsidRDefault="008A7D6F" w:rsidP="00B61376">
            <w:pPr>
              <w:pStyle w:val="TAC"/>
              <w:rPr>
                <w:lang w:eastAsia="ja-JP"/>
              </w:rPr>
            </w:pPr>
            <w:r w:rsidRPr="00EF2F0E">
              <w:rPr>
                <w:lang w:eastAsia="ja-JP"/>
              </w:rPr>
              <w:t>CW carrier</w:t>
            </w:r>
          </w:p>
        </w:tc>
      </w:tr>
      <w:tr w:rsidR="003401A4" w:rsidRPr="00EF2F0E" w14:paraId="09850473" w14:textId="77777777" w:rsidTr="00B61376">
        <w:trPr>
          <w:gridAfter w:val="1"/>
          <w:wAfter w:w="10" w:type="dxa"/>
          <w:jc w:val="center"/>
        </w:trPr>
        <w:tc>
          <w:tcPr>
            <w:tcW w:w="1918" w:type="dxa"/>
          </w:tcPr>
          <w:p w14:paraId="0985046C" w14:textId="77777777" w:rsidR="008A7D6F" w:rsidRPr="00EF2F0E" w:rsidRDefault="008A7D6F" w:rsidP="00B61376">
            <w:pPr>
              <w:pStyle w:val="TAL"/>
              <w:rPr>
                <w:rFonts w:cs="Arial"/>
                <w:szCs w:val="18"/>
                <w:lang w:eastAsia="ja-JP"/>
              </w:rPr>
            </w:pPr>
            <w:r w:rsidRPr="00EF2F0E">
              <w:rPr>
                <w:rFonts w:cs="Arial"/>
                <w:szCs w:val="18"/>
                <w:lang w:eastAsia="ja-JP"/>
              </w:rPr>
              <w:t>E-UTRA Band 44</w:t>
            </w:r>
          </w:p>
        </w:tc>
        <w:tc>
          <w:tcPr>
            <w:tcW w:w="1657" w:type="dxa"/>
            <w:vAlign w:val="center"/>
          </w:tcPr>
          <w:p w14:paraId="0985046D" w14:textId="77777777" w:rsidR="008A7D6F" w:rsidRPr="00EF2F0E" w:rsidRDefault="008A7D6F" w:rsidP="00B61376">
            <w:pPr>
              <w:pStyle w:val="TAC"/>
              <w:rPr>
                <w:lang w:eastAsia="zh-CN"/>
              </w:rPr>
            </w:pPr>
            <w:r w:rsidRPr="00EF2F0E">
              <w:rPr>
                <w:lang w:eastAsia="ja-JP"/>
              </w:rPr>
              <w:t>703 - 803</w:t>
            </w:r>
          </w:p>
        </w:tc>
        <w:tc>
          <w:tcPr>
            <w:tcW w:w="1082" w:type="dxa"/>
            <w:vAlign w:val="center"/>
          </w:tcPr>
          <w:p w14:paraId="0985046E"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6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7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7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72" w14:textId="77777777" w:rsidR="008A7D6F" w:rsidRPr="00EF2F0E" w:rsidRDefault="008A7D6F" w:rsidP="00B61376">
            <w:pPr>
              <w:pStyle w:val="TAC"/>
              <w:rPr>
                <w:lang w:eastAsia="ja-JP"/>
              </w:rPr>
            </w:pPr>
            <w:r w:rsidRPr="00EF2F0E">
              <w:rPr>
                <w:lang w:eastAsia="ja-JP"/>
              </w:rPr>
              <w:t>CW carrier</w:t>
            </w:r>
          </w:p>
        </w:tc>
      </w:tr>
      <w:tr w:rsidR="003401A4" w:rsidRPr="00EF2F0E" w14:paraId="0985047B" w14:textId="77777777" w:rsidTr="00B61376">
        <w:trPr>
          <w:gridAfter w:val="1"/>
          <w:wAfter w:w="10" w:type="dxa"/>
          <w:jc w:val="center"/>
        </w:trPr>
        <w:tc>
          <w:tcPr>
            <w:tcW w:w="1918" w:type="dxa"/>
          </w:tcPr>
          <w:p w14:paraId="09850474" w14:textId="77777777" w:rsidR="008A7D6F" w:rsidRPr="00EF2F0E" w:rsidRDefault="008A7D6F" w:rsidP="00B61376">
            <w:pPr>
              <w:pStyle w:val="TAL"/>
              <w:rPr>
                <w:rFonts w:cs="Arial"/>
                <w:szCs w:val="18"/>
                <w:lang w:eastAsia="ja-JP"/>
              </w:rPr>
            </w:pPr>
            <w:r w:rsidRPr="00EF2F0E">
              <w:rPr>
                <w:rFonts w:cs="Arial"/>
                <w:szCs w:val="18"/>
              </w:rPr>
              <w:t>E-UTRA Band 4</w:t>
            </w:r>
            <w:r w:rsidRPr="00EF2F0E">
              <w:rPr>
                <w:rFonts w:cs="Arial"/>
                <w:szCs w:val="18"/>
                <w:lang w:eastAsia="zh-CN"/>
              </w:rPr>
              <w:t>5</w:t>
            </w:r>
          </w:p>
        </w:tc>
        <w:tc>
          <w:tcPr>
            <w:tcW w:w="1657" w:type="dxa"/>
            <w:vAlign w:val="center"/>
          </w:tcPr>
          <w:p w14:paraId="09850475" w14:textId="77777777" w:rsidR="008A7D6F" w:rsidRPr="00EF2F0E" w:rsidRDefault="008A7D6F" w:rsidP="00B61376">
            <w:pPr>
              <w:pStyle w:val="TAC"/>
              <w:rPr>
                <w:lang w:eastAsia="ja-JP"/>
              </w:rPr>
            </w:pPr>
            <w:r w:rsidRPr="00EF2F0E">
              <w:rPr>
                <w:rFonts w:cs="Arial"/>
                <w:szCs w:val="18"/>
                <w:lang w:eastAsia="zh-CN"/>
              </w:rPr>
              <w:t>1447</w:t>
            </w:r>
            <w:r w:rsidRPr="00EF2F0E">
              <w:rPr>
                <w:rFonts w:cs="Arial"/>
                <w:szCs w:val="18"/>
              </w:rPr>
              <w:t xml:space="preserve"> - </w:t>
            </w:r>
            <w:r w:rsidRPr="00EF2F0E">
              <w:rPr>
                <w:rFonts w:cs="Arial"/>
                <w:szCs w:val="18"/>
                <w:lang w:eastAsia="zh-CN"/>
              </w:rPr>
              <w:t>1467</w:t>
            </w:r>
          </w:p>
        </w:tc>
        <w:tc>
          <w:tcPr>
            <w:tcW w:w="1082" w:type="dxa"/>
            <w:vAlign w:val="center"/>
          </w:tcPr>
          <w:p w14:paraId="0985047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7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7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7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7A" w14:textId="77777777" w:rsidR="008A7D6F" w:rsidRPr="00EF2F0E" w:rsidRDefault="008A7D6F" w:rsidP="00B61376">
            <w:pPr>
              <w:pStyle w:val="TAC"/>
              <w:rPr>
                <w:lang w:eastAsia="ja-JP"/>
              </w:rPr>
            </w:pPr>
            <w:r w:rsidRPr="00EF2F0E">
              <w:rPr>
                <w:rFonts w:cs="Arial"/>
                <w:szCs w:val="18"/>
              </w:rPr>
              <w:t>CW carrier</w:t>
            </w:r>
          </w:p>
        </w:tc>
      </w:tr>
      <w:tr w:rsidR="003401A4" w:rsidRPr="00EF2F0E" w14:paraId="09850483" w14:textId="77777777" w:rsidTr="00B61376">
        <w:trPr>
          <w:gridAfter w:val="1"/>
          <w:wAfter w:w="10" w:type="dxa"/>
          <w:jc w:val="center"/>
        </w:trPr>
        <w:tc>
          <w:tcPr>
            <w:tcW w:w="1918" w:type="dxa"/>
          </w:tcPr>
          <w:p w14:paraId="0985047C" w14:textId="77777777" w:rsidR="008A7D6F" w:rsidRPr="00EF2F0E" w:rsidRDefault="008A7D6F" w:rsidP="00B61376">
            <w:pPr>
              <w:pStyle w:val="TAL"/>
              <w:rPr>
                <w:rFonts w:cs="Arial"/>
                <w:szCs w:val="18"/>
                <w:lang w:eastAsia="ja-JP"/>
              </w:rPr>
            </w:pPr>
            <w:r w:rsidRPr="00EF2F0E">
              <w:rPr>
                <w:rFonts w:cs="Arial"/>
                <w:szCs w:val="18"/>
              </w:rPr>
              <w:t>E-UTRA Band 4</w:t>
            </w:r>
            <w:r w:rsidRPr="00EF2F0E">
              <w:rPr>
                <w:rFonts w:cs="Arial"/>
                <w:szCs w:val="18"/>
                <w:lang w:eastAsia="zh-CN"/>
              </w:rPr>
              <w:t>6</w:t>
            </w:r>
          </w:p>
        </w:tc>
        <w:tc>
          <w:tcPr>
            <w:tcW w:w="1657" w:type="dxa"/>
            <w:vAlign w:val="center"/>
          </w:tcPr>
          <w:p w14:paraId="0985047D" w14:textId="77777777" w:rsidR="008A7D6F" w:rsidRPr="00EF2F0E" w:rsidRDefault="008A7D6F" w:rsidP="00B61376">
            <w:pPr>
              <w:pStyle w:val="TAC"/>
              <w:rPr>
                <w:lang w:eastAsia="ja-JP"/>
              </w:rPr>
            </w:pPr>
            <w:r w:rsidRPr="00EF2F0E">
              <w:rPr>
                <w:rFonts w:cs="Arial"/>
                <w:szCs w:val="18"/>
                <w:lang w:eastAsia="zh-CN"/>
              </w:rPr>
              <w:t>5150</w:t>
            </w:r>
            <w:r w:rsidRPr="00EF2F0E">
              <w:rPr>
                <w:rFonts w:cs="Arial"/>
                <w:szCs w:val="18"/>
              </w:rPr>
              <w:t xml:space="preserve"> - </w:t>
            </w:r>
            <w:r w:rsidRPr="00EF2F0E">
              <w:rPr>
                <w:rFonts w:cs="Arial"/>
                <w:szCs w:val="18"/>
                <w:lang w:eastAsia="zh-CN"/>
              </w:rPr>
              <w:t>5925</w:t>
            </w:r>
          </w:p>
        </w:tc>
        <w:tc>
          <w:tcPr>
            <w:tcW w:w="1082" w:type="dxa"/>
            <w:vAlign w:val="center"/>
          </w:tcPr>
          <w:p w14:paraId="0985047E"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47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8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8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82" w14:textId="77777777" w:rsidR="008A7D6F" w:rsidRPr="00EF2F0E" w:rsidRDefault="008A7D6F" w:rsidP="00B61376">
            <w:pPr>
              <w:pStyle w:val="TAC"/>
              <w:rPr>
                <w:lang w:eastAsia="ja-JP"/>
              </w:rPr>
            </w:pPr>
            <w:r w:rsidRPr="00EF2F0E">
              <w:rPr>
                <w:rFonts w:cs="Arial"/>
                <w:szCs w:val="18"/>
              </w:rPr>
              <w:t>CW carrier</w:t>
            </w:r>
          </w:p>
        </w:tc>
      </w:tr>
      <w:tr w:rsidR="003401A4" w:rsidRPr="00EF2F0E" w14:paraId="0985048B" w14:textId="77777777" w:rsidTr="00B61376">
        <w:trPr>
          <w:gridAfter w:val="1"/>
          <w:wAfter w:w="10" w:type="dxa"/>
          <w:jc w:val="center"/>
        </w:trPr>
        <w:tc>
          <w:tcPr>
            <w:tcW w:w="1918" w:type="dxa"/>
          </w:tcPr>
          <w:p w14:paraId="09850484" w14:textId="77777777" w:rsidR="008A7D6F" w:rsidRPr="00EF2F0E" w:rsidRDefault="008A7D6F" w:rsidP="00B61376">
            <w:pPr>
              <w:pStyle w:val="TAL"/>
              <w:rPr>
                <w:rFonts w:cs="Arial"/>
                <w:szCs w:val="18"/>
                <w:lang w:eastAsia="ja-JP"/>
              </w:rPr>
            </w:pPr>
            <w:r w:rsidRPr="00EF2F0E">
              <w:rPr>
                <w:lang w:eastAsia="ja-JP"/>
              </w:rPr>
              <w:t>E-UTRA Band 48</w:t>
            </w:r>
          </w:p>
        </w:tc>
        <w:tc>
          <w:tcPr>
            <w:tcW w:w="1657" w:type="dxa"/>
            <w:vAlign w:val="center"/>
          </w:tcPr>
          <w:p w14:paraId="09850485" w14:textId="77777777" w:rsidR="008A7D6F" w:rsidRPr="00EF2F0E" w:rsidRDefault="008A7D6F" w:rsidP="00B61376">
            <w:pPr>
              <w:pStyle w:val="TAC"/>
              <w:rPr>
                <w:lang w:eastAsia="ja-JP"/>
              </w:rPr>
            </w:pPr>
            <w:r w:rsidRPr="00EF2F0E">
              <w:rPr>
                <w:lang w:eastAsia="zh-CN"/>
              </w:rPr>
              <w:t>3550 – 3700</w:t>
            </w:r>
          </w:p>
        </w:tc>
        <w:tc>
          <w:tcPr>
            <w:tcW w:w="1082" w:type="dxa"/>
            <w:vAlign w:val="center"/>
          </w:tcPr>
          <w:p w14:paraId="0985048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8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8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8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8A" w14:textId="77777777" w:rsidR="008A7D6F" w:rsidRPr="00EF2F0E" w:rsidRDefault="008A7D6F" w:rsidP="00B61376">
            <w:pPr>
              <w:pStyle w:val="TAC"/>
              <w:rPr>
                <w:lang w:eastAsia="ja-JP"/>
              </w:rPr>
            </w:pPr>
            <w:r w:rsidRPr="00EF2F0E">
              <w:rPr>
                <w:lang w:eastAsia="ja-JP"/>
              </w:rPr>
              <w:t>CW carrier</w:t>
            </w:r>
          </w:p>
        </w:tc>
      </w:tr>
      <w:tr w:rsidR="003401A4" w:rsidRPr="00EF2F0E" w14:paraId="09850493" w14:textId="77777777" w:rsidTr="00B61376">
        <w:trPr>
          <w:gridAfter w:val="1"/>
          <w:wAfter w:w="10" w:type="dxa"/>
          <w:jc w:val="center"/>
        </w:trPr>
        <w:tc>
          <w:tcPr>
            <w:tcW w:w="1918" w:type="dxa"/>
          </w:tcPr>
          <w:p w14:paraId="0985048C" w14:textId="77777777" w:rsidR="008A7D6F" w:rsidRPr="00EF2F0E" w:rsidRDefault="008A7D6F" w:rsidP="00B61376">
            <w:pPr>
              <w:pStyle w:val="TAL"/>
              <w:rPr>
                <w:rFonts w:cs="Arial"/>
                <w:szCs w:val="18"/>
                <w:lang w:eastAsia="ja-JP"/>
              </w:rPr>
            </w:pPr>
            <w:r w:rsidRPr="00EF2F0E">
              <w:rPr>
                <w:lang w:eastAsia="ja-JP"/>
              </w:rPr>
              <w:t>E-UTRA Band 49</w:t>
            </w:r>
          </w:p>
        </w:tc>
        <w:tc>
          <w:tcPr>
            <w:tcW w:w="1657" w:type="dxa"/>
            <w:vAlign w:val="center"/>
          </w:tcPr>
          <w:p w14:paraId="0985048D" w14:textId="77777777" w:rsidR="008A7D6F" w:rsidRPr="00EF2F0E" w:rsidRDefault="008A7D6F" w:rsidP="00B61376">
            <w:pPr>
              <w:pStyle w:val="TAC"/>
              <w:rPr>
                <w:lang w:eastAsia="ja-JP"/>
              </w:rPr>
            </w:pPr>
            <w:r w:rsidRPr="00EF2F0E">
              <w:rPr>
                <w:lang w:eastAsia="zh-CN"/>
              </w:rPr>
              <w:t>3550 – 3700</w:t>
            </w:r>
          </w:p>
        </w:tc>
        <w:tc>
          <w:tcPr>
            <w:tcW w:w="1082" w:type="dxa"/>
            <w:vAlign w:val="center"/>
          </w:tcPr>
          <w:p w14:paraId="0985048E"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48F"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49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9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92" w14:textId="77777777" w:rsidR="008A7D6F" w:rsidRPr="00EF2F0E" w:rsidRDefault="008A7D6F" w:rsidP="00B61376">
            <w:pPr>
              <w:pStyle w:val="TAC"/>
              <w:rPr>
                <w:lang w:eastAsia="ja-JP"/>
              </w:rPr>
            </w:pPr>
            <w:r w:rsidRPr="00EF2F0E">
              <w:rPr>
                <w:lang w:eastAsia="ja-JP"/>
              </w:rPr>
              <w:t>CW carrier</w:t>
            </w:r>
          </w:p>
        </w:tc>
      </w:tr>
      <w:tr w:rsidR="003401A4" w:rsidRPr="00EF2F0E" w14:paraId="0985049B" w14:textId="77777777" w:rsidTr="00B61376">
        <w:trPr>
          <w:gridAfter w:val="1"/>
          <w:wAfter w:w="10" w:type="dxa"/>
          <w:jc w:val="center"/>
        </w:trPr>
        <w:tc>
          <w:tcPr>
            <w:tcW w:w="1918" w:type="dxa"/>
          </w:tcPr>
          <w:p w14:paraId="09850494" w14:textId="77777777" w:rsidR="008A7D6F" w:rsidRPr="00EF2F0E" w:rsidRDefault="008A7D6F" w:rsidP="00B61376">
            <w:pPr>
              <w:pStyle w:val="TAL"/>
              <w:rPr>
                <w:rFonts w:cs="Arial"/>
                <w:szCs w:val="18"/>
                <w:lang w:eastAsia="ja-JP"/>
              </w:rPr>
            </w:pPr>
            <w:r w:rsidRPr="00EF2F0E">
              <w:rPr>
                <w:lang w:eastAsia="ja-JP"/>
              </w:rPr>
              <w:t>E-UTRA Band 50 or NR band n50</w:t>
            </w:r>
          </w:p>
        </w:tc>
        <w:tc>
          <w:tcPr>
            <w:tcW w:w="1657" w:type="dxa"/>
            <w:vAlign w:val="center"/>
          </w:tcPr>
          <w:p w14:paraId="09850495" w14:textId="77777777" w:rsidR="008A7D6F" w:rsidRPr="00EF2F0E" w:rsidRDefault="008A7D6F" w:rsidP="00B61376">
            <w:pPr>
              <w:pStyle w:val="TAC"/>
              <w:rPr>
                <w:lang w:eastAsia="ja-JP"/>
              </w:rPr>
            </w:pPr>
            <w:r w:rsidRPr="00EF2F0E">
              <w:rPr>
                <w:rFonts w:eastAsia="SimSun"/>
                <w:lang w:eastAsia="zh-CN"/>
              </w:rPr>
              <w:t>1432</w:t>
            </w:r>
            <w:r w:rsidRPr="00EF2F0E">
              <w:rPr>
                <w:lang w:eastAsia="zh-CN"/>
              </w:rPr>
              <w:t xml:space="preserve"> – </w:t>
            </w:r>
            <w:r w:rsidRPr="00EF2F0E">
              <w:rPr>
                <w:rFonts w:eastAsia="SimSun"/>
                <w:lang w:eastAsia="zh-CN"/>
              </w:rPr>
              <w:t>1517</w:t>
            </w:r>
          </w:p>
        </w:tc>
        <w:tc>
          <w:tcPr>
            <w:tcW w:w="1082" w:type="dxa"/>
            <w:vAlign w:val="center"/>
          </w:tcPr>
          <w:p w14:paraId="0985049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9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9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9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9A" w14:textId="77777777" w:rsidR="008A7D6F" w:rsidRPr="00EF2F0E" w:rsidRDefault="008A7D6F" w:rsidP="00B61376">
            <w:pPr>
              <w:pStyle w:val="TAC"/>
              <w:rPr>
                <w:lang w:eastAsia="ja-JP"/>
              </w:rPr>
            </w:pPr>
            <w:r w:rsidRPr="00EF2F0E">
              <w:rPr>
                <w:lang w:eastAsia="ja-JP"/>
              </w:rPr>
              <w:t>CW carrier</w:t>
            </w:r>
          </w:p>
        </w:tc>
      </w:tr>
      <w:tr w:rsidR="003401A4" w:rsidRPr="00EF2F0E" w14:paraId="098504A3" w14:textId="77777777" w:rsidTr="00B61376">
        <w:trPr>
          <w:gridAfter w:val="1"/>
          <w:wAfter w:w="10" w:type="dxa"/>
          <w:jc w:val="center"/>
        </w:trPr>
        <w:tc>
          <w:tcPr>
            <w:tcW w:w="1918" w:type="dxa"/>
          </w:tcPr>
          <w:p w14:paraId="0985049C" w14:textId="77777777" w:rsidR="008A7D6F" w:rsidRPr="00EF2F0E" w:rsidRDefault="008A7D6F" w:rsidP="00B61376">
            <w:pPr>
              <w:pStyle w:val="TAL"/>
              <w:rPr>
                <w:rFonts w:cs="Arial"/>
                <w:szCs w:val="18"/>
                <w:lang w:eastAsia="ja-JP"/>
              </w:rPr>
            </w:pPr>
            <w:r w:rsidRPr="00EF2F0E">
              <w:rPr>
                <w:lang w:eastAsia="ja-JP"/>
              </w:rPr>
              <w:t xml:space="preserve">E-UTRA Band 51 or </w:t>
            </w:r>
            <w:r w:rsidRPr="00EF2F0E">
              <w:rPr>
                <w:rFonts w:cs="Arial"/>
              </w:rPr>
              <w:t>or NR band n51</w:t>
            </w:r>
          </w:p>
        </w:tc>
        <w:tc>
          <w:tcPr>
            <w:tcW w:w="1657" w:type="dxa"/>
            <w:vAlign w:val="center"/>
          </w:tcPr>
          <w:p w14:paraId="0985049D" w14:textId="77777777" w:rsidR="008A7D6F" w:rsidRPr="00EF2F0E" w:rsidRDefault="008A7D6F" w:rsidP="00B61376">
            <w:pPr>
              <w:pStyle w:val="TAC"/>
              <w:rPr>
                <w:lang w:eastAsia="ja-JP"/>
              </w:rPr>
            </w:pPr>
            <w:r w:rsidRPr="00EF2F0E">
              <w:rPr>
                <w:rFonts w:eastAsia="SimSun"/>
                <w:lang w:eastAsia="zh-CN"/>
              </w:rPr>
              <w:t>1427</w:t>
            </w:r>
            <w:r w:rsidRPr="00EF2F0E">
              <w:rPr>
                <w:lang w:eastAsia="zh-CN"/>
              </w:rPr>
              <w:t xml:space="preserve">– </w:t>
            </w:r>
            <w:r w:rsidRPr="00EF2F0E">
              <w:rPr>
                <w:rFonts w:eastAsia="SimSun"/>
                <w:lang w:eastAsia="zh-CN"/>
              </w:rPr>
              <w:t>1432</w:t>
            </w:r>
          </w:p>
        </w:tc>
        <w:tc>
          <w:tcPr>
            <w:tcW w:w="1082" w:type="dxa"/>
            <w:vAlign w:val="center"/>
          </w:tcPr>
          <w:p w14:paraId="0985049E"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49F"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4A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A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A2" w14:textId="77777777" w:rsidR="008A7D6F" w:rsidRPr="00EF2F0E" w:rsidRDefault="008A7D6F" w:rsidP="00B61376">
            <w:pPr>
              <w:pStyle w:val="TAC"/>
              <w:rPr>
                <w:lang w:eastAsia="ja-JP"/>
              </w:rPr>
            </w:pPr>
            <w:r w:rsidRPr="00EF2F0E">
              <w:rPr>
                <w:lang w:eastAsia="ja-JP"/>
              </w:rPr>
              <w:t>CW carrier</w:t>
            </w:r>
          </w:p>
        </w:tc>
      </w:tr>
      <w:tr w:rsidR="003401A4" w:rsidRPr="00EF2F0E" w14:paraId="098504AB" w14:textId="77777777" w:rsidTr="00B61376">
        <w:trPr>
          <w:gridAfter w:val="1"/>
          <w:wAfter w:w="10" w:type="dxa"/>
          <w:jc w:val="center"/>
        </w:trPr>
        <w:tc>
          <w:tcPr>
            <w:tcW w:w="1918" w:type="dxa"/>
          </w:tcPr>
          <w:p w14:paraId="098504A4" w14:textId="77777777" w:rsidR="008A7D6F" w:rsidRPr="00EF2F0E" w:rsidRDefault="008A7D6F" w:rsidP="00B61376">
            <w:pPr>
              <w:pStyle w:val="TAL"/>
              <w:rPr>
                <w:rFonts w:cs="Arial"/>
                <w:szCs w:val="18"/>
                <w:lang w:eastAsia="ja-JP"/>
              </w:rPr>
            </w:pPr>
            <w:r w:rsidRPr="00EF2F0E">
              <w:rPr>
                <w:rFonts w:cs="Arial"/>
              </w:rPr>
              <w:t>E-UTRA Band 65</w:t>
            </w:r>
          </w:p>
        </w:tc>
        <w:tc>
          <w:tcPr>
            <w:tcW w:w="1657" w:type="dxa"/>
            <w:vAlign w:val="center"/>
          </w:tcPr>
          <w:p w14:paraId="098504A5" w14:textId="77777777" w:rsidR="008A7D6F" w:rsidRPr="00EF2F0E" w:rsidRDefault="008A7D6F" w:rsidP="00B61376">
            <w:pPr>
              <w:pStyle w:val="TAC"/>
              <w:rPr>
                <w:lang w:eastAsia="ja-JP"/>
              </w:rPr>
            </w:pPr>
            <w:r w:rsidRPr="00EF2F0E">
              <w:rPr>
                <w:rFonts w:cs="Arial"/>
              </w:rPr>
              <w:t>2110 – 2</w:t>
            </w:r>
            <w:r w:rsidRPr="00EF2F0E">
              <w:rPr>
                <w:rFonts w:cs="Arial"/>
                <w:lang w:eastAsia="ja-JP"/>
              </w:rPr>
              <w:t>20</w:t>
            </w:r>
            <w:r w:rsidRPr="00EF2F0E">
              <w:rPr>
                <w:rFonts w:cs="Arial"/>
              </w:rPr>
              <w:t>0</w:t>
            </w:r>
          </w:p>
        </w:tc>
        <w:tc>
          <w:tcPr>
            <w:tcW w:w="1082" w:type="dxa"/>
            <w:vAlign w:val="center"/>
          </w:tcPr>
          <w:p w14:paraId="098504A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A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A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A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AA" w14:textId="77777777" w:rsidR="008A7D6F" w:rsidRPr="00EF2F0E" w:rsidRDefault="008A7D6F" w:rsidP="00B61376">
            <w:pPr>
              <w:pStyle w:val="TAC"/>
              <w:rPr>
                <w:lang w:eastAsia="ja-JP"/>
              </w:rPr>
            </w:pPr>
            <w:r w:rsidRPr="00EF2F0E">
              <w:rPr>
                <w:rFonts w:cs="Arial"/>
              </w:rPr>
              <w:t>CW carrier</w:t>
            </w:r>
          </w:p>
        </w:tc>
      </w:tr>
      <w:tr w:rsidR="003401A4" w:rsidRPr="00EF2F0E" w14:paraId="098504B3" w14:textId="77777777" w:rsidTr="00B61376">
        <w:trPr>
          <w:gridAfter w:val="1"/>
          <w:wAfter w:w="10" w:type="dxa"/>
          <w:jc w:val="center"/>
        </w:trPr>
        <w:tc>
          <w:tcPr>
            <w:tcW w:w="1918" w:type="dxa"/>
          </w:tcPr>
          <w:p w14:paraId="098504AC" w14:textId="77777777" w:rsidR="008A7D6F" w:rsidRPr="00EF2F0E" w:rsidRDefault="008A7D6F" w:rsidP="00B61376">
            <w:pPr>
              <w:pStyle w:val="TAL"/>
              <w:rPr>
                <w:rFonts w:cs="Arial"/>
                <w:szCs w:val="18"/>
                <w:lang w:eastAsia="ja-JP"/>
              </w:rPr>
            </w:pPr>
            <w:r w:rsidRPr="00EF2F0E">
              <w:rPr>
                <w:rFonts w:cs="Arial"/>
              </w:rPr>
              <w:t>E-UTRA Band 66 or or NR band n66</w:t>
            </w:r>
          </w:p>
        </w:tc>
        <w:tc>
          <w:tcPr>
            <w:tcW w:w="1657" w:type="dxa"/>
            <w:vAlign w:val="center"/>
          </w:tcPr>
          <w:p w14:paraId="098504AD" w14:textId="77777777" w:rsidR="008A7D6F" w:rsidRPr="00EF2F0E" w:rsidRDefault="008A7D6F" w:rsidP="00B61376">
            <w:pPr>
              <w:pStyle w:val="TAC"/>
              <w:rPr>
                <w:lang w:eastAsia="ja-JP"/>
              </w:rPr>
            </w:pPr>
            <w:r w:rsidRPr="00EF2F0E">
              <w:rPr>
                <w:rFonts w:cs="Arial"/>
              </w:rPr>
              <w:t>2110 – 2200</w:t>
            </w:r>
          </w:p>
        </w:tc>
        <w:tc>
          <w:tcPr>
            <w:tcW w:w="1082" w:type="dxa"/>
            <w:vAlign w:val="center"/>
          </w:tcPr>
          <w:p w14:paraId="098504AE"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A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B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B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B2" w14:textId="77777777" w:rsidR="008A7D6F" w:rsidRPr="00EF2F0E" w:rsidRDefault="008A7D6F" w:rsidP="00B61376">
            <w:pPr>
              <w:pStyle w:val="TAC"/>
              <w:rPr>
                <w:lang w:eastAsia="ja-JP"/>
              </w:rPr>
            </w:pPr>
            <w:r w:rsidRPr="00EF2F0E">
              <w:rPr>
                <w:rFonts w:cs="Arial"/>
              </w:rPr>
              <w:t>CW carrier</w:t>
            </w:r>
          </w:p>
        </w:tc>
      </w:tr>
      <w:tr w:rsidR="003401A4" w:rsidRPr="00EF2F0E" w14:paraId="098504BB" w14:textId="77777777" w:rsidTr="00B61376">
        <w:trPr>
          <w:gridAfter w:val="1"/>
          <w:wAfter w:w="10" w:type="dxa"/>
          <w:jc w:val="center"/>
        </w:trPr>
        <w:tc>
          <w:tcPr>
            <w:tcW w:w="1918" w:type="dxa"/>
          </w:tcPr>
          <w:p w14:paraId="098504B4" w14:textId="77777777" w:rsidR="008A7D6F" w:rsidRPr="00EF2F0E" w:rsidRDefault="008A7D6F" w:rsidP="00B61376">
            <w:pPr>
              <w:pStyle w:val="TAL"/>
              <w:rPr>
                <w:rFonts w:cs="Arial"/>
                <w:szCs w:val="18"/>
                <w:lang w:eastAsia="ja-JP"/>
              </w:rPr>
            </w:pPr>
            <w:r w:rsidRPr="00EF2F0E">
              <w:rPr>
                <w:rFonts w:cs="Arial"/>
              </w:rPr>
              <w:t>E-UTRA Band 67</w:t>
            </w:r>
          </w:p>
        </w:tc>
        <w:tc>
          <w:tcPr>
            <w:tcW w:w="1657" w:type="dxa"/>
            <w:vAlign w:val="center"/>
          </w:tcPr>
          <w:p w14:paraId="098504B5" w14:textId="77777777" w:rsidR="008A7D6F" w:rsidRPr="00EF2F0E" w:rsidRDefault="008A7D6F" w:rsidP="00B61376">
            <w:pPr>
              <w:pStyle w:val="TAC"/>
              <w:rPr>
                <w:lang w:eastAsia="ja-JP"/>
              </w:rPr>
            </w:pPr>
            <w:r w:rsidRPr="00EF2F0E">
              <w:rPr>
                <w:rFonts w:cs="Arial"/>
              </w:rPr>
              <w:t>738 - 758</w:t>
            </w:r>
          </w:p>
        </w:tc>
        <w:tc>
          <w:tcPr>
            <w:tcW w:w="1082" w:type="dxa"/>
            <w:vAlign w:val="center"/>
          </w:tcPr>
          <w:p w14:paraId="098504B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B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B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B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BA" w14:textId="77777777" w:rsidR="008A7D6F" w:rsidRPr="00EF2F0E" w:rsidRDefault="008A7D6F" w:rsidP="00B61376">
            <w:pPr>
              <w:pStyle w:val="TAC"/>
              <w:rPr>
                <w:lang w:eastAsia="ja-JP"/>
              </w:rPr>
            </w:pPr>
            <w:r w:rsidRPr="00EF2F0E">
              <w:rPr>
                <w:rFonts w:cs="Arial"/>
              </w:rPr>
              <w:t>CW carrier</w:t>
            </w:r>
          </w:p>
        </w:tc>
      </w:tr>
      <w:tr w:rsidR="003401A4" w:rsidRPr="00EF2F0E" w14:paraId="098504C3" w14:textId="77777777" w:rsidTr="00B61376">
        <w:trPr>
          <w:gridAfter w:val="1"/>
          <w:wAfter w:w="10" w:type="dxa"/>
          <w:jc w:val="center"/>
        </w:trPr>
        <w:tc>
          <w:tcPr>
            <w:tcW w:w="1918" w:type="dxa"/>
          </w:tcPr>
          <w:p w14:paraId="098504BC" w14:textId="77777777" w:rsidR="008A7D6F" w:rsidRPr="00EF2F0E" w:rsidRDefault="008A7D6F" w:rsidP="00B61376">
            <w:pPr>
              <w:pStyle w:val="TAL"/>
              <w:rPr>
                <w:rFonts w:cs="Arial"/>
                <w:szCs w:val="18"/>
                <w:lang w:eastAsia="ja-JP"/>
              </w:rPr>
            </w:pPr>
            <w:r w:rsidRPr="00EF2F0E">
              <w:rPr>
                <w:rFonts w:cs="Arial"/>
              </w:rPr>
              <w:t>E-UTRA Band 68</w:t>
            </w:r>
          </w:p>
        </w:tc>
        <w:tc>
          <w:tcPr>
            <w:tcW w:w="1657" w:type="dxa"/>
            <w:vAlign w:val="center"/>
          </w:tcPr>
          <w:p w14:paraId="098504BD" w14:textId="77777777" w:rsidR="008A7D6F" w:rsidRPr="00EF2F0E" w:rsidRDefault="008A7D6F" w:rsidP="00B61376">
            <w:pPr>
              <w:pStyle w:val="TAC"/>
              <w:rPr>
                <w:lang w:eastAsia="ja-JP"/>
              </w:rPr>
            </w:pPr>
            <w:r w:rsidRPr="00EF2F0E">
              <w:rPr>
                <w:rFonts w:cs="Arial"/>
              </w:rPr>
              <w:t>753 - 783</w:t>
            </w:r>
          </w:p>
        </w:tc>
        <w:tc>
          <w:tcPr>
            <w:tcW w:w="1082" w:type="dxa"/>
            <w:vAlign w:val="center"/>
          </w:tcPr>
          <w:p w14:paraId="098504BE"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B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C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C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C2" w14:textId="77777777" w:rsidR="008A7D6F" w:rsidRPr="00EF2F0E" w:rsidRDefault="008A7D6F" w:rsidP="00B61376">
            <w:pPr>
              <w:pStyle w:val="TAC"/>
              <w:rPr>
                <w:lang w:eastAsia="ja-JP"/>
              </w:rPr>
            </w:pPr>
            <w:r w:rsidRPr="00EF2F0E">
              <w:rPr>
                <w:rFonts w:cs="Arial"/>
              </w:rPr>
              <w:t>CW carrier</w:t>
            </w:r>
          </w:p>
        </w:tc>
      </w:tr>
      <w:tr w:rsidR="003401A4" w:rsidRPr="00EF2F0E" w14:paraId="098504CB" w14:textId="77777777" w:rsidTr="00B61376">
        <w:trPr>
          <w:gridAfter w:val="1"/>
          <w:wAfter w:w="10" w:type="dxa"/>
          <w:jc w:val="center"/>
        </w:trPr>
        <w:tc>
          <w:tcPr>
            <w:tcW w:w="1918" w:type="dxa"/>
          </w:tcPr>
          <w:p w14:paraId="098504C4" w14:textId="77777777" w:rsidR="008A7D6F" w:rsidRPr="00EF2F0E" w:rsidRDefault="008A7D6F" w:rsidP="00B61376">
            <w:pPr>
              <w:pStyle w:val="TAL"/>
              <w:rPr>
                <w:rFonts w:cs="Arial"/>
                <w:szCs w:val="18"/>
                <w:lang w:eastAsia="ja-JP"/>
              </w:rPr>
            </w:pPr>
            <w:r w:rsidRPr="00EF2F0E">
              <w:rPr>
                <w:rFonts w:cs="Arial"/>
              </w:rPr>
              <w:t xml:space="preserve">E-UTRA Band 69 </w:t>
            </w:r>
          </w:p>
        </w:tc>
        <w:tc>
          <w:tcPr>
            <w:tcW w:w="1657" w:type="dxa"/>
            <w:vAlign w:val="center"/>
          </w:tcPr>
          <w:p w14:paraId="098504C5" w14:textId="77777777" w:rsidR="008A7D6F" w:rsidRPr="00EF2F0E" w:rsidRDefault="008A7D6F" w:rsidP="00B61376">
            <w:pPr>
              <w:pStyle w:val="TAC"/>
              <w:rPr>
                <w:lang w:eastAsia="ja-JP"/>
              </w:rPr>
            </w:pPr>
            <w:r w:rsidRPr="00EF2F0E">
              <w:rPr>
                <w:rFonts w:cs="Arial"/>
              </w:rPr>
              <w:t>2570-2620</w:t>
            </w:r>
          </w:p>
        </w:tc>
        <w:tc>
          <w:tcPr>
            <w:tcW w:w="1082" w:type="dxa"/>
            <w:vAlign w:val="center"/>
          </w:tcPr>
          <w:p w14:paraId="098504C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C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C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C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CA" w14:textId="77777777" w:rsidR="008A7D6F" w:rsidRPr="00EF2F0E" w:rsidRDefault="008A7D6F" w:rsidP="00B61376">
            <w:pPr>
              <w:pStyle w:val="TAC"/>
              <w:rPr>
                <w:lang w:eastAsia="ja-JP"/>
              </w:rPr>
            </w:pPr>
            <w:r w:rsidRPr="00EF2F0E">
              <w:rPr>
                <w:rFonts w:cs="Arial"/>
              </w:rPr>
              <w:t>CW carrier</w:t>
            </w:r>
          </w:p>
        </w:tc>
      </w:tr>
      <w:tr w:rsidR="003401A4" w:rsidRPr="00EF2F0E" w14:paraId="098504D3" w14:textId="77777777" w:rsidTr="00B61376">
        <w:trPr>
          <w:gridAfter w:val="1"/>
          <w:wAfter w:w="10" w:type="dxa"/>
          <w:jc w:val="center"/>
        </w:trPr>
        <w:tc>
          <w:tcPr>
            <w:tcW w:w="1918" w:type="dxa"/>
          </w:tcPr>
          <w:p w14:paraId="098504CC" w14:textId="77777777" w:rsidR="008A7D6F" w:rsidRPr="00EF2F0E" w:rsidRDefault="008A7D6F" w:rsidP="00B61376">
            <w:pPr>
              <w:pStyle w:val="TAL"/>
              <w:rPr>
                <w:rFonts w:cs="Arial"/>
                <w:szCs w:val="18"/>
                <w:lang w:eastAsia="ja-JP"/>
              </w:rPr>
            </w:pPr>
            <w:r w:rsidRPr="00EF2F0E">
              <w:rPr>
                <w:rFonts w:cs="Arial"/>
              </w:rPr>
              <w:t>E-UTRA Band 70 or or NR band n70</w:t>
            </w:r>
          </w:p>
        </w:tc>
        <w:tc>
          <w:tcPr>
            <w:tcW w:w="1657" w:type="dxa"/>
            <w:vAlign w:val="center"/>
          </w:tcPr>
          <w:p w14:paraId="098504CD" w14:textId="77777777" w:rsidR="008A7D6F" w:rsidRPr="00EF2F0E" w:rsidRDefault="008A7D6F" w:rsidP="00B61376">
            <w:pPr>
              <w:pStyle w:val="TAC"/>
              <w:rPr>
                <w:lang w:eastAsia="ja-JP"/>
              </w:rPr>
            </w:pPr>
            <w:r w:rsidRPr="00EF2F0E">
              <w:rPr>
                <w:rFonts w:cs="Arial"/>
              </w:rPr>
              <w:t>1995 - 2020</w:t>
            </w:r>
          </w:p>
        </w:tc>
        <w:tc>
          <w:tcPr>
            <w:tcW w:w="1082" w:type="dxa"/>
            <w:vAlign w:val="center"/>
          </w:tcPr>
          <w:p w14:paraId="098504CE"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C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D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D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D2" w14:textId="77777777" w:rsidR="008A7D6F" w:rsidRPr="00EF2F0E" w:rsidRDefault="008A7D6F" w:rsidP="00B61376">
            <w:pPr>
              <w:pStyle w:val="TAC"/>
              <w:rPr>
                <w:lang w:eastAsia="ja-JP"/>
              </w:rPr>
            </w:pPr>
            <w:r w:rsidRPr="00EF2F0E">
              <w:rPr>
                <w:rFonts w:cs="Arial"/>
              </w:rPr>
              <w:t>CW carrier</w:t>
            </w:r>
          </w:p>
        </w:tc>
      </w:tr>
      <w:tr w:rsidR="003401A4" w:rsidRPr="00EF2F0E" w14:paraId="098504DB" w14:textId="77777777" w:rsidTr="00B61376">
        <w:trPr>
          <w:gridAfter w:val="1"/>
          <w:wAfter w:w="10" w:type="dxa"/>
          <w:jc w:val="center"/>
        </w:trPr>
        <w:tc>
          <w:tcPr>
            <w:tcW w:w="1918" w:type="dxa"/>
          </w:tcPr>
          <w:p w14:paraId="098504D4" w14:textId="77777777" w:rsidR="008A7D6F" w:rsidRPr="00EF2F0E" w:rsidRDefault="008A7D6F" w:rsidP="00B61376">
            <w:pPr>
              <w:pStyle w:val="TAL"/>
              <w:rPr>
                <w:rFonts w:cs="Arial"/>
                <w:szCs w:val="18"/>
                <w:lang w:eastAsia="ja-JP"/>
              </w:rPr>
            </w:pPr>
            <w:r w:rsidRPr="00EF2F0E">
              <w:rPr>
                <w:rFonts w:cs="Arial"/>
                <w:lang w:eastAsia="ko-KR"/>
              </w:rPr>
              <w:t xml:space="preserve">E-UTRA Band 71 or </w:t>
            </w:r>
            <w:r w:rsidRPr="00EF2F0E">
              <w:rPr>
                <w:rFonts w:cs="Arial"/>
              </w:rPr>
              <w:t>or NR band n71</w:t>
            </w:r>
          </w:p>
        </w:tc>
        <w:tc>
          <w:tcPr>
            <w:tcW w:w="1657" w:type="dxa"/>
            <w:vAlign w:val="center"/>
          </w:tcPr>
          <w:p w14:paraId="098504D5" w14:textId="77777777" w:rsidR="008A7D6F" w:rsidRPr="00EF2F0E" w:rsidRDefault="008A7D6F" w:rsidP="00B61376">
            <w:pPr>
              <w:pStyle w:val="TAC"/>
              <w:rPr>
                <w:lang w:eastAsia="ja-JP"/>
              </w:rPr>
            </w:pPr>
            <w:r w:rsidRPr="00EF2F0E">
              <w:rPr>
                <w:rFonts w:cs="Arial"/>
                <w:lang w:eastAsia="ko-KR"/>
              </w:rPr>
              <w:t>617 - 652</w:t>
            </w:r>
          </w:p>
        </w:tc>
        <w:tc>
          <w:tcPr>
            <w:tcW w:w="1082" w:type="dxa"/>
            <w:vAlign w:val="center"/>
          </w:tcPr>
          <w:p w14:paraId="098504D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D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D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D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DA"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4E3" w14:textId="77777777" w:rsidTr="00B61376">
        <w:trPr>
          <w:gridAfter w:val="1"/>
          <w:wAfter w:w="10" w:type="dxa"/>
          <w:jc w:val="center"/>
        </w:trPr>
        <w:tc>
          <w:tcPr>
            <w:tcW w:w="1918" w:type="dxa"/>
          </w:tcPr>
          <w:p w14:paraId="098504DC" w14:textId="77777777" w:rsidR="008A7D6F" w:rsidRPr="00EF2F0E" w:rsidRDefault="008A7D6F" w:rsidP="00B61376">
            <w:pPr>
              <w:pStyle w:val="TAL"/>
              <w:rPr>
                <w:rFonts w:cs="Arial"/>
                <w:szCs w:val="18"/>
                <w:lang w:eastAsia="ja-JP"/>
              </w:rPr>
            </w:pPr>
            <w:r w:rsidRPr="00EF2F0E">
              <w:rPr>
                <w:rFonts w:cs="Arial"/>
                <w:lang w:eastAsia="ko-KR"/>
              </w:rPr>
              <w:t>E-UTRA Band 72</w:t>
            </w:r>
          </w:p>
        </w:tc>
        <w:tc>
          <w:tcPr>
            <w:tcW w:w="1657" w:type="dxa"/>
            <w:vAlign w:val="center"/>
          </w:tcPr>
          <w:p w14:paraId="098504DD" w14:textId="77777777" w:rsidR="008A7D6F" w:rsidRPr="00EF2F0E" w:rsidRDefault="008A7D6F" w:rsidP="00B61376">
            <w:pPr>
              <w:pStyle w:val="TAC"/>
              <w:rPr>
                <w:lang w:eastAsia="ja-JP"/>
              </w:rPr>
            </w:pPr>
            <w:r w:rsidRPr="00EF2F0E">
              <w:rPr>
                <w:rFonts w:cs="Arial"/>
                <w:lang w:eastAsia="ko-KR"/>
              </w:rPr>
              <w:t>461 - 466</w:t>
            </w:r>
          </w:p>
        </w:tc>
        <w:tc>
          <w:tcPr>
            <w:tcW w:w="1082" w:type="dxa"/>
            <w:vAlign w:val="center"/>
          </w:tcPr>
          <w:p w14:paraId="098504DE"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D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E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E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E2"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4EB" w14:textId="77777777" w:rsidTr="00B61376">
        <w:trPr>
          <w:gridAfter w:val="1"/>
          <w:wAfter w:w="10" w:type="dxa"/>
          <w:jc w:val="center"/>
        </w:trPr>
        <w:tc>
          <w:tcPr>
            <w:tcW w:w="1918" w:type="dxa"/>
          </w:tcPr>
          <w:p w14:paraId="098504E4" w14:textId="77777777" w:rsidR="008A7D6F" w:rsidRPr="00EF2F0E" w:rsidRDefault="008A7D6F" w:rsidP="00B61376">
            <w:pPr>
              <w:pStyle w:val="TAL"/>
              <w:rPr>
                <w:rFonts w:cs="Arial"/>
                <w:szCs w:val="18"/>
                <w:lang w:eastAsia="ja-JP"/>
              </w:rPr>
            </w:pPr>
            <w:r w:rsidRPr="00EF2F0E">
              <w:rPr>
                <w:rFonts w:cs="Arial"/>
                <w:lang w:eastAsia="ko-KR"/>
              </w:rPr>
              <w:t>E-UTRA Band 7</w:t>
            </w:r>
            <w:r w:rsidRPr="00EF2F0E">
              <w:rPr>
                <w:rFonts w:cs="Arial"/>
                <w:lang w:eastAsia="zh-CN"/>
              </w:rPr>
              <w:t>3</w:t>
            </w:r>
          </w:p>
        </w:tc>
        <w:tc>
          <w:tcPr>
            <w:tcW w:w="1657" w:type="dxa"/>
            <w:vAlign w:val="center"/>
          </w:tcPr>
          <w:p w14:paraId="098504E5" w14:textId="77777777" w:rsidR="008A7D6F" w:rsidRPr="00EF2F0E" w:rsidRDefault="008A7D6F" w:rsidP="00B61376">
            <w:pPr>
              <w:pStyle w:val="TAC"/>
              <w:rPr>
                <w:lang w:eastAsia="ja-JP"/>
              </w:rPr>
            </w:pPr>
            <w:r w:rsidRPr="00EF2F0E">
              <w:rPr>
                <w:rFonts w:cs="Arial"/>
                <w:lang w:eastAsia="ko-KR"/>
              </w:rPr>
              <w:t>46</w:t>
            </w:r>
            <w:r w:rsidRPr="00EF2F0E">
              <w:rPr>
                <w:rFonts w:cs="Arial"/>
                <w:lang w:eastAsia="zh-CN"/>
              </w:rPr>
              <w:t>0</w:t>
            </w:r>
            <w:r w:rsidRPr="00EF2F0E">
              <w:rPr>
                <w:rFonts w:cs="Arial"/>
                <w:lang w:eastAsia="ko-KR"/>
              </w:rPr>
              <w:t xml:space="preserve"> - 46</w:t>
            </w:r>
            <w:r w:rsidRPr="00EF2F0E">
              <w:rPr>
                <w:rFonts w:cs="Arial"/>
                <w:lang w:eastAsia="zh-CN"/>
              </w:rPr>
              <w:t>5</w:t>
            </w:r>
          </w:p>
        </w:tc>
        <w:tc>
          <w:tcPr>
            <w:tcW w:w="1082" w:type="dxa"/>
            <w:vAlign w:val="center"/>
          </w:tcPr>
          <w:p w14:paraId="098504E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E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E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E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EA"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4F3" w14:textId="77777777" w:rsidTr="00B61376">
        <w:trPr>
          <w:gridAfter w:val="1"/>
          <w:wAfter w:w="10" w:type="dxa"/>
          <w:jc w:val="center"/>
        </w:trPr>
        <w:tc>
          <w:tcPr>
            <w:tcW w:w="1918" w:type="dxa"/>
          </w:tcPr>
          <w:p w14:paraId="098504EC" w14:textId="77777777" w:rsidR="008A7D6F" w:rsidRPr="00EF2F0E" w:rsidRDefault="008A7D6F" w:rsidP="00B61376">
            <w:pPr>
              <w:pStyle w:val="TAL"/>
              <w:rPr>
                <w:rFonts w:cs="Arial"/>
                <w:szCs w:val="18"/>
                <w:lang w:eastAsia="ja-JP"/>
              </w:rPr>
            </w:pPr>
            <w:r w:rsidRPr="00EF2F0E">
              <w:rPr>
                <w:rFonts w:cs="Arial"/>
              </w:rPr>
              <w:t>E-UTRA Band 7</w:t>
            </w:r>
            <w:r w:rsidRPr="00EF2F0E">
              <w:rPr>
                <w:rFonts w:cs="Arial"/>
                <w:lang w:eastAsia="ja-JP"/>
              </w:rPr>
              <w:t>4 or NR band n74</w:t>
            </w:r>
          </w:p>
        </w:tc>
        <w:tc>
          <w:tcPr>
            <w:tcW w:w="1657" w:type="dxa"/>
            <w:vAlign w:val="center"/>
          </w:tcPr>
          <w:p w14:paraId="098504ED" w14:textId="77777777" w:rsidR="008A7D6F" w:rsidRPr="00EF2F0E" w:rsidRDefault="008A7D6F" w:rsidP="00B61376">
            <w:pPr>
              <w:pStyle w:val="TAC"/>
              <w:rPr>
                <w:lang w:eastAsia="ja-JP"/>
              </w:rPr>
            </w:pPr>
            <w:r w:rsidRPr="00EF2F0E">
              <w:rPr>
                <w:rFonts w:cs="Arial"/>
              </w:rPr>
              <w:t>1</w:t>
            </w:r>
            <w:r w:rsidRPr="00EF2F0E">
              <w:rPr>
                <w:rFonts w:cs="Arial"/>
                <w:lang w:eastAsia="ja-JP"/>
              </w:rPr>
              <w:t>475</w:t>
            </w:r>
            <w:r w:rsidRPr="00EF2F0E">
              <w:rPr>
                <w:rFonts w:cs="Arial"/>
              </w:rPr>
              <w:t xml:space="preserve"> - </w:t>
            </w:r>
            <w:r w:rsidRPr="00EF2F0E">
              <w:rPr>
                <w:rFonts w:cs="Arial"/>
                <w:lang w:eastAsia="ja-JP"/>
              </w:rPr>
              <w:t>1518</w:t>
            </w:r>
          </w:p>
        </w:tc>
        <w:tc>
          <w:tcPr>
            <w:tcW w:w="1082" w:type="dxa"/>
            <w:vAlign w:val="center"/>
          </w:tcPr>
          <w:p w14:paraId="098504EE"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E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F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F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F2" w14:textId="77777777" w:rsidR="008A7D6F" w:rsidRPr="00EF2F0E" w:rsidRDefault="008A7D6F" w:rsidP="00B61376">
            <w:pPr>
              <w:pStyle w:val="TAC"/>
              <w:rPr>
                <w:lang w:eastAsia="ja-JP"/>
              </w:rPr>
            </w:pPr>
            <w:r w:rsidRPr="00EF2F0E">
              <w:rPr>
                <w:rFonts w:cs="Arial"/>
              </w:rPr>
              <w:t>CW carrier</w:t>
            </w:r>
          </w:p>
        </w:tc>
      </w:tr>
      <w:tr w:rsidR="003401A4" w:rsidRPr="00EF2F0E" w14:paraId="098504FB" w14:textId="77777777" w:rsidTr="00B61376">
        <w:trPr>
          <w:gridAfter w:val="1"/>
          <w:wAfter w:w="10" w:type="dxa"/>
          <w:jc w:val="center"/>
        </w:trPr>
        <w:tc>
          <w:tcPr>
            <w:tcW w:w="1918" w:type="dxa"/>
          </w:tcPr>
          <w:p w14:paraId="098504F4" w14:textId="77777777" w:rsidR="008A7D6F" w:rsidRPr="00EF2F0E" w:rsidRDefault="008A7D6F" w:rsidP="00B61376">
            <w:pPr>
              <w:pStyle w:val="TAL"/>
              <w:rPr>
                <w:rFonts w:cs="Arial"/>
                <w:szCs w:val="18"/>
                <w:lang w:eastAsia="ja-JP"/>
              </w:rPr>
            </w:pPr>
            <w:r w:rsidRPr="00EF2F0E">
              <w:rPr>
                <w:rFonts w:cs="Arial"/>
                <w:lang w:eastAsia="ko-KR"/>
              </w:rPr>
              <w:t xml:space="preserve">E-UTRA Band 75 or </w:t>
            </w:r>
            <w:r w:rsidRPr="00EF2F0E">
              <w:rPr>
                <w:rFonts w:cs="Arial"/>
              </w:rPr>
              <w:t>or NR band n75</w:t>
            </w:r>
          </w:p>
        </w:tc>
        <w:tc>
          <w:tcPr>
            <w:tcW w:w="1657" w:type="dxa"/>
            <w:vAlign w:val="center"/>
          </w:tcPr>
          <w:p w14:paraId="098504F5" w14:textId="77777777" w:rsidR="008A7D6F" w:rsidRPr="00EF2F0E" w:rsidRDefault="008A7D6F" w:rsidP="00B61376">
            <w:pPr>
              <w:pStyle w:val="TAC"/>
              <w:rPr>
                <w:lang w:eastAsia="ja-JP"/>
              </w:rPr>
            </w:pPr>
            <w:r w:rsidRPr="00EF2F0E">
              <w:rPr>
                <w:rFonts w:cs="Arial"/>
                <w:lang w:eastAsia="ko-KR"/>
              </w:rPr>
              <w:t>1432 - 1517</w:t>
            </w:r>
          </w:p>
        </w:tc>
        <w:tc>
          <w:tcPr>
            <w:tcW w:w="1082" w:type="dxa"/>
            <w:vAlign w:val="center"/>
          </w:tcPr>
          <w:p w14:paraId="098504F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4F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4F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4F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4FA"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503" w14:textId="77777777" w:rsidTr="00B61376">
        <w:trPr>
          <w:gridAfter w:val="1"/>
          <w:wAfter w:w="10" w:type="dxa"/>
          <w:jc w:val="center"/>
        </w:trPr>
        <w:tc>
          <w:tcPr>
            <w:tcW w:w="1918" w:type="dxa"/>
          </w:tcPr>
          <w:p w14:paraId="098504FC" w14:textId="77777777" w:rsidR="008A7D6F" w:rsidRPr="00EF2F0E" w:rsidRDefault="008A7D6F" w:rsidP="00B61376">
            <w:pPr>
              <w:pStyle w:val="TAL"/>
              <w:rPr>
                <w:rFonts w:cs="Arial"/>
                <w:szCs w:val="18"/>
                <w:lang w:eastAsia="ja-JP"/>
              </w:rPr>
            </w:pPr>
            <w:r w:rsidRPr="00EF2F0E">
              <w:rPr>
                <w:rFonts w:cs="Arial"/>
                <w:lang w:eastAsia="ko-KR"/>
              </w:rPr>
              <w:t xml:space="preserve">E-UTRA Band 76 or </w:t>
            </w:r>
            <w:r w:rsidRPr="00EF2F0E">
              <w:rPr>
                <w:rFonts w:cs="Arial"/>
              </w:rPr>
              <w:t>or NR band n76</w:t>
            </w:r>
          </w:p>
        </w:tc>
        <w:tc>
          <w:tcPr>
            <w:tcW w:w="1657" w:type="dxa"/>
            <w:vAlign w:val="center"/>
          </w:tcPr>
          <w:p w14:paraId="098504FD" w14:textId="77777777" w:rsidR="008A7D6F" w:rsidRPr="00EF2F0E" w:rsidRDefault="008A7D6F" w:rsidP="00B61376">
            <w:pPr>
              <w:pStyle w:val="TAC"/>
              <w:rPr>
                <w:lang w:eastAsia="ja-JP"/>
              </w:rPr>
            </w:pPr>
            <w:r w:rsidRPr="00EF2F0E">
              <w:rPr>
                <w:rFonts w:cs="Arial"/>
                <w:lang w:eastAsia="ko-KR"/>
              </w:rPr>
              <w:t>1427 - 1432</w:t>
            </w:r>
          </w:p>
        </w:tc>
        <w:tc>
          <w:tcPr>
            <w:tcW w:w="1082" w:type="dxa"/>
            <w:vAlign w:val="center"/>
          </w:tcPr>
          <w:p w14:paraId="098504FE"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4FF"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50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0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02"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50B" w14:textId="77777777" w:rsidTr="00B61376">
        <w:trPr>
          <w:gridAfter w:val="1"/>
          <w:wAfter w:w="10" w:type="dxa"/>
          <w:jc w:val="center"/>
        </w:trPr>
        <w:tc>
          <w:tcPr>
            <w:tcW w:w="1918" w:type="dxa"/>
          </w:tcPr>
          <w:p w14:paraId="09850504" w14:textId="77777777" w:rsidR="008A7D6F" w:rsidRPr="00EF2F0E" w:rsidRDefault="008A7D6F" w:rsidP="00B61376">
            <w:pPr>
              <w:pStyle w:val="TAL"/>
              <w:rPr>
                <w:rFonts w:cs="Arial"/>
                <w:szCs w:val="18"/>
                <w:lang w:eastAsia="ja-JP"/>
              </w:rPr>
            </w:pPr>
            <w:r w:rsidRPr="00EF2F0E">
              <w:rPr>
                <w:rFonts w:cs="Arial"/>
                <w:lang w:eastAsia="ko-KR"/>
              </w:rPr>
              <w:t>NR band n77</w:t>
            </w:r>
          </w:p>
        </w:tc>
        <w:tc>
          <w:tcPr>
            <w:tcW w:w="1657" w:type="dxa"/>
            <w:vAlign w:val="center"/>
          </w:tcPr>
          <w:p w14:paraId="09850505" w14:textId="77777777" w:rsidR="008A7D6F" w:rsidRPr="00EF2F0E" w:rsidRDefault="008A7D6F" w:rsidP="00B61376">
            <w:pPr>
              <w:pStyle w:val="TAC"/>
              <w:rPr>
                <w:lang w:eastAsia="ja-JP"/>
              </w:rPr>
            </w:pPr>
            <w:r w:rsidRPr="00EF2F0E">
              <w:rPr>
                <w:rFonts w:cs="Arial"/>
                <w:lang w:eastAsia="ko-KR"/>
              </w:rPr>
              <w:t>3300 - 4200</w:t>
            </w:r>
          </w:p>
        </w:tc>
        <w:tc>
          <w:tcPr>
            <w:tcW w:w="1082" w:type="dxa"/>
            <w:vAlign w:val="center"/>
          </w:tcPr>
          <w:p w14:paraId="0985050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0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0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0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0A"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513" w14:textId="77777777" w:rsidTr="00B61376">
        <w:trPr>
          <w:gridAfter w:val="1"/>
          <w:wAfter w:w="10" w:type="dxa"/>
          <w:jc w:val="center"/>
        </w:trPr>
        <w:tc>
          <w:tcPr>
            <w:tcW w:w="1918" w:type="dxa"/>
          </w:tcPr>
          <w:p w14:paraId="0985050C" w14:textId="77777777" w:rsidR="008A7D6F" w:rsidRPr="00EF2F0E" w:rsidRDefault="008A7D6F" w:rsidP="00B61376">
            <w:pPr>
              <w:pStyle w:val="TAL"/>
              <w:rPr>
                <w:rFonts w:cs="Arial"/>
                <w:szCs w:val="18"/>
                <w:lang w:eastAsia="ja-JP"/>
              </w:rPr>
            </w:pPr>
            <w:r w:rsidRPr="00EF2F0E">
              <w:rPr>
                <w:rFonts w:cs="Arial"/>
                <w:lang w:eastAsia="ko-KR"/>
              </w:rPr>
              <w:t>NR band n78</w:t>
            </w:r>
          </w:p>
        </w:tc>
        <w:tc>
          <w:tcPr>
            <w:tcW w:w="1657" w:type="dxa"/>
            <w:vAlign w:val="center"/>
          </w:tcPr>
          <w:p w14:paraId="0985050D" w14:textId="77777777" w:rsidR="008A7D6F" w:rsidRPr="00EF2F0E" w:rsidRDefault="008A7D6F" w:rsidP="00B61376">
            <w:pPr>
              <w:pStyle w:val="TAC"/>
              <w:rPr>
                <w:lang w:eastAsia="ja-JP"/>
              </w:rPr>
            </w:pPr>
            <w:r w:rsidRPr="00EF2F0E">
              <w:rPr>
                <w:rFonts w:cs="Arial"/>
                <w:lang w:eastAsia="ko-KR"/>
              </w:rPr>
              <w:t>3300 - 3800</w:t>
            </w:r>
          </w:p>
        </w:tc>
        <w:tc>
          <w:tcPr>
            <w:tcW w:w="1082" w:type="dxa"/>
            <w:vAlign w:val="center"/>
          </w:tcPr>
          <w:p w14:paraId="0985050E"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0F"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10"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11"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12"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51B" w14:textId="77777777" w:rsidTr="00B61376">
        <w:trPr>
          <w:gridAfter w:val="1"/>
          <w:wAfter w:w="10" w:type="dxa"/>
          <w:jc w:val="center"/>
        </w:trPr>
        <w:tc>
          <w:tcPr>
            <w:tcW w:w="1918" w:type="dxa"/>
          </w:tcPr>
          <w:p w14:paraId="09850514" w14:textId="77777777" w:rsidR="008A7D6F" w:rsidRPr="00EF2F0E" w:rsidRDefault="008A7D6F" w:rsidP="00B61376">
            <w:pPr>
              <w:pStyle w:val="TAL"/>
              <w:rPr>
                <w:rFonts w:cs="Arial"/>
                <w:lang w:eastAsia="ko-KR"/>
              </w:rPr>
            </w:pPr>
            <w:r w:rsidRPr="00EF2F0E">
              <w:rPr>
                <w:rFonts w:cs="Arial"/>
                <w:lang w:eastAsia="ko-KR"/>
              </w:rPr>
              <w:t>NR band n79</w:t>
            </w:r>
          </w:p>
        </w:tc>
        <w:tc>
          <w:tcPr>
            <w:tcW w:w="1657" w:type="dxa"/>
            <w:vAlign w:val="center"/>
          </w:tcPr>
          <w:p w14:paraId="09850515" w14:textId="77777777" w:rsidR="008A7D6F" w:rsidRPr="00EF2F0E" w:rsidRDefault="008A7D6F" w:rsidP="00B61376">
            <w:pPr>
              <w:pStyle w:val="TAC"/>
              <w:rPr>
                <w:rFonts w:cs="Arial"/>
                <w:lang w:eastAsia="ko-KR"/>
              </w:rPr>
            </w:pPr>
            <w:r w:rsidRPr="00EF2F0E">
              <w:rPr>
                <w:rFonts w:cs="Arial"/>
                <w:lang w:eastAsia="ko-KR"/>
              </w:rPr>
              <w:t>4400 - 5000</w:t>
            </w:r>
          </w:p>
        </w:tc>
        <w:tc>
          <w:tcPr>
            <w:tcW w:w="1082" w:type="dxa"/>
            <w:vAlign w:val="center"/>
          </w:tcPr>
          <w:p w14:paraId="09850516"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17"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18"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19"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1A" w14:textId="77777777" w:rsidR="008A7D6F" w:rsidRPr="00EF2F0E" w:rsidRDefault="008A7D6F" w:rsidP="00B61376">
            <w:pPr>
              <w:pStyle w:val="TAC"/>
              <w:rPr>
                <w:rFonts w:cs="Arial"/>
                <w:lang w:eastAsia="ko-KR"/>
              </w:rPr>
            </w:pPr>
            <w:r w:rsidRPr="00EF2F0E">
              <w:rPr>
                <w:rFonts w:cs="Arial"/>
                <w:lang w:eastAsia="ko-KR"/>
              </w:rPr>
              <w:t>CW carrier</w:t>
            </w:r>
          </w:p>
        </w:tc>
      </w:tr>
      <w:tr w:rsidR="003401A4" w:rsidRPr="00EF2F0E" w14:paraId="09850523" w14:textId="77777777" w:rsidTr="00B61376">
        <w:trPr>
          <w:gridAfter w:val="1"/>
          <w:wAfter w:w="10" w:type="dxa"/>
          <w:jc w:val="center"/>
        </w:trPr>
        <w:tc>
          <w:tcPr>
            <w:tcW w:w="1918" w:type="dxa"/>
          </w:tcPr>
          <w:p w14:paraId="0985051C" w14:textId="77777777" w:rsidR="00B521A3" w:rsidRPr="00EF2F0E" w:rsidRDefault="00B521A3" w:rsidP="00B521A3">
            <w:pPr>
              <w:pStyle w:val="TAL"/>
              <w:rPr>
                <w:rFonts w:cs="Arial"/>
                <w:lang w:eastAsia="ko-KR"/>
              </w:rPr>
            </w:pPr>
            <w:r w:rsidRPr="00EF2F0E">
              <w:rPr>
                <w:rFonts w:cs="Arial"/>
                <w:szCs w:val="18"/>
              </w:rPr>
              <w:t>E-UTRA Band 85</w:t>
            </w:r>
          </w:p>
        </w:tc>
        <w:tc>
          <w:tcPr>
            <w:tcW w:w="1657" w:type="dxa"/>
            <w:vAlign w:val="center"/>
          </w:tcPr>
          <w:p w14:paraId="0985051D" w14:textId="77777777" w:rsidR="00B521A3" w:rsidRPr="00EF2F0E" w:rsidRDefault="00B521A3" w:rsidP="00B521A3">
            <w:pPr>
              <w:pStyle w:val="TAC"/>
              <w:rPr>
                <w:rFonts w:cs="Arial"/>
                <w:lang w:eastAsia="ko-KR"/>
              </w:rPr>
            </w:pPr>
            <w:r w:rsidRPr="00EF2F0E">
              <w:rPr>
                <w:rFonts w:cs="Arial"/>
                <w:szCs w:val="18"/>
              </w:rPr>
              <w:t>728 – 746</w:t>
            </w:r>
          </w:p>
        </w:tc>
        <w:tc>
          <w:tcPr>
            <w:tcW w:w="1082" w:type="dxa"/>
            <w:vAlign w:val="center"/>
          </w:tcPr>
          <w:p w14:paraId="0985051E"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51F"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520"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521"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22" w14:textId="77777777" w:rsidR="00B521A3" w:rsidRPr="00EF2F0E" w:rsidRDefault="00B521A3" w:rsidP="00B521A3">
            <w:pPr>
              <w:pStyle w:val="TAC"/>
              <w:rPr>
                <w:rFonts w:cs="Arial"/>
                <w:lang w:eastAsia="ko-KR"/>
              </w:rPr>
            </w:pPr>
            <w:r w:rsidRPr="00EF2F0E">
              <w:rPr>
                <w:rFonts w:cs="Arial"/>
                <w:lang w:eastAsia="ko-KR"/>
              </w:rPr>
              <w:t>CW carrier</w:t>
            </w:r>
          </w:p>
        </w:tc>
      </w:tr>
      <w:tr w:rsidR="00B521A3" w:rsidRPr="00EF2F0E" w14:paraId="09850529" w14:textId="77777777" w:rsidTr="00B61376">
        <w:trPr>
          <w:jc w:val="center"/>
        </w:trPr>
        <w:tc>
          <w:tcPr>
            <w:tcW w:w="9803" w:type="dxa"/>
            <w:gridSpan w:val="8"/>
          </w:tcPr>
          <w:p w14:paraId="09850524" w14:textId="77777777" w:rsidR="00B521A3" w:rsidRPr="00EF2F0E" w:rsidRDefault="00B521A3" w:rsidP="00B521A3">
            <w:pPr>
              <w:pStyle w:val="TAN"/>
              <w:rPr>
                <w:lang w:eastAsia="ja-JP"/>
              </w:rPr>
            </w:pPr>
            <w:r w:rsidRPr="00EF2F0E">
              <w:rPr>
                <w:lang w:eastAsia="ja-JP"/>
              </w:rPr>
              <w:t>NOTE 1:</w:t>
            </w:r>
            <w:r w:rsidRPr="00EF2F0E">
              <w:rPr>
                <w:lang w:eastAsia="ja-JP"/>
              </w:rPr>
              <w:tab/>
              <w:t>EIS</w:t>
            </w:r>
            <w:r w:rsidRPr="00EF2F0E">
              <w:rPr>
                <w:vertAlign w:val="subscript"/>
                <w:lang w:eastAsia="ja-JP"/>
              </w:rPr>
              <w:t>minSENS</w:t>
            </w:r>
            <w:r w:rsidRPr="00EF2F0E">
              <w:rPr>
                <w:lang w:eastAsia="ja-JP"/>
              </w:rPr>
              <w:t xml:space="preserve"> depends on the BS class and on the </w:t>
            </w:r>
            <w:r w:rsidRPr="00EF2F0E">
              <w:rPr>
                <w:i/>
                <w:lang w:eastAsia="ja-JP"/>
              </w:rPr>
              <w:t>channel bandwidth</w:t>
            </w:r>
            <w:r w:rsidRPr="00EF2F0E">
              <w:rPr>
                <w:lang w:eastAsia="ja-JP"/>
              </w:rPr>
              <w:t>, see subclause 10.2.</w:t>
            </w:r>
          </w:p>
          <w:p w14:paraId="09850525" w14:textId="77777777" w:rsidR="00B521A3" w:rsidRPr="00EF2F0E" w:rsidRDefault="00B521A3" w:rsidP="00B521A3">
            <w:pPr>
              <w:pStyle w:val="TAN"/>
              <w:rPr>
                <w:lang w:eastAsia="ja-JP"/>
              </w:rPr>
            </w:pPr>
            <w:r w:rsidRPr="00EF2F0E">
              <w:rPr>
                <w:lang w:eastAsia="ja-JP"/>
              </w:rPr>
              <w:t>NOTE 2:</w:t>
            </w:r>
            <w:r w:rsidRPr="00EF2F0E">
              <w:rPr>
                <w:lang w:eastAsia="ja-JP"/>
              </w:rPr>
              <w:tab/>
              <w:t xml:space="preserve">Except for a BS operating in Band 13, these requirements do not apply when the interfering signal falls within any of the supported </w:t>
            </w:r>
            <w:r w:rsidRPr="00EF2F0E">
              <w:rPr>
                <w:i/>
                <w:lang w:eastAsia="ja-JP"/>
              </w:rPr>
              <w:t>uplink operating band</w:t>
            </w:r>
            <w:r w:rsidRPr="00EF2F0E">
              <w:rPr>
                <w:lang w:eastAsia="ja-JP"/>
              </w:rPr>
              <w:t xml:space="preserve"> or in the </w:t>
            </w:r>
            <w:r w:rsidRPr="00EF2F0E">
              <w:t>Δf</w:t>
            </w:r>
            <w:r w:rsidRPr="00EF2F0E">
              <w:rPr>
                <w:vertAlign w:val="subscript"/>
              </w:rPr>
              <w:t>OOB</w:t>
            </w:r>
            <w:r w:rsidRPr="00EF2F0E">
              <w:rPr>
                <w:rFonts w:cs="v5.0.0"/>
              </w:rPr>
              <w:t xml:space="preserve"> </w:t>
            </w:r>
            <w:r w:rsidRPr="00EF2F0E">
              <w:rPr>
                <w:lang w:eastAsia="ja-JP"/>
              </w:rPr>
              <w:t xml:space="preserve">immediately outside any of the supported </w:t>
            </w:r>
            <w:r w:rsidRPr="00EF2F0E">
              <w:rPr>
                <w:i/>
                <w:lang w:eastAsia="ja-JP"/>
              </w:rPr>
              <w:t>uplink operating band</w:t>
            </w:r>
            <w:r w:rsidRPr="00EF2F0E">
              <w:rPr>
                <w:lang w:eastAsia="ja-JP"/>
              </w:rPr>
              <w:t>.</w:t>
            </w:r>
            <w:r w:rsidRPr="00EF2F0E">
              <w:rPr>
                <w:lang w:eastAsia="ja-JP"/>
              </w:rPr>
              <w:br/>
              <w:t>For a BS operating in band 13 the requirements do not apply when the interfering signal falls within the frequency range 768 - 797 MHz.</w:t>
            </w:r>
          </w:p>
          <w:p w14:paraId="09850526" w14:textId="77777777" w:rsidR="00B521A3" w:rsidRPr="00EF2F0E" w:rsidRDefault="00B521A3" w:rsidP="00B521A3">
            <w:pPr>
              <w:pStyle w:val="TAN"/>
              <w:rPr>
                <w:lang w:eastAsia="ja-JP"/>
              </w:rPr>
            </w:pPr>
            <w:r w:rsidRPr="00EF2F0E">
              <w:rPr>
                <w:lang w:eastAsia="ja-JP"/>
              </w:rPr>
              <w:t>NOTE 3:</w:t>
            </w:r>
            <w:r w:rsidRPr="00EF2F0E">
              <w:rPr>
                <w:lang w:eastAsia="ja-JP"/>
              </w:rPr>
              <w:tab/>
              <w:t>Some combinations of bands may not be possible to co-site based on the requirements above. The current state-of-the-art technology does not allow a single generic solution for co-location of UTRA TDD or E-UTRA TDD or NR TDD with E-UTRA FDD or NR FDD on adjacent frequencies with closely spaced antennas. However, there are certain site-engineering solutions that can be used. These techniques are addressed in 3GPP TR 25.942 [12].</w:t>
            </w:r>
          </w:p>
          <w:p w14:paraId="09850527" w14:textId="77777777" w:rsidR="00B521A3" w:rsidRPr="00EF2F0E" w:rsidRDefault="00B521A3" w:rsidP="00B521A3">
            <w:pPr>
              <w:pStyle w:val="TAN"/>
              <w:rPr>
                <w:lang w:eastAsia="ja-JP"/>
              </w:rPr>
            </w:pPr>
            <w:r w:rsidRPr="00EF2F0E">
              <w:rPr>
                <w:lang w:eastAsia="ja-JP"/>
              </w:rPr>
              <w:t>NOTE 4:</w:t>
            </w:r>
            <w:r w:rsidRPr="00EF2F0E">
              <w:rPr>
                <w:lang w:eastAsia="ja-JP"/>
              </w:rPr>
              <w:tab/>
              <w:t>In China, the blocking requirement for co-location with DCS1800 and Band III BS is only applicable in the frequency range 1805 - 1850 MHz.</w:t>
            </w:r>
          </w:p>
          <w:p w14:paraId="09850528" w14:textId="77777777" w:rsidR="00B521A3" w:rsidRPr="00EF2F0E" w:rsidRDefault="00B521A3" w:rsidP="00B521A3">
            <w:pPr>
              <w:pStyle w:val="TAN"/>
              <w:rPr>
                <w:lang w:eastAsia="zh-CN"/>
              </w:rPr>
            </w:pPr>
            <w:r w:rsidRPr="00EF2F0E">
              <w:rPr>
                <w:lang w:eastAsia="ja-JP"/>
              </w:rPr>
              <w:t>NOTE 5:</w:t>
            </w:r>
            <w:r w:rsidRPr="00EF2F0E">
              <w:rPr>
                <w:lang w:eastAsia="ja-JP"/>
              </w:rPr>
              <w:tab/>
              <w:t>For an AAS BS operating in band 11, 21, or 74 this requirement applies for interfering signal within the frequency range 1475.9 - 1495.9 MHz.</w:t>
            </w:r>
          </w:p>
        </w:tc>
      </w:tr>
    </w:tbl>
    <w:p w14:paraId="0985052A" w14:textId="77777777" w:rsidR="00B15E99" w:rsidRPr="00EF2F0E" w:rsidRDefault="00B15E99" w:rsidP="00A40339"/>
    <w:p w14:paraId="0985052B" w14:textId="77777777" w:rsidR="00B15E99" w:rsidRPr="00EF2F0E" w:rsidRDefault="00B15E99" w:rsidP="00A40339">
      <w:pPr>
        <w:pStyle w:val="Heading3"/>
      </w:pPr>
      <w:bookmarkStart w:id="5313" w:name="_Toc21096171"/>
      <w:bookmarkStart w:id="5314" w:name="_Toc29763370"/>
      <w:bookmarkStart w:id="5315" w:name="_Toc45869655"/>
      <w:bookmarkStart w:id="5316" w:name="_Toc52554908"/>
      <w:bookmarkStart w:id="5317" w:name="_Toc52555378"/>
      <w:bookmarkStart w:id="5318" w:name="_Toc61112610"/>
      <w:bookmarkStart w:id="5319" w:name="_Toc67911762"/>
      <w:bookmarkStart w:id="5320" w:name="_Toc74843237"/>
      <w:bookmarkStart w:id="5321" w:name="_Toc76503620"/>
      <w:bookmarkStart w:id="5322" w:name="_Toc83041063"/>
      <w:bookmarkStart w:id="5323" w:name="_Toc89852106"/>
      <w:bookmarkStart w:id="5324" w:name="_Toc98676460"/>
      <w:r w:rsidRPr="00EF2F0E">
        <w:t>10.6.4</w:t>
      </w:r>
      <w:r w:rsidRPr="00EF2F0E">
        <w:tab/>
        <w:t>Minimum requirement for single RAT E-UTRA operation</w:t>
      </w:r>
      <w:bookmarkEnd w:id="5313"/>
      <w:bookmarkEnd w:id="5314"/>
      <w:bookmarkEnd w:id="5315"/>
      <w:bookmarkEnd w:id="5316"/>
      <w:bookmarkEnd w:id="5317"/>
      <w:bookmarkEnd w:id="5318"/>
      <w:bookmarkEnd w:id="5319"/>
      <w:bookmarkEnd w:id="5320"/>
      <w:bookmarkEnd w:id="5321"/>
      <w:bookmarkEnd w:id="5322"/>
      <w:bookmarkEnd w:id="5323"/>
      <w:bookmarkEnd w:id="5324"/>
    </w:p>
    <w:p w14:paraId="0985052C" w14:textId="77777777" w:rsidR="00B15E99" w:rsidRPr="00EF2F0E" w:rsidRDefault="00B15E99" w:rsidP="00A40339">
      <w:pPr>
        <w:pStyle w:val="Heading4"/>
      </w:pPr>
      <w:bookmarkStart w:id="5325" w:name="_Toc21096172"/>
      <w:bookmarkStart w:id="5326" w:name="_Toc29763371"/>
      <w:bookmarkStart w:id="5327" w:name="_Toc45869656"/>
      <w:bookmarkStart w:id="5328" w:name="_Toc52554909"/>
      <w:bookmarkStart w:id="5329" w:name="_Toc52555379"/>
      <w:bookmarkStart w:id="5330" w:name="_Toc61112611"/>
      <w:bookmarkStart w:id="5331" w:name="_Toc67911763"/>
      <w:bookmarkStart w:id="5332" w:name="_Toc74843238"/>
      <w:bookmarkStart w:id="5333" w:name="_Toc76503621"/>
      <w:bookmarkStart w:id="5334" w:name="_Toc83041064"/>
      <w:bookmarkStart w:id="5335" w:name="_Toc89852107"/>
      <w:bookmarkStart w:id="5336" w:name="_Toc98676461"/>
      <w:r w:rsidRPr="00EF2F0E">
        <w:t>10.6.4.1</w:t>
      </w:r>
      <w:r w:rsidRPr="00EF2F0E">
        <w:tab/>
        <w:t>General minimum requirement</w:t>
      </w:r>
      <w:bookmarkEnd w:id="5325"/>
      <w:bookmarkEnd w:id="5326"/>
      <w:bookmarkEnd w:id="5327"/>
      <w:bookmarkEnd w:id="5328"/>
      <w:bookmarkEnd w:id="5329"/>
      <w:bookmarkEnd w:id="5330"/>
      <w:bookmarkEnd w:id="5331"/>
      <w:bookmarkEnd w:id="5332"/>
      <w:bookmarkEnd w:id="5333"/>
      <w:bookmarkEnd w:id="5334"/>
      <w:bookmarkEnd w:id="5335"/>
      <w:bookmarkEnd w:id="5336"/>
    </w:p>
    <w:p w14:paraId="0985052D" w14:textId="77777777" w:rsidR="00B15E99" w:rsidRPr="00EF2F0E" w:rsidRDefault="00B15E99" w:rsidP="00A40339">
      <w:r w:rsidRPr="00EF2F0E">
        <w:t>In addition to the following in-band and narrowband requirements, the general minimum requirements relating to out of band blocking defined for MSR in subclause 10.6.2.1 shall also be applied for single RAT E-UTRA operation.</w:t>
      </w:r>
    </w:p>
    <w:p w14:paraId="0985052E" w14:textId="77777777" w:rsidR="00B15E99" w:rsidRPr="00EF2F0E" w:rsidRDefault="00B15E99" w:rsidP="00A40339">
      <w:r w:rsidRPr="00EF2F0E">
        <w:t>The minimum requirement for in-band blocking E-UTRA operation is defined below:</w:t>
      </w:r>
    </w:p>
    <w:p w14:paraId="0985052F" w14:textId="77777777" w:rsidR="00B15E99" w:rsidRPr="00EF2F0E" w:rsidRDefault="00B15E99" w:rsidP="00A40339">
      <w:r w:rsidRPr="00EF2F0E">
        <w:t xml:space="preserve">The requirement is applicable outside the </w:t>
      </w:r>
      <w:r w:rsidRPr="00EF2F0E">
        <w:rPr>
          <w:i/>
        </w:rPr>
        <w:t>Base Station RF Bandwidth</w:t>
      </w:r>
      <w:r w:rsidRPr="00EF2F0E">
        <w:t xml:space="preserve"> or </w:t>
      </w:r>
      <w:r w:rsidRPr="00EF2F0E">
        <w:rPr>
          <w:i/>
        </w:rPr>
        <w:t>Radio Bandwidth</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or </w:t>
      </w:r>
      <w:r w:rsidRPr="00EF2F0E">
        <w:rPr>
          <w:i/>
        </w:rPr>
        <w:t>Radio Bandwidth</w:t>
      </w:r>
      <w:r w:rsidRPr="00EF2F0E">
        <w:t xml:space="preserve"> edges applicable to each RIB.</w:t>
      </w:r>
    </w:p>
    <w:p w14:paraId="09850530" w14:textId="77777777" w:rsidR="00B15E99" w:rsidRPr="00EF2F0E" w:rsidRDefault="00B15E99" w:rsidP="00A40339">
      <w:r w:rsidRPr="00EF2F0E">
        <w:t xml:space="preserve">For RIB supporting operation in </w:t>
      </w:r>
      <w:r w:rsidRPr="00EF2F0E">
        <w:rPr>
          <w:i/>
        </w:rPr>
        <w:t>non-contiguous spectrum</w:t>
      </w:r>
      <w:r w:rsidRPr="00EF2F0E">
        <w:t xml:space="preserve">, the requirement applies in addition inside any </w:t>
      </w:r>
      <w:r w:rsidRPr="00EF2F0E">
        <w:rPr>
          <w:i/>
        </w:rPr>
        <w:t>sub-block gap</w:t>
      </w:r>
      <w:r w:rsidRPr="00EF2F0E">
        <w:t xml:space="preserve">, in case the </w:t>
      </w:r>
      <w:r w:rsidRPr="00EF2F0E">
        <w:rPr>
          <w:i/>
        </w:rPr>
        <w:t>sub-block gap</w:t>
      </w:r>
      <w:r w:rsidRPr="00EF2F0E">
        <w:t xml:space="preserve"> size is at least 15 MHz. The interfering signal offset is defined relative to the </w:t>
      </w:r>
      <w:r w:rsidRPr="00EF2F0E">
        <w:rPr>
          <w:i/>
        </w:rPr>
        <w:t>sub-block</w:t>
      </w:r>
      <w:r w:rsidRPr="00EF2F0E">
        <w:t xml:space="preserve"> edges inside the </w:t>
      </w:r>
      <w:r w:rsidRPr="00EF2F0E">
        <w:rPr>
          <w:i/>
        </w:rPr>
        <w:t>sub-block gap</w:t>
      </w:r>
      <w:r w:rsidRPr="00EF2F0E">
        <w:t>.</w:t>
      </w:r>
    </w:p>
    <w:p w14:paraId="09850531" w14:textId="77777777" w:rsidR="00B15E99" w:rsidRPr="00EF2F0E" w:rsidRDefault="00B15E99" w:rsidP="00A40339">
      <w:r w:rsidRPr="00EF2F0E">
        <w:t xml:space="preserve">For </w:t>
      </w:r>
      <w:r w:rsidRPr="00EF2F0E">
        <w:rPr>
          <w:i/>
        </w:rPr>
        <w:t>multi-band RIBs</w:t>
      </w:r>
      <w:r w:rsidRPr="00EF2F0E">
        <w:t xml:space="preserve">, the requirement applies in addition inside any </w:t>
      </w:r>
      <w:r w:rsidRPr="00EF2F0E">
        <w:rPr>
          <w:i/>
        </w:rPr>
        <w:t>Inter RF Bandwidth gap</w:t>
      </w:r>
      <w:r w:rsidRPr="00EF2F0E">
        <w:t xml:space="preserve">, in case the gap size is at least 15 MHz. The interfering signal offset is defined relative to the </w:t>
      </w:r>
      <w:r w:rsidRPr="00EF2F0E">
        <w:rPr>
          <w:i/>
        </w:rPr>
        <w:t>Base Station RF Bandwidth</w:t>
      </w:r>
      <w:r w:rsidRPr="00EF2F0E">
        <w:t xml:space="preserve"> </w:t>
      </w:r>
      <w:r w:rsidRPr="00EF2F0E">
        <w:rPr>
          <w:i/>
        </w:rPr>
        <w:t>edges</w:t>
      </w:r>
      <w:r w:rsidRPr="00EF2F0E">
        <w:t xml:space="preserve"> inside the </w:t>
      </w:r>
      <w:r w:rsidRPr="00EF2F0E">
        <w:rPr>
          <w:i/>
        </w:rPr>
        <w:t>Inter RF Bandwidth gap</w:t>
      </w:r>
      <w:r w:rsidRPr="00EF2F0E">
        <w:t>.</w:t>
      </w:r>
    </w:p>
    <w:p w14:paraId="09850532" w14:textId="77777777" w:rsidR="00B15E99" w:rsidRPr="00EF2F0E" w:rsidRDefault="00B15E99" w:rsidP="00A40339">
      <w:r w:rsidRPr="00EF2F0E">
        <w:t>For the wanted and interfering signal at the RIB, using the parameters in tables 10.6.4.1</w:t>
      </w:r>
      <w:r w:rsidRPr="00EF2F0E">
        <w:noBreakHyphen/>
        <w:t>1 and 10.6.4.1</w:t>
      </w:r>
      <w:r w:rsidRPr="00EF2F0E">
        <w:noBreakHyphen/>
        <w:t>2, the following requirements shall be met:</w:t>
      </w:r>
    </w:p>
    <w:p w14:paraId="09850533" w14:textId="77777777" w:rsidR="00B15E99" w:rsidRPr="00EF2F0E" w:rsidRDefault="00B15E99" w:rsidP="00A40339">
      <w:pPr>
        <w:pStyle w:val="B10"/>
      </w:pPr>
      <w:r w:rsidRPr="00EF2F0E">
        <w:t>-</w:t>
      </w:r>
      <w:r w:rsidRPr="00EF2F0E">
        <w:tab/>
        <w:t xml:space="preserve">For any E-UTRA carrier, the throughput shall be ≥ 95 % of the </w:t>
      </w:r>
      <w:r w:rsidRPr="00EF2F0E">
        <w:rPr>
          <w:i/>
        </w:rPr>
        <w:t>maximum throughput</w:t>
      </w:r>
      <w:r w:rsidRPr="00EF2F0E">
        <w:t xml:space="preserve"> of the reference measurement channel defined in 3GPP TS 36.104 [8], subclause 7.2.1.</w:t>
      </w:r>
    </w:p>
    <w:p w14:paraId="09850534" w14:textId="77777777" w:rsidR="00B15E99" w:rsidRPr="00EF2F0E" w:rsidRDefault="00B15E99" w:rsidP="00A40339">
      <w:pPr>
        <w:rPr>
          <w:rFonts w:cs="Arial"/>
        </w:rPr>
      </w:pPr>
      <w:r w:rsidRPr="00EF2F0E">
        <w:t xml:space="preserve">The OTA levels are applied referenced to 2 antenna gain offsets </w:t>
      </w:r>
      <w:r w:rsidRPr="00EF2F0E">
        <w:rPr>
          <w:rFonts w:cs="Arial"/>
        </w:rPr>
        <w:t>Δ</w:t>
      </w:r>
      <w:r w:rsidRPr="00EF2F0E">
        <w:rPr>
          <w:rFonts w:cs="Arial"/>
          <w:vertAlign w:val="subscript"/>
        </w:rPr>
        <w:t xml:space="preserve">OTAREFSENS </w:t>
      </w:r>
      <w:r w:rsidRPr="00EF2F0E">
        <w:rPr>
          <w:rFonts w:cs="Arial"/>
        </w:rPr>
        <w:t>and Δ</w:t>
      </w:r>
      <w:r w:rsidRPr="00EF2F0E">
        <w:rPr>
          <w:rFonts w:cs="Arial"/>
          <w:vertAlign w:val="subscript"/>
        </w:rPr>
        <w:t>minSENS</w:t>
      </w:r>
      <w:r w:rsidRPr="00EF2F0E">
        <w:rPr>
          <w:rFonts w:cs="Arial"/>
        </w:rPr>
        <w:t>.</w:t>
      </w:r>
    </w:p>
    <w:p w14:paraId="09850535" w14:textId="77777777" w:rsidR="00B15E99" w:rsidRPr="00EF2F0E" w:rsidRDefault="00B15E99" w:rsidP="00A40339">
      <w:r w:rsidRPr="00EF2F0E">
        <w:t xml:space="preserve">For </w:t>
      </w:r>
      <w:r w:rsidRPr="00EF2F0E">
        <w:rPr>
          <w:i/>
        </w:rPr>
        <w:t>multi-band RIBs</w:t>
      </w:r>
      <w:r w:rsidRPr="00EF2F0E">
        <w:t>, the requirement applies according to table 10.6.4.1</w:t>
      </w:r>
      <w:r w:rsidRPr="00EF2F0E">
        <w:rPr>
          <w:lang w:eastAsia="zh-CN"/>
        </w:rPr>
        <w:t>-</w:t>
      </w:r>
      <w:r w:rsidRPr="00EF2F0E">
        <w:t>1 for the in-band blocking frequency ranges of each supported operating band.</w:t>
      </w:r>
    </w:p>
    <w:p w14:paraId="09850536" w14:textId="77777777" w:rsidR="00B15E99" w:rsidRPr="00EF2F0E" w:rsidRDefault="00B15E99" w:rsidP="00A40339">
      <w:pPr>
        <w:pStyle w:val="TH"/>
        <w:rPr>
          <w:rFonts w:eastAsia="Osaka"/>
        </w:rPr>
      </w:pPr>
      <w:r w:rsidRPr="00EF2F0E">
        <w:rPr>
          <w:rFonts w:eastAsia="Osaka"/>
        </w:rPr>
        <w:t>Table 10.6.4.1-1: In-band blocking requirement for single RAT E-UTRA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775"/>
        <w:gridCol w:w="1815"/>
        <w:gridCol w:w="1792"/>
        <w:gridCol w:w="1777"/>
      </w:tblGrid>
      <w:tr w:rsidR="003401A4" w:rsidRPr="00EF2F0E" w14:paraId="0985053D" w14:textId="77777777" w:rsidTr="00A40339">
        <w:trPr>
          <w:tblHeader/>
          <w:jc w:val="center"/>
        </w:trPr>
        <w:tc>
          <w:tcPr>
            <w:tcW w:w="1796" w:type="dxa"/>
            <w:shd w:val="clear" w:color="auto" w:fill="auto"/>
          </w:tcPr>
          <w:p w14:paraId="09850537" w14:textId="77777777" w:rsidR="00B15E99" w:rsidRPr="00EF2F0E" w:rsidRDefault="00B15E99" w:rsidP="00A40339">
            <w:pPr>
              <w:pStyle w:val="TAH"/>
              <w:rPr>
                <w:lang w:eastAsia="ja-JP"/>
              </w:rPr>
            </w:pPr>
            <w:r w:rsidRPr="00EF2F0E">
              <w:rPr>
                <w:lang w:eastAsia="ja-JP"/>
              </w:rPr>
              <w:t>Base Station Type</w:t>
            </w:r>
          </w:p>
        </w:tc>
        <w:tc>
          <w:tcPr>
            <w:tcW w:w="1775" w:type="dxa"/>
            <w:shd w:val="clear" w:color="auto" w:fill="auto"/>
          </w:tcPr>
          <w:p w14:paraId="09850538" w14:textId="77777777" w:rsidR="00B15E99" w:rsidRPr="00EF2F0E" w:rsidRDefault="00B15E99" w:rsidP="00A40339">
            <w:pPr>
              <w:pStyle w:val="TAH"/>
              <w:rPr>
                <w:lang w:eastAsia="ja-JP"/>
              </w:rPr>
            </w:pPr>
            <w:r w:rsidRPr="00EF2F0E">
              <w:rPr>
                <w:lang w:eastAsia="ja-JP"/>
              </w:rPr>
              <w:t>Mean power of interfering signal [dBm]</w:t>
            </w:r>
          </w:p>
        </w:tc>
        <w:tc>
          <w:tcPr>
            <w:tcW w:w="1815" w:type="dxa"/>
            <w:shd w:val="clear" w:color="auto" w:fill="auto"/>
          </w:tcPr>
          <w:p w14:paraId="09850539" w14:textId="77777777" w:rsidR="00B15E99" w:rsidRPr="00EF2F0E" w:rsidRDefault="00B15E99" w:rsidP="00A40339">
            <w:pPr>
              <w:pStyle w:val="TAH"/>
              <w:rPr>
                <w:lang w:eastAsia="ja-JP"/>
              </w:rPr>
            </w:pPr>
            <w:r w:rsidRPr="00EF2F0E">
              <w:rPr>
                <w:lang w:eastAsia="ja-JP"/>
              </w:rPr>
              <w:t>Wanted Signal mean power [dBm]</w:t>
            </w:r>
          </w:p>
          <w:p w14:paraId="0985053A" w14:textId="77777777" w:rsidR="00B15E99" w:rsidRPr="00EF2F0E" w:rsidRDefault="00B15E99" w:rsidP="00A40339">
            <w:pPr>
              <w:pStyle w:val="TAH"/>
              <w:rPr>
                <w:lang w:eastAsia="ja-JP"/>
              </w:rPr>
            </w:pPr>
            <w:r w:rsidRPr="00EF2F0E">
              <w:rPr>
                <w:lang w:eastAsia="ja-JP"/>
              </w:rPr>
              <w:t>(NOTE 1,2)</w:t>
            </w:r>
          </w:p>
        </w:tc>
        <w:tc>
          <w:tcPr>
            <w:tcW w:w="1792" w:type="dxa"/>
            <w:shd w:val="clear" w:color="auto" w:fill="auto"/>
          </w:tcPr>
          <w:p w14:paraId="0985053B" w14:textId="77777777" w:rsidR="00B15E99" w:rsidRPr="00EF2F0E" w:rsidRDefault="002F1528" w:rsidP="00A40339">
            <w:pPr>
              <w:pStyle w:val="TAH"/>
              <w:rPr>
                <w:lang w:eastAsia="ja-JP"/>
              </w:rPr>
            </w:pPr>
            <w:r w:rsidRPr="00EF2F0E">
              <w:rPr>
                <w:lang w:eastAsia="ja-JP"/>
              </w:rPr>
              <w:t>Type</w:t>
            </w:r>
            <w:r w:rsidR="00B15E99" w:rsidRPr="00EF2F0E">
              <w:rPr>
                <w:lang w:eastAsia="ja-JP"/>
              </w:rPr>
              <w:t xml:space="preserve"> of Interfering Signal</w:t>
            </w:r>
          </w:p>
        </w:tc>
        <w:tc>
          <w:tcPr>
            <w:tcW w:w="1777" w:type="dxa"/>
            <w:shd w:val="clear" w:color="auto" w:fill="auto"/>
          </w:tcPr>
          <w:p w14:paraId="0985053C" w14:textId="77777777" w:rsidR="00B15E99" w:rsidRPr="00EF2F0E" w:rsidRDefault="00B15E99" w:rsidP="00A40339">
            <w:pPr>
              <w:pStyle w:val="TAH"/>
              <w:rPr>
                <w:lang w:eastAsia="ja-JP"/>
              </w:rPr>
            </w:pPr>
            <w:r w:rsidRPr="00EF2F0E">
              <w:rPr>
                <w:lang w:eastAsia="ja-JP"/>
              </w:rPr>
              <w:t xml:space="preserve">Interfering signal centre frequency minimum offset from the </w:t>
            </w:r>
            <w:r w:rsidRPr="00EF2F0E">
              <w:rPr>
                <w:i/>
                <w:lang w:eastAsia="ja-JP"/>
              </w:rPr>
              <w:t>Base Station RF Bandwidth edge</w:t>
            </w:r>
            <w:r w:rsidRPr="00EF2F0E">
              <w:rPr>
                <w:lang w:eastAsia="ja-JP"/>
              </w:rPr>
              <w:t xml:space="preserve"> or edge of </w:t>
            </w:r>
            <w:r w:rsidRPr="00EF2F0E">
              <w:rPr>
                <w:rFonts w:cs="Arial"/>
                <w:bCs/>
                <w:i/>
                <w:szCs w:val="18"/>
                <w:lang w:eastAsia="ja-JP"/>
              </w:rPr>
              <w:t>sub-block</w:t>
            </w:r>
            <w:r w:rsidRPr="00EF2F0E">
              <w:rPr>
                <w:lang w:eastAsia="ja-JP"/>
              </w:rPr>
              <w:t xml:space="preserve"> inside a gap [MHz]</w:t>
            </w:r>
          </w:p>
        </w:tc>
      </w:tr>
      <w:tr w:rsidR="003401A4" w:rsidRPr="00EF2F0E" w14:paraId="09850543" w14:textId="77777777" w:rsidTr="00A40339">
        <w:trPr>
          <w:trHeight w:val="345"/>
          <w:jc w:val="center"/>
        </w:trPr>
        <w:tc>
          <w:tcPr>
            <w:tcW w:w="1796" w:type="dxa"/>
            <w:vMerge w:val="restart"/>
            <w:shd w:val="clear" w:color="auto" w:fill="auto"/>
          </w:tcPr>
          <w:p w14:paraId="0985053E" w14:textId="77777777" w:rsidR="00B15E99" w:rsidRPr="00EF2F0E" w:rsidRDefault="00B15E99" w:rsidP="00A40339">
            <w:pPr>
              <w:pStyle w:val="TAL"/>
              <w:rPr>
                <w:rFonts w:cs="Arial"/>
                <w:szCs w:val="18"/>
                <w:lang w:eastAsia="ja-JP"/>
              </w:rPr>
            </w:pPr>
            <w:r w:rsidRPr="00EF2F0E">
              <w:rPr>
                <w:rFonts w:cs="Arial"/>
                <w:szCs w:val="18"/>
                <w:lang w:eastAsia="ja-JP"/>
              </w:rPr>
              <w:t>Wide Area BS</w:t>
            </w:r>
          </w:p>
        </w:tc>
        <w:tc>
          <w:tcPr>
            <w:tcW w:w="1775" w:type="dxa"/>
            <w:shd w:val="clear" w:color="auto" w:fill="auto"/>
          </w:tcPr>
          <w:p w14:paraId="0985053F" w14:textId="77777777" w:rsidR="00B15E99" w:rsidRPr="00EF2F0E" w:rsidRDefault="00B15E99" w:rsidP="00A40339">
            <w:pPr>
              <w:pStyle w:val="TAC"/>
              <w:rPr>
                <w:vertAlign w:val="subscript"/>
              </w:rPr>
            </w:pPr>
            <w:r w:rsidRPr="00EF2F0E">
              <w:rPr>
                <w:szCs w:val="18"/>
                <w:lang w:eastAsia="ja-JP"/>
              </w:rPr>
              <w:t xml:space="preserve">-43 - </w:t>
            </w:r>
            <w:r w:rsidRPr="00EF2F0E">
              <w:t>Δ</w:t>
            </w:r>
            <w:r w:rsidRPr="00EF2F0E">
              <w:rPr>
                <w:vertAlign w:val="subscript"/>
              </w:rPr>
              <w:t>OTAREFSENS</w:t>
            </w:r>
          </w:p>
        </w:tc>
        <w:tc>
          <w:tcPr>
            <w:tcW w:w="1815" w:type="dxa"/>
            <w:shd w:val="clear" w:color="auto" w:fill="auto"/>
            <w:vAlign w:val="center"/>
          </w:tcPr>
          <w:p w14:paraId="09850540"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REFSENS</w:t>
            </w:r>
            <w:r w:rsidRPr="00EF2F0E">
              <w:rPr>
                <w:szCs w:val="18"/>
                <w:lang w:eastAsia="ja-JP"/>
              </w:rPr>
              <w:t xml:space="preserve"> + 6 dB </w:t>
            </w:r>
          </w:p>
        </w:tc>
        <w:tc>
          <w:tcPr>
            <w:tcW w:w="1792" w:type="dxa"/>
            <w:vMerge w:val="restart"/>
            <w:shd w:val="clear" w:color="auto" w:fill="auto"/>
            <w:vAlign w:val="center"/>
          </w:tcPr>
          <w:p w14:paraId="09850541" w14:textId="77777777" w:rsidR="00B15E99" w:rsidRPr="00EF2F0E" w:rsidRDefault="00B15E99" w:rsidP="00A40339">
            <w:pPr>
              <w:pStyle w:val="TAC"/>
              <w:rPr>
                <w:lang w:eastAsia="ja-JP"/>
              </w:rPr>
            </w:pPr>
            <w:r w:rsidRPr="00EF2F0E">
              <w:rPr>
                <w:lang w:eastAsia="ja-JP"/>
              </w:rPr>
              <w:t xml:space="preserve">See table </w:t>
            </w:r>
            <w:r w:rsidR="002F1528" w:rsidRPr="00EF2F0E">
              <w:rPr>
                <w:lang w:eastAsia="ja-JP"/>
              </w:rPr>
              <w:t>10.6.4.1-2</w:t>
            </w:r>
          </w:p>
        </w:tc>
        <w:tc>
          <w:tcPr>
            <w:tcW w:w="1777" w:type="dxa"/>
            <w:vMerge w:val="restart"/>
            <w:shd w:val="clear" w:color="auto" w:fill="auto"/>
            <w:vAlign w:val="center"/>
          </w:tcPr>
          <w:p w14:paraId="09850542" w14:textId="77777777" w:rsidR="00B15E99" w:rsidRPr="00EF2F0E" w:rsidRDefault="00B15E99" w:rsidP="00A40339">
            <w:pPr>
              <w:pStyle w:val="TAC"/>
              <w:rPr>
                <w:lang w:eastAsia="ja-JP"/>
              </w:rPr>
            </w:pPr>
            <w:r w:rsidRPr="00EF2F0E">
              <w:rPr>
                <w:lang w:eastAsia="ja-JP"/>
              </w:rPr>
              <w:t xml:space="preserve">See table </w:t>
            </w:r>
            <w:r w:rsidR="002F1528" w:rsidRPr="00EF2F0E">
              <w:rPr>
                <w:lang w:eastAsia="ja-JP"/>
              </w:rPr>
              <w:t>10.6.4.1-2</w:t>
            </w:r>
          </w:p>
        </w:tc>
      </w:tr>
      <w:tr w:rsidR="003401A4" w:rsidRPr="00EF2F0E" w14:paraId="09850549" w14:textId="77777777" w:rsidTr="00A40339">
        <w:trPr>
          <w:trHeight w:val="344"/>
          <w:jc w:val="center"/>
        </w:trPr>
        <w:tc>
          <w:tcPr>
            <w:tcW w:w="1796" w:type="dxa"/>
            <w:vMerge/>
            <w:shd w:val="clear" w:color="auto" w:fill="auto"/>
          </w:tcPr>
          <w:p w14:paraId="09850544" w14:textId="77777777" w:rsidR="00B15E99" w:rsidRPr="00EF2F0E" w:rsidRDefault="00B15E99" w:rsidP="00A40339">
            <w:pPr>
              <w:pStyle w:val="TAL"/>
              <w:rPr>
                <w:rFonts w:cs="Arial"/>
                <w:szCs w:val="18"/>
                <w:lang w:eastAsia="ja-JP"/>
              </w:rPr>
            </w:pPr>
          </w:p>
        </w:tc>
        <w:tc>
          <w:tcPr>
            <w:tcW w:w="1775" w:type="dxa"/>
            <w:shd w:val="clear" w:color="auto" w:fill="auto"/>
          </w:tcPr>
          <w:p w14:paraId="09850545" w14:textId="77777777" w:rsidR="00B15E99" w:rsidRPr="00EF2F0E" w:rsidRDefault="00B15E99" w:rsidP="00A40339">
            <w:pPr>
              <w:pStyle w:val="TAC"/>
              <w:rPr>
                <w:szCs w:val="18"/>
                <w:lang w:eastAsia="ja-JP"/>
              </w:rPr>
            </w:pPr>
            <w:r w:rsidRPr="00EF2F0E">
              <w:rPr>
                <w:szCs w:val="18"/>
                <w:lang w:eastAsia="ja-JP"/>
              </w:rPr>
              <w:t xml:space="preserve">-43 – </w:t>
            </w:r>
            <w:r w:rsidRPr="00EF2F0E">
              <w:t>Δ</w:t>
            </w:r>
            <w:r w:rsidRPr="00EF2F0E">
              <w:rPr>
                <w:vertAlign w:val="subscript"/>
              </w:rPr>
              <w:t>minSENS</w:t>
            </w:r>
          </w:p>
        </w:tc>
        <w:tc>
          <w:tcPr>
            <w:tcW w:w="1815" w:type="dxa"/>
            <w:shd w:val="clear" w:color="auto" w:fill="auto"/>
            <w:vAlign w:val="center"/>
          </w:tcPr>
          <w:p w14:paraId="09850546"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minSENS</w:t>
            </w:r>
            <w:r w:rsidRPr="00EF2F0E">
              <w:rPr>
                <w:szCs w:val="18"/>
                <w:lang w:eastAsia="ja-JP"/>
              </w:rPr>
              <w:t xml:space="preserve"> + 6 dB </w:t>
            </w:r>
          </w:p>
        </w:tc>
        <w:tc>
          <w:tcPr>
            <w:tcW w:w="1792" w:type="dxa"/>
            <w:vMerge/>
            <w:shd w:val="clear" w:color="auto" w:fill="auto"/>
            <w:vAlign w:val="center"/>
          </w:tcPr>
          <w:p w14:paraId="09850547" w14:textId="77777777" w:rsidR="00B15E99" w:rsidRPr="00EF2F0E" w:rsidRDefault="00B15E99" w:rsidP="00A40339">
            <w:pPr>
              <w:pStyle w:val="TAL"/>
              <w:rPr>
                <w:rFonts w:cs="Arial"/>
                <w:szCs w:val="18"/>
                <w:lang w:eastAsia="ja-JP"/>
              </w:rPr>
            </w:pPr>
          </w:p>
        </w:tc>
        <w:tc>
          <w:tcPr>
            <w:tcW w:w="1777" w:type="dxa"/>
            <w:vMerge/>
            <w:shd w:val="clear" w:color="auto" w:fill="auto"/>
            <w:vAlign w:val="center"/>
          </w:tcPr>
          <w:p w14:paraId="09850548" w14:textId="77777777" w:rsidR="00B15E99" w:rsidRPr="00EF2F0E" w:rsidRDefault="00B15E99" w:rsidP="00A40339">
            <w:pPr>
              <w:pStyle w:val="TAL"/>
              <w:rPr>
                <w:rFonts w:cs="Arial"/>
                <w:szCs w:val="18"/>
                <w:lang w:eastAsia="ja-JP"/>
              </w:rPr>
            </w:pPr>
          </w:p>
        </w:tc>
      </w:tr>
      <w:tr w:rsidR="003401A4" w:rsidRPr="00EF2F0E" w14:paraId="0985054F" w14:textId="77777777" w:rsidTr="00A40339">
        <w:trPr>
          <w:trHeight w:val="345"/>
          <w:jc w:val="center"/>
        </w:trPr>
        <w:tc>
          <w:tcPr>
            <w:tcW w:w="1796" w:type="dxa"/>
            <w:vMerge w:val="restart"/>
            <w:shd w:val="clear" w:color="auto" w:fill="auto"/>
          </w:tcPr>
          <w:p w14:paraId="0985054A" w14:textId="77777777" w:rsidR="00B15E99" w:rsidRPr="00EF2F0E" w:rsidRDefault="00B15E99" w:rsidP="00A40339">
            <w:pPr>
              <w:pStyle w:val="TAL"/>
              <w:rPr>
                <w:rFonts w:cs="Arial"/>
                <w:szCs w:val="18"/>
                <w:lang w:eastAsia="ja-JP"/>
              </w:rPr>
            </w:pPr>
            <w:r w:rsidRPr="00EF2F0E">
              <w:rPr>
                <w:rFonts w:cs="Arial"/>
                <w:szCs w:val="18"/>
                <w:lang w:eastAsia="ja-JP"/>
              </w:rPr>
              <w:t>Medium Range BS</w:t>
            </w:r>
          </w:p>
        </w:tc>
        <w:tc>
          <w:tcPr>
            <w:tcW w:w="1775" w:type="dxa"/>
            <w:shd w:val="clear" w:color="auto" w:fill="auto"/>
          </w:tcPr>
          <w:p w14:paraId="0985054B" w14:textId="77777777" w:rsidR="00B15E99" w:rsidRPr="00EF2F0E" w:rsidRDefault="00B15E99" w:rsidP="00A40339">
            <w:pPr>
              <w:pStyle w:val="TAC"/>
              <w:rPr>
                <w:vertAlign w:val="subscript"/>
              </w:rPr>
            </w:pPr>
            <w:r w:rsidRPr="00EF2F0E">
              <w:rPr>
                <w:szCs w:val="18"/>
                <w:lang w:eastAsia="ja-JP"/>
              </w:rPr>
              <w:t xml:space="preserve">-38 - </w:t>
            </w:r>
            <w:r w:rsidRPr="00EF2F0E">
              <w:t>Δ</w:t>
            </w:r>
            <w:r w:rsidRPr="00EF2F0E">
              <w:rPr>
                <w:vertAlign w:val="subscript"/>
              </w:rPr>
              <w:t>OTAREFSENS</w:t>
            </w:r>
          </w:p>
        </w:tc>
        <w:tc>
          <w:tcPr>
            <w:tcW w:w="1815" w:type="dxa"/>
            <w:shd w:val="clear" w:color="auto" w:fill="auto"/>
            <w:vAlign w:val="center"/>
          </w:tcPr>
          <w:p w14:paraId="0985054C"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REFSENS</w:t>
            </w:r>
            <w:r w:rsidRPr="00EF2F0E">
              <w:rPr>
                <w:szCs w:val="18"/>
                <w:lang w:eastAsia="ja-JP"/>
              </w:rPr>
              <w:t xml:space="preserve"> + 6 dB </w:t>
            </w:r>
          </w:p>
        </w:tc>
        <w:tc>
          <w:tcPr>
            <w:tcW w:w="1792" w:type="dxa"/>
            <w:vMerge/>
            <w:shd w:val="clear" w:color="auto" w:fill="auto"/>
          </w:tcPr>
          <w:p w14:paraId="0985054D" w14:textId="77777777" w:rsidR="00B15E99" w:rsidRPr="00EF2F0E" w:rsidRDefault="00B15E99" w:rsidP="00A40339">
            <w:pPr>
              <w:pStyle w:val="TAL"/>
              <w:rPr>
                <w:rFonts w:cs="Arial"/>
                <w:szCs w:val="18"/>
                <w:lang w:eastAsia="ja-JP"/>
              </w:rPr>
            </w:pPr>
          </w:p>
        </w:tc>
        <w:tc>
          <w:tcPr>
            <w:tcW w:w="1777" w:type="dxa"/>
            <w:vMerge/>
            <w:shd w:val="clear" w:color="auto" w:fill="auto"/>
          </w:tcPr>
          <w:p w14:paraId="0985054E" w14:textId="77777777" w:rsidR="00B15E99" w:rsidRPr="00EF2F0E" w:rsidRDefault="00B15E99" w:rsidP="00A40339">
            <w:pPr>
              <w:pStyle w:val="TAL"/>
              <w:rPr>
                <w:rFonts w:cs="Arial"/>
                <w:szCs w:val="18"/>
                <w:lang w:eastAsia="ja-JP"/>
              </w:rPr>
            </w:pPr>
          </w:p>
        </w:tc>
      </w:tr>
      <w:tr w:rsidR="003401A4" w:rsidRPr="00EF2F0E" w14:paraId="09850555" w14:textId="77777777" w:rsidTr="00A40339">
        <w:trPr>
          <w:trHeight w:val="344"/>
          <w:jc w:val="center"/>
        </w:trPr>
        <w:tc>
          <w:tcPr>
            <w:tcW w:w="1796" w:type="dxa"/>
            <w:vMerge/>
            <w:shd w:val="clear" w:color="auto" w:fill="auto"/>
          </w:tcPr>
          <w:p w14:paraId="09850550" w14:textId="77777777" w:rsidR="00B15E99" w:rsidRPr="00EF2F0E" w:rsidRDefault="00B15E99" w:rsidP="00A40339">
            <w:pPr>
              <w:pStyle w:val="TAL"/>
              <w:rPr>
                <w:rFonts w:cs="Arial"/>
                <w:szCs w:val="18"/>
                <w:lang w:eastAsia="ja-JP"/>
              </w:rPr>
            </w:pPr>
          </w:p>
        </w:tc>
        <w:tc>
          <w:tcPr>
            <w:tcW w:w="1775" w:type="dxa"/>
            <w:shd w:val="clear" w:color="auto" w:fill="auto"/>
          </w:tcPr>
          <w:p w14:paraId="09850551" w14:textId="77777777" w:rsidR="00B15E99" w:rsidRPr="00EF2F0E" w:rsidRDefault="00B15E99" w:rsidP="00A40339">
            <w:pPr>
              <w:pStyle w:val="TAC"/>
              <w:rPr>
                <w:szCs w:val="18"/>
                <w:lang w:eastAsia="ja-JP"/>
              </w:rPr>
            </w:pPr>
            <w:r w:rsidRPr="00EF2F0E">
              <w:rPr>
                <w:szCs w:val="18"/>
                <w:lang w:eastAsia="ja-JP"/>
              </w:rPr>
              <w:t xml:space="preserve">-38 – </w:t>
            </w:r>
            <w:r w:rsidRPr="00EF2F0E">
              <w:t>Δ</w:t>
            </w:r>
            <w:r w:rsidRPr="00EF2F0E">
              <w:rPr>
                <w:vertAlign w:val="subscript"/>
              </w:rPr>
              <w:t>minSENS</w:t>
            </w:r>
          </w:p>
        </w:tc>
        <w:tc>
          <w:tcPr>
            <w:tcW w:w="1815" w:type="dxa"/>
            <w:shd w:val="clear" w:color="auto" w:fill="auto"/>
            <w:vAlign w:val="center"/>
          </w:tcPr>
          <w:p w14:paraId="09850552"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minSENS</w:t>
            </w:r>
            <w:r w:rsidRPr="00EF2F0E">
              <w:rPr>
                <w:szCs w:val="18"/>
                <w:lang w:eastAsia="ja-JP"/>
              </w:rPr>
              <w:t xml:space="preserve"> + 6 dB  </w:t>
            </w:r>
          </w:p>
        </w:tc>
        <w:tc>
          <w:tcPr>
            <w:tcW w:w="1792" w:type="dxa"/>
            <w:vMerge/>
            <w:shd w:val="clear" w:color="auto" w:fill="auto"/>
          </w:tcPr>
          <w:p w14:paraId="09850553" w14:textId="77777777" w:rsidR="00B15E99" w:rsidRPr="00EF2F0E" w:rsidRDefault="00B15E99" w:rsidP="00A40339">
            <w:pPr>
              <w:pStyle w:val="TAL"/>
              <w:rPr>
                <w:rFonts w:cs="Arial"/>
                <w:szCs w:val="18"/>
                <w:lang w:eastAsia="ja-JP"/>
              </w:rPr>
            </w:pPr>
          </w:p>
        </w:tc>
        <w:tc>
          <w:tcPr>
            <w:tcW w:w="1777" w:type="dxa"/>
            <w:vMerge/>
            <w:shd w:val="clear" w:color="auto" w:fill="auto"/>
          </w:tcPr>
          <w:p w14:paraId="09850554" w14:textId="77777777" w:rsidR="00B15E99" w:rsidRPr="00EF2F0E" w:rsidRDefault="00B15E99" w:rsidP="00A40339">
            <w:pPr>
              <w:pStyle w:val="TAL"/>
              <w:rPr>
                <w:rFonts w:cs="Arial"/>
                <w:szCs w:val="18"/>
                <w:lang w:eastAsia="ja-JP"/>
              </w:rPr>
            </w:pPr>
          </w:p>
        </w:tc>
      </w:tr>
      <w:tr w:rsidR="003401A4" w:rsidRPr="00EF2F0E" w14:paraId="0985055B" w14:textId="77777777" w:rsidTr="00A40339">
        <w:trPr>
          <w:trHeight w:val="345"/>
          <w:jc w:val="center"/>
        </w:trPr>
        <w:tc>
          <w:tcPr>
            <w:tcW w:w="1796" w:type="dxa"/>
            <w:vMerge w:val="restart"/>
            <w:shd w:val="clear" w:color="auto" w:fill="auto"/>
          </w:tcPr>
          <w:p w14:paraId="09850556" w14:textId="77777777" w:rsidR="00B15E99" w:rsidRPr="00EF2F0E" w:rsidRDefault="00B15E99" w:rsidP="00A40339">
            <w:pPr>
              <w:pStyle w:val="TAL"/>
              <w:rPr>
                <w:rFonts w:cs="Arial"/>
                <w:szCs w:val="18"/>
                <w:lang w:eastAsia="ja-JP"/>
              </w:rPr>
            </w:pPr>
            <w:r w:rsidRPr="00EF2F0E">
              <w:rPr>
                <w:rFonts w:cs="Arial"/>
                <w:szCs w:val="18"/>
                <w:lang w:eastAsia="ja-JP"/>
              </w:rPr>
              <w:t>Local Area BS</w:t>
            </w:r>
          </w:p>
        </w:tc>
        <w:tc>
          <w:tcPr>
            <w:tcW w:w="1775" w:type="dxa"/>
            <w:shd w:val="clear" w:color="auto" w:fill="auto"/>
          </w:tcPr>
          <w:p w14:paraId="09850557" w14:textId="77777777" w:rsidR="00B15E99" w:rsidRPr="00EF2F0E" w:rsidRDefault="00B15E99" w:rsidP="00A40339">
            <w:pPr>
              <w:pStyle w:val="TAC"/>
              <w:rPr>
                <w:vertAlign w:val="subscript"/>
              </w:rPr>
            </w:pPr>
            <w:r w:rsidRPr="00EF2F0E">
              <w:rPr>
                <w:szCs w:val="18"/>
                <w:lang w:eastAsia="ja-JP"/>
              </w:rPr>
              <w:t xml:space="preserve">-35 - </w:t>
            </w:r>
            <w:r w:rsidRPr="00EF2F0E">
              <w:t>Δ</w:t>
            </w:r>
            <w:r w:rsidRPr="00EF2F0E">
              <w:rPr>
                <w:vertAlign w:val="subscript"/>
              </w:rPr>
              <w:t>OTAREFSENS</w:t>
            </w:r>
          </w:p>
        </w:tc>
        <w:tc>
          <w:tcPr>
            <w:tcW w:w="1815" w:type="dxa"/>
            <w:shd w:val="clear" w:color="auto" w:fill="auto"/>
          </w:tcPr>
          <w:p w14:paraId="09850558"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REFSENS</w:t>
            </w:r>
            <w:r w:rsidRPr="00EF2F0E">
              <w:rPr>
                <w:szCs w:val="18"/>
                <w:lang w:eastAsia="ja-JP"/>
              </w:rPr>
              <w:t xml:space="preserve"> + 6 dB </w:t>
            </w:r>
          </w:p>
        </w:tc>
        <w:tc>
          <w:tcPr>
            <w:tcW w:w="1792" w:type="dxa"/>
            <w:vMerge/>
            <w:shd w:val="clear" w:color="auto" w:fill="auto"/>
          </w:tcPr>
          <w:p w14:paraId="09850559" w14:textId="77777777" w:rsidR="00B15E99" w:rsidRPr="00EF2F0E" w:rsidRDefault="00B15E99" w:rsidP="00A40339">
            <w:pPr>
              <w:pStyle w:val="TAL"/>
              <w:rPr>
                <w:rFonts w:cs="Arial"/>
                <w:szCs w:val="18"/>
                <w:lang w:eastAsia="ja-JP"/>
              </w:rPr>
            </w:pPr>
          </w:p>
        </w:tc>
        <w:tc>
          <w:tcPr>
            <w:tcW w:w="1777" w:type="dxa"/>
            <w:vMerge/>
            <w:shd w:val="clear" w:color="auto" w:fill="auto"/>
          </w:tcPr>
          <w:p w14:paraId="0985055A" w14:textId="77777777" w:rsidR="00B15E99" w:rsidRPr="00EF2F0E" w:rsidRDefault="00B15E99" w:rsidP="00A40339">
            <w:pPr>
              <w:pStyle w:val="TAL"/>
              <w:rPr>
                <w:rFonts w:cs="Arial"/>
                <w:szCs w:val="18"/>
                <w:lang w:eastAsia="ja-JP"/>
              </w:rPr>
            </w:pPr>
          </w:p>
        </w:tc>
      </w:tr>
      <w:tr w:rsidR="003401A4" w:rsidRPr="00EF2F0E" w14:paraId="09850561" w14:textId="77777777" w:rsidTr="00A40339">
        <w:trPr>
          <w:trHeight w:val="344"/>
          <w:jc w:val="center"/>
        </w:trPr>
        <w:tc>
          <w:tcPr>
            <w:tcW w:w="1796" w:type="dxa"/>
            <w:vMerge/>
            <w:shd w:val="clear" w:color="auto" w:fill="auto"/>
          </w:tcPr>
          <w:p w14:paraId="0985055C" w14:textId="77777777" w:rsidR="00B15E99" w:rsidRPr="00EF2F0E" w:rsidRDefault="00B15E99" w:rsidP="00A40339">
            <w:pPr>
              <w:pStyle w:val="TAL"/>
              <w:rPr>
                <w:rFonts w:cs="Arial"/>
                <w:szCs w:val="18"/>
                <w:lang w:eastAsia="ja-JP"/>
              </w:rPr>
            </w:pPr>
          </w:p>
        </w:tc>
        <w:tc>
          <w:tcPr>
            <w:tcW w:w="1775" w:type="dxa"/>
            <w:shd w:val="clear" w:color="auto" w:fill="auto"/>
          </w:tcPr>
          <w:p w14:paraId="0985055D" w14:textId="77777777" w:rsidR="00B15E99" w:rsidRPr="00EF2F0E" w:rsidRDefault="00B15E99" w:rsidP="00A40339">
            <w:pPr>
              <w:pStyle w:val="TAC"/>
              <w:rPr>
                <w:szCs w:val="18"/>
                <w:lang w:eastAsia="ja-JP"/>
              </w:rPr>
            </w:pPr>
            <w:r w:rsidRPr="00EF2F0E">
              <w:rPr>
                <w:szCs w:val="18"/>
                <w:lang w:eastAsia="ja-JP"/>
              </w:rPr>
              <w:t xml:space="preserve">-35 – </w:t>
            </w:r>
            <w:r w:rsidRPr="00EF2F0E">
              <w:t>Δ</w:t>
            </w:r>
            <w:r w:rsidRPr="00EF2F0E">
              <w:rPr>
                <w:vertAlign w:val="subscript"/>
              </w:rPr>
              <w:t>minSENS</w:t>
            </w:r>
          </w:p>
        </w:tc>
        <w:tc>
          <w:tcPr>
            <w:tcW w:w="1815" w:type="dxa"/>
            <w:shd w:val="clear" w:color="auto" w:fill="auto"/>
          </w:tcPr>
          <w:p w14:paraId="0985055E" w14:textId="77777777" w:rsidR="00B15E99" w:rsidRPr="00EF2F0E" w:rsidRDefault="00B15E99" w:rsidP="00A40339">
            <w:pPr>
              <w:pStyle w:val="TAC"/>
              <w:rPr>
                <w:szCs w:val="18"/>
                <w:lang w:eastAsia="ja-JP"/>
              </w:rPr>
            </w:pPr>
            <w:r w:rsidRPr="00EF2F0E">
              <w:rPr>
                <w:szCs w:val="18"/>
                <w:lang w:eastAsia="ja-JP"/>
              </w:rPr>
              <w:t>EIS</w:t>
            </w:r>
            <w:r w:rsidRPr="00EF2F0E">
              <w:rPr>
                <w:szCs w:val="18"/>
                <w:vertAlign w:val="subscript"/>
                <w:lang w:eastAsia="ja-JP"/>
              </w:rPr>
              <w:t>minSENS</w:t>
            </w:r>
            <w:r w:rsidRPr="00EF2F0E">
              <w:rPr>
                <w:szCs w:val="18"/>
                <w:lang w:eastAsia="ja-JP"/>
              </w:rPr>
              <w:t xml:space="preserve"> + 6 dB</w:t>
            </w:r>
          </w:p>
        </w:tc>
        <w:tc>
          <w:tcPr>
            <w:tcW w:w="1792" w:type="dxa"/>
            <w:vMerge/>
            <w:shd w:val="clear" w:color="auto" w:fill="auto"/>
          </w:tcPr>
          <w:p w14:paraId="0985055F" w14:textId="77777777" w:rsidR="00B15E99" w:rsidRPr="00EF2F0E" w:rsidRDefault="00B15E99" w:rsidP="00A40339">
            <w:pPr>
              <w:pStyle w:val="TAL"/>
              <w:rPr>
                <w:rFonts w:cs="Arial"/>
                <w:szCs w:val="18"/>
                <w:lang w:eastAsia="ja-JP"/>
              </w:rPr>
            </w:pPr>
          </w:p>
        </w:tc>
        <w:tc>
          <w:tcPr>
            <w:tcW w:w="1777" w:type="dxa"/>
            <w:vMerge/>
            <w:shd w:val="clear" w:color="auto" w:fill="auto"/>
          </w:tcPr>
          <w:p w14:paraId="09850560" w14:textId="77777777" w:rsidR="00B15E99" w:rsidRPr="00EF2F0E" w:rsidRDefault="00B15E99" w:rsidP="00A40339">
            <w:pPr>
              <w:pStyle w:val="TAL"/>
              <w:rPr>
                <w:rFonts w:cs="Arial"/>
                <w:szCs w:val="18"/>
                <w:lang w:eastAsia="ja-JP"/>
              </w:rPr>
            </w:pPr>
          </w:p>
        </w:tc>
      </w:tr>
      <w:tr w:rsidR="00B15E99" w:rsidRPr="00EF2F0E" w14:paraId="09850564" w14:textId="77777777" w:rsidTr="00A40339">
        <w:trPr>
          <w:jc w:val="center"/>
        </w:trPr>
        <w:tc>
          <w:tcPr>
            <w:tcW w:w="8955" w:type="dxa"/>
            <w:gridSpan w:val="5"/>
            <w:shd w:val="clear" w:color="auto" w:fill="auto"/>
          </w:tcPr>
          <w:p w14:paraId="09850562" w14:textId="77777777" w:rsidR="00B15E99" w:rsidRPr="00EF2F0E" w:rsidRDefault="00B15E99" w:rsidP="00A40339">
            <w:pPr>
              <w:pStyle w:val="TAN"/>
              <w:rPr>
                <w:lang w:eastAsia="ja-JP"/>
              </w:rPr>
            </w:pPr>
            <w:r w:rsidRPr="00EF2F0E">
              <w:rPr>
                <w:lang w:eastAsia="ja-JP"/>
              </w:rPr>
              <w:t>NOTE 1:</w:t>
            </w:r>
            <w:r w:rsidRPr="00EF2F0E">
              <w:rPr>
                <w:lang w:eastAsia="ja-JP"/>
              </w:rPr>
              <w:tab/>
              <w:t>EIS</w:t>
            </w:r>
            <w:r w:rsidRPr="00EF2F0E">
              <w:rPr>
                <w:vertAlign w:val="subscript"/>
                <w:lang w:eastAsia="ja-JP"/>
              </w:rPr>
              <w:t>REFSENS</w:t>
            </w:r>
            <w:r w:rsidRPr="00EF2F0E">
              <w:rPr>
                <w:lang w:eastAsia="ja-JP"/>
              </w:rPr>
              <w:t xml:space="preserve"> and EIS</w:t>
            </w:r>
            <w:r w:rsidRPr="00EF2F0E">
              <w:rPr>
                <w:vertAlign w:val="subscript"/>
                <w:lang w:eastAsia="ja-JP"/>
              </w:rPr>
              <w:t>minSENS</w:t>
            </w:r>
            <w:r w:rsidRPr="00EF2F0E">
              <w:rPr>
                <w:lang w:eastAsia="ja-JP"/>
              </w:rPr>
              <w:t xml:space="preserve"> depend on the RAT, the BS class and on the </w:t>
            </w:r>
            <w:r w:rsidRPr="00EF2F0E">
              <w:rPr>
                <w:i/>
                <w:lang w:eastAsia="ja-JP"/>
              </w:rPr>
              <w:t>channel bandwidth</w:t>
            </w:r>
            <w:r w:rsidRPr="00EF2F0E">
              <w:rPr>
                <w:lang w:eastAsia="ja-JP"/>
              </w:rPr>
              <w:t>, see subclauses 10.3 and 10.2.</w:t>
            </w:r>
          </w:p>
          <w:p w14:paraId="09850563" w14:textId="66D3F720" w:rsidR="00B15E99" w:rsidRPr="00EF2F0E" w:rsidRDefault="00AC7771" w:rsidP="00A40339">
            <w:pPr>
              <w:pStyle w:val="TAN"/>
              <w:rPr>
                <w:lang w:eastAsia="ja-JP"/>
              </w:rPr>
            </w:pPr>
            <w:r w:rsidRPr="00EF2F0E">
              <w:rPr>
                <w:lang w:eastAsia="ja-JP"/>
              </w:rPr>
              <w:t>NOTE 2:</w:t>
            </w:r>
            <w:r w:rsidRPr="00EF2F0E">
              <w:rPr>
                <w:lang w:eastAsia="ja-JP"/>
              </w:rPr>
              <w:tab/>
            </w:r>
            <w:r w:rsidRPr="00EF2F0E">
              <w:rPr>
                <w:rFonts w:cs="v3.8.0"/>
                <w:lang w:eastAsia="ja-JP"/>
              </w:rPr>
              <w:t xml:space="preserve">For </w:t>
            </w:r>
            <w:r w:rsidRPr="00EF2F0E">
              <w:rPr>
                <w:rFonts w:cs="v3.8.0"/>
                <w:i/>
                <w:lang w:eastAsia="ja-JP"/>
              </w:rPr>
              <w:t>multi-band RIBs</w:t>
            </w:r>
            <w:r w:rsidRPr="00EF2F0E">
              <w:rPr>
                <w:rFonts w:cs="v3.8.0"/>
                <w:lang w:eastAsia="ja-JP"/>
              </w:rPr>
              <w:t xml:space="preserve">, </w:t>
            </w:r>
            <w:r w:rsidRPr="00EF2F0E">
              <w:rPr>
                <w:rFonts w:cs="Arial"/>
              </w:rPr>
              <w:t xml:space="preserve">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EF2F0E">
              <w:rPr>
                <w:rFonts w:cs="Arial"/>
              </w:rPr>
              <w:t>,</w:t>
            </w:r>
            <w:r w:rsidRPr="00EF2F0E">
              <w:rPr>
                <w:lang w:eastAsia="ja-JP"/>
              </w:rPr>
              <w:t xml:space="preserve"> </w:t>
            </w:r>
            <w:r w:rsidRPr="00EF2F0E">
              <w:rPr>
                <w:rFonts w:cs="Arial"/>
              </w:rPr>
              <w:t>the wanted signal mean power is equal to EIS</w:t>
            </w:r>
            <w:r w:rsidRPr="00EF2F0E">
              <w:rPr>
                <w:rFonts w:cs="Arial"/>
                <w:vertAlign w:val="subscript"/>
              </w:rPr>
              <w:t>REFSENS</w:t>
            </w:r>
            <w:r w:rsidRPr="00EF2F0E">
              <w:rPr>
                <w:rFonts w:cs="Arial"/>
              </w:rPr>
              <w:t xml:space="preserve"> +1.4 dB or </w:t>
            </w: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+1.4 dB as appropriate.</w:t>
            </w:r>
          </w:p>
        </w:tc>
      </w:tr>
    </w:tbl>
    <w:p w14:paraId="09850565" w14:textId="77777777" w:rsidR="00B15E99" w:rsidRPr="00EF2F0E" w:rsidRDefault="00B15E99" w:rsidP="00A40339"/>
    <w:p w14:paraId="09850566" w14:textId="77777777" w:rsidR="00B15E99" w:rsidRPr="00EF2F0E" w:rsidRDefault="00B15E99" w:rsidP="007853C3">
      <w:pPr>
        <w:pStyle w:val="TH"/>
      </w:pPr>
      <w:r w:rsidRPr="00EF2F0E">
        <w:rPr>
          <w:rFonts w:eastAsia="Osaka"/>
        </w:rPr>
        <w:t xml:space="preserve">Table 10.6.4.1-2: Interfering signals for single RAT E-UTRA in-band </w:t>
      </w:r>
      <w:r w:rsidRPr="00EF2F0E">
        <w:t>blocking performance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2836"/>
        <w:gridCol w:w="2430"/>
      </w:tblGrid>
      <w:tr w:rsidR="003401A4" w:rsidRPr="00EF2F0E" w14:paraId="0985056B" w14:textId="77777777" w:rsidTr="00A40339">
        <w:trPr>
          <w:jc w:val="center"/>
        </w:trPr>
        <w:tc>
          <w:tcPr>
            <w:tcW w:w="1467" w:type="dxa"/>
            <w:shd w:val="clear" w:color="auto" w:fill="auto"/>
            <w:vAlign w:val="center"/>
          </w:tcPr>
          <w:p w14:paraId="09850567" w14:textId="77777777" w:rsidR="00B15E99" w:rsidRPr="00EF2F0E" w:rsidRDefault="00B15E99" w:rsidP="00A40339">
            <w:pPr>
              <w:pStyle w:val="TAH"/>
              <w:rPr>
                <w:rFonts w:cs="Arial"/>
              </w:rPr>
            </w:pPr>
            <w:r w:rsidRPr="00EF2F0E">
              <w:rPr>
                <w:rFonts w:cs="Arial"/>
              </w:rPr>
              <w:t>E-UTRA</w:t>
            </w:r>
          </w:p>
          <w:p w14:paraId="09850568" w14:textId="77777777" w:rsidR="00B15E99" w:rsidRPr="00EF2F0E" w:rsidRDefault="00B15E99" w:rsidP="00A40339">
            <w:pPr>
              <w:pStyle w:val="TAH"/>
              <w:rPr>
                <w:rFonts w:cs="Arial"/>
              </w:rPr>
            </w:pPr>
            <w:r w:rsidRPr="00EF2F0E">
              <w:rPr>
                <w:rFonts w:cs="Arial"/>
              </w:rPr>
              <w:t>channel BW of the lowest/highest carrier received [MHz]</w:t>
            </w:r>
          </w:p>
        </w:tc>
        <w:tc>
          <w:tcPr>
            <w:tcW w:w="2836" w:type="dxa"/>
            <w:vAlign w:val="center"/>
          </w:tcPr>
          <w:p w14:paraId="09850569" w14:textId="77777777" w:rsidR="00B15E99" w:rsidRPr="00EF2F0E" w:rsidRDefault="00B15E99" w:rsidP="00A40339">
            <w:pPr>
              <w:pStyle w:val="TAH"/>
              <w:rPr>
                <w:rFonts w:cs="Arial"/>
              </w:rPr>
            </w:pPr>
            <w:r w:rsidRPr="00EF2F0E">
              <w:rPr>
                <w:rFonts w:cs="Arial"/>
              </w:rPr>
              <w:t xml:space="preserve">Interfering signal centre frequency minimum offset to  the lower/upper </w:t>
            </w:r>
            <w:r w:rsidRPr="00EF2F0E">
              <w:rPr>
                <w:rFonts w:cs="Arial"/>
                <w:i/>
              </w:rPr>
              <w:t>Base Station RF Bandwidth</w:t>
            </w:r>
            <w:r w:rsidRPr="00EF2F0E">
              <w:rPr>
                <w:rFonts w:cs="Arial"/>
              </w:rPr>
              <w:t xml:space="preserve"> edge or sub-block edge inside a </w:t>
            </w:r>
            <w:r w:rsidRPr="00EF2F0E">
              <w:rPr>
                <w:rFonts w:cs="Arial"/>
                <w:i/>
              </w:rPr>
              <w:t>sub-block gap</w:t>
            </w:r>
            <w:r w:rsidRPr="00EF2F0E">
              <w:rPr>
                <w:rFonts w:cs="Arial"/>
              </w:rPr>
              <w:t xml:space="preserve"> [MHz]</w:t>
            </w:r>
          </w:p>
        </w:tc>
        <w:tc>
          <w:tcPr>
            <w:tcW w:w="2430" w:type="dxa"/>
            <w:vAlign w:val="center"/>
          </w:tcPr>
          <w:p w14:paraId="0985056A"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5056F" w14:textId="77777777" w:rsidTr="00A40339">
        <w:trPr>
          <w:jc w:val="center"/>
        </w:trPr>
        <w:tc>
          <w:tcPr>
            <w:tcW w:w="1467" w:type="dxa"/>
            <w:vAlign w:val="center"/>
          </w:tcPr>
          <w:p w14:paraId="0985056C" w14:textId="77777777" w:rsidR="00B15E99" w:rsidRPr="00EF2F0E" w:rsidRDefault="00B15E99" w:rsidP="00A40339">
            <w:pPr>
              <w:pStyle w:val="TAC"/>
              <w:rPr>
                <w:rFonts w:cs="Arial"/>
              </w:rPr>
            </w:pPr>
            <w:r w:rsidRPr="00EF2F0E">
              <w:rPr>
                <w:rFonts w:cs="Arial"/>
              </w:rPr>
              <w:t>1.4</w:t>
            </w:r>
          </w:p>
        </w:tc>
        <w:tc>
          <w:tcPr>
            <w:tcW w:w="2836" w:type="dxa"/>
            <w:vAlign w:val="center"/>
          </w:tcPr>
          <w:p w14:paraId="0985056D" w14:textId="77777777" w:rsidR="00B15E99" w:rsidRPr="00EF2F0E" w:rsidRDefault="00B15E99" w:rsidP="00A40339">
            <w:pPr>
              <w:pStyle w:val="TAC"/>
              <w:rPr>
                <w:rFonts w:cs="Arial"/>
              </w:rPr>
            </w:pPr>
            <w:r w:rsidRPr="00EF2F0E">
              <w:rPr>
                <w:rFonts w:cs="Arial"/>
              </w:rPr>
              <w:t>±2.1</w:t>
            </w:r>
          </w:p>
        </w:tc>
        <w:tc>
          <w:tcPr>
            <w:tcW w:w="2430" w:type="dxa"/>
            <w:shd w:val="clear" w:color="auto" w:fill="auto"/>
            <w:vAlign w:val="center"/>
          </w:tcPr>
          <w:p w14:paraId="0985056E" w14:textId="77777777" w:rsidR="00B15E99" w:rsidRPr="00EF2F0E" w:rsidRDefault="00B15E99" w:rsidP="00A40339">
            <w:pPr>
              <w:pStyle w:val="TAC"/>
              <w:rPr>
                <w:rFonts w:cs="Arial"/>
              </w:rPr>
            </w:pPr>
            <w:r w:rsidRPr="00EF2F0E">
              <w:rPr>
                <w:rFonts w:cs="Arial"/>
              </w:rPr>
              <w:t>1.4</w:t>
            </w:r>
            <w:r w:rsidRPr="00EF2F0E">
              <w:rPr>
                <w:rFonts w:cs="Arial"/>
                <w:lang w:eastAsia="ko-KR"/>
              </w:rPr>
              <w:t xml:space="preserve"> </w:t>
            </w:r>
            <w:r w:rsidRPr="00EF2F0E">
              <w:rPr>
                <w:rFonts w:cs="Arial"/>
              </w:rPr>
              <w:t>MHz E-UTRA signal</w:t>
            </w:r>
          </w:p>
        </w:tc>
      </w:tr>
      <w:tr w:rsidR="003401A4" w:rsidRPr="00EF2F0E" w14:paraId="09850573" w14:textId="77777777" w:rsidTr="00A40339">
        <w:trPr>
          <w:jc w:val="center"/>
        </w:trPr>
        <w:tc>
          <w:tcPr>
            <w:tcW w:w="1467" w:type="dxa"/>
            <w:vAlign w:val="center"/>
          </w:tcPr>
          <w:p w14:paraId="09850570" w14:textId="77777777" w:rsidR="00B15E99" w:rsidRPr="00EF2F0E" w:rsidRDefault="00B15E99" w:rsidP="00A40339">
            <w:pPr>
              <w:pStyle w:val="TAC"/>
              <w:rPr>
                <w:rFonts w:cs="Arial"/>
              </w:rPr>
            </w:pPr>
            <w:r w:rsidRPr="00EF2F0E">
              <w:rPr>
                <w:rFonts w:cs="Arial"/>
              </w:rPr>
              <w:t>3</w:t>
            </w:r>
          </w:p>
        </w:tc>
        <w:tc>
          <w:tcPr>
            <w:tcW w:w="2836" w:type="dxa"/>
            <w:vAlign w:val="center"/>
          </w:tcPr>
          <w:p w14:paraId="09850571" w14:textId="77777777" w:rsidR="00B15E99" w:rsidRPr="00EF2F0E" w:rsidRDefault="00B15E99" w:rsidP="00A40339">
            <w:pPr>
              <w:pStyle w:val="TAC"/>
              <w:rPr>
                <w:rFonts w:cs="Arial"/>
              </w:rPr>
            </w:pPr>
            <w:r w:rsidRPr="00EF2F0E">
              <w:rPr>
                <w:rFonts w:cs="Arial"/>
              </w:rPr>
              <w:t>±4.5</w:t>
            </w:r>
          </w:p>
        </w:tc>
        <w:tc>
          <w:tcPr>
            <w:tcW w:w="2430" w:type="dxa"/>
            <w:shd w:val="clear" w:color="auto" w:fill="auto"/>
            <w:vAlign w:val="center"/>
          </w:tcPr>
          <w:p w14:paraId="09850572" w14:textId="77777777" w:rsidR="00B15E99" w:rsidRPr="00EF2F0E" w:rsidRDefault="00B15E99" w:rsidP="00A40339">
            <w:pPr>
              <w:pStyle w:val="TAC"/>
              <w:rPr>
                <w:rFonts w:cs="Arial"/>
              </w:rPr>
            </w:pPr>
            <w:r w:rsidRPr="00EF2F0E">
              <w:rPr>
                <w:rFonts w:cs="Arial"/>
              </w:rPr>
              <w:t>3</w:t>
            </w:r>
            <w:r w:rsidRPr="00EF2F0E">
              <w:rPr>
                <w:rFonts w:cs="Arial"/>
                <w:lang w:eastAsia="ko-KR"/>
              </w:rPr>
              <w:t xml:space="preserve"> </w:t>
            </w:r>
            <w:r w:rsidRPr="00EF2F0E">
              <w:rPr>
                <w:rFonts w:cs="Arial"/>
              </w:rPr>
              <w:t>MHz E-UTRA signal</w:t>
            </w:r>
          </w:p>
        </w:tc>
      </w:tr>
      <w:tr w:rsidR="003401A4" w:rsidRPr="00EF2F0E" w14:paraId="09850577" w14:textId="77777777" w:rsidTr="00A40339">
        <w:trPr>
          <w:jc w:val="center"/>
        </w:trPr>
        <w:tc>
          <w:tcPr>
            <w:tcW w:w="1467" w:type="dxa"/>
            <w:vAlign w:val="center"/>
          </w:tcPr>
          <w:p w14:paraId="09850574" w14:textId="77777777" w:rsidR="00B15E99" w:rsidRPr="00EF2F0E" w:rsidRDefault="00B15E99" w:rsidP="00A40339">
            <w:pPr>
              <w:pStyle w:val="TAC"/>
              <w:rPr>
                <w:rFonts w:cs="Arial"/>
              </w:rPr>
            </w:pPr>
            <w:r w:rsidRPr="00EF2F0E">
              <w:rPr>
                <w:rFonts w:cs="Arial"/>
              </w:rPr>
              <w:t>5</w:t>
            </w:r>
          </w:p>
        </w:tc>
        <w:tc>
          <w:tcPr>
            <w:tcW w:w="2836" w:type="dxa"/>
            <w:vAlign w:val="center"/>
          </w:tcPr>
          <w:p w14:paraId="09850575" w14:textId="77777777" w:rsidR="00B15E99" w:rsidRPr="00EF2F0E" w:rsidRDefault="00B15E99" w:rsidP="00A40339">
            <w:pPr>
              <w:pStyle w:val="TAC"/>
              <w:rPr>
                <w:rFonts w:cs="Arial"/>
              </w:rPr>
            </w:pPr>
            <w:r w:rsidRPr="00EF2F0E">
              <w:rPr>
                <w:rFonts w:cs="Arial"/>
              </w:rPr>
              <w:t>±7.5</w:t>
            </w:r>
          </w:p>
        </w:tc>
        <w:tc>
          <w:tcPr>
            <w:tcW w:w="2430" w:type="dxa"/>
            <w:shd w:val="clear" w:color="auto" w:fill="auto"/>
            <w:vAlign w:val="center"/>
          </w:tcPr>
          <w:p w14:paraId="09850576" w14:textId="77777777" w:rsidR="00B15E99" w:rsidRPr="00EF2F0E" w:rsidRDefault="00B15E99" w:rsidP="00A40339">
            <w:pPr>
              <w:pStyle w:val="TAC"/>
              <w:rPr>
                <w:rFonts w:cs="Arial"/>
              </w:rPr>
            </w:pPr>
            <w:r w:rsidRPr="00EF2F0E">
              <w:rPr>
                <w:rFonts w:cs="Arial"/>
              </w:rPr>
              <w:t>5</w:t>
            </w:r>
            <w:r w:rsidRPr="00EF2F0E">
              <w:rPr>
                <w:rFonts w:cs="Arial"/>
                <w:lang w:eastAsia="ko-KR"/>
              </w:rPr>
              <w:t xml:space="preserve"> </w:t>
            </w:r>
            <w:r w:rsidRPr="00EF2F0E">
              <w:rPr>
                <w:rFonts w:cs="Arial"/>
              </w:rPr>
              <w:t>MHz E-UTRA signal</w:t>
            </w:r>
          </w:p>
        </w:tc>
      </w:tr>
      <w:tr w:rsidR="003401A4" w:rsidRPr="00EF2F0E" w14:paraId="0985057B" w14:textId="77777777" w:rsidTr="00A40339">
        <w:trPr>
          <w:jc w:val="center"/>
        </w:trPr>
        <w:tc>
          <w:tcPr>
            <w:tcW w:w="1467" w:type="dxa"/>
            <w:vAlign w:val="center"/>
          </w:tcPr>
          <w:p w14:paraId="09850578" w14:textId="77777777" w:rsidR="00B15E99" w:rsidRPr="00EF2F0E" w:rsidRDefault="00B15E99" w:rsidP="00A40339">
            <w:pPr>
              <w:pStyle w:val="TAC"/>
              <w:rPr>
                <w:rFonts w:cs="Arial"/>
              </w:rPr>
            </w:pPr>
            <w:r w:rsidRPr="00EF2F0E">
              <w:rPr>
                <w:rFonts w:cs="Arial"/>
              </w:rPr>
              <w:t>10</w:t>
            </w:r>
          </w:p>
        </w:tc>
        <w:tc>
          <w:tcPr>
            <w:tcW w:w="2836" w:type="dxa"/>
            <w:vAlign w:val="center"/>
          </w:tcPr>
          <w:p w14:paraId="09850579" w14:textId="77777777" w:rsidR="00B15E99" w:rsidRPr="00EF2F0E" w:rsidRDefault="00B15E99" w:rsidP="00A40339">
            <w:pPr>
              <w:pStyle w:val="TAC"/>
              <w:rPr>
                <w:rFonts w:cs="Arial"/>
              </w:rPr>
            </w:pPr>
            <w:r w:rsidRPr="00EF2F0E">
              <w:rPr>
                <w:rFonts w:cs="Arial"/>
              </w:rPr>
              <w:t>±7.5</w:t>
            </w:r>
          </w:p>
        </w:tc>
        <w:tc>
          <w:tcPr>
            <w:tcW w:w="2430" w:type="dxa"/>
            <w:shd w:val="clear" w:color="auto" w:fill="auto"/>
            <w:vAlign w:val="center"/>
          </w:tcPr>
          <w:p w14:paraId="0985057A" w14:textId="77777777" w:rsidR="00B15E99" w:rsidRPr="00EF2F0E" w:rsidRDefault="00B15E99" w:rsidP="00A40339">
            <w:pPr>
              <w:pStyle w:val="TAC"/>
              <w:rPr>
                <w:rFonts w:cs="Arial"/>
              </w:rPr>
            </w:pPr>
            <w:r w:rsidRPr="00EF2F0E">
              <w:rPr>
                <w:rFonts w:cs="Arial"/>
              </w:rPr>
              <w:t>5</w:t>
            </w:r>
            <w:r w:rsidRPr="00EF2F0E">
              <w:rPr>
                <w:rFonts w:cs="Arial"/>
                <w:lang w:eastAsia="ko-KR"/>
              </w:rPr>
              <w:t xml:space="preserve"> </w:t>
            </w:r>
            <w:r w:rsidRPr="00EF2F0E">
              <w:rPr>
                <w:rFonts w:cs="Arial"/>
              </w:rPr>
              <w:t>MHz E-UTRA signal</w:t>
            </w:r>
          </w:p>
        </w:tc>
      </w:tr>
      <w:tr w:rsidR="003401A4" w:rsidRPr="00EF2F0E" w14:paraId="0985057F" w14:textId="77777777" w:rsidTr="00A40339">
        <w:trPr>
          <w:jc w:val="center"/>
        </w:trPr>
        <w:tc>
          <w:tcPr>
            <w:tcW w:w="1467" w:type="dxa"/>
            <w:vAlign w:val="center"/>
          </w:tcPr>
          <w:p w14:paraId="0985057C" w14:textId="77777777" w:rsidR="00B15E99" w:rsidRPr="00EF2F0E" w:rsidRDefault="00B15E99" w:rsidP="00A40339">
            <w:pPr>
              <w:pStyle w:val="TAC"/>
              <w:rPr>
                <w:rFonts w:cs="Arial"/>
              </w:rPr>
            </w:pPr>
            <w:r w:rsidRPr="00EF2F0E">
              <w:rPr>
                <w:rFonts w:cs="Arial"/>
              </w:rPr>
              <w:t>15</w:t>
            </w:r>
          </w:p>
        </w:tc>
        <w:tc>
          <w:tcPr>
            <w:tcW w:w="2836" w:type="dxa"/>
            <w:vAlign w:val="center"/>
          </w:tcPr>
          <w:p w14:paraId="0985057D" w14:textId="77777777" w:rsidR="00B15E99" w:rsidRPr="00EF2F0E" w:rsidRDefault="00B15E99" w:rsidP="00A40339">
            <w:pPr>
              <w:pStyle w:val="TAC"/>
              <w:rPr>
                <w:rFonts w:cs="Arial"/>
              </w:rPr>
            </w:pPr>
            <w:r w:rsidRPr="00EF2F0E">
              <w:rPr>
                <w:rFonts w:cs="Arial"/>
              </w:rPr>
              <w:t>±7.5</w:t>
            </w:r>
          </w:p>
        </w:tc>
        <w:tc>
          <w:tcPr>
            <w:tcW w:w="2430" w:type="dxa"/>
            <w:shd w:val="clear" w:color="auto" w:fill="auto"/>
            <w:vAlign w:val="center"/>
          </w:tcPr>
          <w:p w14:paraId="0985057E" w14:textId="77777777" w:rsidR="00B15E99" w:rsidRPr="00EF2F0E" w:rsidRDefault="00B15E99" w:rsidP="00A40339">
            <w:pPr>
              <w:pStyle w:val="TAC"/>
              <w:rPr>
                <w:rFonts w:cs="Arial"/>
              </w:rPr>
            </w:pPr>
            <w:r w:rsidRPr="00EF2F0E">
              <w:rPr>
                <w:rFonts w:cs="Arial"/>
              </w:rPr>
              <w:t>5</w:t>
            </w:r>
            <w:r w:rsidRPr="00EF2F0E">
              <w:rPr>
                <w:rFonts w:cs="Arial"/>
                <w:lang w:eastAsia="ko-KR"/>
              </w:rPr>
              <w:t xml:space="preserve"> </w:t>
            </w:r>
            <w:r w:rsidRPr="00EF2F0E">
              <w:rPr>
                <w:rFonts w:cs="Arial"/>
              </w:rPr>
              <w:t>MHz E-UTRA signal</w:t>
            </w:r>
          </w:p>
        </w:tc>
      </w:tr>
      <w:tr w:rsidR="003401A4" w:rsidRPr="00EF2F0E" w14:paraId="09850583" w14:textId="77777777" w:rsidTr="00A40339">
        <w:trPr>
          <w:jc w:val="center"/>
        </w:trPr>
        <w:tc>
          <w:tcPr>
            <w:tcW w:w="1467" w:type="dxa"/>
            <w:vAlign w:val="center"/>
          </w:tcPr>
          <w:p w14:paraId="09850580" w14:textId="77777777" w:rsidR="00B15E99" w:rsidRPr="00EF2F0E" w:rsidRDefault="00B15E99" w:rsidP="00A40339">
            <w:pPr>
              <w:pStyle w:val="TAC"/>
              <w:rPr>
                <w:rFonts w:cs="Arial"/>
              </w:rPr>
            </w:pPr>
            <w:r w:rsidRPr="00EF2F0E">
              <w:rPr>
                <w:rFonts w:cs="Arial"/>
              </w:rPr>
              <w:t>20</w:t>
            </w:r>
          </w:p>
        </w:tc>
        <w:tc>
          <w:tcPr>
            <w:tcW w:w="2836" w:type="dxa"/>
            <w:vAlign w:val="center"/>
          </w:tcPr>
          <w:p w14:paraId="09850581" w14:textId="77777777" w:rsidR="00B15E99" w:rsidRPr="00EF2F0E" w:rsidRDefault="00B15E99" w:rsidP="00A40339">
            <w:pPr>
              <w:pStyle w:val="TAC"/>
              <w:rPr>
                <w:rFonts w:cs="Arial"/>
              </w:rPr>
            </w:pPr>
            <w:r w:rsidRPr="00EF2F0E">
              <w:rPr>
                <w:rFonts w:cs="Arial"/>
              </w:rPr>
              <w:t>±7.5</w:t>
            </w:r>
          </w:p>
        </w:tc>
        <w:tc>
          <w:tcPr>
            <w:tcW w:w="2430" w:type="dxa"/>
            <w:shd w:val="clear" w:color="auto" w:fill="auto"/>
            <w:vAlign w:val="center"/>
          </w:tcPr>
          <w:p w14:paraId="09850582" w14:textId="77777777" w:rsidR="00B15E99" w:rsidRPr="00EF2F0E" w:rsidRDefault="00B15E99" w:rsidP="00A40339">
            <w:pPr>
              <w:pStyle w:val="TAC"/>
              <w:rPr>
                <w:rFonts w:cs="Arial"/>
              </w:rPr>
            </w:pPr>
            <w:r w:rsidRPr="00EF2F0E">
              <w:rPr>
                <w:rFonts w:cs="Arial"/>
              </w:rPr>
              <w:t>5</w:t>
            </w:r>
            <w:r w:rsidRPr="00EF2F0E">
              <w:rPr>
                <w:rFonts w:cs="Arial"/>
                <w:lang w:eastAsia="ko-KR"/>
              </w:rPr>
              <w:t xml:space="preserve"> </w:t>
            </w:r>
            <w:r w:rsidRPr="00EF2F0E">
              <w:rPr>
                <w:rFonts w:cs="Arial"/>
              </w:rPr>
              <w:t>MHz E-UTRA signal</w:t>
            </w:r>
            <w:r w:rsidRPr="00EF2F0E">
              <w:rPr>
                <w:rFonts w:cs="Arial"/>
                <w:lang w:eastAsia="ko-KR"/>
              </w:rPr>
              <w:t xml:space="preserve"> </w:t>
            </w:r>
          </w:p>
        </w:tc>
      </w:tr>
      <w:tr w:rsidR="00B15E99" w:rsidRPr="00EF2F0E" w14:paraId="09850587" w14:textId="77777777" w:rsidTr="00A40339">
        <w:trPr>
          <w:jc w:val="center"/>
        </w:trPr>
        <w:tc>
          <w:tcPr>
            <w:tcW w:w="1467" w:type="dxa"/>
            <w:vAlign w:val="center"/>
          </w:tcPr>
          <w:p w14:paraId="09850584" w14:textId="77777777" w:rsidR="00B15E99" w:rsidRPr="00EF2F0E" w:rsidRDefault="00B15E99" w:rsidP="00A40339">
            <w:pPr>
              <w:pStyle w:val="TAC"/>
              <w:rPr>
                <w:rFonts w:cs="Arial"/>
                <w:lang w:eastAsia="zh-CN"/>
              </w:rPr>
            </w:pPr>
            <w:r w:rsidRPr="00EF2F0E">
              <w:rPr>
                <w:rFonts w:cs="Arial"/>
                <w:lang w:eastAsia="zh-CN"/>
              </w:rPr>
              <w:t>20</w:t>
            </w:r>
          </w:p>
        </w:tc>
        <w:tc>
          <w:tcPr>
            <w:tcW w:w="2836" w:type="dxa"/>
            <w:vAlign w:val="center"/>
          </w:tcPr>
          <w:p w14:paraId="09850585" w14:textId="77777777" w:rsidR="00B15E99" w:rsidRPr="00EF2F0E" w:rsidRDefault="00B15E99" w:rsidP="00A40339">
            <w:pPr>
              <w:pStyle w:val="TAC"/>
              <w:rPr>
                <w:rFonts w:cs="Arial"/>
                <w:lang w:eastAsia="zh-CN"/>
              </w:rPr>
            </w:pPr>
            <w:r w:rsidRPr="00EF2F0E">
              <w:rPr>
                <w:rFonts w:cs="Arial"/>
                <w:lang w:eastAsia="ko-KR"/>
              </w:rPr>
              <w:t>±</w:t>
            </w:r>
            <w:r w:rsidRPr="00EF2F0E">
              <w:rPr>
                <w:rFonts w:cs="Arial"/>
                <w:lang w:eastAsia="zh-CN"/>
              </w:rPr>
              <w:t>30</w:t>
            </w:r>
          </w:p>
        </w:tc>
        <w:tc>
          <w:tcPr>
            <w:tcW w:w="2430" w:type="dxa"/>
            <w:shd w:val="clear" w:color="auto" w:fill="auto"/>
            <w:vAlign w:val="center"/>
          </w:tcPr>
          <w:p w14:paraId="09850586" w14:textId="77777777" w:rsidR="00B15E99" w:rsidRPr="00EF2F0E" w:rsidRDefault="00B15E99" w:rsidP="00A40339">
            <w:pPr>
              <w:pStyle w:val="TAC"/>
              <w:rPr>
                <w:rFonts w:cs="Arial"/>
                <w:lang w:eastAsia="ko-KR"/>
              </w:rPr>
            </w:pPr>
            <w:r w:rsidRPr="00EF2F0E">
              <w:rPr>
                <w:rFonts w:cs="Arial"/>
                <w:lang w:eastAsia="zh-CN"/>
              </w:rPr>
              <w:t xml:space="preserve">20 </w:t>
            </w:r>
            <w:r w:rsidRPr="00EF2F0E">
              <w:rPr>
                <w:rFonts w:cs="Arial"/>
                <w:lang w:eastAsia="ko-KR"/>
              </w:rPr>
              <w:t xml:space="preserve">MHz E-UTRA signal </w:t>
            </w:r>
          </w:p>
        </w:tc>
      </w:tr>
    </w:tbl>
    <w:p w14:paraId="09850588" w14:textId="77777777" w:rsidR="00B15E99" w:rsidRPr="00EF2F0E" w:rsidRDefault="00B15E99" w:rsidP="00A40339"/>
    <w:p w14:paraId="09850589" w14:textId="77777777" w:rsidR="00B15E99" w:rsidRPr="00EF2F0E" w:rsidRDefault="00B15E99" w:rsidP="00A40339">
      <w:pPr>
        <w:pStyle w:val="Heading4"/>
      </w:pPr>
      <w:bookmarkStart w:id="5337" w:name="_Toc21096173"/>
      <w:bookmarkStart w:id="5338" w:name="_Toc29763372"/>
      <w:bookmarkStart w:id="5339" w:name="_Toc45869657"/>
      <w:bookmarkStart w:id="5340" w:name="_Toc52554910"/>
      <w:bookmarkStart w:id="5341" w:name="_Toc52555380"/>
      <w:bookmarkStart w:id="5342" w:name="_Toc61112612"/>
      <w:bookmarkStart w:id="5343" w:name="_Toc67911764"/>
      <w:bookmarkStart w:id="5344" w:name="_Toc74843239"/>
      <w:bookmarkStart w:id="5345" w:name="_Toc76503622"/>
      <w:bookmarkStart w:id="5346" w:name="_Toc83041065"/>
      <w:bookmarkStart w:id="5347" w:name="_Toc89852108"/>
      <w:bookmarkStart w:id="5348" w:name="_Toc98676462"/>
      <w:r w:rsidRPr="00EF2F0E">
        <w:t>10.6.4.2</w:t>
      </w:r>
      <w:r w:rsidRPr="00EF2F0E">
        <w:tab/>
        <w:t>Co-location minimum requirement</w:t>
      </w:r>
      <w:bookmarkEnd w:id="5337"/>
      <w:bookmarkEnd w:id="5338"/>
      <w:bookmarkEnd w:id="5339"/>
      <w:bookmarkEnd w:id="5340"/>
      <w:bookmarkEnd w:id="5341"/>
      <w:bookmarkEnd w:id="5342"/>
      <w:bookmarkEnd w:id="5343"/>
      <w:bookmarkEnd w:id="5344"/>
      <w:bookmarkEnd w:id="5345"/>
      <w:bookmarkEnd w:id="5346"/>
      <w:bookmarkEnd w:id="5347"/>
      <w:bookmarkEnd w:id="5348"/>
    </w:p>
    <w:p w14:paraId="0985058A" w14:textId="77777777" w:rsidR="00B15E99" w:rsidRPr="00EF2F0E" w:rsidRDefault="00B15E99" w:rsidP="00A40339">
      <w:r w:rsidRPr="00EF2F0E">
        <w:t xml:space="preserve">This additional blocking requirement may be applied for the protection of </w:t>
      </w:r>
      <w:r w:rsidRPr="00EF2F0E">
        <w:rPr>
          <w:i/>
        </w:rPr>
        <w:t>AAS BS receivers</w:t>
      </w:r>
      <w:r w:rsidRPr="00EF2F0E">
        <w:t xml:space="preserve"> when E-UTRA BS,</w:t>
      </w:r>
      <w:r w:rsidR="008A7D6F" w:rsidRPr="00EF2F0E">
        <w:t xml:space="preserve"> NR BS,</w:t>
      </w:r>
      <w:r w:rsidRPr="00EF2F0E">
        <w:t xml:space="preserve"> UTRA BS, CDMA BS or GSM/EDGE BS operating in a different frequency band are co-located with an AAS BS.</w:t>
      </w:r>
    </w:p>
    <w:p w14:paraId="0985058B" w14:textId="77777777" w:rsidR="00B15E99" w:rsidRPr="00EF2F0E" w:rsidRDefault="00B15E99" w:rsidP="00A40339">
      <w:pPr>
        <w:rPr>
          <w:rFonts w:cs="v5.0.0"/>
        </w:rPr>
      </w:pPr>
      <w:r w:rsidRPr="00EF2F0E">
        <w:rPr>
          <w:rFonts w:cs="v5.0.0"/>
        </w:rPr>
        <w:t>The requirement is a co-location requirement</w:t>
      </w:r>
      <w:r w:rsidR="00436D44" w:rsidRPr="00EF2F0E">
        <w:rPr>
          <w:rFonts w:cs="v5.0.0"/>
        </w:rPr>
        <w:t>.</w:t>
      </w:r>
      <w:r w:rsidRPr="00EF2F0E">
        <w:rPr>
          <w:rFonts w:cs="v5.0.0"/>
        </w:rPr>
        <w:t xml:space="preserve"> </w:t>
      </w:r>
      <w:r w:rsidR="00436D44" w:rsidRPr="00EF2F0E">
        <w:rPr>
          <w:rFonts w:cs="v5.0.0"/>
        </w:rPr>
        <w:t>T</w:t>
      </w:r>
      <w:r w:rsidRPr="00EF2F0E">
        <w:rPr>
          <w:rFonts w:cs="v5.0.0"/>
        </w:rPr>
        <w:t xml:space="preserve">he interferer power levels </w:t>
      </w:r>
      <w:r w:rsidR="00436D44" w:rsidRPr="00EF2F0E">
        <w:rPr>
          <w:rFonts w:cs="v5.0.0"/>
        </w:rPr>
        <w:t xml:space="preserve">are </w:t>
      </w:r>
      <w:r w:rsidRPr="00EF2F0E">
        <w:rPr>
          <w:rFonts w:cs="v5.0.0"/>
        </w:rPr>
        <w:t xml:space="preserve">specified at the </w:t>
      </w:r>
      <w:r w:rsidRPr="00EF2F0E">
        <w:rPr>
          <w:rFonts w:cs="v5.0.0"/>
          <w:i/>
        </w:rPr>
        <w:t>co-location reference antenna</w:t>
      </w:r>
      <w:r w:rsidRPr="00EF2F0E">
        <w:rPr>
          <w:rFonts w:cs="v5.0.0"/>
        </w:rPr>
        <w:t xml:space="preserve"> conducted input.</w:t>
      </w:r>
      <w:r w:rsidR="0072592F" w:rsidRPr="00EF2F0E">
        <w:rPr>
          <w:rFonts w:cs="v5.0.0"/>
        </w:rPr>
        <w:t xml:space="preserve"> </w:t>
      </w:r>
      <w:r w:rsidR="0072592F" w:rsidRPr="00EF2F0E">
        <w:t>The interfering power is specified per supported polarization.</w:t>
      </w:r>
    </w:p>
    <w:p w14:paraId="0985058C" w14:textId="77777777" w:rsidR="00B15E99" w:rsidRPr="00EF2F0E" w:rsidRDefault="00B15E99" w:rsidP="00A40339">
      <w:r w:rsidRPr="00EF2F0E">
        <w:rPr>
          <w:rFonts w:cs="v5.0.0"/>
        </w:rPr>
        <w:t xml:space="preserve">The requirement is valid over </w:t>
      </w:r>
      <w:r w:rsidRPr="00EF2F0E">
        <w:rPr>
          <w:i/>
        </w:rPr>
        <w:t>minSENS RoAoA</w:t>
      </w:r>
      <w:r w:rsidRPr="00EF2F0E">
        <w:t>.</w:t>
      </w:r>
    </w:p>
    <w:p w14:paraId="0985058D" w14:textId="77777777" w:rsidR="00B15E99" w:rsidRPr="00EF2F0E" w:rsidRDefault="00B15E99" w:rsidP="00A40339">
      <w:r w:rsidRPr="00EF2F0E">
        <w:t xml:space="preserve">When the </w:t>
      </w:r>
      <w:r w:rsidRPr="00EF2F0E">
        <w:rPr>
          <w:rFonts w:cs="v5.0.0"/>
        </w:rPr>
        <w:t>wanted and an interfering signal using the parameters in table 10.6.2.2-1 for co-location with UTRA or E-UTRA systems and table 10.6.4.2-1 for co-location with GSM systems</w:t>
      </w:r>
      <w:r w:rsidRPr="00EF2F0E">
        <w:t>, the following requirements shall be met:</w:t>
      </w:r>
    </w:p>
    <w:p w14:paraId="0985058E" w14:textId="77777777" w:rsidR="00B15E99" w:rsidRPr="00EF2F0E" w:rsidRDefault="00B15E99" w:rsidP="00A40339">
      <w:pPr>
        <w:pStyle w:val="B10"/>
      </w:pPr>
      <w:r w:rsidRPr="00EF2F0E">
        <w:t>-</w:t>
      </w:r>
      <w:r w:rsidRPr="00EF2F0E">
        <w:tab/>
        <w:t xml:space="preserve">For any E-UTRA carrier, the throughput shall be ≥ 95 % of the </w:t>
      </w:r>
      <w:r w:rsidRPr="00EF2F0E">
        <w:rPr>
          <w:i/>
        </w:rPr>
        <w:t>maximum throughput</w:t>
      </w:r>
      <w:r w:rsidRPr="00EF2F0E">
        <w:t xml:space="preserve"> of the reference measurement channel defined in 3GPP TS 36.104 [8], subclause 7.2.1.</w:t>
      </w:r>
    </w:p>
    <w:p w14:paraId="0985058F" w14:textId="77777777" w:rsidR="00B15E99" w:rsidRPr="00EF2F0E" w:rsidRDefault="00B15E99" w:rsidP="00A40339">
      <w:pPr>
        <w:pStyle w:val="TH"/>
      </w:pPr>
      <w:r w:rsidRPr="00EF2F0E">
        <w:rPr>
          <w:rFonts w:eastAsia="Osaka"/>
        </w:rPr>
        <w:t xml:space="preserve">Table 10.6.4.2-1: E-UTRA additional OTA </w:t>
      </w:r>
      <w:r w:rsidRPr="00EF2F0E">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18"/>
        <w:gridCol w:w="1657"/>
        <w:gridCol w:w="1082"/>
        <w:gridCol w:w="1134"/>
        <w:gridCol w:w="1134"/>
        <w:gridCol w:w="1701"/>
        <w:gridCol w:w="1167"/>
        <w:gridCol w:w="10"/>
      </w:tblGrid>
      <w:tr w:rsidR="003401A4" w:rsidRPr="00EF2F0E" w14:paraId="09850597" w14:textId="77777777" w:rsidTr="00B61376">
        <w:trPr>
          <w:gridAfter w:val="1"/>
          <w:wAfter w:w="10" w:type="dxa"/>
          <w:tblHeader/>
          <w:jc w:val="center"/>
        </w:trPr>
        <w:tc>
          <w:tcPr>
            <w:tcW w:w="1918" w:type="dxa"/>
          </w:tcPr>
          <w:p w14:paraId="09850590" w14:textId="77777777" w:rsidR="008A7D6F" w:rsidRPr="00EF2F0E" w:rsidRDefault="008A7D6F" w:rsidP="00B61376">
            <w:pPr>
              <w:pStyle w:val="TAH"/>
              <w:rPr>
                <w:lang w:eastAsia="ja-JP"/>
              </w:rPr>
            </w:pPr>
            <w:r w:rsidRPr="00EF2F0E">
              <w:rPr>
                <w:lang w:eastAsia="ja-JP"/>
              </w:rPr>
              <w:t>Type of co-located BS</w:t>
            </w:r>
          </w:p>
        </w:tc>
        <w:tc>
          <w:tcPr>
            <w:tcW w:w="1657" w:type="dxa"/>
          </w:tcPr>
          <w:p w14:paraId="09850591" w14:textId="77777777" w:rsidR="008A7D6F" w:rsidRPr="00EF2F0E" w:rsidRDefault="008A7D6F" w:rsidP="00B61376">
            <w:pPr>
              <w:pStyle w:val="TAH"/>
              <w:rPr>
                <w:lang w:eastAsia="ja-JP"/>
              </w:rPr>
            </w:pPr>
            <w:r w:rsidRPr="00EF2F0E">
              <w:rPr>
                <w:lang w:eastAsia="ja-JP"/>
              </w:rPr>
              <w:t>Centre Frequency of Interfering Signal [MHz]</w:t>
            </w:r>
          </w:p>
        </w:tc>
        <w:tc>
          <w:tcPr>
            <w:tcW w:w="1082" w:type="dxa"/>
          </w:tcPr>
          <w:p w14:paraId="09850592" w14:textId="77777777" w:rsidR="008A7D6F" w:rsidRPr="00EF2F0E" w:rsidRDefault="008A7D6F" w:rsidP="00B61376">
            <w:pPr>
              <w:pStyle w:val="TAH"/>
              <w:rPr>
                <w:lang w:eastAsia="ja-JP"/>
              </w:rPr>
            </w:pPr>
            <w:r w:rsidRPr="00EF2F0E">
              <w:rPr>
                <w:lang w:eastAsia="ja-JP"/>
              </w:rPr>
              <w:t>Interfering Signal mean power for WA BS [dBm]</w:t>
            </w:r>
          </w:p>
        </w:tc>
        <w:tc>
          <w:tcPr>
            <w:tcW w:w="1134" w:type="dxa"/>
          </w:tcPr>
          <w:p w14:paraId="09850593" w14:textId="77777777" w:rsidR="008A7D6F" w:rsidRPr="00EF2F0E" w:rsidRDefault="008A7D6F" w:rsidP="00B61376">
            <w:pPr>
              <w:pStyle w:val="TAH"/>
              <w:rPr>
                <w:lang w:eastAsia="ja-JP"/>
              </w:rPr>
            </w:pPr>
            <w:r w:rsidRPr="00EF2F0E">
              <w:rPr>
                <w:lang w:eastAsia="ja-JP"/>
              </w:rPr>
              <w:t>Interfering Signal mean power for MR BS</w:t>
            </w:r>
            <w:r w:rsidRPr="00EF2F0E" w:rsidDel="006A67F6">
              <w:rPr>
                <w:lang w:eastAsia="ja-JP"/>
              </w:rPr>
              <w:t xml:space="preserve"> </w:t>
            </w:r>
            <w:r w:rsidRPr="00EF2F0E">
              <w:rPr>
                <w:lang w:eastAsia="ja-JP"/>
              </w:rPr>
              <w:t>[dBm]</w:t>
            </w:r>
          </w:p>
        </w:tc>
        <w:tc>
          <w:tcPr>
            <w:tcW w:w="1134" w:type="dxa"/>
          </w:tcPr>
          <w:p w14:paraId="09850594" w14:textId="77777777" w:rsidR="008A7D6F" w:rsidRPr="00EF2F0E" w:rsidRDefault="008A7D6F" w:rsidP="00B61376">
            <w:pPr>
              <w:pStyle w:val="TAH"/>
              <w:rPr>
                <w:lang w:eastAsia="ja-JP"/>
              </w:rPr>
            </w:pPr>
            <w:r w:rsidRPr="00EF2F0E">
              <w:rPr>
                <w:lang w:eastAsia="ja-JP"/>
              </w:rPr>
              <w:t>Interfering Signal mean power for LA BS</w:t>
            </w:r>
            <w:r w:rsidRPr="00EF2F0E" w:rsidDel="006A67F6">
              <w:rPr>
                <w:lang w:eastAsia="ja-JP"/>
              </w:rPr>
              <w:t xml:space="preserve"> </w:t>
            </w:r>
            <w:r w:rsidRPr="00EF2F0E">
              <w:rPr>
                <w:lang w:eastAsia="ja-JP"/>
              </w:rPr>
              <w:t>[dBm]</w:t>
            </w:r>
          </w:p>
        </w:tc>
        <w:tc>
          <w:tcPr>
            <w:tcW w:w="1701" w:type="dxa"/>
          </w:tcPr>
          <w:p w14:paraId="09850595" w14:textId="77777777" w:rsidR="008A7D6F" w:rsidRPr="00EF2F0E" w:rsidRDefault="008A7D6F" w:rsidP="00B61376">
            <w:pPr>
              <w:pStyle w:val="TAH"/>
              <w:rPr>
                <w:lang w:eastAsia="ja-JP"/>
              </w:rPr>
            </w:pPr>
            <w:r w:rsidRPr="00EF2F0E">
              <w:rPr>
                <w:lang w:eastAsia="ja-JP"/>
              </w:rPr>
              <w:t>Wanted Signal mean power [dBm]</w:t>
            </w:r>
          </w:p>
        </w:tc>
        <w:tc>
          <w:tcPr>
            <w:tcW w:w="1167" w:type="dxa"/>
          </w:tcPr>
          <w:p w14:paraId="09850596" w14:textId="77777777" w:rsidR="008A7D6F" w:rsidRPr="00EF2F0E" w:rsidRDefault="008A7D6F" w:rsidP="00B61376">
            <w:pPr>
              <w:pStyle w:val="TAH"/>
              <w:rPr>
                <w:lang w:eastAsia="ja-JP"/>
              </w:rPr>
            </w:pPr>
            <w:r w:rsidRPr="00EF2F0E">
              <w:rPr>
                <w:lang w:eastAsia="ja-JP"/>
              </w:rPr>
              <w:t>Type of Interfering Signal</w:t>
            </w:r>
          </w:p>
        </w:tc>
      </w:tr>
      <w:tr w:rsidR="003401A4" w:rsidRPr="00EF2F0E" w14:paraId="0985059F" w14:textId="77777777" w:rsidTr="00B61376">
        <w:trPr>
          <w:gridAfter w:val="1"/>
          <w:wAfter w:w="10" w:type="dxa"/>
          <w:jc w:val="center"/>
        </w:trPr>
        <w:tc>
          <w:tcPr>
            <w:tcW w:w="1918" w:type="dxa"/>
          </w:tcPr>
          <w:p w14:paraId="09850598" w14:textId="77777777" w:rsidR="008A7D6F" w:rsidRPr="00EF2F0E" w:rsidRDefault="008A7D6F" w:rsidP="00B61376">
            <w:pPr>
              <w:pStyle w:val="TAL"/>
              <w:rPr>
                <w:rFonts w:cs="Arial"/>
                <w:szCs w:val="18"/>
                <w:lang w:eastAsia="ja-JP"/>
              </w:rPr>
            </w:pPr>
            <w:r w:rsidRPr="00EF2F0E">
              <w:rPr>
                <w:rFonts w:cs="Arial"/>
                <w:szCs w:val="18"/>
                <w:lang w:eastAsia="ja-JP"/>
              </w:rPr>
              <w:t>GSM850 or CDMA850</w:t>
            </w:r>
          </w:p>
        </w:tc>
        <w:tc>
          <w:tcPr>
            <w:tcW w:w="1657" w:type="dxa"/>
            <w:vAlign w:val="center"/>
          </w:tcPr>
          <w:p w14:paraId="09850599" w14:textId="77777777" w:rsidR="008A7D6F" w:rsidRPr="00EF2F0E" w:rsidRDefault="008A7D6F" w:rsidP="00B61376">
            <w:pPr>
              <w:pStyle w:val="TAC"/>
              <w:rPr>
                <w:lang w:eastAsia="ja-JP"/>
              </w:rPr>
            </w:pPr>
            <w:r w:rsidRPr="00EF2F0E">
              <w:rPr>
                <w:lang w:eastAsia="ja-JP"/>
              </w:rPr>
              <w:t>869 - 894</w:t>
            </w:r>
          </w:p>
        </w:tc>
        <w:tc>
          <w:tcPr>
            <w:tcW w:w="1082" w:type="dxa"/>
            <w:vAlign w:val="center"/>
          </w:tcPr>
          <w:p w14:paraId="0985059A"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9B"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9C"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9D"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9E" w14:textId="77777777" w:rsidR="008A7D6F" w:rsidRPr="00EF2F0E" w:rsidRDefault="008A7D6F" w:rsidP="00B61376">
            <w:pPr>
              <w:pStyle w:val="TAC"/>
              <w:rPr>
                <w:lang w:eastAsia="ja-JP"/>
              </w:rPr>
            </w:pPr>
            <w:r w:rsidRPr="00EF2F0E">
              <w:rPr>
                <w:lang w:eastAsia="ja-JP"/>
              </w:rPr>
              <w:t>CW carrier</w:t>
            </w:r>
          </w:p>
        </w:tc>
      </w:tr>
      <w:tr w:rsidR="003401A4" w:rsidRPr="00EF2F0E" w14:paraId="098505A7" w14:textId="77777777" w:rsidTr="00B61376">
        <w:trPr>
          <w:gridAfter w:val="1"/>
          <w:wAfter w:w="10" w:type="dxa"/>
          <w:jc w:val="center"/>
        </w:trPr>
        <w:tc>
          <w:tcPr>
            <w:tcW w:w="1918" w:type="dxa"/>
          </w:tcPr>
          <w:p w14:paraId="098505A0" w14:textId="77777777" w:rsidR="008A7D6F" w:rsidRPr="00EF2F0E" w:rsidRDefault="008A7D6F" w:rsidP="00B61376">
            <w:pPr>
              <w:pStyle w:val="TAL"/>
              <w:rPr>
                <w:rFonts w:cs="Arial"/>
                <w:szCs w:val="18"/>
                <w:lang w:eastAsia="ja-JP"/>
              </w:rPr>
            </w:pPr>
            <w:r w:rsidRPr="00EF2F0E">
              <w:rPr>
                <w:rFonts w:cs="Arial"/>
                <w:szCs w:val="18"/>
                <w:lang w:eastAsia="ja-JP"/>
              </w:rPr>
              <w:t>GSM900</w:t>
            </w:r>
          </w:p>
        </w:tc>
        <w:tc>
          <w:tcPr>
            <w:tcW w:w="1657" w:type="dxa"/>
            <w:vAlign w:val="center"/>
          </w:tcPr>
          <w:p w14:paraId="098505A1" w14:textId="77777777" w:rsidR="008A7D6F" w:rsidRPr="00EF2F0E" w:rsidRDefault="008A7D6F" w:rsidP="00B61376">
            <w:pPr>
              <w:pStyle w:val="TAC"/>
              <w:rPr>
                <w:lang w:eastAsia="ja-JP"/>
              </w:rPr>
            </w:pPr>
            <w:r w:rsidRPr="00EF2F0E">
              <w:rPr>
                <w:lang w:eastAsia="ja-JP"/>
              </w:rPr>
              <w:t>921 - 960</w:t>
            </w:r>
          </w:p>
        </w:tc>
        <w:tc>
          <w:tcPr>
            <w:tcW w:w="1082" w:type="dxa"/>
            <w:vAlign w:val="center"/>
          </w:tcPr>
          <w:p w14:paraId="098505A2"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A3"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A4"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A5"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A6" w14:textId="77777777" w:rsidR="008A7D6F" w:rsidRPr="00EF2F0E" w:rsidRDefault="008A7D6F" w:rsidP="00B61376">
            <w:pPr>
              <w:pStyle w:val="TAC"/>
              <w:rPr>
                <w:lang w:eastAsia="ja-JP"/>
              </w:rPr>
            </w:pPr>
            <w:r w:rsidRPr="00EF2F0E">
              <w:rPr>
                <w:lang w:eastAsia="ja-JP"/>
              </w:rPr>
              <w:t>CW carrier</w:t>
            </w:r>
          </w:p>
        </w:tc>
      </w:tr>
      <w:tr w:rsidR="003401A4" w:rsidRPr="00EF2F0E" w14:paraId="098505B0" w14:textId="77777777" w:rsidTr="00B61376">
        <w:trPr>
          <w:gridAfter w:val="1"/>
          <w:wAfter w:w="10" w:type="dxa"/>
          <w:jc w:val="center"/>
        </w:trPr>
        <w:tc>
          <w:tcPr>
            <w:tcW w:w="1918" w:type="dxa"/>
          </w:tcPr>
          <w:p w14:paraId="098505A8" w14:textId="77777777" w:rsidR="008A7D6F" w:rsidRPr="00EF2F0E" w:rsidRDefault="008A7D6F" w:rsidP="00B61376">
            <w:pPr>
              <w:pStyle w:val="TAL"/>
              <w:rPr>
                <w:rFonts w:cs="Arial"/>
                <w:szCs w:val="18"/>
                <w:lang w:eastAsia="ja-JP"/>
              </w:rPr>
            </w:pPr>
            <w:r w:rsidRPr="00EF2F0E">
              <w:rPr>
                <w:rFonts w:cs="Arial"/>
                <w:szCs w:val="18"/>
                <w:lang w:eastAsia="ja-JP"/>
              </w:rPr>
              <w:t>DCS1800</w:t>
            </w:r>
          </w:p>
        </w:tc>
        <w:tc>
          <w:tcPr>
            <w:tcW w:w="1657" w:type="dxa"/>
            <w:vAlign w:val="center"/>
          </w:tcPr>
          <w:p w14:paraId="098505A9" w14:textId="77777777" w:rsidR="008A7D6F" w:rsidRPr="00EF2F0E" w:rsidRDefault="008A7D6F" w:rsidP="00B61376">
            <w:pPr>
              <w:pStyle w:val="TAC"/>
              <w:rPr>
                <w:lang w:eastAsia="ja-JP"/>
              </w:rPr>
            </w:pPr>
            <w:r w:rsidRPr="00EF2F0E">
              <w:rPr>
                <w:lang w:eastAsia="ja-JP"/>
              </w:rPr>
              <w:t>1805 - 1880</w:t>
            </w:r>
          </w:p>
          <w:p w14:paraId="098505AA" w14:textId="77777777" w:rsidR="008A7D6F" w:rsidRPr="00EF2F0E" w:rsidRDefault="008A7D6F" w:rsidP="00B61376">
            <w:pPr>
              <w:pStyle w:val="TAC"/>
              <w:rPr>
                <w:lang w:eastAsia="ja-JP"/>
              </w:rPr>
            </w:pPr>
            <w:r w:rsidRPr="00EF2F0E">
              <w:rPr>
                <w:lang w:eastAsia="ja-JP"/>
              </w:rPr>
              <w:t>(NOTE 4)</w:t>
            </w:r>
          </w:p>
        </w:tc>
        <w:tc>
          <w:tcPr>
            <w:tcW w:w="1082" w:type="dxa"/>
            <w:vAlign w:val="center"/>
          </w:tcPr>
          <w:p w14:paraId="098505AB"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AC"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AD"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AE"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AF" w14:textId="77777777" w:rsidR="008A7D6F" w:rsidRPr="00EF2F0E" w:rsidRDefault="008A7D6F" w:rsidP="00B61376">
            <w:pPr>
              <w:pStyle w:val="TAC"/>
              <w:rPr>
                <w:lang w:eastAsia="ja-JP"/>
              </w:rPr>
            </w:pPr>
            <w:r w:rsidRPr="00EF2F0E">
              <w:rPr>
                <w:lang w:eastAsia="ja-JP"/>
              </w:rPr>
              <w:t>CW carrier</w:t>
            </w:r>
          </w:p>
        </w:tc>
      </w:tr>
      <w:tr w:rsidR="003401A4" w:rsidRPr="00EF2F0E" w14:paraId="098505B8" w14:textId="77777777" w:rsidTr="00B61376">
        <w:trPr>
          <w:gridAfter w:val="1"/>
          <w:wAfter w:w="10" w:type="dxa"/>
          <w:jc w:val="center"/>
        </w:trPr>
        <w:tc>
          <w:tcPr>
            <w:tcW w:w="1918" w:type="dxa"/>
          </w:tcPr>
          <w:p w14:paraId="098505B1" w14:textId="77777777" w:rsidR="008A7D6F" w:rsidRPr="00EF2F0E" w:rsidRDefault="008A7D6F" w:rsidP="00B61376">
            <w:pPr>
              <w:pStyle w:val="TAL"/>
              <w:rPr>
                <w:rFonts w:cs="Arial"/>
                <w:szCs w:val="18"/>
                <w:lang w:eastAsia="ja-JP"/>
              </w:rPr>
            </w:pPr>
            <w:r w:rsidRPr="00EF2F0E">
              <w:rPr>
                <w:rFonts w:cs="Arial"/>
                <w:szCs w:val="18"/>
                <w:lang w:eastAsia="ja-JP"/>
              </w:rPr>
              <w:t>PCS1900</w:t>
            </w:r>
          </w:p>
        </w:tc>
        <w:tc>
          <w:tcPr>
            <w:tcW w:w="1657" w:type="dxa"/>
            <w:vAlign w:val="center"/>
          </w:tcPr>
          <w:p w14:paraId="098505B2" w14:textId="77777777" w:rsidR="008A7D6F" w:rsidRPr="00EF2F0E" w:rsidRDefault="008A7D6F" w:rsidP="00B61376">
            <w:pPr>
              <w:pStyle w:val="TAC"/>
              <w:rPr>
                <w:lang w:eastAsia="ja-JP"/>
              </w:rPr>
            </w:pPr>
            <w:r w:rsidRPr="00EF2F0E">
              <w:rPr>
                <w:lang w:eastAsia="ja-JP"/>
              </w:rPr>
              <w:t>1930 - 1990</w:t>
            </w:r>
          </w:p>
        </w:tc>
        <w:tc>
          <w:tcPr>
            <w:tcW w:w="1082" w:type="dxa"/>
            <w:vAlign w:val="center"/>
          </w:tcPr>
          <w:p w14:paraId="098505B3"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B4"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B5"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B6"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B7" w14:textId="77777777" w:rsidR="008A7D6F" w:rsidRPr="00EF2F0E" w:rsidRDefault="008A7D6F" w:rsidP="00B61376">
            <w:pPr>
              <w:pStyle w:val="TAC"/>
              <w:rPr>
                <w:lang w:eastAsia="ja-JP"/>
              </w:rPr>
            </w:pPr>
            <w:r w:rsidRPr="00EF2F0E">
              <w:rPr>
                <w:lang w:eastAsia="ja-JP"/>
              </w:rPr>
              <w:t>CW carrier</w:t>
            </w:r>
          </w:p>
        </w:tc>
      </w:tr>
      <w:tr w:rsidR="003401A4" w:rsidRPr="00EF2F0E" w14:paraId="098505C0" w14:textId="77777777" w:rsidTr="00B61376">
        <w:trPr>
          <w:gridAfter w:val="1"/>
          <w:wAfter w:w="10" w:type="dxa"/>
          <w:jc w:val="center"/>
        </w:trPr>
        <w:tc>
          <w:tcPr>
            <w:tcW w:w="1918" w:type="dxa"/>
          </w:tcPr>
          <w:p w14:paraId="098505B9" w14:textId="77777777" w:rsidR="008A7D6F" w:rsidRPr="00EF2F0E" w:rsidRDefault="008A7D6F" w:rsidP="00B61376">
            <w:pPr>
              <w:pStyle w:val="TAL"/>
              <w:rPr>
                <w:rFonts w:cs="Arial"/>
                <w:szCs w:val="18"/>
                <w:lang w:eastAsia="ja-JP"/>
              </w:rPr>
            </w:pPr>
            <w:r w:rsidRPr="00EF2F0E">
              <w:rPr>
                <w:rFonts w:cs="Arial"/>
                <w:szCs w:val="18"/>
                <w:lang w:eastAsia="ja-JP"/>
              </w:rPr>
              <w:t>UTRA FDD Band I or E-UTRA Band 1 or NR band n1</w:t>
            </w:r>
          </w:p>
        </w:tc>
        <w:tc>
          <w:tcPr>
            <w:tcW w:w="1657" w:type="dxa"/>
            <w:vAlign w:val="center"/>
          </w:tcPr>
          <w:p w14:paraId="098505BA" w14:textId="77777777" w:rsidR="008A7D6F" w:rsidRPr="00EF2F0E" w:rsidRDefault="008A7D6F" w:rsidP="00B61376">
            <w:pPr>
              <w:pStyle w:val="TAC"/>
              <w:rPr>
                <w:lang w:eastAsia="ja-JP"/>
              </w:rPr>
            </w:pPr>
            <w:r w:rsidRPr="00EF2F0E">
              <w:rPr>
                <w:lang w:eastAsia="ja-JP"/>
              </w:rPr>
              <w:t>2110 - 2170</w:t>
            </w:r>
          </w:p>
        </w:tc>
        <w:tc>
          <w:tcPr>
            <w:tcW w:w="1082" w:type="dxa"/>
            <w:vAlign w:val="center"/>
          </w:tcPr>
          <w:p w14:paraId="098505BB"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BC"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BD"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BE"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BF" w14:textId="77777777" w:rsidR="008A7D6F" w:rsidRPr="00EF2F0E" w:rsidRDefault="008A7D6F" w:rsidP="00B61376">
            <w:pPr>
              <w:pStyle w:val="TAC"/>
              <w:rPr>
                <w:lang w:eastAsia="ja-JP"/>
              </w:rPr>
            </w:pPr>
            <w:r w:rsidRPr="00EF2F0E">
              <w:rPr>
                <w:lang w:eastAsia="ja-JP"/>
              </w:rPr>
              <w:t>CW carrier</w:t>
            </w:r>
          </w:p>
        </w:tc>
      </w:tr>
      <w:tr w:rsidR="003401A4" w:rsidRPr="00EF2F0E" w14:paraId="098505C8" w14:textId="77777777" w:rsidTr="00B61376">
        <w:trPr>
          <w:gridAfter w:val="1"/>
          <w:wAfter w:w="10" w:type="dxa"/>
          <w:jc w:val="center"/>
        </w:trPr>
        <w:tc>
          <w:tcPr>
            <w:tcW w:w="1918" w:type="dxa"/>
          </w:tcPr>
          <w:p w14:paraId="098505C1" w14:textId="77777777" w:rsidR="008A7D6F" w:rsidRPr="00EF2F0E" w:rsidRDefault="008A7D6F" w:rsidP="00B61376">
            <w:pPr>
              <w:pStyle w:val="TAL"/>
              <w:rPr>
                <w:rFonts w:cs="Arial"/>
                <w:szCs w:val="18"/>
                <w:lang w:eastAsia="ja-JP"/>
              </w:rPr>
            </w:pPr>
            <w:r w:rsidRPr="00EF2F0E">
              <w:rPr>
                <w:rFonts w:cs="Arial"/>
                <w:szCs w:val="18"/>
                <w:lang w:eastAsia="ja-JP"/>
              </w:rPr>
              <w:t>UTRA FDD Band II or E-UTRA Band 2 or NR band n2</w:t>
            </w:r>
          </w:p>
        </w:tc>
        <w:tc>
          <w:tcPr>
            <w:tcW w:w="1657" w:type="dxa"/>
            <w:vAlign w:val="center"/>
          </w:tcPr>
          <w:p w14:paraId="098505C2" w14:textId="77777777" w:rsidR="008A7D6F" w:rsidRPr="00EF2F0E" w:rsidRDefault="008A7D6F" w:rsidP="00B61376">
            <w:pPr>
              <w:pStyle w:val="TAC"/>
              <w:rPr>
                <w:lang w:eastAsia="ja-JP"/>
              </w:rPr>
            </w:pPr>
            <w:r w:rsidRPr="00EF2F0E">
              <w:rPr>
                <w:lang w:eastAsia="ja-JP"/>
              </w:rPr>
              <w:t>1930 - 1990</w:t>
            </w:r>
          </w:p>
        </w:tc>
        <w:tc>
          <w:tcPr>
            <w:tcW w:w="1082" w:type="dxa"/>
            <w:vAlign w:val="center"/>
          </w:tcPr>
          <w:p w14:paraId="098505C3"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C4"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C5"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C6"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C7" w14:textId="77777777" w:rsidR="008A7D6F" w:rsidRPr="00EF2F0E" w:rsidRDefault="008A7D6F" w:rsidP="00B61376">
            <w:pPr>
              <w:pStyle w:val="TAC"/>
              <w:rPr>
                <w:lang w:eastAsia="ja-JP"/>
              </w:rPr>
            </w:pPr>
            <w:r w:rsidRPr="00EF2F0E">
              <w:rPr>
                <w:lang w:eastAsia="ja-JP"/>
              </w:rPr>
              <w:t>CW carrier</w:t>
            </w:r>
          </w:p>
        </w:tc>
      </w:tr>
      <w:tr w:rsidR="003401A4" w:rsidRPr="00EF2F0E" w14:paraId="098505D1" w14:textId="77777777" w:rsidTr="00B61376">
        <w:trPr>
          <w:gridAfter w:val="1"/>
          <w:wAfter w:w="10" w:type="dxa"/>
          <w:jc w:val="center"/>
        </w:trPr>
        <w:tc>
          <w:tcPr>
            <w:tcW w:w="1918" w:type="dxa"/>
          </w:tcPr>
          <w:p w14:paraId="098505C9" w14:textId="77777777" w:rsidR="008A7D6F" w:rsidRPr="00EF2F0E" w:rsidRDefault="008A7D6F" w:rsidP="00B61376">
            <w:pPr>
              <w:pStyle w:val="TAL"/>
              <w:rPr>
                <w:rFonts w:cs="Arial"/>
                <w:szCs w:val="18"/>
                <w:lang w:eastAsia="ja-JP"/>
              </w:rPr>
            </w:pPr>
            <w:r w:rsidRPr="00EF2F0E">
              <w:rPr>
                <w:rFonts w:cs="Arial"/>
                <w:szCs w:val="18"/>
                <w:lang w:eastAsia="ja-JP"/>
              </w:rPr>
              <w:t>UTRA FDD Band III or E-UTRA Band 3 or NR band n3</w:t>
            </w:r>
          </w:p>
        </w:tc>
        <w:tc>
          <w:tcPr>
            <w:tcW w:w="1657" w:type="dxa"/>
            <w:vAlign w:val="center"/>
          </w:tcPr>
          <w:p w14:paraId="098505CA" w14:textId="77777777" w:rsidR="008A7D6F" w:rsidRPr="00EF2F0E" w:rsidRDefault="008A7D6F" w:rsidP="00B61376">
            <w:pPr>
              <w:pStyle w:val="TAC"/>
              <w:rPr>
                <w:lang w:eastAsia="ja-JP"/>
              </w:rPr>
            </w:pPr>
            <w:r w:rsidRPr="00EF2F0E">
              <w:rPr>
                <w:lang w:eastAsia="ja-JP"/>
              </w:rPr>
              <w:t>1805 - 1880</w:t>
            </w:r>
          </w:p>
          <w:p w14:paraId="098505CB" w14:textId="77777777" w:rsidR="008A7D6F" w:rsidRPr="00EF2F0E" w:rsidRDefault="008A7D6F" w:rsidP="00B61376">
            <w:pPr>
              <w:pStyle w:val="TAC"/>
              <w:rPr>
                <w:lang w:eastAsia="ja-JP"/>
              </w:rPr>
            </w:pPr>
            <w:r w:rsidRPr="00EF2F0E">
              <w:rPr>
                <w:lang w:eastAsia="ja-JP"/>
              </w:rPr>
              <w:t>(NOTE 4)</w:t>
            </w:r>
          </w:p>
        </w:tc>
        <w:tc>
          <w:tcPr>
            <w:tcW w:w="1082" w:type="dxa"/>
            <w:vAlign w:val="center"/>
          </w:tcPr>
          <w:p w14:paraId="098505CC"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C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C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C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D0" w14:textId="77777777" w:rsidR="008A7D6F" w:rsidRPr="00EF2F0E" w:rsidRDefault="008A7D6F" w:rsidP="00B61376">
            <w:pPr>
              <w:pStyle w:val="TAC"/>
              <w:rPr>
                <w:lang w:eastAsia="ja-JP"/>
              </w:rPr>
            </w:pPr>
            <w:r w:rsidRPr="00EF2F0E">
              <w:rPr>
                <w:lang w:eastAsia="ja-JP"/>
              </w:rPr>
              <w:t>CW carrier</w:t>
            </w:r>
          </w:p>
        </w:tc>
      </w:tr>
      <w:tr w:rsidR="003401A4" w:rsidRPr="00EF2F0E" w14:paraId="098505D9" w14:textId="77777777" w:rsidTr="00B61376">
        <w:trPr>
          <w:gridAfter w:val="1"/>
          <w:wAfter w:w="10" w:type="dxa"/>
          <w:jc w:val="center"/>
        </w:trPr>
        <w:tc>
          <w:tcPr>
            <w:tcW w:w="1918" w:type="dxa"/>
          </w:tcPr>
          <w:p w14:paraId="098505D2"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IV or E-UTRA Band 4</w:t>
            </w:r>
          </w:p>
        </w:tc>
        <w:tc>
          <w:tcPr>
            <w:tcW w:w="1657" w:type="dxa"/>
            <w:vAlign w:val="center"/>
          </w:tcPr>
          <w:p w14:paraId="098505D3" w14:textId="77777777" w:rsidR="008A7D6F" w:rsidRPr="00EF2F0E" w:rsidRDefault="008A7D6F" w:rsidP="00B61376">
            <w:pPr>
              <w:pStyle w:val="TAC"/>
              <w:rPr>
                <w:lang w:eastAsia="ja-JP"/>
              </w:rPr>
            </w:pPr>
            <w:r w:rsidRPr="00EF2F0E">
              <w:rPr>
                <w:lang w:eastAsia="ja-JP"/>
              </w:rPr>
              <w:t>2110 - 2155</w:t>
            </w:r>
          </w:p>
        </w:tc>
        <w:tc>
          <w:tcPr>
            <w:tcW w:w="1082" w:type="dxa"/>
            <w:vAlign w:val="center"/>
          </w:tcPr>
          <w:p w14:paraId="098505D4"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D5"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D6"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D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D8" w14:textId="77777777" w:rsidR="008A7D6F" w:rsidRPr="00EF2F0E" w:rsidRDefault="008A7D6F" w:rsidP="00B61376">
            <w:pPr>
              <w:pStyle w:val="TAC"/>
              <w:rPr>
                <w:lang w:eastAsia="ja-JP"/>
              </w:rPr>
            </w:pPr>
            <w:r w:rsidRPr="00EF2F0E">
              <w:rPr>
                <w:lang w:eastAsia="ja-JP"/>
              </w:rPr>
              <w:t>CW carrier</w:t>
            </w:r>
          </w:p>
        </w:tc>
      </w:tr>
      <w:tr w:rsidR="003401A4" w:rsidRPr="00EF2F0E" w14:paraId="098505E1" w14:textId="77777777" w:rsidTr="00B61376">
        <w:trPr>
          <w:gridAfter w:val="1"/>
          <w:wAfter w:w="10" w:type="dxa"/>
          <w:jc w:val="center"/>
        </w:trPr>
        <w:tc>
          <w:tcPr>
            <w:tcW w:w="1918" w:type="dxa"/>
          </w:tcPr>
          <w:p w14:paraId="098505DA" w14:textId="77777777" w:rsidR="008A7D6F" w:rsidRPr="00EF2F0E" w:rsidRDefault="008A7D6F" w:rsidP="00B61376">
            <w:pPr>
              <w:pStyle w:val="TAL"/>
              <w:rPr>
                <w:rFonts w:cs="Arial"/>
                <w:szCs w:val="18"/>
                <w:lang w:eastAsia="ja-JP"/>
              </w:rPr>
            </w:pPr>
            <w:r w:rsidRPr="00EF2F0E">
              <w:rPr>
                <w:rFonts w:cs="Arial"/>
                <w:szCs w:val="18"/>
                <w:lang w:eastAsia="ja-JP"/>
              </w:rPr>
              <w:t>UTRA FDD Band V or E-UTRA Band 5 or NR band n5</w:t>
            </w:r>
          </w:p>
        </w:tc>
        <w:tc>
          <w:tcPr>
            <w:tcW w:w="1657" w:type="dxa"/>
            <w:vAlign w:val="center"/>
          </w:tcPr>
          <w:p w14:paraId="098505DB" w14:textId="77777777" w:rsidR="008A7D6F" w:rsidRPr="00EF2F0E" w:rsidRDefault="008A7D6F" w:rsidP="00B61376">
            <w:pPr>
              <w:pStyle w:val="TAC"/>
              <w:rPr>
                <w:lang w:eastAsia="ja-JP"/>
              </w:rPr>
            </w:pPr>
            <w:r w:rsidRPr="00EF2F0E">
              <w:rPr>
                <w:lang w:eastAsia="ja-JP"/>
              </w:rPr>
              <w:t>869 - 894</w:t>
            </w:r>
          </w:p>
        </w:tc>
        <w:tc>
          <w:tcPr>
            <w:tcW w:w="1082" w:type="dxa"/>
            <w:vAlign w:val="center"/>
          </w:tcPr>
          <w:p w14:paraId="098505DC"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D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D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D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E0" w14:textId="77777777" w:rsidR="008A7D6F" w:rsidRPr="00EF2F0E" w:rsidRDefault="008A7D6F" w:rsidP="00B61376">
            <w:pPr>
              <w:pStyle w:val="TAC"/>
              <w:rPr>
                <w:lang w:eastAsia="ja-JP"/>
              </w:rPr>
            </w:pPr>
            <w:r w:rsidRPr="00EF2F0E">
              <w:rPr>
                <w:lang w:eastAsia="ja-JP"/>
              </w:rPr>
              <w:t>CW carrier</w:t>
            </w:r>
          </w:p>
        </w:tc>
      </w:tr>
      <w:tr w:rsidR="003401A4" w:rsidRPr="00EF2F0E" w14:paraId="098505E9" w14:textId="77777777" w:rsidTr="00B61376">
        <w:trPr>
          <w:gridAfter w:val="1"/>
          <w:wAfter w:w="10" w:type="dxa"/>
          <w:jc w:val="center"/>
        </w:trPr>
        <w:tc>
          <w:tcPr>
            <w:tcW w:w="1918" w:type="dxa"/>
          </w:tcPr>
          <w:p w14:paraId="098505E2"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VI or E-UTRA Band 6</w:t>
            </w:r>
          </w:p>
        </w:tc>
        <w:tc>
          <w:tcPr>
            <w:tcW w:w="1657" w:type="dxa"/>
            <w:vAlign w:val="center"/>
          </w:tcPr>
          <w:p w14:paraId="098505E3" w14:textId="77777777" w:rsidR="008A7D6F" w:rsidRPr="00EF2F0E" w:rsidRDefault="008A7D6F" w:rsidP="00B61376">
            <w:pPr>
              <w:pStyle w:val="TAC"/>
              <w:rPr>
                <w:lang w:eastAsia="ja-JP"/>
              </w:rPr>
            </w:pPr>
            <w:r w:rsidRPr="00EF2F0E">
              <w:rPr>
                <w:lang w:eastAsia="ja-JP"/>
              </w:rPr>
              <w:t>875 - 885</w:t>
            </w:r>
          </w:p>
        </w:tc>
        <w:tc>
          <w:tcPr>
            <w:tcW w:w="1082" w:type="dxa"/>
            <w:vAlign w:val="center"/>
          </w:tcPr>
          <w:p w14:paraId="098505E4"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E5"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E6"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E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E8" w14:textId="77777777" w:rsidR="008A7D6F" w:rsidRPr="00EF2F0E" w:rsidRDefault="008A7D6F" w:rsidP="00B61376">
            <w:pPr>
              <w:pStyle w:val="TAC"/>
              <w:rPr>
                <w:lang w:eastAsia="ja-JP"/>
              </w:rPr>
            </w:pPr>
            <w:r w:rsidRPr="00EF2F0E">
              <w:rPr>
                <w:lang w:eastAsia="ja-JP"/>
              </w:rPr>
              <w:t>CW carrier</w:t>
            </w:r>
          </w:p>
        </w:tc>
      </w:tr>
      <w:tr w:rsidR="003401A4" w:rsidRPr="00EF2F0E" w14:paraId="098505F1" w14:textId="77777777" w:rsidTr="00B61376">
        <w:trPr>
          <w:gridAfter w:val="1"/>
          <w:wAfter w:w="10" w:type="dxa"/>
          <w:jc w:val="center"/>
        </w:trPr>
        <w:tc>
          <w:tcPr>
            <w:tcW w:w="1918" w:type="dxa"/>
          </w:tcPr>
          <w:p w14:paraId="098505EA" w14:textId="77777777" w:rsidR="008A7D6F" w:rsidRPr="00EF2F0E" w:rsidRDefault="008A7D6F" w:rsidP="00B61376">
            <w:pPr>
              <w:pStyle w:val="TAL"/>
              <w:rPr>
                <w:rFonts w:cs="Arial"/>
                <w:szCs w:val="18"/>
                <w:lang w:eastAsia="ja-JP"/>
              </w:rPr>
            </w:pPr>
            <w:r w:rsidRPr="00EF2F0E">
              <w:rPr>
                <w:rFonts w:cs="Arial"/>
                <w:szCs w:val="18"/>
                <w:lang w:eastAsia="ja-JP"/>
              </w:rPr>
              <w:t>UTRA FDD Band VII or E-UTRA Band 7 or NR band n7</w:t>
            </w:r>
          </w:p>
        </w:tc>
        <w:tc>
          <w:tcPr>
            <w:tcW w:w="1657" w:type="dxa"/>
            <w:vAlign w:val="center"/>
          </w:tcPr>
          <w:p w14:paraId="098505EB" w14:textId="77777777" w:rsidR="008A7D6F" w:rsidRPr="00EF2F0E" w:rsidRDefault="008A7D6F" w:rsidP="00B61376">
            <w:pPr>
              <w:pStyle w:val="TAC"/>
              <w:rPr>
                <w:lang w:eastAsia="ja-JP"/>
              </w:rPr>
            </w:pPr>
            <w:r w:rsidRPr="00EF2F0E">
              <w:rPr>
                <w:lang w:eastAsia="ja-JP"/>
              </w:rPr>
              <w:t>2620 - 2690</w:t>
            </w:r>
          </w:p>
        </w:tc>
        <w:tc>
          <w:tcPr>
            <w:tcW w:w="1082" w:type="dxa"/>
            <w:vAlign w:val="center"/>
          </w:tcPr>
          <w:p w14:paraId="098505EC"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E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E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E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5F0" w14:textId="77777777" w:rsidR="008A7D6F" w:rsidRPr="00EF2F0E" w:rsidRDefault="008A7D6F" w:rsidP="00B61376">
            <w:pPr>
              <w:pStyle w:val="TAC"/>
              <w:rPr>
                <w:lang w:eastAsia="ja-JP"/>
              </w:rPr>
            </w:pPr>
            <w:r w:rsidRPr="00EF2F0E">
              <w:rPr>
                <w:lang w:eastAsia="ja-JP"/>
              </w:rPr>
              <w:t>CW carrier</w:t>
            </w:r>
          </w:p>
        </w:tc>
      </w:tr>
      <w:tr w:rsidR="003401A4" w:rsidRPr="00EF2F0E" w14:paraId="098505F9" w14:textId="77777777" w:rsidTr="00B61376">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98505F2" w14:textId="77777777" w:rsidR="008A7D6F" w:rsidRPr="00EF2F0E" w:rsidRDefault="008A7D6F" w:rsidP="00B61376">
            <w:pPr>
              <w:pStyle w:val="TAL"/>
              <w:rPr>
                <w:rFonts w:cs="Arial"/>
                <w:szCs w:val="18"/>
                <w:lang w:eastAsia="ja-JP"/>
              </w:rPr>
            </w:pPr>
            <w:r w:rsidRPr="00EF2F0E">
              <w:rPr>
                <w:rFonts w:cs="Arial"/>
                <w:szCs w:val="18"/>
                <w:lang w:eastAsia="ja-JP"/>
              </w:rPr>
              <w:t>UTRA FDD Band VIII or E-UTRA Band 8 or NR band n8</w:t>
            </w:r>
          </w:p>
        </w:tc>
        <w:tc>
          <w:tcPr>
            <w:tcW w:w="1657" w:type="dxa"/>
            <w:tcBorders>
              <w:top w:val="single" w:sz="4" w:space="0" w:color="auto"/>
              <w:left w:val="single" w:sz="4" w:space="0" w:color="auto"/>
              <w:bottom w:val="single" w:sz="4" w:space="0" w:color="auto"/>
              <w:right w:val="single" w:sz="4" w:space="0" w:color="auto"/>
            </w:tcBorders>
            <w:vAlign w:val="center"/>
          </w:tcPr>
          <w:p w14:paraId="098505F3" w14:textId="77777777" w:rsidR="008A7D6F" w:rsidRPr="00EF2F0E" w:rsidRDefault="008A7D6F" w:rsidP="00B61376">
            <w:pPr>
              <w:pStyle w:val="TAC"/>
              <w:rPr>
                <w:lang w:eastAsia="ja-JP"/>
              </w:rPr>
            </w:pPr>
            <w:r w:rsidRPr="00EF2F0E">
              <w:rPr>
                <w:lang w:eastAsia="ja-JP"/>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098505F4" w14:textId="77777777" w:rsidR="008A7D6F" w:rsidRPr="00EF2F0E" w:rsidRDefault="008A7D6F" w:rsidP="00B61376">
            <w:pPr>
              <w:pStyle w:val="TAC"/>
              <w:rPr>
                <w:lang w:eastAsia="ja-JP"/>
              </w:rPr>
            </w:pPr>
            <w:r w:rsidRPr="00EF2F0E">
              <w:rPr>
                <w:lang w:eastAsia="ja-JP"/>
              </w:rPr>
              <w:t>+46</w:t>
            </w:r>
          </w:p>
        </w:tc>
        <w:tc>
          <w:tcPr>
            <w:tcW w:w="1134" w:type="dxa"/>
            <w:tcBorders>
              <w:top w:val="single" w:sz="4" w:space="0" w:color="auto"/>
              <w:left w:val="single" w:sz="4" w:space="0" w:color="auto"/>
              <w:bottom w:val="single" w:sz="4" w:space="0" w:color="auto"/>
              <w:right w:val="single" w:sz="4" w:space="0" w:color="auto"/>
            </w:tcBorders>
            <w:vAlign w:val="center"/>
          </w:tcPr>
          <w:p w14:paraId="098505F5" w14:textId="77777777" w:rsidR="008A7D6F" w:rsidRPr="00EF2F0E" w:rsidRDefault="008A7D6F" w:rsidP="00B61376">
            <w:pPr>
              <w:pStyle w:val="TAC"/>
              <w:rPr>
                <w:lang w:eastAsia="ja-JP"/>
              </w:rPr>
            </w:pPr>
            <w:r w:rsidRPr="00EF2F0E">
              <w:rPr>
                <w:lang w:eastAsia="ja-JP"/>
              </w:rPr>
              <w:t>+38</w:t>
            </w:r>
          </w:p>
        </w:tc>
        <w:tc>
          <w:tcPr>
            <w:tcW w:w="1134" w:type="dxa"/>
            <w:tcBorders>
              <w:top w:val="single" w:sz="4" w:space="0" w:color="auto"/>
              <w:left w:val="single" w:sz="4" w:space="0" w:color="auto"/>
              <w:bottom w:val="single" w:sz="4" w:space="0" w:color="auto"/>
              <w:right w:val="single" w:sz="4" w:space="0" w:color="auto"/>
            </w:tcBorders>
            <w:vAlign w:val="center"/>
          </w:tcPr>
          <w:p w14:paraId="098505F6" w14:textId="77777777" w:rsidR="008A7D6F" w:rsidRPr="00EF2F0E" w:rsidRDefault="008A7D6F" w:rsidP="00B61376">
            <w:pPr>
              <w:pStyle w:val="TAC"/>
              <w:rPr>
                <w:lang w:eastAsia="ja-JP"/>
              </w:rPr>
            </w:pPr>
            <w:r w:rsidRPr="00EF2F0E">
              <w:rPr>
                <w:lang w:eastAsia="ja-JP"/>
              </w:rPr>
              <w:t>+24</w:t>
            </w:r>
          </w:p>
        </w:tc>
        <w:tc>
          <w:tcPr>
            <w:tcW w:w="1701" w:type="dxa"/>
            <w:tcBorders>
              <w:top w:val="single" w:sz="4" w:space="0" w:color="auto"/>
              <w:left w:val="single" w:sz="4" w:space="0" w:color="auto"/>
              <w:bottom w:val="single" w:sz="4" w:space="0" w:color="auto"/>
              <w:right w:val="single" w:sz="4" w:space="0" w:color="auto"/>
            </w:tcBorders>
            <w:vAlign w:val="center"/>
          </w:tcPr>
          <w:p w14:paraId="098505F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98505F8" w14:textId="77777777" w:rsidR="008A7D6F" w:rsidRPr="00EF2F0E" w:rsidRDefault="008A7D6F" w:rsidP="00B61376">
            <w:pPr>
              <w:pStyle w:val="TAC"/>
              <w:rPr>
                <w:lang w:eastAsia="ja-JP"/>
              </w:rPr>
            </w:pPr>
            <w:r w:rsidRPr="00EF2F0E">
              <w:rPr>
                <w:lang w:eastAsia="ja-JP"/>
              </w:rPr>
              <w:t>CW carrier</w:t>
            </w:r>
          </w:p>
        </w:tc>
      </w:tr>
      <w:tr w:rsidR="003401A4" w:rsidRPr="00EF2F0E" w14:paraId="09850601" w14:textId="77777777" w:rsidTr="00B61376">
        <w:trPr>
          <w:gridAfter w:val="1"/>
          <w:wAfter w:w="10" w:type="dxa"/>
          <w:jc w:val="center"/>
        </w:trPr>
        <w:tc>
          <w:tcPr>
            <w:tcW w:w="1918" w:type="dxa"/>
          </w:tcPr>
          <w:p w14:paraId="098505FA"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IX or E-UTRA Band 9</w:t>
            </w:r>
          </w:p>
        </w:tc>
        <w:tc>
          <w:tcPr>
            <w:tcW w:w="1657" w:type="dxa"/>
            <w:vAlign w:val="center"/>
          </w:tcPr>
          <w:p w14:paraId="098505FB" w14:textId="77777777" w:rsidR="008A7D6F" w:rsidRPr="00EF2F0E" w:rsidRDefault="008A7D6F" w:rsidP="00B61376">
            <w:pPr>
              <w:pStyle w:val="TAC"/>
              <w:rPr>
                <w:lang w:eastAsia="ja-JP"/>
              </w:rPr>
            </w:pPr>
            <w:r w:rsidRPr="00EF2F0E">
              <w:rPr>
                <w:lang w:eastAsia="ja-JP"/>
              </w:rPr>
              <w:t>1844.9 - 1879.9</w:t>
            </w:r>
          </w:p>
        </w:tc>
        <w:tc>
          <w:tcPr>
            <w:tcW w:w="1082" w:type="dxa"/>
            <w:vAlign w:val="center"/>
          </w:tcPr>
          <w:p w14:paraId="098505FC"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5F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5F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5F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00" w14:textId="77777777" w:rsidR="008A7D6F" w:rsidRPr="00EF2F0E" w:rsidRDefault="008A7D6F" w:rsidP="00B61376">
            <w:pPr>
              <w:pStyle w:val="TAC"/>
              <w:rPr>
                <w:lang w:eastAsia="ja-JP"/>
              </w:rPr>
            </w:pPr>
            <w:r w:rsidRPr="00EF2F0E">
              <w:rPr>
                <w:lang w:eastAsia="ja-JP"/>
              </w:rPr>
              <w:t>CW carrier</w:t>
            </w:r>
          </w:p>
        </w:tc>
      </w:tr>
      <w:tr w:rsidR="003401A4" w:rsidRPr="00EF2F0E" w14:paraId="09850609" w14:textId="77777777" w:rsidTr="00B61376">
        <w:trPr>
          <w:gridAfter w:val="1"/>
          <w:wAfter w:w="10" w:type="dxa"/>
          <w:jc w:val="center"/>
        </w:trPr>
        <w:tc>
          <w:tcPr>
            <w:tcW w:w="1918" w:type="dxa"/>
          </w:tcPr>
          <w:p w14:paraId="09850602"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 or E-UTRA Band 10</w:t>
            </w:r>
          </w:p>
        </w:tc>
        <w:tc>
          <w:tcPr>
            <w:tcW w:w="1657" w:type="dxa"/>
            <w:vAlign w:val="center"/>
          </w:tcPr>
          <w:p w14:paraId="09850603" w14:textId="77777777" w:rsidR="008A7D6F" w:rsidRPr="00EF2F0E" w:rsidRDefault="008A7D6F" w:rsidP="00B61376">
            <w:pPr>
              <w:pStyle w:val="TAC"/>
              <w:rPr>
                <w:lang w:eastAsia="ja-JP"/>
              </w:rPr>
            </w:pPr>
            <w:r w:rsidRPr="00EF2F0E">
              <w:rPr>
                <w:lang w:eastAsia="ja-JP"/>
              </w:rPr>
              <w:t>2110 - 2170</w:t>
            </w:r>
          </w:p>
        </w:tc>
        <w:tc>
          <w:tcPr>
            <w:tcW w:w="1082" w:type="dxa"/>
            <w:vAlign w:val="center"/>
          </w:tcPr>
          <w:p w14:paraId="09850604"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05"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06"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0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08" w14:textId="77777777" w:rsidR="008A7D6F" w:rsidRPr="00EF2F0E" w:rsidRDefault="008A7D6F" w:rsidP="00B61376">
            <w:pPr>
              <w:pStyle w:val="TAC"/>
              <w:rPr>
                <w:lang w:eastAsia="ja-JP"/>
              </w:rPr>
            </w:pPr>
            <w:r w:rsidRPr="00EF2F0E">
              <w:rPr>
                <w:lang w:eastAsia="ja-JP"/>
              </w:rPr>
              <w:t>CW carrier</w:t>
            </w:r>
          </w:p>
        </w:tc>
      </w:tr>
      <w:tr w:rsidR="003401A4" w:rsidRPr="00EF2F0E" w14:paraId="09850611" w14:textId="77777777" w:rsidTr="00B61376">
        <w:trPr>
          <w:gridAfter w:val="1"/>
          <w:wAfter w:w="10" w:type="dxa"/>
          <w:jc w:val="center"/>
        </w:trPr>
        <w:tc>
          <w:tcPr>
            <w:tcW w:w="1918" w:type="dxa"/>
          </w:tcPr>
          <w:p w14:paraId="0985060A"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XI or E-UTRA Band 11</w:t>
            </w:r>
          </w:p>
        </w:tc>
        <w:tc>
          <w:tcPr>
            <w:tcW w:w="1657" w:type="dxa"/>
            <w:vAlign w:val="center"/>
          </w:tcPr>
          <w:p w14:paraId="0985060B" w14:textId="77777777" w:rsidR="008A7D6F" w:rsidRPr="00EF2F0E" w:rsidRDefault="008A7D6F" w:rsidP="00B61376">
            <w:pPr>
              <w:pStyle w:val="TAC"/>
              <w:rPr>
                <w:lang w:eastAsia="ja-JP"/>
              </w:rPr>
            </w:pPr>
            <w:r w:rsidRPr="00EF2F0E">
              <w:rPr>
                <w:lang w:eastAsia="ja-JP"/>
              </w:rPr>
              <w:t>1475.9 - 1495.9</w:t>
            </w:r>
          </w:p>
        </w:tc>
        <w:tc>
          <w:tcPr>
            <w:tcW w:w="1082" w:type="dxa"/>
            <w:vAlign w:val="center"/>
          </w:tcPr>
          <w:p w14:paraId="0985060C"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0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0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0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10" w14:textId="77777777" w:rsidR="008A7D6F" w:rsidRPr="00EF2F0E" w:rsidRDefault="008A7D6F" w:rsidP="00B61376">
            <w:pPr>
              <w:pStyle w:val="TAC"/>
              <w:rPr>
                <w:lang w:eastAsia="ja-JP"/>
              </w:rPr>
            </w:pPr>
            <w:r w:rsidRPr="00EF2F0E">
              <w:rPr>
                <w:lang w:eastAsia="ja-JP"/>
              </w:rPr>
              <w:t>CW carrier</w:t>
            </w:r>
          </w:p>
        </w:tc>
      </w:tr>
      <w:tr w:rsidR="003401A4" w:rsidRPr="00EF2F0E" w14:paraId="09850619" w14:textId="77777777" w:rsidTr="00B61376">
        <w:trPr>
          <w:gridAfter w:val="1"/>
          <w:wAfter w:w="10" w:type="dxa"/>
          <w:jc w:val="center"/>
        </w:trPr>
        <w:tc>
          <w:tcPr>
            <w:tcW w:w="1918" w:type="dxa"/>
          </w:tcPr>
          <w:p w14:paraId="09850612"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XII or E-UTRA Band 12 or NR band n12</w:t>
            </w:r>
          </w:p>
        </w:tc>
        <w:tc>
          <w:tcPr>
            <w:tcW w:w="1657" w:type="dxa"/>
            <w:vAlign w:val="center"/>
          </w:tcPr>
          <w:p w14:paraId="09850613" w14:textId="77777777" w:rsidR="008A7D6F" w:rsidRPr="00EF2F0E" w:rsidRDefault="008A7D6F" w:rsidP="00B61376">
            <w:pPr>
              <w:pStyle w:val="TAC"/>
              <w:rPr>
                <w:lang w:eastAsia="ja-JP"/>
              </w:rPr>
            </w:pPr>
            <w:r w:rsidRPr="00EF2F0E">
              <w:rPr>
                <w:lang w:eastAsia="ja-JP"/>
              </w:rPr>
              <w:t>729 - 746</w:t>
            </w:r>
          </w:p>
        </w:tc>
        <w:tc>
          <w:tcPr>
            <w:tcW w:w="1082" w:type="dxa"/>
            <w:vAlign w:val="center"/>
          </w:tcPr>
          <w:p w14:paraId="09850614"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15"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16"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1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18" w14:textId="77777777" w:rsidR="008A7D6F" w:rsidRPr="00EF2F0E" w:rsidRDefault="008A7D6F" w:rsidP="00B61376">
            <w:pPr>
              <w:pStyle w:val="TAC"/>
              <w:rPr>
                <w:lang w:eastAsia="ja-JP"/>
              </w:rPr>
            </w:pPr>
            <w:r w:rsidRPr="00EF2F0E">
              <w:rPr>
                <w:lang w:eastAsia="ja-JP"/>
              </w:rPr>
              <w:t>CW carrier</w:t>
            </w:r>
          </w:p>
        </w:tc>
      </w:tr>
      <w:tr w:rsidR="003401A4" w:rsidRPr="00EF2F0E" w14:paraId="09850621" w14:textId="77777777" w:rsidTr="00B61376">
        <w:trPr>
          <w:gridAfter w:val="1"/>
          <w:wAfter w:w="10" w:type="dxa"/>
          <w:jc w:val="center"/>
        </w:trPr>
        <w:tc>
          <w:tcPr>
            <w:tcW w:w="1918" w:type="dxa"/>
          </w:tcPr>
          <w:p w14:paraId="0985061A"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XIIII or E-UTRA Band 13</w:t>
            </w:r>
          </w:p>
        </w:tc>
        <w:tc>
          <w:tcPr>
            <w:tcW w:w="1657" w:type="dxa"/>
            <w:vAlign w:val="center"/>
          </w:tcPr>
          <w:p w14:paraId="0985061B" w14:textId="77777777" w:rsidR="008A7D6F" w:rsidRPr="00EF2F0E" w:rsidRDefault="008A7D6F" w:rsidP="00B61376">
            <w:pPr>
              <w:pStyle w:val="TAC"/>
              <w:rPr>
                <w:lang w:eastAsia="ja-JP"/>
              </w:rPr>
            </w:pPr>
            <w:r w:rsidRPr="00EF2F0E">
              <w:rPr>
                <w:lang w:eastAsia="ja-JP"/>
              </w:rPr>
              <w:t>746 - 756</w:t>
            </w:r>
          </w:p>
        </w:tc>
        <w:tc>
          <w:tcPr>
            <w:tcW w:w="1082" w:type="dxa"/>
            <w:vAlign w:val="center"/>
          </w:tcPr>
          <w:p w14:paraId="0985061C"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1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1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1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20" w14:textId="77777777" w:rsidR="008A7D6F" w:rsidRPr="00EF2F0E" w:rsidRDefault="008A7D6F" w:rsidP="00B61376">
            <w:pPr>
              <w:pStyle w:val="TAC"/>
              <w:rPr>
                <w:lang w:eastAsia="ja-JP"/>
              </w:rPr>
            </w:pPr>
            <w:r w:rsidRPr="00EF2F0E">
              <w:rPr>
                <w:lang w:eastAsia="ja-JP"/>
              </w:rPr>
              <w:t>CW carrier</w:t>
            </w:r>
          </w:p>
        </w:tc>
      </w:tr>
      <w:tr w:rsidR="003401A4" w:rsidRPr="00EF2F0E" w14:paraId="09850629" w14:textId="77777777" w:rsidTr="00B61376">
        <w:trPr>
          <w:gridAfter w:val="1"/>
          <w:wAfter w:w="10" w:type="dxa"/>
          <w:jc w:val="center"/>
        </w:trPr>
        <w:tc>
          <w:tcPr>
            <w:tcW w:w="1918" w:type="dxa"/>
          </w:tcPr>
          <w:p w14:paraId="09850622"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XIV or E-UTRA Band 14</w:t>
            </w:r>
          </w:p>
        </w:tc>
        <w:tc>
          <w:tcPr>
            <w:tcW w:w="1657" w:type="dxa"/>
            <w:vAlign w:val="center"/>
          </w:tcPr>
          <w:p w14:paraId="09850623" w14:textId="77777777" w:rsidR="008A7D6F" w:rsidRPr="00EF2F0E" w:rsidRDefault="008A7D6F" w:rsidP="00B61376">
            <w:pPr>
              <w:pStyle w:val="TAC"/>
              <w:rPr>
                <w:lang w:eastAsia="ja-JP"/>
              </w:rPr>
            </w:pPr>
            <w:r w:rsidRPr="00EF2F0E">
              <w:rPr>
                <w:lang w:eastAsia="ja-JP"/>
              </w:rPr>
              <w:t>758 - 768</w:t>
            </w:r>
          </w:p>
        </w:tc>
        <w:tc>
          <w:tcPr>
            <w:tcW w:w="1082" w:type="dxa"/>
            <w:vAlign w:val="center"/>
          </w:tcPr>
          <w:p w14:paraId="09850624"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25"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26"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2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28" w14:textId="77777777" w:rsidR="008A7D6F" w:rsidRPr="00EF2F0E" w:rsidRDefault="008A7D6F" w:rsidP="00B61376">
            <w:pPr>
              <w:pStyle w:val="TAC"/>
              <w:rPr>
                <w:lang w:eastAsia="ja-JP"/>
              </w:rPr>
            </w:pPr>
            <w:r w:rsidRPr="00EF2F0E">
              <w:rPr>
                <w:lang w:eastAsia="ja-JP"/>
              </w:rPr>
              <w:t>CW carrier</w:t>
            </w:r>
          </w:p>
        </w:tc>
      </w:tr>
      <w:tr w:rsidR="003401A4" w:rsidRPr="00EF2F0E" w14:paraId="09850631" w14:textId="77777777" w:rsidTr="00B61376">
        <w:trPr>
          <w:gridAfter w:val="1"/>
          <w:wAfter w:w="10" w:type="dxa"/>
          <w:jc w:val="center"/>
        </w:trPr>
        <w:tc>
          <w:tcPr>
            <w:tcW w:w="1918" w:type="dxa"/>
          </w:tcPr>
          <w:p w14:paraId="0985062A" w14:textId="77777777" w:rsidR="008A7D6F" w:rsidRPr="00EF2F0E" w:rsidRDefault="008A7D6F" w:rsidP="00B61376">
            <w:pPr>
              <w:pStyle w:val="TAL"/>
              <w:rPr>
                <w:rFonts w:cs="Arial"/>
                <w:szCs w:val="18"/>
                <w:lang w:eastAsia="ja-JP"/>
              </w:rPr>
            </w:pPr>
            <w:r w:rsidRPr="00EF2F0E">
              <w:rPr>
                <w:rFonts w:cs="Arial"/>
                <w:szCs w:val="18"/>
                <w:lang w:eastAsia="ja-JP"/>
              </w:rPr>
              <w:t>E-UTRA Band 17</w:t>
            </w:r>
          </w:p>
        </w:tc>
        <w:tc>
          <w:tcPr>
            <w:tcW w:w="1657" w:type="dxa"/>
            <w:vAlign w:val="center"/>
          </w:tcPr>
          <w:p w14:paraId="0985062B" w14:textId="77777777" w:rsidR="008A7D6F" w:rsidRPr="00EF2F0E" w:rsidRDefault="008A7D6F" w:rsidP="00B61376">
            <w:pPr>
              <w:pStyle w:val="TAC"/>
              <w:rPr>
                <w:lang w:eastAsia="ja-JP"/>
              </w:rPr>
            </w:pPr>
            <w:r w:rsidRPr="00EF2F0E">
              <w:rPr>
                <w:lang w:eastAsia="ja-JP"/>
              </w:rPr>
              <w:t>734 - 746</w:t>
            </w:r>
          </w:p>
        </w:tc>
        <w:tc>
          <w:tcPr>
            <w:tcW w:w="1082" w:type="dxa"/>
            <w:vAlign w:val="center"/>
          </w:tcPr>
          <w:p w14:paraId="0985062C"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2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2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2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30" w14:textId="77777777" w:rsidR="008A7D6F" w:rsidRPr="00EF2F0E" w:rsidRDefault="008A7D6F" w:rsidP="00B61376">
            <w:pPr>
              <w:pStyle w:val="TAC"/>
              <w:rPr>
                <w:lang w:eastAsia="ja-JP"/>
              </w:rPr>
            </w:pPr>
            <w:r w:rsidRPr="00EF2F0E">
              <w:rPr>
                <w:lang w:eastAsia="ja-JP"/>
              </w:rPr>
              <w:t>CW carrier</w:t>
            </w:r>
          </w:p>
        </w:tc>
      </w:tr>
      <w:tr w:rsidR="003401A4" w:rsidRPr="00EF2F0E" w14:paraId="09850639" w14:textId="77777777" w:rsidTr="00B61376">
        <w:trPr>
          <w:gridAfter w:val="1"/>
          <w:wAfter w:w="10" w:type="dxa"/>
          <w:jc w:val="center"/>
        </w:trPr>
        <w:tc>
          <w:tcPr>
            <w:tcW w:w="1918" w:type="dxa"/>
          </w:tcPr>
          <w:p w14:paraId="09850632" w14:textId="77777777" w:rsidR="008A7D6F" w:rsidRPr="00EF2F0E" w:rsidRDefault="008A7D6F" w:rsidP="00B61376">
            <w:pPr>
              <w:pStyle w:val="TAL"/>
              <w:rPr>
                <w:rFonts w:cs="Arial"/>
                <w:szCs w:val="18"/>
                <w:lang w:eastAsia="ja-JP"/>
              </w:rPr>
            </w:pPr>
            <w:r w:rsidRPr="00EF2F0E">
              <w:rPr>
                <w:rFonts w:cs="Arial"/>
                <w:szCs w:val="18"/>
                <w:lang w:eastAsia="ja-JP"/>
              </w:rPr>
              <w:t>E-UTRA Band 18</w:t>
            </w:r>
          </w:p>
        </w:tc>
        <w:tc>
          <w:tcPr>
            <w:tcW w:w="1657" w:type="dxa"/>
            <w:vAlign w:val="center"/>
          </w:tcPr>
          <w:p w14:paraId="09850633" w14:textId="77777777" w:rsidR="008A7D6F" w:rsidRPr="00EF2F0E" w:rsidRDefault="008A7D6F" w:rsidP="00B61376">
            <w:pPr>
              <w:pStyle w:val="TAC"/>
              <w:rPr>
                <w:lang w:eastAsia="ja-JP"/>
              </w:rPr>
            </w:pPr>
            <w:r w:rsidRPr="00EF2F0E">
              <w:rPr>
                <w:lang w:eastAsia="ja-JP"/>
              </w:rPr>
              <w:t>860 - 875</w:t>
            </w:r>
          </w:p>
        </w:tc>
        <w:tc>
          <w:tcPr>
            <w:tcW w:w="1082" w:type="dxa"/>
            <w:vAlign w:val="center"/>
          </w:tcPr>
          <w:p w14:paraId="09850634"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35"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36"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3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38" w14:textId="77777777" w:rsidR="008A7D6F" w:rsidRPr="00EF2F0E" w:rsidRDefault="008A7D6F" w:rsidP="00B61376">
            <w:pPr>
              <w:pStyle w:val="TAC"/>
              <w:rPr>
                <w:lang w:eastAsia="ja-JP"/>
              </w:rPr>
            </w:pPr>
            <w:r w:rsidRPr="00EF2F0E">
              <w:rPr>
                <w:lang w:eastAsia="ja-JP"/>
              </w:rPr>
              <w:t>CW carrier</w:t>
            </w:r>
          </w:p>
        </w:tc>
      </w:tr>
      <w:tr w:rsidR="003401A4" w:rsidRPr="00EF2F0E" w14:paraId="09850641" w14:textId="77777777" w:rsidTr="00B61376">
        <w:trPr>
          <w:gridAfter w:val="1"/>
          <w:wAfter w:w="10" w:type="dxa"/>
          <w:jc w:val="center"/>
        </w:trPr>
        <w:tc>
          <w:tcPr>
            <w:tcW w:w="1918" w:type="dxa"/>
          </w:tcPr>
          <w:p w14:paraId="0985063A"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XIX or E-UTRA Band 19</w:t>
            </w:r>
          </w:p>
        </w:tc>
        <w:tc>
          <w:tcPr>
            <w:tcW w:w="1657" w:type="dxa"/>
            <w:vAlign w:val="center"/>
          </w:tcPr>
          <w:p w14:paraId="0985063B" w14:textId="77777777" w:rsidR="008A7D6F" w:rsidRPr="00EF2F0E" w:rsidRDefault="008A7D6F" w:rsidP="00B61376">
            <w:pPr>
              <w:pStyle w:val="TAC"/>
              <w:rPr>
                <w:lang w:eastAsia="ja-JP"/>
              </w:rPr>
            </w:pPr>
            <w:r w:rsidRPr="00EF2F0E">
              <w:rPr>
                <w:lang w:eastAsia="ja-JP"/>
              </w:rPr>
              <w:t>875 - 890</w:t>
            </w:r>
          </w:p>
        </w:tc>
        <w:tc>
          <w:tcPr>
            <w:tcW w:w="1082" w:type="dxa"/>
            <w:vAlign w:val="center"/>
          </w:tcPr>
          <w:p w14:paraId="0985063C"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3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3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3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40" w14:textId="77777777" w:rsidR="008A7D6F" w:rsidRPr="00EF2F0E" w:rsidRDefault="008A7D6F" w:rsidP="00B61376">
            <w:pPr>
              <w:pStyle w:val="TAC"/>
              <w:rPr>
                <w:lang w:eastAsia="ja-JP"/>
              </w:rPr>
            </w:pPr>
            <w:r w:rsidRPr="00EF2F0E">
              <w:rPr>
                <w:lang w:eastAsia="ja-JP"/>
              </w:rPr>
              <w:t>CW carrier</w:t>
            </w:r>
          </w:p>
        </w:tc>
      </w:tr>
      <w:tr w:rsidR="003401A4" w:rsidRPr="00EF2F0E" w14:paraId="09850649" w14:textId="77777777" w:rsidTr="00B61376">
        <w:trPr>
          <w:gridAfter w:val="1"/>
          <w:wAfter w:w="10" w:type="dxa"/>
          <w:jc w:val="center"/>
        </w:trPr>
        <w:tc>
          <w:tcPr>
            <w:tcW w:w="1918" w:type="dxa"/>
          </w:tcPr>
          <w:p w14:paraId="09850642" w14:textId="77777777" w:rsidR="008A7D6F" w:rsidRPr="00EF2F0E" w:rsidRDefault="008A7D6F" w:rsidP="00B61376">
            <w:pPr>
              <w:pStyle w:val="TAL"/>
              <w:rPr>
                <w:rFonts w:cs="Arial"/>
                <w:szCs w:val="18"/>
                <w:lang w:eastAsia="ja-JP"/>
              </w:rPr>
            </w:pPr>
            <w:r w:rsidRPr="00EF2F0E">
              <w:rPr>
                <w:rFonts w:cs="Arial"/>
                <w:szCs w:val="18"/>
                <w:lang w:eastAsia="ja-JP"/>
              </w:rPr>
              <w:t>UTRA FDD Band XX or E-UTRA Band 20 or NR band 20</w:t>
            </w:r>
          </w:p>
        </w:tc>
        <w:tc>
          <w:tcPr>
            <w:tcW w:w="1657" w:type="dxa"/>
            <w:vAlign w:val="center"/>
          </w:tcPr>
          <w:p w14:paraId="09850643" w14:textId="77777777" w:rsidR="008A7D6F" w:rsidRPr="00EF2F0E" w:rsidRDefault="008A7D6F" w:rsidP="00B61376">
            <w:pPr>
              <w:pStyle w:val="TAC"/>
              <w:rPr>
                <w:lang w:eastAsia="ja-JP"/>
              </w:rPr>
            </w:pPr>
            <w:r w:rsidRPr="00EF2F0E">
              <w:rPr>
                <w:lang w:eastAsia="ja-JP"/>
              </w:rPr>
              <w:t>791 - 821</w:t>
            </w:r>
          </w:p>
        </w:tc>
        <w:tc>
          <w:tcPr>
            <w:tcW w:w="1082" w:type="dxa"/>
            <w:vAlign w:val="center"/>
          </w:tcPr>
          <w:p w14:paraId="09850644"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45"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46"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4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48" w14:textId="77777777" w:rsidR="008A7D6F" w:rsidRPr="00EF2F0E" w:rsidRDefault="008A7D6F" w:rsidP="00B61376">
            <w:pPr>
              <w:pStyle w:val="TAC"/>
              <w:rPr>
                <w:lang w:eastAsia="ja-JP"/>
              </w:rPr>
            </w:pPr>
            <w:r w:rsidRPr="00EF2F0E">
              <w:rPr>
                <w:lang w:eastAsia="ja-JP"/>
              </w:rPr>
              <w:t>CW carrier</w:t>
            </w:r>
          </w:p>
        </w:tc>
      </w:tr>
      <w:tr w:rsidR="003401A4" w:rsidRPr="00EF2F0E" w14:paraId="09850651" w14:textId="77777777" w:rsidTr="00B61376">
        <w:trPr>
          <w:gridAfter w:val="1"/>
          <w:wAfter w:w="10" w:type="dxa"/>
          <w:jc w:val="center"/>
        </w:trPr>
        <w:tc>
          <w:tcPr>
            <w:tcW w:w="1918" w:type="dxa"/>
          </w:tcPr>
          <w:p w14:paraId="0985064A"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XXI or E-UTRA Band 21</w:t>
            </w:r>
          </w:p>
        </w:tc>
        <w:tc>
          <w:tcPr>
            <w:tcW w:w="1657" w:type="dxa"/>
            <w:vAlign w:val="center"/>
          </w:tcPr>
          <w:p w14:paraId="0985064B" w14:textId="77777777" w:rsidR="008A7D6F" w:rsidRPr="00EF2F0E" w:rsidRDefault="008A7D6F" w:rsidP="00B61376">
            <w:pPr>
              <w:pStyle w:val="TAC"/>
              <w:rPr>
                <w:lang w:eastAsia="ja-JP"/>
              </w:rPr>
            </w:pPr>
            <w:r w:rsidRPr="00EF2F0E">
              <w:rPr>
                <w:lang w:eastAsia="ja-JP"/>
              </w:rPr>
              <w:t>1495.9 - 1510.9</w:t>
            </w:r>
          </w:p>
        </w:tc>
        <w:tc>
          <w:tcPr>
            <w:tcW w:w="1082" w:type="dxa"/>
            <w:vAlign w:val="center"/>
          </w:tcPr>
          <w:p w14:paraId="0985064C"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4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4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4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50" w14:textId="77777777" w:rsidR="008A7D6F" w:rsidRPr="00EF2F0E" w:rsidRDefault="008A7D6F" w:rsidP="00B61376">
            <w:pPr>
              <w:pStyle w:val="TAC"/>
              <w:rPr>
                <w:lang w:eastAsia="ja-JP"/>
              </w:rPr>
            </w:pPr>
            <w:r w:rsidRPr="00EF2F0E">
              <w:rPr>
                <w:lang w:eastAsia="ja-JP"/>
              </w:rPr>
              <w:t>CW carrier</w:t>
            </w:r>
          </w:p>
        </w:tc>
      </w:tr>
      <w:tr w:rsidR="003401A4" w:rsidRPr="00EF2F0E" w14:paraId="09850659" w14:textId="77777777" w:rsidTr="00B61376">
        <w:trPr>
          <w:gridAfter w:val="1"/>
          <w:wAfter w:w="10" w:type="dxa"/>
          <w:jc w:val="center"/>
        </w:trPr>
        <w:tc>
          <w:tcPr>
            <w:tcW w:w="1918" w:type="dxa"/>
          </w:tcPr>
          <w:p w14:paraId="09850652"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XXII or E-UTRA Band 22</w:t>
            </w:r>
          </w:p>
        </w:tc>
        <w:tc>
          <w:tcPr>
            <w:tcW w:w="1657" w:type="dxa"/>
            <w:vAlign w:val="center"/>
          </w:tcPr>
          <w:p w14:paraId="09850653" w14:textId="77777777" w:rsidR="008A7D6F" w:rsidRPr="00EF2F0E" w:rsidRDefault="008A7D6F" w:rsidP="00B61376">
            <w:pPr>
              <w:pStyle w:val="TAC"/>
              <w:rPr>
                <w:lang w:eastAsia="ja-JP"/>
              </w:rPr>
            </w:pPr>
            <w:r w:rsidRPr="00EF2F0E">
              <w:rPr>
                <w:lang w:eastAsia="ja-JP"/>
              </w:rPr>
              <w:t>3510 - 3 590</w:t>
            </w:r>
          </w:p>
        </w:tc>
        <w:tc>
          <w:tcPr>
            <w:tcW w:w="1082" w:type="dxa"/>
            <w:vAlign w:val="center"/>
          </w:tcPr>
          <w:p w14:paraId="09850654"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55"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56"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5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58" w14:textId="77777777" w:rsidR="008A7D6F" w:rsidRPr="00EF2F0E" w:rsidRDefault="008A7D6F" w:rsidP="00B61376">
            <w:pPr>
              <w:pStyle w:val="TAC"/>
              <w:rPr>
                <w:lang w:eastAsia="ja-JP"/>
              </w:rPr>
            </w:pPr>
            <w:r w:rsidRPr="00EF2F0E">
              <w:rPr>
                <w:lang w:eastAsia="ja-JP"/>
              </w:rPr>
              <w:t>CW carrier</w:t>
            </w:r>
          </w:p>
        </w:tc>
      </w:tr>
      <w:tr w:rsidR="003401A4" w:rsidRPr="00EF2F0E" w14:paraId="09850661" w14:textId="77777777" w:rsidTr="00B61376">
        <w:trPr>
          <w:gridAfter w:val="1"/>
          <w:wAfter w:w="10" w:type="dxa"/>
          <w:jc w:val="center"/>
        </w:trPr>
        <w:tc>
          <w:tcPr>
            <w:tcW w:w="1918" w:type="dxa"/>
          </w:tcPr>
          <w:p w14:paraId="0985065A" w14:textId="77777777" w:rsidR="008A7D6F" w:rsidRPr="00EF2F0E" w:rsidRDefault="008A7D6F" w:rsidP="00B61376">
            <w:pPr>
              <w:pStyle w:val="TAL"/>
              <w:rPr>
                <w:rFonts w:cs="Arial"/>
                <w:szCs w:val="18"/>
                <w:lang w:eastAsia="ja-JP"/>
              </w:rPr>
            </w:pPr>
            <w:r w:rsidRPr="00EF2F0E">
              <w:rPr>
                <w:rFonts w:cs="Arial"/>
                <w:szCs w:val="18"/>
                <w:lang w:eastAsia="ja-JP"/>
              </w:rPr>
              <w:t>E-UTRA Band 23</w:t>
            </w:r>
          </w:p>
        </w:tc>
        <w:tc>
          <w:tcPr>
            <w:tcW w:w="1657" w:type="dxa"/>
            <w:vAlign w:val="center"/>
          </w:tcPr>
          <w:p w14:paraId="0985065B" w14:textId="77777777" w:rsidR="008A7D6F" w:rsidRPr="00EF2F0E" w:rsidRDefault="008A7D6F" w:rsidP="00B61376">
            <w:pPr>
              <w:pStyle w:val="TAC"/>
              <w:rPr>
                <w:lang w:eastAsia="ja-JP"/>
              </w:rPr>
            </w:pPr>
            <w:r w:rsidRPr="00EF2F0E">
              <w:rPr>
                <w:lang w:eastAsia="ja-JP"/>
              </w:rPr>
              <w:t>2180 - 2200</w:t>
            </w:r>
          </w:p>
        </w:tc>
        <w:tc>
          <w:tcPr>
            <w:tcW w:w="1082" w:type="dxa"/>
            <w:vAlign w:val="center"/>
          </w:tcPr>
          <w:p w14:paraId="0985065C" w14:textId="77777777" w:rsidR="008A7D6F" w:rsidRPr="00EF2F0E" w:rsidRDefault="008A7D6F" w:rsidP="00B61376">
            <w:pPr>
              <w:pStyle w:val="TAC"/>
              <w:rPr>
                <w:rFonts w:cs="v5.0.0"/>
                <w:lang w:eastAsia="ja-JP"/>
              </w:rPr>
            </w:pPr>
            <w:r w:rsidRPr="00EF2F0E">
              <w:rPr>
                <w:lang w:eastAsia="ja-JP"/>
              </w:rPr>
              <w:t>+46</w:t>
            </w:r>
          </w:p>
        </w:tc>
        <w:tc>
          <w:tcPr>
            <w:tcW w:w="1134" w:type="dxa"/>
            <w:vAlign w:val="center"/>
          </w:tcPr>
          <w:p w14:paraId="0985065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5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5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60" w14:textId="77777777" w:rsidR="008A7D6F" w:rsidRPr="00EF2F0E" w:rsidRDefault="008A7D6F" w:rsidP="00B61376">
            <w:pPr>
              <w:pStyle w:val="TAC"/>
              <w:rPr>
                <w:rFonts w:cs="v5.0.0"/>
                <w:lang w:eastAsia="ja-JP"/>
              </w:rPr>
            </w:pPr>
            <w:r w:rsidRPr="00EF2F0E">
              <w:rPr>
                <w:lang w:eastAsia="ja-JP"/>
              </w:rPr>
              <w:t>CW carrier</w:t>
            </w:r>
          </w:p>
        </w:tc>
      </w:tr>
      <w:tr w:rsidR="003401A4" w:rsidRPr="00EF2F0E" w14:paraId="09850669" w14:textId="77777777" w:rsidTr="00B61376">
        <w:trPr>
          <w:gridAfter w:val="1"/>
          <w:wAfter w:w="10" w:type="dxa"/>
          <w:jc w:val="center"/>
        </w:trPr>
        <w:tc>
          <w:tcPr>
            <w:tcW w:w="1918" w:type="dxa"/>
          </w:tcPr>
          <w:p w14:paraId="09850662" w14:textId="77777777" w:rsidR="008A7D6F" w:rsidRPr="00EF2F0E" w:rsidRDefault="008A7D6F" w:rsidP="00B61376">
            <w:pPr>
              <w:pStyle w:val="TAL"/>
              <w:rPr>
                <w:rFonts w:cs="Arial"/>
                <w:szCs w:val="18"/>
                <w:lang w:eastAsia="ja-JP"/>
              </w:rPr>
            </w:pPr>
            <w:r w:rsidRPr="00EF2F0E">
              <w:rPr>
                <w:rFonts w:cs="Arial"/>
                <w:szCs w:val="18"/>
                <w:lang w:eastAsia="ja-JP"/>
              </w:rPr>
              <w:t>E-UTRA Band 24</w:t>
            </w:r>
          </w:p>
        </w:tc>
        <w:tc>
          <w:tcPr>
            <w:tcW w:w="1657" w:type="dxa"/>
            <w:vAlign w:val="center"/>
          </w:tcPr>
          <w:p w14:paraId="09850663" w14:textId="77777777" w:rsidR="008A7D6F" w:rsidRPr="00EF2F0E" w:rsidRDefault="008A7D6F" w:rsidP="00B61376">
            <w:pPr>
              <w:pStyle w:val="TAC"/>
              <w:rPr>
                <w:lang w:eastAsia="ja-JP"/>
              </w:rPr>
            </w:pPr>
            <w:r w:rsidRPr="00EF2F0E">
              <w:rPr>
                <w:lang w:eastAsia="ja-JP"/>
              </w:rPr>
              <w:t>1525 - 1559</w:t>
            </w:r>
          </w:p>
        </w:tc>
        <w:tc>
          <w:tcPr>
            <w:tcW w:w="1082" w:type="dxa"/>
          </w:tcPr>
          <w:p w14:paraId="09850664" w14:textId="77777777" w:rsidR="008A7D6F" w:rsidRPr="00EF2F0E" w:rsidRDefault="008A7D6F" w:rsidP="00B61376">
            <w:pPr>
              <w:pStyle w:val="TAC"/>
              <w:rPr>
                <w:lang w:eastAsia="ja-JP"/>
              </w:rPr>
            </w:pPr>
            <w:r w:rsidRPr="00EF2F0E">
              <w:rPr>
                <w:rFonts w:cs="v5.0.0"/>
                <w:lang w:eastAsia="ja-JP"/>
              </w:rPr>
              <w:t>+46</w:t>
            </w:r>
          </w:p>
        </w:tc>
        <w:tc>
          <w:tcPr>
            <w:tcW w:w="1134" w:type="dxa"/>
            <w:vAlign w:val="center"/>
          </w:tcPr>
          <w:p w14:paraId="09850665"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66" w14:textId="77777777" w:rsidR="008A7D6F" w:rsidRPr="00EF2F0E" w:rsidRDefault="008A7D6F" w:rsidP="00B61376">
            <w:pPr>
              <w:pStyle w:val="TAC"/>
              <w:rPr>
                <w:lang w:eastAsia="ja-JP"/>
              </w:rPr>
            </w:pPr>
            <w:r w:rsidRPr="00EF2F0E">
              <w:rPr>
                <w:lang w:eastAsia="ja-JP"/>
              </w:rPr>
              <w:t>+24</w:t>
            </w:r>
          </w:p>
        </w:tc>
        <w:tc>
          <w:tcPr>
            <w:tcW w:w="1701" w:type="dxa"/>
          </w:tcPr>
          <w:p w14:paraId="0985066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668" w14:textId="77777777" w:rsidR="008A7D6F" w:rsidRPr="00EF2F0E" w:rsidRDefault="008A7D6F" w:rsidP="00B61376">
            <w:pPr>
              <w:pStyle w:val="TAC"/>
              <w:rPr>
                <w:lang w:eastAsia="ja-JP"/>
              </w:rPr>
            </w:pPr>
            <w:r w:rsidRPr="00EF2F0E">
              <w:rPr>
                <w:rFonts w:cs="v5.0.0"/>
                <w:lang w:eastAsia="ja-JP"/>
              </w:rPr>
              <w:t>CW carrier</w:t>
            </w:r>
          </w:p>
        </w:tc>
      </w:tr>
      <w:tr w:rsidR="003401A4" w:rsidRPr="00EF2F0E" w14:paraId="09850671" w14:textId="77777777" w:rsidTr="00B61376">
        <w:trPr>
          <w:gridAfter w:val="1"/>
          <w:wAfter w:w="10" w:type="dxa"/>
          <w:jc w:val="center"/>
        </w:trPr>
        <w:tc>
          <w:tcPr>
            <w:tcW w:w="1918" w:type="dxa"/>
          </w:tcPr>
          <w:p w14:paraId="0985066A"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XX</w:t>
            </w:r>
            <w:r w:rsidRPr="00EF2F0E">
              <w:rPr>
                <w:rFonts w:cs="Arial"/>
                <w:szCs w:val="18"/>
                <w:lang w:val="sv-SE" w:eastAsia="zh-CN"/>
              </w:rPr>
              <w:t>V</w:t>
            </w:r>
            <w:r w:rsidRPr="00EF2F0E">
              <w:rPr>
                <w:rFonts w:cs="Arial"/>
                <w:szCs w:val="18"/>
                <w:lang w:val="sv-SE" w:eastAsia="ja-JP"/>
              </w:rPr>
              <w:t xml:space="preserve"> or E-UTRA Band 2</w:t>
            </w:r>
            <w:r w:rsidRPr="00EF2F0E">
              <w:rPr>
                <w:rFonts w:cs="Arial"/>
                <w:szCs w:val="18"/>
                <w:lang w:val="sv-SE" w:eastAsia="zh-CN"/>
              </w:rPr>
              <w:t>5 or NR band n25</w:t>
            </w:r>
          </w:p>
        </w:tc>
        <w:tc>
          <w:tcPr>
            <w:tcW w:w="1657" w:type="dxa"/>
            <w:vAlign w:val="center"/>
          </w:tcPr>
          <w:p w14:paraId="0985066B" w14:textId="77777777" w:rsidR="008A7D6F" w:rsidRPr="00EF2F0E" w:rsidRDefault="008A7D6F" w:rsidP="00B61376">
            <w:pPr>
              <w:pStyle w:val="TAC"/>
              <w:rPr>
                <w:lang w:eastAsia="ja-JP"/>
              </w:rPr>
            </w:pPr>
            <w:r w:rsidRPr="00EF2F0E">
              <w:rPr>
                <w:lang w:eastAsia="ja-JP"/>
              </w:rPr>
              <w:t>1930 - 199</w:t>
            </w:r>
            <w:r w:rsidRPr="00EF2F0E">
              <w:rPr>
                <w:lang w:eastAsia="zh-CN"/>
              </w:rPr>
              <w:t>5</w:t>
            </w:r>
          </w:p>
        </w:tc>
        <w:tc>
          <w:tcPr>
            <w:tcW w:w="1082" w:type="dxa"/>
            <w:vAlign w:val="center"/>
          </w:tcPr>
          <w:p w14:paraId="0985066C" w14:textId="77777777" w:rsidR="008A7D6F" w:rsidRPr="00EF2F0E" w:rsidRDefault="008A7D6F" w:rsidP="00B61376">
            <w:pPr>
              <w:pStyle w:val="TAC"/>
              <w:rPr>
                <w:rFonts w:cs="v5.0.0"/>
                <w:lang w:eastAsia="ja-JP"/>
              </w:rPr>
            </w:pPr>
            <w:r w:rsidRPr="00EF2F0E">
              <w:rPr>
                <w:lang w:eastAsia="ja-JP"/>
              </w:rPr>
              <w:t>+46</w:t>
            </w:r>
          </w:p>
        </w:tc>
        <w:tc>
          <w:tcPr>
            <w:tcW w:w="1134" w:type="dxa"/>
            <w:vAlign w:val="center"/>
          </w:tcPr>
          <w:p w14:paraId="0985066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6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6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70" w14:textId="77777777" w:rsidR="008A7D6F" w:rsidRPr="00EF2F0E" w:rsidRDefault="008A7D6F" w:rsidP="00B61376">
            <w:pPr>
              <w:pStyle w:val="TAC"/>
              <w:rPr>
                <w:rFonts w:cs="v5.0.0"/>
                <w:lang w:eastAsia="ja-JP"/>
              </w:rPr>
            </w:pPr>
            <w:r w:rsidRPr="00EF2F0E">
              <w:rPr>
                <w:lang w:eastAsia="ja-JP"/>
              </w:rPr>
              <w:t>CW carrier</w:t>
            </w:r>
          </w:p>
        </w:tc>
      </w:tr>
      <w:tr w:rsidR="003401A4" w:rsidRPr="00EF2F0E" w14:paraId="09850679" w14:textId="77777777" w:rsidTr="00B61376">
        <w:trPr>
          <w:gridAfter w:val="1"/>
          <w:wAfter w:w="10" w:type="dxa"/>
          <w:jc w:val="center"/>
        </w:trPr>
        <w:tc>
          <w:tcPr>
            <w:tcW w:w="1918" w:type="dxa"/>
          </w:tcPr>
          <w:p w14:paraId="09850672"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XXVI or E-UTRA Band 26</w:t>
            </w:r>
          </w:p>
        </w:tc>
        <w:tc>
          <w:tcPr>
            <w:tcW w:w="1657" w:type="dxa"/>
            <w:vAlign w:val="center"/>
          </w:tcPr>
          <w:p w14:paraId="09850673" w14:textId="77777777" w:rsidR="008A7D6F" w:rsidRPr="00EF2F0E" w:rsidRDefault="008A7D6F" w:rsidP="00B61376">
            <w:pPr>
              <w:pStyle w:val="TAC"/>
              <w:rPr>
                <w:lang w:val="sv-SE" w:eastAsia="ja-JP"/>
              </w:rPr>
            </w:pPr>
            <w:r w:rsidRPr="00EF2F0E">
              <w:rPr>
                <w:lang w:val="sv-SE" w:eastAsia="ja-JP"/>
              </w:rPr>
              <w:t>859 - 894</w:t>
            </w:r>
          </w:p>
        </w:tc>
        <w:tc>
          <w:tcPr>
            <w:tcW w:w="1082" w:type="dxa"/>
            <w:vAlign w:val="center"/>
          </w:tcPr>
          <w:p w14:paraId="09850674" w14:textId="77777777" w:rsidR="008A7D6F" w:rsidRPr="00EF2F0E" w:rsidRDefault="008A7D6F" w:rsidP="00B61376">
            <w:pPr>
              <w:pStyle w:val="TAC"/>
              <w:rPr>
                <w:lang w:val="sv-SE" w:eastAsia="ja-JP"/>
              </w:rPr>
            </w:pPr>
            <w:r w:rsidRPr="00EF2F0E">
              <w:rPr>
                <w:lang w:val="sv-SE" w:eastAsia="ja-JP"/>
              </w:rPr>
              <w:t>+46</w:t>
            </w:r>
          </w:p>
        </w:tc>
        <w:tc>
          <w:tcPr>
            <w:tcW w:w="1134" w:type="dxa"/>
            <w:vAlign w:val="center"/>
          </w:tcPr>
          <w:p w14:paraId="09850675" w14:textId="77777777" w:rsidR="008A7D6F" w:rsidRPr="00EF2F0E" w:rsidRDefault="008A7D6F" w:rsidP="00B61376">
            <w:pPr>
              <w:pStyle w:val="TAC"/>
              <w:rPr>
                <w:lang w:val="sv-SE" w:eastAsia="ja-JP"/>
              </w:rPr>
            </w:pPr>
            <w:r w:rsidRPr="00EF2F0E">
              <w:rPr>
                <w:lang w:val="sv-SE" w:eastAsia="ja-JP"/>
              </w:rPr>
              <w:t>+38</w:t>
            </w:r>
          </w:p>
        </w:tc>
        <w:tc>
          <w:tcPr>
            <w:tcW w:w="1134" w:type="dxa"/>
            <w:vAlign w:val="center"/>
          </w:tcPr>
          <w:p w14:paraId="09850676" w14:textId="77777777" w:rsidR="008A7D6F" w:rsidRPr="00EF2F0E" w:rsidRDefault="008A7D6F" w:rsidP="00B61376">
            <w:pPr>
              <w:pStyle w:val="TAC"/>
              <w:rPr>
                <w:lang w:val="sv-SE" w:eastAsia="ja-JP"/>
              </w:rPr>
            </w:pPr>
            <w:r w:rsidRPr="00EF2F0E">
              <w:rPr>
                <w:lang w:val="sv-SE" w:eastAsia="ja-JP"/>
              </w:rPr>
              <w:t>+24</w:t>
            </w:r>
          </w:p>
        </w:tc>
        <w:tc>
          <w:tcPr>
            <w:tcW w:w="1701" w:type="dxa"/>
            <w:vAlign w:val="center"/>
          </w:tcPr>
          <w:p w14:paraId="0985067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78" w14:textId="77777777" w:rsidR="008A7D6F" w:rsidRPr="00EF2F0E" w:rsidRDefault="008A7D6F" w:rsidP="00B61376">
            <w:pPr>
              <w:pStyle w:val="TAC"/>
              <w:rPr>
                <w:rFonts w:cs="v5.0.0"/>
                <w:lang w:eastAsia="ja-JP"/>
              </w:rPr>
            </w:pPr>
            <w:r w:rsidRPr="00EF2F0E">
              <w:rPr>
                <w:lang w:eastAsia="ja-JP"/>
              </w:rPr>
              <w:t>CW carrier</w:t>
            </w:r>
          </w:p>
        </w:tc>
      </w:tr>
      <w:tr w:rsidR="003401A4" w:rsidRPr="00EF2F0E" w14:paraId="09850681" w14:textId="77777777" w:rsidTr="00B61376">
        <w:trPr>
          <w:gridAfter w:val="1"/>
          <w:wAfter w:w="10" w:type="dxa"/>
          <w:jc w:val="center"/>
        </w:trPr>
        <w:tc>
          <w:tcPr>
            <w:tcW w:w="1918" w:type="dxa"/>
          </w:tcPr>
          <w:p w14:paraId="0985067A" w14:textId="77777777" w:rsidR="008A7D6F" w:rsidRPr="00EF2F0E" w:rsidRDefault="008A7D6F" w:rsidP="00B61376">
            <w:pPr>
              <w:pStyle w:val="TAL"/>
              <w:rPr>
                <w:rFonts w:cs="Arial"/>
                <w:szCs w:val="18"/>
                <w:lang w:eastAsia="ja-JP"/>
              </w:rPr>
            </w:pPr>
            <w:r w:rsidRPr="00EF2F0E">
              <w:rPr>
                <w:rFonts w:cs="Arial"/>
                <w:szCs w:val="18"/>
                <w:lang w:eastAsia="ja-JP"/>
              </w:rPr>
              <w:t>E-UTRA Band 27</w:t>
            </w:r>
          </w:p>
        </w:tc>
        <w:tc>
          <w:tcPr>
            <w:tcW w:w="1657" w:type="dxa"/>
            <w:vAlign w:val="center"/>
          </w:tcPr>
          <w:p w14:paraId="0985067B" w14:textId="77777777" w:rsidR="008A7D6F" w:rsidRPr="00EF2F0E" w:rsidRDefault="008A7D6F" w:rsidP="00B61376">
            <w:pPr>
              <w:pStyle w:val="TAC"/>
              <w:rPr>
                <w:lang w:eastAsia="ja-JP"/>
              </w:rPr>
            </w:pPr>
            <w:r w:rsidRPr="00EF2F0E">
              <w:rPr>
                <w:lang w:eastAsia="ja-JP"/>
              </w:rPr>
              <w:t>852 – 869</w:t>
            </w:r>
          </w:p>
        </w:tc>
        <w:tc>
          <w:tcPr>
            <w:tcW w:w="1082" w:type="dxa"/>
            <w:vAlign w:val="center"/>
          </w:tcPr>
          <w:p w14:paraId="0985067C"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7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7E"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7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80" w14:textId="77777777" w:rsidR="008A7D6F" w:rsidRPr="00EF2F0E" w:rsidRDefault="008A7D6F" w:rsidP="00B61376">
            <w:pPr>
              <w:pStyle w:val="TAC"/>
              <w:rPr>
                <w:lang w:eastAsia="ja-JP"/>
              </w:rPr>
            </w:pPr>
            <w:r w:rsidRPr="00EF2F0E">
              <w:rPr>
                <w:lang w:eastAsia="ja-JP"/>
              </w:rPr>
              <w:t>CW carrier</w:t>
            </w:r>
          </w:p>
        </w:tc>
      </w:tr>
      <w:tr w:rsidR="003401A4" w:rsidRPr="00EF2F0E" w14:paraId="09850689" w14:textId="77777777" w:rsidTr="00B61376">
        <w:trPr>
          <w:gridAfter w:val="1"/>
          <w:wAfter w:w="10" w:type="dxa"/>
          <w:jc w:val="center"/>
        </w:trPr>
        <w:tc>
          <w:tcPr>
            <w:tcW w:w="1918" w:type="dxa"/>
          </w:tcPr>
          <w:p w14:paraId="09850682" w14:textId="77777777" w:rsidR="008A7D6F" w:rsidRPr="00EF2F0E" w:rsidRDefault="008A7D6F" w:rsidP="00B61376">
            <w:pPr>
              <w:pStyle w:val="TAL"/>
              <w:rPr>
                <w:rFonts w:cs="Arial"/>
                <w:szCs w:val="18"/>
                <w:lang w:eastAsia="ja-JP"/>
              </w:rPr>
            </w:pPr>
            <w:r w:rsidRPr="00EF2F0E">
              <w:rPr>
                <w:rFonts w:cs="Arial"/>
                <w:szCs w:val="18"/>
                <w:lang w:eastAsia="ja-JP"/>
              </w:rPr>
              <w:t>E-UTRA Band 28 or or NR band n28</w:t>
            </w:r>
          </w:p>
        </w:tc>
        <w:tc>
          <w:tcPr>
            <w:tcW w:w="1657" w:type="dxa"/>
            <w:vAlign w:val="center"/>
          </w:tcPr>
          <w:p w14:paraId="09850683" w14:textId="77777777" w:rsidR="008A7D6F" w:rsidRPr="00EF2F0E" w:rsidRDefault="008A7D6F" w:rsidP="00B61376">
            <w:pPr>
              <w:pStyle w:val="TAC"/>
              <w:rPr>
                <w:lang w:eastAsia="ja-JP"/>
              </w:rPr>
            </w:pPr>
            <w:r w:rsidRPr="00EF2F0E">
              <w:rPr>
                <w:lang w:eastAsia="ja-JP"/>
              </w:rPr>
              <w:t>758 – 803</w:t>
            </w:r>
          </w:p>
        </w:tc>
        <w:tc>
          <w:tcPr>
            <w:tcW w:w="1082" w:type="dxa"/>
          </w:tcPr>
          <w:p w14:paraId="09850684"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85"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86" w14:textId="77777777" w:rsidR="008A7D6F" w:rsidRPr="00EF2F0E" w:rsidRDefault="008A7D6F" w:rsidP="00B61376">
            <w:pPr>
              <w:pStyle w:val="TAC"/>
              <w:rPr>
                <w:lang w:eastAsia="ja-JP"/>
              </w:rPr>
            </w:pPr>
            <w:r w:rsidRPr="00EF2F0E">
              <w:rPr>
                <w:lang w:eastAsia="ja-JP"/>
              </w:rPr>
              <w:t>+24</w:t>
            </w:r>
          </w:p>
        </w:tc>
        <w:tc>
          <w:tcPr>
            <w:tcW w:w="1701" w:type="dxa"/>
          </w:tcPr>
          <w:p w14:paraId="0985068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688" w14:textId="77777777" w:rsidR="008A7D6F" w:rsidRPr="00EF2F0E" w:rsidRDefault="008A7D6F" w:rsidP="00B61376">
            <w:pPr>
              <w:pStyle w:val="TAC"/>
              <w:rPr>
                <w:lang w:eastAsia="ja-JP"/>
              </w:rPr>
            </w:pPr>
            <w:r w:rsidRPr="00EF2F0E">
              <w:rPr>
                <w:lang w:eastAsia="ja-JP"/>
              </w:rPr>
              <w:t>CW carrier</w:t>
            </w:r>
          </w:p>
        </w:tc>
      </w:tr>
      <w:tr w:rsidR="003401A4" w:rsidRPr="00EF2F0E" w14:paraId="09850691" w14:textId="77777777" w:rsidTr="00B61376">
        <w:trPr>
          <w:gridAfter w:val="1"/>
          <w:wAfter w:w="10" w:type="dxa"/>
          <w:jc w:val="center"/>
        </w:trPr>
        <w:tc>
          <w:tcPr>
            <w:tcW w:w="1918" w:type="dxa"/>
          </w:tcPr>
          <w:p w14:paraId="0985068A" w14:textId="77777777" w:rsidR="008A7D6F" w:rsidRPr="00EF2F0E" w:rsidRDefault="008A7D6F" w:rsidP="00B61376">
            <w:pPr>
              <w:pStyle w:val="TAL"/>
              <w:rPr>
                <w:rFonts w:cs="Arial"/>
                <w:szCs w:val="18"/>
                <w:lang w:eastAsia="ja-JP"/>
              </w:rPr>
            </w:pPr>
            <w:r w:rsidRPr="00EF2F0E">
              <w:rPr>
                <w:rFonts w:cs="Arial"/>
                <w:szCs w:val="18"/>
                <w:lang w:eastAsia="ja-JP"/>
              </w:rPr>
              <w:t>E-UTRA Band 29</w:t>
            </w:r>
          </w:p>
        </w:tc>
        <w:tc>
          <w:tcPr>
            <w:tcW w:w="1657" w:type="dxa"/>
            <w:vAlign w:val="center"/>
          </w:tcPr>
          <w:p w14:paraId="0985068B" w14:textId="77777777" w:rsidR="008A7D6F" w:rsidRPr="00EF2F0E" w:rsidRDefault="008A7D6F" w:rsidP="00B61376">
            <w:pPr>
              <w:pStyle w:val="TAC"/>
              <w:rPr>
                <w:lang w:eastAsia="ja-JP"/>
              </w:rPr>
            </w:pPr>
            <w:r w:rsidRPr="00EF2F0E">
              <w:rPr>
                <w:lang w:eastAsia="ja-JP"/>
              </w:rPr>
              <w:t>717 - 728</w:t>
            </w:r>
          </w:p>
        </w:tc>
        <w:tc>
          <w:tcPr>
            <w:tcW w:w="1082" w:type="dxa"/>
          </w:tcPr>
          <w:p w14:paraId="0985068C"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8D"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8E" w14:textId="77777777" w:rsidR="008A7D6F" w:rsidRPr="00EF2F0E" w:rsidRDefault="008A7D6F" w:rsidP="00B61376">
            <w:pPr>
              <w:pStyle w:val="TAC"/>
              <w:rPr>
                <w:lang w:eastAsia="ja-JP"/>
              </w:rPr>
            </w:pPr>
            <w:r w:rsidRPr="00EF2F0E">
              <w:rPr>
                <w:lang w:eastAsia="ja-JP"/>
              </w:rPr>
              <w:t>+24</w:t>
            </w:r>
          </w:p>
        </w:tc>
        <w:tc>
          <w:tcPr>
            <w:tcW w:w="1701" w:type="dxa"/>
          </w:tcPr>
          <w:p w14:paraId="0985068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690" w14:textId="77777777" w:rsidR="008A7D6F" w:rsidRPr="00EF2F0E" w:rsidRDefault="008A7D6F" w:rsidP="00B61376">
            <w:pPr>
              <w:pStyle w:val="TAC"/>
              <w:rPr>
                <w:lang w:eastAsia="ja-JP"/>
              </w:rPr>
            </w:pPr>
            <w:r w:rsidRPr="00EF2F0E">
              <w:rPr>
                <w:lang w:eastAsia="ja-JP"/>
              </w:rPr>
              <w:t>CW carrier</w:t>
            </w:r>
          </w:p>
        </w:tc>
      </w:tr>
      <w:tr w:rsidR="003401A4" w:rsidRPr="00EF2F0E" w14:paraId="09850699" w14:textId="77777777" w:rsidTr="00B61376">
        <w:trPr>
          <w:gridAfter w:val="1"/>
          <w:wAfter w:w="10" w:type="dxa"/>
          <w:jc w:val="center"/>
        </w:trPr>
        <w:tc>
          <w:tcPr>
            <w:tcW w:w="1918" w:type="dxa"/>
          </w:tcPr>
          <w:p w14:paraId="09850692" w14:textId="77777777" w:rsidR="008A7D6F" w:rsidRPr="00EF2F0E" w:rsidRDefault="008A7D6F" w:rsidP="00B61376">
            <w:pPr>
              <w:pStyle w:val="TAL"/>
              <w:rPr>
                <w:rFonts w:cs="Arial"/>
                <w:szCs w:val="18"/>
                <w:lang w:eastAsia="ja-JP"/>
              </w:rPr>
            </w:pPr>
            <w:r w:rsidRPr="00EF2F0E">
              <w:rPr>
                <w:rFonts w:cs="Arial"/>
                <w:szCs w:val="18"/>
                <w:lang w:eastAsia="ja-JP"/>
              </w:rPr>
              <w:t>E-UTRA Band 30</w:t>
            </w:r>
          </w:p>
        </w:tc>
        <w:tc>
          <w:tcPr>
            <w:tcW w:w="1657" w:type="dxa"/>
            <w:vAlign w:val="center"/>
          </w:tcPr>
          <w:p w14:paraId="09850693" w14:textId="77777777" w:rsidR="008A7D6F" w:rsidRPr="00EF2F0E" w:rsidRDefault="008A7D6F" w:rsidP="00B61376">
            <w:pPr>
              <w:pStyle w:val="TAC"/>
              <w:rPr>
                <w:lang w:eastAsia="ja-JP"/>
              </w:rPr>
            </w:pPr>
            <w:r w:rsidRPr="00EF2F0E">
              <w:rPr>
                <w:lang w:eastAsia="ja-JP"/>
              </w:rPr>
              <w:t>2350 - 2360</w:t>
            </w:r>
          </w:p>
        </w:tc>
        <w:tc>
          <w:tcPr>
            <w:tcW w:w="1082" w:type="dxa"/>
            <w:vAlign w:val="center"/>
          </w:tcPr>
          <w:p w14:paraId="09850694"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95"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96"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9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98" w14:textId="77777777" w:rsidR="008A7D6F" w:rsidRPr="00EF2F0E" w:rsidRDefault="008A7D6F" w:rsidP="00B61376">
            <w:pPr>
              <w:pStyle w:val="TAC"/>
              <w:rPr>
                <w:lang w:eastAsia="ja-JP"/>
              </w:rPr>
            </w:pPr>
            <w:r w:rsidRPr="00EF2F0E">
              <w:rPr>
                <w:lang w:eastAsia="ja-JP"/>
              </w:rPr>
              <w:t>CW carrier</w:t>
            </w:r>
          </w:p>
        </w:tc>
      </w:tr>
      <w:tr w:rsidR="003401A4" w:rsidRPr="00EF2F0E" w14:paraId="098506A1" w14:textId="77777777" w:rsidTr="00B61376">
        <w:trPr>
          <w:gridAfter w:val="1"/>
          <w:wAfter w:w="10" w:type="dxa"/>
          <w:jc w:val="center"/>
        </w:trPr>
        <w:tc>
          <w:tcPr>
            <w:tcW w:w="1918" w:type="dxa"/>
          </w:tcPr>
          <w:p w14:paraId="0985069A" w14:textId="77777777" w:rsidR="008A7D6F" w:rsidRPr="00EF2F0E" w:rsidRDefault="008A7D6F" w:rsidP="00B61376">
            <w:pPr>
              <w:pStyle w:val="TAL"/>
              <w:rPr>
                <w:rFonts w:cs="Arial"/>
                <w:szCs w:val="18"/>
                <w:lang w:eastAsia="ja-JP"/>
              </w:rPr>
            </w:pPr>
            <w:r w:rsidRPr="00EF2F0E">
              <w:rPr>
                <w:rFonts w:cs="Arial"/>
                <w:szCs w:val="18"/>
                <w:lang w:eastAsia="ja-JP"/>
              </w:rPr>
              <w:t>E-UTRA Band 31</w:t>
            </w:r>
          </w:p>
        </w:tc>
        <w:tc>
          <w:tcPr>
            <w:tcW w:w="1657" w:type="dxa"/>
          </w:tcPr>
          <w:p w14:paraId="0985069B" w14:textId="77777777" w:rsidR="008A7D6F" w:rsidRPr="00EF2F0E" w:rsidRDefault="008A7D6F" w:rsidP="00B61376">
            <w:pPr>
              <w:pStyle w:val="TAC"/>
              <w:rPr>
                <w:lang w:eastAsia="ja-JP"/>
              </w:rPr>
            </w:pPr>
            <w:r w:rsidRPr="00EF2F0E">
              <w:rPr>
                <w:lang w:eastAsia="ja-JP"/>
              </w:rPr>
              <w:t>462.5 - 467.5</w:t>
            </w:r>
          </w:p>
        </w:tc>
        <w:tc>
          <w:tcPr>
            <w:tcW w:w="1082" w:type="dxa"/>
          </w:tcPr>
          <w:p w14:paraId="0985069C" w14:textId="77777777" w:rsidR="008A7D6F" w:rsidRPr="00EF2F0E" w:rsidRDefault="008A7D6F" w:rsidP="00B61376">
            <w:pPr>
              <w:pStyle w:val="TAC"/>
              <w:rPr>
                <w:lang w:eastAsia="ja-JP"/>
              </w:rPr>
            </w:pPr>
            <w:r w:rsidRPr="00EF2F0E">
              <w:rPr>
                <w:lang w:eastAsia="ja-JP"/>
              </w:rPr>
              <w:t>+46</w:t>
            </w:r>
          </w:p>
        </w:tc>
        <w:tc>
          <w:tcPr>
            <w:tcW w:w="1134" w:type="dxa"/>
          </w:tcPr>
          <w:p w14:paraId="0985069D" w14:textId="77777777" w:rsidR="008A7D6F" w:rsidRPr="00EF2F0E" w:rsidRDefault="008A7D6F" w:rsidP="00B61376">
            <w:pPr>
              <w:pStyle w:val="TAC"/>
              <w:rPr>
                <w:lang w:eastAsia="ja-JP"/>
              </w:rPr>
            </w:pPr>
            <w:r w:rsidRPr="00EF2F0E">
              <w:rPr>
                <w:lang w:eastAsia="ja-JP"/>
              </w:rPr>
              <w:t>+38</w:t>
            </w:r>
          </w:p>
        </w:tc>
        <w:tc>
          <w:tcPr>
            <w:tcW w:w="1134" w:type="dxa"/>
          </w:tcPr>
          <w:p w14:paraId="0985069E" w14:textId="77777777" w:rsidR="008A7D6F" w:rsidRPr="00EF2F0E" w:rsidRDefault="008A7D6F" w:rsidP="00B61376">
            <w:pPr>
              <w:pStyle w:val="TAC"/>
              <w:rPr>
                <w:lang w:eastAsia="ja-JP"/>
              </w:rPr>
            </w:pPr>
            <w:r w:rsidRPr="00EF2F0E">
              <w:rPr>
                <w:lang w:eastAsia="ja-JP"/>
              </w:rPr>
              <w:t>+24</w:t>
            </w:r>
          </w:p>
        </w:tc>
        <w:tc>
          <w:tcPr>
            <w:tcW w:w="1701" w:type="dxa"/>
          </w:tcPr>
          <w:p w14:paraId="0985069F"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6A0" w14:textId="77777777" w:rsidR="008A7D6F" w:rsidRPr="00EF2F0E" w:rsidRDefault="008A7D6F" w:rsidP="00B61376">
            <w:pPr>
              <w:pStyle w:val="TAC"/>
              <w:rPr>
                <w:lang w:eastAsia="ja-JP"/>
              </w:rPr>
            </w:pPr>
            <w:r w:rsidRPr="00EF2F0E">
              <w:rPr>
                <w:lang w:eastAsia="ja-JP"/>
              </w:rPr>
              <w:t>CW carrier</w:t>
            </w:r>
          </w:p>
        </w:tc>
      </w:tr>
      <w:tr w:rsidR="003401A4" w:rsidRPr="00EF2F0E" w14:paraId="098506A9" w14:textId="77777777" w:rsidTr="00B61376">
        <w:trPr>
          <w:gridAfter w:val="1"/>
          <w:wAfter w:w="10" w:type="dxa"/>
          <w:jc w:val="center"/>
        </w:trPr>
        <w:tc>
          <w:tcPr>
            <w:tcW w:w="1918" w:type="dxa"/>
          </w:tcPr>
          <w:p w14:paraId="098506A2" w14:textId="77777777" w:rsidR="008A7D6F" w:rsidRPr="00EF2F0E" w:rsidRDefault="008A7D6F" w:rsidP="00B61376">
            <w:pPr>
              <w:pStyle w:val="TAL"/>
              <w:rPr>
                <w:rFonts w:cs="Arial"/>
                <w:szCs w:val="18"/>
                <w:lang w:eastAsia="ja-JP"/>
              </w:rPr>
            </w:pPr>
            <w:r w:rsidRPr="00EF2F0E">
              <w:rPr>
                <w:rFonts w:cs="Arial"/>
                <w:szCs w:val="18"/>
                <w:lang w:eastAsia="ja-JP"/>
              </w:rPr>
              <w:t>E-UTRA Band 31</w:t>
            </w:r>
          </w:p>
        </w:tc>
        <w:tc>
          <w:tcPr>
            <w:tcW w:w="1657" w:type="dxa"/>
          </w:tcPr>
          <w:p w14:paraId="098506A3" w14:textId="77777777" w:rsidR="008A7D6F" w:rsidRPr="00EF2F0E" w:rsidRDefault="008A7D6F" w:rsidP="00B61376">
            <w:pPr>
              <w:pStyle w:val="TAC"/>
              <w:rPr>
                <w:lang w:eastAsia="ja-JP"/>
              </w:rPr>
            </w:pPr>
            <w:r w:rsidRPr="00EF2F0E">
              <w:rPr>
                <w:lang w:eastAsia="ja-JP"/>
              </w:rPr>
              <w:t>462.5 - 467.5</w:t>
            </w:r>
          </w:p>
        </w:tc>
        <w:tc>
          <w:tcPr>
            <w:tcW w:w="1082" w:type="dxa"/>
          </w:tcPr>
          <w:p w14:paraId="098506A4" w14:textId="77777777" w:rsidR="008A7D6F" w:rsidRPr="00EF2F0E" w:rsidRDefault="008A7D6F" w:rsidP="00B61376">
            <w:pPr>
              <w:pStyle w:val="TAC"/>
              <w:rPr>
                <w:lang w:eastAsia="ja-JP"/>
              </w:rPr>
            </w:pPr>
            <w:r w:rsidRPr="00EF2F0E">
              <w:rPr>
                <w:lang w:eastAsia="ja-JP"/>
              </w:rPr>
              <w:t>+46</w:t>
            </w:r>
          </w:p>
        </w:tc>
        <w:tc>
          <w:tcPr>
            <w:tcW w:w="1134" w:type="dxa"/>
          </w:tcPr>
          <w:p w14:paraId="098506A5" w14:textId="77777777" w:rsidR="008A7D6F" w:rsidRPr="00EF2F0E" w:rsidRDefault="008A7D6F" w:rsidP="00B61376">
            <w:pPr>
              <w:pStyle w:val="TAC"/>
              <w:rPr>
                <w:lang w:eastAsia="ja-JP"/>
              </w:rPr>
            </w:pPr>
            <w:r w:rsidRPr="00EF2F0E">
              <w:rPr>
                <w:lang w:eastAsia="ja-JP"/>
              </w:rPr>
              <w:t>+38</w:t>
            </w:r>
          </w:p>
        </w:tc>
        <w:tc>
          <w:tcPr>
            <w:tcW w:w="1134" w:type="dxa"/>
          </w:tcPr>
          <w:p w14:paraId="098506A6" w14:textId="77777777" w:rsidR="008A7D6F" w:rsidRPr="00EF2F0E" w:rsidRDefault="008A7D6F" w:rsidP="00B61376">
            <w:pPr>
              <w:pStyle w:val="TAC"/>
              <w:rPr>
                <w:lang w:eastAsia="ja-JP"/>
              </w:rPr>
            </w:pPr>
            <w:r w:rsidRPr="00EF2F0E">
              <w:rPr>
                <w:lang w:eastAsia="ja-JP"/>
              </w:rPr>
              <w:t>+24</w:t>
            </w:r>
          </w:p>
        </w:tc>
        <w:tc>
          <w:tcPr>
            <w:tcW w:w="1701" w:type="dxa"/>
          </w:tcPr>
          <w:p w14:paraId="098506A7"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tcPr>
          <w:p w14:paraId="098506A8" w14:textId="77777777" w:rsidR="008A7D6F" w:rsidRPr="00EF2F0E" w:rsidRDefault="008A7D6F" w:rsidP="00B61376">
            <w:pPr>
              <w:pStyle w:val="TAC"/>
              <w:rPr>
                <w:lang w:eastAsia="ja-JP"/>
              </w:rPr>
            </w:pPr>
            <w:r w:rsidRPr="00EF2F0E">
              <w:rPr>
                <w:lang w:eastAsia="ja-JP"/>
              </w:rPr>
              <w:t>CW carrier</w:t>
            </w:r>
          </w:p>
        </w:tc>
      </w:tr>
      <w:tr w:rsidR="003401A4" w:rsidRPr="00EF2F0E" w14:paraId="098506B2" w14:textId="77777777" w:rsidTr="00B61376">
        <w:trPr>
          <w:gridAfter w:val="1"/>
          <w:wAfter w:w="10" w:type="dxa"/>
          <w:jc w:val="center"/>
        </w:trPr>
        <w:tc>
          <w:tcPr>
            <w:tcW w:w="1918" w:type="dxa"/>
          </w:tcPr>
          <w:p w14:paraId="098506AA" w14:textId="77777777" w:rsidR="008A7D6F" w:rsidRPr="00EF2F0E" w:rsidRDefault="008A7D6F" w:rsidP="00B61376">
            <w:pPr>
              <w:pStyle w:val="TAL"/>
              <w:rPr>
                <w:rFonts w:cs="Arial"/>
                <w:szCs w:val="18"/>
                <w:lang w:val="sv-SE" w:eastAsia="ja-JP"/>
              </w:rPr>
            </w:pPr>
            <w:r w:rsidRPr="00EF2F0E">
              <w:rPr>
                <w:rFonts w:cs="Arial"/>
                <w:szCs w:val="18"/>
                <w:lang w:val="sv-SE" w:eastAsia="ja-JP"/>
              </w:rPr>
              <w:t>UTRA FDD Band XXXII or E-UTRA Band 32</w:t>
            </w:r>
          </w:p>
        </w:tc>
        <w:tc>
          <w:tcPr>
            <w:tcW w:w="1657" w:type="dxa"/>
            <w:vAlign w:val="center"/>
          </w:tcPr>
          <w:p w14:paraId="098506AB" w14:textId="77777777" w:rsidR="008A7D6F" w:rsidRPr="00EF2F0E" w:rsidRDefault="008A7D6F" w:rsidP="00B61376">
            <w:pPr>
              <w:pStyle w:val="TAC"/>
              <w:rPr>
                <w:lang w:eastAsia="ja-JP"/>
              </w:rPr>
            </w:pPr>
            <w:r w:rsidRPr="00EF2F0E">
              <w:rPr>
                <w:lang w:eastAsia="ja-JP"/>
              </w:rPr>
              <w:t>1452 - 1496</w:t>
            </w:r>
          </w:p>
          <w:p w14:paraId="098506AC" w14:textId="77777777" w:rsidR="008A7D6F" w:rsidRPr="00EF2F0E" w:rsidRDefault="008A7D6F" w:rsidP="00B61376">
            <w:pPr>
              <w:pStyle w:val="TAC"/>
              <w:rPr>
                <w:lang w:eastAsia="ja-JP"/>
              </w:rPr>
            </w:pPr>
            <w:r w:rsidRPr="00EF2F0E">
              <w:rPr>
                <w:lang w:eastAsia="ja-JP"/>
              </w:rPr>
              <w:t>(NOTE-5)</w:t>
            </w:r>
          </w:p>
        </w:tc>
        <w:tc>
          <w:tcPr>
            <w:tcW w:w="1082" w:type="dxa"/>
            <w:vAlign w:val="center"/>
          </w:tcPr>
          <w:p w14:paraId="098506A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A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A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B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B1" w14:textId="77777777" w:rsidR="008A7D6F" w:rsidRPr="00EF2F0E" w:rsidRDefault="008A7D6F" w:rsidP="00B61376">
            <w:pPr>
              <w:pStyle w:val="TAC"/>
              <w:rPr>
                <w:lang w:eastAsia="ja-JP"/>
              </w:rPr>
            </w:pPr>
            <w:r w:rsidRPr="00EF2F0E">
              <w:rPr>
                <w:lang w:eastAsia="ja-JP"/>
              </w:rPr>
              <w:t>CW carrier</w:t>
            </w:r>
          </w:p>
        </w:tc>
      </w:tr>
      <w:tr w:rsidR="003401A4" w:rsidRPr="00EF2F0E" w14:paraId="098506BA" w14:textId="77777777" w:rsidTr="00B61376">
        <w:trPr>
          <w:gridAfter w:val="1"/>
          <w:wAfter w:w="10" w:type="dxa"/>
          <w:jc w:val="center"/>
        </w:trPr>
        <w:tc>
          <w:tcPr>
            <w:tcW w:w="1918" w:type="dxa"/>
          </w:tcPr>
          <w:p w14:paraId="098506B3" w14:textId="77777777" w:rsidR="008A7D6F" w:rsidRPr="00EF2F0E" w:rsidRDefault="008A7D6F" w:rsidP="00B61376">
            <w:pPr>
              <w:pStyle w:val="TAL"/>
              <w:rPr>
                <w:rFonts w:cs="Arial"/>
                <w:szCs w:val="18"/>
                <w:lang w:eastAsia="ja-JP"/>
              </w:rPr>
            </w:pPr>
            <w:r w:rsidRPr="00EF2F0E">
              <w:rPr>
                <w:rFonts w:cs="Arial"/>
                <w:szCs w:val="18"/>
                <w:lang w:eastAsia="ja-JP"/>
              </w:rPr>
              <w:t>UTRA TDD Band a) or E-UTRA TDD Band 33</w:t>
            </w:r>
          </w:p>
        </w:tc>
        <w:tc>
          <w:tcPr>
            <w:tcW w:w="1657" w:type="dxa"/>
            <w:vAlign w:val="center"/>
          </w:tcPr>
          <w:p w14:paraId="098506B4" w14:textId="77777777" w:rsidR="008A7D6F" w:rsidRPr="00EF2F0E" w:rsidRDefault="008A7D6F" w:rsidP="00B61376">
            <w:pPr>
              <w:pStyle w:val="TAC"/>
              <w:rPr>
                <w:lang w:eastAsia="ja-JP"/>
              </w:rPr>
            </w:pPr>
            <w:r w:rsidRPr="00EF2F0E">
              <w:rPr>
                <w:lang w:eastAsia="ja-JP"/>
              </w:rPr>
              <w:t>1900 - 1920</w:t>
            </w:r>
          </w:p>
        </w:tc>
        <w:tc>
          <w:tcPr>
            <w:tcW w:w="1082" w:type="dxa"/>
            <w:vAlign w:val="center"/>
          </w:tcPr>
          <w:p w14:paraId="098506B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B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B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B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B9" w14:textId="77777777" w:rsidR="008A7D6F" w:rsidRPr="00EF2F0E" w:rsidRDefault="008A7D6F" w:rsidP="00B61376">
            <w:pPr>
              <w:pStyle w:val="TAC"/>
              <w:rPr>
                <w:lang w:eastAsia="ja-JP"/>
              </w:rPr>
            </w:pPr>
            <w:r w:rsidRPr="00EF2F0E">
              <w:rPr>
                <w:lang w:eastAsia="ja-JP"/>
              </w:rPr>
              <w:t>CW carrier</w:t>
            </w:r>
          </w:p>
        </w:tc>
      </w:tr>
      <w:tr w:rsidR="003401A4" w:rsidRPr="00EF2F0E" w14:paraId="098506C2" w14:textId="77777777" w:rsidTr="00B61376">
        <w:trPr>
          <w:gridAfter w:val="1"/>
          <w:wAfter w:w="10" w:type="dxa"/>
          <w:jc w:val="center"/>
        </w:trPr>
        <w:tc>
          <w:tcPr>
            <w:tcW w:w="1918" w:type="dxa"/>
          </w:tcPr>
          <w:p w14:paraId="098506BB" w14:textId="77777777" w:rsidR="008A7D6F" w:rsidRPr="00EF2F0E" w:rsidRDefault="008A7D6F" w:rsidP="00B61376">
            <w:pPr>
              <w:pStyle w:val="TAL"/>
              <w:rPr>
                <w:rFonts w:cs="Arial"/>
                <w:szCs w:val="18"/>
                <w:lang w:eastAsia="ja-JP"/>
              </w:rPr>
            </w:pPr>
            <w:r w:rsidRPr="00EF2F0E">
              <w:rPr>
                <w:rFonts w:cs="Arial"/>
                <w:szCs w:val="18"/>
                <w:lang w:eastAsia="ja-JP"/>
              </w:rPr>
              <w:t>UTRA TDD Band a) or E-UTRA TDD Band 34 or NR band n34</w:t>
            </w:r>
          </w:p>
        </w:tc>
        <w:tc>
          <w:tcPr>
            <w:tcW w:w="1657" w:type="dxa"/>
            <w:vAlign w:val="center"/>
          </w:tcPr>
          <w:p w14:paraId="098506BC" w14:textId="77777777" w:rsidR="008A7D6F" w:rsidRPr="00EF2F0E" w:rsidRDefault="008A7D6F" w:rsidP="00B61376">
            <w:pPr>
              <w:pStyle w:val="TAC"/>
              <w:rPr>
                <w:lang w:eastAsia="ja-JP"/>
              </w:rPr>
            </w:pPr>
            <w:r w:rsidRPr="00EF2F0E">
              <w:rPr>
                <w:lang w:eastAsia="ja-JP"/>
              </w:rPr>
              <w:t>2010 - 2025</w:t>
            </w:r>
          </w:p>
        </w:tc>
        <w:tc>
          <w:tcPr>
            <w:tcW w:w="1082" w:type="dxa"/>
            <w:vAlign w:val="center"/>
          </w:tcPr>
          <w:p w14:paraId="098506B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B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B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C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C1" w14:textId="77777777" w:rsidR="008A7D6F" w:rsidRPr="00EF2F0E" w:rsidRDefault="008A7D6F" w:rsidP="00B61376">
            <w:pPr>
              <w:pStyle w:val="TAC"/>
              <w:rPr>
                <w:lang w:eastAsia="ja-JP"/>
              </w:rPr>
            </w:pPr>
            <w:r w:rsidRPr="00EF2F0E">
              <w:rPr>
                <w:lang w:eastAsia="ja-JP"/>
              </w:rPr>
              <w:t>CW carrier</w:t>
            </w:r>
          </w:p>
        </w:tc>
      </w:tr>
      <w:tr w:rsidR="003401A4" w:rsidRPr="00EF2F0E" w14:paraId="098506CA" w14:textId="77777777" w:rsidTr="00B61376">
        <w:trPr>
          <w:gridAfter w:val="1"/>
          <w:wAfter w:w="10" w:type="dxa"/>
          <w:jc w:val="center"/>
        </w:trPr>
        <w:tc>
          <w:tcPr>
            <w:tcW w:w="1918" w:type="dxa"/>
          </w:tcPr>
          <w:p w14:paraId="098506C3" w14:textId="77777777" w:rsidR="008A7D6F" w:rsidRPr="00EF2F0E" w:rsidRDefault="008A7D6F" w:rsidP="00B61376">
            <w:pPr>
              <w:pStyle w:val="TAL"/>
              <w:rPr>
                <w:rFonts w:cs="Arial"/>
                <w:szCs w:val="18"/>
                <w:lang w:val="sv-SE" w:eastAsia="ja-JP"/>
              </w:rPr>
            </w:pPr>
            <w:r w:rsidRPr="00EF2F0E">
              <w:rPr>
                <w:rFonts w:cs="Arial"/>
                <w:szCs w:val="18"/>
                <w:lang w:val="sv-SE" w:eastAsia="ja-JP"/>
              </w:rPr>
              <w:t>UTRA TDD Band b) or E-UTRA TDD Band 35</w:t>
            </w:r>
          </w:p>
        </w:tc>
        <w:tc>
          <w:tcPr>
            <w:tcW w:w="1657" w:type="dxa"/>
            <w:vAlign w:val="center"/>
          </w:tcPr>
          <w:p w14:paraId="098506C4" w14:textId="77777777" w:rsidR="008A7D6F" w:rsidRPr="00EF2F0E" w:rsidRDefault="008A7D6F" w:rsidP="00B61376">
            <w:pPr>
              <w:pStyle w:val="TAC"/>
              <w:rPr>
                <w:lang w:eastAsia="ja-JP"/>
              </w:rPr>
            </w:pPr>
            <w:r w:rsidRPr="00EF2F0E">
              <w:rPr>
                <w:lang w:eastAsia="ja-JP"/>
              </w:rPr>
              <w:t>1850 - 1910</w:t>
            </w:r>
          </w:p>
        </w:tc>
        <w:tc>
          <w:tcPr>
            <w:tcW w:w="1082" w:type="dxa"/>
            <w:vAlign w:val="center"/>
          </w:tcPr>
          <w:p w14:paraId="098506C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C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C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C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C9" w14:textId="77777777" w:rsidR="008A7D6F" w:rsidRPr="00EF2F0E" w:rsidRDefault="008A7D6F" w:rsidP="00B61376">
            <w:pPr>
              <w:pStyle w:val="TAC"/>
              <w:rPr>
                <w:lang w:eastAsia="ja-JP"/>
              </w:rPr>
            </w:pPr>
            <w:r w:rsidRPr="00EF2F0E">
              <w:rPr>
                <w:lang w:eastAsia="ja-JP"/>
              </w:rPr>
              <w:t>CW carrier</w:t>
            </w:r>
          </w:p>
        </w:tc>
      </w:tr>
      <w:tr w:rsidR="003401A4" w:rsidRPr="00EF2F0E" w14:paraId="098506D2" w14:textId="77777777" w:rsidTr="00B61376">
        <w:trPr>
          <w:gridAfter w:val="1"/>
          <w:wAfter w:w="10" w:type="dxa"/>
          <w:jc w:val="center"/>
        </w:trPr>
        <w:tc>
          <w:tcPr>
            <w:tcW w:w="1918" w:type="dxa"/>
          </w:tcPr>
          <w:p w14:paraId="098506CB" w14:textId="77777777" w:rsidR="008A7D6F" w:rsidRPr="00EF2F0E" w:rsidRDefault="008A7D6F" w:rsidP="00B61376">
            <w:pPr>
              <w:pStyle w:val="TAL"/>
              <w:rPr>
                <w:rFonts w:cs="Arial"/>
                <w:szCs w:val="18"/>
                <w:lang w:val="sv-SE" w:eastAsia="ja-JP"/>
              </w:rPr>
            </w:pPr>
            <w:r w:rsidRPr="00EF2F0E">
              <w:rPr>
                <w:rFonts w:cs="Arial"/>
                <w:szCs w:val="18"/>
                <w:lang w:val="sv-SE" w:eastAsia="ja-JP"/>
              </w:rPr>
              <w:t>UTRA TDD Band b) or E-UTRA TDD Band 36</w:t>
            </w:r>
          </w:p>
        </w:tc>
        <w:tc>
          <w:tcPr>
            <w:tcW w:w="1657" w:type="dxa"/>
            <w:vAlign w:val="center"/>
          </w:tcPr>
          <w:p w14:paraId="098506CC" w14:textId="77777777" w:rsidR="008A7D6F" w:rsidRPr="00EF2F0E" w:rsidRDefault="008A7D6F" w:rsidP="00B61376">
            <w:pPr>
              <w:pStyle w:val="TAC"/>
              <w:rPr>
                <w:lang w:eastAsia="ja-JP"/>
              </w:rPr>
            </w:pPr>
            <w:r w:rsidRPr="00EF2F0E">
              <w:rPr>
                <w:lang w:eastAsia="ja-JP"/>
              </w:rPr>
              <w:t>1930 - 1990</w:t>
            </w:r>
          </w:p>
        </w:tc>
        <w:tc>
          <w:tcPr>
            <w:tcW w:w="1082" w:type="dxa"/>
            <w:vAlign w:val="center"/>
          </w:tcPr>
          <w:p w14:paraId="098506C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C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C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D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D1" w14:textId="77777777" w:rsidR="008A7D6F" w:rsidRPr="00EF2F0E" w:rsidRDefault="008A7D6F" w:rsidP="00B61376">
            <w:pPr>
              <w:pStyle w:val="TAC"/>
              <w:rPr>
                <w:lang w:eastAsia="ja-JP"/>
              </w:rPr>
            </w:pPr>
            <w:r w:rsidRPr="00EF2F0E">
              <w:rPr>
                <w:lang w:eastAsia="ja-JP"/>
              </w:rPr>
              <w:t>CW carrier</w:t>
            </w:r>
          </w:p>
        </w:tc>
      </w:tr>
      <w:tr w:rsidR="003401A4" w:rsidRPr="00EF2F0E" w14:paraId="098506DA" w14:textId="77777777" w:rsidTr="00B61376">
        <w:trPr>
          <w:gridAfter w:val="1"/>
          <w:wAfter w:w="10" w:type="dxa"/>
          <w:jc w:val="center"/>
        </w:trPr>
        <w:tc>
          <w:tcPr>
            <w:tcW w:w="1918" w:type="dxa"/>
          </w:tcPr>
          <w:p w14:paraId="098506D3" w14:textId="77777777" w:rsidR="008A7D6F" w:rsidRPr="00EF2F0E" w:rsidRDefault="008A7D6F" w:rsidP="00B61376">
            <w:pPr>
              <w:pStyle w:val="TAL"/>
              <w:rPr>
                <w:rFonts w:cs="Arial"/>
                <w:szCs w:val="18"/>
                <w:lang w:val="sv-SE" w:eastAsia="ja-JP"/>
              </w:rPr>
            </w:pPr>
            <w:r w:rsidRPr="00EF2F0E">
              <w:rPr>
                <w:rFonts w:cs="Arial"/>
                <w:szCs w:val="18"/>
                <w:lang w:val="sv-SE" w:eastAsia="ja-JP"/>
              </w:rPr>
              <w:t>UTRA TDD Band c) or E-UTRA TDD Band 37</w:t>
            </w:r>
          </w:p>
        </w:tc>
        <w:tc>
          <w:tcPr>
            <w:tcW w:w="1657" w:type="dxa"/>
            <w:vAlign w:val="center"/>
          </w:tcPr>
          <w:p w14:paraId="098506D4" w14:textId="77777777" w:rsidR="008A7D6F" w:rsidRPr="00EF2F0E" w:rsidRDefault="008A7D6F" w:rsidP="00B61376">
            <w:pPr>
              <w:pStyle w:val="TAC"/>
              <w:rPr>
                <w:lang w:eastAsia="ja-JP"/>
              </w:rPr>
            </w:pPr>
            <w:r w:rsidRPr="00EF2F0E">
              <w:rPr>
                <w:lang w:eastAsia="ja-JP"/>
              </w:rPr>
              <w:t>1910 - 1930</w:t>
            </w:r>
          </w:p>
        </w:tc>
        <w:tc>
          <w:tcPr>
            <w:tcW w:w="1082" w:type="dxa"/>
            <w:vAlign w:val="center"/>
          </w:tcPr>
          <w:p w14:paraId="098506D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D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D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D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D9" w14:textId="77777777" w:rsidR="008A7D6F" w:rsidRPr="00EF2F0E" w:rsidRDefault="008A7D6F" w:rsidP="00B61376">
            <w:pPr>
              <w:pStyle w:val="TAC"/>
              <w:rPr>
                <w:lang w:eastAsia="ja-JP"/>
              </w:rPr>
            </w:pPr>
            <w:r w:rsidRPr="00EF2F0E">
              <w:rPr>
                <w:lang w:eastAsia="ja-JP"/>
              </w:rPr>
              <w:t>CW carrier</w:t>
            </w:r>
          </w:p>
        </w:tc>
      </w:tr>
      <w:tr w:rsidR="003401A4" w:rsidRPr="00EF2F0E" w14:paraId="098506E2" w14:textId="77777777" w:rsidTr="00B61376">
        <w:trPr>
          <w:gridAfter w:val="1"/>
          <w:wAfter w:w="10" w:type="dxa"/>
          <w:jc w:val="center"/>
        </w:trPr>
        <w:tc>
          <w:tcPr>
            <w:tcW w:w="1918" w:type="dxa"/>
          </w:tcPr>
          <w:p w14:paraId="098506DB" w14:textId="77777777" w:rsidR="008A7D6F" w:rsidRPr="00EF2F0E" w:rsidRDefault="008A7D6F" w:rsidP="00B61376">
            <w:pPr>
              <w:pStyle w:val="TAL"/>
              <w:rPr>
                <w:rFonts w:cs="Arial"/>
                <w:szCs w:val="18"/>
                <w:lang w:eastAsia="ja-JP"/>
              </w:rPr>
            </w:pPr>
            <w:r w:rsidRPr="00EF2F0E">
              <w:rPr>
                <w:rFonts w:cs="Arial"/>
                <w:szCs w:val="18"/>
                <w:lang w:eastAsia="ja-JP"/>
              </w:rPr>
              <w:t>UTRA TDD Band d) or E-UTRA Band 38 or NR band n38</w:t>
            </w:r>
          </w:p>
        </w:tc>
        <w:tc>
          <w:tcPr>
            <w:tcW w:w="1657" w:type="dxa"/>
            <w:vAlign w:val="center"/>
          </w:tcPr>
          <w:p w14:paraId="098506DC" w14:textId="77777777" w:rsidR="008A7D6F" w:rsidRPr="00EF2F0E" w:rsidRDefault="008A7D6F" w:rsidP="00B61376">
            <w:pPr>
              <w:pStyle w:val="TAC"/>
              <w:rPr>
                <w:lang w:eastAsia="ja-JP"/>
              </w:rPr>
            </w:pPr>
            <w:r w:rsidRPr="00EF2F0E">
              <w:rPr>
                <w:lang w:eastAsia="ja-JP"/>
              </w:rPr>
              <w:t>2570 - 2620</w:t>
            </w:r>
          </w:p>
        </w:tc>
        <w:tc>
          <w:tcPr>
            <w:tcW w:w="1082" w:type="dxa"/>
            <w:vAlign w:val="center"/>
          </w:tcPr>
          <w:p w14:paraId="098506D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D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D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E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E1" w14:textId="77777777" w:rsidR="008A7D6F" w:rsidRPr="00EF2F0E" w:rsidRDefault="008A7D6F" w:rsidP="00B61376">
            <w:pPr>
              <w:pStyle w:val="TAC"/>
              <w:rPr>
                <w:lang w:eastAsia="ja-JP"/>
              </w:rPr>
            </w:pPr>
            <w:r w:rsidRPr="00EF2F0E">
              <w:rPr>
                <w:lang w:eastAsia="ja-JP"/>
              </w:rPr>
              <w:t>CW carrier</w:t>
            </w:r>
          </w:p>
        </w:tc>
      </w:tr>
      <w:tr w:rsidR="003401A4" w:rsidRPr="00EF2F0E" w14:paraId="098506EA" w14:textId="77777777" w:rsidTr="00B61376">
        <w:trPr>
          <w:gridAfter w:val="1"/>
          <w:wAfter w:w="10" w:type="dxa"/>
          <w:jc w:val="center"/>
        </w:trPr>
        <w:tc>
          <w:tcPr>
            <w:tcW w:w="1918" w:type="dxa"/>
          </w:tcPr>
          <w:p w14:paraId="098506E3" w14:textId="77777777" w:rsidR="008A7D6F" w:rsidRPr="00EF2F0E" w:rsidRDefault="008A7D6F" w:rsidP="00B61376">
            <w:pPr>
              <w:pStyle w:val="TAL"/>
              <w:rPr>
                <w:rFonts w:cs="Arial"/>
                <w:szCs w:val="18"/>
                <w:lang w:val="sv-SE" w:eastAsia="ja-JP"/>
              </w:rPr>
            </w:pPr>
            <w:r w:rsidRPr="00EF2F0E">
              <w:rPr>
                <w:rFonts w:cs="Arial"/>
                <w:szCs w:val="18"/>
                <w:lang w:val="sv-SE" w:eastAsia="ja-JP"/>
              </w:rPr>
              <w:t>UTRA TDD Band f) or E-UTRA Band 39 or NR band n39</w:t>
            </w:r>
          </w:p>
        </w:tc>
        <w:tc>
          <w:tcPr>
            <w:tcW w:w="1657" w:type="dxa"/>
            <w:vAlign w:val="center"/>
          </w:tcPr>
          <w:p w14:paraId="098506E4" w14:textId="77777777" w:rsidR="008A7D6F" w:rsidRPr="00EF2F0E" w:rsidRDefault="008A7D6F" w:rsidP="00B61376">
            <w:pPr>
              <w:pStyle w:val="TAC"/>
              <w:rPr>
                <w:lang w:eastAsia="ja-JP"/>
              </w:rPr>
            </w:pPr>
            <w:r w:rsidRPr="00EF2F0E">
              <w:rPr>
                <w:lang w:eastAsia="ja-JP"/>
              </w:rPr>
              <w:t>1880 - 1920</w:t>
            </w:r>
          </w:p>
        </w:tc>
        <w:tc>
          <w:tcPr>
            <w:tcW w:w="1082" w:type="dxa"/>
            <w:vAlign w:val="center"/>
          </w:tcPr>
          <w:p w14:paraId="098506E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E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E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E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E9" w14:textId="77777777" w:rsidR="008A7D6F" w:rsidRPr="00EF2F0E" w:rsidRDefault="008A7D6F" w:rsidP="00B61376">
            <w:pPr>
              <w:pStyle w:val="TAC"/>
              <w:rPr>
                <w:lang w:eastAsia="ja-JP"/>
              </w:rPr>
            </w:pPr>
            <w:r w:rsidRPr="00EF2F0E">
              <w:rPr>
                <w:lang w:eastAsia="ja-JP"/>
              </w:rPr>
              <w:t>CW carrier</w:t>
            </w:r>
          </w:p>
        </w:tc>
      </w:tr>
      <w:tr w:rsidR="003401A4" w:rsidRPr="00EF2F0E" w14:paraId="098506F2" w14:textId="77777777" w:rsidTr="00B61376">
        <w:trPr>
          <w:gridAfter w:val="1"/>
          <w:wAfter w:w="10" w:type="dxa"/>
          <w:jc w:val="center"/>
        </w:trPr>
        <w:tc>
          <w:tcPr>
            <w:tcW w:w="1918" w:type="dxa"/>
          </w:tcPr>
          <w:p w14:paraId="098506EB" w14:textId="77777777" w:rsidR="008A7D6F" w:rsidRPr="00EF2F0E" w:rsidRDefault="008A7D6F" w:rsidP="00B61376">
            <w:pPr>
              <w:pStyle w:val="TAL"/>
              <w:rPr>
                <w:rFonts w:cs="Arial"/>
                <w:szCs w:val="18"/>
                <w:lang w:val="sv-SE" w:eastAsia="ja-JP"/>
              </w:rPr>
            </w:pPr>
            <w:r w:rsidRPr="00EF2F0E">
              <w:rPr>
                <w:rFonts w:cs="Arial"/>
                <w:szCs w:val="18"/>
                <w:lang w:val="sv-SE" w:eastAsia="ja-JP"/>
              </w:rPr>
              <w:t>UTRA TDD Band e) or E-UTRA Band 40 or NR band n40</w:t>
            </w:r>
          </w:p>
        </w:tc>
        <w:tc>
          <w:tcPr>
            <w:tcW w:w="1657" w:type="dxa"/>
            <w:vAlign w:val="center"/>
          </w:tcPr>
          <w:p w14:paraId="098506EC" w14:textId="77777777" w:rsidR="008A7D6F" w:rsidRPr="00EF2F0E" w:rsidRDefault="008A7D6F" w:rsidP="00B61376">
            <w:pPr>
              <w:pStyle w:val="TAC"/>
              <w:rPr>
                <w:lang w:eastAsia="ja-JP"/>
              </w:rPr>
            </w:pPr>
            <w:r w:rsidRPr="00EF2F0E">
              <w:rPr>
                <w:lang w:eastAsia="ja-JP"/>
              </w:rPr>
              <w:t>2300 - 2400</w:t>
            </w:r>
          </w:p>
        </w:tc>
        <w:tc>
          <w:tcPr>
            <w:tcW w:w="1082" w:type="dxa"/>
            <w:vAlign w:val="center"/>
          </w:tcPr>
          <w:p w14:paraId="098506E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E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E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F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F1" w14:textId="77777777" w:rsidR="008A7D6F" w:rsidRPr="00EF2F0E" w:rsidRDefault="008A7D6F" w:rsidP="00B61376">
            <w:pPr>
              <w:pStyle w:val="TAC"/>
              <w:rPr>
                <w:lang w:eastAsia="ja-JP"/>
              </w:rPr>
            </w:pPr>
            <w:r w:rsidRPr="00EF2F0E">
              <w:rPr>
                <w:lang w:eastAsia="ja-JP"/>
              </w:rPr>
              <w:t>CW carrier</w:t>
            </w:r>
          </w:p>
        </w:tc>
      </w:tr>
      <w:tr w:rsidR="003401A4" w:rsidRPr="00EF2F0E" w14:paraId="098506FA" w14:textId="77777777" w:rsidTr="00B61376">
        <w:trPr>
          <w:gridAfter w:val="1"/>
          <w:wAfter w:w="10" w:type="dxa"/>
          <w:jc w:val="center"/>
        </w:trPr>
        <w:tc>
          <w:tcPr>
            <w:tcW w:w="1918" w:type="dxa"/>
          </w:tcPr>
          <w:p w14:paraId="098506F3" w14:textId="77777777" w:rsidR="008A7D6F" w:rsidRPr="00EF2F0E" w:rsidRDefault="008A7D6F" w:rsidP="00B61376">
            <w:pPr>
              <w:pStyle w:val="TAL"/>
              <w:rPr>
                <w:rFonts w:cs="Arial"/>
                <w:szCs w:val="18"/>
                <w:lang w:eastAsia="ja-JP"/>
              </w:rPr>
            </w:pPr>
            <w:r w:rsidRPr="00EF2F0E">
              <w:rPr>
                <w:rFonts w:cs="Arial"/>
                <w:szCs w:val="18"/>
                <w:lang w:eastAsia="ja-JP"/>
              </w:rPr>
              <w:t>E-UTRA Band 41 or NR band n41</w:t>
            </w:r>
          </w:p>
        </w:tc>
        <w:tc>
          <w:tcPr>
            <w:tcW w:w="1657" w:type="dxa"/>
            <w:vAlign w:val="center"/>
          </w:tcPr>
          <w:p w14:paraId="098506F4" w14:textId="77777777" w:rsidR="008A7D6F" w:rsidRPr="00EF2F0E" w:rsidRDefault="008A7D6F" w:rsidP="00B61376">
            <w:pPr>
              <w:pStyle w:val="TAC"/>
              <w:rPr>
                <w:lang w:eastAsia="ja-JP"/>
              </w:rPr>
            </w:pPr>
            <w:r w:rsidRPr="00EF2F0E">
              <w:rPr>
                <w:lang w:eastAsia="ja-JP"/>
              </w:rPr>
              <w:t>2496 - 2690</w:t>
            </w:r>
          </w:p>
        </w:tc>
        <w:tc>
          <w:tcPr>
            <w:tcW w:w="1082" w:type="dxa"/>
            <w:vAlign w:val="center"/>
          </w:tcPr>
          <w:p w14:paraId="098506F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F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F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6F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6F9" w14:textId="77777777" w:rsidR="008A7D6F" w:rsidRPr="00EF2F0E" w:rsidRDefault="008A7D6F" w:rsidP="00B61376">
            <w:pPr>
              <w:pStyle w:val="TAC"/>
              <w:rPr>
                <w:lang w:eastAsia="ja-JP"/>
              </w:rPr>
            </w:pPr>
            <w:r w:rsidRPr="00EF2F0E">
              <w:rPr>
                <w:lang w:eastAsia="ja-JP"/>
              </w:rPr>
              <w:t>CW carrier</w:t>
            </w:r>
          </w:p>
        </w:tc>
      </w:tr>
      <w:tr w:rsidR="003401A4" w:rsidRPr="00EF2F0E" w14:paraId="09850702" w14:textId="77777777" w:rsidTr="00B61376">
        <w:trPr>
          <w:gridAfter w:val="1"/>
          <w:wAfter w:w="10" w:type="dxa"/>
          <w:jc w:val="center"/>
        </w:trPr>
        <w:tc>
          <w:tcPr>
            <w:tcW w:w="1918" w:type="dxa"/>
          </w:tcPr>
          <w:p w14:paraId="098506FB" w14:textId="77777777" w:rsidR="008A7D6F" w:rsidRPr="00EF2F0E" w:rsidRDefault="008A7D6F" w:rsidP="00B61376">
            <w:pPr>
              <w:pStyle w:val="TAL"/>
              <w:rPr>
                <w:rFonts w:cs="Arial"/>
                <w:szCs w:val="18"/>
                <w:lang w:eastAsia="ja-JP"/>
              </w:rPr>
            </w:pPr>
            <w:r w:rsidRPr="00EF2F0E">
              <w:rPr>
                <w:rFonts w:cs="Arial"/>
                <w:szCs w:val="18"/>
                <w:lang w:eastAsia="ja-JP"/>
              </w:rPr>
              <w:t>E-UTRA Band 42</w:t>
            </w:r>
          </w:p>
        </w:tc>
        <w:tc>
          <w:tcPr>
            <w:tcW w:w="1657" w:type="dxa"/>
          </w:tcPr>
          <w:p w14:paraId="098506FC" w14:textId="77777777" w:rsidR="008A7D6F" w:rsidRPr="00EF2F0E" w:rsidRDefault="008A7D6F" w:rsidP="00B61376">
            <w:pPr>
              <w:pStyle w:val="TAC"/>
              <w:rPr>
                <w:lang w:eastAsia="ja-JP"/>
              </w:rPr>
            </w:pPr>
            <w:r w:rsidRPr="00EF2F0E">
              <w:rPr>
                <w:lang w:eastAsia="zh-CN"/>
              </w:rPr>
              <w:t>3400</w:t>
            </w:r>
            <w:r w:rsidRPr="00EF2F0E">
              <w:rPr>
                <w:lang w:eastAsia="ja-JP"/>
              </w:rPr>
              <w:t xml:space="preserve"> - 3600</w:t>
            </w:r>
          </w:p>
        </w:tc>
        <w:tc>
          <w:tcPr>
            <w:tcW w:w="1082" w:type="dxa"/>
            <w:vAlign w:val="center"/>
          </w:tcPr>
          <w:p w14:paraId="098506F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6F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6F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0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01" w14:textId="77777777" w:rsidR="008A7D6F" w:rsidRPr="00EF2F0E" w:rsidRDefault="008A7D6F" w:rsidP="00B61376">
            <w:pPr>
              <w:pStyle w:val="TAC"/>
              <w:rPr>
                <w:lang w:eastAsia="ja-JP"/>
              </w:rPr>
            </w:pPr>
            <w:r w:rsidRPr="00EF2F0E">
              <w:rPr>
                <w:lang w:eastAsia="ja-JP"/>
              </w:rPr>
              <w:t>CW carrier</w:t>
            </w:r>
          </w:p>
        </w:tc>
      </w:tr>
      <w:tr w:rsidR="003401A4" w:rsidRPr="00EF2F0E" w14:paraId="0985070A" w14:textId="77777777" w:rsidTr="00B61376">
        <w:trPr>
          <w:gridAfter w:val="1"/>
          <w:wAfter w:w="10" w:type="dxa"/>
          <w:jc w:val="center"/>
        </w:trPr>
        <w:tc>
          <w:tcPr>
            <w:tcW w:w="1918" w:type="dxa"/>
          </w:tcPr>
          <w:p w14:paraId="09850703" w14:textId="77777777" w:rsidR="008A7D6F" w:rsidRPr="00EF2F0E" w:rsidRDefault="008A7D6F" w:rsidP="00B61376">
            <w:pPr>
              <w:pStyle w:val="TAL"/>
              <w:rPr>
                <w:rFonts w:cs="Arial"/>
                <w:szCs w:val="18"/>
                <w:lang w:eastAsia="ja-JP"/>
              </w:rPr>
            </w:pPr>
            <w:r w:rsidRPr="00EF2F0E">
              <w:rPr>
                <w:rFonts w:cs="Arial"/>
                <w:szCs w:val="18"/>
                <w:lang w:eastAsia="ja-JP"/>
              </w:rPr>
              <w:t>E-UTRA Band 43</w:t>
            </w:r>
          </w:p>
        </w:tc>
        <w:tc>
          <w:tcPr>
            <w:tcW w:w="1657" w:type="dxa"/>
          </w:tcPr>
          <w:p w14:paraId="09850704" w14:textId="77777777" w:rsidR="008A7D6F" w:rsidRPr="00EF2F0E" w:rsidRDefault="008A7D6F" w:rsidP="00B61376">
            <w:pPr>
              <w:pStyle w:val="TAC"/>
              <w:rPr>
                <w:lang w:eastAsia="ja-JP"/>
              </w:rPr>
            </w:pPr>
            <w:r w:rsidRPr="00EF2F0E">
              <w:rPr>
                <w:lang w:eastAsia="zh-CN"/>
              </w:rPr>
              <w:t>3600</w:t>
            </w:r>
            <w:r w:rsidRPr="00EF2F0E">
              <w:rPr>
                <w:lang w:eastAsia="ja-JP"/>
              </w:rPr>
              <w:t xml:space="preserve"> - </w:t>
            </w:r>
            <w:r w:rsidRPr="00EF2F0E">
              <w:rPr>
                <w:lang w:eastAsia="zh-CN"/>
              </w:rPr>
              <w:t>3800</w:t>
            </w:r>
          </w:p>
        </w:tc>
        <w:tc>
          <w:tcPr>
            <w:tcW w:w="1082" w:type="dxa"/>
            <w:vAlign w:val="center"/>
          </w:tcPr>
          <w:p w14:paraId="0985070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0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0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0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09" w14:textId="77777777" w:rsidR="008A7D6F" w:rsidRPr="00EF2F0E" w:rsidRDefault="008A7D6F" w:rsidP="00B61376">
            <w:pPr>
              <w:pStyle w:val="TAC"/>
              <w:rPr>
                <w:lang w:eastAsia="ja-JP"/>
              </w:rPr>
            </w:pPr>
            <w:r w:rsidRPr="00EF2F0E">
              <w:rPr>
                <w:lang w:eastAsia="ja-JP"/>
              </w:rPr>
              <w:t>CW carrier</w:t>
            </w:r>
          </w:p>
        </w:tc>
      </w:tr>
      <w:tr w:rsidR="003401A4" w:rsidRPr="00EF2F0E" w14:paraId="09850712" w14:textId="77777777" w:rsidTr="00B61376">
        <w:trPr>
          <w:gridAfter w:val="1"/>
          <w:wAfter w:w="10" w:type="dxa"/>
          <w:jc w:val="center"/>
        </w:trPr>
        <w:tc>
          <w:tcPr>
            <w:tcW w:w="1918" w:type="dxa"/>
          </w:tcPr>
          <w:p w14:paraId="0985070B" w14:textId="77777777" w:rsidR="008A7D6F" w:rsidRPr="00EF2F0E" w:rsidRDefault="008A7D6F" w:rsidP="00B61376">
            <w:pPr>
              <w:pStyle w:val="TAL"/>
              <w:rPr>
                <w:rFonts w:cs="Arial"/>
                <w:szCs w:val="18"/>
                <w:lang w:eastAsia="ja-JP"/>
              </w:rPr>
            </w:pPr>
            <w:r w:rsidRPr="00EF2F0E">
              <w:rPr>
                <w:rFonts w:cs="Arial"/>
                <w:szCs w:val="18"/>
                <w:lang w:eastAsia="ja-JP"/>
              </w:rPr>
              <w:t>E-UTRA Band 44</w:t>
            </w:r>
          </w:p>
        </w:tc>
        <w:tc>
          <w:tcPr>
            <w:tcW w:w="1657" w:type="dxa"/>
            <w:vAlign w:val="center"/>
          </w:tcPr>
          <w:p w14:paraId="0985070C" w14:textId="77777777" w:rsidR="008A7D6F" w:rsidRPr="00EF2F0E" w:rsidRDefault="008A7D6F" w:rsidP="00B61376">
            <w:pPr>
              <w:pStyle w:val="TAC"/>
              <w:rPr>
                <w:lang w:eastAsia="zh-CN"/>
              </w:rPr>
            </w:pPr>
            <w:r w:rsidRPr="00EF2F0E">
              <w:rPr>
                <w:lang w:eastAsia="ja-JP"/>
              </w:rPr>
              <w:t>703 - 803</w:t>
            </w:r>
          </w:p>
        </w:tc>
        <w:tc>
          <w:tcPr>
            <w:tcW w:w="1082" w:type="dxa"/>
            <w:vAlign w:val="center"/>
          </w:tcPr>
          <w:p w14:paraId="0985070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0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0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1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11" w14:textId="77777777" w:rsidR="008A7D6F" w:rsidRPr="00EF2F0E" w:rsidRDefault="008A7D6F" w:rsidP="00B61376">
            <w:pPr>
              <w:pStyle w:val="TAC"/>
              <w:rPr>
                <w:lang w:eastAsia="ja-JP"/>
              </w:rPr>
            </w:pPr>
            <w:r w:rsidRPr="00EF2F0E">
              <w:rPr>
                <w:lang w:eastAsia="ja-JP"/>
              </w:rPr>
              <w:t>CW carrier</w:t>
            </w:r>
          </w:p>
        </w:tc>
      </w:tr>
      <w:tr w:rsidR="003401A4" w:rsidRPr="00EF2F0E" w14:paraId="0985071A" w14:textId="77777777" w:rsidTr="00B61376">
        <w:trPr>
          <w:gridAfter w:val="1"/>
          <w:wAfter w:w="10" w:type="dxa"/>
          <w:jc w:val="center"/>
        </w:trPr>
        <w:tc>
          <w:tcPr>
            <w:tcW w:w="1918" w:type="dxa"/>
          </w:tcPr>
          <w:p w14:paraId="09850713" w14:textId="77777777" w:rsidR="008A7D6F" w:rsidRPr="00EF2F0E" w:rsidRDefault="008A7D6F" w:rsidP="00B61376">
            <w:pPr>
              <w:pStyle w:val="TAL"/>
              <w:rPr>
                <w:rFonts w:cs="Arial"/>
                <w:szCs w:val="18"/>
                <w:lang w:eastAsia="ja-JP"/>
              </w:rPr>
            </w:pPr>
            <w:r w:rsidRPr="00EF2F0E">
              <w:rPr>
                <w:rFonts w:cs="Arial"/>
                <w:szCs w:val="18"/>
              </w:rPr>
              <w:t>E-UTRA Band 4</w:t>
            </w:r>
            <w:r w:rsidRPr="00EF2F0E">
              <w:rPr>
                <w:rFonts w:cs="Arial"/>
                <w:szCs w:val="18"/>
                <w:lang w:eastAsia="zh-CN"/>
              </w:rPr>
              <w:t>5</w:t>
            </w:r>
          </w:p>
        </w:tc>
        <w:tc>
          <w:tcPr>
            <w:tcW w:w="1657" w:type="dxa"/>
            <w:vAlign w:val="center"/>
          </w:tcPr>
          <w:p w14:paraId="09850714" w14:textId="77777777" w:rsidR="008A7D6F" w:rsidRPr="00EF2F0E" w:rsidRDefault="008A7D6F" w:rsidP="00B61376">
            <w:pPr>
              <w:pStyle w:val="TAC"/>
              <w:rPr>
                <w:lang w:eastAsia="ja-JP"/>
              </w:rPr>
            </w:pPr>
            <w:r w:rsidRPr="00EF2F0E">
              <w:rPr>
                <w:rFonts w:cs="Arial"/>
                <w:szCs w:val="18"/>
                <w:lang w:eastAsia="zh-CN"/>
              </w:rPr>
              <w:t>1447</w:t>
            </w:r>
            <w:r w:rsidRPr="00EF2F0E">
              <w:rPr>
                <w:rFonts w:cs="Arial"/>
                <w:szCs w:val="18"/>
              </w:rPr>
              <w:t xml:space="preserve"> - </w:t>
            </w:r>
            <w:r w:rsidRPr="00EF2F0E">
              <w:rPr>
                <w:rFonts w:cs="Arial"/>
                <w:szCs w:val="18"/>
                <w:lang w:eastAsia="zh-CN"/>
              </w:rPr>
              <w:t>1467</w:t>
            </w:r>
          </w:p>
        </w:tc>
        <w:tc>
          <w:tcPr>
            <w:tcW w:w="1082" w:type="dxa"/>
            <w:vAlign w:val="center"/>
          </w:tcPr>
          <w:p w14:paraId="0985071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1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1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1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19" w14:textId="77777777" w:rsidR="008A7D6F" w:rsidRPr="00EF2F0E" w:rsidRDefault="008A7D6F" w:rsidP="00B61376">
            <w:pPr>
              <w:pStyle w:val="TAC"/>
              <w:rPr>
                <w:lang w:eastAsia="ja-JP"/>
              </w:rPr>
            </w:pPr>
            <w:r w:rsidRPr="00EF2F0E">
              <w:rPr>
                <w:rFonts w:cs="Arial"/>
                <w:szCs w:val="18"/>
              </w:rPr>
              <w:t>CW carrier</w:t>
            </w:r>
          </w:p>
        </w:tc>
      </w:tr>
      <w:tr w:rsidR="003401A4" w:rsidRPr="00EF2F0E" w14:paraId="09850722" w14:textId="77777777" w:rsidTr="00B61376">
        <w:trPr>
          <w:gridAfter w:val="1"/>
          <w:wAfter w:w="10" w:type="dxa"/>
          <w:jc w:val="center"/>
        </w:trPr>
        <w:tc>
          <w:tcPr>
            <w:tcW w:w="1918" w:type="dxa"/>
          </w:tcPr>
          <w:p w14:paraId="0985071B" w14:textId="77777777" w:rsidR="008A7D6F" w:rsidRPr="00EF2F0E" w:rsidRDefault="008A7D6F" w:rsidP="00B61376">
            <w:pPr>
              <w:pStyle w:val="TAL"/>
              <w:rPr>
                <w:rFonts w:cs="Arial"/>
                <w:szCs w:val="18"/>
                <w:lang w:eastAsia="ja-JP"/>
              </w:rPr>
            </w:pPr>
            <w:r w:rsidRPr="00EF2F0E">
              <w:rPr>
                <w:rFonts w:cs="Arial"/>
                <w:szCs w:val="18"/>
              </w:rPr>
              <w:t>E-UTRA Band 4</w:t>
            </w:r>
            <w:r w:rsidRPr="00EF2F0E">
              <w:rPr>
                <w:rFonts w:cs="Arial"/>
                <w:szCs w:val="18"/>
                <w:lang w:eastAsia="zh-CN"/>
              </w:rPr>
              <w:t>6</w:t>
            </w:r>
          </w:p>
        </w:tc>
        <w:tc>
          <w:tcPr>
            <w:tcW w:w="1657" w:type="dxa"/>
            <w:vAlign w:val="center"/>
          </w:tcPr>
          <w:p w14:paraId="0985071C" w14:textId="77777777" w:rsidR="008A7D6F" w:rsidRPr="00EF2F0E" w:rsidRDefault="008A7D6F" w:rsidP="00B61376">
            <w:pPr>
              <w:pStyle w:val="TAC"/>
              <w:rPr>
                <w:lang w:eastAsia="ja-JP"/>
              </w:rPr>
            </w:pPr>
            <w:r w:rsidRPr="00EF2F0E">
              <w:rPr>
                <w:rFonts w:cs="Arial"/>
                <w:szCs w:val="18"/>
                <w:lang w:eastAsia="zh-CN"/>
              </w:rPr>
              <w:t>5150</w:t>
            </w:r>
            <w:r w:rsidRPr="00EF2F0E">
              <w:rPr>
                <w:rFonts w:cs="Arial"/>
                <w:szCs w:val="18"/>
              </w:rPr>
              <w:t xml:space="preserve"> - </w:t>
            </w:r>
            <w:r w:rsidRPr="00EF2F0E">
              <w:rPr>
                <w:rFonts w:cs="Arial"/>
                <w:szCs w:val="18"/>
                <w:lang w:eastAsia="zh-CN"/>
              </w:rPr>
              <w:t>5925</w:t>
            </w:r>
          </w:p>
        </w:tc>
        <w:tc>
          <w:tcPr>
            <w:tcW w:w="1082" w:type="dxa"/>
            <w:vAlign w:val="center"/>
          </w:tcPr>
          <w:p w14:paraId="0985071D"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71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1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2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21" w14:textId="77777777" w:rsidR="008A7D6F" w:rsidRPr="00EF2F0E" w:rsidRDefault="008A7D6F" w:rsidP="00B61376">
            <w:pPr>
              <w:pStyle w:val="TAC"/>
              <w:rPr>
                <w:lang w:eastAsia="ja-JP"/>
              </w:rPr>
            </w:pPr>
            <w:r w:rsidRPr="00EF2F0E">
              <w:rPr>
                <w:rFonts w:cs="Arial"/>
                <w:szCs w:val="18"/>
              </w:rPr>
              <w:t>CW carrier</w:t>
            </w:r>
          </w:p>
        </w:tc>
      </w:tr>
      <w:tr w:rsidR="003401A4" w:rsidRPr="00EF2F0E" w14:paraId="0985072A" w14:textId="77777777" w:rsidTr="00B61376">
        <w:trPr>
          <w:gridAfter w:val="1"/>
          <w:wAfter w:w="10" w:type="dxa"/>
          <w:jc w:val="center"/>
        </w:trPr>
        <w:tc>
          <w:tcPr>
            <w:tcW w:w="1918" w:type="dxa"/>
          </w:tcPr>
          <w:p w14:paraId="09850723" w14:textId="77777777" w:rsidR="008A7D6F" w:rsidRPr="00EF2F0E" w:rsidRDefault="008A7D6F" w:rsidP="00B61376">
            <w:pPr>
              <w:pStyle w:val="TAL"/>
              <w:rPr>
                <w:rFonts w:cs="Arial"/>
                <w:szCs w:val="18"/>
                <w:lang w:eastAsia="ja-JP"/>
              </w:rPr>
            </w:pPr>
            <w:r w:rsidRPr="00EF2F0E">
              <w:rPr>
                <w:lang w:eastAsia="ja-JP"/>
              </w:rPr>
              <w:t>E-UTRA Band 48</w:t>
            </w:r>
          </w:p>
        </w:tc>
        <w:tc>
          <w:tcPr>
            <w:tcW w:w="1657" w:type="dxa"/>
            <w:vAlign w:val="center"/>
          </w:tcPr>
          <w:p w14:paraId="09850724" w14:textId="77777777" w:rsidR="008A7D6F" w:rsidRPr="00EF2F0E" w:rsidRDefault="008A7D6F" w:rsidP="00B61376">
            <w:pPr>
              <w:pStyle w:val="TAC"/>
              <w:rPr>
                <w:lang w:eastAsia="ja-JP"/>
              </w:rPr>
            </w:pPr>
            <w:r w:rsidRPr="00EF2F0E">
              <w:rPr>
                <w:lang w:eastAsia="zh-CN"/>
              </w:rPr>
              <w:t>3550 – 3700</w:t>
            </w:r>
          </w:p>
        </w:tc>
        <w:tc>
          <w:tcPr>
            <w:tcW w:w="1082" w:type="dxa"/>
            <w:vAlign w:val="center"/>
          </w:tcPr>
          <w:p w14:paraId="0985072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2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2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2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29" w14:textId="77777777" w:rsidR="008A7D6F" w:rsidRPr="00EF2F0E" w:rsidRDefault="008A7D6F" w:rsidP="00B61376">
            <w:pPr>
              <w:pStyle w:val="TAC"/>
              <w:rPr>
                <w:lang w:eastAsia="ja-JP"/>
              </w:rPr>
            </w:pPr>
            <w:r w:rsidRPr="00EF2F0E">
              <w:rPr>
                <w:lang w:eastAsia="ja-JP"/>
              </w:rPr>
              <w:t>CW carrier</w:t>
            </w:r>
          </w:p>
        </w:tc>
      </w:tr>
      <w:tr w:rsidR="003401A4" w:rsidRPr="00EF2F0E" w14:paraId="09850732" w14:textId="77777777" w:rsidTr="00B61376">
        <w:trPr>
          <w:gridAfter w:val="1"/>
          <w:wAfter w:w="10" w:type="dxa"/>
          <w:jc w:val="center"/>
        </w:trPr>
        <w:tc>
          <w:tcPr>
            <w:tcW w:w="1918" w:type="dxa"/>
          </w:tcPr>
          <w:p w14:paraId="0985072B" w14:textId="77777777" w:rsidR="008A7D6F" w:rsidRPr="00EF2F0E" w:rsidRDefault="008A7D6F" w:rsidP="00B61376">
            <w:pPr>
              <w:pStyle w:val="TAL"/>
              <w:rPr>
                <w:rFonts w:cs="Arial"/>
                <w:szCs w:val="18"/>
                <w:lang w:eastAsia="ja-JP"/>
              </w:rPr>
            </w:pPr>
            <w:r w:rsidRPr="00EF2F0E">
              <w:rPr>
                <w:lang w:eastAsia="ja-JP"/>
              </w:rPr>
              <w:t>E-UTRA Band 49</w:t>
            </w:r>
          </w:p>
        </w:tc>
        <w:tc>
          <w:tcPr>
            <w:tcW w:w="1657" w:type="dxa"/>
            <w:vAlign w:val="center"/>
          </w:tcPr>
          <w:p w14:paraId="0985072C" w14:textId="77777777" w:rsidR="008A7D6F" w:rsidRPr="00EF2F0E" w:rsidRDefault="008A7D6F" w:rsidP="00B61376">
            <w:pPr>
              <w:pStyle w:val="TAC"/>
              <w:rPr>
                <w:lang w:eastAsia="ja-JP"/>
              </w:rPr>
            </w:pPr>
            <w:r w:rsidRPr="00EF2F0E">
              <w:rPr>
                <w:lang w:eastAsia="zh-CN"/>
              </w:rPr>
              <w:t>3550 – 3700</w:t>
            </w:r>
          </w:p>
        </w:tc>
        <w:tc>
          <w:tcPr>
            <w:tcW w:w="1082" w:type="dxa"/>
            <w:vAlign w:val="center"/>
          </w:tcPr>
          <w:p w14:paraId="0985072D"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72E"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72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3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31" w14:textId="77777777" w:rsidR="008A7D6F" w:rsidRPr="00EF2F0E" w:rsidRDefault="008A7D6F" w:rsidP="00B61376">
            <w:pPr>
              <w:pStyle w:val="TAC"/>
              <w:rPr>
                <w:lang w:eastAsia="ja-JP"/>
              </w:rPr>
            </w:pPr>
            <w:r w:rsidRPr="00EF2F0E">
              <w:rPr>
                <w:lang w:eastAsia="ja-JP"/>
              </w:rPr>
              <w:t>CW carrier</w:t>
            </w:r>
          </w:p>
        </w:tc>
      </w:tr>
      <w:tr w:rsidR="003401A4" w:rsidRPr="00EF2F0E" w14:paraId="0985073A" w14:textId="77777777" w:rsidTr="00B61376">
        <w:trPr>
          <w:gridAfter w:val="1"/>
          <w:wAfter w:w="10" w:type="dxa"/>
          <w:jc w:val="center"/>
        </w:trPr>
        <w:tc>
          <w:tcPr>
            <w:tcW w:w="1918" w:type="dxa"/>
          </w:tcPr>
          <w:p w14:paraId="09850733" w14:textId="77777777" w:rsidR="008A7D6F" w:rsidRPr="00EF2F0E" w:rsidRDefault="008A7D6F" w:rsidP="00B61376">
            <w:pPr>
              <w:pStyle w:val="TAL"/>
              <w:rPr>
                <w:rFonts w:cs="Arial"/>
                <w:szCs w:val="18"/>
                <w:lang w:eastAsia="ja-JP"/>
              </w:rPr>
            </w:pPr>
            <w:r w:rsidRPr="00EF2F0E">
              <w:rPr>
                <w:lang w:eastAsia="ja-JP"/>
              </w:rPr>
              <w:t>E-UTRA Band 50 or NR band n50</w:t>
            </w:r>
          </w:p>
        </w:tc>
        <w:tc>
          <w:tcPr>
            <w:tcW w:w="1657" w:type="dxa"/>
            <w:vAlign w:val="center"/>
          </w:tcPr>
          <w:p w14:paraId="09850734" w14:textId="77777777" w:rsidR="008A7D6F" w:rsidRPr="00EF2F0E" w:rsidRDefault="008A7D6F" w:rsidP="00B61376">
            <w:pPr>
              <w:pStyle w:val="TAC"/>
              <w:rPr>
                <w:lang w:eastAsia="ja-JP"/>
              </w:rPr>
            </w:pPr>
            <w:r w:rsidRPr="00EF2F0E">
              <w:rPr>
                <w:rFonts w:eastAsia="SimSun"/>
                <w:lang w:eastAsia="zh-CN"/>
              </w:rPr>
              <w:t>1432</w:t>
            </w:r>
            <w:r w:rsidRPr="00EF2F0E">
              <w:rPr>
                <w:lang w:eastAsia="zh-CN"/>
              </w:rPr>
              <w:t xml:space="preserve"> – </w:t>
            </w:r>
            <w:r w:rsidRPr="00EF2F0E">
              <w:rPr>
                <w:rFonts w:eastAsia="SimSun"/>
                <w:lang w:eastAsia="zh-CN"/>
              </w:rPr>
              <w:t>1517</w:t>
            </w:r>
          </w:p>
        </w:tc>
        <w:tc>
          <w:tcPr>
            <w:tcW w:w="1082" w:type="dxa"/>
            <w:vAlign w:val="center"/>
          </w:tcPr>
          <w:p w14:paraId="0985073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3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3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3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39" w14:textId="77777777" w:rsidR="008A7D6F" w:rsidRPr="00EF2F0E" w:rsidRDefault="008A7D6F" w:rsidP="00B61376">
            <w:pPr>
              <w:pStyle w:val="TAC"/>
              <w:rPr>
                <w:lang w:eastAsia="ja-JP"/>
              </w:rPr>
            </w:pPr>
            <w:r w:rsidRPr="00EF2F0E">
              <w:rPr>
                <w:lang w:eastAsia="ja-JP"/>
              </w:rPr>
              <w:t>CW carrier</w:t>
            </w:r>
          </w:p>
        </w:tc>
      </w:tr>
      <w:tr w:rsidR="003401A4" w:rsidRPr="00EF2F0E" w14:paraId="09850742" w14:textId="77777777" w:rsidTr="00B61376">
        <w:trPr>
          <w:gridAfter w:val="1"/>
          <w:wAfter w:w="10" w:type="dxa"/>
          <w:jc w:val="center"/>
        </w:trPr>
        <w:tc>
          <w:tcPr>
            <w:tcW w:w="1918" w:type="dxa"/>
          </w:tcPr>
          <w:p w14:paraId="0985073B" w14:textId="77777777" w:rsidR="008A7D6F" w:rsidRPr="00EF2F0E" w:rsidRDefault="008A7D6F" w:rsidP="00B61376">
            <w:pPr>
              <w:pStyle w:val="TAL"/>
              <w:rPr>
                <w:rFonts w:cs="Arial"/>
                <w:szCs w:val="18"/>
                <w:lang w:eastAsia="ja-JP"/>
              </w:rPr>
            </w:pPr>
            <w:r w:rsidRPr="00EF2F0E">
              <w:rPr>
                <w:lang w:eastAsia="ja-JP"/>
              </w:rPr>
              <w:t xml:space="preserve">E-UTRA Band 51 or </w:t>
            </w:r>
            <w:r w:rsidRPr="00EF2F0E">
              <w:rPr>
                <w:rFonts w:cs="Arial"/>
              </w:rPr>
              <w:t>or NR band n51</w:t>
            </w:r>
          </w:p>
        </w:tc>
        <w:tc>
          <w:tcPr>
            <w:tcW w:w="1657" w:type="dxa"/>
            <w:vAlign w:val="center"/>
          </w:tcPr>
          <w:p w14:paraId="0985073C" w14:textId="77777777" w:rsidR="008A7D6F" w:rsidRPr="00EF2F0E" w:rsidRDefault="008A7D6F" w:rsidP="00B61376">
            <w:pPr>
              <w:pStyle w:val="TAC"/>
              <w:rPr>
                <w:lang w:eastAsia="ja-JP"/>
              </w:rPr>
            </w:pPr>
            <w:r w:rsidRPr="00EF2F0E">
              <w:rPr>
                <w:rFonts w:eastAsia="SimSun"/>
                <w:lang w:eastAsia="zh-CN"/>
              </w:rPr>
              <w:t>1427</w:t>
            </w:r>
            <w:r w:rsidRPr="00EF2F0E">
              <w:rPr>
                <w:lang w:eastAsia="zh-CN"/>
              </w:rPr>
              <w:t xml:space="preserve">– </w:t>
            </w:r>
            <w:r w:rsidRPr="00EF2F0E">
              <w:rPr>
                <w:rFonts w:eastAsia="SimSun"/>
                <w:lang w:eastAsia="zh-CN"/>
              </w:rPr>
              <w:t>1432</w:t>
            </w:r>
          </w:p>
        </w:tc>
        <w:tc>
          <w:tcPr>
            <w:tcW w:w="1082" w:type="dxa"/>
            <w:vAlign w:val="center"/>
          </w:tcPr>
          <w:p w14:paraId="0985073D"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73E"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73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4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41" w14:textId="77777777" w:rsidR="008A7D6F" w:rsidRPr="00EF2F0E" w:rsidRDefault="008A7D6F" w:rsidP="00B61376">
            <w:pPr>
              <w:pStyle w:val="TAC"/>
              <w:rPr>
                <w:lang w:eastAsia="ja-JP"/>
              </w:rPr>
            </w:pPr>
            <w:r w:rsidRPr="00EF2F0E">
              <w:rPr>
                <w:lang w:eastAsia="ja-JP"/>
              </w:rPr>
              <w:t>CW carrier</w:t>
            </w:r>
          </w:p>
        </w:tc>
      </w:tr>
      <w:tr w:rsidR="003401A4" w:rsidRPr="00EF2F0E" w14:paraId="0985074A" w14:textId="77777777" w:rsidTr="00B61376">
        <w:trPr>
          <w:gridAfter w:val="1"/>
          <w:wAfter w:w="10" w:type="dxa"/>
          <w:jc w:val="center"/>
        </w:trPr>
        <w:tc>
          <w:tcPr>
            <w:tcW w:w="1918" w:type="dxa"/>
          </w:tcPr>
          <w:p w14:paraId="09850743" w14:textId="77777777" w:rsidR="008A7D6F" w:rsidRPr="00EF2F0E" w:rsidRDefault="008A7D6F" w:rsidP="00B61376">
            <w:pPr>
              <w:pStyle w:val="TAL"/>
              <w:rPr>
                <w:rFonts w:cs="Arial"/>
                <w:szCs w:val="18"/>
                <w:lang w:eastAsia="ja-JP"/>
              </w:rPr>
            </w:pPr>
            <w:r w:rsidRPr="00EF2F0E">
              <w:rPr>
                <w:rFonts w:cs="Arial"/>
              </w:rPr>
              <w:t>E-UTRA Band 65</w:t>
            </w:r>
          </w:p>
        </w:tc>
        <w:tc>
          <w:tcPr>
            <w:tcW w:w="1657" w:type="dxa"/>
            <w:vAlign w:val="center"/>
          </w:tcPr>
          <w:p w14:paraId="09850744" w14:textId="77777777" w:rsidR="008A7D6F" w:rsidRPr="00EF2F0E" w:rsidRDefault="008A7D6F" w:rsidP="00B61376">
            <w:pPr>
              <w:pStyle w:val="TAC"/>
              <w:rPr>
                <w:lang w:eastAsia="ja-JP"/>
              </w:rPr>
            </w:pPr>
            <w:r w:rsidRPr="00EF2F0E">
              <w:rPr>
                <w:rFonts w:cs="Arial"/>
              </w:rPr>
              <w:t>2110 – 2</w:t>
            </w:r>
            <w:r w:rsidRPr="00EF2F0E">
              <w:rPr>
                <w:rFonts w:cs="Arial"/>
                <w:lang w:eastAsia="ja-JP"/>
              </w:rPr>
              <w:t>20</w:t>
            </w:r>
            <w:r w:rsidRPr="00EF2F0E">
              <w:rPr>
                <w:rFonts w:cs="Arial"/>
              </w:rPr>
              <w:t>0</w:t>
            </w:r>
          </w:p>
        </w:tc>
        <w:tc>
          <w:tcPr>
            <w:tcW w:w="1082" w:type="dxa"/>
            <w:vAlign w:val="center"/>
          </w:tcPr>
          <w:p w14:paraId="0985074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4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4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4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49" w14:textId="77777777" w:rsidR="008A7D6F" w:rsidRPr="00EF2F0E" w:rsidRDefault="008A7D6F" w:rsidP="00B61376">
            <w:pPr>
              <w:pStyle w:val="TAC"/>
              <w:rPr>
                <w:lang w:eastAsia="ja-JP"/>
              </w:rPr>
            </w:pPr>
            <w:r w:rsidRPr="00EF2F0E">
              <w:rPr>
                <w:rFonts w:cs="Arial"/>
              </w:rPr>
              <w:t>CW carrier</w:t>
            </w:r>
          </w:p>
        </w:tc>
      </w:tr>
      <w:tr w:rsidR="003401A4" w:rsidRPr="00EF2F0E" w14:paraId="09850752" w14:textId="77777777" w:rsidTr="00B61376">
        <w:trPr>
          <w:gridAfter w:val="1"/>
          <w:wAfter w:w="10" w:type="dxa"/>
          <w:jc w:val="center"/>
        </w:trPr>
        <w:tc>
          <w:tcPr>
            <w:tcW w:w="1918" w:type="dxa"/>
          </w:tcPr>
          <w:p w14:paraId="0985074B" w14:textId="77777777" w:rsidR="008A7D6F" w:rsidRPr="00EF2F0E" w:rsidRDefault="008A7D6F" w:rsidP="00B61376">
            <w:pPr>
              <w:pStyle w:val="TAL"/>
              <w:rPr>
                <w:rFonts w:cs="Arial"/>
                <w:szCs w:val="18"/>
                <w:lang w:eastAsia="ja-JP"/>
              </w:rPr>
            </w:pPr>
            <w:r w:rsidRPr="00EF2F0E">
              <w:rPr>
                <w:rFonts w:cs="Arial"/>
              </w:rPr>
              <w:t>E-UTRA Band 66 or or NR band n66</w:t>
            </w:r>
          </w:p>
        </w:tc>
        <w:tc>
          <w:tcPr>
            <w:tcW w:w="1657" w:type="dxa"/>
            <w:vAlign w:val="center"/>
          </w:tcPr>
          <w:p w14:paraId="0985074C" w14:textId="77777777" w:rsidR="008A7D6F" w:rsidRPr="00EF2F0E" w:rsidRDefault="008A7D6F" w:rsidP="00B61376">
            <w:pPr>
              <w:pStyle w:val="TAC"/>
              <w:rPr>
                <w:lang w:eastAsia="ja-JP"/>
              </w:rPr>
            </w:pPr>
            <w:r w:rsidRPr="00EF2F0E">
              <w:rPr>
                <w:rFonts w:cs="Arial"/>
              </w:rPr>
              <w:t>2110 – 2200</w:t>
            </w:r>
          </w:p>
        </w:tc>
        <w:tc>
          <w:tcPr>
            <w:tcW w:w="1082" w:type="dxa"/>
            <w:vAlign w:val="center"/>
          </w:tcPr>
          <w:p w14:paraId="0985074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4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4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5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51" w14:textId="77777777" w:rsidR="008A7D6F" w:rsidRPr="00EF2F0E" w:rsidRDefault="008A7D6F" w:rsidP="00B61376">
            <w:pPr>
              <w:pStyle w:val="TAC"/>
              <w:rPr>
                <w:lang w:eastAsia="ja-JP"/>
              </w:rPr>
            </w:pPr>
            <w:r w:rsidRPr="00EF2F0E">
              <w:rPr>
                <w:rFonts w:cs="Arial"/>
              </w:rPr>
              <w:t>CW carrier</w:t>
            </w:r>
          </w:p>
        </w:tc>
      </w:tr>
      <w:tr w:rsidR="003401A4" w:rsidRPr="00EF2F0E" w14:paraId="0985075A" w14:textId="77777777" w:rsidTr="00B61376">
        <w:trPr>
          <w:gridAfter w:val="1"/>
          <w:wAfter w:w="10" w:type="dxa"/>
          <w:jc w:val="center"/>
        </w:trPr>
        <w:tc>
          <w:tcPr>
            <w:tcW w:w="1918" w:type="dxa"/>
          </w:tcPr>
          <w:p w14:paraId="09850753" w14:textId="77777777" w:rsidR="008A7D6F" w:rsidRPr="00EF2F0E" w:rsidRDefault="008A7D6F" w:rsidP="00B61376">
            <w:pPr>
              <w:pStyle w:val="TAL"/>
              <w:rPr>
                <w:rFonts w:cs="Arial"/>
                <w:szCs w:val="18"/>
                <w:lang w:eastAsia="ja-JP"/>
              </w:rPr>
            </w:pPr>
            <w:r w:rsidRPr="00EF2F0E">
              <w:rPr>
                <w:rFonts w:cs="Arial"/>
              </w:rPr>
              <w:t>E-UTRA Band 67</w:t>
            </w:r>
          </w:p>
        </w:tc>
        <w:tc>
          <w:tcPr>
            <w:tcW w:w="1657" w:type="dxa"/>
            <w:vAlign w:val="center"/>
          </w:tcPr>
          <w:p w14:paraId="09850754" w14:textId="77777777" w:rsidR="008A7D6F" w:rsidRPr="00EF2F0E" w:rsidRDefault="008A7D6F" w:rsidP="00B61376">
            <w:pPr>
              <w:pStyle w:val="TAC"/>
              <w:rPr>
                <w:lang w:eastAsia="ja-JP"/>
              </w:rPr>
            </w:pPr>
            <w:r w:rsidRPr="00EF2F0E">
              <w:rPr>
                <w:rFonts w:cs="Arial"/>
              </w:rPr>
              <w:t>738 - 758</w:t>
            </w:r>
          </w:p>
        </w:tc>
        <w:tc>
          <w:tcPr>
            <w:tcW w:w="1082" w:type="dxa"/>
            <w:vAlign w:val="center"/>
          </w:tcPr>
          <w:p w14:paraId="0985075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5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5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5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59" w14:textId="77777777" w:rsidR="008A7D6F" w:rsidRPr="00EF2F0E" w:rsidRDefault="008A7D6F" w:rsidP="00B61376">
            <w:pPr>
              <w:pStyle w:val="TAC"/>
              <w:rPr>
                <w:lang w:eastAsia="ja-JP"/>
              </w:rPr>
            </w:pPr>
            <w:r w:rsidRPr="00EF2F0E">
              <w:rPr>
                <w:rFonts w:cs="Arial"/>
              </w:rPr>
              <w:t>CW carrier</w:t>
            </w:r>
          </w:p>
        </w:tc>
      </w:tr>
      <w:tr w:rsidR="003401A4" w:rsidRPr="00EF2F0E" w14:paraId="09850762" w14:textId="77777777" w:rsidTr="00B61376">
        <w:trPr>
          <w:gridAfter w:val="1"/>
          <w:wAfter w:w="10" w:type="dxa"/>
          <w:jc w:val="center"/>
        </w:trPr>
        <w:tc>
          <w:tcPr>
            <w:tcW w:w="1918" w:type="dxa"/>
          </w:tcPr>
          <w:p w14:paraId="0985075B" w14:textId="77777777" w:rsidR="008A7D6F" w:rsidRPr="00EF2F0E" w:rsidRDefault="008A7D6F" w:rsidP="00B61376">
            <w:pPr>
              <w:pStyle w:val="TAL"/>
              <w:rPr>
                <w:rFonts w:cs="Arial"/>
                <w:szCs w:val="18"/>
                <w:lang w:eastAsia="ja-JP"/>
              </w:rPr>
            </w:pPr>
            <w:r w:rsidRPr="00EF2F0E">
              <w:rPr>
                <w:rFonts w:cs="Arial"/>
              </w:rPr>
              <w:t>E-UTRA Band 68</w:t>
            </w:r>
          </w:p>
        </w:tc>
        <w:tc>
          <w:tcPr>
            <w:tcW w:w="1657" w:type="dxa"/>
            <w:vAlign w:val="center"/>
          </w:tcPr>
          <w:p w14:paraId="0985075C" w14:textId="77777777" w:rsidR="008A7D6F" w:rsidRPr="00EF2F0E" w:rsidRDefault="008A7D6F" w:rsidP="00B61376">
            <w:pPr>
              <w:pStyle w:val="TAC"/>
              <w:rPr>
                <w:lang w:eastAsia="ja-JP"/>
              </w:rPr>
            </w:pPr>
            <w:r w:rsidRPr="00EF2F0E">
              <w:rPr>
                <w:rFonts w:cs="Arial"/>
              </w:rPr>
              <w:t>753 - 783</w:t>
            </w:r>
          </w:p>
        </w:tc>
        <w:tc>
          <w:tcPr>
            <w:tcW w:w="1082" w:type="dxa"/>
            <w:vAlign w:val="center"/>
          </w:tcPr>
          <w:p w14:paraId="0985075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5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5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6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61" w14:textId="77777777" w:rsidR="008A7D6F" w:rsidRPr="00EF2F0E" w:rsidRDefault="008A7D6F" w:rsidP="00B61376">
            <w:pPr>
              <w:pStyle w:val="TAC"/>
              <w:rPr>
                <w:lang w:eastAsia="ja-JP"/>
              </w:rPr>
            </w:pPr>
            <w:r w:rsidRPr="00EF2F0E">
              <w:rPr>
                <w:rFonts w:cs="Arial"/>
              </w:rPr>
              <w:t>CW carrier</w:t>
            </w:r>
          </w:p>
        </w:tc>
      </w:tr>
      <w:tr w:rsidR="003401A4" w:rsidRPr="00EF2F0E" w14:paraId="0985076A" w14:textId="77777777" w:rsidTr="00B61376">
        <w:trPr>
          <w:gridAfter w:val="1"/>
          <w:wAfter w:w="10" w:type="dxa"/>
          <w:jc w:val="center"/>
        </w:trPr>
        <w:tc>
          <w:tcPr>
            <w:tcW w:w="1918" w:type="dxa"/>
          </w:tcPr>
          <w:p w14:paraId="09850763" w14:textId="77777777" w:rsidR="008A7D6F" w:rsidRPr="00EF2F0E" w:rsidRDefault="008A7D6F" w:rsidP="00B61376">
            <w:pPr>
              <w:pStyle w:val="TAL"/>
              <w:rPr>
                <w:rFonts w:cs="Arial"/>
                <w:szCs w:val="18"/>
                <w:lang w:eastAsia="ja-JP"/>
              </w:rPr>
            </w:pPr>
            <w:r w:rsidRPr="00EF2F0E">
              <w:rPr>
                <w:rFonts w:cs="Arial"/>
              </w:rPr>
              <w:t xml:space="preserve">E-UTRA Band 69 </w:t>
            </w:r>
          </w:p>
        </w:tc>
        <w:tc>
          <w:tcPr>
            <w:tcW w:w="1657" w:type="dxa"/>
            <w:vAlign w:val="center"/>
          </w:tcPr>
          <w:p w14:paraId="09850764" w14:textId="77777777" w:rsidR="008A7D6F" w:rsidRPr="00EF2F0E" w:rsidRDefault="008A7D6F" w:rsidP="00B61376">
            <w:pPr>
              <w:pStyle w:val="TAC"/>
              <w:rPr>
                <w:lang w:eastAsia="ja-JP"/>
              </w:rPr>
            </w:pPr>
            <w:r w:rsidRPr="00EF2F0E">
              <w:rPr>
                <w:rFonts w:cs="Arial"/>
              </w:rPr>
              <w:t>2570-2620</w:t>
            </w:r>
          </w:p>
        </w:tc>
        <w:tc>
          <w:tcPr>
            <w:tcW w:w="1082" w:type="dxa"/>
            <w:vAlign w:val="center"/>
          </w:tcPr>
          <w:p w14:paraId="0985076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6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6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6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69" w14:textId="77777777" w:rsidR="008A7D6F" w:rsidRPr="00EF2F0E" w:rsidRDefault="008A7D6F" w:rsidP="00B61376">
            <w:pPr>
              <w:pStyle w:val="TAC"/>
              <w:rPr>
                <w:lang w:eastAsia="ja-JP"/>
              </w:rPr>
            </w:pPr>
            <w:r w:rsidRPr="00EF2F0E">
              <w:rPr>
                <w:rFonts w:cs="Arial"/>
              </w:rPr>
              <w:t>CW carrier</w:t>
            </w:r>
          </w:p>
        </w:tc>
      </w:tr>
      <w:tr w:rsidR="003401A4" w:rsidRPr="00EF2F0E" w14:paraId="09850772" w14:textId="77777777" w:rsidTr="00B61376">
        <w:trPr>
          <w:gridAfter w:val="1"/>
          <w:wAfter w:w="10" w:type="dxa"/>
          <w:jc w:val="center"/>
        </w:trPr>
        <w:tc>
          <w:tcPr>
            <w:tcW w:w="1918" w:type="dxa"/>
          </w:tcPr>
          <w:p w14:paraId="0985076B" w14:textId="77777777" w:rsidR="008A7D6F" w:rsidRPr="00EF2F0E" w:rsidRDefault="008A7D6F" w:rsidP="00B61376">
            <w:pPr>
              <w:pStyle w:val="TAL"/>
              <w:rPr>
                <w:rFonts w:cs="Arial"/>
                <w:szCs w:val="18"/>
                <w:lang w:eastAsia="ja-JP"/>
              </w:rPr>
            </w:pPr>
            <w:r w:rsidRPr="00EF2F0E">
              <w:rPr>
                <w:rFonts w:cs="Arial"/>
              </w:rPr>
              <w:t>E-UTRA Band 70 or or NR band n70</w:t>
            </w:r>
          </w:p>
        </w:tc>
        <w:tc>
          <w:tcPr>
            <w:tcW w:w="1657" w:type="dxa"/>
            <w:vAlign w:val="center"/>
          </w:tcPr>
          <w:p w14:paraId="0985076C" w14:textId="77777777" w:rsidR="008A7D6F" w:rsidRPr="00EF2F0E" w:rsidRDefault="008A7D6F" w:rsidP="00B61376">
            <w:pPr>
              <w:pStyle w:val="TAC"/>
              <w:rPr>
                <w:lang w:eastAsia="ja-JP"/>
              </w:rPr>
            </w:pPr>
            <w:r w:rsidRPr="00EF2F0E">
              <w:rPr>
                <w:rFonts w:cs="Arial"/>
              </w:rPr>
              <w:t>1995 - 2020</w:t>
            </w:r>
          </w:p>
        </w:tc>
        <w:tc>
          <w:tcPr>
            <w:tcW w:w="1082" w:type="dxa"/>
            <w:vAlign w:val="center"/>
          </w:tcPr>
          <w:p w14:paraId="0985076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6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6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7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71" w14:textId="77777777" w:rsidR="008A7D6F" w:rsidRPr="00EF2F0E" w:rsidRDefault="008A7D6F" w:rsidP="00B61376">
            <w:pPr>
              <w:pStyle w:val="TAC"/>
              <w:rPr>
                <w:lang w:eastAsia="ja-JP"/>
              </w:rPr>
            </w:pPr>
            <w:r w:rsidRPr="00EF2F0E">
              <w:rPr>
                <w:rFonts w:cs="Arial"/>
              </w:rPr>
              <w:t>CW carrier</w:t>
            </w:r>
          </w:p>
        </w:tc>
      </w:tr>
      <w:tr w:rsidR="003401A4" w:rsidRPr="00EF2F0E" w14:paraId="0985077A" w14:textId="77777777" w:rsidTr="00B61376">
        <w:trPr>
          <w:gridAfter w:val="1"/>
          <w:wAfter w:w="10" w:type="dxa"/>
          <w:jc w:val="center"/>
        </w:trPr>
        <w:tc>
          <w:tcPr>
            <w:tcW w:w="1918" w:type="dxa"/>
          </w:tcPr>
          <w:p w14:paraId="09850773" w14:textId="77777777" w:rsidR="008A7D6F" w:rsidRPr="00EF2F0E" w:rsidRDefault="008A7D6F" w:rsidP="00B61376">
            <w:pPr>
              <w:pStyle w:val="TAL"/>
              <w:rPr>
                <w:rFonts w:cs="Arial"/>
                <w:szCs w:val="18"/>
                <w:lang w:eastAsia="ja-JP"/>
              </w:rPr>
            </w:pPr>
            <w:r w:rsidRPr="00EF2F0E">
              <w:rPr>
                <w:rFonts w:cs="Arial"/>
                <w:lang w:eastAsia="ko-KR"/>
              </w:rPr>
              <w:t xml:space="preserve">E-UTRA Band 71 or </w:t>
            </w:r>
            <w:r w:rsidRPr="00EF2F0E">
              <w:rPr>
                <w:rFonts w:cs="Arial"/>
              </w:rPr>
              <w:t>or NR band n71</w:t>
            </w:r>
          </w:p>
        </w:tc>
        <w:tc>
          <w:tcPr>
            <w:tcW w:w="1657" w:type="dxa"/>
            <w:vAlign w:val="center"/>
          </w:tcPr>
          <w:p w14:paraId="09850774" w14:textId="77777777" w:rsidR="008A7D6F" w:rsidRPr="00EF2F0E" w:rsidRDefault="008A7D6F" w:rsidP="00B61376">
            <w:pPr>
              <w:pStyle w:val="TAC"/>
              <w:rPr>
                <w:lang w:eastAsia="ja-JP"/>
              </w:rPr>
            </w:pPr>
            <w:r w:rsidRPr="00EF2F0E">
              <w:rPr>
                <w:rFonts w:cs="Arial"/>
                <w:lang w:eastAsia="ko-KR"/>
              </w:rPr>
              <w:t>617 - 652</w:t>
            </w:r>
          </w:p>
        </w:tc>
        <w:tc>
          <w:tcPr>
            <w:tcW w:w="1082" w:type="dxa"/>
            <w:vAlign w:val="center"/>
          </w:tcPr>
          <w:p w14:paraId="0985077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7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7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7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79"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782" w14:textId="77777777" w:rsidTr="00B61376">
        <w:trPr>
          <w:gridAfter w:val="1"/>
          <w:wAfter w:w="10" w:type="dxa"/>
          <w:jc w:val="center"/>
        </w:trPr>
        <w:tc>
          <w:tcPr>
            <w:tcW w:w="1918" w:type="dxa"/>
          </w:tcPr>
          <w:p w14:paraId="0985077B" w14:textId="77777777" w:rsidR="008A7D6F" w:rsidRPr="00EF2F0E" w:rsidRDefault="008A7D6F" w:rsidP="00B61376">
            <w:pPr>
              <w:pStyle w:val="TAL"/>
              <w:rPr>
                <w:rFonts w:cs="Arial"/>
                <w:szCs w:val="18"/>
                <w:lang w:eastAsia="ja-JP"/>
              </w:rPr>
            </w:pPr>
            <w:r w:rsidRPr="00EF2F0E">
              <w:rPr>
                <w:rFonts w:cs="Arial"/>
                <w:lang w:eastAsia="ko-KR"/>
              </w:rPr>
              <w:t>E-UTRA Band 72</w:t>
            </w:r>
          </w:p>
        </w:tc>
        <w:tc>
          <w:tcPr>
            <w:tcW w:w="1657" w:type="dxa"/>
            <w:vAlign w:val="center"/>
          </w:tcPr>
          <w:p w14:paraId="0985077C" w14:textId="77777777" w:rsidR="008A7D6F" w:rsidRPr="00EF2F0E" w:rsidRDefault="008A7D6F" w:rsidP="00B61376">
            <w:pPr>
              <w:pStyle w:val="TAC"/>
              <w:rPr>
                <w:lang w:eastAsia="ja-JP"/>
              </w:rPr>
            </w:pPr>
            <w:r w:rsidRPr="00EF2F0E">
              <w:rPr>
                <w:rFonts w:cs="Arial"/>
                <w:lang w:eastAsia="ko-KR"/>
              </w:rPr>
              <w:t>461 - 466</w:t>
            </w:r>
          </w:p>
        </w:tc>
        <w:tc>
          <w:tcPr>
            <w:tcW w:w="1082" w:type="dxa"/>
            <w:vAlign w:val="center"/>
          </w:tcPr>
          <w:p w14:paraId="0985077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7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7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8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81"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78A" w14:textId="77777777" w:rsidTr="00B61376">
        <w:trPr>
          <w:gridAfter w:val="1"/>
          <w:wAfter w:w="10" w:type="dxa"/>
          <w:jc w:val="center"/>
        </w:trPr>
        <w:tc>
          <w:tcPr>
            <w:tcW w:w="1918" w:type="dxa"/>
          </w:tcPr>
          <w:p w14:paraId="09850783" w14:textId="77777777" w:rsidR="008A7D6F" w:rsidRPr="00EF2F0E" w:rsidRDefault="008A7D6F" w:rsidP="00B61376">
            <w:pPr>
              <w:pStyle w:val="TAL"/>
              <w:rPr>
                <w:rFonts w:cs="Arial"/>
                <w:szCs w:val="18"/>
                <w:lang w:eastAsia="ja-JP"/>
              </w:rPr>
            </w:pPr>
            <w:r w:rsidRPr="00EF2F0E">
              <w:rPr>
                <w:rFonts w:cs="Arial"/>
                <w:lang w:eastAsia="ko-KR"/>
              </w:rPr>
              <w:t>E-UTRA Band 7</w:t>
            </w:r>
            <w:r w:rsidRPr="00EF2F0E">
              <w:rPr>
                <w:rFonts w:cs="Arial"/>
                <w:lang w:eastAsia="zh-CN"/>
              </w:rPr>
              <w:t>3</w:t>
            </w:r>
          </w:p>
        </w:tc>
        <w:tc>
          <w:tcPr>
            <w:tcW w:w="1657" w:type="dxa"/>
            <w:vAlign w:val="center"/>
          </w:tcPr>
          <w:p w14:paraId="09850784" w14:textId="77777777" w:rsidR="008A7D6F" w:rsidRPr="00EF2F0E" w:rsidRDefault="008A7D6F" w:rsidP="00B61376">
            <w:pPr>
              <w:pStyle w:val="TAC"/>
              <w:rPr>
                <w:lang w:eastAsia="ja-JP"/>
              </w:rPr>
            </w:pPr>
            <w:r w:rsidRPr="00EF2F0E">
              <w:rPr>
                <w:rFonts w:cs="Arial"/>
                <w:lang w:eastAsia="ko-KR"/>
              </w:rPr>
              <w:t>46</w:t>
            </w:r>
            <w:r w:rsidRPr="00EF2F0E">
              <w:rPr>
                <w:rFonts w:cs="Arial"/>
                <w:lang w:eastAsia="zh-CN"/>
              </w:rPr>
              <w:t>0</w:t>
            </w:r>
            <w:r w:rsidRPr="00EF2F0E">
              <w:rPr>
                <w:rFonts w:cs="Arial"/>
                <w:lang w:eastAsia="ko-KR"/>
              </w:rPr>
              <w:t xml:space="preserve"> - 46</w:t>
            </w:r>
            <w:r w:rsidRPr="00EF2F0E">
              <w:rPr>
                <w:rFonts w:cs="Arial"/>
                <w:lang w:eastAsia="zh-CN"/>
              </w:rPr>
              <w:t>5</w:t>
            </w:r>
          </w:p>
        </w:tc>
        <w:tc>
          <w:tcPr>
            <w:tcW w:w="1082" w:type="dxa"/>
            <w:vAlign w:val="center"/>
          </w:tcPr>
          <w:p w14:paraId="0985078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8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8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8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89"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792" w14:textId="77777777" w:rsidTr="00B61376">
        <w:trPr>
          <w:gridAfter w:val="1"/>
          <w:wAfter w:w="10" w:type="dxa"/>
          <w:jc w:val="center"/>
        </w:trPr>
        <w:tc>
          <w:tcPr>
            <w:tcW w:w="1918" w:type="dxa"/>
          </w:tcPr>
          <w:p w14:paraId="0985078B" w14:textId="77777777" w:rsidR="008A7D6F" w:rsidRPr="00EF2F0E" w:rsidRDefault="008A7D6F" w:rsidP="00B61376">
            <w:pPr>
              <w:pStyle w:val="TAL"/>
              <w:rPr>
                <w:rFonts w:cs="Arial"/>
                <w:szCs w:val="18"/>
                <w:lang w:eastAsia="ja-JP"/>
              </w:rPr>
            </w:pPr>
            <w:r w:rsidRPr="00EF2F0E">
              <w:rPr>
                <w:rFonts w:cs="Arial"/>
              </w:rPr>
              <w:t>E-UTRA Band 7</w:t>
            </w:r>
            <w:r w:rsidRPr="00EF2F0E">
              <w:rPr>
                <w:rFonts w:cs="Arial"/>
                <w:lang w:eastAsia="ja-JP"/>
              </w:rPr>
              <w:t>4 or NR band n74</w:t>
            </w:r>
          </w:p>
        </w:tc>
        <w:tc>
          <w:tcPr>
            <w:tcW w:w="1657" w:type="dxa"/>
            <w:vAlign w:val="center"/>
          </w:tcPr>
          <w:p w14:paraId="0985078C" w14:textId="77777777" w:rsidR="008A7D6F" w:rsidRPr="00EF2F0E" w:rsidRDefault="008A7D6F" w:rsidP="00B61376">
            <w:pPr>
              <w:pStyle w:val="TAC"/>
              <w:rPr>
                <w:lang w:eastAsia="ja-JP"/>
              </w:rPr>
            </w:pPr>
            <w:r w:rsidRPr="00EF2F0E">
              <w:rPr>
                <w:rFonts w:cs="Arial"/>
              </w:rPr>
              <w:t>1</w:t>
            </w:r>
            <w:r w:rsidRPr="00EF2F0E">
              <w:rPr>
                <w:rFonts w:cs="Arial"/>
                <w:lang w:eastAsia="ja-JP"/>
              </w:rPr>
              <w:t>475</w:t>
            </w:r>
            <w:r w:rsidRPr="00EF2F0E">
              <w:rPr>
                <w:rFonts w:cs="Arial"/>
              </w:rPr>
              <w:t xml:space="preserve"> - </w:t>
            </w:r>
            <w:r w:rsidRPr="00EF2F0E">
              <w:rPr>
                <w:rFonts w:cs="Arial"/>
                <w:lang w:eastAsia="ja-JP"/>
              </w:rPr>
              <w:t>1518</w:t>
            </w:r>
          </w:p>
        </w:tc>
        <w:tc>
          <w:tcPr>
            <w:tcW w:w="1082" w:type="dxa"/>
            <w:vAlign w:val="center"/>
          </w:tcPr>
          <w:p w14:paraId="0985078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8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8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9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91" w14:textId="77777777" w:rsidR="008A7D6F" w:rsidRPr="00EF2F0E" w:rsidRDefault="008A7D6F" w:rsidP="00B61376">
            <w:pPr>
              <w:pStyle w:val="TAC"/>
              <w:rPr>
                <w:lang w:eastAsia="ja-JP"/>
              </w:rPr>
            </w:pPr>
            <w:r w:rsidRPr="00EF2F0E">
              <w:rPr>
                <w:rFonts w:cs="Arial"/>
              </w:rPr>
              <w:t>CW carrier</w:t>
            </w:r>
          </w:p>
        </w:tc>
      </w:tr>
      <w:tr w:rsidR="003401A4" w:rsidRPr="00EF2F0E" w14:paraId="0985079A" w14:textId="77777777" w:rsidTr="00B61376">
        <w:trPr>
          <w:gridAfter w:val="1"/>
          <w:wAfter w:w="10" w:type="dxa"/>
          <w:jc w:val="center"/>
        </w:trPr>
        <w:tc>
          <w:tcPr>
            <w:tcW w:w="1918" w:type="dxa"/>
          </w:tcPr>
          <w:p w14:paraId="09850793" w14:textId="77777777" w:rsidR="008A7D6F" w:rsidRPr="00EF2F0E" w:rsidRDefault="008A7D6F" w:rsidP="00B61376">
            <w:pPr>
              <w:pStyle w:val="TAL"/>
              <w:rPr>
                <w:rFonts w:cs="Arial"/>
                <w:szCs w:val="18"/>
                <w:lang w:eastAsia="ja-JP"/>
              </w:rPr>
            </w:pPr>
            <w:r w:rsidRPr="00EF2F0E">
              <w:rPr>
                <w:rFonts w:cs="Arial"/>
                <w:lang w:eastAsia="ko-KR"/>
              </w:rPr>
              <w:t xml:space="preserve">E-UTRA Band 75 or </w:t>
            </w:r>
            <w:r w:rsidRPr="00EF2F0E">
              <w:rPr>
                <w:rFonts w:cs="Arial"/>
              </w:rPr>
              <w:t>or NR band n75</w:t>
            </w:r>
          </w:p>
        </w:tc>
        <w:tc>
          <w:tcPr>
            <w:tcW w:w="1657" w:type="dxa"/>
            <w:vAlign w:val="center"/>
          </w:tcPr>
          <w:p w14:paraId="09850794" w14:textId="77777777" w:rsidR="008A7D6F" w:rsidRPr="00EF2F0E" w:rsidRDefault="008A7D6F" w:rsidP="00B61376">
            <w:pPr>
              <w:pStyle w:val="TAC"/>
              <w:rPr>
                <w:lang w:eastAsia="ja-JP"/>
              </w:rPr>
            </w:pPr>
            <w:r w:rsidRPr="00EF2F0E">
              <w:rPr>
                <w:rFonts w:cs="Arial"/>
                <w:lang w:eastAsia="ko-KR"/>
              </w:rPr>
              <w:t>1432 - 1517</w:t>
            </w:r>
          </w:p>
        </w:tc>
        <w:tc>
          <w:tcPr>
            <w:tcW w:w="1082" w:type="dxa"/>
            <w:vAlign w:val="center"/>
          </w:tcPr>
          <w:p w14:paraId="0985079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9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9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9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99"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7A2" w14:textId="77777777" w:rsidTr="00B61376">
        <w:trPr>
          <w:gridAfter w:val="1"/>
          <w:wAfter w:w="10" w:type="dxa"/>
          <w:jc w:val="center"/>
        </w:trPr>
        <w:tc>
          <w:tcPr>
            <w:tcW w:w="1918" w:type="dxa"/>
          </w:tcPr>
          <w:p w14:paraId="0985079B" w14:textId="77777777" w:rsidR="008A7D6F" w:rsidRPr="00EF2F0E" w:rsidRDefault="008A7D6F" w:rsidP="00B61376">
            <w:pPr>
              <w:pStyle w:val="TAL"/>
              <w:rPr>
                <w:rFonts w:cs="Arial"/>
                <w:szCs w:val="18"/>
                <w:lang w:eastAsia="ja-JP"/>
              </w:rPr>
            </w:pPr>
            <w:r w:rsidRPr="00EF2F0E">
              <w:rPr>
                <w:rFonts w:cs="Arial"/>
                <w:lang w:eastAsia="ko-KR"/>
              </w:rPr>
              <w:t xml:space="preserve">E-UTRA Band 76 or </w:t>
            </w:r>
            <w:r w:rsidRPr="00EF2F0E">
              <w:rPr>
                <w:rFonts w:cs="Arial"/>
              </w:rPr>
              <w:t>or NR band n76</w:t>
            </w:r>
          </w:p>
        </w:tc>
        <w:tc>
          <w:tcPr>
            <w:tcW w:w="1657" w:type="dxa"/>
            <w:vAlign w:val="center"/>
          </w:tcPr>
          <w:p w14:paraId="0985079C" w14:textId="77777777" w:rsidR="008A7D6F" w:rsidRPr="00EF2F0E" w:rsidRDefault="008A7D6F" w:rsidP="00B61376">
            <w:pPr>
              <w:pStyle w:val="TAC"/>
              <w:rPr>
                <w:lang w:eastAsia="ja-JP"/>
              </w:rPr>
            </w:pPr>
            <w:r w:rsidRPr="00EF2F0E">
              <w:rPr>
                <w:rFonts w:cs="Arial"/>
                <w:lang w:eastAsia="ko-KR"/>
              </w:rPr>
              <w:t>1427 - 1432</w:t>
            </w:r>
          </w:p>
        </w:tc>
        <w:tc>
          <w:tcPr>
            <w:tcW w:w="1082" w:type="dxa"/>
            <w:vAlign w:val="center"/>
          </w:tcPr>
          <w:p w14:paraId="0985079D"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79E" w14:textId="77777777" w:rsidR="008A7D6F" w:rsidRPr="00EF2F0E" w:rsidRDefault="008A7D6F" w:rsidP="00B61376">
            <w:pPr>
              <w:pStyle w:val="TAC"/>
              <w:rPr>
                <w:lang w:eastAsia="ja-JP"/>
              </w:rPr>
            </w:pPr>
            <w:r w:rsidRPr="00EF2F0E">
              <w:rPr>
                <w:lang w:eastAsia="ja-JP"/>
              </w:rPr>
              <w:t>N/A</w:t>
            </w:r>
          </w:p>
        </w:tc>
        <w:tc>
          <w:tcPr>
            <w:tcW w:w="1134" w:type="dxa"/>
            <w:vAlign w:val="center"/>
          </w:tcPr>
          <w:p w14:paraId="0985079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A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A1"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7AA" w14:textId="77777777" w:rsidTr="00B61376">
        <w:trPr>
          <w:gridAfter w:val="1"/>
          <w:wAfter w:w="10" w:type="dxa"/>
          <w:jc w:val="center"/>
        </w:trPr>
        <w:tc>
          <w:tcPr>
            <w:tcW w:w="1918" w:type="dxa"/>
          </w:tcPr>
          <w:p w14:paraId="098507A3" w14:textId="77777777" w:rsidR="008A7D6F" w:rsidRPr="00EF2F0E" w:rsidRDefault="008A7D6F" w:rsidP="00B61376">
            <w:pPr>
              <w:pStyle w:val="TAL"/>
              <w:rPr>
                <w:rFonts w:cs="Arial"/>
                <w:szCs w:val="18"/>
                <w:lang w:eastAsia="ja-JP"/>
              </w:rPr>
            </w:pPr>
            <w:r w:rsidRPr="00EF2F0E">
              <w:rPr>
                <w:rFonts w:cs="Arial"/>
                <w:lang w:eastAsia="ko-KR"/>
              </w:rPr>
              <w:t>NR band n77</w:t>
            </w:r>
          </w:p>
        </w:tc>
        <w:tc>
          <w:tcPr>
            <w:tcW w:w="1657" w:type="dxa"/>
            <w:vAlign w:val="center"/>
          </w:tcPr>
          <w:p w14:paraId="098507A4" w14:textId="77777777" w:rsidR="008A7D6F" w:rsidRPr="00EF2F0E" w:rsidRDefault="008A7D6F" w:rsidP="00B61376">
            <w:pPr>
              <w:pStyle w:val="TAC"/>
              <w:rPr>
                <w:lang w:eastAsia="ja-JP"/>
              </w:rPr>
            </w:pPr>
            <w:r w:rsidRPr="00EF2F0E">
              <w:rPr>
                <w:rFonts w:cs="Arial"/>
                <w:lang w:eastAsia="ko-KR"/>
              </w:rPr>
              <w:t>3300 - 4200</w:t>
            </w:r>
          </w:p>
        </w:tc>
        <w:tc>
          <w:tcPr>
            <w:tcW w:w="1082" w:type="dxa"/>
            <w:vAlign w:val="center"/>
          </w:tcPr>
          <w:p w14:paraId="098507A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A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A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A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A9"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7B2" w14:textId="77777777" w:rsidTr="00B61376">
        <w:trPr>
          <w:gridAfter w:val="1"/>
          <w:wAfter w:w="10" w:type="dxa"/>
          <w:jc w:val="center"/>
        </w:trPr>
        <w:tc>
          <w:tcPr>
            <w:tcW w:w="1918" w:type="dxa"/>
          </w:tcPr>
          <w:p w14:paraId="098507AB" w14:textId="77777777" w:rsidR="008A7D6F" w:rsidRPr="00EF2F0E" w:rsidRDefault="008A7D6F" w:rsidP="00B61376">
            <w:pPr>
              <w:pStyle w:val="TAL"/>
              <w:rPr>
                <w:rFonts w:cs="Arial"/>
                <w:szCs w:val="18"/>
                <w:lang w:eastAsia="ja-JP"/>
              </w:rPr>
            </w:pPr>
            <w:r w:rsidRPr="00EF2F0E">
              <w:rPr>
                <w:rFonts w:cs="Arial"/>
                <w:lang w:eastAsia="ko-KR"/>
              </w:rPr>
              <w:t>NR band n78</w:t>
            </w:r>
          </w:p>
        </w:tc>
        <w:tc>
          <w:tcPr>
            <w:tcW w:w="1657" w:type="dxa"/>
            <w:vAlign w:val="center"/>
          </w:tcPr>
          <w:p w14:paraId="098507AC" w14:textId="77777777" w:rsidR="008A7D6F" w:rsidRPr="00EF2F0E" w:rsidRDefault="008A7D6F" w:rsidP="00B61376">
            <w:pPr>
              <w:pStyle w:val="TAC"/>
              <w:rPr>
                <w:lang w:eastAsia="ja-JP"/>
              </w:rPr>
            </w:pPr>
            <w:r w:rsidRPr="00EF2F0E">
              <w:rPr>
                <w:rFonts w:cs="Arial"/>
                <w:lang w:eastAsia="ko-KR"/>
              </w:rPr>
              <w:t>3300 - 3800</w:t>
            </w:r>
          </w:p>
        </w:tc>
        <w:tc>
          <w:tcPr>
            <w:tcW w:w="1082" w:type="dxa"/>
            <w:vAlign w:val="center"/>
          </w:tcPr>
          <w:p w14:paraId="098507AD"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AE"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AF"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B0"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B1" w14:textId="77777777" w:rsidR="008A7D6F" w:rsidRPr="00EF2F0E" w:rsidRDefault="008A7D6F" w:rsidP="00B61376">
            <w:pPr>
              <w:pStyle w:val="TAC"/>
              <w:rPr>
                <w:lang w:eastAsia="ja-JP"/>
              </w:rPr>
            </w:pPr>
            <w:r w:rsidRPr="00EF2F0E">
              <w:rPr>
                <w:rFonts w:cs="Arial"/>
                <w:lang w:eastAsia="ko-KR"/>
              </w:rPr>
              <w:t>CW carrier</w:t>
            </w:r>
          </w:p>
        </w:tc>
      </w:tr>
      <w:tr w:rsidR="003401A4" w:rsidRPr="00EF2F0E" w14:paraId="098507BA" w14:textId="77777777" w:rsidTr="00B61376">
        <w:trPr>
          <w:gridAfter w:val="1"/>
          <w:wAfter w:w="10" w:type="dxa"/>
          <w:jc w:val="center"/>
        </w:trPr>
        <w:tc>
          <w:tcPr>
            <w:tcW w:w="1918" w:type="dxa"/>
          </w:tcPr>
          <w:p w14:paraId="098507B3" w14:textId="77777777" w:rsidR="008A7D6F" w:rsidRPr="00EF2F0E" w:rsidRDefault="008A7D6F" w:rsidP="00B61376">
            <w:pPr>
              <w:pStyle w:val="TAL"/>
              <w:rPr>
                <w:rFonts w:cs="Arial"/>
                <w:lang w:eastAsia="ko-KR"/>
              </w:rPr>
            </w:pPr>
            <w:r w:rsidRPr="00EF2F0E">
              <w:rPr>
                <w:rFonts w:cs="Arial"/>
                <w:lang w:eastAsia="ko-KR"/>
              </w:rPr>
              <w:t>NR band n79</w:t>
            </w:r>
          </w:p>
        </w:tc>
        <w:tc>
          <w:tcPr>
            <w:tcW w:w="1657" w:type="dxa"/>
            <w:vAlign w:val="center"/>
          </w:tcPr>
          <w:p w14:paraId="098507B4" w14:textId="77777777" w:rsidR="008A7D6F" w:rsidRPr="00EF2F0E" w:rsidRDefault="008A7D6F" w:rsidP="00B61376">
            <w:pPr>
              <w:pStyle w:val="TAC"/>
              <w:rPr>
                <w:rFonts w:cs="Arial"/>
                <w:lang w:eastAsia="ko-KR"/>
              </w:rPr>
            </w:pPr>
            <w:r w:rsidRPr="00EF2F0E">
              <w:rPr>
                <w:rFonts w:cs="Arial"/>
                <w:lang w:eastAsia="ko-KR"/>
              </w:rPr>
              <w:t>4400 - 5000</w:t>
            </w:r>
          </w:p>
        </w:tc>
        <w:tc>
          <w:tcPr>
            <w:tcW w:w="1082" w:type="dxa"/>
            <w:vAlign w:val="center"/>
          </w:tcPr>
          <w:p w14:paraId="098507B5" w14:textId="77777777" w:rsidR="008A7D6F" w:rsidRPr="00EF2F0E" w:rsidRDefault="008A7D6F" w:rsidP="00B61376">
            <w:pPr>
              <w:pStyle w:val="TAC"/>
              <w:rPr>
                <w:lang w:eastAsia="ja-JP"/>
              </w:rPr>
            </w:pPr>
            <w:r w:rsidRPr="00EF2F0E">
              <w:rPr>
                <w:lang w:eastAsia="ja-JP"/>
              </w:rPr>
              <w:t>+46</w:t>
            </w:r>
          </w:p>
        </w:tc>
        <w:tc>
          <w:tcPr>
            <w:tcW w:w="1134" w:type="dxa"/>
            <w:vAlign w:val="center"/>
          </w:tcPr>
          <w:p w14:paraId="098507B6" w14:textId="77777777" w:rsidR="008A7D6F" w:rsidRPr="00EF2F0E" w:rsidRDefault="008A7D6F" w:rsidP="00B61376">
            <w:pPr>
              <w:pStyle w:val="TAC"/>
              <w:rPr>
                <w:lang w:eastAsia="ja-JP"/>
              </w:rPr>
            </w:pPr>
            <w:r w:rsidRPr="00EF2F0E">
              <w:rPr>
                <w:lang w:eastAsia="ja-JP"/>
              </w:rPr>
              <w:t>+38</w:t>
            </w:r>
          </w:p>
        </w:tc>
        <w:tc>
          <w:tcPr>
            <w:tcW w:w="1134" w:type="dxa"/>
            <w:vAlign w:val="center"/>
          </w:tcPr>
          <w:p w14:paraId="098507B7" w14:textId="77777777" w:rsidR="008A7D6F" w:rsidRPr="00EF2F0E" w:rsidRDefault="008A7D6F" w:rsidP="00B61376">
            <w:pPr>
              <w:pStyle w:val="TAC"/>
              <w:rPr>
                <w:lang w:eastAsia="ja-JP"/>
              </w:rPr>
            </w:pPr>
            <w:r w:rsidRPr="00EF2F0E">
              <w:rPr>
                <w:lang w:eastAsia="ja-JP"/>
              </w:rPr>
              <w:t>+24</w:t>
            </w:r>
          </w:p>
        </w:tc>
        <w:tc>
          <w:tcPr>
            <w:tcW w:w="1701" w:type="dxa"/>
            <w:vAlign w:val="center"/>
          </w:tcPr>
          <w:p w14:paraId="098507B8" w14:textId="77777777" w:rsidR="008A7D6F" w:rsidRPr="00EF2F0E" w:rsidRDefault="008A7D6F" w:rsidP="00B61376">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B9" w14:textId="77777777" w:rsidR="008A7D6F" w:rsidRPr="00EF2F0E" w:rsidRDefault="008A7D6F" w:rsidP="00B61376">
            <w:pPr>
              <w:pStyle w:val="TAC"/>
              <w:rPr>
                <w:rFonts w:cs="Arial"/>
                <w:lang w:eastAsia="ko-KR"/>
              </w:rPr>
            </w:pPr>
            <w:r w:rsidRPr="00EF2F0E">
              <w:rPr>
                <w:rFonts w:cs="Arial"/>
                <w:lang w:eastAsia="ko-KR"/>
              </w:rPr>
              <w:t>CW carrier</w:t>
            </w:r>
          </w:p>
        </w:tc>
      </w:tr>
      <w:tr w:rsidR="003401A4" w:rsidRPr="00EF2F0E" w14:paraId="098507C2" w14:textId="77777777" w:rsidTr="00B61376">
        <w:trPr>
          <w:gridAfter w:val="1"/>
          <w:wAfter w:w="10" w:type="dxa"/>
          <w:jc w:val="center"/>
        </w:trPr>
        <w:tc>
          <w:tcPr>
            <w:tcW w:w="1918" w:type="dxa"/>
          </w:tcPr>
          <w:p w14:paraId="098507BB" w14:textId="77777777" w:rsidR="00B521A3" w:rsidRPr="00EF2F0E" w:rsidRDefault="00B521A3" w:rsidP="00B521A3">
            <w:pPr>
              <w:pStyle w:val="TAL"/>
              <w:rPr>
                <w:rFonts w:cs="Arial"/>
                <w:lang w:eastAsia="ko-KR"/>
              </w:rPr>
            </w:pPr>
            <w:r w:rsidRPr="00EF2F0E">
              <w:rPr>
                <w:rFonts w:cs="Arial"/>
                <w:lang w:val="sv-SE" w:eastAsia="ko-KR"/>
              </w:rPr>
              <w:t>E-UTRA Band 85</w:t>
            </w:r>
          </w:p>
        </w:tc>
        <w:tc>
          <w:tcPr>
            <w:tcW w:w="1657" w:type="dxa"/>
            <w:vAlign w:val="center"/>
          </w:tcPr>
          <w:p w14:paraId="098507BC" w14:textId="77777777" w:rsidR="00B521A3" w:rsidRPr="00EF2F0E" w:rsidRDefault="00B521A3" w:rsidP="00B521A3">
            <w:pPr>
              <w:pStyle w:val="TAC"/>
              <w:rPr>
                <w:rFonts w:cs="Arial"/>
                <w:lang w:eastAsia="ko-KR"/>
              </w:rPr>
            </w:pPr>
            <w:r w:rsidRPr="00EF2F0E">
              <w:rPr>
                <w:rFonts w:cs="Arial"/>
              </w:rPr>
              <w:t>728 – 746</w:t>
            </w:r>
          </w:p>
        </w:tc>
        <w:tc>
          <w:tcPr>
            <w:tcW w:w="1082" w:type="dxa"/>
            <w:vAlign w:val="center"/>
          </w:tcPr>
          <w:p w14:paraId="098507BD" w14:textId="77777777" w:rsidR="00B521A3" w:rsidRPr="00EF2F0E" w:rsidRDefault="00B521A3" w:rsidP="00B521A3">
            <w:pPr>
              <w:pStyle w:val="TAC"/>
              <w:rPr>
                <w:lang w:eastAsia="ja-JP"/>
              </w:rPr>
            </w:pPr>
            <w:r w:rsidRPr="00EF2F0E">
              <w:rPr>
                <w:lang w:eastAsia="ja-JP"/>
              </w:rPr>
              <w:t>+46</w:t>
            </w:r>
          </w:p>
        </w:tc>
        <w:tc>
          <w:tcPr>
            <w:tcW w:w="1134" w:type="dxa"/>
            <w:vAlign w:val="center"/>
          </w:tcPr>
          <w:p w14:paraId="098507BE" w14:textId="77777777" w:rsidR="00B521A3" w:rsidRPr="00EF2F0E" w:rsidRDefault="00B521A3" w:rsidP="00B521A3">
            <w:pPr>
              <w:pStyle w:val="TAC"/>
              <w:rPr>
                <w:lang w:eastAsia="ja-JP"/>
              </w:rPr>
            </w:pPr>
            <w:r w:rsidRPr="00EF2F0E">
              <w:rPr>
                <w:lang w:eastAsia="ja-JP"/>
              </w:rPr>
              <w:t>+38</w:t>
            </w:r>
          </w:p>
        </w:tc>
        <w:tc>
          <w:tcPr>
            <w:tcW w:w="1134" w:type="dxa"/>
            <w:vAlign w:val="center"/>
          </w:tcPr>
          <w:p w14:paraId="098507BF" w14:textId="77777777" w:rsidR="00B521A3" w:rsidRPr="00EF2F0E" w:rsidRDefault="00B521A3" w:rsidP="00B521A3">
            <w:pPr>
              <w:pStyle w:val="TAC"/>
              <w:rPr>
                <w:lang w:eastAsia="ja-JP"/>
              </w:rPr>
            </w:pPr>
            <w:r w:rsidRPr="00EF2F0E">
              <w:rPr>
                <w:lang w:eastAsia="ja-JP"/>
              </w:rPr>
              <w:t>+24</w:t>
            </w:r>
          </w:p>
        </w:tc>
        <w:tc>
          <w:tcPr>
            <w:tcW w:w="1701" w:type="dxa"/>
            <w:vAlign w:val="center"/>
          </w:tcPr>
          <w:p w14:paraId="098507C0" w14:textId="77777777" w:rsidR="00B521A3" w:rsidRPr="00EF2F0E" w:rsidRDefault="00B521A3" w:rsidP="00B521A3">
            <w:pPr>
              <w:pStyle w:val="TAC"/>
              <w:rPr>
                <w:lang w:eastAsia="ja-JP"/>
              </w:rPr>
            </w:pPr>
            <w:r w:rsidRPr="00EF2F0E">
              <w:rPr>
                <w:lang w:eastAsia="ja-JP"/>
              </w:rPr>
              <w:t>EIS</w:t>
            </w:r>
            <w:r w:rsidRPr="00EF2F0E">
              <w:rPr>
                <w:vertAlign w:val="subscript"/>
                <w:lang w:eastAsia="ja-JP"/>
              </w:rPr>
              <w:t>minSENS</w:t>
            </w:r>
            <w:r w:rsidRPr="00EF2F0E" w:rsidDel="00E01BA4">
              <w:rPr>
                <w:lang w:eastAsia="ja-JP"/>
              </w:rPr>
              <w:t xml:space="preserve"> </w:t>
            </w:r>
            <w:r w:rsidRPr="00EF2F0E">
              <w:rPr>
                <w:lang w:eastAsia="ja-JP"/>
              </w:rPr>
              <w:t>+ x dB (NOTE 1)</w:t>
            </w:r>
          </w:p>
        </w:tc>
        <w:tc>
          <w:tcPr>
            <w:tcW w:w="1167" w:type="dxa"/>
            <w:vAlign w:val="center"/>
          </w:tcPr>
          <w:p w14:paraId="098507C1" w14:textId="77777777" w:rsidR="00B521A3" w:rsidRPr="00EF2F0E" w:rsidRDefault="00B521A3" w:rsidP="00B521A3">
            <w:pPr>
              <w:pStyle w:val="TAC"/>
              <w:rPr>
                <w:rFonts w:cs="Arial"/>
                <w:lang w:eastAsia="ko-KR"/>
              </w:rPr>
            </w:pPr>
            <w:r w:rsidRPr="00EF2F0E">
              <w:rPr>
                <w:rFonts w:cs="Arial"/>
                <w:lang w:eastAsia="ko-KR"/>
              </w:rPr>
              <w:t>CW carrier</w:t>
            </w:r>
          </w:p>
        </w:tc>
      </w:tr>
      <w:tr w:rsidR="00B521A3" w:rsidRPr="00EF2F0E" w14:paraId="098507C8" w14:textId="77777777" w:rsidTr="00B61376">
        <w:trPr>
          <w:jc w:val="center"/>
        </w:trPr>
        <w:tc>
          <w:tcPr>
            <w:tcW w:w="9803" w:type="dxa"/>
            <w:gridSpan w:val="8"/>
          </w:tcPr>
          <w:p w14:paraId="098507C3" w14:textId="77777777" w:rsidR="00B521A3" w:rsidRPr="00EF2F0E" w:rsidRDefault="00B521A3" w:rsidP="00B521A3">
            <w:pPr>
              <w:pStyle w:val="TAN"/>
              <w:rPr>
                <w:lang w:eastAsia="ja-JP"/>
              </w:rPr>
            </w:pPr>
            <w:r w:rsidRPr="00EF2F0E">
              <w:rPr>
                <w:lang w:eastAsia="ja-JP"/>
              </w:rPr>
              <w:t>NOTE 1:</w:t>
            </w:r>
            <w:r w:rsidRPr="00EF2F0E">
              <w:rPr>
                <w:lang w:eastAsia="ja-JP"/>
              </w:rPr>
              <w:tab/>
              <w:t>EIS</w:t>
            </w:r>
            <w:r w:rsidRPr="00EF2F0E">
              <w:rPr>
                <w:vertAlign w:val="subscript"/>
                <w:lang w:eastAsia="ja-JP"/>
              </w:rPr>
              <w:t>minSENS</w:t>
            </w:r>
            <w:r w:rsidRPr="00EF2F0E">
              <w:rPr>
                <w:lang w:eastAsia="ja-JP"/>
              </w:rPr>
              <w:t xml:space="preserve"> depends on the BS class and on the </w:t>
            </w:r>
            <w:r w:rsidRPr="00EF2F0E">
              <w:rPr>
                <w:i/>
                <w:lang w:eastAsia="ja-JP"/>
              </w:rPr>
              <w:t>channel bandwidth</w:t>
            </w:r>
            <w:r w:rsidRPr="00EF2F0E">
              <w:rPr>
                <w:lang w:eastAsia="ja-JP"/>
              </w:rPr>
              <w:t>, see subclause 10.2.</w:t>
            </w:r>
          </w:p>
          <w:p w14:paraId="098507C4" w14:textId="77777777" w:rsidR="00B521A3" w:rsidRPr="00EF2F0E" w:rsidRDefault="00B521A3" w:rsidP="00B521A3">
            <w:pPr>
              <w:pStyle w:val="TAN"/>
              <w:rPr>
                <w:lang w:eastAsia="ja-JP"/>
              </w:rPr>
            </w:pPr>
            <w:r w:rsidRPr="00EF2F0E">
              <w:rPr>
                <w:lang w:eastAsia="ja-JP"/>
              </w:rPr>
              <w:t>NOTE 2:</w:t>
            </w:r>
            <w:r w:rsidRPr="00EF2F0E">
              <w:rPr>
                <w:lang w:eastAsia="ja-JP"/>
              </w:rPr>
              <w:tab/>
              <w:t xml:space="preserve">Except for a BS operating in Band 13, these requirements do not apply when the interfering signal falls within any of the supported </w:t>
            </w:r>
            <w:r w:rsidRPr="00EF2F0E">
              <w:rPr>
                <w:i/>
                <w:lang w:eastAsia="ja-JP"/>
              </w:rPr>
              <w:t>uplink operating band</w:t>
            </w:r>
            <w:r w:rsidRPr="00EF2F0E">
              <w:rPr>
                <w:lang w:eastAsia="ja-JP"/>
              </w:rPr>
              <w:t xml:space="preserve"> or in the </w:t>
            </w:r>
            <w:r w:rsidRPr="00EF2F0E">
              <w:t>Δf</w:t>
            </w:r>
            <w:r w:rsidRPr="00EF2F0E">
              <w:rPr>
                <w:vertAlign w:val="subscript"/>
              </w:rPr>
              <w:t>OOB</w:t>
            </w:r>
            <w:r w:rsidRPr="00EF2F0E">
              <w:rPr>
                <w:rFonts w:cs="v5.0.0"/>
              </w:rPr>
              <w:t xml:space="preserve"> </w:t>
            </w:r>
            <w:r w:rsidRPr="00EF2F0E">
              <w:rPr>
                <w:lang w:eastAsia="ja-JP"/>
              </w:rPr>
              <w:t xml:space="preserve">immediately outside any of the supported </w:t>
            </w:r>
            <w:r w:rsidRPr="00EF2F0E">
              <w:rPr>
                <w:i/>
                <w:lang w:eastAsia="ja-JP"/>
              </w:rPr>
              <w:t>uplink operating band</w:t>
            </w:r>
            <w:r w:rsidRPr="00EF2F0E">
              <w:rPr>
                <w:lang w:eastAsia="ja-JP"/>
              </w:rPr>
              <w:t>.</w:t>
            </w:r>
            <w:r w:rsidRPr="00EF2F0E">
              <w:rPr>
                <w:lang w:eastAsia="ja-JP"/>
              </w:rPr>
              <w:br/>
              <w:t>For a BS operating in band 13 the requirements do not apply when the interfering signal falls within the frequency range 768 - 797 MHz.</w:t>
            </w:r>
          </w:p>
          <w:p w14:paraId="098507C5" w14:textId="77777777" w:rsidR="00B521A3" w:rsidRPr="00EF2F0E" w:rsidRDefault="00B521A3" w:rsidP="00B521A3">
            <w:pPr>
              <w:pStyle w:val="TAN"/>
              <w:rPr>
                <w:lang w:eastAsia="ja-JP"/>
              </w:rPr>
            </w:pPr>
            <w:r w:rsidRPr="00EF2F0E">
              <w:rPr>
                <w:lang w:eastAsia="ja-JP"/>
              </w:rPr>
              <w:t>NOTE 3:</w:t>
            </w:r>
            <w:r w:rsidRPr="00EF2F0E">
              <w:rPr>
                <w:lang w:eastAsia="ja-JP"/>
              </w:rPr>
              <w:tab/>
              <w:t>Some combinations of bands may not be possible to co-site based on the requirements above. The current state-of-the-art technology does not allow a single generic solution for co-location of UTRA TDD or E-UTRA TDD or NR TDD with E-UTRA FDD or NR FDD on adjacent frequencies with closely spaced antennas. However, there are certain site-engineering solutions that can be used. These techniques are addressed in 3GPP TR 25.942 [12].</w:t>
            </w:r>
          </w:p>
          <w:p w14:paraId="098507C6" w14:textId="77777777" w:rsidR="00B521A3" w:rsidRPr="00EF2F0E" w:rsidRDefault="00B521A3" w:rsidP="00B521A3">
            <w:pPr>
              <w:pStyle w:val="TAN"/>
              <w:rPr>
                <w:lang w:eastAsia="ja-JP"/>
              </w:rPr>
            </w:pPr>
            <w:r w:rsidRPr="00EF2F0E">
              <w:rPr>
                <w:lang w:eastAsia="ja-JP"/>
              </w:rPr>
              <w:t>NOTE 4:</w:t>
            </w:r>
            <w:r w:rsidRPr="00EF2F0E">
              <w:rPr>
                <w:lang w:eastAsia="ja-JP"/>
              </w:rPr>
              <w:tab/>
              <w:t>In China, the blocking requirement for co-location with DCS1800 and Band III BS is only applicable in the frequency range 1805 - 1850 MHz.</w:t>
            </w:r>
          </w:p>
          <w:p w14:paraId="098507C7" w14:textId="77777777" w:rsidR="00B521A3" w:rsidRPr="00EF2F0E" w:rsidRDefault="00B521A3" w:rsidP="00B521A3">
            <w:pPr>
              <w:pStyle w:val="TAN"/>
              <w:rPr>
                <w:lang w:eastAsia="zh-CN"/>
              </w:rPr>
            </w:pPr>
            <w:r w:rsidRPr="00EF2F0E">
              <w:rPr>
                <w:lang w:eastAsia="ja-JP"/>
              </w:rPr>
              <w:t>NOTE 5:</w:t>
            </w:r>
            <w:r w:rsidRPr="00EF2F0E">
              <w:rPr>
                <w:lang w:eastAsia="ja-JP"/>
              </w:rPr>
              <w:tab/>
            </w:r>
            <w:r w:rsidR="004C7800" w:rsidRPr="00EF2F0E">
              <w:rPr>
                <w:lang w:eastAsia="ja-JP"/>
              </w:rPr>
              <w:t xml:space="preserve">For an AAS BS operating in band 11, 21, or 74 the requirement </w:t>
            </w:r>
            <w:r w:rsidR="004C7800" w:rsidRPr="00EF2F0E">
              <w:rPr>
                <w:rFonts w:cs="Arial" w:hint="eastAsia"/>
                <w:lang w:eastAsia="ja-JP"/>
              </w:rPr>
              <w:t xml:space="preserve">for co-location with Band 32 </w:t>
            </w:r>
            <w:r w:rsidR="004C7800" w:rsidRPr="00EF2F0E">
              <w:rPr>
                <w:lang w:eastAsia="ja-JP"/>
              </w:rPr>
              <w:t>applies for interfering signal within the frequency range 1475.9 - 1495.9 MHz.</w:t>
            </w:r>
          </w:p>
        </w:tc>
      </w:tr>
    </w:tbl>
    <w:p w14:paraId="098507C9" w14:textId="77777777" w:rsidR="00B15E99" w:rsidRPr="00EF2F0E" w:rsidRDefault="00B15E99" w:rsidP="00A40339"/>
    <w:p w14:paraId="098507CA" w14:textId="77777777" w:rsidR="00B15E99" w:rsidRPr="00EF2F0E" w:rsidRDefault="00B15E99" w:rsidP="00A40339">
      <w:pPr>
        <w:pStyle w:val="Heading2"/>
      </w:pPr>
      <w:bookmarkStart w:id="5349" w:name="_Toc21096174"/>
      <w:bookmarkStart w:id="5350" w:name="_Toc29763373"/>
      <w:bookmarkStart w:id="5351" w:name="_Toc45869658"/>
      <w:bookmarkStart w:id="5352" w:name="_Toc52554911"/>
      <w:bookmarkStart w:id="5353" w:name="_Toc52555381"/>
      <w:bookmarkStart w:id="5354" w:name="_Toc61112613"/>
      <w:bookmarkStart w:id="5355" w:name="_Toc67911765"/>
      <w:bookmarkStart w:id="5356" w:name="_Toc74843240"/>
      <w:bookmarkStart w:id="5357" w:name="_Toc76503623"/>
      <w:bookmarkStart w:id="5358" w:name="_Toc83041066"/>
      <w:bookmarkStart w:id="5359" w:name="_Toc89852109"/>
      <w:bookmarkStart w:id="5360" w:name="_Toc98676463"/>
      <w:r w:rsidRPr="00EF2F0E">
        <w:t>10.7</w:t>
      </w:r>
      <w:r w:rsidRPr="00EF2F0E">
        <w:tab/>
        <w:t>OTA Receiver spurious emissions</w:t>
      </w:r>
      <w:bookmarkEnd w:id="5349"/>
      <w:bookmarkEnd w:id="5350"/>
      <w:bookmarkEnd w:id="5351"/>
      <w:bookmarkEnd w:id="5352"/>
      <w:bookmarkEnd w:id="5353"/>
      <w:bookmarkEnd w:id="5354"/>
      <w:bookmarkEnd w:id="5355"/>
      <w:bookmarkEnd w:id="5356"/>
      <w:bookmarkEnd w:id="5357"/>
      <w:bookmarkEnd w:id="5358"/>
      <w:bookmarkEnd w:id="5359"/>
      <w:bookmarkEnd w:id="5360"/>
    </w:p>
    <w:p w14:paraId="098507CB" w14:textId="77777777" w:rsidR="00B15E99" w:rsidRPr="00EF2F0E" w:rsidRDefault="00B15E99" w:rsidP="00A40339">
      <w:pPr>
        <w:pStyle w:val="Heading3"/>
      </w:pPr>
      <w:bookmarkStart w:id="5361" w:name="_Toc21096175"/>
      <w:bookmarkStart w:id="5362" w:name="_Toc29763374"/>
      <w:bookmarkStart w:id="5363" w:name="_Toc45869659"/>
      <w:bookmarkStart w:id="5364" w:name="_Toc52554912"/>
      <w:bookmarkStart w:id="5365" w:name="_Toc52555382"/>
      <w:bookmarkStart w:id="5366" w:name="_Toc61112614"/>
      <w:bookmarkStart w:id="5367" w:name="_Toc67911766"/>
      <w:bookmarkStart w:id="5368" w:name="_Toc74843241"/>
      <w:bookmarkStart w:id="5369" w:name="_Toc76503624"/>
      <w:bookmarkStart w:id="5370" w:name="_Toc83041067"/>
      <w:bookmarkStart w:id="5371" w:name="_Toc89852110"/>
      <w:bookmarkStart w:id="5372" w:name="_Toc98676464"/>
      <w:r w:rsidRPr="00EF2F0E">
        <w:t>10.7.1</w:t>
      </w:r>
      <w:r w:rsidRPr="00EF2F0E">
        <w:tab/>
        <w:t>General</w:t>
      </w:r>
      <w:bookmarkEnd w:id="5361"/>
      <w:bookmarkEnd w:id="5362"/>
      <w:bookmarkEnd w:id="5363"/>
      <w:bookmarkEnd w:id="5364"/>
      <w:bookmarkEnd w:id="5365"/>
      <w:bookmarkEnd w:id="5366"/>
      <w:bookmarkEnd w:id="5367"/>
      <w:bookmarkEnd w:id="5368"/>
      <w:bookmarkEnd w:id="5369"/>
      <w:bookmarkEnd w:id="5370"/>
      <w:bookmarkEnd w:id="5371"/>
      <w:bookmarkEnd w:id="5372"/>
    </w:p>
    <w:p w14:paraId="098507CC" w14:textId="77777777" w:rsidR="00B15E99" w:rsidRPr="00EF2F0E" w:rsidRDefault="00B15E99" w:rsidP="00A40339">
      <w:pPr>
        <w:rPr>
          <w:lang w:eastAsia="zh-CN"/>
        </w:rPr>
      </w:pPr>
      <w:r w:rsidRPr="00EF2F0E">
        <w:rPr>
          <w:lang w:eastAsia="zh-CN"/>
        </w:rPr>
        <w:t xml:space="preserve">The receiver spurious emission requirement is the power of the emissions radiated from the antenna array from a receiver unit. For an </w:t>
      </w:r>
      <w:r w:rsidRPr="00EF2F0E">
        <w:rPr>
          <w:i/>
          <w:lang w:eastAsia="zh-CN"/>
        </w:rPr>
        <w:t>OTA AAS BS</w:t>
      </w:r>
      <w:r w:rsidRPr="00EF2F0E">
        <w:rPr>
          <w:lang w:eastAsia="zh-CN"/>
        </w:rPr>
        <w:t xml:space="preserve"> operating in FDD, OTA RX spurious emissions requirement do not apply as they are superseded by the OTA TX spurious emissions requirement. This is due to the fact that TX and RX spurious emissions cannot be distinguished in OTA domain.</w:t>
      </w:r>
    </w:p>
    <w:p w14:paraId="098507CD" w14:textId="77777777" w:rsidR="00B15E99" w:rsidRPr="00EF2F0E" w:rsidRDefault="00B15E99" w:rsidP="00A40339">
      <w:pPr>
        <w:pStyle w:val="NO"/>
        <w:rPr>
          <w:lang w:eastAsia="zh-CN"/>
        </w:rPr>
      </w:pPr>
      <w:r w:rsidRPr="00EF2F0E">
        <w:rPr>
          <w:lang w:eastAsia="zh-CN"/>
        </w:rPr>
        <w:t>NOTE:</w:t>
      </w:r>
      <w:r w:rsidRPr="00EF2F0E">
        <w:rPr>
          <w:lang w:eastAsia="zh-CN"/>
        </w:rPr>
        <w:tab/>
        <w:t xml:space="preserve">The OTA receiver spurious emission requirement applicability for the AAS BS with the RX-only capabilities is </w:t>
      </w:r>
      <w:r w:rsidR="009F0AC7" w:rsidRPr="00EF2F0E">
        <w:t>not covered by the present release of this specification</w:t>
      </w:r>
      <w:r w:rsidRPr="00EF2F0E">
        <w:rPr>
          <w:lang w:eastAsia="zh-CN"/>
        </w:rPr>
        <w:t xml:space="preserve">. </w:t>
      </w:r>
    </w:p>
    <w:p w14:paraId="098507CE" w14:textId="77777777" w:rsidR="00B15E99" w:rsidRPr="00EF2F0E" w:rsidRDefault="00B15E99" w:rsidP="00A40339">
      <w:pPr>
        <w:rPr>
          <w:rFonts w:eastAsia="??"/>
        </w:rPr>
      </w:pPr>
      <w:r w:rsidRPr="00EF2F0E">
        <w:rPr>
          <w:lang w:eastAsia="zh-CN"/>
        </w:rPr>
        <w:t xml:space="preserve">For an </w:t>
      </w:r>
      <w:r w:rsidRPr="00EF2F0E">
        <w:rPr>
          <w:i/>
          <w:lang w:eastAsia="zh-CN"/>
        </w:rPr>
        <w:t>OTA AAS BS</w:t>
      </w:r>
      <w:r w:rsidRPr="00EF2F0E">
        <w:rPr>
          <w:lang w:eastAsia="zh-CN"/>
        </w:rPr>
        <w:t xml:space="preserve"> operating in TDD, the OTA receiver spurious emissions requirement applies during the </w:t>
      </w:r>
      <w:r w:rsidRPr="00EF2F0E">
        <w:rPr>
          <w:i/>
          <w:lang w:eastAsia="zh-CN"/>
        </w:rPr>
        <w:t>transmitter OFF period</w:t>
      </w:r>
      <w:r w:rsidRPr="00EF2F0E">
        <w:rPr>
          <w:lang w:eastAsia="zh-CN"/>
        </w:rPr>
        <w:t xml:space="preserve"> only.</w:t>
      </w:r>
    </w:p>
    <w:p w14:paraId="098507CF" w14:textId="77777777" w:rsidR="00B15E99" w:rsidRPr="00EF2F0E" w:rsidRDefault="00B15E99" w:rsidP="00A40339">
      <w:r w:rsidRPr="00EF2F0E">
        <w:t xml:space="preserve">For RX only </w:t>
      </w:r>
      <w:r w:rsidRPr="00EF2F0E">
        <w:rPr>
          <w:i/>
        </w:rPr>
        <w:t>multi-band RIB</w:t>
      </w:r>
      <w:r w:rsidRPr="00EF2F0E">
        <w:t xml:space="preserve">, the RX spurious emissions requirements are subject to exclusion zones in each supported operating band. </w:t>
      </w:r>
    </w:p>
    <w:p w14:paraId="098507D0" w14:textId="77777777" w:rsidR="00B15E99" w:rsidRPr="00EF2F0E" w:rsidRDefault="00B15E99" w:rsidP="00A40339">
      <w:pPr>
        <w:pStyle w:val="Heading3"/>
      </w:pPr>
      <w:bookmarkStart w:id="5373" w:name="_Toc21096176"/>
      <w:bookmarkStart w:id="5374" w:name="_Toc29763375"/>
      <w:bookmarkStart w:id="5375" w:name="_Toc45869660"/>
      <w:bookmarkStart w:id="5376" w:name="_Toc52554913"/>
      <w:bookmarkStart w:id="5377" w:name="_Toc52555383"/>
      <w:bookmarkStart w:id="5378" w:name="_Toc61112615"/>
      <w:bookmarkStart w:id="5379" w:name="_Toc67911767"/>
      <w:bookmarkStart w:id="5380" w:name="_Toc74843242"/>
      <w:bookmarkStart w:id="5381" w:name="_Toc76503625"/>
      <w:bookmarkStart w:id="5382" w:name="_Toc83041068"/>
      <w:bookmarkStart w:id="5383" w:name="_Toc89852111"/>
      <w:bookmarkStart w:id="5384" w:name="_Toc98676465"/>
      <w:r w:rsidRPr="00EF2F0E">
        <w:t>10.7.2</w:t>
      </w:r>
      <w:r w:rsidRPr="00EF2F0E">
        <w:tab/>
        <w:t>Minimum requirement for MSR operation</w:t>
      </w:r>
      <w:bookmarkEnd w:id="5373"/>
      <w:bookmarkEnd w:id="5374"/>
      <w:bookmarkEnd w:id="5375"/>
      <w:bookmarkEnd w:id="5376"/>
      <w:bookmarkEnd w:id="5377"/>
      <w:bookmarkEnd w:id="5378"/>
      <w:bookmarkEnd w:id="5379"/>
      <w:bookmarkEnd w:id="5380"/>
      <w:bookmarkEnd w:id="5381"/>
      <w:bookmarkEnd w:id="5382"/>
      <w:bookmarkEnd w:id="5383"/>
      <w:bookmarkEnd w:id="5384"/>
    </w:p>
    <w:p w14:paraId="098507D1" w14:textId="77777777" w:rsidR="00B15E99" w:rsidRPr="00EF2F0E" w:rsidRDefault="00B15E99" w:rsidP="00A40339">
      <w:pPr>
        <w:pStyle w:val="Heading3"/>
      </w:pPr>
      <w:bookmarkStart w:id="5385" w:name="_Toc21096177"/>
      <w:bookmarkStart w:id="5386" w:name="_Toc29763376"/>
      <w:bookmarkStart w:id="5387" w:name="_Toc45869661"/>
      <w:bookmarkStart w:id="5388" w:name="_Toc52554914"/>
      <w:bookmarkStart w:id="5389" w:name="_Toc52555384"/>
      <w:bookmarkStart w:id="5390" w:name="_Toc61112616"/>
      <w:bookmarkStart w:id="5391" w:name="_Toc67911768"/>
      <w:bookmarkStart w:id="5392" w:name="_Toc74843243"/>
      <w:bookmarkStart w:id="5393" w:name="_Toc76503626"/>
      <w:bookmarkStart w:id="5394" w:name="_Toc83041069"/>
      <w:bookmarkStart w:id="5395" w:name="_Toc89852112"/>
      <w:bookmarkStart w:id="5396" w:name="_Toc98676466"/>
      <w:r w:rsidRPr="00EF2F0E">
        <w:t>10.7.2.1</w:t>
      </w:r>
      <w:r w:rsidRPr="00EF2F0E">
        <w:tab/>
        <w:t>General minimum requirement</w:t>
      </w:r>
      <w:bookmarkEnd w:id="5385"/>
      <w:bookmarkEnd w:id="5386"/>
      <w:bookmarkEnd w:id="5387"/>
      <w:bookmarkEnd w:id="5388"/>
      <w:bookmarkEnd w:id="5389"/>
      <w:bookmarkEnd w:id="5390"/>
      <w:bookmarkEnd w:id="5391"/>
      <w:bookmarkEnd w:id="5392"/>
      <w:bookmarkEnd w:id="5393"/>
      <w:bookmarkEnd w:id="5394"/>
      <w:bookmarkEnd w:id="5395"/>
      <w:bookmarkEnd w:id="5396"/>
    </w:p>
    <w:p w14:paraId="098507D2" w14:textId="77777777" w:rsidR="00B15E99" w:rsidRPr="00EF2F0E" w:rsidRDefault="00B15E99" w:rsidP="00A40339">
      <w:r w:rsidRPr="00EF2F0E">
        <w:t>There are no OTA receiver spurious emissions requirements for UTRA FDD.</w:t>
      </w:r>
    </w:p>
    <w:p w14:paraId="098507D3" w14:textId="77777777" w:rsidR="00B15E99" w:rsidRPr="00EF2F0E" w:rsidRDefault="00B15E99" w:rsidP="00A40339">
      <w:r w:rsidRPr="00EF2F0E">
        <w:t>For E-UTRA, the minimum requirement is specified in subclause 10.7.4</w:t>
      </w:r>
    </w:p>
    <w:p w14:paraId="098507D4" w14:textId="77777777" w:rsidR="00B15E99" w:rsidRPr="00EF2F0E" w:rsidRDefault="00B15E99" w:rsidP="00A40339">
      <w:r w:rsidRPr="00EF2F0E">
        <w:t xml:space="preserve">For NR, the minimum requirement is the same as that specified for </w:t>
      </w:r>
      <w:r w:rsidRPr="00EF2F0E">
        <w:rPr>
          <w:i/>
        </w:rPr>
        <w:t xml:space="preserve">BS type 1-O </w:t>
      </w:r>
      <w:r w:rsidRPr="00EF2F0E">
        <w:t>in TS 38.104 [28] in subclause 10.7.2</w:t>
      </w:r>
    </w:p>
    <w:p w14:paraId="098507D5" w14:textId="77777777" w:rsidR="00B15E99" w:rsidRPr="00EF2F0E" w:rsidRDefault="00B15E99" w:rsidP="00A40339">
      <w:pPr>
        <w:pStyle w:val="Heading3"/>
      </w:pPr>
      <w:bookmarkStart w:id="5397" w:name="_Toc21096178"/>
      <w:bookmarkStart w:id="5398" w:name="_Toc29763377"/>
      <w:bookmarkStart w:id="5399" w:name="_Toc45869662"/>
      <w:bookmarkStart w:id="5400" w:name="_Toc52554915"/>
      <w:bookmarkStart w:id="5401" w:name="_Toc52555385"/>
      <w:bookmarkStart w:id="5402" w:name="_Toc61112617"/>
      <w:bookmarkStart w:id="5403" w:name="_Toc67911769"/>
      <w:bookmarkStart w:id="5404" w:name="_Toc74843244"/>
      <w:bookmarkStart w:id="5405" w:name="_Toc76503627"/>
      <w:bookmarkStart w:id="5406" w:name="_Toc83041070"/>
      <w:bookmarkStart w:id="5407" w:name="_Toc89852113"/>
      <w:bookmarkStart w:id="5408" w:name="_Toc98676467"/>
      <w:r w:rsidRPr="00EF2F0E">
        <w:t>10.7.3</w:t>
      </w:r>
      <w:r w:rsidRPr="00EF2F0E">
        <w:tab/>
        <w:t>Minimum requirement for single RAT UTRA operation</w:t>
      </w:r>
      <w:bookmarkEnd w:id="5397"/>
      <w:bookmarkEnd w:id="5398"/>
      <w:bookmarkEnd w:id="5399"/>
      <w:bookmarkEnd w:id="5400"/>
      <w:bookmarkEnd w:id="5401"/>
      <w:bookmarkEnd w:id="5402"/>
      <w:bookmarkEnd w:id="5403"/>
      <w:bookmarkEnd w:id="5404"/>
      <w:bookmarkEnd w:id="5405"/>
      <w:bookmarkEnd w:id="5406"/>
      <w:bookmarkEnd w:id="5407"/>
      <w:bookmarkEnd w:id="5408"/>
    </w:p>
    <w:p w14:paraId="098507D6" w14:textId="77777777" w:rsidR="00B15E99" w:rsidRPr="00EF2F0E" w:rsidRDefault="00B15E99" w:rsidP="00A40339">
      <w:r w:rsidRPr="00EF2F0E">
        <w:t>There are no OTA receiver spurious emissions requirements for single RAT UTRA FDD.</w:t>
      </w:r>
    </w:p>
    <w:p w14:paraId="098507D7" w14:textId="77777777" w:rsidR="00B15E99" w:rsidRPr="00EF2F0E" w:rsidRDefault="00B15E99" w:rsidP="00A40339">
      <w:pPr>
        <w:pStyle w:val="Heading3"/>
      </w:pPr>
      <w:bookmarkStart w:id="5409" w:name="_Toc21096179"/>
      <w:bookmarkStart w:id="5410" w:name="_Toc29763378"/>
      <w:bookmarkStart w:id="5411" w:name="_Toc45869663"/>
      <w:bookmarkStart w:id="5412" w:name="_Toc52554916"/>
      <w:bookmarkStart w:id="5413" w:name="_Toc52555386"/>
      <w:bookmarkStart w:id="5414" w:name="_Toc61112618"/>
      <w:bookmarkStart w:id="5415" w:name="_Toc67911770"/>
      <w:bookmarkStart w:id="5416" w:name="_Toc74843245"/>
      <w:bookmarkStart w:id="5417" w:name="_Toc76503628"/>
      <w:bookmarkStart w:id="5418" w:name="_Toc83041071"/>
      <w:bookmarkStart w:id="5419" w:name="_Toc89852114"/>
      <w:bookmarkStart w:id="5420" w:name="_Toc98676468"/>
      <w:r w:rsidRPr="00EF2F0E">
        <w:t>10.7.4</w:t>
      </w:r>
      <w:r w:rsidRPr="00EF2F0E">
        <w:tab/>
        <w:t>Minimum requirement for single RAT E-UTRA operation</w:t>
      </w:r>
      <w:bookmarkEnd w:id="5409"/>
      <w:bookmarkEnd w:id="5410"/>
      <w:bookmarkEnd w:id="5411"/>
      <w:bookmarkEnd w:id="5412"/>
      <w:bookmarkEnd w:id="5413"/>
      <w:bookmarkEnd w:id="5414"/>
      <w:bookmarkEnd w:id="5415"/>
      <w:bookmarkEnd w:id="5416"/>
      <w:bookmarkEnd w:id="5417"/>
      <w:bookmarkEnd w:id="5418"/>
      <w:bookmarkEnd w:id="5419"/>
      <w:bookmarkEnd w:id="5420"/>
    </w:p>
    <w:p w14:paraId="098507D8" w14:textId="77777777" w:rsidR="00B15E99" w:rsidRPr="00EF2F0E" w:rsidRDefault="00B15E99" w:rsidP="00A40339">
      <w:pPr>
        <w:rPr>
          <w:rFonts w:eastAsia="??"/>
        </w:rPr>
      </w:pPr>
      <w:r w:rsidRPr="00EF2F0E">
        <w:t xml:space="preserve">The TRP of any spurious emission shall not exceed the </w:t>
      </w:r>
      <w:r w:rsidR="00571A4A" w:rsidRPr="00EF2F0E">
        <w:t>limits</w:t>
      </w:r>
      <w:r w:rsidRPr="00EF2F0E">
        <w:t xml:space="preserve"> in table 10.7.4-1:</w:t>
      </w:r>
    </w:p>
    <w:p w14:paraId="098507D9" w14:textId="77777777" w:rsidR="00B15E99" w:rsidRPr="00EF2F0E" w:rsidRDefault="00B15E99" w:rsidP="00A40339">
      <w:pPr>
        <w:pStyle w:val="TH"/>
      </w:pPr>
      <w:r w:rsidRPr="00EF2F0E">
        <w:t>Table 10.7.4-1: General spurious emission minimum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1897"/>
        <w:gridCol w:w="2327"/>
        <w:gridCol w:w="1701"/>
        <w:gridCol w:w="2918"/>
      </w:tblGrid>
      <w:tr w:rsidR="003401A4" w:rsidRPr="00EF2F0E" w14:paraId="098507DE" w14:textId="77777777" w:rsidTr="00A40339">
        <w:trPr>
          <w:tblHeader/>
          <w:jc w:val="center"/>
        </w:trPr>
        <w:tc>
          <w:tcPr>
            <w:tcW w:w="1897" w:type="dxa"/>
          </w:tcPr>
          <w:p w14:paraId="098507DA" w14:textId="77777777" w:rsidR="00B15E99" w:rsidRPr="00EF2F0E" w:rsidRDefault="00B15E99" w:rsidP="00A40339">
            <w:pPr>
              <w:pStyle w:val="TAH"/>
            </w:pPr>
            <w:r w:rsidRPr="00EF2F0E">
              <w:t>Frequency range</w:t>
            </w:r>
          </w:p>
        </w:tc>
        <w:tc>
          <w:tcPr>
            <w:tcW w:w="2327" w:type="dxa"/>
          </w:tcPr>
          <w:p w14:paraId="098507DB" w14:textId="77777777" w:rsidR="00B15E99" w:rsidRPr="00EF2F0E" w:rsidRDefault="00B15E99" w:rsidP="00A40339">
            <w:pPr>
              <w:pStyle w:val="TAH"/>
            </w:pPr>
            <w:r w:rsidRPr="00EF2F0E">
              <w:t>Maximum level</w:t>
            </w:r>
            <w:r w:rsidR="00AF2B07" w:rsidRPr="00EF2F0E">
              <w:rPr>
                <w:rFonts w:cs="Arial"/>
              </w:rPr>
              <w:br/>
              <w:t>(Note 2</w:t>
            </w:r>
            <w:r w:rsidR="00571A4A" w:rsidRPr="00EF2F0E">
              <w:rPr>
                <w:rFonts w:cs="Arial"/>
              </w:rPr>
              <w:t>, Note 3</w:t>
            </w:r>
            <w:r w:rsidR="00AF2B07" w:rsidRPr="00EF2F0E">
              <w:rPr>
                <w:rFonts w:cs="Arial"/>
              </w:rPr>
              <w:t>)</w:t>
            </w:r>
          </w:p>
        </w:tc>
        <w:tc>
          <w:tcPr>
            <w:tcW w:w="1701" w:type="dxa"/>
          </w:tcPr>
          <w:p w14:paraId="098507DC" w14:textId="77777777" w:rsidR="00B15E99" w:rsidRPr="00EF2F0E" w:rsidRDefault="00B15E99" w:rsidP="00A40339">
            <w:pPr>
              <w:pStyle w:val="TAH"/>
            </w:pPr>
            <w:r w:rsidRPr="00EF2F0E">
              <w:t>Measurement bandwidth</w:t>
            </w:r>
          </w:p>
        </w:tc>
        <w:tc>
          <w:tcPr>
            <w:tcW w:w="2918" w:type="dxa"/>
          </w:tcPr>
          <w:p w14:paraId="098507DD" w14:textId="77777777" w:rsidR="00B15E99" w:rsidRPr="00EF2F0E" w:rsidRDefault="00B15E99" w:rsidP="00A40339">
            <w:pPr>
              <w:pStyle w:val="TAH"/>
            </w:pPr>
            <w:r w:rsidRPr="00EF2F0E">
              <w:t>NOTE</w:t>
            </w:r>
          </w:p>
        </w:tc>
      </w:tr>
      <w:tr w:rsidR="003401A4" w:rsidRPr="00EF2F0E" w14:paraId="098507E3" w14:textId="77777777" w:rsidTr="00A40339">
        <w:trPr>
          <w:jc w:val="center"/>
        </w:trPr>
        <w:tc>
          <w:tcPr>
            <w:tcW w:w="1897" w:type="dxa"/>
          </w:tcPr>
          <w:p w14:paraId="098507DF" w14:textId="77777777" w:rsidR="00B15E99" w:rsidRPr="00EF2F0E" w:rsidRDefault="00B15E99" w:rsidP="00A40339">
            <w:pPr>
              <w:pStyle w:val="TAL"/>
              <w:rPr>
                <w:rFonts w:cs="Arial"/>
                <w:szCs w:val="18"/>
              </w:rPr>
            </w:pPr>
            <w:r w:rsidRPr="00EF2F0E">
              <w:rPr>
                <w:rFonts w:cs="Arial"/>
                <w:szCs w:val="18"/>
              </w:rPr>
              <w:t xml:space="preserve">30MHz </w:t>
            </w:r>
            <w:r w:rsidRPr="00EF2F0E">
              <w:rPr>
                <w:rFonts w:cs="Arial"/>
                <w:szCs w:val="18"/>
              </w:rPr>
              <w:noBreakHyphen/>
              <w:t xml:space="preserve"> 1 GHz</w:t>
            </w:r>
          </w:p>
        </w:tc>
        <w:tc>
          <w:tcPr>
            <w:tcW w:w="2327" w:type="dxa"/>
            <w:vAlign w:val="center"/>
          </w:tcPr>
          <w:p w14:paraId="098507E0" w14:textId="77777777" w:rsidR="00B15E99" w:rsidRPr="00EF2F0E" w:rsidRDefault="00571A4A" w:rsidP="00CE2362">
            <w:pPr>
              <w:pStyle w:val="TAL"/>
              <w:jc w:val="center"/>
              <w:rPr>
                <w:rFonts w:cs="Arial"/>
                <w:szCs w:val="18"/>
              </w:rPr>
            </w:pPr>
            <w:r w:rsidRPr="00EF2F0E">
              <w:rPr>
                <w:rFonts w:cs="Arial"/>
                <w:szCs w:val="18"/>
              </w:rPr>
              <w:t>-36</w:t>
            </w:r>
            <w:r w:rsidR="00AF2B07" w:rsidRPr="00EF2F0E">
              <w:rPr>
                <w:rFonts w:cs="Arial"/>
                <w:szCs w:val="18"/>
              </w:rPr>
              <w:t xml:space="preserve"> + X</w:t>
            </w:r>
            <w:r w:rsidR="00B15E99" w:rsidRPr="00EF2F0E">
              <w:rPr>
                <w:rFonts w:cs="Arial"/>
                <w:szCs w:val="18"/>
              </w:rPr>
              <w:t xml:space="preserve"> dBm</w:t>
            </w:r>
          </w:p>
        </w:tc>
        <w:tc>
          <w:tcPr>
            <w:tcW w:w="1701" w:type="dxa"/>
          </w:tcPr>
          <w:p w14:paraId="098507E1" w14:textId="77777777" w:rsidR="00B15E99" w:rsidRPr="00EF2F0E" w:rsidRDefault="00B15E99" w:rsidP="00A40339">
            <w:pPr>
              <w:pStyle w:val="TAC"/>
            </w:pPr>
            <w:r w:rsidRPr="00EF2F0E">
              <w:t xml:space="preserve">100 kHz </w:t>
            </w:r>
          </w:p>
        </w:tc>
        <w:tc>
          <w:tcPr>
            <w:tcW w:w="2918" w:type="dxa"/>
          </w:tcPr>
          <w:p w14:paraId="098507E2" w14:textId="77777777" w:rsidR="00B15E99" w:rsidRPr="00EF2F0E" w:rsidRDefault="00B15E99" w:rsidP="00A40339">
            <w:pPr>
              <w:pStyle w:val="TAL"/>
              <w:rPr>
                <w:rFonts w:cs="Arial"/>
                <w:szCs w:val="18"/>
              </w:rPr>
            </w:pPr>
          </w:p>
        </w:tc>
      </w:tr>
      <w:tr w:rsidR="003401A4" w:rsidRPr="00EF2F0E" w14:paraId="098507E8" w14:textId="77777777" w:rsidTr="00A40339">
        <w:trPr>
          <w:jc w:val="center"/>
        </w:trPr>
        <w:tc>
          <w:tcPr>
            <w:tcW w:w="1897" w:type="dxa"/>
          </w:tcPr>
          <w:p w14:paraId="098507E4" w14:textId="77777777" w:rsidR="00B15E99" w:rsidRPr="00EF2F0E" w:rsidRDefault="00B15E99" w:rsidP="00A40339">
            <w:pPr>
              <w:pStyle w:val="TAL"/>
              <w:rPr>
                <w:rFonts w:cs="Arial"/>
                <w:szCs w:val="18"/>
              </w:rPr>
            </w:pPr>
            <w:r w:rsidRPr="00EF2F0E">
              <w:rPr>
                <w:rFonts w:cs="Arial"/>
                <w:szCs w:val="18"/>
              </w:rPr>
              <w:t>1 GHz - 12.75 GHz</w:t>
            </w:r>
          </w:p>
        </w:tc>
        <w:tc>
          <w:tcPr>
            <w:tcW w:w="2327" w:type="dxa"/>
            <w:vAlign w:val="center"/>
          </w:tcPr>
          <w:p w14:paraId="098507E5" w14:textId="77777777" w:rsidR="00B15E99" w:rsidRPr="00EF2F0E" w:rsidRDefault="00571A4A" w:rsidP="00AF2B07">
            <w:pPr>
              <w:pStyle w:val="TAL"/>
              <w:jc w:val="center"/>
              <w:rPr>
                <w:rFonts w:cs="Arial"/>
                <w:szCs w:val="18"/>
              </w:rPr>
            </w:pPr>
            <w:r w:rsidRPr="00EF2F0E">
              <w:rPr>
                <w:rFonts w:cs="Arial"/>
                <w:szCs w:val="18"/>
              </w:rPr>
              <w:t>-30</w:t>
            </w:r>
            <w:r w:rsidR="00AF2B07" w:rsidRPr="00EF2F0E">
              <w:rPr>
                <w:rFonts w:cs="Arial"/>
                <w:szCs w:val="18"/>
              </w:rPr>
              <w:t xml:space="preserve"> + X</w:t>
            </w:r>
            <w:r w:rsidR="00B15E99" w:rsidRPr="00EF2F0E">
              <w:rPr>
                <w:rFonts w:cs="Arial"/>
                <w:szCs w:val="18"/>
              </w:rPr>
              <w:t xml:space="preserve"> dBm</w:t>
            </w:r>
          </w:p>
        </w:tc>
        <w:tc>
          <w:tcPr>
            <w:tcW w:w="1701" w:type="dxa"/>
          </w:tcPr>
          <w:p w14:paraId="098507E6" w14:textId="77777777" w:rsidR="00B15E99" w:rsidRPr="00EF2F0E" w:rsidRDefault="00B15E99" w:rsidP="00A40339">
            <w:pPr>
              <w:pStyle w:val="TAC"/>
            </w:pPr>
            <w:r w:rsidRPr="00EF2F0E">
              <w:t>1 MHz</w:t>
            </w:r>
          </w:p>
        </w:tc>
        <w:tc>
          <w:tcPr>
            <w:tcW w:w="2918" w:type="dxa"/>
          </w:tcPr>
          <w:p w14:paraId="098507E7" w14:textId="77777777" w:rsidR="00B15E99" w:rsidRPr="00EF2F0E" w:rsidRDefault="00B15E99" w:rsidP="00A40339">
            <w:pPr>
              <w:pStyle w:val="TAL"/>
              <w:rPr>
                <w:rFonts w:cs="Arial"/>
                <w:szCs w:val="18"/>
              </w:rPr>
            </w:pPr>
          </w:p>
        </w:tc>
      </w:tr>
      <w:tr w:rsidR="003401A4" w:rsidRPr="00EF2F0E" w14:paraId="098507ED" w14:textId="77777777" w:rsidTr="003E5BA9">
        <w:trPr>
          <w:jc w:val="center"/>
        </w:trPr>
        <w:tc>
          <w:tcPr>
            <w:tcW w:w="1897" w:type="dxa"/>
          </w:tcPr>
          <w:p w14:paraId="098507E9" w14:textId="77777777" w:rsidR="00B15E99" w:rsidRPr="00EF2F0E" w:rsidRDefault="00B15E99" w:rsidP="00A40339">
            <w:pPr>
              <w:pStyle w:val="TAL"/>
              <w:rPr>
                <w:rFonts w:cs="Arial"/>
                <w:szCs w:val="18"/>
              </w:rPr>
            </w:pPr>
            <w:r w:rsidRPr="00EF2F0E">
              <w:rPr>
                <w:rFonts w:cs="v5.0.0"/>
                <w:szCs w:val="18"/>
              </w:rPr>
              <w:t xml:space="preserve">12.75 GHz </w:t>
            </w:r>
            <w:r w:rsidRPr="00EF2F0E">
              <w:rPr>
                <w:rFonts w:cs="Arial"/>
                <w:szCs w:val="18"/>
              </w:rPr>
              <w:t>- 5</w:t>
            </w:r>
            <w:r w:rsidRPr="00EF2F0E">
              <w:rPr>
                <w:rFonts w:cs="Arial"/>
                <w:szCs w:val="18"/>
                <w:vertAlign w:val="superscript"/>
              </w:rPr>
              <w:t>th</w:t>
            </w:r>
            <w:r w:rsidRPr="00EF2F0E">
              <w:rPr>
                <w:rFonts w:cs="Arial"/>
                <w:szCs w:val="18"/>
              </w:rPr>
              <w:t xml:space="preserve"> harmonic of the upper frequency edge of the UL operating band in GHz</w:t>
            </w:r>
          </w:p>
        </w:tc>
        <w:tc>
          <w:tcPr>
            <w:tcW w:w="2327" w:type="dxa"/>
          </w:tcPr>
          <w:p w14:paraId="098507EA" w14:textId="77777777" w:rsidR="00B15E99" w:rsidRPr="00EF2F0E" w:rsidRDefault="00571A4A" w:rsidP="00A40339">
            <w:pPr>
              <w:pStyle w:val="TAL"/>
              <w:jc w:val="center"/>
              <w:rPr>
                <w:rFonts w:cs="Arial"/>
                <w:szCs w:val="18"/>
              </w:rPr>
            </w:pPr>
            <w:r w:rsidRPr="00EF2F0E">
              <w:rPr>
                <w:rFonts w:cs="Arial"/>
                <w:szCs w:val="18"/>
              </w:rPr>
              <w:t>-30</w:t>
            </w:r>
            <w:r w:rsidR="00AF2B07" w:rsidRPr="00EF2F0E">
              <w:rPr>
                <w:rFonts w:cs="Arial"/>
                <w:szCs w:val="18"/>
              </w:rPr>
              <w:t xml:space="preserve"> + X</w:t>
            </w:r>
            <w:r w:rsidR="00B15E99" w:rsidRPr="00EF2F0E">
              <w:rPr>
                <w:rFonts w:cs="Arial"/>
                <w:szCs w:val="18"/>
              </w:rPr>
              <w:t xml:space="preserve"> dBm</w:t>
            </w:r>
          </w:p>
        </w:tc>
        <w:tc>
          <w:tcPr>
            <w:tcW w:w="1701" w:type="dxa"/>
          </w:tcPr>
          <w:p w14:paraId="098507EB" w14:textId="77777777" w:rsidR="00B15E99" w:rsidRPr="00EF2F0E" w:rsidRDefault="00B15E99" w:rsidP="00A40339">
            <w:pPr>
              <w:pStyle w:val="TAC"/>
            </w:pPr>
            <w:r w:rsidRPr="00EF2F0E">
              <w:t>1 MHz</w:t>
            </w:r>
          </w:p>
        </w:tc>
        <w:tc>
          <w:tcPr>
            <w:tcW w:w="2918" w:type="dxa"/>
          </w:tcPr>
          <w:p w14:paraId="098507EC" w14:textId="77777777" w:rsidR="00B15E99" w:rsidRPr="00EF2F0E" w:rsidRDefault="00B15E99" w:rsidP="00A40339">
            <w:pPr>
              <w:pStyle w:val="TAL"/>
              <w:rPr>
                <w:rFonts w:cs="Arial"/>
                <w:szCs w:val="18"/>
              </w:rPr>
            </w:pPr>
            <w:r w:rsidRPr="00EF2F0E">
              <w:rPr>
                <w:rFonts w:cs="Arial"/>
                <w:szCs w:val="18"/>
              </w:rPr>
              <w:t>Applies only for Bands 22, 42</w:t>
            </w:r>
            <w:r w:rsidR="00B521A3" w:rsidRPr="00EF2F0E">
              <w:rPr>
                <w:rFonts w:cs="Arial"/>
                <w:szCs w:val="18"/>
              </w:rPr>
              <w:t>,</w:t>
            </w:r>
            <w:r w:rsidRPr="00EF2F0E">
              <w:rPr>
                <w:rFonts w:cs="Arial"/>
                <w:szCs w:val="18"/>
              </w:rPr>
              <w:t xml:space="preserve"> 43</w:t>
            </w:r>
            <w:r w:rsidR="00B521A3" w:rsidRPr="00EF2F0E">
              <w:rPr>
                <w:rFonts w:cs="Arial"/>
                <w:szCs w:val="18"/>
              </w:rPr>
              <w:t>, 48</w:t>
            </w:r>
            <w:r w:rsidRPr="00EF2F0E">
              <w:rPr>
                <w:rFonts w:cs="Arial"/>
                <w:szCs w:val="18"/>
              </w:rPr>
              <w:t>.</w:t>
            </w:r>
          </w:p>
        </w:tc>
      </w:tr>
      <w:tr w:rsidR="00B15E99" w:rsidRPr="00EF2F0E" w14:paraId="098507F1" w14:textId="77777777" w:rsidTr="00A40339">
        <w:trPr>
          <w:jc w:val="center"/>
        </w:trPr>
        <w:tc>
          <w:tcPr>
            <w:tcW w:w="8843" w:type="dxa"/>
            <w:gridSpan w:val="4"/>
          </w:tcPr>
          <w:p w14:paraId="098507EE" w14:textId="77777777" w:rsidR="00AF2B07" w:rsidRPr="00EF2F0E" w:rsidRDefault="00B15E99" w:rsidP="00AF2B07">
            <w:pPr>
              <w:pStyle w:val="TAN"/>
              <w:rPr>
                <w:rFonts w:eastAsia="??" w:cs="Arial"/>
              </w:rPr>
            </w:pPr>
            <w:r w:rsidRPr="00EF2F0E">
              <w:rPr>
                <w:rFonts w:eastAsia="??"/>
              </w:rPr>
              <w:t>NOTE</w:t>
            </w:r>
            <w:r w:rsidR="00AF2B07" w:rsidRPr="00EF2F0E">
              <w:rPr>
                <w:rFonts w:eastAsia="??"/>
              </w:rPr>
              <w:t xml:space="preserve"> 1</w:t>
            </w:r>
            <w:r w:rsidRPr="00EF2F0E">
              <w:rPr>
                <w:rFonts w:eastAsia="??"/>
              </w:rPr>
              <w:t>:</w:t>
            </w:r>
            <w:r w:rsidRPr="00EF2F0E">
              <w:rPr>
                <w:rFonts w:eastAsia="??"/>
              </w:rPr>
              <w:tab/>
            </w:r>
            <w:r w:rsidRPr="00EF2F0E">
              <w:rPr>
                <w:rFonts w:eastAsia="??" w:cs="Arial"/>
              </w:rPr>
              <w:t>The frequency range</w:t>
            </w:r>
            <w:r w:rsidRPr="00EF2F0E">
              <w:rPr>
                <w:rFonts w:cs="Arial"/>
              </w:rPr>
              <w:t xml:space="preserve"> between 2.5 * </w:t>
            </w:r>
            <w:r w:rsidRPr="00EF2F0E">
              <w:rPr>
                <w:rFonts w:cs="Arial"/>
                <w:i/>
              </w:rPr>
              <w:t>channel bandwidth</w:t>
            </w:r>
            <w:r w:rsidRPr="00EF2F0E">
              <w:rPr>
                <w:rFonts w:cs="Arial"/>
              </w:rPr>
              <w:t xml:space="preserve"> below the first carrier frequency and 2.5 * </w:t>
            </w:r>
            <w:r w:rsidRPr="00EF2F0E">
              <w:rPr>
                <w:rFonts w:cs="Arial"/>
                <w:i/>
              </w:rPr>
              <w:t>channel bandwidth</w:t>
            </w:r>
            <w:r w:rsidRPr="00EF2F0E">
              <w:rPr>
                <w:rFonts w:cs="Arial"/>
              </w:rPr>
              <w:t xml:space="preserve"> above the last carrier frequency transmitted by the AAS BS may be excluded from the requirement. However, f</w:t>
            </w:r>
            <w:r w:rsidRPr="00EF2F0E">
              <w:rPr>
                <w:rFonts w:eastAsia="??" w:cs="Arial"/>
              </w:rPr>
              <w:t xml:space="preserve">requencies that are more than </w:t>
            </w:r>
            <w:r w:rsidR="00193480" w:rsidRPr="00EF2F0E">
              <w:t>Δf</w:t>
            </w:r>
            <w:r w:rsidR="00193480" w:rsidRPr="00EF2F0E">
              <w:rPr>
                <w:vertAlign w:val="subscript"/>
              </w:rPr>
              <w:t>OBUE</w:t>
            </w:r>
            <w:r w:rsidRPr="00EF2F0E">
              <w:rPr>
                <w:rFonts w:eastAsia="??" w:cs="Arial"/>
              </w:rPr>
              <w:t xml:space="preserve"> below the lowest frequency of</w:t>
            </w:r>
            <w:r w:rsidRPr="00EF2F0E">
              <w:rPr>
                <w:rFonts w:cs="Arial"/>
              </w:rPr>
              <w:t xml:space="preserve"> </w:t>
            </w:r>
            <w:r w:rsidRPr="00EF2F0E">
              <w:rPr>
                <w:rFonts w:eastAsia="??" w:cs="Arial"/>
              </w:rPr>
              <w:t xml:space="preserve">any of the AAS BS supported </w:t>
            </w:r>
            <w:r w:rsidRPr="00EF2F0E">
              <w:rPr>
                <w:rFonts w:eastAsia="??" w:cs="Arial"/>
                <w:i/>
              </w:rPr>
              <w:t>downlink operating band</w:t>
            </w:r>
            <w:r w:rsidRPr="00EF2F0E">
              <w:rPr>
                <w:rFonts w:eastAsia="??" w:cs="Arial"/>
              </w:rPr>
              <w:t xml:space="preserve"> or more than </w:t>
            </w:r>
            <w:r w:rsidR="00193480" w:rsidRPr="00EF2F0E">
              <w:t>Δf</w:t>
            </w:r>
            <w:r w:rsidR="00193480" w:rsidRPr="00EF2F0E">
              <w:rPr>
                <w:vertAlign w:val="subscript"/>
              </w:rPr>
              <w:t>OBUE</w:t>
            </w:r>
            <w:r w:rsidRPr="00EF2F0E">
              <w:rPr>
                <w:rFonts w:eastAsia="??" w:cs="Arial"/>
              </w:rPr>
              <w:t xml:space="preserve"> above the highest frequency of</w:t>
            </w:r>
            <w:r w:rsidRPr="00EF2F0E">
              <w:rPr>
                <w:rFonts w:cs="Arial"/>
              </w:rPr>
              <w:t xml:space="preserve"> </w:t>
            </w:r>
            <w:r w:rsidRPr="00EF2F0E">
              <w:rPr>
                <w:rFonts w:eastAsia="??" w:cs="Arial"/>
              </w:rPr>
              <w:t xml:space="preserve">any of the AAS BS supported </w:t>
            </w:r>
            <w:r w:rsidRPr="00EF2F0E">
              <w:rPr>
                <w:rFonts w:eastAsia="??" w:cs="Arial"/>
                <w:i/>
              </w:rPr>
              <w:t>downlink operating band</w:t>
            </w:r>
            <w:r w:rsidRPr="00EF2F0E">
              <w:rPr>
                <w:rFonts w:eastAsia="??" w:cs="Arial"/>
              </w:rPr>
              <w:t xml:space="preserve"> shall not be excluded from the requirement. For a </w:t>
            </w:r>
            <w:r w:rsidRPr="00EF2F0E">
              <w:rPr>
                <w:rFonts w:eastAsia="??" w:cs="Arial"/>
                <w:i/>
              </w:rPr>
              <w:t>multiband RIB</w:t>
            </w:r>
            <w:r w:rsidRPr="00EF2F0E">
              <w:rPr>
                <w:rFonts w:eastAsia="??" w:cs="Arial"/>
              </w:rPr>
              <w:t>, the exclusion applies for all supported operating bands.</w:t>
            </w:r>
          </w:p>
          <w:p w14:paraId="098507EF" w14:textId="77777777" w:rsidR="00B15E99" w:rsidRPr="00EF2F0E" w:rsidRDefault="00AF2B07" w:rsidP="00AF2B07">
            <w:pPr>
              <w:pStyle w:val="TAN"/>
              <w:rPr>
                <w:rFonts w:cs="Arial"/>
              </w:rPr>
            </w:pPr>
            <w:r w:rsidRPr="00EF2F0E">
              <w:rPr>
                <w:rFonts w:eastAsia="??"/>
              </w:rPr>
              <w:t>NOTE 2:</w:t>
            </w:r>
            <w:r w:rsidRPr="00EF2F0E">
              <w:rPr>
                <w:rFonts w:eastAsia="??"/>
              </w:rPr>
              <w:tab/>
            </w:r>
            <w:r w:rsidRPr="00EF2F0E">
              <w:rPr>
                <w:rFonts w:cs="Arial"/>
              </w:rPr>
              <w:t>X = 9 dB</w:t>
            </w:r>
            <w:r w:rsidRPr="00EF2F0E">
              <w:t>, unless stated differently in regional regulation</w:t>
            </w:r>
            <w:r w:rsidRPr="00EF2F0E">
              <w:rPr>
                <w:rFonts w:cs="Arial"/>
              </w:rPr>
              <w:t>.</w:t>
            </w:r>
          </w:p>
          <w:p w14:paraId="098507F0" w14:textId="77777777" w:rsidR="00571A4A" w:rsidRPr="00EF2F0E" w:rsidRDefault="00571A4A" w:rsidP="00AF2B07">
            <w:pPr>
              <w:pStyle w:val="TAN"/>
              <w:rPr>
                <w:rFonts w:eastAsia="??"/>
              </w:rPr>
            </w:pPr>
            <w:r w:rsidRPr="00EF2F0E">
              <w:t>NOTE 3:</w:t>
            </w:r>
            <w:r w:rsidRPr="00EF2F0E">
              <w:tab/>
              <w:t>Additional limits may apply regionally.</w:t>
            </w:r>
          </w:p>
        </w:tc>
      </w:tr>
    </w:tbl>
    <w:p w14:paraId="098507F2" w14:textId="77777777" w:rsidR="00B15E99" w:rsidRPr="00EF2F0E" w:rsidRDefault="00B15E99" w:rsidP="00A40339"/>
    <w:p w14:paraId="098507F3" w14:textId="77777777" w:rsidR="00B15E99" w:rsidRPr="00EF2F0E" w:rsidRDefault="00B15E99" w:rsidP="00A40339">
      <w:pPr>
        <w:rPr>
          <w:rFonts w:cs="v5.0.0"/>
        </w:rPr>
      </w:pPr>
      <w:r w:rsidRPr="00EF2F0E">
        <w:t xml:space="preserve">In addition </w:t>
      </w:r>
      <w:r w:rsidRPr="00EF2F0E">
        <w:rPr>
          <w:rFonts w:cs="v5.0.0"/>
        </w:rPr>
        <w:t>to the requirements in table </w:t>
      </w:r>
      <w:r w:rsidRPr="00EF2F0E">
        <w:t>10.7.4</w:t>
      </w:r>
      <w:r w:rsidRPr="00EF2F0E">
        <w:rPr>
          <w:rFonts w:cs="v5.0.0"/>
        </w:rPr>
        <w:t>-1</w:t>
      </w:r>
      <w:r w:rsidRPr="00EF2F0E">
        <w:t xml:space="preserve">, the power of any spurious emission shall not exceed the levels specified for Protection of the E-UTRA FDD BS receiver of own or different BS in subclause 9.7.6.4.2 and for Co-existence with other systems in the same geographical area in subclause 9.7.6.4.3. </w:t>
      </w:r>
      <w:r w:rsidRPr="00EF2F0E">
        <w:rPr>
          <w:rFonts w:cs="v5.0.0"/>
        </w:rPr>
        <w:t>In addition, the co-existence requirements for co-located base stations specified in subclause 9.7.6.4.4 may also be applied.</w:t>
      </w:r>
    </w:p>
    <w:p w14:paraId="098507F4" w14:textId="77777777" w:rsidR="00B15E99" w:rsidRPr="00EF2F0E" w:rsidRDefault="00B15E99" w:rsidP="00A40339">
      <w:pPr>
        <w:pStyle w:val="Heading2"/>
      </w:pPr>
      <w:bookmarkStart w:id="5421" w:name="_Toc21096180"/>
      <w:bookmarkStart w:id="5422" w:name="_Toc29763379"/>
      <w:bookmarkStart w:id="5423" w:name="_Toc45869664"/>
      <w:bookmarkStart w:id="5424" w:name="_Toc52554917"/>
      <w:bookmarkStart w:id="5425" w:name="_Toc52555387"/>
      <w:bookmarkStart w:id="5426" w:name="_Toc61112619"/>
      <w:bookmarkStart w:id="5427" w:name="_Toc67911771"/>
      <w:bookmarkStart w:id="5428" w:name="_Toc74843246"/>
      <w:bookmarkStart w:id="5429" w:name="_Toc76503629"/>
      <w:bookmarkStart w:id="5430" w:name="_Toc83041072"/>
      <w:bookmarkStart w:id="5431" w:name="_Toc89852115"/>
      <w:bookmarkStart w:id="5432" w:name="_Toc98676469"/>
      <w:r w:rsidRPr="00EF2F0E">
        <w:t>10.8</w:t>
      </w:r>
      <w:r w:rsidRPr="00EF2F0E">
        <w:tab/>
        <w:t>OTA Receiver intermodulation</w:t>
      </w:r>
      <w:bookmarkEnd w:id="5421"/>
      <w:bookmarkEnd w:id="5422"/>
      <w:bookmarkEnd w:id="5423"/>
      <w:bookmarkEnd w:id="5424"/>
      <w:bookmarkEnd w:id="5425"/>
      <w:bookmarkEnd w:id="5426"/>
      <w:bookmarkEnd w:id="5427"/>
      <w:bookmarkEnd w:id="5428"/>
      <w:bookmarkEnd w:id="5429"/>
      <w:bookmarkEnd w:id="5430"/>
      <w:bookmarkEnd w:id="5431"/>
      <w:bookmarkEnd w:id="5432"/>
    </w:p>
    <w:p w14:paraId="098507F5" w14:textId="77777777" w:rsidR="00B15E99" w:rsidRPr="00EF2F0E" w:rsidRDefault="00B15E99" w:rsidP="00A40339">
      <w:pPr>
        <w:pStyle w:val="Heading3"/>
        <w:ind w:left="0" w:firstLine="0"/>
      </w:pPr>
      <w:bookmarkStart w:id="5433" w:name="_Toc21096181"/>
      <w:bookmarkStart w:id="5434" w:name="_Toc29763380"/>
      <w:bookmarkStart w:id="5435" w:name="_Toc45869665"/>
      <w:bookmarkStart w:id="5436" w:name="_Toc52554918"/>
      <w:bookmarkStart w:id="5437" w:name="_Toc52555388"/>
      <w:bookmarkStart w:id="5438" w:name="_Toc61112620"/>
      <w:bookmarkStart w:id="5439" w:name="_Toc67911772"/>
      <w:bookmarkStart w:id="5440" w:name="_Toc74843247"/>
      <w:bookmarkStart w:id="5441" w:name="_Toc76503630"/>
      <w:bookmarkStart w:id="5442" w:name="_Toc83041073"/>
      <w:bookmarkStart w:id="5443" w:name="_Toc89852116"/>
      <w:bookmarkStart w:id="5444" w:name="_Toc98676470"/>
      <w:r w:rsidRPr="00EF2F0E">
        <w:t>10.8.1</w:t>
      </w:r>
      <w:r w:rsidRPr="00EF2F0E">
        <w:tab/>
        <w:t>General</w:t>
      </w:r>
      <w:bookmarkEnd w:id="5433"/>
      <w:bookmarkEnd w:id="5434"/>
      <w:bookmarkEnd w:id="5435"/>
      <w:bookmarkEnd w:id="5436"/>
      <w:bookmarkEnd w:id="5437"/>
      <w:bookmarkEnd w:id="5438"/>
      <w:bookmarkEnd w:id="5439"/>
      <w:bookmarkEnd w:id="5440"/>
      <w:bookmarkEnd w:id="5441"/>
      <w:bookmarkEnd w:id="5442"/>
      <w:bookmarkEnd w:id="5443"/>
      <w:bookmarkEnd w:id="5444"/>
    </w:p>
    <w:p w14:paraId="098507F6" w14:textId="77777777" w:rsidR="00B15E99" w:rsidRPr="00EF2F0E" w:rsidRDefault="00B15E99" w:rsidP="00A40339">
      <w:pPr>
        <w:keepNext/>
        <w:keepLines/>
      </w:pPr>
      <w:r w:rsidRPr="00EF2F0E">
        <w:rPr>
          <w:rFonts w:cs="v5.0.0"/>
        </w:rPr>
        <w:t>Third and higher order mixing of the two interfering RF signals can produce an interfering signal in the band of the desired channel.</w:t>
      </w:r>
      <w:r w:rsidRPr="00EF2F0E">
        <w:t xml:space="preserve"> Intermodulation response rejection is a measure of the capability of the receiver unit to receive a wanted signal on its assigned channel frequency in the presence of two interfering signals which have a specific frequency relationship to the wanted signal. </w:t>
      </w:r>
    </w:p>
    <w:p w14:paraId="098507F7" w14:textId="77777777" w:rsidR="00B15E99" w:rsidRPr="00EF2F0E" w:rsidRDefault="00B15E99" w:rsidP="00A40339">
      <w:r w:rsidRPr="00EF2F0E">
        <w:t>The requirement applies at the RIB when the AoA of the incident wave of a received signal and the interfering signal are from the same direction, and:</w:t>
      </w:r>
    </w:p>
    <w:p w14:paraId="098507F8" w14:textId="77777777" w:rsidR="00B15E99" w:rsidRPr="00EF2F0E" w:rsidRDefault="00B15E99" w:rsidP="00A40339">
      <w:pPr>
        <w:pStyle w:val="B10"/>
      </w:pPr>
      <w:r w:rsidRPr="00EF2F0E">
        <w:t>-</w:t>
      </w:r>
      <w:r w:rsidRPr="00EF2F0E">
        <w:tab/>
        <w:t xml:space="preserve">when the wanted signal is based on </w:t>
      </w:r>
      <w:r w:rsidRPr="00EF2F0E">
        <w:rPr>
          <w:rFonts w:cs="Arial"/>
          <w:szCs w:val="18"/>
        </w:rPr>
        <w:t>EIS</w:t>
      </w:r>
      <w:r w:rsidRPr="00EF2F0E">
        <w:rPr>
          <w:rFonts w:cs="Arial"/>
          <w:szCs w:val="18"/>
          <w:vertAlign w:val="subscript"/>
        </w:rPr>
        <w:t>REFSENS</w:t>
      </w:r>
      <w:r w:rsidRPr="00EF2F0E">
        <w:t xml:space="preserve"> : the AoA of the incident wave of a received signal and the interfering signal are within the OTA REFSENS</w:t>
      </w:r>
      <w:r w:rsidRPr="00EF2F0E">
        <w:rPr>
          <w:i/>
        </w:rPr>
        <w:t xml:space="preserve"> RoAoA.</w:t>
      </w:r>
    </w:p>
    <w:p w14:paraId="098507F9" w14:textId="77777777" w:rsidR="00B15E99" w:rsidRPr="00EF2F0E" w:rsidRDefault="00B15E99" w:rsidP="00A40339">
      <w:pPr>
        <w:pStyle w:val="B10"/>
      </w:pPr>
      <w:r w:rsidRPr="00EF2F0E">
        <w:t>-</w:t>
      </w:r>
      <w:r w:rsidRPr="00EF2F0E">
        <w:tab/>
        <w:t xml:space="preserve">when the wanted signal is based on </w:t>
      </w:r>
      <w:r w:rsidRPr="00EF2F0E">
        <w:rPr>
          <w:rFonts w:cs="Arial"/>
          <w:szCs w:val="18"/>
        </w:rPr>
        <w:t>EIS</w:t>
      </w:r>
      <w:r w:rsidRPr="00EF2F0E">
        <w:rPr>
          <w:rFonts w:cs="Arial"/>
          <w:szCs w:val="18"/>
          <w:vertAlign w:val="subscript"/>
        </w:rPr>
        <w:t>minSENS</w:t>
      </w:r>
      <w:r w:rsidRPr="00EF2F0E">
        <w:t xml:space="preserve"> : the AoA of the incident wave of a received signal and the interfering signal are within the </w:t>
      </w:r>
      <w:r w:rsidRPr="00EF2F0E">
        <w:rPr>
          <w:i/>
        </w:rPr>
        <w:t>minSENS RoAoA</w:t>
      </w:r>
      <w:r w:rsidRPr="00EF2F0E">
        <w:t>.</w:t>
      </w:r>
    </w:p>
    <w:p w14:paraId="098507FA" w14:textId="77777777" w:rsidR="00B15E99" w:rsidRPr="00EF2F0E" w:rsidRDefault="00B15E99" w:rsidP="00A40339">
      <w:r w:rsidRPr="00EF2F0E">
        <w:t xml:space="preserve">The wanted and interfering signals apply to </w:t>
      </w:r>
      <w:r w:rsidR="005933C1" w:rsidRPr="00EF2F0E">
        <w:t>each</w:t>
      </w:r>
      <w:r w:rsidRPr="00EF2F0E">
        <w:t xml:space="preserve"> supported polarization, under the assumption of </w:t>
      </w:r>
      <w:r w:rsidRPr="00EF2F0E">
        <w:rPr>
          <w:i/>
        </w:rPr>
        <w:t>polarization match</w:t>
      </w:r>
      <w:r w:rsidRPr="00EF2F0E">
        <w:t xml:space="preserve">. </w:t>
      </w:r>
    </w:p>
    <w:p w14:paraId="098507FB" w14:textId="77777777" w:rsidR="00B15E99" w:rsidRPr="00EF2F0E" w:rsidRDefault="00B15E99" w:rsidP="00A40339">
      <w:pPr>
        <w:pStyle w:val="Heading3"/>
        <w:ind w:left="0" w:firstLine="0"/>
      </w:pPr>
      <w:bookmarkStart w:id="5445" w:name="_Toc21096182"/>
      <w:bookmarkStart w:id="5446" w:name="_Toc29763381"/>
      <w:bookmarkStart w:id="5447" w:name="_Toc45869666"/>
      <w:bookmarkStart w:id="5448" w:name="_Toc52554919"/>
      <w:bookmarkStart w:id="5449" w:name="_Toc52555389"/>
      <w:bookmarkStart w:id="5450" w:name="_Toc61112621"/>
      <w:bookmarkStart w:id="5451" w:name="_Toc67911773"/>
      <w:bookmarkStart w:id="5452" w:name="_Toc74843248"/>
      <w:bookmarkStart w:id="5453" w:name="_Toc76503631"/>
      <w:bookmarkStart w:id="5454" w:name="_Toc83041074"/>
      <w:bookmarkStart w:id="5455" w:name="_Toc89852117"/>
      <w:bookmarkStart w:id="5456" w:name="_Toc98676471"/>
      <w:r w:rsidRPr="00EF2F0E">
        <w:t>10.8.2</w:t>
      </w:r>
      <w:r w:rsidRPr="00EF2F0E">
        <w:tab/>
        <w:t>Minimum requirement for MSR operation</w:t>
      </w:r>
      <w:bookmarkEnd w:id="5445"/>
      <w:bookmarkEnd w:id="5446"/>
      <w:bookmarkEnd w:id="5447"/>
      <w:bookmarkEnd w:id="5448"/>
      <w:bookmarkEnd w:id="5449"/>
      <w:bookmarkEnd w:id="5450"/>
      <w:bookmarkEnd w:id="5451"/>
      <w:bookmarkEnd w:id="5452"/>
      <w:bookmarkEnd w:id="5453"/>
      <w:bookmarkEnd w:id="5454"/>
      <w:bookmarkEnd w:id="5455"/>
      <w:bookmarkEnd w:id="5456"/>
    </w:p>
    <w:p w14:paraId="098507FC" w14:textId="77777777" w:rsidR="00B15E99" w:rsidRPr="00EF2F0E" w:rsidRDefault="00B15E99" w:rsidP="00AB06FD">
      <w:pPr>
        <w:pStyle w:val="Heading4"/>
        <w:ind w:left="864" w:hanging="864"/>
      </w:pPr>
      <w:bookmarkStart w:id="5457" w:name="_Toc21096183"/>
      <w:bookmarkStart w:id="5458" w:name="_Toc29763382"/>
      <w:bookmarkStart w:id="5459" w:name="_Toc45869667"/>
      <w:bookmarkStart w:id="5460" w:name="_Toc52554920"/>
      <w:bookmarkStart w:id="5461" w:name="_Toc52555390"/>
      <w:bookmarkStart w:id="5462" w:name="_Toc61112622"/>
      <w:bookmarkStart w:id="5463" w:name="_Toc67911774"/>
      <w:bookmarkStart w:id="5464" w:name="_Toc74843249"/>
      <w:bookmarkStart w:id="5465" w:name="_Toc76503632"/>
      <w:bookmarkStart w:id="5466" w:name="_Toc83041075"/>
      <w:bookmarkStart w:id="5467" w:name="_Toc89852118"/>
      <w:bookmarkStart w:id="5468" w:name="_Toc98676472"/>
      <w:r w:rsidRPr="00EF2F0E">
        <w:t>10.8.2.1</w:t>
      </w:r>
      <w:r w:rsidRPr="00EF2F0E">
        <w:tab/>
        <w:t>General intermodulation minimum requirement</w:t>
      </w:r>
      <w:bookmarkEnd w:id="5457"/>
      <w:bookmarkEnd w:id="5458"/>
      <w:bookmarkEnd w:id="5459"/>
      <w:bookmarkEnd w:id="5460"/>
      <w:bookmarkEnd w:id="5461"/>
      <w:bookmarkEnd w:id="5462"/>
      <w:bookmarkEnd w:id="5463"/>
      <w:bookmarkEnd w:id="5464"/>
      <w:bookmarkEnd w:id="5465"/>
      <w:bookmarkEnd w:id="5466"/>
      <w:bookmarkEnd w:id="5467"/>
      <w:bookmarkEnd w:id="5468"/>
    </w:p>
    <w:p w14:paraId="098507FD" w14:textId="77777777" w:rsidR="00B15E99" w:rsidRPr="00EF2F0E" w:rsidRDefault="00B15E99" w:rsidP="00A40339">
      <w:pPr>
        <w:rPr>
          <w:rFonts w:cs="v5.0.0"/>
        </w:rPr>
      </w:pPr>
      <w:r w:rsidRPr="00EF2F0E">
        <w:rPr>
          <w:rFonts w:eastAsia="MS PGothic"/>
        </w:rPr>
        <w:t xml:space="preserve">Interfering signals shall be a CW signal and </w:t>
      </w:r>
      <w:r w:rsidRPr="00EF2F0E">
        <w:rPr>
          <w:rFonts w:eastAsia="MS PGothic" w:cs="v4.2.0"/>
        </w:rPr>
        <w:t xml:space="preserve">an </w:t>
      </w:r>
      <w:r w:rsidRPr="00EF2F0E">
        <w:rPr>
          <w:rFonts w:eastAsia="MS PGothic"/>
        </w:rPr>
        <w:t>E-UTRA or UTRA signal as specified in 3GPP TS 37.104 [9], annex A</w:t>
      </w:r>
      <w:r w:rsidRPr="00EF2F0E">
        <w:rPr>
          <w:rFonts w:eastAsia="MS PGothic" w:cs="v4.2.0"/>
        </w:rPr>
        <w:t>.</w:t>
      </w:r>
      <w:r w:rsidRPr="00EF2F0E">
        <w:rPr>
          <w:rFonts w:cs="v5.0.0"/>
        </w:rPr>
        <w:t xml:space="preserve"> </w:t>
      </w:r>
    </w:p>
    <w:p w14:paraId="098507FE" w14:textId="77777777" w:rsidR="00B15E99" w:rsidRPr="00EF2F0E" w:rsidRDefault="00B15E99" w:rsidP="00A40339">
      <w:r w:rsidRPr="00EF2F0E">
        <w:t xml:space="preserve">The requirement is applicable outside the </w:t>
      </w:r>
      <w:r w:rsidRPr="00EF2F0E">
        <w:rPr>
          <w:i/>
        </w:rPr>
        <w:t xml:space="preserve">Base Station RF Bandwidth </w:t>
      </w:r>
      <w:r w:rsidRPr="00EF2F0E">
        <w:t>or</w:t>
      </w:r>
      <w:r w:rsidRPr="00EF2F0E">
        <w:rPr>
          <w:i/>
        </w:rPr>
        <w:t xml:space="preserve"> Radio Bandwidth</w:t>
      </w:r>
      <w:r w:rsidRPr="00EF2F0E">
        <w:t>. The interfering signal offset is defined relative to the</w:t>
      </w:r>
      <w:r w:rsidRPr="00EF2F0E">
        <w:rPr>
          <w:i/>
        </w:rPr>
        <w:t xml:space="preserve"> Base Station RF Bandwidth</w:t>
      </w:r>
      <w:r w:rsidRPr="00EF2F0E">
        <w:t xml:space="preserve"> </w:t>
      </w:r>
      <w:r w:rsidRPr="00EF2F0E">
        <w:rPr>
          <w:i/>
        </w:rPr>
        <w:t>edges</w:t>
      </w:r>
      <w:r w:rsidRPr="00EF2F0E">
        <w:t xml:space="preserve"> or </w:t>
      </w:r>
      <w:r w:rsidRPr="00EF2F0E">
        <w:rPr>
          <w:i/>
        </w:rPr>
        <w:t>Radio Bandwidth</w:t>
      </w:r>
      <w:r w:rsidRPr="00EF2F0E">
        <w:t xml:space="preserve"> edges.</w:t>
      </w:r>
    </w:p>
    <w:p w14:paraId="098507FF" w14:textId="77777777" w:rsidR="00B15E99" w:rsidRPr="00EF2F0E" w:rsidRDefault="00B15E99" w:rsidP="00A40339">
      <w:r w:rsidRPr="00EF2F0E">
        <w:t xml:space="preserve">For </w:t>
      </w:r>
      <w:r w:rsidRPr="00EF2F0E">
        <w:rPr>
          <w:i/>
        </w:rPr>
        <w:t>multi-band RIBs</w:t>
      </w:r>
      <w:r w:rsidRPr="00EF2F0E">
        <w:t>, the requirement applies in addition inside any</w:t>
      </w:r>
      <w:r w:rsidRPr="00EF2F0E">
        <w:rPr>
          <w:i/>
        </w:rPr>
        <w:t xml:space="preserve"> Inter RF Bandwidth gap</w:t>
      </w:r>
      <w:r w:rsidRPr="00EF2F0E">
        <w:t xml:space="preserve">, in case the gap size is at least twice as wide as the UTRA/E-UTRA interfering signal centre frequency offset from the </w:t>
      </w:r>
      <w:r w:rsidRPr="00EF2F0E">
        <w:rPr>
          <w:i/>
        </w:rPr>
        <w:t>Base Station RF Bandwidth</w:t>
      </w:r>
      <w:r w:rsidRPr="00EF2F0E">
        <w:t xml:space="preserve"> </w:t>
      </w:r>
      <w:r w:rsidRPr="00EF2F0E">
        <w:rPr>
          <w:i/>
        </w:rPr>
        <w:t>edge</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inside the</w:t>
      </w:r>
      <w:r w:rsidRPr="00EF2F0E">
        <w:rPr>
          <w:i/>
        </w:rPr>
        <w:t xml:space="preserve"> Inter RF Bandwidth gap</w:t>
      </w:r>
      <w:r w:rsidRPr="00EF2F0E">
        <w:t>.</w:t>
      </w:r>
    </w:p>
    <w:p w14:paraId="09850800" w14:textId="77777777" w:rsidR="00B15E99" w:rsidRPr="00EF2F0E" w:rsidRDefault="00B15E99" w:rsidP="00A40339">
      <w:r w:rsidRPr="00EF2F0E">
        <w:t>For the wanted signal at the assigned channel frequency and two interfering signals at the RIB, using the parameters in tables 10.8.2.1-1 and 10.8.2.1-2, the following requirements shall be met:</w:t>
      </w:r>
    </w:p>
    <w:p w14:paraId="09850801" w14:textId="77777777" w:rsidR="00B15E99" w:rsidRPr="00EF2F0E" w:rsidRDefault="00B15E99" w:rsidP="00A40339">
      <w:pPr>
        <w:pStyle w:val="B10"/>
      </w:pPr>
      <w:r w:rsidRPr="00EF2F0E">
        <w:t>-</w:t>
      </w:r>
      <w:r w:rsidRPr="00EF2F0E">
        <w:tab/>
        <w:t xml:space="preserve">For any E-UTRA carrier, the throughput shall be ≥ 95 % of the </w:t>
      </w:r>
      <w:r w:rsidRPr="00EF2F0E">
        <w:rPr>
          <w:i/>
        </w:rPr>
        <w:t>maximum throughput</w:t>
      </w:r>
      <w:r w:rsidRPr="00EF2F0E">
        <w:t xml:space="preserve"> of the reference measurement channel defined in 3GPP TS 36.104 [8], subclause 7.2.1.</w:t>
      </w:r>
    </w:p>
    <w:p w14:paraId="09850802" w14:textId="77777777" w:rsidR="00B15E99" w:rsidRPr="00EF2F0E" w:rsidRDefault="00B15E99" w:rsidP="00A40339">
      <w:pPr>
        <w:pStyle w:val="B10"/>
      </w:pPr>
      <w:r w:rsidRPr="00EF2F0E">
        <w:t>-</w:t>
      </w:r>
      <w:r w:rsidRPr="00EF2F0E">
        <w:tab/>
        <w:t>For any UTRA FDD carrier, the BER shall not exceed 0,001 for the reference measurement channel defined in 3GPP TS 25.104 [6], subclause 7.2.1.</w:t>
      </w:r>
    </w:p>
    <w:p w14:paraId="09850803" w14:textId="77777777" w:rsidR="00B15E99" w:rsidRPr="00EF2F0E" w:rsidRDefault="00B15E99" w:rsidP="00AB06FD">
      <w:pPr>
        <w:pStyle w:val="B10"/>
      </w:pPr>
      <w:r w:rsidRPr="00EF2F0E">
        <w:t>-</w:t>
      </w:r>
      <w:r w:rsidRPr="00EF2F0E">
        <w:tab/>
        <w:t xml:space="preserve">For any NR carrier, the throughput shall be ≥ 95% of the maximum throughput of the reference measurement channel defined for </w:t>
      </w:r>
      <w:r w:rsidRPr="00EF2F0E">
        <w:rPr>
          <w:i/>
        </w:rPr>
        <w:t>BS type 1-O</w:t>
      </w:r>
      <w:r w:rsidRPr="00EF2F0E">
        <w:t xml:space="preserve"> in TS 38.104 [28], subclause 10.3.2</w:t>
      </w:r>
    </w:p>
    <w:p w14:paraId="09850804" w14:textId="77777777" w:rsidR="00B15E99" w:rsidRPr="00EF2F0E" w:rsidRDefault="00B15E99" w:rsidP="00A40339">
      <w:pPr>
        <w:rPr>
          <w:rFonts w:cs="Arial"/>
        </w:rPr>
      </w:pPr>
      <w:r w:rsidRPr="00EF2F0E">
        <w:t xml:space="preserve">The OTA levels are applied referenced to 2 antenna gain offsets </w:t>
      </w:r>
      <w:r w:rsidRPr="00EF2F0E">
        <w:rPr>
          <w:rFonts w:cs="Arial"/>
        </w:rPr>
        <w:t>Δ</w:t>
      </w:r>
      <w:r w:rsidRPr="00EF2F0E">
        <w:rPr>
          <w:rFonts w:cs="Arial"/>
          <w:vertAlign w:val="subscript"/>
        </w:rPr>
        <w:t xml:space="preserve">OTAREFSENS </w:t>
      </w:r>
      <w:r w:rsidRPr="00EF2F0E">
        <w:rPr>
          <w:rFonts w:cs="Arial"/>
        </w:rPr>
        <w:t>and Δ</w:t>
      </w:r>
      <w:r w:rsidRPr="00EF2F0E">
        <w:rPr>
          <w:rFonts w:cs="Arial"/>
          <w:vertAlign w:val="subscript"/>
        </w:rPr>
        <w:t>minSENS</w:t>
      </w:r>
      <w:r w:rsidRPr="00EF2F0E">
        <w:rPr>
          <w:rFonts w:cs="Arial"/>
        </w:rPr>
        <w:t>.</w:t>
      </w:r>
    </w:p>
    <w:p w14:paraId="09850805" w14:textId="77777777" w:rsidR="00B15E99" w:rsidRPr="00EF2F0E" w:rsidRDefault="00B15E99" w:rsidP="00A40339">
      <w:pPr>
        <w:pStyle w:val="TH"/>
      </w:pPr>
      <w:r w:rsidRPr="00EF2F0E">
        <w:t>Table 10.8.2.1-1: General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55"/>
        <w:gridCol w:w="2358"/>
        <w:gridCol w:w="2448"/>
        <w:gridCol w:w="2054"/>
      </w:tblGrid>
      <w:tr w:rsidR="003401A4" w:rsidRPr="00EF2F0E" w14:paraId="0985080B" w14:textId="77777777" w:rsidTr="007853C3">
        <w:trPr>
          <w:trHeight w:val="88"/>
          <w:jc w:val="center"/>
        </w:trPr>
        <w:tc>
          <w:tcPr>
            <w:tcW w:w="1755" w:type="dxa"/>
            <w:shd w:val="clear" w:color="auto" w:fill="auto"/>
          </w:tcPr>
          <w:p w14:paraId="09850806" w14:textId="77777777" w:rsidR="007038C6" w:rsidRPr="00EF2F0E" w:rsidRDefault="007038C6" w:rsidP="007853C3">
            <w:pPr>
              <w:pStyle w:val="TAH"/>
            </w:pPr>
            <w:r w:rsidRPr="00EF2F0E">
              <w:t>Base Station Type</w:t>
            </w:r>
          </w:p>
        </w:tc>
        <w:tc>
          <w:tcPr>
            <w:tcW w:w="2358" w:type="dxa"/>
            <w:shd w:val="clear" w:color="auto" w:fill="auto"/>
          </w:tcPr>
          <w:p w14:paraId="09850807" w14:textId="77777777" w:rsidR="007038C6" w:rsidRPr="00EF2F0E" w:rsidRDefault="007038C6" w:rsidP="007853C3">
            <w:pPr>
              <w:pStyle w:val="TAH"/>
            </w:pPr>
            <w:r w:rsidRPr="00EF2F0E">
              <w:t>Mean power of interfering signals [dBm]</w:t>
            </w:r>
          </w:p>
        </w:tc>
        <w:tc>
          <w:tcPr>
            <w:tcW w:w="2448" w:type="dxa"/>
            <w:shd w:val="clear" w:color="auto" w:fill="auto"/>
          </w:tcPr>
          <w:p w14:paraId="09850808" w14:textId="77777777" w:rsidR="007038C6" w:rsidRPr="00EF2F0E" w:rsidRDefault="007038C6" w:rsidP="007853C3">
            <w:pPr>
              <w:pStyle w:val="TAH"/>
            </w:pPr>
            <w:r w:rsidRPr="00EF2F0E">
              <w:t>Wanted Signal mean power [dBm]</w:t>
            </w:r>
          </w:p>
          <w:p w14:paraId="09850809" w14:textId="77777777" w:rsidR="007038C6" w:rsidRPr="00EF2F0E" w:rsidRDefault="007038C6" w:rsidP="007853C3">
            <w:pPr>
              <w:pStyle w:val="TAH"/>
            </w:pPr>
            <w:r w:rsidRPr="00EF2F0E">
              <w:t>(NOTE 1)</w:t>
            </w:r>
          </w:p>
        </w:tc>
        <w:tc>
          <w:tcPr>
            <w:tcW w:w="2054" w:type="dxa"/>
            <w:shd w:val="clear" w:color="auto" w:fill="auto"/>
          </w:tcPr>
          <w:p w14:paraId="0985080A" w14:textId="77777777" w:rsidR="007038C6" w:rsidRPr="00EF2F0E" w:rsidRDefault="007038C6" w:rsidP="007853C3">
            <w:pPr>
              <w:pStyle w:val="TAH"/>
            </w:pPr>
            <w:r w:rsidRPr="00EF2F0E">
              <w:t>Type of interfering signal</w:t>
            </w:r>
          </w:p>
        </w:tc>
      </w:tr>
      <w:tr w:rsidR="003401A4" w:rsidRPr="00EF2F0E" w14:paraId="09850811" w14:textId="77777777" w:rsidTr="00A40339">
        <w:trPr>
          <w:trHeight w:val="88"/>
          <w:jc w:val="center"/>
        </w:trPr>
        <w:tc>
          <w:tcPr>
            <w:tcW w:w="1755" w:type="dxa"/>
            <w:vMerge w:val="restart"/>
            <w:shd w:val="clear" w:color="auto" w:fill="auto"/>
          </w:tcPr>
          <w:p w14:paraId="0985080C" w14:textId="77777777" w:rsidR="007038C6" w:rsidRPr="00EF2F0E" w:rsidRDefault="007038C6" w:rsidP="00A40339">
            <w:pPr>
              <w:pStyle w:val="TAL"/>
              <w:rPr>
                <w:rFonts w:cs="Arial"/>
                <w:szCs w:val="18"/>
              </w:rPr>
            </w:pPr>
            <w:r w:rsidRPr="00EF2F0E">
              <w:rPr>
                <w:rFonts w:cs="Arial"/>
                <w:szCs w:val="18"/>
              </w:rPr>
              <w:t>Wide Area BS</w:t>
            </w:r>
          </w:p>
        </w:tc>
        <w:tc>
          <w:tcPr>
            <w:tcW w:w="2358" w:type="dxa"/>
            <w:shd w:val="clear" w:color="auto" w:fill="auto"/>
          </w:tcPr>
          <w:p w14:paraId="0985080D" w14:textId="77777777" w:rsidR="007038C6" w:rsidRPr="00EF2F0E" w:rsidRDefault="007038C6" w:rsidP="00A40339">
            <w:pPr>
              <w:pStyle w:val="TAC"/>
              <w:rPr>
                <w:vertAlign w:val="subscript"/>
              </w:rPr>
            </w:pPr>
            <w:r w:rsidRPr="00EF2F0E">
              <w:rPr>
                <w:szCs w:val="18"/>
              </w:rPr>
              <w:t xml:space="preserve">-48 + y </w:t>
            </w:r>
            <w:r w:rsidRPr="00EF2F0E">
              <w:rPr>
                <w:szCs w:val="18"/>
                <w:lang w:eastAsia="ja-JP"/>
              </w:rPr>
              <w:t xml:space="preserve">- </w:t>
            </w:r>
            <w:r w:rsidRPr="00EF2F0E">
              <w:t>Δ</w:t>
            </w:r>
            <w:r w:rsidRPr="00EF2F0E">
              <w:rPr>
                <w:vertAlign w:val="subscript"/>
              </w:rPr>
              <w:t>OTAREFSENS</w:t>
            </w:r>
          </w:p>
          <w:p w14:paraId="0985080E" w14:textId="77777777" w:rsidR="007038C6" w:rsidRPr="00EF2F0E" w:rsidRDefault="007038C6" w:rsidP="00A40339">
            <w:pPr>
              <w:pStyle w:val="TAC"/>
              <w:rPr>
                <w:szCs w:val="18"/>
              </w:rPr>
            </w:pPr>
            <w:r w:rsidRPr="00EF2F0E">
              <w:rPr>
                <w:szCs w:val="18"/>
              </w:rPr>
              <w:t>(NOTE 6)</w:t>
            </w:r>
          </w:p>
        </w:tc>
        <w:tc>
          <w:tcPr>
            <w:tcW w:w="2448" w:type="dxa"/>
            <w:shd w:val="clear" w:color="auto" w:fill="auto"/>
            <w:vAlign w:val="center"/>
          </w:tcPr>
          <w:p w14:paraId="0985080F" w14:textId="77777777" w:rsidR="007038C6" w:rsidRPr="00EF2F0E" w:rsidRDefault="007038C6" w:rsidP="00A40339">
            <w:pPr>
              <w:pStyle w:val="TAC"/>
              <w:rPr>
                <w:szCs w:val="18"/>
              </w:rPr>
            </w:pPr>
            <w:r w:rsidRPr="00EF2F0E">
              <w:rPr>
                <w:szCs w:val="18"/>
              </w:rPr>
              <w:t>EIS</w:t>
            </w:r>
            <w:r w:rsidRPr="00EF2F0E">
              <w:rPr>
                <w:szCs w:val="18"/>
                <w:vertAlign w:val="subscript"/>
              </w:rPr>
              <w:t>REFSENS</w:t>
            </w:r>
            <w:r w:rsidRPr="00EF2F0E" w:rsidDel="00E01BA4">
              <w:rPr>
                <w:szCs w:val="18"/>
              </w:rPr>
              <w:t xml:space="preserve"> </w:t>
            </w:r>
            <w:r w:rsidRPr="00EF2F0E">
              <w:rPr>
                <w:szCs w:val="18"/>
              </w:rPr>
              <w:t>+x dB (NOTE</w:t>
            </w:r>
            <w:r w:rsidRPr="00EF2F0E">
              <w:rPr>
                <w:lang w:eastAsia="ja-JP"/>
              </w:rPr>
              <w:t xml:space="preserve"> </w:t>
            </w:r>
            <w:r w:rsidRPr="00EF2F0E">
              <w:rPr>
                <w:szCs w:val="18"/>
              </w:rPr>
              <w:t>2, 5)</w:t>
            </w:r>
          </w:p>
        </w:tc>
        <w:tc>
          <w:tcPr>
            <w:tcW w:w="2054" w:type="dxa"/>
            <w:vMerge w:val="restart"/>
            <w:shd w:val="clear" w:color="auto" w:fill="auto"/>
            <w:vAlign w:val="center"/>
          </w:tcPr>
          <w:p w14:paraId="09850810" w14:textId="77777777" w:rsidR="007038C6" w:rsidRPr="00EF2F0E" w:rsidRDefault="007038C6" w:rsidP="00A40339">
            <w:pPr>
              <w:pStyle w:val="TAL"/>
              <w:rPr>
                <w:rFonts w:cs="Arial"/>
                <w:szCs w:val="18"/>
              </w:rPr>
            </w:pPr>
            <w:r w:rsidRPr="00EF2F0E">
              <w:rPr>
                <w:rFonts w:cs="Arial"/>
                <w:szCs w:val="18"/>
              </w:rPr>
              <w:t>See table 10.8.2.1-2</w:t>
            </w:r>
          </w:p>
        </w:tc>
      </w:tr>
      <w:tr w:rsidR="003401A4" w:rsidRPr="00EF2F0E" w14:paraId="09850817" w14:textId="77777777" w:rsidTr="00A40339">
        <w:trPr>
          <w:trHeight w:val="87"/>
          <w:jc w:val="center"/>
        </w:trPr>
        <w:tc>
          <w:tcPr>
            <w:tcW w:w="1755" w:type="dxa"/>
            <w:vMerge/>
            <w:shd w:val="clear" w:color="auto" w:fill="auto"/>
          </w:tcPr>
          <w:p w14:paraId="09850812" w14:textId="77777777" w:rsidR="007038C6" w:rsidRPr="00EF2F0E" w:rsidRDefault="007038C6" w:rsidP="00A40339">
            <w:pPr>
              <w:pStyle w:val="TAL"/>
              <w:rPr>
                <w:rFonts w:cs="Arial"/>
                <w:szCs w:val="18"/>
              </w:rPr>
            </w:pPr>
          </w:p>
        </w:tc>
        <w:tc>
          <w:tcPr>
            <w:tcW w:w="2358" w:type="dxa"/>
            <w:shd w:val="clear" w:color="auto" w:fill="auto"/>
          </w:tcPr>
          <w:p w14:paraId="09850813" w14:textId="77777777" w:rsidR="007038C6" w:rsidRPr="00EF2F0E" w:rsidRDefault="007038C6" w:rsidP="00A40339">
            <w:pPr>
              <w:pStyle w:val="TAC"/>
              <w:rPr>
                <w:vertAlign w:val="subscript"/>
              </w:rPr>
            </w:pPr>
            <w:r w:rsidRPr="00EF2F0E">
              <w:rPr>
                <w:szCs w:val="18"/>
              </w:rPr>
              <w:t xml:space="preserve">-48 + y </w:t>
            </w:r>
            <w:r w:rsidRPr="00EF2F0E">
              <w:rPr>
                <w:szCs w:val="18"/>
                <w:lang w:eastAsia="ja-JP"/>
              </w:rPr>
              <w:t xml:space="preserve">– </w:t>
            </w:r>
            <w:r w:rsidRPr="00EF2F0E">
              <w:t>Δ</w:t>
            </w:r>
            <w:r w:rsidRPr="00EF2F0E">
              <w:rPr>
                <w:vertAlign w:val="subscript"/>
              </w:rPr>
              <w:t>mnSENS</w:t>
            </w:r>
          </w:p>
          <w:p w14:paraId="09850814" w14:textId="77777777" w:rsidR="007038C6" w:rsidRPr="00EF2F0E" w:rsidRDefault="007038C6" w:rsidP="00A40339">
            <w:pPr>
              <w:pStyle w:val="TAC"/>
              <w:rPr>
                <w:szCs w:val="18"/>
              </w:rPr>
            </w:pPr>
            <w:r w:rsidRPr="00EF2F0E">
              <w:rPr>
                <w:szCs w:val="18"/>
              </w:rPr>
              <w:t>(NOTE 6)</w:t>
            </w:r>
          </w:p>
        </w:tc>
        <w:tc>
          <w:tcPr>
            <w:tcW w:w="2448" w:type="dxa"/>
            <w:shd w:val="clear" w:color="auto" w:fill="auto"/>
            <w:vAlign w:val="center"/>
          </w:tcPr>
          <w:p w14:paraId="09850815" w14:textId="77777777" w:rsidR="007038C6" w:rsidRPr="00EF2F0E" w:rsidRDefault="007038C6" w:rsidP="00A40339">
            <w:pPr>
              <w:pStyle w:val="TAC"/>
              <w:rPr>
                <w:szCs w:val="18"/>
              </w:rPr>
            </w:pPr>
            <w:r w:rsidRPr="00EF2F0E">
              <w:rPr>
                <w:szCs w:val="18"/>
                <w:lang w:eastAsia="ja-JP"/>
              </w:rPr>
              <w:t>EIS</w:t>
            </w:r>
            <w:r w:rsidRPr="00EF2F0E">
              <w:rPr>
                <w:szCs w:val="18"/>
                <w:vertAlign w:val="subscript"/>
                <w:lang w:eastAsia="ja-JP"/>
              </w:rPr>
              <w:t>minSENS</w:t>
            </w:r>
            <w:r w:rsidRPr="00EF2F0E">
              <w:rPr>
                <w:szCs w:val="18"/>
                <w:lang w:eastAsia="ja-JP"/>
              </w:rPr>
              <w:t xml:space="preserve"> + x dB </w:t>
            </w:r>
            <w:r w:rsidRPr="00EF2F0E">
              <w:rPr>
                <w:szCs w:val="18"/>
              </w:rPr>
              <w:t>(NOTE</w:t>
            </w:r>
            <w:r w:rsidRPr="00EF2F0E">
              <w:rPr>
                <w:lang w:eastAsia="ja-JP"/>
              </w:rPr>
              <w:t xml:space="preserve"> </w:t>
            </w:r>
            <w:r w:rsidRPr="00EF2F0E">
              <w:rPr>
                <w:szCs w:val="18"/>
              </w:rPr>
              <w:t>2, 5)</w:t>
            </w:r>
          </w:p>
        </w:tc>
        <w:tc>
          <w:tcPr>
            <w:tcW w:w="2054" w:type="dxa"/>
            <w:vMerge/>
            <w:shd w:val="clear" w:color="auto" w:fill="auto"/>
            <w:vAlign w:val="center"/>
          </w:tcPr>
          <w:p w14:paraId="09850816" w14:textId="77777777" w:rsidR="007038C6" w:rsidRPr="00EF2F0E" w:rsidRDefault="007038C6" w:rsidP="00A40339">
            <w:pPr>
              <w:pStyle w:val="TAL"/>
              <w:rPr>
                <w:rFonts w:cs="Arial"/>
                <w:szCs w:val="18"/>
              </w:rPr>
            </w:pPr>
          </w:p>
        </w:tc>
      </w:tr>
      <w:tr w:rsidR="003401A4" w:rsidRPr="00EF2F0E" w14:paraId="0985081D" w14:textId="77777777" w:rsidTr="00A40339">
        <w:trPr>
          <w:trHeight w:val="88"/>
          <w:jc w:val="center"/>
        </w:trPr>
        <w:tc>
          <w:tcPr>
            <w:tcW w:w="1755" w:type="dxa"/>
            <w:vMerge w:val="restart"/>
            <w:shd w:val="clear" w:color="auto" w:fill="auto"/>
          </w:tcPr>
          <w:p w14:paraId="09850818" w14:textId="77777777" w:rsidR="007038C6" w:rsidRPr="00EF2F0E" w:rsidRDefault="007038C6" w:rsidP="00A40339">
            <w:pPr>
              <w:pStyle w:val="TAL"/>
              <w:rPr>
                <w:rFonts w:cs="Arial"/>
                <w:szCs w:val="18"/>
              </w:rPr>
            </w:pPr>
            <w:r w:rsidRPr="00EF2F0E">
              <w:rPr>
                <w:rFonts w:cs="Arial"/>
                <w:szCs w:val="18"/>
              </w:rPr>
              <w:t>Medium Range BS</w:t>
            </w:r>
          </w:p>
        </w:tc>
        <w:tc>
          <w:tcPr>
            <w:tcW w:w="2358" w:type="dxa"/>
            <w:shd w:val="clear" w:color="auto" w:fill="auto"/>
          </w:tcPr>
          <w:p w14:paraId="09850819" w14:textId="77777777" w:rsidR="007038C6" w:rsidRPr="00EF2F0E" w:rsidRDefault="007038C6" w:rsidP="00A40339">
            <w:pPr>
              <w:pStyle w:val="TAC"/>
              <w:rPr>
                <w:vertAlign w:val="subscript"/>
              </w:rPr>
            </w:pPr>
            <w:r w:rsidRPr="00EF2F0E">
              <w:rPr>
                <w:szCs w:val="18"/>
              </w:rPr>
              <w:t xml:space="preserve">-44 + y </w:t>
            </w:r>
            <w:r w:rsidRPr="00EF2F0E">
              <w:rPr>
                <w:szCs w:val="18"/>
                <w:lang w:eastAsia="ja-JP"/>
              </w:rPr>
              <w:t xml:space="preserve">- </w:t>
            </w:r>
            <w:r w:rsidRPr="00EF2F0E">
              <w:t>Δ</w:t>
            </w:r>
            <w:r w:rsidRPr="00EF2F0E">
              <w:rPr>
                <w:vertAlign w:val="subscript"/>
              </w:rPr>
              <w:t>OTAREFSENS</w:t>
            </w:r>
          </w:p>
          <w:p w14:paraId="0985081A" w14:textId="77777777" w:rsidR="007038C6" w:rsidRPr="00EF2F0E" w:rsidRDefault="007038C6" w:rsidP="00A40339">
            <w:pPr>
              <w:pStyle w:val="TAC"/>
              <w:rPr>
                <w:szCs w:val="18"/>
              </w:rPr>
            </w:pPr>
            <w:r w:rsidRPr="00EF2F0E">
              <w:rPr>
                <w:szCs w:val="18"/>
              </w:rPr>
              <w:t>(NOTE 6)</w:t>
            </w:r>
          </w:p>
        </w:tc>
        <w:tc>
          <w:tcPr>
            <w:tcW w:w="2448" w:type="dxa"/>
            <w:shd w:val="clear" w:color="auto" w:fill="auto"/>
            <w:vAlign w:val="center"/>
          </w:tcPr>
          <w:p w14:paraId="0985081B" w14:textId="77777777" w:rsidR="007038C6" w:rsidRPr="00EF2F0E" w:rsidRDefault="007038C6" w:rsidP="00A40339">
            <w:pPr>
              <w:pStyle w:val="TAC"/>
              <w:rPr>
                <w:szCs w:val="18"/>
              </w:rPr>
            </w:pPr>
            <w:r w:rsidRPr="00EF2F0E">
              <w:rPr>
                <w:szCs w:val="18"/>
              </w:rPr>
              <w:t>EIS</w:t>
            </w:r>
            <w:r w:rsidRPr="00EF2F0E">
              <w:rPr>
                <w:szCs w:val="18"/>
                <w:vertAlign w:val="subscript"/>
              </w:rPr>
              <w:t>REFSENS</w:t>
            </w:r>
            <w:r w:rsidRPr="00EF2F0E" w:rsidDel="00E01BA4">
              <w:rPr>
                <w:szCs w:val="18"/>
              </w:rPr>
              <w:t xml:space="preserve"> </w:t>
            </w:r>
            <w:r w:rsidRPr="00EF2F0E">
              <w:rPr>
                <w:szCs w:val="18"/>
              </w:rPr>
              <w:t>+ x dB (NOTE</w:t>
            </w:r>
            <w:r w:rsidRPr="00EF2F0E">
              <w:rPr>
                <w:lang w:eastAsia="ja-JP"/>
              </w:rPr>
              <w:t xml:space="preserve"> </w:t>
            </w:r>
            <w:r w:rsidRPr="00EF2F0E">
              <w:rPr>
                <w:szCs w:val="18"/>
              </w:rPr>
              <w:t>3, 5)</w:t>
            </w:r>
          </w:p>
        </w:tc>
        <w:tc>
          <w:tcPr>
            <w:tcW w:w="2054" w:type="dxa"/>
            <w:vMerge/>
            <w:shd w:val="clear" w:color="auto" w:fill="auto"/>
          </w:tcPr>
          <w:p w14:paraId="0985081C" w14:textId="77777777" w:rsidR="007038C6" w:rsidRPr="00EF2F0E" w:rsidRDefault="007038C6" w:rsidP="00A40339">
            <w:pPr>
              <w:pStyle w:val="TAL"/>
              <w:rPr>
                <w:rFonts w:cs="Arial"/>
                <w:szCs w:val="18"/>
              </w:rPr>
            </w:pPr>
          </w:p>
        </w:tc>
      </w:tr>
      <w:tr w:rsidR="003401A4" w:rsidRPr="00EF2F0E" w14:paraId="09850823" w14:textId="77777777" w:rsidTr="00A40339">
        <w:trPr>
          <w:trHeight w:val="87"/>
          <w:jc w:val="center"/>
        </w:trPr>
        <w:tc>
          <w:tcPr>
            <w:tcW w:w="1755" w:type="dxa"/>
            <w:vMerge/>
            <w:shd w:val="clear" w:color="auto" w:fill="auto"/>
          </w:tcPr>
          <w:p w14:paraId="0985081E" w14:textId="77777777" w:rsidR="007038C6" w:rsidRPr="00EF2F0E" w:rsidRDefault="007038C6" w:rsidP="00A40339">
            <w:pPr>
              <w:pStyle w:val="TAL"/>
              <w:rPr>
                <w:rFonts w:cs="Arial"/>
                <w:szCs w:val="18"/>
              </w:rPr>
            </w:pPr>
          </w:p>
        </w:tc>
        <w:tc>
          <w:tcPr>
            <w:tcW w:w="2358" w:type="dxa"/>
            <w:shd w:val="clear" w:color="auto" w:fill="auto"/>
          </w:tcPr>
          <w:p w14:paraId="0985081F" w14:textId="77777777" w:rsidR="007038C6" w:rsidRPr="00EF2F0E" w:rsidRDefault="007038C6" w:rsidP="00A40339">
            <w:pPr>
              <w:pStyle w:val="TAC"/>
              <w:rPr>
                <w:vertAlign w:val="subscript"/>
              </w:rPr>
            </w:pPr>
            <w:r w:rsidRPr="00EF2F0E">
              <w:rPr>
                <w:szCs w:val="18"/>
              </w:rPr>
              <w:t xml:space="preserve">-44 + y </w:t>
            </w:r>
            <w:r w:rsidRPr="00EF2F0E">
              <w:rPr>
                <w:szCs w:val="18"/>
                <w:lang w:eastAsia="ja-JP"/>
              </w:rPr>
              <w:t xml:space="preserve">– </w:t>
            </w:r>
            <w:r w:rsidRPr="00EF2F0E">
              <w:t>Δ</w:t>
            </w:r>
            <w:r w:rsidRPr="00EF2F0E">
              <w:rPr>
                <w:vertAlign w:val="subscript"/>
              </w:rPr>
              <w:t>minSENS</w:t>
            </w:r>
          </w:p>
          <w:p w14:paraId="09850820" w14:textId="77777777" w:rsidR="007038C6" w:rsidRPr="00EF2F0E" w:rsidRDefault="007038C6" w:rsidP="00A40339">
            <w:pPr>
              <w:pStyle w:val="TAC"/>
              <w:rPr>
                <w:szCs w:val="18"/>
              </w:rPr>
            </w:pPr>
            <w:r w:rsidRPr="00EF2F0E">
              <w:rPr>
                <w:szCs w:val="18"/>
              </w:rPr>
              <w:t>(NOTE 6)</w:t>
            </w:r>
          </w:p>
        </w:tc>
        <w:tc>
          <w:tcPr>
            <w:tcW w:w="2448" w:type="dxa"/>
            <w:shd w:val="clear" w:color="auto" w:fill="auto"/>
            <w:vAlign w:val="center"/>
          </w:tcPr>
          <w:p w14:paraId="09850821" w14:textId="77777777" w:rsidR="007038C6" w:rsidRPr="00EF2F0E" w:rsidRDefault="007038C6" w:rsidP="00A40339">
            <w:pPr>
              <w:pStyle w:val="TAC"/>
              <w:rPr>
                <w:szCs w:val="18"/>
              </w:rPr>
            </w:pPr>
            <w:r w:rsidRPr="00EF2F0E">
              <w:rPr>
                <w:szCs w:val="18"/>
                <w:lang w:eastAsia="ja-JP"/>
              </w:rPr>
              <w:t>EIS</w:t>
            </w:r>
            <w:r w:rsidRPr="00EF2F0E">
              <w:rPr>
                <w:szCs w:val="18"/>
                <w:vertAlign w:val="subscript"/>
                <w:lang w:eastAsia="ja-JP"/>
              </w:rPr>
              <w:t>minSENS</w:t>
            </w:r>
            <w:r w:rsidRPr="00EF2F0E">
              <w:rPr>
                <w:szCs w:val="18"/>
                <w:lang w:eastAsia="ja-JP"/>
              </w:rPr>
              <w:t xml:space="preserve"> + x dB </w:t>
            </w:r>
            <w:r w:rsidRPr="00EF2F0E">
              <w:rPr>
                <w:szCs w:val="18"/>
              </w:rPr>
              <w:t>(NOTE</w:t>
            </w:r>
            <w:r w:rsidRPr="00EF2F0E">
              <w:rPr>
                <w:lang w:eastAsia="ja-JP"/>
              </w:rPr>
              <w:t xml:space="preserve"> </w:t>
            </w:r>
            <w:r w:rsidRPr="00EF2F0E">
              <w:rPr>
                <w:szCs w:val="18"/>
              </w:rPr>
              <w:t>3, 5)</w:t>
            </w:r>
          </w:p>
        </w:tc>
        <w:tc>
          <w:tcPr>
            <w:tcW w:w="2054" w:type="dxa"/>
            <w:vMerge/>
            <w:shd w:val="clear" w:color="auto" w:fill="auto"/>
          </w:tcPr>
          <w:p w14:paraId="09850822" w14:textId="77777777" w:rsidR="007038C6" w:rsidRPr="00EF2F0E" w:rsidRDefault="007038C6" w:rsidP="00A40339">
            <w:pPr>
              <w:pStyle w:val="TAL"/>
              <w:rPr>
                <w:rFonts w:cs="Arial"/>
                <w:szCs w:val="18"/>
              </w:rPr>
            </w:pPr>
          </w:p>
        </w:tc>
      </w:tr>
      <w:tr w:rsidR="003401A4" w:rsidRPr="00EF2F0E" w14:paraId="09850829" w14:textId="77777777" w:rsidTr="00A40339">
        <w:trPr>
          <w:trHeight w:val="88"/>
          <w:jc w:val="center"/>
        </w:trPr>
        <w:tc>
          <w:tcPr>
            <w:tcW w:w="1755" w:type="dxa"/>
            <w:vMerge w:val="restart"/>
            <w:shd w:val="clear" w:color="auto" w:fill="auto"/>
          </w:tcPr>
          <w:p w14:paraId="09850824" w14:textId="77777777" w:rsidR="007038C6" w:rsidRPr="00EF2F0E" w:rsidRDefault="007038C6" w:rsidP="00A40339">
            <w:pPr>
              <w:pStyle w:val="TAL"/>
              <w:rPr>
                <w:rFonts w:cs="Arial"/>
                <w:szCs w:val="18"/>
              </w:rPr>
            </w:pPr>
            <w:r w:rsidRPr="00EF2F0E">
              <w:rPr>
                <w:rFonts w:cs="Arial"/>
                <w:szCs w:val="18"/>
              </w:rPr>
              <w:t>Local Area BS</w:t>
            </w:r>
          </w:p>
        </w:tc>
        <w:tc>
          <w:tcPr>
            <w:tcW w:w="2358" w:type="dxa"/>
            <w:shd w:val="clear" w:color="auto" w:fill="auto"/>
          </w:tcPr>
          <w:p w14:paraId="09850825" w14:textId="77777777" w:rsidR="007038C6" w:rsidRPr="00EF2F0E" w:rsidRDefault="007038C6" w:rsidP="00A40339">
            <w:pPr>
              <w:pStyle w:val="TAC"/>
              <w:rPr>
                <w:vertAlign w:val="subscript"/>
              </w:rPr>
            </w:pPr>
            <w:r w:rsidRPr="00EF2F0E">
              <w:rPr>
                <w:szCs w:val="18"/>
              </w:rPr>
              <w:t>-38 + y</w:t>
            </w:r>
            <w:r w:rsidRPr="00EF2F0E">
              <w:rPr>
                <w:szCs w:val="18"/>
                <w:lang w:eastAsia="ja-JP"/>
              </w:rPr>
              <w:t xml:space="preserve">- </w:t>
            </w:r>
            <w:r w:rsidRPr="00EF2F0E">
              <w:t>Δ</w:t>
            </w:r>
            <w:r w:rsidRPr="00EF2F0E">
              <w:rPr>
                <w:vertAlign w:val="subscript"/>
              </w:rPr>
              <w:t>OTAREFSENS</w:t>
            </w:r>
          </w:p>
          <w:p w14:paraId="09850826" w14:textId="77777777" w:rsidR="007038C6" w:rsidRPr="00EF2F0E" w:rsidRDefault="007038C6" w:rsidP="00A40339">
            <w:pPr>
              <w:pStyle w:val="TAC"/>
              <w:rPr>
                <w:szCs w:val="18"/>
              </w:rPr>
            </w:pPr>
            <w:r w:rsidRPr="00EF2F0E">
              <w:rPr>
                <w:szCs w:val="18"/>
              </w:rPr>
              <w:t>(NOTE 6)</w:t>
            </w:r>
          </w:p>
        </w:tc>
        <w:tc>
          <w:tcPr>
            <w:tcW w:w="2448" w:type="dxa"/>
            <w:shd w:val="clear" w:color="auto" w:fill="auto"/>
            <w:vAlign w:val="center"/>
          </w:tcPr>
          <w:p w14:paraId="09850827" w14:textId="77777777" w:rsidR="007038C6" w:rsidRPr="00EF2F0E" w:rsidRDefault="007038C6" w:rsidP="00A40339">
            <w:pPr>
              <w:pStyle w:val="TAC"/>
              <w:rPr>
                <w:szCs w:val="18"/>
              </w:rPr>
            </w:pPr>
            <w:r w:rsidRPr="00EF2F0E">
              <w:rPr>
                <w:szCs w:val="18"/>
              </w:rPr>
              <w:t>EIS</w:t>
            </w:r>
            <w:r w:rsidRPr="00EF2F0E">
              <w:rPr>
                <w:szCs w:val="18"/>
                <w:vertAlign w:val="subscript"/>
              </w:rPr>
              <w:t>REFSENS</w:t>
            </w:r>
            <w:r w:rsidRPr="00EF2F0E" w:rsidDel="00E01BA4">
              <w:rPr>
                <w:szCs w:val="18"/>
              </w:rPr>
              <w:t xml:space="preserve"> </w:t>
            </w:r>
            <w:r w:rsidRPr="00EF2F0E">
              <w:rPr>
                <w:szCs w:val="18"/>
              </w:rPr>
              <w:t>+x dB (NOTE</w:t>
            </w:r>
            <w:r w:rsidRPr="00EF2F0E">
              <w:rPr>
                <w:lang w:eastAsia="ja-JP"/>
              </w:rPr>
              <w:t xml:space="preserve"> </w:t>
            </w:r>
            <w:r w:rsidRPr="00EF2F0E">
              <w:rPr>
                <w:szCs w:val="18"/>
              </w:rPr>
              <w:t>4, 5)</w:t>
            </w:r>
          </w:p>
        </w:tc>
        <w:tc>
          <w:tcPr>
            <w:tcW w:w="2054" w:type="dxa"/>
            <w:vMerge/>
            <w:shd w:val="clear" w:color="auto" w:fill="auto"/>
          </w:tcPr>
          <w:p w14:paraId="09850828" w14:textId="77777777" w:rsidR="007038C6" w:rsidRPr="00EF2F0E" w:rsidRDefault="007038C6" w:rsidP="00A40339">
            <w:pPr>
              <w:pStyle w:val="TAL"/>
              <w:rPr>
                <w:rFonts w:cs="Arial"/>
                <w:szCs w:val="18"/>
              </w:rPr>
            </w:pPr>
          </w:p>
        </w:tc>
      </w:tr>
      <w:tr w:rsidR="003401A4" w:rsidRPr="00EF2F0E" w14:paraId="0985082F" w14:textId="77777777" w:rsidTr="00A40339">
        <w:trPr>
          <w:trHeight w:val="87"/>
          <w:jc w:val="center"/>
        </w:trPr>
        <w:tc>
          <w:tcPr>
            <w:tcW w:w="1755" w:type="dxa"/>
            <w:vMerge/>
            <w:shd w:val="clear" w:color="auto" w:fill="auto"/>
          </w:tcPr>
          <w:p w14:paraId="0985082A" w14:textId="77777777" w:rsidR="007038C6" w:rsidRPr="00EF2F0E" w:rsidRDefault="007038C6" w:rsidP="00A40339">
            <w:pPr>
              <w:pStyle w:val="TAL"/>
              <w:rPr>
                <w:rFonts w:cs="Arial"/>
                <w:szCs w:val="18"/>
              </w:rPr>
            </w:pPr>
          </w:p>
        </w:tc>
        <w:tc>
          <w:tcPr>
            <w:tcW w:w="2358" w:type="dxa"/>
            <w:shd w:val="clear" w:color="auto" w:fill="auto"/>
          </w:tcPr>
          <w:p w14:paraId="0985082B" w14:textId="77777777" w:rsidR="007038C6" w:rsidRPr="00EF2F0E" w:rsidRDefault="007038C6" w:rsidP="00A40339">
            <w:pPr>
              <w:pStyle w:val="TAC"/>
              <w:rPr>
                <w:vertAlign w:val="subscript"/>
              </w:rPr>
            </w:pPr>
            <w:r w:rsidRPr="00EF2F0E">
              <w:rPr>
                <w:szCs w:val="18"/>
              </w:rPr>
              <w:t xml:space="preserve">-38 + y </w:t>
            </w:r>
            <w:r w:rsidRPr="00EF2F0E">
              <w:rPr>
                <w:szCs w:val="18"/>
                <w:lang w:eastAsia="ja-JP"/>
              </w:rPr>
              <w:t xml:space="preserve">– </w:t>
            </w:r>
            <w:r w:rsidRPr="00EF2F0E">
              <w:t>Δ</w:t>
            </w:r>
            <w:r w:rsidRPr="00EF2F0E">
              <w:rPr>
                <w:vertAlign w:val="subscript"/>
              </w:rPr>
              <w:t>minSENS</w:t>
            </w:r>
          </w:p>
          <w:p w14:paraId="0985082C" w14:textId="77777777" w:rsidR="007038C6" w:rsidRPr="00EF2F0E" w:rsidRDefault="007038C6" w:rsidP="00A40339">
            <w:pPr>
              <w:pStyle w:val="TAC"/>
              <w:rPr>
                <w:szCs w:val="18"/>
              </w:rPr>
            </w:pPr>
            <w:r w:rsidRPr="00EF2F0E">
              <w:rPr>
                <w:szCs w:val="18"/>
              </w:rPr>
              <w:t>(NOTE 6)</w:t>
            </w:r>
          </w:p>
        </w:tc>
        <w:tc>
          <w:tcPr>
            <w:tcW w:w="2448" w:type="dxa"/>
            <w:shd w:val="clear" w:color="auto" w:fill="auto"/>
            <w:vAlign w:val="center"/>
          </w:tcPr>
          <w:p w14:paraId="0985082D" w14:textId="77777777" w:rsidR="007038C6" w:rsidRPr="00EF2F0E" w:rsidRDefault="007038C6" w:rsidP="00A40339">
            <w:pPr>
              <w:pStyle w:val="TAC"/>
              <w:rPr>
                <w:szCs w:val="18"/>
              </w:rPr>
            </w:pPr>
            <w:r w:rsidRPr="00EF2F0E">
              <w:rPr>
                <w:szCs w:val="18"/>
                <w:lang w:eastAsia="ja-JP"/>
              </w:rPr>
              <w:t>EIS</w:t>
            </w:r>
            <w:r w:rsidRPr="00EF2F0E">
              <w:rPr>
                <w:szCs w:val="18"/>
                <w:vertAlign w:val="subscript"/>
                <w:lang w:eastAsia="ja-JP"/>
              </w:rPr>
              <w:t>minSENS</w:t>
            </w:r>
            <w:r w:rsidRPr="00EF2F0E">
              <w:rPr>
                <w:szCs w:val="18"/>
                <w:lang w:eastAsia="ja-JP"/>
              </w:rPr>
              <w:t xml:space="preserve"> + x dB </w:t>
            </w:r>
            <w:r w:rsidRPr="00EF2F0E">
              <w:rPr>
                <w:szCs w:val="18"/>
              </w:rPr>
              <w:t>(NOTE</w:t>
            </w:r>
            <w:r w:rsidRPr="00EF2F0E">
              <w:rPr>
                <w:lang w:eastAsia="ja-JP"/>
              </w:rPr>
              <w:t xml:space="preserve"> 4, 5</w:t>
            </w:r>
            <w:r w:rsidRPr="00EF2F0E">
              <w:rPr>
                <w:szCs w:val="18"/>
              </w:rPr>
              <w:t>)</w:t>
            </w:r>
          </w:p>
        </w:tc>
        <w:tc>
          <w:tcPr>
            <w:tcW w:w="2054" w:type="dxa"/>
            <w:vMerge/>
            <w:shd w:val="clear" w:color="auto" w:fill="auto"/>
          </w:tcPr>
          <w:p w14:paraId="0985082E" w14:textId="77777777" w:rsidR="007038C6" w:rsidRPr="00EF2F0E" w:rsidRDefault="007038C6" w:rsidP="00A40339">
            <w:pPr>
              <w:pStyle w:val="TAL"/>
              <w:rPr>
                <w:rFonts w:cs="Arial"/>
                <w:szCs w:val="18"/>
              </w:rPr>
            </w:pPr>
          </w:p>
        </w:tc>
      </w:tr>
      <w:tr w:rsidR="007038C6" w:rsidRPr="00EF2F0E" w14:paraId="09850836" w14:textId="77777777" w:rsidTr="007853C3">
        <w:trPr>
          <w:trHeight w:val="87"/>
          <w:jc w:val="center"/>
        </w:trPr>
        <w:tc>
          <w:tcPr>
            <w:tcW w:w="8615" w:type="dxa"/>
            <w:gridSpan w:val="4"/>
            <w:shd w:val="clear" w:color="auto" w:fill="auto"/>
          </w:tcPr>
          <w:p w14:paraId="09850830" w14:textId="77777777" w:rsidR="007038C6" w:rsidRPr="00EF2F0E" w:rsidRDefault="007038C6" w:rsidP="007038C6">
            <w:pPr>
              <w:pStyle w:val="TAN"/>
            </w:pPr>
            <w:r w:rsidRPr="00EF2F0E">
              <w:rPr>
                <w:lang w:eastAsia="ja-JP"/>
              </w:rPr>
              <w:t>NOTE 1:</w:t>
            </w:r>
            <w:r w:rsidRPr="00EF2F0E">
              <w:rPr>
                <w:lang w:eastAsia="ja-JP"/>
              </w:rPr>
              <w:tab/>
              <w:t>EIS</w:t>
            </w:r>
            <w:r w:rsidRPr="00EF2F0E">
              <w:rPr>
                <w:vertAlign w:val="subscript"/>
                <w:lang w:eastAsia="ja-JP"/>
              </w:rPr>
              <w:t>REFSENS</w:t>
            </w:r>
            <w:r w:rsidRPr="00EF2F0E">
              <w:rPr>
                <w:lang w:eastAsia="ja-JP"/>
              </w:rPr>
              <w:t xml:space="preserve"> and EIS</w:t>
            </w:r>
            <w:r w:rsidRPr="00EF2F0E">
              <w:rPr>
                <w:vertAlign w:val="subscript"/>
                <w:lang w:eastAsia="ja-JP"/>
              </w:rPr>
              <w:t>minSENS</w:t>
            </w:r>
            <w:r w:rsidRPr="00EF2F0E">
              <w:rPr>
                <w:lang w:eastAsia="ja-JP"/>
              </w:rPr>
              <w:t xml:space="preserve"> depend on the RAT, the BS class and on the </w:t>
            </w:r>
            <w:r w:rsidRPr="00EF2F0E">
              <w:rPr>
                <w:i/>
                <w:lang w:eastAsia="ja-JP"/>
              </w:rPr>
              <w:t>channel bandwidth</w:t>
            </w:r>
            <w:r w:rsidRPr="00EF2F0E">
              <w:rPr>
                <w:lang w:eastAsia="ja-JP"/>
              </w:rPr>
              <w:t>, see subclauses 10.3 and 10.2.</w:t>
            </w:r>
          </w:p>
          <w:p w14:paraId="09850831" w14:textId="77777777" w:rsidR="007038C6" w:rsidRPr="00EF2F0E" w:rsidRDefault="007038C6" w:rsidP="007038C6">
            <w:pPr>
              <w:pStyle w:val="TAN"/>
              <w:rPr>
                <w:rFonts w:cs="Arial"/>
              </w:rPr>
            </w:pPr>
            <w:r w:rsidRPr="00EF2F0E">
              <w:rPr>
                <w:rFonts w:cs="Arial"/>
              </w:rPr>
              <w:t>NOTE 2:</w:t>
            </w:r>
            <w:r w:rsidRPr="00EF2F0E">
              <w:rPr>
                <w:rFonts w:cs="Arial"/>
              </w:rPr>
              <w:tab/>
              <w:t xml:space="preserve">For WA BS not supporting NR, </w:t>
            </w:r>
            <w:r w:rsidR="003401A4" w:rsidRPr="00EF2F0E">
              <w:rPr>
                <w:rFonts w:cs="Arial"/>
              </w:rPr>
              <w:t>"</w:t>
            </w:r>
            <w:r w:rsidRPr="00EF2F0E">
              <w:rPr>
                <w:rFonts w:cs="Arial"/>
              </w:rPr>
              <w:t>x</w:t>
            </w:r>
            <w:r w:rsidR="003401A4" w:rsidRPr="00EF2F0E">
              <w:rPr>
                <w:rFonts w:cs="Arial"/>
              </w:rPr>
              <w:t>"</w:t>
            </w:r>
            <w:r w:rsidRPr="00EF2F0E">
              <w:rPr>
                <w:rFonts w:cs="Arial"/>
              </w:rPr>
              <w:t xml:space="preserve"> is equal to 6 in case of E-UTRA or UTRA wanted signals. </w:t>
            </w:r>
          </w:p>
          <w:p w14:paraId="09850832" w14:textId="77777777" w:rsidR="007038C6" w:rsidRPr="00EF2F0E" w:rsidRDefault="007038C6" w:rsidP="007038C6">
            <w:pPr>
              <w:pStyle w:val="TAN"/>
              <w:rPr>
                <w:rFonts w:cs="Arial"/>
              </w:rPr>
            </w:pPr>
            <w:r w:rsidRPr="00EF2F0E">
              <w:rPr>
                <w:rFonts w:cs="Arial"/>
              </w:rPr>
              <w:t>NOTE 3:</w:t>
            </w:r>
            <w:r w:rsidRPr="00EF2F0E">
              <w:rPr>
                <w:rFonts w:cs="Arial"/>
              </w:rPr>
              <w:tab/>
              <w:t xml:space="preserve">For MR BS not supporting NR, </w:t>
            </w:r>
            <w:r w:rsidR="003401A4" w:rsidRPr="00EF2F0E">
              <w:rPr>
                <w:rFonts w:cs="Arial"/>
              </w:rPr>
              <w:t>"</w:t>
            </w:r>
            <w:r w:rsidRPr="00EF2F0E">
              <w:rPr>
                <w:rFonts w:cs="Arial"/>
              </w:rPr>
              <w:t>x</w:t>
            </w:r>
            <w:r w:rsidR="003401A4" w:rsidRPr="00EF2F0E">
              <w:rPr>
                <w:rFonts w:cs="Arial"/>
              </w:rPr>
              <w:t>"</w:t>
            </w:r>
            <w:r w:rsidRPr="00EF2F0E">
              <w:rPr>
                <w:rFonts w:cs="Arial"/>
              </w:rPr>
              <w:t xml:space="preserve"> is equal to 6 in case of UTRA wanted signals, 9 in case of E-UTRA wanted signal. </w:t>
            </w:r>
          </w:p>
          <w:p w14:paraId="09850833" w14:textId="77777777" w:rsidR="007038C6" w:rsidRPr="00EF2F0E" w:rsidRDefault="007038C6" w:rsidP="007038C6">
            <w:pPr>
              <w:pStyle w:val="TAN"/>
              <w:rPr>
                <w:rFonts w:cs="Arial"/>
              </w:rPr>
            </w:pPr>
            <w:r w:rsidRPr="00EF2F0E">
              <w:rPr>
                <w:rFonts w:cs="Arial"/>
              </w:rPr>
              <w:t>NOTE 4:</w:t>
            </w:r>
            <w:r w:rsidRPr="00EF2F0E">
              <w:rPr>
                <w:rFonts w:cs="Arial"/>
              </w:rPr>
              <w:tab/>
              <w:t xml:space="preserve">For LA BS not supporting NR, </w:t>
            </w:r>
            <w:r w:rsidR="003401A4" w:rsidRPr="00EF2F0E">
              <w:rPr>
                <w:rFonts w:cs="Arial"/>
              </w:rPr>
              <w:t>"</w:t>
            </w:r>
            <w:r w:rsidRPr="00EF2F0E">
              <w:rPr>
                <w:rFonts w:cs="Arial"/>
              </w:rPr>
              <w:t>x</w:t>
            </w:r>
            <w:r w:rsidR="003401A4" w:rsidRPr="00EF2F0E">
              <w:rPr>
                <w:rFonts w:cs="Arial"/>
              </w:rPr>
              <w:t>"</w:t>
            </w:r>
            <w:r w:rsidRPr="00EF2F0E">
              <w:rPr>
                <w:rFonts w:cs="Arial"/>
              </w:rPr>
              <w:t xml:space="preserve"> is equal to 12 in case of E-UTRA wanted signals, 6</w:t>
            </w:r>
            <w:r w:rsidRPr="00EF2F0E">
              <w:rPr>
                <w:rFonts w:eastAsia="SimSun" w:cs="Arial"/>
                <w:lang w:eastAsia="zh-CN"/>
              </w:rPr>
              <w:t xml:space="preserve"> </w:t>
            </w:r>
            <w:r w:rsidRPr="00EF2F0E">
              <w:rPr>
                <w:rFonts w:cs="Arial"/>
              </w:rPr>
              <w:t xml:space="preserve">in case of UTRA wanted signal. </w:t>
            </w:r>
          </w:p>
          <w:p w14:paraId="09850834" w14:textId="77777777" w:rsidR="007038C6" w:rsidRPr="00EF2F0E" w:rsidRDefault="007038C6" w:rsidP="007038C6">
            <w:pPr>
              <w:pStyle w:val="TAN"/>
            </w:pPr>
            <w:r w:rsidRPr="00EF2F0E">
              <w:t>NOTE 5:</w:t>
            </w:r>
            <w:r w:rsidRPr="00EF2F0E">
              <w:rPr>
                <w:rFonts w:cs="Arial"/>
              </w:rPr>
              <w:tab/>
            </w:r>
            <w:r w:rsidRPr="00EF2F0E">
              <w:t>For a BS supporting NR and not supporting UTRA, x is equal to 6.</w:t>
            </w:r>
          </w:p>
          <w:p w14:paraId="09850835" w14:textId="77777777" w:rsidR="007038C6" w:rsidRPr="00EF2F0E" w:rsidRDefault="007038C6" w:rsidP="007038C6">
            <w:pPr>
              <w:pStyle w:val="TAN"/>
              <w:rPr>
                <w:rFonts w:cs="Arial"/>
                <w:szCs w:val="18"/>
              </w:rPr>
            </w:pPr>
            <w:r w:rsidRPr="00EF2F0E">
              <w:rPr>
                <w:rFonts w:cs="Arial"/>
              </w:rPr>
              <w:t>NOTE 6:</w:t>
            </w:r>
            <w:r w:rsidRPr="00EF2F0E">
              <w:rPr>
                <w:rFonts w:cs="Arial"/>
              </w:rPr>
              <w:tab/>
            </w:r>
            <w:r w:rsidRPr="00EF2F0E">
              <w:t xml:space="preserve">For a BS not supporting NR, </w:t>
            </w:r>
            <w:r w:rsidR="003401A4" w:rsidRPr="00EF2F0E">
              <w:rPr>
                <w:rFonts w:cs="Arial"/>
              </w:rPr>
              <w:t>"</w:t>
            </w:r>
            <w:r w:rsidRPr="00EF2F0E">
              <w:t>y</w:t>
            </w:r>
            <w:r w:rsidR="003401A4" w:rsidRPr="00EF2F0E">
              <w:rPr>
                <w:rFonts w:cs="Arial"/>
              </w:rPr>
              <w:t>"</w:t>
            </w:r>
            <w:r w:rsidRPr="00EF2F0E">
              <w:t xml:space="preserve"> is equal to zero for all BS classes. For a BS that supports NR and supporting UTRA; </w:t>
            </w:r>
            <w:r w:rsidR="003401A4" w:rsidRPr="00EF2F0E">
              <w:rPr>
                <w:rFonts w:cs="Arial"/>
              </w:rPr>
              <w:t>"</w:t>
            </w:r>
            <w:r w:rsidRPr="00EF2F0E">
              <w:t>y</w:t>
            </w:r>
            <w:r w:rsidR="003401A4" w:rsidRPr="00EF2F0E">
              <w:rPr>
                <w:rFonts w:cs="Arial"/>
              </w:rPr>
              <w:t>"</w:t>
            </w:r>
            <w:r w:rsidRPr="00EF2F0E">
              <w:t xml:space="preserve"> is equal to -4 for the WA BS class, -3 for the MR BS class and -6 for the LA BS class</w:t>
            </w:r>
          </w:p>
        </w:tc>
      </w:tr>
    </w:tbl>
    <w:p w14:paraId="09850837" w14:textId="77777777" w:rsidR="00B15E99" w:rsidRPr="00EF2F0E" w:rsidRDefault="00B15E99" w:rsidP="00A40339"/>
    <w:p w14:paraId="09850838" w14:textId="77777777" w:rsidR="00B15E99" w:rsidRPr="00EF2F0E" w:rsidRDefault="00B15E99" w:rsidP="00A40339">
      <w:pPr>
        <w:pStyle w:val="TH"/>
      </w:pPr>
      <w:r w:rsidRPr="00EF2F0E">
        <w:t xml:space="preserve">Table 10.8.2.1-2: Interfering signals for 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809"/>
        <w:gridCol w:w="3148"/>
        <w:gridCol w:w="2685"/>
      </w:tblGrid>
      <w:tr w:rsidR="003401A4" w:rsidRPr="00EF2F0E" w14:paraId="0985083C" w14:textId="77777777" w:rsidTr="007038C6">
        <w:trPr>
          <w:tblHeader/>
          <w:jc w:val="center"/>
        </w:trPr>
        <w:tc>
          <w:tcPr>
            <w:tcW w:w="1809" w:type="dxa"/>
            <w:shd w:val="clear" w:color="auto" w:fill="auto"/>
          </w:tcPr>
          <w:p w14:paraId="09850839" w14:textId="77777777" w:rsidR="007038C6" w:rsidRPr="00EF2F0E" w:rsidRDefault="007038C6" w:rsidP="007853C3">
            <w:pPr>
              <w:pStyle w:val="TAH"/>
            </w:pPr>
            <w:r w:rsidRPr="00EF2F0E">
              <w:t xml:space="preserve">RAT of the carrier adjacent to the upper/lower </w:t>
            </w:r>
            <w:r w:rsidRPr="00EF2F0E">
              <w:rPr>
                <w:i/>
              </w:rPr>
              <w:t>Base Station RF Bandwidth</w:t>
            </w:r>
            <w:r w:rsidRPr="00EF2F0E">
              <w:t xml:space="preserve"> edge</w:t>
            </w:r>
          </w:p>
        </w:tc>
        <w:tc>
          <w:tcPr>
            <w:tcW w:w="3148" w:type="dxa"/>
            <w:shd w:val="clear" w:color="auto" w:fill="auto"/>
          </w:tcPr>
          <w:p w14:paraId="0985083A" w14:textId="77777777" w:rsidR="007038C6" w:rsidRPr="00EF2F0E" w:rsidRDefault="007038C6" w:rsidP="007853C3">
            <w:pPr>
              <w:pStyle w:val="TAH"/>
            </w:pPr>
            <w:r w:rsidRPr="00EF2F0E">
              <w:t xml:space="preserve">Interfering signal centre frequency offset from the </w:t>
            </w:r>
            <w:r w:rsidRPr="00EF2F0E">
              <w:rPr>
                <w:i/>
              </w:rPr>
              <w:t>Base Station RF Bandwidth edge</w:t>
            </w:r>
            <w:r w:rsidRPr="00EF2F0E">
              <w:t xml:space="preserve"> [MHz]</w:t>
            </w:r>
          </w:p>
        </w:tc>
        <w:tc>
          <w:tcPr>
            <w:tcW w:w="2685" w:type="dxa"/>
            <w:shd w:val="clear" w:color="auto" w:fill="auto"/>
          </w:tcPr>
          <w:p w14:paraId="0985083B" w14:textId="77777777" w:rsidR="007038C6" w:rsidRPr="00EF2F0E" w:rsidRDefault="007038C6" w:rsidP="007853C3">
            <w:pPr>
              <w:pStyle w:val="TAH"/>
            </w:pPr>
            <w:r w:rsidRPr="00EF2F0E">
              <w:t>Type of interfering signal</w:t>
            </w:r>
          </w:p>
        </w:tc>
      </w:tr>
      <w:tr w:rsidR="003401A4" w:rsidRPr="00EF2F0E" w14:paraId="09850840" w14:textId="77777777" w:rsidTr="007038C6">
        <w:trPr>
          <w:tblHeader/>
          <w:jc w:val="center"/>
        </w:trPr>
        <w:tc>
          <w:tcPr>
            <w:tcW w:w="1809" w:type="dxa"/>
            <w:vMerge w:val="restart"/>
            <w:shd w:val="clear" w:color="auto" w:fill="auto"/>
            <w:vAlign w:val="center"/>
          </w:tcPr>
          <w:p w14:paraId="0985083D" w14:textId="77777777" w:rsidR="007038C6" w:rsidRPr="00EF2F0E" w:rsidRDefault="007038C6" w:rsidP="007038C6">
            <w:pPr>
              <w:pStyle w:val="TAL"/>
            </w:pPr>
            <w:r w:rsidRPr="00EF2F0E">
              <w:t>E-UTRA 1.4 MHz</w:t>
            </w:r>
          </w:p>
        </w:tc>
        <w:tc>
          <w:tcPr>
            <w:tcW w:w="3148" w:type="dxa"/>
            <w:shd w:val="clear" w:color="auto" w:fill="auto"/>
          </w:tcPr>
          <w:p w14:paraId="0985083E" w14:textId="77777777" w:rsidR="007038C6" w:rsidRPr="00EF2F0E" w:rsidRDefault="007038C6" w:rsidP="007038C6">
            <w:pPr>
              <w:pStyle w:val="TAL"/>
            </w:pPr>
            <w:r w:rsidRPr="00EF2F0E">
              <w:t xml:space="preserve">±2,0 (BC1 and BC3) / </w:t>
            </w:r>
            <w:r w:rsidRPr="00EF2F0E">
              <w:br/>
              <w:t>±2,1 (BC2)</w:t>
            </w:r>
          </w:p>
        </w:tc>
        <w:tc>
          <w:tcPr>
            <w:tcW w:w="2685" w:type="dxa"/>
            <w:shd w:val="clear" w:color="auto" w:fill="auto"/>
          </w:tcPr>
          <w:p w14:paraId="0985083F" w14:textId="77777777" w:rsidR="007038C6" w:rsidRPr="00EF2F0E" w:rsidRDefault="007038C6" w:rsidP="007038C6">
            <w:pPr>
              <w:pStyle w:val="TAL"/>
            </w:pPr>
            <w:r w:rsidRPr="00EF2F0E">
              <w:t>CW</w:t>
            </w:r>
          </w:p>
        </w:tc>
      </w:tr>
      <w:tr w:rsidR="003401A4" w:rsidRPr="00EF2F0E" w14:paraId="09850844" w14:textId="77777777" w:rsidTr="007038C6">
        <w:trPr>
          <w:tblHeader/>
          <w:jc w:val="center"/>
        </w:trPr>
        <w:tc>
          <w:tcPr>
            <w:tcW w:w="1809" w:type="dxa"/>
            <w:vMerge/>
            <w:shd w:val="clear" w:color="auto" w:fill="auto"/>
            <w:vAlign w:val="center"/>
          </w:tcPr>
          <w:p w14:paraId="09850841" w14:textId="77777777" w:rsidR="007038C6" w:rsidRPr="00EF2F0E" w:rsidRDefault="007038C6" w:rsidP="007038C6">
            <w:pPr>
              <w:pStyle w:val="TAL"/>
            </w:pPr>
          </w:p>
        </w:tc>
        <w:tc>
          <w:tcPr>
            <w:tcW w:w="3148" w:type="dxa"/>
            <w:shd w:val="clear" w:color="auto" w:fill="auto"/>
          </w:tcPr>
          <w:p w14:paraId="09850842" w14:textId="77777777" w:rsidR="007038C6" w:rsidRPr="00EF2F0E" w:rsidRDefault="007038C6" w:rsidP="007038C6">
            <w:pPr>
              <w:pStyle w:val="TAL"/>
            </w:pPr>
            <w:r w:rsidRPr="00EF2F0E">
              <w:t>±4,9</w:t>
            </w:r>
          </w:p>
        </w:tc>
        <w:tc>
          <w:tcPr>
            <w:tcW w:w="2685" w:type="dxa"/>
            <w:shd w:val="clear" w:color="auto" w:fill="auto"/>
          </w:tcPr>
          <w:p w14:paraId="09850843" w14:textId="77777777" w:rsidR="007038C6" w:rsidRPr="00EF2F0E" w:rsidRDefault="007038C6" w:rsidP="007038C6">
            <w:pPr>
              <w:pStyle w:val="TAL"/>
            </w:pPr>
            <w:r w:rsidRPr="00EF2F0E">
              <w:t>1,4 MHz E-UTRA signal</w:t>
            </w:r>
          </w:p>
        </w:tc>
      </w:tr>
      <w:tr w:rsidR="003401A4" w:rsidRPr="00EF2F0E" w14:paraId="09850848" w14:textId="77777777" w:rsidTr="007038C6">
        <w:trPr>
          <w:tblHeader/>
          <w:jc w:val="center"/>
        </w:trPr>
        <w:tc>
          <w:tcPr>
            <w:tcW w:w="1809" w:type="dxa"/>
            <w:vMerge w:val="restart"/>
            <w:shd w:val="clear" w:color="auto" w:fill="auto"/>
            <w:vAlign w:val="center"/>
          </w:tcPr>
          <w:p w14:paraId="09850845" w14:textId="77777777" w:rsidR="007038C6" w:rsidRPr="00EF2F0E" w:rsidRDefault="007038C6" w:rsidP="007038C6">
            <w:pPr>
              <w:pStyle w:val="TAL"/>
            </w:pPr>
            <w:r w:rsidRPr="00EF2F0E">
              <w:t>E-UTRA 3 MHz</w:t>
            </w:r>
          </w:p>
        </w:tc>
        <w:tc>
          <w:tcPr>
            <w:tcW w:w="3148" w:type="dxa"/>
            <w:shd w:val="clear" w:color="auto" w:fill="auto"/>
          </w:tcPr>
          <w:p w14:paraId="09850846" w14:textId="77777777" w:rsidR="007038C6" w:rsidRPr="00EF2F0E" w:rsidRDefault="007038C6" w:rsidP="007038C6">
            <w:pPr>
              <w:pStyle w:val="TAL"/>
            </w:pPr>
            <w:r w:rsidRPr="00EF2F0E">
              <w:t xml:space="preserve">±4,4 (BC1 and BC3) / </w:t>
            </w:r>
            <w:r w:rsidRPr="00EF2F0E">
              <w:br/>
              <w:t>±4,5 (BC2)</w:t>
            </w:r>
          </w:p>
        </w:tc>
        <w:tc>
          <w:tcPr>
            <w:tcW w:w="2685" w:type="dxa"/>
            <w:shd w:val="clear" w:color="auto" w:fill="auto"/>
          </w:tcPr>
          <w:p w14:paraId="09850847" w14:textId="77777777" w:rsidR="007038C6" w:rsidRPr="00EF2F0E" w:rsidRDefault="007038C6" w:rsidP="007038C6">
            <w:pPr>
              <w:pStyle w:val="TAL"/>
            </w:pPr>
            <w:r w:rsidRPr="00EF2F0E">
              <w:t>CW</w:t>
            </w:r>
          </w:p>
        </w:tc>
      </w:tr>
      <w:tr w:rsidR="003401A4" w:rsidRPr="00EF2F0E" w14:paraId="0985084C" w14:textId="77777777" w:rsidTr="007038C6">
        <w:trPr>
          <w:tblHeader/>
          <w:jc w:val="center"/>
        </w:trPr>
        <w:tc>
          <w:tcPr>
            <w:tcW w:w="1809" w:type="dxa"/>
            <w:vMerge/>
            <w:shd w:val="clear" w:color="auto" w:fill="auto"/>
            <w:vAlign w:val="center"/>
          </w:tcPr>
          <w:p w14:paraId="09850849" w14:textId="77777777" w:rsidR="007038C6" w:rsidRPr="00EF2F0E" w:rsidRDefault="007038C6" w:rsidP="007038C6">
            <w:pPr>
              <w:pStyle w:val="TAL"/>
            </w:pPr>
          </w:p>
        </w:tc>
        <w:tc>
          <w:tcPr>
            <w:tcW w:w="3148" w:type="dxa"/>
            <w:shd w:val="clear" w:color="auto" w:fill="auto"/>
          </w:tcPr>
          <w:p w14:paraId="0985084A" w14:textId="77777777" w:rsidR="007038C6" w:rsidRPr="00EF2F0E" w:rsidRDefault="007038C6" w:rsidP="007038C6">
            <w:pPr>
              <w:pStyle w:val="TAL"/>
            </w:pPr>
            <w:r w:rsidRPr="00EF2F0E">
              <w:t>±10,5</w:t>
            </w:r>
          </w:p>
        </w:tc>
        <w:tc>
          <w:tcPr>
            <w:tcW w:w="2685" w:type="dxa"/>
            <w:shd w:val="clear" w:color="auto" w:fill="auto"/>
          </w:tcPr>
          <w:p w14:paraId="0985084B" w14:textId="77777777" w:rsidR="007038C6" w:rsidRPr="00EF2F0E" w:rsidRDefault="007038C6" w:rsidP="007038C6">
            <w:pPr>
              <w:pStyle w:val="TAL"/>
            </w:pPr>
            <w:r w:rsidRPr="00EF2F0E">
              <w:t>3 MHz E-UTRA signal</w:t>
            </w:r>
          </w:p>
        </w:tc>
      </w:tr>
      <w:tr w:rsidR="003401A4" w:rsidRPr="00EF2F0E" w14:paraId="09850850" w14:textId="77777777" w:rsidTr="007038C6">
        <w:trPr>
          <w:tblHeader/>
          <w:jc w:val="center"/>
        </w:trPr>
        <w:tc>
          <w:tcPr>
            <w:tcW w:w="1809" w:type="dxa"/>
            <w:vMerge w:val="restart"/>
            <w:shd w:val="clear" w:color="auto" w:fill="auto"/>
            <w:vAlign w:val="center"/>
          </w:tcPr>
          <w:p w14:paraId="0985084D" w14:textId="77777777" w:rsidR="007038C6" w:rsidRPr="00EF2F0E" w:rsidRDefault="007038C6" w:rsidP="007038C6">
            <w:pPr>
              <w:pStyle w:val="TAL"/>
              <w:rPr>
                <w:lang w:val="sv-SE"/>
              </w:rPr>
            </w:pPr>
            <w:r w:rsidRPr="00EF2F0E">
              <w:rPr>
                <w:lang w:val="sv-SE"/>
              </w:rPr>
              <w:t xml:space="preserve">UTRA FDD and </w:t>
            </w:r>
            <w:r w:rsidRPr="00EF2F0E">
              <w:rPr>
                <w:lang w:val="sv-SE"/>
              </w:rPr>
              <w:br/>
              <w:t>E-UTRA 5 MHz</w:t>
            </w:r>
          </w:p>
        </w:tc>
        <w:tc>
          <w:tcPr>
            <w:tcW w:w="3148" w:type="dxa"/>
            <w:shd w:val="clear" w:color="auto" w:fill="auto"/>
          </w:tcPr>
          <w:p w14:paraId="0985084E" w14:textId="77777777" w:rsidR="007038C6" w:rsidRPr="00EF2F0E" w:rsidRDefault="007038C6" w:rsidP="007038C6">
            <w:pPr>
              <w:pStyle w:val="TAL"/>
            </w:pPr>
            <w:r w:rsidRPr="00EF2F0E">
              <w:t>±7,5</w:t>
            </w:r>
          </w:p>
        </w:tc>
        <w:tc>
          <w:tcPr>
            <w:tcW w:w="2685" w:type="dxa"/>
            <w:shd w:val="clear" w:color="auto" w:fill="auto"/>
          </w:tcPr>
          <w:p w14:paraId="0985084F" w14:textId="77777777" w:rsidR="007038C6" w:rsidRPr="00EF2F0E" w:rsidRDefault="007038C6" w:rsidP="007038C6">
            <w:pPr>
              <w:pStyle w:val="TAL"/>
            </w:pPr>
            <w:r w:rsidRPr="00EF2F0E">
              <w:t>CW</w:t>
            </w:r>
          </w:p>
        </w:tc>
      </w:tr>
      <w:tr w:rsidR="003401A4" w:rsidRPr="00EF2F0E" w14:paraId="09850854" w14:textId="77777777" w:rsidTr="007038C6">
        <w:trPr>
          <w:tblHeader/>
          <w:jc w:val="center"/>
        </w:trPr>
        <w:tc>
          <w:tcPr>
            <w:tcW w:w="1809" w:type="dxa"/>
            <w:vMerge/>
            <w:shd w:val="clear" w:color="auto" w:fill="auto"/>
            <w:vAlign w:val="center"/>
          </w:tcPr>
          <w:p w14:paraId="09850851" w14:textId="77777777" w:rsidR="007038C6" w:rsidRPr="00EF2F0E" w:rsidRDefault="007038C6" w:rsidP="007038C6">
            <w:pPr>
              <w:pStyle w:val="TAL"/>
            </w:pPr>
          </w:p>
        </w:tc>
        <w:tc>
          <w:tcPr>
            <w:tcW w:w="3148" w:type="dxa"/>
            <w:shd w:val="clear" w:color="auto" w:fill="auto"/>
          </w:tcPr>
          <w:p w14:paraId="09850852" w14:textId="77777777" w:rsidR="007038C6" w:rsidRPr="00EF2F0E" w:rsidRDefault="007038C6" w:rsidP="007038C6">
            <w:pPr>
              <w:pStyle w:val="TAL"/>
            </w:pPr>
            <w:r w:rsidRPr="00EF2F0E">
              <w:t>±17,5</w:t>
            </w:r>
          </w:p>
        </w:tc>
        <w:tc>
          <w:tcPr>
            <w:tcW w:w="2685" w:type="dxa"/>
            <w:shd w:val="clear" w:color="auto" w:fill="auto"/>
          </w:tcPr>
          <w:p w14:paraId="09850853" w14:textId="77777777" w:rsidR="007038C6" w:rsidRPr="00EF2F0E" w:rsidRDefault="007038C6" w:rsidP="007038C6">
            <w:pPr>
              <w:pStyle w:val="TAL"/>
            </w:pPr>
            <w:r w:rsidRPr="00EF2F0E">
              <w:t>5 MHz E-UTRA signal</w:t>
            </w:r>
          </w:p>
        </w:tc>
      </w:tr>
      <w:tr w:rsidR="003401A4" w:rsidRPr="00EF2F0E" w14:paraId="09850858" w14:textId="77777777" w:rsidTr="007038C6">
        <w:trPr>
          <w:tblHeader/>
          <w:jc w:val="center"/>
        </w:trPr>
        <w:tc>
          <w:tcPr>
            <w:tcW w:w="1809" w:type="dxa"/>
            <w:vMerge w:val="restart"/>
            <w:shd w:val="clear" w:color="auto" w:fill="auto"/>
            <w:vAlign w:val="center"/>
          </w:tcPr>
          <w:p w14:paraId="09850855" w14:textId="77777777" w:rsidR="007038C6" w:rsidRPr="00EF2F0E" w:rsidRDefault="007038C6" w:rsidP="007038C6">
            <w:pPr>
              <w:pStyle w:val="TAL"/>
            </w:pPr>
            <w:r w:rsidRPr="00EF2F0E">
              <w:t>E-UTRA 10 MHz</w:t>
            </w:r>
          </w:p>
        </w:tc>
        <w:tc>
          <w:tcPr>
            <w:tcW w:w="3148" w:type="dxa"/>
            <w:shd w:val="clear" w:color="auto" w:fill="auto"/>
          </w:tcPr>
          <w:p w14:paraId="09850856" w14:textId="77777777" w:rsidR="007038C6" w:rsidRPr="00EF2F0E" w:rsidRDefault="007038C6" w:rsidP="007038C6">
            <w:pPr>
              <w:pStyle w:val="TAL"/>
            </w:pPr>
            <w:r w:rsidRPr="00EF2F0E">
              <w:t>±7,375</w:t>
            </w:r>
          </w:p>
        </w:tc>
        <w:tc>
          <w:tcPr>
            <w:tcW w:w="2685" w:type="dxa"/>
            <w:shd w:val="clear" w:color="auto" w:fill="auto"/>
          </w:tcPr>
          <w:p w14:paraId="09850857" w14:textId="77777777" w:rsidR="007038C6" w:rsidRPr="00EF2F0E" w:rsidRDefault="007038C6" w:rsidP="007038C6">
            <w:pPr>
              <w:pStyle w:val="TAL"/>
            </w:pPr>
            <w:r w:rsidRPr="00EF2F0E">
              <w:t>CW</w:t>
            </w:r>
          </w:p>
        </w:tc>
      </w:tr>
      <w:tr w:rsidR="003401A4" w:rsidRPr="00EF2F0E" w14:paraId="0985085C" w14:textId="77777777" w:rsidTr="007038C6">
        <w:trPr>
          <w:tblHeader/>
          <w:jc w:val="center"/>
        </w:trPr>
        <w:tc>
          <w:tcPr>
            <w:tcW w:w="1809" w:type="dxa"/>
            <w:vMerge/>
            <w:shd w:val="clear" w:color="auto" w:fill="auto"/>
            <w:vAlign w:val="center"/>
          </w:tcPr>
          <w:p w14:paraId="09850859" w14:textId="77777777" w:rsidR="007038C6" w:rsidRPr="00EF2F0E" w:rsidRDefault="007038C6" w:rsidP="007038C6">
            <w:pPr>
              <w:pStyle w:val="TAL"/>
            </w:pPr>
          </w:p>
        </w:tc>
        <w:tc>
          <w:tcPr>
            <w:tcW w:w="3148" w:type="dxa"/>
            <w:shd w:val="clear" w:color="auto" w:fill="auto"/>
          </w:tcPr>
          <w:p w14:paraId="0985085A" w14:textId="77777777" w:rsidR="007038C6" w:rsidRPr="00EF2F0E" w:rsidRDefault="007038C6" w:rsidP="007038C6">
            <w:pPr>
              <w:pStyle w:val="TAL"/>
            </w:pPr>
            <w:r w:rsidRPr="00EF2F0E">
              <w:t>±17,5</w:t>
            </w:r>
          </w:p>
        </w:tc>
        <w:tc>
          <w:tcPr>
            <w:tcW w:w="2685" w:type="dxa"/>
            <w:shd w:val="clear" w:color="auto" w:fill="auto"/>
          </w:tcPr>
          <w:p w14:paraId="0985085B" w14:textId="77777777" w:rsidR="007038C6" w:rsidRPr="00EF2F0E" w:rsidRDefault="007038C6" w:rsidP="007038C6">
            <w:pPr>
              <w:pStyle w:val="TAL"/>
            </w:pPr>
            <w:r w:rsidRPr="00EF2F0E">
              <w:t>5 MHz E-UTRA signal</w:t>
            </w:r>
          </w:p>
        </w:tc>
      </w:tr>
      <w:tr w:rsidR="003401A4" w:rsidRPr="00EF2F0E" w14:paraId="09850860" w14:textId="77777777" w:rsidTr="007038C6">
        <w:trPr>
          <w:tblHeader/>
          <w:jc w:val="center"/>
        </w:trPr>
        <w:tc>
          <w:tcPr>
            <w:tcW w:w="1809" w:type="dxa"/>
            <w:vMerge w:val="restart"/>
            <w:shd w:val="clear" w:color="auto" w:fill="auto"/>
            <w:vAlign w:val="center"/>
          </w:tcPr>
          <w:p w14:paraId="0985085D" w14:textId="77777777" w:rsidR="007038C6" w:rsidRPr="00EF2F0E" w:rsidRDefault="007038C6" w:rsidP="007038C6">
            <w:pPr>
              <w:pStyle w:val="TAL"/>
            </w:pPr>
            <w:r w:rsidRPr="00EF2F0E">
              <w:t>E-UTRA 15 MHz</w:t>
            </w:r>
          </w:p>
        </w:tc>
        <w:tc>
          <w:tcPr>
            <w:tcW w:w="3148" w:type="dxa"/>
            <w:shd w:val="clear" w:color="auto" w:fill="auto"/>
          </w:tcPr>
          <w:p w14:paraId="0985085E" w14:textId="77777777" w:rsidR="007038C6" w:rsidRPr="00EF2F0E" w:rsidRDefault="007038C6" w:rsidP="007038C6">
            <w:pPr>
              <w:pStyle w:val="TAL"/>
            </w:pPr>
            <w:r w:rsidRPr="00EF2F0E">
              <w:t>±7,25</w:t>
            </w:r>
          </w:p>
        </w:tc>
        <w:tc>
          <w:tcPr>
            <w:tcW w:w="2685" w:type="dxa"/>
            <w:shd w:val="clear" w:color="auto" w:fill="auto"/>
          </w:tcPr>
          <w:p w14:paraId="0985085F" w14:textId="77777777" w:rsidR="007038C6" w:rsidRPr="00EF2F0E" w:rsidRDefault="007038C6" w:rsidP="007038C6">
            <w:pPr>
              <w:pStyle w:val="TAL"/>
            </w:pPr>
            <w:r w:rsidRPr="00EF2F0E">
              <w:t>CW</w:t>
            </w:r>
          </w:p>
        </w:tc>
      </w:tr>
      <w:tr w:rsidR="003401A4" w:rsidRPr="00EF2F0E" w14:paraId="09850864" w14:textId="77777777" w:rsidTr="007038C6">
        <w:trPr>
          <w:tblHeader/>
          <w:jc w:val="center"/>
        </w:trPr>
        <w:tc>
          <w:tcPr>
            <w:tcW w:w="1809" w:type="dxa"/>
            <w:vMerge/>
            <w:shd w:val="clear" w:color="auto" w:fill="auto"/>
            <w:vAlign w:val="center"/>
          </w:tcPr>
          <w:p w14:paraId="09850861" w14:textId="77777777" w:rsidR="007038C6" w:rsidRPr="00EF2F0E" w:rsidRDefault="007038C6" w:rsidP="007038C6">
            <w:pPr>
              <w:pStyle w:val="TAL"/>
            </w:pPr>
          </w:p>
        </w:tc>
        <w:tc>
          <w:tcPr>
            <w:tcW w:w="3148" w:type="dxa"/>
            <w:shd w:val="clear" w:color="auto" w:fill="auto"/>
          </w:tcPr>
          <w:p w14:paraId="09850862" w14:textId="77777777" w:rsidR="007038C6" w:rsidRPr="00EF2F0E" w:rsidRDefault="007038C6" w:rsidP="007038C6">
            <w:pPr>
              <w:pStyle w:val="TAL"/>
            </w:pPr>
            <w:r w:rsidRPr="00EF2F0E">
              <w:t>±17,5</w:t>
            </w:r>
          </w:p>
        </w:tc>
        <w:tc>
          <w:tcPr>
            <w:tcW w:w="2685" w:type="dxa"/>
            <w:shd w:val="clear" w:color="auto" w:fill="auto"/>
          </w:tcPr>
          <w:p w14:paraId="09850863" w14:textId="77777777" w:rsidR="007038C6" w:rsidRPr="00EF2F0E" w:rsidRDefault="007038C6" w:rsidP="007038C6">
            <w:pPr>
              <w:pStyle w:val="TAL"/>
            </w:pPr>
            <w:r w:rsidRPr="00EF2F0E">
              <w:t>5 MHz E-UTRA signal</w:t>
            </w:r>
          </w:p>
        </w:tc>
      </w:tr>
      <w:tr w:rsidR="003401A4" w:rsidRPr="00EF2F0E" w14:paraId="09850868" w14:textId="77777777" w:rsidTr="007038C6">
        <w:trPr>
          <w:tblHeader/>
          <w:jc w:val="center"/>
        </w:trPr>
        <w:tc>
          <w:tcPr>
            <w:tcW w:w="1809" w:type="dxa"/>
            <w:vMerge w:val="restart"/>
            <w:shd w:val="clear" w:color="auto" w:fill="auto"/>
            <w:vAlign w:val="center"/>
          </w:tcPr>
          <w:p w14:paraId="09850865" w14:textId="77777777" w:rsidR="007038C6" w:rsidRPr="00EF2F0E" w:rsidRDefault="007038C6" w:rsidP="007038C6">
            <w:pPr>
              <w:pStyle w:val="TAL"/>
            </w:pPr>
            <w:r w:rsidRPr="00EF2F0E">
              <w:t>E-UTRA 20 MHz</w:t>
            </w:r>
          </w:p>
        </w:tc>
        <w:tc>
          <w:tcPr>
            <w:tcW w:w="3148" w:type="dxa"/>
            <w:shd w:val="clear" w:color="auto" w:fill="auto"/>
          </w:tcPr>
          <w:p w14:paraId="09850866" w14:textId="77777777" w:rsidR="007038C6" w:rsidRPr="00EF2F0E" w:rsidRDefault="007038C6" w:rsidP="007038C6">
            <w:pPr>
              <w:pStyle w:val="TAL"/>
            </w:pPr>
            <w:r w:rsidRPr="00EF2F0E">
              <w:t>±7,125</w:t>
            </w:r>
          </w:p>
        </w:tc>
        <w:tc>
          <w:tcPr>
            <w:tcW w:w="2685" w:type="dxa"/>
            <w:shd w:val="clear" w:color="auto" w:fill="auto"/>
          </w:tcPr>
          <w:p w14:paraId="09850867" w14:textId="77777777" w:rsidR="007038C6" w:rsidRPr="00EF2F0E" w:rsidRDefault="007038C6" w:rsidP="007038C6">
            <w:pPr>
              <w:pStyle w:val="TAL"/>
            </w:pPr>
            <w:r w:rsidRPr="00EF2F0E">
              <w:t>CW</w:t>
            </w:r>
          </w:p>
        </w:tc>
      </w:tr>
      <w:tr w:rsidR="003401A4" w:rsidRPr="00EF2F0E" w14:paraId="0985086C" w14:textId="77777777" w:rsidTr="007038C6">
        <w:trPr>
          <w:tblHeader/>
          <w:jc w:val="center"/>
        </w:trPr>
        <w:tc>
          <w:tcPr>
            <w:tcW w:w="1809" w:type="dxa"/>
            <w:vMerge/>
            <w:shd w:val="clear" w:color="auto" w:fill="auto"/>
            <w:vAlign w:val="center"/>
          </w:tcPr>
          <w:p w14:paraId="09850869" w14:textId="77777777" w:rsidR="007038C6" w:rsidRPr="00EF2F0E" w:rsidRDefault="007038C6" w:rsidP="007038C6">
            <w:pPr>
              <w:pStyle w:val="TAL"/>
            </w:pPr>
          </w:p>
        </w:tc>
        <w:tc>
          <w:tcPr>
            <w:tcW w:w="3148" w:type="dxa"/>
            <w:shd w:val="clear" w:color="auto" w:fill="auto"/>
          </w:tcPr>
          <w:p w14:paraId="0985086A" w14:textId="77777777" w:rsidR="007038C6" w:rsidRPr="00EF2F0E" w:rsidRDefault="007038C6" w:rsidP="007038C6">
            <w:pPr>
              <w:pStyle w:val="TAL"/>
            </w:pPr>
            <w:r w:rsidRPr="00EF2F0E">
              <w:t>±17,5</w:t>
            </w:r>
          </w:p>
        </w:tc>
        <w:tc>
          <w:tcPr>
            <w:tcW w:w="2685" w:type="dxa"/>
            <w:shd w:val="clear" w:color="auto" w:fill="auto"/>
          </w:tcPr>
          <w:p w14:paraId="0985086B" w14:textId="77777777" w:rsidR="007038C6" w:rsidRPr="00EF2F0E" w:rsidRDefault="007038C6" w:rsidP="007038C6">
            <w:pPr>
              <w:pStyle w:val="TAL"/>
            </w:pPr>
            <w:r w:rsidRPr="00EF2F0E">
              <w:t>5 MHz E-UTRA signal</w:t>
            </w:r>
          </w:p>
        </w:tc>
      </w:tr>
      <w:tr w:rsidR="003401A4" w:rsidRPr="00EF2F0E" w14:paraId="09850870" w14:textId="77777777" w:rsidTr="007038C6">
        <w:trPr>
          <w:tblHeader/>
          <w:jc w:val="center"/>
        </w:trPr>
        <w:tc>
          <w:tcPr>
            <w:tcW w:w="1809" w:type="dxa"/>
            <w:vMerge w:val="restart"/>
            <w:shd w:val="clear" w:color="auto" w:fill="auto"/>
            <w:vAlign w:val="center"/>
          </w:tcPr>
          <w:p w14:paraId="0985086D" w14:textId="77777777" w:rsidR="007038C6" w:rsidRPr="00EF2F0E" w:rsidRDefault="007038C6" w:rsidP="007038C6">
            <w:pPr>
              <w:pStyle w:val="TAL"/>
            </w:pPr>
            <w:r w:rsidRPr="00EF2F0E">
              <w:t>GSM/EDGE</w:t>
            </w:r>
          </w:p>
        </w:tc>
        <w:tc>
          <w:tcPr>
            <w:tcW w:w="3148" w:type="dxa"/>
            <w:shd w:val="clear" w:color="auto" w:fill="auto"/>
          </w:tcPr>
          <w:p w14:paraId="0985086E" w14:textId="77777777" w:rsidR="007038C6" w:rsidRPr="00EF2F0E" w:rsidRDefault="007038C6" w:rsidP="007038C6">
            <w:pPr>
              <w:pStyle w:val="TAL"/>
            </w:pPr>
            <w:r w:rsidRPr="00EF2F0E">
              <w:t>±7,575</w:t>
            </w:r>
          </w:p>
        </w:tc>
        <w:tc>
          <w:tcPr>
            <w:tcW w:w="2685" w:type="dxa"/>
            <w:shd w:val="clear" w:color="auto" w:fill="auto"/>
          </w:tcPr>
          <w:p w14:paraId="0985086F" w14:textId="77777777" w:rsidR="007038C6" w:rsidRPr="00EF2F0E" w:rsidRDefault="007038C6" w:rsidP="007038C6">
            <w:pPr>
              <w:pStyle w:val="TAL"/>
            </w:pPr>
            <w:r w:rsidRPr="00EF2F0E">
              <w:t>CW</w:t>
            </w:r>
          </w:p>
        </w:tc>
      </w:tr>
      <w:tr w:rsidR="003401A4" w:rsidRPr="00EF2F0E" w14:paraId="09850874" w14:textId="77777777" w:rsidTr="007038C6">
        <w:trPr>
          <w:tblHeader/>
          <w:jc w:val="center"/>
        </w:trPr>
        <w:tc>
          <w:tcPr>
            <w:tcW w:w="1809" w:type="dxa"/>
            <w:vMerge/>
            <w:shd w:val="clear" w:color="auto" w:fill="auto"/>
            <w:vAlign w:val="center"/>
          </w:tcPr>
          <w:p w14:paraId="09850871" w14:textId="77777777" w:rsidR="007038C6" w:rsidRPr="00EF2F0E" w:rsidRDefault="007038C6" w:rsidP="007038C6">
            <w:pPr>
              <w:pStyle w:val="TAL"/>
            </w:pPr>
          </w:p>
        </w:tc>
        <w:tc>
          <w:tcPr>
            <w:tcW w:w="3148" w:type="dxa"/>
            <w:shd w:val="clear" w:color="auto" w:fill="auto"/>
          </w:tcPr>
          <w:p w14:paraId="09850872" w14:textId="77777777" w:rsidR="007038C6" w:rsidRPr="00EF2F0E" w:rsidRDefault="007038C6" w:rsidP="007038C6">
            <w:pPr>
              <w:pStyle w:val="TAL"/>
            </w:pPr>
            <w:r w:rsidRPr="00EF2F0E">
              <w:t>±17,5</w:t>
            </w:r>
          </w:p>
        </w:tc>
        <w:tc>
          <w:tcPr>
            <w:tcW w:w="2685" w:type="dxa"/>
            <w:shd w:val="clear" w:color="auto" w:fill="auto"/>
          </w:tcPr>
          <w:p w14:paraId="09850873" w14:textId="77777777" w:rsidR="007038C6" w:rsidRPr="00EF2F0E" w:rsidRDefault="007038C6" w:rsidP="007038C6">
            <w:pPr>
              <w:pStyle w:val="TAL"/>
            </w:pPr>
            <w:r w:rsidRPr="00EF2F0E">
              <w:t>5 MHz E-UTRA signal</w:t>
            </w:r>
          </w:p>
        </w:tc>
      </w:tr>
      <w:tr w:rsidR="003401A4" w:rsidRPr="00EF2F0E" w14:paraId="09850878" w14:textId="77777777" w:rsidTr="007038C6">
        <w:trPr>
          <w:tblHeader/>
          <w:jc w:val="center"/>
        </w:trPr>
        <w:tc>
          <w:tcPr>
            <w:tcW w:w="1809" w:type="dxa"/>
            <w:vMerge w:val="restart"/>
            <w:shd w:val="clear" w:color="auto" w:fill="auto"/>
            <w:vAlign w:val="center"/>
          </w:tcPr>
          <w:p w14:paraId="09850875" w14:textId="77777777" w:rsidR="007038C6" w:rsidRPr="00EF2F0E" w:rsidRDefault="007038C6" w:rsidP="007038C6">
            <w:pPr>
              <w:pStyle w:val="TAL"/>
            </w:pPr>
            <w:r w:rsidRPr="00EF2F0E">
              <w:t>1,28 Mcps UTRA TDD</w:t>
            </w:r>
          </w:p>
        </w:tc>
        <w:tc>
          <w:tcPr>
            <w:tcW w:w="3148" w:type="dxa"/>
            <w:shd w:val="clear" w:color="auto" w:fill="auto"/>
          </w:tcPr>
          <w:p w14:paraId="09850876" w14:textId="77777777" w:rsidR="007038C6" w:rsidRPr="00EF2F0E" w:rsidRDefault="007038C6" w:rsidP="007038C6">
            <w:pPr>
              <w:pStyle w:val="TAL"/>
            </w:pPr>
            <w:r w:rsidRPr="00EF2F0E">
              <w:t>±2,3 (BC3)</w:t>
            </w:r>
          </w:p>
        </w:tc>
        <w:tc>
          <w:tcPr>
            <w:tcW w:w="2685" w:type="dxa"/>
            <w:shd w:val="clear" w:color="auto" w:fill="auto"/>
          </w:tcPr>
          <w:p w14:paraId="09850877" w14:textId="77777777" w:rsidR="007038C6" w:rsidRPr="00EF2F0E" w:rsidRDefault="007038C6" w:rsidP="007038C6">
            <w:pPr>
              <w:pStyle w:val="TAL"/>
            </w:pPr>
            <w:r w:rsidRPr="00EF2F0E">
              <w:t>CW</w:t>
            </w:r>
          </w:p>
        </w:tc>
      </w:tr>
      <w:tr w:rsidR="003401A4" w:rsidRPr="00EF2F0E" w14:paraId="0985087C" w14:textId="77777777" w:rsidTr="007038C6">
        <w:trPr>
          <w:tblHeader/>
          <w:jc w:val="center"/>
        </w:trPr>
        <w:tc>
          <w:tcPr>
            <w:tcW w:w="1809" w:type="dxa"/>
            <w:vMerge/>
            <w:shd w:val="clear" w:color="auto" w:fill="auto"/>
          </w:tcPr>
          <w:p w14:paraId="09850879" w14:textId="77777777" w:rsidR="007038C6" w:rsidRPr="00EF2F0E" w:rsidRDefault="007038C6" w:rsidP="007038C6">
            <w:pPr>
              <w:pStyle w:val="TAL"/>
            </w:pPr>
          </w:p>
        </w:tc>
        <w:tc>
          <w:tcPr>
            <w:tcW w:w="3148" w:type="dxa"/>
            <w:shd w:val="clear" w:color="auto" w:fill="auto"/>
          </w:tcPr>
          <w:p w14:paraId="0985087A" w14:textId="77777777" w:rsidR="007038C6" w:rsidRPr="00EF2F0E" w:rsidRDefault="007038C6" w:rsidP="007038C6">
            <w:pPr>
              <w:pStyle w:val="TAL"/>
            </w:pPr>
            <w:r w:rsidRPr="00EF2F0E">
              <w:t>±5,6 (BC3)</w:t>
            </w:r>
          </w:p>
        </w:tc>
        <w:tc>
          <w:tcPr>
            <w:tcW w:w="2685" w:type="dxa"/>
            <w:shd w:val="clear" w:color="auto" w:fill="auto"/>
          </w:tcPr>
          <w:p w14:paraId="0985087B" w14:textId="77777777" w:rsidR="007038C6" w:rsidRPr="00EF2F0E" w:rsidRDefault="007038C6" w:rsidP="007038C6">
            <w:pPr>
              <w:pStyle w:val="TAL"/>
            </w:pPr>
            <w:r w:rsidRPr="00EF2F0E">
              <w:t>1,28 Mcps UTRA TDD signal</w:t>
            </w:r>
          </w:p>
        </w:tc>
      </w:tr>
      <w:tr w:rsidR="003401A4" w:rsidRPr="00EF2F0E" w14:paraId="09850880" w14:textId="77777777" w:rsidTr="007038C6">
        <w:trPr>
          <w:tblHeader/>
          <w:jc w:val="center"/>
        </w:trPr>
        <w:tc>
          <w:tcPr>
            <w:tcW w:w="1809" w:type="dxa"/>
            <w:vMerge w:val="restart"/>
            <w:shd w:val="clear" w:color="auto" w:fill="auto"/>
            <w:vAlign w:val="center"/>
          </w:tcPr>
          <w:p w14:paraId="0985087D" w14:textId="77777777" w:rsidR="007038C6" w:rsidRPr="00EF2F0E" w:rsidRDefault="007038C6" w:rsidP="007038C6">
            <w:pPr>
              <w:pStyle w:val="TAL"/>
            </w:pPr>
            <w:r w:rsidRPr="00EF2F0E">
              <w:t>NR 5 MHz</w:t>
            </w:r>
          </w:p>
        </w:tc>
        <w:tc>
          <w:tcPr>
            <w:tcW w:w="3148" w:type="dxa"/>
            <w:shd w:val="clear" w:color="auto" w:fill="auto"/>
            <w:vAlign w:val="center"/>
          </w:tcPr>
          <w:p w14:paraId="0985087E" w14:textId="77777777" w:rsidR="007038C6" w:rsidRPr="00EF2F0E" w:rsidRDefault="007038C6" w:rsidP="007038C6">
            <w:pPr>
              <w:pStyle w:val="TAL"/>
            </w:pPr>
            <w:r w:rsidRPr="00EF2F0E">
              <w:t>±7.5</w:t>
            </w:r>
          </w:p>
        </w:tc>
        <w:tc>
          <w:tcPr>
            <w:tcW w:w="2685" w:type="dxa"/>
            <w:shd w:val="clear" w:color="auto" w:fill="auto"/>
            <w:vAlign w:val="center"/>
          </w:tcPr>
          <w:p w14:paraId="0985087F" w14:textId="77777777" w:rsidR="007038C6" w:rsidRPr="00EF2F0E" w:rsidRDefault="007038C6" w:rsidP="007038C6">
            <w:pPr>
              <w:pStyle w:val="TAL"/>
            </w:pPr>
            <w:r w:rsidRPr="00EF2F0E">
              <w:t>CW</w:t>
            </w:r>
          </w:p>
        </w:tc>
      </w:tr>
      <w:tr w:rsidR="003401A4" w:rsidRPr="00EF2F0E" w14:paraId="09850884" w14:textId="77777777" w:rsidTr="007038C6">
        <w:trPr>
          <w:tblHeader/>
          <w:jc w:val="center"/>
        </w:trPr>
        <w:tc>
          <w:tcPr>
            <w:tcW w:w="1809" w:type="dxa"/>
            <w:vMerge/>
            <w:shd w:val="clear" w:color="auto" w:fill="auto"/>
            <w:vAlign w:val="center"/>
          </w:tcPr>
          <w:p w14:paraId="09850881" w14:textId="77777777" w:rsidR="007038C6" w:rsidRPr="00EF2F0E" w:rsidRDefault="007038C6" w:rsidP="007038C6">
            <w:pPr>
              <w:pStyle w:val="TAL"/>
            </w:pPr>
          </w:p>
        </w:tc>
        <w:tc>
          <w:tcPr>
            <w:tcW w:w="3148" w:type="dxa"/>
            <w:shd w:val="clear" w:color="auto" w:fill="auto"/>
            <w:vAlign w:val="center"/>
          </w:tcPr>
          <w:p w14:paraId="09850882" w14:textId="77777777" w:rsidR="007038C6" w:rsidRPr="00EF2F0E" w:rsidRDefault="007038C6" w:rsidP="007038C6">
            <w:pPr>
              <w:pStyle w:val="TAL"/>
            </w:pPr>
            <w:r w:rsidRPr="00EF2F0E">
              <w:t>±17.5</w:t>
            </w:r>
          </w:p>
        </w:tc>
        <w:tc>
          <w:tcPr>
            <w:tcW w:w="2685" w:type="dxa"/>
            <w:shd w:val="clear" w:color="auto" w:fill="auto"/>
            <w:vAlign w:val="center"/>
          </w:tcPr>
          <w:p w14:paraId="09850883" w14:textId="77777777" w:rsidR="007038C6" w:rsidRPr="00EF2F0E" w:rsidRDefault="007038C6" w:rsidP="007038C6">
            <w:pPr>
              <w:pStyle w:val="TAL"/>
            </w:pPr>
            <w:r w:rsidRPr="00EF2F0E">
              <w:t>5MHz E-UTRA signal</w:t>
            </w:r>
          </w:p>
        </w:tc>
      </w:tr>
      <w:tr w:rsidR="003401A4" w:rsidRPr="00EF2F0E" w14:paraId="09850888" w14:textId="77777777" w:rsidTr="007038C6">
        <w:trPr>
          <w:tblHeader/>
          <w:jc w:val="center"/>
        </w:trPr>
        <w:tc>
          <w:tcPr>
            <w:tcW w:w="1809" w:type="dxa"/>
            <w:vMerge w:val="restart"/>
            <w:shd w:val="clear" w:color="auto" w:fill="auto"/>
            <w:vAlign w:val="center"/>
          </w:tcPr>
          <w:p w14:paraId="09850885" w14:textId="77777777" w:rsidR="007038C6" w:rsidRPr="00EF2F0E" w:rsidRDefault="007038C6" w:rsidP="007038C6">
            <w:pPr>
              <w:pStyle w:val="TAL"/>
            </w:pPr>
            <w:r w:rsidRPr="00EF2F0E">
              <w:t>NR 10 MHz</w:t>
            </w:r>
          </w:p>
        </w:tc>
        <w:tc>
          <w:tcPr>
            <w:tcW w:w="3148" w:type="dxa"/>
            <w:shd w:val="clear" w:color="auto" w:fill="auto"/>
            <w:vAlign w:val="center"/>
          </w:tcPr>
          <w:p w14:paraId="09850886" w14:textId="77777777" w:rsidR="007038C6" w:rsidRPr="00EF2F0E" w:rsidRDefault="00C74589" w:rsidP="007038C6">
            <w:pPr>
              <w:pStyle w:val="TAL"/>
            </w:pPr>
            <w:r w:rsidRPr="00EF2F0E">
              <w:rPr>
                <w:rFonts w:cs="Arial"/>
              </w:rPr>
              <w:t>±7.465</w:t>
            </w:r>
          </w:p>
        </w:tc>
        <w:tc>
          <w:tcPr>
            <w:tcW w:w="2685" w:type="dxa"/>
            <w:shd w:val="clear" w:color="auto" w:fill="auto"/>
            <w:vAlign w:val="center"/>
          </w:tcPr>
          <w:p w14:paraId="09850887" w14:textId="77777777" w:rsidR="007038C6" w:rsidRPr="00EF2F0E" w:rsidRDefault="007038C6" w:rsidP="007038C6">
            <w:pPr>
              <w:pStyle w:val="TAL"/>
            </w:pPr>
            <w:r w:rsidRPr="00EF2F0E">
              <w:t>CW</w:t>
            </w:r>
          </w:p>
        </w:tc>
      </w:tr>
      <w:tr w:rsidR="003401A4" w:rsidRPr="00EF2F0E" w14:paraId="0985088C" w14:textId="77777777" w:rsidTr="007038C6">
        <w:trPr>
          <w:tblHeader/>
          <w:jc w:val="center"/>
        </w:trPr>
        <w:tc>
          <w:tcPr>
            <w:tcW w:w="1809" w:type="dxa"/>
            <w:vMerge/>
            <w:shd w:val="clear" w:color="auto" w:fill="auto"/>
            <w:vAlign w:val="center"/>
          </w:tcPr>
          <w:p w14:paraId="09850889" w14:textId="77777777" w:rsidR="007038C6" w:rsidRPr="00EF2F0E" w:rsidRDefault="007038C6" w:rsidP="007038C6">
            <w:pPr>
              <w:pStyle w:val="TAL"/>
            </w:pPr>
          </w:p>
        </w:tc>
        <w:tc>
          <w:tcPr>
            <w:tcW w:w="3148" w:type="dxa"/>
            <w:shd w:val="clear" w:color="auto" w:fill="auto"/>
            <w:vAlign w:val="center"/>
          </w:tcPr>
          <w:p w14:paraId="0985088A" w14:textId="77777777" w:rsidR="007038C6" w:rsidRPr="00EF2F0E" w:rsidRDefault="007038C6" w:rsidP="007038C6">
            <w:pPr>
              <w:pStyle w:val="TAL"/>
            </w:pPr>
            <w:r w:rsidRPr="00EF2F0E">
              <w:t>±17.5</w:t>
            </w:r>
          </w:p>
        </w:tc>
        <w:tc>
          <w:tcPr>
            <w:tcW w:w="2685" w:type="dxa"/>
            <w:shd w:val="clear" w:color="auto" w:fill="auto"/>
            <w:vAlign w:val="center"/>
          </w:tcPr>
          <w:p w14:paraId="0985088B" w14:textId="77777777" w:rsidR="007038C6" w:rsidRPr="00EF2F0E" w:rsidRDefault="007038C6" w:rsidP="007038C6">
            <w:pPr>
              <w:pStyle w:val="TAL"/>
            </w:pPr>
            <w:r w:rsidRPr="00EF2F0E">
              <w:t>5MHz E-UTRA signal</w:t>
            </w:r>
          </w:p>
        </w:tc>
      </w:tr>
      <w:tr w:rsidR="003401A4" w:rsidRPr="00EF2F0E" w14:paraId="09850890" w14:textId="77777777" w:rsidTr="007038C6">
        <w:trPr>
          <w:tblHeader/>
          <w:jc w:val="center"/>
        </w:trPr>
        <w:tc>
          <w:tcPr>
            <w:tcW w:w="1809" w:type="dxa"/>
            <w:vMerge w:val="restart"/>
            <w:shd w:val="clear" w:color="auto" w:fill="auto"/>
            <w:vAlign w:val="center"/>
          </w:tcPr>
          <w:p w14:paraId="0985088D" w14:textId="77777777" w:rsidR="007038C6" w:rsidRPr="00EF2F0E" w:rsidRDefault="007038C6" w:rsidP="007038C6">
            <w:pPr>
              <w:pStyle w:val="TAL"/>
            </w:pPr>
            <w:r w:rsidRPr="00EF2F0E">
              <w:t>NR 15 MHz</w:t>
            </w:r>
          </w:p>
        </w:tc>
        <w:tc>
          <w:tcPr>
            <w:tcW w:w="3148" w:type="dxa"/>
            <w:shd w:val="clear" w:color="auto" w:fill="auto"/>
            <w:vAlign w:val="center"/>
          </w:tcPr>
          <w:p w14:paraId="0985088E" w14:textId="77777777" w:rsidR="007038C6" w:rsidRPr="00EF2F0E" w:rsidRDefault="007038C6" w:rsidP="007038C6">
            <w:pPr>
              <w:pStyle w:val="TAL"/>
            </w:pPr>
            <w:r w:rsidRPr="00EF2F0E">
              <w:t>±7.43</w:t>
            </w:r>
          </w:p>
        </w:tc>
        <w:tc>
          <w:tcPr>
            <w:tcW w:w="2685" w:type="dxa"/>
            <w:shd w:val="clear" w:color="auto" w:fill="auto"/>
            <w:vAlign w:val="center"/>
          </w:tcPr>
          <w:p w14:paraId="0985088F" w14:textId="77777777" w:rsidR="007038C6" w:rsidRPr="00EF2F0E" w:rsidRDefault="007038C6" w:rsidP="007038C6">
            <w:pPr>
              <w:pStyle w:val="TAL"/>
            </w:pPr>
            <w:r w:rsidRPr="00EF2F0E">
              <w:t>CW</w:t>
            </w:r>
          </w:p>
        </w:tc>
      </w:tr>
      <w:tr w:rsidR="003401A4" w:rsidRPr="00EF2F0E" w14:paraId="09850894" w14:textId="77777777" w:rsidTr="007038C6">
        <w:trPr>
          <w:tblHeader/>
          <w:jc w:val="center"/>
        </w:trPr>
        <w:tc>
          <w:tcPr>
            <w:tcW w:w="1809" w:type="dxa"/>
            <w:vMerge/>
            <w:shd w:val="clear" w:color="auto" w:fill="auto"/>
            <w:vAlign w:val="center"/>
          </w:tcPr>
          <w:p w14:paraId="09850891" w14:textId="77777777" w:rsidR="007038C6" w:rsidRPr="00EF2F0E" w:rsidRDefault="007038C6" w:rsidP="007038C6">
            <w:pPr>
              <w:pStyle w:val="TAL"/>
            </w:pPr>
          </w:p>
        </w:tc>
        <w:tc>
          <w:tcPr>
            <w:tcW w:w="3148" w:type="dxa"/>
            <w:shd w:val="clear" w:color="auto" w:fill="auto"/>
            <w:vAlign w:val="center"/>
          </w:tcPr>
          <w:p w14:paraId="09850892" w14:textId="77777777" w:rsidR="007038C6" w:rsidRPr="00EF2F0E" w:rsidRDefault="007038C6" w:rsidP="007038C6">
            <w:pPr>
              <w:pStyle w:val="TAL"/>
            </w:pPr>
            <w:r w:rsidRPr="00EF2F0E">
              <w:t>±17.5</w:t>
            </w:r>
          </w:p>
        </w:tc>
        <w:tc>
          <w:tcPr>
            <w:tcW w:w="2685" w:type="dxa"/>
            <w:shd w:val="clear" w:color="auto" w:fill="auto"/>
            <w:vAlign w:val="center"/>
          </w:tcPr>
          <w:p w14:paraId="09850893" w14:textId="77777777" w:rsidR="007038C6" w:rsidRPr="00EF2F0E" w:rsidRDefault="007038C6" w:rsidP="007038C6">
            <w:pPr>
              <w:pStyle w:val="TAL"/>
            </w:pPr>
            <w:r w:rsidRPr="00EF2F0E">
              <w:t>5MHz E-UTRA signal</w:t>
            </w:r>
          </w:p>
        </w:tc>
      </w:tr>
      <w:tr w:rsidR="003401A4" w:rsidRPr="00EF2F0E" w14:paraId="09850898" w14:textId="77777777" w:rsidTr="007038C6">
        <w:trPr>
          <w:tblHeader/>
          <w:jc w:val="center"/>
        </w:trPr>
        <w:tc>
          <w:tcPr>
            <w:tcW w:w="1809" w:type="dxa"/>
            <w:vMerge w:val="restart"/>
            <w:shd w:val="clear" w:color="auto" w:fill="auto"/>
            <w:vAlign w:val="center"/>
          </w:tcPr>
          <w:p w14:paraId="09850895" w14:textId="77777777" w:rsidR="007038C6" w:rsidRPr="00EF2F0E" w:rsidRDefault="007038C6" w:rsidP="007038C6">
            <w:pPr>
              <w:pStyle w:val="TAL"/>
            </w:pPr>
            <w:r w:rsidRPr="00EF2F0E">
              <w:t>NR 20 MHz</w:t>
            </w:r>
          </w:p>
        </w:tc>
        <w:tc>
          <w:tcPr>
            <w:tcW w:w="3148" w:type="dxa"/>
            <w:shd w:val="clear" w:color="auto" w:fill="auto"/>
            <w:vAlign w:val="center"/>
          </w:tcPr>
          <w:p w14:paraId="09850896" w14:textId="77777777" w:rsidR="007038C6" w:rsidRPr="00EF2F0E" w:rsidRDefault="00C74589" w:rsidP="007038C6">
            <w:pPr>
              <w:pStyle w:val="TAL"/>
            </w:pPr>
            <w:r w:rsidRPr="00EF2F0E">
              <w:rPr>
                <w:rFonts w:cs="Arial"/>
              </w:rPr>
              <w:t>±7.395</w:t>
            </w:r>
          </w:p>
        </w:tc>
        <w:tc>
          <w:tcPr>
            <w:tcW w:w="2685" w:type="dxa"/>
            <w:shd w:val="clear" w:color="auto" w:fill="auto"/>
            <w:vAlign w:val="center"/>
          </w:tcPr>
          <w:p w14:paraId="09850897" w14:textId="77777777" w:rsidR="007038C6" w:rsidRPr="00EF2F0E" w:rsidRDefault="007038C6" w:rsidP="007038C6">
            <w:pPr>
              <w:pStyle w:val="TAL"/>
            </w:pPr>
            <w:r w:rsidRPr="00EF2F0E">
              <w:t>CW</w:t>
            </w:r>
          </w:p>
        </w:tc>
      </w:tr>
      <w:tr w:rsidR="003401A4" w:rsidRPr="00EF2F0E" w14:paraId="0985089C" w14:textId="77777777" w:rsidTr="007038C6">
        <w:trPr>
          <w:tblHeader/>
          <w:jc w:val="center"/>
        </w:trPr>
        <w:tc>
          <w:tcPr>
            <w:tcW w:w="1809" w:type="dxa"/>
            <w:vMerge/>
            <w:shd w:val="clear" w:color="auto" w:fill="auto"/>
            <w:vAlign w:val="center"/>
          </w:tcPr>
          <w:p w14:paraId="09850899" w14:textId="77777777" w:rsidR="007038C6" w:rsidRPr="00EF2F0E" w:rsidRDefault="007038C6" w:rsidP="007038C6">
            <w:pPr>
              <w:pStyle w:val="TAL"/>
            </w:pPr>
          </w:p>
        </w:tc>
        <w:tc>
          <w:tcPr>
            <w:tcW w:w="3148" w:type="dxa"/>
            <w:shd w:val="clear" w:color="auto" w:fill="auto"/>
            <w:vAlign w:val="center"/>
          </w:tcPr>
          <w:p w14:paraId="0985089A" w14:textId="77777777" w:rsidR="007038C6" w:rsidRPr="00EF2F0E" w:rsidRDefault="007038C6" w:rsidP="007038C6">
            <w:pPr>
              <w:pStyle w:val="TAL"/>
            </w:pPr>
            <w:r w:rsidRPr="00EF2F0E">
              <w:t>±17.5</w:t>
            </w:r>
          </w:p>
        </w:tc>
        <w:tc>
          <w:tcPr>
            <w:tcW w:w="2685" w:type="dxa"/>
            <w:shd w:val="clear" w:color="auto" w:fill="auto"/>
            <w:vAlign w:val="center"/>
          </w:tcPr>
          <w:p w14:paraId="0985089B" w14:textId="77777777" w:rsidR="007038C6" w:rsidRPr="00EF2F0E" w:rsidRDefault="007038C6" w:rsidP="007038C6">
            <w:pPr>
              <w:pStyle w:val="TAL"/>
            </w:pPr>
            <w:r w:rsidRPr="00EF2F0E">
              <w:t>5MHz E-UTRA signal</w:t>
            </w:r>
          </w:p>
        </w:tc>
      </w:tr>
      <w:tr w:rsidR="003401A4" w:rsidRPr="00EF2F0E" w14:paraId="098508A0" w14:textId="77777777" w:rsidTr="007038C6">
        <w:trPr>
          <w:tblHeader/>
          <w:jc w:val="center"/>
        </w:trPr>
        <w:tc>
          <w:tcPr>
            <w:tcW w:w="1809" w:type="dxa"/>
            <w:vMerge w:val="restart"/>
            <w:shd w:val="clear" w:color="auto" w:fill="auto"/>
            <w:vAlign w:val="center"/>
          </w:tcPr>
          <w:p w14:paraId="0985089D" w14:textId="77777777" w:rsidR="007038C6" w:rsidRPr="00EF2F0E" w:rsidRDefault="007038C6" w:rsidP="007038C6">
            <w:pPr>
              <w:pStyle w:val="TAL"/>
            </w:pPr>
            <w:r w:rsidRPr="00EF2F0E">
              <w:t>NR 25 MHz</w:t>
            </w:r>
          </w:p>
        </w:tc>
        <w:tc>
          <w:tcPr>
            <w:tcW w:w="3148" w:type="dxa"/>
            <w:shd w:val="clear" w:color="auto" w:fill="auto"/>
            <w:vAlign w:val="center"/>
          </w:tcPr>
          <w:p w14:paraId="0985089E" w14:textId="77777777" w:rsidR="007038C6" w:rsidRPr="00EF2F0E" w:rsidRDefault="00C74589" w:rsidP="007038C6">
            <w:pPr>
              <w:pStyle w:val="TAL"/>
            </w:pPr>
            <w:r w:rsidRPr="00EF2F0E">
              <w:rPr>
                <w:rFonts w:cs="Arial"/>
              </w:rPr>
              <w:t>±7.465</w:t>
            </w:r>
          </w:p>
        </w:tc>
        <w:tc>
          <w:tcPr>
            <w:tcW w:w="2685" w:type="dxa"/>
            <w:shd w:val="clear" w:color="auto" w:fill="auto"/>
            <w:vAlign w:val="center"/>
          </w:tcPr>
          <w:p w14:paraId="0985089F" w14:textId="77777777" w:rsidR="007038C6" w:rsidRPr="00EF2F0E" w:rsidRDefault="007038C6" w:rsidP="007038C6">
            <w:pPr>
              <w:pStyle w:val="TAL"/>
            </w:pPr>
            <w:r w:rsidRPr="00EF2F0E">
              <w:t>CW</w:t>
            </w:r>
          </w:p>
        </w:tc>
      </w:tr>
      <w:tr w:rsidR="003401A4" w:rsidRPr="00EF2F0E" w14:paraId="098508A4" w14:textId="77777777" w:rsidTr="007038C6">
        <w:trPr>
          <w:tblHeader/>
          <w:jc w:val="center"/>
        </w:trPr>
        <w:tc>
          <w:tcPr>
            <w:tcW w:w="1809" w:type="dxa"/>
            <w:vMerge/>
            <w:shd w:val="clear" w:color="auto" w:fill="auto"/>
            <w:vAlign w:val="center"/>
          </w:tcPr>
          <w:p w14:paraId="098508A1" w14:textId="77777777" w:rsidR="007038C6" w:rsidRPr="00EF2F0E" w:rsidRDefault="007038C6" w:rsidP="007038C6">
            <w:pPr>
              <w:pStyle w:val="TAL"/>
            </w:pPr>
          </w:p>
        </w:tc>
        <w:tc>
          <w:tcPr>
            <w:tcW w:w="3148" w:type="dxa"/>
            <w:shd w:val="clear" w:color="auto" w:fill="auto"/>
            <w:vAlign w:val="center"/>
          </w:tcPr>
          <w:p w14:paraId="098508A2" w14:textId="77777777" w:rsidR="007038C6" w:rsidRPr="00EF2F0E" w:rsidRDefault="007038C6" w:rsidP="007038C6">
            <w:pPr>
              <w:pStyle w:val="TAL"/>
            </w:pPr>
            <w:r w:rsidRPr="00EF2F0E">
              <w:t>±25</w:t>
            </w:r>
          </w:p>
        </w:tc>
        <w:tc>
          <w:tcPr>
            <w:tcW w:w="2685" w:type="dxa"/>
            <w:shd w:val="clear" w:color="auto" w:fill="auto"/>
            <w:vAlign w:val="center"/>
          </w:tcPr>
          <w:p w14:paraId="098508A3" w14:textId="77777777" w:rsidR="007038C6" w:rsidRPr="00EF2F0E" w:rsidRDefault="007038C6" w:rsidP="007038C6">
            <w:pPr>
              <w:pStyle w:val="TAL"/>
            </w:pPr>
            <w:r w:rsidRPr="00EF2F0E">
              <w:rPr>
                <w:lang w:val="sv-SE"/>
              </w:rPr>
              <w:t>20MHz E-UTRA signal</w:t>
            </w:r>
          </w:p>
        </w:tc>
      </w:tr>
      <w:tr w:rsidR="003401A4" w:rsidRPr="00EF2F0E" w14:paraId="098508A8" w14:textId="77777777" w:rsidTr="007038C6">
        <w:trPr>
          <w:tblHeader/>
          <w:jc w:val="center"/>
        </w:trPr>
        <w:tc>
          <w:tcPr>
            <w:tcW w:w="1809" w:type="dxa"/>
            <w:vMerge w:val="restart"/>
            <w:shd w:val="clear" w:color="auto" w:fill="auto"/>
            <w:vAlign w:val="center"/>
          </w:tcPr>
          <w:p w14:paraId="098508A5" w14:textId="77777777" w:rsidR="007038C6" w:rsidRPr="00EF2F0E" w:rsidRDefault="007038C6" w:rsidP="007038C6">
            <w:pPr>
              <w:pStyle w:val="TAL"/>
            </w:pPr>
            <w:r w:rsidRPr="00EF2F0E">
              <w:t>NR 30 MHz</w:t>
            </w:r>
          </w:p>
        </w:tc>
        <w:tc>
          <w:tcPr>
            <w:tcW w:w="3148" w:type="dxa"/>
            <w:shd w:val="clear" w:color="auto" w:fill="auto"/>
            <w:vAlign w:val="center"/>
          </w:tcPr>
          <w:p w14:paraId="098508A6" w14:textId="77777777" w:rsidR="007038C6" w:rsidRPr="00EF2F0E" w:rsidRDefault="007038C6" w:rsidP="007038C6">
            <w:pPr>
              <w:pStyle w:val="TAL"/>
            </w:pPr>
            <w:r w:rsidRPr="00EF2F0E">
              <w:t>±7.43</w:t>
            </w:r>
          </w:p>
        </w:tc>
        <w:tc>
          <w:tcPr>
            <w:tcW w:w="2685" w:type="dxa"/>
            <w:shd w:val="clear" w:color="auto" w:fill="auto"/>
            <w:vAlign w:val="center"/>
          </w:tcPr>
          <w:p w14:paraId="098508A7" w14:textId="77777777" w:rsidR="007038C6" w:rsidRPr="00EF2F0E" w:rsidRDefault="007038C6" w:rsidP="007038C6">
            <w:pPr>
              <w:pStyle w:val="TAL"/>
            </w:pPr>
            <w:r w:rsidRPr="00EF2F0E">
              <w:t>CW</w:t>
            </w:r>
          </w:p>
        </w:tc>
      </w:tr>
      <w:tr w:rsidR="003401A4" w:rsidRPr="00EF2F0E" w14:paraId="098508AC" w14:textId="77777777" w:rsidTr="007038C6">
        <w:trPr>
          <w:tblHeader/>
          <w:jc w:val="center"/>
        </w:trPr>
        <w:tc>
          <w:tcPr>
            <w:tcW w:w="1809" w:type="dxa"/>
            <w:vMerge/>
            <w:shd w:val="clear" w:color="auto" w:fill="auto"/>
            <w:vAlign w:val="center"/>
          </w:tcPr>
          <w:p w14:paraId="098508A9" w14:textId="77777777" w:rsidR="007038C6" w:rsidRPr="00EF2F0E" w:rsidRDefault="007038C6" w:rsidP="007038C6">
            <w:pPr>
              <w:pStyle w:val="TAL"/>
            </w:pPr>
          </w:p>
        </w:tc>
        <w:tc>
          <w:tcPr>
            <w:tcW w:w="3148" w:type="dxa"/>
            <w:shd w:val="clear" w:color="auto" w:fill="auto"/>
            <w:vAlign w:val="center"/>
          </w:tcPr>
          <w:p w14:paraId="098508AA" w14:textId="77777777" w:rsidR="007038C6" w:rsidRPr="00EF2F0E" w:rsidRDefault="007038C6" w:rsidP="007038C6">
            <w:pPr>
              <w:pStyle w:val="TAL"/>
            </w:pPr>
            <w:r w:rsidRPr="00EF2F0E">
              <w:t>±25</w:t>
            </w:r>
          </w:p>
        </w:tc>
        <w:tc>
          <w:tcPr>
            <w:tcW w:w="2685" w:type="dxa"/>
            <w:shd w:val="clear" w:color="auto" w:fill="auto"/>
            <w:vAlign w:val="center"/>
          </w:tcPr>
          <w:p w14:paraId="098508AB" w14:textId="77777777" w:rsidR="007038C6" w:rsidRPr="00EF2F0E" w:rsidRDefault="007038C6" w:rsidP="007038C6">
            <w:pPr>
              <w:pStyle w:val="TAL"/>
            </w:pPr>
            <w:r w:rsidRPr="00EF2F0E">
              <w:rPr>
                <w:lang w:val="sv-SE"/>
              </w:rPr>
              <w:t>20MHz E-UTRA signal</w:t>
            </w:r>
          </w:p>
        </w:tc>
      </w:tr>
      <w:tr w:rsidR="003401A4" w:rsidRPr="00EF2F0E" w14:paraId="098508B0" w14:textId="77777777" w:rsidTr="007038C6">
        <w:trPr>
          <w:tblHeader/>
          <w:jc w:val="center"/>
        </w:trPr>
        <w:tc>
          <w:tcPr>
            <w:tcW w:w="1809" w:type="dxa"/>
            <w:vMerge w:val="restart"/>
            <w:shd w:val="clear" w:color="auto" w:fill="auto"/>
            <w:vAlign w:val="center"/>
          </w:tcPr>
          <w:p w14:paraId="098508AD" w14:textId="77777777" w:rsidR="007038C6" w:rsidRPr="00EF2F0E" w:rsidRDefault="007038C6" w:rsidP="007038C6">
            <w:pPr>
              <w:pStyle w:val="TAL"/>
            </w:pPr>
            <w:r w:rsidRPr="00EF2F0E">
              <w:t>NR 40 MHz</w:t>
            </w:r>
          </w:p>
        </w:tc>
        <w:tc>
          <w:tcPr>
            <w:tcW w:w="3148" w:type="dxa"/>
            <w:shd w:val="clear" w:color="auto" w:fill="auto"/>
            <w:vAlign w:val="center"/>
          </w:tcPr>
          <w:p w14:paraId="098508AE" w14:textId="77777777" w:rsidR="007038C6" w:rsidRPr="00EF2F0E" w:rsidRDefault="007038C6" w:rsidP="007038C6">
            <w:pPr>
              <w:pStyle w:val="TAL"/>
            </w:pPr>
            <w:r w:rsidRPr="00EF2F0E">
              <w:t>±7.45</w:t>
            </w:r>
          </w:p>
        </w:tc>
        <w:tc>
          <w:tcPr>
            <w:tcW w:w="2685" w:type="dxa"/>
            <w:shd w:val="clear" w:color="auto" w:fill="auto"/>
            <w:vAlign w:val="center"/>
          </w:tcPr>
          <w:p w14:paraId="098508AF" w14:textId="77777777" w:rsidR="007038C6" w:rsidRPr="00EF2F0E" w:rsidRDefault="007038C6" w:rsidP="007038C6">
            <w:pPr>
              <w:pStyle w:val="TAL"/>
            </w:pPr>
            <w:r w:rsidRPr="00EF2F0E">
              <w:t>CW</w:t>
            </w:r>
          </w:p>
        </w:tc>
      </w:tr>
      <w:tr w:rsidR="003401A4" w:rsidRPr="00EF2F0E" w14:paraId="098508B4" w14:textId="77777777" w:rsidTr="007038C6">
        <w:trPr>
          <w:tblHeader/>
          <w:jc w:val="center"/>
        </w:trPr>
        <w:tc>
          <w:tcPr>
            <w:tcW w:w="1809" w:type="dxa"/>
            <w:vMerge/>
            <w:shd w:val="clear" w:color="auto" w:fill="auto"/>
            <w:vAlign w:val="center"/>
          </w:tcPr>
          <w:p w14:paraId="098508B1" w14:textId="77777777" w:rsidR="007038C6" w:rsidRPr="00EF2F0E" w:rsidRDefault="007038C6" w:rsidP="007038C6">
            <w:pPr>
              <w:pStyle w:val="TAL"/>
            </w:pPr>
          </w:p>
        </w:tc>
        <w:tc>
          <w:tcPr>
            <w:tcW w:w="3148" w:type="dxa"/>
            <w:shd w:val="clear" w:color="auto" w:fill="auto"/>
            <w:vAlign w:val="center"/>
          </w:tcPr>
          <w:p w14:paraId="098508B2" w14:textId="77777777" w:rsidR="007038C6" w:rsidRPr="00EF2F0E" w:rsidRDefault="007038C6" w:rsidP="007038C6">
            <w:pPr>
              <w:pStyle w:val="TAL"/>
            </w:pPr>
            <w:r w:rsidRPr="00EF2F0E">
              <w:t>±25</w:t>
            </w:r>
          </w:p>
        </w:tc>
        <w:tc>
          <w:tcPr>
            <w:tcW w:w="2685" w:type="dxa"/>
            <w:shd w:val="clear" w:color="auto" w:fill="auto"/>
            <w:vAlign w:val="center"/>
          </w:tcPr>
          <w:p w14:paraId="098508B3" w14:textId="77777777" w:rsidR="007038C6" w:rsidRPr="00EF2F0E" w:rsidRDefault="007038C6" w:rsidP="007038C6">
            <w:pPr>
              <w:pStyle w:val="TAL"/>
            </w:pPr>
            <w:r w:rsidRPr="00EF2F0E">
              <w:rPr>
                <w:lang w:val="sv-SE"/>
              </w:rPr>
              <w:t>20MHz E-UTRA signal</w:t>
            </w:r>
          </w:p>
        </w:tc>
      </w:tr>
      <w:tr w:rsidR="003401A4" w:rsidRPr="00EF2F0E" w14:paraId="098508B8" w14:textId="77777777" w:rsidTr="007038C6">
        <w:trPr>
          <w:tblHeader/>
          <w:jc w:val="center"/>
        </w:trPr>
        <w:tc>
          <w:tcPr>
            <w:tcW w:w="1809" w:type="dxa"/>
            <w:vMerge w:val="restart"/>
            <w:shd w:val="clear" w:color="auto" w:fill="auto"/>
            <w:vAlign w:val="center"/>
          </w:tcPr>
          <w:p w14:paraId="098508B5" w14:textId="77777777" w:rsidR="007038C6" w:rsidRPr="00EF2F0E" w:rsidRDefault="007038C6" w:rsidP="007038C6">
            <w:pPr>
              <w:pStyle w:val="TAL"/>
            </w:pPr>
            <w:r w:rsidRPr="00EF2F0E">
              <w:t>NR 50 MHz</w:t>
            </w:r>
          </w:p>
        </w:tc>
        <w:tc>
          <w:tcPr>
            <w:tcW w:w="3148" w:type="dxa"/>
            <w:shd w:val="clear" w:color="auto" w:fill="auto"/>
            <w:vAlign w:val="center"/>
          </w:tcPr>
          <w:p w14:paraId="098508B6" w14:textId="77777777" w:rsidR="007038C6" w:rsidRPr="00EF2F0E" w:rsidRDefault="007038C6" w:rsidP="007038C6">
            <w:pPr>
              <w:pStyle w:val="TAL"/>
            </w:pPr>
            <w:r w:rsidRPr="00EF2F0E">
              <w:t>±7.35</w:t>
            </w:r>
          </w:p>
        </w:tc>
        <w:tc>
          <w:tcPr>
            <w:tcW w:w="2685" w:type="dxa"/>
            <w:shd w:val="clear" w:color="auto" w:fill="auto"/>
            <w:vAlign w:val="center"/>
          </w:tcPr>
          <w:p w14:paraId="098508B7" w14:textId="77777777" w:rsidR="007038C6" w:rsidRPr="00EF2F0E" w:rsidRDefault="007038C6" w:rsidP="007038C6">
            <w:pPr>
              <w:pStyle w:val="TAL"/>
            </w:pPr>
            <w:r w:rsidRPr="00EF2F0E">
              <w:t>CW</w:t>
            </w:r>
          </w:p>
        </w:tc>
      </w:tr>
      <w:tr w:rsidR="003401A4" w:rsidRPr="00EF2F0E" w14:paraId="098508BC" w14:textId="77777777" w:rsidTr="007038C6">
        <w:trPr>
          <w:tblHeader/>
          <w:jc w:val="center"/>
        </w:trPr>
        <w:tc>
          <w:tcPr>
            <w:tcW w:w="1809" w:type="dxa"/>
            <w:vMerge/>
            <w:shd w:val="clear" w:color="auto" w:fill="auto"/>
            <w:vAlign w:val="center"/>
          </w:tcPr>
          <w:p w14:paraId="098508B9" w14:textId="77777777" w:rsidR="007038C6" w:rsidRPr="00EF2F0E" w:rsidRDefault="007038C6" w:rsidP="007038C6">
            <w:pPr>
              <w:pStyle w:val="TAL"/>
            </w:pPr>
          </w:p>
        </w:tc>
        <w:tc>
          <w:tcPr>
            <w:tcW w:w="3148" w:type="dxa"/>
            <w:shd w:val="clear" w:color="auto" w:fill="auto"/>
            <w:vAlign w:val="center"/>
          </w:tcPr>
          <w:p w14:paraId="098508BA" w14:textId="77777777" w:rsidR="007038C6" w:rsidRPr="00EF2F0E" w:rsidRDefault="007038C6" w:rsidP="007038C6">
            <w:pPr>
              <w:pStyle w:val="TAL"/>
            </w:pPr>
            <w:r w:rsidRPr="00EF2F0E">
              <w:t>±25</w:t>
            </w:r>
          </w:p>
        </w:tc>
        <w:tc>
          <w:tcPr>
            <w:tcW w:w="2685" w:type="dxa"/>
            <w:shd w:val="clear" w:color="auto" w:fill="auto"/>
            <w:vAlign w:val="center"/>
          </w:tcPr>
          <w:p w14:paraId="098508BB" w14:textId="77777777" w:rsidR="007038C6" w:rsidRPr="00EF2F0E" w:rsidRDefault="007038C6" w:rsidP="007038C6">
            <w:pPr>
              <w:pStyle w:val="TAL"/>
            </w:pPr>
            <w:r w:rsidRPr="00EF2F0E">
              <w:rPr>
                <w:lang w:val="sv-SE"/>
              </w:rPr>
              <w:t>20MHz E-UTRA signal</w:t>
            </w:r>
          </w:p>
        </w:tc>
      </w:tr>
      <w:tr w:rsidR="003401A4" w:rsidRPr="00EF2F0E" w14:paraId="098508C0" w14:textId="77777777" w:rsidTr="007038C6">
        <w:trPr>
          <w:tblHeader/>
          <w:jc w:val="center"/>
        </w:trPr>
        <w:tc>
          <w:tcPr>
            <w:tcW w:w="1809" w:type="dxa"/>
            <w:vMerge w:val="restart"/>
            <w:shd w:val="clear" w:color="auto" w:fill="auto"/>
            <w:vAlign w:val="center"/>
          </w:tcPr>
          <w:p w14:paraId="098508BD" w14:textId="77777777" w:rsidR="007038C6" w:rsidRPr="00EF2F0E" w:rsidRDefault="007038C6" w:rsidP="007038C6">
            <w:pPr>
              <w:pStyle w:val="TAL"/>
            </w:pPr>
            <w:r w:rsidRPr="00EF2F0E">
              <w:t>NR 60 MHz</w:t>
            </w:r>
          </w:p>
        </w:tc>
        <w:tc>
          <w:tcPr>
            <w:tcW w:w="3148" w:type="dxa"/>
            <w:shd w:val="clear" w:color="auto" w:fill="auto"/>
            <w:vAlign w:val="center"/>
          </w:tcPr>
          <w:p w14:paraId="098508BE" w14:textId="77777777" w:rsidR="007038C6" w:rsidRPr="00EF2F0E" w:rsidRDefault="007038C6" w:rsidP="007038C6">
            <w:pPr>
              <w:pStyle w:val="TAL"/>
            </w:pPr>
            <w:r w:rsidRPr="00EF2F0E">
              <w:t>±7.49</w:t>
            </w:r>
          </w:p>
        </w:tc>
        <w:tc>
          <w:tcPr>
            <w:tcW w:w="2685" w:type="dxa"/>
            <w:shd w:val="clear" w:color="auto" w:fill="auto"/>
            <w:vAlign w:val="center"/>
          </w:tcPr>
          <w:p w14:paraId="098508BF" w14:textId="77777777" w:rsidR="007038C6" w:rsidRPr="00EF2F0E" w:rsidRDefault="007038C6" w:rsidP="007038C6">
            <w:pPr>
              <w:pStyle w:val="TAL"/>
            </w:pPr>
            <w:r w:rsidRPr="00EF2F0E">
              <w:t>CW</w:t>
            </w:r>
          </w:p>
        </w:tc>
      </w:tr>
      <w:tr w:rsidR="003401A4" w:rsidRPr="00EF2F0E" w14:paraId="098508C4" w14:textId="77777777" w:rsidTr="007038C6">
        <w:trPr>
          <w:tblHeader/>
          <w:jc w:val="center"/>
        </w:trPr>
        <w:tc>
          <w:tcPr>
            <w:tcW w:w="1809" w:type="dxa"/>
            <w:vMerge/>
            <w:shd w:val="clear" w:color="auto" w:fill="auto"/>
            <w:vAlign w:val="center"/>
          </w:tcPr>
          <w:p w14:paraId="098508C1" w14:textId="77777777" w:rsidR="007038C6" w:rsidRPr="00EF2F0E" w:rsidRDefault="007038C6" w:rsidP="007038C6">
            <w:pPr>
              <w:pStyle w:val="TAL"/>
            </w:pPr>
          </w:p>
        </w:tc>
        <w:tc>
          <w:tcPr>
            <w:tcW w:w="3148" w:type="dxa"/>
            <w:shd w:val="clear" w:color="auto" w:fill="auto"/>
            <w:vAlign w:val="center"/>
          </w:tcPr>
          <w:p w14:paraId="098508C2" w14:textId="77777777" w:rsidR="007038C6" w:rsidRPr="00EF2F0E" w:rsidRDefault="007038C6" w:rsidP="007038C6">
            <w:pPr>
              <w:pStyle w:val="TAL"/>
            </w:pPr>
            <w:r w:rsidRPr="00EF2F0E">
              <w:t>±25</w:t>
            </w:r>
          </w:p>
        </w:tc>
        <w:tc>
          <w:tcPr>
            <w:tcW w:w="2685" w:type="dxa"/>
            <w:shd w:val="clear" w:color="auto" w:fill="auto"/>
            <w:vAlign w:val="center"/>
          </w:tcPr>
          <w:p w14:paraId="098508C3" w14:textId="77777777" w:rsidR="007038C6" w:rsidRPr="00EF2F0E" w:rsidRDefault="007038C6" w:rsidP="007038C6">
            <w:pPr>
              <w:pStyle w:val="TAL"/>
            </w:pPr>
            <w:r w:rsidRPr="00EF2F0E">
              <w:rPr>
                <w:lang w:val="sv-SE"/>
              </w:rPr>
              <w:t>20MHz E-UTRA signal</w:t>
            </w:r>
          </w:p>
        </w:tc>
      </w:tr>
      <w:tr w:rsidR="003401A4" w:rsidRPr="00EF2F0E" w14:paraId="098508C8" w14:textId="77777777" w:rsidTr="007038C6">
        <w:trPr>
          <w:tblHeader/>
          <w:jc w:val="center"/>
        </w:trPr>
        <w:tc>
          <w:tcPr>
            <w:tcW w:w="1809" w:type="dxa"/>
            <w:vMerge w:val="restart"/>
            <w:shd w:val="clear" w:color="auto" w:fill="auto"/>
            <w:vAlign w:val="center"/>
          </w:tcPr>
          <w:p w14:paraId="098508C5" w14:textId="77777777" w:rsidR="007038C6" w:rsidRPr="00EF2F0E" w:rsidRDefault="007038C6" w:rsidP="007038C6">
            <w:pPr>
              <w:pStyle w:val="TAL"/>
            </w:pPr>
            <w:r w:rsidRPr="00EF2F0E">
              <w:t>NR 70 MHz</w:t>
            </w:r>
          </w:p>
        </w:tc>
        <w:tc>
          <w:tcPr>
            <w:tcW w:w="3148" w:type="dxa"/>
            <w:shd w:val="clear" w:color="auto" w:fill="auto"/>
            <w:vAlign w:val="center"/>
          </w:tcPr>
          <w:p w14:paraId="098508C6" w14:textId="77777777" w:rsidR="007038C6" w:rsidRPr="00EF2F0E" w:rsidRDefault="007038C6" w:rsidP="007038C6">
            <w:pPr>
              <w:pStyle w:val="TAL"/>
            </w:pPr>
            <w:r w:rsidRPr="00EF2F0E">
              <w:t>±7.42</w:t>
            </w:r>
          </w:p>
        </w:tc>
        <w:tc>
          <w:tcPr>
            <w:tcW w:w="2685" w:type="dxa"/>
            <w:shd w:val="clear" w:color="auto" w:fill="auto"/>
            <w:vAlign w:val="center"/>
          </w:tcPr>
          <w:p w14:paraId="098508C7" w14:textId="77777777" w:rsidR="007038C6" w:rsidRPr="00EF2F0E" w:rsidRDefault="007038C6" w:rsidP="007038C6">
            <w:pPr>
              <w:pStyle w:val="TAL"/>
            </w:pPr>
            <w:r w:rsidRPr="00EF2F0E">
              <w:t>CW</w:t>
            </w:r>
          </w:p>
        </w:tc>
      </w:tr>
      <w:tr w:rsidR="003401A4" w:rsidRPr="00EF2F0E" w14:paraId="098508CC" w14:textId="77777777" w:rsidTr="007038C6">
        <w:trPr>
          <w:tblHeader/>
          <w:jc w:val="center"/>
        </w:trPr>
        <w:tc>
          <w:tcPr>
            <w:tcW w:w="1809" w:type="dxa"/>
            <w:vMerge/>
            <w:shd w:val="clear" w:color="auto" w:fill="auto"/>
            <w:vAlign w:val="center"/>
          </w:tcPr>
          <w:p w14:paraId="098508C9" w14:textId="77777777" w:rsidR="007038C6" w:rsidRPr="00EF2F0E" w:rsidRDefault="007038C6" w:rsidP="007038C6">
            <w:pPr>
              <w:pStyle w:val="TAL"/>
            </w:pPr>
          </w:p>
        </w:tc>
        <w:tc>
          <w:tcPr>
            <w:tcW w:w="3148" w:type="dxa"/>
            <w:shd w:val="clear" w:color="auto" w:fill="auto"/>
            <w:vAlign w:val="center"/>
          </w:tcPr>
          <w:p w14:paraId="098508CA" w14:textId="77777777" w:rsidR="007038C6" w:rsidRPr="00EF2F0E" w:rsidRDefault="007038C6" w:rsidP="007038C6">
            <w:pPr>
              <w:pStyle w:val="TAL"/>
            </w:pPr>
            <w:r w:rsidRPr="00EF2F0E">
              <w:t>±25</w:t>
            </w:r>
          </w:p>
        </w:tc>
        <w:tc>
          <w:tcPr>
            <w:tcW w:w="2685" w:type="dxa"/>
            <w:shd w:val="clear" w:color="auto" w:fill="auto"/>
            <w:vAlign w:val="center"/>
          </w:tcPr>
          <w:p w14:paraId="098508CB" w14:textId="77777777" w:rsidR="007038C6" w:rsidRPr="00EF2F0E" w:rsidRDefault="007038C6" w:rsidP="007038C6">
            <w:pPr>
              <w:pStyle w:val="TAL"/>
            </w:pPr>
            <w:r w:rsidRPr="00EF2F0E">
              <w:rPr>
                <w:lang w:val="sv-SE"/>
              </w:rPr>
              <w:t>20MHz E-UTRA signal</w:t>
            </w:r>
          </w:p>
        </w:tc>
      </w:tr>
      <w:tr w:rsidR="003401A4" w:rsidRPr="00EF2F0E" w14:paraId="098508D0" w14:textId="77777777" w:rsidTr="007038C6">
        <w:trPr>
          <w:tblHeader/>
          <w:jc w:val="center"/>
        </w:trPr>
        <w:tc>
          <w:tcPr>
            <w:tcW w:w="1809" w:type="dxa"/>
            <w:vMerge w:val="restart"/>
            <w:shd w:val="clear" w:color="auto" w:fill="auto"/>
            <w:vAlign w:val="center"/>
          </w:tcPr>
          <w:p w14:paraId="098508CD" w14:textId="77777777" w:rsidR="007038C6" w:rsidRPr="00EF2F0E" w:rsidRDefault="007038C6" w:rsidP="007038C6">
            <w:pPr>
              <w:pStyle w:val="TAL"/>
            </w:pPr>
            <w:r w:rsidRPr="00EF2F0E">
              <w:t>NR 80 MHz</w:t>
            </w:r>
          </w:p>
        </w:tc>
        <w:tc>
          <w:tcPr>
            <w:tcW w:w="3148" w:type="dxa"/>
            <w:shd w:val="clear" w:color="auto" w:fill="auto"/>
            <w:vAlign w:val="center"/>
          </w:tcPr>
          <w:p w14:paraId="098508CE" w14:textId="77777777" w:rsidR="007038C6" w:rsidRPr="00EF2F0E" w:rsidRDefault="007038C6" w:rsidP="007038C6">
            <w:pPr>
              <w:pStyle w:val="TAL"/>
            </w:pPr>
            <w:r w:rsidRPr="00EF2F0E">
              <w:t>±7.44</w:t>
            </w:r>
          </w:p>
        </w:tc>
        <w:tc>
          <w:tcPr>
            <w:tcW w:w="2685" w:type="dxa"/>
            <w:shd w:val="clear" w:color="auto" w:fill="auto"/>
            <w:vAlign w:val="center"/>
          </w:tcPr>
          <w:p w14:paraId="098508CF" w14:textId="77777777" w:rsidR="007038C6" w:rsidRPr="00EF2F0E" w:rsidRDefault="007038C6" w:rsidP="007038C6">
            <w:pPr>
              <w:pStyle w:val="TAL"/>
            </w:pPr>
            <w:r w:rsidRPr="00EF2F0E">
              <w:t>CW</w:t>
            </w:r>
          </w:p>
        </w:tc>
      </w:tr>
      <w:tr w:rsidR="003401A4" w:rsidRPr="00EF2F0E" w14:paraId="098508D4" w14:textId="77777777" w:rsidTr="007038C6">
        <w:trPr>
          <w:tblHeader/>
          <w:jc w:val="center"/>
        </w:trPr>
        <w:tc>
          <w:tcPr>
            <w:tcW w:w="1809" w:type="dxa"/>
            <w:vMerge/>
            <w:shd w:val="clear" w:color="auto" w:fill="auto"/>
            <w:vAlign w:val="center"/>
          </w:tcPr>
          <w:p w14:paraId="098508D1" w14:textId="77777777" w:rsidR="007038C6" w:rsidRPr="00EF2F0E" w:rsidRDefault="007038C6" w:rsidP="007038C6">
            <w:pPr>
              <w:pStyle w:val="TAL"/>
            </w:pPr>
          </w:p>
        </w:tc>
        <w:tc>
          <w:tcPr>
            <w:tcW w:w="3148" w:type="dxa"/>
            <w:shd w:val="clear" w:color="auto" w:fill="auto"/>
            <w:vAlign w:val="center"/>
          </w:tcPr>
          <w:p w14:paraId="098508D2" w14:textId="77777777" w:rsidR="007038C6" w:rsidRPr="00EF2F0E" w:rsidRDefault="007038C6" w:rsidP="007038C6">
            <w:pPr>
              <w:pStyle w:val="TAL"/>
            </w:pPr>
            <w:r w:rsidRPr="00EF2F0E">
              <w:t>±25</w:t>
            </w:r>
          </w:p>
        </w:tc>
        <w:tc>
          <w:tcPr>
            <w:tcW w:w="2685" w:type="dxa"/>
            <w:shd w:val="clear" w:color="auto" w:fill="auto"/>
            <w:vAlign w:val="center"/>
          </w:tcPr>
          <w:p w14:paraId="098508D3" w14:textId="77777777" w:rsidR="007038C6" w:rsidRPr="00EF2F0E" w:rsidRDefault="007038C6" w:rsidP="007038C6">
            <w:pPr>
              <w:pStyle w:val="TAL"/>
            </w:pPr>
            <w:r w:rsidRPr="00EF2F0E">
              <w:rPr>
                <w:lang w:val="sv-SE"/>
              </w:rPr>
              <w:t>20MHz E-UTRA signal</w:t>
            </w:r>
          </w:p>
        </w:tc>
      </w:tr>
      <w:tr w:rsidR="003401A4" w:rsidRPr="00EF2F0E" w14:paraId="098508D8" w14:textId="77777777" w:rsidTr="007038C6">
        <w:trPr>
          <w:tblHeader/>
          <w:jc w:val="center"/>
        </w:trPr>
        <w:tc>
          <w:tcPr>
            <w:tcW w:w="1809" w:type="dxa"/>
            <w:vMerge w:val="restart"/>
            <w:shd w:val="clear" w:color="auto" w:fill="auto"/>
            <w:vAlign w:val="center"/>
          </w:tcPr>
          <w:p w14:paraId="098508D5" w14:textId="77777777" w:rsidR="007038C6" w:rsidRPr="00EF2F0E" w:rsidRDefault="007038C6" w:rsidP="007038C6">
            <w:pPr>
              <w:pStyle w:val="TAL"/>
            </w:pPr>
            <w:r w:rsidRPr="00EF2F0E">
              <w:t>NR 90 MHz</w:t>
            </w:r>
          </w:p>
        </w:tc>
        <w:tc>
          <w:tcPr>
            <w:tcW w:w="3148" w:type="dxa"/>
            <w:shd w:val="clear" w:color="auto" w:fill="auto"/>
            <w:vAlign w:val="center"/>
          </w:tcPr>
          <w:p w14:paraId="098508D6" w14:textId="77777777" w:rsidR="007038C6" w:rsidRPr="00EF2F0E" w:rsidRDefault="00C74589" w:rsidP="007038C6">
            <w:pPr>
              <w:pStyle w:val="TAL"/>
            </w:pPr>
            <w:r w:rsidRPr="00EF2F0E">
              <w:rPr>
                <w:rFonts w:cs="Arial"/>
              </w:rPr>
              <w:t>±7.46</w:t>
            </w:r>
          </w:p>
        </w:tc>
        <w:tc>
          <w:tcPr>
            <w:tcW w:w="2685" w:type="dxa"/>
            <w:shd w:val="clear" w:color="auto" w:fill="auto"/>
            <w:vAlign w:val="center"/>
          </w:tcPr>
          <w:p w14:paraId="098508D7" w14:textId="77777777" w:rsidR="007038C6" w:rsidRPr="00EF2F0E" w:rsidRDefault="007038C6" w:rsidP="007038C6">
            <w:pPr>
              <w:pStyle w:val="TAL"/>
            </w:pPr>
            <w:r w:rsidRPr="00EF2F0E">
              <w:t>CW</w:t>
            </w:r>
          </w:p>
        </w:tc>
      </w:tr>
      <w:tr w:rsidR="003401A4" w:rsidRPr="00EF2F0E" w14:paraId="098508DC" w14:textId="77777777" w:rsidTr="007038C6">
        <w:trPr>
          <w:tblHeader/>
          <w:jc w:val="center"/>
        </w:trPr>
        <w:tc>
          <w:tcPr>
            <w:tcW w:w="1809" w:type="dxa"/>
            <w:vMerge/>
            <w:shd w:val="clear" w:color="auto" w:fill="auto"/>
            <w:vAlign w:val="center"/>
          </w:tcPr>
          <w:p w14:paraId="098508D9" w14:textId="77777777" w:rsidR="007038C6" w:rsidRPr="00EF2F0E" w:rsidRDefault="007038C6" w:rsidP="007038C6">
            <w:pPr>
              <w:pStyle w:val="TAL"/>
            </w:pPr>
          </w:p>
        </w:tc>
        <w:tc>
          <w:tcPr>
            <w:tcW w:w="3148" w:type="dxa"/>
            <w:shd w:val="clear" w:color="auto" w:fill="auto"/>
            <w:vAlign w:val="center"/>
          </w:tcPr>
          <w:p w14:paraId="098508DA" w14:textId="77777777" w:rsidR="007038C6" w:rsidRPr="00EF2F0E" w:rsidRDefault="00C74589" w:rsidP="007038C6">
            <w:pPr>
              <w:pStyle w:val="TAL"/>
            </w:pPr>
            <w:r w:rsidRPr="00EF2F0E">
              <w:rPr>
                <w:rFonts w:cs="Arial"/>
              </w:rPr>
              <w:t>±25</w:t>
            </w:r>
          </w:p>
        </w:tc>
        <w:tc>
          <w:tcPr>
            <w:tcW w:w="2685" w:type="dxa"/>
            <w:shd w:val="clear" w:color="auto" w:fill="auto"/>
            <w:vAlign w:val="center"/>
          </w:tcPr>
          <w:p w14:paraId="098508DB" w14:textId="77777777" w:rsidR="007038C6" w:rsidRPr="00EF2F0E" w:rsidRDefault="007038C6" w:rsidP="007038C6">
            <w:pPr>
              <w:pStyle w:val="TAL"/>
            </w:pPr>
            <w:r w:rsidRPr="00EF2F0E">
              <w:rPr>
                <w:lang w:val="sv-SE"/>
              </w:rPr>
              <w:t>20MHz E-UTRA signal</w:t>
            </w:r>
          </w:p>
        </w:tc>
      </w:tr>
      <w:tr w:rsidR="003401A4" w:rsidRPr="00EF2F0E" w14:paraId="098508E0" w14:textId="77777777" w:rsidTr="007038C6">
        <w:trPr>
          <w:tblHeader/>
          <w:jc w:val="center"/>
        </w:trPr>
        <w:tc>
          <w:tcPr>
            <w:tcW w:w="1809" w:type="dxa"/>
            <w:vMerge w:val="restart"/>
            <w:shd w:val="clear" w:color="auto" w:fill="auto"/>
            <w:vAlign w:val="center"/>
          </w:tcPr>
          <w:p w14:paraId="098508DD" w14:textId="77777777" w:rsidR="007038C6" w:rsidRPr="00EF2F0E" w:rsidRDefault="007038C6" w:rsidP="007038C6">
            <w:pPr>
              <w:pStyle w:val="TAL"/>
            </w:pPr>
            <w:r w:rsidRPr="00EF2F0E">
              <w:t>NR 100 MHz</w:t>
            </w:r>
          </w:p>
        </w:tc>
        <w:tc>
          <w:tcPr>
            <w:tcW w:w="3148" w:type="dxa"/>
            <w:shd w:val="clear" w:color="auto" w:fill="auto"/>
            <w:vAlign w:val="center"/>
          </w:tcPr>
          <w:p w14:paraId="098508DE" w14:textId="77777777" w:rsidR="007038C6" w:rsidRPr="00EF2F0E" w:rsidRDefault="00C74589" w:rsidP="007038C6">
            <w:pPr>
              <w:pStyle w:val="TAL"/>
            </w:pPr>
            <w:r w:rsidRPr="00EF2F0E">
              <w:rPr>
                <w:rFonts w:cs="Arial"/>
              </w:rPr>
              <w:t>±7.48</w:t>
            </w:r>
          </w:p>
        </w:tc>
        <w:tc>
          <w:tcPr>
            <w:tcW w:w="2685" w:type="dxa"/>
            <w:shd w:val="clear" w:color="auto" w:fill="auto"/>
            <w:vAlign w:val="center"/>
          </w:tcPr>
          <w:p w14:paraId="098508DF" w14:textId="77777777" w:rsidR="007038C6" w:rsidRPr="00EF2F0E" w:rsidRDefault="007038C6" w:rsidP="007038C6">
            <w:pPr>
              <w:pStyle w:val="TAL"/>
            </w:pPr>
            <w:r w:rsidRPr="00EF2F0E">
              <w:t>CW</w:t>
            </w:r>
          </w:p>
        </w:tc>
      </w:tr>
      <w:tr w:rsidR="007038C6" w:rsidRPr="00EF2F0E" w14:paraId="098508E4" w14:textId="77777777" w:rsidTr="007038C6">
        <w:trPr>
          <w:tblHeader/>
          <w:jc w:val="center"/>
        </w:trPr>
        <w:tc>
          <w:tcPr>
            <w:tcW w:w="1809" w:type="dxa"/>
            <w:vMerge/>
            <w:shd w:val="clear" w:color="auto" w:fill="auto"/>
            <w:vAlign w:val="center"/>
          </w:tcPr>
          <w:p w14:paraId="098508E1" w14:textId="77777777" w:rsidR="007038C6" w:rsidRPr="00EF2F0E" w:rsidRDefault="007038C6" w:rsidP="007038C6">
            <w:pPr>
              <w:pStyle w:val="TAL"/>
            </w:pPr>
          </w:p>
        </w:tc>
        <w:tc>
          <w:tcPr>
            <w:tcW w:w="3148" w:type="dxa"/>
            <w:shd w:val="clear" w:color="auto" w:fill="auto"/>
            <w:vAlign w:val="center"/>
          </w:tcPr>
          <w:p w14:paraId="098508E2" w14:textId="77777777" w:rsidR="007038C6" w:rsidRPr="00EF2F0E" w:rsidRDefault="007038C6" w:rsidP="007038C6">
            <w:pPr>
              <w:pStyle w:val="TAL"/>
            </w:pPr>
            <w:r w:rsidRPr="00EF2F0E">
              <w:t>±25</w:t>
            </w:r>
          </w:p>
        </w:tc>
        <w:tc>
          <w:tcPr>
            <w:tcW w:w="2685" w:type="dxa"/>
            <w:shd w:val="clear" w:color="auto" w:fill="auto"/>
            <w:vAlign w:val="center"/>
          </w:tcPr>
          <w:p w14:paraId="098508E3" w14:textId="77777777" w:rsidR="007038C6" w:rsidRPr="00EF2F0E" w:rsidRDefault="007038C6" w:rsidP="007038C6">
            <w:pPr>
              <w:pStyle w:val="TAL"/>
            </w:pPr>
            <w:r w:rsidRPr="00EF2F0E">
              <w:rPr>
                <w:lang w:val="sv-SE"/>
              </w:rPr>
              <w:t>20MHz E-UTRA signal</w:t>
            </w:r>
          </w:p>
        </w:tc>
      </w:tr>
    </w:tbl>
    <w:p w14:paraId="098508E5" w14:textId="77777777" w:rsidR="00B15E99" w:rsidRPr="00EF2F0E" w:rsidRDefault="00B15E99" w:rsidP="00A40339">
      <w:pPr>
        <w:rPr>
          <w:lang w:val="sv-SE"/>
        </w:rPr>
      </w:pPr>
    </w:p>
    <w:p w14:paraId="098508E6" w14:textId="77777777" w:rsidR="00A17A64" w:rsidRPr="00EF2F0E" w:rsidRDefault="00B15E99" w:rsidP="00AB06FD">
      <w:pPr>
        <w:pStyle w:val="Heading4"/>
        <w:ind w:left="0" w:firstLine="0"/>
      </w:pPr>
      <w:bookmarkStart w:id="5469" w:name="_Toc21096184"/>
      <w:bookmarkStart w:id="5470" w:name="_Toc29763383"/>
      <w:bookmarkStart w:id="5471" w:name="_Toc45869668"/>
      <w:bookmarkStart w:id="5472" w:name="_Toc52554921"/>
      <w:bookmarkStart w:id="5473" w:name="_Toc52555391"/>
      <w:bookmarkStart w:id="5474" w:name="_Toc61112623"/>
      <w:bookmarkStart w:id="5475" w:name="_Toc67911775"/>
      <w:bookmarkStart w:id="5476" w:name="_Toc74843250"/>
      <w:bookmarkStart w:id="5477" w:name="_Toc76503633"/>
      <w:bookmarkStart w:id="5478" w:name="_Toc83041076"/>
      <w:bookmarkStart w:id="5479" w:name="_Toc89852119"/>
      <w:bookmarkStart w:id="5480" w:name="_Toc98676473"/>
      <w:r w:rsidRPr="00EF2F0E">
        <w:t>10.8.2.2</w:t>
      </w:r>
      <w:r w:rsidRPr="00EF2F0E">
        <w:tab/>
        <w:t>General narrowband intermodulation minimum requirement</w:t>
      </w:r>
      <w:bookmarkEnd w:id="5469"/>
      <w:bookmarkEnd w:id="5470"/>
      <w:bookmarkEnd w:id="5471"/>
      <w:bookmarkEnd w:id="5472"/>
      <w:bookmarkEnd w:id="5473"/>
      <w:bookmarkEnd w:id="5474"/>
      <w:bookmarkEnd w:id="5475"/>
      <w:bookmarkEnd w:id="5476"/>
      <w:bookmarkEnd w:id="5477"/>
      <w:bookmarkEnd w:id="5478"/>
      <w:bookmarkEnd w:id="5479"/>
      <w:bookmarkEnd w:id="5480"/>
    </w:p>
    <w:p w14:paraId="098508E7" w14:textId="77777777" w:rsidR="00B15E99" w:rsidRPr="00EF2F0E" w:rsidRDefault="00B15E99" w:rsidP="00A40339">
      <w:r w:rsidRPr="00EF2F0E">
        <w:t>Interfering signals shall be a CW signal and an E-UTRA 1RB signal as specified in 3GPP TS 37.104 [9], annex A.</w:t>
      </w:r>
    </w:p>
    <w:p w14:paraId="098508E8" w14:textId="77777777" w:rsidR="00B15E99" w:rsidRPr="00EF2F0E" w:rsidRDefault="00B15E99" w:rsidP="00A40339">
      <w:r w:rsidRPr="00EF2F0E">
        <w:t xml:space="preserve">The requirement is applicable outside the </w:t>
      </w:r>
      <w:r w:rsidRPr="00EF2F0E">
        <w:rPr>
          <w:i/>
        </w:rPr>
        <w:t>Base Station RF Bandwidth</w:t>
      </w:r>
      <w:r w:rsidRPr="00EF2F0E">
        <w:t xml:space="preserve"> or </w:t>
      </w:r>
      <w:r w:rsidRPr="00EF2F0E">
        <w:rPr>
          <w:i/>
        </w:rPr>
        <w:t>Radio Bandwidth</w:t>
      </w:r>
      <w:r w:rsidRPr="00EF2F0E">
        <w:t xml:space="preserve">. The interfering signal offset is defined relative to the </w:t>
      </w:r>
      <w:r w:rsidRPr="00EF2F0E">
        <w:rPr>
          <w:i/>
        </w:rPr>
        <w:t>Base Station RF Bandwidth</w:t>
      </w:r>
      <w:r w:rsidRPr="00EF2F0E">
        <w:t xml:space="preserve"> </w:t>
      </w:r>
      <w:r w:rsidRPr="00EF2F0E">
        <w:rPr>
          <w:i/>
        </w:rPr>
        <w:t>edges</w:t>
      </w:r>
      <w:r w:rsidRPr="00EF2F0E">
        <w:t xml:space="preserve"> or</w:t>
      </w:r>
      <w:r w:rsidRPr="00EF2F0E">
        <w:rPr>
          <w:i/>
        </w:rPr>
        <w:t xml:space="preserve"> Radio Bandwidth</w:t>
      </w:r>
      <w:r w:rsidRPr="00EF2F0E">
        <w:t xml:space="preserve"> edges. </w:t>
      </w:r>
    </w:p>
    <w:p w14:paraId="098508E9" w14:textId="77777777" w:rsidR="00B15E99" w:rsidRPr="00EF2F0E" w:rsidRDefault="00B15E99" w:rsidP="00A40339">
      <w:r w:rsidRPr="00EF2F0E">
        <w:t>For RIB supporting operation in</w:t>
      </w:r>
      <w:r w:rsidRPr="00EF2F0E">
        <w:rPr>
          <w:i/>
        </w:rPr>
        <w:t xml:space="preserve"> non-contiguous spectrum</w:t>
      </w:r>
      <w:r w:rsidRPr="00EF2F0E">
        <w:t xml:space="preserve"> within each supported operating band, the requirement applies in addition inside any </w:t>
      </w:r>
      <w:r w:rsidRPr="00EF2F0E">
        <w:rPr>
          <w:i/>
        </w:rPr>
        <w:t>sub-block gap</w:t>
      </w:r>
      <w:r w:rsidRPr="00EF2F0E">
        <w:t xml:space="preserve"> in case the </w:t>
      </w:r>
      <w:r w:rsidRPr="00EF2F0E">
        <w:rPr>
          <w:i/>
        </w:rPr>
        <w:t>sub-block gap</w:t>
      </w:r>
      <w:r w:rsidRPr="00EF2F0E">
        <w:t xml:space="preserve"> is at least as wide as the </w:t>
      </w:r>
      <w:r w:rsidRPr="00EF2F0E">
        <w:rPr>
          <w:i/>
          <w:lang w:eastAsia="zh-CN"/>
        </w:rPr>
        <w:t>channel bandwidth</w:t>
      </w:r>
      <w:r w:rsidRPr="00EF2F0E">
        <w:rPr>
          <w:lang w:eastAsia="zh-CN"/>
        </w:rPr>
        <w:t xml:space="preserve"> of the </w:t>
      </w:r>
      <w:r w:rsidRPr="00EF2F0E">
        <w:t xml:space="preserve">E-UTRA interfering signal in table 10.8.2.2-2. The interfering signal offset is defined relative to the </w:t>
      </w:r>
      <w:r w:rsidRPr="00EF2F0E">
        <w:rPr>
          <w:i/>
        </w:rPr>
        <w:t>sub-block</w:t>
      </w:r>
      <w:r w:rsidRPr="00EF2F0E">
        <w:t xml:space="preserve"> edges inside the gap.</w:t>
      </w:r>
    </w:p>
    <w:p w14:paraId="098508EA" w14:textId="77777777" w:rsidR="00B15E99" w:rsidRPr="00EF2F0E" w:rsidRDefault="00B15E99" w:rsidP="00A40339">
      <w:r w:rsidRPr="00EF2F0E">
        <w:t xml:space="preserve">For </w:t>
      </w:r>
      <w:r w:rsidRPr="00EF2F0E">
        <w:rPr>
          <w:i/>
        </w:rPr>
        <w:t>multi-band RIBs</w:t>
      </w:r>
      <w:r w:rsidRPr="00EF2F0E">
        <w:t>, the requirement applies in addition inside any</w:t>
      </w:r>
      <w:r w:rsidRPr="00EF2F0E">
        <w:rPr>
          <w:i/>
        </w:rPr>
        <w:t xml:space="preserve"> Inter RF Bandwidth gap,</w:t>
      </w:r>
      <w:r w:rsidRPr="00EF2F0E">
        <w:t xml:space="preserve"> in case the gap size is at least as wide as the E-UTRA interfering signal in table 10.8.2.2-2. The interfering signal offset is defined relative to the </w:t>
      </w:r>
      <w:r w:rsidRPr="00EF2F0E">
        <w:rPr>
          <w:i/>
        </w:rPr>
        <w:t>Base Station RF Bandwidth</w:t>
      </w:r>
      <w:r w:rsidRPr="00EF2F0E">
        <w:t xml:space="preserve"> </w:t>
      </w:r>
      <w:r w:rsidRPr="00EF2F0E">
        <w:rPr>
          <w:i/>
        </w:rPr>
        <w:t>edges</w:t>
      </w:r>
      <w:r w:rsidRPr="00EF2F0E">
        <w:t xml:space="preserve"> inside the</w:t>
      </w:r>
      <w:r w:rsidRPr="00EF2F0E">
        <w:rPr>
          <w:i/>
        </w:rPr>
        <w:t xml:space="preserve"> Inter RF Bandwidth gap</w:t>
      </w:r>
      <w:r w:rsidRPr="00EF2F0E">
        <w:t>.</w:t>
      </w:r>
    </w:p>
    <w:p w14:paraId="098508EB" w14:textId="77777777" w:rsidR="00B15E99" w:rsidRPr="00EF2F0E" w:rsidRDefault="00B15E99" w:rsidP="00A40339">
      <w:r w:rsidRPr="00EF2F0E">
        <w:t>For the wanted signal at the assigned channel frequency and two interfering signals at the RIB, using the parameters in tables 10.8.2.2-1 and 10.8.2.2-2, the following requirements shall be met:</w:t>
      </w:r>
    </w:p>
    <w:p w14:paraId="098508EC" w14:textId="77777777" w:rsidR="00B15E99" w:rsidRPr="00EF2F0E" w:rsidRDefault="00B15E99" w:rsidP="00A40339">
      <w:pPr>
        <w:pStyle w:val="B10"/>
      </w:pPr>
      <w:r w:rsidRPr="00EF2F0E">
        <w:t>-</w:t>
      </w:r>
      <w:r w:rsidRPr="00EF2F0E">
        <w:tab/>
        <w:t xml:space="preserve">For any E-UTRA carrier, the throughput shall be ≥ 95 % of the </w:t>
      </w:r>
      <w:r w:rsidRPr="00EF2F0E">
        <w:rPr>
          <w:i/>
        </w:rPr>
        <w:t>maximum throughput</w:t>
      </w:r>
      <w:r w:rsidRPr="00EF2F0E">
        <w:t xml:space="preserve"> of the reference measurement channel defined in 3GPP TS 36.104 [8], subclause 7.2.1.</w:t>
      </w:r>
    </w:p>
    <w:p w14:paraId="098508ED" w14:textId="77777777" w:rsidR="00B15E99" w:rsidRPr="00EF2F0E" w:rsidRDefault="00B15E99" w:rsidP="00A40339">
      <w:pPr>
        <w:pStyle w:val="B10"/>
      </w:pPr>
      <w:r w:rsidRPr="00EF2F0E">
        <w:t>-</w:t>
      </w:r>
      <w:r w:rsidRPr="00EF2F0E">
        <w:tab/>
        <w:t>For any UTRA FDD carrier, the BER shall not exceed 0,001 for the reference measurement channel defined in 3GPP TS 25.104 [6], subclause 7.2.1.</w:t>
      </w:r>
    </w:p>
    <w:p w14:paraId="098508EE" w14:textId="77777777" w:rsidR="00B15E99" w:rsidRPr="00EF2F0E" w:rsidRDefault="00B15E99" w:rsidP="00A40339">
      <w:pPr>
        <w:pStyle w:val="B10"/>
      </w:pPr>
      <w:r w:rsidRPr="00EF2F0E">
        <w:t>-</w:t>
      </w:r>
      <w:r w:rsidRPr="00EF2F0E">
        <w:tab/>
        <w:t>For any NR carrier, the throughput shall be ≥ 95% of the maximum throughput of the reference measurement channel defined in TS 38.104 [17], subclause 7.2.</w:t>
      </w:r>
    </w:p>
    <w:p w14:paraId="098508EF" w14:textId="77777777" w:rsidR="00B15E99" w:rsidRPr="00EF2F0E" w:rsidRDefault="00B15E99" w:rsidP="00A40339">
      <w:pPr>
        <w:rPr>
          <w:rFonts w:cs="Arial"/>
        </w:rPr>
      </w:pPr>
      <w:r w:rsidRPr="00EF2F0E">
        <w:t xml:space="preserve">The OTA levels are applied referenced to 2 antenna gain offsets </w:t>
      </w:r>
      <w:r w:rsidRPr="00EF2F0E">
        <w:rPr>
          <w:rFonts w:cs="Arial"/>
        </w:rPr>
        <w:t>Δ</w:t>
      </w:r>
      <w:r w:rsidRPr="00EF2F0E">
        <w:rPr>
          <w:rFonts w:cs="Arial"/>
          <w:vertAlign w:val="subscript"/>
        </w:rPr>
        <w:t xml:space="preserve">OTAREFSENS </w:t>
      </w:r>
      <w:r w:rsidRPr="00EF2F0E">
        <w:rPr>
          <w:rFonts w:cs="Arial"/>
        </w:rPr>
        <w:t>and Δ</w:t>
      </w:r>
      <w:r w:rsidRPr="00EF2F0E">
        <w:rPr>
          <w:rFonts w:cs="Arial"/>
          <w:vertAlign w:val="subscript"/>
        </w:rPr>
        <w:t>minSENS</w:t>
      </w:r>
      <w:r w:rsidRPr="00EF2F0E">
        <w:rPr>
          <w:rFonts w:cs="Arial"/>
        </w:rPr>
        <w:t>.</w:t>
      </w:r>
    </w:p>
    <w:p w14:paraId="098508F0" w14:textId="77777777" w:rsidR="00B15E99" w:rsidRPr="00EF2F0E" w:rsidRDefault="00B15E99" w:rsidP="00A40339">
      <w:pPr>
        <w:pStyle w:val="TH"/>
      </w:pPr>
      <w:r w:rsidRPr="00EF2F0E">
        <w:t xml:space="preserve">Table 10.8.2.2-1: General </w:t>
      </w:r>
      <w:r w:rsidRPr="00EF2F0E">
        <w:rPr>
          <w:rFonts w:cs="v5.0.0"/>
        </w:rPr>
        <w:t xml:space="preserve">narrowband </w:t>
      </w:r>
      <w:r w:rsidRPr="00EF2F0E">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844"/>
        <w:gridCol w:w="2376"/>
        <w:gridCol w:w="2142"/>
        <w:gridCol w:w="2079"/>
      </w:tblGrid>
      <w:tr w:rsidR="003401A4" w:rsidRPr="00EF2F0E" w14:paraId="098508F6" w14:textId="77777777" w:rsidTr="00A40339">
        <w:trPr>
          <w:tblHeader/>
          <w:jc w:val="center"/>
        </w:trPr>
        <w:tc>
          <w:tcPr>
            <w:tcW w:w="1844" w:type="dxa"/>
            <w:shd w:val="clear" w:color="auto" w:fill="auto"/>
          </w:tcPr>
          <w:p w14:paraId="098508F1" w14:textId="77777777" w:rsidR="00B15E99" w:rsidRPr="00EF2F0E" w:rsidRDefault="00B15E99" w:rsidP="00A40339">
            <w:pPr>
              <w:pStyle w:val="TAH"/>
            </w:pPr>
            <w:r w:rsidRPr="00EF2F0E">
              <w:t>Base Station Type</w:t>
            </w:r>
          </w:p>
        </w:tc>
        <w:tc>
          <w:tcPr>
            <w:tcW w:w="2376" w:type="dxa"/>
            <w:shd w:val="clear" w:color="auto" w:fill="auto"/>
          </w:tcPr>
          <w:p w14:paraId="098508F2" w14:textId="77777777" w:rsidR="00B15E99" w:rsidRPr="00EF2F0E" w:rsidRDefault="00B15E99" w:rsidP="00A40339">
            <w:pPr>
              <w:pStyle w:val="TAH"/>
            </w:pPr>
            <w:r w:rsidRPr="00EF2F0E">
              <w:t>Mean power of interfering signals [dBm]</w:t>
            </w:r>
          </w:p>
        </w:tc>
        <w:tc>
          <w:tcPr>
            <w:tcW w:w="2142" w:type="dxa"/>
            <w:shd w:val="clear" w:color="auto" w:fill="auto"/>
          </w:tcPr>
          <w:p w14:paraId="098508F3" w14:textId="77777777" w:rsidR="00B15E99" w:rsidRPr="00EF2F0E" w:rsidRDefault="00B15E99" w:rsidP="00A40339">
            <w:pPr>
              <w:pStyle w:val="TAH"/>
            </w:pPr>
            <w:r w:rsidRPr="00EF2F0E">
              <w:t>Wanted Signal mean power [dBm]</w:t>
            </w:r>
          </w:p>
          <w:p w14:paraId="098508F4" w14:textId="77777777" w:rsidR="00B15E99" w:rsidRPr="00EF2F0E" w:rsidRDefault="00B15E99" w:rsidP="00A40339">
            <w:pPr>
              <w:pStyle w:val="TAH"/>
            </w:pPr>
            <w:r w:rsidRPr="00EF2F0E">
              <w:t>(NOTE)</w:t>
            </w:r>
          </w:p>
        </w:tc>
        <w:tc>
          <w:tcPr>
            <w:tcW w:w="2079" w:type="dxa"/>
            <w:shd w:val="clear" w:color="auto" w:fill="auto"/>
          </w:tcPr>
          <w:p w14:paraId="098508F5" w14:textId="77777777" w:rsidR="00B15E99" w:rsidRPr="00EF2F0E" w:rsidRDefault="00B15E99" w:rsidP="00A40339">
            <w:pPr>
              <w:pStyle w:val="TAH"/>
            </w:pPr>
            <w:r w:rsidRPr="00EF2F0E">
              <w:t>Type of interfering signal</w:t>
            </w:r>
          </w:p>
        </w:tc>
      </w:tr>
      <w:tr w:rsidR="003401A4" w:rsidRPr="00EF2F0E" w14:paraId="098508FB" w14:textId="77777777" w:rsidTr="00A40339">
        <w:trPr>
          <w:trHeight w:val="88"/>
          <w:jc w:val="center"/>
        </w:trPr>
        <w:tc>
          <w:tcPr>
            <w:tcW w:w="1844" w:type="dxa"/>
            <w:vMerge w:val="restart"/>
            <w:shd w:val="clear" w:color="auto" w:fill="auto"/>
          </w:tcPr>
          <w:p w14:paraId="098508F7" w14:textId="77777777" w:rsidR="00B15E99" w:rsidRPr="00EF2F0E" w:rsidRDefault="00B15E99" w:rsidP="00A40339">
            <w:pPr>
              <w:pStyle w:val="TAL"/>
              <w:rPr>
                <w:rFonts w:cs="Arial"/>
                <w:szCs w:val="18"/>
              </w:rPr>
            </w:pPr>
            <w:r w:rsidRPr="00EF2F0E">
              <w:rPr>
                <w:rFonts w:cs="Arial"/>
                <w:szCs w:val="18"/>
              </w:rPr>
              <w:t>Wide Area BS</w:t>
            </w:r>
          </w:p>
        </w:tc>
        <w:tc>
          <w:tcPr>
            <w:tcW w:w="2376" w:type="dxa"/>
            <w:shd w:val="clear" w:color="auto" w:fill="auto"/>
          </w:tcPr>
          <w:p w14:paraId="098508F8" w14:textId="77777777" w:rsidR="00B15E99" w:rsidRPr="00EF2F0E" w:rsidRDefault="00B15E99" w:rsidP="00A40339">
            <w:pPr>
              <w:pStyle w:val="TAC"/>
              <w:rPr>
                <w:szCs w:val="18"/>
              </w:rPr>
            </w:pPr>
            <w:r w:rsidRPr="00EF2F0E">
              <w:rPr>
                <w:szCs w:val="18"/>
              </w:rPr>
              <w:t xml:space="preserve">-52 </w:t>
            </w:r>
            <w:r w:rsidRPr="00EF2F0E">
              <w:rPr>
                <w:szCs w:val="18"/>
                <w:lang w:eastAsia="ja-JP"/>
              </w:rPr>
              <w:t xml:space="preserve">- </w:t>
            </w:r>
            <w:r w:rsidRPr="00EF2F0E">
              <w:t>Δ</w:t>
            </w:r>
            <w:r w:rsidRPr="00EF2F0E">
              <w:rPr>
                <w:vertAlign w:val="subscript"/>
              </w:rPr>
              <w:t>OTAREFSENS</w:t>
            </w:r>
          </w:p>
        </w:tc>
        <w:tc>
          <w:tcPr>
            <w:tcW w:w="2142" w:type="dxa"/>
            <w:shd w:val="clear" w:color="auto" w:fill="auto"/>
            <w:vAlign w:val="center"/>
          </w:tcPr>
          <w:p w14:paraId="098508F9" w14:textId="77777777" w:rsidR="00B15E99" w:rsidRPr="00EF2F0E" w:rsidRDefault="00B15E99" w:rsidP="00A40339">
            <w:pPr>
              <w:pStyle w:val="TAC"/>
              <w:rPr>
                <w:szCs w:val="18"/>
              </w:rPr>
            </w:pPr>
            <w:r w:rsidRPr="00EF2F0E">
              <w:rPr>
                <w:szCs w:val="18"/>
              </w:rPr>
              <w:t>EIS</w:t>
            </w:r>
            <w:r w:rsidRPr="00EF2F0E">
              <w:rPr>
                <w:szCs w:val="18"/>
                <w:vertAlign w:val="subscript"/>
              </w:rPr>
              <w:t>REFSENS</w:t>
            </w:r>
            <w:r w:rsidRPr="00EF2F0E" w:rsidDel="00E01BA4">
              <w:rPr>
                <w:szCs w:val="18"/>
              </w:rPr>
              <w:t xml:space="preserve"> </w:t>
            </w:r>
            <w:r w:rsidRPr="00EF2F0E">
              <w:rPr>
                <w:szCs w:val="18"/>
              </w:rPr>
              <w:t>+ 6 dB</w:t>
            </w:r>
          </w:p>
        </w:tc>
        <w:tc>
          <w:tcPr>
            <w:tcW w:w="2079" w:type="dxa"/>
            <w:vMerge w:val="restart"/>
            <w:shd w:val="clear" w:color="auto" w:fill="auto"/>
            <w:vAlign w:val="center"/>
          </w:tcPr>
          <w:p w14:paraId="098508FA" w14:textId="77777777" w:rsidR="00B15E99" w:rsidRPr="00EF2F0E" w:rsidRDefault="00B15E99" w:rsidP="00A40339">
            <w:pPr>
              <w:pStyle w:val="TAC"/>
            </w:pPr>
            <w:r w:rsidRPr="00EF2F0E">
              <w:t>See table 10.8.2.2-2</w:t>
            </w:r>
          </w:p>
        </w:tc>
      </w:tr>
      <w:tr w:rsidR="003401A4" w:rsidRPr="00EF2F0E" w14:paraId="09850900" w14:textId="77777777" w:rsidTr="00A40339">
        <w:trPr>
          <w:trHeight w:val="87"/>
          <w:jc w:val="center"/>
        </w:trPr>
        <w:tc>
          <w:tcPr>
            <w:tcW w:w="1844" w:type="dxa"/>
            <w:vMerge/>
            <w:shd w:val="clear" w:color="auto" w:fill="auto"/>
          </w:tcPr>
          <w:p w14:paraId="098508FC" w14:textId="77777777" w:rsidR="00B15E99" w:rsidRPr="00EF2F0E" w:rsidRDefault="00B15E99" w:rsidP="00A40339">
            <w:pPr>
              <w:pStyle w:val="TAL"/>
              <w:rPr>
                <w:rFonts w:cs="Arial"/>
                <w:szCs w:val="18"/>
              </w:rPr>
            </w:pPr>
          </w:p>
        </w:tc>
        <w:tc>
          <w:tcPr>
            <w:tcW w:w="2376" w:type="dxa"/>
            <w:shd w:val="clear" w:color="auto" w:fill="auto"/>
          </w:tcPr>
          <w:p w14:paraId="098508FD" w14:textId="77777777" w:rsidR="00B15E99" w:rsidRPr="00EF2F0E" w:rsidRDefault="00B15E99" w:rsidP="00A40339">
            <w:pPr>
              <w:pStyle w:val="TAC"/>
              <w:rPr>
                <w:szCs w:val="18"/>
              </w:rPr>
            </w:pPr>
            <w:r w:rsidRPr="00EF2F0E">
              <w:rPr>
                <w:szCs w:val="18"/>
              </w:rPr>
              <w:t xml:space="preserve">-52 </w:t>
            </w:r>
            <w:r w:rsidRPr="00EF2F0E">
              <w:rPr>
                <w:szCs w:val="18"/>
                <w:lang w:eastAsia="ja-JP"/>
              </w:rPr>
              <w:t xml:space="preserve">– </w:t>
            </w:r>
            <w:r w:rsidRPr="00EF2F0E">
              <w:t>Δ</w:t>
            </w:r>
            <w:r w:rsidRPr="00EF2F0E">
              <w:rPr>
                <w:vertAlign w:val="subscript"/>
              </w:rPr>
              <w:t>minSENS</w:t>
            </w:r>
          </w:p>
        </w:tc>
        <w:tc>
          <w:tcPr>
            <w:tcW w:w="2142" w:type="dxa"/>
            <w:shd w:val="clear" w:color="auto" w:fill="auto"/>
            <w:vAlign w:val="center"/>
          </w:tcPr>
          <w:p w14:paraId="098508FE" w14:textId="77777777" w:rsidR="00B15E99" w:rsidRPr="00EF2F0E" w:rsidRDefault="00B15E99" w:rsidP="00A40339">
            <w:pPr>
              <w:pStyle w:val="TAC"/>
              <w:rPr>
                <w:szCs w:val="18"/>
              </w:rPr>
            </w:pPr>
            <w:r w:rsidRPr="00EF2F0E">
              <w:rPr>
                <w:szCs w:val="18"/>
                <w:lang w:eastAsia="ja-JP"/>
              </w:rPr>
              <w:t>EIS</w:t>
            </w:r>
            <w:r w:rsidRPr="00EF2F0E">
              <w:rPr>
                <w:szCs w:val="18"/>
                <w:vertAlign w:val="subscript"/>
                <w:lang w:eastAsia="ja-JP"/>
              </w:rPr>
              <w:t>minSENS</w:t>
            </w:r>
            <w:r w:rsidRPr="00EF2F0E">
              <w:rPr>
                <w:szCs w:val="18"/>
                <w:lang w:eastAsia="ja-JP"/>
              </w:rPr>
              <w:t xml:space="preserve"> + 6 dB</w:t>
            </w:r>
          </w:p>
        </w:tc>
        <w:tc>
          <w:tcPr>
            <w:tcW w:w="2079" w:type="dxa"/>
            <w:vMerge/>
            <w:shd w:val="clear" w:color="auto" w:fill="auto"/>
            <w:vAlign w:val="center"/>
          </w:tcPr>
          <w:p w14:paraId="098508FF" w14:textId="77777777" w:rsidR="00B15E99" w:rsidRPr="00EF2F0E" w:rsidRDefault="00B15E99" w:rsidP="00A40339">
            <w:pPr>
              <w:pStyle w:val="TAL"/>
              <w:rPr>
                <w:rFonts w:cs="Arial"/>
                <w:szCs w:val="18"/>
              </w:rPr>
            </w:pPr>
          </w:p>
        </w:tc>
      </w:tr>
      <w:tr w:rsidR="003401A4" w:rsidRPr="00EF2F0E" w14:paraId="09850905" w14:textId="77777777" w:rsidTr="00A40339">
        <w:trPr>
          <w:trHeight w:val="88"/>
          <w:jc w:val="center"/>
        </w:trPr>
        <w:tc>
          <w:tcPr>
            <w:tcW w:w="1844" w:type="dxa"/>
            <w:vMerge w:val="restart"/>
            <w:shd w:val="clear" w:color="auto" w:fill="auto"/>
          </w:tcPr>
          <w:p w14:paraId="09850901" w14:textId="77777777" w:rsidR="00B15E99" w:rsidRPr="00EF2F0E" w:rsidRDefault="00B15E99" w:rsidP="00A40339">
            <w:pPr>
              <w:pStyle w:val="TAL"/>
              <w:rPr>
                <w:rFonts w:cs="Arial"/>
                <w:szCs w:val="18"/>
              </w:rPr>
            </w:pPr>
            <w:r w:rsidRPr="00EF2F0E">
              <w:rPr>
                <w:rFonts w:cs="Arial"/>
                <w:szCs w:val="18"/>
              </w:rPr>
              <w:t>Medium Range BS</w:t>
            </w:r>
          </w:p>
        </w:tc>
        <w:tc>
          <w:tcPr>
            <w:tcW w:w="2376" w:type="dxa"/>
            <w:shd w:val="clear" w:color="auto" w:fill="auto"/>
          </w:tcPr>
          <w:p w14:paraId="09850902" w14:textId="77777777" w:rsidR="00B15E99" w:rsidRPr="00EF2F0E" w:rsidRDefault="00B15E99" w:rsidP="00A40339">
            <w:pPr>
              <w:pStyle w:val="TAC"/>
              <w:rPr>
                <w:szCs w:val="18"/>
              </w:rPr>
            </w:pPr>
            <w:r w:rsidRPr="00EF2F0E">
              <w:rPr>
                <w:szCs w:val="18"/>
              </w:rPr>
              <w:t xml:space="preserve">-47 </w:t>
            </w:r>
            <w:r w:rsidRPr="00EF2F0E">
              <w:rPr>
                <w:szCs w:val="18"/>
                <w:lang w:eastAsia="ja-JP"/>
              </w:rPr>
              <w:t xml:space="preserve">- </w:t>
            </w:r>
            <w:r w:rsidRPr="00EF2F0E">
              <w:t>Δ</w:t>
            </w:r>
            <w:r w:rsidRPr="00EF2F0E">
              <w:rPr>
                <w:vertAlign w:val="subscript"/>
              </w:rPr>
              <w:t>OTAREFSENS</w:t>
            </w:r>
          </w:p>
        </w:tc>
        <w:tc>
          <w:tcPr>
            <w:tcW w:w="2142" w:type="dxa"/>
            <w:shd w:val="clear" w:color="auto" w:fill="auto"/>
          </w:tcPr>
          <w:p w14:paraId="09850903" w14:textId="77777777" w:rsidR="00B15E99" w:rsidRPr="00EF2F0E" w:rsidRDefault="00B15E99" w:rsidP="00A40339">
            <w:pPr>
              <w:pStyle w:val="TAC"/>
              <w:rPr>
                <w:szCs w:val="18"/>
              </w:rPr>
            </w:pPr>
            <w:r w:rsidRPr="00EF2F0E">
              <w:rPr>
                <w:szCs w:val="18"/>
              </w:rPr>
              <w:t>EIS</w:t>
            </w:r>
            <w:r w:rsidRPr="00EF2F0E">
              <w:rPr>
                <w:szCs w:val="18"/>
                <w:vertAlign w:val="subscript"/>
              </w:rPr>
              <w:t>REFSENS</w:t>
            </w:r>
            <w:r w:rsidRPr="00EF2F0E" w:rsidDel="00E01BA4">
              <w:rPr>
                <w:szCs w:val="18"/>
              </w:rPr>
              <w:t xml:space="preserve"> </w:t>
            </w:r>
            <w:r w:rsidRPr="00EF2F0E">
              <w:rPr>
                <w:szCs w:val="18"/>
              </w:rPr>
              <w:t>+ 6 dB</w:t>
            </w:r>
          </w:p>
        </w:tc>
        <w:tc>
          <w:tcPr>
            <w:tcW w:w="2079" w:type="dxa"/>
            <w:vMerge/>
            <w:shd w:val="clear" w:color="auto" w:fill="auto"/>
          </w:tcPr>
          <w:p w14:paraId="09850904" w14:textId="77777777" w:rsidR="00B15E99" w:rsidRPr="00EF2F0E" w:rsidRDefault="00B15E99" w:rsidP="00A40339">
            <w:pPr>
              <w:pStyle w:val="TAL"/>
              <w:rPr>
                <w:rFonts w:cs="Arial"/>
                <w:szCs w:val="18"/>
              </w:rPr>
            </w:pPr>
          </w:p>
        </w:tc>
      </w:tr>
      <w:tr w:rsidR="003401A4" w:rsidRPr="00EF2F0E" w14:paraId="0985090A" w14:textId="77777777" w:rsidTr="00A40339">
        <w:trPr>
          <w:trHeight w:val="87"/>
          <w:jc w:val="center"/>
        </w:trPr>
        <w:tc>
          <w:tcPr>
            <w:tcW w:w="1844" w:type="dxa"/>
            <w:vMerge/>
            <w:shd w:val="clear" w:color="auto" w:fill="auto"/>
          </w:tcPr>
          <w:p w14:paraId="09850906" w14:textId="77777777" w:rsidR="00B15E99" w:rsidRPr="00EF2F0E" w:rsidRDefault="00B15E99" w:rsidP="00A40339">
            <w:pPr>
              <w:pStyle w:val="TAL"/>
              <w:rPr>
                <w:rFonts w:cs="Arial"/>
                <w:szCs w:val="18"/>
              </w:rPr>
            </w:pPr>
          </w:p>
        </w:tc>
        <w:tc>
          <w:tcPr>
            <w:tcW w:w="2376" w:type="dxa"/>
            <w:shd w:val="clear" w:color="auto" w:fill="auto"/>
          </w:tcPr>
          <w:p w14:paraId="09850907" w14:textId="77777777" w:rsidR="00B15E99" w:rsidRPr="00EF2F0E" w:rsidRDefault="00B15E99" w:rsidP="00A40339">
            <w:pPr>
              <w:pStyle w:val="TAC"/>
              <w:rPr>
                <w:szCs w:val="18"/>
              </w:rPr>
            </w:pPr>
            <w:r w:rsidRPr="00EF2F0E">
              <w:rPr>
                <w:szCs w:val="18"/>
              </w:rPr>
              <w:t xml:space="preserve">-47 </w:t>
            </w:r>
            <w:r w:rsidRPr="00EF2F0E">
              <w:rPr>
                <w:szCs w:val="18"/>
                <w:lang w:eastAsia="ja-JP"/>
              </w:rPr>
              <w:t xml:space="preserve">– </w:t>
            </w:r>
            <w:r w:rsidRPr="00EF2F0E">
              <w:t>Δ</w:t>
            </w:r>
            <w:r w:rsidRPr="00EF2F0E">
              <w:rPr>
                <w:vertAlign w:val="subscript"/>
              </w:rPr>
              <w:t>minSENS</w:t>
            </w:r>
          </w:p>
        </w:tc>
        <w:tc>
          <w:tcPr>
            <w:tcW w:w="2142" w:type="dxa"/>
            <w:shd w:val="clear" w:color="auto" w:fill="auto"/>
          </w:tcPr>
          <w:p w14:paraId="09850908" w14:textId="77777777" w:rsidR="00B15E99" w:rsidRPr="00EF2F0E" w:rsidRDefault="00B15E99" w:rsidP="00A40339">
            <w:pPr>
              <w:pStyle w:val="TAC"/>
              <w:rPr>
                <w:szCs w:val="18"/>
              </w:rPr>
            </w:pPr>
            <w:r w:rsidRPr="00EF2F0E">
              <w:rPr>
                <w:szCs w:val="18"/>
                <w:lang w:eastAsia="ja-JP"/>
              </w:rPr>
              <w:t>EIS</w:t>
            </w:r>
            <w:r w:rsidRPr="00EF2F0E">
              <w:rPr>
                <w:szCs w:val="18"/>
                <w:vertAlign w:val="subscript"/>
                <w:lang w:eastAsia="ja-JP"/>
              </w:rPr>
              <w:t>minSENS</w:t>
            </w:r>
            <w:r w:rsidRPr="00EF2F0E">
              <w:rPr>
                <w:szCs w:val="18"/>
                <w:lang w:eastAsia="ja-JP"/>
              </w:rPr>
              <w:t xml:space="preserve"> + 6 dB</w:t>
            </w:r>
          </w:p>
        </w:tc>
        <w:tc>
          <w:tcPr>
            <w:tcW w:w="2079" w:type="dxa"/>
            <w:vMerge/>
            <w:shd w:val="clear" w:color="auto" w:fill="auto"/>
          </w:tcPr>
          <w:p w14:paraId="09850909" w14:textId="77777777" w:rsidR="00B15E99" w:rsidRPr="00EF2F0E" w:rsidRDefault="00B15E99" w:rsidP="00A40339">
            <w:pPr>
              <w:pStyle w:val="TAL"/>
              <w:rPr>
                <w:rFonts w:cs="Arial"/>
                <w:szCs w:val="18"/>
              </w:rPr>
            </w:pPr>
          </w:p>
        </w:tc>
      </w:tr>
      <w:tr w:rsidR="003401A4" w:rsidRPr="00EF2F0E" w14:paraId="0985090F" w14:textId="77777777" w:rsidTr="00A40339">
        <w:trPr>
          <w:trHeight w:val="88"/>
          <w:jc w:val="center"/>
        </w:trPr>
        <w:tc>
          <w:tcPr>
            <w:tcW w:w="1844" w:type="dxa"/>
            <w:vMerge w:val="restart"/>
            <w:shd w:val="clear" w:color="auto" w:fill="auto"/>
          </w:tcPr>
          <w:p w14:paraId="0985090B" w14:textId="77777777" w:rsidR="00B15E99" w:rsidRPr="00EF2F0E" w:rsidRDefault="00B15E99" w:rsidP="00A40339">
            <w:pPr>
              <w:pStyle w:val="TAL"/>
              <w:rPr>
                <w:rFonts w:cs="Arial"/>
                <w:szCs w:val="18"/>
              </w:rPr>
            </w:pPr>
            <w:r w:rsidRPr="00EF2F0E">
              <w:rPr>
                <w:rFonts w:cs="Arial"/>
                <w:szCs w:val="18"/>
              </w:rPr>
              <w:t>Local Area BS</w:t>
            </w:r>
          </w:p>
        </w:tc>
        <w:tc>
          <w:tcPr>
            <w:tcW w:w="2376" w:type="dxa"/>
            <w:shd w:val="clear" w:color="auto" w:fill="auto"/>
          </w:tcPr>
          <w:p w14:paraId="0985090C" w14:textId="77777777" w:rsidR="00B15E99" w:rsidRPr="00EF2F0E" w:rsidRDefault="00B15E99" w:rsidP="00A40339">
            <w:pPr>
              <w:pStyle w:val="TAC"/>
              <w:rPr>
                <w:szCs w:val="18"/>
              </w:rPr>
            </w:pPr>
            <w:r w:rsidRPr="00EF2F0E">
              <w:rPr>
                <w:szCs w:val="18"/>
              </w:rPr>
              <w:t xml:space="preserve">-44 </w:t>
            </w:r>
            <w:r w:rsidRPr="00EF2F0E">
              <w:rPr>
                <w:szCs w:val="18"/>
                <w:lang w:eastAsia="ja-JP"/>
              </w:rPr>
              <w:t xml:space="preserve">- </w:t>
            </w:r>
            <w:r w:rsidRPr="00EF2F0E">
              <w:t>Δ</w:t>
            </w:r>
            <w:r w:rsidRPr="00EF2F0E">
              <w:rPr>
                <w:vertAlign w:val="subscript"/>
              </w:rPr>
              <w:t>OTAREFSENS</w:t>
            </w:r>
          </w:p>
        </w:tc>
        <w:tc>
          <w:tcPr>
            <w:tcW w:w="2142" w:type="dxa"/>
            <w:shd w:val="clear" w:color="auto" w:fill="auto"/>
          </w:tcPr>
          <w:p w14:paraId="0985090D" w14:textId="77777777" w:rsidR="00B15E99" w:rsidRPr="00EF2F0E" w:rsidRDefault="00B15E99" w:rsidP="00A40339">
            <w:pPr>
              <w:pStyle w:val="TAC"/>
              <w:rPr>
                <w:szCs w:val="18"/>
              </w:rPr>
            </w:pPr>
            <w:r w:rsidRPr="00EF2F0E">
              <w:rPr>
                <w:szCs w:val="18"/>
              </w:rPr>
              <w:t>EIS</w:t>
            </w:r>
            <w:r w:rsidRPr="00EF2F0E">
              <w:rPr>
                <w:szCs w:val="18"/>
                <w:vertAlign w:val="subscript"/>
              </w:rPr>
              <w:t>REFSENS</w:t>
            </w:r>
            <w:r w:rsidRPr="00EF2F0E" w:rsidDel="00E01BA4">
              <w:rPr>
                <w:szCs w:val="18"/>
              </w:rPr>
              <w:t xml:space="preserve"> </w:t>
            </w:r>
            <w:r w:rsidRPr="00EF2F0E">
              <w:rPr>
                <w:szCs w:val="18"/>
              </w:rPr>
              <w:t>+ 6 dB</w:t>
            </w:r>
          </w:p>
        </w:tc>
        <w:tc>
          <w:tcPr>
            <w:tcW w:w="2079" w:type="dxa"/>
            <w:vMerge/>
            <w:shd w:val="clear" w:color="auto" w:fill="auto"/>
          </w:tcPr>
          <w:p w14:paraId="0985090E" w14:textId="77777777" w:rsidR="00B15E99" w:rsidRPr="00EF2F0E" w:rsidRDefault="00B15E99" w:rsidP="00A40339">
            <w:pPr>
              <w:pStyle w:val="TAL"/>
              <w:rPr>
                <w:rFonts w:cs="Arial"/>
                <w:szCs w:val="18"/>
              </w:rPr>
            </w:pPr>
          </w:p>
        </w:tc>
      </w:tr>
      <w:tr w:rsidR="003401A4" w:rsidRPr="00EF2F0E" w14:paraId="09850914" w14:textId="77777777" w:rsidTr="00A40339">
        <w:trPr>
          <w:trHeight w:val="87"/>
          <w:jc w:val="center"/>
        </w:trPr>
        <w:tc>
          <w:tcPr>
            <w:tcW w:w="1844" w:type="dxa"/>
            <w:vMerge/>
            <w:shd w:val="clear" w:color="auto" w:fill="auto"/>
          </w:tcPr>
          <w:p w14:paraId="09850910" w14:textId="77777777" w:rsidR="00B15E99" w:rsidRPr="00EF2F0E" w:rsidRDefault="00B15E99" w:rsidP="00A40339">
            <w:pPr>
              <w:pStyle w:val="TAL"/>
              <w:rPr>
                <w:rFonts w:cs="Arial"/>
                <w:szCs w:val="18"/>
              </w:rPr>
            </w:pPr>
          </w:p>
        </w:tc>
        <w:tc>
          <w:tcPr>
            <w:tcW w:w="2376" w:type="dxa"/>
            <w:shd w:val="clear" w:color="auto" w:fill="auto"/>
          </w:tcPr>
          <w:p w14:paraId="09850911" w14:textId="77777777" w:rsidR="00B15E99" w:rsidRPr="00EF2F0E" w:rsidRDefault="00B15E99" w:rsidP="00A40339">
            <w:pPr>
              <w:pStyle w:val="TAC"/>
              <w:rPr>
                <w:szCs w:val="18"/>
              </w:rPr>
            </w:pPr>
            <w:r w:rsidRPr="00EF2F0E">
              <w:rPr>
                <w:szCs w:val="18"/>
              </w:rPr>
              <w:t xml:space="preserve">-44 </w:t>
            </w:r>
            <w:r w:rsidRPr="00EF2F0E">
              <w:rPr>
                <w:szCs w:val="18"/>
                <w:lang w:eastAsia="ja-JP"/>
              </w:rPr>
              <w:t xml:space="preserve">– </w:t>
            </w:r>
            <w:r w:rsidRPr="00EF2F0E">
              <w:t>Δ</w:t>
            </w:r>
            <w:r w:rsidRPr="00EF2F0E">
              <w:rPr>
                <w:vertAlign w:val="subscript"/>
              </w:rPr>
              <w:t>minSENS</w:t>
            </w:r>
          </w:p>
        </w:tc>
        <w:tc>
          <w:tcPr>
            <w:tcW w:w="2142" w:type="dxa"/>
            <w:shd w:val="clear" w:color="auto" w:fill="auto"/>
          </w:tcPr>
          <w:p w14:paraId="09850912" w14:textId="77777777" w:rsidR="00B15E99" w:rsidRPr="00EF2F0E" w:rsidRDefault="00B15E99" w:rsidP="00A40339">
            <w:pPr>
              <w:pStyle w:val="TAC"/>
              <w:rPr>
                <w:szCs w:val="18"/>
              </w:rPr>
            </w:pPr>
            <w:r w:rsidRPr="00EF2F0E">
              <w:rPr>
                <w:szCs w:val="18"/>
                <w:lang w:eastAsia="ja-JP"/>
              </w:rPr>
              <w:t>EIS</w:t>
            </w:r>
            <w:r w:rsidRPr="00EF2F0E">
              <w:rPr>
                <w:szCs w:val="18"/>
                <w:vertAlign w:val="subscript"/>
                <w:lang w:eastAsia="ja-JP"/>
              </w:rPr>
              <w:t>minSENS</w:t>
            </w:r>
            <w:r w:rsidRPr="00EF2F0E">
              <w:rPr>
                <w:szCs w:val="18"/>
                <w:lang w:eastAsia="ja-JP"/>
              </w:rPr>
              <w:t xml:space="preserve"> + 6 dB</w:t>
            </w:r>
          </w:p>
        </w:tc>
        <w:tc>
          <w:tcPr>
            <w:tcW w:w="2079" w:type="dxa"/>
            <w:vMerge/>
            <w:shd w:val="clear" w:color="auto" w:fill="auto"/>
          </w:tcPr>
          <w:p w14:paraId="09850913" w14:textId="77777777" w:rsidR="00B15E99" w:rsidRPr="00EF2F0E" w:rsidRDefault="00B15E99" w:rsidP="00A40339">
            <w:pPr>
              <w:pStyle w:val="TAL"/>
              <w:rPr>
                <w:rFonts w:cs="Arial"/>
                <w:szCs w:val="18"/>
              </w:rPr>
            </w:pPr>
          </w:p>
        </w:tc>
      </w:tr>
      <w:tr w:rsidR="00B15E99" w:rsidRPr="00EF2F0E" w14:paraId="09850916" w14:textId="77777777" w:rsidTr="00A40339">
        <w:trPr>
          <w:jc w:val="center"/>
        </w:trPr>
        <w:tc>
          <w:tcPr>
            <w:tcW w:w="8441" w:type="dxa"/>
            <w:gridSpan w:val="4"/>
            <w:shd w:val="clear" w:color="auto" w:fill="auto"/>
          </w:tcPr>
          <w:p w14:paraId="09850915" w14:textId="77777777" w:rsidR="00B15E99" w:rsidRPr="00EF2F0E" w:rsidRDefault="00B15E99" w:rsidP="00A40339">
            <w:pPr>
              <w:pStyle w:val="TAN"/>
            </w:pPr>
            <w:r w:rsidRPr="00EF2F0E">
              <w:rPr>
                <w:lang w:eastAsia="ja-JP"/>
              </w:rPr>
              <w:t>NOTE</w:t>
            </w:r>
            <w:r w:rsidRPr="00EF2F0E">
              <w:rPr>
                <w:lang w:eastAsia="ja-JP"/>
              </w:rPr>
              <w:tab/>
              <w:t>EIS</w:t>
            </w:r>
            <w:r w:rsidRPr="00EF2F0E">
              <w:rPr>
                <w:vertAlign w:val="subscript"/>
                <w:lang w:eastAsia="ja-JP"/>
              </w:rPr>
              <w:t>REFSENS</w:t>
            </w:r>
            <w:r w:rsidRPr="00EF2F0E">
              <w:rPr>
                <w:lang w:eastAsia="ja-JP"/>
              </w:rPr>
              <w:t xml:space="preserve"> and EIS</w:t>
            </w:r>
            <w:r w:rsidRPr="00EF2F0E">
              <w:rPr>
                <w:vertAlign w:val="subscript"/>
                <w:lang w:eastAsia="ja-JP"/>
              </w:rPr>
              <w:t>minSENS</w:t>
            </w:r>
            <w:r w:rsidRPr="00EF2F0E">
              <w:rPr>
                <w:lang w:eastAsia="ja-JP"/>
              </w:rPr>
              <w:t xml:space="preserve"> depend on the RAT, the BS class and on the </w:t>
            </w:r>
            <w:r w:rsidRPr="00EF2F0E">
              <w:rPr>
                <w:i/>
                <w:lang w:eastAsia="ja-JP"/>
              </w:rPr>
              <w:t>channel bandwidth</w:t>
            </w:r>
            <w:r w:rsidRPr="00EF2F0E">
              <w:rPr>
                <w:lang w:eastAsia="ja-JP"/>
              </w:rPr>
              <w:t>, see subclauses 10.3 and 10.2.</w:t>
            </w:r>
          </w:p>
        </w:tc>
      </w:tr>
    </w:tbl>
    <w:p w14:paraId="09850917" w14:textId="77777777" w:rsidR="00B15E99" w:rsidRPr="00EF2F0E" w:rsidRDefault="00B15E99" w:rsidP="007853C3"/>
    <w:p w14:paraId="09850918" w14:textId="77777777" w:rsidR="00B15E99" w:rsidRPr="00EF2F0E" w:rsidRDefault="00B15E99" w:rsidP="00A40339">
      <w:pPr>
        <w:pStyle w:val="TH"/>
      </w:pPr>
      <w:r w:rsidRPr="00EF2F0E">
        <w:t xml:space="preserve">Table 10.8.2.2-2: Interfering signals for </w:t>
      </w:r>
      <w:r w:rsidRPr="00EF2F0E">
        <w:rPr>
          <w:rFonts w:cs="v5.0.0"/>
        </w:rPr>
        <w:t xml:space="preserve">narrowband </w:t>
      </w:r>
      <w:r w:rsidRPr="00EF2F0E">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01"/>
        <w:gridCol w:w="2635"/>
        <w:gridCol w:w="3294"/>
      </w:tblGrid>
      <w:tr w:rsidR="003401A4" w:rsidRPr="00EF2F0E" w14:paraId="0985091C" w14:textId="77777777" w:rsidTr="00053A7A">
        <w:trPr>
          <w:tblHeader/>
          <w:jc w:val="center"/>
        </w:trPr>
        <w:tc>
          <w:tcPr>
            <w:tcW w:w="1701" w:type="dxa"/>
            <w:shd w:val="clear" w:color="auto" w:fill="auto"/>
          </w:tcPr>
          <w:p w14:paraId="09850919" w14:textId="77777777" w:rsidR="00B15E99" w:rsidRPr="00EF2F0E" w:rsidRDefault="00B15E99" w:rsidP="00A40339">
            <w:pPr>
              <w:pStyle w:val="TAH"/>
            </w:pPr>
            <w:r w:rsidRPr="00EF2F0E">
              <w:t xml:space="preserve">RAT of the carrier adjacent to the upper/lower </w:t>
            </w:r>
            <w:r w:rsidRPr="00EF2F0E">
              <w:rPr>
                <w:i/>
              </w:rPr>
              <w:t>Base Station RF Bandwidth</w:t>
            </w:r>
            <w:r w:rsidRPr="00EF2F0E">
              <w:t xml:space="preserve"> edge or edge of the </w:t>
            </w:r>
            <w:r w:rsidRPr="00EF2F0E">
              <w:rPr>
                <w:rFonts w:cs="Arial"/>
                <w:bCs/>
                <w:i/>
                <w:szCs w:val="18"/>
              </w:rPr>
              <w:t>sub-block</w:t>
            </w:r>
          </w:p>
        </w:tc>
        <w:tc>
          <w:tcPr>
            <w:tcW w:w="2635" w:type="dxa"/>
            <w:shd w:val="clear" w:color="auto" w:fill="auto"/>
          </w:tcPr>
          <w:p w14:paraId="0985091A" w14:textId="77777777" w:rsidR="00B15E99" w:rsidRPr="00EF2F0E" w:rsidRDefault="00B15E99" w:rsidP="00A40339">
            <w:pPr>
              <w:pStyle w:val="TAH"/>
            </w:pPr>
            <w:r w:rsidRPr="00EF2F0E">
              <w:t xml:space="preserve">CW or 1RB interfering signal centre frequency offset from the </w:t>
            </w:r>
            <w:r w:rsidRPr="00EF2F0E">
              <w:rPr>
                <w:i/>
              </w:rPr>
              <w:t>Base Station RF Bandwidthedge</w:t>
            </w:r>
            <w:r w:rsidRPr="00EF2F0E">
              <w:t xml:space="preserve"> or edge of </w:t>
            </w:r>
            <w:r w:rsidRPr="00EF2F0E">
              <w:rPr>
                <w:i/>
              </w:rPr>
              <w:t>sub-block</w:t>
            </w:r>
            <w:r w:rsidRPr="00EF2F0E">
              <w:t xml:space="preserve"> inside a gap [kHz]</w:t>
            </w:r>
          </w:p>
        </w:tc>
        <w:tc>
          <w:tcPr>
            <w:tcW w:w="3294" w:type="dxa"/>
            <w:shd w:val="clear" w:color="auto" w:fill="auto"/>
          </w:tcPr>
          <w:p w14:paraId="0985091B" w14:textId="77777777" w:rsidR="00B15E99" w:rsidRPr="00EF2F0E" w:rsidRDefault="00B15E99" w:rsidP="00A40339">
            <w:pPr>
              <w:pStyle w:val="TAH"/>
            </w:pPr>
            <w:r w:rsidRPr="00EF2F0E">
              <w:t>Type of interfering signal</w:t>
            </w:r>
          </w:p>
        </w:tc>
      </w:tr>
      <w:tr w:rsidR="003401A4" w:rsidRPr="00EF2F0E" w14:paraId="09850921" w14:textId="77777777" w:rsidTr="00053A7A">
        <w:trPr>
          <w:jc w:val="center"/>
        </w:trPr>
        <w:tc>
          <w:tcPr>
            <w:tcW w:w="1701" w:type="dxa"/>
            <w:vMerge w:val="restart"/>
            <w:shd w:val="clear" w:color="auto" w:fill="auto"/>
          </w:tcPr>
          <w:p w14:paraId="0985091D" w14:textId="77777777" w:rsidR="00B15E99" w:rsidRPr="00EF2F0E" w:rsidRDefault="00B15E99" w:rsidP="00A40339">
            <w:pPr>
              <w:pStyle w:val="TAL"/>
              <w:rPr>
                <w:rFonts w:cs="Arial"/>
                <w:szCs w:val="18"/>
              </w:rPr>
            </w:pPr>
            <w:r w:rsidRPr="00EF2F0E">
              <w:rPr>
                <w:rFonts w:cs="Arial"/>
                <w:szCs w:val="18"/>
              </w:rPr>
              <w:t>E-UTRA 1.4 MHz</w:t>
            </w:r>
          </w:p>
          <w:p w14:paraId="0985091E" w14:textId="77777777" w:rsidR="00B15E99" w:rsidRPr="00EF2F0E" w:rsidRDefault="00B15E99" w:rsidP="00A40339">
            <w:pPr>
              <w:pStyle w:val="TAL"/>
              <w:rPr>
                <w:rFonts w:cs="Arial"/>
                <w:szCs w:val="18"/>
              </w:rPr>
            </w:pPr>
          </w:p>
        </w:tc>
        <w:tc>
          <w:tcPr>
            <w:tcW w:w="2635" w:type="dxa"/>
            <w:shd w:val="clear" w:color="auto" w:fill="auto"/>
            <w:vAlign w:val="center"/>
          </w:tcPr>
          <w:p w14:paraId="0985091F" w14:textId="77777777" w:rsidR="00B15E99" w:rsidRPr="00EF2F0E" w:rsidRDefault="00B15E99" w:rsidP="007038C6">
            <w:pPr>
              <w:pStyle w:val="TAL"/>
            </w:pPr>
            <w:r w:rsidRPr="00EF2F0E">
              <w:t xml:space="preserve">±260 (BC1 and BC3) /  </w:t>
            </w:r>
            <w:r w:rsidRPr="00EF2F0E">
              <w:br/>
              <w:t>±270 (BC2)</w:t>
            </w:r>
          </w:p>
        </w:tc>
        <w:tc>
          <w:tcPr>
            <w:tcW w:w="3294" w:type="dxa"/>
            <w:shd w:val="clear" w:color="auto" w:fill="auto"/>
          </w:tcPr>
          <w:p w14:paraId="09850920" w14:textId="77777777" w:rsidR="00B15E99" w:rsidRPr="00EF2F0E" w:rsidRDefault="00B15E99" w:rsidP="007038C6">
            <w:pPr>
              <w:pStyle w:val="TAL"/>
            </w:pPr>
            <w:r w:rsidRPr="00EF2F0E">
              <w:t>CW</w:t>
            </w:r>
          </w:p>
        </w:tc>
      </w:tr>
      <w:tr w:rsidR="003401A4" w:rsidRPr="00377E86" w14:paraId="09850925" w14:textId="77777777" w:rsidTr="00053A7A">
        <w:trPr>
          <w:jc w:val="center"/>
        </w:trPr>
        <w:tc>
          <w:tcPr>
            <w:tcW w:w="1701" w:type="dxa"/>
            <w:vMerge/>
            <w:shd w:val="clear" w:color="auto" w:fill="auto"/>
          </w:tcPr>
          <w:p w14:paraId="09850922" w14:textId="77777777" w:rsidR="00B15E99" w:rsidRPr="00EF2F0E" w:rsidRDefault="00B15E99" w:rsidP="00A40339">
            <w:pPr>
              <w:pStyle w:val="TAL"/>
              <w:rPr>
                <w:rFonts w:cs="Arial"/>
                <w:szCs w:val="18"/>
              </w:rPr>
            </w:pPr>
          </w:p>
        </w:tc>
        <w:tc>
          <w:tcPr>
            <w:tcW w:w="2635" w:type="dxa"/>
            <w:shd w:val="clear" w:color="auto" w:fill="auto"/>
            <w:vAlign w:val="center"/>
          </w:tcPr>
          <w:p w14:paraId="09850923" w14:textId="77777777" w:rsidR="00B15E99" w:rsidRPr="00EF2F0E" w:rsidRDefault="00B15E99" w:rsidP="007038C6">
            <w:pPr>
              <w:pStyle w:val="TAL"/>
            </w:pPr>
            <w:r w:rsidRPr="00EF2F0E">
              <w:t xml:space="preserve">±970 (BC1 and BC3) / </w:t>
            </w:r>
            <w:r w:rsidRPr="00EF2F0E">
              <w:br/>
              <w:t>±790 (BC2)</w:t>
            </w:r>
          </w:p>
        </w:tc>
        <w:tc>
          <w:tcPr>
            <w:tcW w:w="3294" w:type="dxa"/>
            <w:shd w:val="clear" w:color="auto" w:fill="auto"/>
          </w:tcPr>
          <w:p w14:paraId="09850924" w14:textId="77777777" w:rsidR="00B15E99" w:rsidRPr="00EF2F0E" w:rsidRDefault="00B15E99" w:rsidP="007038C6">
            <w:pPr>
              <w:pStyle w:val="TAL"/>
              <w:rPr>
                <w:lang w:val="sv-SE"/>
              </w:rPr>
            </w:pPr>
            <w:r w:rsidRPr="00EF2F0E">
              <w:rPr>
                <w:lang w:val="sv-SE"/>
              </w:rPr>
              <w:t>1,4 MHz E-UTRA signal, 1 RB (NOTE 1)</w:t>
            </w:r>
          </w:p>
        </w:tc>
      </w:tr>
      <w:tr w:rsidR="003401A4" w:rsidRPr="00EF2F0E" w14:paraId="0985092A" w14:textId="77777777" w:rsidTr="00053A7A">
        <w:trPr>
          <w:jc w:val="center"/>
        </w:trPr>
        <w:tc>
          <w:tcPr>
            <w:tcW w:w="1701" w:type="dxa"/>
            <w:vMerge w:val="restart"/>
            <w:shd w:val="clear" w:color="auto" w:fill="auto"/>
          </w:tcPr>
          <w:p w14:paraId="09850926" w14:textId="77777777" w:rsidR="00B15E99" w:rsidRPr="00EF2F0E" w:rsidRDefault="00B15E99" w:rsidP="00A40339">
            <w:pPr>
              <w:pStyle w:val="TAL"/>
              <w:rPr>
                <w:rFonts w:cs="Arial"/>
                <w:szCs w:val="18"/>
              </w:rPr>
            </w:pPr>
            <w:r w:rsidRPr="00EF2F0E">
              <w:rPr>
                <w:rFonts w:cs="Arial"/>
                <w:szCs w:val="18"/>
              </w:rPr>
              <w:t>E-UTRA 3 MHz</w:t>
            </w:r>
          </w:p>
          <w:p w14:paraId="09850927" w14:textId="77777777" w:rsidR="00B15E99" w:rsidRPr="00EF2F0E" w:rsidRDefault="00B15E99" w:rsidP="00A40339">
            <w:pPr>
              <w:pStyle w:val="TAL"/>
              <w:rPr>
                <w:rFonts w:cs="Arial"/>
                <w:szCs w:val="18"/>
              </w:rPr>
            </w:pPr>
          </w:p>
        </w:tc>
        <w:tc>
          <w:tcPr>
            <w:tcW w:w="2635" w:type="dxa"/>
            <w:shd w:val="clear" w:color="auto" w:fill="auto"/>
            <w:vAlign w:val="center"/>
          </w:tcPr>
          <w:p w14:paraId="09850928" w14:textId="77777777" w:rsidR="00B15E99" w:rsidRPr="00EF2F0E" w:rsidRDefault="00B15E99" w:rsidP="007038C6">
            <w:pPr>
              <w:pStyle w:val="TAL"/>
            </w:pPr>
            <w:r w:rsidRPr="00EF2F0E">
              <w:t xml:space="preserve">±260 (BC1 and BC3) / </w:t>
            </w:r>
            <w:r w:rsidRPr="00EF2F0E">
              <w:br/>
              <w:t>±270 (BC2)</w:t>
            </w:r>
          </w:p>
        </w:tc>
        <w:tc>
          <w:tcPr>
            <w:tcW w:w="3294" w:type="dxa"/>
            <w:shd w:val="clear" w:color="auto" w:fill="auto"/>
          </w:tcPr>
          <w:p w14:paraId="09850929" w14:textId="77777777" w:rsidR="00B15E99" w:rsidRPr="00EF2F0E" w:rsidRDefault="00B15E99" w:rsidP="007038C6">
            <w:pPr>
              <w:pStyle w:val="TAL"/>
            </w:pPr>
            <w:r w:rsidRPr="00EF2F0E">
              <w:t>CW</w:t>
            </w:r>
          </w:p>
        </w:tc>
      </w:tr>
      <w:tr w:rsidR="003401A4" w:rsidRPr="00377E86" w14:paraId="0985092E" w14:textId="77777777" w:rsidTr="00053A7A">
        <w:trPr>
          <w:jc w:val="center"/>
        </w:trPr>
        <w:tc>
          <w:tcPr>
            <w:tcW w:w="1701" w:type="dxa"/>
            <w:vMerge/>
            <w:shd w:val="clear" w:color="auto" w:fill="auto"/>
          </w:tcPr>
          <w:p w14:paraId="0985092B" w14:textId="77777777" w:rsidR="00B15E99" w:rsidRPr="00EF2F0E" w:rsidRDefault="00B15E99" w:rsidP="00A40339">
            <w:pPr>
              <w:pStyle w:val="TAL"/>
              <w:rPr>
                <w:rFonts w:cs="Arial"/>
                <w:szCs w:val="18"/>
              </w:rPr>
            </w:pPr>
          </w:p>
        </w:tc>
        <w:tc>
          <w:tcPr>
            <w:tcW w:w="2635" w:type="dxa"/>
            <w:shd w:val="clear" w:color="auto" w:fill="auto"/>
            <w:vAlign w:val="center"/>
          </w:tcPr>
          <w:p w14:paraId="0985092C" w14:textId="77777777" w:rsidR="00B15E99" w:rsidRPr="00EF2F0E" w:rsidRDefault="00B15E99" w:rsidP="007038C6">
            <w:pPr>
              <w:pStyle w:val="TAL"/>
            </w:pPr>
            <w:r w:rsidRPr="00EF2F0E">
              <w:t xml:space="preserve">±960 (BC1 and BC3) / </w:t>
            </w:r>
            <w:r w:rsidRPr="00EF2F0E">
              <w:br/>
              <w:t>±780 (BC2)</w:t>
            </w:r>
          </w:p>
        </w:tc>
        <w:tc>
          <w:tcPr>
            <w:tcW w:w="3294" w:type="dxa"/>
            <w:shd w:val="clear" w:color="auto" w:fill="auto"/>
          </w:tcPr>
          <w:p w14:paraId="0985092D" w14:textId="77777777" w:rsidR="00B15E99" w:rsidRPr="00EF2F0E" w:rsidRDefault="00B15E99" w:rsidP="007038C6">
            <w:pPr>
              <w:pStyle w:val="TAL"/>
              <w:rPr>
                <w:lang w:val="sv-SE"/>
              </w:rPr>
            </w:pPr>
            <w:r w:rsidRPr="00EF2F0E">
              <w:rPr>
                <w:lang w:val="sv-SE"/>
              </w:rPr>
              <w:t>3,0 MHz E-UTRA signal, 1 RB (NOTE 1)</w:t>
            </w:r>
          </w:p>
        </w:tc>
      </w:tr>
      <w:tr w:rsidR="003401A4" w:rsidRPr="00EF2F0E" w14:paraId="09850932" w14:textId="77777777" w:rsidTr="00053A7A">
        <w:trPr>
          <w:jc w:val="center"/>
        </w:trPr>
        <w:tc>
          <w:tcPr>
            <w:tcW w:w="1701" w:type="dxa"/>
            <w:vMerge w:val="restart"/>
            <w:shd w:val="clear" w:color="auto" w:fill="auto"/>
          </w:tcPr>
          <w:p w14:paraId="0985092F" w14:textId="77777777" w:rsidR="00B15E99" w:rsidRPr="00EF2F0E" w:rsidRDefault="00B15E99" w:rsidP="00A40339">
            <w:pPr>
              <w:pStyle w:val="TAL"/>
              <w:rPr>
                <w:rFonts w:cs="Arial"/>
                <w:szCs w:val="18"/>
              </w:rPr>
            </w:pPr>
            <w:r w:rsidRPr="00EF2F0E">
              <w:rPr>
                <w:rFonts w:cs="Arial"/>
                <w:szCs w:val="18"/>
              </w:rPr>
              <w:t>E-UTRA 5 MHz</w:t>
            </w:r>
          </w:p>
        </w:tc>
        <w:tc>
          <w:tcPr>
            <w:tcW w:w="2635" w:type="dxa"/>
            <w:shd w:val="clear" w:color="auto" w:fill="auto"/>
            <w:vAlign w:val="center"/>
          </w:tcPr>
          <w:p w14:paraId="09850930" w14:textId="77777777" w:rsidR="00B15E99" w:rsidRPr="00EF2F0E" w:rsidRDefault="00B15E99" w:rsidP="007038C6">
            <w:pPr>
              <w:pStyle w:val="TAL"/>
            </w:pPr>
            <w:r w:rsidRPr="00EF2F0E">
              <w:t>±360</w:t>
            </w:r>
          </w:p>
        </w:tc>
        <w:tc>
          <w:tcPr>
            <w:tcW w:w="3294" w:type="dxa"/>
            <w:shd w:val="clear" w:color="auto" w:fill="auto"/>
          </w:tcPr>
          <w:p w14:paraId="09850931" w14:textId="77777777" w:rsidR="00B15E99" w:rsidRPr="00EF2F0E" w:rsidRDefault="00B15E99" w:rsidP="007038C6">
            <w:pPr>
              <w:pStyle w:val="TAL"/>
            </w:pPr>
            <w:r w:rsidRPr="00EF2F0E">
              <w:t>CW</w:t>
            </w:r>
          </w:p>
        </w:tc>
      </w:tr>
      <w:tr w:rsidR="003401A4" w:rsidRPr="00377E86" w14:paraId="09850936" w14:textId="77777777" w:rsidTr="00053A7A">
        <w:trPr>
          <w:jc w:val="center"/>
        </w:trPr>
        <w:tc>
          <w:tcPr>
            <w:tcW w:w="1701" w:type="dxa"/>
            <w:vMerge/>
            <w:shd w:val="clear" w:color="auto" w:fill="auto"/>
          </w:tcPr>
          <w:p w14:paraId="09850933" w14:textId="77777777" w:rsidR="00B15E99" w:rsidRPr="00EF2F0E" w:rsidRDefault="00B15E99" w:rsidP="00A40339">
            <w:pPr>
              <w:pStyle w:val="TAL"/>
              <w:rPr>
                <w:rFonts w:cs="Arial"/>
                <w:szCs w:val="18"/>
              </w:rPr>
            </w:pPr>
          </w:p>
        </w:tc>
        <w:tc>
          <w:tcPr>
            <w:tcW w:w="2635" w:type="dxa"/>
            <w:shd w:val="clear" w:color="auto" w:fill="auto"/>
            <w:vAlign w:val="center"/>
          </w:tcPr>
          <w:p w14:paraId="09850934" w14:textId="77777777" w:rsidR="00B15E99" w:rsidRPr="00EF2F0E" w:rsidRDefault="00B15E99" w:rsidP="007038C6">
            <w:pPr>
              <w:pStyle w:val="TAL"/>
            </w:pPr>
            <w:r w:rsidRPr="00EF2F0E">
              <w:t>±1 060</w:t>
            </w:r>
          </w:p>
        </w:tc>
        <w:tc>
          <w:tcPr>
            <w:tcW w:w="3294" w:type="dxa"/>
            <w:shd w:val="clear" w:color="auto" w:fill="auto"/>
          </w:tcPr>
          <w:p w14:paraId="09850935" w14:textId="77777777" w:rsidR="00B15E99" w:rsidRPr="00EF2F0E" w:rsidRDefault="00B15E99" w:rsidP="007038C6">
            <w:pPr>
              <w:pStyle w:val="TAL"/>
              <w:rPr>
                <w:lang w:val="sv-SE"/>
              </w:rPr>
            </w:pPr>
            <w:r w:rsidRPr="00EF2F0E">
              <w:rPr>
                <w:lang w:val="sv-SE"/>
              </w:rPr>
              <w:t>5 MHz E-UTRA signal, 1 RB (NOTE 1)</w:t>
            </w:r>
          </w:p>
        </w:tc>
      </w:tr>
      <w:tr w:rsidR="003401A4" w:rsidRPr="00EF2F0E" w14:paraId="0985093B" w14:textId="77777777" w:rsidTr="00053A7A">
        <w:trPr>
          <w:jc w:val="center"/>
        </w:trPr>
        <w:tc>
          <w:tcPr>
            <w:tcW w:w="1701" w:type="dxa"/>
            <w:vMerge w:val="restart"/>
            <w:shd w:val="clear" w:color="auto" w:fill="auto"/>
          </w:tcPr>
          <w:p w14:paraId="09850937" w14:textId="77777777" w:rsidR="00B15E99" w:rsidRPr="00EF2F0E" w:rsidRDefault="00B15E99" w:rsidP="00A40339">
            <w:pPr>
              <w:pStyle w:val="TAL"/>
              <w:rPr>
                <w:rFonts w:cs="Arial"/>
                <w:szCs w:val="18"/>
              </w:rPr>
            </w:pPr>
            <w:r w:rsidRPr="00EF2F0E">
              <w:rPr>
                <w:rFonts w:cs="Arial"/>
                <w:szCs w:val="18"/>
              </w:rPr>
              <w:t>E-UTRA 10 MHz</w:t>
            </w:r>
          </w:p>
          <w:p w14:paraId="09850938" w14:textId="77777777" w:rsidR="00B15E99" w:rsidRPr="00EF2F0E" w:rsidRDefault="00B15E99" w:rsidP="00A40339">
            <w:pPr>
              <w:pStyle w:val="TAL"/>
              <w:rPr>
                <w:rFonts w:cs="Arial"/>
                <w:szCs w:val="18"/>
              </w:rPr>
            </w:pPr>
            <w:r w:rsidRPr="00EF2F0E">
              <w:rPr>
                <w:rFonts w:cs="Arial"/>
                <w:szCs w:val="18"/>
              </w:rPr>
              <w:t>(NOTE</w:t>
            </w:r>
            <w:r w:rsidRPr="00EF2F0E">
              <w:rPr>
                <w:lang w:eastAsia="ja-JP"/>
              </w:rPr>
              <w:t xml:space="preserve"> </w:t>
            </w:r>
            <w:r w:rsidRPr="00EF2F0E">
              <w:rPr>
                <w:rFonts w:cs="Arial"/>
                <w:szCs w:val="18"/>
              </w:rPr>
              <w:t>2)</w:t>
            </w:r>
          </w:p>
        </w:tc>
        <w:tc>
          <w:tcPr>
            <w:tcW w:w="2635" w:type="dxa"/>
            <w:shd w:val="clear" w:color="auto" w:fill="auto"/>
            <w:vAlign w:val="center"/>
          </w:tcPr>
          <w:p w14:paraId="09850939" w14:textId="77777777" w:rsidR="00B15E99" w:rsidRPr="00EF2F0E" w:rsidRDefault="00B15E99" w:rsidP="007038C6">
            <w:pPr>
              <w:pStyle w:val="TAL"/>
            </w:pPr>
            <w:r w:rsidRPr="00EF2F0E">
              <w:t>±325</w:t>
            </w:r>
          </w:p>
        </w:tc>
        <w:tc>
          <w:tcPr>
            <w:tcW w:w="3294" w:type="dxa"/>
            <w:shd w:val="clear" w:color="auto" w:fill="auto"/>
          </w:tcPr>
          <w:p w14:paraId="0985093A" w14:textId="77777777" w:rsidR="00B15E99" w:rsidRPr="00EF2F0E" w:rsidRDefault="00B15E99" w:rsidP="007038C6">
            <w:pPr>
              <w:pStyle w:val="TAL"/>
            </w:pPr>
            <w:r w:rsidRPr="00EF2F0E">
              <w:t>CW</w:t>
            </w:r>
          </w:p>
        </w:tc>
      </w:tr>
      <w:tr w:rsidR="003401A4" w:rsidRPr="00377E86" w14:paraId="0985093F" w14:textId="77777777" w:rsidTr="00053A7A">
        <w:trPr>
          <w:jc w:val="center"/>
        </w:trPr>
        <w:tc>
          <w:tcPr>
            <w:tcW w:w="1701" w:type="dxa"/>
            <w:vMerge/>
            <w:shd w:val="clear" w:color="auto" w:fill="auto"/>
          </w:tcPr>
          <w:p w14:paraId="0985093C" w14:textId="77777777" w:rsidR="00B15E99" w:rsidRPr="00EF2F0E" w:rsidRDefault="00B15E99" w:rsidP="00A40339">
            <w:pPr>
              <w:pStyle w:val="TAL"/>
              <w:rPr>
                <w:rFonts w:cs="Arial"/>
                <w:szCs w:val="18"/>
              </w:rPr>
            </w:pPr>
          </w:p>
        </w:tc>
        <w:tc>
          <w:tcPr>
            <w:tcW w:w="2635" w:type="dxa"/>
            <w:shd w:val="clear" w:color="auto" w:fill="auto"/>
            <w:vAlign w:val="center"/>
          </w:tcPr>
          <w:p w14:paraId="0985093D" w14:textId="77777777" w:rsidR="00B15E99" w:rsidRPr="00EF2F0E" w:rsidRDefault="00B15E99" w:rsidP="007038C6">
            <w:pPr>
              <w:pStyle w:val="TAL"/>
            </w:pPr>
            <w:r w:rsidRPr="00EF2F0E">
              <w:t>±1 240</w:t>
            </w:r>
          </w:p>
        </w:tc>
        <w:tc>
          <w:tcPr>
            <w:tcW w:w="3294" w:type="dxa"/>
            <w:shd w:val="clear" w:color="auto" w:fill="auto"/>
          </w:tcPr>
          <w:p w14:paraId="0985093E" w14:textId="77777777" w:rsidR="00B15E99" w:rsidRPr="00EF2F0E" w:rsidRDefault="00B15E99" w:rsidP="007038C6">
            <w:pPr>
              <w:pStyle w:val="TAL"/>
              <w:rPr>
                <w:lang w:val="sv-SE"/>
              </w:rPr>
            </w:pPr>
            <w:r w:rsidRPr="00EF2F0E">
              <w:rPr>
                <w:lang w:val="sv-SE"/>
              </w:rPr>
              <w:t>5 MHz E-UTRA signal, 1 RB (NOTE</w:t>
            </w:r>
            <w:r w:rsidRPr="00EF2F0E">
              <w:rPr>
                <w:lang w:val="sv-SE" w:eastAsia="ja-JP"/>
              </w:rPr>
              <w:t xml:space="preserve"> </w:t>
            </w:r>
            <w:r w:rsidRPr="00EF2F0E">
              <w:rPr>
                <w:lang w:val="sv-SE"/>
              </w:rPr>
              <w:t>1)</w:t>
            </w:r>
          </w:p>
        </w:tc>
      </w:tr>
      <w:tr w:rsidR="003401A4" w:rsidRPr="00EF2F0E" w14:paraId="09850944" w14:textId="77777777" w:rsidTr="00053A7A">
        <w:trPr>
          <w:jc w:val="center"/>
        </w:trPr>
        <w:tc>
          <w:tcPr>
            <w:tcW w:w="1701" w:type="dxa"/>
            <w:vMerge w:val="restart"/>
            <w:shd w:val="clear" w:color="auto" w:fill="auto"/>
          </w:tcPr>
          <w:p w14:paraId="09850940" w14:textId="77777777" w:rsidR="00B15E99" w:rsidRPr="00EF2F0E" w:rsidRDefault="00B15E99" w:rsidP="00A40339">
            <w:pPr>
              <w:pStyle w:val="TAL"/>
              <w:rPr>
                <w:rFonts w:cs="Arial"/>
                <w:szCs w:val="18"/>
              </w:rPr>
            </w:pPr>
            <w:r w:rsidRPr="00EF2F0E">
              <w:rPr>
                <w:rFonts w:cs="Arial"/>
                <w:szCs w:val="18"/>
              </w:rPr>
              <w:t>E-UTRA 15 MHz</w:t>
            </w:r>
          </w:p>
          <w:p w14:paraId="09850941" w14:textId="77777777" w:rsidR="00B15E99" w:rsidRPr="00EF2F0E" w:rsidRDefault="00B15E99" w:rsidP="00A40339">
            <w:pPr>
              <w:pStyle w:val="TAL"/>
              <w:rPr>
                <w:rFonts w:cs="Arial"/>
                <w:szCs w:val="18"/>
              </w:rPr>
            </w:pPr>
            <w:r w:rsidRPr="00EF2F0E">
              <w:rPr>
                <w:rFonts w:cs="Arial"/>
                <w:szCs w:val="18"/>
              </w:rPr>
              <w:t>(NOTE</w:t>
            </w:r>
            <w:r w:rsidRPr="00EF2F0E">
              <w:rPr>
                <w:lang w:eastAsia="ja-JP"/>
              </w:rPr>
              <w:t xml:space="preserve"> </w:t>
            </w:r>
            <w:r w:rsidRPr="00EF2F0E">
              <w:rPr>
                <w:rFonts w:cs="Arial"/>
                <w:szCs w:val="18"/>
              </w:rPr>
              <w:t>2)</w:t>
            </w:r>
          </w:p>
        </w:tc>
        <w:tc>
          <w:tcPr>
            <w:tcW w:w="2635" w:type="dxa"/>
            <w:shd w:val="clear" w:color="auto" w:fill="auto"/>
            <w:vAlign w:val="center"/>
          </w:tcPr>
          <w:p w14:paraId="09850942" w14:textId="77777777" w:rsidR="00B15E99" w:rsidRPr="00EF2F0E" w:rsidRDefault="00B15E99" w:rsidP="007038C6">
            <w:pPr>
              <w:pStyle w:val="TAL"/>
            </w:pPr>
            <w:r w:rsidRPr="00EF2F0E">
              <w:t>±380</w:t>
            </w:r>
          </w:p>
        </w:tc>
        <w:tc>
          <w:tcPr>
            <w:tcW w:w="3294" w:type="dxa"/>
            <w:shd w:val="clear" w:color="auto" w:fill="auto"/>
          </w:tcPr>
          <w:p w14:paraId="09850943" w14:textId="77777777" w:rsidR="00B15E99" w:rsidRPr="00EF2F0E" w:rsidRDefault="00B15E99" w:rsidP="007038C6">
            <w:pPr>
              <w:pStyle w:val="TAL"/>
            </w:pPr>
            <w:r w:rsidRPr="00EF2F0E">
              <w:t>CW</w:t>
            </w:r>
          </w:p>
        </w:tc>
      </w:tr>
      <w:tr w:rsidR="003401A4" w:rsidRPr="00377E86" w14:paraId="09850948" w14:textId="77777777" w:rsidTr="00053A7A">
        <w:trPr>
          <w:jc w:val="center"/>
        </w:trPr>
        <w:tc>
          <w:tcPr>
            <w:tcW w:w="1701" w:type="dxa"/>
            <w:vMerge/>
            <w:shd w:val="clear" w:color="auto" w:fill="auto"/>
          </w:tcPr>
          <w:p w14:paraId="09850945" w14:textId="77777777" w:rsidR="00B15E99" w:rsidRPr="00EF2F0E" w:rsidRDefault="00B15E99" w:rsidP="00A40339">
            <w:pPr>
              <w:pStyle w:val="TAL"/>
              <w:rPr>
                <w:rFonts w:cs="Arial"/>
                <w:szCs w:val="18"/>
              </w:rPr>
            </w:pPr>
          </w:p>
        </w:tc>
        <w:tc>
          <w:tcPr>
            <w:tcW w:w="2635" w:type="dxa"/>
            <w:shd w:val="clear" w:color="auto" w:fill="auto"/>
            <w:vAlign w:val="center"/>
          </w:tcPr>
          <w:p w14:paraId="09850946" w14:textId="77777777" w:rsidR="00B15E99" w:rsidRPr="00EF2F0E" w:rsidRDefault="00B15E99" w:rsidP="007038C6">
            <w:pPr>
              <w:pStyle w:val="TAL"/>
            </w:pPr>
            <w:r w:rsidRPr="00EF2F0E">
              <w:t>±1 600</w:t>
            </w:r>
          </w:p>
        </w:tc>
        <w:tc>
          <w:tcPr>
            <w:tcW w:w="3294" w:type="dxa"/>
            <w:shd w:val="clear" w:color="auto" w:fill="auto"/>
          </w:tcPr>
          <w:p w14:paraId="09850947" w14:textId="77777777" w:rsidR="00B15E99" w:rsidRPr="00EF2F0E" w:rsidRDefault="00B15E99" w:rsidP="007038C6">
            <w:pPr>
              <w:pStyle w:val="TAL"/>
              <w:rPr>
                <w:lang w:val="sv-SE"/>
              </w:rPr>
            </w:pPr>
            <w:r w:rsidRPr="00EF2F0E">
              <w:rPr>
                <w:lang w:val="sv-SE"/>
              </w:rPr>
              <w:t>5MHz E-UTRA signal, 1 RB (NOTE</w:t>
            </w:r>
            <w:r w:rsidRPr="00EF2F0E">
              <w:rPr>
                <w:lang w:val="sv-SE" w:eastAsia="ja-JP"/>
              </w:rPr>
              <w:t xml:space="preserve"> </w:t>
            </w:r>
            <w:r w:rsidRPr="00EF2F0E">
              <w:rPr>
                <w:lang w:val="sv-SE"/>
              </w:rPr>
              <w:t>1)</w:t>
            </w:r>
          </w:p>
        </w:tc>
      </w:tr>
      <w:tr w:rsidR="003401A4" w:rsidRPr="00EF2F0E" w14:paraId="0985094D" w14:textId="77777777" w:rsidTr="00053A7A">
        <w:trPr>
          <w:jc w:val="center"/>
        </w:trPr>
        <w:tc>
          <w:tcPr>
            <w:tcW w:w="1701" w:type="dxa"/>
            <w:vMerge w:val="restart"/>
            <w:shd w:val="clear" w:color="auto" w:fill="auto"/>
          </w:tcPr>
          <w:p w14:paraId="09850949" w14:textId="77777777" w:rsidR="00B15E99" w:rsidRPr="00EF2F0E" w:rsidRDefault="00B15E99" w:rsidP="00A40339">
            <w:pPr>
              <w:pStyle w:val="TAL"/>
              <w:rPr>
                <w:rFonts w:cs="Arial"/>
                <w:szCs w:val="18"/>
              </w:rPr>
            </w:pPr>
            <w:r w:rsidRPr="00EF2F0E">
              <w:rPr>
                <w:rFonts w:cs="Arial"/>
                <w:szCs w:val="18"/>
              </w:rPr>
              <w:t>E-UTRA 20 MHz</w:t>
            </w:r>
          </w:p>
          <w:p w14:paraId="0985094A" w14:textId="77777777" w:rsidR="00B15E99" w:rsidRPr="00EF2F0E" w:rsidRDefault="00B15E99" w:rsidP="00A40339">
            <w:pPr>
              <w:pStyle w:val="TAL"/>
              <w:rPr>
                <w:rFonts w:cs="Arial"/>
                <w:szCs w:val="18"/>
              </w:rPr>
            </w:pPr>
            <w:r w:rsidRPr="00EF2F0E">
              <w:rPr>
                <w:rFonts w:cs="Arial"/>
                <w:szCs w:val="18"/>
              </w:rPr>
              <w:t>(NOTE</w:t>
            </w:r>
            <w:r w:rsidRPr="00EF2F0E">
              <w:rPr>
                <w:lang w:eastAsia="ja-JP"/>
              </w:rPr>
              <w:t xml:space="preserve"> </w:t>
            </w:r>
            <w:r w:rsidRPr="00EF2F0E">
              <w:rPr>
                <w:rFonts w:cs="Arial"/>
                <w:szCs w:val="18"/>
              </w:rPr>
              <w:t>2)</w:t>
            </w:r>
          </w:p>
        </w:tc>
        <w:tc>
          <w:tcPr>
            <w:tcW w:w="2635" w:type="dxa"/>
            <w:shd w:val="clear" w:color="auto" w:fill="auto"/>
            <w:vAlign w:val="center"/>
          </w:tcPr>
          <w:p w14:paraId="0985094B" w14:textId="77777777" w:rsidR="00B15E99" w:rsidRPr="00EF2F0E" w:rsidRDefault="00B15E99" w:rsidP="007038C6">
            <w:pPr>
              <w:pStyle w:val="TAL"/>
            </w:pPr>
            <w:r w:rsidRPr="00EF2F0E">
              <w:t>±345</w:t>
            </w:r>
          </w:p>
        </w:tc>
        <w:tc>
          <w:tcPr>
            <w:tcW w:w="3294" w:type="dxa"/>
            <w:shd w:val="clear" w:color="auto" w:fill="auto"/>
          </w:tcPr>
          <w:p w14:paraId="0985094C" w14:textId="77777777" w:rsidR="00B15E99" w:rsidRPr="00EF2F0E" w:rsidRDefault="00B15E99" w:rsidP="007038C6">
            <w:pPr>
              <w:pStyle w:val="TAL"/>
            </w:pPr>
            <w:r w:rsidRPr="00EF2F0E">
              <w:t>CW</w:t>
            </w:r>
          </w:p>
        </w:tc>
      </w:tr>
      <w:tr w:rsidR="003401A4" w:rsidRPr="00377E86" w14:paraId="09850951" w14:textId="77777777" w:rsidTr="00053A7A">
        <w:trPr>
          <w:jc w:val="center"/>
        </w:trPr>
        <w:tc>
          <w:tcPr>
            <w:tcW w:w="1701" w:type="dxa"/>
            <w:vMerge/>
            <w:shd w:val="clear" w:color="auto" w:fill="auto"/>
          </w:tcPr>
          <w:p w14:paraId="0985094E" w14:textId="77777777" w:rsidR="00B15E99" w:rsidRPr="00EF2F0E" w:rsidRDefault="00B15E99" w:rsidP="00A40339">
            <w:pPr>
              <w:pStyle w:val="TAL"/>
              <w:rPr>
                <w:rFonts w:cs="Arial"/>
                <w:szCs w:val="18"/>
              </w:rPr>
            </w:pPr>
          </w:p>
        </w:tc>
        <w:tc>
          <w:tcPr>
            <w:tcW w:w="2635" w:type="dxa"/>
            <w:shd w:val="clear" w:color="auto" w:fill="auto"/>
            <w:vAlign w:val="center"/>
          </w:tcPr>
          <w:p w14:paraId="0985094F" w14:textId="77777777" w:rsidR="00B15E99" w:rsidRPr="00EF2F0E" w:rsidRDefault="00B15E99" w:rsidP="007038C6">
            <w:pPr>
              <w:pStyle w:val="TAL"/>
            </w:pPr>
            <w:r w:rsidRPr="00EF2F0E">
              <w:t>±1 780</w:t>
            </w:r>
          </w:p>
        </w:tc>
        <w:tc>
          <w:tcPr>
            <w:tcW w:w="3294" w:type="dxa"/>
            <w:shd w:val="clear" w:color="auto" w:fill="auto"/>
          </w:tcPr>
          <w:p w14:paraId="09850950" w14:textId="77777777" w:rsidR="00B15E99" w:rsidRPr="00EF2F0E" w:rsidRDefault="00B15E99" w:rsidP="007038C6">
            <w:pPr>
              <w:pStyle w:val="TAL"/>
              <w:rPr>
                <w:lang w:val="sv-SE"/>
              </w:rPr>
            </w:pPr>
            <w:r w:rsidRPr="00EF2F0E">
              <w:rPr>
                <w:lang w:val="sv-SE"/>
              </w:rPr>
              <w:t>5MHz E-UTRA signal, 1 RB (NOTE</w:t>
            </w:r>
            <w:r w:rsidRPr="00EF2F0E">
              <w:rPr>
                <w:lang w:val="sv-SE" w:eastAsia="ja-JP"/>
              </w:rPr>
              <w:t xml:space="preserve"> </w:t>
            </w:r>
            <w:r w:rsidRPr="00EF2F0E">
              <w:rPr>
                <w:lang w:val="sv-SE"/>
              </w:rPr>
              <w:t>1)</w:t>
            </w:r>
          </w:p>
        </w:tc>
      </w:tr>
      <w:tr w:rsidR="003401A4" w:rsidRPr="00EF2F0E" w14:paraId="09850955" w14:textId="77777777" w:rsidTr="00053A7A">
        <w:trPr>
          <w:jc w:val="center"/>
        </w:trPr>
        <w:tc>
          <w:tcPr>
            <w:tcW w:w="1701" w:type="dxa"/>
            <w:vMerge w:val="restart"/>
            <w:shd w:val="clear" w:color="auto" w:fill="auto"/>
          </w:tcPr>
          <w:p w14:paraId="09850952" w14:textId="77777777" w:rsidR="00B15E99" w:rsidRPr="00EF2F0E" w:rsidRDefault="00B15E99" w:rsidP="00A40339">
            <w:pPr>
              <w:pStyle w:val="TAL"/>
              <w:rPr>
                <w:rFonts w:cs="Arial"/>
                <w:szCs w:val="18"/>
              </w:rPr>
            </w:pPr>
            <w:r w:rsidRPr="00EF2F0E">
              <w:rPr>
                <w:rFonts w:cs="Arial"/>
                <w:szCs w:val="18"/>
              </w:rPr>
              <w:t>UTRA FDD</w:t>
            </w:r>
          </w:p>
        </w:tc>
        <w:tc>
          <w:tcPr>
            <w:tcW w:w="2635" w:type="dxa"/>
            <w:shd w:val="clear" w:color="auto" w:fill="auto"/>
            <w:vAlign w:val="center"/>
          </w:tcPr>
          <w:p w14:paraId="09850953" w14:textId="77777777" w:rsidR="00B15E99" w:rsidRPr="00EF2F0E" w:rsidRDefault="00B15E99" w:rsidP="007038C6">
            <w:pPr>
              <w:pStyle w:val="TAL"/>
            </w:pPr>
            <w:r w:rsidRPr="00EF2F0E">
              <w:t>±345 (BC1 and BC2)</w:t>
            </w:r>
          </w:p>
        </w:tc>
        <w:tc>
          <w:tcPr>
            <w:tcW w:w="3294" w:type="dxa"/>
            <w:shd w:val="clear" w:color="auto" w:fill="auto"/>
          </w:tcPr>
          <w:p w14:paraId="09850954" w14:textId="77777777" w:rsidR="00B15E99" w:rsidRPr="00EF2F0E" w:rsidRDefault="00B15E99" w:rsidP="007038C6">
            <w:pPr>
              <w:pStyle w:val="TAL"/>
            </w:pPr>
            <w:r w:rsidRPr="00EF2F0E">
              <w:t>CW</w:t>
            </w:r>
          </w:p>
        </w:tc>
      </w:tr>
      <w:tr w:rsidR="003401A4" w:rsidRPr="00377E86" w14:paraId="09850959" w14:textId="77777777" w:rsidTr="00053A7A">
        <w:trPr>
          <w:jc w:val="center"/>
        </w:trPr>
        <w:tc>
          <w:tcPr>
            <w:tcW w:w="1701" w:type="dxa"/>
            <w:vMerge/>
            <w:shd w:val="clear" w:color="auto" w:fill="auto"/>
          </w:tcPr>
          <w:p w14:paraId="09850956" w14:textId="77777777" w:rsidR="00B15E99" w:rsidRPr="00EF2F0E" w:rsidRDefault="00B15E99" w:rsidP="00A40339">
            <w:pPr>
              <w:pStyle w:val="TAL"/>
              <w:rPr>
                <w:rFonts w:cs="Arial"/>
                <w:szCs w:val="18"/>
              </w:rPr>
            </w:pPr>
          </w:p>
        </w:tc>
        <w:tc>
          <w:tcPr>
            <w:tcW w:w="2635" w:type="dxa"/>
            <w:shd w:val="clear" w:color="auto" w:fill="auto"/>
            <w:vAlign w:val="center"/>
          </w:tcPr>
          <w:p w14:paraId="09850957" w14:textId="77777777" w:rsidR="00B15E99" w:rsidRPr="00EF2F0E" w:rsidRDefault="00B15E99" w:rsidP="007038C6">
            <w:pPr>
              <w:pStyle w:val="TAL"/>
            </w:pPr>
            <w:r w:rsidRPr="00EF2F0E">
              <w:t>±1 780 (BC1 and BC2)</w:t>
            </w:r>
          </w:p>
        </w:tc>
        <w:tc>
          <w:tcPr>
            <w:tcW w:w="3294" w:type="dxa"/>
            <w:shd w:val="clear" w:color="auto" w:fill="auto"/>
          </w:tcPr>
          <w:p w14:paraId="09850958" w14:textId="77777777" w:rsidR="00B15E99" w:rsidRPr="00EF2F0E" w:rsidRDefault="00B15E99" w:rsidP="007038C6">
            <w:pPr>
              <w:pStyle w:val="TAL"/>
              <w:rPr>
                <w:lang w:val="sv-SE"/>
              </w:rPr>
            </w:pPr>
            <w:r w:rsidRPr="00EF2F0E">
              <w:rPr>
                <w:lang w:val="sv-SE"/>
              </w:rPr>
              <w:t>5MHz E-UTRA signal, 1 RB (NOTE</w:t>
            </w:r>
            <w:r w:rsidRPr="00EF2F0E">
              <w:rPr>
                <w:lang w:val="sv-SE" w:eastAsia="ja-JP"/>
              </w:rPr>
              <w:t xml:space="preserve"> </w:t>
            </w:r>
            <w:r w:rsidRPr="00EF2F0E">
              <w:rPr>
                <w:lang w:val="sv-SE"/>
              </w:rPr>
              <w:t>1)</w:t>
            </w:r>
          </w:p>
        </w:tc>
      </w:tr>
      <w:tr w:rsidR="003401A4" w:rsidRPr="00EF2F0E" w14:paraId="0985095D" w14:textId="77777777" w:rsidTr="00053A7A">
        <w:trPr>
          <w:jc w:val="center"/>
        </w:trPr>
        <w:tc>
          <w:tcPr>
            <w:tcW w:w="1701" w:type="dxa"/>
            <w:vMerge w:val="restart"/>
            <w:shd w:val="clear" w:color="auto" w:fill="auto"/>
          </w:tcPr>
          <w:p w14:paraId="0985095A" w14:textId="77777777" w:rsidR="00B15E99" w:rsidRPr="00EF2F0E" w:rsidRDefault="00B15E99" w:rsidP="00A40339">
            <w:pPr>
              <w:pStyle w:val="TAL"/>
              <w:rPr>
                <w:rFonts w:cs="Arial"/>
                <w:szCs w:val="18"/>
              </w:rPr>
            </w:pPr>
            <w:r w:rsidRPr="00EF2F0E">
              <w:rPr>
                <w:rFonts w:cs="Arial"/>
                <w:szCs w:val="18"/>
              </w:rPr>
              <w:t>GSM/EDGE</w:t>
            </w:r>
          </w:p>
        </w:tc>
        <w:tc>
          <w:tcPr>
            <w:tcW w:w="2635" w:type="dxa"/>
            <w:shd w:val="clear" w:color="auto" w:fill="auto"/>
            <w:vAlign w:val="center"/>
          </w:tcPr>
          <w:p w14:paraId="0985095B" w14:textId="77777777" w:rsidR="00B15E99" w:rsidRPr="00EF2F0E" w:rsidRDefault="00B15E99" w:rsidP="007038C6">
            <w:pPr>
              <w:pStyle w:val="TAL"/>
            </w:pPr>
            <w:r w:rsidRPr="00EF2F0E">
              <w:t>±340</w:t>
            </w:r>
          </w:p>
        </w:tc>
        <w:tc>
          <w:tcPr>
            <w:tcW w:w="3294" w:type="dxa"/>
            <w:shd w:val="clear" w:color="auto" w:fill="auto"/>
          </w:tcPr>
          <w:p w14:paraId="0985095C" w14:textId="77777777" w:rsidR="00B15E99" w:rsidRPr="00EF2F0E" w:rsidRDefault="00B15E99" w:rsidP="007038C6">
            <w:pPr>
              <w:pStyle w:val="TAL"/>
            </w:pPr>
            <w:r w:rsidRPr="00EF2F0E">
              <w:t>CW</w:t>
            </w:r>
          </w:p>
        </w:tc>
      </w:tr>
      <w:tr w:rsidR="003401A4" w:rsidRPr="00377E86" w14:paraId="09850961" w14:textId="77777777" w:rsidTr="00053A7A">
        <w:trPr>
          <w:jc w:val="center"/>
        </w:trPr>
        <w:tc>
          <w:tcPr>
            <w:tcW w:w="1701" w:type="dxa"/>
            <w:vMerge/>
            <w:shd w:val="clear" w:color="auto" w:fill="auto"/>
          </w:tcPr>
          <w:p w14:paraId="0985095E" w14:textId="77777777" w:rsidR="00B15E99" w:rsidRPr="00EF2F0E" w:rsidRDefault="00B15E99" w:rsidP="00A40339">
            <w:pPr>
              <w:pStyle w:val="TAL"/>
              <w:rPr>
                <w:rFonts w:cs="Arial"/>
                <w:szCs w:val="18"/>
              </w:rPr>
            </w:pPr>
          </w:p>
        </w:tc>
        <w:tc>
          <w:tcPr>
            <w:tcW w:w="2635" w:type="dxa"/>
            <w:shd w:val="clear" w:color="auto" w:fill="auto"/>
            <w:vAlign w:val="center"/>
          </w:tcPr>
          <w:p w14:paraId="0985095F" w14:textId="77777777" w:rsidR="00B15E99" w:rsidRPr="00EF2F0E" w:rsidRDefault="00B15E99" w:rsidP="007038C6">
            <w:pPr>
              <w:pStyle w:val="TAL"/>
            </w:pPr>
            <w:r w:rsidRPr="00EF2F0E">
              <w:t>±880</w:t>
            </w:r>
          </w:p>
        </w:tc>
        <w:tc>
          <w:tcPr>
            <w:tcW w:w="3294" w:type="dxa"/>
            <w:shd w:val="clear" w:color="auto" w:fill="auto"/>
          </w:tcPr>
          <w:p w14:paraId="09850960" w14:textId="77777777" w:rsidR="00B15E99" w:rsidRPr="00EF2F0E" w:rsidRDefault="00B15E99" w:rsidP="007038C6">
            <w:pPr>
              <w:pStyle w:val="TAL"/>
              <w:rPr>
                <w:lang w:val="sv-SE"/>
              </w:rPr>
            </w:pPr>
            <w:r w:rsidRPr="00EF2F0E">
              <w:rPr>
                <w:lang w:val="sv-SE"/>
              </w:rPr>
              <w:t>5MHz E-UTRA signal, 1 RB (NOTE</w:t>
            </w:r>
            <w:r w:rsidRPr="00EF2F0E">
              <w:rPr>
                <w:lang w:val="sv-SE" w:eastAsia="ja-JP"/>
              </w:rPr>
              <w:t xml:space="preserve"> </w:t>
            </w:r>
            <w:r w:rsidRPr="00EF2F0E">
              <w:rPr>
                <w:lang w:val="sv-SE"/>
              </w:rPr>
              <w:t>1)</w:t>
            </w:r>
          </w:p>
        </w:tc>
      </w:tr>
      <w:tr w:rsidR="003401A4" w:rsidRPr="00EF2F0E" w14:paraId="09850965" w14:textId="77777777" w:rsidTr="00053A7A">
        <w:trPr>
          <w:jc w:val="center"/>
        </w:trPr>
        <w:tc>
          <w:tcPr>
            <w:tcW w:w="1701" w:type="dxa"/>
            <w:vMerge w:val="restart"/>
            <w:shd w:val="clear" w:color="auto" w:fill="auto"/>
          </w:tcPr>
          <w:p w14:paraId="09850962" w14:textId="77777777" w:rsidR="00B15E99" w:rsidRPr="00EF2F0E" w:rsidRDefault="00B15E99" w:rsidP="00A40339">
            <w:pPr>
              <w:pStyle w:val="TAL"/>
              <w:rPr>
                <w:rFonts w:cs="Arial"/>
                <w:szCs w:val="18"/>
              </w:rPr>
            </w:pPr>
            <w:r w:rsidRPr="00EF2F0E">
              <w:rPr>
                <w:rFonts w:cs="Arial"/>
                <w:szCs w:val="18"/>
              </w:rPr>
              <w:t>1,28 Mcps UTRA TDD</w:t>
            </w:r>
          </w:p>
        </w:tc>
        <w:tc>
          <w:tcPr>
            <w:tcW w:w="2635" w:type="dxa"/>
            <w:shd w:val="clear" w:color="auto" w:fill="auto"/>
            <w:vAlign w:val="center"/>
          </w:tcPr>
          <w:p w14:paraId="09850963" w14:textId="77777777" w:rsidR="00B15E99" w:rsidRPr="00EF2F0E" w:rsidRDefault="00B15E99" w:rsidP="007038C6">
            <w:pPr>
              <w:pStyle w:val="TAL"/>
            </w:pPr>
            <w:r w:rsidRPr="00EF2F0E">
              <w:t>±190 (BC3)</w:t>
            </w:r>
          </w:p>
        </w:tc>
        <w:tc>
          <w:tcPr>
            <w:tcW w:w="3294" w:type="dxa"/>
            <w:shd w:val="clear" w:color="auto" w:fill="auto"/>
          </w:tcPr>
          <w:p w14:paraId="09850964" w14:textId="77777777" w:rsidR="00B15E99" w:rsidRPr="00EF2F0E" w:rsidRDefault="00B15E99" w:rsidP="007038C6">
            <w:pPr>
              <w:pStyle w:val="TAL"/>
            </w:pPr>
            <w:r w:rsidRPr="00EF2F0E">
              <w:t>CW</w:t>
            </w:r>
          </w:p>
        </w:tc>
      </w:tr>
      <w:tr w:rsidR="003401A4" w:rsidRPr="00377E86" w14:paraId="09850969" w14:textId="77777777" w:rsidTr="00053A7A">
        <w:trPr>
          <w:jc w:val="center"/>
        </w:trPr>
        <w:tc>
          <w:tcPr>
            <w:tcW w:w="1701" w:type="dxa"/>
            <w:vMerge/>
            <w:shd w:val="clear" w:color="auto" w:fill="auto"/>
          </w:tcPr>
          <w:p w14:paraId="09850966" w14:textId="77777777" w:rsidR="00B15E99" w:rsidRPr="00EF2F0E" w:rsidRDefault="00B15E99" w:rsidP="00A40339">
            <w:pPr>
              <w:pStyle w:val="TAL"/>
              <w:rPr>
                <w:rFonts w:cs="Arial"/>
                <w:szCs w:val="18"/>
              </w:rPr>
            </w:pPr>
          </w:p>
        </w:tc>
        <w:tc>
          <w:tcPr>
            <w:tcW w:w="2635" w:type="dxa"/>
            <w:shd w:val="clear" w:color="auto" w:fill="auto"/>
            <w:vAlign w:val="center"/>
          </w:tcPr>
          <w:p w14:paraId="09850967" w14:textId="77777777" w:rsidR="00B15E99" w:rsidRPr="00EF2F0E" w:rsidRDefault="00B15E99" w:rsidP="007038C6">
            <w:pPr>
              <w:pStyle w:val="TAL"/>
            </w:pPr>
            <w:r w:rsidRPr="00EF2F0E">
              <w:t>±970 (BC3)</w:t>
            </w:r>
          </w:p>
        </w:tc>
        <w:tc>
          <w:tcPr>
            <w:tcW w:w="3294" w:type="dxa"/>
            <w:shd w:val="clear" w:color="auto" w:fill="auto"/>
          </w:tcPr>
          <w:p w14:paraId="09850968" w14:textId="77777777" w:rsidR="00B15E99" w:rsidRPr="00EF2F0E" w:rsidRDefault="00B15E99" w:rsidP="007038C6">
            <w:pPr>
              <w:pStyle w:val="TAL"/>
              <w:rPr>
                <w:lang w:val="sv-SE"/>
              </w:rPr>
            </w:pPr>
            <w:r w:rsidRPr="00EF2F0E">
              <w:rPr>
                <w:lang w:val="sv-SE"/>
              </w:rPr>
              <w:t>1,4 MHz E-UTRA signal, 1 RB (NOTE 1)</w:t>
            </w:r>
          </w:p>
        </w:tc>
      </w:tr>
      <w:tr w:rsidR="003401A4" w:rsidRPr="00EF2F0E" w14:paraId="0985096D" w14:textId="77777777" w:rsidTr="00053A7A">
        <w:trPr>
          <w:jc w:val="center"/>
        </w:trPr>
        <w:tc>
          <w:tcPr>
            <w:tcW w:w="1701" w:type="dxa"/>
            <w:vMerge w:val="restart"/>
            <w:shd w:val="clear" w:color="auto" w:fill="auto"/>
          </w:tcPr>
          <w:p w14:paraId="0985096A" w14:textId="77777777" w:rsidR="00053A7A" w:rsidRPr="00EF2F0E" w:rsidRDefault="00053A7A" w:rsidP="00053A7A">
            <w:pPr>
              <w:pStyle w:val="TAL"/>
              <w:rPr>
                <w:rFonts w:cs="Arial"/>
                <w:szCs w:val="18"/>
              </w:rPr>
            </w:pPr>
            <w:r w:rsidRPr="00EF2F0E">
              <w:t>NR 5 MHz</w:t>
            </w:r>
          </w:p>
        </w:tc>
        <w:tc>
          <w:tcPr>
            <w:tcW w:w="2635" w:type="dxa"/>
            <w:shd w:val="clear" w:color="auto" w:fill="auto"/>
            <w:vAlign w:val="bottom"/>
          </w:tcPr>
          <w:p w14:paraId="0985096B" w14:textId="77777777" w:rsidR="00053A7A" w:rsidRPr="00EF2F0E" w:rsidRDefault="00053A7A" w:rsidP="007038C6">
            <w:pPr>
              <w:pStyle w:val="TAL"/>
            </w:pPr>
            <w:r w:rsidRPr="00EF2F0E">
              <w:t>±360</w:t>
            </w:r>
          </w:p>
        </w:tc>
        <w:tc>
          <w:tcPr>
            <w:tcW w:w="3294" w:type="dxa"/>
            <w:shd w:val="clear" w:color="auto" w:fill="auto"/>
            <w:vAlign w:val="bottom"/>
          </w:tcPr>
          <w:p w14:paraId="0985096C" w14:textId="77777777" w:rsidR="00053A7A" w:rsidRPr="00EF2F0E" w:rsidRDefault="00053A7A" w:rsidP="007038C6">
            <w:pPr>
              <w:pStyle w:val="TAL"/>
            </w:pPr>
            <w:r w:rsidRPr="00EF2F0E">
              <w:t>CW</w:t>
            </w:r>
          </w:p>
        </w:tc>
      </w:tr>
      <w:tr w:rsidR="003401A4" w:rsidRPr="00EF2F0E" w14:paraId="09850971" w14:textId="77777777" w:rsidTr="00053A7A">
        <w:trPr>
          <w:jc w:val="center"/>
        </w:trPr>
        <w:tc>
          <w:tcPr>
            <w:tcW w:w="1701" w:type="dxa"/>
            <w:vMerge/>
            <w:shd w:val="clear" w:color="auto" w:fill="auto"/>
          </w:tcPr>
          <w:p w14:paraId="0985096E" w14:textId="77777777" w:rsidR="00053A7A" w:rsidRPr="00EF2F0E" w:rsidRDefault="00053A7A" w:rsidP="00053A7A">
            <w:pPr>
              <w:pStyle w:val="TAL"/>
              <w:rPr>
                <w:rFonts w:cs="Arial"/>
                <w:szCs w:val="18"/>
              </w:rPr>
            </w:pPr>
          </w:p>
        </w:tc>
        <w:tc>
          <w:tcPr>
            <w:tcW w:w="2635" w:type="dxa"/>
            <w:shd w:val="clear" w:color="auto" w:fill="auto"/>
            <w:vAlign w:val="bottom"/>
          </w:tcPr>
          <w:p w14:paraId="0985096F" w14:textId="77777777" w:rsidR="00053A7A" w:rsidRPr="00EF2F0E" w:rsidRDefault="00053A7A" w:rsidP="007038C6">
            <w:pPr>
              <w:pStyle w:val="TAL"/>
            </w:pPr>
            <w:r w:rsidRPr="00EF2F0E">
              <w:t>±1420</w:t>
            </w:r>
          </w:p>
        </w:tc>
        <w:tc>
          <w:tcPr>
            <w:tcW w:w="3294" w:type="dxa"/>
            <w:shd w:val="clear" w:color="auto" w:fill="auto"/>
            <w:vAlign w:val="bottom"/>
          </w:tcPr>
          <w:p w14:paraId="09850970" w14:textId="77777777" w:rsidR="00053A7A" w:rsidRPr="00EF2F0E" w:rsidRDefault="00053A7A" w:rsidP="007038C6">
            <w:pPr>
              <w:pStyle w:val="TAL"/>
              <w:rPr>
                <w:lang w:val="sv-SE"/>
              </w:rPr>
            </w:pPr>
            <w:r w:rsidRPr="00EF2F0E">
              <w:t>E-UTRA signal, 1 RB (NOTE 1)</w:t>
            </w:r>
          </w:p>
        </w:tc>
      </w:tr>
      <w:tr w:rsidR="003401A4" w:rsidRPr="00EF2F0E" w14:paraId="09850975" w14:textId="77777777" w:rsidTr="00053A7A">
        <w:trPr>
          <w:jc w:val="center"/>
        </w:trPr>
        <w:tc>
          <w:tcPr>
            <w:tcW w:w="1701" w:type="dxa"/>
            <w:vMerge w:val="restart"/>
            <w:shd w:val="clear" w:color="auto" w:fill="auto"/>
          </w:tcPr>
          <w:p w14:paraId="09850972" w14:textId="77777777" w:rsidR="00053A7A" w:rsidRPr="00EF2F0E" w:rsidRDefault="00053A7A" w:rsidP="00053A7A">
            <w:pPr>
              <w:pStyle w:val="TAL"/>
              <w:rPr>
                <w:rFonts w:cs="Arial"/>
                <w:szCs w:val="18"/>
              </w:rPr>
            </w:pPr>
            <w:r w:rsidRPr="00EF2F0E">
              <w:t>NR 10 MHz</w:t>
            </w:r>
          </w:p>
        </w:tc>
        <w:tc>
          <w:tcPr>
            <w:tcW w:w="2635" w:type="dxa"/>
            <w:shd w:val="clear" w:color="auto" w:fill="auto"/>
            <w:vAlign w:val="bottom"/>
          </w:tcPr>
          <w:p w14:paraId="09850973" w14:textId="77777777" w:rsidR="00053A7A" w:rsidRPr="00EF2F0E" w:rsidRDefault="00463F76" w:rsidP="007038C6">
            <w:pPr>
              <w:pStyle w:val="TAL"/>
            </w:pPr>
            <w:r w:rsidRPr="00EF2F0E">
              <w:rPr>
                <w:rFonts w:cs="Arial"/>
              </w:rPr>
              <w:t>±370</w:t>
            </w:r>
          </w:p>
        </w:tc>
        <w:tc>
          <w:tcPr>
            <w:tcW w:w="3294" w:type="dxa"/>
            <w:shd w:val="clear" w:color="auto" w:fill="auto"/>
            <w:vAlign w:val="bottom"/>
          </w:tcPr>
          <w:p w14:paraId="09850974" w14:textId="77777777" w:rsidR="00053A7A" w:rsidRPr="00EF2F0E" w:rsidRDefault="00053A7A" w:rsidP="007038C6">
            <w:pPr>
              <w:pStyle w:val="TAL"/>
            </w:pPr>
            <w:r w:rsidRPr="00EF2F0E">
              <w:t>CW</w:t>
            </w:r>
          </w:p>
        </w:tc>
      </w:tr>
      <w:tr w:rsidR="003401A4" w:rsidRPr="00EF2F0E" w14:paraId="09850979" w14:textId="77777777" w:rsidTr="00053A7A">
        <w:trPr>
          <w:jc w:val="center"/>
        </w:trPr>
        <w:tc>
          <w:tcPr>
            <w:tcW w:w="1701" w:type="dxa"/>
            <w:vMerge/>
            <w:shd w:val="clear" w:color="auto" w:fill="auto"/>
          </w:tcPr>
          <w:p w14:paraId="09850976" w14:textId="77777777" w:rsidR="00053A7A" w:rsidRPr="00EF2F0E" w:rsidRDefault="00053A7A" w:rsidP="00053A7A">
            <w:pPr>
              <w:pStyle w:val="TAL"/>
              <w:rPr>
                <w:rFonts w:cs="Arial"/>
                <w:szCs w:val="18"/>
              </w:rPr>
            </w:pPr>
          </w:p>
        </w:tc>
        <w:tc>
          <w:tcPr>
            <w:tcW w:w="2635" w:type="dxa"/>
            <w:shd w:val="clear" w:color="auto" w:fill="auto"/>
            <w:vAlign w:val="bottom"/>
          </w:tcPr>
          <w:p w14:paraId="09850977" w14:textId="77777777" w:rsidR="00053A7A" w:rsidRPr="00EF2F0E" w:rsidRDefault="00463F76" w:rsidP="007038C6">
            <w:pPr>
              <w:pStyle w:val="TAL"/>
            </w:pPr>
            <w:r w:rsidRPr="00EF2F0E">
              <w:rPr>
                <w:rFonts w:cs="Arial"/>
              </w:rPr>
              <w:t>±1960</w:t>
            </w:r>
          </w:p>
        </w:tc>
        <w:tc>
          <w:tcPr>
            <w:tcW w:w="3294" w:type="dxa"/>
            <w:shd w:val="clear" w:color="auto" w:fill="auto"/>
            <w:vAlign w:val="bottom"/>
          </w:tcPr>
          <w:p w14:paraId="09850978" w14:textId="77777777" w:rsidR="00053A7A" w:rsidRPr="00EF2F0E" w:rsidRDefault="00053A7A" w:rsidP="007038C6">
            <w:pPr>
              <w:pStyle w:val="TAL"/>
              <w:rPr>
                <w:lang w:val="sv-SE"/>
              </w:rPr>
            </w:pPr>
            <w:r w:rsidRPr="00EF2F0E">
              <w:t>E-UTRA signal, 1 RB (NOTE 1)</w:t>
            </w:r>
          </w:p>
        </w:tc>
      </w:tr>
      <w:tr w:rsidR="003401A4" w:rsidRPr="00EF2F0E" w14:paraId="0985097D" w14:textId="77777777" w:rsidTr="00053A7A">
        <w:trPr>
          <w:jc w:val="center"/>
        </w:trPr>
        <w:tc>
          <w:tcPr>
            <w:tcW w:w="1701" w:type="dxa"/>
            <w:vMerge w:val="restart"/>
            <w:shd w:val="clear" w:color="auto" w:fill="auto"/>
          </w:tcPr>
          <w:p w14:paraId="0985097A" w14:textId="77777777" w:rsidR="00053A7A" w:rsidRPr="00EF2F0E" w:rsidRDefault="00053A7A" w:rsidP="00053A7A">
            <w:pPr>
              <w:pStyle w:val="TAL"/>
              <w:rPr>
                <w:rFonts w:cs="Arial"/>
                <w:szCs w:val="18"/>
              </w:rPr>
            </w:pPr>
            <w:r w:rsidRPr="00EF2F0E">
              <w:t>NR 15 MHz (Note 2)</w:t>
            </w:r>
          </w:p>
        </w:tc>
        <w:tc>
          <w:tcPr>
            <w:tcW w:w="2635" w:type="dxa"/>
            <w:shd w:val="clear" w:color="auto" w:fill="auto"/>
            <w:vAlign w:val="bottom"/>
          </w:tcPr>
          <w:p w14:paraId="0985097B" w14:textId="77777777" w:rsidR="00053A7A" w:rsidRPr="00EF2F0E" w:rsidRDefault="00053A7A" w:rsidP="007038C6">
            <w:pPr>
              <w:pStyle w:val="TAL"/>
            </w:pPr>
            <w:r w:rsidRPr="00EF2F0E">
              <w:t>±380</w:t>
            </w:r>
          </w:p>
        </w:tc>
        <w:tc>
          <w:tcPr>
            <w:tcW w:w="3294" w:type="dxa"/>
            <w:shd w:val="clear" w:color="auto" w:fill="auto"/>
            <w:vAlign w:val="bottom"/>
          </w:tcPr>
          <w:p w14:paraId="0985097C" w14:textId="77777777" w:rsidR="00053A7A" w:rsidRPr="00EF2F0E" w:rsidRDefault="00053A7A" w:rsidP="007038C6">
            <w:pPr>
              <w:pStyle w:val="TAL"/>
            </w:pPr>
            <w:r w:rsidRPr="00EF2F0E">
              <w:t>CW</w:t>
            </w:r>
          </w:p>
        </w:tc>
      </w:tr>
      <w:tr w:rsidR="000B4A49" w:rsidRPr="00EF2F0E" w14:paraId="09850981" w14:textId="77777777" w:rsidTr="0044667C">
        <w:trPr>
          <w:jc w:val="center"/>
        </w:trPr>
        <w:tc>
          <w:tcPr>
            <w:tcW w:w="1701" w:type="dxa"/>
            <w:vMerge/>
            <w:shd w:val="clear" w:color="auto" w:fill="auto"/>
          </w:tcPr>
          <w:p w14:paraId="0985097E" w14:textId="77777777" w:rsidR="000B4A49" w:rsidRPr="00EF2F0E" w:rsidRDefault="000B4A49" w:rsidP="000B4A49">
            <w:pPr>
              <w:pStyle w:val="TAL"/>
              <w:rPr>
                <w:rFonts w:cs="Arial"/>
                <w:szCs w:val="18"/>
              </w:rPr>
            </w:pPr>
          </w:p>
        </w:tc>
        <w:tc>
          <w:tcPr>
            <w:tcW w:w="2635" w:type="dxa"/>
            <w:shd w:val="clear" w:color="auto" w:fill="auto"/>
            <w:vAlign w:val="center"/>
          </w:tcPr>
          <w:p w14:paraId="0985097F" w14:textId="77777777" w:rsidR="000B4A49" w:rsidRPr="00EF2F0E" w:rsidRDefault="000B4A49" w:rsidP="000B4A49">
            <w:pPr>
              <w:pStyle w:val="TAL"/>
            </w:pPr>
            <w:r w:rsidRPr="00EF2F0E">
              <w:rPr>
                <w:rFonts w:cs="Arial"/>
              </w:rPr>
              <w:t>±1960</w:t>
            </w:r>
          </w:p>
        </w:tc>
        <w:tc>
          <w:tcPr>
            <w:tcW w:w="3294" w:type="dxa"/>
            <w:shd w:val="clear" w:color="auto" w:fill="auto"/>
            <w:vAlign w:val="bottom"/>
          </w:tcPr>
          <w:p w14:paraId="09850980" w14:textId="77777777" w:rsidR="000B4A49" w:rsidRPr="00EF2F0E" w:rsidRDefault="000B4A49" w:rsidP="000B4A49">
            <w:pPr>
              <w:pStyle w:val="TAL"/>
              <w:rPr>
                <w:lang w:val="sv-SE"/>
              </w:rPr>
            </w:pPr>
            <w:r w:rsidRPr="00EF2F0E">
              <w:t>E-UTRA signal, 1 RB (NOTE 1)</w:t>
            </w:r>
          </w:p>
        </w:tc>
      </w:tr>
      <w:tr w:rsidR="000B4A49" w:rsidRPr="00EF2F0E" w14:paraId="09850985" w14:textId="77777777" w:rsidTr="0044667C">
        <w:trPr>
          <w:jc w:val="center"/>
        </w:trPr>
        <w:tc>
          <w:tcPr>
            <w:tcW w:w="1701" w:type="dxa"/>
            <w:vMerge w:val="restart"/>
            <w:shd w:val="clear" w:color="auto" w:fill="auto"/>
          </w:tcPr>
          <w:p w14:paraId="09850982" w14:textId="77777777" w:rsidR="000B4A49" w:rsidRPr="00EF2F0E" w:rsidRDefault="000B4A49" w:rsidP="000B4A49">
            <w:pPr>
              <w:pStyle w:val="TAL"/>
              <w:rPr>
                <w:rFonts w:cs="Arial"/>
                <w:szCs w:val="18"/>
              </w:rPr>
            </w:pPr>
            <w:r w:rsidRPr="00EF2F0E">
              <w:t>NR 20 MHz (Note 2)</w:t>
            </w:r>
          </w:p>
        </w:tc>
        <w:tc>
          <w:tcPr>
            <w:tcW w:w="2635" w:type="dxa"/>
            <w:shd w:val="clear" w:color="auto" w:fill="auto"/>
            <w:vAlign w:val="center"/>
          </w:tcPr>
          <w:p w14:paraId="09850983" w14:textId="77777777" w:rsidR="000B4A49" w:rsidRPr="00EF2F0E" w:rsidRDefault="000B4A49" w:rsidP="000B4A49">
            <w:pPr>
              <w:pStyle w:val="TAL"/>
            </w:pPr>
            <w:r w:rsidRPr="00EF2F0E">
              <w:rPr>
                <w:rFonts w:cs="Arial"/>
              </w:rPr>
              <w:t>±390</w:t>
            </w:r>
          </w:p>
        </w:tc>
        <w:tc>
          <w:tcPr>
            <w:tcW w:w="3294" w:type="dxa"/>
            <w:shd w:val="clear" w:color="auto" w:fill="auto"/>
            <w:vAlign w:val="bottom"/>
          </w:tcPr>
          <w:p w14:paraId="09850984" w14:textId="77777777" w:rsidR="000B4A49" w:rsidRPr="00EF2F0E" w:rsidRDefault="000B4A49" w:rsidP="000B4A49">
            <w:pPr>
              <w:pStyle w:val="TAL"/>
            </w:pPr>
            <w:r w:rsidRPr="00EF2F0E">
              <w:t>CW</w:t>
            </w:r>
          </w:p>
        </w:tc>
      </w:tr>
      <w:tr w:rsidR="000B4A49" w:rsidRPr="00EF2F0E" w14:paraId="09850989" w14:textId="77777777" w:rsidTr="0044667C">
        <w:trPr>
          <w:jc w:val="center"/>
        </w:trPr>
        <w:tc>
          <w:tcPr>
            <w:tcW w:w="1701" w:type="dxa"/>
            <w:vMerge/>
            <w:shd w:val="clear" w:color="auto" w:fill="auto"/>
          </w:tcPr>
          <w:p w14:paraId="09850986" w14:textId="77777777" w:rsidR="000B4A49" w:rsidRPr="00EF2F0E" w:rsidRDefault="000B4A49" w:rsidP="000B4A49">
            <w:pPr>
              <w:pStyle w:val="TAL"/>
              <w:rPr>
                <w:rFonts w:cs="Arial"/>
                <w:szCs w:val="18"/>
              </w:rPr>
            </w:pPr>
          </w:p>
        </w:tc>
        <w:tc>
          <w:tcPr>
            <w:tcW w:w="2635" w:type="dxa"/>
            <w:shd w:val="clear" w:color="auto" w:fill="auto"/>
            <w:vAlign w:val="center"/>
          </w:tcPr>
          <w:p w14:paraId="09850987" w14:textId="77777777" w:rsidR="000B4A49" w:rsidRPr="00EF2F0E" w:rsidRDefault="000B4A49" w:rsidP="000B4A49">
            <w:pPr>
              <w:pStyle w:val="TAL"/>
            </w:pPr>
            <w:r w:rsidRPr="00EF2F0E">
              <w:rPr>
                <w:rFonts w:cs="Arial"/>
              </w:rPr>
              <w:t>±2320</w:t>
            </w:r>
          </w:p>
        </w:tc>
        <w:tc>
          <w:tcPr>
            <w:tcW w:w="3294" w:type="dxa"/>
            <w:shd w:val="clear" w:color="auto" w:fill="auto"/>
            <w:vAlign w:val="bottom"/>
          </w:tcPr>
          <w:p w14:paraId="09850988" w14:textId="77777777" w:rsidR="000B4A49" w:rsidRPr="00EF2F0E" w:rsidRDefault="000B4A49" w:rsidP="000B4A49">
            <w:pPr>
              <w:pStyle w:val="TAL"/>
              <w:rPr>
                <w:lang w:val="sv-SE"/>
              </w:rPr>
            </w:pPr>
            <w:r w:rsidRPr="00EF2F0E">
              <w:t>E-UTRA signal, 1 RB (NOTE 1)</w:t>
            </w:r>
          </w:p>
        </w:tc>
      </w:tr>
      <w:tr w:rsidR="000B4A49" w:rsidRPr="00EF2F0E" w14:paraId="0985098D" w14:textId="77777777" w:rsidTr="00053A7A">
        <w:trPr>
          <w:jc w:val="center"/>
        </w:trPr>
        <w:tc>
          <w:tcPr>
            <w:tcW w:w="1701" w:type="dxa"/>
            <w:vMerge w:val="restart"/>
            <w:shd w:val="clear" w:color="auto" w:fill="auto"/>
          </w:tcPr>
          <w:p w14:paraId="0985098A" w14:textId="77777777" w:rsidR="000B4A49" w:rsidRPr="00EF2F0E" w:rsidRDefault="000B4A49" w:rsidP="000B4A49">
            <w:pPr>
              <w:pStyle w:val="TAL"/>
              <w:rPr>
                <w:rFonts w:cs="Arial"/>
                <w:szCs w:val="18"/>
              </w:rPr>
            </w:pPr>
            <w:r w:rsidRPr="00EF2F0E">
              <w:t>NR 25 MHz (Note 2)</w:t>
            </w:r>
          </w:p>
        </w:tc>
        <w:tc>
          <w:tcPr>
            <w:tcW w:w="2635" w:type="dxa"/>
            <w:shd w:val="clear" w:color="auto" w:fill="auto"/>
            <w:vAlign w:val="bottom"/>
          </w:tcPr>
          <w:p w14:paraId="0985098B" w14:textId="77777777" w:rsidR="000B4A49" w:rsidRPr="00EF2F0E" w:rsidRDefault="000B4A49" w:rsidP="000B4A49">
            <w:pPr>
              <w:pStyle w:val="TAL"/>
            </w:pPr>
            <w:r w:rsidRPr="00EF2F0E">
              <w:t>±325</w:t>
            </w:r>
          </w:p>
        </w:tc>
        <w:tc>
          <w:tcPr>
            <w:tcW w:w="3294" w:type="dxa"/>
            <w:shd w:val="clear" w:color="auto" w:fill="auto"/>
            <w:vAlign w:val="bottom"/>
          </w:tcPr>
          <w:p w14:paraId="0985098C" w14:textId="77777777" w:rsidR="000B4A49" w:rsidRPr="00EF2F0E" w:rsidRDefault="000B4A49" w:rsidP="000B4A49">
            <w:pPr>
              <w:pStyle w:val="TAL"/>
            </w:pPr>
            <w:r w:rsidRPr="00EF2F0E">
              <w:t>CW</w:t>
            </w:r>
          </w:p>
        </w:tc>
      </w:tr>
      <w:tr w:rsidR="000B4A49" w:rsidRPr="00EF2F0E" w14:paraId="09850991" w14:textId="77777777" w:rsidTr="0044667C">
        <w:trPr>
          <w:jc w:val="center"/>
        </w:trPr>
        <w:tc>
          <w:tcPr>
            <w:tcW w:w="1701" w:type="dxa"/>
            <w:vMerge/>
            <w:shd w:val="clear" w:color="auto" w:fill="auto"/>
          </w:tcPr>
          <w:p w14:paraId="0985098E" w14:textId="77777777" w:rsidR="000B4A49" w:rsidRPr="00EF2F0E" w:rsidRDefault="000B4A49" w:rsidP="000B4A49">
            <w:pPr>
              <w:pStyle w:val="TAL"/>
              <w:rPr>
                <w:rFonts w:cs="Arial"/>
                <w:szCs w:val="18"/>
              </w:rPr>
            </w:pPr>
          </w:p>
        </w:tc>
        <w:tc>
          <w:tcPr>
            <w:tcW w:w="2635" w:type="dxa"/>
            <w:shd w:val="clear" w:color="auto" w:fill="auto"/>
            <w:vAlign w:val="center"/>
          </w:tcPr>
          <w:p w14:paraId="0985098F" w14:textId="77777777" w:rsidR="000B4A49" w:rsidRPr="00EF2F0E" w:rsidRDefault="000B4A49" w:rsidP="000B4A49">
            <w:pPr>
              <w:pStyle w:val="TAL"/>
            </w:pPr>
            <w:r w:rsidRPr="00EF2F0E">
              <w:rPr>
                <w:rFonts w:cs="Arial"/>
              </w:rPr>
              <w:t>±2350</w:t>
            </w:r>
          </w:p>
        </w:tc>
        <w:tc>
          <w:tcPr>
            <w:tcW w:w="3294" w:type="dxa"/>
            <w:shd w:val="clear" w:color="auto" w:fill="auto"/>
            <w:vAlign w:val="bottom"/>
          </w:tcPr>
          <w:p w14:paraId="09850990" w14:textId="77777777" w:rsidR="000B4A49" w:rsidRPr="00EF2F0E" w:rsidRDefault="000B4A49" w:rsidP="000B4A49">
            <w:pPr>
              <w:pStyle w:val="TAL"/>
              <w:rPr>
                <w:lang w:val="sv-SE"/>
              </w:rPr>
            </w:pPr>
            <w:r w:rsidRPr="00EF2F0E">
              <w:t>E-UTRA signal, 1 RB (NOTE 1)</w:t>
            </w:r>
          </w:p>
        </w:tc>
      </w:tr>
      <w:tr w:rsidR="000B4A49" w:rsidRPr="00EF2F0E" w14:paraId="09850995" w14:textId="77777777" w:rsidTr="0044667C">
        <w:trPr>
          <w:jc w:val="center"/>
        </w:trPr>
        <w:tc>
          <w:tcPr>
            <w:tcW w:w="1701" w:type="dxa"/>
            <w:vMerge w:val="restart"/>
            <w:shd w:val="clear" w:color="auto" w:fill="auto"/>
          </w:tcPr>
          <w:p w14:paraId="09850992" w14:textId="77777777" w:rsidR="000B4A49" w:rsidRPr="00EF2F0E" w:rsidRDefault="000B4A49" w:rsidP="000B4A49">
            <w:pPr>
              <w:pStyle w:val="TAL"/>
              <w:rPr>
                <w:rFonts w:cs="Arial"/>
                <w:szCs w:val="18"/>
              </w:rPr>
            </w:pPr>
            <w:r w:rsidRPr="00EF2F0E">
              <w:t>NR 30 MHz (Note 2)</w:t>
            </w:r>
          </w:p>
        </w:tc>
        <w:tc>
          <w:tcPr>
            <w:tcW w:w="2635" w:type="dxa"/>
            <w:shd w:val="clear" w:color="auto" w:fill="auto"/>
            <w:vAlign w:val="center"/>
          </w:tcPr>
          <w:p w14:paraId="09850993" w14:textId="77777777" w:rsidR="000B4A49" w:rsidRPr="00EF2F0E" w:rsidRDefault="000B4A49" w:rsidP="000B4A49">
            <w:pPr>
              <w:pStyle w:val="TAL"/>
            </w:pPr>
            <w:r w:rsidRPr="00EF2F0E">
              <w:rPr>
                <w:rFonts w:cs="Arial"/>
              </w:rPr>
              <w:t>±335</w:t>
            </w:r>
          </w:p>
        </w:tc>
        <w:tc>
          <w:tcPr>
            <w:tcW w:w="3294" w:type="dxa"/>
            <w:shd w:val="clear" w:color="auto" w:fill="auto"/>
            <w:vAlign w:val="bottom"/>
          </w:tcPr>
          <w:p w14:paraId="09850994" w14:textId="77777777" w:rsidR="000B4A49" w:rsidRPr="00EF2F0E" w:rsidRDefault="000B4A49" w:rsidP="000B4A49">
            <w:pPr>
              <w:pStyle w:val="TAL"/>
            </w:pPr>
            <w:r w:rsidRPr="00EF2F0E">
              <w:t>CW</w:t>
            </w:r>
          </w:p>
        </w:tc>
      </w:tr>
      <w:tr w:rsidR="000B4A49" w:rsidRPr="00EF2F0E" w14:paraId="09850999" w14:textId="77777777" w:rsidTr="0044667C">
        <w:trPr>
          <w:jc w:val="center"/>
        </w:trPr>
        <w:tc>
          <w:tcPr>
            <w:tcW w:w="1701" w:type="dxa"/>
            <w:vMerge/>
            <w:shd w:val="clear" w:color="auto" w:fill="auto"/>
          </w:tcPr>
          <w:p w14:paraId="09850996" w14:textId="77777777" w:rsidR="000B4A49" w:rsidRPr="00EF2F0E" w:rsidRDefault="000B4A49" w:rsidP="000B4A49">
            <w:pPr>
              <w:pStyle w:val="TAL"/>
              <w:rPr>
                <w:rFonts w:cs="Arial"/>
                <w:szCs w:val="18"/>
              </w:rPr>
            </w:pPr>
          </w:p>
        </w:tc>
        <w:tc>
          <w:tcPr>
            <w:tcW w:w="2635" w:type="dxa"/>
            <w:shd w:val="clear" w:color="auto" w:fill="auto"/>
            <w:vAlign w:val="center"/>
          </w:tcPr>
          <w:p w14:paraId="09850997" w14:textId="77777777" w:rsidR="000B4A49" w:rsidRPr="00EF2F0E" w:rsidRDefault="000B4A49" w:rsidP="000B4A49">
            <w:pPr>
              <w:pStyle w:val="TAL"/>
            </w:pPr>
            <w:r w:rsidRPr="00EF2F0E">
              <w:rPr>
                <w:rFonts w:cs="Arial"/>
              </w:rPr>
              <w:t>±2350</w:t>
            </w:r>
          </w:p>
        </w:tc>
        <w:tc>
          <w:tcPr>
            <w:tcW w:w="3294" w:type="dxa"/>
            <w:shd w:val="clear" w:color="auto" w:fill="auto"/>
            <w:vAlign w:val="bottom"/>
          </w:tcPr>
          <w:p w14:paraId="09850998" w14:textId="77777777" w:rsidR="000B4A49" w:rsidRPr="00EF2F0E" w:rsidRDefault="000B4A49" w:rsidP="000B4A49">
            <w:pPr>
              <w:pStyle w:val="TAL"/>
              <w:rPr>
                <w:lang w:val="sv-SE"/>
              </w:rPr>
            </w:pPr>
            <w:r w:rsidRPr="00EF2F0E">
              <w:t>E-UTRA signal, 1 RB (NOTE 1)</w:t>
            </w:r>
          </w:p>
        </w:tc>
      </w:tr>
      <w:tr w:rsidR="000B4A49" w:rsidRPr="00EF2F0E" w14:paraId="0985099D" w14:textId="77777777" w:rsidTr="0044667C">
        <w:trPr>
          <w:jc w:val="center"/>
        </w:trPr>
        <w:tc>
          <w:tcPr>
            <w:tcW w:w="1701" w:type="dxa"/>
            <w:vMerge w:val="restart"/>
            <w:shd w:val="clear" w:color="auto" w:fill="auto"/>
          </w:tcPr>
          <w:p w14:paraId="0985099A" w14:textId="77777777" w:rsidR="000B4A49" w:rsidRPr="00EF2F0E" w:rsidRDefault="000B4A49" w:rsidP="000B4A49">
            <w:pPr>
              <w:pStyle w:val="TAL"/>
              <w:rPr>
                <w:rFonts w:cs="Arial"/>
                <w:szCs w:val="18"/>
              </w:rPr>
            </w:pPr>
            <w:r w:rsidRPr="00EF2F0E">
              <w:t>NR 40 MHz (Note 2)</w:t>
            </w:r>
          </w:p>
        </w:tc>
        <w:tc>
          <w:tcPr>
            <w:tcW w:w="2635" w:type="dxa"/>
            <w:shd w:val="clear" w:color="auto" w:fill="auto"/>
            <w:vAlign w:val="center"/>
          </w:tcPr>
          <w:p w14:paraId="0985099B" w14:textId="77777777" w:rsidR="000B4A49" w:rsidRPr="00EF2F0E" w:rsidRDefault="000B4A49" w:rsidP="000B4A49">
            <w:pPr>
              <w:pStyle w:val="TAL"/>
            </w:pPr>
            <w:r w:rsidRPr="00EF2F0E">
              <w:rPr>
                <w:rFonts w:cs="Arial"/>
              </w:rPr>
              <w:t>±355</w:t>
            </w:r>
          </w:p>
        </w:tc>
        <w:tc>
          <w:tcPr>
            <w:tcW w:w="3294" w:type="dxa"/>
            <w:shd w:val="clear" w:color="auto" w:fill="auto"/>
            <w:vAlign w:val="bottom"/>
          </w:tcPr>
          <w:p w14:paraId="0985099C" w14:textId="77777777" w:rsidR="000B4A49" w:rsidRPr="00EF2F0E" w:rsidRDefault="000B4A49" w:rsidP="000B4A49">
            <w:pPr>
              <w:pStyle w:val="TAL"/>
            </w:pPr>
            <w:r w:rsidRPr="00EF2F0E">
              <w:t>CW</w:t>
            </w:r>
          </w:p>
        </w:tc>
      </w:tr>
      <w:tr w:rsidR="000B4A49" w:rsidRPr="00EF2F0E" w14:paraId="098509A1" w14:textId="77777777" w:rsidTr="00053A7A">
        <w:trPr>
          <w:jc w:val="center"/>
        </w:trPr>
        <w:tc>
          <w:tcPr>
            <w:tcW w:w="1701" w:type="dxa"/>
            <w:vMerge/>
            <w:shd w:val="clear" w:color="auto" w:fill="auto"/>
          </w:tcPr>
          <w:p w14:paraId="0985099E" w14:textId="77777777" w:rsidR="000B4A49" w:rsidRPr="00EF2F0E" w:rsidRDefault="000B4A49" w:rsidP="000B4A49">
            <w:pPr>
              <w:pStyle w:val="TAL"/>
              <w:rPr>
                <w:rFonts w:cs="Arial"/>
                <w:szCs w:val="18"/>
              </w:rPr>
            </w:pPr>
          </w:p>
        </w:tc>
        <w:tc>
          <w:tcPr>
            <w:tcW w:w="2635" w:type="dxa"/>
            <w:shd w:val="clear" w:color="auto" w:fill="auto"/>
            <w:vAlign w:val="bottom"/>
          </w:tcPr>
          <w:p w14:paraId="0985099F" w14:textId="77777777" w:rsidR="000B4A49" w:rsidRPr="00EF2F0E" w:rsidRDefault="000B4A49" w:rsidP="000B4A49">
            <w:pPr>
              <w:pStyle w:val="TAL"/>
            </w:pPr>
            <w:r w:rsidRPr="00EF2F0E">
              <w:t>±2710</w:t>
            </w:r>
          </w:p>
        </w:tc>
        <w:tc>
          <w:tcPr>
            <w:tcW w:w="3294" w:type="dxa"/>
            <w:shd w:val="clear" w:color="auto" w:fill="auto"/>
            <w:vAlign w:val="bottom"/>
          </w:tcPr>
          <w:p w14:paraId="098509A0" w14:textId="77777777" w:rsidR="000B4A49" w:rsidRPr="00EF2F0E" w:rsidRDefault="000B4A49" w:rsidP="000B4A49">
            <w:pPr>
              <w:pStyle w:val="TAL"/>
              <w:rPr>
                <w:lang w:val="sv-SE"/>
              </w:rPr>
            </w:pPr>
            <w:r w:rsidRPr="00EF2F0E">
              <w:t>E-UTRA signal, 1 RB (NOTE 1)</w:t>
            </w:r>
          </w:p>
        </w:tc>
      </w:tr>
      <w:tr w:rsidR="000B4A49" w:rsidRPr="00EF2F0E" w14:paraId="098509A5" w14:textId="77777777" w:rsidTr="0044667C">
        <w:trPr>
          <w:jc w:val="center"/>
        </w:trPr>
        <w:tc>
          <w:tcPr>
            <w:tcW w:w="1701" w:type="dxa"/>
            <w:vMerge w:val="restart"/>
            <w:shd w:val="clear" w:color="auto" w:fill="auto"/>
          </w:tcPr>
          <w:p w14:paraId="098509A2" w14:textId="77777777" w:rsidR="000B4A49" w:rsidRPr="00EF2F0E" w:rsidRDefault="000B4A49" w:rsidP="000B4A49">
            <w:pPr>
              <w:pStyle w:val="TAL"/>
              <w:rPr>
                <w:rFonts w:cs="Arial"/>
                <w:szCs w:val="18"/>
              </w:rPr>
            </w:pPr>
            <w:r w:rsidRPr="00EF2F0E">
              <w:t>NR 50 MHz (Note 2)</w:t>
            </w:r>
          </w:p>
        </w:tc>
        <w:tc>
          <w:tcPr>
            <w:tcW w:w="2635" w:type="dxa"/>
            <w:shd w:val="clear" w:color="auto" w:fill="auto"/>
            <w:vAlign w:val="center"/>
          </w:tcPr>
          <w:p w14:paraId="098509A3" w14:textId="77777777" w:rsidR="000B4A49" w:rsidRPr="00EF2F0E" w:rsidRDefault="000B4A49" w:rsidP="000B4A49">
            <w:pPr>
              <w:pStyle w:val="TAL"/>
            </w:pPr>
            <w:r w:rsidRPr="00EF2F0E">
              <w:rPr>
                <w:rFonts w:cs="Arial"/>
              </w:rPr>
              <w:t>±375</w:t>
            </w:r>
          </w:p>
        </w:tc>
        <w:tc>
          <w:tcPr>
            <w:tcW w:w="3294" w:type="dxa"/>
            <w:shd w:val="clear" w:color="auto" w:fill="auto"/>
            <w:vAlign w:val="bottom"/>
          </w:tcPr>
          <w:p w14:paraId="098509A4" w14:textId="77777777" w:rsidR="000B4A49" w:rsidRPr="00EF2F0E" w:rsidRDefault="000B4A49" w:rsidP="000B4A49">
            <w:pPr>
              <w:pStyle w:val="TAL"/>
            </w:pPr>
            <w:r w:rsidRPr="00EF2F0E">
              <w:t>CW</w:t>
            </w:r>
          </w:p>
        </w:tc>
      </w:tr>
      <w:tr w:rsidR="000B4A49" w:rsidRPr="00EF2F0E" w14:paraId="098509A9" w14:textId="77777777" w:rsidTr="0044667C">
        <w:trPr>
          <w:jc w:val="center"/>
        </w:trPr>
        <w:tc>
          <w:tcPr>
            <w:tcW w:w="1701" w:type="dxa"/>
            <w:vMerge/>
            <w:shd w:val="clear" w:color="auto" w:fill="auto"/>
          </w:tcPr>
          <w:p w14:paraId="098509A6" w14:textId="77777777" w:rsidR="000B4A49" w:rsidRPr="00EF2F0E" w:rsidRDefault="000B4A49" w:rsidP="000B4A49">
            <w:pPr>
              <w:pStyle w:val="TAL"/>
              <w:rPr>
                <w:rFonts w:cs="Arial"/>
                <w:szCs w:val="18"/>
              </w:rPr>
            </w:pPr>
          </w:p>
        </w:tc>
        <w:tc>
          <w:tcPr>
            <w:tcW w:w="2635" w:type="dxa"/>
            <w:shd w:val="clear" w:color="auto" w:fill="auto"/>
            <w:vAlign w:val="center"/>
          </w:tcPr>
          <w:p w14:paraId="098509A7" w14:textId="77777777" w:rsidR="000B4A49" w:rsidRPr="00EF2F0E" w:rsidRDefault="000B4A49" w:rsidP="000B4A49">
            <w:pPr>
              <w:pStyle w:val="TAL"/>
            </w:pPr>
            <w:r w:rsidRPr="00EF2F0E">
              <w:rPr>
                <w:rFonts w:cs="Arial"/>
              </w:rPr>
              <w:t>±2710</w:t>
            </w:r>
          </w:p>
        </w:tc>
        <w:tc>
          <w:tcPr>
            <w:tcW w:w="3294" w:type="dxa"/>
            <w:shd w:val="clear" w:color="auto" w:fill="auto"/>
            <w:vAlign w:val="bottom"/>
          </w:tcPr>
          <w:p w14:paraId="098509A8" w14:textId="77777777" w:rsidR="000B4A49" w:rsidRPr="00EF2F0E" w:rsidRDefault="000B4A49" w:rsidP="000B4A49">
            <w:pPr>
              <w:pStyle w:val="TAL"/>
              <w:rPr>
                <w:lang w:val="sv-SE"/>
              </w:rPr>
            </w:pPr>
            <w:r w:rsidRPr="00EF2F0E">
              <w:t>E-UTRA signal, 1 RB (NOTE 1)</w:t>
            </w:r>
          </w:p>
        </w:tc>
      </w:tr>
      <w:tr w:rsidR="000B4A49" w:rsidRPr="00EF2F0E" w14:paraId="098509AD" w14:textId="77777777" w:rsidTr="0044667C">
        <w:trPr>
          <w:jc w:val="center"/>
        </w:trPr>
        <w:tc>
          <w:tcPr>
            <w:tcW w:w="1701" w:type="dxa"/>
            <w:vMerge w:val="restart"/>
            <w:shd w:val="clear" w:color="auto" w:fill="auto"/>
          </w:tcPr>
          <w:p w14:paraId="098509AA" w14:textId="77777777" w:rsidR="000B4A49" w:rsidRPr="00EF2F0E" w:rsidRDefault="000B4A49" w:rsidP="000B4A49">
            <w:pPr>
              <w:pStyle w:val="TAL"/>
              <w:rPr>
                <w:rFonts w:cs="Arial"/>
                <w:szCs w:val="18"/>
              </w:rPr>
            </w:pPr>
            <w:r w:rsidRPr="00EF2F0E">
              <w:t>NR 60 MHz (Note 2)</w:t>
            </w:r>
          </w:p>
        </w:tc>
        <w:tc>
          <w:tcPr>
            <w:tcW w:w="2635" w:type="dxa"/>
            <w:shd w:val="clear" w:color="auto" w:fill="auto"/>
            <w:vAlign w:val="center"/>
          </w:tcPr>
          <w:p w14:paraId="098509AB" w14:textId="77777777" w:rsidR="000B4A49" w:rsidRPr="00EF2F0E" w:rsidRDefault="000B4A49" w:rsidP="000B4A49">
            <w:pPr>
              <w:pStyle w:val="TAL"/>
            </w:pPr>
            <w:r w:rsidRPr="00EF2F0E">
              <w:rPr>
                <w:rFonts w:cs="Arial"/>
              </w:rPr>
              <w:t>±395</w:t>
            </w:r>
          </w:p>
        </w:tc>
        <w:tc>
          <w:tcPr>
            <w:tcW w:w="3294" w:type="dxa"/>
            <w:shd w:val="clear" w:color="auto" w:fill="auto"/>
            <w:vAlign w:val="bottom"/>
          </w:tcPr>
          <w:p w14:paraId="098509AC" w14:textId="77777777" w:rsidR="000B4A49" w:rsidRPr="00EF2F0E" w:rsidRDefault="000B4A49" w:rsidP="000B4A49">
            <w:pPr>
              <w:pStyle w:val="TAL"/>
            </w:pPr>
            <w:r w:rsidRPr="00EF2F0E">
              <w:t>CW</w:t>
            </w:r>
          </w:p>
        </w:tc>
      </w:tr>
      <w:tr w:rsidR="000B4A49" w:rsidRPr="00EF2F0E" w14:paraId="098509B1" w14:textId="77777777" w:rsidTr="0044667C">
        <w:trPr>
          <w:jc w:val="center"/>
        </w:trPr>
        <w:tc>
          <w:tcPr>
            <w:tcW w:w="1701" w:type="dxa"/>
            <w:vMerge/>
            <w:shd w:val="clear" w:color="auto" w:fill="auto"/>
          </w:tcPr>
          <w:p w14:paraId="098509AE" w14:textId="77777777" w:rsidR="000B4A49" w:rsidRPr="00EF2F0E" w:rsidRDefault="000B4A49" w:rsidP="000B4A49">
            <w:pPr>
              <w:pStyle w:val="TAL"/>
              <w:rPr>
                <w:rFonts w:cs="Arial"/>
                <w:szCs w:val="18"/>
              </w:rPr>
            </w:pPr>
          </w:p>
        </w:tc>
        <w:tc>
          <w:tcPr>
            <w:tcW w:w="2635" w:type="dxa"/>
            <w:shd w:val="clear" w:color="auto" w:fill="auto"/>
            <w:vAlign w:val="center"/>
          </w:tcPr>
          <w:p w14:paraId="098509AF" w14:textId="77777777" w:rsidR="000B4A49" w:rsidRPr="00EF2F0E" w:rsidRDefault="000B4A49" w:rsidP="000B4A49">
            <w:pPr>
              <w:pStyle w:val="TAL"/>
            </w:pPr>
            <w:r w:rsidRPr="00EF2F0E">
              <w:rPr>
                <w:rFonts w:cs="Arial"/>
              </w:rPr>
              <w:t>±2710</w:t>
            </w:r>
          </w:p>
        </w:tc>
        <w:tc>
          <w:tcPr>
            <w:tcW w:w="3294" w:type="dxa"/>
            <w:shd w:val="clear" w:color="auto" w:fill="auto"/>
            <w:vAlign w:val="bottom"/>
          </w:tcPr>
          <w:p w14:paraId="098509B0" w14:textId="77777777" w:rsidR="000B4A49" w:rsidRPr="00EF2F0E" w:rsidRDefault="000B4A49" w:rsidP="000B4A49">
            <w:pPr>
              <w:pStyle w:val="TAL"/>
              <w:rPr>
                <w:lang w:val="sv-SE"/>
              </w:rPr>
            </w:pPr>
            <w:r w:rsidRPr="00EF2F0E">
              <w:t>E-UTRA signal, 1 RB (NOTE 1)</w:t>
            </w:r>
          </w:p>
        </w:tc>
      </w:tr>
      <w:tr w:rsidR="000B4A49" w:rsidRPr="00EF2F0E" w14:paraId="098509B5" w14:textId="77777777" w:rsidTr="0044667C">
        <w:trPr>
          <w:jc w:val="center"/>
        </w:trPr>
        <w:tc>
          <w:tcPr>
            <w:tcW w:w="1701" w:type="dxa"/>
            <w:vMerge w:val="restart"/>
            <w:shd w:val="clear" w:color="auto" w:fill="auto"/>
          </w:tcPr>
          <w:p w14:paraId="098509B2" w14:textId="77777777" w:rsidR="000B4A49" w:rsidRPr="00EF2F0E" w:rsidRDefault="000B4A49" w:rsidP="000B4A49">
            <w:pPr>
              <w:pStyle w:val="TAL"/>
              <w:rPr>
                <w:rFonts w:cs="Arial"/>
                <w:szCs w:val="18"/>
              </w:rPr>
            </w:pPr>
            <w:r w:rsidRPr="00EF2F0E">
              <w:t>NR 70 MHz (Note 2)</w:t>
            </w:r>
          </w:p>
        </w:tc>
        <w:tc>
          <w:tcPr>
            <w:tcW w:w="2635" w:type="dxa"/>
            <w:shd w:val="clear" w:color="auto" w:fill="auto"/>
            <w:vAlign w:val="center"/>
          </w:tcPr>
          <w:p w14:paraId="098509B3" w14:textId="77777777" w:rsidR="000B4A49" w:rsidRPr="00EF2F0E" w:rsidRDefault="000B4A49" w:rsidP="000B4A49">
            <w:pPr>
              <w:pStyle w:val="TAL"/>
            </w:pPr>
            <w:r w:rsidRPr="00EF2F0E">
              <w:rPr>
                <w:rFonts w:cs="Arial"/>
              </w:rPr>
              <w:t>±415</w:t>
            </w:r>
          </w:p>
        </w:tc>
        <w:tc>
          <w:tcPr>
            <w:tcW w:w="3294" w:type="dxa"/>
            <w:shd w:val="clear" w:color="auto" w:fill="auto"/>
            <w:vAlign w:val="bottom"/>
          </w:tcPr>
          <w:p w14:paraId="098509B4" w14:textId="77777777" w:rsidR="000B4A49" w:rsidRPr="00EF2F0E" w:rsidRDefault="000B4A49" w:rsidP="000B4A49">
            <w:pPr>
              <w:pStyle w:val="TAL"/>
            </w:pPr>
            <w:r w:rsidRPr="00EF2F0E">
              <w:t>CW</w:t>
            </w:r>
          </w:p>
        </w:tc>
      </w:tr>
      <w:tr w:rsidR="000B4A49" w:rsidRPr="00EF2F0E" w14:paraId="098509B9" w14:textId="77777777" w:rsidTr="0044667C">
        <w:trPr>
          <w:jc w:val="center"/>
        </w:trPr>
        <w:tc>
          <w:tcPr>
            <w:tcW w:w="1701" w:type="dxa"/>
            <w:vMerge/>
            <w:shd w:val="clear" w:color="auto" w:fill="auto"/>
          </w:tcPr>
          <w:p w14:paraId="098509B6" w14:textId="77777777" w:rsidR="000B4A49" w:rsidRPr="00EF2F0E" w:rsidRDefault="000B4A49" w:rsidP="000B4A49">
            <w:pPr>
              <w:pStyle w:val="TAL"/>
              <w:rPr>
                <w:rFonts w:cs="Arial"/>
                <w:szCs w:val="18"/>
              </w:rPr>
            </w:pPr>
          </w:p>
        </w:tc>
        <w:tc>
          <w:tcPr>
            <w:tcW w:w="2635" w:type="dxa"/>
            <w:shd w:val="clear" w:color="auto" w:fill="auto"/>
            <w:vAlign w:val="center"/>
          </w:tcPr>
          <w:p w14:paraId="098509B7" w14:textId="77777777" w:rsidR="000B4A49" w:rsidRPr="00EF2F0E" w:rsidRDefault="000B4A49" w:rsidP="000B4A49">
            <w:pPr>
              <w:pStyle w:val="TAL"/>
            </w:pPr>
            <w:r w:rsidRPr="00EF2F0E">
              <w:rPr>
                <w:rFonts w:cs="Arial"/>
              </w:rPr>
              <w:t>±2710</w:t>
            </w:r>
          </w:p>
        </w:tc>
        <w:tc>
          <w:tcPr>
            <w:tcW w:w="3294" w:type="dxa"/>
            <w:shd w:val="clear" w:color="auto" w:fill="auto"/>
            <w:vAlign w:val="bottom"/>
          </w:tcPr>
          <w:p w14:paraId="098509B8" w14:textId="77777777" w:rsidR="000B4A49" w:rsidRPr="00EF2F0E" w:rsidRDefault="000B4A49" w:rsidP="000B4A49">
            <w:pPr>
              <w:pStyle w:val="TAL"/>
              <w:rPr>
                <w:lang w:val="sv-SE"/>
              </w:rPr>
            </w:pPr>
            <w:r w:rsidRPr="00EF2F0E">
              <w:t>E-UTRA signal, 1 RB (NOTE 1)</w:t>
            </w:r>
          </w:p>
        </w:tc>
      </w:tr>
      <w:tr w:rsidR="000B4A49" w:rsidRPr="00EF2F0E" w14:paraId="098509BD" w14:textId="77777777" w:rsidTr="0044667C">
        <w:trPr>
          <w:jc w:val="center"/>
        </w:trPr>
        <w:tc>
          <w:tcPr>
            <w:tcW w:w="1701" w:type="dxa"/>
            <w:vMerge w:val="restart"/>
            <w:shd w:val="clear" w:color="auto" w:fill="auto"/>
          </w:tcPr>
          <w:p w14:paraId="098509BA" w14:textId="77777777" w:rsidR="000B4A49" w:rsidRPr="00EF2F0E" w:rsidRDefault="000B4A49" w:rsidP="000B4A49">
            <w:pPr>
              <w:pStyle w:val="TAL"/>
              <w:rPr>
                <w:rFonts w:cs="Arial"/>
                <w:szCs w:val="18"/>
              </w:rPr>
            </w:pPr>
            <w:r w:rsidRPr="00EF2F0E">
              <w:t>NR 80 MHz (Note 2)</w:t>
            </w:r>
          </w:p>
        </w:tc>
        <w:tc>
          <w:tcPr>
            <w:tcW w:w="2635" w:type="dxa"/>
            <w:shd w:val="clear" w:color="auto" w:fill="auto"/>
            <w:vAlign w:val="center"/>
          </w:tcPr>
          <w:p w14:paraId="098509BB" w14:textId="77777777" w:rsidR="000B4A49" w:rsidRPr="00EF2F0E" w:rsidRDefault="000B4A49" w:rsidP="000B4A49">
            <w:pPr>
              <w:pStyle w:val="TAL"/>
            </w:pPr>
            <w:r w:rsidRPr="00EF2F0E">
              <w:rPr>
                <w:rFonts w:cs="Arial"/>
              </w:rPr>
              <w:t>±435</w:t>
            </w:r>
          </w:p>
        </w:tc>
        <w:tc>
          <w:tcPr>
            <w:tcW w:w="3294" w:type="dxa"/>
            <w:shd w:val="clear" w:color="auto" w:fill="auto"/>
            <w:vAlign w:val="bottom"/>
          </w:tcPr>
          <w:p w14:paraId="098509BC" w14:textId="77777777" w:rsidR="000B4A49" w:rsidRPr="00EF2F0E" w:rsidRDefault="000B4A49" w:rsidP="000B4A49">
            <w:pPr>
              <w:pStyle w:val="TAL"/>
            </w:pPr>
            <w:r w:rsidRPr="00EF2F0E">
              <w:t>CW</w:t>
            </w:r>
          </w:p>
        </w:tc>
      </w:tr>
      <w:tr w:rsidR="000B4A49" w:rsidRPr="00EF2F0E" w14:paraId="098509C1" w14:textId="77777777" w:rsidTr="0044667C">
        <w:trPr>
          <w:jc w:val="center"/>
        </w:trPr>
        <w:tc>
          <w:tcPr>
            <w:tcW w:w="1701" w:type="dxa"/>
            <w:vMerge/>
            <w:shd w:val="clear" w:color="auto" w:fill="auto"/>
          </w:tcPr>
          <w:p w14:paraId="098509BE" w14:textId="77777777" w:rsidR="000B4A49" w:rsidRPr="00EF2F0E" w:rsidRDefault="000B4A49" w:rsidP="000B4A49">
            <w:pPr>
              <w:pStyle w:val="TAL"/>
              <w:rPr>
                <w:rFonts w:cs="Arial"/>
                <w:szCs w:val="18"/>
              </w:rPr>
            </w:pPr>
          </w:p>
        </w:tc>
        <w:tc>
          <w:tcPr>
            <w:tcW w:w="2635" w:type="dxa"/>
            <w:shd w:val="clear" w:color="auto" w:fill="auto"/>
            <w:vAlign w:val="center"/>
          </w:tcPr>
          <w:p w14:paraId="098509BF" w14:textId="77777777" w:rsidR="000B4A49" w:rsidRPr="00EF2F0E" w:rsidRDefault="000B4A49" w:rsidP="000B4A49">
            <w:pPr>
              <w:pStyle w:val="TAL"/>
            </w:pPr>
            <w:r w:rsidRPr="00EF2F0E">
              <w:rPr>
                <w:rFonts w:cs="Arial"/>
              </w:rPr>
              <w:t>±2710</w:t>
            </w:r>
          </w:p>
        </w:tc>
        <w:tc>
          <w:tcPr>
            <w:tcW w:w="3294" w:type="dxa"/>
            <w:shd w:val="clear" w:color="auto" w:fill="auto"/>
            <w:vAlign w:val="bottom"/>
          </w:tcPr>
          <w:p w14:paraId="098509C0" w14:textId="77777777" w:rsidR="000B4A49" w:rsidRPr="00EF2F0E" w:rsidRDefault="000B4A49" w:rsidP="000B4A49">
            <w:pPr>
              <w:pStyle w:val="TAL"/>
              <w:rPr>
                <w:lang w:val="sv-SE"/>
              </w:rPr>
            </w:pPr>
            <w:r w:rsidRPr="00EF2F0E">
              <w:t>E-UTRA signal, 1 RB (NOTE 1)</w:t>
            </w:r>
          </w:p>
        </w:tc>
      </w:tr>
      <w:tr w:rsidR="000B4A49" w:rsidRPr="00EF2F0E" w14:paraId="098509C5" w14:textId="77777777" w:rsidTr="0044667C">
        <w:trPr>
          <w:jc w:val="center"/>
        </w:trPr>
        <w:tc>
          <w:tcPr>
            <w:tcW w:w="1701" w:type="dxa"/>
            <w:vMerge w:val="restart"/>
            <w:shd w:val="clear" w:color="auto" w:fill="auto"/>
          </w:tcPr>
          <w:p w14:paraId="098509C2" w14:textId="77777777" w:rsidR="000B4A49" w:rsidRPr="00EF2F0E" w:rsidRDefault="000B4A49" w:rsidP="000B4A49">
            <w:pPr>
              <w:pStyle w:val="TAL"/>
              <w:rPr>
                <w:rFonts w:cs="Arial"/>
                <w:szCs w:val="18"/>
              </w:rPr>
            </w:pPr>
            <w:r w:rsidRPr="00EF2F0E">
              <w:t>NR 90 MHz (Note 2)</w:t>
            </w:r>
          </w:p>
        </w:tc>
        <w:tc>
          <w:tcPr>
            <w:tcW w:w="2635" w:type="dxa"/>
            <w:shd w:val="clear" w:color="auto" w:fill="auto"/>
            <w:vAlign w:val="center"/>
          </w:tcPr>
          <w:p w14:paraId="098509C3" w14:textId="77777777" w:rsidR="000B4A49" w:rsidRPr="00EF2F0E" w:rsidRDefault="000B4A49" w:rsidP="000B4A49">
            <w:pPr>
              <w:pStyle w:val="TAL"/>
            </w:pPr>
            <w:r w:rsidRPr="00EF2F0E">
              <w:rPr>
                <w:rFonts w:cs="Arial"/>
              </w:rPr>
              <w:t>±365</w:t>
            </w:r>
          </w:p>
        </w:tc>
        <w:tc>
          <w:tcPr>
            <w:tcW w:w="3294" w:type="dxa"/>
            <w:shd w:val="clear" w:color="auto" w:fill="auto"/>
            <w:vAlign w:val="bottom"/>
          </w:tcPr>
          <w:p w14:paraId="098509C4" w14:textId="77777777" w:rsidR="000B4A49" w:rsidRPr="00EF2F0E" w:rsidRDefault="000B4A49" w:rsidP="000B4A49">
            <w:pPr>
              <w:pStyle w:val="TAL"/>
            </w:pPr>
            <w:r w:rsidRPr="00EF2F0E">
              <w:t>CW</w:t>
            </w:r>
          </w:p>
        </w:tc>
      </w:tr>
      <w:tr w:rsidR="000B4A49" w:rsidRPr="00EF2F0E" w14:paraId="098509C9" w14:textId="77777777" w:rsidTr="0044667C">
        <w:trPr>
          <w:jc w:val="center"/>
        </w:trPr>
        <w:tc>
          <w:tcPr>
            <w:tcW w:w="1701" w:type="dxa"/>
            <w:vMerge/>
            <w:shd w:val="clear" w:color="auto" w:fill="auto"/>
          </w:tcPr>
          <w:p w14:paraId="098509C6" w14:textId="77777777" w:rsidR="000B4A49" w:rsidRPr="00EF2F0E" w:rsidRDefault="000B4A49" w:rsidP="000B4A49">
            <w:pPr>
              <w:pStyle w:val="TAL"/>
              <w:rPr>
                <w:rFonts w:cs="Arial"/>
                <w:szCs w:val="18"/>
              </w:rPr>
            </w:pPr>
          </w:p>
        </w:tc>
        <w:tc>
          <w:tcPr>
            <w:tcW w:w="2635" w:type="dxa"/>
            <w:shd w:val="clear" w:color="auto" w:fill="auto"/>
            <w:vAlign w:val="center"/>
          </w:tcPr>
          <w:p w14:paraId="098509C7" w14:textId="77777777" w:rsidR="000B4A49" w:rsidRPr="00EF2F0E" w:rsidRDefault="000B4A49" w:rsidP="000B4A49">
            <w:pPr>
              <w:pStyle w:val="TAL"/>
            </w:pPr>
            <w:r w:rsidRPr="00EF2F0E">
              <w:rPr>
                <w:rFonts w:cs="Arial"/>
              </w:rPr>
              <w:t>±2530</w:t>
            </w:r>
          </w:p>
        </w:tc>
        <w:tc>
          <w:tcPr>
            <w:tcW w:w="3294" w:type="dxa"/>
            <w:shd w:val="clear" w:color="auto" w:fill="auto"/>
            <w:vAlign w:val="bottom"/>
          </w:tcPr>
          <w:p w14:paraId="098509C8" w14:textId="77777777" w:rsidR="000B4A49" w:rsidRPr="00EF2F0E" w:rsidRDefault="000B4A49" w:rsidP="000B4A49">
            <w:pPr>
              <w:pStyle w:val="TAL"/>
              <w:rPr>
                <w:lang w:val="sv-SE"/>
              </w:rPr>
            </w:pPr>
            <w:r w:rsidRPr="00EF2F0E">
              <w:t>E-UTRA signal, 1 RB (NOTE 1)</w:t>
            </w:r>
          </w:p>
        </w:tc>
      </w:tr>
      <w:tr w:rsidR="000B4A49" w:rsidRPr="00EF2F0E" w14:paraId="098509CD" w14:textId="77777777" w:rsidTr="0044667C">
        <w:trPr>
          <w:jc w:val="center"/>
        </w:trPr>
        <w:tc>
          <w:tcPr>
            <w:tcW w:w="1701" w:type="dxa"/>
            <w:vMerge w:val="restart"/>
            <w:shd w:val="clear" w:color="auto" w:fill="auto"/>
          </w:tcPr>
          <w:p w14:paraId="098509CA" w14:textId="77777777" w:rsidR="000B4A49" w:rsidRPr="00EF2F0E" w:rsidRDefault="000B4A49" w:rsidP="000B4A49">
            <w:pPr>
              <w:pStyle w:val="TAL"/>
              <w:rPr>
                <w:rFonts w:cs="Arial"/>
                <w:szCs w:val="18"/>
              </w:rPr>
            </w:pPr>
            <w:r w:rsidRPr="00EF2F0E">
              <w:t>NR 100 MHz (Note 2)</w:t>
            </w:r>
          </w:p>
        </w:tc>
        <w:tc>
          <w:tcPr>
            <w:tcW w:w="2635" w:type="dxa"/>
            <w:shd w:val="clear" w:color="auto" w:fill="auto"/>
            <w:vAlign w:val="center"/>
          </w:tcPr>
          <w:p w14:paraId="098509CB" w14:textId="77777777" w:rsidR="000B4A49" w:rsidRPr="00EF2F0E" w:rsidRDefault="000B4A49" w:rsidP="000B4A49">
            <w:pPr>
              <w:pStyle w:val="TAL"/>
            </w:pPr>
            <w:r w:rsidRPr="00EF2F0E">
              <w:rPr>
                <w:rFonts w:cs="Arial"/>
              </w:rPr>
              <w:t>±385</w:t>
            </w:r>
          </w:p>
        </w:tc>
        <w:tc>
          <w:tcPr>
            <w:tcW w:w="3294" w:type="dxa"/>
            <w:shd w:val="clear" w:color="auto" w:fill="auto"/>
            <w:vAlign w:val="bottom"/>
          </w:tcPr>
          <w:p w14:paraId="098509CC" w14:textId="77777777" w:rsidR="000B4A49" w:rsidRPr="00EF2F0E" w:rsidRDefault="000B4A49" w:rsidP="000B4A49">
            <w:pPr>
              <w:pStyle w:val="TAL"/>
            </w:pPr>
            <w:r w:rsidRPr="00EF2F0E">
              <w:t>CW</w:t>
            </w:r>
          </w:p>
        </w:tc>
      </w:tr>
      <w:tr w:rsidR="000B4A49" w:rsidRPr="00EF2F0E" w14:paraId="098509D1" w14:textId="77777777" w:rsidTr="0044667C">
        <w:trPr>
          <w:jc w:val="center"/>
        </w:trPr>
        <w:tc>
          <w:tcPr>
            <w:tcW w:w="1701" w:type="dxa"/>
            <w:vMerge/>
            <w:shd w:val="clear" w:color="auto" w:fill="auto"/>
            <w:vAlign w:val="bottom"/>
          </w:tcPr>
          <w:p w14:paraId="098509CE" w14:textId="77777777" w:rsidR="000B4A49" w:rsidRPr="00EF2F0E" w:rsidRDefault="000B4A49" w:rsidP="000B4A49">
            <w:pPr>
              <w:pStyle w:val="TAL"/>
              <w:rPr>
                <w:rFonts w:cs="Arial"/>
                <w:szCs w:val="18"/>
              </w:rPr>
            </w:pPr>
          </w:p>
        </w:tc>
        <w:tc>
          <w:tcPr>
            <w:tcW w:w="2635" w:type="dxa"/>
            <w:shd w:val="clear" w:color="auto" w:fill="auto"/>
            <w:vAlign w:val="center"/>
          </w:tcPr>
          <w:p w14:paraId="098509CF" w14:textId="77777777" w:rsidR="000B4A49" w:rsidRPr="00EF2F0E" w:rsidRDefault="000B4A49" w:rsidP="000B4A49">
            <w:pPr>
              <w:pStyle w:val="TAL"/>
            </w:pPr>
            <w:r w:rsidRPr="00EF2F0E">
              <w:rPr>
                <w:rFonts w:cs="Arial"/>
              </w:rPr>
              <w:t>±2530</w:t>
            </w:r>
          </w:p>
        </w:tc>
        <w:tc>
          <w:tcPr>
            <w:tcW w:w="3294" w:type="dxa"/>
            <w:shd w:val="clear" w:color="auto" w:fill="auto"/>
            <w:vAlign w:val="bottom"/>
          </w:tcPr>
          <w:p w14:paraId="098509D0" w14:textId="77777777" w:rsidR="000B4A49" w:rsidRPr="00EF2F0E" w:rsidRDefault="000B4A49" w:rsidP="000B4A49">
            <w:pPr>
              <w:pStyle w:val="TAL"/>
              <w:rPr>
                <w:lang w:val="sv-SE"/>
              </w:rPr>
            </w:pPr>
            <w:r w:rsidRPr="00EF2F0E">
              <w:t>E-UTRA signal, 1 RB (NOTE 1)</w:t>
            </w:r>
          </w:p>
        </w:tc>
      </w:tr>
      <w:tr w:rsidR="000B4A49" w:rsidRPr="00EF2F0E" w14:paraId="098509D4" w14:textId="77777777" w:rsidTr="00053A7A">
        <w:trPr>
          <w:jc w:val="center"/>
        </w:trPr>
        <w:tc>
          <w:tcPr>
            <w:tcW w:w="7630" w:type="dxa"/>
            <w:gridSpan w:val="3"/>
            <w:shd w:val="clear" w:color="auto" w:fill="auto"/>
            <w:vAlign w:val="bottom"/>
          </w:tcPr>
          <w:p w14:paraId="098509D2" w14:textId="77777777" w:rsidR="000B4A49" w:rsidRPr="00EF2F0E" w:rsidRDefault="000B4A49" w:rsidP="000B4A49">
            <w:pPr>
              <w:pStyle w:val="TAN"/>
            </w:pPr>
            <w:r w:rsidRPr="00EF2F0E">
              <w:t>NOTE 1:</w:t>
            </w:r>
            <w:r w:rsidRPr="00EF2F0E">
              <w:tab/>
              <w:t xml:space="preserve">Interfering signal consisting of one resource block positioned at the stated offset, the channel bandwidth of the interfering signal is located adjacently to the Base Station RF Bandwidth edge. </w:t>
            </w:r>
          </w:p>
          <w:p w14:paraId="098509D3" w14:textId="77777777" w:rsidR="000B4A49" w:rsidRPr="00EF2F0E" w:rsidRDefault="000B4A49" w:rsidP="000B4A49">
            <w:pPr>
              <w:pStyle w:val="TAN"/>
              <w:rPr>
                <w:rFonts w:ascii="Calibri" w:hAnsi="Calibri" w:cs="Calibri"/>
                <w:szCs w:val="22"/>
              </w:rPr>
            </w:pPr>
            <w:r w:rsidRPr="00EF2F0E">
              <w:t>NOTE 2:</w:t>
            </w:r>
            <w:r w:rsidRPr="00EF2F0E">
              <w:tab/>
              <w:t>This requirement shall apply only for an E-UTRA FRC A1-3 mapped to the frequency range at the channel edge adjacent to the interfering signals</w:t>
            </w:r>
          </w:p>
        </w:tc>
      </w:tr>
    </w:tbl>
    <w:p w14:paraId="098509D5" w14:textId="77777777" w:rsidR="00B15E99" w:rsidRPr="00EF2F0E" w:rsidRDefault="00B15E99" w:rsidP="00A40339">
      <w:pPr>
        <w:rPr>
          <w:lang w:eastAsia="zh-CN"/>
        </w:rPr>
      </w:pPr>
    </w:p>
    <w:p w14:paraId="098509D6" w14:textId="77777777" w:rsidR="00B15E99" w:rsidRPr="00EF2F0E" w:rsidRDefault="00B15E99" w:rsidP="00A40339">
      <w:pPr>
        <w:pStyle w:val="Heading3"/>
        <w:ind w:left="0" w:firstLine="0"/>
      </w:pPr>
      <w:bookmarkStart w:id="5481" w:name="_Toc21096185"/>
      <w:bookmarkStart w:id="5482" w:name="_Toc29763384"/>
      <w:bookmarkStart w:id="5483" w:name="_Toc45869669"/>
      <w:bookmarkStart w:id="5484" w:name="_Toc52554922"/>
      <w:bookmarkStart w:id="5485" w:name="_Toc52555392"/>
      <w:bookmarkStart w:id="5486" w:name="_Toc61112624"/>
      <w:bookmarkStart w:id="5487" w:name="_Toc67911776"/>
      <w:bookmarkStart w:id="5488" w:name="_Toc74843251"/>
      <w:bookmarkStart w:id="5489" w:name="_Toc76503634"/>
      <w:bookmarkStart w:id="5490" w:name="_Toc83041077"/>
      <w:bookmarkStart w:id="5491" w:name="_Toc89852120"/>
      <w:bookmarkStart w:id="5492" w:name="_Toc98676474"/>
      <w:r w:rsidRPr="00EF2F0E">
        <w:t>10.8.3</w:t>
      </w:r>
      <w:r w:rsidRPr="00EF2F0E">
        <w:tab/>
        <w:t>Minimum requirement for single RAT UTRA operation</w:t>
      </w:r>
      <w:bookmarkEnd w:id="5481"/>
      <w:bookmarkEnd w:id="5482"/>
      <w:bookmarkEnd w:id="5483"/>
      <w:bookmarkEnd w:id="5484"/>
      <w:bookmarkEnd w:id="5485"/>
      <w:bookmarkEnd w:id="5486"/>
      <w:bookmarkEnd w:id="5487"/>
      <w:bookmarkEnd w:id="5488"/>
      <w:bookmarkEnd w:id="5489"/>
      <w:bookmarkEnd w:id="5490"/>
      <w:bookmarkEnd w:id="5491"/>
      <w:bookmarkEnd w:id="5492"/>
    </w:p>
    <w:p w14:paraId="098509D7" w14:textId="77777777" w:rsidR="00B15E99" w:rsidRPr="00EF2F0E" w:rsidRDefault="00B15E99" w:rsidP="00A40339">
      <w:r w:rsidRPr="00EF2F0E">
        <w:t>The static reference performance as specified in subclause 10.3 and 10.2 shall be met for a Wide Area BS when the signals in table 10.8.3-1 and table 10.8.3-2 are at the RIB.</w:t>
      </w:r>
    </w:p>
    <w:p w14:paraId="098509D8" w14:textId="77777777" w:rsidR="00B15E99" w:rsidRPr="00EF2F0E" w:rsidRDefault="00B15E99" w:rsidP="00A40339">
      <w:r w:rsidRPr="00EF2F0E">
        <w:t>The static reference performance as specified in subclause 10.3 and 10.2 shall be met for a Medium range BS when the signals in table 10.8.3-3 and table 10.8.3-4 are at the RIB.</w:t>
      </w:r>
    </w:p>
    <w:p w14:paraId="098509D9" w14:textId="77777777" w:rsidR="00B15E99" w:rsidRPr="00EF2F0E" w:rsidRDefault="00B15E99" w:rsidP="00A40339">
      <w:r w:rsidRPr="00EF2F0E">
        <w:t>The static reference performance as specified in subclause 10.3 and 10.2 shall be met for a Local Area BS when the signals in table 10.8.3-5 and table 10.8.3-6 are at the RIB.</w:t>
      </w:r>
    </w:p>
    <w:p w14:paraId="098509DA" w14:textId="77777777" w:rsidR="00B15E99" w:rsidRPr="00EF2F0E" w:rsidRDefault="00B15E99" w:rsidP="00A40339">
      <w:r w:rsidRPr="00EF2F0E">
        <w:t>For RIB supporting operation in</w:t>
      </w:r>
      <w:r w:rsidRPr="00EF2F0E">
        <w:rPr>
          <w:i/>
        </w:rPr>
        <w:t xml:space="preserve"> non-contiguous spectrum</w:t>
      </w:r>
      <w:r w:rsidRPr="00EF2F0E">
        <w:t xml:space="preserve"> within each supported operating band, the requirement applies in addition inside any </w:t>
      </w:r>
      <w:r w:rsidRPr="00EF2F0E">
        <w:rPr>
          <w:i/>
        </w:rPr>
        <w:t>sub-block gap</w:t>
      </w:r>
      <w:r w:rsidRPr="00EF2F0E">
        <w:t xml:space="preserve"> in case the </w:t>
      </w:r>
      <w:r w:rsidRPr="00EF2F0E">
        <w:rPr>
          <w:i/>
        </w:rPr>
        <w:t>sub-block gap</w:t>
      </w:r>
      <w:r w:rsidRPr="00EF2F0E">
        <w:t xml:space="preserve"> is at least is at least 6.8MHz. The CW interfering signal offset is defined relative to the lower/upper </w:t>
      </w:r>
      <w:r w:rsidRPr="00EF2F0E">
        <w:rPr>
          <w:i/>
        </w:rPr>
        <w:t>sub-block</w:t>
      </w:r>
      <w:r w:rsidRPr="00EF2F0E">
        <w:t xml:space="preserve"> edge inside the </w:t>
      </w:r>
      <w:r w:rsidRPr="00EF2F0E">
        <w:rPr>
          <w:i/>
        </w:rPr>
        <w:t>sub-block gap</w:t>
      </w:r>
      <w:r w:rsidRPr="00EF2F0E">
        <w:t xml:space="preserve"> and is equal to </w:t>
      </w:r>
      <w:r w:rsidRPr="00EF2F0E">
        <w:rPr>
          <w:rFonts w:cs="Arial"/>
        </w:rPr>
        <w:t>-</w:t>
      </w:r>
      <w:r w:rsidRPr="00EF2F0E">
        <w:t xml:space="preserve">1MHz/+1MHz, respectively. The GMSK modulated interfering signal offset is defined relative to the lower/upper </w:t>
      </w:r>
      <w:r w:rsidRPr="00EF2F0E">
        <w:rPr>
          <w:i/>
        </w:rPr>
        <w:t>sub-block</w:t>
      </w:r>
      <w:r w:rsidRPr="00EF2F0E">
        <w:t xml:space="preserve"> edge inside the </w:t>
      </w:r>
      <w:r w:rsidRPr="00EF2F0E">
        <w:rPr>
          <w:i/>
        </w:rPr>
        <w:t>sub-block gap</w:t>
      </w:r>
      <w:r w:rsidRPr="00EF2F0E">
        <w:t xml:space="preserve"> and is equal to </w:t>
      </w:r>
      <w:r w:rsidRPr="00EF2F0E">
        <w:rPr>
          <w:rFonts w:cs="Arial"/>
        </w:rPr>
        <w:t>-</w:t>
      </w:r>
      <w:r w:rsidRPr="00EF2F0E">
        <w:t>3.4MHz/+3.4MHz, respectively.</w:t>
      </w:r>
    </w:p>
    <w:p w14:paraId="098509DB" w14:textId="77777777" w:rsidR="00B15E99" w:rsidRPr="00EF2F0E" w:rsidRDefault="00B15E99" w:rsidP="00A40339">
      <w:r w:rsidRPr="00EF2F0E">
        <w:t xml:space="preserve">For </w:t>
      </w:r>
      <w:r w:rsidRPr="00EF2F0E">
        <w:rPr>
          <w:i/>
        </w:rPr>
        <w:t>multi-band RIBs</w:t>
      </w:r>
      <w:r w:rsidRPr="00EF2F0E">
        <w:t>, the requirement applies in addition inside any</w:t>
      </w:r>
      <w:r w:rsidRPr="00EF2F0E">
        <w:rPr>
          <w:i/>
        </w:rPr>
        <w:t xml:space="preserve"> Inter RF Bandwidth gap</w:t>
      </w:r>
      <w:r w:rsidRPr="00EF2F0E">
        <w:t xml:space="preserve">, in case the </w:t>
      </w:r>
      <w:r w:rsidRPr="00EF2F0E">
        <w:rPr>
          <w:i/>
        </w:rPr>
        <w:t>Inter RF Bandwidth gap</w:t>
      </w:r>
      <w:r w:rsidRPr="00EF2F0E">
        <w:t xml:space="preserve"> size is at least 6.8MHz. The CW interfering signal offset is defined relative to lower/upper </w:t>
      </w:r>
      <w:r w:rsidRPr="00EF2F0E">
        <w:rPr>
          <w:i/>
        </w:rPr>
        <w:t xml:space="preserve">Base Station RF Bandwidth edges </w:t>
      </w:r>
      <w:r w:rsidRPr="00EF2F0E">
        <w:t xml:space="preserve">inside the </w:t>
      </w:r>
      <w:r w:rsidRPr="00EF2F0E">
        <w:rPr>
          <w:i/>
        </w:rPr>
        <w:t>Inter RF Bandwidth gap</w:t>
      </w:r>
      <w:r w:rsidRPr="00EF2F0E">
        <w:t xml:space="preserve"> and is equal to -1MHz/+1MHz, respectively. The GMSK modulated interfering signal offset is defined relative to lower/upper </w:t>
      </w:r>
      <w:r w:rsidRPr="00EF2F0E">
        <w:rPr>
          <w:i/>
        </w:rPr>
        <w:t>Base Station RF Bandwidth edges</w:t>
      </w:r>
      <w:r w:rsidRPr="00EF2F0E">
        <w:t xml:space="preserve"> inside the </w:t>
      </w:r>
      <w:r w:rsidRPr="00EF2F0E">
        <w:rPr>
          <w:i/>
        </w:rPr>
        <w:t>Inter RF Bandwidth gap</w:t>
      </w:r>
      <w:r w:rsidRPr="00EF2F0E">
        <w:t xml:space="preserve"> and is equal to -3.4MHz/+3.4MHz, respectively.</w:t>
      </w:r>
    </w:p>
    <w:p w14:paraId="098509DC" w14:textId="77777777" w:rsidR="00B15E99" w:rsidRPr="00EF2F0E" w:rsidRDefault="00B15E99" w:rsidP="00A40339">
      <w:pPr>
        <w:rPr>
          <w:rFonts w:cs="Arial"/>
        </w:rPr>
      </w:pPr>
      <w:r w:rsidRPr="00EF2F0E">
        <w:t xml:space="preserve">The OTA levels are applied referenced to 2 antenna gain offsets </w:t>
      </w:r>
      <w:r w:rsidRPr="00EF2F0E">
        <w:rPr>
          <w:rFonts w:cs="Arial"/>
        </w:rPr>
        <w:t>Δ</w:t>
      </w:r>
      <w:r w:rsidRPr="00EF2F0E">
        <w:rPr>
          <w:rFonts w:cs="Arial"/>
          <w:vertAlign w:val="subscript"/>
        </w:rPr>
        <w:t xml:space="preserve">OTAREFSENS </w:t>
      </w:r>
      <w:r w:rsidRPr="00EF2F0E">
        <w:rPr>
          <w:rFonts w:cs="Arial"/>
        </w:rPr>
        <w:t>and Δ</w:t>
      </w:r>
      <w:r w:rsidRPr="00EF2F0E">
        <w:rPr>
          <w:rFonts w:cs="Arial"/>
          <w:vertAlign w:val="subscript"/>
        </w:rPr>
        <w:t>minSENS</w:t>
      </w:r>
      <w:r w:rsidRPr="00EF2F0E">
        <w:rPr>
          <w:rFonts w:cs="Arial"/>
        </w:rPr>
        <w:t>.</w:t>
      </w:r>
    </w:p>
    <w:p w14:paraId="098509DD" w14:textId="77777777" w:rsidR="00B15E99" w:rsidRPr="00EF2F0E" w:rsidRDefault="00B15E99" w:rsidP="007853C3">
      <w:pPr>
        <w:pStyle w:val="TH"/>
      </w:pPr>
      <w:r w:rsidRPr="00EF2F0E">
        <w:rPr>
          <w:rFonts w:eastAsia="Osaka"/>
        </w:rPr>
        <w:t xml:space="preserve">Table 10.8.3-1: </w:t>
      </w:r>
      <w:r w:rsidRPr="00EF2F0E">
        <w:t>Intermodulation performance requirement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9"/>
        <w:gridCol w:w="2092"/>
        <w:gridCol w:w="1842"/>
        <w:gridCol w:w="1004"/>
        <w:gridCol w:w="2693"/>
      </w:tblGrid>
      <w:tr w:rsidR="003401A4" w:rsidRPr="00EF2F0E" w14:paraId="098509E4" w14:textId="77777777" w:rsidTr="00A40339">
        <w:trPr>
          <w:jc w:val="center"/>
        </w:trPr>
        <w:tc>
          <w:tcPr>
            <w:tcW w:w="1919" w:type="dxa"/>
          </w:tcPr>
          <w:p w14:paraId="098509DE" w14:textId="77777777" w:rsidR="00B15E99" w:rsidRPr="00EF2F0E" w:rsidRDefault="00B15E99" w:rsidP="00A40339">
            <w:pPr>
              <w:pStyle w:val="TAH"/>
              <w:rPr>
                <w:rFonts w:cs="v5.0.0"/>
              </w:rPr>
            </w:pPr>
            <w:r w:rsidRPr="00EF2F0E">
              <w:rPr>
                <w:rFonts w:cs="v5.0.0"/>
              </w:rPr>
              <w:t>Operating band</w:t>
            </w:r>
          </w:p>
        </w:tc>
        <w:tc>
          <w:tcPr>
            <w:tcW w:w="2092" w:type="dxa"/>
          </w:tcPr>
          <w:p w14:paraId="098509DF" w14:textId="77777777" w:rsidR="00B15E99" w:rsidRPr="00EF2F0E" w:rsidRDefault="00B15E99" w:rsidP="00A40339">
            <w:pPr>
              <w:pStyle w:val="TAH"/>
            </w:pPr>
            <w:r w:rsidRPr="00EF2F0E">
              <w:t>Mean power of interfering signals [dBm]</w:t>
            </w:r>
          </w:p>
        </w:tc>
        <w:tc>
          <w:tcPr>
            <w:tcW w:w="1842" w:type="dxa"/>
          </w:tcPr>
          <w:p w14:paraId="098509E0" w14:textId="77777777" w:rsidR="00B15E99" w:rsidRPr="00EF2F0E" w:rsidRDefault="00B15E99" w:rsidP="00A40339">
            <w:pPr>
              <w:pStyle w:val="TAH"/>
            </w:pPr>
            <w:r w:rsidRPr="00EF2F0E">
              <w:t>Wanted Signal mean power [dBm]</w:t>
            </w:r>
          </w:p>
          <w:p w14:paraId="098509E1" w14:textId="77777777" w:rsidR="00B15E99" w:rsidRPr="00EF2F0E" w:rsidRDefault="00B15E99" w:rsidP="00A40339">
            <w:pPr>
              <w:pStyle w:val="TAH"/>
            </w:pPr>
            <w:r w:rsidRPr="00EF2F0E">
              <w:t>(NOTE)</w:t>
            </w:r>
          </w:p>
        </w:tc>
        <w:tc>
          <w:tcPr>
            <w:tcW w:w="1004" w:type="dxa"/>
          </w:tcPr>
          <w:p w14:paraId="098509E2" w14:textId="77777777" w:rsidR="00B15E99" w:rsidRPr="00EF2F0E" w:rsidRDefault="00B15E99" w:rsidP="00A40339">
            <w:pPr>
              <w:pStyle w:val="TAH"/>
              <w:rPr>
                <w:rFonts w:cs="v5.0.0"/>
              </w:rPr>
            </w:pPr>
            <w:r w:rsidRPr="00EF2F0E">
              <w:rPr>
                <w:rFonts w:cs="v5.0.0"/>
              </w:rPr>
              <w:t>Offset</w:t>
            </w:r>
          </w:p>
        </w:tc>
        <w:tc>
          <w:tcPr>
            <w:tcW w:w="2693" w:type="dxa"/>
          </w:tcPr>
          <w:p w14:paraId="098509E3" w14:textId="77777777" w:rsidR="00B15E99" w:rsidRPr="00EF2F0E" w:rsidRDefault="00B15E99" w:rsidP="00A40339">
            <w:pPr>
              <w:pStyle w:val="TAH"/>
              <w:rPr>
                <w:rFonts w:cs="v5.0.0"/>
              </w:rPr>
            </w:pPr>
            <w:r w:rsidRPr="00EF2F0E">
              <w:rPr>
                <w:rFonts w:cs="v5.0.0"/>
              </w:rPr>
              <w:t>Type of Interfering Signal</w:t>
            </w:r>
          </w:p>
        </w:tc>
      </w:tr>
      <w:tr w:rsidR="003401A4" w:rsidRPr="00EF2F0E" w14:paraId="098509EA" w14:textId="77777777" w:rsidTr="00A40339">
        <w:trPr>
          <w:cantSplit/>
          <w:trHeight w:val="88"/>
          <w:jc w:val="center"/>
        </w:trPr>
        <w:tc>
          <w:tcPr>
            <w:tcW w:w="1919" w:type="dxa"/>
            <w:vMerge w:val="restart"/>
          </w:tcPr>
          <w:p w14:paraId="098509E5" w14:textId="77777777" w:rsidR="00B15E99" w:rsidRPr="00EF2F0E" w:rsidRDefault="00B15E99" w:rsidP="00A40339">
            <w:pPr>
              <w:pStyle w:val="TAC"/>
              <w:rPr>
                <w:rFonts w:cs="v5.0.0"/>
              </w:rPr>
            </w:pPr>
            <w:r w:rsidRPr="00EF2F0E">
              <w:rPr>
                <w:rFonts w:cs="v5.0.0"/>
              </w:rPr>
              <w:t>All bands</w:t>
            </w:r>
          </w:p>
        </w:tc>
        <w:tc>
          <w:tcPr>
            <w:tcW w:w="2092" w:type="dxa"/>
          </w:tcPr>
          <w:p w14:paraId="098509E6" w14:textId="77777777" w:rsidR="00B15E99" w:rsidRPr="00EF2F0E" w:rsidRDefault="00B15E99" w:rsidP="00A40339">
            <w:pPr>
              <w:pStyle w:val="TAC"/>
              <w:rPr>
                <w:rFonts w:cs="v5.0.0"/>
              </w:rPr>
            </w:pPr>
            <w:r w:rsidRPr="00EF2F0E">
              <w:rPr>
                <w:rFonts w:cs="v5.0.0"/>
              </w:rPr>
              <w:t>- 48</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842" w:type="dxa"/>
          </w:tcPr>
          <w:p w14:paraId="098509E7" w14:textId="77777777" w:rsidR="00B15E99" w:rsidRPr="00EF2F0E" w:rsidRDefault="00B15E99" w:rsidP="00A40339">
            <w:pPr>
              <w:pStyle w:val="TAC"/>
              <w:rPr>
                <w:rFonts w:cs="Arial"/>
              </w:rPr>
            </w:pPr>
            <w:r w:rsidRPr="00EF2F0E">
              <w:rPr>
                <w:rFonts w:cs="v5.0.0"/>
              </w:rPr>
              <w:t>- 115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004" w:type="dxa"/>
            <w:vMerge w:val="restart"/>
          </w:tcPr>
          <w:p w14:paraId="098509E8" w14:textId="77777777" w:rsidR="00B15E99" w:rsidRPr="00EF2F0E" w:rsidRDefault="00B15E99" w:rsidP="00A40339">
            <w:pPr>
              <w:pStyle w:val="TAC"/>
              <w:rPr>
                <w:rFonts w:cs="v5.0.0"/>
              </w:rPr>
            </w:pPr>
            <w:r w:rsidRPr="00EF2F0E">
              <w:rPr>
                <w:rFonts w:cs="Arial"/>
              </w:rPr>
              <w:t>±</w:t>
            </w:r>
            <w:r w:rsidRPr="00EF2F0E">
              <w:rPr>
                <w:rFonts w:cs="v5.0.0"/>
              </w:rPr>
              <w:t>10 MHz</w:t>
            </w:r>
          </w:p>
        </w:tc>
        <w:tc>
          <w:tcPr>
            <w:tcW w:w="2693" w:type="dxa"/>
            <w:vMerge w:val="restart"/>
          </w:tcPr>
          <w:p w14:paraId="098509E9" w14:textId="77777777" w:rsidR="00B15E99" w:rsidRPr="00EF2F0E" w:rsidRDefault="00B15E99" w:rsidP="00A40339">
            <w:pPr>
              <w:pStyle w:val="TAC"/>
              <w:rPr>
                <w:rFonts w:cs="v5.0.0"/>
              </w:rPr>
            </w:pPr>
            <w:r w:rsidRPr="00EF2F0E">
              <w:rPr>
                <w:rFonts w:cs="v5.0.0"/>
              </w:rPr>
              <w:t>CW signal</w:t>
            </w:r>
          </w:p>
        </w:tc>
      </w:tr>
      <w:tr w:rsidR="003401A4" w:rsidRPr="00EF2F0E" w14:paraId="098509F0" w14:textId="77777777" w:rsidTr="00A40339">
        <w:trPr>
          <w:cantSplit/>
          <w:trHeight w:val="87"/>
          <w:jc w:val="center"/>
        </w:trPr>
        <w:tc>
          <w:tcPr>
            <w:tcW w:w="1919" w:type="dxa"/>
            <w:vMerge/>
          </w:tcPr>
          <w:p w14:paraId="098509EB" w14:textId="77777777" w:rsidR="00B15E99" w:rsidRPr="00EF2F0E" w:rsidRDefault="00B15E99" w:rsidP="00A40339">
            <w:pPr>
              <w:pStyle w:val="TAC"/>
              <w:rPr>
                <w:rFonts w:cs="v5.0.0"/>
              </w:rPr>
            </w:pPr>
          </w:p>
        </w:tc>
        <w:tc>
          <w:tcPr>
            <w:tcW w:w="2092" w:type="dxa"/>
          </w:tcPr>
          <w:p w14:paraId="098509EC" w14:textId="77777777" w:rsidR="00B15E99" w:rsidRPr="00EF2F0E" w:rsidRDefault="00B15E99" w:rsidP="00A40339">
            <w:pPr>
              <w:pStyle w:val="TAC"/>
              <w:rPr>
                <w:rFonts w:cs="v5.0.0"/>
              </w:rPr>
            </w:pPr>
            <w:r w:rsidRPr="00EF2F0E">
              <w:rPr>
                <w:rFonts w:cs="Arial"/>
                <w:szCs w:val="18"/>
              </w:rPr>
              <w:t xml:space="preserve">-48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842" w:type="dxa"/>
          </w:tcPr>
          <w:p w14:paraId="098509ED" w14:textId="77777777" w:rsidR="00B15E99" w:rsidRPr="00EF2F0E" w:rsidRDefault="00B15E99" w:rsidP="00A40339">
            <w:pPr>
              <w:pStyle w:val="TAC"/>
              <w:rPr>
                <w:rFonts w:cs="Arial"/>
              </w:rPr>
            </w:pPr>
            <w:r w:rsidRPr="00EF2F0E">
              <w:rPr>
                <w:rFonts w:cs="Arial"/>
                <w:szCs w:val="18"/>
              </w:rPr>
              <w:t xml:space="preserve">-115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004" w:type="dxa"/>
            <w:vMerge/>
          </w:tcPr>
          <w:p w14:paraId="098509EE" w14:textId="77777777" w:rsidR="00B15E99" w:rsidRPr="00EF2F0E" w:rsidRDefault="00B15E99" w:rsidP="00A40339">
            <w:pPr>
              <w:pStyle w:val="TAC"/>
              <w:rPr>
                <w:rFonts w:cs="Arial"/>
              </w:rPr>
            </w:pPr>
          </w:p>
        </w:tc>
        <w:tc>
          <w:tcPr>
            <w:tcW w:w="2693" w:type="dxa"/>
            <w:vMerge/>
          </w:tcPr>
          <w:p w14:paraId="098509EF" w14:textId="77777777" w:rsidR="00B15E99" w:rsidRPr="00EF2F0E" w:rsidRDefault="00B15E99" w:rsidP="00A40339">
            <w:pPr>
              <w:pStyle w:val="TAC"/>
              <w:rPr>
                <w:rFonts w:cs="v5.0.0"/>
              </w:rPr>
            </w:pPr>
          </w:p>
        </w:tc>
      </w:tr>
      <w:tr w:rsidR="003401A4" w:rsidRPr="00EF2F0E" w14:paraId="098509F6" w14:textId="77777777" w:rsidTr="00A40339">
        <w:trPr>
          <w:cantSplit/>
          <w:trHeight w:val="88"/>
          <w:jc w:val="center"/>
        </w:trPr>
        <w:tc>
          <w:tcPr>
            <w:tcW w:w="1919" w:type="dxa"/>
            <w:vMerge/>
          </w:tcPr>
          <w:p w14:paraId="098509F1" w14:textId="77777777" w:rsidR="00B15E99" w:rsidRPr="00EF2F0E" w:rsidRDefault="00B15E99" w:rsidP="00A40339">
            <w:pPr>
              <w:pStyle w:val="TAC"/>
              <w:rPr>
                <w:rFonts w:cs="v5.0.0"/>
              </w:rPr>
            </w:pPr>
          </w:p>
        </w:tc>
        <w:tc>
          <w:tcPr>
            <w:tcW w:w="2092" w:type="dxa"/>
          </w:tcPr>
          <w:p w14:paraId="098509F2" w14:textId="77777777" w:rsidR="00B15E99" w:rsidRPr="00EF2F0E" w:rsidRDefault="00B15E99" w:rsidP="00A40339">
            <w:pPr>
              <w:pStyle w:val="TAC"/>
              <w:rPr>
                <w:rFonts w:cs="v5.0.0"/>
              </w:rPr>
            </w:pPr>
            <w:r w:rsidRPr="00EF2F0E">
              <w:rPr>
                <w:rFonts w:cs="v5.0.0"/>
              </w:rPr>
              <w:t>- 48</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842" w:type="dxa"/>
          </w:tcPr>
          <w:p w14:paraId="098509F3" w14:textId="77777777" w:rsidR="00B15E99" w:rsidRPr="00EF2F0E" w:rsidRDefault="00B15E99" w:rsidP="00A40339">
            <w:pPr>
              <w:pStyle w:val="TAC"/>
              <w:rPr>
                <w:rFonts w:cs="Arial"/>
              </w:rPr>
            </w:pPr>
            <w:r w:rsidRPr="00EF2F0E">
              <w:rPr>
                <w:rFonts w:cs="v5.0.0"/>
              </w:rPr>
              <w:t>- 115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004" w:type="dxa"/>
            <w:vMerge w:val="restart"/>
          </w:tcPr>
          <w:p w14:paraId="098509F4" w14:textId="77777777" w:rsidR="00B15E99" w:rsidRPr="00EF2F0E" w:rsidRDefault="00B15E99" w:rsidP="00A40339">
            <w:pPr>
              <w:pStyle w:val="TAC"/>
              <w:rPr>
                <w:rFonts w:cs="v5.0.0"/>
              </w:rPr>
            </w:pPr>
            <w:r w:rsidRPr="00EF2F0E">
              <w:rPr>
                <w:rFonts w:cs="Arial"/>
              </w:rPr>
              <w:t>±</w:t>
            </w:r>
            <w:r w:rsidRPr="00EF2F0E">
              <w:rPr>
                <w:rFonts w:cs="v5.0.0"/>
              </w:rPr>
              <w:t>20 MHz</w:t>
            </w:r>
          </w:p>
        </w:tc>
        <w:tc>
          <w:tcPr>
            <w:tcW w:w="2693" w:type="dxa"/>
            <w:vMerge w:val="restart"/>
          </w:tcPr>
          <w:p w14:paraId="098509F5" w14:textId="77777777" w:rsidR="00B15E99" w:rsidRPr="00EF2F0E" w:rsidRDefault="00B15E99" w:rsidP="00A40339">
            <w:pPr>
              <w:pStyle w:val="TAC"/>
              <w:rPr>
                <w:rFonts w:cs="v5.0.0"/>
              </w:rPr>
            </w:pPr>
            <w:r w:rsidRPr="00EF2F0E">
              <w:rPr>
                <w:rFonts w:cs="v5.0.0"/>
              </w:rPr>
              <w:t>WCDMA signal (NOTE)</w:t>
            </w:r>
          </w:p>
        </w:tc>
      </w:tr>
      <w:tr w:rsidR="003401A4" w:rsidRPr="00EF2F0E" w14:paraId="098509FC" w14:textId="77777777" w:rsidTr="00A40339">
        <w:trPr>
          <w:cantSplit/>
          <w:trHeight w:val="87"/>
          <w:jc w:val="center"/>
        </w:trPr>
        <w:tc>
          <w:tcPr>
            <w:tcW w:w="1919" w:type="dxa"/>
            <w:vMerge/>
          </w:tcPr>
          <w:p w14:paraId="098509F7" w14:textId="77777777" w:rsidR="00B15E99" w:rsidRPr="00EF2F0E" w:rsidRDefault="00B15E99" w:rsidP="00A40339">
            <w:pPr>
              <w:pStyle w:val="TAC"/>
              <w:rPr>
                <w:rFonts w:cs="v5.0.0"/>
              </w:rPr>
            </w:pPr>
          </w:p>
        </w:tc>
        <w:tc>
          <w:tcPr>
            <w:tcW w:w="2092" w:type="dxa"/>
          </w:tcPr>
          <w:p w14:paraId="098509F8" w14:textId="77777777" w:rsidR="00B15E99" w:rsidRPr="00EF2F0E" w:rsidRDefault="00B15E99" w:rsidP="00A40339">
            <w:pPr>
              <w:pStyle w:val="TAC"/>
              <w:rPr>
                <w:rFonts w:cs="v5.0.0"/>
              </w:rPr>
            </w:pPr>
            <w:r w:rsidRPr="00EF2F0E">
              <w:rPr>
                <w:rFonts w:cs="Arial"/>
                <w:szCs w:val="18"/>
              </w:rPr>
              <w:t xml:space="preserve">-48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842" w:type="dxa"/>
          </w:tcPr>
          <w:p w14:paraId="098509F9" w14:textId="77777777" w:rsidR="00B15E99" w:rsidRPr="00EF2F0E" w:rsidRDefault="00B15E99" w:rsidP="00A40339">
            <w:pPr>
              <w:pStyle w:val="TAC"/>
              <w:rPr>
                <w:rFonts w:cs="Arial"/>
              </w:rPr>
            </w:pPr>
            <w:r w:rsidRPr="00EF2F0E">
              <w:rPr>
                <w:rFonts w:cs="Arial"/>
                <w:szCs w:val="18"/>
              </w:rPr>
              <w:t xml:space="preserve">-115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004" w:type="dxa"/>
            <w:vMerge/>
          </w:tcPr>
          <w:p w14:paraId="098509FA" w14:textId="77777777" w:rsidR="00B15E99" w:rsidRPr="00EF2F0E" w:rsidRDefault="00B15E99" w:rsidP="00A40339">
            <w:pPr>
              <w:pStyle w:val="TAC"/>
              <w:rPr>
                <w:rFonts w:cs="Arial"/>
              </w:rPr>
            </w:pPr>
          </w:p>
        </w:tc>
        <w:tc>
          <w:tcPr>
            <w:tcW w:w="2693" w:type="dxa"/>
            <w:vMerge/>
          </w:tcPr>
          <w:p w14:paraId="098509FB" w14:textId="77777777" w:rsidR="00B15E99" w:rsidRPr="00EF2F0E" w:rsidRDefault="00B15E99" w:rsidP="00A40339">
            <w:pPr>
              <w:pStyle w:val="TAC"/>
              <w:rPr>
                <w:rFonts w:cs="v5.0.0"/>
              </w:rPr>
            </w:pPr>
          </w:p>
        </w:tc>
      </w:tr>
      <w:tr w:rsidR="00B15E99" w:rsidRPr="00EF2F0E" w14:paraId="098509FE" w14:textId="77777777" w:rsidTr="00A40339">
        <w:trPr>
          <w:cantSplit/>
          <w:jc w:val="center"/>
        </w:trPr>
        <w:tc>
          <w:tcPr>
            <w:tcW w:w="9550" w:type="dxa"/>
            <w:gridSpan w:val="5"/>
          </w:tcPr>
          <w:p w14:paraId="098509FD" w14:textId="77777777" w:rsidR="00B15E99" w:rsidRPr="00EF2F0E" w:rsidRDefault="00B15E99" w:rsidP="00A40339">
            <w:pPr>
              <w:pStyle w:val="TAN"/>
              <w:rPr>
                <w:rFonts w:cs="v5.0.0"/>
              </w:rPr>
            </w:pPr>
            <w:r w:rsidRPr="00EF2F0E">
              <w:t>NOTE:</w:t>
            </w:r>
            <w:r w:rsidRPr="00EF2F0E">
              <w:tab/>
              <w:t>The characteristics of the WCDMA interference signal are specified in 3GPP TS 25.104 [6] Annex C.</w:t>
            </w:r>
          </w:p>
        </w:tc>
      </w:tr>
    </w:tbl>
    <w:p w14:paraId="098509FF" w14:textId="77777777" w:rsidR="00B15E99" w:rsidRPr="00EF2F0E" w:rsidRDefault="00B15E99" w:rsidP="00A40339">
      <w:pPr>
        <w:rPr>
          <w:rFonts w:cs="v5.0.0"/>
        </w:rPr>
      </w:pPr>
    </w:p>
    <w:p w14:paraId="09850A00" w14:textId="77777777" w:rsidR="00B15E99" w:rsidRPr="00EF2F0E" w:rsidRDefault="00B15E99" w:rsidP="007853C3">
      <w:pPr>
        <w:pStyle w:val="TH"/>
      </w:pPr>
      <w:r w:rsidRPr="00EF2F0E">
        <w:rPr>
          <w:rFonts w:eastAsia="Osaka"/>
        </w:rPr>
        <w:t>Table 10.8.3-2: Narrowband i</w:t>
      </w:r>
      <w:r w:rsidRPr="00EF2F0E">
        <w:t>ntermodulation performance requirement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1"/>
        <w:gridCol w:w="2126"/>
        <w:gridCol w:w="1842"/>
        <w:gridCol w:w="993"/>
        <w:gridCol w:w="2670"/>
      </w:tblGrid>
      <w:tr w:rsidR="003401A4" w:rsidRPr="00EF2F0E" w14:paraId="09850A07" w14:textId="77777777" w:rsidTr="00A40339">
        <w:trPr>
          <w:jc w:val="center"/>
        </w:trPr>
        <w:tc>
          <w:tcPr>
            <w:tcW w:w="1851" w:type="dxa"/>
          </w:tcPr>
          <w:p w14:paraId="09850A01" w14:textId="77777777" w:rsidR="00B15E99" w:rsidRPr="00EF2F0E" w:rsidRDefault="00B15E99" w:rsidP="00A40339">
            <w:pPr>
              <w:pStyle w:val="TAH"/>
              <w:rPr>
                <w:rFonts w:cs="Arial"/>
              </w:rPr>
            </w:pPr>
            <w:r w:rsidRPr="00EF2F0E">
              <w:rPr>
                <w:rFonts w:cs="Arial"/>
              </w:rPr>
              <w:t>Operating band</w:t>
            </w:r>
          </w:p>
        </w:tc>
        <w:tc>
          <w:tcPr>
            <w:tcW w:w="2126" w:type="dxa"/>
          </w:tcPr>
          <w:p w14:paraId="09850A02" w14:textId="77777777" w:rsidR="00B15E99" w:rsidRPr="00EF2F0E" w:rsidRDefault="00B15E99" w:rsidP="00A40339">
            <w:pPr>
              <w:pStyle w:val="TAH"/>
            </w:pPr>
            <w:r w:rsidRPr="00EF2F0E">
              <w:t>Mean power of interfering signals [dBm]</w:t>
            </w:r>
          </w:p>
        </w:tc>
        <w:tc>
          <w:tcPr>
            <w:tcW w:w="1842" w:type="dxa"/>
          </w:tcPr>
          <w:p w14:paraId="09850A03" w14:textId="77777777" w:rsidR="00B15E99" w:rsidRPr="00EF2F0E" w:rsidRDefault="00B15E99" w:rsidP="00A40339">
            <w:pPr>
              <w:pStyle w:val="TAH"/>
            </w:pPr>
            <w:r w:rsidRPr="00EF2F0E">
              <w:t>Wanted Signal mean power [dBm]</w:t>
            </w:r>
          </w:p>
          <w:p w14:paraId="09850A04" w14:textId="77777777" w:rsidR="00B15E99" w:rsidRPr="00EF2F0E" w:rsidRDefault="00B15E99" w:rsidP="00A40339">
            <w:pPr>
              <w:pStyle w:val="TAH"/>
            </w:pPr>
            <w:r w:rsidRPr="00EF2F0E">
              <w:t>(NOTE)</w:t>
            </w:r>
          </w:p>
        </w:tc>
        <w:tc>
          <w:tcPr>
            <w:tcW w:w="993" w:type="dxa"/>
          </w:tcPr>
          <w:p w14:paraId="09850A05" w14:textId="77777777" w:rsidR="00B15E99" w:rsidRPr="00EF2F0E" w:rsidRDefault="00B15E99" w:rsidP="00A40339">
            <w:pPr>
              <w:pStyle w:val="TAH"/>
              <w:rPr>
                <w:rFonts w:cs="Arial"/>
              </w:rPr>
            </w:pPr>
            <w:r w:rsidRPr="00EF2F0E">
              <w:rPr>
                <w:rFonts w:cs="Arial"/>
              </w:rPr>
              <w:t>Offset</w:t>
            </w:r>
          </w:p>
        </w:tc>
        <w:tc>
          <w:tcPr>
            <w:tcW w:w="2670" w:type="dxa"/>
          </w:tcPr>
          <w:p w14:paraId="09850A06"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50A0D" w14:textId="77777777" w:rsidTr="00A40339">
        <w:trPr>
          <w:cantSplit/>
          <w:trHeight w:val="88"/>
          <w:jc w:val="center"/>
        </w:trPr>
        <w:tc>
          <w:tcPr>
            <w:tcW w:w="1851" w:type="dxa"/>
            <w:vMerge w:val="restart"/>
          </w:tcPr>
          <w:p w14:paraId="09850A08" w14:textId="77777777" w:rsidR="00B15E99" w:rsidRPr="00EF2F0E" w:rsidRDefault="00B15E99" w:rsidP="00A40339">
            <w:pPr>
              <w:pStyle w:val="TAC"/>
              <w:rPr>
                <w:rFonts w:cs="Arial"/>
              </w:rPr>
            </w:pPr>
            <w:r w:rsidRPr="00EF2F0E">
              <w:rPr>
                <w:rFonts w:cs="Arial"/>
              </w:rPr>
              <w:t>II, III, IV, V, VIII, X, XII, XIII, XIV</w:t>
            </w:r>
            <w:r w:rsidRPr="00EF2F0E">
              <w:rPr>
                <w:rFonts w:cs="Arial"/>
                <w:lang w:eastAsia="zh-CN"/>
              </w:rPr>
              <w:t>, XXV, XXVI</w:t>
            </w:r>
          </w:p>
        </w:tc>
        <w:tc>
          <w:tcPr>
            <w:tcW w:w="2126" w:type="dxa"/>
          </w:tcPr>
          <w:p w14:paraId="09850A09" w14:textId="77777777" w:rsidR="00B15E99" w:rsidRPr="00EF2F0E" w:rsidRDefault="00B15E99" w:rsidP="00A40339">
            <w:pPr>
              <w:pStyle w:val="TAC"/>
              <w:rPr>
                <w:rFonts w:cs="Arial"/>
              </w:rPr>
            </w:pPr>
            <w:r w:rsidRPr="00EF2F0E">
              <w:rPr>
                <w:rFonts w:cs="v5.0.0"/>
              </w:rPr>
              <w:t>- 47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842" w:type="dxa"/>
          </w:tcPr>
          <w:p w14:paraId="09850A0A" w14:textId="77777777" w:rsidR="00B15E99" w:rsidRPr="00EF2F0E" w:rsidRDefault="00B15E99" w:rsidP="00A40339">
            <w:pPr>
              <w:pStyle w:val="TAC"/>
              <w:rPr>
                <w:rFonts w:cs="Arial"/>
              </w:rPr>
            </w:pPr>
            <w:r w:rsidRPr="00EF2F0E">
              <w:rPr>
                <w:rFonts w:cs="v5.0.0"/>
              </w:rPr>
              <w:t>- 115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993" w:type="dxa"/>
            <w:vMerge w:val="restart"/>
          </w:tcPr>
          <w:p w14:paraId="09850A0B" w14:textId="77777777" w:rsidR="00B15E99" w:rsidRPr="00EF2F0E" w:rsidRDefault="00B15E99" w:rsidP="00A40339">
            <w:pPr>
              <w:pStyle w:val="TAC"/>
              <w:rPr>
                <w:rFonts w:cs="Arial"/>
              </w:rPr>
            </w:pPr>
            <w:r w:rsidRPr="00EF2F0E">
              <w:rPr>
                <w:rFonts w:cs="Arial"/>
              </w:rPr>
              <w:t>±3.5 MHz</w:t>
            </w:r>
          </w:p>
        </w:tc>
        <w:tc>
          <w:tcPr>
            <w:tcW w:w="2670" w:type="dxa"/>
            <w:vMerge w:val="restart"/>
          </w:tcPr>
          <w:p w14:paraId="09850A0C" w14:textId="77777777" w:rsidR="00B15E99" w:rsidRPr="00EF2F0E" w:rsidRDefault="00B15E99" w:rsidP="00A40339">
            <w:pPr>
              <w:pStyle w:val="TAC"/>
              <w:rPr>
                <w:rFonts w:cs="Arial"/>
              </w:rPr>
            </w:pPr>
            <w:r w:rsidRPr="00EF2F0E">
              <w:rPr>
                <w:rFonts w:cs="Arial"/>
              </w:rPr>
              <w:t>CW signal</w:t>
            </w:r>
          </w:p>
        </w:tc>
      </w:tr>
      <w:tr w:rsidR="003401A4" w:rsidRPr="00EF2F0E" w14:paraId="09850A13" w14:textId="77777777" w:rsidTr="00A40339">
        <w:trPr>
          <w:cantSplit/>
          <w:trHeight w:val="87"/>
          <w:jc w:val="center"/>
        </w:trPr>
        <w:tc>
          <w:tcPr>
            <w:tcW w:w="1851" w:type="dxa"/>
            <w:vMerge/>
          </w:tcPr>
          <w:p w14:paraId="09850A0E" w14:textId="77777777" w:rsidR="00B15E99" w:rsidRPr="00EF2F0E" w:rsidRDefault="00B15E99" w:rsidP="00A40339">
            <w:pPr>
              <w:pStyle w:val="TAC"/>
              <w:rPr>
                <w:rFonts w:cs="Arial"/>
              </w:rPr>
            </w:pPr>
          </w:p>
        </w:tc>
        <w:tc>
          <w:tcPr>
            <w:tcW w:w="2126" w:type="dxa"/>
          </w:tcPr>
          <w:p w14:paraId="09850A0F" w14:textId="77777777" w:rsidR="00B15E99" w:rsidRPr="00EF2F0E" w:rsidRDefault="00B15E99" w:rsidP="00A40339">
            <w:pPr>
              <w:pStyle w:val="TAC"/>
              <w:rPr>
                <w:rFonts w:cs="v5.0.0"/>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842" w:type="dxa"/>
          </w:tcPr>
          <w:p w14:paraId="09850A10" w14:textId="77777777" w:rsidR="00B15E99" w:rsidRPr="00EF2F0E" w:rsidRDefault="00B15E99" w:rsidP="00A40339">
            <w:pPr>
              <w:pStyle w:val="TAC"/>
              <w:rPr>
                <w:rFonts w:cs="Arial"/>
              </w:rPr>
            </w:pPr>
            <w:r w:rsidRPr="00EF2F0E">
              <w:rPr>
                <w:rFonts w:cs="Arial"/>
                <w:szCs w:val="18"/>
              </w:rPr>
              <w:t xml:space="preserve">-115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993" w:type="dxa"/>
            <w:vMerge/>
          </w:tcPr>
          <w:p w14:paraId="09850A11" w14:textId="77777777" w:rsidR="00B15E99" w:rsidRPr="00EF2F0E" w:rsidRDefault="00B15E99" w:rsidP="00A40339">
            <w:pPr>
              <w:pStyle w:val="TAC"/>
              <w:rPr>
                <w:rFonts w:cs="Arial"/>
              </w:rPr>
            </w:pPr>
          </w:p>
        </w:tc>
        <w:tc>
          <w:tcPr>
            <w:tcW w:w="2670" w:type="dxa"/>
            <w:vMerge/>
          </w:tcPr>
          <w:p w14:paraId="09850A12" w14:textId="77777777" w:rsidR="00B15E99" w:rsidRPr="00EF2F0E" w:rsidRDefault="00B15E99" w:rsidP="00A40339">
            <w:pPr>
              <w:pStyle w:val="TAC"/>
              <w:rPr>
                <w:rFonts w:cs="Arial"/>
              </w:rPr>
            </w:pPr>
          </w:p>
        </w:tc>
      </w:tr>
      <w:tr w:rsidR="003401A4" w:rsidRPr="00EF2F0E" w14:paraId="09850A19" w14:textId="77777777" w:rsidTr="00A40339">
        <w:trPr>
          <w:cantSplit/>
          <w:trHeight w:val="88"/>
          <w:jc w:val="center"/>
        </w:trPr>
        <w:tc>
          <w:tcPr>
            <w:tcW w:w="1851" w:type="dxa"/>
            <w:vMerge/>
          </w:tcPr>
          <w:p w14:paraId="09850A14" w14:textId="77777777" w:rsidR="00B15E99" w:rsidRPr="00EF2F0E" w:rsidRDefault="00B15E99" w:rsidP="00A40339">
            <w:pPr>
              <w:pStyle w:val="TAC"/>
              <w:rPr>
                <w:rFonts w:cs="Arial"/>
              </w:rPr>
            </w:pPr>
          </w:p>
        </w:tc>
        <w:tc>
          <w:tcPr>
            <w:tcW w:w="2126" w:type="dxa"/>
          </w:tcPr>
          <w:p w14:paraId="09850A15" w14:textId="77777777" w:rsidR="00B15E99" w:rsidRPr="00EF2F0E" w:rsidRDefault="00B15E99" w:rsidP="00A40339">
            <w:pPr>
              <w:pStyle w:val="TAC"/>
              <w:rPr>
                <w:rFonts w:cs="Arial"/>
              </w:rPr>
            </w:pPr>
            <w:r w:rsidRPr="00EF2F0E">
              <w:rPr>
                <w:rFonts w:cs="v5.0.0"/>
              </w:rPr>
              <w:t>- 47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842" w:type="dxa"/>
          </w:tcPr>
          <w:p w14:paraId="09850A16" w14:textId="77777777" w:rsidR="00B15E99" w:rsidRPr="00EF2F0E" w:rsidRDefault="00B15E99" w:rsidP="00A40339">
            <w:pPr>
              <w:pStyle w:val="TAC"/>
              <w:rPr>
                <w:rFonts w:cs="Arial"/>
              </w:rPr>
            </w:pPr>
            <w:r w:rsidRPr="00EF2F0E">
              <w:rPr>
                <w:rFonts w:cs="v5.0.0"/>
              </w:rPr>
              <w:t>- 115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993" w:type="dxa"/>
            <w:vMerge w:val="restart"/>
          </w:tcPr>
          <w:p w14:paraId="09850A17" w14:textId="77777777" w:rsidR="00B15E99" w:rsidRPr="00EF2F0E" w:rsidRDefault="00B15E99" w:rsidP="00A40339">
            <w:pPr>
              <w:pStyle w:val="TAC"/>
              <w:rPr>
                <w:rFonts w:cs="Arial"/>
              </w:rPr>
            </w:pPr>
            <w:r w:rsidRPr="00EF2F0E">
              <w:rPr>
                <w:rFonts w:cs="Arial"/>
              </w:rPr>
              <w:t>±5.9 MHz</w:t>
            </w:r>
          </w:p>
        </w:tc>
        <w:tc>
          <w:tcPr>
            <w:tcW w:w="2670" w:type="dxa"/>
            <w:vMerge w:val="restart"/>
          </w:tcPr>
          <w:p w14:paraId="09850A18" w14:textId="77777777" w:rsidR="00B15E99" w:rsidRPr="00EF2F0E" w:rsidRDefault="00B15E99" w:rsidP="00A40339">
            <w:pPr>
              <w:pStyle w:val="TAC"/>
              <w:rPr>
                <w:rFonts w:cs="Arial"/>
              </w:rPr>
            </w:pPr>
            <w:r w:rsidRPr="00EF2F0E">
              <w:rPr>
                <w:rFonts w:cs="Arial"/>
              </w:rPr>
              <w:t>GMSK modulated (NOTE)</w:t>
            </w:r>
          </w:p>
        </w:tc>
      </w:tr>
      <w:tr w:rsidR="003401A4" w:rsidRPr="00EF2F0E" w14:paraId="09850A1F" w14:textId="77777777" w:rsidTr="00A40339">
        <w:trPr>
          <w:cantSplit/>
          <w:trHeight w:val="87"/>
          <w:jc w:val="center"/>
        </w:trPr>
        <w:tc>
          <w:tcPr>
            <w:tcW w:w="1851" w:type="dxa"/>
            <w:vMerge/>
          </w:tcPr>
          <w:p w14:paraId="09850A1A" w14:textId="77777777" w:rsidR="00B15E99" w:rsidRPr="00EF2F0E" w:rsidRDefault="00B15E99" w:rsidP="00A40339">
            <w:pPr>
              <w:pStyle w:val="TAC"/>
              <w:rPr>
                <w:rFonts w:cs="Arial"/>
              </w:rPr>
            </w:pPr>
          </w:p>
        </w:tc>
        <w:tc>
          <w:tcPr>
            <w:tcW w:w="2126" w:type="dxa"/>
          </w:tcPr>
          <w:p w14:paraId="09850A1B" w14:textId="77777777" w:rsidR="00B15E99" w:rsidRPr="00EF2F0E" w:rsidRDefault="00B15E99" w:rsidP="00A40339">
            <w:pPr>
              <w:pStyle w:val="TAC"/>
              <w:rPr>
                <w:rFonts w:cs="Arial"/>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842" w:type="dxa"/>
          </w:tcPr>
          <w:p w14:paraId="09850A1C" w14:textId="77777777" w:rsidR="00B15E99" w:rsidRPr="00EF2F0E" w:rsidRDefault="00B15E99" w:rsidP="00A40339">
            <w:pPr>
              <w:pStyle w:val="TAC"/>
              <w:rPr>
                <w:rFonts w:cs="Arial"/>
              </w:rPr>
            </w:pPr>
            <w:r w:rsidRPr="00EF2F0E">
              <w:rPr>
                <w:rFonts w:cs="Arial"/>
                <w:szCs w:val="18"/>
              </w:rPr>
              <w:t xml:space="preserve">-115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993" w:type="dxa"/>
            <w:vMerge/>
          </w:tcPr>
          <w:p w14:paraId="09850A1D" w14:textId="77777777" w:rsidR="00B15E99" w:rsidRPr="00EF2F0E" w:rsidRDefault="00B15E99" w:rsidP="00A40339">
            <w:pPr>
              <w:pStyle w:val="TAC"/>
              <w:rPr>
                <w:rFonts w:cs="Arial"/>
              </w:rPr>
            </w:pPr>
          </w:p>
        </w:tc>
        <w:tc>
          <w:tcPr>
            <w:tcW w:w="2670" w:type="dxa"/>
            <w:vMerge/>
          </w:tcPr>
          <w:p w14:paraId="09850A1E" w14:textId="77777777" w:rsidR="00B15E99" w:rsidRPr="00EF2F0E" w:rsidRDefault="00B15E99" w:rsidP="00A40339">
            <w:pPr>
              <w:pStyle w:val="TAC"/>
              <w:rPr>
                <w:rFonts w:cs="Arial"/>
              </w:rPr>
            </w:pPr>
          </w:p>
        </w:tc>
      </w:tr>
      <w:tr w:rsidR="00B15E99" w:rsidRPr="00EF2F0E" w14:paraId="09850A21" w14:textId="77777777" w:rsidTr="00A40339">
        <w:trPr>
          <w:cantSplit/>
          <w:jc w:val="center"/>
        </w:trPr>
        <w:tc>
          <w:tcPr>
            <w:tcW w:w="9482" w:type="dxa"/>
            <w:gridSpan w:val="5"/>
          </w:tcPr>
          <w:p w14:paraId="09850A20" w14:textId="77777777" w:rsidR="00B15E99" w:rsidRPr="00EF2F0E" w:rsidRDefault="00B15E99" w:rsidP="00A40339">
            <w:pPr>
              <w:pStyle w:val="TAN"/>
              <w:rPr>
                <w:rFonts w:cs="Arial"/>
              </w:rPr>
            </w:pPr>
            <w:r w:rsidRPr="00EF2F0E">
              <w:rPr>
                <w:rFonts w:cs="Arial"/>
              </w:rPr>
              <w:t>NOTE:</w:t>
            </w:r>
            <w:r w:rsidRPr="00EF2F0E">
              <w:rPr>
                <w:rFonts w:cs="Arial"/>
              </w:rPr>
              <w:tab/>
              <w:t>GMSK as defined in TS45.004 [26]</w:t>
            </w:r>
          </w:p>
        </w:tc>
      </w:tr>
    </w:tbl>
    <w:p w14:paraId="09850A22" w14:textId="77777777" w:rsidR="00B15E99" w:rsidRPr="00EF2F0E" w:rsidRDefault="00B15E99" w:rsidP="00A40339">
      <w:pPr>
        <w:rPr>
          <w:rFonts w:cs="v5.0.0"/>
        </w:rPr>
      </w:pPr>
    </w:p>
    <w:p w14:paraId="09850A23" w14:textId="77777777" w:rsidR="00B15E99" w:rsidRPr="00EF2F0E" w:rsidRDefault="00B15E99" w:rsidP="007853C3">
      <w:pPr>
        <w:pStyle w:val="TH"/>
      </w:pPr>
      <w:r w:rsidRPr="00EF2F0E">
        <w:rPr>
          <w:rFonts w:eastAsia="Osaka"/>
        </w:rPr>
        <w:t xml:space="preserve">Table 10.8.3-3: </w:t>
      </w:r>
      <w:r w:rsidRPr="00EF2F0E">
        <w:t>Intermodulation performance requirement (Medium Range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9"/>
        <w:gridCol w:w="2092"/>
        <w:gridCol w:w="1842"/>
        <w:gridCol w:w="1004"/>
        <w:gridCol w:w="2693"/>
      </w:tblGrid>
      <w:tr w:rsidR="003401A4" w:rsidRPr="00EF2F0E" w14:paraId="09850A2A" w14:textId="77777777" w:rsidTr="00A40339">
        <w:trPr>
          <w:jc w:val="center"/>
        </w:trPr>
        <w:tc>
          <w:tcPr>
            <w:tcW w:w="1919" w:type="dxa"/>
          </w:tcPr>
          <w:p w14:paraId="09850A24" w14:textId="77777777" w:rsidR="00B15E99" w:rsidRPr="00EF2F0E" w:rsidRDefault="00B15E99" w:rsidP="00A40339">
            <w:pPr>
              <w:pStyle w:val="TAH"/>
              <w:rPr>
                <w:rFonts w:cs="v5.0.0"/>
              </w:rPr>
            </w:pPr>
            <w:r w:rsidRPr="00EF2F0E">
              <w:rPr>
                <w:rFonts w:cs="v5.0.0"/>
              </w:rPr>
              <w:t>Operating band</w:t>
            </w:r>
          </w:p>
        </w:tc>
        <w:tc>
          <w:tcPr>
            <w:tcW w:w="2092" w:type="dxa"/>
          </w:tcPr>
          <w:p w14:paraId="09850A25" w14:textId="77777777" w:rsidR="00B15E99" w:rsidRPr="00EF2F0E" w:rsidRDefault="00B15E99" w:rsidP="00A40339">
            <w:pPr>
              <w:pStyle w:val="TAH"/>
            </w:pPr>
            <w:r w:rsidRPr="00EF2F0E">
              <w:t>Mean power of interfering signals [dBm]</w:t>
            </w:r>
          </w:p>
        </w:tc>
        <w:tc>
          <w:tcPr>
            <w:tcW w:w="1842" w:type="dxa"/>
          </w:tcPr>
          <w:p w14:paraId="09850A26" w14:textId="77777777" w:rsidR="00B15E99" w:rsidRPr="00EF2F0E" w:rsidRDefault="00B15E99" w:rsidP="00A40339">
            <w:pPr>
              <w:pStyle w:val="TAH"/>
            </w:pPr>
            <w:r w:rsidRPr="00EF2F0E">
              <w:t>Wanted Signal mean power [dBm]</w:t>
            </w:r>
          </w:p>
          <w:p w14:paraId="09850A27" w14:textId="77777777" w:rsidR="00B15E99" w:rsidRPr="00EF2F0E" w:rsidRDefault="00B15E99" w:rsidP="00A40339">
            <w:pPr>
              <w:pStyle w:val="TAH"/>
            </w:pPr>
            <w:r w:rsidRPr="00EF2F0E">
              <w:t>(NOTE)</w:t>
            </w:r>
          </w:p>
        </w:tc>
        <w:tc>
          <w:tcPr>
            <w:tcW w:w="1004" w:type="dxa"/>
          </w:tcPr>
          <w:p w14:paraId="09850A28" w14:textId="77777777" w:rsidR="00B15E99" w:rsidRPr="00EF2F0E" w:rsidRDefault="00B15E99" w:rsidP="00A40339">
            <w:pPr>
              <w:pStyle w:val="TAH"/>
              <w:rPr>
                <w:rFonts w:cs="v5.0.0"/>
              </w:rPr>
            </w:pPr>
            <w:r w:rsidRPr="00EF2F0E">
              <w:rPr>
                <w:rFonts w:cs="v5.0.0"/>
              </w:rPr>
              <w:t>Offset</w:t>
            </w:r>
          </w:p>
        </w:tc>
        <w:tc>
          <w:tcPr>
            <w:tcW w:w="2693" w:type="dxa"/>
          </w:tcPr>
          <w:p w14:paraId="09850A29" w14:textId="77777777" w:rsidR="00B15E99" w:rsidRPr="00EF2F0E" w:rsidRDefault="00B15E99" w:rsidP="00A40339">
            <w:pPr>
              <w:pStyle w:val="TAH"/>
              <w:rPr>
                <w:rFonts w:cs="v5.0.0"/>
              </w:rPr>
            </w:pPr>
            <w:r w:rsidRPr="00EF2F0E">
              <w:rPr>
                <w:rFonts w:cs="v5.0.0"/>
              </w:rPr>
              <w:t>Type of Interfering Signal</w:t>
            </w:r>
          </w:p>
        </w:tc>
      </w:tr>
      <w:tr w:rsidR="003401A4" w:rsidRPr="00EF2F0E" w14:paraId="09850A30" w14:textId="77777777" w:rsidTr="00A40339">
        <w:trPr>
          <w:cantSplit/>
          <w:trHeight w:val="88"/>
          <w:jc w:val="center"/>
        </w:trPr>
        <w:tc>
          <w:tcPr>
            <w:tcW w:w="1919" w:type="dxa"/>
            <w:vMerge w:val="restart"/>
          </w:tcPr>
          <w:p w14:paraId="09850A2B" w14:textId="77777777" w:rsidR="00B15E99" w:rsidRPr="00EF2F0E" w:rsidRDefault="00B15E99" w:rsidP="00A40339">
            <w:pPr>
              <w:pStyle w:val="TAC"/>
              <w:rPr>
                <w:rFonts w:cs="v5.0.0"/>
              </w:rPr>
            </w:pPr>
            <w:r w:rsidRPr="00EF2F0E">
              <w:rPr>
                <w:rFonts w:cs="v5.0.0"/>
              </w:rPr>
              <w:t>All bands</w:t>
            </w:r>
          </w:p>
        </w:tc>
        <w:tc>
          <w:tcPr>
            <w:tcW w:w="2092" w:type="dxa"/>
          </w:tcPr>
          <w:p w14:paraId="09850A2C" w14:textId="77777777" w:rsidR="00B15E99" w:rsidRPr="00EF2F0E" w:rsidRDefault="00B15E99" w:rsidP="00A40339">
            <w:pPr>
              <w:pStyle w:val="TAC"/>
              <w:rPr>
                <w:rFonts w:cs="v5.0.0"/>
              </w:rPr>
            </w:pPr>
            <w:r w:rsidRPr="00EF2F0E">
              <w:rPr>
                <w:rFonts w:cs="v5.0.0"/>
              </w:rPr>
              <w:t>- 44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842" w:type="dxa"/>
          </w:tcPr>
          <w:p w14:paraId="09850A2D" w14:textId="77777777" w:rsidR="00B15E99" w:rsidRPr="00EF2F0E" w:rsidRDefault="00B15E99" w:rsidP="00A40339">
            <w:pPr>
              <w:pStyle w:val="TAC"/>
              <w:rPr>
                <w:rFonts w:cs="Arial"/>
              </w:rPr>
            </w:pPr>
            <w:r w:rsidRPr="00EF2F0E">
              <w:rPr>
                <w:rFonts w:cs="v5.0.0"/>
              </w:rPr>
              <w:t>- 105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004" w:type="dxa"/>
            <w:vMerge w:val="restart"/>
          </w:tcPr>
          <w:p w14:paraId="09850A2E" w14:textId="77777777" w:rsidR="00B15E99" w:rsidRPr="00EF2F0E" w:rsidRDefault="00B15E99" w:rsidP="00A40339">
            <w:pPr>
              <w:pStyle w:val="TAC"/>
              <w:rPr>
                <w:rFonts w:cs="v5.0.0"/>
              </w:rPr>
            </w:pPr>
            <w:r w:rsidRPr="00EF2F0E">
              <w:rPr>
                <w:rFonts w:cs="Arial"/>
              </w:rPr>
              <w:t>±</w:t>
            </w:r>
            <w:r w:rsidRPr="00EF2F0E">
              <w:rPr>
                <w:rFonts w:cs="v5.0.0"/>
              </w:rPr>
              <w:t>10 MHz</w:t>
            </w:r>
          </w:p>
        </w:tc>
        <w:tc>
          <w:tcPr>
            <w:tcW w:w="2693" w:type="dxa"/>
            <w:vMerge w:val="restart"/>
          </w:tcPr>
          <w:p w14:paraId="09850A2F" w14:textId="77777777" w:rsidR="00B15E99" w:rsidRPr="00EF2F0E" w:rsidRDefault="00B15E99" w:rsidP="00A40339">
            <w:pPr>
              <w:pStyle w:val="TAC"/>
              <w:rPr>
                <w:rFonts w:cs="v5.0.0"/>
              </w:rPr>
            </w:pPr>
            <w:r w:rsidRPr="00EF2F0E">
              <w:rPr>
                <w:rFonts w:cs="v5.0.0"/>
              </w:rPr>
              <w:t>CW signal</w:t>
            </w:r>
          </w:p>
        </w:tc>
      </w:tr>
      <w:tr w:rsidR="003401A4" w:rsidRPr="00EF2F0E" w14:paraId="09850A36" w14:textId="77777777" w:rsidTr="00A40339">
        <w:trPr>
          <w:cantSplit/>
          <w:trHeight w:val="87"/>
          <w:jc w:val="center"/>
        </w:trPr>
        <w:tc>
          <w:tcPr>
            <w:tcW w:w="1919" w:type="dxa"/>
            <w:vMerge/>
          </w:tcPr>
          <w:p w14:paraId="09850A31" w14:textId="77777777" w:rsidR="00B15E99" w:rsidRPr="00EF2F0E" w:rsidRDefault="00B15E99" w:rsidP="00A40339">
            <w:pPr>
              <w:pStyle w:val="TAC"/>
              <w:rPr>
                <w:rFonts w:cs="v5.0.0"/>
              </w:rPr>
            </w:pPr>
          </w:p>
        </w:tc>
        <w:tc>
          <w:tcPr>
            <w:tcW w:w="2092" w:type="dxa"/>
          </w:tcPr>
          <w:p w14:paraId="09850A32" w14:textId="77777777" w:rsidR="00B15E99" w:rsidRPr="00EF2F0E" w:rsidRDefault="00B15E99" w:rsidP="00A40339">
            <w:pPr>
              <w:pStyle w:val="TAC"/>
              <w:rPr>
                <w:rFonts w:cs="v5.0.0"/>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842" w:type="dxa"/>
          </w:tcPr>
          <w:p w14:paraId="09850A33" w14:textId="77777777" w:rsidR="00B15E99" w:rsidRPr="00EF2F0E" w:rsidRDefault="00B15E99" w:rsidP="00A40339">
            <w:pPr>
              <w:pStyle w:val="TAC"/>
              <w:rPr>
                <w:rFonts w:cs="Arial"/>
              </w:rPr>
            </w:pPr>
            <w:r w:rsidRPr="00EF2F0E">
              <w:rPr>
                <w:rFonts w:cs="Arial"/>
                <w:szCs w:val="18"/>
              </w:rPr>
              <w:t xml:space="preserve">-105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004" w:type="dxa"/>
            <w:vMerge/>
          </w:tcPr>
          <w:p w14:paraId="09850A34" w14:textId="77777777" w:rsidR="00B15E99" w:rsidRPr="00EF2F0E" w:rsidRDefault="00B15E99" w:rsidP="00A40339">
            <w:pPr>
              <w:pStyle w:val="TAC"/>
              <w:rPr>
                <w:rFonts w:cs="Arial"/>
              </w:rPr>
            </w:pPr>
          </w:p>
        </w:tc>
        <w:tc>
          <w:tcPr>
            <w:tcW w:w="2693" w:type="dxa"/>
            <w:vMerge/>
          </w:tcPr>
          <w:p w14:paraId="09850A35" w14:textId="77777777" w:rsidR="00B15E99" w:rsidRPr="00EF2F0E" w:rsidRDefault="00B15E99" w:rsidP="00A40339">
            <w:pPr>
              <w:pStyle w:val="TAC"/>
              <w:rPr>
                <w:rFonts w:cs="v5.0.0"/>
              </w:rPr>
            </w:pPr>
          </w:p>
        </w:tc>
      </w:tr>
      <w:tr w:rsidR="003401A4" w:rsidRPr="00EF2F0E" w14:paraId="09850A3C" w14:textId="77777777" w:rsidTr="00A40339">
        <w:trPr>
          <w:cantSplit/>
          <w:trHeight w:val="88"/>
          <w:jc w:val="center"/>
        </w:trPr>
        <w:tc>
          <w:tcPr>
            <w:tcW w:w="1919" w:type="dxa"/>
            <w:vMerge/>
          </w:tcPr>
          <w:p w14:paraId="09850A37" w14:textId="77777777" w:rsidR="00B15E99" w:rsidRPr="00EF2F0E" w:rsidRDefault="00B15E99" w:rsidP="00A40339">
            <w:pPr>
              <w:pStyle w:val="TAC"/>
              <w:rPr>
                <w:rFonts w:cs="v5.0.0"/>
              </w:rPr>
            </w:pPr>
          </w:p>
        </w:tc>
        <w:tc>
          <w:tcPr>
            <w:tcW w:w="2092" w:type="dxa"/>
          </w:tcPr>
          <w:p w14:paraId="09850A38" w14:textId="77777777" w:rsidR="00B15E99" w:rsidRPr="00EF2F0E" w:rsidRDefault="00B15E99" w:rsidP="00A40339">
            <w:pPr>
              <w:pStyle w:val="TAC"/>
              <w:rPr>
                <w:rFonts w:cs="v5.0.0"/>
              </w:rPr>
            </w:pPr>
            <w:r w:rsidRPr="00EF2F0E">
              <w:rPr>
                <w:rFonts w:cs="v5.0.0"/>
              </w:rPr>
              <w:t>- 44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842" w:type="dxa"/>
          </w:tcPr>
          <w:p w14:paraId="09850A39" w14:textId="77777777" w:rsidR="00B15E99" w:rsidRPr="00EF2F0E" w:rsidRDefault="00B15E99" w:rsidP="00A40339">
            <w:pPr>
              <w:pStyle w:val="TAC"/>
              <w:rPr>
                <w:rFonts w:cs="Arial"/>
              </w:rPr>
            </w:pPr>
            <w:r w:rsidRPr="00EF2F0E">
              <w:rPr>
                <w:rFonts w:cs="v5.0.0"/>
              </w:rPr>
              <w:t>- 105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004" w:type="dxa"/>
            <w:vMerge w:val="restart"/>
          </w:tcPr>
          <w:p w14:paraId="09850A3A" w14:textId="77777777" w:rsidR="00B15E99" w:rsidRPr="00EF2F0E" w:rsidRDefault="00B15E99" w:rsidP="00A40339">
            <w:pPr>
              <w:pStyle w:val="TAC"/>
              <w:rPr>
                <w:rFonts w:cs="v5.0.0"/>
              </w:rPr>
            </w:pPr>
            <w:r w:rsidRPr="00EF2F0E">
              <w:rPr>
                <w:rFonts w:cs="Arial"/>
              </w:rPr>
              <w:t>±</w:t>
            </w:r>
            <w:r w:rsidRPr="00EF2F0E">
              <w:rPr>
                <w:rFonts w:cs="v5.0.0"/>
              </w:rPr>
              <w:t>20 MHz</w:t>
            </w:r>
          </w:p>
        </w:tc>
        <w:tc>
          <w:tcPr>
            <w:tcW w:w="2693" w:type="dxa"/>
            <w:vMerge w:val="restart"/>
          </w:tcPr>
          <w:p w14:paraId="09850A3B" w14:textId="77777777" w:rsidR="00B15E99" w:rsidRPr="00EF2F0E" w:rsidRDefault="00B15E99" w:rsidP="00A40339">
            <w:pPr>
              <w:pStyle w:val="TAC"/>
              <w:rPr>
                <w:rFonts w:cs="v5.0.0"/>
              </w:rPr>
            </w:pPr>
            <w:r w:rsidRPr="00EF2F0E">
              <w:rPr>
                <w:rFonts w:cs="v5.0.0"/>
              </w:rPr>
              <w:t>WCDMA signal (NOTE)</w:t>
            </w:r>
          </w:p>
        </w:tc>
      </w:tr>
      <w:tr w:rsidR="003401A4" w:rsidRPr="00EF2F0E" w14:paraId="09850A42" w14:textId="77777777" w:rsidTr="00A40339">
        <w:trPr>
          <w:cantSplit/>
          <w:trHeight w:val="87"/>
          <w:jc w:val="center"/>
        </w:trPr>
        <w:tc>
          <w:tcPr>
            <w:tcW w:w="1919" w:type="dxa"/>
            <w:vMerge/>
          </w:tcPr>
          <w:p w14:paraId="09850A3D" w14:textId="77777777" w:rsidR="00B15E99" w:rsidRPr="00EF2F0E" w:rsidRDefault="00B15E99" w:rsidP="00A40339">
            <w:pPr>
              <w:pStyle w:val="TAC"/>
              <w:rPr>
                <w:rFonts w:cs="v5.0.0"/>
              </w:rPr>
            </w:pPr>
          </w:p>
        </w:tc>
        <w:tc>
          <w:tcPr>
            <w:tcW w:w="2092" w:type="dxa"/>
          </w:tcPr>
          <w:p w14:paraId="09850A3E" w14:textId="77777777" w:rsidR="00B15E99" w:rsidRPr="00EF2F0E" w:rsidRDefault="00B15E99" w:rsidP="00A40339">
            <w:pPr>
              <w:pStyle w:val="TAC"/>
              <w:rPr>
                <w:rFonts w:cs="v5.0.0"/>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842" w:type="dxa"/>
          </w:tcPr>
          <w:p w14:paraId="09850A3F" w14:textId="77777777" w:rsidR="00B15E99" w:rsidRPr="00EF2F0E" w:rsidRDefault="00B15E99" w:rsidP="00A40339">
            <w:pPr>
              <w:pStyle w:val="TAC"/>
              <w:rPr>
                <w:rFonts w:cs="Arial"/>
              </w:rPr>
            </w:pPr>
            <w:r w:rsidRPr="00EF2F0E">
              <w:rPr>
                <w:rFonts w:cs="Arial"/>
                <w:szCs w:val="18"/>
              </w:rPr>
              <w:t xml:space="preserve">-105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004" w:type="dxa"/>
            <w:vMerge/>
          </w:tcPr>
          <w:p w14:paraId="09850A40" w14:textId="77777777" w:rsidR="00B15E99" w:rsidRPr="00EF2F0E" w:rsidRDefault="00B15E99" w:rsidP="00A40339">
            <w:pPr>
              <w:pStyle w:val="TAC"/>
              <w:rPr>
                <w:rFonts w:cs="Arial"/>
              </w:rPr>
            </w:pPr>
          </w:p>
        </w:tc>
        <w:tc>
          <w:tcPr>
            <w:tcW w:w="2693" w:type="dxa"/>
            <w:vMerge/>
          </w:tcPr>
          <w:p w14:paraId="09850A41" w14:textId="77777777" w:rsidR="00B15E99" w:rsidRPr="00EF2F0E" w:rsidRDefault="00B15E99" w:rsidP="00A40339">
            <w:pPr>
              <w:pStyle w:val="TAC"/>
              <w:rPr>
                <w:rFonts w:cs="v5.0.0"/>
              </w:rPr>
            </w:pPr>
          </w:p>
        </w:tc>
      </w:tr>
      <w:tr w:rsidR="00B15E99" w:rsidRPr="00EF2F0E" w14:paraId="09850A44" w14:textId="77777777" w:rsidTr="00A40339">
        <w:trPr>
          <w:cantSplit/>
          <w:jc w:val="center"/>
        </w:trPr>
        <w:tc>
          <w:tcPr>
            <w:tcW w:w="9550" w:type="dxa"/>
            <w:gridSpan w:val="5"/>
          </w:tcPr>
          <w:p w14:paraId="09850A43" w14:textId="77777777" w:rsidR="00B15E99" w:rsidRPr="00EF2F0E" w:rsidRDefault="00B15E99" w:rsidP="00A40339">
            <w:pPr>
              <w:pStyle w:val="TAN"/>
              <w:rPr>
                <w:rFonts w:cs="v5.0.0"/>
              </w:rPr>
            </w:pPr>
            <w:r w:rsidRPr="00EF2F0E">
              <w:rPr>
                <w:rFonts w:cs="Arial"/>
              </w:rPr>
              <w:t>NOTE:</w:t>
            </w:r>
            <w:r w:rsidRPr="00EF2F0E">
              <w:rPr>
                <w:rFonts w:cs="Arial"/>
              </w:rPr>
              <w:tab/>
              <w:t>The characteristics of the WCDMA interference signal are specified in 3GPP TS 25.104 [6] Annex C.</w:t>
            </w:r>
          </w:p>
        </w:tc>
      </w:tr>
    </w:tbl>
    <w:p w14:paraId="09850A45" w14:textId="77777777" w:rsidR="00B15E99" w:rsidRPr="00EF2F0E" w:rsidRDefault="00B15E99" w:rsidP="00A40339">
      <w:pPr>
        <w:rPr>
          <w:rFonts w:cs="v5.0.0"/>
        </w:rPr>
      </w:pPr>
    </w:p>
    <w:p w14:paraId="09850A46" w14:textId="77777777" w:rsidR="00B15E99" w:rsidRPr="00EF2F0E" w:rsidRDefault="00B15E99" w:rsidP="007853C3">
      <w:pPr>
        <w:pStyle w:val="TH"/>
      </w:pPr>
      <w:r w:rsidRPr="00EF2F0E">
        <w:rPr>
          <w:rFonts w:eastAsia="Osaka"/>
        </w:rPr>
        <w:t>Table 10.8.3-4: Narrowband i</w:t>
      </w:r>
      <w:r w:rsidRPr="00EF2F0E">
        <w:t>ntermodulation performance requirement (Medium Range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1"/>
        <w:gridCol w:w="2126"/>
        <w:gridCol w:w="1842"/>
        <w:gridCol w:w="993"/>
        <w:gridCol w:w="2670"/>
      </w:tblGrid>
      <w:tr w:rsidR="003401A4" w:rsidRPr="00EF2F0E" w14:paraId="09850A4D" w14:textId="77777777" w:rsidTr="00A40339">
        <w:trPr>
          <w:jc w:val="center"/>
        </w:trPr>
        <w:tc>
          <w:tcPr>
            <w:tcW w:w="1851" w:type="dxa"/>
          </w:tcPr>
          <w:p w14:paraId="09850A47" w14:textId="77777777" w:rsidR="00B15E99" w:rsidRPr="00EF2F0E" w:rsidRDefault="00B15E99" w:rsidP="00A40339">
            <w:pPr>
              <w:pStyle w:val="TAH"/>
              <w:rPr>
                <w:rFonts w:cs="Arial"/>
              </w:rPr>
            </w:pPr>
            <w:r w:rsidRPr="00EF2F0E">
              <w:rPr>
                <w:rFonts w:cs="Arial"/>
              </w:rPr>
              <w:t>Operating band</w:t>
            </w:r>
          </w:p>
        </w:tc>
        <w:tc>
          <w:tcPr>
            <w:tcW w:w="2126" w:type="dxa"/>
          </w:tcPr>
          <w:p w14:paraId="09850A48" w14:textId="77777777" w:rsidR="00B15E99" w:rsidRPr="00EF2F0E" w:rsidRDefault="00B15E99" w:rsidP="00A40339">
            <w:pPr>
              <w:pStyle w:val="TAH"/>
            </w:pPr>
            <w:r w:rsidRPr="00EF2F0E">
              <w:t>Mean power of interfering signals [dBm]</w:t>
            </w:r>
          </w:p>
        </w:tc>
        <w:tc>
          <w:tcPr>
            <w:tcW w:w="1842" w:type="dxa"/>
          </w:tcPr>
          <w:p w14:paraId="09850A49" w14:textId="77777777" w:rsidR="00B15E99" w:rsidRPr="00EF2F0E" w:rsidRDefault="00B15E99" w:rsidP="00A40339">
            <w:pPr>
              <w:pStyle w:val="TAH"/>
            </w:pPr>
            <w:r w:rsidRPr="00EF2F0E">
              <w:t>Wanted Signal mean power [dBm]</w:t>
            </w:r>
          </w:p>
          <w:p w14:paraId="09850A4A" w14:textId="77777777" w:rsidR="00B15E99" w:rsidRPr="00EF2F0E" w:rsidRDefault="00B15E99" w:rsidP="00A40339">
            <w:pPr>
              <w:pStyle w:val="TAH"/>
            </w:pPr>
            <w:r w:rsidRPr="00EF2F0E">
              <w:t>(NOTE)</w:t>
            </w:r>
          </w:p>
        </w:tc>
        <w:tc>
          <w:tcPr>
            <w:tcW w:w="993" w:type="dxa"/>
          </w:tcPr>
          <w:p w14:paraId="09850A4B" w14:textId="77777777" w:rsidR="00B15E99" w:rsidRPr="00EF2F0E" w:rsidRDefault="00B15E99" w:rsidP="00A40339">
            <w:pPr>
              <w:pStyle w:val="TAH"/>
              <w:rPr>
                <w:rFonts w:cs="Arial"/>
              </w:rPr>
            </w:pPr>
            <w:r w:rsidRPr="00EF2F0E">
              <w:rPr>
                <w:rFonts w:cs="Arial"/>
              </w:rPr>
              <w:t>Offset</w:t>
            </w:r>
          </w:p>
        </w:tc>
        <w:tc>
          <w:tcPr>
            <w:tcW w:w="2670" w:type="dxa"/>
          </w:tcPr>
          <w:p w14:paraId="09850A4C"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50A53" w14:textId="77777777" w:rsidTr="00A40339">
        <w:trPr>
          <w:cantSplit/>
          <w:trHeight w:val="88"/>
          <w:jc w:val="center"/>
        </w:trPr>
        <w:tc>
          <w:tcPr>
            <w:tcW w:w="1851" w:type="dxa"/>
            <w:vMerge w:val="restart"/>
          </w:tcPr>
          <w:p w14:paraId="09850A4E" w14:textId="77777777" w:rsidR="00B15E99" w:rsidRPr="00EF2F0E" w:rsidRDefault="00B15E99" w:rsidP="00A40339">
            <w:pPr>
              <w:pStyle w:val="TAC"/>
              <w:rPr>
                <w:rFonts w:cs="Arial"/>
              </w:rPr>
            </w:pPr>
            <w:r w:rsidRPr="00EF2F0E">
              <w:rPr>
                <w:rFonts w:cs="Arial"/>
              </w:rPr>
              <w:t>II, III, IV, V, VIII, X, XII, XIII, XIV</w:t>
            </w:r>
            <w:r w:rsidRPr="00EF2F0E">
              <w:rPr>
                <w:rFonts w:cs="Arial"/>
                <w:lang w:eastAsia="zh-CN"/>
              </w:rPr>
              <w:t>, XXV, XXVI</w:t>
            </w:r>
          </w:p>
        </w:tc>
        <w:tc>
          <w:tcPr>
            <w:tcW w:w="2126" w:type="dxa"/>
          </w:tcPr>
          <w:p w14:paraId="09850A4F" w14:textId="77777777" w:rsidR="00B15E99" w:rsidRPr="00EF2F0E" w:rsidRDefault="00B15E99" w:rsidP="00A40339">
            <w:pPr>
              <w:pStyle w:val="TAC"/>
              <w:rPr>
                <w:rFonts w:cs="Arial"/>
              </w:rPr>
            </w:pPr>
            <w:r w:rsidRPr="00EF2F0E">
              <w:rPr>
                <w:rFonts w:cs="v5.0.0"/>
              </w:rPr>
              <w:t>- 43</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842" w:type="dxa"/>
          </w:tcPr>
          <w:p w14:paraId="09850A50" w14:textId="77777777" w:rsidR="00B15E99" w:rsidRPr="00EF2F0E" w:rsidRDefault="00B15E99" w:rsidP="00A40339">
            <w:pPr>
              <w:pStyle w:val="TAC"/>
              <w:rPr>
                <w:rFonts w:cs="Arial"/>
              </w:rPr>
            </w:pPr>
            <w:r w:rsidRPr="00EF2F0E">
              <w:rPr>
                <w:rFonts w:cs="v5.0.0"/>
              </w:rPr>
              <w:t>- 105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993" w:type="dxa"/>
            <w:vMerge w:val="restart"/>
          </w:tcPr>
          <w:p w14:paraId="09850A51" w14:textId="77777777" w:rsidR="00B15E99" w:rsidRPr="00EF2F0E" w:rsidRDefault="00B15E99" w:rsidP="00A40339">
            <w:pPr>
              <w:pStyle w:val="TAC"/>
              <w:rPr>
                <w:rFonts w:cs="Arial"/>
              </w:rPr>
            </w:pPr>
            <w:r w:rsidRPr="00EF2F0E">
              <w:rPr>
                <w:rFonts w:cs="Arial"/>
              </w:rPr>
              <w:t>±3.5 MHz</w:t>
            </w:r>
          </w:p>
        </w:tc>
        <w:tc>
          <w:tcPr>
            <w:tcW w:w="2670" w:type="dxa"/>
            <w:vMerge w:val="restart"/>
          </w:tcPr>
          <w:p w14:paraId="09850A52" w14:textId="77777777" w:rsidR="00B15E99" w:rsidRPr="00EF2F0E" w:rsidRDefault="00B15E99" w:rsidP="00A40339">
            <w:pPr>
              <w:pStyle w:val="TAC"/>
              <w:rPr>
                <w:rFonts w:cs="Arial"/>
              </w:rPr>
            </w:pPr>
            <w:r w:rsidRPr="00EF2F0E">
              <w:rPr>
                <w:rFonts w:cs="Arial"/>
              </w:rPr>
              <w:t>CW signal</w:t>
            </w:r>
          </w:p>
        </w:tc>
      </w:tr>
      <w:tr w:rsidR="003401A4" w:rsidRPr="00EF2F0E" w14:paraId="09850A59" w14:textId="77777777" w:rsidTr="00A40339">
        <w:trPr>
          <w:cantSplit/>
          <w:trHeight w:val="87"/>
          <w:jc w:val="center"/>
        </w:trPr>
        <w:tc>
          <w:tcPr>
            <w:tcW w:w="1851" w:type="dxa"/>
            <w:vMerge/>
          </w:tcPr>
          <w:p w14:paraId="09850A54" w14:textId="77777777" w:rsidR="00B15E99" w:rsidRPr="00EF2F0E" w:rsidRDefault="00B15E99" w:rsidP="00A40339">
            <w:pPr>
              <w:pStyle w:val="TAC"/>
              <w:rPr>
                <w:rFonts w:cs="Arial"/>
              </w:rPr>
            </w:pPr>
          </w:p>
        </w:tc>
        <w:tc>
          <w:tcPr>
            <w:tcW w:w="2126" w:type="dxa"/>
          </w:tcPr>
          <w:p w14:paraId="09850A55" w14:textId="77777777" w:rsidR="00B15E99" w:rsidRPr="00EF2F0E" w:rsidRDefault="00B15E99" w:rsidP="00A40339">
            <w:pPr>
              <w:pStyle w:val="TAC"/>
              <w:rPr>
                <w:rFonts w:cs="v5.0.0"/>
              </w:rPr>
            </w:pPr>
            <w:r w:rsidRPr="00EF2F0E">
              <w:rPr>
                <w:rFonts w:cs="Arial"/>
                <w:szCs w:val="18"/>
              </w:rPr>
              <w:t xml:space="preserve">-43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842" w:type="dxa"/>
          </w:tcPr>
          <w:p w14:paraId="09850A56" w14:textId="77777777" w:rsidR="00B15E99" w:rsidRPr="00EF2F0E" w:rsidRDefault="00B15E99" w:rsidP="00A40339">
            <w:pPr>
              <w:pStyle w:val="TAC"/>
              <w:rPr>
                <w:rFonts w:cs="Arial"/>
              </w:rPr>
            </w:pPr>
            <w:r w:rsidRPr="00EF2F0E">
              <w:rPr>
                <w:rFonts w:cs="Arial"/>
                <w:szCs w:val="18"/>
              </w:rPr>
              <w:t xml:space="preserve">-105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993" w:type="dxa"/>
            <w:vMerge/>
          </w:tcPr>
          <w:p w14:paraId="09850A57" w14:textId="77777777" w:rsidR="00B15E99" w:rsidRPr="00EF2F0E" w:rsidRDefault="00B15E99" w:rsidP="00A40339">
            <w:pPr>
              <w:pStyle w:val="TAC"/>
              <w:rPr>
                <w:rFonts w:cs="Arial"/>
              </w:rPr>
            </w:pPr>
          </w:p>
        </w:tc>
        <w:tc>
          <w:tcPr>
            <w:tcW w:w="2670" w:type="dxa"/>
            <w:vMerge/>
          </w:tcPr>
          <w:p w14:paraId="09850A58" w14:textId="77777777" w:rsidR="00B15E99" w:rsidRPr="00EF2F0E" w:rsidRDefault="00B15E99" w:rsidP="00A40339">
            <w:pPr>
              <w:pStyle w:val="TAC"/>
              <w:rPr>
                <w:rFonts w:cs="Arial"/>
              </w:rPr>
            </w:pPr>
          </w:p>
        </w:tc>
      </w:tr>
      <w:tr w:rsidR="003401A4" w:rsidRPr="00EF2F0E" w14:paraId="09850A5F" w14:textId="77777777" w:rsidTr="00A40339">
        <w:trPr>
          <w:cantSplit/>
          <w:trHeight w:val="88"/>
          <w:jc w:val="center"/>
        </w:trPr>
        <w:tc>
          <w:tcPr>
            <w:tcW w:w="1851" w:type="dxa"/>
            <w:vMerge/>
          </w:tcPr>
          <w:p w14:paraId="09850A5A" w14:textId="77777777" w:rsidR="00B15E99" w:rsidRPr="00EF2F0E" w:rsidRDefault="00B15E99" w:rsidP="00A40339">
            <w:pPr>
              <w:pStyle w:val="TAC"/>
              <w:rPr>
                <w:rFonts w:cs="Arial"/>
              </w:rPr>
            </w:pPr>
          </w:p>
        </w:tc>
        <w:tc>
          <w:tcPr>
            <w:tcW w:w="2126" w:type="dxa"/>
          </w:tcPr>
          <w:p w14:paraId="09850A5B" w14:textId="77777777" w:rsidR="00B15E99" w:rsidRPr="00EF2F0E" w:rsidRDefault="00B15E99" w:rsidP="00A40339">
            <w:pPr>
              <w:pStyle w:val="TAC"/>
              <w:rPr>
                <w:rFonts w:cs="Arial"/>
              </w:rPr>
            </w:pPr>
            <w:r w:rsidRPr="00EF2F0E">
              <w:rPr>
                <w:rFonts w:cs="v5.0.0"/>
              </w:rPr>
              <w:t>- 43</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842" w:type="dxa"/>
          </w:tcPr>
          <w:p w14:paraId="09850A5C" w14:textId="77777777" w:rsidR="00B15E99" w:rsidRPr="00EF2F0E" w:rsidRDefault="00B15E99" w:rsidP="00A40339">
            <w:pPr>
              <w:pStyle w:val="TAC"/>
              <w:rPr>
                <w:rFonts w:cs="Arial"/>
              </w:rPr>
            </w:pPr>
            <w:r w:rsidRPr="00EF2F0E">
              <w:rPr>
                <w:rFonts w:cs="v5.0.0"/>
              </w:rPr>
              <w:t>- 105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993" w:type="dxa"/>
            <w:vMerge w:val="restart"/>
          </w:tcPr>
          <w:p w14:paraId="09850A5D" w14:textId="77777777" w:rsidR="00B15E99" w:rsidRPr="00EF2F0E" w:rsidRDefault="00B15E99" w:rsidP="00A40339">
            <w:pPr>
              <w:pStyle w:val="TAC"/>
              <w:rPr>
                <w:rFonts w:cs="Arial"/>
              </w:rPr>
            </w:pPr>
            <w:r w:rsidRPr="00EF2F0E">
              <w:rPr>
                <w:rFonts w:cs="Arial"/>
              </w:rPr>
              <w:t>±5.9 MHz</w:t>
            </w:r>
          </w:p>
        </w:tc>
        <w:tc>
          <w:tcPr>
            <w:tcW w:w="2670" w:type="dxa"/>
            <w:vMerge w:val="restart"/>
          </w:tcPr>
          <w:p w14:paraId="09850A5E" w14:textId="77777777" w:rsidR="00B15E99" w:rsidRPr="00EF2F0E" w:rsidRDefault="00B15E99" w:rsidP="00A40339">
            <w:pPr>
              <w:pStyle w:val="TAC"/>
              <w:rPr>
                <w:rFonts w:cs="Arial"/>
              </w:rPr>
            </w:pPr>
            <w:r w:rsidRPr="00EF2F0E">
              <w:rPr>
                <w:rFonts w:cs="Arial"/>
              </w:rPr>
              <w:t>GMSK modulated (NOTE)</w:t>
            </w:r>
          </w:p>
        </w:tc>
      </w:tr>
      <w:tr w:rsidR="003401A4" w:rsidRPr="00EF2F0E" w14:paraId="09850A65" w14:textId="77777777" w:rsidTr="00A40339">
        <w:trPr>
          <w:cantSplit/>
          <w:trHeight w:val="87"/>
          <w:jc w:val="center"/>
        </w:trPr>
        <w:tc>
          <w:tcPr>
            <w:tcW w:w="1851" w:type="dxa"/>
            <w:vMerge/>
          </w:tcPr>
          <w:p w14:paraId="09850A60" w14:textId="77777777" w:rsidR="00B15E99" w:rsidRPr="00EF2F0E" w:rsidRDefault="00B15E99" w:rsidP="00A40339">
            <w:pPr>
              <w:pStyle w:val="TAC"/>
              <w:rPr>
                <w:rFonts w:cs="Arial"/>
              </w:rPr>
            </w:pPr>
          </w:p>
        </w:tc>
        <w:tc>
          <w:tcPr>
            <w:tcW w:w="2126" w:type="dxa"/>
          </w:tcPr>
          <w:p w14:paraId="09850A61" w14:textId="77777777" w:rsidR="00B15E99" w:rsidRPr="00EF2F0E" w:rsidRDefault="00B15E99" w:rsidP="00A40339">
            <w:pPr>
              <w:pStyle w:val="TAC"/>
              <w:rPr>
                <w:rFonts w:cs="Arial"/>
              </w:rPr>
            </w:pPr>
            <w:r w:rsidRPr="00EF2F0E">
              <w:rPr>
                <w:rFonts w:cs="Arial"/>
                <w:szCs w:val="18"/>
              </w:rPr>
              <w:t xml:space="preserve">-43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842" w:type="dxa"/>
          </w:tcPr>
          <w:p w14:paraId="09850A62" w14:textId="77777777" w:rsidR="00B15E99" w:rsidRPr="00EF2F0E" w:rsidRDefault="00B15E99" w:rsidP="00A40339">
            <w:pPr>
              <w:pStyle w:val="TAC"/>
              <w:rPr>
                <w:rFonts w:cs="Arial"/>
              </w:rPr>
            </w:pPr>
            <w:r w:rsidRPr="00EF2F0E">
              <w:rPr>
                <w:rFonts w:cs="Arial"/>
                <w:szCs w:val="18"/>
              </w:rPr>
              <w:t xml:space="preserve">-105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993" w:type="dxa"/>
            <w:vMerge/>
          </w:tcPr>
          <w:p w14:paraId="09850A63" w14:textId="77777777" w:rsidR="00B15E99" w:rsidRPr="00EF2F0E" w:rsidRDefault="00B15E99" w:rsidP="00A40339">
            <w:pPr>
              <w:pStyle w:val="TAC"/>
              <w:rPr>
                <w:rFonts w:cs="Arial"/>
              </w:rPr>
            </w:pPr>
          </w:p>
        </w:tc>
        <w:tc>
          <w:tcPr>
            <w:tcW w:w="2670" w:type="dxa"/>
            <w:vMerge/>
          </w:tcPr>
          <w:p w14:paraId="09850A64" w14:textId="77777777" w:rsidR="00B15E99" w:rsidRPr="00EF2F0E" w:rsidRDefault="00B15E99" w:rsidP="00A40339">
            <w:pPr>
              <w:pStyle w:val="TAC"/>
              <w:rPr>
                <w:rFonts w:cs="Arial"/>
              </w:rPr>
            </w:pPr>
          </w:p>
        </w:tc>
      </w:tr>
      <w:tr w:rsidR="00B15E99" w:rsidRPr="00EF2F0E" w14:paraId="09850A67" w14:textId="77777777" w:rsidTr="00A40339">
        <w:trPr>
          <w:cantSplit/>
          <w:jc w:val="center"/>
        </w:trPr>
        <w:tc>
          <w:tcPr>
            <w:tcW w:w="9482" w:type="dxa"/>
            <w:gridSpan w:val="5"/>
          </w:tcPr>
          <w:p w14:paraId="09850A66" w14:textId="77777777" w:rsidR="00B15E99" w:rsidRPr="00EF2F0E" w:rsidRDefault="00B15E99" w:rsidP="00A40339">
            <w:pPr>
              <w:pStyle w:val="TAN"/>
              <w:rPr>
                <w:rFonts w:cs="Arial"/>
              </w:rPr>
            </w:pPr>
            <w:r w:rsidRPr="00EF2F0E">
              <w:rPr>
                <w:rFonts w:cs="Arial"/>
              </w:rPr>
              <w:t>NOTE:</w:t>
            </w:r>
            <w:r w:rsidRPr="00EF2F0E">
              <w:rPr>
                <w:rFonts w:cs="Arial"/>
              </w:rPr>
              <w:tab/>
              <w:t>GMSK as defined in TS45.004 [26]</w:t>
            </w:r>
          </w:p>
        </w:tc>
      </w:tr>
    </w:tbl>
    <w:p w14:paraId="09850A68" w14:textId="77777777" w:rsidR="00B15E99" w:rsidRPr="00EF2F0E" w:rsidRDefault="00B15E99" w:rsidP="00A40339">
      <w:pPr>
        <w:rPr>
          <w:rFonts w:eastAsia="Osaka"/>
        </w:rPr>
      </w:pPr>
    </w:p>
    <w:p w14:paraId="09850A69" w14:textId="77777777" w:rsidR="00B15E99" w:rsidRPr="00EF2F0E" w:rsidRDefault="00B15E99" w:rsidP="007853C3">
      <w:pPr>
        <w:pStyle w:val="TH"/>
      </w:pPr>
      <w:r w:rsidRPr="00EF2F0E">
        <w:rPr>
          <w:rFonts w:eastAsia="Osaka"/>
        </w:rPr>
        <w:t xml:space="preserve">Table 10.8.3-5: </w:t>
      </w:r>
      <w:r w:rsidRPr="00EF2F0E">
        <w:t>Intermodulation performance requirement (Local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9"/>
        <w:gridCol w:w="2092"/>
        <w:gridCol w:w="1842"/>
        <w:gridCol w:w="1004"/>
        <w:gridCol w:w="2693"/>
      </w:tblGrid>
      <w:tr w:rsidR="003401A4" w:rsidRPr="00EF2F0E" w14:paraId="09850A70" w14:textId="77777777" w:rsidTr="00A40339">
        <w:trPr>
          <w:jc w:val="center"/>
        </w:trPr>
        <w:tc>
          <w:tcPr>
            <w:tcW w:w="1919" w:type="dxa"/>
          </w:tcPr>
          <w:p w14:paraId="09850A6A" w14:textId="77777777" w:rsidR="00B15E99" w:rsidRPr="00EF2F0E" w:rsidRDefault="00B15E99" w:rsidP="00A40339">
            <w:pPr>
              <w:pStyle w:val="TAH"/>
              <w:rPr>
                <w:rFonts w:cs="v5.0.0"/>
              </w:rPr>
            </w:pPr>
            <w:r w:rsidRPr="00EF2F0E">
              <w:rPr>
                <w:rFonts w:cs="v5.0.0"/>
              </w:rPr>
              <w:t>Operating band</w:t>
            </w:r>
          </w:p>
        </w:tc>
        <w:tc>
          <w:tcPr>
            <w:tcW w:w="2092" w:type="dxa"/>
          </w:tcPr>
          <w:p w14:paraId="09850A6B" w14:textId="77777777" w:rsidR="00B15E99" w:rsidRPr="00EF2F0E" w:rsidRDefault="00B15E99" w:rsidP="00A40339">
            <w:pPr>
              <w:pStyle w:val="TAH"/>
            </w:pPr>
            <w:r w:rsidRPr="00EF2F0E">
              <w:t>Mean power of interfering signals [dBm]</w:t>
            </w:r>
          </w:p>
        </w:tc>
        <w:tc>
          <w:tcPr>
            <w:tcW w:w="1842" w:type="dxa"/>
          </w:tcPr>
          <w:p w14:paraId="09850A6C" w14:textId="77777777" w:rsidR="00B15E99" w:rsidRPr="00EF2F0E" w:rsidRDefault="00B15E99" w:rsidP="00A40339">
            <w:pPr>
              <w:pStyle w:val="TAH"/>
            </w:pPr>
            <w:r w:rsidRPr="00EF2F0E">
              <w:t>Wanted Signal mean power [dBm]</w:t>
            </w:r>
          </w:p>
          <w:p w14:paraId="09850A6D" w14:textId="77777777" w:rsidR="00B15E99" w:rsidRPr="00EF2F0E" w:rsidRDefault="00B15E99" w:rsidP="00A40339">
            <w:pPr>
              <w:pStyle w:val="TAH"/>
            </w:pPr>
            <w:r w:rsidRPr="00EF2F0E">
              <w:t>(NOTE)</w:t>
            </w:r>
          </w:p>
        </w:tc>
        <w:tc>
          <w:tcPr>
            <w:tcW w:w="1004" w:type="dxa"/>
          </w:tcPr>
          <w:p w14:paraId="09850A6E" w14:textId="77777777" w:rsidR="00B15E99" w:rsidRPr="00EF2F0E" w:rsidRDefault="00B15E99" w:rsidP="00A40339">
            <w:pPr>
              <w:pStyle w:val="TAH"/>
              <w:rPr>
                <w:rFonts w:cs="v5.0.0"/>
              </w:rPr>
            </w:pPr>
            <w:r w:rsidRPr="00EF2F0E">
              <w:rPr>
                <w:rFonts w:cs="v5.0.0"/>
              </w:rPr>
              <w:t>Offset</w:t>
            </w:r>
          </w:p>
        </w:tc>
        <w:tc>
          <w:tcPr>
            <w:tcW w:w="2693" w:type="dxa"/>
          </w:tcPr>
          <w:p w14:paraId="09850A6F" w14:textId="77777777" w:rsidR="00B15E99" w:rsidRPr="00EF2F0E" w:rsidRDefault="00B15E99" w:rsidP="00A40339">
            <w:pPr>
              <w:pStyle w:val="TAH"/>
              <w:rPr>
                <w:rFonts w:cs="v5.0.0"/>
              </w:rPr>
            </w:pPr>
            <w:r w:rsidRPr="00EF2F0E">
              <w:rPr>
                <w:rFonts w:cs="v5.0.0"/>
              </w:rPr>
              <w:t>Type of Interfering Signal</w:t>
            </w:r>
          </w:p>
        </w:tc>
      </w:tr>
      <w:tr w:rsidR="003401A4" w:rsidRPr="00EF2F0E" w14:paraId="09850A76" w14:textId="77777777" w:rsidTr="00A40339">
        <w:trPr>
          <w:cantSplit/>
          <w:trHeight w:val="88"/>
          <w:jc w:val="center"/>
        </w:trPr>
        <w:tc>
          <w:tcPr>
            <w:tcW w:w="1919" w:type="dxa"/>
            <w:vMerge w:val="restart"/>
          </w:tcPr>
          <w:p w14:paraId="09850A71" w14:textId="77777777" w:rsidR="00B15E99" w:rsidRPr="00EF2F0E" w:rsidRDefault="00B15E99" w:rsidP="00A40339">
            <w:pPr>
              <w:pStyle w:val="TAC"/>
              <w:rPr>
                <w:rFonts w:cs="v5.0.0"/>
              </w:rPr>
            </w:pPr>
            <w:r w:rsidRPr="00EF2F0E">
              <w:rPr>
                <w:rFonts w:cs="v5.0.0"/>
              </w:rPr>
              <w:t>All bands</w:t>
            </w:r>
          </w:p>
        </w:tc>
        <w:tc>
          <w:tcPr>
            <w:tcW w:w="2092" w:type="dxa"/>
          </w:tcPr>
          <w:p w14:paraId="09850A72" w14:textId="77777777" w:rsidR="00B15E99" w:rsidRPr="00EF2F0E" w:rsidRDefault="00B15E99" w:rsidP="00A40339">
            <w:pPr>
              <w:pStyle w:val="TAC"/>
              <w:rPr>
                <w:rFonts w:cs="v5.0.0"/>
              </w:rPr>
            </w:pPr>
            <w:r w:rsidRPr="00EF2F0E">
              <w:rPr>
                <w:rFonts w:cs="v5.0.0"/>
              </w:rPr>
              <w:t>- 38</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842" w:type="dxa"/>
          </w:tcPr>
          <w:p w14:paraId="09850A73" w14:textId="77777777" w:rsidR="00B15E99" w:rsidRPr="00EF2F0E" w:rsidRDefault="00B15E99" w:rsidP="00A40339">
            <w:pPr>
              <w:pStyle w:val="TAC"/>
              <w:rPr>
                <w:rFonts w:cs="Arial"/>
              </w:rPr>
            </w:pPr>
            <w:r w:rsidRPr="00EF2F0E">
              <w:rPr>
                <w:rFonts w:cs="v5.0.0"/>
              </w:rPr>
              <w:t>- 101</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004" w:type="dxa"/>
            <w:vMerge w:val="restart"/>
          </w:tcPr>
          <w:p w14:paraId="09850A74" w14:textId="77777777" w:rsidR="00B15E99" w:rsidRPr="00EF2F0E" w:rsidRDefault="00B15E99" w:rsidP="00A40339">
            <w:pPr>
              <w:pStyle w:val="TAC"/>
              <w:rPr>
                <w:rFonts w:cs="v5.0.0"/>
              </w:rPr>
            </w:pPr>
            <w:r w:rsidRPr="00EF2F0E">
              <w:rPr>
                <w:rFonts w:cs="Arial"/>
              </w:rPr>
              <w:t>±</w:t>
            </w:r>
            <w:r w:rsidRPr="00EF2F0E">
              <w:rPr>
                <w:rFonts w:cs="v5.0.0"/>
              </w:rPr>
              <w:t>10 MHz</w:t>
            </w:r>
          </w:p>
        </w:tc>
        <w:tc>
          <w:tcPr>
            <w:tcW w:w="2693" w:type="dxa"/>
            <w:vMerge w:val="restart"/>
          </w:tcPr>
          <w:p w14:paraId="09850A75" w14:textId="77777777" w:rsidR="00B15E99" w:rsidRPr="00EF2F0E" w:rsidRDefault="00B15E99" w:rsidP="00A40339">
            <w:pPr>
              <w:pStyle w:val="TAC"/>
              <w:rPr>
                <w:rFonts w:cs="v5.0.0"/>
              </w:rPr>
            </w:pPr>
            <w:r w:rsidRPr="00EF2F0E">
              <w:rPr>
                <w:rFonts w:cs="v5.0.0"/>
              </w:rPr>
              <w:t>CW signal</w:t>
            </w:r>
          </w:p>
        </w:tc>
      </w:tr>
      <w:tr w:rsidR="003401A4" w:rsidRPr="00EF2F0E" w14:paraId="09850A7C" w14:textId="77777777" w:rsidTr="00A40339">
        <w:trPr>
          <w:cantSplit/>
          <w:trHeight w:val="87"/>
          <w:jc w:val="center"/>
        </w:trPr>
        <w:tc>
          <w:tcPr>
            <w:tcW w:w="1919" w:type="dxa"/>
            <w:vMerge/>
          </w:tcPr>
          <w:p w14:paraId="09850A77" w14:textId="77777777" w:rsidR="00B15E99" w:rsidRPr="00EF2F0E" w:rsidRDefault="00B15E99" w:rsidP="00A40339">
            <w:pPr>
              <w:pStyle w:val="TAC"/>
              <w:rPr>
                <w:rFonts w:cs="v5.0.0"/>
              </w:rPr>
            </w:pPr>
          </w:p>
        </w:tc>
        <w:tc>
          <w:tcPr>
            <w:tcW w:w="2092" w:type="dxa"/>
          </w:tcPr>
          <w:p w14:paraId="09850A78" w14:textId="77777777" w:rsidR="00B15E99" w:rsidRPr="00EF2F0E" w:rsidRDefault="00B15E99" w:rsidP="00A40339">
            <w:pPr>
              <w:pStyle w:val="TAC"/>
              <w:rPr>
                <w:rFonts w:cs="v5.0.0"/>
              </w:rPr>
            </w:pPr>
            <w:r w:rsidRPr="00EF2F0E">
              <w:rPr>
                <w:rFonts w:cs="Arial"/>
                <w:szCs w:val="18"/>
              </w:rPr>
              <w:t xml:space="preserve">-38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842" w:type="dxa"/>
          </w:tcPr>
          <w:p w14:paraId="09850A79" w14:textId="77777777" w:rsidR="00B15E99" w:rsidRPr="00EF2F0E" w:rsidRDefault="00B15E99" w:rsidP="00A40339">
            <w:pPr>
              <w:pStyle w:val="TAC"/>
              <w:rPr>
                <w:rFonts w:cs="Arial"/>
              </w:rPr>
            </w:pPr>
            <w:r w:rsidRPr="00EF2F0E">
              <w:rPr>
                <w:rFonts w:cs="Arial"/>
                <w:szCs w:val="18"/>
              </w:rPr>
              <w:t xml:space="preserve">-101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004" w:type="dxa"/>
            <w:vMerge/>
          </w:tcPr>
          <w:p w14:paraId="09850A7A" w14:textId="77777777" w:rsidR="00B15E99" w:rsidRPr="00EF2F0E" w:rsidRDefault="00B15E99" w:rsidP="00A40339">
            <w:pPr>
              <w:pStyle w:val="TAC"/>
              <w:rPr>
                <w:rFonts w:cs="Arial"/>
              </w:rPr>
            </w:pPr>
          </w:p>
        </w:tc>
        <w:tc>
          <w:tcPr>
            <w:tcW w:w="2693" w:type="dxa"/>
            <w:vMerge/>
          </w:tcPr>
          <w:p w14:paraId="09850A7B" w14:textId="77777777" w:rsidR="00B15E99" w:rsidRPr="00EF2F0E" w:rsidRDefault="00B15E99" w:rsidP="00A40339">
            <w:pPr>
              <w:pStyle w:val="TAC"/>
              <w:rPr>
                <w:rFonts w:cs="v5.0.0"/>
              </w:rPr>
            </w:pPr>
          </w:p>
        </w:tc>
      </w:tr>
      <w:tr w:rsidR="003401A4" w:rsidRPr="00EF2F0E" w14:paraId="09850A82" w14:textId="77777777" w:rsidTr="00A40339">
        <w:trPr>
          <w:cantSplit/>
          <w:trHeight w:val="88"/>
          <w:jc w:val="center"/>
        </w:trPr>
        <w:tc>
          <w:tcPr>
            <w:tcW w:w="1919" w:type="dxa"/>
            <w:vMerge/>
          </w:tcPr>
          <w:p w14:paraId="09850A7D" w14:textId="77777777" w:rsidR="00B15E99" w:rsidRPr="00EF2F0E" w:rsidRDefault="00B15E99" w:rsidP="00A40339">
            <w:pPr>
              <w:pStyle w:val="TAC"/>
              <w:rPr>
                <w:rFonts w:cs="v5.0.0"/>
              </w:rPr>
            </w:pPr>
          </w:p>
        </w:tc>
        <w:tc>
          <w:tcPr>
            <w:tcW w:w="2092" w:type="dxa"/>
          </w:tcPr>
          <w:p w14:paraId="09850A7E" w14:textId="77777777" w:rsidR="00B15E99" w:rsidRPr="00EF2F0E" w:rsidRDefault="00B15E99" w:rsidP="00A40339">
            <w:pPr>
              <w:pStyle w:val="TAC"/>
              <w:rPr>
                <w:rFonts w:cs="v5.0.0"/>
              </w:rPr>
            </w:pPr>
            <w:r w:rsidRPr="00EF2F0E">
              <w:rPr>
                <w:rFonts w:cs="v5.0.0"/>
              </w:rPr>
              <w:t>- 38</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842" w:type="dxa"/>
          </w:tcPr>
          <w:p w14:paraId="09850A7F" w14:textId="77777777" w:rsidR="00B15E99" w:rsidRPr="00EF2F0E" w:rsidRDefault="00B15E99" w:rsidP="00A40339">
            <w:pPr>
              <w:pStyle w:val="TAC"/>
              <w:rPr>
                <w:rFonts w:cs="Arial"/>
              </w:rPr>
            </w:pPr>
            <w:r w:rsidRPr="00EF2F0E">
              <w:rPr>
                <w:rFonts w:cs="v5.0.0"/>
              </w:rPr>
              <w:t>- 101</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004" w:type="dxa"/>
            <w:vMerge w:val="restart"/>
          </w:tcPr>
          <w:p w14:paraId="09850A80" w14:textId="77777777" w:rsidR="00B15E99" w:rsidRPr="00EF2F0E" w:rsidRDefault="00B15E99" w:rsidP="00A40339">
            <w:pPr>
              <w:pStyle w:val="TAC"/>
              <w:rPr>
                <w:rFonts w:cs="v5.0.0"/>
              </w:rPr>
            </w:pPr>
            <w:r w:rsidRPr="00EF2F0E">
              <w:rPr>
                <w:rFonts w:cs="Arial"/>
              </w:rPr>
              <w:t>±</w:t>
            </w:r>
            <w:r w:rsidRPr="00EF2F0E">
              <w:rPr>
                <w:rFonts w:cs="v5.0.0"/>
              </w:rPr>
              <w:t>20 MHz</w:t>
            </w:r>
          </w:p>
        </w:tc>
        <w:tc>
          <w:tcPr>
            <w:tcW w:w="2693" w:type="dxa"/>
            <w:vMerge w:val="restart"/>
          </w:tcPr>
          <w:p w14:paraId="09850A81" w14:textId="77777777" w:rsidR="00B15E99" w:rsidRPr="00EF2F0E" w:rsidRDefault="00B15E99" w:rsidP="00A40339">
            <w:pPr>
              <w:pStyle w:val="TAC"/>
              <w:rPr>
                <w:rFonts w:cs="v5.0.0"/>
              </w:rPr>
            </w:pPr>
            <w:r w:rsidRPr="00EF2F0E">
              <w:rPr>
                <w:rFonts w:cs="v5.0.0"/>
              </w:rPr>
              <w:t>WCDMA signal (NOTE)</w:t>
            </w:r>
          </w:p>
        </w:tc>
      </w:tr>
      <w:tr w:rsidR="003401A4" w:rsidRPr="00EF2F0E" w14:paraId="09850A88" w14:textId="77777777" w:rsidTr="00A40339">
        <w:trPr>
          <w:cantSplit/>
          <w:trHeight w:val="87"/>
          <w:jc w:val="center"/>
        </w:trPr>
        <w:tc>
          <w:tcPr>
            <w:tcW w:w="1919" w:type="dxa"/>
            <w:vMerge/>
          </w:tcPr>
          <w:p w14:paraId="09850A83" w14:textId="77777777" w:rsidR="00B15E99" w:rsidRPr="00EF2F0E" w:rsidRDefault="00B15E99" w:rsidP="00A40339">
            <w:pPr>
              <w:pStyle w:val="TAC"/>
              <w:rPr>
                <w:rFonts w:cs="v5.0.0"/>
              </w:rPr>
            </w:pPr>
          </w:p>
        </w:tc>
        <w:tc>
          <w:tcPr>
            <w:tcW w:w="2092" w:type="dxa"/>
          </w:tcPr>
          <w:p w14:paraId="09850A84" w14:textId="77777777" w:rsidR="00B15E99" w:rsidRPr="00EF2F0E" w:rsidRDefault="00B15E99" w:rsidP="00A40339">
            <w:pPr>
              <w:pStyle w:val="TAC"/>
              <w:rPr>
                <w:rFonts w:cs="v5.0.0"/>
              </w:rPr>
            </w:pPr>
            <w:r w:rsidRPr="00EF2F0E">
              <w:rPr>
                <w:rFonts w:cs="Arial"/>
                <w:szCs w:val="18"/>
              </w:rPr>
              <w:t xml:space="preserve">-38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842" w:type="dxa"/>
          </w:tcPr>
          <w:p w14:paraId="09850A85" w14:textId="77777777" w:rsidR="00B15E99" w:rsidRPr="00EF2F0E" w:rsidRDefault="00B15E99" w:rsidP="00A40339">
            <w:pPr>
              <w:pStyle w:val="TAC"/>
              <w:rPr>
                <w:rFonts w:cs="Arial"/>
              </w:rPr>
            </w:pPr>
            <w:r w:rsidRPr="00EF2F0E">
              <w:rPr>
                <w:rFonts w:cs="Arial"/>
                <w:szCs w:val="18"/>
              </w:rPr>
              <w:t xml:space="preserve">-101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004" w:type="dxa"/>
            <w:vMerge/>
          </w:tcPr>
          <w:p w14:paraId="09850A86" w14:textId="77777777" w:rsidR="00B15E99" w:rsidRPr="00EF2F0E" w:rsidRDefault="00B15E99" w:rsidP="00A40339">
            <w:pPr>
              <w:pStyle w:val="TAC"/>
              <w:rPr>
                <w:rFonts w:cs="Arial"/>
              </w:rPr>
            </w:pPr>
          </w:p>
        </w:tc>
        <w:tc>
          <w:tcPr>
            <w:tcW w:w="2693" w:type="dxa"/>
            <w:vMerge/>
          </w:tcPr>
          <w:p w14:paraId="09850A87" w14:textId="77777777" w:rsidR="00B15E99" w:rsidRPr="00EF2F0E" w:rsidRDefault="00B15E99" w:rsidP="00A40339">
            <w:pPr>
              <w:pStyle w:val="TAC"/>
              <w:rPr>
                <w:rFonts w:cs="v5.0.0"/>
              </w:rPr>
            </w:pPr>
          </w:p>
        </w:tc>
      </w:tr>
      <w:tr w:rsidR="00B15E99" w:rsidRPr="00EF2F0E" w14:paraId="09850A8A" w14:textId="77777777" w:rsidTr="00A40339">
        <w:trPr>
          <w:cantSplit/>
          <w:jc w:val="center"/>
        </w:trPr>
        <w:tc>
          <w:tcPr>
            <w:tcW w:w="9550" w:type="dxa"/>
            <w:gridSpan w:val="5"/>
          </w:tcPr>
          <w:p w14:paraId="09850A89" w14:textId="77777777" w:rsidR="00B15E99" w:rsidRPr="00EF2F0E" w:rsidRDefault="00B15E99" w:rsidP="00A40339">
            <w:pPr>
              <w:pStyle w:val="TAN"/>
              <w:rPr>
                <w:rFonts w:cs="v5.0.0"/>
              </w:rPr>
            </w:pPr>
            <w:r w:rsidRPr="00EF2F0E">
              <w:rPr>
                <w:rFonts w:cs="Arial"/>
              </w:rPr>
              <w:t>NOTE:</w:t>
            </w:r>
            <w:r w:rsidRPr="00EF2F0E">
              <w:rPr>
                <w:rFonts w:cs="Arial"/>
              </w:rPr>
              <w:tab/>
              <w:t>The characteristics of the WCDMA interference signal are specified in 3GPP TS 25.104 [6] Annex C.</w:t>
            </w:r>
          </w:p>
        </w:tc>
      </w:tr>
    </w:tbl>
    <w:p w14:paraId="09850A8B" w14:textId="77777777" w:rsidR="00B15E99" w:rsidRPr="00EF2F0E" w:rsidRDefault="00B15E99" w:rsidP="00A40339">
      <w:pPr>
        <w:rPr>
          <w:rFonts w:cs="v5.0.0"/>
        </w:rPr>
      </w:pPr>
    </w:p>
    <w:p w14:paraId="09850A8C" w14:textId="77777777" w:rsidR="00B15E99" w:rsidRPr="00EF2F0E" w:rsidRDefault="00B15E99" w:rsidP="007853C3">
      <w:pPr>
        <w:pStyle w:val="TH"/>
      </w:pPr>
      <w:r w:rsidRPr="00EF2F0E">
        <w:rPr>
          <w:rFonts w:eastAsia="Osaka"/>
        </w:rPr>
        <w:t>Table 10.8.3-6: Narrowband i</w:t>
      </w:r>
      <w:r w:rsidRPr="00EF2F0E">
        <w:t>ntermodulation performance requirement (Local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1"/>
        <w:gridCol w:w="2126"/>
        <w:gridCol w:w="1842"/>
        <w:gridCol w:w="993"/>
        <w:gridCol w:w="2670"/>
      </w:tblGrid>
      <w:tr w:rsidR="003401A4" w:rsidRPr="00EF2F0E" w14:paraId="09850A93" w14:textId="77777777" w:rsidTr="00A40339">
        <w:trPr>
          <w:jc w:val="center"/>
        </w:trPr>
        <w:tc>
          <w:tcPr>
            <w:tcW w:w="1851" w:type="dxa"/>
          </w:tcPr>
          <w:p w14:paraId="09850A8D" w14:textId="77777777" w:rsidR="00B15E99" w:rsidRPr="00EF2F0E" w:rsidRDefault="00B15E99" w:rsidP="00A40339">
            <w:pPr>
              <w:pStyle w:val="TAH"/>
              <w:rPr>
                <w:rFonts w:cs="Arial"/>
              </w:rPr>
            </w:pPr>
            <w:r w:rsidRPr="00EF2F0E">
              <w:rPr>
                <w:rFonts w:cs="Arial"/>
              </w:rPr>
              <w:t>Operating band</w:t>
            </w:r>
          </w:p>
        </w:tc>
        <w:tc>
          <w:tcPr>
            <w:tcW w:w="2126" w:type="dxa"/>
          </w:tcPr>
          <w:p w14:paraId="09850A8E" w14:textId="77777777" w:rsidR="00B15E99" w:rsidRPr="00EF2F0E" w:rsidRDefault="00B15E99" w:rsidP="00A40339">
            <w:pPr>
              <w:pStyle w:val="TAH"/>
            </w:pPr>
            <w:r w:rsidRPr="00EF2F0E">
              <w:t>Mean power of interfering signals [dBm]</w:t>
            </w:r>
          </w:p>
        </w:tc>
        <w:tc>
          <w:tcPr>
            <w:tcW w:w="1842" w:type="dxa"/>
          </w:tcPr>
          <w:p w14:paraId="09850A8F" w14:textId="77777777" w:rsidR="00B15E99" w:rsidRPr="00EF2F0E" w:rsidRDefault="00B15E99" w:rsidP="00A40339">
            <w:pPr>
              <w:pStyle w:val="TAH"/>
            </w:pPr>
            <w:r w:rsidRPr="00EF2F0E">
              <w:t>Wanted Signal mean power [dBm]</w:t>
            </w:r>
          </w:p>
          <w:p w14:paraId="09850A90" w14:textId="77777777" w:rsidR="00B15E99" w:rsidRPr="00EF2F0E" w:rsidRDefault="00B15E99" w:rsidP="00A40339">
            <w:pPr>
              <w:pStyle w:val="TAH"/>
            </w:pPr>
            <w:r w:rsidRPr="00EF2F0E">
              <w:t>(NOTE)</w:t>
            </w:r>
          </w:p>
        </w:tc>
        <w:tc>
          <w:tcPr>
            <w:tcW w:w="993" w:type="dxa"/>
          </w:tcPr>
          <w:p w14:paraId="09850A91" w14:textId="77777777" w:rsidR="00B15E99" w:rsidRPr="00EF2F0E" w:rsidRDefault="00B15E99" w:rsidP="00A40339">
            <w:pPr>
              <w:pStyle w:val="TAH"/>
              <w:rPr>
                <w:rFonts w:cs="Arial"/>
              </w:rPr>
            </w:pPr>
            <w:r w:rsidRPr="00EF2F0E">
              <w:rPr>
                <w:rFonts w:cs="Arial"/>
              </w:rPr>
              <w:t>Offset</w:t>
            </w:r>
          </w:p>
        </w:tc>
        <w:tc>
          <w:tcPr>
            <w:tcW w:w="2670" w:type="dxa"/>
          </w:tcPr>
          <w:p w14:paraId="09850A92"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50A99" w14:textId="77777777" w:rsidTr="00A40339">
        <w:trPr>
          <w:cantSplit/>
          <w:trHeight w:val="88"/>
          <w:jc w:val="center"/>
        </w:trPr>
        <w:tc>
          <w:tcPr>
            <w:tcW w:w="1851" w:type="dxa"/>
            <w:vMerge w:val="restart"/>
          </w:tcPr>
          <w:p w14:paraId="09850A94" w14:textId="77777777" w:rsidR="00B15E99" w:rsidRPr="00EF2F0E" w:rsidRDefault="00B15E99" w:rsidP="00A40339">
            <w:pPr>
              <w:pStyle w:val="TAC"/>
              <w:rPr>
                <w:rFonts w:cs="Arial"/>
              </w:rPr>
            </w:pPr>
            <w:r w:rsidRPr="00EF2F0E">
              <w:rPr>
                <w:rFonts w:cs="Arial"/>
              </w:rPr>
              <w:t>II, III, IV, V, VIII, X, XII, XIII, XIV</w:t>
            </w:r>
            <w:r w:rsidRPr="00EF2F0E">
              <w:rPr>
                <w:rFonts w:cs="Arial"/>
                <w:lang w:eastAsia="zh-CN"/>
              </w:rPr>
              <w:t>, XXV, XXVI</w:t>
            </w:r>
          </w:p>
        </w:tc>
        <w:tc>
          <w:tcPr>
            <w:tcW w:w="2126" w:type="dxa"/>
          </w:tcPr>
          <w:p w14:paraId="09850A95" w14:textId="77777777" w:rsidR="00B15E99" w:rsidRPr="00EF2F0E" w:rsidRDefault="00B15E99" w:rsidP="00A40339">
            <w:pPr>
              <w:pStyle w:val="TAC"/>
              <w:rPr>
                <w:rFonts w:cs="Arial"/>
              </w:rPr>
            </w:pPr>
            <w:r w:rsidRPr="00EF2F0E">
              <w:rPr>
                <w:rFonts w:cs="v5.0.0"/>
              </w:rPr>
              <w:t>- 38</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842" w:type="dxa"/>
          </w:tcPr>
          <w:p w14:paraId="09850A96" w14:textId="77777777" w:rsidR="00B15E99" w:rsidRPr="00EF2F0E" w:rsidRDefault="00B15E99" w:rsidP="00A40339">
            <w:pPr>
              <w:pStyle w:val="TAC"/>
              <w:rPr>
                <w:rFonts w:cs="Arial"/>
              </w:rPr>
            </w:pPr>
            <w:r w:rsidRPr="00EF2F0E">
              <w:rPr>
                <w:rFonts w:cs="v5.0.0"/>
              </w:rPr>
              <w:t>- 101</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993" w:type="dxa"/>
            <w:vMerge w:val="restart"/>
          </w:tcPr>
          <w:p w14:paraId="09850A97" w14:textId="77777777" w:rsidR="00B15E99" w:rsidRPr="00EF2F0E" w:rsidRDefault="00B15E99" w:rsidP="00A40339">
            <w:pPr>
              <w:pStyle w:val="TAC"/>
              <w:rPr>
                <w:rFonts w:cs="Arial"/>
              </w:rPr>
            </w:pPr>
            <w:r w:rsidRPr="00EF2F0E">
              <w:rPr>
                <w:rFonts w:cs="Arial"/>
              </w:rPr>
              <w:t>±3.5 MHz</w:t>
            </w:r>
          </w:p>
        </w:tc>
        <w:tc>
          <w:tcPr>
            <w:tcW w:w="2670" w:type="dxa"/>
            <w:vMerge w:val="restart"/>
          </w:tcPr>
          <w:p w14:paraId="09850A98" w14:textId="77777777" w:rsidR="00B15E99" w:rsidRPr="00EF2F0E" w:rsidRDefault="00B15E99" w:rsidP="00A40339">
            <w:pPr>
              <w:pStyle w:val="TAC"/>
              <w:rPr>
                <w:rFonts w:cs="Arial"/>
              </w:rPr>
            </w:pPr>
            <w:r w:rsidRPr="00EF2F0E">
              <w:rPr>
                <w:rFonts w:cs="Arial"/>
              </w:rPr>
              <w:t>CW signal</w:t>
            </w:r>
          </w:p>
        </w:tc>
      </w:tr>
      <w:tr w:rsidR="003401A4" w:rsidRPr="00EF2F0E" w14:paraId="09850A9F" w14:textId="77777777" w:rsidTr="00A40339">
        <w:trPr>
          <w:cantSplit/>
          <w:trHeight w:val="87"/>
          <w:jc w:val="center"/>
        </w:trPr>
        <w:tc>
          <w:tcPr>
            <w:tcW w:w="1851" w:type="dxa"/>
            <w:vMerge/>
          </w:tcPr>
          <w:p w14:paraId="09850A9A" w14:textId="77777777" w:rsidR="00B15E99" w:rsidRPr="00EF2F0E" w:rsidRDefault="00B15E99" w:rsidP="00A40339">
            <w:pPr>
              <w:pStyle w:val="TAC"/>
              <w:rPr>
                <w:rFonts w:cs="Arial"/>
              </w:rPr>
            </w:pPr>
          </w:p>
        </w:tc>
        <w:tc>
          <w:tcPr>
            <w:tcW w:w="2126" w:type="dxa"/>
          </w:tcPr>
          <w:p w14:paraId="09850A9B" w14:textId="77777777" w:rsidR="00B15E99" w:rsidRPr="00EF2F0E" w:rsidRDefault="00B15E99" w:rsidP="00A40339">
            <w:pPr>
              <w:pStyle w:val="TAC"/>
              <w:rPr>
                <w:rFonts w:cs="v5.0.0"/>
              </w:rPr>
            </w:pPr>
            <w:r w:rsidRPr="00EF2F0E">
              <w:rPr>
                <w:rFonts w:cs="Arial"/>
                <w:szCs w:val="18"/>
              </w:rPr>
              <w:t xml:space="preserve">-38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842" w:type="dxa"/>
          </w:tcPr>
          <w:p w14:paraId="09850A9C" w14:textId="77777777" w:rsidR="00B15E99" w:rsidRPr="00EF2F0E" w:rsidRDefault="00B15E99" w:rsidP="00A40339">
            <w:pPr>
              <w:pStyle w:val="TAC"/>
              <w:rPr>
                <w:rFonts w:cs="Arial"/>
              </w:rPr>
            </w:pPr>
            <w:r w:rsidRPr="00EF2F0E">
              <w:rPr>
                <w:rFonts w:cs="Arial"/>
                <w:szCs w:val="18"/>
              </w:rPr>
              <w:t xml:space="preserve">-101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993" w:type="dxa"/>
            <w:vMerge/>
          </w:tcPr>
          <w:p w14:paraId="09850A9D" w14:textId="77777777" w:rsidR="00B15E99" w:rsidRPr="00EF2F0E" w:rsidRDefault="00B15E99" w:rsidP="00A40339">
            <w:pPr>
              <w:pStyle w:val="TAC"/>
              <w:rPr>
                <w:rFonts w:cs="Arial"/>
              </w:rPr>
            </w:pPr>
          </w:p>
        </w:tc>
        <w:tc>
          <w:tcPr>
            <w:tcW w:w="2670" w:type="dxa"/>
            <w:vMerge/>
          </w:tcPr>
          <w:p w14:paraId="09850A9E" w14:textId="77777777" w:rsidR="00B15E99" w:rsidRPr="00EF2F0E" w:rsidRDefault="00B15E99" w:rsidP="00A40339">
            <w:pPr>
              <w:pStyle w:val="TAC"/>
              <w:rPr>
                <w:rFonts w:cs="Arial"/>
              </w:rPr>
            </w:pPr>
          </w:p>
        </w:tc>
      </w:tr>
      <w:tr w:rsidR="003401A4" w:rsidRPr="00EF2F0E" w14:paraId="09850AA5" w14:textId="77777777" w:rsidTr="00A40339">
        <w:trPr>
          <w:cantSplit/>
          <w:trHeight w:val="88"/>
          <w:jc w:val="center"/>
        </w:trPr>
        <w:tc>
          <w:tcPr>
            <w:tcW w:w="1851" w:type="dxa"/>
            <w:vMerge/>
          </w:tcPr>
          <w:p w14:paraId="09850AA0" w14:textId="77777777" w:rsidR="00B15E99" w:rsidRPr="00EF2F0E" w:rsidRDefault="00B15E99" w:rsidP="00A40339">
            <w:pPr>
              <w:pStyle w:val="TAC"/>
              <w:rPr>
                <w:rFonts w:cs="Arial"/>
              </w:rPr>
            </w:pPr>
          </w:p>
        </w:tc>
        <w:tc>
          <w:tcPr>
            <w:tcW w:w="2126" w:type="dxa"/>
          </w:tcPr>
          <w:p w14:paraId="09850AA1" w14:textId="77777777" w:rsidR="00B15E99" w:rsidRPr="00EF2F0E" w:rsidRDefault="00B15E99" w:rsidP="00A40339">
            <w:pPr>
              <w:pStyle w:val="TAC"/>
              <w:rPr>
                <w:rFonts w:cs="Arial"/>
              </w:rPr>
            </w:pPr>
            <w:r w:rsidRPr="00EF2F0E">
              <w:rPr>
                <w:rFonts w:cs="v5.0.0"/>
              </w:rPr>
              <w:t>- 38</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842" w:type="dxa"/>
          </w:tcPr>
          <w:p w14:paraId="09850AA2" w14:textId="77777777" w:rsidR="00B15E99" w:rsidRPr="00EF2F0E" w:rsidRDefault="00B15E99" w:rsidP="00A40339">
            <w:pPr>
              <w:pStyle w:val="TAC"/>
              <w:rPr>
                <w:rFonts w:cs="Arial"/>
              </w:rPr>
            </w:pPr>
            <w:r w:rsidRPr="00EF2F0E">
              <w:rPr>
                <w:rFonts w:cs="v5.0.0"/>
              </w:rPr>
              <w:t>- 101</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993" w:type="dxa"/>
            <w:vMerge w:val="restart"/>
          </w:tcPr>
          <w:p w14:paraId="09850AA3" w14:textId="77777777" w:rsidR="00B15E99" w:rsidRPr="00EF2F0E" w:rsidRDefault="00B15E99" w:rsidP="00A40339">
            <w:pPr>
              <w:pStyle w:val="TAC"/>
              <w:rPr>
                <w:rFonts w:cs="Arial"/>
              </w:rPr>
            </w:pPr>
            <w:r w:rsidRPr="00EF2F0E">
              <w:rPr>
                <w:rFonts w:cs="Arial"/>
              </w:rPr>
              <w:t>±5.9 MHz</w:t>
            </w:r>
          </w:p>
        </w:tc>
        <w:tc>
          <w:tcPr>
            <w:tcW w:w="2670" w:type="dxa"/>
            <w:vMerge w:val="restart"/>
          </w:tcPr>
          <w:p w14:paraId="09850AA4" w14:textId="77777777" w:rsidR="00B15E99" w:rsidRPr="00EF2F0E" w:rsidRDefault="00B15E99" w:rsidP="00A40339">
            <w:pPr>
              <w:pStyle w:val="TAC"/>
              <w:rPr>
                <w:rFonts w:cs="Arial"/>
              </w:rPr>
            </w:pPr>
            <w:r w:rsidRPr="00EF2F0E">
              <w:rPr>
                <w:rFonts w:cs="Arial"/>
              </w:rPr>
              <w:t>GMSK modulated (NOTE)</w:t>
            </w:r>
          </w:p>
        </w:tc>
      </w:tr>
      <w:tr w:rsidR="003401A4" w:rsidRPr="00EF2F0E" w14:paraId="09850AAB" w14:textId="77777777" w:rsidTr="00A40339">
        <w:trPr>
          <w:cantSplit/>
          <w:trHeight w:val="87"/>
          <w:jc w:val="center"/>
        </w:trPr>
        <w:tc>
          <w:tcPr>
            <w:tcW w:w="1851" w:type="dxa"/>
            <w:vMerge/>
          </w:tcPr>
          <w:p w14:paraId="09850AA6" w14:textId="77777777" w:rsidR="00B15E99" w:rsidRPr="00EF2F0E" w:rsidRDefault="00B15E99" w:rsidP="00A40339">
            <w:pPr>
              <w:pStyle w:val="TAC"/>
              <w:rPr>
                <w:rFonts w:cs="Arial"/>
              </w:rPr>
            </w:pPr>
          </w:p>
        </w:tc>
        <w:tc>
          <w:tcPr>
            <w:tcW w:w="2126" w:type="dxa"/>
          </w:tcPr>
          <w:p w14:paraId="09850AA7" w14:textId="77777777" w:rsidR="00B15E99" w:rsidRPr="00EF2F0E" w:rsidRDefault="00B15E99" w:rsidP="00A40339">
            <w:pPr>
              <w:pStyle w:val="TAC"/>
              <w:rPr>
                <w:rFonts w:cs="Arial"/>
              </w:rPr>
            </w:pPr>
            <w:r w:rsidRPr="00EF2F0E">
              <w:rPr>
                <w:rFonts w:cs="Arial"/>
                <w:szCs w:val="18"/>
              </w:rPr>
              <w:t xml:space="preserve">-38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842" w:type="dxa"/>
          </w:tcPr>
          <w:p w14:paraId="09850AA8" w14:textId="77777777" w:rsidR="00B15E99" w:rsidRPr="00EF2F0E" w:rsidRDefault="00B15E99" w:rsidP="00A40339">
            <w:pPr>
              <w:pStyle w:val="TAC"/>
              <w:rPr>
                <w:rFonts w:cs="Arial"/>
              </w:rPr>
            </w:pPr>
            <w:r w:rsidRPr="00EF2F0E">
              <w:rPr>
                <w:rFonts w:cs="Arial"/>
                <w:szCs w:val="18"/>
              </w:rPr>
              <w:t xml:space="preserve">-101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993" w:type="dxa"/>
            <w:vMerge/>
          </w:tcPr>
          <w:p w14:paraId="09850AA9" w14:textId="77777777" w:rsidR="00B15E99" w:rsidRPr="00EF2F0E" w:rsidRDefault="00B15E99" w:rsidP="00A40339">
            <w:pPr>
              <w:pStyle w:val="TAC"/>
              <w:rPr>
                <w:rFonts w:cs="Arial"/>
              </w:rPr>
            </w:pPr>
          </w:p>
        </w:tc>
        <w:tc>
          <w:tcPr>
            <w:tcW w:w="2670" w:type="dxa"/>
            <w:vMerge/>
          </w:tcPr>
          <w:p w14:paraId="09850AAA" w14:textId="77777777" w:rsidR="00B15E99" w:rsidRPr="00EF2F0E" w:rsidRDefault="00B15E99" w:rsidP="00A40339">
            <w:pPr>
              <w:pStyle w:val="TAC"/>
              <w:rPr>
                <w:rFonts w:cs="Arial"/>
              </w:rPr>
            </w:pPr>
          </w:p>
        </w:tc>
      </w:tr>
      <w:tr w:rsidR="00B15E99" w:rsidRPr="00EF2F0E" w14:paraId="09850AAD" w14:textId="77777777" w:rsidTr="00A40339">
        <w:trPr>
          <w:cantSplit/>
          <w:jc w:val="center"/>
        </w:trPr>
        <w:tc>
          <w:tcPr>
            <w:tcW w:w="9482" w:type="dxa"/>
            <w:gridSpan w:val="5"/>
          </w:tcPr>
          <w:p w14:paraId="09850AAC" w14:textId="77777777" w:rsidR="00B15E99" w:rsidRPr="00EF2F0E" w:rsidRDefault="00B15E99" w:rsidP="00A40339">
            <w:pPr>
              <w:pStyle w:val="TAN"/>
              <w:rPr>
                <w:rFonts w:cs="Arial"/>
              </w:rPr>
            </w:pPr>
            <w:r w:rsidRPr="00EF2F0E">
              <w:rPr>
                <w:rFonts w:cs="Arial"/>
              </w:rPr>
              <w:t>NOTE</w:t>
            </w:r>
            <w:r w:rsidRPr="00EF2F0E">
              <w:rPr>
                <w:rFonts w:cs="Arial"/>
              </w:rPr>
              <w:tab/>
              <w:t>GMSK as defined in TS45.004 [26]</w:t>
            </w:r>
          </w:p>
        </w:tc>
      </w:tr>
    </w:tbl>
    <w:p w14:paraId="09850AAE" w14:textId="77777777" w:rsidR="00B15E99" w:rsidRPr="00EF2F0E" w:rsidRDefault="00B15E99" w:rsidP="00A40339"/>
    <w:p w14:paraId="09850AAF" w14:textId="77777777" w:rsidR="00B15E99" w:rsidRPr="00EF2F0E" w:rsidRDefault="00B15E99" w:rsidP="00A40339">
      <w:pPr>
        <w:pStyle w:val="Heading3"/>
        <w:ind w:left="0" w:firstLine="0"/>
      </w:pPr>
      <w:bookmarkStart w:id="5493" w:name="_Toc21096186"/>
      <w:bookmarkStart w:id="5494" w:name="_Toc29763385"/>
      <w:bookmarkStart w:id="5495" w:name="_Toc45869670"/>
      <w:bookmarkStart w:id="5496" w:name="_Toc52554923"/>
      <w:bookmarkStart w:id="5497" w:name="_Toc52555393"/>
      <w:bookmarkStart w:id="5498" w:name="_Toc61112625"/>
      <w:bookmarkStart w:id="5499" w:name="_Toc67911777"/>
      <w:bookmarkStart w:id="5500" w:name="_Toc74843252"/>
      <w:bookmarkStart w:id="5501" w:name="_Toc76503635"/>
      <w:bookmarkStart w:id="5502" w:name="_Toc83041078"/>
      <w:bookmarkStart w:id="5503" w:name="_Toc89852121"/>
      <w:bookmarkStart w:id="5504" w:name="_Toc98676475"/>
      <w:r w:rsidRPr="00EF2F0E">
        <w:t>10.8.4</w:t>
      </w:r>
      <w:r w:rsidRPr="00EF2F0E">
        <w:tab/>
        <w:t>Minimum requirement for single RAT E- UTRA operation</w:t>
      </w:r>
      <w:bookmarkEnd w:id="5493"/>
      <w:bookmarkEnd w:id="5494"/>
      <w:bookmarkEnd w:id="5495"/>
      <w:bookmarkEnd w:id="5496"/>
      <w:bookmarkEnd w:id="5497"/>
      <w:bookmarkEnd w:id="5498"/>
      <w:bookmarkEnd w:id="5499"/>
      <w:bookmarkEnd w:id="5500"/>
      <w:bookmarkEnd w:id="5501"/>
      <w:bookmarkEnd w:id="5502"/>
      <w:bookmarkEnd w:id="5503"/>
      <w:bookmarkEnd w:id="5504"/>
    </w:p>
    <w:p w14:paraId="09850AB0" w14:textId="77777777" w:rsidR="00B15E99" w:rsidRPr="00EF2F0E" w:rsidRDefault="00B15E99" w:rsidP="00A40339">
      <w:pPr>
        <w:rPr>
          <w:rFonts w:eastAsia="Osaka"/>
        </w:rPr>
      </w:pPr>
      <w:r w:rsidRPr="00EF2F0E">
        <w:t>For E-UTRA, the throughput</w:t>
      </w:r>
      <w:r w:rsidRPr="00EF2F0E">
        <w:rPr>
          <w:vertAlign w:val="subscript"/>
        </w:rPr>
        <w:t xml:space="preserve"> </w:t>
      </w:r>
      <w:r w:rsidRPr="00EF2F0E">
        <w:t xml:space="preserve">shall be ≥ 95% of the </w:t>
      </w:r>
      <w:r w:rsidRPr="00EF2F0E">
        <w:rPr>
          <w:i/>
        </w:rPr>
        <w:t>maximum throughput</w:t>
      </w:r>
      <w:r w:rsidRPr="00EF2F0E" w:rsidDel="00BE584A">
        <w:t xml:space="preserve"> </w:t>
      </w:r>
      <w:r w:rsidRPr="00EF2F0E">
        <w:t xml:space="preserve">of the reference measurement channel, with a wanted signal at the assigned channel frequency and two interfering signals at the RIB, with the conditions specified in tables 10.8.4-1 and 10.8.4-2 for intermodulation performance and in tables 10.8.4-3, </w:t>
      </w:r>
      <w:r w:rsidRPr="00EF2F0E">
        <w:rPr>
          <w:lang w:eastAsia="zh-CN"/>
        </w:rPr>
        <w:t xml:space="preserve">10.8.4-4, and 10.8.4-5 </w:t>
      </w:r>
      <w:r w:rsidRPr="00EF2F0E">
        <w:t>for narrowband intermodulation performance.</w:t>
      </w:r>
      <w:r w:rsidRPr="00EF2F0E">
        <w:rPr>
          <w:lang w:eastAsia="zh-CN"/>
        </w:rPr>
        <w:t xml:space="preserve"> Narrowband intermodulation requirements are not applied for Band 46</w:t>
      </w:r>
      <w:r w:rsidR="00B521A3" w:rsidRPr="00EF2F0E">
        <w:rPr>
          <w:rFonts w:cs="Arial"/>
          <w:lang w:eastAsia="zh-CN"/>
        </w:rPr>
        <w:t xml:space="preserve"> nor for Band 49</w:t>
      </w:r>
      <w:r w:rsidRPr="00EF2F0E">
        <w:rPr>
          <w:lang w:eastAsia="zh-CN"/>
        </w:rPr>
        <w:t>.</w:t>
      </w:r>
      <w:r w:rsidRPr="00EF2F0E">
        <w:t xml:space="preserve"> </w:t>
      </w:r>
      <w:r w:rsidRPr="00EF2F0E">
        <w:rPr>
          <w:rFonts w:eastAsia="Osaka"/>
        </w:rPr>
        <w:t>The reference measurement channel for the wanted signal is identified in table 10.8.4-1 to</w:t>
      </w:r>
      <w:r w:rsidRPr="00EF2F0E">
        <w:rPr>
          <w:lang w:eastAsia="zh-CN"/>
        </w:rPr>
        <w:t xml:space="preserve"> 6 f</w:t>
      </w:r>
      <w:r w:rsidRPr="00EF2F0E">
        <w:rPr>
          <w:rFonts w:eastAsia="Osaka"/>
        </w:rPr>
        <w:t xml:space="preserve">or each </w:t>
      </w:r>
      <w:r w:rsidRPr="00EF2F0E">
        <w:rPr>
          <w:rFonts w:eastAsia="Osaka"/>
          <w:i/>
        </w:rPr>
        <w:t>channel bandwidth</w:t>
      </w:r>
      <w:r w:rsidRPr="00EF2F0E">
        <w:rPr>
          <w:rFonts w:eastAsia="Osaka"/>
        </w:rPr>
        <w:t xml:space="preserve"> and further specified in 3GPP TS 36.104 [8] Annex A.</w:t>
      </w:r>
    </w:p>
    <w:p w14:paraId="09850AB1" w14:textId="77777777" w:rsidR="00B15E99" w:rsidRPr="00EF2F0E" w:rsidRDefault="00B15E99" w:rsidP="00A40339">
      <w:pPr>
        <w:rPr>
          <w:rFonts w:eastAsia="Osaka"/>
        </w:rPr>
      </w:pPr>
      <w:r w:rsidRPr="00EF2F0E">
        <w:rPr>
          <w:rFonts w:eastAsia="Osaka"/>
        </w:rPr>
        <w:t xml:space="preserve">The receiver intermodulation requirement is applicable outside the </w:t>
      </w:r>
      <w:r w:rsidRPr="00EF2F0E">
        <w:rPr>
          <w:i/>
          <w:lang w:eastAsia="zh-CN"/>
        </w:rPr>
        <w:t xml:space="preserve">Base Station </w:t>
      </w:r>
      <w:r w:rsidRPr="00EF2F0E">
        <w:rPr>
          <w:rFonts w:eastAsia="Osaka"/>
          <w:i/>
        </w:rPr>
        <w:t>RF Bandwidth</w:t>
      </w:r>
      <w:r w:rsidRPr="00EF2F0E">
        <w:rPr>
          <w:lang w:eastAsia="zh-CN"/>
        </w:rPr>
        <w:t xml:space="preserve"> or </w:t>
      </w:r>
      <w:r w:rsidRPr="00EF2F0E">
        <w:rPr>
          <w:i/>
          <w:lang w:eastAsia="zh-CN"/>
        </w:rPr>
        <w:t>Radio Bandwidth edges</w:t>
      </w:r>
      <w:r w:rsidRPr="00EF2F0E">
        <w:rPr>
          <w:rFonts w:eastAsia="Osaka"/>
        </w:rPr>
        <w:t xml:space="preserve">. The interfering signal offset is defined relative to the </w:t>
      </w:r>
      <w:r w:rsidRPr="00EF2F0E">
        <w:rPr>
          <w:rFonts w:eastAsia="Osaka"/>
          <w:i/>
        </w:rPr>
        <w:t>Base Station RF Bandwidth edges</w:t>
      </w:r>
      <w:r w:rsidRPr="00EF2F0E">
        <w:rPr>
          <w:rFonts w:eastAsia="Osaka"/>
        </w:rPr>
        <w:t xml:space="preserve"> </w:t>
      </w:r>
      <w:r w:rsidRPr="00EF2F0E">
        <w:rPr>
          <w:lang w:eastAsia="zh-CN"/>
        </w:rPr>
        <w:t xml:space="preserve">or </w:t>
      </w:r>
      <w:r w:rsidRPr="00EF2F0E">
        <w:rPr>
          <w:i/>
          <w:lang w:eastAsia="zh-CN"/>
        </w:rPr>
        <w:t xml:space="preserve">Radio Bandwidth </w:t>
      </w:r>
      <w:r w:rsidRPr="00EF2F0E">
        <w:rPr>
          <w:rFonts w:eastAsia="Osaka"/>
          <w:i/>
        </w:rPr>
        <w:t>edges</w:t>
      </w:r>
      <w:r w:rsidRPr="00EF2F0E">
        <w:rPr>
          <w:rFonts w:eastAsia="Osaka"/>
        </w:rPr>
        <w:t>.</w:t>
      </w:r>
    </w:p>
    <w:p w14:paraId="09850AB2" w14:textId="77777777" w:rsidR="00B15E99" w:rsidRPr="00EF2F0E" w:rsidRDefault="00B15E99" w:rsidP="00A40339">
      <w:r w:rsidRPr="00EF2F0E">
        <w:t>For RIB supporting operation in</w:t>
      </w:r>
      <w:r w:rsidRPr="00EF2F0E">
        <w:rPr>
          <w:i/>
        </w:rPr>
        <w:t xml:space="preserve"> non-contiguous spectrum</w:t>
      </w:r>
      <w:r w:rsidRPr="00EF2F0E">
        <w:t xml:space="preserve"> within each supported operating band, the requirement applies in addition inside any </w:t>
      </w:r>
      <w:r w:rsidRPr="00EF2F0E">
        <w:rPr>
          <w:i/>
        </w:rPr>
        <w:t>sub-block gap</w:t>
      </w:r>
      <w:r w:rsidRPr="00EF2F0E">
        <w:t xml:space="preserve"> in case the </w:t>
      </w:r>
      <w:r w:rsidRPr="00EF2F0E">
        <w:rPr>
          <w:i/>
        </w:rPr>
        <w:t>sub-block gap</w:t>
      </w:r>
      <w:r w:rsidRPr="00EF2F0E">
        <w:t xml:space="preserve"> is at least as wide as the </w:t>
      </w:r>
      <w:r w:rsidRPr="00EF2F0E">
        <w:rPr>
          <w:i/>
          <w:lang w:eastAsia="zh-CN"/>
        </w:rPr>
        <w:t>channel bandwidth</w:t>
      </w:r>
      <w:r w:rsidRPr="00EF2F0E">
        <w:rPr>
          <w:lang w:eastAsia="zh-CN"/>
        </w:rPr>
        <w:t xml:space="preserve"> of the </w:t>
      </w:r>
      <w:r w:rsidRPr="00EF2F0E">
        <w:t xml:space="preserve">E-UTRA interfering signal in table 10.8.4-3. The interfering signal offset is defined relative to the </w:t>
      </w:r>
      <w:r w:rsidRPr="00EF2F0E">
        <w:rPr>
          <w:i/>
        </w:rPr>
        <w:t>sub-block</w:t>
      </w:r>
      <w:r w:rsidRPr="00EF2F0E">
        <w:t xml:space="preserve"> edges inside the </w:t>
      </w:r>
      <w:r w:rsidRPr="00EF2F0E">
        <w:rPr>
          <w:i/>
        </w:rPr>
        <w:t>sub-block gap</w:t>
      </w:r>
      <w:r w:rsidRPr="00EF2F0E">
        <w:t>.</w:t>
      </w:r>
    </w:p>
    <w:p w14:paraId="09850AB3" w14:textId="77777777" w:rsidR="00B15E99" w:rsidRPr="00EF2F0E" w:rsidRDefault="00B15E99" w:rsidP="00A40339">
      <w:r w:rsidRPr="00EF2F0E">
        <w:t xml:space="preserve">For </w:t>
      </w:r>
      <w:r w:rsidRPr="00EF2F0E">
        <w:rPr>
          <w:i/>
        </w:rPr>
        <w:t>multi-band RIBs</w:t>
      </w:r>
      <w:r w:rsidRPr="00EF2F0E">
        <w:t>, the intermodulation requirement applies in addition inside any</w:t>
      </w:r>
      <w:r w:rsidRPr="00EF2F0E">
        <w:rPr>
          <w:i/>
        </w:rPr>
        <w:t xml:space="preserve"> Inter RF Bandwidth gap,</w:t>
      </w:r>
      <w:r w:rsidRPr="00EF2F0E">
        <w:t xml:space="preserve"> in case the gap size is at least as wide as the E-UTRA </w:t>
      </w:r>
      <w:r w:rsidRPr="00EF2F0E">
        <w:rPr>
          <w:rFonts w:cs="v5.0.0"/>
        </w:rPr>
        <w:t xml:space="preserve">interfering signal centre frequency offset from the </w:t>
      </w:r>
      <w:r w:rsidRPr="00EF2F0E">
        <w:rPr>
          <w:rFonts w:cs="v5.0.0"/>
          <w:i/>
        </w:rPr>
        <w:t>Base Station RF Bandwidth edge</w:t>
      </w:r>
      <w:r w:rsidRPr="00EF2F0E">
        <w:rPr>
          <w:rFonts w:cs="v5.0.0"/>
        </w:rPr>
        <w:t>.</w:t>
      </w:r>
    </w:p>
    <w:p w14:paraId="09850AB4" w14:textId="77777777" w:rsidR="00B15E99" w:rsidRPr="00EF2F0E" w:rsidRDefault="00B15E99" w:rsidP="00A40339">
      <w:pPr>
        <w:rPr>
          <w:rFonts w:cs="v5.0.0"/>
        </w:rPr>
      </w:pPr>
      <w:r w:rsidRPr="00EF2F0E">
        <w:t xml:space="preserve">For </w:t>
      </w:r>
      <w:r w:rsidRPr="00EF2F0E">
        <w:rPr>
          <w:i/>
        </w:rPr>
        <w:t>multi-band RIBs</w:t>
      </w:r>
      <w:r w:rsidRPr="00EF2F0E">
        <w:t>, the narrowband intermodulation requirement applies in addition inside any</w:t>
      </w:r>
      <w:r w:rsidRPr="00EF2F0E">
        <w:rPr>
          <w:i/>
        </w:rPr>
        <w:t xml:space="preserve"> Inter RF Bandwidth gap,</w:t>
      </w:r>
      <w:r w:rsidRPr="00EF2F0E">
        <w:t xml:space="preserve"> in case the gap size is at least as wide as the E-UTRA interfering </w:t>
      </w:r>
      <w:r w:rsidRPr="00EF2F0E">
        <w:rPr>
          <w:rFonts w:cs="v5.0.0"/>
        </w:rPr>
        <w:t xml:space="preserve">signal in tables 10.8.4-3, 10.8.4-4 and 10.8.4-5. The interfering signal offset is defined relative to the </w:t>
      </w:r>
      <w:r w:rsidRPr="00EF2F0E">
        <w:rPr>
          <w:rFonts w:cs="v5.0.0"/>
          <w:i/>
        </w:rPr>
        <w:t>Base Station RF Bandwidth edges</w:t>
      </w:r>
      <w:r w:rsidRPr="00EF2F0E">
        <w:rPr>
          <w:rFonts w:cs="v5.0.0"/>
        </w:rPr>
        <w:t xml:space="preserve"> inside the </w:t>
      </w:r>
      <w:r w:rsidRPr="00EF2F0E">
        <w:rPr>
          <w:rFonts w:cs="v5.0.0"/>
          <w:i/>
        </w:rPr>
        <w:t>Inter RF Bandwidth gap</w:t>
      </w:r>
      <w:r w:rsidRPr="00EF2F0E">
        <w:rPr>
          <w:rFonts w:cs="v5.0.0"/>
        </w:rPr>
        <w:t>.</w:t>
      </w:r>
    </w:p>
    <w:p w14:paraId="09850AB5" w14:textId="77777777" w:rsidR="00B15E99" w:rsidRPr="00EF2F0E" w:rsidRDefault="00B15E99" w:rsidP="00A40339">
      <w:pPr>
        <w:rPr>
          <w:rFonts w:cs="Arial"/>
        </w:rPr>
      </w:pPr>
      <w:r w:rsidRPr="00EF2F0E">
        <w:t xml:space="preserve">The OTA levels are applied referenced to 2 antenna gain offsets </w:t>
      </w:r>
      <w:r w:rsidRPr="00EF2F0E">
        <w:rPr>
          <w:rFonts w:cs="Arial"/>
        </w:rPr>
        <w:t>Δ</w:t>
      </w:r>
      <w:r w:rsidRPr="00EF2F0E">
        <w:rPr>
          <w:rFonts w:cs="Arial"/>
          <w:vertAlign w:val="subscript"/>
        </w:rPr>
        <w:t xml:space="preserve">OTAREFSENS </w:t>
      </w:r>
      <w:r w:rsidRPr="00EF2F0E">
        <w:rPr>
          <w:rFonts w:cs="Arial"/>
        </w:rPr>
        <w:t>and Δ</w:t>
      </w:r>
      <w:r w:rsidRPr="00EF2F0E">
        <w:rPr>
          <w:rFonts w:cs="Arial"/>
          <w:vertAlign w:val="subscript"/>
        </w:rPr>
        <w:t>minSENS</w:t>
      </w:r>
      <w:r w:rsidRPr="00EF2F0E">
        <w:rPr>
          <w:rFonts w:cs="Arial"/>
        </w:rPr>
        <w:t>.</w:t>
      </w:r>
    </w:p>
    <w:p w14:paraId="09850AB6" w14:textId="77777777" w:rsidR="00B15E99" w:rsidRPr="00EF2F0E" w:rsidRDefault="00B15E99" w:rsidP="007853C3">
      <w:pPr>
        <w:pStyle w:val="TH"/>
      </w:pPr>
      <w:r w:rsidRPr="00EF2F0E">
        <w:rPr>
          <w:rFonts w:eastAsia="Osaka"/>
        </w:rPr>
        <w:t xml:space="preserve">Table 10.8.4-1: </w:t>
      </w:r>
      <w:r w:rsidRPr="00EF2F0E">
        <w:t>Intermodulation performance requirement for E-UTRA</w:t>
      </w: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9"/>
        <w:gridCol w:w="1995"/>
        <w:gridCol w:w="1985"/>
        <w:gridCol w:w="2628"/>
      </w:tblGrid>
      <w:tr w:rsidR="003401A4" w:rsidRPr="00EF2F0E" w14:paraId="09850ABC" w14:textId="77777777" w:rsidTr="00A40339">
        <w:trPr>
          <w:jc w:val="center"/>
        </w:trPr>
        <w:tc>
          <w:tcPr>
            <w:tcW w:w="2049" w:type="dxa"/>
            <w:vAlign w:val="center"/>
          </w:tcPr>
          <w:p w14:paraId="09850AB7" w14:textId="77777777" w:rsidR="00B15E99" w:rsidRPr="00EF2F0E" w:rsidRDefault="00B15E99" w:rsidP="00A40339">
            <w:pPr>
              <w:pStyle w:val="TAH"/>
              <w:rPr>
                <w:rFonts w:cs="Arial"/>
              </w:rPr>
            </w:pPr>
            <w:r w:rsidRPr="00EF2F0E">
              <w:rPr>
                <w:rFonts w:cs="Arial"/>
                <w:lang w:eastAsia="zh-CN"/>
              </w:rPr>
              <w:t>BS type</w:t>
            </w:r>
          </w:p>
        </w:tc>
        <w:tc>
          <w:tcPr>
            <w:tcW w:w="1995" w:type="dxa"/>
            <w:vAlign w:val="center"/>
          </w:tcPr>
          <w:p w14:paraId="09850AB8" w14:textId="77777777" w:rsidR="00B15E99" w:rsidRPr="00EF2F0E" w:rsidRDefault="00B15E99" w:rsidP="00A40339">
            <w:pPr>
              <w:pStyle w:val="TAH"/>
              <w:rPr>
                <w:rFonts w:cs="Arial"/>
              </w:rPr>
            </w:pPr>
            <w:r w:rsidRPr="00EF2F0E">
              <w:rPr>
                <w:rFonts w:cs="Arial"/>
              </w:rPr>
              <w:t>Wanted signal mean power [dBm]</w:t>
            </w:r>
          </w:p>
        </w:tc>
        <w:tc>
          <w:tcPr>
            <w:tcW w:w="1985" w:type="dxa"/>
            <w:vAlign w:val="center"/>
          </w:tcPr>
          <w:p w14:paraId="09850AB9" w14:textId="77777777" w:rsidR="00B15E99" w:rsidRPr="00EF2F0E" w:rsidRDefault="00B15E99" w:rsidP="00A40339">
            <w:pPr>
              <w:pStyle w:val="TAH"/>
              <w:rPr>
                <w:rFonts w:cs="Arial"/>
              </w:rPr>
            </w:pPr>
            <w:r w:rsidRPr="00EF2F0E">
              <w:rPr>
                <w:rFonts w:cs="Arial"/>
              </w:rPr>
              <w:t>Interfering signal mean power [dBm]</w:t>
            </w:r>
          </w:p>
          <w:p w14:paraId="09850ABA" w14:textId="77777777" w:rsidR="00B15E99" w:rsidRPr="00EF2F0E" w:rsidRDefault="00B15E99" w:rsidP="00A40339">
            <w:pPr>
              <w:pStyle w:val="TAH"/>
              <w:rPr>
                <w:rFonts w:cs="Arial"/>
              </w:rPr>
            </w:pPr>
            <w:r w:rsidRPr="00EF2F0E">
              <w:rPr>
                <w:rFonts w:cs="Arial"/>
              </w:rPr>
              <w:t>(NOTE)</w:t>
            </w:r>
          </w:p>
        </w:tc>
        <w:tc>
          <w:tcPr>
            <w:tcW w:w="2628" w:type="dxa"/>
            <w:vAlign w:val="center"/>
          </w:tcPr>
          <w:p w14:paraId="09850ABB"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50AC1" w14:textId="77777777" w:rsidTr="00A40339">
        <w:trPr>
          <w:trHeight w:val="88"/>
          <w:jc w:val="center"/>
        </w:trPr>
        <w:tc>
          <w:tcPr>
            <w:tcW w:w="2049" w:type="dxa"/>
            <w:vMerge w:val="restart"/>
            <w:vAlign w:val="center"/>
          </w:tcPr>
          <w:p w14:paraId="09850ABD" w14:textId="77777777" w:rsidR="00B15E99" w:rsidRPr="00EF2F0E" w:rsidRDefault="00B15E99" w:rsidP="00A40339">
            <w:pPr>
              <w:pStyle w:val="TAC"/>
              <w:rPr>
                <w:rFonts w:cs="Arial"/>
              </w:rPr>
            </w:pPr>
            <w:r w:rsidRPr="00EF2F0E">
              <w:rPr>
                <w:rFonts w:cs="Arial"/>
                <w:lang w:eastAsia="zh-CN"/>
              </w:rPr>
              <w:t>Wide Area BS</w:t>
            </w:r>
          </w:p>
        </w:tc>
        <w:tc>
          <w:tcPr>
            <w:tcW w:w="1995" w:type="dxa"/>
            <w:vAlign w:val="center"/>
          </w:tcPr>
          <w:p w14:paraId="09850ABE"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sidDel="00A31D92">
              <w:rPr>
                <w:rFonts w:cs="Arial"/>
              </w:rPr>
              <w:t xml:space="preserve"> </w:t>
            </w:r>
            <w:r w:rsidRPr="00EF2F0E">
              <w:rPr>
                <w:rFonts w:cs="Arial"/>
              </w:rPr>
              <w:t xml:space="preserve">+ 6dB </w:t>
            </w:r>
          </w:p>
        </w:tc>
        <w:tc>
          <w:tcPr>
            <w:tcW w:w="1985" w:type="dxa"/>
            <w:vAlign w:val="center"/>
          </w:tcPr>
          <w:p w14:paraId="09850ABF" w14:textId="77777777" w:rsidR="00B15E99" w:rsidRPr="00EF2F0E" w:rsidRDefault="00B15E99" w:rsidP="00A40339">
            <w:pPr>
              <w:pStyle w:val="TAC"/>
              <w:rPr>
                <w:rFonts w:cs="Arial"/>
              </w:rPr>
            </w:pPr>
            <w:r w:rsidRPr="00EF2F0E">
              <w:rPr>
                <w:rFonts w:cs="Arial"/>
              </w:rPr>
              <w:t>-52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2628" w:type="dxa"/>
            <w:vMerge w:val="restart"/>
            <w:shd w:val="clear" w:color="auto" w:fill="auto"/>
            <w:vAlign w:val="center"/>
          </w:tcPr>
          <w:p w14:paraId="09850AC0" w14:textId="77777777" w:rsidR="00B15E99" w:rsidRPr="00EF2F0E" w:rsidRDefault="00B15E99" w:rsidP="00A40339">
            <w:pPr>
              <w:pStyle w:val="TAC"/>
              <w:rPr>
                <w:rFonts w:cs="Arial"/>
              </w:rPr>
            </w:pPr>
            <w:r w:rsidRPr="00EF2F0E">
              <w:rPr>
                <w:rFonts w:cs="Arial"/>
              </w:rPr>
              <w:t>See table 10.8.4-2</w:t>
            </w:r>
          </w:p>
        </w:tc>
      </w:tr>
      <w:tr w:rsidR="003401A4" w:rsidRPr="00EF2F0E" w14:paraId="09850AC6" w14:textId="77777777" w:rsidTr="00A40339">
        <w:trPr>
          <w:trHeight w:val="87"/>
          <w:jc w:val="center"/>
        </w:trPr>
        <w:tc>
          <w:tcPr>
            <w:tcW w:w="2049" w:type="dxa"/>
            <w:vMerge/>
            <w:vAlign w:val="center"/>
          </w:tcPr>
          <w:p w14:paraId="09850AC2" w14:textId="77777777" w:rsidR="00B15E99" w:rsidRPr="00EF2F0E" w:rsidRDefault="00B15E99" w:rsidP="00A40339">
            <w:pPr>
              <w:pStyle w:val="TAC"/>
              <w:rPr>
                <w:rFonts w:cs="Arial"/>
                <w:lang w:eastAsia="zh-CN"/>
              </w:rPr>
            </w:pPr>
          </w:p>
        </w:tc>
        <w:tc>
          <w:tcPr>
            <w:tcW w:w="1995" w:type="dxa"/>
            <w:vAlign w:val="center"/>
          </w:tcPr>
          <w:p w14:paraId="09850AC3"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 </w:t>
            </w:r>
          </w:p>
        </w:tc>
        <w:tc>
          <w:tcPr>
            <w:tcW w:w="1985" w:type="dxa"/>
            <w:vAlign w:val="center"/>
          </w:tcPr>
          <w:p w14:paraId="09850AC4" w14:textId="77777777" w:rsidR="00B15E99" w:rsidRPr="00EF2F0E" w:rsidRDefault="00B15E99" w:rsidP="00A40339">
            <w:pPr>
              <w:pStyle w:val="TAC"/>
              <w:rPr>
                <w:rFonts w:cs="Arial"/>
              </w:rPr>
            </w:pPr>
            <w:r w:rsidRPr="00EF2F0E">
              <w:rPr>
                <w:rFonts w:cs="Arial"/>
                <w:szCs w:val="18"/>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628" w:type="dxa"/>
            <w:vMerge/>
            <w:shd w:val="clear" w:color="auto" w:fill="auto"/>
            <w:vAlign w:val="center"/>
          </w:tcPr>
          <w:p w14:paraId="09850AC5" w14:textId="77777777" w:rsidR="00B15E99" w:rsidRPr="00EF2F0E" w:rsidRDefault="00B15E99" w:rsidP="00A40339">
            <w:pPr>
              <w:pStyle w:val="TAC"/>
              <w:rPr>
                <w:rFonts w:cs="Arial"/>
              </w:rPr>
            </w:pPr>
          </w:p>
        </w:tc>
      </w:tr>
      <w:tr w:rsidR="003401A4" w:rsidRPr="00EF2F0E" w14:paraId="09850ACB" w14:textId="77777777" w:rsidTr="00A40339">
        <w:trPr>
          <w:trHeight w:val="88"/>
          <w:jc w:val="center"/>
        </w:trPr>
        <w:tc>
          <w:tcPr>
            <w:tcW w:w="2049" w:type="dxa"/>
            <w:vMerge w:val="restart"/>
            <w:vAlign w:val="center"/>
          </w:tcPr>
          <w:p w14:paraId="09850AC7" w14:textId="77777777" w:rsidR="00B15E99" w:rsidRPr="00EF2F0E" w:rsidRDefault="00B15E99" w:rsidP="00A40339">
            <w:pPr>
              <w:pStyle w:val="TAC"/>
              <w:rPr>
                <w:rFonts w:cs="Arial"/>
                <w:lang w:eastAsia="zh-CN"/>
              </w:rPr>
            </w:pPr>
            <w:r w:rsidRPr="00EF2F0E">
              <w:rPr>
                <w:rFonts w:cs="Arial"/>
                <w:lang w:eastAsia="zh-CN"/>
              </w:rPr>
              <w:t>Medium Range BS</w:t>
            </w:r>
          </w:p>
        </w:tc>
        <w:tc>
          <w:tcPr>
            <w:tcW w:w="1995" w:type="dxa"/>
            <w:vAlign w:val="center"/>
          </w:tcPr>
          <w:p w14:paraId="09850AC8"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sidDel="00A31D92">
              <w:rPr>
                <w:rFonts w:cs="Arial"/>
              </w:rPr>
              <w:t xml:space="preserve"> </w:t>
            </w:r>
            <w:r w:rsidRPr="00EF2F0E">
              <w:rPr>
                <w:rFonts w:cs="Arial"/>
              </w:rPr>
              <w:t xml:space="preserve">+ 6dB </w:t>
            </w:r>
          </w:p>
        </w:tc>
        <w:tc>
          <w:tcPr>
            <w:tcW w:w="1985" w:type="dxa"/>
            <w:vAlign w:val="center"/>
          </w:tcPr>
          <w:p w14:paraId="09850AC9" w14:textId="77777777" w:rsidR="00B15E99" w:rsidRPr="00EF2F0E" w:rsidRDefault="00B15E99" w:rsidP="00A40339">
            <w:pPr>
              <w:pStyle w:val="TAC"/>
              <w:rPr>
                <w:rFonts w:cs="Arial"/>
              </w:rPr>
            </w:pPr>
            <w:r w:rsidRPr="00EF2F0E">
              <w:rPr>
                <w:rFonts w:cs="Arial"/>
                <w:lang w:eastAsia="zh-CN"/>
              </w:rPr>
              <w:t>-47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2628" w:type="dxa"/>
            <w:vMerge/>
            <w:shd w:val="clear" w:color="auto" w:fill="auto"/>
            <w:vAlign w:val="center"/>
          </w:tcPr>
          <w:p w14:paraId="09850ACA" w14:textId="77777777" w:rsidR="00B15E99" w:rsidRPr="00EF2F0E" w:rsidRDefault="00B15E99" w:rsidP="00A40339">
            <w:pPr>
              <w:pStyle w:val="TAC"/>
              <w:rPr>
                <w:rFonts w:cs="Arial"/>
              </w:rPr>
            </w:pPr>
          </w:p>
        </w:tc>
      </w:tr>
      <w:tr w:rsidR="003401A4" w:rsidRPr="00EF2F0E" w14:paraId="09850AD0" w14:textId="77777777" w:rsidTr="00A40339">
        <w:trPr>
          <w:trHeight w:val="87"/>
          <w:jc w:val="center"/>
        </w:trPr>
        <w:tc>
          <w:tcPr>
            <w:tcW w:w="2049" w:type="dxa"/>
            <w:vMerge/>
            <w:vAlign w:val="center"/>
          </w:tcPr>
          <w:p w14:paraId="09850ACC" w14:textId="77777777" w:rsidR="00B15E99" w:rsidRPr="00EF2F0E" w:rsidRDefault="00B15E99" w:rsidP="00A40339">
            <w:pPr>
              <w:pStyle w:val="TAC"/>
              <w:rPr>
                <w:rFonts w:cs="Arial"/>
                <w:lang w:eastAsia="zh-CN"/>
              </w:rPr>
            </w:pPr>
          </w:p>
        </w:tc>
        <w:tc>
          <w:tcPr>
            <w:tcW w:w="1995" w:type="dxa"/>
            <w:vAlign w:val="center"/>
          </w:tcPr>
          <w:p w14:paraId="09850ACD"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 </w:t>
            </w:r>
          </w:p>
        </w:tc>
        <w:tc>
          <w:tcPr>
            <w:tcW w:w="1985" w:type="dxa"/>
            <w:vAlign w:val="center"/>
          </w:tcPr>
          <w:p w14:paraId="09850ACE" w14:textId="77777777" w:rsidR="00B15E99" w:rsidRPr="00EF2F0E" w:rsidRDefault="00B15E99" w:rsidP="00A40339">
            <w:pPr>
              <w:pStyle w:val="TAC"/>
              <w:rPr>
                <w:rFonts w:cs="Arial"/>
                <w:lang w:eastAsia="zh-CN"/>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628" w:type="dxa"/>
            <w:vMerge/>
            <w:shd w:val="clear" w:color="auto" w:fill="auto"/>
            <w:vAlign w:val="center"/>
          </w:tcPr>
          <w:p w14:paraId="09850ACF" w14:textId="77777777" w:rsidR="00B15E99" w:rsidRPr="00EF2F0E" w:rsidRDefault="00B15E99" w:rsidP="00A40339">
            <w:pPr>
              <w:pStyle w:val="TAC"/>
              <w:rPr>
                <w:rFonts w:cs="Arial"/>
              </w:rPr>
            </w:pPr>
          </w:p>
        </w:tc>
      </w:tr>
      <w:tr w:rsidR="003401A4" w:rsidRPr="00EF2F0E" w14:paraId="09850AD5" w14:textId="77777777" w:rsidTr="00A40339">
        <w:trPr>
          <w:trHeight w:val="88"/>
          <w:jc w:val="center"/>
        </w:trPr>
        <w:tc>
          <w:tcPr>
            <w:tcW w:w="2049" w:type="dxa"/>
            <w:vMerge w:val="restart"/>
            <w:vAlign w:val="center"/>
          </w:tcPr>
          <w:p w14:paraId="09850AD1" w14:textId="77777777" w:rsidR="00B15E99" w:rsidRPr="00EF2F0E" w:rsidRDefault="00B15E99" w:rsidP="00A40339">
            <w:pPr>
              <w:pStyle w:val="TAC"/>
              <w:rPr>
                <w:rFonts w:cs="Arial"/>
                <w:lang w:eastAsia="zh-CN"/>
              </w:rPr>
            </w:pPr>
            <w:r w:rsidRPr="00EF2F0E">
              <w:rPr>
                <w:rFonts w:cs="Arial"/>
                <w:lang w:eastAsia="zh-CN"/>
              </w:rPr>
              <w:t>Local Area BS</w:t>
            </w:r>
          </w:p>
        </w:tc>
        <w:tc>
          <w:tcPr>
            <w:tcW w:w="1995" w:type="dxa"/>
            <w:vAlign w:val="center"/>
          </w:tcPr>
          <w:p w14:paraId="09850AD2"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sidDel="00A31D92">
              <w:rPr>
                <w:rFonts w:cs="Arial"/>
              </w:rPr>
              <w:t xml:space="preserve"> </w:t>
            </w:r>
            <w:r w:rsidRPr="00EF2F0E">
              <w:rPr>
                <w:rFonts w:cs="Arial"/>
              </w:rPr>
              <w:t xml:space="preserve">+ </w:t>
            </w:r>
            <w:r w:rsidRPr="00EF2F0E">
              <w:rPr>
                <w:rFonts w:cs="Arial"/>
                <w:lang w:eastAsia="zh-CN"/>
              </w:rPr>
              <w:t>6</w:t>
            </w:r>
            <w:r w:rsidRPr="00EF2F0E">
              <w:rPr>
                <w:rFonts w:cs="Arial"/>
              </w:rPr>
              <w:t xml:space="preserve">dB </w:t>
            </w:r>
          </w:p>
        </w:tc>
        <w:tc>
          <w:tcPr>
            <w:tcW w:w="1985" w:type="dxa"/>
            <w:vAlign w:val="center"/>
          </w:tcPr>
          <w:p w14:paraId="09850AD3" w14:textId="77777777" w:rsidR="00B15E99" w:rsidRPr="00EF2F0E" w:rsidRDefault="00B15E99" w:rsidP="00A40339">
            <w:pPr>
              <w:pStyle w:val="TAC"/>
              <w:rPr>
                <w:rFonts w:cs="Arial"/>
              </w:rPr>
            </w:pPr>
            <w:r w:rsidRPr="00EF2F0E">
              <w:rPr>
                <w:rFonts w:cs="Arial"/>
                <w:lang w:eastAsia="zh-CN"/>
              </w:rPr>
              <w:t>-44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2628" w:type="dxa"/>
            <w:vMerge/>
            <w:shd w:val="clear" w:color="auto" w:fill="auto"/>
            <w:vAlign w:val="center"/>
          </w:tcPr>
          <w:p w14:paraId="09850AD4" w14:textId="77777777" w:rsidR="00B15E99" w:rsidRPr="00EF2F0E" w:rsidRDefault="00B15E99" w:rsidP="00A40339">
            <w:pPr>
              <w:pStyle w:val="TAC"/>
              <w:rPr>
                <w:rFonts w:cs="Arial"/>
              </w:rPr>
            </w:pPr>
          </w:p>
        </w:tc>
      </w:tr>
      <w:tr w:rsidR="003401A4" w:rsidRPr="00EF2F0E" w14:paraId="09850ADA" w14:textId="77777777" w:rsidTr="00A40339">
        <w:trPr>
          <w:trHeight w:val="87"/>
          <w:jc w:val="center"/>
        </w:trPr>
        <w:tc>
          <w:tcPr>
            <w:tcW w:w="2049" w:type="dxa"/>
            <w:vMerge/>
            <w:vAlign w:val="center"/>
          </w:tcPr>
          <w:p w14:paraId="09850AD6" w14:textId="77777777" w:rsidR="00B15E99" w:rsidRPr="00EF2F0E" w:rsidRDefault="00B15E99" w:rsidP="00A40339">
            <w:pPr>
              <w:pStyle w:val="TAC"/>
              <w:rPr>
                <w:rFonts w:cs="Arial"/>
                <w:lang w:eastAsia="zh-CN"/>
              </w:rPr>
            </w:pPr>
          </w:p>
        </w:tc>
        <w:tc>
          <w:tcPr>
            <w:tcW w:w="1995" w:type="dxa"/>
            <w:vAlign w:val="center"/>
          </w:tcPr>
          <w:p w14:paraId="09850AD7"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 </w:t>
            </w:r>
          </w:p>
        </w:tc>
        <w:tc>
          <w:tcPr>
            <w:tcW w:w="1985" w:type="dxa"/>
            <w:vAlign w:val="center"/>
          </w:tcPr>
          <w:p w14:paraId="09850AD8" w14:textId="77777777" w:rsidR="00B15E99" w:rsidRPr="00EF2F0E" w:rsidRDefault="00B15E99" w:rsidP="00A40339">
            <w:pPr>
              <w:pStyle w:val="TAC"/>
              <w:rPr>
                <w:rFonts w:cs="Arial"/>
                <w:lang w:eastAsia="zh-CN"/>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628" w:type="dxa"/>
            <w:vMerge/>
            <w:shd w:val="clear" w:color="auto" w:fill="auto"/>
            <w:vAlign w:val="center"/>
          </w:tcPr>
          <w:p w14:paraId="09850AD9" w14:textId="77777777" w:rsidR="00B15E99" w:rsidRPr="00EF2F0E" w:rsidRDefault="00B15E99" w:rsidP="00A40339">
            <w:pPr>
              <w:pStyle w:val="TAC"/>
              <w:rPr>
                <w:rFonts w:cs="Arial"/>
              </w:rPr>
            </w:pPr>
          </w:p>
        </w:tc>
      </w:tr>
      <w:tr w:rsidR="00B15E99" w:rsidRPr="00EF2F0E" w14:paraId="09850ADC" w14:textId="77777777" w:rsidTr="00A40339">
        <w:trPr>
          <w:jc w:val="center"/>
        </w:trPr>
        <w:tc>
          <w:tcPr>
            <w:tcW w:w="8657" w:type="dxa"/>
            <w:gridSpan w:val="4"/>
            <w:vAlign w:val="center"/>
          </w:tcPr>
          <w:p w14:paraId="09850ADB" w14:textId="77777777" w:rsidR="00B15E99" w:rsidRPr="00EF2F0E" w:rsidRDefault="00B15E99" w:rsidP="00A40339">
            <w:pPr>
              <w:pStyle w:val="TAN"/>
              <w:rPr>
                <w:rFonts w:cs="Arial"/>
              </w:rPr>
            </w:pPr>
            <w:r w:rsidRPr="00EF2F0E">
              <w:rPr>
                <w:lang w:eastAsia="ja-JP"/>
              </w:rPr>
              <w:t>NOTE:</w:t>
            </w:r>
            <w:r w:rsidRPr="00EF2F0E">
              <w:rPr>
                <w:lang w:eastAsia="ja-JP"/>
              </w:rPr>
              <w:tab/>
              <w:t>EIS</w:t>
            </w:r>
            <w:r w:rsidRPr="00EF2F0E">
              <w:rPr>
                <w:vertAlign w:val="subscript"/>
                <w:lang w:eastAsia="ja-JP"/>
              </w:rPr>
              <w:t>REFSENS</w:t>
            </w:r>
            <w:r w:rsidRPr="00EF2F0E">
              <w:rPr>
                <w:lang w:eastAsia="ja-JP"/>
              </w:rPr>
              <w:t xml:space="preserve"> and EIS</w:t>
            </w:r>
            <w:r w:rsidRPr="00EF2F0E">
              <w:rPr>
                <w:vertAlign w:val="subscript"/>
                <w:lang w:eastAsia="ja-JP"/>
              </w:rPr>
              <w:t>minSENS</w:t>
            </w:r>
            <w:r w:rsidRPr="00EF2F0E">
              <w:rPr>
                <w:lang w:eastAsia="ja-JP"/>
              </w:rPr>
              <w:t xml:space="preserve"> depend on the RAT, the BS class and on the </w:t>
            </w:r>
            <w:r w:rsidRPr="00EF2F0E">
              <w:rPr>
                <w:i/>
                <w:lang w:eastAsia="ja-JP"/>
              </w:rPr>
              <w:t>channel bandwidth</w:t>
            </w:r>
            <w:r w:rsidRPr="00EF2F0E">
              <w:rPr>
                <w:lang w:eastAsia="ja-JP"/>
              </w:rPr>
              <w:t>, see subclauses 10.3 and 10.2.</w:t>
            </w:r>
          </w:p>
        </w:tc>
      </w:tr>
    </w:tbl>
    <w:p w14:paraId="09850ADD" w14:textId="77777777" w:rsidR="00B15E99" w:rsidRPr="00EF2F0E" w:rsidRDefault="00B15E99" w:rsidP="00A40339">
      <w:pPr>
        <w:rPr>
          <w:lang w:eastAsia="zh-CN"/>
        </w:rPr>
      </w:pPr>
    </w:p>
    <w:p w14:paraId="09850ADE" w14:textId="77777777" w:rsidR="00B15E99" w:rsidRPr="00EF2F0E" w:rsidRDefault="00B15E99" w:rsidP="00A40339">
      <w:pPr>
        <w:pStyle w:val="TH"/>
      </w:pPr>
      <w:r w:rsidRPr="00EF2F0E">
        <w:rPr>
          <w:rFonts w:eastAsia="Osaka"/>
        </w:rPr>
        <w:t xml:space="preserve">Table 10.8.4-2: Interfering signal for </w:t>
      </w:r>
      <w:r w:rsidRPr="00EF2F0E">
        <w:t xml:space="preserve">Intermodulation performance requirement for </w:t>
      </w:r>
      <w:r w:rsidRPr="00EF2F0E">
        <w:rPr>
          <w:rFonts w:cs="v5.0.0"/>
        </w:rPr>
        <w:t xml:space="preserve">E-UTRA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3402"/>
        <w:gridCol w:w="3402"/>
      </w:tblGrid>
      <w:tr w:rsidR="003401A4" w:rsidRPr="00EF2F0E" w14:paraId="09850AE3" w14:textId="77777777" w:rsidTr="00A40339">
        <w:trPr>
          <w:jc w:val="center"/>
        </w:trPr>
        <w:tc>
          <w:tcPr>
            <w:tcW w:w="2376" w:type="dxa"/>
            <w:shd w:val="clear" w:color="auto" w:fill="auto"/>
            <w:vAlign w:val="center"/>
          </w:tcPr>
          <w:p w14:paraId="09850ADF" w14:textId="77777777" w:rsidR="00B15E99" w:rsidRPr="00EF2F0E" w:rsidRDefault="00B15E99" w:rsidP="00A40339">
            <w:pPr>
              <w:pStyle w:val="TAH"/>
              <w:rPr>
                <w:rFonts w:cs="Arial"/>
              </w:rPr>
            </w:pPr>
            <w:r w:rsidRPr="00EF2F0E">
              <w:rPr>
                <w:rFonts w:cs="Arial"/>
              </w:rPr>
              <w:t>E-UTRA</w:t>
            </w:r>
          </w:p>
          <w:p w14:paraId="09850AE0" w14:textId="77777777" w:rsidR="00B15E99" w:rsidRPr="00EF2F0E" w:rsidRDefault="00B15E99" w:rsidP="00A40339">
            <w:pPr>
              <w:pStyle w:val="TAH"/>
              <w:rPr>
                <w:rFonts w:cs="Arial"/>
              </w:rPr>
            </w:pPr>
            <w:r w:rsidRPr="00EF2F0E">
              <w:rPr>
                <w:rFonts w:cs="Arial"/>
                <w:i/>
              </w:rPr>
              <w:t>channel bandwidth</w:t>
            </w:r>
            <w:r w:rsidRPr="00EF2F0E">
              <w:rPr>
                <w:rFonts w:cs="Arial"/>
              </w:rPr>
              <w:t xml:space="preserve"> of the lowest/highest carrier received [MHz]</w:t>
            </w:r>
          </w:p>
        </w:tc>
        <w:tc>
          <w:tcPr>
            <w:tcW w:w="3402" w:type="dxa"/>
            <w:vAlign w:val="center"/>
          </w:tcPr>
          <w:p w14:paraId="09850AE1" w14:textId="77777777" w:rsidR="00B15E99" w:rsidRPr="00EF2F0E" w:rsidRDefault="00B15E99" w:rsidP="00A40339">
            <w:pPr>
              <w:pStyle w:val="TAH"/>
              <w:rPr>
                <w:rFonts w:cs="Arial"/>
              </w:rPr>
            </w:pPr>
            <w:r w:rsidRPr="00EF2F0E">
              <w:rPr>
                <w:rFonts w:cs="Arial"/>
              </w:rPr>
              <w:t xml:space="preserve">Interfering signal centre frequency offset from the lower/upper </w:t>
            </w:r>
            <w:r w:rsidRPr="00EF2F0E">
              <w:rPr>
                <w:rFonts w:cs="Arial"/>
                <w:i/>
              </w:rPr>
              <w:t>Base Station RF Bandwidth edge</w:t>
            </w:r>
            <w:r w:rsidRPr="00EF2F0E">
              <w:rPr>
                <w:rFonts w:cs="Arial"/>
              </w:rPr>
              <w:t xml:space="preserve"> [MHz]</w:t>
            </w:r>
          </w:p>
        </w:tc>
        <w:tc>
          <w:tcPr>
            <w:tcW w:w="3402" w:type="dxa"/>
            <w:vAlign w:val="center"/>
          </w:tcPr>
          <w:p w14:paraId="09850AE2"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50AE7" w14:textId="77777777" w:rsidTr="00A40339">
        <w:trPr>
          <w:jc w:val="center"/>
        </w:trPr>
        <w:tc>
          <w:tcPr>
            <w:tcW w:w="2376" w:type="dxa"/>
            <w:vMerge w:val="restart"/>
            <w:vAlign w:val="center"/>
          </w:tcPr>
          <w:p w14:paraId="09850AE4" w14:textId="77777777" w:rsidR="00B15E99" w:rsidRPr="00EF2F0E" w:rsidRDefault="00B15E99" w:rsidP="00A40339">
            <w:pPr>
              <w:pStyle w:val="TAC"/>
              <w:rPr>
                <w:rFonts w:cs="Arial"/>
              </w:rPr>
            </w:pPr>
            <w:r w:rsidRPr="00EF2F0E">
              <w:rPr>
                <w:rFonts w:cs="Arial"/>
              </w:rPr>
              <w:t>3</w:t>
            </w:r>
          </w:p>
        </w:tc>
        <w:tc>
          <w:tcPr>
            <w:tcW w:w="3402" w:type="dxa"/>
            <w:vAlign w:val="center"/>
          </w:tcPr>
          <w:p w14:paraId="09850AE5" w14:textId="77777777" w:rsidR="00B15E99" w:rsidRPr="00EF2F0E" w:rsidRDefault="00B15E99" w:rsidP="00A40339">
            <w:pPr>
              <w:pStyle w:val="TAC"/>
              <w:rPr>
                <w:rFonts w:cs="Arial"/>
              </w:rPr>
            </w:pPr>
            <w:r w:rsidRPr="00EF2F0E">
              <w:rPr>
                <w:rFonts w:cs="Arial"/>
              </w:rPr>
              <w:t>±4.5</w:t>
            </w:r>
          </w:p>
        </w:tc>
        <w:tc>
          <w:tcPr>
            <w:tcW w:w="3402" w:type="dxa"/>
            <w:shd w:val="clear" w:color="auto" w:fill="auto"/>
            <w:vAlign w:val="center"/>
          </w:tcPr>
          <w:p w14:paraId="09850AE6" w14:textId="77777777" w:rsidR="00B15E99" w:rsidRPr="00EF2F0E" w:rsidRDefault="00B15E99" w:rsidP="00A40339">
            <w:pPr>
              <w:pStyle w:val="TAC"/>
              <w:rPr>
                <w:rFonts w:cs="Arial"/>
              </w:rPr>
            </w:pPr>
            <w:r w:rsidRPr="00EF2F0E">
              <w:rPr>
                <w:rFonts w:cs="Arial"/>
              </w:rPr>
              <w:t>CW</w:t>
            </w:r>
          </w:p>
        </w:tc>
      </w:tr>
      <w:tr w:rsidR="003401A4" w:rsidRPr="00377E86" w14:paraId="09850AEB" w14:textId="77777777" w:rsidTr="00A40339">
        <w:trPr>
          <w:jc w:val="center"/>
        </w:trPr>
        <w:tc>
          <w:tcPr>
            <w:tcW w:w="2376" w:type="dxa"/>
            <w:vMerge/>
            <w:vAlign w:val="center"/>
          </w:tcPr>
          <w:p w14:paraId="09850AE8" w14:textId="77777777" w:rsidR="00B15E99" w:rsidRPr="00EF2F0E" w:rsidRDefault="00B15E99" w:rsidP="00A40339">
            <w:pPr>
              <w:pStyle w:val="TAC"/>
              <w:rPr>
                <w:rFonts w:cs="Arial"/>
              </w:rPr>
            </w:pPr>
          </w:p>
        </w:tc>
        <w:tc>
          <w:tcPr>
            <w:tcW w:w="3402" w:type="dxa"/>
            <w:vAlign w:val="center"/>
          </w:tcPr>
          <w:p w14:paraId="09850AE9" w14:textId="77777777" w:rsidR="00B15E99" w:rsidRPr="00EF2F0E" w:rsidRDefault="00B15E99" w:rsidP="00A40339">
            <w:pPr>
              <w:pStyle w:val="TAC"/>
              <w:rPr>
                <w:rFonts w:cs="Arial"/>
              </w:rPr>
            </w:pPr>
            <w:r w:rsidRPr="00EF2F0E">
              <w:rPr>
                <w:rFonts w:cs="Arial"/>
              </w:rPr>
              <w:t>±10.5</w:t>
            </w:r>
          </w:p>
        </w:tc>
        <w:tc>
          <w:tcPr>
            <w:tcW w:w="3402" w:type="dxa"/>
            <w:shd w:val="clear" w:color="auto" w:fill="auto"/>
            <w:vAlign w:val="center"/>
          </w:tcPr>
          <w:p w14:paraId="09850AEA" w14:textId="77777777" w:rsidR="00B15E99" w:rsidRPr="00EF2F0E" w:rsidRDefault="00B15E99" w:rsidP="00A40339">
            <w:pPr>
              <w:pStyle w:val="TAC"/>
              <w:rPr>
                <w:rFonts w:cs="Arial"/>
                <w:lang w:val="sv-SE"/>
              </w:rPr>
            </w:pPr>
            <w:r w:rsidRPr="00EF2F0E">
              <w:rPr>
                <w:rFonts w:cs="Arial"/>
                <w:lang w:val="sv-SE"/>
              </w:rPr>
              <w:t>3</w:t>
            </w:r>
            <w:r w:rsidRPr="00EF2F0E">
              <w:rPr>
                <w:rFonts w:cs="Arial"/>
                <w:lang w:val="sv-SE" w:eastAsia="ko-KR"/>
              </w:rPr>
              <w:t xml:space="preserve"> </w:t>
            </w:r>
            <w:r w:rsidRPr="00EF2F0E">
              <w:rPr>
                <w:rFonts w:cs="Arial"/>
                <w:lang w:val="sv-SE"/>
              </w:rPr>
              <w:t xml:space="preserve">MHz E-UTRA signal </w:t>
            </w:r>
            <w:r w:rsidRPr="00EF2F0E">
              <w:rPr>
                <w:lang w:val="sv-SE" w:eastAsia="ko-KR"/>
              </w:rPr>
              <w:t xml:space="preserve">(NOTE </w:t>
            </w:r>
            <w:r w:rsidRPr="00EF2F0E">
              <w:rPr>
                <w:lang w:val="sv-SE" w:eastAsia="zh-CN"/>
              </w:rPr>
              <w:t>3</w:t>
            </w:r>
            <w:r w:rsidRPr="00EF2F0E">
              <w:rPr>
                <w:lang w:val="sv-SE" w:eastAsia="ko-KR"/>
              </w:rPr>
              <w:t>)</w:t>
            </w:r>
          </w:p>
        </w:tc>
      </w:tr>
      <w:tr w:rsidR="003401A4" w:rsidRPr="00EF2F0E" w14:paraId="09850AEF" w14:textId="77777777" w:rsidTr="00A40339">
        <w:trPr>
          <w:jc w:val="center"/>
        </w:trPr>
        <w:tc>
          <w:tcPr>
            <w:tcW w:w="2376" w:type="dxa"/>
            <w:vMerge w:val="restart"/>
            <w:vAlign w:val="center"/>
          </w:tcPr>
          <w:p w14:paraId="09850AEC" w14:textId="77777777" w:rsidR="00B15E99" w:rsidRPr="00EF2F0E" w:rsidRDefault="00B15E99" w:rsidP="00A40339">
            <w:pPr>
              <w:pStyle w:val="TAC"/>
              <w:rPr>
                <w:rFonts w:cs="Arial"/>
              </w:rPr>
            </w:pPr>
            <w:r w:rsidRPr="00EF2F0E">
              <w:rPr>
                <w:rFonts w:cs="Arial"/>
              </w:rPr>
              <w:t>5</w:t>
            </w:r>
          </w:p>
        </w:tc>
        <w:tc>
          <w:tcPr>
            <w:tcW w:w="3402" w:type="dxa"/>
            <w:vAlign w:val="center"/>
          </w:tcPr>
          <w:p w14:paraId="09850AED" w14:textId="77777777" w:rsidR="00B15E99" w:rsidRPr="00EF2F0E" w:rsidRDefault="00B15E99" w:rsidP="00A40339">
            <w:pPr>
              <w:pStyle w:val="TAC"/>
              <w:rPr>
                <w:rFonts w:cs="Arial"/>
              </w:rPr>
            </w:pPr>
            <w:r w:rsidRPr="00EF2F0E">
              <w:rPr>
                <w:rFonts w:cs="Arial"/>
              </w:rPr>
              <w:t>±7.5</w:t>
            </w:r>
          </w:p>
        </w:tc>
        <w:tc>
          <w:tcPr>
            <w:tcW w:w="3402" w:type="dxa"/>
            <w:shd w:val="clear" w:color="auto" w:fill="auto"/>
            <w:vAlign w:val="center"/>
          </w:tcPr>
          <w:p w14:paraId="09850AEE" w14:textId="77777777" w:rsidR="00B15E99" w:rsidRPr="00EF2F0E" w:rsidRDefault="00B15E99" w:rsidP="00A40339">
            <w:pPr>
              <w:pStyle w:val="TAC"/>
              <w:rPr>
                <w:rFonts w:cs="Arial"/>
              </w:rPr>
            </w:pPr>
            <w:r w:rsidRPr="00EF2F0E">
              <w:rPr>
                <w:rFonts w:cs="Arial"/>
              </w:rPr>
              <w:t>CW</w:t>
            </w:r>
          </w:p>
        </w:tc>
      </w:tr>
      <w:tr w:rsidR="003401A4" w:rsidRPr="00EF2F0E" w14:paraId="09850AF3" w14:textId="77777777" w:rsidTr="00A40339">
        <w:trPr>
          <w:jc w:val="center"/>
        </w:trPr>
        <w:tc>
          <w:tcPr>
            <w:tcW w:w="2376" w:type="dxa"/>
            <w:vMerge/>
            <w:vAlign w:val="center"/>
          </w:tcPr>
          <w:p w14:paraId="09850AF0" w14:textId="77777777" w:rsidR="00B15E99" w:rsidRPr="00EF2F0E" w:rsidRDefault="00B15E99" w:rsidP="00A40339">
            <w:pPr>
              <w:pStyle w:val="TAC"/>
              <w:rPr>
                <w:rFonts w:cs="Arial"/>
              </w:rPr>
            </w:pPr>
          </w:p>
        </w:tc>
        <w:tc>
          <w:tcPr>
            <w:tcW w:w="3402" w:type="dxa"/>
            <w:vAlign w:val="center"/>
          </w:tcPr>
          <w:p w14:paraId="09850AF1" w14:textId="77777777" w:rsidR="00B15E99" w:rsidRPr="00EF2F0E" w:rsidRDefault="00B15E99" w:rsidP="00A40339">
            <w:pPr>
              <w:pStyle w:val="TAC"/>
              <w:rPr>
                <w:rFonts w:cs="Arial"/>
              </w:rPr>
            </w:pPr>
            <w:r w:rsidRPr="00EF2F0E">
              <w:rPr>
                <w:rFonts w:cs="Arial"/>
              </w:rPr>
              <w:t>±17.5</w:t>
            </w:r>
          </w:p>
        </w:tc>
        <w:tc>
          <w:tcPr>
            <w:tcW w:w="3402" w:type="dxa"/>
            <w:shd w:val="clear" w:color="auto" w:fill="auto"/>
            <w:vAlign w:val="center"/>
          </w:tcPr>
          <w:p w14:paraId="09850AF2" w14:textId="77777777" w:rsidR="00B15E99" w:rsidRPr="00EF2F0E" w:rsidRDefault="00B15E99" w:rsidP="00A40339">
            <w:pPr>
              <w:pStyle w:val="TAC"/>
              <w:rPr>
                <w:rFonts w:cs="Arial"/>
              </w:rPr>
            </w:pPr>
            <w:r w:rsidRPr="00EF2F0E">
              <w:rPr>
                <w:rFonts w:cs="Arial"/>
              </w:rPr>
              <w:t>5</w:t>
            </w:r>
            <w:r w:rsidRPr="00EF2F0E">
              <w:rPr>
                <w:rFonts w:cs="Arial"/>
                <w:lang w:eastAsia="ko-KR"/>
              </w:rPr>
              <w:t xml:space="preserve"> </w:t>
            </w:r>
            <w:r w:rsidRPr="00EF2F0E">
              <w:rPr>
                <w:rFonts w:cs="Arial"/>
              </w:rPr>
              <w:t>MHz E-UTRA signal</w:t>
            </w:r>
          </w:p>
        </w:tc>
      </w:tr>
      <w:tr w:rsidR="003401A4" w:rsidRPr="00EF2F0E" w14:paraId="09850AF7" w14:textId="77777777" w:rsidTr="00A40339">
        <w:trPr>
          <w:jc w:val="center"/>
        </w:trPr>
        <w:tc>
          <w:tcPr>
            <w:tcW w:w="2376" w:type="dxa"/>
            <w:vMerge w:val="restart"/>
            <w:vAlign w:val="center"/>
          </w:tcPr>
          <w:p w14:paraId="09850AF4" w14:textId="77777777" w:rsidR="00B15E99" w:rsidRPr="00EF2F0E" w:rsidRDefault="00B15E99" w:rsidP="00A40339">
            <w:pPr>
              <w:pStyle w:val="TAC"/>
              <w:rPr>
                <w:rFonts w:cs="Arial"/>
              </w:rPr>
            </w:pPr>
            <w:r w:rsidRPr="00EF2F0E">
              <w:rPr>
                <w:rFonts w:cs="Arial"/>
              </w:rPr>
              <w:t>10</w:t>
            </w:r>
          </w:p>
        </w:tc>
        <w:tc>
          <w:tcPr>
            <w:tcW w:w="3402" w:type="dxa"/>
            <w:vAlign w:val="center"/>
          </w:tcPr>
          <w:p w14:paraId="09850AF5" w14:textId="77777777" w:rsidR="00B15E99" w:rsidRPr="00EF2F0E" w:rsidRDefault="00B15E99" w:rsidP="00A40339">
            <w:pPr>
              <w:pStyle w:val="TAC"/>
              <w:rPr>
                <w:rFonts w:cs="Arial"/>
              </w:rPr>
            </w:pPr>
            <w:r w:rsidRPr="00EF2F0E">
              <w:rPr>
                <w:rFonts w:cs="Arial"/>
              </w:rPr>
              <w:t>±7.375</w:t>
            </w:r>
          </w:p>
        </w:tc>
        <w:tc>
          <w:tcPr>
            <w:tcW w:w="3402" w:type="dxa"/>
            <w:shd w:val="clear" w:color="auto" w:fill="auto"/>
            <w:vAlign w:val="center"/>
          </w:tcPr>
          <w:p w14:paraId="09850AF6" w14:textId="77777777" w:rsidR="00B15E99" w:rsidRPr="00EF2F0E" w:rsidRDefault="00B15E99" w:rsidP="00A40339">
            <w:pPr>
              <w:pStyle w:val="TAC"/>
              <w:rPr>
                <w:rFonts w:cs="Arial"/>
              </w:rPr>
            </w:pPr>
            <w:r w:rsidRPr="00EF2F0E">
              <w:rPr>
                <w:rFonts w:cs="Arial"/>
              </w:rPr>
              <w:t>CW</w:t>
            </w:r>
          </w:p>
        </w:tc>
      </w:tr>
      <w:tr w:rsidR="003401A4" w:rsidRPr="00EF2F0E" w14:paraId="09850AFB" w14:textId="77777777" w:rsidTr="00A40339">
        <w:trPr>
          <w:jc w:val="center"/>
        </w:trPr>
        <w:tc>
          <w:tcPr>
            <w:tcW w:w="2376" w:type="dxa"/>
            <w:vMerge/>
            <w:vAlign w:val="center"/>
          </w:tcPr>
          <w:p w14:paraId="09850AF8" w14:textId="77777777" w:rsidR="00B15E99" w:rsidRPr="00EF2F0E" w:rsidRDefault="00B15E99" w:rsidP="00A40339">
            <w:pPr>
              <w:pStyle w:val="TAC"/>
              <w:rPr>
                <w:rFonts w:cs="Arial"/>
              </w:rPr>
            </w:pPr>
          </w:p>
        </w:tc>
        <w:tc>
          <w:tcPr>
            <w:tcW w:w="3402" w:type="dxa"/>
            <w:vAlign w:val="center"/>
          </w:tcPr>
          <w:p w14:paraId="09850AF9" w14:textId="77777777" w:rsidR="00B15E99" w:rsidRPr="00EF2F0E" w:rsidRDefault="00B15E99" w:rsidP="00A40339">
            <w:pPr>
              <w:pStyle w:val="TAC"/>
              <w:rPr>
                <w:rFonts w:cs="Arial"/>
              </w:rPr>
            </w:pPr>
            <w:r w:rsidRPr="00EF2F0E">
              <w:rPr>
                <w:rFonts w:cs="Arial"/>
              </w:rPr>
              <w:t>±17.5</w:t>
            </w:r>
          </w:p>
        </w:tc>
        <w:tc>
          <w:tcPr>
            <w:tcW w:w="3402" w:type="dxa"/>
            <w:shd w:val="clear" w:color="auto" w:fill="auto"/>
            <w:vAlign w:val="center"/>
          </w:tcPr>
          <w:p w14:paraId="09850AFA" w14:textId="77777777" w:rsidR="00B15E99" w:rsidRPr="00EF2F0E" w:rsidRDefault="00B15E99" w:rsidP="00A40339">
            <w:pPr>
              <w:pStyle w:val="TAC"/>
              <w:rPr>
                <w:rFonts w:cs="Arial"/>
              </w:rPr>
            </w:pPr>
            <w:r w:rsidRPr="00EF2F0E">
              <w:rPr>
                <w:rFonts w:cs="Arial"/>
              </w:rPr>
              <w:t>5</w:t>
            </w:r>
            <w:r w:rsidRPr="00EF2F0E">
              <w:rPr>
                <w:rFonts w:cs="Arial"/>
                <w:lang w:eastAsia="ko-KR"/>
              </w:rPr>
              <w:t xml:space="preserve"> </w:t>
            </w:r>
            <w:r w:rsidRPr="00EF2F0E">
              <w:rPr>
                <w:rFonts w:cs="Arial"/>
              </w:rPr>
              <w:t>MHz E-UTRA signal</w:t>
            </w:r>
          </w:p>
        </w:tc>
      </w:tr>
      <w:tr w:rsidR="003401A4" w:rsidRPr="00EF2F0E" w14:paraId="09850AFF" w14:textId="77777777" w:rsidTr="00A40339">
        <w:trPr>
          <w:jc w:val="center"/>
        </w:trPr>
        <w:tc>
          <w:tcPr>
            <w:tcW w:w="2376" w:type="dxa"/>
            <w:vMerge w:val="restart"/>
            <w:vAlign w:val="center"/>
          </w:tcPr>
          <w:p w14:paraId="09850AFC" w14:textId="77777777" w:rsidR="00B15E99" w:rsidRPr="00EF2F0E" w:rsidRDefault="00B15E99" w:rsidP="00A40339">
            <w:pPr>
              <w:pStyle w:val="TAC"/>
              <w:rPr>
                <w:rFonts w:cs="Arial"/>
              </w:rPr>
            </w:pPr>
            <w:r w:rsidRPr="00EF2F0E">
              <w:rPr>
                <w:rFonts w:cs="Arial"/>
              </w:rPr>
              <w:t>15</w:t>
            </w:r>
          </w:p>
        </w:tc>
        <w:tc>
          <w:tcPr>
            <w:tcW w:w="3402" w:type="dxa"/>
            <w:vAlign w:val="center"/>
          </w:tcPr>
          <w:p w14:paraId="09850AFD" w14:textId="77777777" w:rsidR="00B15E99" w:rsidRPr="00EF2F0E" w:rsidRDefault="00B15E99" w:rsidP="00A40339">
            <w:pPr>
              <w:pStyle w:val="TAC"/>
              <w:rPr>
                <w:rFonts w:cs="Arial"/>
              </w:rPr>
            </w:pPr>
            <w:r w:rsidRPr="00EF2F0E">
              <w:rPr>
                <w:rFonts w:cs="Arial"/>
              </w:rPr>
              <w:t>±7.25</w:t>
            </w:r>
          </w:p>
        </w:tc>
        <w:tc>
          <w:tcPr>
            <w:tcW w:w="3402" w:type="dxa"/>
            <w:shd w:val="clear" w:color="auto" w:fill="auto"/>
            <w:vAlign w:val="center"/>
          </w:tcPr>
          <w:p w14:paraId="09850AFE" w14:textId="77777777" w:rsidR="00B15E99" w:rsidRPr="00EF2F0E" w:rsidRDefault="00B15E99" w:rsidP="00A40339">
            <w:pPr>
              <w:pStyle w:val="TAC"/>
              <w:rPr>
                <w:rFonts w:cs="Arial"/>
              </w:rPr>
            </w:pPr>
            <w:r w:rsidRPr="00EF2F0E">
              <w:rPr>
                <w:rFonts w:cs="Arial"/>
              </w:rPr>
              <w:t>CW</w:t>
            </w:r>
          </w:p>
        </w:tc>
      </w:tr>
      <w:tr w:rsidR="003401A4" w:rsidRPr="00EF2F0E" w14:paraId="09850B03" w14:textId="77777777" w:rsidTr="00A40339">
        <w:trPr>
          <w:jc w:val="center"/>
        </w:trPr>
        <w:tc>
          <w:tcPr>
            <w:tcW w:w="2376" w:type="dxa"/>
            <w:vMerge/>
            <w:vAlign w:val="center"/>
          </w:tcPr>
          <w:p w14:paraId="09850B00" w14:textId="77777777" w:rsidR="00B15E99" w:rsidRPr="00EF2F0E" w:rsidRDefault="00B15E99" w:rsidP="00A40339">
            <w:pPr>
              <w:pStyle w:val="TAC"/>
              <w:rPr>
                <w:rFonts w:cs="Arial"/>
              </w:rPr>
            </w:pPr>
          </w:p>
        </w:tc>
        <w:tc>
          <w:tcPr>
            <w:tcW w:w="3402" w:type="dxa"/>
            <w:vAlign w:val="center"/>
          </w:tcPr>
          <w:p w14:paraId="09850B01" w14:textId="77777777" w:rsidR="00B15E99" w:rsidRPr="00EF2F0E" w:rsidRDefault="00B15E99" w:rsidP="00A40339">
            <w:pPr>
              <w:pStyle w:val="TAC"/>
              <w:rPr>
                <w:rFonts w:cs="Arial"/>
              </w:rPr>
            </w:pPr>
            <w:r w:rsidRPr="00EF2F0E">
              <w:rPr>
                <w:rFonts w:cs="Arial"/>
              </w:rPr>
              <w:t>±17.5</w:t>
            </w:r>
          </w:p>
        </w:tc>
        <w:tc>
          <w:tcPr>
            <w:tcW w:w="3402" w:type="dxa"/>
            <w:shd w:val="clear" w:color="auto" w:fill="auto"/>
            <w:vAlign w:val="center"/>
          </w:tcPr>
          <w:p w14:paraId="09850B02" w14:textId="77777777" w:rsidR="00B15E99" w:rsidRPr="00EF2F0E" w:rsidRDefault="00B15E99" w:rsidP="00A40339">
            <w:pPr>
              <w:pStyle w:val="TAC"/>
              <w:rPr>
                <w:rFonts w:cs="Arial"/>
              </w:rPr>
            </w:pPr>
            <w:r w:rsidRPr="00EF2F0E">
              <w:rPr>
                <w:rFonts w:cs="Arial"/>
              </w:rPr>
              <w:t>5</w:t>
            </w:r>
            <w:r w:rsidRPr="00EF2F0E">
              <w:rPr>
                <w:rFonts w:cs="Arial"/>
                <w:lang w:eastAsia="ko-KR"/>
              </w:rPr>
              <w:t xml:space="preserve"> </w:t>
            </w:r>
            <w:r w:rsidRPr="00EF2F0E">
              <w:rPr>
                <w:rFonts w:cs="Arial"/>
              </w:rPr>
              <w:t>MHz E-UTRA signal</w:t>
            </w:r>
          </w:p>
        </w:tc>
      </w:tr>
      <w:tr w:rsidR="003401A4" w:rsidRPr="00EF2F0E" w14:paraId="09850B07" w14:textId="77777777" w:rsidTr="00A40339">
        <w:trPr>
          <w:jc w:val="center"/>
        </w:trPr>
        <w:tc>
          <w:tcPr>
            <w:tcW w:w="2376" w:type="dxa"/>
            <w:vMerge w:val="restart"/>
            <w:vAlign w:val="center"/>
          </w:tcPr>
          <w:p w14:paraId="09850B04" w14:textId="77777777" w:rsidR="00B15E99" w:rsidRPr="00EF2F0E" w:rsidRDefault="00B15E99" w:rsidP="00A40339">
            <w:pPr>
              <w:pStyle w:val="TAC"/>
              <w:rPr>
                <w:rFonts w:cs="Arial"/>
              </w:rPr>
            </w:pPr>
            <w:r w:rsidRPr="00EF2F0E">
              <w:rPr>
                <w:rFonts w:cs="Arial"/>
              </w:rPr>
              <w:t>20</w:t>
            </w:r>
          </w:p>
        </w:tc>
        <w:tc>
          <w:tcPr>
            <w:tcW w:w="3402" w:type="dxa"/>
            <w:vAlign w:val="center"/>
          </w:tcPr>
          <w:p w14:paraId="09850B05" w14:textId="77777777" w:rsidR="00B15E99" w:rsidRPr="00EF2F0E" w:rsidRDefault="00B15E99" w:rsidP="00A40339">
            <w:pPr>
              <w:pStyle w:val="TAC"/>
              <w:rPr>
                <w:rFonts w:cs="Arial"/>
              </w:rPr>
            </w:pPr>
            <w:r w:rsidRPr="00EF2F0E">
              <w:rPr>
                <w:rFonts w:cs="Arial"/>
              </w:rPr>
              <w:t>±7.125</w:t>
            </w:r>
          </w:p>
        </w:tc>
        <w:tc>
          <w:tcPr>
            <w:tcW w:w="3402" w:type="dxa"/>
            <w:shd w:val="clear" w:color="auto" w:fill="auto"/>
            <w:vAlign w:val="center"/>
          </w:tcPr>
          <w:p w14:paraId="09850B06" w14:textId="77777777" w:rsidR="00B15E99" w:rsidRPr="00EF2F0E" w:rsidRDefault="00B15E99" w:rsidP="00A40339">
            <w:pPr>
              <w:pStyle w:val="TAC"/>
              <w:rPr>
                <w:rFonts w:cs="Arial"/>
              </w:rPr>
            </w:pPr>
            <w:r w:rsidRPr="00EF2F0E">
              <w:rPr>
                <w:rFonts w:cs="Arial"/>
              </w:rPr>
              <w:t>CW</w:t>
            </w:r>
          </w:p>
        </w:tc>
      </w:tr>
      <w:tr w:rsidR="003401A4" w:rsidRPr="00377E86" w14:paraId="09850B0B" w14:textId="77777777" w:rsidTr="00A40339">
        <w:trPr>
          <w:jc w:val="center"/>
        </w:trPr>
        <w:tc>
          <w:tcPr>
            <w:tcW w:w="2376" w:type="dxa"/>
            <w:vMerge/>
            <w:vAlign w:val="center"/>
          </w:tcPr>
          <w:p w14:paraId="09850B08" w14:textId="77777777" w:rsidR="00B15E99" w:rsidRPr="00EF2F0E" w:rsidRDefault="00B15E99" w:rsidP="00A40339">
            <w:pPr>
              <w:pStyle w:val="TAC"/>
              <w:rPr>
                <w:rFonts w:cs="Arial"/>
              </w:rPr>
            </w:pPr>
          </w:p>
        </w:tc>
        <w:tc>
          <w:tcPr>
            <w:tcW w:w="3402" w:type="dxa"/>
            <w:vAlign w:val="center"/>
          </w:tcPr>
          <w:p w14:paraId="09850B09" w14:textId="77777777" w:rsidR="00B15E99" w:rsidRPr="00EF2F0E" w:rsidRDefault="00B15E99" w:rsidP="00A40339">
            <w:pPr>
              <w:pStyle w:val="TAC"/>
              <w:rPr>
                <w:rFonts w:cs="Arial"/>
              </w:rPr>
            </w:pPr>
            <w:r w:rsidRPr="00EF2F0E">
              <w:rPr>
                <w:rFonts w:cs="Arial"/>
              </w:rPr>
              <w:t>±17.5</w:t>
            </w:r>
          </w:p>
        </w:tc>
        <w:tc>
          <w:tcPr>
            <w:tcW w:w="3402" w:type="dxa"/>
            <w:shd w:val="clear" w:color="auto" w:fill="auto"/>
            <w:vAlign w:val="center"/>
          </w:tcPr>
          <w:p w14:paraId="09850B0A" w14:textId="77777777" w:rsidR="00B15E99" w:rsidRPr="00EF2F0E" w:rsidRDefault="00B15E99" w:rsidP="00A40339">
            <w:pPr>
              <w:pStyle w:val="TAC"/>
              <w:rPr>
                <w:rFonts w:cs="Arial"/>
                <w:lang w:val="sv-SE" w:eastAsia="ko-KR"/>
              </w:rPr>
            </w:pPr>
            <w:r w:rsidRPr="00EF2F0E">
              <w:rPr>
                <w:rFonts w:cs="Arial"/>
                <w:lang w:val="sv-SE"/>
              </w:rPr>
              <w:t>5</w:t>
            </w:r>
            <w:r w:rsidRPr="00EF2F0E">
              <w:rPr>
                <w:rFonts w:cs="Arial"/>
                <w:lang w:val="sv-SE" w:eastAsia="ko-KR"/>
              </w:rPr>
              <w:t xml:space="preserve"> </w:t>
            </w:r>
            <w:r w:rsidRPr="00EF2F0E">
              <w:rPr>
                <w:rFonts w:cs="Arial"/>
                <w:lang w:val="sv-SE"/>
              </w:rPr>
              <w:t>MHz E-UTRA signal (NOTE</w:t>
            </w:r>
            <w:r w:rsidRPr="00EF2F0E">
              <w:rPr>
                <w:rFonts w:cs="Arial"/>
                <w:lang w:val="sv-SE" w:eastAsia="ko-KR"/>
              </w:rPr>
              <w:t xml:space="preserve"> </w:t>
            </w:r>
            <w:r w:rsidRPr="00EF2F0E">
              <w:rPr>
                <w:rFonts w:cs="Arial"/>
                <w:lang w:val="sv-SE"/>
              </w:rPr>
              <w:t>1</w:t>
            </w:r>
            <w:r w:rsidRPr="00EF2F0E">
              <w:rPr>
                <w:rFonts w:cs="Arial"/>
                <w:lang w:val="sv-SE" w:eastAsia="ko-KR"/>
              </w:rPr>
              <w:t>)</w:t>
            </w:r>
          </w:p>
        </w:tc>
      </w:tr>
      <w:tr w:rsidR="00B15E99" w:rsidRPr="00EF2F0E" w14:paraId="09850B0F" w14:textId="77777777" w:rsidTr="00A40339">
        <w:trPr>
          <w:trHeight w:val="118"/>
          <w:jc w:val="center"/>
        </w:trPr>
        <w:tc>
          <w:tcPr>
            <w:tcW w:w="0" w:type="auto"/>
            <w:gridSpan w:val="3"/>
            <w:vAlign w:val="center"/>
          </w:tcPr>
          <w:p w14:paraId="09850B0C" w14:textId="77777777" w:rsidR="00B15E99" w:rsidRPr="00EF2F0E" w:rsidRDefault="00B15E99" w:rsidP="00A40339">
            <w:pPr>
              <w:pStyle w:val="TAN"/>
              <w:rPr>
                <w:rFonts w:eastAsia="Osaka" w:cs="v5.0.0"/>
                <w:lang w:eastAsia="ko-KR"/>
              </w:rPr>
            </w:pPr>
            <w:r w:rsidRPr="00EF2F0E">
              <w:rPr>
                <w:rFonts w:cs="Arial"/>
                <w:lang w:eastAsia="ko-KR"/>
              </w:rPr>
              <w:t>NOTE 1:</w:t>
            </w:r>
            <w:r w:rsidRPr="00EF2F0E">
              <w:rPr>
                <w:rFonts w:cs="Arial"/>
                <w:lang w:eastAsia="ko-KR"/>
              </w:rPr>
              <w:tab/>
            </w:r>
            <w:r w:rsidRPr="00EF2F0E">
              <w:rPr>
                <w:rFonts w:cs="Arial"/>
                <w:lang w:eastAsia="zh-CN"/>
              </w:rPr>
              <w:t>This type of interfering signal is not applied for Band 46</w:t>
            </w:r>
            <w:r w:rsidR="00B521A3" w:rsidRPr="00EF2F0E">
              <w:rPr>
                <w:rFonts w:cs="Arial"/>
                <w:lang w:eastAsia="zh-CN"/>
              </w:rPr>
              <w:t xml:space="preserve"> nor for Band 49</w:t>
            </w:r>
            <w:r w:rsidRPr="00EF2F0E">
              <w:rPr>
                <w:rFonts w:eastAsia="Osaka" w:cs="v5.0.0"/>
                <w:lang w:eastAsia="ko-KR"/>
              </w:rPr>
              <w:t>.</w:t>
            </w:r>
          </w:p>
          <w:p w14:paraId="09850B0D" w14:textId="77777777" w:rsidR="00B15E99" w:rsidRPr="00EF2F0E" w:rsidRDefault="00B15E99" w:rsidP="00A40339">
            <w:pPr>
              <w:pStyle w:val="TAN"/>
              <w:rPr>
                <w:rFonts w:cs="Arial"/>
                <w:lang w:eastAsia="zh-CN"/>
              </w:rPr>
            </w:pPr>
            <w:r w:rsidRPr="00EF2F0E">
              <w:rPr>
                <w:rFonts w:cs="Arial"/>
                <w:lang w:eastAsia="ko-KR"/>
              </w:rPr>
              <w:t>NOTE 2:</w:t>
            </w:r>
            <w:r w:rsidRPr="00EF2F0E">
              <w:rPr>
                <w:rFonts w:cs="Arial"/>
                <w:lang w:eastAsia="ko-KR"/>
              </w:rPr>
              <w:tab/>
            </w:r>
            <w:r w:rsidR="00B521A3" w:rsidRPr="00EF2F0E">
              <w:rPr>
                <w:rFonts w:cs="Arial"/>
                <w:lang w:eastAsia="zh-CN"/>
              </w:rPr>
              <w:t>Void</w:t>
            </w:r>
          </w:p>
          <w:p w14:paraId="09850B0E" w14:textId="77777777" w:rsidR="00B15E99" w:rsidRPr="00EF2F0E" w:rsidRDefault="00B15E99" w:rsidP="00A40339">
            <w:pPr>
              <w:pStyle w:val="TAN"/>
              <w:rPr>
                <w:rFonts w:cs="v5.0.0"/>
                <w:lang w:eastAsia="zh-CN"/>
              </w:rPr>
            </w:pPr>
            <w:r w:rsidRPr="00EF2F0E">
              <w:rPr>
                <w:rFonts w:cs="Arial"/>
                <w:lang w:eastAsia="ja-JP"/>
              </w:rPr>
              <w:t>NOTE</w:t>
            </w:r>
            <w:r w:rsidRPr="00EF2F0E">
              <w:rPr>
                <w:rFonts w:cs="Arial"/>
                <w:lang w:eastAsia="zh-CN"/>
              </w:rPr>
              <w:t xml:space="preserve"> 3</w:t>
            </w:r>
            <w:r w:rsidRPr="00EF2F0E">
              <w:rPr>
                <w:rFonts w:cs="Arial"/>
                <w:lang w:eastAsia="ja-JP"/>
              </w:rPr>
              <w:t>:</w:t>
            </w:r>
            <w:r w:rsidRPr="00EF2F0E">
              <w:rPr>
                <w:rFonts w:cs="Arial"/>
                <w:lang w:eastAsia="ja-JP"/>
              </w:rPr>
              <w:tab/>
            </w:r>
            <w:r w:rsidRPr="00EF2F0E">
              <w:rPr>
                <w:rFonts w:cs="Arial"/>
                <w:lang w:eastAsia="zh-CN"/>
              </w:rPr>
              <w:t>3</w:t>
            </w:r>
            <w:r w:rsidRPr="00EF2F0E">
              <w:rPr>
                <w:rFonts w:cs="Arial"/>
                <w:lang w:eastAsia="ja-JP"/>
              </w:rPr>
              <w:t xml:space="preserve"> MHz </w:t>
            </w:r>
            <w:r w:rsidRPr="00EF2F0E">
              <w:rPr>
                <w:rFonts w:cs="Arial"/>
                <w:i/>
                <w:lang w:eastAsia="ja-JP"/>
              </w:rPr>
              <w:t>channel bandwidth</w:t>
            </w:r>
            <w:r w:rsidRPr="00EF2F0E">
              <w:rPr>
                <w:rFonts w:cs="Arial"/>
                <w:lang w:eastAsia="ja-JP"/>
              </w:rPr>
              <w:t xml:space="preserve"> is not applicable to </w:t>
            </w:r>
            <w:r w:rsidRPr="00EF2F0E">
              <w:rPr>
                <w:rFonts w:cs="Arial"/>
                <w:lang w:eastAsia="zh-CN"/>
              </w:rPr>
              <w:t xml:space="preserve">guard band </w:t>
            </w:r>
            <w:r w:rsidRPr="00EF2F0E">
              <w:rPr>
                <w:rFonts w:cs="Arial"/>
                <w:lang w:eastAsia="ja-JP"/>
              </w:rPr>
              <w:t>operation.</w:t>
            </w:r>
          </w:p>
        </w:tc>
      </w:tr>
    </w:tbl>
    <w:p w14:paraId="09850B10" w14:textId="77777777" w:rsidR="00B15E99" w:rsidRPr="00EF2F0E" w:rsidRDefault="00B15E99" w:rsidP="00A40339"/>
    <w:p w14:paraId="09850B11" w14:textId="77777777" w:rsidR="00B15E99" w:rsidRPr="00EF2F0E" w:rsidRDefault="00B15E99" w:rsidP="007853C3">
      <w:pPr>
        <w:pStyle w:val="TH"/>
      </w:pPr>
      <w:r w:rsidRPr="00EF2F0E">
        <w:t>Table 10.8.4-3: Narrowband intermodulation performance requirement</w:t>
      </w:r>
      <w:r w:rsidRPr="00EF2F0E">
        <w:rPr>
          <w:lang w:eastAsia="zh-CN"/>
        </w:rPr>
        <w:t xml:space="preserve"> for Wide Area BS for E-UTRA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2172"/>
        <w:gridCol w:w="1820"/>
        <w:gridCol w:w="1830"/>
        <w:gridCol w:w="2342"/>
      </w:tblGrid>
      <w:tr w:rsidR="003401A4" w:rsidRPr="00EF2F0E" w14:paraId="09850B19" w14:textId="77777777" w:rsidTr="00A40339">
        <w:trPr>
          <w:jc w:val="center"/>
        </w:trPr>
        <w:tc>
          <w:tcPr>
            <w:tcW w:w="1467" w:type="dxa"/>
            <w:shd w:val="clear" w:color="auto" w:fill="auto"/>
            <w:vAlign w:val="center"/>
          </w:tcPr>
          <w:p w14:paraId="09850B12" w14:textId="77777777" w:rsidR="00B15E99" w:rsidRPr="00EF2F0E" w:rsidRDefault="00B15E99" w:rsidP="00A40339">
            <w:pPr>
              <w:pStyle w:val="TAH"/>
              <w:rPr>
                <w:rFonts w:cs="Arial"/>
              </w:rPr>
            </w:pPr>
            <w:r w:rsidRPr="00EF2F0E">
              <w:rPr>
                <w:rFonts w:cs="Arial"/>
              </w:rPr>
              <w:t>E-UTRA</w:t>
            </w:r>
          </w:p>
          <w:p w14:paraId="09850B13" w14:textId="77777777" w:rsidR="00B15E99" w:rsidRPr="00EF2F0E" w:rsidRDefault="00B15E99" w:rsidP="00A40339">
            <w:pPr>
              <w:pStyle w:val="TAH"/>
              <w:rPr>
                <w:rFonts w:cs="Arial"/>
              </w:rPr>
            </w:pPr>
            <w:r w:rsidRPr="00EF2F0E">
              <w:rPr>
                <w:rFonts w:cs="Arial"/>
                <w:i/>
              </w:rPr>
              <w:t>channel bandwidth</w:t>
            </w:r>
            <w:r w:rsidRPr="00EF2F0E">
              <w:rPr>
                <w:rFonts w:cs="Arial"/>
              </w:rPr>
              <w:t xml:space="preserve"> of the lowest/highest carrier received [MHz]</w:t>
            </w:r>
          </w:p>
        </w:tc>
        <w:tc>
          <w:tcPr>
            <w:tcW w:w="2315" w:type="dxa"/>
            <w:vAlign w:val="center"/>
          </w:tcPr>
          <w:p w14:paraId="09850B14" w14:textId="77777777" w:rsidR="00B15E99" w:rsidRPr="00EF2F0E" w:rsidRDefault="00B15E99" w:rsidP="00A40339">
            <w:pPr>
              <w:pStyle w:val="TAH"/>
              <w:rPr>
                <w:rFonts w:cs="Arial"/>
              </w:rPr>
            </w:pPr>
            <w:r w:rsidRPr="00EF2F0E">
              <w:rPr>
                <w:rFonts w:cs="Arial"/>
              </w:rPr>
              <w:t>Wanted signal mean power [dBm]</w:t>
            </w:r>
          </w:p>
          <w:p w14:paraId="09850B15" w14:textId="77777777" w:rsidR="00B15E99" w:rsidRPr="00EF2F0E" w:rsidRDefault="00B15E99" w:rsidP="00A40339">
            <w:pPr>
              <w:pStyle w:val="TAH"/>
              <w:rPr>
                <w:rFonts w:cs="Arial"/>
              </w:rPr>
            </w:pPr>
            <w:r w:rsidRPr="00EF2F0E">
              <w:rPr>
                <w:rFonts w:cs="Arial"/>
              </w:rPr>
              <w:t>(NOTE 1)</w:t>
            </w:r>
          </w:p>
        </w:tc>
        <w:tc>
          <w:tcPr>
            <w:tcW w:w="1907" w:type="dxa"/>
            <w:vAlign w:val="center"/>
          </w:tcPr>
          <w:p w14:paraId="09850B16" w14:textId="77777777" w:rsidR="00B15E99" w:rsidRPr="00EF2F0E" w:rsidRDefault="00B15E99" w:rsidP="00A40339">
            <w:pPr>
              <w:pStyle w:val="TAH"/>
              <w:rPr>
                <w:rFonts w:cs="Arial"/>
              </w:rPr>
            </w:pPr>
            <w:r w:rsidRPr="00EF2F0E">
              <w:rPr>
                <w:rFonts w:cs="Arial"/>
              </w:rPr>
              <w:t>Interfering signal mean power [dBm]</w:t>
            </w:r>
          </w:p>
        </w:tc>
        <w:tc>
          <w:tcPr>
            <w:tcW w:w="1907" w:type="dxa"/>
            <w:vAlign w:val="center"/>
          </w:tcPr>
          <w:p w14:paraId="09850B17" w14:textId="77777777" w:rsidR="00B15E99" w:rsidRPr="00EF2F0E" w:rsidRDefault="00B15E99" w:rsidP="00A40339">
            <w:pPr>
              <w:pStyle w:val="TAH"/>
              <w:rPr>
                <w:rFonts w:cs="Arial"/>
              </w:rPr>
            </w:pPr>
            <w:r w:rsidRPr="00EF2F0E">
              <w:rPr>
                <w:rFonts w:cs="Arial"/>
              </w:rPr>
              <w:t xml:space="preserve"> Interfering RB centre frequency offset from the lower/upper </w:t>
            </w:r>
            <w:r w:rsidRPr="00EF2F0E">
              <w:rPr>
                <w:rFonts w:cs="Arial"/>
                <w:i/>
              </w:rPr>
              <w:t>Base Station RF Bandwidth edge</w:t>
            </w:r>
            <w:r w:rsidRPr="00EF2F0E">
              <w:rPr>
                <w:rFonts w:cs="Arial"/>
              </w:rPr>
              <w:t xml:space="preserve"> or sub-block edge inside a </w:t>
            </w:r>
            <w:r w:rsidRPr="00EF2F0E">
              <w:rPr>
                <w:rFonts w:cs="Arial"/>
                <w:i/>
              </w:rPr>
              <w:t>sub-block gap</w:t>
            </w:r>
            <w:r w:rsidRPr="00EF2F0E">
              <w:rPr>
                <w:rFonts w:cs="Arial"/>
              </w:rPr>
              <w:t xml:space="preserve"> [kHz]</w:t>
            </w:r>
          </w:p>
        </w:tc>
        <w:tc>
          <w:tcPr>
            <w:tcW w:w="2503" w:type="dxa"/>
            <w:vAlign w:val="center"/>
          </w:tcPr>
          <w:p w14:paraId="09850B18"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50B1F" w14:textId="77777777" w:rsidTr="00A40339">
        <w:trPr>
          <w:trHeight w:val="88"/>
          <w:jc w:val="center"/>
        </w:trPr>
        <w:tc>
          <w:tcPr>
            <w:tcW w:w="1467" w:type="dxa"/>
            <w:vMerge w:val="restart"/>
            <w:vAlign w:val="center"/>
          </w:tcPr>
          <w:p w14:paraId="09850B1A" w14:textId="77777777" w:rsidR="00B15E99" w:rsidRPr="00EF2F0E" w:rsidRDefault="00B15E99" w:rsidP="00A40339">
            <w:pPr>
              <w:pStyle w:val="TAC"/>
              <w:rPr>
                <w:rFonts w:cs="Arial"/>
              </w:rPr>
            </w:pPr>
            <w:r w:rsidRPr="00EF2F0E">
              <w:rPr>
                <w:rFonts w:cs="Arial"/>
              </w:rPr>
              <w:t>1.4</w:t>
            </w:r>
          </w:p>
        </w:tc>
        <w:tc>
          <w:tcPr>
            <w:tcW w:w="2315" w:type="dxa"/>
            <w:vAlign w:val="center"/>
          </w:tcPr>
          <w:p w14:paraId="09850B1B"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1C" w14:textId="77777777" w:rsidR="00B15E99" w:rsidRPr="00EF2F0E" w:rsidRDefault="00B15E99" w:rsidP="00A40339">
            <w:pPr>
              <w:pStyle w:val="TAC"/>
              <w:rPr>
                <w:rFonts w:cs="Arial"/>
              </w:rPr>
            </w:pPr>
            <w:r w:rsidRPr="00EF2F0E">
              <w:rPr>
                <w:rFonts w:cs="Arial"/>
              </w:rPr>
              <w:t>-52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1D" w14:textId="77777777" w:rsidR="00B15E99" w:rsidRPr="00EF2F0E" w:rsidRDefault="00B15E99" w:rsidP="00A40339">
            <w:pPr>
              <w:pStyle w:val="TAC"/>
              <w:rPr>
                <w:rFonts w:cs="Arial"/>
              </w:rPr>
            </w:pPr>
            <w:r w:rsidRPr="00EF2F0E">
              <w:rPr>
                <w:rFonts w:cs="Arial"/>
              </w:rPr>
              <w:t>±270</w:t>
            </w:r>
          </w:p>
        </w:tc>
        <w:tc>
          <w:tcPr>
            <w:tcW w:w="2503" w:type="dxa"/>
            <w:vMerge w:val="restart"/>
            <w:shd w:val="clear" w:color="auto" w:fill="auto"/>
            <w:vAlign w:val="center"/>
          </w:tcPr>
          <w:p w14:paraId="09850B1E" w14:textId="77777777" w:rsidR="00B15E99" w:rsidRPr="00EF2F0E" w:rsidRDefault="00B15E99" w:rsidP="00A40339">
            <w:pPr>
              <w:pStyle w:val="TAC"/>
              <w:rPr>
                <w:rFonts w:cs="Arial"/>
              </w:rPr>
            </w:pPr>
            <w:r w:rsidRPr="00EF2F0E">
              <w:rPr>
                <w:rFonts w:cs="Arial"/>
              </w:rPr>
              <w:t>CW</w:t>
            </w:r>
          </w:p>
        </w:tc>
      </w:tr>
      <w:tr w:rsidR="003401A4" w:rsidRPr="00EF2F0E" w14:paraId="09850B25" w14:textId="77777777" w:rsidTr="00A40339">
        <w:trPr>
          <w:trHeight w:val="87"/>
          <w:jc w:val="center"/>
        </w:trPr>
        <w:tc>
          <w:tcPr>
            <w:tcW w:w="1467" w:type="dxa"/>
            <w:vMerge/>
            <w:vAlign w:val="center"/>
          </w:tcPr>
          <w:p w14:paraId="09850B20" w14:textId="77777777" w:rsidR="00B15E99" w:rsidRPr="00EF2F0E" w:rsidRDefault="00B15E99" w:rsidP="00A40339">
            <w:pPr>
              <w:pStyle w:val="TAC"/>
              <w:rPr>
                <w:rFonts w:cs="Arial"/>
              </w:rPr>
            </w:pPr>
          </w:p>
        </w:tc>
        <w:tc>
          <w:tcPr>
            <w:tcW w:w="2315" w:type="dxa"/>
            <w:vAlign w:val="center"/>
          </w:tcPr>
          <w:p w14:paraId="09850B21"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22" w14:textId="77777777" w:rsidR="00B15E99" w:rsidRPr="00EF2F0E" w:rsidRDefault="00B15E99" w:rsidP="00A40339">
            <w:pPr>
              <w:pStyle w:val="TAC"/>
              <w:rPr>
                <w:rFonts w:cs="Arial"/>
              </w:rPr>
            </w:pPr>
            <w:r w:rsidRPr="00EF2F0E">
              <w:rPr>
                <w:rFonts w:cs="Arial"/>
                <w:szCs w:val="18"/>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23" w14:textId="77777777" w:rsidR="00B15E99" w:rsidRPr="00EF2F0E" w:rsidRDefault="00B15E99" w:rsidP="00A40339">
            <w:pPr>
              <w:pStyle w:val="TAC"/>
              <w:rPr>
                <w:rFonts w:cs="Arial"/>
              </w:rPr>
            </w:pPr>
          </w:p>
        </w:tc>
        <w:tc>
          <w:tcPr>
            <w:tcW w:w="2503" w:type="dxa"/>
            <w:vMerge/>
            <w:shd w:val="clear" w:color="auto" w:fill="auto"/>
            <w:vAlign w:val="center"/>
          </w:tcPr>
          <w:p w14:paraId="09850B24" w14:textId="77777777" w:rsidR="00B15E99" w:rsidRPr="00EF2F0E" w:rsidRDefault="00B15E99" w:rsidP="00A40339">
            <w:pPr>
              <w:pStyle w:val="TAC"/>
              <w:rPr>
                <w:rFonts w:cs="Arial"/>
              </w:rPr>
            </w:pPr>
          </w:p>
        </w:tc>
      </w:tr>
      <w:tr w:rsidR="003401A4" w:rsidRPr="00377E86" w14:paraId="09850B2B" w14:textId="77777777" w:rsidTr="00A40339">
        <w:trPr>
          <w:trHeight w:val="176"/>
          <w:jc w:val="center"/>
        </w:trPr>
        <w:tc>
          <w:tcPr>
            <w:tcW w:w="1467" w:type="dxa"/>
            <w:vMerge/>
            <w:vAlign w:val="center"/>
          </w:tcPr>
          <w:p w14:paraId="09850B26" w14:textId="77777777" w:rsidR="00B15E99" w:rsidRPr="00EF2F0E" w:rsidRDefault="00B15E99" w:rsidP="00A40339">
            <w:pPr>
              <w:pStyle w:val="TAC"/>
              <w:rPr>
                <w:rFonts w:cs="Arial"/>
              </w:rPr>
            </w:pPr>
          </w:p>
        </w:tc>
        <w:tc>
          <w:tcPr>
            <w:tcW w:w="2315" w:type="dxa"/>
            <w:vAlign w:val="center"/>
          </w:tcPr>
          <w:p w14:paraId="09850B27"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28" w14:textId="77777777" w:rsidR="00B15E99" w:rsidRPr="00EF2F0E" w:rsidRDefault="00B15E99" w:rsidP="00A40339">
            <w:pPr>
              <w:pStyle w:val="TAC"/>
              <w:rPr>
                <w:rFonts w:cs="Arial"/>
              </w:rPr>
            </w:pPr>
            <w:r w:rsidRPr="00EF2F0E">
              <w:rPr>
                <w:rFonts w:cs="Arial"/>
              </w:rPr>
              <w:t>-52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29" w14:textId="77777777" w:rsidR="00B15E99" w:rsidRPr="00EF2F0E" w:rsidRDefault="00B15E99" w:rsidP="00A40339">
            <w:pPr>
              <w:pStyle w:val="TAC"/>
              <w:rPr>
                <w:rFonts w:cs="Arial"/>
              </w:rPr>
            </w:pPr>
            <w:r w:rsidRPr="00EF2F0E">
              <w:rPr>
                <w:rFonts w:cs="Arial"/>
              </w:rPr>
              <w:t>±790</w:t>
            </w:r>
          </w:p>
        </w:tc>
        <w:tc>
          <w:tcPr>
            <w:tcW w:w="2503" w:type="dxa"/>
            <w:vMerge w:val="restart"/>
            <w:shd w:val="clear" w:color="auto" w:fill="auto"/>
            <w:vAlign w:val="center"/>
          </w:tcPr>
          <w:p w14:paraId="09850B2A" w14:textId="77777777" w:rsidR="00B15E99" w:rsidRPr="00EF2F0E" w:rsidRDefault="00B15E99" w:rsidP="00A40339">
            <w:pPr>
              <w:pStyle w:val="TAC"/>
              <w:rPr>
                <w:rFonts w:cs="Arial"/>
                <w:lang w:val="sv-SE"/>
              </w:rPr>
            </w:pPr>
            <w:r w:rsidRPr="00EF2F0E">
              <w:rPr>
                <w:rFonts w:cs="Arial"/>
                <w:lang w:val="sv-SE"/>
              </w:rPr>
              <w:t>1.4 MHz E-UTRA signal, 1 RB (NOTE 2)</w:t>
            </w:r>
          </w:p>
        </w:tc>
      </w:tr>
      <w:tr w:rsidR="003401A4" w:rsidRPr="00EF2F0E" w14:paraId="09850B31" w14:textId="77777777" w:rsidTr="00A40339">
        <w:trPr>
          <w:trHeight w:val="175"/>
          <w:jc w:val="center"/>
        </w:trPr>
        <w:tc>
          <w:tcPr>
            <w:tcW w:w="1467" w:type="dxa"/>
            <w:vMerge/>
            <w:vAlign w:val="center"/>
          </w:tcPr>
          <w:p w14:paraId="09850B2C" w14:textId="77777777" w:rsidR="00B15E99" w:rsidRPr="00EF2F0E" w:rsidRDefault="00B15E99" w:rsidP="00A40339">
            <w:pPr>
              <w:pStyle w:val="TAC"/>
              <w:rPr>
                <w:rFonts w:cs="Arial"/>
                <w:lang w:val="sv-SE"/>
              </w:rPr>
            </w:pPr>
          </w:p>
        </w:tc>
        <w:tc>
          <w:tcPr>
            <w:tcW w:w="2315" w:type="dxa"/>
            <w:vAlign w:val="center"/>
          </w:tcPr>
          <w:p w14:paraId="09850B2D"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2E" w14:textId="77777777" w:rsidR="00B15E99" w:rsidRPr="00EF2F0E" w:rsidRDefault="00B15E99" w:rsidP="00A40339">
            <w:pPr>
              <w:pStyle w:val="TAC"/>
              <w:rPr>
                <w:rFonts w:cs="Arial"/>
              </w:rPr>
            </w:pPr>
            <w:r w:rsidRPr="00EF2F0E">
              <w:rPr>
                <w:rFonts w:cs="Arial"/>
                <w:szCs w:val="18"/>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2F" w14:textId="77777777" w:rsidR="00B15E99" w:rsidRPr="00EF2F0E" w:rsidRDefault="00B15E99" w:rsidP="00A40339">
            <w:pPr>
              <w:pStyle w:val="TAC"/>
              <w:rPr>
                <w:rFonts w:cs="Arial"/>
              </w:rPr>
            </w:pPr>
          </w:p>
        </w:tc>
        <w:tc>
          <w:tcPr>
            <w:tcW w:w="2503" w:type="dxa"/>
            <w:vMerge/>
            <w:shd w:val="clear" w:color="auto" w:fill="auto"/>
            <w:vAlign w:val="center"/>
          </w:tcPr>
          <w:p w14:paraId="09850B30" w14:textId="77777777" w:rsidR="00B15E99" w:rsidRPr="00EF2F0E" w:rsidRDefault="00B15E99" w:rsidP="00A40339">
            <w:pPr>
              <w:pStyle w:val="TAC"/>
              <w:rPr>
                <w:rFonts w:cs="Arial"/>
              </w:rPr>
            </w:pPr>
          </w:p>
        </w:tc>
      </w:tr>
      <w:tr w:rsidR="003401A4" w:rsidRPr="00EF2F0E" w14:paraId="09850B37" w14:textId="77777777" w:rsidTr="00A40339">
        <w:trPr>
          <w:trHeight w:val="88"/>
          <w:jc w:val="center"/>
        </w:trPr>
        <w:tc>
          <w:tcPr>
            <w:tcW w:w="1467" w:type="dxa"/>
            <w:vMerge w:val="restart"/>
            <w:vAlign w:val="center"/>
          </w:tcPr>
          <w:p w14:paraId="09850B32" w14:textId="77777777" w:rsidR="00B15E99" w:rsidRPr="00EF2F0E" w:rsidRDefault="00B15E99" w:rsidP="00A40339">
            <w:pPr>
              <w:pStyle w:val="TAC"/>
              <w:rPr>
                <w:rFonts w:cs="Arial"/>
              </w:rPr>
            </w:pPr>
            <w:r w:rsidRPr="00EF2F0E">
              <w:rPr>
                <w:rFonts w:cs="Arial"/>
              </w:rPr>
              <w:t>3</w:t>
            </w:r>
          </w:p>
        </w:tc>
        <w:tc>
          <w:tcPr>
            <w:tcW w:w="2315" w:type="dxa"/>
            <w:vAlign w:val="center"/>
          </w:tcPr>
          <w:p w14:paraId="09850B33"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34" w14:textId="77777777" w:rsidR="00B15E99" w:rsidRPr="00EF2F0E" w:rsidRDefault="00B15E99" w:rsidP="00A40339">
            <w:pPr>
              <w:pStyle w:val="TAC"/>
              <w:rPr>
                <w:rFonts w:cs="Arial"/>
              </w:rPr>
            </w:pPr>
            <w:r w:rsidRPr="00EF2F0E">
              <w:rPr>
                <w:rFonts w:cs="Arial"/>
              </w:rPr>
              <w:t>-52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35" w14:textId="77777777" w:rsidR="00B15E99" w:rsidRPr="00EF2F0E" w:rsidRDefault="00B15E99" w:rsidP="00A40339">
            <w:pPr>
              <w:pStyle w:val="TAC"/>
              <w:rPr>
                <w:rFonts w:cs="Arial"/>
              </w:rPr>
            </w:pPr>
            <w:r w:rsidRPr="00EF2F0E">
              <w:rPr>
                <w:rFonts w:cs="Arial"/>
              </w:rPr>
              <w:t>±270</w:t>
            </w:r>
          </w:p>
        </w:tc>
        <w:tc>
          <w:tcPr>
            <w:tcW w:w="2503" w:type="dxa"/>
            <w:vMerge w:val="restart"/>
            <w:shd w:val="clear" w:color="auto" w:fill="auto"/>
            <w:vAlign w:val="center"/>
          </w:tcPr>
          <w:p w14:paraId="09850B36" w14:textId="77777777" w:rsidR="00B15E99" w:rsidRPr="00EF2F0E" w:rsidRDefault="00B15E99" w:rsidP="00A40339">
            <w:pPr>
              <w:pStyle w:val="TAC"/>
              <w:rPr>
                <w:rFonts w:cs="Arial"/>
              </w:rPr>
            </w:pPr>
            <w:r w:rsidRPr="00EF2F0E">
              <w:rPr>
                <w:rFonts w:cs="Arial"/>
              </w:rPr>
              <w:t>CW</w:t>
            </w:r>
          </w:p>
        </w:tc>
      </w:tr>
      <w:tr w:rsidR="003401A4" w:rsidRPr="00EF2F0E" w14:paraId="09850B3D" w14:textId="77777777" w:rsidTr="00A40339">
        <w:trPr>
          <w:trHeight w:val="87"/>
          <w:jc w:val="center"/>
        </w:trPr>
        <w:tc>
          <w:tcPr>
            <w:tcW w:w="1467" w:type="dxa"/>
            <w:vMerge/>
            <w:vAlign w:val="center"/>
          </w:tcPr>
          <w:p w14:paraId="09850B38" w14:textId="77777777" w:rsidR="00B15E99" w:rsidRPr="00EF2F0E" w:rsidRDefault="00B15E99" w:rsidP="00A40339">
            <w:pPr>
              <w:pStyle w:val="TAC"/>
              <w:rPr>
                <w:rFonts w:cs="Arial"/>
              </w:rPr>
            </w:pPr>
          </w:p>
        </w:tc>
        <w:tc>
          <w:tcPr>
            <w:tcW w:w="2315" w:type="dxa"/>
            <w:vAlign w:val="center"/>
          </w:tcPr>
          <w:p w14:paraId="09850B39"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3A" w14:textId="77777777" w:rsidR="00B15E99" w:rsidRPr="00EF2F0E" w:rsidRDefault="00B15E99" w:rsidP="00A40339">
            <w:pPr>
              <w:pStyle w:val="TAC"/>
              <w:rPr>
                <w:rFonts w:cs="Arial"/>
              </w:rPr>
            </w:pPr>
            <w:r w:rsidRPr="00EF2F0E">
              <w:rPr>
                <w:rFonts w:cs="Arial"/>
                <w:szCs w:val="18"/>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3B" w14:textId="77777777" w:rsidR="00B15E99" w:rsidRPr="00EF2F0E" w:rsidRDefault="00B15E99" w:rsidP="00A40339">
            <w:pPr>
              <w:pStyle w:val="TAC"/>
              <w:rPr>
                <w:rFonts w:cs="Arial"/>
              </w:rPr>
            </w:pPr>
          </w:p>
        </w:tc>
        <w:tc>
          <w:tcPr>
            <w:tcW w:w="2503" w:type="dxa"/>
            <w:vMerge/>
            <w:shd w:val="clear" w:color="auto" w:fill="auto"/>
            <w:vAlign w:val="center"/>
          </w:tcPr>
          <w:p w14:paraId="09850B3C" w14:textId="77777777" w:rsidR="00B15E99" w:rsidRPr="00EF2F0E" w:rsidRDefault="00B15E99" w:rsidP="00A40339">
            <w:pPr>
              <w:pStyle w:val="TAC"/>
              <w:rPr>
                <w:rFonts w:cs="Arial"/>
              </w:rPr>
            </w:pPr>
          </w:p>
        </w:tc>
      </w:tr>
      <w:tr w:rsidR="003401A4" w:rsidRPr="00377E86" w14:paraId="09850B43" w14:textId="77777777" w:rsidTr="00A40339">
        <w:trPr>
          <w:trHeight w:val="176"/>
          <w:jc w:val="center"/>
        </w:trPr>
        <w:tc>
          <w:tcPr>
            <w:tcW w:w="1467" w:type="dxa"/>
            <w:vMerge/>
            <w:vAlign w:val="center"/>
          </w:tcPr>
          <w:p w14:paraId="09850B3E" w14:textId="77777777" w:rsidR="00B15E99" w:rsidRPr="00EF2F0E" w:rsidRDefault="00B15E99" w:rsidP="00A40339">
            <w:pPr>
              <w:pStyle w:val="TAC"/>
              <w:rPr>
                <w:rFonts w:cs="Arial"/>
              </w:rPr>
            </w:pPr>
          </w:p>
        </w:tc>
        <w:tc>
          <w:tcPr>
            <w:tcW w:w="2315" w:type="dxa"/>
            <w:vAlign w:val="center"/>
          </w:tcPr>
          <w:p w14:paraId="09850B3F"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40" w14:textId="77777777" w:rsidR="00B15E99" w:rsidRPr="00EF2F0E" w:rsidRDefault="00B15E99" w:rsidP="00A40339">
            <w:pPr>
              <w:pStyle w:val="TAC"/>
              <w:rPr>
                <w:rFonts w:cs="Arial"/>
              </w:rPr>
            </w:pPr>
            <w:r w:rsidRPr="00EF2F0E">
              <w:rPr>
                <w:rFonts w:cs="Arial"/>
              </w:rPr>
              <w:t>-52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41" w14:textId="77777777" w:rsidR="00B15E99" w:rsidRPr="00EF2F0E" w:rsidRDefault="00B15E99" w:rsidP="00A40339">
            <w:pPr>
              <w:pStyle w:val="TAC"/>
              <w:rPr>
                <w:rFonts w:cs="Arial"/>
              </w:rPr>
            </w:pPr>
            <w:r w:rsidRPr="00EF2F0E">
              <w:rPr>
                <w:rFonts w:cs="Arial"/>
              </w:rPr>
              <w:t>±780</w:t>
            </w:r>
          </w:p>
        </w:tc>
        <w:tc>
          <w:tcPr>
            <w:tcW w:w="2503" w:type="dxa"/>
            <w:vMerge w:val="restart"/>
            <w:shd w:val="clear" w:color="auto" w:fill="auto"/>
            <w:vAlign w:val="center"/>
          </w:tcPr>
          <w:p w14:paraId="09850B42" w14:textId="77777777" w:rsidR="00B15E99" w:rsidRPr="00EF2F0E" w:rsidRDefault="00B15E99" w:rsidP="00A40339">
            <w:pPr>
              <w:pStyle w:val="TAC"/>
              <w:rPr>
                <w:rFonts w:cs="Arial"/>
                <w:lang w:val="sv-SE"/>
              </w:rPr>
            </w:pPr>
            <w:r w:rsidRPr="00EF2F0E">
              <w:rPr>
                <w:rFonts w:cs="Arial"/>
                <w:lang w:val="sv-SE"/>
              </w:rPr>
              <w:t>3.0 MHz E-UTRA signal, 1 RB (NOTE 2)</w:t>
            </w:r>
          </w:p>
        </w:tc>
      </w:tr>
      <w:tr w:rsidR="003401A4" w:rsidRPr="00EF2F0E" w14:paraId="09850B49" w14:textId="77777777" w:rsidTr="00A40339">
        <w:trPr>
          <w:trHeight w:val="175"/>
          <w:jc w:val="center"/>
        </w:trPr>
        <w:tc>
          <w:tcPr>
            <w:tcW w:w="1467" w:type="dxa"/>
            <w:vMerge/>
            <w:vAlign w:val="center"/>
          </w:tcPr>
          <w:p w14:paraId="09850B44" w14:textId="77777777" w:rsidR="00B15E99" w:rsidRPr="00EF2F0E" w:rsidRDefault="00B15E99" w:rsidP="00A40339">
            <w:pPr>
              <w:pStyle w:val="TAC"/>
              <w:rPr>
                <w:rFonts w:cs="Arial"/>
                <w:lang w:val="sv-SE"/>
              </w:rPr>
            </w:pPr>
          </w:p>
        </w:tc>
        <w:tc>
          <w:tcPr>
            <w:tcW w:w="2315" w:type="dxa"/>
            <w:vAlign w:val="center"/>
          </w:tcPr>
          <w:p w14:paraId="09850B45"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46" w14:textId="77777777" w:rsidR="00B15E99" w:rsidRPr="00EF2F0E" w:rsidRDefault="00B15E99" w:rsidP="00A40339">
            <w:pPr>
              <w:pStyle w:val="TAC"/>
              <w:rPr>
                <w:rFonts w:cs="Arial"/>
              </w:rPr>
            </w:pPr>
            <w:r w:rsidRPr="00EF2F0E">
              <w:rPr>
                <w:rFonts w:cs="Arial"/>
                <w:szCs w:val="18"/>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47" w14:textId="77777777" w:rsidR="00B15E99" w:rsidRPr="00EF2F0E" w:rsidRDefault="00B15E99" w:rsidP="00A40339">
            <w:pPr>
              <w:pStyle w:val="TAC"/>
              <w:rPr>
                <w:rFonts w:cs="Arial"/>
              </w:rPr>
            </w:pPr>
          </w:p>
        </w:tc>
        <w:tc>
          <w:tcPr>
            <w:tcW w:w="2503" w:type="dxa"/>
            <w:vMerge/>
            <w:shd w:val="clear" w:color="auto" w:fill="auto"/>
            <w:vAlign w:val="center"/>
          </w:tcPr>
          <w:p w14:paraId="09850B48" w14:textId="77777777" w:rsidR="00B15E99" w:rsidRPr="00EF2F0E" w:rsidRDefault="00B15E99" w:rsidP="00A40339">
            <w:pPr>
              <w:pStyle w:val="TAC"/>
              <w:rPr>
                <w:rFonts w:cs="Arial"/>
              </w:rPr>
            </w:pPr>
          </w:p>
        </w:tc>
      </w:tr>
      <w:tr w:rsidR="003401A4" w:rsidRPr="00EF2F0E" w14:paraId="09850B4F" w14:textId="77777777" w:rsidTr="00A40339">
        <w:trPr>
          <w:trHeight w:val="88"/>
          <w:jc w:val="center"/>
        </w:trPr>
        <w:tc>
          <w:tcPr>
            <w:tcW w:w="1467" w:type="dxa"/>
            <w:vMerge w:val="restart"/>
            <w:vAlign w:val="center"/>
          </w:tcPr>
          <w:p w14:paraId="09850B4A" w14:textId="77777777" w:rsidR="00B15E99" w:rsidRPr="00EF2F0E" w:rsidRDefault="00B15E99" w:rsidP="00A40339">
            <w:pPr>
              <w:pStyle w:val="TAC"/>
              <w:rPr>
                <w:rFonts w:cs="Arial"/>
              </w:rPr>
            </w:pPr>
            <w:r w:rsidRPr="00EF2F0E">
              <w:rPr>
                <w:rFonts w:cs="Arial"/>
              </w:rPr>
              <w:t>5</w:t>
            </w:r>
          </w:p>
        </w:tc>
        <w:tc>
          <w:tcPr>
            <w:tcW w:w="2315" w:type="dxa"/>
            <w:vAlign w:val="center"/>
          </w:tcPr>
          <w:p w14:paraId="09850B4B"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4C" w14:textId="77777777" w:rsidR="00B15E99" w:rsidRPr="00EF2F0E" w:rsidRDefault="00B15E99" w:rsidP="00A40339">
            <w:pPr>
              <w:pStyle w:val="TAC"/>
              <w:rPr>
                <w:rFonts w:cs="Arial"/>
              </w:rPr>
            </w:pPr>
            <w:r w:rsidRPr="00EF2F0E">
              <w:rPr>
                <w:rFonts w:cs="Arial"/>
              </w:rPr>
              <w:t>-52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4D" w14:textId="77777777" w:rsidR="00B15E99" w:rsidRPr="00EF2F0E" w:rsidRDefault="00B15E99" w:rsidP="00A40339">
            <w:pPr>
              <w:pStyle w:val="TAC"/>
              <w:rPr>
                <w:rFonts w:cs="Arial"/>
              </w:rPr>
            </w:pPr>
            <w:r w:rsidRPr="00EF2F0E">
              <w:rPr>
                <w:rFonts w:cs="Arial"/>
              </w:rPr>
              <w:t>±360</w:t>
            </w:r>
          </w:p>
        </w:tc>
        <w:tc>
          <w:tcPr>
            <w:tcW w:w="2503" w:type="dxa"/>
            <w:vMerge w:val="restart"/>
            <w:shd w:val="clear" w:color="auto" w:fill="auto"/>
            <w:vAlign w:val="center"/>
          </w:tcPr>
          <w:p w14:paraId="09850B4E" w14:textId="77777777" w:rsidR="00B15E99" w:rsidRPr="00EF2F0E" w:rsidRDefault="00B15E99" w:rsidP="00A40339">
            <w:pPr>
              <w:pStyle w:val="TAC"/>
              <w:rPr>
                <w:rFonts w:cs="Arial"/>
              </w:rPr>
            </w:pPr>
            <w:r w:rsidRPr="00EF2F0E">
              <w:rPr>
                <w:rFonts w:cs="Arial"/>
              </w:rPr>
              <w:t>CW</w:t>
            </w:r>
          </w:p>
        </w:tc>
      </w:tr>
      <w:tr w:rsidR="003401A4" w:rsidRPr="00EF2F0E" w14:paraId="09850B55" w14:textId="77777777" w:rsidTr="00A40339">
        <w:trPr>
          <w:trHeight w:val="87"/>
          <w:jc w:val="center"/>
        </w:trPr>
        <w:tc>
          <w:tcPr>
            <w:tcW w:w="1467" w:type="dxa"/>
            <w:vMerge/>
            <w:vAlign w:val="center"/>
          </w:tcPr>
          <w:p w14:paraId="09850B50" w14:textId="77777777" w:rsidR="00B15E99" w:rsidRPr="00EF2F0E" w:rsidRDefault="00B15E99" w:rsidP="00A40339">
            <w:pPr>
              <w:pStyle w:val="TAC"/>
              <w:rPr>
                <w:rFonts w:cs="Arial"/>
              </w:rPr>
            </w:pPr>
          </w:p>
        </w:tc>
        <w:tc>
          <w:tcPr>
            <w:tcW w:w="2315" w:type="dxa"/>
            <w:vAlign w:val="center"/>
          </w:tcPr>
          <w:p w14:paraId="09850B51"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52" w14:textId="77777777" w:rsidR="00B15E99" w:rsidRPr="00EF2F0E" w:rsidRDefault="00B15E99" w:rsidP="00A40339">
            <w:pPr>
              <w:pStyle w:val="TAC"/>
              <w:rPr>
                <w:rFonts w:cs="Arial"/>
              </w:rPr>
            </w:pPr>
            <w:r w:rsidRPr="00EF2F0E">
              <w:rPr>
                <w:rFonts w:cs="Arial"/>
                <w:szCs w:val="18"/>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53" w14:textId="77777777" w:rsidR="00B15E99" w:rsidRPr="00EF2F0E" w:rsidRDefault="00B15E99" w:rsidP="00A40339">
            <w:pPr>
              <w:pStyle w:val="TAC"/>
              <w:rPr>
                <w:rFonts w:cs="Arial"/>
              </w:rPr>
            </w:pPr>
          </w:p>
        </w:tc>
        <w:tc>
          <w:tcPr>
            <w:tcW w:w="2503" w:type="dxa"/>
            <w:vMerge/>
            <w:shd w:val="clear" w:color="auto" w:fill="auto"/>
            <w:vAlign w:val="center"/>
          </w:tcPr>
          <w:p w14:paraId="09850B54" w14:textId="77777777" w:rsidR="00B15E99" w:rsidRPr="00EF2F0E" w:rsidRDefault="00B15E99" w:rsidP="00A40339">
            <w:pPr>
              <w:pStyle w:val="TAC"/>
              <w:rPr>
                <w:rFonts w:cs="Arial"/>
              </w:rPr>
            </w:pPr>
          </w:p>
        </w:tc>
      </w:tr>
      <w:tr w:rsidR="003401A4" w:rsidRPr="00377E86" w14:paraId="09850B5B" w14:textId="77777777" w:rsidTr="00A40339">
        <w:trPr>
          <w:trHeight w:val="176"/>
          <w:jc w:val="center"/>
        </w:trPr>
        <w:tc>
          <w:tcPr>
            <w:tcW w:w="1467" w:type="dxa"/>
            <w:vMerge/>
            <w:vAlign w:val="center"/>
          </w:tcPr>
          <w:p w14:paraId="09850B56" w14:textId="77777777" w:rsidR="00B15E99" w:rsidRPr="00EF2F0E" w:rsidRDefault="00B15E99" w:rsidP="00A40339">
            <w:pPr>
              <w:pStyle w:val="TAC"/>
              <w:rPr>
                <w:rFonts w:cs="Arial"/>
              </w:rPr>
            </w:pPr>
          </w:p>
        </w:tc>
        <w:tc>
          <w:tcPr>
            <w:tcW w:w="2315" w:type="dxa"/>
            <w:vAlign w:val="center"/>
          </w:tcPr>
          <w:p w14:paraId="09850B57"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58" w14:textId="77777777" w:rsidR="00B15E99" w:rsidRPr="00EF2F0E" w:rsidRDefault="00B15E99" w:rsidP="00A40339">
            <w:pPr>
              <w:pStyle w:val="TAC"/>
              <w:rPr>
                <w:rFonts w:cs="Arial"/>
              </w:rPr>
            </w:pPr>
            <w:r w:rsidRPr="00EF2F0E">
              <w:rPr>
                <w:rFonts w:cs="Arial"/>
              </w:rPr>
              <w:t>-52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59" w14:textId="77777777" w:rsidR="00B15E99" w:rsidRPr="00EF2F0E" w:rsidRDefault="00B15E99" w:rsidP="00A40339">
            <w:pPr>
              <w:pStyle w:val="TAC"/>
              <w:rPr>
                <w:rFonts w:cs="Arial"/>
              </w:rPr>
            </w:pPr>
            <w:r w:rsidRPr="00EF2F0E">
              <w:rPr>
                <w:rFonts w:cs="Arial"/>
              </w:rPr>
              <w:t>±1060</w:t>
            </w:r>
          </w:p>
        </w:tc>
        <w:tc>
          <w:tcPr>
            <w:tcW w:w="2503" w:type="dxa"/>
            <w:vMerge w:val="restart"/>
            <w:shd w:val="clear" w:color="auto" w:fill="auto"/>
            <w:vAlign w:val="center"/>
          </w:tcPr>
          <w:p w14:paraId="09850B5A" w14:textId="77777777" w:rsidR="00B15E99" w:rsidRPr="00EF2F0E" w:rsidRDefault="00B15E99" w:rsidP="00A40339">
            <w:pPr>
              <w:pStyle w:val="TAC"/>
              <w:rPr>
                <w:rFonts w:cs="Arial"/>
                <w:lang w:val="sv-SE"/>
              </w:rPr>
            </w:pPr>
            <w:r w:rsidRPr="00EF2F0E">
              <w:rPr>
                <w:rFonts w:cs="Arial"/>
                <w:lang w:val="sv-SE"/>
              </w:rPr>
              <w:t>5 MHz E-UTRA signal, 1 RB (NOTE 2)</w:t>
            </w:r>
          </w:p>
        </w:tc>
      </w:tr>
      <w:tr w:rsidR="003401A4" w:rsidRPr="00EF2F0E" w14:paraId="09850B61" w14:textId="77777777" w:rsidTr="00A40339">
        <w:trPr>
          <w:trHeight w:val="175"/>
          <w:jc w:val="center"/>
        </w:trPr>
        <w:tc>
          <w:tcPr>
            <w:tcW w:w="1467" w:type="dxa"/>
            <w:vMerge/>
            <w:vAlign w:val="center"/>
          </w:tcPr>
          <w:p w14:paraId="09850B5C" w14:textId="77777777" w:rsidR="00B15E99" w:rsidRPr="00EF2F0E" w:rsidRDefault="00B15E99" w:rsidP="00A40339">
            <w:pPr>
              <w:pStyle w:val="TAC"/>
              <w:rPr>
                <w:rFonts w:cs="Arial"/>
                <w:lang w:val="sv-SE"/>
              </w:rPr>
            </w:pPr>
          </w:p>
        </w:tc>
        <w:tc>
          <w:tcPr>
            <w:tcW w:w="2315" w:type="dxa"/>
            <w:vAlign w:val="center"/>
          </w:tcPr>
          <w:p w14:paraId="09850B5D"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5E" w14:textId="77777777" w:rsidR="00B15E99" w:rsidRPr="00EF2F0E" w:rsidRDefault="00B15E99" w:rsidP="00A40339">
            <w:pPr>
              <w:pStyle w:val="TAC"/>
              <w:rPr>
                <w:rFonts w:cs="Arial"/>
              </w:rPr>
            </w:pPr>
            <w:r w:rsidRPr="00EF2F0E">
              <w:rPr>
                <w:rFonts w:cs="Arial"/>
                <w:szCs w:val="18"/>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5F" w14:textId="77777777" w:rsidR="00B15E99" w:rsidRPr="00EF2F0E" w:rsidRDefault="00B15E99" w:rsidP="00A40339">
            <w:pPr>
              <w:pStyle w:val="TAC"/>
              <w:rPr>
                <w:rFonts w:cs="Arial"/>
              </w:rPr>
            </w:pPr>
          </w:p>
        </w:tc>
        <w:tc>
          <w:tcPr>
            <w:tcW w:w="2503" w:type="dxa"/>
            <w:vMerge/>
            <w:shd w:val="clear" w:color="auto" w:fill="auto"/>
            <w:vAlign w:val="center"/>
          </w:tcPr>
          <w:p w14:paraId="09850B60" w14:textId="77777777" w:rsidR="00B15E99" w:rsidRPr="00EF2F0E" w:rsidRDefault="00B15E99" w:rsidP="00A40339">
            <w:pPr>
              <w:pStyle w:val="TAC"/>
              <w:rPr>
                <w:rFonts w:cs="Arial"/>
              </w:rPr>
            </w:pPr>
          </w:p>
        </w:tc>
      </w:tr>
      <w:tr w:rsidR="003401A4" w:rsidRPr="00EF2F0E" w14:paraId="09850B68" w14:textId="77777777" w:rsidTr="00A40339">
        <w:trPr>
          <w:trHeight w:val="88"/>
          <w:jc w:val="center"/>
        </w:trPr>
        <w:tc>
          <w:tcPr>
            <w:tcW w:w="1467" w:type="dxa"/>
            <w:vMerge w:val="restart"/>
            <w:vAlign w:val="center"/>
          </w:tcPr>
          <w:p w14:paraId="09850B62" w14:textId="77777777" w:rsidR="00B15E99" w:rsidRPr="00EF2F0E" w:rsidRDefault="00B15E99" w:rsidP="00A40339">
            <w:pPr>
              <w:pStyle w:val="TAC"/>
              <w:rPr>
                <w:rFonts w:cs="Arial"/>
              </w:rPr>
            </w:pPr>
            <w:r w:rsidRPr="00EF2F0E">
              <w:rPr>
                <w:rFonts w:cs="Arial"/>
              </w:rPr>
              <w:t>10</w:t>
            </w:r>
          </w:p>
          <w:p w14:paraId="09850B63" w14:textId="77777777" w:rsidR="00B15E99" w:rsidRPr="00EF2F0E" w:rsidRDefault="00B15E99" w:rsidP="00A40339">
            <w:pPr>
              <w:pStyle w:val="TAC"/>
              <w:rPr>
                <w:rFonts w:cs="Arial"/>
              </w:rPr>
            </w:pPr>
            <w:r w:rsidRPr="00EF2F0E">
              <w:rPr>
                <w:rFonts w:cs="Arial"/>
              </w:rPr>
              <w:t>(NOTE 3)</w:t>
            </w:r>
          </w:p>
        </w:tc>
        <w:tc>
          <w:tcPr>
            <w:tcW w:w="2315" w:type="dxa"/>
            <w:vAlign w:val="center"/>
          </w:tcPr>
          <w:p w14:paraId="09850B64"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 </w:t>
            </w:r>
          </w:p>
        </w:tc>
        <w:tc>
          <w:tcPr>
            <w:tcW w:w="1907" w:type="dxa"/>
            <w:vAlign w:val="center"/>
          </w:tcPr>
          <w:p w14:paraId="09850B65" w14:textId="77777777" w:rsidR="00B15E99" w:rsidRPr="00EF2F0E" w:rsidRDefault="00B15E99" w:rsidP="00A40339">
            <w:pPr>
              <w:pStyle w:val="TAC"/>
              <w:rPr>
                <w:rFonts w:cs="Arial"/>
              </w:rPr>
            </w:pPr>
            <w:r w:rsidRPr="00EF2F0E">
              <w:rPr>
                <w:rFonts w:cs="Arial"/>
              </w:rPr>
              <w:t>-52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66" w14:textId="77777777" w:rsidR="00B15E99" w:rsidRPr="00EF2F0E" w:rsidRDefault="00B15E99" w:rsidP="00A40339">
            <w:pPr>
              <w:pStyle w:val="TAC"/>
              <w:rPr>
                <w:rFonts w:cs="Arial"/>
              </w:rPr>
            </w:pPr>
            <w:r w:rsidRPr="00EF2F0E">
              <w:rPr>
                <w:rFonts w:cs="Arial"/>
              </w:rPr>
              <w:t>±325</w:t>
            </w:r>
          </w:p>
        </w:tc>
        <w:tc>
          <w:tcPr>
            <w:tcW w:w="2503" w:type="dxa"/>
            <w:vMerge w:val="restart"/>
            <w:shd w:val="clear" w:color="auto" w:fill="auto"/>
            <w:vAlign w:val="center"/>
          </w:tcPr>
          <w:p w14:paraId="09850B67" w14:textId="77777777" w:rsidR="00B15E99" w:rsidRPr="00EF2F0E" w:rsidRDefault="00B15E99" w:rsidP="00A40339">
            <w:pPr>
              <w:pStyle w:val="TAC"/>
              <w:rPr>
                <w:rFonts w:cs="Arial"/>
              </w:rPr>
            </w:pPr>
            <w:r w:rsidRPr="00EF2F0E">
              <w:rPr>
                <w:rFonts w:cs="Arial"/>
              </w:rPr>
              <w:t>CW</w:t>
            </w:r>
          </w:p>
        </w:tc>
      </w:tr>
      <w:tr w:rsidR="003401A4" w:rsidRPr="00EF2F0E" w14:paraId="09850B6E" w14:textId="77777777" w:rsidTr="00A40339">
        <w:trPr>
          <w:trHeight w:val="87"/>
          <w:jc w:val="center"/>
        </w:trPr>
        <w:tc>
          <w:tcPr>
            <w:tcW w:w="1467" w:type="dxa"/>
            <w:vMerge/>
            <w:vAlign w:val="center"/>
          </w:tcPr>
          <w:p w14:paraId="09850B69" w14:textId="77777777" w:rsidR="00B15E99" w:rsidRPr="00EF2F0E" w:rsidRDefault="00B15E99" w:rsidP="00A40339">
            <w:pPr>
              <w:pStyle w:val="TAC"/>
              <w:rPr>
                <w:rFonts w:cs="Arial"/>
              </w:rPr>
            </w:pPr>
          </w:p>
        </w:tc>
        <w:tc>
          <w:tcPr>
            <w:tcW w:w="2315" w:type="dxa"/>
            <w:vAlign w:val="center"/>
          </w:tcPr>
          <w:p w14:paraId="09850B6A"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 </w:t>
            </w:r>
          </w:p>
        </w:tc>
        <w:tc>
          <w:tcPr>
            <w:tcW w:w="1907" w:type="dxa"/>
            <w:vAlign w:val="center"/>
          </w:tcPr>
          <w:p w14:paraId="09850B6B" w14:textId="77777777" w:rsidR="00B15E99" w:rsidRPr="00EF2F0E" w:rsidRDefault="00B15E99" w:rsidP="00A40339">
            <w:pPr>
              <w:pStyle w:val="TAC"/>
              <w:rPr>
                <w:rFonts w:cs="Arial"/>
              </w:rPr>
            </w:pPr>
            <w:r w:rsidRPr="00EF2F0E">
              <w:rPr>
                <w:rFonts w:cs="Arial"/>
                <w:szCs w:val="18"/>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6C" w14:textId="77777777" w:rsidR="00B15E99" w:rsidRPr="00EF2F0E" w:rsidRDefault="00B15E99" w:rsidP="00A40339">
            <w:pPr>
              <w:pStyle w:val="TAC"/>
              <w:rPr>
                <w:rFonts w:cs="Arial"/>
              </w:rPr>
            </w:pPr>
          </w:p>
        </w:tc>
        <w:tc>
          <w:tcPr>
            <w:tcW w:w="2503" w:type="dxa"/>
            <w:vMerge/>
            <w:shd w:val="clear" w:color="auto" w:fill="auto"/>
            <w:vAlign w:val="center"/>
          </w:tcPr>
          <w:p w14:paraId="09850B6D" w14:textId="77777777" w:rsidR="00B15E99" w:rsidRPr="00EF2F0E" w:rsidRDefault="00B15E99" w:rsidP="00A40339">
            <w:pPr>
              <w:pStyle w:val="TAC"/>
              <w:rPr>
                <w:rFonts w:cs="Arial"/>
              </w:rPr>
            </w:pPr>
          </w:p>
        </w:tc>
      </w:tr>
      <w:tr w:rsidR="003401A4" w:rsidRPr="00377E86" w14:paraId="09850B74" w14:textId="77777777" w:rsidTr="00A40339">
        <w:trPr>
          <w:trHeight w:val="176"/>
          <w:jc w:val="center"/>
        </w:trPr>
        <w:tc>
          <w:tcPr>
            <w:tcW w:w="1467" w:type="dxa"/>
            <w:vMerge/>
            <w:vAlign w:val="center"/>
          </w:tcPr>
          <w:p w14:paraId="09850B6F" w14:textId="77777777" w:rsidR="00B15E99" w:rsidRPr="00EF2F0E" w:rsidRDefault="00B15E99" w:rsidP="00A40339">
            <w:pPr>
              <w:pStyle w:val="TAC"/>
              <w:rPr>
                <w:rFonts w:cs="Arial"/>
              </w:rPr>
            </w:pPr>
          </w:p>
        </w:tc>
        <w:tc>
          <w:tcPr>
            <w:tcW w:w="2315" w:type="dxa"/>
            <w:vAlign w:val="center"/>
          </w:tcPr>
          <w:p w14:paraId="09850B70"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71" w14:textId="77777777" w:rsidR="00B15E99" w:rsidRPr="00EF2F0E" w:rsidRDefault="00B15E99" w:rsidP="00A40339">
            <w:pPr>
              <w:pStyle w:val="TAC"/>
              <w:rPr>
                <w:rFonts w:cs="Arial"/>
              </w:rPr>
            </w:pPr>
            <w:r w:rsidRPr="00EF2F0E">
              <w:rPr>
                <w:rFonts w:cs="Arial"/>
              </w:rPr>
              <w:t>-52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72" w14:textId="77777777" w:rsidR="00B15E99" w:rsidRPr="00EF2F0E" w:rsidRDefault="00B15E99" w:rsidP="00A40339">
            <w:pPr>
              <w:pStyle w:val="TAC"/>
              <w:rPr>
                <w:rFonts w:cs="Arial"/>
              </w:rPr>
            </w:pPr>
            <w:r w:rsidRPr="00EF2F0E">
              <w:rPr>
                <w:rFonts w:cs="Arial"/>
              </w:rPr>
              <w:t>±1240</w:t>
            </w:r>
          </w:p>
        </w:tc>
        <w:tc>
          <w:tcPr>
            <w:tcW w:w="2503" w:type="dxa"/>
            <w:vMerge w:val="restart"/>
            <w:shd w:val="clear" w:color="auto" w:fill="auto"/>
            <w:vAlign w:val="center"/>
          </w:tcPr>
          <w:p w14:paraId="09850B73" w14:textId="77777777" w:rsidR="00B15E99" w:rsidRPr="00EF2F0E" w:rsidRDefault="00B15E99" w:rsidP="00A40339">
            <w:pPr>
              <w:pStyle w:val="TAC"/>
              <w:rPr>
                <w:rFonts w:cs="Arial"/>
                <w:lang w:val="sv-SE"/>
              </w:rPr>
            </w:pPr>
            <w:r w:rsidRPr="00EF2F0E">
              <w:rPr>
                <w:rFonts w:cs="Arial"/>
                <w:lang w:val="sv-SE"/>
              </w:rPr>
              <w:t>5 MHz E-UTRA signal, 1 RB (NOTE 2)</w:t>
            </w:r>
          </w:p>
        </w:tc>
      </w:tr>
      <w:tr w:rsidR="003401A4" w:rsidRPr="00EF2F0E" w14:paraId="09850B7A" w14:textId="77777777" w:rsidTr="00A40339">
        <w:trPr>
          <w:trHeight w:val="175"/>
          <w:jc w:val="center"/>
        </w:trPr>
        <w:tc>
          <w:tcPr>
            <w:tcW w:w="1467" w:type="dxa"/>
            <w:vMerge/>
            <w:vAlign w:val="center"/>
          </w:tcPr>
          <w:p w14:paraId="09850B75" w14:textId="77777777" w:rsidR="00B15E99" w:rsidRPr="00EF2F0E" w:rsidRDefault="00B15E99" w:rsidP="00A40339">
            <w:pPr>
              <w:pStyle w:val="TAC"/>
              <w:rPr>
                <w:rFonts w:cs="Arial"/>
                <w:lang w:val="sv-SE"/>
              </w:rPr>
            </w:pPr>
          </w:p>
        </w:tc>
        <w:tc>
          <w:tcPr>
            <w:tcW w:w="2315" w:type="dxa"/>
            <w:vAlign w:val="center"/>
          </w:tcPr>
          <w:p w14:paraId="09850B76"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77" w14:textId="77777777" w:rsidR="00B15E99" w:rsidRPr="00EF2F0E" w:rsidRDefault="00B15E99" w:rsidP="00A40339">
            <w:pPr>
              <w:pStyle w:val="TAC"/>
              <w:rPr>
                <w:rFonts w:cs="Arial"/>
              </w:rPr>
            </w:pPr>
            <w:r w:rsidRPr="00EF2F0E">
              <w:rPr>
                <w:rFonts w:cs="Arial"/>
                <w:szCs w:val="18"/>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78" w14:textId="77777777" w:rsidR="00B15E99" w:rsidRPr="00EF2F0E" w:rsidRDefault="00B15E99" w:rsidP="00A40339">
            <w:pPr>
              <w:pStyle w:val="TAC"/>
              <w:rPr>
                <w:rFonts w:cs="Arial"/>
              </w:rPr>
            </w:pPr>
          </w:p>
        </w:tc>
        <w:tc>
          <w:tcPr>
            <w:tcW w:w="2503" w:type="dxa"/>
            <w:vMerge/>
            <w:shd w:val="clear" w:color="auto" w:fill="auto"/>
            <w:vAlign w:val="center"/>
          </w:tcPr>
          <w:p w14:paraId="09850B79" w14:textId="77777777" w:rsidR="00B15E99" w:rsidRPr="00EF2F0E" w:rsidRDefault="00B15E99" w:rsidP="00A40339">
            <w:pPr>
              <w:pStyle w:val="TAC"/>
              <w:rPr>
                <w:rFonts w:cs="Arial"/>
              </w:rPr>
            </w:pPr>
          </w:p>
        </w:tc>
      </w:tr>
      <w:tr w:rsidR="003401A4" w:rsidRPr="00EF2F0E" w14:paraId="09850B81" w14:textId="77777777" w:rsidTr="00A40339">
        <w:trPr>
          <w:trHeight w:val="88"/>
          <w:jc w:val="center"/>
        </w:trPr>
        <w:tc>
          <w:tcPr>
            <w:tcW w:w="1467" w:type="dxa"/>
            <w:vMerge w:val="restart"/>
            <w:vAlign w:val="center"/>
          </w:tcPr>
          <w:p w14:paraId="09850B7B" w14:textId="77777777" w:rsidR="00B15E99" w:rsidRPr="00EF2F0E" w:rsidRDefault="00B15E99" w:rsidP="00A40339">
            <w:pPr>
              <w:pStyle w:val="TAC"/>
              <w:rPr>
                <w:rFonts w:cs="Arial"/>
              </w:rPr>
            </w:pPr>
            <w:r w:rsidRPr="00EF2F0E">
              <w:rPr>
                <w:rFonts w:cs="Arial"/>
              </w:rPr>
              <w:t>15</w:t>
            </w:r>
          </w:p>
          <w:p w14:paraId="09850B7C" w14:textId="77777777" w:rsidR="00B15E99" w:rsidRPr="00EF2F0E" w:rsidRDefault="00B15E99" w:rsidP="00A40339">
            <w:pPr>
              <w:pStyle w:val="TAC"/>
              <w:rPr>
                <w:rFonts w:cs="Arial"/>
              </w:rPr>
            </w:pPr>
            <w:r w:rsidRPr="00EF2F0E">
              <w:rPr>
                <w:rFonts w:cs="Arial"/>
              </w:rPr>
              <w:t>(NOTE 3)</w:t>
            </w:r>
          </w:p>
        </w:tc>
        <w:tc>
          <w:tcPr>
            <w:tcW w:w="2315" w:type="dxa"/>
            <w:vAlign w:val="center"/>
          </w:tcPr>
          <w:p w14:paraId="09850B7D"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7E" w14:textId="77777777" w:rsidR="00B15E99" w:rsidRPr="00EF2F0E" w:rsidRDefault="00B15E99" w:rsidP="00A40339">
            <w:pPr>
              <w:pStyle w:val="TAC"/>
              <w:rPr>
                <w:rFonts w:cs="Arial"/>
              </w:rPr>
            </w:pPr>
            <w:r w:rsidRPr="00EF2F0E">
              <w:rPr>
                <w:rFonts w:cs="Arial"/>
              </w:rPr>
              <w:t>-52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7F" w14:textId="77777777" w:rsidR="00B15E99" w:rsidRPr="00EF2F0E" w:rsidRDefault="00B15E99" w:rsidP="00A40339">
            <w:pPr>
              <w:pStyle w:val="TAC"/>
              <w:rPr>
                <w:rFonts w:cs="Arial"/>
              </w:rPr>
            </w:pPr>
            <w:r w:rsidRPr="00EF2F0E">
              <w:rPr>
                <w:rFonts w:cs="Arial"/>
              </w:rPr>
              <w:t>±380</w:t>
            </w:r>
          </w:p>
        </w:tc>
        <w:tc>
          <w:tcPr>
            <w:tcW w:w="2503" w:type="dxa"/>
            <w:vMerge w:val="restart"/>
            <w:shd w:val="clear" w:color="auto" w:fill="auto"/>
            <w:vAlign w:val="center"/>
          </w:tcPr>
          <w:p w14:paraId="09850B80" w14:textId="77777777" w:rsidR="00B15E99" w:rsidRPr="00EF2F0E" w:rsidRDefault="00B15E99" w:rsidP="00A40339">
            <w:pPr>
              <w:pStyle w:val="TAC"/>
              <w:rPr>
                <w:rFonts w:cs="Arial"/>
              </w:rPr>
            </w:pPr>
            <w:r w:rsidRPr="00EF2F0E">
              <w:rPr>
                <w:rFonts w:cs="Arial"/>
              </w:rPr>
              <w:t>CW</w:t>
            </w:r>
          </w:p>
        </w:tc>
      </w:tr>
      <w:tr w:rsidR="003401A4" w:rsidRPr="00EF2F0E" w14:paraId="09850B87" w14:textId="77777777" w:rsidTr="00A40339">
        <w:trPr>
          <w:trHeight w:val="87"/>
          <w:jc w:val="center"/>
        </w:trPr>
        <w:tc>
          <w:tcPr>
            <w:tcW w:w="1467" w:type="dxa"/>
            <w:vMerge/>
            <w:vAlign w:val="center"/>
          </w:tcPr>
          <w:p w14:paraId="09850B82" w14:textId="77777777" w:rsidR="00B15E99" w:rsidRPr="00EF2F0E" w:rsidRDefault="00B15E99" w:rsidP="00A40339">
            <w:pPr>
              <w:pStyle w:val="TAC"/>
              <w:rPr>
                <w:rFonts w:cs="Arial"/>
              </w:rPr>
            </w:pPr>
          </w:p>
        </w:tc>
        <w:tc>
          <w:tcPr>
            <w:tcW w:w="2315" w:type="dxa"/>
            <w:vAlign w:val="center"/>
          </w:tcPr>
          <w:p w14:paraId="09850B83"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84" w14:textId="77777777" w:rsidR="00B15E99" w:rsidRPr="00EF2F0E" w:rsidRDefault="00B15E99" w:rsidP="00A40339">
            <w:pPr>
              <w:pStyle w:val="TAC"/>
              <w:rPr>
                <w:rFonts w:cs="Arial"/>
              </w:rPr>
            </w:pPr>
            <w:r w:rsidRPr="00EF2F0E">
              <w:rPr>
                <w:rFonts w:cs="Arial"/>
                <w:szCs w:val="18"/>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85" w14:textId="77777777" w:rsidR="00B15E99" w:rsidRPr="00EF2F0E" w:rsidRDefault="00B15E99" w:rsidP="00A40339">
            <w:pPr>
              <w:pStyle w:val="TAC"/>
              <w:rPr>
                <w:rFonts w:cs="Arial"/>
              </w:rPr>
            </w:pPr>
          </w:p>
        </w:tc>
        <w:tc>
          <w:tcPr>
            <w:tcW w:w="2503" w:type="dxa"/>
            <w:vMerge/>
            <w:shd w:val="clear" w:color="auto" w:fill="auto"/>
            <w:vAlign w:val="center"/>
          </w:tcPr>
          <w:p w14:paraId="09850B86" w14:textId="77777777" w:rsidR="00B15E99" w:rsidRPr="00EF2F0E" w:rsidRDefault="00B15E99" w:rsidP="00A40339">
            <w:pPr>
              <w:pStyle w:val="TAC"/>
              <w:rPr>
                <w:rFonts w:cs="Arial"/>
              </w:rPr>
            </w:pPr>
          </w:p>
        </w:tc>
      </w:tr>
      <w:tr w:rsidR="003401A4" w:rsidRPr="00377E86" w14:paraId="09850B8D" w14:textId="77777777" w:rsidTr="00A40339">
        <w:trPr>
          <w:trHeight w:val="176"/>
          <w:jc w:val="center"/>
        </w:trPr>
        <w:tc>
          <w:tcPr>
            <w:tcW w:w="1467" w:type="dxa"/>
            <w:vMerge/>
            <w:vAlign w:val="center"/>
          </w:tcPr>
          <w:p w14:paraId="09850B88" w14:textId="77777777" w:rsidR="00B15E99" w:rsidRPr="00EF2F0E" w:rsidRDefault="00B15E99" w:rsidP="00A40339">
            <w:pPr>
              <w:pStyle w:val="TAC"/>
              <w:rPr>
                <w:rFonts w:cs="Arial"/>
              </w:rPr>
            </w:pPr>
          </w:p>
        </w:tc>
        <w:tc>
          <w:tcPr>
            <w:tcW w:w="2315" w:type="dxa"/>
            <w:vAlign w:val="center"/>
          </w:tcPr>
          <w:p w14:paraId="09850B89"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8A" w14:textId="77777777" w:rsidR="00B15E99" w:rsidRPr="00EF2F0E" w:rsidRDefault="00B15E99" w:rsidP="00A40339">
            <w:pPr>
              <w:pStyle w:val="TAC"/>
              <w:rPr>
                <w:rFonts w:cs="Arial"/>
              </w:rPr>
            </w:pPr>
            <w:r w:rsidRPr="00EF2F0E">
              <w:rPr>
                <w:rFonts w:cs="Arial"/>
              </w:rPr>
              <w:t>-52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8B" w14:textId="77777777" w:rsidR="00B15E99" w:rsidRPr="00EF2F0E" w:rsidRDefault="00B15E99" w:rsidP="00A40339">
            <w:pPr>
              <w:pStyle w:val="TAC"/>
              <w:rPr>
                <w:rFonts w:cs="Arial"/>
              </w:rPr>
            </w:pPr>
            <w:r w:rsidRPr="00EF2F0E">
              <w:rPr>
                <w:rFonts w:cs="Arial"/>
              </w:rPr>
              <w:t>±1600</w:t>
            </w:r>
          </w:p>
        </w:tc>
        <w:tc>
          <w:tcPr>
            <w:tcW w:w="2503" w:type="dxa"/>
            <w:vMerge w:val="restart"/>
            <w:shd w:val="clear" w:color="auto" w:fill="auto"/>
            <w:vAlign w:val="center"/>
          </w:tcPr>
          <w:p w14:paraId="09850B8C" w14:textId="77777777" w:rsidR="00B15E99" w:rsidRPr="00EF2F0E" w:rsidRDefault="00B15E99" w:rsidP="00A40339">
            <w:pPr>
              <w:pStyle w:val="TAC"/>
              <w:rPr>
                <w:rFonts w:cs="Arial"/>
                <w:lang w:val="sv-SE"/>
              </w:rPr>
            </w:pPr>
            <w:r w:rsidRPr="00EF2F0E">
              <w:rPr>
                <w:rFonts w:cs="Arial"/>
                <w:lang w:val="sv-SE"/>
              </w:rPr>
              <w:t>5MHz E-UTRA signal, 1 RB (NOTE 2)</w:t>
            </w:r>
          </w:p>
        </w:tc>
      </w:tr>
      <w:tr w:rsidR="003401A4" w:rsidRPr="00EF2F0E" w14:paraId="09850B93" w14:textId="77777777" w:rsidTr="00A40339">
        <w:trPr>
          <w:trHeight w:val="175"/>
          <w:jc w:val="center"/>
        </w:trPr>
        <w:tc>
          <w:tcPr>
            <w:tcW w:w="1467" w:type="dxa"/>
            <w:vMerge/>
            <w:vAlign w:val="center"/>
          </w:tcPr>
          <w:p w14:paraId="09850B8E" w14:textId="77777777" w:rsidR="00B15E99" w:rsidRPr="00EF2F0E" w:rsidRDefault="00B15E99" w:rsidP="00A40339">
            <w:pPr>
              <w:pStyle w:val="TAC"/>
              <w:rPr>
                <w:rFonts w:cs="Arial"/>
                <w:lang w:val="sv-SE"/>
              </w:rPr>
            </w:pPr>
          </w:p>
        </w:tc>
        <w:tc>
          <w:tcPr>
            <w:tcW w:w="2315" w:type="dxa"/>
            <w:vAlign w:val="center"/>
          </w:tcPr>
          <w:p w14:paraId="09850B8F"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90" w14:textId="77777777" w:rsidR="00B15E99" w:rsidRPr="00EF2F0E" w:rsidRDefault="00B15E99" w:rsidP="00A40339">
            <w:pPr>
              <w:pStyle w:val="TAC"/>
              <w:rPr>
                <w:rFonts w:cs="Arial"/>
              </w:rPr>
            </w:pPr>
            <w:r w:rsidRPr="00EF2F0E">
              <w:rPr>
                <w:rFonts w:cs="Arial"/>
                <w:szCs w:val="18"/>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91" w14:textId="77777777" w:rsidR="00B15E99" w:rsidRPr="00EF2F0E" w:rsidRDefault="00B15E99" w:rsidP="00A40339">
            <w:pPr>
              <w:pStyle w:val="TAC"/>
              <w:rPr>
                <w:rFonts w:cs="Arial"/>
              </w:rPr>
            </w:pPr>
          </w:p>
        </w:tc>
        <w:tc>
          <w:tcPr>
            <w:tcW w:w="2503" w:type="dxa"/>
            <w:vMerge/>
            <w:shd w:val="clear" w:color="auto" w:fill="auto"/>
            <w:vAlign w:val="center"/>
          </w:tcPr>
          <w:p w14:paraId="09850B92" w14:textId="77777777" w:rsidR="00B15E99" w:rsidRPr="00EF2F0E" w:rsidRDefault="00B15E99" w:rsidP="00A40339">
            <w:pPr>
              <w:pStyle w:val="TAC"/>
              <w:rPr>
                <w:rFonts w:cs="Arial"/>
              </w:rPr>
            </w:pPr>
          </w:p>
        </w:tc>
      </w:tr>
      <w:tr w:rsidR="003401A4" w:rsidRPr="00EF2F0E" w14:paraId="09850B9A" w14:textId="77777777" w:rsidTr="00A40339">
        <w:trPr>
          <w:trHeight w:val="88"/>
          <w:jc w:val="center"/>
        </w:trPr>
        <w:tc>
          <w:tcPr>
            <w:tcW w:w="1467" w:type="dxa"/>
            <w:vMerge w:val="restart"/>
            <w:vAlign w:val="center"/>
          </w:tcPr>
          <w:p w14:paraId="09850B94" w14:textId="77777777" w:rsidR="00B15E99" w:rsidRPr="00EF2F0E" w:rsidRDefault="00B15E99" w:rsidP="00A40339">
            <w:pPr>
              <w:pStyle w:val="TAC"/>
              <w:rPr>
                <w:rFonts w:cs="Arial"/>
              </w:rPr>
            </w:pPr>
            <w:r w:rsidRPr="00EF2F0E">
              <w:rPr>
                <w:rFonts w:cs="Arial"/>
              </w:rPr>
              <w:t>20</w:t>
            </w:r>
          </w:p>
          <w:p w14:paraId="09850B95" w14:textId="77777777" w:rsidR="00B15E99" w:rsidRPr="00EF2F0E" w:rsidRDefault="00B15E99" w:rsidP="00A40339">
            <w:pPr>
              <w:pStyle w:val="TAC"/>
              <w:rPr>
                <w:rFonts w:cs="Arial"/>
              </w:rPr>
            </w:pPr>
            <w:r w:rsidRPr="00EF2F0E">
              <w:rPr>
                <w:rFonts w:cs="Arial"/>
              </w:rPr>
              <w:t>(NOTE 3)</w:t>
            </w:r>
          </w:p>
        </w:tc>
        <w:tc>
          <w:tcPr>
            <w:tcW w:w="2315" w:type="dxa"/>
            <w:vAlign w:val="center"/>
          </w:tcPr>
          <w:p w14:paraId="09850B96"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97" w14:textId="77777777" w:rsidR="00B15E99" w:rsidRPr="00EF2F0E" w:rsidRDefault="00B15E99" w:rsidP="00A40339">
            <w:pPr>
              <w:pStyle w:val="TAC"/>
              <w:rPr>
                <w:rFonts w:cs="Arial"/>
              </w:rPr>
            </w:pPr>
            <w:r w:rsidRPr="00EF2F0E">
              <w:rPr>
                <w:rFonts w:cs="Arial"/>
              </w:rPr>
              <w:t>-52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98" w14:textId="77777777" w:rsidR="00B15E99" w:rsidRPr="00EF2F0E" w:rsidRDefault="00B15E99" w:rsidP="00A40339">
            <w:pPr>
              <w:pStyle w:val="TAC"/>
              <w:rPr>
                <w:rFonts w:cs="Arial"/>
              </w:rPr>
            </w:pPr>
            <w:r w:rsidRPr="00EF2F0E">
              <w:rPr>
                <w:rFonts w:cs="Arial"/>
              </w:rPr>
              <w:t>±345</w:t>
            </w:r>
          </w:p>
        </w:tc>
        <w:tc>
          <w:tcPr>
            <w:tcW w:w="2503" w:type="dxa"/>
            <w:vMerge w:val="restart"/>
            <w:shd w:val="clear" w:color="auto" w:fill="auto"/>
            <w:vAlign w:val="center"/>
          </w:tcPr>
          <w:p w14:paraId="09850B99" w14:textId="77777777" w:rsidR="00B15E99" w:rsidRPr="00EF2F0E" w:rsidRDefault="00B15E99" w:rsidP="00A40339">
            <w:pPr>
              <w:pStyle w:val="TAC"/>
              <w:rPr>
                <w:rFonts w:cs="Arial"/>
              </w:rPr>
            </w:pPr>
            <w:r w:rsidRPr="00EF2F0E">
              <w:rPr>
                <w:rFonts w:cs="Arial"/>
              </w:rPr>
              <w:t>CW</w:t>
            </w:r>
          </w:p>
        </w:tc>
      </w:tr>
      <w:tr w:rsidR="003401A4" w:rsidRPr="00EF2F0E" w14:paraId="09850BA0" w14:textId="77777777" w:rsidTr="00A40339">
        <w:trPr>
          <w:trHeight w:val="87"/>
          <w:jc w:val="center"/>
        </w:trPr>
        <w:tc>
          <w:tcPr>
            <w:tcW w:w="1467" w:type="dxa"/>
            <w:vMerge/>
            <w:vAlign w:val="center"/>
          </w:tcPr>
          <w:p w14:paraId="09850B9B" w14:textId="77777777" w:rsidR="00B15E99" w:rsidRPr="00EF2F0E" w:rsidRDefault="00B15E99" w:rsidP="00A40339">
            <w:pPr>
              <w:pStyle w:val="TAC"/>
              <w:rPr>
                <w:rFonts w:cs="Arial"/>
              </w:rPr>
            </w:pPr>
          </w:p>
        </w:tc>
        <w:tc>
          <w:tcPr>
            <w:tcW w:w="2315" w:type="dxa"/>
            <w:vAlign w:val="center"/>
          </w:tcPr>
          <w:p w14:paraId="09850B9C"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9D" w14:textId="77777777" w:rsidR="00B15E99" w:rsidRPr="00EF2F0E" w:rsidRDefault="00B15E99" w:rsidP="00A40339">
            <w:pPr>
              <w:pStyle w:val="TAC"/>
              <w:rPr>
                <w:rFonts w:cs="Arial"/>
              </w:rPr>
            </w:pPr>
            <w:r w:rsidRPr="00EF2F0E">
              <w:rPr>
                <w:rFonts w:cs="Arial"/>
                <w:szCs w:val="18"/>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9E" w14:textId="77777777" w:rsidR="00B15E99" w:rsidRPr="00EF2F0E" w:rsidRDefault="00B15E99" w:rsidP="00A40339">
            <w:pPr>
              <w:pStyle w:val="TAC"/>
              <w:rPr>
                <w:rFonts w:cs="Arial"/>
              </w:rPr>
            </w:pPr>
          </w:p>
        </w:tc>
        <w:tc>
          <w:tcPr>
            <w:tcW w:w="2503" w:type="dxa"/>
            <w:vMerge/>
            <w:shd w:val="clear" w:color="auto" w:fill="auto"/>
            <w:vAlign w:val="center"/>
          </w:tcPr>
          <w:p w14:paraId="09850B9F" w14:textId="77777777" w:rsidR="00B15E99" w:rsidRPr="00EF2F0E" w:rsidRDefault="00B15E99" w:rsidP="00A40339">
            <w:pPr>
              <w:pStyle w:val="TAC"/>
              <w:rPr>
                <w:rFonts w:cs="Arial"/>
              </w:rPr>
            </w:pPr>
          </w:p>
        </w:tc>
      </w:tr>
      <w:tr w:rsidR="003401A4" w:rsidRPr="00377E86" w14:paraId="09850BA6" w14:textId="77777777" w:rsidTr="00A40339">
        <w:trPr>
          <w:trHeight w:val="176"/>
          <w:jc w:val="center"/>
        </w:trPr>
        <w:tc>
          <w:tcPr>
            <w:tcW w:w="1467" w:type="dxa"/>
            <w:vMerge/>
            <w:vAlign w:val="center"/>
          </w:tcPr>
          <w:p w14:paraId="09850BA1" w14:textId="77777777" w:rsidR="00B15E99" w:rsidRPr="00EF2F0E" w:rsidRDefault="00B15E99" w:rsidP="00A40339">
            <w:pPr>
              <w:pStyle w:val="TAC"/>
              <w:rPr>
                <w:rFonts w:cs="Arial"/>
              </w:rPr>
            </w:pPr>
          </w:p>
        </w:tc>
        <w:tc>
          <w:tcPr>
            <w:tcW w:w="2315" w:type="dxa"/>
            <w:vAlign w:val="center"/>
          </w:tcPr>
          <w:p w14:paraId="09850BA2"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A3" w14:textId="77777777" w:rsidR="00B15E99" w:rsidRPr="00EF2F0E" w:rsidRDefault="00B15E99" w:rsidP="00A40339">
            <w:pPr>
              <w:pStyle w:val="TAC"/>
              <w:rPr>
                <w:rFonts w:cs="Arial"/>
              </w:rPr>
            </w:pPr>
            <w:r w:rsidRPr="00EF2F0E">
              <w:rPr>
                <w:rFonts w:cs="Arial"/>
              </w:rPr>
              <w:t>-52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A4" w14:textId="77777777" w:rsidR="00B15E99" w:rsidRPr="00EF2F0E" w:rsidRDefault="00B15E99" w:rsidP="00A40339">
            <w:pPr>
              <w:pStyle w:val="TAC"/>
              <w:rPr>
                <w:rFonts w:cs="Arial"/>
              </w:rPr>
            </w:pPr>
            <w:r w:rsidRPr="00EF2F0E">
              <w:rPr>
                <w:rFonts w:cs="Arial"/>
              </w:rPr>
              <w:t>±1780</w:t>
            </w:r>
          </w:p>
        </w:tc>
        <w:tc>
          <w:tcPr>
            <w:tcW w:w="2503" w:type="dxa"/>
            <w:vMerge w:val="restart"/>
            <w:shd w:val="clear" w:color="auto" w:fill="auto"/>
            <w:vAlign w:val="center"/>
          </w:tcPr>
          <w:p w14:paraId="09850BA5" w14:textId="77777777" w:rsidR="00B15E99" w:rsidRPr="00EF2F0E" w:rsidRDefault="00B15E99" w:rsidP="00A40339">
            <w:pPr>
              <w:pStyle w:val="TAC"/>
              <w:rPr>
                <w:rFonts w:cs="Arial"/>
                <w:lang w:val="sv-SE"/>
              </w:rPr>
            </w:pPr>
            <w:r w:rsidRPr="00EF2F0E">
              <w:rPr>
                <w:rFonts w:cs="Arial"/>
                <w:lang w:val="sv-SE"/>
              </w:rPr>
              <w:t>5MHz E-UTRA signal, 1 RB (NOTE 2)</w:t>
            </w:r>
          </w:p>
        </w:tc>
      </w:tr>
      <w:tr w:rsidR="003401A4" w:rsidRPr="00EF2F0E" w14:paraId="09850BAC" w14:textId="77777777" w:rsidTr="00A40339">
        <w:trPr>
          <w:trHeight w:val="175"/>
          <w:jc w:val="center"/>
        </w:trPr>
        <w:tc>
          <w:tcPr>
            <w:tcW w:w="1467" w:type="dxa"/>
            <w:vMerge/>
            <w:vAlign w:val="center"/>
          </w:tcPr>
          <w:p w14:paraId="09850BA7" w14:textId="77777777" w:rsidR="00B15E99" w:rsidRPr="00EF2F0E" w:rsidRDefault="00B15E99" w:rsidP="00A40339">
            <w:pPr>
              <w:pStyle w:val="TAC"/>
              <w:rPr>
                <w:rFonts w:cs="Arial"/>
                <w:lang w:val="sv-SE"/>
              </w:rPr>
            </w:pPr>
          </w:p>
        </w:tc>
        <w:tc>
          <w:tcPr>
            <w:tcW w:w="2315" w:type="dxa"/>
            <w:vAlign w:val="center"/>
          </w:tcPr>
          <w:p w14:paraId="09850BA8"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A9" w14:textId="77777777" w:rsidR="00B15E99" w:rsidRPr="00EF2F0E" w:rsidRDefault="00B15E99" w:rsidP="00A40339">
            <w:pPr>
              <w:pStyle w:val="TAC"/>
              <w:rPr>
                <w:rFonts w:cs="Arial"/>
              </w:rPr>
            </w:pPr>
            <w:r w:rsidRPr="00EF2F0E">
              <w:rPr>
                <w:rFonts w:cs="Arial"/>
                <w:szCs w:val="18"/>
              </w:rPr>
              <w:t xml:space="preserve">-52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AA" w14:textId="77777777" w:rsidR="00B15E99" w:rsidRPr="00EF2F0E" w:rsidRDefault="00B15E99" w:rsidP="00A40339">
            <w:pPr>
              <w:pStyle w:val="TAC"/>
              <w:rPr>
                <w:rFonts w:cs="Arial"/>
              </w:rPr>
            </w:pPr>
          </w:p>
        </w:tc>
        <w:tc>
          <w:tcPr>
            <w:tcW w:w="2503" w:type="dxa"/>
            <w:vMerge/>
            <w:shd w:val="clear" w:color="auto" w:fill="auto"/>
            <w:vAlign w:val="center"/>
          </w:tcPr>
          <w:p w14:paraId="09850BAB" w14:textId="77777777" w:rsidR="00B15E99" w:rsidRPr="00EF2F0E" w:rsidRDefault="00B15E99" w:rsidP="00A40339">
            <w:pPr>
              <w:pStyle w:val="TAC"/>
              <w:rPr>
                <w:rFonts w:cs="Arial"/>
              </w:rPr>
            </w:pPr>
          </w:p>
        </w:tc>
      </w:tr>
      <w:tr w:rsidR="00B15E99" w:rsidRPr="00EF2F0E" w14:paraId="09850BB0" w14:textId="77777777" w:rsidTr="00A40339">
        <w:trPr>
          <w:jc w:val="center"/>
        </w:trPr>
        <w:tc>
          <w:tcPr>
            <w:tcW w:w="10099" w:type="dxa"/>
            <w:gridSpan w:val="5"/>
            <w:vAlign w:val="center"/>
          </w:tcPr>
          <w:p w14:paraId="09850BAD" w14:textId="77777777" w:rsidR="00B15E99" w:rsidRPr="00EF2F0E" w:rsidRDefault="00B15E99" w:rsidP="00A40339">
            <w:pPr>
              <w:pStyle w:val="TAN"/>
              <w:rPr>
                <w:lang w:eastAsia="ja-JP"/>
              </w:rPr>
            </w:pPr>
            <w:r w:rsidRPr="00EF2F0E">
              <w:rPr>
                <w:lang w:eastAsia="ja-JP"/>
              </w:rPr>
              <w:t>NOTE 1:</w:t>
            </w:r>
            <w:r w:rsidRPr="00EF2F0E">
              <w:rPr>
                <w:lang w:eastAsia="ja-JP"/>
              </w:rPr>
              <w:tab/>
              <w:t>EIS</w:t>
            </w:r>
            <w:r w:rsidRPr="00EF2F0E">
              <w:rPr>
                <w:vertAlign w:val="subscript"/>
                <w:lang w:eastAsia="ja-JP"/>
              </w:rPr>
              <w:t>REFSENS</w:t>
            </w:r>
            <w:r w:rsidRPr="00EF2F0E">
              <w:rPr>
                <w:lang w:eastAsia="ja-JP"/>
              </w:rPr>
              <w:t xml:space="preserve"> and EIS</w:t>
            </w:r>
            <w:r w:rsidRPr="00EF2F0E">
              <w:rPr>
                <w:vertAlign w:val="subscript"/>
                <w:lang w:eastAsia="ja-JP"/>
              </w:rPr>
              <w:t>minSENS</w:t>
            </w:r>
            <w:r w:rsidRPr="00EF2F0E">
              <w:rPr>
                <w:lang w:eastAsia="ja-JP"/>
              </w:rPr>
              <w:t xml:space="preserve"> depend on the RAT, the BS class and on the </w:t>
            </w:r>
            <w:r w:rsidRPr="00EF2F0E">
              <w:rPr>
                <w:i/>
                <w:lang w:eastAsia="ja-JP"/>
              </w:rPr>
              <w:t>channel bandwidth</w:t>
            </w:r>
            <w:r w:rsidRPr="00EF2F0E">
              <w:rPr>
                <w:lang w:eastAsia="ja-JP"/>
              </w:rPr>
              <w:t>, see subclauses 10.3 and 10.2.</w:t>
            </w:r>
          </w:p>
          <w:p w14:paraId="09850BAE" w14:textId="77777777" w:rsidR="00B15E99" w:rsidRPr="00EF2F0E" w:rsidRDefault="00B15E99" w:rsidP="00A40339">
            <w:pPr>
              <w:pStyle w:val="TAN"/>
              <w:rPr>
                <w:rFonts w:cs="Arial"/>
              </w:rPr>
            </w:pPr>
            <w:r w:rsidRPr="00EF2F0E">
              <w:rPr>
                <w:rFonts w:cs="Arial"/>
              </w:rPr>
              <w:t>NOTE 2:</w:t>
            </w:r>
            <w:r w:rsidRPr="00EF2F0E">
              <w:rPr>
                <w:rFonts w:cs="Arial"/>
              </w:rPr>
              <w:tab/>
              <w:t xml:space="preserve">Interfering signal consisting of one resource block positioned at the stated offset, the </w:t>
            </w:r>
            <w:r w:rsidRPr="00EF2F0E">
              <w:rPr>
                <w:rFonts w:cs="Arial"/>
                <w:i/>
              </w:rPr>
              <w:t>channel bandwidth</w:t>
            </w:r>
            <w:r w:rsidRPr="00EF2F0E">
              <w:rPr>
                <w:rFonts w:cs="Arial"/>
              </w:rPr>
              <w:t xml:space="preserve"> of the interfering signal is located adjacently to the lower/upper </w:t>
            </w:r>
            <w:r w:rsidRPr="00EF2F0E">
              <w:rPr>
                <w:rFonts w:cs="Arial"/>
                <w:i/>
              </w:rPr>
              <w:t>Base Station RF Bandwidth edge</w:t>
            </w:r>
            <w:r w:rsidRPr="00EF2F0E">
              <w:rPr>
                <w:rFonts w:cs="Arial"/>
              </w:rPr>
              <w:t>.</w:t>
            </w:r>
          </w:p>
          <w:p w14:paraId="09850BAF" w14:textId="77777777" w:rsidR="00B15E99" w:rsidRPr="00EF2F0E" w:rsidRDefault="00B15E99" w:rsidP="00A40339">
            <w:pPr>
              <w:pStyle w:val="TAN"/>
              <w:rPr>
                <w:rFonts w:cs="Arial"/>
              </w:rPr>
            </w:pPr>
            <w:r w:rsidRPr="00EF2F0E">
              <w:rPr>
                <w:rFonts w:cs="Arial"/>
              </w:rPr>
              <w:t>NOTE 3:</w:t>
            </w:r>
            <w:r w:rsidRPr="00EF2F0E">
              <w:rPr>
                <w:rFonts w:cs="Arial"/>
              </w:rPr>
              <w:tab/>
              <w:t>This requirement shall apply only for a FRC A1-3 mapped to the frequency range at the channel edge adjacent to the interfering  signals</w:t>
            </w:r>
          </w:p>
        </w:tc>
      </w:tr>
    </w:tbl>
    <w:p w14:paraId="09850BB1" w14:textId="77777777" w:rsidR="00B15E99" w:rsidRPr="00EF2F0E" w:rsidRDefault="00B15E99" w:rsidP="00A40339">
      <w:pPr>
        <w:rPr>
          <w:lang w:eastAsia="zh-CN"/>
        </w:rPr>
      </w:pPr>
    </w:p>
    <w:p w14:paraId="09850BB2" w14:textId="77777777" w:rsidR="00B15E99" w:rsidRPr="00EF2F0E" w:rsidRDefault="00B15E99" w:rsidP="007853C3">
      <w:pPr>
        <w:pStyle w:val="TH"/>
      </w:pPr>
      <w:r w:rsidRPr="00EF2F0E">
        <w:t xml:space="preserve">Table </w:t>
      </w:r>
      <w:smartTag w:uri="urn:schemas-microsoft-com:office:smarttags" w:element="chsdate">
        <w:smartTagPr>
          <w:attr w:name="Year" w:val="1899"/>
          <w:attr w:name="Month" w:val="12"/>
          <w:attr w:name="Day" w:val="30"/>
          <w:attr w:name="IsLunarDate" w:val="False"/>
          <w:attr w:name="IsROCDate" w:val="False"/>
        </w:smartTagPr>
        <w:r w:rsidRPr="00EF2F0E">
          <w:rPr>
            <w:lang w:eastAsia="zh-CN"/>
          </w:rPr>
          <w:t>7.8</w:t>
        </w:r>
        <w:r w:rsidRPr="00EF2F0E">
          <w:t>.1</w:t>
        </w:r>
      </w:smartTag>
      <w:r w:rsidRPr="00EF2F0E">
        <w:t>-</w:t>
      </w:r>
      <w:r w:rsidRPr="00EF2F0E">
        <w:rPr>
          <w:lang w:eastAsia="zh-CN"/>
        </w:rPr>
        <w:t>4</w:t>
      </w:r>
      <w:r w:rsidRPr="00EF2F0E">
        <w:t>: Narrowband intermodulation performance requirement</w:t>
      </w:r>
      <w:r w:rsidRPr="00EF2F0E">
        <w:rPr>
          <w:lang w:eastAsia="zh-CN"/>
        </w:rPr>
        <w:t xml:space="preserve"> for Local Area BS for E-UTRA</w:t>
      </w:r>
      <w:r w:rsidRPr="00EF2F0E">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2172"/>
        <w:gridCol w:w="1820"/>
        <w:gridCol w:w="1830"/>
        <w:gridCol w:w="2342"/>
      </w:tblGrid>
      <w:tr w:rsidR="003401A4" w:rsidRPr="00EF2F0E" w14:paraId="09850BBA" w14:textId="77777777" w:rsidTr="00A40339">
        <w:trPr>
          <w:jc w:val="center"/>
        </w:trPr>
        <w:tc>
          <w:tcPr>
            <w:tcW w:w="1467" w:type="dxa"/>
            <w:shd w:val="clear" w:color="auto" w:fill="auto"/>
            <w:vAlign w:val="center"/>
          </w:tcPr>
          <w:p w14:paraId="09850BB3" w14:textId="77777777" w:rsidR="00B15E99" w:rsidRPr="00EF2F0E" w:rsidRDefault="00B15E99" w:rsidP="00A40339">
            <w:pPr>
              <w:pStyle w:val="TAH"/>
              <w:rPr>
                <w:rFonts w:cs="Arial"/>
              </w:rPr>
            </w:pPr>
            <w:r w:rsidRPr="00EF2F0E">
              <w:rPr>
                <w:rFonts w:cs="Arial"/>
              </w:rPr>
              <w:t>E-UTRA</w:t>
            </w:r>
          </w:p>
          <w:p w14:paraId="09850BB4" w14:textId="77777777" w:rsidR="00B15E99" w:rsidRPr="00EF2F0E" w:rsidRDefault="00B15E99" w:rsidP="00A40339">
            <w:pPr>
              <w:pStyle w:val="TAH"/>
              <w:rPr>
                <w:rFonts w:cs="Arial"/>
              </w:rPr>
            </w:pPr>
            <w:r w:rsidRPr="00EF2F0E">
              <w:rPr>
                <w:rFonts w:cs="Arial"/>
                <w:i/>
              </w:rPr>
              <w:t>channel bandwidth</w:t>
            </w:r>
            <w:r w:rsidRPr="00EF2F0E">
              <w:rPr>
                <w:rFonts w:cs="Arial"/>
              </w:rPr>
              <w:t xml:space="preserve"> of the lowest/highest carrier received [MHz]</w:t>
            </w:r>
          </w:p>
        </w:tc>
        <w:tc>
          <w:tcPr>
            <w:tcW w:w="2315" w:type="dxa"/>
            <w:vAlign w:val="center"/>
          </w:tcPr>
          <w:p w14:paraId="09850BB5" w14:textId="77777777" w:rsidR="00B15E99" w:rsidRPr="00EF2F0E" w:rsidRDefault="00B15E99" w:rsidP="00A40339">
            <w:pPr>
              <w:pStyle w:val="TAH"/>
              <w:rPr>
                <w:rFonts w:cs="Arial"/>
              </w:rPr>
            </w:pPr>
            <w:r w:rsidRPr="00EF2F0E">
              <w:rPr>
                <w:rFonts w:cs="Arial"/>
              </w:rPr>
              <w:t>Wanted signal mean power [dBm]</w:t>
            </w:r>
          </w:p>
          <w:p w14:paraId="09850BB6" w14:textId="77777777" w:rsidR="00B15E99" w:rsidRPr="00EF2F0E" w:rsidRDefault="00B15E99" w:rsidP="00A40339">
            <w:pPr>
              <w:pStyle w:val="TAH"/>
              <w:rPr>
                <w:rFonts w:cs="Arial"/>
              </w:rPr>
            </w:pPr>
            <w:r w:rsidRPr="00EF2F0E">
              <w:rPr>
                <w:rFonts w:cs="Arial"/>
              </w:rPr>
              <w:t>(NOTE 1)</w:t>
            </w:r>
          </w:p>
        </w:tc>
        <w:tc>
          <w:tcPr>
            <w:tcW w:w="1907" w:type="dxa"/>
            <w:vAlign w:val="center"/>
          </w:tcPr>
          <w:p w14:paraId="09850BB7" w14:textId="77777777" w:rsidR="00B15E99" w:rsidRPr="00EF2F0E" w:rsidRDefault="00B15E99" w:rsidP="00A40339">
            <w:pPr>
              <w:pStyle w:val="TAH"/>
              <w:rPr>
                <w:rFonts w:cs="Arial"/>
              </w:rPr>
            </w:pPr>
            <w:r w:rsidRPr="00EF2F0E">
              <w:rPr>
                <w:rFonts w:cs="Arial"/>
              </w:rPr>
              <w:t>Interfering signal mean power [dBm]</w:t>
            </w:r>
          </w:p>
        </w:tc>
        <w:tc>
          <w:tcPr>
            <w:tcW w:w="1907" w:type="dxa"/>
            <w:vAlign w:val="center"/>
          </w:tcPr>
          <w:p w14:paraId="09850BB8" w14:textId="77777777" w:rsidR="00B15E99" w:rsidRPr="00EF2F0E" w:rsidRDefault="00B15E99" w:rsidP="00A40339">
            <w:pPr>
              <w:pStyle w:val="TAH"/>
              <w:rPr>
                <w:rFonts w:cs="Arial"/>
              </w:rPr>
            </w:pPr>
            <w:r w:rsidRPr="00EF2F0E">
              <w:rPr>
                <w:rFonts w:cs="Arial"/>
              </w:rPr>
              <w:t xml:space="preserve"> Interfering RB centre frequency offset from the lower/upper </w:t>
            </w:r>
            <w:r w:rsidRPr="00EF2F0E">
              <w:rPr>
                <w:rFonts w:cs="Arial"/>
                <w:i/>
              </w:rPr>
              <w:t>Base Station RF Bandwidth edge</w:t>
            </w:r>
            <w:r w:rsidRPr="00EF2F0E">
              <w:rPr>
                <w:rFonts w:cs="Arial"/>
              </w:rPr>
              <w:t xml:space="preserve"> or sub-block edge inside a </w:t>
            </w:r>
            <w:r w:rsidRPr="00EF2F0E">
              <w:rPr>
                <w:rFonts w:cs="Arial"/>
                <w:i/>
              </w:rPr>
              <w:t>sub-block gap</w:t>
            </w:r>
            <w:r w:rsidRPr="00EF2F0E">
              <w:rPr>
                <w:rFonts w:cs="Arial"/>
              </w:rPr>
              <w:t xml:space="preserve"> [kHz]</w:t>
            </w:r>
          </w:p>
        </w:tc>
        <w:tc>
          <w:tcPr>
            <w:tcW w:w="2503" w:type="dxa"/>
            <w:vAlign w:val="center"/>
          </w:tcPr>
          <w:p w14:paraId="09850BB9"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50BC0" w14:textId="77777777" w:rsidTr="00A40339">
        <w:trPr>
          <w:trHeight w:val="88"/>
          <w:jc w:val="center"/>
        </w:trPr>
        <w:tc>
          <w:tcPr>
            <w:tcW w:w="1467" w:type="dxa"/>
            <w:vMerge w:val="restart"/>
            <w:vAlign w:val="center"/>
          </w:tcPr>
          <w:p w14:paraId="09850BBB" w14:textId="77777777" w:rsidR="00B15E99" w:rsidRPr="00EF2F0E" w:rsidRDefault="00B15E99" w:rsidP="00A40339">
            <w:pPr>
              <w:pStyle w:val="TAC"/>
              <w:rPr>
                <w:rFonts w:cs="Arial"/>
              </w:rPr>
            </w:pPr>
            <w:r w:rsidRPr="00EF2F0E">
              <w:rPr>
                <w:rFonts w:cs="Arial"/>
              </w:rPr>
              <w:t>1.4</w:t>
            </w:r>
          </w:p>
        </w:tc>
        <w:tc>
          <w:tcPr>
            <w:tcW w:w="2315" w:type="dxa"/>
            <w:vAlign w:val="center"/>
          </w:tcPr>
          <w:p w14:paraId="09850BBC"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BD" w14:textId="77777777" w:rsidR="00B15E99" w:rsidRPr="00EF2F0E" w:rsidRDefault="00B15E99" w:rsidP="00A40339">
            <w:pPr>
              <w:pStyle w:val="TAC"/>
              <w:rPr>
                <w:rFonts w:cs="Arial"/>
              </w:rPr>
            </w:pPr>
            <w:r w:rsidRPr="00EF2F0E">
              <w:rPr>
                <w:rFonts w:cs="Arial"/>
              </w:rPr>
              <w:t>-44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BE" w14:textId="77777777" w:rsidR="00B15E99" w:rsidRPr="00EF2F0E" w:rsidRDefault="00B15E99" w:rsidP="00A40339">
            <w:pPr>
              <w:pStyle w:val="TAC"/>
              <w:rPr>
                <w:rFonts w:cs="Arial"/>
              </w:rPr>
            </w:pPr>
            <w:r w:rsidRPr="00EF2F0E">
              <w:rPr>
                <w:rFonts w:cs="Arial"/>
              </w:rPr>
              <w:t>±270</w:t>
            </w:r>
          </w:p>
        </w:tc>
        <w:tc>
          <w:tcPr>
            <w:tcW w:w="2503" w:type="dxa"/>
            <w:vMerge w:val="restart"/>
            <w:shd w:val="clear" w:color="auto" w:fill="auto"/>
            <w:vAlign w:val="center"/>
          </w:tcPr>
          <w:p w14:paraId="09850BBF" w14:textId="77777777" w:rsidR="00B15E99" w:rsidRPr="00EF2F0E" w:rsidRDefault="00B15E99" w:rsidP="00A40339">
            <w:pPr>
              <w:pStyle w:val="TAC"/>
              <w:rPr>
                <w:rFonts w:cs="Arial"/>
              </w:rPr>
            </w:pPr>
            <w:r w:rsidRPr="00EF2F0E">
              <w:rPr>
                <w:rFonts w:cs="Arial"/>
              </w:rPr>
              <w:t>CW</w:t>
            </w:r>
          </w:p>
        </w:tc>
      </w:tr>
      <w:tr w:rsidR="003401A4" w:rsidRPr="00EF2F0E" w14:paraId="09850BC6" w14:textId="77777777" w:rsidTr="00A40339">
        <w:trPr>
          <w:trHeight w:val="87"/>
          <w:jc w:val="center"/>
        </w:trPr>
        <w:tc>
          <w:tcPr>
            <w:tcW w:w="1467" w:type="dxa"/>
            <w:vMerge/>
            <w:vAlign w:val="center"/>
          </w:tcPr>
          <w:p w14:paraId="09850BC1" w14:textId="77777777" w:rsidR="00B15E99" w:rsidRPr="00EF2F0E" w:rsidRDefault="00B15E99" w:rsidP="00A40339">
            <w:pPr>
              <w:pStyle w:val="TAC"/>
              <w:rPr>
                <w:rFonts w:cs="Arial"/>
              </w:rPr>
            </w:pPr>
          </w:p>
        </w:tc>
        <w:tc>
          <w:tcPr>
            <w:tcW w:w="2315" w:type="dxa"/>
            <w:vAlign w:val="center"/>
          </w:tcPr>
          <w:p w14:paraId="09850BC2"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C3" w14:textId="77777777" w:rsidR="00B15E99" w:rsidRPr="00EF2F0E" w:rsidRDefault="00B15E99" w:rsidP="00A40339">
            <w:pPr>
              <w:pStyle w:val="TAC"/>
              <w:rPr>
                <w:rFonts w:cs="Arial"/>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C4" w14:textId="77777777" w:rsidR="00B15E99" w:rsidRPr="00EF2F0E" w:rsidRDefault="00B15E99" w:rsidP="00A40339">
            <w:pPr>
              <w:pStyle w:val="TAC"/>
              <w:rPr>
                <w:rFonts w:cs="Arial"/>
              </w:rPr>
            </w:pPr>
          </w:p>
        </w:tc>
        <w:tc>
          <w:tcPr>
            <w:tcW w:w="2503" w:type="dxa"/>
            <w:vMerge/>
            <w:shd w:val="clear" w:color="auto" w:fill="auto"/>
            <w:vAlign w:val="center"/>
          </w:tcPr>
          <w:p w14:paraId="09850BC5" w14:textId="77777777" w:rsidR="00B15E99" w:rsidRPr="00EF2F0E" w:rsidRDefault="00B15E99" w:rsidP="00A40339">
            <w:pPr>
              <w:pStyle w:val="TAC"/>
              <w:rPr>
                <w:rFonts w:cs="Arial"/>
              </w:rPr>
            </w:pPr>
          </w:p>
        </w:tc>
      </w:tr>
      <w:tr w:rsidR="003401A4" w:rsidRPr="00377E86" w14:paraId="09850BCC" w14:textId="77777777" w:rsidTr="00A40339">
        <w:trPr>
          <w:trHeight w:val="176"/>
          <w:jc w:val="center"/>
        </w:trPr>
        <w:tc>
          <w:tcPr>
            <w:tcW w:w="1467" w:type="dxa"/>
            <w:vMerge/>
            <w:vAlign w:val="center"/>
          </w:tcPr>
          <w:p w14:paraId="09850BC7" w14:textId="77777777" w:rsidR="00B15E99" w:rsidRPr="00EF2F0E" w:rsidRDefault="00B15E99" w:rsidP="00A40339">
            <w:pPr>
              <w:pStyle w:val="TAC"/>
              <w:rPr>
                <w:rFonts w:cs="Arial"/>
              </w:rPr>
            </w:pPr>
          </w:p>
        </w:tc>
        <w:tc>
          <w:tcPr>
            <w:tcW w:w="2315" w:type="dxa"/>
            <w:vAlign w:val="center"/>
          </w:tcPr>
          <w:p w14:paraId="09850BC8"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C9" w14:textId="77777777" w:rsidR="00B15E99" w:rsidRPr="00EF2F0E" w:rsidRDefault="00B15E99" w:rsidP="00A40339">
            <w:pPr>
              <w:pStyle w:val="TAC"/>
              <w:rPr>
                <w:rFonts w:cs="Arial"/>
              </w:rPr>
            </w:pPr>
            <w:r w:rsidRPr="00EF2F0E">
              <w:rPr>
                <w:rFonts w:cs="Arial"/>
              </w:rPr>
              <w:t>-44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CA" w14:textId="77777777" w:rsidR="00B15E99" w:rsidRPr="00EF2F0E" w:rsidRDefault="00B15E99" w:rsidP="00A40339">
            <w:pPr>
              <w:pStyle w:val="TAC"/>
              <w:rPr>
                <w:rFonts w:cs="Arial"/>
              </w:rPr>
            </w:pPr>
            <w:r w:rsidRPr="00EF2F0E">
              <w:rPr>
                <w:rFonts w:cs="Arial"/>
              </w:rPr>
              <w:t>±790</w:t>
            </w:r>
          </w:p>
        </w:tc>
        <w:tc>
          <w:tcPr>
            <w:tcW w:w="2503" w:type="dxa"/>
            <w:vMerge w:val="restart"/>
            <w:shd w:val="clear" w:color="auto" w:fill="auto"/>
            <w:vAlign w:val="center"/>
          </w:tcPr>
          <w:p w14:paraId="09850BCB" w14:textId="77777777" w:rsidR="00B15E99" w:rsidRPr="00EF2F0E" w:rsidRDefault="00B15E99" w:rsidP="00A40339">
            <w:pPr>
              <w:pStyle w:val="TAC"/>
              <w:rPr>
                <w:rFonts w:cs="Arial"/>
                <w:lang w:val="sv-SE"/>
              </w:rPr>
            </w:pPr>
            <w:r w:rsidRPr="00EF2F0E">
              <w:rPr>
                <w:rFonts w:cs="Arial"/>
                <w:lang w:val="sv-SE"/>
              </w:rPr>
              <w:t>1.4 MHz E-UTRA signal, 1 RB (NOTE 2)</w:t>
            </w:r>
          </w:p>
        </w:tc>
      </w:tr>
      <w:tr w:rsidR="003401A4" w:rsidRPr="00EF2F0E" w14:paraId="09850BD2" w14:textId="77777777" w:rsidTr="00A40339">
        <w:trPr>
          <w:trHeight w:val="175"/>
          <w:jc w:val="center"/>
        </w:trPr>
        <w:tc>
          <w:tcPr>
            <w:tcW w:w="1467" w:type="dxa"/>
            <w:vMerge/>
            <w:vAlign w:val="center"/>
          </w:tcPr>
          <w:p w14:paraId="09850BCD" w14:textId="77777777" w:rsidR="00B15E99" w:rsidRPr="00EF2F0E" w:rsidRDefault="00B15E99" w:rsidP="00A40339">
            <w:pPr>
              <w:pStyle w:val="TAC"/>
              <w:rPr>
                <w:rFonts w:cs="Arial"/>
                <w:lang w:val="sv-SE"/>
              </w:rPr>
            </w:pPr>
          </w:p>
        </w:tc>
        <w:tc>
          <w:tcPr>
            <w:tcW w:w="2315" w:type="dxa"/>
            <w:vAlign w:val="center"/>
          </w:tcPr>
          <w:p w14:paraId="09850BCE"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CF" w14:textId="77777777" w:rsidR="00B15E99" w:rsidRPr="00EF2F0E" w:rsidRDefault="00B15E99" w:rsidP="00A40339">
            <w:pPr>
              <w:pStyle w:val="TAC"/>
              <w:rPr>
                <w:rFonts w:cs="Arial"/>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D0" w14:textId="77777777" w:rsidR="00B15E99" w:rsidRPr="00EF2F0E" w:rsidRDefault="00B15E99" w:rsidP="00A40339">
            <w:pPr>
              <w:pStyle w:val="TAC"/>
              <w:rPr>
                <w:rFonts w:cs="Arial"/>
              </w:rPr>
            </w:pPr>
          </w:p>
        </w:tc>
        <w:tc>
          <w:tcPr>
            <w:tcW w:w="2503" w:type="dxa"/>
            <w:vMerge/>
            <w:shd w:val="clear" w:color="auto" w:fill="auto"/>
            <w:vAlign w:val="center"/>
          </w:tcPr>
          <w:p w14:paraId="09850BD1" w14:textId="77777777" w:rsidR="00B15E99" w:rsidRPr="00EF2F0E" w:rsidRDefault="00B15E99" w:rsidP="00A40339">
            <w:pPr>
              <w:pStyle w:val="TAC"/>
              <w:rPr>
                <w:rFonts w:cs="Arial"/>
              </w:rPr>
            </w:pPr>
          </w:p>
        </w:tc>
      </w:tr>
      <w:tr w:rsidR="003401A4" w:rsidRPr="00EF2F0E" w14:paraId="09850BD8" w14:textId="77777777" w:rsidTr="00A40339">
        <w:trPr>
          <w:trHeight w:val="88"/>
          <w:jc w:val="center"/>
        </w:trPr>
        <w:tc>
          <w:tcPr>
            <w:tcW w:w="1467" w:type="dxa"/>
            <w:vMerge w:val="restart"/>
            <w:vAlign w:val="center"/>
          </w:tcPr>
          <w:p w14:paraId="09850BD3" w14:textId="77777777" w:rsidR="00B15E99" w:rsidRPr="00EF2F0E" w:rsidRDefault="00B15E99" w:rsidP="00A40339">
            <w:pPr>
              <w:pStyle w:val="TAC"/>
              <w:rPr>
                <w:rFonts w:cs="Arial"/>
              </w:rPr>
            </w:pPr>
            <w:r w:rsidRPr="00EF2F0E">
              <w:rPr>
                <w:rFonts w:cs="Arial"/>
              </w:rPr>
              <w:t>3</w:t>
            </w:r>
          </w:p>
        </w:tc>
        <w:tc>
          <w:tcPr>
            <w:tcW w:w="2315" w:type="dxa"/>
            <w:vAlign w:val="center"/>
          </w:tcPr>
          <w:p w14:paraId="09850BD4"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D5" w14:textId="77777777" w:rsidR="00B15E99" w:rsidRPr="00EF2F0E" w:rsidRDefault="00B15E99" w:rsidP="00A40339">
            <w:pPr>
              <w:pStyle w:val="TAC"/>
              <w:rPr>
                <w:rFonts w:cs="Arial"/>
              </w:rPr>
            </w:pPr>
            <w:r w:rsidRPr="00EF2F0E">
              <w:rPr>
                <w:rFonts w:cs="Arial"/>
              </w:rPr>
              <w:t>-44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D6" w14:textId="77777777" w:rsidR="00B15E99" w:rsidRPr="00EF2F0E" w:rsidRDefault="00B15E99" w:rsidP="00A40339">
            <w:pPr>
              <w:pStyle w:val="TAC"/>
              <w:rPr>
                <w:rFonts w:cs="Arial"/>
              </w:rPr>
            </w:pPr>
            <w:r w:rsidRPr="00EF2F0E">
              <w:rPr>
                <w:rFonts w:cs="Arial"/>
              </w:rPr>
              <w:t>±270</w:t>
            </w:r>
          </w:p>
        </w:tc>
        <w:tc>
          <w:tcPr>
            <w:tcW w:w="2503" w:type="dxa"/>
            <w:vMerge w:val="restart"/>
            <w:shd w:val="clear" w:color="auto" w:fill="auto"/>
            <w:vAlign w:val="center"/>
          </w:tcPr>
          <w:p w14:paraId="09850BD7" w14:textId="77777777" w:rsidR="00B15E99" w:rsidRPr="00EF2F0E" w:rsidRDefault="00B15E99" w:rsidP="00A40339">
            <w:pPr>
              <w:pStyle w:val="TAC"/>
              <w:rPr>
                <w:rFonts w:cs="Arial"/>
              </w:rPr>
            </w:pPr>
            <w:r w:rsidRPr="00EF2F0E">
              <w:rPr>
                <w:rFonts w:cs="Arial"/>
              </w:rPr>
              <w:t>CW</w:t>
            </w:r>
          </w:p>
        </w:tc>
      </w:tr>
      <w:tr w:rsidR="003401A4" w:rsidRPr="00EF2F0E" w14:paraId="09850BDE" w14:textId="77777777" w:rsidTr="00A40339">
        <w:trPr>
          <w:trHeight w:val="87"/>
          <w:jc w:val="center"/>
        </w:trPr>
        <w:tc>
          <w:tcPr>
            <w:tcW w:w="1467" w:type="dxa"/>
            <w:vMerge/>
            <w:vAlign w:val="center"/>
          </w:tcPr>
          <w:p w14:paraId="09850BD9" w14:textId="77777777" w:rsidR="00B15E99" w:rsidRPr="00EF2F0E" w:rsidRDefault="00B15E99" w:rsidP="00A40339">
            <w:pPr>
              <w:pStyle w:val="TAC"/>
              <w:rPr>
                <w:rFonts w:cs="Arial"/>
              </w:rPr>
            </w:pPr>
          </w:p>
        </w:tc>
        <w:tc>
          <w:tcPr>
            <w:tcW w:w="2315" w:type="dxa"/>
            <w:vAlign w:val="center"/>
          </w:tcPr>
          <w:p w14:paraId="09850BDA"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DB" w14:textId="77777777" w:rsidR="00B15E99" w:rsidRPr="00EF2F0E" w:rsidRDefault="00B15E99" w:rsidP="00A40339">
            <w:pPr>
              <w:pStyle w:val="TAC"/>
              <w:rPr>
                <w:rFonts w:cs="Arial"/>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DC" w14:textId="77777777" w:rsidR="00B15E99" w:rsidRPr="00EF2F0E" w:rsidRDefault="00B15E99" w:rsidP="00A40339">
            <w:pPr>
              <w:pStyle w:val="TAC"/>
              <w:rPr>
                <w:rFonts w:cs="Arial"/>
              </w:rPr>
            </w:pPr>
          </w:p>
        </w:tc>
        <w:tc>
          <w:tcPr>
            <w:tcW w:w="2503" w:type="dxa"/>
            <w:vMerge/>
            <w:shd w:val="clear" w:color="auto" w:fill="auto"/>
            <w:vAlign w:val="center"/>
          </w:tcPr>
          <w:p w14:paraId="09850BDD" w14:textId="77777777" w:rsidR="00B15E99" w:rsidRPr="00EF2F0E" w:rsidRDefault="00B15E99" w:rsidP="00A40339">
            <w:pPr>
              <w:pStyle w:val="TAC"/>
              <w:rPr>
                <w:rFonts w:cs="Arial"/>
              </w:rPr>
            </w:pPr>
          </w:p>
        </w:tc>
      </w:tr>
      <w:tr w:rsidR="003401A4" w:rsidRPr="00377E86" w14:paraId="09850BE4" w14:textId="77777777" w:rsidTr="00A40339">
        <w:trPr>
          <w:trHeight w:val="176"/>
          <w:jc w:val="center"/>
        </w:trPr>
        <w:tc>
          <w:tcPr>
            <w:tcW w:w="1467" w:type="dxa"/>
            <w:vMerge/>
            <w:vAlign w:val="center"/>
          </w:tcPr>
          <w:p w14:paraId="09850BDF" w14:textId="77777777" w:rsidR="00B15E99" w:rsidRPr="00EF2F0E" w:rsidRDefault="00B15E99" w:rsidP="00A40339">
            <w:pPr>
              <w:pStyle w:val="TAC"/>
              <w:rPr>
                <w:rFonts w:cs="Arial"/>
              </w:rPr>
            </w:pPr>
          </w:p>
        </w:tc>
        <w:tc>
          <w:tcPr>
            <w:tcW w:w="2315" w:type="dxa"/>
            <w:vAlign w:val="center"/>
          </w:tcPr>
          <w:p w14:paraId="09850BE0"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E1" w14:textId="77777777" w:rsidR="00B15E99" w:rsidRPr="00EF2F0E" w:rsidRDefault="00B15E99" w:rsidP="00A40339">
            <w:pPr>
              <w:pStyle w:val="TAC"/>
              <w:rPr>
                <w:rFonts w:cs="Arial"/>
              </w:rPr>
            </w:pPr>
            <w:r w:rsidRPr="00EF2F0E">
              <w:rPr>
                <w:rFonts w:cs="Arial"/>
              </w:rPr>
              <w:t>-44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E2" w14:textId="77777777" w:rsidR="00B15E99" w:rsidRPr="00EF2F0E" w:rsidRDefault="00B15E99" w:rsidP="00A40339">
            <w:pPr>
              <w:pStyle w:val="TAC"/>
              <w:rPr>
                <w:rFonts w:cs="Arial"/>
              </w:rPr>
            </w:pPr>
            <w:r w:rsidRPr="00EF2F0E">
              <w:rPr>
                <w:rFonts w:cs="Arial"/>
              </w:rPr>
              <w:t>±780</w:t>
            </w:r>
          </w:p>
        </w:tc>
        <w:tc>
          <w:tcPr>
            <w:tcW w:w="2503" w:type="dxa"/>
            <w:vMerge w:val="restart"/>
            <w:shd w:val="clear" w:color="auto" w:fill="auto"/>
            <w:vAlign w:val="center"/>
          </w:tcPr>
          <w:p w14:paraId="09850BE3" w14:textId="77777777" w:rsidR="00B15E99" w:rsidRPr="00EF2F0E" w:rsidRDefault="00B15E99" w:rsidP="00A40339">
            <w:pPr>
              <w:pStyle w:val="TAC"/>
              <w:rPr>
                <w:rFonts w:cs="Arial"/>
                <w:lang w:val="sv-SE"/>
              </w:rPr>
            </w:pPr>
            <w:r w:rsidRPr="00EF2F0E">
              <w:rPr>
                <w:rFonts w:cs="Arial"/>
                <w:lang w:val="sv-SE"/>
              </w:rPr>
              <w:t>3.0 MHz E-UTRA signal, 1 RB (NOTE 2)</w:t>
            </w:r>
          </w:p>
        </w:tc>
      </w:tr>
      <w:tr w:rsidR="003401A4" w:rsidRPr="00EF2F0E" w14:paraId="09850BEA" w14:textId="77777777" w:rsidTr="00A40339">
        <w:trPr>
          <w:trHeight w:val="175"/>
          <w:jc w:val="center"/>
        </w:trPr>
        <w:tc>
          <w:tcPr>
            <w:tcW w:w="1467" w:type="dxa"/>
            <w:vMerge/>
            <w:vAlign w:val="center"/>
          </w:tcPr>
          <w:p w14:paraId="09850BE5" w14:textId="77777777" w:rsidR="00B15E99" w:rsidRPr="00EF2F0E" w:rsidRDefault="00B15E99" w:rsidP="00A40339">
            <w:pPr>
              <w:pStyle w:val="TAC"/>
              <w:rPr>
                <w:rFonts w:cs="Arial"/>
                <w:lang w:val="sv-SE"/>
              </w:rPr>
            </w:pPr>
          </w:p>
        </w:tc>
        <w:tc>
          <w:tcPr>
            <w:tcW w:w="2315" w:type="dxa"/>
            <w:vAlign w:val="center"/>
          </w:tcPr>
          <w:p w14:paraId="09850BE6"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E7" w14:textId="77777777" w:rsidR="00B15E99" w:rsidRPr="00EF2F0E" w:rsidRDefault="00B15E99" w:rsidP="00A40339">
            <w:pPr>
              <w:pStyle w:val="TAC"/>
              <w:rPr>
                <w:rFonts w:cs="Arial"/>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E8" w14:textId="77777777" w:rsidR="00B15E99" w:rsidRPr="00EF2F0E" w:rsidRDefault="00B15E99" w:rsidP="00A40339">
            <w:pPr>
              <w:pStyle w:val="TAC"/>
              <w:rPr>
                <w:rFonts w:cs="Arial"/>
              </w:rPr>
            </w:pPr>
          </w:p>
        </w:tc>
        <w:tc>
          <w:tcPr>
            <w:tcW w:w="2503" w:type="dxa"/>
            <w:vMerge/>
            <w:shd w:val="clear" w:color="auto" w:fill="auto"/>
            <w:vAlign w:val="center"/>
          </w:tcPr>
          <w:p w14:paraId="09850BE9" w14:textId="77777777" w:rsidR="00B15E99" w:rsidRPr="00EF2F0E" w:rsidRDefault="00B15E99" w:rsidP="00A40339">
            <w:pPr>
              <w:pStyle w:val="TAC"/>
              <w:rPr>
                <w:rFonts w:cs="Arial"/>
              </w:rPr>
            </w:pPr>
          </w:p>
        </w:tc>
      </w:tr>
      <w:tr w:rsidR="003401A4" w:rsidRPr="00EF2F0E" w14:paraId="09850BF0" w14:textId="77777777" w:rsidTr="00A40339">
        <w:trPr>
          <w:trHeight w:val="88"/>
          <w:jc w:val="center"/>
        </w:trPr>
        <w:tc>
          <w:tcPr>
            <w:tcW w:w="1467" w:type="dxa"/>
            <w:vMerge w:val="restart"/>
            <w:vAlign w:val="center"/>
          </w:tcPr>
          <w:p w14:paraId="09850BEB" w14:textId="77777777" w:rsidR="00B15E99" w:rsidRPr="00EF2F0E" w:rsidRDefault="00B15E99" w:rsidP="00A40339">
            <w:pPr>
              <w:pStyle w:val="TAC"/>
              <w:rPr>
                <w:rFonts w:cs="Arial"/>
              </w:rPr>
            </w:pPr>
            <w:r w:rsidRPr="00EF2F0E">
              <w:rPr>
                <w:rFonts w:cs="Arial"/>
              </w:rPr>
              <w:t>5</w:t>
            </w:r>
          </w:p>
        </w:tc>
        <w:tc>
          <w:tcPr>
            <w:tcW w:w="2315" w:type="dxa"/>
            <w:vAlign w:val="center"/>
          </w:tcPr>
          <w:p w14:paraId="09850BEC"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ED" w14:textId="77777777" w:rsidR="00B15E99" w:rsidRPr="00EF2F0E" w:rsidRDefault="00B15E99" w:rsidP="00A40339">
            <w:pPr>
              <w:pStyle w:val="TAC"/>
              <w:rPr>
                <w:rFonts w:cs="Arial"/>
              </w:rPr>
            </w:pPr>
            <w:r w:rsidRPr="00EF2F0E">
              <w:rPr>
                <w:rFonts w:cs="Arial"/>
              </w:rPr>
              <w:t>-44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EE" w14:textId="77777777" w:rsidR="00B15E99" w:rsidRPr="00EF2F0E" w:rsidRDefault="00B15E99" w:rsidP="00A40339">
            <w:pPr>
              <w:pStyle w:val="TAC"/>
              <w:rPr>
                <w:rFonts w:cs="Arial"/>
              </w:rPr>
            </w:pPr>
            <w:r w:rsidRPr="00EF2F0E">
              <w:rPr>
                <w:rFonts w:cs="Arial"/>
              </w:rPr>
              <w:t>±360</w:t>
            </w:r>
          </w:p>
        </w:tc>
        <w:tc>
          <w:tcPr>
            <w:tcW w:w="2503" w:type="dxa"/>
            <w:vMerge w:val="restart"/>
            <w:shd w:val="clear" w:color="auto" w:fill="auto"/>
            <w:vAlign w:val="center"/>
          </w:tcPr>
          <w:p w14:paraId="09850BEF" w14:textId="77777777" w:rsidR="00B15E99" w:rsidRPr="00EF2F0E" w:rsidRDefault="00B15E99" w:rsidP="00A40339">
            <w:pPr>
              <w:pStyle w:val="TAC"/>
              <w:rPr>
                <w:rFonts w:cs="Arial"/>
              </w:rPr>
            </w:pPr>
            <w:r w:rsidRPr="00EF2F0E">
              <w:rPr>
                <w:rFonts w:cs="Arial"/>
              </w:rPr>
              <w:t>CW</w:t>
            </w:r>
          </w:p>
        </w:tc>
      </w:tr>
      <w:tr w:rsidR="003401A4" w:rsidRPr="00EF2F0E" w14:paraId="09850BF6" w14:textId="77777777" w:rsidTr="00A40339">
        <w:trPr>
          <w:trHeight w:val="87"/>
          <w:jc w:val="center"/>
        </w:trPr>
        <w:tc>
          <w:tcPr>
            <w:tcW w:w="1467" w:type="dxa"/>
            <w:vMerge/>
            <w:vAlign w:val="center"/>
          </w:tcPr>
          <w:p w14:paraId="09850BF1" w14:textId="77777777" w:rsidR="00B15E99" w:rsidRPr="00EF2F0E" w:rsidRDefault="00B15E99" w:rsidP="00A40339">
            <w:pPr>
              <w:pStyle w:val="TAC"/>
              <w:rPr>
                <w:rFonts w:cs="Arial"/>
              </w:rPr>
            </w:pPr>
          </w:p>
        </w:tc>
        <w:tc>
          <w:tcPr>
            <w:tcW w:w="2315" w:type="dxa"/>
            <w:vAlign w:val="center"/>
          </w:tcPr>
          <w:p w14:paraId="09850BF2"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F3" w14:textId="77777777" w:rsidR="00B15E99" w:rsidRPr="00EF2F0E" w:rsidRDefault="00B15E99" w:rsidP="00A40339">
            <w:pPr>
              <w:pStyle w:val="TAC"/>
              <w:rPr>
                <w:rFonts w:cs="Arial"/>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BF4" w14:textId="77777777" w:rsidR="00B15E99" w:rsidRPr="00EF2F0E" w:rsidRDefault="00B15E99" w:rsidP="00A40339">
            <w:pPr>
              <w:pStyle w:val="TAC"/>
              <w:rPr>
                <w:rFonts w:cs="Arial"/>
              </w:rPr>
            </w:pPr>
          </w:p>
        </w:tc>
        <w:tc>
          <w:tcPr>
            <w:tcW w:w="2503" w:type="dxa"/>
            <w:vMerge/>
            <w:shd w:val="clear" w:color="auto" w:fill="auto"/>
            <w:vAlign w:val="center"/>
          </w:tcPr>
          <w:p w14:paraId="09850BF5" w14:textId="77777777" w:rsidR="00B15E99" w:rsidRPr="00EF2F0E" w:rsidRDefault="00B15E99" w:rsidP="00A40339">
            <w:pPr>
              <w:pStyle w:val="TAC"/>
              <w:rPr>
                <w:rFonts w:cs="Arial"/>
              </w:rPr>
            </w:pPr>
          </w:p>
        </w:tc>
      </w:tr>
      <w:tr w:rsidR="003401A4" w:rsidRPr="00377E86" w14:paraId="09850BFC" w14:textId="77777777" w:rsidTr="00A40339">
        <w:trPr>
          <w:trHeight w:val="176"/>
          <w:jc w:val="center"/>
        </w:trPr>
        <w:tc>
          <w:tcPr>
            <w:tcW w:w="1467" w:type="dxa"/>
            <w:vMerge/>
            <w:vAlign w:val="center"/>
          </w:tcPr>
          <w:p w14:paraId="09850BF7" w14:textId="77777777" w:rsidR="00B15E99" w:rsidRPr="00EF2F0E" w:rsidRDefault="00B15E99" w:rsidP="00A40339">
            <w:pPr>
              <w:pStyle w:val="TAC"/>
              <w:rPr>
                <w:rFonts w:cs="Arial"/>
              </w:rPr>
            </w:pPr>
          </w:p>
        </w:tc>
        <w:tc>
          <w:tcPr>
            <w:tcW w:w="2315" w:type="dxa"/>
            <w:vAlign w:val="center"/>
          </w:tcPr>
          <w:p w14:paraId="09850BF8"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BF9" w14:textId="77777777" w:rsidR="00B15E99" w:rsidRPr="00EF2F0E" w:rsidRDefault="00B15E99" w:rsidP="00A40339">
            <w:pPr>
              <w:pStyle w:val="TAC"/>
              <w:rPr>
                <w:rFonts w:cs="Arial"/>
              </w:rPr>
            </w:pPr>
            <w:r w:rsidRPr="00EF2F0E">
              <w:rPr>
                <w:rFonts w:cs="Arial"/>
              </w:rPr>
              <w:t>-44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BFA" w14:textId="77777777" w:rsidR="00B15E99" w:rsidRPr="00EF2F0E" w:rsidRDefault="00B15E99" w:rsidP="00A40339">
            <w:pPr>
              <w:pStyle w:val="TAC"/>
              <w:rPr>
                <w:rFonts w:cs="Arial"/>
              </w:rPr>
            </w:pPr>
            <w:r w:rsidRPr="00EF2F0E">
              <w:rPr>
                <w:rFonts w:cs="Arial"/>
              </w:rPr>
              <w:t>±1060</w:t>
            </w:r>
          </w:p>
        </w:tc>
        <w:tc>
          <w:tcPr>
            <w:tcW w:w="2503" w:type="dxa"/>
            <w:vMerge w:val="restart"/>
            <w:shd w:val="clear" w:color="auto" w:fill="auto"/>
            <w:vAlign w:val="center"/>
          </w:tcPr>
          <w:p w14:paraId="09850BFB" w14:textId="77777777" w:rsidR="00B15E99" w:rsidRPr="00EF2F0E" w:rsidRDefault="00B15E99" w:rsidP="00A40339">
            <w:pPr>
              <w:pStyle w:val="TAC"/>
              <w:rPr>
                <w:rFonts w:cs="Arial"/>
                <w:lang w:val="sv-SE"/>
              </w:rPr>
            </w:pPr>
            <w:r w:rsidRPr="00EF2F0E">
              <w:rPr>
                <w:rFonts w:cs="Arial"/>
                <w:lang w:val="sv-SE"/>
              </w:rPr>
              <w:t>5 MHz E-UTRA signal, 1 RB (NOTE 2)</w:t>
            </w:r>
          </w:p>
        </w:tc>
      </w:tr>
      <w:tr w:rsidR="003401A4" w:rsidRPr="00EF2F0E" w14:paraId="09850C02" w14:textId="77777777" w:rsidTr="00A40339">
        <w:trPr>
          <w:trHeight w:val="175"/>
          <w:jc w:val="center"/>
        </w:trPr>
        <w:tc>
          <w:tcPr>
            <w:tcW w:w="1467" w:type="dxa"/>
            <w:vMerge/>
            <w:vAlign w:val="center"/>
          </w:tcPr>
          <w:p w14:paraId="09850BFD" w14:textId="77777777" w:rsidR="00B15E99" w:rsidRPr="00EF2F0E" w:rsidRDefault="00B15E99" w:rsidP="00A40339">
            <w:pPr>
              <w:pStyle w:val="TAC"/>
              <w:rPr>
                <w:rFonts w:cs="Arial"/>
                <w:lang w:val="sv-SE"/>
              </w:rPr>
            </w:pPr>
          </w:p>
        </w:tc>
        <w:tc>
          <w:tcPr>
            <w:tcW w:w="2315" w:type="dxa"/>
            <w:vAlign w:val="center"/>
          </w:tcPr>
          <w:p w14:paraId="09850BFE"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BFF" w14:textId="77777777" w:rsidR="00B15E99" w:rsidRPr="00EF2F0E" w:rsidRDefault="00B15E99" w:rsidP="00A40339">
            <w:pPr>
              <w:pStyle w:val="TAC"/>
              <w:rPr>
                <w:rFonts w:cs="Arial"/>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00" w14:textId="77777777" w:rsidR="00B15E99" w:rsidRPr="00EF2F0E" w:rsidRDefault="00B15E99" w:rsidP="00A40339">
            <w:pPr>
              <w:pStyle w:val="TAC"/>
              <w:rPr>
                <w:rFonts w:cs="Arial"/>
              </w:rPr>
            </w:pPr>
          </w:p>
        </w:tc>
        <w:tc>
          <w:tcPr>
            <w:tcW w:w="2503" w:type="dxa"/>
            <w:vMerge/>
            <w:shd w:val="clear" w:color="auto" w:fill="auto"/>
            <w:vAlign w:val="center"/>
          </w:tcPr>
          <w:p w14:paraId="09850C01" w14:textId="77777777" w:rsidR="00B15E99" w:rsidRPr="00EF2F0E" w:rsidRDefault="00B15E99" w:rsidP="00A40339">
            <w:pPr>
              <w:pStyle w:val="TAC"/>
              <w:rPr>
                <w:rFonts w:cs="Arial"/>
              </w:rPr>
            </w:pPr>
          </w:p>
        </w:tc>
      </w:tr>
      <w:tr w:rsidR="003401A4" w:rsidRPr="00EF2F0E" w14:paraId="09850C09" w14:textId="77777777" w:rsidTr="00A40339">
        <w:trPr>
          <w:trHeight w:val="88"/>
          <w:jc w:val="center"/>
        </w:trPr>
        <w:tc>
          <w:tcPr>
            <w:tcW w:w="1467" w:type="dxa"/>
            <w:vMerge w:val="restart"/>
            <w:vAlign w:val="center"/>
          </w:tcPr>
          <w:p w14:paraId="09850C03" w14:textId="77777777" w:rsidR="00B15E99" w:rsidRPr="00EF2F0E" w:rsidRDefault="00B15E99" w:rsidP="00A40339">
            <w:pPr>
              <w:pStyle w:val="TAC"/>
              <w:rPr>
                <w:rFonts w:cs="Arial"/>
              </w:rPr>
            </w:pPr>
            <w:r w:rsidRPr="00EF2F0E">
              <w:rPr>
                <w:rFonts w:cs="Arial"/>
              </w:rPr>
              <w:t>10</w:t>
            </w:r>
          </w:p>
          <w:p w14:paraId="09850C04" w14:textId="77777777" w:rsidR="00B15E99" w:rsidRPr="00EF2F0E" w:rsidRDefault="00B15E99" w:rsidP="00A40339">
            <w:pPr>
              <w:pStyle w:val="TAC"/>
              <w:rPr>
                <w:rFonts w:cs="Arial"/>
              </w:rPr>
            </w:pPr>
            <w:r w:rsidRPr="00EF2F0E">
              <w:rPr>
                <w:rFonts w:cs="Arial"/>
              </w:rPr>
              <w:t>(NOTE 3)</w:t>
            </w:r>
          </w:p>
        </w:tc>
        <w:tc>
          <w:tcPr>
            <w:tcW w:w="2315" w:type="dxa"/>
            <w:vAlign w:val="center"/>
          </w:tcPr>
          <w:p w14:paraId="09850C05"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 </w:t>
            </w:r>
          </w:p>
        </w:tc>
        <w:tc>
          <w:tcPr>
            <w:tcW w:w="1907" w:type="dxa"/>
            <w:vAlign w:val="center"/>
          </w:tcPr>
          <w:p w14:paraId="09850C06" w14:textId="77777777" w:rsidR="00B15E99" w:rsidRPr="00EF2F0E" w:rsidRDefault="00B15E99" w:rsidP="00A40339">
            <w:pPr>
              <w:pStyle w:val="TAC"/>
              <w:rPr>
                <w:rFonts w:cs="Arial"/>
              </w:rPr>
            </w:pPr>
            <w:r w:rsidRPr="00EF2F0E">
              <w:rPr>
                <w:rFonts w:cs="Arial"/>
              </w:rPr>
              <w:t>-44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07" w14:textId="77777777" w:rsidR="00B15E99" w:rsidRPr="00EF2F0E" w:rsidRDefault="00B15E99" w:rsidP="00A40339">
            <w:pPr>
              <w:pStyle w:val="TAC"/>
              <w:rPr>
                <w:rFonts w:cs="Arial"/>
              </w:rPr>
            </w:pPr>
            <w:r w:rsidRPr="00EF2F0E">
              <w:rPr>
                <w:rFonts w:cs="Arial"/>
              </w:rPr>
              <w:t>±325</w:t>
            </w:r>
          </w:p>
        </w:tc>
        <w:tc>
          <w:tcPr>
            <w:tcW w:w="2503" w:type="dxa"/>
            <w:vMerge w:val="restart"/>
            <w:shd w:val="clear" w:color="auto" w:fill="auto"/>
            <w:vAlign w:val="center"/>
          </w:tcPr>
          <w:p w14:paraId="09850C08" w14:textId="77777777" w:rsidR="00B15E99" w:rsidRPr="00EF2F0E" w:rsidRDefault="00B15E99" w:rsidP="00A40339">
            <w:pPr>
              <w:pStyle w:val="TAC"/>
              <w:rPr>
                <w:rFonts w:cs="Arial"/>
              </w:rPr>
            </w:pPr>
            <w:r w:rsidRPr="00EF2F0E">
              <w:rPr>
                <w:rFonts w:cs="Arial"/>
              </w:rPr>
              <w:t>CW</w:t>
            </w:r>
          </w:p>
        </w:tc>
      </w:tr>
      <w:tr w:rsidR="003401A4" w:rsidRPr="00EF2F0E" w14:paraId="09850C0F" w14:textId="77777777" w:rsidTr="00A40339">
        <w:trPr>
          <w:trHeight w:val="87"/>
          <w:jc w:val="center"/>
        </w:trPr>
        <w:tc>
          <w:tcPr>
            <w:tcW w:w="1467" w:type="dxa"/>
            <w:vMerge/>
            <w:vAlign w:val="center"/>
          </w:tcPr>
          <w:p w14:paraId="09850C0A" w14:textId="77777777" w:rsidR="00B15E99" w:rsidRPr="00EF2F0E" w:rsidRDefault="00B15E99" w:rsidP="00A40339">
            <w:pPr>
              <w:pStyle w:val="TAC"/>
              <w:rPr>
                <w:rFonts w:cs="Arial"/>
              </w:rPr>
            </w:pPr>
          </w:p>
        </w:tc>
        <w:tc>
          <w:tcPr>
            <w:tcW w:w="2315" w:type="dxa"/>
            <w:vAlign w:val="center"/>
          </w:tcPr>
          <w:p w14:paraId="09850C0B"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 </w:t>
            </w:r>
          </w:p>
        </w:tc>
        <w:tc>
          <w:tcPr>
            <w:tcW w:w="1907" w:type="dxa"/>
            <w:vAlign w:val="center"/>
          </w:tcPr>
          <w:p w14:paraId="09850C0C" w14:textId="77777777" w:rsidR="00B15E99" w:rsidRPr="00EF2F0E" w:rsidRDefault="00B15E99" w:rsidP="00A40339">
            <w:pPr>
              <w:pStyle w:val="TAC"/>
              <w:rPr>
                <w:rFonts w:cs="Arial"/>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0D" w14:textId="77777777" w:rsidR="00B15E99" w:rsidRPr="00EF2F0E" w:rsidRDefault="00B15E99" w:rsidP="00A40339">
            <w:pPr>
              <w:pStyle w:val="TAC"/>
              <w:rPr>
                <w:rFonts w:cs="Arial"/>
              </w:rPr>
            </w:pPr>
          </w:p>
        </w:tc>
        <w:tc>
          <w:tcPr>
            <w:tcW w:w="2503" w:type="dxa"/>
            <w:vMerge/>
            <w:shd w:val="clear" w:color="auto" w:fill="auto"/>
            <w:vAlign w:val="center"/>
          </w:tcPr>
          <w:p w14:paraId="09850C0E" w14:textId="77777777" w:rsidR="00B15E99" w:rsidRPr="00EF2F0E" w:rsidRDefault="00B15E99" w:rsidP="00A40339">
            <w:pPr>
              <w:pStyle w:val="TAC"/>
              <w:rPr>
                <w:rFonts w:cs="Arial"/>
              </w:rPr>
            </w:pPr>
          </w:p>
        </w:tc>
      </w:tr>
      <w:tr w:rsidR="003401A4" w:rsidRPr="00377E86" w14:paraId="09850C15" w14:textId="77777777" w:rsidTr="00A40339">
        <w:trPr>
          <w:trHeight w:val="176"/>
          <w:jc w:val="center"/>
        </w:trPr>
        <w:tc>
          <w:tcPr>
            <w:tcW w:w="1467" w:type="dxa"/>
            <w:vMerge/>
            <w:vAlign w:val="center"/>
          </w:tcPr>
          <w:p w14:paraId="09850C10" w14:textId="77777777" w:rsidR="00B15E99" w:rsidRPr="00EF2F0E" w:rsidRDefault="00B15E99" w:rsidP="00A40339">
            <w:pPr>
              <w:pStyle w:val="TAC"/>
              <w:rPr>
                <w:rFonts w:cs="Arial"/>
              </w:rPr>
            </w:pPr>
          </w:p>
        </w:tc>
        <w:tc>
          <w:tcPr>
            <w:tcW w:w="2315" w:type="dxa"/>
            <w:vAlign w:val="center"/>
          </w:tcPr>
          <w:p w14:paraId="09850C11"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12" w14:textId="77777777" w:rsidR="00B15E99" w:rsidRPr="00EF2F0E" w:rsidRDefault="00B15E99" w:rsidP="00A40339">
            <w:pPr>
              <w:pStyle w:val="TAC"/>
              <w:rPr>
                <w:rFonts w:cs="Arial"/>
              </w:rPr>
            </w:pPr>
            <w:r w:rsidRPr="00EF2F0E">
              <w:rPr>
                <w:rFonts w:cs="Arial"/>
              </w:rPr>
              <w:t>-44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13" w14:textId="77777777" w:rsidR="00B15E99" w:rsidRPr="00EF2F0E" w:rsidRDefault="00B15E99" w:rsidP="00A40339">
            <w:pPr>
              <w:pStyle w:val="TAC"/>
              <w:rPr>
                <w:rFonts w:cs="Arial"/>
              </w:rPr>
            </w:pPr>
            <w:r w:rsidRPr="00EF2F0E">
              <w:rPr>
                <w:rFonts w:cs="Arial"/>
              </w:rPr>
              <w:t>±1240</w:t>
            </w:r>
          </w:p>
        </w:tc>
        <w:tc>
          <w:tcPr>
            <w:tcW w:w="2503" w:type="dxa"/>
            <w:vMerge w:val="restart"/>
            <w:shd w:val="clear" w:color="auto" w:fill="auto"/>
            <w:vAlign w:val="center"/>
          </w:tcPr>
          <w:p w14:paraId="09850C14" w14:textId="77777777" w:rsidR="00B15E99" w:rsidRPr="00EF2F0E" w:rsidRDefault="00B15E99" w:rsidP="00A40339">
            <w:pPr>
              <w:pStyle w:val="TAC"/>
              <w:rPr>
                <w:rFonts w:cs="Arial"/>
                <w:lang w:val="sv-SE"/>
              </w:rPr>
            </w:pPr>
            <w:r w:rsidRPr="00EF2F0E">
              <w:rPr>
                <w:rFonts w:cs="Arial"/>
                <w:lang w:val="sv-SE"/>
              </w:rPr>
              <w:t>5 MHz E-UTRA signal, 1 RB (NOTE 2)</w:t>
            </w:r>
          </w:p>
        </w:tc>
      </w:tr>
      <w:tr w:rsidR="003401A4" w:rsidRPr="00EF2F0E" w14:paraId="09850C1B" w14:textId="77777777" w:rsidTr="00A40339">
        <w:trPr>
          <w:trHeight w:val="175"/>
          <w:jc w:val="center"/>
        </w:trPr>
        <w:tc>
          <w:tcPr>
            <w:tcW w:w="1467" w:type="dxa"/>
            <w:vMerge/>
            <w:vAlign w:val="center"/>
          </w:tcPr>
          <w:p w14:paraId="09850C16" w14:textId="77777777" w:rsidR="00B15E99" w:rsidRPr="00EF2F0E" w:rsidRDefault="00B15E99" w:rsidP="00A40339">
            <w:pPr>
              <w:pStyle w:val="TAC"/>
              <w:rPr>
                <w:rFonts w:cs="Arial"/>
                <w:lang w:val="sv-SE"/>
              </w:rPr>
            </w:pPr>
          </w:p>
        </w:tc>
        <w:tc>
          <w:tcPr>
            <w:tcW w:w="2315" w:type="dxa"/>
            <w:vAlign w:val="center"/>
          </w:tcPr>
          <w:p w14:paraId="09850C17"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18" w14:textId="77777777" w:rsidR="00B15E99" w:rsidRPr="00EF2F0E" w:rsidRDefault="00B15E99" w:rsidP="00A40339">
            <w:pPr>
              <w:pStyle w:val="TAC"/>
              <w:rPr>
                <w:rFonts w:cs="Arial"/>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19" w14:textId="77777777" w:rsidR="00B15E99" w:rsidRPr="00EF2F0E" w:rsidRDefault="00B15E99" w:rsidP="00A40339">
            <w:pPr>
              <w:pStyle w:val="TAC"/>
              <w:rPr>
                <w:rFonts w:cs="Arial"/>
              </w:rPr>
            </w:pPr>
          </w:p>
        </w:tc>
        <w:tc>
          <w:tcPr>
            <w:tcW w:w="2503" w:type="dxa"/>
            <w:vMerge/>
            <w:shd w:val="clear" w:color="auto" w:fill="auto"/>
            <w:vAlign w:val="center"/>
          </w:tcPr>
          <w:p w14:paraId="09850C1A" w14:textId="77777777" w:rsidR="00B15E99" w:rsidRPr="00EF2F0E" w:rsidRDefault="00B15E99" w:rsidP="00A40339">
            <w:pPr>
              <w:pStyle w:val="TAC"/>
              <w:rPr>
                <w:rFonts w:cs="Arial"/>
              </w:rPr>
            </w:pPr>
          </w:p>
        </w:tc>
      </w:tr>
      <w:tr w:rsidR="003401A4" w:rsidRPr="00EF2F0E" w14:paraId="09850C22" w14:textId="77777777" w:rsidTr="00A40339">
        <w:trPr>
          <w:trHeight w:val="88"/>
          <w:jc w:val="center"/>
        </w:trPr>
        <w:tc>
          <w:tcPr>
            <w:tcW w:w="1467" w:type="dxa"/>
            <w:vMerge w:val="restart"/>
            <w:vAlign w:val="center"/>
          </w:tcPr>
          <w:p w14:paraId="09850C1C" w14:textId="77777777" w:rsidR="00B15E99" w:rsidRPr="00EF2F0E" w:rsidRDefault="00B15E99" w:rsidP="00A40339">
            <w:pPr>
              <w:pStyle w:val="TAC"/>
              <w:rPr>
                <w:rFonts w:cs="Arial"/>
              </w:rPr>
            </w:pPr>
            <w:r w:rsidRPr="00EF2F0E">
              <w:rPr>
                <w:rFonts w:cs="Arial"/>
              </w:rPr>
              <w:t>15</w:t>
            </w:r>
          </w:p>
          <w:p w14:paraId="09850C1D" w14:textId="77777777" w:rsidR="00B15E99" w:rsidRPr="00EF2F0E" w:rsidRDefault="00B15E99" w:rsidP="00A40339">
            <w:pPr>
              <w:pStyle w:val="TAC"/>
              <w:rPr>
                <w:rFonts w:cs="Arial"/>
              </w:rPr>
            </w:pPr>
            <w:r w:rsidRPr="00EF2F0E">
              <w:rPr>
                <w:rFonts w:cs="Arial"/>
              </w:rPr>
              <w:t>(NOTE 3)</w:t>
            </w:r>
          </w:p>
        </w:tc>
        <w:tc>
          <w:tcPr>
            <w:tcW w:w="2315" w:type="dxa"/>
            <w:vAlign w:val="center"/>
          </w:tcPr>
          <w:p w14:paraId="09850C1E"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1F" w14:textId="77777777" w:rsidR="00B15E99" w:rsidRPr="00EF2F0E" w:rsidRDefault="00B15E99" w:rsidP="00A40339">
            <w:pPr>
              <w:pStyle w:val="TAC"/>
              <w:rPr>
                <w:rFonts w:cs="Arial"/>
              </w:rPr>
            </w:pPr>
            <w:r w:rsidRPr="00EF2F0E">
              <w:rPr>
                <w:rFonts w:cs="Arial"/>
              </w:rPr>
              <w:t>-44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20" w14:textId="77777777" w:rsidR="00B15E99" w:rsidRPr="00EF2F0E" w:rsidRDefault="00B15E99" w:rsidP="00A40339">
            <w:pPr>
              <w:pStyle w:val="TAC"/>
              <w:rPr>
                <w:rFonts w:cs="Arial"/>
              </w:rPr>
            </w:pPr>
            <w:r w:rsidRPr="00EF2F0E">
              <w:rPr>
                <w:rFonts w:cs="Arial"/>
              </w:rPr>
              <w:t>±380</w:t>
            </w:r>
          </w:p>
        </w:tc>
        <w:tc>
          <w:tcPr>
            <w:tcW w:w="2503" w:type="dxa"/>
            <w:vMerge w:val="restart"/>
            <w:shd w:val="clear" w:color="auto" w:fill="auto"/>
            <w:vAlign w:val="center"/>
          </w:tcPr>
          <w:p w14:paraId="09850C21" w14:textId="77777777" w:rsidR="00B15E99" w:rsidRPr="00EF2F0E" w:rsidRDefault="00B15E99" w:rsidP="00A40339">
            <w:pPr>
              <w:pStyle w:val="TAC"/>
              <w:rPr>
                <w:rFonts w:cs="Arial"/>
              </w:rPr>
            </w:pPr>
            <w:r w:rsidRPr="00EF2F0E">
              <w:rPr>
                <w:rFonts w:cs="Arial"/>
              </w:rPr>
              <w:t>CW</w:t>
            </w:r>
          </w:p>
        </w:tc>
      </w:tr>
      <w:tr w:rsidR="003401A4" w:rsidRPr="00EF2F0E" w14:paraId="09850C28" w14:textId="77777777" w:rsidTr="00A40339">
        <w:trPr>
          <w:trHeight w:val="87"/>
          <w:jc w:val="center"/>
        </w:trPr>
        <w:tc>
          <w:tcPr>
            <w:tcW w:w="1467" w:type="dxa"/>
            <w:vMerge/>
            <w:vAlign w:val="center"/>
          </w:tcPr>
          <w:p w14:paraId="09850C23" w14:textId="77777777" w:rsidR="00B15E99" w:rsidRPr="00EF2F0E" w:rsidRDefault="00B15E99" w:rsidP="00A40339">
            <w:pPr>
              <w:pStyle w:val="TAC"/>
              <w:rPr>
                <w:rFonts w:cs="Arial"/>
              </w:rPr>
            </w:pPr>
          </w:p>
        </w:tc>
        <w:tc>
          <w:tcPr>
            <w:tcW w:w="2315" w:type="dxa"/>
            <w:vAlign w:val="center"/>
          </w:tcPr>
          <w:p w14:paraId="09850C24"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25" w14:textId="77777777" w:rsidR="00B15E99" w:rsidRPr="00EF2F0E" w:rsidRDefault="00B15E99" w:rsidP="00A40339">
            <w:pPr>
              <w:pStyle w:val="TAC"/>
              <w:rPr>
                <w:rFonts w:cs="Arial"/>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26" w14:textId="77777777" w:rsidR="00B15E99" w:rsidRPr="00EF2F0E" w:rsidRDefault="00B15E99" w:rsidP="00A40339">
            <w:pPr>
              <w:pStyle w:val="TAC"/>
              <w:rPr>
                <w:rFonts w:cs="Arial"/>
              </w:rPr>
            </w:pPr>
          </w:p>
        </w:tc>
        <w:tc>
          <w:tcPr>
            <w:tcW w:w="2503" w:type="dxa"/>
            <w:vMerge/>
            <w:shd w:val="clear" w:color="auto" w:fill="auto"/>
            <w:vAlign w:val="center"/>
          </w:tcPr>
          <w:p w14:paraId="09850C27" w14:textId="77777777" w:rsidR="00B15E99" w:rsidRPr="00EF2F0E" w:rsidRDefault="00B15E99" w:rsidP="00A40339">
            <w:pPr>
              <w:pStyle w:val="TAC"/>
              <w:rPr>
                <w:rFonts w:cs="Arial"/>
              </w:rPr>
            </w:pPr>
          </w:p>
        </w:tc>
      </w:tr>
      <w:tr w:rsidR="003401A4" w:rsidRPr="00377E86" w14:paraId="09850C2E" w14:textId="77777777" w:rsidTr="00A40339">
        <w:trPr>
          <w:trHeight w:val="176"/>
          <w:jc w:val="center"/>
        </w:trPr>
        <w:tc>
          <w:tcPr>
            <w:tcW w:w="1467" w:type="dxa"/>
            <w:vMerge/>
            <w:vAlign w:val="center"/>
          </w:tcPr>
          <w:p w14:paraId="09850C29" w14:textId="77777777" w:rsidR="00B15E99" w:rsidRPr="00EF2F0E" w:rsidRDefault="00B15E99" w:rsidP="00A40339">
            <w:pPr>
              <w:pStyle w:val="TAC"/>
              <w:rPr>
                <w:rFonts w:cs="Arial"/>
              </w:rPr>
            </w:pPr>
          </w:p>
        </w:tc>
        <w:tc>
          <w:tcPr>
            <w:tcW w:w="2315" w:type="dxa"/>
            <w:vAlign w:val="center"/>
          </w:tcPr>
          <w:p w14:paraId="09850C2A"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2B" w14:textId="77777777" w:rsidR="00B15E99" w:rsidRPr="00EF2F0E" w:rsidRDefault="00B15E99" w:rsidP="00A40339">
            <w:pPr>
              <w:pStyle w:val="TAC"/>
              <w:rPr>
                <w:rFonts w:cs="Arial"/>
              </w:rPr>
            </w:pPr>
            <w:r w:rsidRPr="00EF2F0E">
              <w:rPr>
                <w:rFonts w:cs="Arial"/>
              </w:rPr>
              <w:t>-44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2C" w14:textId="77777777" w:rsidR="00B15E99" w:rsidRPr="00EF2F0E" w:rsidRDefault="00B15E99" w:rsidP="00A40339">
            <w:pPr>
              <w:pStyle w:val="TAC"/>
              <w:rPr>
                <w:rFonts w:cs="Arial"/>
              </w:rPr>
            </w:pPr>
            <w:r w:rsidRPr="00EF2F0E">
              <w:rPr>
                <w:rFonts w:cs="Arial"/>
              </w:rPr>
              <w:t>±1600</w:t>
            </w:r>
          </w:p>
        </w:tc>
        <w:tc>
          <w:tcPr>
            <w:tcW w:w="2503" w:type="dxa"/>
            <w:vMerge w:val="restart"/>
            <w:shd w:val="clear" w:color="auto" w:fill="auto"/>
            <w:vAlign w:val="center"/>
          </w:tcPr>
          <w:p w14:paraId="09850C2D" w14:textId="77777777" w:rsidR="00B15E99" w:rsidRPr="00EF2F0E" w:rsidRDefault="00B15E99" w:rsidP="00A40339">
            <w:pPr>
              <w:pStyle w:val="TAC"/>
              <w:rPr>
                <w:rFonts w:cs="Arial"/>
                <w:lang w:val="sv-SE"/>
              </w:rPr>
            </w:pPr>
            <w:r w:rsidRPr="00EF2F0E">
              <w:rPr>
                <w:rFonts w:cs="Arial"/>
                <w:lang w:val="sv-SE"/>
              </w:rPr>
              <w:t>5MHz E-UTRA signal, 1 RB (NOTE 2)</w:t>
            </w:r>
          </w:p>
        </w:tc>
      </w:tr>
      <w:tr w:rsidR="003401A4" w:rsidRPr="00EF2F0E" w14:paraId="09850C34" w14:textId="77777777" w:rsidTr="00A40339">
        <w:trPr>
          <w:trHeight w:val="175"/>
          <w:jc w:val="center"/>
        </w:trPr>
        <w:tc>
          <w:tcPr>
            <w:tcW w:w="1467" w:type="dxa"/>
            <w:vMerge/>
            <w:vAlign w:val="center"/>
          </w:tcPr>
          <w:p w14:paraId="09850C2F" w14:textId="77777777" w:rsidR="00B15E99" w:rsidRPr="00EF2F0E" w:rsidRDefault="00B15E99" w:rsidP="00A40339">
            <w:pPr>
              <w:pStyle w:val="TAC"/>
              <w:rPr>
                <w:rFonts w:cs="Arial"/>
                <w:lang w:val="sv-SE"/>
              </w:rPr>
            </w:pPr>
          </w:p>
        </w:tc>
        <w:tc>
          <w:tcPr>
            <w:tcW w:w="2315" w:type="dxa"/>
            <w:vAlign w:val="center"/>
          </w:tcPr>
          <w:p w14:paraId="09850C30"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31" w14:textId="77777777" w:rsidR="00B15E99" w:rsidRPr="00EF2F0E" w:rsidRDefault="00B15E99" w:rsidP="00A40339">
            <w:pPr>
              <w:pStyle w:val="TAC"/>
              <w:rPr>
                <w:rFonts w:cs="Arial"/>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32" w14:textId="77777777" w:rsidR="00B15E99" w:rsidRPr="00EF2F0E" w:rsidRDefault="00B15E99" w:rsidP="00A40339">
            <w:pPr>
              <w:pStyle w:val="TAC"/>
              <w:rPr>
                <w:rFonts w:cs="Arial"/>
              </w:rPr>
            </w:pPr>
          </w:p>
        </w:tc>
        <w:tc>
          <w:tcPr>
            <w:tcW w:w="2503" w:type="dxa"/>
            <w:vMerge/>
            <w:shd w:val="clear" w:color="auto" w:fill="auto"/>
            <w:vAlign w:val="center"/>
          </w:tcPr>
          <w:p w14:paraId="09850C33" w14:textId="77777777" w:rsidR="00B15E99" w:rsidRPr="00EF2F0E" w:rsidRDefault="00B15E99" w:rsidP="00A40339">
            <w:pPr>
              <w:pStyle w:val="TAC"/>
              <w:rPr>
                <w:rFonts w:cs="Arial"/>
              </w:rPr>
            </w:pPr>
          </w:p>
        </w:tc>
      </w:tr>
      <w:tr w:rsidR="003401A4" w:rsidRPr="00EF2F0E" w14:paraId="09850C3B" w14:textId="77777777" w:rsidTr="00A40339">
        <w:trPr>
          <w:trHeight w:val="88"/>
          <w:jc w:val="center"/>
        </w:trPr>
        <w:tc>
          <w:tcPr>
            <w:tcW w:w="1467" w:type="dxa"/>
            <w:vMerge w:val="restart"/>
            <w:vAlign w:val="center"/>
          </w:tcPr>
          <w:p w14:paraId="09850C35" w14:textId="77777777" w:rsidR="00B15E99" w:rsidRPr="00EF2F0E" w:rsidRDefault="00B15E99" w:rsidP="00A40339">
            <w:pPr>
              <w:pStyle w:val="TAC"/>
              <w:rPr>
                <w:rFonts w:cs="Arial"/>
              </w:rPr>
            </w:pPr>
            <w:r w:rsidRPr="00EF2F0E">
              <w:rPr>
                <w:rFonts w:cs="Arial"/>
              </w:rPr>
              <w:t>20</w:t>
            </w:r>
          </w:p>
          <w:p w14:paraId="09850C36" w14:textId="77777777" w:rsidR="00B15E99" w:rsidRPr="00EF2F0E" w:rsidRDefault="00B15E99" w:rsidP="00A40339">
            <w:pPr>
              <w:pStyle w:val="TAC"/>
              <w:rPr>
                <w:rFonts w:cs="Arial"/>
              </w:rPr>
            </w:pPr>
            <w:r w:rsidRPr="00EF2F0E">
              <w:rPr>
                <w:rFonts w:cs="Arial"/>
              </w:rPr>
              <w:t>(NOTE 3)</w:t>
            </w:r>
          </w:p>
        </w:tc>
        <w:tc>
          <w:tcPr>
            <w:tcW w:w="2315" w:type="dxa"/>
            <w:vAlign w:val="center"/>
          </w:tcPr>
          <w:p w14:paraId="09850C37"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38" w14:textId="77777777" w:rsidR="00B15E99" w:rsidRPr="00EF2F0E" w:rsidRDefault="00B15E99" w:rsidP="00A40339">
            <w:pPr>
              <w:pStyle w:val="TAC"/>
              <w:rPr>
                <w:rFonts w:cs="Arial"/>
              </w:rPr>
            </w:pPr>
            <w:r w:rsidRPr="00EF2F0E">
              <w:rPr>
                <w:rFonts w:cs="Arial"/>
              </w:rPr>
              <w:t>-44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39" w14:textId="77777777" w:rsidR="00B15E99" w:rsidRPr="00EF2F0E" w:rsidRDefault="00B15E99" w:rsidP="00A40339">
            <w:pPr>
              <w:pStyle w:val="TAC"/>
              <w:rPr>
                <w:rFonts w:cs="Arial"/>
              </w:rPr>
            </w:pPr>
            <w:r w:rsidRPr="00EF2F0E">
              <w:rPr>
                <w:rFonts w:cs="Arial"/>
              </w:rPr>
              <w:t>±345</w:t>
            </w:r>
          </w:p>
        </w:tc>
        <w:tc>
          <w:tcPr>
            <w:tcW w:w="2503" w:type="dxa"/>
            <w:vMerge w:val="restart"/>
            <w:shd w:val="clear" w:color="auto" w:fill="auto"/>
            <w:vAlign w:val="center"/>
          </w:tcPr>
          <w:p w14:paraId="09850C3A" w14:textId="77777777" w:rsidR="00B15E99" w:rsidRPr="00EF2F0E" w:rsidRDefault="00B15E99" w:rsidP="00A40339">
            <w:pPr>
              <w:pStyle w:val="TAC"/>
              <w:rPr>
                <w:rFonts w:cs="Arial"/>
              </w:rPr>
            </w:pPr>
            <w:r w:rsidRPr="00EF2F0E">
              <w:rPr>
                <w:rFonts w:cs="Arial"/>
              </w:rPr>
              <w:t>CW</w:t>
            </w:r>
          </w:p>
        </w:tc>
      </w:tr>
      <w:tr w:rsidR="003401A4" w:rsidRPr="00EF2F0E" w14:paraId="09850C41" w14:textId="77777777" w:rsidTr="00A40339">
        <w:trPr>
          <w:trHeight w:val="87"/>
          <w:jc w:val="center"/>
        </w:trPr>
        <w:tc>
          <w:tcPr>
            <w:tcW w:w="1467" w:type="dxa"/>
            <w:vMerge/>
            <w:vAlign w:val="center"/>
          </w:tcPr>
          <w:p w14:paraId="09850C3C" w14:textId="77777777" w:rsidR="00B15E99" w:rsidRPr="00EF2F0E" w:rsidRDefault="00B15E99" w:rsidP="00A40339">
            <w:pPr>
              <w:pStyle w:val="TAC"/>
              <w:rPr>
                <w:rFonts w:cs="Arial"/>
              </w:rPr>
            </w:pPr>
          </w:p>
        </w:tc>
        <w:tc>
          <w:tcPr>
            <w:tcW w:w="2315" w:type="dxa"/>
            <w:vAlign w:val="center"/>
          </w:tcPr>
          <w:p w14:paraId="09850C3D"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3E" w14:textId="77777777" w:rsidR="00B15E99" w:rsidRPr="00EF2F0E" w:rsidRDefault="00B15E99" w:rsidP="00A40339">
            <w:pPr>
              <w:pStyle w:val="TAC"/>
              <w:rPr>
                <w:rFonts w:cs="Arial"/>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3F" w14:textId="77777777" w:rsidR="00B15E99" w:rsidRPr="00EF2F0E" w:rsidRDefault="00B15E99" w:rsidP="00A40339">
            <w:pPr>
              <w:pStyle w:val="TAC"/>
              <w:rPr>
                <w:rFonts w:cs="Arial"/>
              </w:rPr>
            </w:pPr>
          </w:p>
        </w:tc>
        <w:tc>
          <w:tcPr>
            <w:tcW w:w="2503" w:type="dxa"/>
            <w:vMerge/>
            <w:shd w:val="clear" w:color="auto" w:fill="auto"/>
            <w:vAlign w:val="center"/>
          </w:tcPr>
          <w:p w14:paraId="09850C40" w14:textId="77777777" w:rsidR="00B15E99" w:rsidRPr="00EF2F0E" w:rsidRDefault="00B15E99" w:rsidP="00A40339">
            <w:pPr>
              <w:pStyle w:val="TAC"/>
              <w:rPr>
                <w:rFonts w:cs="Arial"/>
              </w:rPr>
            </w:pPr>
          </w:p>
        </w:tc>
      </w:tr>
      <w:tr w:rsidR="003401A4" w:rsidRPr="00377E86" w14:paraId="09850C47" w14:textId="77777777" w:rsidTr="00A40339">
        <w:trPr>
          <w:trHeight w:val="176"/>
          <w:jc w:val="center"/>
        </w:trPr>
        <w:tc>
          <w:tcPr>
            <w:tcW w:w="1467" w:type="dxa"/>
            <w:vMerge/>
            <w:vAlign w:val="center"/>
          </w:tcPr>
          <w:p w14:paraId="09850C42" w14:textId="77777777" w:rsidR="00B15E99" w:rsidRPr="00EF2F0E" w:rsidRDefault="00B15E99" w:rsidP="00A40339">
            <w:pPr>
              <w:pStyle w:val="TAC"/>
              <w:rPr>
                <w:rFonts w:cs="Arial"/>
              </w:rPr>
            </w:pPr>
          </w:p>
        </w:tc>
        <w:tc>
          <w:tcPr>
            <w:tcW w:w="2315" w:type="dxa"/>
            <w:vAlign w:val="center"/>
          </w:tcPr>
          <w:p w14:paraId="09850C43"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44" w14:textId="77777777" w:rsidR="00B15E99" w:rsidRPr="00EF2F0E" w:rsidRDefault="00B15E99" w:rsidP="00A40339">
            <w:pPr>
              <w:pStyle w:val="TAC"/>
              <w:rPr>
                <w:rFonts w:cs="Arial"/>
              </w:rPr>
            </w:pPr>
            <w:r w:rsidRPr="00EF2F0E">
              <w:rPr>
                <w:rFonts w:cs="Arial"/>
              </w:rPr>
              <w:t>-44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45" w14:textId="77777777" w:rsidR="00B15E99" w:rsidRPr="00EF2F0E" w:rsidRDefault="00B15E99" w:rsidP="00A40339">
            <w:pPr>
              <w:pStyle w:val="TAC"/>
              <w:rPr>
                <w:rFonts w:cs="Arial"/>
              </w:rPr>
            </w:pPr>
            <w:r w:rsidRPr="00EF2F0E">
              <w:rPr>
                <w:rFonts w:cs="Arial"/>
              </w:rPr>
              <w:t>±1780</w:t>
            </w:r>
          </w:p>
        </w:tc>
        <w:tc>
          <w:tcPr>
            <w:tcW w:w="2503" w:type="dxa"/>
            <w:vMerge w:val="restart"/>
            <w:shd w:val="clear" w:color="auto" w:fill="auto"/>
            <w:vAlign w:val="center"/>
          </w:tcPr>
          <w:p w14:paraId="09850C46" w14:textId="77777777" w:rsidR="00B15E99" w:rsidRPr="00EF2F0E" w:rsidRDefault="00B15E99" w:rsidP="00A40339">
            <w:pPr>
              <w:pStyle w:val="TAC"/>
              <w:rPr>
                <w:rFonts w:cs="Arial"/>
                <w:lang w:val="sv-SE"/>
              </w:rPr>
            </w:pPr>
            <w:r w:rsidRPr="00EF2F0E">
              <w:rPr>
                <w:rFonts w:cs="Arial"/>
                <w:lang w:val="sv-SE"/>
              </w:rPr>
              <w:t>5MHz E-UTRA signal, 1 RB (NOTE 2)</w:t>
            </w:r>
          </w:p>
        </w:tc>
      </w:tr>
      <w:tr w:rsidR="003401A4" w:rsidRPr="00EF2F0E" w14:paraId="09850C4D" w14:textId="77777777" w:rsidTr="00A40339">
        <w:trPr>
          <w:trHeight w:val="175"/>
          <w:jc w:val="center"/>
        </w:trPr>
        <w:tc>
          <w:tcPr>
            <w:tcW w:w="1467" w:type="dxa"/>
            <w:vMerge/>
            <w:vAlign w:val="center"/>
          </w:tcPr>
          <w:p w14:paraId="09850C48" w14:textId="77777777" w:rsidR="00B15E99" w:rsidRPr="00EF2F0E" w:rsidRDefault="00B15E99" w:rsidP="00A40339">
            <w:pPr>
              <w:pStyle w:val="TAC"/>
              <w:rPr>
                <w:rFonts w:cs="Arial"/>
                <w:lang w:val="sv-SE"/>
              </w:rPr>
            </w:pPr>
          </w:p>
        </w:tc>
        <w:tc>
          <w:tcPr>
            <w:tcW w:w="2315" w:type="dxa"/>
            <w:vAlign w:val="center"/>
          </w:tcPr>
          <w:p w14:paraId="09850C49"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4A" w14:textId="77777777" w:rsidR="00B15E99" w:rsidRPr="00EF2F0E" w:rsidRDefault="00B15E99" w:rsidP="00A40339">
            <w:pPr>
              <w:pStyle w:val="TAC"/>
              <w:rPr>
                <w:rFonts w:cs="Arial"/>
              </w:rPr>
            </w:pPr>
            <w:r w:rsidRPr="00EF2F0E">
              <w:rPr>
                <w:rFonts w:cs="Arial"/>
                <w:szCs w:val="18"/>
              </w:rPr>
              <w:t xml:space="preserve">-44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4B" w14:textId="77777777" w:rsidR="00B15E99" w:rsidRPr="00EF2F0E" w:rsidRDefault="00B15E99" w:rsidP="00A40339">
            <w:pPr>
              <w:pStyle w:val="TAC"/>
              <w:rPr>
                <w:rFonts w:cs="Arial"/>
              </w:rPr>
            </w:pPr>
          </w:p>
        </w:tc>
        <w:tc>
          <w:tcPr>
            <w:tcW w:w="2503" w:type="dxa"/>
            <w:vMerge/>
            <w:shd w:val="clear" w:color="auto" w:fill="auto"/>
            <w:vAlign w:val="center"/>
          </w:tcPr>
          <w:p w14:paraId="09850C4C" w14:textId="77777777" w:rsidR="00B15E99" w:rsidRPr="00EF2F0E" w:rsidRDefault="00B15E99" w:rsidP="00A40339">
            <w:pPr>
              <w:pStyle w:val="TAC"/>
              <w:rPr>
                <w:rFonts w:cs="Arial"/>
              </w:rPr>
            </w:pPr>
          </w:p>
        </w:tc>
      </w:tr>
      <w:tr w:rsidR="00B15E99" w:rsidRPr="00EF2F0E" w14:paraId="09850C51" w14:textId="77777777" w:rsidTr="00A40339">
        <w:trPr>
          <w:jc w:val="center"/>
        </w:trPr>
        <w:tc>
          <w:tcPr>
            <w:tcW w:w="10099" w:type="dxa"/>
            <w:gridSpan w:val="5"/>
            <w:vAlign w:val="center"/>
          </w:tcPr>
          <w:p w14:paraId="09850C4E" w14:textId="77777777" w:rsidR="00B15E99" w:rsidRPr="00EF2F0E" w:rsidRDefault="00B15E99" w:rsidP="00A40339">
            <w:pPr>
              <w:pStyle w:val="TAN"/>
              <w:rPr>
                <w:lang w:eastAsia="ja-JP"/>
              </w:rPr>
            </w:pPr>
            <w:r w:rsidRPr="00EF2F0E">
              <w:rPr>
                <w:lang w:eastAsia="ja-JP"/>
              </w:rPr>
              <w:t>NOTE 1:</w:t>
            </w:r>
            <w:r w:rsidRPr="00EF2F0E">
              <w:rPr>
                <w:lang w:eastAsia="ja-JP"/>
              </w:rPr>
              <w:tab/>
              <w:t>EIS</w:t>
            </w:r>
            <w:r w:rsidRPr="00EF2F0E">
              <w:rPr>
                <w:vertAlign w:val="subscript"/>
                <w:lang w:eastAsia="ja-JP"/>
              </w:rPr>
              <w:t>REFSENS</w:t>
            </w:r>
            <w:r w:rsidRPr="00EF2F0E">
              <w:rPr>
                <w:lang w:eastAsia="ja-JP"/>
              </w:rPr>
              <w:t xml:space="preserve"> and EIS</w:t>
            </w:r>
            <w:r w:rsidRPr="00EF2F0E">
              <w:rPr>
                <w:vertAlign w:val="subscript"/>
                <w:lang w:eastAsia="ja-JP"/>
              </w:rPr>
              <w:t>minSENS</w:t>
            </w:r>
            <w:r w:rsidRPr="00EF2F0E">
              <w:rPr>
                <w:lang w:eastAsia="ja-JP"/>
              </w:rPr>
              <w:t xml:space="preserve"> depend on the RAT, the BS class and on the </w:t>
            </w:r>
            <w:r w:rsidRPr="00EF2F0E">
              <w:rPr>
                <w:i/>
                <w:lang w:eastAsia="ja-JP"/>
              </w:rPr>
              <w:t>channel bandwidth</w:t>
            </w:r>
            <w:r w:rsidRPr="00EF2F0E">
              <w:rPr>
                <w:lang w:eastAsia="ja-JP"/>
              </w:rPr>
              <w:t>, see subclauses 10.3 and 10.2.</w:t>
            </w:r>
          </w:p>
          <w:p w14:paraId="09850C4F" w14:textId="77777777" w:rsidR="00B15E99" w:rsidRPr="00EF2F0E" w:rsidRDefault="00B15E99" w:rsidP="00A40339">
            <w:pPr>
              <w:pStyle w:val="TAN"/>
              <w:rPr>
                <w:rFonts w:cs="Arial"/>
              </w:rPr>
            </w:pPr>
            <w:r w:rsidRPr="00EF2F0E">
              <w:rPr>
                <w:rFonts w:cs="Arial"/>
              </w:rPr>
              <w:t>NOTE 2:</w:t>
            </w:r>
            <w:r w:rsidRPr="00EF2F0E">
              <w:rPr>
                <w:rFonts w:cs="Arial"/>
              </w:rPr>
              <w:tab/>
              <w:t xml:space="preserve">Interfering signal consisting of one resource block positioned at the stated offset, the </w:t>
            </w:r>
            <w:r w:rsidRPr="00EF2F0E">
              <w:rPr>
                <w:rFonts w:cs="Arial"/>
                <w:i/>
              </w:rPr>
              <w:t>channel bandwidth</w:t>
            </w:r>
            <w:r w:rsidRPr="00EF2F0E">
              <w:rPr>
                <w:rFonts w:cs="Arial"/>
              </w:rPr>
              <w:t xml:space="preserve"> of the interfering signal is located adjacently to the lower/upper </w:t>
            </w:r>
            <w:r w:rsidRPr="00EF2F0E">
              <w:rPr>
                <w:rFonts w:cs="Arial"/>
                <w:i/>
              </w:rPr>
              <w:t>Base Station RF Bandwidth edge</w:t>
            </w:r>
            <w:r w:rsidRPr="00EF2F0E">
              <w:rPr>
                <w:rFonts w:cs="Arial"/>
              </w:rPr>
              <w:t>.</w:t>
            </w:r>
          </w:p>
          <w:p w14:paraId="09850C50" w14:textId="77777777" w:rsidR="00B15E99" w:rsidRPr="00EF2F0E" w:rsidRDefault="00B15E99" w:rsidP="00A40339">
            <w:pPr>
              <w:pStyle w:val="TAN"/>
              <w:rPr>
                <w:rFonts w:cs="Arial"/>
              </w:rPr>
            </w:pPr>
            <w:r w:rsidRPr="00EF2F0E">
              <w:rPr>
                <w:rFonts w:cs="Arial"/>
              </w:rPr>
              <w:t>NOTE 3:</w:t>
            </w:r>
            <w:r w:rsidRPr="00EF2F0E">
              <w:rPr>
                <w:rFonts w:cs="Arial"/>
              </w:rPr>
              <w:tab/>
              <w:t>This requirement shall apply only for a FRC A1-3 mapped to the frequency range at the channel edge adjacent to the interfering signals</w:t>
            </w:r>
          </w:p>
        </w:tc>
      </w:tr>
    </w:tbl>
    <w:p w14:paraId="09850C52" w14:textId="77777777" w:rsidR="00B15E99" w:rsidRPr="00EF2F0E" w:rsidRDefault="00B15E99" w:rsidP="00A40339">
      <w:pPr>
        <w:rPr>
          <w:lang w:eastAsia="zh-CN"/>
        </w:rPr>
      </w:pPr>
    </w:p>
    <w:p w14:paraId="09850C53" w14:textId="77777777" w:rsidR="00B15E99" w:rsidRPr="00EF2F0E" w:rsidRDefault="00B15E99" w:rsidP="007853C3">
      <w:pPr>
        <w:pStyle w:val="TH"/>
      </w:pPr>
      <w:r w:rsidRPr="00EF2F0E">
        <w:t>Table 10.8.4-5: Narrowband intermodulation performance requirement for Medium Range BS</w:t>
      </w:r>
      <w:r w:rsidRPr="00EF2F0E">
        <w:rPr>
          <w:lang w:eastAsia="zh-CN"/>
        </w:rPr>
        <w:t xml:space="preserve"> for E-UTRA</w:t>
      </w:r>
      <w:r w:rsidRPr="00EF2F0E">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2172"/>
        <w:gridCol w:w="1820"/>
        <w:gridCol w:w="1830"/>
        <w:gridCol w:w="2342"/>
      </w:tblGrid>
      <w:tr w:rsidR="003401A4" w:rsidRPr="00EF2F0E" w14:paraId="09850C5B" w14:textId="77777777" w:rsidTr="00A40339">
        <w:trPr>
          <w:jc w:val="center"/>
        </w:trPr>
        <w:tc>
          <w:tcPr>
            <w:tcW w:w="1467" w:type="dxa"/>
            <w:shd w:val="clear" w:color="auto" w:fill="auto"/>
            <w:vAlign w:val="center"/>
          </w:tcPr>
          <w:p w14:paraId="09850C54" w14:textId="77777777" w:rsidR="00B15E99" w:rsidRPr="00EF2F0E" w:rsidRDefault="00B15E99" w:rsidP="00A40339">
            <w:pPr>
              <w:pStyle w:val="TAH"/>
              <w:rPr>
                <w:rFonts w:cs="Arial"/>
              </w:rPr>
            </w:pPr>
            <w:r w:rsidRPr="00EF2F0E">
              <w:rPr>
                <w:rFonts w:cs="Arial"/>
              </w:rPr>
              <w:t>E-UTRA</w:t>
            </w:r>
          </w:p>
          <w:p w14:paraId="09850C55" w14:textId="77777777" w:rsidR="00B15E99" w:rsidRPr="00EF2F0E" w:rsidRDefault="00B15E99" w:rsidP="00A40339">
            <w:pPr>
              <w:pStyle w:val="TAH"/>
              <w:rPr>
                <w:rFonts w:cs="Arial"/>
              </w:rPr>
            </w:pPr>
            <w:r w:rsidRPr="00EF2F0E">
              <w:rPr>
                <w:rFonts w:cs="Arial"/>
                <w:i/>
              </w:rPr>
              <w:t>channel bandwidth</w:t>
            </w:r>
            <w:r w:rsidRPr="00EF2F0E">
              <w:rPr>
                <w:rFonts w:cs="Arial"/>
              </w:rPr>
              <w:t xml:space="preserve"> of the lowest/highest carrier received [MHz]</w:t>
            </w:r>
          </w:p>
        </w:tc>
        <w:tc>
          <w:tcPr>
            <w:tcW w:w="2315" w:type="dxa"/>
            <w:vAlign w:val="center"/>
          </w:tcPr>
          <w:p w14:paraId="09850C56" w14:textId="77777777" w:rsidR="00B15E99" w:rsidRPr="00EF2F0E" w:rsidRDefault="00B15E99" w:rsidP="00A40339">
            <w:pPr>
              <w:pStyle w:val="TAH"/>
              <w:rPr>
                <w:rFonts w:cs="Arial"/>
              </w:rPr>
            </w:pPr>
            <w:r w:rsidRPr="00EF2F0E">
              <w:rPr>
                <w:rFonts w:cs="Arial"/>
              </w:rPr>
              <w:t>Wanted signal mean power [dBm]</w:t>
            </w:r>
          </w:p>
          <w:p w14:paraId="09850C57" w14:textId="77777777" w:rsidR="00B15E99" w:rsidRPr="00EF2F0E" w:rsidRDefault="00B15E99" w:rsidP="00A40339">
            <w:pPr>
              <w:pStyle w:val="TAH"/>
              <w:rPr>
                <w:rFonts w:cs="Arial"/>
              </w:rPr>
            </w:pPr>
            <w:r w:rsidRPr="00EF2F0E">
              <w:rPr>
                <w:rFonts w:cs="Arial"/>
              </w:rPr>
              <w:t>(NOTE 1)</w:t>
            </w:r>
          </w:p>
        </w:tc>
        <w:tc>
          <w:tcPr>
            <w:tcW w:w="1907" w:type="dxa"/>
            <w:vAlign w:val="center"/>
          </w:tcPr>
          <w:p w14:paraId="09850C58" w14:textId="77777777" w:rsidR="00B15E99" w:rsidRPr="00EF2F0E" w:rsidRDefault="00B15E99" w:rsidP="00A40339">
            <w:pPr>
              <w:pStyle w:val="TAH"/>
              <w:rPr>
                <w:rFonts w:cs="Arial"/>
              </w:rPr>
            </w:pPr>
            <w:r w:rsidRPr="00EF2F0E">
              <w:rPr>
                <w:rFonts w:cs="Arial"/>
              </w:rPr>
              <w:t>Interfering signal mean power [dBm]</w:t>
            </w:r>
          </w:p>
        </w:tc>
        <w:tc>
          <w:tcPr>
            <w:tcW w:w="1907" w:type="dxa"/>
            <w:vAlign w:val="center"/>
          </w:tcPr>
          <w:p w14:paraId="09850C59" w14:textId="77777777" w:rsidR="00B15E99" w:rsidRPr="00EF2F0E" w:rsidRDefault="00B15E99" w:rsidP="00A40339">
            <w:pPr>
              <w:pStyle w:val="TAH"/>
              <w:rPr>
                <w:rFonts w:cs="Arial"/>
              </w:rPr>
            </w:pPr>
            <w:r w:rsidRPr="00EF2F0E">
              <w:rPr>
                <w:rFonts w:cs="Arial"/>
              </w:rPr>
              <w:t xml:space="preserve"> Interfering RB centre frequency offset from the lower/upper </w:t>
            </w:r>
            <w:r w:rsidRPr="00EF2F0E">
              <w:rPr>
                <w:rFonts w:cs="Arial"/>
                <w:i/>
              </w:rPr>
              <w:t>Base Station RF Bandwidth edge</w:t>
            </w:r>
            <w:r w:rsidRPr="00EF2F0E">
              <w:rPr>
                <w:rFonts w:cs="Arial"/>
              </w:rPr>
              <w:t xml:space="preserve"> or sub-block edge inside a </w:t>
            </w:r>
            <w:r w:rsidRPr="00EF2F0E">
              <w:rPr>
                <w:rFonts w:cs="Arial"/>
                <w:i/>
              </w:rPr>
              <w:t>sub-block gap</w:t>
            </w:r>
            <w:r w:rsidRPr="00EF2F0E">
              <w:rPr>
                <w:rFonts w:cs="Arial"/>
              </w:rPr>
              <w:t xml:space="preserve"> [kHz]</w:t>
            </w:r>
          </w:p>
        </w:tc>
        <w:tc>
          <w:tcPr>
            <w:tcW w:w="2503" w:type="dxa"/>
            <w:vAlign w:val="center"/>
          </w:tcPr>
          <w:p w14:paraId="09850C5A" w14:textId="77777777" w:rsidR="00B15E99" w:rsidRPr="00EF2F0E" w:rsidRDefault="00B15E99" w:rsidP="00A40339">
            <w:pPr>
              <w:pStyle w:val="TAH"/>
              <w:rPr>
                <w:rFonts w:cs="Arial"/>
              </w:rPr>
            </w:pPr>
            <w:r w:rsidRPr="00EF2F0E">
              <w:rPr>
                <w:rFonts w:cs="Arial"/>
              </w:rPr>
              <w:t>Type of interfering signal</w:t>
            </w:r>
          </w:p>
        </w:tc>
      </w:tr>
      <w:tr w:rsidR="003401A4" w:rsidRPr="00EF2F0E" w14:paraId="09850C61" w14:textId="77777777" w:rsidTr="00A40339">
        <w:trPr>
          <w:trHeight w:val="88"/>
          <w:jc w:val="center"/>
        </w:trPr>
        <w:tc>
          <w:tcPr>
            <w:tcW w:w="1467" w:type="dxa"/>
            <w:vMerge w:val="restart"/>
            <w:vAlign w:val="center"/>
          </w:tcPr>
          <w:p w14:paraId="09850C5C" w14:textId="77777777" w:rsidR="00B15E99" w:rsidRPr="00EF2F0E" w:rsidRDefault="00B15E99" w:rsidP="00A40339">
            <w:pPr>
              <w:pStyle w:val="TAC"/>
              <w:rPr>
                <w:rFonts w:cs="Arial"/>
              </w:rPr>
            </w:pPr>
            <w:r w:rsidRPr="00EF2F0E">
              <w:rPr>
                <w:rFonts w:cs="Arial"/>
              </w:rPr>
              <w:t>1.4</w:t>
            </w:r>
          </w:p>
        </w:tc>
        <w:tc>
          <w:tcPr>
            <w:tcW w:w="2315" w:type="dxa"/>
            <w:vAlign w:val="center"/>
          </w:tcPr>
          <w:p w14:paraId="09850C5D"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5E" w14:textId="77777777" w:rsidR="00B15E99" w:rsidRPr="00EF2F0E" w:rsidRDefault="00B15E99" w:rsidP="00A40339">
            <w:pPr>
              <w:pStyle w:val="TAC"/>
              <w:rPr>
                <w:rFonts w:cs="Arial"/>
              </w:rPr>
            </w:pPr>
            <w:r w:rsidRPr="00EF2F0E">
              <w:rPr>
                <w:rFonts w:cs="Arial"/>
              </w:rPr>
              <w:t>-47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5F" w14:textId="77777777" w:rsidR="00B15E99" w:rsidRPr="00EF2F0E" w:rsidRDefault="00B15E99" w:rsidP="00A40339">
            <w:pPr>
              <w:pStyle w:val="TAC"/>
              <w:rPr>
                <w:rFonts w:cs="Arial"/>
              </w:rPr>
            </w:pPr>
            <w:r w:rsidRPr="00EF2F0E">
              <w:rPr>
                <w:rFonts w:cs="Arial"/>
              </w:rPr>
              <w:t>±270</w:t>
            </w:r>
          </w:p>
        </w:tc>
        <w:tc>
          <w:tcPr>
            <w:tcW w:w="2503" w:type="dxa"/>
            <w:vMerge w:val="restart"/>
            <w:shd w:val="clear" w:color="auto" w:fill="auto"/>
            <w:vAlign w:val="center"/>
          </w:tcPr>
          <w:p w14:paraId="09850C60" w14:textId="77777777" w:rsidR="00B15E99" w:rsidRPr="00EF2F0E" w:rsidRDefault="00B15E99" w:rsidP="00A40339">
            <w:pPr>
              <w:pStyle w:val="TAC"/>
              <w:rPr>
                <w:rFonts w:cs="Arial"/>
              </w:rPr>
            </w:pPr>
            <w:r w:rsidRPr="00EF2F0E">
              <w:rPr>
                <w:rFonts w:cs="Arial"/>
              </w:rPr>
              <w:t>CW</w:t>
            </w:r>
          </w:p>
        </w:tc>
      </w:tr>
      <w:tr w:rsidR="003401A4" w:rsidRPr="00EF2F0E" w14:paraId="09850C67" w14:textId="77777777" w:rsidTr="00A40339">
        <w:trPr>
          <w:trHeight w:val="87"/>
          <w:jc w:val="center"/>
        </w:trPr>
        <w:tc>
          <w:tcPr>
            <w:tcW w:w="1467" w:type="dxa"/>
            <w:vMerge/>
            <w:vAlign w:val="center"/>
          </w:tcPr>
          <w:p w14:paraId="09850C62" w14:textId="77777777" w:rsidR="00B15E99" w:rsidRPr="00EF2F0E" w:rsidRDefault="00B15E99" w:rsidP="00A40339">
            <w:pPr>
              <w:pStyle w:val="TAC"/>
              <w:rPr>
                <w:rFonts w:cs="Arial"/>
              </w:rPr>
            </w:pPr>
          </w:p>
        </w:tc>
        <w:tc>
          <w:tcPr>
            <w:tcW w:w="2315" w:type="dxa"/>
            <w:vAlign w:val="center"/>
          </w:tcPr>
          <w:p w14:paraId="09850C63"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64" w14:textId="77777777" w:rsidR="00B15E99" w:rsidRPr="00EF2F0E" w:rsidRDefault="00B15E99" w:rsidP="00A40339">
            <w:pPr>
              <w:pStyle w:val="TAC"/>
              <w:rPr>
                <w:rFonts w:cs="Arial"/>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65" w14:textId="77777777" w:rsidR="00B15E99" w:rsidRPr="00EF2F0E" w:rsidRDefault="00B15E99" w:rsidP="00A40339">
            <w:pPr>
              <w:pStyle w:val="TAC"/>
              <w:rPr>
                <w:rFonts w:cs="Arial"/>
              </w:rPr>
            </w:pPr>
          </w:p>
        </w:tc>
        <w:tc>
          <w:tcPr>
            <w:tcW w:w="2503" w:type="dxa"/>
            <w:vMerge/>
            <w:shd w:val="clear" w:color="auto" w:fill="auto"/>
            <w:vAlign w:val="center"/>
          </w:tcPr>
          <w:p w14:paraId="09850C66" w14:textId="77777777" w:rsidR="00B15E99" w:rsidRPr="00EF2F0E" w:rsidRDefault="00B15E99" w:rsidP="00A40339">
            <w:pPr>
              <w:pStyle w:val="TAC"/>
              <w:rPr>
                <w:rFonts w:cs="Arial"/>
              </w:rPr>
            </w:pPr>
          </w:p>
        </w:tc>
      </w:tr>
      <w:tr w:rsidR="003401A4" w:rsidRPr="00377E86" w14:paraId="09850C6D" w14:textId="77777777" w:rsidTr="00A40339">
        <w:trPr>
          <w:trHeight w:val="176"/>
          <w:jc w:val="center"/>
        </w:trPr>
        <w:tc>
          <w:tcPr>
            <w:tcW w:w="1467" w:type="dxa"/>
            <w:vMerge/>
            <w:vAlign w:val="center"/>
          </w:tcPr>
          <w:p w14:paraId="09850C68" w14:textId="77777777" w:rsidR="00B15E99" w:rsidRPr="00EF2F0E" w:rsidRDefault="00B15E99" w:rsidP="00A40339">
            <w:pPr>
              <w:pStyle w:val="TAC"/>
              <w:rPr>
                <w:rFonts w:cs="Arial"/>
              </w:rPr>
            </w:pPr>
          </w:p>
        </w:tc>
        <w:tc>
          <w:tcPr>
            <w:tcW w:w="2315" w:type="dxa"/>
            <w:vAlign w:val="center"/>
          </w:tcPr>
          <w:p w14:paraId="09850C69"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6A" w14:textId="77777777" w:rsidR="00B15E99" w:rsidRPr="00EF2F0E" w:rsidRDefault="00B15E99" w:rsidP="00A40339">
            <w:pPr>
              <w:pStyle w:val="TAC"/>
              <w:rPr>
                <w:rFonts w:cs="Arial"/>
              </w:rPr>
            </w:pPr>
            <w:r w:rsidRPr="00EF2F0E">
              <w:rPr>
                <w:rFonts w:cs="Arial"/>
              </w:rPr>
              <w:t>-47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6B" w14:textId="77777777" w:rsidR="00B15E99" w:rsidRPr="00EF2F0E" w:rsidRDefault="00B15E99" w:rsidP="00A40339">
            <w:pPr>
              <w:pStyle w:val="TAC"/>
              <w:rPr>
                <w:rFonts w:cs="Arial"/>
              </w:rPr>
            </w:pPr>
            <w:r w:rsidRPr="00EF2F0E">
              <w:rPr>
                <w:rFonts w:cs="Arial"/>
              </w:rPr>
              <w:t>±790</w:t>
            </w:r>
          </w:p>
        </w:tc>
        <w:tc>
          <w:tcPr>
            <w:tcW w:w="2503" w:type="dxa"/>
            <w:vMerge w:val="restart"/>
            <w:shd w:val="clear" w:color="auto" w:fill="auto"/>
            <w:vAlign w:val="center"/>
          </w:tcPr>
          <w:p w14:paraId="09850C6C" w14:textId="77777777" w:rsidR="00B15E99" w:rsidRPr="00EF2F0E" w:rsidRDefault="00B15E99" w:rsidP="00A40339">
            <w:pPr>
              <w:pStyle w:val="TAC"/>
              <w:rPr>
                <w:rFonts w:cs="Arial"/>
                <w:lang w:val="sv-SE"/>
              </w:rPr>
            </w:pPr>
            <w:r w:rsidRPr="00EF2F0E">
              <w:rPr>
                <w:rFonts w:cs="Arial"/>
                <w:lang w:val="sv-SE"/>
              </w:rPr>
              <w:t>1.4 MHz E-UTRA signal, 1 RB (NOTE 2)</w:t>
            </w:r>
          </w:p>
        </w:tc>
      </w:tr>
      <w:tr w:rsidR="003401A4" w:rsidRPr="00EF2F0E" w14:paraId="09850C73" w14:textId="77777777" w:rsidTr="00A40339">
        <w:trPr>
          <w:trHeight w:val="175"/>
          <w:jc w:val="center"/>
        </w:trPr>
        <w:tc>
          <w:tcPr>
            <w:tcW w:w="1467" w:type="dxa"/>
            <w:vMerge/>
            <w:vAlign w:val="center"/>
          </w:tcPr>
          <w:p w14:paraId="09850C6E" w14:textId="77777777" w:rsidR="00B15E99" w:rsidRPr="00EF2F0E" w:rsidRDefault="00B15E99" w:rsidP="00A40339">
            <w:pPr>
              <w:pStyle w:val="TAC"/>
              <w:rPr>
                <w:rFonts w:cs="Arial"/>
                <w:lang w:val="sv-SE"/>
              </w:rPr>
            </w:pPr>
          </w:p>
        </w:tc>
        <w:tc>
          <w:tcPr>
            <w:tcW w:w="2315" w:type="dxa"/>
            <w:vAlign w:val="center"/>
          </w:tcPr>
          <w:p w14:paraId="09850C6F"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70" w14:textId="77777777" w:rsidR="00B15E99" w:rsidRPr="00EF2F0E" w:rsidRDefault="00B15E99" w:rsidP="00A40339">
            <w:pPr>
              <w:pStyle w:val="TAC"/>
              <w:rPr>
                <w:rFonts w:cs="Arial"/>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71" w14:textId="77777777" w:rsidR="00B15E99" w:rsidRPr="00EF2F0E" w:rsidRDefault="00B15E99" w:rsidP="00A40339">
            <w:pPr>
              <w:pStyle w:val="TAC"/>
              <w:rPr>
                <w:rFonts w:cs="Arial"/>
              </w:rPr>
            </w:pPr>
          </w:p>
        </w:tc>
        <w:tc>
          <w:tcPr>
            <w:tcW w:w="2503" w:type="dxa"/>
            <w:vMerge/>
            <w:shd w:val="clear" w:color="auto" w:fill="auto"/>
            <w:vAlign w:val="center"/>
          </w:tcPr>
          <w:p w14:paraId="09850C72" w14:textId="77777777" w:rsidR="00B15E99" w:rsidRPr="00EF2F0E" w:rsidRDefault="00B15E99" w:rsidP="00A40339">
            <w:pPr>
              <w:pStyle w:val="TAC"/>
              <w:rPr>
                <w:rFonts w:cs="Arial"/>
              </w:rPr>
            </w:pPr>
          </w:p>
        </w:tc>
      </w:tr>
      <w:tr w:rsidR="003401A4" w:rsidRPr="00EF2F0E" w14:paraId="09850C79" w14:textId="77777777" w:rsidTr="00A40339">
        <w:trPr>
          <w:trHeight w:val="88"/>
          <w:jc w:val="center"/>
        </w:trPr>
        <w:tc>
          <w:tcPr>
            <w:tcW w:w="1467" w:type="dxa"/>
            <w:vMerge w:val="restart"/>
            <w:vAlign w:val="center"/>
          </w:tcPr>
          <w:p w14:paraId="09850C74" w14:textId="77777777" w:rsidR="00B15E99" w:rsidRPr="00EF2F0E" w:rsidRDefault="00B15E99" w:rsidP="00A40339">
            <w:pPr>
              <w:pStyle w:val="TAC"/>
              <w:rPr>
                <w:rFonts w:cs="Arial"/>
              </w:rPr>
            </w:pPr>
            <w:r w:rsidRPr="00EF2F0E">
              <w:rPr>
                <w:rFonts w:cs="Arial"/>
              </w:rPr>
              <w:t>3</w:t>
            </w:r>
          </w:p>
        </w:tc>
        <w:tc>
          <w:tcPr>
            <w:tcW w:w="2315" w:type="dxa"/>
            <w:vAlign w:val="center"/>
          </w:tcPr>
          <w:p w14:paraId="09850C75"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76" w14:textId="77777777" w:rsidR="00B15E99" w:rsidRPr="00EF2F0E" w:rsidRDefault="00B15E99" w:rsidP="00A40339">
            <w:pPr>
              <w:pStyle w:val="TAC"/>
              <w:rPr>
                <w:rFonts w:cs="Arial"/>
              </w:rPr>
            </w:pPr>
            <w:r w:rsidRPr="00EF2F0E">
              <w:rPr>
                <w:rFonts w:cs="Arial"/>
              </w:rPr>
              <w:t>-47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77" w14:textId="77777777" w:rsidR="00B15E99" w:rsidRPr="00EF2F0E" w:rsidRDefault="00B15E99" w:rsidP="00A40339">
            <w:pPr>
              <w:pStyle w:val="TAC"/>
              <w:rPr>
                <w:rFonts w:cs="Arial"/>
              </w:rPr>
            </w:pPr>
            <w:r w:rsidRPr="00EF2F0E">
              <w:rPr>
                <w:rFonts w:cs="Arial"/>
              </w:rPr>
              <w:t>±270</w:t>
            </w:r>
          </w:p>
        </w:tc>
        <w:tc>
          <w:tcPr>
            <w:tcW w:w="2503" w:type="dxa"/>
            <w:vMerge w:val="restart"/>
            <w:shd w:val="clear" w:color="auto" w:fill="auto"/>
            <w:vAlign w:val="center"/>
          </w:tcPr>
          <w:p w14:paraId="09850C78" w14:textId="77777777" w:rsidR="00B15E99" w:rsidRPr="00EF2F0E" w:rsidRDefault="00B15E99" w:rsidP="00A40339">
            <w:pPr>
              <w:pStyle w:val="TAC"/>
              <w:rPr>
                <w:rFonts w:cs="Arial"/>
              </w:rPr>
            </w:pPr>
            <w:r w:rsidRPr="00EF2F0E">
              <w:rPr>
                <w:rFonts w:cs="Arial"/>
              </w:rPr>
              <w:t>CW</w:t>
            </w:r>
          </w:p>
        </w:tc>
      </w:tr>
      <w:tr w:rsidR="003401A4" w:rsidRPr="00EF2F0E" w14:paraId="09850C7F" w14:textId="77777777" w:rsidTr="00A40339">
        <w:trPr>
          <w:trHeight w:val="87"/>
          <w:jc w:val="center"/>
        </w:trPr>
        <w:tc>
          <w:tcPr>
            <w:tcW w:w="1467" w:type="dxa"/>
            <w:vMerge/>
            <w:vAlign w:val="center"/>
          </w:tcPr>
          <w:p w14:paraId="09850C7A" w14:textId="77777777" w:rsidR="00B15E99" w:rsidRPr="00EF2F0E" w:rsidRDefault="00B15E99" w:rsidP="00A40339">
            <w:pPr>
              <w:pStyle w:val="TAC"/>
              <w:rPr>
                <w:rFonts w:cs="Arial"/>
              </w:rPr>
            </w:pPr>
          </w:p>
        </w:tc>
        <w:tc>
          <w:tcPr>
            <w:tcW w:w="2315" w:type="dxa"/>
            <w:vAlign w:val="center"/>
          </w:tcPr>
          <w:p w14:paraId="09850C7B"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7C" w14:textId="77777777" w:rsidR="00B15E99" w:rsidRPr="00EF2F0E" w:rsidRDefault="00B15E99" w:rsidP="00A40339">
            <w:pPr>
              <w:pStyle w:val="TAC"/>
              <w:rPr>
                <w:rFonts w:cs="Arial"/>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7D" w14:textId="77777777" w:rsidR="00B15E99" w:rsidRPr="00EF2F0E" w:rsidRDefault="00B15E99" w:rsidP="00A40339">
            <w:pPr>
              <w:pStyle w:val="TAC"/>
              <w:rPr>
                <w:rFonts w:cs="Arial"/>
              </w:rPr>
            </w:pPr>
          </w:p>
        </w:tc>
        <w:tc>
          <w:tcPr>
            <w:tcW w:w="2503" w:type="dxa"/>
            <w:vMerge/>
            <w:shd w:val="clear" w:color="auto" w:fill="auto"/>
            <w:vAlign w:val="center"/>
          </w:tcPr>
          <w:p w14:paraId="09850C7E" w14:textId="77777777" w:rsidR="00B15E99" w:rsidRPr="00EF2F0E" w:rsidRDefault="00B15E99" w:rsidP="00A40339">
            <w:pPr>
              <w:pStyle w:val="TAC"/>
              <w:rPr>
                <w:rFonts w:cs="Arial"/>
              </w:rPr>
            </w:pPr>
          </w:p>
        </w:tc>
      </w:tr>
      <w:tr w:rsidR="003401A4" w:rsidRPr="00377E86" w14:paraId="09850C85" w14:textId="77777777" w:rsidTr="00A40339">
        <w:trPr>
          <w:trHeight w:val="176"/>
          <w:jc w:val="center"/>
        </w:trPr>
        <w:tc>
          <w:tcPr>
            <w:tcW w:w="1467" w:type="dxa"/>
            <w:vMerge/>
            <w:vAlign w:val="center"/>
          </w:tcPr>
          <w:p w14:paraId="09850C80" w14:textId="77777777" w:rsidR="00B15E99" w:rsidRPr="00EF2F0E" w:rsidRDefault="00B15E99" w:rsidP="00A40339">
            <w:pPr>
              <w:pStyle w:val="TAC"/>
              <w:rPr>
                <w:rFonts w:cs="Arial"/>
              </w:rPr>
            </w:pPr>
          </w:p>
        </w:tc>
        <w:tc>
          <w:tcPr>
            <w:tcW w:w="2315" w:type="dxa"/>
            <w:vAlign w:val="center"/>
          </w:tcPr>
          <w:p w14:paraId="09850C81"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82" w14:textId="77777777" w:rsidR="00B15E99" w:rsidRPr="00EF2F0E" w:rsidRDefault="00B15E99" w:rsidP="00A40339">
            <w:pPr>
              <w:pStyle w:val="TAC"/>
              <w:rPr>
                <w:rFonts w:cs="Arial"/>
              </w:rPr>
            </w:pPr>
            <w:r w:rsidRPr="00EF2F0E">
              <w:rPr>
                <w:rFonts w:cs="Arial"/>
              </w:rPr>
              <w:t>-47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83" w14:textId="77777777" w:rsidR="00B15E99" w:rsidRPr="00EF2F0E" w:rsidRDefault="00B15E99" w:rsidP="00A40339">
            <w:pPr>
              <w:pStyle w:val="TAC"/>
              <w:rPr>
                <w:rFonts w:cs="Arial"/>
              </w:rPr>
            </w:pPr>
            <w:r w:rsidRPr="00EF2F0E">
              <w:rPr>
                <w:rFonts w:cs="Arial"/>
              </w:rPr>
              <w:t>±780</w:t>
            </w:r>
          </w:p>
        </w:tc>
        <w:tc>
          <w:tcPr>
            <w:tcW w:w="2503" w:type="dxa"/>
            <w:vMerge w:val="restart"/>
            <w:shd w:val="clear" w:color="auto" w:fill="auto"/>
            <w:vAlign w:val="center"/>
          </w:tcPr>
          <w:p w14:paraId="09850C84" w14:textId="77777777" w:rsidR="00B15E99" w:rsidRPr="00EF2F0E" w:rsidRDefault="00B15E99" w:rsidP="00A40339">
            <w:pPr>
              <w:pStyle w:val="TAC"/>
              <w:rPr>
                <w:rFonts w:cs="Arial"/>
                <w:lang w:val="sv-SE"/>
              </w:rPr>
            </w:pPr>
            <w:r w:rsidRPr="00EF2F0E">
              <w:rPr>
                <w:rFonts w:cs="Arial"/>
                <w:lang w:val="sv-SE"/>
              </w:rPr>
              <w:t>3.0 MHz E-UTRA signal, 1 RB (NOTE 2)</w:t>
            </w:r>
          </w:p>
        </w:tc>
      </w:tr>
      <w:tr w:rsidR="003401A4" w:rsidRPr="00EF2F0E" w14:paraId="09850C8B" w14:textId="77777777" w:rsidTr="00A40339">
        <w:trPr>
          <w:trHeight w:val="175"/>
          <w:jc w:val="center"/>
        </w:trPr>
        <w:tc>
          <w:tcPr>
            <w:tcW w:w="1467" w:type="dxa"/>
            <w:vMerge/>
            <w:vAlign w:val="center"/>
          </w:tcPr>
          <w:p w14:paraId="09850C86" w14:textId="77777777" w:rsidR="00B15E99" w:rsidRPr="00EF2F0E" w:rsidRDefault="00B15E99" w:rsidP="00A40339">
            <w:pPr>
              <w:pStyle w:val="TAC"/>
              <w:rPr>
                <w:rFonts w:cs="Arial"/>
                <w:lang w:val="sv-SE"/>
              </w:rPr>
            </w:pPr>
          </w:p>
        </w:tc>
        <w:tc>
          <w:tcPr>
            <w:tcW w:w="2315" w:type="dxa"/>
            <w:vAlign w:val="center"/>
          </w:tcPr>
          <w:p w14:paraId="09850C87"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88" w14:textId="77777777" w:rsidR="00B15E99" w:rsidRPr="00EF2F0E" w:rsidRDefault="00B15E99" w:rsidP="00A40339">
            <w:pPr>
              <w:pStyle w:val="TAC"/>
              <w:rPr>
                <w:rFonts w:cs="Arial"/>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89" w14:textId="77777777" w:rsidR="00B15E99" w:rsidRPr="00EF2F0E" w:rsidRDefault="00B15E99" w:rsidP="00A40339">
            <w:pPr>
              <w:pStyle w:val="TAC"/>
              <w:rPr>
                <w:rFonts w:cs="Arial"/>
              </w:rPr>
            </w:pPr>
          </w:p>
        </w:tc>
        <w:tc>
          <w:tcPr>
            <w:tcW w:w="2503" w:type="dxa"/>
            <w:vMerge/>
            <w:shd w:val="clear" w:color="auto" w:fill="auto"/>
            <w:vAlign w:val="center"/>
          </w:tcPr>
          <w:p w14:paraId="09850C8A" w14:textId="77777777" w:rsidR="00B15E99" w:rsidRPr="00EF2F0E" w:rsidRDefault="00B15E99" w:rsidP="00A40339">
            <w:pPr>
              <w:pStyle w:val="TAC"/>
              <w:rPr>
                <w:rFonts w:cs="Arial"/>
              </w:rPr>
            </w:pPr>
          </w:p>
        </w:tc>
      </w:tr>
      <w:tr w:rsidR="003401A4" w:rsidRPr="00EF2F0E" w14:paraId="09850C91" w14:textId="77777777" w:rsidTr="00A40339">
        <w:trPr>
          <w:trHeight w:val="88"/>
          <w:jc w:val="center"/>
        </w:trPr>
        <w:tc>
          <w:tcPr>
            <w:tcW w:w="1467" w:type="dxa"/>
            <w:vMerge w:val="restart"/>
            <w:vAlign w:val="center"/>
          </w:tcPr>
          <w:p w14:paraId="09850C8C" w14:textId="77777777" w:rsidR="00B15E99" w:rsidRPr="00EF2F0E" w:rsidRDefault="00B15E99" w:rsidP="00A40339">
            <w:pPr>
              <w:pStyle w:val="TAC"/>
              <w:rPr>
                <w:rFonts w:cs="Arial"/>
              </w:rPr>
            </w:pPr>
            <w:r w:rsidRPr="00EF2F0E">
              <w:rPr>
                <w:rFonts w:cs="Arial"/>
              </w:rPr>
              <w:t>5</w:t>
            </w:r>
          </w:p>
        </w:tc>
        <w:tc>
          <w:tcPr>
            <w:tcW w:w="2315" w:type="dxa"/>
            <w:vAlign w:val="center"/>
          </w:tcPr>
          <w:p w14:paraId="09850C8D"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8E" w14:textId="77777777" w:rsidR="00B15E99" w:rsidRPr="00EF2F0E" w:rsidRDefault="00B15E99" w:rsidP="00A40339">
            <w:pPr>
              <w:pStyle w:val="TAC"/>
              <w:rPr>
                <w:rFonts w:cs="Arial"/>
              </w:rPr>
            </w:pPr>
            <w:r w:rsidRPr="00EF2F0E">
              <w:rPr>
                <w:rFonts w:cs="Arial"/>
              </w:rPr>
              <w:t>-47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8F" w14:textId="77777777" w:rsidR="00B15E99" w:rsidRPr="00EF2F0E" w:rsidRDefault="00B15E99" w:rsidP="00A40339">
            <w:pPr>
              <w:pStyle w:val="TAC"/>
              <w:rPr>
                <w:rFonts w:cs="Arial"/>
              </w:rPr>
            </w:pPr>
            <w:r w:rsidRPr="00EF2F0E">
              <w:rPr>
                <w:rFonts w:cs="Arial"/>
              </w:rPr>
              <w:t>±360</w:t>
            </w:r>
          </w:p>
        </w:tc>
        <w:tc>
          <w:tcPr>
            <w:tcW w:w="2503" w:type="dxa"/>
            <w:vMerge w:val="restart"/>
            <w:shd w:val="clear" w:color="auto" w:fill="auto"/>
            <w:vAlign w:val="center"/>
          </w:tcPr>
          <w:p w14:paraId="09850C90" w14:textId="77777777" w:rsidR="00B15E99" w:rsidRPr="00EF2F0E" w:rsidRDefault="00B15E99" w:rsidP="00A40339">
            <w:pPr>
              <w:pStyle w:val="TAC"/>
              <w:rPr>
                <w:rFonts w:cs="Arial"/>
              </w:rPr>
            </w:pPr>
            <w:r w:rsidRPr="00EF2F0E">
              <w:rPr>
                <w:rFonts w:cs="Arial"/>
              </w:rPr>
              <w:t>CW</w:t>
            </w:r>
          </w:p>
        </w:tc>
      </w:tr>
      <w:tr w:rsidR="003401A4" w:rsidRPr="00EF2F0E" w14:paraId="09850C97" w14:textId="77777777" w:rsidTr="00A40339">
        <w:trPr>
          <w:trHeight w:val="87"/>
          <w:jc w:val="center"/>
        </w:trPr>
        <w:tc>
          <w:tcPr>
            <w:tcW w:w="1467" w:type="dxa"/>
            <w:vMerge/>
            <w:vAlign w:val="center"/>
          </w:tcPr>
          <w:p w14:paraId="09850C92" w14:textId="77777777" w:rsidR="00B15E99" w:rsidRPr="00EF2F0E" w:rsidRDefault="00B15E99" w:rsidP="00A40339">
            <w:pPr>
              <w:pStyle w:val="TAC"/>
              <w:rPr>
                <w:rFonts w:cs="Arial"/>
              </w:rPr>
            </w:pPr>
          </w:p>
        </w:tc>
        <w:tc>
          <w:tcPr>
            <w:tcW w:w="2315" w:type="dxa"/>
            <w:vAlign w:val="center"/>
          </w:tcPr>
          <w:p w14:paraId="09850C93"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94" w14:textId="77777777" w:rsidR="00B15E99" w:rsidRPr="00EF2F0E" w:rsidRDefault="00B15E99" w:rsidP="00A40339">
            <w:pPr>
              <w:pStyle w:val="TAC"/>
              <w:rPr>
                <w:rFonts w:cs="Arial"/>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95" w14:textId="77777777" w:rsidR="00B15E99" w:rsidRPr="00EF2F0E" w:rsidRDefault="00B15E99" w:rsidP="00A40339">
            <w:pPr>
              <w:pStyle w:val="TAC"/>
              <w:rPr>
                <w:rFonts w:cs="Arial"/>
              </w:rPr>
            </w:pPr>
          </w:p>
        </w:tc>
        <w:tc>
          <w:tcPr>
            <w:tcW w:w="2503" w:type="dxa"/>
            <w:vMerge/>
            <w:shd w:val="clear" w:color="auto" w:fill="auto"/>
            <w:vAlign w:val="center"/>
          </w:tcPr>
          <w:p w14:paraId="09850C96" w14:textId="77777777" w:rsidR="00B15E99" w:rsidRPr="00EF2F0E" w:rsidRDefault="00B15E99" w:rsidP="00A40339">
            <w:pPr>
              <w:pStyle w:val="TAC"/>
              <w:rPr>
                <w:rFonts w:cs="Arial"/>
              </w:rPr>
            </w:pPr>
          </w:p>
        </w:tc>
      </w:tr>
      <w:tr w:rsidR="003401A4" w:rsidRPr="00377E86" w14:paraId="09850C9D" w14:textId="77777777" w:rsidTr="00A40339">
        <w:trPr>
          <w:trHeight w:val="176"/>
          <w:jc w:val="center"/>
        </w:trPr>
        <w:tc>
          <w:tcPr>
            <w:tcW w:w="1467" w:type="dxa"/>
            <w:vMerge/>
            <w:vAlign w:val="center"/>
          </w:tcPr>
          <w:p w14:paraId="09850C98" w14:textId="77777777" w:rsidR="00B15E99" w:rsidRPr="00EF2F0E" w:rsidRDefault="00B15E99" w:rsidP="00A40339">
            <w:pPr>
              <w:pStyle w:val="TAC"/>
              <w:rPr>
                <w:rFonts w:cs="Arial"/>
              </w:rPr>
            </w:pPr>
          </w:p>
        </w:tc>
        <w:tc>
          <w:tcPr>
            <w:tcW w:w="2315" w:type="dxa"/>
            <w:vAlign w:val="center"/>
          </w:tcPr>
          <w:p w14:paraId="09850C99"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9A" w14:textId="77777777" w:rsidR="00B15E99" w:rsidRPr="00EF2F0E" w:rsidRDefault="00B15E99" w:rsidP="00A40339">
            <w:pPr>
              <w:pStyle w:val="TAC"/>
              <w:rPr>
                <w:rFonts w:cs="Arial"/>
              </w:rPr>
            </w:pPr>
            <w:r w:rsidRPr="00EF2F0E">
              <w:rPr>
                <w:rFonts w:cs="Arial"/>
              </w:rPr>
              <w:t>-47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9B" w14:textId="77777777" w:rsidR="00B15E99" w:rsidRPr="00EF2F0E" w:rsidRDefault="00B15E99" w:rsidP="00A40339">
            <w:pPr>
              <w:pStyle w:val="TAC"/>
              <w:rPr>
                <w:rFonts w:cs="Arial"/>
              </w:rPr>
            </w:pPr>
            <w:r w:rsidRPr="00EF2F0E">
              <w:rPr>
                <w:rFonts w:cs="Arial"/>
              </w:rPr>
              <w:t>±1060</w:t>
            </w:r>
          </w:p>
        </w:tc>
        <w:tc>
          <w:tcPr>
            <w:tcW w:w="2503" w:type="dxa"/>
            <w:vMerge w:val="restart"/>
            <w:shd w:val="clear" w:color="auto" w:fill="auto"/>
            <w:vAlign w:val="center"/>
          </w:tcPr>
          <w:p w14:paraId="09850C9C" w14:textId="77777777" w:rsidR="00B15E99" w:rsidRPr="00EF2F0E" w:rsidRDefault="00B15E99" w:rsidP="00A40339">
            <w:pPr>
              <w:pStyle w:val="TAC"/>
              <w:rPr>
                <w:rFonts w:cs="Arial"/>
                <w:lang w:val="sv-SE"/>
              </w:rPr>
            </w:pPr>
            <w:r w:rsidRPr="00EF2F0E">
              <w:rPr>
                <w:rFonts w:cs="Arial"/>
                <w:lang w:val="sv-SE"/>
              </w:rPr>
              <w:t>5 MHz E-UTRA signal, 1 RB (NOTE 2)</w:t>
            </w:r>
          </w:p>
        </w:tc>
      </w:tr>
      <w:tr w:rsidR="003401A4" w:rsidRPr="00EF2F0E" w14:paraId="09850CA3" w14:textId="77777777" w:rsidTr="00A40339">
        <w:trPr>
          <w:trHeight w:val="175"/>
          <w:jc w:val="center"/>
        </w:trPr>
        <w:tc>
          <w:tcPr>
            <w:tcW w:w="1467" w:type="dxa"/>
            <w:vMerge/>
            <w:vAlign w:val="center"/>
          </w:tcPr>
          <w:p w14:paraId="09850C9E" w14:textId="77777777" w:rsidR="00B15E99" w:rsidRPr="00EF2F0E" w:rsidRDefault="00B15E99" w:rsidP="00A40339">
            <w:pPr>
              <w:pStyle w:val="TAC"/>
              <w:rPr>
                <w:rFonts w:cs="Arial"/>
                <w:lang w:val="sv-SE"/>
              </w:rPr>
            </w:pPr>
          </w:p>
        </w:tc>
        <w:tc>
          <w:tcPr>
            <w:tcW w:w="2315" w:type="dxa"/>
            <w:vAlign w:val="center"/>
          </w:tcPr>
          <w:p w14:paraId="09850C9F"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A0" w14:textId="77777777" w:rsidR="00B15E99" w:rsidRPr="00EF2F0E" w:rsidRDefault="00B15E99" w:rsidP="00A40339">
            <w:pPr>
              <w:pStyle w:val="TAC"/>
              <w:rPr>
                <w:rFonts w:cs="Arial"/>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A1" w14:textId="77777777" w:rsidR="00B15E99" w:rsidRPr="00EF2F0E" w:rsidRDefault="00B15E99" w:rsidP="00A40339">
            <w:pPr>
              <w:pStyle w:val="TAC"/>
              <w:rPr>
                <w:rFonts w:cs="Arial"/>
              </w:rPr>
            </w:pPr>
          </w:p>
        </w:tc>
        <w:tc>
          <w:tcPr>
            <w:tcW w:w="2503" w:type="dxa"/>
            <w:vMerge/>
            <w:shd w:val="clear" w:color="auto" w:fill="auto"/>
            <w:vAlign w:val="center"/>
          </w:tcPr>
          <w:p w14:paraId="09850CA2" w14:textId="77777777" w:rsidR="00B15E99" w:rsidRPr="00EF2F0E" w:rsidRDefault="00B15E99" w:rsidP="00A40339">
            <w:pPr>
              <w:pStyle w:val="TAC"/>
              <w:rPr>
                <w:rFonts w:cs="Arial"/>
              </w:rPr>
            </w:pPr>
          </w:p>
        </w:tc>
      </w:tr>
      <w:tr w:rsidR="003401A4" w:rsidRPr="00EF2F0E" w14:paraId="09850CAA" w14:textId="77777777" w:rsidTr="00A40339">
        <w:trPr>
          <w:trHeight w:val="88"/>
          <w:jc w:val="center"/>
        </w:trPr>
        <w:tc>
          <w:tcPr>
            <w:tcW w:w="1467" w:type="dxa"/>
            <w:vMerge w:val="restart"/>
            <w:vAlign w:val="center"/>
          </w:tcPr>
          <w:p w14:paraId="09850CA4" w14:textId="77777777" w:rsidR="00B15E99" w:rsidRPr="00EF2F0E" w:rsidRDefault="00B15E99" w:rsidP="00A40339">
            <w:pPr>
              <w:pStyle w:val="TAC"/>
              <w:rPr>
                <w:rFonts w:cs="Arial"/>
              </w:rPr>
            </w:pPr>
            <w:r w:rsidRPr="00EF2F0E">
              <w:rPr>
                <w:rFonts w:cs="Arial"/>
              </w:rPr>
              <w:t>10</w:t>
            </w:r>
          </w:p>
          <w:p w14:paraId="09850CA5" w14:textId="77777777" w:rsidR="00B15E99" w:rsidRPr="00EF2F0E" w:rsidRDefault="00B15E99" w:rsidP="00A40339">
            <w:pPr>
              <w:pStyle w:val="TAC"/>
              <w:rPr>
                <w:rFonts w:cs="Arial"/>
              </w:rPr>
            </w:pPr>
            <w:r w:rsidRPr="00EF2F0E">
              <w:rPr>
                <w:rFonts w:cs="Arial"/>
              </w:rPr>
              <w:t>(NOTE 3)</w:t>
            </w:r>
          </w:p>
        </w:tc>
        <w:tc>
          <w:tcPr>
            <w:tcW w:w="2315" w:type="dxa"/>
            <w:vAlign w:val="center"/>
          </w:tcPr>
          <w:p w14:paraId="09850CA6"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 </w:t>
            </w:r>
          </w:p>
        </w:tc>
        <w:tc>
          <w:tcPr>
            <w:tcW w:w="1907" w:type="dxa"/>
            <w:vAlign w:val="center"/>
          </w:tcPr>
          <w:p w14:paraId="09850CA7" w14:textId="77777777" w:rsidR="00B15E99" w:rsidRPr="00EF2F0E" w:rsidRDefault="00B15E99" w:rsidP="00A40339">
            <w:pPr>
              <w:pStyle w:val="TAC"/>
              <w:rPr>
                <w:rFonts w:cs="Arial"/>
              </w:rPr>
            </w:pPr>
            <w:r w:rsidRPr="00EF2F0E">
              <w:rPr>
                <w:rFonts w:cs="Arial"/>
              </w:rPr>
              <w:t>-47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A8" w14:textId="77777777" w:rsidR="00B15E99" w:rsidRPr="00EF2F0E" w:rsidRDefault="00B15E99" w:rsidP="00A40339">
            <w:pPr>
              <w:pStyle w:val="TAC"/>
              <w:rPr>
                <w:rFonts w:cs="Arial"/>
              </w:rPr>
            </w:pPr>
            <w:r w:rsidRPr="00EF2F0E">
              <w:rPr>
                <w:rFonts w:cs="Arial"/>
              </w:rPr>
              <w:t>±325</w:t>
            </w:r>
          </w:p>
        </w:tc>
        <w:tc>
          <w:tcPr>
            <w:tcW w:w="2503" w:type="dxa"/>
            <w:vMerge w:val="restart"/>
            <w:shd w:val="clear" w:color="auto" w:fill="auto"/>
            <w:vAlign w:val="center"/>
          </w:tcPr>
          <w:p w14:paraId="09850CA9" w14:textId="77777777" w:rsidR="00B15E99" w:rsidRPr="00EF2F0E" w:rsidRDefault="00B15E99" w:rsidP="00A40339">
            <w:pPr>
              <w:pStyle w:val="TAC"/>
              <w:rPr>
                <w:rFonts w:cs="Arial"/>
              </w:rPr>
            </w:pPr>
            <w:r w:rsidRPr="00EF2F0E">
              <w:rPr>
                <w:rFonts w:cs="Arial"/>
              </w:rPr>
              <w:t>CW</w:t>
            </w:r>
          </w:p>
        </w:tc>
      </w:tr>
      <w:tr w:rsidR="003401A4" w:rsidRPr="00EF2F0E" w14:paraId="09850CB0" w14:textId="77777777" w:rsidTr="00A40339">
        <w:trPr>
          <w:trHeight w:val="87"/>
          <w:jc w:val="center"/>
        </w:trPr>
        <w:tc>
          <w:tcPr>
            <w:tcW w:w="1467" w:type="dxa"/>
            <w:vMerge/>
            <w:vAlign w:val="center"/>
          </w:tcPr>
          <w:p w14:paraId="09850CAB" w14:textId="77777777" w:rsidR="00B15E99" w:rsidRPr="00EF2F0E" w:rsidRDefault="00B15E99" w:rsidP="00A40339">
            <w:pPr>
              <w:pStyle w:val="TAC"/>
              <w:rPr>
                <w:rFonts w:cs="Arial"/>
              </w:rPr>
            </w:pPr>
          </w:p>
        </w:tc>
        <w:tc>
          <w:tcPr>
            <w:tcW w:w="2315" w:type="dxa"/>
            <w:vAlign w:val="center"/>
          </w:tcPr>
          <w:p w14:paraId="09850CAC"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 </w:t>
            </w:r>
          </w:p>
        </w:tc>
        <w:tc>
          <w:tcPr>
            <w:tcW w:w="1907" w:type="dxa"/>
            <w:vAlign w:val="center"/>
          </w:tcPr>
          <w:p w14:paraId="09850CAD" w14:textId="77777777" w:rsidR="00B15E99" w:rsidRPr="00EF2F0E" w:rsidRDefault="00B15E99" w:rsidP="00A40339">
            <w:pPr>
              <w:pStyle w:val="TAC"/>
              <w:rPr>
                <w:rFonts w:cs="Arial"/>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AE" w14:textId="77777777" w:rsidR="00B15E99" w:rsidRPr="00EF2F0E" w:rsidRDefault="00B15E99" w:rsidP="00A40339">
            <w:pPr>
              <w:pStyle w:val="TAC"/>
              <w:rPr>
                <w:rFonts w:cs="Arial"/>
              </w:rPr>
            </w:pPr>
          </w:p>
        </w:tc>
        <w:tc>
          <w:tcPr>
            <w:tcW w:w="2503" w:type="dxa"/>
            <w:vMerge/>
            <w:shd w:val="clear" w:color="auto" w:fill="auto"/>
            <w:vAlign w:val="center"/>
          </w:tcPr>
          <w:p w14:paraId="09850CAF" w14:textId="77777777" w:rsidR="00B15E99" w:rsidRPr="00EF2F0E" w:rsidRDefault="00B15E99" w:rsidP="00A40339">
            <w:pPr>
              <w:pStyle w:val="TAC"/>
              <w:rPr>
                <w:rFonts w:cs="Arial"/>
              </w:rPr>
            </w:pPr>
          </w:p>
        </w:tc>
      </w:tr>
      <w:tr w:rsidR="003401A4" w:rsidRPr="00377E86" w14:paraId="09850CB6" w14:textId="77777777" w:rsidTr="00A40339">
        <w:trPr>
          <w:trHeight w:val="176"/>
          <w:jc w:val="center"/>
        </w:trPr>
        <w:tc>
          <w:tcPr>
            <w:tcW w:w="1467" w:type="dxa"/>
            <w:vMerge/>
            <w:vAlign w:val="center"/>
          </w:tcPr>
          <w:p w14:paraId="09850CB1" w14:textId="77777777" w:rsidR="00B15E99" w:rsidRPr="00EF2F0E" w:rsidRDefault="00B15E99" w:rsidP="00A40339">
            <w:pPr>
              <w:pStyle w:val="TAC"/>
              <w:rPr>
                <w:rFonts w:cs="Arial"/>
              </w:rPr>
            </w:pPr>
          </w:p>
        </w:tc>
        <w:tc>
          <w:tcPr>
            <w:tcW w:w="2315" w:type="dxa"/>
            <w:vAlign w:val="center"/>
          </w:tcPr>
          <w:p w14:paraId="09850CB2"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B3" w14:textId="77777777" w:rsidR="00B15E99" w:rsidRPr="00EF2F0E" w:rsidRDefault="00B15E99" w:rsidP="00A40339">
            <w:pPr>
              <w:pStyle w:val="TAC"/>
              <w:rPr>
                <w:rFonts w:cs="Arial"/>
              </w:rPr>
            </w:pPr>
            <w:r w:rsidRPr="00EF2F0E">
              <w:rPr>
                <w:rFonts w:cs="Arial"/>
              </w:rPr>
              <w:t>-47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B4" w14:textId="77777777" w:rsidR="00B15E99" w:rsidRPr="00EF2F0E" w:rsidRDefault="00B15E99" w:rsidP="00A40339">
            <w:pPr>
              <w:pStyle w:val="TAC"/>
              <w:rPr>
                <w:rFonts w:cs="Arial"/>
              </w:rPr>
            </w:pPr>
            <w:r w:rsidRPr="00EF2F0E">
              <w:rPr>
                <w:rFonts w:cs="Arial"/>
              </w:rPr>
              <w:t>±1240</w:t>
            </w:r>
          </w:p>
        </w:tc>
        <w:tc>
          <w:tcPr>
            <w:tcW w:w="2503" w:type="dxa"/>
            <w:vMerge w:val="restart"/>
            <w:shd w:val="clear" w:color="auto" w:fill="auto"/>
            <w:vAlign w:val="center"/>
          </w:tcPr>
          <w:p w14:paraId="09850CB5" w14:textId="77777777" w:rsidR="00B15E99" w:rsidRPr="00EF2F0E" w:rsidRDefault="00B15E99" w:rsidP="00A40339">
            <w:pPr>
              <w:pStyle w:val="TAC"/>
              <w:rPr>
                <w:rFonts w:cs="Arial"/>
                <w:lang w:val="sv-SE"/>
              </w:rPr>
            </w:pPr>
            <w:r w:rsidRPr="00EF2F0E">
              <w:rPr>
                <w:rFonts w:cs="Arial"/>
                <w:lang w:val="sv-SE"/>
              </w:rPr>
              <w:t>5 MHz E-UTRA signal, 1 RB (NOTE 2)</w:t>
            </w:r>
          </w:p>
        </w:tc>
      </w:tr>
      <w:tr w:rsidR="003401A4" w:rsidRPr="00EF2F0E" w14:paraId="09850CBC" w14:textId="77777777" w:rsidTr="00A40339">
        <w:trPr>
          <w:trHeight w:val="175"/>
          <w:jc w:val="center"/>
        </w:trPr>
        <w:tc>
          <w:tcPr>
            <w:tcW w:w="1467" w:type="dxa"/>
            <w:vMerge/>
            <w:vAlign w:val="center"/>
          </w:tcPr>
          <w:p w14:paraId="09850CB7" w14:textId="77777777" w:rsidR="00B15E99" w:rsidRPr="00EF2F0E" w:rsidRDefault="00B15E99" w:rsidP="00A40339">
            <w:pPr>
              <w:pStyle w:val="TAC"/>
              <w:rPr>
                <w:rFonts w:cs="Arial"/>
                <w:lang w:val="sv-SE"/>
              </w:rPr>
            </w:pPr>
          </w:p>
        </w:tc>
        <w:tc>
          <w:tcPr>
            <w:tcW w:w="2315" w:type="dxa"/>
            <w:vAlign w:val="center"/>
          </w:tcPr>
          <w:p w14:paraId="09850CB8"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B9" w14:textId="77777777" w:rsidR="00B15E99" w:rsidRPr="00EF2F0E" w:rsidRDefault="00B15E99" w:rsidP="00A40339">
            <w:pPr>
              <w:pStyle w:val="TAC"/>
              <w:rPr>
                <w:rFonts w:cs="Arial"/>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BA" w14:textId="77777777" w:rsidR="00B15E99" w:rsidRPr="00EF2F0E" w:rsidRDefault="00B15E99" w:rsidP="00A40339">
            <w:pPr>
              <w:pStyle w:val="TAC"/>
              <w:rPr>
                <w:rFonts w:cs="Arial"/>
              </w:rPr>
            </w:pPr>
          </w:p>
        </w:tc>
        <w:tc>
          <w:tcPr>
            <w:tcW w:w="2503" w:type="dxa"/>
            <w:vMerge/>
            <w:shd w:val="clear" w:color="auto" w:fill="auto"/>
            <w:vAlign w:val="center"/>
          </w:tcPr>
          <w:p w14:paraId="09850CBB" w14:textId="77777777" w:rsidR="00B15E99" w:rsidRPr="00EF2F0E" w:rsidRDefault="00B15E99" w:rsidP="00A40339">
            <w:pPr>
              <w:pStyle w:val="TAC"/>
              <w:rPr>
                <w:rFonts w:cs="Arial"/>
              </w:rPr>
            </w:pPr>
          </w:p>
        </w:tc>
      </w:tr>
      <w:tr w:rsidR="003401A4" w:rsidRPr="00EF2F0E" w14:paraId="09850CC3" w14:textId="77777777" w:rsidTr="00A40339">
        <w:trPr>
          <w:trHeight w:val="88"/>
          <w:jc w:val="center"/>
        </w:trPr>
        <w:tc>
          <w:tcPr>
            <w:tcW w:w="1467" w:type="dxa"/>
            <w:vMerge w:val="restart"/>
            <w:vAlign w:val="center"/>
          </w:tcPr>
          <w:p w14:paraId="09850CBD" w14:textId="77777777" w:rsidR="00B15E99" w:rsidRPr="00EF2F0E" w:rsidRDefault="00B15E99" w:rsidP="00A40339">
            <w:pPr>
              <w:pStyle w:val="TAC"/>
              <w:rPr>
                <w:rFonts w:cs="Arial"/>
              </w:rPr>
            </w:pPr>
            <w:r w:rsidRPr="00EF2F0E">
              <w:rPr>
                <w:rFonts w:cs="Arial"/>
              </w:rPr>
              <w:t>15</w:t>
            </w:r>
          </w:p>
          <w:p w14:paraId="09850CBE" w14:textId="77777777" w:rsidR="00B15E99" w:rsidRPr="00EF2F0E" w:rsidRDefault="00B15E99" w:rsidP="00A40339">
            <w:pPr>
              <w:pStyle w:val="TAC"/>
              <w:rPr>
                <w:rFonts w:cs="Arial"/>
              </w:rPr>
            </w:pPr>
            <w:r w:rsidRPr="00EF2F0E">
              <w:rPr>
                <w:rFonts w:cs="Arial"/>
              </w:rPr>
              <w:t>(NOTE 3)</w:t>
            </w:r>
          </w:p>
        </w:tc>
        <w:tc>
          <w:tcPr>
            <w:tcW w:w="2315" w:type="dxa"/>
            <w:vAlign w:val="center"/>
          </w:tcPr>
          <w:p w14:paraId="09850CBF"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C0" w14:textId="77777777" w:rsidR="00B15E99" w:rsidRPr="00EF2F0E" w:rsidRDefault="00B15E99" w:rsidP="00A40339">
            <w:pPr>
              <w:pStyle w:val="TAC"/>
              <w:rPr>
                <w:rFonts w:cs="Arial"/>
              </w:rPr>
            </w:pPr>
            <w:r w:rsidRPr="00EF2F0E">
              <w:rPr>
                <w:rFonts w:cs="Arial"/>
              </w:rPr>
              <w:t>-47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C1" w14:textId="77777777" w:rsidR="00B15E99" w:rsidRPr="00EF2F0E" w:rsidRDefault="00B15E99" w:rsidP="00A40339">
            <w:pPr>
              <w:pStyle w:val="TAC"/>
              <w:rPr>
                <w:rFonts w:cs="Arial"/>
              </w:rPr>
            </w:pPr>
            <w:r w:rsidRPr="00EF2F0E">
              <w:rPr>
                <w:rFonts w:cs="Arial"/>
              </w:rPr>
              <w:t>±380</w:t>
            </w:r>
          </w:p>
        </w:tc>
        <w:tc>
          <w:tcPr>
            <w:tcW w:w="2503" w:type="dxa"/>
            <w:vMerge w:val="restart"/>
            <w:shd w:val="clear" w:color="auto" w:fill="auto"/>
            <w:vAlign w:val="center"/>
          </w:tcPr>
          <w:p w14:paraId="09850CC2" w14:textId="77777777" w:rsidR="00B15E99" w:rsidRPr="00EF2F0E" w:rsidRDefault="00B15E99" w:rsidP="00A40339">
            <w:pPr>
              <w:pStyle w:val="TAC"/>
              <w:rPr>
                <w:rFonts w:cs="Arial"/>
              </w:rPr>
            </w:pPr>
            <w:r w:rsidRPr="00EF2F0E">
              <w:rPr>
                <w:rFonts w:cs="Arial"/>
              </w:rPr>
              <w:t>CW</w:t>
            </w:r>
          </w:p>
        </w:tc>
      </w:tr>
      <w:tr w:rsidR="003401A4" w:rsidRPr="00EF2F0E" w14:paraId="09850CC9" w14:textId="77777777" w:rsidTr="00A40339">
        <w:trPr>
          <w:trHeight w:val="87"/>
          <w:jc w:val="center"/>
        </w:trPr>
        <w:tc>
          <w:tcPr>
            <w:tcW w:w="1467" w:type="dxa"/>
            <w:vMerge/>
            <w:vAlign w:val="center"/>
          </w:tcPr>
          <w:p w14:paraId="09850CC4" w14:textId="77777777" w:rsidR="00B15E99" w:rsidRPr="00EF2F0E" w:rsidRDefault="00B15E99" w:rsidP="00A40339">
            <w:pPr>
              <w:pStyle w:val="TAC"/>
              <w:rPr>
                <w:rFonts w:cs="Arial"/>
              </w:rPr>
            </w:pPr>
          </w:p>
        </w:tc>
        <w:tc>
          <w:tcPr>
            <w:tcW w:w="2315" w:type="dxa"/>
            <w:vAlign w:val="center"/>
          </w:tcPr>
          <w:p w14:paraId="09850CC5"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C6" w14:textId="77777777" w:rsidR="00B15E99" w:rsidRPr="00EF2F0E" w:rsidRDefault="00B15E99" w:rsidP="00A40339">
            <w:pPr>
              <w:pStyle w:val="TAC"/>
              <w:rPr>
                <w:rFonts w:cs="Arial"/>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C7" w14:textId="77777777" w:rsidR="00B15E99" w:rsidRPr="00EF2F0E" w:rsidRDefault="00B15E99" w:rsidP="00A40339">
            <w:pPr>
              <w:pStyle w:val="TAC"/>
              <w:rPr>
                <w:rFonts w:cs="Arial"/>
              </w:rPr>
            </w:pPr>
          </w:p>
        </w:tc>
        <w:tc>
          <w:tcPr>
            <w:tcW w:w="2503" w:type="dxa"/>
            <w:vMerge/>
            <w:shd w:val="clear" w:color="auto" w:fill="auto"/>
            <w:vAlign w:val="center"/>
          </w:tcPr>
          <w:p w14:paraId="09850CC8" w14:textId="77777777" w:rsidR="00B15E99" w:rsidRPr="00EF2F0E" w:rsidRDefault="00B15E99" w:rsidP="00A40339">
            <w:pPr>
              <w:pStyle w:val="TAC"/>
              <w:rPr>
                <w:rFonts w:cs="Arial"/>
              </w:rPr>
            </w:pPr>
          </w:p>
        </w:tc>
      </w:tr>
      <w:tr w:rsidR="003401A4" w:rsidRPr="00377E86" w14:paraId="09850CCF" w14:textId="77777777" w:rsidTr="00A40339">
        <w:trPr>
          <w:trHeight w:val="176"/>
          <w:jc w:val="center"/>
        </w:trPr>
        <w:tc>
          <w:tcPr>
            <w:tcW w:w="1467" w:type="dxa"/>
            <w:vMerge/>
            <w:vAlign w:val="center"/>
          </w:tcPr>
          <w:p w14:paraId="09850CCA" w14:textId="77777777" w:rsidR="00B15E99" w:rsidRPr="00EF2F0E" w:rsidRDefault="00B15E99" w:rsidP="00A40339">
            <w:pPr>
              <w:pStyle w:val="TAC"/>
              <w:rPr>
                <w:rFonts w:cs="Arial"/>
              </w:rPr>
            </w:pPr>
          </w:p>
        </w:tc>
        <w:tc>
          <w:tcPr>
            <w:tcW w:w="2315" w:type="dxa"/>
            <w:vAlign w:val="center"/>
          </w:tcPr>
          <w:p w14:paraId="09850CCB"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CC" w14:textId="77777777" w:rsidR="00B15E99" w:rsidRPr="00EF2F0E" w:rsidRDefault="00B15E99" w:rsidP="00A40339">
            <w:pPr>
              <w:pStyle w:val="TAC"/>
              <w:rPr>
                <w:rFonts w:cs="Arial"/>
              </w:rPr>
            </w:pPr>
            <w:r w:rsidRPr="00EF2F0E">
              <w:rPr>
                <w:rFonts w:cs="Arial"/>
              </w:rPr>
              <w:t>-47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CD" w14:textId="77777777" w:rsidR="00B15E99" w:rsidRPr="00EF2F0E" w:rsidRDefault="00B15E99" w:rsidP="00A40339">
            <w:pPr>
              <w:pStyle w:val="TAC"/>
              <w:rPr>
                <w:rFonts w:cs="Arial"/>
              </w:rPr>
            </w:pPr>
            <w:r w:rsidRPr="00EF2F0E">
              <w:rPr>
                <w:rFonts w:cs="Arial"/>
              </w:rPr>
              <w:t>±1600</w:t>
            </w:r>
          </w:p>
        </w:tc>
        <w:tc>
          <w:tcPr>
            <w:tcW w:w="2503" w:type="dxa"/>
            <w:vMerge w:val="restart"/>
            <w:shd w:val="clear" w:color="auto" w:fill="auto"/>
            <w:vAlign w:val="center"/>
          </w:tcPr>
          <w:p w14:paraId="09850CCE" w14:textId="77777777" w:rsidR="00B15E99" w:rsidRPr="00EF2F0E" w:rsidRDefault="00B15E99" w:rsidP="00A40339">
            <w:pPr>
              <w:pStyle w:val="TAC"/>
              <w:rPr>
                <w:rFonts w:cs="Arial"/>
                <w:lang w:val="sv-SE"/>
              </w:rPr>
            </w:pPr>
            <w:r w:rsidRPr="00EF2F0E">
              <w:rPr>
                <w:rFonts w:cs="Arial"/>
                <w:lang w:val="sv-SE"/>
              </w:rPr>
              <w:t>5MHz E-UTRA signal, 1 RB (NOTE 2)</w:t>
            </w:r>
          </w:p>
        </w:tc>
      </w:tr>
      <w:tr w:rsidR="003401A4" w:rsidRPr="00EF2F0E" w14:paraId="09850CD5" w14:textId="77777777" w:rsidTr="00A40339">
        <w:trPr>
          <w:trHeight w:val="175"/>
          <w:jc w:val="center"/>
        </w:trPr>
        <w:tc>
          <w:tcPr>
            <w:tcW w:w="1467" w:type="dxa"/>
            <w:vMerge/>
            <w:vAlign w:val="center"/>
          </w:tcPr>
          <w:p w14:paraId="09850CD0" w14:textId="77777777" w:rsidR="00B15E99" w:rsidRPr="00EF2F0E" w:rsidRDefault="00B15E99" w:rsidP="00A40339">
            <w:pPr>
              <w:pStyle w:val="TAC"/>
              <w:rPr>
                <w:rFonts w:cs="Arial"/>
                <w:lang w:val="sv-SE"/>
              </w:rPr>
            </w:pPr>
          </w:p>
        </w:tc>
        <w:tc>
          <w:tcPr>
            <w:tcW w:w="2315" w:type="dxa"/>
            <w:vAlign w:val="center"/>
          </w:tcPr>
          <w:p w14:paraId="09850CD1"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D2" w14:textId="77777777" w:rsidR="00B15E99" w:rsidRPr="00EF2F0E" w:rsidRDefault="00B15E99" w:rsidP="00A40339">
            <w:pPr>
              <w:pStyle w:val="TAC"/>
              <w:rPr>
                <w:rFonts w:cs="Arial"/>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D3" w14:textId="77777777" w:rsidR="00B15E99" w:rsidRPr="00EF2F0E" w:rsidRDefault="00B15E99" w:rsidP="00A40339">
            <w:pPr>
              <w:pStyle w:val="TAC"/>
              <w:rPr>
                <w:rFonts w:cs="Arial"/>
              </w:rPr>
            </w:pPr>
          </w:p>
        </w:tc>
        <w:tc>
          <w:tcPr>
            <w:tcW w:w="2503" w:type="dxa"/>
            <w:vMerge/>
            <w:shd w:val="clear" w:color="auto" w:fill="auto"/>
            <w:vAlign w:val="center"/>
          </w:tcPr>
          <w:p w14:paraId="09850CD4" w14:textId="77777777" w:rsidR="00B15E99" w:rsidRPr="00EF2F0E" w:rsidRDefault="00B15E99" w:rsidP="00A40339">
            <w:pPr>
              <w:pStyle w:val="TAC"/>
              <w:rPr>
                <w:rFonts w:cs="Arial"/>
              </w:rPr>
            </w:pPr>
          </w:p>
        </w:tc>
      </w:tr>
      <w:tr w:rsidR="003401A4" w:rsidRPr="00EF2F0E" w14:paraId="09850CDC" w14:textId="77777777" w:rsidTr="00A40339">
        <w:trPr>
          <w:trHeight w:val="88"/>
          <w:jc w:val="center"/>
        </w:trPr>
        <w:tc>
          <w:tcPr>
            <w:tcW w:w="1467" w:type="dxa"/>
            <w:vMerge w:val="restart"/>
            <w:vAlign w:val="center"/>
          </w:tcPr>
          <w:p w14:paraId="09850CD6" w14:textId="77777777" w:rsidR="00B15E99" w:rsidRPr="00EF2F0E" w:rsidRDefault="00B15E99" w:rsidP="00A40339">
            <w:pPr>
              <w:pStyle w:val="TAC"/>
              <w:rPr>
                <w:rFonts w:cs="Arial"/>
              </w:rPr>
            </w:pPr>
            <w:r w:rsidRPr="00EF2F0E">
              <w:rPr>
                <w:rFonts w:cs="Arial"/>
              </w:rPr>
              <w:t>20</w:t>
            </w:r>
          </w:p>
          <w:p w14:paraId="09850CD7" w14:textId="77777777" w:rsidR="00B15E99" w:rsidRPr="00EF2F0E" w:rsidRDefault="00B15E99" w:rsidP="00A40339">
            <w:pPr>
              <w:pStyle w:val="TAC"/>
              <w:rPr>
                <w:rFonts w:cs="Arial"/>
              </w:rPr>
            </w:pPr>
            <w:r w:rsidRPr="00EF2F0E">
              <w:rPr>
                <w:rFonts w:cs="Arial"/>
              </w:rPr>
              <w:t>(NOTE 3)</w:t>
            </w:r>
          </w:p>
        </w:tc>
        <w:tc>
          <w:tcPr>
            <w:tcW w:w="2315" w:type="dxa"/>
            <w:vAlign w:val="center"/>
          </w:tcPr>
          <w:p w14:paraId="09850CD8"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D9" w14:textId="77777777" w:rsidR="00B15E99" w:rsidRPr="00EF2F0E" w:rsidRDefault="00B15E99" w:rsidP="00A40339">
            <w:pPr>
              <w:pStyle w:val="TAC"/>
              <w:rPr>
                <w:rFonts w:cs="Arial"/>
              </w:rPr>
            </w:pPr>
            <w:r w:rsidRPr="00EF2F0E">
              <w:rPr>
                <w:rFonts w:cs="Arial"/>
              </w:rPr>
              <w:t>-47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DA" w14:textId="77777777" w:rsidR="00B15E99" w:rsidRPr="00EF2F0E" w:rsidRDefault="00B15E99" w:rsidP="00A40339">
            <w:pPr>
              <w:pStyle w:val="TAC"/>
              <w:rPr>
                <w:rFonts w:cs="Arial"/>
              </w:rPr>
            </w:pPr>
            <w:r w:rsidRPr="00EF2F0E">
              <w:rPr>
                <w:rFonts w:cs="Arial"/>
              </w:rPr>
              <w:t>±345</w:t>
            </w:r>
          </w:p>
        </w:tc>
        <w:tc>
          <w:tcPr>
            <w:tcW w:w="2503" w:type="dxa"/>
            <w:vMerge w:val="restart"/>
            <w:shd w:val="clear" w:color="auto" w:fill="auto"/>
            <w:vAlign w:val="center"/>
          </w:tcPr>
          <w:p w14:paraId="09850CDB" w14:textId="77777777" w:rsidR="00B15E99" w:rsidRPr="00EF2F0E" w:rsidRDefault="00B15E99" w:rsidP="00A40339">
            <w:pPr>
              <w:pStyle w:val="TAC"/>
              <w:rPr>
                <w:rFonts w:cs="Arial"/>
              </w:rPr>
            </w:pPr>
            <w:r w:rsidRPr="00EF2F0E">
              <w:rPr>
                <w:rFonts w:cs="Arial"/>
              </w:rPr>
              <w:t>CW</w:t>
            </w:r>
          </w:p>
        </w:tc>
      </w:tr>
      <w:tr w:rsidR="003401A4" w:rsidRPr="00EF2F0E" w14:paraId="09850CE2" w14:textId="77777777" w:rsidTr="00A40339">
        <w:trPr>
          <w:trHeight w:val="87"/>
          <w:jc w:val="center"/>
        </w:trPr>
        <w:tc>
          <w:tcPr>
            <w:tcW w:w="1467" w:type="dxa"/>
            <w:vMerge/>
            <w:vAlign w:val="center"/>
          </w:tcPr>
          <w:p w14:paraId="09850CDD" w14:textId="77777777" w:rsidR="00B15E99" w:rsidRPr="00EF2F0E" w:rsidRDefault="00B15E99" w:rsidP="00A40339">
            <w:pPr>
              <w:pStyle w:val="TAC"/>
              <w:rPr>
                <w:rFonts w:cs="Arial"/>
              </w:rPr>
            </w:pPr>
          </w:p>
        </w:tc>
        <w:tc>
          <w:tcPr>
            <w:tcW w:w="2315" w:type="dxa"/>
            <w:vAlign w:val="center"/>
          </w:tcPr>
          <w:p w14:paraId="09850CDE"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DF" w14:textId="77777777" w:rsidR="00B15E99" w:rsidRPr="00EF2F0E" w:rsidRDefault="00B15E99" w:rsidP="00A40339">
            <w:pPr>
              <w:pStyle w:val="TAC"/>
              <w:rPr>
                <w:rFonts w:cs="Arial"/>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E0" w14:textId="77777777" w:rsidR="00B15E99" w:rsidRPr="00EF2F0E" w:rsidRDefault="00B15E99" w:rsidP="00A40339">
            <w:pPr>
              <w:pStyle w:val="TAC"/>
              <w:rPr>
                <w:rFonts w:cs="Arial"/>
              </w:rPr>
            </w:pPr>
          </w:p>
        </w:tc>
        <w:tc>
          <w:tcPr>
            <w:tcW w:w="2503" w:type="dxa"/>
            <w:vMerge/>
            <w:shd w:val="clear" w:color="auto" w:fill="auto"/>
            <w:vAlign w:val="center"/>
          </w:tcPr>
          <w:p w14:paraId="09850CE1" w14:textId="77777777" w:rsidR="00B15E99" w:rsidRPr="00EF2F0E" w:rsidRDefault="00B15E99" w:rsidP="00A40339">
            <w:pPr>
              <w:pStyle w:val="TAC"/>
              <w:rPr>
                <w:rFonts w:cs="Arial"/>
              </w:rPr>
            </w:pPr>
          </w:p>
        </w:tc>
      </w:tr>
      <w:tr w:rsidR="003401A4" w:rsidRPr="00377E86" w14:paraId="09850CE8" w14:textId="77777777" w:rsidTr="00A40339">
        <w:trPr>
          <w:trHeight w:val="176"/>
          <w:jc w:val="center"/>
        </w:trPr>
        <w:tc>
          <w:tcPr>
            <w:tcW w:w="1467" w:type="dxa"/>
            <w:vMerge/>
            <w:vAlign w:val="center"/>
          </w:tcPr>
          <w:p w14:paraId="09850CE3" w14:textId="77777777" w:rsidR="00B15E99" w:rsidRPr="00EF2F0E" w:rsidRDefault="00B15E99" w:rsidP="00A40339">
            <w:pPr>
              <w:pStyle w:val="TAC"/>
              <w:rPr>
                <w:rFonts w:cs="Arial"/>
              </w:rPr>
            </w:pPr>
          </w:p>
        </w:tc>
        <w:tc>
          <w:tcPr>
            <w:tcW w:w="2315" w:type="dxa"/>
            <w:vAlign w:val="center"/>
          </w:tcPr>
          <w:p w14:paraId="09850CE4" w14:textId="77777777" w:rsidR="00B15E99" w:rsidRPr="00EF2F0E" w:rsidRDefault="00B15E99" w:rsidP="00A40339">
            <w:pPr>
              <w:pStyle w:val="TAC"/>
              <w:rPr>
                <w:rFonts w:cs="Arial"/>
              </w:rPr>
            </w:pPr>
            <w:r w:rsidRPr="00EF2F0E">
              <w:rPr>
                <w:rFonts w:cs="Arial"/>
              </w:rPr>
              <w:t>EIS</w:t>
            </w:r>
            <w:r w:rsidRPr="00EF2F0E">
              <w:rPr>
                <w:rFonts w:cs="Arial"/>
                <w:vertAlign w:val="subscript"/>
              </w:rPr>
              <w:t>REFSENS</w:t>
            </w:r>
            <w:r w:rsidRPr="00EF2F0E">
              <w:rPr>
                <w:rFonts w:cs="Arial"/>
              </w:rPr>
              <w:t xml:space="preserve"> + 6dB</w:t>
            </w:r>
          </w:p>
        </w:tc>
        <w:tc>
          <w:tcPr>
            <w:tcW w:w="1907" w:type="dxa"/>
            <w:vAlign w:val="center"/>
          </w:tcPr>
          <w:p w14:paraId="09850CE5" w14:textId="77777777" w:rsidR="00B15E99" w:rsidRPr="00EF2F0E" w:rsidRDefault="00B15E99" w:rsidP="00A40339">
            <w:pPr>
              <w:pStyle w:val="TAC"/>
              <w:rPr>
                <w:rFonts w:cs="Arial"/>
              </w:rPr>
            </w:pPr>
            <w:r w:rsidRPr="00EF2F0E">
              <w:rPr>
                <w:rFonts w:cs="Arial"/>
              </w:rPr>
              <w:t>-47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OTAREFSENS</w:t>
            </w:r>
          </w:p>
        </w:tc>
        <w:tc>
          <w:tcPr>
            <w:tcW w:w="1907" w:type="dxa"/>
            <w:vMerge w:val="restart"/>
            <w:vAlign w:val="center"/>
          </w:tcPr>
          <w:p w14:paraId="09850CE6" w14:textId="77777777" w:rsidR="00B15E99" w:rsidRPr="00EF2F0E" w:rsidRDefault="00B15E99" w:rsidP="00A40339">
            <w:pPr>
              <w:pStyle w:val="TAC"/>
              <w:rPr>
                <w:rFonts w:cs="Arial"/>
              </w:rPr>
            </w:pPr>
            <w:r w:rsidRPr="00EF2F0E">
              <w:rPr>
                <w:rFonts w:cs="Arial"/>
              </w:rPr>
              <w:t>±1780</w:t>
            </w:r>
          </w:p>
        </w:tc>
        <w:tc>
          <w:tcPr>
            <w:tcW w:w="2503" w:type="dxa"/>
            <w:vMerge w:val="restart"/>
            <w:shd w:val="clear" w:color="auto" w:fill="auto"/>
            <w:vAlign w:val="center"/>
          </w:tcPr>
          <w:p w14:paraId="09850CE7" w14:textId="77777777" w:rsidR="00B15E99" w:rsidRPr="00EF2F0E" w:rsidRDefault="00B15E99" w:rsidP="00A40339">
            <w:pPr>
              <w:pStyle w:val="TAC"/>
              <w:rPr>
                <w:rFonts w:cs="Arial"/>
                <w:lang w:val="sv-SE"/>
              </w:rPr>
            </w:pPr>
            <w:r w:rsidRPr="00EF2F0E">
              <w:rPr>
                <w:rFonts w:cs="Arial"/>
                <w:lang w:val="sv-SE"/>
              </w:rPr>
              <w:t>5MHz E-UTRA signal, 1 RB (NOTE 2)</w:t>
            </w:r>
          </w:p>
        </w:tc>
      </w:tr>
      <w:tr w:rsidR="003401A4" w:rsidRPr="00EF2F0E" w14:paraId="09850CEE" w14:textId="77777777" w:rsidTr="00A40339">
        <w:trPr>
          <w:trHeight w:val="175"/>
          <w:jc w:val="center"/>
        </w:trPr>
        <w:tc>
          <w:tcPr>
            <w:tcW w:w="1467" w:type="dxa"/>
            <w:vMerge/>
            <w:vAlign w:val="center"/>
          </w:tcPr>
          <w:p w14:paraId="09850CE9" w14:textId="77777777" w:rsidR="00B15E99" w:rsidRPr="00EF2F0E" w:rsidRDefault="00B15E99" w:rsidP="00A40339">
            <w:pPr>
              <w:pStyle w:val="TAC"/>
              <w:rPr>
                <w:rFonts w:cs="Arial"/>
                <w:lang w:val="sv-SE"/>
              </w:rPr>
            </w:pPr>
          </w:p>
        </w:tc>
        <w:tc>
          <w:tcPr>
            <w:tcW w:w="2315" w:type="dxa"/>
            <w:vAlign w:val="center"/>
          </w:tcPr>
          <w:p w14:paraId="09850CEA" w14:textId="77777777" w:rsidR="00B15E99" w:rsidRPr="00EF2F0E" w:rsidRDefault="00B15E99" w:rsidP="00A40339">
            <w:pPr>
              <w:pStyle w:val="TAC"/>
              <w:rPr>
                <w:rFonts w:cs="Arial"/>
              </w:rPr>
            </w:pPr>
            <w:r w:rsidRPr="00EF2F0E">
              <w:rPr>
                <w:rFonts w:cs="Arial"/>
                <w:szCs w:val="18"/>
                <w:lang w:eastAsia="ja-JP"/>
              </w:rPr>
              <w:t>EIS</w:t>
            </w:r>
            <w:r w:rsidRPr="00EF2F0E">
              <w:rPr>
                <w:rFonts w:cs="Arial"/>
                <w:szCs w:val="18"/>
                <w:vertAlign w:val="subscript"/>
                <w:lang w:eastAsia="ja-JP"/>
              </w:rPr>
              <w:t>minSENS</w:t>
            </w:r>
            <w:r w:rsidRPr="00EF2F0E">
              <w:rPr>
                <w:rFonts w:cs="Arial"/>
                <w:szCs w:val="18"/>
                <w:lang w:eastAsia="ja-JP"/>
              </w:rPr>
              <w:t xml:space="preserve"> + 6 dB</w:t>
            </w:r>
          </w:p>
        </w:tc>
        <w:tc>
          <w:tcPr>
            <w:tcW w:w="1907" w:type="dxa"/>
            <w:vAlign w:val="center"/>
          </w:tcPr>
          <w:p w14:paraId="09850CEB" w14:textId="77777777" w:rsidR="00B15E99" w:rsidRPr="00EF2F0E" w:rsidRDefault="00B15E99" w:rsidP="00A40339">
            <w:pPr>
              <w:pStyle w:val="TAC"/>
              <w:rPr>
                <w:rFonts w:cs="Arial"/>
              </w:rPr>
            </w:pPr>
            <w:r w:rsidRPr="00EF2F0E">
              <w:rPr>
                <w:rFonts w:cs="Arial"/>
                <w:szCs w:val="18"/>
              </w:rPr>
              <w:t xml:space="preserve">-47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907" w:type="dxa"/>
            <w:vMerge/>
            <w:vAlign w:val="center"/>
          </w:tcPr>
          <w:p w14:paraId="09850CEC" w14:textId="77777777" w:rsidR="00B15E99" w:rsidRPr="00EF2F0E" w:rsidRDefault="00B15E99" w:rsidP="00A40339">
            <w:pPr>
              <w:pStyle w:val="TAC"/>
              <w:rPr>
                <w:rFonts w:cs="Arial"/>
              </w:rPr>
            </w:pPr>
          </w:p>
        </w:tc>
        <w:tc>
          <w:tcPr>
            <w:tcW w:w="2503" w:type="dxa"/>
            <w:vMerge/>
            <w:shd w:val="clear" w:color="auto" w:fill="auto"/>
            <w:vAlign w:val="center"/>
          </w:tcPr>
          <w:p w14:paraId="09850CED" w14:textId="77777777" w:rsidR="00B15E99" w:rsidRPr="00EF2F0E" w:rsidRDefault="00B15E99" w:rsidP="00A40339">
            <w:pPr>
              <w:pStyle w:val="TAC"/>
              <w:rPr>
                <w:rFonts w:cs="Arial"/>
              </w:rPr>
            </w:pPr>
          </w:p>
        </w:tc>
      </w:tr>
      <w:tr w:rsidR="00B15E99" w:rsidRPr="00EF2F0E" w14:paraId="09850CF2" w14:textId="77777777" w:rsidTr="00A40339">
        <w:trPr>
          <w:jc w:val="center"/>
        </w:trPr>
        <w:tc>
          <w:tcPr>
            <w:tcW w:w="10099" w:type="dxa"/>
            <w:gridSpan w:val="5"/>
            <w:vAlign w:val="center"/>
          </w:tcPr>
          <w:p w14:paraId="09850CEF" w14:textId="77777777" w:rsidR="00B15E99" w:rsidRPr="00EF2F0E" w:rsidRDefault="00B15E99" w:rsidP="00A40339">
            <w:pPr>
              <w:pStyle w:val="TAN"/>
              <w:rPr>
                <w:lang w:eastAsia="ja-JP"/>
              </w:rPr>
            </w:pPr>
            <w:r w:rsidRPr="00EF2F0E">
              <w:rPr>
                <w:lang w:eastAsia="ja-JP"/>
              </w:rPr>
              <w:t>NOTE 1:</w:t>
            </w:r>
            <w:r w:rsidRPr="00EF2F0E">
              <w:rPr>
                <w:lang w:eastAsia="ja-JP"/>
              </w:rPr>
              <w:tab/>
              <w:t>EIS</w:t>
            </w:r>
            <w:r w:rsidRPr="00EF2F0E">
              <w:rPr>
                <w:vertAlign w:val="subscript"/>
                <w:lang w:eastAsia="ja-JP"/>
              </w:rPr>
              <w:t>REFSENS</w:t>
            </w:r>
            <w:r w:rsidRPr="00EF2F0E">
              <w:rPr>
                <w:lang w:eastAsia="ja-JP"/>
              </w:rPr>
              <w:t xml:space="preserve"> and EIS</w:t>
            </w:r>
            <w:r w:rsidRPr="00EF2F0E">
              <w:rPr>
                <w:vertAlign w:val="subscript"/>
                <w:lang w:eastAsia="ja-JP"/>
              </w:rPr>
              <w:t>minSENS</w:t>
            </w:r>
            <w:r w:rsidRPr="00EF2F0E">
              <w:rPr>
                <w:lang w:eastAsia="ja-JP"/>
              </w:rPr>
              <w:t xml:space="preserve"> depend on the RAT, the BS class and on the </w:t>
            </w:r>
            <w:r w:rsidRPr="00EF2F0E">
              <w:rPr>
                <w:i/>
                <w:lang w:eastAsia="ja-JP"/>
              </w:rPr>
              <w:t>channel bandwidth</w:t>
            </w:r>
            <w:r w:rsidRPr="00EF2F0E">
              <w:rPr>
                <w:lang w:eastAsia="ja-JP"/>
              </w:rPr>
              <w:t>, see subclauses 10.3 and 10.2.</w:t>
            </w:r>
          </w:p>
          <w:p w14:paraId="09850CF0" w14:textId="77777777" w:rsidR="00B15E99" w:rsidRPr="00EF2F0E" w:rsidRDefault="00B15E99" w:rsidP="00A40339">
            <w:pPr>
              <w:pStyle w:val="TAN"/>
              <w:rPr>
                <w:rFonts w:cs="Arial"/>
              </w:rPr>
            </w:pPr>
            <w:r w:rsidRPr="00EF2F0E">
              <w:rPr>
                <w:rFonts w:cs="Arial"/>
              </w:rPr>
              <w:t>NOTE 2:</w:t>
            </w:r>
            <w:r w:rsidRPr="00EF2F0E">
              <w:rPr>
                <w:rFonts w:cs="Arial"/>
              </w:rPr>
              <w:tab/>
              <w:t xml:space="preserve">Interfering signal consisting of one resource block positioned at the stated offset, the </w:t>
            </w:r>
            <w:r w:rsidRPr="00EF2F0E">
              <w:rPr>
                <w:rFonts w:cs="Arial"/>
                <w:i/>
              </w:rPr>
              <w:t>channel bandwidth</w:t>
            </w:r>
            <w:r w:rsidRPr="00EF2F0E">
              <w:rPr>
                <w:rFonts w:cs="Arial"/>
              </w:rPr>
              <w:t xml:space="preserve"> of the interfering signal is located adjacently to the lower/upper </w:t>
            </w:r>
            <w:r w:rsidRPr="00EF2F0E">
              <w:rPr>
                <w:rFonts w:cs="Arial"/>
                <w:i/>
              </w:rPr>
              <w:t>Base Station RF Bandwidth edge</w:t>
            </w:r>
            <w:r w:rsidRPr="00EF2F0E">
              <w:rPr>
                <w:rFonts w:cs="Arial"/>
              </w:rPr>
              <w:t>.</w:t>
            </w:r>
          </w:p>
          <w:p w14:paraId="09850CF1" w14:textId="77777777" w:rsidR="00B15E99" w:rsidRPr="00EF2F0E" w:rsidRDefault="00B15E99" w:rsidP="00A40339">
            <w:pPr>
              <w:pStyle w:val="TAN"/>
              <w:rPr>
                <w:rFonts w:cs="Arial"/>
              </w:rPr>
            </w:pPr>
            <w:r w:rsidRPr="00EF2F0E">
              <w:rPr>
                <w:rFonts w:cs="Arial"/>
              </w:rPr>
              <w:t>NOTE 3:</w:t>
            </w:r>
            <w:r w:rsidRPr="00EF2F0E">
              <w:rPr>
                <w:rFonts w:cs="Arial"/>
              </w:rPr>
              <w:tab/>
              <w:t>This requirement shall apply only for a FRC A1-3 mapped to the frequency range at the channel edge adjacent to the interfering signals</w:t>
            </w:r>
          </w:p>
        </w:tc>
      </w:tr>
    </w:tbl>
    <w:p w14:paraId="09850CF3" w14:textId="77777777" w:rsidR="00B15E99" w:rsidRPr="00EF2F0E" w:rsidRDefault="00B15E99" w:rsidP="00A40339">
      <w:pPr>
        <w:rPr>
          <w:lang w:eastAsia="en-GB"/>
        </w:rPr>
      </w:pPr>
    </w:p>
    <w:p w14:paraId="09850CF4" w14:textId="77777777" w:rsidR="00B15E99" w:rsidRPr="00EF2F0E" w:rsidRDefault="00B15E99" w:rsidP="00A40339">
      <w:pPr>
        <w:pStyle w:val="Heading2"/>
      </w:pPr>
      <w:bookmarkStart w:id="5505" w:name="_Toc21096187"/>
      <w:bookmarkStart w:id="5506" w:name="_Toc29763386"/>
      <w:bookmarkStart w:id="5507" w:name="_Toc45869671"/>
      <w:bookmarkStart w:id="5508" w:name="_Toc52554924"/>
      <w:bookmarkStart w:id="5509" w:name="_Toc52555394"/>
      <w:bookmarkStart w:id="5510" w:name="_Toc61112626"/>
      <w:bookmarkStart w:id="5511" w:name="_Toc67911778"/>
      <w:bookmarkStart w:id="5512" w:name="_Toc74843253"/>
      <w:bookmarkStart w:id="5513" w:name="_Toc76503636"/>
      <w:bookmarkStart w:id="5514" w:name="_Toc83041079"/>
      <w:bookmarkStart w:id="5515" w:name="_Toc89852122"/>
      <w:bookmarkStart w:id="5516" w:name="_Toc98676476"/>
      <w:r w:rsidRPr="00EF2F0E">
        <w:t>10.9</w:t>
      </w:r>
      <w:r w:rsidRPr="00EF2F0E">
        <w:tab/>
        <w:t>OTA In-channel selectivity</w:t>
      </w:r>
      <w:bookmarkEnd w:id="5505"/>
      <w:bookmarkEnd w:id="5506"/>
      <w:bookmarkEnd w:id="5507"/>
      <w:bookmarkEnd w:id="5508"/>
      <w:bookmarkEnd w:id="5509"/>
      <w:bookmarkEnd w:id="5510"/>
      <w:bookmarkEnd w:id="5511"/>
      <w:bookmarkEnd w:id="5512"/>
      <w:bookmarkEnd w:id="5513"/>
      <w:bookmarkEnd w:id="5514"/>
      <w:bookmarkEnd w:id="5515"/>
      <w:bookmarkEnd w:id="5516"/>
    </w:p>
    <w:p w14:paraId="09850CF5" w14:textId="77777777" w:rsidR="00B15E99" w:rsidRPr="00EF2F0E" w:rsidRDefault="00B15E99" w:rsidP="00A40339">
      <w:pPr>
        <w:pStyle w:val="Heading3"/>
        <w:ind w:left="0" w:firstLine="0"/>
      </w:pPr>
      <w:bookmarkStart w:id="5517" w:name="_Toc21096188"/>
      <w:bookmarkStart w:id="5518" w:name="_Toc29763387"/>
      <w:bookmarkStart w:id="5519" w:name="_Toc45869672"/>
      <w:bookmarkStart w:id="5520" w:name="_Toc52554925"/>
      <w:bookmarkStart w:id="5521" w:name="_Toc52555395"/>
      <w:bookmarkStart w:id="5522" w:name="_Toc61112627"/>
      <w:bookmarkStart w:id="5523" w:name="_Toc67911779"/>
      <w:bookmarkStart w:id="5524" w:name="_Toc74843254"/>
      <w:bookmarkStart w:id="5525" w:name="_Toc76503637"/>
      <w:bookmarkStart w:id="5526" w:name="_Toc83041080"/>
      <w:bookmarkStart w:id="5527" w:name="_Toc89852123"/>
      <w:bookmarkStart w:id="5528" w:name="_Toc98676477"/>
      <w:r w:rsidRPr="00EF2F0E">
        <w:t>10.9.1</w:t>
      </w:r>
      <w:r w:rsidRPr="00EF2F0E">
        <w:tab/>
        <w:t>General</w:t>
      </w:r>
      <w:bookmarkEnd w:id="5517"/>
      <w:bookmarkEnd w:id="5518"/>
      <w:bookmarkEnd w:id="5519"/>
      <w:bookmarkEnd w:id="5520"/>
      <w:bookmarkEnd w:id="5521"/>
      <w:bookmarkEnd w:id="5522"/>
      <w:bookmarkEnd w:id="5523"/>
      <w:bookmarkEnd w:id="5524"/>
      <w:bookmarkEnd w:id="5525"/>
      <w:bookmarkEnd w:id="5526"/>
      <w:bookmarkEnd w:id="5527"/>
      <w:bookmarkEnd w:id="5528"/>
    </w:p>
    <w:p w14:paraId="09850CF6" w14:textId="77777777" w:rsidR="00B15E99" w:rsidRPr="00EF2F0E" w:rsidRDefault="00B15E99" w:rsidP="00A40339">
      <w:pPr>
        <w:rPr>
          <w:rFonts w:cs="v5.0.0"/>
        </w:rPr>
      </w:pPr>
      <w:r w:rsidRPr="00EF2F0E">
        <w:rPr>
          <w:rFonts w:cs="v5.0.0"/>
        </w:rPr>
        <w:t>In-channel selectivity (ICS) is a measure of the receiver unit ability to receive a wanted signal at its assigned resource block locations in the presence of an interfering signal received at a larger power spectral density.</w:t>
      </w:r>
      <w:r w:rsidRPr="00EF2F0E">
        <w:t xml:space="preserve"> In this condition a throughput requirement shall be met for a specified reference measurement channel</w:t>
      </w:r>
      <w:r w:rsidRPr="00EF2F0E">
        <w:rPr>
          <w:rFonts w:cs="v5.0.0"/>
        </w:rPr>
        <w:t xml:space="preserve">. </w:t>
      </w:r>
    </w:p>
    <w:p w14:paraId="09850CF7" w14:textId="77777777" w:rsidR="00B15E99" w:rsidRPr="00EF2F0E" w:rsidRDefault="00B15E99" w:rsidP="00A40339">
      <w:r w:rsidRPr="00EF2F0E">
        <w:t xml:space="preserve">The requirement applies at the RIB when the AoA of the incident wave of a received signal and the interfering signal are from the same direction and are within the </w:t>
      </w:r>
      <w:r w:rsidRPr="00EF2F0E">
        <w:rPr>
          <w:i/>
        </w:rPr>
        <w:t>minSENS RoAoA</w:t>
      </w:r>
      <w:r w:rsidRPr="00EF2F0E">
        <w:t>.</w:t>
      </w:r>
    </w:p>
    <w:p w14:paraId="09850CF8" w14:textId="77777777" w:rsidR="00B15E99" w:rsidRPr="00EF2F0E" w:rsidRDefault="00B15E99" w:rsidP="00A40339">
      <w:r w:rsidRPr="00EF2F0E">
        <w:t xml:space="preserve">The wanted and interfering signals apply to </w:t>
      </w:r>
      <w:r w:rsidR="005933C1" w:rsidRPr="00EF2F0E">
        <w:t>each</w:t>
      </w:r>
      <w:r w:rsidRPr="00EF2F0E">
        <w:t xml:space="preserve"> supported polarization, under the assumption of </w:t>
      </w:r>
      <w:r w:rsidRPr="00EF2F0E">
        <w:rPr>
          <w:i/>
        </w:rPr>
        <w:t>polarization match</w:t>
      </w:r>
      <w:r w:rsidRPr="00EF2F0E">
        <w:t xml:space="preserve">. </w:t>
      </w:r>
    </w:p>
    <w:p w14:paraId="09850CF9" w14:textId="77777777" w:rsidR="00B15E99" w:rsidRPr="00EF2F0E" w:rsidRDefault="00B15E99" w:rsidP="00A40339">
      <w:pPr>
        <w:pStyle w:val="Heading3"/>
        <w:ind w:left="0" w:firstLine="0"/>
      </w:pPr>
      <w:bookmarkStart w:id="5529" w:name="_Toc21096189"/>
      <w:bookmarkStart w:id="5530" w:name="_Toc29763388"/>
      <w:bookmarkStart w:id="5531" w:name="_Toc45869673"/>
      <w:bookmarkStart w:id="5532" w:name="_Toc52554926"/>
      <w:bookmarkStart w:id="5533" w:name="_Toc52555396"/>
      <w:bookmarkStart w:id="5534" w:name="_Toc61112628"/>
      <w:bookmarkStart w:id="5535" w:name="_Toc67911780"/>
      <w:bookmarkStart w:id="5536" w:name="_Toc74843255"/>
      <w:bookmarkStart w:id="5537" w:name="_Toc76503638"/>
      <w:bookmarkStart w:id="5538" w:name="_Toc83041081"/>
      <w:bookmarkStart w:id="5539" w:name="_Toc89852124"/>
      <w:bookmarkStart w:id="5540" w:name="_Toc98676478"/>
      <w:r w:rsidRPr="00EF2F0E">
        <w:t>10.9.2</w:t>
      </w:r>
      <w:r w:rsidRPr="00EF2F0E">
        <w:tab/>
        <w:t>Minimum requirement for MSR operation</w:t>
      </w:r>
      <w:bookmarkEnd w:id="5529"/>
      <w:bookmarkEnd w:id="5530"/>
      <w:bookmarkEnd w:id="5531"/>
      <w:bookmarkEnd w:id="5532"/>
      <w:bookmarkEnd w:id="5533"/>
      <w:bookmarkEnd w:id="5534"/>
      <w:bookmarkEnd w:id="5535"/>
      <w:bookmarkEnd w:id="5536"/>
      <w:bookmarkEnd w:id="5537"/>
      <w:bookmarkEnd w:id="5538"/>
      <w:bookmarkEnd w:id="5539"/>
      <w:bookmarkEnd w:id="5540"/>
    </w:p>
    <w:p w14:paraId="09850CFA" w14:textId="77777777" w:rsidR="00B15E99" w:rsidRPr="00EF2F0E" w:rsidRDefault="00B15E99" w:rsidP="00A40339">
      <w:r w:rsidRPr="00EF2F0E">
        <w:t>For E-UTRA, the minimum requirement for in-channel selectivity is specified in subclause 10.9.4.</w:t>
      </w:r>
    </w:p>
    <w:p w14:paraId="09850CFB" w14:textId="77777777" w:rsidR="00B15E99" w:rsidRPr="00EF2F0E" w:rsidRDefault="00B15E99" w:rsidP="00A40339">
      <w:r w:rsidRPr="00EF2F0E">
        <w:t xml:space="preserve">For NR, the minimum requirement for in channel selecitivity is the same as that specified for </w:t>
      </w:r>
      <w:r w:rsidRPr="00EF2F0E">
        <w:rPr>
          <w:i/>
        </w:rPr>
        <w:t>BS type 1-O</w:t>
      </w:r>
      <w:r w:rsidRPr="00EF2F0E">
        <w:t xml:space="preserve"> in 3GPP TS 38.104 [28] in subclause 10.9.2</w:t>
      </w:r>
    </w:p>
    <w:p w14:paraId="09850CFC" w14:textId="77777777" w:rsidR="00B15E99" w:rsidRPr="00EF2F0E" w:rsidRDefault="00B15E99" w:rsidP="00A40339">
      <w:pPr>
        <w:rPr>
          <w:lang w:eastAsia="zh-CN"/>
        </w:rPr>
      </w:pPr>
      <w:r w:rsidRPr="00EF2F0E">
        <w:rPr>
          <w:lang w:eastAsia="zh-CN"/>
        </w:rPr>
        <w:t>This requirement is not applicable for UTRA operation.</w:t>
      </w:r>
    </w:p>
    <w:p w14:paraId="09850CFD" w14:textId="77777777" w:rsidR="00B15E99" w:rsidRPr="00EF2F0E" w:rsidRDefault="00B15E99" w:rsidP="00A40339">
      <w:pPr>
        <w:pStyle w:val="Heading3"/>
        <w:ind w:left="0" w:firstLine="0"/>
      </w:pPr>
      <w:bookmarkStart w:id="5541" w:name="_Toc21096190"/>
      <w:bookmarkStart w:id="5542" w:name="_Toc29763389"/>
      <w:bookmarkStart w:id="5543" w:name="_Toc45869674"/>
      <w:bookmarkStart w:id="5544" w:name="_Toc52554927"/>
      <w:bookmarkStart w:id="5545" w:name="_Toc52555397"/>
      <w:bookmarkStart w:id="5546" w:name="_Toc61112629"/>
      <w:bookmarkStart w:id="5547" w:name="_Toc67911781"/>
      <w:bookmarkStart w:id="5548" w:name="_Toc74843256"/>
      <w:bookmarkStart w:id="5549" w:name="_Toc76503639"/>
      <w:bookmarkStart w:id="5550" w:name="_Toc83041082"/>
      <w:bookmarkStart w:id="5551" w:name="_Toc89852125"/>
      <w:bookmarkStart w:id="5552" w:name="_Toc98676479"/>
      <w:r w:rsidRPr="00EF2F0E">
        <w:t>10.9.3</w:t>
      </w:r>
      <w:r w:rsidRPr="00EF2F0E">
        <w:tab/>
        <w:t>Minimum requirement for single RAT UTRA operation</w:t>
      </w:r>
      <w:bookmarkEnd w:id="5541"/>
      <w:bookmarkEnd w:id="5542"/>
      <w:bookmarkEnd w:id="5543"/>
      <w:bookmarkEnd w:id="5544"/>
      <w:bookmarkEnd w:id="5545"/>
      <w:bookmarkEnd w:id="5546"/>
      <w:bookmarkEnd w:id="5547"/>
      <w:bookmarkEnd w:id="5548"/>
      <w:bookmarkEnd w:id="5549"/>
      <w:bookmarkEnd w:id="5550"/>
      <w:bookmarkEnd w:id="5551"/>
      <w:bookmarkEnd w:id="5552"/>
    </w:p>
    <w:p w14:paraId="09850CFE" w14:textId="77777777" w:rsidR="00B15E99" w:rsidRPr="00EF2F0E" w:rsidRDefault="00B15E99" w:rsidP="00A40339">
      <w:pPr>
        <w:rPr>
          <w:lang w:eastAsia="zh-CN"/>
        </w:rPr>
      </w:pPr>
      <w:r w:rsidRPr="00EF2F0E">
        <w:rPr>
          <w:lang w:eastAsia="zh-CN"/>
        </w:rPr>
        <w:t>This requirement is not applicable for UTRA BS.</w:t>
      </w:r>
    </w:p>
    <w:p w14:paraId="09850CFF" w14:textId="77777777" w:rsidR="00B15E99" w:rsidRPr="00EF2F0E" w:rsidRDefault="00B15E99" w:rsidP="00A40339">
      <w:pPr>
        <w:pStyle w:val="Heading3"/>
        <w:ind w:left="0" w:firstLine="0"/>
      </w:pPr>
      <w:bookmarkStart w:id="5553" w:name="_Toc21096191"/>
      <w:bookmarkStart w:id="5554" w:name="_Toc29763390"/>
      <w:bookmarkStart w:id="5555" w:name="_Toc45869675"/>
      <w:bookmarkStart w:id="5556" w:name="_Toc52554928"/>
      <w:bookmarkStart w:id="5557" w:name="_Toc52555398"/>
      <w:bookmarkStart w:id="5558" w:name="_Toc61112630"/>
      <w:bookmarkStart w:id="5559" w:name="_Toc67911782"/>
      <w:bookmarkStart w:id="5560" w:name="_Toc74843257"/>
      <w:bookmarkStart w:id="5561" w:name="_Toc76503640"/>
      <w:bookmarkStart w:id="5562" w:name="_Toc83041083"/>
      <w:bookmarkStart w:id="5563" w:name="_Toc89852126"/>
      <w:bookmarkStart w:id="5564" w:name="_Toc98676480"/>
      <w:r w:rsidRPr="00EF2F0E">
        <w:t>10.9.4</w:t>
      </w:r>
      <w:r w:rsidRPr="00EF2F0E">
        <w:tab/>
        <w:t>Minimum requirement for single RAT E- UTRA operation</w:t>
      </w:r>
      <w:bookmarkEnd w:id="5553"/>
      <w:bookmarkEnd w:id="5554"/>
      <w:bookmarkEnd w:id="5555"/>
      <w:bookmarkEnd w:id="5556"/>
      <w:bookmarkEnd w:id="5557"/>
      <w:bookmarkEnd w:id="5558"/>
      <w:bookmarkEnd w:id="5559"/>
      <w:bookmarkEnd w:id="5560"/>
      <w:bookmarkEnd w:id="5561"/>
      <w:bookmarkEnd w:id="5562"/>
      <w:bookmarkEnd w:id="5563"/>
      <w:bookmarkEnd w:id="5564"/>
    </w:p>
    <w:p w14:paraId="09850D00" w14:textId="77777777" w:rsidR="00B15E99" w:rsidRPr="00EF2F0E" w:rsidRDefault="00B15E99" w:rsidP="00A40339">
      <w:pPr>
        <w:keepNext/>
        <w:rPr>
          <w:rFonts w:cs="v5.0.0"/>
        </w:rPr>
      </w:pPr>
      <w:r w:rsidRPr="00EF2F0E">
        <w:rPr>
          <w:rFonts w:cs="v5.0.0"/>
        </w:rPr>
        <w:t xml:space="preserve">For E-UTRA, the </w:t>
      </w:r>
      <w:r w:rsidRPr="00EF2F0E">
        <w:t xml:space="preserve">throughput shall be ≥ 95% of the </w:t>
      </w:r>
      <w:r w:rsidRPr="00EF2F0E">
        <w:rPr>
          <w:i/>
        </w:rPr>
        <w:t>maximum throughput</w:t>
      </w:r>
      <w:r w:rsidRPr="00EF2F0E">
        <w:t xml:space="preserve"> of </w:t>
      </w:r>
      <w:r w:rsidRPr="00EF2F0E">
        <w:rPr>
          <w:rFonts w:cs="v5.0.0"/>
        </w:rPr>
        <w:t>the reference measurement channel as specified in 3GPP 36.104 [8] Annex A with parameters specified in table 10.9.4-1</w:t>
      </w:r>
      <w:r w:rsidRPr="00EF2F0E">
        <w:rPr>
          <w:rFonts w:cs="v5.0.0"/>
          <w:lang w:eastAsia="zh-CN"/>
        </w:rPr>
        <w:t xml:space="preserve"> for Wide Area BS, in table </w:t>
      </w:r>
      <w:r w:rsidRPr="00EF2F0E">
        <w:rPr>
          <w:rFonts w:cs="v5.0.0"/>
        </w:rPr>
        <w:t>10.9.4</w:t>
      </w:r>
      <w:r w:rsidRPr="00EF2F0E">
        <w:rPr>
          <w:rFonts w:cs="v5.0.0"/>
          <w:lang w:eastAsia="zh-CN"/>
        </w:rPr>
        <w:t xml:space="preserve">-2 for Local Area BS and in table </w:t>
      </w:r>
      <w:r w:rsidRPr="00EF2F0E">
        <w:rPr>
          <w:rFonts w:cs="v5.0.0"/>
        </w:rPr>
        <w:t>10.9.4</w:t>
      </w:r>
      <w:r w:rsidRPr="00EF2F0E">
        <w:rPr>
          <w:rFonts w:cs="v5.0.0"/>
          <w:lang w:eastAsia="zh-CN"/>
        </w:rPr>
        <w:t>-3 for Medium Range BS</w:t>
      </w:r>
      <w:r w:rsidRPr="00EF2F0E">
        <w:rPr>
          <w:rFonts w:cs="v5.0.0"/>
        </w:rPr>
        <w:t xml:space="preserve">. </w:t>
      </w:r>
    </w:p>
    <w:p w14:paraId="09850D01" w14:textId="77777777" w:rsidR="00B15E99" w:rsidRPr="00EF2F0E" w:rsidRDefault="00B15E99" w:rsidP="00A40339">
      <w:r w:rsidRPr="00EF2F0E">
        <w:t xml:space="preserve">The OTA levels are applied referenced to </w:t>
      </w:r>
      <w:r w:rsidRPr="00EF2F0E">
        <w:rPr>
          <w:rFonts w:cs="Arial"/>
        </w:rPr>
        <w:t>Δ</w:t>
      </w:r>
      <w:r w:rsidRPr="00EF2F0E">
        <w:rPr>
          <w:rFonts w:cs="Arial"/>
          <w:vertAlign w:val="subscript"/>
        </w:rPr>
        <w:t>minSENS</w:t>
      </w:r>
      <w:r w:rsidRPr="00EF2F0E">
        <w:rPr>
          <w:rFonts w:cs="Arial"/>
        </w:rPr>
        <w:t>.</w:t>
      </w:r>
    </w:p>
    <w:p w14:paraId="09850D02" w14:textId="77777777" w:rsidR="00B15E99" w:rsidRPr="00EF2F0E" w:rsidRDefault="00B15E99" w:rsidP="007853C3">
      <w:pPr>
        <w:pStyle w:val="TH"/>
      </w:pPr>
      <w:r w:rsidRPr="00EF2F0E">
        <w:t xml:space="preserve">Table </w:t>
      </w:r>
      <w:r w:rsidRPr="00EF2F0E">
        <w:rPr>
          <w:rFonts w:cs="v5.0.0"/>
        </w:rPr>
        <w:t>10.9.4</w:t>
      </w:r>
      <w:r w:rsidRPr="00EF2F0E">
        <w:t xml:space="preserve">-1 </w:t>
      </w:r>
      <w:r w:rsidRPr="00EF2F0E">
        <w:rPr>
          <w:lang w:eastAsia="zh-CN"/>
        </w:rPr>
        <w:t xml:space="preserve">Wide Area </w:t>
      </w:r>
      <w:r w:rsidRPr="00EF2F0E">
        <w:t>BS in-channel selectivity for E-UTRA</w:t>
      </w:r>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7"/>
        <w:gridCol w:w="2127"/>
        <w:gridCol w:w="1684"/>
        <w:gridCol w:w="1576"/>
        <w:gridCol w:w="2866"/>
      </w:tblGrid>
      <w:tr w:rsidR="003401A4" w:rsidRPr="00EF2F0E" w14:paraId="09850D09" w14:textId="77777777" w:rsidTr="00A40339">
        <w:trPr>
          <w:jc w:val="center"/>
        </w:trPr>
        <w:tc>
          <w:tcPr>
            <w:tcW w:w="1337" w:type="dxa"/>
            <w:vAlign w:val="center"/>
          </w:tcPr>
          <w:p w14:paraId="09850D03" w14:textId="77777777" w:rsidR="00B15E99" w:rsidRPr="00EF2F0E" w:rsidRDefault="00B15E99" w:rsidP="00A40339">
            <w:pPr>
              <w:pStyle w:val="TAH"/>
              <w:rPr>
                <w:rFonts w:cs="Arial"/>
                <w:lang w:val="sv-SE"/>
              </w:rPr>
            </w:pPr>
            <w:r w:rsidRPr="00EF2F0E">
              <w:rPr>
                <w:rFonts w:cs="Arial"/>
                <w:lang w:val="sv-SE"/>
              </w:rPr>
              <w:t>E-UTRA</w:t>
            </w:r>
          </w:p>
          <w:p w14:paraId="09850D04" w14:textId="77777777" w:rsidR="00B15E99" w:rsidRPr="00EF2F0E" w:rsidRDefault="00B15E99" w:rsidP="00A40339">
            <w:pPr>
              <w:pStyle w:val="TAH"/>
              <w:rPr>
                <w:rFonts w:cs="Arial"/>
                <w:lang w:val="sv-SE"/>
              </w:rPr>
            </w:pPr>
            <w:r w:rsidRPr="00EF2F0E">
              <w:rPr>
                <w:rFonts w:cs="Arial"/>
                <w:i/>
                <w:lang w:val="sv-SE"/>
              </w:rPr>
              <w:t>channel bandwidth</w:t>
            </w:r>
            <w:r w:rsidRPr="00EF2F0E">
              <w:rPr>
                <w:rFonts w:cs="Arial"/>
                <w:lang w:val="sv-SE"/>
              </w:rPr>
              <w:t xml:space="preserve"> [MHz]</w:t>
            </w:r>
          </w:p>
        </w:tc>
        <w:tc>
          <w:tcPr>
            <w:tcW w:w="2127" w:type="dxa"/>
            <w:vAlign w:val="center"/>
          </w:tcPr>
          <w:p w14:paraId="09850D05" w14:textId="77777777" w:rsidR="00B15E99" w:rsidRPr="00EF2F0E" w:rsidRDefault="00B15E99" w:rsidP="00A40339">
            <w:pPr>
              <w:pStyle w:val="TAH"/>
              <w:rPr>
                <w:rFonts w:cs="Arial"/>
              </w:rPr>
            </w:pPr>
            <w:r w:rsidRPr="00EF2F0E">
              <w:rPr>
                <w:rFonts w:cs="Arial"/>
              </w:rPr>
              <w:t>Reference measurement channel</w:t>
            </w:r>
          </w:p>
        </w:tc>
        <w:tc>
          <w:tcPr>
            <w:tcW w:w="1684" w:type="dxa"/>
            <w:vAlign w:val="center"/>
          </w:tcPr>
          <w:p w14:paraId="09850D06" w14:textId="77777777" w:rsidR="00B15E99" w:rsidRPr="00EF2F0E" w:rsidRDefault="00B15E99" w:rsidP="00A40339">
            <w:pPr>
              <w:pStyle w:val="TAH"/>
              <w:rPr>
                <w:rFonts w:cs="Arial"/>
              </w:rPr>
            </w:pPr>
            <w:r w:rsidRPr="00EF2F0E">
              <w:rPr>
                <w:rFonts w:cs="Arial"/>
              </w:rPr>
              <w:t>Wanted signal mean power [dBm]</w:t>
            </w:r>
          </w:p>
        </w:tc>
        <w:tc>
          <w:tcPr>
            <w:tcW w:w="1576" w:type="dxa"/>
            <w:vAlign w:val="center"/>
          </w:tcPr>
          <w:p w14:paraId="09850D07" w14:textId="77777777" w:rsidR="00B15E99" w:rsidRPr="00EF2F0E" w:rsidRDefault="00B15E99" w:rsidP="00A40339">
            <w:pPr>
              <w:pStyle w:val="TAH"/>
              <w:rPr>
                <w:rFonts w:cs="Arial"/>
              </w:rPr>
            </w:pPr>
            <w:r w:rsidRPr="00EF2F0E">
              <w:rPr>
                <w:rFonts w:cs="Arial"/>
              </w:rPr>
              <w:t xml:space="preserve">Interfering signal mean power [dBm] </w:t>
            </w:r>
          </w:p>
        </w:tc>
        <w:tc>
          <w:tcPr>
            <w:tcW w:w="2866" w:type="dxa"/>
            <w:vAlign w:val="center"/>
          </w:tcPr>
          <w:p w14:paraId="09850D08" w14:textId="77777777" w:rsidR="00B15E99" w:rsidRPr="00EF2F0E" w:rsidRDefault="00B15E99" w:rsidP="00A40339">
            <w:pPr>
              <w:pStyle w:val="TAH"/>
              <w:rPr>
                <w:rFonts w:cs="Arial"/>
              </w:rPr>
            </w:pPr>
            <w:r w:rsidRPr="00EF2F0E">
              <w:rPr>
                <w:rFonts w:cs="Arial"/>
              </w:rPr>
              <w:t>Type of interfering signal</w:t>
            </w:r>
          </w:p>
        </w:tc>
      </w:tr>
      <w:tr w:rsidR="003401A4" w:rsidRPr="00377E86" w14:paraId="09850D0F" w14:textId="77777777" w:rsidTr="00A40339">
        <w:trPr>
          <w:jc w:val="center"/>
        </w:trPr>
        <w:tc>
          <w:tcPr>
            <w:tcW w:w="1337" w:type="dxa"/>
            <w:vAlign w:val="center"/>
          </w:tcPr>
          <w:p w14:paraId="09850D0A" w14:textId="77777777" w:rsidR="00B15E99" w:rsidRPr="00EF2F0E" w:rsidRDefault="00B15E99" w:rsidP="00A40339">
            <w:pPr>
              <w:pStyle w:val="TAC"/>
              <w:rPr>
                <w:rFonts w:cs="Arial"/>
              </w:rPr>
            </w:pPr>
            <w:r w:rsidRPr="00EF2F0E">
              <w:rPr>
                <w:rFonts w:cs="Arial"/>
              </w:rPr>
              <w:t>1.4</w:t>
            </w:r>
          </w:p>
        </w:tc>
        <w:tc>
          <w:tcPr>
            <w:tcW w:w="2127" w:type="dxa"/>
            <w:vAlign w:val="center"/>
          </w:tcPr>
          <w:p w14:paraId="09850D0B" w14:textId="77777777" w:rsidR="00B15E99" w:rsidRPr="00EF2F0E" w:rsidRDefault="00B15E99" w:rsidP="00A40339">
            <w:pPr>
              <w:pStyle w:val="TAC"/>
              <w:rPr>
                <w:rFonts w:cs="Arial"/>
              </w:rPr>
            </w:pPr>
            <w:r w:rsidRPr="00EF2F0E">
              <w:rPr>
                <w:rFonts w:cs="Arial"/>
              </w:rPr>
              <w:t>A1-4 in 3GPP 36.104 [8] Annex A.1</w:t>
            </w:r>
          </w:p>
        </w:tc>
        <w:tc>
          <w:tcPr>
            <w:tcW w:w="1684" w:type="dxa"/>
            <w:vAlign w:val="center"/>
          </w:tcPr>
          <w:p w14:paraId="09850D0C" w14:textId="77777777" w:rsidR="00B15E99" w:rsidRPr="00EF2F0E" w:rsidRDefault="00B15E99" w:rsidP="00A40339">
            <w:pPr>
              <w:pStyle w:val="TAC"/>
              <w:rPr>
                <w:rFonts w:cs="Arial"/>
              </w:rPr>
            </w:pPr>
            <w:r w:rsidRPr="00EF2F0E">
              <w:rPr>
                <w:rFonts w:cs="Arial"/>
              </w:rPr>
              <w:t>-106.9</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76" w:type="dxa"/>
            <w:vAlign w:val="center"/>
          </w:tcPr>
          <w:p w14:paraId="09850D0D" w14:textId="77777777" w:rsidR="00B15E99" w:rsidRPr="00EF2F0E" w:rsidRDefault="00B15E99" w:rsidP="00A40339">
            <w:pPr>
              <w:pStyle w:val="TAC"/>
              <w:rPr>
                <w:rFonts w:cs="Arial"/>
              </w:rPr>
            </w:pPr>
            <w:r w:rsidRPr="00EF2F0E">
              <w:rPr>
                <w:rFonts w:cs="Arial"/>
              </w:rPr>
              <w:t>-87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866" w:type="dxa"/>
            <w:vAlign w:val="center"/>
          </w:tcPr>
          <w:p w14:paraId="09850D0E" w14:textId="77777777" w:rsidR="00B15E99" w:rsidRPr="00EF2F0E" w:rsidRDefault="00B15E99" w:rsidP="00A40339">
            <w:pPr>
              <w:pStyle w:val="TAC"/>
              <w:rPr>
                <w:rFonts w:cs="Arial"/>
                <w:lang w:val="sv-SE"/>
              </w:rPr>
            </w:pPr>
            <w:r w:rsidRPr="00EF2F0E">
              <w:rPr>
                <w:rFonts w:cs="Arial"/>
                <w:lang w:val="sv-SE"/>
              </w:rPr>
              <w:t>1.4 MHz E-UTRA signal, 3 RBs</w:t>
            </w:r>
          </w:p>
        </w:tc>
      </w:tr>
      <w:tr w:rsidR="003401A4" w:rsidRPr="00377E86" w14:paraId="09850D15" w14:textId="77777777" w:rsidTr="00A40339">
        <w:trPr>
          <w:jc w:val="center"/>
        </w:trPr>
        <w:tc>
          <w:tcPr>
            <w:tcW w:w="1337" w:type="dxa"/>
            <w:vAlign w:val="center"/>
          </w:tcPr>
          <w:p w14:paraId="09850D10" w14:textId="77777777" w:rsidR="00B15E99" w:rsidRPr="00EF2F0E" w:rsidRDefault="00B15E99" w:rsidP="00A40339">
            <w:pPr>
              <w:pStyle w:val="TAC"/>
              <w:rPr>
                <w:rFonts w:cs="Arial"/>
              </w:rPr>
            </w:pPr>
            <w:r w:rsidRPr="00EF2F0E">
              <w:rPr>
                <w:rFonts w:cs="Arial"/>
              </w:rPr>
              <w:t>3</w:t>
            </w:r>
          </w:p>
        </w:tc>
        <w:tc>
          <w:tcPr>
            <w:tcW w:w="2127" w:type="dxa"/>
            <w:vAlign w:val="center"/>
          </w:tcPr>
          <w:p w14:paraId="09850D11" w14:textId="77777777" w:rsidR="00B15E99" w:rsidRPr="00EF2F0E" w:rsidRDefault="00B15E99" w:rsidP="00A40339">
            <w:pPr>
              <w:pStyle w:val="TAC"/>
              <w:rPr>
                <w:rFonts w:cs="Arial"/>
              </w:rPr>
            </w:pPr>
            <w:r w:rsidRPr="00EF2F0E">
              <w:rPr>
                <w:rFonts w:cs="Arial"/>
              </w:rPr>
              <w:t>A1-5 in 3GPP 36.104 [8] Annex A.1</w:t>
            </w:r>
          </w:p>
        </w:tc>
        <w:tc>
          <w:tcPr>
            <w:tcW w:w="1684" w:type="dxa"/>
            <w:vAlign w:val="center"/>
          </w:tcPr>
          <w:p w14:paraId="09850D12" w14:textId="77777777" w:rsidR="00B15E99" w:rsidRPr="00EF2F0E" w:rsidRDefault="00B15E99" w:rsidP="00A40339">
            <w:pPr>
              <w:pStyle w:val="TAC"/>
              <w:rPr>
                <w:rFonts w:cs="Arial"/>
              </w:rPr>
            </w:pPr>
            <w:r w:rsidRPr="00EF2F0E">
              <w:rPr>
                <w:rFonts w:cs="Arial"/>
              </w:rPr>
              <w:t>-102.1</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76" w:type="dxa"/>
            <w:vAlign w:val="center"/>
          </w:tcPr>
          <w:p w14:paraId="09850D13" w14:textId="77777777" w:rsidR="00B15E99" w:rsidRPr="00EF2F0E" w:rsidRDefault="00B15E99" w:rsidP="00A40339">
            <w:pPr>
              <w:pStyle w:val="TAC"/>
              <w:rPr>
                <w:rFonts w:cs="Arial"/>
              </w:rPr>
            </w:pPr>
            <w:r w:rsidRPr="00EF2F0E">
              <w:rPr>
                <w:rFonts w:cs="Arial"/>
              </w:rPr>
              <w:t>-84</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866" w:type="dxa"/>
          </w:tcPr>
          <w:p w14:paraId="09850D14" w14:textId="77777777" w:rsidR="00B15E99" w:rsidRPr="00EF2F0E" w:rsidRDefault="00B15E99" w:rsidP="00A40339">
            <w:pPr>
              <w:pStyle w:val="TAC"/>
              <w:rPr>
                <w:rFonts w:cs="Arial"/>
                <w:lang w:val="sv-SE"/>
              </w:rPr>
            </w:pPr>
            <w:r w:rsidRPr="00EF2F0E">
              <w:rPr>
                <w:rFonts w:cs="Arial"/>
                <w:lang w:val="sv-SE"/>
              </w:rPr>
              <w:t>3 MHz E-UTRA signal, 6 RBs</w:t>
            </w:r>
          </w:p>
        </w:tc>
      </w:tr>
      <w:tr w:rsidR="003401A4" w:rsidRPr="00377E86" w14:paraId="09850D1B" w14:textId="77777777" w:rsidTr="00A40339">
        <w:trPr>
          <w:jc w:val="center"/>
        </w:trPr>
        <w:tc>
          <w:tcPr>
            <w:tcW w:w="1337" w:type="dxa"/>
            <w:vAlign w:val="center"/>
          </w:tcPr>
          <w:p w14:paraId="09850D16" w14:textId="77777777" w:rsidR="00B15E99" w:rsidRPr="00EF2F0E" w:rsidRDefault="00B15E99" w:rsidP="00A40339">
            <w:pPr>
              <w:pStyle w:val="TAC"/>
              <w:rPr>
                <w:rFonts w:cs="Arial"/>
              </w:rPr>
            </w:pPr>
            <w:r w:rsidRPr="00EF2F0E">
              <w:rPr>
                <w:rFonts w:cs="Arial"/>
              </w:rPr>
              <w:t>5</w:t>
            </w:r>
          </w:p>
        </w:tc>
        <w:tc>
          <w:tcPr>
            <w:tcW w:w="2127" w:type="dxa"/>
            <w:vAlign w:val="center"/>
          </w:tcPr>
          <w:p w14:paraId="09850D17" w14:textId="77777777" w:rsidR="00B15E99" w:rsidRPr="00EF2F0E" w:rsidRDefault="00B15E99" w:rsidP="00A40339">
            <w:pPr>
              <w:pStyle w:val="TAC"/>
              <w:rPr>
                <w:rFonts w:cs="Arial"/>
              </w:rPr>
            </w:pPr>
            <w:r w:rsidRPr="00EF2F0E">
              <w:rPr>
                <w:rFonts w:cs="Arial"/>
              </w:rPr>
              <w:t>A1-2 in 3GPP 36.104 [8] Annex A.1</w:t>
            </w:r>
          </w:p>
        </w:tc>
        <w:tc>
          <w:tcPr>
            <w:tcW w:w="1684" w:type="dxa"/>
            <w:vAlign w:val="center"/>
          </w:tcPr>
          <w:p w14:paraId="09850D18" w14:textId="77777777" w:rsidR="00B15E99" w:rsidRPr="00EF2F0E" w:rsidRDefault="00B15E99" w:rsidP="00A40339">
            <w:pPr>
              <w:pStyle w:val="TAC"/>
              <w:rPr>
                <w:rFonts w:cs="Arial"/>
              </w:rPr>
            </w:pPr>
            <w:r w:rsidRPr="00EF2F0E">
              <w:rPr>
                <w:rFonts w:cs="Arial"/>
              </w:rPr>
              <w:t>-100.0</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76" w:type="dxa"/>
            <w:vAlign w:val="center"/>
          </w:tcPr>
          <w:p w14:paraId="09850D19" w14:textId="77777777" w:rsidR="00B15E99" w:rsidRPr="00EF2F0E" w:rsidRDefault="00B15E99" w:rsidP="00A40339">
            <w:pPr>
              <w:pStyle w:val="TAC"/>
              <w:rPr>
                <w:rFonts w:cs="Arial"/>
              </w:rPr>
            </w:pPr>
            <w:r w:rsidRPr="00EF2F0E">
              <w:rPr>
                <w:rFonts w:cs="Arial"/>
              </w:rPr>
              <w:t>-81</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866" w:type="dxa"/>
          </w:tcPr>
          <w:p w14:paraId="09850D1A" w14:textId="77777777" w:rsidR="00B15E99" w:rsidRPr="00EF2F0E" w:rsidRDefault="00B15E99" w:rsidP="00A40339">
            <w:pPr>
              <w:pStyle w:val="TAC"/>
              <w:rPr>
                <w:rFonts w:cs="Arial"/>
                <w:lang w:val="sv-SE"/>
              </w:rPr>
            </w:pPr>
            <w:r w:rsidRPr="00EF2F0E">
              <w:rPr>
                <w:rFonts w:cs="Arial"/>
                <w:lang w:val="sv-SE"/>
              </w:rPr>
              <w:t>5 MHz E-UTRA signal, 10 RBs</w:t>
            </w:r>
          </w:p>
        </w:tc>
      </w:tr>
      <w:tr w:rsidR="003401A4" w:rsidRPr="00377E86" w14:paraId="09850D21" w14:textId="77777777" w:rsidTr="00A40339">
        <w:trPr>
          <w:jc w:val="center"/>
        </w:trPr>
        <w:tc>
          <w:tcPr>
            <w:tcW w:w="1337" w:type="dxa"/>
            <w:vAlign w:val="center"/>
          </w:tcPr>
          <w:p w14:paraId="09850D1C" w14:textId="77777777" w:rsidR="00B15E99" w:rsidRPr="00EF2F0E" w:rsidRDefault="00B15E99" w:rsidP="00A40339">
            <w:pPr>
              <w:pStyle w:val="TAC"/>
              <w:rPr>
                <w:rFonts w:cs="Arial"/>
              </w:rPr>
            </w:pPr>
            <w:r w:rsidRPr="00EF2F0E">
              <w:rPr>
                <w:rFonts w:cs="Arial"/>
              </w:rPr>
              <w:t>10</w:t>
            </w:r>
          </w:p>
        </w:tc>
        <w:tc>
          <w:tcPr>
            <w:tcW w:w="2127" w:type="dxa"/>
            <w:vAlign w:val="center"/>
          </w:tcPr>
          <w:p w14:paraId="09850D1D" w14:textId="77777777" w:rsidR="00B15E99" w:rsidRPr="00EF2F0E" w:rsidRDefault="00B15E99" w:rsidP="00A40339">
            <w:pPr>
              <w:pStyle w:val="TAC"/>
              <w:rPr>
                <w:rFonts w:cs="Arial"/>
              </w:rPr>
            </w:pPr>
            <w:r w:rsidRPr="00EF2F0E">
              <w:rPr>
                <w:rFonts w:cs="Arial"/>
              </w:rPr>
              <w:t>A1-3 in 3GPP 36.104 [8] Annex A.1</w:t>
            </w:r>
          </w:p>
        </w:tc>
        <w:tc>
          <w:tcPr>
            <w:tcW w:w="1684" w:type="dxa"/>
            <w:vAlign w:val="center"/>
          </w:tcPr>
          <w:p w14:paraId="09850D1E" w14:textId="77777777" w:rsidR="00B15E99" w:rsidRPr="00EF2F0E" w:rsidRDefault="00B15E99" w:rsidP="00A40339">
            <w:pPr>
              <w:pStyle w:val="TAC"/>
              <w:rPr>
                <w:rFonts w:cs="Arial"/>
              </w:rPr>
            </w:pPr>
            <w:r w:rsidRPr="00EF2F0E">
              <w:rPr>
                <w:rFonts w:cs="Arial"/>
              </w:rPr>
              <w:t>-98.5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76" w:type="dxa"/>
            <w:vAlign w:val="center"/>
          </w:tcPr>
          <w:p w14:paraId="09850D1F" w14:textId="77777777" w:rsidR="00B15E99" w:rsidRPr="00EF2F0E" w:rsidRDefault="00B15E99" w:rsidP="00A40339">
            <w:pPr>
              <w:pStyle w:val="TAC"/>
              <w:rPr>
                <w:rFonts w:cs="Arial"/>
              </w:rPr>
            </w:pPr>
            <w:r w:rsidRPr="00EF2F0E">
              <w:rPr>
                <w:rFonts w:cs="Arial"/>
              </w:rPr>
              <w:t>-77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866" w:type="dxa"/>
          </w:tcPr>
          <w:p w14:paraId="09850D20" w14:textId="77777777" w:rsidR="00B15E99" w:rsidRPr="00EF2F0E" w:rsidRDefault="00B15E99" w:rsidP="00A40339">
            <w:pPr>
              <w:pStyle w:val="TAC"/>
              <w:rPr>
                <w:rFonts w:cs="Arial"/>
                <w:lang w:val="sv-SE"/>
              </w:rPr>
            </w:pPr>
            <w:r w:rsidRPr="00EF2F0E">
              <w:rPr>
                <w:rFonts w:cs="Arial"/>
                <w:lang w:val="sv-SE"/>
              </w:rPr>
              <w:t>10 MHz E-UTRA signal, 25 RBs</w:t>
            </w:r>
          </w:p>
        </w:tc>
      </w:tr>
      <w:tr w:rsidR="003401A4" w:rsidRPr="00EF2F0E" w14:paraId="09850D27" w14:textId="77777777" w:rsidTr="00A40339">
        <w:trPr>
          <w:jc w:val="center"/>
        </w:trPr>
        <w:tc>
          <w:tcPr>
            <w:tcW w:w="1337" w:type="dxa"/>
            <w:vAlign w:val="center"/>
          </w:tcPr>
          <w:p w14:paraId="09850D22" w14:textId="77777777" w:rsidR="00B15E99" w:rsidRPr="00EF2F0E" w:rsidRDefault="00B15E99" w:rsidP="00A40339">
            <w:pPr>
              <w:pStyle w:val="TAC"/>
              <w:rPr>
                <w:rFonts w:cs="Arial"/>
              </w:rPr>
            </w:pPr>
            <w:r w:rsidRPr="00EF2F0E">
              <w:rPr>
                <w:rFonts w:cs="Arial"/>
              </w:rPr>
              <w:t>15</w:t>
            </w:r>
          </w:p>
        </w:tc>
        <w:tc>
          <w:tcPr>
            <w:tcW w:w="2127" w:type="dxa"/>
            <w:vAlign w:val="center"/>
          </w:tcPr>
          <w:p w14:paraId="09850D23" w14:textId="77777777" w:rsidR="00B15E99" w:rsidRPr="00EF2F0E" w:rsidRDefault="00B15E99" w:rsidP="00A40339">
            <w:pPr>
              <w:pStyle w:val="TAC"/>
              <w:rPr>
                <w:rFonts w:cs="Arial"/>
              </w:rPr>
            </w:pPr>
            <w:r w:rsidRPr="00EF2F0E">
              <w:rPr>
                <w:rFonts w:cs="Arial"/>
              </w:rPr>
              <w:t>A1-3 in 3GPP 36.104 [8] Annex A.1</w:t>
            </w:r>
            <w:r w:rsidRPr="00EF2F0E">
              <w:rPr>
                <w:rFonts w:cs="Arial"/>
                <w:lang w:eastAsia="zh-CN"/>
              </w:rPr>
              <w:t xml:space="preserve"> (NOTE)</w:t>
            </w:r>
          </w:p>
        </w:tc>
        <w:tc>
          <w:tcPr>
            <w:tcW w:w="1684" w:type="dxa"/>
            <w:vAlign w:val="center"/>
          </w:tcPr>
          <w:p w14:paraId="09850D24" w14:textId="77777777" w:rsidR="00B15E99" w:rsidRPr="00EF2F0E" w:rsidRDefault="00B15E99" w:rsidP="00A40339">
            <w:pPr>
              <w:pStyle w:val="TAC"/>
              <w:rPr>
                <w:rFonts w:cs="Arial"/>
              </w:rPr>
            </w:pPr>
            <w:r w:rsidRPr="00EF2F0E">
              <w:rPr>
                <w:rFonts w:cs="Arial"/>
              </w:rPr>
              <w:t>-98.5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76" w:type="dxa"/>
            <w:vAlign w:val="center"/>
          </w:tcPr>
          <w:p w14:paraId="09850D25" w14:textId="77777777" w:rsidR="00B15E99" w:rsidRPr="00EF2F0E" w:rsidRDefault="00B15E99" w:rsidP="00A40339">
            <w:pPr>
              <w:pStyle w:val="TAC"/>
              <w:rPr>
                <w:rFonts w:cs="Arial"/>
              </w:rPr>
            </w:pPr>
            <w:r w:rsidRPr="00EF2F0E">
              <w:rPr>
                <w:rFonts w:cs="Arial"/>
              </w:rPr>
              <w:t>-77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866" w:type="dxa"/>
          </w:tcPr>
          <w:p w14:paraId="09850D26" w14:textId="77777777" w:rsidR="00B15E99" w:rsidRPr="00EF2F0E" w:rsidRDefault="00B15E99" w:rsidP="00A40339">
            <w:pPr>
              <w:pStyle w:val="TAC"/>
              <w:rPr>
                <w:rFonts w:cs="Arial"/>
                <w:lang w:val="sv-SE"/>
              </w:rPr>
            </w:pPr>
            <w:r w:rsidRPr="00EF2F0E">
              <w:rPr>
                <w:rFonts w:cs="Arial"/>
                <w:lang w:val="sv-SE"/>
              </w:rPr>
              <w:t xml:space="preserve">15 MHz E-UTRA signal, 25 RBs </w:t>
            </w:r>
            <w:r w:rsidRPr="00EF2F0E">
              <w:rPr>
                <w:rFonts w:cs="Arial"/>
                <w:lang w:val="sv-SE" w:eastAsia="zh-CN"/>
              </w:rPr>
              <w:t>(NOTE)</w:t>
            </w:r>
          </w:p>
        </w:tc>
      </w:tr>
      <w:tr w:rsidR="003401A4" w:rsidRPr="00EF2F0E" w14:paraId="09850D2D" w14:textId="77777777" w:rsidTr="00A40339">
        <w:trPr>
          <w:jc w:val="center"/>
        </w:trPr>
        <w:tc>
          <w:tcPr>
            <w:tcW w:w="1337" w:type="dxa"/>
            <w:vAlign w:val="center"/>
          </w:tcPr>
          <w:p w14:paraId="09850D28" w14:textId="77777777" w:rsidR="00B15E99" w:rsidRPr="00EF2F0E" w:rsidRDefault="00B15E99" w:rsidP="00A40339">
            <w:pPr>
              <w:pStyle w:val="TAC"/>
              <w:rPr>
                <w:rFonts w:cs="Arial"/>
              </w:rPr>
            </w:pPr>
            <w:r w:rsidRPr="00EF2F0E">
              <w:rPr>
                <w:rFonts w:cs="Arial"/>
              </w:rPr>
              <w:t>20</w:t>
            </w:r>
          </w:p>
        </w:tc>
        <w:tc>
          <w:tcPr>
            <w:tcW w:w="2127" w:type="dxa"/>
            <w:vAlign w:val="center"/>
          </w:tcPr>
          <w:p w14:paraId="09850D29" w14:textId="77777777" w:rsidR="00B15E99" w:rsidRPr="00EF2F0E" w:rsidRDefault="00B15E99" w:rsidP="00A40339">
            <w:pPr>
              <w:pStyle w:val="TAC"/>
              <w:rPr>
                <w:rFonts w:cs="Arial"/>
              </w:rPr>
            </w:pPr>
            <w:r w:rsidRPr="00EF2F0E">
              <w:rPr>
                <w:rFonts w:cs="Arial"/>
              </w:rPr>
              <w:t>A1-3 in 3GPP 36.104 [8] Annex A.1</w:t>
            </w:r>
            <w:r w:rsidRPr="00EF2F0E">
              <w:rPr>
                <w:rFonts w:cs="Arial"/>
                <w:lang w:eastAsia="zh-CN"/>
              </w:rPr>
              <w:t xml:space="preserve"> (NOTE)</w:t>
            </w:r>
          </w:p>
        </w:tc>
        <w:tc>
          <w:tcPr>
            <w:tcW w:w="1684" w:type="dxa"/>
            <w:vAlign w:val="center"/>
          </w:tcPr>
          <w:p w14:paraId="09850D2A" w14:textId="77777777" w:rsidR="00B15E99" w:rsidRPr="00EF2F0E" w:rsidRDefault="00B15E99" w:rsidP="00A40339">
            <w:pPr>
              <w:pStyle w:val="TAC"/>
              <w:rPr>
                <w:rFonts w:cs="Arial"/>
              </w:rPr>
            </w:pPr>
            <w:r w:rsidRPr="00EF2F0E">
              <w:rPr>
                <w:rFonts w:cs="Arial"/>
              </w:rPr>
              <w:t>-98.5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76" w:type="dxa"/>
            <w:vAlign w:val="center"/>
          </w:tcPr>
          <w:p w14:paraId="09850D2B" w14:textId="77777777" w:rsidR="00B15E99" w:rsidRPr="00EF2F0E" w:rsidRDefault="00B15E99" w:rsidP="00A40339">
            <w:pPr>
              <w:pStyle w:val="TAC"/>
              <w:rPr>
                <w:rFonts w:cs="Arial"/>
              </w:rPr>
            </w:pPr>
            <w:r w:rsidRPr="00EF2F0E">
              <w:rPr>
                <w:rFonts w:cs="Arial"/>
              </w:rPr>
              <w:t>-77</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866" w:type="dxa"/>
          </w:tcPr>
          <w:p w14:paraId="09850D2C" w14:textId="77777777" w:rsidR="00B15E99" w:rsidRPr="00EF2F0E" w:rsidRDefault="00B15E99" w:rsidP="00A40339">
            <w:pPr>
              <w:pStyle w:val="TAC"/>
              <w:rPr>
                <w:rFonts w:cs="Arial"/>
                <w:lang w:val="sv-SE"/>
              </w:rPr>
            </w:pPr>
            <w:r w:rsidRPr="00EF2F0E">
              <w:rPr>
                <w:rFonts w:cs="Arial"/>
                <w:lang w:val="sv-SE"/>
              </w:rPr>
              <w:t xml:space="preserve">20 MHz E-UTRA signal, 25 RBs </w:t>
            </w:r>
            <w:r w:rsidRPr="00EF2F0E">
              <w:rPr>
                <w:rFonts w:cs="Arial"/>
                <w:lang w:val="sv-SE" w:eastAsia="zh-CN"/>
              </w:rPr>
              <w:t>(NOTE)</w:t>
            </w:r>
          </w:p>
        </w:tc>
      </w:tr>
      <w:tr w:rsidR="00B15E99" w:rsidRPr="00EF2F0E" w14:paraId="09850D2F" w14:textId="77777777" w:rsidTr="00A40339">
        <w:trPr>
          <w:jc w:val="center"/>
        </w:trPr>
        <w:tc>
          <w:tcPr>
            <w:tcW w:w="9590" w:type="dxa"/>
            <w:gridSpan w:val="5"/>
            <w:vAlign w:val="center"/>
          </w:tcPr>
          <w:p w14:paraId="09850D2E" w14:textId="77777777" w:rsidR="00B15E99" w:rsidRPr="00EF2F0E" w:rsidRDefault="00B15E99" w:rsidP="00A40339">
            <w:pPr>
              <w:pStyle w:val="TAN"/>
              <w:rPr>
                <w:rFonts w:cs="Arial"/>
              </w:rPr>
            </w:pPr>
            <w:r w:rsidRPr="00EF2F0E">
              <w:rPr>
                <w:rFonts w:cs="Arial"/>
              </w:rPr>
              <w:t>NOTE:</w:t>
            </w:r>
            <w:r w:rsidR="006E5225" w:rsidRPr="00EF2F0E">
              <w:rPr>
                <w:rFonts w:cs="Arial"/>
              </w:rPr>
              <w:tab/>
            </w:r>
            <w:r w:rsidRPr="00EF2F0E">
              <w:rPr>
                <w:rFonts w:cs="Arial"/>
              </w:rPr>
              <w:t>Wanted and interfering signal are placed adjacently around F</w:t>
            </w:r>
            <w:r w:rsidRPr="00EF2F0E">
              <w:rPr>
                <w:rFonts w:cs="Arial"/>
                <w:vertAlign w:val="subscript"/>
              </w:rPr>
              <w:t>c</w:t>
            </w:r>
          </w:p>
        </w:tc>
      </w:tr>
    </w:tbl>
    <w:p w14:paraId="09850D30" w14:textId="77777777" w:rsidR="00B15E99" w:rsidRPr="00EF2F0E" w:rsidRDefault="00B15E99" w:rsidP="00A40339"/>
    <w:p w14:paraId="09850D31" w14:textId="77777777" w:rsidR="00B15E99" w:rsidRPr="00EF2F0E" w:rsidRDefault="00B15E99" w:rsidP="007853C3">
      <w:pPr>
        <w:pStyle w:val="TH"/>
      </w:pPr>
      <w:r w:rsidRPr="00EF2F0E">
        <w:t xml:space="preserve">Table </w:t>
      </w:r>
      <w:r w:rsidRPr="00EF2F0E">
        <w:rPr>
          <w:rFonts w:cs="v5.0.0"/>
        </w:rPr>
        <w:t>10.9.4</w:t>
      </w:r>
      <w:r w:rsidRPr="00EF2F0E">
        <w:rPr>
          <w:rFonts w:cs="v5.0.0"/>
          <w:lang w:eastAsia="zh-CN"/>
        </w:rPr>
        <w:t>-2</w:t>
      </w:r>
      <w:r w:rsidRPr="00EF2F0E">
        <w:t xml:space="preserve"> </w:t>
      </w:r>
      <w:r w:rsidRPr="00EF2F0E">
        <w:rPr>
          <w:lang w:eastAsia="zh-CN"/>
        </w:rPr>
        <w:t xml:space="preserve">Local Area </w:t>
      </w:r>
      <w:r w:rsidRPr="00EF2F0E">
        <w:t>BS in-channel selectivity for E-UTRA</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2127"/>
        <w:gridCol w:w="1684"/>
        <w:gridCol w:w="1576"/>
        <w:gridCol w:w="2795"/>
      </w:tblGrid>
      <w:tr w:rsidR="003401A4" w:rsidRPr="00EF2F0E" w14:paraId="09850D38" w14:textId="77777777" w:rsidTr="00A40339">
        <w:trPr>
          <w:jc w:val="center"/>
        </w:trPr>
        <w:tc>
          <w:tcPr>
            <w:tcW w:w="1266" w:type="dxa"/>
            <w:vAlign w:val="center"/>
          </w:tcPr>
          <w:p w14:paraId="09850D32" w14:textId="77777777" w:rsidR="00B15E99" w:rsidRPr="00EF2F0E" w:rsidRDefault="00B15E99" w:rsidP="00A40339">
            <w:pPr>
              <w:pStyle w:val="TAH"/>
              <w:rPr>
                <w:rFonts w:cs="Arial"/>
                <w:lang w:val="sv-SE"/>
              </w:rPr>
            </w:pPr>
            <w:r w:rsidRPr="00EF2F0E">
              <w:rPr>
                <w:rFonts w:cs="Arial"/>
                <w:lang w:val="sv-SE"/>
              </w:rPr>
              <w:t>E-UTRA</w:t>
            </w:r>
          </w:p>
          <w:p w14:paraId="09850D33" w14:textId="77777777" w:rsidR="00B15E99" w:rsidRPr="00EF2F0E" w:rsidRDefault="00B15E99" w:rsidP="00A40339">
            <w:pPr>
              <w:pStyle w:val="TAH"/>
              <w:rPr>
                <w:rFonts w:cs="Arial"/>
                <w:lang w:val="sv-SE"/>
              </w:rPr>
            </w:pPr>
            <w:r w:rsidRPr="00EF2F0E">
              <w:rPr>
                <w:rFonts w:cs="Arial"/>
                <w:i/>
                <w:lang w:val="sv-SE"/>
              </w:rPr>
              <w:t>channel bandwidth</w:t>
            </w:r>
            <w:r w:rsidRPr="00EF2F0E">
              <w:rPr>
                <w:rFonts w:cs="Arial"/>
                <w:lang w:val="sv-SE"/>
              </w:rPr>
              <w:t xml:space="preserve"> [MHz]</w:t>
            </w:r>
          </w:p>
        </w:tc>
        <w:tc>
          <w:tcPr>
            <w:tcW w:w="2127" w:type="dxa"/>
            <w:vAlign w:val="center"/>
          </w:tcPr>
          <w:p w14:paraId="09850D34" w14:textId="77777777" w:rsidR="00B15E99" w:rsidRPr="00EF2F0E" w:rsidRDefault="00B15E99" w:rsidP="00A40339">
            <w:pPr>
              <w:pStyle w:val="TAH"/>
              <w:rPr>
                <w:rFonts w:cs="Arial"/>
              </w:rPr>
            </w:pPr>
            <w:r w:rsidRPr="00EF2F0E">
              <w:rPr>
                <w:rFonts w:cs="Arial"/>
              </w:rPr>
              <w:t>Reference measurement channel</w:t>
            </w:r>
          </w:p>
        </w:tc>
        <w:tc>
          <w:tcPr>
            <w:tcW w:w="1684" w:type="dxa"/>
            <w:vAlign w:val="center"/>
          </w:tcPr>
          <w:p w14:paraId="09850D35" w14:textId="77777777" w:rsidR="00B15E99" w:rsidRPr="00EF2F0E" w:rsidRDefault="00B15E99" w:rsidP="00A40339">
            <w:pPr>
              <w:pStyle w:val="TAH"/>
              <w:rPr>
                <w:rFonts w:cs="Arial"/>
              </w:rPr>
            </w:pPr>
            <w:r w:rsidRPr="00EF2F0E">
              <w:rPr>
                <w:rFonts w:cs="Arial"/>
              </w:rPr>
              <w:t>Wanted signal mean power [dBm]</w:t>
            </w:r>
          </w:p>
        </w:tc>
        <w:tc>
          <w:tcPr>
            <w:tcW w:w="1576" w:type="dxa"/>
            <w:vAlign w:val="center"/>
          </w:tcPr>
          <w:p w14:paraId="09850D36" w14:textId="77777777" w:rsidR="00B15E99" w:rsidRPr="00EF2F0E" w:rsidRDefault="00B15E99" w:rsidP="00A40339">
            <w:pPr>
              <w:pStyle w:val="TAH"/>
              <w:rPr>
                <w:rFonts w:cs="Arial"/>
              </w:rPr>
            </w:pPr>
            <w:r w:rsidRPr="00EF2F0E">
              <w:rPr>
                <w:rFonts w:cs="Arial"/>
              </w:rPr>
              <w:t xml:space="preserve">Interfering signal mean power [dBm] </w:t>
            </w:r>
          </w:p>
        </w:tc>
        <w:tc>
          <w:tcPr>
            <w:tcW w:w="2795" w:type="dxa"/>
            <w:vAlign w:val="center"/>
          </w:tcPr>
          <w:p w14:paraId="09850D37" w14:textId="77777777" w:rsidR="00B15E99" w:rsidRPr="00EF2F0E" w:rsidRDefault="00B15E99" w:rsidP="00A40339">
            <w:pPr>
              <w:pStyle w:val="TAH"/>
              <w:rPr>
                <w:rFonts w:cs="Arial"/>
              </w:rPr>
            </w:pPr>
            <w:r w:rsidRPr="00EF2F0E">
              <w:rPr>
                <w:rFonts w:cs="Arial"/>
              </w:rPr>
              <w:t>Type of interfering signal</w:t>
            </w:r>
          </w:p>
        </w:tc>
      </w:tr>
      <w:tr w:rsidR="003401A4" w:rsidRPr="00377E86" w14:paraId="09850D3E" w14:textId="77777777" w:rsidTr="00A40339">
        <w:trPr>
          <w:jc w:val="center"/>
        </w:trPr>
        <w:tc>
          <w:tcPr>
            <w:tcW w:w="1266" w:type="dxa"/>
            <w:vAlign w:val="center"/>
          </w:tcPr>
          <w:p w14:paraId="09850D39" w14:textId="77777777" w:rsidR="00B15E99" w:rsidRPr="00EF2F0E" w:rsidRDefault="00B15E99" w:rsidP="00A40339">
            <w:pPr>
              <w:pStyle w:val="TAC"/>
              <w:rPr>
                <w:rFonts w:cs="Arial"/>
              </w:rPr>
            </w:pPr>
            <w:r w:rsidRPr="00EF2F0E">
              <w:rPr>
                <w:rFonts w:cs="Arial"/>
              </w:rPr>
              <w:t>1.4</w:t>
            </w:r>
          </w:p>
        </w:tc>
        <w:tc>
          <w:tcPr>
            <w:tcW w:w="2127" w:type="dxa"/>
            <w:vAlign w:val="center"/>
          </w:tcPr>
          <w:p w14:paraId="09850D3A" w14:textId="77777777" w:rsidR="00B15E99" w:rsidRPr="00EF2F0E" w:rsidRDefault="00B15E99" w:rsidP="00A40339">
            <w:pPr>
              <w:pStyle w:val="TAC"/>
              <w:rPr>
                <w:rFonts w:cs="Arial"/>
              </w:rPr>
            </w:pPr>
            <w:r w:rsidRPr="00EF2F0E">
              <w:rPr>
                <w:rFonts w:cs="Arial"/>
              </w:rPr>
              <w:t>A1-4 in 3GPP 36.104 [8] Annex A.1</w:t>
            </w:r>
          </w:p>
        </w:tc>
        <w:tc>
          <w:tcPr>
            <w:tcW w:w="1684" w:type="dxa"/>
            <w:vAlign w:val="center"/>
          </w:tcPr>
          <w:p w14:paraId="09850D3B" w14:textId="77777777" w:rsidR="00B15E99" w:rsidRPr="00EF2F0E" w:rsidRDefault="00B15E99" w:rsidP="00A40339">
            <w:pPr>
              <w:pStyle w:val="TAC"/>
              <w:rPr>
                <w:rFonts w:cs="Arial"/>
              </w:rPr>
            </w:pPr>
            <w:r w:rsidRPr="00EF2F0E">
              <w:rPr>
                <w:rFonts w:cs="Arial"/>
              </w:rPr>
              <w:t>-</w:t>
            </w:r>
            <w:r w:rsidRPr="00EF2F0E">
              <w:rPr>
                <w:rFonts w:cs="Arial"/>
                <w:lang w:eastAsia="zh-CN"/>
              </w:rPr>
              <w:t>98</w:t>
            </w:r>
            <w:r w:rsidRPr="00EF2F0E">
              <w:rPr>
                <w:rFonts w:cs="Arial"/>
              </w:rPr>
              <w:t>.9</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76" w:type="dxa"/>
            <w:vAlign w:val="center"/>
          </w:tcPr>
          <w:p w14:paraId="09850D3C" w14:textId="77777777" w:rsidR="00B15E99" w:rsidRPr="00EF2F0E" w:rsidRDefault="00B15E99" w:rsidP="00A40339">
            <w:pPr>
              <w:pStyle w:val="TAC"/>
              <w:rPr>
                <w:rFonts w:cs="Arial"/>
                <w:lang w:eastAsia="zh-CN"/>
              </w:rPr>
            </w:pPr>
            <w:r w:rsidRPr="00EF2F0E">
              <w:rPr>
                <w:rFonts w:cs="Arial"/>
              </w:rPr>
              <w:t>-</w:t>
            </w:r>
            <w:r w:rsidRPr="00EF2F0E">
              <w:rPr>
                <w:rFonts w:cs="Arial"/>
                <w:lang w:eastAsia="zh-CN"/>
              </w:rPr>
              <w:t>79</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795" w:type="dxa"/>
            <w:vAlign w:val="center"/>
          </w:tcPr>
          <w:p w14:paraId="09850D3D" w14:textId="77777777" w:rsidR="00B15E99" w:rsidRPr="00EF2F0E" w:rsidRDefault="00B15E99" w:rsidP="00A40339">
            <w:pPr>
              <w:pStyle w:val="TAC"/>
              <w:rPr>
                <w:rFonts w:cs="Arial"/>
                <w:lang w:val="sv-SE"/>
              </w:rPr>
            </w:pPr>
            <w:r w:rsidRPr="00EF2F0E">
              <w:rPr>
                <w:rFonts w:cs="Arial"/>
                <w:lang w:val="sv-SE"/>
              </w:rPr>
              <w:t>1.4 MHz E-UTRA signal, 3 RBs</w:t>
            </w:r>
          </w:p>
        </w:tc>
      </w:tr>
      <w:tr w:rsidR="003401A4" w:rsidRPr="00377E86" w14:paraId="09850D44" w14:textId="77777777" w:rsidTr="00A40339">
        <w:trPr>
          <w:jc w:val="center"/>
        </w:trPr>
        <w:tc>
          <w:tcPr>
            <w:tcW w:w="1266" w:type="dxa"/>
            <w:vAlign w:val="center"/>
          </w:tcPr>
          <w:p w14:paraId="09850D3F" w14:textId="77777777" w:rsidR="00B15E99" w:rsidRPr="00EF2F0E" w:rsidRDefault="00B15E99" w:rsidP="00A40339">
            <w:pPr>
              <w:pStyle w:val="TAC"/>
              <w:rPr>
                <w:rFonts w:cs="Arial"/>
              </w:rPr>
            </w:pPr>
            <w:r w:rsidRPr="00EF2F0E">
              <w:rPr>
                <w:rFonts w:cs="Arial"/>
              </w:rPr>
              <w:t>3</w:t>
            </w:r>
          </w:p>
        </w:tc>
        <w:tc>
          <w:tcPr>
            <w:tcW w:w="2127" w:type="dxa"/>
            <w:vAlign w:val="center"/>
          </w:tcPr>
          <w:p w14:paraId="09850D40" w14:textId="77777777" w:rsidR="00B15E99" w:rsidRPr="00EF2F0E" w:rsidRDefault="00B15E99" w:rsidP="00A40339">
            <w:pPr>
              <w:pStyle w:val="TAC"/>
              <w:rPr>
                <w:rFonts w:cs="Arial"/>
              </w:rPr>
            </w:pPr>
            <w:r w:rsidRPr="00EF2F0E">
              <w:rPr>
                <w:rFonts w:cs="Arial"/>
              </w:rPr>
              <w:t>A1-5 in 3GPP 36.104 [8] Annex A.1</w:t>
            </w:r>
          </w:p>
        </w:tc>
        <w:tc>
          <w:tcPr>
            <w:tcW w:w="1684" w:type="dxa"/>
            <w:vAlign w:val="center"/>
          </w:tcPr>
          <w:p w14:paraId="09850D41" w14:textId="77777777" w:rsidR="00B15E99" w:rsidRPr="00EF2F0E" w:rsidRDefault="00B15E99" w:rsidP="00A40339">
            <w:pPr>
              <w:pStyle w:val="TAC"/>
              <w:rPr>
                <w:rFonts w:cs="Arial"/>
              </w:rPr>
            </w:pPr>
            <w:r w:rsidRPr="00EF2F0E">
              <w:rPr>
                <w:rFonts w:cs="Arial"/>
              </w:rPr>
              <w:t>-</w:t>
            </w:r>
            <w:r w:rsidRPr="00EF2F0E">
              <w:rPr>
                <w:rFonts w:cs="Arial"/>
                <w:lang w:eastAsia="zh-CN"/>
              </w:rPr>
              <w:t>94</w:t>
            </w:r>
            <w:r w:rsidRPr="00EF2F0E">
              <w:rPr>
                <w:rFonts w:cs="Arial"/>
              </w:rPr>
              <w:t>.1</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76" w:type="dxa"/>
            <w:vAlign w:val="center"/>
          </w:tcPr>
          <w:p w14:paraId="09850D42" w14:textId="77777777" w:rsidR="00B15E99" w:rsidRPr="00EF2F0E" w:rsidRDefault="00B15E99" w:rsidP="00A40339">
            <w:pPr>
              <w:pStyle w:val="TAC"/>
              <w:rPr>
                <w:rFonts w:cs="Arial"/>
                <w:lang w:eastAsia="zh-CN"/>
              </w:rPr>
            </w:pPr>
            <w:r w:rsidRPr="00EF2F0E">
              <w:rPr>
                <w:rFonts w:cs="Arial"/>
              </w:rPr>
              <w:t>-</w:t>
            </w:r>
            <w:r w:rsidRPr="00EF2F0E">
              <w:rPr>
                <w:rFonts w:cs="Arial"/>
                <w:lang w:eastAsia="zh-CN"/>
              </w:rPr>
              <w:t>76</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795" w:type="dxa"/>
          </w:tcPr>
          <w:p w14:paraId="09850D43" w14:textId="77777777" w:rsidR="00B15E99" w:rsidRPr="00EF2F0E" w:rsidRDefault="00B15E99" w:rsidP="00A40339">
            <w:pPr>
              <w:pStyle w:val="TAC"/>
              <w:rPr>
                <w:rFonts w:cs="Arial"/>
                <w:lang w:val="sv-SE"/>
              </w:rPr>
            </w:pPr>
            <w:r w:rsidRPr="00EF2F0E">
              <w:rPr>
                <w:rFonts w:cs="Arial"/>
                <w:lang w:val="sv-SE"/>
              </w:rPr>
              <w:t>3 MHz E-UTRA signal, 6 RBs</w:t>
            </w:r>
          </w:p>
        </w:tc>
      </w:tr>
      <w:tr w:rsidR="003401A4" w:rsidRPr="00377E86" w14:paraId="09850D4A" w14:textId="77777777" w:rsidTr="00A40339">
        <w:trPr>
          <w:jc w:val="center"/>
        </w:trPr>
        <w:tc>
          <w:tcPr>
            <w:tcW w:w="1266" w:type="dxa"/>
            <w:vAlign w:val="center"/>
          </w:tcPr>
          <w:p w14:paraId="09850D45" w14:textId="77777777" w:rsidR="00B15E99" w:rsidRPr="00EF2F0E" w:rsidRDefault="00B15E99" w:rsidP="00A40339">
            <w:pPr>
              <w:pStyle w:val="TAC"/>
              <w:rPr>
                <w:rFonts w:cs="Arial"/>
              </w:rPr>
            </w:pPr>
            <w:r w:rsidRPr="00EF2F0E">
              <w:rPr>
                <w:rFonts w:cs="Arial"/>
              </w:rPr>
              <w:t>5</w:t>
            </w:r>
          </w:p>
        </w:tc>
        <w:tc>
          <w:tcPr>
            <w:tcW w:w="2127" w:type="dxa"/>
            <w:vAlign w:val="center"/>
          </w:tcPr>
          <w:p w14:paraId="09850D46" w14:textId="77777777" w:rsidR="00B15E99" w:rsidRPr="00EF2F0E" w:rsidRDefault="00B15E99" w:rsidP="00A40339">
            <w:pPr>
              <w:pStyle w:val="TAC"/>
              <w:rPr>
                <w:rFonts w:cs="Arial"/>
              </w:rPr>
            </w:pPr>
            <w:r w:rsidRPr="00EF2F0E">
              <w:rPr>
                <w:rFonts w:cs="Arial"/>
              </w:rPr>
              <w:t>A1-2 in 3GPP 36.104 [8] Annex A.1</w:t>
            </w:r>
          </w:p>
        </w:tc>
        <w:tc>
          <w:tcPr>
            <w:tcW w:w="1684" w:type="dxa"/>
            <w:vAlign w:val="center"/>
          </w:tcPr>
          <w:p w14:paraId="09850D47" w14:textId="77777777" w:rsidR="00B15E99" w:rsidRPr="00EF2F0E" w:rsidRDefault="00B15E99" w:rsidP="00A40339">
            <w:pPr>
              <w:pStyle w:val="TAC"/>
              <w:rPr>
                <w:rFonts w:cs="Arial"/>
              </w:rPr>
            </w:pPr>
            <w:r w:rsidRPr="00EF2F0E">
              <w:rPr>
                <w:rFonts w:cs="Arial"/>
              </w:rPr>
              <w:t>-</w:t>
            </w:r>
            <w:r w:rsidRPr="00EF2F0E">
              <w:rPr>
                <w:rFonts w:cs="Arial"/>
                <w:lang w:eastAsia="zh-CN"/>
              </w:rPr>
              <w:t>92</w:t>
            </w:r>
            <w:r w:rsidRPr="00EF2F0E">
              <w:rPr>
                <w:rFonts w:cs="Arial"/>
              </w:rPr>
              <w:t>.0</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76" w:type="dxa"/>
            <w:vAlign w:val="center"/>
          </w:tcPr>
          <w:p w14:paraId="09850D48" w14:textId="77777777" w:rsidR="00B15E99" w:rsidRPr="00EF2F0E" w:rsidRDefault="00B15E99" w:rsidP="00A40339">
            <w:pPr>
              <w:pStyle w:val="TAC"/>
              <w:rPr>
                <w:rFonts w:cs="Arial"/>
                <w:lang w:eastAsia="zh-CN"/>
              </w:rPr>
            </w:pPr>
            <w:r w:rsidRPr="00EF2F0E">
              <w:rPr>
                <w:rFonts w:cs="Arial"/>
              </w:rPr>
              <w:t>-</w:t>
            </w:r>
            <w:r w:rsidRPr="00EF2F0E">
              <w:rPr>
                <w:rFonts w:cs="Arial"/>
                <w:lang w:eastAsia="zh-CN"/>
              </w:rPr>
              <w:t>73</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795" w:type="dxa"/>
          </w:tcPr>
          <w:p w14:paraId="09850D49" w14:textId="77777777" w:rsidR="00B15E99" w:rsidRPr="00EF2F0E" w:rsidRDefault="00B15E99" w:rsidP="00A40339">
            <w:pPr>
              <w:pStyle w:val="TAC"/>
              <w:rPr>
                <w:rFonts w:cs="Arial"/>
                <w:lang w:val="sv-SE"/>
              </w:rPr>
            </w:pPr>
            <w:r w:rsidRPr="00EF2F0E">
              <w:rPr>
                <w:rFonts w:cs="Arial"/>
                <w:lang w:val="sv-SE"/>
              </w:rPr>
              <w:t>5 MHz E-UTRA signal, 10 RBs</w:t>
            </w:r>
          </w:p>
        </w:tc>
      </w:tr>
      <w:tr w:rsidR="003401A4" w:rsidRPr="00EF2F0E" w14:paraId="09850D50" w14:textId="77777777" w:rsidTr="00A40339">
        <w:trPr>
          <w:jc w:val="center"/>
        </w:trPr>
        <w:tc>
          <w:tcPr>
            <w:tcW w:w="1266" w:type="dxa"/>
            <w:vAlign w:val="center"/>
          </w:tcPr>
          <w:p w14:paraId="09850D4B" w14:textId="77777777" w:rsidR="00B15E99" w:rsidRPr="00EF2F0E" w:rsidRDefault="00B15E99" w:rsidP="00A40339">
            <w:pPr>
              <w:pStyle w:val="TAC"/>
              <w:rPr>
                <w:rFonts w:cs="Arial"/>
              </w:rPr>
            </w:pPr>
            <w:r w:rsidRPr="00EF2F0E">
              <w:rPr>
                <w:rFonts w:cs="Arial"/>
              </w:rPr>
              <w:t>10</w:t>
            </w:r>
          </w:p>
        </w:tc>
        <w:tc>
          <w:tcPr>
            <w:tcW w:w="2127" w:type="dxa"/>
            <w:vAlign w:val="center"/>
          </w:tcPr>
          <w:p w14:paraId="09850D4C" w14:textId="77777777" w:rsidR="00B15E99" w:rsidRPr="00EF2F0E" w:rsidRDefault="00B15E99" w:rsidP="00B521A3">
            <w:pPr>
              <w:pStyle w:val="TAC"/>
              <w:rPr>
                <w:rFonts w:cs="Arial"/>
                <w:lang w:eastAsia="ko-KR"/>
              </w:rPr>
            </w:pPr>
            <w:r w:rsidRPr="00EF2F0E">
              <w:rPr>
                <w:rFonts w:cs="Arial"/>
              </w:rPr>
              <w:t>A1-3 in 3GPP 36.104 [8] Annex A.1</w:t>
            </w:r>
            <w:r w:rsidRPr="00EF2F0E">
              <w:rPr>
                <w:rFonts w:cs="Arial"/>
                <w:lang w:eastAsia="ko-KR"/>
              </w:rPr>
              <w:t xml:space="preserve"> (NOTE 3)</w:t>
            </w:r>
          </w:p>
        </w:tc>
        <w:tc>
          <w:tcPr>
            <w:tcW w:w="1684" w:type="dxa"/>
            <w:vAlign w:val="center"/>
          </w:tcPr>
          <w:p w14:paraId="09850D4D" w14:textId="77777777" w:rsidR="00B15E99" w:rsidRPr="00EF2F0E" w:rsidRDefault="00B15E99" w:rsidP="00861FF9">
            <w:pPr>
              <w:pStyle w:val="TAC"/>
              <w:rPr>
                <w:rFonts w:cs="Arial"/>
              </w:rPr>
            </w:pPr>
            <w:r w:rsidRPr="00EF2F0E">
              <w:rPr>
                <w:rFonts w:cs="Arial"/>
              </w:rPr>
              <w:t>-9</w:t>
            </w:r>
            <w:r w:rsidRPr="00EF2F0E">
              <w:rPr>
                <w:rFonts w:cs="Arial"/>
                <w:lang w:eastAsia="zh-CN"/>
              </w:rPr>
              <w:t>0</w:t>
            </w:r>
            <w:r w:rsidRPr="00EF2F0E">
              <w:rPr>
                <w:rFonts w:cs="Arial"/>
              </w:rPr>
              <w:t>.5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76" w:type="dxa"/>
            <w:vAlign w:val="center"/>
          </w:tcPr>
          <w:p w14:paraId="09850D4E" w14:textId="77777777" w:rsidR="00B15E99" w:rsidRPr="00EF2F0E" w:rsidRDefault="00B15E99" w:rsidP="00A40339">
            <w:pPr>
              <w:pStyle w:val="TAC"/>
              <w:rPr>
                <w:rFonts w:cs="Arial"/>
                <w:lang w:eastAsia="zh-CN"/>
              </w:rPr>
            </w:pPr>
            <w:r w:rsidRPr="00EF2F0E">
              <w:rPr>
                <w:rFonts w:cs="Arial"/>
              </w:rPr>
              <w:t>-</w:t>
            </w:r>
            <w:r w:rsidRPr="00EF2F0E">
              <w:rPr>
                <w:rFonts w:cs="Arial"/>
                <w:lang w:eastAsia="zh-CN"/>
              </w:rPr>
              <w:t>69</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795" w:type="dxa"/>
          </w:tcPr>
          <w:p w14:paraId="09850D4F" w14:textId="77777777" w:rsidR="00B15E99" w:rsidRPr="00EF2F0E" w:rsidRDefault="00B15E99" w:rsidP="00B521A3">
            <w:pPr>
              <w:pStyle w:val="TAC"/>
              <w:rPr>
                <w:rFonts w:cs="Arial"/>
              </w:rPr>
            </w:pPr>
            <w:r w:rsidRPr="00EF2F0E">
              <w:rPr>
                <w:rFonts w:cs="Arial"/>
                <w:lang w:val="sv-SE"/>
              </w:rPr>
              <w:t>10 MHz E-UTRA signal, 25 RBs</w:t>
            </w:r>
            <w:r w:rsidRPr="00EF2F0E">
              <w:rPr>
                <w:rFonts w:cs="Arial"/>
                <w:lang w:val="sv-SE" w:eastAsia="ko-KR"/>
              </w:rPr>
              <w:t xml:space="preserve"> (NOTE 3)</w:t>
            </w:r>
          </w:p>
        </w:tc>
      </w:tr>
      <w:tr w:rsidR="003401A4" w:rsidRPr="00EF2F0E" w14:paraId="09850D56" w14:textId="77777777" w:rsidTr="00A40339">
        <w:trPr>
          <w:jc w:val="center"/>
        </w:trPr>
        <w:tc>
          <w:tcPr>
            <w:tcW w:w="1266" w:type="dxa"/>
            <w:vAlign w:val="center"/>
          </w:tcPr>
          <w:p w14:paraId="09850D51" w14:textId="77777777" w:rsidR="00B15E99" w:rsidRPr="00EF2F0E" w:rsidRDefault="00B15E99" w:rsidP="00A40339">
            <w:pPr>
              <w:pStyle w:val="TAC"/>
              <w:rPr>
                <w:rFonts w:cs="Arial"/>
              </w:rPr>
            </w:pPr>
            <w:r w:rsidRPr="00EF2F0E">
              <w:rPr>
                <w:rFonts w:cs="Arial"/>
              </w:rPr>
              <w:t>15</w:t>
            </w:r>
          </w:p>
        </w:tc>
        <w:tc>
          <w:tcPr>
            <w:tcW w:w="2127" w:type="dxa"/>
            <w:vAlign w:val="center"/>
          </w:tcPr>
          <w:p w14:paraId="09850D52" w14:textId="77777777" w:rsidR="00B15E99" w:rsidRPr="00EF2F0E" w:rsidRDefault="00B15E99" w:rsidP="00A40339">
            <w:pPr>
              <w:pStyle w:val="TAC"/>
              <w:rPr>
                <w:rFonts w:cs="Arial"/>
                <w:lang w:eastAsia="ko-KR"/>
              </w:rPr>
            </w:pPr>
            <w:r w:rsidRPr="00EF2F0E">
              <w:rPr>
                <w:rFonts w:cs="Arial"/>
              </w:rPr>
              <w:t>A1-3 in 3GPP 36.104 [8] Annex A.1</w:t>
            </w:r>
            <w:r w:rsidRPr="00EF2F0E">
              <w:rPr>
                <w:rFonts w:cs="Arial"/>
                <w:lang w:eastAsia="ko-KR"/>
              </w:rPr>
              <w:t xml:space="preserve"> (NOTE 1)</w:t>
            </w:r>
          </w:p>
        </w:tc>
        <w:tc>
          <w:tcPr>
            <w:tcW w:w="1684" w:type="dxa"/>
            <w:vAlign w:val="center"/>
          </w:tcPr>
          <w:p w14:paraId="09850D53" w14:textId="77777777" w:rsidR="00B15E99" w:rsidRPr="00EF2F0E" w:rsidRDefault="00B15E99" w:rsidP="00A40339">
            <w:pPr>
              <w:pStyle w:val="TAC"/>
              <w:rPr>
                <w:rFonts w:cs="Arial"/>
              </w:rPr>
            </w:pPr>
            <w:r w:rsidRPr="00EF2F0E">
              <w:rPr>
                <w:rFonts w:cs="Arial"/>
              </w:rPr>
              <w:t>-9</w:t>
            </w:r>
            <w:r w:rsidRPr="00EF2F0E">
              <w:rPr>
                <w:rFonts w:cs="Arial"/>
                <w:lang w:eastAsia="zh-CN"/>
              </w:rPr>
              <w:t>0</w:t>
            </w:r>
            <w:r w:rsidRPr="00EF2F0E">
              <w:rPr>
                <w:rFonts w:cs="Arial"/>
              </w:rPr>
              <w:t>.5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76" w:type="dxa"/>
            <w:vAlign w:val="center"/>
          </w:tcPr>
          <w:p w14:paraId="09850D54" w14:textId="77777777" w:rsidR="00B15E99" w:rsidRPr="00EF2F0E" w:rsidRDefault="00B15E99" w:rsidP="00A40339">
            <w:pPr>
              <w:pStyle w:val="TAC"/>
              <w:rPr>
                <w:rFonts w:cs="Arial"/>
                <w:lang w:eastAsia="zh-CN"/>
              </w:rPr>
            </w:pPr>
            <w:r w:rsidRPr="00EF2F0E">
              <w:rPr>
                <w:rFonts w:cs="Arial"/>
              </w:rPr>
              <w:t>-</w:t>
            </w:r>
            <w:r w:rsidRPr="00EF2F0E">
              <w:rPr>
                <w:rFonts w:cs="Arial"/>
                <w:lang w:eastAsia="zh-CN"/>
              </w:rPr>
              <w:t>69</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795" w:type="dxa"/>
          </w:tcPr>
          <w:p w14:paraId="09850D55" w14:textId="77777777" w:rsidR="00B15E99" w:rsidRPr="00EF2F0E" w:rsidRDefault="00B15E99" w:rsidP="00A40339">
            <w:pPr>
              <w:pStyle w:val="TAC"/>
              <w:rPr>
                <w:rFonts w:cs="Arial"/>
                <w:lang w:val="sv-SE" w:eastAsia="ko-KR"/>
              </w:rPr>
            </w:pPr>
            <w:r w:rsidRPr="00EF2F0E">
              <w:rPr>
                <w:rFonts w:cs="Arial"/>
                <w:lang w:val="sv-SE"/>
              </w:rPr>
              <w:t>15 MHz E-UTRA signal, 25 RBs</w:t>
            </w:r>
            <w:r w:rsidRPr="00EF2F0E">
              <w:rPr>
                <w:rFonts w:cs="Arial"/>
                <w:lang w:val="sv-SE" w:eastAsia="ko-KR"/>
              </w:rPr>
              <w:t xml:space="preserve"> (NOTE 1)</w:t>
            </w:r>
          </w:p>
        </w:tc>
      </w:tr>
      <w:tr w:rsidR="003401A4" w:rsidRPr="00EF2F0E" w14:paraId="09850D5C" w14:textId="77777777" w:rsidTr="00A40339">
        <w:trPr>
          <w:jc w:val="center"/>
        </w:trPr>
        <w:tc>
          <w:tcPr>
            <w:tcW w:w="1266" w:type="dxa"/>
            <w:vAlign w:val="center"/>
          </w:tcPr>
          <w:p w14:paraId="09850D57" w14:textId="77777777" w:rsidR="00B15E99" w:rsidRPr="00EF2F0E" w:rsidRDefault="00B15E99" w:rsidP="00A40339">
            <w:pPr>
              <w:pStyle w:val="TAC"/>
              <w:rPr>
                <w:rFonts w:cs="Arial"/>
              </w:rPr>
            </w:pPr>
            <w:r w:rsidRPr="00EF2F0E">
              <w:rPr>
                <w:rFonts w:cs="Arial"/>
              </w:rPr>
              <w:t>20</w:t>
            </w:r>
          </w:p>
        </w:tc>
        <w:tc>
          <w:tcPr>
            <w:tcW w:w="2127" w:type="dxa"/>
            <w:vAlign w:val="center"/>
          </w:tcPr>
          <w:p w14:paraId="09850D58" w14:textId="77777777" w:rsidR="00B15E99" w:rsidRPr="00EF2F0E" w:rsidRDefault="00B15E99" w:rsidP="00B521A3">
            <w:pPr>
              <w:pStyle w:val="TAC"/>
              <w:rPr>
                <w:rFonts w:cs="Arial"/>
                <w:lang w:eastAsia="ko-KR"/>
              </w:rPr>
            </w:pPr>
            <w:r w:rsidRPr="00EF2F0E">
              <w:rPr>
                <w:rFonts w:cs="Arial"/>
              </w:rPr>
              <w:t>A1-3 in 3GPP 36.104 [8] Annex A.1</w:t>
            </w:r>
            <w:r w:rsidRPr="00EF2F0E">
              <w:rPr>
                <w:rFonts w:cs="Arial"/>
                <w:lang w:eastAsia="ko-KR"/>
              </w:rPr>
              <w:t xml:space="preserve"> (NOTE 1)</w:t>
            </w:r>
          </w:p>
        </w:tc>
        <w:tc>
          <w:tcPr>
            <w:tcW w:w="1684" w:type="dxa"/>
            <w:vAlign w:val="center"/>
          </w:tcPr>
          <w:p w14:paraId="09850D59" w14:textId="77777777" w:rsidR="00B15E99" w:rsidRPr="00EF2F0E" w:rsidRDefault="00B15E99" w:rsidP="00861FF9">
            <w:pPr>
              <w:pStyle w:val="TAC"/>
              <w:rPr>
                <w:rFonts w:cs="Arial"/>
              </w:rPr>
            </w:pPr>
            <w:r w:rsidRPr="00EF2F0E">
              <w:rPr>
                <w:rFonts w:cs="Arial"/>
              </w:rPr>
              <w:t>-9</w:t>
            </w:r>
            <w:r w:rsidRPr="00EF2F0E">
              <w:rPr>
                <w:rFonts w:cs="Arial"/>
                <w:lang w:eastAsia="zh-CN"/>
              </w:rPr>
              <w:t>0</w:t>
            </w:r>
            <w:r w:rsidRPr="00EF2F0E">
              <w:rPr>
                <w:rFonts w:cs="Arial"/>
              </w:rPr>
              <w:t>.5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76" w:type="dxa"/>
            <w:vAlign w:val="center"/>
          </w:tcPr>
          <w:p w14:paraId="09850D5A" w14:textId="77777777" w:rsidR="00B15E99" w:rsidRPr="00EF2F0E" w:rsidRDefault="00B15E99" w:rsidP="00861FF9">
            <w:pPr>
              <w:pStyle w:val="TAC"/>
              <w:rPr>
                <w:rFonts w:cs="Arial"/>
                <w:lang w:eastAsia="zh-CN"/>
              </w:rPr>
            </w:pPr>
            <w:r w:rsidRPr="00EF2F0E">
              <w:rPr>
                <w:rFonts w:cs="Arial"/>
              </w:rPr>
              <w:t>-</w:t>
            </w:r>
            <w:r w:rsidRPr="00EF2F0E">
              <w:rPr>
                <w:rFonts w:cs="Arial"/>
                <w:lang w:eastAsia="zh-CN"/>
              </w:rPr>
              <w:t>69</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795" w:type="dxa"/>
          </w:tcPr>
          <w:p w14:paraId="09850D5B" w14:textId="77777777" w:rsidR="00B15E99" w:rsidRPr="00EF2F0E" w:rsidRDefault="00B15E99" w:rsidP="00861FF9">
            <w:pPr>
              <w:pStyle w:val="TAC"/>
              <w:rPr>
                <w:rFonts w:cs="Arial"/>
                <w:lang w:eastAsia="ko-KR"/>
              </w:rPr>
            </w:pPr>
            <w:r w:rsidRPr="00EF2F0E">
              <w:rPr>
                <w:rFonts w:cs="Arial"/>
                <w:lang w:val="sv-SE"/>
              </w:rPr>
              <w:t>20 MHz E-UTRA signal, 25 RBs</w:t>
            </w:r>
            <w:r w:rsidRPr="00EF2F0E">
              <w:rPr>
                <w:rFonts w:cs="Arial"/>
                <w:lang w:val="sv-SE" w:eastAsia="ko-KR"/>
              </w:rPr>
              <w:t xml:space="preserve"> (NOTE 1)</w:t>
            </w:r>
          </w:p>
        </w:tc>
      </w:tr>
      <w:tr w:rsidR="00B15E99" w:rsidRPr="00EF2F0E" w14:paraId="09850D60" w14:textId="77777777" w:rsidTr="00A40339">
        <w:trPr>
          <w:jc w:val="center"/>
        </w:trPr>
        <w:tc>
          <w:tcPr>
            <w:tcW w:w="9448" w:type="dxa"/>
            <w:gridSpan w:val="5"/>
            <w:vAlign w:val="center"/>
          </w:tcPr>
          <w:p w14:paraId="09850D5D" w14:textId="77777777" w:rsidR="00B15E99" w:rsidRPr="00EF2F0E" w:rsidRDefault="00B15E99" w:rsidP="00A40339">
            <w:pPr>
              <w:pStyle w:val="TAN"/>
              <w:rPr>
                <w:rFonts w:cs="Arial"/>
                <w:vertAlign w:val="subscript"/>
                <w:lang w:eastAsia="zh-CN"/>
              </w:rPr>
            </w:pPr>
            <w:r w:rsidRPr="00EF2F0E">
              <w:rPr>
                <w:rFonts w:cs="Arial"/>
              </w:rPr>
              <w:t>NOTE</w:t>
            </w:r>
            <w:r w:rsidRPr="00EF2F0E">
              <w:rPr>
                <w:rFonts w:cs="Arial"/>
                <w:lang w:eastAsia="ko-KR"/>
              </w:rPr>
              <w:t xml:space="preserve"> 1</w:t>
            </w:r>
            <w:r w:rsidRPr="00EF2F0E">
              <w:rPr>
                <w:rFonts w:cs="Arial"/>
              </w:rPr>
              <w:t>:</w:t>
            </w:r>
            <w:r w:rsidRPr="00EF2F0E">
              <w:rPr>
                <w:rFonts w:cs="Arial"/>
              </w:rPr>
              <w:tab/>
              <w:t>Wanted and interfering signal are placed adjacently around F</w:t>
            </w:r>
            <w:r w:rsidRPr="00EF2F0E">
              <w:rPr>
                <w:rFonts w:cs="Arial"/>
                <w:vertAlign w:val="subscript"/>
              </w:rPr>
              <w:t>c</w:t>
            </w:r>
            <w:r w:rsidRPr="00EF2F0E">
              <w:rPr>
                <w:rFonts w:cs="Arial"/>
                <w:lang w:eastAsia="ko-KR"/>
              </w:rPr>
              <w:t>, t</w:t>
            </w:r>
            <w:r w:rsidRPr="00EF2F0E">
              <w:rPr>
                <w:rFonts w:cs="Arial"/>
                <w:lang w:eastAsia="zh-CN"/>
              </w:rPr>
              <w:t xml:space="preserve">his reference measurement channel </w:t>
            </w:r>
            <w:r w:rsidRPr="00EF2F0E">
              <w:rPr>
                <w:lang w:eastAsia="ko-KR"/>
              </w:rPr>
              <w:t>and interfering signal</w:t>
            </w:r>
            <w:r w:rsidRPr="00EF2F0E">
              <w:rPr>
                <w:rFonts w:cs="Arial"/>
                <w:lang w:eastAsia="zh-CN"/>
              </w:rPr>
              <w:t xml:space="preserve"> are not applied for Band 46</w:t>
            </w:r>
            <w:r w:rsidR="00B521A3" w:rsidRPr="00EF2F0E">
              <w:rPr>
                <w:rFonts w:cs="Arial"/>
                <w:lang w:eastAsia="zh-CN"/>
              </w:rPr>
              <w:t xml:space="preserve"> nor for Band 49</w:t>
            </w:r>
            <w:r w:rsidRPr="00EF2F0E">
              <w:rPr>
                <w:rFonts w:cs="Arial"/>
                <w:lang w:eastAsia="zh-CN"/>
              </w:rPr>
              <w:t>.</w:t>
            </w:r>
          </w:p>
          <w:p w14:paraId="09850D5E" w14:textId="77777777" w:rsidR="00B15E99" w:rsidRPr="00EF2F0E" w:rsidRDefault="00B15E99" w:rsidP="00A40339">
            <w:pPr>
              <w:pStyle w:val="TAN"/>
              <w:rPr>
                <w:rFonts w:cs="Arial"/>
                <w:lang w:eastAsia="zh-CN"/>
              </w:rPr>
            </w:pPr>
            <w:r w:rsidRPr="00EF2F0E">
              <w:rPr>
                <w:rFonts w:cs="Arial"/>
                <w:lang w:eastAsia="ko-KR"/>
              </w:rPr>
              <w:t>NOTE 2:</w:t>
            </w:r>
            <w:r w:rsidRPr="00EF2F0E">
              <w:rPr>
                <w:rFonts w:cs="Arial"/>
                <w:lang w:eastAsia="ko-KR"/>
              </w:rPr>
              <w:tab/>
            </w:r>
            <w:r w:rsidR="00B521A3" w:rsidRPr="00EF2F0E">
              <w:rPr>
                <w:rFonts w:cs="Arial"/>
                <w:lang w:eastAsia="ko-KR"/>
              </w:rPr>
              <w:t>Void</w:t>
            </w:r>
          </w:p>
          <w:p w14:paraId="09850D5F" w14:textId="77777777" w:rsidR="00B15E99" w:rsidRPr="00EF2F0E" w:rsidRDefault="00B15E99" w:rsidP="00A40339">
            <w:pPr>
              <w:pStyle w:val="TAN"/>
              <w:rPr>
                <w:rFonts w:cs="Arial"/>
              </w:rPr>
            </w:pPr>
            <w:r w:rsidRPr="00EF2F0E">
              <w:rPr>
                <w:rFonts w:cs="Arial"/>
                <w:lang w:eastAsia="ko-KR"/>
              </w:rPr>
              <w:t>NOTE 3:</w:t>
            </w:r>
            <w:r w:rsidRPr="00EF2F0E">
              <w:rPr>
                <w:rFonts w:cs="Arial"/>
                <w:lang w:eastAsia="ko-KR"/>
              </w:rPr>
              <w:tab/>
              <w:t>T</w:t>
            </w:r>
            <w:r w:rsidRPr="00EF2F0E">
              <w:rPr>
                <w:rFonts w:cs="Arial"/>
                <w:lang w:eastAsia="zh-CN"/>
              </w:rPr>
              <w:t xml:space="preserve">his reference measurement channel </w:t>
            </w:r>
            <w:r w:rsidRPr="00EF2F0E">
              <w:rPr>
                <w:lang w:eastAsia="ko-KR"/>
              </w:rPr>
              <w:t>and interfering signal</w:t>
            </w:r>
            <w:r w:rsidRPr="00EF2F0E">
              <w:rPr>
                <w:rFonts w:cs="Arial"/>
                <w:lang w:eastAsia="zh-CN"/>
              </w:rPr>
              <w:t xml:space="preserve"> are not applied for Band 46</w:t>
            </w:r>
            <w:r w:rsidR="00B521A3" w:rsidRPr="00EF2F0E">
              <w:rPr>
                <w:rFonts w:cs="Arial"/>
                <w:lang w:eastAsia="zh-CN"/>
              </w:rPr>
              <w:t xml:space="preserve"> nor for Band 49</w:t>
            </w:r>
            <w:r w:rsidRPr="00EF2F0E">
              <w:rPr>
                <w:rFonts w:cs="Arial"/>
                <w:lang w:eastAsia="zh-CN"/>
              </w:rPr>
              <w:t>.</w:t>
            </w:r>
          </w:p>
        </w:tc>
      </w:tr>
    </w:tbl>
    <w:p w14:paraId="09850D61" w14:textId="77777777" w:rsidR="00B15E99" w:rsidRPr="00EF2F0E" w:rsidRDefault="00B15E99" w:rsidP="00A40339">
      <w:pPr>
        <w:rPr>
          <w:lang w:eastAsia="zh-CN"/>
        </w:rPr>
      </w:pPr>
    </w:p>
    <w:p w14:paraId="09850D62" w14:textId="77777777" w:rsidR="00B15E99" w:rsidRPr="00EF2F0E" w:rsidRDefault="00B15E99" w:rsidP="007853C3">
      <w:pPr>
        <w:pStyle w:val="TH"/>
      </w:pPr>
      <w:r w:rsidRPr="00EF2F0E">
        <w:t xml:space="preserve">Table </w:t>
      </w:r>
      <w:r w:rsidRPr="00EF2F0E">
        <w:rPr>
          <w:rFonts w:cs="v5.0.0"/>
        </w:rPr>
        <w:t>10.9.4</w:t>
      </w:r>
      <w:r w:rsidRPr="00EF2F0E">
        <w:t xml:space="preserve">-3 </w:t>
      </w:r>
      <w:r w:rsidRPr="00EF2F0E">
        <w:rPr>
          <w:lang w:eastAsia="zh-CN"/>
        </w:rPr>
        <w:t xml:space="preserve">Medium Range </w:t>
      </w:r>
      <w:r w:rsidRPr="00EF2F0E">
        <w:t>BS in-channel selectivity for E-UTRA</w:t>
      </w: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2211"/>
        <w:gridCol w:w="1701"/>
        <w:gridCol w:w="1504"/>
        <w:gridCol w:w="2829"/>
      </w:tblGrid>
      <w:tr w:rsidR="003401A4" w:rsidRPr="00EF2F0E" w14:paraId="09850D69" w14:textId="77777777" w:rsidTr="00A40339">
        <w:trPr>
          <w:jc w:val="center"/>
        </w:trPr>
        <w:tc>
          <w:tcPr>
            <w:tcW w:w="1270" w:type="dxa"/>
            <w:vAlign w:val="center"/>
          </w:tcPr>
          <w:p w14:paraId="09850D63" w14:textId="77777777" w:rsidR="00B15E99" w:rsidRPr="00EF2F0E" w:rsidRDefault="00B15E99" w:rsidP="00A40339">
            <w:pPr>
              <w:pStyle w:val="TAH"/>
              <w:rPr>
                <w:rFonts w:cs="Arial"/>
                <w:lang w:val="sv-SE"/>
              </w:rPr>
            </w:pPr>
            <w:r w:rsidRPr="00EF2F0E">
              <w:rPr>
                <w:rFonts w:cs="Arial"/>
                <w:lang w:val="sv-SE"/>
              </w:rPr>
              <w:t>E-UTRA</w:t>
            </w:r>
          </w:p>
          <w:p w14:paraId="09850D64" w14:textId="77777777" w:rsidR="00B15E99" w:rsidRPr="00EF2F0E" w:rsidRDefault="00B15E99" w:rsidP="00A40339">
            <w:pPr>
              <w:pStyle w:val="TAH"/>
              <w:rPr>
                <w:rFonts w:cs="Arial"/>
                <w:lang w:val="sv-SE"/>
              </w:rPr>
            </w:pPr>
            <w:r w:rsidRPr="00EF2F0E">
              <w:rPr>
                <w:rFonts w:cs="Arial"/>
                <w:i/>
                <w:lang w:val="sv-SE"/>
              </w:rPr>
              <w:t>channel bandwidth</w:t>
            </w:r>
            <w:r w:rsidRPr="00EF2F0E">
              <w:rPr>
                <w:rFonts w:cs="Arial"/>
                <w:lang w:val="sv-SE"/>
              </w:rPr>
              <w:t xml:space="preserve"> [MHz]</w:t>
            </w:r>
          </w:p>
        </w:tc>
        <w:tc>
          <w:tcPr>
            <w:tcW w:w="2211" w:type="dxa"/>
            <w:vAlign w:val="center"/>
          </w:tcPr>
          <w:p w14:paraId="09850D65" w14:textId="77777777" w:rsidR="00B15E99" w:rsidRPr="00EF2F0E" w:rsidRDefault="00B15E99" w:rsidP="00A40339">
            <w:pPr>
              <w:pStyle w:val="TAH"/>
              <w:rPr>
                <w:rFonts w:cs="Arial"/>
              </w:rPr>
            </w:pPr>
            <w:r w:rsidRPr="00EF2F0E">
              <w:rPr>
                <w:rFonts w:cs="Arial"/>
              </w:rPr>
              <w:t>Reference measurement channel</w:t>
            </w:r>
          </w:p>
        </w:tc>
        <w:tc>
          <w:tcPr>
            <w:tcW w:w="1701" w:type="dxa"/>
            <w:vAlign w:val="center"/>
          </w:tcPr>
          <w:p w14:paraId="09850D66" w14:textId="77777777" w:rsidR="00B15E99" w:rsidRPr="00EF2F0E" w:rsidRDefault="00B15E99" w:rsidP="00A40339">
            <w:pPr>
              <w:pStyle w:val="TAH"/>
              <w:rPr>
                <w:rFonts w:cs="Arial"/>
              </w:rPr>
            </w:pPr>
            <w:r w:rsidRPr="00EF2F0E">
              <w:rPr>
                <w:rFonts w:cs="Arial"/>
              </w:rPr>
              <w:t>Wanted signal mean power [dBm]</w:t>
            </w:r>
          </w:p>
        </w:tc>
        <w:tc>
          <w:tcPr>
            <w:tcW w:w="1504" w:type="dxa"/>
            <w:vAlign w:val="center"/>
          </w:tcPr>
          <w:p w14:paraId="09850D67" w14:textId="77777777" w:rsidR="00B15E99" w:rsidRPr="00EF2F0E" w:rsidRDefault="00B15E99" w:rsidP="00A40339">
            <w:pPr>
              <w:pStyle w:val="TAH"/>
              <w:rPr>
                <w:rFonts w:cs="Arial"/>
              </w:rPr>
            </w:pPr>
            <w:r w:rsidRPr="00EF2F0E">
              <w:rPr>
                <w:rFonts w:cs="Arial"/>
              </w:rPr>
              <w:t xml:space="preserve">Interfering signal mean power [dBm] </w:t>
            </w:r>
          </w:p>
        </w:tc>
        <w:tc>
          <w:tcPr>
            <w:tcW w:w="2829" w:type="dxa"/>
            <w:vAlign w:val="center"/>
          </w:tcPr>
          <w:p w14:paraId="09850D68" w14:textId="77777777" w:rsidR="00B15E99" w:rsidRPr="00EF2F0E" w:rsidRDefault="00B15E99" w:rsidP="00A40339">
            <w:pPr>
              <w:pStyle w:val="TAH"/>
              <w:rPr>
                <w:rFonts w:cs="Arial"/>
              </w:rPr>
            </w:pPr>
            <w:r w:rsidRPr="00EF2F0E">
              <w:rPr>
                <w:rFonts w:cs="Arial"/>
              </w:rPr>
              <w:t>Type of interfering signal</w:t>
            </w:r>
          </w:p>
        </w:tc>
      </w:tr>
      <w:tr w:rsidR="003401A4" w:rsidRPr="00377E86" w14:paraId="09850D6F" w14:textId="77777777" w:rsidTr="00A40339">
        <w:trPr>
          <w:jc w:val="center"/>
        </w:trPr>
        <w:tc>
          <w:tcPr>
            <w:tcW w:w="1270" w:type="dxa"/>
            <w:vAlign w:val="center"/>
          </w:tcPr>
          <w:p w14:paraId="09850D6A" w14:textId="77777777" w:rsidR="00B15E99" w:rsidRPr="00EF2F0E" w:rsidRDefault="00B15E99" w:rsidP="00A40339">
            <w:pPr>
              <w:pStyle w:val="TAC"/>
              <w:rPr>
                <w:rFonts w:cs="Arial"/>
              </w:rPr>
            </w:pPr>
            <w:r w:rsidRPr="00EF2F0E">
              <w:rPr>
                <w:rFonts w:cs="Arial"/>
              </w:rPr>
              <w:t>1.4</w:t>
            </w:r>
          </w:p>
        </w:tc>
        <w:tc>
          <w:tcPr>
            <w:tcW w:w="2211" w:type="dxa"/>
            <w:vAlign w:val="center"/>
          </w:tcPr>
          <w:p w14:paraId="09850D6B" w14:textId="77777777" w:rsidR="00B15E99" w:rsidRPr="00EF2F0E" w:rsidRDefault="00B15E99" w:rsidP="00A40339">
            <w:pPr>
              <w:pStyle w:val="TAC"/>
              <w:rPr>
                <w:rFonts w:cs="Arial"/>
              </w:rPr>
            </w:pPr>
            <w:r w:rsidRPr="00EF2F0E">
              <w:rPr>
                <w:rFonts w:cs="Arial"/>
              </w:rPr>
              <w:t>A1-4 in 3GPP 36.104 [8] Annex A.1</w:t>
            </w:r>
          </w:p>
        </w:tc>
        <w:tc>
          <w:tcPr>
            <w:tcW w:w="1701" w:type="dxa"/>
            <w:vAlign w:val="center"/>
          </w:tcPr>
          <w:p w14:paraId="09850D6C" w14:textId="77777777" w:rsidR="00B15E99" w:rsidRPr="00EF2F0E" w:rsidRDefault="00B15E99" w:rsidP="00A40339">
            <w:pPr>
              <w:pStyle w:val="TAC"/>
              <w:rPr>
                <w:rFonts w:cs="Arial"/>
              </w:rPr>
            </w:pPr>
            <w:r w:rsidRPr="00EF2F0E">
              <w:rPr>
                <w:rFonts w:cs="Arial"/>
              </w:rPr>
              <w:t>-101.9</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04" w:type="dxa"/>
            <w:vAlign w:val="center"/>
          </w:tcPr>
          <w:p w14:paraId="09850D6D" w14:textId="77777777" w:rsidR="00B15E99" w:rsidRPr="00EF2F0E" w:rsidRDefault="00B15E99" w:rsidP="00A40339">
            <w:pPr>
              <w:pStyle w:val="TAC"/>
              <w:rPr>
                <w:rFonts w:cs="Arial"/>
              </w:rPr>
            </w:pPr>
            <w:r w:rsidRPr="00EF2F0E">
              <w:rPr>
                <w:rFonts w:cs="Arial"/>
              </w:rPr>
              <w:t>-82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829" w:type="dxa"/>
            <w:vAlign w:val="center"/>
          </w:tcPr>
          <w:p w14:paraId="09850D6E" w14:textId="77777777" w:rsidR="00B15E99" w:rsidRPr="00EF2F0E" w:rsidRDefault="00B15E99" w:rsidP="00A40339">
            <w:pPr>
              <w:pStyle w:val="TAC"/>
              <w:rPr>
                <w:rFonts w:cs="Arial"/>
                <w:lang w:val="sv-SE"/>
              </w:rPr>
            </w:pPr>
            <w:r w:rsidRPr="00EF2F0E">
              <w:rPr>
                <w:rFonts w:cs="Arial"/>
                <w:lang w:val="sv-SE"/>
              </w:rPr>
              <w:t>1.4 MHz E-UTRA signal, 3 RBs</w:t>
            </w:r>
          </w:p>
        </w:tc>
      </w:tr>
      <w:tr w:rsidR="003401A4" w:rsidRPr="00377E86" w14:paraId="09850D75" w14:textId="77777777" w:rsidTr="00A40339">
        <w:trPr>
          <w:jc w:val="center"/>
        </w:trPr>
        <w:tc>
          <w:tcPr>
            <w:tcW w:w="1270" w:type="dxa"/>
            <w:vAlign w:val="center"/>
          </w:tcPr>
          <w:p w14:paraId="09850D70" w14:textId="77777777" w:rsidR="00B15E99" w:rsidRPr="00EF2F0E" w:rsidRDefault="00B15E99" w:rsidP="00A40339">
            <w:pPr>
              <w:pStyle w:val="TAC"/>
              <w:rPr>
                <w:rFonts w:cs="Arial"/>
              </w:rPr>
            </w:pPr>
            <w:r w:rsidRPr="00EF2F0E">
              <w:rPr>
                <w:rFonts w:cs="Arial"/>
              </w:rPr>
              <w:t>3</w:t>
            </w:r>
          </w:p>
        </w:tc>
        <w:tc>
          <w:tcPr>
            <w:tcW w:w="2211" w:type="dxa"/>
            <w:vAlign w:val="center"/>
          </w:tcPr>
          <w:p w14:paraId="09850D71" w14:textId="77777777" w:rsidR="00B15E99" w:rsidRPr="00EF2F0E" w:rsidRDefault="00B15E99" w:rsidP="00A40339">
            <w:pPr>
              <w:pStyle w:val="TAC"/>
              <w:rPr>
                <w:rFonts w:cs="Arial"/>
              </w:rPr>
            </w:pPr>
            <w:r w:rsidRPr="00EF2F0E">
              <w:rPr>
                <w:rFonts w:cs="Arial"/>
              </w:rPr>
              <w:t>A1-5 in 3GPP 36.104 [8] Annex A.1</w:t>
            </w:r>
          </w:p>
        </w:tc>
        <w:tc>
          <w:tcPr>
            <w:tcW w:w="1701" w:type="dxa"/>
            <w:vAlign w:val="center"/>
          </w:tcPr>
          <w:p w14:paraId="09850D72" w14:textId="77777777" w:rsidR="00B15E99" w:rsidRPr="00EF2F0E" w:rsidRDefault="00B15E99" w:rsidP="00A40339">
            <w:pPr>
              <w:pStyle w:val="TAC"/>
              <w:rPr>
                <w:rFonts w:cs="Arial"/>
              </w:rPr>
            </w:pPr>
            <w:r w:rsidRPr="00EF2F0E">
              <w:rPr>
                <w:rFonts w:cs="Arial"/>
              </w:rPr>
              <w:t>-97.1</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04" w:type="dxa"/>
            <w:vAlign w:val="center"/>
          </w:tcPr>
          <w:p w14:paraId="09850D73" w14:textId="77777777" w:rsidR="00B15E99" w:rsidRPr="00EF2F0E" w:rsidRDefault="00B15E99" w:rsidP="00A40339">
            <w:pPr>
              <w:pStyle w:val="TAC"/>
              <w:rPr>
                <w:rFonts w:cs="Arial"/>
              </w:rPr>
            </w:pPr>
            <w:r w:rsidRPr="00EF2F0E">
              <w:rPr>
                <w:rFonts w:cs="Arial"/>
              </w:rPr>
              <w:t>-79</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829" w:type="dxa"/>
          </w:tcPr>
          <w:p w14:paraId="09850D74" w14:textId="77777777" w:rsidR="00B15E99" w:rsidRPr="00EF2F0E" w:rsidRDefault="00B15E99" w:rsidP="00A40339">
            <w:pPr>
              <w:pStyle w:val="TAC"/>
              <w:rPr>
                <w:rFonts w:cs="Arial"/>
                <w:lang w:val="sv-SE"/>
              </w:rPr>
            </w:pPr>
            <w:r w:rsidRPr="00EF2F0E">
              <w:rPr>
                <w:rFonts w:cs="Arial"/>
                <w:lang w:val="sv-SE"/>
              </w:rPr>
              <w:t>3 MHz E-UTRA signal, 6 RBs</w:t>
            </w:r>
          </w:p>
        </w:tc>
      </w:tr>
      <w:tr w:rsidR="003401A4" w:rsidRPr="00377E86" w14:paraId="09850D7B" w14:textId="77777777" w:rsidTr="00A40339">
        <w:trPr>
          <w:jc w:val="center"/>
        </w:trPr>
        <w:tc>
          <w:tcPr>
            <w:tcW w:w="1270" w:type="dxa"/>
            <w:vAlign w:val="center"/>
          </w:tcPr>
          <w:p w14:paraId="09850D76" w14:textId="77777777" w:rsidR="00B15E99" w:rsidRPr="00EF2F0E" w:rsidRDefault="00B15E99" w:rsidP="00A40339">
            <w:pPr>
              <w:pStyle w:val="TAC"/>
              <w:rPr>
                <w:rFonts w:cs="Arial"/>
              </w:rPr>
            </w:pPr>
            <w:r w:rsidRPr="00EF2F0E">
              <w:rPr>
                <w:rFonts w:cs="Arial"/>
              </w:rPr>
              <w:t>5</w:t>
            </w:r>
          </w:p>
        </w:tc>
        <w:tc>
          <w:tcPr>
            <w:tcW w:w="2211" w:type="dxa"/>
            <w:vAlign w:val="center"/>
          </w:tcPr>
          <w:p w14:paraId="09850D77" w14:textId="77777777" w:rsidR="00B15E99" w:rsidRPr="00EF2F0E" w:rsidRDefault="00B15E99" w:rsidP="00A40339">
            <w:pPr>
              <w:pStyle w:val="TAC"/>
              <w:rPr>
                <w:rFonts w:cs="Arial"/>
              </w:rPr>
            </w:pPr>
            <w:r w:rsidRPr="00EF2F0E">
              <w:rPr>
                <w:rFonts w:cs="Arial"/>
              </w:rPr>
              <w:t>A1-2 in 3GPP 36.104 [8] Annex A.1</w:t>
            </w:r>
          </w:p>
        </w:tc>
        <w:tc>
          <w:tcPr>
            <w:tcW w:w="1701" w:type="dxa"/>
            <w:vAlign w:val="center"/>
          </w:tcPr>
          <w:p w14:paraId="09850D78" w14:textId="77777777" w:rsidR="00B15E99" w:rsidRPr="00EF2F0E" w:rsidRDefault="00B15E99" w:rsidP="00A40339">
            <w:pPr>
              <w:pStyle w:val="TAC"/>
              <w:rPr>
                <w:rFonts w:cs="Arial"/>
              </w:rPr>
            </w:pPr>
            <w:r w:rsidRPr="00EF2F0E">
              <w:rPr>
                <w:rFonts w:cs="Arial"/>
              </w:rPr>
              <w:t>-95.0</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04" w:type="dxa"/>
            <w:vAlign w:val="center"/>
          </w:tcPr>
          <w:p w14:paraId="09850D79" w14:textId="77777777" w:rsidR="00B15E99" w:rsidRPr="00EF2F0E" w:rsidRDefault="00B15E99" w:rsidP="00A40339">
            <w:pPr>
              <w:pStyle w:val="TAC"/>
              <w:rPr>
                <w:rFonts w:cs="Arial"/>
              </w:rPr>
            </w:pPr>
            <w:r w:rsidRPr="00EF2F0E">
              <w:rPr>
                <w:rFonts w:cs="Arial"/>
              </w:rPr>
              <w:t>-76</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829" w:type="dxa"/>
          </w:tcPr>
          <w:p w14:paraId="09850D7A" w14:textId="77777777" w:rsidR="00B15E99" w:rsidRPr="00EF2F0E" w:rsidRDefault="00B15E99" w:rsidP="00A40339">
            <w:pPr>
              <w:pStyle w:val="TAC"/>
              <w:rPr>
                <w:rFonts w:cs="Arial"/>
                <w:lang w:val="sv-SE"/>
              </w:rPr>
            </w:pPr>
            <w:r w:rsidRPr="00EF2F0E">
              <w:rPr>
                <w:rFonts w:cs="Arial"/>
                <w:lang w:val="sv-SE"/>
              </w:rPr>
              <w:t>5 MHz E-UTRA signal, 10 RBs</w:t>
            </w:r>
          </w:p>
        </w:tc>
      </w:tr>
      <w:tr w:rsidR="003401A4" w:rsidRPr="00EF2F0E" w14:paraId="09850D85" w14:textId="77777777" w:rsidTr="00A40339">
        <w:trPr>
          <w:jc w:val="center"/>
        </w:trPr>
        <w:tc>
          <w:tcPr>
            <w:tcW w:w="1270" w:type="dxa"/>
            <w:vAlign w:val="center"/>
          </w:tcPr>
          <w:p w14:paraId="09850D7C" w14:textId="77777777" w:rsidR="00B15E99" w:rsidRPr="00EF2F0E" w:rsidRDefault="00B15E99" w:rsidP="00A40339">
            <w:pPr>
              <w:pStyle w:val="TAC"/>
              <w:rPr>
                <w:rFonts w:cs="Arial"/>
              </w:rPr>
            </w:pPr>
            <w:r w:rsidRPr="00EF2F0E">
              <w:rPr>
                <w:rFonts w:cs="Arial"/>
              </w:rPr>
              <w:t>10</w:t>
            </w:r>
          </w:p>
        </w:tc>
        <w:tc>
          <w:tcPr>
            <w:tcW w:w="2211" w:type="dxa"/>
            <w:vAlign w:val="center"/>
          </w:tcPr>
          <w:p w14:paraId="09850D7D" w14:textId="77777777" w:rsidR="00B15E99" w:rsidRPr="00EF2F0E" w:rsidRDefault="00B15E99" w:rsidP="00A40339">
            <w:pPr>
              <w:pStyle w:val="TAC"/>
              <w:rPr>
                <w:rFonts w:cs="Arial"/>
                <w:lang w:eastAsia="ko-KR"/>
              </w:rPr>
            </w:pPr>
            <w:r w:rsidRPr="00EF2F0E">
              <w:rPr>
                <w:rFonts w:cs="Arial"/>
              </w:rPr>
              <w:t>A1-3 in 3GPP 36.104 [8] Annex A.1</w:t>
            </w:r>
            <w:r w:rsidRPr="00EF2F0E">
              <w:rPr>
                <w:rFonts w:cs="Arial"/>
                <w:lang w:eastAsia="ko-KR"/>
              </w:rPr>
              <w:t xml:space="preserve"> (NOTE 3)</w:t>
            </w:r>
          </w:p>
          <w:p w14:paraId="09850D7E" w14:textId="77777777" w:rsidR="00B15E99" w:rsidRPr="00EF2F0E" w:rsidRDefault="00B15E99" w:rsidP="00A40339">
            <w:pPr>
              <w:pStyle w:val="TAC"/>
              <w:rPr>
                <w:rFonts w:cs="Arial"/>
                <w:lang w:eastAsia="ko-KR"/>
              </w:rPr>
            </w:pPr>
            <w:r w:rsidRPr="00EF2F0E">
              <w:rPr>
                <w:rFonts w:cs="Arial"/>
                <w:lang w:eastAsia="ko-KR"/>
              </w:rPr>
              <w:t>A1-</w:t>
            </w:r>
            <w:r w:rsidRPr="00EF2F0E">
              <w:rPr>
                <w:rFonts w:cs="Arial"/>
                <w:lang w:eastAsia="zh-CN"/>
              </w:rPr>
              <w:t>8</w:t>
            </w:r>
            <w:r w:rsidRPr="00EF2F0E">
              <w:rPr>
                <w:rFonts w:cs="Arial"/>
                <w:lang w:eastAsia="ko-KR"/>
              </w:rPr>
              <w:t xml:space="preserve"> in 3GPP 36.104 [8] Annex A.1 (NOTE 2)</w:t>
            </w:r>
          </w:p>
        </w:tc>
        <w:tc>
          <w:tcPr>
            <w:tcW w:w="1701" w:type="dxa"/>
            <w:vAlign w:val="center"/>
          </w:tcPr>
          <w:p w14:paraId="09850D7F" w14:textId="77777777" w:rsidR="00B15E99" w:rsidRPr="00EF2F0E" w:rsidRDefault="00B15E99" w:rsidP="00A40339">
            <w:pPr>
              <w:pStyle w:val="TAC"/>
              <w:rPr>
                <w:rFonts w:cs="Arial"/>
                <w:lang w:eastAsia="zh-CN"/>
              </w:rPr>
            </w:pPr>
            <w:r w:rsidRPr="00EF2F0E">
              <w:rPr>
                <w:rFonts w:cs="Arial"/>
              </w:rPr>
              <w:t>-93.5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p w14:paraId="09850D80" w14:textId="77777777" w:rsidR="00B15E99" w:rsidRPr="00EF2F0E" w:rsidRDefault="00B15E99" w:rsidP="00A40339">
            <w:pPr>
              <w:pStyle w:val="TAC"/>
              <w:rPr>
                <w:rFonts w:cs="Arial"/>
              </w:rPr>
            </w:pPr>
            <w:r w:rsidRPr="00EF2F0E">
              <w:rPr>
                <w:rFonts w:cs="Arial"/>
                <w:lang w:eastAsia="zh-CN"/>
              </w:rPr>
              <w:t>-96.2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04" w:type="dxa"/>
            <w:vAlign w:val="center"/>
          </w:tcPr>
          <w:p w14:paraId="09850D81" w14:textId="77777777" w:rsidR="00B15E99" w:rsidRPr="00EF2F0E" w:rsidRDefault="00B15E99" w:rsidP="00A40339">
            <w:pPr>
              <w:pStyle w:val="TAC"/>
              <w:rPr>
                <w:rFonts w:cs="Arial"/>
                <w:lang w:eastAsia="zh-CN"/>
              </w:rPr>
            </w:pPr>
            <w:r w:rsidRPr="00EF2F0E">
              <w:rPr>
                <w:rFonts w:cs="Arial"/>
              </w:rPr>
              <w:t>-72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p w14:paraId="09850D82" w14:textId="77777777" w:rsidR="00B15E99" w:rsidRPr="00EF2F0E" w:rsidRDefault="00B15E99" w:rsidP="00A40339">
            <w:pPr>
              <w:pStyle w:val="TAC"/>
              <w:rPr>
                <w:rFonts w:cs="Arial"/>
              </w:rPr>
            </w:pPr>
            <w:r w:rsidRPr="00EF2F0E">
              <w:rPr>
                <w:rFonts w:cs="Arial"/>
                <w:lang w:eastAsia="zh-CN"/>
              </w:rPr>
              <w:t>-74.8</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829" w:type="dxa"/>
          </w:tcPr>
          <w:p w14:paraId="09850D83" w14:textId="77777777" w:rsidR="00B15E99" w:rsidRPr="00EF2F0E" w:rsidRDefault="00B15E99" w:rsidP="00A40339">
            <w:pPr>
              <w:pStyle w:val="TAC"/>
              <w:rPr>
                <w:rFonts w:cs="Arial"/>
                <w:lang w:val="sv-SE" w:eastAsia="ko-KR"/>
              </w:rPr>
            </w:pPr>
            <w:r w:rsidRPr="00EF2F0E">
              <w:rPr>
                <w:rFonts w:cs="Arial"/>
                <w:lang w:val="sv-SE"/>
              </w:rPr>
              <w:t>10 MHz E-UTRA signal, 25 RBs</w:t>
            </w:r>
            <w:r w:rsidRPr="00EF2F0E">
              <w:rPr>
                <w:rFonts w:cs="Arial"/>
                <w:lang w:val="sv-SE" w:eastAsia="ko-KR"/>
              </w:rPr>
              <w:t xml:space="preserve"> (NOTE 3)</w:t>
            </w:r>
          </w:p>
          <w:p w14:paraId="09850D84" w14:textId="77777777" w:rsidR="00B15E99" w:rsidRPr="00EF2F0E" w:rsidRDefault="00B15E99" w:rsidP="00A40339">
            <w:pPr>
              <w:pStyle w:val="TAC"/>
              <w:rPr>
                <w:rFonts w:cs="Arial"/>
                <w:lang w:eastAsia="ko-KR"/>
              </w:rPr>
            </w:pPr>
            <w:r w:rsidRPr="00EF2F0E">
              <w:rPr>
                <w:rFonts w:cs="Arial"/>
                <w:lang w:eastAsia="zh-CN"/>
              </w:rPr>
              <w:t>1</w:t>
            </w:r>
            <w:r w:rsidRPr="00EF2F0E">
              <w:rPr>
                <w:rFonts w:cs="Arial"/>
                <w:lang w:eastAsia="ko-KR"/>
              </w:rPr>
              <w:t xml:space="preserve">0 MHz E-UTRA </w:t>
            </w:r>
            <w:r w:rsidRPr="00EF2F0E">
              <w:rPr>
                <w:rFonts w:cs="Arial"/>
                <w:lang w:eastAsia="zh-CN"/>
              </w:rPr>
              <w:t xml:space="preserve">interlace </w:t>
            </w:r>
            <w:r w:rsidRPr="00EF2F0E">
              <w:rPr>
                <w:rFonts w:cs="Arial"/>
                <w:lang w:eastAsia="ko-KR"/>
              </w:rPr>
              <w:t xml:space="preserve">signal, </w:t>
            </w:r>
            <w:r w:rsidRPr="00EF2F0E">
              <w:rPr>
                <w:rFonts w:cs="Arial"/>
                <w:lang w:eastAsia="zh-CN"/>
              </w:rPr>
              <w:t>10</w:t>
            </w:r>
            <w:r w:rsidRPr="00EF2F0E">
              <w:rPr>
                <w:rFonts w:cs="Arial"/>
                <w:lang w:eastAsia="ko-KR"/>
              </w:rPr>
              <w:t xml:space="preserve"> RBs (NOTE 2)</w:t>
            </w:r>
          </w:p>
        </w:tc>
      </w:tr>
      <w:tr w:rsidR="003401A4" w:rsidRPr="00EF2F0E" w14:paraId="09850D8B" w14:textId="77777777" w:rsidTr="00A40339">
        <w:trPr>
          <w:jc w:val="center"/>
        </w:trPr>
        <w:tc>
          <w:tcPr>
            <w:tcW w:w="1270" w:type="dxa"/>
            <w:vAlign w:val="center"/>
          </w:tcPr>
          <w:p w14:paraId="09850D86" w14:textId="77777777" w:rsidR="00B15E99" w:rsidRPr="00EF2F0E" w:rsidRDefault="00B15E99" w:rsidP="00A40339">
            <w:pPr>
              <w:pStyle w:val="TAC"/>
              <w:rPr>
                <w:rFonts w:cs="Arial"/>
              </w:rPr>
            </w:pPr>
            <w:r w:rsidRPr="00EF2F0E">
              <w:rPr>
                <w:rFonts w:cs="Arial"/>
              </w:rPr>
              <w:t>15</w:t>
            </w:r>
          </w:p>
        </w:tc>
        <w:tc>
          <w:tcPr>
            <w:tcW w:w="2211" w:type="dxa"/>
            <w:vAlign w:val="center"/>
          </w:tcPr>
          <w:p w14:paraId="09850D87" w14:textId="77777777" w:rsidR="00B15E99" w:rsidRPr="00EF2F0E" w:rsidRDefault="00B15E99" w:rsidP="00A40339">
            <w:pPr>
              <w:pStyle w:val="TAC"/>
              <w:rPr>
                <w:rFonts w:cs="Arial"/>
                <w:lang w:eastAsia="ko-KR"/>
              </w:rPr>
            </w:pPr>
            <w:r w:rsidRPr="00EF2F0E">
              <w:rPr>
                <w:rFonts w:cs="Arial"/>
              </w:rPr>
              <w:t>A1-3 in 3GPP 36.104 [8] Annex A.1</w:t>
            </w:r>
            <w:r w:rsidRPr="00EF2F0E">
              <w:rPr>
                <w:rFonts w:cs="Arial"/>
                <w:lang w:eastAsia="ko-KR"/>
              </w:rPr>
              <w:t xml:space="preserve"> (NOTE 1)</w:t>
            </w:r>
          </w:p>
        </w:tc>
        <w:tc>
          <w:tcPr>
            <w:tcW w:w="1701" w:type="dxa"/>
            <w:vAlign w:val="center"/>
          </w:tcPr>
          <w:p w14:paraId="09850D88" w14:textId="77777777" w:rsidR="00B15E99" w:rsidRPr="00EF2F0E" w:rsidRDefault="00B15E99" w:rsidP="00A40339">
            <w:pPr>
              <w:pStyle w:val="TAC"/>
              <w:rPr>
                <w:rFonts w:cs="Arial"/>
              </w:rPr>
            </w:pPr>
            <w:r w:rsidRPr="00EF2F0E">
              <w:rPr>
                <w:rFonts w:cs="Arial"/>
              </w:rPr>
              <w:t>-93.5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04" w:type="dxa"/>
            <w:vAlign w:val="center"/>
          </w:tcPr>
          <w:p w14:paraId="09850D89" w14:textId="77777777" w:rsidR="00B15E99" w:rsidRPr="00EF2F0E" w:rsidRDefault="00B15E99" w:rsidP="00A40339">
            <w:pPr>
              <w:pStyle w:val="TAC"/>
              <w:rPr>
                <w:rFonts w:cs="Arial"/>
              </w:rPr>
            </w:pPr>
            <w:r w:rsidRPr="00EF2F0E">
              <w:rPr>
                <w:rFonts w:cs="Arial"/>
              </w:rPr>
              <w:t>-72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829" w:type="dxa"/>
          </w:tcPr>
          <w:p w14:paraId="09850D8A" w14:textId="77777777" w:rsidR="00B15E99" w:rsidRPr="00EF2F0E" w:rsidRDefault="00B15E99" w:rsidP="00A40339">
            <w:pPr>
              <w:pStyle w:val="TAC"/>
              <w:rPr>
                <w:rFonts w:cs="Arial"/>
                <w:lang w:val="sv-SE" w:eastAsia="ko-KR"/>
              </w:rPr>
            </w:pPr>
            <w:r w:rsidRPr="00EF2F0E">
              <w:rPr>
                <w:rFonts w:cs="Arial"/>
                <w:lang w:val="sv-SE"/>
              </w:rPr>
              <w:t>15 MHz E-UTRA signal, 25 RBs</w:t>
            </w:r>
            <w:r w:rsidRPr="00EF2F0E">
              <w:rPr>
                <w:rFonts w:cs="Arial"/>
                <w:lang w:val="sv-SE" w:eastAsia="ko-KR"/>
              </w:rPr>
              <w:t xml:space="preserve"> (NOTE 1)</w:t>
            </w:r>
          </w:p>
        </w:tc>
      </w:tr>
      <w:tr w:rsidR="003401A4" w:rsidRPr="00EF2F0E" w14:paraId="09850D95" w14:textId="77777777" w:rsidTr="00A40339">
        <w:trPr>
          <w:jc w:val="center"/>
        </w:trPr>
        <w:tc>
          <w:tcPr>
            <w:tcW w:w="1270" w:type="dxa"/>
            <w:vAlign w:val="center"/>
          </w:tcPr>
          <w:p w14:paraId="09850D8C" w14:textId="77777777" w:rsidR="00B15E99" w:rsidRPr="00EF2F0E" w:rsidRDefault="00B15E99" w:rsidP="00A40339">
            <w:pPr>
              <w:pStyle w:val="TAC"/>
              <w:rPr>
                <w:rFonts w:cs="Arial"/>
              </w:rPr>
            </w:pPr>
            <w:r w:rsidRPr="00EF2F0E">
              <w:rPr>
                <w:rFonts w:cs="Arial"/>
              </w:rPr>
              <w:t>20</w:t>
            </w:r>
          </w:p>
        </w:tc>
        <w:tc>
          <w:tcPr>
            <w:tcW w:w="2211" w:type="dxa"/>
            <w:vAlign w:val="center"/>
          </w:tcPr>
          <w:p w14:paraId="09850D8D" w14:textId="77777777" w:rsidR="00B15E99" w:rsidRPr="00EF2F0E" w:rsidRDefault="00B15E99" w:rsidP="00A40339">
            <w:pPr>
              <w:pStyle w:val="TAC"/>
              <w:rPr>
                <w:rFonts w:cs="Arial"/>
                <w:lang w:eastAsia="ko-KR"/>
              </w:rPr>
            </w:pPr>
            <w:r w:rsidRPr="00EF2F0E">
              <w:rPr>
                <w:rFonts w:cs="Arial"/>
              </w:rPr>
              <w:t>A1-3 in 3GPP 36.104 [8] Annex A.1</w:t>
            </w:r>
            <w:r w:rsidRPr="00EF2F0E">
              <w:rPr>
                <w:rFonts w:cs="Arial"/>
                <w:lang w:eastAsia="ko-KR"/>
              </w:rPr>
              <w:t xml:space="preserve"> (NOTE 1)</w:t>
            </w:r>
          </w:p>
          <w:p w14:paraId="09850D8E" w14:textId="77777777" w:rsidR="00B15E99" w:rsidRPr="00EF2F0E" w:rsidRDefault="00B15E99" w:rsidP="00A40339">
            <w:pPr>
              <w:pStyle w:val="TAC"/>
              <w:rPr>
                <w:rFonts w:cs="Arial"/>
                <w:lang w:eastAsia="ko-KR"/>
              </w:rPr>
            </w:pPr>
            <w:r w:rsidRPr="00EF2F0E">
              <w:rPr>
                <w:rFonts w:cs="Arial"/>
                <w:lang w:eastAsia="ko-KR"/>
              </w:rPr>
              <w:t>A1-</w:t>
            </w:r>
            <w:r w:rsidRPr="00EF2F0E">
              <w:rPr>
                <w:rFonts w:cs="Arial"/>
                <w:lang w:eastAsia="zh-CN"/>
              </w:rPr>
              <w:t>9</w:t>
            </w:r>
            <w:r w:rsidRPr="00EF2F0E">
              <w:rPr>
                <w:rFonts w:cs="Arial"/>
                <w:lang w:eastAsia="ko-KR"/>
              </w:rPr>
              <w:t xml:space="preserve"> in 3GPP 36.104 [8] Annex A.1 (NOTE 2)</w:t>
            </w:r>
          </w:p>
        </w:tc>
        <w:tc>
          <w:tcPr>
            <w:tcW w:w="1701" w:type="dxa"/>
            <w:vAlign w:val="center"/>
          </w:tcPr>
          <w:p w14:paraId="09850D8F" w14:textId="77777777" w:rsidR="00B15E99" w:rsidRPr="00EF2F0E" w:rsidRDefault="00B15E99" w:rsidP="00A40339">
            <w:pPr>
              <w:pStyle w:val="TAC"/>
              <w:rPr>
                <w:rFonts w:cs="Arial"/>
                <w:lang w:eastAsia="zh-CN"/>
              </w:rPr>
            </w:pPr>
            <w:r w:rsidRPr="00EF2F0E">
              <w:rPr>
                <w:rFonts w:cs="Arial"/>
              </w:rPr>
              <w:t>-93.5</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p w14:paraId="09850D90" w14:textId="77777777" w:rsidR="00B15E99" w:rsidRPr="00EF2F0E" w:rsidRDefault="00B15E99" w:rsidP="00A40339">
            <w:pPr>
              <w:pStyle w:val="TAC"/>
              <w:rPr>
                <w:rFonts w:cs="Arial"/>
              </w:rPr>
            </w:pPr>
            <w:r w:rsidRPr="00EF2F0E">
              <w:rPr>
                <w:rFonts w:cs="Arial"/>
                <w:lang w:eastAsia="zh-CN"/>
              </w:rPr>
              <w:t>-96.2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1504" w:type="dxa"/>
            <w:vAlign w:val="center"/>
          </w:tcPr>
          <w:p w14:paraId="09850D91" w14:textId="77777777" w:rsidR="00B15E99" w:rsidRPr="00EF2F0E" w:rsidRDefault="00B15E99" w:rsidP="00A40339">
            <w:pPr>
              <w:pStyle w:val="TAC"/>
              <w:rPr>
                <w:rFonts w:cs="Arial"/>
                <w:lang w:eastAsia="zh-CN"/>
              </w:rPr>
            </w:pPr>
            <w:r w:rsidRPr="00EF2F0E">
              <w:rPr>
                <w:rFonts w:cs="Arial"/>
              </w:rPr>
              <w:t>-72</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p w14:paraId="09850D92" w14:textId="77777777" w:rsidR="00B15E99" w:rsidRPr="00EF2F0E" w:rsidRDefault="00B15E99" w:rsidP="00A40339">
            <w:pPr>
              <w:pStyle w:val="TAC"/>
              <w:rPr>
                <w:rFonts w:cs="Arial"/>
              </w:rPr>
            </w:pPr>
            <w:r w:rsidRPr="00EF2F0E">
              <w:rPr>
                <w:rFonts w:cs="Arial"/>
                <w:lang w:eastAsia="zh-CN"/>
              </w:rPr>
              <w:t>-74.8</w:t>
            </w:r>
            <w:r w:rsidRPr="00EF2F0E">
              <w:rPr>
                <w:rFonts w:cs="Arial"/>
                <w:szCs w:val="18"/>
              </w:rPr>
              <w:t xml:space="preserve"> </w:t>
            </w:r>
            <w:r w:rsidRPr="00EF2F0E">
              <w:rPr>
                <w:rFonts w:cs="Arial"/>
                <w:szCs w:val="18"/>
                <w:lang w:eastAsia="ja-JP"/>
              </w:rPr>
              <w:t xml:space="preserve">– </w:t>
            </w:r>
            <w:r w:rsidRPr="00EF2F0E">
              <w:rPr>
                <w:rFonts w:cs="Arial"/>
              </w:rPr>
              <w:t>Δ</w:t>
            </w:r>
            <w:r w:rsidRPr="00EF2F0E">
              <w:rPr>
                <w:rFonts w:cs="Arial"/>
                <w:vertAlign w:val="subscript"/>
              </w:rPr>
              <w:t>minSENS</w:t>
            </w:r>
          </w:p>
        </w:tc>
        <w:tc>
          <w:tcPr>
            <w:tcW w:w="2829" w:type="dxa"/>
          </w:tcPr>
          <w:p w14:paraId="09850D93" w14:textId="77777777" w:rsidR="00B15E99" w:rsidRPr="00EF2F0E" w:rsidRDefault="00B15E99" w:rsidP="00A40339">
            <w:pPr>
              <w:pStyle w:val="TAC"/>
              <w:rPr>
                <w:rFonts w:cs="Arial"/>
                <w:lang w:eastAsia="ko-KR"/>
              </w:rPr>
            </w:pPr>
            <w:r w:rsidRPr="00EF2F0E">
              <w:rPr>
                <w:rFonts w:cs="Arial"/>
              </w:rPr>
              <w:t>20 MHz E-UTRA signal, 25 RBs</w:t>
            </w:r>
            <w:r w:rsidRPr="00EF2F0E">
              <w:rPr>
                <w:rFonts w:cs="Arial"/>
                <w:lang w:eastAsia="ko-KR"/>
              </w:rPr>
              <w:t xml:space="preserve"> (NOTE 1)</w:t>
            </w:r>
          </w:p>
          <w:p w14:paraId="09850D94" w14:textId="77777777" w:rsidR="00B15E99" w:rsidRPr="00EF2F0E" w:rsidRDefault="00B15E99" w:rsidP="00A40339">
            <w:pPr>
              <w:pStyle w:val="TAC"/>
              <w:rPr>
                <w:rFonts w:cs="Arial"/>
                <w:lang w:eastAsia="ko-KR"/>
              </w:rPr>
            </w:pPr>
            <w:r w:rsidRPr="00EF2F0E">
              <w:rPr>
                <w:rFonts w:cs="Arial"/>
                <w:lang w:eastAsia="zh-CN"/>
              </w:rPr>
              <w:t>2</w:t>
            </w:r>
            <w:r w:rsidRPr="00EF2F0E">
              <w:rPr>
                <w:rFonts w:cs="Arial"/>
                <w:lang w:eastAsia="ko-KR"/>
              </w:rPr>
              <w:t xml:space="preserve">0 MHz E-UTRA </w:t>
            </w:r>
            <w:r w:rsidRPr="00EF2F0E">
              <w:rPr>
                <w:rFonts w:cs="Arial"/>
                <w:lang w:eastAsia="zh-CN"/>
              </w:rPr>
              <w:t xml:space="preserve">interlace </w:t>
            </w:r>
            <w:r w:rsidRPr="00EF2F0E">
              <w:rPr>
                <w:rFonts w:cs="Arial"/>
                <w:lang w:eastAsia="ko-KR"/>
              </w:rPr>
              <w:t xml:space="preserve">signal, </w:t>
            </w:r>
            <w:r w:rsidRPr="00EF2F0E">
              <w:rPr>
                <w:rFonts w:cs="Arial"/>
                <w:lang w:eastAsia="zh-CN"/>
              </w:rPr>
              <w:t>10</w:t>
            </w:r>
            <w:r w:rsidRPr="00EF2F0E">
              <w:rPr>
                <w:rFonts w:cs="Arial"/>
                <w:lang w:eastAsia="ko-KR"/>
              </w:rPr>
              <w:t xml:space="preserve"> RBs (NOTE 2)</w:t>
            </w:r>
          </w:p>
        </w:tc>
      </w:tr>
      <w:tr w:rsidR="00B15E99" w:rsidRPr="00EF2F0E" w14:paraId="09850D99" w14:textId="77777777" w:rsidTr="00A40339">
        <w:trPr>
          <w:jc w:val="center"/>
        </w:trPr>
        <w:tc>
          <w:tcPr>
            <w:tcW w:w="9515" w:type="dxa"/>
            <w:gridSpan w:val="5"/>
            <w:vAlign w:val="center"/>
          </w:tcPr>
          <w:p w14:paraId="09850D96" w14:textId="77777777" w:rsidR="00B15E99" w:rsidRPr="00EF2F0E" w:rsidRDefault="00B15E99" w:rsidP="00A40339">
            <w:pPr>
              <w:pStyle w:val="TAN"/>
              <w:rPr>
                <w:rFonts w:cs="Arial"/>
                <w:vertAlign w:val="subscript"/>
                <w:lang w:eastAsia="zh-CN"/>
              </w:rPr>
            </w:pPr>
            <w:r w:rsidRPr="00EF2F0E">
              <w:rPr>
                <w:rFonts w:cs="Arial"/>
                <w:lang w:eastAsia="ja-JP"/>
              </w:rPr>
              <w:t>NOTE</w:t>
            </w:r>
            <w:r w:rsidRPr="00EF2F0E">
              <w:rPr>
                <w:rFonts w:cs="Arial"/>
                <w:lang w:eastAsia="ko-KR"/>
              </w:rPr>
              <w:t xml:space="preserve"> 1</w:t>
            </w:r>
            <w:r w:rsidRPr="00EF2F0E">
              <w:rPr>
                <w:rFonts w:cs="Arial"/>
                <w:lang w:eastAsia="ja-JP"/>
              </w:rPr>
              <w:t>:</w:t>
            </w:r>
            <w:r w:rsidR="006E5225" w:rsidRPr="00EF2F0E">
              <w:rPr>
                <w:rFonts w:cs="Arial"/>
                <w:lang w:eastAsia="ja-JP"/>
              </w:rPr>
              <w:tab/>
            </w:r>
            <w:r w:rsidRPr="00EF2F0E">
              <w:rPr>
                <w:rFonts w:cs="Arial"/>
                <w:lang w:eastAsia="ja-JP"/>
              </w:rPr>
              <w:t>Wanted and interfering signal are placed adjacently around F</w:t>
            </w:r>
            <w:r w:rsidRPr="00EF2F0E">
              <w:rPr>
                <w:rFonts w:cs="Arial"/>
                <w:vertAlign w:val="subscript"/>
                <w:lang w:eastAsia="ja-JP"/>
              </w:rPr>
              <w:t>c</w:t>
            </w:r>
            <w:r w:rsidRPr="00EF2F0E">
              <w:rPr>
                <w:rFonts w:cs="Arial"/>
                <w:lang w:eastAsia="ko-KR"/>
              </w:rPr>
              <w:t>, t</w:t>
            </w:r>
            <w:r w:rsidRPr="00EF2F0E">
              <w:rPr>
                <w:rFonts w:cs="Arial"/>
                <w:lang w:eastAsia="zh-CN"/>
              </w:rPr>
              <w:t xml:space="preserve">his reference measurement channel </w:t>
            </w:r>
            <w:r w:rsidRPr="00EF2F0E">
              <w:rPr>
                <w:lang w:eastAsia="ko-KR"/>
              </w:rPr>
              <w:t>and interfering signal are</w:t>
            </w:r>
            <w:r w:rsidRPr="00EF2F0E">
              <w:rPr>
                <w:rFonts w:cs="Arial"/>
                <w:lang w:eastAsia="zh-CN"/>
              </w:rPr>
              <w:t xml:space="preserve"> not applied for Band 46.</w:t>
            </w:r>
          </w:p>
          <w:p w14:paraId="09850D97" w14:textId="77777777" w:rsidR="00B15E99" w:rsidRPr="00EF2F0E" w:rsidRDefault="00B15E99" w:rsidP="00A40339">
            <w:pPr>
              <w:pStyle w:val="TAN"/>
              <w:rPr>
                <w:rFonts w:cs="Arial"/>
                <w:lang w:eastAsia="zh-CN"/>
              </w:rPr>
            </w:pPr>
            <w:r w:rsidRPr="00EF2F0E">
              <w:rPr>
                <w:rFonts w:cs="Arial"/>
                <w:lang w:eastAsia="ko-KR"/>
              </w:rPr>
              <w:t>NOTE 2:</w:t>
            </w:r>
            <w:r w:rsidRPr="00EF2F0E">
              <w:rPr>
                <w:rFonts w:cs="Arial"/>
                <w:lang w:eastAsia="ko-KR"/>
              </w:rPr>
              <w:tab/>
              <w:t xml:space="preserve">Wanted and interfering signal </w:t>
            </w:r>
            <w:r w:rsidRPr="00EF2F0E">
              <w:rPr>
                <w:lang w:eastAsia="ko-KR"/>
              </w:rPr>
              <w:t>interlaces are mirrored</w:t>
            </w:r>
            <w:r w:rsidRPr="00EF2F0E">
              <w:rPr>
                <w:rFonts w:cs="Arial"/>
                <w:lang w:eastAsia="ko-KR"/>
              </w:rPr>
              <w:t xml:space="preserve"> around F</w:t>
            </w:r>
            <w:r w:rsidRPr="00EF2F0E">
              <w:rPr>
                <w:rFonts w:cs="Arial"/>
                <w:vertAlign w:val="subscript"/>
                <w:lang w:eastAsia="ko-KR"/>
              </w:rPr>
              <w:t>c</w:t>
            </w:r>
            <w:r w:rsidRPr="00EF2F0E">
              <w:rPr>
                <w:rFonts w:cs="Arial"/>
                <w:lang w:eastAsia="zh-CN"/>
              </w:rPr>
              <w:t>, this reference measurement channel</w:t>
            </w:r>
            <w:r w:rsidRPr="00EF2F0E">
              <w:rPr>
                <w:lang w:eastAsia="ko-KR"/>
              </w:rPr>
              <w:t xml:space="preserve"> and interfering signal are</w:t>
            </w:r>
            <w:r w:rsidRPr="00EF2F0E">
              <w:rPr>
                <w:rFonts w:cs="Arial"/>
                <w:lang w:eastAsia="zh-CN"/>
              </w:rPr>
              <w:t xml:space="preserve"> only applied for Band 46.</w:t>
            </w:r>
          </w:p>
          <w:p w14:paraId="09850D98" w14:textId="77777777" w:rsidR="00B15E99" w:rsidRPr="00EF2F0E" w:rsidRDefault="00B15E99" w:rsidP="00A40339">
            <w:pPr>
              <w:pStyle w:val="TAN"/>
              <w:rPr>
                <w:rFonts w:cs="Arial"/>
                <w:lang w:eastAsia="ja-JP"/>
              </w:rPr>
            </w:pPr>
            <w:r w:rsidRPr="00EF2F0E">
              <w:rPr>
                <w:rFonts w:cs="Arial"/>
                <w:lang w:eastAsia="ko-KR"/>
              </w:rPr>
              <w:t>NOTE 3:</w:t>
            </w:r>
            <w:r w:rsidRPr="00EF2F0E">
              <w:rPr>
                <w:rFonts w:cs="Arial"/>
                <w:lang w:eastAsia="ko-KR"/>
              </w:rPr>
              <w:tab/>
              <w:t>T</w:t>
            </w:r>
            <w:r w:rsidRPr="00EF2F0E">
              <w:rPr>
                <w:rFonts w:cs="Arial"/>
                <w:lang w:eastAsia="zh-CN"/>
              </w:rPr>
              <w:t>his reference measurement channel</w:t>
            </w:r>
            <w:r w:rsidRPr="00EF2F0E">
              <w:rPr>
                <w:lang w:eastAsia="ko-KR"/>
              </w:rPr>
              <w:t xml:space="preserve"> and interfering signal</w:t>
            </w:r>
            <w:r w:rsidRPr="00EF2F0E">
              <w:rPr>
                <w:rFonts w:cs="Arial"/>
                <w:lang w:eastAsia="zh-CN"/>
              </w:rPr>
              <w:t xml:space="preserve"> are not applied for Band 46.</w:t>
            </w:r>
          </w:p>
        </w:tc>
      </w:tr>
    </w:tbl>
    <w:p w14:paraId="09850D9A" w14:textId="77777777" w:rsidR="00B15E99" w:rsidRPr="00EF2F0E" w:rsidRDefault="00B15E99" w:rsidP="00A40339">
      <w:pPr>
        <w:rPr>
          <w:lang w:eastAsia="en-GB"/>
        </w:rPr>
      </w:pPr>
    </w:p>
    <w:p w14:paraId="09850D9B" w14:textId="77777777" w:rsidR="00FB41C0" w:rsidRPr="00EF2F0E" w:rsidRDefault="00FB41C0" w:rsidP="00FB41C0">
      <w:pPr>
        <w:pStyle w:val="Heading1"/>
      </w:pPr>
      <w:bookmarkStart w:id="5565" w:name="_Toc21096192"/>
      <w:bookmarkStart w:id="5566" w:name="_Toc29763391"/>
      <w:bookmarkStart w:id="5567" w:name="_Toc45869676"/>
      <w:bookmarkStart w:id="5568" w:name="_Toc52554929"/>
      <w:bookmarkStart w:id="5569" w:name="_Toc52555399"/>
      <w:bookmarkStart w:id="5570" w:name="_Toc61112631"/>
      <w:bookmarkStart w:id="5571" w:name="_Toc67911783"/>
      <w:bookmarkStart w:id="5572" w:name="_Toc74843258"/>
      <w:bookmarkStart w:id="5573" w:name="_Toc76503641"/>
      <w:bookmarkStart w:id="5574" w:name="_Toc83041084"/>
      <w:bookmarkStart w:id="5575" w:name="_Toc89852127"/>
      <w:bookmarkStart w:id="5576" w:name="_Toc98676481"/>
      <w:r w:rsidRPr="00EF2F0E">
        <w:t>11</w:t>
      </w:r>
      <w:r w:rsidRPr="00EF2F0E">
        <w:tab/>
        <w:t xml:space="preserve">Radiated </w:t>
      </w:r>
      <w:r w:rsidR="00F834F9" w:rsidRPr="00EF2F0E">
        <w:t>p</w:t>
      </w:r>
      <w:r w:rsidRPr="00EF2F0E">
        <w:t>erformance requirements</w:t>
      </w:r>
      <w:bookmarkEnd w:id="5565"/>
      <w:bookmarkEnd w:id="5566"/>
      <w:bookmarkEnd w:id="5567"/>
      <w:bookmarkEnd w:id="5568"/>
      <w:bookmarkEnd w:id="5569"/>
      <w:bookmarkEnd w:id="5570"/>
      <w:bookmarkEnd w:id="5571"/>
      <w:bookmarkEnd w:id="5572"/>
      <w:bookmarkEnd w:id="5573"/>
      <w:bookmarkEnd w:id="5574"/>
      <w:bookmarkEnd w:id="5575"/>
      <w:bookmarkEnd w:id="5576"/>
    </w:p>
    <w:p w14:paraId="09850D9C" w14:textId="77777777" w:rsidR="00FB41C0" w:rsidRPr="00EF2F0E" w:rsidRDefault="00FB41C0" w:rsidP="00FB41C0">
      <w:pPr>
        <w:pStyle w:val="Heading2"/>
        <w:ind w:left="0" w:firstLine="0"/>
      </w:pPr>
      <w:bookmarkStart w:id="5577" w:name="_Toc21096193"/>
      <w:bookmarkStart w:id="5578" w:name="_Toc29763392"/>
      <w:bookmarkStart w:id="5579" w:name="_Toc45869677"/>
      <w:bookmarkStart w:id="5580" w:name="_Toc52554930"/>
      <w:bookmarkStart w:id="5581" w:name="_Toc52555400"/>
      <w:bookmarkStart w:id="5582" w:name="_Toc61112632"/>
      <w:bookmarkStart w:id="5583" w:name="_Toc67911784"/>
      <w:bookmarkStart w:id="5584" w:name="_Toc74843259"/>
      <w:bookmarkStart w:id="5585" w:name="_Toc76503642"/>
      <w:bookmarkStart w:id="5586" w:name="_Toc83041085"/>
      <w:bookmarkStart w:id="5587" w:name="_Toc89852128"/>
      <w:bookmarkStart w:id="5588" w:name="_Toc98676482"/>
      <w:r w:rsidRPr="00EF2F0E">
        <w:t>11.1</w:t>
      </w:r>
      <w:r w:rsidRPr="00EF2F0E">
        <w:tab/>
        <w:t>General</w:t>
      </w:r>
      <w:bookmarkEnd w:id="5577"/>
      <w:bookmarkEnd w:id="5578"/>
      <w:bookmarkEnd w:id="5579"/>
      <w:bookmarkEnd w:id="5580"/>
      <w:bookmarkEnd w:id="5581"/>
      <w:bookmarkEnd w:id="5582"/>
      <w:bookmarkEnd w:id="5583"/>
      <w:bookmarkEnd w:id="5584"/>
      <w:bookmarkEnd w:id="5585"/>
      <w:bookmarkEnd w:id="5586"/>
      <w:bookmarkEnd w:id="5587"/>
      <w:bookmarkEnd w:id="5588"/>
    </w:p>
    <w:p w14:paraId="09850D9D" w14:textId="77777777" w:rsidR="00FB41C0" w:rsidRPr="00EF2F0E" w:rsidRDefault="00FB41C0" w:rsidP="00FB41C0">
      <w:pPr>
        <w:pStyle w:val="Heading3"/>
        <w:ind w:left="0" w:firstLine="0"/>
      </w:pPr>
      <w:bookmarkStart w:id="5589" w:name="_Toc21096194"/>
      <w:bookmarkStart w:id="5590" w:name="_Toc29763393"/>
      <w:bookmarkStart w:id="5591" w:name="_Toc45869678"/>
      <w:bookmarkStart w:id="5592" w:name="_Toc52554931"/>
      <w:bookmarkStart w:id="5593" w:name="_Toc52555401"/>
      <w:bookmarkStart w:id="5594" w:name="_Toc61112633"/>
      <w:bookmarkStart w:id="5595" w:name="_Toc67911785"/>
      <w:bookmarkStart w:id="5596" w:name="_Toc74843260"/>
      <w:bookmarkStart w:id="5597" w:name="_Toc76503643"/>
      <w:bookmarkStart w:id="5598" w:name="_Toc83041086"/>
      <w:bookmarkStart w:id="5599" w:name="_Toc89852129"/>
      <w:bookmarkStart w:id="5600" w:name="_Toc98676483"/>
      <w:r w:rsidRPr="00EF2F0E">
        <w:t>11.1.1</w:t>
      </w:r>
      <w:r w:rsidRPr="00EF2F0E">
        <w:tab/>
        <w:t xml:space="preserve">OTA </w:t>
      </w:r>
      <w:r w:rsidR="00F834F9" w:rsidRPr="00EF2F0E">
        <w:t>d</w:t>
      </w:r>
      <w:r w:rsidRPr="00EF2F0E">
        <w:t xml:space="preserve">emodulation </w:t>
      </w:r>
      <w:r w:rsidR="00F834F9" w:rsidRPr="00EF2F0E">
        <w:t>b</w:t>
      </w:r>
      <w:r w:rsidRPr="00EF2F0E">
        <w:t>ranches</w:t>
      </w:r>
      <w:bookmarkEnd w:id="5589"/>
      <w:bookmarkEnd w:id="5590"/>
      <w:bookmarkEnd w:id="5591"/>
      <w:bookmarkEnd w:id="5592"/>
      <w:bookmarkEnd w:id="5593"/>
      <w:bookmarkEnd w:id="5594"/>
      <w:bookmarkEnd w:id="5595"/>
      <w:bookmarkEnd w:id="5596"/>
      <w:bookmarkEnd w:id="5597"/>
      <w:bookmarkEnd w:id="5598"/>
      <w:bookmarkEnd w:id="5599"/>
      <w:bookmarkEnd w:id="5600"/>
    </w:p>
    <w:p w14:paraId="09850D9E" w14:textId="77777777" w:rsidR="00F834F9" w:rsidRPr="00EF2F0E" w:rsidRDefault="00FB41C0" w:rsidP="00FB41C0">
      <w:pPr>
        <w:rPr>
          <w:i/>
          <w:lang w:val="en-US" w:eastAsia="zh-CN"/>
        </w:rPr>
      </w:pPr>
      <w:r w:rsidRPr="00EF2F0E">
        <w:rPr>
          <w:lang w:val="en-US" w:eastAsia="zh-CN"/>
        </w:rPr>
        <w:t xml:space="preserve">OTA performance requirements are only specified for </w:t>
      </w:r>
      <w:r w:rsidR="00F834F9" w:rsidRPr="00EF2F0E">
        <w:rPr>
          <w:lang w:val="en-US" w:eastAsia="zh-CN"/>
        </w:rPr>
        <w:t xml:space="preserve">up to </w:t>
      </w:r>
      <w:r w:rsidRPr="00EF2F0E">
        <w:rPr>
          <w:lang w:val="en-US" w:eastAsia="zh-CN"/>
        </w:rPr>
        <w:t xml:space="preserve">2 </w:t>
      </w:r>
      <w:r w:rsidRPr="00EF2F0E">
        <w:rPr>
          <w:i/>
          <w:lang w:val="en-US" w:eastAsia="zh-CN"/>
        </w:rPr>
        <w:t>demodulation branches</w:t>
      </w:r>
      <w:r w:rsidR="00F834F9" w:rsidRPr="00EF2F0E">
        <w:rPr>
          <w:i/>
          <w:lang w:val="en-US" w:eastAsia="zh-CN"/>
        </w:rPr>
        <w:t>.</w:t>
      </w:r>
    </w:p>
    <w:p w14:paraId="09850D9F" w14:textId="77777777" w:rsidR="00FB41C0" w:rsidRPr="00EF2F0E" w:rsidRDefault="00F834F9" w:rsidP="00FB41C0">
      <w:pPr>
        <w:rPr>
          <w:lang w:val="en-US" w:eastAsia="zh-CN"/>
        </w:rPr>
      </w:pPr>
      <w:r w:rsidRPr="00EF2F0E">
        <w:rPr>
          <w:lang w:val="en-US" w:eastAsia="zh-CN"/>
        </w:rPr>
        <w:t>I</w:t>
      </w:r>
      <w:r w:rsidR="00FB41C0" w:rsidRPr="00EF2F0E">
        <w:rPr>
          <w:lang w:val="en-US" w:eastAsia="zh-CN"/>
        </w:rPr>
        <w:t xml:space="preserve">f the </w:t>
      </w:r>
      <w:r w:rsidRPr="00EF2F0E">
        <w:rPr>
          <w:lang w:val="en-US" w:eastAsia="zh-CN"/>
        </w:rPr>
        <w:t xml:space="preserve">OTA </w:t>
      </w:r>
      <w:r w:rsidR="00FB41C0" w:rsidRPr="00EF2F0E">
        <w:rPr>
          <w:lang w:val="en-US" w:eastAsia="zh-CN"/>
        </w:rPr>
        <w:t>AAS BS uses polari</w:t>
      </w:r>
      <w:r w:rsidRPr="00EF2F0E">
        <w:rPr>
          <w:lang w:val="en-US" w:eastAsia="zh-CN"/>
        </w:rPr>
        <w:t>z</w:t>
      </w:r>
      <w:r w:rsidR="00FB41C0" w:rsidRPr="00EF2F0E">
        <w:rPr>
          <w:lang w:val="en-US" w:eastAsia="zh-CN"/>
        </w:rPr>
        <w:t xml:space="preserve">ation diversity and has the ability to maintain isolation between the signals for each of the </w:t>
      </w:r>
      <w:r w:rsidR="00FB41C0" w:rsidRPr="00EF2F0E">
        <w:rPr>
          <w:i/>
          <w:lang w:val="en-US" w:eastAsia="zh-CN"/>
        </w:rPr>
        <w:t>demodulation branches</w:t>
      </w:r>
      <w:r w:rsidRPr="00EF2F0E">
        <w:rPr>
          <w:lang w:val="en-US" w:eastAsia="zh-CN"/>
        </w:rPr>
        <w:t xml:space="preserve">, then OTA performance requirements can be tested for up to two </w:t>
      </w:r>
      <w:r w:rsidRPr="00EF2F0E">
        <w:rPr>
          <w:i/>
          <w:lang w:val="en-US" w:eastAsia="zh-CN"/>
        </w:rPr>
        <w:t>demodulation branches</w:t>
      </w:r>
      <w:r w:rsidRPr="00EF2F0E">
        <w:rPr>
          <w:lang w:val="en-US" w:eastAsia="zh-CN"/>
        </w:rPr>
        <w:t xml:space="preserve">. When tested for two </w:t>
      </w:r>
      <w:r w:rsidRPr="00EF2F0E">
        <w:rPr>
          <w:i/>
          <w:lang w:val="en-US" w:eastAsia="zh-CN"/>
        </w:rPr>
        <w:t>demodulation branches</w:t>
      </w:r>
      <w:r w:rsidRPr="00EF2F0E">
        <w:rPr>
          <w:lang w:val="en-US" w:eastAsia="zh-CN"/>
        </w:rPr>
        <w:t>, each demodulation branch maps to one polarization</w:t>
      </w:r>
      <w:r w:rsidR="00FB41C0" w:rsidRPr="00EF2F0E">
        <w:rPr>
          <w:lang w:val="en-US" w:eastAsia="zh-CN"/>
        </w:rPr>
        <w:t>.</w:t>
      </w:r>
    </w:p>
    <w:p w14:paraId="09850DA0" w14:textId="77777777" w:rsidR="00FB41C0" w:rsidRPr="00EF2F0E" w:rsidRDefault="00FB41C0" w:rsidP="00FB41C0">
      <w:pPr>
        <w:rPr>
          <w:lang w:val="en-US" w:eastAsia="zh-CN"/>
        </w:rPr>
      </w:pPr>
      <w:r w:rsidRPr="00EF2F0E">
        <w:rPr>
          <w:lang w:val="en-US" w:eastAsia="zh-CN"/>
        </w:rPr>
        <w:t xml:space="preserve">If the </w:t>
      </w:r>
      <w:r w:rsidR="00F834F9" w:rsidRPr="00EF2F0E">
        <w:rPr>
          <w:lang w:val="en-US" w:eastAsia="zh-CN"/>
        </w:rPr>
        <w:t xml:space="preserve">OTA </w:t>
      </w:r>
      <w:r w:rsidRPr="00EF2F0E">
        <w:rPr>
          <w:lang w:val="en-US" w:eastAsia="zh-CN"/>
        </w:rPr>
        <w:t>AAS BS does not use polari</w:t>
      </w:r>
      <w:r w:rsidR="00F834F9" w:rsidRPr="00EF2F0E">
        <w:rPr>
          <w:lang w:val="en-US" w:eastAsia="zh-CN"/>
        </w:rPr>
        <w:t>z</w:t>
      </w:r>
      <w:r w:rsidRPr="00EF2F0E">
        <w:rPr>
          <w:lang w:val="en-US" w:eastAsia="zh-CN"/>
        </w:rPr>
        <w:t xml:space="preserve">ation diversity then </w:t>
      </w:r>
      <w:r w:rsidR="00F834F9" w:rsidRPr="00EF2F0E">
        <w:rPr>
          <w:lang w:val="en-US" w:eastAsia="zh-CN"/>
        </w:rPr>
        <w:t xml:space="preserve">OTA </w:t>
      </w:r>
      <w:r w:rsidRPr="00EF2F0E">
        <w:rPr>
          <w:lang w:val="en-US" w:eastAsia="zh-CN"/>
        </w:rPr>
        <w:t xml:space="preserve">performance requirements </w:t>
      </w:r>
      <w:r w:rsidR="00F834F9" w:rsidRPr="00EF2F0E">
        <w:rPr>
          <w:lang w:val="en-US" w:eastAsia="zh-CN"/>
        </w:rPr>
        <w:t xml:space="preserve">can </w:t>
      </w:r>
      <w:r w:rsidRPr="00EF2F0E">
        <w:rPr>
          <w:lang w:val="en-US" w:eastAsia="zh-CN"/>
        </w:rPr>
        <w:t xml:space="preserve">only </w:t>
      </w:r>
      <w:r w:rsidR="00F834F9" w:rsidRPr="00EF2F0E">
        <w:rPr>
          <w:lang w:val="en-US" w:eastAsia="zh-CN"/>
        </w:rPr>
        <w:t>be tested for</w:t>
      </w:r>
      <w:r w:rsidRPr="00EF2F0E">
        <w:rPr>
          <w:lang w:val="en-US" w:eastAsia="zh-CN"/>
        </w:rPr>
        <w:t xml:space="preserve"> a single </w:t>
      </w:r>
      <w:r w:rsidRPr="00EF2F0E">
        <w:rPr>
          <w:i/>
          <w:lang w:val="en-US" w:eastAsia="zh-CN"/>
        </w:rPr>
        <w:t>demodulation branch</w:t>
      </w:r>
      <w:r w:rsidR="00F834F9" w:rsidRPr="00EF2F0E">
        <w:rPr>
          <w:i/>
          <w:lang w:val="en-US" w:eastAsia="zh-CN"/>
        </w:rPr>
        <w:t>.</w:t>
      </w:r>
    </w:p>
    <w:p w14:paraId="09850DA1" w14:textId="77777777" w:rsidR="00FB41C0" w:rsidRPr="00EF2F0E" w:rsidRDefault="00FB41C0" w:rsidP="00FB41C0">
      <w:pPr>
        <w:pStyle w:val="Heading3"/>
        <w:ind w:left="0" w:firstLine="0"/>
      </w:pPr>
      <w:bookmarkStart w:id="5601" w:name="_Toc21096195"/>
      <w:bookmarkStart w:id="5602" w:name="_Toc29763394"/>
      <w:bookmarkStart w:id="5603" w:name="_Toc45869679"/>
      <w:bookmarkStart w:id="5604" w:name="_Toc52554932"/>
      <w:bookmarkStart w:id="5605" w:name="_Toc52555402"/>
      <w:bookmarkStart w:id="5606" w:name="_Toc61112634"/>
      <w:bookmarkStart w:id="5607" w:name="_Toc67911786"/>
      <w:bookmarkStart w:id="5608" w:name="_Toc74843261"/>
      <w:bookmarkStart w:id="5609" w:name="_Toc76503644"/>
      <w:bookmarkStart w:id="5610" w:name="_Toc83041087"/>
      <w:bookmarkStart w:id="5611" w:name="_Toc89852130"/>
      <w:bookmarkStart w:id="5612" w:name="_Toc98676484"/>
      <w:r w:rsidRPr="00EF2F0E">
        <w:t>11.1.2</w:t>
      </w:r>
      <w:r w:rsidRPr="00EF2F0E">
        <w:tab/>
        <w:t>UTRA operation</w:t>
      </w:r>
      <w:bookmarkEnd w:id="5601"/>
      <w:bookmarkEnd w:id="5602"/>
      <w:bookmarkEnd w:id="5603"/>
      <w:bookmarkEnd w:id="5604"/>
      <w:bookmarkEnd w:id="5605"/>
      <w:bookmarkEnd w:id="5606"/>
      <w:bookmarkEnd w:id="5607"/>
      <w:bookmarkEnd w:id="5608"/>
      <w:bookmarkEnd w:id="5609"/>
      <w:bookmarkEnd w:id="5610"/>
      <w:bookmarkEnd w:id="5611"/>
      <w:bookmarkEnd w:id="5612"/>
    </w:p>
    <w:p w14:paraId="09850DA2" w14:textId="77777777" w:rsidR="00FB41C0" w:rsidRPr="00EF2F0E" w:rsidRDefault="00FB41C0" w:rsidP="00FB41C0">
      <w:r w:rsidRPr="00EF2F0E">
        <w:t xml:space="preserve">Performance requirements for </w:t>
      </w:r>
      <w:r w:rsidRPr="00EF2F0E">
        <w:rPr>
          <w:i/>
        </w:rPr>
        <w:t>single RAT UTRA operation</w:t>
      </w:r>
      <w:r w:rsidRPr="00EF2F0E">
        <w:t xml:space="preserve"> in FDD are specified for the measurement channels defined in 3GPP TS 25.104 [2]. The requirements only apply to those measurement channels that are supported by AAS BS. For FRC8 in 3GPP TS 25.104 [2] the non E-DPCCH boosting and E-DPCCH boosting requirement only apply for the option supported by the AAS BS. The performance requirements for the high speed train scenarios defined in 3GPP TS 25.104 [2] are optional.</w:t>
      </w:r>
    </w:p>
    <w:p w14:paraId="09850DA3" w14:textId="77777777" w:rsidR="00FB41C0" w:rsidRPr="00EF2F0E" w:rsidRDefault="00FB41C0" w:rsidP="00FB41C0">
      <w:r w:rsidRPr="00EF2F0E">
        <w:t>Unless stated otherwise, performance requirements apply for a single cell only. Performance requirements for an AAS BS supporting UTRA FDD DC-HSUPA or DB-DC-HSUPA and UTRA TDD MC_HSUPA are defined in terms of single carrier requirements. For FDD operation the requirements in clause 11 shall be met with the transmitter unit(s) associated with the RIB in the operating band ON.</w:t>
      </w:r>
    </w:p>
    <w:p w14:paraId="09850DA4" w14:textId="77777777" w:rsidR="00FB41C0" w:rsidRPr="00EF2F0E" w:rsidRDefault="00FB41C0" w:rsidP="00FB41C0">
      <w:pPr>
        <w:pStyle w:val="NO"/>
      </w:pPr>
      <w:r w:rsidRPr="00EF2F0E">
        <w:t>NOTE:</w:t>
      </w:r>
      <w:r w:rsidRPr="00EF2F0E">
        <w:tab/>
        <w:t xml:space="preserve">In normal operating conditions the </w:t>
      </w:r>
      <w:r w:rsidRPr="00EF2F0E">
        <w:rPr>
          <w:i/>
        </w:rPr>
        <w:t>transceiver units</w:t>
      </w:r>
      <w:r w:rsidRPr="00EF2F0E">
        <w:t xml:space="preserve"> in UTRA FDD operation are configured to transmit and receive at the same time. The transmitter unit(s) associated with the RIB may be OFF for some of the tests as specified in 3GPP TS 37.145 [13].</w:t>
      </w:r>
    </w:p>
    <w:p w14:paraId="09850DA5" w14:textId="77777777" w:rsidR="00FB41C0" w:rsidRPr="00EF2F0E" w:rsidRDefault="00FB41C0" w:rsidP="00FB41C0">
      <w:r w:rsidRPr="00EF2F0E">
        <w:t xml:space="preserve">In the referred UTRA specifications and in this </w:t>
      </w:r>
      <w:r w:rsidR="0044667C" w:rsidRPr="00EF2F0E">
        <w:t>clause</w:t>
      </w:r>
      <w:r w:rsidRPr="00EF2F0E">
        <w:t xml:space="preserve">, the term BS with RX diversity refers to performance requirements for two </w:t>
      </w:r>
      <w:r w:rsidRPr="00EF2F0E">
        <w:rPr>
          <w:i/>
        </w:rPr>
        <w:t>demodulation branches</w:t>
      </w:r>
      <w:r w:rsidRPr="00EF2F0E">
        <w:t xml:space="preserve">, and BS without RX diversity refers to performance requirements for one </w:t>
      </w:r>
      <w:r w:rsidRPr="00EF2F0E">
        <w:rPr>
          <w:i/>
        </w:rPr>
        <w:t>demodulation branch</w:t>
      </w:r>
      <w:r w:rsidRPr="00EF2F0E">
        <w:t>.</w:t>
      </w:r>
    </w:p>
    <w:p w14:paraId="09850DA6" w14:textId="77777777" w:rsidR="00FB41C0" w:rsidRPr="00EF2F0E" w:rsidRDefault="00FB41C0" w:rsidP="00FB41C0">
      <w:r w:rsidRPr="00EF2F0E">
        <w:t>For AAS BS with RX diversity, only the BS performance requirements with RX diversity apply, the required E</w:t>
      </w:r>
      <w:r w:rsidRPr="00EF2F0E">
        <w:rPr>
          <w:rFonts w:ascii="(Utiliser une police de caractè" w:hAnsi="(Utiliser une police de caractè"/>
          <w:vertAlign w:val="subscript"/>
        </w:rPr>
        <w:t>b</w:t>
      </w:r>
      <w:r w:rsidRPr="00EF2F0E">
        <w:t>/N</w:t>
      </w:r>
      <w:r w:rsidRPr="00EF2F0E">
        <w:rPr>
          <w:rFonts w:ascii="(Utiliser une police de caractè" w:hAnsi="(Utiliser une police de caractè"/>
          <w:vertAlign w:val="subscript"/>
        </w:rPr>
        <w:t xml:space="preserve">0 </w:t>
      </w:r>
      <w:r w:rsidRPr="00EF2F0E">
        <w:rPr>
          <w:rFonts w:ascii="(Utiliser une police de caractè" w:hAnsi="(Utiliser une police de caractè"/>
        </w:rPr>
        <w:t xml:space="preserve">for UTRA FDD and </w:t>
      </w:r>
      <w:r w:rsidRPr="00EF2F0E">
        <w:rPr>
          <w:rFonts w:cs="v4.2.0"/>
        </w:rPr>
        <w:t>Î</w:t>
      </w:r>
      <w:r w:rsidRPr="00EF2F0E">
        <w:rPr>
          <w:rFonts w:cs="v4.2.0"/>
          <w:vertAlign w:val="subscript"/>
        </w:rPr>
        <w:t>or</w:t>
      </w:r>
      <w:r w:rsidRPr="00EF2F0E">
        <w:rPr>
          <w:rFonts w:cs="v4.2.0"/>
        </w:rPr>
        <w:t>/I</w:t>
      </w:r>
      <w:r w:rsidRPr="00EF2F0E">
        <w:rPr>
          <w:rFonts w:cs="v4.2.0"/>
          <w:vertAlign w:val="subscript"/>
        </w:rPr>
        <w:t>oc</w:t>
      </w:r>
      <w:r w:rsidRPr="00EF2F0E">
        <w:rPr>
          <w:rFonts w:cs="v4.2.0"/>
        </w:rPr>
        <w:t xml:space="preserve"> for UTRA TDD </w:t>
      </w:r>
      <w:r w:rsidRPr="00EF2F0E">
        <w:t xml:space="preserve">shall be applied separately for each </w:t>
      </w:r>
      <w:r w:rsidRPr="00EF2F0E">
        <w:rPr>
          <w:i/>
        </w:rPr>
        <w:t>demodulation branch</w:t>
      </w:r>
      <w:r w:rsidRPr="00EF2F0E">
        <w:t>.</w:t>
      </w:r>
    </w:p>
    <w:p w14:paraId="09850DA7" w14:textId="77777777" w:rsidR="00FB41C0" w:rsidRPr="00EF2F0E" w:rsidRDefault="00FB41C0" w:rsidP="00FB41C0">
      <w:pPr>
        <w:rPr>
          <w:lang w:eastAsia="zh-CN" w:bidi="he-IL"/>
        </w:rPr>
      </w:pPr>
      <w:r w:rsidRPr="00EF2F0E">
        <w:rPr>
          <w:lang w:eastAsia="zh-CN" w:bidi="he-IL"/>
        </w:rPr>
        <w:t xml:space="preserve">For AAS BS without RX diversity, only the BS performance requirements without RX diversity apply. </w:t>
      </w:r>
      <w:r w:rsidRPr="00EF2F0E">
        <w:t>The required E</w:t>
      </w:r>
      <w:r w:rsidRPr="00EF2F0E">
        <w:rPr>
          <w:rFonts w:ascii="(Utiliser une police de caractè" w:hAnsi="(Utiliser une police de caractè"/>
          <w:vertAlign w:val="subscript"/>
        </w:rPr>
        <w:t>b</w:t>
      </w:r>
      <w:r w:rsidRPr="00EF2F0E">
        <w:t>/N</w:t>
      </w:r>
      <w:r w:rsidRPr="00EF2F0E">
        <w:rPr>
          <w:rFonts w:ascii="(Utiliser une police de caractè" w:hAnsi="(Utiliser une police de caractè"/>
          <w:vertAlign w:val="subscript"/>
        </w:rPr>
        <w:t xml:space="preserve">0 </w:t>
      </w:r>
      <w:r w:rsidRPr="00EF2F0E">
        <w:rPr>
          <w:rFonts w:ascii="(Utiliser une police de caractè" w:hAnsi="(Utiliser une police de caractè"/>
        </w:rPr>
        <w:t xml:space="preserve">for UTRA FDD and </w:t>
      </w:r>
      <w:r w:rsidRPr="00EF2F0E">
        <w:rPr>
          <w:rFonts w:cs="v4.2.0"/>
        </w:rPr>
        <w:t>Î</w:t>
      </w:r>
      <w:r w:rsidRPr="00EF2F0E">
        <w:rPr>
          <w:rFonts w:cs="v4.2.0"/>
          <w:vertAlign w:val="subscript"/>
        </w:rPr>
        <w:t>or</w:t>
      </w:r>
      <w:r w:rsidRPr="00EF2F0E">
        <w:rPr>
          <w:rFonts w:cs="v4.2.0"/>
        </w:rPr>
        <w:t>/I</w:t>
      </w:r>
      <w:r w:rsidRPr="00EF2F0E">
        <w:rPr>
          <w:rFonts w:cs="v4.2.0"/>
          <w:vertAlign w:val="subscript"/>
        </w:rPr>
        <w:t>oc</w:t>
      </w:r>
      <w:r w:rsidRPr="00EF2F0E">
        <w:rPr>
          <w:rFonts w:cs="v4.2.0"/>
        </w:rPr>
        <w:t xml:space="preserve"> for UTRA TDD </w:t>
      </w:r>
      <w:r w:rsidRPr="00EF2F0E">
        <w:t xml:space="preserve">shall be applied for each AAS BS </w:t>
      </w:r>
      <w:r w:rsidRPr="00EF2F0E">
        <w:rPr>
          <w:i/>
        </w:rPr>
        <w:t>demodulation branch</w:t>
      </w:r>
      <w:r w:rsidRPr="00EF2F0E">
        <w:rPr>
          <w:lang w:eastAsia="zh-CN" w:bidi="he-IL"/>
        </w:rPr>
        <w:t>.</w:t>
      </w:r>
    </w:p>
    <w:p w14:paraId="09850DA8" w14:textId="77777777" w:rsidR="00FB41C0" w:rsidRPr="00EF2F0E" w:rsidRDefault="00FB41C0" w:rsidP="00FB41C0">
      <w:r w:rsidRPr="00EF2F0E">
        <w:t>The E</w:t>
      </w:r>
      <w:r w:rsidRPr="00EF2F0E">
        <w:rPr>
          <w:rFonts w:ascii="(Utiliser une police de caractè" w:hAnsi="(Utiliser une police de caractè"/>
          <w:vertAlign w:val="subscript"/>
        </w:rPr>
        <w:t>b</w:t>
      </w:r>
      <w:r w:rsidRPr="00EF2F0E">
        <w:t>/N</w:t>
      </w:r>
      <w:r w:rsidRPr="00EF2F0E">
        <w:rPr>
          <w:rFonts w:ascii="(Utiliser une police de caractè" w:hAnsi="(Utiliser une police de caractè"/>
          <w:vertAlign w:val="subscript"/>
        </w:rPr>
        <w:t>0</w:t>
      </w:r>
      <w:r w:rsidRPr="00EF2F0E">
        <w:t xml:space="preserve"> used for UTRA FDD is defined as:</w:t>
      </w:r>
    </w:p>
    <w:p w14:paraId="09850DA9" w14:textId="77777777" w:rsidR="00FB41C0" w:rsidRPr="00EF2F0E" w:rsidRDefault="00FB41C0" w:rsidP="00FB41C0">
      <w:pPr>
        <w:pStyle w:val="EQ"/>
        <w:rPr>
          <w:rFonts w:cs="v5.0.0"/>
          <w:noProof w:val="0"/>
        </w:rPr>
      </w:pPr>
      <w:r w:rsidRPr="00EF2F0E">
        <w:rPr>
          <w:rFonts w:cs="v5.0.0"/>
          <w:noProof w:val="0"/>
        </w:rPr>
        <w:tab/>
      </w:r>
      <w:r w:rsidRPr="00EF2F0E">
        <w:rPr>
          <w:rFonts w:cs="v5.0.0"/>
          <w:noProof w:val="0"/>
          <w:position w:val="-30"/>
        </w:rPr>
        <w:object w:dxaOrig="1960" w:dyaOrig="720" w14:anchorId="09851215">
          <v:shape id="_x0000_i1118" type="#_x0000_t75" style="width:98.25pt;height:36pt" o:ole="" fillcolor="window">
            <v:imagedata r:id="rId86" o:title=""/>
          </v:shape>
          <o:OLEObject Type="Embed" ProgID="Equation.3" ShapeID="_x0000_i1118" DrawAspect="Content" ObjectID="_1717663640" r:id="rId191"/>
        </w:object>
      </w:r>
    </w:p>
    <w:p w14:paraId="09850DAA" w14:textId="77777777" w:rsidR="00FB41C0" w:rsidRPr="00EF2F0E" w:rsidRDefault="00FB41C0" w:rsidP="00FB41C0">
      <w:pPr>
        <w:rPr>
          <w:rFonts w:cs="v5.0.0"/>
        </w:rPr>
      </w:pPr>
      <w:r w:rsidRPr="00EF2F0E">
        <w:rPr>
          <w:rFonts w:cs="v5.0.0"/>
        </w:rPr>
        <w:t>Where:</w:t>
      </w:r>
    </w:p>
    <w:p w14:paraId="09850DAB" w14:textId="77777777" w:rsidR="00FB41C0" w:rsidRPr="00EF2F0E" w:rsidRDefault="00FB41C0" w:rsidP="00FB41C0">
      <w:pPr>
        <w:pStyle w:val="EW"/>
      </w:pPr>
      <w:r w:rsidRPr="00EF2F0E">
        <w:rPr>
          <w:position w:val="-12"/>
        </w:rPr>
        <w:object w:dxaOrig="300" w:dyaOrig="360" w14:anchorId="09851216">
          <v:shape id="_x0000_i1119" type="#_x0000_t75" style="width:15.25pt;height:18.3pt" o:ole="" fillcolor="window">
            <v:imagedata r:id="rId88" o:title=""/>
          </v:shape>
          <o:OLEObject Type="Embed" ProgID="Equation.3" ShapeID="_x0000_i1119" DrawAspect="Content" ObjectID="_1717663641" r:id="rId192"/>
        </w:object>
      </w:r>
      <w:r w:rsidRPr="00EF2F0E">
        <w:t xml:space="preserve"> is the received total energy of DPDCH, DPCCH, S-DPCCH, HS-DPCCH, E-DPDCH, S-E-DPDCH, E-DPCCH and S-E-DPCCH per PN chip per </w:t>
      </w:r>
      <w:r w:rsidRPr="00EF2F0E">
        <w:rPr>
          <w:i/>
        </w:rPr>
        <w:t>demodulation branch</w:t>
      </w:r>
      <w:r w:rsidRPr="00EF2F0E">
        <w:t xml:space="preserve"> from all branches</w:t>
      </w:r>
    </w:p>
    <w:p w14:paraId="09850DAC" w14:textId="77777777" w:rsidR="00FB41C0" w:rsidRPr="00EF2F0E" w:rsidRDefault="00FB41C0" w:rsidP="00FB41C0">
      <w:pPr>
        <w:pStyle w:val="EW"/>
      </w:pPr>
      <w:r w:rsidRPr="00EF2F0E">
        <w:rPr>
          <w:position w:val="-12"/>
        </w:rPr>
        <w:object w:dxaOrig="340" w:dyaOrig="360" w14:anchorId="09851217">
          <v:shape id="_x0000_i1120" type="#_x0000_t75" style="width:18.3pt;height:18.3pt" o:ole="" fillcolor="window">
            <v:imagedata r:id="rId90" o:title=""/>
          </v:shape>
          <o:OLEObject Type="Embed" ProgID="Equation.3" ShapeID="_x0000_i1120" DrawAspect="Content" ObjectID="_1717663642" r:id="rId193"/>
        </w:object>
      </w:r>
      <w:r w:rsidRPr="00EF2F0E">
        <w:t xml:space="preserve"> is the total one-sided noise power spectral density due to all noise sources</w:t>
      </w:r>
    </w:p>
    <w:p w14:paraId="09850DAD" w14:textId="77777777" w:rsidR="00FB41C0" w:rsidRPr="00EF2F0E" w:rsidRDefault="00FB41C0" w:rsidP="00FB41C0">
      <w:pPr>
        <w:pStyle w:val="EW"/>
      </w:pPr>
      <w:r w:rsidRPr="00EF2F0E">
        <w:rPr>
          <w:position w:val="-14"/>
        </w:rPr>
        <w:object w:dxaOrig="460" w:dyaOrig="380" w14:anchorId="09851218">
          <v:shape id="_x0000_i1121" type="#_x0000_t75" style="width:23.2pt;height:18.3pt" o:ole="" fillcolor="window">
            <v:imagedata r:id="rId92" o:title=""/>
          </v:shape>
          <o:OLEObject Type="Embed" ProgID="Equation.3" ShapeID="_x0000_i1121" DrawAspect="Content" ObjectID="_1717663643" r:id="rId194"/>
        </w:object>
      </w:r>
      <w:r w:rsidRPr="00EF2F0E">
        <w:t xml:space="preserve"> is the number of chips per frame</w:t>
      </w:r>
    </w:p>
    <w:p w14:paraId="09850DAE" w14:textId="77777777" w:rsidR="00FB41C0" w:rsidRPr="00EF2F0E" w:rsidRDefault="00FB41C0" w:rsidP="00FB41C0">
      <w:pPr>
        <w:pStyle w:val="EW"/>
      </w:pPr>
      <w:r w:rsidRPr="00EF2F0E">
        <w:rPr>
          <w:position w:val="-10"/>
        </w:rPr>
        <w:object w:dxaOrig="400" w:dyaOrig="340" w14:anchorId="09851219">
          <v:shape id="_x0000_i1122" type="#_x0000_t75" style="width:20.75pt;height:18.3pt" o:ole="" fillcolor="window">
            <v:imagedata r:id="rId94" o:title=""/>
          </v:shape>
          <o:OLEObject Type="Embed" ProgID="Equation.3" ShapeID="_x0000_i1122" DrawAspect="Content" ObjectID="_1717663644" r:id="rId195"/>
        </w:object>
      </w:r>
      <w:r w:rsidRPr="00EF2F0E">
        <w:t xml:space="preserve"> is the number of information bits in DTCH excluding CRC bits per frame</w:t>
      </w:r>
    </w:p>
    <w:p w14:paraId="09850DAF" w14:textId="77777777" w:rsidR="00FB41C0" w:rsidRPr="00EF2F0E" w:rsidRDefault="00FB41C0" w:rsidP="00FB41C0">
      <w:pPr>
        <w:pStyle w:val="TH"/>
      </w:pPr>
      <w:r w:rsidRPr="00EF2F0E">
        <w:t>Table 11.1.2-1: Summary of AAS BS performance targets for single RAT UTRA operation</w:t>
      </w: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134"/>
        <w:gridCol w:w="1560"/>
        <w:gridCol w:w="1170"/>
        <w:gridCol w:w="1170"/>
        <w:gridCol w:w="1170"/>
        <w:gridCol w:w="1350"/>
        <w:gridCol w:w="900"/>
        <w:gridCol w:w="900"/>
        <w:gridCol w:w="900"/>
      </w:tblGrid>
      <w:tr w:rsidR="003401A4" w:rsidRPr="00EF2F0E" w14:paraId="09850DBE" w14:textId="77777777" w:rsidTr="00B76023">
        <w:trPr>
          <w:cantSplit/>
          <w:jc w:val="center"/>
        </w:trPr>
        <w:tc>
          <w:tcPr>
            <w:tcW w:w="1134" w:type="dxa"/>
            <w:vMerge w:val="restart"/>
          </w:tcPr>
          <w:p w14:paraId="09850DB0" w14:textId="77777777" w:rsidR="00FB41C0" w:rsidRPr="00EF2F0E" w:rsidRDefault="00FB41C0" w:rsidP="00B76023">
            <w:pPr>
              <w:pStyle w:val="TAH"/>
              <w:rPr>
                <w:rFonts w:eastAsia="?? ??" w:cs="Arial"/>
              </w:rPr>
            </w:pPr>
            <w:r w:rsidRPr="00EF2F0E">
              <w:rPr>
                <w:rFonts w:eastAsia="?? ??" w:cs="Arial"/>
              </w:rPr>
              <w:t>Physical channel</w:t>
            </w:r>
          </w:p>
        </w:tc>
        <w:tc>
          <w:tcPr>
            <w:tcW w:w="1560" w:type="dxa"/>
            <w:vMerge w:val="restart"/>
          </w:tcPr>
          <w:p w14:paraId="09850DB1" w14:textId="77777777" w:rsidR="00FB41C0" w:rsidRPr="00EF2F0E" w:rsidRDefault="00FB41C0" w:rsidP="00B76023">
            <w:pPr>
              <w:pStyle w:val="TAH"/>
              <w:rPr>
                <w:rFonts w:eastAsia="?? ??" w:cs="Arial"/>
              </w:rPr>
            </w:pPr>
            <w:r w:rsidRPr="00EF2F0E">
              <w:rPr>
                <w:rFonts w:eastAsia="?? ??" w:cs="Arial"/>
              </w:rPr>
              <w:t>Measurement channel</w:t>
            </w:r>
          </w:p>
        </w:tc>
        <w:tc>
          <w:tcPr>
            <w:tcW w:w="1170" w:type="dxa"/>
            <w:tcBorders>
              <w:bottom w:val="single" w:sz="4" w:space="0" w:color="auto"/>
            </w:tcBorders>
          </w:tcPr>
          <w:p w14:paraId="09850DB2" w14:textId="77777777" w:rsidR="00FB41C0" w:rsidRPr="00EF2F0E" w:rsidRDefault="00FB41C0" w:rsidP="00B76023">
            <w:pPr>
              <w:pStyle w:val="TAH"/>
              <w:rPr>
                <w:rFonts w:eastAsia="?? ??" w:cs="Arial"/>
              </w:rPr>
            </w:pPr>
            <w:r w:rsidRPr="00EF2F0E">
              <w:rPr>
                <w:rFonts w:eastAsia="?? ??" w:cs="Arial"/>
              </w:rPr>
              <w:t>Static</w:t>
            </w:r>
          </w:p>
        </w:tc>
        <w:tc>
          <w:tcPr>
            <w:tcW w:w="1170" w:type="dxa"/>
            <w:tcBorders>
              <w:bottom w:val="single" w:sz="4" w:space="0" w:color="auto"/>
            </w:tcBorders>
          </w:tcPr>
          <w:p w14:paraId="09850DB3" w14:textId="77777777" w:rsidR="00FB41C0" w:rsidRPr="00EF2F0E" w:rsidRDefault="00FB41C0" w:rsidP="00B76023">
            <w:pPr>
              <w:pStyle w:val="TAH"/>
              <w:rPr>
                <w:rFonts w:eastAsia="?? ??" w:cs="Arial"/>
              </w:rPr>
            </w:pPr>
            <w:r w:rsidRPr="00EF2F0E">
              <w:rPr>
                <w:rFonts w:eastAsia="?? ??" w:cs="Arial"/>
              </w:rPr>
              <w:t>Multi-path</w:t>
            </w:r>
          </w:p>
          <w:p w14:paraId="09850DB4" w14:textId="77777777" w:rsidR="00FB41C0" w:rsidRPr="00EF2F0E" w:rsidRDefault="00FB41C0" w:rsidP="00B76023">
            <w:pPr>
              <w:pStyle w:val="TAH"/>
              <w:rPr>
                <w:rFonts w:eastAsia="?? ??" w:cs="Arial"/>
              </w:rPr>
            </w:pPr>
            <w:r w:rsidRPr="00EF2F0E">
              <w:rPr>
                <w:rFonts w:eastAsia="?? ??" w:cs="Arial"/>
              </w:rPr>
              <w:t>Case 1</w:t>
            </w:r>
          </w:p>
        </w:tc>
        <w:tc>
          <w:tcPr>
            <w:tcW w:w="1170" w:type="dxa"/>
            <w:tcBorders>
              <w:bottom w:val="single" w:sz="4" w:space="0" w:color="auto"/>
            </w:tcBorders>
          </w:tcPr>
          <w:p w14:paraId="09850DB5" w14:textId="77777777" w:rsidR="00FB41C0" w:rsidRPr="00EF2F0E" w:rsidRDefault="00FB41C0" w:rsidP="00B76023">
            <w:pPr>
              <w:pStyle w:val="TAH"/>
              <w:rPr>
                <w:rFonts w:eastAsia="?? ??" w:cs="Arial"/>
              </w:rPr>
            </w:pPr>
            <w:r w:rsidRPr="00EF2F0E">
              <w:rPr>
                <w:rFonts w:eastAsia="?? ??" w:cs="Arial"/>
              </w:rPr>
              <w:t>Multi-path</w:t>
            </w:r>
          </w:p>
          <w:p w14:paraId="09850DB6" w14:textId="77777777" w:rsidR="00FB41C0" w:rsidRPr="00EF2F0E" w:rsidRDefault="00FB41C0" w:rsidP="00B76023">
            <w:pPr>
              <w:pStyle w:val="TAH"/>
              <w:rPr>
                <w:rFonts w:eastAsia="?? ??" w:cs="Arial"/>
              </w:rPr>
            </w:pPr>
            <w:r w:rsidRPr="00EF2F0E">
              <w:rPr>
                <w:rFonts w:eastAsia="?? ??" w:cs="Arial"/>
              </w:rPr>
              <w:t>Case 2</w:t>
            </w:r>
          </w:p>
        </w:tc>
        <w:tc>
          <w:tcPr>
            <w:tcW w:w="1350" w:type="dxa"/>
            <w:tcBorders>
              <w:bottom w:val="single" w:sz="4" w:space="0" w:color="auto"/>
            </w:tcBorders>
          </w:tcPr>
          <w:p w14:paraId="09850DB7" w14:textId="77777777" w:rsidR="00FB41C0" w:rsidRPr="00EF2F0E" w:rsidRDefault="00FB41C0" w:rsidP="00B76023">
            <w:pPr>
              <w:pStyle w:val="TAH"/>
              <w:rPr>
                <w:rFonts w:eastAsia="?? ??" w:cs="Arial"/>
              </w:rPr>
            </w:pPr>
            <w:r w:rsidRPr="00EF2F0E">
              <w:rPr>
                <w:rFonts w:eastAsia="?? ??" w:cs="Arial"/>
              </w:rPr>
              <w:t>Multi-path</w:t>
            </w:r>
          </w:p>
          <w:p w14:paraId="09850DB8" w14:textId="77777777" w:rsidR="00FB41C0" w:rsidRPr="00EF2F0E" w:rsidRDefault="00FB41C0" w:rsidP="00B76023">
            <w:pPr>
              <w:pStyle w:val="TAH"/>
              <w:rPr>
                <w:rFonts w:eastAsia="?? ??" w:cs="Arial"/>
              </w:rPr>
            </w:pPr>
            <w:r w:rsidRPr="00EF2F0E">
              <w:rPr>
                <w:rFonts w:eastAsia="?? ??" w:cs="Arial"/>
              </w:rPr>
              <w:t>Case 3</w:t>
            </w:r>
          </w:p>
        </w:tc>
        <w:tc>
          <w:tcPr>
            <w:tcW w:w="900" w:type="dxa"/>
            <w:tcBorders>
              <w:bottom w:val="single" w:sz="4" w:space="0" w:color="auto"/>
            </w:tcBorders>
          </w:tcPr>
          <w:p w14:paraId="09850DB9" w14:textId="77777777" w:rsidR="00FB41C0" w:rsidRPr="00EF2F0E" w:rsidRDefault="00FB41C0" w:rsidP="00B76023">
            <w:pPr>
              <w:pStyle w:val="TAH"/>
              <w:rPr>
                <w:rFonts w:eastAsia="?? ??" w:cs="Arial"/>
              </w:rPr>
            </w:pPr>
            <w:r w:rsidRPr="00EF2F0E">
              <w:rPr>
                <w:rFonts w:eastAsia="?? ??" w:cs="Arial"/>
              </w:rPr>
              <w:t xml:space="preserve">Moving </w:t>
            </w:r>
          </w:p>
        </w:tc>
        <w:tc>
          <w:tcPr>
            <w:tcW w:w="900" w:type="dxa"/>
            <w:tcBorders>
              <w:bottom w:val="single" w:sz="4" w:space="0" w:color="auto"/>
            </w:tcBorders>
          </w:tcPr>
          <w:p w14:paraId="09850DBA" w14:textId="77777777" w:rsidR="00FB41C0" w:rsidRPr="00EF2F0E" w:rsidRDefault="00FB41C0" w:rsidP="00B76023">
            <w:pPr>
              <w:pStyle w:val="TAH"/>
              <w:rPr>
                <w:rFonts w:eastAsia="?? ??" w:cs="Arial"/>
              </w:rPr>
            </w:pPr>
            <w:r w:rsidRPr="00EF2F0E">
              <w:rPr>
                <w:rFonts w:eastAsia="?? ??" w:cs="Arial"/>
              </w:rPr>
              <w:t>Birth /</w:t>
            </w:r>
          </w:p>
          <w:p w14:paraId="09850DBB" w14:textId="77777777" w:rsidR="00FB41C0" w:rsidRPr="00EF2F0E" w:rsidRDefault="00FB41C0" w:rsidP="00B76023">
            <w:pPr>
              <w:pStyle w:val="TAH"/>
              <w:rPr>
                <w:rFonts w:eastAsia="?? ??" w:cs="Arial"/>
              </w:rPr>
            </w:pPr>
            <w:r w:rsidRPr="00EF2F0E">
              <w:rPr>
                <w:rFonts w:eastAsia="?? ??" w:cs="Arial"/>
              </w:rPr>
              <w:t>Death</w:t>
            </w:r>
          </w:p>
          <w:p w14:paraId="09850DBC" w14:textId="77777777" w:rsidR="00FB41C0" w:rsidRPr="00EF2F0E" w:rsidRDefault="00FB41C0" w:rsidP="00B76023">
            <w:pPr>
              <w:pStyle w:val="TAH"/>
              <w:rPr>
                <w:rFonts w:eastAsia="?? ??" w:cs="Arial"/>
              </w:rPr>
            </w:pPr>
          </w:p>
        </w:tc>
        <w:tc>
          <w:tcPr>
            <w:tcW w:w="900" w:type="dxa"/>
            <w:tcBorders>
              <w:bottom w:val="single" w:sz="4" w:space="0" w:color="auto"/>
            </w:tcBorders>
          </w:tcPr>
          <w:p w14:paraId="09850DBD" w14:textId="77777777" w:rsidR="00FB41C0" w:rsidRPr="00EF2F0E" w:rsidRDefault="00FB41C0" w:rsidP="00B76023">
            <w:pPr>
              <w:pStyle w:val="TAH"/>
              <w:rPr>
                <w:rFonts w:eastAsia="?? ??" w:cs="Arial"/>
              </w:rPr>
            </w:pPr>
            <w:r w:rsidRPr="00EF2F0E">
              <w:t>High Speed Train</w:t>
            </w:r>
          </w:p>
        </w:tc>
      </w:tr>
      <w:tr w:rsidR="003401A4" w:rsidRPr="00EF2F0E" w14:paraId="09850DC3" w14:textId="77777777" w:rsidTr="00B76023">
        <w:trPr>
          <w:cantSplit/>
          <w:jc w:val="center"/>
        </w:trPr>
        <w:tc>
          <w:tcPr>
            <w:tcW w:w="1134" w:type="dxa"/>
            <w:vMerge/>
            <w:tcBorders>
              <w:bottom w:val="single" w:sz="4" w:space="0" w:color="auto"/>
            </w:tcBorders>
          </w:tcPr>
          <w:p w14:paraId="09850DBF" w14:textId="77777777" w:rsidR="00FB41C0" w:rsidRPr="00EF2F0E" w:rsidRDefault="00FB41C0" w:rsidP="00B76023">
            <w:pPr>
              <w:pStyle w:val="TAH"/>
              <w:rPr>
                <w:rFonts w:cs="Arial"/>
              </w:rPr>
            </w:pPr>
          </w:p>
        </w:tc>
        <w:tc>
          <w:tcPr>
            <w:tcW w:w="1560" w:type="dxa"/>
            <w:vMerge/>
            <w:tcBorders>
              <w:bottom w:val="single" w:sz="4" w:space="0" w:color="auto"/>
            </w:tcBorders>
          </w:tcPr>
          <w:p w14:paraId="09850DC0" w14:textId="77777777" w:rsidR="00FB41C0" w:rsidRPr="00EF2F0E" w:rsidRDefault="00FB41C0" w:rsidP="00B76023">
            <w:pPr>
              <w:pStyle w:val="TAH"/>
              <w:rPr>
                <w:rFonts w:cs="Arial"/>
              </w:rPr>
            </w:pPr>
          </w:p>
        </w:tc>
        <w:tc>
          <w:tcPr>
            <w:tcW w:w="6660" w:type="dxa"/>
            <w:gridSpan w:val="6"/>
            <w:tcBorders>
              <w:bottom w:val="single" w:sz="4" w:space="0" w:color="auto"/>
            </w:tcBorders>
          </w:tcPr>
          <w:p w14:paraId="09850DC1" w14:textId="77777777" w:rsidR="00FB41C0" w:rsidRPr="00EF2F0E" w:rsidRDefault="00FB41C0" w:rsidP="00B76023">
            <w:pPr>
              <w:pStyle w:val="TAH"/>
              <w:rPr>
                <w:rFonts w:eastAsia="?? ??" w:cs="Arial"/>
              </w:rPr>
            </w:pPr>
            <w:r w:rsidRPr="00EF2F0E">
              <w:rPr>
                <w:rFonts w:eastAsia="?? ??" w:cs="Arial"/>
              </w:rPr>
              <w:t>Performance metric</w:t>
            </w:r>
          </w:p>
        </w:tc>
        <w:tc>
          <w:tcPr>
            <w:tcW w:w="900" w:type="dxa"/>
            <w:tcBorders>
              <w:bottom w:val="single" w:sz="4" w:space="0" w:color="auto"/>
            </w:tcBorders>
          </w:tcPr>
          <w:p w14:paraId="09850DC2" w14:textId="77777777" w:rsidR="00FB41C0" w:rsidRPr="00EF2F0E" w:rsidRDefault="00FB41C0" w:rsidP="00B76023">
            <w:pPr>
              <w:pStyle w:val="TAH"/>
              <w:rPr>
                <w:rFonts w:eastAsia="?? ??" w:cs="Arial"/>
              </w:rPr>
            </w:pPr>
          </w:p>
        </w:tc>
      </w:tr>
      <w:tr w:rsidR="003401A4" w:rsidRPr="00EF2F0E" w14:paraId="09850DCD" w14:textId="77777777" w:rsidTr="00B76023">
        <w:trPr>
          <w:cantSplit/>
          <w:jc w:val="center"/>
        </w:trPr>
        <w:tc>
          <w:tcPr>
            <w:tcW w:w="1134" w:type="dxa"/>
            <w:vMerge w:val="restart"/>
            <w:tcBorders>
              <w:bottom w:val="nil"/>
            </w:tcBorders>
            <w:vAlign w:val="center"/>
          </w:tcPr>
          <w:p w14:paraId="09850DC4" w14:textId="77777777" w:rsidR="00FB41C0" w:rsidRPr="00EF2F0E" w:rsidRDefault="00FB41C0" w:rsidP="00B76023">
            <w:pPr>
              <w:pStyle w:val="TAC"/>
              <w:rPr>
                <w:rFonts w:eastAsia="?? ??" w:cs="Arial"/>
              </w:rPr>
            </w:pPr>
            <w:r w:rsidRPr="00EF2F0E">
              <w:rPr>
                <w:rFonts w:eastAsia="?? ??" w:cs="Arial"/>
              </w:rPr>
              <w:t>DCH</w:t>
            </w:r>
          </w:p>
        </w:tc>
        <w:tc>
          <w:tcPr>
            <w:tcW w:w="1560" w:type="dxa"/>
            <w:tcBorders>
              <w:bottom w:val="single" w:sz="4" w:space="0" w:color="auto"/>
            </w:tcBorders>
            <w:vAlign w:val="center"/>
          </w:tcPr>
          <w:p w14:paraId="09850DC5" w14:textId="77777777" w:rsidR="00FB41C0" w:rsidRPr="00EF2F0E" w:rsidRDefault="00FB41C0" w:rsidP="00B76023">
            <w:pPr>
              <w:pStyle w:val="TAC"/>
              <w:rPr>
                <w:rFonts w:eastAsia="?? ??" w:cs="Arial"/>
              </w:rPr>
            </w:pPr>
            <w:r w:rsidRPr="00EF2F0E">
              <w:rPr>
                <w:rFonts w:eastAsia="?? ??" w:cs="Arial"/>
              </w:rPr>
              <w:t>12.2 kbps</w:t>
            </w:r>
          </w:p>
        </w:tc>
        <w:tc>
          <w:tcPr>
            <w:tcW w:w="1170" w:type="dxa"/>
            <w:tcBorders>
              <w:top w:val="single" w:sz="4" w:space="0" w:color="auto"/>
              <w:bottom w:val="single" w:sz="4" w:space="0" w:color="auto"/>
            </w:tcBorders>
            <w:vAlign w:val="center"/>
          </w:tcPr>
          <w:p w14:paraId="09850DC6" w14:textId="77777777" w:rsidR="00FB41C0" w:rsidRPr="00EF2F0E" w:rsidRDefault="00FB41C0" w:rsidP="00B76023">
            <w:pPr>
              <w:pStyle w:val="TAC"/>
              <w:rPr>
                <w:rFonts w:eastAsia="?? ??" w:cs="Arial"/>
              </w:rPr>
            </w:pPr>
            <w:r w:rsidRPr="00EF2F0E">
              <w:rPr>
                <w:rFonts w:eastAsia="?? ??" w:cs="Arial"/>
              </w:rPr>
              <w:t>BLER&lt;10</w:t>
            </w:r>
            <w:r w:rsidRPr="00EF2F0E">
              <w:rPr>
                <w:rFonts w:eastAsia="?? ??" w:cs="Arial"/>
                <w:vertAlign w:val="superscript"/>
              </w:rPr>
              <w:t>-2</w:t>
            </w:r>
          </w:p>
        </w:tc>
        <w:tc>
          <w:tcPr>
            <w:tcW w:w="1170" w:type="dxa"/>
            <w:tcBorders>
              <w:top w:val="single" w:sz="4" w:space="0" w:color="auto"/>
              <w:bottom w:val="single" w:sz="4" w:space="0" w:color="auto"/>
            </w:tcBorders>
            <w:vAlign w:val="center"/>
          </w:tcPr>
          <w:p w14:paraId="09850DC7" w14:textId="77777777" w:rsidR="00FB41C0" w:rsidRPr="00EF2F0E" w:rsidRDefault="00FB41C0" w:rsidP="00B76023">
            <w:pPr>
              <w:pStyle w:val="TAC"/>
              <w:rPr>
                <w:rFonts w:eastAsia="?? ??" w:cs="Arial"/>
              </w:rPr>
            </w:pPr>
            <w:r w:rsidRPr="00EF2F0E">
              <w:rPr>
                <w:rFonts w:eastAsia="?? ??" w:cs="Arial"/>
              </w:rPr>
              <w:t>BLER&lt;10</w:t>
            </w:r>
            <w:r w:rsidRPr="00EF2F0E">
              <w:rPr>
                <w:rFonts w:eastAsia="?? ??" w:cs="Arial"/>
                <w:vertAlign w:val="superscript"/>
              </w:rPr>
              <w:t>-2</w:t>
            </w:r>
          </w:p>
        </w:tc>
        <w:tc>
          <w:tcPr>
            <w:tcW w:w="1170" w:type="dxa"/>
            <w:tcBorders>
              <w:top w:val="single" w:sz="4" w:space="0" w:color="auto"/>
              <w:bottom w:val="single" w:sz="4" w:space="0" w:color="auto"/>
            </w:tcBorders>
            <w:vAlign w:val="center"/>
          </w:tcPr>
          <w:p w14:paraId="09850DC8" w14:textId="77777777" w:rsidR="00FB41C0" w:rsidRPr="00EF2F0E" w:rsidRDefault="00FB41C0" w:rsidP="00B76023">
            <w:pPr>
              <w:pStyle w:val="TAC"/>
              <w:rPr>
                <w:rFonts w:eastAsia="?? ??" w:cs="Arial"/>
              </w:rPr>
            </w:pPr>
            <w:r w:rsidRPr="00EF2F0E">
              <w:rPr>
                <w:rFonts w:eastAsia="?? ??" w:cs="Arial"/>
              </w:rPr>
              <w:t>BLER&lt;10</w:t>
            </w:r>
            <w:r w:rsidRPr="00EF2F0E">
              <w:rPr>
                <w:rFonts w:eastAsia="?? ??" w:cs="Arial"/>
                <w:vertAlign w:val="superscript"/>
              </w:rPr>
              <w:t>-2</w:t>
            </w:r>
          </w:p>
        </w:tc>
        <w:tc>
          <w:tcPr>
            <w:tcW w:w="1350" w:type="dxa"/>
            <w:tcBorders>
              <w:top w:val="single" w:sz="4" w:space="0" w:color="auto"/>
              <w:bottom w:val="single" w:sz="4" w:space="0" w:color="auto"/>
            </w:tcBorders>
            <w:vAlign w:val="center"/>
          </w:tcPr>
          <w:p w14:paraId="09850DC9" w14:textId="77777777" w:rsidR="00FB41C0" w:rsidRPr="00EF2F0E" w:rsidRDefault="00FB41C0" w:rsidP="00B76023">
            <w:pPr>
              <w:pStyle w:val="TAC"/>
              <w:rPr>
                <w:rFonts w:eastAsia="?? ??" w:cs="Arial"/>
              </w:rPr>
            </w:pPr>
            <w:r w:rsidRPr="00EF2F0E">
              <w:rPr>
                <w:rFonts w:eastAsia="?? ??" w:cs="Arial"/>
              </w:rPr>
              <w:t>BLER&lt;10</w:t>
            </w:r>
            <w:r w:rsidRPr="00EF2F0E">
              <w:rPr>
                <w:rFonts w:eastAsia="?? ??" w:cs="Arial"/>
                <w:vertAlign w:val="superscript"/>
              </w:rPr>
              <w:t>-2</w:t>
            </w:r>
          </w:p>
        </w:tc>
        <w:tc>
          <w:tcPr>
            <w:tcW w:w="900" w:type="dxa"/>
            <w:tcBorders>
              <w:top w:val="single" w:sz="4" w:space="0" w:color="auto"/>
              <w:bottom w:val="single" w:sz="4" w:space="0" w:color="auto"/>
            </w:tcBorders>
            <w:vAlign w:val="center"/>
          </w:tcPr>
          <w:p w14:paraId="09850DCA" w14:textId="77777777" w:rsidR="00FB41C0" w:rsidRPr="00EF2F0E" w:rsidRDefault="00FB41C0" w:rsidP="00B76023">
            <w:pPr>
              <w:pStyle w:val="TAC"/>
              <w:rPr>
                <w:rFonts w:eastAsia="?? ??" w:cs="Arial"/>
              </w:rPr>
            </w:pPr>
            <w:r w:rsidRPr="00EF2F0E">
              <w:rPr>
                <w:rFonts w:eastAsia="?? ??" w:cs="Arial"/>
              </w:rPr>
              <w:t>BLER&lt;10</w:t>
            </w:r>
            <w:r w:rsidRPr="00EF2F0E">
              <w:rPr>
                <w:rFonts w:eastAsia="?? ??" w:cs="Arial"/>
                <w:vertAlign w:val="superscript"/>
              </w:rPr>
              <w:t>-2</w:t>
            </w:r>
          </w:p>
        </w:tc>
        <w:tc>
          <w:tcPr>
            <w:tcW w:w="900" w:type="dxa"/>
            <w:tcBorders>
              <w:top w:val="single" w:sz="4" w:space="0" w:color="auto"/>
              <w:bottom w:val="single" w:sz="4" w:space="0" w:color="auto"/>
            </w:tcBorders>
            <w:vAlign w:val="center"/>
          </w:tcPr>
          <w:p w14:paraId="09850DCB" w14:textId="77777777" w:rsidR="00FB41C0" w:rsidRPr="00EF2F0E" w:rsidRDefault="00FB41C0" w:rsidP="00B76023">
            <w:pPr>
              <w:pStyle w:val="TAC"/>
              <w:rPr>
                <w:rFonts w:eastAsia="?? ??" w:cs="Arial"/>
              </w:rPr>
            </w:pPr>
            <w:r w:rsidRPr="00EF2F0E">
              <w:rPr>
                <w:rFonts w:eastAsia="?? ??" w:cs="Arial"/>
              </w:rPr>
              <w:t>BLER&lt;10</w:t>
            </w:r>
            <w:r w:rsidRPr="00EF2F0E">
              <w:rPr>
                <w:rFonts w:eastAsia="?? ??" w:cs="Arial"/>
                <w:vertAlign w:val="superscript"/>
              </w:rPr>
              <w:t>-2</w:t>
            </w:r>
          </w:p>
        </w:tc>
        <w:tc>
          <w:tcPr>
            <w:tcW w:w="900" w:type="dxa"/>
            <w:tcBorders>
              <w:top w:val="single" w:sz="4" w:space="0" w:color="auto"/>
              <w:bottom w:val="single" w:sz="4" w:space="0" w:color="auto"/>
            </w:tcBorders>
          </w:tcPr>
          <w:p w14:paraId="09850DCC" w14:textId="77777777" w:rsidR="00FB41C0" w:rsidRPr="00EF2F0E" w:rsidRDefault="00FB41C0" w:rsidP="00B76023">
            <w:pPr>
              <w:pStyle w:val="TAC"/>
              <w:rPr>
                <w:rFonts w:eastAsia="?? ??" w:cs="Arial"/>
              </w:rPr>
            </w:pPr>
            <w:r w:rsidRPr="00EF2F0E">
              <w:t>BLER&lt;10</w:t>
            </w:r>
            <w:r w:rsidRPr="00EF2F0E">
              <w:rPr>
                <w:vertAlign w:val="superscript"/>
              </w:rPr>
              <w:t>-2</w:t>
            </w:r>
          </w:p>
        </w:tc>
      </w:tr>
      <w:tr w:rsidR="003401A4" w:rsidRPr="00EF2F0E" w14:paraId="09850DDD" w14:textId="77777777" w:rsidTr="00B76023">
        <w:trPr>
          <w:cantSplit/>
          <w:jc w:val="center"/>
        </w:trPr>
        <w:tc>
          <w:tcPr>
            <w:tcW w:w="1134" w:type="dxa"/>
            <w:vMerge/>
            <w:tcBorders>
              <w:bottom w:val="nil"/>
            </w:tcBorders>
          </w:tcPr>
          <w:p w14:paraId="09850DCE" w14:textId="77777777" w:rsidR="00FB41C0" w:rsidRPr="00EF2F0E" w:rsidRDefault="00FB41C0" w:rsidP="00B76023">
            <w:pPr>
              <w:pStyle w:val="TAC"/>
              <w:rPr>
                <w:rFonts w:eastAsia="?? ??" w:cs="Arial"/>
              </w:rPr>
            </w:pPr>
          </w:p>
        </w:tc>
        <w:tc>
          <w:tcPr>
            <w:tcW w:w="1560" w:type="dxa"/>
            <w:tcBorders>
              <w:bottom w:val="single" w:sz="4" w:space="0" w:color="auto"/>
            </w:tcBorders>
            <w:vAlign w:val="center"/>
          </w:tcPr>
          <w:p w14:paraId="09850DCF" w14:textId="77777777" w:rsidR="00FB41C0" w:rsidRPr="00EF2F0E" w:rsidRDefault="00FB41C0" w:rsidP="00B76023">
            <w:pPr>
              <w:pStyle w:val="TAC"/>
              <w:rPr>
                <w:rFonts w:eastAsia="?? ??" w:cs="Arial"/>
              </w:rPr>
            </w:pPr>
            <w:r w:rsidRPr="00EF2F0E">
              <w:rPr>
                <w:rFonts w:eastAsia="?? ??" w:cs="Arial"/>
              </w:rPr>
              <w:t>64 kbps</w:t>
            </w:r>
          </w:p>
        </w:tc>
        <w:tc>
          <w:tcPr>
            <w:tcW w:w="1170" w:type="dxa"/>
            <w:tcBorders>
              <w:bottom w:val="single" w:sz="4" w:space="0" w:color="auto"/>
            </w:tcBorders>
            <w:vAlign w:val="center"/>
          </w:tcPr>
          <w:p w14:paraId="09850DD0" w14:textId="77777777" w:rsidR="00FB41C0" w:rsidRPr="00EF2F0E" w:rsidRDefault="00FB41C0" w:rsidP="00B76023">
            <w:pPr>
              <w:pStyle w:val="TAC"/>
              <w:rPr>
                <w:rFonts w:eastAsia="?? ??" w:cs="Arial"/>
              </w:rPr>
            </w:pPr>
            <w:r w:rsidRPr="00EF2F0E">
              <w:rPr>
                <w:rFonts w:eastAsia="?? ??" w:cs="Arial"/>
              </w:rPr>
              <w:t xml:space="preserve">BLER&lt; </w:t>
            </w:r>
          </w:p>
          <w:p w14:paraId="09850DD1"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170" w:type="dxa"/>
            <w:tcBorders>
              <w:bottom w:val="single" w:sz="4" w:space="0" w:color="auto"/>
            </w:tcBorders>
            <w:vAlign w:val="center"/>
          </w:tcPr>
          <w:p w14:paraId="09850DD2" w14:textId="77777777" w:rsidR="00FB41C0" w:rsidRPr="00EF2F0E" w:rsidRDefault="00FB41C0" w:rsidP="00B76023">
            <w:pPr>
              <w:pStyle w:val="TAC"/>
              <w:rPr>
                <w:rFonts w:eastAsia="?? ??" w:cs="Arial"/>
              </w:rPr>
            </w:pPr>
            <w:r w:rsidRPr="00EF2F0E">
              <w:rPr>
                <w:rFonts w:eastAsia="?? ??" w:cs="Arial"/>
              </w:rPr>
              <w:t xml:space="preserve">BLER&lt; </w:t>
            </w:r>
          </w:p>
          <w:p w14:paraId="09850DD3"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 10</w:t>
            </w:r>
            <w:r w:rsidRPr="00EF2F0E">
              <w:rPr>
                <w:rFonts w:eastAsia="?? ??" w:cs="Arial"/>
                <w:vertAlign w:val="superscript"/>
              </w:rPr>
              <w:t>-2</w:t>
            </w:r>
          </w:p>
        </w:tc>
        <w:tc>
          <w:tcPr>
            <w:tcW w:w="1170" w:type="dxa"/>
            <w:tcBorders>
              <w:bottom w:val="single" w:sz="4" w:space="0" w:color="auto"/>
            </w:tcBorders>
            <w:vAlign w:val="center"/>
          </w:tcPr>
          <w:p w14:paraId="09850DD4" w14:textId="77777777" w:rsidR="00FB41C0" w:rsidRPr="00EF2F0E" w:rsidRDefault="00FB41C0" w:rsidP="00B76023">
            <w:pPr>
              <w:pStyle w:val="TAC"/>
              <w:rPr>
                <w:rFonts w:eastAsia="?? ??" w:cs="Arial"/>
              </w:rPr>
            </w:pPr>
            <w:r w:rsidRPr="00EF2F0E">
              <w:rPr>
                <w:rFonts w:eastAsia="?? ??" w:cs="Arial"/>
              </w:rPr>
              <w:t xml:space="preserve">BLER&lt; </w:t>
            </w:r>
          </w:p>
          <w:p w14:paraId="09850DD5"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350" w:type="dxa"/>
            <w:tcBorders>
              <w:bottom w:val="single" w:sz="4" w:space="0" w:color="auto"/>
            </w:tcBorders>
            <w:vAlign w:val="center"/>
          </w:tcPr>
          <w:p w14:paraId="09850DD6" w14:textId="77777777" w:rsidR="00FB41C0" w:rsidRPr="00EF2F0E" w:rsidRDefault="00FB41C0" w:rsidP="00B76023">
            <w:pPr>
              <w:pStyle w:val="TAC"/>
              <w:rPr>
                <w:rFonts w:eastAsia="?? ??" w:cs="Arial"/>
              </w:rPr>
            </w:pPr>
            <w:r w:rsidRPr="00EF2F0E">
              <w:rPr>
                <w:rFonts w:eastAsia="?? ??" w:cs="Arial"/>
              </w:rPr>
              <w:t xml:space="preserve">BLER&lt; </w:t>
            </w:r>
          </w:p>
          <w:p w14:paraId="09850DD7"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 10</w:t>
            </w:r>
            <w:r w:rsidRPr="00EF2F0E">
              <w:rPr>
                <w:rFonts w:eastAsia="?? ??" w:cs="Arial"/>
                <w:vertAlign w:val="superscript"/>
              </w:rPr>
              <w:t>-2</w:t>
            </w:r>
            <w:r w:rsidRPr="00EF2F0E">
              <w:rPr>
                <w:rFonts w:eastAsia="?? ??" w:cs="Arial"/>
              </w:rPr>
              <w:t>,10</w:t>
            </w:r>
            <w:r w:rsidRPr="00EF2F0E">
              <w:rPr>
                <w:rFonts w:eastAsia="?? ??" w:cs="Arial"/>
                <w:vertAlign w:val="superscript"/>
              </w:rPr>
              <w:t>-3</w:t>
            </w:r>
          </w:p>
        </w:tc>
        <w:tc>
          <w:tcPr>
            <w:tcW w:w="900" w:type="dxa"/>
            <w:tcBorders>
              <w:bottom w:val="single" w:sz="4" w:space="0" w:color="auto"/>
            </w:tcBorders>
            <w:vAlign w:val="center"/>
          </w:tcPr>
          <w:p w14:paraId="09850DD8" w14:textId="77777777" w:rsidR="00FB41C0" w:rsidRPr="00EF2F0E" w:rsidRDefault="00FB41C0" w:rsidP="00B76023">
            <w:pPr>
              <w:keepNext/>
              <w:keepLines/>
              <w:spacing w:after="0"/>
              <w:jc w:val="center"/>
              <w:rPr>
                <w:rFonts w:ascii="Arial" w:eastAsia="?? ??" w:hAnsi="Arial" w:cs="Arial"/>
                <w:sz w:val="18"/>
              </w:rPr>
            </w:pPr>
            <w:r w:rsidRPr="00EF2F0E">
              <w:rPr>
                <w:rFonts w:ascii="Arial" w:eastAsia="?? ??" w:hAnsi="Arial" w:cs="Arial"/>
                <w:sz w:val="18"/>
              </w:rPr>
              <w:t xml:space="preserve">BLER&lt; </w:t>
            </w:r>
          </w:p>
          <w:p w14:paraId="09850DD9"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900" w:type="dxa"/>
            <w:tcBorders>
              <w:bottom w:val="single" w:sz="4" w:space="0" w:color="auto"/>
            </w:tcBorders>
            <w:vAlign w:val="center"/>
          </w:tcPr>
          <w:p w14:paraId="09850DDA" w14:textId="77777777" w:rsidR="00FB41C0" w:rsidRPr="00EF2F0E" w:rsidRDefault="00FB41C0" w:rsidP="00B76023">
            <w:pPr>
              <w:keepNext/>
              <w:keepLines/>
              <w:spacing w:after="0"/>
              <w:jc w:val="center"/>
              <w:rPr>
                <w:rFonts w:ascii="Arial" w:eastAsia="?? ??" w:hAnsi="Arial" w:cs="Arial"/>
                <w:sz w:val="18"/>
              </w:rPr>
            </w:pPr>
            <w:r w:rsidRPr="00EF2F0E">
              <w:rPr>
                <w:rFonts w:ascii="Arial" w:eastAsia="?? ??" w:hAnsi="Arial" w:cs="Arial"/>
                <w:sz w:val="18"/>
              </w:rPr>
              <w:t xml:space="preserve">BLER&lt; </w:t>
            </w:r>
          </w:p>
          <w:p w14:paraId="09850DDB"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900" w:type="dxa"/>
            <w:tcBorders>
              <w:bottom w:val="single" w:sz="4" w:space="0" w:color="auto"/>
            </w:tcBorders>
          </w:tcPr>
          <w:p w14:paraId="09850DDC" w14:textId="77777777" w:rsidR="00FB41C0" w:rsidRPr="00EF2F0E" w:rsidRDefault="00FB41C0" w:rsidP="00B76023">
            <w:pPr>
              <w:pStyle w:val="TAC"/>
              <w:rPr>
                <w:rFonts w:eastAsia="?? ??"/>
              </w:rPr>
            </w:pPr>
            <w:r w:rsidRPr="00EF2F0E">
              <w:t>-</w:t>
            </w:r>
          </w:p>
        </w:tc>
      </w:tr>
      <w:tr w:rsidR="003401A4" w:rsidRPr="00EF2F0E" w14:paraId="09850DEB" w14:textId="77777777" w:rsidTr="00B76023">
        <w:trPr>
          <w:cantSplit/>
          <w:jc w:val="center"/>
        </w:trPr>
        <w:tc>
          <w:tcPr>
            <w:tcW w:w="1134" w:type="dxa"/>
            <w:vMerge/>
            <w:tcBorders>
              <w:bottom w:val="nil"/>
            </w:tcBorders>
          </w:tcPr>
          <w:p w14:paraId="09850DDE" w14:textId="77777777" w:rsidR="00FB41C0" w:rsidRPr="00EF2F0E" w:rsidRDefault="00FB41C0" w:rsidP="00B76023">
            <w:pPr>
              <w:pStyle w:val="TAC"/>
              <w:rPr>
                <w:rFonts w:eastAsia="?? ??" w:cs="Arial"/>
              </w:rPr>
            </w:pPr>
          </w:p>
        </w:tc>
        <w:tc>
          <w:tcPr>
            <w:tcW w:w="1560" w:type="dxa"/>
            <w:tcBorders>
              <w:bottom w:val="single" w:sz="4" w:space="0" w:color="auto"/>
            </w:tcBorders>
            <w:vAlign w:val="center"/>
          </w:tcPr>
          <w:p w14:paraId="09850DDF" w14:textId="77777777" w:rsidR="00FB41C0" w:rsidRPr="00EF2F0E" w:rsidRDefault="00FB41C0" w:rsidP="00B76023">
            <w:pPr>
              <w:pStyle w:val="TAC"/>
              <w:rPr>
                <w:rFonts w:eastAsia="?? ??" w:cs="Arial"/>
              </w:rPr>
            </w:pPr>
            <w:r w:rsidRPr="00EF2F0E">
              <w:rPr>
                <w:rFonts w:eastAsia="?? ??" w:cs="Arial"/>
              </w:rPr>
              <w:t>144 kbps</w:t>
            </w:r>
          </w:p>
        </w:tc>
        <w:tc>
          <w:tcPr>
            <w:tcW w:w="1170" w:type="dxa"/>
            <w:tcBorders>
              <w:bottom w:val="single" w:sz="4" w:space="0" w:color="auto"/>
            </w:tcBorders>
            <w:vAlign w:val="center"/>
          </w:tcPr>
          <w:p w14:paraId="09850DE0" w14:textId="77777777" w:rsidR="00FB41C0" w:rsidRPr="00EF2F0E" w:rsidRDefault="00FB41C0" w:rsidP="00B76023">
            <w:pPr>
              <w:pStyle w:val="TAC"/>
              <w:rPr>
                <w:rFonts w:eastAsia="?? ??" w:cs="Arial"/>
              </w:rPr>
            </w:pPr>
            <w:r w:rsidRPr="00EF2F0E">
              <w:rPr>
                <w:rFonts w:eastAsia="?? ??" w:cs="Arial"/>
              </w:rPr>
              <w:t xml:space="preserve">BLER&lt; </w:t>
            </w:r>
          </w:p>
          <w:p w14:paraId="09850DE1"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170" w:type="dxa"/>
            <w:tcBorders>
              <w:bottom w:val="single" w:sz="4" w:space="0" w:color="auto"/>
            </w:tcBorders>
            <w:vAlign w:val="center"/>
          </w:tcPr>
          <w:p w14:paraId="09850DE2" w14:textId="77777777" w:rsidR="00FB41C0" w:rsidRPr="00EF2F0E" w:rsidRDefault="00FB41C0" w:rsidP="00B76023">
            <w:pPr>
              <w:pStyle w:val="TAC"/>
              <w:rPr>
                <w:rFonts w:eastAsia="?? ??" w:cs="Arial"/>
              </w:rPr>
            </w:pPr>
            <w:r w:rsidRPr="00EF2F0E">
              <w:rPr>
                <w:rFonts w:eastAsia="?? ??" w:cs="Arial"/>
              </w:rPr>
              <w:t xml:space="preserve">BLER&lt; </w:t>
            </w:r>
          </w:p>
          <w:p w14:paraId="09850DE3"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170" w:type="dxa"/>
            <w:tcBorders>
              <w:bottom w:val="single" w:sz="4" w:space="0" w:color="auto"/>
            </w:tcBorders>
            <w:vAlign w:val="center"/>
          </w:tcPr>
          <w:p w14:paraId="09850DE4" w14:textId="77777777" w:rsidR="00FB41C0" w:rsidRPr="00EF2F0E" w:rsidRDefault="00FB41C0" w:rsidP="00B76023">
            <w:pPr>
              <w:pStyle w:val="TAC"/>
              <w:rPr>
                <w:rFonts w:eastAsia="?? ??" w:cs="Arial"/>
              </w:rPr>
            </w:pPr>
            <w:r w:rsidRPr="00EF2F0E">
              <w:rPr>
                <w:rFonts w:eastAsia="?? ??" w:cs="Arial"/>
              </w:rPr>
              <w:t xml:space="preserve">BLER&lt; </w:t>
            </w:r>
          </w:p>
          <w:p w14:paraId="09850DE5"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350" w:type="dxa"/>
            <w:tcBorders>
              <w:bottom w:val="single" w:sz="4" w:space="0" w:color="auto"/>
            </w:tcBorders>
            <w:vAlign w:val="center"/>
          </w:tcPr>
          <w:p w14:paraId="09850DE6" w14:textId="77777777" w:rsidR="00FB41C0" w:rsidRPr="00EF2F0E" w:rsidRDefault="00FB41C0" w:rsidP="00B76023">
            <w:pPr>
              <w:pStyle w:val="TAC"/>
              <w:rPr>
                <w:rFonts w:eastAsia="?? ??" w:cs="Arial"/>
              </w:rPr>
            </w:pPr>
            <w:r w:rsidRPr="00EF2F0E">
              <w:rPr>
                <w:rFonts w:eastAsia="?? ??" w:cs="Arial"/>
              </w:rPr>
              <w:t xml:space="preserve">BLER&lt; </w:t>
            </w:r>
          </w:p>
          <w:p w14:paraId="09850DE7"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 10</w:t>
            </w:r>
            <w:r w:rsidRPr="00EF2F0E">
              <w:rPr>
                <w:rFonts w:eastAsia="?? ??" w:cs="Arial"/>
                <w:vertAlign w:val="superscript"/>
              </w:rPr>
              <w:t>-2</w:t>
            </w:r>
            <w:r w:rsidRPr="00EF2F0E">
              <w:rPr>
                <w:rFonts w:eastAsia="?? ??" w:cs="Arial"/>
              </w:rPr>
              <w:t>,10</w:t>
            </w:r>
            <w:r w:rsidRPr="00EF2F0E">
              <w:rPr>
                <w:rFonts w:eastAsia="?? ??" w:cs="Arial"/>
                <w:vertAlign w:val="superscript"/>
              </w:rPr>
              <w:t>-3</w:t>
            </w:r>
          </w:p>
        </w:tc>
        <w:tc>
          <w:tcPr>
            <w:tcW w:w="900" w:type="dxa"/>
            <w:tcBorders>
              <w:bottom w:val="single" w:sz="4" w:space="0" w:color="auto"/>
            </w:tcBorders>
            <w:vAlign w:val="center"/>
          </w:tcPr>
          <w:p w14:paraId="09850DE8" w14:textId="77777777" w:rsidR="00FB41C0" w:rsidRPr="00EF2F0E" w:rsidRDefault="00FB41C0" w:rsidP="00B76023">
            <w:pPr>
              <w:pStyle w:val="TAC"/>
              <w:rPr>
                <w:rFonts w:eastAsia="?? ??" w:cs="Arial"/>
              </w:rPr>
            </w:pPr>
            <w:r w:rsidRPr="00EF2F0E">
              <w:rPr>
                <w:rFonts w:eastAsia="?? ??" w:cs="Arial"/>
              </w:rPr>
              <w:t>-</w:t>
            </w:r>
          </w:p>
        </w:tc>
        <w:tc>
          <w:tcPr>
            <w:tcW w:w="900" w:type="dxa"/>
            <w:tcBorders>
              <w:bottom w:val="single" w:sz="4" w:space="0" w:color="auto"/>
            </w:tcBorders>
            <w:vAlign w:val="center"/>
          </w:tcPr>
          <w:p w14:paraId="09850DE9" w14:textId="77777777" w:rsidR="00FB41C0" w:rsidRPr="00EF2F0E" w:rsidRDefault="00FB41C0" w:rsidP="00B76023">
            <w:pPr>
              <w:pStyle w:val="TAC"/>
              <w:rPr>
                <w:rFonts w:eastAsia="?? ??" w:cs="Arial"/>
              </w:rPr>
            </w:pPr>
            <w:r w:rsidRPr="00EF2F0E">
              <w:rPr>
                <w:rFonts w:eastAsia="?? ??" w:cs="Arial"/>
              </w:rPr>
              <w:t>-</w:t>
            </w:r>
          </w:p>
        </w:tc>
        <w:tc>
          <w:tcPr>
            <w:tcW w:w="900" w:type="dxa"/>
            <w:tcBorders>
              <w:bottom w:val="single" w:sz="4" w:space="0" w:color="auto"/>
            </w:tcBorders>
          </w:tcPr>
          <w:p w14:paraId="09850DEA" w14:textId="77777777" w:rsidR="00FB41C0" w:rsidRPr="00EF2F0E" w:rsidRDefault="00FB41C0" w:rsidP="00B76023">
            <w:pPr>
              <w:pStyle w:val="TAC"/>
              <w:rPr>
                <w:rFonts w:eastAsia="?? ??" w:cs="Arial"/>
              </w:rPr>
            </w:pPr>
            <w:r w:rsidRPr="00EF2F0E">
              <w:rPr>
                <w:rFonts w:eastAsia="?? ??" w:cs="Arial"/>
              </w:rPr>
              <w:t>-</w:t>
            </w:r>
          </w:p>
        </w:tc>
      </w:tr>
      <w:tr w:rsidR="003401A4" w:rsidRPr="00EF2F0E" w14:paraId="09850DF9" w14:textId="77777777" w:rsidTr="00B76023">
        <w:trPr>
          <w:cantSplit/>
          <w:jc w:val="center"/>
        </w:trPr>
        <w:tc>
          <w:tcPr>
            <w:tcW w:w="1134" w:type="dxa"/>
            <w:vMerge/>
          </w:tcPr>
          <w:p w14:paraId="09850DEC" w14:textId="77777777" w:rsidR="00FB41C0" w:rsidRPr="00EF2F0E" w:rsidRDefault="00FB41C0" w:rsidP="00B76023">
            <w:pPr>
              <w:pStyle w:val="TAC"/>
              <w:rPr>
                <w:rFonts w:eastAsia="?? ??" w:cs="Arial"/>
              </w:rPr>
            </w:pPr>
          </w:p>
        </w:tc>
        <w:tc>
          <w:tcPr>
            <w:tcW w:w="1560" w:type="dxa"/>
            <w:vAlign w:val="center"/>
          </w:tcPr>
          <w:p w14:paraId="09850DED" w14:textId="77777777" w:rsidR="00FB41C0" w:rsidRPr="00EF2F0E" w:rsidRDefault="00FB41C0" w:rsidP="00B76023">
            <w:pPr>
              <w:pStyle w:val="TAC"/>
              <w:rPr>
                <w:rFonts w:eastAsia="?? ??" w:cs="Arial"/>
              </w:rPr>
            </w:pPr>
            <w:r w:rsidRPr="00EF2F0E">
              <w:rPr>
                <w:rFonts w:eastAsia="?? ??" w:cs="Arial"/>
              </w:rPr>
              <w:t>384 kbps</w:t>
            </w:r>
          </w:p>
        </w:tc>
        <w:tc>
          <w:tcPr>
            <w:tcW w:w="1170" w:type="dxa"/>
            <w:vAlign w:val="center"/>
          </w:tcPr>
          <w:p w14:paraId="09850DEE" w14:textId="77777777" w:rsidR="00FB41C0" w:rsidRPr="00EF2F0E" w:rsidRDefault="00FB41C0" w:rsidP="00B76023">
            <w:pPr>
              <w:pStyle w:val="TAC"/>
              <w:rPr>
                <w:rFonts w:eastAsia="?? ??" w:cs="Arial"/>
              </w:rPr>
            </w:pPr>
            <w:r w:rsidRPr="00EF2F0E">
              <w:rPr>
                <w:rFonts w:eastAsia="?? ??" w:cs="Arial"/>
              </w:rPr>
              <w:t xml:space="preserve">BLER&lt; </w:t>
            </w:r>
          </w:p>
          <w:p w14:paraId="09850DEF"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170" w:type="dxa"/>
            <w:vAlign w:val="center"/>
          </w:tcPr>
          <w:p w14:paraId="09850DF0" w14:textId="77777777" w:rsidR="00FB41C0" w:rsidRPr="00EF2F0E" w:rsidRDefault="00FB41C0" w:rsidP="00B76023">
            <w:pPr>
              <w:pStyle w:val="TAC"/>
              <w:rPr>
                <w:rFonts w:eastAsia="?? ??" w:cs="Arial"/>
              </w:rPr>
            </w:pPr>
            <w:r w:rsidRPr="00EF2F0E">
              <w:rPr>
                <w:rFonts w:eastAsia="?? ??" w:cs="Arial"/>
              </w:rPr>
              <w:t xml:space="preserve">BLER&lt; </w:t>
            </w:r>
          </w:p>
          <w:p w14:paraId="09850DF1"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170" w:type="dxa"/>
            <w:vAlign w:val="center"/>
          </w:tcPr>
          <w:p w14:paraId="09850DF2" w14:textId="77777777" w:rsidR="00FB41C0" w:rsidRPr="00EF2F0E" w:rsidRDefault="00FB41C0" w:rsidP="00B76023">
            <w:pPr>
              <w:pStyle w:val="TAC"/>
              <w:rPr>
                <w:rFonts w:eastAsia="?? ??" w:cs="Arial"/>
              </w:rPr>
            </w:pPr>
            <w:r w:rsidRPr="00EF2F0E">
              <w:rPr>
                <w:rFonts w:eastAsia="?? ??" w:cs="Arial"/>
              </w:rPr>
              <w:t xml:space="preserve">BLER&lt; </w:t>
            </w:r>
          </w:p>
          <w:p w14:paraId="09850DF3"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,10</w:t>
            </w:r>
            <w:r w:rsidRPr="00EF2F0E">
              <w:rPr>
                <w:rFonts w:eastAsia="?? ??" w:cs="Arial"/>
                <w:vertAlign w:val="superscript"/>
              </w:rPr>
              <w:t>-2</w:t>
            </w:r>
          </w:p>
        </w:tc>
        <w:tc>
          <w:tcPr>
            <w:tcW w:w="1350" w:type="dxa"/>
            <w:vAlign w:val="center"/>
          </w:tcPr>
          <w:p w14:paraId="09850DF4" w14:textId="77777777" w:rsidR="00FB41C0" w:rsidRPr="00EF2F0E" w:rsidRDefault="00FB41C0" w:rsidP="00B76023">
            <w:pPr>
              <w:pStyle w:val="TAC"/>
              <w:rPr>
                <w:rFonts w:eastAsia="?? ??" w:cs="Arial"/>
              </w:rPr>
            </w:pPr>
            <w:r w:rsidRPr="00EF2F0E">
              <w:rPr>
                <w:rFonts w:eastAsia="?? ??" w:cs="Arial"/>
              </w:rPr>
              <w:t xml:space="preserve">BLER&lt; </w:t>
            </w:r>
          </w:p>
          <w:p w14:paraId="09850DF5" w14:textId="77777777" w:rsidR="00FB41C0" w:rsidRPr="00EF2F0E" w:rsidRDefault="00FB41C0" w:rsidP="00B76023">
            <w:pPr>
              <w:pStyle w:val="TAC"/>
              <w:rPr>
                <w:rFonts w:eastAsia="?? ??" w:cs="Arial"/>
              </w:rPr>
            </w:pPr>
            <w:r w:rsidRPr="00EF2F0E">
              <w:rPr>
                <w:rFonts w:eastAsia="?? ??" w:cs="Arial"/>
              </w:rPr>
              <w:t>10</w:t>
            </w:r>
            <w:r w:rsidRPr="00EF2F0E">
              <w:rPr>
                <w:rFonts w:eastAsia="?? ??" w:cs="Arial"/>
                <w:vertAlign w:val="superscript"/>
              </w:rPr>
              <w:t>-1</w:t>
            </w:r>
            <w:r w:rsidRPr="00EF2F0E">
              <w:rPr>
                <w:rFonts w:eastAsia="?? ??" w:cs="Arial"/>
              </w:rPr>
              <w:t>, 10</w:t>
            </w:r>
            <w:r w:rsidRPr="00EF2F0E">
              <w:rPr>
                <w:rFonts w:eastAsia="?? ??" w:cs="Arial"/>
                <w:vertAlign w:val="superscript"/>
              </w:rPr>
              <w:t>-2</w:t>
            </w:r>
            <w:r w:rsidRPr="00EF2F0E">
              <w:rPr>
                <w:rFonts w:eastAsia="?? ??" w:cs="Arial"/>
              </w:rPr>
              <w:t>,10</w:t>
            </w:r>
            <w:r w:rsidRPr="00EF2F0E">
              <w:rPr>
                <w:rFonts w:eastAsia="?? ??" w:cs="Arial"/>
                <w:vertAlign w:val="superscript"/>
              </w:rPr>
              <w:t>-3</w:t>
            </w:r>
          </w:p>
        </w:tc>
        <w:tc>
          <w:tcPr>
            <w:tcW w:w="900" w:type="dxa"/>
            <w:vAlign w:val="center"/>
          </w:tcPr>
          <w:p w14:paraId="09850DF6" w14:textId="77777777" w:rsidR="00FB41C0" w:rsidRPr="00EF2F0E" w:rsidRDefault="00FB41C0" w:rsidP="00B76023">
            <w:pPr>
              <w:pStyle w:val="TAC"/>
              <w:rPr>
                <w:rFonts w:eastAsia="?? ??" w:cs="Arial"/>
              </w:rPr>
            </w:pPr>
            <w:r w:rsidRPr="00EF2F0E">
              <w:rPr>
                <w:rFonts w:eastAsia="?? ??" w:cs="Arial"/>
              </w:rPr>
              <w:t>-</w:t>
            </w:r>
          </w:p>
        </w:tc>
        <w:tc>
          <w:tcPr>
            <w:tcW w:w="900" w:type="dxa"/>
            <w:vAlign w:val="center"/>
          </w:tcPr>
          <w:p w14:paraId="09850DF7" w14:textId="77777777" w:rsidR="00FB41C0" w:rsidRPr="00EF2F0E" w:rsidRDefault="00FB41C0" w:rsidP="00B76023">
            <w:pPr>
              <w:pStyle w:val="TAC"/>
              <w:rPr>
                <w:rFonts w:eastAsia="?? ??" w:cs="Arial"/>
              </w:rPr>
            </w:pPr>
            <w:r w:rsidRPr="00EF2F0E">
              <w:rPr>
                <w:rFonts w:eastAsia="?? ??" w:cs="Arial"/>
              </w:rPr>
              <w:t>-</w:t>
            </w:r>
          </w:p>
        </w:tc>
        <w:tc>
          <w:tcPr>
            <w:tcW w:w="900" w:type="dxa"/>
          </w:tcPr>
          <w:p w14:paraId="09850DF8" w14:textId="77777777" w:rsidR="00FB41C0" w:rsidRPr="00EF2F0E" w:rsidRDefault="00FB41C0" w:rsidP="00B76023">
            <w:pPr>
              <w:pStyle w:val="TAC"/>
              <w:rPr>
                <w:rFonts w:eastAsia="?? ??" w:cs="Arial"/>
              </w:rPr>
            </w:pPr>
            <w:r w:rsidRPr="00EF2F0E">
              <w:rPr>
                <w:rFonts w:eastAsia="?? ??" w:cs="Arial"/>
              </w:rPr>
              <w:t>-</w:t>
            </w:r>
          </w:p>
        </w:tc>
      </w:tr>
      <w:tr w:rsidR="00FB41C0" w:rsidRPr="00EF2F0E" w14:paraId="09850DFB" w14:textId="77777777" w:rsidTr="00B76023">
        <w:trPr>
          <w:cantSplit/>
          <w:jc w:val="center"/>
        </w:trPr>
        <w:tc>
          <w:tcPr>
            <w:tcW w:w="10254" w:type="dxa"/>
            <w:gridSpan w:val="9"/>
            <w:tcBorders>
              <w:bottom w:val="single" w:sz="4" w:space="0" w:color="auto"/>
            </w:tcBorders>
          </w:tcPr>
          <w:p w14:paraId="09850DFA" w14:textId="77777777" w:rsidR="00FB41C0" w:rsidRPr="00EF2F0E" w:rsidRDefault="00FB41C0" w:rsidP="00B76023">
            <w:pPr>
              <w:pStyle w:val="TAN"/>
              <w:rPr>
                <w:rFonts w:eastAsia="?? ??" w:cs="v5.0.0"/>
              </w:rPr>
            </w:pPr>
            <w:r w:rsidRPr="00EF2F0E">
              <w:rPr>
                <w:rFonts w:eastAsia="?? ??" w:cs="v5.0.0"/>
              </w:rPr>
              <w:t>NOTE:</w:t>
            </w:r>
            <w:r w:rsidR="006E5225" w:rsidRPr="00EF2F0E">
              <w:rPr>
                <w:rFonts w:eastAsia="?? ??" w:cs="v5.0.0"/>
              </w:rPr>
              <w:tab/>
            </w:r>
            <w:r w:rsidRPr="00EF2F0E">
              <w:rPr>
                <w:rFonts w:eastAsia="?? ??" w:cs="v5.0.0"/>
              </w:rPr>
              <w:t>In case of multiple BLER level thresholds listed for single requirement and measurement cannel combination, those BLER level values are reflected by set multiple requirements in 3GPP TS 25.104 [2].</w:t>
            </w:r>
          </w:p>
        </w:tc>
      </w:tr>
    </w:tbl>
    <w:p w14:paraId="09850DFC" w14:textId="77777777" w:rsidR="00FB41C0" w:rsidRPr="00EF2F0E" w:rsidRDefault="00FB41C0" w:rsidP="00FB41C0">
      <w:pPr>
        <w:rPr>
          <w:rFonts w:cs="v5.0.0"/>
        </w:rPr>
      </w:pPr>
    </w:p>
    <w:p w14:paraId="09850DFD" w14:textId="77777777" w:rsidR="00FB41C0" w:rsidRPr="00EF2F0E" w:rsidRDefault="00FB41C0" w:rsidP="00FB41C0">
      <w:pPr>
        <w:pStyle w:val="Heading3"/>
        <w:ind w:left="0" w:firstLine="0"/>
      </w:pPr>
      <w:bookmarkStart w:id="5613" w:name="_Toc21096196"/>
      <w:bookmarkStart w:id="5614" w:name="_Toc29763395"/>
      <w:bookmarkStart w:id="5615" w:name="_Toc45869680"/>
      <w:bookmarkStart w:id="5616" w:name="_Toc52554933"/>
      <w:bookmarkStart w:id="5617" w:name="_Toc52555403"/>
      <w:bookmarkStart w:id="5618" w:name="_Toc61112635"/>
      <w:bookmarkStart w:id="5619" w:name="_Toc67911787"/>
      <w:bookmarkStart w:id="5620" w:name="_Toc74843262"/>
      <w:bookmarkStart w:id="5621" w:name="_Toc76503645"/>
      <w:bookmarkStart w:id="5622" w:name="_Toc83041088"/>
      <w:bookmarkStart w:id="5623" w:name="_Toc89852131"/>
      <w:bookmarkStart w:id="5624" w:name="_Toc98676485"/>
      <w:r w:rsidRPr="00EF2F0E">
        <w:t>11.1.3</w:t>
      </w:r>
      <w:r w:rsidRPr="00EF2F0E">
        <w:tab/>
        <w:t>E-UTRA operation</w:t>
      </w:r>
      <w:bookmarkEnd w:id="5613"/>
      <w:bookmarkEnd w:id="5614"/>
      <w:bookmarkEnd w:id="5615"/>
      <w:bookmarkEnd w:id="5616"/>
      <w:bookmarkEnd w:id="5617"/>
      <w:bookmarkEnd w:id="5618"/>
      <w:bookmarkEnd w:id="5619"/>
      <w:bookmarkEnd w:id="5620"/>
      <w:bookmarkEnd w:id="5621"/>
      <w:bookmarkEnd w:id="5622"/>
      <w:bookmarkEnd w:id="5623"/>
      <w:bookmarkEnd w:id="5624"/>
    </w:p>
    <w:p w14:paraId="09850DFE" w14:textId="77777777" w:rsidR="00FB41C0" w:rsidRPr="00EF2F0E" w:rsidRDefault="00FB41C0" w:rsidP="00FB41C0">
      <w:r w:rsidRPr="00EF2F0E">
        <w:t>Performance requirements for the AAS BS are specified for the fixed reference channels (FRC) and propagation conditions defined in 3GPP TS 36.104 [8] annex A and annex B, respectively. The requirements only apply to those FRCs that are supported by the AAS BS.</w:t>
      </w:r>
    </w:p>
    <w:p w14:paraId="09850DFF" w14:textId="77777777" w:rsidR="00FB41C0" w:rsidRPr="00EF2F0E" w:rsidRDefault="00FB41C0" w:rsidP="00FB41C0">
      <w:r w:rsidRPr="00EF2F0E">
        <w:t xml:space="preserve">Unless stated otherwise, performance requirements apply for a single carrier only. Performance requirements for an AAS BS E-UTRA supporting </w:t>
      </w:r>
      <w:r w:rsidRPr="00EF2F0E">
        <w:rPr>
          <w:i/>
        </w:rPr>
        <w:t>carrier aggregation</w:t>
      </w:r>
      <w:r w:rsidRPr="00EF2F0E">
        <w:t xml:space="preserve"> are defined in terms of single carrier requirements. For FDD operation the requirements shall be met with the transmitter unit(s) associated with the RIB in the operating band ON.</w:t>
      </w:r>
    </w:p>
    <w:p w14:paraId="09850E00" w14:textId="77777777" w:rsidR="00FB41C0" w:rsidRPr="00EF2F0E" w:rsidRDefault="00FB41C0" w:rsidP="00FB41C0">
      <w:pPr>
        <w:pStyle w:val="NO"/>
      </w:pPr>
      <w:r w:rsidRPr="00EF2F0E">
        <w:t>NOTE:</w:t>
      </w:r>
      <w:r w:rsidRPr="00EF2F0E">
        <w:tab/>
        <w:t xml:space="preserve">In normal operating conditions the </w:t>
      </w:r>
      <w:r w:rsidRPr="00EF2F0E">
        <w:rPr>
          <w:i/>
        </w:rPr>
        <w:t>transceiver units</w:t>
      </w:r>
      <w:r w:rsidRPr="00EF2F0E">
        <w:t xml:space="preserve"> in FDD operation are configured to transmit and receive at the same time. The transmitter unit(s) associated with the RIB may be OFF for some of the tests as specified in 3GPP TS 37.145 [13].</w:t>
      </w:r>
    </w:p>
    <w:p w14:paraId="09850E01" w14:textId="77777777" w:rsidR="00FB41C0" w:rsidRPr="00EF2F0E" w:rsidRDefault="00FB41C0" w:rsidP="00FB41C0">
      <w:r w:rsidRPr="00EF2F0E">
        <w:t xml:space="preserve">In the referred E-UTRA specification, the term "RX antennas" refers to </w:t>
      </w:r>
      <w:r w:rsidRPr="00EF2F0E">
        <w:rPr>
          <w:i/>
        </w:rPr>
        <w:t>demodulation branches</w:t>
      </w:r>
      <w:r w:rsidRPr="00EF2F0E">
        <w:t xml:space="preserve"> (and not physical antennas).</w:t>
      </w:r>
    </w:p>
    <w:p w14:paraId="09850E02" w14:textId="77777777" w:rsidR="00FB41C0" w:rsidRPr="00EF2F0E" w:rsidRDefault="00FB41C0" w:rsidP="00FB41C0">
      <w:r w:rsidRPr="00EF2F0E">
        <w:t xml:space="preserve">The SNR used in this clause is </w:t>
      </w:r>
      <w:r w:rsidRPr="00EF2F0E">
        <w:rPr>
          <w:lang w:eastAsia="zh-CN"/>
        </w:rPr>
        <w:t xml:space="preserve">specified based on a single carrier and </w:t>
      </w:r>
      <w:r w:rsidRPr="00EF2F0E">
        <w:t>defined as:</w:t>
      </w:r>
    </w:p>
    <w:p w14:paraId="09850E03" w14:textId="77777777" w:rsidR="00FB41C0" w:rsidRPr="00EF2F0E" w:rsidRDefault="00FB41C0" w:rsidP="00FB41C0">
      <w:pPr>
        <w:pStyle w:val="EQ"/>
      </w:pPr>
      <w:r w:rsidRPr="00EF2F0E">
        <w:tab/>
        <w:t>SNR = S / N</w:t>
      </w:r>
    </w:p>
    <w:p w14:paraId="09850E04" w14:textId="77777777" w:rsidR="00FB41C0" w:rsidRPr="00EF2F0E" w:rsidRDefault="00FB41C0" w:rsidP="00FB41C0">
      <w:r w:rsidRPr="00EF2F0E">
        <w:t>Where:</w:t>
      </w:r>
    </w:p>
    <w:p w14:paraId="09850E05" w14:textId="77777777" w:rsidR="00FB41C0" w:rsidRPr="00EF2F0E" w:rsidRDefault="00FB41C0" w:rsidP="00FB41C0">
      <w:pPr>
        <w:pStyle w:val="B10"/>
      </w:pPr>
      <w:r w:rsidRPr="00EF2F0E">
        <w:t>S</w:t>
      </w:r>
      <w:r w:rsidR="006E5225" w:rsidRPr="00EF2F0E">
        <w:tab/>
      </w:r>
      <w:r w:rsidRPr="00EF2F0E">
        <w:t>is the total signal energy in the subframe.</w:t>
      </w:r>
    </w:p>
    <w:p w14:paraId="09850E06" w14:textId="77777777" w:rsidR="00FB41C0" w:rsidRPr="00EF2F0E" w:rsidRDefault="00FB41C0" w:rsidP="00FB41C0">
      <w:pPr>
        <w:pStyle w:val="B10"/>
      </w:pPr>
      <w:r w:rsidRPr="00EF2F0E">
        <w:t>N</w:t>
      </w:r>
      <w:r w:rsidRPr="00EF2F0E">
        <w:tab/>
        <w:t xml:space="preserve">is the noise energy in a bandwidth corresponding to the </w:t>
      </w:r>
      <w:r w:rsidRPr="00EF2F0E">
        <w:rPr>
          <w:i/>
        </w:rPr>
        <w:t>transmission bandwidth</w:t>
      </w:r>
      <w:r w:rsidRPr="00EF2F0E">
        <w:t xml:space="preserve"> over the duration of a subframe.</w:t>
      </w:r>
    </w:p>
    <w:p w14:paraId="09850E07" w14:textId="77777777" w:rsidR="00FB41C0" w:rsidRPr="00EF2F0E" w:rsidRDefault="00FB41C0" w:rsidP="00FB41C0">
      <w:r w:rsidRPr="00EF2F0E">
        <w:t>For enhanced performance requirements type</w:t>
      </w:r>
      <w:r w:rsidRPr="00EF2F0E">
        <w:rPr>
          <w:rFonts w:hint="eastAsia"/>
          <w:lang w:eastAsia="zh-CN"/>
        </w:rPr>
        <w:t xml:space="preserve"> A</w:t>
      </w:r>
      <w:r w:rsidRPr="00EF2F0E">
        <w:t>, the SINR used in this clause is specified based on a single carrier and defined as:</w:t>
      </w:r>
    </w:p>
    <w:p w14:paraId="09850E08" w14:textId="77777777" w:rsidR="00FB41C0" w:rsidRPr="00EF2F0E" w:rsidRDefault="00FB41C0" w:rsidP="00FB41C0">
      <w:pPr>
        <w:pStyle w:val="EQ"/>
        <w:rPr>
          <w:lang w:eastAsia="zh-CN"/>
        </w:rPr>
      </w:pPr>
      <w:r w:rsidRPr="00EF2F0E">
        <w:tab/>
      </w:r>
      <w:r w:rsidRPr="00EF2F0E">
        <w:object w:dxaOrig="1160" w:dyaOrig="320" w14:anchorId="0985121A">
          <v:shape id="_x0000_i1123" type="#_x0000_t75" style="width:58.6pt;height:15.85pt" o:ole="">
            <v:imagedata r:id="rId96" o:title=""/>
          </v:shape>
          <o:OLEObject Type="Embed" ProgID="Equation.DSMT4" ShapeID="_x0000_i1123" DrawAspect="Content" ObjectID="_1717663645" r:id="rId196"/>
        </w:object>
      </w:r>
    </w:p>
    <w:p w14:paraId="09850E09" w14:textId="77777777" w:rsidR="00FB41C0" w:rsidRPr="00EF2F0E" w:rsidRDefault="00FB41C0" w:rsidP="00FB41C0">
      <w:r w:rsidRPr="00EF2F0E">
        <w:t>Where:</w:t>
      </w:r>
    </w:p>
    <w:p w14:paraId="09850E0A" w14:textId="77777777" w:rsidR="00FB41C0" w:rsidRPr="00EF2F0E" w:rsidRDefault="00FB41C0" w:rsidP="00FB41C0">
      <w:pPr>
        <w:pStyle w:val="B10"/>
      </w:pPr>
      <w:r w:rsidRPr="00EF2F0E">
        <w:rPr>
          <w:position w:val="-6"/>
        </w:rPr>
        <w:object w:dxaOrig="200" w:dyaOrig="260" w14:anchorId="0985121B">
          <v:shape id="_x0000_i1124" type="#_x0000_t75" style="width:12.2pt;height:13.4pt" o:ole="">
            <v:imagedata r:id="rId98" o:title=""/>
          </v:shape>
          <o:OLEObject Type="Embed" ProgID="Equation.DSMT4" ShapeID="_x0000_i1124" DrawAspect="Content" ObjectID="_1717663646" r:id="rId197"/>
        </w:object>
      </w:r>
      <w:r w:rsidRPr="00EF2F0E">
        <w:t>is the total signal energy in the subframe.</w:t>
      </w:r>
    </w:p>
    <w:p w14:paraId="09850E0B" w14:textId="77777777" w:rsidR="00FB41C0" w:rsidRPr="00EF2F0E" w:rsidRDefault="00FB41C0" w:rsidP="00FB41C0">
      <w:pPr>
        <w:pStyle w:val="B10"/>
      </w:pPr>
      <w:r w:rsidRPr="00EF2F0E">
        <w:rPr>
          <w:position w:val="-6"/>
        </w:rPr>
        <w:object w:dxaOrig="300" w:dyaOrig="260" w14:anchorId="0985121C">
          <v:shape id="_x0000_i1125" type="#_x0000_t75" style="width:15.25pt;height:13.4pt" o:ole="">
            <v:imagedata r:id="rId100" o:title=""/>
          </v:shape>
          <o:OLEObject Type="Embed" ProgID="Equation.DSMT4" ShapeID="_x0000_i1125" DrawAspect="Content" ObjectID="_1717663647" r:id="rId198"/>
        </w:object>
      </w:r>
      <w:r w:rsidRPr="00EF2F0E">
        <w:t xml:space="preserve">is </w:t>
      </w:r>
      <w:r w:rsidRPr="00EF2F0E">
        <w:rPr>
          <w:rFonts w:hint="eastAsia"/>
          <w:lang w:eastAsia="zh-CN"/>
        </w:rPr>
        <w:t xml:space="preserve">the summation of the received energy of the </w:t>
      </w:r>
      <w:r w:rsidRPr="00EF2F0E">
        <w:t xml:space="preserve">strongest </w:t>
      </w:r>
      <w:r w:rsidRPr="00EF2F0E">
        <w:rPr>
          <w:rFonts w:hint="eastAsia"/>
          <w:lang w:eastAsia="zh-CN"/>
        </w:rPr>
        <w:t xml:space="preserve">interferers </w:t>
      </w:r>
      <w:r w:rsidRPr="00EF2F0E">
        <w:t xml:space="preserve">explicitly defined in a test procedure plus </w:t>
      </w:r>
      <w:r w:rsidRPr="00EF2F0E">
        <w:rPr>
          <w:rFonts w:hint="eastAsia"/>
          <w:lang w:eastAsia="zh-CN"/>
        </w:rPr>
        <w:t>the</w:t>
      </w:r>
      <w:r w:rsidRPr="00EF2F0E">
        <w:rPr>
          <w:rFonts w:hint="eastAsia"/>
          <w:i/>
          <w:lang w:eastAsia="zh-CN"/>
        </w:rPr>
        <w:t xml:space="preserve"> </w:t>
      </w:r>
      <w:r w:rsidRPr="00EF2F0E">
        <w:rPr>
          <w:rFonts w:hint="eastAsia"/>
          <w:lang w:eastAsia="zh-CN"/>
        </w:rPr>
        <w:t xml:space="preserve">white noise energy </w:t>
      </w:r>
      <w:r w:rsidRPr="00EF2F0E">
        <w:rPr>
          <w:rFonts w:hint="eastAsia"/>
          <w:i/>
          <w:lang w:eastAsia="zh-CN"/>
        </w:rPr>
        <w:t>N</w:t>
      </w:r>
      <w:r w:rsidRPr="00EF2F0E">
        <w:rPr>
          <w:rFonts w:hint="eastAsia"/>
          <w:lang w:eastAsia="zh-CN"/>
        </w:rPr>
        <w:t xml:space="preserve">, </w:t>
      </w:r>
      <w:r w:rsidRPr="00EF2F0E">
        <w:t xml:space="preserve">in a bandwidth corresponding to the </w:t>
      </w:r>
      <w:r w:rsidRPr="00EF2F0E">
        <w:rPr>
          <w:i/>
        </w:rPr>
        <w:t>transmission bandwidth</w:t>
      </w:r>
      <w:r w:rsidRPr="00EF2F0E">
        <w:t xml:space="preserve"> over the duration of a subframe.</w:t>
      </w:r>
      <w:r w:rsidRPr="00EF2F0E">
        <w:rPr>
          <w:rFonts w:hint="eastAsia"/>
          <w:lang w:eastAsia="zh-CN"/>
        </w:rPr>
        <w:t xml:space="preserve"> </w:t>
      </w:r>
      <w:r w:rsidRPr="00EF2F0E">
        <w:rPr>
          <w:rFonts w:eastAsia="?? ??" w:cs="v5.0.0"/>
        </w:rPr>
        <w:t xml:space="preserve">The respective </w:t>
      </w:r>
      <w:r w:rsidRPr="00EF2F0E">
        <w:rPr>
          <w:rFonts w:cs="v5.0.0" w:hint="eastAsia"/>
          <w:lang w:eastAsia="zh-CN"/>
        </w:rPr>
        <w:t>energy</w:t>
      </w:r>
      <w:r w:rsidRPr="00EF2F0E">
        <w:rPr>
          <w:rFonts w:eastAsia="?? ??" w:cs="v5.0.0"/>
        </w:rPr>
        <w:t xml:space="preserve"> of each </w:t>
      </w:r>
      <w:r w:rsidRPr="00EF2F0E">
        <w:rPr>
          <w:rFonts w:cs="v5.0.0" w:hint="eastAsia"/>
          <w:lang w:eastAsia="zh-CN"/>
        </w:rPr>
        <w:t>interferer</w:t>
      </w:r>
      <w:r w:rsidRPr="00EF2F0E">
        <w:rPr>
          <w:rFonts w:eastAsia="?? ??" w:cs="v5.0.0"/>
        </w:rPr>
        <w:t xml:space="preserve"> relative to </w:t>
      </w:r>
      <w:r w:rsidRPr="00EF2F0E">
        <w:rPr>
          <w:position w:val="-6"/>
        </w:rPr>
        <w:object w:dxaOrig="300" w:dyaOrig="260" w14:anchorId="0985121D">
          <v:shape id="_x0000_i1126" type="#_x0000_t75" style="width:15.25pt;height:13.4pt" o:ole="">
            <v:imagedata r:id="rId100" o:title=""/>
          </v:shape>
          <o:OLEObject Type="Embed" ProgID="Equation.DSMT4" ShapeID="_x0000_i1126" DrawAspect="Content" ObjectID="_1717663648" r:id="rId199"/>
        </w:object>
      </w:r>
      <w:r w:rsidRPr="00EF2F0E">
        <w:rPr>
          <w:rFonts w:eastAsia="?? ??" w:cs="v5.0.0"/>
        </w:rPr>
        <w:t xml:space="preserve"> is defined by its associated DIP value.</w:t>
      </w:r>
    </w:p>
    <w:p w14:paraId="09850E0C" w14:textId="77777777" w:rsidR="00FB41C0" w:rsidRPr="00EF2F0E" w:rsidRDefault="00FB41C0" w:rsidP="00FB41C0">
      <w:pPr>
        <w:pStyle w:val="Heading2"/>
        <w:ind w:left="0" w:firstLine="0"/>
      </w:pPr>
      <w:bookmarkStart w:id="5625" w:name="_Toc21096197"/>
      <w:bookmarkStart w:id="5626" w:name="_Toc29763396"/>
      <w:bookmarkStart w:id="5627" w:name="_Toc45869681"/>
      <w:bookmarkStart w:id="5628" w:name="_Toc52554934"/>
      <w:bookmarkStart w:id="5629" w:name="_Toc52555404"/>
      <w:bookmarkStart w:id="5630" w:name="_Toc61112636"/>
      <w:bookmarkStart w:id="5631" w:name="_Toc67911788"/>
      <w:bookmarkStart w:id="5632" w:name="_Toc74843263"/>
      <w:bookmarkStart w:id="5633" w:name="_Toc76503646"/>
      <w:bookmarkStart w:id="5634" w:name="_Toc83041089"/>
      <w:bookmarkStart w:id="5635" w:name="_Toc89852132"/>
      <w:bookmarkStart w:id="5636" w:name="_Toc98676486"/>
      <w:r w:rsidRPr="00EF2F0E">
        <w:t>11.2</w:t>
      </w:r>
      <w:r w:rsidRPr="00EF2F0E">
        <w:tab/>
        <w:t>Minimum requirements for MSR operation</w:t>
      </w:r>
      <w:bookmarkEnd w:id="5625"/>
      <w:bookmarkEnd w:id="5626"/>
      <w:bookmarkEnd w:id="5627"/>
      <w:bookmarkEnd w:id="5628"/>
      <w:bookmarkEnd w:id="5629"/>
      <w:bookmarkEnd w:id="5630"/>
      <w:bookmarkEnd w:id="5631"/>
      <w:bookmarkEnd w:id="5632"/>
      <w:bookmarkEnd w:id="5633"/>
      <w:bookmarkEnd w:id="5634"/>
      <w:bookmarkEnd w:id="5635"/>
      <w:bookmarkEnd w:id="5636"/>
    </w:p>
    <w:p w14:paraId="09850E0D" w14:textId="77777777" w:rsidR="00FB41C0" w:rsidRPr="00EF2F0E" w:rsidRDefault="00FB41C0" w:rsidP="00FB41C0">
      <w:r w:rsidRPr="00EF2F0E">
        <w:t xml:space="preserve">For </w:t>
      </w:r>
      <w:r w:rsidRPr="00EF2F0E">
        <w:rPr>
          <w:i/>
        </w:rPr>
        <w:t>single RAT UTRA operation</w:t>
      </w:r>
      <w:r w:rsidRPr="00EF2F0E">
        <w:t>, minimum requirements for demodulation performance are specified in subclause 8.3.</w:t>
      </w:r>
    </w:p>
    <w:p w14:paraId="09850E0E" w14:textId="77777777" w:rsidR="00FB41C0" w:rsidRPr="00EF2F0E" w:rsidRDefault="00FB41C0" w:rsidP="00FB41C0">
      <w:r w:rsidRPr="00EF2F0E">
        <w:t xml:space="preserve">For </w:t>
      </w:r>
      <w:r w:rsidRPr="00EF2F0E">
        <w:rPr>
          <w:i/>
        </w:rPr>
        <w:t>single RAT E-UTRA operation</w:t>
      </w:r>
      <w:r w:rsidRPr="00EF2F0E">
        <w:t>, minimum requirements for demodulation performance are specified in subclause 8.4.</w:t>
      </w:r>
    </w:p>
    <w:p w14:paraId="09850E0F" w14:textId="77777777" w:rsidR="00FB41C0" w:rsidRPr="00EF2F0E" w:rsidRDefault="00FB41C0" w:rsidP="00FB41C0">
      <w:pPr>
        <w:pStyle w:val="Heading2"/>
        <w:ind w:left="0" w:firstLine="0"/>
      </w:pPr>
      <w:bookmarkStart w:id="5637" w:name="_Toc21096198"/>
      <w:bookmarkStart w:id="5638" w:name="_Toc29763397"/>
      <w:bookmarkStart w:id="5639" w:name="_Toc45869682"/>
      <w:bookmarkStart w:id="5640" w:name="_Toc52554935"/>
      <w:bookmarkStart w:id="5641" w:name="_Toc52555405"/>
      <w:bookmarkStart w:id="5642" w:name="_Toc61112637"/>
      <w:bookmarkStart w:id="5643" w:name="_Toc67911789"/>
      <w:bookmarkStart w:id="5644" w:name="_Toc74843264"/>
      <w:bookmarkStart w:id="5645" w:name="_Toc76503647"/>
      <w:bookmarkStart w:id="5646" w:name="_Toc83041090"/>
      <w:bookmarkStart w:id="5647" w:name="_Toc89852133"/>
      <w:bookmarkStart w:id="5648" w:name="_Toc98676487"/>
      <w:r w:rsidRPr="00EF2F0E">
        <w:t>11.3</w:t>
      </w:r>
      <w:r w:rsidRPr="00EF2F0E">
        <w:tab/>
        <w:t>Minimum requirements for UTRA operation</w:t>
      </w:r>
      <w:bookmarkEnd w:id="5637"/>
      <w:bookmarkEnd w:id="5638"/>
      <w:bookmarkEnd w:id="5639"/>
      <w:bookmarkEnd w:id="5640"/>
      <w:bookmarkEnd w:id="5641"/>
      <w:bookmarkEnd w:id="5642"/>
      <w:bookmarkEnd w:id="5643"/>
      <w:bookmarkEnd w:id="5644"/>
      <w:bookmarkEnd w:id="5645"/>
      <w:bookmarkEnd w:id="5646"/>
      <w:bookmarkEnd w:id="5647"/>
      <w:bookmarkEnd w:id="5648"/>
    </w:p>
    <w:p w14:paraId="09850E10" w14:textId="77777777" w:rsidR="00FB41C0" w:rsidRPr="00EF2F0E" w:rsidRDefault="00FB41C0" w:rsidP="00FB41C0">
      <w:r w:rsidRPr="00EF2F0E">
        <w:t xml:space="preserve">The </w:t>
      </w:r>
      <w:r w:rsidRPr="00EF2F0E">
        <w:rPr>
          <w:i/>
        </w:rPr>
        <w:t>single RAT UTRA operation</w:t>
      </w:r>
      <w:r w:rsidRPr="00EF2F0E">
        <w:t xml:space="preserve"> in FDD shall fulfil all mandatory BS demodulation performance requirements specified in subclauses 8.2 to 8.12 of 3GPP TS 25.104 [6].</w:t>
      </w:r>
    </w:p>
    <w:p w14:paraId="09850E11" w14:textId="77777777" w:rsidR="00FB41C0" w:rsidRPr="00EF2F0E" w:rsidRDefault="00FB41C0" w:rsidP="00FB41C0">
      <w:r w:rsidRPr="00EF2F0E">
        <w:t xml:space="preserve">In the referred UTRA specifications, the term BS with RX diversity refers to performance requirements for two </w:t>
      </w:r>
      <w:r w:rsidRPr="00EF2F0E">
        <w:rPr>
          <w:i/>
        </w:rPr>
        <w:t>demodulation branches</w:t>
      </w:r>
      <w:r w:rsidRPr="00EF2F0E">
        <w:t xml:space="preserve">, and BS without RX diversity refers to performance requirements for one </w:t>
      </w:r>
      <w:r w:rsidRPr="00EF2F0E">
        <w:rPr>
          <w:i/>
        </w:rPr>
        <w:t>demodulation branch</w:t>
      </w:r>
      <w:r w:rsidRPr="00EF2F0E">
        <w:t>.</w:t>
      </w:r>
    </w:p>
    <w:p w14:paraId="09850E12" w14:textId="77777777" w:rsidR="00FB41C0" w:rsidRPr="00EF2F0E" w:rsidRDefault="00FB41C0" w:rsidP="00FB41C0">
      <w:pPr>
        <w:pStyle w:val="Heading2"/>
        <w:ind w:left="0" w:firstLine="0"/>
      </w:pPr>
      <w:bookmarkStart w:id="5649" w:name="_Toc21096199"/>
      <w:bookmarkStart w:id="5650" w:name="_Toc29763398"/>
      <w:bookmarkStart w:id="5651" w:name="_Toc45869683"/>
      <w:bookmarkStart w:id="5652" w:name="_Toc52554936"/>
      <w:bookmarkStart w:id="5653" w:name="_Toc52555406"/>
      <w:bookmarkStart w:id="5654" w:name="_Toc61112638"/>
      <w:bookmarkStart w:id="5655" w:name="_Toc67911790"/>
      <w:bookmarkStart w:id="5656" w:name="_Toc74843265"/>
      <w:bookmarkStart w:id="5657" w:name="_Toc76503648"/>
      <w:bookmarkStart w:id="5658" w:name="_Toc83041091"/>
      <w:bookmarkStart w:id="5659" w:name="_Toc89852134"/>
      <w:bookmarkStart w:id="5660" w:name="_Toc98676488"/>
      <w:r w:rsidRPr="00EF2F0E">
        <w:t>11.4</w:t>
      </w:r>
      <w:r w:rsidRPr="00EF2F0E">
        <w:tab/>
        <w:t>Minimum requirements for E-UTRA operation</w:t>
      </w:r>
      <w:bookmarkEnd w:id="5649"/>
      <w:bookmarkEnd w:id="5650"/>
      <w:bookmarkEnd w:id="5651"/>
      <w:bookmarkEnd w:id="5652"/>
      <w:bookmarkEnd w:id="5653"/>
      <w:bookmarkEnd w:id="5654"/>
      <w:bookmarkEnd w:id="5655"/>
      <w:bookmarkEnd w:id="5656"/>
      <w:bookmarkEnd w:id="5657"/>
      <w:bookmarkEnd w:id="5658"/>
      <w:bookmarkEnd w:id="5659"/>
      <w:bookmarkEnd w:id="5660"/>
      <w:r w:rsidRPr="00EF2F0E">
        <w:t xml:space="preserve"> </w:t>
      </w:r>
    </w:p>
    <w:p w14:paraId="09850E13" w14:textId="77777777" w:rsidR="00FB41C0" w:rsidRPr="00EF2F0E" w:rsidRDefault="00FB41C0" w:rsidP="00FB41C0">
      <w:r w:rsidRPr="00EF2F0E">
        <w:t xml:space="preserve">The </w:t>
      </w:r>
      <w:r w:rsidRPr="00EF2F0E">
        <w:rPr>
          <w:i/>
        </w:rPr>
        <w:t>single RAT E-UTRA operation</w:t>
      </w:r>
      <w:r w:rsidRPr="00EF2F0E">
        <w:t xml:space="preserve"> shall fulfil all mandatory</w:t>
      </w:r>
      <w:r w:rsidRPr="00EF2F0E" w:rsidDel="002E5A46">
        <w:t xml:space="preserve"> </w:t>
      </w:r>
      <w:r w:rsidRPr="00EF2F0E">
        <w:t xml:space="preserve">BS demodulation performance requirements specified in subclauses 8.2 </w:t>
      </w:r>
      <w:r w:rsidR="00396016" w:rsidRPr="00EF2F0E">
        <w:t>-</w:t>
      </w:r>
      <w:r w:rsidRPr="00EF2F0E">
        <w:t xml:space="preserve"> 8.4 </w:t>
      </w:r>
      <w:r w:rsidR="00396016" w:rsidRPr="00EF2F0E">
        <w:t xml:space="preserve">(for PUSCH, PUCCH and PRACH) </w:t>
      </w:r>
      <w:r w:rsidR="00396016" w:rsidRPr="00EF2F0E">
        <w:rPr>
          <w:lang w:eastAsia="ko-KR"/>
        </w:rPr>
        <w:t xml:space="preserve">and 8.6 – 8.7 </w:t>
      </w:r>
      <w:r w:rsidR="00396016" w:rsidRPr="00EF2F0E">
        <w:t xml:space="preserve">(for subslot-PUSCH and sPUCCH) </w:t>
      </w:r>
      <w:r w:rsidRPr="00EF2F0E">
        <w:t>of TS 36.104 [8].</w:t>
      </w:r>
    </w:p>
    <w:p w14:paraId="09850E14" w14:textId="77777777" w:rsidR="00FB41C0" w:rsidRPr="00EF2F0E" w:rsidRDefault="00FB41C0" w:rsidP="00FB41C0">
      <w:r w:rsidRPr="00EF2F0E">
        <w:t xml:space="preserve">In the referred E-UTRA specification, the term "RX antennas" refers to </w:t>
      </w:r>
      <w:r w:rsidRPr="00EF2F0E">
        <w:rPr>
          <w:i/>
        </w:rPr>
        <w:t>demodulation branches</w:t>
      </w:r>
      <w:r w:rsidRPr="00EF2F0E">
        <w:t xml:space="preserve"> (i.e. not physical antennas).</w:t>
      </w:r>
    </w:p>
    <w:p w14:paraId="09850E15" w14:textId="77777777" w:rsidR="00FB41C0" w:rsidRPr="00EF2F0E" w:rsidRDefault="00FB41C0" w:rsidP="00FB41C0">
      <w:pPr>
        <w:pStyle w:val="Heading8"/>
      </w:pPr>
      <w:r w:rsidRPr="00EF2F0E">
        <w:br w:type="page"/>
      </w:r>
      <w:bookmarkStart w:id="5661" w:name="_Toc21096200"/>
      <w:bookmarkStart w:id="5662" w:name="_Toc29763399"/>
      <w:bookmarkStart w:id="5663" w:name="_Toc45869684"/>
      <w:bookmarkStart w:id="5664" w:name="_Toc52554937"/>
      <w:bookmarkStart w:id="5665" w:name="_Toc52555407"/>
      <w:bookmarkStart w:id="5666" w:name="_Toc61112639"/>
      <w:bookmarkStart w:id="5667" w:name="_Toc67911791"/>
      <w:bookmarkStart w:id="5668" w:name="_Toc74843266"/>
      <w:bookmarkStart w:id="5669" w:name="_Toc76503649"/>
      <w:bookmarkStart w:id="5670" w:name="_Toc83041092"/>
      <w:bookmarkStart w:id="5671" w:name="_Toc89852135"/>
      <w:bookmarkStart w:id="5672" w:name="_Toc98676489"/>
      <w:r w:rsidRPr="00EF2F0E">
        <w:t>Annex A (normative):</w:t>
      </w:r>
      <w:r w:rsidRPr="00EF2F0E">
        <w:br/>
        <w:t>Environmental requirements for the BS equipment</w:t>
      </w:r>
      <w:bookmarkEnd w:id="5661"/>
      <w:bookmarkEnd w:id="5662"/>
      <w:bookmarkEnd w:id="5663"/>
      <w:bookmarkEnd w:id="5664"/>
      <w:bookmarkEnd w:id="5665"/>
      <w:bookmarkEnd w:id="5666"/>
      <w:bookmarkEnd w:id="5667"/>
      <w:bookmarkEnd w:id="5668"/>
      <w:bookmarkEnd w:id="5669"/>
      <w:bookmarkEnd w:id="5670"/>
      <w:bookmarkEnd w:id="5671"/>
      <w:bookmarkEnd w:id="5672"/>
    </w:p>
    <w:p w14:paraId="09850E16" w14:textId="77777777" w:rsidR="00FB41C0" w:rsidRPr="00EF2F0E" w:rsidRDefault="00FB41C0" w:rsidP="00FB41C0">
      <w:pPr>
        <w:rPr>
          <w:rFonts w:cs="v5.0.0"/>
        </w:rPr>
      </w:pPr>
      <w:r w:rsidRPr="00EF2F0E">
        <w:rPr>
          <w:rFonts w:cs="v5.0.0"/>
        </w:rPr>
        <w:t>The AAS BS equipment shall fulfil all the requirements in the full range of environmental conditions for the relevant environmental class. The environmental conditions and class shall be from the relevant IEC specifications or the corresponding ETSI specifications listed below.</w:t>
      </w:r>
    </w:p>
    <w:p w14:paraId="09850E17" w14:textId="77777777" w:rsidR="00FB41C0" w:rsidRPr="00EF2F0E" w:rsidRDefault="00FB41C0" w:rsidP="00FB41C0">
      <w:pPr>
        <w:rPr>
          <w:rFonts w:cs="v5.0.0"/>
        </w:rPr>
      </w:pPr>
      <w:r w:rsidRPr="00EF2F0E">
        <w:rPr>
          <w:rFonts w:cs="v5.0.0"/>
        </w:rPr>
        <w:t>IEC specifications for environmental requirements:</w:t>
      </w:r>
    </w:p>
    <w:p w14:paraId="09850E18" w14:textId="77777777" w:rsidR="00FB41C0" w:rsidRPr="00EF2F0E" w:rsidRDefault="00FB41C0" w:rsidP="00FB41C0">
      <w:pPr>
        <w:pStyle w:val="B10"/>
      </w:pPr>
      <w:r w:rsidRPr="00EF2F0E">
        <w:t>IEC 60721-3-3 [21]: "Stationary use at weather protected locations".</w:t>
      </w:r>
    </w:p>
    <w:p w14:paraId="09850E19" w14:textId="77777777" w:rsidR="00FB41C0" w:rsidRPr="00EF2F0E" w:rsidRDefault="00FB41C0" w:rsidP="00FB41C0">
      <w:pPr>
        <w:pStyle w:val="B10"/>
      </w:pPr>
      <w:r w:rsidRPr="00EF2F0E">
        <w:t>IEC 60721-3-4 [22]: "Stationary use at non weather protected locations".</w:t>
      </w:r>
    </w:p>
    <w:p w14:paraId="09850E1A" w14:textId="77777777" w:rsidR="00FB41C0" w:rsidRPr="00EF2F0E" w:rsidRDefault="00FB41C0" w:rsidP="00FB41C0">
      <w:pPr>
        <w:rPr>
          <w:rFonts w:cs="v5.0.0"/>
        </w:rPr>
      </w:pPr>
      <w:r w:rsidRPr="00EF2F0E">
        <w:rPr>
          <w:rFonts w:cs="v5.0.0"/>
        </w:rPr>
        <w:t>ETSI specifications for environmental requirements:</w:t>
      </w:r>
    </w:p>
    <w:p w14:paraId="09850E1B" w14:textId="77777777" w:rsidR="00FB41C0" w:rsidRPr="00EF2F0E" w:rsidRDefault="00FB41C0" w:rsidP="00FB41C0">
      <w:pPr>
        <w:pStyle w:val="B10"/>
      </w:pPr>
      <w:r w:rsidRPr="00EF2F0E">
        <w:t>ETSI EN 300 019-1-3 [23]: "Stationary use at weather protected locations".</w:t>
      </w:r>
    </w:p>
    <w:p w14:paraId="09850E1C" w14:textId="77777777" w:rsidR="00FB41C0" w:rsidRPr="00EF2F0E" w:rsidRDefault="00FB41C0" w:rsidP="00FB41C0">
      <w:pPr>
        <w:pStyle w:val="B10"/>
      </w:pPr>
      <w:r w:rsidRPr="00EF2F0E">
        <w:t>ETSI EN 300 019-1-4 [24]: "Stationary use at non weather protected locations".</w:t>
      </w:r>
    </w:p>
    <w:p w14:paraId="09850E1D" w14:textId="77777777" w:rsidR="00FB41C0" w:rsidRPr="00EF2F0E" w:rsidRDefault="00FB41C0" w:rsidP="003F732C">
      <w:r w:rsidRPr="00EF2F0E">
        <w:t xml:space="preserve">Normally it should be sufficient for all tests to be conducted using normal test conditions except where otherwise stated. For guidance on the use of test conditions to be used in order to show compliance refer to </w:t>
      </w:r>
      <w:r w:rsidR="003F732C" w:rsidRPr="00EF2F0E">
        <w:t>TS 37.145-1 [29] or TS 37.145-2 [30]</w:t>
      </w:r>
      <w:r w:rsidRPr="00EF2F0E">
        <w:t>.</w:t>
      </w:r>
    </w:p>
    <w:p w14:paraId="09850E1E" w14:textId="77777777" w:rsidR="00FB41C0" w:rsidRPr="00EF2F0E" w:rsidRDefault="00FB41C0" w:rsidP="00FB41C0">
      <w:pPr>
        <w:pStyle w:val="Heading8"/>
      </w:pPr>
      <w:bookmarkStart w:id="5673" w:name="_Toc21096201"/>
      <w:bookmarkStart w:id="5674" w:name="_Toc29763400"/>
      <w:bookmarkStart w:id="5675" w:name="_Toc45869685"/>
      <w:bookmarkStart w:id="5676" w:name="_Toc52554938"/>
      <w:bookmarkStart w:id="5677" w:name="_Toc52555408"/>
      <w:bookmarkStart w:id="5678" w:name="_Toc61112640"/>
      <w:bookmarkStart w:id="5679" w:name="_Toc67911792"/>
      <w:bookmarkStart w:id="5680" w:name="_Toc74843267"/>
      <w:bookmarkStart w:id="5681" w:name="_Toc76503650"/>
      <w:bookmarkStart w:id="5682" w:name="_Toc83041093"/>
      <w:bookmarkStart w:id="5683" w:name="_Toc89852136"/>
      <w:bookmarkStart w:id="5684" w:name="_Toc98676490"/>
      <w:r w:rsidRPr="00EF2F0E">
        <w:t xml:space="preserve">Annex B (Informative): </w:t>
      </w:r>
      <w:r w:rsidRPr="00EF2F0E">
        <w:br/>
        <w:t>Calculation of EIRP based on fixed assumption of passive antenna gain</w:t>
      </w:r>
      <w:bookmarkEnd w:id="5673"/>
      <w:bookmarkEnd w:id="5674"/>
      <w:bookmarkEnd w:id="5675"/>
      <w:bookmarkEnd w:id="5676"/>
      <w:bookmarkEnd w:id="5677"/>
      <w:bookmarkEnd w:id="5678"/>
      <w:bookmarkEnd w:id="5679"/>
      <w:bookmarkEnd w:id="5680"/>
      <w:bookmarkEnd w:id="5681"/>
      <w:bookmarkEnd w:id="5682"/>
      <w:bookmarkEnd w:id="5683"/>
      <w:bookmarkEnd w:id="5684"/>
    </w:p>
    <w:p w14:paraId="09850E1F" w14:textId="77777777" w:rsidR="00FB41C0" w:rsidRPr="00EF2F0E" w:rsidRDefault="00FB41C0" w:rsidP="00FB41C0">
      <w:pPr>
        <w:pStyle w:val="Heading2"/>
      </w:pPr>
      <w:bookmarkStart w:id="5685" w:name="_Toc21096202"/>
      <w:bookmarkStart w:id="5686" w:name="_Toc29763401"/>
      <w:bookmarkStart w:id="5687" w:name="_Toc45869686"/>
      <w:bookmarkStart w:id="5688" w:name="_Toc52554939"/>
      <w:bookmarkStart w:id="5689" w:name="_Toc52555409"/>
      <w:bookmarkStart w:id="5690" w:name="_Toc61112641"/>
      <w:bookmarkStart w:id="5691" w:name="_Toc67911793"/>
      <w:bookmarkStart w:id="5692" w:name="_Toc74843268"/>
      <w:bookmarkStart w:id="5693" w:name="_Toc76503651"/>
      <w:bookmarkStart w:id="5694" w:name="_Toc83041094"/>
      <w:bookmarkStart w:id="5695" w:name="_Toc89852137"/>
      <w:bookmarkStart w:id="5696" w:name="_Toc98676491"/>
      <w:r w:rsidRPr="00EF2F0E">
        <w:t>B.1</w:t>
      </w:r>
      <w:r w:rsidRPr="00EF2F0E">
        <w:tab/>
        <w:t>Calculation of EIRP based on fixed assumption of passive antenna gain</w:t>
      </w:r>
      <w:bookmarkEnd w:id="5685"/>
      <w:bookmarkEnd w:id="5686"/>
      <w:bookmarkEnd w:id="5687"/>
      <w:bookmarkEnd w:id="5688"/>
      <w:bookmarkEnd w:id="5689"/>
      <w:bookmarkEnd w:id="5690"/>
      <w:bookmarkEnd w:id="5691"/>
      <w:bookmarkEnd w:id="5692"/>
      <w:bookmarkEnd w:id="5693"/>
      <w:bookmarkEnd w:id="5694"/>
      <w:bookmarkEnd w:id="5695"/>
      <w:bookmarkEnd w:id="5696"/>
    </w:p>
    <w:p w14:paraId="09850E20" w14:textId="77777777" w:rsidR="00FB41C0" w:rsidRPr="00EF2F0E" w:rsidRDefault="00FB41C0" w:rsidP="00FB41C0">
      <w:pPr>
        <w:rPr>
          <w:lang w:eastAsia="ko-KR"/>
        </w:rPr>
      </w:pPr>
      <w:r w:rsidRPr="00EF2F0E">
        <w:rPr>
          <w:lang w:eastAsia="ko-KR"/>
        </w:rPr>
        <w:t>Some regional requirements are defined per effective isotropic radiated power (EIRP), which is a combination of the transmitted power (or in some cases spectral density) and the effective antenna gain which is a site specific condition. Such requirements may be applied per antenna, per cell, or per base station. It shall be noted that the definition of BS or cell may differ between regulations. Where the regulator prescribes a method for EIRP calculation, that method supersedes the proposed assessment in this annex.</w:t>
      </w:r>
    </w:p>
    <w:p w14:paraId="09850E21" w14:textId="77777777" w:rsidR="00FB41C0" w:rsidRPr="00EF2F0E" w:rsidRDefault="00FB41C0" w:rsidP="00FB41C0">
      <w:pPr>
        <w:rPr>
          <w:lang w:eastAsia="ko-KR"/>
        </w:rPr>
      </w:pPr>
      <w:r w:rsidRPr="00EF2F0E">
        <w:rPr>
          <w:lang w:eastAsia="ko-KR"/>
        </w:rPr>
        <w:t>The regulations set an EIRP limit considering a passive antenna BS. Although the gain of passive antennas may vary somewhat, the gain variation is in the order of a few dBs. The instantaneous gain of an AAS BS may be much larger. However AAS unwanted emissions requirements are defined as TRP, since TRP impacts co-existence properties.</w:t>
      </w:r>
    </w:p>
    <w:p w14:paraId="09850E22" w14:textId="77777777" w:rsidR="00FB41C0" w:rsidRPr="00EF2F0E" w:rsidRDefault="00FB41C0" w:rsidP="00FB41C0">
      <w:pPr>
        <w:rPr>
          <w:lang w:eastAsia="ko-KR"/>
        </w:rPr>
      </w:pPr>
      <w:r w:rsidRPr="00EF2F0E">
        <w:rPr>
          <w:lang w:eastAsia="ko-KR"/>
        </w:rPr>
        <w:t>In order to relate the EIRP values in the specifications to TRP, a fixed assumption has been made on the gain of a typical passive BS antenna.</w:t>
      </w:r>
    </w:p>
    <w:p w14:paraId="09850E23" w14:textId="77777777" w:rsidR="00FB41C0" w:rsidRPr="00EF2F0E" w:rsidRDefault="00FB41C0" w:rsidP="00FB41C0">
      <w:pPr>
        <w:rPr>
          <w:lang w:eastAsia="ko-KR"/>
        </w:rPr>
      </w:pPr>
      <w:r w:rsidRPr="00EF2F0E">
        <w:rPr>
          <w:lang w:eastAsia="ko-KR"/>
        </w:rPr>
        <w:t>Thus, the maximum TRP can be estimated using the following formulas:</w:t>
      </w:r>
    </w:p>
    <w:p w14:paraId="09850E24" w14:textId="77777777" w:rsidR="00FB41C0" w:rsidRPr="00EF2F0E" w:rsidRDefault="00FB41C0" w:rsidP="00FB41C0">
      <w:pPr>
        <w:ind w:left="568"/>
        <w:rPr>
          <w:lang w:eastAsia="ko-KR"/>
        </w:rPr>
      </w:pPr>
      <w:r w:rsidRPr="00EF2F0E">
        <w:rPr>
          <w:lang w:eastAsia="ko-KR"/>
        </w:rPr>
        <w:t>TRP limit per antenna:</w:t>
      </w:r>
      <w:r w:rsidRPr="00EF2F0E">
        <w:rPr>
          <w:lang w:eastAsia="ko-KR"/>
        </w:rPr>
        <w:tab/>
        <w:t>P</w:t>
      </w:r>
      <w:r w:rsidRPr="00EF2F0E">
        <w:rPr>
          <w:vertAlign w:val="subscript"/>
          <w:lang w:eastAsia="ko-KR"/>
        </w:rPr>
        <w:t>TRP, antenna</w:t>
      </w:r>
      <w:r w:rsidRPr="00EF2F0E">
        <w:rPr>
          <w:lang w:eastAsia="ko-KR"/>
        </w:rPr>
        <w:t xml:space="preserve"> = P</w:t>
      </w:r>
      <w:r w:rsidRPr="00EF2F0E">
        <w:rPr>
          <w:vertAlign w:val="subscript"/>
          <w:lang w:eastAsia="ko-KR"/>
        </w:rPr>
        <w:t>EIRP</w:t>
      </w:r>
      <w:r w:rsidRPr="00EF2F0E">
        <w:rPr>
          <w:lang w:eastAsia="ko-KR"/>
        </w:rPr>
        <w:t xml:space="preserve"> - G</w:t>
      </w:r>
      <w:r w:rsidRPr="00EF2F0E">
        <w:rPr>
          <w:vertAlign w:val="subscript"/>
          <w:lang w:eastAsia="ko-KR"/>
        </w:rPr>
        <w:t>Ant</w:t>
      </w:r>
      <w:r w:rsidRPr="00EF2F0E">
        <w:rPr>
          <w:lang w:eastAsia="ko-KR"/>
        </w:rPr>
        <w:t xml:space="preserve"> </w:t>
      </w:r>
    </w:p>
    <w:p w14:paraId="09850E25" w14:textId="77777777" w:rsidR="00FB41C0" w:rsidRPr="00EF2F0E" w:rsidRDefault="00FB41C0" w:rsidP="00FB41C0">
      <w:pPr>
        <w:ind w:left="568"/>
        <w:rPr>
          <w:lang w:val="en-US" w:eastAsia="ko-KR"/>
        </w:rPr>
      </w:pPr>
      <w:r w:rsidRPr="00EF2F0E">
        <w:rPr>
          <w:lang w:eastAsia="ko-KR"/>
        </w:rPr>
        <w:t>E-UTRA TRP limit per cell</w:t>
      </w:r>
      <w:r w:rsidRPr="00EF2F0E">
        <w:rPr>
          <w:lang w:eastAsia="zh-CN"/>
        </w:rPr>
        <w:t xml:space="preserve"> or per BS</w:t>
      </w:r>
      <w:r w:rsidRPr="00EF2F0E">
        <w:rPr>
          <w:lang w:eastAsia="ko-KR"/>
        </w:rPr>
        <w:t>:</w:t>
      </w:r>
      <w:r w:rsidR="006E5225" w:rsidRPr="00EF2F0E">
        <w:rPr>
          <w:lang w:eastAsia="ko-KR"/>
        </w:rPr>
        <w:tab/>
      </w:r>
      <w:r w:rsidRPr="00EF2F0E">
        <w:rPr>
          <w:lang w:eastAsia="ko-KR"/>
        </w:rPr>
        <w:t>P</w:t>
      </w:r>
      <w:r w:rsidRPr="00EF2F0E">
        <w:rPr>
          <w:vertAlign w:val="subscript"/>
          <w:lang w:eastAsia="ko-KR"/>
        </w:rPr>
        <w:t>TRP</w:t>
      </w:r>
      <w:r w:rsidRPr="00EF2F0E">
        <w:rPr>
          <w:lang w:eastAsia="ko-KR"/>
        </w:rPr>
        <w:t xml:space="preserve"> =</w:t>
      </w:r>
      <w:r w:rsidRPr="00EF2F0E">
        <w:rPr>
          <w:lang w:val="en-US" w:eastAsia="ko-KR"/>
        </w:rPr>
        <w:t>P</w:t>
      </w:r>
      <w:r w:rsidRPr="00EF2F0E">
        <w:rPr>
          <w:vertAlign w:val="subscript"/>
          <w:lang w:val="en-US" w:eastAsia="ko-KR"/>
        </w:rPr>
        <w:t>TRP,antenna</w:t>
      </w:r>
      <w:r w:rsidRPr="00EF2F0E">
        <w:rPr>
          <w:lang w:val="en-US" w:eastAsia="ko-KR"/>
        </w:rPr>
        <w:t xml:space="preserve"> + 9dB</w:t>
      </w:r>
    </w:p>
    <w:p w14:paraId="09850E26" w14:textId="77777777" w:rsidR="00FB41C0" w:rsidRPr="00EF2F0E" w:rsidRDefault="00FB41C0" w:rsidP="00FB41C0">
      <w:pPr>
        <w:ind w:left="568"/>
        <w:rPr>
          <w:lang w:val="en-US" w:eastAsia="ko-KR"/>
        </w:rPr>
      </w:pPr>
      <w:r w:rsidRPr="00EF2F0E">
        <w:rPr>
          <w:lang w:eastAsia="ko-KR"/>
        </w:rPr>
        <w:t>UTRA TRP limit per cell or per BS:</w:t>
      </w:r>
      <w:r w:rsidR="006E5225" w:rsidRPr="00EF2F0E">
        <w:rPr>
          <w:lang w:eastAsia="ko-KR"/>
        </w:rPr>
        <w:tab/>
      </w:r>
      <w:r w:rsidRPr="00EF2F0E">
        <w:rPr>
          <w:lang w:eastAsia="ko-KR"/>
        </w:rPr>
        <w:t>P</w:t>
      </w:r>
      <w:r w:rsidRPr="00EF2F0E">
        <w:rPr>
          <w:vertAlign w:val="subscript"/>
          <w:lang w:eastAsia="ko-KR"/>
        </w:rPr>
        <w:t>TRP</w:t>
      </w:r>
      <w:r w:rsidRPr="00EF2F0E">
        <w:rPr>
          <w:lang w:eastAsia="ko-KR"/>
        </w:rPr>
        <w:t xml:space="preserve"> =</w:t>
      </w:r>
      <w:r w:rsidRPr="00EF2F0E">
        <w:rPr>
          <w:lang w:val="en-US" w:eastAsia="ko-KR"/>
        </w:rPr>
        <w:t>P</w:t>
      </w:r>
      <w:r w:rsidRPr="00EF2F0E">
        <w:rPr>
          <w:vertAlign w:val="subscript"/>
          <w:lang w:val="en-US" w:eastAsia="ko-KR"/>
        </w:rPr>
        <w:t>TRP,antenna</w:t>
      </w:r>
      <w:r w:rsidRPr="00EF2F0E">
        <w:rPr>
          <w:lang w:val="en-US" w:eastAsia="ko-KR"/>
        </w:rPr>
        <w:t xml:space="preserve"> + 6dB</w:t>
      </w:r>
    </w:p>
    <w:p w14:paraId="09850E27" w14:textId="77777777" w:rsidR="00FB41C0" w:rsidRPr="00EF2F0E" w:rsidRDefault="00FB41C0" w:rsidP="00FB41C0">
      <w:pPr>
        <w:rPr>
          <w:lang w:eastAsia="ko-KR"/>
        </w:rPr>
      </w:pPr>
      <w:r w:rsidRPr="00EF2F0E">
        <w:rPr>
          <w:lang w:val="en-US" w:eastAsia="ko-KR"/>
        </w:rPr>
        <w:t>It is noted that the AAS architecture assumes that a BS subject to OTA requirements will have at least 8 antennas.</w:t>
      </w:r>
    </w:p>
    <w:p w14:paraId="09850E28" w14:textId="77777777" w:rsidR="00FB41C0" w:rsidRPr="00EF2F0E" w:rsidRDefault="00FB41C0" w:rsidP="00FB41C0">
      <w:pPr>
        <w:rPr>
          <w:lang w:eastAsia="ko-KR"/>
        </w:rPr>
      </w:pPr>
      <w:r w:rsidRPr="00EF2F0E">
        <w:rPr>
          <w:lang w:eastAsia="ko-KR"/>
        </w:rPr>
        <w:t>In case the TRP requirement is set per polarisation, the summation shall be made per polarisation.</w:t>
      </w:r>
    </w:p>
    <w:p w14:paraId="09850E29" w14:textId="77777777" w:rsidR="00FB41C0" w:rsidRPr="00EF2F0E" w:rsidRDefault="00FB41C0" w:rsidP="00FB41C0">
      <w:pPr>
        <w:rPr>
          <w:lang w:eastAsia="ko-KR"/>
        </w:rPr>
      </w:pPr>
      <w:r w:rsidRPr="00EF2F0E">
        <w:rPr>
          <w:lang w:eastAsia="ko-KR"/>
        </w:rPr>
        <w:t>"P</w:t>
      </w:r>
      <w:r w:rsidRPr="00EF2F0E">
        <w:rPr>
          <w:vertAlign w:val="subscript"/>
          <w:lang w:eastAsia="ko-KR"/>
        </w:rPr>
        <w:t>EIRP</w:t>
      </w:r>
      <w:r w:rsidRPr="00EF2F0E">
        <w:rPr>
          <w:lang w:eastAsia="ko-KR"/>
        </w:rPr>
        <w:t>"</w:t>
      </w:r>
      <w:r w:rsidRPr="00EF2F0E">
        <w:rPr>
          <w:vertAlign w:val="subscript"/>
          <w:lang w:eastAsia="ko-KR"/>
        </w:rPr>
        <w:t xml:space="preserve"> </w:t>
      </w:r>
      <w:r w:rsidRPr="00EF2F0E">
        <w:rPr>
          <w:lang w:eastAsia="ko-KR"/>
        </w:rPr>
        <w:t>is the effective isotropic radiated power (or radiated power spectral density) set in the regulation (assuming a passive BS antenna) in dBm (or dBm/measurement BW).</w:t>
      </w:r>
    </w:p>
    <w:p w14:paraId="09850E2A" w14:textId="77777777" w:rsidR="00FB41C0" w:rsidRPr="00EF2F0E" w:rsidRDefault="00FB41C0" w:rsidP="00FB41C0">
      <w:pPr>
        <w:rPr>
          <w:lang w:eastAsia="ko-KR"/>
        </w:rPr>
      </w:pPr>
      <w:r w:rsidRPr="00EF2F0E">
        <w:rPr>
          <w:lang w:eastAsia="ko-KR"/>
        </w:rPr>
        <w:t>"G</w:t>
      </w:r>
      <w:r w:rsidRPr="00EF2F0E">
        <w:rPr>
          <w:vertAlign w:val="subscript"/>
          <w:lang w:eastAsia="ko-KR"/>
        </w:rPr>
        <w:t>Ant</w:t>
      </w:r>
      <w:r w:rsidRPr="00EF2F0E">
        <w:rPr>
          <w:lang w:eastAsia="ko-KR"/>
        </w:rPr>
        <w:t>" is the effective antenna gain, the antenna gain (dBi) is a fixed reference value of 17 dBi. Directivity value should be used in above equations, however with all antenna losses are assumed zero then we can use effective antenna gain.</w:t>
      </w:r>
    </w:p>
    <w:p w14:paraId="09850E2B" w14:textId="77777777" w:rsidR="00FB41C0" w:rsidRPr="00EF2F0E" w:rsidRDefault="00FB41C0" w:rsidP="00FB41C0">
      <w:pPr>
        <w:pStyle w:val="Heading8"/>
      </w:pPr>
      <w:r w:rsidRPr="00EF2F0E">
        <w:br w:type="page"/>
      </w:r>
      <w:bookmarkStart w:id="5697" w:name="_Toc21096203"/>
      <w:bookmarkStart w:id="5698" w:name="_Toc29763402"/>
      <w:bookmarkStart w:id="5699" w:name="_Toc45869687"/>
      <w:bookmarkStart w:id="5700" w:name="_Toc52554940"/>
      <w:bookmarkStart w:id="5701" w:name="_Toc52555410"/>
      <w:bookmarkStart w:id="5702" w:name="_Toc61112642"/>
      <w:bookmarkStart w:id="5703" w:name="_Toc67911794"/>
      <w:bookmarkStart w:id="5704" w:name="_Toc74843269"/>
      <w:bookmarkStart w:id="5705" w:name="_Toc76503652"/>
      <w:bookmarkStart w:id="5706" w:name="_Toc83041095"/>
      <w:bookmarkStart w:id="5707" w:name="_Toc89852138"/>
      <w:bookmarkStart w:id="5708" w:name="_Toc98676492"/>
      <w:bookmarkStart w:id="5709" w:name="historyclause"/>
      <w:r w:rsidRPr="00EF2F0E">
        <w:t>Annex C (informative):</w:t>
      </w:r>
      <w:r w:rsidRPr="00EF2F0E">
        <w:br/>
        <w:t>Change history</w:t>
      </w:r>
      <w:bookmarkEnd w:id="5697"/>
      <w:bookmarkEnd w:id="5698"/>
      <w:bookmarkEnd w:id="5699"/>
      <w:bookmarkEnd w:id="5700"/>
      <w:bookmarkEnd w:id="5701"/>
      <w:bookmarkEnd w:id="5702"/>
      <w:bookmarkEnd w:id="5703"/>
      <w:bookmarkEnd w:id="5704"/>
      <w:bookmarkEnd w:id="5705"/>
      <w:bookmarkEnd w:id="5706"/>
      <w:bookmarkEnd w:id="5707"/>
      <w:bookmarkEnd w:id="5708"/>
    </w:p>
    <w:p w14:paraId="09850E2C" w14:textId="77777777" w:rsidR="00FB41C0" w:rsidRPr="00EF2F0E" w:rsidRDefault="00FB41C0" w:rsidP="00FB41C0">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283"/>
        <w:gridCol w:w="4962"/>
        <w:gridCol w:w="708"/>
      </w:tblGrid>
      <w:tr w:rsidR="003401A4" w:rsidRPr="00EF2F0E" w14:paraId="09850E2E" w14:textId="77777777" w:rsidTr="00B76023">
        <w:trPr>
          <w:cantSplit/>
        </w:trPr>
        <w:tc>
          <w:tcPr>
            <w:tcW w:w="9639" w:type="dxa"/>
            <w:gridSpan w:val="8"/>
            <w:tcBorders>
              <w:bottom w:val="nil"/>
            </w:tcBorders>
            <w:shd w:val="solid" w:color="FFFFFF" w:fill="auto"/>
          </w:tcPr>
          <w:p w14:paraId="09850E2D" w14:textId="77777777" w:rsidR="00FB41C0" w:rsidRPr="00EF2F0E" w:rsidRDefault="00FB41C0" w:rsidP="00B76023">
            <w:pPr>
              <w:pStyle w:val="TAL"/>
              <w:jc w:val="center"/>
              <w:rPr>
                <w:b/>
                <w:sz w:val="16"/>
              </w:rPr>
            </w:pPr>
            <w:r w:rsidRPr="00EF2F0E">
              <w:rPr>
                <w:b/>
              </w:rPr>
              <w:t>Change history</w:t>
            </w:r>
          </w:p>
        </w:tc>
      </w:tr>
      <w:tr w:rsidR="003401A4" w:rsidRPr="00EF2F0E" w14:paraId="09850E37" w14:textId="77777777" w:rsidTr="00B76023">
        <w:tc>
          <w:tcPr>
            <w:tcW w:w="800" w:type="dxa"/>
            <w:shd w:val="pct10" w:color="auto" w:fill="FFFFFF"/>
          </w:tcPr>
          <w:p w14:paraId="09850E2F" w14:textId="77777777" w:rsidR="00FB41C0" w:rsidRPr="00EF2F0E" w:rsidRDefault="00FB41C0" w:rsidP="00B76023">
            <w:pPr>
              <w:pStyle w:val="TAL"/>
              <w:rPr>
                <w:b/>
                <w:sz w:val="16"/>
              </w:rPr>
            </w:pPr>
            <w:r w:rsidRPr="00EF2F0E">
              <w:rPr>
                <w:b/>
                <w:sz w:val="16"/>
              </w:rPr>
              <w:t>Date</w:t>
            </w:r>
          </w:p>
        </w:tc>
        <w:tc>
          <w:tcPr>
            <w:tcW w:w="800" w:type="dxa"/>
            <w:shd w:val="pct10" w:color="auto" w:fill="FFFFFF"/>
          </w:tcPr>
          <w:p w14:paraId="09850E30" w14:textId="77777777" w:rsidR="00FB41C0" w:rsidRPr="00EF2F0E" w:rsidRDefault="00FB41C0" w:rsidP="00B76023">
            <w:pPr>
              <w:pStyle w:val="TAL"/>
              <w:rPr>
                <w:b/>
                <w:sz w:val="16"/>
              </w:rPr>
            </w:pPr>
            <w:r w:rsidRPr="00EF2F0E">
              <w:rPr>
                <w:b/>
                <w:sz w:val="16"/>
              </w:rPr>
              <w:t>Meeting</w:t>
            </w:r>
          </w:p>
        </w:tc>
        <w:tc>
          <w:tcPr>
            <w:tcW w:w="1094" w:type="dxa"/>
            <w:shd w:val="pct10" w:color="auto" w:fill="FFFFFF"/>
          </w:tcPr>
          <w:p w14:paraId="09850E31" w14:textId="77777777" w:rsidR="00FB41C0" w:rsidRPr="00EF2F0E" w:rsidRDefault="00FB41C0" w:rsidP="00B76023">
            <w:pPr>
              <w:pStyle w:val="TAL"/>
              <w:rPr>
                <w:b/>
                <w:sz w:val="16"/>
              </w:rPr>
            </w:pPr>
            <w:r w:rsidRPr="00EF2F0E">
              <w:rPr>
                <w:b/>
                <w:sz w:val="16"/>
              </w:rPr>
              <w:t>TDoc</w:t>
            </w:r>
          </w:p>
        </w:tc>
        <w:tc>
          <w:tcPr>
            <w:tcW w:w="567" w:type="dxa"/>
            <w:shd w:val="pct10" w:color="auto" w:fill="FFFFFF"/>
          </w:tcPr>
          <w:p w14:paraId="09850E32" w14:textId="77777777" w:rsidR="00FB41C0" w:rsidRPr="00EF2F0E" w:rsidRDefault="00FB41C0" w:rsidP="00B76023">
            <w:pPr>
              <w:pStyle w:val="TAL"/>
              <w:rPr>
                <w:b/>
                <w:sz w:val="16"/>
              </w:rPr>
            </w:pPr>
            <w:r w:rsidRPr="00EF2F0E">
              <w:rPr>
                <w:b/>
                <w:sz w:val="16"/>
              </w:rPr>
              <w:t>CR</w:t>
            </w:r>
          </w:p>
        </w:tc>
        <w:tc>
          <w:tcPr>
            <w:tcW w:w="425" w:type="dxa"/>
            <w:shd w:val="pct10" w:color="auto" w:fill="FFFFFF"/>
          </w:tcPr>
          <w:p w14:paraId="09850E33" w14:textId="77777777" w:rsidR="00FB41C0" w:rsidRPr="00EF2F0E" w:rsidRDefault="00FB41C0" w:rsidP="00B76023">
            <w:pPr>
              <w:pStyle w:val="TAL"/>
              <w:rPr>
                <w:b/>
                <w:sz w:val="16"/>
              </w:rPr>
            </w:pPr>
            <w:r w:rsidRPr="00EF2F0E">
              <w:rPr>
                <w:b/>
                <w:sz w:val="16"/>
              </w:rPr>
              <w:t>Rev</w:t>
            </w:r>
          </w:p>
        </w:tc>
        <w:tc>
          <w:tcPr>
            <w:tcW w:w="283" w:type="dxa"/>
            <w:shd w:val="pct10" w:color="auto" w:fill="FFFFFF"/>
          </w:tcPr>
          <w:p w14:paraId="09850E34" w14:textId="77777777" w:rsidR="00FB41C0" w:rsidRPr="00EF2F0E" w:rsidRDefault="00FB41C0" w:rsidP="00B76023">
            <w:pPr>
              <w:pStyle w:val="TAL"/>
              <w:rPr>
                <w:b/>
                <w:sz w:val="16"/>
              </w:rPr>
            </w:pPr>
            <w:r w:rsidRPr="00EF2F0E">
              <w:rPr>
                <w:b/>
                <w:sz w:val="16"/>
              </w:rPr>
              <w:t>Cat</w:t>
            </w:r>
          </w:p>
        </w:tc>
        <w:tc>
          <w:tcPr>
            <w:tcW w:w="4962" w:type="dxa"/>
            <w:shd w:val="pct10" w:color="auto" w:fill="FFFFFF"/>
          </w:tcPr>
          <w:p w14:paraId="09850E35" w14:textId="77777777" w:rsidR="00FB41C0" w:rsidRPr="00EF2F0E" w:rsidRDefault="00FB41C0" w:rsidP="00B76023">
            <w:pPr>
              <w:pStyle w:val="TAL"/>
              <w:rPr>
                <w:b/>
                <w:sz w:val="16"/>
              </w:rPr>
            </w:pPr>
            <w:r w:rsidRPr="00EF2F0E">
              <w:rPr>
                <w:b/>
                <w:sz w:val="16"/>
              </w:rPr>
              <w:t>Subject/Comment</w:t>
            </w:r>
          </w:p>
        </w:tc>
        <w:tc>
          <w:tcPr>
            <w:tcW w:w="708" w:type="dxa"/>
            <w:shd w:val="pct10" w:color="auto" w:fill="FFFFFF"/>
          </w:tcPr>
          <w:p w14:paraId="09850E36" w14:textId="77777777" w:rsidR="00FB41C0" w:rsidRPr="00EF2F0E" w:rsidRDefault="00FB41C0" w:rsidP="00B76023">
            <w:pPr>
              <w:pStyle w:val="TAL"/>
              <w:rPr>
                <w:b/>
                <w:sz w:val="16"/>
              </w:rPr>
            </w:pPr>
            <w:r w:rsidRPr="00EF2F0E">
              <w:rPr>
                <w:b/>
                <w:sz w:val="16"/>
              </w:rPr>
              <w:t>New version</w:t>
            </w:r>
          </w:p>
        </w:tc>
      </w:tr>
      <w:tr w:rsidR="003401A4" w:rsidRPr="00EF2F0E" w14:paraId="09850E40" w14:textId="77777777" w:rsidTr="00B76023">
        <w:tc>
          <w:tcPr>
            <w:tcW w:w="800" w:type="dxa"/>
            <w:shd w:val="solid" w:color="FFFFFF" w:fill="auto"/>
          </w:tcPr>
          <w:p w14:paraId="09850E38" w14:textId="77777777" w:rsidR="00FB41C0" w:rsidRPr="00EF2F0E" w:rsidRDefault="00FB41C0" w:rsidP="00B76023">
            <w:pPr>
              <w:pStyle w:val="TAL"/>
              <w:rPr>
                <w:sz w:val="16"/>
              </w:rPr>
            </w:pPr>
            <w:r w:rsidRPr="00EF2F0E">
              <w:rPr>
                <w:sz w:val="16"/>
              </w:rPr>
              <w:t>2015-10</w:t>
            </w:r>
          </w:p>
        </w:tc>
        <w:tc>
          <w:tcPr>
            <w:tcW w:w="800" w:type="dxa"/>
            <w:shd w:val="solid" w:color="FFFFFF" w:fill="auto"/>
          </w:tcPr>
          <w:p w14:paraId="09850E39" w14:textId="77777777" w:rsidR="00FB41C0" w:rsidRPr="00EF2F0E" w:rsidRDefault="00FB41C0" w:rsidP="00B76023">
            <w:pPr>
              <w:pStyle w:val="TAL"/>
              <w:rPr>
                <w:sz w:val="16"/>
              </w:rPr>
            </w:pPr>
            <w:r w:rsidRPr="00EF2F0E">
              <w:rPr>
                <w:sz w:val="16"/>
              </w:rPr>
              <w:t>RAN4#76bis</w:t>
            </w:r>
          </w:p>
        </w:tc>
        <w:tc>
          <w:tcPr>
            <w:tcW w:w="1094" w:type="dxa"/>
            <w:shd w:val="solid" w:color="FFFFFF" w:fill="auto"/>
          </w:tcPr>
          <w:p w14:paraId="09850E3A" w14:textId="77777777" w:rsidR="00FB41C0" w:rsidRPr="00EF2F0E" w:rsidRDefault="00FB41C0" w:rsidP="00B76023">
            <w:pPr>
              <w:pStyle w:val="TAL"/>
              <w:rPr>
                <w:sz w:val="16"/>
              </w:rPr>
            </w:pPr>
            <w:r w:rsidRPr="00EF2F0E">
              <w:rPr>
                <w:sz w:val="16"/>
              </w:rPr>
              <w:t>R4-156540</w:t>
            </w:r>
          </w:p>
        </w:tc>
        <w:tc>
          <w:tcPr>
            <w:tcW w:w="567" w:type="dxa"/>
            <w:shd w:val="solid" w:color="FFFFFF" w:fill="auto"/>
          </w:tcPr>
          <w:p w14:paraId="09850E3B" w14:textId="77777777" w:rsidR="00FB41C0" w:rsidRPr="00EF2F0E" w:rsidRDefault="00FB41C0" w:rsidP="00B76023">
            <w:pPr>
              <w:pStyle w:val="TAL"/>
              <w:rPr>
                <w:sz w:val="16"/>
              </w:rPr>
            </w:pPr>
          </w:p>
        </w:tc>
        <w:tc>
          <w:tcPr>
            <w:tcW w:w="425" w:type="dxa"/>
            <w:shd w:val="solid" w:color="FFFFFF" w:fill="auto"/>
          </w:tcPr>
          <w:p w14:paraId="09850E3C" w14:textId="77777777" w:rsidR="00FB41C0" w:rsidRPr="00EF2F0E" w:rsidRDefault="00FB41C0" w:rsidP="00B76023">
            <w:pPr>
              <w:pStyle w:val="TAL"/>
              <w:rPr>
                <w:sz w:val="16"/>
              </w:rPr>
            </w:pPr>
          </w:p>
        </w:tc>
        <w:tc>
          <w:tcPr>
            <w:tcW w:w="283" w:type="dxa"/>
            <w:shd w:val="solid" w:color="FFFFFF" w:fill="auto"/>
          </w:tcPr>
          <w:p w14:paraId="09850E3D" w14:textId="77777777" w:rsidR="00FB41C0" w:rsidRPr="00EF2F0E" w:rsidRDefault="00FB41C0" w:rsidP="00B76023">
            <w:pPr>
              <w:pStyle w:val="TAL"/>
              <w:rPr>
                <w:sz w:val="16"/>
              </w:rPr>
            </w:pPr>
          </w:p>
        </w:tc>
        <w:tc>
          <w:tcPr>
            <w:tcW w:w="4962" w:type="dxa"/>
            <w:shd w:val="solid" w:color="FFFFFF" w:fill="auto"/>
          </w:tcPr>
          <w:p w14:paraId="09850E3E" w14:textId="77777777" w:rsidR="00FB41C0" w:rsidRPr="00EF2F0E" w:rsidRDefault="00FB41C0" w:rsidP="00B76023">
            <w:pPr>
              <w:pStyle w:val="TAL"/>
              <w:rPr>
                <w:sz w:val="16"/>
              </w:rPr>
            </w:pPr>
            <w:r w:rsidRPr="00EF2F0E">
              <w:rPr>
                <w:sz w:val="16"/>
              </w:rPr>
              <w:t>Specification structure</w:t>
            </w:r>
          </w:p>
        </w:tc>
        <w:tc>
          <w:tcPr>
            <w:tcW w:w="708" w:type="dxa"/>
            <w:shd w:val="solid" w:color="FFFFFF" w:fill="auto"/>
          </w:tcPr>
          <w:p w14:paraId="09850E3F" w14:textId="77777777" w:rsidR="00FB41C0" w:rsidRPr="00EF2F0E" w:rsidRDefault="00FB41C0" w:rsidP="00B76023">
            <w:pPr>
              <w:pStyle w:val="TAL"/>
              <w:rPr>
                <w:sz w:val="16"/>
              </w:rPr>
            </w:pPr>
            <w:r w:rsidRPr="00EF2F0E">
              <w:rPr>
                <w:sz w:val="16"/>
              </w:rPr>
              <w:t>0.0.1</w:t>
            </w:r>
          </w:p>
        </w:tc>
      </w:tr>
      <w:tr w:rsidR="003401A4" w:rsidRPr="00EF2F0E" w14:paraId="09850E4F" w14:textId="77777777" w:rsidTr="00B76023">
        <w:tc>
          <w:tcPr>
            <w:tcW w:w="800" w:type="dxa"/>
            <w:shd w:val="solid" w:color="FFFFFF" w:fill="auto"/>
          </w:tcPr>
          <w:p w14:paraId="09850E41" w14:textId="77777777" w:rsidR="00FB41C0" w:rsidRPr="00EF2F0E" w:rsidRDefault="00FB41C0" w:rsidP="00B76023">
            <w:pPr>
              <w:pStyle w:val="TAL"/>
              <w:rPr>
                <w:sz w:val="16"/>
              </w:rPr>
            </w:pPr>
            <w:r w:rsidRPr="00EF2F0E">
              <w:rPr>
                <w:sz w:val="16"/>
              </w:rPr>
              <w:t>2015-10</w:t>
            </w:r>
          </w:p>
        </w:tc>
        <w:tc>
          <w:tcPr>
            <w:tcW w:w="800" w:type="dxa"/>
            <w:shd w:val="solid" w:color="FFFFFF" w:fill="auto"/>
          </w:tcPr>
          <w:p w14:paraId="09850E42" w14:textId="77777777" w:rsidR="00FB41C0" w:rsidRPr="00EF2F0E" w:rsidRDefault="00FB41C0" w:rsidP="00B76023">
            <w:pPr>
              <w:pStyle w:val="TAL"/>
              <w:rPr>
                <w:sz w:val="16"/>
              </w:rPr>
            </w:pPr>
            <w:r w:rsidRPr="00EF2F0E">
              <w:rPr>
                <w:sz w:val="16"/>
              </w:rPr>
              <w:t>RAN4#77</w:t>
            </w:r>
          </w:p>
        </w:tc>
        <w:tc>
          <w:tcPr>
            <w:tcW w:w="1094" w:type="dxa"/>
            <w:shd w:val="solid" w:color="FFFFFF" w:fill="auto"/>
          </w:tcPr>
          <w:p w14:paraId="09850E43" w14:textId="77777777" w:rsidR="00FB41C0" w:rsidRPr="00EF2F0E" w:rsidRDefault="00FB41C0" w:rsidP="00B76023">
            <w:pPr>
              <w:pStyle w:val="TAL"/>
              <w:rPr>
                <w:sz w:val="16"/>
              </w:rPr>
            </w:pPr>
            <w:r w:rsidRPr="00EF2F0E">
              <w:rPr>
                <w:sz w:val="16"/>
              </w:rPr>
              <w:t>R4-157517</w:t>
            </w:r>
          </w:p>
        </w:tc>
        <w:tc>
          <w:tcPr>
            <w:tcW w:w="567" w:type="dxa"/>
            <w:shd w:val="solid" w:color="FFFFFF" w:fill="auto"/>
          </w:tcPr>
          <w:p w14:paraId="09850E44" w14:textId="77777777" w:rsidR="00FB41C0" w:rsidRPr="00EF2F0E" w:rsidRDefault="00FB41C0" w:rsidP="00B76023">
            <w:pPr>
              <w:pStyle w:val="TAL"/>
              <w:rPr>
                <w:sz w:val="16"/>
              </w:rPr>
            </w:pPr>
          </w:p>
        </w:tc>
        <w:tc>
          <w:tcPr>
            <w:tcW w:w="425" w:type="dxa"/>
            <w:shd w:val="solid" w:color="FFFFFF" w:fill="auto"/>
          </w:tcPr>
          <w:p w14:paraId="09850E45" w14:textId="77777777" w:rsidR="00FB41C0" w:rsidRPr="00EF2F0E" w:rsidRDefault="00FB41C0" w:rsidP="00B76023">
            <w:pPr>
              <w:pStyle w:val="TAL"/>
              <w:rPr>
                <w:sz w:val="16"/>
              </w:rPr>
            </w:pPr>
          </w:p>
        </w:tc>
        <w:tc>
          <w:tcPr>
            <w:tcW w:w="283" w:type="dxa"/>
            <w:shd w:val="solid" w:color="FFFFFF" w:fill="auto"/>
          </w:tcPr>
          <w:p w14:paraId="09850E46" w14:textId="77777777" w:rsidR="00FB41C0" w:rsidRPr="00EF2F0E" w:rsidRDefault="00FB41C0" w:rsidP="00B76023">
            <w:pPr>
              <w:pStyle w:val="TAL"/>
              <w:rPr>
                <w:sz w:val="16"/>
                <w:szCs w:val="16"/>
              </w:rPr>
            </w:pPr>
          </w:p>
        </w:tc>
        <w:tc>
          <w:tcPr>
            <w:tcW w:w="4962" w:type="dxa"/>
            <w:shd w:val="solid" w:color="FFFFFF" w:fill="auto"/>
          </w:tcPr>
          <w:p w14:paraId="09850E47" w14:textId="77777777" w:rsidR="00FB41C0" w:rsidRPr="00EF2F0E" w:rsidRDefault="00FB41C0" w:rsidP="00B76023">
            <w:pPr>
              <w:pStyle w:val="TAL"/>
              <w:rPr>
                <w:rFonts w:eastAsia="Calibri"/>
                <w:sz w:val="16"/>
                <w:szCs w:val="16"/>
              </w:rPr>
            </w:pPr>
            <w:r w:rsidRPr="00EF2F0E">
              <w:rPr>
                <w:sz w:val="16"/>
                <w:szCs w:val="16"/>
              </w:rPr>
              <w:t>Approved text proposals in the following documents were implemented:</w:t>
            </w:r>
          </w:p>
          <w:p w14:paraId="09850E48" w14:textId="77777777" w:rsidR="00FB41C0" w:rsidRPr="00EF2F0E" w:rsidRDefault="00FB41C0" w:rsidP="00B76023">
            <w:pPr>
              <w:pStyle w:val="TAL"/>
              <w:rPr>
                <w:sz w:val="16"/>
                <w:szCs w:val="16"/>
              </w:rPr>
            </w:pPr>
            <w:r w:rsidRPr="00EF2F0E">
              <w:rPr>
                <w:sz w:val="16"/>
                <w:szCs w:val="16"/>
              </w:rPr>
              <w:t>R4-156802 - TP - Text for TS, structure update</w:t>
            </w:r>
          </w:p>
          <w:p w14:paraId="09850E49" w14:textId="77777777" w:rsidR="00FB41C0" w:rsidRPr="00EF2F0E" w:rsidRDefault="00FB41C0" w:rsidP="00B76023">
            <w:pPr>
              <w:pStyle w:val="TAL"/>
              <w:rPr>
                <w:sz w:val="16"/>
                <w:szCs w:val="16"/>
              </w:rPr>
            </w:pPr>
            <w:r w:rsidRPr="00EF2F0E">
              <w:rPr>
                <w:sz w:val="16"/>
                <w:szCs w:val="16"/>
              </w:rPr>
              <w:t>R4-156926 - TP - Text for TS, General clauses</w:t>
            </w:r>
          </w:p>
          <w:p w14:paraId="09850E4A" w14:textId="77777777" w:rsidR="00FB41C0" w:rsidRPr="00EF2F0E" w:rsidRDefault="00FB41C0" w:rsidP="00B76023">
            <w:pPr>
              <w:pStyle w:val="TAL"/>
              <w:rPr>
                <w:sz w:val="16"/>
                <w:szCs w:val="16"/>
              </w:rPr>
            </w:pPr>
            <w:r w:rsidRPr="00EF2F0E">
              <w:rPr>
                <w:sz w:val="16"/>
                <w:szCs w:val="16"/>
              </w:rPr>
              <w:t>R4-156804 - TP for TS Conducted transmitter requirements - subclause 6.5</w:t>
            </w:r>
          </w:p>
          <w:p w14:paraId="09850E4B" w14:textId="77777777" w:rsidR="00FB41C0" w:rsidRPr="00EF2F0E" w:rsidRDefault="00FB41C0" w:rsidP="00B76023">
            <w:pPr>
              <w:pStyle w:val="TAL"/>
              <w:rPr>
                <w:sz w:val="16"/>
                <w:szCs w:val="16"/>
              </w:rPr>
            </w:pPr>
            <w:r w:rsidRPr="00EF2F0E">
              <w:rPr>
                <w:sz w:val="16"/>
                <w:szCs w:val="16"/>
              </w:rPr>
              <w:t>R4-156805 - TP for TS Conducted transmitter requirements - clause 7</w:t>
            </w:r>
          </w:p>
          <w:p w14:paraId="09850E4C" w14:textId="77777777" w:rsidR="00FB41C0" w:rsidRPr="00EF2F0E" w:rsidRDefault="00FB41C0" w:rsidP="00B76023">
            <w:pPr>
              <w:pStyle w:val="TAL"/>
              <w:rPr>
                <w:sz w:val="16"/>
                <w:szCs w:val="16"/>
              </w:rPr>
            </w:pPr>
            <w:r w:rsidRPr="00EF2F0E">
              <w:rPr>
                <w:sz w:val="16"/>
                <w:szCs w:val="16"/>
              </w:rPr>
              <w:t>R4-156806 - Proposed OTA TX power TS text - clause 9</w:t>
            </w:r>
          </w:p>
          <w:p w14:paraId="09850E4D" w14:textId="77777777" w:rsidR="00FB41C0" w:rsidRPr="00EF2F0E" w:rsidRDefault="00FB41C0" w:rsidP="00B76023">
            <w:pPr>
              <w:pStyle w:val="TAL"/>
              <w:rPr>
                <w:sz w:val="16"/>
              </w:rPr>
            </w:pPr>
            <w:r w:rsidRPr="00EF2F0E">
              <w:rPr>
                <w:sz w:val="16"/>
                <w:szCs w:val="16"/>
              </w:rPr>
              <w:t>R4-156807 - TP - Text for TS, OTA sensitivity - clause 10</w:t>
            </w:r>
          </w:p>
        </w:tc>
        <w:tc>
          <w:tcPr>
            <w:tcW w:w="708" w:type="dxa"/>
            <w:shd w:val="solid" w:color="FFFFFF" w:fill="auto"/>
          </w:tcPr>
          <w:p w14:paraId="09850E4E" w14:textId="77777777" w:rsidR="00FB41C0" w:rsidRPr="00EF2F0E" w:rsidRDefault="00FB41C0" w:rsidP="00B76023">
            <w:pPr>
              <w:pStyle w:val="TAL"/>
              <w:rPr>
                <w:sz w:val="16"/>
              </w:rPr>
            </w:pPr>
            <w:r w:rsidRPr="00EF2F0E">
              <w:rPr>
                <w:sz w:val="16"/>
              </w:rPr>
              <w:t>0.1.0</w:t>
            </w:r>
          </w:p>
        </w:tc>
      </w:tr>
      <w:tr w:rsidR="003401A4" w:rsidRPr="00EF2F0E" w14:paraId="09850E64" w14:textId="77777777" w:rsidTr="00B76023">
        <w:tc>
          <w:tcPr>
            <w:tcW w:w="800" w:type="dxa"/>
            <w:shd w:val="solid" w:color="FFFFFF" w:fill="auto"/>
          </w:tcPr>
          <w:p w14:paraId="09850E50" w14:textId="77777777" w:rsidR="00FB41C0" w:rsidRPr="00EF2F0E" w:rsidRDefault="00FB41C0" w:rsidP="00B76023">
            <w:pPr>
              <w:pStyle w:val="TAL"/>
              <w:rPr>
                <w:sz w:val="16"/>
              </w:rPr>
            </w:pPr>
            <w:r w:rsidRPr="00EF2F0E">
              <w:rPr>
                <w:sz w:val="16"/>
              </w:rPr>
              <w:t>2016-02</w:t>
            </w:r>
          </w:p>
        </w:tc>
        <w:tc>
          <w:tcPr>
            <w:tcW w:w="800" w:type="dxa"/>
            <w:shd w:val="solid" w:color="FFFFFF" w:fill="auto"/>
          </w:tcPr>
          <w:p w14:paraId="09850E51" w14:textId="77777777" w:rsidR="00FB41C0" w:rsidRPr="00EF2F0E" w:rsidRDefault="00FB41C0" w:rsidP="00B76023">
            <w:pPr>
              <w:pStyle w:val="TAL"/>
              <w:rPr>
                <w:sz w:val="16"/>
              </w:rPr>
            </w:pPr>
            <w:r w:rsidRPr="00EF2F0E">
              <w:rPr>
                <w:sz w:val="16"/>
              </w:rPr>
              <w:t>RAN4#78</w:t>
            </w:r>
          </w:p>
        </w:tc>
        <w:tc>
          <w:tcPr>
            <w:tcW w:w="1094" w:type="dxa"/>
            <w:shd w:val="solid" w:color="FFFFFF" w:fill="auto"/>
          </w:tcPr>
          <w:p w14:paraId="09850E52" w14:textId="77777777" w:rsidR="00FB41C0" w:rsidRPr="00EF2F0E" w:rsidRDefault="00FB41C0" w:rsidP="00B76023">
            <w:pPr>
              <w:pStyle w:val="TAL"/>
              <w:rPr>
                <w:sz w:val="16"/>
              </w:rPr>
            </w:pPr>
            <w:r w:rsidRPr="00EF2F0E">
              <w:rPr>
                <w:sz w:val="16"/>
              </w:rPr>
              <w:t>R4-161119</w:t>
            </w:r>
          </w:p>
        </w:tc>
        <w:tc>
          <w:tcPr>
            <w:tcW w:w="567" w:type="dxa"/>
            <w:shd w:val="solid" w:color="FFFFFF" w:fill="auto"/>
          </w:tcPr>
          <w:p w14:paraId="09850E53" w14:textId="77777777" w:rsidR="00FB41C0" w:rsidRPr="00EF2F0E" w:rsidRDefault="00FB41C0" w:rsidP="00B76023">
            <w:pPr>
              <w:pStyle w:val="TAL"/>
              <w:rPr>
                <w:sz w:val="16"/>
              </w:rPr>
            </w:pPr>
          </w:p>
        </w:tc>
        <w:tc>
          <w:tcPr>
            <w:tcW w:w="425" w:type="dxa"/>
            <w:shd w:val="solid" w:color="FFFFFF" w:fill="auto"/>
          </w:tcPr>
          <w:p w14:paraId="09850E54" w14:textId="77777777" w:rsidR="00FB41C0" w:rsidRPr="00EF2F0E" w:rsidRDefault="00FB41C0" w:rsidP="00B76023">
            <w:pPr>
              <w:pStyle w:val="TAL"/>
              <w:rPr>
                <w:sz w:val="16"/>
              </w:rPr>
            </w:pPr>
          </w:p>
        </w:tc>
        <w:tc>
          <w:tcPr>
            <w:tcW w:w="283" w:type="dxa"/>
            <w:shd w:val="solid" w:color="FFFFFF" w:fill="auto"/>
          </w:tcPr>
          <w:p w14:paraId="09850E55" w14:textId="77777777" w:rsidR="00FB41C0" w:rsidRPr="00EF2F0E" w:rsidRDefault="00FB41C0" w:rsidP="00B76023">
            <w:pPr>
              <w:pStyle w:val="TAL"/>
              <w:rPr>
                <w:sz w:val="16"/>
                <w:szCs w:val="16"/>
              </w:rPr>
            </w:pPr>
          </w:p>
        </w:tc>
        <w:tc>
          <w:tcPr>
            <w:tcW w:w="4962" w:type="dxa"/>
            <w:shd w:val="solid" w:color="FFFFFF" w:fill="auto"/>
          </w:tcPr>
          <w:p w14:paraId="09850E56" w14:textId="77777777" w:rsidR="00FB41C0" w:rsidRPr="00EF2F0E" w:rsidRDefault="00FB41C0" w:rsidP="00B76023">
            <w:pPr>
              <w:pStyle w:val="TAL"/>
              <w:rPr>
                <w:rFonts w:eastAsia="Calibri"/>
                <w:sz w:val="16"/>
                <w:szCs w:val="16"/>
              </w:rPr>
            </w:pPr>
            <w:r w:rsidRPr="00EF2F0E">
              <w:rPr>
                <w:sz w:val="16"/>
                <w:szCs w:val="16"/>
              </w:rPr>
              <w:t>Approved text proposals in the following documents were implemented:</w:t>
            </w:r>
          </w:p>
          <w:p w14:paraId="09850E57" w14:textId="77777777" w:rsidR="00FB41C0" w:rsidRPr="00EF2F0E" w:rsidRDefault="00FB41C0" w:rsidP="00B76023">
            <w:pPr>
              <w:pStyle w:val="TAL"/>
              <w:rPr>
                <w:sz w:val="16"/>
              </w:rPr>
            </w:pPr>
            <w:r w:rsidRPr="00EF2F0E">
              <w:rPr>
                <w:sz w:val="16"/>
              </w:rPr>
              <w:t>R4-157316 - TP for TS37.105: correction on base station classes</w:t>
            </w:r>
          </w:p>
          <w:p w14:paraId="09850E58" w14:textId="77777777" w:rsidR="00FB41C0" w:rsidRPr="00EF2F0E" w:rsidRDefault="00FB41C0" w:rsidP="00B76023">
            <w:pPr>
              <w:pStyle w:val="TAL"/>
              <w:rPr>
                <w:sz w:val="16"/>
              </w:rPr>
            </w:pPr>
            <w:r w:rsidRPr="00EF2F0E">
              <w:rPr>
                <w:sz w:val="16"/>
              </w:rPr>
              <w:t>R4-157529 - TP - Text for TS, clean up missing references</w:t>
            </w:r>
          </w:p>
          <w:p w14:paraId="09850E59" w14:textId="77777777" w:rsidR="00FB41C0" w:rsidRPr="00EF2F0E" w:rsidRDefault="00FB41C0" w:rsidP="00B76023">
            <w:pPr>
              <w:pStyle w:val="TAL"/>
              <w:rPr>
                <w:sz w:val="16"/>
              </w:rPr>
            </w:pPr>
            <w:r w:rsidRPr="00EF2F0E">
              <w:rPr>
                <w:sz w:val="16"/>
              </w:rPr>
              <w:t>R4-157657 - TP for TS 37.105: Additions to OTA sensitivity in section 10</w:t>
            </w:r>
          </w:p>
          <w:p w14:paraId="09850E5A" w14:textId="77777777" w:rsidR="00FB41C0" w:rsidRPr="00EF2F0E" w:rsidRDefault="00FB41C0" w:rsidP="00B76023">
            <w:pPr>
              <w:pStyle w:val="TAL"/>
              <w:rPr>
                <w:sz w:val="16"/>
              </w:rPr>
            </w:pPr>
            <w:r w:rsidRPr="00EF2F0E">
              <w:rPr>
                <w:sz w:val="16"/>
              </w:rPr>
              <w:t>R4-158287 - TP for TS - clean up based on modification in section 4.9</w:t>
            </w:r>
          </w:p>
          <w:p w14:paraId="09850E5B" w14:textId="77777777" w:rsidR="00FB41C0" w:rsidRPr="00EF2F0E" w:rsidRDefault="00FB41C0" w:rsidP="00B76023">
            <w:pPr>
              <w:pStyle w:val="TAL"/>
              <w:rPr>
                <w:sz w:val="16"/>
              </w:rPr>
            </w:pPr>
            <w:r w:rsidRPr="00EF2F0E">
              <w:rPr>
                <w:sz w:val="16"/>
              </w:rPr>
              <w:t>R4-158288 - TP - Text for TS, definitions clean up.</w:t>
            </w:r>
          </w:p>
          <w:p w14:paraId="09850E5C" w14:textId="77777777" w:rsidR="00FB41C0" w:rsidRPr="00EF2F0E" w:rsidRDefault="00FB41C0" w:rsidP="00B76023">
            <w:pPr>
              <w:pStyle w:val="TAL"/>
              <w:rPr>
                <w:sz w:val="16"/>
              </w:rPr>
            </w:pPr>
            <w:r w:rsidRPr="00EF2F0E">
              <w:rPr>
                <w:sz w:val="16"/>
              </w:rPr>
              <w:t>R4-158289 - TP - Text for TS, General section</w:t>
            </w:r>
          </w:p>
          <w:p w14:paraId="09850E5D" w14:textId="77777777" w:rsidR="00FB41C0" w:rsidRPr="00EF2F0E" w:rsidRDefault="00FB41C0" w:rsidP="00B76023">
            <w:pPr>
              <w:pStyle w:val="TAL"/>
              <w:rPr>
                <w:sz w:val="16"/>
              </w:rPr>
            </w:pPr>
            <w:r w:rsidRPr="00EF2F0E">
              <w:rPr>
                <w:sz w:val="16"/>
              </w:rPr>
              <w:t>R4-158290 - TP - Text for TS, Section 5</w:t>
            </w:r>
          </w:p>
          <w:p w14:paraId="09850E5E" w14:textId="77777777" w:rsidR="00FB41C0" w:rsidRPr="00EF2F0E" w:rsidRDefault="00FB41C0" w:rsidP="00B76023">
            <w:pPr>
              <w:pStyle w:val="TAL"/>
              <w:rPr>
                <w:sz w:val="16"/>
              </w:rPr>
            </w:pPr>
            <w:r w:rsidRPr="00EF2F0E">
              <w:rPr>
                <w:sz w:val="16"/>
              </w:rPr>
              <w:t>R4-158291 - TP - Text for TS, Conducted Transmitter Requirements - section 6, 6.1, 6.2, 6.3, 6.4</w:t>
            </w:r>
          </w:p>
          <w:p w14:paraId="09850E5F" w14:textId="77777777" w:rsidR="00FB41C0" w:rsidRPr="00EF2F0E" w:rsidRDefault="00FB41C0" w:rsidP="00B76023">
            <w:pPr>
              <w:pStyle w:val="TAL"/>
              <w:rPr>
                <w:sz w:val="16"/>
              </w:rPr>
            </w:pPr>
            <w:r w:rsidRPr="00EF2F0E">
              <w:rPr>
                <w:sz w:val="16"/>
              </w:rPr>
              <w:t>R4-158292 - TP for 37.105: Unwanted Emissions</w:t>
            </w:r>
          </w:p>
          <w:p w14:paraId="09850E60" w14:textId="77777777" w:rsidR="00FB41C0" w:rsidRPr="00EF2F0E" w:rsidRDefault="00FB41C0" w:rsidP="00B76023">
            <w:pPr>
              <w:pStyle w:val="TAL"/>
              <w:rPr>
                <w:sz w:val="16"/>
              </w:rPr>
            </w:pPr>
            <w:r w:rsidRPr="00EF2F0E">
              <w:rPr>
                <w:sz w:val="16"/>
              </w:rPr>
              <w:t>R4-158293 - TP for TS 37.105: Radiated transmit power additions to section 9</w:t>
            </w:r>
          </w:p>
          <w:p w14:paraId="09850E61" w14:textId="77777777" w:rsidR="00FB41C0" w:rsidRPr="00EF2F0E" w:rsidRDefault="00FB41C0" w:rsidP="00B76023">
            <w:pPr>
              <w:pStyle w:val="TAL"/>
              <w:rPr>
                <w:sz w:val="16"/>
              </w:rPr>
            </w:pPr>
            <w:r w:rsidRPr="00EF2F0E">
              <w:rPr>
                <w:sz w:val="16"/>
              </w:rPr>
              <w:t>R4-158294 - TP for TS 37.105: Adding transmitter IMD requirement text to section 6.7</w:t>
            </w:r>
          </w:p>
          <w:p w14:paraId="09850E62" w14:textId="77777777" w:rsidR="00FB41C0" w:rsidRPr="00EF2F0E" w:rsidRDefault="00FB41C0" w:rsidP="00B76023">
            <w:pPr>
              <w:pStyle w:val="TAL"/>
              <w:rPr>
                <w:sz w:val="16"/>
              </w:rPr>
            </w:pPr>
            <w:r w:rsidRPr="00EF2F0E">
              <w:rPr>
                <w:sz w:val="16"/>
              </w:rPr>
              <w:t>R4-158295 - TP for TS 37.105: Adding receiver emission scaling to section 7.6</w:t>
            </w:r>
          </w:p>
        </w:tc>
        <w:tc>
          <w:tcPr>
            <w:tcW w:w="708" w:type="dxa"/>
            <w:shd w:val="solid" w:color="FFFFFF" w:fill="auto"/>
          </w:tcPr>
          <w:p w14:paraId="09850E63" w14:textId="77777777" w:rsidR="00FB41C0" w:rsidRPr="00EF2F0E" w:rsidRDefault="00FB41C0" w:rsidP="00B76023">
            <w:pPr>
              <w:pStyle w:val="TAL"/>
              <w:rPr>
                <w:sz w:val="16"/>
              </w:rPr>
            </w:pPr>
            <w:r w:rsidRPr="00EF2F0E">
              <w:rPr>
                <w:sz w:val="16"/>
              </w:rPr>
              <w:t>0.2.0</w:t>
            </w:r>
          </w:p>
        </w:tc>
      </w:tr>
      <w:tr w:rsidR="003401A4" w:rsidRPr="00EF2F0E" w14:paraId="09850E79" w14:textId="77777777" w:rsidTr="00B76023">
        <w:tc>
          <w:tcPr>
            <w:tcW w:w="800" w:type="dxa"/>
            <w:shd w:val="solid" w:color="FFFFFF" w:fill="auto"/>
          </w:tcPr>
          <w:p w14:paraId="09850E65" w14:textId="77777777" w:rsidR="00FB41C0" w:rsidRPr="00EF2F0E" w:rsidRDefault="00FB41C0" w:rsidP="00B76023">
            <w:pPr>
              <w:pStyle w:val="TAL"/>
              <w:rPr>
                <w:sz w:val="16"/>
              </w:rPr>
            </w:pPr>
            <w:r w:rsidRPr="00EF2F0E">
              <w:rPr>
                <w:sz w:val="16"/>
              </w:rPr>
              <w:t>2016-02</w:t>
            </w:r>
          </w:p>
        </w:tc>
        <w:tc>
          <w:tcPr>
            <w:tcW w:w="800" w:type="dxa"/>
            <w:shd w:val="solid" w:color="FFFFFF" w:fill="auto"/>
          </w:tcPr>
          <w:p w14:paraId="09850E66" w14:textId="77777777" w:rsidR="00FB41C0" w:rsidRPr="00EF2F0E" w:rsidRDefault="00FB41C0" w:rsidP="00B76023">
            <w:pPr>
              <w:pStyle w:val="TAL"/>
              <w:rPr>
                <w:sz w:val="16"/>
              </w:rPr>
            </w:pPr>
            <w:r w:rsidRPr="00EF2F0E">
              <w:rPr>
                <w:sz w:val="16"/>
              </w:rPr>
              <w:t>RAN4#78</w:t>
            </w:r>
          </w:p>
        </w:tc>
        <w:tc>
          <w:tcPr>
            <w:tcW w:w="1094" w:type="dxa"/>
            <w:shd w:val="solid" w:color="FFFFFF" w:fill="auto"/>
          </w:tcPr>
          <w:p w14:paraId="09850E67" w14:textId="77777777" w:rsidR="00FB41C0" w:rsidRPr="00EF2F0E" w:rsidRDefault="00FB41C0" w:rsidP="00B76023">
            <w:pPr>
              <w:pStyle w:val="TAL"/>
              <w:rPr>
                <w:sz w:val="16"/>
              </w:rPr>
            </w:pPr>
            <w:r w:rsidRPr="00EF2F0E">
              <w:rPr>
                <w:sz w:val="16"/>
              </w:rPr>
              <w:t>R4-161308</w:t>
            </w:r>
          </w:p>
        </w:tc>
        <w:tc>
          <w:tcPr>
            <w:tcW w:w="567" w:type="dxa"/>
            <w:shd w:val="solid" w:color="FFFFFF" w:fill="auto"/>
          </w:tcPr>
          <w:p w14:paraId="09850E68" w14:textId="77777777" w:rsidR="00FB41C0" w:rsidRPr="00EF2F0E" w:rsidRDefault="00FB41C0" w:rsidP="00B76023">
            <w:pPr>
              <w:pStyle w:val="TAL"/>
              <w:rPr>
                <w:sz w:val="16"/>
              </w:rPr>
            </w:pPr>
          </w:p>
        </w:tc>
        <w:tc>
          <w:tcPr>
            <w:tcW w:w="425" w:type="dxa"/>
            <w:shd w:val="solid" w:color="FFFFFF" w:fill="auto"/>
          </w:tcPr>
          <w:p w14:paraId="09850E69" w14:textId="77777777" w:rsidR="00FB41C0" w:rsidRPr="00EF2F0E" w:rsidRDefault="00FB41C0" w:rsidP="00B76023">
            <w:pPr>
              <w:pStyle w:val="TAL"/>
              <w:rPr>
                <w:sz w:val="16"/>
              </w:rPr>
            </w:pPr>
          </w:p>
        </w:tc>
        <w:tc>
          <w:tcPr>
            <w:tcW w:w="283" w:type="dxa"/>
            <w:shd w:val="solid" w:color="FFFFFF" w:fill="auto"/>
          </w:tcPr>
          <w:p w14:paraId="09850E6A" w14:textId="77777777" w:rsidR="00FB41C0" w:rsidRPr="00EF2F0E" w:rsidRDefault="00FB41C0" w:rsidP="00B76023">
            <w:pPr>
              <w:pStyle w:val="TAL"/>
              <w:rPr>
                <w:sz w:val="16"/>
                <w:szCs w:val="16"/>
              </w:rPr>
            </w:pPr>
          </w:p>
        </w:tc>
        <w:tc>
          <w:tcPr>
            <w:tcW w:w="4962" w:type="dxa"/>
            <w:shd w:val="solid" w:color="FFFFFF" w:fill="auto"/>
          </w:tcPr>
          <w:p w14:paraId="09850E6B" w14:textId="77777777" w:rsidR="00FB41C0" w:rsidRPr="00EF2F0E" w:rsidRDefault="00FB41C0" w:rsidP="00B76023">
            <w:pPr>
              <w:pStyle w:val="TAL"/>
              <w:rPr>
                <w:rFonts w:eastAsia="Calibri"/>
                <w:sz w:val="16"/>
                <w:szCs w:val="16"/>
              </w:rPr>
            </w:pPr>
            <w:r w:rsidRPr="00EF2F0E">
              <w:rPr>
                <w:sz w:val="16"/>
                <w:szCs w:val="16"/>
              </w:rPr>
              <w:t>Approved text proposals in the following documents were implemented:</w:t>
            </w:r>
          </w:p>
          <w:p w14:paraId="09850E6C" w14:textId="77777777" w:rsidR="00FB41C0" w:rsidRPr="00EF2F0E" w:rsidRDefault="00FB41C0" w:rsidP="00B76023">
            <w:pPr>
              <w:pStyle w:val="TAL"/>
              <w:rPr>
                <w:sz w:val="16"/>
              </w:rPr>
            </w:pPr>
            <w:r w:rsidRPr="00EF2F0E">
              <w:rPr>
                <w:sz w:val="16"/>
              </w:rPr>
              <w:t>R4-160932</w:t>
            </w:r>
            <w:r w:rsidRPr="00EF2F0E">
              <w:t xml:space="preserve"> - </w:t>
            </w:r>
            <w:r w:rsidRPr="00EF2F0E">
              <w:rPr>
                <w:sz w:val="16"/>
              </w:rPr>
              <w:t>TP to TS 37.105 - EIRP accuracy value</w:t>
            </w:r>
          </w:p>
          <w:p w14:paraId="09850E6D" w14:textId="77777777" w:rsidR="00FB41C0" w:rsidRPr="00EF2F0E" w:rsidRDefault="00FB41C0" w:rsidP="00B76023">
            <w:pPr>
              <w:pStyle w:val="TAL"/>
              <w:rPr>
                <w:sz w:val="16"/>
              </w:rPr>
            </w:pPr>
            <w:r w:rsidRPr="00EF2F0E">
              <w:rPr>
                <w:sz w:val="16"/>
              </w:rPr>
              <w:t>R4-160933 - TP to TS 37.105 - final clean up</w:t>
            </w:r>
          </w:p>
          <w:p w14:paraId="09850E6E" w14:textId="77777777" w:rsidR="00FB41C0" w:rsidRPr="00EF2F0E" w:rsidRDefault="00FB41C0" w:rsidP="00B76023">
            <w:pPr>
              <w:pStyle w:val="TAL"/>
              <w:rPr>
                <w:sz w:val="16"/>
              </w:rPr>
            </w:pPr>
            <w:r w:rsidRPr="00EF2F0E">
              <w:rPr>
                <w:sz w:val="16"/>
              </w:rPr>
              <w:t>R4-160935 - TP-to TS 37.105 - add clarification of conformance requirements</w:t>
            </w:r>
          </w:p>
          <w:p w14:paraId="09850E6F" w14:textId="77777777" w:rsidR="00FB41C0" w:rsidRPr="00EF2F0E" w:rsidRDefault="00FB41C0" w:rsidP="00B76023">
            <w:pPr>
              <w:pStyle w:val="TAL"/>
              <w:rPr>
                <w:sz w:val="16"/>
              </w:rPr>
            </w:pPr>
            <w:r w:rsidRPr="00EF2F0E">
              <w:rPr>
                <w:sz w:val="16"/>
              </w:rPr>
              <w:t>R4-160699 - TP for TS 37.105: Editorial corrections to radiated transmit power in clause 9</w:t>
            </w:r>
          </w:p>
          <w:p w14:paraId="09850E70" w14:textId="77777777" w:rsidR="00FB41C0" w:rsidRPr="00EF2F0E" w:rsidRDefault="00FB41C0" w:rsidP="00B76023">
            <w:pPr>
              <w:pStyle w:val="TAL"/>
              <w:rPr>
                <w:sz w:val="16"/>
              </w:rPr>
            </w:pPr>
            <w:r w:rsidRPr="00EF2F0E">
              <w:rPr>
                <w:sz w:val="16"/>
              </w:rPr>
              <w:t>R4-161362 - TP for TS 37.105: AAS TS overall cleanup</w:t>
            </w:r>
          </w:p>
          <w:p w14:paraId="09850E71" w14:textId="77777777" w:rsidR="00FB41C0" w:rsidRPr="00EF2F0E" w:rsidRDefault="00FB41C0" w:rsidP="00B76023">
            <w:pPr>
              <w:pStyle w:val="TAL"/>
              <w:rPr>
                <w:sz w:val="16"/>
              </w:rPr>
            </w:pPr>
            <w:r w:rsidRPr="00EF2F0E">
              <w:rPr>
                <w:sz w:val="16"/>
              </w:rPr>
              <w:t>R4-161358 - TP for TS 37.105: Improvements to Radiated transmit power in section 3 and 9</w:t>
            </w:r>
          </w:p>
          <w:p w14:paraId="09850E72" w14:textId="77777777" w:rsidR="00FB41C0" w:rsidRPr="00EF2F0E" w:rsidRDefault="00FB41C0" w:rsidP="00B76023">
            <w:pPr>
              <w:pStyle w:val="TAL"/>
              <w:rPr>
                <w:sz w:val="16"/>
              </w:rPr>
            </w:pPr>
            <w:r w:rsidRPr="00EF2F0E">
              <w:rPr>
                <w:sz w:val="16"/>
              </w:rPr>
              <w:t>R4-161364 - TP - to TS37.105 - Text amendment regarding multi-band exclusion bands for RX spurious emission</w:t>
            </w:r>
          </w:p>
          <w:p w14:paraId="09850E73" w14:textId="77777777" w:rsidR="00FB41C0" w:rsidRPr="00EF2F0E" w:rsidRDefault="00FB41C0" w:rsidP="00B76023">
            <w:pPr>
              <w:pStyle w:val="TAL"/>
              <w:rPr>
                <w:sz w:val="16"/>
              </w:rPr>
            </w:pPr>
            <w:r w:rsidRPr="00EF2F0E">
              <w:rPr>
                <w:sz w:val="16"/>
              </w:rPr>
              <w:t>R4-161363 - TP-to TS 37.105 - add annexes</w:t>
            </w:r>
          </w:p>
          <w:p w14:paraId="09850E74" w14:textId="77777777" w:rsidR="00FB41C0" w:rsidRPr="00EF2F0E" w:rsidRDefault="00FB41C0" w:rsidP="00B76023">
            <w:pPr>
              <w:pStyle w:val="TAL"/>
              <w:rPr>
                <w:sz w:val="16"/>
              </w:rPr>
            </w:pPr>
            <w:r w:rsidRPr="00EF2F0E">
              <w:rPr>
                <w:sz w:val="16"/>
              </w:rPr>
              <w:t>R4-161360 - TP for TS37.105 on UEM requirements</w:t>
            </w:r>
          </w:p>
          <w:p w14:paraId="09850E75" w14:textId="77777777" w:rsidR="00FB41C0" w:rsidRPr="00EF2F0E" w:rsidRDefault="00FB41C0" w:rsidP="00B76023">
            <w:pPr>
              <w:pStyle w:val="TAL"/>
              <w:rPr>
                <w:sz w:val="16"/>
              </w:rPr>
            </w:pPr>
            <w:r w:rsidRPr="00EF2F0E">
              <w:rPr>
                <w:sz w:val="16"/>
              </w:rPr>
              <w:t>R4-161236 - TP for 37.104: core specification design for AAS demodulation requirements</w:t>
            </w:r>
          </w:p>
          <w:p w14:paraId="09850E76" w14:textId="77777777" w:rsidR="00FB41C0" w:rsidRPr="00EF2F0E" w:rsidRDefault="00FB41C0" w:rsidP="00B76023">
            <w:pPr>
              <w:pStyle w:val="TAL"/>
              <w:rPr>
                <w:sz w:val="16"/>
              </w:rPr>
            </w:pPr>
            <w:r w:rsidRPr="00EF2F0E">
              <w:rPr>
                <w:sz w:val="16"/>
              </w:rPr>
              <w:t>R4-161495 - TP to 37.105 on Multi-band Tx/Rx TAB connector</w:t>
            </w:r>
          </w:p>
          <w:p w14:paraId="09850E77" w14:textId="77777777" w:rsidR="00FB41C0" w:rsidRPr="00EF2F0E" w:rsidRDefault="00FB41C0" w:rsidP="00B76023">
            <w:pPr>
              <w:pStyle w:val="TAL"/>
              <w:rPr>
                <w:sz w:val="16"/>
              </w:rPr>
            </w:pPr>
          </w:p>
        </w:tc>
        <w:tc>
          <w:tcPr>
            <w:tcW w:w="708" w:type="dxa"/>
            <w:shd w:val="solid" w:color="FFFFFF" w:fill="auto"/>
          </w:tcPr>
          <w:p w14:paraId="09850E78" w14:textId="77777777" w:rsidR="00FB41C0" w:rsidRPr="00EF2F0E" w:rsidRDefault="00FB41C0" w:rsidP="00B76023">
            <w:pPr>
              <w:pStyle w:val="TAL"/>
              <w:rPr>
                <w:sz w:val="16"/>
              </w:rPr>
            </w:pPr>
            <w:r w:rsidRPr="00EF2F0E">
              <w:rPr>
                <w:sz w:val="16"/>
              </w:rPr>
              <w:t>0.3.0</w:t>
            </w:r>
          </w:p>
        </w:tc>
      </w:tr>
      <w:tr w:rsidR="003401A4" w:rsidRPr="00EF2F0E" w14:paraId="09850E83" w14:textId="77777777" w:rsidTr="00B76023">
        <w:tc>
          <w:tcPr>
            <w:tcW w:w="800" w:type="dxa"/>
            <w:shd w:val="solid" w:color="FFFFFF" w:fill="auto"/>
          </w:tcPr>
          <w:p w14:paraId="09850E7A" w14:textId="77777777" w:rsidR="00FB41C0" w:rsidRPr="00EF2F0E" w:rsidRDefault="00FB41C0" w:rsidP="00B76023">
            <w:pPr>
              <w:pStyle w:val="TAL"/>
              <w:rPr>
                <w:rFonts w:cs="Arial"/>
                <w:sz w:val="16"/>
                <w:szCs w:val="16"/>
              </w:rPr>
            </w:pPr>
            <w:r w:rsidRPr="00EF2F0E">
              <w:rPr>
                <w:rFonts w:cs="Arial"/>
                <w:sz w:val="16"/>
                <w:szCs w:val="16"/>
              </w:rPr>
              <w:t>2016-03</w:t>
            </w:r>
          </w:p>
        </w:tc>
        <w:tc>
          <w:tcPr>
            <w:tcW w:w="800" w:type="dxa"/>
            <w:shd w:val="solid" w:color="FFFFFF" w:fill="auto"/>
          </w:tcPr>
          <w:p w14:paraId="09850E7B" w14:textId="77777777" w:rsidR="00FB41C0" w:rsidRPr="00EF2F0E" w:rsidRDefault="00FB41C0" w:rsidP="00B76023">
            <w:pPr>
              <w:pStyle w:val="TAL"/>
              <w:rPr>
                <w:rFonts w:cs="Arial"/>
                <w:sz w:val="16"/>
                <w:szCs w:val="16"/>
              </w:rPr>
            </w:pPr>
            <w:r w:rsidRPr="00EF2F0E">
              <w:rPr>
                <w:rFonts w:cs="Arial"/>
                <w:sz w:val="16"/>
                <w:szCs w:val="16"/>
              </w:rPr>
              <w:t>RAN#71</w:t>
            </w:r>
          </w:p>
        </w:tc>
        <w:tc>
          <w:tcPr>
            <w:tcW w:w="1094" w:type="dxa"/>
            <w:shd w:val="solid" w:color="FFFFFF" w:fill="auto"/>
          </w:tcPr>
          <w:p w14:paraId="09850E7C" w14:textId="77777777" w:rsidR="00FB41C0" w:rsidRPr="00EF2F0E" w:rsidRDefault="00FB41C0" w:rsidP="00B76023">
            <w:pPr>
              <w:pStyle w:val="TAL"/>
              <w:rPr>
                <w:rFonts w:cs="Arial"/>
                <w:sz w:val="16"/>
                <w:szCs w:val="16"/>
              </w:rPr>
            </w:pPr>
            <w:r w:rsidRPr="00EF2F0E">
              <w:rPr>
                <w:rFonts w:cs="Arial"/>
                <w:sz w:val="16"/>
                <w:szCs w:val="16"/>
              </w:rPr>
              <w:t>RP-160400</w:t>
            </w:r>
          </w:p>
        </w:tc>
        <w:tc>
          <w:tcPr>
            <w:tcW w:w="567" w:type="dxa"/>
            <w:shd w:val="solid" w:color="FFFFFF" w:fill="auto"/>
          </w:tcPr>
          <w:p w14:paraId="09850E7D" w14:textId="77777777" w:rsidR="00FB41C0" w:rsidRPr="00EF2F0E" w:rsidRDefault="00FB41C0" w:rsidP="00B76023">
            <w:pPr>
              <w:pStyle w:val="TAL"/>
              <w:rPr>
                <w:rFonts w:cs="Arial"/>
                <w:sz w:val="16"/>
                <w:szCs w:val="16"/>
              </w:rPr>
            </w:pPr>
          </w:p>
        </w:tc>
        <w:tc>
          <w:tcPr>
            <w:tcW w:w="425" w:type="dxa"/>
            <w:shd w:val="solid" w:color="FFFFFF" w:fill="auto"/>
          </w:tcPr>
          <w:p w14:paraId="09850E7E" w14:textId="77777777" w:rsidR="00FB41C0" w:rsidRPr="00EF2F0E" w:rsidRDefault="00FB41C0" w:rsidP="00B76023">
            <w:pPr>
              <w:pStyle w:val="TAL"/>
              <w:rPr>
                <w:rFonts w:cs="Arial"/>
                <w:sz w:val="16"/>
                <w:szCs w:val="16"/>
              </w:rPr>
            </w:pPr>
          </w:p>
        </w:tc>
        <w:tc>
          <w:tcPr>
            <w:tcW w:w="283" w:type="dxa"/>
            <w:shd w:val="solid" w:color="FFFFFF" w:fill="auto"/>
          </w:tcPr>
          <w:p w14:paraId="09850E7F" w14:textId="77777777" w:rsidR="00FB41C0" w:rsidRPr="00EF2F0E" w:rsidRDefault="00FB41C0" w:rsidP="00B76023">
            <w:pPr>
              <w:pStyle w:val="TAL"/>
              <w:rPr>
                <w:rFonts w:cs="Arial"/>
                <w:sz w:val="16"/>
                <w:szCs w:val="16"/>
              </w:rPr>
            </w:pPr>
          </w:p>
        </w:tc>
        <w:tc>
          <w:tcPr>
            <w:tcW w:w="4962" w:type="dxa"/>
            <w:shd w:val="solid" w:color="FFFFFF" w:fill="auto"/>
          </w:tcPr>
          <w:p w14:paraId="09850E80" w14:textId="77777777" w:rsidR="00FB41C0" w:rsidRPr="00EF2F0E" w:rsidRDefault="00FB41C0" w:rsidP="00B76023">
            <w:pPr>
              <w:pStyle w:val="TAL"/>
              <w:rPr>
                <w:rFonts w:cs="Arial"/>
                <w:sz w:val="16"/>
                <w:szCs w:val="16"/>
              </w:rPr>
            </w:pPr>
            <w:r w:rsidRPr="00EF2F0E">
              <w:rPr>
                <w:rFonts w:cs="Arial"/>
                <w:sz w:val="16"/>
                <w:szCs w:val="16"/>
              </w:rPr>
              <w:t>Presented to RAN for approval.</w:t>
            </w:r>
          </w:p>
          <w:p w14:paraId="09850E81" w14:textId="77777777" w:rsidR="00FB41C0" w:rsidRPr="00EF2F0E" w:rsidRDefault="00FB41C0" w:rsidP="00B76023">
            <w:pPr>
              <w:pStyle w:val="TAL"/>
              <w:rPr>
                <w:rFonts w:cs="Arial"/>
                <w:sz w:val="16"/>
                <w:szCs w:val="16"/>
              </w:rPr>
            </w:pPr>
            <w:r w:rsidRPr="00EF2F0E">
              <w:rPr>
                <w:rFonts w:cs="Arial"/>
                <w:sz w:val="16"/>
                <w:szCs w:val="16"/>
              </w:rPr>
              <w:t>Editorial cotrrections recommended by ETSI editHelp</w:t>
            </w:r>
          </w:p>
        </w:tc>
        <w:tc>
          <w:tcPr>
            <w:tcW w:w="708" w:type="dxa"/>
            <w:shd w:val="solid" w:color="FFFFFF" w:fill="auto"/>
          </w:tcPr>
          <w:p w14:paraId="09850E82" w14:textId="77777777" w:rsidR="00FB41C0" w:rsidRPr="00EF2F0E" w:rsidRDefault="00FB41C0" w:rsidP="00B76023">
            <w:pPr>
              <w:pStyle w:val="TAL"/>
              <w:rPr>
                <w:rFonts w:cs="Arial"/>
                <w:sz w:val="16"/>
                <w:szCs w:val="16"/>
              </w:rPr>
            </w:pPr>
            <w:r w:rsidRPr="00EF2F0E">
              <w:rPr>
                <w:rFonts w:cs="Arial"/>
                <w:sz w:val="16"/>
                <w:szCs w:val="16"/>
              </w:rPr>
              <w:t>1.0.0</w:t>
            </w:r>
          </w:p>
        </w:tc>
      </w:tr>
      <w:tr w:rsidR="003401A4" w:rsidRPr="00EF2F0E" w14:paraId="09850E8C" w14:textId="77777777" w:rsidTr="00B76023">
        <w:tc>
          <w:tcPr>
            <w:tcW w:w="800" w:type="dxa"/>
            <w:shd w:val="solid" w:color="FFFFFF" w:fill="auto"/>
          </w:tcPr>
          <w:p w14:paraId="09850E84" w14:textId="77777777" w:rsidR="00FB41C0" w:rsidRPr="00EF2F0E" w:rsidRDefault="00FB41C0" w:rsidP="00B76023">
            <w:pPr>
              <w:pStyle w:val="TAL"/>
              <w:rPr>
                <w:rFonts w:cs="Arial"/>
                <w:sz w:val="16"/>
                <w:szCs w:val="16"/>
              </w:rPr>
            </w:pPr>
            <w:r w:rsidRPr="00EF2F0E">
              <w:rPr>
                <w:rFonts w:cs="Arial"/>
                <w:sz w:val="16"/>
                <w:szCs w:val="16"/>
              </w:rPr>
              <w:t>2016-03</w:t>
            </w:r>
          </w:p>
        </w:tc>
        <w:tc>
          <w:tcPr>
            <w:tcW w:w="800" w:type="dxa"/>
            <w:shd w:val="solid" w:color="FFFFFF" w:fill="auto"/>
          </w:tcPr>
          <w:p w14:paraId="09850E85" w14:textId="77777777" w:rsidR="00FB41C0" w:rsidRPr="00EF2F0E" w:rsidRDefault="00FB41C0" w:rsidP="00B76023">
            <w:pPr>
              <w:pStyle w:val="TAL"/>
              <w:rPr>
                <w:rFonts w:cs="Arial"/>
                <w:sz w:val="16"/>
                <w:szCs w:val="16"/>
              </w:rPr>
            </w:pPr>
            <w:r w:rsidRPr="00EF2F0E">
              <w:rPr>
                <w:rFonts w:cs="Arial"/>
                <w:sz w:val="16"/>
                <w:szCs w:val="16"/>
              </w:rPr>
              <w:t>RP-71</w:t>
            </w:r>
          </w:p>
        </w:tc>
        <w:tc>
          <w:tcPr>
            <w:tcW w:w="1094" w:type="dxa"/>
            <w:shd w:val="solid" w:color="FFFFFF" w:fill="auto"/>
          </w:tcPr>
          <w:p w14:paraId="09850E86" w14:textId="77777777" w:rsidR="00FB41C0" w:rsidRPr="00EF2F0E" w:rsidRDefault="00FB41C0" w:rsidP="00B76023">
            <w:pPr>
              <w:pStyle w:val="TAL"/>
              <w:rPr>
                <w:rFonts w:cs="Arial"/>
                <w:sz w:val="16"/>
                <w:szCs w:val="16"/>
              </w:rPr>
            </w:pPr>
          </w:p>
        </w:tc>
        <w:tc>
          <w:tcPr>
            <w:tcW w:w="567" w:type="dxa"/>
            <w:shd w:val="solid" w:color="FFFFFF" w:fill="auto"/>
          </w:tcPr>
          <w:p w14:paraId="09850E87" w14:textId="77777777" w:rsidR="00FB41C0" w:rsidRPr="00EF2F0E" w:rsidRDefault="00FB41C0" w:rsidP="00B76023">
            <w:pPr>
              <w:pStyle w:val="TAL"/>
              <w:rPr>
                <w:rFonts w:cs="Arial"/>
                <w:sz w:val="16"/>
                <w:szCs w:val="16"/>
              </w:rPr>
            </w:pPr>
          </w:p>
        </w:tc>
        <w:tc>
          <w:tcPr>
            <w:tcW w:w="425" w:type="dxa"/>
            <w:shd w:val="solid" w:color="FFFFFF" w:fill="auto"/>
          </w:tcPr>
          <w:p w14:paraId="09850E88" w14:textId="77777777" w:rsidR="00FB41C0" w:rsidRPr="00EF2F0E" w:rsidRDefault="00FB41C0" w:rsidP="00B76023">
            <w:pPr>
              <w:pStyle w:val="TAL"/>
              <w:rPr>
                <w:rFonts w:cs="Arial"/>
                <w:sz w:val="16"/>
                <w:szCs w:val="16"/>
              </w:rPr>
            </w:pPr>
          </w:p>
        </w:tc>
        <w:tc>
          <w:tcPr>
            <w:tcW w:w="283" w:type="dxa"/>
            <w:shd w:val="solid" w:color="FFFFFF" w:fill="auto"/>
          </w:tcPr>
          <w:p w14:paraId="09850E89" w14:textId="77777777" w:rsidR="00FB41C0" w:rsidRPr="00EF2F0E" w:rsidRDefault="00FB41C0" w:rsidP="00B76023">
            <w:pPr>
              <w:pStyle w:val="TAL"/>
              <w:rPr>
                <w:rFonts w:cs="Arial"/>
                <w:sz w:val="16"/>
                <w:szCs w:val="16"/>
              </w:rPr>
            </w:pPr>
          </w:p>
        </w:tc>
        <w:tc>
          <w:tcPr>
            <w:tcW w:w="4962" w:type="dxa"/>
            <w:shd w:val="solid" w:color="FFFFFF" w:fill="auto"/>
          </w:tcPr>
          <w:p w14:paraId="09850E8A" w14:textId="77777777" w:rsidR="00FB41C0" w:rsidRPr="00EF2F0E" w:rsidRDefault="00FB41C0" w:rsidP="00B76023">
            <w:pPr>
              <w:pStyle w:val="TAL"/>
              <w:rPr>
                <w:rFonts w:cs="Arial"/>
                <w:sz w:val="16"/>
                <w:szCs w:val="16"/>
              </w:rPr>
            </w:pPr>
            <w:r w:rsidRPr="00EF2F0E">
              <w:rPr>
                <w:rFonts w:cs="Arial"/>
                <w:sz w:val="16"/>
                <w:szCs w:val="16"/>
              </w:rPr>
              <w:t>TR is approved by RAN plenary</w:t>
            </w:r>
          </w:p>
        </w:tc>
        <w:tc>
          <w:tcPr>
            <w:tcW w:w="708" w:type="dxa"/>
            <w:shd w:val="solid" w:color="FFFFFF" w:fill="auto"/>
          </w:tcPr>
          <w:p w14:paraId="09850E8B" w14:textId="77777777" w:rsidR="00FB41C0" w:rsidRPr="00EF2F0E" w:rsidRDefault="00FB41C0" w:rsidP="00B76023">
            <w:pPr>
              <w:pStyle w:val="TAL"/>
              <w:rPr>
                <w:rFonts w:cs="Arial"/>
                <w:sz w:val="16"/>
                <w:szCs w:val="16"/>
              </w:rPr>
            </w:pPr>
            <w:r w:rsidRPr="00EF2F0E">
              <w:rPr>
                <w:rFonts w:cs="Arial"/>
                <w:sz w:val="16"/>
                <w:szCs w:val="16"/>
              </w:rPr>
              <w:t>13.0.0</w:t>
            </w:r>
          </w:p>
        </w:tc>
      </w:tr>
      <w:tr w:rsidR="003401A4" w:rsidRPr="00EF2F0E" w14:paraId="09850E95" w14:textId="77777777" w:rsidTr="00B76023">
        <w:tc>
          <w:tcPr>
            <w:tcW w:w="800" w:type="dxa"/>
            <w:shd w:val="solid" w:color="FFFFFF" w:fill="auto"/>
          </w:tcPr>
          <w:p w14:paraId="09850E8D" w14:textId="77777777" w:rsidR="00FB41C0" w:rsidRPr="00EF2F0E" w:rsidRDefault="00FB41C0" w:rsidP="00B76023">
            <w:pPr>
              <w:pStyle w:val="TAL"/>
              <w:rPr>
                <w:rFonts w:cs="Arial"/>
                <w:sz w:val="16"/>
                <w:szCs w:val="16"/>
              </w:rPr>
            </w:pPr>
            <w:r w:rsidRPr="00EF2F0E">
              <w:rPr>
                <w:rFonts w:cs="Arial"/>
                <w:sz w:val="16"/>
                <w:szCs w:val="16"/>
              </w:rPr>
              <w:t>06/2016</w:t>
            </w:r>
          </w:p>
        </w:tc>
        <w:tc>
          <w:tcPr>
            <w:tcW w:w="800" w:type="dxa"/>
            <w:shd w:val="solid" w:color="FFFFFF" w:fill="auto"/>
          </w:tcPr>
          <w:p w14:paraId="09850E8E" w14:textId="77777777" w:rsidR="00FB41C0" w:rsidRPr="00EF2F0E" w:rsidRDefault="00FB41C0" w:rsidP="00B76023">
            <w:pPr>
              <w:pStyle w:val="TAL"/>
              <w:rPr>
                <w:rFonts w:cs="Arial"/>
                <w:sz w:val="16"/>
                <w:szCs w:val="16"/>
              </w:rPr>
            </w:pPr>
            <w:r w:rsidRPr="00EF2F0E">
              <w:rPr>
                <w:rFonts w:cs="Arial"/>
                <w:sz w:val="16"/>
                <w:szCs w:val="16"/>
              </w:rPr>
              <w:t>RP-72</w:t>
            </w:r>
          </w:p>
        </w:tc>
        <w:tc>
          <w:tcPr>
            <w:tcW w:w="1094" w:type="dxa"/>
            <w:shd w:val="solid" w:color="FFFFFF" w:fill="auto"/>
          </w:tcPr>
          <w:p w14:paraId="09850E8F" w14:textId="77777777" w:rsidR="00FB41C0" w:rsidRPr="00EF2F0E" w:rsidRDefault="00FB41C0" w:rsidP="00B76023">
            <w:pPr>
              <w:pStyle w:val="TAL"/>
              <w:rPr>
                <w:rFonts w:cs="Arial"/>
                <w:sz w:val="16"/>
                <w:szCs w:val="16"/>
              </w:rPr>
            </w:pPr>
            <w:r w:rsidRPr="00EF2F0E">
              <w:rPr>
                <w:rFonts w:cs="Arial"/>
                <w:sz w:val="16"/>
                <w:szCs w:val="16"/>
              </w:rPr>
              <w:t>RP-161142</w:t>
            </w:r>
          </w:p>
        </w:tc>
        <w:tc>
          <w:tcPr>
            <w:tcW w:w="567" w:type="dxa"/>
            <w:shd w:val="solid" w:color="FFFFFF" w:fill="auto"/>
          </w:tcPr>
          <w:p w14:paraId="09850E90" w14:textId="77777777" w:rsidR="00FB41C0" w:rsidRPr="00EF2F0E" w:rsidRDefault="00FB41C0" w:rsidP="00B76023">
            <w:pPr>
              <w:pStyle w:val="TAL"/>
              <w:rPr>
                <w:rFonts w:cs="Arial"/>
                <w:sz w:val="16"/>
                <w:szCs w:val="16"/>
              </w:rPr>
            </w:pPr>
            <w:r w:rsidRPr="00EF2F0E">
              <w:rPr>
                <w:rFonts w:cs="Arial"/>
                <w:sz w:val="16"/>
                <w:szCs w:val="16"/>
              </w:rPr>
              <w:t>2</w:t>
            </w:r>
          </w:p>
        </w:tc>
        <w:tc>
          <w:tcPr>
            <w:tcW w:w="425" w:type="dxa"/>
            <w:shd w:val="solid" w:color="FFFFFF" w:fill="auto"/>
          </w:tcPr>
          <w:p w14:paraId="09850E91"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shd w:val="solid" w:color="FFFFFF" w:fill="auto"/>
          </w:tcPr>
          <w:p w14:paraId="09850E92"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shd w:val="solid" w:color="FFFFFF" w:fill="auto"/>
          </w:tcPr>
          <w:p w14:paraId="09850E93" w14:textId="77777777" w:rsidR="00FB41C0" w:rsidRPr="00EF2F0E" w:rsidRDefault="00FB41C0" w:rsidP="00B76023">
            <w:pPr>
              <w:pStyle w:val="TAL"/>
              <w:rPr>
                <w:rFonts w:cs="Arial"/>
                <w:sz w:val="16"/>
                <w:szCs w:val="16"/>
              </w:rPr>
            </w:pPr>
            <w:r w:rsidRPr="00EF2F0E">
              <w:rPr>
                <w:rFonts w:cs="Arial"/>
                <w:sz w:val="16"/>
                <w:szCs w:val="16"/>
              </w:rPr>
              <w:t>Editorial corrections - alignment with 3GPP drafting rules</w:t>
            </w:r>
          </w:p>
        </w:tc>
        <w:tc>
          <w:tcPr>
            <w:tcW w:w="708" w:type="dxa"/>
            <w:shd w:val="solid" w:color="FFFFFF" w:fill="auto"/>
          </w:tcPr>
          <w:p w14:paraId="09850E94" w14:textId="77777777" w:rsidR="00FB41C0" w:rsidRPr="00EF2F0E" w:rsidRDefault="00FB41C0" w:rsidP="00B76023">
            <w:pPr>
              <w:pStyle w:val="TAL"/>
              <w:rPr>
                <w:rFonts w:cs="Arial"/>
                <w:sz w:val="16"/>
                <w:szCs w:val="16"/>
              </w:rPr>
            </w:pPr>
            <w:r w:rsidRPr="00EF2F0E">
              <w:rPr>
                <w:rFonts w:cs="Arial"/>
                <w:sz w:val="16"/>
                <w:szCs w:val="16"/>
              </w:rPr>
              <w:t>13.1.0</w:t>
            </w:r>
          </w:p>
        </w:tc>
      </w:tr>
      <w:tr w:rsidR="003401A4" w:rsidRPr="00EF2F0E" w14:paraId="09850E9E" w14:textId="77777777" w:rsidTr="00B76023">
        <w:tc>
          <w:tcPr>
            <w:tcW w:w="800" w:type="dxa"/>
            <w:shd w:val="solid" w:color="FFFFFF" w:fill="auto"/>
          </w:tcPr>
          <w:p w14:paraId="09850E96" w14:textId="77777777" w:rsidR="00FB41C0" w:rsidRPr="00EF2F0E" w:rsidRDefault="00FB41C0" w:rsidP="00B76023">
            <w:pPr>
              <w:pStyle w:val="TAL"/>
              <w:rPr>
                <w:rFonts w:cs="Arial"/>
                <w:sz w:val="16"/>
                <w:szCs w:val="16"/>
              </w:rPr>
            </w:pPr>
            <w:r w:rsidRPr="00EF2F0E">
              <w:rPr>
                <w:rFonts w:cs="Arial"/>
                <w:sz w:val="16"/>
                <w:szCs w:val="16"/>
              </w:rPr>
              <w:t>06/2016</w:t>
            </w:r>
          </w:p>
        </w:tc>
        <w:tc>
          <w:tcPr>
            <w:tcW w:w="800" w:type="dxa"/>
            <w:shd w:val="solid" w:color="FFFFFF" w:fill="auto"/>
          </w:tcPr>
          <w:p w14:paraId="09850E97" w14:textId="77777777" w:rsidR="00FB41C0" w:rsidRPr="00EF2F0E" w:rsidRDefault="00FB41C0" w:rsidP="00B76023">
            <w:pPr>
              <w:pStyle w:val="TAL"/>
              <w:rPr>
                <w:rFonts w:cs="Arial"/>
                <w:sz w:val="16"/>
                <w:szCs w:val="16"/>
              </w:rPr>
            </w:pPr>
            <w:r w:rsidRPr="00EF2F0E">
              <w:rPr>
                <w:rFonts w:cs="Arial"/>
                <w:sz w:val="16"/>
                <w:szCs w:val="16"/>
              </w:rPr>
              <w:t>RP-72</w:t>
            </w:r>
          </w:p>
        </w:tc>
        <w:tc>
          <w:tcPr>
            <w:tcW w:w="1094" w:type="dxa"/>
            <w:shd w:val="solid" w:color="FFFFFF" w:fill="auto"/>
          </w:tcPr>
          <w:p w14:paraId="09850E98" w14:textId="77777777" w:rsidR="00FB41C0" w:rsidRPr="00EF2F0E" w:rsidRDefault="00FB41C0" w:rsidP="00B76023">
            <w:pPr>
              <w:pStyle w:val="TAL"/>
              <w:rPr>
                <w:rFonts w:cs="Arial"/>
                <w:sz w:val="16"/>
                <w:szCs w:val="16"/>
              </w:rPr>
            </w:pPr>
            <w:r w:rsidRPr="00EF2F0E">
              <w:rPr>
                <w:rFonts w:cs="Arial"/>
                <w:sz w:val="16"/>
                <w:szCs w:val="16"/>
              </w:rPr>
              <w:t>RP-161127</w:t>
            </w:r>
          </w:p>
        </w:tc>
        <w:tc>
          <w:tcPr>
            <w:tcW w:w="567" w:type="dxa"/>
            <w:shd w:val="solid" w:color="FFFFFF" w:fill="auto"/>
          </w:tcPr>
          <w:p w14:paraId="09850E99" w14:textId="77777777" w:rsidR="00FB41C0" w:rsidRPr="00EF2F0E" w:rsidRDefault="00FB41C0" w:rsidP="00B76023">
            <w:pPr>
              <w:pStyle w:val="TAL"/>
              <w:rPr>
                <w:rFonts w:cs="Arial"/>
                <w:sz w:val="16"/>
                <w:szCs w:val="16"/>
              </w:rPr>
            </w:pPr>
            <w:r w:rsidRPr="00EF2F0E">
              <w:rPr>
                <w:rFonts w:cs="Arial"/>
                <w:sz w:val="16"/>
                <w:szCs w:val="16"/>
              </w:rPr>
              <w:t>5</w:t>
            </w:r>
          </w:p>
        </w:tc>
        <w:tc>
          <w:tcPr>
            <w:tcW w:w="425" w:type="dxa"/>
            <w:shd w:val="solid" w:color="FFFFFF" w:fill="auto"/>
          </w:tcPr>
          <w:p w14:paraId="09850E9A"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shd w:val="solid" w:color="FFFFFF" w:fill="auto"/>
          </w:tcPr>
          <w:p w14:paraId="09850E9B"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shd w:val="solid" w:color="FFFFFF" w:fill="auto"/>
          </w:tcPr>
          <w:p w14:paraId="09850E9C" w14:textId="77777777" w:rsidR="00FB41C0" w:rsidRPr="00EF2F0E" w:rsidRDefault="00FB41C0" w:rsidP="00B76023">
            <w:pPr>
              <w:pStyle w:val="TAL"/>
              <w:rPr>
                <w:rFonts w:cs="Arial"/>
                <w:sz w:val="16"/>
                <w:szCs w:val="16"/>
              </w:rPr>
            </w:pPr>
            <w:r w:rsidRPr="00EF2F0E">
              <w:rPr>
                <w:rFonts w:cs="Arial"/>
                <w:sz w:val="16"/>
                <w:szCs w:val="16"/>
              </w:rPr>
              <w:t>Clarifying UTRA TDD option in Performance section</w:t>
            </w:r>
          </w:p>
        </w:tc>
        <w:tc>
          <w:tcPr>
            <w:tcW w:w="708" w:type="dxa"/>
            <w:shd w:val="solid" w:color="FFFFFF" w:fill="auto"/>
          </w:tcPr>
          <w:p w14:paraId="09850E9D" w14:textId="77777777" w:rsidR="00FB41C0" w:rsidRPr="00EF2F0E" w:rsidRDefault="00FB41C0" w:rsidP="00B76023">
            <w:pPr>
              <w:pStyle w:val="TAL"/>
              <w:rPr>
                <w:rFonts w:cs="Arial"/>
                <w:sz w:val="16"/>
                <w:szCs w:val="16"/>
              </w:rPr>
            </w:pPr>
            <w:r w:rsidRPr="00EF2F0E">
              <w:rPr>
                <w:rFonts w:cs="Arial"/>
                <w:sz w:val="16"/>
                <w:szCs w:val="16"/>
              </w:rPr>
              <w:t>13.1.0</w:t>
            </w:r>
          </w:p>
        </w:tc>
      </w:tr>
      <w:tr w:rsidR="003401A4" w:rsidRPr="00EF2F0E" w14:paraId="09850EA7" w14:textId="77777777" w:rsidTr="00B76023">
        <w:tc>
          <w:tcPr>
            <w:tcW w:w="800" w:type="dxa"/>
            <w:shd w:val="solid" w:color="FFFFFF" w:fill="auto"/>
          </w:tcPr>
          <w:p w14:paraId="09850E9F" w14:textId="77777777" w:rsidR="00FB41C0" w:rsidRPr="00EF2F0E" w:rsidRDefault="00FB41C0" w:rsidP="00B76023">
            <w:pPr>
              <w:pStyle w:val="TAL"/>
              <w:rPr>
                <w:rFonts w:cs="Arial"/>
                <w:sz w:val="16"/>
                <w:szCs w:val="16"/>
              </w:rPr>
            </w:pPr>
            <w:r w:rsidRPr="00EF2F0E">
              <w:rPr>
                <w:rFonts w:cs="Arial"/>
                <w:sz w:val="16"/>
                <w:szCs w:val="16"/>
              </w:rPr>
              <w:t>06/2016</w:t>
            </w:r>
          </w:p>
        </w:tc>
        <w:tc>
          <w:tcPr>
            <w:tcW w:w="800" w:type="dxa"/>
            <w:shd w:val="solid" w:color="FFFFFF" w:fill="auto"/>
          </w:tcPr>
          <w:p w14:paraId="09850EA0" w14:textId="77777777" w:rsidR="00FB41C0" w:rsidRPr="00EF2F0E" w:rsidRDefault="00FB41C0" w:rsidP="00B76023">
            <w:pPr>
              <w:pStyle w:val="TAL"/>
              <w:rPr>
                <w:rFonts w:cs="Arial"/>
                <w:sz w:val="16"/>
                <w:szCs w:val="16"/>
              </w:rPr>
            </w:pPr>
            <w:r w:rsidRPr="00EF2F0E">
              <w:rPr>
                <w:rFonts w:cs="Arial"/>
                <w:sz w:val="16"/>
                <w:szCs w:val="16"/>
              </w:rPr>
              <w:t>RP-72</w:t>
            </w:r>
          </w:p>
        </w:tc>
        <w:tc>
          <w:tcPr>
            <w:tcW w:w="1094" w:type="dxa"/>
            <w:shd w:val="solid" w:color="FFFFFF" w:fill="auto"/>
          </w:tcPr>
          <w:p w14:paraId="09850EA1" w14:textId="77777777" w:rsidR="00FB41C0" w:rsidRPr="00EF2F0E" w:rsidRDefault="00FB41C0" w:rsidP="00B76023">
            <w:pPr>
              <w:pStyle w:val="TAL"/>
              <w:rPr>
                <w:rFonts w:cs="Arial"/>
                <w:sz w:val="16"/>
                <w:szCs w:val="16"/>
              </w:rPr>
            </w:pPr>
            <w:r w:rsidRPr="00EF2F0E">
              <w:rPr>
                <w:rFonts w:cs="Arial"/>
                <w:sz w:val="16"/>
                <w:szCs w:val="16"/>
              </w:rPr>
              <w:t>RP-161142</w:t>
            </w:r>
          </w:p>
        </w:tc>
        <w:tc>
          <w:tcPr>
            <w:tcW w:w="567" w:type="dxa"/>
            <w:shd w:val="solid" w:color="FFFFFF" w:fill="auto"/>
          </w:tcPr>
          <w:p w14:paraId="09850EA2" w14:textId="77777777" w:rsidR="00FB41C0" w:rsidRPr="00EF2F0E" w:rsidRDefault="00FB41C0" w:rsidP="00B76023">
            <w:pPr>
              <w:pStyle w:val="TAL"/>
              <w:rPr>
                <w:rFonts w:cs="Arial"/>
                <w:sz w:val="16"/>
                <w:szCs w:val="16"/>
              </w:rPr>
            </w:pPr>
            <w:r w:rsidRPr="00EF2F0E">
              <w:rPr>
                <w:rFonts w:cs="Arial"/>
                <w:sz w:val="16"/>
                <w:szCs w:val="16"/>
              </w:rPr>
              <w:t>6</w:t>
            </w:r>
          </w:p>
        </w:tc>
        <w:tc>
          <w:tcPr>
            <w:tcW w:w="425" w:type="dxa"/>
            <w:shd w:val="solid" w:color="FFFFFF" w:fill="auto"/>
          </w:tcPr>
          <w:p w14:paraId="09850EA3" w14:textId="77777777" w:rsidR="00FB41C0" w:rsidRPr="00EF2F0E" w:rsidRDefault="00FB41C0" w:rsidP="00B76023">
            <w:pPr>
              <w:pStyle w:val="TAL"/>
              <w:rPr>
                <w:rFonts w:cs="Arial"/>
                <w:sz w:val="16"/>
                <w:szCs w:val="16"/>
              </w:rPr>
            </w:pPr>
            <w:r w:rsidRPr="00EF2F0E">
              <w:rPr>
                <w:rFonts w:cs="Arial"/>
                <w:sz w:val="16"/>
                <w:szCs w:val="16"/>
              </w:rPr>
              <w:t>-</w:t>
            </w:r>
          </w:p>
        </w:tc>
        <w:tc>
          <w:tcPr>
            <w:tcW w:w="283" w:type="dxa"/>
            <w:shd w:val="solid" w:color="FFFFFF" w:fill="auto"/>
          </w:tcPr>
          <w:p w14:paraId="09850EA4"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shd w:val="solid" w:color="FFFFFF" w:fill="auto"/>
          </w:tcPr>
          <w:p w14:paraId="09850EA5" w14:textId="77777777" w:rsidR="00FB41C0" w:rsidRPr="00EF2F0E" w:rsidRDefault="00FB41C0" w:rsidP="00B76023">
            <w:pPr>
              <w:pStyle w:val="TAL"/>
              <w:rPr>
                <w:rFonts w:cs="Arial"/>
                <w:sz w:val="16"/>
                <w:szCs w:val="16"/>
              </w:rPr>
            </w:pPr>
            <w:r w:rsidRPr="00EF2F0E">
              <w:rPr>
                <w:rFonts w:cs="Arial"/>
                <w:sz w:val="16"/>
                <w:szCs w:val="16"/>
              </w:rPr>
              <w:t>Correction of interfering signal level for Tx intermodulation</w:t>
            </w:r>
          </w:p>
        </w:tc>
        <w:tc>
          <w:tcPr>
            <w:tcW w:w="708" w:type="dxa"/>
            <w:shd w:val="solid" w:color="FFFFFF" w:fill="auto"/>
          </w:tcPr>
          <w:p w14:paraId="09850EA6" w14:textId="77777777" w:rsidR="00FB41C0" w:rsidRPr="00EF2F0E" w:rsidRDefault="00FB41C0" w:rsidP="00B76023">
            <w:pPr>
              <w:pStyle w:val="TAL"/>
              <w:rPr>
                <w:rFonts w:cs="Arial"/>
                <w:sz w:val="16"/>
                <w:szCs w:val="16"/>
              </w:rPr>
            </w:pPr>
            <w:r w:rsidRPr="00EF2F0E">
              <w:rPr>
                <w:rFonts w:cs="Arial"/>
                <w:sz w:val="16"/>
                <w:szCs w:val="16"/>
              </w:rPr>
              <w:t>13.1.0</w:t>
            </w:r>
          </w:p>
        </w:tc>
      </w:tr>
      <w:tr w:rsidR="003401A4" w:rsidRPr="00EF2F0E" w14:paraId="09850EB0" w14:textId="77777777" w:rsidTr="00B76023">
        <w:tc>
          <w:tcPr>
            <w:tcW w:w="800" w:type="dxa"/>
            <w:shd w:val="solid" w:color="FFFFFF" w:fill="auto"/>
          </w:tcPr>
          <w:p w14:paraId="09850EA8" w14:textId="77777777" w:rsidR="00FB41C0" w:rsidRPr="00EF2F0E" w:rsidRDefault="00FB41C0" w:rsidP="00B76023">
            <w:pPr>
              <w:pStyle w:val="TAL"/>
              <w:rPr>
                <w:rFonts w:cs="Arial"/>
                <w:sz w:val="16"/>
                <w:szCs w:val="16"/>
              </w:rPr>
            </w:pPr>
            <w:r w:rsidRPr="00EF2F0E">
              <w:rPr>
                <w:rFonts w:cs="Arial"/>
                <w:sz w:val="16"/>
                <w:szCs w:val="16"/>
              </w:rPr>
              <w:t>06/2016</w:t>
            </w:r>
          </w:p>
        </w:tc>
        <w:tc>
          <w:tcPr>
            <w:tcW w:w="800" w:type="dxa"/>
            <w:shd w:val="solid" w:color="FFFFFF" w:fill="auto"/>
          </w:tcPr>
          <w:p w14:paraId="09850EA9" w14:textId="77777777" w:rsidR="00FB41C0" w:rsidRPr="00EF2F0E" w:rsidRDefault="00FB41C0" w:rsidP="00B76023">
            <w:pPr>
              <w:pStyle w:val="TAL"/>
              <w:rPr>
                <w:rFonts w:cs="Arial"/>
                <w:sz w:val="16"/>
                <w:szCs w:val="16"/>
              </w:rPr>
            </w:pPr>
            <w:r w:rsidRPr="00EF2F0E">
              <w:rPr>
                <w:rFonts w:cs="Arial"/>
                <w:sz w:val="16"/>
                <w:szCs w:val="16"/>
              </w:rPr>
              <w:t>RP-72</w:t>
            </w:r>
          </w:p>
        </w:tc>
        <w:tc>
          <w:tcPr>
            <w:tcW w:w="1094" w:type="dxa"/>
            <w:shd w:val="solid" w:color="FFFFFF" w:fill="auto"/>
          </w:tcPr>
          <w:p w14:paraId="09850EAA" w14:textId="77777777" w:rsidR="00FB41C0" w:rsidRPr="00EF2F0E" w:rsidRDefault="00FB41C0" w:rsidP="00B76023">
            <w:pPr>
              <w:pStyle w:val="TAL"/>
              <w:rPr>
                <w:rFonts w:cs="Arial"/>
                <w:sz w:val="16"/>
                <w:szCs w:val="16"/>
              </w:rPr>
            </w:pPr>
            <w:r w:rsidRPr="00EF2F0E">
              <w:rPr>
                <w:rFonts w:cs="Arial"/>
                <w:sz w:val="16"/>
                <w:szCs w:val="16"/>
              </w:rPr>
              <w:t>RP-161142</w:t>
            </w:r>
          </w:p>
        </w:tc>
        <w:tc>
          <w:tcPr>
            <w:tcW w:w="567" w:type="dxa"/>
            <w:shd w:val="solid" w:color="FFFFFF" w:fill="auto"/>
          </w:tcPr>
          <w:p w14:paraId="09850EAB" w14:textId="77777777" w:rsidR="00FB41C0" w:rsidRPr="00EF2F0E" w:rsidRDefault="00FB41C0" w:rsidP="00B76023">
            <w:pPr>
              <w:pStyle w:val="TAL"/>
              <w:rPr>
                <w:rFonts w:cs="Arial"/>
                <w:sz w:val="16"/>
                <w:szCs w:val="16"/>
              </w:rPr>
            </w:pPr>
            <w:r w:rsidRPr="00EF2F0E">
              <w:rPr>
                <w:rFonts w:cs="Arial"/>
                <w:sz w:val="16"/>
                <w:szCs w:val="16"/>
              </w:rPr>
              <w:t>7</w:t>
            </w:r>
          </w:p>
        </w:tc>
        <w:tc>
          <w:tcPr>
            <w:tcW w:w="425" w:type="dxa"/>
            <w:shd w:val="solid" w:color="FFFFFF" w:fill="auto"/>
          </w:tcPr>
          <w:p w14:paraId="09850EAC"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shd w:val="solid" w:color="FFFFFF" w:fill="auto"/>
          </w:tcPr>
          <w:p w14:paraId="09850EAD"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shd w:val="solid" w:color="FFFFFF" w:fill="auto"/>
          </w:tcPr>
          <w:p w14:paraId="09850EAE" w14:textId="77777777" w:rsidR="00FB41C0" w:rsidRPr="00EF2F0E" w:rsidRDefault="00FB41C0" w:rsidP="00B76023">
            <w:pPr>
              <w:pStyle w:val="TAL"/>
              <w:rPr>
                <w:rFonts w:cs="Arial"/>
                <w:sz w:val="16"/>
                <w:szCs w:val="16"/>
              </w:rPr>
            </w:pPr>
            <w:r w:rsidRPr="00EF2F0E">
              <w:rPr>
                <w:rFonts w:cs="Arial"/>
                <w:sz w:val="16"/>
                <w:szCs w:val="16"/>
              </w:rPr>
              <w:t xml:space="preserve">Correct spectrum emission mask and operating band UEM absolute </w:t>
            </w:r>
            <w:r w:rsidRPr="00EF2F0E">
              <w:rPr>
                <w:rFonts w:cs="Arial"/>
                <w:i/>
                <w:sz w:val="16"/>
                <w:szCs w:val="16"/>
              </w:rPr>
              <w:t>basic limits</w:t>
            </w:r>
          </w:p>
        </w:tc>
        <w:tc>
          <w:tcPr>
            <w:tcW w:w="708" w:type="dxa"/>
            <w:shd w:val="solid" w:color="FFFFFF" w:fill="auto"/>
          </w:tcPr>
          <w:p w14:paraId="09850EAF" w14:textId="77777777" w:rsidR="00FB41C0" w:rsidRPr="00EF2F0E" w:rsidRDefault="00FB41C0" w:rsidP="00B76023">
            <w:pPr>
              <w:pStyle w:val="TAL"/>
              <w:rPr>
                <w:rFonts w:cs="Arial"/>
                <w:sz w:val="16"/>
                <w:szCs w:val="16"/>
              </w:rPr>
            </w:pPr>
            <w:r w:rsidRPr="00EF2F0E">
              <w:rPr>
                <w:rFonts w:cs="Arial"/>
                <w:sz w:val="16"/>
                <w:szCs w:val="16"/>
              </w:rPr>
              <w:t>13.1.0</w:t>
            </w:r>
          </w:p>
        </w:tc>
      </w:tr>
      <w:tr w:rsidR="003401A4" w:rsidRPr="00EF2F0E" w14:paraId="09850EB9" w14:textId="77777777" w:rsidTr="00B76023">
        <w:tc>
          <w:tcPr>
            <w:tcW w:w="800" w:type="dxa"/>
            <w:shd w:val="solid" w:color="FFFFFF" w:fill="auto"/>
          </w:tcPr>
          <w:p w14:paraId="09850EB1" w14:textId="77777777" w:rsidR="00FB41C0" w:rsidRPr="00EF2F0E" w:rsidRDefault="00FB41C0" w:rsidP="00B76023">
            <w:pPr>
              <w:pStyle w:val="TAL"/>
              <w:rPr>
                <w:rFonts w:cs="Arial"/>
                <w:sz w:val="16"/>
                <w:szCs w:val="16"/>
              </w:rPr>
            </w:pPr>
            <w:r w:rsidRPr="00EF2F0E">
              <w:rPr>
                <w:rFonts w:cs="Arial"/>
                <w:sz w:val="16"/>
                <w:szCs w:val="16"/>
              </w:rPr>
              <w:t>06/2016</w:t>
            </w:r>
          </w:p>
        </w:tc>
        <w:tc>
          <w:tcPr>
            <w:tcW w:w="800" w:type="dxa"/>
            <w:shd w:val="solid" w:color="FFFFFF" w:fill="auto"/>
          </w:tcPr>
          <w:p w14:paraId="09850EB2" w14:textId="77777777" w:rsidR="00FB41C0" w:rsidRPr="00EF2F0E" w:rsidRDefault="00FB41C0" w:rsidP="00B76023">
            <w:pPr>
              <w:pStyle w:val="TAL"/>
              <w:rPr>
                <w:rFonts w:cs="Arial"/>
                <w:sz w:val="16"/>
                <w:szCs w:val="16"/>
              </w:rPr>
            </w:pPr>
            <w:r w:rsidRPr="00EF2F0E">
              <w:rPr>
                <w:rFonts w:cs="Arial"/>
                <w:sz w:val="16"/>
                <w:szCs w:val="16"/>
              </w:rPr>
              <w:t>RP-72</w:t>
            </w:r>
          </w:p>
        </w:tc>
        <w:tc>
          <w:tcPr>
            <w:tcW w:w="1094" w:type="dxa"/>
            <w:shd w:val="solid" w:color="FFFFFF" w:fill="auto"/>
          </w:tcPr>
          <w:p w14:paraId="09850EB3" w14:textId="77777777" w:rsidR="00FB41C0" w:rsidRPr="00EF2F0E" w:rsidRDefault="00FB41C0" w:rsidP="00B76023">
            <w:pPr>
              <w:pStyle w:val="TAL"/>
              <w:rPr>
                <w:rFonts w:cs="Arial"/>
                <w:sz w:val="16"/>
                <w:szCs w:val="16"/>
              </w:rPr>
            </w:pPr>
            <w:r w:rsidRPr="00EF2F0E">
              <w:rPr>
                <w:rFonts w:cs="Arial"/>
                <w:sz w:val="16"/>
                <w:szCs w:val="16"/>
              </w:rPr>
              <w:t>RP-161142</w:t>
            </w:r>
          </w:p>
        </w:tc>
        <w:tc>
          <w:tcPr>
            <w:tcW w:w="567" w:type="dxa"/>
            <w:shd w:val="solid" w:color="FFFFFF" w:fill="auto"/>
          </w:tcPr>
          <w:p w14:paraId="09850EB4" w14:textId="77777777" w:rsidR="00FB41C0" w:rsidRPr="00EF2F0E" w:rsidRDefault="00FB41C0" w:rsidP="00B76023">
            <w:pPr>
              <w:pStyle w:val="TAL"/>
              <w:rPr>
                <w:rFonts w:cs="Arial"/>
                <w:sz w:val="16"/>
                <w:szCs w:val="16"/>
              </w:rPr>
            </w:pPr>
            <w:r w:rsidRPr="00EF2F0E">
              <w:rPr>
                <w:rFonts w:cs="Arial"/>
                <w:sz w:val="16"/>
                <w:szCs w:val="16"/>
              </w:rPr>
              <w:t>11</w:t>
            </w:r>
          </w:p>
        </w:tc>
        <w:tc>
          <w:tcPr>
            <w:tcW w:w="425" w:type="dxa"/>
            <w:shd w:val="solid" w:color="FFFFFF" w:fill="auto"/>
          </w:tcPr>
          <w:p w14:paraId="09850EB5"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shd w:val="solid" w:color="FFFFFF" w:fill="auto"/>
          </w:tcPr>
          <w:p w14:paraId="09850EB6" w14:textId="77777777" w:rsidR="00FB41C0" w:rsidRPr="00EF2F0E" w:rsidRDefault="00FB41C0" w:rsidP="00B76023">
            <w:pPr>
              <w:pStyle w:val="TAL"/>
              <w:rPr>
                <w:rFonts w:cs="Arial"/>
                <w:sz w:val="16"/>
                <w:szCs w:val="16"/>
              </w:rPr>
            </w:pPr>
            <w:r w:rsidRPr="00EF2F0E">
              <w:rPr>
                <w:rFonts w:cs="Arial"/>
                <w:sz w:val="16"/>
                <w:szCs w:val="16"/>
              </w:rPr>
              <w:t>D</w:t>
            </w:r>
          </w:p>
        </w:tc>
        <w:tc>
          <w:tcPr>
            <w:tcW w:w="4962" w:type="dxa"/>
            <w:shd w:val="solid" w:color="FFFFFF" w:fill="auto"/>
          </w:tcPr>
          <w:p w14:paraId="09850EB7" w14:textId="77777777" w:rsidR="00FB41C0" w:rsidRPr="00EF2F0E" w:rsidRDefault="00FB41C0" w:rsidP="00B76023">
            <w:pPr>
              <w:pStyle w:val="TAL"/>
              <w:rPr>
                <w:rFonts w:cs="Arial"/>
                <w:sz w:val="16"/>
                <w:szCs w:val="16"/>
              </w:rPr>
            </w:pPr>
            <w:r w:rsidRPr="00EF2F0E">
              <w:rPr>
                <w:rFonts w:cs="Arial"/>
                <w:sz w:val="16"/>
                <w:szCs w:val="16"/>
              </w:rPr>
              <w:t>37.105: Readability improvemenand corrections (sections 4 - 10)</w:t>
            </w:r>
          </w:p>
        </w:tc>
        <w:tc>
          <w:tcPr>
            <w:tcW w:w="708" w:type="dxa"/>
            <w:shd w:val="solid" w:color="FFFFFF" w:fill="auto"/>
          </w:tcPr>
          <w:p w14:paraId="09850EB8" w14:textId="77777777" w:rsidR="00FB41C0" w:rsidRPr="00EF2F0E" w:rsidRDefault="00FB41C0" w:rsidP="00B76023">
            <w:pPr>
              <w:pStyle w:val="TAL"/>
              <w:rPr>
                <w:rFonts w:cs="Arial"/>
                <w:sz w:val="16"/>
                <w:szCs w:val="16"/>
              </w:rPr>
            </w:pPr>
            <w:r w:rsidRPr="00EF2F0E">
              <w:rPr>
                <w:rFonts w:cs="Arial"/>
                <w:sz w:val="16"/>
                <w:szCs w:val="16"/>
              </w:rPr>
              <w:t>13.1.0</w:t>
            </w:r>
          </w:p>
        </w:tc>
      </w:tr>
      <w:tr w:rsidR="003401A4" w:rsidRPr="00EF2F0E" w14:paraId="09850EC2" w14:textId="77777777" w:rsidTr="00B76023">
        <w:tc>
          <w:tcPr>
            <w:tcW w:w="800" w:type="dxa"/>
            <w:shd w:val="solid" w:color="FFFFFF" w:fill="auto"/>
          </w:tcPr>
          <w:p w14:paraId="09850EBA" w14:textId="77777777" w:rsidR="00FB41C0" w:rsidRPr="00EF2F0E" w:rsidRDefault="00FB41C0" w:rsidP="00B76023">
            <w:pPr>
              <w:pStyle w:val="TAL"/>
              <w:rPr>
                <w:rFonts w:cs="Arial"/>
                <w:sz w:val="16"/>
                <w:szCs w:val="16"/>
              </w:rPr>
            </w:pPr>
            <w:r w:rsidRPr="00EF2F0E">
              <w:rPr>
                <w:rFonts w:cs="Arial"/>
                <w:sz w:val="16"/>
                <w:szCs w:val="16"/>
              </w:rPr>
              <w:t>09/2016</w:t>
            </w:r>
          </w:p>
        </w:tc>
        <w:tc>
          <w:tcPr>
            <w:tcW w:w="800" w:type="dxa"/>
            <w:shd w:val="solid" w:color="FFFFFF" w:fill="auto"/>
          </w:tcPr>
          <w:p w14:paraId="09850EBB" w14:textId="77777777" w:rsidR="00FB41C0" w:rsidRPr="00EF2F0E" w:rsidRDefault="00FB41C0" w:rsidP="00B76023">
            <w:pPr>
              <w:pStyle w:val="TAL"/>
              <w:rPr>
                <w:rFonts w:cs="Arial"/>
                <w:sz w:val="16"/>
                <w:szCs w:val="16"/>
              </w:rPr>
            </w:pPr>
            <w:r w:rsidRPr="00EF2F0E">
              <w:rPr>
                <w:rFonts w:cs="Arial"/>
                <w:sz w:val="16"/>
                <w:szCs w:val="16"/>
              </w:rPr>
              <w:t>RP-73</w:t>
            </w:r>
          </w:p>
        </w:tc>
        <w:tc>
          <w:tcPr>
            <w:tcW w:w="1094" w:type="dxa"/>
            <w:shd w:val="solid" w:color="FFFFFF" w:fill="auto"/>
          </w:tcPr>
          <w:p w14:paraId="09850EBC" w14:textId="77777777" w:rsidR="00FB41C0" w:rsidRPr="00EF2F0E" w:rsidRDefault="00FB41C0" w:rsidP="00B76023">
            <w:pPr>
              <w:pStyle w:val="TAL"/>
              <w:rPr>
                <w:rFonts w:cs="Arial"/>
                <w:sz w:val="16"/>
                <w:szCs w:val="16"/>
              </w:rPr>
            </w:pPr>
            <w:r w:rsidRPr="00EF2F0E">
              <w:rPr>
                <w:rFonts w:cs="Arial"/>
                <w:sz w:val="16"/>
                <w:szCs w:val="16"/>
              </w:rPr>
              <w:t>RP-161635</w:t>
            </w:r>
          </w:p>
        </w:tc>
        <w:tc>
          <w:tcPr>
            <w:tcW w:w="567" w:type="dxa"/>
            <w:shd w:val="solid" w:color="FFFFFF" w:fill="auto"/>
          </w:tcPr>
          <w:p w14:paraId="09850EBD" w14:textId="77777777" w:rsidR="00FB41C0" w:rsidRPr="00EF2F0E" w:rsidRDefault="00FB41C0" w:rsidP="00B76023">
            <w:pPr>
              <w:pStyle w:val="TAL"/>
              <w:rPr>
                <w:rFonts w:cs="Arial"/>
                <w:sz w:val="16"/>
                <w:szCs w:val="16"/>
              </w:rPr>
            </w:pPr>
            <w:r w:rsidRPr="00EF2F0E">
              <w:rPr>
                <w:rFonts w:cs="Arial"/>
                <w:sz w:val="16"/>
                <w:szCs w:val="16"/>
              </w:rPr>
              <w:t>15</w:t>
            </w:r>
          </w:p>
        </w:tc>
        <w:tc>
          <w:tcPr>
            <w:tcW w:w="425" w:type="dxa"/>
            <w:shd w:val="solid" w:color="FFFFFF" w:fill="auto"/>
          </w:tcPr>
          <w:p w14:paraId="09850EBE" w14:textId="77777777" w:rsidR="00FB41C0" w:rsidRPr="00EF2F0E" w:rsidRDefault="00FB41C0" w:rsidP="00B76023">
            <w:pPr>
              <w:pStyle w:val="TAL"/>
              <w:rPr>
                <w:rFonts w:cs="Arial"/>
                <w:sz w:val="16"/>
                <w:szCs w:val="16"/>
              </w:rPr>
            </w:pPr>
            <w:r w:rsidRPr="00EF2F0E">
              <w:rPr>
                <w:rFonts w:cs="Arial"/>
                <w:sz w:val="16"/>
                <w:szCs w:val="16"/>
              </w:rPr>
              <w:t> </w:t>
            </w:r>
          </w:p>
        </w:tc>
        <w:tc>
          <w:tcPr>
            <w:tcW w:w="283" w:type="dxa"/>
            <w:shd w:val="solid" w:color="FFFFFF" w:fill="auto"/>
          </w:tcPr>
          <w:p w14:paraId="09850EBF" w14:textId="77777777" w:rsidR="00FB41C0" w:rsidRPr="00EF2F0E" w:rsidRDefault="00FB41C0" w:rsidP="00B76023">
            <w:pPr>
              <w:pStyle w:val="TAL"/>
              <w:rPr>
                <w:rFonts w:cs="Arial"/>
                <w:sz w:val="16"/>
                <w:szCs w:val="16"/>
              </w:rPr>
            </w:pPr>
            <w:r w:rsidRPr="00EF2F0E">
              <w:rPr>
                <w:rFonts w:cs="Arial"/>
                <w:sz w:val="16"/>
                <w:szCs w:val="16"/>
              </w:rPr>
              <w:t>D</w:t>
            </w:r>
          </w:p>
        </w:tc>
        <w:tc>
          <w:tcPr>
            <w:tcW w:w="4962" w:type="dxa"/>
            <w:shd w:val="solid" w:color="FFFFFF" w:fill="auto"/>
          </w:tcPr>
          <w:p w14:paraId="09850EC0" w14:textId="77777777" w:rsidR="00FB41C0" w:rsidRPr="00EF2F0E" w:rsidRDefault="00FB41C0" w:rsidP="00B76023">
            <w:pPr>
              <w:pStyle w:val="TAL"/>
              <w:rPr>
                <w:rFonts w:cs="Arial"/>
                <w:sz w:val="16"/>
                <w:szCs w:val="16"/>
              </w:rPr>
            </w:pPr>
            <w:r w:rsidRPr="00EF2F0E">
              <w:rPr>
                <w:rFonts w:cs="Arial"/>
                <w:sz w:val="16"/>
                <w:szCs w:val="16"/>
              </w:rPr>
              <w:t>TS 37.105: Readability improvements and corrections (section 3)</w:t>
            </w:r>
          </w:p>
        </w:tc>
        <w:tc>
          <w:tcPr>
            <w:tcW w:w="708" w:type="dxa"/>
            <w:shd w:val="solid" w:color="FFFFFF" w:fill="auto"/>
          </w:tcPr>
          <w:p w14:paraId="09850EC1" w14:textId="77777777" w:rsidR="00FB41C0" w:rsidRPr="00EF2F0E" w:rsidRDefault="00FB41C0" w:rsidP="00B76023">
            <w:pPr>
              <w:pStyle w:val="TAL"/>
              <w:rPr>
                <w:rFonts w:cs="Arial"/>
                <w:sz w:val="16"/>
                <w:szCs w:val="16"/>
              </w:rPr>
            </w:pPr>
            <w:r w:rsidRPr="00EF2F0E">
              <w:rPr>
                <w:rFonts w:cs="Arial"/>
                <w:sz w:val="16"/>
                <w:szCs w:val="16"/>
              </w:rPr>
              <w:t>13.2.0</w:t>
            </w:r>
          </w:p>
        </w:tc>
      </w:tr>
      <w:tr w:rsidR="003401A4" w:rsidRPr="00EF2F0E" w14:paraId="09850ECB" w14:textId="77777777" w:rsidTr="00B76023">
        <w:tc>
          <w:tcPr>
            <w:tcW w:w="800" w:type="dxa"/>
            <w:shd w:val="solid" w:color="FFFFFF" w:fill="auto"/>
          </w:tcPr>
          <w:p w14:paraId="09850EC3" w14:textId="77777777" w:rsidR="00FB41C0" w:rsidRPr="00EF2F0E" w:rsidRDefault="00FB41C0" w:rsidP="00B76023">
            <w:pPr>
              <w:pStyle w:val="TAL"/>
              <w:rPr>
                <w:rFonts w:cs="Arial"/>
                <w:sz w:val="16"/>
                <w:szCs w:val="16"/>
              </w:rPr>
            </w:pPr>
            <w:r w:rsidRPr="00EF2F0E">
              <w:rPr>
                <w:rFonts w:cs="Arial"/>
                <w:sz w:val="16"/>
                <w:szCs w:val="16"/>
              </w:rPr>
              <w:t>09/2016</w:t>
            </w:r>
          </w:p>
        </w:tc>
        <w:tc>
          <w:tcPr>
            <w:tcW w:w="800" w:type="dxa"/>
            <w:shd w:val="solid" w:color="FFFFFF" w:fill="auto"/>
          </w:tcPr>
          <w:p w14:paraId="09850EC4" w14:textId="77777777" w:rsidR="00FB41C0" w:rsidRPr="00EF2F0E" w:rsidRDefault="00FB41C0" w:rsidP="00B76023">
            <w:pPr>
              <w:pStyle w:val="TAL"/>
              <w:rPr>
                <w:rFonts w:cs="Arial"/>
                <w:sz w:val="16"/>
                <w:szCs w:val="16"/>
              </w:rPr>
            </w:pPr>
            <w:r w:rsidRPr="00EF2F0E">
              <w:rPr>
                <w:rFonts w:cs="Arial"/>
                <w:sz w:val="16"/>
                <w:szCs w:val="16"/>
              </w:rPr>
              <w:t>RP-73</w:t>
            </w:r>
          </w:p>
        </w:tc>
        <w:tc>
          <w:tcPr>
            <w:tcW w:w="1094" w:type="dxa"/>
            <w:shd w:val="solid" w:color="FFFFFF" w:fill="auto"/>
          </w:tcPr>
          <w:p w14:paraId="09850EC5" w14:textId="77777777" w:rsidR="00FB41C0" w:rsidRPr="00EF2F0E" w:rsidRDefault="00FB41C0" w:rsidP="00B76023">
            <w:pPr>
              <w:pStyle w:val="TAL"/>
              <w:rPr>
                <w:rFonts w:cs="Arial"/>
                <w:sz w:val="16"/>
                <w:szCs w:val="16"/>
              </w:rPr>
            </w:pPr>
            <w:r w:rsidRPr="00EF2F0E">
              <w:rPr>
                <w:rFonts w:cs="Arial"/>
                <w:sz w:val="16"/>
                <w:szCs w:val="16"/>
              </w:rPr>
              <w:t>RP-161635</w:t>
            </w:r>
          </w:p>
        </w:tc>
        <w:tc>
          <w:tcPr>
            <w:tcW w:w="567" w:type="dxa"/>
            <w:shd w:val="solid" w:color="FFFFFF" w:fill="auto"/>
          </w:tcPr>
          <w:p w14:paraId="09850EC6" w14:textId="77777777" w:rsidR="00FB41C0" w:rsidRPr="00EF2F0E" w:rsidRDefault="00FB41C0" w:rsidP="00B76023">
            <w:pPr>
              <w:pStyle w:val="TAL"/>
              <w:rPr>
                <w:rFonts w:cs="Arial"/>
                <w:sz w:val="16"/>
                <w:szCs w:val="16"/>
              </w:rPr>
            </w:pPr>
            <w:r w:rsidRPr="00EF2F0E">
              <w:rPr>
                <w:rFonts w:cs="Arial"/>
                <w:sz w:val="16"/>
                <w:szCs w:val="16"/>
              </w:rPr>
              <w:t>13</w:t>
            </w:r>
          </w:p>
        </w:tc>
        <w:tc>
          <w:tcPr>
            <w:tcW w:w="425" w:type="dxa"/>
            <w:shd w:val="solid" w:color="FFFFFF" w:fill="auto"/>
          </w:tcPr>
          <w:p w14:paraId="09850EC7"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shd w:val="solid" w:color="FFFFFF" w:fill="auto"/>
          </w:tcPr>
          <w:p w14:paraId="09850EC8"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shd w:val="solid" w:color="FFFFFF" w:fill="auto"/>
          </w:tcPr>
          <w:p w14:paraId="09850EC9" w14:textId="77777777" w:rsidR="00FB41C0" w:rsidRPr="00EF2F0E" w:rsidRDefault="00FB41C0" w:rsidP="00B76023">
            <w:pPr>
              <w:pStyle w:val="TAL"/>
              <w:rPr>
                <w:rFonts w:cs="Arial"/>
                <w:sz w:val="16"/>
                <w:szCs w:val="16"/>
              </w:rPr>
            </w:pPr>
            <w:r w:rsidRPr="00EF2F0E">
              <w:rPr>
                <w:rFonts w:cs="Arial"/>
                <w:sz w:val="16"/>
                <w:szCs w:val="16"/>
              </w:rPr>
              <w:t>Correction of AAS Base Station performance targets</w:t>
            </w:r>
          </w:p>
        </w:tc>
        <w:tc>
          <w:tcPr>
            <w:tcW w:w="708" w:type="dxa"/>
            <w:shd w:val="solid" w:color="FFFFFF" w:fill="auto"/>
          </w:tcPr>
          <w:p w14:paraId="09850ECA" w14:textId="77777777" w:rsidR="00FB41C0" w:rsidRPr="00EF2F0E" w:rsidRDefault="00FB41C0" w:rsidP="00B76023">
            <w:pPr>
              <w:pStyle w:val="TAL"/>
              <w:rPr>
                <w:rFonts w:cs="Arial"/>
                <w:sz w:val="16"/>
                <w:szCs w:val="16"/>
              </w:rPr>
            </w:pPr>
            <w:r w:rsidRPr="00EF2F0E">
              <w:rPr>
                <w:rFonts w:cs="Arial"/>
                <w:sz w:val="16"/>
                <w:szCs w:val="16"/>
              </w:rPr>
              <w:t>13.2.0</w:t>
            </w:r>
          </w:p>
        </w:tc>
      </w:tr>
      <w:tr w:rsidR="003401A4" w:rsidRPr="00EF2F0E" w14:paraId="09850ED4" w14:textId="77777777" w:rsidTr="00B76023">
        <w:tc>
          <w:tcPr>
            <w:tcW w:w="800" w:type="dxa"/>
            <w:shd w:val="solid" w:color="FFFFFF" w:fill="auto"/>
          </w:tcPr>
          <w:p w14:paraId="09850ECC" w14:textId="77777777" w:rsidR="00FB41C0" w:rsidRPr="00EF2F0E" w:rsidRDefault="00FB41C0" w:rsidP="00B76023">
            <w:pPr>
              <w:pStyle w:val="TAL"/>
              <w:rPr>
                <w:rFonts w:cs="Arial"/>
                <w:sz w:val="16"/>
                <w:szCs w:val="16"/>
              </w:rPr>
            </w:pPr>
            <w:r w:rsidRPr="00EF2F0E">
              <w:rPr>
                <w:rFonts w:cs="Arial"/>
                <w:sz w:val="16"/>
                <w:szCs w:val="16"/>
              </w:rPr>
              <w:t>12/2016</w:t>
            </w:r>
          </w:p>
        </w:tc>
        <w:tc>
          <w:tcPr>
            <w:tcW w:w="800" w:type="dxa"/>
            <w:shd w:val="solid" w:color="FFFFFF" w:fill="auto"/>
          </w:tcPr>
          <w:p w14:paraId="09850ECD" w14:textId="77777777" w:rsidR="00FB41C0" w:rsidRPr="00EF2F0E" w:rsidRDefault="00FB41C0" w:rsidP="00B76023">
            <w:pPr>
              <w:pStyle w:val="TAL"/>
              <w:rPr>
                <w:rFonts w:cs="Arial"/>
                <w:sz w:val="16"/>
                <w:szCs w:val="16"/>
              </w:rPr>
            </w:pPr>
            <w:r w:rsidRPr="00EF2F0E">
              <w:rPr>
                <w:rFonts w:cs="Arial"/>
                <w:sz w:val="16"/>
                <w:szCs w:val="16"/>
              </w:rPr>
              <w:t>RP-74</w:t>
            </w:r>
          </w:p>
        </w:tc>
        <w:tc>
          <w:tcPr>
            <w:tcW w:w="1094" w:type="dxa"/>
            <w:shd w:val="solid" w:color="FFFFFF" w:fill="auto"/>
          </w:tcPr>
          <w:p w14:paraId="09850ECE" w14:textId="77777777" w:rsidR="00FB41C0" w:rsidRPr="00EF2F0E" w:rsidRDefault="00FB41C0" w:rsidP="00B76023">
            <w:pPr>
              <w:pStyle w:val="TAL"/>
              <w:rPr>
                <w:rFonts w:cs="Arial"/>
                <w:sz w:val="16"/>
                <w:szCs w:val="16"/>
              </w:rPr>
            </w:pPr>
            <w:r w:rsidRPr="00EF2F0E">
              <w:rPr>
                <w:rFonts w:cs="Arial"/>
                <w:sz w:val="16"/>
                <w:szCs w:val="16"/>
              </w:rPr>
              <w:t>RP-162422</w:t>
            </w:r>
          </w:p>
        </w:tc>
        <w:tc>
          <w:tcPr>
            <w:tcW w:w="567" w:type="dxa"/>
            <w:shd w:val="solid" w:color="FFFFFF" w:fill="auto"/>
          </w:tcPr>
          <w:p w14:paraId="09850ECF" w14:textId="77777777" w:rsidR="00FB41C0" w:rsidRPr="00EF2F0E" w:rsidRDefault="00FB41C0" w:rsidP="00B76023">
            <w:pPr>
              <w:pStyle w:val="TAL"/>
              <w:rPr>
                <w:rFonts w:cs="Arial"/>
                <w:sz w:val="16"/>
                <w:szCs w:val="16"/>
              </w:rPr>
            </w:pPr>
            <w:r w:rsidRPr="00EF2F0E">
              <w:rPr>
                <w:rFonts w:cs="Arial"/>
                <w:sz w:val="16"/>
                <w:szCs w:val="16"/>
              </w:rPr>
              <w:t>0018</w:t>
            </w:r>
          </w:p>
        </w:tc>
        <w:tc>
          <w:tcPr>
            <w:tcW w:w="425" w:type="dxa"/>
            <w:shd w:val="solid" w:color="FFFFFF" w:fill="auto"/>
          </w:tcPr>
          <w:p w14:paraId="09850ED0"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shd w:val="solid" w:color="FFFFFF" w:fill="auto"/>
          </w:tcPr>
          <w:p w14:paraId="09850ED1"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shd w:val="solid" w:color="FFFFFF" w:fill="auto"/>
          </w:tcPr>
          <w:p w14:paraId="09850ED2" w14:textId="77777777" w:rsidR="00FB41C0" w:rsidRPr="00EF2F0E" w:rsidRDefault="00FB41C0" w:rsidP="00B76023">
            <w:pPr>
              <w:pStyle w:val="TAL"/>
              <w:rPr>
                <w:rFonts w:cs="Arial"/>
                <w:sz w:val="16"/>
                <w:szCs w:val="16"/>
              </w:rPr>
            </w:pPr>
            <w:r w:rsidRPr="00EF2F0E">
              <w:rPr>
                <w:rFonts w:cs="Arial"/>
                <w:sz w:val="16"/>
                <w:szCs w:val="16"/>
              </w:rPr>
              <w:t>MB MSR related corrections on receiver blocking</w:t>
            </w:r>
          </w:p>
        </w:tc>
        <w:tc>
          <w:tcPr>
            <w:tcW w:w="708" w:type="dxa"/>
            <w:shd w:val="solid" w:color="FFFFFF" w:fill="auto"/>
          </w:tcPr>
          <w:p w14:paraId="09850ED3" w14:textId="77777777" w:rsidR="00FB41C0" w:rsidRPr="00EF2F0E" w:rsidRDefault="00FB41C0" w:rsidP="00B76023">
            <w:pPr>
              <w:pStyle w:val="TAL"/>
              <w:rPr>
                <w:rFonts w:cs="Arial"/>
                <w:sz w:val="16"/>
                <w:szCs w:val="16"/>
              </w:rPr>
            </w:pPr>
            <w:r w:rsidRPr="00EF2F0E">
              <w:rPr>
                <w:rFonts w:cs="Arial"/>
                <w:sz w:val="16"/>
                <w:szCs w:val="16"/>
              </w:rPr>
              <w:t>13.3.0</w:t>
            </w:r>
          </w:p>
        </w:tc>
      </w:tr>
      <w:tr w:rsidR="003401A4" w:rsidRPr="00EF2F0E" w14:paraId="09850EDD" w14:textId="77777777" w:rsidTr="00B76023">
        <w:tc>
          <w:tcPr>
            <w:tcW w:w="800" w:type="dxa"/>
            <w:shd w:val="solid" w:color="FFFFFF" w:fill="auto"/>
          </w:tcPr>
          <w:p w14:paraId="09850ED5" w14:textId="77777777" w:rsidR="00FB41C0" w:rsidRPr="00EF2F0E" w:rsidRDefault="00FB41C0" w:rsidP="00B76023">
            <w:pPr>
              <w:pStyle w:val="TAL"/>
              <w:rPr>
                <w:rFonts w:cs="Arial"/>
                <w:sz w:val="16"/>
                <w:szCs w:val="16"/>
              </w:rPr>
            </w:pPr>
            <w:r w:rsidRPr="00EF2F0E">
              <w:rPr>
                <w:rFonts w:cs="Arial"/>
                <w:sz w:val="16"/>
                <w:szCs w:val="16"/>
              </w:rPr>
              <w:t>12/2016</w:t>
            </w:r>
          </w:p>
        </w:tc>
        <w:tc>
          <w:tcPr>
            <w:tcW w:w="800" w:type="dxa"/>
            <w:shd w:val="solid" w:color="FFFFFF" w:fill="auto"/>
          </w:tcPr>
          <w:p w14:paraId="09850ED6" w14:textId="77777777" w:rsidR="00FB41C0" w:rsidRPr="00EF2F0E" w:rsidRDefault="00FB41C0" w:rsidP="00B76023">
            <w:pPr>
              <w:pStyle w:val="TAL"/>
              <w:rPr>
                <w:rFonts w:cs="Arial"/>
                <w:sz w:val="16"/>
                <w:szCs w:val="16"/>
              </w:rPr>
            </w:pPr>
            <w:r w:rsidRPr="00EF2F0E">
              <w:rPr>
                <w:rFonts w:cs="Arial"/>
                <w:sz w:val="16"/>
                <w:szCs w:val="16"/>
              </w:rPr>
              <w:t>RP-74</w:t>
            </w:r>
          </w:p>
        </w:tc>
        <w:tc>
          <w:tcPr>
            <w:tcW w:w="1094" w:type="dxa"/>
            <w:shd w:val="solid" w:color="FFFFFF" w:fill="auto"/>
          </w:tcPr>
          <w:p w14:paraId="09850ED7" w14:textId="77777777" w:rsidR="00FB41C0" w:rsidRPr="00EF2F0E" w:rsidRDefault="00FB41C0" w:rsidP="00B76023">
            <w:pPr>
              <w:pStyle w:val="TAL"/>
              <w:rPr>
                <w:rFonts w:cs="Arial"/>
                <w:sz w:val="16"/>
                <w:szCs w:val="16"/>
              </w:rPr>
            </w:pPr>
            <w:r w:rsidRPr="00EF2F0E">
              <w:rPr>
                <w:rFonts w:cs="Arial"/>
                <w:sz w:val="16"/>
                <w:szCs w:val="16"/>
              </w:rPr>
              <w:t>RP-162422</w:t>
            </w:r>
          </w:p>
        </w:tc>
        <w:tc>
          <w:tcPr>
            <w:tcW w:w="567" w:type="dxa"/>
            <w:shd w:val="solid" w:color="FFFFFF" w:fill="auto"/>
          </w:tcPr>
          <w:p w14:paraId="09850ED8" w14:textId="77777777" w:rsidR="00FB41C0" w:rsidRPr="00EF2F0E" w:rsidRDefault="00FB41C0" w:rsidP="00B76023">
            <w:pPr>
              <w:pStyle w:val="TAL"/>
              <w:rPr>
                <w:rFonts w:cs="Arial"/>
                <w:sz w:val="16"/>
                <w:szCs w:val="16"/>
              </w:rPr>
            </w:pPr>
            <w:r w:rsidRPr="00EF2F0E">
              <w:rPr>
                <w:rFonts w:cs="Arial"/>
                <w:sz w:val="16"/>
                <w:szCs w:val="16"/>
              </w:rPr>
              <w:t>0020</w:t>
            </w:r>
          </w:p>
        </w:tc>
        <w:tc>
          <w:tcPr>
            <w:tcW w:w="425" w:type="dxa"/>
            <w:shd w:val="solid" w:color="FFFFFF" w:fill="auto"/>
          </w:tcPr>
          <w:p w14:paraId="09850ED9" w14:textId="77777777" w:rsidR="00FB41C0" w:rsidRPr="00EF2F0E" w:rsidRDefault="00FB41C0" w:rsidP="00B76023">
            <w:pPr>
              <w:pStyle w:val="TAL"/>
              <w:rPr>
                <w:rFonts w:cs="Arial"/>
                <w:sz w:val="16"/>
                <w:szCs w:val="16"/>
              </w:rPr>
            </w:pPr>
            <w:r w:rsidRPr="00EF2F0E">
              <w:rPr>
                <w:rFonts w:cs="Arial"/>
                <w:sz w:val="16"/>
                <w:szCs w:val="16"/>
              </w:rPr>
              <w:t>2</w:t>
            </w:r>
          </w:p>
        </w:tc>
        <w:tc>
          <w:tcPr>
            <w:tcW w:w="283" w:type="dxa"/>
            <w:shd w:val="solid" w:color="FFFFFF" w:fill="auto"/>
          </w:tcPr>
          <w:p w14:paraId="09850EDA" w14:textId="77777777" w:rsidR="00FB41C0" w:rsidRPr="00EF2F0E" w:rsidRDefault="00FB41C0" w:rsidP="00B76023">
            <w:pPr>
              <w:pStyle w:val="TAL"/>
              <w:rPr>
                <w:rFonts w:cs="Arial"/>
                <w:sz w:val="16"/>
                <w:szCs w:val="16"/>
              </w:rPr>
            </w:pPr>
            <w:r w:rsidRPr="00EF2F0E">
              <w:rPr>
                <w:rFonts w:cs="Arial"/>
                <w:sz w:val="16"/>
                <w:szCs w:val="16"/>
              </w:rPr>
              <w:t>D</w:t>
            </w:r>
          </w:p>
        </w:tc>
        <w:tc>
          <w:tcPr>
            <w:tcW w:w="4962" w:type="dxa"/>
            <w:shd w:val="solid" w:color="FFFFFF" w:fill="auto"/>
          </w:tcPr>
          <w:p w14:paraId="09850EDB" w14:textId="77777777" w:rsidR="00FB41C0" w:rsidRPr="00EF2F0E" w:rsidRDefault="00FB41C0" w:rsidP="00B76023">
            <w:pPr>
              <w:pStyle w:val="TAL"/>
              <w:rPr>
                <w:rFonts w:cs="Arial"/>
                <w:sz w:val="16"/>
                <w:szCs w:val="16"/>
              </w:rPr>
            </w:pPr>
            <w:r w:rsidRPr="00EF2F0E">
              <w:rPr>
                <w:rFonts w:cs="Arial"/>
                <w:sz w:val="16"/>
                <w:szCs w:val="16"/>
              </w:rPr>
              <w:t>CR to TS 37.105: Clarifications, definitions alignment and text improvements</w:t>
            </w:r>
          </w:p>
        </w:tc>
        <w:tc>
          <w:tcPr>
            <w:tcW w:w="708" w:type="dxa"/>
            <w:shd w:val="solid" w:color="FFFFFF" w:fill="auto"/>
          </w:tcPr>
          <w:p w14:paraId="09850EDC" w14:textId="77777777" w:rsidR="00FB41C0" w:rsidRPr="00EF2F0E" w:rsidRDefault="00FB41C0" w:rsidP="00B76023">
            <w:pPr>
              <w:pStyle w:val="TAL"/>
              <w:rPr>
                <w:rFonts w:cs="Arial"/>
                <w:sz w:val="16"/>
                <w:szCs w:val="16"/>
              </w:rPr>
            </w:pPr>
            <w:r w:rsidRPr="00EF2F0E">
              <w:rPr>
                <w:rFonts w:cs="Arial"/>
                <w:sz w:val="16"/>
                <w:szCs w:val="16"/>
              </w:rPr>
              <w:t>13.3.0</w:t>
            </w:r>
          </w:p>
        </w:tc>
      </w:tr>
      <w:tr w:rsidR="003401A4" w:rsidRPr="00EF2F0E" w14:paraId="09850EE6" w14:textId="77777777" w:rsidTr="00B76023">
        <w:tc>
          <w:tcPr>
            <w:tcW w:w="800" w:type="dxa"/>
            <w:shd w:val="solid" w:color="FFFFFF" w:fill="auto"/>
          </w:tcPr>
          <w:p w14:paraId="09850EDE" w14:textId="77777777" w:rsidR="00FB41C0" w:rsidRPr="00EF2F0E" w:rsidRDefault="00FB41C0" w:rsidP="00B76023">
            <w:pPr>
              <w:pStyle w:val="TAL"/>
              <w:rPr>
                <w:rFonts w:cs="Arial"/>
                <w:sz w:val="16"/>
                <w:szCs w:val="16"/>
              </w:rPr>
            </w:pPr>
            <w:r w:rsidRPr="00EF2F0E">
              <w:rPr>
                <w:rFonts w:cs="Arial"/>
                <w:sz w:val="16"/>
                <w:szCs w:val="16"/>
              </w:rPr>
              <w:t>12/2016</w:t>
            </w:r>
          </w:p>
        </w:tc>
        <w:tc>
          <w:tcPr>
            <w:tcW w:w="800" w:type="dxa"/>
            <w:shd w:val="solid" w:color="FFFFFF" w:fill="auto"/>
          </w:tcPr>
          <w:p w14:paraId="09850EDF" w14:textId="77777777" w:rsidR="00FB41C0" w:rsidRPr="00EF2F0E" w:rsidRDefault="00FB41C0" w:rsidP="00B76023">
            <w:pPr>
              <w:pStyle w:val="TAL"/>
              <w:rPr>
                <w:rFonts w:cs="Arial"/>
                <w:sz w:val="16"/>
                <w:szCs w:val="16"/>
              </w:rPr>
            </w:pPr>
            <w:r w:rsidRPr="00EF2F0E">
              <w:rPr>
                <w:rFonts w:cs="Arial"/>
                <w:sz w:val="16"/>
                <w:szCs w:val="16"/>
              </w:rPr>
              <w:t>RP-74</w:t>
            </w:r>
          </w:p>
        </w:tc>
        <w:tc>
          <w:tcPr>
            <w:tcW w:w="1094" w:type="dxa"/>
            <w:shd w:val="solid" w:color="FFFFFF" w:fill="auto"/>
          </w:tcPr>
          <w:p w14:paraId="09850EE0" w14:textId="77777777" w:rsidR="00FB41C0" w:rsidRPr="00EF2F0E" w:rsidRDefault="00FB41C0" w:rsidP="00B76023">
            <w:pPr>
              <w:pStyle w:val="TAL"/>
              <w:rPr>
                <w:rFonts w:cs="Arial"/>
                <w:sz w:val="16"/>
                <w:szCs w:val="16"/>
              </w:rPr>
            </w:pPr>
            <w:r w:rsidRPr="00EF2F0E">
              <w:rPr>
                <w:rFonts w:cs="Arial"/>
                <w:sz w:val="16"/>
                <w:szCs w:val="16"/>
              </w:rPr>
              <w:t>RP-162422</w:t>
            </w:r>
          </w:p>
        </w:tc>
        <w:tc>
          <w:tcPr>
            <w:tcW w:w="567" w:type="dxa"/>
            <w:shd w:val="solid" w:color="FFFFFF" w:fill="auto"/>
          </w:tcPr>
          <w:p w14:paraId="09850EE1" w14:textId="77777777" w:rsidR="00FB41C0" w:rsidRPr="00EF2F0E" w:rsidRDefault="00FB41C0" w:rsidP="00B76023">
            <w:pPr>
              <w:pStyle w:val="TAL"/>
              <w:rPr>
                <w:rFonts w:cs="Arial"/>
                <w:sz w:val="16"/>
                <w:szCs w:val="16"/>
              </w:rPr>
            </w:pPr>
            <w:r w:rsidRPr="00EF2F0E">
              <w:rPr>
                <w:rFonts w:cs="Arial"/>
                <w:sz w:val="16"/>
                <w:szCs w:val="16"/>
              </w:rPr>
              <w:t>0021</w:t>
            </w:r>
          </w:p>
        </w:tc>
        <w:tc>
          <w:tcPr>
            <w:tcW w:w="425" w:type="dxa"/>
            <w:shd w:val="solid" w:color="FFFFFF" w:fill="auto"/>
          </w:tcPr>
          <w:p w14:paraId="09850EE2"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shd w:val="solid" w:color="FFFFFF" w:fill="auto"/>
          </w:tcPr>
          <w:p w14:paraId="09850EE3"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shd w:val="solid" w:color="FFFFFF" w:fill="auto"/>
          </w:tcPr>
          <w:p w14:paraId="09850EE4" w14:textId="77777777" w:rsidR="00FB41C0" w:rsidRPr="00EF2F0E" w:rsidRDefault="00FB41C0" w:rsidP="00B76023">
            <w:pPr>
              <w:pStyle w:val="TAL"/>
              <w:rPr>
                <w:rFonts w:cs="Arial"/>
                <w:sz w:val="16"/>
                <w:szCs w:val="16"/>
              </w:rPr>
            </w:pPr>
            <w:r w:rsidRPr="00EF2F0E">
              <w:rPr>
                <w:rFonts w:cs="Arial"/>
                <w:sz w:val="16"/>
                <w:szCs w:val="16"/>
              </w:rPr>
              <w:t>TS 37.105: Removal of operating band unwanted emissions for Band 46</w:t>
            </w:r>
          </w:p>
        </w:tc>
        <w:tc>
          <w:tcPr>
            <w:tcW w:w="708" w:type="dxa"/>
            <w:shd w:val="solid" w:color="FFFFFF" w:fill="auto"/>
          </w:tcPr>
          <w:p w14:paraId="09850EE5" w14:textId="77777777" w:rsidR="00FB41C0" w:rsidRPr="00EF2F0E" w:rsidRDefault="00FB41C0" w:rsidP="00B76023">
            <w:pPr>
              <w:pStyle w:val="TAL"/>
              <w:rPr>
                <w:rFonts w:cs="Arial"/>
                <w:sz w:val="16"/>
                <w:szCs w:val="16"/>
              </w:rPr>
            </w:pPr>
            <w:r w:rsidRPr="00EF2F0E">
              <w:rPr>
                <w:rFonts w:cs="Arial"/>
                <w:sz w:val="16"/>
                <w:szCs w:val="16"/>
              </w:rPr>
              <w:t>13.3.0</w:t>
            </w:r>
          </w:p>
        </w:tc>
      </w:tr>
      <w:tr w:rsidR="003401A4" w:rsidRPr="00EF2F0E" w14:paraId="09850EEF" w14:textId="77777777" w:rsidTr="00B76023">
        <w:tc>
          <w:tcPr>
            <w:tcW w:w="800" w:type="dxa"/>
            <w:shd w:val="solid" w:color="FFFFFF" w:fill="auto"/>
          </w:tcPr>
          <w:p w14:paraId="09850EE7" w14:textId="77777777" w:rsidR="00FB41C0" w:rsidRPr="00EF2F0E" w:rsidRDefault="00FB41C0" w:rsidP="00B76023">
            <w:pPr>
              <w:pStyle w:val="TAL"/>
              <w:rPr>
                <w:rFonts w:cs="Arial"/>
                <w:sz w:val="16"/>
                <w:szCs w:val="16"/>
              </w:rPr>
            </w:pPr>
            <w:r w:rsidRPr="00EF2F0E">
              <w:rPr>
                <w:rFonts w:cs="Arial"/>
                <w:sz w:val="16"/>
                <w:szCs w:val="16"/>
              </w:rPr>
              <w:t>12/2016</w:t>
            </w:r>
          </w:p>
        </w:tc>
        <w:tc>
          <w:tcPr>
            <w:tcW w:w="800" w:type="dxa"/>
            <w:shd w:val="solid" w:color="FFFFFF" w:fill="auto"/>
          </w:tcPr>
          <w:p w14:paraId="09850EE8" w14:textId="77777777" w:rsidR="00FB41C0" w:rsidRPr="00EF2F0E" w:rsidRDefault="00FB41C0" w:rsidP="00B76023">
            <w:pPr>
              <w:pStyle w:val="TAL"/>
              <w:rPr>
                <w:rFonts w:cs="Arial"/>
                <w:sz w:val="16"/>
                <w:szCs w:val="16"/>
              </w:rPr>
            </w:pPr>
            <w:r w:rsidRPr="00EF2F0E">
              <w:rPr>
                <w:rFonts w:cs="Arial"/>
                <w:sz w:val="16"/>
                <w:szCs w:val="16"/>
              </w:rPr>
              <w:t>RP-74</w:t>
            </w:r>
          </w:p>
        </w:tc>
        <w:tc>
          <w:tcPr>
            <w:tcW w:w="1094" w:type="dxa"/>
            <w:shd w:val="solid" w:color="FFFFFF" w:fill="auto"/>
          </w:tcPr>
          <w:p w14:paraId="09850EE9" w14:textId="77777777" w:rsidR="00FB41C0" w:rsidRPr="00EF2F0E" w:rsidRDefault="00FB41C0" w:rsidP="00B76023">
            <w:pPr>
              <w:pStyle w:val="TAL"/>
              <w:rPr>
                <w:rFonts w:cs="Arial"/>
                <w:sz w:val="16"/>
                <w:szCs w:val="16"/>
              </w:rPr>
            </w:pPr>
            <w:r w:rsidRPr="00EF2F0E">
              <w:rPr>
                <w:rFonts w:cs="Arial"/>
                <w:sz w:val="16"/>
                <w:szCs w:val="16"/>
              </w:rPr>
              <w:t>RP-162422</w:t>
            </w:r>
          </w:p>
        </w:tc>
        <w:tc>
          <w:tcPr>
            <w:tcW w:w="567" w:type="dxa"/>
            <w:shd w:val="solid" w:color="FFFFFF" w:fill="auto"/>
          </w:tcPr>
          <w:p w14:paraId="09850EEA" w14:textId="77777777" w:rsidR="00FB41C0" w:rsidRPr="00EF2F0E" w:rsidRDefault="00FB41C0" w:rsidP="00B76023">
            <w:pPr>
              <w:pStyle w:val="TAL"/>
              <w:rPr>
                <w:rFonts w:cs="Arial"/>
                <w:sz w:val="16"/>
                <w:szCs w:val="16"/>
              </w:rPr>
            </w:pPr>
            <w:r w:rsidRPr="00EF2F0E">
              <w:rPr>
                <w:rFonts w:cs="Arial"/>
                <w:sz w:val="16"/>
                <w:szCs w:val="16"/>
              </w:rPr>
              <w:t>0024</w:t>
            </w:r>
          </w:p>
        </w:tc>
        <w:tc>
          <w:tcPr>
            <w:tcW w:w="425" w:type="dxa"/>
            <w:shd w:val="solid" w:color="FFFFFF" w:fill="auto"/>
          </w:tcPr>
          <w:p w14:paraId="09850EEB"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shd w:val="solid" w:color="FFFFFF" w:fill="auto"/>
          </w:tcPr>
          <w:p w14:paraId="09850EEC"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shd w:val="solid" w:color="FFFFFF" w:fill="auto"/>
          </w:tcPr>
          <w:p w14:paraId="09850EED" w14:textId="77777777" w:rsidR="00FB41C0" w:rsidRPr="00EF2F0E" w:rsidRDefault="00FB41C0" w:rsidP="00B76023">
            <w:pPr>
              <w:pStyle w:val="TAL"/>
              <w:rPr>
                <w:rFonts w:cs="Arial"/>
                <w:sz w:val="16"/>
                <w:szCs w:val="16"/>
              </w:rPr>
            </w:pPr>
            <w:r w:rsidRPr="00EF2F0E">
              <w:rPr>
                <w:rFonts w:cs="Arial"/>
                <w:sz w:val="16"/>
                <w:szCs w:val="16"/>
              </w:rPr>
              <w:t>AAS ACLR absolute limit</w:t>
            </w:r>
          </w:p>
        </w:tc>
        <w:tc>
          <w:tcPr>
            <w:tcW w:w="708" w:type="dxa"/>
            <w:shd w:val="solid" w:color="FFFFFF" w:fill="auto"/>
          </w:tcPr>
          <w:p w14:paraId="09850EEE" w14:textId="77777777" w:rsidR="00FB41C0" w:rsidRPr="00EF2F0E" w:rsidRDefault="00FB41C0" w:rsidP="00B76023">
            <w:pPr>
              <w:pStyle w:val="TAL"/>
              <w:rPr>
                <w:rFonts w:cs="Arial"/>
                <w:sz w:val="16"/>
                <w:szCs w:val="16"/>
              </w:rPr>
            </w:pPr>
            <w:r w:rsidRPr="00EF2F0E">
              <w:rPr>
                <w:rFonts w:cs="Arial"/>
                <w:sz w:val="16"/>
                <w:szCs w:val="16"/>
              </w:rPr>
              <w:t>13.3.0</w:t>
            </w:r>
          </w:p>
        </w:tc>
      </w:tr>
      <w:tr w:rsidR="003401A4" w:rsidRPr="00EF2F0E" w14:paraId="09850EF8" w14:textId="77777777" w:rsidTr="00B76023">
        <w:tc>
          <w:tcPr>
            <w:tcW w:w="800" w:type="dxa"/>
            <w:shd w:val="solid" w:color="FFFFFF" w:fill="auto"/>
          </w:tcPr>
          <w:p w14:paraId="09850EF0" w14:textId="77777777" w:rsidR="00FB41C0" w:rsidRPr="00EF2F0E" w:rsidRDefault="00FB41C0" w:rsidP="00B76023">
            <w:pPr>
              <w:pStyle w:val="TAL"/>
              <w:rPr>
                <w:rFonts w:cs="Arial"/>
                <w:sz w:val="16"/>
                <w:szCs w:val="16"/>
              </w:rPr>
            </w:pPr>
            <w:r w:rsidRPr="00EF2F0E">
              <w:rPr>
                <w:rFonts w:cs="Arial"/>
                <w:sz w:val="16"/>
                <w:szCs w:val="16"/>
              </w:rPr>
              <w:t>12/2016</w:t>
            </w:r>
          </w:p>
        </w:tc>
        <w:tc>
          <w:tcPr>
            <w:tcW w:w="800" w:type="dxa"/>
            <w:shd w:val="solid" w:color="FFFFFF" w:fill="auto"/>
          </w:tcPr>
          <w:p w14:paraId="09850EF1" w14:textId="77777777" w:rsidR="00FB41C0" w:rsidRPr="00EF2F0E" w:rsidRDefault="00FB41C0" w:rsidP="00B76023">
            <w:pPr>
              <w:pStyle w:val="TAL"/>
              <w:rPr>
                <w:rFonts w:cs="Arial"/>
                <w:sz w:val="16"/>
                <w:szCs w:val="16"/>
              </w:rPr>
            </w:pPr>
            <w:r w:rsidRPr="00EF2F0E">
              <w:rPr>
                <w:rFonts w:cs="Arial"/>
                <w:sz w:val="16"/>
                <w:szCs w:val="16"/>
              </w:rPr>
              <w:t>RP-74</w:t>
            </w:r>
          </w:p>
        </w:tc>
        <w:tc>
          <w:tcPr>
            <w:tcW w:w="1094" w:type="dxa"/>
            <w:shd w:val="solid" w:color="FFFFFF" w:fill="auto"/>
          </w:tcPr>
          <w:p w14:paraId="09850EF2" w14:textId="77777777" w:rsidR="00FB41C0" w:rsidRPr="00EF2F0E" w:rsidRDefault="00FB41C0" w:rsidP="00B76023">
            <w:pPr>
              <w:pStyle w:val="TAL"/>
              <w:rPr>
                <w:rFonts w:cs="Arial"/>
                <w:sz w:val="16"/>
                <w:szCs w:val="16"/>
              </w:rPr>
            </w:pPr>
            <w:r w:rsidRPr="00EF2F0E">
              <w:rPr>
                <w:rFonts w:cs="Arial"/>
                <w:sz w:val="16"/>
                <w:szCs w:val="16"/>
              </w:rPr>
              <w:t>RP-162422</w:t>
            </w:r>
          </w:p>
        </w:tc>
        <w:tc>
          <w:tcPr>
            <w:tcW w:w="567" w:type="dxa"/>
            <w:shd w:val="solid" w:color="FFFFFF" w:fill="auto"/>
          </w:tcPr>
          <w:p w14:paraId="09850EF3" w14:textId="77777777" w:rsidR="00FB41C0" w:rsidRPr="00EF2F0E" w:rsidRDefault="00FB41C0" w:rsidP="00B76023">
            <w:pPr>
              <w:pStyle w:val="TAL"/>
              <w:rPr>
                <w:rFonts w:cs="Arial"/>
                <w:sz w:val="16"/>
                <w:szCs w:val="16"/>
              </w:rPr>
            </w:pPr>
            <w:r w:rsidRPr="00EF2F0E">
              <w:rPr>
                <w:rFonts w:cs="Arial"/>
                <w:sz w:val="16"/>
                <w:szCs w:val="16"/>
              </w:rPr>
              <w:t>0026</w:t>
            </w:r>
          </w:p>
        </w:tc>
        <w:tc>
          <w:tcPr>
            <w:tcW w:w="425" w:type="dxa"/>
            <w:shd w:val="solid" w:color="FFFFFF" w:fill="auto"/>
          </w:tcPr>
          <w:p w14:paraId="09850EF4" w14:textId="77777777" w:rsidR="00FB41C0" w:rsidRPr="00EF2F0E" w:rsidRDefault="00FB41C0" w:rsidP="00B76023">
            <w:pPr>
              <w:pStyle w:val="TAL"/>
              <w:rPr>
                <w:rFonts w:cs="Arial"/>
                <w:sz w:val="16"/>
                <w:szCs w:val="16"/>
              </w:rPr>
            </w:pPr>
            <w:r w:rsidRPr="00EF2F0E">
              <w:rPr>
                <w:rFonts w:cs="Arial"/>
                <w:sz w:val="16"/>
                <w:szCs w:val="16"/>
              </w:rPr>
              <w:t>-</w:t>
            </w:r>
          </w:p>
        </w:tc>
        <w:tc>
          <w:tcPr>
            <w:tcW w:w="283" w:type="dxa"/>
            <w:shd w:val="solid" w:color="FFFFFF" w:fill="auto"/>
          </w:tcPr>
          <w:p w14:paraId="09850EF5"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shd w:val="solid" w:color="FFFFFF" w:fill="auto"/>
          </w:tcPr>
          <w:p w14:paraId="09850EF6" w14:textId="77777777" w:rsidR="00FB41C0" w:rsidRPr="00EF2F0E" w:rsidRDefault="00FB41C0" w:rsidP="00B76023">
            <w:pPr>
              <w:pStyle w:val="TAL"/>
              <w:rPr>
                <w:rFonts w:cs="Arial"/>
                <w:sz w:val="16"/>
                <w:szCs w:val="16"/>
              </w:rPr>
            </w:pPr>
            <w:r w:rsidRPr="00EF2F0E">
              <w:rPr>
                <w:rFonts w:cs="Arial"/>
                <w:sz w:val="16"/>
                <w:szCs w:val="16"/>
              </w:rPr>
              <w:t>Clarification on the Rx diversity branches vs. demodulation branches terminology</w:t>
            </w:r>
          </w:p>
        </w:tc>
        <w:tc>
          <w:tcPr>
            <w:tcW w:w="708" w:type="dxa"/>
            <w:shd w:val="solid" w:color="FFFFFF" w:fill="auto"/>
          </w:tcPr>
          <w:p w14:paraId="09850EF7" w14:textId="77777777" w:rsidR="00FB41C0" w:rsidRPr="00EF2F0E" w:rsidRDefault="00FB41C0" w:rsidP="00B76023">
            <w:pPr>
              <w:pStyle w:val="TAL"/>
              <w:rPr>
                <w:rFonts w:cs="Arial"/>
                <w:sz w:val="16"/>
                <w:szCs w:val="16"/>
              </w:rPr>
            </w:pPr>
            <w:r w:rsidRPr="00EF2F0E">
              <w:rPr>
                <w:rFonts w:cs="Arial"/>
                <w:sz w:val="16"/>
                <w:szCs w:val="16"/>
              </w:rPr>
              <w:t>13.3.0</w:t>
            </w:r>
          </w:p>
        </w:tc>
      </w:tr>
      <w:bookmarkEnd w:id="5709"/>
      <w:tr w:rsidR="003401A4" w:rsidRPr="00EF2F0E" w14:paraId="09850F01"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EF9" w14:textId="77777777" w:rsidR="00FB41C0" w:rsidRPr="00EF2F0E" w:rsidRDefault="00FB41C0" w:rsidP="00B76023">
            <w:pPr>
              <w:pStyle w:val="TAL"/>
              <w:rPr>
                <w:rFonts w:cs="Arial"/>
                <w:sz w:val="16"/>
                <w:szCs w:val="16"/>
              </w:rPr>
            </w:pPr>
            <w:r w:rsidRPr="00EF2F0E">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EFA" w14:textId="77777777" w:rsidR="00FB41C0" w:rsidRPr="00EF2F0E" w:rsidRDefault="00FB41C0" w:rsidP="00B76023">
            <w:pPr>
              <w:pStyle w:val="TAL"/>
              <w:rPr>
                <w:rFonts w:cs="Arial"/>
                <w:sz w:val="16"/>
                <w:szCs w:val="16"/>
              </w:rPr>
            </w:pPr>
            <w:r w:rsidRPr="00EF2F0E">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EFB" w14:textId="77777777" w:rsidR="00FB41C0" w:rsidRPr="00EF2F0E" w:rsidRDefault="00FB41C0" w:rsidP="00B76023">
            <w:pPr>
              <w:pStyle w:val="TAL"/>
              <w:rPr>
                <w:rFonts w:cs="Arial"/>
                <w:sz w:val="16"/>
                <w:szCs w:val="16"/>
              </w:rPr>
            </w:pPr>
            <w:r w:rsidRPr="00EF2F0E">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EFC" w14:textId="77777777" w:rsidR="00FB41C0" w:rsidRPr="00EF2F0E" w:rsidRDefault="00FB41C0" w:rsidP="00B76023">
            <w:pPr>
              <w:pStyle w:val="TAL"/>
              <w:rPr>
                <w:rFonts w:cs="Arial"/>
                <w:sz w:val="16"/>
                <w:szCs w:val="16"/>
              </w:rPr>
            </w:pPr>
            <w:r w:rsidRPr="00EF2F0E">
              <w:rPr>
                <w:rFonts w:cs="Arial"/>
                <w:sz w:val="16"/>
                <w:szCs w:val="16"/>
              </w:rPr>
              <w:t>0027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EFD" w14:textId="77777777" w:rsidR="00FB41C0" w:rsidRPr="00EF2F0E" w:rsidRDefault="00FB41C0" w:rsidP="00B76023">
            <w:pPr>
              <w:pStyle w:val="TAL"/>
              <w:rPr>
                <w:rFonts w:cs="Arial"/>
                <w:sz w:val="16"/>
                <w:szCs w:val="16"/>
              </w:rPr>
            </w:pPr>
            <w:r w:rsidRPr="00EF2F0E">
              <w:rPr>
                <w:rFonts w:cs="Arial"/>
                <w:sz w:val="16"/>
                <w:szCs w:val="16"/>
              </w:rPr>
              <w:t>-</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EFE"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EFF" w14:textId="77777777" w:rsidR="00FB41C0" w:rsidRPr="00EF2F0E" w:rsidRDefault="00FB41C0" w:rsidP="00B76023">
            <w:pPr>
              <w:pStyle w:val="TAL"/>
              <w:rPr>
                <w:rFonts w:cs="Arial"/>
                <w:sz w:val="16"/>
                <w:szCs w:val="16"/>
              </w:rPr>
            </w:pPr>
            <w:r w:rsidRPr="00EF2F0E">
              <w:rPr>
                <w:rFonts w:cs="Arial"/>
                <w:sz w:val="16"/>
                <w:szCs w:val="16"/>
              </w:rPr>
              <w:t>Corrections of the power range for SEM and OBUE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00" w14:textId="77777777" w:rsidR="00FB41C0" w:rsidRPr="00EF2F0E" w:rsidRDefault="00FB41C0" w:rsidP="00B76023">
            <w:pPr>
              <w:pStyle w:val="TAL"/>
              <w:rPr>
                <w:rFonts w:cs="Arial"/>
                <w:sz w:val="16"/>
                <w:szCs w:val="16"/>
              </w:rPr>
            </w:pPr>
            <w:r w:rsidRPr="00EF2F0E">
              <w:rPr>
                <w:rFonts w:cs="Arial"/>
                <w:sz w:val="16"/>
                <w:szCs w:val="16"/>
              </w:rPr>
              <w:t>13.4.0</w:t>
            </w:r>
          </w:p>
        </w:tc>
      </w:tr>
      <w:tr w:rsidR="003401A4" w:rsidRPr="00EF2F0E" w14:paraId="09850F0A"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02" w14:textId="77777777" w:rsidR="00FB41C0" w:rsidRPr="00EF2F0E" w:rsidRDefault="00FB41C0" w:rsidP="00B76023">
            <w:pPr>
              <w:pStyle w:val="TAL"/>
              <w:rPr>
                <w:rFonts w:cs="Arial"/>
                <w:sz w:val="16"/>
                <w:szCs w:val="16"/>
              </w:rPr>
            </w:pPr>
            <w:r w:rsidRPr="00EF2F0E">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03" w14:textId="77777777" w:rsidR="00FB41C0" w:rsidRPr="00EF2F0E" w:rsidRDefault="00FB41C0" w:rsidP="00B76023">
            <w:pPr>
              <w:pStyle w:val="TAL"/>
              <w:rPr>
                <w:rFonts w:cs="Arial"/>
                <w:sz w:val="16"/>
                <w:szCs w:val="16"/>
              </w:rPr>
            </w:pPr>
            <w:r w:rsidRPr="00EF2F0E">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04" w14:textId="77777777" w:rsidR="00FB41C0" w:rsidRPr="00EF2F0E" w:rsidRDefault="00FB41C0" w:rsidP="00B76023">
            <w:pPr>
              <w:pStyle w:val="TAL"/>
              <w:rPr>
                <w:rFonts w:cs="Arial"/>
                <w:sz w:val="16"/>
                <w:szCs w:val="16"/>
              </w:rPr>
            </w:pPr>
            <w:r w:rsidRPr="00EF2F0E">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05" w14:textId="77777777" w:rsidR="00FB41C0" w:rsidRPr="00EF2F0E" w:rsidRDefault="00FB41C0" w:rsidP="00B76023">
            <w:pPr>
              <w:pStyle w:val="TAL"/>
              <w:rPr>
                <w:rFonts w:cs="Arial"/>
                <w:sz w:val="16"/>
                <w:szCs w:val="16"/>
              </w:rPr>
            </w:pPr>
            <w:r w:rsidRPr="00EF2F0E">
              <w:rPr>
                <w:rFonts w:cs="Arial"/>
                <w:sz w:val="16"/>
                <w:szCs w:val="16"/>
              </w:rPr>
              <w:t>0028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06"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07"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08" w14:textId="77777777" w:rsidR="00FB41C0" w:rsidRPr="00EF2F0E" w:rsidRDefault="00FB41C0" w:rsidP="00B76023">
            <w:pPr>
              <w:pStyle w:val="TAL"/>
              <w:rPr>
                <w:rFonts w:cs="Arial"/>
                <w:sz w:val="16"/>
                <w:szCs w:val="16"/>
              </w:rPr>
            </w:pPr>
            <w:r w:rsidRPr="00EF2F0E">
              <w:rPr>
                <w:rFonts w:cs="Arial"/>
                <w:sz w:val="16"/>
                <w:szCs w:val="16"/>
              </w:rPr>
              <w:t>TS 37.105: Alignment with legacy specifications on bands 45, 65, 66, 67, 68.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09" w14:textId="77777777" w:rsidR="00FB41C0" w:rsidRPr="00EF2F0E" w:rsidRDefault="00FB41C0" w:rsidP="00B76023">
            <w:pPr>
              <w:pStyle w:val="TAL"/>
              <w:rPr>
                <w:rFonts w:cs="Arial"/>
                <w:sz w:val="16"/>
                <w:szCs w:val="16"/>
              </w:rPr>
            </w:pPr>
            <w:r w:rsidRPr="00EF2F0E">
              <w:rPr>
                <w:rFonts w:cs="Arial"/>
                <w:sz w:val="16"/>
                <w:szCs w:val="16"/>
              </w:rPr>
              <w:t>13.4.0</w:t>
            </w:r>
          </w:p>
        </w:tc>
      </w:tr>
      <w:tr w:rsidR="003401A4" w:rsidRPr="00EF2F0E" w14:paraId="09850F13"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0B" w14:textId="77777777" w:rsidR="00FB41C0" w:rsidRPr="00EF2F0E" w:rsidRDefault="00FB41C0" w:rsidP="00B76023">
            <w:pPr>
              <w:pStyle w:val="TAL"/>
              <w:rPr>
                <w:rFonts w:cs="Arial"/>
                <w:sz w:val="16"/>
                <w:szCs w:val="16"/>
              </w:rPr>
            </w:pPr>
            <w:r w:rsidRPr="00EF2F0E">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0C" w14:textId="77777777" w:rsidR="00FB41C0" w:rsidRPr="00EF2F0E" w:rsidRDefault="00FB41C0" w:rsidP="00B76023">
            <w:pPr>
              <w:pStyle w:val="TAL"/>
              <w:rPr>
                <w:rFonts w:cs="Arial"/>
                <w:sz w:val="16"/>
                <w:szCs w:val="16"/>
              </w:rPr>
            </w:pPr>
            <w:r w:rsidRPr="00EF2F0E">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0D" w14:textId="77777777" w:rsidR="00FB41C0" w:rsidRPr="00EF2F0E" w:rsidRDefault="00FB41C0" w:rsidP="00B76023">
            <w:pPr>
              <w:pStyle w:val="TAL"/>
              <w:rPr>
                <w:rFonts w:cs="Arial"/>
                <w:sz w:val="16"/>
                <w:szCs w:val="16"/>
              </w:rPr>
            </w:pPr>
            <w:r w:rsidRPr="00EF2F0E">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0E" w14:textId="77777777" w:rsidR="00FB41C0" w:rsidRPr="00EF2F0E" w:rsidRDefault="00FB41C0" w:rsidP="00B76023">
            <w:pPr>
              <w:pStyle w:val="TAL"/>
              <w:rPr>
                <w:rFonts w:cs="Arial"/>
                <w:sz w:val="16"/>
                <w:szCs w:val="16"/>
              </w:rPr>
            </w:pPr>
            <w:r w:rsidRPr="00EF2F0E">
              <w:rPr>
                <w:rFonts w:cs="Arial"/>
                <w:sz w:val="16"/>
                <w:szCs w:val="16"/>
              </w:rPr>
              <w:t>0029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0F"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10"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11" w14:textId="77777777" w:rsidR="00FB41C0" w:rsidRPr="00EF2F0E" w:rsidRDefault="00FB41C0" w:rsidP="00B76023">
            <w:pPr>
              <w:pStyle w:val="TAL"/>
              <w:rPr>
                <w:rFonts w:cs="Arial"/>
                <w:sz w:val="16"/>
                <w:szCs w:val="16"/>
              </w:rPr>
            </w:pPr>
            <w:r w:rsidRPr="00EF2F0E">
              <w:rPr>
                <w:rFonts w:cs="Arial"/>
                <w:sz w:val="16"/>
                <w:szCs w:val="16"/>
              </w:rPr>
              <w:t>TS 37.105: Corrections on references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12" w14:textId="77777777" w:rsidR="00FB41C0" w:rsidRPr="00EF2F0E" w:rsidRDefault="00FB41C0" w:rsidP="00B76023">
            <w:pPr>
              <w:pStyle w:val="TAL"/>
              <w:rPr>
                <w:rFonts w:cs="Arial"/>
                <w:sz w:val="16"/>
                <w:szCs w:val="16"/>
              </w:rPr>
            </w:pPr>
            <w:r w:rsidRPr="00EF2F0E">
              <w:rPr>
                <w:rFonts w:cs="Arial"/>
                <w:sz w:val="16"/>
                <w:szCs w:val="16"/>
              </w:rPr>
              <w:t>13.4.0</w:t>
            </w:r>
          </w:p>
        </w:tc>
      </w:tr>
      <w:tr w:rsidR="003401A4" w:rsidRPr="00EF2F0E" w14:paraId="09850F1C"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14" w14:textId="77777777" w:rsidR="00FB41C0" w:rsidRPr="00EF2F0E" w:rsidRDefault="00FB41C0" w:rsidP="00B76023">
            <w:pPr>
              <w:pStyle w:val="TAL"/>
              <w:rPr>
                <w:rFonts w:cs="Arial"/>
                <w:sz w:val="16"/>
                <w:szCs w:val="16"/>
              </w:rPr>
            </w:pPr>
            <w:r w:rsidRPr="00EF2F0E">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15" w14:textId="77777777" w:rsidR="00FB41C0" w:rsidRPr="00EF2F0E" w:rsidRDefault="00FB41C0" w:rsidP="00B76023">
            <w:pPr>
              <w:pStyle w:val="TAL"/>
              <w:rPr>
                <w:rFonts w:cs="Arial"/>
                <w:sz w:val="16"/>
                <w:szCs w:val="16"/>
              </w:rPr>
            </w:pPr>
            <w:r w:rsidRPr="00EF2F0E">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16" w14:textId="77777777" w:rsidR="00FB41C0" w:rsidRPr="00EF2F0E" w:rsidRDefault="00FB41C0" w:rsidP="00B76023">
            <w:pPr>
              <w:pStyle w:val="TAL"/>
              <w:rPr>
                <w:rFonts w:cs="Arial"/>
                <w:sz w:val="16"/>
                <w:szCs w:val="16"/>
              </w:rPr>
            </w:pPr>
            <w:r w:rsidRPr="00EF2F0E">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17" w14:textId="77777777" w:rsidR="00FB41C0" w:rsidRPr="00EF2F0E" w:rsidRDefault="00FB41C0" w:rsidP="00B76023">
            <w:pPr>
              <w:pStyle w:val="TAL"/>
              <w:rPr>
                <w:rFonts w:cs="Arial"/>
                <w:sz w:val="16"/>
                <w:szCs w:val="16"/>
              </w:rPr>
            </w:pPr>
            <w:r w:rsidRPr="00EF2F0E">
              <w:rPr>
                <w:rFonts w:cs="Arial"/>
                <w:sz w:val="16"/>
                <w:szCs w:val="16"/>
              </w:rPr>
              <w:t>0030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18" w14:textId="77777777" w:rsidR="00FB41C0" w:rsidRPr="00EF2F0E" w:rsidRDefault="00FB41C0" w:rsidP="00B76023">
            <w:pPr>
              <w:pStyle w:val="TAL"/>
              <w:rPr>
                <w:rFonts w:cs="Arial"/>
                <w:sz w:val="16"/>
                <w:szCs w:val="16"/>
              </w:rPr>
            </w:pPr>
            <w:r w:rsidRPr="00EF2F0E">
              <w:rPr>
                <w:rFonts w:cs="Arial"/>
                <w:sz w:val="16"/>
                <w:szCs w:val="16"/>
              </w:rPr>
              <w:t>-</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19" w14:textId="77777777" w:rsidR="00FB41C0" w:rsidRPr="00EF2F0E" w:rsidRDefault="00FB41C0" w:rsidP="00B76023">
            <w:pPr>
              <w:pStyle w:val="TAL"/>
              <w:rPr>
                <w:rFonts w:cs="Arial"/>
                <w:sz w:val="16"/>
                <w:szCs w:val="16"/>
              </w:rPr>
            </w:pPr>
            <w:r w:rsidRPr="00EF2F0E">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1A" w14:textId="77777777" w:rsidR="00FB41C0" w:rsidRPr="00EF2F0E" w:rsidRDefault="00FB41C0" w:rsidP="00B76023">
            <w:pPr>
              <w:pStyle w:val="TAL"/>
              <w:rPr>
                <w:rFonts w:cs="Arial"/>
                <w:sz w:val="16"/>
                <w:szCs w:val="16"/>
              </w:rPr>
            </w:pPr>
            <w:r w:rsidRPr="00EF2F0E">
              <w:rPr>
                <w:rFonts w:cs="Arial"/>
                <w:sz w:val="16"/>
                <w:szCs w:val="16"/>
              </w:rPr>
              <w:t>CR to TS 37.105: Isolation of the NB-IoT feature from the AAS BS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1B" w14:textId="77777777" w:rsidR="00FB41C0" w:rsidRPr="00EF2F0E" w:rsidRDefault="00FB41C0" w:rsidP="00B76023">
            <w:pPr>
              <w:pStyle w:val="TAL"/>
              <w:rPr>
                <w:rFonts w:cs="Arial"/>
                <w:sz w:val="16"/>
                <w:szCs w:val="16"/>
              </w:rPr>
            </w:pPr>
            <w:r w:rsidRPr="00EF2F0E">
              <w:rPr>
                <w:rFonts w:cs="Arial"/>
                <w:sz w:val="16"/>
                <w:szCs w:val="16"/>
              </w:rPr>
              <w:t>13.4.0</w:t>
            </w:r>
          </w:p>
        </w:tc>
      </w:tr>
      <w:tr w:rsidR="003401A4" w:rsidRPr="00EF2F0E" w14:paraId="09850F25"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1D" w14:textId="77777777" w:rsidR="00FB41C0" w:rsidRPr="00EF2F0E" w:rsidRDefault="00FB41C0" w:rsidP="00B76023">
            <w:pPr>
              <w:pStyle w:val="TAL"/>
              <w:rPr>
                <w:rFonts w:cs="Arial"/>
                <w:sz w:val="16"/>
                <w:szCs w:val="16"/>
              </w:rPr>
            </w:pPr>
            <w:r w:rsidRPr="00EF2F0E">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1E" w14:textId="77777777" w:rsidR="00FB41C0" w:rsidRPr="00EF2F0E" w:rsidRDefault="00FB41C0" w:rsidP="00B76023">
            <w:pPr>
              <w:pStyle w:val="TAL"/>
              <w:rPr>
                <w:rFonts w:cs="Arial"/>
                <w:sz w:val="16"/>
                <w:szCs w:val="16"/>
              </w:rPr>
            </w:pPr>
            <w:r w:rsidRPr="00EF2F0E">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1F" w14:textId="77777777" w:rsidR="00FB41C0" w:rsidRPr="00EF2F0E" w:rsidRDefault="00FB41C0" w:rsidP="00B76023">
            <w:pPr>
              <w:pStyle w:val="TAL"/>
              <w:rPr>
                <w:rFonts w:cs="Arial"/>
                <w:sz w:val="16"/>
                <w:szCs w:val="16"/>
              </w:rPr>
            </w:pPr>
            <w:r w:rsidRPr="00EF2F0E">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20" w14:textId="77777777" w:rsidR="00FB41C0" w:rsidRPr="00EF2F0E" w:rsidRDefault="00FB41C0" w:rsidP="00B76023">
            <w:pPr>
              <w:pStyle w:val="TAL"/>
              <w:rPr>
                <w:rFonts w:cs="Arial"/>
                <w:sz w:val="16"/>
                <w:szCs w:val="16"/>
              </w:rPr>
            </w:pPr>
            <w:r w:rsidRPr="00EF2F0E">
              <w:rPr>
                <w:rFonts w:cs="Arial"/>
                <w:sz w:val="16"/>
                <w:szCs w:val="16"/>
              </w:rPr>
              <w:t>0031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21"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22" w14:textId="77777777" w:rsidR="00FB41C0" w:rsidRPr="00EF2F0E" w:rsidRDefault="00FB41C0" w:rsidP="00B76023">
            <w:pPr>
              <w:pStyle w:val="TAL"/>
              <w:rPr>
                <w:rFonts w:cs="Arial"/>
                <w:sz w:val="16"/>
                <w:szCs w:val="16"/>
              </w:rPr>
            </w:pPr>
            <w:r w:rsidRPr="00EF2F0E">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23" w14:textId="77777777" w:rsidR="00FB41C0" w:rsidRPr="00EF2F0E" w:rsidRDefault="00FB41C0" w:rsidP="00B76023">
            <w:pPr>
              <w:pStyle w:val="TAL"/>
              <w:rPr>
                <w:rFonts w:cs="Arial"/>
                <w:sz w:val="16"/>
                <w:szCs w:val="16"/>
              </w:rPr>
            </w:pPr>
            <w:r w:rsidRPr="00EF2F0E">
              <w:rPr>
                <w:rFonts w:cs="Arial"/>
                <w:sz w:val="16"/>
                <w:szCs w:val="16"/>
              </w:rPr>
              <w:t>CR to TS 37.105: Isolation of Band 46 from the AAS BS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24" w14:textId="77777777" w:rsidR="00FB41C0" w:rsidRPr="00EF2F0E" w:rsidRDefault="00FB41C0" w:rsidP="00B76023">
            <w:pPr>
              <w:pStyle w:val="TAL"/>
              <w:rPr>
                <w:rFonts w:cs="Arial"/>
                <w:sz w:val="16"/>
                <w:szCs w:val="16"/>
              </w:rPr>
            </w:pPr>
            <w:r w:rsidRPr="00EF2F0E">
              <w:rPr>
                <w:rFonts w:cs="Arial"/>
                <w:sz w:val="16"/>
                <w:szCs w:val="16"/>
              </w:rPr>
              <w:t>13.4.0</w:t>
            </w:r>
          </w:p>
        </w:tc>
      </w:tr>
      <w:tr w:rsidR="003401A4" w:rsidRPr="00EF2F0E" w14:paraId="09850F2E"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26" w14:textId="77777777" w:rsidR="00FB41C0" w:rsidRPr="00EF2F0E" w:rsidRDefault="00FB41C0" w:rsidP="00B76023">
            <w:pPr>
              <w:pStyle w:val="TAL"/>
              <w:rPr>
                <w:rFonts w:cs="Arial"/>
                <w:sz w:val="16"/>
                <w:szCs w:val="16"/>
              </w:rPr>
            </w:pPr>
            <w:r w:rsidRPr="00EF2F0E">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27" w14:textId="77777777" w:rsidR="00FB41C0" w:rsidRPr="00EF2F0E" w:rsidRDefault="00FB41C0" w:rsidP="00B76023">
            <w:pPr>
              <w:pStyle w:val="TAL"/>
              <w:rPr>
                <w:rFonts w:cs="Arial"/>
                <w:sz w:val="16"/>
                <w:szCs w:val="16"/>
              </w:rPr>
            </w:pPr>
            <w:r w:rsidRPr="00EF2F0E">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28" w14:textId="77777777" w:rsidR="00FB41C0" w:rsidRPr="00EF2F0E" w:rsidRDefault="00FB41C0" w:rsidP="00B76023">
            <w:pPr>
              <w:pStyle w:val="TAL"/>
              <w:rPr>
                <w:rFonts w:cs="Arial"/>
                <w:sz w:val="16"/>
                <w:szCs w:val="16"/>
              </w:rPr>
            </w:pPr>
            <w:r w:rsidRPr="00EF2F0E">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29" w14:textId="77777777" w:rsidR="00FB41C0" w:rsidRPr="00EF2F0E" w:rsidRDefault="00FB41C0" w:rsidP="00B76023">
            <w:pPr>
              <w:pStyle w:val="TAL"/>
              <w:rPr>
                <w:rFonts w:cs="Arial"/>
                <w:sz w:val="16"/>
                <w:szCs w:val="16"/>
              </w:rPr>
            </w:pPr>
            <w:r w:rsidRPr="00EF2F0E">
              <w:rPr>
                <w:rFonts w:cs="Arial"/>
                <w:sz w:val="16"/>
                <w:szCs w:val="16"/>
              </w:rPr>
              <w:t>0032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2A"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2B" w14:textId="77777777" w:rsidR="00FB41C0" w:rsidRPr="00EF2F0E" w:rsidRDefault="00FB41C0" w:rsidP="00B76023">
            <w:pPr>
              <w:pStyle w:val="TAL"/>
              <w:rPr>
                <w:rFonts w:cs="Arial"/>
                <w:sz w:val="16"/>
                <w:szCs w:val="16"/>
              </w:rPr>
            </w:pPr>
            <w:r w:rsidRPr="00EF2F0E">
              <w:rPr>
                <w:rFonts w:cs="Arial"/>
                <w:sz w:val="16"/>
                <w:szCs w:val="16"/>
              </w:rPr>
              <w:t>D</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2C" w14:textId="77777777" w:rsidR="00FB41C0" w:rsidRPr="00EF2F0E" w:rsidRDefault="00FB41C0" w:rsidP="00B76023">
            <w:pPr>
              <w:pStyle w:val="TAL"/>
              <w:rPr>
                <w:rFonts w:cs="Arial"/>
                <w:sz w:val="16"/>
                <w:szCs w:val="16"/>
              </w:rPr>
            </w:pPr>
            <w:r w:rsidRPr="00EF2F0E">
              <w:rPr>
                <w:rFonts w:cs="Arial"/>
                <w:sz w:val="16"/>
                <w:szCs w:val="16"/>
              </w:rPr>
              <w:t>CR to TS 37.105: editorial corrections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2D" w14:textId="77777777" w:rsidR="00FB41C0" w:rsidRPr="00EF2F0E" w:rsidRDefault="00FB41C0" w:rsidP="00B76023">
            <w:pPr>
              <w:pStyle w:val="TAL"/>
              <w:rPr>
                <w:rFonts w:cs="Arial"/>
                <w:sz w:val="16"/>
                <w:szCs w:val="16"/>
              </w:rPr>
            </w:pPr>
            <w:r w:rsidRPr="00EF2F0E">
              <w:rPr>
                <w:rFonts w:cs="Arial"/>
                <w:sz w:val="16"/>
                <w:szCs w:val="16"/>
              </w:rPr>
              <w:t>13.4.0</w:t>
            </w:r>
          </w:p>
        </w:tc>
      </w:tr>
      <w:tr w:rsidR="003401A4" w:rsidRPr="00EF2F0E" w14:paraId="09850F37"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2F" w14:textId="77777777" w:rsidR="00FB41C0" w:rsidRPr="00EF2F0E" w:rsidRDefault="00FB41C0" w:rsidP="00B76023">
            <w:pPr>
              <w:pStyle w:val="TAL"/>
              <w:rPr>
                <w:rFonts w:cs="Arial"/>
                <w:sz w:val="16"/>
                <w:szCs w:val="16"/>
              </w:rPr>
            </w:pPr>
            <w:r w:rsidRPr="00EF2F0E">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30" w14:textId="77777777" w:rsidR="00FB41C0" w:rsidRPr="00EF2F0E" w:rsidRDefault="00FB41C0" w:rsidP="00B76023">
            <w:pPr>
              <w:pStyle w:val="TAL"/>
              <w:rPr>
                <w:rFonts w:cs="Arial"/>
                <w:sz w:val="16"/>
                <w:szCs w:val="16"/>
              </w:rPr>
            </w:pPr>
            <w:r w:rsidRPr="00EF2F0E">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31" w14:textId="77777777" w:rsidR="00FB41C0" w:rsidRPr="00EF2F0E" w:rsidRDefault="00FB41C0" w:rsidP="00B76023">
            <w:pPr>
              <w:pStyle w:val="TAL"/>
              <w:rPr>
                <w:rFonts w:cs="Arial"/>
                <w:sz w:val="16"/>
                <w:szCs w:val="16"/>
              </w:rPr>
            </w:pPr>
            <w:r w:rsidRPr="00EF2F0E">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32" w14:textId="77777777" w:rsidR="00FB41C0" w:rsidRPr="00EF2F0E" w:rsidRDefault="00FB41C0" w:rsidP="00B76023">
            <w:pPr>
              <w:pStyle w:val="TAL"/>
              <w:rPr>
                <w:rFonts w:cs="Arial"/>
                <w:sz w:val="16"/>
                <w:szCs w:val="16"/>
              </w:rPr>
            </w:pPr>
            <w:r w:rsidRPr="00EF2F0E">
              <w:rPr>
                <w:rFonts w:cs="Arial"/>
                <w:sz w:val="16"/>
                <w:szCs w:val="16"/>
              </w:rPr>
              <w:t>0033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33" w14:textId="77777777" w:rsidR="00FB41C0" w:rsidRPr="00EF2F0E" w:rsidRDefault="00FB41C0" w:rsidP="00B76023">
            <w:pPr>
              <w:pStyle w:val="TAL"/>
              <w:rPr>
                <w:rFonts w:cs="Arial"/>
                <w:sz w:val="16"/>
                <w:szCs w:val="16"/>
              </w:rPr>
            </w:pPr>
            <w:r w:rsidRPr="00EF2F0E">
              <w:rPr>
                <w:rFonts w:cs="Arial"/>
                <w:sz w:val="16"/>
                <w:szCs w:val="16"/>
              </w:rPr>
              <w:t>-</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34"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35" w14:textId="77777777" w:rsidR="00FB41C0" w:rsidRPr="00EF2F0E" w:rsidRDefault="00FB41C0" w:rsidP="00B76023">
            <w:pPr>
              <w:pStyle w:val="TAL"/>
              <w:rPr>
                <w:rFonts w:cs="Arial"/>
                <w:sz w:val="16"/>
                <w:szCs w:val="16"/>
              </w:rPr>
            </w:pPr>
            <w:r w:rsidRPr="00EF2F0E">
              <w:rPr>
                <w:rFonts w:cs="Arial"/>
                <w:sz w:val="16"/>
                <w:szCs w:val="16"/>
              </w:rPr>
              <w:t>CR to TS 37.105: Rel-13 single RAT and MSR specification reference updates: MB MSR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36" w14:textId="77777777" w:rsidR="00FB41C0" w:rsidRPr="00EF2F0E" w:rsidRDefault="00FB41C0" w:rsidP="00B76023">
            <w:pPr>
              <w:pStyle w:val="TAL"/>
              <w:rPr>
                <w:rFonts w:cs="Arial"/>
                <w:sz w:val="16"/>
                <w:szCs w:val="16"/>
              </w:rPr>
            </w:pPr>
            <w:r w:rsidRPr="00EF2F0E">
              <w:rPr>
                <w:rFonts w:cs="Arial"/>
                <w:sz w:val="16"/>
                <w:szCs w:val="16"/>
              </w:rPr>
              <w:t>13.4.0</w:t>
            </w:r>
          </w:p>
        </w:tc>
      </w:tr>
      <w:tr w:rsidR="003401A4" w:rsidRPr="00EF2F0E" w14:paraId="09850F40"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38" w14:textId="77777777" w:rsidR="00FB41C0" w:rsidRPr="00EF2F0E" w:rsidRDefault="00FB41C0" w:rsidP="00B76023">
            <w:pPr>
              <w:pStyle w:val="TAL"/>
              <w:rPr>
                <w:rFonts w:cs="Arial"/>
                <w:sz w:val="16"/>
                <w:szCs w:val="16"/>
              </w:rPr>
            </w:pPr>
            <w:r w:rsidRPr="00EF2F0E">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39" w14:textId="77777777" w:rsidR="00FB41C0" w:rsidRPr="00EF2F0E" w:rsidRDefault="00FB41C0" w:rsidP="00B76023">
            <w:pPr>
              <w:pStyle w:val="TAL"/>
              <w:rPr>
                <w:rFonts w:cs="Arial"/>
                <w:sz w:val="16"/>
                <w:szCs w:val="16"/>
              </w:rPr>
            </w:pPr>
            <w:r w:rsidRPr="00EF2F0E">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3A" w14:textId="77777777" w:rsidR="00FB41C0" w:rsidRPr="00EF2F0E" w:rsidRDefault="00FB41C0" w:rsidP="00B76023">
            <w:pPr>
              <w:pStyle w:val="TAL"/>
              <w:rPr>
                <w:rFonts w:cs="Arial"/>
                <w:sz w:val="16"/>
                <w:szCs w:val="16"/>
              </w:rPr>
            </w:pPr>
            <w:r w:rsidRPr="00EF2F0E">
              <w:rPr>
                <w:rFonts w:cs="Arial"/>
                <w:sz w:val="16"/>
                <w:szCs w:val="16"/>
              </w:rPr>
              <w:t>-</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3B" w14:textId="77777777" w:rsidR="00FB41C0" w:rsidRPr="00EF2F0E" w:rsidRDefault="00FB41C0" w:rsidP="00B76023">
            <w:pPr>
              <w:pStyle w:val="TAL"/>
              <w:rPr>
                <w:rFonts w:cs="Arial"/>
                <w:sz w:val="16"/>
                <w:szCs w:val="16"/>
              </w:rPr>
            </w:pPr>
            <w:r w:rsidRPr="00EF2F0E">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3C" w14:textId="77777777" w:rsidR="00FB41C0" w:rsidRPr="00EF2F0E" w:rsidRDefault="00FB41C0" w:rsidP="00B76023">
            <w:pPr>
              <w:pStyle w:val="TAL"/>
              <w:rPr>
                <w:rFonts w:cs="Arial"/>
                <w:sz w:val="16"/>
                <w:szCs w:val="16"/>
              </w:rPr>
            </w:pPr>
            <w:r w:rsidRPr="00EF2F0E">
              <w:rPr>
                <w:rFonts w:cs="Arial"/>
                <w:sz w:val="16"/>
                <w:szCs w:val="16"/>
              </w:rPr>
              <w:t>-</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3D" w14:textId="77777777" w:rsidR="00FB41C0" w:rsidRPr="00EF2F0E" w:rsidRDefault="00FB41C0" w:rsidP="00B76023">
            <w:pPr>
              <w:pStyle w:val="TAL"/>
              <w:rPr>
                <w:rFonts w:cs="Arial"/>
                <w:sz w:val="16"/>
                <w:szCs w:val="16"/>
              </w:rPr>
            </w:pPr>
            <w:r w:rsidRPr="00EF2F0E">
              <w:rPr>
                <w:rFonts w:cs="Arial"/>
                <w:sz w:val="16"/>
                <w:szCs w:val="16"/>
              </w:rPr>
              <w:t>-</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3E" w14:textId="77777777" w:rsidR="00FB41C0" w:rsidRPr="00EF2F0E" w:rsidRDefault="00FB41C0" w:rsidP="00B76023">
            <w:pPr>
              <w:pStyle w:val="TAL"/>
              <w:rPr>
                <w:rFonts w:cs="Arial"/>
                <w:sz w:val="16"/>
                <w:szCs w:val="16"/>
              </w:rPr>
            </w:pPr>
            <w:r w:rsidRPr="00EF2F0E">
              <w:rPr>
                <w:rFonts w:cs="Arial"/>
                <w:sz w:val="16"/>
                <w:szCs w:val="16"/>
              </w:rPr>
              <w:t>Update to Rel-14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3F" w14:textId="77777777" w:rsidR="00FB41C0" w:rsidRPr="00EF2F0E" w:rsidRDefault="00FB41C0" w:rsidP="00B76023">
            <w:pPr>
              <w:pStyle w:val="TAL"/>
              <w:rPr>
                <w:rFonts w:cs="Arial"/>
                <w:sz w:val="16"/>
                <w:szCs w:val="16"/>
              </w:rPr>
            </w:pPr>
            <w:r w:rsidRPr="00EF2F0E">
              <w:rPr>
                <w:rFonts w:cs="Arial"/>
                <w:sz w:val="16"/>
                <w:szCs w:val="16"/>
              </w:rPr>
              <w:t>14.0.0</w:t>
            </w:r>
          </w:p>
        </w:tc>
      </w:tr>
      <w:tr w:rsidR="003401A4" w:rsidRPr="00EF2F0E" w14:paraId="09850F49"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41" w14:textId="77777777" w:rsidR="00FB41C0" w:rsidRPr="00EF2F0E" w:rsidRDefault="00FB41C0" w:rsidP="00B76023">
            <w:pPr>
              <w:pStyle w:val="TAL"/>
              <w:rPr>
                <w:rFonts w:cs="Arial"/>
                <w:sz w:val="16"/>
                <w:szCs w:val="16"/>
              </w:rPr>
            </w:pPr>
            <w:r w:rsidRPr="00EF2F0E">
              <w:rPr>
                <w:rFonts w:cs="Arial"/>
                <w:sz w:val="16"/>
                <w:szCs w:val="16"/>
              </w:rPr>
              <w:t>06/2017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42" w14:textId="77777777" w:rsidR="00FB41C0" w:rsidRPr="00EF2F0E" w:rsidRDefault="00FB41C0" w:rsidP="00B76023">
            <w:pPr>
              <w:pStyle w:val="TAL"/>
              <w:rPr>
                <w:rFonts w:cs="Arial"/>
                <w:sz w:val="16"/>
                <w:szCs w:val="16"/>
              </w:rPr>
            </w:pPr>
            <w:r w:rsidRPr="00EF2F0E">
              <w:rPr>
                <w:rFonts w:cs="Arial"/>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43" w14:textId="77777777" w:rsidR="00FB41C0" w:rsidRPr="00EF2F0E" w:rsidRDefault="00FB41C0" w:rsidP="00B76023">
            <w:pPr>
              <w:pStyle w:val="TAL"/>
              <w:rPr>
                <w:rFonts w:cs="Arial"/>
                <w:sz w:val="16"/>
                <w:szCs w:val="16"/>
              </w:rPr>
            </w:pPr>
            <w:r w:rsidRPr="00EF2F0E">
              <w:rPr>
                <w:rFonts w:cs="Arial"/>
                <w:sz w:val="16"/>
                <w:szCs w:val="16"/>
              </w:rPr>
              <w:t>RP-171305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44" w14:textId="77777777" w:rsidR="00FB41C0" w:rsidRPr="00EF2F0E" w:rsidRDefault="00FB41C0" w:rsidP="00B76023">
            <w:pPr>
              <w:pStyle w:val="TAL"/>
              <w:rPr>
                <w:rFonts w:cs="Arial"/>
                <w:sz w:val="16"/>
                <w:szCs w:val="16"/>
              </w:rPr>
            </w:pPr>
            <w:r w:rsidRPr="00EF2F0E">
              <w:rPr>
                <w:rFonts w:cs="Arial"/>
                <w:sz w:val="16"/>
                <w:szCs w:val="16"/>
              </w:rPr>
              <w:t>0060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45"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46" w14:textId="77777777" w:rsidR="00FB41C0" w:rsidRPr="00EF2F0E" w:rsidRDefault="00FB41C0" w:rsidP="00B76023">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47" w14:textId="77777777" w:rsidR="00FB41C0" w:rsidRPr="00EF2F0E" w:rsidRDefault="00FB41C0" w:rsidP="00B76023">
            <w:pPr>
              <w:pStyle w:val="TAL"/>
              <w:rPr>
                <w:rFonts w:cs="Arial"/>
                <w:sz w:val="16"/>
                <w:szCs w:val="16"/>
              </w:rPr>
            </w:pPr>
            <w:r w:rsidRPr="00EF2F0E">
              <w:rPr>
                <w:rFonts w:cs="Arial"/>
                <w:sz w:val="16"/>
                <w:szCs w:val="16"/>
              </w:rPr>
              <w:t>CR to TS 37.105: Correction of the spurious emissions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48" w14:textId="77777777" w:rsidR="00FB41C0" w:rsidRPr="00EF2F0E" w:rsidRDefault="00FB41C0" w:rsidP="00B76023">
            <w:pPr>
              <w:pStyle w:val="TAL"/>
              <w:rPr>
                <w:rFonts w:cs="Arial"/>
                <w:sz w:val="16"/>
                <w:szCs w:val="16"/>
              </w:rPr>
            </w:pPr>
            <w:r w:rsidRPr="00EF2F0E">
              <w:rPr>
                <w:rFonts w:cs="Arial"/>
                <w:sz w:val="16"/>
                <w:szCs w:val="16"/>
              </w:rPr>
              <w:t>14.1.0</w:t>
            </w:r>
          </w:p>
        </w:tc>
      </w:tr>
      <w:tr w:rsidR="003401A4" w:rsidRPr="00EF2F0E" w14:paraId="09850F52"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4A" w14:textId="77777777" w:rsidR="00FB41C0" w:rsidRPr="00EF2F0E" w:rsidRDefault="00FB41C0" w:rsidP="00B76023">
            <w:pPr>
              <w:pStyle w:val="TAL"/>
              <w:rPr>
                <w:rFonts w:cs="Arial"/>
                <w:sz w:val="16"/>
                <w:szCs w:val="16"/>
              </w:rPr>
            </w:pPr>
            <w:r w:rsidRPr="00EF2F0E">
              <w:rPr>
                <w:rFonts w:cs="Arial"/>
                <w:sz w:val="16"/>
                <w:szCs w:val="16"/>
              </w:rPr>
              <w:t>06/2017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4B" w14:textId="77777777" w:rsidR="00FB41C0" w:rsidRPr="00EF2F0E" w:rsidRDefault="00FB41C0" w:rsidP="00B76023">
            <w:pPr>
              <w:pStyle w:val="TAL"/>
              <w:rPr>
                <w:rFonts w:cs="Arial"/>
                <w:sz w:val="16"/>
                <w:szCs w:val="16"/>
              </w:rPr>
            </w:pPr>
            <w:r w:rsidRPr="00EF2F0E">
              <w:rPr>
                <w:rFonts w:cs="Arial"/>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4C" w14:textId="77777777" w:rsidR="00FB41C0" w:rsidRPr="00EF2F0E" w:rsidRDefault="00FB41C0" w:rsidP="00B76023">
            <w:pPr>
              <w:pStyle w:val="TAL"/>
              <w:rPr>
                <w:rFonts w:cs="Arial"/>
                <w:sz w:val="16"/>
                <w:szCs w:val="16"/>
              </w:rPr>
            </w:pPr>
            <w:r w:rsidRPr="00EF2F0E">
              <w:rPr>
                <w:rFonts w:cs="Arial"/>
                <w:sz w:val="16"/>
                <w:szCs w:val="16"/>
              </w:rPr>
              <w:t>RP-171305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4D" w14:textId="77777777" w:rsidR="00FB41C0" w:rsidRPr="00EF2F0E" w:rsidRDefault="00FB41C0" w:rsidP="00B76023">
            <w:pPr>
              <w:pStyle w:val="TAL"/>
              <w:rPr>
                <w:rFonts w:cs="Arial"/>
                <w:sz w:val="16"/>
                <w:szCs w:val="16"/>
              </w:rPr>
            </w:pPr>
            <w:r w:rsidRPr="00EF2F0E">
              <w:rPr>
                <w:rFonts w:cs="Arial"/>
                <w:sz w:val="16"/>
                <w:szCs w:val="16"/>
              </w:rPr>
              <w:t>0061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4E" w14:textId="77777777" w:rsidR="00FB41C0" w:rsidRPr="00EF2F0E" w:rsidRDefault="00FB41C0" w:rsidP="00B76023">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4F" w14:textId="77777777" w:rsidR="00FB41C0" w:rsidRPr="00EF2F0E" w:rsidRDefault="00FB41C0" w:rsidP="00B76023">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50" w14:textId="77777777" w:rsidR="00FB41C0" w:rsidRPr="00EF2F0E" w:rsidRDefault="00FB41C0" w:rsidP="00B76023">
            <w:pPr>
              <w:pStyle w:val="TAL"/>
              <w:rPr>
                <w:rFonts w:cs="Arial"/>
                <w:sz w:val="16"/>
                <w:szCs w:val="16"/>
              </w:rPr>
            </w:pPr>
            <w:r w:rsidRPr="00EF2F0E">
              <w:rPr>
                <w:rFonts w:cs="Arial"/>
                <w:sz w:val="16"/>
                <w:szCs w:val="16"/>
              </w:rPr>
              <w:t>CR to TS 37.105: BS demodulation requirements update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51" w14:textId="77777777" w:rsidR="00FB41C0" w:rsidRPr="00EF2F0E" w:rsidRDefault="00FB41C0" w:rsidP="00B76023">
            <w:pPr>
              <w:pStyle w:val="TAL"/>
              <w:rPr>
                <w:rFonts w:cs="Arial"/>
                <w:sz w:val="16"/>
                <w:szCs w:val="16"/>
              </w:rPr>
            </w:pPr>
            <w:r w:rsidRPr="00EF2F0E">
              <w:rPr>
                <w:rFonts w:cs="Arial"/>
                <w:sz w:val="16"/>
                <w:szCs w:val="16"/>
              </w:rPr>
              <w:t>14.1.0</w:t>
            </w:r>
          </w:p>
        </w:tc>
      </w:tr>
      <w:tr w:rsidR="003401A4" w:rsidRPr="00EF2F0E" w14:paraId="09850F5B"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53" w14:textId="77777777" w:rsidR="00FB41C0" w:rsidRPr="00EF2F0E" w:rsidRDefault="00FB41C0" w:rsidP="00B76023">
            <w:pPr>
              <w:pStyle w:val="TAL"/>
              <w:rPr>
                <w:rFonts w:cs="Arial"/>
                <w:sz w:val="16"/>
                <w:szCs w:val="16"/>
              </w:rPr>
            </w:pPr>
            <w:r w:rsidRPr="00EF2F0E">
              <w:rPr>
                <w:rFonts w:cs="Arial"/>
                <w:sz w:val="16"/>
                <w:szCs w:val="16"/>
              </w:rPr>
              <w:t>06/2017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54" w14:textId="77777777" w:rsidR="00FB41C0" w:rsidRPr="00EF2F0E" w:rsidRDefault="00FB41C0" w:rsidP="00B76023">
            <w:pPr>
              <w:pStyle w:val="TAL"/>
              <w:rPr>
                <w:rFonts w:cs="Arial"/>
                <w:sz w:val="16"/>
                <w:szCs w:val="16"/>
              </w:rPr>
            </w:pPr>
            <w:r w:rsidRPr="00EF2F0E">
              <w:rPr>
                <w:rFonts w:cs="Arial"/>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55" w14:textId="77777777" w:rsidR="00FB41C0" w:rsidRPr="00EF2F0E" w:rsidRDefault="00FB41C0" w:rsidP="00B76023">
            <w:pPr>
              <w:pStyle w:val="TAL"/>
              <w:rPr>
                <w:rFonts w:cs="Arial"/>
                <w:sz w:val="16"/>
                <w:szCs w:val="16"/>
              </w:rPr>
            </w:pPr>
            <w:r w:rsidRPr="00EF2F0E">
              <w:rPr>
                <w:rFonts w:cs="Arial"/>
                <w:sz w:val="16"/>
                <w:szCs w:val="16"/>
              </w:rPr>
              <w:t>RP-171305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56" w14:textId="77777777" w:rsidR="00FB41C0" w:rsidRPr="00EF2F0E" w:rsidRDefault="00FB41C0" w:rsidP="00B76023">
            <w:pPr>
              <w:pStyle w:val="TAL"/>
              <w:rPr>
                <w:rFonts w:cs="Arial"/>
                <w:sz w:val="16"/>
                <w:szCs w:val="16"/>
              </w:rPr>
            </w:pPr>
            <w:r w:rsidRPr="00EF2F0E">
              <w:rPr>
                <w:rFonts w:cs="Arial"/>
                <w:sz w:val="16"/>
                <w:szCs w:val="16"/>
              </w:rPr>
              <w:t>0062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57" w14:textId="77777777" w:rsidR="00FB41C0" w:rsidRPr="00EF2F0E" w:rsidRDefault="00FB41C0" w:rsidP="00B76023">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58" w14:textId="77777777" w:rsidR="00FB41C0" w:rsidRPr="00EF2F0E" w:rsidRDefault="00FB41C0" w:rsidP="00B76023">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59" w14:textId="77777777" w:rsidR="00FB41C0" w:rsidRPr="00EF2F0E" w:rsidRDefault="00FB41C0" w:rsidP="00B76023">
            <w:pPr>
              <w:pStyle w:val="TAL"/>
              <w:rPr>
                <w:rFonts w:cs="Arial"/>
                <w:sz w:val="16"/>
                <w:szCs w:val="16"/>
              </w:rPr>
            </w:pPr>
            <w:r w:rsidRPr="00EF2F0E">
              <w:rPr>
                <w:rFonts w:cs="Arial"/>
                <w:sz w:val="16"/>
                <w:szCs w:val="16"/>
              </w:rPr>
              <w:t>CR to TS 37.105: Addition of 1.4 and 3 MHz channel bandwidths for Band 65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5A" w14:textId="77777777" w:rsidR="00FB41C0" w:rsidRPr="00EF2F0E" w:rsidRDefault="00FB41C0" w:rsidP="00B76023">
            <w:pPr>
              <w:pStyle w:val="TAL"/>
              <w:rPr>
                <w:rFonts w:cs="Arial"/>
                <w:sz w:val="16"/>
                <w:szCs w:val="16"/>
              </w:rPr>
            </w:pPr>
            <w:r w:rsidRPr="00EF2F0E">
              <w:rPr>
                <w:rFonts w:cs="Arial"/>
                <w:sz w:val="16"/>
                <w:szCs w:val="16"/>
              </w:rPr>
              <w:t>14.1.0</w:t>
            </w:r>
          </w:p>
        </w:tc>
      </w:tr>
      <w:tr w:rsidR="003401A4" w:rsidRPr="00EF2F0E" w14:paraId="09850F64"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5C" w14:textId="77777777" w:rsidR="00FB41C0" w:rsidRPr="00EF2F0E" w:rsidRDefault="00FB41C0" w:rsidP="00B76023">
            <w:pPr>
              <w:pStyle w:val="TAL"/>
              <w:rPr>
                <w:rFonts w:cs="Arial"/>
                <w:sz w:val="16"/>
                <w:szCs w:val="16"/>
              </w:rPr>
            </w:pPr>
            <w:r w:rsidRPr="00EF2F0E">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5D" w14:textId="77777777" w:rsidR="00FB41C0" w:rsidRPr="00EF2F0E" w:rsidRDefault="00FB41C0" w:rsidP="00B76023">
            <w:pPr>
              <w:pStyle w:val="TAL"/>
              <w:rPr>
                <w:rFonts w:cs="Arial"/>
                <w:sz w:val="16"/>
                <w:szCs w:val="16"/>
              </w:rPr>
            </w:pPr>
            <w:r w:rsidRPr="00EF2F0E">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5E" w14:textId="77777777" w:rsidR="00FB41C0" w:rsidRPr="00EF2F0E" w:rsidRDefault="00FB41C0" w:rsidP="00B76023">
            <w:pPr>
              <w:pStyle w:val="TAL"/>
              <w:rPr>
                <w:rFonts w:cs="Arial"/>
                <w:sz w:val="16"/>
                <w:szCs w:val="16"/>
              </w:rPr>
            </w:pPr>
            <w:r w:rsidRPr="00EF2F0E">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5F" w14:textId="77777777" w:rsidR="00FB41C0" w:rsidRPr="00EF2F0E" w:rsidRDefault="00FB41C0" w:rsidP="00B76023">
            <w:pPr>
              <w:pStyle w:val="TAL"/>
              <w:rPr>
                <w:rFonts w:cs="Arial"/>
                <w:sz w:val="16"/>
                <w:szCs w:val="16"/>
              </w:rPr>
            </w:pPr>
            <w:r w:rsidRPr="00EF2F0E">
              <w:rPr>
                <w:rFonts w:cs="Arial"/>
                <w:sz w:val="16"/>
                <w:szCs w:val="16"/>
              </w:rPr>
              <w:t>0064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60" w14:textId="77777777" w:rsidR="00FB41C0" w:rsidRPr="00EF2F0E" w:rsidRDefault="00FB41C0" w:rsidP="00B76023">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61" w14:textId="77777777" w:rsidR="00FB41C0" w:rsidRPr="00EF2F0E" w:rsidRDefault="00FB41C0" w:rsidP="00B76023">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62" w14:textId="77777777" w:rsidR="00FB41C0" w:rsidRPr="00EF2F0E" w:rsidRDefault="00FB41C0" w:rsidP="00B76023">
            <w:pPr>
              <w:pStyle w:val="TAL"/>
              <w:rPr>
                <w:rFonts w:cs="Arial"/>
                <w:sz w:val="16"/>
                <w:szCs w:val="16"/>
              </w:rPr>
            </w:pPr>
            <w:r w:rsidRPr="00EF2F0E">
              <w:rPr>
                <w:rFonts w:cs="Arial"/>
                <w:sz w:val="16"/>
                <w:szCs w:val="16"/>
              </w:rPr>
              <w:t>CR to TS 37.105: Corrections of the UTRA Inner loop power control and the frequency error requirements; Rel-14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63" w14:textId="77777777" w:rsidR="00FB41C0" w:rsidRPr="00EF2F0E" w:rsidRDefault="00FB41C0" w:rsidP="00B76023">
            <w:pPr>
              <w:pStyle w:val="TAL"/>
              <w:rPr>
                <w:rFonts w:cs="Arial"/>
                <w:sz w:val="16"/>
                <w:szCs w:val="16"/>
              </w:rPr>
            </w:pPr>
            <w:r w:rsidRPr="00EF2F0E">
              <w:rPr>
                <w:rFonts w:cs="Arial"/>
                <w:sz w:val="16"/>
                <w:szCs w:val="16"/>
              </w:rPr>
              <w:t>14.2.0</w:t>
            </w:r>
          </w:p>
        </w:tc>
      </w:tr>
      <w:tr w:rsidR="003401A4" w:rsidRPr="00EF2F0E" w14:paraId="09850F6D"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65" w14:textId="77777777" w:rsidR="00FB41C0" w:rsidRPr="00EF2F0E" w:rsidRDefault="00FB41C0" w:rsidP="00B76023">
            <w:pPr>
              <w:pStyle w:val="TAL"/>
              <w:rPr>
                <w:rFonts w:cs="Arial"/>
                <w:sz w:val="16"/>
                <w:szCs w:val="16"/>
              </w:rPr>
            </w:pPr>
            <w:r w:rsidRPr="00EF2F0E">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66" w14:textId="77777777" w:rsidR="00FB41C0" w:rsidRPr="00EF2F0E" w:rsidRDefault="00FB41C0" w:rsidP="00B76023">
            <w:pPr>
              <w:pStyle w:val="TAL"/>
              <w:rPr>
                <w:rFonts w:cs="Arial"/>
                <w:sz w:val="16"/>
                <w:szCs w:val="16"/>
              </w:rPr>
            </w:pPr>
            <w:r w:rsidRPr="00EF2F0E">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67" w14:textId="77777777" w:rsidR="00FB41C0" w:rsidRPr="00EF2F0E" w:rsidRDefault="00FB41C0" w:rsidP="00B76023">
            <w:pPr>
              <w:pStyle w:val="TAL"/>
              <w:rPr>
                <w:rFonts w:cs="Arial"/>
                <w:sz w:val="16"/>
                <w:szCs w:val="16"/>
              </w:rPr>
            </w:pPr>
            <w:r w:rsidRPr="00EF2F0E">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68" w14:textId="77777777" w:rsidR="00FB41C0" w:rsidRPr="00EF2F0E" w:rsidRDefault="00FB41C0" w:rsidP="00B76023">
            <w:pPr>
              <w:pStyle w:val="TAL"/>
              <w:rPr>
                <w:rFonts w:cs="Arial"/>
                <w:sz w:val="16"/>
                <w:szCs w:val="16"/>
              </w:rPr>
            </w:pPr>
            <w:r w:rsidRPr="00EF2F0E">
              <w:rPr>
                <w:rFonts w:cs="Arial"/>
                <w:sz w:val="16"/>
                <w:szCs w:val="16"/>
              </w:rPr>
              <w:t>0065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69"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6A" w14:textId="77777777" w:rsidR="00FB41C0" w:rsidRPr="00EF2F0E" w:rsidRDefault="00FB41C0" w:rsidP="00B76023">
            <w:pPr>
              <w:pStyle w:val="TAL"/>
              <w:rPr>
                <w:rFonts w:cs="Arial"/>
                <w:sz w:val="16"/>
                <w:szCs w:val="16"/>
              </w:rPr>
            </w:pPr>
            <w:r w:rsidRPr="00EF2F0E">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6B" w14:textId="77777777" w:rsidR="00FB41C0" w:rsidRPr="00EF2F0E" w:rsidRDefault="00FB41C0" w:rsidP="00B76023">
            <w:pPr>
              <w:pStyle w:val="TAL"/>
              <w:rPr>
                <w:rFonts w:cs="Arial"/>
                <w:sz w:val="16"/>
                <w:szCs w:val="16"/>
              </w:rPr>
            </w:pPr>
            <w:r w:rsidRPr="00EF2F0E">
              <w:rPr>
                <w:rFonts w:cs="Arial"/>
                <w:sz w:val="16"/>
                <w:szCs w:val="16"/>
              </w:rPr>
              <w:t>CR to TS 37.105: introduction of bands 48, 69, 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6C" w14:textId="77777777" w:rsidR="00FB41C0" w:rsidRPr="00EF2F0E" w:rsidRDefault="00FB41C0" w:rsidP="00B76023">
            <w:pPr>
              <w:pStyle w:val="TAL"/>
              <w:rPr>
                <w:rFonts w:cs="Arial"/>
                <w:sz w:val="16"/>
                <w:szCs w:val="16"/>
              </w:rPr>
            </w:pPr>
            <w:r w:rsidRPr="00EF2F0E">
              <w:rPr>
                <w:rFonts w:cs="Arial"/>
                <w:sz w:val="16"/>
                <w:szCs w:val="16"/>
              </w:rPr>
              <w:t>14.2.0</w:t>
            </w:r>
          </w:p>
        </w:tc>
      </w:tr>
      <w:tr w:rsidR="003401A4" w:rsidRPr="00EF2F0E" w14:paraId="09850F76"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6E" w14:textId="77777777" w:rsidR="00FB41C0" w:rsidRPr="00EF2F0E" w:rsidRDefault="00FB41C0" w:rsidP="00B76023">
            <w:pPr>
              <w:pStyle w:val="TAL"/>
              <w:rPr>
                <w:rFonts w:cs="Arial"/>
                <w:sz w:val="16"/>
                <w:szCs w:val="16"/>
              </w:rPr>
            </w:pPr>
            <w:r w:rsidRPr="00EF2F0E">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6F" w14:textId="77777777" w:rsidR="00FB41C0" w:rsidRPr="00EF2F0E" w:rsidRDefault="00FB41C0" w:rsidP="00B76023">
            <w:pPr>
              <w:pStyle w:val="TAL"/>
              <w:rPr>
                <w:rFonts w:cs="Arial"/>
                <w:sz w:val="16"/>
                <w:szCs w:val="16"/>
              </w:rPr>
            </w:pPr>
            <w:r w:rsidRPr="00EF2F0E">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70" w14:textId="77777777" w:rsidR="00FB41C0" w:rsidRPr="00EF2F0E" w:rsidRDefault="00FB41C0" w:rsidP="00B76023">
            <w:pPr>
              <w:pStyle w:val="TAL"/>
              <w:rPr>
                <w:rFonts w:cs="Arial"/>
                <w:sz w:val="16"/>
                <w:szCs w:val="16"/>
              </w:rPr>
            </w:pPr>
            <w:r w:rsidRPr="00EF2F0E">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71" w14:textId="77777777" w:rsidR="00FB41C0" w:rsidRPr="00EF2F0E" w:rsidRDefault="00FB41C0" w:rsidP="00B76023">
            <w:pPr>
              <w:pStyle w:val="TAL"/>
              <w:rPr>
                <w:rFonts w:cs="Arial"/>
                <w:sz w:val="16"/>
                <w:szCs w:val="16"/>
              </w:rPr>
            </w:pPr>
            <w:r w:rsidRPr="00EF2F0E">
              <w:rPr>
                <w:rFonts w:cs="Arial"/>
                <w:sz w:val="16"/>
                <w:szCs w:val="16"/>
              </w:rPr>
              <w:t>0067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72" w14:textId="77777777" w:rsidR="00FB41C0" w:rsidRPr="00EF2F0E" w:rsidRDefault="00FB41C0" w:rsidP="00B76023">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73" w14:textId="77777777" w:rsidR="00FB41C0" w:rsidRPr="00EF2F0E" w:rsidRDefault="00FB41C0" w:rsidP="00B76023">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74" w14:textId="77777777" w:rsidR="00FB41C0" w:rsidRPr="00EF2F0E" w:rsidRDefault="00FB41C0" w:rsidP="00B76023">
            <w:pPr>
              <w:pStyle w:val="TAL"/>
              <w:rPr>
                <w:rFonts w:cs="Arial"/>
                <w:sz w:val="16"/>
                <w:szCs w:val="16"/>
              </w:rPr>
            </w:pPr>
            <w:r w:rsidRPr="00EF2F0E">
              <w:rPr>
                <w:rFonts w:cs="Arial"/>
                <w:sz w:val="16"/>
                <w:szCs w:val="16"/>
              </w:rPr>
              <w:t>Transmit pulse shape filter for TDD operation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75" w14:textId="77777777" w:rsidR="00FB41C0" w:rsidRPr="00EF2F0E" w:rsidRDefault="00FB41C0" w:rsidP="00B76023">
            <w:pPr>
              <w:pStyle w:val="TAL"/>
              <w:rPr>
                <w:rFonts w:cs="Arial"/>
                <w:sz w:val="16"/>
                <w:szCs w:val="16"/>
              </w:rPr>
            </w:pPr>
            <w:r w:rsidRPr="00EF2F0E">
              <w:rPr>
                <w:rFonts w:cs="Arial"/>
                <w:sz w:val="16"/>
                <w:szCs w:val="16"/>
              </w:rPr>
              <w:t>14.2.0</w:t>
            </w:r>
          </w:p>
        </w:tc>
      </w:tr>
      <w:tr w:rsidR="003401A4" w:rsidRPr="00EF2F0E" w14:paraId="09850F7F"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77" w14:textId="77777777" w:rsidR="00FB41C0" w:rsidRPr="00EF2F0E" w:rsidRDefault="00FB41C0" w:rsidP="00B76023">
            <w:pPr>
              <w:pStyle w:val="TAL"/>
              <w:rPr>
                <w:rFonts w:cs="Arial"/>
                <w:sz w:val="16"/>
                <w:szCs w:val="16"/>
              </w:rPr>
            </w:pPr>
            <w:r w:rsidRPr="00EF2F0E">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78" w14:textId="77777777" w:rsidR="00FB41C0" w:rsidRPr="00EF2F0E" w:rsidRDefault="00FB41C0" w:rsidP="00B76023">
            <w:pPr>
              <w:pStyle w:val="TAL"/>
              <w:rPr>
                <w:rFonts w:cs="Arial"/>
                <w:sz w:val="16"/>
                <w:szCs w:val="16"/>
              </w:rPr>
            </w:pPr>
            <w:r w:rsidRPr="00EF2F0E">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79" w14:textId="77777777" w:rsidR="00FB41C0" w:rsidRPr="00EF2F0E" w:rsidRDefault="00FB41C0" w:rsidP="00B76023">
            <w:pPr>
              <w:pStyle w:val="TAL"/>
              <w:rPr>
                <w:rFonts w:cs="Arial"/>
                <w:sz w:val="16"/>
                <w:szCs w:val="16"/>
              </w:rPr>
            </w:pPr>
            <w:r w:rsidRPr="00EF2F0E">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7A" w14:textId="77777777" w:rsidR="00FB41C0" w:rsidRPr="00EF2F0E" w:rsidRDefault="00FB41C0" w:rsidP="00B76023">
            <w:pPr>
              <w:pStyle w:val="TAL"/>
              <w:rPr>
                <w:rFonts w:cs="Arial"/>
                <w:sz w:val="16"/>
                <w:szCs w:val="16"/>
              </w:rPr>
            </w:pPr>
            <w:r w:rsidRPr="00EF2F0E">
              <w:rPr>
                <w:rFonts w:cs="Arial"/>
                <w:sz w:val="16"/>
                <w:szCs w:val="16"/>
              </w:rPr>
              <w:t>0068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7B" w14:textId="77777777" w:rsidR="00FB41C0" w:rsidRPr="00EF2F0E" w:rsidRDefault="00FB41C0" w:rsidP="00B76023">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7C"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7D" w14:textId="77777777" w:rsidR="00FB41C0" w:rsidRPr="00EF2F0E" w:rsidRDefault="00FB41C0" w:rsidP="00B76023">
            <w:pPr>
              <w:pStyle w:val="TAL"/>
              <w:rPr>
                <w:rFonts w:cs="Arial"/>
                <w:sz w:val="16"/>
                <w:szCs w:val="16"/>
              </w:rPr>
            </w:pPr>
            <w:r w:rsidRPr="00EF2F0E">
              <w:rPr>
                <w:rFonts w:cs="Arial"/>
                <w:sz w:val="16"/>
                <w:szCs w:val="16"/>
              </w:rPr>
              <w:t>CR to TS 37.105: versioned reference updates to Rel-14 non-AAS specifications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7E" w14:textId="77777777" w:rsidR="00FB41C0" w:rsidRPr="00EF2F0E" w:rsidRDefault="00FB41C0" w:rsidP="00B76023">
            <w:pPr>
              <w:pStyle w:val="TAL"/>
              <w:rPr>
                <w:rFonts w:cs="Arial"/>
                <w:sz w:val="16"/>
                <w:szCs w:val="16"/>
              </w:rPr>
            </w:pPr>
            <w:r w:rsidRPr="00EF2F0E">
              <w:rPr>
                <w:rFonts w:cs="Arial"/>
                <w:sz w:val="16"/>
                <w:szCs w:val="16"/>
              </w:rPr>
              <w:t>14.2.0</w:t>
            </w:r>
          </w:p>
        </w:tc>
      </w:tr>
      <w:tr w:rsidR="003401A4" w:rsidRPr="00EF2F0E" w14:paraId="09850F88"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80" w14:textId="77777777" w:rsidR="00FB41C0" w:rsidRPr="00EF2F0E" w:rsidRDefault="00FB41C0" w:rsidP="00B76023">
            <w:pPr>
              <w:pStyle w:val="TAL"/>
              <w:rPr>
                <w:rFonts w:cs="Arial"/>
                <w:sz w:val="16"/>
                <w:szCs w:val="16"/>
              </w:rPr>
            </w:pPr>
            <w:r w:rsidRPr="00EF2F0E">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81" w14:textId="77777777" w:rsidR="00FB41C0" w:rsidRPr="00EF2F0E" w:rsidRDefault="00FB41C0" w:rsidP="00B76023">
            <w:pPr>
              <w:pStyle w:val="TAL"/>
              <w:rPr>
                <w:rFonts w:cs="Arial"/>
                <w:sz w:val="16"/>
                <w:szCs w:val="16"/>
              </w:rPr>
            </w:pPr>
            <w:r w:rsidRPr="00EF2F0E">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82" w14:textId="77777777" w:rsidR="00FB41C0" w:rsidRPr="00EF2F0E" w:rsidRDefault="00FB41C0" w:rsidP="00B76023">
            <w:pPr>
              <w:pStyle w:val="TAL"/>
              <w:rPr>
                <w:rFonts w:cs="Arial"/>
                <w:sz w:val="16"/>
                <w:szCs w:val="16"/>
              </w:rPr>
            </w:pPr>
            <w:r w:rsidRPr="00EF2F0E">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83" w14:textId="77777777" w:rsidR="00FB41C0" w:rsidRPr="00EF2F0E" w:rsidRDefault="00FB41C0" w:rsidP="00B76023">
            <w:pPr>
              <w:pStyle w:val="TAL"/>
              <w:rPr>
                <w:rFonts w:cs="Arial"/>
                <w:sz w:val="16"/>
                <w:szCs w:val="16"/>
              </w:rPr>
            </w:pPr>
            <w:r w:rsidRPr="00EF2F0E">
              <w:rPr>
                <w:rFonts w:cs="Arial"/>
                <w:sz w:val="16"/>
                <w:szCs w:val="16"/>
              </w:rPr>
              <w:t>0070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84" w14:textId="77777777" w:rsidR="00FB41C0" w:rsidRPr="00EF2F0E" w:rsidRDefault="00FB41C0" w:rsidP="00B76023">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85" w14:textId="77777777" w:rsidR="00FB41C0" w:rsidRPr="00EF2F0E" w:rsidRDefault="00FB41C0" w:rsidP="00B76023">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86" w14:textId="77777777" w:rsidR="00FB41C0" w:rsidRPr="00EF2F0E" w:rsidRDefault="00FB41C0" w:rsidP="00B76023">
            <w:pPr>
              <w:pStyle w:val="TAL"/>
              <w:rPr>
                <w:rFonts w:cs="Arial"/>
                <w:sz w:val="16"/>
                <w:szCs w:val="16"/>
              </w:rPr>
            </w:pPr>
            <w:r w:rsidRPr="00EF2F0E">
              <w:rPr>
                <w:rFonts w:cs="Arial"/>
                <w:sz w:val="16"/>
                <w:szCs w:val="16"/>
              </w:rPr>
              <w:t>CR to 37.105 on PS-LTE BS regional requirements for Band 28 in Korea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87" w14:textId="77777777" w:rsidR="00FB41C0" w:rsidRPr="00EF2F0E" w:rsidRDefault="00FB41C0" w:rsidP="00B76023">
            <w:pPr>
              <w:pStyle w:val="TAL"/>
              <w:rPr>
                <w:rFonts w:cs="Arial"/>
                <w:sz w:val="16"/>
                <w:szCs w:val="16"/>
              </w:rPr>
            </w:pPr>
            <w:r w:rsidRPr="00EF2F0E">
              <w:rPr>
                <w:rFonts w:cs="Arial"/>
                <w:sz w:val="16"/>
                <w:szCs w:val="16"/>
              </w:rPr>
              <w:t>14.2.0</w:t>
            </w:r>
          </w:p>
        </w:tc>
      </w:tr>
      <w:tr w:rsidR="003401A4" w:rsidRPr="00EF2F0E" w14:paraId="09850F91"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89" w14:textId="77777777" w:rsidR="00FB41C0" w:rsidRPr="00EF2F0E" w:rsidRDefault="00FB41C0" w:rsidP="00B76023">
            <w:pPr>
              <w:pStyle w:val="TAL"/>
              <w:rPr>
                <w:rFonts w:cs="Arial"/>
                <w:sz w:val="16"/>
                <w:szCs w:val="16"/>
              </w:rPr>
            </w:pPr>
            <w:r w:rsidRPr="00EF2F0E">
              <w:rPr>
                <w:rFonts w:cs="Arial"/>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8A" w14:textId="77777777" w:rsidR="00FB41C0" w:rsidRPr="00EF2F0E" w:rsidRDefault="00FB41C0" w:rsidP="00B76023">
            <w:pPr>
              <w:pStyle w:val="TAL"/>
              <w:rPr>
                <w:rFonts w:cs="Arial"/>
                <w:sz w:val="16"/>
                <w:szCs w:val="16"/>
              </w:rPr>
            </w:pPr>
            <w:r w:rsidRPr="00EF2F0E">
              <w:rPr>
                <w:rFonts w:cs="Arial"/>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8B" w14:textId="77777777" w:rsidR="00FB41C0" w:rsidRPr="00EF2F0E" w:rsidRDefault="00FB41C0" w:rsidP="00B76023">
            <w:pPr>
              <w:pStyle w:val="TAL"/>
              <w:rPr>
                <w:rFonts w:cs="Arial"/>
                <w:sz w:val="16"/>
                <w:szCs w:val="16"/>
              </w:rPr>
            </w:pPr>
            <w:r w:rsidRPr="00EF2F0E">
              <w:rPr>
                <w:rFonts w:cs="Arial"/>
                <w:sz w:val="16"/>
                <w:szCs w:val="16"/>
              </w:rPr>
              <w:t>RP-172599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8C" w14:textId="77777777" w:rsidR="00FB41C0" w:rsidRPr="00EF2F0E" w:rsidRDefault="00FB41C0" w:rsidP="00B76023">
            <w:pPr>
              <w:pStyle w:val="TAL"/>
              <w:rPr>
                <w:rFonts w:cs="Arial"/>
                <w:sz w:val="16"/>
                <w:szCs w:val="16"/>
              </w:rPr>
            </w:pPr>
            <w:r w:rsidRPr="00EF2F0E">
              <w:rPr>
                <w:rFonts w:cs="Arial"/>
                <w:sz w:val="16"/>
                <w:szCs w:val="16"/>
              </w:rPr>
              <w:t>0073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8D" w14:textId="77777777" w:rsidR="00FB41C0" w:rsidRPr="00EF2F0E" w:rsidRDefault="00FB41C0" w:rsidP="00B76023">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8E" w14:textId="77777777" w:rsidR="00FB41C0" w:rsidRPr="00EF2F0E" w:rsidRDefault="00FB41C0" w:rsidP="00B76023">
            <w:pPr>
              <w:pStyle w:val="TAL"/>
              <w:rPr>
                <w:rFonts w:cs="Arial"/>
                <w:sz w:val="16"/>
                <w:szCs w:val="16"/>
              </w:rPr>
            </w:pPr>
            <w:r w:rsidRPr="00EF2F0E">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8F" w14:textId="77777777" w:rsidR="00FB41C0" w:rsidRPr="00EF2F0E" w:rsidRDefault="00FB41C0" w:rsidP="00B76023">
            <w:pPr>
              <w:pStyle w:val="TAL"/>
              <w:rPr>
                <w:rFonts w:cs="Arial"/>
                <w:sz w:val="16"/>
                <w:szCs w:val="16"/>
              </w:rPr>
            </w:pPr>
            <w:r w:rsidRPr="00EF2F0E">
              <w:rPr>
                <w:rFonts w:cs="Arial"/>
                <w:sz w:val="16"/>
                <w:szCs w:val="16"/>
              </w:rPr>
              <w:t>CR to TS 37.105: AAS RF specification, v15.0.0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90" w14:textId="77777777" w:rsidR="00FB41C0" w:rsidRPr="00EF2F0E" w:rsidRDefault="00FB41C0" w:rsidP="00B76023">
            <w:pPr>
              <w:pStyle w:val="TAL"/>
              <w:rPr>
                <w:rFonts w:cs="Arial"/>
                <w:sz w:val="16"/>
                <w:szCs w:val="16"/>
              </w:rPr>
            </w:pPr>
            <w:r w:rsidRPr="00EF2F0E">
              <w:rPr>
                <w:rFonts w:cs="Arial"/>
                <w:sz w:val="16"/>
                <w:szCs w:val="16"/>
              </w:rPr>
              <w:t>15.0.0</w:t>
            </w:r>
          </w:p>
        </w:tc>
      </w:tr>
      <w:tr w:rsidR="003401A4" w:rsidRPr="00EF2F0E" w14:paraId="09850F9A"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92" w14:textId="77777777" w:rsidR="00FB41C0" w:rsidRPr="00EF2F0E" w:rsidRDefault="00FB41C0" w:rsidP="00B76023">
            <w:pPr>
              <w:pStyle w:val="TAL"/>
              <w:rPr>
                <w:rFonts w:cs="Arial"/>
                <w:sz w:val="16"/>
                <w:szCs w:val="16"/>
              </w:rPr>
            </w:pPr>
            <w:r w:rsidRPr="00EF2F0E">
              <w:rPr>
                <w:rFonts w:cs="Arial"/>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93" w14:textId="77777777" w:rsidR="00FB41C0" w:rsidRPr="00EF2F0E" w:rsidRDefault="00FB41C0" w:rsidP="00B76023">
            <w:pPr>
              <w:pStyle w:val="TAL"/>
              <w:rPr>
                <w:rFonts w:cs="Arial"/>
                <w:sz w:val="16"/>
                <w:szCs w:val="16"/>
              </w:rPr>
            </w:pPr>
            <w:r w:rsidRPr="00EF2F0E">
              <w:rPr>
                <w:rFonts w:cs="Arial"/>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94" w14:textId="77777777" w:rsidR="00FB41C0" w:rsidRPr="00EF2F0E" w:rsidRDefault="00FB41C0" w:rsidP="00B76023">
            <w:pPr>
              <w:pStyle w:val="TAL"/>
              <w:rPr>
                <w:rFonts w:cs="Arial"/>
                <w:sz w:val="16"/>
                <w:szCs w:val="16"/>
              </w:rPr>
            </w:pPr>
            <w:r w:rsidRPr="00EF2F0E">
              <w:rPr>
                <w:rFonts w:cs="Arial"/>
                <w:sz w:val="16"/>
                <w:szCs w:val="16"/>
              </w:rPr>
              <w:t>RP-180282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95" w14:textId="77777777" w:rsidR="00FB41C0" w:rsidRPr="00EF2F0E" w:rsidRDefault="00FB41C0" w:rsidP="00B76023">
            <w:pPr>
              <w:pStyle w:val="TAL"/>
              <w:rPr>
                <w:rFonts w:cs="Arial"/>
                <w:sz w:val="16"/>
                <w:szCs w:val="16"/>
              </w:rPr>
            </w:pPr>
            <w:r w:rsidRPr="00EF2F0E">
              <w:rPr>
                <w:rFonts w:cs="Arial"/>
                <w:sz w:val="16"/>
                <w:szCs w:val="16"/>
              </w:rPr>
              <w:t>0074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96" w14:textId="77777777" w:rsidR="00FB41C0" w:rsidRPr="00EF2F0E" w:rsidRDefault="00FB41C0" w:rsidP="00B76023">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97" w14:textId="77777777" w:rsidR="00FB41C0" w:rsidRPr="00EF2F0E" w:rsidRDefault="00FB41C0" w:rsidP="00B76023">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98" w14:textId="77777777" w:rsidR="00FB41C0" w:rsidRPr="00EF2F0E" w:rsidRDefault="00FB41C0" w:rsidP="00B76023">
            <w:pPr>
              <w:pStyle w:val="TAL"/>
              <w:rPr>
                <w:rFonts w:cs="Arial"/>
                <w:sz w:val="16"/>
                <w:szCs w:val="16"/>
              </w:rPr>
            </w:pPr>
            <w:r w:rsidRPr="00EF2F0E">
              <w:rPr>
                <w:rFonts w:cs="Arial"/>
                <w:sz w:val="16"/>
                <w:szCs w:val="16"/>
              </w:rPr>
              <w:t>CR to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99" w14:textId="77777777" w:rsidR="00FB41C0" w:rsidRPr="00EF2F0E" w:rsidRDefault="00FB41C0" w:rsidP="00B76023">
            <w:pPr>
              <w:pStyle w:val="TAL"/>
              <w:rPr>
                <w:rFonts w:cs="Arial"/>
                <w:sz w:val="16"/>
                <w:szCs w:val="16"/>
              </w:rPr>
            </w:pPr>
            <w:r w:rsidRPr="00EF2F0E">
              <w:rPr>
                <w:rFonts w:cs="Arial"/>
                <w:sz w:val="16"/>
                <w:szCs w:val="16"/>
              </w:rPr>
              <w:t>15.1.0</w:t>
            </w:r>
          </w:p>
        </w:tc>
      </w:tr>
      <w:tr w:rsidR="003401A4" w:rsidRPr="00EF2F0E" w14:paraId="09850FA3"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9B" w14:textId="77777777" w:rsidR="00FB41C0" w:rsidRPr="00EF2F0E" w:rsidRDefault="00FB41C0" w:rsidP="00B76023">
            <w:pPr>
              <w:pStyle w:val="TAL"/>
              <w:rPr>
                <w:rFonts w:cs="Arial"/>
                <w:sz w:val="16"/>
                <w:szCs w:val="16"/>
              </w:rPr>
            </w:pPr>
            <w:r w:rsidRPr="00EF2F0E">
              <w:rPr>
                <w:rFonts w:cs="Arial"/>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9C" w14:textId="77777777" w:rsidR="00FB41C0" w:rsidRPr="00EF2F0E" w:rsidRDefault="00FB41C0" w:rsidP="00B76023">
            <w:pPr>
              <w:pStyle w:val="TAL"/>
              <w:rPr>
                <w:rFonts w:cs="Arial"/>
                <w:sz w:val="16"/>
                <w:szCs w:val="16"/>
              </w:rPr>
            </w:pPr>
            <w:r w:rsidRPr="00EF2F0E">
              <w:rPr>
                <w:rFonts w:cs="Arial"/>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9D" w14:textId="77777777" w:rsidR="00FB41C0" w:rsidRPr="00EF2F0E" w:rsidRDefault="00FB41C0" w:rsidP="00B76023">
            <w:pPr>
              <w:pStyle w:val="TAL"/>
              <w:rPr>
                <w:rFonts w:cs="Arial"/>
                <w:sz w:val="16"/>
                <w:szCs w:val="16"/>
              </w:rPr>
            </w:pPr>
            <w:r w:rsidRPr="00EF2F0E">
              <w:rPr>
                <w:rFonts w:cs="Arial"/>
                <w:sz w:val="16"/>
                <w:szCs w:val="16"/>
              </w:rPr>
              <w:t>RP-181109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9E" w14:textId="77777777" w:rsidR="00FB41C0" w:rsidRPr="00EF2F0E" w:rsidRDefault="00FB41C0" w:rsidP="00B76023">
            <w:pPr>
              <w:pStyle w:val="TAL"/>
              <w:rPr>
                <w:rFonts w:cs="Arial"/>
                <w:sz w:val="16"/>
                <w:szCs w:val="16"/>
              </w:rPr>
            </w:pPr>
            <w:r w:rsidRPr="00EF2F0E">
              <w:rPr>
                <w:rFonts w:cs="Arial"/>
                <w:sz w:val="16"/>
                <w:szCs w:val="16"/>
              </w:rPr>
              <w:t>0077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9F" w14:textId="77777777" w:rsidR="00FB41C0" w:rsidRPr="00EF2F0E" w:rsidRDefault="00FB41C0" w:rsidP="00B76023">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A0" w14:textId="77777777" w:rsidR="00FB41C0" w:rsidRPr="00EF2F0E" w:rsidRDefault="00FB41C0" w:rsidP="00B76023">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A1" w14:textId="77777777" w:rsidR="00FB41C0" w:rsidRPr="00EF2F0E" w:rsidRDefault="00FB41C0" w:rsidP="00B76023">
            <w:pPr>
              <w:pStyle w:val="TAL"/>
              <w:rPr>
                <w:rFonts w:cs="Arial"/>
                <w:sz w:val="16"/>
                <w:szCs w:val="16"/>
              </w:rPr>
            </w:pPr>
            <w:r w:rsidRPr="00EF2F0E">
              <w:rPr>
                <w:rFonts w:cs="Arial"/>
                <w:sz w:val="16"/>
                <w:szCs w:val="16"/>
              </w:rPr>
              <w:t>CR to TS 37.105: absolute ACLR limit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A2" w14:textId="77777777" w:rsidR="00FB41C0" w:rsidRPr="00EF2F0E" w:rsidRDefault="00FB41C0" w:rsidP="00B76023">
            <w:pPr>
              <w:pStyle w:val="TAL"/>
              <w:rPr>
                <w:rFonts w:cs="Arial"/>
                <w:sz w:val="16"/>
                <w:szCs w:val="16"/>
              </w:rPr>
            </w:pPr>
            <w:r w:rsidRPr="00EF2F0E">
              <w:rPr>
                <w:rFonts w:cs="Arial"/>
                <w:sz w:val="16"/>
                <w:szCs w:val="16"/>
              </w:rPr>
              <w:t>15.2.0</w:t>
            </w:r>
          </w:p>
        </w:tc>
      </w:tr>
      <w:tr w:rsidR="003401A4" w:rsidRPr="00EF2F0E" w14:paraId="09850FAD" w14:textId="77777777" w:rsidTr="00E12FE5">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A4" w14:textId="77777777" w:rsidR="008566BE" w:rsidRPr="00EF2F0E" w:rsidRDefault="008566BE" w:rsidP="00E12FE5">
            <w:pPr>
              <w:pStyle w:val="TAL"/>
              <w:rPr>
                <w:rFonts w:cs="Arial"/>
                <w:sz w:val="16"/>
                <w:szCs w:val="16"/>
              </w:rPr>
            </w:pPr>
            <w:r w:rsidRPr="00EF2F0E">
              <w:rPr>
                <w:rFonts w:cs="Arial"/>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A5" w14:textId="77777777" w:rsidR="008566BE" w:rsidRPr="00EF2F0E" w:rsidRDefault="008566BE" w:rsidP="00E12FE5">
            <w:pPr>
              <w:pStyle w:val="TAL"/>
              <w:rPr>
                <w:rFonts w:cs="Arial"/>
                <w:sz w:val="16"/>
                <w:szCs w:val="16"/>
              </w:rPr>
            </w:pPr>
            <w:r w:rsidRPr="00EF2F0E">
              <w:rPr>
                <w:rFonts w:cs="Arial"/>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A6" w14:textId="77777777" w:rsidR="008566BE" w:rsidRPr="00EF2F0E" w:rsidRDefault="008566BE" w:rsidP="00E12FE5">
            <w:pPr>
              <w:pStyle w:val="TAL"/>
              <w:rPr>
                <w:rFonts w:cs="Arial"/>
                <w:sz w:val="16"/>
                <w:szCs w:val="16"/>
              </w:rPr>
            </w:pPr>
            <w:r w:rsidRPr="00EF2F0E">
              <w:rPr>
                <w:rFonts w:cs="Arial"/>
                <w:sz w:val="16"/>
                <w:szCs w:val="16"/>
              </w:rPr>
              <w:t>RP-181109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A7" w14:textId="77777777" w:rsidR="008566BE" w:rsidRPr="00EF2F0E" w:rsidRDefault="008566BE" w:rsidP="00E12FE5">
            <w:pPr>
              <w:pStyle w:val="TAL"/>
              <w:rPr>
                <w:rFonts w:cs="Arial"/>
                <w:sz w:val="16"/>
                <w:szCs w:val="16"/>
              </w:rPr>
            </w:pPr>
            <w:r w:rsidRPr="00EF2F0E">
              <w:rPr>
                <w:rFonts w:cs="Arial"/>
                <w:sz w:val="16"/>
                <w:szCs w:val="16"/>
              </w:rPr>
              <w:t>0081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A8" w14:textId="77777777" w:rsidR="008566BE" w:rsidRPr="00EF2F0E" w:rsidRDefault="008566BE" w:rsidP="00E12FE5">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A9" w14:textId="77777777" w:rsidR="008566BE" w:rsidRPr="00EF2F0E" w:rsidRDefault="008566BE" w:rsidP="00E12FE5">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AA" w14:textId="77777777" w:rsidR="00A16236" w:rsidRPr="00EF2F0E" w:rsidRDefault="00A16236" w:rsidP="00E12FE5">
            <w:pPr>
              <w:pStyle w:val="TAL"/>
              <w:rPr>
                <w:rFonts w:cs="Arial"/>
                <w:sz w:val="16"/>
                <w:szCs w:val="16"/>
                <w:lang w:eastAsia="ko-KR"/>
              </w:rPr>
            </w:pPr>
            <w:r w:rsidRPr="00EF2F0E">
              <w:rPr>
                <w:rFonts w:cs="Arial"/>
                <w:sz w:val="16"/>
                <w:szCs w:val="16"/>
              </w:rPr>
              <w:t>CR to TS 37.105: Correction of regional requirements - removal of co-location and co-existance (4.5), Rel-15</w:t>
            </w:r>
          </w:p>
          <w:p w14:paraId="09850FAB" w14:textId="77777777" w:rsidR="008566BE" w:rsidRPr="00EF2F0E" w:rsidRDefault="008566BE" w:rsidP="00E12FE5">
            <w:pPr>
              <w:pStyle w:val="TAL"/>
              <w:rPr>
                <w:rFonts w:cs="Arial"/>
                <w:sz w:val="16"/>
                <w:szCs w:val="16"/>
              </w:rPr>
            </w:pPr>
            <w:r w:rsidRPr="00EF2F0E">
              <w:rPr>
                <w:rFonts w:cs="Arial"/>
                <w:sz w:val="16"/>
                <w:szCs w:val="16"/>
              </w:rPr>
              <w:t>This CR was not implemented as the changes are not based on the latest version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AC" w14:textId="77777777" w:rsidR="008566BE" w:rsidRPr="00EF2F0E" w:rsidRDefault="008566BE" w:rsidP="00E12FE5">
            <w:pPr>
              <w:pStyle w:val="TAL"/>
              <w:rPr>
                <w:rFonts w:cs="Arial"/>
                <w:sz w:val="16"/>
                <w:szCs w:val="16"/>
              </w:rPr>
            </w:pPr>
            <w:r w:rsidRPr="00EF2F0E">
              <w:rPr>
                <w:rFonts w:cs="Arial"/>
                <w:sz w:val="16"/>
                <w:szCs w:val="16"/>
              </w:rPr>
              <w:t>15.2.0</w:t>
            </w:r>
          </w:p>
        </w:tc>
      </w:tr>
      <w:tr w:rsidR="003401A4" w:rsidRPr="00EF2F0E" w14:paraId="09850FB6"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AE" w14:textId="77777777" w:rsidR="00FB41C0" w:rsidRPr="00EF2F0E" w:rsidRDefault="00FB41C0" w:rsidP="00B76023">
            <w:pPr>
              <w:pStyle w:val="TAL"/>
              <w:rPr>
                <w:rFonts w:cs="Arial"/>
                <w:sz w:val="16"/>
                <w:szCs w:val="16"/>
              </w:rPr>
            </w:pPr>
            <w:r w:rsidRPr="00EF2F0E">
              <w:rPr>
                <w:rFonts w:cs="Arial"/>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AF" w14:textId="77777777" w:rsidR="00FB41C0" w:rsidRPr="00EF2F0E" w:rsidRDefault="00FB41C0" w:rsidP="00B76023">
            <w:pPr>
              <w:pStyle w:val="TAL"/>
              <w:rPr>
                <w:rFonts w:cs="Arial"/>
                <w:sz w:val="16"/>
                <w:szCs w:val="16"/>
              </w:rPr>
            </w:pPr>
            <w:r w:rsidRPr="00EF2F0E">
              <w:rPr>
                <w:rFonts w:cs="Arial"/>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B0" w14:textId="77777777" w:rsidR="00FB41C0" w:rsidRPr="00EF2F0E" w:rsidRDefault="00FB41C0" w:rsidP="00B76023">
            <w:pPr>
              <w:pStyle w:val="TAL"/>
              <w:rPr>
                <w:rFonts w:cs="Arial"/>
                <w:sz w:val="16"/>
                <w:szCs w:val="16"/>
              </w:rPr>
            </w:pPr>
            <w:r w:rsidRPr="00EF2F0E">
              <w:rPr>
                <w:rFonts w:cs="Arial"/>
                <w:sz w:val="16"/>
                <w:szCs w:val="16"/>
              </w:rPr>
              <w:t>RP-181109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B1" w14:textId="77777777" w:rsidR="00FB41C0" w:rsidRPr="00EF2F0E" w:rsidRDefault="00FB41C0" w:rsidP="00B76023">
            <w:pPr>
              <w:pStyle w:val="TAL"/>
              <w:rPr>
                <w:rFonts w:cs="Arial"/>
                <w:sz w:val="16"/>
                <w:szCs w:val="16"/>
              </w:rPr>
            </w:pPr>
            <w:r w:rsidRPr="00EF2F0E">
              <w:rPr>
                <w:rFonts w:cs="Arial"/>
                <w:sz w:val="16"/>
                <w:szCs w:val="16"/>
              </w:rPr>
              <w:t>0086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B2" w14:textId="77777777" w:rsidR="00FB41C0" w:rsidRPr="00EF2F0E" w:rsidRDefault="00FB41C0" w:rsidP="00B76023">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B3" w14:textId="77777777" w:rsidR="00FB41C0" w:rsidRPr="00EF2F0E" w:rsidRDefault="00FB41C0" w:rsidP="00B76023">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B4" w14:textId="77777777" w:rsidR="00FB41C0" w:rsidRPr="00EF2F0E" w:rsidRDefault="00FB41C0" w:rsidP="00B76023">
            <w:pPr>
              <w:pStyle w:val="TAL"/>
              <w:rPr>
                <w:rFonts w:cs="Arial"/>
                <w:sz w:val="16"/>
                <w:szCs w:val="16"/>
              </w:rPr>
            </w:pPr>
            <w:r w:rsidRPr="00EF2F0E">
              <w:rPr>
                <w:rFonts w:cs="Arial"/>
                <w:sz w:val="16"/>
                <w:szCs w:val="16"/>
              </w:rPr>
              <w:t>CR to TR 37.105: Clarifications on OTA sensitivity requirement (10.2.1)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B5" w14:textId="77777777" w:rsidR="00FB41C0" w:rsidRPr="00EF2F0E" w:rsidRDefault="00FB41C0" w:rsidP="00B76023">
            <w:pPr>
              <w:pStyle w:val="TAL"/>
              <w:rPr>
                <w:rFonts w:cs="Arial"/>
                <w:sz w:val="16"/>
                <w:szCs w:val="16"/>
              </w:rPr>
            </w:pPr>
            <w:r w:rsidRPr="00EF2F0E">
              <w:rPr>
                <w:rFonts w:cs="Arial"/>
                <w:sz w:val="16"/>
                <w:szCs w:val="16"/>
              </w:rPr>
              <w:t>15.2.0</w:t>
            </w:r>
          </w:p>
        </w:tc>
      </w:tr>
      <w:tr w:rsidR="003401A4" w:rsidRPr="00EF2F0E" w14:paraId="09850FBF"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B7" w14:textId="77777777" w:rsidR="008566BE" w:rsidRPr="00EF2F0E" w:rsidRDefault="008566BE" w:rsidP="00B76023">
            <w:pPr>
              <w:pStyle w:val="TAL"/>
              <w:rPr>
                <w:rFonts w:cs="Arial"/>
                <w:sz w:val="16"/>
                <w:szCs w:val="16"/>
              </w:rPr>
            </w:pPr>
            <w:r w:rsidRPr="00EF2F0E">
              <w:rPr>
                <w:rFonts w:cs="Arial"/>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B8" w14:textId="77777777" w:rsidR="008566BE" w:rsidRPr="00EF2F0E" w:rsidRDefault="008566BE" w:rsidP="00B76023">
            <w:pPr>
              <w:pStyle w:val="TAL"/>
              <w:rPr>
                <w:rFonts w:cs="Arial"/>
                <w:sz w:val="16"/>
                <w:szCs w:val="16"/>
              </w:rPr>
            </w:pPr>
            <w:r w:rsidRPr="00EF2F0E">
              <w:rPr>
                <w:rFonts w:cs="Arial"/>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B9" w14:textId="77777777" w:rsidR="008566BE" w:rsidRPr="00EF2F0E" w:rsidRDefault="008566BE" w:rsidP="00B76023">
            <w:pPr>
              <w:pStyle w:val="TAL"/>
              <w:rPr>
                <w:rFonts w:cs="Arial"/>
                <w:sz w:val="16"/>
                <w:szCs w:val="16"/>
              </w:rPr>
            </w:pPr>
            <w:r w:rsidRPr="00EF2F0E">
              <w:rPr>
                <w:rFonts w:cs="Arial"/>
                <w:sz w:val="16"/>
                <w:szCs w:val="16"/>
              </w:rPr>
              <w:t>RP-181075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BA" w14:textId="77777777" w:rsidR="008566BE" w:rsidRPr="00EF2F0E" w:rsidRDefault="008566BE" w:rsidP="00B76023">
            <w:pPr>
              <w:pStyle w:val="TAL"/>
              <w:rPr>
                <w:rFonts w:cs="Arial"/>
                <w:sz w:val="16"/>
                <w:szCs w:val="16"/>
              </w:rPr>
            </w:pPr>
            <w:r w:rsidRPr="00EF2F0E">
              <w:rPr>
                <w:rFonts w:cs="Arial"/>
                <w:sz w:val="16"/>
                <w:szCs w:val="16"/>
              </w:rPr>
              <w:t>0090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BB" w14:textId="77777777" w:rsidR="008566BE" w:rsidRPr="00EF2F0E" w:rsidRDefault="008566BE" w:rsidP="00B76023">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BC" w14:textId="77777777" w:rsidR="008566BE" w:rsidRPr="00EF2F0E" w:rsidRDefault="008566BE" w:rsidP="00B76023">
            <w:pPr>
              <w:pStyle w:val="TAL"/>
              <w:rPr>
                <w:rFonts w:cs="Arial"/>
                <w:sz w:val="16"/>
                <w:szCs w:val="16"/>
              </w:rPr>
            </w:pPr>
            <w:r w:rsidRPr="00EF2F0E">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BD" w14:textId="77777777" w:rsidR="008566BE" w:rsidRPr="00EF2F0E" w:rsidRDefault="008566BE" w:rsidP="00B76023">
            <w:pPr>
              <w:pStyle w:val="TAL"/>
              <w:rPr>
                <w:rFonts w:cs="Arial"/>
                <w:sz w:val="16"/>
                <w:szCs w:val="16"/>
              </w:rPr>
            </w:pPr>
            <w:r w:rsidRPr="00EF2F0E">
              <w:rPr>
                <w:rFonts w:cs="Arial"/>
                <w:sz w:val="16"/>
                <w:szCs w:val="16"/>
              </w:rPr>
              <w:t>Introduction of NR to eAAS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BE" w14:textId="77777777" w:rsidR="008566BE" w:rsidRPr="00EF2F0E" w:rsidRDefault="008566BE" w:rsidP="00B76023">
            <w:pPr>
              <w:pStyle w:val="TAL"/>
              <w:rPr>
                <w:rFonts w:cs="Arial"/>
                <w:sz w:val="16"/>
                <w:szCs w:val="16"/>
              </w:rPr>
            </w:pPr>
            <w:r w:rsidRPr="00EF2F0E">
              <w:rPr>
                <w:rFonts w:cs="Arial"/>
                <w:sz w:val="16"/>
                <w:szCs w:val="16"/>
              </w:rPr>
              <w:t>15.2.0</w:t>
            </w:r>
          </w:p>
        </w:tc>
      </w:tr>
      <w:tr w:rsidR="003401A4" w:rsidRPr="00EF2F0E" w14:paraId="09850FC8"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C0" w14:textId="77777777" w:rsidR="00872C22" w:rsidRPr="00EF2F0E" w:rsidRDefault="00872C22" w:rsidP="00B76023">
            <w:pPr>
              <w:pStyle w:val="TAL"/>
              <w:rPr>
                <w:rFonts w:cs="Arial"/>
                <w:sz w:val="16"/>
                <w:szCs w:val="16"/>
              </w:rPr>
            </w:pPr>
            <w:r w:rsidRPr="00EF2F0E">
              <w:rPr>
                <w:rFonts w:cs="Arial"/>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C1" w14:textId="77777777" w:rsidR="00872C22" w:rsidRPr="00EF2F0E" w:rsidRDefault="00872C22" w:rsidP="00B76023">
            <w:pPr>
              <w:pStyle w:val="TAL"/>
              <w:rPr>
                <w:rFonts w:cs="Arial"/>
                <w:sz w:val="16"/>
                <w:szCs w:val="16"/>
              </w:rPr>
            </w:pPr>
            <w:r w:rsidRPr="00EF2F0E">
              <w:rPr>
                <w:rFonts w:cs="Arial"/>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C2" w14:textId="77777777" w:rsidR="00872C22" w:rsidRPr="00EF2F0E" w:rsidRDefault="00872C22" w:rsidP="00B76023">
            <w:pPr>
              <w:pStyle w:val="TAL"/>
              <w:rPr>
                <w:rFonts w:cs="Arial"/>
                <w:sz w:val="16"/>
                <w:szCs w:val="16"/>
              </w:rPr>
            </w:pPr>
            <w:r w:rsidRPr="00EF2F0E">
              <w:rPr>
                <w:rFonts w:cs="Arial"/>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C3" w14:textId="77777777" w:rsidR="00872C22" w:rsidRPr="00EF2F0E" w:rsidRDefault="00872C22" w:rsidP="00B76023">
            <w:pPr>
              <w:pStyle w:val="TAL"/>
              <w:rPr>
                <w:rFonts w:cs="Arial"/>
                <w:sz w:val="16"/>
                <w:szCs w:val="16"/>
              </w:rPr>
            </w:pPr>
            <w:r w:rsidRPr="00EF2F0E">
              <w:rPr>
                <w:rFonts w:cs="Arial"/>
                <w:sz w:val="16"/>
                <w:szCs w:val="16"/>
              </w:rPr>
              <w:t>0095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C4" w14:textId="77777777" w:rsidR="00872C22" w:rsidRPr="00EF2F0E" w:rsidRDefault="00872C22" w:rsidP="00B76023">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C5" w14:textId="77777777" w:rsidR="00872C22" w:rsidRPr="00EF2F0E" w:rsidRDefault="00872C22" w:rsidP="00B76023">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C6" w14:textId="77777777" w:rsidR="00872C22" w:rsidRPr="00EF2F0E" w:rsidRDefault="00872C22" w:rsidP="00B76023">
            <w:pPr>
              <w:pStyle w:val="TAL"/>
              <w:rPr>
                <w:rFonts w:cs="Arial"/>
                <w:sz w:val="16"/>
                <w:szCs w:val="16"/>
              </w:rPr>
            </w:pPr>
            <w:r w:rsidRPr="00EF2F0E">
              <w:rPr>
                <w:rFonts w:cs="Arial"/>
                <w:sz w:val="16"/>
                <w:szCs w:val="16"/>
              </w:rPr>
              <w:t>Correction on unwanted emission mask for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C7" w14:textId="77777777" w:rsidR="00872C22" w:rsidRPr="00EF2F0E" w:rsidRDefault="00872C22" w:rsidP="00B76023">
            <w:pPr>
              <w:pStyle w:val="TAL"/>
              <w:rPr>
                <w:rFonts w:cs="Arial"/>
                <w:sz w:val="16"/>
                <w:szCs w:val="16"/>
              </w:rPr>
            </w:pPr>
            <w:r w:rsidRPr="00EF2F0E">
              <w:rPr>
                <w:rFonts w:cs="Arial"/>
                <w:sz w:val="16"/>
                <w:szCs w:val="16"/>
              </w:rPr>
              <w:t>15.3.0</w:t>
            </w:r>
          </w:p>
        </w:tc>
      </w:tr>
      <w:tr w:rsidR="003401A4" w:rsidRPr="00EF2F0E" w14:paraId="09850FD1"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C9" w14:textId="77777777" w:rsidR="00872C22" w:rsidRPr="00EF2F0E" w:rsidRDefault="00872C22" w:rsidP="00872C22">
            <w:pPr>
              <w:pStyle w:val="TAL"/>
              <w:rPr>
                <w:rFonts w:cs="Arial"/>
                <w:sz w:val="16"/>
                <w:szCs w:val="16"/>
              </w:rPr>
            </w:pPr>
            <w:r w:rsidRPr="00EF2F0E">
              <w:rPr>
                <w:rFonts w:cs="Arial"/>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CA" w14:textId="77777777" w:rsidR="00872C22" w:rsidRPr="00EF2F0E" w:rsidRDefault="00872C22" w:rsidP="00872C22">
            <w:pPr>
              <w:pStyle w:val="TAL"/>
              <w:rPr>
                <w:rFonts w:cs="Arial"/>
                <w:sz w:val="16"/>
                <w:szCs w:val="16"/>
              </w:rPr>
            </w:pPr>
            <w:r w:rsidRPr="00EF2F0E">
              <w:rPr>
                <w:rFonts w:cs="Arial"/>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CB" w14:textId="77777777" w:rsidR="00872C22" w:rsidRPr="00EF2F0E" w:rsidRDefault="00872C22" w:rsidP="00872C22">
            <w:pPr>
              <w:pStyle w:val="TAL"/>
              <w:rPr>
                <w:rFonts w:cs="Arial"/>
                <w:sz w:val="16"/>
                <w:szCs w:val="16"/>
              </w:rPr>
            </w:pPr>
            <w:r w:rsidRPr="00EF2F0E">
              <w:rPr>
                <w:rFonts w:cs="Arial"/>
                <w:sz w:val="16"/>
                <w:szCs w:val="16"/>
              </w:rPr>
              <w:t>RP-181917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CC" w14:textId="77777777" w:rsidR="00872C22" w:rsidRPr="00EF2F0E" w:rsidRDefault="00872C22" w:rsidP="00872C22">
            <w:pPr>
              <w:pStyle w:val="TAL"/>
              <w:rPr>
                <w:rFonts w:cs="Arial"/>
                <w:sz w:val="16"/>
                <w:szCs w:val="16"/>
              </w:rPr>
            </w:pPr>
            <w:r w:rsidRPr="00EF2F0E">
              <w:rPr>
                <w:rFonts w:cs="Arial"/>
                <w:sz w:val="16"/>
                <w:szCs w:val="16"/>
              </w:rPr>
              <w:t>0096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CD" w14:textId="77777777" w:rsidR="00872C22" w:rsidRPr="00EF2F0E" w:rsidRDefault="00872C22" w:rsidP="00872C22">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CE" w14:textId="77777777" w:rsidR="00872C22" w:rsidRPr="00EF2F0E" w:rsidRDefault="00872C22" w:rsidP="00872C22">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CF" w14:textId="77777777" w:rsidR="00872C22" w:rsidRPr="00EF2F0E" w:rsidRDefault="00872C22" w:rsidP="00872C22">
            <w:pPr>
              <w:pStyle w:val="TAL"/>
              <w:rPr>
                <w:rFonts w:cs="Arial"/>
                <w:sz w:val="16"/>
                <w:szCs w:val="16"/>
              </w:rPr>
            </w:pPr>
            <w:r w:rsidRPr="00EF2F0E">
              <w:rPr>
                <w:rFonts w:cs="Arial"/>
                <w:sz w:val="16"/>
                <w:szCs w:val="16"/>
              </w:rPr>
              <w:t>CR to TS 37.105: corrections of the regional requirements (4.5)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D0" w14:textId="77777777" w:rsidR="00872C22" w:rsidRPr="00EF2F0E" w:rsidRDefault="00872C22" w:rsidP="00872C22">
            <w:pPr>
              <w:pStyle w:val="TAL"/>
              <w:rPr>
                <w:rFonts w:cs="Arial"/>
                <w:sz w:val="16"/>
                <w:szCs w:val="16"/>
              </w:rPr>
            </w:pPr>
            <w:r w:rsidRPr="00EF2F0E">
              <w:rPr>
                <w:rFonts w:cs="Arial"/>
                <w:sz w:val="16"/>
                <w:szCs w:val="16"/>
              </w:rPr>
              <w:t>15.3.0</w:t>
            </w:r>
          </w:p>
        </w:tc>
      </w:tr>
      <w:tr w:rsidR="003401A4" w:rsidRPr="00EF2F0E" w14:paraId="09850FDA"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D2" w14:textId="77777777" w:rsidR="00CB11AA" w:rsidRPr="00EF2F0E" w:rsidRDefault="00CB11AA" w:rsidP="00CB11AA">
            <w:pPr>
              <w:pStyle w:val="TAL"/>
              <w:rPr>
                <w:rFonts w:cs="Arial"/>
                <w:sz w:val="16"/>
                <w:szCs w:val="16"/>
              </w:rPr>
            </w:pPr>
            <w:r w:rsidRPr="00EF2F0E">
              <w:rPr>
                <w:rFonts w:cs="Arial"/>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D3" w14:textId="77777777" w:rsidR="00CB11AA" w:rsidRPr="00EF2F0E" w:rsidRDefault="00CB11AA" w:rsidP="00CB11AA">
            <w:pPr>
              <w:pStyle w:val="TAL"/>
              <w:rPr>
                <w:rFonts w:cs="Arial"/>
                <w:sz w:val="16"/>
                <w:szCs w:val="16"/>
              </w:rPr>
            </w:pPr>
            <w:r w:rsidRPr="00EF2F0E">
              <w:rPr>
                <w:rFonts w:cs="Arial"/>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D4" w14:textId="77777777" w:rsidR="00CB11AA" w:rsidRPr="00EF2F0E" w:rsidRDefault="00CB11AA" w:rsidP="00CB11AA">
            <w:pPr>
              <w:pStyle w:val="TAL"/>
              <w:rPr>
                <w:rFonts w:cs="Arial"/>
                <w:sz w:val="16"/>
                <w:szCs w:val="16"/>
              </w:rPr>
            </w:pPr>
            <w:r w:rsidRPr="00EF2F0E">
              <w:rPr>
                <w:rFonts w:cs="Arial"/>
                <w:sz w:val="16"/>
                <w:szCs w:val="16"/>
              </w:rPr>
              <w:t>RP-181917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D5" w14:textId="77777777" w:rsidR="00CB11AA" w:rsidRPr="00EF2F0E" w:rsidRDefault="00CB11AA" w:rsidP="00CB11AA">
            <w:pPr>
              <w:pStyle w:val="TAL"/>
              <w:rPr>
                <w:rFonts w:cs="Arial"/>
                <w:sz w:val="16"/>
                <w:szCs w:val="16"/>
              </w:rPr>
            </w:pPr>
            <w:r w:rsidRPr="00EF2F0E">
              <w:rPr>
                <w:rFonts w:cs="Arial"/>
                <w:sz w:val="16"/>
                <w:szCs w:val="16"/>
              </w:rPr>
              <w:t>0097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D6" w14:textId="77777777" w:rsidR="00CB11AA" w:rsidRPr="00EF2F0E" w:rsidRDefault="00CB11AA" w:rsidP="00CB11AA">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D7" w14:textId="77777777" w:rsidR="00CB11AA" w:rsidRPr="00EF2F0E" w:rsidRDefault="00CB11AA" w:rsidP="00CB11AA">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D8" w14:textId="77777777" w:rsidR="00CB11AA" w:rsidRPr="00EF2F0E" w:rsidRDefault="00CB11AA" w:rsidP="00CB11AA">
            <w:pPr>
              <w:pStyle w:val="TAL"/>
              <w:rPr>
                <w:rFonts w:cs="Arial"/>
                <w:sz w:val="16"/>
                <w:szCs w:val="16"/>
              </w:rPr>
            </w:pPr>
            <w:r w:rsidRPr="00EF2F0E">
              <w:rPr>
                <w:rFonts w:cs="Arial"/>
                <w:sz w:val="16"/>
                <w:szCs w:val="16"/>
              </w:rPr>
              <w:t>CR to TS 37.105: Correction of the OTA blocking requirement (10.6.2.1)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D9" w14:textId="77777777" w:rsidR="00CB11AA" w:rsidRPr="00EF2F0E" w:rsidRDefault="00CB11AA" w:rsidP="00CB11AA">
            <w:pPr>
              <w:pStyle w:val="TAL"/>
              <w:rPr>
                <w:rFonts w:cs="Arial"/>
                <w:sz w:val="16"/>
                <w:szCs w:val="16"/>
              </w:rPr>
            </w:pPr>
            <w:r w:rsidRPr="00EF2F0E">
              <w:rPr>
                <w:rFonts w:cs="Arial"/>
                <w:sz w:val="16"/>
                <w:szCs w:val="16"/>
              </w:rPr>
              <w:t>15.3.0</w:t>
            </w:r>
          </w:p>
        </w:tc>
      </w:tr>
      <w:tr w:rsidR="003401A4" w:rsidRPr="00EF2F0E" w14:paraId="09850FE3"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DB" w14:textId="77777777" w:rsidR="00845D3D" w:rsidRPr="00EF2F0E" w:rsidRDefault="00845D3D" w:rsidP="00845D3D">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DC" w14:textId="77777777" w:rsidR="00845D3D" w:rsidRPr="00EF2F0E" w:rsidRDefault="00845D3D" w:rsidP="00845D3D">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DD" w14:textId="77777777" w:rsidR="00845D3D" w:rsidRPr="00EF2F0E" w:rsidRDefault="00845D3D" w:rsidP="00845D3D">
            <w:pPr>
              <w:pStyle w:val="TAL"/>
              <w:rPr>
                <w:rFonts w:cs="Arial"/>
                <w:sz w:val="16"/>
                <w:szCs w:val="16"/>
              </w:rPr>
            </w:pPr>
            <w:r w:rsidRPr="00EF2F0E">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DE" w14:textId="77777777" w:rsidR="00845D3D" w:rsidRPr="00EF2F0E" w:rsidRDefault="00845D3D" w:rsidP="00845D3D">
            <w:pPr>
              <w:pStyle w:val="TAL"/>
              <w:rPr>
                <w:rFonts w:cs="Arial"/>
                <w:sz w:val="16"/>
                <w:szCs w:val="16"/>
              </w:rPr>
            </w:pPr>
            <w:r w:rsidRPr="00EF2F0E">
              <w:rPr>
                <w:rFonts w:cs="Arial"/>
                <w:sz w:val="16"/>
                <w:szCs w:val="16"/>
              </w:rPr>
              <w:t>0099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DF" w14:textId="77777777" w:rsidR="00845D3D" w:rsidRPr="00EF2F0E" w:rsidRDefault="00845D3D" w:rsidP="00845D3D">
            <w:pPr>
              <w:pStyle w:val="TAL"/>
              <w:rPr>
                <w:rFonts w:cs="Arial"/>
                <w:sz w:val="16"/>
                <w:szCs w:val="16"/>
              </w:rPr>
            </w:pPr>
            <w:r w:rsidRPr="00EF2F0E">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E0" w14:textId="77777777" w:rsidR="00845D3D" w:rsidRPr="00EF2F0E" w:rsidRDefault="00845D3D" w:rsidP="00845D3D">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E1" w14:textId="77777777" w:rsidR="00845D3D" w:rsidRPr="00EF2F0E" w:rsidRDefault="00845D3D" w:rsidP="00845D3D">
            <w:pPr>
              <w:pStyle w:val="TAL"/>
              <w:rPr>
                <w:rFonts w:cs="Arial"/>
                <w:sz w:val="16"/>
                <w:szCs w:val="16"/>
              </w:rPr>
            </w:pPr>
            <w:r w:rsidRPr="00EF2F0E">
              <w:rPr>
                <w:rFonts w:cs="Arial"/>
                <w:sz w:val="16"/>
                <w:szCs w:val="16"/>
              </w:rPr>
              <w:t>Corrections to AAS receiver requirements for NR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E2" w14:textId="77777777" w:rsidR="00845D3D" w:rsidRPr="00EF2F0E" w:rsidRDefault="00845D3D" w:rsidP="00845D3D">
            <w:pPr>
              <w:pStyle w:val="TAL"/>
              <w:rPr>
                <w:rFonts w:cs="Arial"/>
                <w:sz w:val="16"/>
                <w:szCs w:val="16"/>
              </w:rPr>
            </w:pPr>
            <w:r w:rsidRPr="00EF2F0E">
              <w:rPr>
                <w:rFonts w:cs="Arial"/>
                <w:sz w:val="16"/>
                <w:szCs w:val="16"/>
              </w:rPr>
              <w:t>15.4.0</w:t>
            </w:r>
          </w:p>
        </w:tc>
      </w:tr>
      <w:tr w:rsidR="003401A4" w:rsidRPr="00EF2F0E" w14:paraId="09850FEC"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E4" w14:textId="77777777" w:rsidR="008A7D6F" w:rsidRPr="00EF2F0E" w:rsidRDefault="008A7D6F" w:rsidP="008A7D6F">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E5" w14:textId="77777777" w:rsidR="008A7D6F" w:rsidRPr="00EF2F0E" w:rsidRDefault="008A7D6F" w:rsidP="008A7D6F">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E6" w14:textId="77777777" w:rsidR="008A7D6F" w:rsidRPr="00EF2F0E" w:rsidRDefault="008A7D6F" w:rsidP="008A7D6F">
            <w:pPr>
              <w:pStyle w:val="TAL"/>
              <w:rPr>
                <w:rFonts w:cs="Arial"/>
                <w:sz w:val="16"/>
                <w:szCs w:val="16"/>
              </w:rPr>
            </w:pPr>
            <w:r w:rsidRPr="00EF2F0E">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E7" w14:textId="77777777" w:rsidR="008A7D6F" w:rsidRPr="00EF2F0E" w:rsidRDefault="008A7D6F" w:rsidP="008A7D6F">
            <w:pPr>
              <w:pStyle w:val="TAL"/>
              <w:rPr>
                <w:rFonts w:cs="Arial"/>
                <w:sz w:val="16"/>
                <w:szCs w:val="16"/>
              </w:rPr>
            </w:pPr>
            <w:r w:rsidRPr="00EF2F0E">
              <w:rPr>
                <w:rFonts w:cs="Arial"/>
                <w:sz w:val="16"/>
                <w:szCs w:val="16"/>
              </w:rPr>
              <w:t>0100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E8" w14:textId="77777777" w:rsidR="008A7D6F" w:rsidRPr="00EF2F0E" w:rsidRDefault="008A7D6F" w:rsidP="008A7D6F">
            <w:pPr>
              <w:pStyle w:val="TAL"/>
              <w:rPr>
                <w:rFonts w:cs="Arial"/>
                <w:sz w:val="16"/>
                <w:szCs w:val="16"/>
              </w:rPr>
            </w:pPr>
            <w:r w:rsidRPr="00EF2F0E">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E9" w14:textId="77777777" w:rsidR="008A7D6F" w:rsidRPr="00EF2F0E" w:rsidRDefault="008A7D6F" w:rsidP="008A7D6F">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EA" w14:textId="77777777" w:rsidR="008A7D6F" w:rsidRPr="00EF2F0E" w:rsidRDefault="008A7D6F" w:rsidP="008A7D6F">
            <w:pPr>
              <w:pStyle w:val="TAL"/>
              <w:rPr>
                <w:rFonts w:cs="Arial"/>
                <w:sz w:val="16"/>
                <w:szCs w:val="16"/>
              </w:rPr>
            </w:pPr>
            <w:r w:rsidRPr="00EF2F0E">
              <w:rPr>
                <w:rFonts w:cs="Arial"/>
                <w:sz w:val="16"/>
                <w:szCs w:val="16"/>
              </w:rPr>
              <w:t>Addition of NR to of OTA out of band blocking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EB" w14:textId="77777777" w:rsidR="008A7D6F" w:rsidRPr="00EF2F0E" w:rsidRDefault="008A7D6F" w:rsidP="008A7D6F">
            <w:pPr>
              <w:pStyle w:val="TAL"/>
              <w:rPr>
                <w:rFonts w:cs="Arial"/>
                <w:sz w:val="16"/>
                <w:szCs w:val="16"/>
              </w:rPr>
            </w:pPr>
            <w:r w:rsidRPr="00EF2F0E">
              <w:rPr>
                <w:rFonts w:cs="Arial"/>
                <w:sz w:val="16"/>
                <w:szCs w:val="16"/>
              </w:rPr>
              <w:t>15.4.0</w:t>
            </w:r>
          </w:p>
        </w:tc>
      </w:tr>
      <w:tr w:rsidR="003401A4" w:rsidRPr="00EF2F0E" w14:paraId="09850FF5"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ED" w14:textId="77777777" w:rsidR="00613287" w:rsidRPr="00EF2F0E" w:rsidRDefault="00613287" w:rsidP="00613287">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EE" w14:textId="77777777" w:rsidR="00613287" w:rsidRPr="00EF2F0E" w:rsidRDefault="00613287" w:rsidP="00613287">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EF" w14:textId="77777777" w:rsidR="00613287" w:rsidRPr="00EF2F0E" w:rsidRDefault="00613287" w:rsidP="00613287">
            <w:pPr>
              <w:pStyle w:val="TAL"/>
              <w:rPr>
                <w:rFonts w:cs="Arial"/>
                <w:sz w:val="16"/>
                <w:szCs w:val="16"/>
              </w:rPr>
            </w:pPr>
            <w:r w:rsidRPr="00EF2F0E">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F0" w14:textId="77777777" w:rsidR="00613287" w:rsidRPr="00EF2F0E" w:rsidRDefault="00613287" w:rsidP="00613287">
            <w:pPr>
              <w:pStyle w:val="TAL"/>
              <w:rPr>
                <w:rFonts w:cs="Arial"/>
                <w:sz w:val="16"/>
                <w:szCs w:val="16"/>
              </w:rPr>
            </w:pPr>
            <w:r w:rsidRPr="00EF2F0E">
              <w:rPr>
                <w:rFonts w:cs="Arial"/>
                <w:sz w:val="16"/>
                <w:szCs w:val="16"/>
              </w:rPr>
              <w:t>0101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F1" w14:textId="77777777" w:rsidR="00613287" w:rsidRPr="00EF2F0E" w:rsidRDefault="00613287" w:rsidP="00613287">
            <w:pPr>
              <w:pStyle w:val="TAL"/>
              <w:rPr>
                <w:rFonts w:cs="Arial"/>
                <w:sz w:val="16"/>
                <w:szCs w:val="16"/>
              </w:rPr>
            </w:pPr>
            <w:r w:rsidRPr="00EF2F0E">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F2" w14:textId="77777777" w:rsidR="00613287" w:rsidRPr="00EF2F0E" w:rsidRDefault="00613287" w:rsidP="00613287">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F3" w14:textId="77777777" w:rsidR="00613287" w:rsidRPr="00EF2F0E" w:rsidRDefault="00613287" w:rsidP="00613287">
            <w:pPr>
              <w:pStyle w:val="TAL"/>
              <w:rPr>
                <w:rFonts w:cs="Arial"/>
                <w:sz w:val="16"/>
                <w:szCs w:val="16"/>
              </w:rPr>
            </w:pPr>
            <w:r w:rsidRPr="00EF2F0E">
              <w:rPr>
                <w:rFonts w:cs="Arial"/>
                <w:sz w:val="16"/>
                <w:szCs w:val="16"/>
              </w:rPr>
              <w:t>Addition of NR to co-existence and co-location related emissions for single RAT BS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F4" w14:textId="77777777" w:rsidR="00613287" w:rsidRPr="00EF2F0E" w:rsidRDefault="00613287" w:rsidP="00613287">
            <w:pPr>
              <w:pStyle w:val="TAL"/>
              <w:rPr>
                <w:rFonts w:cs="Arial"/>
                <w:sz w:val="16"/>
                <w:szCs w:val="16"/>
              </w:rPr>
            </w:pPr>
            <w:r w:rsidRPr="00EF2F0E">
              <w:rPr>
                <w:rFonts w:cs="Arial"/>
                <w:sz w:val="16"/>
                <w:szCs w:val="16"/>
              </w:rPr>
              <w:t>15.4.0</w:t>
            </w:r>
          </w:p>
        </w:tc>
      </w:tr>
      <w:tr w:rsidR="003401A4" w:rsidRPr="00EF2F0E" w14:paraId="09850FFE"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F6" w14:textId="77777777" w:rsidR="00FD5086" w:rsidRPr="00EF2F0E" w:rsidRDefault="00FD5086" w:rsidP="00FD5086">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F7" w14:textId="77777777" w:rsidR="00FD5086" w:rsidRPr="00EF2F0E" w:rsidRDefault="00FD5086" w:rsidP="00FD5086">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0FF8" w14:textId="77777777" w:rsidR="00FD5086" w:rsidRPr="00EF2F0E" w:rsidRDefault="00FD5086" w:rsidP="00FD5086">
            <w:pPr>
              <w:pStyle w:val="TAL"/>
              <w:rPr>
                <w:rFonts w:cs="Arial"/>
                <w:sz w:val="16"/>
                <w:szCs w:val="16"/>
              </w:rPr>
            </w:pPr>
            <w:r w:rsidRPr="00EF2F0E">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0FF9" w14:textId="77777777" w:rsidR="00FD5086" w:rsidRPr="00EF2F0E" w:rsidRDefault="00FD5086" w:rsidP="00FD5086">
            <w:pPr>
              <w:pStyle w:val="TAL"/>
              <w:rPr>
                <w:rFonts w:cs="Arial"/>
                <w:sz w:val="16"/>
                <w:szCs w:val="16"/>
              </w:rPr>
            </w:pPr>
            <w:r w:rsidRPr="00EF2F0E">
              <w:rPr>
                <w:rFonts w:cs="Arial"/>
                <w:sz w:val="16"/>
                <w:szCs w:val="16"/>
              </w:rPr>
              <w:t>0102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0FFA" w14:textId="77777777" w:rsidR="00FD5086" w:rsidRPr="00EF2F0E" w:rsidRDefault="00FD5086" w:rsidP="00FD5086">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0FFB" w14:textId="77777777" w:rsidR="00FD5086" w:rsidRPr="00EF2F0E" w:rsidRDefault="00FD5086" w:rsidP="00FD5086">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0FFC" w14:textId="77777777" w:rsidR="00FD5086" w:rsidRPr="00EF2F0E" w:rsidRDefault="00FD5086" w:rsidP="00FD5086">
            <w:pPr>
              <w:pStyle w:val="TAL"/>
              <w:rPr>
                <w:rFonts w:cs="Arial"/>
                <w:sz w:val="16"/>
                <w:szCs w:val="16"/>
              </w:rPr>
            </w:pPr>
            <w:r w:rsidRPr="00EF2F0E">
              <w:rPr>
                <w:rFonts w:cs="Arial"/>
                <w:sz w:val="16"/>
                <w:szCs w:val="16"/>
              </w:rPr>
              <w:t>Correction of NR related OBUE emissions tables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0FFD" w14:textId="77777777" w:rsidR="00FD5086" w:rsidRPr="00EF2F0E" w:rsidRDefault="00FD5086" w:rsidP="00FD5086">
            <w:pPr>
              <w:pStyle w:val="TAL"/>
              <w:rPr>
                <w:rFonts w:cs="Arial"/>
                <w:sz w:val="16"/>
                <w:szCs w:val="16"/>
              </w:rPr>
            </w:pPr>
            <w:r w:rsidRPr="00EF2F0E">
              <w:rPr>
                <w:rFonts w:cs="Arial"/>
                <w:sz w:val="16"/>
                <w:szCs w:val="16"/>
              </w:rPr>
              <w:t>15.4.0</w:t>
            </w:r>
          </w:p>
        </w:tc>
      </w:tr>
      <w:tr w:rsidR="003401A4" w:rsidRPr="00EF2F0E" w14:paraId="09851007"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0FFF" w14:textId="77777777" w:rsidR="003F732C" w:rsidRPr="00EF2F0E" w:rsidRDefault="003F732C" w:rsidP="003F732C">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00" w14:textId="77777777" w:rsidR="003F732C" w:rsidRPr="00EF2F0E" w:rsidRDefault="003F732C" w:rsidP="003F732C">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01" w14:textId="77777777" w:rsidR="003F732C" w:rsidRPr="00EF2F0E" w:rsidRDefault="003F732C" w:rsidP="003F732C">
            <w:pPr>
              <w:pStyle w:val="TAL"/>
              <w:rPr>
                <w:rFonts w:cs="Arial"/>
                <w:sz w:val="16"/>
                <w:szCs w:val="16"/>
              </w:rPr>
            </w:pPr>
            <w:r w:rsidRPr="00EF2F0E">
              <w:rPr>
                <w:rFonts w:cs="Arial"/>
                <w:sz w:val="16"/>
                <w:szCs w:val="16"/>
              </w:rPr>
              <w:t>RP-182380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02" w14:textId="77777777" w:rsidR="003F732C" w:rsidRPr="00EF2F0E" w:rsidRDefault="003F732C" w:rsidP="003F732C">
            <w:pPr>
              <w:pStyle w:val="TAL"/>
              <w:rPr>
                <w:rFonts w:cs="Arial"/>
                <w:sz w:val="16"/>
                <w:szCs w:val="16"/>
              </w:rPr>
            </w:pPr>
            <w:r w:rsidRPr="00EF2F0E">
              <w:rPr>
                <w:rFonts w:cs="Arial"/>
                <w:sz w:val="16"/>
                <w:szCs w:val="16"/>
              </w:rPr>
              <w:t>0108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03" w14:textId="77777777" w:rsidR="003F732C" w:rsidRPr="00EF2F0E" w:rsidRDefault="003F732C" w:rsidP="003F732C">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04" w14:textId="77777777" w:rsidR="003F732C" w:rsidRPr="00EF2F0E" w:rsidRDefault="003F732C" w:rsidP="003F732C">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05" w14:textId="77777777" w:rsidR="003F732C" w:rsidRPr="00EF2F0E" w:rsidRDefault="003F732C" w:rsidP="003F732C">
            <w:pPr>
              <w:pStyle w:val="TAL"/>
              <w:rPr>
                <w:rFonts w:cs="Arial"/>
                <w:sz w:val="16"/>
                <w:szCs w:val="16"/>
              </w:rPr>
            </w:pPr>
            <w:r w:rsidRPr="00EF2F0E">
              <w:rPr>
                <w:rFonts w:cs="Arial"/>
                <w:sz w:val="16"/>
                <w:szCs w:val="16"/>
              </w:rPr>
              <w:t>CR to TS 37.105: TS37.145 reference correction,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06" w14:textId="77777777" w:rsidR="003F732C" w:rsidRPr="00EF2F0E" w:rsidRDefault="003F732C" w:rsidP="003F732C">
            <w:pPr>
              <w:pStyle w:val="TAL"/>
              <w:rPr>
                <w:rFonts w:cs="Arial"/>
                <w:sz w:val="16"/>
                <w:szCs w:val="16"/>
              </w:rPr>
            </w:pPr>
            <w:r w:rsidRPr="00EF2F0E">
              <w:rPr>
                <w:rFonts w:cs="Arial"/>
                <w:sz w:val="16"/>
                <w:szCs w:val="16"/>
              </w:rPr>
              <w:t>15.4.0</w:t>
            </w:r>
          </w:p>
        </w:tc>
      </w:tr>
      <w:tr w:rsidR="003401A4" w:rsidRPr="00EF2F0E" w14:paraId="09851010"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08" w14:textId="77777777" w:rsidR="00152241" w:rsidRPr="00EF2F0E" w:rsidRDefault="00152241" w:rsidP="00152241">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09" w14:textId="77777777" w:rsidR="00152241" w:rsidRPr="00EF2F0E" w:rsidRDefault="00152241" w:rsidP="00152241">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0A" w14:textId="77777777" w:rsidR="00152241" w:rsidRPr="00EF2F0E" w:rsidRDefault="00152241" w:rsidP="00152241">
            <w:pPr>
              <w:pStyle w:val="TAL"/>
              <w:rPr>
                <w:rFonts w:cs="Arial"/>
                <w:sz w:val="16"/>
                <w:szCs w:val="16"/>
              </w:rPr>
            </w:pPr>
            <w:r w:rsidRPr="00EF2F0E">
              <w:rPr>
                <w:rFonts w:cs="Arial"/>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0B" w14:textId="77777777" w:rsidR="00152241" w:rsidRPr="00EF2F0E" w:rsidRDefault="00152241" w:rsidP="00152241">
            <w:pPr>
              <w:pStyle w:val="TAL"/>
              <w:rPr>
                <w:rFonts w:cs="Arial"/>
                <w:sz w:val="16"/>
                <w:szCs w:val="16"/>
              </w:rPr>
            </w:pPr>
            <w:r w:rsidRPr="00EF2F0E">
              <w:rPr>
                <w:rFonts w:cs="Arial"/>
                <w:sz w:val="16"/>
                <w:szCs w:val="16"/>
              </w:rPr>
              <w:t>0109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0C" w14:textId="77777777" w:rsidR="00152241" w:rsidRPr="00EF2F0E" w:rsidRDefault="00152241" w:rsidP="00152241">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0D" w14:textId="77777777" w:rsidR="00152241" w:rsidRPr="00EF2F0E" w:rsidRDefault="00152241" w:rsidP="00152241">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0E" w14:textId="77777777" w:rsidR="00152241" w:rsidRPr="00EF2F0E" w:rsidRDefault="00152241" w:rsidP="00152241">
            <w:pPr>
              <w:pStyle w:val="TAL"/>
              <w:rPr>
                <w:rFonts w:cs="Arial"/>
                <w:sz w:val="16"/>
                <w:szCs w:val="16"/>
              </w:rPr>
            </w:pPr>
            <w:r w:rsidRPr="00EF2F0E">
              <w:rPr>
                <w:rFonts w:cs="Arial"/>
                <w:sz w:val="16"/>
                <w:szCs w:val="16"/>
              </w:rPr>
              <w:t>CR to TS 37.105: correction of the "EIRP accuracy directions set" into "OTA peak directions set"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0F" w14:textId="77777777" w:rsidR="00152241" w:rsidRPr="00EF2F0E" w:rsidRDefault="00152241" w:rsidP="00152241">
            <w:pPr>
              <w:pStyle w:val="TAL"/>
              <w:rPr>
                <w:rFonts w:cs="Arial"/>
                <w:sz w:val="16"/>
                <w:szCs w:val="16"/>
              </w:rPr>
            </w:pPr>
            <w:r w:rsidRPr="00EF2F0E">
              <w:rPr>
                <w:rFonts w:cs="Arial"/>
                <w:sz w:val="16"/>
                <w:szCs w:val="16"/>
              </w:rPr>
              <w:t>15.4.0</w:t>
            </w:r>
          </w:p>
        </w:tc>
      </w:tr>
      <w:tr w:rsidR="003401A4" w:rsidRPr="00EF2F0E" w14:paraId="09851019"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11" w14:textId="77777777" w:rsidR="00436D44" w:rsidRPr="00EF2F0E" w:rsidRDefault="00436D44" w:rsidP="00436D44">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12" w14:textId="77777777" w:rsidR="00436D44" w:rsidRPr="00EF2F0E" w:rsidRDefault="00436D44" w:rsidP="00436D44">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13" w14:textId="77777777" w:rsidR="00436D44" w:rsidRPr="00EF2F0E" w:rsidRDefault="00436D44" w:rsidP="00436D44">
            <w:pPr>
              <w:pStyle w:val="TAL"/>
              <w:rPr>
                <w:rFonts w:cs="Arial"/>
                <w:sz w:val="16"/>
                <w:szCs w:val="16"/>
              </w:rPr>
            </w:pPr>
            <w:r w:rsidRPr="00EF2F0E">
              <w:rPr>
                <w:rFonts w:cs="Arial"/>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14" w14:textId="77777777" w:rsidR="00436D44" w:rsidRPr="00EF2F0E" w:rsidRDefault="00436D44" w:rsidP="00436D44">
            <w:pPr>
              <w:pStyle w:val="TAL"/>
              <w:rPr>
                <w:rFonts w:cs="Arial"/>
                <w:sz w:val="16"/>
                <w:szCs w:val="16"/>
              </w:rPr>
            </w:pPr>
            <w:r w:rsidRPr="00EF2F0E">
              <w:rPr>
                <w:rFonts w:cs="Arial"/>
                <w:sz w:val="16"/>
                <w:szCs w:val="16"/>
              </w:rPr>
              <w:t>0110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15" w14:textId="77777777" w:rsidR="00436D44" w:rsidRPr="00EF2F0E" w:rsidRDefault="00436D44" w:rsidP="00436D44">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16" w14:textId="77777777" w:rsidR="00436D44" w:rsidRPr="00EF2F0E" w:rsidRDefault="00436D44" w:rsidP="00436D44">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17" w14:textId="77777777" w:rsidR="00436D44" w:rsidRPr="00EF2F0E" w:rsidRDefault="00436D44" w:rsidP="00436D44">
            <w:pPr>
              <w:pStyle w:val="TAL"/>
              <w:rPr>
                <w:rFonts w:cs="Arial"/>
                <w:sz w:val="16"/>
                <w:szCs w:val="16"/>
              </w:rPr>
            </w:pPr>
            <w:r w:rsidRPr="00EF2F0E">
              <w:rPr>
                <w:rFonts w:cs="Arial"/>
                <w:sz w:val="16"/>
                <w:szCs w:val="16"/>
              </w:rPr>
              <w:t>CR to 37.105: Corrections to co-location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18" w14:textId="77777777" w:rsidR="00436D44" w:rsidRPr="00EF2F0E" w:rsidRDefault="00436D44" w:rsidP="00436D44">
            <w:pPr>
              <w:pStyle w:val="TAL"/>
              <w:rPr>
                <w:rFonts w:cs="Arial"/>
                <w:sz w:val="16"/>
                <w:szCs w:val="16"/>
              </w:rPr>
            </w:pPr>
            <w:r w:rsidRPr="00EF2F0E">
              <w:rPr>
                <w:rFonts w:cs="Arial"/>
                <w:sz w:val="16"/>
                <w:szCs w:val="16"/>
              </w:rPr>
              <w:t>15.4.0</w:t>
            </w:r>
          </w:p>
        </w:tc>
      </w:tr>
      <w:tr w:rsidR="003401A4" w:rsidRPr="00EF2F0E" w14:paraId="09851022"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1A" w14:textId="77777777" w:rsidR="00F834F9" w:rsidRPr="00EF2F0E" w:rsidRDefault="00F834F9" w:rsidP="00F834F9">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1B" w14:textId="77777777" w:rsidR="00F834F9" w:rsidRPr="00EF2F0E" w:rsidRDefault="00F834F9" w:rsidP="00F834F9">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1C" w14:textId="77777777" w:rsidR="00F834F9" w:rsidRPr="00EF2F0E" w:rsidRDefault="00F834F9" w:rsidP="00F834F9">
            <w:pPr>
              <w:pStyle w:val="TAL"/>
              <w:rPr>
                <w:rFonts w:cs="Arial"/>
                <w:sz w:val="16"/>
                <w:szCs w:val="16"/>
              </w:rPr>
            </w:pPr>
            <w:r w:rsidRPr="00EF2F0E">
              <w:rPr>
                <w:rFonts w:cs="Arial"/>
                <w:sz w:val="16"/>
                <w:szCs w:val="16"/>
              </w:rPr>
              <w:t>RP-182387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1D" w14:textId="77777777" w:rsidR="00F834F9" w:rsidRPr="00EF2F0E" w:rsidRDefault="00F834F9" w:rsidP="00F834F9">
            <w:pPr>
              <w:pStyle w:val="TAL"/>
              <w:rPr>
                <w:rFonts w:cs="Arial"/>
                <w:sz w:val="16"/>
                <w:szCs w:val="16"/>
              </w:rPr>
            </w:pPr>
            <w:r w:rsidRPr="00EF2F0E">
              <w:rPr>
                <w:rFonts w:cs="Arial"/>
                <w:sz w:val="16"/>
                <w:szCs w:val="16"/>
              </w:rPr>
              <w:t>0112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1E" w14:textId="77777777" w:rsidR="00F834F9" w:rsidRPr="00EF2F0E" w:rsidRDefault="00F834F9" w:rsidP="00F834F9">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1F" w14:textId="77777777" w:rsidR="00F834F9" w:rsidRPr="00EF2F0E" w:rsidRDefault="00F834F9" w:rsidP="00F834F9">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20" w14:textId="77777777" w:rsidR="00F834F9" w:rsidRPr="00EF2F0E" w:rsidRDefault="00F834F9" w:rsidP="00F834F9">
            <w:pPr>
              <w:pStyle w:val="TAL"/>
              <w:rPr>
                <w:rFonts w:cs="Arial"/>
                <w:sz w:val="16"/>
                <w:szCs w:val="16"/>
              </w:rPr>
            </w:pPr>
            <w:r w:rsidRPr="00EF2F0E">
              <w:rPr>
                <w:rFonts w:cs="Arial"/>
                <w:sz w:val="16"/>
                <w:szCs w:val="16"/>
              </w:rPr>
              <w:t>CR to TS 37.105: Text alignment for the OTA demodulation branches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21" w14:textId="77777777" w:rsidR="00F834F9" w:rsidRPr="00EF2F0E" w:rsidRDefault="00F834F9" w:rsidP="00F834F9">
            <w:pPr>
              <w:pStyle w:val="TAL"/>
              <w:rPr>
                <w:rFonts w:cs="Arial"/>
                <w:sz w:val="16"/>
                <w:szCs w:val="16"/>
              </w:rPr>
            </w:pPr>
            <w:r w:rsidRPr="00EF2F0E">
              <w:rPr>
                <w:rFonts w:cs="Arial"/>
                <w:sz w:val="16"/>
                <w:szCs w:val="16"/>
              </w:rPr>
              <w:t>15.4.0</w:t>
            </w:r>
          </w:p>
        </w:tc>
      </w:tr>
      <w:tr w:rsidR="003401A4" w:rsidRPr="00EF2F0E" w14:paraId="0985102B"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23" w14:textId="77777777" w:rsidR="00D94816" w:rsidRPr="00EF2F0E" w:rsidRDefault="00D94816" w:rsidP="00D94816">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24" w14:textId="77777777" w:rsidR="00D94816" w:rsidRPr="00EF2F0E" w:rsidRDefault="00D94816" w:rsidP="00D94816">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25" w14:textId="77777777" w:rsidR="00D94816" w:rsidRPr="00EF2F0E" w:rsidRDefault="00811C84" w:rsidP="00D94816">
            <w:pPr>
              <w:pStyle w:val="TAL"/>
              <w:rPr>
                <w:rFonts w:cs="Arial"/>
                <w:sz w:val="16"/>
                <w:szCs w:val="16"/>
              </w:rPr>
            </w:pPr>
            <w:r w:rsidRPr="00EF2F0E">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26" w14:textId="77777777" w:rsidR="00D94816" w:rsidRPr="00EF2F0E" w:rsidRDefault="00D94816" w:rsidP="00D94816">
            <w:pPr>
              <w:pStyle w:val="TAL"/>
              <w:rPr>
                <w:rFonts w:cs="Arial"/>
                <w:sz w:val="16"/>
                <w:szCs w:val="16"/>
              </w:rPr>
            </w:pPr>
            <w:r w:rsidRPr="00EF2F0E">
              <w:rPr>
                <w:rFonts w:cs="Arial"/>
                <w:sz w:val="16"/>
                <w:szCs w:val="16"/>
              </w:rPr>
              <w:t>0113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27" w14:textId="77777777" w:rsidR="00D94816" w:rsidRPr="00EF2F0E" w:rsidRDefault="00D94816" w:rsidP="00D94816">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28" w14:textId="77777777" w:rsidR="00D94816" w:rsidRPr="00EF2F0E" w:rsidRDefault="00811C84" w:rsidP="00D94816">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29" w14:textId="77777777" w:rsidR="00D94816" w:rsidRPr="00EF2F0E" w:rsidRDefault="00811C84" w:rsidP="00D94816">
            <w:pPr>
              <w:pStyle w:val="TAL"/>
              <w:rPr>
                <w:rFonts w:cs="Arial"/>
                <w:sz w:val="16"/>
                <w:szCs w:val="16"/>
              </w:rPr>
            </w:pPr>
            <w:r w:rsidRPr="00EF2F0E">
              <w:rPr>
                <w:rFonts w:cs="Arial"/>
                <w:sz w:val="16"/>
                <w:szCs w:val="16"/>
              </w:rPr>
              <w:t>Correction of narrowband blocking requirement for NR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2A" w14:textId="77777777" w:rsidR="00D94816" w:rsidRPr="00EF2F0E" w:rsidRDefault="00D94816" w:rsidP="00D94816">
            <w:pPr>
              <w:pStyle w:val="TAL"/>
              <w:rPr>
                <w:rFonts w:cs="Arial"/>
                <w:sz w:val="16"/>
                <w:szCs w:val="16"/>
              </w:rPr>
            </w:pPr>
            <w:r w:rsidRPr="00EF2F0E">
              <w:rPr>
                <w:rFonts w:cs="Arial"/>
                <w:sz w:val="16"/>
                <w:szCs w:val="16"/>
              </w:rPr>
              <w:t>15.4.0</w:t>
            </w:r>
          </w:p>
        </w:tc>
      </w:tr>
      <w:tr w:rsidR="003401A4" w:rsidRPr="00EF2F0E" w14:paraId="09851034"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2C" w14:textId="77777777" w:rsidR="00E412BB" w:rsidRPr="00EF2F0E" w:rsidRDefault="00E412BB" w:rsidP="00E412BB">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2D" w14:textId="77777777" w:rsidR="00E412BB" w:rsidRPr="00EF2F0E" w:rsidRDefault="00E412BB" w:rsidP="00E412BB">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2E" w14:textId="77777777" w:rsidR="00E412BB" w:rsidRPr="00EF2F0E" w:rsidRDefault="00E412BB" w:rsidP="00E412BB">
            <w:pPr>
              <w:pStyle w:val="TAL"/>
              <w:rPr>
                <w:rFonts w:cs="Arial"/>
                <w:sz w:val="16"/>
                <w:szCs w:val="16"/>
              </w:rPr>
            </w:pPr>
            <w:r w:rsidRPr="00EF2F0E">
              <w:rPr>
                <w:rFonts w:cs="Arial"/>
                <w:sz w:val="16"/>
                <w:szCs w:val="16"/>
              </w:rPr>
              <w:t>RP-182380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2F" w14:textId="77777777" w:rsidR="00E412BB" w:rsidRPr="00EF2F0E" w:rsidRDefault="00E412BB" w:rsidP="00E412BB">
            <w:pPr>
              <w:pStyle w:val="TAL"/>
              <w:rPr>
                <w:rFonts w:cs="Arial"/>
                <w:sz w:val="16"/>
                <w:szCs w:val="16"/>
              </w:rPr>
            </w:pPr>
            <w:r w:rsidRPr="00EF2F0E">
              <w:rPr>
                <w:rFonts w:cs="Arial"/>
                <w:sz w:val="16"/>
                <w:szCs w:val="16"/>
              </w:rPr>
              <w:t>0116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30" w14:textId="77777777" w:rsidR="00E412BB" w:rsidRPr="00EF2F0E" w:rsidRDefault="00E412BB" w:rsidP="00E412BB">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31" w14:textId="77777777" w:rsidR="00E412BB" w:rsidRPr="00EF2F0E" w:rsidRDefault="00E412BB" w:rsidP="00E412BB">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32" w14:textId="77777777" w:rsidR="00E412BB" w:rsidRPr="00EF2F0E" w:rsidRDefault="00E412BB" w:rsidP="00E412BB">
            <w:pPr>
              <w:pStyle w:val="TAL"/>
              <w:rPr>
                <w:rFonts w:cs="Arial"/>
                <w:sz w:val="16"/>
                <w:szCs w:val="16"/>
              </w:rPr>
            </w:pPr>
            <w:r w:rsidRPr="00EF2F0E">
              <w:rPr>
                <w:rFonts w:cs="Arial"/>
                <w:sz w:val="16"/>
                <w:szCs w:val="16"/>
              </w:rPr>
              <w:t>Cleanup to conducted requirements text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33" w14:textId="77777777" w:rsidR="00E412BB" w:rsidRPr="00EF2F0E" w:rsidRDefault="00E412BB" w:rsidP="00E412BB">
            <w:pPr>
              <w:pStyle w:val="TAL"/>
              <w:rPr>
                <w:rFonts w:cs="Arial"/>
                <w:sz w:val="16"/>
                <w:szCs w:val="16"/>
              </w:rPr>
            </w:pPr>
            <w:r w:rsidRPr="00EF2F0E">
              <w:rPr>
                <w:rFonts w:cs="Arial"/>
                <w:sz w:val="16"/>
                <w:szCs w:val="16"/>
              </w:rPr>
              <w:t>15.4.0</w:t>
            </w:r>
          </w:p>
        </w:tc>
      </w:tr>
      <w:tr w:rsidR="003401A4" w:rsidRPr="00EF2F0E" w14:paraId="0985103D"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35" w14:textId="77777777" w:rsidR="00E06E77" w:rsidRPr="00EF2F0E" w:rsidRDefault="00E06E77" w:rsidP="00E06E77">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36" w14:textId="77777777" w:rsidR="00E06E77" w:rsidRPr="00EF2F0E" w:rsidRDefault="00E06E77" w:rsidP="00E06E77">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37" w14:textId="77777777" w:rsidR="00E06E77" w:rsidRPr="00EF2F0E" w:rsidRDefault="00E06E77" w:rsidP="00E06E77">
            <w:pPr>
              <w:pStyle w:val="TAL"/>
              <w:rPr>
                <w:rFonts w:cs="Arial"/>
                <w:sz w:val="16"/>
                <w:szCs w:val="16"/>
              </w:rPr>
            </w:pPr>
            <w:r w:rsidRPr="00EF2F0E">
              <w:rPr>
                <w:rFonts w:cs="Arial"/>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38" w14:textId="77777777" w:rsidR="00E06E77" w:rsidRPr="00EF2F0E" w:rsidRDefault="00E06E77" w:rsidP="00E06E77">
            <w:pPr>
              <w:pStyle w:val="TAL"/>
              <w:rPr>
                <w:rFonts w:cs="Arial"/>
                <w:sz w:val="16"/>
                <w:szCs w:val="16"/>
              </w:rPr>
            </w:pPr>
            <w:r w:rsidRPr="00EF2F0E">
              <w:rPr>
                <w:rFonts w:cs="Arial"/>
                <w:sz w:val="16"/>
                <w:szCs w:val="16"/>
              </w:rPr>
              <w:t>0117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39" w14:textId="77777777" w:rsidR="00E06E77" w:rsidRPr="00EF2F0E" w:rsidRDefault="00E06E77" w:rsidP="00E06E77">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3A" w14:textId="77777777" w:rsidR="00E06E77" w:rsidRPr="00EF2F0E" w:rsidRDefault="00E06E77" w:rsidP="00E06E77">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3B" w14:textId="77777777" w:rsidR="00E06E77" w:rsidRPr="00EF2F0E" w:rsidRDefault="00E06E77" w:rsidP="00E06E77">
            <w:pPr>
              <w:pStyle w:val="TAL"/>
              <w:rPr>
                <w:rFonts w:cs="Arial"/>
                <w:sz w:val="16"/>
                <w:szCs w:val="16"/>
              </w:rPr>
            </w:pPr>
            <w:r w:rsidRPr="00EF2F0E">
              <w:rPr>
                <w:rFonts w:cs="Arial"/>
                <w:sz w:val="16"/>
                <w:szCs w:val="16"/>
              </w:rPr>
              <w:t>Cleanup to OTA requirements text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3C" w14:textId="77777777" w:rsidR="00E06E77" w:rsidRPr="00EF2F0E" w:rsidRDefault="00E06E77" w:rsidP="00E06E77">
            <w:pPr>
              <w:pStyle w:val="TAL"/>
              <w:rPr>
                <w:rFonts w:cs="Arial"/>
                <w:sz w:val="16"/>
                <w:szCs w:val="16"/>
              </w:rPr>
            </w:pPr>
            <w:r w:rsidRPr="00EF2F0E">
              <w:rPr>
                <w:rFonts w:cs="Arial"/>
                <w:sz w:val="16"/>
                <w:szCs w:val="16"/>
              </w:rPr>
              <w:t>15.4.0</w:t>
            </w:r>
          </w:p>
        </w:tc>
      </w:tr>
      <w:tr w:rsidR="003401A4" w:rsidRPr="00EF2F0E" w14:paraId="09851046"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3E" w14:textId="77777777" w:rsidR="0072592F" w:rsidRPr="00EF2F0E" w:rsidRDefault="0072592F" w:rsidP="0072592F">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3F" w14:textId="77777777" w:rsidR="0072592F" w:rsidRPr="00EF2F0E" w:rsidRDefault="0072592F" w:rsidP="0072592F">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40" w14:textId="77777777" w:rsidR="0072592F" w:rsidRPr="00EF2F0E" w:rsidRDefault="0072592F" w:rsidP="0072592F">
            <w:pPr>
              <w:pStyle w:val="TAL"/>
              <w:rPr>
                <w:rFonts w:cs="Arial"/>
                <w:sz w:val="16"/>
                <w:szCs w:val="16"/>
              </w:rPr>
            </w:pPr>
            <w:r w:rsidRPr="00EF2F0E">
              <w:rPr>
                <w:rFonts w:cs="Arial"/>
                <w:sz w:val="16"/>
                <w:szCs w:val="16"/>
              </w:rPr>
              <w:t>RP-182387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41" w14:textId="77777777" w:rsidR="0072592F" w:rsidRPr="00EF2F0E" w:rsidRDefault="0072592F" w:rsidP="0072592F">
            <w:pPr>
              <w:pStyle w:val="TAL"/>
              <w:rPr>
                <w:rFonts w:cs="Arial"/>
                <w:sz w:val="16"/>
                <w:szCs w:val="16"/>
              </w:rPr>
            </w:pPr>
            <w:r w:rsidRPr="00EF2F0E">
              <w:rPr>
                <w:rFonts w:cs="Arial"/>
                <w:sz w:val="16"/>
                <w:szCs w:val="16"/>
              </w:rPr>
              <w:t>0118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42" w14:textId="77777777" w:rsidR="0072592F" w:rsidRPr="00EF2F0E" w:rsidRDefault="0072592F" w:rsidP="0072592F">
            <w:pPr>
              <w:pStyle w:val="TAL"/>
              <w:rPr>
                <w:rFonts w:cs="Arial"/>
                <w:sz w:val="16"/>
                <w:szCs w:val="16"/>
              </w:rPr>
            </w:pPr>
            <w:r w:rsidRPr="00EF2F0E">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43" w14:textId="77777777" w:rsidR="0072592F" w:rsidRPr="00EF2F0E" w:rsidRDefault="0072592F" w:rsidP="0072592F">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44" w14:textId="77777777" w:rsidR="0072592F" w:rsidRPr="00EF2F0E" w:rsidRDefault="0072592F" w:rsidP="0072592F">
            <w:pPr>
              <w:pStyle w:val="TAL"/>
              <w:rPr>
                <w:rFonts w:cs="Arial"/>
                <w:sz w:val="16"/>
                <w:szCs w:val="16"/>
              </w:rPr>
            </w:pPr>
            <w:r w:rsidRPr="00EF2F0E">
              <w:rPr>
                <w:rFonts w:cs="Arial"/>
                <w:sz w:val="16"/>
                <w:szCs w:val="16"/>
              </w:rPr>
              <w:t>CR to TS 37.105 - polarisation wording improvements for OTA s reference sensitivity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45" w14:textId="77777777" w:rsidR="0072592F" w:rsidRPr="00EF2F0E" w:rsidRDefault="0072592F" w:rsidP="0072592F">
            <w:pPr>
              <w:pStyle w:val="TAL"/>
              <w:rPr>
                <w:rFonts w:cs="Arial"/>
                <w:sz w:val="16"/>
                <w:szCs w:val="16"/>
              </w:rPr>
            </w:pPr>
            <w:r w:rsidRPr="00EF2F0E">
              <w:rPr>
                <w:rFonts w:cs="Arial"/>
                <w:sz w:val="16"/>
                <w:szCs w:val="16"/>
              </w:rPr>
              <w:t>15.4.0</w:t>
            </w:r>
          </w:p>
        </w:tc>
      </w:tr>
      <w:tr w:rsidR="003401A4" w:rsidRPr="00EF2F0E" w14:paraId="0985104F"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47" w14:textId="77777777" w:rsidR="003700DB" w:rsidRPr="00EF2F0E" w:rsidRDefault="003700DB" w:rsidP="003700DB">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48" w14:textId="77777777" w:rsidR="003700DB" w:rsidRPr="00EF2F0E" w:rsidRDefault="003700DB" w:rsidP="003700DB">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49" w14:textId="77777777" w:rsidR="003700DB" w:rsidRPr="00EF2F0E" w:rsidRDefault="003700DB" w:rsidP="003700DB">
            <w:pPr>
              <w:pStyle w:val="TAL"/>
              <w:rPr>
                <w:rFonts w:cs="Arial"/>
                <w:sz w:val="16"/>
                <w:szCs w:val="16"/>
              </w:rPr>
            </w:pPr>
            <w:r w:rsidRPr="00EF2F0E">
              <w:rPr>
                <w:rFonts w:cs="Arial"/>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4A" w14:textId="77777777" w:rsidR="003700DB" w:rsidRPr="00EF2F0E" w:rsidRDefault="003700DB" w:rsidP="003700DB">
            <w:pPr>
              <w:pStyle w:val="TAL"/>
              <w:rPr>
                <w:rFonts w:cs="Arial"/>
                <w:sz w:val="16"/>
                <w:szCs w:val="16"/>
              </w:rPr>
            </w:pPr>
            <w:r w:rsidRPr="00EF2F0E">
              <w:rPr>
                <w:rFonts w:cs="Arial"/>
                <w:sz w:val="16"/>
                <w:szCs w:val="16"/>
              </w:rPr>
              <w:t>0120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4B" w14:textId="77777777" w:rsidR="003700DB" w:rsidRPr="00EF2F0E" w:rsidRDefault="003700DB" w:rsidP="003700DB">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4C" w14:textId="77777777" w:rsidR="003700DB" w:rsidRPr="00EF2F0E" w:rsidRDefault="003700DB" w:rsidP="003700DB">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4D" w14:textId="77777777" w:rsidR="003700DB" w:rsidRPr="00EF2F0E" w:rsidRDefault="003700DB" w:rsidP="003700DB">
            <w:pPr>
              <w:pStyle w:val="TAL"/>
              <w:rPr>
                <w:rFonts w:cs="Arial"/>
                <w:sz w:val="16"/>
                <w:szCs w:val="16"/>
              </w:rPr>
            </w:pPr>
            <w:r w:rsidRPr="00EF2F0E">
              <w:rPr>
                <w:rFonts w:cs="Arial"/>
                <w:sz w:val="16"/>
                <w:szCs w:val="16"/>
              </w:rPr>
              <w:t>CR for TS37.105: Clean up multi-band RIBs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4E" w14:textId="77777777" w:rsidR="003700DB" w:rsidRPr="00EF2F0E" w:rsidRDefault="003700DB" w:rsidP="003700DB">
            <w:pPr>
              <w:pStyle w:val="TAL"/>
              <w:rPr>
                <w:rFonts w:cs="Arial"/>
                <w:sz w:val="16"/>
                <w:szCs w:val="16"/>
              </w:rPr>
            </w:pPr>
            <w:r w:rsidRPr="00EF2F0E">
              <w:rPr>
                <w:rFonts w:cs="Arial"/>
                <w:sz w:val="16"/>
                <w:szCs w:val="16"/>
              </w:rPr>
              <w:t>15.4.0</w:t>
            </w:r>
          </w:p>
        </w:tc>
      </w:tr>
      <w:tr w:rsidR="003401A4" w:rsidRPr="00EF2F0E" w14:paraId="09851058" w14:textId="77777777" w:rsidTr="00B76023">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50" w14:textId="77777777" w:rsidR="00696908" w:rsidRPr="00EF2F0E" w:rsidRDefault="00696908" w:rsidP="00696908">
            <w:pPr>
              <w:pStyle w:val="TAL"/>
              <w:rPr>
                <w:rFonts w:cs="Arial"/>
                <w:sz w:val="16"/>
                <w:szCs w:val="16"/>
              </w:rPr>
            </w:pPr>
            <w:r w:rsidRPr="00EF2F0E">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51" w14:textId="77777777" w:rsidR="00696908" w:rsidRPr="00EF2F0E" w:rsidRDefault="00696908" w:rsidP="00696908">
            <w:pPr>
              <w:pStyle w:val="TAL"/>
              <w:rPr>
                <w:rFonts w:cs="Arial"/>
                <w:sz w:val="16"/>
                <w:szCs w:val="16"/>
              </w:rPr>
            </w:pPr>
            <w:r w:rsidRPr="00EF2F0E">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52" w14:textId="77777777" w:rsidR="00696908" w:rsidRPr="00EF2F0E" w:rsidRDefault="00696908" w:rsidP="00696908">
            <w:pPr>
              <w:pStyle w:val="TAL"/>
              <w:rPr>
                <w:rFonts w:cs="Arial"/>
                <w:sz w:val="16"/>
                <w:szCs w:val="16"/>
              </w:rPr>
            </w:pPr>
            <w:r w:rsidRPr="00EF2F0E">
              <w:rPr>
                <w:rFonts w:cs="Arial"/>
                <w:sz w:val="16"/>
                <w:szCs w:val="16"/>
              </w:rPr>
              <w:t>RP-182387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53" w14:textId="77777777" w:rsidR="00696908" w:rsidRPr="00EF2F0E" w:rsidRDefault="00696908" w:rsidP="00696908">
            <w:pPr>
              <w:pStyle w:val="TAL"/>
              <w:rPr>
                <w:rFonts w:cs="Arial"/>
                <w:sz w:val="16"/>
                <w:szCs w:val="16"/>
              </w:rPr>
            </w:pPr>
            <w:r w:rsidRPr="00EF2F0E">
              <w:rPr>
                <w:rFonts w:cs="Arial"/>
                <w:sz w:val="16"/>
                <w:szCs w:val="16"/>
              </w:rPr>
              <w:t>0121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54" w14:textId="77777777" w:rsidR="00696908" w:rsidRPr="00EF2F0E" w:rsidRDefault="00696908" w:rsidP="00696908">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55" w14:textId="77777777" w:rsidR="00696908" w:rsidRPr="00EF2F0E" w:rsidRDefault="00696908" w:rsidP="00696908">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56" w14:textId="77777777" w:rsidR="00696908" w:rsidRPr="00EF2F0E" w:rsidRDefault="00696908" w:rsidP="00696908">
            <w:pPr>
              <w:pStyle w:val="TAL"/>
              <w:rPr>
                <w:rFonts w:cs="Arial"/>
                <w:sz w:val="16"/>
                <w:szCs w:val="16"/>
              </w:rPr>
            </w:pPr>
            <w:r w:rsidRPr="00EF2F0E">
              <w:rPr>
                <w:rFonts w:cs="Arial"/>
                <w:sz w:val="16"/>
                <w:szCs w:val="16"/>
              </w:rPr>
              <w:t>CR to TS 37.105 Removal of referencing error for in-band blocking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57" w14:textId="77777777" w:rsidR="00696908" w:rsidRPr="00EF2F0E" w:rsidRDefault="00696908" w:rsidP="00696908">
            <w:pPr>
              <w:pStyle w:val="TAL"/>
              <w:rPr>
                <w:rFonts w:cs="Arial"/>
                <w:sz w:val="16"/>
                <w:szCs w:val="16"/>
              </w:rPr>
            </w:pPr>
            <w:r w:rsidRPr="00EF2F0E">
              <w:rPr>
                <w:rFonts w:cs="Arial"/>
                <w:sz w:val="16"/>
                <w:szCs w:val="16"/>
              </w:rPr>
              <w:t>15.4.0</w:t>
            </w:r>
          </w:p>
        </w:tc>
      </w:tr>
      <w:tr w:rsidR="003401A4" w:rsidRPr="00EF2F0E" w14:paraId="09851061" w14:textId="77777777" w:rsidTr="002F6580">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59" w14:textId="77777777" w:rsidR="002F6580" w:rsidRPr="00EF2F0E" w:rsidRDefault="002F6580" w:rsidP="00AA1961">
            <w:pPr>
              <w:pStyle w:val="TAL"/>
              <w:rPr>
                <w:rFonts w:cs="Arial"/>
                <w:sz w:val="16"/>
                <w:szCs w:val="16"/>
              </w:rPr>
            </w:pPr>
            <w:r w:rsidRPr="00EF2F0E">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5A" w14:textId="77777777" w:rsidR="002F6580" w:rsidRPr="00EF2F0E" w:rsidRDefault="002F6580" w:rsidP="00AA1961">
            <w:pPr>
              <w:pStyle w:val="TAL"/>
              <w:rPr>
                <w:rFonts w:cs="Arial"/>
                <w:sz w:val="16"/>
                <w:szCs w:val="16"/>
              </w:rPr>
            </w:pPr>
            <w:r w:rsidRPr="00EF2F0E">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5B" w14:textId="77777777" w:rsidR="002F6580" w:rsidRPr="00EF2F0E" w:rsidRDefault="002F6580" w:rsidP="00AA1961">
            <w:pPr>
              <w:pStyle w:val="TAL"/>
              <w:rPr>
                <w:rFonts w:cs="Arial"/>
                <w:sz w:val="16"/>
                <w:szCs w:val="16"/>
              </w:rPr>
            </w:pPr>
            <w:r w:rsidRPr="00EF2F0E">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5C" w14:textId="77777777" w:rsidR="002F6580" w:rsidRPr="00EF2F0E" w:rsidRDefault="002F6580" w:rsidP="00AA1961">
            <w:pPr>
              <w:pStyle w:val="TAL"/>
              <w:rPr>
                <w:rFonts w:cs="Arial"/>
                <w:sz w:val="16"/>
                <w:szCs w:val="16"/>
              </w:rPr>
            </w:pPr>
            <w:r w:rsidRPr="00EF2F0E">
              <w:rPr>
                <w:rFonts w:cs="Arial"/>
                <w:sz w:val="16"/>
                <w:szCs w:val="16"/>
              </w:rPr>
              <w:t>0123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5D" w14:textId="77777777" w:rsidR="002F6580" w:rsidRPr="00EF2F0E" w:rsidRDefault="002F6580" w:rsidP="00AA1961">
            <w:pPr>
              <w:pStyle w:val="TAL"/>
              <w:rPr>
                <w:rFonts w:cs="Arial"/>
                <w:sz w:val="16"/>
                <w:szCs w:val="16"/>
              </w:rPr>
            </w:pPr>
            <w:r w:rsidRPr="00EF2F0E">
              <w:rPr>
                <w:rFonts w:cs="Arial"/>
                <w:sz w:val="16"/>
                <w:szCs w:val="16"/>
              </w:rPr>
              <w:t>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5E" w14:textId="77777777" w:rsidR="002F6580" w:rsidRPr="00EF2F0E" w:rsidRDefault="002F6580" w:rsidP="00AA1961">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5F" w14:textId="77777777" w:rsidR="002F6580" w:rsidRPr="00EF2F0E" w:rsidRDefault="002F6580" w:rsidP="00AA1961">
            <w:pPr>
              <w:pStyle w:val="TAL"/>
              <w:rPr>
                <w:rFonts w:cs="Arial"/>
                <w:sz w:val="16"/>
                <w:szCs w:val="16"/>
              </w:rPr>
            </w:pPr>
            <w:r w:rsidRPr="00EF2F0E">
              <w:rPr>
                <w:rFonts w:cs="Arial"/>
                <w:sz w:val="16"/>
                <w:szCs w:val="16"/>
              </w:rPr>
              <w:t>Correction to definition of OTA reference sensitivity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60" w14:textId="77777777" w:rsidR="002F6580" w:rsidRPr="00EF2F0E" w:rsidRDefault="002F6580" w:rsidP="00AA1961">
            <w:pPr>
              <w:pStyle w:val="TAL"/>
              <w:rPr>
                <w:rFonts w:cs="Arial"/>
                <w:sz w:val="16"/>
                <w:szCs w:val="16"/>
              </w:rPr>
            </w:pPr>
            <w:r w:rsidRPr="00EF2F0E">
              <w:rPr>
                <w:rFonts w:cs="Arial"/>
                <w:sz w:val="16"/>
                <w:szCs w:val="16"/>
              </w:rPr>
              <w:t>15.5.0</w:t>
            </w:r>
          </w:p>
        </w:tc>
      </w:tr>
      <w:tr w:rsidR="003401A4" w:rsidRPr="00EF2F0E" w14:paraId="0985106A" w14:textId="77777777" w:rsidTr="002F6580">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62" w14:textId="77777777" w:rsidR="002F6580" w:rsidRPr="00EF2F0E" w:rsidRDefault="002F6580" w:rsidP="00AA1961">
            <w:pPr>
              <w:pStyle w:val="TAL"/>
              <w:rPr>
                <w:rFonts w:cs="Arial"/>
                <w:sz w:val="16"/>
                <w:szCs w:val="16"/>
              </w:rPr>
            </w:pPr>
            <w:r w:rsidRPr="00EF2F0E">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63" w14:textId="77777777" w:rsidR="002F6580" w:rsidRPr="00EF2F0E" w:rsidRDefault="002F6580" w:rsidP="00AA1961">
            <w:pPr>
              <w:pStyle w:val="TAL"/>
              <w:rPr>
                <w:rFonts w:cs="Arial"/>
                <w:sz w:val="16"/>
                <w:szCs w:val="16"/>
              </w:rPr>
            </w:pPr>
            <w:r w:rsidRPr="00EF2F0E">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64" w14:textId="77777777" w:rsidR="002F6580" w:rsidRPr="00EF2F0E" w:rsidRDefault="002F6580" w:rsidP="00AA1961">
            <w:pPr>
              <w:pStyle w:val="TAL"/>
              <w:rPr>
                <w:rFonts w:cs="Arial"/>
                <w:sz w:val="16"/>
                <w:szCs w:val="16"/>
              </w:rPr>
            </w:pPr>
            <w:r w:rsidRPr="00EF2F0E">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65" w14:textId="77777777" w:rsidR="002F6580" w:rsidRPr="00EF2F0E" w:rsidRDefault="002F6580" w:rsidP="00AA1961">
            <w:pPr>
              <w:pStyle w:val="TAL"/>
              <w:rPr>
                <w:rFonts w:cs="Arial"/>
                <w:sz w:val="16"/>
                <w:szCs w:val="16"/>
              </w:rPr>
            </w:pPr>
            <w:r w:rsidRPr="00EF2F0E">
              <w:rPr>
                <w:rFonts w:cs="Arial"/>
                <w:sz w:val="16"/>
                <w:szCs w:val="16"/>
              </w:rPr>
              <w:t>0124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66" w14:textId="77777777" w:rsidR="002F6580" w:rsidRPr="00EF2F0E" w:rsidRDefault="002F6580" w:rsidP="00AA1961">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67" w14:textId="77777777" w:rsidR="002F6580" w:rsidRPr="00EF2F0E" w:rsidRDefault="002F6580" w:rsidP="00AA1961">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68" w14:textId="77777777" w:rsidR="002F6580" w:rsidRPr="00EF2F0E" w:rsidRDefault="002F6580" w:rsidP="00AA1961">
            <w:pPr>
              <w:pStyle w:val="TAL"/>
              <w:rPr>
                <w:rFonts w:cs="Arial"/>
                <w:sz w:val="16"/>
                <w:szCs w:val="16"/>
              </w:rPr>
            </w:pPr>
            <w:r w:rsidRPr="00EF2F0E">
              <w:rPr>
                <w:rFonts w:cs="Arial"/>
                <w:sz w:val="16"/>
                <w:szCs w:val="16"/>
              </w:rPr>
              <w:t>Correction to TDD OFF power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69" w14:textId="77777777" w:rsidR="002F6580" w:rsidRPr="00EF2F0E" w:rsidRDefault="002F6580" w:rsidP="00AA1961">
            <w:pPr>
              <w:pStyle w:val="TAL"/>
              <w:rPr>
                <w:rFonts w:cs="Arial"/>
                <w:sz w:val="16"/>
                <w:szCs w:val="16"/>
              </w:rPr>
            </w:pPr>
            <w:r w:rsidRPr="00EF2F0E">
              <w:rPr>
                <w:rFonts w:cs="Arial"/>
                <w:sz w:val="16"/>
                <w:szCs w:val="16"/>
              </w:rPr>
              <w:t>15.5.0</w:t>
            </w:r>
          </w:p>
        </w:tc>
      </w:tr>
      <w:tr w:rsidR="003401A4" w:rsidRPr="00EF2F0E" w14:paraId="09851073" w14:textId="77777777" w:rsidTr="00AF2B07">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6B" w14:textId="77777777" w:rsidR="00AF2B07" w:rsidRPr="00EF2F0E" w:rsidRDefault="00AF2B07" w:rsidP="00AA1961">
            <w:pPr>
              <w:pStyle w:val="TAL"/>
              <w:rPr>
                <w:rFonts w:cs="Arial"/>
                <w:sz w:val="16"/>
                <w:szCs w:val="16"/>
              </w:rPr>
            </w:pPr>
            <w:r w:rsidRPr="00EF2F0E">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6C" w14:textId="77777777" w:rsidR="00AF2B07" w:rsidRPr="00EF2F0E" w:rsidRDefault="00AF2B07" w:rsidP="00AA1961">
            <w:pPr>
              <w:pStyle w:val="TAL"/>
              <w:rPr>
                <w:rFonts w:cs="Arial"/>
                <w:sz w:val="16"/>
                <w:szCs w:val="16"/>
              </w:rPr>
            </w:pPr>
            <w:r w:rsidRPr="00EF2F0E">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6D" w14:textId="77777777" w:rsidR="00AF2B07" w:rsidRPr="00EF2F0E" w:rsidRDefault="00AF2B07" w:rsidP="00AA1961">
            <w:pPr>
              <w:pStyle w:val="TAL"/>
              <w:rPr>
                <w:rFonts w:cs="Arial"/>
                <w:sz w:val="16"/>
                <w:szCs w:val="16"/>
              </w:rPr>
            </w:pPr>
            <w:r w:rsidRPr="00EF2F0E">
              <w:rPr>
                <w:rFonts w:cs="Arial"/>
                <w:sz w:val="16"/>
                <w:szCs w:val="16"/>
              </w:rPr>
              <w:t>RP-190412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6E" w14:textId="77777777" w:rsidR="00AF2B07" w:rsidRPr="00EF2F0E" w:rsidRDefault="00AF2B07" w:rsidP="00AA1961">
            <w:pPr>
              <w:pStyle w:val="TAL"/>
              <w:rPr>
                <w:rFonts w:cs="Arial"/>
                <w:sz w:val="16"/>
                <w:szCs w:val="16"/>
              </w:rPr>
            </w:pPr>
            <w:r w:rsidRPr="00EF2F0E">
              <w:rPr>
                <w:rFonts w:cs="Arial"/>
                <w:sz w:val="16"/>
                <w:szCs w:val="16"/>
              </w:rPr>
              <w:t>0129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6F" w14:textId="77777777" w:rsidR="00AF2B07" w:rsidRPr="00EF2F0E" w:rsidRDefault="00AF2B07" w:rsidP="00AA1961">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70" w14:textId="77777777" w:rsidR="00AF2B07" w:rsidRPr="00EF2F0E" w:rsidRDefault="00AF2B07" w:rsidP="00AA1961">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71" w14:textId="77777777" w:rsidR="00AF2B07" w:rsidRPr="00EF2F0E" w:rsidRDefault="00AF2B07" w:rsidP="00AA1961">
            <w:pPr>
              <w:pStyle w:val="TAL"/>
              <w:rPr>
                <w:rFonts w:cs="Arial"/>
                <w:sz w:val="16"/>
                <w:szCs w:val="16"/>
              </w:rPr>
            </w:pPr>
            <w:r w:rsidRPr="00EF2F0E">
              <w:rPr>
                <w:rFonts w:cs="Arial"/>
                <w:sz w:val="16"/>
                <w:szCs w:val="16"/>
              </w:rPr>
              <w:t>CR to TS 37.105 on Correction of unwanted emissions scaling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72" w14:textId="77777777" w:rsidR="00AF2B07" w:rsidRPr="00EF2F0E" w:rsidRDefault="00AF2B07" w:rsidP="00AA1961">
            <w:pPr>
              <w:pStyle w:val="TAL"/>
              <w:rPr>
                <w:rFonts w:cs="Arial"/>
                <w:sz w:val="16"/>
                <w:szCs w:val="16"/>
              </w:rPr>
            </w:pPr>
            <w:r w:rsidRPr="00EF2F0E">
              <w:rPr>
                <w:rFonts w:cs="Arial"/>
                <w:sz w:val="16"/>
                <w:szCs w:val="16"/>
              </w:rPr>
              <w:t>15.5.0</w:t>
            </w:r>
          </w:p>
        </w:tc>
      </w:tr>
      <w:tr w:rsidR="003401A4" w:rsidRPr="00EF2F0E" w14:paraId="0985107C" w14:textId="77777777" w:rsidTr="00AC48C7">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74" w14:textId="77777777" w:rsidR="00AC48C7" w:rsidRPr="00EF2F0E" w:rsidRDefault="00AC48C7" w:rsidP="00AA1961">
            <w:pPr>
              <w:pStyle w:val="TAL"/>
              <w:rPr>
                <w:rFonts w:cs="Arial"/>
                <w:sz w:val="16"/>
                <w:szCs w:val="16"/>
              </w:rPr>
            </w:pPr>
            <w:r w:rsidRPr="00EF2F0E">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75" w14:textId="77777777" w:rsidR="00AC48C7" w:rsidRPr="00EF2F0E" w:rsidRDefault="00AC48C7" w:rsidP="00AA1961">
            <w:pPr>
              <w:pStyle w:val="TAL"/>
              <w:rPr>
                <w:rFonts w:cs="Arial"/>
                <w:sz w:val="16"/>
                <w:szCs w:val="16"/>
              </w:rPr>
            </w:pPr>
            <w:r w:rsidRPr="00EF2F0E">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76" w14:textId="77777777" w:rsidR="00AC48C7" w:rsidRPr="00EF2F0E" w:rsidRDefault="00AC48C7" w:rsidP="00AA1961">
            <w:pPr>
              <w:pStyle w:val="TAL"/>
              <w:rPr>
                <w:rFonts w:cs="Arial"/>
                <w:sz w:val="16"/>
                <w:szCs w:val="16"/>
              </w:rPr>
            </w:pPr>
            <w:r w:rsidRPr="00EF2F0E">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77" w14:textId="77777777" w:rsidR="00AC48C7" w:rsidRPr="00EF2F0E" w:rsidRDefault="00AC48C7" w:rsidP="00AA1961">
            <w:pPr>
              <w:pStyle w:val="TAL"/>
              <w:rPr>
                <w:rFonts w:cs="Arial"/>
                <w:sz w:val="16"/>
                <w:szCs w:val="16"/>
              </w:rPr>
            </w:pPr>
            <w:r w:rsidRPr="00EF2F0E">
              <w:rPr>
                <w:rFonts w:cs="Arial"/>
                <w:sz w:val="16"/>
                <w:szCs w:val="16"/>
              </w:rPr>
              <w:t>0130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78" w14:textId="77777777" w:rsidR="00AC48C7" w:rsidRPr="00EF2F0E" w:rsidRDefault="00AC48C7" w:rsidP="00AA1961">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79" w14:textId="77777777" w:rsidR="00AC48C7" w:rsidRPr="00EF2F0E" w:rsidRDefault="00AC48C7" w:rsidP="00AA1961">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7A" w14:textId="77777777" w:rsidR="00AC48C7" w:rsidRPr="00EF2F0E" w:rsidRDefault="00AC48C7" w:rsidP="00AA1961">
            <w:pPr>
              <w:pStyle w:val="TAL"/>
              <w:rPr>
                <w:rFonts w:cs="Arial"/>
                <w:sz w:val="16"/>
                <w:szCs w:val="16"/>
              </w:rPr>
            </w:pPr>
            <w:r w:rsidRPr="00EF2F0E">
              <w:rPr>
                <w:rFonts w:cs="Arial"/>
                <w:sz w:val="16"/>
                <w:szCs w:val="16"/>
              </w:rPr>
              <w:t>CR to TS 37.105: Implementation of 1024QAM for E-UTRA,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7B" w14:textId="77777777" w:rsidR="00AC48C7" w:rsidRPr="00EF2F0E" w:rsidRDefault="00AC48C7" w:rsidP="00AA1961">
            <w:pPr>
              <w:pStyle w:val="TAL"/>
              <w:rPr>
                <w:rFonts w:cs="Arial"/>
                <w:sz w:val="16"/>
                <w:szCs w:val="16"/>
              </w:rPr>
            </w:pPr>
            <w:r w:rsidRPr="00EF2F0E">
              <w:rPr>
                <w:rFonts w:cs="Arial"/>
                <w:sz w:val="16"/>
                <w:szCs w:val="16"/>
              </w:rPr>
              <w:t>15.5.0</w:t>
            </w:r>
          </w:p>
        </w:tc>
      </w:tr>
      <w:tr w:rsidR="003401A4" w:rsidRPr="00EF2F0E" w14:paraId="09851085" w14:textId="77777777" w:rsidTr="00396016">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7D" w14:textId="77777777" w:rsidR="00396016" w:rsidRPr="00EF2F0E" w:rsidRDefault="00396016" w:rsidP="00AA1961">
            <w:pPr>
              <w:pStyle w:val="TAL"/>
              <w:rPr>
                <w:rFonts w:cs="Arial"/>
                <w:sz w:val="16"/>
                <w:szCs w:val="16"/>
              </w:rPr>
            </w:pPr>
            <w:r w:rsidRPr="00EF2F0E">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7E" w14:textId="77777777" w:rsidR="00396016" w:rsidRPr="00EF2F0E" w:rsidRDefault="00396016" w:rsidP="00AA1961">
            <w:pPr>
              <w:pStyle w:val="TAL"/>
              <w:rPr>
                <w:rFonts w:cs="Arial"/>
                <w:sz w:val="16"/>
                <w:szCs w:val="16"/>
              </w:rPr>
            </w:pPr>
            <w:r w:rsidRPr="00EF2F0E">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7F" w14:textId="77777777" w:rsidR="00396016" w:rsidRPr="00EF2F0E" w:rsidRDefault="00396016" w:rsidP="00AA1961">
            <w:pPr>
              <w:pStyle w:val="TAL"/>
              <w:rPr>
                <w:rFonts w:cs="Arial"/>
                <w:sz w:val="16"/>
                <w:szCs w:val="16"/>
              </w:rPr>
            </w:pPr>
            <w:r w:rsidRPr="00EF2F0E">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80" w14:textId="77777777" w:rsidR="00396016" w:rsidRPr="00EF2F0E" w:rsidRDefault="00396016" w:rsidP="00AA1961">
            <w:pPr>
              <w:pStyle w:val="TAL"/>
              <w:rPr>
                <w:rFonts w:cs="Arial"/>
                <w:sz w:val="16"/>
                <w:szCs w:val="16"/>
              </w:rPr>
            </w:pPr>
            <w:r w:rsidRPr="00EF2F0E">
              <w:rPr>
                <w:rFonts w:cs="Arial"/>
                <w:sz w:val="16"/>
                <w:szCs w:val="16"/>
              </w:rPr>
              <w:t>0131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81" w14:textId="77777777" w:rsidR="00396016" w:rsidRPr="00EF2F0E" w:rsidRDefault="00396016" w:rsidP="00AA1961">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82" w14:textId="77777777" w:rsidR="00396016" w:rsidRPr="00EF2F0E" w:rsidRDefault="00396016" w:rsidP="00AA1961">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83" w14:textId="77777777" w:rsidR="00396016" w:rsidRPr="00EF2F0E" w:rsidRDefault="00396016" w:rsidP="00AA1961">
            <w:pPr>
              <w:pStyle w:val="TAL"/>
              <w:rPr>
                <w:rFonts w:cs="Arial"/>
                <w:sz w:val="16"/>
                <w:szCs w:val="16"/>
              </w:rPr>
            </w:pPr>
            <w:r w:rsidRPr="00EF2F0E">
              <w:rPr>
                <w:rFonts w:cs="Arial"/>
                <w:sz w:val="16"/>
                <w:szCs w:val="16"/>
              </w:rPr>
              <w:t>CR to TS 37.105: Implementation of sTTI for E-UTRA,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84" w14:textId="77777777" w:rsidR="00396016" w:rsidRPr="00EF2F0E" w:rsidRDefault="00396016" w:rsidP="00AA1961">
            <w:pPr>
              <w:pStyle w:val="TAL"/>
              <w:rPr>
                <w:rFonts w:cs="Arial"/>
                <w:sz w:val="16"/>
                <w:szCs w:val="16"/>
              </w:rPr>
            </w:pPr>
            <w:r w:rsidRPr="00EF2F0E">
              <w:rPr>
                <w:rFonts w:cs="Arial"/>
                <w:sz w:val="16"/>
                <w:szCs w:val="16"/>
              </w:rPr>
              <w:t>15.5.0</w:t>
            </w:r>
          </w:p>
        </w:tc>
      </w:tr>
      <w:tr w:rsidR="003401A4" w:rsidRPr="00EF2F0E" w14:paraId="0985108E" w14:textId="77777777" w:rsidTr="002E4DDF">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86" w14:textId="77777777" w:rsidR="002E4DDF" w:rsidRPr="00EF2F0E" w:rsidRDefault="002E4DDF" w:rsidP="00AA1961">
            <w:pPr>
              <w:pStyle w:val="TAL"/>
              <w:rPr>
                <w:rFonts w:cs="Arial"/>
                <w:sz w:val="16"/>
                <w:szCs w:val="16"/>
              </w:rPr>
            </w:pPr>
            <w:r w:rsidRPr="00EF2F0E">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87" w14:textId="77777777" w:rsidR="002E4DDF" w:rsidRPr="00EF2F0E" w:rsidRDefault="002E4DDF" w:rsidP="00AA1961">
            <w:pPr>
              <w:pStyle w:val="TAL"/>
              <w:rPr>
                <w:rFonts w:cs="Arial"/>
                <w:sz w:val="16"/>
                <w:szCs w:val="16"/>
              </w:rPr>
            </w:pPr>
            <w:r w:rsidRPr="00EF2F0E">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88" w14:textId="77777777" w:rsidR="002E4DDF" w:rsidRPr="00EF2F0E" w:rsidRDefault="002E4DDF" w:rsidP="00AA1961">
            <w:pPr>
              <w:pStyle w:val="TAL"/>
              <w:rPr>
                <w:rFonts w:cs="Arial"/>
                <w:sz w:val="16"/>
                <w:szCs w:val="16"/>
              </w:rPr>
            </w:pPr>
            <w:r w:rsidRPr="00EF2F0E">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89" w14:textId="77777777" w:rsidR="002E4DDF" w:rsidRPr="00EF2F0E" w:rsidRDefault="002E4DDF" w:rsidP="00AA1961">
            <w:pPr>
              <w:pStyle w:val="TAL"/>
              <w:rPr>
                <w:rFonts w:cs="Arial"/>
                <w:sz w:val="16"/>
                <w:szCs w:val="16"/>
              </w:rPr>
            </w:pPr>
            <w:r w:rsidRPr="00EF2F0E">
              <w:rPr>
                <w:rFonts w:cs="Arial"/>
                <w:sz w:val="16"/>
                <w:szCs w:val="16"/>
              </w:rPr>
              <w:t>0132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8A" w14:textId="77777777" w:rsidR="002E4DDF" w:rsidRPr="00EF2F0E" w:rsidRDefault="002E4DDF" w:rsidP="00AA1961">
            <w:pPr>
              <w:pStyle w:val="TAL"/>
              <w:rPr>
                <w:rFonts w:cs="Arial"/>
                <w:sz w:val="16"/>
                <w:szCs w:val="16"/>
              </w:rPr>
            </w:pPr>
            <w:r w:rsidRPr="00EF2F0E">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8B" w14:textId="77777777" w:rsidR="002E4DDF" w:rsidRPr="00EF2F0E" w:rsidRDefault="002E4DDF" w:rsidP="00AA1961">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8C" w14:textId="77777777" w:rsidR="002E4DDF" w:rsidRPr="00EF2F0E" w:rsidRDefault="002E4DDF" w:rsidP="00AA1961">
            <w:pPr>
              <w:pStyle w:val="TAL"/>
              <w:rPr>
                <w:rFonts w:cs="Arial"/>
                <w:sz w:val="16"/>
                <w:szCs w:val="16"/>
              </w:rPr>
            </w:pPr>
            <w:r w:rsidRPr="00EF2F0E">
              <w:rPr>
                <w:rFonts w:cs="Arial"/>
                <w:sz w:val="16"/>
                <w:szCs w:val="16"/>
              </w:rPr>
              <w:t>CR to TS 37.105: new Rel-15 bands and isolation of band 49, Tx,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8D" w14:textId="77777777" w:rsidR="002E4DDF" w:rsidRPr="00EF2F0E" w:rsidRDefault="002E4DDF" w:rsidP="00AA1961">
            <w:pPr>
              <w:pStyle w:val="TAL"/>
              <w:rPr>
                <w:rFonts w:cs="Arial"/>
                <w:sz w:val="16"/>
                <w:szCs w:val="16"/>
              </w:rPr>
            </w:pPr>
            <w:r w:rsidRPr="00EF2F0E">
              <w:rPr>
                <w:rFonts w:cs="Arial"/>
                <w:sz w:val="16"/>
                <w:szCs w:val="16"/>
              </w:rPr>
              <w:t>15.5.0</w:t>
            </w:r>
          </w:p>
        </w:tc>
      </w:tr>
      <w:tr w:rsidR="003401A4" w:rsidRPr="00EF2F0E" w14:paraId="09851097" w14:textId="77777777" w:rsidTr="00861FF9">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8F" w14:textId="77777777" w:rsidR="00861FF9" w:rsidRPr="00EF2F0E" w:rsidRDefault="00861FF9" w:rsidP="00B4670D">
            <w:pPr>
              <w:pStyle w:val="TAL"/>
              <w:rPr>
                <w:rFonts w:cs="Arial"/>
                <w:sz w:val="16"/>
                <w:szCs w:val="16"/>
              </w:rPr>
            </w:pPr>
            <w:r w:rsidRPr="00EF2F0E">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90" w14:textId="77777777" w:rsidR="00861FF9" w:rsidRPr="00EF2F0E" w:rsidRDefault="00861FF9" w:rsidP="00B4670D">
            <w:pPr>
              <w:pStyle w:val="TAL"/>
              <w:rPr>
                <w:rFonts w:cs="Arial"/>
                <w:sz w:val="16"/>
                <w:szCs w:val="16"/>
              </w:rPr>
            </w:pPr>
            <w:r w:rsidRPr="00EF2F0E">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91" w14:textId="77777777" w:rsidR="00861FF9" w:rsidRPr="00EF2F0E" w:rsidRDefault="00861FF9" w:rsidP="00B4670D">
            <w:pPr>
              <w:pStyle w:val="TAL"/>
              <w:rPr>
                <w:rFonts w:cs="Arial"/>
                <w:sz w:val="16"/>
                <w:szCs w:val="16"/>
              </w:rPr>
            </w:pPr>
            <w:r w:rsidRPr="00EF2F0E">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92" w14:textId="77777777" w:rsidR="00861FF9" w:rsidRPr="00EF2F0E" w:rsidRDefault="00861FF9" w:rsidP="00B4670D">
            <w:pPr>
              <w:pStyle w:val="TAL"/>
              <w:rPr>
                <w:rFonts w:cs="Arial"/>
                <w:sz w:val="16"/>
                <w:szCs w:val="16"/>
              </w:rPr>
            </w:pPr>
            <w:r w:rsidRPr="00EF2F0E">
              <w:rPr>
                <w:rFonts w:cs="Arial"/>
                <w:sz w:val="16"/>
                <w:szCs w:val="16"/>
              </w:rPr>
              <w:t>0133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93" w14:textId="77777777" w:rsidR="00861FF9" w:rsidRPr="00EF2F0E" w:rsidRDefault="00861FF9" w:rsidP="00B4670D">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94" w14:textId="77777777" w:rsidR="00861FF9" w:rsidRPr="00EF2F0E" w:rsidRDefault="00861FF9" w:rsidP="00B4670D">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95" w14:textId="77777777" w:rsidR="00861FF9" w:rsidRPr="00EF2F0E" w:rsidRDefault="00861FF9" w:rsidP="00B4670D">
            <w:pPr>
              <w:pStyle w:val="TAL"/>
              <w:rPr>
                <w:rFonts w:cs="Arial"/>
                <w:sz w:val="16"/>
                <w:szCs w:val="16"/>
              </w:rPr>
            </w:pPr>
            <w:r w:rsidRPr="00EF2F0E">
              <w:rPr>
                <w:rFonts w:cs="Arial"/>
                <w:sz w:val="16"/>
                <w:szCs w:val="16"/>
              </w:rPr>
              <w:t>CR to TS 37.105: new Rel-15 bands and isolation of band 49, Rx,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96" w14:textId="77777777" w:rsidR="00861FF9" w:rsidRPr="00EF2F0E" w:rsidRDefault="00861FF9" w:rsidP="00B4670D">
            <w:pPr>
              <w:pStyle w:val="TAL"/>
              <w:rPr>
                <w:rFonts w:cs="Arial"/>
                <w:sz w:val="16"/>
                <w:szCs w:val="16"/>
              </w:rPr>
            </w:pPr>
            <w:r w:rsidRPr="00EF2F0E">
              <w:rPr>
                <w:rFonts w:cs="Arial"/>
                <w:sz w:val="16"/>
                <w:szCs w:val="16"/>
              </w:rPr>
              <w:t>15.5.0</w:t>
            </w:r>
          </w:p>
        </w:tc>
      </w:tr>
      <w:tr w:rsidR="003401A4" w:rsidRPr="00EF2F0E" w14:paraId="098510A0" w14:textId="77777777" w:rsidTr="00B65E6E">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98" w14:textId="77777777" w:rsidR="00B65E6E" w:rsidRPr="00EF2F0E" w:rsidRDefault="00B65E6E" w:rsidP="00B4670D">
            <w:pPr>
              <w:pStyle w:val="TAL"/>
              <w:rPr>
                <w:rFonts w:cs="Arial"/>
                <w:sz w:val="16"/>
                <w:szCs w:val="16"/>
              </w:rPr>
            </w:pPr>
            <w:r w:rsidRPr="00EF2F0E">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99" w14:textId="77777777" w:rsidR="00B65E6E" w:rsidRPr="00EF2F0E" w:rsidRDefault="00B65E6E" w:rsidP="00B4670D">
            <w:pPr>
              <w:pStyle w:val="TAL"/>
              <w:rPr>
                <w:rFonts w:cs="Arial"/>
                <w:sz w:val="16"/>
                <w:szCs w:val="16"/>
              </w:rPr>
            </w:pPr>
            <w:r w:rsidRPr="00EF2F0E">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9A" w14:textId="77777777" w:rsidR="00B65E6E" w:rsidRPr="00EF2F0E" w:rsidRDefault="00B65E6E" w:rsidP="00B4670D">
            <w:pPr>
              <w:pStyle w:val="TAL"/>
              <w:rPr>
                <w:rFonts w:cs="Arial"/>
                <w:sz w:val="16"/>
                <w:szCs w:val="16"/>
              </w:rPr>
            </w:pPr>
            <w:r w:rsidRPr="00EF2F0E">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9B" w14:textId="77777777" w:rsidR="00B65E6E" w:rsidRPr="00EF2F0E" w:rsidRDefault="00B65E6E" w:rsidP="00B4670D">
            <w:pPr>
              <w:pStyle w:val="TAL"/>
              <w:rPr>
                <w:rFonts w:cs="Arial"/>
                <w:sz w:val="16"/>
                <w:szCs w:val="16"/>
              </w:rPr>
            </w:pPr>
            <w:r w:rsidRPr="00EF2F0E">
              <w:rPr>
                <w:rFonts w:cs="Arial"/>
                <w:sz w:val="16"/>
                <w:szCs w:val="16"/>
              </w:rPr>
              <w:t>0135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9C" w14:textId="77777777" w:rsidR="00B65E6E" w:rsidRPr="00EF2F0E" w:rsidRDefault="00B65E6E" w:rsidP="00B4670D">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9D" w14:textId="77777777" w:rsidR="00B65E6E" w:rsidRPr="00EF2F0E" w:rsidRDefault="00B65E6E" w:rsidP="00B4670D">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9E" w14:textId="77777777" w:rsidR="00B65E6E" w:rsidRPr="00EF2F0E" w:rsidRDefault="00B65E6E" w:rsidP="00B4670D">
            <w:pPr>
              <w:pStyle w:val="TAL"/>
              <w:rPr>
                <w:rFonts w:cs="Arial"/>
                <w:sz w:val="16"/>
                <w:szCs w:val="16"/>
              </w:rPr>
            </w:pPr>
            <w:r w:rsidRPr="00EF2F0E">
              <w:rPr>
                <w:rFonts w:cs="Arial"/>
                <w:sz w:val="16"/>
                <w:szCs w:val="16"/>
              </w:rPr>
              <w:t>CR to TS37.105 Correction to OTA test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9F" w14:textId="77777777" w:rsidR="00B65E6E" w:rsidRPr="00EF2F0E" w:rsidRDefault="00B65E6E" w:rsidP="00B4670D">
            <w:pPr>
              <w:pStyle w:val="TAL"/>
              <w:rPr>
                <w:rFonts w:cs="Arial"/>
                <w:sz w:val="16"/>
                <w:szCs w:val="16"/>
              </w:rPr>
            </w:pPr>
            <w:r w:rsidRPr="00EF2F0E">
              <w:rPr>
                <w:rFonts w:cs="Arial"/>
                <w:sz w:val="16"/>
                <w:szCs w:val="16"/>
              </w:rPr>
              <w:t>15.5.0</w:t>
            </w:r>
          </w:p>
        </w:tc>
      </w:tr>
      <w:tr w:rsidR="003401A4" w:rsidRPr="00EF2F0E" w14:paraId="098510A9" w14:textId="77777777" w:rsidTr="00B4670D">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A1" w14:textId="77777777" w:rsidR="000A5D91" w:rsidRPr="00EF2F0E" w:rsidRDefault="000A5D91" w:rsidP="00B4670D">
            <w:pPr>
              <w:pStyle w:val="TAL"/>
              <w:rPr>
                <w:rFonts w:cs="Arial"/>
                <w:sz w:val="16"/>
                <w:szCs w:val="16"/>
              </w:rPr>
            </w:pPr>
            <w:r w:rsidRPr="00EF2F0E">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A2" w14:textId="77777777" w:rsidR="000A5D91" w:rsidRPr="00EF2F0E" w:rsidRDefault="000A5D91" w:rsidP="00B4670D">
            <w:pPr>
              <w:pStyle w:val="TAL"/>
              <w:rPr>
                <w:rFonts w:cs="Arial"/>
                <w:sz w:val="16"/>
                <w:szCs w:val="16"/>
              </w:rPr>
            </w:pPr>
            <w:r w:rsidRPr="00EF2F0E">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A3" w14:textId="77777777" w:rsidR="000A5D91" w:rsidRPr="00EF2F0E" w:rsidRDefault="000A5D91" w:rsidP="00B4670D">
            <w:pPr>
              <w:pStyle w:val="TAL"/>
              <w:rPr>
                <w:rFonts w:cs="Arial"/>
                <w:sz w:val="16"/>
                <w:szCs w:val="16"/>
              </w:rPr>
            </w:pPr>
            <w:r w:rsidRPr="00EF2F0E">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A4" w14:textId="77777777" w:rsidR="000A5D91" w:rsidRPr="00EF2F0E" w:rsidRDefault="000A5D91" w:rsidP="00B4670D">
            <w:pPr>
              <w:pStyle w:val="TAL"/>
              <w:rPr>
                <w:rFonts w:cs="Arial"/>
                <w:sz w:val="16"/>
                <w:szCs w:val="16"/>
              </w:rPr>
            </w:pPr>
            <w:r w:rsidRPr="00EF2F0E">
              <w:rPr>
                <w:rFonts w:cs="Arial"/>
                <w:sz w:val="16"/>
                <w:szCs w:val="16"/>
              </w:rPr>
              <w:t>0136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A5" w14:textId="77777777" w:rsidR="000A5D91" w:rsidRPr="00EF2F0E" w:rsidRDefault="000A5D91" w:rsidP="00B4670D">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A6" w14:textId="77777777" w:rsidR="000A5D91" w:rsidRPr="00EF2F0E" w:rsidRDefault="000A5D91" w:rsidP="00B4670D">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A7" w14:textId="77777777" w:rsidR="000A5D91" w:rsidRPr="00EF2F0E" w:rsidRDefault="000A5D91" w:rsidP="00B4670D">
            <w:pPr>
              <w:pStyle w:val="TAL"/>
              <w:rPr>
                <w:rFonts w:cs="Arial"/>
                <w:sz w:val="16"/>
                <w:szCs w:val="16"/>
              </w:rPr>
            </w:pPr>
            <w:r w:rsidRPr="00EF2F0E">
              <w:rPr>
                <w:rFonts w:cs="Arial"/>
                <w:sz w:val="16"/>
                <w:szCs w:val="16"/>
              </w:rPr>
              <w:t>CR to TS 37.105: Corrections on out-of-band blocking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A8" w14:textId="77777777" w:rsidR="000A5D91" w:rsidRPr="00EF2F0E" w:rsidRDefault="000A5D91" w:rsidP="00B4670D">
            <w:pPr>
              <w:pStyle w:val="TAL"/>
              <w:rPr>
                <w:rFonts w:cs="Arial"/>
                <w:sz w:val="16"/>
                <w:szCs w:val="16"/>
              </w:rPr>
            </w:pPr>
            <w:r w:rsidRPr="00EF2F0E">
              <w:rPr>
                <w:rFonts w:cs="Arial"/>
                <w:sz w:val="16"/>
                <w:szCs w:val="16"/>
              </w:rPr>
              <w:t>15.6.0</w:t>
            </w:r>
          </w:p>
        </w:tc>
      </w:tr>
      <w:tr w:rsidR="003401A4" w:rsidRPr="00EF2F0E" w14:paraId="098510B2" w14:textId="77777777" w:rsidTr="00B4670D">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AA" w14:textId="77777777" w:rsidR="001E08D1" w:rsidRPr="00EF2F0E" w:rsidRDefault="001E08D1" w:rsidP="00B4670D">
            <w:pPr>
              <w:pStyle w:val="TAL"/>
              <w:rPr>
                <w:rFonts w:cs="Arial"/>
                <w:sz w:val="16"/>
                <w:szCs w:val="16"/>
              </w:rPr>
            </w:pPr>
            <w:r w:rsidRPr="00EF2F0E">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AB" w14:textId="77777777" w:rsidR="001E08D1" w:rsidRPr="00EF2F0E" w:rsidRDefault="001E08D1" w:rsidP="00B4670D">
            <w:pPr>
              <w:pStyle w:val="TAL"/>
              <w:rPr>
                <w:rFonts w:cs="Arial"/>
                <w:sz w:val="16"/>
                <w:szCs w:val="16"/>
              </w:rPr>
            </w:pPr>
            <w:r w:rsidRPr="00EF2F0E">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AC" w14:textId="77777777" w:rsidR="001E08D1" w:rsidRPr="00EF2F0E" w:rsidRDefault="001E08D1" w:rsidP="00B4670D">
            <w:pPr>
              <w:pStyle w:val="TAL"/>
              <w:rPr>
                <w:rFonts w:cs="Arial"/>
                <w:sz w:val="16"/>
                <w:szCs w:val="16"/>
              </w:rPr>
            </w:pPr>
            <w:r w:rsidRPr="00EF2F0E">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AD" w14:textId="77777777" w:rsidR="001E08D1" w:rsidRPr="00EF2F0E" w:rsidRDefault="001E08D1" w:rsidP="00B4670D">
            <w:pPr>
              <w:pStyle w:val="TAL"/>
              <w:rPr>
                <w:rFonts w:cs="Arial"/>
                <w:sz w:val="16"/>
                <w:szCs w:val="16"/>
              </w:rPr>
            </w:pPr>
            <w:r w:rsidRPr="00EF2F0E">
              <w:rPr>
                <w:rFonts w:cs="Arial"/>
                <w:sz w:val="16"/>
                <w:szCs w:val="16"/>
              </w:rPr>
              <w:t>0137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AE" w14:textId="77777777" w:rsidR="001E08D1" w:rsidRPr="00EF2F0E" w:rsidRDefault="001E08D1" w:rsidP="00B4670D">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AF" w14:textId="77777777" w:rsidR="001E08D1" w:rsidRPr="00EF2F0E" w:rsidRDefault="001E08D1" w:rsidP="00B4670D">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B0" w14:textId="77777777" w:rsidR="001E08D1" w:rsidRPr="00EF2F0E" w:rsidRDefault="001E08D1" w:rsidP="00B4670D">
            <w:pPr>
              <w:pStyle w:val="TAL"/>
              <w:rPr>
                <w:rFonts w:cs="Arial"/>
                <w:sz w:val="16"/>
                <w:szCs w:val="16"/>
              </w:rPr>
            </w:pPr>
            <w:r w:rsidRPr="00EF2F0E">
              <w:rPr>
                <w:rFonts w:cs="Arial"/>
                <w:sz w:val="16"/>
                <w:szCs w:val="16"/>
              </w:rPr>
              <w:t>CR to TS 37.105: addition of Band 35, 36, 37 to Tx spurious colocation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B1" w14:textId="77777777" w:rsidR="001E08D1" w:rsidRPr="00EF2F0E" w:rsidRDefault="001E08D1" w:rsidP="00B4670D">
            <w:pPr>
              <w:pStyle w:val="TAL"/>
              <w:rPr>
                <w:rFonts w:cs="Arial"/>
                <w:sz w:val="16"/>
                <w:szCs w:val="16"/>
              </w:rPr>
            </w:pPr>
            <w:r w:rsidRPr="00EF2F0E">
              <w:rPr>
                <w:rFonts w:cs="Arial"/>
                <w:sz w:val="16"/>
                <w:szCs w:val="16"/>
              </w:rPr>
              <w:t>15.6.0</w:t>
            </w:r>
          </w:p>
        </w:tc>
      </w:tr>
      <w:tr w:rsidR="003401A4" w:rsidRPr="00EF2F0E" w14:paraId="098510BB" w14:textId="77777777" w:rsidTr="00193480">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B3" w14:textId="77777777" w:rsidR="00105CAA" w:rsidRPr="00EF2F0E" w:rsidRDefault="00105CAA" w:rsidP="00193480">
            <w:pPr>
              <w:pStyle w:val="TAL"/>
              <w:rPr>
                <w:rFonts w:cs="Arial"/>
                <w:sz w:val="16"/>
                <w:szCs w:val="16"/>
              </w:rPr>
            </w:pPr>
            <w:r w:rsidRPr="00EF2F0E">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B4" w14:textId="77777777" w:rsidR="00105CAA" w:rsidRPr="00EF2F0E" w:rsidRDefault="00105CAA" w:rsidP="00193480">
            <w:pPr>
              <w:pStyle w:val="TAL"/>
              <w:rPr>
                <w:rFonts w:cs="Arial"/>
                <w:sz w:val="16"/>
                <w:szCs w:val="16"/>
              </w:rPr>
            </w:pPr>
            <w:r w:rsidRPr="00EF2F0E">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B5" w14:textId="77777777" w:rsidR="00105CAA" w:rsidRPr="00EF2F0E" w:rsidRDefault="00105CAA" w:rsidP="00193480">
            <w:pPr>
              <w:pStyle w:val="TAL"/>
              <w:rPr>
                <w:rFonts w:cs="Arial"/>
                <w:sz w:val="16"/>
                <w:szCs w:val="16"/>
              </w:rPr>
            </w:pPr>
            <w:r w:rsidRPr="00EF2F0E">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B6" w14:textId="77777777" w:rsidR="00105CAA" w:rsidRPr="00EF2F0E" w:rsidRDefault="00105CAA" w:rsidP="00193480">
            <w:pPr>
              <w:pStyle w:val="TAL"/>
              <w:rPr>
                <w:rFonts w:cs="Arial"/>
                <w:sz w:val="16"/>
                <w:szCs w:val="16"/>
              </w:rPr>
            </w:pPr>
            <w:r w:rsidRPr="00EF2F0E">
              <w:rPr>
                <w:rFonts w:cs="Arial"/>
                <w:sz w:val="16"/>
                <w:szCs w:val="16"/>
              </w:rPr>
              <w:t>0138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B7" w14:textId="77777777" w:rsidR="00105CAA" w:rsidRPr="00EF2F0E" w:rsidRDefault="00105CAA" w:rsidP="0019348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B8" w14:textId="77777777" w:rsidR="00105CAA" w:rsidRPr="00EF2F0E" w:rsidRDefault="00105CAA" w:rsidP="00193480">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B9" w14:textId="77777777" w:rsidR="00105CAA" w:rsidRPr="00EF2F0E" w:rsidRDefault="00105CAA" w:rsidP="00193480">
            <w:pPr>
              <w:pStyle w:val="TAL"/>
              <w:rPr>
                <w:rFonts w:cs="Arial"/>
                <w:sz w:val="16"/>
                <w:szCs w:val="16"/>
              </w:rPr>
            </w:pPr>
            <w:r w:rsidRPr="00EF2F0E">
              <w:rPr>
                <w:rFonts w:cs="Arial"/>
                <w:sz w:val="16"/>
                <w:szCs w:val="16"/>
              </w:rPr>
              <w:t>Corrections to operation in Band 46 and 49</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BA" w14:textId="77777777" w:rsidR="00105CAA" w:rsidRPr="00EF2F0E" w:rsidRDefault="00105CAA" w:rsidP="00193480">
            <w:pPr>
              <w:pStyle w:val="TAL"/>
              <w:rPr>
                <w:rFonts w:cs="Arial"/>
                <w:sz w:val="16"/>
                <w:szCs w:val="16"/>
              </w:rPr>
            </w:pPr>
            <w:r w:rsidRPr="00EF2F0E">
              <w:rPr>
                <w:rFonts w:cs="Arial"/>
                <w:sz w:val="16"/>
                <w:szCs w:val="16"/>
              </w:rPr>
              <w:t>15.6.0</w:t>
            </w:r>
          </w:p>
        </w:tc>
      </w:tr>
      <w:tr w:rsidR="003401A4" w:rsidRPr="00EF2F0E" w14:paraId="098510C4" w14:textId="77777777" w:rsidTr="00193480">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BC" w14:textId="77777777" w:rsidR="004B79D2" w:rsidRPr="00EF2F0E" w:rsidRDefault="004B79D2" w:rsidP="00193480">
            <w:pPr>
              <w:pStyle w:val="TAL"/>
              <w:rPr>
                <w:rFonts w:cs="Arial"/>
                <w:sz w:val="16"/>
                <w:szCs w:val="16"/>
              </w:rPr>
            </w:pPr>
            <w:r w:rsidRPr="00EF2F0E">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BD" w14:textId="77777777" w:rsidR="004B79D2" w:rsidRPr="00EF2F0E" w:rsidRDefault="004B79D2" w:rsidP="00193480">
            <w:pPr>
              <w:pStyle w:val="TAL"/>
              <w:rPr>
                <w:rFonts w:cs="Arial"/>
                <w:sz w:val="16"/>
                <w:szCs w:val="16"/>
              </w:rPr>
            </w:pPr>
            <w:r w:rsidRPr="00EF2F0E">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BE" w14:textId="77777777" w:rsidR="004B79D2" w:rsidRPr="00EF2F0E" w:rsidRDefault="004B79D2" w:rsidP="00193480">
            <w:pPr>
              <w:pStyle w:val="TAL"/>
              <w:rPr>
                <w:rFonts w:cs="Arial"/>
                <w:sz w:val="16"/>
                <w:szCs w:val="16"/>
              </w:rPr>
            </w:pPr>
            <w:r w:rsidRPr="00EF2F0E">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BF" w14:textId="77777777" w:rsidR="004B79D2" w:rsidRPr="00EF2F0E" w:rsidRDefault="004B79D2" w:rsidP="00193480">
            <w:pPr>
              <w:pStyle w:val="TAL"/>
              <w:rPr>
                <w:rFonts w:cs="Arial"/>
                <w:sz w:val="16"/>
                <w:szCs w:val="16"/>
              </w:rPr>
            </w:pPr>
            <w:r w:rsidRPr="00EF2F0E">
              <w:rPr>
                <w:rFonts w:cs="Arial"/>
                <w:sz w:val="16"/>
                <w:szCs w:val="16"/>
              </w:rPr>
              <w:t>0140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C0" w14:textId="77777777" w:rsidR="004B79D2" w:rsidRPr="00EF2F0E" w:rsidRDefault="004B79D2" w:rsidP="0019348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C1" w14:textId="77777777" w:rsidR="004B79D2" w:rsidRPr="00EF2F0E" w:rsidRDefault="004B79D2" w:rsidP="00193480">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C2" w14:textId="77777777" w:rsidR="004B79D2" w:rsidRPr="00EF2F0E" w:rsidRDefault="004B79D2" w:rsidP="00193480">
            <w:pPr>
              <w:pStyle w:val="TAL"/>
              <w:rPr>
                <w:rFonts w:cs="Arial"/>
                <w:sz w:val="16"/>
                <w:szCs w:val="16"/>
              </w:rPr>
            </w:pPr>
            <w:r w:rsidRPr="00EF2F0E">
              <w:rPr>
                <w:rFonts w:cs="Arial"/>
                <w:sz w:val="16"/>
                <w:szCs w:val="16"/>
              </w:rPr>
              <w:t>Correction on ΔfOOB for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C3" w14:textId="77777777" w:rsidR="004B79D2" w:rsidRPr="00EF2F0E" w:rsidRDefault="004B79D2" w:rsidP="00193480">
            <w:pPr>
              <w:pStyle w:val="TAL"/>
              <w:rPr>
                <w:rFonts w:cs="Arial"/>
                <w:sz w:val="16"/>
                <w:szCs w:val="16"/>
              </w:rPr>
            </w:pPr>
            <w:r w:rsidRPr="00EF2F0E">
              <w:rPr>
                <w:rFonts w:cs="Arial"/>
                <w:sz w:val="16"/>
                <w:szCs w:val="16"/>
              </w:rPr>
              <w:t>15.6.0</w:t>
            </w:r>
          </w:p>
        </w:tc>
      </w:tr>
      <w:tr w:rsidR="003401A4" w:rsidRPr="00EF2F0E" w14:paraId="098510CD" w14:textId="77777777" w:rsidTr="00193480">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C5" w14:textId="77777777" w:rsidR="00EC1CB2" w:rsidRPr="00EF2F0E" w:rsidRDefault="00EC1CB2" w:rsidP="00193480">
            <w:pPr>
              <w:pStyle w:val="TAL"/>
              <w:rPr>
                <w:rFonts w:cs="Arial"/>
                <w:sz w:val="16"/>
                <w:szCs w:val="16"/>
              </w:rPr>
            </w:pPr>
            <w:r w:rsidRPr="00EF2F0E">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C6" w14:textId="77777777" w:rsidR="00EC1CB2" w:rsidRPr="00EF2F0E" w:rsidRDefault="00EC1CB2" w:rsidP="00193480">
            <w:pPr>
              <w:pStyle w:val="TAL"/>
              <w:rPr>
                <w:rFonts w:cs="Arial"/>
                <w:sz w:val="16"/>
                <w:szCs w:val="16"/>
              </w:rPr>
            </w:pPr>
            <w:r w:rsidRPr="00EF2F0E">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C7" w14:textId="77777777" w:rsidR="00EC1CB2" w:rsidRPr="00EF2F0E" w:rsidRDefault="00EC1CB2" w:rsidP="00193480">
            <w:pPr>
              <w:pStyle w:val="TAL"/>
              <w:rPr>
                <w:rFonts w:cs="Arial"/>
                <w:sz w:val="16"/>
                <w:szCs w:val="16"/>
              </w:rPr>
            </w:pPr>
            <w:r w:rsidRPr="00EF2F0E">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C8" w14:textId="77777777" w:rsidR="00EC1CB2" w:rsidRPr="00EF2F0E" w:rsidRDefault="00EC1CB2" w:rsidP="00193480">
            <w:pPr>
              <w:pStyle w:val="TAL"/>
              <w:rPr>
                <w:rFonts w:cs="Arial"/>
                <w:sz w:val="16"/>
                <w:szCs w:val="16"/>
              </w:rPr>
            </w:pPr>
            <w:r w:rsidRPr="00EF2F0E">
              <w:rPr>
                <w:rFonts w:cs="Arial"/>
                <w:sz w:val="16"/>
                <w:szCs w:val="16"/>
              </w:rPr>
              <w:t>0141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C9" w14:textId="77777777" w:rsidR="00EC1CB2" w:rsidRPr="00EF2F0E" w:rsidRDefault="00EC1CB2" w:rsidP="00193480">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CA" w14:textId="77777777" w:rsidR="00EC1CB2" w:rsidRPr="00EF2F0E" w:rsidRDefault="00EC1CB2" w:rsidP="00193480">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CB" w14:textId="77777777" w:rsidR="00EC1CB2" w:rsidRPr="00EF2F0E" w:rsidRDefault="00EC1CB2" w:rsidP="00193480">
            <w:pPr>
              <w:pStyle w:val="TAL"/>
              <w:rPr>
                <w:rFonts w:cs="Arial"/>
                <w:sz w:val="16"/>
                <w:szCs w:val="16"/>
              </w:rPr>
            </w:pPr>
            <w:r w:rsidRPr="00EF2F0E">
              <w:rPr>
                <w:rFonts w:cs="Arial"/>
                <w:sz w:val="16"/>
                <w:szCs w:val="16"/>
              </w:rPr>
              <w:t>Blocking requirement for MSR/NR operation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CC" w14:textId="77777777" w:rsidR="00EC1CB2" w:rsidRPr="00EF2F0E" w:rsidRDefault="00EC1CB2" w:rsidP="00193480">
            <w:pPr>
              <w:pStyle w:val="TAL"/>
              <w:rPr>
                <w:rFonts w:cs="Arial"/>
                <w:sz w:val="16"/>
                <w:szCs w:val="16"/>
              </w:rPr>
            </w:pPr>
            <w:r w:rsidRPr="00EF2F0E">
              <w:rPr>
                <w:rFonts w:cs="Arial"/>
                <w:sz w:val="16"/>
                <w:szCs w:val="16"/>
              </w:rPr>
              <w:t>15.6.0</w:t>
            </w:r>
          </w:p>
        </w:tc>
      </w:tr>
      <w:tr w:rsidR="003401A4" w:rsidRPr="00EF2F0E" w14:paraId="098510D6" w14:textId="77777777" w:rsidTr="00193480">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CE" w14:textId="77777777" w:rsidR="00EC1CB2" w:rsidRPr="00EF2F0E" w:rsidRDefault="00EC1CB2" w:rsidP="00193480">
            <w:pPr>
              <w:pStyle w:val="TAL"/>
              <w:rPr>
                <w:rFonts w:cs="Arial"/>
                <w:sz w:val="16"/>
                <w:szCs w:val="16"/>
              </w:rPr>
            </w:pPr>
            <w:r w:rsidRPr="00EF2F0E">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CF" w14:textId="77777777" w:rsidR="00EC1CB2" w:rsidRPr="00EF2F0E" w:rsidRDefault="00EC1CB2" w:rsidP="00193480">
            <w:pPr>
              <w:pStyle w:val="TAL"/>
              <w:rPr>
                <w:rFonts w:cs="Arial"/>
                <w:sz w:val="16"/>
                <w:szCs w:val="16"/>
              </w:rPr>
            </w:pPr>
            <w:r w:rsidRPr="00EF2F0E">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D0" w14:textId="77777777" w:rsidR="00EC1CB2" w:rsidRPr="00EF2F0E" w:rsidRDefault="00EC1CB2" w:rsidP="00193480">
            <w:pPr>
              <w:pStyle w:val="TAL"/>
              <w:rPr>
                <w:rFonts w:cs="Arial"/>
                <w:sz w:val="16"/>
                <w:szCs w:val="16"/>
              </w:rPr>
            </w:pPr>
            <w:r w:rsidRPr="00EF2F0E">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D1" w14:textId="77777777" w:rsidR="00EC1CB2" w:rsidRPr="00EF2F0E" w:rsidRDefault="00EC1CB2" w:rsidP="00193480">
            <w:pPr>
              <w:pStyle w:val="TAL"/>
              <w:rPr>
                <w:rFonts w:cs="Arial"/>
                <w:sz w:val="16"/>
                <w:szCs w:val="16"/>
              </w:rPr>
            </w:pPr>
            <w:r w:rsidRPr="00EF2F0E">
              <w:rPr>
                <w:rFonts w:cs="Arial"/>
                <w:sz w:val="16"/>
                <w:szCs w:val="16"/>
              </w:rPr>
              <w:t>0142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D2" w14:textId="77777777" w:rsidR="00EC1CB2" w:rsidRPr="00EF2F0E" w:rsidRDefault="00EC1CB2" w:rsidP="0019348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D3" w14:textId="77777777" w:rsidR="00EC1CB2" w:rsidRPr="00EF2F0E" w:rsidRDefault="00EC1CB2" w:rsidP="00193480">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D4" w14:textId="77777777" w:rsidR="00EC1CB2" w:rsidRPr="00EF2F0E" w:rsidRDefault="00EC1CB2" w:rsidP="00193480">
            <w:pPr>
              <w:pStyle w:val="TAL"/>
              <w:rPr>
                <w:rFonts w:cs="Arial"/>
                <w:sz w:val="16"/>
                <w:szCs w:val="16"/>
              </w:rPr>
            </w:pPr>
            <w:r w:rsidRPr="00EF2F0E">
              <w:rPr>
                <w:rFonts w:cs="Arial"/>
                <w:sz w:val="16"/>
                <w:szCs w:val="16"/>
              </w:rPr>
              <w:t>Correction to OTA Narrowband blocking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D5" w14:textId="77777777" w:rsidR="00EC1CB2" w:rsidRPr="00EF2F0E" w:rsidRDefault="00EC1CB2" w:rsidP="00193480">
            <w:pPr>
              <w:pStyle w:val="TAL"/>
              <w:rPr>
                <w:rFonts w:cs="Arial"/>
                <w:sz w:val="16"/>
                <w:szCs w:val="16"/>
              </w:rPr>
            </w:pPr>
            <w:r w:rsidRPr="00EF2F0E">
              <w:rPr>
                <w:rFonts w:cs="Arial"/>
                <w:sz w:val="16"/>
                <w:szCs w:val="16"/>
              </w:rPr>
              <w:t>15.6.0</w:t>
            </w:r>
          </w:p>
        </w:tc>
      </w:tr>
      <w:tr w:rsidR="003401A4" w:rsidRPr="00EF2F0E" w14:paraId="098510DF" w14:textId="77777777" w:rsidTr="00193480">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D7" w14:textId="77777777" w:rsidR="00E0065E" w:rsidRPr="00EF2F0E" w:rsidRDefault="00E0065E" w:rsidP="00193480">
            <w:pPr>
              <w:pStyle w:val="TAL"/>
              <w:rPr>
                <w:rFonts w:cs="Arial"/>
                <w:sz w:val="16"/>
                <w:szCs w:val="16"/>
              </w:rPr>
            </w:pPr>
            <w:r w:rsidRPr="00EF2F0E">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D8" w14:textId="77777777" w:rsidR="00E0065E" w:rsidRPr="00EF2F0E" w:rsidRDefault="00E0065E" w:rsidP="00193480">
            <w:pPr>
              <w:pStyle w:val="TAL"/>
              <w:rPr>
                <w:rFonts w:cs="Arial"/>
                <w:sz w:val="16"/>
                <w:szCs w:val="16"/>
              </w:rPr>
            </w:pPr>
            <w:r w:rsidRPr="00EF2F0E">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D9" w14:textId="77777777" w:rsidR="00E0065E" w:rsidRPr="00EF2F0E" w:rsidRDefault="00E0065E" w:rsidP="00193480">
            <w:pPr>
              <w:pStyle w:val="TAL"/>
              <w:rPr>
                <w:rFonts w:cs="Arial"/>
                <w:sz w:val="16"/>
                <w:szCs w:val="16"/>
              </w:rPr>
            </w:pPr>
            <w:r w:rsidRPr="00EF2F0E">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DA" w14:textId="77777777" w:rsidR="00E0065E" w:rsidRPr="00EF2F0E" w:rsidRDefault="00E0065E" w:rsidP="00193480">
            <w:pPr>
              <w:pStyle w:val="TAL"/>
              <w:rPr>
                <w:rFonts w:cs="Arial"/>
                <w:sz w:val="16"/>
                <w:szCs w:val="16"/>
              </w:rPr>
            </w:pPr>
            <w:r w:rsidRPr="00EF2F0E">
              <w:rPr>
                <w:rFonts w:cs="Arial"/>
                <w:sz w:val="16"/>
                <w:szCs w:val="16"/>
              </w:rPr>
              <w:t>0143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DB" w14:textId="77777777" w:rsidR="00E0065E" w:rsidRPr="00EF2F0E" w:rsidRDefault="00E0065E" w:rsidP="00193480">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DC" w14:textId="77777777" w:rsidR="00E0065E" w:rsidRPr="00EF2F0E" w:rsidRDefault="00E0065E" w:rsidP="00193480">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DD" w14:textId="77777777" w:rsidR="00E0065E" w:rsidRPr="00EF2F0E" w:rsidRDefault="00E0065E" w:rsidP="00193480">
            <w:pPr>
              <w:pStyle w:val="TAL"/>
              <w:rPr>
                <w:rFonts w:cs="Arial"/>
                <w:sz w:val="16"/>
                <w:szCs w:val="16"/>
              </w:rPr>
            </w:pPr>
            <w:r w:rsidRPr="00EF2F0E">
              <w:rPr>
                <w:rFonts w:cs="Arial"/>
                <w:sz w:val="16"/>
                <w:szCs w:val="16"/>
              </w:rPr>
              <w:t>Correction to out of band blocking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DE" w14:textId="77777777" w:rsidR="00E0065E" w:rsidRPr="00EF2F0E" w:rsidRDefault="00E0065E" w:rsidP="00193480">
            <w:pPr>
              <w:pStyle w:val="TAL"/>
              <w:rPr>
                <w:rFonts w:cs="Arial"/>
                <w:sz w:val="16"/>
                <w:szCs w:val="16"/>
              </w:rPr>
            </w:pPr>
            <w:r w:rsidRPr="00EF2F0E">
              <w:rPr>
                <w:rFonts w:cs="Arial"/>
                <w:sz w:val="16"/>
                <w:szCs w:val="16"/>
              </w:rPr>
              <w:t>15.6.0</w:t>
            </w:r>
          </w:p>
        </w:tc>
      </w:tr>
      <w:tr w:rsidR="003401A4" w:rsidRPr="00EF2F0E" w14:paraId="098510E8" w14:textId="77777777" w:rsidTr="00193480">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E0" w14:textId="77777777" w:rsidR="00D46A0A" w:rsidRPr="00EF2F0E" w:rsidRDefault="00D46A0A" w:rsidP="00193480">
            <w:pPr>
              <w:pStyle w:val="TAL"/>
              <w:rPr>
                <w:rFonts w:cs="Arial"/>
                <w:sz w:val="16"/>
                <w:szCs w:val="16"/>
              </w:rPr>
            </w:pPr>
            <w:r w:rsidRPr="00EF2F0E">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E1" w14:textId="77777777" w:rsidR="00D46A0A" w:rsidRPr="00EF2F0E" w:rsidRDefault="00D46A0A" w:rsidP="00193480">
            <w:pPr>
              <w:pStyle w:val="TAL"/>
              <w:rPr>
                <w:rFonts w:cs="Arial"/>
                <w:sz w:val="16"/>
                <w:szCs w:val="16"/>
              </w:rPr>
            </w:pPr>
            <w:r w:rsidRPr="00EF2F0E">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E2" w14:textId="77777777" w:rsidR="00D46A0A" w:rsidRPr="00EF2F0E" w:rsidRDefault="00D46A0A" w:rsidP="00193480">
            <w:pPr>
              <w:pStyle w:val="TAL"/>
              <w:rPr>
                <w:rFonts w:cs="Arial"/>
                <w:sz w:val="16"/>
                <w:szCs w:val="16"/>
              </w:rPr>
            </w:pPr>
            <w:r w:rsidRPr="00EF2F0E">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E3" w14:textId="77777777" w:rsidR="00D46A0A" w:rsidRPr="00EF2F0E" w:rsidRDefault="00D46A0A" w:rsidP="00193480">
            <w:pPr>
              <w:pStyle w:val="TAL"/>
              <w:rPr>
                <w:rFonts w:cs="Arial"/>
                <w:sz w:val="16"/>
                <w:szCs w:val="16"/>
              </w:rPr>
            </w:pPr>
            <w:r w:rsidRPr="00EF2F0E">
              <w:rPr>
                <w:rFonts w:cs="Arial"/>
                <w:sz w:val="16"/>
                <w:szCs w:val="16"/>
              </w:rPr>
              <w:t>0146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E4" w14:textId="77777777" w:rsidR="00D46A0A" w:rsidRPr="00EF2F0E" w:rsidRDefault="00D46A0A" w:rsidP="0019348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E5" w14:textId="77777777" w:rsidR="00D46A0A" w:rsidRPr="00EF2F0E" w:rsidRDefault="00D46A0A" w:rsidP="00193480">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E6" w14:textId="77777777" w:rsidR="00D46A0A" w:rsidRPr="00EF2F0E" w:rsidRDefault="00D46A0A" w:rsidP="00193480">
            <w:pPr>
              <w:pStyle w:val="TAL"/>
              <w:rPr>
                <w:rFonts w:cs="Arial"/>
                <w:sz w:val="16"/>
                <w:szCs w:val="16"/>
              </w:rPr>
            </w:pPr>
            <w:r w:rsidRPr="00EF2F0E">
              <w:rPr>
                <w:rFonts w:cs="Arial"/>
                <w:sz w:val="16"/>
                <w:szCs w:val="16"/>
              </w:rPr>
              <w:t>Non-AAS CRs mirroring to the AAS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E7" w14:textId="77777777" w:rsidR="00D46A0A" w:rsidRPr="00EF2F0E" w:rsidRDefault="00D46A0A" w:rsidP="00193480">
            <w:pPr>
              <w:pStyle w:val="TAL"/>
              <w:rPr>
                <w:rFonts w:cs="Arial"/>
                <w:sz w:val="16"/>
                <w:szCs w:val="16"/>
              </w:rPr>
            </w:pPr>
            <w:r w:rsidRPr="00EF2F0E">
              <w:rPr>
                <w:rFonts w:cs="Arial"/>
                <w:sz w:val="16"/>
                <w:szCs w:val="16"/>
              </w:rPr>
              <w:t>15.6.0</w:t>
            </w:r>
          </w:p>
        </w:tc>
      </w:tr>
      <w:tr w:rsidR="003401A4" w:rsidRPr="00EF2F0E" w14:paraId="098510F1" w14:textId="77777777" w:rsidTr="00193480">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E9" w14:textId="77777777" w:rsidR="00EA553B" w:rsidRPr="00EF2F0E" w:rsidRDefault="00EA553B" w:rsidP="00193480">
            <w:pPr>
              <w:pStyle w:val="TAL"/>
              <w:rPr>
                <w:rFonts w:cs="Arial"/>
                <w:sz w:val="16"/>
                <w:szCs w:val="16"/>
              </w:rPr>
            </w:pPr>
            <w:r w:rsidRPr="00EF2F0E">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EA" w14:textId="77777777" w:rsidR="00EA553B" w:rsidRPr="00EF2F0E" w:rsidRDefault="00EA553B" w:rsidP="00193480">
            <w:pPr>
              <w:pStyle w:val="TAL"/>
              <w:rPr>
                <w:rFonts w:cs="Arial"/>
                <w:sz w:val="16"/>
                <w:szCs w:val="16"/>
              </w:rPr>
            </w:pPr>
            <w:r w:rsidRPr="00EF2F0E">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EB" w14:textId="77777777" w:rsidR="00EA553B" w:rsidRPr="00EF2F0E" w:rsidRDefault="00EA553B" w:rsidP="00193480">
            <w:pPr>
              <w:pStyle w:val="TAL"/>
              <w:rPr>
                <w:rFonts w:cs="Arial"/>
                <w:sz w:val="16"/>
                <w:szCs w:val="16"/>
              </w:rPr>
            </w:pPr>
            <w:r w:rsidRPr="00EF2F0E">
              <w:rPr>
                <w:rFonts w:cs="Arial"/>
                <w:sz w:val="16"/>
                <w:szCs w:val="16"/>
              </w:rPr>
              <w:t>RP-191236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EC" w14:textId="77777777" w:rsidR="00EA553B" w:rsidRPr="00EF2F0E" w:rsidRDefault="00EA553B" w:rsidP="00193480">
            <w:pPr>
              <w:pStyle w:val="TAL"/>
              <w:rPr>
                <w:rFonts w:cs="Arial"/>
                <w:sz w:val="16"/>
                <w:szCs w:val="16"/>
              </w:rPr>
            </w:pPr>
            <w:r w:rsidRPr="00EF2F0E">
              <w:rPr>
                <w:rFonts w:cs="Arial"/>
                <w:sz w:val="16"/>
                <w:szCs w:val="16"/>
              </w:rPr>
              <w:t>0152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ED" w14:textId="77777777" w:rsidR="00EA553B" w:rsidRPr="00EF2F0E" w:rsidRDefault="00EA553B" w:rsidP="00193480">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EE" w14:textId="77777777" w:rsidR="00EA553B" w:rsidRPr="00EF2F0E" w:rsidRDefault="00EA553B" w:rsidP="00193480">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EF" w14:textId="77777777" w:rsidR="00EA553B" w:rsidRPr="00EF2F0E" w:rsidRDefault="00EA553B" w:rsidP="00193480">
            <w:pPr>
              <w:pStyle w:val="TAL"/>
              <w:rPr>
                <w:rFonts w:cs="Arial"/>
                <w:sz w:val="16"/>
                <w:szCs w:val="16"/>
              </w:rPr>
            </w:pPr>
            <w:r w:rsidRPr="00EF2F0E">
              <w:rPr>
                <w:rFonts w:cs="Arial"/>
                <w:sz w:val="16"/>
                <w:szCs w:val="16"/>
              </w:rPr>
              <w:t>CR for TS37.105: correction on TX Diversity and CRS for NR for TAE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F0" w14:textId="77777777" w:rsidR="00EA553B" w:rsidRPr="00EF2F0E" w:rsidRDefault="00EA553B" w:rsidP="00193480">
            <w:pPr>
              <w:pStyle w:val="TAL"/>
              <w:rPr>
                <w:rFonts w:cs="Arial"/>
                <w:sz w:val="16"/>
                <w:szCs w:val="16"/>
              </w:rPr>
            </w:pPr>
            <w:r w:rsidRPr="00EF2F0E">
              <w:rPr>
                <w:rFonts w:cs="Arial"/>
                <w:sz w:val="16"/>
                <w:szCs w:val="16"/>
              </w:rPr>
              <w:t>15.6.0</w:t>
            </w:r>
          </w:p>
        </w:tc>
      </w:tr>
      <w:tr w:rsidR="003401A4" w:rsidRPr="00EF2F0E" w14:paraId="098510FA" w14:textId="77777777" w:rsidTr="00A60CFF">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F2" w14:textId="77777777" w:rsidR="00C94CF7" w:rsidRPr="00EF2F0E" w:rsidRDefault="00C94CF7" w:rsidP="00A60CFF">
            <w:pPr>
              <w:pStyle w:val="TAL"/>
              <w:rPr>
                <w:rFonts w:cs="Arial"/>
                <w:sz w:val="16"/>
                <w:szCs w:val="16"/>
              </w:rPr>
            </w:pPr>
            <w:r w:rsidRPr="00EF2F0E">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F3" w14:textId="77777777" w:rsidR="00C94CF7" w:rsidRPr="00EF2F0E" w:rsidRDefault="00C94CF7" w:rsidP="00A60CFF">
            <w:pPr>
              <w:pStyle w:val="TAL"/>
              <w:rPr>
                <w:rFonts w:cs="Arial"/>
                <w:sz w:val="16"/>
                <w:szCs w:val="16"/>
              </w:rPr>
            </w:pPr>
            <w:r w:rsidRPr="00EF2F0E">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F4" w14:textId="77777777" w:rsidR="00C94CF7" w:rsidRPr="00EF2F0E" w:rsidRDefault="00C94CF7" w:rsidP="00A60CFF">
            <w:pPr>
              <w:pStyle w:val="TAL"/>
              <w:rPr>
                <w:rFonts w:cs="Arial"/>
                <w:sz w:val="16"/>
                <w:szCs w:val="16"/>
                <w:lang w:eastAsia="ko-KR"/>
              </w:rPr>
            </w:pPr>
            <w:r w:rsidRPr="00EF2F0E">
              <w:rPr>
                <w:rFonts w:cs="Arial"/>
                <w:sz w:val="16"/>
                <w:szCs w:val="16"/>
              </w:rPr>
              <w:t>RP-192053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F5" w14:textId="77777777" w:rsidR="00C94CF7" w:rsidRPr="00EF2F0E" w:rsidRDefault="00C94CF7" w:rsidP="00A60CFF">
            <w:pPr>
              <w:pStyle w:val="TAL"/>
              <w:rPr>
                <w:rFonts w:cs="Arial"/>
                <w:sz w:val="16"/>
                <w:szCs w:val="16"/>
              </w:rPr>
            </w:pPr>
            <w:r w:rsidRPr="00EF2F0E">
              <w:rPr>
                <w:rFonts w:cs="Arial"/>
                <w:sz w:val="16"/>
                <w:szCs w:val="16"/>
              </w:rPr>
              <w:t>0153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F6" w14:textId="77777777" w:rsidR="00C94CF7" w:rsidRPr="00EF2F0E" w:rsidRDefault="00C94CF7" w:rsidP="00A60CFF">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0F7" w14:textId="77777777" w:rsidR="00C94CF7" w:rsidRPr="00EF2F0E" w:rsidRDefault="00C94CF7" w:rsidP="00A60CFF">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0F8" w14:textId="77777777" w:rsidR="00C94CF7" w:rsidRPr="00EF2F0E" w:rsidRDefault="00C94CF7" w:rsidP="00A60CFF">
            <w:pPr>
              <w:pStyle w:val="TAL"/>
              <w:rPr>
                <w:rFonts w:cs="Arial"/>
                <w:sz w:val="16"/>
                <w:szCs w:val="16"/>
              </w:rPr>
            </w:pPr>
            <w:r w:rsidRPr="00EF2F0E">
              <w:rPr>
                <w:rFonts w:cs="Arial"/>
                <w:sz w:val="16"/>
                <w:szCs w:val="16"/>
              </w:rPr>
              <w:t>Correction to RX spurious emissions applicability range for SR E-UTRA BS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0F9" w14:textId="77777777" w:rsidR="00C94CF7" w:rsidRPr="00EF2F0E" w:rsidRDefault="00C94CF7" w:rsidP="00A60CFF">
            <w:pPr>
              <w:pStyle w:val="TAL"/>
              <w:rPr>
                <w:rFonts w:cs="Arial"/>
                <w:sz w:val="16"/>
                <w:szCs w:val="16"/>
              </w:rPr>
            </w:pPr>
            <w:r w:rsidRPr="00EF2F0E">
              <w:rPr>
                <w:rFonts w:cs="Arial"/>
                <w:sz w:val="16"/>
                <w:szCs w:val="16"/>
              </w:rPr>
              <w:t>15.7.0</w:t>
            </w:r>
          </w:p>
        </w:tc>
      </w:tr>
      <w:tr w:rsidR="003401A4" w:rsidRPr="00EF2F0E" w14:paraId="09851103" w14:textId="77777777" w:rsidTr="007A55FD">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FB" w14:textId="77777777" w:rsidR="005933C1" w:rsidRPr="00EF2F0E" w:rsidRDefault="005933C1" w:rsidP="007A55FD">
            <w:pPr>
              <w:pStyle w:val="TAL"/>
              <w:rPr>
                <w:rFonts w:cs="Arial"/>
                <w:sz w:val="16"/>
                <w:szCs w:val="16"/>
              </w:rPr>
            </w:pPr>
            <w:r w:rsidRPr="00EF2F0E">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0FC" w14:textId="77777777" w:rsidR="005933C1" w:rsidRPr="00EF2F0E" w:rsidRDefault="005933C1" w:rsidP="007A55FD">
            <w:pPr>
              <w:pStyle w:val="TAL"/>
              <w:rPr>
                <w:rFonts w:cs="Arial"/>
                <w:sz w:val="16"/>
                <w:szCs w:val="16"/>
              </w:rPr>
            </w:pPr>
            <w:r w:rsidRPr="00EF2F0E">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0FD" w14:textId="77777777" w:rsidR="005933C1" w:rsidRPr="00EF2F0E" w:rsidRDefault="005933C1" w:rsidP="007A55FD">
            <w:pPr>
              <w:pStyle w:val="TAL"/>
              <w:rPr>
                <w:rFonts w:cs="Arial"/>
                <w:sz w:val="16"/>
                <w:szCs w:val="16"/>
                <w:lang w:eastAsia="ko-KR"/>
              </w:rPr>
            </w:pPr>
            <w:r w:rsidRPr="00EF2F0E">
              <w:rPr>
                <w:rFonts w:cs="Arial"/>
                <w:sz w:val="16"/>
                <w:szCs w:val="16"/>
              </w:rPr>
              <w:t>RP-192053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0FE" w14:textId="77777777" w:rsidR="005933C1" w:rsidRPr="00EF2F0E" w:rsidRDefault="005933C1" w:rsidP="007A55FD">
            <w:pPr>
              <w:pStyle w:val="TAL"/>
              <w:rPr>
                <w:rFonts w:cs="Arial"/>
                <w:sz w:val="16"/>
                <w:szCs w:val="16"/>
              </w:rPr>
            </w:pPr>
            <w:r w:rsidRPr="00EF2F0E">
              <w:rPr>
                <w:rFonts w:cs="Arial"/>
                <w:sz w:val="16"/>
                <w:szCs w:val="16"/>
              </w:rPr>
              <w:t>0155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0FF" w14:textId="77777777" w:rsidR="005933C1" w:rsidRPr="00EF2F0E" w:rsidRDefault="005933C1" w:rsidP="007A55FD">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00" w14:textId="77777777" w:rsidR="005933C1" w:rsidRPr="00EF2F0E" w:rsidRDefault="005933C1" w:rsidP="007A55FD">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01" w14:textId="77777777" w:rsidR="005933C1" w:rsidRPr="00EF2F0E" w:rsidRDefault="005933C1" w:rsidP="007A55FD">
            <w:pPr>
              <w:pStyle w:val="TAL"/>
              <w:rPr>
                <w:rFonts w:cs="Arial"/>
                <w:sz w:val="16"/>
                <w:szCs w:val="16"/>
              </w:rPr>
            </w:pPr>
            <w:r w:rsidRPr="00EF2F0E">
              <w:rPr>
                <w:rFonts w:cs="Arial"/>
                <w:sz w:val="16"/>
                <w:szCs w:val="16"/>
              </w:rPr>
              <w:t>CR for TS37.105: definition of synchronization operation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02" w14:textId="77777777" w:rsidR="005933C1" w:rsidRPr="00EF2F0E" w:rsidRDefault="005933C1" w:rsidP="007A55FD">
            <w:pPr>
              <w:pStyle w:val="TAL"/>
              <w:rPr>
                <w:rFonts w:cs="Arial"/>
                <w:sz w:val="16"/>
                <w:szCs w:val="16"/>
              </w:rPr>
            </w:pPr>
            <w:r w:rsidRPr="00EF2F0E">
              <w:rPr>
                <w:rFonts w:cs="Arial"/>
                <w:sz w:val="16"/>
                <w:szCs w:val="16"/>
              </w:rPr>
              <w:t>15.7.0</w:t>
            </w:r>
          </w:p>
        </w:tc>
      </w:tr>
      <w:tr w:rsidR="003401A4" w:rsidRPr="00EF2F0E" w14:paraId="0985110C" w14:textId="77777777" w:rsidTr="007A55FD">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04" w14:textId="77777777" w:rsidR="005933C1" w:rsidRPr="00EF2F0E" w:rsidRDefault="005933C1" w:rsidP="007A55FD">
            <w:pPr>
              <w:pStyle w:val="TAL"/>
              <w:rPr>
                <w:rFonts w:cs="Arial"/>
                <w:sz w:val="16"/>
                <w:szCs w:val="16"/>
              </w:rPr>
            </w:pPr>
            <w:r w:rsidRPr="00EF2F0E">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05" w14:textId="77777777" w:rsidR="005933C1" w:rsidRPr="00EF2F0E" w:rsidRDefault="005933C1" w:rsidP="007A55FD">
            <w:pPr>
              <w:pStyle w:val="TAL"/>
              <w:rPr>
                <w:rFonts w:cs="Arial"/>
                <w:sz w:val="16"/>
                <w:szCs w:val="16"/>
              </w:rPr>
            </w:pPr>
            <w:r w:rsidRPr="00EF2F0E">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06" w14:textId="77777777" w:rsidR="005933C1" w:rsidRPr="00EF2F0E" w:rsidRDefault="005933C1" w:rsidP="007A55FD">
            <w:pPr>
              <w:pStyle w:val="TAL"/>
              <w:rPr>
                <w:rFonts w:cs="Arial"/>
                <w:sz w:val="16"/>
                <w:szCs w:val="16"/>
                <w:lang w:eastAsia="ko-KR"/>
              </w:rPr>
            </w:pPr>
            <w:r w:rsidRPr="00EF2F0E">
              <w:rPr>
                <w:rFonts w:cs="Arial"/>
                <w:sz w:val="16"/>
                <w:szCs w:val="16"/>
              </w:rPr>
              <w:t>RP-192053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07" w14:textId="77777777" w:rsidR="005933C1" w:rsidRPr="00EF2F0E" w:rsidRDefault="005933C1" w:rsidP="007A55FD">
            <w:pPr>
              <w:pStyle w:val="TAL"/>
              <w:rPr>
                <w:rFonts w:cs="Arial"/>
                <w:sz w:val="16"/>
                <w:szCs w:val="16"/>
              </w:rPr>
            </w:pPr>
            <w:r w:rsidRPr="00EF2F0E">
              <w:rPr>
                <w:rFonts w:cs="Arial"/>
                <w:sz w:val="16"/>
                <w:szCs w:val="16"/>
              </w:rPr>
              <w:t>0157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08" w14:textId="77777777" w:rsidR="005933C1" w:rsidRPr="00EF2F0E" w:rsidRDefault="005933C1" w:rsidP="007A55FD">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09" w14:textId="77777777" w:rsidR="005933C1" w:rsidRPr="00EF2F0E" w:rsidRDefault="005933C1" w:rsidP="007A55FD">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0A" w14:textId="77777777" w:rsidR="005933C1" w:rsidRPr="00EF2F0E" w:rsidRDefault="005933C1" w:rsidP="007A55FD">
            <w:pPr>
              <w:pStyle w:val="TAL"/>
              <w:rPr>
                <w:rFonts w:cs="Arial"/>
                <w:sz w:val="16"/>
                <w:szCs w:val="16"/>
              </w:rPr>
            </w:pPr>
            <w:r w:rsidRPr="00EF2F0E">
              <w:rPr>
                <w:rFonts w:cs="Arial"/>
                <w:sz w:val="16"/>
                <w:szCs w:val="16"/>
              </w:rPr>
              <w:t>CR to TS 37.105: Clarification on application of OTA receiver requirements for BS supporting polarization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0B" w14:textId="77777777" w:rsidR="005933C1" w:rsidRPr="00EF2F0E" w:rsidRDefault="005933C1" w:rsidP="007A55FD">
            <w:pPr>
              <w:pStyle w:val="TAL"/>
              <w:rPr>
                <w:rFonts w:cs="Arial"/>
                <w:sz w:val="16"/>
                <w:szCs w:val="16"/>
              </w:rPr>
            </w:pPr>
            <w:r w:rsidRPr="00EF2F0E">
              <w:rPr>
                <w:rFonts w:cs="Arial"/>
                <w:sz w:val="16"/>
                <w:szCs w:val="16"/>
              </w:rPr>
              <w:t>15.7.0</w:t>
            </w:r>
          </w:p>
        </w:tc>
      </w:tr>
      <w:tr w:rsidR="003401A4" w:rsidRPr="00EF2F0E" w14:paraId="09851115" w14:textId="77777777" w:rsidTr="00571A4A">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0D" w14:textId="77777777" w:rsidR="00C64516" w:rsidRPr="00EF2F0E" w:rsidRDefault="00C64516" w:rsidP="00571A4A">
            <w:pPr>
              <w:pStyle w:val="TAL"/>
              <w:rPr>
                <w:rFonts w:cs="Arial"/>
                <w:sz w:val="16"/>
                <w:szCs w:val="16"/>
              </w:rPr>
            </w:pPr>
            <w:r w:rsidRPr="00EF2F0E">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0E" w14:textId="77777777" w:rsidR="00C64516" w:rsidRPr="00EF2F0E" w:rsidRDefault="00C64516" w:rsidP="00571A4A">
            <w:pPr>
              <w:pStyle w:val="TAL"/>
              <w:rPr>
                <w:rFonts w:cs="Arial"/>
                <w:sz w:val="16"/>
                <w:szCs w:val="16"/>
              </w:rPr>
            </w:pPr>
            <w:r w:rsidRPr="00EF2F0E">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0F" w14:textId="77777777" w:rsidR="00C64516" w:rsidRPr="00EF2F0E" w:rsidRDefault="00C64516" w:rsidP="00571A4A">
            <w:pPr>
              <w:pStyle w:val="TAL"/>
              <w:rPr>
                <w:rFonts w:cs="Arial"/>
                <w:sz w:val="16"/>
                <w:szCs w:val="16"/>
                <w:lang w:eastAsia="ko-KR"/>
              </w:rPr>
            </w:pPr>
            <w:r w:rsidRPr="00EF2F0E">
              <w:rPr>
                <w:rFonts w:cs="Arial"/>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10" w14:textId="77777777" w:rsidR="00C64516" w:rsidRPr="00EF2F0E" w:rsidRDefault="00C64516" w:rsidP="00571A4A">
            <w:pPr>
              <w:pStyle w:val="TAL"/>
              <w:rPr>
                <w:rFonts w:cs="Arial"/>
                <w:sz w:val="16"/>
                <w:szCs w:val="16"/>
              </w:rPr>
            </w:pPr>
            <w:r w:rsidRPr="00EF2F0E">
              <w:rPr>
                <w:rFonts w:cs="Arial"/>
                <w:sz w:val="16"/>
                <w:szCs w:val="16"/>
              </w:rPr>
              <w:t>0161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11" w14:textId="77777777" w:rsidR="00C64516" w:rsidRPr="00EF2F0E" w:rsidRDefault="00C64516" w:rsidP="00571A4A">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12" w14:textId="77777777" w:rsidR="00C64516" w:rsidRPr="00EF2F0E" w:rsidRDefault="00C64516" w:rsidP="00571A4A">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13" w14:textId="77777777" w:rsidR="00C64516" w:rsidRPr="00EF2F0E" w:rsidRDefault="00C64516" w:rsidP="00571A4A">
            <w:pPr>
              <w:pStyle w:val="TAL"/>
              <w:rPr>
                <w:rFonts w:cs="Arial"/>
                <w:sz w:val="16"/>
                <w:szCs w:val="16"/>
              </w:rPr>
            </w:pPr>
            <w:r w:rsidRPr="00EF2F0E">
              <w:rPr>
                <w:rFonts w:cs="Arial"/>
                <w:sz w:val="16"/>
                <w:szCs w:val="16"/>
              </w:rPr>
              <w:t>CR to TS 37.105: Correction on operation band unwanted emission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14" w14:textId="77777777" w:rsidR="00C64516" w:rsidRPr="00EF2F0E" w:rsidRDefault="00C64516" w:rsidP="00571A4A">
            <w:pPr>
              <w:pStyle w:val="TAL"/>
              <w:rPr>
                <w:rFonts w:cs="Arial"/>
                <w:sz w:val="16"/>
                <w:szCs w:val="16"/>
              </w:rPr>
            </w:pPr>
            <w:r w:rsidRPr="00EF2F0E">
              <w:rPr>
                <w:rFonts w:cs="Arial"/>
                <w:sz w:val="16"/>
                <w:szCs w:val="16"/>
              </w:rPr>
              <w:t>15.7.0</w:t>
            </w:r>
          </w:p>
        </w:tc>
      </w:tr>
      <w:tr w:rsidR="003401A4" w:rsidRPr="00EF2F0E" w14:paraId="0985111E" w14:textId="77777777" w:rsidTr="00571A4A">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16" w14:textId="77777777" w:rsidR="00BF7554" w:rsidRPr="00EF2F0E" w:rsidRDefault="00BF7554" w:rsidP="00571A4A">
            <w:pPr>
              <w:pStyle w:val="TAL"/>
              <w:rPr>
                <w:rFonts w:cs="Arial"/>
                <w:sz w:val="16"/>
                <w:szCs w:val="16"/>
              </w:rPr>
            </w:pPr>
            <w:r w:rsidRPr="00EF2F0E">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17" w14:textId="77777777" w:rsidR="00BF7554" w:rsidRPr="00EF2F0E" w:rsidRDefault="00BF7554" w:rsidP="00571A4A">
            <w:pPr>
              <w:pStyle w:val="TAL"/>
              <w:rPr>
                <w:rFonts w:cs="Arial"/>
                <w:sz w:val="16"/>
                <w:szCs w:val="16"/>
              </w:rPr>
            </w:pPr>
            <w:r w:rsidRPr="00EF2F0E">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18" w14:textId="77777777" w:rsidR="00BF7554" w:rsidRPr="00EF2F0E" w:rsidRDefault="00BF7554" w:rsidP="00571A4A">
            <w:pPr>
              <w:pStyle w:val="TAL"/>
              <w:rPr>
                <w:rFonts w:cs="Arial"/>
                <w:sz w:val="16"/>
                <w:szCs w:val="16"/>
                <w:lang w:eastAsia="ko-KR"/>
              </w:rPr>
            </w:pPr>
            <w:r w:rsidRPr="00EF2F0E">
              <w:rPr>
                <w:rFonts w:cs="Arial"/>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19" w14:textId="77777777" w:rsidR="00BF7554" w:rsidRPr="00EF2F0E" w:rsidRDefault="00BF7554" w:rsidP="00571A4A">
            <w:pPr>
              <w:pStyle w:val="TAL"/>
              <w:rPr>
                <w:rFonts w:cs="Arial"/>
                <w:sz w:val="16"/>
                <w:szCs w:val="16"/>
              </w:rPr>
            </w:pPr>
            <w:r w:rsidRPr="00EF2F0E">
              <w:rPr>
                <w:rFonts w:cs="Arial"/>
                <w:sz w:val="16"/>
                <w:szCs w:val="16"/>
              </w:rPr>
              <w:t>0163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1A" w14:textId="77777777" w:rsidR="00BF7554" w:rsidRPr="00EF2F0E" w:rsidRDefault="00BF7554" w:rsidP="00571A4A">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1B" w14:textId="77777777" w:rsidR="00BF7554" w:rsidRPr="00EF2F0E" w:rsidRDefault="00BF7554" w:rsidP="00571A4A">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1C" w14:textId="77777777" w:rsidR="00BF7554" w:rsidRPr="00EF2F0E" w:rsidRDefault="00BF7554" w:rsidP="00571A4A">
            <w:pPr>
              <w:pStyle w:val="TAL"/>
              <w:rPr>
                <w:rFonts w:cs="Arial"/>
                <w:sz w:val="16"/>
                <w:szCs w:val="16"/>
              </w:rPr>
            </w:pPr>
            <w:r w:rsidRPr="00EF2F0E">
              <w:rPr>
                <w:rFonts w:cs="Arial"/>
                <w:sz w:val="16"/>
                <w:szCs w:val="16"/>
              </w:rPr>
              <w:t>CR to TS37.105 Corrections on NBB requirement (section 7.4 and 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1D" w14:textId="77777777" w:rsidR="00BF7554" w:rsidRPr="00EF2F0E" w:rsidRDefault="00BF7554" w:rsidP="00571A4A">
            <w:pPr>
              <w:pStyle w:val="TAL"/>
              <w:rPr>
                <w:rFonts w:cs="Arial"/>
                <w:sz w:val="16"/>
                <w:szCs w:val="16"/>
              </w:rPr>
            </w:pPr>
            <w:r w:rsidRPr="00EF2F0E">
              <w:rPr>
                <w:rFonts w:cs="Arial"/>
                <w:sz w:val="16"/>
                <w:szCs w:val="16"/>
              </w:rPr>
              <w:t>15.7.0</w:t>
            </w:r>
          </w:p>
        </w:tc>
      </w:tr>
      <w:tr w:rsidR="003401A4" w:rsidRPr="00EF2F0E" w14:paraId="09851127" w14:textId="77777777" w:rsidTr="00571A4A">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1F" w14:textId="77777777" w:rsidR="001F788F" w:rsidRPr="00EF2F0E" w:rsidRDefault="001F788F" w:rsidP="00571A4A">
            <w:pPr>
              <w:pStyle w:val="TAL"/>
              <w:rPr>
                <w:rFonts w:cs="Arial"/>
                <w:sz w:val="16"/>
                <w:szCs w:val="16"/>
              </w:rPr>
            </w:pPr>
            <w:r w:rsidRPr="00EF2F0E">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20" w14:textId="77777777" w:rsidR="001F788F" w:rsidRPr="00EF2F0E" w:rsidRDefault="001F788F" w:rsidP="00571A4A">
            <w:pPr>
              <w:pStyle w:val="TAL"/>
              <w:rPr>
                <w:rFonts w:cs="Arial"/>
                <w:sz w:val="16"/>
                <w:szCs w:val="16"/>
              </w:rPr>
            </w:pPr>
            <w:r w:rsidRPr="00EF2F0E">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21" w14:textId="77777777" w:rsidR="001F788F" w:rsidRPr="00EF2F0E" w:rsidRDefault="001F788F" w:rsidP="00571A4A">
            <w:pPr>
              <w:pStyle w:val="TAL"/>
              <w:rPr>
                <w:rFonts w:cs="Arial"/>
                <w:sz w:val="16"/>
                <w:szCs w:val="16"/>
                <w:lang w:eastAsia="ko-KR"/>
              </w:rPr>
            </w:pPr>
            <w:r w:rsidRPr="00EF2F0E">
              <w:rPr>
                <w:rFonts w:cs="Arial"/>
                <w:sz w:val="16"/>
                <w:szCs w:val="16"/>
              </w:rPr>
              <w:t>RP-192050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22" w14:textId="77777777" w:rsidR="001F788F" w:rsidRPr="00EF2F0E" w:rsidRDefault="001F788F" w:rsidP="00571A4A">
            <w:pPr>
              <w:pStyle w:val="TAL"/>
              <w:rPr>
                <w:rFonts w:cs="Arial"/>
                <w:sz w:val="16"/>
                <w:szCs w:val="16"/>
              </w:rPr>
            </w:pPr>
            <w:r w:rsidRPr="00EF2F0E">
              <w:rPr>
                <w:rFonts w:cs="Arial"/>
                <w:sz w:val="16"/>
                <w:szCs w:val="16"/>
              </w:rPr>
              <w:t>0169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23" w14:textId="77777777" w:rsidR="001F788F" w:rsidRPr="00EF2F0E" w:rsidRDefault="001F788F" w:rsidP="00571A4A">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24" w14:textId="77777777" w:rsidR="001F788F" w:rsidRPr="00EF2F0E" w:rsidRDefault="001F788F" w:rsidP="00571A4A">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25" w14:textId="77777777" w:rsidR="001F788F" w:rsidRPr="00EF2F0E" w:rsidRDefault="001F788F" w:rsidP="00571A4A">
            <w:pPr>
              <w:pStyle w:val="TAL"/>
              <w:rPr>
                <w:rFonts w:cs="Arial"/>
                <w:sz w:val="16"/>
                <w:szCs w:val="16"/>
              </w:rPr>
            </w:pPr>
            <w:r w:rsidRPr="00EF2F0E">
              <w:rPr>
                <w:rFonts w:cs="Arial"/>
                <w:sz w:val="16"/>
                <w:szCs w:val="16"/>
              </w:rPr>
              <w:t>CR to 37.105: correction of TAB connectors mapping to TAB connector TX min cell group,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26" w14:textId="77777777" w:rsidR="001F788F" w:rsidRPr="00EF2F0E" w:rsidRDefault="001F788F" w:rsidP="00571A4A">
            <w:pPr>
              <w:pStyle w:val="TAL"/>
              <w:rPr>
                <w:rFonts w:cs="Arial"/>
                <w:sz w:val="16"/>
                <w:szCs w:val="16"/>
              </w:rPr>
            </w:pPr>
            <w:r w:rsidRPr="00EF2F0E">
              <w:rPr>
                <w:rFonts w:cs="Arial"/>
                <w:sz w:val="16"/>
                <w:szCs w:val="16"/>
              </w:rPr>
              <w:t>15.7.0</w:t>
            </w:r>
          </w:p>
        </w:tc>
      </w:tr>
      <w:tr w:rsidR="00571A4A" w:rsidRPr="00EF2F0E" w14:paraId="09851130" w14:textId="77777777" w:rsidTr="00571A4A">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28" w14:textId="77777777" w:rsidR="00571A4A" w:rsidRPr="00EF2F0E" w:rsidRDefault="00571A4A" w:rsidP="00571A4A">
            <w:pPr>
              <w:pStyle w:val="TAL"/>
              <w:rPr>
                <w:rFonts w:cs="Arial"/>
                <w:sz w:val="16"/>
                <w:szCs w:val="16"/>
              </w:rPr>
            </w:pPr>
            <w:r w:rsidRPr="00EF2F0E">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29" w14:textId="77777777" w:rsidR="00571A4A" w:rsidRPr="00EF2F0E" w:rsidRDefault="00571A4A" w:rsidP="00571A4A">
            <w:pPr>
              <w:pStyle w:val="TAL"/>
              <w:rPr>
                <w:rFonts w:cs="Arial"/>
                <w:sz w:val="16"/>
                <w:szCs w:val="16"/>
              </w:rPr>
            </w:pPr>
            <w:r w:rsidRPr="00EF2F0E">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2A" w14:textId="77777777" w:rsidR="00571A4A" w:rsidRPr="00EF2F0E" w:rsidRDefault="00676052" w:rsidP="00571A4A">
            <w:pPr>
              <w:pStyle w:val="TAL"/>
              <w:rPr>
                <w:rFonts w:cs="Arial"/>
                <w:sz w:val="16"/>
                <w:szCs w:val="16"/>
                <w:lang w:eastAsia="ko-KR"/>
              </w:rPr>
            </w:pPr>
            <w:r w:rsidRPr="00EF2F0E">
              <w:rPr>
                <w:rFonts w:cs="Arial"/>
                <w:sz w:val="16"/>
                <w:szCs w:val="16"/>
                <w:lang w:eastAsia="ko-KR"/>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2B" w14:textId="77777777" w:rsidR="00571A4A" w:rsidRPr="00EF2F0E" w:rsidRDefault="00571A4A" w:rsidP="00571A4A">
            <w:pPr>
              <w:pStyle w:val="TAL"/>
              <w:rPr>
                <w:rFonts w:cs="Arial"/>
                <w:sz w:val="16"/>
                <w:szCs w:val="16"/>
              </w:rPr>
            </w:pPr>
            <w:r w:rsidRPr="00EF2F0E">
              <w:rPr>
                <w:rFonts w:cs="Arial"/>
                <w:sz w:val="16"/>
                <w:szCs w:val="16"/>
              </w:rPr>
              <w:t>01</w:t>
            </w:r>
            <w:r w:rsidR="00676052" w:rsidRPr="00EF2F0E">
              <w:rPr>
                <w:rFonts w:cs="Arial"/>
                <w:sz w:val="16"/>
                <w:szCs w:val="16"/>
              </w:rPr>
              <w:t>72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2C" w14:textId="77777777" w:rsidR="00571A4A" w:rsidRPr="00EF2F0E" w:rsidRDefault="00676052" w:rsidP="00571A4A">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2D" w14:textId="77777777" w:rsidR="00571A4A" w:rsidRPr="00EF2F0E" w:rsidRDefault="00676052" w:rsidP="00571A4A">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2E" w14:textId="77777777" w:rsidR="00571A4A" w:rsidRPr="00EF2F0E" w:rsidRDefault="00676052" w:rsidP="00571A4A">
            <w:pPr>
              <w:pStyle w:val="TAL"/>
              <w:rPr>
                <w:rFonts w:cs="Arial"/>
                <w:sz w:val="16"/>
                <w:szCs w:val="16"/>
              </w:rPr>
            </w:pPr>
            <w:r w:rsidRPr="00EF2F0E">
              <w:rPr>
                <w:rFonts w:cs="Arial"/>
                <w:sz w:val="16"/>
                <w:szCs w:val="16"/>
              </w:rPr>
              <w:t>CR to 37.105 on Receiver spurious emission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2F" w14:textId="77777777" w:rsidR="00571A4A" w:rsidRPr="00EF2F0E" w:rsidRDefault="00571A4A" w:rsidP="00571A4A">
            <w:pPr>
              <w:pStyle w:val="TAL"/>
              <w:rPr>
                <w:rFonts w:cs="Arial"/>
                <w:sz w:val="16"/>
                <w:szCs w:val="16"/>
              </w:rPr>
            </w:pPr>
            <w:r w:rsidRPr="00EF2F0E">
              <w:rPr>
                <w:rFonts w:cs="Arial"/>
                <w:sz w:val="16"/>
                <w:szCs w:val="16"/>
              </w:rPr>
              <w:t>15.</w:t>
            </w:r>
            <w:r w:rsidR="00676052" w:rsidRPr="00EF2F0E">
              <w:rPr>
                <w:rFonts w:cs="Arial"/>
                <w:sz w:val="16"/>
                <w:szCs w:val="16"/>
              </w:rPr>
              <w:t>8</w:t>
            </w:r>
            <w:r w:rsidRPr="00EF2F0E">
              <w:rPr>
                <w:rFonts w:cs="Arial"/>
                <w:sz w:val="16"/>
                <w:szCs w:val="16"/>
              </w:rPr>
              <w:t>.0</w:t>
            </w:r>
          </w:p>
        </w:tc>
      </w:tr>
      <w:tr w:rsidR="000B4A49" w:rsidRPr="00EF2F0E" w14:paraId="09851139" w14:textId="77777777" w:rsidTr="005C15CF">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31" w14:textId="77777777" w:rsidR="000B4A49" w:rsidRPr="00EF2F0E" w:rsidRDefault="000B4A49" w:rsidP="005C15CF">
            <w:pPr>
              <w:pStyle w:val="TAL"/>
              <w:rPr>
                <w:rFonts w:cs="Arial"/>
                <w:sz w:val="16"/>
                <w:szCs w:val="16"/>
              </w:rPr>
            </w:pPr>
            <w:r w:rsidRPr="00EF2F0E">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32" w14:textId="77777777" w:rsidR="000B4A49" w:rsidRPr="00EF2F0E" w:rsidRDefault="000B4A49" w:rsidP="005C15CF">
            <w:pPr>
              <w:pStyle w:val="TAL"/>
              <w:rPr>
                <w:rFonts w:cs="Arial"/>
                <w:sz w:val="16"/>
                <w:szCs w:val="16"/>
              </w:rPr>
            </w:pPr>
            <w:r w:rsidRPr="00EF2F0E">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33" w14:textId="77777777" w:rsidR="000B4A49" w:rsidRPr="00EF2F0E" w:rsidRDefault="000B4A49" w:rsidP="005C15CF">
            <w:pPr>
              <w:pStyle w:val="TAL"/>
              <w:rPr>
                <w:rFonts w:cs="Arial"/>
                <w:sz w:val="16"/>
                <w:szCs w:val="16"/>
                <w:lang w:eastAsia="ko-KR"/>
              </w:rPr>
            </w:pPr>
            <w:r w:rsidRPr="00EF2F0E">
              <w:rPr>
                <w:rFonts w:cs="Arial"/>
                <w:sz w:val="16"/>
                <w:szCs w:val="16"/>
                <w:lang w:eastAsia="ko-KR"/>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34" w14:textId="77777777" w:rsidR="000B4A49" w:rsidRPr="00EF2F0E" w:rsidRDefault="000B4A49" w:rsidP="005C15CF">
            <w:pPr>
              <w:pStyle w:val="TAL"/>
              <w:rPr>
                <w:rFonts w:cs="Arial"/>
                <w:sz w:val="16"/>
                <w:szCs w:val="16"/>
              </w:rPr>
            </w:pPr>
            <w:r w:rsidRPr="00EF2F0E">
              <w:rPr>
                <w:rFonts w:cs="Arial"/>
                <w:sz w:val="16"/>
                <w:szCs w:val="16"/>
              </w:rPr>
              <w:t>0174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35" w14:textId="77777777" w:rsidR="000B4A49" w:rsidRPr="00EF2F0E" w:rsidRDefault="000B4A49" w:rsidP="005C15CF">
            <w:pPr>
              <w:pStyle w:val="TAL"/>
              <w:rPr>
                <w:rFonts w:cs="Arial"/>
                <w:sz w:val="16"/>
                <w:szCs w:val="16"/>
              </w:rPr>
            </w:pPr>
            <w:r w:rsidRPr="00EF2F0E">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36" w14:textId="77777777" w:rsidR="000B4A49" w:rsidRPr="00EF2F0E" w:rsidRDefault="000B4A49" w:rsidP="005C15CF">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37" w14:textId="77777777" w:rsidR="000B4A49" w:rsidRPr="00EF2F0E" w:rsidRDefault="000B4A49" w:rsidP="005C15CF">
            <w:pPr>
              <w:pStyle w:val="TAL"/>
              <w:rPr>
                <w:rFonts w:cs="Arial"/>
                <w:sz w:val="16"/>
                <w:szCs w:val="16"/>
              </w:rPr>
            </w:pPr>
            <w:r w:rsidRPr="00EF2F0E">
              <w:rPr>
                <w:rFonts w:cs="Arial"/>
                <w:sz w:val="16"/>
                <w:szCs w:val="16"/>
              </w:rPr>
              <w:t>CR to 37.105 on Reciever Intermodulation signal offset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38" w14:textId="77777777" w:rsidR="000B4A49" w:rsidRPr="00EF2F0E" w:rsidRDefault="000B4A49" w:rsidP="005C15CF">
            <w:pPr>
              <w:pStyle w:val="TAL"/>
              <w:rPr>
                <w:rFonts w:cs="Arial"/>
                <w:sz w:val="16"/>
                <w:szCs w:val="16"/>
              </w:rPr>
            </w:pPr>
            <w:r w:rsidRPr="00EF2F0E">
              <w:rPr>
                <w:rFonts w:cs="Arial"/>
                <w:sz w:val="16"/>
                <w:szCs w:val="16"/>
              </w:rPr>
              <w:t>15.8.0</w:t>
            </w:r>
          </w:p>
        </w:tc>
      </w:tr>
      <w:tr w:rsidR="000B4A49" w:rsidRPr="00EF2F0E" w14:paraId="09851142" w14:textId="77777777" w:rsidTr="005C15CF">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3A" w14:textId="77777777" w:rsidR="000B4A49" w:rsidRPr="00EF2F0E" w:rsidRDefault="000B4A49" w:rsidP="005C15CF">
            <w:pPr>
              <w:pStyle w:val="TAL"/>
              <w:rPr>
                <w:rFonts w:cs="Arial"/>
                <w:sz w:val="16"/>
                <w:szCs w:val="16"/>
              </w:rPr>
            </w:pPr>
            <w:r w:rsidRPr="00EF2F0E">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3B" w14:textId="77777777" w:rsidR="000B4A49" w:rsidRPr="00EF2F0E" w:rsidRDefault="000B4A49" w:rsidP="005C15CF">
            <w:pPr>
              <w:pStyle w:val="TAL"/>
              <w:rPr>
                <w:rFonts w:cs="Arial"/>
                <w:sz w:val="16"/>
                <w:szCs w:val="16"/>
              </w:rPr>
            </w:pPr>
            <w:r w:rsidRPr="00EF2F0E">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3C" w14:textId="77777777" w:rsidR="000B4A49" w:rsidRPr="00EF2F0E" w:rsidRDefault="000B4A49" w:rsidP="005C15CF">
            <w:pPr>
              <w:pStyle w:val="TAL"/>
              <w:rPr>
                <w:rFonts w:cs="Arial"/>
                <w:sz w:val="16"/>
                <w:szCs w:val="16"/>
                <w:lang w:eastAsia="ko-KR"/>
              </w:rPr>
            </w:pPr>
            <w:r w:rsidRPr="00EF2F0E">
              <w:rPr>
                <w:rFonts w:cs="Arial"/>
                <w:sz w:val="16"/>
                <w:szCs w:val="16"/>
                <w:lang w:eastAsia="ko-KR"/>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3D" w14:textId="77777777" w:rsidR="000B4A49" w:rsidRPr="00EF2F0E" w:rsidRDefault="000B4A49" w:rsidP="005C15CF">
            <w:pPr>
              <w:pStyle w:val="TAL"/>
              <w:rPr>
                <w:rFonts w:cs="Arial"/>
                <w:sz w:val="16"/>
                <w:szCs w:val="16"/>
              </w:rPr>
            </w:pPr>
            <w:r w:rsidRPr="00EF2F0E">
              <w:rPr>
                <w:rFonts w:cs="Arial"/>
                <w:sz w:val="16"/>
                <w:szCs w:val="16"/>
              </w:rPr>
              <w:t>0176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3E" w14:textId="77777777" w:rsidR="000B4A49" w:rsidRPr="00EF2F0E" w:rsidRDefault="000B4A49" w:rsidP="005C15CF">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3F" w14:textId="77777777" w:rsidR="000B4A49" w:rsidRPr="00EF2F0E" w:rsidRDefault="000B4A49" w:rsidP="005C15CF">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40" w14:textId="77777777" w:rsidR="000B4A49" w:rsidRPr="00EF2F0E" w:rsidRDefault="000B4A49" w:rsidP="005C15CF">
            <w:pPr>
              <w:pStyle w:val="TAL"/>
              <w:rPr>
                <w:rFonts w:cs="Arial"/>
                <w:sz w:val="16"/>
                <w:szCs w:val="16"/>
              </w:rPr>
            </w:pPr>
            <w:r w:rsidRPr="00EF2F0E">
              <w:rPr>
                <w:rFonts w:cs="Arial"/>
                <w:sz w:val="16"/>
                <w:szCs w:val="16"/>
              </w:rPr>
              <w:t>CR to TS37.105 Corrections on NBB requirement (section 7.4 and 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41" w14:textId="77777777" w:rsidR="000B4A49" w:rsidRPr="00EF2F0E" w:rsidRDefault="000B4A49" w:rsidP="005C15CF">
            <w:pPr>
              <w:pStyle w:val="TAL"/>
              <w:rPr>
                <w:rFonts w:cs="Arial"/>
                <w:sz w:val="16"/>
                <w:szCs w:val="16"/>
              </w:rPr>
            </w:pPr>
            <w:r w:rsidRPr="00EF2F0E">
              <w:rPr>
                <w:rFonts w:cs="Arial"/>
                <w:sz w:val="16"/>
                <w:szCs w:val="16"/>
              </w:rPr>
              <w:t>15.8.0</w:t>
            </w:r>
          </w:p>
        </w:tc>
      </w:tr>
      <w:tr w:rsidR="00DE76A7" w:rsidRPr="00EF2F0E" w14:paraId="0985114B" w14:textId="77777777" w:rsidTr="005C15CF">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43" w14:textId="77777777" w:rsidR="00DE76A7" w:rsidRPr="00EF2F0E" w:rsidRDefault="00DE76A7" w:rsidP="005C15CF">
            <w:pPr>
              <w:pStyle w:val="TAL"/>
              <w:rPr>
                <w:rFonts w:cs="Arial"/>
                <w:sz w:val="16"/>
                <w:szCs w:val="16"/>
              </w:rPr>
            </w:pPr>
            <w:r w:rsidRPr="00EF2F0E">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44" w14:textId="77777777" w:rsidR="00DE76A7" w:rsidRPr="00EF2F0E" w:rsidRDefault="00DE76A7" w:rsidP="005C15CF">
            <w:pPr>
              <w:pStyle w:val="TAL"/>
              <w:rPr>
                <w:rFonts w:cs="Arial"/>
                <w:sz w:val="16"/>
                <w:szCs w:val="16"/>
              </w:rPr>
            </w:pPr>
            <w:r w:rsidRPr="00EF2F0E">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45" w14:textId="77777777" w:rsidR="00DE76A7" w:rsidRPr="00EF2F0E" w:rsidRDefault="00DE76A7" w:rsidP="005C15CF">
            <w:pPr>
              <w:pStyle w:val="TAL"/>
              <w:rPr>
                <w:rFonts w:cs="Arial"/>
                <w:sz w:val="16"/>
                <w:szCs w:val="16"/>
                <w:lang w:eastAsia="ko-KR"/>
              </w:rPr>
            </w:pPr>
            <w:r w:rsidRPr="00EF2F0E">
              <w:rPr>
                <w:rFonts w:cs="Arial"/>
                <w:sz w:val="16"/>
                <w:szCs w:val="16"/>
                <w:lang w:eastAsia="ko-KR"/>
              </w:rPr>
              <w:t>RP-193048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46" w14:textId="77777777" w:rsidR="00DE76A7" w:rsidRPr="00EF2F0E" w:rsidRDefault="00DE76A7" w:rsidP="005C15CF">
            <w:pPr>
              <w:pStyle w:val="TAL"/>
              <w:rPr>
                <w:rFonts w:cs="Arial"/>
                <w:sz w:val="16"/>
                <w:szCs w:val="16"/>
              </w:rPr>
            </w:pPr>
            <w:r w:rsidRPr="00EF2F0E">
              <w:rPr>
                <w:rFonts w:cs="Arial"/>
                <w:sz w:val="16"/>
                <w:szCs w:val="16"/>
              </w:rPr>
              <w:t>0178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47" w14:textId="77777777" w:rsidR="00DE76A7" w:rsidRPr="00EF2F0E" w:rsidRDefault="00DE76A7" w:rsidP="005C15CF">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48" w14:textId="77777777" w:rsidR="00DE76A7" w:rsidRPr="00EF2F0E" w:rsidRDefault="00DE76A7" w:rsidP="005C15CF">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49" w14:textId="77777777" w:rsidR="00DE76A7" w:rsidRPr="00EF2F0E" w:rsidRDefault="00DE76A7" w:rsidP="005C15CF">
            <w:pPr>
              <w:pStyle w:val="TAL"/>
              <w:rPr>
                <w:rFonts w:cs="Arial"/>
                <w:sz w:val="16"/>
                <w:szCs w:val="16"/>
              </w:rPr>
            </w:pPr>
            <w:r w:rsidRPr="00EF2F0E">
              <w:rPr>
                <w:rFonts w:cs="Arial"/>
                <w:sz w:val="16"/>
                <w:szCs w:val="16"/>
              </w:rPr>
              <w:t>CR to TS 37.105: Requirement set applicability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4A" w14:textId="77777777" w:rsidR="00DE76A7" w:rsidRPr="00EF2F0E" w:rsidRDefault="00DE76A7" w:rsidP="005C15CF">
            <w:pPr>
              <w:pStyle w:val="TAL"/>
              <w:rPr>
                <w:rFonts w:cs="Arial"/>
                <w:sz w:val="16"/>
                <w:szCs w:val="16"/>
              </w:rPr>
            </w:pPr>
            <w:r w:rsidRPr="00EF2F0E">
              <w:rPr>
                <w:rFonts w:cs="Arial"/>
                <w:sz w:val="16"/>
                <w:szCs w:val="16"/>
              </w:rPr>
              <w:t>15.8.0</w:t>
            </w:r>
          </w:p>
        </w:tc>
      </w:tr>
      <w:tr w:rsidR="00B329B3" w:rsidRPr="00EF2F0E" w14:paraId="09851154" w14:textId="77777777" w:rsidTr="005C15CF">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4C" w14:textId="77777777" w:rsidR="00B329B3" w:rsidRPr="00EF2F0E" w:rsidRDefault="00B329B3" w:rsidP="005C15CF">
            <w:pPr>
              <w:pStyle w:val="TAL"/>
              <w:rPr>
                <w:rFonts w:cs="Arial"/>
                <w:sz w:val="16"/>
                <w:szCs w:val="16"/>
              </w:rPr>
            </w:pPr>
            <w:r w:rsidRPr="00EF2F0E">
              <w:rPr>
                <w:rFonts w:cs="Arial"/>
                <w:sz w:val="16"/>
                <w:szCs w:val="16"/>
              </w:rPr>
              <w:t>2020-</w:t>
            </w:r>
            <w:r w:rsidR="002B688D" w:rsidRPr="00EF2F0E">
              <w:rPr>
                <w:rFonts w:cs="Arial"/>
                <w:sz w:val="16"/>
                <w:szCs w:val="16"/>
              </w:rPr>
              <w:t>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4D" w14:textId="77777777" w:rsidR="00B329B3" w:rsidRPr="00EF2F0E" w:rsidRDefault="00B329B3" w:rsidP="005C15CF">
            <w:pPr>
              <w:pStyle w:val="TAL"/>
              <w:rPr>
                <w:rFonts w:cs="Arial"/>
                <w:sz w:val="16"/>
                <w:szCs w:val="16"/>
              </w:rPr>
            </w:pPr>
            <w:r w:rsidRPr="00EF2F0E">
              <w:rPr>
                <w:rFonts w:cs="Arial"/>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4E" w14:textId="77777777" w:rsidR="00B329B3" w:rsidRPr="00EF2F0E" w:rsidRDefault="00B329B3" w:rsidP="005C15CF">
            <w:pPr>
              <w:pStyle w:val="TAL"/>
              <w:rPr>
                <w:rFonts w:cs="Arial"/>
                <w:sz w:val="16"/>
                <w:szCs w:val="16"/>
                <w:lang w:eastAsia="ko-KR"/>
              </w:rPr>
            </w:pPr>
            <w:r w:rsidRPr="00EF2F0E">
              <w:rPr>
                <w:rFonts w:cs="Arial"/>
                <w:sz w:val="16"/>
                <w:szCs w:val="16"/>
                <w:lang w:eastAsia="ko-KR"/>
              </w:rPr>
              <w:t>RP-200984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4F" w14:textId="77777777" w:rsidR="00B329B3" w:rsidRPr="00EF2F0E" w:rsidRDefault="00B329B3" w:rsidP="005C15CF">
            <w:pPr>
              <w:pStyle w:val="TAL"/>
              <w:rPr>
                <w:rFonts w:cs="Arial"/>
                <w:sz w:val="16"/>
                <w:szCs w:val="16"/>
              </w:rPr>
            </w:pPr>
            <w:r w:rsidRPr="00EF2F0E">
              <w:rPr>
                <w:rFonts w:cs="Arial"/>
                <w:sz w:val="16"/>
                <w:szCs w:val="16"/>
              </w:rPr>
              <w:t>0183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50" w14:textId="77777777" w:rsidR="00B329B3" w:rsidRPr="00EF2F0E" w:rsidRDefault="00B329B3" w:rsidP="005C15CF">
            <w:pPr>
              <w:pStyle w:val="TAL"/>
              <w:rPr>
                <w:rFonts w:cs="Arial"/>
                <w:sz w:val="16"/>
                <w:szCs w:val="16"/>
              </w:rPr>
            </w:pPr>
            <w:r w:rsidRPr="00EF2F0E">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51" w14:textId="77777777" w:rsidR="00B329B3" w:rsidRPr="00EF2F0E" w:rsidRDefault="00B329B3" w:rsidP="005C15CF">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52" w14:textId="77777777" w:rsidR="00B329B3" w:rsidRPr="00EF2F0E" w:rsidRDefault="00B329B3" w:rsidP="005C15CF">
            <w:pPr>
              <w:pStyle w:val="TAL"/>
              <w:rPr>
                <w:rFonts w:cs="Arial"/>
                <w:sz w:val="16"/>
                <w:szCs w:val="16"/>
              </w:rPr>
            </w:pPr>
            <w:r w:rsidRPr="00EF2F0E">
              <w:rPr>
                <w:rFonts w:cs="Arial"/>
                <w:sz w:val="16"/>
                <w:szCs w:val="16"/>
              </w:rPr>
              <w:t>CR to TS 37.105: removal of [],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53" w14:textId="77777777" w:rsidR="00B329B3" w:rsidRPr="00EF2F0E" w:rsidRDefault="00B329B3" w:rsidP="005C15CF">
            <w:pPr>
              <w:pStyle w:val="TAL"/>
              <w:rPr>
                <w:rFonts w:cs="Arial"/>
                <w:sz w:val="16"/>
                <w:szCs w:val="16"/>
              </w:rPr>
            </w:pPr>
            <w:r w:rsidRPr="00EF2F0E">
              <w:rPr>
                <w:rFonts w:cs="Arial"/>
                <w:sz w:val="16"/>
                <w:szCs w:val="16"/>
              </w:rPr>
              <w:t>15.9.0</w:t>
            </w:r>
          </w:p>
        </w:tc>
      </w:tr>
      <w:tr w:rsidR="00B632E9" w:rsidRPr="00EF2F0E" w14:paraId="0985115D" w14:textId="77777777" w:rsidTr="005C15CF">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55" w14:textId="77777777" w:rsidR="00B632E9" w:rsidRPr="00EF2F0E" w:rsidRDefault="00B632E9" w:rsidP="00B632E9">
            <w:pPr>
              <w:pStyle w:val="TAL"/>
              <w:rPr>
                <w:rFonts w:cs="Arial"/>
                <w:sz w:val="16"/>
                <w:szCs w:val="16"/>
              </w:rPr>
            </w:pPr>
            <w:r w:rsidRPr="00EF2F0E">
              <w:rPr>
                <w:rFonts w:cs="Arial"/>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56" w14:textId="77777777" w:rsidR="00B632E9" w:rsidRPr="00EF2F0E" w:rsidRDefault="00B632E9" w:rsidP="00B632E9">
            <w:pPr>
              <w:pStyle w:val="TAL"/>
              <w:rPr>
                <w:rFonts w:cs="Arial"/>
                <w:sz w:val="16"/>
                <w:szCs w:val="16"/>
              </w:rPr>
            </w:pPr>
            <w:r w:rsidRPr="00EF2F0E">
              <w:rPr>
                <w:rFonts w:cs="Arial"/>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57" w14:textId="77777777" w:rsidR="00B632E9" w:rsidRPr="00EF2F0E" w:rsidRDefault="00B632E9" w:rsidP="00B632E9">
            <w:pPr>
              <w:pStyle w:val="TAL"/>
              <w:rPr>
                <w:rFonts w:cs="Arial"/>
                <w:sz w:val="16"/>
                <w:szCs w:val="16"/>
                <w:lang w:eastAsia="ko-KR"/>
              </w:rPr>
            </w:pPr>
            <w:r w:rsidRPr="00EF2F0E">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58" w14:textId="77777777" w:rsidR="00B632E9" w:rsidRPr="00EF2F0E" w:rsidRDefault="00B632E9" w:rsidP="00B632E9">
            <w:pPr>
              <w:pStyle w:val="TAL"/>
              <w:rPr>
                <w:rFonts w:cs="Arial"/>
                <w:sz w:val="16"/>
                <w:szCs w:val="16"/>
              </w:rPr>
            </w:pPr>
            <w:r w:rsidRPr="00EF2F0E">
              <w:rPr>
                <w:rFonts w:cs="Arial"/>
                <w:sz w:val="16"/>
                <w:szCs w:val="16"/>
              </w:rPr>
              <w:t>0190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59" w14:textId="77777777" w:rsidR="00B632E9" w:rsidRPr="00EF2F0E" w:rsidRDefault="00B632E9" w:rsidP="00B632E9">
            <w:pPr>
              <w:pStyle w:val="TAL"/>
              <w:rPr>
                <w:rFonts w:cs="Arial"/>
                <w:sz w:val="16"/>
                <w:szCs w:val="16"/>
              </w:rPr>
            </w:pPr>
            <w:r w:rsidRPr="00EF2F0E">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5A" w14:textId="77777777" w:rsidR="00B632E9" w:rsidRPr="00EF2F0E" w:rsidRDefault="00B632E9" w:rsidP="00B632E9">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5B" w14:textId="77777777" w:rsidR="00B632E9" w:rsidRPr="00EF2F0E" w:rsidRDefault="00B632E9" w:rsidP="00B632E9">
            <w:pPr>
              <w:pStyle w:val="TAL"/>
              <w:rPr>
                <w:rFonts w:cs="Arial"/>
                <w:sz w:val="16"/>
                <w:szCs w:val="16"/>
              </w:rPr>
            </w:pPr>
            <w:r w:rsidRPr="00EF2F0E">
              <w:rPr>
                <w:sz w:val="16"/>
                <w:szCs w:val="16"/>
              </w:rPr>
              <w:t>CR to TS 37.105: Rel-13 non-AAS CRs mirroring,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5C" w14:textId="77777777" w:rsidR="00B632E9" w:rsidRPr="00EF2F0E" w:rsidRDefault="00B632E9" w:rsidP="00B632E9">
            <w:pPr>
              <w:pStyle w:val="TAL"/>
              <w:rPr>
                <w:rFonts w:cs="Arial"/>
                <w:sz w:val="16"/>
                <w:szCs w:val="16"/>
              </w:rPr>
            </w:pPr>
            <w:r w:rsidRPr="00EF2F0E">
              <w:rPr>
                <w:rFonts w:cs="Arial"/>
                <w:sz w:val="16"/>
                <w:szCs w:val="16"/>
              </w:rPr>
              <w:t>15.10.0</w:t>
            </w:r>
          </w:p>
        </w:tc>
      </w:tr>
      <w:tr w:rsidR="00B632E9" w:rsidRPr="00EF2F0E" w14:paraId="09851166" w14:textId="77777777" w:rsidTr="005C15CF">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5E" w14:textId="77777777" w:rsidR="00B632E9" w:rsidRPr="00EF2F0E" w:rsidRDefault="00B632E9" w:rsidP="00B632E9">
            <w:pPr>
              <w:pStyle w:val="TAL"/>
              <w:rPr>
                <w:rFonts w:cs="Arial"/>
                <w:sz w:val="16"/>
                <w:szCs w:val="16"/>
              </w:rPr>
            </w:pPr>
            <w:r w:rsidRPr="00EF2F0E">
              <w:rPr>
                <w:rFonts w:cs="Arial"/>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5F" w14:textId="77777777" w:rsidR="00B632E9" w:rsidRPr="00EF2F0E" w:rsidRDefault="00B632E9" w:rsidP="00B632E9">
            <w:pPr>
              <w:pStyle w:val="TAL"/>
              <w:rPr>
                <w:rFonts w:cs="Arial"/>
                <w:sz w:val="16"/>
                <w:szCs w:val="16"/>
              </w:rPr>
            </w:pPr>
            <w:r w:rsidRPr="00EF2F0E">
              <w:rPr>
                <w:rFonts w:cs="Arial"/>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60" w14:textId="77777777" w:rsidR="00B632E9" w:rsidRPr="00EF2F0E" w:rsidRDefault="00B632E9" w:rsidP="00B632E9">
            <w:pPr>
              <w:pStyle w:val="TAL"/>
              <w:rPr>
                <w:rFonts w:cs="Arial"/>
                <w:sz w:val="16"/>
                <w:szCs w:val="16"/>
                <w:lang w:eastAsia="ko-KR"/>
              </w:rPr>
            </w:pPr>
            <w:r w:rsidRPr="00EF2F0E">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61" w14:textId="77777777" w:rsidR="00B632E9" w:rsidRPr="00EF2F0E" w:rsidRDefault="00B632E9" w:rsidP="00B632E9">
            <w:pPr>
              <w:pStyle w:val="TAL"/>
              <w:rPr>
                <w:rFonts w:cs="Arial"/>
                <w:sz w:val="16"/>
                <w:szCs w:val="16"/>
              </w:rPr>
            </w:pPr>
            <w:r w:rsidRPr="00EF2F0E">
              <w:rPr>
                <w:rFonts w:cs="Arial"/>
                <w:sz w:val="16"/>
                <w:szCs w:val="16"/>
              </w:rPr>
              <w:t>0193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62" w14:textId="77777777" w:rsidR="00B632E9" w:rsidRPr="00EF2F0E" w:rsidRDefault="00B632E9" w:rsidP="00B632E9">
            <w:pPr>
              <w:pStyle w:val="TAL"/>
              <w:rPr>
                <w:rFonts w:cs="Arial"/>
                <w:sz w:val="16"/>
                <w:szCs w:val="16"/>
              </w:rPr>
            </w:pPr>
            <w:r w:rsidRPr="00EF2F0E">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63" w14:textId="77777777" w:rsidR="00B632E9" w:rsidRPr="00EF2F0E" w:rsidRDefault="00B632E9" w:rsidP="00B632E9">
            <w:pPr>
              <w:pStyle w:val="TAL"/>
              <w:rPr>
                <w:rFonts w:cs="Arial"/>
                <w:sz w:val="16"/>
                <w:szCs w:val="16"/>
              </w:rPr>
            </w:pPr>
            <w:r w:rsidRPr="00EF2F0E">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64" w14:textId="77777777" w:rsidR="00B632E9" w:rsidRPr="00EF2F0E" w:rsidRDefault="00B632E9" w:rsidP="00B632E9">
            <w:pPr>
              <w:pStyle w:val="TAL"/>
              <w:rPr>
                <w:rFonts w:cs="Arial"/>
                <w:sz w:val="16"/>
                <w:szCs w:val="16"/>
              </w:rPr>
            </w:pPr>
            <w:r w:rsidRPr="00EF2F0E">
              <w:rPr>
                <w:sz w:val="16"/>
                <w:szCs w:val="16"/>
              </w:rPr>
              <w:t>CR to TS 37.105: Rel-14 non-AAS CRs mirroring,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65" w14:textId="77777777" w:rsidR="00B632E9" w:rsidRPr="00EF2F0E" w:rsidRDefault="00B632E9" w:rsidP="00B632E9">
            <w:pPr>
              <w:pStyle w:val="TAL"/>
              <w:rPr>
                <w:rFonts w:cs="Arial"/>
                <w:sz w:val="16"/>
                <w:szCs w:val="16"/>
              </w:rPr>
            </w:pPr>
            <w:r w:rsidRPr="00EF2F0E">
              <w:rPr>
                <w:rFonts w:cs="Arial"/>
                <w:sz w:val="16"/>
                <w:szCs w:val="16"/>
              </w:rPr>
              <w:t>15.10.0</w:t>
            </w:r>
          </w:p>
        </w:tc>
      </w:tr>
      <w:tr w:rsidR="00B632E9" w:rsidRPr="003401A4" w14:paraId="0985116F" w14:textId="77777777" w:rsidTr="005C15CF">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67" w14:textId="77777777" w:rsidR="00B632E9" w:rsidRPr="00EF2F0E" w:rsidRDefault="00B632E9" w:rsidP="00B632E9">
            <w:pPr>
              <w:pStyle w:val="TAL"/>
              <w:rPr>
                <w:rFonts w:cs="Arial"/>
                <w:sz w:val="16"/>
                <w:szCs w:val="16"/>
              </w:rPr>
            </w:pPr>
            <w:r w:rsidRPr="00EF2F0E">
              <w:rPr>
                <w:rFonts w:cs="Arial"/>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68" w14:textId="77777777" w:rsidR="00B632E9" w:rsidRPr="00EF2F0E" w:rsidRDefault="00B632E9" w:rsidP="00B632E9">
            <w:pPr>
              <w:pStyle w:val="TAL"/>
              <w:rPr>
                <w:rFonts w:cs="Arial"/>
                <w:sz w:val="16"/>
                <w:szCs w:val="16"/>
              </w:rPr>
            </w:pPr>
            <w:r w:rsidRPr="00EF2F0E">
              <w:rPr>
                <w:rFonts w:cs="Arial"/>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69" w14:textId="77777777" w:rsidR="00B632E9" w:rsidRPr="00EF2F0E" w:rsidRDefault="00B632E9" w:rsidP="00B632E9">
            <w:pPr>
              <w:pStyle w:val="TAL"/>
              <w:rPr>
                <w:rFonts w:cs="Arial"/>
                <w:sz w:val="16"/>
                <w:szCs w:val="16"/>
                <w:lang w:eastAsia="ko-KR"/>
              </w:rPr>
            </w:pPr>
            <w:r w:rsidRPr="00EF2F0E">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6A" w14:textId="77777777" w:rsidR="00B632E9" w:rsidRPr="00EF2F0E" w:rsidRDefault="00B632E9" w:rsidP="00B632E9">
            <w:pPr>
              <w:pStyle w:val="TAL"/>
              <w:rPr>
                <w:rFonts w:cs="Arial"/>
                <w:sz w:val="16"/>
                <w:szCs w:val="16"/>
              </w:rPr>
            </w:pPr>
            <w:r w:rsidRPr="00EF2F0E">
              <w:rPr>
                <w:rFonts w:cs="Arial"/>
                <w:sz w:val="16"/>
                <w:szCs w:val="16"/>
              </w:rPr>
              <w:t>0195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6B" w14:textId="77777777" w:rsidR="00B632E9" w:rsidRPr="00EF2F0E" w:rsidRDefault="00B632E9" w:rsidP="00B632E9">
            <w:pPr>
              <w:pStyle w:val="TAL"/>
              <w:rPr>
                <w:rFonts w:cs="Arial"/>
                <w:sz w:val="16"/>
                <w:szCs w:val="16"/>
              </w:rPr>
            </w:pPr>
            <w:r w:rsidRPr="00EF2F0E">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6C" w14:textId="77777777" w:rsidR="00B632E9" w:rsidRPr="00EF2F0E" w:rsidRDefault="00B632E9" w:rsidP="00B632E9">
            <w:pPr>
              <w:pStyle w:val="TAL"/>
              <w:rPr>
                <w:rFonts w:cs="Arial"/>
                <w:sz w:val="16"/>
                <w:szCs w:val="16"/>
              </w:rPr>
            </w:pPr>
            <w:r w:rsidRPr="00EF2F0E">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6D" w14:textId="77777777" w:rsidR="00B632E9" w:rsidRPr="00EF2F0E" w:rsidRDefault="00B632E9" w:rsidP="00B632E9">
            <w:pPr>
              <w:pStyle w:val="TAL"/>
              <w:rPr>
                <w:rFonts w:cs="Arial"/>
                <w:sz w:val="16"/>
                <w:szCs w:val="16"/>
              </w:rPr>
            </w:pPr>
            <w:r w:rsidRPr="00EF2F0E">
              <w:rPr>
                <w:sz w:val="16"/>
                <w:szCs w:val="16"/>
              </w:rPr>
              <w:t>CR to TS 37.105: Rel-15 non-AAS CRs mirroring,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6E" w14:textId="77777777" w:rsidR="00B632E9" w:rsidRDefault="00B632E9" w:rsidP="00B632E9">
            <w:pPr>
              <w:pStyle w:val="TAL"/>
              <w:rPr>
                <w:rFonts w:cs="Arial"/>
                <w:sz w:val="16"/>
                <w:szCs w:val="16"/>
              </w:rPr>
            </w:pPr>
            <w:r w:rsidRPr="00EF2F0E">
              <w:rPr>
                <w:rFonts w:cs="Arial"/>
                <w:sz w:val="16"/>
                <w:szCs w:val="16"/>
              </w:rPr>
              <w:t>15.10.0</w:t>
            </w:r>
          </w:p>
        </w:tc>
      </w:tr>
      <w:tr w:rsidR="00730140" w:rsidRPr="003401A4" w14:paraId="09851178" w14:textId="77777777" w:rsidTr="005C15CF">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70" w14:textId="77777777" w:rsidR="00730140" w:rsidRPr="00EF2F0E" w:rsidRDefault="00730140" w:rsidP="00730140">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71" w14:textId="77777777" w:rsidR="00730140" w:rsidRPr="00EF2F0E" w:rsidRDefault="00730140" w:rsidP="00730140">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72" w14:textId="77777777" w:rsidR="00730140" w:rsidRPr="00EF2F0E" w:rsidRDefault="00730140" w:rsidP="00730140">
            <w:pPr>
              <w:pStyle w:val="TAL"/>
              <w:rPr>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73" w14:textId="77777777" w:rsidR="00730140" w:rsidRPr="00EF2F0E" w:rsidRDefault="00730140" w:rsidP="00730140">
            <w:pPr>
              <w:pStyle w:val="TAL"/>
              <w:rPr>
                <w:rFonts w:cs="Arial"/>
                <w:sz w:val="16"/>
                <w:szCs w:val="16"/>
              </w:rPr>
            </w:pPr>
            <w:r>
              <w:rPr>
                <w:rFonts w:cs="Arial"/>
                <w:sz w:val="16"/>
                <w:szCs w:val="16"/>
              </w:rPr>
              <w:t>0208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74" w14:textId="77777777" w:rsidR="00730140" w:rsidRPr="00EF2F0E" w:rsidRDefault="00730140" w:rsidP="00730140">
            <w:pPr>
              <w:pStyle w:val="TAL"/>
              <w:rPr>
                <w:rFonts w:cs="Arial"/>
                <w:sz w:val="16"/>
                <w:szCs w:val="16"/>
              </w:rPr>
            </w:pPr>
            <w:r>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75" w14:textId="77777777" w:rsidR="00730140" w:rsidRPr="00EF2F0E" w:rsidRDefault="00730140" w:rsidP="00730140">
            <w:pPr>
              <w:pStyle w:val="TAL"/>
              <w:rPr>
                <w:rFonts w:cs="Arial"/>
                <w:sz w:val="16"/>
                <w:szCs w:val="16"/>
              </w:rPr>
            </w:pPr>
            <w:r>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76" w14:textId="77777777" w:rsidR="00730140" w:rsidRPr="00EF2F0E" w:rsidRDefault="00730140" w:rsidP="00730140">
            <w:pPr>
              <w:pStyle w:val="TAL"/>
              <w:rPr>
                <w:sz w:val="16"/>
                <w:szCs w:val="16"/>
              </w:rPr>
            </w:pPr>
            <w:r>
              <w:rPr>
                <w:rFonts w:cs="Arial"/>
                <w:sz w:val="16"/>
                <w:szCs w:val="16"/>
              </w:rPr>
              <w:t>CR to 37.105 on Removal of additional limit for Band 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77" w14:textId="77777777" w:rsidR="00730140" w:rsidRPr="00EF2F0E" w:rsidRDefault="00730140" w:rsidP="00730140">
            <w:pPr>
              <w:pStyle w:val="TAL"/>
              <w:rPr>
                <w:rFonts w:cs="Arial"/>
                <w:sz w:val="16"/>
                <w:szCs w:val="16"/>
              </w:rPr>
            </w:pPr>
            <w:r>
              <w:rPr>
                <w:rFonts w:cs="Arial"/>
                <w:sz w:val="16"/>
                <w:szCs w:val="16"/>
              </w:rPr>
              <w:t>15.11.0</w:t>
            </w:r>
          </w:p>
        </w:tc>
      </w:tr>
      <w:tr w:rsidR="00730140" w:rsidRPr="003401A4" w14:paraId="09851181" w14:textId="77777777" w:rsidTr="005C15CF">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79" w14:textId="77777777" w:rsidR="00730140" w:rsidRPr="00EF2F0E" w:rsidRDefault="00730140" w:rsidP="00730140">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7A" w14:textId="77777777" w:rsidR="00730140" w:rsidRPr="00EF2F0E" w:rsidRDefault="00730140" w:rsidP="00730140">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7B" w14:textId="77777777" w:rsidR="00730140" w:rsidRPr="00EF2F0E" w:rsidRDefault="00730140" w:rsidP="00730140">
            <w:pPr>
              <w:pStyle w:val="TAL"/>
              <w:rPr>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7C" w14:textId="77777777" w:rsidR="00730140" w:rsidRPr="00EF2F0E" w:rsidRDefault="00730140" w:rsidP="00730140">
            <w:pPr>
              <w:pStyle w:val="TAL"/>
              <w:rPr>
                <w:rFonts w:cs="Arial"/>
                <w:sz w:val="16"/>
                <w:szCs w:val="16"/>
              </w:rPr>
            </w:pPr>
            <w:r>
              <w:rPr>
                <w:rFonts w:cs="Arial"/>
                <w:sz w:val="16"/>
                <w:szCs w:val="16"/>
              </w:rPr>
              <w:t>0212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7D" w14:textId="77777777" w:rsidR="00730140" w:rsidRPr="00EF2F0E" w:rsidRDefault="00730140" w:rsidP="00730140">
            <w:pPr>
              <w:pStyle w:val="TAL"/>
              <w:rPr>
                <w:rFonts w:cs="Arial"/>
                <w:sz w:val="16"/>
                <w:szCs w:val="16"/>
              </w:rPr>
            </w:pPr>
            <w:r>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7E" w14:textId="77777777" w:rsidR="00730140" w:rsidRPr="00EF2F0E" w:rsidRDefault="00730140" w:rsidP="00730140">
            <w:pPr>
              <w:pStyle w:val="TAL"/>
              <w:rPr>
                <w:rFonts w:cs="Arial"/>
                <w:sz w:val="16"/>
                <w:szCs w:val="16"/>
              </w:rPr>
            </w:pPr>
            <w:r>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7F" w14:textId="77777777" w:rsidR="00730140" w:rsidRPr="00EF2F0E" w:rsidRDefault="00730140" w:rsidP="00730140">
            <w:pPr>
              <w:pStyle w:val="TAL"/>
              <w:rPr>
                <w:sz w:val="16"/>
                <w:szCs w:val="16"/>
              </w:rPr>
            </w:pPr>
            <w:r>
              <w:rPr>
                <w:rFonts w:cs="Arial"/>
                <w:sz w:val="16"/>
                <w:szCs w:val="16"/>
              </w:rPr>
              <w:t>CR to TS 37.105: addition of the OBUE applicability table,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80" w14:textId="77777777" w:rsidR="00730140" w:rsidRPr="00EF2F0E" w:rsidRDefault="00730140" w:rsidP="00730140">
            <w:pPr>
              <w:pStyle w:val="TAL"/>
              <w:rPr>
                <w:rFonts w:cs="Arial"/>
                <w:sz w:val="16"/>
                <w:szCs w:val="16"/>
              </w:rPr>
            </w:pPr>
            <w:r>
              <w:rPr>
                <w:rFonts w:cs="Arial"/>
                <w:sz w:val="16"/>
                <w:szCs w:val="16"/>
              </w:rPr>
              <w:t>15.11.0</w:t>
            </w:r>
          </w:p>
        </w:tc>
      </w:tr>
      <w:tr w:rsidR="00730140" w:rsidRPr="003401A4" w14:paraId="0985118A" w14:textId="77777777" w:rsidTr="005C15CF">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82" w14:textId="77777777" w:rsidR="00730140" w:rsidRPr="00EF2F0E" w:rsidRDefault="00730140" w:rsidP="00730140">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851183" w14:textId="77777777" w:rsidR="00730140" w:rsidRPr="00EF2F0E" w:rsidRDefault="00730140" w:rsidP="00730140">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9851184" w14:textId="77777777" w:rsidR="00730140" w:rsidRPr="00EF2F0E" w:rsidRDefault="00730140" w:rsidP="00730140">
            <w:pPr>
              <w:pStyle w:val="TAL"/>
              <w:rPr>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51185" w14:textId="77777777" w:rsidR="00730140" w:rsidRPr="00EF2F0E" w:rsidRDefault="00730140" w:rsidP="00730140">
            <w:pPr>
              <w:pStyle w:val="TAL"/>
              <w:rPr>
                <w:rFonts w:cs="Arial"/>
                <w:sz w:val="16"/>
                <w:szCs w:val="16"/>
              </w:rPr>
            </w:pPr>
            <w:r>
              <w:rPr>
                <w:rFonts w:cs="Arial"/>
                <w:sz w:val="16"/>
                <w:szCs w:val="16"/>
              </w:rPr>
              <w:t>0205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51186" w14:textId="77777777" w:rsidR="00730140" w:rsidRPr="00EF2F0E" w:rsidRDefault="00730140" w:rsidP="00730140">
            <w:pPr>
              <w:pStyle w:val="TAL"/>
              <w:rPr>
                <w:rFonts w:cs="Arial"/>
                <w:sz w:val="16"/>
                <w:szCs w:val="16"/>
              </w:rPr>
            </w:pPr>
            <w:r>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851187" w14:textId="77777777" w:rsidR="00730140" w:rsidRPr="00EF2F0E" w:rsidRDefault="00730140" w:rsidP="00730140">
            <w:pPr>
              <w:pStyle w:val="TAL"/>
              <w:rPr>
                <w:rFonts w:cs="Arial"/>
                <w:sz w:val="16"/>
                <w:szCs w:val="16"/>
              </w:rPr>
            </w:pPr>
            <w:r>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851188" w14:textId="77777777" w:rsidR="00730140" w:rsidRPr="00EF2F0E" w:rsidRDefault="00730140" w:rsidP="00730140">
            <w:pPr>
              <w:pStyle w:val="TAL"/>
              <w:rPr>
                <w:sz w:val="16"/>
                <w:szCs w:val="16"/>
              </w:rPr>
            </w:pPr>
            <w:r>
              <w:rPr>
                <w:rFonts w:cs="Arial"/>
                <w:sz w:val="16"/>
                <w:szCs w:val="16"/>
              </w:rPr>
              <w:t>CR to TS 37.105: Corrections to core requirements including UEM additional requirements,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851189" w14:textId="77777777" w:rsidR="00730140" w:rsidRPr="00EF2F0E" w:rsidRDefault="00730140" w:rsidP="00730140">
            <w:pPr>
              <w:pStyle w:val="TAL"/>
              <w:rPr>
                <w:rFonts w:cs="Arial"/>
                <w:sz w:val="16"/>
                <w:szCs w:val="16"/>
              </w:rPr>
            </w:pPr>
            <w:r>
              <w:rPr>
                <w:rFonts w:cs="Arial"/>
                <w:sz w:val="16"/>
                <w:szCs w:val="16"/>
              </w:rPr>
              <w:t>15.11.0</w:t>
            </w:r>
          </w:p>
        </w:tc>
      </w:tr>
      <w:tr w:rsidR="00E03D8D" w:rsidRPr="00EF2F0E" w14:paraId="4589F52A" w14:textId="77777777" w:rsidTr="00E03D8D">
        <w:tc>
          <w:tcPr>
            <w:tcW w:w="800" w:type="dxa"/>
            <w:tcBorders>
              <w:top w:val="single" w:sz="6" w:space="0" w:color="auto"/>
              <w:left w:val="single" w:sz="6" w:space="0" w:color="auto"/>
              <w:bottom w:val="single" w:sz="6" w:space="0" w:color="auto"/>
              <w:right w:val="single" w:sz="6" w:space="0" w:color="auto"/>
            </w:tcBorders>
            <w:shd w:val="solid" w:color="FFFFFF" w:fill="auto"/>
          </w:tcPr>
          <w:p w14:paraId="43B711D0" w14:textId="61FAFAF1" w:rsidR="00E03D8D" w:rsidRPr="00EF2F0E" w:rsidRDefault="00E03D8D" w:rsidP="00727B4F">
            <w:pPr>
              <w:pStyle w:val="TAL"/>
              <w:rPr>
                <w:rFonts w:cs="Arial"/>
                <w:sz w:val="16"/>
                <w:szCs w:val="16"/>
              </w:rPr>
            </w:pPr>
            <w:r>
              <w:rPr>
                <w:rFonts w:cs="Arial"/>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133340C" w14:textId="667A4514" w:rsidR="00E03D8D" w:rsidRPr="00EF2F0E" w:rsidRDefault="00E03D8D" w:rsidP="00727B4F">
            <w:pPr>
              <w:pStyle w:val="TAL"/>
              <w:rPr>
                <w:rFonts w:cs="Arial"/>
                <w:sz w:val="16"/>
                <w:szCs w:val="16"/>
              </w:rPr>
            </w:pPr>
            <w:r>
              <w:rPr>
                <w:rFonts w:cs="Arial"/>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460A840" w14:textId="2CA4F7BE" w:rsidR="00E03D8D" w:rsidRPr="00E03D8D" w:rsidRDefault="00E03D8D" w:rsidP="00727B4F">
            <w:pPr>
              <w:pStyle w:val="TAL"/>
              <w:rPr>
                <w:rFonts w:cs="Arial"/>
                <w:sz w:val="16"/>
                <w:szCs w:val="16"/>
              </w:rPr>
            </w:pPr>
            <w:r w:rsidRPr="00FE27FB">
              <w:rPr>
                <w:rFonts w:cs="Arial"/>
                <w:sz w:val="16"/>
                <w:szCs w:val="16"/>
              </w:rPr>
              <w:t>RP-210111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234458" w14:textId="5D2B749F" w:rsidR="00E03D8D" w:rsidRPr="00EF2F0E" w:rsidRDefault="00E03D8D" w:rsidP="00727B4F">
            <w:pPr>
              <w:pStyle w:val="TAL"/>
              <w:rPr>
                <w:rFonts w:cs="Arial"/>
                <w:sz w:val="16"/>
                <w:szCs w:val="16"/>
              </w:rPr>
            </w:pPr>
            <w:r>
              <w:rPr>
                <w:rFonts w:cs="Arial"/>
                <w:sz w:val="16"/>
                <w:szCs w:val="16"/>
              </w:rPr>
              <w:t>0215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3019412" w14:textId="2D7AB650" w:rsidR="00E03D8D" w:rsidRPr="00EF2F0E" w:rsidRDefault="00E03D8D" w:rsidP="00727B4F">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E9A67E8" w14:textId="77777777" w:rsidR="00E03D8D" w:rsidRPr="00EF2F0E" w:rsidRDefault="00E03D8D" w:rsidP="00727B4F">
            <w:pPr>
              <w:pStyle w:val="TAL"/>
              <w:rPr>
                <w:rFonts w:cs="Arial"/>
                <w:sz w:val="16"/>
                <w:szCs w:val="16"/>
              </w:rPr>
            </w:pPr>
            <w:r>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491024E" w14:textId="7A743972" w:rsidR="00E03D8D" w:rsidRPr="00E03D8D" w:rsidRDefault="00E03D8D" w:rsidP="00727B4F">
            <w:pPr>
              <w:pStyle w:val="TAL"/>
              <w:rPr>
                <w:rFonts w:cs="Arial"/>
                <w:sz w:val="16"/>
                <w:szCs w:val="16"/>
              </w:rPr>
            </w:pPr>
            <w:r w:rsidRPr="00FE27FB">
              <w:rPr>
                <w:rFonts w:cs="Arial"/>
                <w:sz w:val="16"/>
                <w:szCs w:val="16"/>
              </w:rPr>
              <w:t>CR for 37.105: Corrections related to Band 24 regulatory updates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A1227B4" w14:textId="17BAA04D" w:rsidR="00E03D8D" w:rsidRPr="00EF2F0E" w:rsidRDefault="00E03D8D" w:rsidP="00727B4F">
            <w:pPr>
              <w:pStyle w:val="TAL"/>
              <w:rPr>
                <w:rFonts w:cs="Arial"/>
                <w:sz w:val="16"/>
                <w:szCs w:val="16"/>
              </w:rPr>
            </w:pPr>
            <w:r>
              <w:rPr>
                <w:rFonts w:cs="Arial"/>
                <w:sz w:val="16"/>
                <w:szCs w:val="16"/>
              </w:rPr>
              <w:t>15.12.0</w:t>
            </w:r>
          </w:p>
        </w:tc>
      </w:tr>
      <w:tr w:rsidR="0032389D" w:rsidRPr="00EF2F0E" w14:paraId="12DFF38F" w14:textId="77777777" w:rsidTr="0032389D">
        <w:tc>
          <w:tcPr>
            <w:tcW w:w="800" w:type="dxa"/>
            <w:tcBorders>
              <w:top w:val="single" w:sz="6" w:space="0" w:color="auto"/>
              <w:left w:val="single" w:sz="6" w:space="0" w:color="auto"/>
              <w:bottom w:val="single" w:sz="6" w:space="0" w:color="auto"/>
              <w:right w:val="single" w:sz="6" w:space="0" w:color="auto"/>
            </w:tcBorders>
            <w:shd w:val="solid" w:color="FFFFFF" w:fill="auto"/>
          </w:tcPr>
          <w:p w14:paraId="6354FA72" w14:textId="77777777" w:rsidR="0032389D" w:rsidRPr="00EF2F0E" w:rsidRDefault="0032389D" w:rsidP="00B24DDB">
            <w:pPr>
              <w:pStyle w:val="TAL"/>
              <w:rPr>
                <w:rFonts w:cs="Arial"/>
                <w:sz w:val="16"/>
                <w:szCs w:val="16"/>
              </w:rPr>
            </w:pPr>
            <w:r>
              <w:rPr>
                <w:rFonts w:cs="Arial"/>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E18E119" w14:textId="77777777" w:rsidR="0032389D" w:rsidRPr="00EF2F0E" w:rsidRDefault="0032389D" w:rsidP="00B24DDB">
            <w:pPr>
              <w:pStyle w:val="TAL"/>
              <w:rPr>
                <w:rFonts w:cs="Arial"/>
                <w:sz w:val="16"/>
                <w:szCs w:val="16"/>
              </w:rPr>
            </w:pPr>
            <w:r>
              <w:rPr>
                <w:rFonts w:cs="Arial"/>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B805553" w14:textId="7BB40936" w:rsidR="0032389D" w:rsidRPr="00E03D8D" w:rsidRDefault="00244984" w:rsidP="00B24DDB">
            <w:pPr>
              <w:pStyle w:val="TAL"/>
              <w:rPr>
                <w:rFonts w:cs="Arial"/>
                <w:sz w:val="16"/>
                <w:szCs w:val="16"/>
              </w:rPr>
            </w:pPr>
            <w:r w:rsidRPr="00FE27FB">
              <w:rPr>
                <w:rFonts w:cs="Arial"/>
                <w:sz w:val="16"/>
                <w:szCs w:val="16"/>
              </w:rPr>
              <w:t>RP-210118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561170" w14:textId="67349E4C" w:rsidR="0032389D" w:rsidRPr="00EF2F0E" w:rsidRDefault="0032389D" w:rsidP="00B24DDB">
            <w:pPr>
              <w:pStyle w:val="TAL"/>
              <w:rPr>
                <w:rFonts w:cs="Arial"/>
                <w:sz w:val="16"/>
                <w:szCs w:val="16"/>
              </w:rPr>
            </w:pPr>
            <w:r>
              <w:rPr>
                <w:rFonts w:cs="Arial"/>
                <w:sz w:val="16"/>
                <w:szCs w:val="16"/>
              </w:rPr>
              <w:t>02</w:t>
            </w:r>
            <w:r w:rsidR="001567CA">
              <w:rPr>
                <w:rFonts w:cs="Arial"/>
                <w:sz w:val="16"/>
                <w:szCs w:val="16"/>
              </w:rPr>
              <w:t>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1E7F00D" w14:textId="68A9B6C7" w:rsidR="0032389D" w:rsidRPr="00EF2F0E" w:rsidRDefault="001567CA" w:rsidP="00B24DDB">
            <w:pPr>
              <w:pStyle w:val="TAL"/>
              <w:rPr>
                <w:rFonts w:cs="Arial"/>
                <w:sz w:val="16"/>
                <w:szCs w:val="16"/>
              </w:rPr>
            </w:pPr>
            <w:r>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9F0C7AA" w14:textId="77777777" w:rsidR="0032389D" w:rsidRPr="00EF2F0E" w:rsidRDefault="0032389D" w:rsidP="00B24DDB">
            <w:pPr>
              <w:pStyle w:val="TAL"/>
              <w:rPr>
                <w:rFonts w:cs="Arial"/>
                <w:sz w:val="16"/>
                <w:szCs w:val="16"/>
              </w:rPr>
            </w:pPr>
            <w:r>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5288D4A" w14:textId="1D5D689C" w:rsidR="0032389D" w:rsidRPr="00E03D8D" w:rsidRDefault="001567CA" w:rsidP="00B24DDB">
            <w:pPr>
              <w:pStyle w:val="TAL"/>
              <w:rPr>
                <w:rFonts w:cs="Arial"/>
                <w:sz w:val="16"/>
                <w:szCs w:val="16"/>
              </w:rPr>
            </w:pPr>
            <w:r w:rsidRPr="00FE27FB">
              <w:rPr>
                <w:rFonts w:cs="Arial"/>
                <w:sz w:val="16"/>
                <w:szCs w:val="16"/>
              </w:rPr>
              <w:fldChar w:fldCharType="begin"/>
            </w:r>
            <w:r w:rsidRPr="00FE27FB">
              <w:rPr>
                <w:rFonts w:cs="Arial"/>
                <w:sz w:val="16"/>
                <w:szCs w:val="16"/>
              </w:rPr>
              <w:instrText xml:space="preserve"> DOCPROPERTY  CrTitle  \* MERGEFORMAT </w:instrText>
            </w:r>
            <w:r w:rsidRPr="00FE27FB">
              <w:rPr>
                <w:rFonts w:cs="Arial"/>
                <w:sz w:val="16"/>
                <w:szCs w:val="16"/>
              </w:rPr>
              <w:fldChar w:fldCharType="separate"/>
            </w:r>
            <w:r w:rsidRPr="00FE27FB">
              <w:rPr>
                <w:rFonts w:cs="Arial"/>
                <w:sz w:val="16"/>
                <w:szCs w:val="16"/>
              </w:rPr>
              <w:t>CR to 37.105 on NR+UTRA support for AAS</w:t>
            </w:r>
            <w:r w:rsidRPr="00FE27FB">
              <w:rPr>
                <w:rFonts w:cs="Arial"/>
                <w:sz w:val="16"/>
                <w:szCs w:val="16"/>
              </w:rPr>
              <w:fldChar w:fldCharType="end"/>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FC13A21" w14:textId="77777777" w:rsidR="0032389D" w:rsidRPr="00EF2F0E" w:rsidRDefault="0032389D" w:rsidP="00B24DDB">
            <w:pPr>
              <w:pStyle w:val="TAL"/>
              <w:rPr>
                <w:rFonts w:cs="Arial"/>
                <w:sz w:val="16"/>
                <w:szCs w:val="16"/>
              </w:rPr>
            </w:pPr>
            <w:r>
              <w:rPr>
                <w:rFonts w:cs="Arial"/>
                <w:sz w:val="16"/>
                <w:szCs w:val="16"/>
              </w:rPr>
              <w:t>15.12.0</w:t>
            </w:r>
          </w:p>
        </w:tc>
      </w:tr>
      <w:tr w:rsidR="0076619D" w:rsidRPr="00EF2F0E" w14:paraId="67E35420" w14:textId="77777777" w:rsidTr="00A547FB">
        <w:tc>
          <w:tcPr>
            <w:tcW w:w="800" w:type="dxa"/>
            <w:tcBorders>
              <w:top w:val="single" w:sz="6" w:space="0" w:color="auto"/>
              <w:left w:val="single" w:sz="6" w:space="0" w:color="auto"/>
              <w:bottom w:val="single" w:sz="6" w:space="0" w:color="auto"/>
              <w:right w:val="single" w:sz="6" w:space="0" w:color="auto"/>
            </w:tcBorders>
            <w:shd w:val="solid" w:color="FFFFFF" w:fill="auto"/>
          </w:tcPr>
          <w:p w14:paraId="5E4E7B78" w14:textId="77777777" w:rsidR="00A547FB" w:rsidRPr="00EF2F0E" w:rsidRDefault="00A547FB" w:rsidP="00B24DDB">
            <w:pPr>
              <w:pStyle w:val="TAL"/>
              <w:rPr>
                <w:rFonts w:cs="Arial"/>
                <w:sz w:val="16"/>
                <w:szCs w:val="16"/>
              </w:rPr>
            </w:pPr>
            <w:r>
              <w:rPr>
                <w:rFonts w:cs="Arial"/>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3E381E4" w14:textId="77777777" w:rsidR="00A547FB" w:rsidRPr="00EF2F0E" w:rsidRDefault="00A547FB" w:rsidP="00B24DDB">
            <w:pPr>
              <w:pStyle w:val="TAL"/>
              <w:rPr>
                <w:rFonts w:cs="Arial"/>
                <w:sz w:val="16"/>
                <w:szCs w:val="16"/>
              </w:rPr>
            </w:pPr>
            <w:r>
              <w:rPr>
                <w:rFonts w:cs="Arial"/>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9FAAC65" w14:textId="3F24D8D9" w:rsidR="00A547FB" w:rsidRPr="00E03D8D" w:rsidRDefault="002B246D" w:rsidP="00B24DDB">
            <w:pPr>
              <w:pStyle w:val="TAL"/>
              <w:rPr>
                <w:rFonts w:cs="Arial"/>
                <w:sz w:val="16"/>
                <w:szCs w:val="16"/>
              </w:rPr>
            </w:pPr>
            <w:r w:rsidRPr="00FE27FB">
              <w:rPr>
                <w:rFonts w:cs="Arial"/>
                <w:sz w:val="16"/>
                <w:szCs w:val="16"/>
              </w:rPr>
              <w:t>RP-210121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B46ABF" w14:textId="402BA783" w:rsidR="00A547FB" w:rsidRPr="00EF2F0E" w:rsidRDefault="00A547FB" w:rsidP="00B24DDB">
            <w:pPr>
              <w:pStyle w:val="TAL"/>
              <w:rPr>
                <w:rFonts w:cs="Arial"/>
                <w:sz w:val="16"/>
                <w:szCs w:val="16"/>
              </w:rPr>
            </w:pPr>
            <w:r>
              <w:rPr>
                <w:rFonts w:cs="Arial"/>
                <w:sz w:val="16"/>
                <w:szCs w:val="16"/>
              </w:rPr>
              <w:t>022</w:t>
            </w:r>
            <w:r w:rsidR="006A48D5">
              <w:rPr>
                <w:rFonts w:cs="Arial"/>
                <w:sz w:val="16"/>
                <w:szCs w:val="16"/>
              </w:rPr>
              <w:t>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46FE2E1" w14:textId="77777777" w:rsidR="00A547FB" w:rsidRPr="00EF2F0E" w:rsidRDefault="00A547FB" w:rsidP="00B24DDB">
            <w:pPr>
              <w:pStyle w:val="TAL"/>
              <w:rPr>
                <w:rFonts w:cs="Arial"/>
                <w:sz w:val="16"/>
                <w:szCs w:val="16"/>
              </w:rPr>
            </w:pPr>
            <w:r>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35F7BC6" w14:textId="77777777" w:rsidR="00A547FB" w:rsidRPr="00EF2F0E" w:rsidRDefault="00A547FB" w:rsidP="00B24DDB">
            <w:pPr>
              <w:pStyle w:val="TAL"/>
              <w:rPr>
                <w:rFonts w:cs="Arial"/>
                <w:sz w:val="16"/>
                <w:szCs w:val="16"/>
              </w:rPr>
            </w:pPr>
            <w:r>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11C30F3" w14:textId="0239E7C1" w:rsidR="00A547FB" w:rsidRPr="00E03D8D" w:rsidRDefault="0076619D" w:rsidP="00B24DDB">
            <w:pPr>
              <w:pStyle w:val="TAL"/>
              <w:rPr>
                <w:rFonts w:cs="Arial"/>
                <w:sz w:val="16"/>
                <w:szCs w:val="16"/>
              </w:rPr>
            </w:pPr>
            <w:r w:rsidRPr="00FE27FB">
              <w:rPr>
                <w:rFonts w:cs="Arial"/>
                <w:sz w:val="16"/>
                <w:szCs w:val="16"/>
              </w:rPr>
              <w:t>CR to 37.105 on OBUE table headings and applicability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18EA1D5" w14:textId="77777777" w:rsidR="00A547FB" w:rsidRPr="00EF2F0E" w:rsidRDefault="00A547FB" w:rsidP="00B24DDB">
            <w:pPr>
              <w:pStyle w:val="TAL"/>
              <w:rPr>
                <w:rFonts w:cs="Arial"/>
                <w:sz w:val="16"/>
                <w:szCs w:val="16"/>
              </w:rPr>
            </w:pPr>
            <w:r>
              <w:rPr>
                <w:rFonts w:cs="Arial"/>
                <w:sz w:val="16"/>
                <w:szCs w:val="16"/>
              </w:rPr>
              <w:t>15.12.0</w:t>
            </w:r>
          </w:p>
        </w:tc>
      </w:tr>
      <w:tr w:rsidR="00B24DDB" w:rsidRPr="00EF2F0E" w14:paraId="0F9C99A4" w14:textId="77777777" w:rsidTr="00A547FB">
        <w:tc>
          <w:tcPr>
            <w:tcW w:w="800" w:type="dxa"/>
            <w:tcBorders>
              <w:top w:val="single" w:sz="6" w:space="0" w:color="auto"/>
              <w:left w:val="single" w:sz="6" w:space="0" w:color="auto"/>
              <w:bottom w:val="single" w:sz="6" w:space="0" w:color="auto"/>
              <w:right w:val="single" w:sz="6" w:space="0" w:color="auto"/>
            </w:tcBorders>
            <w:shd w:val="solid" w:color="FFFFFF" w:fill="auto"/>
          </w:tcPr>
          <w:p w14:paraId="6C7452B9" w14:textId="100357CE" w:rsidR="00B24DDB" w:rsidRDefault="00B24DDB" w:rsidP="00B24DDB">
            <w:pPr>
              <w:pStyle w:val="TAL"/>
              <w:rPr>
                <w:rFonts w:cs="Arial"/>
                <w:sz w:val="16"/>
                <w:szCs w:val="16"/>
              </w:rPr>
            </w:pPr>
            <w:r>
              <w:rPr>
                <w:rFonts w:cs="Arial"/>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5966E81" w14:textId="4F57B413" w:rsidR="00B24DDB" w:rsidRDefault="00B24DDB" w:rsidP="00B24DDB">
            <w:pPr>
              <w:pStyle w:val="TAL"/>
              <w:rPr>
                <w:rFonts w:cs="Arial"/>
                <w:sz w:val="16"/>
                <w:szCs w:val="16"/>
              </w:rPr>
            </w:pPr>
            <w:r>
              <w:rPr>
                <w:rFonts w:cs="Arial"/>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71A28E6" w14:textId="0A2F2177" w:rsidR="00B24DDB" w:rsidRPr="00B24DDB" w:rsidRDefault="00B24DDB" w:rsidP="00B24DDB">
            <w:pPr>
              <w:pStyle w:val="TAL"/>
              <w:rPr>
                <w:rFonts w:cs="Arial"/>
                <w:sz w:val="16"/>
                <w:szCs w:val="16"/>
              </w:rPr>
            </w:pPr>
            <w:r w:rsidRPr="00B24DDB">
              <w:rPr>
                <w:sz w:val="16"/>
                <w:szCs w:val="16"/>
              </w:rPr>
              <w:t>RP-211083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9FD7D3" w14:textId="6C9372AE" w:rsidR="00B24DDB" w:rsidRPr="00B24DDB" w:rsidRDefault="00B24DDB" w:rsidP="00B24DDB">
            <w:pPr>
              <w:pStyle w:val="TAL"/>
              <w:rPr>
                <w:rFonts w:cs="Arial"/>
                <w:sz w:val="16"/>
                <w:szCs w:val="16"/>
              </w:rPr>
            </w:pPr>
            <w:r w:rsidRPr="00B24DDB">
              <w:rPr>
                <w:sz w:val="16"/>
                <w:szCs w:val="16"/>
              </w:rPr>
              <w:t>0236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C276C14" w14:textId="6FA36F7A" w:rsidR="00B24DDB" w:rsidRPr="00B24DDB" w:rsidRDefault="00B24DDB" w:rsidP="00B24DDB">
            <w:pPr>
              <w:pStyle w:val="TAL"/>
              <w:rPr>
                <w:rFonts w:cs="Arial"/>
                <w:sz w:val="16"/>
                <w:szCs w:val="16"/>
              </w:rPr>
            </w:pPr>
            <w:r w:rsidRPr="00B24DDB">
              <w:rPr>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F6A1E79" w14:textId="6BF88C3C" w:rsidR="00B24DDB" w:rsidRPr="00B24DDB" w:rsidRDefault="00B24DDB" w:rsidP="00B24DDB">
            <w:pPr>
              <w:pStyle w:val="TAL"/>
              <w:rPr>
                <w:rFonts w:cs="Arial"/>
                <w:sz w:val="16"/>
                <w:szCs w:val="16"/>
              </w:rPr>
            </w:pPr>
            <w:r w:rsidRPr="00B24DDB">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51FD9DA" w14:textId="41FCC362" w:rsidR="00B24DDB" w:rsidRPr="00B24DDB" w:rsidRDefault="00B24DDB" w:rsidP="00B24DDB">
            <w:pPr>
              <w:pStyle w:val="TAL"/>
              <w:rPr>
                <w:rFonts w:cs="Arial"/>
                <w:sz w:val="16"/>
                <w:szCs w:val="16"/>
              </w:rPr>
            </w:pPr>
            <w:r w:rsidRPr="00B24DDB">
              <w:rPr>
                <w:sz w:val="16"/>
                <w:szCs w:val="16"/>
              </w:rPr>
              <w:t>CR to 37.105: In-band blocking for multi-band Base Stations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1F56E7E" w14:textId="3964AC4F" w:rsidR="00B24DDB" w:rsidRDefault="00B24DDB" w:rsidP="00B24DDB">
            <w:pPr>
              <w:pStyle w:val="TAL"/>
              <w:rPr>
                <w:rFonts w:cs="Arial"/>
                <w:sz w:val="16"/>
                <w:szCs w:val="16"/>
              </w:rPr>
            </w:pPr>
            <w:r>
              <w:rPr>
                <w:rFonts w:cs="Arial"/>
                <w:sz w:val="16"/>
                <w:szCs w:val="16"/>
              </w:rPr>
              <w:t>15.13.0</w:t>
            </w:r>
          </w:p>
        </w:tc>
      </w:tr>
      <w:tr w:rsidR="00B24DDB" w:rsidRPr="00EF2F0E" w14:paraId="6A3E37D5" w14:textId="77777777" w:rsidTr="00A547FB">
        <w:tc>
          <w:tcPr>
            <w:tcW w:w="800" w:type="dxa"/>
            <w:tcBorders>
              <w:top w:val="single" w:sz="6" w:space="0" w:color="auto"/>
              <w:left w:val="single" w:sz="6" w:space="0" w:color="auto"/>
              <w:bottom w:val="single" w:sz="6" w:space="0" w:color="auto"/>
              <w:right w:val="single" w:sz="6" w:space="0" w:color="auto"/>
            </w:tcBorders>
            <w:shd w:val="solid" w:color="FFFFFF" w:fill="auto"/>
          </w:tcPr>
          <w:p w14:paraId="3F1C1818" w14:textId="17CE6C95" w:rsidR="00B24DDB" w:rsidRDefault="00B24DDB" w:rsidP="00B24DDB">
            <w:pPr>
              <w:pStyle w:val="TAL"/>
              <w:rPr>
                <w:rFonts w:cs="Arial"/>
                <w:sz w:val="16"/>
                <w:szCs w:val="16"/>
              </w:rPr>
            </w:pPr>
            <w:r>
              <w:rPr>
                <w:rFonts w:cs="Arial"/>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3D53978" w14:textId="6248EDC1" w:rsidR="00B24DDB" w:rsidRDefault="00B24DDB" w:rsidP="00B24DDB">
            <w:pPr>
              <w:pStyle w:val="TAL"/>
              <w:rPr>
                <w:rFonts w:cs="Arial"/>
                <w:sz w:val="16"/>
                <w:szCs w:val="16"/>
              </w:rPr>
            </w:pPr>
            <w:r>
              <w:rPr>
                <w:rFonts w:cs="Arial"/>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60A87E3" w14:textId="4D237F43" w:rsidR="00B24DDB" w:rsidRPr="00B24DDB" w:rsidRDefault="00B24DDB" w:rsidP="00B24DDB">
            <w:pPr>
              <w:pStyle w:val="TAL"/>
              <w:rPr>
                <w:rFonts w:cs="Arial"/>
                <w:sz w:val="16"/>
                <w:szCs w:val="16"/>
              </w:rPr>
            </w:pPr>
            <w:r w:rsidRPr="00B24DDB">
              <w:rPr>
                <w:sz w:val="16"/>
                <w:szCs w:val="16"/>
              </w:rPr>
              <w:t>RP-211076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0BDA65" w14:textId="3928CFCF" w:rsidR="00B24DDB" w:rsidRPr="00B24DDB" w:rsidRDefault="00B24DDB" w:rsidP="00B24DDB">
            <w:pPr>
              <w:pStyle w:val="TAL"/>
              <w:rPr>
                <w:rFonts w:cs="Arial"/>
                <w:sz w:val="16"/>
                <w:szCs w:val="16"/>
              </w:rPr>
            </w:pPr>
            <w:r w:rsidRPr="00B24DDB">
              <w:rPr>
                <w:sz w:val="16"/>
                <w:szCs w:val="16"/>
              </w:rPr>
              <w:t>0230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C620BF" w14:textId="6DB91555" w:rsidR="00B24DDB" w:rsidRPr="00B24DDB" w:rsidRDefault="00B24DDB" w:rsidP="00B24DDB">
            <w:pPr>
              <w:pStyle w:val="TAL"/>
              <w:rPr>
                <w:rFonts w:cs="Arial"/>
                <w:sz w:val="16"/>
                <w:szCs w:val="16"/>
              </w:rPr>
            </w:pPr>
            <w:r w:rsidRPr="00B24DDB">
              <w:rPr>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DE300DF" w14:textId="7074559D" w:rsidR="00B24DDB" w:rsidRPr="00B24DDB" w:rsidRDefault="00B24DDB" w:rsidP="00B24DDB">
            <w:pPr>
              <w:pStyle w:val="TAL"/>
              <w:rPr>
                <w:rFonts w:cs="Arial"/>
                <w:sz w:val="16"/>
                <w:szCs w:val="16"/>
              </w:rPr>
            </w:pPr>
            <w:r w:rsidRPr="00B24DDB">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8A561C5" w14:textId="18E04B77" w:rsidR="00B24DDB" w:rsidRPr="00B24DDB" w:rsidRDefault="00B24DDB" w:rsidP="00B24DDB">
            <w:pPr>
              <w:pStyle w:val="TAL"/>
              <w:rPr>
                <w:rFonts w:cs="Arial"/>
                <w:sz w:val="16"/>
                <w:szCs w:val="16"/>
              </w:rPr>
            </w:pPr>
            <w:r w:rsidRPr="00B24DDB">
              <w:rPr>
                <w:sz w:val="16"/>
                <w:szCs w:val="16"/>
              </w:rPr>
              <w:t>CR to TS 37.105: Regional requirements for band 41 in Japan,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BA4BEF3" w14:textId="07ECADBA" w:rsidR="00B24DDB" w:rsidRDefault="00B24DDB" w:rsidP="00B24DDB">
            <w:pPr>
              <w:pStyle w:val="TAL"/>
              <w:rPr>
                <w:rFonts w:cs="Arial"/>
                <w:sz w:val="16"/>
                <w:szCs w:val="16"/>
              </w:rPr>
            </w:pPr>
            <w:r>
              <w:rPr>
                <w:rFonts w:cs="Arial"/>
                <w:sz w:val="16"/>
                <w:szCs w:val="16"/>
              </w:rPr>
              <w:t>15.13.0</w:t>
            </w:r>
          </w:p>
        </w:tc>
      </w:tr>
      <w:tr w:rsidR="00192BF0" w:rsidRPr="00EF2F0E" w14:paraId="62F393B6" w14:textId="77777777" w:rsidTr="00A547FB">
        <w:tc>
          <w:tcPr>
            <w:tcW w:w="800" w:type="dxa"/>
            <w:tcBorders>
              <w:top w:val="single" w:sz="6" w:space="0" w:color="auto"/>
              <w:left w:val="single" w:sz="6" w:space="0" w:color="auto"/>
              <w:bottom w:val="single" w:sz="6" w:space="0" w:color="auto"/>
              <w:right w:val="single" w:sz="6" w:space="0" w:color="auto"/>
            </w:tcBorders>
            <w:shd w:val="solid" w:color="FFFFFF" w:fill="auto"/>
          </w:tcPr>
          <w:p w14:paraId="0B0439C1" w14:textId="16AF2A1F" w:rsidR="00192BF0" w:rsidRDefault="00192BF0" w:rsidP="00B24DDB">
            <w:pPr>
              <w:pStyle w:val="TAL"/>
              <w:rPr>
                <w:rFonts w:cs="Arial"/>
                <w:sz w:val="16"/>
                <w:szCs w:val="16"/>
              </w:rPr>
            </w:pPr>
            <w:r>
              <w:rPr>
                <w:rFonts w:cs="Arial"/>
                <w:sz w:val="16"/>
                <w:szCs w:val="16"/>
              </w:rPr>
              <w:t>2021-09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C284AED" w14:textId="0EB38CAE" w:rsidR="00192BF0" w:rsidRDefault="00192BF0" w:rsidP="00B24DDB">
            <w:pPr>
              <w:pStyle w:val="TAL"/>
              <w:rPr>
                <w:rFonts w:cs="Arial"/>
                <w:sz w:val="16"/>
                <w:szCs w:val="16"/>
              </w:rPr>
            </w:pPr>
            <w:r>
              <w:rPr>
                <w:rFonts w:cs="Arial"/>
                <w:sz w:val="16"/>
                <w:szCs w:val="16"/>
              </w:rPr>
              <w:t>RAN#93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0CF2735" w14:textId="5F8CFECD" w:rsidR="00192BF0" w:rsidRPr="00B24DDB" w:rsidRDefault="00192BF0" w:rsidP="00B24DDB">
            <w:pPr>
              <w:pStyle w:val="TAL"/>
              <w:rPr>
                <w:sz w:val="16"/>
                <w:szCs w:val="16"/>
              </w:rPr>
            </w:pPr>
            <w:r w:rsidRPr="00192BF0">
              <w:rPr>
                <w:sz w:val="16"/>
                <w:szCs w:val="16"/>
              </w:rPr>
              <w:t>RP-211925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201689" w14:textId="4AB75E65" w:rsidR="00192BF0" w:rsidRPr="00B24DDB" w:rsidRDefault="00192BF0" w:rsidP="00B24DDB">
            <w:pPr>
              <w:pStyle w:val="TAL"/>
              <w:rPr>
                <w:sz w:val="16"/>
                <w:szCs w:val="16"/>
              </w:rPr>
            </w:pPr>
            <w:r w:rsidRPr="00192BF0">
              <w:rPr>
                <w:sz w:val="16"/>
                <w:szCs w:val="16"/>
              </w:rPr>
              <w:t>0240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80D7065" w14:textId="77777777" w:rsidR="00192BF0" w:rsidRPr="00B24DDB" w:rsidRDefault="00192BF0" w:rsidP="00B24DDB">
            <w:pPr>
              <w:pStyle w:val="TAL"/>
              <w:rPr>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9D9860" w14:textId="3F17F71C" w:rsidR="00192BF0" w:rsidRPr="00B24DDB" w:rsidRDefault="00192BF0" w:rsidP="00B24DDB">
            <w:pPr>
              <w:pStyle w:val="TAL"/>
              <w:rPr>
                <w:sz w:val="16"/>
                <w:szCs w:val="16"/>
              </w:rPr>
            </w:pPr>
            <w:r>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6EB71DF" w14:textId="42231503" w:rsidR="00192BF0" w:rsidRPr="00B24DDB" w:rsidRDefault="00192BF0" w:rsidP="00B24DDB">
            <w:pPr>
              <w:pStyle w:val="TAL"/>
              <w:rPr>
                <w:sz w:val="16"/>
                <w:szCs w:val="16"/>
              </w:rPr>
            </w:pPr>
            <w:r w:rsidRPr="00192BF0">
              <w:rPr>
                <w:sz w:val="16"/>
                <w:szCs w:val="16"/>
              </w:rPr>
              <w:t>Big CR for TS 37.105 Maintenance(Rel-15, CAT F)</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17C2712" w14:textId="3C00873D" w:rsidR="00192BF0" w:rsidRDefault="00192BF0" w:rsidP="00B24DDB">
            <w:pPr>
              <w:pStyle w:val="TAL"/>
              <w:rPr>
                <w:rFonts w:cs="Arial"/>
                <w:sz w:val="16"/>
                <w:szCs w:val="16"/>
              </w:rPr>
            </w:pPr>
            <w:r>
              <w:rPr>
                <w:rFonts w:cs="Arial"/>
                <w:sz w:val="16"/>
                <w:szCs w:val="16"/>
              </w:rPr>
              <w:t>15.14.0</w:t>
            </w:r>
          </w:p>
        </w:tc>
      </w:tr>
      <w:tr w:rsidR="00CA1917" w:rsidRPr="00EF2F0E" w14:paraId="74721913" w14:textId="77777777" w:rsidTr="00A547FB">
        <w:tc>
          <w:tcPr>
            <w:tcW w:w="800" w:type="dxa"/>
            <w:tcBorders>
              <w:top w:val="single" w:sz="6" w:space="0" w:color="auto"/>
              <w:left w:val="single" w:sz="6" w:space="0" w:color="auto"/>
              <w:bottom w:val="single" w:sz="6" w:space="0" w:color="auto"/>
              <w:right w:val="single" w:sz="6" w:space="0" w:color="auto"/>
            </w:tcBorders>
            <w:shd w:val="solid" w:color="FFFFFF" w:fill="auto"/>
          </w:tcPr>
          <w:p w14:paraId="1F5EF773" w14:textId="488F35D3" w:rsidR="00CA1917" w:rsidRDefault="00CA1917" w:rsidP="00B24DDB">
            <w:pPr>
              <w:pStyle w:val="TAL"/>
              <w:rPr>
                <w:rFonts w:cs="Arial"/>
                <w:sz w:val="16"/>
                <w:szCs w:val="16"/>
              </w:rPr>
            </w:pPr>
            <w:r>
              <w:rPr>
                <w:rFonts w:cs="Arial"/>
                <w:sz w:val="16"/>
                <w:szCs w:val="16"/>
              </w:rPr>
              <w:t>2021-12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947BB57" w14:textId="1A1E0B2A" w:rsidR="00CA1917" w:rsidRDefault="00CA1917" w:rsidP="00B24DDB">
            <w:pPr>
              <w:pStyle w:val="TAL"/>
              <w:rPr>
                <w:rFonts w:cs="Arial"/>
                <w:sz w:val="16"/>
                <w:szCs w:val="16"/>
              </w:rPr>
            </w:pPr>
            <w:r>
              <w:rPr>
                <w:rFonts w:cs="Arial"/>
                <w:sz w:val="16"/>
                <w:szCs w:val="16"/>
              </w:rPr>
              <w:t>RAN#94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EAB3CC" w14:textId="6ACF7B6B" w:rsidR="00CA1917" w:rsidRPr="00192BF0" w:rsidRDefault="00CA1917" w:rsidP="00B24DDB">
            <w:pPr>
              <w:pStyle w:val="TAL"/>
              <w:rPr>
                <w:sz w:val="16"/>
                <w:szCs w:val="16"/>
              </w:rPr>
            </w:pPr>
            <w:r w:rsidRPr="00CA1917">
              <w:rPr>
                <w:sz w:val="16"/>
                <w:szCs w:val="16"/>
              </w:rPr>
              <w:t>RP-212856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A0085FC" w14:textId="0FF36DBA" w:rsidR="00CA1917" w:rsidRPr="00192BF0" w:rsidRDefault="00CA1917" w:rsidP="00B24DDB">
            <w:pPr>
              <w:pStyle w:val="TAL"/>
              <w:rPr>
                <w:sz w:val="16"/>
                <w:szCs w:val="16"/>
              </w:rPr>
            </w:pPr>
            <w:r w:rsidRPr="00CA1917">
              <w:rPr>
                <w:sz w:val="16"/>
                <w:szCs w:val="16"/>
              </w:rPr>
              <w:t>0244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120C52D" w14:textId="77777777" w:rsidR="00CA1917" w:rsidRPr="00B24DDB" w:rsidRDefault="00CA1917" w:rsidP="00B24DDB">
            <w:pPr>
              <w:pStyle w:val="TAL"/>
              <w:rPr>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13924C5" w14:textId="495EFAE9" w:rsidR="00CA1917" w:rsidRDefault="00CA1917" w:rsidP="00B24DDB">
            <w:pPr>
              <w:pStyle w:val="TAL"/>
              <w:rPr>
                <w:sz w:val="16"/>
                <w:szCs w:val="16"/>
              </w:rPr>
            </w:pPr>
            <w:r>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8444FBE" w14:textId="6678D7A4" w:rsidR="00CA1917" w:rsidRPr="00192BF0" w:rsidRDefault="00CA1917" w:rsidP="00B24DDB">
            <w:pPr>
              <w:pStyle w:val="TAL"/>
              <w:rPr>
                <w:sz w:val="16"/>
                <w:szCs w:val="16"/>
              </w:rPr>
            </w:pPr>
            <w:r w:rsidRPr="00CA1917">
              <w:rPr>
                <w:sz w:val="16"/>
                <w:szCs w:val="16"/>
              </w:rPr>
              <w:t>Big CR for TS 37.105 Maintenance (Rel-15, CAT F)</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FB3EC04" w14:textId="239FD1AA" w:rsidR="00CA1917" w:rsidRDefault="00CA1917" w:rsidP="00B24DDB">
            <w:pPr>
              <w:pStyle w:val="TAL"/>
              <w:rPr>
                <w:rFonts w:cs="Arial"/>
                <w:sz w:val="16"/>
                <w:szCs w:val="16"/>
              </w:rPr>
            </w:pPr>
            <w:r>
              <w:rPr>
                <w:rFonts w:cs="Arial"/>
                <w:sz w:val="16"/>
                <w:szCs w:val="16"/>
              </w:rPr>
              <w:t>15.15.0</w:t>
            </w:r>
          </w:p>
        </w:tc>
      </w:tr>
      <w:tr w:rsidR="003F7FA4" w:rsidRPr="00EF2F0E" w14:paraId="347800E8" w14:textId="77777777" w:rsidTr="00A547FB">
        <w:tc>
          <w:tcPr>
            <w:tcW w:w="800" w:type="dxa"/>
            <w:tcBorders>
              <w:top w:val="single" w:sz="6" w:space="0" w:color="auto"/>
              <w:left w:val="single" w:sz="6" w:space="0" w:color="auto"/>
              <w:bottom w:val="single" w:sz="6" w:space="0" w:color="auto"/>
              <w:right w:val="single" w:sz="6" w:space="0" w:color="auto"/>
            </w:tcBorders>
            <w:shd w:val="solid" w:color="FFFFFF" w:fill="auto"/>
          </w:tcPr>
          <w:p w14:paraId="2D264896" w14:textId="594E8AC9" w:rsidR="003F7FA4" w:rsidRDefault="003F7FA4" w:rsidP="00B24DDB">
            <w:pPr>
              <w:pStyle w:val="TAL"/>
              <w:rPr>
                <w:rFonts w:cs="Arial"/>
                <w:sz w:val="16"/>
                <w:szCs w:val="16"/>
              </w:rPr>
            </w:pPr>
            <w:r>
              <w:rPr>
                <w:rFonts w:cs="Arial"/>
                <w:sz w:val="16"/>
                <w:szCs w:val="16"/>
              </w:rPr>
              <w:t>2022-03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0BB6089" w14:textId="4355FFF4" w:rsidR="003F7FA4" w:rsidRDefault="003F7FA4" w:rsidP="00B24DDB">
            <w:pPr>
              <w:pStyle w:val="TAL"/>
              <w:rPr>
                <w:rFonts w:cs="Arial"/>
                <w:sz w:val="16"/>
                <w:szCs w:val="16"/>
              </w:rPr>
            </w:pPr>
            <w:r>
              <w:rPr>
                <w:rFonts w:cs="Arial"/>
                <w:sz w:val="16"/>
                <w:szCs w:val="16"/>
              </w:rPr>
              <w:t>RAN#95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F732A88" w14:textId="0534E467" w:rsidR="003F7FA4" w:rsidRPr="00CA1917" w:rsidRDefault="003F7FA4" w:rsidP="00B24DDB">
            <w:pPr>
              <w:pStyle w:val="TAL"/>
              <w:rPr>
                <w:sz w:val="16"/>
                <w:szCs w:val="16"/>
              </w:rPr>
            </w:pPr>
            <w:r w:rsidRPr="003F7FA4">
              <w:rPr>
                <w:sz w:val="16"/>
                <w:szCs w:val="16"/>
              </w:rPr>
              <w:t>RP-220331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33772E" w14:textId="1F012D6C" w:rsidR="003F7FA4" w:rsidRPr="00CA1917" w:rsidRDefault="003F7FA4" w:rsidP="00B24DDB">
            <w:pPr>
              <w:pStyle w:val="TAL"/>
              <w:rPr>
                <w:sz w:val="16"/>
                <w:szCs w:val="16"/>
              </w:rPr>
            </w:pPr>
            <w:r w:rsidRPr="003F7FA4">
              <w:rPr>
                <w:sz w:val="16"/>
                <w:szCs w:val="16"/>
              </w:rPr>
              <w:t>0250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16FD608" w14:textId="77777777" w:rsidR="003F7FA4" w:rsidRPr="00B24DDB" w:rsidRDefault="003F7FA4" w:rsidP="00B24DDB">
            <w:pPr>
              <w:pStyle w:val="TAL"/>
              <w:rPr>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A72E531" w14:textId="31457EF2" w:rsidR="003F7FA4" w:rsidRDefault="003F7FA4" w:rsidP="00B24DDB">
            <w:pPr>
              <w:pStyle w:val="TAL"/>
              <w:rPr>
                <w:sz w:val="16"/>
                <w:szCs w:val="16"/>
              </w:rPr>
            </w:pPr>
            <w:r>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4CF8568" w14:textId="222D6605" w:rsidR="003F7FA4" w:rsidRPr="00CA1917" w:rsidRDefault="003F7FA4" w:rsidP="00B24DDB">
            <w:pPr>
              <w:pStyle w:val="TAL"/>
              <w:rPr>
                <w:sz w:val="16"/>
                <w:szCs w:val="16"/>
              </w:rPr>
            </w:pPr>
            <w:r w:rsidRPr="003F7FA4">
              <w:rPr>
                <w:sz w:val="16"/>
                <w:szCs w:val="16"/>
              </w:rPr>
              <w:t>Big CR for TS 37.105 Maintenance (Rel-15, CAT F)</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83DC33E" w14:textId="291C4DDB" w:rsidR="003F7FA4" w:rsidRDefault="003F7FA4" w:rsidP="00B24DDB">
            <w:pPr>
              <w:pStyle w:val="TAL"/>
              <w:rPr>
                <w:rFonts w:cs="Arial"/>
                <w:sz w:val="16"/>
                <w:szCs w:val="16"/>
              </w:rPr>
            </w:pPr>
            <w:r>
              <w:rPr>
                <w:rFonts w:cs="Arial"/>
                <w:sz w:val="16"/>
                <w:szCs w:val="16"/>
              </w:rPr>
              <w:t>15.16.0</w:t>
            </w:r>
          </w:p>
        </w:tc>
      </w:tr>
      <w:tr w:rsidR="002D2C38" w:rsidRPr="00EF2F0E" w14:paraId="056952C2" w14:textId="77777777" w:rsidTr="00A547FB">
        <w:tc>
          <w:tcPr>
            <w:tcW w:w="800" w:type="dxa"/>
            <w:tcBorders>
              <w:top w:val="single" w:sz="6" w:space="0" w:color="auto"/>
              <w:left w:val="single" w:sz="6" w:space="0" w:color="auto"/>
              <w:bottom w:val="single" w:sz="6" w:space="0" w:color="auto"/>
              <w:right w:val="single" w:sz="6" w:space="0" w:color="auto"/>
            </w:tcBorders>
            <w:shd w:val="solid" w:color="FFFFFF" w:fill="auto"/>
          </w:tcPr>
          <w:p w14:paraId="67B89FDF" w14:textId="1399E755" w:rsidR="002D2C38" w:rsidRDefault="002D2C38" w:rsidP="00B24DDB">
            <w:pPr>
              <w:pStyle w:val="TAL"/>
              <w:rPr>
                <w:rFonts w:cs="Arial"/>
                <w:sz w:val="16"/>
                <w:szCs w:val="16"/>
              </w:rPr>
            </w:pPr>
            <w:r>
              <w:rPr>
                <w:rFonts w:cs="Arial"/>
                <w:sz w:val="16"/>
                <w:szCs w:val="16"/>
              </w:rPr>
              <w:t>2022-06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0DA17F6" w14:textId="53730D05" w:rsidR="002D2C38" w:rsidRDefault="002D2C38" w:rsidP="00B24DDB">
            <w:pPr>
              <w:pStyle w:val="TAL"/>
              <w:rPr>
                <w:rFonts w:cs="Arial"/>
                <w:sz w:val="16"/>
                <w:szCs w:val="16"/>
              </w:rPr>
            </w:pPr>
            <w:r>
              <w:rPr>
                <w:rFonts w:cs="Arial"/>
                <w:sz w:val="16"/>
                <w:szCs w:val="16"/>
              </w:rPr>
              <w:t>RAN#96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9D60C10" w14:textId="3A927D76" w:rsidR="002D2C38" w:rsidRPr="003F7FA4" w:rsidRDefault="002D2C38" w:rsidP="00B24DDB">
            <w:pPr>
              <w:pStyle w:val="TAL"/>
              <w:rPr>
                <w:sz w:val="16"/>
                <w:szCs w:val="16"/>
              </w:rPr>
            </w:pPr>
            <w:r w:rsidRPr="002D2C38">
              <w:rPr>
                <w:sz w:val="16"/>
                <w:szCs w:val="16"/>
              </w:rPr>
              <w:t>RP-221652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999787" w14:textId="1AF9CC6B" w:rsidR="002D2C38" w:rsidRPr="003F7FA4" w:rsidRDefault="002D2C38" w:rsidP="00B24DDB">
            <w:pPr>
              <w:pStyle w:val="TAL"/>
              <w:rPr>
                <w:sz w:val="16"/>
                <w:szCs w:val="16"/>
              </w:rPr>
            </w:pPr>
            <w:r w:rsidRPr="002D2C38">
              <w:rPr>
                <w:sz w:val="16"/>
                <w:szCs w:val="16"/>
              </w:rPr>
              <w:t>0256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6570E75" w14:textId="77777777" w:rsidR="002D2C38" w:rsidRPr="00B24DDB" w:rsidRDefault="002D2C38" w:rsidP="00B24DDB">
            <w:pPr>
              <w:pStyle w:val="TAL"/>
              <w:rPr>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4D24E03" w14:textId="7C23D319" w:rsidR="002D2C38" w:rsidRDefault="002D2C38" w:rsidP="00B24DDB">
            <w:pPr>
              <w:pStyle w:val="TAL"/>
              <w:rPr>
                <w:sz w:val="16"/>
                <w:szCs w:val="16"/>
              </w:rPr>
            </w:pPr>
            <w:r>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30782B6" w14:textId="13ADF66C" w:rsidR="002D2C38" w:rsidRPr="003F7FA4" w:rsidRDefault="002D2C38" w:rsidP="00B24DDB">
            <w:pPr>
              <w:pStyle w:val="TAL"/>
              <w:rPr>
                <w:sz w:val="16"/>
                <w:szCs w:val="16"/>
              </w:rPr>
            </w:pPr>
            <w:r w:rsidRPr="002D2C38">
              <w:rPr>
                <w:sz w:val="16"/>
                <w:szCs w:val="16"/>
              </w:rPr>
              <w:t>Big CR for TS 37.105 Maintenance (Rel-15, CAT F)</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22E4DBE" w14:textId="17247E34" w:rsidR="002D2C38" w:rsidRDefault="002D2C38" w:rsidP="00B24DDB">
            <w:pPr>
              <w:pStyle w:val="TAL"/>
              <w:rPr>
                <w:rFonts w:cs="Arial"/>
                <w:sz w:val="16"/>
                <w:szCs w:val="16"/>
              </w:rPr>
            </w:pPr>
            <w:r>
              <w:rPr>
                <w:rFonts w:cs="Arial"/>
                <w:sz w:val="16"/>
                <w:szCs w:val="16"/>
              </w:rPr>
              <w:t>15.17.0</w:t>
            </w:r>
          </w:p>
        </w:tc>
      </w:tr>
    </w:tbl>
    <w:p w14:paraId="0985118B" w14:textId="77777777" w:rsidR="001E41F3" w:rsidRPr="003401A4" w:rsidRDefault="001E41F3">
      <w:pPr>
        <w:rPr>
          <w:noProof/>
        </w:rPr>
      </w:pPr>
    </w:p>
    <w:sectPr w:rsidR="001E41F3" w:rsidRPr="003401A4" w:rsidSect="00D4799D">
      <w:headerReference w:type="default" r:id="rId200"/>
      <w:footerReference w:type="default" r:id="rId201"/>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FBCE8" w14:textId="77777777" w:rsidR="00F867BD" w:rsidRDefault="00F867BD">
      <w:r>
        <w:separator/>
      </w:r>
    </w:p>
  </w:endnote>
  <w:endnote w:type="continuationSeparator" w:id="0">
    <w:p w14:paraId="652E2A05" w14:textId="77777777" w:rsidR="00F867BD" w:rsidRDefault="00F8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CG Times (WN)">
    <w:altName w:val="Arial"/>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MS LineDraw">
    <w:charset w:val="02"/>
    <w:family w:val="modern"/>
    <w:pitch w:val="fixed"/>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New York">
    <w:panose1 w:val="02040503060506020304"/>
    <w:charset w:val="00"/>
    <w:family w:val="roman"/>
    <w:notTrueType/>
    <w:pitch w:val="variable"/>
    <w:sig w:usb0="00000003" w:usb1="00000000" w:usb2="00000000" w:usb3="00000000" w:csb0="00000001" w:csb1="00000000"/>
  </w:font>
  <w:font w:name="v4.2.0">
    <w:altName w:val="Times New Roman"/>
    <w:charset w:val="00"/>
    <w:family w:val="auto"/>
    <w:pitch w:val="default"/>
    <w:sig w:usb0="00000003" w:usb1="00000000" w:usb2="00000000" w:usb3="00000000" w:csb0="00000001" w:csb1="00000000"/>
  </w:font>
  <w:font w:name="v5.0.0">
    <w:altName w:val="Times New Roman"/>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3.8.0">
    <w:altName w:val="Times New Roman"/>
    <w:charset w:val="00"/>
    <w:family w:val="roman"/>
    <w:pitch w:val="default"/>
  </w:font>
  <w:font w:name="Osaka">
    <w:altName w:val="Yu Gothic"/>
    <w:panose1 w:val="00000000000000000000"/>
    <w:charset w:val="80"/>
    <w:family w:val="auto"/>
    <w:notTrueType/>
    <w:pitch w:val="variable"/>
    <w:sig w:usb0="00000000" w:usb1="08070000" w:usb2="00000010" w:usb3="00000000" w:csb0="00020000" w:csb1="00000000"/>
  </w:font>
  <w:font w:name="??">
    <w:altName w:val="Yu Gothic"/>
    <w:panose1 w:val="00000000000000000000"/>
    <w:charset w:val="80"/>
    <w:family w:val="roman"/>
    <w:notTrueType/>
    <w:pitch w:val="fixed"/>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Utiliser une police de caractè">
    <w:altName w:val="Times New Roman"/>
    <w:panose1 w:val="00000000000000000000"/>
    <w:charset w:val="00"/>
    <w:family w:val="roman"/>
    <w:notTrueType/>
    <w:pitch w:val="default"/>
  </w:font>
  <w:font w:name="?? ??">
    <w:altName w:val="MS Gothic"/>
    <w:panose1 w:val="00000000000000000000"/>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1227" w14:textId="77777777" w:rsidR="004B491F" w:rsidRDefault="004B491F">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0F6A1" w14:textId="77777777" w:rsidR="00F867BD" w:rsidRDefault="00F867BD">
      <w:r>
        <w:separator/>
      </w:r>
    </w:p>
  </w:footnote>
  <w:footnote w:type="continuationSeparator" w:id="0">
    <w:p w14:paraId="0144B61F" w14:textId="77777777" w:rsidR="00F867BD" w:rsidRDefault="00F86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1222" w14:textId="77777777" w:rsidR="004B491F" w:rsidRDefault="004B491F">
    <w:r>
      <w:t xml:space="preserve">Page </w:t>
    </w:r>
    <w:r>
      <w:fldChar w:fldCharType="begin"/>
    </w:r>
    <w:r>
      <w:instrText>PAGE</w:instrText>
    </w:r>
    <w:r>
      <w:fldChar w:fldCharType="separate"/>
    </w:r>
    <w:r>
      <w:rPr>
        <w:noProof/>
      </w:rPr>
      <w:t>1</w:t>
    </w:r>
    <w:r>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1223" w14:textId="559807E9" w:rsidR="004B491F" w:rsidRDefault="004B491F">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33400C">
      <w:rPr>
        <w:rFonts w:ascii="Arial" w:hAnsi="Arial" w:cs="Arial"/>
        <w:b/>
        <w:noProof/>
        <w:sz w:val="18"/>
        <w:szCs w:val="18"/>
      </w:rPr>
      <w:t>3GPP TS 37.105 V15.1617.0 (2022-0306)</w:t>
    </w:r>
    <w:r>
      <w:rPr>
        <w:rFonts w:ascii="Arial" w:hAnsi="Arial" w:cs="Arial"/>
        <w:b/>
        <w:sz w:val="18"/>
        <w:szCs w:val="18"/>
      </w:rPr>
      <w:fldChar w:fldCharType="end"/>
    </w:r>
  </w:p>
  <w:p w14:paraId="09851224" w14:textId="77777777" w:rsidR="004B491F" w:rsidRDefault="004B491F">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3</w:t>
    </w:r>
    <w:r>
      <w:rPr>
        <w:rFonts w:ascii="Arial" w:hAnsi="Arial" w:cs="Arial"/>
        <w:b/>
        <w:sz w:val="18"/>
        <w:szCs w:val="18"/>
      </w:rPr>
      <w:fldChar w:fldCharType="end"/>
    </w:r>
  </w:p>
  <w:p w14:paraId="09851225" w14:textId="3CC99D57" w:rsidR="004B491F" w:rsidRDefault="004B491F">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33400C">
      <w:rPr>
        <w:rFonts w:ascii="Arial" w:hAnsi="Arial" w:cs="Arial"/>
        <w:b/>
        <w:noProof/>
        <w:sz w:val="18"/>
        <w:szCs w:val="18"/>
      </w:rPr>
      <w:t>Release 15</w:t>
    </w:r>
    <w:r>
      <w:rPr>
        <w:rFonts w:ascii="Arial" w:hAnsi="Arial" w:cs="Arial"/>
        <w:b/>
        <w:sz w:val="18"/>
        <w:szCs w:val="18"/>
      </w:rPr>
      <w:fldChar w:fldCharType="end"/>
    </w:r>
  </w:p>
  <w:p w14:paraId="09851226" w14:textId="77777777" w:rsidR="004B491F" w:rsidRDefault="004B49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pStyle w:val="B1"/>
      <w:lvlText w:val="*"/>
      <w:lvlJc w:val="left"/>
    </w:lvl>
  </w:abstractNum>
  <w:abstractNum w:abstractNumId="8" w15:restartNumberingAfterBreak="0">
    <w:nsid w:val="019F585B"/>
    <w:multiLevelType w:val="hybridMultilevel"/>
    <w:tmpl w:val="D1DC83A4"/>
    <w:lvl w:ilvl="0" w:tplc="4218E646">
      <w:start w:val="5"/>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15:restartNumberingAfterBreak="0">
    <w:nsid w:val="07CA0B17"/>
    <w:multiLevelType w:val="hybridMultilevel"/>
    <w:tmpl w:val="23AA98EC"/>
    <w:lvl w:ilvl="0" w:tplc="FFFFFFFF">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11B33DD4"/>
    <w:multiLevelType w:val="hybridMultilevel"/>
    <w:tmpl w:val="46CC5EC6"/>
    <w:lvl w:ilvl="0" w:tplc="57C8F0D8">
      <w:start w:val="6"/>
      <w:numFmt w:val="bullet"/>
      <w:lvlText w:val="-"/>
      <w:lvlJc w:val="left"/>
      <w:pPr>
        <w:tabs>
          <w:tab w:val="num" w:pos="360"/>
        </w:tabs>
        <w:ind w:left="360" w:hanging="360"/>
      </w:pPr>
      <w:rPr>
        <w:rFonts w:ascii="Arial" w:eastAsia="SimSun" w:hAnsi="Arial" w:cs="Aria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18830B2D"/>
    <w:multiLevelType w:val="hybridMultilevel"/>
    <w:tmpl w:val="0D50FAB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1DD071F4"/>
    <w:multiLevelType w:val="hybridMultilevel"/>
    <w:tmpl w:val="E1401056"/>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1E7D5440"/>
    <w:multiLevelType w:val="hybridMultilevel"/>
    <w:tmpl w:val="779E4DD8"/>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15" w15:restartNumberingAfterBreak="0">
    <w:nsid w:val="2BC315F6"/>
    <w:multiLevelType w:val="hybridMultilevel"/>
    <w:tmpl w:val="779E4DD8"/>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16" w15:restartNumberingAfterBreak="0">
    <w:nsid w:val="2CE3297B"/>
    <w:multiLevelType w:val="hybridMultilevel"/>
    <w:tmpl w:val="2DEACF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304252"/>
    <w:multiLevelType w:val="hybridMultilevel"/>
    <w:tmpl w:val="47D66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3B76AC"/>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1913D55"/>
    <w:multiLevelType w:val="hybridMultilevel"/>
    <w:tmpl w:val="814E2198"/>
    <w:lvl w:ilvl="0" w:tplc="57C8F0D8">
      <w:start w:val="1"/>
      <w:numFmt w:val="decimal"/>
      <w:pStyle w:val="1"/>
      <w:lvlText w:val="%1"/>
      <w:lvlJc w:val="left"/>
      <w:pPr>
        <w:ind w:left="360" w:hanging="36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lowerLetter"/>
      <w:lvlText w:val="%2)"/>
      <w:lvlJc w:val="left"/>
      <w:pPr>
        <w:ind w:left="840" w:hanging="420"/>
      </w:pPr>
    </w:lvl>
    <w:lvl w:ilvl="2" w:tplc="04090005" w:tentative="1">
      <w:start w:val="1"/>
      <w:numFmt w:val="lowerRoman"/>
      <w:lvlText w:val="%3."/>
      <w:lvlJc w:val="right"/>
      <w:pPr>
        <w:ind w:left="1260" w:hanging="420"/>
      </w:pPr>
    </w:lvl>
    <w:lvl w:ilvl="3" w:tplc="04090001" w:tentative="1">
      <w:start w:val="1"/>
      <w:numFmt w:val="decimal"/>
      <w:lvlText w:val="%4."/>
      <w:lvlJc w:val="left"/>
      <w:pPr>
        <w:ind w:left="1680" w:hanging="420"/>
      </w:pPr>
    </w:lvl>
    <w:lvl w:ilvl="4" w:tplc="04090003" w:tentative="1">
      <w:start w:val="1"/>
      <w:numFmt w:val="lowerLetter"/>
      <w:lvlText w:val="%5)"/>
      <w:lvlJc w:val="left"/>
      <w:pPr>
        <w:ind w:left="2100" w:hanging="420"/>
      </w:pPr>
    </w:lvl>
    <w:lvl w:ilvl="5" w:tplc="04090005" w:tentative="1">
      <w:start w:val="1"/>
      <w:numFmt w:val="lowerRoman"/>
      <w:lvlText w:val="%6."/>
      <w:lvlJc w:val="right"/>
      <w:pPr>
        <w:ind w:left="2520" w:hanging="420"/>
      </w:pPr>
    </w:lvl>
    <w:lvl w:ilvl="6" w:tplc="04090001" w:tentative="1">
      <w:start w:val="1"/>
      <w:numFmt w:val="decimal"/>
      <w:lvlText w:val="%7."/>
      <w:lvlJc w:val="left"/>
      <w:pPr>
        <w:ind w:left="2940" w:hanging="420"/>
      </w:pPr>
    </w:lvl>
    <w:lvl w:ilvl="7" w:tplc="04090003" w:tentative="1">
      <w:start w:val="1"/>
      <w:numFmt w:val="lowerLetter"/>
      <w:lvlText w:val="%8)"/>
      <w:lvlJc w:val="left"/>
      <w:pPr>
        <w:ind w:left="3360" w:hanging="420"/>
      </w:pPr>
    </w:lvl>
    <w:lvl w:ilvl="8" w:tplc="04090005" w:tentative="1">
      <w:start w:val="1"/>
      <w:numFmt w:val="lowerRoman"/>
      <w:lvlText w:val="%9."/>
      <w:lvlJc w:val="right"/>
      <w:pPr>
        <w:ind w:left="3780" w:hanging="420"/>
      </w:pPr>
    </w:lvl>
  </w:abstractNum>
  <w:abstractNum w:abstractNumId="20" w15:restartNumberingAfterBreak="0">
    <w:nsid w:val="32C73A76"/>
    <w:multiLevelType w:val="hybridMultilevel"/>
    <w:tmpl w:val="779E4DD8"/>
    <w:lvl w:ilvl="0" w:tplc="041D000F">
      <w:start w:val="1"/>
      <w:numFmt w:val="decimal"/>
      <w:lvlText w:val="%1."/>
      <w:lvlJc w:val="left"/>
      <w:pPr>
        <w:ind w:left="1070" w:hanging="360"/>
      </w:pPr>
    </w:lvl>
    <w:lvl w:ilvl="1" w:tplc="041D0019" w:tentative="1">
      <w:start w:val="1"/>
      <w:numFmt w:val="lowerLetter"/>
      <w:lvlText w:val="%2."/>
      <w:lvlJc w:val="left"/>
      <w:pPr>
        <w:ind w:left="1790" w:hanging="360"/>
      </w:pPr>
    </w:lvl>
    <w:lvl w:ilvl="2" w:tplc="041D001B" w:tentative="1">
      <w:start w:val="1"/>
      <w:numFmt w:val="lowerRoman"/>
      <w:lvlText w:val="%3."/>
      <w:lvlJc w:val="right"/>
      <w:pPr>
        <w:ind w:left="2510" w:hanging="180"/>
      </w:pPr>
    </w:lvl>
    <w:lvl w:ilvl="3" w:tplc="041D000F" w:tentative="1">
      <w:start w:val="1"/>
      <w:numFmt w:val="decimal"/>
      <w:lvlText w:val="%4."/>
      <w:lvlJc w:val="left"/>
      <w:pPr>
        <w:ind w:left="3230" w:hanging="360"/>
      </w:pPr>
    </w:lvl>
    <w:lvl w:ilvl="4" w:tplc="041D0019" w:tentative="1">
      <w:start w:val="1"/>
      <w:numFmt w:val="lowerLetter"/>
      <w:lvlText w:val="%5."/>
      <w:lvlJc w:val="left"/>
      <w:pPr>
        <w:ind w:left="3950" w:hanging="360"/>
      </w:pPr>
    </w:lvl>
    <w:lvl w:ilvl="5" w:tplc="041D001B" w:tentative="1">
      <w:start w:val="1"/>
      <w:numFmt w:val="lowerRoman"/>
      <w:lvlText w:val="%6."/>
      <w:lvlJc w:val="right"/>
      <w:pPr>
        <w:ind w:left="4670" w:hanging="180"/>
      </w:pPr>
    </w:lvl>
    <w:lvl w:ilvl="6" w:tplc="041D000F" w:tentative="1">
      <w:start w:val="1"/>
      <w:numFmt w:val="decimal"/>
      <w:lvlText w:val="%7."/>
      <w:lvlJc w:val="left"/>
      <w:pPr>
        <w:ind w:left="5390" w:hanging="360"/>
      </w:pPr>
    </w:lvl>
    <w:lvl w:ilvl="7" w:tplc="041D0019" w:tentative="1">
      <w:start w:val="1"/>
      <w:numFmt w:val="lowerLetter"/>
      <w:lvlText w:val="%8."/>
      <w:lvlJc w:val="left"/>
      <w:pPr>
        <w:ind w:left="6110" w:hanging="360"/>
      </w:pPr>
    </w:lvl>
    <w:lvl w:ilvl="8" w:tplc="041D001B" w:tentative="1">
      <w:start w:val="1"/>
      <w:numFmt w:val="lowerRoman"/>
      <w:lvlText w:val="%9."/>
      <w:lvlJc w:val="right"/>
      <w:pPr>
        <w:ind w:left="6830" w:hanging="180"/>
      </w:pPr>
    </w:lvl>
  </w:abstractNum>
  <w:abstractNum w:abstractNumId="21" w15:restartNumberingAfterBreak="0">
    <w:nsid w:val="3436435B"/>
    <w:multiLevelType w:val="hybridMultilevel"/>
    <w:tmpl w:val="B234F44A"/>
    <w:lvl w:ilvl="0" w:tplc="08090001">
      <w:start w:val="1"/>
      <w:numFmt w:val="bullet"/>
      <w:lvlText w:val=""/>
      <w:lvlJc w:val="left"/>
      <w:pPr>
        <w:ind w:left="758" w:hanging="360"/>
      </w:pPr>
      <w:rPr>
        <w:rFonts w:ascii="Symbol" w:hAnsi="Symbol" w:hint="default"/>
      </w:rPr>
    </w:lvl>
    <w:lvl w:ilvl="1" w:tplc="08090003" w:tentative="1">
      <w:start w:val="1"/>
      <w:numFmt w:val="bullet"/>
      <w:lvlText w:val="o"/>
      <w:lvlJc w:val="left"/>
      <w:pPr>
        <w:ind w:left="1478" w:hanging="360"/>
      </w:pPr>
      <w:rPr>
        <w:rFonts w:ascii="Courier New" w:hAnsi="Courier New" w:cs="Courier New" w:hint="default"/>
      </w:rPr>
    </w:lvl>
    <w:lvl w:ilvl="2" w:tplc="08090005" w:tentative="1">
      <w:start w:val="1"/>
      <w:numFmt w:val="bullet"/>
      <w:lvlText w:val=""/>
      <w:lvlJc w:val="left"/>
      <w:pPr>
        <w:ind w:left="2198" w:hanging="360"/>
      </w:pPr>
      <w:rPr>
        <w:rFonts w:ascii="Wingdings" w:hAnsi="Wingdings" w:hint="default"/>
      </w:rPr>
    </w:lvl>
    <w:lvl w:ilvl="3" w:tplc="08090001" w:tentative="1">
      <w:start w:val="1"/>
      <w:numFmt w:val="bullet"/>
      <w:lvlText w:val=""/>
      <w:lvlJc w:val="left"/>
      <w:pPr>
        <w:ind w:left="2918" w:hanging="360"/>
      </w:pPr>
      <w:rPr>
        <w:rFonts w:ascii="Symbol" w:hAnsi="Symbol" w:hint="default"/>
      </w:rPr>
    </w:lvl>
    <w:lvl w:ilvl="4" w:tplc="08090003" w:tentative="1">
      <w:start w:val="1"/>
      <w:numFmt w:val="bullet"/>
      <w:lvlText w:val="o"/>
      <w:lvlJc w:val="left"/>
      <w:pPr>
        <w:ind w:left="3638" w:hanging="360"/>
      </w:pPr>
      <w:rPr>
        <w:rFonts w:ascii="Courier New" w:hAnsi="Courier New" w:cs="Courier New" w:hint="default"/>
      </w:rPr>
    </w:lvl>
    <w:lvl w:ilvl="5" w:tplc="08090005" w:tentative="1">
      <w:start w:val="1"/>
      <w:numFmt w:val="bullet"/>
      <w:lvlText w:val=""/>
      <w:lvlJc w:val="left"/>
      <w:pPr>
        <w:ind w:left="4358" w:hanging="360"/>
      </w:pPr>
      <w:rPr>
        <w:rFonts w:ascii="Wingdings" w:hAnsi="Wingdings" w:hint="default"/>
      </w:rPr>
    </w:lvl>
    <w:lvl w:ilvl="6" w:tplc="08090001" w:tentative="1">
      <w:start w:val="1"/>
      <w:numFmt w:val="bullet"/>
      <w:lvlText w:val=""/>
      <w:lvlJc w:val="left"/>
      <w:pPr>
        <w:ind w:left="5078" w:hanging="360"/>
      </w:pPr>
      <w:rPr>
        <w:rFonts w:ascii="Symbol" w:hAnsi="Symbol" w:hint="default"/>
      </w:rPr>
    </w:lvl>
    <w:lvl w:ilvl="7" w:tplc="08090003" w:tentative="1">
      <w:start w:val="1"/>
      <w:numFmt w:val="bullet"/>
      <w:lvlText w:val="o"/>
      <w:lvlJc w:val="left"/>
      <w:pPr>
        <w:ind w:left="5798" w:hanging="360"/>
      </w:pPr>
      <w:rPr>
        <w:rFonts w:ascii="Courier New" w:hAnsi="Courier New" w:cs="Courier New" w:hint="default"/>
      </w:rPr>
    </w:lvl>
    <w:lvl w:ilvl="8" w:tplc="08090005" w:tentative="1">
      <w:start w:val="1"/>
      <w:numFmt w:val="bullet"/>
      <w:lvlText w:val=""/>
      <w:lvlJc w:val="left"/>
      <w:pPr>
        <w:ind w:left="6518" w:hanging="360"/>
      </w:pPr>
      <w:rPr>
        <w:rFonts w:ascii="Wingdings" w:hAnsi="Wingdings" w:hint="default"/>
      </w:rPr>
    </w:lvl>
  </w:abstractNum>
  <w:abstractNum w:abstractNumId="22" w15:restartNumberingAfterBreak="0">
    <w:nsid w:val="362B5D17"/>
    <w:multiLevelType w:val="hybridMultilevel"/>
    <w:tmpl w:val="196450EC"/>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3" w15:restartNumberingAfterBreak="0">
    <w:nsid w:val="393C7F6F"/>
    <w:multiLevelType w:val="hybridMultilevel"/>
    <w:tmpl w:val="7E6460DC"/>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24"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25" w15:restartNumberingAfterBreak="0">
    <w:nsid w:val="3A877D64"/>
    <w:multiLevelType w:val="singleLevel"/>
    <w:tmpl w:val="5DA6FC16"/>
    <w:lvl w:ilvl="0">
      <w:start w:val="1"/>
      <w:numFmt w:val="decimal"/>
      <w:pStyle w:val="References"/>
      <w:lvlText w:val="[%1]"/>
      <w:lvlJc w:val="left"/>
      <w:pPr>
        <w:tabs>
          <w:tab w:val="num" w:pos="502"/>
        </w:tabs>
        <w:ind w:left="502" w:hanging="360"/>
      </w:pPr>
    </w:lvl>
  </w:abstractNum>
  <w:abstractNum w:abstractNumId="26" w15:restartNumberingAfterBreak="0">
    <w:nsid w:val="41104843"/>
    <w:multiLevelType w:val="hybridMultilevel"/>
    <w:tmpl w:val="779E4DD8"/>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27" w15:restartNumberingAfterBreak="0">
    <w:nsid w:val="417B52AF"/>
    <w:multiLevelType w:val="hybridMultilevel"/>
    <w:tmpl w:val="779E4DD8"/>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28" w15:restartNumberingAfterBreak="0">
    <w:nsid w:val="42D93E78"/>
    <w:multiLevelType w:val="hybridMultilevel"/>
    <w:tmpl w:val="6A4E8BF6"/>
    <w:lvl w:ilvl="0" w:tplc="041D0001">
      <w:start w:val="1"/>
      <w:numFmt w:val="bullet"/>
      <w:lvlText w:val=""/>
      <w:lvlJc w:val="left"/>
      <w:pPr>
        <w:ind w:left="750" w:hanging="360"/>
      </w:pPr>
      <w:rPr>
        <w:rFonts w:ascii="Symbol" w:hAnsi="Symbol" w:hint="default"/>
      </w:rPr>
    </w:lvl>
    <w:lvl w:ilvl="1" w:tplc="041D0003">
      <w:start w:val="1"/>
      <w:numFmt w:val="bullet"/>
      <w:lvlText w:val="o"/>
      <w:lvlJc w:val="left"/>
      <w:pPr>
        <w:ind w:left="1470" w:hanging="360"/>
      </w:pPr>
      <w:rPr>
        <w:rFonts w:ascii="Courier New" w:hAnsi="Courier New" w:cs="Courier New" w:hint="default"/>
      </w:rPr>
    </w:lvl>
    <w:lvl w:ilvl="2" w:tplc="041D0005" w:tentative="1">
      <w:start w:val="1"/>
      <w:numFmt w:val="bullet"/>
      <w:lvlText w:val=""/>
      <w:lvlJc w:val="left"/>
      <w:pPr>
        <w:ind w:left="2190" w:hanging="360"/>
      </w:pPr>
      <w:rPr>
        <w:rFonts w:ascii="Wingdings" w:hAnsi="Wingdings" w:hint="default"/>
      </w:rPr>
    </w:lvl>
    <w:lvl w:ilvl="3" w:tplc="041D0001" w:tentative="1">
      <w:start w:val="1"/>
      <w:numFmt w:val="bullet"/>
      <w:lvlText w:val=""/>
      <w:lvlJc w:val="left"/>
      <w:pPr>
        <w:ind w:left="2910" w:hanging="360"/>
      </w:pPr>
      <w:rPr>
        <w:rFonts w:ascii="Symbol" w:hAnsi="Symbol" w:hint="default"/>
      </w:rPr>
    </w:lvl>
    <w:lvl w:ilvl="4" w:tplc="041D0003" w:tentative="1">
      <w:start w:val="1"/>
      <w:numFmt w:val="bullet"/>
      <w:lvlText w:val="o"/>
      <w:lvlJc w:val="left"/>
      <w:pPr>
        <w:ind w:left="3630" w:hanging="360"/>
      </w:pPr>
      <w:rPr>
        <w:rFonts w:ascii="Courier New" w:hAnsi="Courier New" w:cs="Courier New" w:hint="default"/>
      </w:rPr>
    </w:lvl>
    <w:lvl w:ilvl="5" w:tplc="041D0005" w:tentative="1">
      <w:start w:val="1"/>
      <w:numFmt w:val="bullet"/>
      <w:lvlText w:val=""/>
      <w:lvlJc w:val="left"/>
      <w:pPr>
        <w:ind w:left="4350" w:hanging="360"/>
      </w:pPr>
      <w:rPr>
        <w:rFonts w:ascii="Wingdings" w:hAnsi="Wingdings" w:hint="default"/>
      </w:rPr>
    </w:lvl>
    <w:lvl w:ilvl="6" w:tplc="041D0001" w:tentative="1">
      <w:start w:val="1"/>
      <w:numFmt w:val="bullet"/>
      <w:lvlText w:val=""/>
      <w:lvlJc w:val="left"/>
      <w:pPr>
        <w:ind w:left="5070" w:hanging="360"/>
      </w:pPr>
      <w:rPr>
        <w:rFonts w:ascii="Symbol" w:hAnsi="Symbol" w:hint="default"/>
      </w:rPr>
    </w:lvl>
    <w:lvl w:ilvl="7" w:tplc="041D0003" w:tentative="1">
      <w:start w:val="1"/>
      <w:numFmt w:val="bullet"/>
      <w:lvlText w:val="o"/>
      <w:lvlJc w:val="left"/>
      <w:pPr>
        <w:ind w:left="5790" w:hanging="360"/>
      </w:pPr>
      <w:rPr>
        <w:rFonts w:ascii="Courier New" w:hAnsi="Courier New" w:cs="Courier New" w:hint="default"/>
      </w:rPr>
    </w:lvl>
    <w:lvl w:ilvl="8" w:tplc="041D0005" w:tentative="1">
      <w:start w:val="1"/>
      <w:numFmt w:val="bullet"/>
      <w:lvlText w:val=""/>
      <w:lvlJc w:val="left"/>
      <w:pPr>
        <w:ind w:left="6510" w:hanging="360"/>
      </w:pPr>
      <w:rPr>
        <w:rFonts w:ascii="Wingdings" w:hAnsi="Wingdings" w:hint="default"/>
      </w:rPr>
    </w:lvl>
  </w:abstractNum>
  <w:abstractNum w:abstractNumId="29" w15:restartNumberingAfterBreak="0">
    <w:nsid w:val="466E3D87"/>
    <w:multiLevelType w:val="singleLevel"/>
    <w:tmpl w:val="08CAA164"/>
    <w:lvl w:ilvl="0">
      <w:start w:val="1"/>
      <w:numFmt w:val="lowerRoman"/>
      <w:pStyle w:val="bodytext4"/>
      <w:lvlText w:val="(%1)"/>
      <w:lvlJc w:val="left"/>
      <w:pPr>
        <w:tabs>
          <w:tab w:val="num" w:pos="2160"/>
        </w:tabs>
        <w:ind w:left="2160" w:hanging="720"/>
      </w:pPr>
      <w:rPr>
        <w:rFonts w:ascii="Arial" w:hAnsi="Arial" w:hint="default"/>
        <w:b w:val="0"/>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97971D4"/>
    <w:multiLevelType w:val="hybridMultilevel"/>
    <w:tmpl w:val="64EE6886"/>
    <w:lvl w:ilvl="0" w:tplc="0E5C3C8E">
      <w:start w:val="10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9910BE5"/>
    <w:multiLevelType w:val="hybridMultilevel"/>
    <w:tmpl w:val="779E4DD8"/>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32" w15:restartNumberingAfterBreak="0">
    <w:nsid w:val="4B9145FA"/>
    <w:multiLevelType w:val="hybridMultilevel"/>
    <w:tmpl w:val="B31010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D9D502E"/>
    <w:multiLevelType w:val="hybridMultilevel"/>
    <w:tmpl w:val="779E4DD8"/>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34" w15:restartNumberingAfterBreak="0">
    <w:nsid w:val="534B328A"/>
    <w:multiLevelType w:val="hybridMultilevel"/>
    <w:tmpl w:val="0E9AB050"/>
    <w:lvl w:ilvl="0" w:tplc="04F6C6D0">
      <w:start w:val="1"/>
      <w:numFmt w:val="decimal"/>
      <w:pStyle w:val="a0"/>
      <w:lvlText w:val="[%1]"/>
      <w:lvlJc w:val="left"/>
      <w:pPr>
        <w:tabs>
          <w:tab w:val="num" w:pos="720"/>
        </w:tabs>
        <w:ind w:left="720" w:hanging="360"/>
      </w:pPr>
      <w:rPr>
        <w:rFonts w:hint="default"/>
        <w:color w:val="auto"/>
      </w:rPr>
    </w:lvl>
    <w:lvl w:ilvl="1" w:tplc="08090019">
      <w:numFmt w:val="bullet"/>
      <w:lvlText w:val="-"/>
      <w:lvlJc w:val="left"/>
      <w:pPr>
        <w:ind w:left="1440" w:hanging="360"/>
      </w:pPr>
      <w:rPr>
        <w:rFonts w:ascii="Times New Roman" w:eastAsia="SimSu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5C5A3EB6"/>
    <w:multiLevelType w:val="hybridMultilevel"/>
    <w:tmpl w:val="E1AE821E"/>
    <w:lvl w:ilvl="0" w:tplc="04090001">
      <w:start w:val="1"/>
      <w:numFmt w:val="decimal"/>
      <w:lvlText w:val="%1."/>
      <w:lvlJc w:val="left"/>
      <w:pPr>
        <w:tabs>
          <w:tab w:val="num" w:pos="360"/>
        </w:tabs>
        <w:ind w:left="360" w:hanging="360"/>
      </w:pPr>
      <w:rPr>
        <w:rFonts w:hint="default"/>
      </w:rPr>
    </w:lvl>
    <w:lvl w:ilvl="1" w:tplc="04090003">
      <w:start w:val="1"/>
      <w:numFmt w:val="decimal"/>
      <w:pStyle w:val="Reference"/>
      <w:lvlText w:val="[%2]"/>
      <w:lvlJc w:val="left"/>
      <w:pPr>
        <w:tabs>
          <w:tab w:val="num" w:pos="-1985"/>
        </w:tabs>
        <w:ind w:left="-1985" w:hanging="567"/>
      </w:pPr>
      <w:rPr>
        <w:rFonts w:hint="default"/>
      </w:rPr>
    </w:lvl>
    <w:lvl w:ilvl="2" w:tplc="04090005">
      <w:start w:val="1"/>
      <w:numFmt w:val="lowerRoman"/>
      <w:lvlText w:val="%3."/>
      <w:lvlJc w:val="right"/>
      <w:pPr>
        <w:tabs>
          <w:tab w:val="num" w:pos="-1472"/>
        </w:tabs>
        <w:ind w:left="-1472" w:hanging="180"/>
      </w:pPr>
    </w:lvl>
    <w:lvl w:ilvl="3" w:tplc="04090001" w:tentative="1">
      <w:start w:val="1"/>
      <w:numFmt w:val="decimal"/>
      <w:lvlText w:val="%4."/>
      <w:lvlJc w:val="left"/>
      <w:pPr>
        <w:tabs>
          <w:tab w:val="num" w:pos="-752"/>
        </w:tabs>
        <w:ind w:left="-752" w:hanging="360"/>
      </w:pPr>
    </w:lvl>
    <w:lvl w:ilvl="4" w:tplc="04090003" w:tentative="1">
      <w:start w:val="1"/>
      <w:numFmt w:val="lowerLetter"/>
      <w:lvlText w:val="%5."/>
      <w:lvlJc w:val="left"/>
      <w:pPr>
        <w:tabs>
          <w:tab w:val="num" w:pos="-32"/>
        </w:tabs>
        <w:ind w:left="-32" w:hanging="360"/>
      </w:pPr>
    </w:lvl>
    <w:lvl w:ilvl="5" w:tplc="04090005" w:tentative="1">
      <w:start w:val="1"/>
      <w:numFmt w:val="lowerRoman"/>
      <w:lvlText w:val="%6."/>
      <w:lvlJc w:val="right"/>
      <w:pPr>
        <w:tabs>
          <w:tab w:val="num" w:pos="688"/>
        </w:tabs>
        <w:ind w:left="688" w:hanging="180"/>
      </w:pPr>
    </w:lvl>
    <w:lvl w:ilvl="6" w:tplc="04090001" w:tentative="1">
      <w:start w:val="1"/>
      <w:numFmt w:val="decimal"/>
      <w:lvlText w:val="%7."/>
      <w:lvlJc w:val="left"/>
      <w:pPr>
        <w:tabs>
          <w:tab w:val="num" w:pos="1408"/>
        </w:tabs>
        <w:ind w:left="1408" w:hanging="360"/>
      </w:pPr>
    </w:lvl>
    <w:lvl w:ilvl="7" w:tplc="04090003" w:tentative="1">
      <w:start w:val="1"/>
      <w:numFmt w:val="lowerLetter"/>
      <w:lvlText w:val="%8."/>
      <w:lvlJc w:val="left"/>
      <w:pPr>
        <w:tabs>
          <w:tab w:val="num" w:pos="2128"/>
        </w:tabs>
        <w:ind w:left="2128" w:hanging="360"/>
      </w:pPr>
    </w:lvl>
    <w:lvl w:ilvl="8" w:tplc="04090005" w:tentative="1">
      <w:start w:val="1"/>
      <w:numFmt w:val="lowerRoman"/>
      <w:lvlText w:val="%9."/>
      <w:lvlJc w:val="right"/>
      <w:pPr>
        <w:tabs>
          <w:tab w:val="num" w:pos="2848"/>
        </w:tabs>
        <w:ind w:left="2848" w:hanging="180"/>
      </w:pPr>
    </w:lvl>
  </w:abstractNum>
  <w:abstractNum w:abstractNumId="36" w15:restartNumberingAfterBreak="0">
    <w:nsid w:val="5E275861"/>
    <w:multiLevelType w:val="hybridMultilevel"/>
    <w:tmpl w:val="82F0C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195346"/>
    <w:multiLevelType w:val="hybridMultilevel"/>
    <w:tmpl w:val="E170034C"/>
    <w:lvl w:ilvl="0" w:tplc="079EA77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8" w15:restartNumberingAfterBreak="0">
    <w:nsid w:val="6444445A"/>
    <w:multiLevelType w:val="hybridMultilevel"/>
    <w:tmpl w:val="FF5E5C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4F79A0"/>
    <w:multiLevelType w:val="hybridMultilevel"/>
    <w:tmpl w:val="A3BA9C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0F">
      <w:start w:val="1"/>
      <w:numFmt w:val="decimal"/>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B944B09"/>
    <w:multiLevelType w:val="hybridMultilevel"/>
    <w:tmpl w:val="779E4DD8"/>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41" w15:restartNumberingAfterBreak="0">
    <w:nsid w:val="6C3D2294"/>
    <w:multiLevelType w:val="hybridMultilevel"/>
    <w:tmpl w:val="70142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D7171F"/>
    <w:multiLevelType w:val="hybridMultilevel"/>
    <w:tmpl w:val="640A2F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E25453B"/>
    <w:multiLevelType w:val="hybridMultilevel"/>
    <w:tmpl w:val="3248709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4" w15:restartNumberingAfterBreak="0">
    <w:nsid w:val="6E9D505D"/>
    <w:multiLevelType w:val="hybridMultilevel"/>
    <w:tmpl w:val="779E4DD8"/>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45" w15:restartNumberingAfterBreak="0">
    <w:nsid w:val="70F35B7C"/>
    <w:multiLevelType w:val="hybridMultilevel"/>
    <w:tmpl w:val="E500EF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BC330F5"/>
    <w:multiLevelType w:val="hybridMultilevel"/>
    <w:tmpl w:val="C2769C2A"/>
    <w:lvl w:ilvl="0" w:tplc="FFFFFFFF">
      <w:start w:val="1"/>
      <w:numFmt w:val="bullet"/>
      <w:pStyle w:val="ZchnZchn"/>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BD44857"/>
    <w:multiLevelType w:val="hybridMultilevel"/>
    <w:tmpl w:val="3B2EBDFA"/>
    <w:lvl w:ilvl="0" w:tplc="47002D96">
      <w:start w:val="1"/>
      <w:numFmt w:val="decimal"/>
      <w:lvlText w:val="%1. 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CA10E0C"/>
    <w:multiLevelType w:val="hybridMultilevel"/>
    <w:tmpl w:val="39805BC2"/>
    <w:lvl w:ilvl="0" w:tplc="FFFFFFFF">
      <w:start w:val="3"/>
      <w:numFmt w:val="bullet"/>
      <w:lvlText w:val="-"/>
      <w:lvlJc w:val="left"/>
      <w:pPr>
        <w:ind w:left="360" w:hanging="360"/>
      </w:pPr>
      <w:rPr>
        <w:rFonts w:ascii="Times New Roman" w:eastAsia="SimSu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7"/>
    <w:lvlOverride w:ilvl="0">
      <w:lvl w:ilvl="0">
        <w:start w:val="1"/>
        <w:numFmt w:val="bullet"/>
        <w:pStyle w:val="B1"/>
        <w:lvlText w:val=""/>
        <w:legacy w:legacy="1" w:legacySpace="0" w:legacyIndent="360"/>
        <w:lvlJc w:val="left"/>
        <w:pPr>
          <w:ind w:left="360" w:hanging="360"/>
        </w:pPr>
        <w:rPr>
          <w:rFonts w:ascii="Symbol" w:hAnsi="Symbol" w:hint="default"/>
        </w:rPr>
      </w:lvl>
    </w:lvlOverride>
  </w:num>
  <w:num w:numId="2">
    <w:abstractNumId w:val="7"/>
    <w:lvlOverride w:ilvl="0">
      <w:lvl w:ilvl="0">
        <w:start w:val="1"/>
        <w:numFmt w:val="bullet"/>
        <w:pStyle w:val="B1"/>
        <w:lvlText w:val=""/>
        <w:legacy w:legacy="1" w:legacySpace="0" w:legacyIndent="283"/>
        <w:lvlJc w:val="left"/>
        <w:pPr>
          <w:ind w:left="567" w:hanging="283"/>
        </w:pPr>
        <w:rPr>
          <w:rFonts w:ascii="Symbol" w:hAnsi="Symbol" w:hint="default"/>
        </w:rPr>
      </w:lvl>
    </w:lvlOverride>
  </w:num>
  <w:num w:numId="3">
    <w:abstractNumId w:val="9"/>
  </w:num>
  <w:num w:numId="4">
    <w:abstractNumId w:val="32"/>
  </w:num>
  <w:num w:numId="5">
    <w:abstractNumId w:val="39"/>
  </w:num>
  <w:num w:numId="6">
    <w:abstractNumId w:val="45"/>
  </w:num>
  <w:num w:numId="7">
    <w:abstractNumId w:val="47"/>
  </w:num>
  <w:num w:numId="8">
    <w:abstractNumId w:val="13"/>
  </w:num>
  <w:num w:numId="9">
    <w:abstractNumId w:val="41"/>
  </w:num>
  <w:num w:numId="10">
    <w:abstractNumId w:val="22"/>
  </w:num>
  <w:num w:numId="11">
    <w:abstractNumId w:val="28"/>
  </w:num>
  <w:num w:numId="12">
    <w:abstractNumId w:val="43"/>
  </w:num>
  <w:num w:numId="13">
    <w:abstractNumId w:val="36"/>
  </w:num>
  <w:num w:numId="14">
    <w:abstractNumId w:val="27"/>
  </w:num>
  <w:num w:numId="15">
    <w:abstractNumId w:val="14"/>
  </w:num>
  <w:num w:numId="16">
    <w:abstractNumId w:val="15"/>
  </w:num>
  <w:num w:numId="17">
    <w:abstractNumId w:val="40"/>
  </w:num>
  <w:num w:numId="18">
    <w:abstractNumId w:val="44"/>
  </w:num>
  <w:num w:numId="19">
    <w:abstractNumId w:val="23"/>
  </w:num>
  <w:num w:numId="20">
    <w:abstractNumId w:val="20"/>
  </w:num>
  <w:num w:numId="21">
    <w:abstractNumId w:val="12"/>
  </w:num>
  <w:num w:numId="22">
    <w:abstractNumId w:val="33"/>
  </w:num>
  <w:num w:numId="23">
    <w:abstractNumId w:val="26"/>
  </w:num>
  <w:num w:numId="24">
    <w:abstractNumId w:val="31"/>
  </w:num>
  <w:num w:numId="25">
    <w:abstractNumId w:val="6"/>
  </w:num>
  <w:num w:numId="26">
    <w:abstractNumId w:val="4"/>
  </w:num>
  <w:num w:numId="27">
    <w:abstractNumId w:val="3"/>
  </w:num>
  <w:num w:numId="28">
    <w:abstractNumId w:val="2"/>
  </w:num>
  <w:num w:numId="29">
    <w:abstractNumId w:val="1"/>
  </w:num>
  <w:num w:numId="30">
    <w:abstractNumId w:val="5"/>
  </w:num>
  <w:num w:numId="31">
    <w:abstractNumId w:val="0"/>
  </w:num>
  <w:num w:numId="32">
    <w:abstractNumId w:val="35"/>
  </w:num>
  <w:num w:numId="33">
    <w:abstractNumId w:val="46"/>
  </w:num>
  <w:num w:numId="34">
    <w:abstractNumId w:val="29"/>
  </w:num>
  <w:num w:numId="35">
    <w:abstractNumId w:val="25"/>
  </w:num>
  <w:num w:numId="36">
    <w:abstractNumId w:val="34"/>
  </w:num>
  <w:num w:numId="37">
    <w:abstractNumId w:val="8"/>
  </w:num>
  <w:num w:numId="38">
    <w:abstractNumId w:val="38"/>
  </w:num>
  <w:num w:numId="39">
    <w:abstractNumId w:val="30"/>
  </w:num>
  <w:num w:numId="40">
    <w:abstractNumId w:val="11"/>
  </w:num>
  <w:num w:numId="41">
    <w:abstractNumId w:val="10"/>
  </w:num>
  <w:num w:numId="42">
    <w:abstractNumId w:val="19"/>
  </w:num>
  <w:num w:numId="43">
    <w:abstractNumId w:val="37"/>
  </w:num>
  <w:num w:numId="44">
    <w:abstractNumId w:val="48"/>
  </w:num>
  <w:num w:numId="45">
    <w:abstractNumId w:val="24"/>
  </w:num>
  <w:num w:numId="46">
    <w:abstractNumId w:val="18"/>
  </w:num>
  <w:num w:numId="47">
    <w:abstractNumId w:val="17"/>
  </w:num>
  <w:num w:numId="48">
    <w:abstractNumId w:val="42"/>
  </w:num>
  <w:num w:numId="49">
    <w:abstractNumId w:val="21"/>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printFractionalCharacterWidth/>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1B57"/>
    <w:rsid w:val="00016F13"/>
    <w:rsid w:val="00022E4A"/>
    <w:rsid w:val="00025CAC"/>
    <w:rsid w:val="00043441"/>
    <w:rsid w:val="00045B8B"/>
    <w:rsid w:val="00052038"/>
    <w:rsid w:val="00053A7A"/>
    <w:rsid w:val="000678D9"/>
    <w:rsid w:val="0007562B"/>
    <w:rsid w:val="000941F2"/>
    <w:rsid w:val="000A4F3B"/>
    <w:rsid w:val="000A5D91"/>
    <w:rsid w:val="000A6394"/>
    <w:rsid w:val="000A7FEB"/>
    <w:rsid w:val="000B4A49"/>
    <w:rsid w:val="000B6BB0"/>
    <w:rsid w:val="000C038A"/>
    <w:rsid w:val="000C171C"/>
    <w:rsid w:val="000C6598"/>
    <w:rsid w:val="000E2661"/>
    <w:rsid w:val="000F419E"/>
    <w:rsid w:val="000F43B3"/>
    <w:rsid w:val="00104D14"/>
    <w:rsid w:val="00105CAA"/>
    <w:rsid w:val="00107586"/>
    <w:rsid w:val="00120A96"/>
    <w:rsid w:val="00131591"/>
    <w:rsid w:val="00145D43"/>
    <w:rsid w:val="001462A7"/>
    <w:rsid w:val="00151C0C"/>
    <w:rsid w:val="00152241"/>
    <w:rsid w:val="001567CA"/>
    <w:rsid w:val="00166890"/>
    <w:rsid w:val="00191621"/>
    <w:rsid w:val="00192BF0"/>
    <w:rsid w:val="00192C46"/>
    <w:rsid w:val="00193480"/>
    <w:rsid w:val="001A7B60"/>
    <w:rsid w:val="001B6DE7"/>
    <w:rsid w:val="001B7A65"/>
    <w:rsid w:val="001E08D1"/>
    <w:rsid w:val="001E2482"/>
    <w:rsid w:val="001E41F3"/>
    <w:rsid w:val="001F788F"/>
    <w:rsid w:val="002056B1"/>
    <w:rsid w:val="00211BB5"/>
    <w:rsid w:val="002216B6"/>
    <w:rsid w:val="0022567E"/>
    <w:rsid w:val="00225DF4"/>
    <w:rsid w:val="00234FF5"/>
    <w:rsid w:val="002408FC"/>
    <w:rsid w:val="00244984"/>
    <w:rsid w:val="0026004D"/>
    <w:rsid w:val="00261D37"/>
    <w:rsid w:val="00275D12"/>
    <w:rsid w:val="002860C4"/>
    <w:rsid w:val="00287F0A"/>
    <w:rsid w:val="002A01CC"/>
    <w:rsid w:val="002B246D"/>
    <w:rsid w:val="002B5741"/>
    <w:rsid w:val="002B688D"/>
    <w:rsid w:val="002C34C0"/>
    <w:rsid w:val="002D2446"/>
    <w:rsid w:val="002D2C38"/>
    <w:rsid w:val="002E3141"/>
    <w:rsid w:val="002E4DDF"/>
    <w:rsid w:val="002E6CA3"/>
    <w:rsid w:val="002F1528"/>
    <w:rsid w:val="002F49A5"/>
    <w:rsid w:val="002F6580"/>
    <w:rsid w:val="0030323D"/>
    <w:rsid w:val="00305409"/>
    <w:rsid w:val="00307263"/>
    <w:rsid w:val="003176F4"/>
    <w:rsid w:val="0032389D"/>
    <w:rsid w:val="003259E7"/>
    <w:rsid w:val="0033400C"/>
    <w:rsid w:val="003401A4"/>
    <w:rsid w:val="00345507"/>
    <w:rsid w:val="00355C18"/>
    <w:rsid w:val="003700DB"/>
    <w:rsid w:val="00377E86"/>
    <w:rsid w:val="00381D66"/>
    <w:rsid w:val="00383F7C"/>
    <w:rsid w:val="00395E08"/>
    <w:rsid w:val="00396016"/>
    <w:rsid w:val="003B2FF7"/>
    <w:rsid w:val="003D6A7A"/>
    <w:rsid w:val="003E1A36"/>
    <w:rsid w:val="003E32EB"/>
    <w:rsid w:val="003E5BA9"/>
    <w:rsid w:val="003F732C"/>
    <w:rsid w:val="003F7FA4"/>
    <w:rsid w:val="0040640B"/>
    <w:rsid w:val="00412459"/>
    <w:rsid w:val="00420D6D"/>
    <w:rsid w:val="004242F1"/>
    <w:rsid w:val="00426DE9"/>
    <w:rsid w:val="00427433"/>
    <w:rsid w:val="00436D44"/>
    <w:rsid w:val="0044667C"/>
    <w:rsid w:val="00463F76"/>
    <w:rsid w:val="00493B31"/>
    <w:rsid w:val="004A0A54"/>
    <w:rsid w:val="004A4024"/>
    <w:rsid w:val="004A6FE7"/>
    <w:rsid w:val="004B491F"/>
    <w:rsid w:val="004B75B7"/>
    <w:rsid w:val="004B79D2"/>
    <w:rsid w:val="004C7800"/>
    <w:rsid w:val="004D1501"/>
    <w:rsid w:val="004E1AFF"/>
    <w:rsid w:val="004E2A52"/>
    <w:rsid w:val="004F72F2"/>
    <w:rsid w:val="0050069C"/>
    <w:rsid w:val="0050526C"/>
    <w:rsid w:val="0051580D"/>
    <w:rsid w:val="00525864"/>
    <w:rsid w:val="00527C38"/>
    <w:rsid w:val="00540657"/>
    <w:rsid w:val="00551CBB"/>
    <w:rsid w:val="00552DB5"/>
    <w:rsid w:val="00553CD5"/>
    <w:rsid w:val="00554FCD"/>
    <w:rsid w:val="00571A4A"/>
    <w:rsid w:val="0058588B"/>
    <w:rsid w:val="00592D74"/>
    <w:rsid w:val="005933C1"/>
    <w:rsid w:val="005B2205"/>
    <w:rsid w:val="005C15CF"/>
    <w:rsid w:val="005C1B04"/>
    <w:rsid w:val="005D1611"/>
    <w:rsid w:val="005E0A3F"/>
    <w:rsid w:val="005E2C44"/>
    <w:rsid w:val="00613287"/>
    <w:rsid w:val="00615359"/>
    <w:rsid w:val="00621188"/>
    <w:rsid w:val="00625570"/>
    <w:rsid w:val="006257ED"/>
    <w:rsid w:val="006306DA"/>
    <w:rsid w:val="006408D1"/>
    <w:rsid w:val="00676052"/>
    <w:rsid w:val="00682087"/>
    <w:rsid w:val="006935E4"/>
    <w:rsid w:val="00695808"/>
    <w:rsid w:val="00696908"/>
    <w:rsid w:val="006A48D5"/>
    <w:rsid w:val="006B46FB"/>
    <w:rsid w:val="006C0349"/>
    <w:rsid w:val="006C52A2"/>
    <w:rsid w:val="006D63CB"/>
    <w:rsid w:val="006E21FB"/>
    <w:rsid w:val="006E5225"/>
    <w:rsid w:val="006F3FD0"/>
    <w:rsid w:val="00701C81"/>
    <w:rsid w:val="00702AAA"/>
    <w:rsid w:val="007038C6"/>
    <w:rsid w:val="00705AFD"/>
    <w:rsid w:val="0072592F"/>
    <w:rsid w:val="00726890"/>
    <w:rsid w:val="00727B4F"/>
    <w:rsid w:val="00730140"/>
    <w:rsid w:val="0073247C"/>
    <w:rsid w:val="007467BD"/>
    <w:rsid w:val="00755FE9"/>
    <w:rsid w:val="007641D1"/>
    <w:rsid w:val="0076619D"/>
    <w:rsid w:val="00766369"/>
    <w:rsid w:val="0077153D"/>
    <w:rsid w:val="00775865"/>
    <w:rsid w:val="00780A5D"/>
    <w:rsid w:val="00783E8A"/>
    <w:rsid w:val="007853C3"/>
    <w:rsid w:val="00791E0E"/>
    <w:rsid w:val="00792342"/>
    <w:rsid w:val="0079534D"/>
    <w:rsid w:val="007A0E12"/>
    <w:rsid w:val="007A390F"/>
    <w:rsid w:val="007A55FD"/>
    <w:rsid w:val="007B0AA0"/>
    <w:rsid w:val="007B512A"/>
    <w:rsid w:val="007C2097"/>
    <w:rsid w:val="007C2E24"/>
    <w:rsid w:val="007D6A07"/>
    <w:rsid w:val="00803E19"/>
    <w:rsid w:val="008047CB"/>
    <w:rsid w:val="00811C84"/>
    <w:rsid w:val="00821FE9"/>
    <w:rsid w:val="00822865"/>
    <w:rsid w:val="008233A8"/>
    <w:rsid w:val="00823A97"/>
    <w:rsid w:val="008279FA"/>
    <w:rsid w:val="00845D3D"/>
    <w:rsid w:val="008566BE"/>
    <w:rsid w:val="00861FF9"/>
    <w:rsid w:val="008626E7"/>
    <w:rsid w:val="00870EE7"/>
    <w:rsid w:val="00872C22"/>
    <w:rsid w:val="008A7D6F"/>
    <w:rsid w:val="008C1941"/>
    <w:rsid w:val="008C4B87"/>
    <w:rsid w:val="008F686C"/>
    <w:rsid w:val="009158BA"/>
    <w:rsid w:val="009209A0"/>
    <w:rsid w:val="009242C4"/>
    <w:rsid w:val="0092712A"/>
    <w:rsid w:val="00936422"/>
    <w:rsid w:val="0094713B"/>
    <w:rsid w:val="0095527D"/>
    <w:rsid w:val="00955C85"/>
    <w:rsid w:val="00962558"/>
    <w:rsid w:val="009652E0"/>
    <w:rsid w:val="009777D9"/>
    <w:rsid w:val="00991B88"/>
    <w:rsid w:val="0099564F"/>
    <w:rsid w:val="0099608B"/>
    <w:rsid w:val="009A4DB9"/>
    <w:rsid w:val="009A579D"/>
    <w:rsid w:val="009B5040"/>
    <w:rsid w:val="009C3336"/>
    <w:rsid w:val="009C48A6"/>
    <w:rsid w:val="009D7587"/>
    <w:rsid w:val="009E3297"/>
    <w:rsid w:val="009E6D5D"/>
    <w:rsid w:val="009F0AC7"/>
    <w:rsid w:val="009F58F1"/>
    <w:rsid w:val="009F734F"/>
    <w:rsid w:val="009F7B38"/>
    <w:rsid w:val="00A03D1F"/>
    <w:rsid w:val="00A149D9"/>
    <w:rsid w:val="00A15FA2"/>
    <w:rsid w:val="00A16236"/>
    <w:rsid w:val="00A17A64"/>
    <w:rsid w:val="00A246B6"/>
    <w:rsid w:val="00A40339"/>
    <w:rsid w:val="00A47E70"/>
    <w:rsid w:val="00A47F09"/>
    <w:rsid w:val="00A547FB"/>
    <w:rsid w:val="00A60CFF"/>
    <w:rsid w:val="00A672B5"/>
    <w:rsid w:val="00A704A6"/>
    <w:rsid w:val="00A7671C"/>
    <w:rsid w:val="00A81549"/>
    <w:rsid w:val="00A81E4C"/>
    <w:rsid w:val="00A93F1D"/>
    <w:rsid w:val="00AA1961"/>
    <w:rsid w:val="00AB06FD"/>
    <w:rsid w:val="00AB1AB5"/>
    <w:rsid w:val="00AB492D"/>
    <w:rsid w:val="00AC48C7"/>
    <w:rsid w:val="00AC6DC7"/>
    <w:rsid w:val="00AC7771"/>
    <w:rsid w:val="00AC78D5"/>
    <w:rsid w:val="00AD1CD8"/>
    <w:rsid w:val="00AF2325"/>
    <w:rsid w:val="00AF2B07"/>
    <w:rsid w:val="00B12058"/>
    <w:rsid w:val="00B15E99"/>
    <w:rsid w:val="00B24DDB"/>
    <w:rsid w:val="00B258BB"/>
    <w:rsid w:val="00B26A51"/>
    <w:rsid w:val="00B329B3"/>
    <w:rsid w:val="00B34016"/>
    <w:rsid w:val="00B4670D"/>
    <w:rsid w:val="00B521A3"/>
    <w:rsid w:val="00B61376"/>
    <w:rsid w:val="00B632E9"/>
    <w:rsid w:val="00B65E6E"/>
    <w:rsid w:val="00B67B97"/>
    <w:rsid w:val="00B74DF1"/>
    <w:rsid w:val="00B76023"/>
    <w:rsid w:val="00B84B97"/>
    <w:rsid w:val="00B968C8"/>
    <w:rsid w:val="00BA3EC5"/>
    <w:rsid w:val="00BA6DF9"/>
    <w:rsid w:val="00BB326E"/>
    <w:rsid w:val="00BB5DFC"/>
    <w:rsid w:val="00BC0ADB"/>
    <w:rsid w:val="00BC31DB"/>
    <w:rsid w:val="00BD279D"/>
    <w:rsid w:val="00BD6BB8"/>
    <w:rsid w:val="00BE69B2"/>
    <w:rsid w:val="00BF7554"/>
    <w:rsid w:val="00C02595"/>
    <w:rsid w:val="00C02FF7"/>
    <w:rsid w:val="00C31DE3"/>
    <w:rsid w:val="00C32E95"/>
    <w:rsid w:val="00C37EC9"/>
    <w:rsid w:val="00C45D46"/>
    <w:rsid w:val="00C51193"/>
    <w:rsid w:val="00C55AB9"/>
    <w:rsid w:val="00C64516"/>
    <w:rsid w:val="00C74589"/>
    <w:rsid w:val="00C860EE"/>
    <w:rsid w:val="00C94CF7"/>
    <w:rsid w:val="00C95985"/>
    <w:rsid w:val="00CA1917"/>
    <w:rsid w:val="00CA7211"/>
    <w:rsid w:val="00CB11AA"/>
    <w:rsid w:val="00CC5026"/>
    <w:rsid w:val="00CC6828"/>
    <w:rsid w:val="00CD2D68"/>
    <w:rsid w:val="00CE2362"/>
    <w:rsid w:val="00D03F9A"/>
    <w:rsid w:val="00D26962"/>
    <w:rsid w:val="00D3272A"/>
    <w:rsid w:val="00D37655"/>
    <w:rsid w:val="00D403B8"/>
    <w:rsid w:val="00D46A0A"/>
    <w:rsid w:val="00D4799D"/>
    <w:rsid w:val="00D626E8"/>
    <w:rsid w:val="00D70152"/>
    <w:rsid w:val="00D92C17"/>
    <w:rsid w:val="00D94816"/>
    <w:rsid w:val="00DA64EC"/>
    <w:rsid w:val="00DB3F6B"/>
    <w:rsid w:val="00DD0EA7"/>
    <w:rsid w:val="00DD381D"/>
    <w:rsid w:val="00DD3D7F"/>
    <w:rsid w:val="00DE34CF"/>
    <w:rsid w:val="00DE4CD9"/>
    <w:rsid w:val="00DE76A7"/>
    <w:rsid w:val="00DF42C2"/>
    <w:rsid w:val="00E0065E"/>
    <w:rsid w:val="00E0290C"/>
    <w:rsid w:val="00E03D8D"/>
    <w:rsid w:val="00E06E77"/>
    <w:rsid w:val="00E12FE5"/>
    <w:rsid w:val="00E13F96"/>
    <w:rsid w:val="00E23727"/>
    <w:rsid w:val="00E26D60"/>
    <w:rsid w:val="00E27248"/>
    <w:rsid w:val="00E32F0C"/>
    <w:rsid w:val="00E412BB"/>
    <w:rsid w:val="00E47199"/>
    <w:rsid w:val="00E631DE"/>
    <w:rsid w:val="00E727B1"/>
    <w:rsid w:val="00E76770"/>
    <w:rsid w:val="00E83FF2"/>
    <w:rsid w:val="00EA4462"/>
    <w:rsid w:val="00EA553B"/>
    <w:rsid w:val="00EB0C72"/>
    <w:rsid w:val="00EB48D1"/>
    <w:rsid w:val="00EC1CB2"/>
    <w:rsid w:val="00EC7D8F"/>
    <w:rsid w:val="00EE7D7C"/>
    <w:rsid w:val="00EF2F0E"/>
    <w:rsid w:val="00EF425E"/>
    <w:rsid w:val="00F04243"/>
    <w:rsid w:val="00F15F30"/>
    <w:rsid w:val="00F25D98"/>
    <w:rsid w:val="00F300FB"/>
    <w:rsid w:val="00F339FE"/>
    <w:rsid w:val="00F42FE2"/>
    <w:rsid w:val="00F53187"/>
    <w:rsid w:val="00F53569"/>
    <w:rsid w:val="00F6449D"/>
    <w:rsid w:val="00F6615B"/>
    <w:rsid w:val="00F67132"/>
    <w:rsid w:val="00F834F9"/>
    <w:rsid w:val="00F867BD"/>
    <w:rsid w:val="00FA0555"/>
    <w:rsid w:val="00FA7814"/>
    <w:rsid w:val="00FB41C0"/>
    <w:rsid w:val="00FB6386"/>
    <w:rsid w:val="00FC5B02"/>
    <w:rsid w:val="00FD3559"/>
    <w:rsid w:val="00FD5086"/>
    <w:rsid w:val="00FE0DD6"/>
    <w:rsid w:val="00FE27FB"/>
    <w:rsid w:val="00FF0B4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chmetcnv"/>
  <w:shapeDefaults>
    <o:shapedefaults v:ext="edit" spidmax="8193"/>
    <o:shapelayout v:ext="edit">
      <o:idmap v:ext="edit" data="1"/>
    </o:shapelayout>
  </w:shapeDefaults>
  <w:decimalSymbol w:val=","/>
  <w:listSeparator w:val=";"/>
  <w14:docId w14:val="0984CA23"/>
  <w15:docId w15:val="{9C5AA9E2-F5B1-47B0-97F7-2B15A79B6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Malgun Gothic" w:hAnsi="CG Times (W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799D"/>
    <w:pPr>
      <w:spacing w:after="180"/>
    </w:pPr>
    <w:rPr>
      <w:rFonts w:ascii="Times New Roman" w:hAnsi="Times New Roman"/>
      <w:lang w:val="en-GB" w:eastAsia="en-US"/>
    </w:rPr>
  </w:style>
  <w:style w:type="paragraph" w:styleId="Heading1">
    <w:name w:val="heading 1"/>
    <w:aliases w:val="H1,Memo Heading 1,h1 + 11 pt,Before:  6 pt,After:  0 pt,Char,NMP Heading 1,h1,app heading 1,l1,h11,h12,h13,h14,h15,h16,h17,h111,h121,h131,h141,h151,h161,h18,h112,h122,h132,h142,h152,h162,h19,h113,h123,h133,h143,h153,h163,1,Section of paper"/>
    <w:next w:val="Normal"/>
    <w:link w:val="Heading1Char"/>
    <w:qFormat/>
    <w:rsid w:val="00D4799D"/>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Heading2">
    <w:name w:val="heading 2"/>
    <w:aliases w:val="DO NOT USE_h2,h2,h21,H2,Head2A,2,UNDERRUBRIK 1-2,level 2,Heading 2 3GPP,H21,Head 2,l2,TitreProp,Header 2,ITT t2,PA Major Section,Livello 2,R2,Heading 2 Hidden,Head1,2nd level,heading 2,I2,Section Title,Heading2,list2,H2-Heading 2,Header&#10;2,22"/>
    <w:basedOn w:val="Heading1"/>
    <w:next w:val="Normal"/>
    <w:link w:val="Heading2Char"/>
    <w:qFormat/>
    <w:rsid w:val="00D4799D"/>
    <w:pPr>
      <w:pBdr>
        <w:top w:val="none" w:sz="0" w:space="0" w:color="auto"/>
      </w:pBdr>
      <w:spacing w:before="180"/>
      <w:outlineLvl w:val="1"/>
    </w:pPr>
    <w:rPr>
      <w:sz w:val="32"/>
    </w:rPr>
  </w:style>
  <w:style w:type="paragraph" w:styleId="Heading3">
    <w:name w:val="heading 3"/>
    <w:aliases w:val="Heading 3 3GPP,Underrubrik2,H3,Memo Heading 3,h3,no break,Heading 3 Char,Heading 3 Char1 Char,Heading 3 Char Char Char,Heading 3 Char1 Char Char Char,Heading 3 Char Char Char Char Char,Heading 3 Char Char1 Char,Heading 3 Char2 Char,0H,l3,list "/>
    <w:basedOn w:val="Heading2"/>
    <w:next w:val="Normal"/>
    <w:link w:val="Heading3Char1"/>
    <w:qFormat/>
    <w:rsid w:val="00D4799D"/>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4,Memo,5,Head4,heading 4,41,42,43,411,421,44,412,422,45,no"/>
    <w:basedOn w:val="Heading3"/>
    <w:next w:val="Normal"/>
    <w:link w:val="Heading4Char"/>
    <w:qFormat/>
    <w:rsid w:val="00D4799D"/>
    <w:pPr>
      <w:ind w:left="1418" w:hanging="1418"/>
      <w:outlineLvl w:val="3"/>
    </w:pPr>
    <w:rPr>
      <w:sz w:val="24"/>
    </w:rPr>
  </w:style>
  <w:style w:type="paragraph" w:styleId="Heading5">
    <w:name w:val="heading 5"/>
    <w:aliases w:val="h5,Heading5"/>
    <w:basedOn w:val="Heading4"/>
    <w:next w:val="Normal"/>
    <w:link w:val="Heading5Char"/>
    <w:qFormat/>
    <w:rsid w:val="00D4799D"/>
    <w:pPr>
      <w:ind w:left="1701" w:hanging="1701"/>
      <w:outlineLvl w:val="4"/>
    </w:pPr>
    <w:rPr>
      <w:sz w:val="22"/>
    </w:rPr>
  </w:style>
  <w:style w:type="paragraph" w:styleId="Heading6">
    <w:name w:val="heading 6"/>
    <w:basedOn w:val="H6"/>
    <w:next w:val="Normal"/>
    <w:link w:val="Heading6Char"/>
    <w:qFormat/>
    <w:rsid w:val="00D4799D"/>
    <w:pPr>
      <w:outlineLvl w:val="5"/>
    </w:pPr>
  </w:style>
  <w:style w:type="paragraph" w:styleId="Heading7">
    <w:name w:val="heading 7"/>
    <w:basedOn w:val="H6"/>
    <w:next w:val="Normal"/>
    <w:link w:val="Heading7Char"/>
    <w:qFormat/>
    <w:rsid w:val="00D4799D"/>
    <w:pPr>
      <w:outlineLvl w:val="6"/>
    </w:pPr>
  </w:style>
  <w:style w:type="paragraph" w:styleId="Heading8">
    <w:name w:val="heading 8"/>
    <w:basedOn w:val="Heading1"/>
    <w:next w:val="Normal"/>
    <w:link w:val="Heading8Char"/>
    <w:qFormat/>
    <w:rsid w:val="00D4799D"/>
    <w:pPr>
      <w:ind w:left="0" w:firstLine="0"/>
      <w:outlineLvl w:val="7"/>
    </w:pPr>
  </w:style>
  <w:style w:type="paragraph" w:styleId="Heading9">
    <w:name w:val="heading 9"/>
    <w:basedOn w:val="Heading8"/>
    <w:next w:val="Normal"/>
    <w:link w:val="Heading9Char"/>
    <w:qFormat/>
    <w:rsid w:val="00D4799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rsid w:val="00D4799D"/>
    <w:pPr>
      <w:spacing w:before="180"/>
      <w:ind w:left="2693" w:hanging="2693"/>
    </w:pPr>
    <w:rPr>
      <w:b/>
    </w:rPr>
  </w:style>
  <w:style w:type="paragraph" w:styleId="TOC1">
    <w:name w:val="toc 1"/>
    <w:uiPriority w:val="39"/>
    <w:rsid w:val="00D4799D"/>
    <w:pPr>
      <w:keepNext/>
      <w:keepLines/>
      <w:widowControl w:val="0"/>
      <w:tabs>
        <w:tab w:val="right" w:leader="dot" w:pos="9639"/>
      </w:tabs>
      <w:spacing w:before="120"/>
      <w:ind w:left="567" w:right="425" w:hanging="567"/>
    </w:pPr>
    <w:rPr>
      <w:rFonts w:ascii="Times New Roman" w:hAnsi="Times New Roman"/>
      <w:noProof/>
      <w:sz w:val="22"/>
      <w:lang w:val="en-GB" w:eastAsia="en-US"/>
    </w:rPr>
  </w:style>
  <w:style w:type="paragraph" w:customStyle="1" w:styleId="ZT">
    <w:name w:val="ZT"/>
    <w:rsid w:val="00D4799D"/>
    <w:pPr>
      <w:framePr w:wrap="notBeside" w:hAnchor="margin" w:yAlign="center"/>
      <w:widowControl w:val="0"/>
      <w:spacing w:line="240" w:lineRule="atLeast"/>
      <w:jc w:val="right"/>
    </w:pPr>
    <w:rPr>
      <w:rFonts w:ascii="Arial" w:hAnsi="Arial"/>
      <w:b/>
      <w:sz w:val="34"/>
      <w:lang w:val="en-GB" w:eastAsia="en-US"/>
    </w:rPr>
  </w:style>
  <w:style w:type="paragraph" w:styleId="TOC5">
    <w:name w:val="toc 5"/>
    <w:basedOn w:val="TOC4"/>
    <w:uiPriority w:val="39"/>
    <w:rsid w:val="00D4799D"/>
    <w:pPr>
      <w:ind w:left="1701" w:hanging="1701"/>
    </w:pPr>
  </w:style>
  <w:style w:type="paragraph" w:styleId="TOC4">
    <w:name w:val="toc 4"/>
    <w:basedOn w:val="TOC3"/>
    <w:uiPriority w:val="39"/>
    <w:rsid w:val="00D4799D"/>
    <w:pPr>
      <w:ind w:left="1418" w:hanging="1418"/>
    </w:pPr>
  </w:style>
  <w:style w:type="paragraph" w:styleId="TOC3">
    <w:name w:val="toc 3"/>
    <w:basedOn w:val="TOC2"/>
    <w:uiPriority w:val="39"/>
    <w:rsid w:val="00D4799D"/>
    <w:pPr>
      <w:ind w:left="1134" w:hanging="1134"/>
    </w:pPr>
  </w:style>
  <w:style w:type="paragraph" w:styleId="TOC2">
    <w:name w:val="toc 2"/>
    <w:basedOn w:val="TOC1"/>
    <w:uiPriority w:val="39"/>
    <w:rsid w:val="00D4799D"/>
    <w:pPr>
      <w:keepNext w:val="0"/>
      <w:spacing w:before="0"/>
      <w:ind w:left="851" w:hanging="851"/>
    </w:pPr>
    <w:rPr>
      <w:sz w:val="20"/>
    </w:rPr>
  </w:style>
  <w:style w:type="paragraph" w:styleId="Index2">
    <w:name w:val="index 2"/>
    <w:basedOn w:val="Index1"/>
    <w:rsid w:val="00D4799D"/>
    <w:pPr>
      <w:ind w:left="284"/>
    </w:pPr>
  </w:style>
  <w:style w:type="paragraph" w:styleId="Index1">
    <w:name w:val="index 1"/>
    <w:basedOn w:val="Normal"/>
    <w:qFormat/>
    <w:rsid w:val="00D4799D"/>
    <w:pPr>
      <w:keepLines/>
      <w:spacing w:after="0"/>
    </w:pPr>
  </w:style>
  <w:style w:type="paragraph" w:customStyle="1" w:styleId="ZH">
    <w:name w:val="ZH"/>
    <w:rsid w:val="00D4799D"/>
    <w:pPr>
      <w:framePr w:wrap="notBeside" w:vAnchor="page" w:hAnchor="margin" w:xAlign="center" w:y="6805"/>
      <w:widowControl w:val="0"/>
    </w:pPr>
    <w:rPr>
      <w:rFonts w:ascii="Arial" w:hAnsi="Arial"/>
      <w:noProof/>
      <w:lang w:val="en-GB" w:eastAsia="en-US"/>
    </w:rPr>
  </w:style>
  <w:style w:type="paragraph" w:customStyle="1" w:styleId="TT">
    <w:name w:val="TT"/>
    <w:basedOn w:val="Heading1"/>
    <w:next w:val="Normal"/>
    <w:rsid w:val="00D4799D"/>
    <w:pPr>
      <w:outlineLvl w:val="9"/>
    </w:pPr>
  </w:style>
  <w:style w:type="paragraph" w:styleId="ListNumber2">
    <w:name w:val="List Number 2"/>
    <w:basedOn w:val="ListNumber"/>
    <w:rsid w:val="00D4799D"/>
    <w:pPr>
      <w:ind w:left="851"/>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link w:val="HeaderChar"/>
    <w:rsid w:val="00D4799D"/>
    <w:pPr>
      <w:widowControl w:val="0"/>
    </w:pPr>
    <w:rPr>
      <w:rFonts w:ascii="Arial" w:hAnsi="Arial"/>
      <w:b/>
      <w:noProof/>
      <w:sz w:val="18"/>
      <w:lang w:val="en-GB" w:eastAsia="en-US"/>
    </w:rPr>
  </w:style>
  <w:style w:type="character" w:styleId="FootnoteReference">
    <w:name w:val="footnote reference"/>
    <w:rsid w:val="00D4799D"/>
    <w:rPr>
      <w:b/>
      <w:position w:val="6"/>
      <w:sz w:val="16"/>
    </w:rPr>
  </w:style>
  <w:style w:type="paragraph" w:styleId="FootnoteText">
    <w:name w:val="footnote text"/>
    <w:basedOn w:val="Normal"/>
    <w:link w:val="FootnoteTextChar"/>
    <w:rsid w:val="00D4799D"/>
    <w:pPr>
      <w:keepLines/>
      <w:spacing w:after="0"/>
      <w:ind w:left="454" w:hanging="454"/>
    </w:pPr>
    <w:rPr>
      <w:sz w:val="16"/>
    </w:rPr>
  </w:style>
  <w:style w:type="paragraph" w:customStyle="1" w:styleId="TAH">
    <w:name w:val="TAH"/>
    <w:basedOn w:val="TAC"/>
    <w:link w:val="TAHCar"/>
    <w:qFormat/>
    <w:rsid w:val="00D4799D"/>
    <w:rPr>
      <w:b/>
    </w:rPr>
  </w:style>
  <w:style w:type="paragraph" w:customStyle="1" w:styleId="TAC">
    <w:name w:val="TAC"/>
    <w:basedOn w:val="TAL"/>
    <w:link w:val="TACChar"/>
    <w:qFormat/>
    <w:rsid w:val="00D4799D"/>
    <w:pPr>
      <w:jc w:val="center"/>
    </w:pPr>
  </w:style>
  <w:style w:type="paragraph" w:customStyle="1" w:styleId="TF">
    <w:name w:val="TF"/>
    <w:aliases w:val="left"/>
    <w:basedOn w:val="TH"/>
    <w:link w:val="TFChar"/>
    <w:rsid w:val="00D4799D"/>
    <w:pPr>
      <w:keepNext w:val="0"/>
      <w:spacing w:before="0" w:after="240"/>
    </w:pPr>
  </w:style>
  <w:style w:type="paragraph" w:customStyle="1" w:styleId="NO">
    <w:name w:val="NO"/>
    <w:basedOn w:val="Normal"/>
    <w:link w:val="NOChar"/>
    <w:qFormat/>
    <w:rsid w:val="00D4799D"/>
    <w:pPr>
      <w:keepLines/>
      <w:ind w:left="1135" w:hanging="851"/>
    </w:pPr>
  </w:style>
  <w:style w:type="paragraph" w:styleId="TOC9">
    <w:name w:val="toc 9"/>
    <w:basedOn w:val="TOC8"/>
    <w:uiPriority w:val="39"/>
    <w:rsid w:val="00D4799D"/>
    <w:pPr>
      <w:ind w:left="1418" w:hanging="1418"/>
    </w:pPr>
  </w:style>
  <w:style w:type="paragraph" w:customStyle="1" w:styleId="EX">
    <w:name w:val="EX"/>
    <w:basedOn w:val="Normal"/>
    <w:link w:val="EXChar"/>
    <w:rsid w:val="00D4799D"/>
    <w:pPr>
      <w:keepLines/>
      <w:ind w:left="1702" w:hanging="1418"/>
    </w:pPr>
  </w:style>
  <w:style w:type="paragraph" w:customStyle="1" w:styleId="FP">
    <w:name w:val="FP"/>
    <w:basedOn w:val="Normal"/>
    <w:rsid w:val="00D4799D"/>
    <w:pPr>
      <w:spacing w:after="0"/>
    </w:pPr>
  </w:style>
  <w:style w:type="paragraph" w:customStyle="1" w:styleId="LD">
    <w:name w:val="LD"/>
    <w:rsid w:val="00D4799D"/>
    <w:pPr>
      <w:keepNext/>
      <w:keepLines/>
      <w:spacing w:line="180" w:lineRule="exact"/>
    </w:pPr>
    <w:rPr>
      <w:rFonts w:ascii="MS LineDraw" w:hAnsi="MS LineDraw"/>
      <w:noProof/>
      <w:lang w:val="en-GB" w:eastAsia="en-US"/>
    </w:rPr>
  </w:style>
  <w:style w:type="paragraph" w:customStyle="1" w:styleId="NW">
    <w:name w:val="NW"/>
    <w:basedOn w:val="NO"/>
    <w:rsid w:val="00D4799D"/>
    <w:pPr>
      <w:spacing w:after="0"/>
    </w:pPr>
  </w:style>
  <w:style w:type="paragraph" w:customStyle="1" w:styleId="EW">
    <w:name w:val="EW"/>
    <w:basedOn w:val="EX"/>
    <w:qFormat/>
    <w:rsid w:val="00D4799D"/>
    <w:pPr>
      <w:spacing w:after="0"/>
    </w:pPr>
  </w:style>
  <w:style w:type="paragraph" w:styleId="TOC6">
    <w:name w:val="toc 6"/>
    <w:basedOn w:val="TOC5"/>
    <w:next w:val="Normal"/>
    <w:uiPriority w:val="39"/>
    <w:rsid w:val="00D4799D"/>
    <w:pPr>
      <w:ind w:left="1985" w:hanging="1985"/>
    </w:pPr>
  </w:style>
  <w:style w:type="paragraph" w:styleId="TOC7">
    <w:name w:val="toc 7"/>
    <w:basedOn w:val="TOC6"/>
    <w:next w:val="Normal"/>
    <w:uiPriority w:val="39"/>
    <w:rsid w:val="00D4799D"/>
    <w:pPr>
      <w:ind w:left="2268" w:hanging="2268"/>
    </w:pPr>
  </w:style>
  <w:style w:type="paragraph" w:styleId="ListBullet2">
    <w:name w:val="List Bullet 2"/>
    <w:basedOn w:val="ListBullet"/>
    <w:rsid w:val="00D4799D"/>
    <w:pPr>
      <w:ind w:left="851"/>
    </w:pPr>
  </w:style>
  <w:style w:type="paragraph" w:styleId="ListBullet3">
    <w:name w:val="List Bullet 3"/>
    <w:basedOn w:val="ListBullet2"/>
    <w:rsid w:val="00D4799D"/>
    <w:pPr>
      <w:ind w:left="1135"/>
    </w:pPr>
  </w:style>
  <w:style w:type="paragraph" w:styleId="ListNumber">
    <w:name w:val="List Number"/>
    <w:basedOn w:val="List"/>
    <w:rsid w:val="00D4799D"/>
  </w:style>
  <w:style w:type="paragraph" w:customStyle="1" w:styleId="EQ">
    <w:name w:val="EQ"/>
    <w:basedOn w:val="Normal"/>
    <w:next w:val="Normal"/>
    <w:rsid w:val="00D4799D"/>
    <w:pPr>
      <w:keepLines/>
      <w:tabs>
        <w:tab w:val="center" w:pos="4536"/>
        <w:tab w:val="right" w:pos="9072"/>
      </w:tabs>
    </w:pPr>
    <w:rPr>
      <w:noProof/>
    </w:rPr>
  </w:style>
  <w:style w:type="paragraph" w:customStyle="1" w:styleId="TH">
    <w:name w:val="TH"/>
    <w:basedOn w:val="Normal"/>
    <w:link w:val="THChar"/>
    <w:qFormat/>
    <w:rsid w:val="00D4799D"/>
    <w:pPr>
      <w:keepNext/>
      <w:keepLines/>
      <w:spacing w:before="60"/>
      <w:jc w:val="center"/>
    </w:pPr>
    <w:rPr>
      <w:rFonts w:ascii="Arial" w:hAnsi="Arial"/>
      <w:b/>
    </w:rPr>
  </w:style>
  <w:style w:type="paragraph" w:customStyle="1" w:styleId="NF">
    <w:name w:val="NF"/>
    <w:basedOn w:val="NO"/>
    <w:rsid w:val="00D4799D"/>
    <w:pPr>
      <w:keepNext/>
      <w:spacing w:after="0"/>
    </w:pPr>
    <w:rPr>
      <w:rFonts w:ascii="Arial" w:hAnsi="Arial"/>
      <w:sz w:val="18"/>
    </w:rPr>
  </w:style>
  <w:style w:type="paragraph" w:customStyle="1" w:styleId="PL">
    <w:name w:val="PL"/>
    <w:rsid w:val="00D4799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rsid w:val="00D4799D"/>
    <w:pPr>
      <w:jc w:val="right"/>
    </w:pPr>
  </w:style>
  <w:style w:type="paragraph" w:customStyle="1" w:styleId="H6">
    <w:name w:val="H6"/>
    <w:basedOn w:val="Heading5"/>
    <w:next w:val="Normal"/>
    <w:link w:val="H6Char"/>
    <w:rsid w:val="00D4799D"/>
    <w:pPr>
      <w:ind w:left="1985" w:hanging="1985"/>
      <w:outlineLvl w:val="9"/>
    </w:pPr>
    <w:rPr>
      <w:sz w:val="20"/>
    </w:rPr>
  </w:style>
  <w:style w:type="paragraph" w:customStyle="1" w:styleId="TAN">
    <w:name w:val="TAN"/>
    <w:basedOn w:val="TAL"/>
    <w:link w:val="TANChar"/>
    <w:qFormat/>
    <w:rsid w:val="00D4799D"/>
    <w:pPr>
      <w:ind w:left="851" w:hanging="851"/>
    </w:pPr>
  </w:style>
  <w:style w:type="paragraph" w:customStyle="1" w:styleId="TAL">
    <w:name w:val="TAL"/>
    <w:basedOn w:val="Normal"/>
    <w:link w:val="TALChar"/>
    <w:qFormat/>
    <w:rsid w:val="00D4799D"/>
    <w:pPr>
      <w:keepNext/>
      <w:keepLines/>
      <w:spacing w:after="0"/>
    </w:pPr>
    <w:rPr>
      <w:rFonts w:ascii="Arial" w:hAnsi="Arial"/>
      <w:sz w:val="18"/>
    </w:rPr>
  </w:style>
  <w:style w:type="paragraph" w:customStyle="1" w:styleId="ZA">
    <w:name w:val="ZA"/>
    <w:rsid w:val="00D4799D"/>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D4799D"/>
    <w:pPr>
      <w:framePr w:w="10206" w:h="284" w:hRule="exact" w:wrap="notBeside" w:vAnchor="page" w:hAnchor="margin" w:y="1986"/>
      <w:widowControl w:val="0"/>
      <w:ind w:right="28"/>
      <w:jc w:val="right"/>
    </w:pPr>
    <w:rPr>
      <w:rFonts w:ascii="Arial" w:hAnsi="Arial"/>
      <w:i/>
      <w:noProof/>
      <w:lang w:val="en-GB" w:eastAsia="en-US"/>
    </w:rPr>
  </w:style>
  <w:style w:type="paragraph" w:customStyle="1" w:styleId="ZD">
    <w:name w:val="ZD"/>
    <w:rsid w:val="00D4799D"/>
    <w:pPr>
      <w:framePr w:wrap="notBeside" w:vAnchor="page" w:hAnchor="margin" w:y="15764"/>
      <w:widowControl w:val="0"/>
    </w:pPr>
    <w:rPr>
      <w:rFonts w:ascii="Arial" w:hAnsi="Arial"/>
      <w:noProof/>
      <w:sz w:val="32"/>
      <w:lang w:val="en-GB" w:eastAsia="en-US"/>
    </w:rPr>
  </w:style>
  <w:style w:type="paragraph" w:customStyle="1" w:styleId="ZU">
    <w:name w:val="ZU"/>
    <w:rsid w:val="00D4799D"/>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ZV">
    <w:name w:val="ZV"/>
    <w:basedOn w:val="ZU"/>
    <w:rsid w:val="00D4799D"/>
    <w:pPr>
      <w:framePr w:wrap="notBeside" w:y="16161"/>
    </w:pPr>
  </w:style>
  <w:style w:type="character" w:customStyle="1" w:styleId="ZGSM">
    <w:name w:val="ZGSM"/>
    <w:rsid w:val="00D4799D"/>
  </w:style>
  <w:style w:type="paragraph" w:styleId="List2">
    <w:name w:val="List 2"/>
    <w:basedOn w:val="List"/>
    <w:rsid w:val="00D4799D"/>
    <w:pPr>
      <w:ind w:left="851"/>
    </w:pPr>
  </w:style>
  <w:style w:type="paragraph" w:customStyle="1" w:styleId="ZG">
    <w:name w:val="ZG"/>
    <w:rsid w:val="00D4799D"/>
    <w:pPr>
      <w:framePr w:wrap="notBeside" w:vAnchor="page" w:hAnchor="margin" w:xAlign="right" w:y="6805"/>
      <w:widowControl w:val="0"/>
      <w:jc w:val="right"/>
    </w:pPr>
    <w:rPr>
      <w:rFonts w:ascii="Arial" w:hAnsi="Arial"/>
      <w:noProof/>
      <w:lang w:val="en-GB" w:eastAsia="en-US"/>
    </w:rPr>
  </w:style>
  <w:style w:type="paragraph" w:styleId="List3">
    <w:name w:val="List 3"/>
    <w:basedOn w:val="List2"/>
    <w:rsid w:val="00D4799D"/>
    <w:pPr>
      <w:ind w:left="1135"/>
    </w:pPr>
  </w:style>
  <w:style w:type="paragraph" w:styleId="List4">
    <w:name w:val="List 4"/>
    <w:basedOn w:val="List3"/>
    <w:rsid w:val="00D4799D"/>
    <w:pPr>
      <w:ind w:left="1418"/>
    </w:pPr>
  </w:style>
  <w:style w:type="paragraph" w:styleId="List5">
    <w:name w:val="List 5"/>
    <w:basedOn w:val="List4"/>
    <w:rsid w:val="00D4799D"/>
    <w:pPr>
      <w:ind w:left="1702"/>
    </w:pPr>
  </w:style>
  <w:style w:type="paragraph" w:customStyle="1" w:styleId="EditorsNote">
    <w:name w:val="Editor's Note"/>
    <w:basedOn w:val="NO"/>
    <w:rsid w:val="00D4799D"/>
    <w:rPr>
      <w:color w:val="FF0000"/>
    </w:rPr>
  </w:style>
  <w:style w:type="paragraph" w:styleId="List">
    <w:name w:val="List"/>
    <w:basedOn w:val="Normal"/>
    <w:rsid w:val="00D4799D"/>
    <w:pPr>
      <w:ind w:left="568" w:hanging="284"/>
    </w:pPr>
  </w:style>
  <w:style w:type="paragraph" w:styleId="ListBullet">
    <w:name w:val="List Bullet"/>
    <w:basedOn w:val="List"/>
    <w:rsid w:val="00D4799D"/>
  </w:style>
  <w:style w:type="paragraph" w:styleId="ListBullet4">
    <w:name w:val="List Bullet 4"/>
    <w:basedOn w:val="ListBullet3"/>
    <w:rsid w:val="00D4799D"/>
    <w:pPr>
      <w:ind w:left="1418"/>
    </w:pPr>
  </w:style>
  <w:style w:type="paragraph" w:styleId="ListBullet5">
    <w:name w:val="List Bullet 5"/>
    <w:basedOn w:val="ListBullet4"/>
    <w:rsid w:val="00D4799D"/>
    <w:pPr>
      <w:ind w:left="1702"/>
    </w:pPr>
  </w:style>
  <w:style w:type="paragraph" w:customStyle="1" w:styleId="B10">
    <w:name w:val="B1"/>
    <w:basedOn w:val="List"/>
    <w:link w:val="B1Char"/>
    <w:qFormat/>
    <w:rsid w:val="00D4799D"/>
  </w:style>
  <w:style w:type="paragraph" w:customStyle="1" w:styleId="B2">
    <w:name w:val="B2"/>
    <w:basedOn w:val="List2"/>
    <w:link w:val="B2Char"/>
    <w:rsid w:val="00D4799D"/>
  </w:style>
  <w:style w:type="paragraph" w:customStyle="1" w:styleId="B3">
    <w:name w:val="B3"/>
    <w:basedOn w:val="List3"/>
    <w:link w:val="B3Char2"/>
    <w:rsid w:val="00D4799D"/>
  </w:style>
  <w:style w:type="paragraph" w:customStyle="1" w:styleId="B4">
    <w:name w:val="B4"/>
    <w:basedOn w:val="List4"/>
    <w:rsid w:val="00D4799D"/>
  </w:style>
  <w:style w:type="paragraph" w:customStyle="1" w:styleId="B5">
    <w:name w:val="B5"/>
    <w:basedOn w:val="List5"/>
    <w:rsid w:val="00D4799D"/>
  </w:style>
  <w:style w:type="paragraph" w:styleId="Footer">
    <w:name w:val="footer"/>
    <w:aliases w:val="footer odd,footer,fo,pie de página"/>
    <w:basedOn w:val="Header"/>
    <w:link w:val="FooterChar"/>
    <w:rsid w:val="00D4799D"/>
    <w:pPr>
      <w:jc w:val="center"/>
    </w:pPr>
    <w:rPr>
      <w:i/>
    </w:rPr>
  </w:style>
  <w:style w:type="paragraph" w:customStyle="1" w:styleId="ZTD">
    <w:name w:val="ZTD"/>
    <w:basedOn w:val="ZB"/>
    <w:rsid w:val="00D4799D"/>
    <w:pPr>
      <w:framePr w:hRule="auto" w:wrap="notBeside" w:y="852"/>
    </w:pPr>
    <w:rPr>
      <w:i w:val="0"/>
      <w:sz w:val="40"/>
    </w:rPr>
  </w:style>
  <w:style w:type="paragraph" w:customStyle="1" w:styleId="CRCoverPage">
    <w:name w:val="CR Cover Page"/>
    <w:link w:val="CRCoverPageChar"/>
    <w:rsid w:val="00D4799D"/>
    <w:pPr>
      <w:spacing w:after="120"/>
    </w:pPr>
    <w:rPr>
      <w:rFonts w:ascii="Arial" w:hAnsi="Arial"/>
      <w:lang w:val="en-GB" w:eastAsia="en-US"/>
    </w:rPr>
  </w:style>
  <w:style w:type="paragraph" w:customStyle="1" w:styleId="tdoc-header">
    <w:name w:val="tdoc-header"/>
    <w:rsid w:val="00D4799D"/>
    <w:rPr>
      <w:rFonts w:ascii="Arial" w:hAnsi="Arial"/>
      <w:noProof/>
      <w:sz w:val="24"/>
      <w:lang w:val="en-GB" w:eastAsia="en-US"/>
    </w:rPr>
  </w:style>
  <w:style w:type="character" w:styleId="Hyperlink">
    <w:name w:val="Hyperlink"/>
    <w:rsid w:val="00D4799D"/>
    <w:rPr>
      <w:color w:val="0000FF"/>
      <w:u w:val="single"/>
    </w:rPr>
  </w:style>
  <w:style w:type="character" w:styleId="CommentReference">
    <w:name w:val="annotation reference"/>
    <w:rsid w:val="00D4799D"/>
    <w:rPr>
      <w:sz w:val="16"/>
    </w:rPr>
  </w:style>
  <w:style w:type="paragraph" w:styleId="CommentText">
    <w:name w:val="annotation text"/>
    <w:basedOn w:val="Normal"/>
    <w:link w:val="CommentTextChar"/>
    <w:rsid w:val="00D4799D"/>
  </w:style>
  <w:style w:type="character" w:styleId="FollowedHyperlink">
    <w:name w:val="FollowedHyperlink"/>
    <w:rsid w:val="00D4799D"/>
    <w:rPr>
      <w:color w:val="800080"/>
      <w:u w:val="single"/>
    </w:rPr>
  </w:style>
  <w:style w:type="paragraph" w:styleId="BalloonText">
    <w:name w:val="Balloon Text"/>
    <w:basedOn w:val="Normal"/>
    <w:link w:val="BalloonTextChar"/>
    <w:uiPriority w:val="99"/>
    <w:rsid w:val="00D4799D"/>
    <w:rPr>
      <w:rFonts w:ascii="Tahoma" w:hAnsi="Tahoma"/>
      <w:sz w:val="16"/>
      <w:szCs w:val="16"/>
    </w:rPr>
  </w:style>
  <w:style w:type="paragraph" w:styleId="CommentSubject">
    <w:name w:val="annotation subject"/>
    <w:basedOn w:val="CommentText"/>
    <w:next w:val="CommentText"/>
    <w:link w:val="CommentSubjectChar"/>
    <w:rsid w:val="00D4799D"/>
    <w:rPr>
      <w:b/>
      <w:bCs/>
    </w:rPr>
  </w:style>
  <w:style w:type="paragraph" w:styleId="DocumentMap">
    <w:name w:val="Document Map"/>
    <w:basedOn w:val="Normal"/>
    <w:link w:val="DocumentMapChar"/>
    <w:rsid w:val="005E2C44"/>
    <w:pPr>
      <w:shd w:val="clear" w:color="auto" w:fill="000080"/>
    </w:pPr>
    <w:rPr>
      <w:rFonts w:ascii="Tahoma" w:hAnsi="Tahoma"/>
    </w:rPr>
  </w:style>
  <w:style w:type="paragraph" w:customStyle="1" w:styleId="tah0">
    <w:name w:val="tah"/>
    <w:basedOn w:val="Normal"/>
    <w:rsid w:val="005C1B04"/>
    <w:pPr>
      <w:keepNext/>
      <w:spacing w:after="0"/>
      <w:jc w:val="center"/>
    </w:pPr>
    <w:rPr>
      <w:rFonts w:ascii="Arial" w:eastAsia="PMingLiU" w:hAnsi="Arial" w:cs="Arial"/>
      <w:b/>
      <w:bCs/>
      <w:sz w:val="18"/>
      <w:szCs w:val="18"/>
      <w:lang w:eastAsia="zh-TW"/>
    </w:rPr>
  </w:style>
  <w:style w:type="paragraph" w:customStyle="1" w:styleId="tac0">
    <w:name w:val="tac"/>
    <w:basedOn w:val="Normal"/>
    <w:rsid w:val="005C1B04"/>
    <w:pPr>
      <w:keepNext/>
      <w:spacing w:after="0"/>
      <w:jc w:val="center"/>
    </w:pPr>
    <w:rPr>
      <w:rFonts w:ascii="Arial" w:eastAsia="PMingLiU" w:hAnsi="Arial" w:cs="Arial"/>
      <w:sz w:val="18"/>
      <w:szCs w:val="18"/>
      <w:lang w:eastAsia="zh-TW"/>
    </w:rPr>
  </w:style>
  <w:style w:type="character" w:customStyle="1" w:styleId="DocumentMapChar">
    <w:name w:val="Document Map Char"/>
    <w:link w:val="DocumentMap"/>
    <w:rsid w:val="005C1B04"/>
    <w:rPr>
      <w:rFonts w:ascii="Tahoma" w:hAnsi="Tahoma" w:cs="Tahoma"/>
      <w:shd w:val="clear" w:color="auto" w:fill="000080"/>
      <w:lang w:val="en-GB" w:eastAsia="en-US"/>
    </w:rPr>
  </w:style>
  <w:style w:type="character" w:customStyle="1" w:styleId="B1Char">
    <w:name w:val="B1 Char"/>
    <w:link w:val="B10"/>
    <w:qFormat/>
    <w:rsid w:val="005C1B04"/>
    <w:rPr>
      <w:rFonts w:ascii="Times New Roman" w:hAnsi="Times New Roman"/>
      <w:lang w:val="en-GB" w:eastAsia="en-US"/>
    </w:rPr>
  </w:style>
  <w:style w:type="paragraph" w:styleId="BodyText">
    <w:name w:val="Body Text"/>
    <w:aliases w:val="bt,body indent,paragraph 2,body text,ändrad,AvtalBrödtext,Bodytext,Compliance,Response,Body3, ändrad,Corps de texte Car,Corps de texte Car1 Car,Corps de texte Car Car Car,Corps de texte Car1 Car Car Car,Corps de texte Car Car Car Car Car"/>
    <w:basedOn w:val="Normal"/>
    <w:link w:val="BodyTextChar"/>
    <w:rsid w:val="005C1B04"/>
    <w:pPr>
      <w:overflowPunct w:val="0"/>
      <w:autoSpaceDE w:val="0"/>
      <w:autoSpaceDN w:val="0"/>
      <w:adjustRightInd w:val="0"/>
      <w:textAlignment w:val="baseline"/>
    </w:pPr>
    <w:rPr>
      <w:rFonts w:eastAsia="SimSun"/>
    </w:rPr>
  </w:style>
  <w:style w:type="character" w:customStyle="1" w:styleId="BodyTextChar">
    <w:name w:val="Body Text Char"/>
    <w:aliases w:val="bt Char,body indent Char,paragraph 2 Char,body text Char,ändrad Char,AvtalBrödtext Char,Bodytext Char,Compliance Char,Response Char,Body3 Char, ändrad Char,Corps de texte Car Char,Corps de texte Car1 Car Char"/>
    <w:link w:val="BodyText"/>
    <w:rsid w:val="005C1B04"/>
    <w:rPr>
      <w:rFonts w:ascii="Times New Roman" w:eastAsia="SimSun" w:hAnsi="Times New Roman"/>
      <w:lang w:eastAsia="en-US"/>
    </w:rPr>
  </w:style>
  <w:style w:type="character" w:customStyle="1" w:styleId="CommentTextChar">
    <w:name w:val="Comment Text Char"/>
    <w:link w:val="CommentText"/>
    <w:rsid w:val="005C1B04"/>
    <w:rPr>
      <w:rFonts w:ascii="Times New Roman" w:hAnsi="Times New Roman"/>
      <w:lang w:val="en-GB" w:eastAsia="en-US"/>
    </w:rPr>
  </w:style>
  <w:style w:type="character" w:customStyle="1" w:styleId="CommentSubjectChar">
    <w:name w:val="Comment Subject Char"/>
    <w:link w:val="CommentSubject"/>
    <w:rsid w:val="005C1B04"/>
    <w:rPr>
      <w:rFonts w:ascii="Times New Roman" w:hAnsi="Times New Roman"/>
      <w:b/>
      <w:bCs/>
      <w:lang w:val="en-GB" w:eastAsia="en-US"/>
    </w:rPr>
  </w:style>
  <w:style w:type="character" w:customStyle="1" w:styleId="BalloonTextChar">
    <w:name w:val="Balloon Text Char"/>
    <w:link w:val="BalloonText"/>
    <w:uiPriority w:val="99"/>
    <w:rsid w:val="005C1B04"/>
    <w:rPr>
      <w:rFonts w:ascii="Tahoma" w:hAnsi="Tahoma" w:cs="Tahoma"/>
      <w:sz w:val="16"/>
      <w:szCs w:val="16"/>
      <w:lang w:val="en-GB" w:eastAsia="en-US"/>
    </w:rPr>
  </w:style>
  <w:style w:type="character" w:customStyle="1" w:styleId="TACChar">
    <w:name w:val="TAC Char"/>
    <w:link w:val="TAC"/>
    <w:qFormat/>
    <w:rsid w:val="005C1B04"/>
    <w:rPr>
      <w:rFonts w:ascii="Arial" w:hAnsi="Arial"/>
      <w:sz w:val="18"/>
      <w:lang w:val="en-GB" w:eastAsia="en-US"/>
    </w:rPr>
  </w:style>
  <w:style w:type="paragraph" w:styleId="Caption">
    <w:name w:val="caption"/>
    <w:aliases w:val="cap,cap Char,Caption Char1 Char,cap Char Char1,Caption Char Char1 Char,cap Char2,cap1,cap2,cap11,Légende-figure,Légende-figure Char,Beschrifubg,Beschriftung Char,label,cap11 Char,cap11 Char Char Char,captions,Beschriftung Char Char,Ca,C"/>
    <w:basedOn w:val="Normal"/>
    <w:next w:val="Normal"/>
    <w:link w:val="CaptionChar"/>
    <w:unhideWhenUsed/>
    <w:qFormat/>
    <w:rsid w:val="005C1B04"/>
    <w:pPr>
      <w:overflowPunct w:val="0"/>
      <w:autoSpaceDE w:val="0"/>
      <w:autoSpaceDN w:val="0"/>
      <w:adjustRightInd w:val="0"/>
      <w:textAlignment w:val="baseline"/>
    </w:pPr>
    <w:rPr>
      <w:rFonts w:ascii="Cambria" w:eastAsia="SimHei" w:hAnsi="Cambria"/>
    </w:rPr>
  </w:style>
  <w:style w:type="character" w:customStyle="1" w:styleId="CaptionChar">
    <w:name w:val="Caption Char"/>
    <w:aliases w:val="cap Char3,cap Char Char2,Caption Char1 Char Char1,cap Char Char1 Char1,Caption Char Char1 Char Char1,cap Char2 Char1,cap1 Char1,cap2 Char1,cap11 Char2,Légende-figure Char2,Légende-figure Char Char1,Beschrifubg Char1,Beschriftung Char Char1"/>
    <w:link w:val="Caption"/>
    <w:rsid w:val="005C1B04"/>
    <w:rPr>
      <w:rFonts w:ascii="Cambria" w:eastAsia="SimHei" w:hAnsi="Cambria"/>
      <w:lang w:val="en-GB" w:eastAsia="en-US"/>
    </w:rPr>
  </w:style>
  <w:style w:type="character" w:customStyle="1" w:styleId="TFChar">
    <w:name w:val="TF Char"/>
    <w:link w:val="TF"/>
    <w:rsid w:val="005C1B04"/>
    <w:rPr>
      <w:rFonts w:ascii="Arial" w:hAnsi="Arial"/>
      <w:b/>
      <w:lang w:val="en-GB" w:eastAsia="en-US"/>
    </w:rPr>
  </w:style>
  <w:style w:type="paragraph" w:styleId="ListParagraph">
    <w:name w:val="List Paragraph"/>
    <w:basedOn w:val="Normal"/>
    <w:link w:val="ListParagraphChar"/>
    <w:uiPriority w:val="34"/>
    <w:qFormat/>
    <w:rsid w:val="005C1B04"/>
    <w:pPr>
      <w:overflowPunct w:val="0"/>
      <w:autoSpaceDE w:val="0"/>
      <w:autoSpaceDN w:val="0"/>
      <w:adjustRightInd w:val="0"/>
      <w:ind w:firstLineChars="200" w:firstLine="420"/>
      <w:textAlignment w:val="baseline"/>
    </w:pPr>
  </w:style>
  <w:style w:type="character" w:customStyle="1" w:styleId="THChar">
    <w:name w:val="TH Char"/>
    <w:link w:val="TH"/>
    <w:qFormat/>
    <w:rsid w:val="005C1B04"/>
    <w:rPr>
      <w:rFonts w:ascii="Arial" w:hAnsi="Arial"/>
      <w:b/>
      <w:lang w:val="en-GB" w:eastAsia="en-US"/>
    </w:rPr>
  </w:style>
  <w:style w:type="character" w:customStyle="1" w:styleId="TAHCar">
    <w:name w:val="TAH Car"/>
    <w:link w:val="TAH"/>
    <w:qFormat/>
    <w:rsid w:val="005C1B04"/>
    <w:rPr>
      <w:rFonts w:ascii="Arial" w:hAnsi="Arial"/>
      <w:b/>
      <w:sz w:val="18"/>
      <w:lang w:val="en-GB" w:eastAsia="en-US"/>
    </w:rPr>
  </w:style>
  <w:style w:type="character" w:customStyle="1" w:styleId="TANChar">
    <w:name w:val="TAN Char"/>
    <w:link w:val="TAN"/>
    <w:qFormat/>
    <w:rsid w:val="005C1B04"/>
    <w:rPr>
      <w:rFonts w:ascii="Arial" w:hAnsi="Arial"/>
      <w:sz w:val="18"/>
      <w:lang w:val="en-GB" w:eastAsia="en-US"/>
    </w:rPr>
  </w:style>
  <w:style w:type="character" w:customStyle="1" w:styleId="TALChar">
    <w:name w:val="TAL Char"/>
    <w:link w:val="TAL"/>
    <w:qFormat/>
    <w:locked/>
    <w:rsid w:val="005C1B04"/>
    <w:rPr>
      <w:rFonts w:ascii="Arial" w:hAnsi="Arial"/>
      <w:sz w:val="18"/>
      <w:lang w:val="en-GB" w:eastAsia="en-US"/>
    </w:rPr>
  </w:style>
  <w:style w:type="paragraph" w:styleId="Revision">
    <w:name w:val="Revision"/>
    <w:hidden/>
    <w:uiPriority w:val="99"/>
    <w:semiHidden/>
    <w:rsid w:val="005C1B04"/>
    <w:rPr>
      <w:rFonts w:ascii="Times New Roman" w:eastAsia="SimSun" w:hAnsi="Times New Roman"/>
      <w:lang w:val="en-GB" w:eastAsia="en-US"/>
    </w:rPr>
  </w:style>
  <w:style w:type="character" w:customStyle="1" w:styleId="EXChar">
    <w:name w:val="EX Char"/>
    <w:link w:val="EX"/>
    <w:rsid w:val="005C1B04"/>
    <w:rPr>
      <w:rFonts w:ascii="Times New Roman" w:hAnsi="Times New Roman"/>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5C1B04"/>
    <w:rPr>
      <w:rFonts w:ascii="Arial" w:hAnsi="Arial"/>
      <w:sz w:val="24"/>
      <w:lang w:val="en-GB" w:eastAsia="en-US"/>
    </w:rPr>
  </w:style>
  <w:style w:type="character" w:customStyle="1" w:styleId="NOChar">
    <w:name w:val="NO Char"/>
    <w:link w:val="NO"/>
    <w:qFormat/>
    <w:rsid w:val="005C1B04"/>
    <w:rPr>
      <w:rFonts w:ascii="Times New Roman" w:hAnsi="Times New Roman"/>
      <w:lang w:val="en-GB" w:eastAsia="en-US"/>
    </w:rPr>
  </w:style>
  <w:style w:type="character" w:customStyle="1" w:styleId="FootnoteTextChar">
    <w:name w:val="Footnote Text Char"/>
    <w:link w:val="FootnoteText"/>
    <w:rsid w:val="005C1B04"/>
    <w:rPr>
      <w:rFonts w:ascii="Times New Roman" w:hAnsi="Times New Roman"/>
      <w:sz w:val="16"/>
      <w:lang w:val="en-GB" w:eastAsia="en-US"/>
    </w:rPr>
  </w:style>
  <w:style w:type="paragraph" w:customStyle="1" w:styleId="FL">
    <w:name w:val="FL"/>
    <w:basedOn w:val="Normal"/>
    <w:rsid w:val="005C1B04"/>
    <w:pPr>
      <w:keepNext/>
      <w:keepLines/>
      <w:overflowPunct w:val="0"/>
      <w:autoSpaceDE w:val="0"/>
      <w:autoSpaceDN w:val="0"/>
      <w:adjustRightInd w:val="0"/>
      <w:spacing w:before="60"/>
      <w:jc w:val="center"/>
      <w:textAlignment w:val="baseline"/>
    </w:pPr>
    <w:rPr>
      <w:rFonts w:ascii="Arial" w:hAnsi="Arial"/>
      <w:b/>
    </w:rPr>
  </w:style>
  <w:style w:type="character" w:customStyle="1" w:styleId="Heading5Char">
    <w:name w:val="Heading 5 Char"/>
    <w:aliases w:val="h5 Char,Heading5 Char"/>
    <w:link w:val="Heading5"/>
    <w:rsid w:val="005C1B04"/>
    <w:rPr>
      <w:rFonts w:ascii="Arial" w:hAnsi="Arial"/>
      <w:sz w:val="22"/>
      <w:lang w:val="en-GB" w:eastAsia="en-US"/>
    </w:rPr>
  </w:style>
  <w:style w:type="character" w:customStyle="1" w:styleId="B3Char2">
    <w:name w:val="B3 Char2"/>
    <w:link w:val="B3"/>
    <w:rsid w:val="005C1B04"/>
    <w:rPr>
      <w:rFonts w:ascii="Times New Roman" w:hAnsi="Times New Roman"/>
      <w:lang w:val="en-GB" w:eastAsia="en-US"/>
    </w:rPr>
  </w:style>
  <w:style w:type="character" w:customStyle="1" w:styleId="B2Char">
    <w:name w:val="B2 Char"/>
    <w:link w:val="B2"/>
    <w:rsid w:val="005C1B04"/>
    <w:rPr>
      <w:rFonts w:ascii="Times New Roman" w:hAnsi="Times New Roman"/>
      <w:lang w:val="en-GB" w:eastAsia="en-US"/>
    </w:rPr>
  </w:style>
  <w:style w:type="character" w:customStyle="1" w:styleId="TALCar">
    <w:name w:val="TAL Car"/>
    <w:rsid w:val="005C1B04"/>
    <w:rPr>
      <w:rFonts w:ascii="Arial" w:hAnsi="Arial"/>
      <w:sz w:val="18"/>
      <w:lang w:val="en-GB"/>
    </w:rPr>
  </w:style>
  <w:style w:type="character" w:customStyle="1" w:styleId="Heading2Char">
    <w:name w:val="Heading 2 Char"/>
    <w:aliases w:val="DO NOT USE_h2 Char,h2 Char,h21 Char,H2 Char,Head2A Char,2 Char,UNDERRUBRIK 1-2 Char,level 2 Char,Heading 2 3GPP Char,H21 Char,Head 2 Char,l2 Char,TitreProp Char,Header 2 Char,ITT t2 Char,PA Major Section Char,Livello 2 Char,R2 Char"/>
    <w:link w:val="Heading2"/>
    <w:rsid w:val="005C1B04"/>
    <w:rPr>
      <w:rFonts w:ascii="Arial" w:hAnsi="Arial"/>
      <w:sz w:val="32"/>
      <w:lang w:val="en-GB" w:eastAsia="en-US"/>
    </w:rPr>
  </w:style>
  <w:style w:type="character" w:customStyle="1" w:styleId="Heading3Char1">
    <w:name w:val="Heading 3 Char1"/>
    <w:aliases w:val="Heading 3 3GPP Char1,Underrubrik2 Char1,H3 Char1,Memo Heading 3 Char1,h3 Char1,no break Char1,Heading 3 Char Char,Heading 3 Char1 Char Char1,Heading 3 Char Char Char Char1,Heading 3 Char1 Char Char Char Char1,Heading 3 Char2 Char Char"/>
    <w:link w:val="Heading3"/>
    <w:locked/>
    <w:rsid w:val="005C1B04"/>
    <w:rPr>
      <w:rFonts w:ascii="Arial" w:hAnsi="Arial"/>
      <w:sz w:val="28"/>
      <w:lang w:val="en-GB" w:eastAsia="en-US"/>
    </w:rPr>
  </w:style>
  <w:style w:type="paragraph" w:customStyle="1" w:styleId="Guidance">
    <w:name w:val="Guidance"/>
    <w:basedOn w:val="Normal"/>
    <w:link w:val="GuidanceChar"/>
    <w:rsid w:val="005C1B04"/>
    <w:rPr>
      <w:rFonts w:eastAsia="SimSun"/>
      <w:i/>
      <w:color w:val="0000FF"/>
    </w:rPr>
  </w:style>
  <w:style w:type="character" w:customStyle="1" w:styleId="CaptionChar1">
    <w:name w:val="Caption Char1"/>
    <w:aliases w:val="cap Char1,cap Char Char,Caption Char Char,Caption Char1 Char Char,cap Char Char1 Char,Caption Char Char1 Char Char,cap Char2 Char,cap1 Char,cap2 Char,cap11 Char1,Légende-figure Char1,Légende-figure Char Char,Beschrifubg Char,label Char"/>
    <w:rsid w:val="005C1B04"/>
    <w:rPr>
      <w:rFonts w:ascii="Cambria" w:eastAsia="SimHei" w:hAnsi="Cambria"/>
      <w:lang w:val="en-GB" w:eastAsia="en-US"/>
    </w:rPr>
  </w:style>
  <w:style w:type="character" w:customStyle="1" w:styleId="Heading1Char">
    <w:name w:val="Heading 1 Char"/>
    <w:aliases w:val="H1 Char,Memo Heading 1 Char,h1 + 11 pt Char,Before:  6 pt Char,After:  0 pt Char,Char Char,NMP Heading 1 Char,h1 Char,app heading 1 Char,l1 Char,h11 Char,h12 Char,h13 Char,h14 Char,h15 Char,h16 Char,h17 Char,h111 Char,h121 Char,h131 Char"/>
    <w:link w:val="Heading1"/>
    <w:rsid w:val="005C1B04"/>
    <w:rPr>
      <w:rFonts w:ascii="Arial" w:hAnsi="Arial"/>
      <w:sz w:val="36"/>
      <w:lang w:val="en-GB" w:eastAsia="en-US" w:bidi="ar-SA"/>
    </w:rPr>
  </w:style>
  <w:style w:type="character" w:customStyle="1" w:styleId="Heading6Char">
    <w:name w:val="Heading 6 Char"/>
    <w:link w:val="Heading6"/>
    <w:rsid w:val="005C1B04"/>
    <w:rPr>
      <w:rFonts w:ascii="Arial" w:hAnsi="Arial"/>
      <w:lang w:val="en-GB" w:eastAsia="en-US"/>
    </w:rPr>
  </w:style>
  <w:style w:type="character" w:customStyle="1" w:styleId="Heading7Char">
    <w:name w:val="Heading 7 Char"/>
    <w:link w:val="Heading7"/>
    <w:rsid w:val="005C1B04"/>
    <w:rPr>
      <w:rFonts w:ascii="Arial" w:hAnsi="Arial"/>
      <w:lang w:val="en-GB" w:eastAsia="en-US"/>
    </w:rPr>
  </w:style>
  <w:style w:type="character" w:customStyle="1" w:styleId="Heading8Char">
    <w:name w:val="Heading 8 Char"/>
    <w:link w:val="Heading8"/>
    <w:rsid w:val="005C1B04"/>
    <w:rPr>
      <w:rFonts w:ascii="Arial" w:hAnsi="Arial"/>
      <w:sz w:val="36"/>
      <w:lang w:val="en-GB" w:eastAsia="en-US"/>
    </w:rPr>
  </w:style>
  <w:style w:type="character" w:customStyle="1" w:styleId="Heading9Char">
    <w:name w:val="Heading 9 Char"/>
    <w:link w:val="Heading9"/>
    <w:rsid w:val="005C1B04"/>
    <w:rPr>
      <w:rFonts w:ascii="Arial" w:hAnsi="Arial"/>
      <w:sz w:val="36"/>
      <w:lang w:val="en-GB" w:eastAsia="en-US"/>
    </w:r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link w:val="Header"/>
    <w:rsid w:val="005C1B04"/>
    <w:rPr>
      <w:rFonts w:ascii="Arial" w:hAnsi="Arial"/>
      <w:b/>
      <w:noProof/>
      <w:sz w:val="18"/>
      <w:lang w:val="en-GB" w:eastAsia="en-US" w:bidi="ar-SA"/>
    </w:rPr>
  </w:style>
  <w:style w:type="character" w:customStyle="1" w:styleId="FooterChar">
    <w:name w:val="Footer Char"/>
    <w:aliases w:val="footer odd Char,footer Char,fo Char,pie de página Char"/>
    <w:link w:val="Footer"/>
    <w:rsid w:val="005C1B04"/>
    <w:rPr>
      <w:rFonts w:ascii="Arial" w:hAnsi="Arial"/>
      <w:b/>
      <w:i/>
      <w:noProof/>
      <w:sz w:val="18"/>
      <w:lang w:val="en-GB" w:eastAsia="en-US"/>
    </w:rPr>
  </w:style>
  <w:style w:type="paragraph" w:customStyle="1" w:styleId="TAJ">
    <w:name w:val="TAJ"/>
    <w:basedOn w:val="TH"/>
    <w:rsid w:val="005C1B04"/>
    <w:rPr>
      <w:rFonts w:eastAsia="SimSun"/>
    </w:rPr>
  </w:style>
  <w:style w:type="numbering" w:customStyle="1" w:styleId="NoList1">
    <w:name w:val="No List1"/>
    <w:next w:val="NoList"/>
    <w:uiPriority w:val="99"/>
    <w:semiHidden/>
    <w:rsid w:val="005C1B04"/>
  </w:style>
  <w:style w:type="character" w:styleId="PageNumber">
    <w:name w:val="page number"/>
    <w:rsid w:val="005C1B04"/>
  </w:style>
  <w:style w:type="paragraph" w:customStyle="1" w:styleId="Heading2Head2A2">
    <w:name w:val="Heading 2.Head2A.2"/>
    <w:basedOn w:val="Heading1"/>
    <w:next w:val="Normal"/>
    <w:rsid w:val="005C1B04"/>
    <w:pPr>
      <w:pBdr>
        <w:top w:val="none" w:sz="0" w:space="0" w:color="auto"/>
      </w:pBdr>
      <w:tabs>
        <w:tab w:val="num" w:pos="432"/>
      </w:tabs>
      <w:overflowPunct w:val="0"/>
      <w:autoSpaceDE w:val="0"/>
      <w:autoSpaceDN w:val="0"/>
      <w:adjustRightInd w:val="0"/>
      <w:spacing w:before="180"/>
      <w:ind w:left="432" w:hanging="432"/>
      <w:textAlignment w:val="baseline"/>
      <w:outlineLvl w:val="1"/>
    </w:pPr>
    <w:rPr>
      <w:rFonts w:eastAsia="SimSun"/>
      <w:sz w:val="32"/>
      <w:szCs w:val="28"/>
      <w:lang w:eastAsia="es-ES"/>
    </w:rPr>
  </w:style>
  <w:style w:type="paragraph" w:customStyle="1" w:styleId="Heading3Underrubrik2H3">
    <w:name w:val="Heading 3.Underrubrik2.H3"/>
    <w:basedOn w:val="Heading2Head2A2"/>
    <w:next w:val="Normal"/>
    <w:rsid w:val="005C1B04"/>
    <w:pPr>
      <w:spacing w:before="120"/>
      <w:outlineLvl w:val="2"/>
    </w:pPr>
    <w:rPr>
      <w:sz w:val="28"/>
    </w:rPr>
  </w:style>
  <w:style w:type="paragraph" w:customStyle="1" w:styleId="Reference">
    <w:name w:val="Reference"/>
    <w:basedOn w:val="Normal"/>
    <w:rsid w:val="005C1B04"/>
    <w:pPr>
      <w:keepLines/>
      <w:numPr>
        <w:ilvl w:val="1"/>
        <w:numId w:val="32"/>
      </w:numPr>
    </w:pPr>
    <w:rPr>
      <w:rFonts w:eastAsia="MS Mincho"/>
    </w:rPr>
  </w:style>
  <w:style w:type="paragraph" w:customStyle="1" w:styleId="ZchnZchn">
    <w:name w:val="Zchn Zchn"/>
    <w:semiHidden/>
    <w:rsid w:val="005C1B04"/>
    <w:pPr>
      <w:keepNext/>
      <w:numPr>
        <w:numId w:val="33"/>
      </w:numPr>
      <w:autoSpaceDE w:val="0"/>
      <w:autoSpaceDN w:val="0"/>
      <w:adjustRightInd w:val="0"/>
      <w:spacing w:before="60" w:after="60"/>
      <w:jc w:val="both"/>
    </w:pPr>
    <w:rPr>
      <w:rFonts w:ascii="Arial" w:eastAsia="SimSun" w:hAnsi="Arial" w:cs="Arial"/>
      <w:color w:val="0000FF"/>
      <w:kern w:val="2"/>
      <w:lang w:eastAsia="zh-CN"/>
    </w:rPr>
  </w:style>
  <w:style w:type="table" w:styleId="TableGrid">
    <w:name w:val="Table Grid"/>
    <w:basedOn w:val="TableNormal"/>
    <w:rsid w:val="005C1B04"/>
    <w:pPr>
      <w:spacing w:after="18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1Char1">
    <w:name w:val="B1 Char1"/>
    <w:rsid w:val="005C1B04"/>
    <w:rPr>
      <w:lang w:val="en-GB" w:eastAsia="ja-JP" w:bidi="ar-SA"/>
    </w:rPr>
  </w:style>
  <w:style w:type="paragraph" w:customStyle="1" w:styleId="CharCharCharCharCharCharCharCharCharChar2CharCharCharChar">
    <w:name w:val="Char Char Char Char Char Char Char Char Char Char2 Char Char Char Char"/>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2">
    <w:name w:val="(文字) (文字)2"/>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bodytext4">
    <w:name w:val="bodytext4"/>
    <w:basedOn w:val="BodyText"/>
    <w:rsid w:val="005C1B04"/>
    <w:pPr>
      <w:numPr>
        <w:numId w:val="34"/>
      </w:numPr>
      <w:tabs>
        <w:tab w:val="clear" w:pos="2160"/>
        <w:tab w:val="left" w:pos="794"/>
        <w:tab w:val="left" w:pos="1191"/>
        <w:tab w:val="left" w:pos="1588"/>
        <w:tab w:val="left" w:pos="1985"/>
      </w:tabs>
      <w:spacing w:before="240" w:after="0"/>
      <w:ind w:left="3238" w:firstLine="0"/>
    </w:pPr>
    <w:rPr>
      <w:sz w:val="24"/>
    </w:rPr>
  </w:style>
  <w:style w:type="character" w:customStyle="1" w:styleId="B11">
    <w:name w:val="B1 (文字)"/>
    <w:rsid w:val="005C1B04"/>
    <w:rPr>
      <w:lang w:val="en-GB" w:eastAsia="ja-JP" w:bidi="ar-SA"/>
    </w:rPr>
  </w:style>
  <w:style w:type="character" w:customStyle="1" w:styleId="B1Zchn">
    <w:name w:val="B1 Zchn"/>
    <w:rsid w:val="005C1B04"/>
    <w:rPr>
      <w:rFonts w:eastAsia="MS Mincho"/>
      <w:lang w:val="en-GB" w:eastAsia="en-US" w:bidi="ar-SA"/>
    </w:rPr>
  </w:style>
  <w:style w:type="paragraph" w:customStyle="1" w:styleId="CharChar1CharCharCharCharCharCharCharCharCharCharCharCharCharCharChar">
    <w:name w:val="Char Char1 Char Char Char Char Char Char Char Char Char Char Char Char Char Char Char"/>
    <w:semiHidden/>
    <w:rsid w:val="005C1B04"/>
    <w:pPr>
      <w:keepNext/>
      <w:tabs>
        <w:tab w:val="num" w:pos="360"/>
      </w:tabs>
      <w:autoSpaceDE w:val="0"/>
      <w:autoSpaceDN w:val="0"/>
      <w:adjustRightInd w:val="0"/>
      <w:spacing w:before="60" w:after="60"/>
      <w:ind w:left="360" w:hanging="360"/>
      <w:jc w:val="both"/>
    </w:pPr>
    <w:rPr>
      <w:rFonts w:ascii="Arial" w:eastAsia="SimSun" w:hAnsi="Arial" w:cs="Arial"/>
      <w:color w:val="0000FF"/>
      <w:kern w:val="2"/>
      <w:lang w:eastAsia="zh-CN"/>
    </w:rPr>
  </w:style>
  <w:style w:type="character" w:styleId="Emphasis">
    <w:name w:val="Emphasis"/>
    <w:qFormat/>
    <w:rsid w:val="005C1B04"/>
    <w:rPr>
      <w:i/>
      <w:iCs/>
    </w:rPr>
  </w:style>
  <w:style w:type="character" w:styleId="IntenseEmphasis">
    <w:name w:val="Intense Emphasis"/>
    <w:uiPriority w:val="21"/>
    <w:qFormat/>
    <w:rsid w:val="005C1B04"/>
    <w:rPr>
      <w:b/>
      <w:bCs/>
      <w:i/>
      <w:iCs/>
      <w:color w:val="4F81BD"/>
    </w:rPr>
  </w:style>
  <w:style w:type="paragraph" w:customStyle="1" w:styleId="CharCharCharCharChar">
    <w:name w:val="Char Char Char Char Char"/>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next w:val="Normal"/>
    <w:rsid w:val="005C1B04"/>
    <w:pPr>
      <w:numPr>
        <w:numId w:val="35"/>
      </w:numPr>
      <w:autoSpaceDE w:val="0"/>
      <w:autoSpaceDN w:val="0"/>
      <w:snapToGrid w:val="0"/>
      <w:spacing w:after="60"/>
    </w:pPr>
    <w:rPr>
      <w:rFonts w:eastAsia="SimSun"/>
      <w:szCs w:val="16"/>
      <w:lang w:val="en-US"/>
    </w:rPr>
  </w:style>
  <w:style w:type="paragraph" w:customStyle="1" w:styleId="a0">
    <w:name w:val="参考文献"/>
    <w:basedOn w:val="Normal"/>
    <w:qFormat/>
    <w:rsid w:val="005C1B04"/>
    <w:pPr>
      <w:keepLines/>
      <w:numPr>
        <w:numId w:val="36"/>
      </w:numPr>
      <w:spacing w:after="0"/>
    </w:pPr>
    <w:rPr>
      <w:rFonts w:eastAsia="MS Mincho"/>
    </w:rPr>
  </w:style>
  <w:style w:type="paragraph" w:customStyle="1" w:styleId="3GPP">
    <w:name w:val="3GPP 正文"/>
    <w:basedOn w:val="Normal"/>
    <w:link w:val="3GPPChar"/>
    <w:qFormat/>
    <w:rsid w:val="005C1B04"/>
    <w:rPr>
      <w:rFonts w:eastAsia="SimSun"/>
      <w:lang w:eastAsia="ja-JP"/>
    </w:rPr>
  </w:style>
  <w:style w:type="character" w:customStyle="1" w:styleId="3GPPChar">
    <w:name w:val="3GPP 正文 Char"/>
    <w:link w:val="3GPP"/>
    <w:rsid w:val="005C1B04"/>
    <w:rPr>
      <w:rFonts w:ascii="Times New Roman" w:eastAsia="SimSun" w:hAnsi="Times New Roman"/>
      <w:lang w:eastAsia="ja-JP"/>
    </w:rPr>
  </w:style>
  <w:style w:type="character" w:customStyle="1" w:styleId="GuidanceChar">
    <w:name w:val="Guidance Char"/>
    <w:link w:val="Guidance"/>
    <w:rsid w:val="005C1B04"/>
    <w:rPr>
      <w:rFonts w:ascii="Times New Roman" w:eastAsia="SimSun" w:hAnsi="Times New Roman"/>
      <w:i/>
      <w:color w:val="0000FF"/>
    </w:rPr>
  </w:style>
  <w:style w:type="paragraph" w:styleId="TOCHeading">
    <w:name w:val="TOC Heading"/>
    <w:basedOn w:val="Heading1"/>
    <w:next w:val="Normal"/>
    <w:uiPriority w:val="39"/>
    <w:unhideWhenUsed/>
    <w:qFormat/>
    <w:rsid w:val="005C1B04"/>
    <w:pPr>
      <w:pBdr>
        <w:top w:val="none" w:sz="0" w:space="0" w:color="auto"/>
      </w:pBdr>
      <w:spacing w:before="480" w:after="0" w:line="276" w:lineRule="auto"/>
      <w:ind w:left="0" w:firstLine="0"/>
      <w:outlineLvl w:val="9"/>
    </w:pPr>
    <w:rPr>
      <w:rFonts w:ascii="Cambria" w:hAnsi="Cambria"/>
      <w:b/>
      <w:bCs/>
      <w:color w:val="365F91"/>
      <w:sz w:val="28"/>
      <w:szCs w:val="28"/>
      <w:lang w:val="en-US" w:eastAsia="sv-SE"/>
    </w:rPr>
  </w:style>
  <w:style w:type="paragraph" w:customStyle="1" w:styleId="B1">
    <w:name w:val="B1+"/>
    <w:basedOn w:val="Normal"/>
    <w:rsid w:val="005C1B04"/>
    <w:pPr>
      <w:numPr>
        <w:numId w:val="1"/>
      </w:numPr>
      <w:overflowPunct w:val="0"/>
      <w:autoSpaceDE w:val="0"/>
      <w:autoSpaceDN w:val="0"/>
      <w:adjustRightInd w:val="0"/>
      <w:textAlignment w:val="baseline"/>
    </w:pPr>
  </w:style>
  <w:style w:type="paragraph" w:customStyle="1" w:styleId="00BodyText">
    <w:name w:val="00 BodyText"/>
    <w:basedOn w:val="Normal"/>
    <w:rsid w:val="005C1B04"/>
    <w:pPr>
      <w:spacing w:after="220"/>
    </w:pPr>
    <w:rPr>
      <w:rFonts w:ascii="Arial" w:hAnsi="Arial"/>
      <w:sz w:val="22"/>
      <w:lang w:val="en-US"/>
    </w:rPr>
  </w:style>
  <w:style w:type="paragraph" w:customStyle="1" w:styleId="a1">
    <w:name w:val="??"/>
    <w:rsid w:val="005C1B04"/>
    <w:pPr>
      <w:widowControl w:val="0"/>
    </w:pPr>
    <w:rPr>
      <w:rFonts w:ascii="Times New Roman" w:hAnsi="Times New Roman"/>
      <w:lang w:eastAsia="en-US"/>
    </w:rPr>
  </w:style>
  <w:style w:type="paragraph" w:customStyle="1" w:styleId="20">
    <w:name w:val="??? 2"/>
    <w:basedOn w:val="a1"/>
    <w:next w:val="a1"/>
    <w:rsid w:val="005C1B04"/>
    <w:pPr>
      <w:keepNext/>
    </w:pPr>
    <w:rPr>
      <w:rFonts w:ascii="Arial" w:hAnsi="Arial"/>
      <w:b/>
      <w:sz w:val="24"/>
    </w:rPr>
  </w:style>
  <w:style w:type="paragraph" w:styleId="IndexHeading">
    <w:name w:val="index heading"/>
    <w:basedOn w:val="Normal"/>
    <w:next w:val="Normal"/>
    <w:rsid w:val="005C1B04"/>
    <w:pPr>
      <w:pBdr>
        <w:top w:val="single" w:sz="12" w:space="0" w:color="auto"/>
      </w:pBdr>
      <w:overflowPunct w:val="0"/>
      <w:autoSpaceDE w:val="0"/>
      <w:autoSpaceDN w:val="0"/>
      <w:adjustRightInd w:val="0"/>
      <w:spacing w:before="360" w:after="240"/>
      <w:textAlignment w:val="baseline"/>
    </w:pPr>
    <w:rPr>
      <w:b/>
      <w:i/>
      <w:sz w:val="26"/>
    </w:rPr>
  </w:style>
  <w:style w:type="paragraph" w:customStyle="1" w:styleId="INDENT1">
    <w:name w:val="INDENT1"/>
    <w:basedOn w:val="Normal"/>
    <w:rsid w:val="005C1B04"/>
    <w:pPr>
      <w:overflowPunct w:val="0"/>
      <w:autoSpaceDE w:val="0"/>
      <w:autoSpaceDN w:val="0"/>
      <w:adjustRightInd w:val="0"/>
      <w:ind w:left="851"/>
      <w:textAlignment w:val="baseline"/>
    </w:pPr>
  </w:style>
  <w:style w:type="paragraph" w:customStyle="1" w:styleId="INDENT2">
    <w:name w:val="INDENT2"/>
    <w:basedOn w:val="Normal"/>
    <w:rsid w:val="005C1B04"/>
    <w:pPr>
      <w:overflowPunct w:val="0"/>
      <w:autoSpaceDE w:val="0"/>
      <w:autoSpaceDN w:val="0"/>
      <w:adjustRightInd w:val="0"/>
      <w:ind w:left="1135" w:hanging="284"/>
      <w:textAlignment w:val="baseline"/>
    </w:pPr>
  </w:style>
  <w:style w:type="paragraph" w:customStyle="1" w:styleId="INDENT3">
    <w:name w:val="INDENT3"/>
    <w:basedOn w:val="Normal"/>
    <w:rsid w:val="005C1B04"/>
    <w:pPr>
      <w:overflowPunct w:val="0"/>
      <w:autoSpaceDE w:val="0"/>
      <w:autoSpaceDN w:val="0"/>
      <w:adjustRightInd w:val="0"/>
      <w:ind w:left="1701" w:hanging="567"/>
      <w:textAlignment w:val="baseline"/>
    </w:pPr>
  </w:style>
  <w:style w:type="paragraph" w:customStyle="1" w:styleId="FigureTitle">
    <w:name w:val="Figure_Title"/>
    <w:basedOn w:val="Normal"/>
    <w:next w:val="Normal"/>
    <w:rsid w:val="005C1B04"/>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b/>
      <w:sz w:val="24"/>
    </w:rPr>
  </w:style>
  <w:style w:type="paragraph" w:customStyle="1" w:styleId="RecCCITT">
    <w:name w:val="Rec_CCITT_#"/>
    <w:basedOn w:val="Normal"/>
    <w:rsid w:val="005C1B04"/>
    <w:pPr>
      <w:keepNext/>
      <w:keepLines/>
      <w:overflowPunct w:val="0"/>
      <w:autoSpaceDE w:val="0"/>
      <w:autoSpaceDN w:val="0"/>
      <w:adjustRightInd w:val="0"/>
      <w:textAlignment w:val="baseline"/>
    </w:pPr>
    <w:rPr>
      <w:b/>
    </w:rPr>
  </w:style>
  <w:style w:type="paragraph" w:customStyle="1" w:styleId="enumlev2">
    <w:name w:val="enumlev2"/>
    <w:basedOn w:val="Normal"/>
    <w:rsid w:val="005C1B04"/>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lang w:val="en-US"/>
    </w:rPr>
  </w:style>
  <w:style w:type="paragraph" w:customStyle="1" w:styleId="CouvRecTitle">
    <w:name w:val="Couv Rec Title"/>
    <w:basedOn w:val="Normal"/>
    <w:rsid w:val="005C1B04"/>
    <w:pPr>
      <w:keepNext/>
      <w:keepLines/>
      <w:overflowPunct w:val="0"/>
      <w:autoSpaceDE w:val="0"/>
      <w:autoSpaceDN w:val="0"/>
      <w:adjustRightInd w:val="0"/>
      <w:spacing w:before="240"/>
      <w:ind w:left="1418"/>
      <w:textAlignment w:val="baseline"/>
    </w:pPr>
    <w:rPr>
      <w:rFonts w:ascii="Arial" w:hAnsi="Arial"/>
      <w:b/>
      <w:sz w:val="36"/>
      <w:lang w:val="en-US"/>
    </w:rPr>
  </w:style>
  <w:style w:type="paragraph" w:styleId="PlainText">
    <w:name w:val="Plain Text"/>
    <w:basedOn w:val="Normal"/>
    <w:link w:val="PlainTextChar"/>
    <w:rsid w:val="005C1B04"/>
    <w:pPr>
      <w:overflowPunct w:val="0"/>
      <w:autoSpaceDE w:val="0"/>
      <w:autoSpaceDN w:val="0"/>
      <w:adjustRightInd w:val="0"/>
      <w:textAlignment w:val="baseline"/>
    </w:pPr>
    <w:rPr>
      <w:rFonts w:ascii="Courier New" w:hAnsi="Courier New"/>
      <w:lang w:val="nb-NO"/>
    </w:rPr>
  </w:style>
  <w:style w:type="character" w:customStyle="1" w:styleId="PlainTextChar">
    <w:name w:val="Plain Text Char"/>
    <w:link w:val="PlainText"/>
    <w:rsid w:val="005C1B04"/>
    <w:rPr>
      <w:rFonts w:ascii="Courier New" w:hAnsi="Courier New"/>
      <w:lang w:val="nb-NO"/>
    </w:rPr>
  </w:style>
  <w:style w:type="paragraph" w:customStyle="1" w:styleId="TableText">
    <w:name w:val="TableText"/>
    <w:basedOn w:val="BodyTextIndent"/>
    <w:rsid w:val="005C1B04"/>
  </w:style>
  <w:style w:type="paragraph" w:styleId="BodyTextIndent">
    <w:name w:val="Body Text Indent"/>
    <w:basedOn w:val="Normal"/>
    <w:link w:val="BodyTextIndentChar"/>
    <w:rsid w:val="005C1B04"/>
    <w:pPr>
      <w:overflowPunct w:val="0"/>
      <w:autoSpaceDE w:val="0"/>
      <w:autoSpaceDN w:val="0"/>
      <w:adjustRightInd w:val="0"/>
      <w:ind w:leftChars="400" w:left="851"/>
      <w:textAlignment w:val="baseline"/>
    </w:pPr>
  </w:style>
  <w:style w:type="character" w:customStyle="1" w:styleId="BodyTextIndentChar">
    <w:name w:val="Body Text Indent Char"/>
    <w:link w:val="BodyTextIndent"/>
    <w:rsid w:val="005C1B04"/>
    <w:rPr>
      <w:rFonts w:ascii="Times New Roman" w:hAnsi="Times New Roman"/>
    </w:rPr>
  </w:style>
  <w:style w:type="character" w:customStyle="1" w:styleId="msoins0">
    <w:name w:val="msoins"/>
    <w:rsid w:val="005C1B04"/>
  </w:style>
  <w:style w:type="paragraph" w:customStyle="1" w:styleId="B20">
    <w:name w:val="B2+"/>
    <w:basedOn w:val="B2"/>
    <w:rsid w:val="005C1B04"/>
    <w:pPr>
      <w:overflowPunct w:val="0"/>
      <w:autoSpaceDE w:val="0"/>
      <w:autoSpaceDN w:val="0"/>
      <w:adjustRightInd w:val="0"/>
      <w:ind w:left="567" w:hanging="283"/>
      <w:textAlignment w:val="baseline"/>
    </w:pPr>
    <w:rPr>
      <w:rFonts w:ascii="CG Times (WN)" w:hAnsi="CG Times (WN)"/>
    </w:rPr>
  </w:style>
  <w:style w:type="paragraph" w:customStyle="1" w:styleId="B30">
    <w:name w:val="B3+"/>
    <w:basedOn w:val="B3"/>
    <w:rsid w:val="005C1B04"/>
    <w:pPr>
      <w:tabs>
        <w:tab w:val="num" w:pos="720"/>
        <w:tab w:val="left" w:pos="1134"/>
      </w:tabs>
      <w:overflowPunct w:val="0"/>
      <w:autoSpaceDE w:val="0"/>
      <w:autoSpaceDN w:val="0"/>
      <w:adjustRightInd w:val="0"/>
      <w:ind w:left="720" w:hanging="360"/>
      <w:textAlignment w:val="baseline"/>
    </w:pPr>
    <w:rPr>
      <w:rFonts w:ascii="CG Times (WN)" w:hAnsi="CG Times (WN)"/>
    </w:rPr>
  </w:style>
  <w:style w:type="paragraph" w:customStyle="1" w:styleId="BL">
    <w:name w:val="BL"/>
    <w:basedOn w:val="Normal"/>
    <w:rsid w:val="005C1B04"/>
    <w:pPr>
      <w:tabs>
        <w:tab w:val="num" w:pos="630"/>
        <w:tab w:val="left" w:pos="851"/>
      </w:tabs>
      <w:overflowPunct w:val="0"/>
      <w:autoSpaceDE w:val="0"/>
      <w:autoSpaceDN w:val="0"/>
      <w:adjustRightInd w:val="0"/>
      <w:ind w:left="630" w:hanging="630"/>
      <w:textAlignment w:val="baseline"/>
    </w:pPr>
  </w:style>
  <w:style w:type="paragraph" w:customStyle="1" w:styleId="BN">
    <w:name w:val="BN"/>
    <w:basedOn w:val="Normal"/>
    <w:rsid w:val="005C1B04"/>
    <w:pPr>
      <w:overflowPunct w:val="0"/>
      <w:autoSpaceDE w:val="0"/>
      <w:autoSpaceDN w:val="0"/>
      <w:adjustRightInd w:val="0"/>
      <w:ind w:left="567" w:hanging="283"/>
      <w:textAlignment w:val="baseline"/>
    </w:pPr>
  </w:style>
  <w:style w:type="paragraph" w:customStyle="1" w:styleId="Norma">
    <w:name w:val="Norma"/>
    <w:basedOn w:val="Heading1"/>
    <w:rsid w:val="005C1B04"/>
    <w:pPr>
      <w:overflowPunct w:val="0"/>
      <w:autoSpaceDE w:val="0"/>
      <w:autoSpaceDN w:val="0"/>
      <w:adjustRightInd w:val="0"/>
      <w:textAlignment w:val="baseline"/>
    </w:pPr>
    <w:rPr>
      <w:szCs w:val="36"/>
      <w:lang w:eastAsia="sv-SE"/>
    </w:rPr>
  </w:style>
  <w:style w:type="paragraph" w:customStyle="1" w:styleId="body">
    <w:name w:val="body"/>
    <w:basedOn w:val="Normal"/>
    <w:rsid w:val="005C1B04"/>
    <w:pPr>
      <w:tabs>
        <w:tab w:val="left" w:pos="2160"/>
      </w:tabs>
      <w:overflowPunct w:val="0"/>
      <w:autoSpaceDE w:val="0"/>
      <w:autoSpaceDN w:val="0"/>
      <w:adjustRightInd w:val="0"/>
      <w:spacing w:before="120" w:after="120" w:line="280" w:lineRule="atLeast"/>
      <w:jc w:val="both"/>
      <w:textAlignment w:val="baseline"/>
    </w:pPr>
    <w:rPr>
      <w:rFonts w:ascii="New York" w:hAnsi="New York"/>
      <w:sz w:val="24"/>
      <w:lang w:val="en-US"/>
    </w:rPr>
  </w:style>
  <w:style w:type="paragraph" w:customStyle="1" w:styleId="MTDisplayEquation">
    <w:name w:val="MTDisplayEquation"/>
    <w:basedOn w:val="Normal"/>
    <w:rsid w:val="005C1B04"/>
    <w:pPr>
      <w:tabs>
        <w:tab w:val="center" w:pos="4820"/>
        <w:tab w:val="right" w:pos="9640"/>
      </w:tabs>
      <w:overflowPunct w:val="0"/>
      <w:autoSpaceDE w:val="0"/>
      <w:autoSpaceDN w:val="0"/>
      <w:adjustRightInd w:val="0"/>
      <w:textAlignment w:val="baseline"/>
    </w:pPr>
    <w:rPr>
      <w:lang w:eastAsia="en-GB"/>
    </w:rPr>
  </w:style>
  <w:style w:type="paragraph" w:customStyle="1" w:styleId="CharCharCharCharCharChar">
    <w:name w:val="Char Char Char Char Char Char"/>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BodyText2">
    <w:name w:val="Body Text 2"/>
    <w:basedOn w:val="Normal"/>
    <w:link w:val="BodyText2Char"/>
    <w:rsid w:val="005C1B04"/>
    <w:pPr>
      <w:overflowPunct w:val="0"/>
      <w:autoSpaceDE w:val="0"/>
      <w:autoSpaceDN w:val="0"/>
      <w:adjustRightInd w:val="0"/>
      <w:textAlignment w:val="baseline"/>
    </w:pPr>
    <w:rPr>
      <w:rFonts w:eastAsia="MS Mincho"/>
      <w:color w:val="FFFF00"/>
    </w:rPr>
  </w:style>
  <w:style w:type="character" w:customStyle="1" w:styleId="BodyText2Char">
    <w:name w:val="Body Text 2 Char"/>
    <w:link w:val="BodyText2"/>
    <w:rsid w:val="005C1B04"/>
    <w:rPr>
      <w:rFonts w:ascii="Times New Roman" w:eastAsia="MS Mincho" w:hAnsi="Times New Roman"/>
      <w:color w:val="FFFF00"/>
    </w:rPr>
  </w:style>
  <w:style w:type="paragraph" w:customStyle="1" w:styleId="11BodyText">
    <w:name w:val="11 BodyText"/>
    <w:aliases w:val="Block_Text,np,b"/>
    <w:basedOn w:val="Normal"/>
    <w:link w:val="11BodyTextChar"/>
    <w:rsid w:val="005C1B04"/>
    <w:pPr>
      <w:overflowPunct w:val="0"/>
      <w:autoSpaceDE w:val="0"/>
      <w:autoSpaceDN w:val="0"/>
      <w:adjustRightInd w:val="0"/>
      <w:spacing w:after="220"/>
      <w:ind w:left="1298"/>
      <w:textAlignment w:val="baseline"/>
    </w:pPr>
    <w:rPr>
      <w:rFonts w:ascii="Arial" w:eastAsia="MS Mincho" w:hAnsi="Arial"/>
      <w:sz w:val="22"/>
    </w:rPr>
  </w:style>
  <w:style w:type="paragraph" w:customStyle="1" w:styleId="B6">
    <w:name w:val="B6"/>
    <w:basedOn w:val="B5"/>
    <w:rsid w:val="005C1B04"/>
    <w:pPr>
      <w:overflowPunct w:val="0"/>
      <w:autoSpaceDE w:val="0"/>
      <w:autoSpaceDN w:val="0"/>
      <w:adjustRightInd w:val="0"/>
      <w:textAlignment w:val="baseline"/>
    </w:pPr>
  </w:style>
  <w:style w:type="character" w:customStyle="1" w:styleId="11BodyTextChar">
    <w:name w:val="11 BodyText Char"/>
    <w:aliases w:val="Block_Text Char,np Char,b Char"/>
    <w:link w:val="11BodyText"/>
    <w:rsid w:val="005C1B04"/>
    <w:rPr>
      <w:rFonts w:ascii="Arial" w:eastAsia="MS Mincho" w:hAnsi="Arial"/>
      <w:sz w:val="22"/>
    </w:rPr>
  </w:style>
  <w:style w:type="paragraph" w:customStyle="1" w:styleId="Meetingcaption">
    <w:name w:val="Meeting caption"/>
    <w:basedOn w:val="Normal"/>
    <w:rsid w:val="005C1B04"/>
    <w:pPr>
      <w:framePr w:w="4120" w:hSpace="141" w:wrap="auto"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lang w:val="fr-FR"/>
    </w:rPr>
  </w:style>
  <w:style w:type="paragraph" w:customStyle="1" w:styleId="FT">
    <w:name w:val="FT"/>
    <w:basedOn w:val="Normal"/>
    <w:rsid w:val="005C1B04"/>
    <w:pPr>
      <w:overflowPunct w:val="0"/>
      <w:autoSpaceDE w:val="0"/>
      <w:autoSpaceDN w:val="0"/>
      <w:adjustRightInd w:val="0"/>
      <w:textAlignment w:val="baseline"/>
    </w:pPr>
    <w:rPr>
      <w:rFonts w:ascii="Arial" w:hAnsi="Arial" w:cs="Arial"/>
      <w:b/>
    </w:rPr>
  </w:style>
  <w:style w:type="paragraph" w:customStyle="1" w:styleId="Tadc">
    <w:name w:val="Tadc"/>
    <w:basedOn w:val="Normal"/>
    <w:rsid w:val="005C1B04"/>
    <w:pPr>
      <w:overflowPunct w:val="0"/>
      <w:autoSpaceDE w:val="0"/>
      <w:autoSpaceDN w:val="0"/>
      <w:adjustRightInd w:val="0"/>
      <w:textAlignment w:val="baseline"/>
    </w:pPr>
    <w:rPr>
      <w:rFonts w:cs="v4.2.0"/>
      <w:lang w:eastAsia="en-GB"/>
    </w:rPr>
  </w:style>
  <w:style w:type="character" w:styleId="Strong">
    <w:name w:val="Strong"/>
    <w:qFormat/>
    <w:rsid w:val="005C1B04"/>
    <w:rPr>
      <w:b/>
      <w:bCs/>
    </w:rPr>
  </w:style>
  <w:style w:type="paragraph" w:customStyle="1" w:styleId="AL">
    <w:name w:val="AL"/>
    <w:basedOn w:val="TAL"/>
    <w:rsid w:val="005C1B04"/>
    <w:pPr>
      <w:overflowPunct w:val="0"/>
      <w:autoSpaceDE w:val="0"/>
      <w:autoSpaceDN w:val="0"/>
      <w:adjustRightInd w:val="0"/>
      <w:textAlignment w:val="baseline"/>
    </w:pPr>
    <w:rPr>
      <w:szCs w:val="18"/>
    </w:rPr>
  </w:style>
  <w:style w:type="table" w:customStyle="1" w:styleId="TableGrid1">
    <w:name w:val="Table Grid1"/>
    <w:basedOn w:val="TableNormal"/>
    <w:next w:val="TableGrid"/>
    <w:rsid w:val="005C1B04"/>
    <w:pPr>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
    <w:name w:val="Car Car"/>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3">
    <w:name w:val="Char Char3"/>
    <w:rsid w:val="005C1B04"/>
    <w:rPr>
      <w:rFonts w:ascii="Times New Roman" w:eastAsia="MS Mincho" w:hAnsi="Times New Roman"/>
      <w:lang w:val="en-GB" w:eastAsia="en-US"/>
    </w:rPr>
  </w:style>
  <w:style w:type="numbering" w:customStyle="1" w:styleId="NoList2">
    <w:name w:val="No List2"/>
    <w:next w:val="NoList"/>
    <w:uiPriority w:val="99"/>
    <w:semiHidden/>
    <w:unhideWhenUsed/>
    <w:rsid w:val="005C1B04"/>
  </w:style>
  <w:style w:type="numbering" w:customStyle="1" w:styleId="NoList3">
    <w:name w:val="No List3"/>
    <w:next w:val="NoList"/>
    <w:uiPriority w:val="99"/>
    <w:semiHidden/>
    <w:unhideWhenUsed/>
    <w:rsid w:val="005C1B04"/>
  </w:style>
  <w:style w:type="table" w:customStyle="1" w:styleId="TableGrid2">
    <w:name w:val="Table Grid2"/>
    <w:basedOn w:val="TableNormal"/>
    <w:next w:val="TableGrid"/>
    <w:rsid w:val="005C1B0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rsid w:val="005C1B04"/>
  </w:style>
  <w:style w:type="paragraph" w:customStyle="1" w:styleId="Normal1">
    <w:name w:val="Normal 1"/>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
    <w:name w:val="Char Char Char Char"/>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table" w:customStyle="1" w:styleId="TableGrid3">
    <w:name w:val="Table Grid3"/>
    <w:basedOn w:val="TableNormal"/>
    <w:next w:val="TableGrid"/>
    <w:rsid w:val="005C1B04"/>
    <w:pPr>
      <w:spacing w:after="180"/>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rsid w:val="005C1B04"/>
    <w:pPr>
      <w:widowControl w:val="0"/>
      <w:spacing w:after="0"/>
      <w:jc w:val="both"/>
    </w:pPr>
    <w:rPr>
      <w:rFonts w:eastAsia="SimSun"/>
      <w:kern w:val="2"/>
      <w:sz w:val="21"/>
      <w:szCs w:val="24"/>
      <w:lang w:val="en-US" w:eastAsia="zh-CN"/>
    </w:rPr>
  </w:style>
  <w:style w:type="paragraph" w:customStyle="1" w:styleId="MotorolaResponse1">
    <w:name w:val="Motorola Response1"/>
    <w:semiHidden/>
    <w:rsid w:val="005C1B04"/>
    <w:pPr>
      <w:keepNext/>
      <w:tabs>
        <w:tab w:val="num" w:pos="1140"/>
      </w:tabs>
      <w:autoSpaceDE w:val="0"/>
      <w:autoSpaceDN w:val="0"/>
      <w:adjustRightInd w:val="0"/>
      <w:spacing w:before="60" w:after="60"/>
      <w:ind w:left="1140" w:hanging="1140"/>
      <w:jc w:val="both"/>
    </w:pPr>
    <w:rPr>
      <w:rFonts w:ascii="Arial" w:eastAsia="SimSun" w:hAnsi="Arial" w:cs="Arial"/>
      <w:color w:val="0000FF"/>
      <w:kern w:val="2"/>
      <w:lang w:eastAsia="zh-CN"/>
    </w:rPr>
  </w:style>
  <w:style w:type="paragraph" w:customStyle="1" w:styleId="Atl">
    <w:name w:val="Atl"/>
    <w:basedOn w:val="Normal"/>
    <w:rsid w:val="005C1B04"/>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
    <w:name w:val="Char"/>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16">
    <w:name w:val="16"/>
    <w:basedOn w:val="Normal"/>
    <w:rsid w:val="005C1B04"/>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rsid w:val="005C1B04"/>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rsid w:val="005C1B04"/>
    <w:pPr>
      <w:keepLines w:val="0"/>
      <w:pBdr>
        <w:top w:val="none" w:sz="0" w:space="0" w:color="auto"/>
      </w:pBdr>
      <w:overflowPunct w:val="0"/>
      <w:autoSpaceDE w:val="0"/>
      <w:autoSpaceDN w:val="0"/>
      <w:adjustRightInd w:val="0"/>
      <w:ind w:left="0" w:firstLine="0"/>
      <w:textAlignment w:val="baseline"/>
    </w:pPr>
    <w:rPr>
      <w:b/>
      <w:noProof/>
      <w:color w:val="339966"/>
      <w:kern w:val="28"/>
      <w:sz w:val="28"/>
      <w:szCs w:val="28"/>
      <w:lang w:val="en-US" w:eastAsia="zh-CN"/>
    </w:rPr>
  </w:style>
  <w:style w:type="paragraph" w:customStyle="1" w:styleId="xl29">
    <w:name w:val="xl29"/>
    <w:basedOn w:val="Normal"/>
    <w:rsid w:val="005C1B04"/>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hAnsi="Arial" w:cs="Arial"/>
      <w:b/>
      <w:bCs/>
      <w:sz w:val="24"/>
      <w:szCs w:val="24"/>
      <w:lang w:eastAsia="en-GB"/>
    </w:rPr>
  </w:style>
  <w:style w:type="paragraph" w:customStyle="1" w:styleId="1">
    <w:name w:val="样式1"/>
    <w:basedOn w:val="TAN"/>
    <w:qFormat/>
    <w:rsid w:val="005C1B04"/>
    <w:pPr>
      <w:numPr>
        <w:numId w:val="42"/>
      </w:numPr>
      <w:overflowPunct w:val="0"/>
      <w:autoSpaceDE w:val="0"/>
      <w:autoSpaceDN w:val="0"/>
      <w:adjustRightInd w:val="0"/>
      <w:textAlignment w:val="baseline"/>
    </w:pPr>
    <w:rPr>
      <w:rFonts w:eastAsia="MS Mincho"/>
      <w:szCs w:val="18"/>
      <w:lang w:eastAsia="ja-JP"/>
    </w:rPr>
  </w:style>
  <w:style w:type="character" w:customStyle="1" w:styleId="BodyTextChar1">
    <w:name w:val="Body Text Char1"/>
    <w:aliases w:val="bt Char4,Corps de texte Car Char4,Corps de texte Car1 Car Char4,Corps de texte Car Car Car Char4,Corps de texte Car1 Car Car Car Char4,Corps de texte Car Car Car Car Car Char4,Corps de texte Car1 Car Car Car Car Car Char4,bt Car Char"/>
    <w:rsid w:val="005C1B04"/>
    <w:rPr>
      <w:lang w:val="en-GB"/>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
    <w:rsid w:val="005C1B04"/>
    <w:rPr>
      <w:rFonts w:ascii="Arial" w:eastAsia="Times New Roman" w:hAnsi="Arial"/>
      <w:sz w:val="28"/>
      <w:lang w:val="en-GB"/>
    </w:rPr>
  </w:style>
  <w:style w:type="character" w:customStyle="1" w:styleId="Heading1Char1">
    <w:name w:val="Heading 1 Char1"/>
    <w:aliases w:val="NMP Heading 1 Char2,H1 Char2,h1 Char2,app heading 1 Char2,l1 Char2,Memo Heading 1 Char2,h11 Char2,h12 Char2,h13 Char2,h14 Char2,h15 Char2,h16 Char2,h17 Char2,h111 Char2,h121 Char2,h131 Char2,h141 Char2,h151 Char2,h161 Char1,h18 Char1"/>
    <w:rsid w:val="005C1B04"/>
    <w:rPr>
      <w:rFonts w:ascii="Arial" w:eastAsia="Times New Roman" w:hAnsi="Arial"/>
      <w:sz w:val="36"/>
      <w:lang w:val="en-GB"/>
    </w:rPr>
  </w:style>
  <w:style w:type="character" w:customStyle="1" w:styleId="ListParagraphChar">
    <w:name w:val="List Paragraph Char"/>
    <w:link w:val="ListParagraph"/>
    <w:uiPriority w:val="34"/>
    <w:locked/>
    <w:rsid w:val="005C1B04"/>
    <w:rPr>
      <w:rFonts w:ascii="Times New Roman" w:hAnsi="Times New Roman"/>
      <w:lang w:eastAsia="en-US"/>
    </w:rPr>
  </w:style>
  <w:style w:type="character" w:customStyle="1" w:styleId="Heading33GPPChar">
    <w:name w:val="Heading 3 3GPP Char"/>
    <w:aliases w:val="Underrubrik2 Char,H3 Char,Memo Heading 3 Char,h3 Char,no break Char,Heading 3 Char1 Char Char,Heading 3 Char Char Char Char,Heading 3 Char1 Char Char Char Char,Heading 3 Char Char Char Char Char Char,0H Char,l3 Char"/>
    <w:uiPriority w:val="9"/>
    <w:rsid w:val="005C1B04"/>
    <w:rPr>
      <w:rFonts w:ascii="Cambria" w:eastAsia="Times New Roman" w:hAnsi="Cambria" w:cs="Times New Roman"/>
      <w:b/>
      <w:bCs/>
      <w:sz w:val="26"/>
      <w:szCs w:val="26"/>
      <w:lang w:val="en-CA" w:eastAsia="en-US"/>
    </w:rPr>
  </w:style>
  <w:style w:type="paragraph" w:customStyle="1" w:styleId="BodyBest">
    <w:name w:val="BodyBest"/>
    <w:basedOn w:val="Normal"/>
    <w:link w:val="BodyBestChar"/>
    <w:qFormat/>
    <w:rsid w:val="005C1B04"/>
    <w:pPr>
      <w:spacing w:before="240" w:after="0"/>
      <w:ind w:left="540"/>
      <w:jc w:val="both"/>
    </w:pPr>
    <w:rPr>
      <w:rFonts w:ascii="Arial" w:eastAsia="MS Mincho" w:hAnsi="Arial"/>
      <w:lang w:val="en-US"/>
    </w:rPr>
  </w:style>
  <w:style w:type="character" w:customStyle="1" w:styleId="BodyBestChar">
    <w:name w:val="BodyBest Char"/>
    <w:link w:val="BodyBest"/>
    <w:rsid w:val="005C1B04"/>
    <w:rPr>
      <w:rFonts w:ascii="Arial" w:eastAsia="MS Mincho" w:hAnsi="Arial"/>
      <w:lang w:val="en-US" w:eastAsia="en-US"/>
    </w:rPr>
  </w:style>
  <w:style w:type="paragraph" w:customStyle="1" w:styleId="3GPPHeader">
    <w:name w:val="3GPP_Header"/>
    <w:basedOn w:val="Normal"/>
    <w:rsid w:val="005C1B04"/>
    <w:pPr>
      <w:tabs>
        <w:tab w:val="left" w:pos="1701"/>
        <w:tab w:val="right" w:pos="9639"/>
      </w:tabs>
      <w:overflowPunct w:val="0"/>
      <w:autoSpaceDE w:val="0"/>
      <w:autoSpaceDN w:val="0"/>
      <w:adjustRightInd w:val="0"/>
      <w:spacing w:after="240"/>
      <w:jc w:val="both"/>
      <w:textAlignment w:val="baseline"/>
    </w:pPr>
    <w:rPr>
      <w:rFonts w:ascii="Arial" w:hAnsi="Arial"/>
      <w:b/>
      <w:sz w:val="24"/>
      <w:lang w:eastAsia="zh-CN"/>
    </w:rPr>
  </w:style>
  <w:style w:type="paragraph" w:customStyle="1" w:styleId="IvDInstructiontext">
    <w:name w:val="IvD Instructiontext"/>
    <w:basedOn w:val="BodyText"/>
    <w:link w:val="IvDInstructiontextChar"/>
    <w:uiPriority w:val="99"/>
    <w:qFormat/>
    <w:rsid w:val="005C1B04"/>
    <w:pPr>
      <w:keepLines/>
      <w:tabs>
        <w:tab w:val="left" w:pos="2552"/>
        <w:tab w:val="left" w:pos="3856"/>
        <w:tab w:val="left" w:pos="5216"/>
        <w:tab w:val="left" w:pos="6464"/>
        <w:tab w:val="left" w:pos="7768"/>
        <w:tab w:val="left" w:pos="9072"/>
        <w:tab w:val="left" w:pos="9639"/>
      </w:tabs>
      <w:overflowPunct/>
      <w:autoSpaceDE/>
      <w:autoSpaceDN/>
      <w:adjustRightInd/>
      <w:spacing w:before="240" w:after="0"/>
      <w:textAlignment w:val="auto"/>
    </w:pPr>
    <w:rPr>
      <w:rFonts w:ascii="Arial" w:eastAsia="Malgun Gothic" w:hAnsi="Arial"/>
      <w:i/>
      <w:color w:val="7F7F7F"/>
      <w:spacing w:val="2"/>
      <w:sz w:val="18"/>
      <w:szCs w:val="18"/>
      <w:lang w:val="en-US"/>
    </w:rPr>
  </w:style>
  <w:style w:type="character" w:customStyle="1" w:styleId="IvDInstructiontextChar">
    <w:name w:val="IvD Instructiontext Char"/>
    <w:link w:val="IvDInstructiontext"/>
    <w:uiPriority w:val="99"/>
    <w:rsid w:val="005C1B04"/>
    <w:rPr>
      <w:rFonts w:ascii="Arial" w:hAnsi="Arial"/>
      <w:i/>
      <w:color w:val="7F7F7F"/>
      <w:spacing w:val="2"/>
      <w:sz w:val="18"/>
      <w:szCs w:val="18"/>
      <w:lang w:val="en-US" w:eastAsia="en-US"/>
    </w:rPr>
  </w:style>
  <w:style w:type="paragraph" w:customStyle="1" w:styleId="IvDbodytext">
    <w:name w:val="IvD bodytext"/>
    <w:basedOn w:val="BodyText"/>
    <w:link w:val="IvDbodytextChar"/>
    <w:qFormat/>
    <w:rsid w:val="005C1B04"/>
    <w:pPr>
      <w:keepLines/>
      <w:tabs>
        <w:tab w:val="left" w:pos="2552"/>
        <w:tab w:val="left" w:pos="3856"/>
        <w:tab w:val="left" w:pos="5216"/>
        <w:tab w:val="left" w:pos="6464"/>
        <w:tab w:val="left" w:pos="7768"/>
        <w:tab w:val="left" w:pos="9072"/>
        <w:tab w:val="left" w:pos="9639"/>
      </w:tabs>
      <w:overflowPunct/>
      <w:autoSpaceDE/>
      <w:autoSpaceDN/>
      <w:adjustRightInd/>
      <w:spacing w:before="240" w:after="0"/>
      <w:textAlignment w:val="auto"/>
    </w:pPr>
    <w:rPr>
      <w:rFonts w:ascii="Arial" w:eastAsia="Malgun Gothic" w:hAnsi="Arial"/>
      <w:spacing w:val="2"/>
      <w:lang w:val="en-US"/>
    </w:rPr>
  </w:style>
  <w:style w:type="character" w:customStyle="1" w:styleId="IvDbodytextChar">
    <w:name w:val="IvD bodytext Char"/>
    <w:link w:val="IvDbodytext"/>
    <w:rsid w:val="005C1B04"/>
    <w:rPr>
      <w:rFonts w:ascii="Arial" w:hAnsi="Arial"/>
      <w:spacing w:val="2"/>
      <w:lang w:val="en-US" w:eastAsia="en-US"/>
    </w:rPr>
  </w:style>
  <w:style w:type="numbering" w:customStyle="1" w:styleId="NoList11">
    <w:name w:val="No List11"/>
    <w:next w:val="NoList"/>
    <w:uiPriority w:val="99"/>
    <w:semiHidden/>
    <w:rsid w:val="005C1B04"/>
  </w:style>
  <w:style w:type="paragraph" w:customStyle="1" w:styleId="ZchnZchn0">
    <w:name w:val="Zchn Zchn"/>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2CharCharCharChar0">
    <w:name w:val="Char Char Char Char Char Char Char Char Char Char2 Char Char Char Char"/>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21">
    <w:name w:val="(文字) (文字)2"/>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1CharCharCharCharCharCharCharCharCharCharCharCharCharCharChar0">
    <w:name w:val="Char Char1 Char Char Char Char Char Char Char Char Char Char Char Char Char Char Char"/>
    <w:semiHidden/>
    <w:rsid w:val="005C1B04"/>
    <w:pPr>
      <w:keepNext/>
      <w:tabs>
        <w:tab w:val="num" w:pos="360"/>
      </w:tabs>
      <w:autoSpaceDE w:val="0"/>
      <w:autoSpaceDN w:val="0"/>
      <w:adjustRightInd w:val="0"/>
      <w:spacing w:before="60" w:after="60"/>
      <w:ind w:left="360" w:hanging="360"/>
      <w:jc w:val="both"/>
    </w:pPr>
    <w:rPr>
      <w:rFonts w:ascii="Arial" w:eastAsia="SimSun" w:hAnsi="Arial" w:cs="Arial"/>
      <w:color w:val="0000FF"/>
      <w:kern w:val="2"/>
      <w:lang w:eastAsia="zh-CN"/>
    </w:rPr>
  </w:style>
  <w:style w:type="paragraph" w:customStyle="1" w:styleId="CharCharCharCharChar0">
    <w:name w:val="Char Char Char Char Char"/>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0">
    <w:name w:val="Char Char Char Char Char Char"/>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table" w:customStyle="1" w:styleId="TableGrid11">
    <w:name w:val="Table Grid11"/>
    <w:basedOn w:val="TableNormal"/>
    <w:next w:val="TableGrid"/>
    <w:rsid w:val="005C1B04"/>
    <w:pPr>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0">
    <w:name w:val="Car Car"/>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30">
    <w:name w:val="Char Char3"/>
    <w:rsid w:val="005C1B04"/>
    <w:rPr>
      <w:rFonts w:ascii="Times New Roman" w:eastAsia="MS Mincho" w:hAnsi="Times New Roman"/>
      <w:lang w:val="en-GB" w:eastAsia="en-US"/>
    </w:rPr>
  </w:style>
  <w:style w:type="paragraph" w:customStyle="1" w:styleId="CharCharCharChar0">
    <w:name w:val="Char Char Char Char"/>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0">
    <w:name w:val="Char Char Char Char Char Char Char Char Char Char Char Char Char"/>
    <w:semiHidden/>
    <w:rsid w:val="005C1B0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H6Char">
    <w:name w:val="H6 Char"/>
    <w:link w:val="H6"/>
    <w:rsid w:val="005C1B04"/>
    <w:rPr>
      <w:rFonts w:ascii="Arial" w:hAnsi="Arial"/>
      <w:lang w:val="en-GB" w:eastAsia="en-US"/>
    </w:rPr>
  </w:style>
  <w:style w:type="character" w:customStyle="1" w:styleId="CRCoverPageChar">
    <w:name w:val="CR Cover Page Char"/>
    <w:link w:val="CRCoverPage"/>
    <w:rsid w:val="005C1B04"/>
    <w:rPr>
      <w:rFonts w:ascii="Arial" w:hAnsi="Arial"/>
      <w:lang w:val="en-GB" w:eastAsia="en-US" w:bidi="ar-SA"/>
    </w:rPr>
  </w:style>
  <w:style w:type="paragraph" w:customStyle="1" w:styleId="Figure">
    <w:name w:val="Figure"/>
    <w:basedOn w:val="Normal"/>
    <w:next w:val="Normal"/>
    <w:rsid w:val="005C1B04"/>
    <w:pPr>
      <w:keepNext/>
      <w:keepLines/>
      <w:spacing w:before="120" w:after="120"/>
      <w:ind w:right="-289"/>
    </w:pPr>
    <w:rPr>
      <w:b/>
      <w:sz w:val="24"/>
      <w:lang w:eastAsia="en-GB"/>
    </w:rPr>
  </w:style>
  <w:style w:type="character" w:customStyle="1" w:styleId="tgc">
    <w:name w:val="_tgc"/>
    <w:rsid w:val="005C1B04"/>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5C1B04"/>
    <w:rPr>
      <w:rFonts w:ascii="Arial" w:hAnsi="Arial"/>
      <w:sz w:val="28"/>
      <w:lang w:val="en-GB" w:eastAsia="en-US"/>
    </w:rPr>
  </w:style>
  <w:style w:type="paragraph" w:customStyle="1" w:styleId="AC">
    <w:name w:val="AC"/>
    <w:basedOn w:val="Normal"/>
    <w:rsid w:val="005C1B04"/>
    <w:pPr>
      <w:widowControl w:val="0"/>
      <w:overflowPunct w:val="0"/>
      <w:autoSpaceDE w:val="0"/>
      <w:autoSpaceDN w:val="0"/>
      <w:adjustRightInd w:val="0"/>
      <w:jc w:val="center"/>
      <w:textAlignment w:val="baseline"/>
    </w:pPr>
    <w:rPr>
      <w:rFonts w:ascii="Arial" w:hAnsi="Arial"/>
      <w:b/>
      <w:noProof/>
      <w:sz w:val="18"/>
      <w:lang w:eastAsia="ko-KR"/>
    </w:rPr>
  </w:style>
  <w:style w:type="paragraph" w:styleId="NormalWeb">
    <w:name w:val="Normal (Web)"/>
    <w:basedOn w:val="Normal"/>
    <w:uiPriority w:val="99"/>
    <w:unhideWhenUsed/>
    <w:rsid w:val="005C1B04"/>
    <w:pPr>
      <w:spacing w:before="100" w:beforeAutospacing="1" w:after="100" w:afterAutospacing="1"/>
    </w:pPr>
    <w:rPr>
      <w:rFonts w:ascii="SimSun" w:eastAsia="SimSun" w:hAnsi="SimSun" w:cs="SimSun"/>
      <w:sz w:val="24"/>
      <w:szCs w:val="24"/>
      <w:lang w:val="en-US" w:eastAsia="zh-CN"/>
    </w:rPr>
  </w:style>
  <w:style w:type="character" w:customStyle="1" w:styleId="TACCar">
    <w:name w:val="TAC Car"/>
    <w:rsid w:val="005C1B04"/>
    <w:rPr>
      <w:rFonts w:ascii="Arial" w:eastAsia="Times New Roman" w:hAnsi="Arial"/>
      <w:sz w:val="18"/>
      <w:lang w:val="en-GB" w:eastAsia="en-US" w:bidi="ar-SA"/>
    </w:rPr>
  </w:style>
  <w:style w:type="paragraph" w:customStyle="1" w:styleId="a">
    <w:name w:val="表格题注"/>
    <w:next w:val="Normal"/>
    <w:rsid w:val="005C1B04"/>
    <w:pPr>
      <w:numPr>
        <w:numId w:val="45"/>
      </w:numPr>
      <w:spacing w:beforeLines="50" w:afterLines="50"/>
      <w:jc w:val="center"/>
    </w:pPr>
    <w:rPr>
      <w:rFonts w:ascii="Times New Roman" w:hAnsi="Times New Roman"/>
      <w:b/>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574741">
      <w:bodyDiv w:val="1"/>
      <w:marLeft w:val="0"/>
      <w:marRight w:val="0"/>
      <w:marTop w:val="0"/>
      <w:marBottom w:val="0"/>
      <w:divBdr>
        <w:top w:val="none" w:sz="0" w:space="0" w:color="auto"/>
        <w:left w:val="none" w:sz="0" w:space="0" w:color="auto"/>
        <w:bottom w:val="none" w:sz="0" w:space="0" w:color="auto"/>
        <w:right w:val="none" w:sz="0" w:space="0" w:color="auto"/>
      </w:divBdr>
    </w:div>
    <w:div w:id="576205932">
      <w:bodyDiv w:val="1"/>
      <w:marLeft w:val="0"/>
      <w:marRight w:val="0"/>
      <w:marTop w:val="0"/>
      <w:marBottom w:val="0"/>
      <w:divBdr>
        <w:top w:val="none" w:sz="0" w:space="0" w:color="auto"/>
        <w:left w:val="none" w:sz="0" w:space="0" w:color="auto"/>
        <w:bottom w:val="none" w:sz="0" w:space="0" w:color="auto"/>
        <w:right w:val="none" w:sz="0" w:space="0" w:color="auto"/>
      </w:divBdr>
    </w:div>
    <w:div w:id="1501778533">
      <w:bodyDiv w:val="1"/>
      <w:marLeft w:val="0"/>
      <w:marRight w:val="0"/>
      <w:marTop w:val="0"/>
      <w:marBottom w:val="0"/>
      <w:divBdr>
        <w:top w:val="none" w:sz="0" w:space="0" w:color="auto"/>
        <w:left w:val="none" w:sz="0" w:space="0" w:color="auto"/>
        <w:bottom w:val="none" w:sz="0" w:space="0" w:color="auto"/>
        <w:right w:val="none" w:sz="0" w:space="0" w:color="auto"/>
      </w:divBdr>
    </w:div>
    <w:div w:id="189329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image" Target="media/image9.wmf"/><Relationship Id="rId42" Type="http://schemas.openxmlformats.org/officeDocument/2006/relationships/image" Target="media/image20.wmf"/><Relationship Id="rId63" Type="http://schemas.openxmlformats.org/officeDocument/2006/relationships/oleObject" Target="embeddings/oleObject26.bin"/><Relationship Id="rId84" Type="http://schemas.openxmlformats.org/officeDocument/2006/relationships/image" Target="media/image37.wmf"/><Relationship Id="rId138" Type="http://schemas.openxmlformats.org/officeDocument/2006/relationships/image" Target="media/image63.wmf"/><Relationship Id="rId159" Type="http://schemas.openxmlformats.org/officeDocument/2006/relationships/image" Target="media/image73.wmf"/><Relationship Id="rId170" Type="http://schemas.openxmlformats.org/officeDocument/2006/relationships/oleObject" Target="embeddings/oleObject83.bin"/><Relationship Id="rId191" Type="http://schemas.openxmlformats.org/officeDocument/2006/relationships/oleObject" Target="embeddings/oleObject94.bin"/><Relationship Id="rId196" Type="http://schemas.openxmlformats.org/officeDocument/2006/relationships/oleObject" Target="embeddings/oleObject99.bin"/><Relationship Id="rId200" Type="http://schemas.openxmlformats.org/officeDocument/2006/relationships/header" Target="header2.xml"/><Relationship Id="rId16" Type="http://schemas.openxmlformats.org/officeDocument/2006/relationships/oleObject" Target="embeddings/oleObject1.bin"/><Relationship Id="rId107" Type="http://schemas.openxmlformats.org/officeDocument/2006/relationships/oleObject" Target="embeddings/oleObject50.bin"/><Relationship Id="rId11" Type="http://schemas.openxmlformats.org/officeDocument/2006/relationships/header" Target="header1.xml"/><Relationship Id="rId32" Type="http://schemas.openxmlformats.org/officeDocument/2006/relationships/oleObject" Target="embeddings/oleObject9.bin"/><Relationship Id="rId37" Type="http://schemas.openxmlformats.org/officeDocument/2006/relationships/oleObject" Target="embeddings/oleObject11.bin"/><Relationship Id="rId53" Type="http://schemas.openxmlformats.org/officeDocument/2006/relationships/oleObject" Target="embeddings/oleObject20.bin"/><Relationship Id="rId58" Type="http://schemas.openxmlformats.org/officeDocument/2006/relationships/oleObject" Target="embeddings/oleObject23.bin"/><Relationship Id="rId74" Type="http://schemas.openxmlformats.org/officeDocument/2006/relationships/oleObject" Target="embeddings/oleObject33.bin"/><Relationship Id="rId79" Type="http://schemas.openxmlformats.org/officeDocument/2006/relationships/oleObject" Target="embeddings/oleObject36.bin"/><Relationship Id="rId102" Type="http://schemas.openxmlformats.org/officeDocument/2006/relationships/oleObject" Target="embeddings/oleObject48.bin"/><Relationship Id="rId123" Type="http://schemas.openxmlformats.org/officeDocument/2006/relationships/oleObject" Target="embeddings/oleObject59.bin"/><Relationship Id="rId128" Type="http://schemas.openxmlformats.org/officeDocument/2006/relationships/image" Target="media/image58.wmf"/><Relationship Id="rId144" Type="http://schemas.openxmlformats.org/officeDocument/2006/relationships/image" Target="media/image66.wmf"/><Relationship Id="rId149" Type="http://schemas.openxmlformats.org/officeDocument/2006/relationships/image" Target="media/image68.wmf"/><Relationship Id="rId5" Type="http://schemas.openxmlformats.org/officeDocument/2006/relationships/settings" Target="settings.xml"/><Relationship Id="rId90" Type="http://schemas.openxmlformats.org/officeDocument/2006/relationships/image" Target="media/image40.wmf"/><Relationship Id="rId95" Type="http://schemas.openxmlformats.org/officeDocument/2006/relationships/oleObject" Target="embeddings/oleObject44.bin"/><Relationship Id="rId160" Type="http://schemas.openxmlformats.org/officeDocument/2006/relationships/oleObject" Target="embeddings/oleObject78.bin"/><Relationship Id="rId165" Type="http://schemas.openxmlformats.org/officeDocument/2006/relationships/image" Target="media/image76.wmf"/><Relationship Id="rId181" Type="http://schemas.openxmlformats.org/officeDocument/2006/relationships/image" Target="media/image84.wmf"/><Relationship Id="rId186" Type="http://schemas.openxmlformats.org/officeDocument/2006/relationships/oleObject" Target="embeddings/oleObject91.bin"/><Relationship Id="rId22" Type="http://schemas.openxmlformats.org/officeDocument/2006/relationships/oleObject" Target="embeddings/oleObject4.bin"/><Relationship Id="rId27" Type="http://schemas.openxmlformats.org/officeDocument/2006/relationships/image" Target="media/image12.wmf"/><Relationship Id="rId43" Type="http://schemas.openxmlformats.org/officeDocument/2006/relationships/oleObject" Target="embeddings/oleObject14.bin"/><Relationship Id="rId48" Type="http://schemas.openxmlformats.org/officeDocument/2006/relationships/oleObject" Target="embeddings/oleObject17.bin"/><Relationship Id="rId64" Type="http://schemas.openxmlformats.org/officeDocument/2006/relationships/image" Target="media/image29.wmf"/><Relationship Id="rId69" Type="http://schemas.openxmlformats.org/officeDocument/2006/relationships/image" Target="media/image32.wmf"/><Relationship Id="rId113" Type="http://schemas.openxmlformats.org/officeDocument/2006/relationships/image" Target="media/image51.wmf"/><Relationship Id="rId118" Type="http://schemas.openxmlformats.org/officeDocument/2006/relationships/oleObject" Target="embeddings/oleObject56.bin"/><Relationship Id="rId134" Type="http://schemas.openxmlformats.org/officeDocument/2006/relationships/image" Target="media/image61.wmf"/><Relationship Id="rId139" Type="http://schemas.openxmlformats.org/officeDocument/2006/relationships/oleObject" Target="embeddings/oleObject67.bin"/><Relationship Id="rId80" Type="http://schemas.openxmlformats.org/officeDocument/2006/relationships/image" Target="media/image35.wmf"/><Relationship Id="rId85" Type="http://schemas.openxmlformats.org/officeDocument/2006/relationships/oleObject" Target="embeddings/oleObject39.bin"/><Relationship Id="rId150" Type="http://schemas.openxmlformats.org/officeDocument/2006/relationships/oleObject" Target="embeddings/oleObject73.bin"/><Relationship Id="rId155" Type="http://schemas.openxmlformats.org/officeDocument/2006/relationships/image" Target="media/image71.wmf"/><Relationship Id="rId171" Type="http://schemas.openxmlformats.org/officeDocument/2006/relationships/image" Target="media/image79.wmf"/><Relationship Id="rId176" Type="http://schemas.openxmlformats.org/officeDocument/2006/relationships/oleObject" Target="embeddings/oleObject86.bin"/><Relationship Id="rId192" Type="http://schemas.openxmlformats.org/officeDocument/2006/relationships/oleObject" Target="embeddings/oleObject95.bin"/><Relationship Id="rId197" Type="http://schemas.openxmlformats.org/officeDocument/2006/relationships/oleObject" Target="embeddings/oleObject100.bin"/><Relationship Id="rId201" Type="http://schemas.openxmlformats.org/officeDocument/2006/relationships/footer" Target="footer1.xml"/><Relationship Id="rId12" Type="http://schemas.openxmlformats.org/officeDocument/2006/relationships/image" Target="media/image3.emf"/><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image" Target="media/image18.wmf"/><Relationship Id="rId59" Type="http://schemas.openxmlformats.org/officeDocument/2006/relationships/oleObject" Target="embeddings/oleObject24.bin"/><Relationship Id="rId103" Type="http://schemas.openxmlformats.org/officeDocument/2006/relationships/image" Target="media/image46.wmf"/><Relationship Id="rId108" Type="http://schemas.openxmlformats.org/officeDocument/2006/relationships/image" Target="media/image49.wmf"/><Relationship Id="rId124" Type="http://schemas.openxmlformats.org/officeDocument/2006/relationships/image" Target="media/image56.wmf"/><Relationship Id="rId129" Type="http://schemas.openxmlformats.org/officeDocument/2006/relationships/oleObject" Target="embeddings/oleObject62.bin"/><Relationship Id="rId54" Type="http://schemas.openxmlformats.org/officeDocument/2006/relationships/oleObject" Target="embeddings/oleObject21.bin"/><Relationship Id="rId70" Type="http://schemas.openxmlformats.org/officeDocument/2006/relationships/oleObject" Target="embeddings/oleObject29.bin"/><Relationship Id="rId75" Type="http://schemas.openxmlformats.org/officeDocument/2006/relationships/image" Target="media/image33.wmf"/><Relationship Id="rId91" Type="http://schemas.openxmlformats.org/officeDocument/2006/relationships/oleObject" Target="embeddings/oleObject42.bin"/><Relationship Id="rId96" Type="http://schemas.openxmlformats.org/officeDocument/2006/relationships/image" Target="media/image43.wmf"/><Relationship Id="rId140" Type="http://schemas.openxmlformats.org/officeDocument/2006/relationships/image" Target="media/image64.wmf"/><Relationship Id="rId145" Type="http://schemas.openxmlformats.org/officeDocument/2006/relationships/oleObject" Target="embeddings/oleObject70.bin"/><Relationship Id="rId161" Type="http://schemas.openxmlformats.org/officeDocument/2006/relationships/image" Target="media/image74.wmf"/><Relationship Id="rId166" Type="http://schemas.openxmlformats.org/officeDocument/2006/relationships/oleObject" Target="embeddings/oleObject81.bin"/><Relationship Id="rId182" Type="http://schemas.openxmlformats.org/officeDocument/2006/relationships/oleObject" Target="embeddings/oleObject89.bin"/><Relationship Id="rId187" Type="http://schemas.openxmlformats.org/officeDocument/2006/relationships/image" Target="media/image87.wmf"/><Relationship Id="rId1" Type="http://schemas.microsoft.com/office/2006/relationships/keyMapCustomizations" Target="customizations.xml"/><Relationship Id="rId6" Type="http://schemas.openxmlformats.org/officeDocument/2006/relationships/webSettings" Target="webSettings.xml"/><Relationship Id="rId23" Type="http://schemas.openxmlformats.org/officeDocument/2006/relationships/image" Target="media/image10.wmf"/><Relationship Id="rId28" Type="http://schemas.openxmlformats.org/officeDocument/2006/relationships/oleObject" Target="embeddings/oleObject7.bin"/><Relationship Id="rId49" Type="http://schemas.openxmlformats.org/officeDocument/2006/relationships/image" Target="media/image23.wmf"/><Relationship Id="rId114" Type="http://schemas.openxmlformats.org/officeDocument/2006/relationships/oleObject" Target="embeddings/oleObject54.bin"/><Relationship Id="rId119" Type="http://schemas.openxmlformats.org/officeDocument/2006/relationships/oleObject" Target="embeddings/oleObject57.bin"/><Relationship Id="rId44" Type="http://schemas.openxmlformats.org/officeDocument/2006/relationships/image" Target="media/image21.wmf"/><Relationship Id="rId60" Type="http://schemas.openxmlformats.org/officeDocument/2006/relationships/image" Target="media/image27.wmf"/><Relationship Id="rId65" Type="http://schemas.openxmlformats.org/officeDocument/2006/relationships/image" Target="media/image30.wmf"/><Relationship Id="rId81" Type="http://schemas.openxmlformats.org/officeDocument/2006/relationships/oleObject" Target="embeddings/oleObject37.bin"/><Relationship Id="rId86" Type="http://schemas.openxmlformats.org/officeDocument/2006/relationships/image" Target="media/image38.wmf"/><Relationship Id="rId130" Type="http://schemas.openxmlformats.org/officeDocument/2006/relationships/image" Target="media/image59.wmf"/><Relationship Id="rId135" Type="http://schemas.openxmlformats.org/officeDocument/2006/relationships/oleObject" Target="embeddings/oleObject65.bin"/><Relationship Id="rId151" Type="http://schemas.openxmlformats.org/officeDocument/2006/relationships/image" Target="media/image69.wmf"/><Relationship Id="rId156" Type="http://schemas.openxmlformats.org/officeDocument/2006/relationships/oleObject" Target="embeddings/oleObject76.bin"/><Relationship Id="rId177" Type="http://schemas.openxmlformats.org/officeDocument/2006/relationships/image" Target="media/image82.wmf"/><Relationship Id="rId198" Type="http://schemas.openxmlformats.org/officeDocument/2006/relationships/oleObject" Target="embeddings/oleObject101.bin"/><Relationship Id="rId172" Type="http://schemas.openxmlformats.org/officeDocument/2006/relationships/oleObject" Target="embeddings/oleObject84.bin"/><Relationship Id="rId193" Type="http://schemas.openxmlformats.org/officeDocument/2006/relationships/oleObject" Target="embeddings/oleObject96.bin"/><Relationship Id="rId202" Type="http://schemas.openxmlformats.org/officeDocument/2006/relationships/fontTable" Target="fontTable.xml"/><Relationship Id="rId13" Type="http://schemas.openxmlformats.org/officeDocument/2006/relationships/image" Target="media/image4.emf"/><Relationship Id="rId18" Type="http://schemas.openxmlformats.org/officeDocument/2006/relationships/oleObject" Target="embeddings/oleObject2.bin"/><Relationship Id="rId39" Type="http://schemas.openxmlformats.org/officeDocument/2006/relationships/oleObject" Target="embeddings/oleObject12.bin"/><Relationship Id="rId109" Type="http://schemas.openxmlformats.org/officeDocument/2006/relationships/oleObject" Target="embeddings/oleObject51.bin"/><Relationship Id="rId34" Type="http://schemas.openxmlformats.org/officeDocument/2006/relationships/image" Target="media/image16.wmf"/><Relationship Id="rId50" Type="http://schemas.openxmlformats.org/officeDocument/2006/relationships/oleObject" Target="embeddings/oleObject18.bin"/><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oleObject" Target="embeddings/oleObject45.bin"/><Relationship Id="rId104" Type="http://schemas.openxmlformats.org/officeDocument/2006/relationships/oleObject" Target="embeddings/oleObject49.bin"/><Relationship Id="rId120" Type="http://schemas.openxmlformats.org/officeDocument/2006/relationships/image" Target="media/image54.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oleObject" Target="embeddings/oleObject71.bin"/><Relationship Id="rId167" Type="http://schemas.openxmlformats.org/officeDocument/2006/relationships/image" Target="media/image77.wmf"/><Relationship Id="rId188" Type="http://schemas.openxmlformats.org/officeDocument/2006/relationships/oleObject" Target="embeddings/oleObject92.bin"/><Relationship Id="rId7" Type="http://schemas.openxmlformats.org/officeDocument/2006/relationships/footnotes" Target="footnotes.xml"/><Relationship Id="rId71" Type="http://schemas.openxmlformats.org/officeDocument/2006/relationships/oleObject" Target="embeddings/oleObject30.bin"/><Relationship Id="rId92" Type="http://schemas.openxmlformats.org/officeDocument/2006/relationships/image" Target="media/image41.wmf"/><Relationship Id="rId162" Type="http://schemas.openxmlformats.org/officeDocument/2006/relationships/oleObject" Target="embeddings/oleObject79.bin"/><Relationship Id="rId183" Type="http://schemas.openxmlformats.org/officeDocument/2006/relationships/image" Target="media/image85.wmf"/><Relationship Id="rId2" Type="http://schemas.openxmlformats.org/officeDocument/2006/relationships/customXml" Target="../customXml/item1.xml"/><Relationship Id="rId29" Type="http://schemas.openxmlformats.org/officeDocument/2006/relationships/image" Target="media/image13.wmf"/><Relationship Id="rId24" Type="http://schemas.openxmlformats.org/officeDocument/2006/relationships/oleObject" Target="embeddings/oleObject5.bin"/><Relationship Id="rId40" Type="http://schemas.openxmlformats.org/officeDocument/2006/relationships/image" Target="media/image19.wmf"/><Relationship Id="rId45" Type="http://schemas.openxmlformats.org/officeDocument/2006/relationships/oleObject" Target="embeddings/oleObject15.bin"/><Relationship Id="rId66" Type="http://schemas.openxmlformats.org/officeDocument/2006/relationships/oleObject" Target="embeddings/oleObject27.bin"/><Relationship Id="rId87" Type="http://schemas.openxmlformats.org/officeDocument/2006/relationships/oleObject" Target="embeddings/oleObject40.bin"/><Relationship Id="rId110" Type="http://schemas.openxmlformats.org/officeDocument/2006/relationships/image" Target="media/image50.wmf"/><Relationship Id="rId115" Type="http://schemas.openxmlformats.org/officeDocument/2006/relationships/image" Target="media/image52.wmf"/><Relationship Id="rId131" Type="http://schemas.openxmlformats.org/officeDocument/2006/relationships/oleObject" Target="embeddings/oleObject63.bin"/><Relationship Id="rId136" Type="http://schemas.openxmlformats.org/officeDocument/2006/relationships/image" Target="media/image62.wmf"/><Relationship Id="rId157" Type="http://schemas.openxmlformats.org/officeDocument/2006/relationships/image" Target="media/image72.wmf"/><Relationship Id="rId178" Type="http://schemas.openxmlformats.org/officeDocument/2006/relationships/oleObject" Target="embeddings/oleObject87.bin"/><Relationship Id="rId61" Type="http://schemas.openxmlformats.org/officeDocument/2006/relationships/oleObject" Target="embeddings/oleObject25.bin"/><Relationship Id="rId82" Type="http://schemas.openxmlformats.org/officeDocument/2006/relationships/image" Target="media/image36.wmf"/><Relationship Id="rId152" Type="http://schemas.openxmlformats.org/officeDocument/2006/relationships/oleObject" Target="embeddings/oleObject74.bin"/><Relationship Id="rId173" Type="http://schemas.openxmlformats.org/officeDocument/2006/relationships/image" Target="media/image80.wmf"/><Relationship Id="rId194" Type="http://schemas.openxmlformats.org/officeDocument/2006/relationships/oleObject" Target="embeddings/oleObject97.bin"/><Relationship Id="rId199" Type="http://schemas.openxmlformats.org/officeDocument/2006/relationships/oleObject" Target="embeddings/oleObject102.bin"/><Relationship Id="rId203" Type="http://schemas.openxmlformats.org/officeDocument/2006/relationships/theme" Target="theme/theme1.xml"/><Relationship Id="rId19" Type="http://schemas.openxmlformats.org/officeDocument/2006/relationships/image" Target="media/image8.wmf"/><Relationship Id="rId14" Type="http://schemas.openxmlformats.org/officeDocument/2006/relationships/image" Target="media/image5.emf"/><Relationship Id="rId30" Type="http://schemas.openxmlformats.org/officeDocument/2006/relationships/oleObject" Target="embeddings/oleObject8.bin"/><Relationship Id="rId35" Type="http://schemas.openxmlformats.org/officeDocument/2006/relationships/oleObject" Target="embeddings/oleObject10.bin"/><Relationship Id="rId56" Type="http://schemas.openxmlformats.org/officeDocument/2006/relationships/oleObject" Target="embeddings/oleObject22.bin"/><Relationship Id="rId77" Type="http://schemas.openxmlformats.org/officeDocument/2006/relationships/image" Target="media/image34.wmf"/><Relationship Id="rId100" Type="http://schemas.openxmlformats.org/officeDocument/2006/relationships/image" Target="media/image45.wmf"/><Relationship Id="rId105" Type="http://schemas.openxmlformats.org/officeDocument/2006/relationships/image" Target="media/image47.emf"/><Relationship Id="rId126" Type="http://schemas.openxmlformats.org/officeDocument/2006/relationships/image" Target="media/image57.wmf"/><Relationship Id="rId147" Type="http://schemas.openxmlformats.org/officeDocument/2006/relationships/image" Target="media/image67.wmf"/><Relationship Id="rId168" Type="http://schemas.openxmlformats.org/officeDocument/2006/relationships/oleObject" Target="embeddings/oleObject82.bin"/><Relationship Id="rId8" Type="http://schemas.openxmlformats.org/officeDocument/2006/relationships/endnotes" Target="endnotes.xml"/><Relationship Id="rId51" Type="http://schemas.openxmlformats.org/officeDocument/2006/relationships/image" Target="media/image24.wmf"/><Relationship Id="rId72" Type="http://schemas.openxmlformats.org/officeDocument/2006/relationships/oleObject" Target="embeddings/oleObject31.bin"/><Relationship Id="rId93" Type="http://schemas.openxmlformats.org/officeDocument/2006/relationships/oleObject" Target="embeddings/oleObject43.bin"/><Relationship Id="rId98" Type="http://schemas.openxmlformats.org/officeDocument/2006/relationships/image" Target="media/image44.wmf"/><Relationship Id="rId121" Type="http://schemas.openxmlformats.org/officeDocument/2006/relationships/oleObject" Target="embeddings/oleObject58.bin"/><Relationship Id="rId142" Type="http://schemas.openxmlformats.org/officeDocument/2006/relationships/image" Target="media/image65.wmf"/><Relationship Id="rId163" Type="http://schemas.openxmlformats.org/officeDocument/2006/relationships/image" Target="media/image75.wmf"/><Relationship Id="rId184" Type="http://schemas.openxmlformats.org/officeDocument/2006/relationships/oleObject" Target="embeddings/oleObject90.bin"/><Relationship Id="rId189" Type="http://schemas.openxmlformats.org/officeDocument/2006/relationships/image" Target="media/image88.wmf"/><Relationship Id="rId3" Type="http://schemas.openxmlformats.org/officeDocument/2006/relationships/numbering" Target="numbering.xml"/><Relationship Id="rId25" Type="http://schemas.openxmlformats.org/officeDocument/2006/relationships/image" Target="media/image11.wmf"/><Relationship Id="rId46" Type="http://schemas.openxmlformats.org/officeDocument/2006/relationships/oleObject" Target="embeddings/oleObject16.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oleObject" Target="embeddings/oleObject66.bin"/><Relationship Id="rId158" Type="http://schemas.openxmlformats.org/officeDocument/2006/relationships/oleObject" Target="embeddings/oleObject77.bin"/><Relationship Id="rId20" Type="http://schemas.openxmlformats.org/officeDocument/2006/relationships/oleObject" Target="embeddings/oleObject3.bin"/><Relationship Id="rId41" Type="http://schemas.openxmlformats.org/officeDocument/2006/relationships/oleObject" Target="embeddings/oleObject13.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39.wmf"/><Relationship Id="rId111" Type="http://schemas.openxmlformats.org/officeDocument/2006/relationships/oleObject" Target="embeddings/oleObject52.bin"/><Relationship Id="rId132" Type="http://schemas.openxmlformats.org/officeDocument/2006/relationships/image" Target="media/image60.wmf"/><Relationship Id="rId153" Type="http://schemas.openxmlformats.org/officeDocument/2006/relationships/image" Target="media/image70.wmf"/><Relationship Id="rId174" Type="http://schemas.openxmlformats.org/officeDocument/2006/relationships/oleObject" Target="embeddings/oleObject85.bin"/><Relationship Id="rId179" Type="http://schemas.openxmlformats.org/officeDocument/2006/relationships/image" Target="media/image83.wmf"/><Relationship Id="rId195" Type="http://schemas.openxmlformats.org/officeDocument/2006/relationships/oleObject" Target="embeddings/oleObject98.bin"/><Relationship Id="rId190" Type="http://schemas.openxmlformats.org/officeDocument/2006/relationships/oleObject" Target="embeddings/oleObject93.bin"/><Relationship Id="rId15" Type="http://schemas.openxmlformats.org/officeDocument/2006/relationships/image" Target="media/image6.emf"/><Relationship Id="rId36" Type="http://schemas.openxmlformats.org/officeDocument/2006/relationships/image" Target="media/image17.wmf"/><Relationship Id="rId57" Type="http://schemas.openxmlformats.org/officeDocument/2006/relationships/image" Target="media/image26.wmf"/><Relationship Id="rId106" Type="http://schemas.openxmlformats.org/officeDocument/2006/relationships/image" Target="media/image48.emf"/><Relationship Id="rId127" Type="http://schemas.openxmlformats.org/officeDocument/2006/relationships/oleObject" Target="embeddings/oleObject61.bin"/><Relationship Id="rId10" Type="http://schemas.openxmlformats.org/officeDocument/2006/relationships/image" Target="media/image2.png"/><Relationship Id="rId31" Type="http://schemas.openxmlformats.org/officeDocument/2006/relationships/image" Target="media/image14.wmf"/><Relationship Id="rId52" Type="http://schemas.openxmlformats.org/officeDocument/2006/relationships/oleObject" Target="embeddings/oleObject19.bin"/><Relationship Id="rId73" Type="http://schemas.openxmlformats.org/officeDocument/2006/relationships/oleObject" Target="embeddings/oleObject32.bin"/><Relationship Id="rId78" Type="http://schemas.openxmlformats.org/officeDocument/2006/relationships/oleObject" Target="embeddings/oleObject35.bin"/><Relationship Id="rId94" Type="http://schemas.openxmlformats.org/officeDocument/2006/relationships/image" Target="media/image42.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5.wmf"/><Relationship Id="rId143" Type="http://schemas.openxmlformats.org/officeDocument/2006/relationships/oleObject" Target="embeddings/oleObject69.bin"/><Relationship Id="rId148" Type="http://schemas.openxmlformats.org/officeDocument/2006/relationships/oleObject" Target="embeddings/oleObject72.bin"/><Relationship Id="rId164" Type="http://schemas.openxmlformats.org/officeDocument/2006/relationships/oleObject" Target="embeddings/oleObject80.bin"/><Relationship Id="rId169" Type="http://schemas.openxmlformats.org/officeDocument/2006/relationships/image" Target="media/image78.wmf"/><Relationship Id="rId185" Type="http://schemas.openxmlformats.org/officeDocument/2006/relationships/image" Target="media/image86.wmf"/><Relationship Id="rId4" Type="http://schemas.openxmlformats.org/officeDocument/2006/relationships/styles" Target="styles.xml"/><Relationship Id="rId9" Type="http://schemas.openxmlformats.org/officeDocument/2006/relationships/image" Target="media/image1.jpeg"/><Relationship Id="rId180" Type="http://schemas.openxmlformats.org/officeDocument/2006/relationships/oleObject" Target="embeddings/oleObject88.bin"/><Relationship Id="rId26" Type="http://schemas.openxmlformats.org/officeDocument/2006/relationships/oleObject" Target="embeddings/oleObject6.bin"/><Relationship Id="rId47" Type="http://schemas.openxmlformats.org/officeDocument/2006/relationships/image" Target="media/image22.wmf"/><Relationship Id="rId68" Type="http://schemas.openxmlformats.org/officeDocument/2006/relationships/oleObject" Target="embeddings/oleObject28.bin"/><Relationship Id="rId89" Type="http://schemas.openxmlformats.org/officeDocument/2006/relationships/oleObject" Target="embeddings/oleObject41.bin"/><Relationship Id="rId112" Type="http://schemas.openxmlformats.org/officeDocument/2006/relationships/oleObject" Target="embeddings/oleObject53.bin"/><Relationship Id="rId133" Type="http://schemas.openxmlformats.org/officeDocument/2006/relationships/oleObject" Target="embeddings/oleObject64.bin"/><Relationship Id="rId154" Type="http://schemas.openxmlformats.org/officeDocument/2006/relationships/oleObject" Target="embeddings/oleObject75.bin"/><Relationship Id="rId175" Type="http://schemas.openxmlformats.org/officeDocument/2006/relationships/image" Target="media/image8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35409-4224-4F31-BA4F-4F45CB2B7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17</TotalTime>
  <Pages>29</Pages>
  <Words>107096</Words>
  <Characters>610448</Characters>
  <Application>Microsoft Office Word</Application>
  <DocSecurity>0</DocSecurity>
  <Lines>5087</Lines>
  <Paragraphs>1432</Paragraphs>
  <ScaleCrop>false</ScaleCrop>
  <HeadingPairs>
    <vt:vector size="2" baseType="variant">
      <vt:variant>
        <vt:lpstr>Title</vt:lpstr>
      </vt:variant>
      <vt:variant>
        <vt:i4>1</vt:i4>
      </vt:variant>
    </vt:vector>
  </HeadingPairs>
  <TitlesOfParts>
    <vt:vector size="1" baseType="lpstr">
      <vt:lpstr>3GPP TS 37.105</vt:lpstr>
    </vt:vector>
  </TitlesOfParts>
  <Manager/>
  <Company/>
  <LinksUpToDate>false</LinksUpToDate>
  <CharactersWithSpaces>716112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37.105</dc:title>
  <dc:subject>Active Antenna System (AAS) Base Station (BS) transmission and reception (Release 15)</dc:subject>
  <dc:creator>MCC Support</dc:creator>
  <cp:keywords/>
  <dc:description/>
  <cp:lastModifiedBy>MCC</cp:lastModifiedBy>
  <cp:revision>11</cp:revision>
  <cp:lastPrinted>1899-12-31T23:00:00Z</cp:lastPrinted>
  <dcterms:created xsi:type="dcterms:W3CDTF">2022-01-08T17:42:00Z</dcterms:created>
  <dcterms:modified xsi:type="dcterms:W3CDTF">2022-06-23T21:29:00Z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1526946721</vt:lpwstr>
  </property>
</Properties>
</file>